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483" w:rsidRDefault="00E00D30" w:rsidP="00E00D30">
      <w:r w:rsidRPr="00E00D30">
        <w:rPr>
          <w:noProof/>
          <w:lang w:val="en-GB" w:eastAsia="en-GB"/>
        </w:rPr>
        <w:drawing>
          <wp:inline distT="0" distB="0" distL="0" distR="0">
            <wp:extent cx="9070975" cy="5939188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3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D30" w:rsidRDefault="00E00D30" w:rsidP="00E00D30">
      <w:r>
        <w:t>Elemental Composition Report</w:t>
      </w:r>
    </w:p>
    <w:p w:rsidR="00E00D30" w:rsidRDefault="00E00D30" w:rsidP="00E00D30"/>
    <w:p w:rsidR="00E00D30" w:rsidRDefault="00E00D30" w:rsidP="00E00D30">
      <w:r>
        <w:t xml:space="preserve">Single Mass Analysis </w:t>
      </w:r>
    </w:p>
    <w:p w:rsidR="00E00D30" w:rsidRDefault="00E00D30" w:rsidP="00E00D30">
      <w:r>
        <w:t>Tolerance = 5.0 PPM   /   DBE: min = -15.0, max = 100.0</w:t>
      </w:r>
    </w:p>
    <w:p w:rsidR="00E00D30" w:rsidRDefault="00E00D30" w:rsidP="00E00D30">
      <w:r>
        <w:t>Selected filters: None</w:t>
      </w:r>
    </w:p>
    <w:p w:rsidR="00E00D30" w:rsidRDefault="00E00D30" w:rsidP="00E00D30"/>
    <w:p w:rsidR="00E00D30" w:rsidRDefault="00E00D30" w:rsidP="00E00D30">
      <w:r>
        <w:t>Monoisotopic Mass, Even Electron Ions</w:t>
      </w:r>
    </w:p>
    <w:p w:rsidR="00E00D30" w:rsidRDefault="00E00D30" w:rsidP="00E00D30">
      <w:r>
        <w:t>73 formula(e) evaluated with 1 results within limits (up to 25 best isotopic matches for each mass)</w:t>
      </w:r>
    </w:p>
    <w:p w:rsidR="00E00D30" w:rsidRDefault="00E00D30" w:rsidP="00E00D30">
      <w:r>
        <w:t>Elements Used:</w:t>
      </w:r>
    </w:p>
    <w:p w:rsidR="00E00D30" w:rsidRDefault="00E00D30" w:rsidP="00E00D30">
      <w:r>
        <w:t xml:space="preserve">C: 28-30    H: 10-41    N: 0-4    O: 0-6    Na: 0-1    </w:t>
      </w:r>
    </w:p>
    <w:p w:rsidR="00E00D30" w:rsidRDefault="00E00D30" w:rsidP="00E00D3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-15.0</w:t>
      </w:r>
    </w:p>
    <w:p w:rsidR="00E00D30" w:rsidRDefault="00E00D30" w:rsidP="00E00D3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E00D30" w:rsidRDefault="00E00D30" w:rsidP="00E00D30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E00D30" w:rsidRDefault="00E00D30" w:rsidP="00E00D30">
      <w:r>
        <w:t xml:space="preserve">449.2800   </w:t>
      </w:r>
      <w:r>
        <w:tab/>
        <w:t xml:space="preserve">449.2804       </w:t>
      </w:r>
      <w:r>
        <w:tab/>
        <w:t xml:space="preserve">-0.4     </w:t>
      </w:r>
      <w:r>
        <w:tab/>
        <w:t xml:space="preserve">-0.9     </w:t>
      </w:r>
      <w:r>
        <w:tab/>
        <w:t xml:space="preserve">11.5     </w:t>
      </w:r>
      <w:r>
        <w:tab/>
        <w:t xml:space="preserve">131.0      </w:t>
      </w:r>
      <w:r>
        <w:tab/>
        <w:t>C28  H37  N2  O3</w:t>
      </w:r>
    </w:p>
    <w:p w:rsidR="00E00D30" w:rsidRDefault="00E00D30" w:rsidP="00E00D30">
      <w:r>
        <w:t>100.0055</w:t>
      </w:r>
      <w:r>
        <w:tab/>
        <w:t>1.013e0</w:t>
      </w:r>
    </w:p>
    <w:p w:rsidR="00E00D30" w:rsidRDefault="00E00D30" w:rsidP="00E00D30">
      <w:r>
        <w:t>100.0081</w:t>
      </w:r>
      <w:r>
        <w:tab/>
        <w:t>1.013e0</w:t>
      </w:r>
    </w:p>
    <w:p w:rsidR="00E00D30" w:rsidRDefault="00E00D30" w:rsidP="00E00D30">
      <w:r>
        <w:t>100.0188</w:t>
      </w:r>
      <w:r>
        <w:tab/>
        <w:t>1.013e0</w:t>
      </w:r>
    </w:p>
    <w:p w:rsidR="00E00D30" w:rsidRDefault="00E00D30" w:rsidP="00E00D30">
      <w:r>
        <w:t>100.0372</w:t>
      </w:r>
      <w:r>
        <w:tab/>
        <w:t>1.013e0</w:t>
      </w:r>
    </w:p>
    <w:p w:rsidR="00E00D30" w:rsidRDefault="00E00D30" w:rsidP="00E00D30">
      <w:r>
        <w:t>100.0454</w:t>
      </w:r>
      <w:r>
        <w:tab/>
        <w:t>2.025e0</w:t>
      </w:r>
    </w:p>
    <w:p w:rsidR="00E00D30" w:rsidRDefault="00E00D30" w:rsidP="00E00D30">
      <w:r>
        <w:t>100.0478</w:t>
      </w:r>
      <w:r>
        <w:tab/>
        <w:t>1.013e0</w:t>
      </w:r>
    </w:p>
    <w:p w:rsidR="00E00D30" w:rsidRDefault="00E00D30" w:rsidP="00E00D30">
      <w:r>
        <w:lastRenderedPageBreak/>
        <w:t>100.0507</w:t>
      </w:r>
      <w:r>
        <w:tab/>
        <w:t>7.089e0</w:t>
      </w:r>
    </w:p>
    <w:p w:rsidR="00E00D30" w:rsidRDefault="00E00D30" w:rsidP="00E00D30">
      <w:r>
        <w:t>100.0537</w:t>
      </w:r>
      <w:r>
        <w:tab/>
        <w:t>1.272e1</w:t>
      </w:r>
    </w:p>
    <w:p w:rsidR="00E00D30" w:rsidRDefault="00E00D30" w:rsidP="00E00D30">
      <w:r>
        <w:t>100.0559</w:t>
      </w:r>
      <w:r>
        <w:tab/>
        <w:t>1.928e0</w:t>
      </w:r>
    </w:p>
    <w:p w:rsidR="00E00D30" w:rsidRDefault="00E00D30" w:rsidP="00E00D30">
      <w:r>
        <w:t>100.0587</w:t>
      </w:r>
      <w:r>
        <w:tab/>
        <w:t>1.013e0</w:t>
      </w:r>
    </w:p>
    <w:p w:rsidR="00E00D30" w:rsidRDefault="00E00D30" w:rsidP="00E00D30">
      <w:r>
        <w:t>100.0612</w:t>
      </w:r>
      <w:r>
        <w:tab/>
        <w:t>2.025e0</w:t>
      </w:r>
    </w:p>
    <w:p w:rsidR="00E00D30" w:rsidRDefault="00E00D30" w:rsidP="00E00D30">
      <w:r>
        <w:t>100.0665</w:t>
      </w:r>
      <w:r>
        <w:tab/>
        <w:t>3.135e0</w:t>
      </w:r>
    </w:p>
    <w:p w:rsidR="00E00D30" w:rsidRDefault="00E00D30" w:rsidP="00E00D30">
      <w:r>
        <w:t>100.0718</w:t>
      </w:r>
      <w:r>
        <w:tab/>
        <w:t>4.051e0</w:t>
      </w:r>
    </w:p>
    <w:p w:rsidR="00E00D30" w:rsidRDefault="00E00D30" w:rsidP="00E00D30">
      <w:r>
        <w:t>100.0731</w:t>
      </w:r>
      <w:r>
        <w:tab/>
        <w:t>2.025e0</w:t>
      </w:r>
    </w:p>
    <w:p w:rsidR="00E00D30" w:rsidRDefault="00E00D30" w:rsidP="00E00D30">
      <w:r>
        <w:t>100.0754</w:t>
      </w:r>
      <w:r>
        <w:tab/>
        <w:t>1.316e1</w:t>
      </w:r>
    </w:p>
    <w:p w:rsidR="00E00D30" w:rsidRDefault="00E00D30" w:rsidP="00E00D30">
      <w:r>
        <w:t>100.0773</w:t>
      </w:r>
      <w:r>
        <w:tab/>
        <w:t>4.051e0</w:t>
      </w:r>
    </w:p>
    <w:p w:rsidR="00E00D30" w:rsidRDefault="00E00D30" w:rsidP="00E00D30">
      <w:r>
        <w:t>100.0790</w:t>
      </w:r>
      <w:r>
        <w:tab/>
        <w:t>9.114e0</w:t>
      </w:r>
    </w:p>
    <w:p w:rsidR="00E00D30" w:rsidRDefault="00E00D30" w:rsidP="00E00D30">
      <w:r>
        <w:t>100.0826</w:t>
      </w:r>
      <w:r>
        <w:tab/>
        <w:t>4.051e0</w:t>
      </w:r>
    </w:p>
    <w:p w:rsidR="00E00D30" w:rsidRDefault="00E00D30" w:rsidP="00E00D30">
      <w:r>
        <w:t>100.0919</w:t>
      </w:r>
      <w:r>
        <w:tab/>
        <w:t>4.051e0</w:t>
      </w:r>
    </w:p>
    <w:p w:rsidR="00E00D30" w:rsidRDefault="00E00D30" w:rsidP="00E00D30">
      <w:r>
        <w:t>100.1053</w:t>
      </w:r>
      <w:r>
        <w:tab/>
        <w:t>5.063e0</w:t>
      </w:r>
    </w:p>
    <w:p w:rsidR="00E00D30" w:rsidRDefault="00E00D30" w:rsidP="00E00D30">
      <w:r>
        <w:t>100.1077</w:t>
      </w:r>
      <w:r>
        <w:tab/>
        <w:t>2.025e0</w:t>
      </w:r>
    </w:p>
    <w:p w:rsidR="00E00D30" w:rsidRDefault="00E00D30" w:rsidP="00E00D30">
      <w:r>
        <w:t>100.1094</w:t>
      </w:r>
      <w:r>
        <w:tab/>
        <w:t>6.076e0</w:t>
      </w:r>
    </w:p>
    <w:p w:rsidR="00E00D30" w:rsidRDefault="00E00D30" w:rsidP="00E00D30">
      <w:r>
        <w:t>100.1116</w:t>
      </w:r>
      <w:r>
        <w:tab/>
        <w:t>1.013e0</w:t>
      </w:r>
    </w:p>
    <w:p w:rsidR="00E00D30" w:rsidRDefault="00E00D30" w:rsidP="00E00D30">
      <w:r>
        <w:t>100.1149</w:t>
      </w:r>
      <w:r>
        <w:tab/>
        <w:t>5.063e0</w:t>
      </w:r>
    </w:p>
    <w:p w:rsidR="00E00D30" w:rsidRDefault="00E00D30" w:rsidP="00E00D30">
      <w:r>
        <w:t>100.1277</w:t>
      </w:r>
      <w:r>
        <w:tab/>
        <w:t>2.025e0</w:t>
      </w:r>
    </w:p>
    <w:p w:rsidR="00E00D30" w:rsidRDefault="00E00D30" w:rsidP="00E00D30">
      <w:r>
        <w:lastRenderedPageBreak/>
        <w:t>100.1332</w:t>
      </w:r>
      <w:r>
        <w:tab/>
        <w:t>1.013e0</w:t>
      </w:r>
    </w:p>
    <w:p w:rsidR="00E00D30" w:rsidRDefault="00E00D30" w:rsidP="00E00D30">
      <w:r>
        <w:t>100.1437</w:t>
      </w:r>
      <w:r>
        <w:tab/>
        <w:t>1.013e0</w:t>
      </w:r>
    </w:p>
    <w:p w:rsidR="00E00D30" w:rsidRDefault="00E00D30" w:rsidP="00E00D30">
      <w:r>
        <w:t>100.1465</w:t>
      </w:r>
      <w:r>
        <w:tab/>
        <w:t>2.025e0</w:t>
      </w:r>
    </w:p>
    <w:p w:rsidR="00E00D30" w:rsidRDefault="00E00D30" w:rsidP="00E00D30">
      <w:r>
        <w:t>100.1516</w:t>
      </w:r>
      <w:r>
        <w:tab/>
        <w:t>1.013e0</w:t>
      </w:r>
    </w:p>
    <w:p w:rsidR="00E00D30" w:rsidRDefault="00E00D30" w:rsidP="00E00D30">
      <w:r>
        <w:t>100.1572</w:t>
      </w:r>
      <w:r>
        <w:tab/>
        <w:t>1.013e0</w:t>
      </w:r>
    </w:p>
    <w:p w:rsidR="00E00D30" w:rsidRDefault="00E00D30" w:rsidP="00E00D30">
      <w:r>
        <w:t>100.1622</w:t>
      </w:r>
      <w:r>
        <w:tab/>
        <w:t>2.025e0</w:t>
      </w:r>
    </w:p>
    <w:p w:rsidR="00E00D30" w:rsidRDefault="00E00D30" w:rsidP="00E00D30">
      <w:r>
        <w:t>100.1755</w:t>
      </w:r>
      <w:r>
        <w:tab/>
        <w:t>1.013e0</w:t>
      </w:r>
    </w:p>
    <w:p w:rsidR="00E00D30" w:rsidRDefault="00E00D30" w:rsidP="00E00D30">
      <w:r>
        <w:t>100.1943</w:t>
      </w:r>
      <w:r>
        <w:tab/>
        <w:t>1.013e0</w:t>
      </w:r>
    </w:p>
    <w:p w:rsidR="00E00D30" w:rsidRDefault="00E00D30" w:rsidP="00E00D30">
      <w:r>
        <w:t>100.2078</w:t>
      </w:r>
      <w:r>
        <w:tab/>
        <w:t>1.013e0</w:t>
      </w:r>
    </w:p>
    <w:p w:rsidR="00E00D30" w:rsidRDefault="00E00D30" w:rsidP="00E00D30">
      <w:r>
        <w:t>100.2102</w:t>
      </w:r>
      <w:r>
        <w:tab/>
        <w:t>1.013e0</w:t>
      </w:r>
    </w:p>
    <w:p w:rsidR="00E00D30" w:rsidRDefault="00E00D30" w:rsidP="00E00D30">
      <w:r>
        <w:t>100.2211</w:t>
      </w:r>
      <w:r>
        <w:tab/>
        <w:t>1.013e0</w:t>
      </w:r>
    </w:p>
    <w:p w:rsidR="00E00D30" w:rsidRDefault="00E00D30" w:rsidP="00E00D30">
      <w:r>
        <w:t>100.2289</w:t>
      </w:r>
      <w:r>
        <w:tab/>
        <w:t>1.013e0</w:t>
      </w:r>
    </w:p>
    <w:p w:rsidR="00E00D30" w:rsidRDefault="00E00D30" w:rsidP="00E00D30">
      <w:r>
        <w:t>100.2421</w:t>
      </w:r>
      <w:r>
        <w:tab/>
        <w:t>1.013e0</w:t>
      </w:r>
    </w:p>
    <w:p w:rsidR="00E00D30" w:rsidRDefault="00E00D30" w:rsidP="00E00D30">
      <w:r>
        <w:t>100.2660</w:t>
      </w:r>
      <w:r>
        <w:tab/>
        <w:t>1.013e0</w:t>
      </w:r>
    </w:p>
    <w:p w:rsidR="00E00D30" w:rsidRDefault="00E00D30" w:rsidP="00E00D30">
      <w:r>
        <w:t>100.2687</w:t>
      </w:r>
      <w:r>
        <w:tab/>
        <w:t>1.013e0</w:t>
      </w:r>
    </w:p>
    <w:p w:rsidR="00E00D30" w:rsidRDefault="00E00D30" w:rsidP="00E00D30">
      <w:r>
        <w:t>100.2821</w:t>
      </w:r>
      <w:r>
        <w:tab/>
        <w:t>1.013e0</w:t>
      </w:r>
    </w:p>
    <w:p w:rsidR="00E00D30" w:rsidRDefault="00E00D30" w:rsidP="00E00D30">
      <w:r>
        <w:t>100.2928</w:t>
      </w:r>
      <w:r>
        <w:tab/>
        <w:t>1.013e0</w:t>
      </w:r>
    </w:p>
    <w:p w:rsidR="00E00D30" w:rsidRDefault="00E00D30" w:rsidP="00E00D30">
      <w:r>
        <w:t>100.2981</w:t>
      </w:r>
      <w:r>
        <w:tab/>
        <w:t>1.013e0</w:t>
      </w:r>
    </w:p>
    <w:p w:rsidR="00E00D30" w:rsidRDefault="00E00D30" w:rsidP="00E00D30">
      <w:r>
        <w:t>100.3061</w:t>
      </w:r>
      <w:r>
        <w:tab/>
        <w:t>1.013e0</w:t>
      </w:r>
    </w:p>
    <w:p w:rsidR="00E00D30" w:rsidRDefault="00E00D30" w:rsidP="00E00D30">
      <w:r>
        <w:lastRenderedPageBreak/>
        <w:t>100.3087</w:t>
      </w:r>
      <w:r>
        <w:tab/>
        <w:t>1.013e0</w:t>
      </w:r>
    </w:p>
    <w:p w:rsidR="00E00D30" w:rsidRDefault="00E00D30" w:rsidP="00E00D30">
      <w:r>
        <w:t>100.3193</w:t>
      </w:r>
      <w:r>
        <w:tab/>
        <w:t>1.013e0</w:t>
      </w:r>
    </w:p>
    <w:p w:rsidR="00E00D30" w:rsidRDefault="00E00D30" w:rsidP="00E00D30">
      <w:r>
        <w:t>100.3222</w:t>
      </w:r>
      <w:r>
        <w:tab/>
        <w:t>1.013e0</w:t>
      </w:r>
    </w:p>
    <w:p w:rsidR="00E00D30" w:rsidRDefault="00E00D30" w:rsidP="00E00D30">
      <w:r>
        <w:t>100.3272</w:t>
      </w:r>
      <w:r>
        <w:tab/>
        <w:t>1.013e0</w:t>
      </w:r>
    </w:p>
    <w:p w:rsidR="00E00D30" w:rsidRDefault="00E00D30" w:rsidP="00E00D30">
      <w:r>
        <w:t>100.3326</w:t>
      </w:r>
      <w:r>
        <w:tab/>
        <w:t>1.013e0</w:t>
      </w:r>
    </w:p>
    <w:p w:rsidR="00E00D30" w:rsidRDefault="00E00D30" w:rsidP="00E00D30">
      <w:r>
        <w:t>100.3539</w:t>
      </w:r>
      <w:r>
        <w:tab/>
        <w:t>1.013e0</w:t>
      </w:r>
    </w:p>
    <w:p w:rsidR="00E00D30" w:rsidRDefault="00E00D30" w:rsidP="00E00D30">
      <w:r>
        <w:t>100.3566</w:t>
      </w:r>
      <w:r>
        <w:tab/>
        <w:t>3.038e0</w:t>
      </w:r>
    </w:p>
    <w:p w:rsidR="00E00D30" w:rsidRDefault="00E00D30" w:rsidP="00E00D30">
      <w:r>
        <w:t>100.3752</w:t>
      </w:r>
      <w:r>
        <w:tab/>
        <w:t>1.013e0</w:t>
      </w:r>
    </w:p>
    <w:p w:rsidR="00E00D30" w:rsidRDefault="00E00D30" w:rsidP="00E00D30">
      <w:r>
        <w:t>100.3938</w:t>
      </w:r>
      <w:r>
        <w:tab/>
        <w:t>1.013e0</w:t>
      </w:r>
    </w:p>
    <w:p w:rsidR="00E00D30" w:rsidRDefault="00E00D30" w:rsidP="00E00D30">
      <w:r>
        <w:t>100.4072</w:t>
      </w:r>
      <w:r>
        <w:tab/>
        <w:t>1.013e0</w:t>
      </w:r>
    </w:p>
    <w:p w:rsidR="00E00D30" w:rsidRDefault="00E00D30" w:rsidP="00E00D30">
      <w:r>
        <w:t>100.4311</w:t>
      </w:r>
      <w:r>
        <w:tab/>
        <w:t>2.025e0</w:t>
      </w:r>
    </w:p>
    <w:p w:rsidR="00E00D30" w:rsidRDefault="00E00D30" w:rsidP="00E00D30">
      <w:r>
        <w:t>100.4390</w:t>
      </w:r>
      <w:r>
        <w:tab/>
        <w:t>2.025e0</w:t>
      </w:r>
    </w:p>
    <w:p w:rsidR="00E00D30" w:rsidRDefault="00E00D30" w:rsidP="00E00D30">
      <w:r>
        <w:t>100.4471</w:t>
      </w:r>
      <w:r>
        <w:tab/>
        <w:t>1.013e0</w:t>
      </w:r>
    </w:p>
    <w:p w:rsidR="00E00D30" w:rsidRDefault="00E00D30" w:rsidP="00E00D30">
      <w:r>
        <w:t>100.4500</w:t>
      </w:r>
      <w:r>
        <w:tab/>
        <w:t>2.025e0</w:t>
      </w:r>
    </w:p>
    <w:p w:rsidR="00E00D30" w:rsidRDefault="00E00D30" w:rsidP="00E00D30">
      <w:r>
        <w:t>100.4522</w:t>
      </w:r>
      <w:r>
        <w:tab/>
        <w:t>1.013e0</w:t>
      </w:r>
    </w:p>
    <w:p w:rsidR="00E00D30" w:rsidRDefault="00E00D30" w:rsidP="00E00D30">
      <w:r>
        <w:t>100.4605</w:t>
      </w:r>
      <w:r>
        <w:tab/>
        <w:t>1.013e0</w:t>
      </w:r>
    </w:p>
    <w:p w:rsidR="00E00D30" w:rsidRDefault="00E00D30" w:rsidP="00E00D30">
      <w:r>
        <w:t>100.4656</w:t>
      </w:r>
      <w:r>
        <w:tab/>
        <w:t>2.025e0</w:t>
      </w:r>
    </w:p>
    <w:p w:rsidR="00E00D30" w:rsidRDefault="00E00D30" w:rsidP="00E00D30">
      <w:r>
        <w:t>100.4950</w:t>
      </w:r>
      <w:r>
        <w:tab/>
        <w:t>1.013e0</w:t>
      </w:r>
    </w:p>
    <w:p w:rsidR="00E00D30" w:rsidRDefault="00E00D30" w:rsidP="00E00D30">
      <w:r>
        <w:t>100.5005</w:t>
      </w:r>
      <w:r>
        <w:tab/>
        <w:t>1.013e0</w:t>
      </w:r>
    </w:p>
    <w:p w:rsidR="00E00D30" w:rsidRDefault="00E00D30" w:rsidP="00E00D30">
      <w:r>
        <w:lastRenderedPageBreak/>
        <w:t>100.5140</w:t>
      </w:r>
      <w:r>
        <w:tab/>
        <w:t>2.025e0</w:t>
      </w:r>
    </w:p>
    <w:p w:rsidR="00E00D30" w:rsidRDefault="00E00D30" w:rsidP="00E00D30">
      <w:r>
        <w:t>100.5161</w:t>
      </w:r>
      <w:r>
        <w:tab/>
        <w:t>2.025e0</w:t>
      </w:r>
    </w:p>
    <w:p w:rsidR="00E00D30" w:rsidRDefault="00E00D30" w:rsidP="00E00D30">
      <w:r>
        <w:t>100.5271</w:t>
      </w:r>
      <w:r>
        <w:tab/>
        <w:t>1.013e0</w:t>
      </w:r>
    </w:p>
    <w:p w:rsidR="00E00D30" w:rsidRDefault="00E00D30" w:rsidP="00E00D30">
      <w:r>
        <w:t>100.5295</w:t>
      </w:r>
      <w:r>
        <w:tab/>
        <w:t>1.013e0</w:t>
      </w:r>
    </w:p>
    <w:p w:rsidR="00E00D30" w:rsidRDefault="00E00D30" w:rsidP="00E00D30">
      <w:r>
        <w:t>100.5378</w:t>
      </w:r>
      <w:r>
        <w:tab/>
        <w:t>1.013e0</w:t>
      </w:r>
    </w:p>
    <w:p w:rsidR="00E00D30" w:rsidRDefault="00E00D30" w:rsidP="00E00D30">
      <w:r>
        <w:t>100.5389</w:t>
      </w:r>
      <w:r>
        <w:tab/>
        <w:t>2.025e0</w:t>
      </w:r>
    </w:p>
    <w:p w:rsidR="00E00D30" w:rsidRDefault="00E00D30" w:rsidP="00E00D30">
      <w:r>
        <w:t>100.5524</w:t>
      </w:r>
      <w:r>
        <w:tab/>
        <w:t>2.025e0</w:t>
      </w:r>
    </w:p>
    <w:p w:rsidR="00E00D30" w:rsidRDefault="00E00D30" w:rsidP="00E00D30">
      <w:r>
        <w:t>100.5562</w:t>
      </w:r>
      <w:r>
        <w:tab/>
        <w:t>1.013e0</w:t>
      </w:r>
    </w:p>
    <w:p w:rsidR="00E00D30" w:rsidRDefault="00E00D30" w:rsidP="00E00D30">
      <w:r>
        <w:t>100.5576</w:t>
      </w:r>
      <w:r>
        <w:tab/>
        <w:t>2.025e0</w:t>
      </w:r>
    </w:p>
    <w:p w:rsidR="00E00D30" w:rsidRDefault="00E00D30" w:rsidP="00E00D30">
      <w:r>
        <w:t>100.5669</w:t>
      </w:r>
      <w:r>
        <w:tab/>
        <w:t>1.013e0</w:t>
      </w:r>
    </w:p>
    <w:p w:rsidR="00E00D30" w:rsidRDefault="00E00D30" w:rsidP="00E00D30">
      <w:r>
        <w:t>100.5844</w:t>
      </w:r>
      <w:r>
        <w:tab/>
        <w:t>2.025e0</w:t>
      </w:r>
    </w:p>
    <w:p w:rsidR="00E00D30" w:rsidRDefault="00E00D30" w:rsidP="00E00D30">
      <w:r>
        <w:t>100.5963</w:t>
      </w:r>
      <w:r>
        <w:tab/>
        <w:t>1.013e0</w:t>
      </w:r>
    </w:p>
    <w:p w:rsidR="00E00D30" w:rsidRDefault="00E00D30" w:rsidP="00E00D30">
      <w:r>
        <w:t>100.5990</w:t>
      </w:r>
      <w:r>
        <w:tab/>
        <w:t>1.013e0</w:t>
      </w:r>
    </w:p>
    <w:p w:rsidR="00E00D30" w:rsidRDefault="00E00D30" w:rsidP="00E00D30">
      <w:r>
        <w:t>100.6004</w:t>
      </w:r>
      <w:r>
        <w:tab/>
        <w:t>2.025e0</w:t>
      </w:r>
    </w:p>
    <w:p w:rsidR="00E00D30" w:rsidRDefault="00E00D30" w:rsidP="00E00D30">
      <w:r>
        <w:t>100.6018</w:t>
      </w:r>
      <w:r>
        <w:tab/>
        <w:t>1.013e0</w:t>
      </w:r>
    </w:p>
    <w:p w:rsidR="00E00D30" w:rsidRDefault="00E00D30" w:rsidP="00E00D30">
      <w:r>
        <w:t>100.6096</w:t>
      </w:r>
      <w:r>
        <w:tab/>
        <w:t>1.013e0</w:t>
      </w:r>
    </w:p>
    <w:p w:rsidR="00E00D30" w:rsidRDefault="00E00D30" w:rsidP="00E00D30">
      <w:r>
        <w:t>100.6202</w:t>
      </w:r>
      <w:r>
        <w:tab/>
        <w:t>1.013e0</w:t>
      </w:r>
    </w:p>
    <w:p w:rsidR="00E00D30" w:rsidRDefault="00E00D30" w:rsidP="00E00D30">
      <w:r>
        <w:t>100.6257</w:t>
      </w:r>
      <w:r>
        <w:tab/>
        <w:t>1.013e0</w:t>
      </w:r>
    </w:p>
    <w:p w:rsidR="00E00D30" w:rsidRDefault="00E00D30" w:rsidP="00E00D30">
      <w:r>
        <w:t>100.6363</w:t>
      </w:r>
      <w:r>
        <w:tab/>
        <w:t>1.013e0</w:t>
      </w:r>
    </w:p>
    <w:p w:rsidR="00E00D30" w:rsidRDefault="00E00D30" w:rsidP="00E00D30">
      <w:r>
        <w:lastRenderedPageBreak/>
        <w:t>100.6390</w:t>
      </w:r>
      <w:r>
        <w:tab/>
        <w:t>1.013e0</w:t>
      </w:r>
    </w:p>
    <w:p w:rsidR="00E00D30" w:rsidRDefault="00E00D30" w:rsidP="00E00D30">
      <w:r>
        <w:t>100.6470</w:t>
      </w:r>
      <w:r>
        <w:tab/>
        <w:t>2.025e0</w:t>
      </w:r>
    </w:p>
    <w:p w:rsidR="00E00D30" w:rsidRDefault="00E00D30" w:rsidP="00E00D30">
      <w:r>
        <w:t>100.6524</w:t>
      </w:r>
      <w:r>
        <w:tab/>
        <w:t>1.013e0</w:t>
      </w:r>
    </w:p>
    <w:p w:rsidR="00E00D30" w:rsidRDefault="00E00D30" w:rsidP="00E00D30">
      <w:r>
        <w:t>100.6658</w:t>
      </w:r>
      <w:r>
        <w:tab/>
        <w:t>2.025e0</w:t>
      </w:r>
    </w:p>
    <w:p w:rsidR="00E00D30" w:rsidRDefault="00E00D30" w:rsidP="00E00D30">
      <w:r>
        <w:t>100.6736</w:t>
      </w:r>
      <w:r>
        <w:tab/>
        <w:t>1.013e0</w:t>
      </w:r>
    </w:p>
    <w:p w:rsidR="00E00D30" w:rsidRDefault="00E00D30" w:rsidP="00E00D30">
      <w:r>
        <w:t>100.6765</w:t>
      </w:r>
      <w:r>
        <w:tab/>
        <w:t>1.013e0</w:t>
      </w:r>
    </w:p>
    <w:p w:rsidR="00E00D30" w:rsidRDefault="00E00D30" w:rsidP="00E00D30">
      <w:r>
        <w:t>100.6922</w:t>
      </w:r>
      <w:r>
        <w:tab/>
        <w:t>2.025e0</w:t>
      </w:r>
    </w:p>
    <w:p w:rsidR="00E00D30" w:rsidRDefault="00E00D30" w:rsidP="00E00D30">
      <w:r>
        <w:t>100.7069</w:t>
      </w:r>
      <w:r>
        <w:tab/>
        <w:t>2.025e0</w:t>
      </w:r>
    </w:p>
    <w:p w:rsidR="00E00D30" w:rsidRDefault="00E00D30" w:rsidP="00E00D30">
      <w:r>
        <w:t>100.7165</w:t>
      </w:r>
      <w:r>
        <w:tab/>
        <w:t>1.013e0</w:t>
      </w:r>
    </w:p>
    <w:p w:rsidR="00E00D30" w:rsidRDefault="00E00D30" w:rsidP="00E00D30">
      <w:r>
        <w:t>100.7190</w:t>
      </w:r>
      <w:r>
        <w:tab/>
        <w:t>1.013e0</w:t>
      </w:r>
    </w:p>
    <w:p w:rsidR="00E00D30" w:rsidRDefault="00E00D30" w:rsidP="00E00D30">
      <w:r>
        <w:t>100.7243</w:t>
      </w:r>
      <w:r>
        <w:tab/>
        <w:t>2.025e0</w:t>
      </w:r>
    </w:p>
    <w:p w:rsidR="00E00D30" w:rsidRDefault="00E00D30" w:rsidP="00E00D30">
      <w:r>
        <w:t>100.7298</w:t>
      </w:r>
      <w:r>
        <w:tab/>
        <w:t>3.038e0</w:t>
      </w:r>
    </w:p>
    <w:p w:rsidR="00E00D30" w:rsidRDefault="00E00D30" w:rsidP="00E00D30">
      <w:r>
        <w:t>100.7322</w:t>
      </w:r>
      <w:r>
        <w:tab/>
        <w:t>1.013e0</w:t>
      </w:r>
    </w:p>
    <w:p w:rsidR="00E00D30" w:rsidRDefault="00E00D30" w:rsidP="00E00D30">
      <w:r>
        <w:t>100.7376</w:t>
      </w:r>
      <w:r>
        <w:tab/>
        <w:t>1.013e0</w:t>
      </w:r>
    </w:p>
    <w:p w:rsidR="00E00D30" w:rsidRDefault="00E00D30" w:rsidP="00E00D30">
      <w:r>
        <w:t>100.7404</w:t>
      </w:r>
      <w:r>
        <w:tab/>
        <w:t>2.025e0</w:t>
      </w:r>
    </w:p>
    <w:p w:rsidR="00E00D30" w:rsidRDefault="00E00D30" w:rsidP="00E00D30">
      <w:r>
        <w:t>100.7538</w:t>
      </w:r>
      <w:r>
        <w:tab/>
        <w:t>2.025e0</w:t>
      </w:r>
    </w:p>
    <w:p w:rsidR="00E00D30" w:rsidRDefault="00E00D30" w:rsidP="00E00D30">
      <w:r>
        <w:t>100.7699</w:t>
      </w:r>
      <w:r>
        <w:tab/>
        <w:t>1.013e0</w:t>
      </w:r>
    </w:p>
    <w:p w:rsidR="00E00D30" w:rsidRDefault="00E00D30" w:rsidP="00E00D30">
      <w:r>
        <w:t>100.7855</w:t>
      </w:r>
      <w:r>
        <w:tab/>
        <w:t>1.013e0</w:t>
      </w:r>
    </w:p>
    <w:p w:rsidR="00E00D30" w:rsidRDefault="00E00D30" w:rsidP="00E00D30">
      <w:r>
        <w:t>100.7883</w:t>
      </w:r>
      <w:r>
        <w:tab/>
        <w:t>1.013e0</w:t>
      </w:r>
    </w:p>
    <w:p w:rsidR="00E00D30" w:rsidRDefault="00E00D30" w:rsidP="00E00D30">
      <w:r>
        <w:lastRenderedPageBreak/>
        <w:t>100.7990</w:t>
      </w:r>
      <w:r>
        <w:tab/>
        <w:t>2.025e0</w:t>
      </w:r>
    </w:p>
    <w:p w:rsidR="00E00D30" w:rsidRDefault="00E00D30" w:rsidP="00E00D30">
      <w:r>
        <w:t>100.8045</w:t>
      </w:r>
      <w:r>
        <w:tab/>
        <w:t>1.013e0</w:t>
      </w:r>
    </w:p>
    <w:p w:rsidR="00E00D30" w:rsidRDefault="00E00D30" w:rsidP="00E00D30">
      <w:r>
        <w:t>100.8123</w:t>
      </w:r>
      <w:r>
        <w:tab/>
        <w:t>1.013e0</w:t>
      </w:r>
    </w:p>
    <w:p w:rsidR="00E00D30" w:rsidRDefault="00E00D30" w:rsidP="00E00D30">
      <w:r>
        <w:t>100.8177</w:t>
      </w:r>
      <w:r>
        <w:tab/>
        <w:t>1.013e0</w:t>
      </w:r>
    </w:p>
    <w:p w:rsidR="00E00D30" w:rsidRDefault="00E00D30" w:rsidP="00E00D30">
      <w:r>
        <w:t>100.8207</w:t>
      </w:r>
      <w:r>
        <w:tab/>
        <w:t>1.013e0</w:t>
      </w:r>
    </w:p>
    <w:p w:rsidR="00E00D30" w:rsidRDefault="00E00D30" w:rsidP="00E00D30">
      <w:r>
        <w:t>100.8284</w:t>
      </w:r>
      <w:r>
        <w:tab/>
        <w:t>2.025e0</w:t>
      </w:r>
    </w:p>
    <w:p w:rsidR="00E00D30" w:rsidRDefault="00E00D30" w:rsidP="00E00D30">
      <w:r>
        <w:t>100.8310</w:t>
      </w:r>
      <w:r>
        <w:tab/>
        <w:t>1.013e0</w:t>
      </w:r>
    </w:p>
    <w:p w:rsidR="00E00D30" w:rsidRDefault="00E00D30" w:rsidP="00E00D30">
      <w:r>
        <w:t>100.8418</w:t>
      </w:r>
      <w:r>
        <w:tab/>
        <w:t>1.013e0</w:t>
      </w:r>
    </w:p>
    <w:p w:rsidR="00E00D30" w:rsidRDefault="00E00D30" w:rsidP="00E00D30">
      <w:r>
        <w:t>100.8551</w:t>
      </w:r>
      <w:r>
        <w:tab/>
        <w:t>1.013e0</w:t>
      </w:r>
    </w:p>
    <w:p w:rsidR="00E00D30" w:rsidRDefault="00E00D30" w:rsidP="00E00D30">
      <w:r>
        <w:t>100.8578</w:t>
      </w:r>
      <w:r>
        <w:tab/>
        <w:t>1.013e0</w:t>
      </w:r>
    </w:p>
    <w:p w:rsidR="00E00D30" w:rsidRDefault="00E00D30" w:rsidP="00E00D30">
      <w:r>
        <w:t>100.8603</w:t>
      </w:r>
      <w:r>
        <w:tab/>
        <w:t>1.013e0</w:t>
      </w:r>
    </w:p>
    <w:p w:rsidR="00E00D30" w:rsidRDefault="00E00D30" w:rsidP="00E00D30">
      <w:r>
        <w:t>100.8630</w:t>
      </w:r>
      <w:r>
        <w:tab/>
        <w:t>1.013e0</w:t>
      </w:r>
    </w:p>
    <w:p w:rsidR="00E00D30" w:rsidRDefault="00E00D30" w:rsidP="00E00D30">
      <w:r>
        <w:t>100.8763</w:t>
      </w:r>
      <w:r>
        <w:tab/>
        <w:t>1.013e0</w:t>
      </w:r>
    </w:p>
    <w:p w:rsidR="00E00D30" w:rsidRDefault="00E00D30" w:rsidP="00E00D30">
      <w:r>
        <w:t>100.8846</w:t>
      </w:r>
      <w:r>
        <w:tab/>
        <w:t>1.013e0</w:t>
      </w:r>
    </w:p>
    <w:p w:rsidR="00E00D30" w:rsidRDefault="00E00D30" w:rsidP="00E00D30">
      <w:r>
        <w:t>100.8896</w:t>
      </w:r>
      <w:r>
        <w:tab/>
        <w:t>1.013e0</w:t>
      </w:r>
    </w:p>
    <w:p w:rsidR="00E00D30" w:rsidRDefault="00E00D30" w:rsidP="00E00D30">
      <w:r>
        <w:t>100.9032</w:t>
      </w:r>
      <w:r>
        <w:tab/>
        <w:t>1.013e0</w:t>
      </w:r>
    </w:p>
    <w:p w:rsidR="00E00D30" w:rsidRDefault="00E00D30" w:rsidP="00E00D30">
      <w:r>
        <w:t>100.9193</w:t>
      </w:r>
      <w:r>
        <w:tab/>
        <w:t>3.038e0</w:t>
      </w:r>
    </w:p>
    <w:p w:rsidR="00E00D30" w:rsidRDefault="00E00D30" w:rsidP="00E00D30">
      <w:r>
        <w:t>100.9270</w:t>
      </w:r>
      <w:r>
        <w:tab/>
        <w:t>1.013e0</w:t>
      </w:r>
    </w:p>
    <w:p w:rsidR="00E00D30" w:rsidRDefault="00E00D30" w:rsidP="00E00D30">
      <w:r>
        <w:t>100.9353</w:t>
      </w:r>
      <w:r>
        <w:tab/>
        <w:t>1.013e0</w:t>
      </w:r>
    </w:p>
    <w:p w:rsidR="00E00D30" w:rsidRDefault="00E00D30" w:rsidP="00E00D30">
      <w:r>
        <w:lastRenderedPageBreak/>
        <w:t>100.9377</w:t>
      </w:r>
      <w:r>
        <w:tab/>
        <w:t>1.013e0</w:t>
      </w:r>
    </w:p>
    <w:p w:rsidR="00E00D30" w:rsidRDefault="00E00D30" w:rsidP="00E00D30">
      <w:r>
        <w:t>100.9460</w:t>
      </w:r>
      <w:r>
        <w:tab/>
        <w:t>1.013e0</w:t>
      </w:r>
    </w:p>
    <w:p w:rsidR="00E00D30" w:rsidRDefault="00E00D30" w:rsidP="00E00D30">
      <w:r>
        <w:t>100.9527</w:t>
      </w:r>
      <w:r>
        <w:tab/>
        <w:t>2.025e0</w:t>
      </w:r>
    </w:p>
    <w:p w:rsidR="00E00D30" w:rsidRDefault="00E00D30" w:rsidP="00E00D30">
      <w:r>
        <w:t>100.9592</w:t>
      </w:r>
      <w:r>
        <w:tab/>
        <w:t>1.013e0</w:t>
      </w:r>
    </w:p>
    <w:p w:rsidR="00E00D30" w:rsidRDefault="00E00D30" w:rsidP="00E00D30">
      <w:r>
        <w:t>100.9620</w:t>
      </w:r>
      <w:r>
        <w:tab/>
        <w:t>2.025e0</w:t>
      </w:r>
    </w:p>
    <w:p w:rsidR="00E00D30" w:rsidRDefault="00E00D30" w:rsidP="00E00D30">
      <w:r>
        <w:t>100.9700</w:t>
      </w:r>
      <w:r>
        <w:tab/>
        <w:t>1.013e0</w:t>
      </w:r>
    </w:p>
    <w:p w:rsidR="00E00D30" w:rsidRDefault="00E00D30" w:rsidP="00E00D30">
      <w:r>
        <w:t>100.9777</w:t>
      </w:r>
      <w:r>
        <w:tab/>
        <w:t>1.013e0</w:t>
      </w:r>
    </w:p>
    <w:p w:rsidR="00E00D30" w:rsidRDefault="00E00D30" w:rsidP="00E00D30">
      <w:r>
        <w:t>100.9832</w:t>
      </w:r>
      <w:r>
        <w:tab/>
        <w:t>1.013e0</w:t>
      </w:r>
    </w:p>
    <w:p w:rsidR="00E00D30" w:rsidRDefault="00E00D30" w:rsidP="00E00D30">
      <w:r>
        <w:t>100.9939</w:t>
      </w:r>
      <w:r>
        <w:tab/>
        <w:t>1.013e0</w:t>
      </w:r>
    </w:p>
    <w:p w:rsidR="00E00D30" w:rsidRDefault="00E00D30" w:rsidP="00E00D30">
      <w:r>
        <w:t>100.9952</w:t>
      </w:r>
      <w:r>
        <w:tab/>
        <w:t>2.025e0</w:t>
      </w:r>
    </w:p>
    <w:p w:rsidR="00E00D30" w:rsidRDefault="00E00D30" w:rsidP="00E00D30">
      <w:r>
        <w:t>101.0005</w:t>
      </w:r>
      <w:r>
        <w:tab/>
        <w:t>2.025e0</w:t>
      </w:r>
    </w:p>
    <w:p w:rsidR="00E00D30" w:rsidRDefault="00E00D30" w:rsidP="00E00D30">
      <w:r>
        <w:t>101.0101</w:t>
      </w:r>
      <w:r>
        <w:tab/>
        <w:t>1.013e0</w:t>
      </w:r>
    </w:p>
    <w:p w:rsidR="00E00D30" w:rsidRDefault="00E00D30" w:rsidP="00E00D30">
      <w:r>
        <w:t>101.0179</w:t>
      </w:r>
      <w:r>
        <w:tab/>
        <w:t>1.013e0</w:t>
      </w:r>
    </w:p>
    <w:p w:rsidR="00E00D30" w:rsidRDefault="00E00D30" w:rsidP="00E00D30">
      <w:r>
        <w:t>101.0205</w:t>
      </w:r>
      <w:r>
        <w:tab/>
        <w:t>1.013e0</w:t>
      </w:r>
    </w:p>
    <w:p w:rsidR="00E00D30" w:rsidRDefault="00E00D30" w:rsidP="00E00D30">
      <w:r>
        <w:t>101.0284</w:t>
      </w:r>
      <w:r>
        <w:tab/>
        <w:t>1.013e0</w:t>
      </w:r>
    </w:p>
    <w:p w:rsidR="00E00D30" w:rsidRDefault="00E00D30" w:rsidP="00E00D30">
      <w:r>
        <w:t>101.0313</w:t>
      </w:r>
      <w:r>
        <w:tab/>
        <w:t>3.038e0</w:t>
      </w:r>
    </w:p>
    <w:p w:rsidR="00E00D30" w:rsidRDefault="00E00D30" w:rsidP="00E00D30">
      <w:r>
        <w:t>101.0394</w:t>
      </w:r>
      <w:r>
        <w:tab/>
        <w:t>1.013e0</w:t>
      </w:r>
    </w:p>
    <w:p w:rsidR="00E00D30" w:rsidRDefault="00E00D30" w:rsidP="00E00D30">
      <w:r>
        <w:t>101.0703</w:t>
      </w:r>
      <w:r>
        <w:tab/>
        <w:t>1.565e2</w:t>
      </w:r>
    </w:p>
    <w:p w:rsidR="00E00D30" w:rsidRDefault="00E00D30" w:rsidP="00E00D30">
      <w:r>
        <w:t>101.0714</w:t>
      </w:r>
      <w:r>
        <w:tab/>
        <w:t>1.157e3</w:t>
      </w:r>
    </w:p>
    <w:p w:rsidR="00E00D30" w:rsidRDefault="00E00D30" w:rsidP="00E00D30">
      <w:r>
        <w:lastRenderedPageBreak/>
        <w:t>101.0961</w:t>
      </w:r>
      <w:r>
        <w:tab/>
        <w:t>3.038e0</w:t>
      </w:r>
    </w:p>
    <w:p w:rsidR="00E00D30" w:rsidRDefault="00E00D30" w:rsidP="00E00D30">
      <w:r>
        <w:t>101.1070</w:t>
      </w:r>
      <w:r>
        <w:tab/>
        <w:t>3.038e0</w:t>
      </w:r>
    </w:p>
    <w:p w:rsidR="00E00D30" w:rsidRDefault="00E00D30" w:rsidP="00E00D30">
      <w:r>
        <w:t>101.1114</w:t>
      </w:r>
      <w:r>
        <w:tab/>
        <w:t>1.013e0</w:t>
      </w:r>
    </w:p>
    <w:p w:rsidR="00E00D30" w:rsidRDefault="00E00D30" w:rsidP="00E00D30">
      <w:r>
        <w:t>101.1141</w:t>
      </w:r>
      <w:r>
        <w:tab/>
        <w:t>3.038e0</w:t>
      </w:r>
    </w:p>
    <w:p w:rsidR="00E00D30" w:rsidRDefault="00E00D30" w:rsidP="00E00D30">
      <w:r>
        <w:t>101.1168</w:t>
      </w:r>
      <w:r>
        <w:tab/>
        <w:t>1.013e0</w:t>
      </w:r>
    </w:p>
    <w:p w:rsidR="00E00D30" w:rsidRDefault="00E00D30" w:rsidP="00E00D30">
      <w:r>
        <w:t>101.1220</w:t>
      </w:r>
      <w:r>
        <w:tab/>
        <w:t>1.013e0</w:t>
      </w:r>
    </w:p>
    <w:p w:rsidR="00E00D30" w:rsidRDefault="00E00D30" w:rsidP="00E00D30">
      <w:r>
        <w:t>101.1249</w:t>
      </w:r>
      <w:r>
        <w:tab/>
        <w:t>6.076e0</w:t>
      </w:r>
    </w:p>
    <w:p w:rsidR="00E00D30" w:rsidRDefault="00E00D30" w:rsidP="00E00D30">
      <w:r>
        <w:t>101.1303</w:t>
      </w:r>
      <w:r>
        <w:tab/>
        <w:t>1.013e0</w:t>
      </w:r>
    </w:p>
    <w:p w:rsidR="00E00D30" w:rsidRDefault="00E00D30" w:rsidP="00E00D30">
      <w:r>
        <w:t>101.1328</w:t>
      </w:r>
      <w:r>
        <w:tab/>
        <w:t>5.063e0</w:t>
      </w:r>
    </w:p>
    <w:p w:rsidR="00E00D30" w:rsidRDefault="00E00D30" w:rsidP="00E00D30">
      <w:r>
        <w:t>101.1354</w:t>
      </w:r>
      <w:r>
        <w:tab/>
        <w:t>1.013e0</w:t>
      </w:r>
    </w:p>
    <w:p w:rsidR="00E00D30" w:rsidRDefault="00E00D30" w:rsidP="00E00D30">
      <w:r>
        <w:t>101.1415</w:t>
      </w:r>
      <w:r>
        <w:tab/>
        <w:t>3.038e0</w:t>
      </w:r>
    </w:p>
    <w:p w:rsidR="00E00D30" w:rsidRDefault="00E00D30" w:rsidP="00E00D30">
      <w:r>
        <w:t>101.1460</w:t>
      </w:r>
      <w:r>
        <w:tab/>
        <w:t>1.013e0</w:t>
      </w:r>
    </w:p>
    <w:p w:rsidR="00E00D30" w:rsidRDefault="00E00D30" w:rsidP="00E00D30">
      <w:r>
        <w:t>101.1489</w:t>
      </w:r>
      <w:r>
        <w:tab/>
        <w:t>6.076e0</w:t>
      </w:r>
    </w:p>
    <w:p w:rsidR="00E00D30" w:rsidRDefault="00E00D30" w:rsidP="00E00D30">
      <w:r>
        <w:t>101.1515</w:t>
      </w:r>
      <w:r>
        <w:tab/>
        <w:t>1.013e0</w:t>
      </w:r>
    </w:p>
    <w:p w:rsidR="00E00D30" w:rsidRDefault="00E00D30" w:rsidP="00E00D30">
      <w:r>
        <w:t>101.1543</w:t>
      </w:r>
      <w:r>
        <w:tab/>
        <w:t>1.013e0</w:t>
      </w:r>
    </w:p>
    <w:p w:rsidR="00E00D30" w:rsidRDefault="00E00D30" w:rsidP="00E00D30">
      <w:r>
        <w:t>101.1561</w:t>
      </w:r>
      <w:r>
        <w:tab/>
        <w:t>3.038e0</w:t>
      </w:r>
    </w:p>
    <w:p w:rsidR="00E00D30" w:rsidRDefault="00E00D30" w:rsidP="00E00D30">
      <w:r>
        <w:t>101.1596</w:t>
      </w:r>
      <w:r>
        <w:tab/>
        <w:t>1.013e0</w:t>
      </w:r>
    </w:p>
    <w:p w:rsidR="00E00D30" w:rsidRDefault="00E00D30" w:rsidP="00E00D30">
      <w:r>
        <w:t>101.1679</w:t>
      </w:r>
      <w:r>
        <w:tab/>
        <w:t>1.013e0</w:t>
      </w:r>
    </w:p>
    <w:p w:rsidR="00E00D30" w:rsidRDefault="00E00D30" w:rsidP="00E00D30">
      <w:r>
        <w:t>101.1728</w:t>
      </w:r>
      <w:r>
        <w:tab/>
        <w:t>3.038e0</w:t>
      </w:r>
    </w:p>
    <w:p w:rsidR="00E00D30" w:rsidRDefault="00E00D30" w:rsidP="00E00D30">
      <w:r>
        <w:lastRenderedPageBreak/>
        <w:t>101.1756</w:t>
      </w:r>
      <w:r>
        <w:tab/>
        <w:t>1.013e0</w:t>
      </w:r>
    </w:p>
    <w:p w:rsidR="00E00D30" w:rsidRDefault="00E00D30" w:rsidP="00E00D30">
      <w:r>
        <w:t>101.1796</w:t>
      </w:r>
      <w:r>
        <w:tab/>
        <w:t>2.025e0</w:t>
      </w:r>
    </w:p>
    <w:p w:rsidR="00E00D30" w:rsidRDefault="00E00D30" w:rsidP="00E00D30">
      <w:r>
        <w:t>101.1810</w:t>
      </w:r>
      <w:r>
        <w:tab/>
        <w:t>2.025e0</w:t>
      </w:r>
    </w:p>
    <w:p w:rsidR="00E00D30" w:rsidRDefault="00E00D30" w:rsidP="00E00D30">
      <w:r>
        <w:t>101.1862</w:t>
      </w:r>
      <w:r>
        <w:tab/>
        <w:t>2.025e0</w:t>
      </w:r>
    </w:p>
    <w:p w:rsidR="00E00D30" w:rsidRDefault="00E00D30" w:rsidP="00E00D30">
      <w:r>
        <w:t>101.1890</w:t>
      </w:r>
      <w:r>
        <w:tab/>
        <w:t>1.013e0</w:t>
      </w:r>
    </w:p>
    <w:p w:rsidR="00E00D30" w:rsidRDefault="00E00D30" w:rsidP="00E00D30">
      <w:r>
        <w:t>101.1917</w:t>
      </w:r>
      <w:r>
        <w:tab/>
        <w:t>1.013e0</w:t>
      </w:r>
    </w:p>
    <w:p w:rsidR="00E00D30" w:rsidRDefault="00E00D30" w:rsidP="00E00D30">
      <w:r>
        <w:t>101.1996</w:t>
      </w:r>
      <w:r>
        <w:tab/>
        <w:t>3.038e0</w:t>
      </w:r>
    </w:p>
    <w:p w:rsidR="00E00D30" w:rsidRDefault="00E00D30" w:rsidP="00E00D30">
      <w:r>
        <w:t>101.2038</w:t>
      </w:r>
      <w:r>
        <w:tab/>
        <w:t>2.025e0</w:t>
      </w:r>
    </w:p>
    <w:p w:rsidR="00E00D30" w:rsidRDefault="00E00D30" w:rsidP="00E00D30">
      <w:r>
        <w:t>101.2051</w:t>
      </w:r>
      <w:r>
        <w:tab/>
        <w:t>1.013e0</w:t>
      </w:r>
    </w:p>
    <w:p w:rsidR="00E00D30" w:rsidRDefault="00E00D30" w:rsidP="00E00D30">
      <w:r>
        <w:t>101.2076</w:t>
      </w:r>
      <w:r>
        <w:tab/>
        <w:t>1.013e0</w:t>
      </w:r>
    </w:p>
    <w:p w:rsidR="00E00D30" w:rsidRDefault="00E00D30" w:rsidP="00E00D30">
      <w:r>
        <w:t>101.2103</w:t>
      </w:r>
      <w:r>
        <w:tab/>
        <w:t>2.025e0</w:t>
      </w:r>
    </w:p>
    <w:p w:rsidR="00E00D30" w:rsidRDefault="00E00D30" w:rsidP="00E00D30">
      <w:r>
        <w:t>101.2129</w:t>
      </w:r>
      <w:r>
        <w:tab/>
        <w:t>1.013e0</w:t>
      </w:r>
    </w:p>
    <w:p w:rsidR="00E00D30" w:rsidRDefault="00E00D30" w:rsidP="00E00D30">
      <w:r>
        <w:t>101.2202</w:t>
      </w:r>
      <w:r>
        <w:tab/>
        <w:t>3.038e0</w:t>
      </w:r>
    </w:p>
    <w:p w:rsidR="00E00D30" w:rsidRDefault="00E00D30" w:rsidP="00E00D30">
      <w:r>
        <w:t>101.2290</w:t>
      </w:r>
      <w:r>
        <w:tab/>
        <w:t>1.013e0</w:t>
      </w:r>
    </w:p>
    <w:p w:rsidR="00E00D30" w:rsidRDefault="00E00D30" w:rsidP="00E00D30">
      <w:r>
        <w:t>101.2319</w:t>
      </w:r>
      <w:r>
        <w:tab/>
        <w:t>2.025e0</w:t>
      </w:r>
    </w:p>
    <w:p w:rsidR="00E00D30" w:rsidRDefault="00E00D30" w:rsidP="00E00D30">
      <w:r>
        <w:t>101.2370</w:t>
      </w:r>
      <w:r>
        <w:tab/>
        <w:t>1.013e0</w:t>
      </w:r>
    </w:p>
    <w:p w:rsidR="00E00D30" w:rsidRDefault="00E00D30" w:rsidP="00E00D30">
      <w:r>
        <w:t>101.2398</w:t>
      </w:r>
      <w:r>
        <w:tab/>
        <w:t>2.025e0</w:t>
      </w:r>
    </w:p>
    <w:p w:rsidR="00E00D30" w:rsidRDefault="00E00D30" w:rsidP="00E00D30">
      <w:r>
        <w:t>101.2426</w:t>
      </w:r>
      <w:r>
        <w:tab/>
        <w:t>1.013e0</w:t>
      </w:r>
    </w:p>
    <w:p w:rsidR="00E00D30" w:rsidRDefault="00E00D30" w:rsidP="00E00D30">
      <w:r>
        <w:t>101.2489</w:t>
      </w:r>
      <w:r>
        <w:tab/>
        <w:t>5.063e0</w:t>
      </w:r>
    </w:p>
    <w:p w:rsidR="00E00D30" w:rsidRDefault="00E00D30" w:rsidP="00E00D30">
      <w:r>
        <w:lastRenderedPageBreak/>
        <w:t>101.2503</w:t>
      </w:r>
      <w:r>
        <w:tab/>
        <w:t>1.013e0</w:t>
      </w:r>
    </w:p>
    <w:p w:rsidR="00E00D30" w:rsidRDefault="00E00D30" w:rsidP="00E00D30">
      <w:r>
        <w:t>101.2533</w:t>
      </w:r>
      <w:r>
        <w:tab/>
        <w:t>1.013e0</w:t>
      </w:r>
    </w:p>
    <w:p w:rsidR="00E00D30" w:rsidRDefault="00E00D30" w:rsidP="00E00D30">
      <w:r>
        <w:t>101.2586</w:t>
      </w:r>
      <w:r>
        <w:tab/>
        <w:t>1.013e0</w:t>
      </w:r>
    </w:p>
    <w:p w:rsidR="00E00D30" w:rsidRDefault="00E00D30" w:rsidP="00E00D30">
      <w:r>
        <w:t>101.2719</w:t>
      </w:r>
      <w:r>
        <w:tab/>
        <w:t>1.013e0</w:t>
      </w:r>
    </w:p>
    <w:p w:rsidR="00E00D30" w:rsidRDefault="00E00D30" w:rsidP="00E00D30">
      <w:r>
        <w:t>101.2786</w:t>
      </w:r>
      <w:r>
        <w:tab/>
        <w:t>2.025e0</w:t>
      </w:r>
    </w:p>
    <w:p w:rsidR="00E00D30" w:rsidRDefault="00E00D30" w:rsidP="00E00D30">
      <w:r>
        <w:t>101.2798</w:t>
      </w:r>
      <w:r>
        <w:tab/>
        <w:t>1.013e0</w:t>
      </w:r>
    </w:p>
    <w:p w:rsidR="00E00D30" w:rsidRDefault="00E00D30" w:rsidP="00E00D30">
      <w:r>
        <w:t>101.2878</w:t>
      </w:r>
      <w:r>
        <w:tab/>
        <w:t>3.038e0</w:t>
      </w:r>
    </w:p>
    <w:p w:rsidR="00E00D30" w:rsidRDefault="00E00D30" w:rsidP="00E00D30">
      <w:r>
        <w:t>101.2919</w:t>
      </w:r>
      <w:r>
        <w:tab/>
        <w:t>2.025e0</w:t>
      </w:r>
    </w:p>
    <w:p w:rsidR="00E00D30" w:rsidRDefault="00E00D30" w:rsidP="00E00D30">
      <w:r>
        <w:t>101.2961</w:t>
      </w:r>
      <w:r>
        <w:tab/>
        <w:t>2.025e0</w:t>
      </w:r>
    </w:p>
    <w:p w:rsidR="00E00D30" w:rsidRDefault="00E00D30" w:rsidP="00E00D30">
      <w:r>
        <w:t>101.3012</w:t>
      </w:r>
      <w:r>
        <w:tab/>
        <w:t>2.025e0</w:t>
      </w:r>
    </w:p>
    <w:p w:rsidR="00E00D30" w:rsidRDefault="00E00D30" w:rsidP="00E00D30">
      <w:r>
        <w:t>101.3067</w:t>
      </w:r>
      <w:r>
        <w:tab/>
        <w:t>2.025e0</w:t>
      </w:r>
    </w:p>
    <w:p w:rsidR="00E00D30" w:rsidRDefault="00E00D30" w:rsidP="00E00D30">
      <w:r>
        <w:t>101.3146</w:t>
      </w:r>
      <w:r>
        <w:tab/>
        <w:t>1.013e0</w:t>
      </w:r>
    </w:p>
    <w:p w:rsidR="00E00D30" w:rsidRDefault="00E00D30" w:rsidP="00E00D30">
      <w:r>
        <w:t>101.3173</w:t>
      </w:r>
      <w:r>
        <w:tab/>
        <w:t>1.013e0</w:t>
      </w:r>
    </w:p>
    <w:p w:rsidR="00E00D30" w:rsidRDefault="00E00D30" w:rsidP="00E00D30">
      <w:r>
        <w:t>101.3212</w:t>
      </w:r>
      <w:r>
        <w:tab/>
        <w:t>2.025e0</w:t>
      </w:r>
    </w:p>
    <w:p w:rsidR="00E00D30" w:rsidRDefault="00E00D30" w:rsidP="00E00D30">
      <w:r>
        <w:t>101.3269</w:t>
      </w:r>
      <w:r>
        <w:tab/>
        <w:t>2.025e0</w:t>
      </w:r>
    </w:p>
    <w:p w:rsidR="00E00D30" w:rsidRDefault="00E00D30" w:rsidP="00E00D30">
      <w:r>
        <w:t>101.3306</w:t>
      </w:r>
      <w:r>
        <w:tab/>
        <w:t>2.025e0</w:t>
      </w:r>
    </w:p>
    <w:p w:rsidR="00E00D30" w:rsidRDefault="00E00D30" w:rsidP="00E00D30">
      <w:r>
        <w:t>101.3469</w:t>
      </w:r>
      <w:r>
        <w:tab/>
        <w:t>3.038e0</w:t>
      </w:r>
    </w:p>
    <w:p w:rsidR="00E00D30" w:rsidRDefault="00E00D30" w:rsidP="00E00D30">
      <w:r>
        <w:t>101.3521</w:t>
      </w:r>
      <w:r>
        <w:tab/>
        <w:t>1.013e0</w:t>
      </w:r>
    </w:p>
    <w:p w:rsidR="00E00D30" w:rsidRDefault="00E00D30" w:rsidP="00E00D30">
      <w:r>
        <w:t>101.3628</w:t>
      </w:r>
      <w:r>
        <w:tab/>
        <w:t>2.025e0</w:t>
      </w:r>
    </w:p>
    <w:p w:rsidR="00E00D30" w:rsidRDefault="00E00D30" w:rsidP="00E00D30">
      <w:r>
        <w:lastRenderedPageBreak/>
        <w:t>101.3653</w:t>
      </w:r>
      <w:r>
        <w:tab/>
        <w:t>1.013e0</w:t>
      </w:r>
    </w:p>
    <w:p w:rsidR="00E00D30" w:rsidRDefault="00E00D30" w:rsidP="00E00D30">
      <w:r>
        <w:t>101.3681</w:t>
      </w:r>
      <w:r>
        <w:tab/>
        <w:t>2.025e0</w:t>
      </w:r>
    </w:p>
    <w:p w:rsidR="00E00D30" w:rsidRDefault="00E00D30" w:rsidP="00E00D30">
      <w:r>
        <w:t>101.3708</w:t>
      </w:r>
      <w:r>
        <w:tab/>
        <w:t>1.013e0</w:t>
      </w:r>
    </w:p>
    <w:p w:rsidR="00E00D30" w:rsidRDefault="00E00D30" w:rsidP="00E00D30">
      <w:r>
        <w:t>101.3815</w:t>
      </w:r>
      <w:r>
        <w:tab/>
        <w:t>4.051e0</w:t>
      </w:r>
    </w:p>
    <w:p w:rsidR="00E00D30" w:rsidRDefault="00E00D30" w:rsidP="00E00D30">
      <w:r>
        <w:t>101.3870</w:t>
      </w:r>
      <w:r>
        <w:tab/>
        <w:t>1.013e0</w:t>
      </w:r>
    </w:p>
    <w:p w:rsidR="00E00D30" w:rsidRDefault="00E00D30" w:rsidP="00E00D30">
      <w:r>
        <w:t>101.3882</w:t>
      </w:r>
      <w:r>
        <w:tab/>
        <w:t>2.025e0</w:t>
      </w:r>
    </w:p>
    <w:p w:rsidR="00E00D30" w:rsidRDefault="00E00D30" w:rsidP="00E00D30">
      <w:r>
        <w:t>101.3895</w:t>
      </w:r>
      <w:r>
        <w:tab/>
        <w:t>2.025e0</w:t>
      </w:r>
    </w:p>
    <w:p w:rsidR="00E00D30" w:rsidRDefault="00E00D30" w:rsidP="00E00D30">
      <w:r>
        <w:t>101.3921</w:t>
      </w:r>
      <w:r>
        <w:tab/>
        <w:t>1.013e0</w:t>
      </w:r>
    </w:p>
    <w:p w:rsidR="00E00D30" w:rsidRDefault="00E00D30" w:rsidP="00E00D30">
      <w:r>
        <w:t>101.3937</w:t>
      </w:r>
      <w:r>
        <w:tab/>
        <w:t>2.025e0</w:t>
      </w:r>
    </w:p>
    <w:p w:rsidR="00E00D30" w:rsidRDefault="00E00D30" w:rsidP="00E00D30">
      <w:r>
        <w:t>101.4029</w:t>
      </w:r>
      <w:r>
        <w:tab/>
        <w:t>1.013e0</w:t>
      </w:r>
    </w:p>
    <w:p w:rsidR="00E00D30" w:rsidRDefault="00E00D30" w:rsidP="00E00D30">
      <w:r>
        <w:t>101.4086</w:t>
      </w:r>
      <w:r>
        <w:tab/>
        <w:t>6.060e0</w:t>
      </w:r>
    </w:p>
    <w:p w:rsidR="00E00D30" w:rsidRDefault="00E00D30" w:rsidP="00E00D30">
      <w:r>
        <w:t>101.4108</w:t>
      </w:r>
      <w:r>
        <w:tab/>
        <w:t>5.063e0</w:t>
      </w:r>
    </w:p>
    <w:p w:rsidR="00E00D30" w:rsidRDefault="00E00D30" w:rsidP="00E00D30">
      <w:r>
        <w:t>101.4218</w:t>
      </w:r>
      <w:r>
        <w:tab/>
        <w:t>1.013e0</w:t>
      </w:r>
    </w:p>
    <w:p w:rsidR="00E00D30" w:rsidRDefault="00E00D30" w:rsidP="00E00D30">
      <w:r>
        <w:t>101.4244</w:t>
      </w:r>
      <w:r>
        <w:tab/>
        <w:t>1.013e0</w:t>
      </w:r>
    </w:p>
    <w:p w:rsidR="00E00D30" w:rsidRDefault="00E00D30" w:rsidP="00E00D30">
      <w:r>
        <w:t>101.4291</w:t>
      </w:r>
      <w:r>
        <w:tab/>
        <w:t>4.051e0</w:t>
      </w:r>
    </w:p>
    <w:p w:rsidR="00E00D30" w:rsidRDefault="00E00D30" w:rsidP="00E00D30">
      <w:r>
        <w:t>101.4323</w:t>
      </w:r>
      <w:r>
        <w:tab/>
        <w:t>3.038e0</w:t>
      </w:r>
    </w:p>
    <w:p w:rsidR="00E00D30" w:rsidRDefault="00E00D30" w:rsidP="00E00D30">
      <w:r>
        <w:t>101.4429</w:t>
      </w:r>
      <w:r>
        <w:tab/>
        <w:t>1.013e0</w:t>
      </w:r>
    </w:p>
    <w:p w:rsidR="00E00D30" w:rsidRDefault="00E00D30" w:rsidP="00E00D30">
      <w:r>
        <w:t>101.4485</w:t>
      </w:r>
      <w:r>
        <w:tab/>
        <w:t>1.013e0</w:t>
      </w:r>
    </w:p>
    <w:p w:rsidR="00E00D30" w:rsidRDefault="00E00D30" w:rsidP="00E00D30">
      <w:r>
        <w:t>101.4498</w:t>
      </w:r>
      <w:r>
        <w:tab/>
        <w:t>2.025e0</w:t>
      </w:r>
    </w:p>
    <w:p w:rsidR="00E00D30" w:rsidRDefault="00E00D30" w:rsidP="00E00D30">
      <w:r>
        <w:lastRenderedPageBreak/>
        <w:t>101.4514</w:t>
      </w:r>
      <w:r>
        <w:tab/>
        <w:t>1.013e0</w:t>
      </w:r>
    </w:p>
    <w:p w:rsidR="00E00D30" w:rsidRDefault="00E00D30" w:rsidP="00E00D30">
      <w:r>
        <w:t>101.4564</w:t>
      </w:r>
      <w:r>
        <w:tab/>
        <w:t>1.013e0</w:t>
      </w:r>
    </w:p>
    <w:p w:rsidR="00E00D30" w:rsidRDefault="00E00D30" w:rsidP="00E00D30">
      <w:r>
        <w:t>101.4618</w:t>
      </w:r>
      <w:r>
        <w:tab/>
        <w:t>1.013e0</w:t>
      </w:r>
    </w:p>
    <w:p w:rsidR="00E00D30" w:rsidRDefault="00E00D30" w:rsidP="00E00D30">
      <w:r>
        <w:t>101.4671</w:t>
      </w:r>
      <w:r>
        <w:tab/>
        <w:t>2.025e0</w:t>
      </w:r>
    </w:p>
    <w:p w:rsidR="00E00D30" w:rsidRDefault="00E00D30" w:rsidP="00E00D30">
      <w:r>
        <w:t>101.4753</w:t>
      </w:r>
      <w:r>
        <w:tab/>
        <w:t>3.038e0</w:t>
      </w:r>
    </w:p>
    <w:p w:rsidR="00E00D30" w:rsidRDefault="00E00D30" w:rsidP="00E00D30">
      <w:r>
        <w:t>101.4781</w:t>
      </w:r>
      <w:r>
        <w:tab/>
        <w:t>1.013e0</w:t>
      </w:r>
    </w:p>
    <w:p w:rsidR="00E00D30" w:rsidRDefault="00E00D30" w:rsidP="00E00D30">
      <w:r>
        <w:t>101.4805</w:t>
      </w:r>
      <w:r>
        <w:tab/>
        <w:t>2.025e0</w:t>
      </w:r>
    </w:p>
    <w:p w:rsidR="00E00D30" w:rsidRDefault="00E00D30" w:rsidP="00E00D30">
      <w:r>
        <w:t>101.4914</w:t>
      </w:r>
      <w:r>
        <w:tab/>
        <w:t>1.013e0</w:t>
      </w:r>
    </w:p>
    <w:p w:rsidR="00E00D30" w:rsidRDefault="00E00D30" w:rsidP="00E00D30">
      <w:r>
        <w:t>101.4939</w:t>
      </w:r>
      <w:r>
        <w:tab/>
        <w:t>1.013e0</w:t>
      </w:r>
    </w:p>
    <w:p w:rsidR="00E00D30" w:rsidRDefault="00E00D30" w:rsidP="00E00D30">
      <w:r>
        <w:t>101.4966</w:t>
      </w:r>
      <w:r>
        <w:tab/>
        <w:t>3.038e0</w:t>
      </w:r>
    </w:p>
    <w:p w:rsidR="00E00D30" w:rsidRDefault="00E00D30" w:rsidP="00E00D30">
      <w:r>
        <w:t>101.5021</w:t>
      </w:r>
      <w:r>
        <w:tab/>
        <w:t>1.013e0</w:t>
      </w:r>
    </w:p>
    <w:p w:rsidR="00E00D30" w:rsidRDefault="00E00D30" w:rsidP="00E00D30">
      <w:r>
        <w:t>101.5060</w:t>
      </w:r>
      <w:r>
        <w:tab/>
        <w:t>4.051e0</w:t>
      </w:r>
    </w:p>
    <w:p w:rsidR="00E00D30" w:rsidRDefault="00E00D30" w:rsidP="00E00D30">
      <w:r>
        <w:t>101.5123</w:t>
      </w:r>
      <w:r>
        <w:tab/>
        <w:t>3.038e0</w:t>
      </w:r>
    </w:p>
    <w:p w:rsidR="00E00D30" w:rsidRDefault="00E00D30" w:rsidP="00E00D30">
      <w:r>
        <w:t>101.5182</w:t>
      </w:r>
      <w:r>
        <w:tab/>
        <w:t>1.013e0</w:t>
      </w:r>
    </w:p>
    <w:p w:rsidR="00E00D30" w:rsidRDefault="00E00D30" w:rsidP="00E00D30">
      <w:r>
        <w:t>101.5223</w:t>
      </w:r>
      <w:r>
        <w:tab/>
        <w:t>4.051e0</w:t>
      </w:r>
    </w:p>
    <w:p w:rsidR="00E00D30" w:rsidRDefault="00E00D30" w:rsidP="00E00D30">
      <w:r>
        <w:t>101.5262</w:t>
      </w:r>
      <w:r>
        <w:tab/>
        <w:t>1.013e0</w:t>
      </w:r>
    </w:p>
    <w:p w:rsidR="00E00D30" w:rsidRDefault="00E00D30" w:rsidP="00E00D30">
      <w:r>
        <w:t>101.5288</w:t>
      </w:r>
      <w:r>
        <w:tab/>
        <w:t>1.013e0</w:t>
      </w:r>
    </w:p>
    <w:p w:rsidR="00E00D30" w:rsidRDefault="00E00D30" w:rsidP="00E00D30">
      <w:r>
        <w:t>101.5314</w:t>
      </w:r>
      <w:r>
        <w:tab/>
        <w:t>2.025e0</w:t>
      </w:r>
    </w:p>
    <w:p w:rsidR="00E00D30" w:rsidRDefault="00E00D30" w:rsidP="00E00D30">
      <w:r>
        <w:t>101.5367</w:t>
      </w:r>
      <w:r>
        <w:tab/>
        <w:t>2.025e0</w:t>
      </w:r>
    </w:p>
    <w:p w:rsidR="00E00D30" w:rsidRDefault="00E00D30" w:rsidP="00E00D30">
      <w:r>
        <w:lastRenderedPageBreak/>
        <w:t>101.5382</w:t>
      </w:r>
      <w:r>
        <w:tab/>
        <w:t>4.051e0</w:t>
      </w:r>
    </w:p>
    <w:p w:rsidR="00E00D30" w:rsidRDefault="00E00D30" w:rsidP="00E00D30">
      <w:r>
        <w:t>101.5473</w:t>
      </w:r>
      <w:r>
        <w:tab/>
        <w:t>1.013e0</w:t>
      </w:r>
    </w:p>
    <w:p w:rsidR="00E00D30" w:rsidRDefault="00E00D30" w:rsidP="00E00D30">
      <w:r>
        <w:t>101.5529</w:t>
      </w:r>
      <w:r>
        <w:tab/>
        <w:t>2.025e0</w:t>
      </w:r>
    </w:p>
    <w:p w:rsidR="00E00D30" w:rsidRDefault="00E00D30" w:rsidP="00E00D30">
      <w:r>
        <w:t>101.5608</w:t>
      </w:r>
      <w:r>
        <w:tab/>
        <w:t>1.013e0</w:t>
      </w:r>
    </w:p>
    <w:p w:rsidR="00E00D30" w:rsidRDefault="00E00D30" w:rsidP="00E00D30">
      <w:r>
        <w:t>101.5676</w:t>
      </w:r>
      <w:r>
        <w:tab/>
        <w:t>2.025e0</w:t>
      </w:r>
    </w:p>
    <w:p w:rsidR="00E00D30" w:rsidRDefault="00E00D30" w:rsidP="00E00D30">
      <w:r>
        <w:t>101.5692</w:t>
      </w:r>
      <w:r>
        <w:tab/>
        <w:t>1.013e0</w:t>
      </w:r>
    </w:p>
    <w:p w:rsidR="00E00D30" w:rsidRDefault="00E00D30" w:rsidP="00E00D30">
      <w:r>
        <w:t>101.5714</w:t>
      </w:r>
      <w:r>
        <w:tab/>
        <w:t>2.025e0</w:t>
      </w:r>
    </w:p>
    <w:p w:rsidR="00E00D30" w:rsidRDefault="00E00D30" w:rsidP="00E00D30">
      <w:r>
        <w:t>101.5770</w:t>
      </w:r>
      <w:r>
        <w:tab/>
        <w:t>1.013e0</w:t>
      </w:r>
    </w:p>
    <w:p w:rsidR="00E00D30" w:rsidRDefault="00E00D30" w:rsidP="00E00D30">
      <w:r>
        <w:t>101.5783</w:t>
      </w:r>
      <w:r>
        <w:tab/>
        <w:t>2.025e0</w:t>
      </w:r>
    </w:p>
    <w:p w:rsidR="00E00D30" w:rsidRDefault="00E00D30" w:rsidP="00E00D30">
      <w:r>
        <w:t>101.5827</w:t>
      </w:r>
      <w:r>
        <w:tab/>
        <w:t>1.013e0</w:t>
      </w:r>
    </w:p>
    <w:p w:rsidR="00E00D30" w:rsidRDefault="00E00D30" w:rsidP="00E00D30">
      <w:r>
        <w:t>101.5876</w:t>
      </w:r>
      <w:r>
        <w:tab/>
        <w:t>1.013e0</w:t>
      </w:r>
    </w:p>
    <w:p w:rsidR="00E00D30" w:rsidRDefault="00E00D30" w:rsidP="00E00D30">
      <w:r>
        <w:t>101.5931</w:t>
      </w:r>
      <w:r>
        <w:tab/>
        <w:t>2.025e0</w:t>
      </w:r>
    </w:p>
    <w:p w:rsidR="00E00D30" w:rsidRDefault="00E00D30" w:rsidP="00E00D30">
      <w:r>
        <w:t>101.6010</w:t>
      </w:r>
      <w:r>
        <w:tab/>
        <w:t>1.013e0</w:t>
      </w:r>
    </w:p>
    <w:p w:rsidR="00E00D30" w:rsidRDefault="00E00D30" w:rsidP="00E00D30">
      <w:r>
        <w:t>101.6038</w:t>
      </w:r>
      <w:r>
        <w:tab/>
        <w:t>2.025e0</w:t>
      </w:r>
    </w:p>
    <w:p w:rsidR="00E00D30" w:rsidRDefault="00E00D30" w:rsidP="00E00D30">
      <w:r>
        <w:t>101.6093</w:t>
      </w:r>
      <w:r>
        <w:tab/>
        <w:t>1.013e0</w:t>
      </w:r>
    </w:p>
    <w:p w:rsidR="00E00D30" w:rsidRDefault="00E00D30" w:rsidP="00E00D30">
      <w:r>
        <w:t>101.6144</w:t>
      </w:r>
      <w:r>
        <w:tab/>
        <w:t>2.025e0</w:t>
      </w:r>
    </w:p>
    <w:p w:rsidR="00E00D30" w:rsidRDefault="00E00D30" w:rsidP="00E00D30">
      <w:r>
        <w:t>101.6171</w:t>
      </w:r>
      <w:r>
        <w:tab/>
        <w:t>2.025e0</w:t>
      </w:r>
    </w:p>
    <w:p w:rsidR="00E00D30" w:rsidRDefault="00E00D30" w:rsidP="00E00D30">
      <w:r>
        <w:t>101.6278</w:t>
      </w:r>
      <w:r>
        <w:tab/>
        <w:t>1.013e0</w:t>
      </w:r>
    </w:p>
    <w:p w:rsidR="00E00D30" w:rsidRDefault="00E00D30" w:rsidP="00E00D30">
      <w:r>
        <w:t>101.6334</w:t>
      </w:r>
      <w:r>
        <w:tab/>
        <w:t>1.013e0</w:t>
      </w:r>
    </w:p>
    <w:p w:rsidR="00E00D30" w:rsidRDefault="00E00D30" w:rsidP="00E00D30">
      <w:r>
        <w:lastRenderedPageBreak/>
        <w:t>101.6439</w:t>
      </w:r>
      <w:r>
        <w:tab/>
        <w:t>1.013e0</w:t>
      </w:r>
    </w:p>
    <w:p w:rsidR="00E00D30" w:rsidRDefault="00E00D30" w:rsidP="00E00D30">
      <w:r>
        <w:t>101.6519</w:t>
      </w:r>
      <w:r>
        <w:tab/>
        <w:t>1.013e0</w:t>
      </w:r>
    </w:p>
    <w:p w:rsidR="00E00D30" w:rsidRDefault="00E00D30" w:rsidP="00E00D30">
      <w:r>
        <w:t>101.6546</w:t>
      </w:r>
      <w:r>
        <w:tab/>
        <w:t>1.013e0</w:t>
      </w:r>
    </w:p>
    <w:p w:rsidR="00E00D30" w:rsidRDefault="00E00D30" w:rsidP="00E00D30">
      <w:r>
        <w:t>101.6575</w:t>
      </w:r>
      <w:r>
        <w:tab/>
        <w:t>1.013e0</w:t>
      </w:r>
    </w:p>
    <w:p w:rsidR="00E00D30" w:rsidRDefault="00E00D30" w:rsidP="00E00D30">
      <w:r>
        <w:t>101.6614</w:t>
      </w:r>
      <w:r>
        <w:tab/>
        <w:t>2.025e0</w:t>
      </w:r>
    </w:p>
    <w:p w:rsidR="00E00D30" w:rsidRDefault="00E00D30" w:rsidP="00E00D30">
      <w:r>
        <w:t>101.6653</w:t>
      </w:r>
      <w:r>
        <w:tab/>
        <w:t>1.013e0</w:t>
      </w:r>
    </w:p>
    <w:p w:rsidR="00E00D30" w:rsidRDefault="00E00D30" w:rsidP="00E00D30">
      <w:r>
        <w:t>101.6815</w:t>
      </w:r>
      <w:r>
        <w:tab/>
        <w:t>1.013e0</w:t>
      </w:r>
    </w:p>
    <w:p w:rsidR="00E00D30" w:rsidRDefault="00E00D30" w:rsidP="00E00D30">
      <w:r>
        <w:t>101.6870</w:t>
      </w:r>
      <w:r>
        <w:tab/>
        <w:t>1.013e0</w:t>
      </w:r>
    </w:p>
    <w:p w:rsidR="00E00D30" w:rsidRDefault="00E00D30" w:rsidP="00E00D30">
      <w:r>
        <w:t>101.6949</w:t>
      </w:r>
      <w:r>
        <w:tab/>
        <w:t>1.013e0</w:t>
      </w:r>
    </w:p>
    <w:p w:rsidR="00E00D30" w:rsidRDefault="00E00D30" w:rsidP="00E00D30">
      <w:r>
        <w:t>101.7070</w:t>
      </w:r>
      <w:r>
        <w:tab/>
        <w:t>2.025e0</w:t>
      </w:r>
    </w:p>
    <w:p w:rsidR="00E00D30" w:rsidRDefault="00E00D30" w:rsidP="00E00D30">
      <w:r>
        <w:t>101.7136</w:t>
      </w:r>
      <w:r>
        <w:tab/>
        <w:t>1.013e0</w:t>
      </w:r>
    </w:p>
    <w:p w:rsidR="00E00D30" w:rsidRDefault="00E00D30" w:rsidP="00E00D30">
      <w:r>
        <w:t>101.7189</w:t>
      </w:r>
      <w:r>
        <w:tab/>
        <w:t>1.013e0</w:t>
      </w:r>
    </w:p>
    <w:p w:rsidR="00E00D30" w:rsidRDefault="00E00D30" w:rsidP="00E00D30">
      <w:r>
        <w:t>101.7217</w:t>
      </w:r>
      <w:r>
        <w:tab/>
        <w:t>1.013e0</w:t>
      </w:r>
    </w:p>
    <w:p w:rsidR="00E00D30" w:rsidRDefault="00E00D30" w:rsidP="00E00D30">
      <w:r>
        <w:t>101.7379</w:t>
      </w:r>
      <w:r>
        <w:tab/>
        <w:t>2.025e0</w:t>
      </w:r>
    </w:p>
    <w:p w:rsidR="00E00D30" w:rsidRDefault="00E00D30" w:rsidP="00E00D30">
      <w:r>
        <w:t>101.7457</w:t>
      </w:r>
      <w:r>
        <w:tab/>
        <w:t>1.013e0</w:t>
      </w:r>
    </w:p>
    <w:p w:rsidR="00E00D30" w:rsidRDefault="00E00D30" w:rsidP="00E00D30">
      <w:r>
        <w:t>101.7473</w:t>
      </w:r>
      <w:r>
        <w:tab/>
        <w:t>2.025e0</w:t>
      </w:r>
    </w:p>
    <w:p w:rsidR="00E00D30" w:rsidRDefault="00E00D30" w:rsidP="00E00D30">
      <w:r>
        <w:t>101.7485</w:t>
      </w:r>
      <w:r>
        <w:tab/>
        <w:t>1.013e0</w:t>
      </w:r>
    </w:p>
    <w:p w:rsidR="00E00D30" w:rsidRDefault="00E00D30" w:rsidP="00E00D30">
      <w:r>
        <w:t>101.7513</w:t>
      </w:r>
      <w:r>
        <w:tab/>
        <w:t>1.013e0</w:t>
      </w:r>
    </w:p>
    <w:p w:rsidR="00E00D30" w:rsidRDefault="00E00D30" w:rsidP="00E00D30">
      <w:r>
        <w:t>101.7591</w:t>
      </w:r>
      <w:r>
        <w:tab/>
        <w:t>1.013e0</w:t>
      </w:r>
    </w:p>
    <w:p w:rsidR="00E00D30" w:rsidRDefault="00E00D30" w:rsidP="00E00D30">
      <w:r>
        <w:lastRenderedPageBreak/>
        <w:t>101.7670</w:t>
      </w:r>
      <w:r>
        <w:tab/>
        <w:t>1.013e0</w:t>
      </w:r>
    </w:p>
    <w:p w:rsidR="00E00D30" w:rsidRDefault="00E00D30" w:rsidP="00E00D30">
      <w:r>
        <w:t>101.7698</w:t>
      </w:r>
      <w:r>
        <w:tab/>
        <w:t>1.013e0</w:t>
      </w:r>
    </w:p>
    <w:p w:rsidR="00E00D30" w:rsidRDefault="00E00D30" w:rsidP="00E00D30">
      <w:r>
        <w:t>101.7727</w:t>
      </w:r>
      <w:r>
        <w:tab/>
        <w:t>3.038e0</w:t>
      </w:r>
    </w:p>
    <w:p w:rsidR="00E00D30" w:rsidRDefault="00E00D30" w:rsidP="00E00D30">
      <w:r>
        <w:t>101.7781</w:t>
      </w:r>
      <w:r>
        <w:tab/>
        <w:t>1.013e0</w:t>
      </w:r>
    </w:p>
    <w:p w:rsidR="00E00D30" w:rsidRDefault="00E00D30" w:rsidP="00E00D30">
      <w:r>
        <w:t>101.7860</w:t>
      </w:r>
      <w:r>
        <w:tab/>
        <w:t>1.013e0</w:t>
      </w:r>
    </w:p>
    <w:p w:rsidR="00E00D30" w:rsidRDefault="00E00D30" w:rsidP="00E00D30">
      <w:r>
        <w:t>101.7940</w:t>
      </w:r>
      <w:r>
        <w:tab/>
        <w:t>1.013e0</w:t>
      </w:r>
    </w:p>
    <w:p w:rsidR="00E00D30" w:rsidRDefault="00E00D30" w:rsidP="00E00D30">
      <w:r>
        <w:t>101.8236</w:t>
      </w:r>
      <w:r>
        <w:tab/>
        <w:t>1.013e0</w:t>
      </w:r>
    </w:p>
    <w:p w:rsidR="00E00D30" w:rsidRDefault="00E00D30" w:rsidP="00E00D30">
      <w:r>
        <w:t>101.8262</w:t>
      </w:r>
      <w:r>
        <w:tab/>
        <w:t>1.013e0</w:t>
      </w:r>
    </w:p>
    <w:p w:rsidR="00E00D30" w:rsidRDefault="00E00D30" w:rsidP="00E00D30">
      <w:r>
        <w:t>101.8341</w:t>
      </w:r>
      <w:r>
        <w:tab/>
        <w:t>1.013e0</w:t>
      </w:r>
    </w:p>
    <w:p w:rsidR="00E00D30" w:rsidRDefault="00E00D30" w:rsidP="00E00D30">
      <w:r>
        <w:t>101.8477</w:t>
      </w:r>
      <w:r>
        <w:tab/>
        <w:t>1.013e0</w:t>
      </w:r>
    </w:p>
    <w:p w:rsidR="00E00D30" w:rsidRDefault="00E00D30" w:rsidP="00E00D30">
      <w:r>
        <w:t>101.8558</w:t>
      </w:r>
      <w:r>
        <w:tab/>
        <w:t>1.013e0</w:t>
      </w:r>
    </w:p>
    <w:p w:rsidR="00E00D30" w:rsidRDefault="00E00D30" w:rsidP="00E00D30">
      <w:r>
        <w:t>101.8717</w:t>
      </w:r>
      <w:r>
        <w:tab/>
        <w:t>2.025e0</w:t>
      </w:r>
    </w:p>
    <w:p w:rsidR="00E00D30" w:rsidRDefault="00E00D30" w:rsidP="00E00D30">
      <w:r>
        <w:t>101.9068</w:t>
      </w:r>
      <w:r>
        <w:tab/>
        <w:t>3.038e0</w:t>
      </w:r>
    </w:p>
    <w:p w:rsidR="00E00D30" w:rsidRDefault="00E00D30" w:rsidP="00E00D30">
      <w:r>
        <w:t>101.9174</w:t>
      </w:r>
      <w:r>
        <w:tab/>
        <w:t>1.013e0</w:t>
      </w:r>
    </w:p>
    <w:p w:rsidR="00E00D30" w:rsidRDefault="00E00D30" w:rsidP="00E00D30">
      <w:r>
        <w:t>101.9230</w:t>
      </w:r>
      <w:r>
        <w:tab/>
        <w:t>1.013e0</w:t>
      </w:r>
    </w:p>
    <w:p w:rsidR="00E00D30" w:rsidRDefault="00E00D30" w:rsidP="00E00D30">
      <w:r>
        <w:t>101.9387</w:t>
      </w:r>
      <w:r>
        <w:tab/>
        <w:t>1.013e0</w:t>
      </w:r>
    </w:p>
    <w:p w:rsidR="00E00D30" w:rsidRDefault="00E00D30" w:rsidP="00E00D30">
      <w:r>
        <w:t>101.9415</w:t>
      </w:r>
      <w:r>
        <w:tab/>
        <w:t>1.013e0</w:t>
      </w:r>
    </w:p>
    <w:p w:rsidR="00E00D30" w:rsidRDefault="00E00D30" w:rsidP="00E00D30">
      <w:r>
        <w:t>101.9443</w:t>
      </w:r>
      <w:r>
        <w:tab/>
        <w:t>1.013e0</w:t>
      </w:r>
    </w:p>
    <w:p w:rsidR="00E00D30" w:rsidRDefault="00E00D30" w:rsidP="00E00D30">
      <w:r>
        <w:t>101.9522</w:t>
      </w:r>
      <w:r>
        <w:tab/>
        <w:t>2.025e0</w:t>
      </w:r>
    </w:p>
    <w:p w:rsidR="00E00D30" w:rsidRDefault="00E00D30" w:rsidP="00E00D30">
      <w:r>
        <w:lastRenderedPageBreak/>
        <w:t>101.9656</w:t>
      </w:r>
      <w:r>
        <w:tab/>
        <w:t>1.013e0</w:t>
      </w:r>
    </w:p>
    <w:p w:rsidR="00E00D30" w:rsidRDefault="00E00D30" w:rsidP="00E00D30">
      <w:r>
        <w:t>101.9711</w:t>
      </w:r>
      <w:r>
        <w:tab/>
        <w:t>1.013e0</w:t>
      </w:r>
    </w:p>
    <w:p w:rsidR="00E00D30" w:rsidRDefault="00E00D30" w:rsidP="00E00D30">
      <w:r>
        <w:t>101.9741</w:t>
      </w:r>
      <w:r>
        <w:tab/>
        <w:t>1.013e0</w:t>
      </w:r>
    </w:p>
    <w:p w:rsidR="00E00D30" w:rsidRDefault="00E00D30" w:rsidP="00E00D30">
      <w:r>
        <w:t>101.9818</w:t>
      </w:r>
      <w:r>
        <w:tab/>
        <w:t>3.038e0</w:t>
      </w:r>
    </w:p>
    <w:p w:rsidR="00E00D30" w:rsidRDefault="00E00D30" w:rsidP="00E00D30">
      <w:r>
        <w:t>101.9897</w:t>
      </w:r>
      <w:r>
        <w:tab/>
        <w:t>1.013e0</w:t>
      </w:r>
    </w:p>
    <w:p w:rsidR="00E00D30" w:rsidRDefault="00E00D30" w:rsidP="00E00D30">
      <w:r>
        <w:t>102.0008</w:t>
      </w:r>
      <w:r>
        <w:tab/>
        <w:t>1.013e0</w:t>
      </w:r>
    </w:p>
    <w:p w:rsidR="00E00D30" w:rsidRDefault="00E00D30" w:rsidP="00E00D30">
      <w:r>
        <w:t>102.0030</w:t>
      </w:r>
      <w:r>
        <w:tab/>
        <w:t>1.013e0</w:t>
      </w:r>
    </w:p>
    <w:p w:rsidR="00E00D30" w:rsidRDefault="00E00D30" w:rsidP="00E00D30">
      <w:r>
        <w:t>102.0045</w:t>
      </w:r>
      <w:r>
        <w:tab/>
        <w:t>2.025e0</w:t>
      </w:r>
    </w:p>
    <w:p w:rsidR="00E00D30" w:rsidRDefault="00E00D30" w:rsidP="00E00D30">
      <w:r>
        <w:t>102.0115</w:t>
      </w:r>
      <w:r>
        <w:tab/>
        <w:t>2.025e0</w:t>
      </w:r>
    </w:p>
    <w:p w:rsidR="00E00D30" w:rsidRDefault="00E00D30" w:rsidP="00E00D30">
      <w:r>
        <w:t>102.0165</w:t>
      </w:r>
      <w:r>
        <w:tab/>
        <w:t>1.013e0</w:t>
      </w:r>
    </w:p>
    <w:p w:rsidR="00E00D30" w:rsidRDefault="00E00D30" w:rsidP="00E00D30">
      <w:r>
        <w:t>102.0299</w:t>
      </w:r>
      <w:r>
        <w:tab/>
        <w:t>1.013e0</w:t>
      </w:r>
    </w:p>
    <w:p w:rsidR="00E00D30" w:rsidRDefault="00E00D30" w:rsidP="00E00D30">
      <w:r>
        <w:t>102.0462</w:t>
      </w:r>
      <w:r>
        <w:tab/>
        <w:t>1.013e0</w:t>
      </w:r>
    </w:p>
    <w:p w:rsidR="00E00D30" w:rsidRDefault="00E00D30" w:rsidP="00E00D30">
      <w:r>
        <w:t>102.0517</w:t>
      </w:r>
      <w:r>
        <w:tab/>
        <w:t>1.013e0</w:t>
      </w:r>
    </w:p>
    <w:p w:rsidR="00E00D30" w:rsidRDefault="00E00D30" w:rsidP="00E00D30">
      <w:r>
        <w:t>102.0541</w:t>
      </w:r>
      <w:r>
        <w:tab/>
        <w:t>8.496e0</w:t>
      </w:r>
    </w:p>
    <w:p w:rsidR="00E00D30" w:rsidRDefault="00E00D30" w:rsidP="00E00D30">
      <w:r>
        <w:t>102.0648</w:t>
      </w:r>
      <w:r>
        <w:tab/>
        <w:t>6.145e0</w:t>
      </w:r>
    </w:p>
    <w:p w:rsidR="00E00D30" w:rsidRDefault="00E00D30" w:rsidP="00E00D30">
      <w:r>
        <w:t>102.0679</w:t>
      </w:r>
      <w:r>
        <w:tab/>
        <w:t>1.722e1</w:t>
      </w:r>
    </w:p>
    <w:p w:rsidR="00E00D30" w:rsidRDefault="00E00D30" w:rsidP="00E00D30">
      <w:r>
        <w:t>102.0699</w:t>
      </w:r>
      <w:r>
        <w:tab/>
        <w:t>2.633e1</w:t>
      </w:r>
    </w:p>
    <w:p w:rsidR="00E00D30" w:rsidRDefault="00E00D30" w:rsidP="00E00D30">
      <w:r>
        <w:t>102.0714</w:t>
      </w:r>
      <w:r>
        <w:tab/>
        <w:t>2.664e1</w:t>
      </w:r>
    </w:p>
    <w:p w:rsidR="00E00D30" w:rsidRDefault="00E00D30" w:rsidP="00E00D30">
      <w:r>
        <w:t>102.0727</w:t>
      </w:r>
      <w:r>
        <w:tab/>
        <w:t>2.789e1</w:t>
      </w:r>
    </w:p>
    <w:p w:rsidR="00E00D30" w:rsidRDefault="00E00D30" w:rsidP="00E00D30">
      <w:r>
        <w:lastRenderedPageBreak/>
        <w:t>102.0738</w:t>
      </w:r>
      <w:r>
        <w:tab/>
        <w:t>1.316e1</w:t>
      </w:r>
    </w:p>
    <w:p w:rsidR="00E00D30" w:rsidRDefault="00E00D30" w:rsidP="00E00D30">
      <w:r>
        <w:t>102.0758</w:t>
      </w:r>
      <w:r>
        <w:tab/>
        <w:t>6.250e0</w:t>
      </w:r>
    </w:p>
    <w:p w:rsidR="00E00D30" w:rsidRDefault="00E00D30" w:rsidP="00E00D30">
      <w:r>
        <w:t>102.0898</w:t>
      </w:r>
      <w:r>
        <w:tab/>
        <w:t>4.155e0</w:t>
      </w:r>
    </w:p>
    <w:p w:rsidR="00E00D30" w:rsidRDefault="00E00D30" w:rsidP="00E00D30">
      <w:r>
        <w:t>102.0921</w:t>
      </w:r>
      <w:r>
        <w:tab/>
        <w:t>1.013e0</w:t>
      </w:r>
    </w:p>
    <w:p w:rsidR="00E00D30" w:rsidRDefault="00E00D30" w:rsidP="00E00D30">
      <w:r>
        <w:t>102.1013</w:t>
      </w:r>
      <w:r>
        <w:tab/>
        <w:t>2.025e0</w:t>
      </w:r>
    </w:p>
    <w:p w:rsidR="00E00D30" w:rsidRDefault="00E00D30" w:rsidP="00E00D30">
      <w:r>
        <w:t>102.1106</w:t>
      </w:r>
      <w:r>
        <w:tab/>
        <w:t>1.013e0</w:t>
      </w:r>
    </w:p>
    <w:p w:rsidR="00E00D30" w:rsidRDefault="00E00D30" w:rsidP="00E00D30">
      <w:r>
        <w:t>102.1213</w:t>
      </w:r>
      <w:r>
        <w:tab/>
        <w:t>1.013e0</w:t>
      </w:r>
    </w:p>
    <w:p w:rsidR="00E00D30" w:rsidRDefault="00E00D30" w:rsidP="00E00D30">
      <w:r>
        <w:t>102.1240</w:t>
      </w:r>
      <w:r>
        <w:tab/>
        <w:t>1.013e0</w:t>
      </w:r>
    </w:p>
    <w:p w:rsidR="00E00D30" w:rsidRDefault="00E00D30" w:rsidP="00E00D30">
      <w:r>
        <w:t>102.1268</w:t>
      </w:r>
      <w:r>
        <w:tab/>
        <w:t>3.038e0</w:t>
      </w:r>
    </w:p>
    <w:p w:rsidR="00E00D30" w:rsidRDefault="00E00D30" w:rsidP="00E00D30">
      <w:r>
        <w:t>102.1281</w:t>
      </w:r>
      <w:r>
        <w:tab/>
        <w:t>2.025e0</w:t>
      </w:r>
    </w:p>
    <w:p w:rsidR="00E00D30" w:rsidRDefault="00E00D30" w:rsidP="00E00D30">
      <w:r>
        <w:t>102.1305</w:t>
      </w:r>
      <w:r>
        <w:tab/>
        <w:t>5.063e0</w:t>
      </w:r>
    </w:p>
    <w:p w:rsidR="00E00D30" w:rsidRDefault="00E00D30" w:rsidP="00E00D30">
      <w:r>
        <w:t>102.1348</w:t>
      </w:r>
      <w:r>
        <w:tab/>
        <w:t>1.013e0</w:t>
      </w:r>
    </w:p>
    <w:p w:rsidR="00E00D30" w:rsidRDefault="00E00D30" w:rsidP="00E00D30">
      <w:r>
        <w:t>102.1374</w:t>
      </w:r>
      <w:r>
        <w:tab/>
        <w:t>1.013e0</w:t>
      </w:r>
    </w:p>
    <w:p w:rsidR="00E00D30" w:rsidRDefault="00E00D30" w:rsidP="00E00D30">
      <w:r>
        <w:t>102.1430</w:t>
      </w:r>
      <w:r>
        <w:tab/>
        <w:t>1.013e0</w:t>
      </w:r>
    </w:p>
    <w:p w:rsidR="00E00D30" w:rsidRDefault="00E00D30" w:rsidP="00E00D30">
      <w:r>
        <w:t>102.1482</w:t>
      </w:r>
      <w:r>
        <w:tab/>
        <w:t>2.025e0</w:t>
      </w:r>
    </w:p>
    <w:p w:rsidR="00E00D30" w:rsidRDefault="00E00D30" w:rsidP="00E00D30">
      <w:r>
        <w:t>102.1591</w:t>
      </w:r>
      <w:r>
        <w:tab/>
        <w:t>1.013e0</w:t>
      </w:r>
    </w:p>
    <w:p w:rsidR="00E00D30" w:rsidRDefault="00E00D30" w:rsidP="00E00D30">
      <w:r>
        <w:t>102.1616</w:t>
      </w:r>
      <w:r>
        <w:tab/>
        <w:t>1.013e0</w:t>
      </w:r>
    </w:p>
    <w:p w:rsidR="00E00D30" w:rsidRDefault="00E00D30" w:rsidP="00E00D30">
      <w:r>
        <w:t>102.1644</w:t>
      </w:r>
      <w:r>
        <w:tab/>
        <w:t>2.025e0</w:t>
      </w:r>
    </w:p>
    <w:p w:rsidR="00E00D30" w:rsidRDefault="00E00D30" w:rsidP="00E00D30">
      <w:r>
        <w:t>102.1671</w:t>
      </w:r>
      <w:r>
        <w:tab/>
        <w:t>1.013e0</w:t>
      </w:r>
    </w:p>
    <w:p w:rsidR="00E00D30" w:rsidRDefault="00E00D30" w:rsidP="00E00D30">
      <w:r>
        <w:lastRenderedPageBreak/>
        <w:t>102.1749</w:t>
      </w:r>
      <w:r>
        <w:tab/>
        <w:t>1.013e0</w:t>
      </w:r>
    </w:p>
    <w:p w:rsidR="00E00D30" w:rsidRDefault="00E00D30" w:rsidP="00E00D30">
      <w:r>
        <w:t>102.1778</w:t>
      </w:r>
      <w:r>
        <w:tab/>
        <w:t>1.013e0</w:t>
      </w:r>
    </w:p>
    <w:p w:rsidR="00E00D30" w:rsidRDefault="00E00D30" w:rsidP="00E00D30">
      <w:r>
        <w:t>102.1834</w:t>
      </w:r>
      <w:r>
        <w:tab/>
        <w:t>2.025e0</w:t>
      </w:r>
    </w:p>
    <w:p w:rsidR="00E00D30" w:rsidRDefault="00E00D30" w:rsidP="00E00D30">
      <w:r>
        <w:t>102.1969</w:t>
      </w:r>
      <w:r>
        <w:tab/>
        <w:t>1.013e0</w:t>
      </w:r>
    </w:p>
    <w:p w:rsidR="00E00D30" w:rsidRDefault="00E00D30" w:rsidP="00E00D30">
      <w:r>
        <w:t>102.2076</w:t>
      </w:r>
      <w:r>
        <w:tab/>
        <w:t>1.013e0</w:t>
      </w:r>
    </w:p>
    <w:p w:rsidR="00E00D30" w:rsidRDefault="00E00D30" w:rsidP="00E00D30">
      <w:r>
        <w:t>102.2102</w:t>
      </w:r>
      <w:r>
        <w:tab/>
        <w:t>1.013e0</w:t>
      </w:r>
    </w:p>
    <w:p w:rsidR="00E00D30" w:rsidRDefault="00E00D30" w:rsidP="00E00D30">
      <w:r>
        <w:t>102.2343</w:t>
      </w:r>
      <w:r>
        <w:tab/>
        <w:t>1.013e0</w:t>
      </w:r>
    </w:p>
    <w:p w:rsidR="00E00D30" w:rsidRDefault="00E00D30" w:rsidP="00E00D30">
      <w:r>
        <w:t>102.2371</w:t>
      </w:r>
      <w:r>
        <w:tab/>
        <w:t>1.013e0</w:t>
      </w:r>
    </w:p>
    <w:p w:rsidR="00E00D30" w:rsidRDefault="00E00D30" w:rsidP="00E00D30">
      <w:r>
        <w:t>102.2422</w:t>
      </w:r>
      <w:r>
        <w:tab/>
        <w:t>1.013e0</w:t>
      </w:r>
    </w:p>
    <w:p w:rsidR="00E00D30" w:rsidRDefault="00E00D30" w:rsidP="00E00D30">
      <w:r>
        <w:t>102.2450</w:t>
      </w:r>
      <w:r>
        <w:tab/>
        <w:t>1.013e0</w:t>
      </w:r>
    </w:p>
    <w:p w:rsidR="00E00D30" w:rsidRDefault="00E00D30" w:rsidP="00E00D30">
      <w:r>
        <w:t>102.2557</w:t>
      </w:r>
      <w:r>
        <w:tab/>
        <w:t>3.038e0</w:t>
      </w:r>
    </w:p>
    <w:p w:rsidR="00E00D30" w:rsidRDefault="00E00D30" w:rsidP="00E00D30">
      <w:r>
        <w:t>102.2612</w:t>
      </w:r>
      <w:r>
        <w:tab/>
        <w:t>1.013e0</w:t>
      </w:r>
    </w:p>
    <w:p w:rsidR="00E00D30" w:rsidRDefault="00E00D30" w:rsidP="00E00D30">
      <w:r>
        <w:t>102.2640</w:t>
      </w:r>
      <w:r>
        <w:tab/>
        <w:t>1.013e0</w:t>
      </w:r>
    </w:p>
    <w:p w:rsidR="00E00D30" w:rsidRDefault="00E00D30" w:rsidP="00E00D30">
      <w:r>
        <w:t>102.2663</w:t>
      </w:r>
      <w:r>
        <w:tab/>
        <w:t>1.013e0</w:t>
      </w:r>
    </w:p>
    <w:p w:rsidR="00E00D30" w:rsidRDefault="00E00D30" w:rsidP="00E00D30">
      <w:r>
        <w:t>102.2799</w:t>
      </w:r>
      <w:r>
        <w:tab/>
        <w:t>1.013e0</w:t>
      </w:r>
    </w:p>
    <w:p w:rsidR="00E00D30" w:rsidRDefault="00E00D30" w:rsidP="00E00D30">
      <w:r>
        <w:t>102.2853</w:t>
      </w:r>
      <w:r>
        <w:tab/>
        <w:t>2.025e0</w:t>
      </w:r>
    </w:p>
    <w:p w:rsidR="00E00D30" w:rsidRDefault="00E00D30" w:rsidP="00E00D30">
      <w:r>
        <w:t>102.2881</w:t>
      </w:r>
      <w:r>
        <w:tab/>
        <w:t>1.013e0</w:t>
      </w:r>
    </w:p>
    <w:p w:rsidR="00E00D30" w:rsidRDefault="00E00D30" w:rsidP="00E00D30">
      <w:r>
        <w:t>102.2932</w:t>
      </w:r>
      <w:r>
        <w:tab/>
        <w:t>1.013e0</w:t>
      </w:r>
    </w:p>
    <w:p w:rsidR="00E00D30" w:rsidRDefault="00E00D30" w:rsidP="00E00D30">
      <w:r>
        <w:t>102.3015</w:t>
      </w:r>
      <w:r>
        <w:tab/>
        <w:t>1.013e0</w:t>
      </w:r>
    </w:p>
    <w:p w:rsidR="00E00D30" w:rsidRDefault="00E00D30" w:rsidP="00E00D30">
      <w:r>
        <w:lastRenderedPageBreak/>
        <w:t>102.3043</w:t>
      </w:r>
      <w:r>
        <w:tab/>
        <w:t>1.013e0</w:t>
      </w:r>
    </w:p>
    <w:p w:rsidR="00E00D30" w:rsidRDefault="00E00D30" w:rsidP="00E00D30">
      <w:r>
        <w:t>102.3175</w:t>
      </w:r>
      <w:r>
        <w:tab/>
        <w:t>2.025e0</w:t>
      </w:r>
    </w:p>
    <w:p w:rsidR="00E00D30" w:rsidRDefault="00E00D30" w:rsidP="00E00D30">
      <w:r>
        <w:t>102.3310</w:t>
      </w:r>
      <w:r>
        <w:tab/>
        <w:t>1.013e0</w:t>
      </w:r>
    </w:p>
    <w:p w:rsidR="00E00D30" w:rsidRDefault="00E00D30" w:rsidP="00E00D30">
      <w:r>
        <w:t>102.3336</w:t>
      </w:r>
      <w:r>
        <w:tab/>
        <w:t>1.013e0</w:t>
      </w:r>
    </w:p>
    <w:p w:rsidR="00E00D30" w:rsidRDefault="00E00D30" w:rsidP="00E00D30">
      <w:r>
        <w:t>102.3364</w:t>
      </w:r>
      <w:r>
        <w:tab/>
        <w:t>2.025e0</w:t>
      </w:r>
    </w:p>
    <w:p w:rsidR="00E00D30" w:rsidRDefault="00E00D30" w:rsidP="00E00D30">
      <w:r>
        <w:t>102.3470</w:t>
      </w:r>
      <w:r>
        <w:tab/>
        <w:t>1.013e0</w:t>
      </w:r>
    </w:p>
    <w:p w:rsidR="00E00D30" w:rsidRDefault="00E00D30" w:rsidP="00E00D30">
      <w:r>
        <w:t>102.3498</w:t>
      </w:r>
      <w:r>
        <w:tab/>
        <w:t>2.025e0</w:t>
      </w:r>
    </w:p>
    <w:p w:rsidR="00E00D30" w:rsidRDefault="00E00D30" w:rsidP="00E00D30">
      <w:r>
        <w:t>102.3632</w:t>
      </w:r>
      <w:r>
        <w:tab/>
        <w:t>1.013e0</w:t>
      </w:r>
    </w:p>
    <w:p w:rsidR="00E00D30" w:rsidRDefault="00E00D30" w:rsidP="00E00D30">
      <w:r>
        <w:t>102.3746</w:t>
      </w:r>
      <w:r>
        <w:tab/>
        <w:t>4.051e0</w:t>
      </w:r>
    </w:p>
    <w:p w:rsidR="00E00D30" w:rsidRDefault="00E00D30" w:rsidP="00E00D30">
      <w:r>
        <w:t>102.3829</w:t>
      </w:r>
      <w:r>
        <w:tab/>
        <w:t>4.051e0</w:t>
      </w:r>
    </w:p>
    <w:p w:rsidR="00E00D30" w:rsidRDefault="00E00D30" w:rsidP="00E00D30">
      <w:r>
        <w:t>102.3981</w:t>
      </w:r>
      <w:r>
        <w:tab/>
        <w:t>1.013e0</w:t>
      </w:r>
    </w:p>
    <w:p w:rsidR="00E00D30" w:rsidRDefault="00E00D30" w:rsidP="00E00D30">
      <w:r>
        <w:t>102.4064</w:t>
      </w:r>
      <w:r>
        <w:tab/>
        <w:t>2.025e0</w:t>
      </w:r>
    </w:p>
    <w:p w:rsidR="00E00D30" w:rsidRDefault="00E00D30" w:rsidP="00E00D30">
      <w:r>
        <w:t>102.4089</w:t>
      </w:r>
      <w:r>
        <w:tab/>
        <w:t>2.025e0</w:t>
      </w:r>
    </w:p>
    <w:p w:rsidR="00E00D30" w:rsidRDefault="00E00D30" w:rsidP="00E00D30">
      <w:r>
        <w:t>102.4171</w:t>
      </w:r>
      <w:r>
        <w:tab/>
        <w:t>1.013e0</w:t>
      </w:r>
    </w:p>
    <w:p w:rsidR="00E00D30" w:rsidRDefault="00E00D30" w:rsidP="00E00D30">
      <w:r>
        <w:t>102.4266</w:t>
      </w:r>
      <w:r>
        <w:tab/>
        <w:t>2.025e0</w:t>
      </w:r>
    </w:p>
    <w:p w:rsidR="00E00D30" w:rsidRDefault="00E00D30" w:rsidP="00E00D30">
      <w:r>
        <w:t>102.4307</w:t>
      </w:r>
      <w:r>
        <w:tab/>
        <w:t>1.013e0</w:t>
      </w:r>
    </w:p>
    <w:p w:rsidR="00E00D30" w:rsidRDefault="00E00D30" w:rsidP="00E00D30">
      <w:r>
        <w:t>102.4333</w:t>
      </w:r>
      <w:r>
        <w:tab/>
        <w:t>1.013e0</w:t>
      </w:r>
    </w:p>
    <w:p w:rsidR="00E00D30" w:rsidRDefault="00E00D30" w:rsidP="00E00D30">
      <w:r>
        <w:t>102.4363</w:t>
      </w:r>
      <w:r>
        <w:tab/>
        <w:t>1.013e0</w:t>
      </w:r>
    </w:p>
    <w:p w:rsidR="00E00D30" w:rsidRDefault="00E00D30" w:rsidP="00E00D30">
      <w:r>
        <w:t>102.4412</w:t>
      </w:r>
      <w:r>
        <w:tab/>
        <w:t>1.013e0</w:t>
      </w:r>
    </w:p>
    <w:p w:rsidR="00E00D30" w:rsidRDefault="00E00D30" w:rsidP="00E00D30">
      <w:r>
        <w:lastRenderedPageBreak/>
        <w:t>102.4574</w:t>
      </w:r>
      <w:r>
        <w:tab/>
        <w:t>4.051e0</w:t>
      </w:r>
    </w:p>
    <w:p w:rsidR="00E00D30" w:rsidRDefault="00E00D30" w:rsidP="00E00D30">
      <w:r>
        <w:t>102.4631</w:t>
      </w:r>
      <w:r>
        <w:tab/>
        <w:t>1.013e0</w:t>
      </w:r>
    </w:p>
    <w:p w:rsidR="00E00D30" w:rsidRDefault="00E00D30" w:rsidP="00E00D30">
      <w:r>
        <w:t>102.4723</w:t>
      </w:r>
      <w:r>
        <w:tab/>
        <w:t>2.025e0</w:t>
      </w:r>
    </w:p>
    <w:p w:rsidR="00E00D30" w:rsidRDefault="00E00D30" w:rsidP="00E00D30">
      <w:r>
        <w:t>102.4750</w:t>
      </w:r>
      <w:r>
        <w:tab/>
        <w:t>2.025e0</w:t>
      </w:r>
    </w:p>
    <w:p w:rsidR="00E00D30" w:rsidRDefault="00E00D30" w:rsidP="00E00D30">
      <w:r>
        <w:t>102.4765</w:t>
      </w:r>
      <w:r>
        <w:tab/>
        <w:t>1.013e0</w:t>
      </w:r>
    </w:p>
    <w:p w:rsidR="00E00D30" w:rsidRDefault="00E00D30" w:rsidP="00E00D30">
      <w:r>
        <w:t>102.4871</w:t>
      </w:r>
      <w:r>
        <w:tab/>
        <w:t>2.025e0</w:t>
      </w:r>
    </w:p>
    <w:p w:rsidR="00E00D30" w:rsidRDefault="00E00D30" w:rsidP="00E00D30">
      <w:r>
        <w:t>102.4938</w:t>
      </w:r>
      <w:r>
        <w:tab/>
        <w:t>2.025e0</w:t>
      </w:r>
    </w:p>
    <w:p w:rsidR="00E00D30" w:rsidRDefault="00E00D30" w:rsidP="00E00D30">
      <w:r>
        <w:t>102.5045</w:t>
      </w:r>
      <w:r>
        <w:tab/>
        <w:t>2.025e0</w:t>
      </w:r>
    </w:p>
    <w:p w:rsidR="00E00D30" w:rsidRDefault="00E00D30" w:rsidP="00E00D30">
      <w:r>
        <w:t>102.5058</w:t>
      </w:r>
      <w:r>
        <w:tab/>
        <w:t>1.013e0</w:t>
      </w:r>
    </w:p>
    <w:p w:rsidR="00E00D30" w:rsidRDefault="00E00D30" w:rsidP="00E00D30">
      <w:r>
        <w:t>102.5247</w:t>
      </w:r>
      <w:r>
        <w:tab/>
        <w:t>1.013e0</w:t>
      </w:r>
    </w:p>
    <w:p w:rsidR="00E00D30" w:rsidRDefault="00E00D30" w:rsidP="00E00D30">
      <w:r>
        <w:t>102.5356</w:t>
      </w:r>
      <w:r>
        <w:tab/>
        <w:t>1.013e0</w:t>
      </w:r>
    </w:p>
    <w:p w:rsidR="00E00D30" w:rsidRDefault="00E00D30" w:rsidP="00E00D30">
      <w:r>
        <w:t>102.5381</w:t>
      </w:r>
      <w:r>
        <w:tab/>
        <w:t>1.013e0</w:t>
      </w:r>
    </w:p>
    <w:p w:rsidR="00E00D30" w:rsidRDefault="00E00D30" w:rsidP="00E00D30">
      <w:r>
        <w:t>102.5516</w:t>
      </w:r>
      <w:r>
        <w:tab/>
        <w:t>1.013e0</w:t>
      </w:r>
    </w:p>
    <w:p w:rsidR="00E00D30" w:rsidRDefault="00E00D30" w:rsidP="00E00D30">
      <w:r>
        <w:t>102.5596</w:t>
      </w:r>
      <w:r>
        <w:tab/>
        <w:t>2.025e0</w:t>
      </w:r>
    </w:p>
    <w:p w:rsidR="00E00D30" w:rsidRDefault="00E00D30" w:rsidP="00E00D30">
      <w:r>
        <w:t>102.5680</w:t>
      </w:r>
      <w:r>
        <w:tab/>
        <w:t>1.013e0</w:t>
      </w:r>
    </w:p>
    <w:p w:rsidR="00E00D30" w:rsidRDefault="00E00D30" w:rsidP="00E00D30">
      <w:r>
        <w:t>102.5744</w:t>
      </w:r>
      <w:r>
        <w:tab/>
        <w:t>2.025e0</w:t>
      </w:r>
    </w:p>
    <w:p w:rsidR="00E00D30" w:rsidRDefault="00E00D30" w:rsidP="00E00D30">
      <w:r>
        <w:t>102.5815</w:t>
      </w:r>
      <w:r>
        <w:tab/>
        <w:t>1.013e0</w:t>
      </w:r>
    </w:p>
    <w:p w:rsidR="00E00D30" w:rsidRDefault="00E00D30" w:rsidP="00E00D30">
      <w:r>
        <w:t>102.5865</w:t>
      </w:r>
      <w:r>
        <w:tab/>
        <w:t>1.013e0</w:t>
      </w:r>
    </w:p>
    <w:p w:rsidR="00E00D30" w:rsidRDefault="00E00D30" w:rsidP="00E00D30">
      <w:r>
        <w:t>102.5879</w:t>
      </w:r>
      <w:r>
        <w:tab/>
        <w:t>2.025e0</w:t>
      </w:r>
    </w:p>
    <w:p w:rsidR="00E00D30" w:rsidRDefault="00E00D30" w:rsidP="00E00D30">
      <w:r>
        <w:lastRenderedPageBreak/>
        <w:t>102.5949</w:t>
      </w:r>
      <w:r>
        <w:tab/>
        <w:t>1.013e0</w:t>
      </w:r>
    </w:p>
    <w:p w:rsidR="00E00D30" w:rsidRDefault="00E00D30" w:rsidP="00E00D30">
      <w:r>
        <w:t>102.5972</w:t>
      </w:r>
      <w:r>
        <w:tab/>
        <w:t>1.013e0</w:t>
      </w:r>
    </w:p>
    <w:p w:rsidR="00E00D30" w:rsidRDefault="00E00D30" w:rsidP="00E00D30">
      <w:r>
        <w:t>102.6027</w:t>
      </w:r>
      <w:r>
        <w:tab/>
        <w:t>1.013e0</w:t>
      </w:r>
    </w:p>
    <w:p w:rsidR="00E00D30" w:rsidRDefault="00E00D30" w:rsidP="00E00D30">
      <w:r>
        <w:t>102.6190</w:t>
      </w:r>
      <w:r>
        <w:tab/>
        <w:t>1.013e0</w:t>
      </w:r>
    </w:p>
    <w:p w:rsidR="00E00D30" w:rsidRDefault="00E00D30" w:rsidP="00E00D30">
      <w:r>
        <w:t>102.6217</w:t>
      </w:r>
      <w:r>
        <w:tab/>
        <w:t>1.013e0</w:t>
      </w:r>
    </w:p>
    <w:p w:rsidR="00E00D30" w:rsidRDefault="00E00D30" w:rsidP="00E00D30">
      <w:r>
        <w:t>102.6269</w:t>
      </w:r>
      <w:r>
        <w:tab/>
        <w:t>2.025e0</w:t>
      </w:r>
    </w:p>
    <w:p w:rsidR="00E00D30" w:rsidRDefault="00E00D30" w:rsidP="00E00D30">
      <w:r>
        <w:t>102.6353</w:t>
      </w:r>
      <w:r>
        <w:tab/>
        <w:t>1.013e0</w:t>
      </w:r>
    </w:p>
    <w:p w:rsidR="00E00D30" w:rsidRDefault="00E00D30" w:rsidP="00E00D30">
      <w:r>
        <w:t>102.6405</w:t>
      </w:r>
      <w:r>
        <w:tab/>
        <w:t>1.013e0</w:t>
      </w:r>
    </w:p>
    <w:p w:rsidR="00E00D30" w:rsidRDefault="00E00D30" w:rsidP="00E00D30">
      <w:r>
        <w:t>102.6487</w:t>
      </w:r>
      <w:r>
        <w:tab/>
        <w:t>2.025e0</w:t>
      </w:r>
    </w:p>
    <w:p w:rsidR="00E00D30" w:rsidRDefault="00E00D30" w:rsidP="00E00D30">
      <w:r>
        <w:t>102.6538</w:t>
      </w:r>
      <w:r>
        <w:tab/>
        <w:t>2.025e0</w:t>
      </w:r>
    </w:p>
    <w:p w:rsidR="00E00D30" w:rsidRDefault="00E00D30" w:rsidP="00E00D30">
      <w:r>
        <w:t>102.6594</w:t>
      </w:r>
      <w:r>
        <w:tab/>
        <w:t>1.013e0</w:t>
      </w:r>
    </w:p>
    <w:p w:rsidR="00E00D30" w:rsidRDefault="00E00D30" w:rsidP="00E00D30">
      <w:r>
        <w:t>102.6673</w:t>
      </w:r>
      <w:r>
        <w:tab/>
        <w:t>1.013e0</w:t>
      </w:r>
    </w:p>
    <w:p w:rsidR="00E00D30" w:rsidRDefault="00E00D30" w:rsidP="00E00D30">
      <w:r>
        <w:t>102.6864</w:t>
      </w:r>
      <w:r>
        <w:tab/>
        <w:t>1.013e0</w:t>
      </w:r>
    </w:p>
    <w:p w:rsidR="00E00D30" w:rsidRDefault="00E00D30" w:rsidP="00E00D30">
      <w:r>
        <w:t>102.6890</w:t>
      </w:r>
      <w:r>
        <w:tab/>
        <w:t>1.013e0</w:t>
      </w:r>
    </w:p>
    <w:p w:rsidR="00E00D30" w:rsidRDefault="00E00D30" w:rsidP="00E00D30">
      <w:r>
        <w:t>102.6999</w:t>
      </w:r>
      <w:r>
        <w:tab/>
        <w:t>1.013e0</w:t>
      </w:r>
    </w:p>
    <w:p w:rsidR="00E00D30" w:rsidRDefault="00E00D30" w:rsidP="00E00D30">
      <w:r>
        <w:t>102.7184</w:t>
      </w:r>
      <w:r>
        <w:tab/>
        <w:t>1.013e0</w:t>
      </w:r>
    </w:p>
    <w:p w:rsidR="00E00D30" w:rsidRDefault="00E00D30" w:rsidP="00E00D30">
      <w:r>
        <w:t>102.7241</w:t>
      </w:r>
      <w:r>
        <w:tab/>
        <w:t>1.013e0</w:t>
      </w:r>
    </w:p>
    <w:p w:rsidR="00E00D30" w:rsidRDefault="00E00D30" w:rsidP="00E00D30">
      <w:r>
        <w:t>102.7481</w:t>
      </w:r>
      <w:r>
        <w:tab/>
        <w:t>1.013e0</w:t>
      </w:r>
    </w:p>
    <w:p w:rsidR="00E00D30" w:rsidRDefault="00E00D30" w:rsidP="00E00D30">
      <w:r>
        <w:t>102.7510</w:t>
      </w:r>
      <w:r>
        <w:tab/>
        <w:t>1.013e0</w:t>
      </w:r>
    </w:p>
    <w:p w:rsidR="00E00D30" w:rsidRDefault="00E00D30" w:rsidP="00E00D30">
      <w:r>
        <w:lastRenderedPageBreak/>
        <w:t>102.7751</w:t>
      </w:r>
      <w:r>
        <w:tab/>
        <w:t>1.013e0</w:t>
      </w:r>
    </w:p>
    <w:p w:rsidR="00E00D30" w:rsidRDefault="00E00D30" w:rsidP="00E00D30">
      <w:r>
        <w:t>102.7806</w:t>
      </w:r>
      <w:r>
        <w:tab/>
        <w:t>1.013e0</w:t>
      </w:r>
    </w:p>
    <w:p w:rsidR="00E00D30" w:rsidRDefault="00E00D30" w:rsidP="00E00D30">
      <w:r>
        <w:t>102.7886</w:t>
      </w:r>
      <w:r>
        <w:tab/>
        <w:t>1.013e0</w:t>
      </w:r>
    </w:p>
    <w:p w:rsidR="00E00D30" w:rsidRDefault="00E00D30" w:rsidP="00E00D30">
      <w:r>
        <w:t>102.7994</w:t>
      </w:r>
      <w:r>
        <w:tab/>
        <w:t>1.013e0</w:t>
      </w:r>
    </w:p>
    <w:p w:rsidR="00E00D30" w:rsidRDefault="00E00D30" w:rsidP="00E00D30">
      <w:r>
        <w:t>102.8114</w:t>
      </w:r>
      <w:r>
        <w:tab/>
        <w:t>2.025e0</w:t>
      </w:r>
    </w:p>
    <w:p w:rsidR="00E00D30" w:rsidRDefault="00E00D30" w:rsidP="00E00D30">
      <w:r>
        <w:t>102.8127</w:t>
      </w:r>
      <w:r>
        <w:tab/>
        <w:t>1.013e0</w:t>
      </w:r>
    </w:p>
    <w:p w:rsidR="00E00D30" w:rsidRDefault="00E00D30" w:rsidP="00E00D30">
      <w:r>
        <w:t>102.8211</w:t>
      </w:r>
      <w:r>
        <w:tab/>
        <w:t>1.013e0</w:t>
      </w:r>
    </w:p>
    <w:p w:rsidR="00E00D30" w:rsidRDefault="00E00D30" w:rsidP="00E00D30">
      <w:r>
        <w:t>102.8262</w:t>
      </w:r>
      <w:r>
        <w:tab/>
        <w:t>1.013e0</w:t>
      </w:r>
    </w:p>
    <w:p w:rsidR="00E00D30" w:rsidRDefault="00E00D30" w:rsidP="00E00D30">
      <w:r>
        <w:t>102.8452</w:t>
      </w:r>
      <w:r>
        <w:tab/>
        <w:t>1.013e0</w:t>
      </w:r>
    </w:p>
    <w:p w:rsidR="00E00D30" w:rsidRDefault="00E00D30" w:rsidP="00E00D30">
      <w:r>
        <w:t>102.8639</w:t>
      </w:r>
      <w:r>
        <w:tab/>
        <w:t>1.013e0</w:t>
      </w:r>
    </w:p>
    <w:p w:rsidR="00E00D30" w:rsidRDefault="00E00D30" w:rsidP="00E00D30">
      <w:r>
        <w:t>102.8695</w:t>
      </w:r>
      <w:r>
        <w:tab/>
        <w:t>2.025e0</w:t>
      </w:r>
    </w:p>
    <w:p w:rsidR="00E00D30" w:rsidRDefault="00E00D30" w:rsidP="00E00D30">
      <w:r>
        <w:t>102.8723</w:t>
      </w:r>
      <w:r>
        <w:tab/>
        <w:t>1.013e0</w:t>
      </w:r>
    </w:p>
    <w:p w:rsidR="00E00D30" w:rsidRDefault="00E00D30" w:rsidP="00E00D30">
      <w:r>
        <w:t>102.8773</w:t>
      </w:r>
      <w:r>
        <w:tab/>
        <w:t>1.013e0</w:t>
      </w:r>
    </w:p>
    <w:p w:rsidR="00E00D30" w:rsidRDefault="00E00D30" w:rsidP="00E00D30">
      <w:r>
        <w:t>102.8857</w:t>
      </w:r>
      <w:r>
        <w:tab/>
        <w:t>1.013e0</w:t>
      </w:r>
    </w:p>
    <w:p w:rsidR="00E00D30" w:rsidRDefault="00E00D30" w:rsidP="00E00D30">
      <w:r>
        <w:t>102.8885</w:t>
      </w:r>
      <w:r>
        <w:tab/>
        <w:t>1.013e0</w:t>
      </w:r>
    </w:p>
    <w:p w:rsidR="00E00D30" w:rsidRDefault="00E00D30" w:rsidP="00E00D30">
      <w:r>
        <w:t>102.8991</w:t>
      </w:r>
      <w:r>
        <w:tab/>
        <w:t>1.013e0</w:t>
      </w:r>
    </w:p>
    <w:p w:rsidR="00E00D30" w:rsidRDefault="00E00D30" w:rsidP="00E00D30">
      <w:r>
        <w:t>102.9340</w:t>
      </w:r>
      <w:r>
        <w:tab/>
        <w:t>1.013e0</w:t>
      </w:r>
    </w:p>
    <w:p w:rsidR="00E00D30" w:rsidRDefault="00E00D30" w:rsidP="00E00D30">
      <w:r>
        <w:t>102.9720</w:t>
      </w:r>
      <w:r>
        <w:tab/>
        <w:t>2.025e0</w:t>
      </w:r>
    </w:p>
    <w:p w:rsidR="00E00D30" w:rsidRDefault="00E00D30" w:rsidP="00E00D30">
      <w:r>
        <w:t>102.9801</w:t>
      </w:r>
      <w:r>
        <w:tab/>
        <w:t>1.013e0</w:t>
      </w:r>
    </w:p>
    <w:p w:rsidR="00E00D30" w:rsidRDefault="00E00D30" w:rsidP="00E00D30">
      <w:r>
        <w:lastRenderedPageBreak/>
        <w:t>102.9908</w:t>
      </w:r>
      <w:r>
        <w:tab/>
        <w:t>1.013e0</w:t>
      </w:r>
    </w:p>
    <w:p w:rsidR="00E00D30" w:rsidRDefault="00E00D30" w:rsidP="00E00D30">
      <w:r>
        <w:t>103.0099</w:t>
      </w:r>
      <w:r>
        <w:tab/>
        <w:t>1.013e0</w:t>
      </w:r>
    </w:p>
    <w:p w:rsidR="00E00D30" w:rsidRDefault="00E00D30" w:rsidP="00E00D30">
      <w:r>
        <w:t>103.0179</w:t>
      </w:r>
      <w:r>
        <w:tab/>
        <w:t>1.013e0</w:t>
      </w:r>
    </w:p>
    <w:p w:rsidR="00E00D30" w:rsidRDefault="00E00D30" w:rsidP="00E00D30">
      <w:r>
        <w:t>103.0205</w:t>
      </w:r>
      <w:r>
        <w:tab/>
        <w:t>1.013e0</w:t>
      </w:r>
    </w:p>
    <w:p w:rsidR="00E00D30" w:rsidRDefault="00E00D30" w:rsidP="00E00D30">
      <w:r>
        <w:t>103.0391</w:t>
      </w:r>
      <w:r>
        <w:tab/>
        <w:t>1.013e0</w:t>
      </w:r>
    </w:p>
    <w:p w:rsidR="00E00D30" w:rsidRDefault="00E00D30" w:rsidP="00E00D30">
      <w:r>
        <w:t>103.0434</w:t>
      </w:r>
      <w:r>
        <w:tab/>
        <w:t>2.025e0</w:t>
      </w:r>
    </w:p>
    <w:p w:rsidR="00E00D30" w:rsidRDefault="00E00D30" w:rsidP="00E00D30">
      <w:r>
        <w:t>103.0477</w:t>
      </w:r>
      <w:r>
        <w:tab/>
        <w:t>1.013e0</w:t>
      </w:r>
    </w:p>
    <w:p w:rsidR="00E00D30" w:rsidRDefault="00E00D30" w:rsidP="00E00D30">
      <w:r>
        <w:t>103.0502</w:t>
      </w:r>
      <w:r>
        <w:tab/>
        <w:t>2.025e0</w:t>
      </w:r>
    </w:p>
    <w:p w:rsidR="00E00D30" w:rsidRDefault="00E00D30" w:rsidP="00E00D30">
      <w:r>
        <w:t>103.0527</w:t>
      </w:r>
      <w:r>
        <w:tab/>
        <w:t>1.013e0</w:t>
      </w:r>
    </w:p>
    <w:p w:rsidR="00E00D30" w:rsidRDefault="00E00D30" w:rsidP="00E00D30">
      <w:r>
        <w:t>103.0542</w:t>
      </w:r>
      <w:r>
        <w:tab/>
        <w:t>2.025e0</w:t>
      </w:r>
    </w:p>
    <w:p w:rsidR="00E00D30" w:rsidRDefault="00E00D30" w:rsidP="00E00D30">
      <w:r>
        <w:t>103.0555</w:t>
      </w:r>
      <w:r>
        <w:tab/>
        <w:t>1.013e0</w:t>
      </w:r>
    </w:p>
    <w:p w:rsidR="00E00D30" w:rsidRDefault="00E00D30" w:rsidP="00E00D30">
      <w:r>
        <w:t>103.0647</w:t>
      </w:r>
      <w:r>
        <w:tab/>
        <w:t>3.469e0</w:t>
      </w:r>
    </w:p>
    <w:p w:rsidR="00E00D30" w:rsidRDefault="00E00D30" w:rsidP="00E00D30">
      <w:r>
        <w:t>103.0719</w:t>
      </w:r>
      <w:r>
        <w:tab/>
        <w:t>2.025e0</w:t>
      </w:r>
    </w:p>
    <w:p w:rsidR="00E00D30" w:rsidRDefault="00E00D30" w:rsidP="00E00D30">
      <w:r>
        <w:t>103.0730</w:t>
      </w:r>
      <w:r>
        <w:tab/>
        <w:t>2.025e0</w:t>
      </w:r>
    </w:p>
    <w:p w:rsidR="00E00D30" w:rsidRDefault="00E00D30" w:rsidP="00E00D30">
      <w:r>
        <w:t>103.0831</w:t>
      </w:r>
      <w:r>
        <w:tab/>
        <w:t>7.089e0</w:t>
      </w:r>
    </w:p>
    <w:p w:rsidR="00E00D30" w:rsidRDefault="00E00D30" w:rsidP="00E00D30">
      <w:r>
        <w:t>103.0846</w:t>
      </w:r>
      <w:r>
        <w:tab/>
        <w:t>3.038e0</w:t>
      </w:r>
    </w:p>
    <w:p w:rsidR="00E00D30" w:rsidRDefault="00E00D30" w:rsidP="00E00D30">
      <w:r>
        <w:t>103.0881</w:t>
      </w:r>
      <w:r>
        <w:tab/>
        <w:t>1.013e0</w:t>
      </w:r>
    </w:p>
    <w:p w:rsidR="00E00D30" w:rsidRDefault="00E00D30" w:rsidP="00E00D30">
      <w:r>
        <w:t>103.0925</w:t>
      </w:r>
      <w:r>
        <w:tab/>
        <w:t>4.051e0</w:t>
      </w:r>
    </w:p>
    <w:p w:rsidR="00E00D30" w:rsidRDefault="00E00D30" w:rsidP="00E00D30">
      <w:r>
        <w:t>103.1121</w:t>
      </w:r>
      <w:r>
        <w:tab/>
        <w:t>1.013e0</w:t>
      </w:r>
    </w:p>
    <w:p w:rsidR="00E00D30" w:rsidRDefault="00E00D30" w:rsidP="00E00D30">
      <w:r>
        <w:lastRenderedPageBreak/>
        <w:t>103.1151</w:t>
      </w:r>
      <w:r>
        <w:tab/>
        <w:t>1.013e0</w:t>
      </w:r>
    </w:p>
    <w:p w:rsidR="00E00D30" w:rsidRDefault="00E00D30" w:rsidP="00E00D30">
      <w:r>
        <w:t>103.1176</w:t>
      </w:r>
      <w:r>
        <w:tab/>
        <w:t>1.013e0</w:t>
      </w:r>
    </w:p>
    <w:p w:rsidR="00E00D30" w:rsidRDefault="00E00D30" w:rsidP="00E00D30">
      <w:r>
        <w:t>103.1243</w:t>
      </w:r>
      <w:r>
        <w:tab/>
        <w:t>2.025e0</w:t>
      </w:r>
    </w:p>
    <w:p w:rsidR="00E00D30" w:rsidRDefault="00E00D30" w:rsidP="00E00D30">
      <w:r>
        <w:t>103.1285</w:t>
      </w:r>
      <w:r>
        <w:tab/>
        <w:t>3.038e0</w:t>
      </w:r>
    </w:p>
    <w:p w:rsidR="00E00D30" w:rsidRDefault="00E00D30" w:rsidP="00E00D30">
      <w:r>
        <w:t>103.1298</w:t>
      </w:r>
      <w:r>
        <w:tab/>
        <w:t>2.025e0</w:t>
      </w:r>
    </w:p>
    <w:p w:rsidR="00E00D30" w:rsidRDefault="00E00D30" w:rsidP="00E00D30">
      <w:r>
        <w:t>103.1421</w:t>
      </w:r>
      <w:r>
        <w:tab/>
        <w:t>1.013e0</w:t>
      </w:r>
    </w:p>
    <w:p w:rsidR="00E00D30" w:rsidRDefault="00E00D30" w:rsidP="00E00D30">
      <w:r>
        <w:t>103.1445</w:t>
      </w:r>
      <w:r>
        <w:tab/>
        <w:t>1.013e0</w:t>
      </w:r>
    </w:p>
    <w:p w:rsidR="00E00D30" w:rsidRDefault="00E00D30" w:rsidP="00E00D30">
      <w:r>
        <w:t>103.1527</w:t>
      </w:r>
      <w:r>
        <w:tab/>
        <w:t>1.013e0</w:t>
      </w:r>
    </w:p>
    <w:p w:rsidR="00E00D30" w:rsidRDefault="00E00D30" w:rsidP="00E00D30">
      <w:r>
        <w:t>103.1608</w:t>
      </w:r>
      <w:r>
        <w:tab/>
        <w:t>1.013e0</w:t>
      </w:r>
    </w:p>
    <w:p w:rsidR="00E00D30" w:rsidRDefault="00E00D30" w:rsidP="00E00D30">
      <w:r>
        <w:t>103.1690</w:t>
      </w:r>
      <w:r>
        <w:tab/>
        <w:t>1.013e0</w:t>
      </w:r>
    </w:p>
    <w:p w:rsidR="00E00D30" w:rsidRDefault="00E00D30" w:rsidP="00E00D30">
      <w:r>
        <w:t>103.1811</w:t>
      </w:r>
      <w:r>
        <w:tab/>
        <w:t>2.025e0</w:t>
      </w:r>
    </w:p>
    <w:p w:rsidR="00E00D30" w:rsidRDefault="00E00D30" w:rsidP="00E00D30">
      <w:r>
        <w:t>103.1904</w:t>
      </w:r>
      <w:r>
        <w:tab/>
        <w:t>1.013e0</w:t>
      </w:r>
    </w:p>
    <w:p w:rsidR="00E00D30" w:rsidRDefault="00E00D30" w:rsidP="00E00D30">
      <w:r>
        <w:t>103.2012</w:t>
      </w:r>
      <w:r>
        <w:tab/>
        <w:t>2.025e0</w:t>
      </w:r>
    </w:p>
    <w:p w:rsidR="00E00D30" w:rsidRDefault="00E00D30" w:rsidP="00E00D30">
      <w:r>
        <w:t>103.2174</w:t>
      </w:r>
      <w:r>
        <w:tab/>
        <w:t>1.013e0</w:t>
      </w:r>
    </w:p>
    <w:p w:rsidR="00E00D30" w:rsidRDefault="00E00D30" w:rsidP="00E00D30">
      <w:r>
        <w:t>103.2188</w:t>
      </w:r>
      <w:r>
        <w:tab/>
        <w:t>2.025e0</w:t>
      </w:r>
    </w:p>
    <w:p w:rsidR="00E00D30" w:rsidRDefault="00E00D30" w:rsidP="00E00D30">
      <w:r>
        <w:t>103.2203</w:t>
      </w:r>
      <w:r>
        <w:tab/>
        <w:t>1.013e0</w:t>
      </w:r>
    </w:p>
    <w:p w:rsidR="00E00D30" w:rsidRDefault="00E00D30" w:rsidP="00E00D30">
      <w:r>
        <w:t>103.2390</w:t>
      </w:r>
      <w:r>
        <w:tab/>
        <w:t>2.025e0</w:t>
      </w:r>
    </w:p>
    <w:p w:rsidR="00E00D30" w:rsidRDefault="00E00D30" w:rsidP="00E00D30">
      <w:r>
        <w:t>103.2500</w:t>
      </w:r>
      <w:r>
        <w:tab/>
        <w:t>1.013e0</w:t>
      </w:r>
    </w:p>
    <w:p w:rsidR="00E00D30" w:rsidRDefault="00E00D30" w:rsidP="00E00D30">
      <w:r>
        <w:t>103.2553</w:t>
      </w:r>
      <w:r>
        <w:tab/>
        <w:t>1.013e0</w:t>
      </w:r>
    </w:p>
    <w:p w:rsidR="00E00D30" w:rsidRDefault="00E00D30" w:rsidP="00E00D30">
      <w:r>
        <w:lastRenderedPageBreak/>
        <w:t>103.2579</w:t>
      </w:r>
      <w:r>
        <w:tab/>
        <w:t>1.013e0</w:t>
      </w:r>
    </w:p>
    <w:p w:rsidR="00E00D30" w:rsidRDefault="00E00D30" w:rsidP="00E00D30">
      <w:r>
        <w:t>103.3012</w:t>
      </w:r>
      <w:r>
        <w:tab/>
        <w:t>1.013e0</w:t>
      </w:r>
    </w:p>
    <w:p w:rsidR="00E00D30" w:rsidRDefault="00E00D30" w:rsidP="00E00D30">
      <w:r>
        <w:t>103.3093</w:t>
      </w:r>
      <w:r>
        <w:tab/>
        <w:t>1.013e0</w:t>
      </w:r>
    </w:p>
    <w:p w:rsidR="00E00D30" w:rsidRDefault="00E00D30" w:rsidP="00E00D30">
      <w:r>
        <w:t>103.3176</w:t>
      </w:r>
      <w:r>
        <w:tab/>
        <w:t>1.013e0</w:t>
      </w:r>
    </w:p>
    <w:p w:rsidR="00E00D30" w:rsidRDefault="00E00D30" w:rsidP="00E00D30">
      <w:r>
        <w:t>103.3282</w:t>
      </w:r>
      <w:r>
        <w:tab/>
        <w:t>1.013e0</w:t>
      </w:r>
    </w:p>
    <w:p w:rsidR="00E00D30" w:rsidRDefault="00E00D30" w:rsidP="00E00D30">
      <w:r>
        <w:t>103.3322</w:t>
      </w:r>
      <w:r>
        <w:tab/>
        <w:t>2.025e0</w:t>
      </w:r>
    </w:p>
    <w:p w:rsidR="00E00D30" w:rsidRDefault="00E00D30" w:rsidP="00E00D30">
      <w:r>
        <w:t>103.3417</w:t>
      </w:r>
      <w:r>
        <w:tab/>
        <w:t>1.013e0</w:t>
      </w:r>
    </w:p>
    <w:p w:rsidR="00E00D30" w:rsidRDefault="00E00D30" w:rsidP="00E00D30">
      <w:r>
        <w:t>103.3446</w:t>
      </w:r>
      <w:r>
        <w:tab/>
        <w:t>1.013e0</w:t>
      </w:r>
    </w:p>
    <w:p w:rsidR="00E00D30" w:rsidRDefault="00E00D30" w:rsidP="00E00D30">
      <w:r>
        <w:t>103.3552</w:t>
      </w:r>
      <w:r>
        <w:tab/>
        <w:t>1.013e0</w:t>
      </w:r>
    </w:p>
    <w:p w:rsidR="00E00D30" w:rsidRDefault="00E00D30" w:rsidP="00E00D30">
      <w:r>
        <w:t>103.3604</w:t>
      </w:r>
      <w:r>
        <w:tab/>
        <w:t>1.013e0</w:t>
      </w:r>
    </w:p>
    <w:p w:rsidR="00E00D30" w:rsidRDefault="00E00D30" w:rsidP="00E00D30">
      <w:r>
        <w:t>103.3633</w:t>
      </w:r>
      <w:r>
        <w:tab/>
        <w:t>1.013e0</w:t>
      </w:r>
    </w:p>
    <w:p w:rsidR="00E00D30" w:rsidRDefault="00E00D30" w:rsidP="00E00D30">
      <w:r>
        <w:t>103.3660</w:t>
      </w:r>
      <w:r>
        <w:tab/>
        <w:t>1.013e0</w:t>
      </w:r>
    </w:p>
    <w:p w:rsidR="00E00D30" w:rsidRDefault="00E00D30" w:rsidP="00E00D30">
      <w:r>
        <w:t>103.3689</w:t>
      </w:r>
      <w:r>
        <w:tab/>
        <w:t>1.013e0</w:t>
      </w:r>
    </w:p>
    <w:p w:rsidR="00E00D30" w:rsidRDefault="00E00D30" w:rsidP="00E00D30">
      <w:r>
        <w:t>103.3701</w:t>
      </w:r>
      <w:r>
        <w:tab/>
        <w:t>2.025e0</w:t>
      </w:r>
    </w:p>
    <w:p w:rsidR="00E00D30" w:rsidRDefault="00E00D30" w:rsidP="00E00D30">
      <w:r>
        <w:t>103.3741</w:t>
      </w:r>
      <w:r>
        <w:tab/>
        <w:t>2.025e0</w:t>
      </w:r>
    </w:p>
    <w:p w:rsidR="00E00D30" w:rsidRDefault="00E00D30" w:rsidP="00E00D30">
      <w:r>
        <w:t>103.3823</w:t>
      </w:r>
      <w:r>
        <w:tab/>
        <w:t>1.013e0</w:t>
      </w:r>
    </w:p>
    <w:p w:rsidR="00E00D30" w:rsidRDefault="00E00D30" w:rsidP="00E00D30">
      <w:r>
        <w:t>103.3851</w:t>
      </w:r>
      <w:r>
        <w:tab/>
        <w:t>1.013e0</w:t>
      </w:r>
    </w:p>
    <w:p w:rsidR="00E00D30" w:rsidRDefault="00E00D30" w:rsidP="00E00D30">
      <w:r>
        <w:t>103.3902</w:t>
      </w:r>
      <w:r>
        <w:tab/>
        <w:t>1.013e0</w:t>
      </w:r>
    </w:p>
    <w:p w:rsidR="00E00D30" w:rsidRDefault="00E00D30" w:rsidP="00E00D30">
      <w:r>
        <w:t>103.3959</w:t>
      </w:r>
      <w:r>
        <w:tab/>
        <w:t>1.013e0</w:t>
      </w:r>
    </w:p>
    <w:p w:rsidR="00E00D30" w:rsidRDefault="00E00D30" w:rsidP="00E00D30">
      <w:r>
        <w:lastRenderedPageBreak/>
        <w:t>103.4551</w:t>
      </w:r>
      <w:r>
        <w:tab/>
        <w:t>1.013e0</w:t>
      </w:r>
    </w:p>
    <w:p w:rsidR="00E00D30" w:rsidRDefault="00E00D30" w:rsidP="00E00D30">
      <w:r>
        <w:t>103.4606</w:t>
      </w:r>
      <w:r>
        <w:tab/>
        <w:t>1.013e0</w:t>
      </w:r>
    </w:p>
    <w:p w:rsidR="00E00D30" w:rsidRDefault="00E00D30" w:rsidP="00E00D30">
      <w:r>
        <w:t>103.4661</w:t>
      </w:r>
      <w:r>
        <w:tab/>
        <w:t>1.013e0</w:t>
      </w:r>
    </w:p>
    <w:p w:rsidR="00E00D30" w:rsidRDefault="00E00D30" w:rsidP="00E00D30">
      <w:r>
        <w:t>103.4904</w:t>
      </w:r>
      <w:r>
        <w:tab/>
        <w:t>1.013e0</w:t>
      </w:r>
    </w:p>
    <w:p w:rsidR="00E00D30" w:rsidRDefault="00E00D30" w:rsidP="00E00D30">
      <w:r>
        <w:t>103.5091</w:t>
      </w:r>
      <w:r>
        <w:tab/>
        <w:t>1.013e0</w:t>
      </w:r>
    </w:p>
    <w:p w:rsidR="00E00D30" w:rsidRDefault="00E00D30" w:rsidP="00E00D30">
      <w:r>
        <w:t>103.5147</w:t>
      </w:r>
      <w:r>
        <w:tab/>
        <w:t>1.013e0</w:t>
      </w:r>
    </w:p>
    <w:p w:rsidR="00E00D30" w:rsidRDefault="00E00D30" w:rsidP="00E00D30">
      <w:r>
        <w:t>103.5160</w:t>
      </w:r>
      <w:r>
        <w:tab/>
        <w:t>2.025e0</w:t>
      </w:r>
    </w:p>
    <w:p w:rsidR="00E00D30" w:rsidRDefault="00E00D30" w:rsidP="00E00D30">
      <w:r>
        <w:t>103.5338</w:t>
      </w:r>
      <w:r>
        <w:tab/>
        <w:t>2.025e0</w:t>
      </w:r>
    </w:p>
    <w:p w:rsidR="00E00D30" w:rsidRDefault="00E00D30" w:rsidP="00E00D30">
      <w:r>
        <w:t>103.5389</w:t>
      </w:r>
      <w:r>
        <w:tab/>
        <w:t>1.013e0</w:t>
      </w:r>
    </w:p>
    <w:p w:rsidR="00E00D30" w:rsidRDefault="00E00D30" w:rsidP="00E00D30">
      <w:r>
        <w:t>103.5444</w:t>
      </w:r>
      <w:r>
        <w:tab/>
        <w:t>1.013e0</w:t>
      </w:r>
    </w:p>
    <w:p w:rsidR="00E00D30" w:rsidRDefault="00E00D30" w:rsidP="00E00D30">
      <w:r>
        <w:t>103.5473</w:t>
      </w:r>
      <w:r>
        <w:tab/>
        <w:t>1.013e0</w:t>
      </w:r>
    </w:p>
    <w:p w:rsidR="00E00D30" w:rsidRDefault="00E00D30" w:rsidP="00E00D30">
      <w:r>
        <w:t>103.5580</w:t>
      </w:r>
      <w:r>
        <w:tab/>
        <w:t>1.013e0</w:t>
      </w:r>
    </w:p>
    <w:p w:rsidR="00E00D30" w:rsidRDefault="00E00D30" w:rsidP="00E00D30">
      <w:r>
        <w:t>103.5715</w:t>
      </w:r>
      <w:r>
        <w:tab/>
        <w:t>3.038e0</w:t>
      </w:r>
    </w:p>
    <w:p w:rsidR="00E00D30" w:rsidRDefault="00E00D30" w:rsidP="00E00D30">
      <w:r>
        <w:t>103.5823</w:t>
      </w:r>
      <w:r>
        <w:tab/>
        <w:t>1.013e0</w:t>
      </w:r>
    </w:p>
    <w:p w:rsidR="00E00D30" w:rsidRDefault="00E00D30" w:rsidP="00E00D30">
      <w:r>
        <w:t>103.5878</w:t>
      </w:r>
      <w:r>
        <w:tab/>
        <w:t>1.013e0</w:t>
      </w:r>
    </w:p>
    <w:p w:rsidR="00E00D30" w:rsidRDefault="00E00D30" w:rsidP="00E00D30">
      <w:r>
        <w:t>103.6162</w:t>
      </w:r>
      <w:r>
        <w:tab/>
        <w:t>2.025e0</w:t>
      </w:r>
    </w:p>
    <w:p w:rsidR="00E00D30" w:rsidRDefault="00E00D30" w:rsidP="00E00D30">
      <w:r>
        <w:t>103.6284</w:t>
      </w:r>
      <w:r>
        <w:tab/>
        <w:t>1.013e0</w:t>
      </w:r>
    </w:p>
    <w:p w:rsidR="00E00D30" w:rsidRDefault="00E00D30" w:rsidP="00E00D30">
      <w:r>
        <w:t>103.6365</w:t>
      </w:r>
      <w:r>
        <w:tab/>
        <w:t>1.013e0</w:t>
      </w:r>
    </w:p>
    <w:p w:rsidR="00E00D30" w:rsidRDefault="00E00D30" w:rsidP="00E00D30">
      <w:r>
        <w:t>103.6499</w:t>
      </w:r>
      <w:r>
        <w:tab/>
        <w:t>1.013e0</w:t>
      </w:r>
    </w:p>
    <w:p w:rsidR="00E00D30" w:rsidRDefault="00E00D30" w:rsidP="00E00D30">
      <w:r>
        <w:lastRenderedPageBreak/>
        <w:t>103.6742</w:t>
      </w:r>
      <w:r>
        <w:tab/>
        <w:t>2.025e0</w:t>
      </w:r>
    </w:p>
    <w:p w:rsidR="00E00D30" w:rsidRDefault="00E00D30" w:rsidP="00E00D30">
      <w:r>
        <w:t>103.6825</w:t>
      </w:r>
      <w:r>
        <w:tab/>
        <w:t>1.013e0</w:t>
      </w:r>
    </w:p>
    <w:p w:rsidR="00E00D30" w:rsidRDefault="00E00D30" w:rsidP="00E00D30">
      <w:r>
        <w:t>103.6904</w:t>
      </w:r>
      <w:r>
        <w:tab/>
        <w:t>1.013e0</w:t>
      </w:r>
    </w:p>
    <w:p w:rsidR="00E00D30" w:rsidRDefault="00E00D30" w:rsidP="00E00D30">
      <w:r>
        <w:t>103.6920</w:t>
      </w:r>
      <w:r>
        <w:tab/>
        <w:t>2.025e0</w:t>
      </w:r>
    </w:p>
    <w:p w:rsidR="00E00D30" w:rsidRDefault="00E00D30" w:rsidP="00E00D30">
      <w:r>
        <w:t>103.6960</w:t>
      </w:r>
      <w:r>
        <w:tab/>
        <w:t>2.025e0</w:t>
      </w:r>
    </w:p>
    <w:p w:rsidR="00E00D30" w:rsidRDefault="00E00D30" w:rsidP="00E00D30">
      <w:r>
        <w:t>103.7013</w:t>
      </w:r>
      <w:r>
        <w:tab/>
        <w:t>1.013e0</w:t>
      </w:r>
    </w:p>
    <w:p w:rsidR="00E00D30" w:rsidRDefault="00E00D30" w:rsidP="00E00D30">
      <w:r>
        <w:t>103.7149</w:t>
      </w:r>
      <w:r>
        <w:tab/>
        <w:t>1.013e0</w:t>
      </w:r>
    </w:p>
    <w:p w:rsidR="00E00D30" w:rsidRDefault="00E00D30" w:rsidP="00E00D30">
      <w:r>
        <w:t>103.7448</w:t>
      </w:r>
      <w:r>
        <w:tab/>
        <w:t>1.013e0</w:t>
      </w:r>
    </w:p>
    <w:p w:rsidR="00E00D30" w:rsidRDefault="00E00D30" w:rsidP="00E00D30">
      <w:r>
        <w:t>103.7474</w:t>
      </w:r>
      <w:r>
        <w:tab/>
        <w:t>1.013e0</w:t>
      </w:r>
    </w:p>
    <w:p w:rsidR="00E00D30" w:rsidRDefault="00E00D30" w:rsidP="00E00D30">
      <w:r>
        <w:t>103.7690</w:t>
      </w:r>
      <w:r>
        <w:tab/>
        <w:t>1.013e0</w:t>
      </w:r>
    </w:p>
    <w:p w:rsidR="00E00D30" w:rsidRDefault="00E00D30" w:rsidP="00E00D30">
      <w:r>
        <w:t>103.7988</w:t>
      </w:r>
      <w:r>
        <w:tab/>
        <w:t>1.013e0</w:t>
      </w:r>
    </w:p>
    <w:p w:rsidR="00E00D30" w:rsidRDefault="00E00D30" w:rsidP="00E00D30">
      <w:r>
        <w:t>103.8016</w:t>
      </w:r>
      <w:r>
        <w:tab/>
        <w:t>1.013e0</w:t>
      </w:r>
    </w:p>
    <w:p w:rsidR="00E00D30" w:rsidRDefault="00E00D30" w:rsidP="00E00D30">
      <w:r>
        <w:t>103.8123</w:t>
      </w:r>
      <w:r>
        <w:tab/>
        <w:t>1.013e0</w:t>
      </w:r>
    </w:p>
    <w:p w:rsidR="00E00D30" w:rsidRDefault="00E00D30" w:rsidP="00E00D30">
      <w:r>
        <w:t>103.8180</w:t>
      </w:r>
      <w:r>
        <w:tab/>
        <w:t>1.013e0</w:t>
      </w:r>
    </w:p>
    <w:p w:rsidR="00E00D30" w:rsidRDefault="00E00D30" w:rsidP="00E00D30">
      <w:r>
        <w:t>103.8286</w:t>
      </w:r>
      <w:r>
        <w:tab/>
        <w:t>1.013e0</w:t>
      </w:r>
    </w:p>
    <w:p w:rsidR="00E00D30" w:rsidRDefault="00E00D30" w:rsidP="00E00D30">
      <w:r>
        <w:t>103.8313</w:t>
      </w:r>
      <w:r>
        <w:tab/>
        <w:t>2.025e0</w:t>
      </w:r>
    </w:p>
    <w:p w:rsidR="00E00D30" w:rsidRDefault="00E00D30" w:rsidP="00E00D30">
      <w:r>
        <w:t>103.8501</w:t>
      </w:r>
      <w:r>
        <w:tab/>
        <w:t>1.013e0</w:t>
      </w:r>
    </w:p>
    <w:p w:rsidR="00E00D30" w:rsidRDefault="00E00D30" w:rsidP="00E00D30">
      <w:r>
        <w:t>103.8556</w:t>
      </w:r>
      <w:r>
        <w:tab/>
        <w:t>1.013e0</w:t>
      </w:r>
    </w:p>
    <w:p w:rsidR="00E00D30" w:rsidRDefault="00E00D30" w:rsidP="00E00D30">
      <w:r>
        <w:t>103.8585</w:t>
      </w:r>
      <w:r>
        <w:tab/>
        <w:t>2.025e0</w:t>
      </w:r>
    </w:p>
    <w:p w:rsidR="00E00D30" w:rsidRDefault="00E00D30" w:rsidP="00E00D30">
      <w:r>
        <w:lastRenderedPageBreak/>
        <w:t>103.8800</w:t>
      </w:r>
      <w:r>
        <w:tab/>
        <w:t>2.025e0</w:t>
      </w:r>
    </w:p>
    <w:p w:rsidR="00E00D30" w:rsidRDefault="00E00D30" w:rsidP="00E00D30">
      <w:r>
        <w:t>103.8855</w:t>
      </w:r>
      <w:r>
        <w:tab/>
        <w:t>1.013e0</w:t>
      </w:r>
    </w:p>
    <w:p w:rsidR="00E00D30" w:rsidRDefault="00E00D30" w:rsidP="00E00D30">
      <w:r>
        <w:t>103.9018</w:t>
      </w:r>
      <w:r>
        <w:tab/>
        <w:t>1.013e0</w:t>
      </w:r>
    </w:p>
    <w:p w:rsidR="00E00D30" w:rsidRDefault="00E00D30" w:rsidP="00E00D30">
      <w:r>
        <w:t>103.9071</w:t>
      </w:r>
      <w:r>
        <w:tab/>
        <w:t>2.025e0</w:t>
      </w:r>
    </w:p>
    <w:p w:rsidR="00E00D30" w:rsidRDefault="00E00D30" w:rsidP="00E00D30">
      <w:r>
        <w:t>103.9396</w:t>
      </w:r>
      <w:r>
        <w:tab/>
        <w:t>1.013e0</w:t>
      </w:r>
    </w:p>
    <w:p w:rsidR="00E00D30" w:rsidRDefault="00E00D30" w:rsidP="00E00D30">
      <w:r>
        <w:t>103.9448</w:t>
      </w:r>
      <w:r>
        <w:tab/>
        <w:t>1.013e0</w:t>
      </w:r>
    </w:p>
    <w:p w:rsidR="00E00D30" w:rsidRDefault="00E00D30" w:rsidP="00E00D30">
      <w:r>
        <w:t>103.9585</w:t>
      </w:r>
      <w:r>
        <w:tab/>
        <w:t>1.013e0</w:t>
      </w:r>
    </w:p>
    <w:p w:rsidR="00E00D30" w:rsidRDefault="00E00D30" w:rsidP="00E00D30">
      <w:r>
        <w:t>103.9698</w:t>
      </w:r>
      <w:r>
        <w:tab/>
        <w:t>1.013e0</w:t>
      </w:r>
    </w:p>
    <w:p w:rsidR="00E00D30" w:rsidRDefault="00E00D30" w:rsidP="00E00D30">
      <w:r>
        <w:t>103.9832</w:t>
      </w:r>
      <w:r>
        <w:tab/>
        <w:t>1.013e0</w:t>
      </w:r>
    </w:p>
    <w:p w:rsidR="00E00D30" w:rsidRDefault="00E00D30" w:rsidP="00E00D30">
      <w:r>
        <w:t>103.9885</w:t>
      </w:r>
      <w:r>
        <w:tab/>
        <w:t>1.013e0</w:t>
      </w:r>
    </w:p>
    <w:p w:rsidR="00E00D30" w:rsidRDefault="00E00D30" w:rsidP="00E00D30">
      <w:r>
        <w:t>104.0047</w:t>
      </w:r>
      <w:r>
        <w:tab/>
        <w:t>1.013e0</w:t>
      </w:r>
    </w:p>
    <w:p w:rsidR="00E00D30" w:rsidRDefault="00E00D30" w:rsidP="00E00D30">
      <w:r>
        <w:t>104.0154</w:t>
      </w:r>
      <w:r>
        <w:tab/>
        <w:t>1.013e0</w:t>
      </w:r>
    </w:p>
    <w:p w:rsidR="00E00D30" w:rsidRDefault="00E00D30" w:rsidP="00E00D30">
      <w:r>
        <w:t>104.0453</w:t>
      </w:r>
      <w:r>
        <w:tab/>
        <w:t>4.051e0</w:t>
      </w:r>
    </w:p>
    <w:p w:rsidR="00E00D30" w:rsidRDefault="00E00D30" w:rsidP="00E00D30">
      <w:r>
        <w:t>104.0670</w:t>
      </w:r>
      <w:r>
        <w:tab/>
        <w:t>3.458e0</w:t>
      </w:r>
    </w:p>
    <w:p w:rsidR="00E00D30" w:rsidRDefault="00E00D30" w:rsidP="00E00D30">
      <w:r>
        <w:t>104.0686</w:t>
      </w:r>
      <w:r>
        <w:tab/>
        <w:t>4.304e0</w:t>
      </w:r>
    </w:p>
    <w:p w:rsidR="00E00D30" w:rsidRDefault="00E00D30" w:rsidP="00E00D30">
      <w:r>
        <w:t>104.0710</w:t>
      </w:r>
      <w:r>
        <w:tab/>
        <w:t>2.025e0</w:t>
      </w:r>
    </w:p>
    <w:p w:rsidR="00E00D30" w:rsidRDefault="00E00D30" w:rsidP="00E00D30">
      <w:r>
        <w:t>104.0726</w:t>
      </w:r>
      <w:r>
        <w:tab/>
        <w:t>1.013e0</w:t>
      </w:r>
    </w:p>
    <w:p w:rsidR="00E00D30" w:rsidRDefault="00E00D30" w:rsidP="00E00D30">
      <w:r>
        <w:t>104.0741</w:t>
      </w:r>
      <w:r>
        <w:tab/>
        <w:t>9.114e0</w:t>
      </w:r>
    </w:p>
    <w:p w:rsidR="00E00D30" w:rsidRDefault="00E00D30" w:rsidP="00E00D30">
      <w:r>
        <w:t>104.0832</w:t>
      </w:r>
      <w:r>
        <w:tab/>
        <w:t>1.013e0</w:t>
      </w:r>
    </w:p>
    <w:p w:rsidR="00E00D30" w:rsidRDefault="00E00D30" w:rsidP="00E00D30">
      <w:r>
        <w:lastRenderedPageBreak/>
        <w:t>104.0967</w:t>
      </w:r>
      <w:r>
        <w:tab/>
        <w:t>1.013e0</w:t>
      </w:r>
    </w:p>
    <w:p w:rsidR="00E00D30" w:rsidRDefault="00E00D30" w:rsidP="00E00D30">
      <w:r>
        <w:t>104.1036</w:t>
      </w:r>
      <w:r>
        <w:tab/>
        <w:t>2.025e0</w:t>
      </w:r>
    </w:p>
    <w:p w:rsidR="00E00D30" w:rsidRDefault="00E00D30" w:rsidP="00E00D30">
      <w:r>
        <w:t>104.1051</w:t>
      </w:r>
      <w:r>
        <w:tab/>
        <w:t>7.089e0</w:t>
      </w:r>
    </w:p>
    <w:p w:rsidR="00E00D30" w:rsidRDefault="00E00D30" w:rsidP="00E00D30">
      <w:r>
        <w:t>104.1073</w:t>
      </w:r>
      <w:r>
        <w:tab/>
        <w:t>4.051e0</w:t>
      </w:r>
    </w:p>
    <w:p w:rsidR="00E00D30" w:rsidRDefault="00E00D30" w:rsidP="00E00D30">
      <w:r>
        <w:t>104.1091</w:t>
      </w:r>
      <w:r>
        <w:tab/>
        <w:t>2.025e0</w:t>
      </w:r>
    </w:p>
    <w:p w:rsidR="00E00D30" w:rsidRDefault="00E00D30" w:rsidP="00E00D30">
      <w:r>
        <w:t>104.1144</w:t>
      </w:r>
      <w:r>
        <w:tab/>
        <w:t>4.051e0</w:t>
      </w:r>
    </w:p>
    <w:p w:rsidR="00E00D30" w:rsidRDefault="00E00D30" w:rsidP="00E00D30">
      <w:r>
        <w:t>104.1160</w:t>
      </w:r>
      <w:r>
        <w:tab/>
        <w:t>1.013e0</w:t>
      </w:r>
    </w:p>
    <w:p w:rsidR="00E00D30" w:rsidRDefault="00E00D30" w:rsidP="00E00D30">
      <w:r>
        <w:t>104.1215</w:t>
      </w:r>
      <w:r>
        <w:tab/>
        <w:t>1.013e0</w:t>
      </w:r>
    </w:p>
    <w:p w:rsidR="00E00D30" w:rsidRDefault="00E00D30" w:rsidP="00E00D30">
      <w:r>
        <w:t>104.1293</w:t>
      </w:r>
      <w:r>
        <w:tab/>
        <w:t>1.013e0</w:t>
      </w:r>
    </w:p>
    <w:p w:rsidR="00E00D30" w:rsidRDefault="00E00D30" w:rsidP="00E00D30">
      <w:r>
        <w:t>104.1322</w:t>
      </w:r>
      <w:r>
        <w:tab/>
        <w:t>2.025e0</w:t>
      </w:r>
    </w:p>
    <w:p w:rsidR="00E00D30" w:rsidRDefault="00E00D30" w:rsidP="00E00D30">
      <w:r>
        <w:t>104.1350</w:t>
      </w:r>
      <w:r>
        <w:tab/>
        <w:t>1.013e0</w:t>
      </w:r>
    </w:p>
    <w:p w:rsidR="00E00D30" w:rsidRDefault="00E00D30" w:rsidP="00E00D30">
      <w:r>
        <w:t>104.1429</w:t>
      </w:r>
      <w:r>
        <w:tab/>
        <w:t>1.013e0</w:t>
      </w:r>
    </w:p>
    <w:p w:rsidR="00E00D30" w:rsidRDefault="00E00D30" w:rsidP="00E00D30">
      <w:r>
        <w:t>104.1701</w:t>
      </w:r>
      <w:r>
        <w:tab/>
        <w:t>1.013e0</w:t>
      </w:r>
    </w:p>
    <w:p w:rsidR="00E00D30" w:rsidRDefault="00E00D30" w:rsidP="00E00D30">
      <w:r>
        <w:t>104.2028</w:t>
      </w:r>
      <w:r>
        <w:tab/>
        <w:t>2.025e0</w:t>
      </w:r>
    </w:p>
    <w:p w:rsidR="00E00D30" w:rsidRDefault="00E00D30" w:rsidP="00E00D30">
      <w:r>
        <w:t>104.2051</w:t>
      </w:r>
      <w:r>
        <w:tab/>
        <w:t>1.013e0</w:t>
      </w:r>
    </w:p>
    <w:p w:rsidR="00E00D30" w:rsidRDefault="00E00D30" w:rsidP="00E00D30">
      <w:r>
        <w:t>104.2271</w:t>
      </w:r>
      <w:r>
        <w:tab/>
        <w:t>1.013e0</w:t>
      </w:r>
    </w:p>
    <w:p w:rsidR="00E00D30" w:rsidRDefault="00E00D30" w:rsidP="00E00D30">
      <w:r>
        <w:t>104.2407</w:t>
      </w:r>
      <w:r>
        <w:tab/>
        <w:t>1.013e0</w:t>
      </w:r>
    </w:p>
    <w:p w:rsidR="00E00D30" w:rsidRDefault="00E00D30" w:rsidP="00E00D30">
      <w:r>
        <w:t>104.2435</w:t>
      </w:r>
      <w:r>
        <w:tab/>
        <w:t>2.025e0</w:t>
      </w:r>
    </w:p>
    <w:p w:rsidR="00E00D30" w:rsidRDefault="00E00D30" w:rsidP="00E00D30">
      <w:r>
        <w:t>104.2459</w:t>
      </w:r>
      <w:r>
        <w:tab/>
        <w:t>1.013e0</w:t>
      </w:r>
    </w:p>
    <w:p w:rsidR="00E00D30" w:rsidRDefault="00E00D30" w:rsidP="00E00D30">
      <w:r>
        <w:lastRenderedPageBreak/>
        <w:t>104.2543</w:t>
      </w:r>
      <w:r>
        <w:tab/>
        <w:t>1.013e0</w:t>
      </w:r>
    </w:p>
    <w:p w:rsidR="00E00D30" w:rsidRDefault="00E00D30" w:rsidP="00E00D30">
      <w:r>
        <w:t>104.2706</w:t>
      </w:r>
      <w:r>
        <w:tab/>
        <w:t>1.013e0</w:t>
      </w:r>
    </w:p>
    <w:p w:rsidR="00E00D30" w:rsidRDefault="00E00D30" w:rsidP="00E00D30">
      <w:r>
        <w:t>104.2921</w:t>
      </w:r>
      <w:r>
        <w:tab/>
        <w:t>1.013e0</w:t>
      </w:r>
    </w:p>
    <w:p w:rsidR="00E00D30" w:rsidRDefault="00E00D30" w:rsidP="00E00D30">
      <w:r>
        <w:t>104.3003</w:t>
      </w:r>
      <w:r>
        <w:tab/>
        <w:t>1.013e0</w:t>
      </w:r>
    </w:p>
    <w:p w:rsidR="00E00D30" w:rsidRDefault="00E00D30" w:rsidP="00E00D30">
      <w:r>
        <w:t>104.3029</w:t>
      </w:r>
      <w:r>
        <w:tab/>
        <w:t>1.013e0</w:t>
      </w:r>
    </w:p>
    <w:p w:rsidR="00E00D30" w:rsidRDefault="00E00D30" w:rsidP="00E00D30">
      <w:r>
        <w:t>104.3085</w:t>
      </w:r>
      <w:r>
        <w:tab/>
        <w:t>1.013e0</w:t>
      </w:r>
    </w:p>
    <w:p w:rsidR="00E00D30" w:rsidRDefault="00E00D30" w:rsidP="00E00D30">
      <w:r>
        <w:t>104.3277</w:t>
      </w:r>
      <w:r>
        <w:tab/>
        <w:t>1.013e0</w:t>
      </w:r>
    </w:p>
    <w:p w:rsidR="00E00D30" w:rsidRDefault="00E00D30" w:rsidP="00E00D30">
      <w:r>
        <w:t>104.3300</w:t>
      </w:r>
      <w:r>
        <w:tab/>
        <w:t>1.013e0</w:t>
      </w:r>
    </w:p>
    <w:p w:rsidR="00E00D30" w:rsidRDefault="00E00D30" w:rsidP="00E00D30">
      <w:r>
        <w:t>104.3328</w:t>
      </w:r>
      <w:r>
        <w:tab/>
        <w:t>1.013e0</w:t>
      </w:r>
    </w:p>
    <w:p w:rsidR="00E00D30" w:rsidRDefault="00E00D30" w:rsidP="00E00D30">
      <w:r>
        <w:t>104.3413</w:t>
      </w:r>
      <w:r>
        <w:tab/>
        <w:t>1.013e0</w:t>
      </w:r>
    </w:p>
    <w:p w:rsidR="00E00D30" w:rsidRDefault="00E00D30" w:rsidP="00E00D30">
      <w:r>
        <w:t>104.3600</w:t>
      </w:r>
      <w:r>
        <w:tab/>
        <w:t>1.013e0</w:t>
      </w:r>
    </w:p>
    <w:p w:rsidR="00E00D30" w:rsidRDefault="00E00D30" w:rsidP="00E00D30">
      <w:r>
        <w:t>104.3655</w:t>
      </w:r>
      <w:r>
        <w:tab/>
        <w:t>1.013e0</w:t>
      </w:r>
    </w:p>
    <w:p w:rsidR="00E00D30" w:rsidRDefault="00E00D30" w:rsidP="00E00D30">
      <w:r>
        <w:t>104.3685</w:t>
      </w:r>
      <w:r>
        <w:tab/>
        <w:t>1.013e0</w:t>
      </w:r>
    </w:p>
    <w:p w:rsidR="00E00D30" w:rsidRDefault="00E00D30" w:rsidP="00E00D30">
      <w:r>
        <w:t>104.3707</w:t>
      </w:r>
      <w:r>
        <w:tab/>
        <w:t>1.013e0</w:t>
      </w:r>
    </w:p>
    <w:p w:rsidR="00E00D30" w:rsidRDefault="00E00D30" w:rsidP="00E00D30">
      <w:r>
        <w:t>104.3763</w:t>
      </w:r>
      <w:r>
        <w:tab/>
        <w:t>1.013e0</w:t>
      </w:r>
    </w:p>
    <w:p w:rsidR="00E00D30" w:rsidRDefault="00E00D30" w:rsidP="00E00D30">
      <w:r>
        <w:t>104.3978</w:t>
      </w:r>
      <w:r>
        <w:tab/>
        <w:t>1.013e0</w:t>
      </w:r>
    </w:p>
    <w:p w:rsidR="00E00D30" w:rsidRDefault="00E00D30" w:rsidP="00E00D30">
      <w:r>
        <w:t>104.4092</w:t>
      </w:r>
      <w:r>
        <w:tab/>
        <w:t>1.013e0</w:t>
      </w:r>
    </w:p>
    <w:p w:rsidR="00E00D30" w:rsidRDefault="00E00D30" w:rsidP="00E00D30">
      <w:r>
        <w:t>104.4116</w:t>
      </w:r>
      <w:r>
        <w:tab/>
        <w:t>1.013e0</w:t>
      </w:r>
    </w:p>
    <w:p w:rsidR="00E00D30" w:rsidRDefault="00E00D30" w:rsidP="00E00D30">
      <w:r>
        <w:t>104.4171</w:t>
      </w:r>
      <w:r>
        <w:tab/>
        <w:t>1.013e0</w:t>
      </w:r>
    </w:p>
    <w:p w:rsidR="00E00D30" w:rsidRDefault="00E00D30" w:rsidP="00E00D30">
      <w:r>
        <w:lastRenderedPageBreak/>
        <w:t>104.4250</w:t>
      </w:r>
      <w:r>
        <w:tab/>
        <w:t>2.025e0</w:t>
      </w:r>
    </w:p>
    <w:p w:rsidR="00E00D30" w:rsidRDefault="00E00D30" w:rsidP="00E00D30">
      <w:r>
        <w:t>104.4278</w:t>
      </w:r>
      <w:r>
        <w:tab/>
        <w:t>2.025e0</w:t>
      </w:r>
    </w:p>
    <w:p w:rsidR="00E00D30" w:rsidRDefault="00E00D30" w:rsidP="00E00D30">
      <w:r>
        <w:t>104.4363</w:t>
      </w:r>
      <w:r>
        <w:tab/>
        <w:t>2.025e0</w:t>
      </w:r>
    </w:p>
    <w:p w:rsidR="00E00D30" w:rsidRDefault="00E00D30" w:rsidP="00E00D30">
      <w:r>
        <w:t>104.4402</w:t>
      </w:r>
      <w:r>
        <w:tab/>
        <w:t>2.025e0</w:t>
      </w:r>
    </w:p>
    <w:p w:rsidR="00E00D30" w:rsidRDefault="00E00D30" w:rsidP="00E00D30">
      <w:r>
        <w:t>104.4579</w:t>
      </w:r>
      <w:r>
        <w:tab/>
        <w:t>1.013e0</w:t>
      </w:r>
    </w:p>
    <w:p w:rsidR="00E00D30" w:rsidRDefault="00E00D30" w:rsidP="00E00D30">
      <w:r>
        <w:t>104.4685</w:t>
      </w:r>
      <w:r>
        <w:tab/>
        <w:t>1.013e0</w:t>
      </w:r>
    </w:p>
    <w:p w:rsidR="00E00D30" w:rsidRDefault="00E00D30" w:rsidP="00E00D30">
      <w:r>
        <w:t>104.4741</w:t>
      </w:r>
      <w:r>
        <w:tab/>
        <w:t>1.013e0</w:t>
      </w:r>
    </w:p>
    <w:p w:rsidR="00E00D30" w:rsidRDefault="00E00D30" w:rsidP="00E00D30">
      <w:r>
        <w:t>104.4851</w:t>
      </w:r>
      <w:r>
        <w:tab/>
        <w:t>1.013e0</w:t>
      </w:r>
    </w:p>
    <w:p w:rsidR="00E00D30" w:rsidRDefault="00E00D30" w:rsidP="00E00D30">
      <w:r>
        <w:t>104.5092</w:t>
      </w:r>
      <w:r>
        <w:tab/>
        <w:t>2.025e0</w:t>
      </w:r>
    </w:p>
    <w:p w:rsidR="00E00D30" w:rsidRDefault="00E00D30" w:rsidP="00E00D30">
      <w:r>
        <w:t>104.5229</w:t>
      </w:r>
      <w:r>
        <w:tab/>
        <w:t>1.013e0</w:t>
      </w:r>
    </w:p>
    <w:p w:rsidR="00E00D30" w:rsidRDefault="00E00D30" w:rsidP="00E00D30">
      <w:r>
        <w:t>104.5312</w:t>
      </w:r>
      <w:r>
        <w:tab/>
        <w:t>1.013e0</w:t>
      </w:r>
    </w:p>
    <w:p w:rsidR="00E00D30" w:rsidRDefault="00E00D30" w:rsidP="00E00D30">
      <w:r>
        <w:t>104.5528</w:t>
      </w:r>
      <w:r>
        <w:tab/>
        <w:t>1.013e0</w:t>
      </w:r>
    </w:p>
    <w:p w:rsidR="00E00D30" w:rsidRDefault="00E00D30" w:rsidP="00E00D30">
      <w:r>
        <w:t>104.5557</w:t>
      </w:r>
      <w:r>
        <w:tab/>
        <w:t>2.025e0</w:t>
      </w:r>
    </w:p>
    <w:p w:rsidR="00E00D30" w:rsidRDefault="00E00D30" w:rsidP="00E00D30">
      <w:r>
        <w:t>104.5583</w:t>
      </w:r>
      <w:r>
        <w:tab/>
        <w:t>2.025e0</w:t>
      </w:r>
    </w:p>
    <w:p w:rsidR="00E00D30" w:rsidRDefault="00E00D30" w:rsidP="00E00D30">
      <w:r>
        <w:t>104.5613</w:t>
      </w:r>
      <w:r>
        <w:tab/>
        <w:t>1.013e0</w:t>
      </w:r>
    </w:p>
    <w:p w:rsidR="00E00D30" w:rsidRDefault="00E00D30" w:rsidP="00E00D30">
      <w:r>
        <w:t>104.5827</w:t>
      </w:r>
      <w:r>
        <w:tab/>
        <w:t>2.025e0</w:t>
      </w:r>
    </w:p>
    <w:p w:rsidR="00E00D30" w:rsidRDefault="00E00D30" w:rsidP="00E00D30">
      <w:r>
        <w:t>104.5883</w:t>
      </w:r>
      <w:r>
        <w:tab/>
        <w:t>1.013e0</w:t>
      </w:r>
    </w:p>
    <w:p w:rsidR="00E00D30" w:rsidRDefault="00E00D30" w:rsidP="00E00D30">
      <w:r>
        <w:t>104.6020</w:t>
      </w:r>
      <w:r>
        <w:tab/>
        <w:t>1.013e0</w:t>
      </w:r>
    </w:p>
    <w:p w:rsidR="00E00D30" w:rsidRDefault="00E00D30" w:rsidP="00E00D30">
      <w:r>
        <w:t>104.6127</w:t>
      </w:r>
      <w:r>
        <w:tab/>
        <w:t>2.025e0</w:t>
      </w:r>
    </w:p>
    <w:p w:rsidR="00E00D30" w:rsidRDefault="00E00D30" w:rsidP="00E00D30">
      <w:r>
        <w:lastRenderedPageBreak/>
        <w:t>104.6207</w:t>
      </w:r>
      <w:r>
        <w:tab/>
        <w:t>1.013e0</w:t>
      </w:r>
    </w:p>
    <w:p w:rsidR="00E00D30" w:rsidRDefault="00E00D30" w:rsidP="00E00D30">
      <w:r>
        <w:t>104.6428</w:t>
      </w:r>
      <w:r>
        <w:tab/>
        <w:t>2.025e0</w:t>
      </w:r>
    </w:p>
    <w:p w:rsidR="00E00D30" w:rsidRDefault="00E00D30" w:rsidP="00E00D30">
      <w:r>
        <w:t>104.6507</w:t>
      </w:r>
      <w:r>
        <w:tab/>
        <w:t>1.013e0</w:t>
      </w:r>
    </w:p>
    <w:p w:rsidR="00E00D30" w:rsidRDefault="00E00D30" w:rsidP="00E00D30">
      <w:r>
        <w:t>104.6671</w:t>
      </w:r>
      <w:r>
        <w:tab/>
        <w:t>1.013e0</w:t>
      </w:r>
    </w:p>
    <w:p w:rsidR="00E00D30" w:rsidRDefault="00E00D30" w:rsidP="00E00D30">
      <w:r>
        <w:t>104.6863</w:t>
      </w:r>
      <w:r>
        <w:tab/>
        <w:t>1.013e0</w:t>
      </w:r>
    </w:p>
    <w:p w:rsidR="00E00D30" w:rsidRDefault="00E00D30" w:rsidP="00E00D30">
      <w:r>
        <w:t>104.7022</w:t>
      </w:r>
      <w:r>
        <w:tab/>
        <w:t>1.013e0</w:t>
      </w:r>
    </w:p>
    <w:p w:rsidR="00E00D30" w:rsidRDefault="00E00D30" w:rsidP="00E00D30">
      <w:r>
        <w:t>104.7106</w:t>
      </w:r>
      <w:r>
        <w:tab/>
        <w:t>2.025e0</w:t>
      </w:r>
    </w:p>
    <w:p w:rsidR="00E00D30" w:rsidRDefault="00E00D30" w:rsidP="00E00D30">
      <w:r>
        <w:t>104.7296</w:t>
      </w:r>
      <w:r>
        <w:tab/>
        <w:t>1.013e0</w:t>
      </w:r>
    </w:p>
    <w:p w:rsidR="00E00D30" w:rsidRDefault="00E00D30" w:rsidP="00E00D30">
      <w:r>
        <w:t>104.7350</w:t>
      </w:r>
      <w:r>
        <w:tab/>
        <w:t>2.025e0</w:t>
      </w:r>
    </w:p>
    <w:p w:rsidR="00E00D30" w:rsidRDefault="00E00D30" w:rsidP="00E00D30">
      <w:r>
        <w:t>104.7377</w:t>
      </w:r>
      <w:r>
        <w:tab/>
        <w:t>2.025e0</w:t>
      </w:r>
    </w:p>
    <w:p w:rsidR="00E00D30" w:rsidRDefault="00E00D30" w:rsidP="00E00D30">
      <w:r>
        <w:t>104.7544</w:t>
      </w:r>
      <w:r>
        <w:tab/>
        <w:t>1.013e0</w:t>
      </w:r>
    </w:p>
    <w:p w:rsidR="00E00D30" w:rsidRDefault="00E00D30" w:rsidP="00E00D30">
      <w:r>
        <w:t>104.7649</w:t>
      </w:r>
      <w:r>
        <w:tab/>
        <w:t>3.038e0</w:t>
      </w:r>
    </w:p>
    <w:p w:rsidR="00E00D30" w:rsidRDefault="00E00D30" w:rsidP="00E00D30">
      <w:r>
        <w:t>104.7704</w:t>
      </w:r>
      <w:r>
        <w:tab/>
        <w:t>1.013e0</w:t>
      </w:r>
    </w:p>
    <w:p w:rsidR="00E00D30" w:rsidRDefault="00E00D30" w:rsidP="00E00D30">
      <w:r>
        <w:t>104.7729</w:t>
      </w:r>
      <w:r>
        <w:tab/>
        <w:t>1.013e0</w:t>
      </w:r>
    </w:p>
    <w:p w:rsidR="00E00D30" w:rsidRDefault="00E00D30" w:rsidP="00E00D30">
      <w:r>
        <w:t>104.7786</w:t>
      </w:r>
      <w:r>
        <w:tab/>
        <w:t>1.013e0</w:t>
      </w:r>
    </w:p>
    <w:p w:rsidR="00E00D30" w:rsidRDefault="00E00D30" w:rsidP="00E00D30">
      <w:r>
        <w:t>104.7814</w:t>
      </w:r>
      <w:r>
        <w:tab/>
        <w:t>1.013e0</w:t>
      </w:r>
    </w:p>
    <w:p w:rsidR="00E00D30" w:rsidRDefault="00E00D30" w:rsidP="00E00D30">
      <w:r>
        <w:t>104.7949</w:t>
      </w:r>
      <w:r>
        <w:tab/>
        <w:t>1.013e0</w:t>
      </w:r>
    </w:p>
    <w:p w:rsidR="00E00D30" w:rsidRDefault="00E00D30" w:rsidP="00E00D30">
      <w:r>
        <w:t>104.8086</w:t>
      </w:r>
      <w:r>
        <w:tab/>
        <w:t>2.025e0</w:t>
      </w:r>
    </w:p>
    <w:p w:rsidR="00E00D30" w:rsidRDefault="00E00D30" w:rsidP="00E00D30">
      <w:r>
        <w:t>104.8114</w:t>
      </w:r>
      <w:r>
        <w:tab/>
        <w:t>1.013e0</w:t>
      </w:r>
    </w:p>
    <w:p w:rsidR="00E00D30" w:rsidRDefault="00E00D30" w:rsidP="00E00D30">
      <w:r>
        <w:lastRenderedPageBreak/>
        <w:t>104.8250</w:t>
      </w:r>
      <w:r>
        <w:tab/>
        <w:t>1.013e0</w:t>
      </w:r>
    </w:p>
    <w:p w:rsidR="00E00D30" w:rsidRDefault="00E00D30" w:rsidP="00E00D30">
      <w:r>
        <w:t>104.8303</w:t>
      </w:r>
      <w:r>
        <w:tab/>
        <w:t>1.013e0</w:t>
      </w:r>
    </w:p>
    <w:p w:rsidR="00E00D30" w:rsidRDefault="00E00D30" w:rsidP="00E00D30">
      <w:r>
        <w:t>104.8522</w:t>
      </w:r>
      <w:r>
        <w:tab/>
        <w:t>1.013e0</w:t>
      </w:r>
    </w:p>
    <w:p w:rsidR="00E00D30" w:rsidRDefault="00E00D30" w:rsidP="00E00D30">
      <w:r>
        <w:t>104.8546</w:t>
      </w:r>
      <w:r>
        <w:tab/>
        <w:t>2.025e0</w:t>
      </w:r>
    </w:p>
    <w:p w:rsidR="00E00D30" w:rsidRDefault="00E00D30" w:rsidP="00E00D30">
      <w:r>
        <w:t>104.8738</w:t>
      </w:r>
      <w:r>
        <w:tab/>
        <w:t>3.038e0</w:t>
      </w:r>
    </w:p>
    <w:p w:rsidR="00E00D30" w:rsidRDefault="00E00D30" w:rsidP="00E00D30">
      <w:r>
        <w:t>104.8767</w:t>
      </w:r>
      <w:r>
        <w:tab/>
        <w:t>1.013e0</w:t>
      </w:r>
    </w:p>
    <w:p w:rsidR="00E00D30" w:rsidRDefault="00E00D30" w:rsidP="00E00D30">
      <w:r>
        <w:t>104.8793</w:t>
      </w:r>
      <w:r>
        <w:tab/>
        <w:t>1.013e0</w:t>
      </w:r>
    </w:p>
    <w:p w:rsidR="00E00D30" w:rsidRDefault="00E00D30" w:rsidP="00E00D30">
      <w:r>
        <w:t>104.8819</w:t>
      </w:r>
      <w:r>
        <w:tab/>
        <w:t>1.013e0</w:t>
      </w:r>
    </w:p>
    <w:p w:rsidR="00E00D30" w:rsidRDefault="00E00D30" w:rsidP="00E00D30">
      <w:r>
        <w:t>104.8846</w:t>
      </w:r>
      <w:r>
        <w:tab/>
        <w:t>2.025e0</w:t>
      </w:r>
    </w:p>
    <w:p w:rsidR="00E00D30" w:rsidRDefault="00E00D30" w:rsidP="00E00D30">
      <w:r>
        <w:t>104.8873</w:t>
      </w:r>
      <w:r>
        <w:tab/>
        <w:t>1.013e0</w:t>
      </w:r>
    </w:p>
    <w:p w:rsidR="00E00D30" w:rsidRDefault="00E00D30" w:rsidP="00E00D30">
      <w:r>
        <w:t>104.8929</w:t>
      </w:r>
      <w:r>
        <w:tab/>
        <w:t>1.013e0</w:t>
      </w:r>
    </w:p>
    <w:p w:rsidR="00E00D30" w:rsidRDefault="00E00D30" w:rsidP="00E00D30">
      <w:r>
        <w:t>104.8956</w:t>
      </w:r>
      <w:r>
        <w:tab/>
        <w:t>1.013e0</w:t>
      </w:r>
    </w:p>
    <w:p w:rsidR="00E00D30" w:rsidRDefault="00E00D30" w:rsidP="00E00D30">
      <w:r>
        <w:t>104.9010</w:t>
      </w:r>
      <w:r>
        <w:tab/>
        <w:t>3.038e0</w:t>
      </w:r>
    </w:p>
    <w:p w:rsidR="00E00D30" w:rsidRDefault="00E00D30" w:rsidP="00E00D30">
      <w:r>
        <w:t>104.9039</w:t>
      </w:r>
      <w:r>
        <w:tab/>
        <w:t>1.013e0</w:t>
      </w:r>
    </w:p>
    <w:p w:rsidR="00E00D30" w:rsidRDefault="00E00D30" w:rsidP="00E00D30">
      <w:r>
        <w:t>104.9255</w:t>
      </w:r>
      <w:r>
        <w:tab/>
        <w:t>1.013e0</w:t>
      </w:r>
    </w:p>
    <w:p w:rsidR="00E00D30" w:rsidRDefault="00E00D30" w:rsidP="00E00D30">
      <w:r>
        <w:t>104.9365</w:t>
      </w:r>
      <w:r>
        <w:tab/>
        <w:t>1.013e0</w:t>
      </w:r>
    </w:p>
    <w:p w:rsidR="00E00D30" w:rsidRDefault="00E00D30" w:rsidP="00E00D30">
      <w:r>
        <w:t>104.9502</w:t>
      </w:r>
      <w:r>
        <w:tab/>
        <w:t>1.013e0</w:t>
      </w:r>
    </w:p>
    <w:p w:rsidR="00E00D30" w:rsidRDefault="00E00D30" w:rsidP="00E00D30">
      <w:r>
        <w:t>104.9555</w:t>
      </w:r>
      <w:r>
        <w:tab/>
        <w:t>1.013e0</w:t>
      </w:r>
    </w:p>
    <w:p w:rsidR="00E00D30" w:rsidRDefault="00E00D30" w:rsidP="00E00D30">
      <w:r>
        <w:t>104.9581</w:t>
      </w:r>
      <w:r>
        <w:tab/>
        <w:t>1.013e0</w:t>
      </w:r>
    </w:p>
    <w:p w:rsidR="00E00D30" w:rsidRDefault="00E00D30" w:rsidP="00E00D30">
      <w:r>
        <w:lastRenderedPageBreak/>
        <w:t>104.9623</w:t>
      </w:r>
      <w:r>
        <w:tab/>
        <w:t>2.025e0</w:t>
      </w:r>
    </w:p>
    <w:p w:rsidR="00E00D30" w:rsidRDefault="00E00D30" w:rsidP="00E00D30">
      <w:r>
        <w:t>104.9661</w:t>
      </w:r>
      <w:r>
        <w:tab/>
        <w:t>1.013e0</w:t>
      </w:r>
    </w:p>
    <w:p w:rsidR="00E00D30" w:rsidRDefault="00E00D30" w:rsidP="00E00D30">
      <w:r>
        <w:t>104.9719</w:t>
      </w:r>
      <w:r>
        <w:tab/>
        <w:t>1.013e0</w:t>
      </w:r>
    </w:p>
    <w:p w:rsidR="00E00D30" w:rsidRDefault="00E00D30" w:rsidP="00E00D30">
      <w:r>
        <w:t>104.9732</w:t>
      </w:r>
      <w:r>
        <w:tab/>
        <w:t>2.025e0</w:t>
      </w:r>
    </w:p>
    <w:p w:rsidR="00E00D30" w:rsidRDefault="00E00D30" w:rsidP="00E00D30">
      <w:r>
        <w:t>104.9825</w:t>
      </w:r>
      <w:r>
        <w:tab/>
        <w:t>1.013e0</w:t>
      </w:r>
    </w:p>
    <w:p w:rsidR="00E00D30" w:rsidRDefault="00E00D30" w:rsidP="00E00D30">
      <w:r>
        <w:t>104.9925</w:t>
      </w:r>
      <w:r>
        <w:tab/>
        <w:t>5.063e0</w:t>
      </w:r>
    </w:p>
    <w:p w:rsidR="00E00D30" w:rsidRDefault="00E00D30" w:rsidP="00E00D30">
      <w:r>
        <w:t>104.9962</w:t>
      </w:r>
      <w:r>
        <w:tab/>
        <w:t>1.013e0</w:t>
      </w:r>
    </w:p>
    <w:p w:rsidR="00E00D30" w:rsidRDefault="00E00D30" w:rsidP="00E00D30">
      <w:r>
        <w:t>105.0072</w:t>
      </w:r>
      <w:r>
        <w:tab/>
        <w:t>1.013e0</w:t>
      </w:r>
    </w:p>
    <w:p w:rsidR="00E00D30" w:rsidRDefault="00E00D30" w:rsidP="00E00D30">
      <w:r>
        <w:t>105.0099</w:t>
      </w:r>
      <w:r>
        <w:tab/>
        <w:t>1.013e0</w:t>
      </w:r>
    </w:p>
    <w:p w:rsidR="00E00D30" w:rsidRDefault="00E00D30" w:rsidP="00E00D30">
      <w:r>
        <w:t>105.0154</w:t>
      </w:r>
      <w:r>
        <w:tab/>
        <w:t>1.013e0</w:t>
      </w:r>
    </w:p>
    <w:p w:rsidR="00E00D30" w:rsidRDefault="00E00D30" w:rsidP="00E00D30">
      <w:r>
        <w:t>105.0421</w:t>
      </w:r>
      <w:r>
        <w:tab/>
        <w:t>1.733e3</w:t>
      </w:r>
    </w:p>
    <w:p w:rsidR="00E00D30" w:rsidRDefault="00E00D30" w:rsidP="00E00D30">
      <w:r>
        <w:t>105.0779</w:t>
      </w:r>
      <w:r>
        <w:tab/>
        <w:t>1.013e0</w:t>
      </w:r>
    </w:p>
    <w:p w:rsidR="00E00D30" w:rsidRDefault="00E00D30" w:rsidP="00E00D30">
      <w:r>
        <w:t>105.0793</w:t>
      </w:r>
      <w:r>
        <w:tab/>
        <w:t>2.025e0</w:t>
      </w:r>
    </w:p>
    <w:p w:rsidR="00E00D30" w:rsidRDefault="00E00D30" w:rsidP="00E00D30">
      <w:r>
        <w:t>105.0897</w:t>
      </w:r>
      <w:r>
        <w:tab/>
        <w:t>3.038e0</w:t>
      </w:r>
    </w:p>
    <w:p w:rsidR="00E00D30" w:rsidRDefault="00E00D30" w:rsidP="00E00D30">
      <w:r>
        <w:t>105.0943</w:t>
      </w:r>
      <w:r>
        <w:tab/>
        <w:t>3.038e0</w:t>
      </w:r>
    </w:p>
    <w:p w:rsidR="00E00D30" w:rsidRDefault="00E00D30" w:rsidP="00E00D30">
      <w:r>
        <w:t>105.1028</w:t>
      </w:r>
      <w:r>
        <w:tab/>
        <w:t>4.051e0</w:t>
      </w:r>
    </w:p>
    <w:p w:rsidR="00E00D30" w:rsidRDefault="00E00D30" w:rsidP="00E00D30">
      <w:r>
        <w:t>105.1080</w:t>
      </w:r>
      <w:r>
        <w:tab/>
        <w:t>6.338e0</w:t>
      </w:r>
    </w:p>
    <w:p w:rsidR="00E00D30" w:rsidRDefault="00E00D30" w:rsidP="00E00D30">
      <w:r>
        <w:t>105.1095</w:t>
      </w:r>
      <w:r>
        <w:tab/>
        <w:t>2.025e0</w:t>
      </w:r>
    </w:p>
    <w:p w:rsidR="00E00D30" w:rsidRDefault="00E00D30" w:rsidP="00E00D30">
      <w:r>
        <w:t>105.1135</w:t>
      </w:r>
      <w:r>
        <w:tab/>
        <w:t>1.013e0</w:t>
      </w:r>
    </w:p>
    <w:p w:rsidR="00E00D30" w:rsidRDefault="00E00D30" w:rsidP="00E00D30">
      <w:r>
        <w:lastRenderedPageBreak/>
        <w:t>105.1148</w:t>
      </w:r>
      <w:r>
        <w:tab/>
        <w:t>2.025e0</w:t>
      </w:r>
    </w:p>
    <w:p w:rsidR="00E00D30" w:rsidRDefault="00E00D30" w:rsidP="00E00D30">
      <w:r>
        <w:t>105.1216</w:t>
      </w:r>
      <w:r>
        <w:tab/>
        <w:t>1.013e0</w:t>
      </w:r>
    </w:p>
    <w:p w:rsidR="00E00D30" w:rsidRDefault="00E00D30" w:rsidP="00E00D30">
      <w:r>
        <w:t>105.1264</w:t>
      </w:r>
      <w:r>
        <w:tab/>
        <w:t>6.144e0</w:t>
      </w:r>
    </w:p>
    <w:p w:rsidR="00E00D30" w:rsidRDefault="00E00D30" w:rsidP="00E00D30">
      <w:r>
        <w:t>105.1327</w:t>
      </w:r>
      <w:r>
        <w:tab/>
        <w:t>1.013e0</w:t>
      </w:r>
    </w:p>
    <w:p w:rsidR="00E00D30" w:rsidRDefault="00E00D30" w:rsidP="00E00D30">
      <w:r>
        <w:t>105.1339</w:t>
      </w:r>
      <w:r>
        <w:tab/>
        <w:t>4.051e0</w:t>
      </w:r>
    </w:p>
    <w:p w:rsidR="00E00D30" w:rsidRDefault="00E00D30" w:rsidP="00E00D30">
      <w:r>
        <w:t>105.1488</w:t>
      </w:r>
      <w:r>
        <w:tab/>
        <w:t>3.038e0</w:t>
      </w:r>
    </w:p>
    <w:p w:rsidR="00E00D30" w:rsidRDefault="00E00D30" w:rsidP="00E00D30">
      <w:r>
        <w:t>105.1515</w:t>
      </w:r>
      <w:r>
        <w:tab/>
        <w:t>1.013e0</w:t>
      </w:r>
    </w:p>
    <w:p w:rsidR="00E00D30" w:rsidRDefault="00E00D30" w:rsidP="00E00D30">
      <w:r>
        <w:t>105.1535</w:t>
      </w:r>
      <w:r>
        <w:tab/>
        <w:t>3.038e0</w:t>
      </w:r>
    </w:p>
    <w:p w:rsidR="00E00D30" w:rsidRDefault="00E00D30" w:rsidP="00E00D30">
      <w:r>
        <w:t>105.1571</w:t>
      </w:r>
      <w:r>
        <w:tab/>
        <w:t>1.013e0</w:t>
      </w:r>
    </w:p>
    <w:p w:rsidR="00E00D30" w:rsidRDefault="00E00D30" w:rsidP="00E00D30">
      <w:r>
        <w:t>105.1625</w:t>
      </w:r>
      <w:r>
        <w:tab/>
        <w:t>6.076e0</w:t>
      </w:r>
    </w:p>
    <w:p w:rsidR="00E00D30" w:rsidRDefault="00E00D30" w:rsidP="00E00D30">
      <w:r>
        <w:t>105.1651</w:t>
      </w:r>
      <w:r>
        <w:tab/>
        <w:t>4.051e0</w:t>
      </w:r>
    </w:p>
    <w:p w:rsidR="00E00D30" w:rsidRDefault="00E00D30" w:rsidP="00E00D30">
      <w:r>
        <w:t>105.1707</w:t>
      </w:r>
      <w:r>
        <w:tab/>
        <w:t>1.013e0</w:t>
      </w:r>
    </w:p>
    <w:p w:rsidR="00E00D30" w:rsidRDefault="00E00D30" w:rsidP="00E00D30">
      <w:r>
        <w:t>105.1737</w:t>
      </w:r>
      <w:r>
        <w:tab/>
        <w:t>1.013e0</w:t>
      </w:r>
    </w:p>
    <w:p w:rsidR="00E00D30" w:rsidRDefault="00E00D30" w:rsidP="00E00D30">
      <w:r>
        <w:t>105.1844</w:t>
      </w:r>
      <w:r>
        <w:tab/>
        <w:t>6.053e0</w:t>
      </w:r>
    </w:p>
    <w:p w:rsidR="00E00D30" w:rsidRDefault="00E00D30" w:rsidP="00E00D30">
      <w:r>
        <w:t>105.1870</w:t>
      </w:r>
      <w:r>
        <w:tab/>
        <w:t>3.038e0</w:t>
      </w:r>
    </w:p>
    <w:p w:rsidR="00E00D30" w:rsidRDefault="00E00D30" w:rsidP="00E00D30">
      <w:r>
        <w:t>105.1898</w:t>
      </w:r>
      <w:r>
        <w:tab/>
        <w:t>2.025e0</w:t>
      </w:r>
    </w:p>
    <w:p w:rsidR="00E00D30" w:rsidRDefault="00E00D30" w:rsidP="00E00D30">
      <w:r>
        <w:t>105.1924</w:t>
      </w:r>
      <w:r>
        <w:tab/>
        <w:t>1.013e0</w:t>
      </w:r>
    </w:p>
    <w:p w:rsidR="00E00D30" w:rsidRDefault="00E00D30" w:rsidP="00E00D30">
      <w:r>
        <w:t>105.2009</w:t>
      </w:r>
      <w:r>
        <w:tab/>
        <w:t>1.013e0</w:t>
      </w:r>
    </w:p>
    <w:p w:rsidR="00E00D30" w:rsidRDefault="00E00D30" w:rsidP="00E00D30">
      <w:r>
        <w:t>105.2020</w:t>
      </w:r>
      <w:r>
        <w:tab/>
        <w:t>2.025e0</w:t>
      </w:r>
    </w:p>
    <w:p w:rsidR="00E00D30" w:rsidRDefault="00E00D30" w:rsidP="00E00D30">
      <w:r>
        <w:lastRenderedPageBreak/>
        <w:t>105.2059</w:t>
      </w:r>
      <w:r>
        <w:tab/>
        <w:t>1.013e0</w:t>
      </w:r>
    </w:p>
    <w:p w:rsidR="00E00D30" w:rsidRDefault="00E00D30" w:rsidP="00E00D30">
      <w:r>
        <w:t>105.2102</w:t>
      </w:r>
      <w:r>
        <w:tab/>
        <w:t>2.025e0</w:t>
      </w:r>
    </w:p>
    <w:p w:rsidR="00E00D30" w:rsidRDefault="00E00D30" w:rsidP="00E00D30">
      <w:r>
        <w:t>105.2156</w:t>
      </w:r>
      <w:r>
        <w:tab/>
        <w:t>2.025e0</w:t>
      </w:r>
    </w:p>
    <w:p w:rsidR="00E00D30" w:rsidRDefault="00E00D30" w:rsidP="00E00D30">
      <w:r>
        <w:t>105.2183</w:t>
      </w:r>
      <w:r>
        <w:tab/>
        <w:t>2.025e0</w:t>
      </w:r>
    </w:p>
    <w:p w:rsidR="00E00D30" w:rsidRDefault="00E00D30" w:rsidP="00E00D30">
      <w:r>
        <w:t>105.2195</w:t>
      </w:r>
      <w:r>
        <w:tab/>
        <w:t>1.013e0</w:t>
      </w:r>
    </w:p>
    <w:p w:rsidR="00E00D30" w:rsidRDefault="00E00D30" w:rsidP="00E00D30">
      <w:r>
        <w:t>105.2224</w:t>
      </w:r>
      <w:r>
        <w:tab/>
        <w:t>1.013e0</w:t>
      </w:r>
    </w:p>
    <w:p w:rsidR="00E00D30" w:rsidRDefault="00E00D30" w:rsidP="00E00D30">
      <w:r>
        <w:t>105.2280</w:t>
      </w:r>
      <w:r>
        <w:tab/>
        <w:t>1.013e0</w:t>
      </w:r>
    </w:p>
    <w:p w:rsidR="00E00D30" w:rsidRDefault="00E00D30" w:rsidP="00E00D30">
      <w:r>
        <w:t>105.2321</w:t>
      </w:r>
      <w:r>
        <w:tab/>
        <w:t>2.025e0</w:t>
      </w:r>
    </w:p>
    <w:p w:rsidR="00E00D30" w:rsidRDefault="00E00D30" w:rsidP="00E00D30">
      <w:r>
        <w:t>105.2346</w:t>
      </w:r>
      <w:r>
        <w:tab/>
        <w:t>2.025e0</w:t>
      </w:r>
    </w:p>
    <w:p w:rsidR="00E00D30" w:rsidRDefault="00E00D30" w:rsidP="00E00D30">
      <w:r>
        <w:t>105.2444</w:t>
      </w:r>
      <w:r>
        <w:tab/>
        <w:t>1.013e0</w:t>
      </w:r>
    </w:p>
    <w:p w:rsidR="00E00D30" w:rsidRDefault="00E00D30" w:rsidP="00E00D30">
      <w:r>
        <w:t>105.2552</w:t>
      </w:r>
      <w:r>
        <w:tab/>
        <w:t>2.025e0</w:t>
      </w:r>
    </w:p>
    <w:p w:rsidR="00E00D30" w:rsidRDefault="00E00D30" w:rsidP="00E00D30">
      <w:r>
        <w:t>105.2583</w:t>
      </w:r>
      <w:r>
        <w:tab/>
        <w:t>1.013e0</w:t>
      </w:r>
    </w:p>
    <w:p w:rsidR="00E00D30" w:rsidRDefault="00E00D30" w:rsidP="00E00D30">
      <w:r>
        <w:t>105.2689</w:t>
      </w:r>
      <w:r>
        <w:tab/>
        <w:t>2.025e0</w:t>
      </w:r>
    </w:p>
    <w:p w:rsidR="00E00D30" w:rsidRDefault="00E00D30" w:rsidP="00E00D30">
      <w:r>
        <w:t>105.2719</w:t>
      </w:r>
      <w:r>
        <w:tab/>
        <w:t>1.013e0</w:t>
      </w:r>
    </w:p>
    <w:p w:rsidR="00E00D30" w:rsidRDefault="00E00D30" w:rsidP="00E00D30">
      <w:r>
        <w:t>105.2783</w:t>
      </w:r>
      <w:r>
        <w:tab/>
        <w:t>2.025e0</w:t>
      </w:r>
    </w:p>
    <w:p w:rsidR="00E00D30" w:rsidRDefault="00E00D30" w:rsidP="00E00D30">
      <w:r>
        <w:t>105.2797</w:t>
      </w:r>
      <w:r>
        <w:tab/>
        <w:t>1.013e0</w:t>
      </w:r>
    </w:p>
    <w:p w:rsidR="00E00D30" w:rsidRDefault="00E00D30" w:rsidP="00E00D30">
      <w:r>
        <w:t>105.2825</w:t>
      </w:r>
      <w:r>
        <w:tab/>
        <w:t>2.025e0</w:t>
      </w:r>
    </w:p>
    <w:p w:rsidR="00E00D30" w:rsidRDefault="00E00D30" w:rsidP="00E00D30">
      <w:r>
        <w:t>105.2878</w:t>
      </w:r>
      <w:r>
        <w:tab/>
        <w:t>1.013e0</w:t>
      </w:r>
    </w:p>
    <w:p w:rsidR="00E00D30" w:rsidRDefault="00E00D30" w:rsidP="00E00D30">
      <w:r>
        <w:t>105.2933</w:t>
      </w:r>
      <w:r>
        <w:tab/>
        <w:t>2.025e0</w:t>
      </w:r>
    </w:p>
    <w:p w:rsidR="00E00D30" w:rsidRDefault="00E00D30" w:rsidP="00E00D30">
      <w:r>
        <w:lastRenderedPageBreak/>
        <w:t>105.2949</w:t>
      </w:r>
      <w:r>
        <w:tab/>
        <w:t>7.089e0</w:t>
      </w:r>
    </w:p>
    <w:p w:rsidR="00E00D30" w:rsidRDefault="00E00D30" w:rsidP="00E00D30">
      <w:r>
        <w:t>105.2961</w:t>
      </w:r>
      <w:r>
        <w:tab/>
        <w:t>1.013e0</w:t>
      </w:r>
    </w:p>
    <w:p w:rsidR="00E00D30" w:rsidRDefault="00E00D30" w:rsidP="00E00D30">
      <w:r>
        <w:t>105.3069</w:t>
      </w:r>
      <w:r>
        <w:tab/>
        <w:t>2.025e0</w:t>
      </w:r>
    </w:p>
    <w:p w:rsidR="00E00D30" w:rsidRDefault="00E00D30" w:rsidP="00E00D30">
      <w:r>
        <w:t>105.3177</w:t>
      </w:r>
      <w:r>
        <w:tab/>
        <w:t>1.013e0</w:t>
      </w:r>
    </w:p>
    <w:p w:rsidR="00E00D30" w:rsidRDefault="00E00D30" w:rsidP="00E00D30">
      <w:r>
        <w:t>105.3207</w:t>
      </w:r>
      <w:r>
        <w:tab/>
        <w:t>3.038e0</w:t>
      </w:r>
    </w:p>
    <w:p w:rsidR="00E00D30" w:rsidRDefault="00E00D30" w:rsidP="00E00D30">
      <w:r>
        <w:t>105.3249</w:t>
      </w:r>
      <w:r>
        <w:tab/>
        <w:t>2.025e0</w:t>
      </w:r>
    </w:p>
    <w:p w:rsidR="00E00D30" w:rsidRDefault="00E00D30" w:rsidP="00E00D30">
      <w:r>
        <w:t>105.3289</w:t>
      </w:r>
      <w:r>
        <w:tab/>
        <w:t>1.013e0</w:t>
      </w:r>
    </w:p>
    <w:p w:rsidR="00E00D30" w:rsidRDefault="00E00D30" w:rsidP="00E00D30">
      <w:r>
        <w:t>105.3314</w:t>
      </w:r>
      <w:r>
        <w:tab/>
        <w:t>1.013e0</w:t>
      </w:r>
    </w:p>
    <w:p w:rsidR="00E00D30" w:rsidRDefault="00E00D30" w:rsidP="00E00D30">
      <w:r>
        <w:t>105.3327</w:t>
      </w:r>
      <w:r>
        <w:tab/>
        <w:t>3.038e0</w:t>
      </w:r>
    </w:p>
    <w:p w:rsidR="00E00D30" w:rsidRDefault="00E00D30" w:rsidP="00E00D30">
      <w:r>
        <w:t>105.3428</w:t>
      </w:r>
      <w:r>
        <w:tab/>
        <w:t>1.013e0</w:t>
      </w:r>
    </w:p>
    <w:p w:rsidR="00E00D30" w:rsidRDefault="00E00D30" w:rsidP="00E00D30">
      <w:r>
        <w:t>105.3499</w:t>
      </w:r>
      <w:r>
        <w:tab/>
        <w:t>3.038e0</w:t>
      </w:r>
    </w:p>
    <w:p w:rsidR="00E00D30" w:rsidRDefault="00E00D30" w:rsidP="00E00D30">
      <w:r>
        <w:t>105.3534</w:t>
      </w:r>
      <w:r>
        <w:tab/>
        <w:t>2.025e0</w:t>
      </w:r>
    </w:p>
    <w:p w:rsidR="00E00D30" w:rsidRDefault="00E00D30" w:rsidP="00E00D30">
      <w:r>
        <w:t>105.3616</w:t>
      </w:r>
      <w:r>
        <w:tab/>
        <w:t>1.013e0</w:t>
      </w:r>
    </w:p>
    <w:p w:rsidR="00E00D30" w:rsidRDefault="00E00D30" w:rsidP="00E00D30">
      <w:r>
        <w:t>105.3697</w:t>
      </w:r>
      <w:r>
        <w:tab/>
        <w:t>2.025e0</w:t>
      </w:r>
    </w:p>
    <w:p w:rsidR="00E00D30" w:rsidRDefault="00E00D30" w:rsidP="00E00D30">
      <w:r>
        <w:t>105.3748</w:t>
      </w:r>
      <w:r>
        <w:tab/>
        <w:t>5.063e0</w:t>
      </w:r>
    </w:p>
    <w:p w:rsidR="00E00D30" w:rsidRDefault="00E00D30" w:rsidP="00E00D30">
      <w:r>
        <w:t>105.3806</w:t>
      </w:r>
      <w:r>
        <w:tab/>
        <w:t>2.025e0</w:t>
      </w:r>
    </w:p>
    <w:p w:rsidR="00E00D30" w:rsidRDefault="00E00D30" w:rsidP="00E00D30">
      <w:r>
        <w:t>105.3876</w:t>
      </w:r>
      <w:r>
        <w:tab/>
        <w:t>2.025e0</w:t>
      </w:r>
    </w:p>
    <w:p w:rsidR="00E00D30" w:rsidRDefault="00E00D30" w:rsidP="00E00D30">
      <w:r>
        <w:t>105.3887</w:t>
      </w:r>
      <w:r>
        <w:tab/>
        <w:t>3.038e0</w:t>
      </w:r>
    </w:p>
    <w:p w:rsidR="00E00D30" w:rsidRDefault="00E00D30" w:rsidP="00E00D30">
      <w:r>
        <w:t>105.3915</w:t>
      </w:r>
      <w:r>
        <w:tab/>
        <w:t>1.013e0</w:t>
      </w:r>
    </w:p>
    <w:p w:rsidR="00E00D30" w:rsidRDefault="00E00D30" w:rsidP="00E00D30">
      <w:r>
        <w:lastRenderedPageBreak/>
        <w:t>105.3943</w:t>
      </w:r>
      <w:r>
        <w:tab/>
        <w:t>1.013e0</w:t>
      </w:r>
    </w:p>
    <w:p w:rsidR="00E00D30" w:rsidRDefault="00E00D30" w:rsidP="00E00D30">
      <w:r>
        <w:t>105.3997</w:t>
      </w:r>
      <w:r>
        <w:tab/>
        <w:t>1.013e0</w:t>
      </w:r>
    </w:p>
    <w:p w:rsidR="00E00D30" w:rsidRDefault="00E00D30" w:rsidP="00E00D30">
      <w:r>
        <w:t>105.4066</w:t>
      </w:r>
      <w:r>
        <w:tab/>
        <w:t>2.025e0</w:t>
      </w:r>
    </w:p>
    <w:p w:rsidR="00E00D30" w:rsidRDefault="00E00D30" w:rsidP="00E00D30">
      <w:r>
        <w:t>105.4080</w:t>
      </w:r>
      <w:r>
        <w:tab/>
        <w:t>4.051e0</w:t>
      </w:r>
    </w:p>
    <w:p w:rsidR="00E00D30" w:rsidRDefault="00E00D30" w:rsidP="00E00D30">
      <w:r>
        <w:t>105.4108</w:t>
      </w:r>
      <w:r>
        <w:tab/>
        <w:t>1.013e0</w:t>
      </w:r>
    </w:p>
    <w:p w:rsidR="00E00D30" w:rsidRDefault="00E00D30" w:rsidP="00E00D30">
      <w:r>
        <w:t>105.4148</w:t>
      </w:r>
      <w:r>
        <w:tab/>
        <w:t>2.025e0</w:t>
      </w:r>
    </w:p>
    <w:p w:rsidR="00E00D30" w:rsidRDefault="00E00D30" w:rsidP="00E00D30">
      <w:r>
        <w:t>105.4187</w:t>
      </w:r>
      <w:r>
        <w:tab/>
        <w:t>1.013e0</w:t>
      </w:r>
    </w:p>
    <w:p w:rsidR="00E00D30" w:rsidRDefault="00E00D30" w:rsidP="00E00D30">
      <w:r>
        <w:t>105.4245</w:t>
      </w:r>
      <w:r>
        <w:tab/>
        <w:t>2.025e0</w:t>
      </w:r>
    </w:p>
    <w:p w:rsidR="00E00D30" w:rsidRDefault="00E00D30" w:rsidP="00E00D30">
      <w:r>
        <w:t>105.4312</w:t>
      </w:r>
      <w:r>
        <w:tab/>
        <w:t>2.025e0</w:t>
      </w:r>
    </w:p>
    <w:p w:rsidR="00E00D30" w:rsidRDefault="00E00D30" w:rsidP="00E00D30">
      <w:r>
        <w:t>105.4360</w:t>
      </w:r>
      <w:r>
        <w:tab/>
        <w:t>5.063e0</w:t>
      </w:r>
    </w:p>
    <w:p w:rsidR="00E00D30" w:rsidRDefault="00E00D30" w:rsidP="00E00D30">
      <w:r>
        <w:t>105.4380</w:t>
      </w:r>
      <w:r>
        <w:tab/>
        <w:t>1.013e0</w:t>
      </w:r>
    </w:p>
    <w:p w:rsidR="00E00D30" w:rsidRDefault="00E00D30" w:rsidP="00E00D30">
      <w:r>
        <w:t>105.4436</w:t>
      </w:r>
      <w:r>
        <w:tab/>
        <w:t>2.025e0</w:t>
      </w:r>
    </w:p>
    <w:p w:rsidR="00E00D30" w:rsidRDefault="00E00D30" w:rsidP="00E00D30">
      <w:r>
        <w:t>105.4460</w:t>
      </w:r>
      <w:r>
        <w:tab/>
        <w:t>2.025e0</w:t>
      </w:r>
    </w:p>
    <w:p w:rsidR="00E00D30" w:rsidRDefault="00E00D30" w:rsidP="00E00D30">
      <w:r>
        <w:t>105.4488</w:t>
      </w:r>
      <w:r>
        <w:tab/>
        <w:t>2.025e0</w:t>
      </w:r>
    </w:p>
    <w:p w:rsidR="00E00D30" w:rsidRDefault="00E00D30" w:rsidP="00E00D30">
      <w:r>
        <w:t>105.4545</w:t>
      </w:r>
      <w:r>
        <w:tab/>
        <w:t>1.013e0</w:t>
      </w:r>
    </w:p>
    <w:p w:rsidR="00E00D30" w:rsidRDefault="00E00D30" w:rsidP="00E00D30">
      <w:r>
        <w:t>105.4569</w:t>
      </w:r>
      <w:r>
        <w:tab/>
        <w:t>1.013e0</w:t>
      </w:r>
    </w:p>
    <w:p w:rsidR="00E00D30" w:rsidRDefault="00E00D30" w:rsidP="00E00D30">
      <w:r>
        <w:t>105.4598</w:t>
      </w:r>
      <w:r>
        <w:tab/>
        <w:t>1.013e0</w:t>
      </w:r>
    </w:p>
    <w:p w:rsidR="00E00D30" w:rsidRDefault="00E00D30" w:rsidP="00E00D30">
      <w:r>
        <w:t>105.4624</w:t>
      </w:r>
      <w:r>
        <w:tab/>
        <w:t>2.025e0</w:t>
      </w:r>
    </w:p>
    <w:p w:rsidR="00E00D30" w:rsidRDefault="00E00D30" w:rsidP="00E00D30">
      <w:r>
        <w:t>105.4653</w:t>
      </w:r>
      <w:r>
        <w:tab/>
        <w:t>1.013e0</w:t>
      </w:r>
    </w:p>
    <w:p w:rsidR="00E00D30" w:rsidRDefault="00E00D30" w:rsidP="00E00D30">
      <w:r>
        <w:lastRenderedPageBreak/>
        <w:t>105.4734</w:t>
      </w:r>
      <w:r>
        <w:tab/>
        <w:t>2.025e0</w:t>
      </w:r>
    </w:p>
    <w:p w:rsidR="00E00D30" w:rsidRDefault="00E00D30" w:rsidP="00E00D30">
      <w:r>
        <w:t>105.4761</w:t>
      </w:r>
      <w:r>
        <w:tab/>
        <w:t>1.013e0</w:t>
      </w:r>
    </w:p>
    <w:p w:rsidR="00E00D30" w:rsidRDefault="00E00D30" w:rsidP="00E00D30">
      <w:r>
        <w:t>105.4817</w:t>
      </w:r>
      <w:r>
        <w:tab/>
        <w:t>2.025e0</w:t>
      </w:r>
    </w:p>
    <w:p w:rsidR="00E00D30" w:rsidRDefault="00E00D30" w:rsidP="00E00D30">
      <w:r>
        <w:t>105.4831</w:t>
      </w:r>
      <w:r>
        <w:tab/>
        <w:t>2.025e0</w:t>
      </w:r>
    </w:p>
    <w:p w:rsidR="00E00D30" w:rsidRDefault="00E00D30" w:rsidP="00E00D30">
      <w:r>
        <w:t>105.4869</w:t>
      </w:r>
      <w:r>
        <w:tab/>
        <w:t>1.013e0</w:t>
      </w:r>
    </w:p>
    <w:p w:rsidR="00E00D30" w:rsidRDefault="00E00D30" w:rsidP="00E00D30">
      <w:r>
        <w:t>105.4980</w:t>
      </w:r>
      <w:r>
        <w:tab/>
        <w:t>2.025e0</w:t>
      </w:r>
    </w:p>
    <w:p w:rsidR="00E00D30" w:rsidRDefault="00E00D30" w:rsidP="00E00D30">
      <w:r>
        <w:t>105.5005</w:t>
      </w:r>
      <w:r>
        <w:tab/>
        <w:t>1.013e0</w:t>
      </w:r>
    </w:p>
    <w:p w:rsidR="00E00D30" w:rsidRDefault="00E00D30" w:rsidP="00E00D30">
      <w:r>
        <w:t>105.5024</w:t>
      </w:r>
      <w:r>
        <w:tab/>
        <w:t>3.038e0</w:t>
      </w:r>
    </w:p>
    <w:p w:rsidR="00E00D30" w:rsidRDefault="00E00D30" w:rsidP="00E00D30">
      <w:r>
        <w:t>105.5063</w:t>
      </w:r>
      <w:r>
        <w:tab/>
        <w:t>2.025e0</w:t>
      </w:r>
    </w:p>
    <w:p w:rsidR="00E00D30" w:rsidRDefault="00E00D30" w:rsidP="00E00D30">
      <w:r>
        <w:t>105.5090</w:t>
      </w:r>
      <w:r>
        <w:tab/>
        <w:t>2.025e0</w:t>
      </w:r>
    </w:p>
    <w:p w:rsidR="00E00D30" w:rsidRDefault="00E00D30" w:rsidP="00E00D30">
      <w:r>
        <w:t>105.5115</w:t>
      </w:r>
      <w:r>
        <w:tab/>
        <w:t>2.025e0</w:t>
      </w:r>
    </w:p>
    <w:p w:rsidR="00E00D30" w:rsidRDefault="00E00D30" w:rsidP="00E00D30">
      <w:r>
        <w:t>105.5172</w:t>
      </w:r>
      <w:r>
        <w:tab/>
        <w:t>1.013e0</w:t>
      </w:r>
    </w:p>
    <w:p w:rsidR="00E00D30" w:rsidRDefault="00E00D30" w:rsidP="00E00D30">
      <w:r>
        <w:t>105.5199</w:t>
      </w:r>
      <w:r>
        <w:tab/>
        <w:t>2.025e0</w:t>
      </w:r>
    </w:p>
    <w:p w:rsidR="00E00D30" w:rsidRDefault="00E00D30" w:rsidP="00E00D30">
      <w:r>
        <w:t>105.5239</w:t>
      </w:r>
      <w:r>
        <w:tab/>
        <w:t>2.025e0</w:t>
      </w:r>
    </w:p>
    <w:p w:rsidR="00E00D30" w:rsidRDefault="00E00D30" w:rsidP="00E00D30">
      <w:r>
        <w:t>105.5307</w:t>
      </w:r>
      <w:r>
        <w:tab/>
        <w:t>1.013e0</w:t>
      </w:r>
    </w:p>
    <w:p w:rsidR="00E00D30" w:rsidRDefault="00E00D30" w:rsidP="00E00D30">
      <w:r>
        <w:t>105.5363</w:t>
      </w:r>
      <w:r>
        <w:tab/>
        <w:t>1.013e0</w:t>
      </w:r>
    </w:p>
    <w:p w:rsidR="00E00D30" w:rsidRDefault="00E00D30" w:rsidP="00E00D30">
      <w:r>
        <w:t>105.5443</w:t>
      </w:r>
      <w:r>
        <w:tab/>
        <w:t>2.025e0</w:t>
      </w:r>
    </w:p>
    <w:p w:rsidR="00E00D30" w:rsidRDefault="00E00D30" w:rsidP="00E00D30">
      <w:r>
        <w:t>105.5471</w:t>
      </w:r>
      <w:r>
        <w:tab/>
        <w:t>1.013e0</w:t>
      </w:r>
    </w:p>
    <w:p w:rsidR="00E00D30" w:rsidRDefault="00E00D30" w:rsidP="00E00D30">
      <w:r>
        <w:t>105.5513</w:t>
      </w:r>
      <w:r>
        <w:tab/>
        <w:t>2.025e0</w:t>
      </w:r>
    </w:p>
    <w:p w:rsidR="00E00D30" w:rsidRDefault="00E00D30" w:rsidP="00E00D30">
      <w:r>
        <w:lastRenderedPageBreak/>
        <w:t>105.5528</w:t>
      </w:r>
      <w:r>
        <w:tab/>
        <w:t>1.013e0</w:t>
      </w:r>
    </w:p>
    <w:p w:rsidR="00E00D30" w:rsidRDefault="00E00D30" w:rsidP="00E00D30">
      <w:r>
        <w:t>105.5587</w:t>
      </w:r>
      <w:r>
        <w:tab/>
        <w:t>3.038e0</w:t>
      </w:r>
    </w:p>
    <w:p w:rsidR="00E00D30" w:rsidRDefault="00E00D30" w:rsidP="00E00D30">
      <w:r>
        <w:t>105.5744</w:t>
      </w:r>
      <w:r>
        <w:tab/>
        <w:t>1.013e0</w:t>
      </w:r>
    </w:p>
    <w:p w:rsidR="00E00D30" w:rsidRDefault="00E00D30" w:rsidP="00E00D30">
      <w:r>
        <w:t>105.5800</w:t>
      </w:r>
      <w:r>
        <w:tab/>
        <w:t>1.013e0</w:t>
      </w:r>
    </w:p>
    <w:p w:rsidR="00E00D30" w:rsidRDefault="00E00D30" w:rsidP="00E00D30">
      <w:r>
        <w:t>105.5827</w:t>
      </w:r>
      <w:r>
        <w:tab/>
        <w:t>1.013e0</w:t>
      </w:r>
    </w:p>
    <w:p w:rsidR="00E00D30" w:rsidRDefault="00E00D30" w:rsidP="00E00D30">
      <w:r>
        <w:t>105.5852</w:t>
      </w:r>
      <w:r>
        <w:tab/>
        <w:t>1.013e0</w:t>
      </w:r>
    </w:p>
    <w:p w:rsidR="00E00D30" w:rsidRDefault="00E00D30" w:rsidP="00E00D30">
      <w:r>
        <w:t>105.5881</w:t>
      </w:r>
      <w:r>
        <w:tab/>
        <w:t>3.038e0</w:t>
      </w:r>
    </w:p>
    <w:p w:rsidR="00E00D30" w:rsidRDefault="00E00D30" w:rsidP="00E00D30">
      <w:r>
        <w:t>105.6018</w:t>
      </w:r>
      <w:r>
        <w:tab/>
        <w:t>1.013e0</w:t>
      </w:r>
    </w:p>
    <w:p w:rsidR="00E00D30" w:rsidRDefault="00E00D30" w:rsidP="00E00D30">
      <w:r>
        <w:t>105.6045</w:t>
      </w:r>
      <w:r>
        <w:tab/>
        <w:t>1.013e0</w:t>
      </w:r>
    </w:p>
    <w:p w:rsidR="00E00D30" w:rsidRDefault="00E00D30" w:rsidP="00E00D30">
      <w:r>
        <w:t>105.6183</w:t>
      </w:r>
      <w:r>
        <w:tab/>
        <w:t>1.013e0</w:t>
      </w:r>
    </w:p>
    <w:p w:rsidR="00E00D30" w:rsidRDefault="00E00D30" w:rsidP="00E00D30">
      <w:r>
        <w:t>105.6208</w:t>
      </w:r>
      <w:r>
        <w:tab/>
        <w:t>1.013e0</w:t>
      </w:r>
    </w:p>
    <w:p w:rsidR="00E00D30" w:rsidRDefault="00E00D30" w:rsidP="00E00D30">
      <w:r>
        <w:t>105.6262</w:t>
      </w:r>
      <w:r>
        <w:tab/>
        <w:t>2.025e0</w:t>
      </w:r>
    </w:p>
    <w:p w:rsidR="00E00D30" w:rsidRDefault="00E00D30" w:rsidP="00E00D30">
      <w:r>
        <w:t>105.6292</w:t>
      </w:r>
      <w:r>
        <w:tab/>
        <w:t>3.038e0</w:t>
      </w:r>
    </w:p>
    <w:p w:rsidR="00E00D30" w:rsidRDefault="00E00D30" w:rsidP="00E00D30">
      <w:r>
        <w:t>105.6374</w:t>
      </w:r>
      <w:r>
        <w:tab/>
        <w:t>1.013e0</w:t>
      </w:r>
    </w:p>
    <w:p w:rsidR="00E00D30" w:rsidRDefault="00E00D30" w:rsidP="00E00D30">
      <w:r>
        <w:t>105.6401</w:t>
      </w:r>
      <w:r>
        <w:tab/>
        <w:t>1.013e0</w:t>
      </w:r>
    </w:p>
    <w:p w:rsidR="00E00D30" w:rsidRDefault="00E00D30" w:rsidP="00E00D30">
      <w:r>
        <w:t>105.6482</w:t>
      </w:r>
      <w:r>
        <w:tab/>
        <w:t>1.013e0</w:t>
      </w:r>
    </w:p>
    <w:p w:rsidR="00E00D30" w:rsidRDefault="00E00D30" w:rsidP="00E00D30">
      <w:r>
        <w:t>105.6592</w:t>
      </w:r>
      <w:r>
        <w:tab/>
        <w:t>1.013e0</w:t>
      </w:r>
    </w:p>
    <w:p w:rsidR="00E00D30" w:rsidRDefault="00E00D30" w:rsidP="00E00D30">
      <w:r>
        <w:t>105.6604</w:t>
      </w:r>
      <w:r>
        <w:tab/>
        <w:t>2.025e0</w:t>
      </w:r>
    </w:p>
    <w:p w:rsidR="00E00D30" w:rsidRDefault="00E00D30" w:rsidP="00E00D30">
      <w:r>
        <w:t>105.6618</w:t>
      </w:r>
      <w:r>
        <w:tab/>
        <w:t>1.013e0</w:t>
      </w:r>
    </w:p>
    <w:p w:rsidR="00E00D30" w:rsidRDefault="00E00D30" w:rsidP="00E00D30">
      <w:r>
        <w:lastRenderedPageBreak/>
        <w:t>105.6698</w:t>
      </w:r>
      <w:r>
        <w:tab/>
        <w:t>1.013e0</w:t>
      </w:r>
    </w:p>
    <w:p w:rsidR="00E00D30" w:rsidRDefault="00E00D30" w:rsidP="00E00D30">
      <w:r>
        <w:t>105.6727</w:t>
      </w:r>
      <w:r>
        <w:tab/>
        <w:t>2.025e0</w:t>
      </w:r>
    </w:p>
    <w:p w:rsidR="00E00D30" w:rsidRDefault="00E00D30" w:rsidP="00E00D30">
      <w:r>
        <w:t>105.6782</w:t>
      </w:r>
      <w:r>
        <w:tab/>
        <w:t>1.013e0</w:t>
      </w:r>
    </w:p>
    <w:p w:rsidR="00E00D30" w:rsidRDefault="00E00D30" w:rsidP="00E00D30">
      <w:r>
        <w:t>105.6836</w:t>
      </w:r>
      <w:r>
        <w:tab/>
        <w:t>4.051e0</w:t>
      </w:r>
    </w:p>
    <w:p w:rsidR="00E00D30" w:rsidRDefault="00E00D30" w:rsidP="00E00D30">
      <w:r>
        <w:t>105.6877</w:t>
      </w:r>
      <w:r>
        <w:tab/>
        <w:t>2.025e0</w:t>
      </w:r>
    </w:p>
    <w:p w:rsidR="00E00D30" w:rsidRDefault="00E00D30" w:rsidP="00E00D30">
      <w:r>
        <w:t>105.6919</w:t>
      </w:r>
      <w:r>
        <w:tab/>
        <w:t>1.013e0</w:t>
      </w:r>
    </w:p>
    <w:p w:rsidR="00E00D30" w:rsidRDefault="00E00D30" w:rsidP="00E00D30">
      <w:r>
        <w:t>105.7001</w:t>
      </w:r>
      <w:r>
        <w:tab/>
        <w:t>1.013e0</w:t>
      </w:r>
    </w:p>
    <w:p w:rsidR="00E00D30" w:rsidRDefault="00E00D30" w:rsidP="00E00D30">
      <w:r>
        <w:t>105.7028</w:t>
      </w:r>
      <w:r>
        <w:tab/>
        <w:t>1.067e0</w:t>
      </w:r>
    </w:p>
    <w:p w:rsidR="00E00D30" w:rsidRDefault="00E00D30" w:rsidP="00E00D30">
      <w:r>
        <w:t>105.7069</w:t>
      </w:r>
      <w:r>
        <w:tab/>
        <w:t>2.025e0</w:t>
      </w:r>
    </w:p>
    <w:p w:rsidR="00E00D30" w:rsidRDefault="00E00D30" w:rsidP="00E00D30">
      <w:r>
        <w:t>105.7109</w:t>
      </w:r>
      <w:r>
        <w:tab/>
        <w:t>1.013e0</w:t>
      </w:r>
    </w:p>
    <w:p w:rsidR="00E00D30" w:rsidRDefault="00E00D30" w:rsidP="00E00D30">
      <w:r>
        <w:t>105.7150</w:t>
      </w:r>
      <w:r>
        <w:tab/>
        <w:t>2.025e0</w:t>
      </w:r>
    </w:p>
    <w:p w:rsidR="00E00D30" w:rsidRDefault="00E00D30" w:rsidP="00E00D30">
      <w:r>
        <w:t>105.7192</w:t>
      </w:r>
      <w:r>
        <w:tab/>
        <w:t>1.013e0</w:t>
      </w:r>
    </w:p>
    <w:p w:rsidR="00E00D30" w:rsidRDefault="00E00D30" w:rsidP="00E00D30">
      <w:r>
        <w:t>105.7246</w:t>
      </w:r>
      <w:r>
        <w:tab/>
        <w:t>1.013e0</w:t>
      </w:r>
    </w:p>
    <w:p w:rsidR="00E00D30" w:rsidRDefault="00E00D30" w:rsidP="00E00D30">
      <w:r>
        <w:t>105.7386</w:t>
      </w:r>
      <w:r>
        <w:tab/>
        <w:t>3.038e0</w:t>
      </w:r>
    </w:p>
    <w:p w:rsidR="00E00D30" w:rsidRDefault="00E00D30" w:rsidP="00E00D30">
      <w:r>
        <w:t>105.7465</w:t>
      </w:r>
      <w:r>
        <w:tab/>
        <w:t>2.025e0</w:t>
      </w:r>
    </w:p>
    <w:p w:rsidR="00E00D30" w:rsidRDefault="00E00D30" w:rsidP="00E00D30">
      <w:r>
        <w:t>105.7494</w:t>
      </w:r>
      <w:r>
        <w:tab/>
        <w:t>1.013e0</w:t>
      </w:r>
    </w:p>
    <w:p w:rsidR="00E00D30" w:rsidRDefault="00E00D30" w:rsidP="00E00D30">
      <w:r>
        <w:t>105.7522</w:t>
      </w:r>
      <w:r>
        <w:tab/>
        <w:t>1.013e0</w:t>
      </w:r>
    </w:p>
    <w:p w:rsidR="00E00D30" w:rsidRDefault="00E00D30" w:rsidP="00E00D30">
      <w:r>
        <w:t>105.7547</w:t>
      </w:r>
      <w:r>
        <w:tab/>
        <w:t>1.013e0</w:t>
      </w:r>
    </w:p>
    <w:p w:rsidR="00E00D30" w:rsidRDefault="00E00D30" w:rsidP="00E00D30">
      <w:r>
        <w:t>105.7602</w:t>
      </w:r>
      <w:r>
        <w:tab/>
        <w:t>2.025e0</w:t>
      </w:r>
    </w:p>
    <w:p w:rsidR="00E00D30" w:rsidRDefault="00E00D30" w:rsidP="00E00D30">
      <w:r>
        <w:lastRenderedPageBreak/>
        <w:t>105.7630</w:t>
      </w:r>
      <w:r>
        <w:tab/>
        <w:t>1.013e0</w:t>
      </w:r>
    </w:p>
    <w:p w:rsidR="00E00D30" w:rsidRDefault="00E00D30" w:rsidP="00E00D30">
      <w:r>
        <w:t>105.7682</w:t>
      </w:r>
      <w:r>
        <w:tab/>
        <w:t>1.013e0</w:t>
      </w:r>
    </w:p>
    <w:p w:rsidR="00E00D30" w:rsidRDefault="00E00D30" w:rsidP="00E00D30">
      <w:r>
        <w:t>105.7698</w:t>
      </w:r>
      <w:r>
        <w:tab/>
        <w:t>2.025e0</w:t>
      </w:r>
    </w:p>
    <w:p w:rsidR="00E00D30" w:rsidRDefault="00E00D30" w:rsidP="00E00D30">
      <w:r>
        <w:t>105.7726</w:t>
      </w:r>
      <w:r>
        <w:tab/>
        <w:t>2.025e0</w:t>
      </w:r>
    </w:p>
    <w:p w:rsidR="00E00D30" w:rsidRDefault="00E00D30" w:rsidP="00E00D30">
      <w:r>
        <w:t>105.7847</w:t>
      </w:r>
      <w:r>
        <w:tab/>
        <w:t>1.013e0</w:t>
      </w:r>
    </w:p>
    <w:p w:rsidR="00E00D30" w:rsidRDefault="00E00D30" w:rsidP="00E00D30">
      <w:r>
        <w:t>105.7875</w:t>
      </w:r>
      <w:r>
        <w:tab/>
        <w:t>1.013e0</w:t>
      </w:r>
    </w:p>
    <w:p w:rsidR="00E00D30" w:rsidRDefault="00E00D30" w:rsidP="00E00D30">
      <w:r>
        <w:t>105.7902</w:t>
      </w:r>
      <w:r>
        <w:tab/>
        <w:t>1.013e0</w:t>
      </w:r>
    </w:p>
    <w:p w:rsidR="00E00D30" w:rsidRDefault="00E00D30" w:rsidP="00E00D30">
      <w:r>
        <w:t>105.7933</w:t>
      </w:r>
      <w:r>
        <w:tab/>
        <w:t>1.013e0</w:t>
      </w:r>
    </w:p>
    <w:p w:rsidR="00E00D30" w:rsidRDefault="00E00D30" w:rsidP="00E00D30">
      <w:r>
        <w:t>105.7957</w:t>
      </w:r>
      <w:r>
        <w:tab/>
        <w:t>2.025e0</w:t>
      </w:r>
    </w:p>
    <w:p w:rsidR="00E00D30" w:rsidRDefault="00E00D30" w:rsidP="00E00D30">
      <w:r>
        <w:t>105.8067</w:t>
      </w:r>
      <w:r>
        <w:tab/>
        <w:t>1.013e0</w:t>
      </w:r>
    </w:p>
    <w:p w:rsidR="00E00D30" w:rsidRDefault="00E00D30" w:rsidP="00E00D30">
      <w:r>
        <w:t>105.8176</w:t>
      </w:r>
      <w:r>
        <w:tab/>
        <w:t>2.025e0</w:t>
      </w:r>
    </w:p>
    <w:p w:rsidR="00E00D30" w:rsidRDefault="00E00D30" w:rsidP="00E00D30">
      <w:r>
        <w:t>105.8314</w:t>
      </w:r>
      <w:r>
        <w:tab/>
        <w:t>1.013e0</w:t>
      </w:r>
    </w:p>
    <w:p w:rsidR="00E00D30" w:rsidRDefault="00E00D30" w:rsidP="00E00D30">
      <w:r>
        <w:t>105.8355</w:t>
      </w:r>
      <w:r>
        <w:tab/>
        <w:t>2.025e0</w:t>
      </w:r>
    </w:p>
    <w:p w:rsidR="00E00D30" w:rsidRDefault="00E00D30" w:rsidP="00E00D30">
      <w:r>
        <w:t>105.8421</w:t>
      </w:r>
      <w:r>
        <w:tab/>
        <w:t>1.013e0</w:t>
      </w:r>
    </w:p>
    <w:p w:rsidR="00E00D30" w:rsidRDefault="00E00D30" w:rsidP="00E00D30">
      <w:r>
        <w:t>105.8449</w:t>
      </w:r>
      <w:r>
        <w:tab/>
        <w:t>1.013e0</w:t>
      </w:r>
    </w:p>
    <w:p w:rsidR="00E00D30" w:rsidRDefault="00E00D30" w:rsidP="00E00D30">
      <w:r>
        <w:t>105.8530</w:t>
      </w:r>
      <w:r>
        <w:tab/>
        <w:t>1.013e0</w:t>
      </w:r>
    </w:p>
    <w:p w:rsidR="00E00D30" w:rsidRDefault="00E00D30" w:rsidP="00E00D30">
      <w:r>
        <w:t>105.8558</w:t>
      </w:r>
      <w:r>
        <w:tab/>
        <w:t>1.013e0</w:t>
      </w:r>
    </w:p>
    <w:p w:rsidR="00E00D30" w:rsidRDefault="00E00D30" w:rsidP="00E00D30">
      <w:r>
        <w:t>105.8586</w:t>
      </w:r>
      <w:r>
        <w:tab/>
        <w:t>1.013e0</w:t>
      </w:r>
    </w:p>
    <w:p w:rsidR="00E00D30" w:rsidRDefault="00E00D30" w:rsidP="00E00D30">
      <w:r>
        <w:t>105.8668</w:t>
      </w:r>
      <w:r>
        <w:tab/>
        <w:t>4.051e0</w:t>
      </w:r>
    </w:p>
    <w:p w:rsidR="00E00D30" w:rsidRDefault="00E00D30" w:rsidP="00E00D30">
      <w:r>
        <w:lastRenderedPageBreak/>
        <w:t>105.8751</w:t>
      </w:r>
      <w:r>
        <w:tab/>
        <w:t>1.013e0</w:t>
      </w:r>
    </w:p>
    <w:p w:rsidR="00E00D30" w:rsidRDefault="00E00D30" w:rsidP="00E00D30">
      <w:r>
        <w:t>105.8806</w:t>
      </w:r>
      <w:r>
        <w:tab/>
        <w:t>1.013e0</w:t>
      </w:r>
    </w:p>
    <w:p w:rsidR="00E00D30" w:rsidRDefault="00E00D30" w:rsidP="00E00D30">
      <w:r>
        <w:t>105.8830</w:t>
      </w:r>
      <w:r>
        <w:tab/>
        <w:t>2.025e0</w:t>
      </w:r>
    </w:p>
    <w:p w:rsidR="00E00D30" w:rsidRDefault="00E00D30" w:rsidP="00E00D30">
      <w:r>
        <w:t>105.8888</w:t>
      </w:r>
      <w:r>
        <w:tab/>
        <w:t>2.025e0</w:t>
      </w:r>
    </w:p>
    <w:p w:rsidR="00E00D30" w:rsidRDefault="00E00D30" w:rsidP="00E00D30">
      <w:r>
        <w:t>105.8917</w:t>
      </w:r>
      <w:r>
        <w:tab/>
        <w:t>1.013e0</w:t>
      </w:r>
    </w:p>
    <w:p w:rsidR="00E00D30" w:rsidRDefault="00E00D30" w:rsidP="00E00D30">
      <w:r>
        <w:t>105.8979</w:t>
      </w:r>
      <w:r>
        <w:tab/>
        <w:t>5.063e0</w:t>
      </w:r>
    </w:p>
    <w:p w:rsidR="00E00D30" w:rsidRDefault="00E00D30" w:rsidP="00E00D30">
      <w:r>
        <w:t>105.8996</w:t>
      </w:r>
      <w:r>
        <w:tab/>
        <w:t>1.013e0</w:t>
      </w:r>
    </w:p>
    <w:p w:rsidR="00E00D30" w:rsidRDefault="00E00D30" w:rsidP="00E00D30">
      <w:r>
        <w:t>105.9051</w:t>
      </w:r>
      <w:r>
        <w:tab/>
        <w:t>1.013e0</w:t>
      </w:r>
    </w:p>
    <w:p w:rsidR="00E00D30" w:rsidRDefault="00E00D30" w:rsidP="00E00D30">
      <w:r>
        <w:t>105.9104</w:t>
      </w:r>
      <w:r>
        <w:tab/>
        <w:t>2.025e0</w:t>
      </w:r>
    </w:p>
    <w:p w:rsidR="00E00D30" w:rsidRDefault="00E00D30" w:rsidP="00E00D30">
      <w:r>
        <w:t>105.9160</w:t>
      </w:r>
      <w:r>
        <w:tab/>
        <w:t>1.013e0</w:t>
      </w:r>
    </w:p>
    <w:p w:rsidR="00E00D30" w:rsidRDefault="00E00D30" w:rsidP="00E00D30">
      <w:r>
        <w:t>105.9229</w:t>
      </w:r>
      <w:r>
        <w:tab/>
        <w:t>2.025e0</w:t>
      </w:r>
    </w:p>
    <w:p w:rsidR="00E00D30" w:rsidRDefault="00E00D30" w:rsidP="00E00D30">
      <w:r>
        <w:t>105.9297</w:t>
      </w:r>
      <w:r>
        <w:tab/>
        <w:t>2.025e0</w:t>
      </w:r>
    </w:p>
    <w:p w:rsidR="00E00D30" w:rsidRDefault="00E00D30" w:rsidP="00E00D30">
      <w:r>
        <w:t>105.9340</w:t>
      </w:r>
      <w:r>
        <w:tab/>
        <w:t>2.025e0</w:t>
      </w:r>
    </w:p>
    <w:p w:rsidR="00E00D30" w:rsidRDefault="00E00D30" w:rsidP="00E00D30">
      <w:r>
        <w:t>105.9379</w:t>
      </w:r>
      <w:r>
        <w:tab/>
        <w:t>1.013e0</w:t>
      </w:r>
    </w:p>
    <w:p w:rsidR="00E00D30" w:rsidRDefault="00E00D30" w:rsidP="00E00D30">
      <w:r>
        <w:t>105.9405</w:t>
      </w:r>
      <w:r>
        <w:tab/>
        <w:t>1.013e0</w:t>
      </w:r>
    </w:p>
    <w:p w:rsidR="00E00D30" w:rsidRDefault="00E00D30" w:rsidP="00E00D30">
      <w:r>
        <w:t>105.9476</w:t>
      </w:r>
      <w:r>
        <w:tab/>
        <w:t>2.025e0</w:t>
      </w:r>
    </w:p>
    <w:p w:rsidR="00E00D30" w:rsidRDefault="00E00D30" w:rsidP="00E00D30">
      <w:r>
        <w:t>105.9490</w:t>
      </w:r>
      <w:r>
        <w:tab/>
        <w:t>2.025e0</w:t>
      </w:r>
    </w:p>
    <w:p w:rsidR="00E00D30" w:rsidRDefault="00E00D30" w:rsidP="00E00D30">
      <w:r>
        <w:t>105.9598</w:t>
      </w:r>
      <w:r>
        <w:tab/>
        <w:t>1.013e0</w:t>
      </w:r>
    </w:p>
    <w:p w:rsidR="00E00D30" w:rsidRDefault="00E00D30" w:rsidP="00E00D30">
      <w:r>
        <w:t>105.9654</w:t>
      </w:r>
      <w:r>
        <w:tab/>
        <w:t>3.038e0</w:t>
      </w:r>
    </w:p>
    <w:p w:rsidR="00E00D30" w:rsidRDefault="00E00D30" w:rsidP="00E00D30">
      <w:r>
        <w:lastRenderedPageBreak/>
        <w:t>105.9671</w:t>
      </w:r>
      <w:r>
        <w:tab/>
        <w:t>3.038e0</w:t>
      </w:r>
    </w:p>
    <w:p w:rsidR="00E00D30" w:rsidRDefault="00E00D30" w:rsidP="00E00D30">
      <w:r>
        <w:t>105.9736</w:t>
      </w:r>
      <w:r>
        <w:tab/>
        <w:t>1.013e0</w:t>
      </w:r>
    </w:p>
    <w:p w:rsidR="00E00D30" w:rsidRDefault="00E00D30" w:rsidP="00E00D30">
      <w:r>
        <w:t>105.9763</w:t>
      </w:r>
      <w:r>
        <w:tab/>
        <w:t>1.013e0</w:t>
      </w:r>
    </w:p>
    <w:p w:rsidR="00E00D30" w:rsidRDefault="00E00D30" w:rsidP="00E00D30">
      <w:r>
        <w:t>105.9791</w:t>
      </w:r>
      <w:r>
        <w:tab/>
        <w:t>1.013e0</w:t>
      </w:r>
    </w:p>
    <w:p w:rsidR="00E00D30" w:rsidRDefault="00E00D30" w:rsidP="00E00D30">
      <w:r>
        <w:t>105.9930</w:t>
      </w:r>
      <w:r>
        <w:tab/>
        <w:t>1.013e0</w:t>
      </w:r>
    </w:p>
    <w:p w:rsidR="00E00D30" w:rsidRDefault="00E00D30" w:rsidP="00E00D30">
      <w:r>
        <w:t>105.9954</w:t>
      </w:r>
      <w:r>
        <w:tab/>
        <w:t>2.025e0</w:t>
      </w:r>
    </w:p>
    <w:p w:rsidR="00E00D30" w:rsidRDefault="00E00D30" w:rsidP="00E00D30">
      <w:r>
        <w:t>105.9994</w:t>
      </w:r>
      <w:r>
        <w:tab/>
        <w:t>2.025e0</w:t>
      </w:r>
    </w:p>
    <w:p w:rsidR="00E00D30" w:rsidRDefault="00E00D30" w:rsidP="00E00D30">
      <w:r>
        <w:t>106.0009</w:t>
      </w:r>
      <w:r>
        <w:tab/>
        <w:t>3.038e0</w:t>
      </w:r>
    </w:p>
    <w:p w:rsidR="00E00D30" w:rsidRDefault="00E00D30" w:rsidP="00E00D30">
      <w:r>
        <w:t>106.0091</w:t>
      </w:r>
      <w:r>
        <w:tab/>
        <w:t>1.013e0</w:t>
      </w:r>
    </w:p>
    <w:p w:rsidR="00E00D30" w:rsidRDefault="00E00D30" w:rsidP="00E00D30">
      <w:r>
        <w:t>106.0118</w:t>
      </w:r>
      <w:r>
        <w:tab/>
        <w:t>1.013e0</w:t>
      </w:r>
    </w:p>
    <w:p w:rsidR="00E00D30" w:rsidRDefault="00E00D30" w:rsidP="00E00D30">
      <w:r>
        <w:t>106.0145</w:t>
      </w:r>
      <w:r>
        <w:tab/>
        <w:t>1.013e0</w:t>
      </w:r>
    </w:p>
    <w:p w:rsidR="00E00D30" w:rsidRDefault="00E00D30" w:rsidP="00E00D30">
      <w:r>
        <w:t>106.0253</w:t>
      </w:r>
      <w:r>
        <w:tab/>
        <w:t>2.025e0</w:t>
      </w:r>
    </w:p>
    <w:p w:rsidR="00E00D30" w:rsidRDefault="00E00D30" w:rsidP="00E00D30">
      <w:r>
        <w:t>106.0282</w:t>
      </w:r>
      <w:r>
        <w:tab/>
        <w:t>1.013e0</w:t>
      </w:r>
    </w:p>
    <w:p w:rsidR="00E00D30" w:rsidRDefault="00E00D30" w:rsidP="00E00D30">
      <w:r>
        <w:t>106.0302</w:t>
      </w:r>
      <w:r>
        <w:tab/>
        <w:t>3.038e0</w:t>
      </w:r>
    </w:p>
    <w:p w:rsidR="00E00D30" w:rsidRDefault="00E00D30" w:rsidP="00E00D30">
      <w:r>
        <w:t>106.0320</w:t>
      </w:r>
      <w:r>
        <w:tab/>
        <w:t>4.051e0</w:t>
      </w:r>
    </w:p>
    <w:p w:rsidR="00E00D30" w:rsidRDefault="00E00D30" w:rsidP="00E00D30">
      <w:r>
        <w:t>106.0447</w:t>
      </w:r>
      <w:r>
        <w:tab/>
        <w:t>1.511e1</w:t>
      </w:r>
    </w:p>
    <w:p w:rsidR="00E00D30" w:rsidRDefault="00E00D30" w:rsidP="00E00D30">
      <w:r>
        <w:t>106.0462</w:t>
      </w:r>
      <w:r>
        <w:tab/>
        <w:t>1.519e1</w:t>
      </w:r>
    </w:p>
    <w:p w:rsidR="00E00D30" w:rsidRDefault="00E00D30" w:rsidP="00E00D30">
      <w:r>
        <w:t>106.0473</w:t>
      </w:r>
      <w:r>
        <w:tab/>
        <w:t>7.262e1</w:t>
      </w:r>
    </w:p>
    <w:p w:rsidR="00E00D30" w:rsidRDefault="00E00D30" w:rsidP="00E00D30">
      <w:r>
        <w:t>106.0489</w:t>
      </w:r>
      <w:r>
        <w:tab/>
        <w:t>1.823e1</w:t>
      </w:r>
    </w:p>
    <w:p w:rsidR="00E00D30" w:rsidRDefault="00E00D30" w:rsidP="00E00D30">
      <w:r>
        <w:lastRenderedPageBreak/>
        <w:t>106.0503</w:t>
      </w:r>
      <w:r>
        <w:tab/>
        <w:t>2.436e1</w:t>
      </w:r>
    </w:p>
    <w:p w:rsidR="00E00D30" w:rsidRDefault="00E00D30" w:rsidP="00E00D30">
      <w:r>
        <w:t>106.0861</w:t>
      </w:r>
      <w:r>
        <w:tab/>
        <w:t>1.808e3</w:t>
      </w:r>
    </w:p>
    <w:p w:rsidR="00E00D30" w:rsidRDefault="00E00D30" w:rsidP="00E00D30">
      <w:r>
        <w:t>106.1159</w:t>
      </w:r>
      <w:r>
        <w:tab/>
        <w:t>1.013e0</w:t>
      </w:r>
    </w:p>
    <w:p w:rsidR="00E00D30" w:rsidRDefault="00E00D30" w:rsidP="00E00D30">
      <w:r>
        <w:t>106.1213</w:t>
      </w:r>
      <w:r>
        <w:tab/>
        <w:t>4.051e0</w:t>
      </w:r>
    </w:p>
    <w:p w:rsidR="00E00D30" w:rsidRDefault="00E00D30" w:rsidP="00E00D30">
      <w:r>
        <w:t>106.1238</w:t>
      </w:r>
      <w:r>
        <w:tab/>
        <w:t>1.013e0</w:t>
      </w:r>
    </w:p>
    <w:p w:rsidR="00E00D30" w:rsidRDefault="00E00D30" w:rsidP="00E00D30">
      <w:r>
        <w:t>106.1266</w:t>
      </w:r>
      <w:r>
        <w:tab/>
        <w:t>2.025e0</w:t>
      </w:r>
    </w:p>
    <w:p w:rsidR="00E00D30" w:rsidRDefault="00E00D30" w:rsidP="00E00D30">
      <w:r>
        <w:t>106.1323</w:t>
      </w:r>
      <w:r>
        <w:tab/>
        <w:t>2.025e0</w:t>
      </w:r>
    </w:p>
    <w:p w:rsidR="00E00D30" w:rsidRDefault="00E00D30" w:rsidP="00E00D30">
      <w:r>
        <w:t>106.1337</w:t>
      </w:r>
      <w:r>
        <w:tab/>
        <w:t>2.025e0</w:t>
      </w:r>
    </w:p>
    <w:p w:rsidR="00E00D30" w:rsidRDefault="00E00D30" w:rsidP="00E00D30">
      <w:r>
        <w:t>106.1353</w:t>
      </w:r>
      <w:r>
        <w:tab/>
        <w:t>1.013e0</w:t>
      </w:r>
    </w:p>
    <w:p w:rsidR="00E00D30" w:rsidRDefault="00E00D30" w:rsidP="00E00D30">
      <w:r>
        <w:t>106.1377</w:t>
      </w:r>
      <w:r>
        <w:tab/>
        <w:t>1.013e0</w:t>
      </w:r>
    </w:p>
    <w:p w:rsidR="00E00D30" w:rsidRDefault="00E00D30" w:rsidP="00E00D30">
      <w:r>
        <w:t>106.1403</w:t>
      </w:r>
      <w:r>
        <w:tab/>
        <w:t>1.013e0</w:t>
      </w:r>
    </w:p>
    <w:p w:rsidR="00E00D30" w:rsidRDefault="00E00D30" w:rsidP="00E00D30">
      <w:r>
        <w:t>106.1436</w:t>
      </w:r>
      <w:r>
        <w:tab/>
        <w:t>3.983e0</w:t>
      </w:r>
    </w:p>
    <w:p w:rsidR="00E00D30" w:rsidRDefault="00E00D30" w:rsidP="00E00D30">
      <w:r>
        <w:t>106.1455</w:t>
      </w:r>
      <w:r>
        <w:tab/>
        <w:t>3.038e0</w:t>
      </w:r>
    </w:p>
    <w:p w:rsidR="00E00D30" w:rsidRDefault="00E00D30" w:rsidP="00E00D30">
      <w:r>
        <w:t>106.1513</w:t>
      </w:r>
      <w:r>
        <w:tab/>
        <w:t>1.803e0</w:t>
      </w:r>
    </w:p>
    <w:p w:rsidR="00E00D30" w:rsidRDefault="00E00D30" w:rsidP="00E00D30">
      <w:r>
        <w:t>106.1536</w:t>
      </w:r>
      <w:r>
        <w:tab/>
        <w:t>7.089e0</w:t>
      </w:r>
    </w:p>
    <w:p w:rsidR="00E00D30" w:rsidRDefault="00E00D30" w:rsidP="00E00D30">
      <w:r>
        <w:t>106.1583</w:t>
      </w:r>
      <w:r>
        <w:tab/>
        <w:t>3.038e0</w:t>
      </w:r>
    </w:p>
    <w:p w:rsidR="00E00D30" w:rsidRDefault="00E00D30" w:rsidP="00E00D30">
      <w:r>
        <w:t>106.1596</w:t>
      </w:r>
      <w:r>
        <w:tab/>
        <w:t>2.025e0</w:t>
      </w:r>
    </w:p>
    <w:p w:rsidR="00E00D30" w:rsidRDefault="00E00D30" w:rsidP="00E00D30">
      <w:r>
        <w:t>106.1652</w:t>
      </w:r>
      <w:r>
        <w:tab/>
        <w:t>1.013e0</w:t>
      </w:r>
    </w:p>
    <w:p w:rsidR="00E00D30" w:rsidRDefault="00E00D30" w:rsidP="00E00D30">
      <w:r>
        <w:t>106.1679</w:t>
      </w:r>
      <w:r>
        <w:tab/>
        <w:t>6.076e0</w:t>
      </w:r>
    </w:p>
    <w:p w:rsidR="00E00D30" w:rsidRDefault="00E00D30" w:rsidP="00E00D30">
      <w:r>
        <w:lastRenderedPageBreak/>
        <w:t>106.1705</w:t>
      </w:r>
      <w:r>
        <w:tab/>
        <w:t>2.025e0</w:t>
      </w:r>
    </w:p>
    <w:p w:rsidR="00E00D30" w:rsidRDefault="00E00D30" w:rsidP="00E00D30">
      <w:r>
        <w:t>106.1766</w:t>
      </w:r>
      <w:r>
        <w:tab/>
        <w:t>4.051e0</w:t>
      </w:r>
    </w:p>
    <w:p w:rsidR="00E00D30" w:rsidRDefault="00E00D30" w:rsidP="00E00D30">
      <w:r>
        <w:t>106.1779</w:t>
      </w:r>
      <w:r>
        <w:tab/>
        <w:t>3.038e0</w:t>
      </w:r>
    </w:p>
    <w:p w:rsidR="00E00D30" w:rsidRDefault="00E00D30" w:rsidP="00E00D30">
      <w:r>
        <w:t>106.1790</w:t>
      </w:r>
      <w:r>
        <w:tab/>
        <w:t>2.025e0</w:t>
      </w:r>
    </w:p>
    <w:p w:rsidR="00E00D30" w:rsidRDefault="00E00D30" w:rsidP="00E00D30">
      <w:r>
        <w:t>106.1843</w:t>
      </w:r>
      <w:r>
        <w:tab/>
        <w:t>5.063e0</w:t>
      </w:r>
    </w:p>
    <w:p w:rsidR="00E00D30" w:rsidRDefault="00E00D30" w:rsidP="00E00D30">
      <w:r>
        <w:t>106.1912</w:t>
      </w:r>
      <w:r>
        <w:tab/>
        <w:t>4.051e0</w:t>
      </w:r>
    </w:p>
    <w:p w:rsidR="00E00D30" w:rsidRDefault="00E00D30" w:rsidP="00E00D30">
      <w:r>
        <w:t>106.1923</w:t>
      </w:r>
      <w:r>
        <w:tab/>
        <w:t>5.063e0</w:t>
      </w:r>
    </w:p>
    <w:p w:rsidR="00E00D30" w:rsidRDefault="00E00D30" w:rsidP="00E00D30">
      <w:r>
        <w:t>106.1938</w:t>
      </w:r>
      <w:r>
        <w:tab/>
        <w:t>2.025e0</w:t>
      </w:r>
    </w:p>
    <w:p w:rsidR="00E00D30" w:rsidRDefault="00E00D30" w:rsidP="00E00D30">
      <w:r>
        <w:t>106.1954</w:t>
      </w:r>
      <w:r>
        <w:tab/>
        <w:t>2.025e0</w:t>
      </w:r>
    </w:p>
    <w:p w:rsidR="00E00D30" w:rsidRDefault="00E00D30" w:rsidP="00E00D30">
      <w:r>
        <w:t>106.1964</w:t>
      </w:r>
      <w:r>
        <w:tab/>
        <w:t>2.663e0</w:t>
      </w:r>
    </w:p>
    <w:p w:rsidR="00E00D30" w:rsidRDefault="00E00D30" w:rsidP="00E00D30">
      <w:r>
        <w:t>106.1998</w:t>
      </w:r>
      <w:r>
        <w:tab/>
        <w:t>5.063e0</w:t>
      </w:r>
    </w:p>
    <w:p w:rsidR="00E00D30" w:rsidRDefault="00E00D30" w:rsidP="00E00D30">
      <w:r>
        <w:t>106.2021</w:t>
      </w:r>
      <w:r>
        <w:tab/>
        <w:t>2.025e0</w:t>
      </w:r>
    </w:p>
    <w:p w:rsidR="00E00D30" w:rsidRDefault="00E00D30" w:rsidP="00E00D30">
      <w:r>
        <w:t>106.2035</w:t>
      </w:r>
      <w:r>
        <w:tab/>
        <w:t>1.013e0</w:t>
      </w:r>
    </w:p>
    <w:p w:rsidR="00E00D30" w:rsidRDefault="00E00D30" w:rsidP="00E00D30">
      <w:r>
        <w:t>106.2048</w:t>
      </w:r>
      <w:r>
        <w:tab/>
        <w:t>2.025e0</w:t>
      </w:r>
    </w:p>
    <w:p w:rsidR="00E00D30" w:rsidRDefault="00E00D30" w:rsidP="00E00D30">
      <w:r>
        <w:t>106.2173</w:t>
      </w:r>
      <w:r>
        <w:tab/>
        <w:t>2.025e0</w:t>
      </w:r>
    </w:p>
    <w:p w:rsidR="00E00D30" w:rsidRDefault="00E00D30" w:rsidP="00E00D30">
      <w:r>
        <w:t>106.2199</w:t>
      </w:r>
      <w:r>
        <w:tab/>
        <w:t>2.025e0</w:t>
      </w:r>
    </w:p>
    <w:p w:rsidR="00E00D30" w:rsidRDefault="00E00D30" w:rsidP="00E00D30">
      <w:r>
        <w:t>106.2214</w:t>
      </w:r>
      <w:r>
        <w:tab/>
        <w:t>2.025e0</w:t>
      </w:r>
    </w:p>
    <w:p w:rsidR="00E00D30" w:rsidRDefault="00E00D30" w:rsidP="00E00D30">
      <w:r>
        <w:t>106.2227</w:t>
      </w:r>
      <w:r>
        <w:tab/>
        <w:t>2.025e0</w:t>
      </w:r>
    </w:p>
    <w:p w:rsidR="00E00D30" w:rsidRDefault="00E00D30" w:rsidP="00E00D30">
      <w:r>
        <w:t>106.2282</w:t>
      </w:r>
      <w:r>
        <w:tab/>
        <w:t>2.025e0</w:t>
      </w:r>
    </w:p>
    <w:p w:rsidR="00E00D30" w:rsidRDefault="00E00D30" w:rsidP="00E00D30">
      <w:r>
        <w:lastRenderedPageBreak/>
        <w:t>106.2347</w:t>
      </w:r>
      <w:r>
        <w:tab/>
        <w:t>7.290e0</w:t>
      </w:r>
    </w:p>
    <w:p w:rsidR="00E00D30" w:rsidRDefault="00E00D30" w:rsidP="00E00D30">
      <w:r>
        <w:t>106.2390</w:t>
      </w:r>
      <w:r>
        <w:tab/>
        <w:t>2.025e0</w:t>
      </w:r>
    </w:p>
    <w:p w:rsidR="00E00D30" w:rsidRDefault="00E00D30" w:rsidP="00E00D30">
      <w:r>
        <w:t>106.2417</w:t>
      </w:r>
      <w:r>
        <w:tab/>
        <w:t>1.013e0</w:t>
      </w:r>
    </w:p>
    <w:p w:rsidR="00E00D30" w:rsidRDefault="00E00D30" w:rsidP="00E00D30">
      <w:r>
        <w:t>106.2447</w:t>
      </w:r>
      <w:r>
        <w:tab/>
        <w:t>2.025e0</w:t>
      </w:r>
    </w:p>
    <w:p w:rsidR="00E00D30" w:rsidRDefault="00E00D30" w:rsidP="00E00D30">
      <w:r>
        <w:t>106.2501</w:t>
      </w:r>
      <w:r>
        <w:tab/>
        <w:t>4.051e0</w:t>
      </w:r>
    </w:p>
    <w:p w:rsidR="00E00D30" w:rsidRDefault="00E00D30" w:rsidP="00E00D30">
      <w:r>
        <w:t>106.2555</w:t>
      </w:r>
      <w:r>
        <w:tab/>
        <w:t>1.013e0</w:t>
      </w:r>
    </w:p>
    <w:p w:rsidR="00E00D30" w:rsidRDefault="00E00D30" w:rsidP="00E00D30">
      <w:r>
        <w:t>106.2610</w:t>
      </w:r>
      <w:r>
        <w:tab/>
        <w:t>3.038e0</w:t>
      </w:r>
    </w:p>
    <w:p w:rsidR="00E00D30" w:rsidRDefault="00E00D30" w:rsidP="00E00D30">
      <w:r>
        <w:t>106.2691</w:t>
      </w:r>
      <w:r>
        <w:tab/>
        <w:t>2.025e0</w:t>
      </w:r>
    </w:p>
    <w:p w:rsidR="00E00D30" w:rsidRDefault="00E00D30" w:rsidP="00E00D30">
      <w:r>
        <w:t>106.2746</w:t>
      </w:r>
      <w:r>
        <w:tab/>
        <w:t>3.038e0</w:t>
      </w:r>
    </w:p>
    <w:p w:rsidR="00E00D30" w:rsidRDefault="00E00D30" w:rsidP="00E00D30">
      <w:r>
        <w:t>106.2859</w:t>
      </w:r>
      <w:r>
        <w:tab/>
        <w:t>6.076e0</w:t>
      </w:r>
    </w:p>
    <w:p w:rsidR="00E00D30" w:rsidRDefault="00E00D30" w:rsidP="00E00D30">
      <w:r>
        <w:t>106.2884</w:t>
      </w:r>
      <w:r>
        <w:tab/>
        <w:t>1.013e0</w:t>
      </w:r>
    </w:p>
    <w:p w:rsidR="00E00D30" w:rsidRDefault="00E00D30" w:rsidP="00E00D30">
      <w:r>
        <w:t>106.2911</w:t>
      </w:r>
      <w:r>
        <w:tab/>
        <w:t>1.013e0</w:t>
      </w:r>
    </w:p>
    <w:p w:rsidR="00E00D30" w:rsidRDefault="00E00D30" w:rsidP="00E00D30">
      <w:r>
        <w:t>106.3061</w:t>
      </w:r>
      <w:r>
        <w:tab/>
        <w:t>2.025e0</w:t>
      </w:r>
    </w:p>
    <w:p w:rsidR="00E00D30" w:rsidRDefault="00E00D30" w:rsidP="00E00D30">
      <w:r>
        <w:t>106.3076</w:t>
      </w:r>
      <w:r>
        <w:tab/>
        <w:t>4.051e0</w:t>
      </w:r>
    </w:p>
    <w:p w:rsidR="00E00D30" w:rsidRDefault="00E00D30" w:rsidP="00E00D30">
      <w:r>
        <w:t>106.3101</w:t>
      </w:r>
      <w:r>
        <w:tab/>
        <w:t>1.013e0</w:t>
      </w:r>
    </w:p>
    <w:p w:rsidR="00E00D30" w:rsidRDefault="00E00D30" w:rsidP="00E00D30">
      <w:r>
        <w:t>106.3131</w:t>
      </w:r>
      <w:r>
        <w:tab/>
        <w:t>2.025e0</w:t>
      </w:r>
    </w:p>
    <w:p w:rsidR="00E00D30" w:rsidRDefault="00E00D30" w:rsidP="00E00D30">
      <w:r>
        <w:t>106.3157</w:t>
      </w:r>
      <w:r>
        <w:tab/>
        <w:t>2.025e0</w:t>
      </w:r>
    </w:p>
    <w:p w:rsidR="00E00D30" w:rsidRDefault="00E00D30" w:rsidP="00E00D30">
      <w:r>
        <w:t>106.3185</w:t>
      </w:r>
      <w:r>
        <w:tab/>
        <w:t>3.038e0</w:t>
      </w:r>
    </w:p>
    <w:p w:rsidR="00E00D30" w:rsidRDefault="00E00D30" w:rsidP="00E00D30">
      <w:r>
        <w:t>106.3269</w:t>
      </w:r>
      <w:r>
        <w:tab/>
        <w:t>3.038e0</w:t>
      </w:r>
    </w:p>
    <w:p w:rsidR="00E00D30" w:rsidRDefault="00E00D30" w:rsidP="00E00D30">
      <w:r>
        <w:lastRenderedPageBreak/>
        <w:t>106.3294</w:t>
      </w:r>
      <w:r>
        <w:tab/>
        <w:t>1.013e0</w:t>
      </w:r>
    </w:p>
    <w:p w:rsidR="00E00D30" w:rsidRDefault="00E00D30" w:rsidP="00E00D30">
      <w:r>
        <w:t>106.3336</w:t>
      </w:r>
      <w:r>
        <w:tab/>
        <w:t>2.025e0</w:t>
      </w:r>
    </w:p>
    <w:p w:rsidR="00E00D30" w:rsidRDefault="00E00D30" w:rsidP="00E00D30">
      <w:r>
        <w:t>106.3403</w:t>
      </w:r>
      <w:r>
        <w:tab/>
        <w:t>1.013e0</w:t>
      </w:r>
    </w:p>
    <w:p w:rsidR="00E00D30" w:rsidRDefault="00E00D30" w:rsidP="00E00D30">
      <w:r>
        <w:t>106.3459</w:t>
      </w:r>
      <w:r>
        <w:tab/>
        <w:t>1.013e0</w:t>
      </w:r>
    </w:p>
    <w:p w:rsidR="00E00D30" w:rsidRDefault="00E00D30" w:rsidP="00E00D30">
      <w:r>
        <w:t>106.3514</w:t>
      </w:r>
      <w:r>
        <w:tab/>
        <w:t>3.038e0</w:t>
      </w:r>
    </w:p>
    <w:p w:rsidR="00E00D30" w:rsidRDefault="00E00D30" w:rsidP="00E00D30">
      <w:r>
        <w:t>106.3582</w:t>
      </w:r>
      <w:r>
        <w:tab/>
        <w:t>2.025e0</w:t>
      </w:r>
    </w:p>
    <w:p w:rsidR="00E00D30" w:rsidRDefault="00E00D30" w:rsidP="00E00D30">
      <w:r>
        <w:t>106.3625</w:t>
      </w:r>
      <w:r>
        <w:tab/>
        <w:t>2.025e0</w:t>
      </w:r>
    </w:p>
    <w:p w:rsidR="00E00D30" w:rsidRDefault="00E00D30" w:rsidP="00E00D30">
      <w:r>
        <w:t>106.3653</w:t>
      </w:r>
      <w:r>
        <w:tab/>
        <w:t>1.013e0</w:t>
      </w:r>
    </w:p>
    <w:p w:rsidR="00E00D30" w:rsidRDefault="00E00D30" w:rsidP="00E00D30">
      <w:r>
        <w:t>106.3704</w:t>
      </w:r>
      <w:r>
        <w:tab/>
        <w:t>1.013e0</w:t>
      </w:r>
    </w:p>
    <w:p w:rsidR="00E00D30" w:rsidRDefault="00E00D30" w:rsidP="00E00D30">
      <w:r>
        <w:t>106.3718</w:t>
      </w:r>
      <w:r>
        <w:tab/>
        <w:t>2.025e0</w:t>
      </w:r>
    </w:p>
    <w:p w:rsidR="00E00D30" w:rsidRDefault="00E00D30" w:rsidP="00E00D30">
      <w:r>
        <w:t>106.3733</w:t>
      </w:r>
      <w:r>
        <w:tab/>
        <w:t>1.013e0</w:t>
      </w:r>
    </w:p>
    <w:p w:rsidR="00E00D30" w:rsidRDefault="00E00D30" w:rsidP="00E00D30">
      <w:r>
        <w:t>106.3747</w:t>
      </w:r>
      <w:r>
        <w:tab/>
        <w:t>2.025e0</w:t>
      </w:r>
    </w:p>
    <w:p w:rsidR="00E00D30" w:rsidRDefault="00E00D30" w:rsidP="00E00D30">
      <w:r>
        <w:t>106.3790</w:t>
      </w:r>
      <w:r>
        <w:tab/>
        <w:t>2.025e0</w:t>
      </w:r>
    </w:p>
    <w:p w:rsidR="00E00D30" w:rsidRDefault="00E00D30" w:rsidP="00E00D30">
      <w:r>
        <w:t>106.3814</w:t>
      </w:r>
      <w:r>
        <w:tab/>
        <w:t>1.013e0</w:t>
      </w:r>
    </w:p>
    <w:p w:rsidR="00E00D30" w:rsidRDefault="00E00D30" w:rsidP="00E00D30">
      <w:r>
        <w:t>106.3883</w:t>
      </w:r>
      <w:r>
        <w:tab/>
        <w:t>2.025e0</w:t>
      </w:r>
    </w:p>
    <w:p w:rsidR="00E00D30" w:rsidRDefault="00E00D30" w:rsidP="00E00D30">
      <w:r>
        <w:t>106.3899</w:t>
      </w:r>
      <w:r>
        <w:tab/>
        <w:t>1.013e0</w:t>
      </w:r>
    </w:p>
    <w:p w:rsidR="00E00D30" w:rsidRDefault="00E00D30" w:rsidP="00E00D30">
      <w:r>
        <w:t>106.3926</w:t>
      </w:r>
      <w:r>
        <w:tab/>
        <w:t>2.025e0</w:t>
      </w:r>
    </w:p>
    <w:p w:rsidR="00E00D30" w:rsidRDefault="00E00D30" w:rsidP="00E00D30">
      <w:r>
        <w:t>106.3954</w:t>
      </w:r>
      <w:r>
        <w:tab/>
        <w:t>1.013e0</w:t>
      </w:r>
    </w:p>
    <w:p w:rsidR="00E00D30" w:rsidRDefault="00E00D30" w:rsidP="00E00D30">
      <w:r>
        <w:t>106.3978</w:t>
      </w:r>
      <w:r>
        <w:tab/>
        <w:t>2.025e0</w:t>
      </w:r>
    </w:p>
    <w:p w:rsidR="00E00D30" w:rsidRDefault="00E00D30" w:rsidP="00E00D30">
      <w:r>
        <w:lastRenderedPageBreak/>
        <w:t>106.4021</w:t>
      </w:r>
      <w:r>
        <w:tab/>
        <w:t>4.051e0</w:t>
      </w:r>
    </w:p>
    <w:p w:rsidR="00E00D30" w:rsidRDefault="00E00D30" w:rsidP="00E00D30">
      <w:r>
        <w:t>106.4035</w:t>
      </w:r>
      <w:r>
        <w:tab/>
        <w:t>1.013e0</w:t>
      </w:r>
    </w:p>
    <w:p w:rsidR="00E00D30" w:rsidRDefault="00E00D30" w:rsidP="00E00D30">
      <w:r>
        <w:t>106.4064</w:t>
      </w:r>
      <w:r>
        <w:tab/>
        <w:t>3.038e0</w:t>
      </w:r>
    </w:p>
    <w:p w:rsidR="00E00D30" w:rsidRDefault="00E00D30" w:rsidP="00E00D30">
      <w:r>
        <w:t>106.4092</w:t>
      </w:r>
      <w:r>
        <w:tab/>
        <w:t>2.025e0</w:t>
      </w:r>
    </w:p>
    <w:p w:rsidR="00E00D30" w:rsidRDefault="00E00D30" w:rsidP="00E00D30">
      <w:r>
        <w:t>106.4143</w:t>
      </w:r>
      <w:r>
        <w:tab/>
        <w:t>1.013e0</w:t>
      </w:r>
    </w:p>
    <w:p w:rsidR="00E00D30" w:rsidRDefault="00E00D30" w:rsidP="00E00D30">
      <w:r>
        <w:t>106.4172</w:t>
      </w:r>
      <w:r>
        <w:tab/>
        <w:t>3.038e0</w:t>
      </w:r>
    </w:p>
    <w:p w:rsidR="00E00D30" w:rsidRDefault="00E00D30" w:rsidP="00E00D30">
      <w:r>
        <w:t>106.4200</w:t>
      </w:r>
      <w:r>
        <w:tab/>
        <w:t>1.013e0</w:t>
      </w:r>
    </w:p>
    <w:p w:rsidR="00E00D30" w:rsidRDefault="00E00D30" w:rsidP="00E00D30">
      <w:r>
        <w:t>106.4245</w:t>
      </w:r>
      <w:r>
        <w:tab/>
        <w:t>6.076e0</w:t>
      </w:r>
    </w:p>
    <w:p w:rsidR="00E00D30" w:rsidRDefault="00E00D30" w:rsidP="00E00D30">
      <w:r>
        <w:t>106.4269</w:t>
      </w:r>
      <w:r>
        <w:tab/>
        <w:t>2.025e0</w:t>
      </w:r>
    </w:p>
    <w:p w:rsidR="00E00D30" w:rsidRDefault="00E00D30" w:rsidP="00E00D30">
      <w:r>
        <w:t>106.4337</w:t>
      </w:r>
      <w:r>
        <w:tab/>
        <w:t>1.013e0</w:t>
      </w:r>
    </w:p>
    <w:p w:rsidR="00E00D30" w:rsidRDefault="00E00D30" w:rsidP="00E00D30">
      <w:r>
        <w:t>106.4366</w:t>
      </w:r>
      <w:r>
        <w:tab/>
        <w:t>1.013e0</w:t>
      </w:r>
    </w:p>
    <w:p w:rsidR="00E00D30" w:rsidRDefault="00E00D30" w:rsidP="00E00D30">
      <w:r>
        <w:t>106.4419</w:t>
      </w:r>
      <w:r>
        <w:tab/>
        <w:t>2.025e0</w:t>
      </w:r>
    </w:p>
    <w:p w:rsidR="00E00D30" w:rsidRDefault="00E00D30" w:rsidP="00E00D30">
      <w:r>
        <w:t>106.4474</w:t>
      </w:r>
      <w:r>
        <w:tab/>
        <w:t>2.025e0</w:t>
      </w:r>
    </w:p>
    <w:p w:rsidR="00E00D30" w:rsidRDefault="00E00D30" w:rsidP="00E00D30">
      <w:r>
        <w:t>106.4529</w:t>
      </w:r>
      <w:r>
        <w:tab/>
        <w:t>1.013e0</w:t>
      </w:r>
    </w:p>
    <w:p w:rsidR="00E00D30" w:rsidRDefault="00E00D30" w:rsidP="00E00D30">
      <w:r>
        <w:t>106.4569</w:t>
      </w:r>
      <w:r>
        <w:tab/>
        <w:t>2.025e0</w:t>
      </w:r>
    </w:p>
    <w:p w:rsidR="00E00D30" w:rsidRDefault="00E00D30" w:rsidP="00E00D30">
      <w:r>
        <w:t>106.4639</w:t>
      </w:r>
      <w:r>
        <w:tab/>
        <w:t>2.025e0</w:t>
      </w:r>
    </w:p>
    <w:p w:rsidR="00E00D30" w:rsidRDefault="00E00D30" w:rsidP="00E00D30">
      <w:r>
        <w:t>106.4748</w:t>
      </w:r>
      <w:r>
        <w:tab/>
        <w:t>2.025e0</w:t>
      </w:r>
    </w:p>
    <w:p w:rsidR="00E00D30" w:rsidRDefault="00E00D30" w:rsidP="00E00D30">
      <w:r>
        <w:t>106.4790</w:t>
      </w:r>
      <w:r>
        <w:tab/>
        <w:t>2.025e0</w:t>
      </w:r>
    </w:p>
    <w:p w:rsidR="00E00D30" w:rsidRDefault="00E00D30" w:rsidP="00E00D30">
      <w:r>
        <w:t>106.4829</w:t>
      </w:r>
      <w:r>
        <w:tab/>
        <w:t>1.013e0</w:t>
      </w:r>
    </w:p>
    <w:p w:rsidR="00E00D30" w:rsidRDefault="00E00D30" w:rsidP="00E00D30">
      <w:r>
        <w:lastRenderedPageBreak/>
        <w:t>106.4858</w:t>
      </w:r>
      <w:r>
        <w:tab/>
        <w:t>1.013e0</w:t>
      </w:r>
    </w:p>
    <w:p w:rsidR="00E00D30" w:rsidRDefault="00E00D30" w:rsidP="00E00D30">
      <w:r>
        <w:t>106.4884</w:t>
      </w:r>
      <w:r>
        <w:tab/>
        <w:t>1.013e0</w:t>
      </w:r>
    </w:p>
    <w:p w:rsidR="00E00D30" w:rsidRDefault="00E00D30" w:rsidP="00E00D30">
      <w:r>
        <w:t>106.4899</w:t>
      </w:r>
      <w:r>
        <w:tab/>
        <w:t>2.025e0</w:t>
      </w:r>
    </w:p>
    <w:p w:rsidR="00E00D30" w:rsidRDefault="00E00D30" w:rsidP="00E00D30">
      <w:r>
        <w:t>106.4993</w:t>
      </w:r>
      <w:r>
        <w:tab/>
        <w:t>1.013e0</w:t>
      </w:r>
    </w:p>
    <w:p w:rsidR="00E00D30" w:rsidRDefault="00E00D30" w:rsidP="00E00D30">
      <w:r>
        <w:t>106.5063</w:t>
      </w:r>
      <w:r>
        <w:tab/>
        <w:t>2.025e0</w:t>
      </w:r>
    </w:p>
    <w:p w:rsidR="00E00D30" w:rsidRDefault="00E00D30" w:rsidP="00E00D30">
      <w:r>
        <w:t>106.5079</w:t>
      </w:r>
      <w:r>
        <w:tab/>
        <w:t>2.025e0</w:t>
      </w:r>
    </w:p>
    <w:p w:rsidR="00E00D30" w:rsidRDefault="00E00D30" w:rsidP="00E00D30">
      <w:r>
        <w:t>106.5104</w:t>
      </w:r>
      <w:r>
        <w:tab/>
        <w:t>2.025e0</w:t>
      </w:r>
    </w:p>
    <w:p w:rsidR="00E00D30" w:rsidRDefault="00E00D30" w:rsidP="00E00D30">
      <w:r>
        <w:t>106.5172</w:t>
      </w:r>
      <w:r>
        <w:tab/>
        <w:t>2.025e0</w:t>
      </w:r>
    </w:p>
    <w:p w:rsidR="00E00D30" w:rsidRDefault="00E00D30" w:rsidP="00E00D30">
      <w:r>
        <w:t>106.5215</w:t>
      </w:r>
      <w:r>
        <w:tab/>
        <w:t>3.038e0</w:t>
      </w:r>
    </w:p>
    <w:p w:rsidR="00E00D30" w:rsidRDefault="00E00D30" w:rsidP="00E00D30">
      <w:r>
        <w:t>106.5226</w:t>
      </w:r>
      <w:r>
        <w:tab/>
        <w:t>2.025e0</w:t>
      </w:r>
    </w:p>
    <w:p w:rsidR="00E00D30" w:rsidRDefault="00E00D30" w:rsidP="00E00D30">
      <w:r>
        <w:t>106.5408</w:t>
      </w:r>
      <w:r>
        <w:tab/>
        <w:t>2.025e0</w:t>
      </w:r>
    </w:p>
    <w:p w:rsidR="00E00D30" w:rsidRDefault="00E00D30" w:rsidP="00E00D30">
      <w:r>
        <w:t>106.5438</w:t>
      </w:r>
      <w:r>
        <w:tab/>
        <w:t>3.038e0</w:t>
      </w:r>
    </w:p>
    <w:p w:rsidR="00E00D30" w:rsidRDefault="00E00D30" w:rsidP="00E00D30">
      <w:r>
        <w:t>106.5488</w:t>
      </w:r>
      <w:r>
        <w:tab/>
        <w:t>1.013e0</w:t>
      </w:r>
    </w:p>
    <w:p w:rsidR="00E00D30" w:rsidRDefault="00E00D30" w:rsidP="00E00D30">
      <w:r>
        <w:t>106.5529</w:t>
      </w:r>
      <w:r>
        <w:tab/>
        <w:t>2.025e0</w:t>
      </w:r>
    </w:p>
    <w:p w:rsidR="00E00D30" w:rsidRDefault="00E00D30" w:rsidP="00E00D30">
      <w:r>
        <w:t>106.5542</w:t>
      </w:r>
      <w:r>
        <w:tab/>
        <w:t>2.025e0</w:t>
      </w:r>
    </w:p>
    <w:p w:rsidR="00E00D30" w:rsidRDefault="00E00D30" w:rsidP="00E00D30">
      <w:r>
        <w:t>106.5569</w:t>
      </w:r>
      <w:r>
        <w:tab/>
        <w:t>1.013e0</w:t>
      </w:r>
    </w:p>
    <w:p w:rsidR="00E00D30" w:rsidRDefault="00E00D30" w:rsidP="00E00D30">
      <w:r>
        <w:t>106.5599</w:t>
      </w:r>
      <w:r>
        <w:tab/>
        <w:t>1.013e0</w:t>
      </w:r>
    </w:p>
    <w:p w:rsidR="00E00D30" w:rsidRDefault="00E00D30" w:rsidP="00E00D30">
      <w:r>
        <w:t>106.5612</w:t>
      </w:r>
      <w:r>
        <w:tab/>
        <w:t>2.025e0</w:t>
      </w:r>
    </w:p>
    <w:p w:rsidR="00E00D30" w:rsidRDefault="00E00D30" w:rsidP="00E00D30">
      <w:r>
        <w:t>106.5680</w:t>
      </w:r>
      <w:r>
        <w:tab/>
        <w:t>3.038e0</w:t>
      </w:r>
    </w:p>
    <w:p w:rsidR="00E00D30" w:rsidRDefault="00E00D30" w:rsidP="00E00D30">
      <w:r>
        <w:lastRenderedPageBreak/>
        <w:t>106.5734</w:t>
      </w:r>
      <w:r>
        <w:tab/>
        <w:t>2.025e0</w:t>
      </w:r>
    </w:p>
    <w:p w:rsidR="00E00D30" w:rsidRDefault="00E00D30" w:rsidP="00E00D30">
      <w:r>
        <w:t>106.5791</w:t>
      </w:r>
      <w:r>
        <w:tab/>
        <w:t>2.025e0</w:t>
      </w:r>
    </w:p>
    <w:p w:rsidR="00E00D30" w:rsidRDefault="00E00D30" w:rsidP="00E00D30">
      <w:r>
        <w:t>106.5819</w:t>
      </w:r>
      <w:r>
        <w:tab/>
        <w:t>6.076e0</w:t>
      </w:r>
    </w:p>
    <w:p w:rsidR="00E00D30" w:rsidRDefault="00E00D30" w:rsidP="00E00D30">
      <w:r>
        <w:t>106.5927</w:t>
      </w:r>
      <w:r>
        <w:tab/>
        <w:t>1.013e0</w:t>
      </w:r>
    </w:p>
    <w:p w:rsidR="00E00D30" w:rsidRDefault="00E00D30" w:rsidP="00E00D30">
      <w:r>
        <w:t>106.6010</w:t>
      </w:r>
      <w:r>
        <w:tab/>
        <w:t>1.013e0</w:t>
      </w:r>
    </w:p>
    <w:p w:rsidR="00E00D30" w:rsidRDefault="00E00D30" w:rsidP="00E00D30">
      <w:r>
        <w:t>106.6038</w:t>
      </w:r>
      <w:r>
        <w:tab/>
        <w:t>2.025e0</w:t>
      </w:r>
    </w:p>
    <w:p w:rsidR="00E00D30" w:rsidRDefault="00E00D30" w:rsidP="00E00D30">
      <w:r>
        <w:t>106.6174</w:t>
      </w:r>
      <w:r>
        <w:tab/>
        <w:t>1.013e0</w:t>
      </w:r>
    </w:p>
    <w:p w:rsidR="00E00D30" w:rsidRDefault="00E00D30" w:rsidP="00E00D30">
      <w:r>
        <w:t>106.6203</w:t>
      </w:r>
      <w:r>
        <w:tab/>
        <w:t>1.013e0</w:t>
      </w:r>
    </w:p>
    <w:p w:rsidR="00E00D30" w:rsidRDefault="00E00D30" w:rsidP="00E00D30">
      <w:r>
        <w:t>106.6230</w:t>
      </w:r>
      <w:r>
        <w:tab/>
        <w:t>2.025e0</w:t>
      </w:r>
    </w:p>
    <w:p w:rsidR="00E00D30" w:rsidRDefault="00E00D30" w:rsidP="00E00D30">
      <w:r>
        <w:t>106.6258</w:t>
      </w:r>
      <w:r>
        <w:tab/>
        <w:t>1.013e0</w:t>
      </w:r>
    </w:p>
    <w:p w:rsidR="00E00D30" w:rsidRDefault="00E00D30" w:rsidP="00E00D30">
      <w:r>
        <w:t>106.6338</w:t>
      </w:r>
      <w:r>
        <w:tab/>
        <w:t>1.013e0</w:t>
      </w:r>
    </w:p>
    <w:p w:rsidR="00E00D30" w:rsidRDefault="00E00D30" w:rsidP="00E00D30">
      <w:r>
        <w:t>106.6356</w:t>
      </w:r>
      <w:r>
        <w:tab/>
        <w:t>5.063e0</w:t>
      </w:r>
    </w:p>
    <w:p w:rsidR="00E00D30" w:rsidRDefault="00E00D30" w:rsidP="00E00D30">
      <w:r>
        <w:t>106.6419</w:t>
      </w:r>
      <w:r>
        <w:tab/>
        <w:t>1.013e0</w:t>
      </w:r>
    </w:p>
    <w:p w:rsidR="00E00D30" w:rsidRDefault="00E00D30" w:rsidP="00E00D30">
      <w:r>
        <w:t>106.6475</w:t>
      </w:r>
      <w:r>
        <w:tab/>
        <w:t>1.013e0</w:t>
      </w:r>
    </w:p>
    <w:p w:rsidR="00E00D30" w:rsidRDefault="00E00D30" w:rsidP="00E00D30">
      <w:r>
        <w:t>106.6544</w:t>
      </w:r>
      <w:r>
        <w:tab/>
        <w:t>2.025e0</w:t>
      </w:r>
    </w:p>
    <w:p w:rsidR="00E00D30" w:rsidRDefault="00E00D30" w:rsidP="00E00D30">
      <w:r>
        <w:t>106.6585</w:t>
      </w:r>
      <w:r>
        <w:tab/>
        <w:t>1.013e0</w:t>
      </w:r>
    </w:p>
    <w:p w:rsidR="00E00D30" w:rsidRDefault="00E00D30" w:rsidP="00E00D30">
      <w:r>
        <w:t>106.6709</w:t>
      </w:r>
      <w:r>
        <w:tab/>
        <w:t>2.025e0</w:t>
      </w:r>
    </w:p>
    <w:p w:rsidR="00E00D30" w:rsidRDefault="00E00D30" w:rsidP="00E00D30">
      <w:r>
        <w:t>106.6751</w:t>
      </w:r>
      <w:r>
        <w:tab/>
        <w:t>2.025e0</w:t>
      </w:r>
    </w:p>
    <w:p w:rsidR="00E00D30" w:rsidRDefault="00E00D30" w:rsidP="00E00D30">
      <w:r>
        <w:t>106.6915</w:t>
      </w:r>
      <w:r>
        <w:tab/>
        <w:t>3.038e0</w:t>
      </w:r>
    </w:p>
    <w:p w:rsidR="00E00D30" w:rsidRDefault="00E00D30" w:rsidP="00E00D30">
      <w:r>
        <w:lastRenderedPageBreak/>
        <w:t>106.6995</w:t>
      </w:r>
      <w:r>
        <w:tab/>
        <w:t>1.013e0</w:t>
      </w:r>
    </w:p>
    <w:p w:rsidR="00E00D30" w:rsidRDefault="00E00D30" w:rsidP="00E00D30">
      <w:r>
        <w:t>106.7010</w:t>
      </w:r>
      <w:r>
        <w:tab/>
        <w:t>2.025e0</w:t>
      </w:r>
    </w:p>
    <w:p w:rsidR="00E00D30" w:rsidRDefault="00E00D30" w:rsidP="00E00D30">
      <w:r>
        <w:t>106.7026</w:t>
      </w:r>
      <w:r>
        <w:tab/>
        <w:t>2.025e0</w:t>
      </w:r>
    </w:p>
    <w:p w:rsidR="00E00D30" w:rsidRDefault="00E00D30" w:rsidP="00E00D30">
      <w:r>
        <w:t>106.7135</w:t>
      </w:r>
      <w:r>
        <w:tab/>
        <w:t>4.051e0</w:t>
      </w:r>
    </w:p>
    <w:p w:rsidR="00E00D30" w:rsidRDefault="00E00D30" w:rsidP="00E00D30">
      <w:r>
        <w:t>106.7147</w:t>
      </w:r>
      <w:r>
        <w:tab/>
        <w:t>2.025e0</w:t>
      </w:r>
    </w:p>
    <w:p w:rsidR="00E00D30" w:rsidRDefault="00E00D30" w:rsidP="00E00D30">
      <w:r>
        <w:t>106.7161</w:t>
      </w:r>
      <w:r>
        <w:tab/>
        <w:t>2.025e0</w:t>
      </w:r>
    </w:p>
    <w:p w:rsidR="00E00D30" w:rsidRDefault="00E00D30" w:rsidP="00E00D30">
      <w:r>
        <w:t>106.7272</w:t>
      </w:r>
      <w:r>
        <w:tab/>
        <w:t>1.013e0</w:t>
      </w:r>
    </w:p>
    <w:p w:rsidR="00E00D30" w:rsidRDefault="00E00D30" w:rsidP="00E00D30">
      <w:r>
        <w:t>106.7298</w:t>
      </w:r>
      <w:r>
        <w:tab/>
        <w:t>2.025e0</w:t>
      </w:r>
    </w:p>
    <w:p w:rsidR="00E00D30" w:rsidRDefault="00E00D30" w:rsidP="00E00D30">
      <w:r>
        <w:t>106.7327</w:t>
      </w:r>
      <w:r>
        <w:tab/>
        <w:t>2.025e0</w:t>
      </w:r>
    </w:p>
    <w:p w:rsidR="00E00D30" w:rsidRDefault="00E00D30" w:rsidP="00E00D30">
      <w:r>
        <w:t>106.7410</w:t>
      </w:r>
      <w:r>
        <w:tab/>
        <w:t>1.013e0</w:t>
      </w:r>
    </w:p>
    <w:p w:rsidR="00E00D30" w:rsidRDefault="00E00D30" w:rsidP="00E00D30">
      <w:r>
        <w:t>106.7532</w:t>
      </w:r>
      <w:r>
        <w:tab/>
        <w:t>2.025e0</w:t>
      </w:r>
    </w:p>
    <w:p w:rsidR="00E00D30" w:rsidRDefault="00E00D30" w:rsidP="00E00D30">
      <w:r>
        <w:t>106.7549</w:t>
      </w:r>
      <w:r>
        <w:tab/>
        <w:t>1.013e0</w:t>
      </w:r>
    </w:p>
    <w:p w:rsidR="00E00D30" w:rsidRDefault="00E00D30" w:rsidP="00E00D30">
      <w:r>
        <w:t>106.7572</w:t>
      </w:r>
      <w:r>
        <w:tab/>
        <w:t>1.013e0</w:t>
      </w:r>
    </w:p>
    <w:p w:rsidR="00E00D30" w:rsidRDefault="00E00D30" w:rsidP="00E00D30">
      <w:r>
        <w:t>106.7657</w:t>
      </w:r>
      <w:r>
        <w:tab/>
        <w:t>2.025e0</w:t>
      </w:r>
    </w:p>
    <w:p w:rsidR="00E00D30" w:rsidRDefault="00E00D30" w:rsidP="00E00D30">
      <w:r>
        <w:t>106.7739</w:t>
      </w:r>
      <w:r>
        <w:tab/>
        <w:t>1.013e0</w:t>
      </w:r>
    </w:p>
    <w:p w:rsidR="00E00D30" w:rsidRDefault="00E00D30" w:rsidP="00E00D30">
      <w:r>
        <w:t>106.7752</w:t>
      </w:r>
      <w:r>
        <w:tab/>
        <w:t>2.025e0</w:t>
      </w:r>
    </w:p>
    <w:p w:rsidR="00E00D30" w:rsidRDefault="00E00D30" w:rsidP="00E00D30">
      <w:r>
        <w:t>106.7767</w:t>
      </w:r>
      <w:r>
        <w:tab/>
        <w:t>1.013e0</w:t>
      </w:r>
    </w:p>
    <w:p w:rsidR="00E00D30" w:rsidRDefault="00E00D30" w:rsidP="00E00D30">
      <w:r>
        <w:t>106.7794</w:t>
      </w:r>
      <w:r>
        <w:tab/>
        <w:t>1.013e0</w:t>
      </w:r>
    </w:p>
    <w:p w:rsidR="00E00D30" w:rsidRDefault="00E00D30" w:rsidP="00E00D30">
      <w:r>
        <w:t>106.7848</w:t>
      </w:r>
      <w:r>
        <w:tab/>
        <w:t>2.025e0</w:t>
      </w:r>
    </w:p>
    <w:p w:rsidR="00E00D30" w:rsidRDefault="00E00D30" w:rsidP="00E00D30">
      <w:r>
        <w:lastRenderedPageBreak/>
        <w:t>106.7931</w:t>
      </w:r>
      <w:r>
        <w:tab/>
        <w:t>1.013e0</w:t>
      </w:r>
    </w:p>
    <w:p w:rsidR="00E00D30" w:rsidRDefault="00E00D30" w:rsidP="00E00D30">
      <w:r>
        <w:t>106.8013</w:t>
      </w:r>
      <w:r>
        <w:tab/>
        <w:t>1.013e0</w:t>
      </w:r>
    </w:p>
    <w:p w:rsidR="00E00D30" w:rsidRDefault="00E00D30" w:rsidP="00E00D30">
      <w:r>
        <w:t>106.8040</w:t>
      </w:r>
      <w:r>
        <w:tab/>
        <w:t>4.051e0</w:t>
      </w:r>
    </w:p>
    <w:p w:rsidR="00E00D30" w:rsidRDefault="00E00D30" w:rsidP="00E00D30">
      <w:r>
        <w:t>106.8126</w:t>
      </w:r>
      <w:r>
        <w:tab/>
        <w:t>1.013e0</w:t>
      </w:r>
    </w:p>
    <w:p w:rsidR="00E00D30" w:rsidRDefault="00E00D30" w:rsidP="00E00D30">
      <w:r>
        <w:t>106.8137</w:t>
      </w:r>
      <w:r>
        <w:tab/>
        <w:t>2.025e0</w:t>
      </w:r>
    </w:p>
    <w:p w:rsidR="00E00D30" w:rsidRDefault="00E00D30" w:rsidP="00E00D30">
      <w:r>
        <w:t>106.8179</w:t>
      </w:r>
      <w:r>
        <w:tab/>
        <w:t>1.013e0</w:t>
      </w:r>
    </w:p>
    <w:p w:rsidR="00E00D30" w:rsidRDefault="00E00D30" w:rsidP="00E00D30">
      <w:r>
        <w:t>106.8264</w:t>
      </w:r>
      <w:r>
        <w:tab/>
        <w:t>1.013e0</w:t>
      </w:r>
    </w:p>
    <w:p w:rsidR="00E00D30" w:rsidRDefault="00E00D30" w:rsidP="00E00D30">
      <w:r>
        <w:t>106.8371</w:t>
      </w:r>
      <w:r>
        <w:tab/>
        <w:t>1.013e0</w:t>
      </w:r>
    </w:p>
    <w:p w:rsidR="00E00D30" w:rsidRDefault="00E00D30" w:rsidP="00E00D30">
      <w:r>
        <w:t>106.8426</w:t>
      </w:r>
      <w:r>
        <w:tab/>
        <w:t>1.013e0</w:t>
      </w:r>
    </w:p>
    <w:p w:rsidR="00E00D30" w:rsidRDefault="00E00D30" w:rsidP="00E00D30">
      <w:r>
        <w:t>106.8453</w:t>
      </w:r>
      <w:r>
        <w:tab/>
        <w:t>1.013e0</w:t>
      </w:r>
    </w:p>
    <w:p w:rsidR="00E00D30" w:rsidRDefault="00E00D30" w:rsidP="00E00D30">
      <w:r>
        <w:t>106.8481</w:t>
      </w:r>
      <w:r>
        <w:tab/>
        <w:t>1.013e0</w:t>
      </w:r>
    </w:p>
    <w:p w:rsidR="00E00D30" w:rsidRDefault="00E00D30" w:rsidP="00E00D30">
      <w:r>
        <w:t>106.8493</w:t>
      </w:r>
      <w:r>
        <w:tab/>
        <w:t>2.025e0</w:t>
      </w:r>
    </w:p>
    <w:p w:rsidR="00E00D30" w:rsidRDefault="00E00D30" w:rsidP="00E00D30">
      <w:r>
        <w:t>106.8507</w:t>
      </w:r>
      <w:r>
        <w:tab/>
        <w:t>1.013e0</w:t>
      </w:r>
    </w:p>
    <w:p w:rsidR="00E00D30" w:rsidRDefault="00E00D30" w:rsidP="00E00D30">
      <w:r>
        <w:t>106.8565</w:t>
      </w:r>
      <w:r>
        <w:tab/>
        <w:t>1.013e0</w:t>
      </w:r>
    </w:p>
    <w:p w:rsidR="00E00D30" w:rsidRDefault="00E00D30" w:rsidP="00E00D30">
      <w:r>
        <w:t>106.8618</w:t>
      </w:r>
      <w:r>
        <w:tab/>
        <w:t>3.038e0</w:t>
      </w:r>
    </w:p>
    <w:p w:rsidR="00E00D30" w:rsidRDefault="00E00D30" w:rsidP="00E00D30">
      <w:r>
        <w:t>106.8631</w:t>
      </w:r>
      <w:r>
        <w:tab/>
        <w:t>2.025e0</w:t>
      </w:r>
    </w:p>
    <w:p w:rsidR="00E00D30" w:rsidRDefault="00E00D30" w:rsidP="00E00D30">
      <w:r>
        <w:t>106.8645</w:t>
      </w:r>
      <w:r>
        <w:tab/>
        <w:t>1.013e0</w:t>
      </w:r>
    </w:p>
    <w:p w:rsidR="00E00D30" w:rsidRDefault="00E00D30" w:rsidP="00E00D30">
      <w:r>
        <w:t>106.8704</w:t>
      </w:r>
      <w:r>
        <w:tab/>
        <w:t>1.013e0</w:t>
      </w:r>
    </w:p>
    <w:p w:rsidR="00E00D30" w:rsidRDefault="00E00D30" w:rsidP="00E00D30">
      <w:r>
        <w:t>106.8784</w:t>
      </w:r>
      <w:r>
        <w:tab/>
        <w:t>1.013e0</w:t>
      </w:r>
    </w:p>
    <w:p w:rsidR="00E00D30" w:rsidRDefault="00E00D30" w:rsidP="00E00D30">
      <w:r>
        <w:lastRenderedPageBreak/>
        <w:t>106.8810</w:t>
      </w:r>
      <w:r>
        <w:tab/>
        <w:t>1.013e0</w:t>
      </w:r>
    </w:p>
    <w:p w:rsidR="00E00D30" w:rsidRDefault="00E00D30" w:rsidP="00E00D30">
      <w:r>
        <w:t>106.8977</w:t>
      </w:r>
      <w:r>
        <w:tab/>
        <w:t>1.013e0</w:t>
      </w:r>
    </w:p>
    <w:p w:rsidR="00E00D30" w:rsidRDefault="00E00D30" w:rsidP="00E00D30">
      <w:r>
        <w:t>106.9015</w:t>
      </w:r>
      <w:r>
        <w:tab/>
        <w:t>2.025e0</w:t>
      </w:r>
    </w:p>
    <w:p w:rsidR="00E00D30" w:rsidRDefault="00E00D30" w:rsidP="00E00D30">
      <w:r>
        <w:t>106.9084</w:t>
      </w:r>
      <w:r>
        <w:tab/>
        <w:t>1.013e0</w:t>
      </w:r>
    </w:p>
    <w:p w:rsidR="00E00D30" w:rsidRDefault="00E00D30" w:rsidP="00E00D30">
      <w:r>
        <w:t>106.9113</w:t>
      </w:r>
      <w:r>
        <w:tab/>
        <w:t>1.013e0</w:t>
      </w:r>
    </w:p>
    <w:p w:rsidR="00E00D30" w:rsidRDefault="00E00D30" w:rsidP="00E00D30">
      <w:r>
        <w:t>106.9166</w:t>
      </w:r>
      <w:r>
        <w:tab/>
        <w:t>1.013e0</w:t>
      </w:r>
    </w:p>
    <w:p w:rsidR="00E00D30" w:rsidRDefault="00E00D30" w:rsidP="00E00D30">
      <w:r>
        <w:t>106.9195</w:t>
      </w:r>
      <w:r>
        <w:tab/>
        <w:t>1.013e0</w:t>
      </w:r>
    </w:p>
    <w:p w:rsidR="00E00D30" w:rsidRDefault="00E00D30" w:rsidP="00E00D30">
      <w:r>
        <w:t>106.9279</w:t>
      </w:r>
      <w:r>
        <w:tab/>
        <w:t>1.013e0</w:t>
      </w:r>
    </w:p>
    <w:p w:rsidR="00E00D30" w:rsidRDefault="00E00D30" w:rsidP="00E00D30">
      <w:r>
        <w:t>106.9305</w:t>
      </w:r>
      <w:r>
        <w:tab/>
        <w:t>2.025e0</w:t>
      </w:r>
    </w:p>
    <w:p w:rsidR="00E00D30" w:rsidRDefault="00E00D30" w:rsidP="00E00D30">
      <w:r>
        <w:t>106.9332</w:t>
      </w:r>
      <w:r>
        <w:tab/>
        <w:t>1.013e0</w:t>
      </w:r>
    </w:p>
    <w:p w:rsidR="00E00D30" w:rsidRDefault="00E00D30" w:rsidP="00E00D30">
      <w:r>
        <w:t>106.9387</w:t>
      </w:r>
      <w:r>
        <w:tab/>
        <w:t>1.013e0</w:t>
      </w:r>
    </w:p>
    <w:p w:rsidR="00E00D30" w:rsidRDefault="00E00D30" w:rsidP="00E00D30">
      <w:r>
        <w:t>106.9416</w:t>
      </w:r>
      <w:r>
        <w:tab/>
        <w:t>1.013e0</w:t>
      </w:r>
    </w:p>
    <w:p w:rsidR="00E00D30" w:rsidRDefault="00E00D30" w:rsidP="00E00D30">
      <w:r>
        <w:t>106.9467</w:t>
      </w:r>
      <w:r>
        <w:tab/>
        <w:t>1.013e0</w:t>
      </w:r>
    </w:p>
    <w:p w:rsidR="00E00D30" w:rsidRDefault="00E00D30" w:rsidP="00E00D30">
      <w:r>
        <w:t>106.9525</w:t>
      </w:r>
      <w:r>
        <w:tab/>
        <w:t>3.038e0</w:t>
      </w:r>
    </w:p>
    <w:p w:rsidR="00E00D30" w:rsidRDefault="00E00D30" w:rsidP="00E00D30">
      <w:r>
        <w:t>106.9605</w:t>
      </w:r>
      <w:r>
        <w:tab/>
        <w:t>2.025e0</w:t>
      </w:r>
    </w:p>
    <w:p w:rsidR="00E00D30" w:rsidRDefault="00E00D30" w:rsidP="00E00D30">
      <w:r>
        <w:t>106.9634</w:t>
      </w:r>
      <w:r>
        <w:tab/>
        <w:t>1.013e0</w:t>
      </w:r>
    </w:p>
    <w:p w:rsidR="00E00D30" w:rsidRDefault="00E00D30" w:rsidP="00E00D30">
      <w:r>
        <w:t>106.9745</w:t>
      </w:r>
      <w:r>
        <w:tab/>
        <w:t>2.025e0</w:t>
      </w:r>
    </w:p>
    <w:p w:rsidR="00E00D30" w:rsidRDefault="00E00D30" w:rsidP="00E00D30">
      <w:r>
        <w:t>106.9770</w:t>
      </w:r>
      <w:r>
        <w:tab/>
        <w:t>1.013e0</w:t>
      </w:r>
    </w:p>
    <w:p w:rsidR="00E00D30" w:rsidRDefault="00E00D30" w:rsidP="00E00D30">
      <w:r>
        <w:t>106.9827</w:t>
      </w:r>
      <w:r>
        <w:tab/>
        <w:t>1.013e0</w:t>
      </w:r>
    </w:p>
    <w:p w:rsidR="00E00D30" w:rsidRDefault="00E00D30" w:rsidP="00E00D30">
      <w:r>
        <w:lastRenderedPageBreak/>
        <w:t>106.9840</w:t>
      </w:r>
      <w:r>
        <w:tab/>
        <w:t>2.025e0</w:t>
      </w:r>
    </w:p>
    <w:p w:rsidR="00E00D30" w:rsidRDefault="00E00D30" w:rsidP="00E00D30">
      <w:r>
        <w:t>106.9857</w:t>
      </w:r>
      <w:r>
        <w:tab/>
        <w:t>1.013e0</w:t>
      </w:r>
    </w:p>
    <w:p w:rsidR="00E00D30" w:rsidRDefault="00E00D30" w:rsidP="00E00D30">
      <w:r>
        <w:t>106.9908</w:t>
      </w:r>
      <w:r>
        <w:tab/>
        <w:t>1.013e0</w:t>
      </w:r>
    </w:p>
    <w:p w:rsidR="00E00D30" w:rsidRDefault="00E00D30" w:rsidP="00E00D30">
      <w:r>
        <w:t>106.9965</w:t>
      </w:r>
      <w:r>
        <w:tab/>
        <w:t>1.013e0</w:t>
      </w:r>
    </w:p>
    <w:p w:rsidR="00E00D30" w:rsidRDefault="00E00D30" w:rsidP="00E00D30">
      <w:r>
        <w:t>106.9994</w:t>
      </w:r>
      <w:r>
        <w:tab/>
        <w:t>1.013e0</w:t>
      </w:r>
    </w:p>
    <w:p w:rsidR="00E00D30" w:rsidRDefault="00E00D30" w:rsidP="00E00D30">
      <w:r>
        <w:t>107.0201</w:t>
      </w:r>
      <w:r>
        <w:tab/>
        <w:t>2.025e0</w:t>
      </w:r>
    </w:p>
    <w:p w:rsidR="00E00D30" w:rsidRDefault="00E00D30" w:rsidP="00E00D30">
      <w:r>
        <w:t>107.0239</w:t>
      </w:r>
      <w:r>
        <w:tab/>
        <w:t>1.013e0</w:t>
      </w:r>
    </w:p>
    <w:p w:rsidR="00E00D30" w:rsidRDefault="00E00D30" w:rsidP="00E00D30">
      <w:r>
        <w:t>107.0322</w:t>
      </w:r>
      <w:r>
        <w:tab/>
        <w:t>2.025e0</w:t>
      </w:r>
    </w:p>
    <w:p w:rsidR="00E00D30" w:rsidRDefault="00E00D30" w:rsidP="00E00D30">
      <w:r>
        <w:t>107.0376</w:t>
      </w:r>
      <w:r>
        <w:tab/>
        <w:t>1.013e0</w:t>
      </w:r>
    </w:p>
    <w:p w:rsidR="00E00D30" w:rsidRDefault="00E00D30" w:rsidP="00E00D30">
      <w:r>
        <w:t>107.0419</w:t>
      </w:r>
      <w:r>
        <w:tab/>
        <w:t>2.025e0</w:t>
      </w:r>
    </w:p>
    <w:p w:rsidR="00E00D30" w:rsidRDefault="00E00D30" w:rsidP="00E00D30">
      <w:r>
        <w:t>107.0446</w:t>
      </w:r>
      <w:r>
        <w:tab/>
        <w:t>2.831e0</w:t>
      </w:r>
    </w:p>
    <w:p w:rsidR="00E00D30" w:rsidRDefault="00E00D30" w:rsidP="00E00D30">
      <w:r>
        <w:t>107.0462</w:t>
      </w:r>
      <w:r>
        <w:tab/>
        <w:t>1.013e0</w:t>
      </w:r>
    </w:p>
    <w:p w:rsidR="00E00D30" w:rsidRDefault="00E00D30" w:rsidP="00E00D30">
      <w:r>
        <w:t>107.0489</w:t>
      </w:r>
      <w:r>
        <w:tab/>
        <w:t>3.038e0</w:t>
      </w:r>
    </w:p>
    <w:p w:rsidR="00E00D30" w:rsidRDefault="00E00D30" w:rsidP="00E00D30">
      <w:r>
        <w:t>107.0541</w:t>
      </w:r>
      <w:r>
        <w:tab/>
        <w:t>1.013e0</w:t>
      </w:r>
    </w:p>
    <w:p w:rsidR="00E00D30" w:rsidRDefault="00E00D30" w:rsidP="00E00D30">
      <w:r>
        <w:t>107.0578</w:t>
      </w:r>
      <w:r>
        <w:tab/>
        <w:t>4.051e0</w:t>
      </w:r>
    </w:p>
    <w:p w:rsidR="00E00D30" w:rsidRDefault="00E00D30" w:rsidP="00E00D30">
      <w:r>
        <w:t>107.0610</w:t>
      </w:r>
      <w:r>
        <w:tab/>
        <w:t>2.025e0</w:t>
      </w:r>
    </w:p>
    <w:p w:rsidR="00E00D30" w:rsidRDefault="00E00D30" w:rsidP="00E00D30">
      <w:r>
        <w:t>107.0622</w:t>
      </w:r>
      <w:r>
        <w:tab/>
        <w:t>9.001e0</w:t>
      </w:r>
    </w:p>
    <w:p w:rsidR="00E00D30" w:rsidRDefault="00E00D30" w:rsidP="00E00D30">
      <w:r>
        <w:t>107.0651</w:t>
      </w:r>
      <w:r>
        <w:tab/>
        <w:t>5.063e0</w:t>
      </w:r>
    </w:p>
    <w:p w:rsidR="00E00D30" w:rsidRDefault="00E00D30" w:rsidP="00E00D30">
      <w:r>
        <w:t>107.0667</w:t>
      </w:r>
      <w:r>
        <w:tab/>
        <w:t>2.025e0</w:t>
      </w:r>
    </w:p>
    <w:p w:rsidR="00E00D30" w:rsidRDefault="00E00D30" w:rsidP="00E00D30">
      <w:r>
        <w:lastRenderedPageBreak/>
        <w:t>107.0707</w:t>
      </w:r>
      <w:r>
        <w:tab/>
        <w:t>1.013e0</w:t>
      </w:r>
    </w:p>
    <w:p w:rsidR="00E00D30" w:rsidRDefault="00E00D30" w:rsidP="00E00D30">
      <w:r>
        <w:t>107.0888</w:t>
      </w:r>
      <w:r>
        <w:tab/>
        <w:t>1.043e1</w:t>
      </w:r>
    </w:p>
    <w:p w:rsidR="00E00D30" w:rsidRDefault="00E00D30" w:rsidP="00E00D30">
      <w:r>
        <w:t>107.0900</w:t>
      </w:r>
      <w:r>
        <w:tab/>
        <w:t>6.367e1</w:t>
      </w:r>
    </w:p>
    <w:p w:rsidR="00E00D30" w:rsidRDefault="00E00D30" w:rsidP="00E00D30">
      <w:r>
        <w:t>107.0922</w:t>
      </w:r>
      <w:r>
        <w:tab/>
        <w:t>2.676e1</w:t>
      </w:r>
    </w:p>
    <w:p w:rsidR="00E00D30" w:rsidRDefault="00E00D30" w:rsidP="00E00D30">
      <w:r>
        <w:t>107.1038</w:t>
      </w:r>
      <w:r>
        <w:tab/>
        <w:t>2.731e0</w:t>
      </w:r>
    </w:p>
    <w:p w:rsidR="00E00D30" w:rsidRDefault="00E00D30" w:rsidP="00E00D30">
      <w:r>
        <w:t>107.1062</w:t>
      </w:r>
      <w:r>
        <w:tab/>
        <w:t>1.013e0</w:t>
      </w:r>
    </w:p>
    <w:p w:rsidR="00E00D30" w:rsidRDefault="00E00D30" w:rsidP="00E00D30">
      <w:r>
        <w:t>107.1093</w:t>
      </w:r>
      <w:r>
        <w:tab/>
        <w:t>2.025e0</w:t>
      </w:r>
    </w:p>
    <w:p w:rsidR="00E00D30" w:rsidRDefault="00E00D30" w:rsidP="00E00D30">
      <w:r>
        <w:t>107.1119</w:t>
      </w:r>
      <w:r>
        <w:tab/>
        <w:t>1.013e0</w:t>
      </w:r>
    </w:p>
    <w:p w:rsidR="00E00D30" w:rsidRDefault="00E00D30" w:rsidP="00E00D30">
      <w:r>
        <w:t>107.1190</w:t>
      </w:r>
      <w:r>
        <w:tab/>
        <w:t>2.025e0</w:t>
      </w:r>
    </w:p>
    <w:p w:rsidR="00E00D30" w:rsidRDefault="00E00D30" w:rsidP="00E00D30">
      <w:r>
        <w:t>107.1200</w:t>
      </w:r>
      <w:r>
        <w:tab/>
        <w:t>1.013e0</w:t>
      </w:r>
    </w:p>
    <w:p w:rsidR="00E00D30" w:rsidRDefault="00E00D30" w:rsidP="00E00D30">
      <w:r>
        <w:t>107.1339</w:t>
      </w:r>
      <w:r>
        <w:tab/>
        <w:t>1.013e0</w:t>
      </w:r>
    </w:p>
    <w:p w:rsidR="00E00D30" w:rsidRDefault="00E00D30" w:rsidP="00E00D30">
      <w:r>
        <w:t>107.1394</w:t>
      </w:r>
      <w:r>
        <w:tab/>
        <w:t>1.013e0</w:t>
      </w:r>
    </w:p>
    <w:p w:rsidR="00E00D30" w:rsidRDefault="00E00D30" w:rsidP="00E00D30">
      <w:r>
        <w:t>107.1450</w:t>
      </w:r>
      <w:r>
        <w:tab/>
        <w:t>1.013e0</w:t>
      </w:r>
    </w:p>
    <w:p w:rsidR="00E00D30" w:rsidRDefault="00E00D30" w:rsidP="00E00D30">
      <w:r>
        <w:t>107.1544</w:t>
      </w:r>
      <w:r>
        <w:tab/>
        <w:t>3.038e0</w:t>
      </w:r>
    </w:p>
    <w:p w:rsidR="00E00D30" w:rsidRDefault="00E00D30" w:rsidP="00E00D30">
      <w:r>
        <w:t>107.1560</w:t>
      </w:r>
      <w:r>
        <w:tab/>
        <w:t>1.013e0</w:t>
      </w:r>
    </w:p>
    <w:p w:rsidR="00E00D30" w:rsidRDefault="00E00D30" w:rsidP="00E00D30">
      <w:r>
        <w:t>107.1697</w:t>
      </w:r>
      <w:r>
        <w:tab/>
        <w:t>3.038e0</w:t>
      </w:r>
    </w:p>
    <w:p w:rsidR="00E00D30" w:rsidRDefault="00E00D30" w:rsidP="00E00D30">
      <w:r>
        <w:t>107.1781</w:t>
      </w:r>
      <w:r>
        <w:tab/>
        <w:t>1.013e0</w:t>
      </w:r>
    </w:p>
    <w:p w:rsidR="00E00D30" w:rsidRDefault="00E00D30" w:rsidP="00E00D30">
      <w:r>
        <w:t>107.1904</w:t>
      </w:r>
      <w:r>
        <w:tab/>
        <w:t>2.025e0</w:t>
      </w:r>
    </w:p>
    <w:p w:rsidR="00E00D30" w:rsidRDefault="00E00D30" w:rsidP="00E00D30">
      <w:r>
        <w:t>107.2167</w:t>
      </w:r>
      <w:r>
        <w:tab/>
        <w:t>1.013e0</w:t>
      </w:r>
    </w:p>
    <w:p w:rsidR="00E00D30" w:rsidRDefault="00E00D30" w:rsidP="00E00D30">
      <w:r>
        <w:lastRenderedPageBreak/>
        <w:t>107.2358</w:t>
      </w:r>
      <w:r>
        <w:tab/>
        <w:t>1.013e0</w:t>
      </w:r>
    </w:p>
    <w:p w:rsidR="00E00D30" w:rsidRDefault="00E00D30" w:rsidP="00E00D30">
      <w:r>
        <w:t>107.2411</w:t>
      </w:r>
      <w:r>
        <w:tab/>
        <w:t>1.013e0</w:t>
      </w:r>
    </w:p>
    <w:p w:rsidR="00E00D30" w:rsidRDefault="00E00D30" w:rsidP="00E00D30">
      <w:r>
        <w:t>107.2454</w:t>
      </w:r>
      <w:r>
        <w:tab/>
        <w:t>2.025e0</w:t>
      </w:r>
    </w:p>
    <w:p w:rsidR="00E00D30" w:rsidRDefault="00E00D30" w:rsidP="00E00D30">
      <w:r>
        <w:t>107.2468</w:t>
      </w:r>
      <w:r>
        <w:tab/>
        <w:t>2.025e0</w:t>
      </w:r>
    </w:p>
    <w:p w:rsidR="00E00D30" w:rsidRDefault="00E00D30" w:rsidP="00E00D30">
      <w:r>
        <w:t>107.2497</w:t>
      </w:r>
      <w:r>
        <w:tab/>
        <w:t>1.013e0</w:t>
      </w:r>
    </w:p>
    <w:p w:rsidR="00E00D30" w:rsidRDefault="00E00D30" w:rsidP="00E00D30">
      <w:r>
        <w:t>107.2520</w:t>
      </w:r>
      <w:r>
        <w:tab/>
        <w:t>1.013e0</w:t>
      </w:r>
    </w:p>
    <w:p w:rsidR="00E00D30" w:rsidRDefault="00E00D30" w:rsidP="00E00D30">
      <w:r>
        <w:t>107.2635</w:t>
      </w:r>
      <w:r>
        <w:tab/>
        <w:t>1.013e0</w:t>
      </w:r>
    </w:p>
    <w:p w:rsidR="00E00D30" w:rsidRDefault="00E00D30" w:rsidP="00E00D30">
      <w:r>
        <w:t>107.2659</w:t>
      </w:r>
      <w:r>
        <w:tab/>
        <w:t>1.013e0</w:t>
      </w:r>
    </w:p>
    <w:p w:rsidR="00E00D30" w:rsidRDefault="00E00D30" w:rsidP="00E00D30">
      <w:r>
        <w:t>107.2687</w:t>
      </w:r>
      <w:r>
        <w:tab/>
        <w:t>2.025e0</w:t>
      </w:r>
    </w:p>
    <w:p w:rsidR="00E00D30" w:rsidRDefault="00E00D30" w:rsidP="00E00D30">
      <w:r>
        <w:t>107.2743</w:t>
      </w:r>
      <w:r>
        <w:tab/>
        <w:t>1.013e0</w:t>
      </w:r>
    </w:p>
    <w:p w:rsidR="00E00D30" w:rsidRDefault="00E00D30" w:rsidP="00E00D30">
      <w:r>
        <w:t>107.2852</w:t>
      </w:r>
      <w:r>
        <w:tab/>
        <w:t>1.013e0</w:t>
      </w:r>
    </w:p>
    <w:p w:rsidR="00E00D30" w:rsidRDefault="00E00D30" w:rsidP="00E00D30">
      <w:r>
        <w:t>107.2908</w:t>
      </w:r>
      <w:r>
        <w:tab/>
        <w:t>1.013e0</w:t>
      </w:r>
    </w:p>
    <w:p w:rsidR="00E00D30" w:rsidRDefault="00E00D30" w:rsidP="00E00D30">
      <w:r>
        <w:t>107.2938</w:t>
      </w:r>
      <w:r>
        <w:tab/>
        <w:t>2.025e0</w:t>
      </w:r>
    </w:p>
    <w:p w:rsidR="00E00D30" w:rsidRDefault="00E00D30" w:rsidP="00E00D30">
      <w:r>
        <w:t>107.3018</w:t>
      </w:r>
      <w:r>
        <w:tab/>
        <w:t>1.013e0</w:t>
      </w:r>
    </w:p>
    <w:p w:rsidR="00E00D30" w:rsidRDefault="00E00D30" w:rsidP="00E00D30">
      <w:r>
        <w:t>107.3046</w:t>
      </w:r>
      <w:r>
        <w:tab/>
        <w:t>1.013e0</w:t>
      </w:r>
    </w:p>
    <w:p w:rsidR="00E00D30" w:rsidRDefault="00E00D30" w:rsidP="00E00D30">
      <w:r>
        <w:t>107.3099</w:t>
      </w:r>
      <w:r>
        <w:tab/>
        <w:t>1.013e0</w:t>
      </w:r>
    </w:p>
    <w:p w:rsidR="00E00D30" w:rsidRDefault="00E00D30" w:rsidP="00E00D30">
      <w:r>
        <w:t>107.3127</w:t>
      </w:r>
      <w:r>
        <w:tab/>
        <w:t>1.013e0</w:t>
      </w:r>
    </w:p>
    <w:p w:rsidR="00E00D30" w:rsidRDefault="00E00D30" w:rsidP="00E00D30">
      <w:r>
        <w:t>107.3157</w:t>
      </w:r>
      <w:r>
        <w:tab/>
        <w:t>1.013e0</w:t>
      </w:r>
    </w:p>
    <w:p w:rsidR="00E00D30" w:rsidRDefault="00E00D30" w:rsidP="00E00D30">
      <w:r>
        <w:t>107.3265</w:t>
      </w:r>
      <w:r>
        <w:tab/>
        <w:t>2.025e0</w:t>
      </w:r>
    </w:p>
    <w:p w:rsidR="00E00D30" w:rsidRDefault="00E00D30" w:rsidP="00E00D30">
      <w:r>
        <w:lastRenderedPageBreak/>
        <w:t>107.3292</w:t>
      </w:r>
      <w:r>
        <w:tab/>
        <w:t>1.013e0</w:t>
      </w:r>
    </w:p>
    <w:p w:rsidR="00E00D30" w:rsidRDefault="00E00D30" w:rsidP="00E00D30">
      <w:r>
        <w:t>107.3321</w:t>
      </w:r>
      <w:r>
        <w:tab/>
        <w:t>1.013e0</w:t>
      </w:r>
    </w:p>
    <w:p w:rsidR="00E00D30" w:rsidRDefault="00E00D30" w:rsidP="00E00D30">
      <w:r>
        <w:t>107.3349</w:t>
      </w:r>
      <w:r>
        <w:tab/>
        <w:t>1.013e0</w:t>
      </w:r>
    </w:p>
    <w:p w:rsidR="00E00D30" w:rsidRDefault="00E00D30" w:rsidP="00E00D30">
      <w:r>
        <w:t>107.3458</w:t>
      </w:r>
      <w:r>
        <w:tab/>
        <w:t>2.025e0</w:t>
      </w:r>
    </w:p>
    <w:p w:rsidR="00E00D30" w:rsidRDefault="00E00D30" w:rsidP="00E00D30">
      <w:r>
        <w:t>107.3568</w:t>
      </w:r>
      <w:r>
        <w:tab/>
        <w:t>1.013e0</w:t>
      </w:r>
    </w:p>
    <w:p w:rsidR="00E00D30" w:rsidRDefault="00E00D30" w:rsidP="00E00D30">
      <w:r>
        <w:t>107.3679</w:t>
      </w:r>
      <w:r>
        <w:tab/>
        <w:t>1.013e0</w:t>
      </w:r>
    </w:p>
    <w:p w:rsidR="00E00D30" w:rsidRDefault="00E00D30" w:rsidP="00E00D30">
      <w:r>
        <w:t>107.3735</w:t>
      </w:r>
      <w:r>
        <w:tab/>
        <w:t>1.013e0</w:t>
      </w:r>
    </w:p>
    <w:p w:rsidR="00E00D30" w:rsidRDefault="00E00D30" w:rsidP="00E00D30">
      <w:r>
        <w:t>107.3844</w:t>
      </w:r>
      <w:r>
        <w:tab/>
        <w:t>2.025e0</w:t>
      </w:r>
    </w:p>
    <w:p w:rsidR="00E00D30" w:rsidRDefault="00E00D30" w:rsidP="00E00D30">
      <w:r>
        <w:t>107.3900</w:t>
      </w:r>
      <w:r>
        <w:tab/>
        <w:t>2.025e0</w:t>
      </w:r>
    </w:p>
    <w:p w:rsidR="00E00D30" w:rsidRDefault="00E00D30" w:rsidP="00E00D30">
      <w:r>
        <w:t>107.3956</w:t>
      </w:r>
      <w:r>
        <w:tab/>
        <w:t>1.013e0</w:t>
      </w:r>
    </w:p>
    <w:p w:rsidR="00E00D30" w:rsidRDefault="00E00D30" w:rsidP="00E00D30">
      <w:r>
        <w:t>107.4065</w:t>
      </w:r>
      <w:r>
        <w:tab/>
        <w:t>1.013e0</w:t>
      </w:r>
    </w:p>
    <w:p w:rsidR="00E00D30" w:rsidRDefault="00E00D30" w:rsidP="00E00D30">
      <w:r>
        <w:t>107.4095</w:t>
      </w:r>
      <w:r>
        <w:tab/>
        <w:t>1.013e0</w:t>
      </w:r>
    </w:p>
    <w:p w:rsidR="00E00D30" w:rsidRDefault="00E00D30" w:rsidP="00E00D30">
      <w:r>
        <w:t>107.4119</w:t>
      </w:r>
      <w:r>
        <w:tab/>
        <w:t>2.025e0</w:t>
      </w:r>
    </w:p>
    <w:p w:rsidR="00E00D30" w:rsidRDefault="00E00D30" w:rsidP="00E00D30">
      <w:r>
        <w:t>107.4147</w:t>
      </w:r>
      <w:r>
        <w:tab/>
        <w:t>1.013e0</w:t>
      </w:r>
    </w:p>
    <w:p w:rsidR="00E00D30" w:rsidRDefault="00E00D30" w:rsidP="00E00D30">
      <w:r>
        <w:t>107.4283</w:t>
      </w:r>
      <w:r>
        <w:tab/>
        <w:t>1.013e0</w:t>
      </w:r>
    </w:p>
    <w:p w:rsidR="00E00D30" w:rsidRDefault="00E00D30" w:rsidP="00E00D30">
      <w:r>
        <w:t>107.4311</w:t>
      </w:r>
      <w:r>
        <w:tab/>
        <w:t>1.013e0</w:t>
      </w:r>
    </w:p>
    <w:p w:rsidR="00E00D30" w:rsidRDefault="00E00D30" w:rsidP="00E00D30">
      <w:r>
        <w:t>107.4325</w:t>
      </w:r>
      <w:r>
        <w:tab/>
        <w:t>2.025e0</w:t>
      </w:r>
    </w:p>
    <w:p w:rsidR="00E00D30" w:rsidRDefault="00E00D30" w:rsidP="00E00D30">
      <w:r>
        <w:t>107.4340</w:t>
      </w:r>
      <w:r>
        <w:tab/>
        <w:t>1.013e0</w:t>
      </w:r>
    </w:p>
    <w:p w:rsidR="00E00D30" w:rsidRDefault="00E00D30" w:rsidP="00E00D30">
      <w:r>
        <w:t>107.4397</w:t>
      </w:r>
      <w:r>
        <w:tab/>
        <w:t>1.013e0</w:t>
      </w:r>
    </w:p>
    <w:p w:rsidR="00E00D30" w:rsidRDefault="00E00D30" w:rsidP="00E00D30">
      <w:r>
        <w:lastRenderedPageBreak/>
        <w:t>107.4479</w:t>
      </w:r>
      <w:r>
        <w:tab/>
        <w:t>2.025e0</w:t>
      </w:r>
    </w:p>
    <w:p w:rsidR="00E00D30" w:rsidRDefault="00E00D30" w:rsidP="00E00D30">
      <w:r>
        <w:t>107.4615</w:t>
      </w:r>
      <w:r>
        <w:tab/>
        <w:t>1.013e0</w:t>
      </w:r>
    </w:p>
    <w:p w:rsidR="00E00D30" w:rsidRDefault="00E00D30" w:rsidP="00E00D30">
      <w:r>
        <w:t>107.4700</w:t>
      </w:r>
      <w:r>
        <w:tab/>
        <w:t>1.013e0</w:t>
      </w:r>
    </w:p>
    <w:p w:rsidR="00E00D30" w:rsidRDefault="00E00D30" w:rsidP="00E00D30">
      <w:r>
        <w:t>107.4725</w:t>
      </w:r>
      <w:r>
        <w:tab/>
        <w:t>1.013e0</w:t>
      </w:r>
    </w:p>
    <w:p w:rsidR="00E00D30" w:rsidRDefault="00E00D30" w:rsidP="00E00D30">
      <w:r>
        <w:t>107.4740</w:t>
      </w:r>
      <w:r>
        <w:tab/>
        <w:t>2.025e0</w:t>
      </w:r>
    </w:p>
    <w:p w:rsidR="00E00D30" w:rsidRDefault="00E00D30" w:rsidP="00E00D30">
      <w:r>
        <w:t>107.4862</w:t>
      </w:r>
      <w:r>
        <w:tab/>
        <w:t>3.038e0</w:t>
      </w:r>
    </w:p>
    <w:p w:rsidR="00E00D30" w:rsidRDefault="00E00D30" w:rsidP="00E00D30">
      <w:r>
        <w:t>107.4975</w:t>
      </w:r>
      <w:r>
        <w:tab/>
        <w:t>4.051e0</w:t>
      </w:r>
    </w:p>
    <w:p w:rsidR="00E00D30" w:rsidRDefault="00E00D30" w:rsidP="00E00D30">
      <w:r>
        <w:t>107.5001</w:t>
      </w:r>
      <w:r>
        <w:tab/>
        <w:t>1.013e0</w:t>
      </w:r>
    </w:p>
    <w:p w:rsidR="00E00D30" w:rsidRDefault="00E00D30" w:rsidP="00E00D30">
      <w:r>
        <w:t>107.5083</w:t>
      </w:r>
      <w:r>
        <w:tab/>
        <w:t>1.013e0</w:t>
      </w:r>
    </w:p>
    <w:p w:rsidR="00E00D30" w:rsidRDefault="00E00D30" w:rsidP="00E00D30">
      <w:r>
        <w:t>107.5193</w:t>
      </w:r>
      <w:r>
        <w:tab/>
        <w:t>1.013e0</w:t>
      </w:r>
    </w:p>
    <w:p w:rsidR="00E00D30" w:rsidRDefault="00E00D30" w:rsidP="00E00D30">
      <w:r>
        <w:t>107.5223</w:t>
      </w:r>
      <w:r>
        <w:tab/>
        <w:t>1.013e0</w:t>
      </w:r>
    </w:p>
    <w:p w:rsidR="00E00D30" w:rsidRDefault="00E00D30" w:rsidP="00E00D30">
      <w:r>
        <w:t>107.5387</w:t>
      </w:r>
      <w:r>
        <w:tab/>
        <w:t>1.013e0</w:t>
      </w:r>
    </w:p>
    <w:p w:rsidR="00E00D30" w:rsidRDefault="00E00D30" w:rsidP="00E00D30">
      <w:r>
        <w:t>107.5442</w:t>
      </w:r>
      <w:r>
        <w:tab/>
        <w:t>2.025e0</w:t>
      </w:r>
    </w:p>
    <w:p w:rsidR="00E00D30" w:rsidRDefault="00E00D30" w:rsidP="00E00D30">
      <w:r>
        <w:t>107.5469</w:t>
      </w:r>
      <w:r>
        <w:tab/>
        <w:t>1.013e0</w:t>
      </w:r>
    </w:p>
    <w:p w:rsidR="00E00D30" w:rsidRDefault="00E00D30" w:rsidP="00E00D30">
      <w:r>
        <w:t>107.5555</w:t>
      </w:r>
      <w:r>
        <w:tab/>
        <w:t>1.013e0</w:t>
      </w:r>
    </w:p>
    <w:p w:rsidR="00E00D30" w:rsidRDefault="00E00D30" w:rsidP="00E00D30">
      <w:r>
        <w:t>107.5634</w:t>
      </w:r>
      <w:r>
        <w:tab/>
        <w:t>1.013e0</w:t>
      </w:r>
    </w:p>
    <w:p w:rsidR="00E00D30" w:rsidRDefault="00E00D30" w:rsidP="00E00D30">
      <w:r>
        <w:t>107.5690</w:t>
      </w:r>
      <w:r>
        <w:tab/>
        <w:t>2.025e0</w:t>
      </w:r>
    </w:p>
    <w:p w:rsidR="00E00D30" w:rsidRDefault="00E00D30" w:rsidP="00E00D30">
      <w:r>
        <w:t>107.5909</w:t>
      </w:r>
      <w:r>
        <w:tab/>
        <w:t>2.025e0</w:t>
      </w:r>
    </w:p>
    <w:p w:rsidR="00E00D30" w:rsidRDefault="00E00D30" w:rsidP="00E00D30">
      <w:r>
        <w:t>107.6022</w:t>
      </w:r>
      <w:r>
        <w:tab/>
        <w:t>1.013e0</w:t>
      </w:r>
    </w:p>
    <w:p w:rsidR="00E00D30" w:rsidRDefault="00E00D30" w:rsidP="00E00D30">
      <w:r>
        <w:lastRenderedPageBreak/>
        <w:t>107.6064</w:t>
      </w:r>
      <w:r>
        <w:tab/>
        <w:t>2.025e0</w:t>
      </w:r>
    </w:p>
    <w:p w:rsidR="00E00D30" w:rsidRDefault="00E00D30" w:rsidP="00E00D30">
      <w:r>
        <w:t>107.6104</w:t>
      </w:r>
      <w:r>
        <w:tab/>
        <w:t>1.013e0</w:t>
      </w:r>
    </w:p>
    <w:p w:rsidR="00E00D30" w:rsidRDefault="00E00D30" w:rsidP="00E00D30">
      <w:r>
        <w:t>107.6133</w:t>
      </w:r>
      <w:r>
        <w:tab/>
        <w:t>1.013e0</w:t>
      </w:r>
    </w:p>
    <w:p w:rsidR="00E00D30" w:rsidRDefault="00E00D30" w:rsidP="00E00D30">
      <w:r>
        <w:t>107.6299</w:t>
      </w:r>
      <w:r>
        <w:tab/>
        <w:t>1.013e0</w:t>
      </w:r>
    </w:p>
    <w:p w:rsidR="00E00D30" w:rsidRDefault="00E00D30" w:rsidP="00E00D30">
      <w:r>
        <w:t>107.6367</w:t>
      </w:r>
      <w:r>
        <w:tab/>
        <w:t>2.025e0</w:t>
      </w:r>
    </w:p>
    <w:p w:rsidR="00E00D30" w:rsidRDefault="00E00D30" w:rsidP="00E00D30">
      <w:r>
        <w:t>107.6435</w:t>
      </w:r>
      <w:r>
        <w:tab/>
        <w:t>1.013e0</w:t>
      </w:r>
    </w:p>
    <w:p w:rsidR="00E00D30" w:rsidRDefault="00E00D30" w:rsidP="00E00D30">
      <w:r>
        <w:t>107.6489</w:t>
      </w:r>
      <w:r>
        <w:tab/>
        <w:t>1.013e0</w:t>
      </w:r>
    </w:p>
    <w:p w:rsidR="00E00D30" w:rsidRDefault="00E00D30" w:rsidP="00E00D30">
      <w:r>
        <w:t>107.6516</w:t>
      </w:r>
      <w:r>
        <w:tab/>
        <w:t>1.013e0</w:t>
      </w:r>
    </w:p>
    <w:p w:rsidR="00E00D30" w:rsidRDefault="00E00D30" w:rsidP="00E00D30">
      <w:r>
        <w:t>107.6573</w:t>
      </w:r>
      <w:r>
        <w:tab/>
        <w:t>2.025e0</w:t>
      </w:r>
    </w:p>
    <w:p w:rsidR="00E00D30" w:rsidRDefault="00E00D30" w:rsidP="00E00D30">
      <w:r>
        <w:t>107.6626</w:t>
      </w:r>
      <w:r>
        <w:tab/>
        <w:t>1.013e0</w:t>
      </w:r>
    </w:p>
    <w:p w:rsidR="00E00D30" w:rsidRDefault="00E00D30" w:rsidP="00E00D30">
      <w:r>
        <w:t>107.6668</w:t>
      </w:r>
      <w:r>
        <w:tab/>
        <w:t>2.025e0</w:t>
      </w:r>
    </w:p>
    <w:p w:rsidR="00E00D30" w:rsidRDefault="00E00D30" w:rsidP="00E00D30">
      <w:r>
        <w:t>107.6683</w:t>
      </w:r>
      <w:r>
        <w:tab/>
        <w:t>1.013e0</w:t>
      </w:r>
    </w:p>
    <w:p w:rsidR="00E00D30" w:rsidRDefault="00E00D30" w:rsidP="00E00D30">
      <w:r>
        <w:t>107.6820</w:t>
      </w:r>
      <w:r>
        <w:tab/>
        <w:t>1.013e0</w:t>
      </w:r>
    </w:p>
    <w:p w:rsidR="00E00D30" w:rsidRDefault="00E00D30" w:rsidP="00E00D30">
      <w:r>
        <w:t>107.6906</w:t>
      </w:r>
      <w:r>
        <w:tab/>
        <w:t>1.013e0</w:t>
      </w:r>
    </w:p>
    <w:p w:rsidR="00E00D30" w:rsidRDefault="00E00D30" w:rsidP="00E00D30">
      <w:r>
        <w:t>107.6929</w:t>
      </w:r>
      <w:r>
        <w:tab/>
        <w:t>1.013e0</w:t>
      </w:r>
    </w:p>
    <w:p w:rsidR="00E00D30" w:rsidRDefault="00E00D30" w:rsidP="00E00D30">
      <w:r>
        <w:t>107.7095</w:t>
      </w:r>
      <w:r>
        <w:tab/>
        <w:t>3.038e0</w:t>
      </w:r>
    </w:p>
    <w:p w:rsidR="00E00D30" w:rsidRDefault="00E00D30" w:rsidP="00E00D30">
      <w:r>
        <w:t>107.7125</w:t>
      </w:r>
      <w:r>
        <w:tab/>
        <w:t>1.013e0</w:t>
      </w:r>
    </w:p>
    <w:p w:rsidR="00E00D30" w:rsidRDefault="00E00D30" w:rsidP="00E00D30">
      <w:r>
        <w:t>107.7208</w:t>
      </w:r>
      <w:r>
        <w:tab/>
        <w:t>2.025e0</w:t>
      </w:r>
    </w:p>
    <w:p w:rsidR="00E00D30" w:rsidRDefault="00E00D30" w:rsidP="00E00D30">
      <w:r>
        <w:t>107.7261</w:t>
      </w:r>
      <w:r>
        <w:tab/>
        <w:t>1.013e0</w:t>
      </w:r>
    </w:p>
    <w:p w:rsidR="00E00D30" w:rsidRDefault="00E00D30" w:rsidP="00E00D30">
      <w:r>
        <w:lastRenderedPageBreak/>
        <w:t>107.7347</w:t>
      </w:r>
      <w:r>
        <w:tab/>
        <w:t>2.025e0</w:t>
      </w:r>
    </w:p>
    <w:p w:rsidR="00E00D30" w:rsidRDefault="00E00D30" w:rsidP="00E00D30">
      <w:r>
        <w:t>107.7621</w:t>
      </w:r>
      <w:r>
        <w:tab/>
        <w:t>2.025e0</w:t>
      </w:r>
    </w:p>
    <w:p w:rsidR="00E00D30" w:rsidRDefault="00E00D30" w:rsidP="00E00D30">
      <w:r>
        <w:t>107.7702</w:t>
      </w:r>
      <w:r>
        <w:tab/>
        <w:t>2.025e0</w:t>
      </w:r>
    </w:p>
    <w:p w:rsidR="00E00D30" w:rsidRDefault="00E00D30" w:rsidP="00E00D30">
      <w:r>
        <w:t>107.7759</w:t>
      </w:r>
      <w:r>
        <w:tab/>
        <w:t>1.013e0</w:t>
      </w:r>
    </w:p>
    <w:p w:rsidR="00E00D30" w:rsidRDefault="00E00D30" w:rsidP="00E00D30">
      <w:r>
        <w:t>107.8006</w:t>
      </w:r>
      <w:r>
        <w:tab/>
        <w:t>2.025e0</w:t>
      </w:r>
    </w:p>
    <w:p w:rsidR="00E00D30" w:rsidRDefault="00E00D30" w:rsidP="00E00D30">
      <w:r>
        <w:t>107.8036</w:t>
      </w:r>
      <w:r>
        <w:tab/>
        <w:t>1.013e0</w:t>
      </w:r>
    </w:p>
    <w:p w:rsidR="00E00D30" w:rsidRDefault="00E00D30" w:rsidP="00E00D30">
      <w:r>
        <w:t>107.8091</w:t>
      </w:r>
      <w:r>
        <w:tab/>
        <w:t>1.013e0</w:t>
      </w:r>
    </w:p>
    <w:p w:rsidR="00E00D30" w:rsidRDefault="00E00D30" w:rsidP="00E00D30">
      <w:r>
        <w:t>107.8158</w:t>
      </w:r>
      <w:r>
        <w:tab/>
        <w:t>2.025e0</w:t>
      </w:r>
    </w:p>
    <w:p w:rsidR="00E00D30" w:rsidRDefault="00E00D30" w:rsidP="00E00D30">
      <w:r>
        <w:t>107.8366</w:t>
      </w:r>
      <w:r>
        <w:tab/>
        <w:t>1.013e0</w:t>
      </w:r>
    </w:p>
    <w:p w:rsidR="00E00D30" w:rsidRDefault="00E00D30" w:rsidP="00E00D30">
      <w:r>
        <w:t>107.8516</w:t>
      </w:r>
      <w:r>
        <w:tab/>
        <w:t>2.025e0</w:t>
      </w:r>
    </w:p>
    <w:p w:rsidR="00E00D30" w:rsidRDefault="00E00D30" w:rsidP="00E00D30">
      <w:r>
        <w:t>107.8545</w:t>
      </w:r>
      <w:r>
        <w:tab/>
        <w:t>2.025e0</w:t>
      </w:r>
    </w:p>
    <w:p w:rsidR="00E00D30" w:rsidRDefault="00E00D30" w:rsidP="00E00D30">
      <w:r>
        <w:t>107.8558</w:t>
      </w:r>
      <w:r>
        <w:tab/>
        <w:t>1.013e0</w:t>
      </w:r>
    </w:p>
    <w:p w:rsidR="00E00D30" w:rsidRDefault="00E00D30" w:rsidP="00E00D30">
      <w:r>
        <w:t>107.8655</w:t>
      </w:r>
      <w:r>
        <w:tab/>
        <w:t>2.025e0</w:t>
      </w:r>
    </w:p>
    <w:p w:rsidR="00E00D30" w:rsidRDefault="00E00D30" w:rsidP="00E00D30">
      <w:r>
        <w:t>107.8672</w:t>
      </w:r>
      <w:r>
        <w:tab/>
        <w:t>1.013e0</w:t>
      </w:r>
    </w:p>
    <w:p w:rsidR="00E00D30" w:rsidRDefault="00E00D30" w:rsidP="00E00D30">
      <w:r>
        <w:t>107.8808</w:t>
      </w:r>
      <w:r>
        <w:tab/>
        <w:t>1.013e0</w:t>
      </w:r>
    </w:p>
    <w:p w:rsidR="00E00D30" w:rsidRDefault="00E00D30" w:rsidP="00E00D30">
      <w:r>
        <w:t>107.8860</w:t>
      </w:r>
      <w:r>
        <w:tab/>
        <w:t>1.013e0</w:t>
      </w:r>
    </w:p>
    <w:p w:rsidR="00E00D30" w:rsidRDefault="00E00D30" w:rsidP="00E00D30">
      <w:r>
        <w:t>107.9027</w:t>
      </w:r>
      <w:r>
        <w:tab/>
        <w:t>1.013e0</w:t>
      </w:r>
    </w:p>
    <w:p w:rsidR="00E00D30" w:rsidRDefault="00E00D30" w:rsidP="00E00D30">
      <w:r>
        <w:t>107.9126</w:t>
      </w:r>
      <w:r>
        <w:tab/>
        <w:t>2.025e0</w:t>
      </w:r>
    </w:p>
    <w:p w:rsidR="00E00D30" w:rsidRDefault="00E00D30" w:rsidP="00E00D30">
      <w:r>
        <w:t>107.9138</w:t>
      </w:r>
      <w:r>
        <w:tab/>
        <w:t>2.025e0</w:t>
      </w:r>
    </w:p>
    <w:p w:rsidR="00E00D30" w:rsidRDefault="00E00D30" w:rsidP="00E00D30">
      <w:r>
        <w:lastRenderedPageBreak/>
        <w:t>107.9302</w:t>
      </w:r>
      <w:r>
        <w:tab/>
        <w:t>2.025e0</w:t>
      </w:r>
    </w:p>
    <w:p w:rsidR="00E00D30" w:rsidRDefault="00E00D30" w:rsidP="00E00D30">
      <w:r>
        <w:t>107.9359</w:t>
      </w:r>
      <w:r>
        <w:tab/>
        <w:t>1.013e0</w:t>
      </w:r>
    </w:p>
    <w:p w:rsidR="00E00D30" w:rsidRDefault="00E00D30" w:rsidP="00E00D30">
      <w:r>
        <w:t>107.9606</w:t>
      </w:r>
      <w:r>
        <w:tab/>
        <w:t>1.013e0</w:t>
      </w:r>
    </w:p>
    <w:p w:rsidR="00E00D30" w:rsidRDefault="00E00D30" w:rsidP="00E00D30">
      <w:r>
        <w:t>107.9758</w:t>
      </w:r>
      <w:r>
        <w:tab/>
        <w:t>2.025e0</w:t>
      </w:r>
    </w:p>
    <w:p w:rsidR="00E00D30" w:rsidRDefault="00E00D30" w:rsidP="00E00D30">
      <w:r>
        <w:t>107.9774</w:t>
      </w:r>
      <w:r>
        <w:tab/>
        <w:t>2.025e0</w:t>
      </w:r>
    </w:p>
    <w:p w:rsidR="00E00D30" w:rsidRDefault="00E00D30" w:rsidP="00E00D30">
      <w:r>
        <w:t>107.9910</w:t>
      </w:r>
      <w:r>
        <w:tab/>
        <w:t>1.013e0</w:t>
      </w:r>
    </w:p>
    <w:p w:rsidR="00E00D30" w:rsidRDefault="00E00D30" w:rsidP="00E00D30">
      <w:r>
        <w:t>108.0048</w:t>
      </w:r>
      <w:r>
        <w:tab/>
        <w:t>1.013e0</w:t>
      </w:r>
    </w:p>
    <w:p w:rsidR="00E00D30" w:rsidRDefault="00E00D30" w:rsidP="00E00D30">
      <w:r>
        <w:t>108.0134</w:t>
      </w:r>
      <w:r>
        <w:tab/>
        <w:t>2.025e0</w:t>
      </w:r>
    </w:p>
    <w:p w:rsidR="00E00D30" w:rsidRDefault="00E00D30" w:rsidP="00E00D30">
      <w:r>
        <w:t>108.0164</w:t>
      </w:r>
      <w:r>
        <w:tab/>
        <w:t>1.013e0</w:t>
      </w:r>
    </w:p>
    <w:p w:rsidR="00E00D30" w:rsidRDefault="00E00D30" w:rsidP="00E00D30">
      <w:r>
        <w:t>108.0188</w:t>
      </w:r>
      <w:r>
        <w:tab/>
        <w:t>2.025e0</w:t>
      </w:r>
    </w:p>
    <w:p w:rsidR="00E00D30" w:rsidRDefault="00E00D30" w:rsidP="00E00D30">
      <w:r>
        <w:t>108.0271</w:t>
      </w:r>
      <w:r>
        <w:tab/>
        <w:t>1.013e0</w:t>
      </w:r>
    </w:p>
    <w:p w:rsidR="00E00D30" w:rsidRDefault="00E00D30" w:rsidP="00E00D30">
      <w:r>
        <w:t>108.0325</w:t>
      </w:r>
      <w:r>
        <w:tab/>
        <w:t>1.013e0</w:t>
      </w:r>
    </w:p>
    <w:p w:rsidR="00E00D30" w:rsidRDefault="00E00D30" w:rsidP="00E00D30">
      <w:r>
        <w:t>108.0519</w:t>
      </w:r>
      <w:r>
        <w:tab/>
        <w:t>1.013e0</w:t>
      </w:r>
    </w:p>
    <w:p w:rsidR="00E00D30" w:rsidRDefault="00E00D30" w:rsidP="00E00D30">
      <w:r>
        <w:t>108.0645</w:t>
      </w:r>
      <w:r>
        <w:tab/>
        <w:t>1.587e0</w:t>
      </w:r>
    </w:p>
    <w:p w:rsidR="00E00D30" w:rsidRDefault="00E00D30" w:rsidP="00E00D30">
      <w:r>
        <w:t>108.0663</w:t>
      </w:r>
      <w:r>
        <w:tab/>
        <w:t>9.371e0</w:t>
      </w:r>
    </w:p>
    <w:p w:rsidR="00E00D30" w:rsidRDefault="00E00D30" w:rsidP="00E00D30">
      <w:r>
        <w:t>108.0691</w:t>
      </w:r>
      <w:r>
        <w:tab/>
        <w:t>1.013e1</w:t>
      </w:r>
    </w:p>
    <w:p w:rsidR="00E00D30" w:rsidRDefault="00E00D30" w:rsidP="00E00D30">
      <w:r>
        <w:t>108.0767</w:t>
      </w:r>
      <w:r>
        <w:tab/>
        <w:t>3.038e0</w:t>
      </w:r>
    </w:p>
    <w:p w:rsidR="00E00D30" w:rsidRDefault="00E00D30" w:rsidP="00E00D30">
      <w:r>
        <w:t>108.0788</w:t>
      </w:r>
      <w:r>
        <w:tab/>
        <w:t>2.158e1</w:t>
      </w:r>
    </w:p>
    <w:p w:rsidR="00E00D30" w:rsidRDefault="00E00D30" w:rsidP="00E00D30">
      <w:r>
        <w:t>108.0815</w:t>
      </w:r>
      <w:r>
        <w:tab/>
        <w:t>3.038e0</w:t>
      </w:r>
    </w:p>
    <w:p w:rsidR="00E00D30" w:rsidRDefault="00E00D30" w:rsidP="00E00D30">
      <w:r>
        <w:lastRenderedPageBreak/>
        <w:t>108.0830</w:t>
      </w:r>
      <w:r>
        <w:tab/>
        <w:t>4.966e0</w:t>
      </w:r>
    </w:p>
    <w:p w:rsidR="00E00D30" w:rsidRDefault="00E00D30" w:rsidP="00E00D30">
      <w:r>
        <w:t>108.0916</w:t>
      </w:r>
      <w:r>
        <w:tab/>
        <w:t>4.051e0</w:t>
      </w:r>
    </w:p>
    <w:p w:rsidR="00E00D30" w:rsidRDefault="00E00D30" w:rsidP="00E00D30">
      <w:r>
        <w:t>108.0947</w:t>
      </w:r>
      <w:r>
        <w:tab/>
        <w:t>2.025e0</w:t>
      </w:r>
    </w:p>
    <w:p w:rsidR="00E00D30" w:rsidRDefault="00E00D30" w:rsidP="00E00D30">
      <w:r>
        <w:t>108.0960</w:t>
      </w:r>
      <w:r>
        <w:tab/>
        <w:t>1.013e0</w:t>
      </w:r>
    </w:p>
    <w:p w:rsidR="00E00D30" w:rsidRDefault="00E00D30" w:rsidP="00E00D30">
      <w:r>
        <w:t>108.0989</w:t>
      </w:r>
      <w:r>
        <w:tab/>
        <w:t>1.013e0</w:t>
      </w:r>
    </w:p>
    <w:p w:rsidR="00E00D30" w:rsidRDefault="00E00D30" w:rsidP="00E00D30">
      <w:r>
        <w:t>108.1098</w:t>
      </w:r>
      <w:r>
        <w:tab/>
        <w:t>1.013e0</w:t>
      </w:r>
    </w:p>
    <w:p w:rsidR="00E00D30" w:rsidRDefault="00E00D30" w:rsidP="00E00D30">
      <w:r>
        <w:t>108.1183</w:t>
      </w:r>
      <w:r>
        <w:tab/>
        <w:t>1.013e0</w:t>
      </w:r>
    </w:p>
    <w:p w:rsidR="00E00D30" w:rsidRDefault="00E00D30" w:rsidP="00E00D30">
      <w:r>
        <w:t>108.1211</w:t>
      </w:r>
      <w:r>
        <w:tab/>
        <w:t>2.025e0</w:t>
      </w:r>
    </w:p>
    <w:p w:rsidR="00E00D30" w:rsidRDefault="00E00D30" w:rsidP="00E00D30">
      <w:r>
        <w:t>108.1294</w:t>
      </w:r>
      <w:r>
        <w:tab/>
        <w:t>1.013e0</w:t>
      </w:r>
    </w:p>
    <w:p w:rsidR="00E00D30" w:rsidRDefault="00E00D30" w:rsidP="00E00D30">
      <w:r>
        <w:t>108.1321</w:t>
      </w:r>
      <w:r>
        <w:tab/>
        <w:t>1.013e0</w:t>
      </w:r>
    </w:p>
    <w:p w:rsidR="00E00D30" w:rsidRDefault="00E00D30" w:rsidP="00E00D30">
      <w:r>
        <w:t>108.1374</w:t>
      </w:r>
      <w:r>
        <w:tab/>
        <w:t>1.013e0</w:t>
      </w:r>
    </w:p>
    <w:p w:rsidR="00E00D30" w:rsidRDefault="00E00D30" w:rsidP="00E00D30">
      <w:r>
        <w:t>108.1488</w:t>
      </w:r>
      <w:r>
        <w:tab/>
        <w:t>1.013e0</w:t>
      </w:r>
    </w:p>
    <w:p w:rsidR="00E00D30" w:rsidRDefault="00E00D30" w:rsidP="00E00D30">
      <w:r>
        <w:t>108.1541</w:t>
      </w:r>
      <w:r>
        <w:tab/>
        <w:t>1.013e0</w:t>
      </w:r>
    </w:p>
    <w:p w:rsidR="00E00D30" w:rsidRDefault="00E00D30" w:rsidP="00E00D30">
      <w:r>
        <w:t>108.1570</w:t>
      </w:r>
      <w:r>
        <w:tab/>
        <w:t>2.025e0</w:t>
      </w:r>
    </w:p>
    <w:p w:rsidR="00E00D30" w:rsidRDefault="00E00D30" w:rsidP="00E00D30">
      <w:r>
        <w:t>108.1597</w:t>
      </w:r>
      <w:r>
        <w:tab/>
        <w:t>1.013e0</w:t>
      </w:r>
    </w:p>
    <w:p w:rsidR="00E00D30" w:rsidRDefault="00E00D30" w:rsidP="00E00D30">
      <w:r>
        <w:t>108.1693</w:t>
      </w:r>
      <w:r>
        <w:tab/>
        <w:t>2.025e0</w:t>
      </w:r>
    </w:p>
    <w:p w:rsidR="00E00D30" w:rsidRDefault="00E00D30" w:rsidP="00E00D30">
      <w:r>
        <w:t>108.1844</w:t>
      </w:r>
      <w:r>
        <w:tab/>
        <w:t>1.013e0</w:t>
      </w:r>
    </w:p>
    <w:p w:rsidR="00E00D30" w:rsidRDefault="00E00D30" w:rsidP="00E00D30">
      <w:r>
        <w:t>108.2122</w:t>
      </w:r>
      <w:r>
        <w:tab/>
        <w:t>1.013e0</w:t>
      </w:r>
    </w:p>
    <w:p w:rsidR="00E00D30" w:rsidRDefault="00E00D30" w:rsidP="00E00D30">
      <w:r>
        <w:t>108.2177</w:t>
      </w:r>
      <w:r>
        <w:tab/>
        <w:t>2.025e0</w:t>
      </w:r>
    </w:p>
    <w:p w:rsidR="00E00D30" w:rsidRDefault="00E00D30" w:rsidP="00E00D30">
      <w:r>
        <w:lastRenderedPageBreak/>
        <w:t>108.2247</w:t>
      </w:r>
      <w:r>
        <w:tab/>
        <w:t>2.025e0</w:t>
      </w:r>
    </w:p>
    <w:p w:rsidR="00E00D30" w:rsidRDefault="00E00D30" w:rsidP="00E00D30">
      <w:r>
        <w:t>108.2372</w:t>
      </w:r>
      <w:r>
        <w:tab/>
        <w:t>1.013e0</w:t>
      </w:r>
    </w:p>
    <w:p w:rsidR="00E00D30" w:rsidRDefault="00E00D30" w:rsidP="00E00D30">
      <w:r>
        <w:t>108.2401</w:t>
      </w:r>
      <w:r>
        <w:tab/>
        <w:t>1.013e0</w:t>
      </w:r>
    </w:p>
    <w:p w:rsidR="00E00D30" w:rsidRDefault="00E00D30" w:rsidP="00E00D30">
      <w:r>
        <w:t>108.2423</w:t>
      </w:r>
      <w:r>
        <w:tab/>
        <w:t>1.013e0</w:t>
      </w:r>
    </w:p>
    <w:p w:rsidR="00E00D30" w:rsidRDefault="00E00D30" w:rsidP="00E00D30">
      <w:r>
        <w:t>108.2563</w:t>
      </w:r>
      <w:r>
        <w:tab/>
        <w:t>1.013e0</w:t>
      </w:r>
    </w:p>
    <w:p w:rsidR="00E00D30" w:rsidRDefault="00E00D30" w:rsidP="00E00D30">
      <w:r>
        <w:t>108.2619</w:t>
      </w:r>
      <w:r>
        <w:tab/>
        <w:t>2.025e0</w:t>
      </w:r>
    </w:p>
    <w:p w:rsidR="00E00D30" w:rsidRDefault="00E00D30" w:rsidP="00E00D30">
      <w:r>
        <w:t>108.2758</w:t>
      </w:r>
      <w:r>
        <w:tab/>
        <w:t>1.013e0</w:t>
      </w:r>
    </w:p>
    <w:p w:rsidR="00E00D30" w:rsidRDefault="00E00D30" w:rsidP="00E00D30">
      <w:r>
        <w:t>108.2843</w:t>
      </w:r>
      <w:r>
        <w:tab/>
        <w:t>1.013e0</w:t>
      </w:r>
    </w:p>
    <w:p w:rsidR="00E00D30" w:rsidRDefault="00E00D30" w:rsidP="00E00D30">
      <w:r>
        <w:t>108.2895</w:t>
      </w:r>
      <w:r>
        <w:tab/>
        <w:t>1.013e0</w:t>
      </w:r>
    </w:p>
    <w:p w:rsidR="00E00D30" w:rsidRDefault="00E00D30" w:rsidP="00E00D30">
      <w:r>
        <w:t>108.2953</w:t>
      </w:r>
      <w:r>
        <w:tab/>
        <w:t>3.038e0</w:t>
      </w:r>
    </w:p>
    <w:p w:rsidR="00E00D30" w:rsidRDefault="00E00D30" w:rsidP="00E00D30">
      <w:r>
        <w:t>108.3062</w:t>
      </w:r>
      <w:r>
        <w:tab/>
        <w:t>1.013e0</w:t>
      </w:r>
    </w:p>
    <w:p w:rsidR="00E00D30" w:rsidRDefault="00E00D30" w:rsidP="00E00D30">
      <w:r>
        <w:t>108.3165</w:t>
      </w:r>
      <w:r>
        <w:tab/>
        <w:t>4.051e0</w:t>
      </w:r>
    </w:p>
    <w:p w:rsidR="00E00D30" w:rsidRDefault="00E00D30" w:rsidP="00E00D30">
      <w:r>
        <w:t>108.3310</w:t>
      </w:r>
      <w:r>
        <w:tab/>
        <w:t>1.013e0</w:t>
      </w:r>
    </w:p>
    <w:p w:rsidR="00E00D30" w:rsidRDefault="00E00D30" w:rsidP="00E00D30">
      <w:r>
        <w:t>108.3338</w:t>
      </w:r>
      <w:r>
        <w:tab/>
        <w:t>1.013e0</w:t>
      </w:r>
    </w:p>
    <w:p w:rsidR="00E00D30" w:rsidRDefault="00E00D30" w:rsidP="00E00D30">
      <w:r>
        <w:t>108.3451</w:t>
      </w:r>
      <w:r>
        <w:tab/>
        <w:t>1.013e0</w:t>
      </w:r>
    </w:p>
    <w:p w:rsidR="00E00D30" w:rsidRDefault="00E00D30" w:rsidP="00E00D30">
      <w:r>
        <w:t>108.3504</w:t>
      </w:r>
      <w:r>
        <w:tab/>
        <w:t>2.025e0</w:t>
      </w:r>
    </w:p>
    <w:p w:rsidR="00E00D30" w:rsidRDefault="00E00D30" w:rsidP="00E00D30">
      <w:r>
        <w:t>108.3644</w:t>
      </w:r>
      <w:r>
        <w:tab/>
        <w:t>1.013e0</w:t>
      </w:r>
    </w:p>
    <w:p w:rsidR="00E00D30" w:rsidRDefault="00E00D30" w:rsidP="00E00D30">
      <w:r>
        <w:t>108.3671</w:t>
      </w:r>
      <w:r>
        <w:tab/>
        <w:t>1.013e0</w:t>
      </w:r>
    </w:p>
    <w:p w:rsidR="00E00D30" w:rsidRDefault="00E00D30" w:rsidP="00E00D30">
      <w:r>
        <w:t>108.3810</w:t>
      </w:r>
      <w:r>
        <w:tab/>
        <w:t>1.013e0</w:t>
      </w:r>
    </w:p>
    <w:p w:rsidR="00E00D30" w:rsidRDefault="00E00D30" w:rsidP="00E00D30">
      <w:r>
        <w:lastRenderedPageBreak/>
        <w:t>108.3948</w:t>
      </w:r>
      <w:r>
        <w:tab/>
        <w:t>1.013e0</w:t>
      </w:r>
    </w:p>
    <w:p w:rsidR="00E00D30" w:rsidRDefault="00E00D30" w:rsidP="00E00D30">
      <w:r>
        <w:t>108.4003</w:t>
      </w:r>
      <w:r>
        <w:tab/>
        <w:t>1.013e0</w:t>
      </w:r>
    </w:p>
    <w:p w:rsidR="00E00D30" w:rsidRDefault="00E00D30" w:rsidP="00E00D30">
      <w:r>
        <w:t>108.4113</w:t>
      </w:r>
      <w:r>
        <w:tab/>
        <w:t>1.013e0</w:t>
      </w:r>
    </w:p>
    <w:p w:rsidR="00E00D30" w:rsidRDefault="00E00D30" w:rsidP="00E00D30">
      <w:r>
        <w:t>108.4210</w:t>
      </w:r>
      <w:r>
        <w:tab/>
        <w:t>2.025e0</w:t>
      </w:r>
    </w:p>
    <w:p w:rsidR="00E00D30" w:rsidRDefault="00E00D30" w:rsidP="00E00D30">
      <w:r>
        <w:t>108.4280</w:t>
      </w:r>
      <w:r>
        <w:tab/>
        <w:t>1.013e0</w:t>
      </w:r>
    </w:p>
    <w:p w:rsidR="00E00D30" w:rsidRDefault="00E00D30" w:rsidP="00E00D30">
      <w:r>
        <w:t>108.4337</w:t>
      </w:r>
      <w:r>
        <w:tab/>
        <w:t>1.013e0</w:t>
      </w:r>
    </w:p>
    <w:p w:rsidR="00E00D30" w:rsidRDefault="00E00D30" w:rsidP="00E00D30">
      <w:r>
        <w:t>108.4555</w:t>
      </w:r>
      <w:r>
        <w:tab/>
        <w:t>1.013e0</w:t>
      </w:r>
    </w:p>
    <w:p w:rsidR="00E00D30" w:rsidRDefault="00E00D30" w:rsidP="00E00D30">
      <w:r>
        <w:t>108.4584</w:t>
      </w:r>
      <w:r>
        <w:tab/>
        <w:t>1.013e0</w:t>
      </w:r>
    </w:p>
    <w:p w:rsidR="00E00D30" w:rsidRDefault="00E00D30" w:rsidP="00E00D30">
      <w:r>
        <w:t>108.4697</w:t>
      </w:r>
      <w:r>
        <w:tab/>
        <w:t>4.051e0</w:t>
      </w:r>
    </w:p>
    <w:p w:rsidR="00E00D30" w:rsidRDefault="00E00D30" w:rsidP="00E00D30">
      <w:r>
        <w:t>108.4860</w:t>
      </w:r>
      <w:r>
        <w:tab/>
        <w:t>1.013e0</w:t>
      </w:r>
    </w:p>
    <w:p w:rsidR="00E00D30" w:rsidRDefault="00E00D30" w:rsidP="00E00D30">
      <w:r>
        <w:t>108.5055</w:t>
      </w:r>
      <w:r>
        <w:tab/>
        <w:t>2.025e0</w:t>
      </w:r>
    </w:p>
    <w:p w:rsidR="00E00D30" w:rsidRDefault="00E00D30" w:rsidP="00E00D30">
      <w:r>
        <w:t>108.5086</w:t>
      </w:r>
      <w:r>
        <w:tab/>
        <w:t>1.013e0</w:t>
      </w:r>
    </w:p>
    <w:p w:rsidR="00E00D30" w:rsidRDefault="00E00D30" w:rsidP="00E00D30">
      <w:r>
        <w:t>108.5136</w:t>
      </w:r>
      <w:r>
        <w:tab/>
        <w:t>2.025e0</w:t>
      </w:r>
    </w:p>
    <w:p w:rsidR="00E00D30" w:rsidRDefault="00E00D30" w:rsidP="00E00D30">
      <w:r>
        <w:t>108.5221</w:t>
      </w:r>
      <w:r>
        <w:tab/>
        <w:t>1.013e0</w:t>
      </w:r>
    </w:p>
    <w:p w:rsidR="00E00D30" w:rsidRDefault="00E00D30" w:rsidP="00E00D30">
      <w:r>
        <w:t>108.5387</w:t>
      </w:r>
      <w:r>
        <w:tab/>
        <w:t>3.038e0</w:t>
      </w:r>
    </w:p>
    <w:p w:rsidR="00E00D30" w:rsidRDefault="00E00D30" w:rsidP="00E00D30">
      <w:r>
        <w:t>108.5428</w:t>
      </w:r>
      <w:r>
        <w:tab/>
        <w:t>2.025e0</w:t>
      </w:r>
    </w:p>
    <w:p w:rsidR="00E00D30" w:rsidRDefault="00E00D30" w:rsidP="00E00D30">
      <w:r>
        <w:t>108.5527</w:t>
      </w:r>
      <w:r>
        <w:tab/>
        <w:t>2.025e0</w:t>
      </w:r>
    </w:p>
    <w:p w:rsidR="00E00D30" w:rsidRDefault="00E00D30" w:rsidP="00E00D30">
      <w:r>
        <w:t>108.5578</w:t>
      </w:r>
      <w:r>
        <w:tab/>
        <w:t>1.013e0</w:t>
      </w:r>
    </w:p>
    <w:p w:rsidR="00E00D30" w:rsidRDefault="00E00D30" w:rsidP="00E00D30">
      <w:r>
        <w:t>108.5941</w:t>
      </w:r>
      <w:r>
        <w:tab/>
        <w:t>2.025e0</w:t>
      </w:r>
    </w:p>
    <w:p w:rsidR="00E00D30" w:rsidRDefault="00E00D30" w:rsidP="00E00D30">
      <w:r>
        <w:lastRenderedPageBreak/>
        <w:t>108.5969</w:t>
      </w:r>
      <w:r>
        <w:tab/>
        <w:t>1.013e0</w:t>
      </w:r>
    </w:p>
    <w:p w:rsidR="00E00D30" w:rsidRDefault="00E00D30" w:rsidP="00E00D30">
      <w:r>
        <w:t>108.5998</w:t>
      </w:r>
      <w:r>
        <w:tab/>
        <w:t>1.013e0</w:t>
      </w:r>
    </w:p>
    <w:p w:rsidR="00E00D30" w:rsidRDefault="00E00D30" w:rsidP="00E00D30">
      <w:r>
        <w:t>108.6022</w:t>
      </w:r>
      <w:r>
        <w:tab/>
        <w:t>2.025e0</w:t>
      </w:r>
    </w:p>
    <w:p w:rsidR="00E00D30" w:rsidRDefault="00E00D30" w:rsidP="00E00D30">
      <w:r>
        <w:t>108.6079</w:t>
      </w:r>
      <w:r>
        <w:tab/>
        <w:t>1.013e0</w:t>
      </w:r>
    </w:p>
    <w:p w:rsidR="00E00D30" w:rsidRDefault="00E00D30" w:rsidP="00E00D30">
      <w:r>
        <w:t>108.6302</w:t>
      </w:r>
      <w:r>
        <w:tab/>
        <w:t>1.013e0</w:t>
      </w:r>
    </w:p>
    <w:p w:rsidR="00E00D30" w:rsidRDefault="00E00D30" w:rsidP="00E00D30">
      <w:r>
        <w:t>108.6326</w:t>
      </w:r>
      <w:r>
        <w:tab/>
        <w:t>1.013e0</w:t>
      </w:r>
    </w:p>
    <w:p w:rsidR="00E00D30" w:rsidRDefault="00E00D30" w:rsidP="00E00D30">
      <w:r>
        <w:t>108.6356</w:t>
      </w:r>
      <w:r>
        <w:tab/>
        <w:t>3.038e0</w:t>
      </w:r>
    </w:p>
    <w:p w:rsidR="00E00D30" w:rsidRDefault="00E00D30" w:rsidP="00E00D30">
      <w:r>
        <w:t>108.6467</w:t>
      </w:r>
      <w:r>
        <w:tab/>
        <w:t>1.013e0</w:t>
      </w:r>
    </w:p>
    <w:p w:rsidR="00E00D30" w:rsidRDefault="00E00D30" w:rsidP="00E00D30">
      <w:r>
        <w:t>108.6495</w:t>
      </w:r>
      <w:r>
        <w:tab/>
        <w:t>1.013e0</w:t>
      </w:r>
    </w:p>
    <w:p w:rsidR="00E00D30" w:rsidRDefault="00E00D30" w:rsidP="00E00D30">
      <w:r>
        <w:t>108.6717</w:t>
      </w:r>
      <w:r>
        <w:tab/>
        <w:t>1.013e0</w:t>
      </w:r>
    </w:p>
    <w:p w:rsidR="00E00D30" w:rsidRDefault="00E00D30" w:rsidP="00E00D30">
      <w:r>
        <w:t>108.6746</w:t>
      </w:r>
      <w:r>
        <w:tab/>
        <w:t>1.013e0</w:t>
      </w:r>
    </w:p>
    <w:p w:rsidR="00E00D30" w:rsidRDefault="00E00D30" w:rsidP="00E00D30">
      <w:r>
        <w:t>108.6770</w:t>
      </w:r>
      <w:r>
        <w:tab/>
        <w:t>1.013e0</w:t>
      </w:r>
    </w:p>
    <w:p w:rsidR="00E00D30" w:rsidRDefault="00E00D30" w:rsidP="00E00D30">
      <w:r>
        <w:t>108.6827</w:t>
      </w:r>
      <w:r>
        <w:tab/>
        <w:t>1.013e0</w:t>
      </w:r>
    </w:p>
    <w:p w:rsidR="00E00D30" w:rsidRDefault="00E00D30" w:rsidP="00E00D30">
      <w:r>
        <w:t>108.6995</w:t>
      </w:r>
      <w:r>
        <w:tab/>
        <w:t>1.013e0</w:t>
      </w:r>
    </w:p>
    <w:p w:rsidR="00E00D30" w:rsidRDefault="00E00D30" w:rsidP="00E00D30">
      <w:r>
        <w:t>108.7051</w:t>
      </w:r>
      <w:r>
        <w:tab/>
        <w:t>1.013e0</w:t>
      </w:r>
    </w:p>
    <w:p w:rsidR="00E00D30" w:rsidRDefault="00E00D30" w:rsidP="00E00D30">
      <w:r>
        <w:t>108.7074</w:t>
      </w:r>
      <w:r>
        <w:tab/>
        <w:t>1.013e0</w:t>
      </w:r>
    </w:p>
    <w:p w:rsidR="00E00D30" w:rsidRDefault="00E00D30" w:rsidP="00E00D30">
      <w:r>
        <w:t>108.7189</w:t>
      </w:r>
      <w:r>
        <w:tab/>
        <w:t>1.013e0</w:t>
      </w:r>
    </w:p>
    <w:p w:rsidR="00E00D30" w:rsidRDefault="00E00D30" w:rsidP="00E00D30">
      <w:r>
        <w:t>108.7270</w:t>
      </w:r>
      <w:r>
        <w:tab/>
        <w:t>1.013e0</w:t>
      </w:r>
    </w:p>
    <w:p w:rsidR="00E00D30" w:rsidRDefault="00E00D30" w:rsidP="00E00D30">
      <w:r>
        <w:t>108.7298</w:t>
      </w:r>
      <w:r>
        <w:tab/>
        <w:t>1.013e0</w:t>
      </w:r>
    </w:p>
    <w:p w:rsidR="00E00D30" w:rsidRDefault="00E00D30" w:rsidP="00E00D30">
      <w:r>
        <w:lastRenderedPageBreak/>
        <w:t>108.7328</w:t>
      </w:r>
      <w:r>
        <w:tab/>
        <w:t>1.013e0</w:t>
      </w:r>
    </w:p>
    <w:p w:rsidR="00E00D30" w:rsidRDefault="00E00D30" w:rsidP="00E00D30">
      <w:r>
        <w:t>108.7355</w:t>
      </w:r>
      <w:r>
        <w:tab/>
        <w:t>1.013e0</w:t>
      </w:r>
    </w:p>
    <w:p w:rsidR="00E00D30" w:rsidRDefault="00E00D30" w:rsidP="00E00D30">
      <w:r>
        <w:t>108.7437</w:t>
      </w:r>
      <w:r>
        <w:tab/>
        <w:t>2.025e0</w:t>
      </w:r>
    </w:p>
    <w:p w:rsidR="00E00D30" w:rsidRDefault="00E00D30" w:rsidP="00E00D30">
      <w:r>
        <w:t>108.7519</w:t>
      </w:r>
      <w:r>
        <w:tab/>
        <w:t>1.013e0</w:t>
      </w:r>
    </w:p>
    <w:p w:rsidR="00E00D30" w:rsidRDefault="00E00D30" w:rsidP="00E00D30">
      <w:r>
        <w:t>108.7546</w:t>
      </w:r>
      <w:r>
        <w:tab/>
        <w:t>1.013e0</w:t>
      </w:r>
    </w:p>
    <w:p w:rsidR="00E00D30" w:rsidRDefault="00E00D30" w:rsidP="00E00D30">
      <w:r>
        <w:t>108.7772</w:t>
      </w:r>
      <w:r>
        <w:tab/>
        <w:t>3.038e0</w:t>
      </w:r>
    </w:p>
    <w:p w:rsidR="00E00D30" w:rsidRDefault="00E00D30" w:rsidP="00E00D30">
      <w:r>
        <w:t>108.7799</w:t>
      </w:r>
      <w:r>
        <w:tab/>
        <w:t>1.013e0</w:t>
      </w:r>
    </w:p>
    <w:p w:rsidR="00E00D30" w:rsidRDefault="00E00D30" w:rsidP="00E00D30">
      <w:r>
        <w:t>108.7964</w:t>
      </w:r>
      <w:r>
        <w:tab/>
        <w:t>1.013e0</w:t>
      </w:r>
    </w:p>
    <w:p w:rsidR="00E00D30" w:rsidRDefault="00E00D30" w:rsidP="00E00D30">
      <w:r>
        <w:t>108.8106</w:t>
      </w:r>
      <w:r>
        <w:tab/>
        <w:t>1.013e0</w:t>
      </w:r>
    </w:p>
    <w:p w:rsidR="00E00D30" w:rsidRDefault="00E00D30" w:rsidP="00E00D30">
      <w:r>
        <w:t>108.8382</w:t>
      </w:r>
      <w:r>
        <w:tab/>
        <w:t>1.013e0</w:t>
      </w:r>
    </w:p>
    <w:p w:rsidR="00E00D30" w:rsidRDefault="00E00D30" w:rsidP="00E00D30">
      <w:r>
        <w:t>108.8685</w:t>
      </w:r>
      <w:r>
        <w:tab/>
        <w:t>1.013e0</w:t>
      </w:r>
    </w:p>
    <w:p w:rsidR="00E00D30" w:rsidRDefault="00E00D30" w:rsidP="00E00D30">
      <w:r>
        <w:t>108.8767</w:t>
      </w:r>
      <w:r>
        <w:tab/>
        <w:t>1.013e0</w:t>
      </w:r>
    </w:p>
    <w:p w:rsidR="00E00D30" w:rsidRDefault="00E00D30" w:rsidP="00E00D30">
      <w:r>
        <w:t>108.8795</w:t>
      </w:r>
      <w:r>
        <w:tab/>
        <w:t>1.013e0</w:t>
      </w:r>
    </w:p>
    <w:p w:rsidR="00E00D30" w:rsidRDefault="00E00D30" w:rsidP="00E00D30">
      <w:r>
        <w:t>108.9297</w:t>
      </w:r>
      <w:r>
        <w:tab/>
        <w:t>1.013e0</w:t>
      </w:r>
    </w:p>
    <w:p w:rsidR="00E00D30" w:rsidRDefault="00E00D30" w:rsidP="00E00D30">
      <w:r>
        <w:t>108.9462</w:t>
      </w:r>
      <w:r>
        <w:tab/>
        <w:t>1.013e0</w:t>
      </w:r>
    </w:p>
    <w:p w:rsidR="00E00D30" w:rsidRDefault="00E00D30" w:rsidP="00E00D30">
      <w:r>
        <w:t>108.9488</w:t>
      </w:r>
      <w:r>
        <w:tab/>
        <w:t>2.025e0</w:t>
      </w:r>
    </w:p>
    <w:p w:rsidR="00E00D30" w:rsidRDefault="00E00D30" w:rsidP="00E00D30">
      <w:r>
        <w:t>108.9557</w:t>
      </w:r>
      <w:r>
        <w:tab/>
        <w:t>2.025e0</w:t>
      </w:r>
    </w:p>
    <w:p w:rsidR="00E00D30" w:rsidRDefault="00E00D30" w:rsidP="00E00D30">
      <w:r>
        <w:t>108.9653</w:t>
      </w:r>
      <w:r>
        <w:tab/>
        <w:t>1.013e0</w:t>
      </w:r>
    </w:p>
    <w:p w:rsidR="00E00D30" w:rsidRDefault="00E00D30" w:rsidP="00E00D30">
      <w:r>
        <w:t>108.9739</w:t>
      </w:r>
      <w:r>
        <w:tab/>
        <w:t>1.013e0</w:t>
      </w:r>
    </w:p>
    <w:p w:rsidR="00E00D30" w:rsidRDefault="00E00D30" w:rsidP="00E00D30">
      <w:r>
        <w:lastRenderedPageBreak/>
        <w:t>108.9768</w:t>
      </w:r>
      <w:r>
        <w:tab/>
        <w:t>1.013e0</w:t>
      </w:r>
    </w:p>
    <w:p w:rsidR="00E00D30" w:rsidRDefault="00E00D30" w:rsidP="00E00D30">
      <w:r>
        <w:t>108.9906</w:t>
      </w:r>
      <w:r>
        <w:tab/>
        <w:t>1.013e0</w:t>
      </w:r>
    </w:p>
    <w:p w:rsidR="00E00D30" w:rsidRDefault="00E00D30" w:rsidP="00E00D30">
      <w:r>
        <w:t>108.9958</w:t>
      </w:r>
      <w:r>
        <w:tab/>
        <w:t>2.025e0</w:t>
      </w:r>
    </w:p>
    <w:p w:rsidR="00E00D30" w:rsidRDefault="00E00D30" w:rsidP="00E00D30">
      <w:r>
        <w:t>109.0182</w:t>
      </w:r>
      <w:r>
        <w:tab/>
        <w:t>1.013e0</w:t>
      </w:r>
    </w:p>
    <w:p w:rsidR="00E00D30" w:rsidRDefault="00E00D30" w:rsidP="00E00D30">
      <w:r>
        <w:t>109.0212</w:t>
      </w:r>
      <w:r>
        <w:tab/>
        <w:t>1.013e0</w:t>
      </w:r>
    </w:p>
    <w:p w:rsidR="00E00D30" w:rsidRDefault="00E00D30" w:rsidP="00E00D30">
      <w:r>
        <w:t>109.0238</w:t>
      </w:r>
      <w:r>
        <w:tab/>
        <w:t>1.013e0</w:t>
      </w:r>
    </w:p>
    <w:p w:rsidR="00E00D30" w:rsidRDefault="00E00D30" w:rsidP="00E00D30">
      <w:r>
        <w:t>109.0265</w:t>
      </w:r>
      <w:r>
        <w:tab/>
        <w:t>1.013e0</w:t>
      </w:r>
    </w:p>
    <w:p w:rsidR="00E00D30" w:rsidRDefault="00E00D30" w:rsidP="00E00D30">
      <w:r>
        <w:t>109.0403</w:t>
      </w:r>
      <w:r>
        <w:tab/>
        <w:t>2.025e0</w:t>
      </w:r>
    </w:p>
    <w:p w:rsidR="00E00D30" w:rsidRDefault="00E00D30" w:rsidP="00E00D30">
      <w:r>
        <w:t>109.0543</w:t>
      </w:r>
      <w:r>
        <w:tab/>
        <w:t>1.013e0</w:t>
      </w:r>
    </w:p>
    <w:p w:rsidR="00E00D30" w:rsidRDefault="00E00D30" w:rsidP="00E00D30">
      <w:r>
        <w:t>109.0569</w:t>
      </w:r>
      <w:r>
        <w:tab/>
        <w:t>1.013e0</w:t>
      </w:r>
    </w:p>
    <w:p w:rsidR="00E00D30" w:rsidRDefault="00E00D30" w:rsidP="00E00D30">
      <w:r>
        <w:t>109.0657</w:t>
      </w:r>
      <w:r>
        <w:tab/>
        <w:t>2.025e0</w:t>
      </w:r>
    </w:p>
    <w:p w:rsidR="00E00D30" w:rsidRDefault="00E00D30" w:rsidP="00E00D30">
      <w:r>
        <w:t>109.0682</w:t>
      </w:r>
      <w:r>
        <w:tab/>
        <w:t>2.025e0</w:t>
      </w:r>
    </w:p>
    <w:p w:rsidR="00E00D30" w:rsidRDefault="00E00D30" w:rsidP="00E00D30">
      <w:r>
        <w:t>109.0712</w:t>
      </w:r>
      <w:r>
        <w:tab/>
        <w:t>3.038e0</w:t>
      </w:r>
    </w:p>
    <w:p w:rsidR="00E00D30" w:rsidRDefault="00E00D30" w:rsidP="00E00D30">
      <w:r>
        <w:t>109.0735</w:t>
      </w:r>
      <w:r>
        <w:tab/>
        <w:t>3.038e0</w:t>
      </w:r>
    </w:p>
    <w:p w:rsidR="00E00D30" w:rsidRDefault="00E00D30" w:rsidP="00E00D30">
      <w:r>
        <w:t>109.0766</w:t>
      </w:r>
      <w:r>
        <w:tab/>
        <w:t>2.025e0</w:t>
      </w:r>
    </w:p>
    <w:p w:rsidR="00E00D30" w:rsidRDefault="00E00D30" w:rsidP="00E00D30">
      <w:r>
        <w:t>109.0793</w:t>
      </w:r>
      <w:r>
        <w:tab/>
        <w:t>2.025e0</w:t>
      </w:r>
    </w:p>
    <w:p w:rsidR="00E00D30" w:rsidRDefault="00E00D30" w:rsidP="00E00D30">
      <w:r>
        <w:t>109.0848</w:t>
      </w:r>
      <w:r>
        <w:tab/>
        <w:t>3.038e0</w:t>
      </w:r>
    </w:p>
    <w:p w:rsidR="00E00D30" w:rsidRDefault="00E00D30" w:rsidP="00E00D30">
      <w:r>
        <w:t>109.0875</w:t>
      </w:r>
      <w:r>
        <w:tab/>
        <w:t>2.025e0</w:t>
      </w:r>
    </w:p>
    <w:p w:rsidR="00E00D30" w:rsidRDefault="00E00D30" w:rsidP="00E00D30">
      <w:r>
        <w:t>109.0904</w:t>
      </w:r>
      <w:r>
        <w:tab/>
        <w:t>1.013e0</w:t>
      </w:r>
    </w:p>
    <w:p w:rsidR="00E00D30" w:rsidRDefault="00E00D30" w:rsidP="00E00D30">
      <w:r>
        <w:lastRenderedPageBreak/>
        <w:t>109.0962</w:t>
      </w:r>
      <w:r>
        <w:tab/>
        <w:t>1.013e0</w:t>
      </w:r>
    </w:p>
    <w:p w:rsidR="00E00D30" w:rsidRDefault="00E00D30" w:rsidP="00E00D30">
      <w:r>
        <w:t>109.1013</w:t>
      </w:r>
      <w:r>
        <w:tab/>
        <w:t>1.013e0</w:t>
      </w:r>
    </w:p>
    <w:p w:rsidR="00E00D30" w:rsidRDefault="00E00D30" w:rsidP="00E00D30">
      <w:r>
        <w:t>109.1098</w:t>
      </w:r>
      <w:r>
        <w:tab/>
        <w:t>2.025e0</w:t>
      </w:r>
    </w:p>
    <w:p w:rsidR="00E00D30" w:rsidRDefault="00E00D30" w:rsidP="00E00D30">
      <w:r>
        <w:t>109.1209</w:t>
      </w:r>
      <w:r>
        <w:tab/>
        <w:t>1.013e0</w:t>
      </w:r>
    </w:p>
    <w:p w:rsidR="00E00D30" w:rsidRDefault="00E00D30" w:rsidP="00E00D30">
      <w:r>
        <w:t>109.1237</w:t>
      </w:r>
      <w:r>
        <w:tab/>
        <w:t>1.013e0</w:t>
      </w:r>
    </w:p>
    <w:p w:rsidR="00E00D30" w:rsidRDefault="00E00D30" w:rsidP="00E00D30">
      <w:r>
        <w:t>109.1318</w:t>
      </w:r>
      <w:r>
        <w:tab/>
        <w:t>1.013e0</w:t>
      </w:r>
    </w:p>
    <w:p w:rsidR="00E00D30" w:rsidRDefault="00E00D30" w:rsidP="00E00D30">
      <w:r>
        <w:t>109.1346</w:t>
      </w:r>
      <w:r>
        <w:tab/>
        <w:t>2.025e0</w:t>
      </w:r>
    </w:p>
    <w:p w:rsidR="00E00D30" w:rsidRDefault="00E00D30" w:rsidP="00E00D30">
      <w:r>
        <w:t>109.1516</w:t>
      </w:r>
      <w:r>
        <w:tab/>
        <w:t>1.013e0</w:t>
      </w:r>
    </w:p>
    <w:p w:rsidR="00E00D30" w:rsidRDefault="00E00D30" w:rsidP="00E00D30">
      <w:r>
        <w:t>109.1652</w:t>
      </w:r>
      <w:r>
        <w:tab/>
        <w:t>1.013e0</w:t>
      </w:r>
    </w:p>
    <w:p w:rsidR="00E00D30" w:rsidRDefault="00E00D30" w:rsidP="00E00D30">
      <w:r>
        <w:t>109.1681</w:t>
      </w:r>
      <w:r>
        <w:tab/>
        <w:t>1.013e0</w:t>
      </w:r>
    </w:p>
    <w:p w:rsidR="00E00D30" w:rsidRDefault="00E00D30" w:rsidP="00E00D30">
      <w:r>
        <w:t>109.1710</w:t>
      </w:r>
      <w:r>
        <w:tab/>
        <w:t>1.013e0</w:t>
      </w:r>
    </w:p>
    <w:p w:rsidR="00E00D30" w:rsidRDefault="00E00D30" w:rsidP="00E00D30">
      <w:r>
        <w:t>109.2125</w:t>
      </w:r>
      <w:r>
        <w:tab/>
        <w:t>1.013e0</w:t>
      </w:r>
    </w:p>
    <w:p w:rsidR="00E00D30" w:rsidRDefault="00E00D30" w:rsidP="00E00D30">
      <w:r>
        <w:t>109.2234</w:t>
      </w:r>
      <w:r>
        <w:tab/>
        <w:t>2.025e0</w:t>
      </w:r>
    </w:p>
    <w:p w:rsidR="00E00D30" w:rsidRDefault="00E00D30" w:rsidP="00E00D30">
      <w:r>
        <w:t>109.2402</w:t>
      </w:r>
      <w:r>
        <w:tab/>
        <w:t>2.025e0</w:t>
      </w:r>
    </w:p>
    <w:p w:rsidR="00E00D30" w:rsidRDefault="00E00D30" w:rsidP="00E00D30">
      <w:r>
        <w:t>109.2539</w:t>
      </w:r>
      <w:r>
        <w:tab/>
        <w:t>1.013e0</w:t>
      </w:r>
    </w:p>
    <w:p w:rsidR="00E00D30" w:rsidRDefault="00E00D30" w:rsidP="00E00D30">
      <w:r>
        <w:t>109.2598</w:t>
      </w:r>
      <w:r>
        <w:tab/>
        <w:t>1.013e0</w:t>
      </w:r>
    </w:p>
    <w:p w:rsidR="00E00D30" w:rsidRDefault="00E00D30" w:rsidP="00E00D30">
      <w:r>
        <w:t>109.2657</w:t>
      </w:r>
      <w:r>
        <w:tab/>
        <w:t>1.013e0</w:t>
      </w:r>
    </w:p>
    <w:p w:rsidR="00E00D30" w:rsidRDefault="00E00D30" w:rsidP="00E00D30">
      <w:r>
        <w:t>109.2765</w:t>
      </w:r>
      <w:r>
        <w:tab/>
        <w:t>1.013e0</w:t>
      </w:r>
    </w:p>
    <w:p w:rsidR="00E00D30" w:rsidRDefault="00E00D30" w:rsidP="00E00D30">
      <w:r>
        <w:t>109.2821</w:t>
      </w:r>
      <w:r>
        <w:tab/>
        <w:t>1.013e0</w:t>
      </w:r>
    </w:p>
    <w:p w:rsidR="00E00D30" w:rsidRDefault="00E00D30" w:rsidP="00E00D30">
      <w:r>
        <w:lastRenderedPageBreak/>
        <w:t>109.2903</w:t>
      </w:r>
      <w:r>
        <w:tab/>
        <w:t>1.013e0</w:t>
      </w:r>
    </w:p>
    <w:p w:rsidR="00E00D30" w:rsidRDefault="00E00D30" w:rsidP="00E00D30">
      <w:r>
        <w:t>109.3237</w:t>
      </w:r>
      <w:r>
        <w:tab/>
        <w:t>1.013e0</w:t>
      </w:r>
    </w:p>
    <w:p w:rsidR="00E00D30" w:rsidRDefault="00E00D30" w:rsidP="00E00D30">
      <w:r>
        <w:t>109.3349</w:t>
      </w:r>
      <w:r>
        <w:tab/>
        <w:t>2.025e0</w:t>
      </w:r>
    </w:p>
    <w:p w:rsidR="00E00D30" w:rsidRDefault="00E00D30" w:rsidP="00E00D30">
      <w:r>
        <w:t>109.3376</w:t>
      </w:r>
      <w:r>
        <w:tab/>
        <w:t>1.013e0</w:t>
      </w:r>
    </w:p>
    <w:p w:rsidR="00E00D30" w:rsidRDefault="00E00D30" w:rsidP="00E00D30">
      <w:r>
        <w:t>109.3405</w:t>
      </w:r>
      <w:r>
        <w:tab/>
        <w:t>1.013e0</w:t>
      </w:r>
    </w:p>
    <w:p w:rsidR="00E00D30" w:rsidRDefault="00E00D30" w:rsidP="00E00D30">
      <w:r>
        <w:t>109.3456</w:t>
      </w:r>
      <w:r>
        <w:tab/>
        <w:t>1.013e0</w:t>
      </w:r>
    </w:p>
    <w:p w:rsidR="00E00D30" w:rsidRDefault="00E00D30" w:rsidP="00E00D30">
      <w:r>
        <w:t>109.3515</w:t>
      </w:r>
      <w:r>
        <w:tab/>
        <w:t>2.025e0</w:t>
      </w:r>
    </w:p>
    <w:p w:rsidR="00E00D30" w:rsidRDefault="00E00D30" w:rsidP="00E00D30">
      <w:r>
        <w:t>109.3682</w:t>
      </w:r>
      <w:r>
        <w:tab/>
        <w:t>1.013e0</w:t>
      </w:r>
    </w:p>
    <w:p w:rsidR="00E00D30" w:rsidRDefault="00E00D30" w:rsidP="00E00D30">
      <w:r>
        <w:t>109.3710</w:t>
      </w:r>
      <w:r>
        <w:tab/>
        <w:t>2.025e0</w:t>
      </w:r>
    </w:p>
    <w:p w:rsidR="00E00D30" w:rsidRDefault="00E00D30" w:rsidP="00E00D30">
      <w:r>
        <w:t>109.3722</w:t>
      </w:r>
      <w:r>
        <w:tab/>
        <w:t>2.025e0</w:t>
      </w:r>
    </w:p>
    <w:p w:rsidR="00E00D30" w:rsidRDefault="00E00D30" w:rsidP="00E00D30">
      <w:r>
        <w:t>109.3739</w:t>
      </w:r>
      <w:r>
        <w:tab/>
        <w:t>2.025e0</w:t>
      </w:r>
    </w:p>
    <w:p w:rsidR="00E00D30" w:rsidRDefault="00E00D30" w:rsidP="00E00D30">
      <w:r>
        <w:t>109.3862</w:t>
      </w:r>
      <w:r>
        <w:tab/>
        <w:t>2.025e0</w:t>
      </w:r>
    </w:p>
    <w:p w:rsidR="00E00D30" w:rsidRDefault="00E00D30" w:rsidP="00E00D30">
      <w:r>
        <w:t>109.3988</w:t>
      </w:r>
      <w:r>
        <w:tab/>
        <w:t>1.013e0</w:t>
      </w:r>
    </w:p>
    <w:p w:rsidR="00E00D30" w:rsidRDefault="00E00D30" w:rsidP="00E00D30">
      <w:r>
        <w:t>109.4016</w:t>
      </w:r>
      <w:r>
        <w:tab/>
        <w:t>2.025e0</w:t>
      </w:r>
    </w:p>
    <w:p w:rsidR="00E00D30" w:rsidRDefault="00E00D30" w:rsidP="00E00D30">
      <w:r>
        <w:t>109.4155</w:t>
      </w:r>
      <w:r>
        <w:tab/>
        <w:t>2.025e0</w:t>
      </w:r>
    </w:p>
    <w:p w:rsidR="00E00D30" w:rsidRDefault="00E00D30" w:rsidP="00E00D30">
      <w:r>
        <w:t>109.4208</w:t>
      </w:r>
      <w:r>
        <w:tab/>
        <w:t>1.013e0</w:t>
      </w:r>
    </w:p>
    <w:p w:rsidR="00E00D30" w:rsidRDefault="00E00D30" w:rsidP="00E00D30">
      <w:r>
        <w:t>109.4279</w:t>
      </w:r>
      <w:r>
        <w:tab/>
        <w:t>2.025e0</w:t>
      </w:r>
    </w:p>
    <w:p w:rsidR="00E00D30" w:rsidRDefault="00E00D30" w:rsidP="00E00D30">
      <w:r>
        <w:t>109.4293</w:t>
      </w:r>
      <w:r>
        <w:tab/>
        <w:t>1.013e0</w:t>
      </w:r>
    </w:p>
    <w:p w:rsidR="00E00D30" w:rsidRDefault="00E00D30" w:rsidP="00E00D30">
      <w:r>
        <w:t>109.4350</w:t>
      </w:r>
      <w:r>
        <w:tab/>
        <w:t>2.025e0</w:t>
      </w:r>
    </w:p>
    <w:p w:rsidR="00E00D30" w:rsidRDefault="00E00D30" w:rsidP="00E00D30">
      <w:r>
        <w:lastRenderedPageBreak/>
        <w:t>109.4460</w:t>
      </w:r>
      <w:r>
        <w:tab/>
        <w:t>1.013e0</w:t>
      </w:r>
    </w:p>
    <w:p w:rsidR="00E00D30" w:rsidRDefault="00E00D30" w:rsidP="00E00D30">
      <w:r>
        <w:t>109.4489</w:t>
      </w:r>
      <w:r>
        <w:tab/>
        <w:t>1.013e0</w:t>
      </w:r>
    </w:p>
    <w:p w:rsidR="00E00D30" w:rsidRDefault="00E00D30" w:rsidP="00E00D30">
      <w:r>
        <w:t>109.4514</w:t>
      </w:r>
      <w:r>
        <w:tab/>
        <w:t>1.013e0</w:t>
      </w:r>
    </w:p>
    <w:p w:rsidR="00E00D30" w:rsidRDefault="00E00D30" w:rsidP="00E00D30">
      <w:r>
        <w:t>109.4709</w:t>
      </w:r>
      <w:r>
        <w:tab/>
        <w:t>1.013e0</w:t>
      </w:r>
    </w:p>
    <w:p w:rsidR="00E00D30" w:rsidRDefault="00E00D30" w:rsidP="00E00D30">
      <w:r>
        <w:t>109.4961</w:t>
      </w:r>
      <w:r>
        <w:tab/>
        <w:t>2.025e0</w:t>
      </w:r>
    </w:p>
    <w:p w:rsidR="00E00D30" w:rsidRDefault="00E00D30" w:rsidP="00E00D30">
      <w:r>
        <w:t>109.4985</w:t>
      </w:r>
      <w:r>
        <w:tab/>
        <w:t>1.013e0</w:t>
      </w:r>
    </w:p>
    <w:p w:rsidR="00E00D30" w:rsidRDefault="00E00D30" w:rsidP="00E00D30">
      <w:r>
        <w:t>109.5072</w:t>
      </w:r>
      <w:r>
        <w:tab/>
        <w:t>2.025e0</w:t>
      </w:r>
    </w:p>
    <w:p w:rsidR="00E00D30" w:rsidRDefault="00E00D30" w:rsidP="00E00D30">
      <w:r>
        <w:t>109.5101</w:t>
      </w:r>
      <w:r>
        <w:tab/>
        <w:t>1.013e0</w:t>
      </w:r>
    </w:p>
    <w:p w:rsidR="00E00D30" w:rsidRDefault="00E00D30" w:rsidP="00E00D30">
      <w:r>
        <w:t>109.5182</w:t>
      </w:r>
      <w:r>
        <w:tab/>
        <w:t>1.013e0</w:t>
      </w:r>
    </w:p>
    <w:p w:rsidR="00E00D30" w:rsidRDefault="00E00D30" w:rsidP="00E00D30">
      <w:r>
        <w:t>109.5350</w:t>
      </w:r>
      <w:r>
        <w:tab/>
        <w:t>1.013e0</w:t>
      </w:r>
    </w:p>
    <w:p w:rsidR="00E00D30" w:rsidRDefault="00E00D30" w:rsidP="00E00D30">
      <w:r>
        <w:t>109.5489</w:t>
      </w:r>
      <w:r>
        <w:tab/>
        <w:t>1.013e0</w:t>
      </w:r>
    </w:p>
    <w:p w:rsidR="00E00D30" w:rsidRDefault="00E00D30" w:rsidP="00E00D30">
      <w:r>
        <w:t>109.5684</w:t>
      </w:r>
      <w:r>
        <w:tab/>
        <w:t>1.013e0</w:t>
      </w:r>
    </w:p>
    <w:p w:rsidR="00E00D30" w:rsidRDefault="00E00D30" w:rsidP="00E00D30">
      <w:r>
        <w:t>109.5766</w:t>
      </w:r>
      <w:r>
        <w:tab/>
        <w:t>2.025e0</w:t>
      </w:r>
    </w:p>
    <w:p w:rsidR="00E00D30" w:rsidRDefault="00E00D30" w:rsidP="00E00D30">
      <w:r>
        <w:t>109.5853</w:t>
      </w:r>
      <w:r>
        <w:tab/>
        <w:t>1.013e0</w:t>
      </w:r>
    </w:p>
    <w:p w:rsidR="00E00D30" w:rsidRDefault="00E00D30" w:rsidP="00E00D30">
      <w:r>
        <w:t>109.5933</w:t>
      </w:r>
      <w:r>
        <w:tab/>
        <w:t>1.013e0</w:t>
      </w:r>
    </w:p>
    <w:p w:rsidR="00E00D30" w:rsidRDefault="00E00D30" w:rsidP="00E00D30">
      <w:r>
        <w:t>109.6071</w:t>
      </w:r>
      <w:r>
        <w:tab/>
        <w:t>1.013e0</w:t>
      </w:r>
    </w:p>
    <w:p w:rsidR="00E00D30" w:rsidRDefault="00E00D30" w:rsidP="00E00D30">
      <w:r>
        <w:t>109.6186</w:t>
      </w:r>
      <w:r>
        <w:tab/>
        <w:t>1.013e0</w:t>
      </w:r>
    </w:p>
    <w:p w:rsidR="00E00D30" w:rsidRDefault="00E00D30" w:rsidP="00E00D30">
      <w:r>
        <w:t>109.6325</w:t>
      </w:r>
      <w:r>
        <w:tab/>
        <w:t>1.013e0</w:t>
      </w:r>
    </w:p>
    <w:p w:rsidR="00E00D30" w:rsidRDefault="00E00D30" w:rsidP="00E00D30">
      <w:r>
        <w:t>109.6631</w:t>
      </w:r>
      <w:r>
        <w:tab/>
        <w:t>1.013e0</w:t>
      </w:r>
    </w:p>
    <w:p w:rsidR="00E00D30" w:rsidRDefault="00E00D30" w:rsidP="00E00D30">
      <w:r>
        <w:lastRenderedPageBreak/>
        <w:t>109.6684</w:t>
      </w:r>
      <w:r>
        <w:tab/>
        <w:t>2.025e0</w:t>
      </w:r>
    </w:p>
    <w:p w:rsidR="00E00D30" w:rsidRDefault="00E00D30" w:rsidP="00E00D30">
      <w:r>
        <w:t>109.6769</w:t>
      </w:r>
      <w:r>
        <w:tab/>
        <w:t>1.013e0</w:t>
      </w:r>
    </w:p>
    <w:p w:rsidR="00E00D30" w:rsidRDefault="00E00D30" w:rsidP="00E00D30">
      <w:r>
        <w:t>109.6823</w:t>
      </w:r>
      <w:r>
        <w:tab/>
        <w:t>1.013e0</w:t>
      </w:r>
    </w:p>
    <w:p w:rsidR="00E00D30" w:rsidRDefault="00E00D30" w:rsidP="00E00D30">
      <w:r>
        <w:t>109.6851</w:t>
      </w:r>
      <w:r>
        <w:tab/>
        <w:t>1.013e0</w:t>
      </w:r>
    </w:p>
    <w:p w:rsidR="00E00D30" w:rsidRDefault="00E00D30" w:rsidP="00E00D30">
      <w:r>
        <w:t>109.6908</w:t>
      </w:r>
      <w:r>
        <w:tab/>
        <w:t>2.025e0</w:t>
      </w:r>
    </w:p>
    <w:p w:rsidR="00E00D30" w:rsidRDefault="00E00D30" w:rsidP="00E00D30">
      <w:r>
        <w:t>109.7019</w:t>
      </w:r>
      <w:r>
        <w:tab/>
        <w:t>1.013e0</w:t>
      </w:r>
    </w:p>
    <w:p w:rsidR="00E00D30" w:rsidRDefault="00E00D30" w:rsidP="00E00D30">
      <w:r>
        <w:t>109.7047</w:t>
      </w:r>
      <w:r>
        <w:tab/>
        <w:t>2.025e0</w:t>
      </w:r>
    </w:p>
    <w:p w:rsidR="00E00D30" w:rsidRDefault="00E00D30" w:rsidP="00E00D30">
      <w:r>
        <w:t>109.7129</w:t>
      </w:r>
      <w:r>
        <w:tab/>
        <w:t>1.013e0</w:t>
      </w:r>
    </w:p>
    <w:p w:rsidR="00E00D30" w:rsidRDefault="00E00D30" w:rsidP="00E00D30">
      <w:r>
        <w:t>109.7157</w:t>
      </w:r>
      <w:r>
        <w:tab/>
        <w:t>1.013e0</w:t>
      </w:r>
    </w:p>
    <w:p w:rsidR="00E00D30" w:rsidRDefault="00E00D30" w:rsidP="00E00D30">
      <w:r>
        <w:t>109.7186</w:t>
      </w:r>
      <w:r>
        <w:tab/>
        <w:t>1.013e0</w:t>
      </w:r>
    </w:p>
    <w:p w:rsidR="00E00D30" w:rsidRDefault="00E00D30" w:rsidP="00E00D30">
      <w:r>
        <w:t>109.7326</w:t>
      </w:r>
      <w:r>
        <w:tab/>
        <w:t>2.025e0</w:t>
      </w:r>
    </w:p>
    <w:p w:rsidR="00E00D30" w:rsidRDefault="00E00D30" w:rsidP="00E00D30">
      <w:r>
        <w:t>109.7437</w:t>
      </w:r>
      <w:r>
        <w:tab/>
        <w:t>1.013e0</w:t>
      </w:r>
    </w:p>
    <w:p w:rsidR="00E00D30" w:rsidRDefault="00E00D30" w:rsidP="00E00D30">
      <w:r>
        <w:t>109.7633</w:t>
      </w:r>
      <w:r>
        <w:tab/>
        <w:t>1.013e0</w:t>
      </w:r>
    </w:p>
    <w:p w:rsidR="00E00D30" w:rsidRDefault="00E00D30" w:rsidP="00E00D30">
      <w:r>
        <w:t>109.7659</w:t>
      </w:r>
      <w:r>
        <w:tab/>
        <w:t>1.013e0</w:t>
      </w:r>
    </w:p>
    <w:p w:rsidR="00E00D30" w:rsidRDefault="00E00D30" w:rsidP="00E00D30">
      <w:r>
        <w:t>109.7689</w:t>
      </w:r>
      <w:r>
        <w:tab/>
        <w:t>1.013e0</w:t>
      </w:r>
    </w:p>
    <w:p w:rsidR="00E00D30" w:rsidRDefault="00E00D30" w:rsidP="00E00D30">
      <w:r>
        <w:t>109.7742</w:t>
      </w:r>
      <w:r>
        <w:tab/>
        <w:t>1.013e0</w:t>
      </w:r>
    </w:p>
    <w:p w:rsidR="00E00D30" w:rsidRDefault="00E00D30" w:rsidP="00E00D30">
      <w:r>
        <w:t>109.7937</w:t>
      </w:r>
      <w:r>
        <w:tab/>
        <w:t>1.013e0</w:t>
      </w:r>
    </w:p>
    <w:p w:rsidR="00E00D30" w:rsidRDefault="00E00D30" w:rsidP="00E00D30">
      <w:r>
        <w:t>109.7980</w:t>
      </w:r>
      <w:r>
        <w:tab/>
        <w:t>2.025e0</w:t>
      </w:r>
    </w:p>
    <w:p w:rsidR="00E00D30" w:rsidRDefault="00E00D30" w:rsidP="00E00D30">
      <w:r>
        <w:t>109.7994</w:t>
      </w:r>
      <w:r>
        <w:tab/>
        <w:t>1.013e0</w:t>
      </w:r>
    </w:p>
    <w:p w:rsidR="00E00D30" w:rsidRDefault="00E00D30" w:rsidP="00E00D30">
      <w:r>
        <w:lastRenderedPageBreak/>
        <w:t>109.8076</w:t>
      </w:r>
      <w:r>
        <w:tab/>
        <w:t>1.013e0</w:t>
      </w:r>
    </w:p>
    <w:p w:rsidR="00E00D30" w:rsidRDefault="00E00D30" w:rsidP="00E00D30">
      <w:r>
        <w:t>109.8105</w:t>
      </w:r>
      <w:r>
        <w:tab/>
        <w:t>2.025e0</w:t>
      </w:r>
    </w:p>
    <w:p w:rsidR="00E00D30" w:rsidRDefault="00E00D30" w:rsidP="00E00D30">
      <w:r>
        <w:t>109.8244</w:t>
      </w:r>
      <w:r>
        <w:tab/>
        <w:t>1.013e0</w:t>
      </w:r>
    </w:p>
    <w:p w:rsidR="00E00D30" w:rsidRDefault="00E00D30" w:rsidP="00E00D30">
      <w:r>
        <w:t>109.8272</w:t>
      </w:r>
      <w:r>
        <w:tab/>
        <w:t>1.013e0</w:t>
      </w:r>
    </w:p>
    <w:p w:rsidR="00E00D30" w:rsidRDefault="00E00D30" w:rsidP="00E00D30">
      <w:r>
        <w:t>109.8355</w:t>
      </w:r>
      <w:r>
        <w:tab/>
        <w:t>1.013e0</w:t>
      </w:r>
    </w:p>
    <w:p w:rsidR="00E00D30" w:rsidRDefault="00E00D30" w:rsidP="00E00D30">
      <w:r>
        <w:t>109.8425</w:t>
      </w:r>
      <w:r>
        <w:tab/>
        <w:t>2.025e0</w:t>
      </w:r>
    </w:p>
    <w:p w:rsidR="00E00D30" w:rsidRDefault="00E00D30" w:rsidP="00E00D30">
      <w:r>
        <w:t>109.8774</w:t>
      </w:r>
      <w:r>
        <w:tab/>
        <w:t>1.013e0</w:t>
      </w:r>
    </w:p>
    <w:p w:rsidR="00E00D30" w:rsidRDefault="00E00D30" w:rsidP="00E00D30">
      <w:r>
        <w:t>109.8789</w:t>
      </w:r>
      <w:r>
        <w:tab/>
        <w:t>2.025e0</w:t>
      </w:r>
    </w:p>
    <w:p w:rsidR="00E00D30" w:rsidRDefault="00E00D30" w:rsidP="00E00D30">
      <w:r>
        <w:t>109.9052</w:t>
      </w:r>
      <w:r>
        <w:tab/>
        <w:t>1.013e0</w:t>
      </w:r>
    </w:p>
    <w:p w:rsidR="00E00D30" w:rsidRDefault="00E00D30" w:rsidP="00E00D30">
      <w:r>
        <w:t>109.9082</w:t>
      </w:r>
      <w:r>
        <w:tab/>
        <w:t>1.013e0</w:t>
      </w:r>
    </w:p>
    <w:p w:rsidR="00E00D30" w:rsidRDefault="00E00D30" w:rsidP="00E00D30">
      <w:r>
        <w:t>109.9162</w:t>
      </w:r>
      <w:r>
        <w:tab/>
        <w:t>1.013e0</w:t>
      </w:r>
    </w:p>
    <w:p w:rsidR="00E00D30" w:rsidRDefault="00E00D30" w:rsidP="00E00D30">
      <w:r>
        <w:t>109.9387</w:t>
      </w:r>
      <w:r>
        <w:tab/>
        <w:t>1.013e0</w:t>
      </w:r>
    </w:p>
    <w:p w:rsidR="00E00D30" w:rsidRDefault="00E00D30" w:rsidP="00E00D30">
      <w:r>
        <w:t>109.9499</w:t>
      </w:r>
      <w:r>
        <w:tab/>
        <w:t>2.025e0</w:t>
      </w:r>
    </w:p>
    <w:p w:rsidR="00E00D30" w:rsidRDefault="00E00D30" w:rsidP="00E00D30">
      <w:r>
        <w:t>109.9585</w:t>
      </w:r>
      <w:r>
        <w:tab/>
        <w:t>1.013e0</w:t>
      </w:r>
    </w:p>
    <w:p w:rsidR="00E00D30" w:rsidRDefault="00E00D30" w:rsidP="00E00D30">
      <w:r>
        <w:t>109.9607</w:t>
      </w:r>
      <w:r>
        <w:tab/>
        <w:t>1.013e0</w:t>
      </w:r>
    </w:p>
    <w:p w:rsidR="00E00D30" w:rsidRDefault="00E00D30" w:rsidP="00E00D30">
      <w:r>
        <w:t>109.9913</w:t>
      </w:r>
      <w:r>
        <w:tab/>
        <w:t>1.013e0</w:t>
      </w:r>
    </w:p>
    <w:p w:rsidR="00E00D30" w:rsidRDefault="00E00D30" w:rsidP="00E00D30">
      <w:r>
        <w:t>110.0031</w:t>
      </w:r>
      <w:r>
        <w:tab/>
        <w:t>1.013e0</w:t>
      </w:r>
    </w:p>
    <w:p w:rsidR="00E00D30" w:rsidRDefault="00E00D30" w:rsidP="00E00D30">
      <w:r>
        <w:t>110.0056</w:t>
      </w:r>
      <w:r>
        <w:tab/>
        <w:t>1.013e0</w:t>
      </w:r>
    </w:p>
    <w:p w:rsidR="00E00D30" w:rsidRDefault="00E00D30" w:rsidP="00E00D30">
      <w:r>
        <w:t>110.0110</w:t>
      </w:r>
      <w:r>
        <w:tab/>
        <w:t>1.013e0</w:t>
      </w:r>
    </w:p>
    <w:p w:rsidR="00E00D30" w:rsidRDefault="00E00D30" w:rsidP="00E00D30">
      <w:r>
        <w:lastRenderedPageBreak/>
        <w:t>110.0139</w:t>
      </w:r>
      <w:r>
        <w:tab/>
        <w:t>1.013e0</w:t>
      </w:r>
    </w:p>
    <w:p w:rsidR="00E00D30" w:rsidRDefault="00E00D30" w:rsidP="00E00D30">
      <w:r>
        <w:t>110.0197</w:t>
      </w:r>
      <w:r>
        <w:tab/>
        <w:t>3.038e0</w:t>
      </w:r>
    </w:p>
    <w:p w:rsidR="00E00D30" w:rsidRDefault="00E00D30" w:rsidP="00E00D30">
      <w:r>
        <w:t>110.0336</w:t>
      </w:r>
      <w:r>
        <w:tab/>
        <w:t>1.013e0</w:t>
      </w:r>
    </w:p>
    <w:p w:rsidR="00E00D30" w:rsidRDefault="00E00D30" w:rsidP="00E00D30">
      <w:r>
        <w:t>110.0362</w:t>
      </w:r>
      <w:r>
        <w:tab/>
        <w:t>2.025e0</w:t>
      </w:r>
    </w:p>
    <w:p w:rsidR="00E00D30" w:rsidRDefault="00E00D30" w:rsidP="00E00D30">
      <w:r>
        <w:t>110.0557</w:t>
      </w:r>
      <w:r>
        <w:tab/>
        <w:t>2.025e0</w:t>
      </w:r>
    </w:p>
    <w:p w:rsidR="00E00D30" w:rsidRDefault="00E00D30" w:rsidP="00E00D30">
      <w:r>
        <w:t>110.0584</w:t>
      </w:r>
      <w:r>
        <w:tab/>
        <w:t>1.013e0</w:t>
      </w:r>
    </w:p>
    <w:p w:rsidR="00E00D30" w:rsidRDefault="00E00D30" w:rsidP="00E00D30">
      <w:r>
        <w:t>110.0613</w:t>
      </w:r>
      <w:r>
        <w:tab/>
        <w:t>2.025e0</w:t>
      </w:r>
    </w:p>
    <w:p w:rsidR="00E00D30" w:rsidRDefault="00E00D30" w:rsidP="00E00D30">
      <w:r>
        <w:t>110.0629</w:t>
      </w:r>
      <w:r>
        <w:tab/>
        <w:t>2.025e0</w:t>
      </w:r>
    </w:p>
    <w:p w:rsidR="00E00D30" w:rsidRDefault="00E00D30" w:rsidP="00E00D30">
      <w:r>
        <w:t>110.0656</w:t>
      </w:r>
      <w:r>
        <w:tab/>
        <w:t>2.025e0</w:t>
      </w:r>
    </w:p>
    <w:p w:rsidR="00E00D30" w:rsidRDefault="00E00D30" w:rsidP="00E00D30">
      <w:r>
        <w:t>110.0694</w:t>
      </w:r>
      <w:r>
        <w:tab/>
        <w:t>4.051e0</w:t>
      </w:r>
    </w:p>
    <w:p w:rsidR="00E00D30" w:rsidRDefault="00E00D30" w:rsidP="00E00D30">
      <w:r>
        <w:t>110.0723</w:t>
      </w:r>
      <w:r>
        <w:tab/>
        <w:t>2.025e0</w:t>
      </w:r>
    </w:p>
    <w:p w:rsidR="00E00D30" w:rsidRDefault="00E00D30" w:rsidP="00E00D30">
      <w:r>
        <w:t>110.0738</w:t>
      </w:r>
      <w:r>
        <w:tab/>
        <w:t>2.025e0</w:t>
      </w:r>
    </w:p>
    <w:p w:rsidR="00E00D30" w:rsidRDefault="00E00D30" w:rsidP="00E00D30">
      <w:r>
        <w:t>110.0753</w:t>
      </w:r>
      <w:r>
        <w:tab/>
        <w:t>3.038e0</w:t>
      </w:r>
    </w:p>
    <w:p w:rsidR="00E00D30" w:rsidRDefault="00E00D30" w:rsidP="00E00D30">
      <w:r>
        <w:t>110.0780</w:t>
      </w:r>
      <w:r>
        <w:tab/>
        <w:t>1.013e0</w:t>
      </w:r>
    </w:p>
    <w:p w:rsidR="00E00D30" w:rsidRDefault="00E00D30" w:rsidP="00E00D30">
      <w:r>
        <w:t>110.0812</w:t>
      </w:r>
      <w:r>
        <w:tab/>
        <w:t>1.013e0</w:t>
      </w:r>
    </w:p>
    <w:p w:rsidR="00E00D30" w:rsidRDefault="00E00D30" w:rsidP="00E00D30">
      <w:r>
        <w:t>110.0862</w:t>
      </w:r>
      <w:r>
        <w:tab/>
        <w:t>2.025e0</w:t>
      </w:r>
    </w:p>
    <w:p w:rsidR="00E00D30" w:rsidRDefault="00E00D30" w:rsidP="00E00D30">
      <w:r>
        <w:t>110.1087</w:t>
      </w:r>
      <w:r>
        <w:tab/>
        <w:t>2.025e0</w:t>
      </w:r>
    </w:p>
    <w:p w:rsidR="00E00D30" w:rsidRDefault="00E00D30" w:rsidP="00E00D30">
      <w:r>
        <w:t>110.1310</w:t>
      </w:r>
      <w:r>
        <w:tab/>
        <w:t>1.013e0</w:t>
      </w:r>
    </w:p>
    <w:p w:rsidR="00E00D30" w:rsidRDefault="00E00D30" w:rsidP="00E00D30">
      <w:r>
        <w:t>110.1423</w:t>
      </w:r>
      <w:r>
        <w:tab/>
        <w:t>2.025e0</w:t>
      </w:r>
    </w:p>
    <w:p w:rsidR="00E00D30" w:rsidRDefault="00E00D30" w:rsidP="00E00D30">
      <w:r>
        <w:lastRenderedPageBreak/>
        <w:t>110.1475</w:t>
      </w:r>
      <w:r>
        <w:tab/>
        <w:t>2.025e0</w:t>
      </w:r>
    </w:p>
    <w:p w:rsidR="00E00D30" w:rsidRDefault="00E00D30" w:rsidP="00E00D30">
      <w:r>
        <w:t>110.1591</w:t>
      </w:r>
      <w:r>
        <w:tab/>
        <w:t>1.013e0</w:t>
      </w:r>
    </w:p>
    <w:p w:rsidR="00E00D30" w:rsidRDefault="00E00D30" w:rsidP="00E00D30">
      <w:r>
        <w:t>110.1869</w:t>
      </w:r>
      <w:r>
        <w:tab/>
        <w:t>1.013e0</w:t>
      </w:r>
    </w:p>
    <w:p w:rsidR="00E00D30" w:rsidRDefault="00E00D30" w:rsidP="00E00D30">
      <w:r>
        <w:t>110.1950</w:t>
      </w:r>
      <w:r>
        <w:tab/>
        <w:t>1.013e0</w:t>
      </w:r>
    </w:p>
    <w:p w:rsidR="00E00D30" w:rsidRDefault="00E00D30" w:rsidP="00E00D30">
      <w:r>
        <w:t>110.1979</w:t>
      </w:r>
      <w:r>
        <w:tab/>
        <w:t>1.013e0</w:t>
      </w:r>
    </w:p>
    <w:p w:rsidR="00E00D30" w:rsidRDefault="00E00D30" w:rsidP="00E00D30">
      <w:r>
        <w:t>110.2038</w:t>
      </w:r>
      <w:r>
        <w:tab/>
        <w:t>1.013e0</w:t>
      </w:r>
    </w:p>
    <w:p w:rsidR="00E00D30" w:rsidRDefault="00E00D30" w:rsidP="00E00D30">
      <w:r>
        <w:t>110.2065</w:t>
      </w:r>
      <w:r>
        <w:tab/>
        <w:t>1.013e0</w:t>
      </w:r>
    </w:p>
    <w:p w:rsidR="00E00D30" w:rsidRDefault="00E00D30" w:rsidP="00E00D30">
      <w:r>
        <w:t>110.2118</w:t>
      </w:r>
      <w:r>
        <w:tab/>
        <w:t>1.013e0</w:t>
      </w:r>
    </w:p>
    <w:p w:rsidR="00E00D30" w:rsidRDefault="00E00D30" w:rsidP="00E00D30">
      <w:r>
        <w:t>110.2314</w:t>
      </w:r>
      <w:r>
        <w:tab/>
        <w:t>2.025e0</w:t>
      </w:r>
    </w:p>
    <w:p w:rsidR="00E00D30" w:rsidRDefault="00E00D30" w:rsidP="00E00D30">
      <w:r>
        <w:t>110.2398</w:t>
      </w:r>
      <w:r>
        <w:tab/>
        <w:t>1.013e0</w:t>
      </w:r>
    </w:p>
    <w:p w:rsidR="00E00D30" w:rsidRDefault="00E00D30" w:rsidP="00E00D30">
      <w:r>
        <w:t>110.2454</w:t>
      </w:r>
      <w:r>
        <w:tab/>
        <w:t>1.013e0</w:t>
      </w:r>
    </w:p>
    <w:p w:rsidR="00E00D30" w:rsidRDefault="00E00D30" w:rsidP="00E00D30">
      <w:r>
        <w:t>110.2511</w:t>
      </w:r>
      <w:r>
        <w:tab/>
        <w:t>1.013e0</w:t>
      </w:r>
    </w:p>
    <w:p w:rsidR="00E00D30" w:rsidRDefault="00E00D30" w:rsidP="00E00D30">
      <w:r>
        <w:t>110.2594</w:t>
      </w:r>
      <w:r>
        <w:tab/>
        <w:t>1.013e0</w:t>
      </w:r>
    </w:p>
    <w:p w:rsidR="00E00D30" w:rsidRDefault="00E00D30" w:rsidP="00E00D30">
      <w:r>
        <w:t>110.2680</w:t>
      </w:r>
      <w:r>
        <w:tab/>
        <w:t>1.013e0</w:t>
      </w:r>
    </w:p>
    <w:p w:rsidR="00E00D30" w:rsidRDefault="00E00D30" w:rsidP="00E00D30">
      <w:r>
        <w:t>110.2846</w:t>
      </w:r>
      <w:r>
        <w:tab/>
        <w:t>1.013e0</w:t>
      </w:r>
    </w:p>
    <w:p w:rsidR="00E00D30" w:rsidRDefault="00E00D30" w:rsidP="00E00D30">
      <w:r>
        <w:t>110.2928</w:t>
      </w:r>
      <w:r>
        <w:tab/>
        <w:t>1.013e0</w:t>
      </w:r>
    </w:p>
    <w:p w:rsidR="00E00D30" w:rsidRDefault="00E00D30" w:rsidP="00E00D30">
      <w:r>
        <w:t>110.3154</w:t>
      </w:r>
      <w:r>
        <w:tab/>
        <w:t>1.013e0</w:t>
      </w:r>
    </w:p>
    <w:p w:rsidR="00E00D30" w:rsidRDefault="00E00D30" w:rsidP="00E00D30">
      <w:r>
        <w:t>110.3166</w:t>
      </w:r>
      <w:r>
        <w:tab/>
        <w:t>2.025e0</w:t>
      </w:r>
    </w:p>
    <w:p w:rsidR="00E00D30" w:rsidRDefault="00E00D30" w:rsidP="00E00D30">
      <w:r>
        <w:t>110.3345</w:t>
      </w:r>
      <w:r>
        <w:tab/>
        <w:t>1.013e0</w:t>
      </w:r>
    </w:p>
    <w:p w:rsidR="00E00D30" w:rsidRDefault="00E00D30" w:rsidP="00E00D30">
      <w:r>
        <w:lastRenderedPageBreak/>
        <w:t>110.3374</w:t>
      </w:r>
      <w:r>
        <w:tab/>
        <w:t>1.013e0</w:t>
      </w:r>
    </w:p>
    <w:p w:rsidR="00E00D30" w:rsidRDefault="00E00D30" w:rsidP="00E00D30">
      <w:r>
        <w:t>110.3515</w:t>
      </w:r>
      <w:r>
        <w:tab/>
        <w:t>1.013e0</w:t>
      </w:r>
    </w:p>
    <w:p w:rsidR="00E00D30" w:rsidRDefault="00E00D30" w:rsidP="00E00D30">
      <w:r>
        <w:t>110.3653</w:t>
      </w:r>
      <w:r>
        <w:tab/>
        <w:t>2.025e0</w:t>
      </w:r>
    </w:p>
    <w:p w:rsidR="00E00D30" w:rsidRDefault="00E00D30" w:rsidP="00E00D30">
      <w:r>
        <w:t>110.3682</w:t>
      </w:r>
      <w:r>
        <w:tab/>
        <w:t>1.013e0</w:t>
      </w:r>
    </w:p>
    <w:p w:rsidR="00E00D30" w:rsidRDefault="00E00D30" w:rsidP="00E00D30">
      <w:r>
        <w:t>110.3767</w:t>
      </w:r>
      <w:r>
        <w:tab/>
        <w:t>1.013e0</w:t>
      </w:r>
    </w:p>
    <w:p w:rsidR="00E00D30" w:rsidRDefault="00E00D30" w:rsidP="00E00D30">
      <w:r>
        <w:t>110.3820</w:t>
      </w:r>
      <w:r>
        <w:tab/>
        <w:t>1.013e0</w:t>
      </w:r>
    </w:p>
    <w:p w:rsidR="00E00D30" w:rsidRDefault="00E00D30" w:rsidP="00E00D30">
      <w:r>
        <w:t>110.3877</w:t>
      </w:r>
      <w:r>
        <w:tab/>
        <w:t>1.013e0</w:t>
      </w:r>
    </w:p>
    <w:p w:rsidR="00E00D30" w:rsidRDefault="00E00D30" w:rsidP="00E00D30">
      <w:r>
        <w:t>110.4019</w:t>
      </w:r>
      <w:r>
        <w:tab/>
        <w:t>1.013e0</w:t>
      </w:r>
    </w:p>
    <w:p w:rsidR="00E00D30" w:rsidRDefault="00E00D30" w:rsidP="00E00D30">
      <w:r>
        <w:t>110.4324</w:t>
      </w:r>
      <w:r>
        <w:tab/>
        <w:t>1.013e0</w:t>
      </w:r>
    </w:p>
    <w:p w:rsidR="00E00D30" w:rsidRDefault="00E00D30" w:rsidP="00E00D30">
      <w:r>
        <w:t>110.4382</w:t>
      </w:r>
      <w:r>
        <w:tab/>
        <w:t>3.038e0</w:t>
      </w:r>
    </w:p>
    <w:p w:rsidR="00E00D30" w:rsidRDefault="00E00D30" w:rsidP="00E00D30">
      <w:r>
        <w:t>110.4409</w:t>
      </w:r>
      <w:r>
        <w:tab/>
        <w:t>1.013e0</w:t>
      </w:r>
    </w:p>
    <w:p w:rsidR="00E00D30" w:rsidRDefault="00E00D30" w:rsidP="00E00D30">
      <w:r>
        <w:t>110.4577</w:t>
      </w:r>
      <w:r>
        <w:tab/>
        <w:t>1.013e0</w:t>
      </w:r>
    </w:p>
    <w:p w:rsidR="00E00D30" w:rsidRDefault="00E00D30" w:rsidP="00E00D30">
      <w:r>
        <w:t>110.4770</w:t>
      </w:r>
      <w:r>
        <w:tab/>
        <w:t>1.013e0</w:t>
      </w:r>
    </w:p>
    <w:p w:rsidR="00E00D30" w:rsidRDefault="00E00D30" w:rsidP="00E00D30">
      <w:r>
        <w:t>110.4829</w:t>
      </w:r>
      <w:r>
        <w:tab/>
        <w:t>1.013e0</w:t>
      </w:r>
    </w:p>
    <w:p w:rsidR="00E00D30" w:rsidRDefault="00E00D30" w:rsidP="00E00D30">
      <w:r>
        <w:t>110.4896</w:t>
      </w:r>
      <w:r>
        <w:tab/>
        <w:t>2.025e0</w:t>
      </w:r>
    </w:p>
    <w:p w:rsidR="00E00D30" w:rsidRDefault="00E00D30" w:rsidP="00E00D30">
      <w:r>
        <w:t>110.5106</w:t>
      </w:r>
      <w:r>
        <w:tab/>
        <w:t>1.013e0</w:t>
      </w:r>
    </w:p>
    <w:p w:rsidR="00E00D30" w:rsidRDefault="00E00D30" w:rsidP="00E00D30">
      <w:r>
        <w:t>110.5135</w:t>
      </w:r>
      <w:r>
        <w:tab/>
        <w:t>2.025e0</w:t>
      </w:r>
    </w:p>
    <w:p w:rsidR="00E00D30" w:rsidRDefault="00E00D30" w:rsidP="00E00D30">
      <w:r>
        <w:t>110.5246</w:t>
      </w:r>
      <w:r>
        <w:tab/>
        <w:t>1.013e0</w:t>
      </w:r>
    </w:p>
    <w:p w:rsidR="00E00D30" w:rsidRDefault="00E00D30" w:rsidP="00E00D30">
      <w:r>
        <w:t>110.5303</w:t>
      </w:r>
      <w:r>
        <w:tab/>
        <w:t>2.025e0</w:t>
      </w:r>
    </w:p>
    <w:p w:rsidR="00E00D30" w:rsidRDefault="00E00D30" w:rsidP="00E00D30">
      <w:r>
        <w:lastRenderedPageBreak/>
        <w:t>110.5332</w:t>
      </w:r>
      <w:r>
        <w:tab/>
        <w:t>1.013e0</w:t>
      </w:r>
    </w:p>
    <w:p w:rsidR="00E00D30" w:rsidRDefault="00E00D30" w:rsidP="00E00D30">
      <w:r>
        <w:t>110.5344</w:t>
      </w:r>
      <w:r>
        <w:tab/>
        <w:t>3.038e0</w:t>
      </w:r>
    </w:p>
    <w:p w:rsidR="00E00D30" w:rsidRDefault="00E00D30" w:rsidP="00E00D30">
      <w:r>
        <w:t>110.5359</w:t>
      </w:r>
      <w:r>
        <w:tab/>
        <w:t>1.013e0</w:t>
      </w:r>
    </w:p>
    <w:p w:rsidR="00E00D30" w:rsidRDefault="00E00D30" w:rsidP="00E00D30">
      <w:r>
        <w:t>110.5624</w:t>
      </w:r>
      <w:r>
        <w:tab/>
        <w:t>2.025e0</w:t>
      </w:r>
    </w:p>
    <w:p w:rsidR="00E00D30" w:rsidRDefault="00E00D30" w:rsidP="00E00D30">
      <w:r>
        <w:t>110.5721</w:t>
      </w:r>
      <w:r>
        <w:tab/>
        <w:t>1.013e0</w:t>
      </w:r>
    </w:p>
    <w:p w:rsidR="00E00D30" w:rsidRDefault="00E00D30" w:rsidP="00E00D30">
      <w:r>
        <w:t>110.5860</w:t>
      </w:r>
      <w:r>
        <w:tab/>
        <w:t>1.013e0</w:t>
      </w:r>
    </w:p>
    <w:p w:rsidR="00E00D30" w:rsidRDefault="00E00D30" w:rsidP="00E00D30">
      <w:r>
        <w:t>110.5889</w:t>
      </w:r>
      <w:r>
        <w:tab/>
        <w:t>1.013e0</w:t>
      </w:r>
    </w:p>
    <w:p w:rsidR="00E00D30" w:rsidRDefault="00E00D30" w:rsidP="00E00D30">
      <w:r>
        <w:t>110.5998</w:t>
      </w:r>
      <w:r>
        <w:tab/>
        <w:t>1.013e0</w:t>
      </w:r>
    </w:p>
    <w:p w:rsidR="00E00D30" w:rsidRDefault="00E00D30" w:rsidP="00E00D30">
      <w:r>
        <w:t>110.6027</w:t>
      </w:r>
      <w:r>
        <w:tab/>
        <w:t>1.013e0</w:t>
      </w:r>
    </w:p>
    <w:p w:rsidR="00E00D30" w:rsidRDefault="00E00D30" w:rsidP="00E00D30">
      <w:r>
        <w:t>110.6115</w:t>
      </w:r>
      <w:r>
        <w:tab/>
        <w:t>1.013e0</w:t>
      </w:r>
    </w:p>
    <w:p w:rsidR="00E00D30" w:rsidRDefault="00E00D30" w:rsidP="00E00D30">
      <w:r>
        <w:t>110.6166</w:t>
      </w:r>
      <w:r>
        <w:tab/>
        <w:t>1.013e0</w:t>
      </w:r>
    </w:p>
    <w:p w:rsidR="00E00D30" w:rsidRDefault="00E00D30" w:rsidP="00E00D30">
      <w:r>
        <w:t>110.6337</w:t>
      </w:r>
      <w:r>
        <w:tab/>
        <w:t>1.013e0</w:t>
      </w:r>
    </w:p>
    <w:p w:rsidR="00E00D30" w:rsidRDefault="00E00D30" w:rsidP="00E00D30">
      <w:r>
        <w:t>110.6473</w:t>
      </w:r>
      <w:r>
        <w:tab/>
        <w:t>1.013e0</w:t>
      </w:r>
    </w:p>
    <w:p w:rsidR="00E00D30" w:rsidRDefault="00E00D30" w:rsidP="00E00D30">
      <w:r>
        <w:t>110.6561</w:t>
      </w:r>
      <w:r>
        <w:tab/>
        <w:t>3.038e0</w:t>
      </w:r>
    </w:p>
    <w:p w:rsidR="00E00D30" w:rsidRDefault="00E00D30" w:rsidP="00E00D30">
      <w:r>
        <w:t>110.6759</w:t>
      </w:r>
      <w:r>
        <w:tab/>
        <w:t>1.013e0</w:t>
      </w:r>
    </w:p>
    <w:p w:rsidR="00E00D30" w:rsidRDefault="00E00D30" w:rsidP="00E00D30">
      <w:r>
        <w:t>110.6781</w:t>
      </w:r>
      <w:r>
        <w:tab/>
        <w:t>1.013e0</w:t>
      </w:r>
    </w:p>
    <w:p w:rsidR="00E00D30" w:rsidRDefault="00E00D30" w:rsidP="00E00D30">
      <w:r>
        <w:t>110.7343</w:t>
      </w:r>
      <w:r>
        <w:tab/>
        <w:t>1.013e0</w:t>
      </w:r>
    </w:p>
    <w:p w:rsidR="00E00D30" w:rsidRDefault="00E00D30" w:rsidP="00E00D30">
      <w:r>
        <w:t>110.7371</w:t>
      </w:r>
      <w:r>
        <w:tab/>
        <w:t>2.025e0</w:t>
      </w:r>
    </w:p>
    <w:p w:rsidR="00E00D30" w:rsidRDefault="00E00D30" w:rsidP="00E00D30">
      <w:r>
        <w:t>110.7594</w:t>
      </w:r>
      <w:r>
        <w:tab/>
        <w:t>2.025e0</w:t>
      </w:r>
    </w:p>
    <w:p w:rsidR="00E00D30" w:rsidRDefault="00E00D30" w:rsidP="00E00D30">
      <w:r>
        <w:lastRenderedPageBreak/>
        <w:t>110.7650</w:t>
      </w:r>
      <w:r>
        <w:tab/>
        <w:t>1.013e0</w:t>
      </w:r>
    </w:p>
    <w:p w:rsidR="00E00D30" w:rsidRDefault="00E00D30" w:rsidP="00E00D30">
      <w:r>
        <w:t>110.7722</w:t>
      </w:r>
      <w:r>
        <w:tab/>
        <w:t>2.025e0</w:t>
      </w:r>
    </w:p>
    <w:p w:rsidR="00E00D30" w:rsidRDefault="00E00D30" w:rsidP="00E00D30">
      <w:r>
        <w:t>110.7900</w:t>
      </w:r>
      <w:r>
        <w:tab/>
        <w:t>1.013e0</w:t>
      </w:r>
    </w:p>
    <w:p w:rsidR="00E00D30" w:rsidRDefault="00E00D30" w:rsidP="00E00D30">
      <w:r>
        <w:t>110.7931</w:t>
      </w:r>
      <w:r>
        <w:tab/>
        <w:t>1.013e0</w:t>
      </w:r>
    </w:p>
    <w:p w:rsidR="00E00D30" w:rsidRDefault="00E00D30" w:rsidP="00E00D30">
      <w:r>
        <w:t>110.7958</w:t>
      </w:r>
      <w:r>
        <w:tab/>
        <w:t>1.013e0</w:t>
      </w:r>
    </w:p>
    <w:p w:rsidR="00E00D30" w:rsidRDefault="00E00D30" w:rsidP="00E00D30">
      <w:r>
        <w:t>110.8016</w:t>
      </w:r>
      <w:r>
        <w:tab/>
        <w:t>1.013e0</w:t>
      </w:r>
    </w:p>
    <w:p w:rsidR="00E00D30" w:rsidRDefault="00E00D30" w:rsidP="00E00D30">
      <w:r>
        <w:t>110.8098</w:t>
      </w:r>
      <w:r>
        <w:tab/>
        <w:t>1.013e0</w:t>
      </w:r>
    </w:p>
    <w:p w:rsidR="00E00D30" w:rsidRDefault="00E00D30" w:rsidP="00E00D30">
      <w:r>
        <w:t>110.8491</w:t>
      </w:r>
      <w:r>
        <w:tab/>
        <w:t>1.013e0</w:t>
      </w:r>
    </w:p>
    <w:p w:rsidR="00E00D30" w:rsidRDefault="00E00D30" w:rsidP="00E00D30">
      <w:r>
        <w:t>110.8602</w:t>
      </w:r>
      <w:r>
        <w:tab/>
        <w:t>1.013e0</w:t>
      </w:r>
    </w:p>
    <w:p w:rsidR="00E00D30" w:rsidRDefault="00E00D30" w:rsidP="00E00D30">
      <w:r>
        <w:t>110.8684</w:t>
      </w:r>
      <w:r>
        <w:tab/>
        <w:t>1.013e0</w:t>
      </w:r>
    </w:p>
    <w:p w:rsidR="00E00D30" w:rsidRDefault="00E00D30" w:rsidP="00E00D30">
      <w:r>
        <w:t>110.8909</w:t>
      </w:r>
      <w:r>
        <w:tab/>
        <w:t>1.013e0</w:t>
      </w:r>
    </w:p>
    <w:p w:rsidR="00E00D30" w:rsidRDefault="00E00D30" w:rsidP="00E00D30">
      <w:r>
        <w:t>110.9078</w:t>
      </w:r>
      <w:r>
        <w:tab/>
        <w:t>1.013e0</w:t>
      </w:r>
    </w:p>
    <w:p w:rsidR="00E00D30" w:rsidRDefault="00E00D30" w:rsidP="00E00D30">
      <w:r>
        <w:t>110.9246</w:t>
      </w:r>
      <w:r>
        <w:tab/>
        <w:t>1.013e0</w:t>
      </w:r>
    </w:p>
    <w:p w:rsidR="00E00D30" w:rsidRDefault="00E00D30" w:rsidP="00E00D30">
      <w:r>
        <w:t>110.9497</w:t>
      </w:r>
      <w:r>
        <w:tab/>
        <w:t>1.013e0</w:t>
      </w:r>
    </w:p>
    <w:p w:rsidR="00E00D30" w:rsidRDefault="00E00D30" w:rsidP="00E00D30">
      <w:r>
        <w:t>110.9555</w:t>
      </w:r>
      <w:r>
        <w:tab/>
        <w:t>1.013e0</w:t>
      </w:r>
    </w:p>
    <w:p w:rsidR="00E00D30" w:rsidRDefault="00E00D30" w:rsidP="00E00D30">
      <w:r>
        <w:t>110.9664</w:t>
      </w:r>
      <w:r>
        <w:tab/>
        <w:t>1.013e0</w:t>
      </w:r>
    </w:p>
    <w:p w:rsidR="00E00D30" w:rsidRDefault="00E00D30" w:rsidP="00E00D30">
      <w:r>
        <w:t>110.9695</w:t>
      </w:r>
      <w:r>
        <w:tab/>
        <w:t>1.013e0</w:t>
      </w:r>
    </w:p>
    <w:p w:rsidR="00E00D30" w:rsidRDefault="00E00D30" w:rsidP="00E00D30">
      <w:r>
        <w:t>110.9753</w:t>
      </w:r>
      <w:r>
        <w:tab/>
        <w:t>1.013e0</w:t>
      </w:r>
    </w:p>
    <w:p w:rsidR="00E00D30" w:rsidRDefault="00E00D30" w:rsidP="00E00D30">
      <w:r>
        <w:t>111.0003</w:t>
      </w:r>
      <w:r>
        <w:tab/>
        <w:t>1.013e0</w:t>
      </w:r>
    </w:p>
    <w:p w:rsidR="00E00D30" w:rsidRDefault="00E00D30" w:rsidP="00E00D30">
      <w:r>
        <w:lastRenderedPageBreak/>
        <w:t>111.0229</w:t>
      </w:r>
      <w:r>
        <w:tab/>
        <w:t>1.013e0</w:t>
      </w:r>
    </w:p>
    <w:p w:rsidR="00E00D30" w:rsidRDefault="00E00D30" w:rsidP="00E00D30">
      <w:r>
        <w:t>111.0419</w:t>
      </w:r>
      <w:r>
        <w:tab/>
        <w:t>1.013e0</w:t>
      </w:r>
    </w:p>
    <w:p w:rsidR="00E00D30" w:rsidRDefault="00E00D30" w:rsidP="00E00D30">
      <w:r>
        <w:t>111.0477</w:t>
      </w:r>
      <w:r>
        <w:tab/>
        <w:t>1.013e0</w:t>
      </w:r>
    </w:p>
    <w:p w:rsidR="00E00D30" w:rsidRDefault="00E00D30" w:rsidP="00E00D30">
      <w:r>
        <w:t>111.0506</w:t>
      </w:r>
      <w:r>
        <w:tab/>
        <w:t>2.025e0</w:t>
      </w:r>
    </w:p>
    <w:p w:rsidR="00E00D30" w:rsidRDefault="00E00D30" w:rsidP="00E00D30">
      <w:r>
        <w:t>111.0546</w:t>
      </w:r>
      <w:r>
        <w:tab/>
        <w:t>2.025e0</w:t>
      </w:r>
    </w:p>
    <w:p w:rsidR="00E00D30" w:rsidRDefault="00E00D30" w:rsidP="00E00D30">
      <w:r>
        <w:t>111.0561</w:t>
      </w:r>
      <w:r>
        <w:tab/>
        <w:t>4.051e0</w:t>
      </w:r>
    </w:p>
    <w:p w:rsidR="00E00D30" w:rsidRDefault="00E00D30" w:rsidP="00E00D30">
      <w:r>
        <w:t>111.0645</w:t>
      </w:r>
      <w:r>
        <w:tab/>
        <w:t>2.025e0</w:t>
      </w:r>
    </w:p>
    <w:p w:rsidR="00E00D30" w:rsidRDefault="00E00D30" w:rsidP="00E00D30">
      <w:r>
        <w:t>111.0703</w:t>
      </w:r>
      <w:r>
        <w:tab/>
        <w:t>1.013e0</w:t>
      </w:r>
    </w:p>
    <w:p w:rsidR="00E00D30" w:rsidRDefault="00E00D30" w:rsidP="00E00D30">
      <w:r>
        <w:t>111.0727</w:t>
      </w:r>
      <w:r>
        <w:tab/>
        <w:t>1.013e0</w:t>
      </w:r>
    </w:p>
    <w:p w:rsidR="00E00D30" w:rsidRDefault="00E00D30" w:rsidP="00E00D30">
      <w:r>
        <w:t>111.0843</w:t>
      </w:r>
      <w:r>
        <w:tab/>
        <w:t>1.013e0</w:t>
      </w:r>
    </w:p>
    <w:p w:rsidR="00E00D30" w:rsidRDefault="00E00D30" w:rsidP="00E00D30">
      <w:r>
        <w:t>111.0881</w:t>
      </w:r>
      <w:r>
        <w:tab/>
        <w:t>5.412e0</w:t>
      </w:r>
    </w:p>
    <w:p w:rsidR="00E00D30" w:rsidRDefault="00E00D30" w:rsidP="00E00D30">
      <w:r>
        <w:t>111.0895</w:t>
      </w:r>
      <w:r>
        <w:tab/>
        <w:t>2.025e0</w:t>
      </w:r>
    </w:p>
    <w:p w:rsidR="00E00D30" w:rsidRDefault="00E00D30" w:rsidP="00E00D30">
      <w:r>
        <w:t>111.0922</w:t>
      </w:r>
      <w:r>
        <w:tab/>
        <w:t>5.063e0</w:t>
      </w:r>
    </w:p>
    <w:p w:rsidR="00E00D30" w:rsidRDefault="00E00D30" w:rsidP="00E00D30">
      <w:r>
        <w:t>111.0954</w:t>
      </w:r>
      <w:r>
        <w:tab/>
        <w:t>3.038e0</w:t>
      </w:r>
    </w:p>
    <w:p w:rsidR="00E00D30" w:rsidRDefault="00E00D30" w:rsidP="00E00D30">
      <w:r>
        <w:t>111.1319</w:t>
      </w:r>
      <w:r>
        <w:tab/>
        <w:t>1.013e0</w:t>
      </w:r>
    </w:p>
    <w:p w:rsidR="00E00D30" w:rsidRDefault="00E00D30" w:rsidP="00E00D30">
      <w:r>
        <w:t>111.1540</w:t>
      </w:r>
      <w:r>
        <w:tab/>
        <w:t>2.025e0</w:t>
      </w:r>
    </w:p>
    <w:p w:rsidR="00E00D30" w:rsidRDefault="00E00D30" w:rsidP="00E00D30">
      <w:r>
        <w:t>111.1656</w:t>
      </w:r>
      <w:r>
        <w:tab/>
        <w:t>1.013e0</w:t>
      </w:r>
    </w:p>
    <w:p w:rsidR="00E00D30" w:rsidRDefault="00E00D30" w:rsidP="00E00D30">
      <w:r>
        <w:t>111.1891</w:t>
      </w:r>
      <w:r>
        <w:tab/>
        <w:t>2.025e0</w:t>
      </w:r>
    </w:p>
    <w:p w:rsidR="00E00D30" w:rsidRDefault="00E00D30" w:rsidP="00E00D30">
      <w:r>
        <w:t>111.2103</w:t>
      </w:r>
      <w:r>
        <w:tab/>
        <w:t>1.013e0</w:t>
      </w:r>
    </w:p>
    <w:p w:rsidR="00E00D30" w:rsidRDefault="00E00D30" w:rsidP="00E00D30">
      <w:r>
        <w:lastRenderedPageBreak/>
        <w:t>111.2243</w:t>
      </w:r>
      <w:r>
        <w:tab/>
        <w:t>1.013e0</w:t>
      </w:r>
    </w:p>
    <w:p w:rsidR="00E00D30" w:rsidRDefault="00E00D30" w:rsidP="00E00D30">
      <w:r>
        <w:t>111.2324</w:t>
      </w:r>
      <w:r>
        <w:tab/>
        <w:t>1.013e0</w:t>
      </w:r>
    </w:p>
    <w:p w:rsidR="00E00D30" w:rsidRDefault="00E00D30" w:rsidP="00E00D30">
      <w:r>
        <w:t>111.2383</w:t>
      </w:r>
      <w:r>
        <w:tab/>
        <w:t>1.013e0</w:t>
      </w:r>
    </w:p>
    <w:p w:rsidR="00E00D30" w:rsidRDefault="00E00D30" w:rsidP="00E00D30">
      <w:r>
        <w:t>111.2411</w:t>
      </w:r>
      <w:r>
        <w:tab/>
        <w:t>1.013e0</w:t>
      </w:r>
    </w:p>
    <w:p w:rsidR="00E00D30" w:rsidRDefault="00E00D30" w:rsidP="00E00D30">
      <w:r>
        <w:t>111.2493</w:t>
      </w:r>
      <w:r>
        <w:tab/>
        <w:t>1.013e0</w:t>
      </w:r>
    </w:p>
    <w:p w:rsidR="00E00D30" w:rsidRDefault="00E00D30" w:rsidP="00E00D30">
      <w:r>
        <w:t>111.2523</w:t>
      </w:r>
      <w:r>
        <w:tab/>
        <w:t>2.025e0</w:t>
      </w:r>
    </w:p>
    <w:p w:rsidR="00E00D30" w:rsidRDefault="00E00D30" w:rsidP="00E00D30">
      <w:r>
        <w:t>111.2776</w:t>
      </w:r>
      <w:r>
        <w:tab/>
        <w:t>1.013e0</w:t>
      </w:r>
    </w:p>
    <w:p w:rsidR="00E00D30" w:rsidRDefault="00E00D30" w:rsidP="00E00D30">
      <w:r>
        <w:t>111.2861</w:t>
      </w:r>
      <w:r>
        <w:tab/>
        <w:t>1.013e0</w:t>
      </w:r>
    </w:p>
    <w:p w:rsidR="00E00D30" w:rsidRDefault="00E00D30" w:rsidP="00E00D30">
      <w:r>
        <w:t>111.3056</w:t>
      </w:r>
      <w:r>
        <w:tab/>
        <w:t>1.013e0</w:t>
      </w:r>
    </w:p>
    <w:p w:rsidR="00E00D30" w:rsidRDefault="00E00D30" w:rsidP="00E00D30">
      <w:r>
        <w:t>111.3142</w:t>
      </w:r>
      <w:r>
        <w:tab/>
        <w:t>2.285e0</w:t>
      </w:r>
    </w:p>
    <w:p w:rsidR="00E00D30" w:rsidRDefault="00E00D30" w:rsidP="00E00D30">
      <w:r>
        <w:t>111.3197</w:t>
      </w:r>
      <w:r>
        <w:tab/>
        <w:t>1.013e0</w:t>
      </w:r>
    </w:p>
    <w:p w:rsidR="00E00D30" w:rsidRDefault="00E00D30" w:rsidP="00E00D30">
      <w:r>
        <w:t>111.3335</w:t>
      </w:r>
      <w:r>
        <w:tab/>
        <w:t>1.013e0</w:t>
      </w:r>
    </w:p>
    <w:p w:rsidR="00E00D30" w:rsidRDefault="00E00D30" w:rsidP="00E00D30">
      <w:r>
        <w:t>111.3448</w:t>
      </w:r>
      <w:r>
        <w:tab/>
        <w:t>1.013e0</w:t>
      </w:r>
    </w:p>
    <w:p w:rsidR="00E00D30" w:rsidRDefault="00E00D30" w:rsidP="00E00D30">
      <w:r>
        <w:t>111.3812</w:t>
      </w:r>
      <w:r>
        <w:tab/>
        <w:t>1.013e0</w:t>
      </w:r>
    </w:p>
    <w:p w:rsidR="00E00D30" w:rsidRDefault="00E00D30" w:rsidP="00E00D30">
      <w:r>
        <w:t>111.3871</w:t>
      </w:r>
      <w:r>
        <w:tab/>
        <w:t>1.013e0</w:t>
      </w:r>
    </w:p>
    <w:p w:rsidR="00E00D30" w:rsidRDefault="00E00D30" w:rsidP="00E00D30">
      <w:r>
        <w:t>111.4261</w:t>
      </w:r>
      <w:r>
        <w:tab/>
        <w:t>1.013e0</w:t>
      </w:r>
    </w:p>
    <w:p w:rsidR="00E00D30" w:rsidRDefault="00E00D30" w:rsidP="00E00D30">
      <w:r>
        <w:t>111.4598</w:t>
      </w:r>
      <w:r>
        <w:tab/>
        <w:t>1.013e0</w:t>
      </w:r>
    </w:p>
    <w:p w:rsidR="00E00D30" w:rsidRDefault="00E00D30" w:rsidP="00E00D30">
      <w:r>
        <w:t>111.4906</w:t>
      </w:r>
      <w:r>
        <w:tab/>
        <w:t>1.013e0</w:t>
      </w:r>
    </w:p>
    <w:p w:rsidR="00E00D30" w:rsidRDefault="00E00D30" w:rsidP="00E00D30">
      <w:r>
        <w:t>111.4935</w:t>
      </w:r>
      <w:r>
        <w:tab/>
        <w:t>1.013e0</w:t>
      </w:r>
    </w:p>
    <w:p w:rsidR="00E00D30" w:rsidRDefault="00E00D30" w:rsidP="00E00D30">
      <w:r>
        <w:lastRenderedPageBreak/>
        <w:t>111.5020</w:t>
      </w:r>
      <w:r>
        <w:tab/>
        <w:t>1.013e0</w:t>
      </w:r>
    </w:p>
    <w:p w:rsidR="00E00D30" w:rsidRDefault="00E00D30" w:rsidP="00E00D30">
      <w:r>
        <w:t>111.5105</w:t>
      </w:r>
      <w:r>
        <w:tab/>
        <w:t>1.013e0</w:t>
      </w:r>
    </w:p>
    <w:p w:rsidR="00E00D30" w:rsidRDefault="00E00D30" w:rsidP="00E00D30">
      <w:r>
        <w:t>111.5245</w:t>
      </w:r>
      <w:r>
        <w:tab/>
        <w:t>1.013e0</w:t>
      </w:r>
    </w:p>
    <w:p w:rsidR="00E00D30" w:rsidRDefault="00E00D30" w:rsidP="00E00D30">
      <w:r>
        <w:t>111.5341</w:t>
      </w:r>
      <w:r>
        <w:tab/>
        <w:t>2.025e0</w:t>
      </w:r>
    </w:p>
    <w:p w:rsidR="00E00D30" w:rsidRDefault="00E00D30" w:rsidP="00E00D30">
      <w:r>
        <w:t>111.5386</w:t>
      </w:r>
      <w:r>
        <w:tab/>
        <w:t>4.051e0</w:t>
      </w:r>
    </w:p>
    <w:p w:rsidR="00E00D30" w:rsidRDefault="00E00D30" w:rsidP="00E00D30">
      <w:r>
        <w:t>111.5523</w:t>
      </w:r>
      <w:r>
        <w:tab/>
        <w:t>1.013e0</w:t>
      </w:r>
    </w:p>
    <w:p w:rsidR="00E00D30" w:rsidRDefault="00E00D30" w:rsidP="00E00D30">
      <w:r>
        <w:t>111.5551</w:t>
      </w:r>
      <w:r>
        <w:tab/>
        <w:t>1.013e0</w:t>
      </w:r>
    </w:p>
    <w:p w:rsidR="00E00D30" w:rsidRDefault="00E00D30" w:rsidP="00E00D30">
      <w:r>
        <w:t>111.5580</w:t>
      </w:r>
      <w:r>
        <w:tab/>
        <w:t>2.025e0</w:t>
      </w:r>
    </w:p>
    <w:p w:rsidR="00E00D30" w:rsidRDefault="00E00D30" w:rsidP="00E00D30">
      <w:r>
        <w:t>111.5611</w:t>
      </w:r>
      <w:r>
        <w:tab/>
        <w:t>1.013e0</w:t>
      </w:r>
    </w:p>
    <w:p w:rsidR="00E00D30" w:rsidRDefault="00E00D30" w:rsidP="00E00D30">
      <w:r>
        <w:t>111.5639</w:t>
      </w:r>
      <w:r>
        <w:tab/>
        <w:t>1.013e0</w:t>
      </w:r>
    </w:p>
    <w:p w:rsidR="00E00D30" w:rsidRDefault="00E00D30" w:rsidP="00E00D30">
      <w:r>
        <w:t>111.5720</w:t>
      </w:r>
      <w:r>
        <w:tab/>
        <w:t>1.013e0</w:t>
      </w:r>
    </w:p>
    <w:p w:rsidR="00E00D30" w:rsidRDefault="00E00D30" w:rsidP="00E00D30">
      <w:r>
        <w:t>111.5749</w:t>
      </w:r>
      <w:r>
        <w:tab/>
        <w:t>1.013e0</w:t>
      </w:r>
    </w:p>
    <w:p w:rsidR="00E00D30" w:rsidRDefault="00E00D30" w:rsidP="00E00D30">
      <w:r>
        <w:t>111.5999</w:t>
      </w:r>
      <w:r>
        <w:tab/>
        <w:t>1.013e0</w:t>
      </w:r>
    </w:p>
    <w:p w:rsidR="00E00D30" w:rsidRDefault="00E00D30" w:rsidP="00E00D30">
      <w:r>
        <w:t>111.6058</w:t>
      </w:r>
      <w:r>
        <w:tab/>
        <w:t>1.013e0</w:t>
      </w:r>
    </w:p>
    <w:p w:rsidR="00E00D30" w:rsidRDefault="00E00D30" w:rsidP="00E00D30">
      <w:r>
        <w:t>111.6117</w:t>
      </w:r>
      <w:r>
        <w:tab/>
        <w:t>1.013e0</w:t>
      </w:r>
    </w:p>
    <w:p w:rsidR="00E00D30" w:rsidRDefault="00E00D30" w:rsidP="00E00D30">
      <w:r>
        <w:t>111.6169</w:t>
      </w:r>
      <w:r>
        <w:tab/>
        <w:t>1.013e0</w:t>
      </w:r>
    </w:p>
    <w:p w:rsidR="00E00D30" w:rsidRDefault="00E00D30" w:rsidP="00E00D30">
      <w:r>
        <w:t>111.6213</w:t>
      </w:r>
      <w:r>
        <w:tab/>
        <w:t>2.025e0</w:t>
      </w:r>
    </w:p>
    <w:p w:rsidR="00E00D30" w:rsidRDefault="00E00D30" w:rsidP="00E00D30">
      <w:r>
        <w:t>111.6255</w:t>
      </w:r>
      <w:r>
        <w:tab/>
        <w:t>1.013e0</w:t>
      </w:r>
    </w:p>
    <w:p w:rsidR="00E00D30" w:rsidRDefault="00E00D30" w:rsidP="00E00D30">
      <w:r>
        <w:t>111.6451</w:t>
      </w:r>
      <w:r>
        <w:tab/>
        <w:t>1.013e0</w:t>
      </w:r>
    </w:p>
    <w:p w:rsidR="00E00D30" w:rsidRDefault="00E00D30" w:rsidP="00E00D30">
      <w:r>
        <w:lastRenderedPageBreak/>
        <w:t>111.6534</w:t>
      </w:r>
      <w:r>
        <w:tab/>
        <w:t>1.013e0</w:t>
      </w:r>
    </w:p>
    <w:p w:rsidR="00E00D30" w:rsidRDefault="00E00D30" w:rsidP="00E00D30">
      <w:r>
        <w:t>111.7292</w:t>
      </w:r>
      <w:r>
        <w:tab/>
        <w:t>1.013e0</w:t>
      </w:r>
    </w:p>
    <w:p w:rsidR="00E00D30" w:rsidRDefault="00E00D30" w:rsidP="00E00D30">
      <w:r>
        <w:t>111.7489</w:t>
      </w:r>
      <w:r>
        <w:tab/>
        <w:t>1.013e0</w:t>
      </w:r>
    </w:p>
    <w:p w:rsidR="00E00D30" w:rsidRDefault="00E00D30" w:rsidP="00E00D30">
      <w:r>
        <w:t>111.7518</w:t>
      </w:r>
      <w:r>
        <w:tab/>
        <w:t>1.013e0</w:t>
      </w:r>
    </w:p>
    <w:p w:rsidR="00E00D30" w:rsidRDefault="00E00D30" w:rsidP="00E00D30">
      <w:r>
        <w:t>111.7659</w:t>
      </w:r>
      <w:r>
        <w:tab/>
        <w:t>1.013e0</w:t>
      </w:r>
    </w:p>
    <w:p w:rsidR="00E00D30" w:rsidRDefault="00E00D30" w:rsidP="00E00D30">
      <w:r>
        <w:t>111.7910</w:t>
      </w:r>
      <w:r>
        <w:tab/>
        <w:t>1.013e0</w:t>
      </w:r>
    </w:p>
    <w:p w:rsidR="00E00D30" w:rsidRDefault="00E00D30" w:rsidP="00E00D30">
      <w:r>
        <w:t>111.8077</w:t>
      </w:r>
      <w:r>
        <w:tab/>
        <w:t>1.013e0</w:t>
      </w:r>
    </w:p>
    <w:p w:rsidR="00E00D30" w:rsidRDefault="00E00D30" w:rsidP="00E00D30">
      <w:r>
        <w:t>111.8138</w:t>
      </w:r>
      <w:r>
        <w:tab/>
        <w:t>1.013e0</w:t>
      </w:r>
    </w:p>
    <w:p w:rsidR="00E00D30" w:rsidRDefault="00E00D30" w:rsidP="00E00D30">
      <w:r>
        <w:t>111.8278</w:t>
      </w:r>
      <w:r>
        <w:tab/>
        <w:t>1.013e0</w:t>
      </w:r>
    </w:p>
    <w:p w:rsidR="00E00D30" w:rsidRDefault="00E00D30" w:rsidP="00E00D30">
      <w:r>
        <w:t>111.8363</w:t>
      </w:r>
      <w:r>
        <w:tab/>
        <w:t>1.013e0</w:t>
      </w:r>
    </w:p>
    <w:p w:rsidR="00E00D30" w:rsidRDefault="00E00D30" w:rsidP="00E00D30">
      <w:r>
        <w:t>111.8672</w:t>
      </w:r>
      <w:r>
        <w:tab/>
        <w:t>2.025e0</w:t>
      </w:r>
    </w:p>
    <w:p w:rsidR="00E00D30" w:rsidRDefault="00E00D30" w:rsidP="00E00D30">
      <w:r>
        <w:t>111.8867</w:t>
      </w:r>
      <w:r>
        <w:tab/>
        <w:t>1.013e0</w:t>
      </w:r>
    </w:p>
    <w:p w:rsidR="00E00D30" w:rsidRDefault="00E00D30" w:rsidP="00E00D30">
      <w:r>
        <w:t>111.9178</w:t>
      </w:r>
      <w:r>
        <w:tab/>
        <w:t>2.025e0</w:t>
      </w:r>
    </w:p>
    <w:p w:rsidR="00E00D30" w:rsidRDefault="00E00D30" w:rsidP="00E00D30">
      <w:r>
        <w:t>111.9204</w:t>
      </w:r>
      <w:r>
        <w:tab/>
        <w:t>1.013e0</w:t>
      </w:r>
    </w:p>
    <w:p w:rsidR="00E00D30" w:rsidRDefault="00E00D30" w:rsidP="00E00D30">
      <w:r>
        <w:t>111.9318</w:t>
      </w:r>
      <w:r>
        <w:tab/>
        <w:t>1.013e0</w:t>
      </w:r>
    </w:p>
    <w:p w:rsidR="00E00D30" w:rsidRDefault="00E00D30" w:rsidP="00E00D30">
      <w:r>
        <w:t>111.9487</w:t>
      </w:r>
      <w:r>
        <w:tab/>
        <w:t>1.013e0</w:t>
      </w:r>
    </w:p>
    <w:p w:rsidR="00E00D30" w:rsidRDefault="00E00D30" w:rsidP="00E00D30">
      <w:r>
        <w:t>111.9569</w:t>
      </w:r>
      <w:r>
        <w:tab/>
        <w:t>1.013e0</w:t>
      </w:r>
    </w:p>
    <w:p w:rsidR="00E00D30" w:rsidRDefault="00E00D30" w:rsidP="00E00D30">
      <w:r>
        <w:t>111.9627</w:t>
      </w:r>
      <w:r>
        <w:tab/>
        <w:t>1.013e0</w:t>
      </w:r>
    </w:p>
    <w:p w:rsidR="00E00D30" w:rsidRDefault="00E00D30" w:rsidP="00E00D30">
      <w:r>
        <w:t>111.9766</w:t>
      </w:r>
      <w:r>
        <w:tab/>
        <w:t>1.013e0</w:t>
      </w:r>
    </w:p>
    <w:p w:rsidR="00E00D30" w:rsidRDefault="00E00D30" w:rsidP="00E00D30">
      <w:r>
        <w:lastRenderedPageBreak/>
        <w:t>111.9878</w:t>
      </w:r>
      <w:r>
        <w:tab/>
        <w:t>1.013e0</w:t>
      </w:r>
    </w:p>
    <w:p w:rsidR="00E00D30" w:rsidRDefault="00E00D30" w:rsidP="00E00D30">
      <w:r>
        <w:t>112.0134</w:t>
      </w:r>
      <w:r>
        <w:tab/>
        <w:t>1.013e0</w:t>
      </w:r>
    </w:p>
    <w:p w:rsidR="00E00D30" w:rsidRDefault="00E00D30" w:rsidP="00E00D30">
      <w:r>
        <w:t>112.0245</w:t>
      </w:r>
      <w:r>
        <w:tab/>
        <w:t>1.013e0</w:t>
      </w:r>
    </w:p>
    <w:p w:rsidR="00E00D30" w:rsidRDefault="00E00D30" w:rsidP="00E00D30">
      <w:r>
        <w:t>112.0288</w:t>
      </w:r>
      <w:r>
        <w:tab/>
        <w:t>2.025e0</w:t>
      </w:r>
    </w:p>
    <w:p w:rsidR="00E00D30" w:rsidRDefault="00E00D30" w:rsidP="00E00D30">
      <w:r>
        <w:t>112.0413</w:t>
      </w:r>
      <w:r>
        <w:tab/>
        <w:t>1.013e0</w:t>
      </w:r>
    </w:p>
    <w:p w:rsidR="00E00D30" w:rsidRDefault="00E00D30" w:rsidP="00E00D30">
      <w:r>
        <w:t>112.0472</w:t>
      </w:r>
      <w:r>
        <w:tab/>
        <w:t>2.025e0</w:t>
      </w:r>
    </w:p>
    <w:p w:rsidR="00E00D30" w:rsidRDefault="00E00D30" w:rsidP="00E00D30">
      <w:r>
        <w:t>112.0496</w:t>
      </w:r>
      <w:r>
        <w:tab/>
        <w:t>1.013e0</w:t>
      </w:r>
    </w:p>
    <w:p w:rsidR="00E00D30" w:rsidRDefault="00E00D30" w:rsidP="00E00D30">
      <w:r>
        <w:t>112.0583</w:t>
      </w:r>
      <w:r>
        <w:tab/>
        <w:t>1.013e0</w:t>
      </w:r>
    </w:p>
    <w:p w:rsidR="00E00D30" w:rsidRDefault="00E00D30" w:rsidP="00E00D30">
      <w:r>
        <w:t>112.0597</w:t>
      </w:r>
      <w:r>
        <w:tab/>
        <w:t>2.025e0</w:t>
      </w:r>
    </w:p>
    <w:p w:rsidR="00E00D30" w:rsidRDefault="00E00D30" w:rsidP="00E00D30">
      <w:r>
        <w:t>112.0725</w:t>
      </w:r>
      <w:r>
        <w:tab/>
        <w:t>1.013e0</w:t>
      </w:r>
    </w:p>
    <w:p w:rsidR="00E00D30" w:rsidRDefault="00E00D30" w:rsidP="00E00D30">
      <w:r>
        <w:t>112.0781</w:t>
      </w:r>
      <w:r>
        <w:tab/>
        <w:t>1.013e0</w:t>
      </w:r>
    </w:p>
    <w:p w:rsidR="00E00D30" w:rsidRDefault="00E00D30" w:rsidP="00E00D30">
      <w:r>
        <w:t>112.0807</w:t>
      </w:r>
      <w:r>
        <w:tab/>
        <w:t>2.025e0</w:t>
      </w:r>
    </w:p>
    <w:p w:rsidR="00E00D30" w:rsidRDefault="00E00D30" w:rsidP="00E00D30">
      <w:r>
        <w:t>112.0827</w:t>
      </w:r>
      <w:r>
        <w:tab/>
        <w:t>1.655e0</w:t>
      </w:r>
    </w:p>
    <w:p w:rsidR="00E00D30" w:rsidRDefault="00E00D30" w:rsidP="00E00D30">
      <w:r>
        <w:t>112.0944</w:t>
      </w:r>
      <w:r>
        <w:tab/>
        <w:t>4.421e0</w:t>
      </w:r>
    </w:p>
    <w:p w:rsidR="00E00D30" w:rsidRDefault="00E00D30" w:rsidP="00E00D30">
      <w:r>
        <w:t>112.1019</w:t>
      </w:r>
      <w:r>
        <w:tab/>
        <w:t>2.025e0</w:t>
      </w:r>
    </w:p>
    <w:p w:rsidR="00E00D30" w:rsidRDefault="00E00D30" w:rsidP="00E00D30">
      <w:r>
        <w:t>112.1062</w:t>
      </w:r>
      <w:r>
        <w:tab/>
        <w:t>1.013e0</w:t>
      </w:r>
    </w:p>
    <w:p w:rsidR="00E00D30" w:rsidRDefault="00E00D30" w:rsidP="00E00D30">
      <w:r>
        <w:t>112.1186</w:t>
      </w:r>
      <w:r>
        <w:tab/>
        <w:t>2.025e0</w:t>
      </w:r>
    </w:p>
    <w:p w:rsidR="00E00D30" w:rsidRDefault="00E00D30" w:rsidP="00E00D30">
      <w:r>
        <w:t>112.1287</w:t>
      </w:r>
      <w:r>
        <w:tab/>
        <w:t>1.013e0</w:t>
      </w:r>
    </w:p>
    <w:p w:rsidR="00E00D30" w:rsidRDefault="00E00D30" w:rsidP="00E00D30">
      <w:r>
        <w:t>112.1400</w:t>
      </w:r>
      <w:r>
        <w:tab/>
        <w:t>2.025e0</w:t>
      </w:r>
    </w:p>
    <w:p w:rsidR="00E00D30" w:rsidRDefault="00E00D30" w:rsidP="00E00D30">
      <w:r>
        <w:lastRenderedPageBreak/>
        <w:t>112.1540</w:t>
      </w:r>
      <w:r>
        <w:tab/>
        <w:t>3.038e0</w:t>
      </w:r>
    </w:p>
    <w:p w:rsidR="00E00D30" w:rsidRDefault="00E00D30" w:rsidP="00E00D30">
      <w:r>
        <w:t>112.1584</w:t>
      </w:r>
      <w:r>
        <w:tab/>
        <w:t>2.025e0</w:t>
      </w:r>
    </w:p>
    <w:p w:rsidR="00E00D30" w:rsidRDefault="00E00D30" w:rsidP="00E00D30">
      <w:r>
        <w:t>112.1650</w:t>
      </w:r>
      <w:r>
        <w:tab/>
        <w:t>1.013e0</w:t>
      </w:r>
    </w:p>
    <w:p w:rsidR="00E00D30" w:rsidRDefault="00E00D30" w:rsidP="00E00D30">
      <w:r>
        <w:t>112.1708</w:t>
      </w:r>
      <w:r>
        <w:tab/>
        <w:t>1.013e0</w:t>
      </w:r>
    </w:p>
    <w:p w:rsidR="00E00D30" w:rsidRDefault="00E00D30" w:rsidP="00E00D30">
      <w:r>
        <w:t>112.1766</w:t>
      </w:r>
      <w:r>
        <w:tab/>
        <w:t>1.013e0</w:t>
      </w:r>
    </w:p>
    <w:p w:rsidR="00E00D30" w:rsidRDefault="00E00D30" w:rsidP="00E00D30">
      <w:r>
        <w:t>112.1877</w:t>
      </w:r>
      <w:r>
        <w:tab/>
        <w:t>1.013e0</w:t>
      </w:r>
    </w:p>
    <w:p w:rsidR="00E00D30" w:rsidRDefault="00E00D30" w:rsidP="00E00D30">
      <w:r>
        <w:t>112.2017</w:t>
      </w:r>
      <w:r>
        <w:tab/>
        <w:t>1.013e0</w:t>
      </w:r>
    </w:p>
    <w:p w:rsidR="00E00D30" w:rsidRDefault="00E00D30" w:rsidP="00E00D30">
      <w:r>
        <w:t>112.2076</w:t>
      </w:r>
      <w:r>
        <w:tab/>
        <w:t>1.013e0</w:t>
      </w:r>
    </w:p>
    <w:p w:rsidR="00E00D30" w:rsidRDefault="00E00D30" w:rsidP="00E00D30">
      <w:r>
        <w:t>112.2215</w:t>
      </w:r>
      <w:r>
        <w:tab/>
        <w:t>1.013e0</w:t>
      </w:r>
    </w:p>
    <w:p w:rsidR="00E00D30" w:rsidRDefault="00E00D30" w:rsidP="00E00D30">
      <w:r>
        <w:t>112.2496</w:t>
      </w:r>
      <w:r>
        <w:tab/>
        <w:t>1.013e0</w:t>
      </w:r>
    </w:p>
    <w:p w:rsidR="00E00D30" w:rsidRDefault="00E00D30" w:rsidP="00E00D30">
      <w:r>
        <w:t>112.2525</w:t>
      </w:r>
      <w:r>
        <w:tab/>
        <w:t>2.025e0</w:t>
      </w:r>
    </w:p>
    <w:p w:rsidR="00E00D30" w:rsidRDefault="00E00D30" w:rsidP="00E00D30">
      <w:r>
        <w:t>112.2607</w:t>
      </w:r>
      <w:r>
        <w:tab/>
        <w:t>1.013e0</w:t>
      </w:r>
    </w:p>
    <w:p w:rsidR="00E00D30" w:rsidRDefault="00E00D30" w:rsidP="00E00D30">
      <w:r>
        <w:t>112.2752</w:t>
      </w:r>
      <w:r>
        <w:tab/>
        <w:t>1.013e0</w:t>
      </w:r>
    </w:p>
    <w:p w:rsidR="00E00D30" w:rsidRDefault="00E00D30" w:rsidP="00E00D30">
      <w:r>
        <w:t>112.2805</w:t>
      </w:r>
      <w:r>
        <w:tab/>
        <w:t>1.013e0</w:t>
      </w:r>
    </w:p>
    <w:p w:rsidR="00E00D30" w:rsidRDefault="00E00D30" w:rsidP="00E00D30">
      <w:r>
        <w:t>112.2933</w:t>
      </w:r>
      <w:r>
        <w:tab/>
        <w:t>2.025e0</w:t>
      </w:r>
    </w:p>
    <w:p w:rsidR="00E00D30" w:rsidRDefault="00E00D30" w:rsidP="00E00D30">
      <w:r>
        <w:t>112.3034</w:t>
      </w:r>
      <w:r>
        <w:tab/>
        <w:t>1.013e0</w:t>
      </w:r>
    </w:p>
    <w:p w:rsidR="00E00D30" w:rsidRDefault="00E00D30" w:rsidP="00E00D30">
      <w:r>
        <w:t>112.3087</w:t>
      </w:r>
      <w:r>
        <w:tab/>
        <w:t>1.013e0</w:t>
      </w:r>
    </w:p>
    <w:p w:rsidR="00E00D30" w:rsidRDefault="00E00D30" w:rsidP="00E00D30">
      <w:r>
        <w:t>112.3215</w:t>
      </w:r>
      <w:r>
        <w:tab/>
        <w:t>2.025e0</w:t>
      </w:r>
    </w:p>
    <w:p w:rsidR="00E00D30" w:rsidRDefault="00E00D30" w:rsidP="00E00D30">
      <w:r>
        <w:t>112.3342</w:t>
      </w:r>
      <w:r>
        <w:tab/>
        <w:t>1.013e0</w:t>
      </w:r>
    </w:p>
    <w:p w:rsidR="00E00D30" w:rsidRDefault="00E00D30" w:rsidP="00E00D30">
      <w:r>
        <w:lastRenderedPageBreak/>
        <w:t>112.3423</w:t>
      </w:r>
      <w:r>
        <w:tab/>
        <w:t>1.013e0</w:t>
      </w:r>
    </w:p>
    <w:p w:rsidR="00E00D30" w:rsidRDefault="00E00D30" w:rsidP="00E00D30">
      <w:r>
        <w:t>112.3453</w:t>
      </w:r>
      <w:r>
        <w:tab/>
        <w:t>1.013e0</w:t>
      </w:r>
    </w:p>
    <w:p w:rsidR="00E00D30" w:rsidRDefault="00E00D30" w:rsidP="00E00D30">
      <w:r>
        <w:t>112.3482</w:t>
      </w:r>
      <w:r>
        <w:tab/>
        <w:t>2.025e0</w:t>
      </w:r>
    </w:p>
    <w:p w:rsidR="00E00D30" w:rsidRDefault="00E00D30" w:rsidP="00E00D30">
      <w:r>
        <w:t>112.3568</w:t>
      </w:r>
      <w:r>
        <w:tab/>
        <w:t>1.013e0</w:t>
      </w:r>
    </w:p>
    <w:p w:rsidR="00E00D30" w:rsidRDefault="00E00D30" w:rsidP="00E00D30">
      <w:r>
        <w:t>112.3622</w:t>
      </w:r>
      <w:r>
        <w:tab/>
        <w:t>1.013e0</w:t>
      </w:r>
    </w:p>
    <w:p w:rsidR="00E00D30" w:rsidRDefault="00E00D30" w:rsidP="00E00D30">
      <w:r>
        <w:t>112.3736</w:t>
      </w:r>
      <w:r>
        <w:tab/>
        <w:t>2.025e0</w:t>
      </w:r>
    </w:p>
    <w:p w:rsidR="00E00D30" w:rsidRDefault="00E00D30" w:rsidP="00E00D30">
      <w:r>
        <w:t>112.3793</w:t>
      </w:r>
      <w:r>
        <w:tab/>
        <w:t>1.013e0</w:t>
      </w:r>
    </w:p>
    <w:p w:rsidR="00E00D30" w:rsidRDefault="00E00D30" w:rsidP="00E00D30">
      <w:r>
        <w:t>112.3962</w:t>
      </w:r>
      <w:r>
        <w:tab/>
        <w:t>1.013e0</w:t>
      </w:r>
    </w:p>
    <w:p w:rsidR="00E00D30" w:rsidRDefault="00E00D30" w:rsidP="00E00D30">
      <w:r>
        <w:t>112.3991</w:t>
      </w:r>
      <w:r>
        <w:tab/>
        <w:t>1.013e0</w:t>
      </w:r>
    </w:p>
    <w:p w:rsidR="00E00D30" w:rsidRDefault="00E00D30" w:rsidP="00E00D30">
      <w:r>
        <w:t>112.4019</w:t>
      </w:r>
      <w:r>
        <w:tab/>
        <w:t>1.013e0</w:t>
      </w:r>
    </w:p>
    <w:p w:rsidR="00E00D30" w:rsidRDefault="00E00D30" w:rsidP="00E00D30">
      <w:r>
        <w:t>112.4130</w:t>
      </w:r>
      <w:r>
        <w:tab/>
        <w:t>2.025e0</w:t>
      </w:r>
    </w:p>
    <w:p w:rsidR="00E00D30" w:rsidRDefault="00E00D30" w:rsidP="00E00D30">
      <w:r>
        <w:t>112.4270</w:t>
      </w:r>
      <w:r>
        <w:tab/>
        <w:t>1.013e0</w:t>
      </w:r>
    </w:p>
    <w:p w:rsidR="00E00D30" w:rsidRDefault="00E00D30" w:rsidP="00E00D30">
      <w:r>
        <w:t>112.4527</w:t>
      </w:r>
      <w:r>
        <w:tab/>
        <w:t>1.013e0</w:t>
      </w:r>
    </w:p>
    <w:p w:rsidR="00E00D30" w:rsidRDefault="00E00D30" w:rsidP="00E00D30">
      <w:r>
        <w:t>112.4764</w:t>
      </w:r>
      <w:r>
        <w:tab/>
        <w:t>2.025e0</w:t>
      </w:r>
    </w:p>
    <w:p w:rsidR="00E00D30" w:rsidRDefault="00E00D30" w:rsidP="00E00D30">
      <w:r>
        <w:t>112.4807</w:t>
      </w:r>
      <w:r>
        <w:tab/>
        <w:t>1.013e0</w:t>
      </w:r>
    </w:p>
    <w:p w:rsidR="00E00D30" w:rsidRDefault="00E00D30" w:rsidP="00E00D30">
      <w:r>
        <w:t>112.4888</w:t>
      </w:r>
      <w:r>
        <w:tab/>
        <w:t>1.013e0</w:t>
      </w:r>
    </w:p>
    <w:p w:rsidR="00E00D30" w:rsidRDefault="00E00D30" w:rsidP="00E00D30">
      <w:r>
        <w:t>112.5032</w:t>
      </w:r>
      <w:r>
        <w:tab/>
        <w:t>1.013e0</w:t>
      </w:r>
    </w:p>
    <w:p w:rsidR="00E00D30" w:rsidRDefault="00E00D30" w:rsidP="00E00D30">
      <w:r>
        <w:t>112.5058</w:t>
      </w:r>
      <w:r>
        <w:tab/>
        <w:t>1.013e0</w:t>
      </w:r>
    </w:p>
    <w:p w:rsidR="00E00D30" w:rsidRDefault="00E00D30" w:rsidP="00E00D30">
      <w:r>
        <w:t>112.5117</w:t>
      </w:r>
      <w:r>
        <w:tab/>
        <w:t>1.013e0</w:t>
      </w:r>
    </w:p>
    <w:p w:rsidR="00E00D30" w:rsidRDefault="00E00D30" w:rsidP="00E00D30">
      <w:r>
        <w:lastRenderedPageBreak/>
        <w:t>112.5174</w:t>
      </w:r>
      <w:r>
        <w:tab/>
        <w:t>1.013e0</w:t>
      </w:r>
    </w:p>
    <w:p w:rsidR="00E00D30" w:rsidRDefault="00E00D30" w:rsidP="00E00D30">
      <w:r>
        <w:t>112.5285</w:t>
      </w:r>
      <w:r>
        <w:tab/>
        <w:t>1.013e0</w:t>
      </w:r>
    </w:p>
    <w:p w:rsidR="00E00D30" w:rsidRDefault="00E00D30" w:rsidP="00E00D30">
      <w:r>
        <w:t>112.5315</w:t>
      </w:r>
      <w:r>
        <w:tab/>
        <w:t>1.013e0</w:t>
      </w:r>
    </w:p>
    <w:p w:rsidR="00E00D30" w:rsidRDefault="00E00D30" w:rsidP="00E00D30">
      <w:r>
        <w:t>112.5396</w:t>
      </w:r>
      <w:r>
        <w:tab/>
        <w:t>1.013e0</w:t>
      </w:r>
    </w:p>
    <w:p w:rsidR="00E00D30" w:rsidRDefault="00E00D30" w:rsidP="00E00D30">
      <w:r>
        <w:t>112.5426</w:t>
      </w:r>
      <w:r>
        <w:tab/>
        <w:t>1.013e0</w:t>
      </w:r>
    </w:p>
    <w:p w:rsidR="00E00D30" w:rsidRDefault="00E00D30" w:rsidP="00E00D30">
      <w:r>
        <w:t>112.5624</w:t>
      </w:r>
      <w:r>
        <w:tab/>
        <w:t>1.013e0</w:t>
      </w:r>
    </w:p>
    <w:p w:rsidR="00E00D30" w:rsidRDefault="00E00D30" w:rsidP="00E00D30">
      <w:r>
        <w:t>112.5964</w:t>
      </w:r>
      <w:r>
        <w:tab/>
        <w:t>1.013e0</w:t>
      </w:r>
    </w:p>
    <w:p w:rsidR="00E00D30" w:rsidRDefault="00E00D30" w:rsidP="00E00D30">
      <w:r>
        <w:t>112.6004</w:t>
      </w:r>
      <w:r>
        <w:tab/>
        <w:t>2.025e0</w:t>
      </w:r>
    </w:p>
    <w:p w:rsidR="00E00D30" w:rsidRDefault="00E00D30" w:rsidP="00E00D30">
      <w:r>
        <w:t>112.6018</w:t>
      </w:r>
      <w:r>
        <w:tab/>
        <w:t>1.013e0</w:t>
      </w:r>
    </w:p>
    <w:p w:rsidR="00E00D30" w:rsidRDefault="00E00D30" w:rsidP="00E00D30">
      <w:r>
        <w:t>112.6075</w:t>
      </w:r>
      <w:r>
        <w:tab/>
        <w:t>1.013e0</w:t>
      </w:r>
    </w:p>
    <w:p w:rsidR="00E00D30" w:rsidRDefault="00E00D30" w:rsidP="00E00D30">
      <w:r>
        <w:t>112.6161</w:t>
      </w:r>
      <w:r>
        <w:tab/>
        <w:t>1.013e0</w:t>
      </w:r>
    </w:p>
    <w:p w:rsidR="00E00D30" w:rsidRDefault="00E00D30" w:rsidP="00E00D30">
      <w:r>
        <w:t>112.6215</w:t>
      </w:r>
      <w:r>
        <w:tab/>
        <w:t>1.013e0</w:t>
      </w:r>
    </w:p>
    <w:p w:rsidR="00E00D30" w:rsidRDefault="00E00D30" w:rsidP="00E00D30">
      <w:r>
        <w:t>112.6302</w:t>
      </w:r>
      <w:r>
        <w:tab/>
        <w:t>1.013e0</w:t>
      </w:r>
    </w:p>
    <w:p w:rsidR="00E00D30" w:rsidRDefault="00E00D30" w:rsidP="00E00D30">
      <w:r>
        <w:t>112.6640</w:t>
      </w:r>
      <w:r>
        <w:tab/>
        <w:t>2.025e0</w:t>
      </w:r>
    </w:p>
    <w:p w:rsidR="00E00D30" w:rsidRDefault="00E00D30" w:rsidP="00E00D30">
      <w:r>
        <w:t>112.6923</w:t>
      </w:r>
      <w:r>
        <w:tab/>
        <w:t>1.013e0</w:t>
      </w:r>
    </w:p>
    <w:p w:rsidR="00E00D30" w:rsidRDefault="00E00D30" w:rsidP="00E00D30">
      <w:r>
        <w:t>112.6950</w:t>
      </w:r>
      <w:r>
        <w:tab/>
        <w:t>1.013e0</w:t>
      </w:r>
    </w:p>
    <w:p w:rsidR="00E00D30" w:rsidRDefault="00E00D30" w:rsidP="00E00D30">
      <w:r>
        <w:t>112.7033</w:t>
      </w:r>
      <w:r>
        <w:tab/>
        <w:t>1.013e0</w:t>
      </w:r>
    </w:p>
    <w:p w:rsidR="00E00D30" w:rsidRDefault="00E00D30" w:rsidP="00E00D30">
      <w:r>
        <w:t>112.7091</w:t>
      </w:r>
      <w:r>
        <w:tab/>
        <w:t>1.013e0</w:t>
      </w:r>
    </w:p>
    <w:p w:rsidR="00E00D30" w:rsidRDefault="00E00D30" w:rsidP="00E00D30">
      <w:r>
        <w:t>112.7119</w:t>
      </w:r>
      <w:r>
        <w:tab/>
        <w:t>1.013e0</w:t>
      </w:r>
    </w:p>
    <w:p w:rsidR="00E00D30" w:rsidRDefault="00E00D30" w:rsidP="00E00D30">
      <w:r>
        <w:lastRenderedPageBreak/>
        <w:t>112.7202</w:t>
      </w:r>
      <w:r>
        <w:tab/>
        <w:t>1.013e0</w:t>
      </w:r>
    </w:p>
    <w:p w:rsidR="00E00D30" w:rsidRDefault="00E00D30" w:rsidP="00E00D30">
      <w:r>
        <w:t>112.7372</w:t>
      </w:r>
      <w:r>
        <w:tab/>
        <w:t>2.025e0</w:t>
      </w:r>
    </w:p>
    <w:p w:rsidR="00E00D30" w:rsidRDefault="00E00D30" w:rsidP="00E00D30">
      <w:r>
        <w:t>112.7488</w:t>
      </w:r>
      <w:r>
        <w:tab/>
        <w:t>2.025e0</w:t>
      </w:r>
    </w:p>
    <w:p w:rsidR="00E00D30" w:rsidRDefault="00E00D30" w:rsidP="00E00D30">
      <w:r>
        <w:t>112.7511</w:t>
      </w:r>
      <w:r>
        <w:tab/>
        <w:t>1.013e0</w:t>
      </w:r>
    </w:p>
    <w:p w:rsidR="00E00D30" w:rsidRDefault="00E00D30" w:rsidP="00E00D30">
      <w:r>
        <w:t>112.7725</w:t>
      </w:r>
      <w:r>
        <w:tab/>
        <w:t>2.025e0</w:t>
      </w:r>
    </w:p>
    <w:p w:rsidR="00E00D30" w:rsidRDefault="00E00D30" w:rsidP="00E00D30">
      <w:r>
        <w:t>112.7824</w:t>
      </w:r>
      <w:r>
        <w:tab/>
        <w:t>1.013e0</w:t>
      </w:r>
    </w:p>
    <w:p w:rsidR="00E00D30" w:rsidRDefault="00E00D30" w:rsidP="00E00D30">
      <w:r>
        <w:t>112.7968</w:t>
      </w:r>
      <w:r>
        <w:tab/>
        <w:t>1.013e0</w:t>
      </w:r>
    </w:p>
    <w:p w:rsidR="00E00D30" w:rsidRDefault="00E00D30" w:rsidP="00E00D30">
      <w:r>
        <w:t>112.8051</w:t>
      </w:r>
      <w:r>
        <w:tab/>
        <w:t>1.013e0</w:t>
      </w:r>
    </w:p>
    <w:p w:rsidR="00E00D30" w:rsidRDefault="00E00D30" w:rsidP="00E00D30">
      <w:r>
        <w:t>112.8190</w:t>
      </w:r>
      <w:r>
        <w:tab/>
        <w:t>2.025e0</w:t>
      </w:r>
    </w:p>
    <w:p w:rsidR="00E00D30" w:rsidRDefault="00E00D30" w:rsidP="00E00D30">
      <w:r>
        <w:t>112.8248</w:t>
      </w:r>
      <w:r>
        <w:tab/>
        <w:t>1.013e0</w:t>
      </w:r>
    </w:p>
    <w:p w:rsidR="00E00D30" w:rsidRDefault="00E00D30" w:rsidP="00E00D30">
      <w:r>
        <w:t>112.9066</w:t>
      </w:r>
      <w:r>
        <w:tab/>
        <w:t>1.013e0</w:t>
      </w:r>
    </w:p>
    <w:p w:rsidR="00E00D30" w:rsidRDefault="00E00D30" w:rsidP="00E00D30">
      <w:r>
        <w:t>112.9097</w:t>
      </w:r>
      <w:r>
        <w:tab/>
        <w:t>1.013e0</w:t>
      </w:r>
    </w:p>
    <w:p w:rsidR="00E00D30" w:rsidRDefault="00E00D30" w:rsidP="00E00D30">
      <w:r>
        <w:t>112.9294</w:t>
      </w:r>
      <w:r>
        <w:tab/>
        <w:t>1.013e0</w:t>
      </w:r>
    </w:p>
    <w:p w:rsidR="00E00D30" w:rsidRDefault="00E00D30" w:rsidP="00E00D30">
      <w:r>
        <w:t>112.9318</w:t>
      </w:r>
      <w:r>
        <w:tab/>
        <w:t>1.013e0</w:t>
      </w:r>
    </w:p>
    <w:p w:rsidR="00E00D30" w:rsidRDefault="00E00D30" w:rsidP="00E00D30">
      <w:r>
        <w:t>112.9347</w:t>
      </w:r>
      <w:r>
        <w:tab/>
        <w:t>1.013e0</w:t>
      </w:r>
    </w:p>
    <w:p w:rsidR="00E00D30" w:rsidRDefault="00E00D30" w:rsidP="00E00D30">
      <w:r>
        <w:t>112.9407</w:t>
      </w:r>
      <w:r>
        <w:tab/>
        <w:t>2.025e0</w:t>
      </w:r>
    </w:p>
    <w:p w:rsidR="00E00D30" w:rsidRDefault="00E00D30" w:rsidP="00E00D30">
      <w:r>
        <w:t>112.9546</w:t>
      </w:r>
      <w:r>
        <w:tab/>
        <w:t>1.013e0</w:t>
      </w:r>
    </w:p>
    <w:p w:rsidR="00E00D30" w:rsidRDefault="00E00D30" w:rsidP="00E00D30">
      <w:r>
        <w:t>112.9759</w:t>
      </w:r>
      <w:r>
        <w:tab/>
        <w:t>2.025e0</w:t>
      </w:r>
    </w:p>
    <w:p w:rsidR="00E00D30" w:rsidRDefault="00E00D30" w:rsidP="00E00D30">
      <w:r>
        <w:t>112.9970</w:t>
      </w:r>
      <w:r>
        <w:tab/>
        <w:t>2.025e0</w:t>
      </w:r>
    </w:p>
    <w:p w:rsidR="00E00D30" w:rsidRDefault="00E00D30" w:rsidP="00E00D30">
      <w:r>
        <w:lastRenderedPageBreak/>
        <w:t>113.0027</w:t>
      </w:r>
      <w:r>
        <w:tab/>
        <w:t>1.013e0</w:t>
      </w:r>
    </w:p>
    <w:p w:rsidR="00E00D30" w:rsidRDefault="00E00D30" w:rsidP="00E00D30">
      <w:r>
        <w:t>113.0254</w:t>
      </w:r>
      <w:r>
        <w:tab/>
        <w:t>1.013e0</w:t>
      </w:r>
    </w:p>
    <w:p w:rsidR="00E00D30" w:rsidRDefault="00E00D30" w:rsidP="00E00D30">
      <w:r>
        <w:t>113.0308</w:t>
      </w:r>
      <w:r>
        <w:tab/>
        <w:t>1.013e0</w:t>
      </w:r>
    </w:p>
    <w:p w:rsidR="00E00D30" w:rsidRDefault="00E00D30" w:rsidP="00E00D30">
      <w:r>
        <w:t>113.0436</w:t>
      </w:r>
      <w:r>
        <w:tab/>
        <w:t>2.025e0</w:t>
      </w:r>
    </w:p>
    <w:p w:rsidR="00E00D30" w:rsidRDefault="00E00D30" w:rsidP="00E00D30">
      <w:r>
        <w:t>113.0477</w:t>
      </w:r>
      <w:r>
        <w:tab/>
        <w:t>1.013e0</w:t>
      </w:r>
    </w:p>
    <w:p w:rsidR="00E00D30" w:rsidRDefault="00E00D30" w:rsidP="00E00D30">
      <w:r>
        <w:t>113.0566</w:t>
      </w:r>
      <w:r>
        <w:tab/>
        <w:t>1.013e0</w:t>
      </w:r>
    </w:p>
    <w:p w:rsidR="00E00D30" w:rsidRDefault="00E00D30" w:rsidP="00E00D30">
      <w:r>
        <w:t>113.0680</w:t>
      </w:r>
      <w:r>
        <w:tab/>
        <w:t>8.101e0</w:t>
      </w:r>
    </w:p>
    <w:p w:rsidR="00E00D30" w:rsidRDefault="00E00D30" w:rsidP="00E00D30">
      <w:r>
        <w:t>113.0693</w:t>
      </w:r>
      <w:r>
        <w:tab/>
        <w:t>6.167e0</w:t>
      </w:r>
    </w:p>
    <w:p w:rsidR="00E00D30" w:rsidRDefault="00E00D30" w:rsidP="00E00D30">
      <w:r>
        <w:t>113.0707</w:t>
      </w:r>
      <w:r>
        <w:tab/>
        <w:t>5.063e0</w:t>
      </w:r>
    </w:p>
    <w:p w:rsidR="00E00D30" w:rsidRDefault="00E00D30" w:rsidP="00E00D30">
      <w:r>
        <w:t>113.0734</w:t>
      </w:r>
      <w:r>
        <w:tab/>
        <w:t>4.051e0</w:t>
      </w:r>
    </w:p>
    <w:p w:rsidR="00E00D30" w:rsidRDefault="00E00D30" w:rsidP="00E00D30">
      <w:r>
        <w:t>113.0763</w:t>
      </w:r>
      <w:r>
        <w:tab/>
        <w:t>1.013e0</w:t>
      </w:r>
    </w:p>
    <w:p w:rsidR="00E00D30" w:rsidRDefault="00E00D30" w:rsidP="00E00D30">
      <w:r>
        <w:t>113.0818</w:t>
      </w:r>
      <w:r>
        <w:tab/>
        <w:t>3.038e0</w:t>
      </w:r>
    </w:p>
    <w:p w:rsidR="00E00D30" w:rsidRDefault="00E00D30" w:rsidP="00E00D30">
      <w:r>
        <w:t>113.0961</w:t>
      </w:r>
      <w:r>
        <w:tab/>
        <w:t>1.013e0</w:t>
      </w:r>
    </w:p>
    <w:p w:rsidR="00E00D30" w:rsidRDefault="00E00D30" w:rsidP="00E00D30">
      <w:r>
        <w:t>113.0986</w:t>
      </w:r>
      <w:r>
        <w:tab/>
        <w:t>2.025e0</w:t>
      </w:r>
    </w:p>
    <w:p w:rsidR="00E00D30" w:rsidRDefault="00E00D30" w:rsidP="00E00D30">
      <w:r>
        <w:t>113.1030</w:t>
      </w:r>
      <w:r>
        <w:tab/>
        <w:t>2.025e0</w:t>
      </w:r>
    </w:p>
    <w:p w:rsidR="00E00D30" w:rsidRDefault="00E00D30" w:rsidP="00E00D30">
      <w:r>
        <w:t>113.1044</w:t>
      </w:r>
      <w:r>
        <w:tab/>
        <w:t>2.025e0</w:t>
      </w:r>
    </w:p>
    <w:p w:rsidR="00E00D30" w:rsidRDefault="00E00D30" w:rsidP="00E00D30">
      <w:r>
        <w:t>113.1079</w:t>
      </w:r>
      <w:r>
        <w:tab/>
        <w:t>5.063e0</w:t>
      </w:r>
    </w:p>
    <w:p w:rsidR="00E00D30" w:rsidRDefault="00E00D30" w:rsidP="00E00D30">
      <w:r>
        <w:t>113.1102</w:t>
      </w:r>
      <w:r>
        <w:tab/>
        <w:t>2.025e0</w:t>
      </w:r>
    </w:p>
    <w:p w:rsidR="00E00D30" w:rsidRDefault="00E00D30" w:rsidP="00E00D30">
      <w:r>
        <w:t>113.1186</w:t>
      </w:r>
      <w:r>
        <w:tab/>
        <w:t>2.025e0</w:t>
      </w:r>
    </w:p>
    <w:p w:rsidR="00E00D30" w:rsidRDefault="00E00D30" w:rsidP="00E00D30">
      <w:r>
        <w:lastRenderedPageBreak/>
        <w:t>113.1272</w:t>
      </w:r>
      <w:r>
        <w:tab/>
        <w:t>1.013e0</w:t>
      </w:r>
    </w:p>
    <w:p w:rsidR="00E00D30" w:rsidRDefault="00E00D30" w:rsidP="00E00D30">
      <w:r>
        <w:t>113.1340</w:t>
      </w:r>
      <w:r>
        <w:tab/>
        <w:t>2.025e0</w:t>
      </w:r>
    </w:p>
    <w:p w:rsidR="00E00D30" w:rsidRDefault="00E00D30" w:rsidP="00E00D30">
      <w:r>
        <w:t>113.1468</w:t>
      </w:r>
      <w:r>
        <w:tab/>
        <w:t>1.013e0</w:t>
      </w:r>
    </w:p>
    <w:p w:rsidR="00E00D30" w:rsidRDefault="00E00D30" w:rsidP="00E00D30">
      <w:r>
        <w:t>113.1495</w:t>
      </w:r>
      <w:r>
        <w:tab/>
        <w:t>1.013e0</w:t>
      </w:r>
    </w:p>
    <w:p w:rsidR="00E00D30" w:rsidRDefault="00E00D30" w:rsidP="00E00D30">
      <w:r>
        <w:t>113.1583</w:t>
      </w:r>
      <w:r>
        <w:tab/>
        <w:t>1.013e0</w:t>
      </w:r>
    </w:p>
    <w:p w:rsidR="00E00D30" w:rsidRDefault="00E00D30" w:rsidP="00E00D30">
      <w:r>
        <w:t>113.1611</w:t>
      </w:r>
      <w:r>
        <w:tab/>
        <w:t>1.013e0</w:t>
      </w:r>
    </w:p>
    <w:p w:rsidR="00E00D30" w:rsidRDefault="00E00D30" w:rsidP="00E00D30">
      <w:r>
        <w:t>113.1864</w:t>
      </w:r>
      <w:r>
        <w:tab/>
        <w:t>1.013e0</w:t>
      </w:r>
    </w:p>
    <w:p w:rsidR="00E00D30" w:rsidRDefault="00E00D30" w:rsidP="00E00D30">
      <w:r>
        <w:t>113.1893</w:t>
      </w:r>
      <w:r>
        <w:tab/>
        <w:t>2.025e0</w:t>
      </w:r>
    </w:p>
    <w:p w:rsidR="00E00D30" w:rsidRDefault="00E00D30" w:rsidP="00E00D30">
      <w:r>
        <w:t>113.2092</w:t>
      </w:r>
      <w:r>
        <w:tab/>
        <w:t>1.013e0</w:t>
      </w:r>
    </w:p>
    <w:p w:rsidR="00E00D30" w:rsidRDefault="00E00D30" w:rsidP="00E00D30">
      <w:r>
        <w:t>113.2262</w:t>
      </w:r>
      <w:r>
        <w:tab/>
        <w:t>1.013e0</w:t>
      </w:r>
    </w:p>
    <w:p w:rsidR="00E00D30" w:rsidRDefault="00E00D30" w:rsidP="00E00D30">
      <w:r>
        <w:t>113.2543</w:t>
      </w:r>
      <w:r>
        <w:tab/>
        <w:t>1.013e0</w:t>
      </w:r>
    </w:p>
    <w:p w:rsidR="00E00D30" w:rsidRDefault="00E00D30" w:rsidP="00E00D30">
      <w:r>
        <w:t>113.2572</w:t>
      </w:r>
      <w:r>
        <w:tab/>
        <w:t>1.013e0</w:t>
      </w:r>
    </w:p>
    <w:p w:rsidR="00E00D30" w:rsidRDefault="00E00D30" w:rsidP="00E00D30">
      <w:r>
        <w:t>113.2599</w:t>
      </w:r>
      <w:r>
        <w:tab/>
        <w:t>2.025e0</w:t>
      </w:r>
    </w:p>
    <w:p w:rsidR="00E00D30" w:rsidRDefault="00E00D30" w:rsidP="00E00D30">
      <w:r>
        <w:t>113.2626</w:t>
      </w:r>
      <w:r>
        <w:tab/>
        <w:t>1.013e0</w:t>
      </w:r>
    </w:p>
    <w:p w:rsidR="00E00D30" w:rsidRDefault="00E00D30" w:rsidP="00E00D30">
      <w:r>
        <w:t>113.2712</w:t>
      </w:r>
      <w:r>
        <w:tab/>
        <w:t>1.013e0</w:t>
      </w:r>
    </w:p>
    <w:p w:rsidR="00E00D30" w:rsidRDefault="00E00D30" w:rsidP="00E00D30">
      <w:r>
        <w:t>113.2742</w:t>
      </w:r>
      <w:r>
        <w:tab/>
        <w:t>1.013e0</w:t>
      </w:r>
    </w:p>
    <w:p w:rsidR="00E00D30" w:rsidRDefault="00E00D30" w:rsidP="00E00D30">
      <w:r>
        <w:t>113.2771</w:t>
      </w:r>
      <w:r>
        <w:tab/>
        <w:t>1.013e0</w:t>
      </w:r>
    </w:p>
    <w:p w:rsidR="00E00D30" w:rsidRDefault="00E00D30" w:rsidP="00E00D30">
      <w:r>
        <w:t>113.2797</w:t>
      </w:r>
      <w:r>
        <w:tab/>
        <w:t>1.013e0</w:t>
      </w:r>
    </w:p>
    <w:p w:rsidR="00E00D30" w:rsidRDefault="00E00D30" w:rsidP="00E00D30">
      <w:r>
        <w:t>113.3024</w:t>
      </w:r>
      <w:r>
        <w:tab/>
        <w:t>1.013e0</w:t>
      </w:r>
    </w:p>
    <w:p w:rsidR="00E00D30" w:rsidRDefault="00E00D30" w:rsidP="00E00D30">
      <w:r>
        <w:lastRenderedPageBreak/>
        <w:t>113.3144</w:t>
      </w:r>
      <w:r>
        <w:tab/>
        <w:t>3.038e0</w:t>
      </w:r>
    </w:p>
    <w:p w:rsidR="00E00D30" w:rsidRDefault="00E00D30" w:rsidP="00E00D30">
      <w:r>
        <w:t>113.3334</w:t>
      </w:r>
      <w:r>
        <w:tab/>
        <w:t>1.013e0</w:t>
      </w:r>
    </w:p>
    <w:p w:rsidR="00E00D30" w:rsidRDefault="00E00D30" w:rsidP="00E00D30">
      <w:r>
        <w:t>113.3447</w:t>
      </w:r>
      <w:r>
        <w:tab/>
        <w:t>1.013e0</w:t>
      </w:r>
    </w:p>
    <w:p w:rsidR="00E00D30" w:rsidRDefault="00E00D30" w:rsidP="00E00D30">
      <w:r>
        <w:t>113.3475</w:t>
      </w:r>
      <w:r>
        <w:tab/>
        <w:t>1.013e0</w:t>
      </w:r>
    </w:p>
    <w:p w:rsidR="00E00D30" w:rsidRDefault="00E00D30" w:rsidP="00E00D30">
      <w:r>
        <w:t>113.3534</w:t>
      </w:r>
      <w:r>
        <w:tab/>
        <w:t>1.013e0</w:t>
      </w:r>
    </w:p>
    <w:p w:rsidR="00E00D30" w:rsidRDefault="00E00D30" w:rsidP="00E00D30">
      <w:r>
        <w:t>113.3562</w:t>
      </w:r>
      <w:r>
        <w:tab/>
        <w:t>1.013e0</w:t>
      </w:r>
    </w:p>
    <w:p w:rsidR="00E00D30" w:rsidRDefault="00E00D30" w:rsidP="00E00D30">
      <w:r>
        <w:t>113.3703</w:t>
      </w:r>
      <w:r>
        <w:tab/>
        <w:t>2.025e0</w:t>
      </w:r>
    </w:p>
    <w:p w:rsidR="00E00D30" w:rsidRDefault="00E00D30" w:rsidP="00E00D30">
      <w:r>
        <w:t>113.3843</w:t>
      </w:r>
      <w:r>
        <w:tab/>
        <w:t>1.013e0</w:t>
      </w:r>
    </w:p>
    <w:p w:rsidR="00E00D30" w:rsidRDefault="00E00D30" w:rsidP="00E00D30">
      <w:r>
        <w:t>113.3872</w:t>
      </w:r>
      <w:r>
        <w:tab/>
        <w:t>1.013e0</w:t>
      </w:r>
    </w:p>
    <w:p w:rsidR="00E00D30" w:rsidRDefault="00E00D30" w:rsidP="00E00D30">
      <w:r>
        <w:t>113.4042</w:t>
      </w:r>
      <w:r>
        <w:tab/>
        <w:t>2.025e0</w:t>
      </w:r>
    </w:p>
    <w:p w:rsidR="00E00D30" w:rsidRDefault="00E00D30" w:rsidP="00E00D30">
      <w:r>
        <w:t>113.4071</w:t>
      </w:r>
      <w:r>
        <w:tab/>
        <w:t>1.013e0</w:t>
      </w:r>
    </w:p>
    <w:p w:rsidR="00E00D30" w:rsidRDefault="00E00D30" w:rsidP="00E00D30">
      <w:r>
        <w:t>113.4523</w:t>
      </w:r>
      <w:r>
        <w:tab/>
        <w:t>2.025e0</w:t>
      </w:r>
    </w:p>
    <w:p w:rsidR="00E00D30" w:rsidRDefault="00E00D30" w:rsidP="00E00D30">
      <w:r>
        <w:t>113.4568</w:t>
      </w:r>
      <w:r>
        <w:tab/>
        <w:t>2.025e0</w:t>
      </w:r>
    </w:p>
    <w:p w:rsidR="00E00D30" w:rsidRDefault="00E00D30" w:rsidP="00E00D30">
      <w:r>
        <w:t>113.4609</w:t>
      </w:r>
      <w:r>
        <w:tab/>
        <w:t>1.013e0</w:t>
      </w:r>
    </w:p>
    <w:p w:rsidR="00E00D30" w:rsidRDefault="00E00D30" w:rsidP="00E00D30">
      <w:r>
        <w:t>113.4634</w:t>
      </w:r>
      <w:r>
        <w:tab/>
        <w:t>1.013e0</w:t>
      </w:r>
    </w:p>
    <w:p w:rsidR="00E00D30" w:rsidRDefault="00E00D30" w:rsidP="00E00D30">
      <w:r>
        <w:t>113.4649</w:t>
      </w:r>
      <w:r>
        <w:tab/>
        <w:t>2.025e0</w:t>
      </w:r>
    </w:p>
    <w:p w:rsidR="00E00D30" w:rsidRDefault="00E00D30" w:rsidP="00E00D30">
      <w:r>
        <w:t>113.4834</w:t>
      </w:r>
      <w:r>
        <w:tab/>
        <w:t>1.013e0</w:t>
      </w:r>
    </w:p>
    <w:p w:rsidR="00E00D30" w:rsidRDefault="00E00D30" w:rsidP="00E00D30">
      <w:r>
        <w:t>113.4849</w:t>
      </w:r>
      <w:r>
        <w:tab/>
        <w:t>2.025e0</w:t>
      </w:r>
    </w:p>
    <w:p w:rsidR="00E00D30" w:rsidRDefault="00E00D30" w:rsidP="00E00D30">
      <w:r>
        <w:t>113.4892</w:t>
      </w:r>
      <w:r>
        <w:tab/>
        <w:t>2.025e0</w:t>
      </w:r>
    </w:p>
    <w:p w:rsidR="00E00D30" w:rsidRDefault="00E00D30" w:rsidP="00E00D30">
      <w:r>
        <w:lastRenderedPageBreak/>
        <w:t>113.5006</w:t>
      </w:r>
      <w:r>
        <w:tab/>
        <w:t>1.013e0</w:t>
      </w:r>
    </w:p>
    <w:p w:rsidR="00E00D30" w:rsidRDefault="00E00D30" w:rsidP="00E00D30">
      <w:r>
        <w:t>113.5264</w:t>
      </w:r>
      <w:r>
        <w:tab/>
        <w:t>1.013e0</w:t>
      </w:r>
    </w:p>
    <w:p w:rsidR="00E00D30" w:rsidRDefault="00E00D30" w:rsidP="00E00D30">
      <w:r>
        <w:t>113.5432</w:t>
      </w:r>
      <w:r>
        <w:tab/>
        <w:t>1.013e0</w:t>
      </w:r>
    </w:p>
    <w:p w:rsidR="00E00D30" w:rsidRDefault="00E00D30" w:rsidP="00E00D30">
      <w:r>
        <w:t>113.5456</w:t>
      </w:r>
      <w:r>
        <w:tab/>
        <w:t>2.025e0</w:t>
      </w:r>
    </w:p>
    <w:p w:rsidR="00E00D30" w:rsidRDefault="00E00D30" w:rsidP="00E00D30">
      <w:r>
        <w:t>113.5713</w:t>
      </w:r>
      <w:r>
        <w:tab/>
        <w:t>1.013e0</w:t>
      </w:r>
    </w:p>
    <w:p w:rsidR="00E00D30" w:rsidRDefault="00E00D30" w:rsidP="00E00D30">
      <w:r>
        <w:t>113.5742</w:t>
      </w:r>
      <w:r>
        <w:tab/>
        <w:t>1.013e0</w:t>
      </w:r>
    </w:p>
    <w:p w:rsidR="00E00D30" w:rsidRDefault="00E00D30" w:rsidP="00E00D30">
      <w:r>
        <w:t>113.5965</w:t>
      </w:r>
      <w:r>
        <w:tab/>
        <w:t>1.013e0</w:t>
      </w:r>
    </w:p>
    <w:p w:rsidR="00E00D30" w:rsidRDefault="00E00D30" w:rsidP="00E00D30">
      <w:r>
        <w:t>113.5995</w:t>
      </w:r>
      <w:r>
        <w:tab/>
        <w:t>1.013e0</w:t>
      </w:r>
    </w:p>
    <w:p w:rsidR="00E00D30" w:rsidRDefault="00E00D30" w:rsidP="00E00D30">
      <w:r>
        <w:t>113.6150</w:t>
      </w:r>
      <w:r>
        <w:tab/>
        <w:t>2.025e0</w:t>
      </w:r>
    </w:p>
    <w:p w:rsidR="00E00D30" w:rsidRDefault="00E00D30" w:rsidP="00E00D30">
      <w:r>
        <w:t>113.6165</w:t>
      </w:r>
      <w:r>
        <w:tab/>
        <w:t>1.013e0</w:t>
      </w:r>
    </w:p>
    <w:p w:rsidR="00E00D30" w:rsidRDefault="00E00D30" w:rsidP="00E00D30">
      <w:r>
        <w:t>113.6305</w:t>
      </w:r>
      <w:r>
        <w:tab/>
        <w:t>1.013e0</w:t>
      </w:r>
    </w:p>
    <w:p w:rsidR="00E00D30" w:rsidRDefault="00E00D30" w:rsidP="00E00D30">
      <w:r>
        <w:t>113.6364</w:t>
      </w:r>
      <w:r>
        <w:tab/>
        <w:t>2.025e0</w:t>
      </w:r>
    </w:p>
    <w:p w:rsidR="00E00D30" w:rsidRDefault="00E00D30" w:rsidP="00E00D30">
      <w:r>
        <w:t>113.6451</w:t>
      </w:r>
      <w:r>
        <w:tab/>
        <w:t>1.013e0</w:t>
      </w:r>
    </w:p>
    <w:p w:rsidR="00E00D30" w:rsidRDefault="00E00D30" w:rsidP="00E00D30">
      <w:r>
        <w:t>113.6476</w:t>
      </w:r>
      <w:r>
        <w:tab/>
        <w:t>3.038e0</w:t>
      </w:r>
    </w:p>
    <w:p w:rsidR="00E00D30" w:rsidRDefault="00E00D30" w:rsidP="00E00D30">
      <w:r>
        <w:t>113.6660</w:t>
      </w:r>
      <w:r>
        <w:tab/>
        <w:t>2.025e0</w:t>
      </w:r>
    </w:p>
    <w:p w:rsidR="00E00D30" w:rsidRDefault="00E00D30" w:rsidP="00E00D30">
      <w:r>
        <w:t>113.6675</w:t>
      </w:r>
      <w:r>
        <w:tab/>
        <w:t>1.013e0</w:t>
      </w:r>
    </w:p>
    <w:p w:rsidR="00E00D30" w:rsidRDefault="00E00D30" w:rsidP="00E00D30">
      <w:r>
        <w:t>113.6789</w:t>
      </w:r>
      <w:r>
        <w:tab/>
        <w:t>2.025e0</w:t>
      </w:r>
    </w:p>
    <w:p w:rsidR="00E00D30" w:rsidRDefault="00E00D30" w:rsidP="00E00D30">
      <w:r>
        <w:t>113.6905</w:t>
      </w:r>
      <w:r>
        <w:tab/>
        <w:t>1.013e0</w:t>
      </w:r>
    </w:p>
    <w:p w:rsidR="00E00D30" w:rsidRDefault="00E00D30" w:rsidP="00E00D30">
      <w:r>
        <w:t>113.6973</w:t>
      </w:r>
      <w:r>
        <w:tab/>
        <w:t>2.025e0</w:t>
      </w:r>
    </w:p>
    <w:p w:rsidR="00E00D30" w:rsidRDefault="00E00D30" w:rsidP="00E00D30">
      <w:r>
        <w:lastRenderedPageBreak/>
        <w:t>113.7015</w:t>
      </w:r>
      <w:r>
        <w:tab/>
        <w:t>1.013e0</w:t>
      </w:r>
    </w:p>
    <w:p w:rsidR="00E00D30" w:rsidRDefault="00E00D30" w:rsidP="00E00D30">
      <w:r>
        <w:t>113.7156</w:t>
      </w:r>
      <w:r>
        <w:tab/>
        <w:t>1.013e0</w:t>
      </w:r>
    </w:p>
    <w:p w:rsidR="00E00D30" w:rsidRDefault="00E00D30" w:rsidP="00E00D30">
      <w:r>
        <w:t>113.7696</w:t>
      </w:r>
      <w:r>
        <w:tab/>
        <w:t>1.013e0</w:t>
      </w:r>
    </w:p>
    <w:p w:rsidR="00E00D30" w:rsidRDefault="00E00D30" w:rsidP="00E00D30">
      <w:r>
        <w:t>113.7808</w:t>
      </w:r>
      <w:r>
        <w:tab/>
        <w:t>2.025e0</w:t>
      </w:r>
    </w:p>
    <w:p w:rsidR="00E00D30" w:rsidRDefault="00E00D30" w:rsidP="00E00D30">
      <w:r>
        <w:t>113.7953</w:t>
      </w:r>
      <w:r>
        <w:tab/>
        <w:t>1.013e0</w:t>
      </w:r>
    </w:p>
    <w:p w:rsidR="00E00D30" w:rsidRDefault="00E00D30" w:rsidP="00E00D30">
      <w:r>
        <w:t>113.8065</w:t>
      </w:r>
      <w:r>
        <w:tab/>
        <w:t>1.013e0</w:t>
      </w:r>
    </w:p>
    <w:p w:rsidR="00E00D30" w:rsidRDefault="00E00D30" w:rsidP="00E00D30">
      <w:r>
        <w:t>113.8206</w:t>
      </w:r>
      <w:r>
        <w:tab/>
        <w:t>1.013e0</w:t>
      </w:r>
    </w:p>
    <w:p w:rsidR="00E00D30" w:rsidRDefault="00E00D30" w:rsidP="00E00D30">
      <w:r>
        <w:t>113.8462</w:t>
      </w:r>
      <w:r>
        <w:tab/>
        <w:t>2.025e0</w:t>
      </w:r>
    </w:p>
    <w:p w:rsidR="00E00D30" w:rsidRDefault="00E00D30" w:rsidP="00E00D30">
      <w:r>
        <w:t>113.8489</w:t>
      </w:r>
      <w:r>
        <w:tab/>
        <w:t>2.025e0</w:t>
      </w:r>
    </w:p>
    <w:p w:rsidR="00E00D30" w:rsidRDefault="00E00D30" w:rsidP="00E00D30">
      <w:r>
        <w:t>113.8605</w:t>
      </w:r>
      <w:r>
        <w:tab/>
        <w:t>1.013e0</w:t>
      </w:r>
    </w:p>
    <w:p w:rsidR="00E00D30" w:rsidRDefault="00E00D30" w:rsidP="00E00D30">
      <w:r>
        <w:t>113.8632</w:t>
      </w:r>
      <w:r>
        <w:tab/>
        <w:t>1.013e0</w:t>
      </w:r>
    </w:p>
    <w:p w:rsidR="00E00D30" w:rsidRDefault="00E00D30" w:rsidP="00E00D30">
      <w:r>
        <w:t>113.8777</w:t>
      </w:r>
      <w:r>
        <w:tab/>
        <w:t>1.013e0</w:t>
      </w:r>
    </w:p>
    <w:p w:rsidR="00E00D30" w:rsidRDefault="00E00D30" w:rsidP="00E00D30">
      <w:r>
        <w:t>113.8802</w:t>
      </w:r>
      <w:r>
        <w:tab/>
        <w:t>1.013e0</w:t>
      </w:r>
    </w:p>
    <w:p w:rsidR="00E00D30" w:rsidRDefault="00E00D30" w:rsidP="00E00D30">
      <w:r>
        <w:t>113.8829</w:t>
      </w:r>
      <w:r>
        <w:tab/>
        <w:t>4.051e0</w:t>
      </w:r>
    </w:p>
    <w:p w:rsidR="00E00D30" w:rsidRDefault="00E00D30" w:rsidP="00E00D30">
      <w:r>
        <w:t>113.9129</w:t>
      </w:r>
      <w:r>
        <w:tab/>
        <w:t>2.025e0</w:t>
      </w:r>
    </w:p>
    <w:p w:rsidR="00E00D30" w:rsidRDefault="00E00D30" w:rsidP="00E00D30">
      <w:r>
        <w:t>113.9198</w:t>
      </w:r>
      <w:r>
        <w:tab/>
        <w:t>1.013e0</w:t>
      </w:r>
    </w:p>
    <w:p w:rsidR="00E00D30" w:rsidRDefault="00E00D30" w:rsidP="00E00D30">
      <w:r>
        <w:t>113.9287</w:t>
      </w:r>
      <w:r>
        <w:tab/>
        <w:t>1.013e0</w:t>
      </w:r>
    </w:p>
    <w:p w:rsidR="00E00D30" w:rsidRDefault="00E00D30" w:rsidP="00E00D30">
      <w:r>
        <w:t>113.9312</w:t>
      </w:r>
      <w:r>
        <w:tab/>
        <w:t>1.013e0</w:t>
      </w:r>
    </w:p>
    <w:p w:rsidR="00E00D30" w:rsidRDefault="00E00D30" w:rsidP="00E00D30">
      <w:r>
        <w:t>113.9482</w:t>
      </w:r>
      <w:r>
        <w:tab/>
        <w:t>2.025e0</w:t>
      </w:r>
    </w:p>
    <w:p w:rsidR="00E00D30" w:rsidRDefault="00E00D30" w:rsidP="00E00D30">
      <w:r>
        <w:lastRenderedPageBreak/>
        <w:t>113.9568</w:t>
      </w:r>
      <w:r>
        <w:tab/>
        <w:t>1.013e0</w:t>
      </w:r>
    </w:p>
    <w:p w:rsidR="00E00D30" w:rsidRDefault="00E00D30" w:rsidP="00E00D30">
      <w:r>
        <w:t>113.9668</w:t>
      </w:r>
      <w:r>
        <w:tab/>
        <w:t>2.025e0</w:t>
      </w:r>
    </w:p>
    <w:p w:rsidR="00E00D30" w:rsidRDefault="00E00D30" w:rsidP="00E00D30">
      <w:r>
        <w:t>114.0020</w:t>
      </w:r>
      <w:r>
        <w:tab/>
        <w:t>1.013e0</w:t>
      </w:r>
    </w:p>
    <w:p w:rsidR="00E00D30" w:rsidRDefault="00E00D30" w:rsidP="00E00D30">
      <w:r>
        <w:t>114.0108</w:t>
      </w:r>
      <w:r>
        <w:tab/>
        <w:t>1.013e0</w:t>
      </w:r>
    </w:p>
    <w:p w:rsidR="00E00D30" w:rsidRDefault="00E00D30" w:rsidP="00E00D30">
      <w:r>
        <w:t>114.0124</w:t>
      </w:r>
      <w:r>
        <w:tab/>
        <w:t>2.025e0</w:t>
      </w:r>
    </w:p>
    <w:p w:rsidR="00E00D30" w:rsidRDefault="00E00D30" w:rsidP="00E00D30">
      <w:r>
        <w:t>114.0139</w:t>
      </w:r>
      <w:r>
        <w:tab/>
        <w:t>1.013e0</w:t>
      </w:r>
    </w:p>
    <w:p w:rsidR="00E00D30" w:rsidRDefault="00E00D30" w:rsidP="00E00D30">
      <w:r>
        <w:t>114.0191</w:t>
      </w:r>
      <w:r>
        <w:tab/>
        <w:t>5.063e0</w:t>
      </w:r>
    </w:p>
    <w:p w:rsidR="00E00D30" w:rsidRDefault="00E00D30" w:rsidP="00E00D30">
      <w:r>
        <w:t>114.0220</w:t>
      </w:r>
      <w:r>
        <w:tab/>
        <w:t>1.013e0</w:t>
      </w:r>
    </w:p>
    <w:p w:rsidR="00E00D30" w:rsidRDefault="00E00D30" w:rsidP="00E00D30">
      <w:r>
        <w:t>114.0250</w:t>
      </w:r>
      <w:r>
        <w:tab/>
        <w:t>2.025e0</w:t>
      </w:r>
    </w:p>
    <w:p w:rsidR="00E00D30" w:rsidRDefault="00E00D30" w:rsidP="00E00D30">
      <w:r>
        <w:t>114.0332</w:t>
      </w:r>
      <w:r>
        <w:tab/>
        <w:t>1.013e0</w:t>
      </w:r>
    </w:p>
    <w:p w:rsidR="00E00D30" w:rsidRDefault="00E00D30" w:rsidP="00E00D30">
      <w:r>
        <w:t>114.0405</w:t>
      </w:r>
      <w:r>
        <w:tab/>
        <w:t>2.025e0</w:t>
      </w:r>
    </w:p>
    <w:p w:rsidR="00E00D30" w:rsidRDefault="00E00D30" w:rsidP="00E00D30">
      <w:r>
        <w:t>114.0477</w:t>
      </w:r>
      <w:r>
        <w:tab/>
        <w:t>1.013e0</w:t>
      </w:r>
    </w:p>
    <w:p w:rsidR="00E00D30" w:rsidRDefault="00E00D30" w:rsidP="00E00D30">
      <w:r>
        <w:t>114.0562</w:t>
      </w:r>
      <w:r>
        <w:tab/>
        <w:t>1.013e0</w:t>
      </w:r>
    </w:p>
    <w:p w:rsidR="00E00D30" w:rsidRDefault="00E00D30" w:rsidP="00E00D30">
      <w:r>
        <w:t>114.0590</w:t>
      </w:r>
      <w:r>
        <w:tab/>
        <w:t>5.063e0</w:t>
      </w:r>
    </w:p>
    <w:p w:rsidR="00E00D30" w:rsidRDefault="00E00D30" w:rsidP="00E00D30">
      <w:r>
        <w:t>114.0673</w:t>
      </w:r>
      <w:r>
        <w:tab/>
        <w:t>3.038e0</w:t>
      </w:r>
    </w:p>
    <w:p w:rsidR="00E00D30" w:rsidRDefault="00E00D30" w:rsidP="00E00D30">
      <w:r>
        <w:t>114.0703</w:t>
      </w:r>
      <w:r>
        <w:tab/>
        <w:t>2.025e0</w:t>
      </w:r>
    </w:p>
    <w:p w:rsidR="00E00D30" w:rsidRDefault="00E00D30" w:rsidP="00E00D30">
      <w:r>
        <w:t>114.0732</w:t>
      </w:r>
      <w:r>
        <w:tab/>
        <w:t>4.051e0</w:t>
      </w:r>
    </w:p>
    <w:p w:rsidR="00E00D30" w:rsidRDefault="00E00D30" w:rsidP="00E00D30">
      <w:r>
        <w:t>114.0858</w:t>
      </w:r>
      <w:r>
        <w:tab/>
        <w:t>2.025e0</w:t>
      </w:r>
    </w:p>
    <w:p w:rsidR="00E00D30" w:rsidRDefault="00E00D30" w:rsidP="00E00D30">
      <w:r>
        <w:t>114.0872</w:t>
      </w:r>
      <w:r>
        <w:tab/>
        <w:t>1.013e0</w:t>
      </w:r>
    </w:p>
    <w:p w:rsidR="00E00D30" w:rsidRDefault="00E00D30" w:rsidP="00E00D30">
      <w:r>
        <w:lastRenderedPageBreak/>
        <w:t>114.0934</w:t>
      </w:r>
      <w:r>
        <w:tab/>
        <w:t>9.114e0</w:t>
      </w:r>
    </w:p>
    <w:p w:rsidR="00E00D30" w:rsidRDefault="00E00D30" w:rsidP="00E00D30">
      <w:r>
        <w:t>114.0947</w:t>
      </w:r>
      <w:r>
        <w:tab/>
        <w:t>2.025e0</w:t>
      </w:r>
    </w:p>
    <w:p w:rsidR="00E00D30" w:rsidRDefault="00E00D30" w:rsidP="00E00D30">
      <w:r>
        <w:t>114.0976</w:t>
      </w:r>
      <w:r>
        <w:tab/>
        <w:t>5.063e0</w:t>
      </w:r>
    </w:p>
    <w:p w:rsidR="00E00D30" w:rsidRDefault="00E00D30" w:rsidP="00E00D30">
      <w:r>
        <w:t>114.0988</w:t>
      </w:r>
      <w:r>
        <w:tab/>
        <w:t>1.013e0</w:t>
      </w:r>
    </w:p>
    <w:p w:rsidR="00E00D30" w:rsidRDefault="00E00D30" w:rsidP="00E00D30">
      <w:r>
        <w:t>114.1042</w:t>
      </w:r>
      <w:r>
        <w:tab/>
        <w:t>2.025e0</w:t>
      </w:r>
    </w:p>
    <w:p w:rsidR="00E00D30" w:rsidRDefault="00E00D30" w:rsidP="00E00D30">
      <w:r>
        <w:t>114.1057</w:t>
      </w:r>
      <w:r>
        <w:tab/>
        <w:t>2.025e0</w:t>
      </w:r>
    </w:p>
    <w:p w:rsidR="00E00D30" w:rsidRDefault="00E00D30" w:rsidP="00E00D30">
      <w:r>
        <w:t>114.1072</w:t>
      </w:r>
      <w:r>
        <w:tab/>
        <w:t>1.013e0</w:t>
      </w:r>
    </w:p>
    <w:p w:rsidR="00E00D30" w:rsidRDefault="00E00D30" w:rsidP="00E00D30">
      <w:r>
        <w:t>114.1186</w:t>
      </w:r>
      <w:r>
        <w:tab/>
        <w:t>2.025e0</w:t>
      </w:r>
    </w:p>
    <w:p w:rsidR="00E00D30" w:rsidRDefault="00E00D30" w:rsidP="00E00D30">
      <w:r>
        <w:t>114.1214</w:t>
      </w:r>
      <w:r>
        <w:tab/>
        <w:t>2.025e0</w:t>
      </w:r>
    </w:p>
    <w:p w:rsidR="00E00D30" w:rsidRDefault="00E00D30" w:rsidP="00E00D30">
      <w:r>
        <w:t>114.1271</w:t>
      </w:r>
      <w:r>
        <w:tab/>
        <w:t>1.013e0</w:t>
      </w:r>
    </w:p>
    <w:p w:rsidR="00E00D30" w:rsidRDefault="00E00D30" w:rsidP="00E00D30">
      <w:r>
        <w:t>114.1354</w:t>
      </w:r>
      <w:r>
        <w:tab/>
        <w:t>1.013e0</w:t>
      </w:r>
    </w:p>
    <w:p w:rsidR="00E00D30" w:rsidRDefault="00E00D30" w:rsidP="00E00D30">
      <w:r>
        <w:t>114.1443</w:t>
      </w:r>
      <w:r>
        <w:tab/>
        <w:t>1.013e0</w:t>
      </w:r>
    </w:p>
    <w:p w:rsidR="00E00D30" w:rsidRDefault="00E00D30" w:rsidP="00E00D30">
      <w:r>
        <w:t>114.1554</w:t>
      </w:r>
      <w:r>
        <w:tab/>
        <w:t>2.025e0</w:t>
      </w:r>
    </w:p>
    <w:p w:rsidR="00E00D30" w:rsidRDefault="00E00D30" w:rsidP="00E00D30">
      <w:r>
        <w:t>114.1695</w:t>
      </w:r>
      <w:r>
        <w:tab/>
        <w:t>3.038e0</w:t>
      </w:r>
    </w:p>
    <w:p w:rsidR="00E00D30" w:rsidRDefault="00E00D30" w:rsidP="00E00D30">
      <w:r>
        <w:t>114.1895</w:t>
      </w:r>
      <w:r>
        <w:tab/>
        <w:t>1.013e0</w:t>
      </w:r>
    </w:p>
    <w:p w:rsidR="00E00D30" w:rsidRDefault="00E00D30" w:rsidP="00E00D30">
      <w:r>
        <w:t>114.2010</w:t>
      </w:r>
      <w:r>
        <w:tab/>
        <w:t>2.025e0</w:t>
      </w:r>
    </w:p>
    <w:p w:rsidR="00E00D30" w:rsidRDefault="00E00D30" w:rsidP="00E00D30">
      <w:r>
        <w:t>114.2109</w:t>
      </w:r>
      <w:r>
        <w:tab/>
        <w:t>2.025e0</w:t>
      </w:r>
    </w:p>
    <w:p w:rsidR="00E00D30" w:rsidRDefault="00E00D30" w:rsidP="00E00D30">
      <w:r>
        <w:t>114.2293</w:t>
      </w:r>
      <w:r>
        <w:tab/>
        <w:t>1.013e0</w:t>
      </w:r>
    </w:p>
    <w:p w:rsidR="00E00D30" w:rsidRDefault="00E00D30" w:rsidP="00E00D30">
      <w:r>
        <w:t>114.2521</w:t>
      </w:r>
      <w:r>
        <w:tab/>
        <w:t>1.013e0</w:t>
      </w:r>
    </w:p>
    <w:p w:rsidR="00E00D30" w:rsidRDefault="00E00D30" w:rsidP="00E00D30">
      <w:r>
        <w:lastRenderedPageBreak/>
        <w:t>114.2546</w:t>
      </w:r>
      <w:r>
        <w:tab/>
        <w:t>1.013e0</w:t>
      </w:r>
    </w:p>
    <w:p w:rsidR="00E00D30" w:rsidRDefault="00E00D30" w:rsidP="00E00D30">
      <w:r>
        <w:t>114.2577</w:t>
      </w:r>
      <w:r>
        <w:tab/>
        <w:t>2.025e0</w:t>
      </w:r>
    </w:p>
    <w:p w:rsidR="00E00D30" w:rsidRDefault="00E00D30" w:rsidP="00E00D30">
      <w:r>
        <w:t>114.2717</w:t>
      </w:r>
      <w:r>
        <w:tab/>
        <w:t>1.013e0</w:t>
      </w:r>
    </w:p>
    <w:p w:rsidR="00E00D30" w:rsidRDefault="00E00D30" w:rsidP="00E00D30">
      <w:r>
        <w:t>114.2761</w:t>
      </w:r>
      <w:r>
        <w:tab/>
        <w:t>2.025e0</w:t>
      </w:r>
    </w:p>
    <w:p w:rsidR="00E00D30" w:rsidRDefault="00E00D30" w:rsidP="00E00D30">
      <w:r>
        <w:t>114.3033</w:t>
      </w:r>
      <w:r>
        <w:tab/>
        <w:t>1.013e0</w:t>
      </w:r>
    </w:p>
    <w:p w:rsidR="00E00D30" w:rsidRDefault="00E00D30" w:rsidP="00E00D30">
      <w:r>
        <w:t>114.3058</w:t>
      </w:r>
      <w:r>
        <w:tab/>
        <w:t>2.025e0</w:t>
      </w:r>
    </w:p>
    <w:p w:rsidR="00E00D30" w:rsidRDefault="00E00D30" w:rsidP="00E00D30">
      <w:r>
        <w:t>114.3090</w:t>
      </w:r>
      <w:r>
        <w:tab/>
        <w:t>1.013e0</w:t>
      </w:r>
    </w:p>
    <w:p w:rsidR="00E00D30" w:rsidRDefault="00E00D30" w:rsidP="00E00D30">
      <w:r>
        <w:t>114.3204</w:t>
      </w:r>
      <w:r>
        <w:tab/>
        <w:t>1.013e0</w:t>
      </w:r>
    </w:p>
    <w:p w:rsidR="00E00D30" w:rsidRDefault="00E00D30" w:rsidP="00E00D30">
      <w:r>
        <w:t>114.3399</w:t>
      </w:r>
      <w:r>
        <w:tab/>
        <w:t>2.025e0</w:t>
      </w:r>
    </w:p>
    <w:p w:rsidR="00E00D30" w:rsidRDefault="00E00D30" w:rsidP="00E00D30">
      <w:r>
        <w:t>114.3444</w:t>
      </w:r>
      <w:r>
        <w:tab/>
        <w:t>2.025e0</w:t>
      </w:r>
    </w:p>
    <w:p w:rsidR="00E00D30" w:rsidRDefault="00E00D30" w:rsidP="00E00D30">
      <w:r>
        <w:t>114.3600</w:t>
      </w:r>
      <w:r>
        <w:tab/>
        <w:t>3.038e0</w:t>
      </w:r>
    </w:p>
    <w:p w:rsidR="00E00D30" w:rsidRDefault="00E00D30" w:rsidP="00E00D30">
      <w:r>
        <w:t>114.3657</w:t>
      </w:r>
      <w:r>
        <w:tab/>
        <w:t>1.013e0</w:t>
      </w:r>
    </w:p>
    <w:p w:rsidR="00E00D30" w:rsidRDefault="00E00D30" w:rsidP="00E00D30">
      <w:r>
        <w:t>114.3910</w:t>
      </w:r>
      <w:r>
        <w:tab/>
        <w:t>1.013e0</w:t>
      </w:r>
    </w:p>
    <w:p w:rsidR="00E00D30" w:rsidRDefault="00E00D30" w:rsidP="00E00D30">
      <w:r>
        <w:t>114.3927</w:t>
      </w:r>
      <w:r>
        <w:tab/>
        <w:t>2.025e0</w:t>
      </w:r>
    </w:p>
    <w:p w:rsidR="00E00D30" w:rsidRDefault="00E00D30" w:rsidP="00E00D30">
      <w:r>
        <w:t>114.4055</w:t>
      </w:r>
      <w:r>
        <w:tab/>
        <w:t>2.025e0</w:t>
      </w:r>
    </w:p>
    <w:p w:rsidR="00E00D30" w:rsidRDefault="00E00D30" w:rsidP="00E00D30">
      <w:r>
        <w:t>114.4169</w:t>
      </w:r>
      <w:r>
        <w:tab/>
        <w:t>2.025e0</w:t>
      </w:r>
    </w:p>
    <w:p w:rsidR="00E00D30" w:rsidRDefault="00E00D30" w:rsidP="00E00D30">
      <w:r>
        <w:t>114.4226</w:t>
      </w:r>
      <w:r>
        <w:tab/>
        <w:t>1.013e0</w:t>
      </w:r>
    </w:p>
    <w:p w:rsidR="00E00D30" w:rsidRDefault="00E00D30" w:rsidP="00E00D30">
      <w:r>
        <w:t>114.4283</w:t>
      </w:r>
      <w:r>
        <w:tab/>
        <w:t>1.013e0</w:t>
      </w:r>
    </w:p>
    <w:p w:rsidR="00E00D30" w:rsidRDefault="00E00D30" w:rsidP="00E00D30">
      <w:r>
        <w:t>114.4311</w:t>
      </w:r>
      <w:r>
        <w:tab/>
        <w:t>1.013e0</w:t>
      </w:r>
    </w:p>
    <w:p w:rsidR="00E00D30" w:rsidRDefault="00E00D30" w:rsidP="00E00D30">
      <w:r>
        <w:lastRenderedPageBreak/>
        <w:t>114.4423</w:t>
      </w:r>
      <w:r>
        <w:tab/>
        <w:t>1.013e0</w:t>
      </w:r>
    </w:p>
    <w:p w:rsidR="00E00D30" w:rsidRDefault="00E00D30" w:rsidP="00E00D30">
      <w:r>
        <w:t>114.4593</w:t>
      </w:r>
      <w:r>
        <w:tab/>
        <w:t>2.025e0</w:t>
      </w:r>
    </w:p>
    <w:p w:rsidR="00E00D30" w:rsidRDefault="00E00D30" w:rsidP="00E00D30">
      <w:r>
        <w:t>114.4763</w:t>
      </w:r>
      <w:r>
        <w:tab/>
        <w:t>1.013e0</w:t>
      </w:r>
    </w:p>
    <w:p w:rsidR="00E00D30" w:rsidRDefault="00E00D30" w:rsidP="00E00D30">
      <w:r>
        <w:t>114.5195</w:t>
      </w:r>
      <w:r>
        <w:tab/>
        <w:t>1.013e0</w:t>
      </w:r>
    </w:p>
    <w:p w:rsidR="00E00D30" w:rsidRDefault="00E00D30" w:rsidP="00E00D30">
      <w:r>
        <w:t>114.5476</w:t>
      </w:r>
      <w:r>
        <w:tab/>
        <w:t>1.013e0</w:t>
      </w:r>
    </w:p>
    <w:p w:rsidR="00E00D30" w:rsidRDefault="00E00D30" w:rsidP="00E00D30">
      <w:r>
        <w:t>114.5519</w:t>
      </w:r>
      <w:r>
        <w:tab/>
        <w:t>2.025e0</w:t>
      </w:r>
    </w:p>
    <w:p w:rsidR="00E00D30" w:rsidRDefault="00E00D30" w:rsidP="00E00D30">
      <w:r>
        <w:t>114.5548</w:t>
      </w:r>
      <w:r>
        <w:tab/>
        <w:t>2.025e0</w:t>
      </w:r>
    </w:p>
    <w:p w:rsidR="00E00D30" w:rsidRDefault="00E00D30" w:rsidP="00E00D30">
      <w:r>
        <w:t>114.5582</w:t>
      </w:r>
      <w:r>
        <w:tab/>
        <w:t>3.038e0</w:t>
      </w:r>
    </w:p>
    <w:p w:rsidR="00E00D30" w:rsidRDefault="00E00D30" w:rsidP="00E00D30">
      <w:r>
        <w:t>114.5617</w:t>
      </w:r>
      <w:r>
        <w:tab/>
        <w:t>1.013e0</w:t>
      </w:r>
    </w:p>
    <w:p w:rsidR="00E00D30" w:rsidRDefault="00E00D30" w:rsidP="00E00D30">
      <w:r>
        <w:t>114.5761</w:t>
      </w:r>
      <w:r>
        <w:tab/>
        <w:t>1.013e0</w:t>
      </w:r>
    </w:p>
    <w:p w:rsidR="00E00D30" w:rsidRDefault="00E00D30" w:rsidP="00E00D30">
      <w:r>
        <w:t>114.5819</w:t>
      </w:r>
      <w:r>
        <w:tab/>
        <w:t>1.013e0</w:t>
      </w:r>
    </w:p>
    <w:p w:rsidR="00E00D30" w:rsidRDefault="00E00D30" w:rsidP="00E00D30">
      <w:r>
        <w:t>114.5959</w:t>
      </w:r>
      <w:r>
        <w:tab/>
        <w:t>1.013e0</w:t>
      </w:r>
    </w:p>
    <w:p w:rsidR="00E00D30" w:rsidRDefault="00E00D30" w:rsidP="00E00D30">
      <w:r>
        <w:t>114.6129</w:t>
      </w:r>
      <w:r>
        <w:tab/>
        <w:t>1.013e0</w:t>
      </w:r>
    </w:p>
    <w:p w:rsidR="00E00D30" w:rsidRDefault="00E00D30" w:rsidP="00E00D30">
      <w:r>
        <w:t>114.6187</w:t>
      </w:r>
      <w:r>
        <w:tab/>
        <w:t>1.013e0</w:t>
      </w:r>
    </w:p>
    <w:p w:rsidR="00E00D30" w:rsidRDefault="00E00D30" w:rsidP="00E00D30">
      <w:r>
        <w:t>114.6260</w:t>
      </w:r>
      <w:r>
        <w:tab/>
        <w:t>2.025e0</w:t>
      </w:r>
    </w:p>
    <w:p w:rsidR="00E00D30" w:rsidRDefault="00E00D30" w:rsidP="00E00D30">
      <w:r>
        <w:t>114.6487</w:t>
      </w:r>
      <w:r>
        <w:tab/>
        <w:t>2.025e0</w:t>
      </w:r>
    </w:p>
    <w:p w:rsidR="00E00D30" w:rsidRDefault="00E00D30" w:rsidP="00E00D30">
      <w:r>
        <w:t>114.6529</w:t>
      </w:r>
      <w:r>
        <w:tab/>
        <w:t>1.013e0</w:t>
      </w:r>
    </w:p>
    <w:p w:rsidR="00E00D30" w:rsidRDefault="00E00D30" w:rsidP="00E00D30">
      <w:r>
        <w:t>114.6729</w:t>
      </w:r>
      <w:r>
        <w:tab/>
        <w:t>1.013e0</w:t>
      </w:r>
    </w:p>
    <w:p w:rsidR="00E00D30" w:rsidRDefault="00E00D30" w:rsidP="00E00D30">
      <w:r>
        <w:t>114.6814</w:t>
      </w:r>
      <w:r>
        <w:tab/>
        <w:t>1.013e0</w:t>
      </w:r>
    </w:p>
    <w:p w:rsidR="00E00D30" w:rsidRDefault="00E00D30" w:rsidP="00E00D30">
      <w:r>
        <w:lastRenderedPageBreak/>
        <w:t>114.6899</w:t>
      </w:r>
      <w:r>
        <w:tab/>
        <w:t>1.013e0</w:t>
      </w:r>
    </w:p>
    <w:p w:rsidR="00E00D30" w:rsidRDefault="00E00D30" w:rsidP="00E00D30">
      <w:r>
        <w:t>114.6982</w:t>
      </w:r>
      <w:r>
        <w:tab/>
        <w:t>1.013e0</w:t>
      </w:r>
    </w:p>
    <w:p w:rsidR="00E00D30" w:rsidRDefault="00E00D30" w:rsidP="00E00D30">
      <w:r>
        <w:t>114.7013</w:t>
      </w:r>
      <w:r>
        <w:tab/>
        <w:t>1.013e0</w:t>
      </w:r>
    </w:p>
    <w:p w:rsidR="00E00D30" w:rsidRDefault="00E00D30" w:rsidP="00E00D30">
      <w:r>
        <w:t>114.7272</w:t>
      </w:r>
      <w:r>
        <w:tab/>
        <w:t>1.013e0</w:t>
      </w:r>
    </w:p>
    <w:p w:rsidR="00E00D30" w:rsidRDefault="00E00D30" w:rsidP="00E00D30">
      <w:r>
        <w:t>114.7383</w:t>
      </w:r>
      <w:r>
        <w:tab/>
        <w:t>1.013e0</w:t>
      </w:r>
    </w:p>
    <w:p w:rsidR="00E00D30" w:rsidRDefault="00E00D30" w:rsidP="00E00D30">
      <w:r>
        <w:t>114.7496</w:t>
      </w:r>
      <w:r>
        <w:tab/>
        <w:t>2.025e0</w:t>
      </w:r>
    </w:p>
    <w:p w:rsidR="00E00D30" w:rsidRDefault="00E00D30" w:rsidP="00E00D30">
      <w:r>
        <w:t>114.7695</w:t>
      </w:r>
      <w:r>
        <w:tab/>
        <w:t>1.013e0</w:t>
      </w:r>
    </w:p>
    <w:p w:rsidR="00E00D30" w:rsidRDefault="00E00D30" w:rsidP="00E00D30">
      <w:r>
        <w:t>114.7740</w:t>
      </w:r>
      <w:r>
        <w:tab/>
        <w:t>2.025e0</w:t>
      </w:r>
    </w:p>
    <w:p w:rsidR="00E00D30" w:rsidRDefault="00E00D30" w:rsidP="00E00D30">
      <w:r>
        <w:t>114.7784</w:t>
      </w:r>
      <w:r>
        <w:tab/>
        <w:t>1.013e0</w:t>
      </w:r>
    </w:p>
    <w:p w:rsidR="00E00D30" w:rsidRDefault="00E00D30" w:rsidP="00E00D30">
      <w:r>
        <w:t>114.7836</w:t>
      </w:r>
      <w:r>
        <w:tab/>
        <w:t>1.013e0</w:t>
      </w:r>
    </w:p>
    <w:p w:rsidR="00E00D30" w:rsidRDefault="00E00D30" w:rsidP="00E00D30">
      <w:r>
        <w:t>114.7925</w:t>
      </w:r>
      <w:r>
        <w:tab/>
        <w:t>1.013e0</w:t>
      </w:r>
    </w:p>
    <w:p w:rsidR="00E00D30" w:rsidRDefault="00E00D30" w:rsidP="00E00D30">
      <w:r>
        <w:t>114.7981</w:t>
      </w:r>
      <w:r>
        <w:tab/>
        <w:t>1.013e0</w:t>
      </w:r>
    </w:p>
    <w:p w:rsidR="00E00D30" w:rsidRDefault="00E00D30" w:rsidP="00E00D30">
      <w:r>
        <w:t>114.8008</w:t>
      </w:r>
      <w:r>
        <w:tab/>
        <w:t>2.025e0</w:t>
      </w:r>
    </w:p>
    <w:p w:rsidR="00E00D30" w:rsidRDefault="00E00D30" w:rsidP="00E00D30">
      <w:r>
        <w:t>114.8125</w:t>
      </w:r>
      <w:r>
        <w:tab/>
        <w:t>1.013e0</w:t>
      </w:r>
    </w:p>
    <w:p w:rsidR="00E00D30" w:rsidRDefault="00E00D30" w:rsidP="00E00D30">
      <w:r>
        <w:t>114.8208</w:t>
      </w:r>
      <w:r>
        <w:tab/>
        <w:t>2.025e0</w:t>
      </w:r>
    </w:p>
    <w:p w:rsidR="00E00D30" w:rsidRDefault="00E00D30" w:rsidP="00E00D30">
      <w:r>
        <w:t>114.8425</w:t>
      </w:r>
      <w:r>
        <w:tab/>
        <w:t>3.038e0</w:t>
      </w:r>
    </w:p>
    <w:p w:rsidR="00E00D30" w:rsidRDefault="00E00D30" w:rsidP="00E00D30">
      <w:r>
        <w:t>114.8637</w:t>
      </w:r>
      <w:r>
        <w:tab/>
        <w:t>2.025e0</w:t>
      </w:r>
    </w:p>
    <w:p w:rsidR="00E00D30" w:rsidRDefault="00E00D30" w:rsidP="00E00D30">
      <w:r>
        <w:t>114.8665</w:t>
      </w:r>
      <w:r>
        <w:tab/>
        <w:t>1.013e0</w:t>
      </w:r>
    </w:p>
    <w:p w:rsidR="00E00D30" w:rsidRDefault="00E00D30" w:rsidP="00E00D30">
      <w:r>
        <w:t>114.8810</w:t>
      </w:r>
      <w:r>
        <w:tab/>
        <w:t>2.025e0</w:t>
      </w:r>
    </w:p>
    <w:p w:rsidR="00E00D30" w:rsidRDefault="00E00D30" w:rsidP="00E00D30">
      <w:r>
        <w:lastRenderedPageBreak/>
        <w:t>114.8862</w:t>
      </w:r>
      <w:r>
        <w:tab/>
        <w:t>1.013e0</w:t>
      </w:r>
    </w:p>
    <w:p w:rsidR="00E00D30" w:rsidRDefault="00E00D30" w:rsidP="00E00D30">
      <w:r>
        <w:t>114.8922</w:t>
      </w:r>
      <w:r>
        <w:tab/>
        <w:t>1.013e0</w:t>
      </w:r>
    </w:p>
    <w:p w:rsidR="00E00D30" w:rsidRDefault="00E00D30" w:rsidP="00E00D30">
      <w:r>
        <w:t>114.8980</w:t>
      </w:r>
      <w:r>
        <w:tab/>
        <w:t>1.013e0</w:t>
      </w:r>
    </w:p>
    <w:p w:rsidR="00E00D30" w:rsidRDefault="00E00D30" w:rsidP="00E00D30">
      <w:r>
        <w:t>114.9007</w:t>
      </w:r>
      <w:r>
        <w:tab/>
        <w:t>1.013e0</w:t>
      </w:r>
    </w:p>
    <w:p w:rsidR="00E00D30" w:rsidRDefault="00E00D30" w:rsidP="00E00D30">
      <w:r>
        <w:t>114.9350</w:t>
      </w:r>
      <w:r>
        <w:tab/>
        <w:t>1.013e0</w:t>
      </w:r>
    </w:p>
    <w:p w:rsidR="00E00D30" w:rsidRDefault="00E00D30" w:rsidP="00E00D30">
      <w:r>
        <w:t>114.9464</w:t>
      </w:r>
      <w:r>
        <w:tab/>
        <w:t>1.013e0</w:t>
      </w:r>
    </w:p>
    <w:p w:rsidR="00E00D30" w:rsidRDefault="00E00D30" w:rsidP="00E00D30">
      <w:r>
        <w:t>114.9589</w:t>
      </w:r>
      <w:r>
        <w:tab/>
        <w:t>2.025e0</w:t>
      </w:r>
    </w:p>
    <w:p w:rsidR="00E00D30" w:rsidRDefault="00E00D30" w:rsidP="00E00D30">
      <w:r>
        <w:t>114.9633</w:t>
      </w:r>
      <w:r>
        <w:tab/>
        <w:t>1.013e0</w:t>
      </w:r>
    </w:p>
    <w:p w:rsidR="00E00D30" w:rsidRDefault="00E00D30" w:rsidP="00E00D30">
      <w:r>
        <w:t>114.9692</w:t>
      </w:r>
      <w:r>
        <w:tab/>
        <w:t>1.013e0</w:t>
      </w:r>
    </w:p>
    <w:p w:rsidR="00E00D30" w:rsidRDefault="00E00D30" w:rsidP="00E00D30">
      <w:r>
        <w:t>114.9806</w:t>
      </w:r>
      <w:r>
        <w:tab/>
        <w:t>1.013e0</w:t>
      </w:r>
    </w:p>
    <w:p w:rsidR="00E00D30" w:rsidRDefault="00E00D30" w:rsidP="00E00D30">
      <w:r>
        <w:t>114.9834</w:t>
      </w:r>
      <w:r>
        <w:tab/>
        <w:t>2.025e0</w:t>
      </w:r>
    </w:p>
    <w:p w:rsidR="00E00D30" w:rsidRDefault="00E00D30" w:rsidP="00E00D30">
      <w:r>
        <w:t>114.9917</w:t>
      </w:r>
      <w:r>
        <w:tab/>
        <w:t>1.013e0</w:t>
      </w:r>
    </w:p>
    <w:p w:rsidR="00E00D30" w:rsidRDefault="00E00D30" w:rsidP="00E00D30">
      <w:r>
        <w:t>114.9976</w:t>
      </w:r>
      <w:r>
        <w:tab/>
        <w:t>1.013e0</w:t>
      </w:r>
    </w:p>
    <w:p w:rsidR="00E00D30" w:rsidRDefault="00E00D30" w:rsidP="00E00D30">
      <w:r>
        <w:t>115.0087</w:t>
      </w:r>
      <w:r>
        <w:tab/>
        <w:t>2.025e0</w:t>
      </w:r>
    </w:p>
    <w:p w:rsidR="00E00D30" w:rsidRDefault="00E00D30" w:rsidP="00E00D30">
      <w:r>
        <w:t>115.0117</w:t>
      </w:r>
      <w:r>
        <w:tab/>
        <w:t>1.013e0</w:t>
      </w:r>
    </w:p>
    <w:p w:rsidR="00E00D30" w:rsidRDefault="00E00D30" w:rsidP="00E00D30">
      <w:r>
        <w:t>115.0132</w:t>
      </w:r>
      <w:r>
        <w:tab/>
        <w:t>2.025e0</w:t>
      </w:r>
    </w:p>
    <w:p w:rsidR="00E00D30" w:rsidRDefault="00E00D30" w:rsidP="00E00D30">
      <w:r>
        <w:t>115.0176</w:t>
      </w:r>
      <w:r>
        <w:tab/>
        <w:t>1.013e0</w:t>
      </w:r>
    </w:p>
    <w:p w:rsidR="00E00D30" w:rsidRDefault="00E00D30" w:rsidP="00E00D30">
      <w:r>
        <w:t>115.0289</w:t>
      </w:r>
      <w:r>
        <w:tab/>
        <w:t>1.013e0</w:t>
      </w:r>
    </w:p>
    <w:p w:rsidR="00E00D30" w:rsidRDefault="00E00D30" w:rsidP="00E00D30">
      <w:r>
        <w:t>115.0318</w:t>
      </w:r>
      <w:r>
        <w:tab/>
        <w:t>1.013e0</w:t>
      </w:r>
    </w:p>
    <w:p w:rsidR="00E00D30" w:rsidRDefault="00E00D30" w:rsidP="00E00D30">
      <w:r>
        <w:lastRenderedPageBreak/>
        <w:t>115.0377</w:t>
      </w:r>
      <w:r>
        <w:tab/>
        <w:t>1.013e0</w:t>
      </w:r>
    </w:p>
    <w:p w:rsidR="00E00D30" w:rsidRDefault="00E00D30" w:rsidP="00E00D30">
      <w:r>
        <w:t>115.0461</w:t>
      </w:r>
      <w:r>
        <w:tab/>
        <w:t>1.013e0</w:t>
      </w:r>
    </w:p>
    <w:p w:rsidR="00E00D30" w:rsidRDefault="00E00D30" w:rsidP="00E00D30">
      <w:r>
        <w:t>115.0503</w:t>
      </w:r>
      <w:r>
        <w:tab/>
        <w:t>3.038e0</w:t>
      </w:r>
    </w:p>
    <w:p w:rsidR="00E00D30" w:rsidRDefault="00E00D30" w:rsidP="00E00D30">
      <w:r>
        <w:t>115.0517</w:t>
      </w:r>
      <w:r>
        <w:tab/>
        <w:t>6.076e0</w:t>
      </w:r>
    </w:p>
    <w:p w:rsidR="00E00D30" w:rsidRDefault="00E00D30" w:rsidP="00E00D30">
      <w:r>
        <w:t>115.0573</w:t>
      </w:r>
      <w:r>
        <w:tab/>
        <w:t>1.013e0</w:t>
      </w:r>
    </w:p>
    <w:p w:rsidR="00E00D30" w:rsidRDefault="00E00D30" w:rsidP="00E00D30">
      <w:r>
        <w:t>115.0865</w:t>
      </w:r>
      <w:r>
        <w:tab/>
        <w:t>7.761e2</w:t>
      </w:r>
    </w:p>
    <w:p w:rsidR="00E00D30" w:rsidRDefault="00E00D30" w:rsidP="00E00D30">
      <w:r>
        <w:t>115.1045</w:t>
      </w:r>
      <w:r>
        <w:tab/>
        <w:t>2.025e0</w:t>
      </w:r>
    </w:p>
    <w:p w:rsidR="00E00D30" w:rsidRDefault="00E00D30" w:rsidP="00E00D30">
      <w:r>
        <w:t>115.1173</w:t>
      </w:r>
      <w:r>
        <w:tab/>
        <w:t>3.038e0</w:t>
      </w:r>
    </w:p>
    <w:p w:rsidR="00E00D30" w:rsidRDefault="00E00D30" w:rsidP="00E00D30">
      <w:r>
        <w:t>115.1252</w:t>
      </w:r>
      <w:r>
        <w:tab/>
        <w:t>9.114e0</w:t>
      </w:r>
    </w:p>
    <w:p w:rsidR="00E00D30" w:rsidRDefault="00E00D30" w:rsidP="00E00D30">
      <w:r>
        <w:t>115.1270</w:t>
      </w:r>
      <w:r>
        <w:tab/>
        <w:t>7.089e0</w:t>
      </w:r>
    </w:p>
    <w:p w:rsidR="00E00D30" w:rsidRDefault="00E00D30" w:rsidP="00E00D30">
      <w:r>
        <w:t>115.1368</w:t>
      </w:r>
      <w:r>
        <w:tab/>
        <w:t>5.063e0</w:t>
      </w:r>
    </w:p>
    <w:p w:rsidR="00E00D30" w:rsidRDefault="00E00D30" w:rsidP="00E00D30">
      <w:r>
        <w:t>115.1404</w:t>
      </w:r>
      <w:r>
        <w:tab/>
        <w:t>1.013e0</w:t>
      </w:r>
    </w:p>
    <w:p w:rsidR="00E00D30" w:rsidRDefault="00E00D30" w:rsidP="00E00D30">
      <w:r>
        <w:t>115.1455</w:t>
      </w:r>
      <w:r>
        <w:tab/>
        <w:t>2.025e0</w:t>
      </w:r>
    </w:p>
    <w:p w:rsidR="00E00D30" w:rsidRDefault="00E00D30" w:rsidP="00E00D30">
      <w:r>
        <w:t>115.1471</w:t>
      </w:r>
      <w:r>
        <w:tab/>
        <w:t>2.025e0</w:t>
      </w:r>
    </w:p>
    <w:p w:rsidR="00E00D30" w:rsidRDefault="00E00D30" w:rsidP="00E00D30">
      <w:r>
        <w:t>115.1485</w:t>
      </w:r>
      <w:r>
        <w:tab/>
        <w:t>2.025e0</w:t>
      </w:r>
    </w:p>
    <w:p w:rsidR="00E00D30" w:rsidRDefault="00E00D30" w:rsidP="00E00D30">
      <w:r>
        <w:t>115.1515</w:t>
      </w:r>
      <w:r>
        <w:tab/>
        <w:t>3.038e0</w:t>
      </w:r>
    </w:p>
    <w:p w:rsidR="00E00D30" w:rsidRDefault="00E00D30" w:rsidP="00E00D30">
      <w:r>
        <w:t>115.1602</w:t>
      </w:r>
      <w:r>
        <w:tab/>
        <w:t>1.013e0</w:t>
      </w:r>
    </w:p>
    <w:p w:rsidR="00E00D30" w:rsidRDefault="00E00D30" w:rsidP="00E00D30">
      <w:r>
        <w:t>115.1656</w:t>
      </w:r>
      <w:r>
        <w:tab/>
        <w:t>2.025e0</w:t>
      </w:r>
    </w:p>
    <w:p w:rsidR="00E00D30" w:rsidRDefault="00E00D30" w:rsidP="00E00D30">
      <w:r>
        <w:t>115.1687</w:t>
      </w:r>
      <w:r>
        <w:tab/>
        <w:t>1.013e0</w:t>
      </w:r>
    </w:p>
    <w:p w:rsidR="00E00D30" w:rsidRDefault="00E00D30" w:rsidP="00E00D30">
      <w:r>
        <w:lastRenderedPageBreak/>
        <w:t>115.1744</w:t>
      </w:r>
      <w:r>
        <w:tab/>
        <w:t>2.025e0</w:t>
      </w:r>
    </w:p>
    <w:p w:rsidR="00E00D30" w:rsidRDefault="00E00D30" w:rsidP="00E00D30">
      <w:r>
        <w:t>115.1772</w:t>
      </w:r>
      <w:r>
        <w:tab/>
        <w:t>2.025e0</w:t>
      </w:r>
    </w:p>
    <w:p w:rsidR="00E00D30" w:rsidRDefault="00E00D30" w:rsidP="00E00D30">
      <w:r>
        <w:t>115.1798</w:t>
      </w:r>
      <w:r>
        <w:tab/>
        <w:t>2.025e0</w:t>
      </w:r>
    </w:p>
    <w:p w:rsidR="00E00D30" w:rsidRDefault="00E00D30" w:rsidP="00E00D30">
      <w:r>
        <w:t>115.1916</w:t>
      </w:r>
      <w:r>
        <w:tab/>
        <w:t>1.013e0</w:t>
      </w:r>
    </w:p>
    <w:p w:rsidR="00E00D30" w:rsidRDefault="00E00D30" w:rsidP="00E00D30">
      <w:r>
        <w:t>115.1944</w:t>
      </w:r>
      <w:r>
        <w:tab/>
        <w:t>1.013e0</w:t>
      </w:r>
    </w:p>
    <w:p w:rsidR="00E00D30" w:rsidRDefault="00E00D30" w:rsidP="00E00D30">
      <w:r>
        <w:t>115.1970</w:t>
      </w:r>
      <w:r>
        <w:tab/>
        <w:t>2.025e0</w:t>
      </w:r>
    </w:p>
    <w:p w:rsidR="00E00D30" w:rsidRDefault="00E00D30" w:rsidP="00E00D30">
      <w:r>
        <w:t>115.2028</w:t>
      </w:r>
      <w:r>
        <w:tab/>
        <w:t>1.013e0</w:t>
      </w:r>
    </w:p>
    <w:p w:rsidR="00E00D30" w:rsidRDefault="00E00D30" w:rsidP="00E00D30">
      <w:r>
        <w:t>115.2042</w:t>
      </w:r>
      <w:r>
        <w:tab/>
        <w:t>2.025e0</w:t>
      </w:r>
    </w:p>
    <w:p w:rsidR="00E00D30" w:rsidRDefault="00E00D30" w:rsidP="00E00D30">
      <w:r>
        <w:t>115.2087</w:t>
      </w:r>
      <w:r>
        <w:tab/>
        <w:t>1.013e0</w:t>
      </w:r>
    </w:p>
    <w:p w:rsidR="00E00D30" w:rsidRDefault="00E00D30" w:rsidP="00E00D30">
      <w:r>
        <w:t>115.2141</w:t>
      </w:r>
      <w:r>
        <w:tab/>
        <w:t>1.013e0</w:t>
      </w:r>
    </w:p>
    <w:p w:rsidR="00E00D30" w:rsidRDefault="00E00D30" w:rsidP="00E00D30">
      <w:r>
        <w:t>115.2199</w:t>
      </w:r>
      <w:r>
        <w:tab/>
        <w:t>2.025e0</w:t>
      </w:r>
    </w:p>
    <w:p w:rsidR="00E00D30" w:rsidRDefault="00E00D30" w:rsidP="00E00D30">
      <w:r>
        <w:t>115.2244</w:t>
      </w:r>
      <w:r>
        <w:tab/>
        <w:t>3.038e0</w:t>
      </w:r>
    </w:p>
    <w:p w:rsidR="00E00D30" w:rsidRDefault="00E00D30" w:rsidP="00E00D30">
      <w:r>
        <w:t>115.2257</w:t>
      </w:r>
      <w:r>
        <w:tab/>
        <w:t>1.013e0</w:t>
      </w:r>
    </w:p>
    <w:p w:rsidR="00E00D30" w:rsidRDefault="00E00D30" w:rsidP="00E00D30">
      <w:r>
        <w:t>115.2287</w:t>
      </w:r>
      <w:r>
        <w:tab/>
        <w:t>1.013e0</w:t>
      </w:r>
    </w:p>
    <w:p w:rsidR="00E00D30" w:rsidRDefault="00E00D30" w:rsidP="00E00D30">
      <w:r>
        <w:t>115.2312</w:t>
      </w:r>
      <w:r>
        <w:tab/>
        <w:t>1.013e0</w:t>
      </w:r>
    </w:p>
    <w:p w:rsidR="00E00D30" w:rsidRDefault="00E00D30" w:rsidP="00E00D30">
      <w:r>
        <w:t>115.2459</w:t>
      </w:r>
      <w:r>
        <w:tab/>
        <w:t>1.013e0</w:t>
      </w:r>
    </w:p>
    <w:p w:rsidR="00E00D30" w:rsidRDefault="00E00D30" w:rsidP="00E00D30">
      <w:r>
        <w:t>115.2497</w:t>
      </w:r>
      <w:r>
        <w:tab/>
        <w:t>2.025e0</w:t>
      </w:r>
    </w:p>
    <w:p w:rsidR="00E00D30" w:rsidRDefault="00E00D30" w:rsidP="00E00D30">
      <w:r>
        <w:t>115.2570</w:t>
      </w:r>
      <w:r>
        <w:tab/>
        <w:t>1.013e0</w:t>
      </w:r>
    </w:p>
    <w:p w:rsidR="00E00D30" w:rsidRDefault="00E00D30" w:rsidP="00E00D30">
      <w:r>
        <w:t>115.2712</w:t>
      </w:r>
      <w:r>
        <w:tab/>
        <w:t>1.013e0</w:t>
      </w:r>
    </w:p>
    <w:p w:rsidR="00E00D30" w:rsidRDefault="00E00D30" w:rsidP="00E00D30">
      <w:r>
        <w:lastRenderedPageBreak/>
        <w:t>115.2742</w:t>
      </w:r>
      <w:r>
        <w:tab/>
        <w:t>2.025e0</w:t>
      </w:r>
    </w:p>
    <w:p w:rsidR="00E00D30" w:rsidRDefault="00E00D30" w:rsidP="00E00D30">
      <w:r>
        <w:t>115.2803</w:t>
      </w:r>
      <w:r>
        <w:tab/>
        <w:t>1.013e0</w:t>
      </w:r>
    </w:p>
    <w:p w:rsidR="00E00D30" w:rsidRDefault="00E00D30" w:rsidP="00E00D30">
      <w:r>
        <w:t>115.2884</w:t>
      </w:r>
      <w:r>
        <w:tab/>
        <w:t>1.013e0</w:t>
      </w:r>
    </w:p>
    <w:p w:rsidR="00E00D30" w:rsidRDefault="00E00D30" w:rsidP="00E00D30">
      <w:r>
        <w:t>115.3075</w:t>
      </w:r>
      <w:r>
        <w:tab/>
        <w:t>3.038e0</w:t>
      </w:r>
    </w:p>
    <w:p w:rsidR="00E00D30" w:rsidRDefault="00E00D30" w:rsidP="00E00D30">
      <w:r>
        <w:t>115.3119</w:t>
      </w:r>
      <w:r>
        <w:tab/>
        <w:t>4.051e0</w:t>
      </w:r>
    </w:p>
    <w:p w:rsidR="00E00D30" w:rsidRDefault="00E00D30" w:rsidP="00E00D30">
      <w:r>
        <w:t>115.3257</w:t>
      </w:r>
      <w:r>
        <w:tab/>
        <w:t>1.013e0</w:t>
      </w:r>
    </w:p>
    <w:p w:rsidR="00E00D30" w:rsidRDefault="00E00D30" w:rsidP="00E00D30">
      <w:r>
        <w:t>115.3315</w:t>
      </w:r>
      <w:r>
        <w:tab/>
        <w:t>2.025e0</w:t>
      </w:r>
    </w:p>
    <w:p w:rsidR="00E00D30" w:rsidRDefault="00E00D30" w:rsidP="00E00D30">
      <w:r>
        <w:t>115.3340</w:t>
      </w:r>
      <w:r>
        <w:tab/>
        <w:t>1.013e0</w:t>
      </w:r>
    </w:p>
    <w:p w:rsidR="00E00D30" w:rsidRDefault="00E00D30" w:rsidP="00E00D30">
      <w:r>
        <w:t>115.3398</w:t>
      </w:r>
      <w:r>
        <w:tab/>
        <w:t>2.025e0</w:t>
      </w:r>
    </w:p>
    <w:p w:rsidR="00E00D30" w:rsidRDefault="00E00D30" w:rsidP="00E00D30">
      <w:r>
        <w:t>115.3512</w:t>
      </w:r>
      <w:r>
        <w:tab/>
        <w:t>1.013e0</w:t>
      </w:r>
    </w:p>
    <w:p w:rsidR="00E00D30" w:rsidRDefault="00E00D30" w:rsidP="00E00D30">
      <w:r>
        <w:t>115.3568</w:t>
      </w:r>
      <w:r>
        <w:tab/>
        <w:t>2.025e0</w:t>
      </w:r>
    </w:p>
    <w:p w:rsidR="00E00D30" w:rsidRDefault="00E00D30" w:rsidP="00E00D30">
      <w:r>
        <w:t>115.3769</w:t>
      </w:r>
      <w:r>
        <w:tab/>
        <w:t>1.013e0</w:t>
      </w:r>
    </w:p>
    <w:p w:rsidR="00E00D30" w:rsidRDefault="00E00D30" w:rsidP="00E00D30">
      <w:r>
        <w:t>115.3882</w:t>
      </w:r>
      <w:r>
        <w:tab/>
        <w:t>1.013e0</w:t>
      </w:r>
    </w:p>
    <w:p w:rsidR="00E00D30" w:rsidRDefault="00E00D30" w:rsidP="00E00D30">
      <w:r>
        <w:t>115.3999</w:t>
      </w:r>
      <w:r>
        <w:tab/>
        <w:t>1.013e0</w:t>
      </w:r>
    </w:p>
    <w:p w:rsidR="00E00D30" w:rsidRDefault="00E00D30" w:rsidP="00E00D30">
      <w:r>
        <w:t>115.4113</w:t>
      </w:r>
      <w:r>
        <w:tab/>
        <w:t>1.013e0</w:t>
      </w:r>
    </w:p>
    <w:p w:rsidR="00E00D30" w:rsidRDefault="00E00D30" w:rsidP="00E00D30">
      <w:r>
        <w:t>115.4140</w:t>
      </w:r>
      <w:r>
        <w:tab/>
        <w:t>1.013e0</w:t>
      </w:r>
    </w:p>
    <w:p w:rsidR="00E00D30" w:rsidRDefault="00E00D30" w:rsidP="00E00D30">
      <w:r>
        <w:t>115.4284</w:t>
      </w:r>
      <w:r>
        <w:tab/>
        <w:t>1.013e0</w:t>
      </w:r>
    </w:p>
    <w:p w:rsidR="00E00D30" w:rsidRDefault="00E00D30" w:rsidP="00E00D30">
      <w:r>
        <w:t>115.4299</w:t>
      </w:r>
      <w:r>
        <w:tab/>
        <w:t>2.025e0</w:t>
      </w:r>
    </w:p>
    <w:p w:rsidR="00E00D30" w:rsidRDefault="00E00D30" w:rsidP="00E00D30">
      <w:r>
        <w:t>115.4370</w:t>
      </w:r>
      <w:r>
        <w:tab/>
        <w:t>1.013e0</w:t>
      </w:r>
    </w:p>
    <w:p w:rsidR="00E00D30" w:rsidRDefault="00E00D30" w:rsidP="00E00D30">
      <w:r>
        <w:lastRenderedPageBreak/>
        <w:t>115.4425</w:t>
      </w:r>
      <w:r>
        <w:tab/>
        <w:t>1.013e0</w:t>
      </w:r>
    </w:p>
    <w:p w:rsidR="00E00D30" w:rsidRDefault="00E00D30" w:rsidP="00E00D30">
      <w:r>
        <w:t>115.4542</w:t>
      </w:r>
      <w:r>
        <w:tab/>
        <w:t>1.013e0</w:t>
      </w:r>
    </w:p>
    <w:p w:rsidR="00E00D30" w:rsidRDefault="00E00D30" w:rsidP="00E00D30">
      <w:r>
        <w:t>115.4595</w:t>
      </w:r>
      <w:r>
        <w:tab/>
        <w:t>2.025e0</w:t>
      </w:r>
    </w:p>
    <w:p w:rsidR="00E00D30" w:rsidRDefault="00E00D30" w:rsidP="00E00D30">
      <w:r>
        <w:t>115.4625</w:t>
      </w:r>
      <w:r>
        <w:tab/>
        <w:t>1.013e0</w:t>
      </w:r>
    </w:p>
    <w:p w:rsidR="00E00D30" w:rsidRDefault="00E00D30" w:rsidP="00E00D30">
      <w:r>
        <w:t>115.4713</w:t>
      </w:r>
      <w:r>
        <w:tab/>
        <w:t>2.025e0</w:t>
      </w:r>
    </w:p>
    <w:p w:rsidR="00E00D30" w:rsidRDefault="00E00D30" w:rsidP="00E00D30">
      <w:r>
        <w:t>115.4738</w:t>
      </w:r>
      <w:r>
        <w:tab/>
        <w:t>1.013e0</w:t>
      </w:r>
    </w:p>
    <w:p w:rsidR="00E00D30" w:rsidRDefault="00E00D30" w:rsidP="00E00D30">
      <w:r>
        <w:t>115.4783</w:t>
      </w:r>
      <w:r>
        <w:tab/>
        <w:t>2.025e0</w:t>
      </w:r>
    </w:p>
    <w:p w:rsidR="00E00D30" w:rsidRDefault="00E00D30" w:rsidP="00E00D30">
      <w:r>
        <w:t>115.4796</w:t>
      </w:r>
      <w:r>
        <w:tab/>
        <w:t>1.013e0</w:t>
      </w:r>
    </w:p>
    <w:p w:rsidR="00E00D30" w:rsidRDefault="00E00D30" w:rsidP="00E00D30">
      <w:r>
        <w:t>115.4921</w:t>
      </w:r>
      <w:r>
        <w:tab/>
        <w:t>3.038e0</w:t>
      </w:r>
    </w:p>
    <w:p w:rsidR="00E00D30" w:rsidRDefault="00E00D30" w:rsidP="00E00D30">
      <w:r>
        <w:t>115.4938</w:t>
      </w:r>
      <w:r>
        <w:tab/>
        <w:t>2.025e0</w:t>
      </w:r>
    </w:p>
    <w:p w:rsidR="00E00D30" w:rsidRDefault="00E00D30" w:rsidP="00E00D30">
      <w:r>
        <w:t>115.4996</w:t>
      </w:r>
      <w:r>
        <w:tab/>
        <w:t>1.013e0</w:t>
      </w:r>
    </w:p>
    <w:p w:rsidR="00E00D30" w:rsidRDefault="00E00D30" w:rsidP="00E00D30">
      <w:r>
        <w:t>115.5027</w:t>
      </w:r>
      <w:r>
        <w:tab/>
        <w:t>2.025e0</w:t>
      </w:r>
    </w:p>
    <w:p w:rsidR="00E00D30" w:rsidRDefault="00E00D30" w:rsidP="00E00D30">
      <w:r>
        <w:t>115.5139</w:t>
      </w:r>
      <w:r>
        <w:tab/>
        <w:t>1.013e0</w:t>
      </w:r>
    </w:p>
    <w:p w:rsidR="00E00D30" w:rsidRDefault="00E00D30" w:rsidP="00E00D30">
      <w:r>
        <w:t>115.5310</w:t>
      </w:r>
      <w:r>
        <w:tab/>
        <w:t>2.025e0</w:t>
      </w:r>
    </w:p>
    <w:p w:rsidR="00E00D30" w:rsidRDefault="00E00D30" w:rsidP="00E00D30">
      <w:r>
        <w:t>115.5452</w:t>
      </w:r>
      <w:r>
        <w:tab/>
        <w:t>1.013e0</w:t>
      </w:r>
    </w:p>
    <w:p w:rsidR="00E00D30" w:rsidRDefault="00E00D30" w:rsidP="00E00D30">
      <w:r>
        <w:t>115.5540</w:t>
      </w:r>
      <w:r>
        <w:tab/>
        <w:t>3.038e0</w:t>
      </w:r>
    </w:p>
    <w:p w:rsidR="00E00D30" w:rsidRDefault="00E00D30" w:rsidP="00E00D30">
      <w:r>
        <w:t>115.5597</w:t>
      </w:r>
      <w:r>
        <w:tab/>
        <w:t>2.025e0</w:t>
      </w:r>
    </w:p>
    <w:p w:rsidR="00E00D30" w:rsidRDefault="00E00D30" w:rsidP="00E00D30">
      <w:r>
        <w:t>115.5769</w:t>
      </w:r>
      <w:r>
        <w:tab/>
        <w:t>1.013e0</w:t>
      </w:r>
    </w:p>
    <w:p w:rsidR="00E00D30" w:rsidRDefault="00E00D30" w:rsidP="00E00D30">
      <w:r>
        <w:t>115.5824</w:t>
      </w:r>
      <w:r>
        <w:tab/>
        <w:t>1.013e0</w:t>
      </w:r>
    </w:p>
    <w:p w:rsidR="00E00D30" w:rsidRDefault="00E00D30" w:rsidP="00E00D30">
      <w:r>
        <w:lastRenderedPageBreak/>
        <w:t>115.5995</w:t>
      </w:r>
      <w:r>
        <w:tab/>
        <w:t>1.013e0</w:t>
      </w:r>
    </w:p>
    <w:p w:rsidR="00E00D30" w:rsidRDefault="00E00D30" w:rsidP="00E00D30">
      <w:r>
        <w:t>115.6256</w:t>
      </w:r>
      <w:r>
        <w:tab/>
        <w:t>2.025e0</w:t>
      </w:r>
    </w:p>
    <w:p w:rsidR="00E00D30" w:rsidRDefault="00E00D30" w:rsidP="00E00D30">
      <w:r>
        <w:t>115.6284</w:t>
      </w:r>
      <w:r>
        <w:tab/>
        <w:t>1.013e0</w:t>
      </w:r>
    </w:p>
    <w:p w:rsidR="00E00D30" w:rsidRDefault="00E00D30" w:rsidP="00E00D30">
      <w:r>
        <w:t>115.6309</w:t>
      </w:r>
      <w:r>
        <w:tab/>
        <w:t>1.013e0</w:t>
      </w:r>
    </w:p>
    <w:p w:rsidR="00E00D30" w:rsidRDefault="00E00D30" w:rsidP="00E00D30">
      <w:r>
        <w:t>115.6418</w:t>
      </w:r>
      <w:r>
        <w:tab/>
        <w:t>3.038e0</w:t>
      </w:r>
    </w:p>
    <w:p w:rsidR="00E00D30" w:rsidRDefault="00E00D30" w:rsidP="00E00D30">
      <w:r>
        <w:t>115.6457</w:t>
      </w:r>
      <w:r>
        <w:tab/>
        <w:t>1.013e0</w:t>
      </w:r>
    </w:p>
    <w:p w:rsidR="00E00D30" w:rsidRDefault="00E00D30" w:rsidP="00E00D30">
      <w:r>
        <w:t>115.6469</w:t>
      </w:r>
      <w:r>
        <w:tab/>
        <w:t>2.025e0</w:t>
      </w:r>
    </w:p>
    <w:p w:rsidR="00E00D30" w:rsidRDefault="00E00D30" w:rsidP="00E00D30">
      <w:r>
        <w:t>115.6483</w:t>
      </w:r>
      <w:r>
        <w:tab/>
        <w:t>1.013e0</w:t>
      </w:r>
    </w:p>
    <w:p w:rsidR="00E00D30" w:rsidRDefault="00E00D30" w:rsidP="00E00D30">
      <w:r>
        <w:t>115.6654</w:t>
      </w:r>
      <w:r>
        <w:tab/>
        <w:t>2.025e0</w:t>
      </w:r>
    </w:p>
    <w:p w:rsidR="00E00D30" w:rsidRDefault="00E00D30" w:rsidP="00E00D30">
      <w:r>
        <w:t>115.6789</w:t>
      </w:r>
      <w:r>
        <w:tab/>
        <w:t>3.038e0</w:t>
      </w:r>
    </w:p>
    <w:p w:rsidR="00E00D30" w:rsidRDefault="00E00D30" w:rsidP="00E00D30">
      <w:r>
        <w:t>115.6854</w:t>
      </w:r>
      <w:r>
        <w:tab/>
        <w:t>1.013e0</w:t>
      </w:r>
    </w:p>
    <w:p w:rsidR="00E00D30" w:rsidRDefault="00E00D30" w:rsidP="00E00D30">
      <w:r>
        <w:t>115.6881</w:t>
      </w:r>
      <w:r>
        <w:tab/>
        <w:t>1.013e0</w:t>
      </w:r>
    </w:p>
    <w:p w:rsidR="00E00D30" w:rsidRDefault="00E00D30" w:rsidP="00E00D30">
      <w:r>
        <w:t>115.6941</w:t>
      </w:r>
      <w:r>
        <w:tab/>
        <w:t>1.013e0</w:t>
      </w:r>
    </w:p>
    <w:p w:rsidR="00E00D30" w:rsidRDefault="00E00D30" w:rsidP="00E00D30">
      <w:r>
        <w:t>115.7054</w:t>
      </w:r>
      <w:r>
        <w:tab/>
        <w:t>2.025e0</w:t>
      </w:r>
    </w:p>
    <w:p w:rsidR="00E00D30" w:rsidRDefault="00E00D30" w:rsidP="00E00D30">
      <w:r>
        <w:t>115.7083</w:t>
      </w:r>
      <w:r>
        <w:tab/>
        <w:t>1.013e0</w:t>
      </w:r>
    </w:p>
    <w:p w:rsidR="00E00D30" w:rsidRDefault="00E00D30" w:rsidP="00E00D30">
      <w:r>
        <w:t>115.7097</w:t>
      </w:r>
      <w:r>
        <w:tab/>
        <w:t>2.025e0</w:t>
      </w:r>
    </w:p>
    <w:p w:rsidR="00E00D30" w:rsidRDefault="00E00D30" w:rsidP="00E00D30">
      <w:r>
        <w:t>115.7254</w:t>
      </w:r>
      <w:r>
        <w:tab/>
        <w:t>1.013e0</w:t>
      </w:r>
    </w:p>
    <w:p w:rsidR="00E00D30" w:rsidRDefault="00E00D30" w:rsidP="00E00D30">
      <w:r>
        <w:t>115.7269</w:t>
      </w:r>
      <w:r>
        <w:tab/>
        <w:t>2.025e0</w:t>
      </w:r>
    </w:p>
    <w:p w:rsidR="00E00D30" w:rsidRDefault="00E00D30" w:rsidP="00E00D30">
      <w:r>
        <w:t>115.7283</w:t>
      </w:r>
      <w:r>
        <w:tab/>
        <w:t>1.013e0</w:t>
      </w:r>
    </w:p>
    <w:p w:rsidR="00E00D30" w:rsidRDefault="00E00D30" w:rsidP="00E00D30">
      <w:r>
        <w:lastRenderedPageBreak/>
        <w:t>115.7425</w:t>
      </w:r>
      <w:r>
        <w:tab/>
        <w:t>1.013e0</w:t>
      </w:r>
    </w:p>
    <w:p w:rsidR="00E00D30" w:rsidRDefault="00E00D30" w:rsidP="00E00D30">
      <w:r>
        <w:t>115.7442</w:t>
      </w:r>
      <w:r>
        <w:tab/>
        <w:t>2.025e0</w:t>
      </w:r>
    </w:p>
    <w:p w:rsidR="00E00D30" w:rsidRDefault="00E00D30" w:rsidP="00E00D30">
      <w:r>
        <w:t>115.7597</w:t>
      </w:r>
      <w:r>
        <w:tab/>
        <w:t>4.051e0</w:t>
      </w:r>
    </w:p>
    <w:p w:rsidR="00E00D30" w:rsidRDefault="00E00D30" w:rsidP="00E00D30">
      <w:r>
        <w:t>115.7626</w:t>
      </w:r>
      <w:r>
        <w:tab/>
        <w:t>1.013e0</w:t>
      </w:r>
    </w:p>
    <w:p w:rsidR="00E00D30" w:rsidRDefault="00E00D30" w:rsidP="00E00D30">
      <w:r>
        <w:t>115.7910</w:t>
      </w:r>
      <w:r>
        <w:tab/>
        <w:t>1.013e0</w:t>
      </w:r>
    </w:p>
    <w:p w:rsidR="00E00D30" w:rsidRDefault="00E00D30" w:rsidP="00E00D30">
      <w:r>
        <w:t>115.7955</w:t>
      </w:r>
      <w:r>
        <w:tab/>
        <w:t>2.025e0</w:t>
      </w:r>
    </w:p>
    <w:p w:rsidR="00E00D30" w:rsidRDefault="00E00D30" w:rsidP="00E00D30">
      <w:r>
        <w:t>115.7969</w:t>
      </w:r>
      <w:r>
        <w:tab/>
        <w:t>1.013e0</w:t>
      </w:r>
    </w:p>
    <w:p w:rsidR="00E00D30" w:rsidRDefault="00E00D30" w:rsidP="00E00D30">
      <w:r>
        <w:t>115.8112</w:t>
      </w:r>
      <w:r>
        <w:tab/>
        <w:t>1.013e0</w:t>
      </w:r>
    </w:p>
    <w:p w:rsidR="00E00D30" w:rsidRDefault="00E00D30" w:rsidP="00E00D30">
      <w:r>
        <w:t>115.8170</w:t>
      </w:r>
      <w:r>
        <w:tab/>
        <w:t>1.013e0</w:t>
      </w:r>
    </w:p>
    <w:p w:rsidR="00E00D30" w:rsidRDefault="00E00D30" w:rsidP="00E00D30">
      <w:r>
        <w:t>115.8241</w:t>
      </w:r>
      <w:r>
        <w:tab/>
        <w:t>2.025e0</w:t>
      </w:r>
    </w:p>
    <w:p w:rsidR="00E00D30" w:rsidRDefault="00E00D30" w:rsidP="00E00D30">
      <w:r>
        <w:t>115.8542</w:t>
      </w:r>
      <w:r>
        <w:tab/>
        <w:t>1.013e0</w:t>
      </w:r>
    </w:p>
    <w:p w:rsidR="00E00D30" w:rsidRDefault="00E00D30" w:rsidP="00E00D30">
      <w:r>
        <w:t>115.8626</w:t>
      </w:r>
      <w:r>
        <w:tab/>
        <w:t>1.013e0</w:t>
      </w:r>
    </w:p>
    <w:p w:rsidR="00E00D30" w:rsidRDefault="00E00D30" w:rsidP="00E00D30">
      <w:r>
        <w:t>115.8655</w:t>
      </w:r>
      <w:r>
        <w:tab/>
        <w:t>1.013e0</w:t>
      </w:r>
    </w:p>
    <w:p w:rsidR="00E00D30" w:rsidRDefault="00E00D30" w:rsidP="00E00D30">
      <w:r>
        <w:t>115.8686</w:t>
      </w:r>
      <w:r>
        <w:tab/>
        <w:t>1.013e0</w:t>
      </w:r>
    </w:p>
    <w:p w:rsidR="00E00D30" w:rsidRDefault="00E00D30" w:rsidP="00E00D30">
      <w:r>
        <w:t>115.8856</w:t>
      </w:r>
      <w:r>
        <w:tab/>
        <w:t>1.013e0</w:t>
      </w:r>
    </w:p>
    <w:p w:rsidR="00E00D30" w:rsidRDefault="00E00D30" w:rsidP="00E00D30">
      <w:r>
        <w:t>115.8999</w:t>
      </w:r>
      <w:r>
        <w:tab/>
        <w:t>2.025e0</w:t>
      </w:r>
    </w:p>
    <w:p w:rsidR="00E00D30" w:rsidRDefault="00E00D30" w:rsidP="00E00D30">
      <w:r>
        <w:t>115.9057</w:t>
      </w:r>
      <w:r>
        <w:tab/>
        <w:t>1.013e0</w:t>
      </w:r>
    </w:p>
    <w:p w:rsidR="00E00D30" w:rsidRDefault="00E00D30" w:rsidP="00E00D30">
      <w:r>
        <w:t>115.9199</w:t>
      </w:r>
      <w:r>
        <w:tab/>
        <w:t>1.013e0</w:t>
      </w:r>
    </w:p>
    <w:p w:rsidR="00E00D30" w:rsidRDefault="00E00D30" w:rsidP="00E00D30">
      <w:r>
        <w:t>115.9230</w:t>
      </w:r>
      <w:r>
        <w:tab/>
        <w:t>1.013e0</w:t>
      </w:r>
    </w:p>
    <w:p w:rsidR="00E00D30" w:rsidRDefault="00E00D30" w:rsidP="00E00D30">
      <w:r>
        <w:lastRenderedPageBreak/>
        <w:t>115.9300</w:t>
      </w:r>
      <w:r>
        <w:tab/>
        <w:t>2.025e0</w:t>
      </w:r>
    </w:p>
    <w:p w:rsidR="00E00D30" w:rsidRDefault="00E00D30" w:rsidP="00E00D30">
      <w:r>
        <w:t>115.9312</w:t>
      </w:r>
      <w:r>
        <w:tab/>
        <w:t>1.013e0</w:t>
      </w:r>
    </w:p>
    <w:p w:rsidR="00E00D30" w:rsidRDefault="00E00D30" w:rsidP="00E00D30">
      <w:r>
        <w:t>115.9456</w:t>
      </w:r>
      <w:r>
        <w:tab/>
        <w:t>1.013e0</w:t>
      </w:r>
    </w:p>
    <w:p w:rsidR="00E00D30" w:rsidRDefault="00E00D30" w:rsidP="00E00D30">
      <w:r>
        <w:t>115.9483</w:t>
      </w:r>
      <w:r>
        <w:tab/>
        <w:t>1.013e0</w:t>
      </w:r>
    </w:p>
    <w:p w:rsidR="00E00D30" w:rsidRDefault="00E00D30" w:rsidP="00E00D30">
      <w:r>
        <w:t>115.9573</w:t>
      </w:r>
      <w:r>
        <w:tab/>
        <w:t>1.013e0</w:t>
      </w:r>
    </w:p>
    <w:p w:rsidR="00E00D30" w:rsidRDefault="00E00D30" w:rsidP="00E00D30">
      <w:r>
        <w:t>115.9602</w:t>
      </w:r>
      <w:r>
        <w:tab/>
        <w:t>1.013e0</w:t>
      </w:r>
    </w:p>
    <w:p w:rsidR="00E00D30" w:rsidRDefault="00E00D30" w:rsidP="00E00D30">
      <w:r>
        <w:t>115.9714</w:t>
      </w:r>
      <w:r>
        <w:tab/>
        <w:t>2.025e0</w:t>
      </w:r>
    </w:p>
    <w:p w:rsidR="00E00D30" w:rsidRDefault="00E00D30" w:rsidP="00E00D30">
      <w:r>
        <w:t>115.9775</w:t>
      </w:r>
      <w:r>
        <w:tab/>
        <w:t>1.013e0</w:t>
      </w:r>
    </w:p>
    <w:p w:rsidR="00E00D30" w:rsidRDefault="00E00D30" w:rsidP="00E00D30">
      <w:r>
        <w:t>115.9944</w:t>
      </w:r>
      <w:r>
        <w:tab/>
        <w:t>1.013e0</w:t>
      </w:r>
    </w:p>
    <w:p w:rsidR="00E00D30" w:rsidRDefault="00E00D30" w:rsidP="00E00D30">
      <w:r>
        <w:t>115.9999</w:t>
      </w:r>
      <w:r>
        <w:tab/>
        <w:t>2.025e0</w:t>
      </w:r>
    </w:p>
    <w:p w:rsidR="00E00D30" w:rsidRDefault="00E00D30" w:rsidP="00E00D30">
      <w:r>
        <w:t>116.0081</w:t>
      </w:r>
      <w:r>
        <w:tab/>
        <w:t>4.051e0</w:t>
      </w:r>
    </w:p>
    <w:p w:rsidR="00E00D30" w:rsidRDefault="00E00D30" w:rsidP="00E00D30">
      <w:r>
        <w:t>116.0230</w:t>
      </w:r>
      <w:r>
        <w:tab/>
        <w:t>3.038e0</w:t>
      </w:r>
    </w:p>
    <w:p w:rsidR="00E00D30" w:rsidRDefault="00E00D30" w:rsidP="00E00D30">
      <w:r>
        <w:t>116.0258</w:t>
      </w:r>
      <w:r>
        <w:tab/>
        <w:t>2.025e0</w:t>
      </w:r>
    </w:p>
    <w:p w:rsidR="00E00D30" w:rsidRDefault="00E00D30" w:rsidP="00E00D30">
      <w:r>
        <w:t>116.0288</w:t>
      </w:r>
      <w:r>
        <w:tab/>
        <w:t>2.025e0</w:t>
      </w:r>
    </w:p>
    <w:p w:rsidR="00E00D30" w:rsidRDefault="00E00D30" w:rsidP="00E00D30">
      <w:r>
        <w:t>116.0459</w:t>
      </w:r>
      <w:r>
        <w:tab/>
        <w:t>1.013e0</w:t>
      </w:r>
    </w:p>
    <w:p w:rsidR="00E00D30" w:rsidRDefault="00E00D30" w:rsidP="00E00D30">
      <w:r>
        <w:t>116.0490</w:t>
      </w:r>
      <w:r>
        <w:tab/>
        <w:t>2.025e0</w:t>
      </w:r>
    </w:p>
    <w:p w:rsidR="00E00D30" w:rsidRDefault="00E00D30" w:rsidP="00E00D30">
      <w:r>
        <w:t>116.0515</w:t>
      </w:r>
      <w:r>
        <w:tab/>
        <w:t>1.013e0</w:t>
      </w:r>
    </w:p>
    <w:p w:rsidR="00E00D30" w:rsidRDefault="00E00D30" w:rsidP="00E00D30">
      <w:r>
        <w:t>116.0666</w:t>
      </w:r>
      <w:r>
        <w:tab/>
        <w:t>6.076e0</w:t>
      </w:r>
    </w:p>
    <w:p w:rsidR="00E00D30" w:rsidRDefault="00E00D30" w:rsidP="00E00D30">
      <w:r>
        <w:t>116.0682</w:t>
      </w:r>
      <w:r>
        <w:tab/>
        <w:t>1.052e1</w:t>
      </w:r>
    </w:p>
    <w:p w:rsidR="00E00D30" w:rsidRDefault="00E00D30" w:rsidP="00E00D30">
      <w:r>
        <w:lastRenderedPageBreak/>
        <w:t>116.0705</w:t>
      </w:r>
      <w:r>
        <w:tab/>
        <w:t>1.679e1</w:t>
      </w:r>
    </w:p>
    <w:p w:rsidR="00E00D30" w:rsidRDefault="00E00D30" w:rsidP="00E00D30">
      <w:r>
        <w:t>116.0717</w:t>
      </w:r>
      <w:r>
        <w:tab/>
        <w:t>5.040e1</w:t>
      </w:r>
    </w:p>
    <w:p w:rsidR="00E00D30" w:rsidRDefault="00E00D30" w:rsidP="00E00D30">
      <w:r>
        <w:t>116.0758</w:t>
      </w:r>
      <w:r>
        <w:tab/>
        <w:t>2.835e1</w:t>
      </w:r>
    </w:p>
    <w:p w:rsidR="00E00D30" w:rsidRDefault="00E00D30" w:rsidP="00E00D30">
      <w:r>
        <w:t>116.0837</w:t>
      </w:r>
      <w:r>
        <w:tab/>
        <w:t>4.051e0</w:t>
      </w:r>
    </w:p>
    <w:p w:rsidR="00E00D30" w:rsidRDefault="00E00D30" w:rsidP="00E00D30">
      <w:r>
        <w:t>116.0851</w:t>
      </w:r>
      <w:r>
        <w:tab/>
        <w:t>1.648e1</w:t>
      </w:r>
    </w:p>
    <w:p w:rsidR="00E00D30" w:rsidRDefault="00E00D30" w:rsidP="00E00D30">
      <w:r>
        <w:t>116.0865</w:t>
      </w:r>
      <w:r>
        <w:tab/>
        <w:t>7.905e0</w:t>
      </w:r>
    </w:p>
    <w:p w:rsidR="00E00D30" w:rsidRDefault="00E00D30" w:rsidP="00E00D30">
      <w:r>
        <w:t>116.0896</w:t>
      </w:r>
      <w:r>
        <w:tab/>
        <w:t>5.063e0</w:t>
      </w:r>
    </w:p>
    <w:p w:rsidR="00E00D30" w:rsidRDefault="00E00D30" w:rsidP="00E00D30">
      <w:r>
        <w:t>116.0915</w:t>
      </w:r>
      <w:r>
        <w:tab/>
        <w:t>1.800e1</w:t>
      </w:r>
    </w:p>
    <w:p w:rsidR="00E00D30" w:rsidRDefault="00E00D30" w:rsidP="00E00D30">
      <w:r>
        <w:t>116.0976</w:t>
      </w:r>
      <w:r>
        <w:tab/>
        <w:t>3.210e0</w:t>
      </w:r>
    </w:p>
    <w:p w:rsidR="00E00D30" w:rsidRDefault="00E00D30" w:rsidP="00E00D30">
      <w:r>
        <w:t>116.1066</w:t>
      </w:r>
      <w:r>
        <w:tab/>
        <w:t>3.038e0</w:t>
      </w:r>
    </w:p>
    <w:p w:rsidR="00E00D30" w:rsidRDefault="00E00D30" w:rsidP="00E00D30">
      <w:r>
        <w:t>116.1088</w:t>
      </w:r>
      <w:r>
        <w:tab/>
        <w:t>2.025e0</w:t>
      </w:r>
    </w:p>
    <w:p w:rsidR="00E00D30" w:rsidRDefault="00E00D30" w:rsidP="00E00D30">
      <w:r>
        <w:t>116.1102</w:t>
      </w:r>
      <w:r>
        <w:tab/>
        <w:t>2.033e0</w:t>
      </w:r>
    </w:p>
    <w:p w:rsidR="00E00D30" w:rsidRDefault="00E00D30" w:rsidP="00E00D30">
      <w:r>
        <w:t>116.1117</w:t>
      </w:r>
      <w:r>
        <w:tab/>
        <w:t>1.013e0</w:t>
      </w:r>
    </w:p>
    <w:p w:rsidR="00E00D30" w:rsidRDefault="00E00D30" w:rsidP="00E00D30">
      <w:r>
        <w:t>116.1145</w:t>
      </w:r>
      <w:r>
        <w:tab/>
        <w:t>1.013e0</w:t>
      </w:r>
    </w:p>
    <w:p w:rsidR="00E00D30" w:rsidRDefault="00E00D30" w:rsidP="00E00D30">
      <w:r>
        <w:t>116.1290</w:t>
      </w:r>
      <w:r>
        <w:tab/>
        <w:t>1.013e0</w:t>
      </w:r>
    </w:p>
    <w:p w:rsidR="00E00D30" w:rsidRDefault="00E00D30" w:rsidP="00E00D30">
      <w:r>
        <w:t>116.1403</w:t>
      </w:r>
      <w:r>
        <w:tab/>
        <w:t>5.063e0</w:t>
      </w:r>
    </w:p>
    <w:p w:rsidR="00E00D30" w:rsidRDefault="00E00D30" w:rsidP="00E00D30">
      <w:r>
        <w:t>116.1460</w:t>
      </w:r>
      <w:r>
        <w:tab/>
        <w:t>2.025e0</w:t>
      </w:r>
    </w:p>
    <w:p w:rsidR="00E00D30" w:rsidRDefault="00E00D30" w:rsidP="00E00D30">
      <w:r>
        <w:t>116.1476</w:t>
      </w:r>
      <w:r>
        <w:tab/>
        <w:t>3.038e0</w:t>
      </w:r>
    </w:p>
    <w:p w:rsidR="00E00D30" w:rsidRDefault="00E00D30" w:rsidP="00E00D30">
      <w:r>
        <w:t>116.1550</w:t>
      </w:r>
      <w:r>
        <w:tab/>
        <w:t>2.025e0</w:t>
      </w:r>
    </w:p>
    <w:p w:rsidR="00E00D30" w:rsidRDefault="00E00D30" w:rsidP="00E00D30">
      <w:r>
        <w:lastRenderedPageBreak/>
        <w:t>116.1617</w:t>
      </w:r>
      <w:r>
        <w:tab/>
        <w:t>3.038e0</w:t>
      </w:r>
    </w:p>
    <w:p w:rsidR="00E00D30" w:rsidRDefault="00E00D30" w:rsidP="00E00D30">
      <w:r>
        <w:t>116.1690</w:t>
      </w:r>
      <w:r>
        <w:tab/>
        <w:t>2.025e0</w:t>
      </w:r>
    </w:p>
    <w:p w:rsidR="00E00D30" w:rsidRDefault="00E00D30" w:rsidP="00E00D30">
      <w:r>
        <w:t>116.1720</w:t>
      </w:r>
      <w:r>
        <w:tab/>
        <w:t>1.013e0</w:t>
      </w:r>
    </w:p>
    <w:p w:rsidR="00E00D30" w:rsidRDefault="00E00D30" w:rsidP="00E00D30">
      <w:r>
        <w:t>116.1775</w:t>
      </w:r>
      <w:r>
        <w:tab/>
        <w:t>2.025e0</w:t>
      </w:r>
    </w:p>
    <w:p w:rsidR="00E00D30" w:rsidRDefault="00E00D30" w:rsidP="00E00D30">
      <w:r>
        <w:t>116.1847</w:t>
      </w:r>
      <w:r>
        <w:tab/>
        <w:t>2.025e0</w:t>
      </w:r>
    </w:p>
    <w:p w:rsidR="00E00D30" w:rsidRDefault="00E00D30" w:rsidP="00E00D30">
      <w:r>
        <w:t>116.1894</w:t>
      </w:r>
      <w:r>
        <w:tab/>
        <w:t>1.013e0</w:t>
      </w:r>
    </w:p>
    <w:p w:rsidR="00E00D30" w:rsidRDefault="00E00D30" w:rsidP="00E00D30">
      <w:r>
        <w:t>116.2004</w:t>
      </w:r>
      <w:r>
        <w:tab/>
        <w:t>1.013e0</w:t>
      </w:r>
    </w:p>
    <w:p w:rsidR="00E00D30" w:rsidRDefault="00E00D30" w:rsidP="00E00D30">
      <w:r>
        <w:t>116.2034</w:t>
      </w:r>
      <w:r>
        <w:tab/>
        <w:t>1.013e0</w:t>
      </w:r>
    </w:p>
    <w:p w:rsidR="00E00D30" w:rsidRDefault="00E00D30" w:rsidP="00E00D30">
      <w:r>
        <w:t>116.2118</w:t>
      </w:r>
      <w:r>
        <w:tab/>
        <w:t>1.013e0</w:t>
      </w:r>
    </w:p>
    <w:p w:rsidR="00E00D30" w:rsidRDefault="00E00D30" w:rsidP="00E00D30">
      <w:r>
        <w:t>116.2147</w:t>
      </w:r>
      <w:r>
        <w:tab/>
        <w:t>1.013e0</w:t>
      </w:r>
    </w:p>
    <w:p w:rsidR="00E00D30" w:rsidRDefault="00E00D30" w:rsidP="00E00D30">
      <w:r>
        <w:t>116.2266</w:t>
      </w:r>
      <w:r>
        <w:tab/>
        <w:t>1.013e0</w:t>
      </w:r>
    </w:p>
    <w:p w:rsidR="00E00D30" w:rsidRDefault="00E00D30" w:rsidP="00E00D30">
      <w:r>
        <w:t>116.2290</w:t>
      </w:r>
      <w:r>
        <w:tab/>
        <w:t>1.013e0</w:t>
      </w:r>
    </w:p>
    <w:p w:rsidR="00E00D30" w:rsidRDefault="00E00D30" w:rsidP="00E00D30">
      <w:r>
        <w:t>116.2319</w:t>
      </w:r>
      <w:r>
        <w:tab/>
        <w:t>2.025e0</w:t>
      </w:r>
    </w:p>
    <w:p w:rsidR="00E00D30" w:rsidRDefault="00E00D30" w:rsidP="00E00D30">
      <w:r>
        <w:t>116.2490</w:t>
      </w:r>
      <w:r>
        <w:tab/>
        <w:t>1.013e0</w:t>
      </w:r>
    </w:p>
    <w:p w:rsidR="00E00D30" w:rsidRDefault="00E00D30" w:rsidP="00E00D30">
      <w:r>
        <w:t>116.2579</w:t>
      </w:r>
      <w:r>
        <w:tab/>
        <w:t>1.013e0</w:t>
      </w:r>
    </w:p>
    <w:p w:rsidR="00E00D30" w:rsidRDefault="00E00D30" w:rsidP="00E00D30">
      <w:r>
        <w:t>116.2692</w:t>
      </w:r>
      <w:r>
        <w:tab/>
        <w:t>2.025e0</w:t>
      </w:r>
    </w:p>
    <w:p w:rsidR="00E00D30" w:rsidRDefault="00E00D30" w:rsidP="00E00D30">
      <w:r>
        <w:t>116.2721</w:t>
      </w:r>
      <w:r>
        <w:tab/>
        <w:t>1.013e0</w:t>
      </w:r>
    </w:p>
    <w:p w:rsidR="00E00D30" w:rsidRDefault="00E00D30" w:rsidP="00E00D30">
      <w:r>
        <w:t>116.2736</w:t>
      </w:r>
      <w:r>
        <w:tab/>
        <w:t>2.025e0</w:t>
      </w:r>
    </w:p>
    <w:p w:rsidR="00E00D30" w:rsidRDefault="00E00D30" w:rsidP="00E00D30">
      <w:r>
        <w:t>116.2794</w:t>
      </w:r>
      <w:r>
        <w:tab/>
        <w:t>2.025e0</w:t>
      </w:r>
    </w:p>
    <w:p w:rsidR="00E00D30" w:rsidRDefault="00E00D30" w:rsidP="00E00D30">
      <w:r>
        <w:lastRenderedPageBreak/>
        <w:t>116.2808</w:t>
      </w:r>
      <w:r>
        <w:tab/>
        <w:t>1.013e0</w:t>
      </w:r>
    </w:p>
    <w:p w:rsidR="00E00D30" w:rsidRDefault="00E00D30" w:rsidP="00E00D30">
      <w:r>
        <w:t>116.2865</w:t>
      </w:r>
      <w:r>
        <w:tab/>
        <w:t>1.013e0</w:t>
      </w:r>
    </w:p>
    <w:p w:rsidR="00E00D30" w:rsidRDefault="00E00D30" w:rsidP="00E00D30">
      <w:r>
        <w:t>116.2937</w:t>
      </w:r>
      <w:r>
        <w:tab/>
        <w:t>2.025e0</w:t>
      </w:r>
    </w:p>
    <w:p w:rsidR="00E00D30" w:rsidRDefault="00E00D30" w:rsidP="00E00D30">
      <w:r>
        <w:t>116.3005</w:t>
      </w:r>
      <w:r>
        <w:tab/>
        <w:t>1.013e0</w:t>
      </w:r>
    </w:p>
    <w:p w:rsidR="00E00D30" w:rsidRDefault="00E00D30" w:rsidP="00E00D30">
      <w:r>
        <w:t>116.3166</w:t>
      </w:r>
      <w:r>
        <w:tab/>
        <w:t>2.025e0</w:t>
      </w:r>
    </w:p>
    <w:p w:rsidR="00E00D30" w:rsidRDefault="00E00D30" w:rsidP="00E00D30">
      <w:r>
        <w:t>116.3180</w:t>
      </w:r>
      <w:r>
        <w:tab/>
        <w:t>4.051e0</w:t>
      </w:r>
    </w:p>
    <w:p w:rsidR="00E00D30" w:rsidRDefault="00E00D30" w:rsidP="00E00D30">
      <w:r>
        <w:t>116.3236</w:t>
      </w:r>
      <w:r>
        <w:tab/>
        <w:t>1.013e0</w:t>
      </w:r>
    </w:p>
    <w:p w:rsidR="00E00D30" w:rsidRDefault="00E00D30" w:rsidP="00E00D30">
      <w:r>
        <w:t>116.3266</w:t>
      </w:r>
      <w:r>
        <w:tab/>
        <w:t>1.013e0</w:t>
      </w:r>
    </w:p>
    <w:p w:rsidR="00E00D30" w:rsidRDefault="00E00D30" w:rsidP="00E00D30">
      <w:r>
        <w:t>116.3380</w:t>
      </w:r>
      <w:r>
        <w:tab/>
        <w:t>1.013e0</w:t>
      </w:r>
    </w:p>
    <w:p w:rsidR="00E00D30" w:rsidRDefault="00E00D30" w:rsidP="00E00D30">
      <w:r>
        <w:t>116.3438</w:t>
      </w:r>
      <w:r>
        <w:tab/>
        <w:t>1.013e0</w:t>
      </w:r>
    </w:p>
    <w:p w:rsidR="00E00D30" w:rsidRDefault="00E00D30" w:rsidP="00E00D30">
      <w:r>
        <w:t>116.3524</w:t>
      </w:r>
      <w:r>
        <w:tab/>
        <w:t>1.013e0</w:t>
      </w:r>
    </w:p>
    <w:p w:rsidR="00E00D30" w:rsidRDefault="00E00D30" w:rsidP="00E00D30">
      <w:r>
        <w:t>116.3609</w:t>
      </w:r>
      <w:r>
        <w:tab/>
        <w:t>1.013e0</w:t>
      </w:r>
    </w:p>
    <w:p w:rsidR="00E00D30" w:rsidRDefault="00E00D30" w:rsidP="00E00D30">
      <w:r>
        <w:t>116.3639</w:t>
      </w:r>
      <w:r>
        <w:tab/>
        <w:t>1.013e0</w:t>
      </w:r>
    </w:p>
    <w:p w:rsidR="00E00D30" w:rsidRDefault="00E00D30" w:rsidP="00E00D30">
      <w:r>
        <w:t>116.3697</w:t>
      </w:r>
      <w:r>
        <w:tab/>
        <w:t>1.013e0</w:t>
      </w:r>
    </w:p>
    <w:p w:rsidR="00E00D30" w:rsidRDefault="00E00D30" w:rsidP="00E00D30">
      <w:r>
        <w:t>116.3752</w:t>
      </w:r>
      <w:r>
        <w:tab/>
        <w:t>1.013e0</w:t>
      </w:r>
    </w:p>
    <w:p w:rsidR="00E00D30" w:rsidRDefault="00E00D30" w:rsidP="00E00D30">
      <w:r>
        <w:t>116.3813</w:t>
      </w:r>
      <w:r>
        <w:tab/>
        <w:t>1.013e0</w:t>
      </w:r>
    </w:p>
    <w:p w:rsidR="00E00D30" w:rsidRDefault="00E00D30" w:rsidP="00E00D30">
      <w:r>
        <w:t>116.3840</w:t>
      </w:r>
      <w:r>
        <w:tab/>
        <w:t>1.013e0</w:t>
      </w:r>
    </w:p>
    <w:p w:rsidR="00E00D30" w:rsidRDefault="00E00D30" w:rsidP="00E00D30">
      <w:r>
        <w:t>116.3924</w:t>
      </w:r>
      <w:r>
        <w:tab/>
        <w:t>1.013e0</w:t>
      </w:r>
    </w:p>
    <w:p w:rsidR="00E00D30" w:rsidRDefault="00E00D30" w:rsidP="00E00D30">
      <w:r>
        <w:t>116.4013</w:t>
      </w:r>
      <w:r>
        <w:tab/>
        <w:t>1.013e0</w:t>
      </w:r>
    </w:p>
    <w:p w:rsidR="00E00D30" w:rsidRDefault="00E00D30" w:rsidP="00E00D30">
      <w:r>
        <w:lastRenderedPageBreak/>
        <w:t>116.4067</w:t>
      </w:r>
      <w:r>
        <w:tab/>
        <w:t>1.013e0</w:t>
      </w:r>
    </w:p>
    <w:p w:rsidR="00E00D30" w:rsidRDefault="00E00D30" w:rsidP="00E00D30">
      <w:r>
        <w:t>116.4110</w:t>
      </w:r>
      <w:r>
        <w:tab/>
        <w:t>2.025e0</w:t>
      </w:r>
    </w:p>
    <w:p w:rsidR="00E00D30" w:rsidRDefault="00E00D30" w:rsidP="00E00D30">
      <w:r>
        <w:t>116.4125</w:t>
      </w:r>
      <w:r>
        <w:tab/>
        <w:t>2.025e0</w:t>
      </w:r>
    </w:p>
    <w:p w:rsidR="00E00D30" w:rsidRDefault="00E00D30" w:rsidP="00E00D30">
      <w:r>
        <w:t>116.4155</w:t>
      </w:r>
      <w:r>
        <w:tab/>
        <w:t>1.013e0</w:t>
      </w:r>
    </w:p>
    <w:p w:rsidR="00E00D30" w:rsidRDefault="00E00D30" w:rsidP="00E00D30">
      <w:r>
        <w:t>116.4184</w:t>
      </w:r>
      <w:r>
        <w:tab/>
        <w:t>1.013e0</w:t>
      </w:r>
    </w:p>
    <w:p w:rsidR="00E00D30" w:rsidRDefault="00E00D30" w:rsidP="00E00D30">
      <w:r>
        <w:t>116.4326</w:t>
      </w:r>
      <w:r>
        <w:tab/>
        <w:t>1.013e0</w:t>
      </w:r>
    </w:p>
    <w:p w:rsidR="00E00D30" w:rsidRDefault="00E00D30" w:rsidP="00E00D30">
      <w:r>
        <w:t>116.4386</w:t>
      </w:r>
      <w:r>
        <w:tab/>
        <w:t>1.013e0</w:t>
      </w:r>
    </w:p>
    <w:p w:rsidR="00E00D30" w:rsidRDefault="00E00D30" w:rsidP="00E00D30">
      <w:r>
        <w:t>116.4585</w:t>
      </w:r>
      <w:r>
        <w:tab/>
        <w:t>1.013e0</w:t>
      </w:r>
    </w:p>
    <w:p w:rsidR="00E00D30" w:rsidRDefault="00E00D30" w:rsidP="00E00D30">
      <w:r>
        <w:t>116.4599</w:t>
      </w:r>
      <w:r>
        <w:tab/>
        <w:t>2.025e0</w:t>
      </w:r>
    </w:p>
    <w:p w:rsidR="00E00D30" w:rsidRDefault="00E00D30" w:rsidP="00E00D30">
      <w:r>
        <w:t>116.4613</w:t>
      </w:r>
      <w:r>
        <w:tab/>
        <w:t>2.025e0</w:t>
      </w:r>
    </w:p>
    <w:p w:rsidR="00E00D30" w:rsidRDefault="00E00D30" w:rsidP="00E00D30">
      <w:r>
        <w:t>116.4641</w:t>
      </w:r>
      <w:r>
        <w:tab/>
        <w:t>1.013e0</w:t>
      </w:r>
    </w:p>
    <w:p w:rsidR="00E00D30" w:rsidRDefault="00E00D30" w:rsidP="00E00D30">
      <w:r>
        <w:t>116.4759</w:t>
      </w:r>
      <w:r>
        <w:tab/>
        <w:t>1.013e0</w:t>
      </w:r>
    </w:p>
    <w:p w:rsidR="00E00D30" w:rsidRDefault="00E00D30" w:rsidP="00E00D30">
      <w:r>
        <w:t>116.4783</w:t>
      </w:r>
      <w:r>
        <w:tab/>
        <w:t>1.013e0</w:t>
      </w:r>
    </w:p>
    <w:p w:rsidR="00E00D30" w:rsidRDefault="00E00D30" w:rsidP="00E00D30">
      <w:r>
        <w:t>116.4815</w:t>
      </w:r>
      <w:r>
        <w:tab/>
        <w:t>1.013e0</w:t>
      </w:r>
    </w:p>
    <w:p w:rsidR="00E00D30" w:rsidRDefault="00E00D30" w:rsidP="00E00D30">
      <w:r>
        <w:t>116.5015</w:t>
      </w:r>
      <w:r>
        <w:tab/>
        <w:t>1.013e0</w:t>
      </w:r>
    </w:p>
    <w:p w:rsidR="00E00D30" w:rsidRDefault="00E00D30" w:rsidP="00E00D30">
      <w:r>
        <w:t>116.5129</w:t>
      </w:r>
      <w:r>
        <w:tab/>
        <w:t>1.013e0</w:t>
      </w:r>
    </w:p>
    <w:p w:rsidR="00E00D30" w:rsidRDefault="00E00D30" w:rsidP="00E00D30">
      <w:r>
        <w:t>116.5157</w:t>
      </w:r>
      <w:r>
        <w:tab/>
        <w:t>2.025e0</w:t>
      </w:r>
    </w:p>
    <w:p w:rsidR="00E00D30" w:rsidRDefault="00E00D30" w:rsidP="00E00D30">
      <w:r>
        <w:t>116.5245</w:t>
      </w:r>
      <w:r>
        <w:tab/>
        <w:t>1.013e0</w:t>
      </w:r>
    </w:p>
    <w:p w:rsidR="00E00D30" w:rsidRDefault="00E00D30" w:rsidP="00E00D30">
      <w:r>
        <w:t>116.5402</w:t>
      </w:r>
      <w:r>
        <w:tab/>
        <w:t>2.025e0</w:t>
      </w:r>
    </w:p>
    <w:p w:rsidR="00E00D30" w:rsidRDefault="00E00D30" w:rsidP="00E00D30">
      <w:r>
        <w:lastRenderedPageBreak/>
        <w:t>116.5589</w:t>
      </w:r>
      <w:r>
        <w:tab/>
        <w:t>1.013e0</w:t>
      </w:r>
    </w:p>
    <w:p w:rsidR="00E00D30" w:rsidRDefault="00E00D30" w:rsidP="00E00D30">
      <w:r>
        <w:t>116.5733</w:t>
      </w:r>
      <w:r>
        <w:tab/>
        <w:t>2.025e0</w:t>
      </w:r>
    </w:p>
    <w:p w:rsidR="00E00D30" w:rsidRDefault="00E00D30" w:rsidP="00E00D30">
      <w:r>
        <w:t>116.5876</w:t>
      </w:r>
      <w:r>
        <w:tab/>
        <w:t>1.013e0</w:t>
      </w:r>
    </w:p>
    <w:p w:rsidR="00E00D30" w:rsidRDefault="00E00D30" w:rsidP="00E00D30">
      <w:r>
        <w:t>116.5904</w:t>
      </w:r>
      <w:r>
        <w:tab/>
        <w:t>1.013e0</w:t>
      </w:r>
    </w:p>
    <w:p w:rsidR="00E00D30" w:rsidRDefault="00E00D30" w:rsidP="00E00D30">
      <w:r>
        <w:t>116.5935</w:t>
      </w:r>
      <w:r>
        <w:tab/>
        <w:t>1.013e0</w:t>
      </w:r>
    </w:p>
    <w:p w:rsidR="00E00D30" w:rsidRDefault="00E00D30" w:rsidP="00E00D30">
      <w:r>
        <w:t>116.6046</w:t>
      </w:r>
      <w:r>
        <w:tab/>
        <w:t>2.025e0</w:t>
      </w:r>
    </w:p>
    <w:p w:rsidR="00E00D30" w:rsidRDefault="00E00D30" w:rsidP="00E00D30">
      <w:r>
        <w:t>116.6105</w:t>
      </w:r>
      <w:r>
        <w:tab/>
        <w:t>1.013e0</w:t>
      </w:r>
    </w:p>
    <w:p w:rsidR="00E00D30" w:rsidRDefault="00E00D30" w:rsidP="00E00D30">
      <w:r>
        <w:t>116.6165</w:t>
      </w:r>
      <w:r>
        <w:tab/>
        <w:t>2.025e0</w:t>
      </w:r>
    </w:p>
    <w:p w:rsidR="00E00D30" w:rsidRDefault="00E00D30" w:rsidP="00E00D30">
      <w:r>
        <w:t>116.6278</w:t>
      </w:r>
      <w:r>
        <w:tab/>
        <w:t>1.013e0</w:t>
      </w:r>
    </w:p>
    <w:p w:rsidR="00E00D30" w:rsidRDefault="00E00D30" w:rsidP="00E00D30">
      <w:r>
        <w:t>116.6367</w:t>
      </w:r>
      <w:r>
        <w:tab/>
        <w:t>1.013e0</w:t>
      </w:r>
    </w:p>
    <w:p w:rsidR="00E00D30" w:rsidRDefault="00E00D30" w:rsidP="00E00D30">
      <w:r>
        <w:t>116.6538</w:t>
      </w:r>
      <w:r>
        <w:tab/>
        <w:t>1.013e0</w:t>
      </w:r>
    </w:p>
    <w:p w:rsidR="00E00D30" w:rsidRDefault="00E00D30" w:rsidP="00E00D30">
      <w:r>
        <w:t>116.6711</w:t>
      </w:r>
      <w:r>
        <w:tab/>
        <w:t>1.013e0</w:t>
      </w:r>
    </w:p>
    <w:p w:rsidR="00E00D30" w:rsidRDefault="00E00D30" w:rsidP="00E00D30">
      <w:r>
        <w:t>116.6763</w:t>
      </w:r>
      <w:r>
        <w:tab/>
        <w:t>1.013e0</w:t>
      </w:r>
    </w:p>
    <w:p w:rsidR="00E00D30" w:rsidRDefault="00E00D30" w:rsidP="00E00D30">
      <w:r>
        <w:t>116.6794</w:t>
      </w:r>
      <w:r>
        <w:tab/>
        <w:t>1.013e0</w:t>
      </w:r>
    </w:p>
    <w:p w:rsidR="00E00D30" w:rsidRDefault="00E00D30" w:rsidP="00E00D30">
      <w:r>
        <w:t>116.6937</w:t>
      </w:r>
      <w:r>
        <w:tab/>
        <w:t>1.013e0</w:t>
      </w:r>
    </w:p>
    <w:p w:rsidR="00E00D30" w:rsidRDefault="00E00D30" w:rsidP="00E00D30">
      <w:r>
        <w:t>116.6965</w:t>
      </w:r>
      <w:r>
        <w:tab/>
        <w:t>1.013e0</w:t>
      </w:r>
    </w:p>
    <w:p w:rsidR="00E00D30" w:rsidRDefault="00E00D30" w:rsidP="00E00D30">
      <w:r>
        <w:t>116.7010</w:t>
      </w:r>
      <w:r>
        <w:tab/>
        <w:t>2.025e0</w:t>
      </w:r>
    </w:p>
    <w:p w:rsidR="00E00D30" w:rsidRDefault="00E00D30" w:rsidP="00E00D30">
      <w:r>
        <w:t>116.7109</w:t>
      </w:r>
      <w:r>
        <w:tab/>
        <w:t>1.013e0</w:t>
      </w:r>
    </w:p>
    <w:p w:rsidR="00E00D30" w:rsidRDefault="00E00D30" w:rsidP="00E00D30">
      <w:r>
        <w:t>116.7138</w:t>
      </w:r>
      <w:r>
        <w:tab/>
        <w:t>2.025e0</w:t>
      </w:r>
    </w:p>
    <w:p w:rsidR="00E00D30" w:rsidRDefault="00E00D30" w:rsidP="00E00D30">
      <w:r>
        <w:lastRenderedPageBreak/>
        <w:t>116.7197</w:t>
      </w:r>
      <w:r>
        <w:tab/>
        <w:t>1.013e0</w:t>
      </w:r>
    </w:p>
    <w:p w:rsidR="00E00D30" w:rsidRDefault="00E00D30" w:rsidP="00E00D30">
      <w:r>
        <w:t>116.7398</w:t>
      </w:r>
      <w:r>
        <w:tab/>
        <w:t>1.013e0</w:t>
      </w:r>
    </w:p>
    <w:p w:rsidR="00E00D30" w:rsidRDefault="00E00D30" w:rsidP="00E00D30">
      <w:r>
        <w:t>116.7481</w:t>
      </w:r>
      <w:r>
        <w:tab/>
        <w:t>1.013e0</w:t>
      </w:r>
    </w:p>
    <w:p w:rsidR="00E00D30" w:rsidRDefault="00E00D30" w:rsidP="00E00D30">
      <w:r>
        <w:t>116.7685</w:t>
      </w:r>
      <w:r>
        <w:tab/>
        <w:t>1.013e0</w:t>
      </w:r>
    </w:p>
    <w:p w:rsidR="00E00D30" w:rsidRDefault="00E00D30" w:rsidP="00E00D30">
      <w:r>
        <w:t>116.7800</w:t>
      </w:r>
      <w:r>
        <w:tab/>
        <w:t>1.013e0</w:t>
      </w:r>
    </w:p>
    <w:p w:rsidR="00E00D30" w:rsidRDefault="00E00D30" w:rsidP="00E00D30">
      <w:r>
        <w:t>116.7825</w:t>
      </w:r>
      <w:r>
        <w:tab/>
        <w:t>1.013e0</w:t>
      </w:r>
    </w:p>
    <w:p w:rsidR="00E00D30" w:rsidRDefault="00E00D30" w:rsidP="00E00D30">
      <w:r>
        <w:t>116.7885</w:t>
      </w:r>
      <w:r>
        <w:tab/>
        <w:t>1.013e0</w:t>
      </w:r>
    </w:p>
    <w:p w:rsidR="00E00D30" w:rsidRDefault="00E00D30" w:rsidP="00E00D30">
      <w:r>
        <w:t>116.7973</w:t>
      </w:r>
      <w:r>
        <w:tab/>
        <w:t>1.013e0</w:t>
      </w:r>
    </w:p>
    <w:p w:rsidR="00E00D30" w:rsidRDefault="00E00D30" w:rsidP="00E00D30">
      <w:r>
        <w:t>116.7999</w:t>
      </w:r>
      <w:r>
        <w:tab/>
        <w:t>1.013e0</w:t>
      </w:r>
    </w:p>
    <w:p w:rsidR="00E00D30" w:rsidRDefault="00E00D30" w:rsidP="00E00D30">
      <w:r>
        <w:t>116.8147</w:t>
      </w:r>
      <w:r>
        <w:tab/>
        <w:t>1.013e0</w:t>
      </w:r>
    </w:p>
    <w:p w:rsidR="00E00D30" w:rsidRDefault="00E00D30" w:rsidP="00E00D30">
      <w:r>
        <w:t>116.8200</w:t>
      </w:r>
      <w:r>
        <w:tab/>
        <w:t>1.013e0</w:t>
      </w:r>
    </w:p>
    <w:p w:rsidR="00E00D30" w:rsidRDefault="00E00D30" w:rsidP="00E00D30">
      <w:r>
        <w:t>116.8319</w:t>
      </w:r>
      <w:r>
        <w:tab/>
        <w:t>2.025e0</w:t>
      </w:r>
    </w:p>
    <w:p w:rsidR="00E00D30" w:rsidRDefault="00E00D30" w:rsidP="00E00D30">
      <w:r>
        <w:t>116.8401</w:t>
      </w:r>
      <w:r>
        <w:tab/>
        <w:t>1.013e0</w:t>
      </w:r>
    </w:p>
    <w:p w:rsidR="00E00D30" w:rsidRDefault="00E00D30" w:rsidP="00E00D30">
      <w:r>
        <w:t>116.8490</w:t>
      </w:r>
      <w:r>
        <w:tab/>
        <w:t>1.013e0</w:t>
      </w:r>
    </w:p>
    <w:p w:rsidR="00E00D30" w:rsidRDefault="00E00D30" w:rsidP="00E00D30">
      <w:r>
        <w:t>116.8573</w:t>
      </w:r>
      <w:r>
        <w:tab/>
        <w:t>1.013e0</w:t>
      </w:r>
    </w:p>
    <w:p w:rsidR="00E00D30" w:rsidRDefault="00E00D30" w:rsidP="00E00D30">
      <w:r>
        <w:t>116.8633</w:t>
      </w:r>
      <w:r>
        <w:tab/>
        <w:t>1.013e0</w:t>
      </w:r>
    </w:p>
    <w:p w:rsidR="00E00D30" w:rsidRDefault="00E00D30" w:rsidP="00E00D30">
      <w:r>
        <w:t>116.8747</w:t>
      </w:r>
      <w:r>
        <w:tab/>
        <w:t>1.013e0</w:t>
      </w:r>
    </w:p>
    <w:p w:rsidR="00E00D30" w:rsidRDefault="00E00D30" w:rsidP="00E00D30">
      <w:r>
        <w:t>116.8889</w:t>
      </w:r>
      <w:r>
        <w:tab/>
        <w:t>1.013e0</w:t>
      </w:r>
    </w:p>
    <w:p w:rsidR="00E00D30" w:rsidRDefault="00E00D30" w:rsidP="00E00D30">
      <w:r>
        <w:t>116.9050</w:t>
      </w:r>
      <w:r>
        <w:tab/>
        <w:t>2.025e0</w:t>
      </w:r>
    </w:p>
    <w:p w:rsidR="00E00D30" w:rsidRDefault="00E00D30" w:rsidP="00E00D30">
      <w:r>
        <w:lastRenderedPageBreak/>
        <w:t>116.9063</w:t>
      </w:r>
      <w:r>
        <w:tab/>
        <w:t>1.013e0</w:t>
      </w:r>
    </w:p>
    <w:p w:rsidR="00E00D30" w:rsidRDefault="00E00D30" w:rsidP="00E00D30">
      <w:r>
        <w:t>116.9150</w:t>
      </w:r>
      <w:r>
        <w:tab/>
        <w:t>1.013e0</w:t>
      </w:r>
    </w:p>
    <w:p w:rsidR="00E00D30" w:rsidRDefault="00E00D30" w:rsidP="00E00D30">
      <w:r>
        <w:t>116.9394</w:t>
      </w:r>
      <w:r>
        <w:tab/>
        <w:t>2.025e0</w:t>
      </w:r>
    </w:p>
    <w:p w:rsidR="00E00D30" w:rsidRDefault="00E00D30" w:rsidP="00E00D30">
      <w:r>
        <w:t>116.9410</w:t>
      </w:r>
      <w:r>
        <w:tab/>
        <w:t>1.013e0</w:t>
      </w:r>
    </w:p>
    <w:p w:rsidR="00E00D30" w:rsidRDefault="00E00D30" w:rsidP="00E00D30">
      <w:r>
        <w:t>116.9437</w:t>
      </w:r>
      <w:r>
        <w:tab/>
        <w:t>1.013e0</w:t>
      </w:r>
    </w:p>
    <w:p w:rsidR="00E00D30" w:rsidRDefault="00E00D30" w:rsidP="00E00D30">
      <w:r>
        <w:t>116.9464</w:t>
      </w:r>
      <w:r>
        <w:tab/>
        <w:t>1.013e0</w:t>
      </w:r>
    </w:p>
    <w:p w:rsidR="00E00D30" w:rsidRDefault="00E00D30" w:rsidP="00E00D30">
      <w:r>
        <w:t>116.9525</w:t>
      </w:r>
      <w:r>
        <w:tab/>
        <w:t>1.013e0</w:t>
      </w:r>
    </w:p>
    <w:p w:rsidR="00E00D30" w:rsidRDefault="00E00D30" w:rsidP="00E00D30">
      <w:r>
        <w:t>116.9585</w:t>
      </w:r>
      <w:r>
        <w:tab/>
        <w:t>1.013e0</w:t>
      </w:r>
    </w:p>
    <w:p w:rsidR="00E00D30" w:rsidRDefault="00E00D30" w:rsidP="00E00D30">
      <w:r>
        <w:t>116.9725</w:t>
      </w:r>
      <w:r>
        <w:tab/>
        <w:t>1.013e0</w:t>
      </w:r>
    </w:p>
    <w:p w:rsidR="00E00D30" w:rsidRDefault="00E00D30" w:rsidP="00E00D30">
      <w:r>
        <w:t>116.9755</w:t>
      </w:r>
      <w:r>
        <w:tab/>
        <w:t>1.013e0</w:t>
      </w:r>
    </w:p>
    <w:p w:rsidR="00E00D30" w:rsidRDefault="00E00D30" w:rsidP="00E00D30">
      <w:r>
        <w:t>116.9783</w:t>
      </w:r>
      <w:r>
        <w:tab/>
        <w:t>2.025e0</w:t>
      </w:r>
    </w:p>
    <w:p w:rsidR="00E00D30" w:rsidRDefault="00E00D30" w:rsidP="00E00D30">
      <w:r>
        <w:t>116.9868</w:t>
      </w:r>
      <w:r>
        <w:tab/>
        <w:t>2.025e0</w:t>
      </w:r>
    </w:p>
    <w:p w:rsidR="00E00D30" w:rsidRDefault="00E00D30" w:rsidP="00E00D30">
      <w:r>
        <w:t>116.9980</w:t>
      </w:r>
      <w:r>
        <w:tab/>
        <w:t>1.013e0</w:t>
      </w:r>
    </w:p>
    <w:p w:rsidR="00E00D30" w:rsidRDefault="00E00D30" w:rsidP="00E00D30">
      <w:r>
        <w:t>117.0010</w:t>
      </w:r>
      <w:r>
        <w:tab/>
        <w:t>1.013e0</w:t>
      </w:r>
    </w:p>
    <w:p w:rsidR="00E00D30" w:rsidRDefault="00E00D30" w:rsidP="00E00D30">
      <w:r>
        <w:t>117.0070</w:t>
      </w:r>
      <w:r>
        <w:tab/>
        <w:t>2.025e0</w:t>
      </w:r>
    </w:p>
    <w:p w:rsidR="00E00D30" w:rsidRDefault="00E00D30" w:rsidP="00E00D30">
      <w:r>
        <w:t>117.0155</w:t>
      </w:r>
      <w:r>
        <w:tab/>
        <w:t>1.013e0</w:t>
      </w:r>
    </w:p>
    <w:p w:rsidR="00E00D30" w:rsidRDefault="00E00D30" w:rsidP="00E00D30">
      <w:r>
        <w:t>117.0272</w:t>
      </w:r>
      <w:r>
        <w:tab/>
        <w:t>2.025e0</w:t>
      </w:r>
    </w:p>
    <w:p w:rsidR="00E00D30" w:rsidRDefault="00E00D30" w:rsidP="00E00D30">
      <w:r>
        <w:t>117.0443</w:t>
      </w:r>
      <w:r>
        <w:tab/>
        <w:t>1.013e0</w:t>
      </w:r>
    </w:p>
    <w:p w:rsidR="00E00D30" w:rsidRDefault="00E00D30" w:rsidP="00E00D30">
      <w:r>
        <w:t>117.0488</w:t>
      </w:r>
      <w:r>
        <w:tab/>
        <w:t>2.025e0</w:t>
      </w:r>
    </w:p>
    <w:p w:rsidR="00E00D30" w:rsidRDefault="00E00D30" w:rsidP="00E00D30">
      <w:r>
        <w:lastRenderedPageBreak/>
        <w:t>117.0631</w:t>
      </w:r>
      <w:r>
        <w:tab/>
        <w:t>1.083e1</w:t>
      </w:r>
    </w:p>
    <w:p w:rsidR="00E00D30" w:rsidRDefault="00E00D30" w:rsidP="00E00D30">
      <w:r>
        <w:t>117.0655</w:t>
      </w:r>
      <w:r>
        <w:tab/>
        <w:t>1.519e1</w:t>
      </w:r>
    </w:p>
    <w:p w:rsidR="00E00D30" w:rsidRDefault="00E00D30" w:rsidP="00E00D30">
      <w:r>
        <w:t>117.0672</w:t>
      </w:r>
      <w:r>
        <w:tab/>
        <w:t>5.687e1</w:t>
      </w:r>
    </w:p>
    <w:p w:rsidR="00E00D30" w:rsidRDefault="00E00D30" w:rsidP="00E00D30">
      <w:r>
        <w:t>117.0683</w:t>
      </w:r>
      <w:r>
        <w:tab/>
        <w:t>2.879e1</w:t>
      </w:r>
    </w:p>
    <w:p w:rsidR="00E00D30" w:rsidRDefault="00E00D30" w:rsidP="00E00D30">
      <w:r>
        <w:t>117.0694</w:t>
      </w:r>
      <w:r>
        <w:tab/>
        <w:t>7.089e0</w:t>
      </w:r>
    </w:p>
    <w:p w:rsidR="00E00D30" w:rsidRDefault="00E00D30" w:rsidP="00E00D30">
      <w:r>
        <w:t>117.0766</w:t>
      </w:r>
      <w:r>
        <w:tab/>
        <w:t>5.375e0</w:t>
      </w:r>
    </w:p>
    <w:p w:rsidR="00E00D30" w:rsidRDefault="00E00D30" w:rsidP="00E00D30">
      <w:r>
        <w:t>117.0975</w:t>
      </w:r>
      <w:r>
        <w:tab/>
        <w:t>2.025e0</w:t>
      </w:r>
    </w:p>
    <w:p w:rsidR="00E00D30" w:rsidRDefault="00E00D30" w:rsidP="00E00D30">
      <w:r>
        <w:t>117.0990</w:t>
      </w:r>
      <w:r>
        <w:tab/>
        <w:t>1.013e0</w:t>
      </w:r>
    </w:p>
    <w:p w:rsidR="00E00D30" w:rsidRDefault="00E00D30" w:rsidP="00E00D30">
      <w:r>
        <w:t>117.1009</w:t>
      </w:r>
      <w:r>
        <w:tab/>
        <w:t>5.063e0</w:t>
      </w:r>
    </w:p>
    <w:p w:rsidR="00E00D30" w:rsidRDefault="00E00D30" w:rsidP="00E00D30">
      <w:r>
        <w:t>117.1022</w:t>
      </w:r>
      <w:r>
        <w:tab/>
        <w:t>1.013e0</w:t>
      </w:r>
    </w:p>
    <w:p w:rsidR="00E00D30" w:rsidRDefault="00E00D30" w:rsidP="00E00D30">
      <w:r>
        <w:t>117.1034</w:t>
      </w:r>
      <w:r>
        <w:tab/>
        <w:t>2.025e0</w:t>
      </w:r>
    </w:p>
    <w:p w:rsidR="00E00D30" w:rsidRDefault="00E00D30" w:rsidP="00E00D30">
      <w:r>
        <w:t>117.1046</w:t>
      </w:r>
      <w:r>
        <w:tab/>
        <w:t>1.013e0</w:t>
      </w:r>
    </w:p>
    <w:p w:rsidR="00E00D30" w:rsidRDefault="00E00D30" w:rsidP="00E00D30">
      <w:r>
        <w:t>117.1074</w:t>
      </w:r>
      <w:r>
        <w:tab/>
        <w:t>2.025e0</w:t>
      </w:r>
    </w:p>
    <w:p w:rsidR="00E00D30" w:rsidRDefault="00E00D30" w:rsidP="00E00D30">
      <w:r>
        <w:t>117.1121</w:t>
      </w:r>
      <w:r>
        <w:tab/>
        <w:t>3.038e0</w:t>
      </w:r>
    </w:p>
    <w:p w:rsidR="00E00D30" w:rsidRDefault="00E00D30" w:rsidP="00E00D30">
      <w:r>
        <w:t>117.1207</w:t>
      </w:r>
      <w:r>
        <w:tab/>
        <w:t>2.025e0</w:t>
      </w:r>
    </w:p>
    <w:p w:rsidR="00E00D30" w:rsidRDefault="00E00D30" w:rsidP="00E00D30">
      <w:r>
        <w:t>117.1290</w:t>
      </w:r>
      <w:r>
        <w:tab/>
        <w:t>2.025e0</w:t>
      </w:r>
    </w:p>
    <w:p w:rsidR="00E00D30" w:rsidRDefault="00E00D30" w:rsidP="00E00D30">
      <w:r>
        <w:t>117.1307</w:t>
      </w:r>
      <w:r>
        <w:tab/>
        <w:t>2.025e0</w:t>
      </w:r>
    </w:p>
    <w:p w:rsidR="00E00D30" w:rsidRDefault="00E00D30" w:rsidP="00E00D30">
      <w:r>
        <w:t>117.1364</w:t>
      </w:r>
      <w:r>
        <w:tab/>
        <w:t>1.013e0</w:t>
      </w:r>
    </w:p>
    <w:p w:rsidR="00E00D30" w:rsidRDefault="00E00D30" w:rsidP="00E00D30">
      <w:r>
        <w:t>117.1478</w:t>
      </w:r>
      <w:r>
        <w:tab/>
        <w:t>2.025e0</w:t>
      </w:r>
    </w:p>
    <w:p w:rsidR="00E00D30" w:rsidRDefault="00E00D30" w:rsidP="00E00D30">
      <w:r>
        <w:lastRenderedPageBreak/>
        <w:t>117.1622</w:t>
      </w:r>
      <w:r>
        <w:tab/>
        <w:t>1.013e0</w:t>
      </w:r>
    </w:p>
    <w:p w:rsidR="00E00D30" w:rsidRDefault="00E00D30" w:rsidP="00E00D30">
      <w:r>
        <w:t>117.1768</w:t>
      </w:r>
      <w:r>
        <w:tab/>
        <w:t>1.013e0</w:t>
      </w:r>
    </w:p>
    <w:p w:rsidR="00E00D30" w:rsidRDefault="00E00D30" w:rsidP="00E00D30">
      <w:r>
        <w:t>117.1911</w:t>
      </w:r>
      <w:r>
        <w:tab/>
        <w:t>2.025e0</w:t>
      </w:r>
    </w:p>
    <w:p w:rsidR="00E00D30" w:rsidRDefault="00E00D30" w:rsidP="00E00D30">
      <w:r>
        <w:t>117.2026</w:t>
      </w:r>
      <w:r>
        <w:tab/>
        <w:t>1.013e0</w:t>
      </w:r>
    </w:p>
    <w:p w:rsidR="00E00D30" w:rsidRDefault="00E00D30" w:rsidP="00E00D30">
      <w:r>
        <w:t>117.2167</w:t>
      </w:r>
      <w:r>
        <w:tab/>
        <w:t>1.013e0</w:t>
      </w:r>
    </w:p>
    <w:p w:rsidR="00E00D30" w:rsidRDefault="00E00D30" w:rsidP="00E00D30">
      <w:r>
        <w:t>117.2414</w:t>
      </w:r>
      <w:r>
        <w:tab/>
        <w:t>2.025e0</w:t>
      </w:r>
    </w:p>
    <w:p w:rsidR="00E00D30" w:rsidRDefault="00E00D30" w:rsidP="00E00D30">
      <w:r>
        <w:t>117.2573</w:t>
      </w:r>
      <w:r>
        <w:tab/>
        <w:t>1.013e0</w:t>
      </w:r>
    </w:p>
    <w:p w:rsidR="00E00D30" w:rsidRDefault="00E00D30" w:rsidP="00E00D30">
      <w:r>
        <w:t>117.2684</w:t>
      </w:r>
      <w:r>
        <w:tab/>
        <w:t>1.013e0</w:t>
      </w:r>
    </w:p>
    <w:p w:rsidR="00E00D30" w:rsidRDefault="00E00D30" w:rsidP="00E00D30">
      <w:r>
        <w:t>117.2833</w:t>
      </w:r>
      <w:r>
        <w:tab/>
        <w:t>1.013e0</w:t>
      </w:r>
    </w:p>
    <w:p w:rsidR="00E00D30" w:rsidRDefault="00E00D30" w:rsidP="00E00D30">
      <w:r>
        <w:t>117.2917</w:t>
      </w:r>
      <w:r>
        <w:tab/>
        <w:t>1.013e0</w:t>
      </w:r>
    </w:p>
    <w:p w:rsidR="00E00D30" w:rsidRDefault="00E00D30" w:rsidP="00E00D30">
      <w:r>
        <w:t>117.2975</w:t>
      </w:r>
      <w:r>
        <w:tab/>
        <w:t>3.038e0</w:t>
      </w:r>
    </w:p>
    <w:p w:rsidR="00E00D30" w:rsidRDefault="00E00D30" w:rsidP="00E00D30">
      <w:r>
        <w:t>117.3177</w:t>
      </w:r>
      <w:r>
        <w:tab/>
        <w:t>1.013e0</w:t>
      </w:r>
    </w:p>
    <w:p w:rsidR="00E00D30" w:rsidRDefault="00E00D30" w:rsidP="00E00D30">
      <w:r>
        <w:t>117.3407</w:t>
      </w:r>
      <w:r>
        <w:tab/>
        <w:t>1.013e0</w:t>
      </w:r>
    </w:p>
    <w:p w:rsidR="00E00D30" w:rsidRDefault="00E00D30" w:rsidP="00E00D30">
      <w:r>
        <w:t>117.3493</w:t>
      </w:r>
      <w:r>
        <w:tab/>
        <w:t>1.013e0</w:t>
      </w:r>
    </w:p>
    <w:p w:rsidR="00E00D30" w:rsidRDefault="00E00D30" w:rsidP="00E00D30">
      <w:r>
        <w:t>117.3635</w:t>
      </w:r>
      <w:r>
        <w:tab/>
        <w:t>1.013e0</w:t>
      </w:r>
    </w:p>
    <w:p w:rsidR="00E00D30" w:rsidRDefault="00E00D30" w:rsidP="00E00D30">
      <w:r>
        <w:t>117.3753</w:t>
      </w:r>
      <w:r>
        <w:tab/>
        <w:t>1.013e0</w:t>
      </w:r>
    </w:p>
    <w:p w:rsidR="00E00D30" w:rsidRDefault="00E00D30" w:rsidP="00E00D30">
      <w:r>
        <w:t>117.3808</w:t>
      </w:r>
      <w:r>
        <w:tab/>
        <w:t>1.013e0</w:t>
      </w:r>
    </w:p>
    <w:p w:rsidR="00E00D30" w:rsidRDefault="00E00D30" w:rsidP="00E00D30">
      <w:r>
        <w:t>117.3822</w:t>
      </w:r>
      <w:r>
        <w:tab/>
        <w:t>2.025e0</w:t>
      </w:r>
    </w:p>
    <w:p w:rsidR="00E00D30" w:rsidRDefault="00E00D30" w:rsidP="00E00D30">
      <w:r>
        <w:t>117.3967</w:t>
      </w:r>
      <w:r>
        <w:tab/>
        <w:t>2.025e0</w:t>
      </w:r>
    </w:p>
    <w:p w:rsidR="00E00D30" w:rsidRDefault="00E00D30" w:rsidP="00E00D30">
      <w:r>
        <w:lastRenderedPageBreak/>
        <w:t>117.4168</w:t>
      </w:r>
      <w:r>
        <w:tab/>
        <w:t>2.025e0</w:t>
      </w:r>
    </w:p>
    <w:p w:rsidR="00E00D30" w:rsidRDefault="00E00D30" w:rsidP="00E00D30">
      <w:r>
        <w:t>117.4242</w:t>
      </w:r>
      <w:r>
        <w:tab/>
        <w:t>1.013e0</w:t>
      </w:r>
    </w:p>
    <w:p w:rsidR="00E00D30" w:rsidRDefault="00E00D30" w:rsidP="00E00D30">
      <w:r>
        <w:t>117.4272</w:t>
      </w:r>
      <w:r>
        <w:tab/>
        <w:t>3.038e0</w:t>
      </w:r>
    </w:p>
    <w:p w:rsidR="00E00D30" w:rsidRDefault="00E00D30" w:rsidP="00E00D30">
      <w:r>
        <w:t>117.4446</w:t>
      </w:r>
      <w:r>
        <w:tab/>
        <w:t>1.013e0</w:t>
      </w:r>
    </w:p>
    <w:p w:rsidR="00E00D30" w:rsidRDefault="00E00D30" w:rsidP="00E00D30">
      <w:r>
        <w:t>117.4558</w:t>
      </w:r>
      <w:r>
        <w:tab/>
        <w:t>2.025e0</w:t>
      </w:r>
    </w:p>
    <w:p w:rsidR="00E00D30" w:rsidRDefault="00E00D30" w:rsidP="00E00D30">
      <w:r>
        <w:t>117.4732</w:t>
      </w:r>
      <w:r>
        <w:tab/>
        <w:t>1.013e0</w:t>
      </w:r>
    </w:p>
    <w:p w:rsidR="00E00D30" w:rsidRDefault="00E00D30" w:rsidP="00E00D30">
      <w:r>
        <w:t>117.4774</w:t>
      </w:r>
      <w:r>
        <w:tab/>
        <w:t>2.025e0</w:t>
      </w:r>
    </w:p>
    <w:p w:rsidR="00E00D30" w:rsidRDefault="00E00D30" w:rsidP="00E00D30">
      <w:r>
        <w:t>117.4873</w:t>
      </w:r>
      <w:r>
        <w:tab/>
        <w:t>1.013e0</w:t>
      </w:r>
    </w:p>
    <w:p w:rsidR="00E00D30" w:rsidRDefault="00E00D30" w:rsidP="00E00D30">
      <w:r>
        <w:t>117.4918</w:t>
      </w:r>
      <w:r>
        <w:tab/>
        <w:t>2.025e0</w:t>
      </w:r>
    </w:p>
    <w:p w:rsidR="00E00D30" w:rsidRDefault="00E00D30" w:rsidP="00E00D30">
      <w:r>
        <w:t>117.4933</w:t>
      </w:r>
      <w:r>
        <w:tab/>
        <w:t>1.013e0</w:t>
      </w:r>
    </w:p>
    <w:p w:rsidR="00E00D30" w:rsidRDefault="00E00D30" w:rsidP="00E00D30">
      <w:r>
        <w:t>117.5105</w:t>
      </w:r>
      <w:r>
        <w:tab/>
        <w:t>1.013e0</w:t>
      </w:r>
    </w:p>
    <w:p w:rsidR="00E00D30" w:rsidRDefault="00E00D30" w:rsidP="00E00D30">
      <w:r>
        <w:t>117.5277</w:t>
      </w:r>
      <w:r>
        <w:tab/>
        <w:t>1.013e0</w:t>
      </w:r>
    </w:p>
    <w:p w:rsidR="00E00D30" w:rsidRDefault="00E00D30" w:rsidP="00E00D30">
      <w:r>
        <w:t>117.5337</w:t>
      </w:r>
      <w:r>
        <w:tab/>
        <w:t>2.025e0</w:t>
      </w:r>
    </w:p>
    <w:p w:rsidR="00E00D30" w:rsidRDefault="00E00D30" w:rsidP="00E00D30">
      <w:r>
        <w:t>117.5396</w:t>
      </w:r>
      <w:r>
        <w:tab/>
        <w:t>1.013e0</w:t>
      </w:r>
    </w:p>
    <w:p w:rsidR="00E00D30" w:rsidRDefault="00E00D30" w:rsidP="00E00D30">
      <w:r>
        <w:t>117.5450</w:t>
      </w:r>
      <w:r>
        <w:tab/>
        <w:t>2.025e0</w:t>
      </w:r>
    </w:p>
    <w:p w:rsidR="00E00D30" w:rsidRDefault="00E00D30" w:rsidP="00E00D30">
      <w:r>
        <w:t>117.5480</w:t>
      </w:r>
      <w:r>
        <w:tab/>
        <w:t>1.013e0</w:t>
      </w:r>
    </w:p>
    <w:p w:rsidR="00E00D30" w:rsidRDefault="00E00D30" w:rsidP="00E00D30">
      <w:r>
        <w:t>117.5684</w:t>
      </w:r>
      <w:r>
        <w:tab/>
        <w:t>1.013e0</w:t>
      </w:r>
    </w:p>
    <w:p w:rsidR="00E00D30" w:rsidRDefault="00E00D30" w:rsidP="00E00D30">
      <w:r>
        <w:t>117.5742</w:t>
      </w:r>
      <w:r>
        <w:tab/>
        <w:t>1.013e0</w:t>
      </w:r>
    </w:p>
    <w:p w:rsidR="00E00D30" w:rsidRDefault="00E00D30" w:rsidP="00E00D30">
      <w:r>
        <w:t>117.5826</w:t>
      </w:r>
      <w:r>
        <w:tab/>
        <w:t>1.013e0</w:t>
      </w:r>
    </w:p>
    <w:p w:rsidR="00E00D30" w:rsidRDefault="00E00D30" w:rsidP="00E00D30">
      <w:r>
        <w:lastRenderedPageBreak/>
        <w:t>117.5915</w:t>
      </w:r>
      <w:r>
        <w:tab/>
        <w:t>1.013e0</w:t>
      </w:r>
    </w:p>
    <w:p w:rsidR="00E00D30" w:rsidRDefault="00E00D30" w:rsidP="00E00D30">
      <w:r>
        <w:t>117.5998</w:t>
      </w:r>
      <w:r>
        <w:tab/>
        <w:t>2.025e0</w:t>
      </w:r>
    </w:p>
    <w:p w:rsidR="00E00D30" w:rsidRDefault="00E00D30" w:rsidP="00E00D30">
      <w:r>
        <w:t>117.6029</w:t>
      </w:r>
      <w:r>
        <w:tab/>
        <w:t>2.025e0</w:t>
      </w:r>
    </w:p>
    <w:p w:rsidR="00E00D30" w:rsidRDefault="00E00D30" w:rsidP="00E00D30">
      <w:r>
        <w:t>117.6116</w:t>
      </w:r>
      <w:r>
        <w:tab/>
        <w:t>1.013e0</w:t>
      </w:r>
    </w:p>
    <w:p w:rsidR="00E00D30" w:rsidRDefault="00E00D30" w:rsidP="00E00D30">
      <w:r>
        <w:t>117.6373</w:t>
      </w:r>
      <w:r>
        <w:tab/>
        <w:t>2.025e0</w:t>
      </w:r>
    </w:p>
    <w:p w:rsidR="00E00D30" w:rsidRDefault="00E00D30" w:rsidP="00E00D30">
      <w:r>
        <w:t>117.6546</w:t>
      </w:r>
      <w:r>
        <w:tab/>
        <w:t>1.013e0</w:t>
      </w:r>
    </w:p>
    <w:p w:rsidR="00E00D30" w:rsidRDefault="00E00D30" w:rsidP="00E00D30">
      <w:r>
        <w:t>117.6577</w:t>
      </w:r>
      <w:r>
        <w:tab/>
        <w:t>1.013e0</w:t>
      </w:r>
    </w:p>
    <w:p w:rsidR="00E00D30" w:rsidRDefault="00E00D30" w:rsidP="00E00D30">
      <w:r>
        <w:t>117.6718</w:t>
      </w:r>
      <w:r>
        <w:tab/>
        <w:t>2.025e0</w:t>
      </w:r>
    </w:p>
    <w:p w:rsidR="00E00D30" w:rsidRDefault="00E00D30" w:rsidP="00E00D30">
      <w:r>
        <w:t>117.6748</w:t>
      </w:r>
      <w:r>
        <w:tab/>
        <w:t>3.038e0</w:t>
      </w:r>
    </w:p>
    <w:p w:rsidR="00E00D30" w:rsidRDefault="00E00D30" w:rsidP="00E00D30">
      <w:r>
        <w:t>117.6809</w:t>
      </w:r>
      <w:r>
        <w:tab/>
        <w:t>1.013e0</w:t>
      </w:r>
    </w:p>
    <w:p w:rsidR="00E00D30" w:rsidRDefault="00E00D30" w:rsidP="00E00D30">
      <w:r>
        <w:t>117.7009</w:t>
      </w:r>
      <w:r>
        <w:tab/>
        <w:t>2.025e0</w:t>
      </w:r>
    </w:p>
    <w:p w:rsidR="00E00D30" w:rsidRDefault="00E00D30" w:rsidP="00E00D30">
      <w:r>
        <w:t>117.7062</w:t>
      </w:r>
      <w:r>
        <w:tab/>
        <w:t>1.013e0</w:t>
      </w:r>
    </w:p>
    <w:p w:rsidR="00E00D30" w:rsidRDefault="00E00D30" w:rsidP="00E00D30">
      <w:r>
        <w:t>117.7212</w:t>
      </w:r>
      <w:r>
        <w:tab/>
        <w:t>1.013e0</w:t>
      </w:r>
    </w:p>
    <w:p w:rsidR="00E00D30" w:rsidRDefault="00E00D30" w:rsidP="00E00D30">
      <w:r>
        <w:t>117.7440</w:t>
      </w:r>
      <w:r>
        <w:tab/>
        <w:t>1.013e0</w:t>
      </w:r>
    </w:p>
    <w:p w:rsidR="00E00D30" w:rsidRDefault="00E00D30" w:rsidP="00E00D30">
      <w:r>
        <w:t>117.7527</w:t>
      </w:r>
      <w:r>
        <w:tab/>
        <w:t>1.013e0</w:t>
      </w:r>
    </w:p>
    <w:p w:rsidR="00E00D30" w:rsidRDefault="00E00D30" w:rsidP="00E00D30">
      <w:r>
        <w:t>117.7587</w:t>
      </w:r>
      <w:r>
        <w:tab/>
        <w:t>1.013e0</w:t>
      </w:r>
    </w:p>
    <w:p w:rsidR="00E00D30" w:rsidRDefault="00E00D30" w:rsidP="00E00D30">
      <w:r>
        <w:t>117.7673</w:t>
      </w:r>
      <w:r>
        <w:tab/>
        <w:t>1.013e0</w:t>
      </w:r>
    </w:p>
    <w:p w:rsidR="00E00D30" w:rsidRDefault="00E00D30" w:rsidP="00E00D30">
      <w:r>
        <w:t>117.7760</w:t>
      </w:r>
      <w:r>
        <w:tab/>
        <w:t>1.013e0</w:t>
      </w:r>
    </w:p>
    <w:p w:rsidR="00E00D30" w:rsidRDefault="00E00D30" w:rsidP="00E00D30">
      <w:r>
        <w:t>117.7814</w:t>
      </w:r>
      <w:r>
        <w:tab/>
        <w:t>1.013e0</w:t>
      </w:r>
    </w:p>
    <w:p w:rsidR="00E00D30" w:rsidRDefault="00E00D30" w:rsidP="00E00D30">
      <w:r>
        <w:lastRenderedPageBreak/>
        <w:t>117.7933</w:t>
      </w:r>
      <w:r>
        <w:tab/>
        <w:t>1.013e0</w:t>
      </w:r>
    </w:p>
    <w:p w:rsidR="00E00D30" w:rsidRDefault="00E00D30" w:rsidP="00E00D30">
      <w:r>
        <w:t>117.8189</w:t>
      </w:r>
      <w:r>
        <w:tab/>
        <w:t>1.013e0</w:t>
      </w:r>
    </w:p>
    <w:p w:rsidR="00E00D30" w:rsidRDefault="00E00D30" w:rsidP="00E00D30">
      <w:r>
        <w:t>117.8363</w:t>
      </w:r>
      <w:r>
        <w:tab/>
        <w:t>1.013e0</w:t>
      </w:r>
    </w:p>
    <w:p w:rsidR="00E00D30" w:rsidRDefault="00E00D30" w:rsidP="00E00D30">
      <w:r>
        <w:t>117.8435</w:t>
      </w:r>
      <w:r>
        <w:tab/>
        <w:t>2.025e0</w:t>
      </w:r>
    </w:p>
    <w:p w:rsidR="00E00D30" w:rsidRDefault="00E00D30" w:rsidP="00E00D30">
      <w:r>
        <w:t>117.8507</w:t>
      </w:r>
      <w:r>
        <w:tab/>
        <w:t>1.013e0</w:t>
      </w:r>
    </w:p>
    <w:p w:rsidR="00E00D30" w:rsidRDefault="00E00D30" w:rsidP="00E00D30">
      <w:r>
        <w:t>117.8969</w:t>
      </w:r>
      <w:r>
        <w:tab/>
        <w:t>1.013e0</w:t>
      </w:r>
    </w:p>
    <w:p w:rsidR="00E00D30" w:rsidRDefault="00E00D30" w:rsidP="00E00D30">
      <w:r>
        <w:t>117.9375</w:t>
      </w:r>
      <w:r>
        <w:tab/>
        <w:t>3.038e0</w:t>
      </w:r>
    </w:p>
    <w:p w:rsidR="00E00D30" w:rsidRDefault="00E00D30" w:rsidP="00E00D30">
      <w:r>
        <w:t>117.9518</w:t>
      </w:r>
      <w:r>
        <w:tab/>
        <w:t>1.013e0</w:t>
      </w:r>
    </w:p>
    <w:p w:rsidR="00E00D30" w:rsidRDefault="00E00D30" w:rsidP="00E00D30">
      <w:r>
        <w:t>117.9547</w:t>
      </w:r>
      <w:r>
        <w:tab/>
        <w:t>1.013e0</w:t>
      </w:r>
    </w:p>
    <w:p w:rsidR="00E00D30" w:rsidRDefault="00E00D30" w:rsidP="00E00D30">
      <w:r>
        <w:t>117.9577</w:t>
      </w:r>
      <w:r>
        <w:tab/>
        <w:t>1.013e0</w:t>
      </w:r>
    </w:p>
    <w:p w:rsidR="00E00D30" w:rsidRDefault="00E00D30" w:rsidP="00E00D30">
      <w:r>
        <w:t>117.9630</w:t>
      </w:r>
      <w:r>
        <w:tab/>
        <w:t>1.013e0</w:t>
      </w:r>
    </w:p>
    <w:p w:rsidR="00E00D30" w:rsidRDefault="00E00D30" w:rsidP="00E00D30">
      <w:r>
        <w:t>117.9751</w:t>
      </w:r>
      <w:r>
        <w:tab/>
        <w:t>1.013e0</w:t>
      </w:r>
    </w:p>
    <w:p w:rsidR="00E00D30" w:rsidRDefault="00E00D30" w:rsidP="00E00D30">
      <w:r>
        <w:t>117.9864</w:t>
      </w:r>
      <w:r>
        <w:tab/>
        <w:t>1.013e0</w:t>
      </w:r>
    </w:p>
    <w:p w:rsidR="00E00D30" w:rsidRDefault="00E00D30" w:rsidP="00E00D30">
      <w:r>
        <w:t>117.9922</w:t>
      </w:r>
      <w:r>
        <w:tab/>
        <w:t>1.013e0</w:t>
      </w:r>
    </w:p>
    <w:p w:rsidR="00E00D30" w:rsidRDefault="00E00D30" w:rsidP="00E00D30">
      <w:r>
        <w:t>118.0006</w:t>
      </w:r>
      <w:r>
        <w:tab/>
        <w:t>1.013e0</w:t>
      </w:r>
    </w:p>
    <w:p w:rsidR="00E00D30" w:rsidRDefault="00E00D30" w:rsidP="00E00D30">
      <w:r>
        <w:t>118.0239</w:t>
      </w:r>
      <w:r>
        <w:tab/>
        <w:t>1.013e0</w:t>
      </w:r>
    </w:p>
    <w:p w:rsidR="00E00D30" w:rsidRDefault="00E00D30" w:rsidP="00E00D30">
      <w:r>
        <w:t>118.0353</w:t>
      </w:r>
      <w:r>
        <w:tab/>
        <w:t>1.013e0</w:t>
      </w:r>
    </w:p>
    <w:p w:rsidR="00E00D30" w:rsidRDefault="00E00D30" w:rsidP="00E00D30">
      <w:r>
        <w:t>118.0381</w:t>
      </w:r>
      <w:r>
        <w:tab/>
        <w:t>1.013e0</w:t>
      </w:r>
    </w:p>
    <w:p w:rsidR="00E00D30" w:rsidRDefault="00E00D30" w:rsidP="00E00D30">
      <w:r>
        <w:t>118.0442</w:t>
      </w:r>
      <w:r>
        <w:tab/>
        <w:t>1.013e0</w:t>
      </w:r>
    </w:p>
    <w:p w:rsidR="00E00D30" w:rsidRDefault="00E00D30" w:rsidP="00E00D30">
      <w:r>
        <w:lastRenderedPageBreak/>
        <w:t>118.0471</w:t>
      </w:r>
      <w:r>
        <w:tab/>
        <w:t>2.025e0</w:t>
      </w:r>
    </w:p>
    <w:p w:rsidR="00E00D30" w:rsidRDefault="00E00D30" w:rsidP="00E00D30">
      <w:r>
        <w:t>118.0563</w:t>
      </w:r>
      <w:r>
        <w:tab/>
        <w:t>3.038e0</w:t>
      </w:r>
    </w:p>
    <w:p w:rsidR="00E00D30" w:rsidRDefault="00E00D30" w:rsidP="00E00D30">
      <w:r>
        <w:t>118.0614</w:t>
      </w:r>
      <w:r>
        <w:tab/>
        <w:t>1.013e0</w:t>
      </w:r>
    </w:p>
    <w:p w:rsidR="00E00D30" w:rsidRDefault="00E00D30" w:rsidP="00E00D30">
      <w:r>
        <w:t>118.0643</w:t>
      </w:r>
      <w:r>
        <w:tab/>
        <w:t>1.020e0</w:t>
      </w:r>
    </w:p>
    <w:p w:rsidR="00E00D30" w:rsidRDefault="00E00D30" w:rsidP="00E00D30">
      <w:r>
        <w:t>118.0704</w:t>
      </w:r>
      <w:r>
        <w:tab/>
        <w:t>2.025e0</w:t>
      </w:r>
    </w:p>
    <w:p w:rsidR="00E00D30" w:rsidRDefault="00E00D30" w:rsidP="00E00D30">
      <w:r>
        <w:t>118.0759</w:t>
      </w:r>
      <w:r>
        <w:tab/>
        <w:t>3.038e0</w:t>
      </w:r>
    </w:p>
    <w:p w:rsidR="00E00D30" w:rsidRDefault="00E00D30" w:rsidP="00E00D30">
      <w:r>
        <w:t>118.0867</w:t>
      </w:r>
      <w:r>
        <w:tab/>
        <w:t>4.522e1</w:t>
      </w:r>
    </w:p>
    <w:p w:rsidR="00E00D30" w:rsidRDefault="00E00D30" w:rsidP="00E00D30">
      <w:r>
        <w:t>118.0877</w:t>
      </w:r>
      <w:r>
        <w:tab/>
        <w:t>1.215e1</w:t>
      </w:r>
    </w:p>
    <w:p w:rsidR="00E00D30" w:rsidRDefault="00E00D30" w:rsidP="00E00D30">
      <w:r>
        <w:t>118.0903</w:t>
      </w:r>
      <w:r>
        <w:tab/>
        <w:t>9.114e0</w:t>
      </w:r>
    </w:p>
    <w:p w:rsidR="00E00D30" w:rsidRDefault="00E00D30" w:rsidP="00E00D30">
      <w:r>
        <w:t>118.1005</w:t>
      </w:r>
      <w:r>
        <w:tab/>
        <w:t>4.051e0</w:t>
      </w:r>
    </w:p>
    <w:p w:rsidR="00E00D30" w:rsidRDefault="00E00D30" w:rsidP="00E00D30">
      <w:r>
        <w:t>118.1163</w:t>
      </w:r>
      <w:r>
        <w:tab/>
        <w:t>1.013e0</w:t>
      </w:r>
    </w:p>
    <w:p w:rsidR="00E00D30" w:rsidRDefault="00E00D30" w:rsidP="00E00D30">
      <w:r>
        <w:t>118.1253</w:t>
      </w:r>
      <w:r>
        <w:tab/>
        <w:t>1.013e0</w:t>
      </w:r>
    </w:p>
    <w:p w:rsidR="00E00D30" w:rsidRDefault="00E00D30" w:rsidP="00E00D30">
      <w:r>
        <w:t>118.1308</w:t>
      </w:r>
      <w:r>
        <w:tab/>
        <w:t>1.013e0</w:t>
      </w:r>
    </w:p>
    <w:p w:rsidR="00E00D30" w:rsidRDefault="00E00D30" w:rsidP="00E00D30">
      <w:r>
        <w:t>118.1395</w:t>
      </w:r>
      <w:r>
        <w:tab/>
        <w:t>1.013e0</w:t>
      </w:r>
    </w:p>
    <w:p w:rsidR="00E00D30" w:rsidRDefault="00E00D30" w:rsidP="00E00D30">
      <w:r>
        <w:t>118.1479</w:t>
      </w:r>
      <w:r>
        <w:tab/>
        <w:t>2.025e0</w:t>
      </w:r>
    </w:p>
    <w:p w:rsidR="00E00D30" w:rsidRDefault="00E00D30" w:rsidP="00E00D30">
      <w:r>
        <w:t>118.1653</w:t>
      </w:r>
      <w:r>
        <w:tab/>
        <w:t>2.025e0</w:t>
      </w:r>
    </w:p>
    <w:p w:rsidR="00E00D30" w:rsidRDefault="00E00D30" w:rsidP="00E00D30">
      <w:r>
        <w:t>118.1684</w:t>
      </w:r>
      <w:r>
        <w:tab/>
        <w:t>1.013e0</w:t>
      </w:r>
    </w:p>
    <w:p w:rsidR="00E00D30" w:rsidRDefault="00E00D30" w:rsidP="00E00D30">
      <w:r>
        <w:t>118.1885</w:t>
      </w:r>
      <w:r>
        <w:tab/>
        <w:t>1.013e0</w:t>
      </w:r>
    </w:p>
    <w:p w:rsidR="00E00D30" w:rsidRDefault="00E00D30" w:rsidP="00E00D30">
      <w:r>
        <w:t>118.2088</w:t>
      </w:r>
      <w:r>
        <w:tab/>
        <w:t>1.013e0</w:t>
      </w:r>
    </w:p>
    <w:p w:rsidR="00E00D30" w:rsidRDefault="00E00D30" w:rsidP="00E00D30">
      <w:r>
        <w:lastRenderedPageBreak/>
        <w:t>118.2147</w:t>
      </w:r>
      <w:r>
        <w:tab/>
        <w:t>1.013e0</w:t>
      </w:r>
    </w:p>
    <w:p w:rsidR="00E00D30" w:rsidRDefault="00E00D30" w:rsidP="00E00D30">
      <w:r>
        <w:t>118.2321</w:t>
      </w:r>
      <w:r>
        <w:tab/>
        <w:t>1.013e0</w:t>
      </w:r>
    </w:p>
    <w:p w:rsidR="00E00D30" w:rsidRDefault="00E00D30" w:rsidP="00E00D30">
      <w:r>
        <w:t>118.2928</w:t>
      </w:r>
      <w:r>
        <w:tab/>
        <w:t>1.013e0</w:t>
      </w:r>
    </w:p>
    <w:p w:rsidR="00E00D30" w:rsidRDefault="00E00D30" w:rsidP="00E00D30">
      <w:r>
        <w:t>118.3187</w:t>
      </w:r>
      <w:r>
        <w:tab/>
        <w:t>1.013e0</w:t>
      </w:r>
    </w:p>
    <w:p w:rsidR="00E00D30" w:rsidRDefault="00E00D30" w:rsidP="00E00D30">
      <w:r>
        <w:t>118.3230</w:t>
      </w:r>
      <w:r>
        <w:tab/>
        <w:t>3.038e0</w:t>
      </w:r>
    </w:p>
    <w:p w:rsidR="00E00D30" w:rsidRDefault="00E00D30" w:rsidP="00E00D30">
      <w:r>
        <w:t>118.3373</w:t>
      </w:r>
      <w:r>
        <w:tab/>
        <w:t>2.025e0</w:t>
      </w:r>
    </w:p>
    <w:p w:rsidR="00E00D30" w:rsidRDefault="00E00D30" w:rsidP="00E00D30">
      <w:r>
        <w:t>118.3504</w:t>
      </w:r>
      <w:r>
        <w:tab/>
        <w:t>1.013e0</w:t>
      </w:r>
    </w:p>
    <w:p w:rsidR="00E00D30" w:rsidRDefault="00E00D30" w:rsidP="00E00D30">
      <w:r>
        <w:t>118.3764</w:t>
      </w:r>
      <w:r>
        <w:tab/>
        <w:t>1.013e0</w:t>
      </w:r>
    </w:p>
    <w:p w:rsidR="00E00D30" w:rsidRDefault="00E00D30" w:rsidP="00E00D30">
      <w:r>
        <w:t>118.3823</w:t>
      </w:r>
      <w:r>
        <w:tab/>
        <w:t>1.013e0</w:t>
      </w:r>
    </w:p>
    <w:p w:rsidR="00E00D30" w:rsidRDefault="00E00D30" w:rsidP="00E00D30">
      <w:r>
        <w:t>118.3853</w:t>
      </w:r>
      <w:r>
        <w:tab/>
        <w:t>3.038e0</w:t>
      </w:r>
    </w:p>
    <w:p w:rsidR="00E00D30" w:rsidRDefault="00E00D30" w:rsidP="00E00D30">
      <w:r>
        <w:t>118.3968</w:t>
      </w:r>
      <w:r>
        <w:tab/>
        <w:t>2.025e0</w:t>
      </w:r>
    </w:p>
    <w:p w:rsidR="00E00D30" w:rsidRDefault="00E00D30" w:rsidP="00E00D30">
      <w:r>
        <w:t>118.4053</w:t>
      </w:r>
      <w:r>
        <w:tab/>
        <w:t>1.013e0</w:t>
      </w:r>
    </w:p>
    <w:p w:rsidR="00E00D30" w:rsidRDefault="00E00D30" w:rsidP="00E00D30">
      <w:r>
        <w:t>118.4111</w:t>
      </w:r>
      <w:r>
        <w:tab/>
        <w:t>2.025e0</w:t>
      </w:r>
    </w:p>
    <w:p w:rsidR="00E00D30" w:rsidRDefault="00E00D30" w:rsidP="00E00D30">
      <w:r>
        <w:t>118.4171</w:t>
      </w:r>
      <w:r>
        <w:tab/>
        <w:t>1.013e0</w:t>
      </w:r>
    </w:p>
    <w:p w:rsidR="00E00D30" w:rsidRDefault="00E00D30" w:rsidP="00E00D30">
      <w:r>
        <w:t>118.4230</w:t>
      </w:r>
      <w:r>
        <w:tab/>
        <w:t>1.013e0</w:t>
      </w:r>
    </w:p>
    <w:p w:rsidR="00E00D30" w:rsidRDefault="00E00D30" w:rsidP="00E00D30">
      <w:r>
        <w:t>118.4343</w:t>
      </w:r>
      <w:r>
        <w:tab/>
        <w:t>1.013e0</w:t>
      </w:r>
    </w:p>
    <w:p w:rsidR="00E00D30" w:rsidRDefault="00E00D30" w:rsidP="00E00D30">
      <w:r>
        <w:t>118.4428</w:t>
      </w:r>
      <w:r>
        <w:tab/>
        <w:t>1.013e0</w:t>
      </w:r>
    </w:p>
    <w:p w:rsidR="00E00D30" w:rsidRDefault="00E00D30" w:rsidP="00E00D30">
      <w:r>
        <w:t>118.4487</w:t>
      </w:r>
      <w:r>
        <w:tab/>
        <w:t>1.013e0</w:t>
      </w:r>
    </w:p>
    <w:p w:rsidR="00E00D30" w:rsidRDefault="00E00D30" w:rsidP="00E00D30">
      <w:r>
        <w:t>118.4531</w:t>
      </w:r>
      <w:r>
        <w:tab/>
        <w:t>4.051e0</w:t>
      </w:r>
    </w:p>
    <w:p w:rsidR="00E00D30" w:rsidRDefault="00E00D30" w:rsidP="00E00D30">
      <w:r>
        <w:lastRenderedPageBreak/>
        <w:t>118.4576</w:t>
      </w:r>
      <w:r>
        <w:tab/>
        <w:t>1.013e0</w:t>
      </w:r>
    </w:p>
    <w:p w:rsidR="00E00D30" w:rsidRDefault="00E00D30" w:rsidP="00E00D30">
      <w:r>
        <w:t>118.4630</w:t>
      </w:r>
      <w:r>
        <w:tab/>
        <w:t>1.013e0</w:t>
      </w:r>
    </w:p>
    <w:p w:rsidR="00E00D30" w:rsidRDefault="00E00D30" w:rsidP="00E00D30">
      <w:r>
        <w:t>118.4690</w:t>
      </w:r>
      <w:r>
        <w:tab/>
        <w:t>1.013e0</w:t>
      </w:r>
    </w:p>
    <w:p w:rsidR="00E00D30" w:rsidRDefault="00E00D30" w:rsidP="00E00D30">
      <w:r>
        <w:t>118.4892</w:t>
      </w:r>
      <w:r>
        <w:tab/>
        <w:t>1.013e0</w:t>
      </w:r>
    </w:p>
    <w:p w:rsidR="00E00D30" w:rsidRDefault="00E00D30" w:rsidP="00E00D30">
      <w:r>
        <w:t>118.5065</w:t>
      </w:r>
      <w:r>
        <w:tab/>
        <w:t>1.013e0</w:t>
      </w:r>
    </w:p>
    <w:p w:rsidR="00E00D30" w:rsidRDefault="00E00D30" w:rsidP="00E00D30">
      <w:r>
        <w:t>118.5126</w:t>
      </w:r>
      <w:r>
        <w:tab/>
        <w:t>1.013e0</w:t>
      </w:r>
    </w:p>
    <w:p w:rsidR="00E00D30" w:rsidRDefault="00E00D30" w:rsidP="00E00D30">
      <w:r>
        <w:t>118.5209</w:t>
      </w:r>
      <w:r>
        <w:tab/>
        <w:t>1.013e0</w:t>
      </w:r>
    </w:p>
    <w:p w:rsidR="00E00D30" w:rsidRDefault="00E00D30" w:rsidP="00E00D30">
      <w:r>
        <w:t>118.5357</w:t>
      </w:r>
      <w:r>
        <w:tab/>
        <w:t>1.013e0</w:t>
      </w:r>
    </w:p>
    <w:p w:rsidR="00E00D30" w:rsidRDefault="00E00D30" w:rsidP="00E00D30">
      <w:r>
        <w:t>118.5442</w:t>
      </w:r>
      <w:r>
        <w:tab/>
        <w:t>2.025e0</w:t>
      </w:r>
    </w:p>
    <w:p w:rsidR="00E00D30" w:rsidRDefault="00E00D30" w:rsidP="00E00D30">
      <w:r>
        <w:t>118.5501</w:t>
      </w:r>
      <w:r>
        <w:tab/>
        <w:t>1.013e0</w:t>
      </w:r>
    </w:p>
    <w:p w:rsidR="00E00D30" w:rsidRDefault="00E00D30" w:rsidP="00E00D30">
      <w:r>
        <w:t>118.5557</w:t>
      </w:r>
      <w:r>
        <w:tab/>
        <w:t>1.013e0</w:t>
      </w:r>
    </w:p>
    <w:p w:rsidR="00E00D30" w:rsidRDefault="00E00D30" w:rsidP="00E00D30">
      <w:r>
        <w:t>118.5862</w:t>
      </w:r>
      <w:r>
        <w:tab/>
        <w:t>2.025e0</w:t>
      </w:r>
    </w:p>
    <w:p w:rsidR="00E00D30" w:rsidRDefault="00E00D30" w:rsidP="00E00D30">
      <w:r>
        <w:t>118.5880</w:t>
      </w:r>
      <w:r>
        <w:tab/>
        <w:t>1.013e0</w:t>
      </w:r>
    </w:p>
    <w:p w:rsidR="00E00D30" w:rsidRDefault="00E00D30" w:rsidP="00E00D30">
      <w:r>
        <w:t>118.5976</w:t>
      </w:r>
      <w:r>
        <w:tab/>
        <w:t>4.051e0</w:t>
      </w:r>
    </w:p>
    <w:p w:rsidR="00E00D30" w:rsidRDefault="00E00D30" w:rsidP="00E00D30">
      <w:r>
        <w:t>118.6021</w:t>
      </w:r>
      <w:r>
        <w:tab/>
        <w:t>1.013e0</w:t>
      </w:r>
    </w:p>
    <w:p w:rsidR="00E00D30" w:rsidRDefault="00E00D30" w:rsidP="00E00D30">
      <w:r>
        <w:t>118.6194</w:t>
      </w:r>
      <w:r>
        <w:tab/>
        <w:t>1.013e0</w:t>
      </w:r>
    </w:p>
    <w:p w:rsidR="00E00D30" w:rsidRDefault="00E00D30" w:rsidP="00E00D30">
      <w:r>
        <w:t>118.6225</w:t>
      </w:r>
      <w:r>
        <w:tab/>
        <w:t>2.025e0</w:t>
      </w:r>
    </w:p>
    <w:p w:rsidR="00E00D30" w:rsidRDefault="00E00D30" w:rsidP="00E00D30">
      <w:r>
        <w:t>118.6282</w:t>
      </w:r>
      <w:r>
        <w:tab/>
        <w:t>1.013e0</w:t>
      </w:r>
    </w:p>
    <w:p w:rsidR="00E00D30" w:rsidRDefault="00E00D30" w:rsidP="00E00D30">
      <w:r>
        <w:t>118.6339</w:t>
      </w:r>
      <w:r>
        <w:tab/>
        <w:t>1.013e0</w:t>
      </w:r>
    </w:p>
    <w:p w:rsidR="00E00D30" w:rsidRDefault="00E00D30" w:rsidP="00E00D30">
      <w:r>
        <w:lastRenderedPageBreak/>
        <w:t>118.6585</w:t>
      </w:r>
      <w:r>
        <w:tab/>
        <w:t>2.025e0</w:t>
      </w:r>
    </w:p>
    <w:p w:rsidR="00E00D30" w:rsidRDefault="00E00D30" w:rsidP="00E00D30">
      <w:r>
        <w:t>118.6806</w:t>
      </w:r>
      <w:r>
        <w:tab/>
        <w:t>1.013e0</w:t>
      </w:r>
    </w:p>
    <w:p w:rsidR="00E00D30" w:rsidRDefault="00E00D30" w:rsidP="00E00D30">
      <w:r>
        <w:t>118.6977</w:t>
      </w:r>
      <w:r>
        <w:tab/>
        <w:t>1.013e0</w:t>
      </w:r>
    </w:p>
    <w:p w:rsidR="00E00D30" w:rsidRDefault="00E00D30" w:rsidP="00E00D30">
      <w:r>
        <w:t>118.7062</w:t>
      </w:r>
      <w:r>
        <w:tab/>
        <w:t>2.025e0</w:t>
      </w:r>
    </w:p>
    <w:p w:rsidR="00E00D30" w:rsidRDefault="00E00D30" w:rsidP="00E00D30">
      <w:r>
        <w:t>118.7092</w:t>
      </w:r>
      <w:r>
        <w:tab/>
        <w:t>2.025e0</w:t>
      </w:r>
    </w:p>
    <w:p w:rsidR="00E00D30" w:rsidRDefault="00E00D30" w:rsidP="00E00D30">
      <w:r>
        <w:t>118.7410</w:t>
      </w:r>
      <w:r>
        <w:tab/>
        <w:t>2.025e0</w:t>
      </w:r>
    </w:p>
    <w:p w:rsidR="00E00D30" w:rsidRDefault="00E00D30" w:rsidP="00E00D30">
      <w:r>
        <w:t>118.7557</w:t>
      </w:r>
      <w:r>
        <w:tab/>
        <w:t>1.013e0</w:t>
      </w:r>
    </w:p>
    <w:p w:rsidR="00E00D30" w:rsidRDefault="00E00D30" w:rsidP="00E00D30">
      <w:r>
        <w:t>118.7585</w:t>
      </w:r>
      <w:r>
        <w:tab/>
        <w:t>1.013e0</w:t>
      </w:r>
    </w:p>
    <w:p w:rsidR="00E00D30" w:rsidRDefault="00E00D30" w:rsidP="00E00D30">
      <w:r>
        <w:t>118.7730</w:t>
      </w:r>
      <w:r>
        <w:tab/>
        <w:t>1.013e0</w:t>
      </w:r>
    </w:p>
    <w:p w:rsidR="00E00D30" w:rsidRDefault="00E00D30" w:rsidP="00E00D30">
      <w:r>
        <w:t>118.7874</w:t>
      </w:r>
      <w:r>
        <w:tab/>
        <w:t>1.013e0</w:t>
      </w:r>
    </w:p>
    <w:p w:rsidR="00E00D30" w:rsidRDefault="00E00D30" w:rsidP="00E00D30">
      <w:r>
        <w:t>118.7987</w:t>
      </w:r>
      <w:r>
        <w:tab/>
        <w:t>1.013e0</w:t>
      </w:r>
    </w:p>
    <w:p w:rsidR="00E00D30" w:rsidRDefault="00E00D30" w:rsidP="00E00D30">
      <w:r>
        <w:t>118.8221</w:t>
      </w:r>
      <w:r>
        <w:tab/>
        <w:t>1.013e0</w:t>
      </w:r>
    </w:p>
    <w:p w:rsidR="00E00D30" w:rsidRDefault="00E00D30" w:rsidP="00E00D30">
      <w:r>
        <w:t>118.8364</w:t>
      </w:r>
      <w:r>
        <w:tab/>
        <w:t>1.013e0</w:t>
      </w:r>
    </w:p>
    <w:p w:rsidR="00E00D30" w:rsidRDefault="00E00D30" w:rsidP="00E00D30">
      <w:r>
        <w:t>118.8394</w:t>
      </w:r>
      <w:r>
        <w:tab/>
        <w:t>1.013e0</w:t>
      </w:r>
    </w:p>
    <w:p w:rsidR="00E00D30" w:rsidRDefault="00E00D30" w:rsidP="00E00D30">
      <w:r>
        <w:t>118.8599</w:t>
      </w:r>
      <w:r>
        <w:tab/>
        <w:t>2.025e0</w:t>
      </w:r>
    </w:p>
    <w:p w:rsidR="00E00D30" w:rsidRDefault="00E00D30" w:rsidP="00E00D30">
      <w:r>
        <w:t>118.8687</w:t>
      </w:r>
      <w:r>
        <w:tab/>
        <w:t>1.013e0</w:t>
      </w:r>
    </w:p>
    <w:p w:rsidR="00E00D30" w:rsidRDefault="00E00D30" w:rsidP="00E00D30">
      <w:r>
        <w:t>118.8831</w:t>
      </w:r>
      <w:r>
        <w:tab/>
        <w:t>2.025e0</w:t>
      </w:r>
    </w:p>
    <w:p w:rsidR="00E00D30" w:rsidRDefault="00E00D30" w:rsidP="00E00D30">
      <w:r>
        <w:t>118.8917</w:t>
      </w:r>
      <w:r>
        <w:tab/>
        <w:t>1.013e0</w:t>
      </w:r>
    </w:p>
    <w:p w:rsidR="00E00D30" w:rsidRDefault="00E00D30" w:rsidP="00E00D30">
      <w:r>
        <w:t>118.8944</w:t>
      </w:r>
      <w:r>
        <w:tab/>
        <w:t>1.013e0</w:t>
      </w:r>
    </w:p>
    <w:p w:rsidR="00E00D30" w:rsidRDefault="00E00D30" w:rsidP="00E00D30">
      <w:r>
        <w:lastRenderedPageBreak/>
        <w:t>118.9064</w:t>
      </w:r>
      <w:r>
        <w:tab/>
        <w:t>1.013e0</w:t>
      </w:r>
    </w:p>
    <w:p w:rsidR="00E00D30" w:rsidRDefault="00E00D30" w:rsidP="00E00D30">
      <w:r>
        <w:t>118.9309</w:t>
      </w:r>
      <w:r>
        <w:tab/>
        <w:t>2.025e0</w:t>
      </w:r>
    </w:p>
    <w:p w:rsidR="00E00D30" w:rsidRDefault="00E00D30" w:rsidP="00E00D30">
      <w:r>
        <w:t>118.9352</w:t>
      </w:r>
      <w:r>
        <w:tab/>
        <w:t>2.025e0</w:t>
      </w:r>
    </w:p>
    <w:p w:rsidR="00E00D30" w:rsidRDefault="00E00D30" w:rsidP="00E00D30">
      <w:r>
        <w:t>118.9525</w:t>
      </w:r>
      <w:r>
        <w:tab/>
        <w:t>1.013e0</w:t>
      </w:r>
    </w:p>
    <w:p w:rsidR="00E00D30" w:rsidRDefault="00E00D30" w:rsidP="00E00D30">
      <w:r>
        <w:t>118.9555</w:t>
      </w:r>
      <w:r>
        <w:tab/>
        <w:t>2.025e0</w:t>
      </w:r>
    </w:p>
    <w:p w:rsidR="00E00D30" w:rsidRDefault="00E00D30" w:rsidP="00E00D30">
      <w:r>
        <w:t>118.9646</w:t>
      </w:r>
      <w:r>
        <w:tab/>
        <w:t>1.013e0</w:t>
      </w:r>
    </w:p>
    <w:p w:rsidR="00E00D30" w:rsidRDefault="00E00D30" w:rsidP="00E00D30">
      <w:r>
        <w:t>118.9787</w:t>
      </w:r>
      <w:r>
        <w:tab/>
        <w:t>1.013e0</w:t>
      </w:r>
    </w:p>
    <w:p w:rsidR="00E00D30" w:rsidRDefault="00E00D30" w:rsidP="00E00D30">
      <w:r>
        <w:t>118.9818</w:t>
      </w:r>
      <w:r>
        <w:tab/>
        <w:t>1.013e0</w:t>
      </w:r>
    </w:p>
    <w:p w:rsidR="00E00D30" w:rsidRDefault="00E00D30" w:rsidP="00E00D30">
      <w:r>
        <w:t>118.9845</w:t>
      </w:r>
      <w:r>
        <w:tab/>
        <w:t>1.013e0</w:t>
      </w:r>
    </w:p>
    <w:p w:rsidR="00E00D30" w:rsidRDefault="00E00D30" w:rsidP="00E00D30">
      <w:r>
        <w:t>119.0045</w:t>
      </w:r>
      <w:r>
        <w:tab/>
        <w:t>1.013e0</w:t>
      </w:r>
    </w:p>
    <w:p w:rsidR="00E00D30" w:rsidRDefault="00E00D30" w:rsidP="00E00D30">
      <w:r>
        <w:t>119.0076</w:t>
      </w:r>
      <w:r>
        <w:tab/>
        <w:t>1.013e0</w:t>
      </w:r>
    </w:p>
    <w:p w:rsidR="00E00D30" w:rsidRDefault="00E00D30" w:rsidP="00E00D30">
      <w:r>
        <w:t>119.0221</w:t>
      </w:r>
      <w:r>
        <w:tab/>
        <w:t>1.013e0</w:t>
      </w:r>
    </w:p>
    <w:p w:rsidR="00E00D30" w:rsidRDefault="00E00D30" w:rsidP="00E00D30">
      <w:r>
        <w:t>119.0398</w:t>
      </w:r>
      <w:r>
        <w:tab/>
        <w:t>1.013e0</w:t>
      </w:r>
    </w:p>
    <w:p w:rsidR="00E00D30" w:rsidRDefault="00E00D30" w:rsidP="00E00D30">
      <w:r>
        <w:t>119.0599</w:t>
      </w:r>
      <w:r>
        <w:tab/>
        <w:t>2.025e0</w:t>
      </w:r>
    </w:p>
    <w:p w:rsidR="00E00D30" w:rsidRDefault="00E00D30" w:rsidP="00E00D30">
      <w:r>
        <w:t>119.0624</w:t>
      </w:r>
      <w:r>
        <w:tab/>
        <w:t>1.013e0</w:t>
      </w:r>
    </w:p>
    <w:p w:rsidR="00E00D30" w:rsidRDefault="00E00D30" w:rsidP="00E00D30">
      <w:r>
        <w:t>119.0656</w:t>
      </w:r>
      <w:r>
        <w:tab/>
        <w:t>1.013e0</w:t>
      </w:r>
    </w:p>
    <w:p w:rsidR="00E00D30" w:rsidRDefault="00E00D30" w:rsidP="00E00D30">
      <w:r>
        <w:t>119.0799</w:t>
      </w:r>
      <w:r>
        <w:tab/>
        <w:t>1.013e0</w:t>
      </w:r>
    </w:p>
    <w:p w:rsidR="00E00D30" w:rsidRDefault="00E00D30" w:rsidP="00E00D30">
      <w:r>
        <w:t>119.0822</w:t>
      </w:r>
      <w:r>
        <w:tab/>
        <w:t>3.038e0</w:t>
      </w:r>
    </w:p>
    <w:p w:rsidR="00E00D30" w:rsidRDefault="00E00D30" w:rsidP="00E00D30">
      <w:r>
        <w:t>119.0842</w:t>
      </w:r>
      <w:r>
        <w:tab/>
        <w:t>3.038e0</w:t>
      </w:r>
    </w:p>
    <w:p w:rsidR="00E00D30" w:rsidRDefault="00E00D30" w:rsidP="00E00D30">
      <w:r>
        <w:lastRenderedPageBreak/>
        <w:t>119.0859</w:t>
      </w:r>
      <w:r>
        <w:tab/>
        <w:t>1.013e0</w:t>
      </w:r>
    </w:p>
    <w:p w:rsidR="00E00D30" w:rsidRDefault="00E00D30" w:rsidP="00E00D30">
      <w:r>
        <w:t>119.0889</w:t>
      </w:r>
      <w:r>
        <w:tab/>
        <w:t>1.013e0</w:t>
      </w:r>
    </w:p>
    <w:p w:rsidR="00E00D30" w:rsidRDefault="00E00D30" w:rsidP="00E00D30">
      <w:r>
        <w:t>119.0918</w:t>
      </w:r>
      <w:r>
        <w:tab/>
        <w:t>1.013e0</w:t>
      </w:r>
    </w:p>
    <w:p w:rsidR="00E00D30" w:rsidRDefault="00E00D30" w:rsidP="00E00D30">
      <w:r>
        <w:t>119.0950</w:t>
      </w:r>
      <w:r>
        <w:tab/>
        <w:t>2.025e0</w:t>
      </w:r>
    </w:p>
    <w:p w:rsidR="00E00D30" w:rsidRDefault="00E00D30" w:rsidP="00E00D30">
      <w:r>
        <w:t>119.1002</w:t>
      </w:r>
      <w:r>
        <w:tab/>
        <w:t>1.013e0</w:t>
      </w:r>
    </w:p>
    <w:p w:rsidR="00E00D30" w:rsidRDefault="00E00D30" w:rsidP="00E00D30">
      <w:r>
        <w:t>119.1325</w:t>
      </w:r>
      <w:r>
        <w:tab/>
        <w:t>2.025e0</w:t>
      </w:r>
    </w:p>
    <w:p w:rsidR="00E00D30" w:rsidRDefault="00E00D30" w:rsidP="00E00D30">
      <w:r>
        <w:t>119.1378</w:t>
      </w:r>
      <w:r>
        <w:tab/>
        <w:t>1.013e0</w:t>
      </w:r>
    </w:p>
    <w:p w:rsidR="00E00D30" w:rsidRDefault="00E00D30" w:rsidP="00E00D30">
      <w:r>
        <w:t>119.1500</w:t>
      </w:r>
      <w:r>
        <w:tab/>
        <w:t>2.025e0</w:t>
      </w:r>
    </w:p>
    <w:p w:rsidR="00E00D30" w:rsidRDefault="00E00D30" w:rsidP="00E00D30">
      <w:r>
        <w:t>119.1613</w:t>
      </w:r>
      <w:r>
        <w:tab/>
        <w:t>1.013e0</w:t>
      </w:r>
    </w:p>
    <w:p w:rsidR="00E00D30" w:rsidRDefault="00E00D30" w:rsidP="00E00D30">
      <w:r>
        <w:t>119.1672</w:t>
      </w:r>
      <w:r>
        <w:tab/>
        <w:t>1.013e0</w:t>
      </w:r>
    </w:p>
    <w:p w:rsidR="00E00D30" w:rsidRDefault="00E00D30" w:rsidP="00E00D30">
      <w:r>
        <w:t>119.1801</w:t>
      </w:r>
      <w:r>
        <w:tab/>
        <w:t>2.025e0</w:t>
      </w:r>
    </w:p>
    <w:p w:rsidR="00E00D30" w:rsidRDefault="00E00D30" w:rsidP="00E00D30">
      <w:r>
        <w:t>119.1905</w:t>
      </w:r>
      <w:r>
        <w:tab/>
        <w:t>2.025e0</w:t>
      </w:r>
    </w:p>
    <w:p w:rsidR="00E00D30" w:rsidRDefault="00E00D30" w:rsidP="00E00D30">
      <w:r>
        <w:t>119.1932</w:t>
      </w:r>
      <w:r>
        <w:tab/>
        <w:t>1.013e0</w:t>
      </w:r>
    </w:p>
    <w:p w:rsidR="00E00D30" w:rsidRDefault="00E00D30" w:rsidP="00E00D30">
      <w:r>
        <w:t>119.2050</w:t>
      </w:r>
      <w:r>
        <w:tab/>
        <w:t>1.013e0</w:t>
      </w:r>
    </w:p>
    <w:p w:rsidR="00E00D30" w:rsidRDefault="00E00D30" w:rsidP="00E00D30">
      <w:r>
        <w:t>119.2133</w:t>
      </w:r>
      <w:r>
        <w:tab/>
        <w:t>1.013e0</w:t>
      </w:r>
    </w:p>
    <w:p w:rsidR="00E00D30" w:rsidRDefault="00E00D30" w:rsidP="00E00D30">
      <w:r>
        <w:t>119.2253</w:t>
      </w:r>
      <w:r>
        <w:tab/>
        <w:t>1.013e0</w:t>
      </w:r>
    </w:p>
    <w:p w:rsidR="00E00D30" w:rsidRDefault="00E00D30" w:rsidP="00E00D30">
      <w:r>
        <w:t>119.2426</w:t>
      </w:r>
      <w:r>
        <w:tab/>
        <w:t>1.013e0</w:t>
      </w:r>
    </w:p>
    <w:p w:rsidR="00E00D30" w:rsidRDefault="00E00D30" w:rsidP="00E00D30">
      <w:r>
        <w:t>119.2510</w:t>
      </w:r>
      <w:r>
        <w:tab/>
        <w:t>1.013e0</w:t>
      </w:r>
    </w:p>
    <w:p w:rsidR="00E00D30" w:rsidRDefault="00E00D30" w:rsidP="00E00D30">
      <w:r>
        <w:t>119.2774</w:t>
      </w:r>
      <w:r>
        <w:tab/>
        <w:t>1.013e0</w:t>
      </w:r>
    </w:p>
    <w:p w:rsidR="00E00D30" w:rsidRDefault="00E00D30" w:rsidP="00E00D30">
      <w:r>
        <w:lastRenderedPageBreak/>
        <w:t>119.2804</w:t>
      </w:r>
      <w:r>
        <w:tab/>
        <w:t>1.013e0</w:t>
      </w:r>
    </w:p>
    <w:p w:rsidR="00E00D30" w:rsidRDefault="00E00D30" w:rsidP="00E00D30">
      <w:r>
        <w:t>119.2949</w:t>
      </w:r>
      <w:r>
        <w:tab/>
        <w:t>2.025e0</w:t>
      </w:r>
    </w:p>
    <w:p w:rsidR="00E00D30" w:rsidRDefault="00E00D30" w:rsidP="00E00D30">
      <w:r>
        <w:t>119.3122</w:t>
      </w:r>
      <w:r>
        <w:tab/>
        <w:t>1.013e0</w:t>
      </w:r>
    </w:p>
    <w:p w:rsidR="00E00D30" w:rsidRDefault="00E00D30" w:rsidP="00E00D30">
      <w:r>
        <w:t>119.3325</w:t>
      </w:r>
      <w:r>
        <w:tab/>
        <w:t>1.013e0</w:t>
      </w:r>
    </w:p>
    <w:p w:rsidR="00E00D30" w:rsidRDefault="00E00D30" w:rsidP="00E00D30">
      <w:r>
        <w:t>119.3355</w:t>
      </w:r>
      <w:r>
        <w:tab/>
        <w:t>1.013e0</w:t>
      </w:r>
    </w:p>
    <w:p w:rsidR="00E00D30" w:rsidRDefault="00E00D30" w:rsidP="00E00D30">
      <w:r>
        <w:t>119.3469</w:t>
      </w:r>
      <w:r>
        <w:tab/>
        <w:t>1.013e0</w:t>
      </w:r>
    </w:p>
    <w:p w:rsidR="00E00D30" w:rsidRDefault="00E00D30" w:rsidP="00E00D30">
      <w:r>
        <w:t>119.3590</w:t>
      </w:r>
      <w:r>
        <w:tab/>
        <w:t>2.025e0</w:t>
      </w:r>
    </w:p>
    <w:p w:rsidR="00E00D30" w:rsidRDefault="00E00D30" w:rsidP="00E00D30">
      <w:r>
        <w:t>119.3618</w:t>
      </w:r>
      <w:r>
        <w:tab/>
        <w:t>2.025e0</w:t>
      </w:r>
    </w:p>
    <w:p w:rsidR="00E00D30" w:rsidRDefault="00E00D30" w:rsidP="00E00D30">
      <w:r>
        <w:t>119.3732</w:t>
      </w:r>
      <w:r>
        <w:tab/>
        <w:t>1.013e0</w:t>
      </w:r>
    </w:p>
    <w:p w:rsidR="00E00D30" w:rsidRDefault="00E00D30" w:rsidP="00E00D30">
      <w:r>
        <w:t>119.3763</w:t>
      </w:r>
      <w:r>
        <w:tab/>
        <w:t>1.013e0</w:t>
      </w:r>
    </w:p>
    <w:p w:rsidR="00E00D30" w:rsidRDefault="00E00D30" w:rsidP="00E00D30">
      <w:r>
        <w:t>119.3936</w:t>
      </w:r>
      <w:r>
        <w:tab/>
        <w:t>1.013e0</w:t>
      </w:r>
    </w:p>
    <w:p w:rsidR="00E00D30" w:rsidRDefault="00E00D30" w:rsidP="00E00D30">
      <w:r>
        <w:t>119.3995</w:t>
      </w:r>
      <w:r>
        <w:tab/>
        <w:t>1.013e0</w:t>
      </w:r>
    </w:p>
    <w:p w:rsidR="00E00D30" w:rsidRDefault="00E00D30" w:rsidP="00E00D30">
      <w:r>
        <w:t>119.4254</w:t>
      </w:r>
      <w:r>
        <w:tab/>
        <w:t>2.025e0</w:t>
      </w:r>
    </w:p>
    <w:p w:rsidR="00E00D30" w:rsidRDefault="00E00D30" w:rsidP="00E00D30">
      <w:r>
        <w:t>119.4428</w:t>
      </w:r>
      <w:r>
        <w:tab/>
        <w:t>1.013e0</w:t>
      </w:r>
    </w:p>
    <w:p w:rsidR="00E00D30" w:rsidRDefault="00E00D30" w:rsidP="00E00D30">
      <w:r>
        <w:t>119.4519</w:t>
      </w:r>
      <w:r>
        <w:tab/>
        <w:t>1.013e0</w:t>
      </w:r>
    </w:p>
    <w:p w:rsidR="00E00D30" w:rsidRDefault="00E00D30" w:rsidP="00E00D30">
      <w:r>
        <w:t>119.4587</w:t>
      </w:r>
      <w:r>
        <w:tab/>
        <w:t>2.025e0</w:t>
      </w:r>
    </w:p>
    <w:p w:rsidR="00E00D30" w:rsidRDefault="00E00D30" w:rsidP="00E00D30">
      <w:r>
        <w:t>119.4631</w:t>
      </w:r>
      <w:r>
        <w:tab/>
        <w:t>2.025e0</w:t>
      </w:r>
    </w:p>
    <w:p w:rsidR="00E00D30" w:rsidRDefault="00E00D30" w:rsidP="00E00D30">
      <w:r>
        <w:t>119.4805</w:t>
      </w:r>
      <w:r>
        <w:tab/>
        <w:t>1.013e0</w:t>
      </w:r>
    </w:p>
    <w:p w:rsidR="00E00D30" w:rsidRDefault="00E00D30" w:rsidP="00E00D30">
      <w:r>
        <w:t>119.4925</w:t>
      </w:r>
      <w:r>
        <w:tab/>
        <w:t>2.025e0</w:t>
      </w:r>
    </w:p>
    <w:p w:rsidR="00E00D30" w:rsidRDefault="00E00D30" w:rsidP="00E00D30">
      <w:r>
        <w:lastRenderedPageBreak/>
        <w:t>119.4955</w:t>
      </w:r>
      <w:r>
        <w:tab/>
        <w:t>1.013e0</w:t>
      </w:r>
    </w:p>
    <w:p w:rsidR="00E00D30" w:rsidRDefault="00E00D30" w:rsidP="00E00D30">
      <w:r>
        <w:t>119.4994</w:t>
      </w:r>
      <w:r>
        <w:tab/>
        <w:t>2.025e0</w:t>
      </w:r>
    </w:p>
    <w:p w:rsidR="00E00D30" w:rsidRDefault="00E00D30" w:rsidP="00E00D30">
      <w:r>
        <w:t>119.5011</w:t>
      </w:r>
      <w:r>
        <w:tab/>
        <w:t>2.025e0</w:t>
      </w:r>
    </w:p>
    <w:p w:rsidR="00E00D30" w:rsidRDefault="00E00D30" w:rsidP="00E00D30">
      <w:r>
        <w:t>119.5039</w:t>
      </w:r>
      <w:r>
        <w:tab/>
        <w:t>1.013e0</w:t>
      </w:r>
    </w:p>
    <w:p w:rsidR="00E00D30" w:rsidRDefault="00E00D30" w:rsidP="00E00D30">
      <w:r>
        <w:t>119.5130</w:t>
      </w:r>
      <w:r>
        <w:tab/>
        <w:t>1.013e0</w:t>
      </w:r>
    </w:p>
    <w:p w:rsidR="00E00D30" w:rsidRDefault="00E00D30" w:rsidP="00E00D30">
      <w:r>
        <w:t>119.5357</w:t>
      </w:r>
      <w:r>
        <w:tab/>
        <w:t>1.013e0</w:t>
      </w:r>
    </w:p>
    <w:p w:rsidR="00E00D30" w:rsidRDefault="00E00D30" w:rsidP="00E00D30">
      <w:r>
        <w:t>119.5535</w:t>
      </w:r>
      <w:r>
        <w:tab/>
        <w:t>2.025e0</w:t>
      </w:r>
    </w:p>
    <w:p w:rsidR="00E00D30" w:rsidRDefault="00E00D30" w:rsidP="00E00D30">
      <w:r>
        <w:t>119.5576</w:t>
      </w:r>
      <w:r>
        <w:tab/>
        <w:t>2.025e0</w:t>
      </w:r>
    </w:p>
    <w:p w:rsidR="00E00D30" w:rsidRDefault="00E00D30" w:rsidP="00E00D30">
      <w:r>
        <w:t>119.5620</w:t>
      </w:r>
      <w:r>
        <w:tab/>
        <w:t>1.013e0</w:t>
      </w:r>
    </w:p>
    <w:p w:rsidR="00E00D30" w:rsidRDefault="00E00D30" w:rsidP="00E00D30">
      <w:r>
        <w:t>119.5650</w:t>
      </w:r>
      <w:r>
        <w:tab/>
        <w:t>2.025e0</w:t>
      </w:r>
    </w:p>
    <w:p w:rsidR="00E00D30" w:rsidRDefault="00E00D30" w:rsidP="00E00D30">
      <w:r>
        <w:t>119.5667</w:t>
      </w:r>
      <w:r>
        <w:tab/>
        <w:t>2.025e0</w:t>
      </w:r>
    </w:p>
    <w:p w:rsidR="00E00D30" w:rsidRDefault="00E00D30" w:rsidP="00E00D30">
      <w:r>
        <w:t>119.5680</w:t>
      </w:r>
      <w:r>
        <w:tab/>
        <w:t>1.013e0</w:t>
      </w:r>
    </w:p>
    <w:p w:rsidR="00E00D30" w:rsidRDefault="00E00D30" w:rsidP="00E00D30">
      <w:r>
        <w:t>119.5853</w:t>
      </w:r>
      <w:r>
        <w:tab/>
        <w:t>1.013e0</w:t>
      </w:r>
    </w:p>
    <w:p w:rsidR="00E00D30" w:rsidRDefault="00E00D30" w:rsidP="00E00D30">
      <w:r>
        <w:t>119.5938</w:t>
      </w:r>
      <w:r>
        <w:tab/>
        <w:t>1.013e0</w:t>
      </w:r>
    </w:p>
    <w:p w:rsidR="00E00D30" w:rsidRDefault="00E00D30" w:rsidP="00E00D30">
      <w:r>
        <w:t>119.6012</w:t>
      </w:r>
      <w:r>
        <w:tab/>
        <w:t>2.025e0</w:t>
      </w:r>
    </w:p>
    <w:p w:rsidR="00E00D30" w:rsidRDefault="00E00D30" w:rsidP="00E00D30">
      <w:r>
        <w:t>119.6142</w:t>
      </w:r>
      <w:r>
        <w:tab/>
        <w:t>2.025e0</w:t>
      </w:r>
    </w:p>
    <w:p w:rsidR="00E00D30" w:rsidRDefault="00E00D30" w:rsidP="00E00D30">
      <w:r>
        <w:t>119.6315</w:t>
      </w:r>
      <w:r>
        <w:tab/>
        <w:t>1.013e0</w:t>
      </w:r>
    </w:p>
    <w:p w:rsidR="00E00D30" w:rsidRDefault="00E00D30" w:rsidP="00E00D30">
      <w:r>
        <w:t>119.6348</w:t>
      </w:r>
      <w:r>
        <w:tab/>
        <w:t>1.013e0</w:t>
      </w:r>
    </w:p>
    <w:p w:rsidR="00E00D30" w:rsidRDefault="00E00D30" w:rsidP="00E00D30">
      <w:r>
        <w:t>119.6406</w:t>
      </w:r>
      <w:r>
        <w:tab/>
        <w:t>1.013e0</w:t>
      </w:r>
    </w:p>
    <w:p w:rsidR="00E00D30" w:rsidRDefault="00E00D30" w:rsidP="00E00D30">
      <w:r>
        <w:lastRenderedPageBreak/>
        <w:t>119.6491</w:t>
      </w:r>
      <w:r>
        <w:tab/>
        <w:t>1.013e0</w:t>
      </w:r>
    </w:p>
    <w:p w:rsidR="00E00D30" w:rsidRDefault="00E00D30" w:rsidP="00E00D30">
      <w:r>
        <w:t>119.6649</w:t>
      </w:r>
      <w:r>
        <w:tab/>
        <w:t>3.038e0</w:t>
      </w:r>
    </w:p>
    <w:p w:rsidR="00E00D30" w:rsidRDefault="00E00D30" w:rsidP="00E00D30">
      <w:r>
        <w:t>119.6927</w:t>
      </w:r>
      <w:r>
        <w:tab/>
        <w:t>1.013e0</w:t>
      </w:r>
    </w:p>
    <w:p w:rsidR="00E00D30" w:rsidRDefault="00E00D30" w:rsidP="00E00D30">
      <w:r>
        <w:t>119.6973</w:t>
      </w:r>
      <w:r>
        <w:tab/>
        <w:t>2.025e0</w:t>
      </w:r>
    </w:p>
    <w:p w:rsidR="00E00D30" w:rsidRDefault="00E00D30" w:rsidP="00E00D30">
      <w:r>
        <w:t>119.6987</w:t>
      </w:r>
      <w:r>
        <w:tab/>
        <w:t>1.013e0</w:t>
      </w:r>
    </w:p>
    <w:p w:rsidR="00E00D30" w:rsidRDefault="00E00D30" w:rsidP="00E00D30">
      <w:r>
        <w:t>119.7074</w:t>
      </w:r>
      <w:r>
        <w:tab/>
        <w:t>1.013e0</w:t>
      </w:r>
    </w:p>
    <w:p w:rsidR="00E00D30" w:rsidRDefault="00E00D30" w:rsidP="00E00D30">
      <w:r>
        <w:t>119.7163</w:t>
      </w:r>
      <w:r>
        <w:tab/>
        <w:t>1.013e0</w:t>
      </w:r>
    </w:p>
    <w:p w:rsidR="00E00D30" w:rsidRDefault="00E00D30" w:rsidP="00E00D30">
      <w:r>
        <w:t>119.7336</w:t>
      </w:r>
      <w:r>
        <w:tab/>
        <w:t>1.013e0</w:t>
      </w:r>
    </w:p>
    <w:p w:rsidR="00E00D30" w:rsidRDefault="00E00D30" w:rsidP="00E00D30">
      <w:r>
        <w:t>119.7365</w:t>
      </w:r>
      <w:r>
        <w:tab/>
        <w:t>1.013e0</w:t>
      </w:r>
    </w:p>
    <w:p w:rsidR="00E00D30" w:rsidRDefault="00E00D30" w:rsidP="00E00D30">
      <w:r>
        <w:t>119.7424</w:t>
      </w:r>
      <w:r>
        <w:tab/>
        <w:t>2.025e0</w:t>
      </w:r>
    </w:p>
    <w:p w:rsidR="00E00D30" w:rsidRDefault="00E00D30" w:rsidP="00E00D30">
      <w:r>
        <w:t>119.7539</w:t>
      </w:r>
      <w:r>
        <w:tab/>
        <w:t>1.013e0</w:t>
      </w:r>
    </w:p>
    <w:p w:rsidR="00E00D30" w:rsidRDefault="00E00D30" w:rsidP="00E00D30">
      <w:r>
        <w:t>119.7571</w:t>
      </w:r>
      <w:r>
        <w:tab/>
        <w:t>1.013e0</w:t>
      </w:r>
    </w:p>
    <w:p w:rsidR="00E00D30" w:rsidRDefault="00E00D30" w:rsidP="00E00D30">
      <w:r>
        <w:t>119.7601</w:t>
      </w:r>
      <w:r>
        <w:tab/>
        <w:t>1.013e0</w:t>
      </w:r>
    </w:p>
    <w:p w:rsidR="00E00D30" w:rsidRDefault="00E00D30" w:rsidP="00E00D30">
      <w:r>
        <w:t>119.7714</w:t>
      </w:r>
      <w:r>
        <w:tab/>
        <w:t>2.025e0</w:t>
      </w:r>
    </w:p>
    <w:p w:rsidR="00E00D30" w:rsidRDefault="00E00D30" w:rsidP="00E00D30">
      <w:r>
        <w:t>119.7830</w:t>
      </w:r>
      <w:r>
        <w:tab/>
        <w:t>1.013e0</w:t>
      </w:r>
    </w:p>
    <w:p w:rsidR="00E00D30" w:rsidRDefault="00E00D30" w:rsidP="00E00D30">
      <w:r>
        <w:t>119.7888</w:t>
      </w:r>
      <w:r>
        <w:tab/>
        <w:t>1.013e0</w:t>
      </w:r>
    </w:p>
    <w:p w:rsidR="00E00D30" w:rsidRDefault="00E00D30" w:rsidP="00E00D30">
      <w:r>
        <w:t>119.7947</w:t>
      </w:r>
      <w:r>
        <w:tab/>
        <w:t>1.013e0</w:t>
      </w:r>
    </w:p>
    <w:p w:rsidR="00E00D30" w:rsidRDefault="00E00D30" w:rsidP="00E00D30">
      <w:r>
        <w:t>119.8006</w:t>
      </w:r>
      <w:r>
        <w:tab/>
        <w:t>1.013e0</w:t>
      </w:r>
    </w:p>
    <w:p w:rsidR="00E00D30" w:rsidRDefault="00E00D30" w:rsidP="00E00D30">
      <w:r>
        <w:t>119.8063</w:t>
      </w:r>
      <w:r>
        <w:tab/>
        <w:t>1.013e0</w:t>
      </w:r>
    </w:p>
    <w:p w:rsidR="00E00D30" w:rsidRDefault="00E00D30" w:rsidP="00E00D30">
      <w:r>
        <w:lastRenderedPageBreak/>
        <w:t>119.8091</w:t>
      </w:r>
      <w:r>
        <w:tab/>
        <w:t>1.013e0</w:t>
      </w:r>
    </w:p>
    <w:p w:rsidR="00E00D30" w:rsidRDefault="00E00D30" w:rsidP="00E00D30">
      <w:r>
        <w:t>119.8151</w:t>
      </w:r>
      <w:r>
        <w:tab/>
        <w:t>1.013e0</w:t>
      </w:r>
    </w:p>
    <w:p w:rsidR="00E00D30" w:rsidRDefault="00E00D30" w:rsidP="00E00D30">
      <w:r>
        <w:t>119.8181</w:t>
      </w:r>
      <w:r>
        <w:tab/>
        <w:t>1.013e0</w:t>
      </w:r>
    </w:p>
    <w:p w:rsidR="00E00D30" w:rsidRDefault="00E00D30" w:rsidP="00E00D30">
      <w:r>
        <w:t>119.8357</w:t>
      </w:r>
      <w:r>
        <w:tab/>
        <w:t>1.013e0</w:t>
      </w:r>
    </w:p>
    <w:p w:rsidR="00E00D30" w:rsidRDefault="00E00D30" w:rsidP="00E00D30">
      <w:r>
        <w:t>119.8439</w:t>
      </w:r>
      <w:r>
        <w:tab/>
        <w:t>2.025e0</w:t>
      </w:r>
    </w:p>
    <w:p w:rsidR="00E00D30" w:rsidRDefault="00E00D30" w:rsidP="00E00D30">
      <w:r>
        <w:t>119.8469</w:t>
      </w:r>
      <w:r>
        <w:tab/>
        <w:t>3.038e0</w:t>
      </w:r>
    </w:p>
    <w:p w:rsidR="00E00D30" w:rsidRDefault="00E00D30" w:rsidP="00E00D30">
      <w:r>
        <w:t>119.8501</w:t>
      </w:r>
      <w:r>
        <w:tab/>
        <w:t>1.013e0</w:t>
      </w:r>
    </w:p>
    <w:p w:rsidR="00E00D30" w:rsidRDefault="00E00D30" w:rsidP="00E00D30">
      <w:r>
        <w:t>119.8587</w:t>
      </w:r>
      <w:r>
        <w:tab/>
        <w:t>1.013e0</w:t>
      </w:r>
    </w:p>
    <w:p w:rsidR="00E00D30" w:rsidRDefault="00E00D30" w:rsidP="00E00D30">
      <w:r>
        <w:t>119.8790</w:t>
      </w:r>
      <w:r>
        <w:tab/>
        <w:t>3.038e0</w:t>
      </w:r>
    </w:p>
    <w:p w:rsidR="00E00D30" w:rsidRDefault="00E00D30" w:rsidP="00E00D30">
      <w:r>
        <w:t>119.8817</w:t>
      </w:r>
      <w:r>
        <w:tab/>
        <w:t>2.025e0</w:t>
      </w:r>
    </w:p>
    <w:p w:rsidR="00E00D30" w:rsidRDefault="00E00D30" w:rsidP="00E00D30">
      <w:r>
        <w:t>119.8849</w:t>
      </w:r>
      <w:r>
        <w:tab/>
        <w:t>2.025e0</w:t>
      </w:r>
    </w:p>
    <w:p w:rsidR="00E00D30" w:rsidRDefault="00E00D30" w:rsidP="00E00D30">
      <w:r>
        <w:t>119.8863</w:t>
      </w:r>
      <w:r>
        <w:tab/>
        <w:t>2.025e0</w:t>
      </w:r>
    </w:p>
    <w:p w:rsidR="00E00D30" w:rsidRDefault="00E00D30" w:rsidP="00E00D30">
      <w:r>
        <w:t>119.8877</w:t>
      </w:r>
      <w:r>
        <w:tab/>
        <w:t>1.013e0</w:t>
      </w:r>
    </w:p>
    <w:p w:rsidR="00E00D30" w:rsidRDefault="00E00D30" w:rsidP="00E00D30">
      <w:r>
        <w:t>119.9023</w:t>
      </w:r>
      <w:r>
        <w:tab/>
        <w:t>1.013e0</w:t>
      </w:r>
    </w:p>
    <w:p w:rsidR="00E00D30" w:rsidRDefault="00E00D30" w:rsidP="00E00D30">
      <w:r>
        <w:t>119.9169</w:t>
      </w:r>
      <w:r>
        <w:tab/>
        <w:t>1.013e0</w:t>
      </w:r>
    </w:p>
    <w:p w:rsidR="00E00D30" w:rsidRDefault="00E00D30" w:rsidP="00E00D30">
      <w:r>
        <w:t>119.9195</w:t>
      </w:r>
      <w:r>
        <w:tab/>
        <w:t>1.013e0</w:t>
      </w:r>
    </w:p>
    <w:p w:rsidR="00E00D30" w:rsidRDefault="00E00D30" w:rsidP="00E00D30">
      <w:r>
        <w:t>119.9227</w:t>
      </w:r>
      <w:r>
        <w:tab/>
        <w:t>1.013e0</w:t>
      </w:r>
    </w:p>
    <w:p w:rsidR="00E00D30" w:rsidRDefault="00E00D30" w:rsidP="00E00D30">
      <w:r>
        <w:t>119.9303</w:t>
      </w:r>
      <w:r>
        <w:tab/>
        <w:t>2.025e0</w:t>
      </w:r>
    </w:p>
    <w:p w:rsidR="00E00D30" w:rsidRDefault="00E00D30" w:rsidP="00E00D30">
      <w:r>
        <w:t>119.9345</w:t>
      </w:r>
      <w:r>
        <w:tab/>
        <w:t>2.025e0</w:t>
      </w:r>
    </w:p>
    <w:p w:rsidR="00E00D30" w:rsidRDefault="00E00D30" w:rsidP="00E00D30">
      <w:r>
        <w:lastRenderedPageBreak/>
        <w:t>119.9371</w:t>
      </w:r>
      <w:r>
        <w:tab/>
        <w:t>1.013e0</w:t>
      </w:r>
    </w:p>
    <w:p w:rsidR="00E00D30" w:rsidRDefault="00E00D30" w:rsidP="00E00D30">
      <w:r>
        <w:t>119.9429</w:t>
      </w:r>
      <w:r>
        <w:tab/>
        <w:t>2.025e0</w:t>
      </w:r>
    </w:p>
    <w:p w:rsidR="00E00D30" w:rsidRDefault="00E00D30" w:rsidP="00E00D30">
      <w:r>
        <w:t>119.9490</w:t>
      </w:r>
      <w:r>
        <w:tab/>
        <w:t>2.025e0</w:t>
      </w:r>
    </w:p>
    <w:p w:rsidR="00E00D30" w:rsidRDefault="00E00D30" w:rsidP="00E00D30">
      <w:r>
        <w:t>119.9573</w:t>
      </w:r>
      <w:r>
        <w:tab/>
        <w:t>1.013e0</w:t>
      </w:r>
    </w:p>
    <w:p w:rsidR="00E00D30" w:rsidRDefault="00E00D30" w:rsidP="00E00D30">
      <w:r>
        <w:t>119.9605</w:t>
      </w:r>
      <w:r>
        <w:tab/>
        <w:t>2.025e0</w:t>
      </w:r>
    </w:p>
    <w:p w:rsidR="00E00D30" w:rsidRDefault="00E00D30" w:rsidP="00E00D30">
      <w:r>
        <w:t>119.9710</w:t>
      </w:r>
      <w:r>
        <w:tab/>
        <w:t>2.025e0</w:t>
      </w:r>
    </w:p>
    <w:p w:rsidR="00E00D30" w:rsidRDefault="00E00D30" w:rsidP="00E00D30">
      <w:r>
        <w:t>119.9812</w:t>
      </w:r>
      <w:r>
        <w:tab/>
        <w:t>6.076e0</w:t>
      </w:r>
    </w:p>
    <w:p w:rsidR="00E00D30" w:rsidRDefault="00E00D30" w:rsidP="00E00D30">
      <w:r>
        <w:t>119.9899</w:t>
      </w:r>
      <w:r>
        <w:tab/>
        <w:t>4.051e0</w:t>
      </w:r>
    </w:p>
    <w:p w:rsidR="00E00D30" w:rsidRDefault="00E00D30" w:rsidP="00E00D30">
      <w:r>
        <w:t>120.0012</w:t>
      </w:r>
      <w:r>
        <w:tab/>
        <w:t>1.013e0</w:t>
      </w:r>
    </w:p>
    <w:p w:rsidR="00E00D30" w:rsidRDefault="00E00D30" w:rsidP="00E00D30">
      <w:r>
        <w:t>120.0041</w:t>
      </w:r>
      <w:r>
        <w:tab/>
        <w:t>1.013e0</w:t>
      </w:r>
    </w:p>
    <w:p w:rsidR="00E00D30" w:rsidRDefault="00E00D30" w:rsidP="00E00D30">
      <w:r>
        <w:t>120.0136</w:t>
      </w:r>
      <w:r>
        <w:tab/>
        <w:t>4.051e0</w:t>
      </w:r>
    </w:p>
    <w:p w:rsidR="00E00D30" w:rsidRDefault="00E00D30" w:rsidP="00E00D30">
      <w:r>
        <w:t>120.0477</w:t>
      </w:r>
      <w:r>
        <w:tab/>
        <w:t>2.012e3</w:t>
      </w:r>
    </w:p>
    <w:p w:rsidR="00E00D30" w:rsidRDefault="00E00D30" w:rsidP="00E00D30">
      <w:r>
        <w:t>120.0829</w:t>
      </w:r>
      <w:r>
        <w:tab/>
        <w:t>1.013e0</w:t>
      </w:r>
    </w:p>
    <w:p w:rsidR="00E00D30" w:rsidRDefault="00E00D30" w:rsidP="00E00D30">
      <w:r>
        <w:t>120.0889</w:t>
      </w:r>
      <w:r>
        <w:tab/>
        <w:t>2.025e0</w:t>
      </w:r>
    </w:p>
    <w:p w:rsidR="00E00D30" w:rsidRDefault="00E00D30" w:rsidP="00E00D30">
      <w:r>
        <w:t>120.0903</w:t>
      </w:r>
      <w:r>
        <w:tab/>
        <w:t>2.770e0</w:t>
      </w:r>
    </w:p>
    <w:p w:rsidR="00E00D30" w:rsidRDefault="00E00D30" w:rsidP="00E00D30">
      <w:r>
        <w:t>120.0913</w:t>
      </w:r>
      <w:r>
        <w:tab/>
        <w:t>1.013e0</w:t>
      </w:r>
    </w:p>
    <w:p w:rsidR="00E00D30" w:rsidRDefault="00E00D30" w:rsidP="00E00D30">
      <w:r>
        <w:t>120.0942</w:t>
      </w:r>
      <w:r>
        <w:tab/>
        <w:t>1.013e0</w:t>
      </w:r>
    </w:p>
    <w:p w:rsidR="00E00D30" w:rsidRDefault="00E00D30" w:rsidP="00E00D30">
      <w:r>
        <w:t>120.1003</w:t>
      </w:r>
      <w:r>
        <w:tab/>
        <w:t>2.025e0</w:t>
      </w:r>
    </w:p>
    <w:p w:rsidR="00E00D30" w:rsidRDefault="00E00D30" w:rsidP="00E00D30">
      <w:r>
        <w:t>120.1117</w:t>
      </w:r>
      <w:r>
        <w:tab/>
        <w:t>1.013e0</w:t>
      </w:r>
    </w:p>
    <w:p w:rsidR="00E00D30" w:rsidRDefault="00E00D30" w:rsidP="00E00D30">
      <w:r>
        <w:lastRenderedPageBreak/>
        <w:t>120.1132</w:t>
      </w:r>
      <w:r>
        <w:tab/>
        <w:t>2.025e0</w:t>
      </w:r>
    </w:p>
    <w:p w:rsidR="00E00D30" w:rsidRDefault="00E00D30" w:rsidP="00E00D30">
      <w:r>
        <w:t>120.1177</w:t>
      </w:r>
      <w:r>
        <w:tab/>
        <w:t>1.013e0</w:t>
      </w:r>
    </w:p>
    <w:p w:rsidR="00E00D30" w:rsidRDefault="00E00D30" w:rsidP="00E00D30">
      <w:r>
        <w:t>120.1192</w:t>
      </w:r>
      <w:r>
        <w:tab/>
        <w:t>2.073e0</w:t>
      </w:r>
    </w:p>
    <w:p w:rsidR="00E00D30" w:rsidRDefault="00E00D30" w:rsidP="00E00D30">
      <w:r>
        <w:t>120.1224</w:t>
      </w:r>
      <w:r>
        <w:tab/>
        <w:t>2.025e0</w:t>
      </w:r>
    </w:p>
    <w:p w:rsidR="00E00D30" w:rsidRDefault="00E00D30" w:rsidP="00E00D30">
      <w:r>
        <w:t>120.1251</w:t>
      </w:r>
      <w:r>
        <w:tab/>
        <w:t>2.025e0</w:t>
      </w:r>
    </w:p>
    <w:p w:rsidR="00E00D30" w:rsidRDefault="00E00D30" w:rsidP="00E00D30">
      <w:r>
        <w:t>120.1266</w:t>
      </w:r>
      <w:r>
        <w:tab/>
        <w:t>2.025e0</w:t>
      </w:r>
    </w:p>
    <w:p w:rsidR="00E00D30" w:rsidRDefault="00E00D30" w:rsidP="00E00D30">
      <w:r>
        <w:t>120.1293</w:t>
      </w:r>
      <w:r>
        <w:tab/>
        <w:t>1.013e0</w:t>
      </w:r>
    </w:p>
    <w:p w:rsidR="00E00D30" w:rsidRDefault="00E00D30" w:rsidP="00E00D30">
      <w:r>
        <w:t>120.1353</w:t>
      </w:r>
      <w:r>
        <w:tab/>
        <w:t>2.025e0</w:t>
      </w:r>
    </w:p>
    <w:p w:rsidR="00E00D30" w:rsidRDefault="00E00D30" w:rsidP="00E00D30">
      <w:r>
        <w:t>120.1396</w:t>
      </w:r>
      <w:r>
        <w:tab/>
        <w:t>2.025e0</w:t>
      </w:r>
    </w:p>
    <w:p w:rsidR="00E00D30" w:rsidRDefault="00E00D30" w:rsidP="00E00D30">
      <w:r>
        <w:t>120.1411</w:t>
      </w:r>
      <w:r>
        <w:tab/>
        <w:t>3.038e0</w:t>
      </w:r>
    </w:p>
    <w:p w:rsidR="00E00D30" w:rsidRDefault="00E00D30" w:rsidP="00E00D30">
      <w:r>
        <w:t>120.1425</w:t>
      </w:r>
      <w:r>
        <w:tab/>
        <w:t>4.051e0</w:t>
      </w:r>
    </w:p>
    <w:p w:rsidR="00E00D30" w:rsidRDefault="00E00D30" w:rsidP="00E00D30">
      <w:r>
        <w:t>120.1442</w:t>
      </w:r>
      <w:r>
        <w:tab/>
        <w:t>4.051e0</w:t>
      </w:r>
    </w:p>
    <w:p w:rsidR="00E00D30" w:rsidRDefault="00E00D30" w:rsidP="00E00D30">
      <w:r>
        <w:t>120.1494</w:t>
      </w:r>
      <w:r>
        <w:tab/>
        <w:t>6.836e0</w:t>
      </w:r>
    </w:p>
    <w:p w:rsidR="00E00D30" w:rsidRDefault="00E00D30" w:rsidP="00E00D30">
      <w:r>
        <w:t>120.1645</w:t>
      </w:r>
      <w:r>
        <w:tab/>
        <w:t>3.038e0</w:t>
      </w:r>
    </w:p>
    <w:p w:rsidR="00E00D30" w:rsidRDefault="00E00D30" w:rsidP="00E00D30">
      <w:r>
        <w:t>120.1674</w:t>
      </w:r>
      <w:r>
        <w:tab/>
        <w:t>1.013e0</w:t>
      </w:r>
    </w:p>
    <w:p w:rsidR="00E00D30" w:rsidRDefault="00E00D30" w:rsidP="00E00D30">
      <w:r>
        <w:t>120.1699</w:t>
      </w:r>
      <w:r>
        <w:tab/>
        <w:t>3.038e0</w:t>
      </w:r>
    </w:p>
    <w:p w:rsidR="00E00D30" w:rsidRDefault="00E00D30" w:rsidP="00E00D30">
      <w:r>
        <w:t>120.1714</w:t>
      </w:r>
      <w:r>
        <w:tab/>
        <w:t>2.025e0</w:t>
      </w:r>
    </w:p>
    <w:p w:rsidR="00E00D30" w:rsidRDefault="00E00D30" w:rsidP="00E00D30">
      <w:r>
        <w:t>120.1834</w:t>
      </w:r>
      <w:r>
        <w:tab/>
        <w:t>2.025e0</w:t>
      </w:r>
    </w:p>
    <w:p w:rsidR="00E00D30" w:rsidRDefault="00E00D30" w:rsidP="00E00D30">
      <w:r>
        <w:t>120.1876</w:t>
      </w:r>
      <w:r>
        <w:tab/>
        <w:t>1.013e0</w:t>
      </w:r>
    </w:p>
    <w:p w:rsidR="00E00D30" w:rsidRDefault="00E00D30" w:rsidP="00E00D30">
      <w:r>
        <w:lastRenderedPageBreak/>
        <w:t>120.1905</w:t>
      </w:r>
      <w:r>
        <w:tab/>
        <w:t>2.025e0</w:t>
      </w:r>
    </w:p>
    <w:p w:rsidR="00E00D30" w:rsidRDefault="00E00D30" w:rsidP="00E00D30">
      <w:r>
        <w:t>120.1936</w:t>
      </w:r>
      <w:r>
        <w:tab/>
        <w:t>1.013e0</w:t>
      </w:r>
    </w:p>
    <w:p w:rsidR="00E00D30" w:rsidRDefault="00E00D30" w:rsidP="00E00D30">
      <w:r>
        <w:t>120.2009</w:t>
      </w:r>
      <w:r>
        <w:tab/>
        <w:t>2.025e0</w:t>
      </w:r>
    </w:p>
    <w:p w:rsidR="00E00D30" w:rsidRDefault="00E00D30" w:rsidP="00E00D30">
      <w:r>
        <w:t>120.2024</w:t>
      </w:r>
      <w:r>
        <w:tab/>
        <w:t>1.013e0</w:t>
      </w:r>
    </w:p>
    <w:p w:rsidR="00E00D30" w:rsidRDefault="00E00D30" w:rsidP="00E00D30">
      <w:r>
        <w:t>120.2084</w:t>
      </w:r>
      <w:r>
        <w:tab/>
        <w:t>5.063e0</w:t>
      </w:r>
    </w:p>
    <w:p w:rsidR="00E00D30" w:rsidRDefault="00E00D30" w:rsidP="00E00D30">
      <w:r>
        <w:t>120.2109</w:t>
      </w:r>
      <w:r>
        <w:tab/>
        <w:t>2.025e0</w:t>
      </w:r>
    </w:p>
    <w:p w:rsidR="00E00D30" w:rsidRDefault="00E00D30" w:rsidP="00E00D30">
      <w:r>
        <w:t>120.2270</w:t>
      </w:r>
      <w:r>
        <w:tab/>
        <w:t>2.025e0</w:t>
      </w:r>
    </w:p>
    <w:p w:rsidR="00E00D30" w:rsidRDefault="00E00D30" w:rsidP="00E00D30">
      <w:r>
        <w:t>120.2329</w:t>
      </w:r>
      <w:r>
        <w:tab/>
        <w:t>2.025e0</w:t>
      </w:r>
    </w:p>
    <w:p w:rsidR="00E00D30" w:rsidRDefault="00E00D30" w:rsidP="00E00D30">
      <w:r>
        <w:t>120.2342</w:t>
      </w:r>
      <w:r>
        <w:tab/>
        <w:t>2.025e0</w:t>
      </w:r>
    </w:p>
    <w:p w:rsidR="00E00D30" w:rsidRDefault="00E00D30" w:rsidP="00E00D30">
      <w:r>
        <w:t>120.2432</w:t>
      </w:r>
      <w:r>
        <w:tab/>
        <w:t>1.013e0</w:t>
      </w:r>
    </w:p>
    <w:p w:rsidR="00E00D30" w:rsidRDefault="00E00D30" w:rsidP="00E00D30">
      <w:r>
        <w:t>120.2487</w:t>
      </w:r>
      <w:r>
        <w:tab/>
        <w:t>1.013e0</w:t>
      </w:r>
    </w:p>
    <w:p w:rsidR="00E00D30" w:rsidRDefault="00E00D30" w:rsidP="00E00D30">
      <w:r>
        <w:t>120.2662</w:t>
      </w:r>
      <w:r>
        <w:tab/>
        <w:t>1.013e0</w:t>
      </w:r>
    </w:p>
    <w:p w:rsidR="00E00D30" w:rsidRDefault="00E00D30" w:rsidP="00E00D30">
      <w:r>
        <w:t>120.2676</w:t>
      </w:r>
      <w:r>
        <w:tab/>
        <w:t>2.025e0</w:t>
      </w:r>
    </w:p>
    <w:p w:rsidR="00E00D30" w:rsidRDefault="00E00D30" w:rsidP="00E00D30">
      <w:r>
        <w:t>120.2691</w:t>
      </w:r>
      <w:r>
        <w:tab/>
        <w:t>1.013e0</w:t>
      </w:r>
    </w:p>
    <w:p w:rsidR="00E00D30" w:rsidRDefault="00E00D30" w:rsidP="00E00D30">
      <w:r>
        <w:t>120.2701</w:t>
      </w:r>
      <w:r>
        <w:tab/>
        <w:t>3.038e0</w:t>
      </w:r>
    </w:p>
    <w:p w:rsidR="00E00D30" w:rsidRDefault="00E00D30" w:rsidP="00E00D30">
      <w:r>
        <w:t>120.2722</w:t>
      </w:r>
      <w:r>
        <w:tab/>
        <w:t>1.013e0</w:t>
      </w:r>
    </w:p>
    <w:p w:rsidR="00E00D30" w:rsidRDefault="00E00D30" w:rsidP="00E00D30">
      <w:r>
        <w:t>120.2826</w:t>
      </w:r>
      <w:r>
        <w:tab/>
        <w:t>4.051e0</w:t>
      </w:r>
    </w:p>
    <w:p w:rsidR="00E00D30" w:rsidRDefault="00E00D30" w:rsidP="00E00D30">
      <w:r>
        <w:t>120.2866</w:t>
      </w:r>
      <w:r>
        <w:tab/>
        <w:t>2.025e0</w:t>
      </w:r>
    </w:p>
    <w:p w:rsidR="00E00D30" w:rsidRDefault="00E00D30" w:rsidP="00E00D30">
      <w:r>
        <w:t>120.2896</w:t>
      </w:r>
      <w:r>
        <w:tab/>
        <w:t>1.013e0</w:t>
      </w:r>
    </w:p>
    <w:p w:rsidR="00E00D30" w:rsidRDefault="00E00D30" w:rsidP="00E00D30">
      <w:r>
        <w:lastRenderedPageBreak/>
        <w:t>120.3000</w:t>
      </w:r>
      <w:r>
        <w:tab/>
        <w:t>2.025e0</w:t>
      </w:r>
    </w:p>
    <w:p w:rsidR="00E00D30" w:rsidRDefault="00E00D30" w:rsidP="00E00D30">
      <w:r>
        <w:t>120.3028</w:t>
      </w:r>
      <w:r>
        <w:tab/>
        <w:t>2.025e0</w:t>
      </w:r>
    </w:p>
    <w:p w:rsidR="00E00D30" w:rsidRDefault="00E00D30" w:rsidP="00E00D30">
      <w:r>
        <w:t>120.3042</w:t>
      </w:r>
      <w:r>
        <w:tab/>
        <w:t>2.025e0</w:t>
      </w:r>
    </w:p>
    <w:p w:rsidR="00E00D30" w:rsidRDefault="00E00D30" w:rsidP="00E00D30">
      <w:r>
        <w:t>120.3100</w:t>
      </w:r>
      <w:r>
        <w:tab/>
        <w:t>1.013e0</w:t>
      </w:r>
    </w:p>
    <w:p w:rsidR="00E00D30" w:rsidRDefault="00E00D30" w:rsidP="00E00D30">
      <w:r>
        <w:t>120.3145</w:t>
      </w:r>
      <w:r>
        <w:tab/>
        <w:t>2.025e0</w:t>
      </w:r>
    </w:p>
    <w:p w:rsidR="00E00D30" w:rsidRDefault="00E00D30" w:rsidP="00E00D30">
      <w:r>
        <w:t>120.3161</w:t>
      </w:r>
      <w:r>
        <w:tab/>
        <w:t>3.038e0</w:t>
      </w:r>
    </w:p>
    <w:p w:rsidR="00E00D30" w:rsidRDefault="00E00D30" w:rsidP="00E00D30">
      <w:r>
        <w:t>120.3260</w:t>
      </w:r>
      <w:r>
        <w:tab/>
        <w:t>2.025e0</w:t>
      </w:r>
    </w:p>
    <w:p w:rsidR="00E00D30" w:rsidRDefault="00E00D30" w:rsidP="00E00D30">
      <w:r>
        <w:t>120.3276</w:t>
      </w:r>
      <w:r>
        <w:tab/>
        <w:t>1.013e0</w:t>
      </w:r>
    </w:p>
    <w:p w:rsidR="00E00D30" w:rsidRDefault="00E00D30" w:rsidP="00E00D30">
      <w:r>
        <w:t>120.3289</w:t>
      </w:r>
      <w:r>
        <w:tab/>
        <w:t>2.025e0</w:t>
      </w:r>
    </w:p>
    <w:p w:rsidR="00E00D30" w:rsidRDefault="00E00D30" w:rsidP="00E00D30">
      <w:r>
        <w:t>120.3379</w:t>
      </w:r>
      <w:r>
        <w:tab/>
        <w:t>2.025e0</w:t>
      </w:r>
    </w:p>
    <w:p w:rsidR="00E00D30" w:rsidRDefault="00E00D30" w:rsidP="00E00D30">
      <w:r>
        <w:t>120.3479</w:t>
      </w:r>
      <w:r>
        <w:tab/>
        <w:t>1.013e0</w:t>
      </w:r>
    </w:p>
    <w:p w:rsidR="00E00D30" w:rsidRDefault="00E00D30" w:rsidP="00E00D30">
      <w:r>
        <w:t>120.3509</w:t>
      </w:r>
      <w:r>
        <w:tab/>
        <w:t>1.013e0</w:t>
      </w:r>
    </w:p>
    <w:p w:rsidR="00E00D30" w:rsidRDefault="00E00D30" w:rsidP="00E00D30">
      <w:r>
        <w:t>120.3523</w:t>
      </w:r>
      <w:r>
        <w:tab/>
        <w:t>3.038e0</w:t>
      </w:r>
    </w:p>
    <w:p w:rsidR="00E00D30" w:rsidRDefault="00E00D30" w:rsidP="00E00D30">
      <w:r>
        <w:t>120.3545</w:t>
      </w:r>
      <w:r>
        <w:tab/>
        <w:t>4.051e0</w:t>
      </w:r>
    </w:p>
    <w:p w:rsidR="00E00D30" w:rsidRDefault="00E00D30" w:rsidP="00E00D30">
      <w:r>
        <w:t>120.3598</w:t>
      </w:r>
      <w:r>
        <w:tab/>
        <w:t>1.013e0</w:t>
      </w:r>
    </w:p>
    <w:p w:rsidR="00E00D30" w:rsidRDefault="00E00D30" w:rsidP="00E00D30">
      <w:r>
        <w:t>120.3644</w:t>
      </w:r>
      <w:r>
        <w:tab/>
        <w:t>3.038e0</w:t>
      </w:r>
    </w:p>
    <w:p w:rsidR="00E00D30" w:rsidRDefault="00E00D30" w:rsidP="00E00D30">
      <w:r>
        <w:t>120.3655</w:t>
      </w:r>
      <w:r>
        <w:tab/>
        <w:t>1.013e0</w:t>
      </w:r>
    </w:p>
    <w:p w:rsidR="00E00D30" w:rsidRDefault="00E00D30" w:rsidP="00E00D30">
      <w:r>
        <w:t>120.3718</w:t>
      </w:r>
      <w:r>
        <w:tab/>
        <w:t>5.063e0</w:t>
      </w:r>
    </w:p>
    <w:p w:rsidR="00E00D30" w:rsidRDefault="00E00D30" w:rsidP="00E00D30">
      <w:r>
        <w:t>120.3742</w:t>
      </w:r>
      <w:r>
        <w:tab/>
        <w:t>1.013e0</w:t>
      </w:r>
    </w:p>
    <w:p w:rsidR="00E00D30" w:rsidRDefault="00E00D30" w:rsidP="00E00D30">
      <w:r>
        <w:lastRenderedPageBreak/>
        <w:t>120.3843</w:t>
      </w:r>
      <w:r>
        <w:tab/>
        <w:t>2.025e0</w:t>
      </w:r>
    </w:p>
    <w:p w:rsidR="00E00D30" w:rsidRDefault="00E00D30" w:rsidP="00E00D30">
      <w:r>
        <w:t>120.3857</w:t>
      </w:r>
      <w:r>
        <w:tab/>
        <w:t>1.013e0</w:t>
      </w:r>
    </w:p>
    <w:p w:rsidR="00E00D30" w:rsidRDefault="00E00D30" w:rsidP="00E00D30">
      <w:r>
        <w:t>120.3947</w:t>
      </w:r>
      <w:r>
        <w:tab/>
        <w:t>1.013e0</w:t>
      </w:r>
    </w:p>
    <w:p w:rsidR="00E00D30" w:rsidRDefault="00E00D30" w:rsidP="00E00D30">
      <w:r>
        <w:t>120.3978</w:t>
      </w:r>
      <w:r>
        <w:tab/>
        <w:t>1.013e0</w:t>
      </w:r>
    </w:p>
    <w:p w:rsidR="00E00D30" w:rsidRDefault="00E00D30" w:rsidP="00E00D30">
      <w:r>
        <w:t>120.4006</w:t>
      </w:r>
      <w:r>
        <w:tab/>
        <w:t>3.038e0</w:t>
      </w:r>
    </w:p>
    <w:p w:rsidR="00E00D30" w:rsidRDefault="00E00D30" w:rsidP="00E00D30">
      <w:r>
        <w:t>120.4032</w:t>
      </w:r>
      <w:r>
        <w:tab/>
        <w:t>1.013e0</w:t>
      </w:r>
    </w:p>
    <w:p w:rsidR="00E00D30" w:rsidRDefault="00E00D30" w:rsidP="00E00D30">
      <w:r>
        <w:t>120.4054</w:t>
      </w:r>
      <w:r>
        <w:tab/>
        <w:t>3.038e0</w:t>
      </w:r>
    </w:p>
    <w:p w:rsidR="00E00D30" w:rsidRDefault="00E00D30" w:rsidP="00E00D30">
      <w:r>
        <w:t>120.4122</w:t>
      </w:r>
      <w:r>
        <w:tab/>
        <w:t>1.013e0</w:t>
      </w:r>
    </w:p>
    <w:p w:rsidR="00E00D30" w:rsidRDefault="00E00D30" w:rsidP="00E00D30">
      <w:r>
        <w:t>120.4138</w:t>
      </w:r>
      <w:r>
        <w:tab/>
        <w:t>2.025e0</w:t>
      </w:r>
    </w:p>
    <w:p w:rsidR="00E00D30" w:rsidRDefault="00E00D30" w:rsidP="00E00D30">
      <w:r>
        <w:t>120.4151</w:t>
      </w:r>
      <w:r>
        <w:tab/>
        <w:t>1.013e0</w:t>
      </w:r>
    </w:p>
    <w:p w:rsidR="00E00D30" w:rsidRDefault="00E00D30" w:rsidP="00E00D30">
      <w:r>
        <w:t>120.4166</w:t>
      </w:r>
      <w:r>
        <w:tab/>
        <w:t>2.025e0</w:t>
      </w:r>
    </w:p>
    <w:p w:rsidR="00E00D30" w:rsidRDefault="00E00D30" w:rsidP="00E00D30">
      <w:r>
        <w:t>120.4194</w:t>
      </w:r>
      <w:r>
        <w:tab/>
        <w:t>2.025e0</w:t>
      </w:r>
    </w:p>
    <w:p w:rsidR="00E00D30" w:rsidRDefault="00E00D30" w:rsidP="00E00D30">
      <w:r>
        <w:t>120.4341</w:t>
      </w:r>
      <w:r>
        <w:tab/>
        <w:t>2.025e0</w:t>
      </w:r>
    </w:p>
    <w:p w:rsidR="00E00D30" w:rsidRDefault="00E00D30" w:rsidP="00E00D30">
      <w:r>
        <w:t>120.4358</w:t>
      </w:r>
      <w:r>
        <w:tab/>
        <w:t>2.025e0</w:t>
      </w:r>
    </w:p>
    <w:p w:rsidR="00E00D30" w:rsidRDefault="00E00D30" w:rsidP="00E00D30">
      <w:r>
        <w:t>120.4410</w:t>
      </w:r>
      <w:r>
        <w:tab/>
        <w:t>1.013e0</w:t>
      </w:r>
    </w:p>
    <w:p w:rsidR="00E00D30" w:rsidRDefault="00E00D30" w:rsidP="00E00D30">
      <w:r>
        <w:t>120.4441</w:t>
      </w:r>
      <w:r>
        <w:tab/>
        <w:t>1.013e0</w:t>
      </w:r>
    </w:p>
    <w:p w:rsidR="00E00D30" w:rsidRDefault="00E00D30" w:rsidP="00E00D30">
      <w:r>
        <w:t>120.4471</w:t>
      </w:r>
      <w:r>
        <w:tab/>
        <w:t>1.013e0</w:t>
      </w:r>
    </w:p>
    <w:p w:rsidR="00E00D30" w:rsidRDefault="00E00D30" w:rsidP="00E00D30">
      <w:r>
        <w:t>120.4500</w:t>
      </w:r>
      <w:r>
        <w:tab/>
        <w:t>1.013e0</w:t>
      </w:r>
    </w:p>
    <w:p w:rsidR="00E00D30" w:rsidRDefault="00E00D30" w:rsidP="00E00D30">
      <w:r>
        <w:t>120.4531</w:t>
      </w:r>
      <w:r>
        <w:tab/>
        <w:t>2.025e0</w:t>
      </w:r>
    </w:p>
    <w:p w:rsidR="00E00D30" w:rsidRDefault="00E00D30" w:rsidP="00E00D30">
      <w:r>
        <w:lastRenderedPageBreak/>
        <w:t>120.4574</w:t>
      </w:r>
      <w:r>
        <w:tab/>
        <w:t>3.038e0</w:t>
      </w:r>
    </w:p>
    <w:p w:rsidR="00E00D30" w:rsidRDefault="00E00D30" w:rsidP="00E00D30">
      <w:r>
        <w:t>120.4615</w:t>
      </w:r>
      <w:r>
        <w:tab/>
        <w:t>2.025e0</w:t>
      </w:r>
    </w:p>
    <w:p w:rsidR="00E00D30" w:rsidRDefault="00E00D30" w:rsidP="00E00D30">
      <w:r>
        <w:t>120.4653</w:t>
      </w:r>
      <w:r>
        <w:tab/>
        <w:t>5.063e0</w:t>
      </w:r>
    </w:p>
    <w:p w:rsidR="00E00D30" w:rsidRDefault="00E00D30" w:rsidP="00E00D30">
      <w:r>
        <w:t>120.4705</w:t>
      </w:r>
      <w:r>
        <w:tab/>
        <w:t>1.013e0</w:t>
      </w:r>
    </w:p>
    <w:p w:rsidR="00E00D30" w:rsidRDefault="00E00D30" w:rsidP="00E00D30">
      <w:r>
        <w:t>120.4735</w:t>
      </w:r>
      <w:r>
        <w:tab/>
        <w:t>1.013e0</w:t>
      </w:r>
    </w:p>
    <w:p w:rsidR="00E00D30" w:rsidRDefault="00E00D30" w:rsidP="00E00D30">
      <w:r>
        <w:t>120.4819</w:t>
      </w:r>
      <w:r>
        <w:tab/>
        <w:t>1.013e0</w:t>
      </w:r>
    </w:p>
    <w:p w:rsidR="00E00D30" w:rsidRDefault="00E00D30" w:rsidP="00E00D30">
      <w:r>
        <w:t>120.4851</w:t>
      </w:r>
      <w:r>
        <w:tab/>
        <w:t>2.025e0</w:t>
      </w:r>
    </w:p>
    <w:p w:rsidR="00E00D30" w:rsidRDefault="00E00D30" w:rsidP="00E00D30">
      <w:r>
        <w:t>120.4897</w:t>
      </w:r>
      <w:r>
        <w:tab/>
        <w:t>3.038e0</w:t>
      </w:r>
    </w:p>
    <w:p w:rsidR="00E00D30" w:rsidRDefault="00E00D30" w:rsidP="00E00D30">
      <w:r>
        <w:t>120.4940</w:t>
      </w:r>
      <w:r>
        <w:tab/>
        <w:t>1.013e0</w:t>
      </w:r>
    </w:p>
    <w:p w:rsidR="00E00D30" w:rsidRDefault="00E00D30" w:rsidP="00E00D30">
      <w:r>
        <w:t>120.4967</w:t>
      </w:r>
      <w:r>
        <w:tab/>
        <w:t>1.013e0</w:t>
      </w:r>
    </w:p>
    <w:p w:rsidR="00E00D30" w:rsidRDefault="00E00D30" w:rsidP="00E00D30">
      <w:r>
        <w:t>120.5032</w:t>
      </w:r>
      <w:r>
        <w:tab/>
        <w:t>5.063e0</w:t>
      </w:r>
    </w:p>
    <w:p w:rsidR="00E00D30" w:rsidRDefault="00E00D30" w:rsidP="00E00D30">
      <w:r>
        <w:t>120.5156</w:t>
      </w:r>
      <w:r>
        <w:tab/>
        <w:t>2.025e0</w:t>
      </w:r>
    </w:p>
    <w:p w:rsidR="00E00D30" w:rsidRDefault="00E00D30" w:rsidP="00E00D30">
      <w:r>
        <w:t>120.5198</w:t>
      </w:r>
      <w:r>
        <w:tab/>
        <w:t>2.025e0</w:t>
      </w:r>
    </w:p>
    <w:p w:rsidR="00E00D30" w:rsidRDefault="00E00D30" w:rsidP="00E00D30">
      <w:r>
        <w:t>120.5228</w:t>
      </w:r>
      <w:r>
        <w:tab/>
        <w:t>1.013e0</w:t>
      </w:r>
    </w:p>
    <w:p w:rsidR="00E00D30" w:rsidRDefault="00E00D30" w:rsidP="00E00D30">
      <w:r>
        <w:t>120.5245</w:t>
      </w:r>
      <w:r>
        <w:tab/>
        <w:t>2.025e0</w:t>
      </w:r>
    </w:p>
    <w:p w:rsidR="00E00D30" w:rsidRDefault="00E00D30" w:rsidP="00E00D30">
      <w:r>
        <w:t>120.5295</w:t>
      </w:r>
      <w:r>
        <w:tab/>
        <w:t>4.051e0</w:t>
      </w:r>
    </w:p>
    <w:p w:rsidR="00E00D30" w:rsidRDefault="00E00D30" w:rsidP="00E00D30">
      <w:r>
        <w:t>120.5320</w:t>
      </w:r>
      <w:r>
        <w:tab/>
        <w:t>1.013e0</w:t>
      </w:r>
    </w:p>
    <w:p w:rsidR="00E00D30" w:rsidRDefault="00E00D30" w:rsidP="00E00D30">
      <w:r>
        <w:t>120.5348</w:t>
      </w:r>
      <w:r>
        <w:tab/>
        <w:t>1.013e0</w:t>
      </w:r>
    </w:p>
    <w:p w:rsidR="00E00D30" w:rsidRDefault="00E00D30" w:rsidP="00E00D30">
      <w:r>
        <w:t>120.5434</w:t>
      </w:r>
      <w:r>
        <w:tab/>
        <w:t>2.025e0</w:t>
      </w:r>
    </w:p>
    <w:p w:rsidR="00E00D30" w:rsidRDefault="00E00D30" w:rsidP="00E00D30">
      <w:r>
        <w:lastRenderedPageBreak/>
        <w:t>120.5463</w:t>
      </w:r>
      <w:r>
        <w:tab/>
        <w:t>1.013e0</w:t>
      </w:r>
    </w:p>
    <w:p w:rsidR="00E00D30" w:rsidRDefault="00E00D30" w:rsidP="00E00D30">
      <w:r>
        <w:t>120.5577</w:t>
      </w:r>
      <w:r>
        <w:tab/>
        <w:t>2.025e0</w:t>
      </w:r>
    </w:p>
    <w:p w:rsidR="00E00D30" w:rsidRDefault="00E00D30" w:rsidP="00E00D30">
      <w:r>
        <w:t>120.5627</w:t>
      </w:r>
      <w:r>
        <w:tab/>
        <w:t>3.038e0</w:t>
      </w:r>
    </w:p>
    <w:p w:rsidR="00E00D30" w:rsidRDefault="00E00D30" w:rsidP="00E00D30">
      <w:r>
        <w:t>120.5667</w:t>
      </w:r>
      <w:r>
        <w:tab/>
        <w:t>1.013e0</w:t>
      </w:r>
    </w:p>
    <w:p w:rsidR="00E00D30" w:rsidRDefault="00E00D30" w:rsidP="00E00D30">
      <w:r>
        <w:t>120.5713</w:t>
      </w:r>
      <w:r>
        <w:tab/>
        <w:t>2.025e0</w:t>
      </w:r>
    </w:p>
    <w:p w:rsidR="00E00D30" w:rsidRDefault="00E00D30" w:rsidP="00E00D30">
      <w:r>
        <w:t>120.5742</w:t>
      </w:r>
      <w:r>
        <w:tab/>
        <w:t>2.025e0</w:t>
      </w:r>
    </w:p>
    <w:p w:rsidR="00E00D30" w:rsidRDefault="00E00D30" w:rsidP="00E00D30">
      <w:r>
        <w:t>120.5754</w:t>
      </w:r>
      <w:r>
        <w:tab/>
        <w:t>2.025e0</w:t>
      </w:r>
    </w:p>
    <w:p w:rsidR="00E00D30" w:rsidRDefault="00E00D30" w:rsidP="00E00D30">
      <w:r>
        <w:t>120.5781</w:t>
      </w:r>
      <w:r>
        <w:tab/>
        <w:t>1.013e0</w:t>
      </w:r>
    </w:p>
    <w:p w:rsidR="00E00D30" w:rsidRDefault="00E00D30" w:rsidP="00E00D30">
      <w:r>
        <w:t>120.5902</w:t>
      </w:r>
      <w:r>
        <w:tab/>
        <w:t>1.013e0</w:t>
      </w:r>
    </w:p>
    <w:p w:rsidR="00E00D30" w:rsidRDefault="00E00D30" w:rsidP="00E00D30">
      <w:r>
        <w:t>120.5987</w:t>
      </w:r>
      <w:r>
        <w:tab/>
        <w:t>1.013e0</w:t>
      </w:r>
    </w:p>
    <w:p w:rsidR="00E00D30" w:rsidRDefault="00E00D30" w:rsidP="00E00D30">
      <w:r>
        <w:t>120.6001</w:t>
      </w:r>
      <w:r>
        <w:tab/>
        <w:t>2.025e0</w:t>
      </w:r>
    </w:p>
    <w:p w:rsidR="00E00D30" w:rsidRDefault="00E00D30" w:rsidP="00E00D30">
      <w:r>
        <w:t>120.6019</w:t>
      </w:r>
      <w:r>
        <w:tab/>
        <w:t>1.013e0</w:t>
      </w:r>
    </w:p>
    <w:p w:rsidR="00E00D30" w:rsidRDefault="00E00D30" w:rsidP="00E00D30">
      <w:r>
        <w:t>120.6077</w:t>
      </w:r>
      <w:r>
        <w:tab/>
        <w:t>1.013e0</w:t>
      </w:r>
    </w:p>
    <w:p w:rsidR="00E00D30" w:rsidRDefault="00E00D30" w:rsidP="00E00D30">
      <w:r>
        <w:t>120.6119</w:t>
      </w:r>
      <w:r>
        <w:tab/>
        <w:t>2.025e0</w:t>
      </w:r>
    </w:p>
    <w:p w:rsidR="00E00D30" w:rsidRDefault="00E00D30" w:rsidP="00E00D30">
      <w:r>
        <w:t>120.6164</w:t>
      </w:r>
      <w:r>
        <w:tab/>
        <w:t>2.025e0</w:t>
      </w:r>
    </w:p>
    <w:p w:rsidR="00E00D30" w:rsidRDefault="00E00D30" w:rsidP="00E00D30">
      <w:r>
        <w:t>120.6236</w:t>
      </w:r>
      <w:r>
        <w:tab/>
        <w:t>2.025e0</w:t>
      </w:r>
    </w:p>
    <w:p w:rsidR="00E00D30" w:rsidRDefault="00E00D30" w:rsidP="00E00D30">
      <w:r>
        <w:t>120.6266</w:t>
      </w:r>
      <w:r>
        <w:tab/>
        <w:t>2.025e0</w:t>
      </w:r>
    </w:p>
    <w:p w:rsidR="00E00D30" w:rsidRDefault="00E00D30" w:rsidP="00E00D30">
      <w:r>
        <w:t>120.6328</w:t>
      </w:r>
      <w:r>
        <w:tab/>
        <w:t>3.038e0</w:t>
      </w:r>
    </w:p>
    <w:p w:rsidR="00E00D30" w:rsidRDefault="00E00D30" w:rsidP="00E00D30">
      <w:r>
        <w:t>120.6339</w:t>
      </w:r>
      <w:r>
        <w:tab/>
        <w:t>2.025e0</w:t>
      </w:r>
    </w:p>
    <w:p w:rsidR="00E00D30" w:rsidRDefault="00E00D30" w:rsidP="00E00D30">
      <w:r>
        <w:lastRenderedPageBreak/>
        <w:t>120.6367</w:t>
      </w:r>
      <w:r>
        <w:tab/>
        <w:t>1.013e0</w:t>
      </w:r>
    </w:p>
    <w:p w:rsidR="00E00D30" w:rsidRDefault="00E00D30" w:rsidP="00E00D30">
      <w:r>
        <w:t>120.6426</w:t>
      </w:r>
      <w:r>
        <w:tab/>
        <w:t>3.038e0</w:t>
      </w:r>
    </w:p>
    <w:p w:rsidR="00E00D30" w:rsidRDefault="00E00D30" w:rsidP="00E00D30">
      <w:r>
        <w:t>120.6452</w:t>
      </w:r>
      <w:r>
        <w:tab/>
        <w:t>4.051e0</w:t>
      </w:r>
    </w:p>
    <w:p w:rsidR="00E00D30" w:rsidRDefault="00E00D30" w:rsidP="00E00D30">
      <w:r>
        <w:t>120.6486</w:t>
      </w:r>
      <w:r>
        <w:tab/>
        <w:t>2.025e0</w:t>
      </w:r>
    </w:p>
    <w:p w:rsidR="00E00D30" w:rsidRDefault="00E00D30" w:rsidP="00E00D30">
      <w:r>
        <w:t>120.6517</w:t>
      </w:r>
      <w:r>
        <w:tab/>
        <w:t>3.038e0</w:t>
      </w:r>
    </w:p>
    <w:p w:rsidR="00E00D30" w:rsidRDefault="00E00D30" w:rsidP="00E00D30">
      <w:r>
        <w:t>120.6615</w:t>
      </w:r>
      <w:r>
        <w:tab/>
        <w:t>2.025e0</w:t>
      </w:r>
    </w:p>
    <w:p w:rsidR="00E00D30" w:rsidRDefault="00E00D30" w:rsidP="00E00D30">
      <w:r>
        <w:t>120.6691</w:t>
      </w:r>
      <w:r>
        <w:tab/>
        <w:t>1.013e0</w:t>
      </w:r>
    </w:p>
    <w:p w:rsidR="00E00D30" w:rsidRDefault="00E00D30" w:rsidP="00E00D30">
      <w:r>
        <w:t>120.6719</w:t>
      </w:r>
      <w:r>
        <w:tab/>
        <w:t>1.013e0</w:t>
      </w:r>
    </w:p>
    <w:p w:rsidR="00E00D30" w:rsidRDefault="00E00D30" w:rsidP="00E00D30">
      <w:r>
        <w:t>120.6746</w:t>
      </w:r>
      <w:r>
        <w:tab/>
        <w:t>2.025e0</w:t>
      </w:r>
    </w:p>
    <w:p w:rsidR="00E00D30" w:rsidRDefault="00E00D30" w:rsidP="00E00D30">
      <w:r>
        <w:t>120.6777</w:t>
      </w:r>
      <w:r>
        <w:tab/>
        <w:t>1.013e0</w:t>
      </w:r>
    </w:p>
    <w:p w:rsidR="00E00D30" w:rsidRDefault="00E00D30" w:rsidP="00E00D30">
      <w:r>
        <w:t>120.6835</w:t>
      </w:r>
      <w:r>
        <w:tab/>
        <w:t>2.025e0</w:t>
      </w:r>
    </w:p>
    <w:p w:rsidR="00E00D30" w:rsidRDefault="00E00D30" w:rsidP="00E00D30">
      <w:r>
        <w:t>120.6865</w:t>
      </w:r>
      <w:r>
        <w:tab/>
        <w:t>1.013e0</w:t>
      </w:r>
    </w:p>
    <w:p w:rsidR="00E00D30" w:rsidRDefault="00E00D30" w:rsidP="00E00D30">
      <w:r>
        <w:t>120.6880</w:t>
      </w:r>
      <w:r>
        <w:tab/>
        <w:t>2.025e0</w:t>
      </w:r>
    </w:p>
    <w:p w:rsidR="00E00D30" w:rsidRDefault="00E00D30" w:rsidP="00E00D30">
      <w:r>
        <w:t>120.7009</w:t>
      </w:r>
      <w:r>
        <w:tab/>
        <w:t>1.013e0</w:t>
      </w:r>
    </w:p>
    <w:p w:rsidR="00E00D30" w:rsidRDefault="00E00D30" w:rsidP="00E00D30">
      <w:r>
        <w:t>120.7025</w:t>
      </w:r>
      <w:r>
        <w:tab/>
        <w:t>2.025e0</w:t>
      </w:r>
    </w:p>
    <w:p w:rsidR="00E00D30" w:rsidRDefault="00E00D30" w:rsidP="00E00D30">
      <w:r>
        <w:t>120.7039</w:t>
      </w:r>
      <w:r>
        <w:tab/>
        <w:t>1.013e0</w:t>
      </w:r>
    </w:p>
    <w:p w:rsidR="00E00D30" w:rsidRDefault="00E00D30" w:rsidP="00E00D30">
      <w:r>
        <w:t>120.7069</w:t>
      </w:r>
      <w:r>
        <w:tab/>
        <w:t>1.013e0</w:t>
      </w:r>
    </w:p>
    <w:p w:rsidR="00E00D30" w:rsidRDefault="00E00D30" w:rsidP="00E00D30">
      <w:r>
        <w:t>120.7102</w:t>
      </w:r>
      <w:r>
        <w:tab/>
        <w:t>3.038e0</w:t>
      </w:r>
    </w:p>
    <w:p w:rsidR="00E00D30" w:rsidRDefault="00E00D30" w:rsidP="00E00D30">
      <w:r>
        <w:t>120.7127</w:t>
      </w:r>
      <w:r>
        <w:tab/>
        <w:t>1.013e0</w:t>
      </w:r>
    </w:p>
    <w:p w:rsidR="00E00D30" w:rsidRDefault="00E00D30" w:rsidP="00E00D30">
      <w:r>
        <w:lastRenderedPageBreak/>
        <w:t>120.7139</w:t>
      </w:r>
      <w:r>
        <w:tab/>
        <w:t>3.038e0</w:t>
      </w:r>
    </w:p>
    <w:p w:rsidR="00E00D30" w:rsidRDefault="00E00D30" w:rsidP="00E00D30">
      <w:r>
        <w:t>120.7276</w:t>
      </w:r>
      <w:r>
        <w:tab/>
        <w:t>1.013e0</w:t>
      </w:r>
    </w:p>
    <w:p w:rsidR="00E00D30" w:rsidRDefault="00E00D30" w:rsidP="00E00D30">
      <w:r>
        <w:t>120.7290</w:t>
      </w:r>
      <w:r>
        <w:tab/>
        <w:t>2.025e0</w:t>
      </w:r>
    </w:p>
    <w:p w:rsidR="00E00D30" w:rsidRDefault="00E00D30" w:rsidP="00E00D30">
      <w:r>
        <w:t>120.7419</w:t>
      </w:r>
      <w:r>
        <w:tab/>
        <w:t>2.025e0</w:t>
      </w:r>
    </w:p>
    <w:p w:rsidR="00E00D30" w:rsidRDefault="00E00D30" w:rsidP="00E00D30">
      <w:r>
        <w:t>120.7449</w:t>
      </w:r>
      <w:r>
        <w:tab/>
        <w:t>1.013e0</w:t>
      </w:r>
    </w:p>
    <w:p w:rsidR="00E00D30" w:rsidRDefault="00E00D30" w:rsidP="00E00D30">
      <w:r>
        <w:t>120.7509</w:t>
      </w:r>
      <w:r>
        <w:tab/>
        <w:t>3.038e0</w:t>
      </w:r>
    </w:p>
    <w:p w:rsidR="00E00D30" w:rsidRDefault="00E00D30" w:rsidP="00E00D30">
      <w:r>
        <w:t>120.7668</w:t>
      </w:r>
      <w:r>
        <w:tab/>
        <w:t>4.051e0</w:t>
      </w:r>
    </w:p>
    <w:p w:rsidR="00E00D30" w:rsidRDefault="00E00D30" w:rsidP="00E00D30">
      <w:r>
        <w:t>120.7684</w:t>
      </w:r>
      <w:r>
        <w:tab/>
        <w:t>1.013e0</w:t>
      </w:r>
    </w:p>
    <w:p w:rsidR="00E00D30" w:rsidRDefault="00E00D30" w:rsidP="00E00D30">
      <w:r>
        <w:t>120.7813</w:t>
      </w:r>
      <w:r>
        <w:tab/>
        <w:t>2.025e0</w:t>
      </w:r>
    </w:p>
    <w:p w:rsidR="00E00D30" w:rsidRDefault="00E00D30" w:rsidP="00E00D30">
      <w:r>
        <w:t>120.7888</w:t>
      </w:r>
      <w:r>
        <w:tab/>
        <w:t>1.013e0</w:t>
      </w:r>
    </w:p>
    <w:p w:rsidR="00E00D30" w:rsidRDefault="00E00D30" w:rsidP="00E00D30">
      <w:r>
        <w:t>120.7944</w:t>
      </w:r>
      <w:r>
        <w:tab/>
        <w:t>1.013e0</w:t>
      </w:r>
    </w:p>
    <w:p w:rsidR="00E00D30" w:rsidRDefault="00E00D30" w:rsidP="00E00D30">
      <w:r>
        <w:t>120.7973</w:t>
      </w:r>
      <w:r>
        <w:tab/>
        <w:t>1.013e0</w:t>
      </w:r>
    </w:p>
    <w:p w:rsidR="00E00D30" w:rsidRDefault="00E00D30" w:rsidP="00E00D30">
      <w:r>
        <w:t>120.8003</w:t>
      </w:r>
      <w:r>
        <w:tab/>
        <w:t>1.013e0</w:t>
      </w:r>
    </w:p>
    <w:p w:rsidR="00E00D30" w:rsidRDefault="00E00D30" w:rsidP="00E00D30">
      <w:r>
        <w:t>120.8092</w:t>
      </w:r>
      <w:r>
        <w:tab/>
        <w:t>1.013e0</w:t>
      </w:r>
    </w:p>
    <w:p w:rsidR="00E00D30" w:rsidRDefault="00E00D30" w:rsidP="00E00D30">
      <w:r>
        <w:t>120.8117</w:t>
      </w:r>
      <w:r>
        <w:tab/>
        <w:t>2.025e0</w:t>
      </w:r>
    </w:p>
    <w:p w:rsidR="00E00D30" w:rsidRDefault="00E00D30" w:rsidP="00E00D30">
      <w:r>
        <w:t>120.8177</w:t>
      </w:r>
      <w:r>
        <w:tab/>
        <w:t>1.013e0</w:t>
      </w:r>
    </w:p>
    <w:p w:rsidR="00E00D30" w:rsidRDefault="00E00D30" w:rsidP="00E00D30">
      <w:r>
        <w:t>120.8209</w:t>
      </w:r>
      <w:r>
        <w:tab/>
        <w:t>1.013e0</w:t>
      </w:r>
    </w:p>
    <w:p w:rsidR="00E00D30" w:rsidRDefault="00E00D30" w:rsidP="00E00D30">
      <w:r>
        <w:t>120.8238</w:t>
      </w:r>
      <w:r>
        <w:tab/>
        <w:t>2.025e0</w:t>
      </w:r>
    </w:p>
    <w:p w:rsidR="00E00D30" w:rsidRDefault="00E00D30" w:rsidP="00E00D30">
      <w:r>
        <w:t>120.8282</w:t>
      </w:r>
      <w:r>
        <w:tab/>
        <w:t>2.025e0</w:t>
      </w:r>
    </w:p>
    <w:p w:rsidR="00E00D30" w:rsidRDefault="00E00D30" w:rsidP="00E00D30">
      <w:r>
        <w:lastRenderedPageBreak/>
        <w:t>120.8321</w:t>
      </w:r>
      <w:r>
        <w:tab/>
        <w:t>1.013e0</w:t>
      </w:r>
    </w:p>
    <w:p w:rsidR="00E00D30" w:rsidRDefault="00E00D30" w:rsidP="00E00D30">
      <w:r>
        <w:t>120.8384</w:t>
      </w:r>
      <w:r>
        <w:tab/>
        <w:t>1.013e0</w:t>
      </w:r>
    </w:p>
    <w:p w:rsidR="00E00D30" w:rsidRDefault="00E00D30" w:rsidP="00E00D30">
      <w:r>
        <w:t>120.8412</w:t>
      </w:r>
      <w:r>
        <w:tab/>
        <w:t>2.025e0</w:t>
      </w:r>
    </w:p>
    <w:p w:rsidR="00E00D30" w:rsidRDefault="00E00D30" w:rsidP="00E00D30">
      <w:r>
        <w:t>120.8498</w:t>
      </w:r>
      <w:r>
        <w:tab/>
        <w:t>1.013e0</w:t>
      </w:r>
    </w:p>
    <w:p w:rsidR="00E00D30" w:rsidRDefault="00E00D30" w:rsidP="00E00D30">
      <w:r>
        <w:t>120.8647</w:t>
      </w:r>
      <w:r>
        <w:tab/>
        <w:t>2.025e0</w:t>
      </w:r>
    </w:p>
    <w:p w:rsidR="00E00D30" w:rsidRDefault="00E00D30" w:rsidP="00E00D30">
      <w:r>
        <w:t>120.8732</w:t>
      </w:r>
      <w:r>
        <w:tab/>
        <w:t>1.013e0</w:t>
      </w:r>
    </w:p>
    <w:p w:rsidR="00E00D30" w:rsidRDefault="00E00D30" w:rsidP="00E00D30">
      <w:r>
        <w:t>120.8852</w:t>
      </w:r>
      <w:r>
        <w:tab/>
        <w:t>1.013e0</w:t>
      </w:r>
    </w:p>
    <w:p w:rsidR="00E00D30" w:rsidRDefault="00E00D30" w:rsidP="00E00D30">
      <w:r>
        <w:t>120.9057</w:t>
      </w:r>
      <w:r>
        <w:tab/>
        <w:t>1.013e0</w:t>
      </w:r>
    </w:p>
    <w:p w:rsidR="00E00D30" w:rsidRDefault="00E00D30" w:rsidP="00E00D30">
      <w:r>
        <w:t>120.9084</w:t>
      </w:r>
      <w:r>
        <w:tab/>
        <w:t>1.013e0</w:t>
      </w:r>
    </w:p>
    <w:p w:rsidR="00E00D30" w:rsidRDefault="00E00D30" w:rsidP="00E00D30">
      <w:r>
        <w:t>120.9142</w:t>
      </w:r>
      <w:r>
        <w:tab/>
        <w:t>1.013e0</w:t>
      </w:r>
    </w:p>
    <w:p w:rsidR="00E00D30" w:rsidRDefault="00E00D30" w:rsidP="00E00D30">
      <w:r>
        <w:t>120.9173</w:t>
      </w:r>
      <w:r>
        <w:tab/>
        <w:t>2.025e0</w:t>
      </w:r>
    </w:p>
    <w:p w:rsidR="00E00D30" w:rsidRDefault="00E00D30" w:rsidP="00E00D30">
      <w:r>
        <w:t>120.9201</w:t>
      </w:r>
      <w:r>
        <w:tab/>
        <w:t>1.013e0</w:t>
      </w:r>
    </w:p>
    <w:p w:rsidR="00E00D30" w:rsidRDefault="00E00D30" w:rsidP="00E00D30">
      <w:r>
        <w:t>120.9406</w:t>
      </w:r>
      <w:r>
        <w:tab/>
        <w:t>1.013e0</w:t>
      </w:r>
    </w:p>
    <w:p w:rsidR="00E00D30" w:rsidRDefault="00E00D30" w:rsidP="00E00D30">
      <w:r>
        <w:t>120.9438</w:t>
      </w:r>
      <w:r>
        <w:tab/>
        <w:t>1.013e0</w:t>
      </w:r>
    </w:p>
    <w:p w:rsidR="00E00D30" w:rsidRDefault="00E00D30" w:rsidP="00E00D30">
      <w:r>
        <w:t>120.9583</w:t>
      </w:r>
      <w:r>
        <w:tab/>
        <w:t>1.013e0</w:t>
      </w:r>
    </w:p>
    <w:p w:rsidR="00E00D30" w:rsidRDefault="00E00D30" w:rsidP="00E00D30">
      <w:r>
        <w:t>120.9611</w:t>
      </w:r>
      <w:r>
        <w:tab/>
        <w:t>2.025e0</w:t>
      </w:r>
    </w:p>
    <w:p w:rsidR="00E00D30" w:rsidRDefault="00E00D30" w:rsidP="00E00D30">
      <w:r>
        <w:t>120.9817</w:t>
      </w:r>
      <w:r>
        <w:tab/>
        <w:t>3.038e0</w:t>
      </w:r>
    </w:p>
    <w:p w:rsidR="00E00D30" w:rsidRDefault="00E00D30" w:rsidP="00E00D30">
      <w:r>
        <w:t>120.9900</w:t>
      </w:r>
      <w:r>
        <w:tab/>
        <w:t>1.013e0</w:t>
      </w:r>
    </w:p>
    <w:p w:rsidR="00E00D30" w:rsidRDefault="00E00D30" w:rsidP="00E00D30">
      <w:r>
        <w:t>120.9990</w:t>
      </w:r>
      <w:r>
        <w:tab/>
        <w:t>1.013e0</w:t>
      </w:r>
    </w:p>
    <w:p w:rsidR="00E00D30" w:rsidRDefault="00E00D30" w:rsidP="00E00D30">
      <w:r>
        <w:lastRenderedPageBreak/>
        <w:t>121.0101</w:t>
      </w:r>
      <w:r>
        <w:tab/>
        <w:t>4.051e0</w:t>
      </w:r>
    </w:p>
    <w:p w:rsidR="00E00D30" w:rsidRDefault="00E00D30" w:rsidP="00E00D30">
      <w:r>
        <w:t>121.0120</w:t>
      </w:r>
      <w:r>
        <w:tab/>
        <w:t>2.025e0</w:t>
      </w:r>
    </w:p>
    <w:p w:rsidR="00E00D30" w:rsidRDefault="00E00D30" w:rsidP="00E00D30">
      <w:r>
        <w:t>121.0153</w:t>
      </w:r>
      <w:r>
        <w:tab/>
        <w:t>3.038e0</w:t>
      </w:r>
    </w:p>
    <w:p w:rsidR="00E00D30" w:rsidRDefault="00E00D30" w:rsidP="00E00D30">
      <w:r>
        <w:t>121.0184</w:t>
      </w:r>
      <w:r>
        <w:tab/>
        <w:t>8.101e0</w:t>
      </w:r>
    </w:p>
    <w:p w:rsidR="00E00D30" w:rsidRDefault="00E00D30" w:rsidP="00E00D30">
      <w:r>
        <w:t>121.0197</w:t>
      </w:r>
      <w:r>
        <w:tab/>
        <w:t>1.013e0</w:t>
      </w:r>
    </w:p>
    <w:p w:rsidR="00E00D30" w:rsidRDefault="00E00D30" w:rsidP="00E00D30">
      <w:r>
        <w:t>121.0224</w:t>
      </w:r>
      <w:r>
        <w:tab/>
        <w:t>5.063e0</w:t>
      </w:r>
    </w:p>
    <w:p w:rsidR="00E00D30" w:rsidRDefault="00E00D30" w:rsidP="00E00D30">
      <w:r>
        <w:t>121.0255</w:t>
      </w:r>
      <w:r>
        <w:tab/>
        <w:t>2.025e0</w:t>
      </w:r>
    </w:p>
    <w:p w:rsidR="00E00D30" w:rsidRDefault="00E00D30" w:rsidP="00E00D30">
      <w:r>
        <w:t>121.0295</w:t>
      </w:r>
      <w:r>
        <w:tab/>
        <w:t>2.025e0</w:t>
      </w:r>
    </w:p>
    <w:p w:rsidR="00E00D30" w:rsidRDefault="00E00D30" w:rsidP="00E00D30">
      <w:r>
        <w:t>121.0501</w:t>
      </w:r>
      <w:r>
        <w:tab/>
        <w:t>6.393e1</w:t>
      </w:r>
    </w:p>
    <w:p w:rsidR="00E00D30" w:rsidRDefault="00E00D30" w:rsidP="00E00D30">
      <w:r>
        <w:t>121.0520</w:t>
      </w:r>
      <w:r>
        <w:tab/>
        <w:t>3.437e1</w:t>
      </w:r>
    </w:p>
    <w:p w:rsidR="00E00D30" w:rsidRDefault="00E00D30" w:rsidP="00E00D30">
      <w:r>
        <w:t>121.0534</w:t>
      </w:r>
      <w:r>
        <w:tab/>
        <w:t>1.418e1</w:t>
      </w:r>
    </w:p>
    <w:p w:rsidR="00E00D30" w:rsidRDefault="00E00D30" w:rsidP="00E00D30">
      <w:r>
        <w:t>121.0547</w:t>
      </w:r>
      <w:r>
        <w:tab/>
        <w:t>2.626e1</w:t>
      </w:r>
    </w:p>
    <w:p w:rsidR="00E00D30" w:rsidRDefault="00E00D30" w:rsidP="00E00D30">
      <w:r>
        <w:t>121.0691</w:t>
      </w:r>
      <w:r>
        <w:tab/>
        <w:t>3.005e0</w:t>
      </w:r>
    </w:p>
    <w:p w:rsidR="00E00D30" w:rsidRDefault="00E00D30" w:rsidP="00E00D30">
      <w:r>
        <w:t>121.0811</w:t>
      </w:r>
      <w:r>
        <w:tab/>
        <w:t>1.013e0</w:t>
      </w:r>
    </w:p>
    <w:p w:rsidR="00E00D30" w:rsidRDefault="00E00D30" w:rsidP="00E00D30">
      <w:r>
        <w:t>121.0881</w:t>
      </w:r>
      <w:r>
        <w:tab/>
        <w:t>2.025e0</w:t>
      </w:r>
    </w:p>
    <w:p w:rsidR="00E00D30" w:rsidRDefault="00E00D30" w:rsidP="00E00D30">
      <w:r>
        <w:t>121.0895</w:t>
      </w:r>
      <w:r>
        <w:tab/>
        <w:t>3.038e0</w:t>
      </w:r>
    </w:p>
    <w:p w:rsidR="00E00D30" w:rsidRDefault="00E00D30" w:rsidP="00E00D30">
      <w:r>
        <w:t>121.0925</w:t>
      </w:r>
      <w:r>
        <w:tab/>
        <w:t>1.013e0</w:t>
      </w:r>
    </w:p>
    <w:p w:rsidR="00E00D30" w:rsidRDefault="00E00D30" w:rsidP="00E00D30">
      <w:r>
        <w:t>121.1017</w:t>
      </w:r>
      <w:r>
        <w:tab/>
        <w:t>1.013e0</w:t>
      </w:r>
    </w:p>
    <w:p w:rsidR="00E00D30" w:rsidRDefault="00E00D30" w:rsidP="00E00D30">
      <w:r>
        <w:t>121.1044</w:t>
      </w:r>
      <w:r>
        <w:tab/>
        <w:t>1.013e0</w:t>
      </w:r>
    </w:p>
    <w:p w:rsidR="00E00D30" w:rsidRDefault="00E00D30" w:rsidP="00E00D30">
      <w:r>
        <w:lastRenderedPageBreak/>
        <w:t>121.1100</w:t>
      </w:r>
      <w:r>
        <w:tab/>
        <w:t>1.013e0</w:t>
      </w:r>
    </w:p>
    <w:p w:rsidR="00E00D30" w:rsidRDefault="00E00D30" w:rsidP="00E00D30">
      <w:r>
        <w:t>121.1131</w:t>
      </w:r>
      <w:r>
        <w:tab/>
        <w:t>2.025e0</w:t>
      </w:r>
    </w:p>
    <w:p w:rsidR="00E00D30" w:rsidRDefault="00E00D30" w:rsidP="00E00D30">
      <w:r>
        <w:t>121.1162</w:t>
      </w:r>
      <w:r>
        <w:tab/>
        <w:t>1.013e0</w:t>
      </w:r>
    </w:p>
    <w:p w:rsidR="00E00D30" w:rsidRDefault="00E00D30" w:rsidP="00E00D30">
      <w:r>
        <w:t>121.1274</w:t>
      </w:r>
      <w:r>
        <w:tab/>
        <w:t>1.013e0</w:t>
      </w:r>
    </w:p>
    <w:p w:rsidR="00E00D30" w:rsidRDefault="00E00D30" w:rsidP="00E00D30">
      <w:r>
        <w:t>121.1335</w:t>
      </w:r>
      <w:r>
        <w:tab/>
        <w:t>2.025e0</w:t>
      </w:r>
    </w:p>
    <w:p w:rsidR="00E00D30" w:rsidRDefault="00E00D30" w:rsidP="00E00D30">
      <w:r>
        <w:t>121.1365</w:t>
      </w:r>
      <w:r>
        <w:tab/>
        <w:t>2.025e0</w:t>
      </w:r>
    </w:p>
    <w:p w:rsidR="00E00D30" w:rsidRDefault="00E00D30" w:rsidP="00E00D30">
      <w:r>
        <w:t>121.1453</w:t>
      </w:r>
      <w:r>
        <w:tab/>
        <w:t>1.013e0</w:t>
      </w:r>
    </w:p>
    <w:p w:rsidR="00E00D30" w:rsidRDefault="00E00D30" w:rsidP="00E00D30">
      <w:r>
        <w:t>121.1465</w:t>
      </w:r>
      <w:r>
        <w:tab/>
        <w:t>2.025e0</w:t>
      </w:r>
    </w:p>
    <w:p w:rsidR="00E00D30" w:rsidRDefault="00E00D30" w:rsidP="00E00D30">
      <w:r>
        <w:t>121.1510</w:t>
      </w:r>
      <w:r>
        <w:tab/>
        <w:t>1.013e0</w:t>
      </w:r>
    </w:p>
    <w:p w:rsidR="00E00D30" w:rsidRDefault="00E00D30" w:rsidP="00E00D30">
      <w:r>
        <w:t>121.1527</w:t>
      </w:r>
      <w:r>
        <w:tab/>
        <w:t>2.025e0</w:t>
      </w:r>
    </w:p>
    <w:p w:rsidR="00E00D30" w:rsidRDefault="00E00D30" w:rsidP="00E00D30">
      <w:r>
        <w:t>121.1655</w:t>
      </w:r>
      <w:r>
        <w:tab/>
        <w:t>1.013e0</w:t>
      </w:r>
    </w:p>
    <w:p w:rsidR="00E00D30" w:rsidRDefault="00E00D30" w:rsidP="00E00D30">
      <w:r>
        <w:t>121.1685</w:t>
      </w:r>
      <w:r>
        <w:tab/>
        <w:t>1.013e0</w:t>
      </w:r>
    </w:p>
    <w:p w:rsidR="00E00D30" w:rsidRDefault="00E00D30" w:rsidP="00E00D30">
      <w:r>
        <w:t>121.1806</w:t>
      </w:r>
      <w:r>
        <w:tab/>
        <w:t>2.025e0</w:t>
      </w:r>
    </w:p>
    <w:p w:rsidR="00E00D30" w:rsidRDefault="00E00D30" w:rsidP="00E00D30">
      <w:r>
        <w:t>121.1859</w:t>
      </w:r>
      <w:r>
        <w:tab/>
        <w:t>1.013e0</w:t>
      </w:r>
    </w:p>
    <w:p w:rsidR="00E00D30" w:rsidRDefault="00E00D30" w:rsidP="00E00D30">
      <w:r>
        <w:t>121.1919</w:t>
      </w:r>
      <w:r>
        <w:tab/>
        <w:t>2.025e0</w:t>
      </w:r>
    </w:p>
    <w:p w:rsidR="00E00D30" w:rsidRDefault="00E00D30" w:rsidP="00E00D30">
      <w:r>
        <w:t>121.1980</w:t>
      </w:r>
      <w:r>
        <w:tab/>
        <w:t>1.013e0</w:t>
      </w:r>
    </w:p>
    <w:p w:rsidR="00E00D30" w:rsidRDefault="00E00D30" w:rsidP="00E00D30">
      <w:r>
        <w:t>121.2012</w:t>
      </w:r>
      <w:r>
        <w:tab/>
        <w:t>2.025e0</w:t>
      </w:r>
    </w:p>
    <w:p w:rsidR="00E00D30" w:rsidRDefault="00E00D30" w:rsidP="00E00D30">
      <w:r>
        <w:t>121.2242</w:t>
      </w:r>
      <w:r>
        <w:tab/>
        <w:t>2.025e0</w:t>
      </w:r>
    </w:p>
    <w:p w:rsidR="00E00D30" w:rsidRDefault="00E00D30" w:rsidP="00E00D30">
      <w:r>
        <w:t>121.2269</w:t>
      </w:r>
      <w:r>
        <w:tab/>
        <w:t>1.013e0</w:t>
      </w:r>
    </w:p>
    <w:p w:rsidR="00E00D30" w:rsidRDefault="00E00D30" w:rsidP="00E00D30">
      <w:r>
        <w:lastRenderedPageBreak/>
        <w:t>121.2330</w:t>
      </w:r>
      <w:r>
        <w:tab/>
        <w:t>1.013e0</w:t>
      </w:r>
    </w:p>
    <w:p w:rsidR="00E00D30" w:rsidRDefault="00E00D30" w:rsidP="00E00D30">
      <w:r>
        <w:t>121.2475</w:t>
      </w:r>
      <w:r>
        <w:tab/>
        <w:t>2.025e0</w:t>
      </w:r>
    </w:p>
    <w:p w:rsidR="00E00D30" w:rsidRDefault="00E00D30" w:rsidP="00E00D30">
      <w:r>
        <w:t>121.2505</w:t>
      </w:r>
      <w:r>
        <w:tab/>
        <w:t>3.038e0</w:t>
      </w:r>
    </w:p>
    <w:p w:rsidR="00E00D30" w:rsidRDefault="00E00D30" w:rsidP="00E00D30">
      <w:r>
        <w:t>121.2649</w:t>
      </w:r>
      <w:r>
        <w:tab/>
        <w:t>1.013e0</w:t>
      </w:r>
    </w:p>
    <w:p w:rsidR="00E00D30" w:rsidRDefault="00E00D30" w:rsidP="00E00D30">
      <w:r>
        <w:t>121.2741</w:t>
      </w:r>
      <w:r>
        <w:tab/>
        <w:t>1.013e0</w:t>
      </w:r>
    </w:p>
    <w:p w:rsidR="00E00D30" w:rsidRDefault="00E00D30" w:rsidP="00E00D30">
      <w:r>
        <w:t>121.2755</w:t>
      </w:r>
      <w:r>
        <w:tab/>
        <w:t>2.025e0</w:t>
      </w:r>
    </w:p>
    <w:p w:rsidR="00E00D30" w:rsidRDefault="00E00D30" w:rsidP="00E00D30">
      <w:r>
        <w:t>121.2854</w:t>
      </w:r>
      <w:r>
        <w:tab/>
        <w:t>1.013e0</w:t>
      </w:r>
    </w:p>
    <w:p w:rsidR="00E00D30" w:rsidRDefault="00E00D30" w:rsidP="00E00D30">
      <w:r>
        <w:t>121.2975</w:t>
      </w:r>
      <w:r>
        <w:tab/>
        <w:t>1.013e0</w:t>
      </w:r>
    </w:p>
    <w:p w:rsidR="00E00D30" w:rsidRDefault="00E00D30" w:rsidP="00E00D30">
      <w:r>
        <w:t>121.3006</w:t>
      </w:r>
      <w:r>
        <w:tab/>
        <w:t>1.013e0</w:t>
      </w:r>
    </w:p>
    <w:p w:rsidR="00E00D30" w:rsidRDefault="00E00D30" w:rsidP="00E00D30">
      <w:r>
        <w:t>121.3031</w:t>
      </w:r>
      <w:r>
        <w:tab/>
        <w:t>1.013e0</w:t>
      </w:r>
    </w:p>
    <w:p w:rsidR="00E00D30" w:rsidRDefault="00E00D30" w:rsidP="00E00D30">
      <w:r>
        <w:t>121.3061</w:t>
      </w:r>
      <w:r>
        <w:tab/>
        <w:t>1.013e0</w:t>
      </w:r>
    </w:p>
    <w:p w:rsidR="00E00D30" w:rsidRDefault="00E00D30" w:rsidP="00E00D30">
      <w:r>
        <w:t>121.3090</w:t>
      </w:r>
      <w:r>
        <w:tab/>
        <w:t>1.013e0</w:t>
      </w:r>
    </w:p>
    <w:p w:rsidR="00E00D30" w:rsidRDefault="00E00D30" w:rsidP="00E00D30">
      <w:r>
        <w:t>121.3180</w:t>
      </w:r>
      <w:r>
        <w:tab/>
        <w:t>3.038e0</w:t>
      </w:r>
    </w:p>
    <w:p w:rsidR="00E00D30" w:rsidRDefault="00E00D30" w:rsidP="00E00D30">
      <w:r>
        <w:t>121.3560</w:t>
      </w:r>
      <w:r>
        <w:tab/>
        <w:t>1.013e0</w:t>
      </w:r>
    </w:p>
    <w:p w:rsidR="00E00D30" w:rsidRDefault="00E00D30" w:rsidP="00E00D30">
      <w:r>
        <w:t>121.3706</w:t>
      </w:r>
      <w:r>
        <w:tab/>
        <w:t>1.013e0</w:t>
      </w:r>
    </w:p>
    <w:p w:rsidR="00E00D30" w:rsidRDefault="00E00D30" w:rsidP="00E00D30">
      <w:r>
        <w:t>121.3824</w:t>
      </w:r>
      <w:r>
        <w:tab/>
        <w:t>1.013e0</w:t>
      </w:r>
    </w:p>
    <w:p w:rsidR="00E00D30" w:rsidRDefault="00E00D30" w:rsidP="00E00D30">
      <w:r>
        <w:t>121.3850</w:t>
      </w:r>
      <w:r>
        <w:tab/>
        <w:t>1.013e0</w:t>
      </w:r>
    </w:p>
    <w:p w:rsidR="00E00D30" w:rsidRDefault="00E00D30" w:rsidP="00E00D30">
      <w:r>
        <w:t>121.3971</w:t>
      </w:r>
      <w:r>
        <w:tab/>
        <w:t>1.013e0</w:t>
      </w:r>
    </w:p>
    <w:p w:rsidR="00E00D30" w:rsidRDefault="00E00D30" w:rsidP="00E00D30">
      <w:r>
        <w:t>121.4002</w:t>
      </w:r>
      <w:r>
        <w:tab/>
        <w:t>1.013e0</w:t>
      </w:r>
    </w:p>
    <w:p w:rsidR="00E00D30" w:rsidRDefault="00E00D30" w:rsidP="00E00D30">
      <w:r>
        <w:lastRenderedPageBreak/>
        <w:t>121.4055</w:t>
      </w:r>
      <w:r>
        <w:tab/>
        <w:t>2.025e0</w:t>
      </w:r>
    </w:p>
    <w:p w:rsidR="00E00D30" w:rsidRDefault="00E00D30" w:rsidP="00E00D30">
      <w:r>
        <w:t>121.4085</w:t>
      </w:r>
      <w:r>
        <w:tab/>
        <w:t>1.013e0</w:t>
      </w:r>
    </w:p>
    <w:p w:rsidR="00E00D30" w:rsidRDefault="00E00D30" w:rsidP="00E00D30">
      <w:r>
        <w:t>121.4176</w:t>
      </w:r>
      <w:r>
        <w:tab/>
        <w:t>1.013e0</w:t>
      </w:r>
    </w:p>
    <w:p w:rsidR="00E00D30" w:rsidRDefault="00E00D30" w:rsidP="00E00D30">
      <w:r>
        <w:t>121.4205</w:t>
      </w:r>
      <w:r>
        <w:tab/>
        <w:t>1.013e0</w:t>
      </w:r>
    </w:p>
    <w:p w:rsidR="00E00D30" w:rsidRDefault="00E00D30" w:rsidP="00E00D30">
      <w:r>
        <w:t>121.4231</w:t>
      </w:r>
      <w:r>
        <w:tab/>
        <w:t>1.013e0</w:t>
      </w:r>
    </w:p>
    <w:p w:rsidR="00E00D30" w:rsidRDefault="00E00D30" w:rsidP="00E00D30">
      <w:r>
        <w:t>121.4321</w:t>
      </w:r>
      <w:r>
        <w:tab/>
        <w:t>1.013e0</w:t>
      </w:r>
    </w:p>
    <w:p w:rsidR="00E00D30" w:rsidRDefault="00E00D30" w:rsidP="00E00D30">
      <w:r>
        <w:t>121.4381</w:t>
      </w:r>
      <w:r>
        <w:tab/>
        <w:t>2.025e0</w:t>
      </w:r>
    </w:p>
    <w:p w:rsidR="00E00D30" w:rsidRDefault="00E00D30" w:rsidP="00E00D30">
      <w:r>
        <w:t>121.4587</w:t>
      </w:r>
      <w:r>
        <w:tab/>
        <w:t>1.013e0</w:t>
      </w:r>
    </w:p>
    <w:p w:rsidR="00E00D30" w:rsidRDefault="00E00D30" w:rsidP="00E00D30">
      <w:r>
        <w:t>121.4671</w:t>
      </w:r>
      <w:r>
        <w:tab/>
        <w:t>1.013e0</w:t>
      </w:r>
    </w:p>
    <w:p w:rsidR="00E00D30" w:rsidRDefault="00E00D30" w:rsidP="00E00D30">
      <w:r>
        <w:t>121.4730</w:t>
      </w:r>
      <w:r>
        <w:tab/>
        <w:t>2.025e0</w:t>
      </w:r>
    </w:p>
    <w:p w:rsidR="00E00D30" w:rsidRDefault="00E00D30" w:rsidP="00E00D30">
      <w:r>
        <w:t>121.4847</w:t>
      </w:r>
      <w:r>
        <w:tab/>
        <w:t>1.013e0</w:t>
      </w:r>
    </w:p>
    <w:p w:rsidR="00E00D30" w:rsidRDefault="00E00D30" w:rsidP="00E00D30">
      <w:r>
        <w:t>121.4952</w:t>
      </w:r>
      <w:r>
        <w:tab/>
        <w:t>2.025e0</w:t>
      </w:r>
    </w:p>
    <w:p w:rsidR="00E00D30" w:rsidRDefault="00E00D30" w:rsidP="00E00D30">
      <w:r>
        <w:t>121.5009</w:t>
      </w:r>
      <w:r>
        <w:tab/>
        <w:t>2.025e0</w:t>
      </w:r>
    </w:p>
    <w:p w:rsidR="00E00D30" w:rsidRDefault="00E00D30" w:rsidP="00E00D30">
      <w:r>
        <w:t>121.5022</w:t>
      </w:r>
      <w:r>
        <w:tab/>
        <w:t>2.025e0</w:t>
      </w:r>
    </w:p>
    <w:p w:rsidR="00E00D30" w:rsidRDefault="00E00D30" w:rsidP="00E00D30">
      <w:r>
        <w:t>121.5214</w:t>
      </w:r>
      <w:r>
        <w:tab/>
        <w:t>2.025e0</w:t>
      </w:r>
    </w:p>
    <w:p w:rsidR="00E00D30" w:rsidRDefault="00E00D30" w:rsidP="00E00D30">
      <w:r>
        <w:t>121.5229</w:t>
      </w:r>
      <w:r>
        <w:tab/>
        <w:t>1.013e0</w:t>
      </w:r>
    </w:p>
    <w:p w:rsidR="00E00D30" w:rsidRDefault="00E00D30" w:rsidP="00E00D30">
      <w:r>
        <w:t>121.5378</w:t>
      </w:r>
      <w:r>
        <w:tab/>
        <w:t>2.025e0</w:t>
      </w:r>
    </w:p>
    <w:p w:rsidR="00E00D30" w:rsidRDefault="00E00D30" w:rsidP="00E00D30">
      <w:r>
        <w:t>121.5419</w:t>
      </w:r>
      <w:r>
        <w:tab/>
        <w:t>2.025e0</w:t>
      </w:r>
    </w:p>
    <w:p w:rsidR="00E00D30" w:rsidRDefault="00E00D30" w:rsidP="00E00D30">
      <w:r>
        <w:t>121.5492</w:t>
      </w:r>
      <w:r>
        <w:tab/>
        <w:t>4.051e0</w:t>
      </w:r>
    </w:p>
    <w:p w:rsidR="00E00D30" w:rsidRDefault="00E00D30" w:rsidP="00E00D30">
      <w:r>
        <w:lastRenderedPageBreak/>
        <w:t>121.5610</w:t>
      </w:r>
      <w:r>
        <w:tab/>
        <w:t>1.013e0</w:t>
      </w:r>
    </w:p>
    <w:p w:rsidR="00E00D30" w:rsidRDefault="00E00D30" w:rsidP="00E00D30">
      <w:r>
        <w:t>121.5697</w:t>
      </w:r>
      <w:r>
        <w:tab/>
        <w:t>1.013e0</w:t>
      </w:r>
    </w:p>
    <w:p w:rsidR="00E00D30" w:rsidRDefault="00E00D30" w:rsidP="00E00D30">
      <w:r>
        <w:t>121.5757</w:t>
      </w:r>
      <w:r>
        <w:tab/>
        <w:t>1.013e0</w:t>
      </w:r>
    </w:p>
    <w:p w:rsidR="00E00D30" w:rsidRDefault="00E00D30" w:rsidP="00E00D30">
      <w:r>
        <w:t>121.5802</w:t>
      </w:r>
      <w:r>
        <w:tab/>
        <w:t>2.025e0</w:t>
      </w:r>
    </w:p>
    <w:p w:rsidR="00E00D30" w:rsidRDefault="00E00D30" w:rsidP="00E00D30">
      <w:r>
        <w:t>121.5830</w:t>
      </w:r>
      <w:r>
        <w:tab/>
        <w:t>2.025e0</w:t>
      </w:r>
    </w:p>
    <w:p w:rsidR="00E00D30" w:rsidRDefault="00E00D30" w:rsidP="00E00D30">
      <w:r>
        <w:t>121.5842</w:t>
      </w:r>
      <w:r>
        <w:tab/>
        <w:t>2.025e0</w:t>
      </w:r>
    </w:p>
    <w:p w:rsidR="00E00D30" w:rsidRDefault="00E00D30" w:rsidP="00E00D30">
      <w:r>
        <w:t>121.5994</w:t>
      </w:r>
      <w:r>
        <w:tab/>
        <w:t>1.013e0</w:t>
      </w:r>
    </w:p>
    <w:p w:rsidR="00E00D30" w:rsidRDefault="00E00D30" w:rsidP="00E00D30">
      <w:r>
        <w:t>121.6047</w:t>
      </w:r>
      <w:r>
        <w:tab/>
        <w:t>1.013e0</w:t>
      </w:r>
    </w:p>
    <w:p w:rsidR="00E00D30" w:rsidRDefault="00E00D30" w:rsidP="00E00D30">
      <w:r>
        <w:t>121.6107</w:t>
      </w:r>
      <w:r>
        <w:tab/>
        <w:t>2.025e0</w:t>
      </w:r>
    </w:p>
    <w:p w:rsidR="00E00D30" w:rsidRDefault="00E00D30" w:rsidP="00E00D30">
      <w:r>
        <w:t>121.6285</w:t>
      </w:r>
      <w:r>
        <w:tab/>
        <w:t>1.013e0</w:t>
      </w:r>
    </w:p>
    <w:p w:rsidR="00E00D30" w:rsidRDefault="00E00D30" w:rsidP="00E00D30">
      <w:r>
        <w:t>121.6313</w:t>
      </w:r>
      <w:r>
        <w:tab/>
        <w:t>1.013e0</w:t>
      </w:r>
    </w:p>
    <w:p w:rsidR="00E00D30" w:rsidRDefault="00E00D30" w:rsidP="00E00D30">
      <w:r>
        <w:t>121.6373</w:t>
      </w:r>
      <w:r>
        <w:tab/>
        <w:t>1.013e0</w:t>
      </w:r>
    </w:p>
    <w:p w:rsidR="00E00D30" w:rsidRDefault="00E00D30" w:rsidP="00E00D30">
      <w:r>
        <w:t>121.6430</w:t>
      </w:r>
      <w:r>
        <w:tab/>
        <w:t>1.013e0</w:t>
      </w:r>
    </w:p>
    <w:p w:rsidR="00E00D30" w:rsidRDefault="00E00D30" w:rsidP="00E00D30">
      <w:r>
        <w:t>121.6607</w:t>
      </w:r>
      <w:r>
        <w:tab/>
        <w:t>2.025e0</w:t>
      </w:r>
    </w:p>
    <w:p w:rsidR="00E00D30" w:rsidRDefault="00E00D30" w:rsidP="00E00D30">
      <w:r>
        <w:t>121.6664</w:t>
      </w:r>
      <w:r>
        <w:tab/>
        <w:t>2.025e0</w:t>
      </w:r>
    </w:p>
    <w:p w:rsidR="00E00D30" w:rsidRDefault="00E00D30" w:rsidP="00E00D30">
      <w:r>
        <w:t>121.6838</w:t>
      </w:r>
      <w:r>
        <w:tab/>
        <w:t>1.013e0</w:t>
      </w:r>
    </w:p>
    <w:p w:rsidR="00E00D30" w:rsidRDefault="00E00D30" w:rsidP="00E00D30">
      <w:r>
        <w:t>121.6869</w:t>
      </w:r>
      <w:r>
        <w:tab/>
        <w:t>2.025e0</w:t>
      </w:r>
    </w:p>
    <w:p w:rsidR="00E00D30" w:rsidRDefault="00E00D30" w:rsidP="00E00D30">
      <w:r>
        <w:t>121.6899</w:t>
      </w:r>
      <w:r>
        <w:tab/>
        <w:t>1.013e0</w:t>
      </w:r>
    </w:p>
    <w:p w:rsidR="00E00D30" w:rsidRDefault="00E00D30" w:rsidP="00E00D30">
      <w:r>
        <w:t>121.6929</w:t>
      </w:r>
      <w:r>
        <w:tab/>
        <w:t>1.013e0</w:t>
      </w:r>
    </w:p>
    <w:p w:rsidR="00E00D30" w:rsidRDefault="00E00D30" w:rsidP="00E00D30">
      <w:r>
        <w:lastRenderedPageBreak/>
        <w:t>121.7074</w:t>
      </w:r>
      <w:r>
        <w:tab/>
        <w:t>1.013e0</w:t>
      </w:r>
    </w:p>
    <w:p w:rsidR="00E00D30" w:rsidRDefault="00E00D30" w:rsidP="00E00D30">
      <w:r>
        <w:t>121.7166</w:t>
      </w:r>
      <w:r>
        <w:tab/>
        <w:t>1.013e0</w:t>
      </w:r>
    </w:p>
    <w:p w:rsidR="00E00D30" w:rsidRDefault="00E00D30" w:rsidP="00E00D30">
      <w:r>
        <w:t>121.7195</w:t>
      </w:r>
      <w:r>
        <w:tab/>
        <w:t>1.013e0</w:t>
      </w:r>
    </w:p>
    <w:p w:rsidR="00E00D30" w:rsidRDefault="00E00D30" w:rsidP="00E00D30">
      <w:r>
        <w:t>121.7221</w:t>
      </w:r>
      <w:r>
        <w:tab/>
        <w:t>1.013e0</w:t>
      </w:r>
    </w:p>
    <w:p w:rsidR="00E00D30" w:rsidRDefault="00E00D30" w:rsidP="00E00D30">
      <w:r>
        <w:t>121.7248</w:t>
      </w:r>
      <w:r>
        <w:tab/>
        <w:t>1.013e0</w:t>
      </w:r>
    </w:p>
    <w:p w:rsidR="00E00D30" w:rsidRDefault="00E00D30" w:rsidP="00E00D30">
      <w:r>
        <w:t>121.7339</w:t>
      </w:r>
      <w:r>
        <w:tab/>
        <w:t>1.013e0</w:t>
      </w:r>
    </w:p>
    <w:p w:rsidR="00E00D30" w:rsidRDefault="00E00D30" w:rsidP="00E00D30">
      <w:r>
        <w:t>121.7356</w:t>
      </w:r>
      <w:r>
        <w:tab/>
        <w:t>2.025e0</w:t>
      </w:r>
    </w:p>
    <w:p w:rsidR="00E00D30" w:rsidRDefault="00E00D30" w:rsidP="00E00D30">
      <w:r>
        <w:t>121.7399</w:t>
      </w:r>
      <w:r>
        <w:tab/>
        <w:t>1.013e0</w:t>
      </w:r>
    </w:p>
    <w:p w:rsidR="00E00D30" w:rsidRDefault="00E00D30" w:rsidP="00E00D30">
      <w:r>
        <w:t>121.7514</w:t>
      </w:r>
      <w:r>
        <w:tab/>
        <w:t>1.013e0</w:t>
      </w:r>
    </w:p>
    <w:p w:rsidR="00E00D30" w:rsidRDefault="00E00D30" w:rsidP="00E00D30">
      <w:r>
        <w:t>121.7576</w:t>
      </w:r>
      <w:r>
        <w:tab/>
        <w:t>1.013e0</w:t>
      </w:r>
    </w:p>
    <w:p w:rsidR="00E00D30" w:rsidRDefault="00E00D30" w:rsidP="00E00D30">
      <w:r>
        <w:t>121.7809</w:t>
      </w:r>
      <w:r>
        <w:tab/>
        <w:t>1.013e0</w:t>
      </w:r>
    </w:p>
    <w:p w:rsidR="00E00D30" w:rsidRDefault="00E00D30" w:rsidP="00E00D30">
      <w:r>
        <w:t>121.7866</w:t>
      </w:r>
      <w:r>
        <w:tab/>
        <w:t>1.013e0</w:t>
      </w:r>
    </w:p>
    <w:p w:rsidR="00E00D30" w:rsidRDefault="00E00D30" w:rsidP="00E00D30">
      <w:r>
        <w:t>121.7895</w:t>
      </w:r>
      <w:r>
        <w:tab/>
        <w:t>1.013e0</w:t>
      </w:r>
    </w:p>
    <w:p w:rsidR="00E00D30" w:rsidRDefault="00E00D30" w:rsidP="00E00D30">
      <w:r>
        <w:t>121.7987</w:t>
      </w:r>
      <w:r>
        <w:tab/>
        <w:t>1.013e0</w:t>
      </w:r>
    </w:p>
    <w:p w:rsidR="00E00D30" w:rsidRDefault="00E00D30" w:rsidP="00E00D30">
      <w:r>
        <w:t>121.8041</w:t>
      </w:r>
      <w:r>
        <w:tab/>
        <w:t>2.025e0</w:t>
      </w:r>
    </w:p>
    <w:p w:rsidR="00E00D30" w:rsidRDefault="00E00D30" w:rsidP="00E00D30">
      <w:r>
        <w:t>121.8162</w:t>
      </w:r>
      <w:r>
        <w:tab/>
        <w:t>1.013e0</w:t>
      </w:r>
    </w:p>
    <w:p w:rsidR="00E00D30" w:rsidRDefault="00E00D30" w:rsidP="00E00D30">
      <w:r>
        <w:t>121.8246</w:t>
      </w:r>
      <w:r>
        <w:tab/>
        <w:t>1.013e0</w:t>
      </w:r>
    </w:p>
    <w:p w:rsidR="00E00D30" w:rsidRDefault="00E00D30" w:rsidP="00E00D30">
      <w:r>
        <w:t>121.8397</w:t>
      </w:r>
      <w:r>
        <w:tab/>
        <w:t>1.013e0</w:t>
      </w:r>
    </w:p>
    <w:p w:rsidR="00E00D30" w:rsidRDefault="00E00D30" w:rsidP="00E00D30">
      <w:r>
        <w:t>121.8423</w:t>
      </w:r>
      <w:r>
        <w:tab/>
        <w:t>1.013e0</w:t>
      </w:r>
    </w:p>
    <w:p w:rsidR="00E00D30" w:rsidRDefault="00E00D30" w:rsidP="00E00D30">
      <w:r>
        <w:lastRenderedPageBreak/>
        <w:t>121.8572</w:t>
      </w:r>
      <w:r>
        <w:tab/>
        <w:t>1.013e0</w:t>
      </w:r>
    </w:p>
    <w:p w:rsidR="00E00D30" w:rsidRDefault="00E00D30" w:rsidP="00E00D30">
      <w:r>
        <w:t>121.8627</w:t>
      </w:r>
      <w:r>
        <w:tab/>
        <w:t>1.013e0</w:t>
      </w:r>
    </w:p>
    <w:p w:rsidR="00E00D30" w:rsidRDefault="00E00D30" w:rsidP="00E00D30">
      <w:r>
        <w:t>121.8688</w:t>
      </w:r>
      <w:r>
        <w:tab/>
        <w:t>1.013e0</w:t>
      </w:r>
    </w:p>
    <w:p w:rsidR="00E00D30" w:rsidRDefault="00E00D30" w:rsidP="00E00D30">
      <w:r>
        <w:t>121.8780</w:t>
      </w:r>
      <w:r>
        <w:tab/>
        <w:t>1.013e0</w:t>
      </w:r>
    </w:p>
    <w:p w:rsidR="00E00D30" w:rsidRDefault="00E00D30" w:rsidP="00E00D30">
      <w:r>
        <w:t>121.8893</w:t>
      </w:r>
      <w:r>
        <w:tab/>
        <w:t>1.013e0</w:t>
      </w:r>
    </w:p>
    <w:p w:rsidR="00E00D30" w:rsidRDefault="00E00D30" w:rsidP="00E00D30">
      <w:r>
        <w:t>121.8925</w:t>
      </w:r>
      <w:r>
        <w:tab/>
        <w:t>1.013e0</w:t>
      </w:r>
    </w:p>
    <w:p w:rsidR="00E00D30" w:rsidRDefault="00E00D30" w:rsidP="00E00D30">
      <w:r>
        <w:t>121.8953</w:t>
      </w:r>
      <w:r>
        <w:tab/>
        <w:t>1.013e0</w:t>
      </w:r>
    </w:p>
    <w:p w:rsidR="00E00D30" w:rsidRDefault="00E00D30" w:rsidP="00E00D30">
      <w:r>
        <w:t>121.9011</w:t>
      </w:r>
      <w:r>
        <w:tab/>
        <w:t>2.025e0</w:t>
      </w:r>
    </w:p>
    <w:p w:rsidR="00E00D30" w:rsidRDefault="00E00D30" w:rsidP="00E00D30">
      <w:r>
        <w:t>121.9070</w:t>
      </w:r>
      <w:r>
        <w:tab/>
        <w:t>1.013e0</w:t>
      </w:r>
    </w:p>
    <w:p w:rsidR="00E00D30" w:rsidRDefault="00E00D30" w:rsidP="00E00D30">
      <w:r>
        <w:t>121.9190</w:t>
      </w:r>
      <w:r>
        <w:tab/>
        <w:t>2.025e0</w:t>
      </w:r>
    </w:p>
    <w:p w:rsidR="00E00D30" w:rsidRDefault="00E00D30" w:rsidP="00E00D30">
      <w:r>
        <w:t>121.9333</w:t>
      </w:r>
      <w:r>
        <w:tab/>
        <w:t>1.013e0</w:t>
      </w:r>
    </w:p>
    <w:p w:rsidR="00E00D30" w:rsidRDefault="00E00D30" w:rsidP="00E00D30">
      <w:r>
        <w:t>121.9364</w:t>
      </w:r>
      <w:r>
        <w:tab/>
        <w:t>1.013e0</w:t>
      </w:r>
    </w:p>
    <w:p w:rsidR="00E00D30" w:rsidRDefault="00E00D30" w:rsidP="00E00D30">
      <w:r>
        <w:t>121.9423</w:t>
      </w:r>
      <w:r>
        <w:tab/>
        <w:t>1.013e0</w:t>
      </w:r>
    </w:p>
    <w:p w:rsidR="00E00D30" w:rsidRDefault="00E00D30" w:rsidP="00E00D30">
      <w:r>
        <w:t>121.9449</w:t>
      </w:r>
      <w:r>
        <w:tab/>
        <w:t>1.013e0</w:t>
      </w:r>
    </w:p>
    <w:p w:rsidR="00E00D30" w:rsidRDefault="00E00D30" w:rsidP="00E00D30">
      <w:r>
        <w:t>121.9509</w:t>
      </w:r>
      <w:r>
        <w:tab/>
        <w:t>1.013e0</w:t>
      </w:r>
    </w:p>
    <w:p w:rsidR="00E00D30" w:rsidRDefault="00E00D30" w:rsidP="00E00D30">
      <w:r>
        <w:t>121.9644</w:t>
      </w:r>
      <w:r>
        <w:tab/>
        <w:t>2.025e0</w:t>
      </w:r>
    </w:p>
    <w:p w:rsidR="00E00D30" w:rsidRDefault="00E00D30" w:rsidP="00E00D30">
      <w:r>
        <w:t>121.9715</w:t>
      </w:r>
      <w:r>
        <w:tab/>
        <w:t>1.013e0</w:t>
      </w:r>
    </w:p>
    <w:p w:rsidR="00E00D30" w:rsidRDefault="00E00D30" w:rsidP="00E00D30">
      <w:r>
        <w:t>121.9745</w:t>
      </w:r>
      <w:r>
        <w:tab/>
        <w:t>2.025e0</w:t>
      </w:r>
    </w:p>
    <w:p w:rsidR="00E00D30" w:rsidRDefault="00E00D30" w:rsidP="00E00D30">
      <w:r>
        <w:t>121.9831</w:t>
      </w:r>
      <w:r>
        <w:tab/>
        <w:t>1.013e0</w:t>
      </w:r>
    </w:p>
    <w:p w:rsidR="00E00D30" w:rsidRDefault="00E00D30" w:rsidP="00E00D30">
      <w:r>
        <w:lastRenderedPageBreak/>
        <w:t>122.0011</w:t>
      </w:r>
      <w:r>
        <w:tab/>
        <w:t>1.013e0</w:t>
      </w:r>
    </w:p>
    <w:p w:rsidR="00E00D30" w:rsidRDefault="00E00D30" w:rsidP="00E00D30">
      <w:r>
        <w:t>122.0036</w:t>
      </w:r>
      <w:r>
        <w:tab/>
        <w:t>1.013e0</w:t>
      </w:r>
    </w:p>
    <w:p w:rsidR="00E00D30" w:rsidRDefault="00E00D30" w:rsidP="00E00D30">
      <w:r>
        <w:t>122.0227</w:t>
      </w:r>
      <w:r>
        <w:tab/>
        <w:t>3.782e0</w:t>
      </w:r>
    </w:p>
    <w:p w:rsidR="00E00D30" w:rsidRDefault="00E00D30" w:rsidP="00E00D30">
      <w:r>
        <w:t>122.0269</w:t>
      </w:r>
      <w:r>
        <w:tab/>
        <w:t>2.641e0</w:t>
      </w:r>
    </w:p>
    <w:p w:rsidR="00E00D30" w:rsidRDefault="00E00D30" w:rsidP="00E00D30">
      <w:r>
        <w:t>122.0433</w:t>
      </w:r>
      <w:r>
        <w:tab/>
        <w:t>6.555e1</w:t>
      </w:r>
    </w:p>
    <w:p w:rsidR="00E00D30" w:rsidRDefault="00E00D30" w:rsidP="00E00D30">
      <w:r>
        <w:t>122.0446</w:t>
      </w:r>
      <w:r>
        <w:tab/>
        <w:t>1.418e1</w:t>
      </w:r>
    </w:p>
    <w:p w:rsidR="00E00D30" w:rsidRDefault="00E00D30" w:rsidP="00E00D30">
      <w:r>
        <w:t>122.0464</w:t>
      </w:r>
      <w:r>
        <w:tab/>
        <w:t>3.460e1</w:t>
      </w:r>
    </w:p>
    <w:p w:rsidR="00E00D30" w:rsidRDefault="00E00D30" w:rsidP="00E00D30">
      <w:r>
        <w:t>122.0476</w:t>
      </w:r>
      <w:r>
        <w:tab/>
        <w:t>7.301e0</w:t>
      </w:r>
    </w:p>
    <w:p w:rsidR="00E00D30" w:rsidRDefault="00E00D30" w:rsidP="00E00D30">
      <w:r>
        <w:t>122.0494</w:t>
      </w:r>
      <w:r>
        <w:tab/>
        <w:t>1.114e1</w:t>
      </w:r>
    </w:p>
    <w:p w:rsidR="00E00D30" w:rsidRDefault="00E00D30" w:rsidP="00E00D30">
      <w:r>
        <w:t>122.0640</w:t>
      </w:r>
      <w:r>
        <w:tab/>
        <w:t>2.025e0</w:t>
      </w:r>
    </w:p>
    <w:p w:rsidR="00E00D30" w:rsidRDefault="00E00D30" w:rsidP="00E00D30">
      <w:r>
        <w:t>122.0960</w:t>
      </w:r>
      <w:r>
        <w:tab/>
        <w:t>2.890e2</w:t>
      </w:r>
    </w:p>
    <w:p w:rsidR="00E00D30" w:rsidRDefault="00E00D30" w:rsidP="00E00D30">
      <w:r>
        <w:t>122.0976</w:t>
      </w:r>
      <w:r>
        <w:tab/>
        <w:t>3.216e2</w:t>
      </w:r>
    </w:p>
    <w:p w:rsidR="00E00D30" w:rsidRDefault="00E00D30" w:rsidP="00E00D30">
      <w:r>
        <w:t>122.1300</w:t>
      </w:r>
      <w:r>
        <w:tab/>
        <w:t>2.025e0</w:t>
      </w:r>
    </w:p>
    <w:p w:rsidR="00E00D30" w:rsidRDefault="00E00D30" w:rsidP="00E00D30">
      <w:r>
        <w:t>122.1331</w:t>
      </w:r>
      <w:r>
        <w:tab/>
        <w:t>2.025e0</w:t>
      </w:r>
    </w:p>
    <w:p w:rsidR="00E00D30" w:rsidRDefault="00E00D30" w:rsidP="00E00D30">
      <w:r>
        <w:t>122.1421</w:t>
      </w:r>
      <w:r>
        <w:tab/>
        <w:t>1.013e0</w:t>
      </w:r>
    </w:p>
    <w:p w:rsidR="00E00D30" w:rsidRDefault="00E00D30" w:rsidP="00E00D30">
      <w:r>
        <w:t>122.1477</w:t>
      </w:r>
      <w:r>
        <w:tab/>
        <w:t>1.013e0</w:t>
      </w:r>
    </w:p>
    <w:p w:rsidR="00E00D30" w:rsidRDefault="00E00D30" w:rsidP="00E00D30">
      <w:r>
        <w:t>122.1536</w:t>
      </w:r>
      <w:r>
        <w:tab/>
        <w:t>2.025e0</w:t>
      </w:r>
    </w:p>
    <w:p w:rsidR="00E00D30" w:rsidRDefault="00E00D30" w:rsidP="00E00D30">
      <w:r>
        <w:t>122.1626</w:t>
      </w:r>
      <w:r>
        <w:tab/>
        <w:t>1.013e0</w:t>
      </w:r>
    </w:p>
    <w:p w:rsidR="00E00D30" w:rsidRDefault="00E00D30" w:rsidP="00E00D30">
      <w:r>
        <w:t>122.1680</w:t>
      </w:r>
      <w:r>
        <w:tab/>
        <w:t>3.038e0</w:t>
      </w:r>
    </w:p>
    <w:p w:rsidR="00E00D30" w:rsidRDefault="00E00D30" w:rsidP="00E00D30">
      <w:r>
        <w:lastRenderedPageBreak/>
        <w:t>122.1713</w:t>
      </w:r>
      <w:r>
        <w:tab/>
        <w:t>1.013e0</w:t>
      </w:r>
    </w:p>
    <w:p w:rsidR="00E00D30" w:rsidRDefault="00E00D30" w:rsidP="00E00D30">
      <w:r>
        <w:t>122.1742</w:t>
      </w:r>
      <w:r>
        <w:tab/>
        <w:t>2.025e0</w:t>
      </w:r>
    </w:p>
    <w:p w:rsidR="00E00D30" w:rsidRDefault="00E00D30" w:rsidP="00E00D30">
      <w:r>
        <w:t>122.1833</w:t>
      </w:r>
      <w:r>
        <w:tab/>
        <w:t>1.013e0</w:t>
      </w:r>
    </w:p>
    <w:p w:rsidR="00E00D30" w:rsidRDefault="00E00D30" w:rsidP="00E00D30">
      <w:r>
        <w:t>122.1859</w:t>
      </w:r>
      <w:r>
        <w:tab/>
        <w:t>3.038e0</w:t>
      </w:r>
    </w:p>
    <w:p w:rsidR="00E00D30" w:rsidRDefault="00E00D30" w:rsidP="00E00D30">
      <w:r>
        <w:t>122.1905</w:t>
      </w:r>
      <w:r>
        <w:tab/>
        <w:t>2.259e0</w:t>
      </w:r>
    </w:p>
    <w:p w:rsidR="00E00D30" w:rsidRDefault="00E00D30" w:rsidP="00E00D30">
      <w:r>
        <w:t>122.1917</w:t>
      </w:r>
      <w:r>
        <w:tab/>
        <w:t>2.025e0</w:t>
      </w:r>
    </w:p>
    <w:p w:rsidR="00E00D30" w:rsidRDefault="00E00D30" w:rsidP="00E00D30">
      <w:r>
        <w:t>122.1947</w:t>
      </w:r>
      <w:r>
        <w:tab/>
        <w:t>1.013e0</w:t>
      </w:r>
    </w:p>
    <w:p w:rsidR="00E00D30" w:rsidRDefault="00E00D30" w:rsidP="00E00D30">
      <w:r>
        <w:t>122.1977</w:t>
      </w:r>
      <w:r>
        <w:tab/>
        <w:t>1.013e0</w:t>
      </w:r>
    </w:p>
    <w:p w:rsidR="00E00D30" w:rsidRDefault="00E00D30" w:rsidP="00E00D30">
      <w:r>
        <w:t>122.2062</w:t>
      </w:r>
      <w:r>
        <w:tab/>
        <w:t>1.013e0</w:t>
      </w:r>
    </w:p>
    <w:p w:rsidR="00E00D30" w:rsidRDefault="00E00D30" w:rsidP="00E00D30">
      <w:r>
        <w:t>122.2123</w:t>
      </w:r>
      <w:r>
        <w:tab/>
        <w:t>2.025e0</w:t>
      </w:r>
    </w:p>
    <w:p w:rsidR="00E00D30" w:rsidRDefault="00E00D30" w:rsidP="00E00D30">
      <w:r>
        <w:t>122.2140</w:t>
      </w:r>
      <w:r>
        <w:tab/>
        <w:t>2.025e0</w:t>
      </w:r>
    </w:p>
    <w:p w:rsidR="00E00D30" w:rsidRDefault="00E00D30" w:rsidP="00E00D30">
      <w:r>
        <w:t>122.2214</w:t>
      </w:r>
      <w:r>
        <w:tab/>
        <w:t>1.013e0</w:t>
      </w:r>
    </w:p>
    <w:p w:rsidR="00E00D30" w:rsidRDefault="00E00D30" w:rsidP="00E00D30">
      <w:r>
        <w:t>122.2242</w:t>
      </w:r>
      <w:r>
        <w:tab/>
        <w:t>1.013e0</w:t>
      </w:r>
    </w:p>
    <w:p w:rsidR="00E00D30" w:rsidRDefault="00E00D30" w:rsidP="00E00D30">
      <w:r>
        <w:t>122.2298</w:t>
      </w:r>
      <w:r>
        <w:tab/>
        <w:t>1.013e0</w:t>
      </w:r>
    </w:p>
    <w:p w:rsidR="00E00D30" w:rsidRDefault="00E00D30" w:rsidP="00E00D30">
      <w:r>
        <w:t>122.2359</w:t>
      </w:r>
      <w:r>
        <w:tab/>
        <w:t>1.013e0</w:t>
      </w:r>
    </w:p>
    <w:p w:rsidR="00E00D30" w:rsidRDefault="00E00D30" w:rsidP="00E00D30">
      <w:r>
        <w:t>122.2419</w:t>
      </w:r>
      <w:r>
        <w:tab/>
        <w:t>2.025e0</w:t>
      </w:r>
    </w:p>
    <w:p w:rsidR="00E00D30" w:rsidRDefault="00E00D30" w:rsidP="00E00D30">
      <w:r>
        <w:t>122.2473</w:t>
      </w:r>
      <w:r>
        <w:tab/>
        <w:t>1.013e0</w:t>
      </w:r>
    </w:p>
    <w:p w:rsidR="00E00D30" w:rsidRDefault="00E00D30" w:rsidP="00E00D30">
      <w:r>
        <w:t>122.2504</w:t>
      </w:r>
      <w:r>
        <w:tab/>
        <w:t>1.013e0</w:t>
      </w:r>
    </w:p>
    <w:p w:rsidR="00E00D30" w:rsidRDefault="00E00D30" w:rsidP="00E00D30">
      <w:r>
        <w:t>122.2519</w:t>
      </w:r>
      <w:r>
        <w:tab/>
        <w:t>2.025e0</w:t>
      </w:r>
    </w:p>
    <w:p w:rsidR="00E00D30" w:rsidRDefault="00E00D30" w:rsidP="00E00D30">
      <w:r>
        <w:lastRenderedPageBreak/>
        <w:t>122.2534</w:t>
      </w:r>
      <w:r>
        <w:tab/>
        <w:t>1.013e0</w:t>
      </w:r>
    </w:p>
    <w:p w:rsidR="00E00D30" w:rsidRDefault="00E00D30" w:rsidP="00E00D30">
      <w:r>
        <w:t>122.2594</w:t>
      </w:r>
      <w:r>
        <w:tab/>
        <w:t>2.025e0</w:t>
      </w:r>
    </w:p>
    <w:p w:rsidR="00E00D30" w:rsidRDefault="00E00D30" w:rsidP="00E00D30">
      <w:r>
        <w:t>122.2627</w:t>
      </w:r>
      <w:r>
        <w:tab/>
        <w:t>1.013e0</w:t>
      </w:r>
    </w:p>
    <w:p w:rsidR="00E00D30" w:rsidRDefault="00E00D30" w:rsidP="00E00D30">
      <w:r>
        <w:t>122.2740</w:t>
      </w:r>
      <w:r>
        <w:tab/>
        <w:t>1.013e0</w:t>
      </w:r>
    </w:p>
    <w:p w:rsidR="00E00D30" w:rsidRDefault="00E00D30" w:rsidP="00E00D30">
      <w:r>
        <w:t>122.2849</w:t>
      </w:r>
      <w:r>
        <w:tab/>
        <w:t>3.038e0</w:t>
      </w:r>
    </w:p>
    <w:p w:rsidR="00E00D30" w:rsidRDefault="00E00D30" w:rsidP="00E00D30">
      <w:r>
        <w:t>122.2886</w:t>
      </w:r>
      <w:r>
        <w:tab/>
        <w:t>2.025e0</w:t>
      </w:r>
    </w:p>
    <w:p w:rsidR="00E00D30" w:rsidRDefault="00E00D30" w:rsidP="00E00D30">
      <w:r>
        <w:t>122.2900</w:t>
      </w:r>
      <w:r>
        <w:tab/>
        <w:t>2.025e0</w:t>
      </w:r>
    </w:p>
    <w:p w:rsidR="00E00D30" w:rsidRDefault="00E00D30" w:rsidP="00E00D30">
      <w:r>
        <w:t>122.3050</w:t>
      </w:r>
      <w:r>
        <w:tab/>
        <w:t>2.025e0</w:t>
      </w:r>
    </w:p>
    <w:p w:rsidR="00E00D30" w:rsidRDefault="00E00D30" w:rsidP="00E00D30">
      <w:r>
        <w:t>122.3113</w:t>
      </w:r>
      <w:r>
        <w:tab/>
        <w:t>3.038e0</w:t>
      </w:r>
    </w:p>
    <w:p w:rsidR="00E00D30" w:rsidRDefault="00E00D30" w:rsidP="00E00D30">
      <w:r>
        <w:t>122.3197</w:t>
      </w:r>
      <w:r>
        <w:tab/>
        <w:t>2.025e0</w:t>
      </w:r>
    </w:p>
    <w:p w:rsidR="00E00D30" w:rsidRDefault="00E00D30" w:rsidP="00E00D30">
      <w:r>
        <w:t>122.3244</w:t>
      </w:r>
      <w:r>
        <w:tab/>
        <w:t>2.025e0</w:t>
      </w:r>
    </w:p>
    <w:p w:rsidR="00E00D30" w:rsidRDefault="00E00D30" w:rsidP="00E00D30">
      <w:r>
        <w:t>122.3448</w:t>
      </w:r>
      <w:r>
        <w:tab/>
        <w:t>1.013e0</w:t>
      </w:r>
    </w:p>
    <w:p w:rsidR="00E00D30" w:rsidRDefault="00E00D30" w:rsidP="00E00D30">
      <w:r>
        <w:t>122.3504</w:t>
      </w:r>
      <w:r>
        <w:tab/>
        <w:t>1.013e0</w:t>
      </w:r>
    </w:p>
    <w:p w:rsidR="00E00D30" w:rsidRDefault="00E00D30" w:rsidP="00E00D30">
      <w:r>
        <w:t>122.3534</w:t>
      </w:r>
      <w:r>
        <w:tab/>
        <w:t>2.025e0</w:t>
      </w:r>
    </w:p>
    <w:p w:rsidR="00E00D30" w:rsidRDefault="00E00D30" w:rsidP="00E00D30">
      <w:r>
        <w:t>122.3624</w:t>
      </w:r>
      <w:r>
        <w:tab/>
        <w:t>1.013e0</w:t>
      </w:r>
    </w:p>
    <w:p w:rsidR="00E00D30" w:rsidRDefault="00E00D30" w:rsidP="00E00D30">
      <w:r>
        <w:t>122.3655</w:t>
      </w:r>
      <w:r>
        <w:tab/>
        <w:t>1.013e0</w:t>
      </w:r>
    </w:p>
    <w:p w:rsidR="00E00D30" w:rsidRDefault="00E00D30" w:rsidP="00E00D30">
      <w:r>
        <w:t>122.3708</w:t>
      </w:r>
      <w:r>
        <w:tab/>
        <w:t>1.013e0</w:t>
      </w:r>
    </w:p>
    <w:p w:rsidR="00E00D30" w:rsidRDefault="00E00D30" w:rsidP="00E00D30">
      <w:r>
        <w:t>122.3739</w:t>
      </w:r>
      <w:r>
        <w:tab/>
        <w:t>1.013e0</w:t>
      </w:r>
    </w:p>
    <w:p w:rsidR="00E00D30" w:rsidRDefault="00E00D30" w:rsidP="00E00D30">
      <w:r>
        <w:t>122.3769</w:t>
      </w:r>
      <w:r>
        <w:tab/>
        <w:t>1.013e0</w:t>
      </w:r>
    </w:p>
    <w:p w:rsidR="00E00D30" w:rsidRDefault="00E00D30" w:rsidP="00E00D30">
      <w:r>
        <w:lastRenderedPageBreak/>
        <w:t>122.3799</w:t>
      </w:r>
      <w:r>
        <w:tab/>
        <w:t>1.013e0</w:t>
      </w:r>
    </w:p>
    <w:p w:rsidR="00E00D30" w:rsidRDefault="00E00D30" w:rsidP="00E00D30">
      <w:r>
        <w:t>122.3859</w:t>
      </w:r>
      <w:r>
        <w:tab/>
        <w:t>1.013e0</w:t>
      </w:r>
    </w:p>
    <w:p w:rsidR="00E00D30" w:rsidRDefault="00E00D30" w:rsidP="00E00D30">
      <w:r>
        <w:t>122.3916</w:t>
      </w:r>
      <w:r>
        <w:tab/>
        <w:t>1.013e0</w:t>
      </w:r>
    </w:p>
    <w:p w:rsidR="00E00D30" w:rsidRDefault="00E00D30" w:rsidP="00E00D30">
      <w:r>
        <w:t>122.4007</w:t>
      </w:r>
      <w:r>
        <w:tab/>
        <w:t>1.013e0</w:t>
      </w:r>
    </w:p>
    <w:p w:rsidR="00E00D30" w:rsidRDefault="00E00D30" w:rsidP="00E00D30">
      <w:r>
        <w:t>122.4090</w:t>
      </w:r>
      <w:r>
        <w:tab/>
        <w:t>1.013e0</w:t>
      </w:r>
    </w:p>
    <w:p w:rsidR="00E00D30" w:rsidRDefault="00E00D30" w:rsidP="00E00D30">
      <w:r>
        <w:t>122.4108</w:t>
      </w:r>
      <w:r>
        <w:tab/>
        <w:t>5.063e0</w:t>
      </w:r>
    </w:p>
    <w:p w:rsidR="00E00D30" w:rsidRDefault="00E00D30" w:rsidP="00E00D30">
      <w:r>
        <w:t>122.4181</w:t>
      </w:r>
      <w:r>
        <w:tab/>
        <w:t>1.013e0</w:t>
      </w:r>
    </w:p>
    <w:p w:rsidR="00E00D30" w:rsidRDefault="00E00D30" w:rsidP="00E00D30">
      <w:r>
        <w:t>122.4272</w:t>
      </w:r>
      <w:r>
        <w:tab/>
        <w:t>1.013e0</w:t>
      </w:r>
    </w:p>
    <w:p w:rsidR="00E00D30" w:rsidRDefault="00E00D30" w:rsidP="00E00D30">
      <w:r>
        <w:t>122.4326</w:t>
      </w:r>
      <w:r>
        <w:tab/>
        <w:t>2.025e0</w:t>
      </w:r>
    </w:p>
    <w:p w:rsidR="00E00D30" w:rsidRDefault="00E00D30" w:rsidP="00E00D30">
      <w:r>
        <w:t>122.4386</w:t>
      </w:r>
      <w:r>
        <w:tab/>
        <w:t>1.013e0</w:t>
      </w:r>
    </w:p>
    <w:p w:rsidR="00E00D30" w:rsidRDefault="00E00D30" w:rsidP="00E00D30">
      <w:r>
        <w:t>122.4476</w:t>
      </w:r>
      <w:r>
        <w:tab/>
        <w:t>3.038e0</w:t>
      </w:r>
    </w:p>
    <w:p w:rsidR="00E00D30" w:rsidRDefault="00E00D30" w:rsidP="00E00D30">
      <w:r>
        <w:t>122.4532</w:t>
      </w:r>
      <w:r>
        <w:tab/>
        <w:t>2.025e0</w:t>
      </w:r>
    </w:p>
    <w:p w:rsidR="00E00D30" w:rsidRDefault="00E00D30" w:rsidP="00E00D30">
      <w:r>
        <w:t>122.4562</w:t>
      </w:r>
      <w:r>
        <w:tab/>
        <w:t>2.025e0</w:t>
      </w:r>
    </w:p>
    <w:p w:rsidR="00E00D30" w:rsidRDefault="00E00D30" w:rsidP="00E00D30">
      <w:r>
        <w:t>122.4593</w:t>
      </w:r>
      <w:r>
        <w:tab/>
        <w:t>1.013e0</w:t>
      </w:r>
    </w:p>
    <w:p w:rsidR="00E00D30" w:rsidRDefault="00E00D30" w:rsidP="00E00D30">
      <w:r>
        <w:t>122.4681</w:t>
      </w:r>
      <w:r>
        <w:tab/>
        <w:t>1.013e0</w:t>
      </w:r>
    </w:p>
    <w:p w:rsidR="00E00D30" w:rsidRDefault="00E00D30" w:rsidP="00E00D30">
      <w:r>
        <w:t>122.4770</w:t>
      </w:r>
      <w:r>
        <w:tab/>
        <w:t>1.013e0</w:t>
      </w:r>
    </w:p>
    <w:p w:rsidR="00E00D30" w:rsidRDefault="00E00D30" w:rsidP="00E00D30">
      <w:r>
        <w:t>122.4814</w:t>
      </w:r>
      <w:r>
        <w:tab/>
        <w:t>2.025e0</w:t>
      </w:r>
    </w:p>
    <w:p w:rsidR="00E00D30" w:rsidRDefault="00E00D30" w:rsidP="00E00D30">
      <w:r>
        <w:t>122.4887</w:t>
      </w:r>
      <w:r>
        <w:tab/>
        <w:t>1.013e0</w:t>
      </w:r>
    </w:p>
    <w:p w:rsidR="00E00D30" w:rsidRDefault="00E00D30" w:rsidP="00E00D30">
      <w:r>
        <w:t>122.4976</w:t>
      </w:r>
      <w:r>
        <w:tab/>
        <w:t>1.013e0</w:t>
      </w:r>
    </w:p>
    <w:p w:rsidR="00E00D30" w:rsidRDefault="00E00D30" w:rsidP="00E00D30">
      <w:r>
        <w:lastRenderedPageBreak/>
        <w:t>122.5005</w:t>
      </w:r>
      <w:r>
        <w:tab/>
        <w:t>1.013e0</w:t>
      </w:r>
    </w:p>
    <w:p w:rsidR="00E00D30" w:rsidRDefault="00E00D30" w:rsidP="00E00D30">
      <w:r>
        <w:t>122.5065</w:t>
      </w:r>
      <w:r>
        <w:tab/>
        <w:t>1.013e0</w:t>
      </w:r>
    </w:p>
    <w:p w:rsidR="00E00D30" w:rsidRDefault="00E00D30" w:rsidP="00E00D30">
      <w:r>
        <w:t>122.5182</w:t>
      </w:r>
      <w:r>
        <w:tab/>
        <w:t>1.013e0</w:t>
      </w:r>
    </w:p>
    <w:p w:rsidR="00E00D30" w:rsidRDefault="00E00D30" w:rsidP="00E00D30">
      <w:r>
        <w:t>122.5210</w:t>
      </w:r>
      <w:r>
        <w:tab/>
        <w:t>1.013e0</w:t>
      </w:r>
    </w:p>
    <w:p w:rsidR="00E00D30" w:rsidRDefault="00E00D30" w:rsidP="00E00D30">
      <w:r>
        <w:t>122.5241</w:t>
      </w:r>
      <w:r>
        <w:tab/>
        <w:t>1.013e0</w:t>
      </w:r>
    </w:p>
    <w:p w:rsidR="00E00D30" w:rsidRDefault="00E00D30" w:rsidP="00E00D30">
      <w:r>
        <w:t>122.5287</w:t>
      </w:r>
      <w:r>
        <w:tab/>
        <w:t>2.025e0</w:t>
      </w:r>
    </w:p>
    <w:p w:rsidR="00E00D30" w:rsidRDefault="00E00D30" w:rsidP="00E00D30">
      <w:r>
        <w:t>122.5391</w:t>
      </w:r>
      <w:r>
        <w:tab/>
        <w:t>3.038e0</w:t>
      </w:r>
    </w:p>
    <w:p w:rsidR="00E00D30" w:rsidRDefault="00E00D30" w:rsidP="00E00D30">
      <w:r>
        <w:t>122.5432</w:t>
      </w:r>
      <w:r>
        <w:tab/>
        <w:t>2.025e0</w:t>
      </w:r>
    </w:p>
    <w:p w:rsidR="00E00D30" w:rsidRDefault="00E00D30" w:rsidP="00E00D30">
      <w:r>
        <w:t>122.5448</w:t>
      </w:r>
      <w:r>
        <w:tab/>
        <w:t>5.863e0</w:t>
      </w:r>
    </w:p>
    <w:p w:rsidR="00E00D30" w:rsidRDefault="00E00D30" w:rsidP="00E00D30">
      <w:r>
        <w:t>122.5468</w:t>
      </w:r>
      <w:r>
        <w:tab/>
        <w:t>7.089e0</w:t>
      </w:r>
    </w:p>
    <w:p w:rsidR="00E00D30" w:rsidRDefault="00E00D30" w:rsidP="00E00D30">
      <w:r>
        <w:t>122.5480</w:t>
      </w:r>
      <w:r>
        <w:tab/>
        <w:t>1.418e1</w:t>
      </w:r>
    </w:p>
    <w:p w:rsidR="00E00D30" w:rsidRDefault="00E00D30" w:rsidP="00E00D30">
      <w:r>
        <w:t>122.5494</w:t>
      </w:r>
      <w:r>
        <w:tab/>
        <w:t>7.089e0</w:t>
      </w:r>
    </w:p>
    <w:p w:rsidR="00E00D30" w:rsidRDefault="00E00D30" w:rsidP="00E00D30">
      <w:r>
        <w:t>122.5531</w:t>
      </w:r>
      <w:r>
        <w:tab/>
        <w:t>1.013e0</w:t>
      </w:r>
    </w:p>
    <w:p w:rsidR="00E00D30" w:rsidRDefault="00E00D30" w:rsidP="00E00D30">
      <w:r>
        <w:t>122.5696</w:t>
      </w:r>
      <w:r>
        <w:tab/>
        <w:t>2.025e0</w:t>
      </w:r>
    </w:p>
    <w:p w:rsidR="00E00D30" w:rsidRDefault="00E00D30" w:rsidP="00E00D30">
      <w:r>
        <w:t>122.5710</w:t>
      </w:r>
      <w:r>
        <w:tab/>
        <w:t>1.013e0</w:t>
      </w:r>
    </w:p>
    <w:p w:rsidR="00E00D30" w:rsidRDefault="00E00D30" w:rsidP="00E00D30">
      <w:r>
        <w:t>122.5739</w:t>
      </w:r>
      <w:r>
        <w:tab/>
        <w:t>1.013e0</w:t>
      </w:r>
    </w:p>
    <w:p w:rsidR="00E00D30" w:rsidRDefault="00E00D30" w:rsidP="00E00D30">
      <w:r>
        <w:t>122.5828</w:t>
      </w:r>
      <w:r>
        <w:tab/>
        <w:t>1.013e0</w:t>
      </w:r>
    </w:p>
    <w:p w:rsidR="00E00D30" w:rsidRDefault="00E00D30" w:rsidP="00E00D30">
      <w:r>
        <w:t>122.5944</w:t>
      </w:r>
      <w:r>
        <w:tab/>
        <w:t>1.013e0</w:t>
      </w:r>
    </w:p>
    <w:p w:rsidR="00E00D30" w:rsidRDefault="00E00D30" w:rsidP="00E00D30">
      <w:r>
        <w:t>122.6005</w:t>
      </w:r>
      <w:r>
        <w:tab/>
        <w:t>2.025e0</w:t>
      </w:r>
    </w:p>
    <w:p w:rsidR="00E00D30" w:rsidRDefault="00E00D30" w:rsidP="00E00D30">
      <w:r>
        <w:lastRenderedPageBreak/>
        <w:t>122.6034</w:t>
      </w:r>
      <w:r>
        <w:tab/>
        <w:t>2.025e0</w:t>
      </w:r>
    </w:p>
    <w:p w:rsidR="00E00D30" w:rsidRDefault="00E00D30" w:rsidP="00E00D30">
      <w:r>
        <w:t>122.6097</w:t>
      </w:r>
      <w:r>
        <w:tab/>
        <w:t>1.013e0</w:t>
      </w:r>
    </w:p>
    <w:p w:rsidR="00E00D30" w:rsidRDefault="00E00D30" w:rsidP="00E00D30">
      <w:r>
        <w:t>122.6149</w:t>
      </w:r>
      <w:r>
        <w:tab/>
        <w:t>2.025e0</w:t>
      </w:r>
    </w:p>
    <w:p w:rsidR="00E00D30" w:rsidRDefault="00E00D30" w:rsidP="00E00D30">
      <w:r>
        <w:t>122.6273</w:t>
      </w:r>
      <w:r>
        <w:tab/>
        <w:t>1.013e0</w:t>
      </w:r>
    </w:p>
    <w:p w:rsidR="00E00D30" w:rsidRDefault="00E00D30" w:rsidP="00E00D30">
      <w:r>
        <w:t>122.6301</w:t>
      </w:r>
      <w:r>
        <w:tab/>
        <w:t>1.013e0</w:t>
      </w:r>
    </w:p>
    <w:p w:rsidR="00E00D30" w:rsidRDefault="00E00D30" w:rsidP="00E00D30">
      <w:r>
        <w:t>122.6329</w:t>
      </w:r>
      <w:r>
        <w:tab/>
        <w:t>1.013e0</w:t>
      </w:r>
    </w:p>
    <w:p w:rsidR="00E00D30" w:rsidRDefault="00E00D30" w:rsidP="00E00D30">
      <w:r>
        <w:t>122.6416</w:t>
      </w:r>
      <w:r>
        <w:tab/>
        <w:t>1.013e0</w:t>
      </w:r>
    </w:p>
    <w:p w:rsidR="00E00D30" w:rsidRDefault="00E00D30" w:rsidP="00E00D30">
      <w:r>
        <w:t>122.6443</w:t>
      </w:r>
      <w:r>
        <w:tab/>
        <w:t>3.038e0</w:t>
      </w:r>
    </w:p>
    <w:p w:rsidR="00E00D30" w:rsidRDefault="00E00D30" w:rsidP="00E00D30">
      <w:r>
        <w:t>122.6713</w:t>
      </w:r>
      <w:r>
        <w:tab/>
        <w:t>2.025e0</w:t>
      </w:r>
    </w:p>
    <w:p w:rsidR="00E00D30" w:rsidRDefault="00E00D30" w:rsidP="00E00D30">
      <w:r>
        <w:t>122.6738</w:t>
      </w:r>
      <w:r>
        <w:tab/>
        <w:t>1.013e0</w:t>
      </w:r>
    </w:p>
    <w:p w:rsidR="00E00D30" w:rsidRDefault="00E00D30" w:rsidP="00E00D30">
      <w:r>
        <w:t>122.6830</w:t>
      </w:r>
      <w:r>
        <w:tab/>
        <w:t>1.013e0</w:t>
      </w:r>
    </w:p>
    <w:p w:rsidR="00E00D30" w:rsidRDefault="00E00D30" w:rsidP="00E00D30">
      <w:r>
        <w:t>122.6946</w:t>
      </w:r>
      <w:r>
        <w:tab/>
        <w:t>1.013e0</w:t>
      </w:r>
    </w:p>
    <w:p w:rsidR="00E00D30" w:rsidRDefault="00E00D30" w:rsidP="00E00D30">
      <w:r>
        <w:t>122.7043</w:t>
      </w:r>
      <w:r>
        <w:tab/>
        <w:t>3.038e0</w:t>
      </w:r>
    </w:p>
    <w:p w:rsidR="00E00D30" w:rsidRDefault="00E00D30" w:rsidP="00E00D30">
      <w:r>
        <w:t>122.7097</w:t>
      </w:r>
      <w:r>
        <w:tab/>
        <w:t>1.013e0</w:t>
      </w:r>
    </w:p>
    <w:p w:rsidR="00E00D30" w:rsidRDefault="00E00D30" w:rsidP="00E00D30">
      <w:r>
        <w:t>122.7241</w:t>
      </w:r>
      <w:r>
        <w:tab/>
        <w:t>2.025e0</w:t>
      </w:r>
    </w:p>
    <w:p w:rsidR="00E00D30" w:rsidRDefault="00E00D30" w:rsidP="00E00D30">
      <w:r>
        <w:t>122.7331</w:t>
      </w:r>
      <w:r>
        <w:tab/>
        <w:t>2.025e0</w:t>
      </w:r>
    </w:p>
    <w:p w:rsidR="00E00D30" w:rsidRDefault="00E00D30" w:rsidP="00E00D30">
      <w:r>
        <w:t>122.7432</w:t>
      </w:r>
      <w:r>
        <w:tab/>
        <w:t>2.025e0</w:t>
      </w:r>
    </w:p>
    <w:p w:rsidR="00E00D30" w:rsidRDefault="00E00D30" w:rsidP="00E00D30">
      <w:r>
        <w:t>122.7625</w:t>
      </w:r>
      <w:r>
        <w:tab/>
        <w:t>1.013e0</w:t>
      </w:r>
    </w:p>
    <w:p w:rsidR="00E00D30" w:rsidRDefault="00E00D30" w:rsidP="00E00D30">
      <w:r>
        <w:t>122.7768</w:t>
      </w:r>
      <w:r>
        <w:tab/>
        <w:t>1.013e0</w:t>
      </w:r>
    </w:p>
    <w:p w:rsidR="00E00D30" w:rsidRDefault="00E00D30" w:rsidP="00E00D30">
      <w:r>
        <w:lastRenderedPageBreak/>
        <w:t>122.7784</w:t>
      </w:r>
      <w:r>
        <w:tab/>
        <w:t>2.025e0</w:t>
      </w:r>
    </w:p>
    <w:p w:rsidR="00E00D30" w:rsidRDefault="00E00D30" w:rsidP="00E00D30">
      <w:r>
        <w:t>122.7889</w:t>
      </w:r>
      <w:r>
        <w:tab/>
        <w:t>3.038e0</w:t>
      </w:r>
    </w:p>
    <w:p w:rsidR="00E00D30" w:rsidRDefault="00E00D30" w:rsidP="00E00D30">
      <w:r>
        <w:t>122.7921</w:t>
      </w:r>
      <w:r>
        <w:tab/>
        <w:t>1.013e0</w:t>
      </w:r>
    </w:p>
    <w:p w:rsidR="00E00D30" w:rsidRDefault="00E00D30" w:rsidP="00E00D30">
      <w:r>
        <w:t>122.7948</w:t>
      </w:r>
      <w:r>
        <w:tab/>
        <w:t>1.013e0</w:t>
      </w:r>
    </w:p>
    <w:p w:rsidR="00E00D30" w:rsidRDefault="00E00D30" w:rsidP="00E00D30">
      <w:r>
        <w:t>122.8005</w:t>
      </w:r>
      <w:r>
        <w:tab/>
        <w:t>1.013e0</w:t>
      </w:r>
    </w:p>
    <w:p w:rsidR="00E00D30" w:rsidRDefault="00E00D30" w:rsidP="00E00D30">
      <w:r>
        <w:t>122.8154</w:t>
      </w:r>
      <w:r>
        <w:tab/>
        <w:t>2.025e0</w:t>
      </w:r>
    </w:p>
    <w:p w:rsidR="00E00D30" w:rsidRDefault="00E00D30" w:rsidP="00E00D30">
      <w:r>
        <w:t>122.8211</w:t>
      </w:r>
      <w:r>
        <w:tab/>
        <w:t>2.025e0</w:t>
      </w:r>
    </w:p>
    <w:p w:rsidR="00E00D30" w:rsidRDefault="00E00D30" w:rsidP="00E00D30">
      <w:r>
        <w:t>122.8271</w:t>
      </w:r>
      <w:r>
        <w:tab/>
        <w:t>2.025e0</w:t>
      </w:r>
    </w:p>
    <w:p w:rsidR="00E00D30" w:rsidRDefault="00E00D30" w:rsidP="00E00D30">
      <w:r>
        <w:t>122.8417</w:t>
      </w:r>
      <w:r>
        <w:tab/>
        <w:t>1.013e0</w:t>
      </w:r>
    </w:p>
    <w:p w:rsidR="00E00D30" w:rsidRDefault="00E00D30" w:rsidP="00E00D30">
      <w:r>
        <w:t>122.8448</w:t>
      </w:r>
      <w:r>
        <w:tab/>
        <w:t>1.013e0</w:t>
      </w:r>
    </w:p>
    <w:p w:rsidR="00E00D30" w:rsidRDefault="00E00D30" w:rsidP="00E00D30">
      <w:r>
        <w:t>122.8478</w:t>
      </w:r>
      <w:r>
        <w:tab/>
        <w:t>1.013e0</w:t>
      </w:r>
    </w:p>
    <w:p w:rsidR="00E00D30" w:rsidRDefault="00E00D30" w:rsidP="00E00D30">
      <w:r>
        <w:t>122.8508</w:t>
      </w:r>
      <w:r>
        <w:tab/>
        <w:t>1.013e0</w:t>
      </w:r>
    </w:p>
    <w:p w:rsidR="00E00D30" w:rsidRDefault="00E00D30" w:rsidP="00E00D30">
      <w:r>
        <w:t>122.8539</w:t>
      </w:r>
      <w:r>
        <w:tab/>
        <w:t>1.013e0</w:t>
      </w:r>
    </w:p>
    <w:p w:rsidR="00E00D30" w:rsidRDefault="00E00D30" w:rsidP="00E00D30">
      <w:r>
        <w:t>122.8568</w:t>
      </w:r>
      <w:r>
        <w:tab/>
        <w:t>1.013e0</w:t>
      </w:r>
    </w:p>
    <w:p w:rsidR="00E00D30" w:rsidRDefault="00E00D30" w:rsidP="00E00D30">
      <w:r>
        <w:t>122.8592</w:t>
      </w:r>
      <w:r>
        <w:tab/>
        <w:t>1.013e0</w:t>
      </w:r>
    </w:p>
    <w:p w:rsidR="00E00D30" w:rsidRDefault="00E00D30" w:rsidP="00E00D30">
      <w:r>
        <w:t>122.8772</w:t>
      </w:r>
      <w:r>
        <w:tab/>
        <w:t>3.038e0</w:t>
      </w:r>
    </w:p>
    <w:p w:rsidR="00E00D30" w:rsidRDefault="00E00D30" w:rsidP="00E00D30">
      <w:r>
        <w:t>122.9052</w:t>
      </w:r>
      <w:r>
        <w:tab/>
        <w:t>2.025e0</w:t>
      </w:r>
    </w:p>
    <w:p w:rsidR="00E00D30" w:rsidRDefault="00E00D30" w:rsidP="00E00D30">
      <w:r>
        <w:t>122.9066</w:t>
      </w:r>
      <w:r>
        <w:tab/>
        <w:t>1.013e0</w:t>
      </w:r>
    </w:p>
    <w:p w:rsidR="00E00D30" w:rsidRDefault="00E00D30" w:rsidP="00E00D30">
      <w:r>
        <w:t>122.9098</w:t>
      </w:r>
      <w:r>
        <w:tab/>
        <w:t>2.025e0</w:t>
      </w:r>
    </w:p>
    <w:p w:rsidR="00E00D30" w:rsidRDefault="00E00D30" w:rsidP="00E00D30">
      <w:r>
        <w:lastRenderedPageBreak/>
        <w:t>122.9185</w:t>
      </w:r>
      <w:r>
        <w:tab/>
        <w:t>3.038e0</w:t>
      </w:r>
    </w:p>
    <w:p w:rsidR="00E00D30" w:rsidRDefault="00E00D30" w:rsidP="00E00D30">
      <w:r>
        <w:t>122.9242</w:t>
      </w:r>
      <w:r>
        <w:tab/>
        <w:t>2.025e0</w:t>
      </w:r>
    </w:p>
    <w:p w:rsidR="00E00D30" w:rsidRDefault="00E00D30" w:rsidP="00E00D30">
      <w:r>
        <w:t>122.9303</w:t>
      </w:r>
      <w:r>
        <w:tab/>
        <w:t>1.013e0</w:t>
      </w:r>
    </w:p>
    <w:p w:rsidR="00E00D30" w:rsidRDefault="00E00D30" w:rsidP="00E00D30">
      <w:r>
        <w:t>122.9316</w:t>
      </w:r>
      <w:r>
        <w:tab/>
        <w:t>3.038e0</w:t>
      </w:r>
    </w:p>
    <w:p w:rsidR="00E00D30" w:rsidRDefault="00E00D30" w:rsidP="00E00D30">
      <w:r>
        <w:t>122.9364</w:t>
      </w:r>
      <w:r>
        <w:tab/>
        <w:t>1.013e0</w:t>
      </w:r>
    </w:p>
    <w:p w:rsidR="00E00D30" w:rsidRDefault="00E00D30" w:rsidP="00E00D30">
      <w:r>
        <w:t>122.9509</w:t>
      </w:r>
      <w:r>
        <w:tab/>
        <w:t>1.013e0</w:t>
      </w:r>
    </w:p>
    <w:p w:rsidR="00E00D30" w:rsidRDefault="00E00D30" w:rsidP="00E00D30">
      <w:r>
        <w:t>122.9806</w:t>
      </w:r>
      <w:r>
        <w:tab/>
        <w:t>1.013e0</w:t>
      </w:r>
    </w:p>
    <w:p w:rsidR="00E00D30" w:rsidRDefault="00E00D30" w:rsidP="00E00D30">
      <w:r>
        <w:t>122.9830</w:t>
      </w:r>
      <w:r>
        <w:tab/>
        <w:t>2.025e0</w:t>
      </w:r>
    </w:p>
    <w:p w:rsidR="00E00D30" w:rsidRDefault="00E00D30" w:rsidP="00E00D30">
      <w:r>
        <w:t>122.9907</w:t>
      </w:r>
      <w:r>
        <w:tab/>
        <w:t>2.025e0</w:t>
      </w:r>
    </w:p>
    <w:p w:rsidR="00E00D30" w:rsidRDefault="00E00D30" w:rsidP="00E00D30">
      <w:r>
        <w:t>123.0009</w:t>
      </w:r>
      <w:r>
        <w:tab/>
        <w:t>2.025e0</w:t>
      </w:r>
    </w:p>
    <w:p w:rsidR="00E00D30" w:rsidRDefault="00E00D30" w:rsidP="00E00D30">
      <w:r>
        <w:t>123.0128</w:t>
      </w:r>
      <w:r>
        <w:tab/>
        <w:t>1.013e0</w:t>
      </w:r>
    </w:p>
    <w:p w:rsidR="00E00D30" w:rsidRDefault="00E00D30" w:rsidP="00E00D30">
      <w:r>
        <w:t>123.0158</w:t>
      </w:r>
      <w:r>
        <w:tab/>
        <w:t>2.025e0</w:t>
      </w:r>
    </w:p>
    <w:p w:rsidR="00E00D30" w:rsidRDefault="00E00D30" w:rsidP="00E00D30">
      <w:r>
        <w:t>123.0190</w:t>
      </w:r>
      <w:r>
        <w:tab/>
        <w:t>1.013e0</w:t>
      </w:r>
    </w:p>
    <w:p w:rsidR="00E00D30" w:rsidRDefault="00E00D30" w:rsidP="00E00D30">
      <w:r>
        <w:t>123.0216</w:t>
      </w:r>
      <w:r>
        <w:tab/>
        <w:t>1.013e0</w:t>
      </w:r>
    </w:p>
    <w:p w:rsidR="00E00D30" w:rsidRDefault="00E00D30" w:rsidP="00E00D30">
      <w:r>
        <w:t>123.0306</w:t>
      </w:r>
      <w:r>
        <w:tab/>
        <w:t>2.025e0</w:t>
      </w:r>
    </w:p>
    <w:p w:rsidR="00E00D30" w:rsidRDefault="00E00D30" w:rsidP="00E00D30">
      <w:r>
        <w:t>123.0334</w:t>
      </w:r>
      <w:r>
        <w:tab/>
        <w:t>1.013e0</w:t>
      </w:r>
    </w:p>
    <w:p w:rsidR="00E00D30" w:rsidRDefault="00E00D30" w:rsidP="00E00D30">
      <w:r>
        <w:t>123.0422</w:t>
      </w:r>
      <w:r>
        <w:tab/>
        <w:t>1.013e0</w:t>
      </w:r>
    </w:p>
    <w:p w:rsidR="00E00D30" w:rsidRDefault="00E00D30" w:rsidP="00E00D30">
      <w:r>
        <w:t>123.0440</w:t>
      </w:r>
      <w:r>
        <w:tab/>
        <w:t>4.051e0</w:t>
      </w:r>
    </w:p>
    <w:p w:rsidR="00E00D30" w:rsidRDefault="00E00D30" w:rsidP="00E00D30">
      <w:r>
        <w:t>123.0479</w:t>
      </w:r>
      <w:r>
        <w:tab/>
        <w:t>5.063e0</w:t>
      </w:r>
    </w:p>
    <w:p w:rsidR="00E00D30" w:rsidRDefault="00E00D30" w:rsidP="00E00D30">
      <w:r>
        <w:lastRenderedPageBreak/>
        <w:t>123.0510</w:t>
      </w:r>
      <w:r>
        <w:tab/>
        <w:t>2.025e0</w:t>
      </w:r>
    </w:p>
    <w:p w:rsidR="00E00D30" w:rsidRDefault="00E00D30" w:rsidP="00E00D30">
      <w:r>
        <w:t>123.0533</w:t>
      </w:r>
      <w:r>
        <w:tab/>
        <w:t>7.147e0</w:t>
      </w:r>
    </w:p>
    <w:p w:rsidR="00E00D30" w:rsidRDefault="00E00D30" w:rsidP="00E00D30">
      <w:r>
        <w:t>123.0556</w:t>
      </w:r>
      <w:r>
        <w:tab/>
        <w:t>7.089e0</w:t>
      </w:r>
    </w:p>
    <w:p w:rsidR="00E00D30" w:rsidRDefault="00E00D30" w:rsidP="00E00D30">
      <w:r>
        <w:t>123.0570</w:t>
      </w:r>
      <w:r>
        <w:tab/>
        <w:t>4.051e0</w:t>
      </w:r>
    </w:p>
    <w:p w:rsidR="00E00D30" w:rsidRDefault="00E00D30" w:rsidP="00E00D30">
      <w:r>
        <w:t>123.0600</w:t>
      </w:r>
      <w:r>
        <w:tab/>
        <w:t>3.038e0</w:t>
      </w:r>
    </w:p>
    <w:p w:rsidR="00E00D30" w:rsidRDefault="00E00D30" w:rsidP="00E00D30">
      <w:r>
        <w:t>123.0672</w:t>
      </w:r>
      <w:r>
        <w:tab/>
        <w:t>2.025e0</w:t>
      </w:r>
    </w:p>
    <w:p w:rsidR="00E00D30" w:rsidRDefault="00E00D30" w:rsidP="00E00D30">
      <w:r>
        <w:t>123.0778</w:t>
      </w:r>
      <w:r>
        <w:tab/>
        <w:t>1.013e0</w:t>
      </w:r>
    </w:p>
    <w:p w:rsidR="00E00D30" w:rsidRDefault="00E00D30" w:rsidP="00E00D30">
      <w:r>
        <w:t>123.0808</w:t>
      </w:r>
      <w:r>
        <w:tab/>
        <w:t>2.025e0</w:t>
      </w:r>
    </w:p>
    <w:p w:rsidR="00E00D30" w:rsidRDefault="00E00D30" w:rsidP="00E00D30">
      <w:r>
        <w:t>123.0824</w:t>
      </w:r>
      <w:r>
        <w:tab/>
        <w:t>2.025e0</w:t>
      </w:r>
    </w:p>
    <w:p w:rsidR="00E00D30" w:rsidRDefault="00E00D30" w:rsidP="00E00D30">
      <w:r>
        <w:t>123.0852</w:t>
      </w:r>
      <w:r>
        <w:tab/>
        <w:t>3.740e0</w:t>
      </w:r>
    </w:p>
    <w:p w:rsidR="00E00D30" w:rsidRDefault="00E00D30" w:rsidP="00E00D30">
      <w:r>
        <w:t>123.0954</w:t>
      </w:r>
      <w:r>
        <w:tab/>
        <w:t>7.146e0</w:t>
      </w:r>
    </w:p>
    <w:p w:rsidR="00E00D30" w:rsidRDefault="00E00D30" w:rsidP="00E00D30">
      <w:r>
        <w:t>123.0971</w:t>
      </w:r>
      <w:r>
        <w:tab/>
        <w:t>2.372e1</w:t>
      </w:r>
    </w:p>
    <w:p w:rsidR="00E00D30" w:rsidRDefault="00E00D30" w:rsidP="00E00D30">
      <w:r>
        <w:t>123.0998</w:t>
      </w:r>
      <w:r>
        <w:tab/>
        <w:t>2.329e1</w:t>
      </w:r>
    </w:p>
    <w:p w:rsidR="00E00D30" w:rsidRDefault="00E00D30" w:rsidP="00E00D30">
      <w:r>
        <w:t>123.1019</w:t>
      </w:r>
      <w:r>
        <w:tab/>
        <w:t>2.184e1</w:t>
      </w:r>
    </w:p>
    <w:p w:rsidR="00E00D30" w:rsidRDefault="00E00D30" w:rsidP="00E00D30">
      <w:r>
        <w:t>123.1053</w:t>
      </w:r>
      <w:r>
        <w:tab/>
        <w:t>6.639e0</w:t>
      </w:r>
    </w:p>
    <w:p w:rsidR="00E00D30" w:rsidRDefault="00E00D30" w:rsidP="00E00D30">
      <w:r>
        <w:t>123.1114</w:t>
      </w:r>
      <w:r>
        <w:tab/>
        <w:t>3.038e0</w:t>
      </w:r>
    </w:p>
    <w:p w:rsidR="00E00D30" w:rsidRDefault="00E00D30" w:rsidP="00E00D30">
      <w:r>
        <w:t>123.1366</w:t>
      </w:r>
      <w:r>
        <w:tab/>
        <w:t>2.025e0</w:t>
      </w:r>
    </w:p>
    <w:p w:rsidR="00E00D30" w:rsidRDefault="00E00D30" w:rsidP="00E00D30">
      <w:r>
        <w:t>123.1603</w:t>
      </w:r>
      <w:r>
        <w:tab/>
        <w:t>1.013e0</w:t>
      </w:r>
    </w:p>
    <w:p w:rsidR="00E00D30" w:rsidRDefault="00E00D30" w:rsidP="00E00D30">
      <w:r>
        <w:t>123.1719</w:t>
      </w:r>
      <w:r>
        <w:tab/>
        <w:t>1.013e0</w:t>
      </w:r>
    </w:p>
    <w:p w:rsidR="00E00D30" w:rsidRDefault="00E00D30" w:rsidP="00E00D30">
      <w:r>
        <w:lastRenderedPageBreak/>
        <w:t>123.1749</w:t>
      </w:r>
      <w:r>
        <w:tab/>
        <w:t>1.013e0</w:t>
      </w:r>
    </w:p>
    <w:p w:rsidR="00E00D30" w:rsidRDefault="00E00D30" w:rsidP="00E00D30">
      <w:r>
        <w:t>123.1840</w:t>
      </w:r>
      <w:r>
        <w:tab/>
        <w:t>1.013e0</w:t>
      </w:r>
    </w:p>
    <w:p w:rsidR="00E00D30" w:rsidRDefault="00E00D30" w:rsidP="00E00D30">
      <w:r>
        <w:t>123.1868</w:t>
      </w:r>
      <w:r>
        <w:tab/>
        <w:t>1.013e0</w:t>
      </w:r>
    </w:p>
    <w:p w:rsidR="00E00D30" w:rsidRDefault="00E00D30" w:rsidP="00E00D30">
      <w:r>
        <w:t>123.1986</w:t>
      </w:r>
      <w:r>
        <w:tab/>
        <w:t>1.013e0</w:t>
      </w:r>
    </w:p>
    <w:p w:rsidR="00E00D30" w:rsidRDefault="00E00D30" w:rsidP="00E00D30">
      <w:r>
        <w:t>123.2074</w:t>
      </w:r>
      <w:r>
        <w:tab/>
        <w:t>1.013e0</w:t>
      </w:r>
    </w:p>
    <w:p w:rsidR="00E00D30" w:rsidRDefault="00E00D30" w:rsidP="00E00D30">
      <w:r>
        <w:t>123.2101</w:t>
      </w:r>
      <w:r>
        <w:tab/>
        <w:t>1.013e0</w:t>
      </w:r>
    </w:p>
    <w:p w:rsidR="00E00D30" w:rsidRDefault="00E00D30" w:rsidP="00E00D30">
      <w:r>
        <w:t>123.2133</w:t>
      </w:r>
      <w:r>
        <w:tab/>
        <w:t>2.025e0</w:t>
      </w:r>
    </w:p>
    <w:p w:rsidR="00E00D30" w:rsidRDefault="00E00D30" w:rsidP="00E00D30">
      <w:r>
        <w:t>123.2192</w:t>
      </w:r>
      <w:r>
        <w:tab/>
        <w:t>1.013e0</w:t>
      </w:r>
    </w:p>
    <w:p w:rsidR="00E00D30" w:rsidRDefault="00E00D30" w:rsidP="00E00D30">
      <w:r>
        <w:t>123.2254</w:t>
      </w:r>
      <w:r>
        <w:tab/>
        <w:t>1.013e0</w:t>
      </w:r>
    </w:p>
    <w:p w:rsidR="00E00D30" w:rsidRDefault="00E00D30" w:rsidP="00E00D30">
      <w:r>
        <w:t>123.2401</w:t>
      </w:r>
      <w:r>
        <w:tab/>
        <w:t>1.013e0</w:t>
      </w:r>
    </w:p>
    <w:p w:rsidR="00E00D30" w:rsidRDefault="00E00D30" w:rsidP="00E00D30">
      <w:r>
        <w:t>123.2414</w:t>
      </w:r>
      <w:r>
        <w:tab/>
        <w:t>2.025e0</w:t>
      </w:r>
    </w:p>
    <w:p w:rsidR="00E00D30" w:rsidRDefault="00E00D30" w:rsidP="00E00D30">
      <w:r>
        <w:t>123.2429</w:t>
      </w:r>
      <w:r>
        <w:tab/>
        <w:t>2.025e0</w:t>
      </w:r>
    </w:p>
    <w:p w:rsidR="00E00D30" w:rsidRDefault="00E00D30" w:rsidP="00E00D30">
      <w:r>
        <w:t>123.2460</w:t>
      </w:r>
      <w:r>
        <w:tab/>
        <w:t>1.013e0</w:t>
      </w:r>
    </w:p>
    <w:p w:rsidR="00E00D30" w:rsidRDefault="00E00D30" w:rsidP="00E00D30">
      <w:r>
        <w:t>123.2488</w:t>
      </w:r>
      <w:r>
        <w:tab/>
        <w:t>1.013e0</w:t>
      </w:r>
    </w:p>
    <w:p w:rsidR="00E00D30" w:rsidRDefault="00E00D30" w:rsidP="00E00D30">
      <w:r>
        <w:t>123.2667</w:t>
      </w:r>
      <w:r>
        <w:tab/>
        <w:t>1.013e0</w:t>
      </w:r>
    </w:p>
    <w:p w:rsidR="00E00D30" w:rsidRDefault="00E00D30" w:rsidP="00E00D30">
      <w:r>
        <w:t>123.2875</w:t>
      </w:r>
      <w:r>
        <w:tab/>
        <w:t>1.013e0</w:t>
      </w:r>
    </w:p>
    <w:p w:rsidR="00E00D30" w:rsidRDefault="00E00D30" w:rsidP="00E00D30">
      <w:r>
        <w:t>123.2928</w:t>
      </w:r>
      <w:r>
        <w:tab/>
        <w:t>2.025e0</w:t>
      </w:r>
    </w:p>
    <w:p w:rsidR="00E00D30" w:rsidRDefault="00E00D30" w:rsidP="00E00D30">
      <w:r>
        <w:t>123.3018</w:t>
      </w:r>
      <w:r>
        <w:tab/>
        <w:t>1.013e0</w:t>
      </w:r>
    </w:p>
    <w:p w:rsidR="00E00D30" w:rsidRDefault="00E00D30" w:rsidP="00E00D30">
      <w:r>
        <w:t>123.3081</w:t>
      </w:r>
      <w:r>
        <w:tab/>
        <w:t>1.013e0</w:t>
      </w:r>
    </w:p>
    <w:p w:rsidR="00E00D30" w:rsidRDefault="00E00D30" w:rsidP="00E00D30">
      <w:r>
        <w:lastRenderedPageBreak/>
        <w:t>123.3195</w:t>
      </w:r>
      <w:r>
        <w:tab/>
        <w:t>1.013e0</w:t>
      </w:r>
    </w:p>
    <w:p w:rsidR="00E00D30" w:rsidRDefault="00E00D30" w:rsidP="00E00D30">
      <w:r>
        <w:t>123.3342</w:t>
      </w:r>
      <w:r>
        <w:tab/>
        <w:t>1.013e0</w:t>
      </w:r>
    </w:p>
    <w:p w:rsidR="00E00D30" w:rsidRDefault="00E00D30" w:rsidP="00E00D30">
      <w:r>
        <w:t>123.3591</w:t>
      </w:r>
      <w:r>
        <w:tab/>
        <w:t>2.025e0</w:t>
      </w:r>
    </w:p>
    <w:p w:rsidR="00E00D30" w:rsidRDefault="00E00D30" w:rsidP="00E00D30">
      <w:r>
        <w:t>123.3860</w:t>
      </w:r>
      <w:r>
        <w:tab/>
        <w:t>2.025e0</w:t>
      </w:r>
    </w:p>
    <w:p w:rsidR="00E00D30" w:rsidRDefault="00E00D30" w:rsidP="00E00D30">
      <w:r>
        <w:t>123.3877</w:t>
      </w:r>
      <w:r>
        <w:tab/>
        <w:t>1.013e0</w:t>
      </w:r>
    </w:p>
    <w:p w:rsidR="00E00D30" w:rsidRDefault="00E00D30" w:rsidP="00E00D30">
      <w:r>
        <w:t>123.3962</w:t>
      </w:r>
      <w:r>
        <w:tab/>
        <w:t>1.013e0</w:t>
      </w:r>
    </w:p>
    <w:p w:rsidR="00E00D30" w:rsidRDefault="00E00D30" w:rsidP="00E00D30">
      <w:r>
        <w:t>123.4141</w:t>
      </w:r>
      <w:r>
        <w:tab/>
        <w:t>1.013e0</w:t>
      </w:r>
    </w:p>
    <w:p w:rsidR="00E00D30" w:rsidRDefault="00E00D30" w:rsidP="00E00D30">
      <w:r>
        <w:t>123.4154</w:t>
      </w:r>
      <w:r>
        <w:tab/>
        <w:t>2.025e0</w:t>
      </w:r>
    </w:p>
    <w:p w:rsidR="00E00D30" w:rsidRDefault="00E00D30" w:rsidP="00E00D30">
      <w:r>
        <w:t>123.4258</w:t>
      </w:r>
      <w:r>
        <w:tab/>
        <w:t>1.013e0</w:t>
      </w:r>
    </w:p>
    <w:p w:rsidR="00E00D30" w:rsidRDefault="00E00D30" w:rsidP="00E00D30">
      <w:r>
        <w:t>123.4290</w:t>
      </w:r>
      <w:r>
        <w:tab/>
        <w:t>1.013e0</w:t>
      </w:r>
    </w:p>
    <w:p w:rsidR="00E00D30" w:rsidRDefault="00E00D30" w:rsidP="00E00D30">
      <w:r>
        <w:t>123.4582</w:t>
      </w:r>
      <w:r>
        <w:tab/>
        <w:t>1.013e0</w:t>
      </w:r>
    </w:p>
    <w:p w:rsidR="00E00D30" w:rsidRDefault="00E00D30" w:rsidP="00E00D30">
      <w:r>
        <w:t>123.4611</w:t>
      </w:r>
      <w:r>
        <w:tab/>
        <w:t>1.013e0</w:t>
      </w:r>
    </w:p>
    <w:p w:rsidR="00E00D30" w:rsidRDefault="00E00D30" w:rsidP="00E00D30">
      <w:r>
        <w:t>123.4732</w:t>
      </w:r>
      <w:r>
        <w:tab/>
        <w:t>1.013e0</w:t>
      </w:r>
    </w:p>
    <w:p w:rsidR="00E00D30" w:rsidRDefault="00E00D30" w:rsidP="00E00D30">
      <w:r>
        <w:t>123.4764</w:t>
      </w:r>
      <w:r>
        <w:tab/>
        <w:t>3.038e0</w:t>
      </w:r>
    </w:p>
    <w:p w:rsidR="00E00D30" w:rsidRDefault="00E00D30" w:rsidP="00E00D30">
      <w:r>
        <w:t>123.4908</w:t>
      </w:r>
      <w:r>
        <w:tab/>
        <w:t>2.025e0</w:t>
      </w:r>
    </w:p>
    <w:p w:rsidR="00E00D30" w:rsidRDefault="00E00D30" w:rsidP="00E00D30">
      <w:r>
        <w:t>123.4925</w:t>
      </w:r>
      <w:r>
        <w:tab/>
        <w:t>2.025e0</w:t>
      </w:r>
    </w:p>
    <w:p w:rsidR="00E00D30" w:rsidRDefault="00E00D30" w:rsidP="00E00D30">
      <w:r>
        <w:t>123.4938</w:t>
      </w:r>
      <w:r>
        <w:tab/>
        <w:t>1.013e0</w:t>
      </w:r>
    </w:p>
    <w:p w:rsidR="00E00D30" w:rsidRDefault="00E00D30" w:rsidP="00E00D30">
      <w:r>
        <w:t>123.5202</w:t>
      </w:r>
      <w:r>
        <w:tab/>
        <w:t>1.013e0</w:t>
      </w:r>
    </w:p>
    <w:p w:rsidR="00E00D30" w:rsidRDefault="00E00D30" w:rsidP="00E00D30">
      <w:r>
        <w:t>123.5230</w:t>
      </w:r>
      <w:r>
        <w:tab/>
        <w:t>1.013e0</w:t>
      </w:r>
    </w:p>
    <w:p w:rsidR="00E00D30" w:rsidRDefault="00E00D30" w:rsidP="00E00D30">
      <w:r>
        <w:lastRenderedPageBreak/>
        <w:t>123.5278</w:t>
      </w:r>
      <w:r>
        <w:tab/>
        <w:t>2.025e0</w:t>
      </w:r>
    </w:p>
    <w:p w:rsidR="00E00D30" w:rsidRDefault="00E00D30" w:rsidP="00E00D30">
      <w:r>
        <w:t>123.5322</w:t>
      </w:r>
      <w:r>
        <w:tab/>
        <w:t>1.013e0</w:t>
      </w:r>
    </w:p>
    <w:p w:rsidR="00E00D30" w:rsidRDefault="00E00D30" w:rsidP="00E00D30">
      <w:r>
        <w:t>123.5354</w:t>
      </w:r>
      <w:r>
        <w:tab/>
        <w:t>1.013e0</w:t>
      </w:r>
    </w:p>
    <w:p w:rsidR="00E00D30" w:rsidRDefault="00E00D30" w:rsidP="00E00D30">
      <w:r>
        <w:t>123.5559</w:t>
      </w:r>
      <w:r>
        <w:tab/>
        <w:t>1.013e0</w:t>
      </w:r>
    </w:p>
    <w:p w:rsidR="00E00D30" w:rsidRDefault="00E00D30" w:rsidP="00E00D30">
      <w:r>
        <w:t>123.5618</w:t>
      </w:r>
      <w:r>
        <w:tab/>
        <w:t>1.013e0</w:t>
      </w:r>
    </w:p>
    <w:p w:rsidR="00E00D30" w:rsidRDefault="00E00D30" w:rsidP="00E00D30">
      <w:r>
        <w:t>123.5690</w:t>
      </w:r>
      <w:r>
        <w:tab/>
        <w:t>2.025e0</w:t>
      </w:r>
    </w:p>
    <w:p w:rsidR="00E00D30" w:rsidRDefault="00E00D30" w:rsidP="00E00D30">
      <w:r>
        <w:t>123.5798</w:t>
      </w:r>
      <w:r>
        <w:tab/>
        <w:t>1.013e0</w:t>
      </w:r>
    </w:p>
    <w:p w:rsidR="00E00D30" w:rsidRDefault="00E00D30" w:rsidP="00E00D30">
      <w:r>
        <w:t>123.5942</w:t>
      </w:r>
      <w:r>
        <w:tab/>
        <w:t>1.013e0</w:t>
      </w:r>
    </w:p>
    <w:p w:rsidR="00E00D30" w:rsidRDefault="00E00D30" w:rsidP="00E00D30">
      <w:r>
        <w:t>123.6030</w:t>
      </w:r>
      <w:r>
        <w:tab/>
        <w:t>1.013e0</w:t>
      </w:r>
    </w:p>
    <w:p w:rsidR="00E00D30" w:rsidRDefault="00E00D30" w:rsidP="00E00D30">
      <w:r>
        <w:t>123.6118</w:t>
      </w:r>
      <w:r>
        <w:tab/>
        <w:t>2.025e0</w:t>
      </w:r>
    </w:p>
    <w:p w:rsidR="00E00D30" w:rsidRDefault="00E00D30" w:rsidP="00E00D30">
      <w:r>
        <w:t>123.6370</w:t>
      </w:r>
      <w:r>
        <w:tab/>
        <w:t>2.025e0</w:t>
      </w:r>
    </w:p>
    <w:p w:rsidR="00E00D30" w:rsidRDefault="00E00D30" w:rsidP="00E00D30">
      <w:r>
        <w:t>123.6417</w:t>
      </w:r>
      <w:r>
        <w:tab/>
        <w:t>1.013e0</w:t>
      </w:r>
    </w:p>
    <w:p w:rsidR="00E00D30" w:rsidRDefault="00E00D30" w:rsidP="00E00D30">
      <w:r>
        <w:t>123.6471</w:t>
      </w:r>
      <w:r>
        <w:tab/>
        <w:t>1.013e0</w:t>
      </w:r>
    </w:p>
    <w:p w:rsidR="00E00D30" w:rsidRDefault="00E00D30" w:rsidP="00E00D30">
      <w:r>
        <w:t>123.6978</w:t>
      </w:r>
      <w:r>
        <w:tab/>
        <w:t>1.013e0</w:t>
      </w:r>
    </w:p>
    <w:p w:rsidR="00E00D30" w:rsidRDefault="00E00D30" w:rsidP="00E00D30">
      <w:r>
        <w:t>123.7006</w:t>
      </w:r>
      <w:r>
        <w:tab/>
        <w:t>2.025e0</w:t>
      </w:r>
    </w:p>
    <w:p w:rsidR="00E00D30" w:rsidRDefault="00E00D30" w:rsidP="00E00D30">
      <w:r>
        <w:t>123.7037</w:t>
      </w:r>
      <w:r>
        <w:tab/>
        <w:t>1.013e0</w:t>
      </w:r>
    </w:p>
    <w:p w:rsidR="00E00D30" w:rsidRDefault="00E00D30" w:rsidP="00E00D30">
      <w:r>
        <w:t>123.7215</w:t>
      </w:r>
      <w:r>
        <w:tab/>
        <w:t>1.013e0</w:t>
      </w:r>
    </w:p>
    <w:p w:rsidR="00E00D30" w:rsidRDefault="00E00D30" w:rsidP="00E00D30">
      <w:r>
        <w:t>123.7299</w:t>
      </w:r>
      <w:r>
        <w:tab/>
        <w:t>2.025e0</w:t>
      </w:r>
    </w:p>
    <w:p w:rsidR="00E00D30" w:rsidRDefault="00E00D30" w:rsidP="00E00D30">
      <w:r>
        <w:t>123.7390</w:t>
      </w:r>
      <w:r>
        <w:tab/>
        <w:t>2.025e0</w:t>
      </w:r>
    </w:p>
    <w:p w:rsidR="00E00D30" w:rsidRDefault="00E00D30" w:rsidP="00E00D30">
      <w:r>
        <w:lastRenderedPageBreak/>
        <w:t>123.7420</w:t>
      </w:r>
      <w:r>
        <w:tab/>
        <w:t>1.013e0</w:t>
      </w:r>
    </w:p>
    <w:p w:rsidR="00E00D30" w:rsidRDefault="00E00D30" w:rsidP="00E00D30">
      <w:r>
        <w:t>123.7481</w:t>
      </w:r>
      <w:r>
        <w:tab/>
        <w:t>1.013e0</w:t>
      </w:r>
    </w:p>
    <w:p w:rsidR="00E00D30" w:rsidRDefault="00E00D30" w:rsidP="00E00D30">
      <w:r>
        <w:t>123.7506</w:t>
      </w:r>
      <w:r>
        <w:tab/>
        <w:t>1.013e0</w:t>
      </w:r>
    </w:p>
    <w:p w:rsidR="00E00D30" w:rsidRDefault="00E00D30" w:rsidP="00E00D30">
      <w:r>
        <w:t>123.7536</w:t>
      </w:r>
      <w:r>
        <w:tab/>
        <w:t>1.013e0</w:t>
      </w:r>
    </w:p>
    <w:p w:rsidR="00E00D30" w:rsidRDefault="00E00D30" w:rsidP="00E00D30">
      <w:r>
        <w:t>123.7568</w:t>
      </w:r>
      <w:r>
        <w:tab/>
        <w:t>2.025e0</w:t>
      </w:r>
    </w:p>
    <w:p w:rsidR="00E00D30" w:rsidRDefault="00E00D30" w:rsidP="00E00D30">
      <w:r>
        <w:t>123.7597</w:t>
      </w:r>
      <w:r>
        <w:tab/>
        <w:t>1.013e0</w:t>
      </w:r>
    </w:p>
    <w:p w:rsidR="00E00D30" w:rsidRDefault="00E00D30" w:rsidP="00E00D30">
      <w:r>
        <w:t>123.7688</w:t>
      </w:r>
      <w:r>
        <w:tab/>
        <w:t>1.013e0</w:t>
      </w:r>
    </w:p>
    <w:p w:rsidR="00E00D30" w:rsidRDefault="00E00D30" w:rsidP="00E00D30">
      <w:r>
        <w:t>123.7896</w:t>
      </w:r>
      <w:r>
        <w:tab/>
        <w:t>1.013e0</w:t>
      </w:r>
    </w:p>
    <w:p w:rsidR="00E00D30" w:rsidRDefault="00E00D30" w:rsidP="00E00D30">
      <w:r>
        <w:t>123.7922</w:t>
      </w:r>
      <w:r>
        <w:tab/>
        <w:t>2.025e0</w:t>
      </w:r>
    </w:p>
    <w:p w:rsidR="00E00D30" w:rsidRDefault="00E00D30" w:rsidP="00E00D30">
      <w:r>
        <w:t>123.7949</w:t>
      </w:r>
      <w:r>
        <w:tab/>
        <w:t>1.013e0</w:t>
      </w:r>
    </w:p>
    <w:p w:rsidR="00E00D30" w:rsidRDefault="00E00D30" w:rsidP="00E00D30">
      <w:r>
        <w:t>123.8071</w:t>
      </w:r>
      <w:r>
        <w:tab/>
        <w:t>1.013e0</w:t>
      </w:r>
    </w:p>
    <w:p w:rsidR="00E00D30" w:rsidRDefault="00E00D30" w:rsidP="00E00D30">
      <w:r>
        <w:t>123.8113</w:t>
      </w:r>
      <w:r>
        <w:tab/>
        <w:t>2.025e0</w:t>
      </w:r>
    </w:p>
    <w:p w:rsidR="00E00D30" w:rsidRDefault="00E00D30" w:rsidP="00E00D30">
      <w:r>
        <w:t>123.8156</w:t>
      </w:r>
      <w:r>
        <w:tab/>
        <w:t>1.013e0</w:t>
      </w:r>
    </w:p>
    <w:p w:rsidR="00E00D30" w:rsidRDefault="00E00D30" w:rsidP="00E00D30">
      <w:r>
        <w:t>123.8309</w:t>
      </w:r>
      <w:r>
        <w:tab/>
        <w:t>1.013e0</w:t>
      </w:r>
    </w:p>
    <w:p w:rsidR="00E00D30" w:rsidRDefault="00E00D30" w:rsidP="00E00D30">
      <w:r>
        <w:t>123.8336</w:t>
      </w:r>
      <w:r>
        <w:tab/>
        <w:t>1.013e0</w:t>
      </w:r>
    </w:p>
    <w:p w:rsidR="00E00D30" w:rsidRDefault="00E00D30" w:rsidP="00E00D30">
      <w:r>
        <w:t>123.8363</w:t>
      </w:r>
      <w:r>
        <w:tab/>
        <w:t>1.013e0</w:t>
      </w:r>
    </w:p>
    <w:p w:rsidR="00E00D30" w:rsidRDefault="00E00D30" w:rsidP="00E00D30">
      <w:r>
        <w:t>123.8424</w:t>
      </w:r>
      <w:r>
        <w:tab/>
        <w:t>1.013e0</w:t>
      </w:r>
    </w:p>
    <w:p w:rsidR="00E00D30" w:rsidRDefault="00E00D30" w:rsidP="00E00D30">
      <w:r>
        <w:t>123.8601</w:t>
      </w:r>
      <w:r>
        <w:tab/>
        <w:t>2.025e0</w:t>
      </w:r>
    </w:p>
    <w:p w:rsidR="00E00D30" w:rsidRDefault="00E00D30" w:rsidP="00E00D30">
      <w:r>
        <w:t>123.8632</w:t>
      </w:r>
      <w:r>
        <w:tab/>
        <w:t>1.013e0</w:t>
      </w:r>
    </w:p>
    <w:p w:rsidR="00E00D30" w:rsidRDefault="00E00D30" w:rsidP="00E00D30">
      <w:r>
        <w:lastRenderedPageBreak/>
        <w:t>123.8839</w:t>
      </w:r>
      <w:r>
        <w:tab/>
        <w:t>1.013e0</w:t>
      </w:r>
    </w:p>
    <w:p w:rsidR="00E00D30" w:rsidRDefault="00E00D30" w:rsidP="00E00D30">
      <w:r>
        <w:t>123.8959</w:t>
      </w:r>
      <w:r>
        <w:tab/>
        <w:t>1.013e0</w:t>
      </w:r>
    </w:p>
    <w:p w:rsidR="00E00D30" w:rsidRDefault="00E00D30" w:rsidP="00E00D30">
      <w:r>
        <w:t>123.8985</w:t>
      </w:r>
      <w:r>
        <w:tab/>
        <w:t>1.013e0</w:t>
      </w:r>
    </w:p>
    <w:p w:rsidR="00E00D30" w:rsidRDefault="00E00D30" w:rsidP="00E00D30">
      <w:r>
        <w:t>123.9045</w:t>
      </w:r>
      <w:r>
        <w:tab/>
        <w:t>1.013e0</w:t>
      </w:r>
    </w:p>
    <w:p w:rsidR="00E00D30" w:rsidRDefault="00E00D30" w:rsidP="00E00D30">
      <w:r>
        <w:t>123.9314</w:t>
      </w:r>
      <w:r>
        <w:tab/>
        <w:t>1.013e0</w:t>
      </w:r>
    </w:p>
    <w:p w:rsidR="00E00D30" w:rsidRDefault="00E00D30" w:rsidP="00E00D30">
      <w:r>
        <w:t>123.9373</w:t>
      </w:r>
      <w:r>
        <w:tab/>
        <w:t>1.013e0</w:t>
      </w:r>
    </w:p>
    <w:p w:rsidR="00E00D30" w:rsidRDefault="00E00D30" w:rsidP="00E00D30">
      <w:r>
        <w:t>123.9399</w:t>
      </w:r>
      <w:r>
        <w:tab/>
        <w:t>1.013e0</w:t>
      </w:r>
    </w:p>
    <w:p w:rsidR="00E00D30" w:rsidRDefault="00E00D30" w:rsidP="00E00D30">
      <w:r>
        <w:t>123.9429</w:t>
      </w:r>
      <w:r>
        <w:tab/>
        <w:t>1.013e0</w:t>
      </w:r>
    </w:p>
    <w:p w:rsidR="00E00D30" w:rsidRDefault="00E00D30" w:rsidP="00E00D30">
      <w:r>
        <w:t>123.9607</w:t>
      </w:r>
      <w:r>
        <w:tab/>
        <w:t>1.013e0</w:t>
      </w:r>
    </w:p>
    <w:p w:rsidR="00E00D30" w:rsidRDefault="00E00D30" w:rsidP="00E00D30">
      <w:r>
        <w:t>123.9697</w:t>
      </w:r>
      <w:r>
        <w:tab/>
        <w:t>1.013e0</w:t>
      </w:r>
    </w:p>
    <w:p w:rsidR="00E00D30" w:rsidRDefault="00E00D30" w:rsidP="00E00D30">
      <w:r>
        <w:t>123.9727</w:t>
      </w:r>
      <w:r>
        <w:tab/>
        <w:t>4.051e0</w:t>
      </w:r>
    </w:p>
    <w:p w:rsidR="00E00D30" w:rsidRDefault="00E00D30" w:rsidP="00E00D30">
      <w:r>
        <w:t>123.9814</w:t>
      </w:r>
      <w:r>
        <w:tab/>
        <w:t>1.013e0</w:t>
      </w:r>
    </w:p>
    <w:p w:rsidR="00E00D30" w:rsidRDefault="00E00D30" w:rsidP="00E00D30">
      <w:r>
        <w:t>124.0111</w:t>
      </w:r>
      <w:r>
        <w:tab/>
        <w:t>1.013e0</w:t>
      </w:r>
    </w:p>
    <w:p w:rsidR="00E00D30" w:rsidRDefault="00E00D30" w:rsidP="00E00D30">
      <w:r>
        <w:t>124.0202</w:t>
      </w:r>
      <w:r>
        <w:tab/>
        <w:t>1.013e0</w:t>
      </w:r>
    </w:p>
    <w:p w:rsidR="00E00D30" w:rsidRDefault="00E00D30" w:rsidP="00E00D30">
      <w:r>
        <w:t>124.0230</w:t>
      </w:r>
      <w:r>
        <w:tab/>
        <w:t>1.013e0</w:t>
      </w:r>
    </w:p>
    <w:p w:rsidR="00E00D30" w:rsidRDefault="00E00D30" w:rsidP="00E00D30">
      <w:r>
        <w:t>124.0318</w:t>
      </w:r>
      <w:r>
        <w:tab/>
        <w:t>1.013e0</w:t>
      </w:r>
    </w:p>
    <w:p w:rsidR="00E00D30" w:rsidRDefault="00E00D30" w:rsidP="00E00D30">
      <w:r>
        <w:t>124.0423</w:t>
      </w:r>
      <w:r>
        <w:tab/>
        <w:t>2.025e0</w:t>
      </w:r>
    </w:p>
    <w:p w:rsidR="00E00D30" w:rsidRDefault="00E00D30" w:rsidP="00E00D30">
      <w:r>
        <w:t>124.0439</w:t>
      </w:r>
      <w:r>
        <w:tab/>
        <w:t>1.013e0</w:t>
      </w:r>
    </w:p>
    <w:p w:rsidR="00E00D30" w:rsidRDefault="00E00D30" w:rsidP="00E00D30">
      <w:r>
        <w:t>124.0480</w:t>
      </w:r>
      <w:r>
        <w:tab/>
        <w:t>2.025e0</w:t>
      </w:r>
    </w:p>
    <w:p w:rsidR="00E00D30" w:rsidRDefault="00E00D30" w:rsidP="00E00D30">
      <w:r>
        <w:lastRenderedPageBreak/>
        <w:t>124.0525</w:t>
      </w:r>
      <w:r>
        <w:tab/>
        <w:t>1.013e0</w:t>
      </w:r>
    </w:p>
    <w:p w:rsidR="00E00D30" w:rsidRDefault="00E00D30" w:rsidP="00E00D30">
      <w:r>
        <w:t>124.0586</w:t>
      </w:r>
      <w:r>
        <w:tab/>
        <w:t>1.013e0</w:t>
      </w:r>
    </w:p>
    <w:p w:rsidR="00E00D30" w:rsidRDefault="00E00D30" w:rsidP="00E00D30">
      <w:r>
        <w:t>124.0645</w:t>
      </w:r>
      <w:r>
        <w:tab/>
        <w:t>1.013e0</w:t>
      </w:r>
    </w:p>
    <w:p w:rsidR="00E00D30" w:rsidRDefault="00E00D30" w:rsidP="00E00D30">
      <w:r>
        <w:t>124.0860</w:t>
      </w:r>
      <w:r>
        <w:tab/>
        <w:t>6.055e1</w:t>
      </w:r>
    </w:p>
    <w:p w:rsidR="00E00D30" w:rsidRDefault="00E00D30" w:rsidP="00E00D30">
      <w:r>
        <w:t>124.0872</w:t>
      </w:r>
      <w:r>
        <w:tab/>
        <w:t>1.343e1</w:t>
      </w:r>
    </w:p>
    <w:p w:rsidR="00E00D30" w:rsidRDefault="00E00D30" w:rsidP="00E00D30">
      <w:r>
        <w:t>124.0885</w:t>
      </w:r>
      <w:r>
        <w:tab/>
        <w:t>8.241e1</w:t>
      </w:r>
    </w:p>
    <w:p w:rsidR="00E00D30" w:rsidRDefault="00E00D30" w:rsidP="00E00D30">
      <w:r>
        <w:t>124.0902</w:t>
      </w:r>
      <w:r>
        <w:tab/>
        <w:t>1.013e1</w:t>
      </w:r>
    </w:p>
    <w:p w:rsidR="00E00D30" w:rsidRDefault="00E00D30" w:rsidP="00E00D30">
      <w:r>
        <w:t>124.1101</w:t>
      </w:r>
      <w:r>
        <w:tab/>
        <w:t>2.025e0</w:t>
      </w:r>
    </w:p>
    <w:p w:rsidR="00E00D30" w:rsidRDefault="00E00D30" w:rsidP="00E00D30">
      <w:r>
        <w:t>124.1207</w:t>
      </w:r>
      <w:r>
        <w:tab/>
        <w:t>2.255e0</w:t>
      </w:r>
    </w:p>
    <w:p w:rsidR="00E00D30" w:rsidRDefault="00E00D30" w:rsidP="00E00D30">
      <w:r>
        <w:t>124.1238</w:t>
      </w:r>
      <w:r>
        <w:tab/>
        <w:t>1.013e0</w:t>
      </w:r>
    </w:p>
    <w:p w:rsidR="00E00D30" w:rsidRDefault="00E00D30" w:rsidP="00E00D30">
      <w:r>
        <w:t>124.1270</w:t>
      </w:r>
      <w:r>
        <w:tab/>
        <w:t>1.013e0</w:t>
      </w:r>
    </w:p>
    <w:p w:rsidR="00E00D30" w:rsidRDefault="00E00D30" w:rsidP="00E00D30">
      <w:r>
        <w:t>124.1323</w:t>
      </w:r>
      <w:r>
        <w:tab/>
        <w:t>2.025e0</w:t>
      </w:r>
    </w:p>
    <w:p w:rsidR="00E00D30" w:rsidRDefault="00E00D30" w:rsidP="00E00D30">
      <w:r>
        <w:t>124.1695</w:t>
      </w:r>
      <w:r>
        <w:tab/>
        <w:t>2.025e0</w:t>
      </w:r>
    </w:p>
    <w:p w:rsidR="00E00D30" w:rsidRDefault="00E00D30" w:rsidP="00E00D30">
      <w:r>
        <w:t>124.1737</w:t>
      </w:r>
      <w:r>
        <w:tab/>
        <w:t>1.013e0</w:t>
      </w:r>
    </w:p>
    <w:p w:rsidR="00E00D30" w:rsidRDefault="00E00D30" w:rsidP="00E00D30">
      <w:r>
        <w:t>124.1799</w:t>
      </w:r>
      <w:r>
        <w:tab/>
        <w:t>2.025e0</w:t>
      </w:r>
    </w:p>
    <w:p w:rsidR="00E00D30" w:rsidRDefault="00E00D30" w:rsidP="00E00D30">
      <w:r>
        <w:t>124.1918</w:t>
      </w:r>
      <w:r>
        <w:tab/>
        <w:t>1.013e0</w:t>
      </w:r>
    </w:p>
    <w:p w:rsidR="00E00D30" w:rsidRDefault="00E00D30" w:rsidP="00E00D30">
      <w:r>
        <w:t>124.1974</w:t>
      </w:r>
      <w:r>
        <w:tab/>
        <w:t>1.013e0</w:t>
      </w:r>
    </w:p>
    <w:p w:rsidR="00E00D30" w:rsidRDefault="00E00D30" w:rsidP="00E00D30">
      <w:r>
        <w:t>124.2097</w:t>
      </w:r>
      <w:r>
        <w:tab/>
        <w:t>1.013e0</w:t>
      </w:r>
    </w:p>
    <w:p w:rsidR="00E00D30" w:rsidRDefault="00E00D30" w:rsidP="00E00D30">
      <w:r>
        <w:t>124.2334</w:t>
      </w:r>
      <w:r>
        <w:tab/>
        <w:t>1.013e0</w:t>
      </w:r>
    </w:p>
    <w:p w:rsidR="00E00D30" w:rsidRDefault="00E00D30" w:rsidP="00E00D30">
      <w:r>
        <w:lastRenderedPageBreak/>
        <w:t>124.2511</w:t>
      </w:r>
      <w:r>
        <w:tab/>
        <w:t>1.013e0</w:t>
      </w:r>
    </w:p>
    <w:p w:rsidR="00E00D30" w:rsidRDefault="00E00D30" w:rsidP="00E00D30">
      <w:r>
        <w:t>124.2596</w:t>
      </w:r>
      <w:r>
        <w:tab/>
        <w:t>1.013e0</w:t>
      </w:r>
    </w:p>
    <w:p w:rsidR="00E00D30" w:rsidRDefault="00E00D30" w:rsidP="00E00D30">
      <w:r>
        <w:t>124.2687</w:t>
      </w:r>
      <w:r>
        <w:tab/>
        <w:t>1.013e0</w:t>
      </w:r>
    </w:p>
    <w:p w:rsidR="00E00D30" w:rsidRDefault="00E00D30" w:rsidP="00E00D30">
      <w:r>
        <w:t>124.2719</w:t>
      </w:r>
      <w:r>
        <w:tab/>
        <w:t>3.038e0</w:t>
      </w:r>
    </w:p>
    <w:p w:rsidR="00E00D30" w:rsidRDefault="00E00D30" w:rsidP="00E00D30">
      <w:r>
        <w:t>124.2835</w:t>
      </w:r>
      <w:r>
        <w:tab/>
        <w:t>1.013e0</w:t>
      </w:r>
    </w:p>
    <w:p w:rsidR="00E00D30" w:rsidRDefault="00E00D30" w:rsidP="00E00D30">
      <w:r>
        <w:t>124.2986</w:t>
      </w:r>
      <w:r>
        <w:tab/>
        <w:t>1.013e0</w:t>
      </w:r>
    </w:p>
    <w:p w:rsidR="00E00D30" w:rsidRDefault="00E00D30" w:rsidP="00E00D30">
      <w:r>
        <w:t>124.3010</w:t>
      </w:r>
      <w:r>
        <w:tab/>
        <w:t>1.013e0</w:t>
      </w:r>
    </w:p>
    <w:p w:rsidR="00E00D30" w:rsidRDefault="00E00D30" w:rsidP="00E00D30">
      <w:r>
        <w:t>124.3041</w:t>
      </w:r>
      <w:r>
        <w:tab/>
        <w:t>1.013e0</w:t>
      </w:r>
    </w:p>
    <w:p w:rsidR="00E00D30" w:rsidRDefault="00E00D30" w:rsidP="00E00D30">
      <w:r>
        <w:t>124.3164</w:t>
      </w:r>
      <w:r>
        <w:tab/>
        <w:t>2.025e0</w:t>
      </w:r>
    </w:p>
    <w:p w:rsidR="00E00D30" w:rsidRDefault="00E00D30" w:rsidP="00E00D30">
      <w:r>
        <w:t>124.3426</w:t>
      </w:r>
      <w:r>
        <w:tab/>
        <w:t>1.013e0</w:t>
      </w:r>
    </w:p>
    <w:p w:rsidR="00E00D30" w:rsidRDefault="00E00D30" w:rsidP="00E00D30">
      <w:r>
        <w:t>124.3486</w:t>
      </w:r>
      <w:r>
        <w:tab/>
        <w:t>2.025e0</w:t>
      </w:r>
    </w:p>
    <w:p w:rsidR="00E00D30" w:rsidRDefault="00E00D30" w:rsidP="00E00D30">
      <w:r>
        <w:t>124.3610</w:t>
      </w:r>
      <w:r>
        <w:tab/>
        <w:t>1.013e0</w:t>
      </w:r>
    </w:p>
    <w:p w:rsidR="00E00D30" w:rsidRDefault="00E00D30" w:rsidP="00E00D30">
      <w:r>
        <w:t>124.3649</w:t>
      </w:r>
      <w:r>
        <w:tab/>
        <w:t>2.025e0</w:t>
      </w:r>
    </w:p>
    <w:p w:rsidR="00E00D30" w:rsidRDefault="00E00D30" w:rsidP="00E00D30">
      <w:r>
        <w:t>124.3663</w:t>
      </w:r>
      <w:r>
        <w:tab/>
        <w:t>1.013e0</w:t>
      </w:r>
    </w:p>
    <w:p w:rsidR="00E00D30" w:rsidRDefault="00E00D30" w:rsidP="00E00D30">
      <w:r>
        <w:t>124.3694</w:t>
      </w:r>
      <w:r>
        <w:tab/>
        <w:t>1.013e0</w:t>
      </w:r>
    </w:p>
    <w:p w:rsidR="00E00D30" w:rsidRDefault="00E00D30" w:rsidP="00E00D30">
      <w:r>
        <w:t>124.3755</w:t>
      </w:r>
      <w:r>
        <w:tab/>
        <w:t>3.038e0</w:t>
      </w:r>
    </w:p>
    <w:p w:rsidR="00E00D30" w:rsidRDefault="00E00D30" w:rsidP="00E00D30">
      <w:r>
        <w:t>124.3816</w:t>
      </w:r>
      <w:r>
        <w:tab/>
        <w:t>1.013e0</w:t>
      </w:r>
    </w:p>
    <w:p w:rsidR="00E00D30" w:rsidRDefault="00E00D30" w:rsidP="00E00D30">
      <w:r>
        <w:t>124.3842</w:t>
      </w:r>
      <w:r>
        <w:tab/>
        <w:t>1.013e0</w:t>
      </w:r>
    </w:p>
    <w:p w:rsidR="00E00D30" w:rsidRDefault="00E00D30" w:rsidP="00E00D30">
      <w:r>
        <w:t>124.3992</w:t>
      </w:r>
      <w:r>
        <w:tab/>
        <w:t>1.013e0</w:t>
      </w:r>
    </w:p>
    <w:p w:rsidR="00E00D30" w:rsidRDefault="00E00D30" w:rsidP="00E00D30">
      <w:r>
        <w:lastRenderedPageBreak/>
        <w:t>124.4051</w:t>
      </w:r>
      <w:r>
        <w:tab/>
        <w:t>1.013e0</w:t>
      </w:r>
    </w:p>
    <w:p w:rsidR="00E00D30" w:rsidRDefault="00E00D30" w:rsidP="00E00D30">
      <w:r>
        <w:t>124.4171</w:t>
      </w:r>
      <w:r>
        <w:tab/>
        <w:t>1.013e0</w:t>
      </w:r>
    </w:p>
    <w:p w:rsidR="00E00D30" w:rsidRDefault="00E00D30" w:rsidP="00E00D30">
      <w:r>
        <w:t>124.4407</w:t>
      </w:r>
      <w:r>
        <w:tab/>
        <w:t>1.013e0</w:t>
      </w:r>
    </w:p>
    <w:p w:rsidR="00E00D30" w:rsidRDefault="00E00D30" w:rsidP="00E00D30">
      <w:r>
        <w:t>124.4424</w:t>
      </w:r>
      <w:r>
        <w:tab/>
        <w:t>2.025e0</w:t>
      </w:r>
    </w:p>
    <w:p w:rsidR="00E00D30" w:rsidRDefault="00E00D30" w:rsidP="00E00D30">
      <w:r>
        <w:t>124.4466</w:t>
      </w:r>
      <w:r>
        <w:tab/>
        <w:t>1.013e0</w:t>
      </w:r>
    </w:p>
    <w:p w:rsidR="00E00D30" w:rsidRDefault="00E00D30" w:rsidP="00E00D30">
      <w:r>
        <w:t>124.4493</w:t>
      </w:r>
      <w:r>
        <w:tab/>
        <w:t>1.013e0</w:t>
      </w:r>
    </w:p>
    <w:p w:rsidR="00E00D30" w:rsidRDefault="00E00D30" w:rsidP="00E00D30">
      <w:r>
        <w:t>124.4523</w:t>
      </w:r>
      <w:r>
        <w:tab/>
        <w:t>1.013e0</w:t>
      </w:r>
    </w:p>
    <w:p w:rsidR="00E00D30" w:rsidRDefault="00E00D30" w:rsidP="00E00D30">
      <w:r>
        <w:t>124.4615</w:t>
      </w:r>
      <w:r>
        <w:tab/>
        <w:t>1.013e0</w:t>
      </w:r>
    </w:p>
    <w:p w:rsidR="00E00D30" w:rsidRDefault="00E00D30" w:rsidP="00E00D30">
      <w:r>
        <w:t>124.4854</w:t>
      </w:r>
      <w:r>
        <w:tab/>
        <w:t>1.013e0</w:t>
      </w:r>
    </w:p>
    <w:p w:rsidR="00E00D30" w:rsidRDefault="00E00D30" w:rsidP="00E00D30">
      <w:r>
        <w:t>124.4937</w:t>
      </w:r>
      <w:r>
        <w:tab/>
        <w:t>2.025e0</w:t>
      </w:r>
    </w:p>
    <w:p w:rsidR="00E00D30" w:rsidRDefault="00E00D30" w:rsidP="00E00D30">
      <w:r>
        <w:t>124.4970</w:t>
      </w:r>
      <w:r>
        <w:tab/>
        <w:t>1.013e0</w:t>
      </w:r>
    </w:p>
    <w:p w:rsidR="00E00D30" w:rsidRDefault="00E00D30" w:rsidP="00E00D30">
      <w:r>
        <w:t>124.5060</w:t>
      </w:r>
      <w:r>
        <w:tab/>
        <w:t>1.013e0</w:t>
      </w:r>
    </w:p>
    <w:p w:rsidR="00E00D30" w:rsidRDefault="00E00D30" w:rsidP="00E00D30">
      <w:r>
        <w:t>124.5118</w:t>
      </w:r>
      <w:r>
        <w:tab/>
        <w:t>2.025e0</w:t>
      </w:r>
    </w:p>
    <w:p w:rsidR="00E00D30" w:rsidRDefault="00E00D30" w:rsidP="00E00D30">
      <w:r>
        <w:t>124.5267</w:t>
      </w:r>
      <w:r>
        <w:tab/>
        <w:t>1.013e0</w:t>
      </w:r>
    </w:p>
    <w:p w:rsidR="00E00D30" w:rsidRDefault="00E00D30" w:rsidP="00E00D30">
      <w:r>
        <w:t>124.5299</w:t>
      </w:r>
      <w:r>
        <w:tab/>
        <w:t>1.013e0</w:t>
      </w:r>
    </w:p>
    <w:p w:rsidR="00E00D30" w:rsidRDefault="00E00D30" w:rsidP="00E00D30">
      <w:r>
        <w:t>124.5416</w:t>
      </w:r>
      <w:r>
        <w:tab/>
        <w:t>2.025e0</w:t>
      </w:r>
    </w:p>
    <w:p w:rsidR="00E00D30" w:rsidRDefault="00E00D30" w:rsidP="00E00D30">
      <w:r>
        <w:t>124.5592</w:t>
      </w:r>
      <w:r>
        <w:tab/>
        <w:t>1.013e0</w:t>
      </w:r>
    </w:p>
    <w:p w:rsidR="00E00D30" w:rsidRDefault="00E00D30" w:rsidP="00E00D30">
      <w:r>
        <w:t>124.5651</w:t>
      </w:r>
      <w:r>
        <w:tab/>
        <w:t>1.013e0</w:t>
      </w:r>
    </w:p>
    <w:p w:rsidR="00E00D30" w:rsidRDefault="00E00D30" w:rsidP="00E00D30">
      <w:r>
        <w:t>124.5743</w:t>
      </w:r>
      <w:r>
        <w:tab/>
        <w:t>1.013e0</w:t>
      </w:r>
    </w:p>
    <w:p w:rsidR="00E00D30" w:rsidRDefault="00E00D30" w:rsidP="00E00D30">
      <w:r>
        <w:lastRenderedPageBreak/>
        <w:t>124.6274</w:t>
      </w:r>
      <w:r>
        <w:tab/>
        <w:t>1.013e0</w:t>
      </w:r>
    </w:p>
    <w:p w:rsidR="00E00D30" w:rsidRDefault="00E00D30" w:rsidP="00E00D30">
      <w:r>
        <w:t>124.6306</w:t>
      </w:r>
      <w:r>
        <w:tab/>
        <w:t>1.013e0</w:t>
      </w:r>
    </w:p>
    <w:p w:rsidR="00E00D30" w:rsidRDefault="00E00D30" w:rsidP="00E00D30">
      <w:r>
        <w:t>124.6335</w:t>
      </w:r>
      <w:r>
        <w:tab/>
        <w:t>1.013e0</w:t>
      </w:r>
    </w:p>
    <w:p w:rsidR="00E00D30" w:rsidRDefault="00E00D30" w:rsidP="00E00D30">
      <w:r>
        <w:t>124.6482</w:t>
      </w:r>
      <w:r>
        <w:tab/>
        <w:t>1.013e0</w:t>
      </w:r>
    </w:p>
    <w:p w:rsidR="00E00D30" w:rsidRDefault="00E00D30" w:rsidP="00E00D30">
      <w:r>
        <w:t>124.6499</w:t>
      </w:r>
      <w:r>
        <w:tab/>
        <w:t>2.025e0</w:t>
      </w:r>
    </w:p>
    <w:p w:rsidR="00E00D30" w:rsidRDefault="00E00D30" w:rsidP="00E00D30">
      <w:r>
        <w:t>124.6573</w:t>
      </w:r>
      <w:r>
        <w:tab/>
        <w:t>1.013e0</w:t>
      </w:r>
    </w:p>
    <w:p w:rsidR="00E00D30" w:rsidRDefault="00E00D30" w:rsidP="00E00D30">
      <w:r>
        <w:t>124.6722</w:t>
      </w:r>
      <w:r>
        <w:tab/>
        <w:t>1.013e0</w:t>
      </w:r>
    </w:p>
    <w:p w:rsidR="00E00D30" w:rsidRDefault="00E00D30" w:rsidP="00E00D30">
      <w:r>
        <w:t>124.6837</w:t>
      </w:r>
      <w:r>
        <w:tab/>
        <w:t>1.013e0</w:t>
      </w:r>
    </w:p>
    <w:p w:rsidR="00E00D30" w:rsidRDefault="00E00D30" w:rsidP="00E00D30">
      <w:r>
        <w:t>124.6927</w:t>
      </w:r>
      <w:r>
        <w:tab/>
        <w:t>3.038e0</w:t>
      </w:r>
    </w:p>
    <w:p w:rsidR="00E00D30" w:rsidRDefault="00E00D30" w:rsidP="00E00D30">
      <w:r>
        <w:t>124.6989</w:t>
      </w:r>
      <w:r>
        <w:tab/>
        <w:t>1.013e0</w:t>
      </w:r>
    </w:p>
    <w:p w:rsidR="00E00D30" w:rsidRDefault="00E00D30" w:rsidP="00E00D30">
      <w:r>
        <w:t>124.7313</w:t>
      </w:r>
      <w:r>
        <w:tab/>
        <w:t>2.025e0</w:t>
      </w:r>
    </w:p>
    <w:p w:rsidR="00E00D30" w:rsidRDefault="00E00D30" w:rsidP="00E00D30">
      <w:r>
        <w:t>124.7435</w:t>
      </w:r>
      <w:r>
        <w:tab/>
        <w:t>2.025e0</w:t>
      </w:r>
    </w:p>
    <w:p w:rsidR="00E00D30" w:rsidRDefault="00E00D30" w:rsidP="00E00D30">
      <w:r>
        <w:t>124.7488</w:t>
      </w:r>
      <w:r>
        <w:tab/>
        <w:t>1.013e0</w:t>
      </w:r>
    </w:p>
    <w:p w:rsidR="00E00D30" w:rsidRDefault="00E00D30" w:rsidP="00E00D30">
      <w:r>
        <w:t>124.7580</w:t>
      </w:r>
      <w:r>
        <w:tab/>
        <w:t>1.013e0</w:t>
      </w:r>
    </w:p>
    <w:p w:rsidR="00E00D30" w:rsidRDefault="00E00D30" w:rsidP="00E00D30">
      <w:r>
        <w:t>124.7628</w:t>
      </w:r>
      <w:r>
        <w:tab/>
        <w:t>2.025e0</w:t>
      </w:r>
    </w:p>
    <w:p w:rsidR="00E00D30" w:rsidRDefault="00E00D30" w:rsidP="00E00D30">
      <w:r>
        <w:t>124.7727</w:t>
      </w:r>
      <w:r>
        <w:tab/>
        <w:t>1.013e0</w:t>
      </w:r>
    </w:p>
    <w:p w:rsidR="00E00D30" w:rsidRDefault="00E00D30" w:rsidP="00E00D30">
      <w:r>
        <w:t>124.7758</w:t>
      </w:r>
      <w:r>
        <w:tab/>
        <w:t>1.013e0</w:t>
      </w:r>
    </w:p>
    <w:p w:rsidR="00E00D30" w:rsidRDefault="00E00D30" w:rsidP="00E00D30">
      <w:r>
        <w:t>124.7820</w:t>
      </w:r>
      <w:r>
        <w:tab/>
        <w:t>1.013e0</w:t>
      </w:r>
    </w:p>
    <w:p w:rsidR="00E00D30" w:rsidRDefault="00E00D30" w:rsidP="00E00D30">
      <w:r>
        <w:t>124.8088</w:t>
      </w:r>
      <w:r>
        <w:tab/>
        <w:t>1.013e0</w:t>
      </w:r>
    </w:p>
    <w:p w:rsidR="00E00D30" w:rsidRDefault="00E00D30" w:rsidP="00E00D30">
      <w:r>
        <w:lastRenderedPageBreak/>
        <w:t>124.8115</w:t>
      </w:r>
      <w:r>
        <w:tab/>
        <w:t>1.013e0</w:t>
      </w:r>
    </w:p>
    <w:p w:rsidR="00E00D30" w:rsidRDefault="00E00D30" w:rsidP="00E00D30">
      <w:r>
        <w:t>124.8266</w:t>
      </w:r>
      <w:r>
        <w:tab/>
        <w:t>1.013e0</w:t>
      </w:r>
    </w:p>
    <w:p w:rsidR="00E00D30" w:rsidRDefault="00E00D30" w:rsidP="00E00D30">
      <w:r>
        <w:t>124.8382</w:t>
      </w:r>
      <w:r>
        <w:tab/>
        <w:t>1.013e0</w:t>
      </w:r>
    </w:p>
    <w:p w:rsidR="00E00D30" w:rsidRDefault="00E00D30" w:rsidP="00E00D30">
      <w:r>
        <w:t>124.8412</w:t>
      </w:r>
      <w:r>
        <w:tab/>
        <w:t>1.013e0</w:t>
      </w:r>
    </w:p>
    <w:p w:rsidR="00E00D30" w:rsidRDefault="00E00D30" w:rsidP="00E00D30">
      <w:r>
        <w:t>124.8559</w:t>
      </w:r>
      <w:r>
        <w:tab/>
        <w:t>1.013e0</w:t>
      </w:r>
    </w:p>
    <w:p w:rsidR="00E00D30" w:rsidRDefault="00E00D30" w:rsidP="00E00D30">
      <w:r>
        <w:t>124.8711</w:t>
      </w:r>
      <w:r>
        <w:tab/>
        <w:t>1.013e0</w:t>
      </w:r>
    </w:p>
    <w:p w:rsidR="00E00D30" w:rsidRDefault="00E00D30" w:rsidP="00E00D30">
      <w:r>
        <w:t>124.8887</w:t>
      </w:r>
      <w:r>
        <w:tab/>
        <w:t>1.013e0</w:t>
      </w:r>
    </w:p>
    <w:p w:rsidR="00E00D30" w:rsidRDefault="00E00D30" w:rsidP="00E00D30">
      <w:r>
        <w:t>124.9003</w:t>
      </w:r>
      <w:r>
        <w:tab/>
        <w:t>2.025e0</w:t>
      </w:r>
    </w:p>
    <w:p w:rsidR="00E00D30" w:rsidRDefault="00E00D30" w:rsidP="00E00D30">
      <w:r>
        <w:t>124.9096</w:t>
      </w:r>
      <w:r>
        <w:tab/>
        <w:t>2.025e0</w:t>
      </w:r>
    </w:p>
    <w:p w:rsidR="00E00D30" w:rsidRDefault="00E00D30" w:rsidP="00E00D30">
      <w:r>
        <w:t>124.9210</w:t>
      </w:r>
      <w:r>
        <w:tab/>
        <w:t>1.013e0</w:t>
      </w:r>
    </w:p>
    <w:p w:rsidR="00E00D30" w:rsidRDefault="00E00D30" w:rsidP="00E00D30">
      <w:r>
        <w:t>124.9241</w:t>
      </w:r>
      <w:r>
        <w:tab/>
        <w:t>1.013e0</w:t>
      </w:r>
    </w:p>
    <w:p w:rsidR="00E00D30" w:rsidRDefault="00E00D30" w:rsidP="00E00D30">
      <w:r>
        <w:t>124.9335</w:t>
      </w:r>
      <w:r>
        <w:tab/>
        <w:t>1.013e0</w:t>
      </w:r>
    </w:p>
    <w:p w:rsidR="00E00D30" w:rsidRDefault="00E00D30" w:rsidP="00E00D30">
      <w:r>
        <w:t>124.9541</w:t>
      </w:r>
      <w:r>
        <w:tab/>
        <w:t>2.025e0</w:t>
      </w:r>
    </w:p>
    <w:p w:rsidR="00E00D30" w:rsidRDefault="00E00D30" w:rsidP="00E00D30">
      <w:r>
        <w:t>124.9604</w:t>
      </w:r>
      <w:r>
        <w:tab/>
        <w:t>2.025e0</w:t>
      </w:r>
    </w:p>
    <w:p w:rsidR="00E00D30" w:rsidRDefault="00E00D30" w:rsidP="00E00D30">
      <w:r>
        <w:t>124.9688</w:t>
      </w:r>
      <w:r>
        <w:tab/>
        <w:t>2.025e0</w:t>
      </w:r>
    </w:p>
    <w:p w:rsidR="00E00D30" w:rsidRDefault="00E00D30" w:rsidP="00E00D30">
      <w:r>
        <w:t>124.9837</w:t>
      </w:r>
      <w:r>
        <w:tab/>
        <w:t>1.013e0</w:t>
      </w:r>
    </w:p>
    <w:p w:rsidR="00E00D30" w:rsidRDefault="00E00D30" w:rsidP="00E00D30">
      <w:r>
        <w:t>124.9866</w:t>
      </w:r>
      <w:r>
        <w:tab/>
        <w:t>1.013e0</w:t>
      </w:r>
    </w:p>
    <w:p w:rsidR="00E00D30" w:rsidRDefault="00E00D30" w:rsidP="00E00D30">
      <w:r>
        <w:t>124.9927</w:t>
      </w:r>
      <w:r>
        <w:tab/>
        <w:t>1.013e0</w:t>
      </w:r>
    </w:p>
    <w:p w:rsidR="00E00D30" w:rsidRDefault="00E00D30" w:rsidP="00E00D30">
      <w:r>
        <w:t>124.9956</w:t>
      </w:r>
      <w:r>
        <w:tab/>
        <w:t>1.013e0</w:t>
      </w:r>
    </w:p>
    <w:p w:rsidR="00E00D30" w:rsidRDefault="00E00D30" w:rsidP="00E00D30">
      <w:r>
        <w:lastRenderedPageBreak/>
        <w:t>125.0281</w:t>
      </w:r>
      <w:r>
        <w:tab/>
        <w:t>1.013e0</w:t>
      </w:r>
    </w:p>
    <w:p w:rsidR="00E00D30" w:rsidRDefault="00E00D30" w:rsidP="00E00D30">
      <w:r>
        <w:t>125.0296</w:t>
      </w:r>
      <w:r>
        <w:tab/>
        <w:t>2.025e0</w:t>
      </w:r>
    </w:p>
    <w:p w:rsidR="00E00D30" w:rsidRDefault="00E00D30" w:rsidP="00E00D30">
      <w:r>
        <w:t>125.0313</w:t>
      </w:r>
      <w:r>
        <w:tab/>
        <w:t>1.013e0</w:t>
      </w:r>
    </w:p>
    <w:p w:rsidR="00E00D30" w:rsidRDefault="00E00D30" w:rsidP="00E00D30">
      <w:r>
        <w:t>125.0465</w:t>
      </w:r>
      <w:r>
        <w:tab/>
        <w:t>1.013e0</w:t>
      </w:r>
    </w:p>
    <w:p w:rsidR="00E00D30" w:rsidRDefault="00E00D30" w:rsidP="00E00D30">
      <w:r>
        <w:t>125.0565</w:t>
      </w:r>
      <w:r>
        <w:tab/>
        <w:t>2.025e0</w:t>
      </w:r>
    </w:p>
    <w:p w:rsidR="00E00D30" w:rsidRDefault="00E00D30" w:rsidP="00E00D30">
      <w:r>
        <w:t>125.0726</w:t>
      </w:r>
      <w:r>
        <w:tab/>
        <w:t>1.013e0</w:t>
      </w:r>
    </w:p>
    <w:p w:rsidR="00E00D30" w:rsidRDefault="00E00D30" w:rsidP="00E00D30">
      <w:r>
        <w:t>125.0742</w:t>
      </w:r>
      <w:r>
        <w:tab/>
        <w:t>2.025e0</w:t>
      </w:r>
    </w:p>
    <w:p w:rsidR="00E00D30" w:rsidRDefault="00E00D30" w:rsidP="00E00D30">
      <w:r>
        <w:t>125.0758</w:t>
      </w:r>
      <w:r>
        <w:tab/>
        <w:t>2.025e0</w:t>
      </w:r>
    </w:p>
    <w:p w:rsidR="00E00D30" w:rsidRDefault="00E00D30" w:rsidP="00E00D30">
      <w:r>
        <w:t>125.0859</w:t>
      </w:r>
      <w:r>
        <w:tab/>
        <w:t>3.038e0</w:t>
      </w:r>
    </w:p>
    <w:p w:rsidR="00E00D30" w:rsidRDefault="00E00D30" w:rsidP="00E00D30">
      <w:r>
        <w:t>125.0877</w:t>
      </w:r>
      <w:r>
        <w:tab/>
        <w:t>6.827e0</w:t>
      </w:r>
    </w:p>
    <w:p w:rsidR="00E00D30" w:rsidRDefault="00E00D30" w:rsidP="00E00D30">
      <w:r>
        <w:t>125.0910</w:t>
      </w:r>
      <w:r>
        <w:tab/>
        <w:t>3.551e0</w:t>
      </w:r>
    </w:p>
    <w:p w:rsidR="00E00D30" w:rsidRDefault="00E00D30" w:rsidP="00E00D30">
      <w:r>
        <w:t>125.1016</w:t>
      </w:r>
      <w:r>
        <w:tab/>
        <w:t>1.306e1</w:t>
      </w:r>
    </w:p>
    <w:p w:rsidR="00E00D30" w:rsidRDefault="00E00D30" w:rsidP="00E00D30">
      <w:r>
        <w:t>125.1026</w:t>
      </w:r>
      <w:r>
        <w:tab/>
        <w:t>2.025e0</w:t>
      </w:r>
    </w:p>
    <w:p w:rsidR="00E00D30" w:rsidRDefault="00E00D30" w:rsidP="00E00D30">
      <w:r>
        <w:t>125.1058</w:t>
      </w:r>
      <w:r>
        <w:tab/>
        <w:t>1.146e1</w:t>
      </w:r>
    </w:p>
    <w:p w:rsidR="00E00D30" w:rsidRDefault="00E00D30" w:rsidP="00E00D30">
      <w:r>
        <w:t>125.1096</w:t>
      </w:r>
      <w:r>
        <w:tab/>
        <w:t>8.101e0</w:t>
      </w:r>
    </w:p>
    <w:p w:rsidR="00E00D30" w:rsidRDefault="00E00D30" w:rsidP="00E00D30">
      <w:r>
        <w:t>125.1117</w:t>
      </w:r>
      <w:r>
        <w:tab/>
        <w:t>2.025e0</w:t>
      </w:r>
    </w:p>
    <w:p w:rsidR="00E00D30" w:rsidRDefault="00E00D30" w:rsidP="00E00D30">
      <w:r>
        <w:t>125.1160</w:t>
      </w:r>
      <w:r>
        <w:tab/>
        <w:t>2.025e0</w:t>
      </w:r>
    </w:p>
    <w:p w:rsidR="00E00D30" w:rsidRDefault="00E00D30" w:rsidP="00E00D30">
      <w:r>
        <w:t>125.1172</w:t>
      </w:r>
      <w:r>
        <w:tab/>
        <w:t>1.013e0</w:t>
      </w:r>
    </w:p>
    <w:p w:rsidR="00E00D30" w:rsidRDefault="00E00D30" w:rsidP="00E00D30">
      <w:r>
        <w:t>125.1204</w:t>
      </w:r>
      <w:r>
        <w:tab/>
        <w:t>1.013e0</w:t>
      </w:r>
    </w:p>
    <w:p w:rsidR="00E00D30" w:rsidRDefault="00E00D30" w:rsidP="00E00D30">
      <w:r>
        <w:lastRenderedPageBreak/>
        <w:t>125.1264</w:t>
      </w:r>
      <w:r>
        <w:tab/>
        <w:t>2.025e0</w:t>
      </w:r>
    </w:p>
    <w:p w:rsidR="00E00D30" w:rsidRDefault="00E00D30" w:rsidP="00E00D30">
      <w:r>
        <w:t>125.1327</w:t>
      </w:r>
      <w:r>
        <w:tab/>
        <w:t>1.013e0</w:t>
      </w:r>
    </w:p>
    <w:p w:rsidR="00E00D30" w:rsidRDefault="00E00D30" w:rsidP="00E00D30">
      <w:r>
        <w:t>125.1380</w:t>
      </w:r>
      <w:r>
        <w:tab/>
        <w:t>1.013e0</w:t>
      </w:r>
    </w:p>
    <w:p w:rsidR="00E00D30" w:rsidRDefault="00E00D30" w:rsidP="00E00D30">
      <w:r>
        <w:t>125.1474</w:t>
      </w:r>
      <w:r>
        <w:tab/>
        <w:t>1.013e0</w:t>
      </w:r>
    </w:p>
    <w:p w:rsidR="00E00D30" w:rsidRDefault="00E00D30" w:rsidP="00E00D30">
      <w:r>
        <w:t>125.1589</w:t>
      </w:r>
      <w:r>
        <w:tab/>
        <w:t>2.025e0</w:t>
      </w:r>
    </w:p>
    <w:p w:rsidR="00E00D30" w:rsidRDefault="00E00D30" w:rsidP="00E00D30">
      <w:r>
        <w:t>125.1693</w:t>
      </w:r>
      <w:r>
        <w:tab/>
        <w:t>3.038e0</w:t>
      </w:r>
    </w:p>
    <w:p w:rsidR="00E00D30" w:rsidRDefault="00E00D30" w:rsidP="00E00D30">
      <w:r>
        <w:t>125.1742</w:t>
      </w:r>
      <w:r>
        <w:tab/>
        <w:t>1.013e0</w:t>
      </w:r>
    </w:p>
    <w:p w:rsidR="00E00D30" w:rsidRDefault="00E00D30" w:rsidP="00E00D30">
      <w:r>
        <w:t>125.1773</w:t>
      </w:r>
      <w:r>
        <w:tab/>
        <w:t>1.013e0</w:t>
      </w:r>
    </w:p>
    <w:p w:rsidR="00E00D30" w:rsidRDefault="00E00D30" w:rsidP="00E00D30">
      <w:r>
        <w:t>125.1786</w:t>
      </w:r>
      <w:r>
        <w:tab/>
        <w:t>2.025e0</w:t>
      </w:r>
    </w:p>
    <w:p w:rsidR="00E00D30" w:rsidRDefault="00E00D30" w:rsidP="00E00D30">
      <w:r>
        <w:t>125.1858</w:t>
      </w:r>
      <w:r>
        <w:tab/>
        <w:t>1.013e0</w:t>
      </w:r>
    </w:p>
    <w:p w:rsidR="00E00D30" w:rsidRDefault="00E00D30" w:rsidP="00E00D30">
      <w:r>
        <w:t>125.1889</w:t>
      </w:r>
      <w:r>
        <w:tab/>
        <w:t>1.013e0</w:t>
      </w:r>
    </w:p>
    <w:p w:rsidR="00E00D30" w:rsidRDefault="00E00D30" w:rsidP="00E00D30">
      <w:r>
        <w:t>125.2006</w:t>
      </w:r>
      <w:r>
        <w:tab/>
        <w:t>1.013e0</w:t>
      </w:r>
    </w:p>
    <w:p w:rsidR="00E00D30" w:rsidRDefault="00E00D30" w:rsidP="00E00D30">
      <w:r>
        <w:t>125.2036</w:t>
      </w:r>
      <w:r>
        <w:tab/>
        <w:t>1.013e0</w:t>
      </w:r>
    </w:p>
    <w:p w:rsidR="00E00D30" w:rsidRDefault="00E00D30" w:rsidP="00E00D30">
      <w:r>
        <w:t>125.2158</w:t>
      </w:r>
      <w:r>
        <w:tab/>
        <w:t>1.013e0</w:t>
      </w:r>
    </w:p>
    <w:p w:rsidR="00E00D30" w:rsidRDefault="00E00D30" w:rsidP="00E00D30">
      <w:r>
        <w:t>125.2243</w:t>
      </w:r>
      <w:r>
        <w:tab/>
        <w:t>2.025e0</w:t>
      </w:r>
    </w:p>
    <w:p w:rsidR="00E00D30" w:rsidRDefault="00E00D30" w:rsidP="00E00D30">
      <w:r>
        <w:t>125.2304</w:t>
      </w:r>
      <w:r>
        <w:tab/>
        <w:t>1.013e0</w:t>
      </w:r>
    </w:p>
    <w:p w:rsidR="00E00D30" w:rsidRDefault="00E00D30" w:rsidP="00E00D30">
      <w:r>
        <w:t>125.2334</w:t>
      </w:r>
      <w:r>
        <w:tab/>
        <w:t>1.013e0</w:t>
      </w:r>
    </w:p>
    <w:p w:rsidR="00E00D30" w:rsidRDefault="00E00D30" w:rsidP="00E00D30">
      <w:r>
        <w:t>125.2482</w:t>
      </w:r>
      <w:r>
        <w:tab/>
        <w:t>3.038e0</w:t>
      </w:r>
    </w:p>
    <w:p w:rsidR="00E00D30" w:rsidRDefault="00E00D30" w:rsidP="00E00D30">
      <w:r>
        <w:t>125.2799</w:t>
      </w:r>
      <w:r>
        <w:tab/>
        <w:t>2.025e0</w:t>
      </w:r>
    </w:p>
    <w:p w:rsidR="00E00D30" w:rsidRDefault="00E00D30" w:rsidP="00E00D30">
      <w:r>
        <w:lastRenderedPageBreak/>
        <w:t>125.2927</w:t>
      </w:r>
      <w:r>
        <w:tab/>
        <w:t>2.025e0</w:t>
      </w:r>
    </w:p>
    <w:p w:rsidR="00E00D30" w:rsidRDefault="00E00D30" w:rsidP="00E00D30">
      <w:r>
        <w:t>125.3019</w:t>
      </w:r>
      <w:r>
        <w:tab/>
        <w:t>1.013e0</w:t>
      </w:r>
    </w:p>
    <w:p w:rsidR="00E00D30" w:rsidRDefault="00E00D30" w:rsidP="00E00D30">
      <w:r>
        <w:t>125.3167</w:t>
      </w:r>
      <w:r>
        <w:tab/>
        <w:t>2.025e0</w:t>
      </w:r>
    </w:p>
    <w:p w:rsidR="00E00D30" w:rsidRDefault="00E00D30" w:rsidP="00E00D30">
      <w:r>
        <w:t>125.3260</w:t>
      </w:r>
      <w:r>
        <w:tab/>
        <w:t>1.013e0</w:t>
      </w:r>
    </w:p>
    <w:p w:rsidR="00E00D30" w:rsidRDefault="00E00D30" w:rsidP="00E00D30">
      <w:r>
        <w:t>125.3676</w:t>
      </w:r>
      <w:r>
        <w:tab/>
        <w:t>1.013e0</w:t>
      </w:r>
    </w:p>
    <w:p w:rsidR="00E00D30" w:rsidRDefault="00E00D30" w:rsidP="00E00D30">
      <w:r>
        <w:t>125.3705</w:t>
      </w:r>
      <w:r>
        <w:tab/>
        <w:t>1.013e0</w:t>
      </w:r>
    </w:p>
    <w:p w:rsidR="00E00D30" w:rsidRDefault="00E00D30" w:rsidP="00E00D30">
      <w:r>
        <w:t>125.3791</w:t>
      </w:r>
      <w:r>
        <w:tab/>
        <w:t>1.013e0</w:t>
      </w:r>
    </w:p>
    <w:p w:rsidR="00E00D30" w:rsidRDefault="00E00D30" w:rsidP="00E00D30">
      <w:r>
        <w:t>125.3884</w:t>
      </w:r>
      <w:r>
        <w:tab/>
        <w:t>1.013e0</w:t>
      </w:r>
    </w:p>
    <w:p w:rsidR="00E00D30" w:rsidRDefault="00E00D30" w:rsidP="00E00D30">
      <w:r>
        <w:t>125.4091</w:t>
      </w:r>
      <w:r>
        <w:tab/>
        <w:t>1.013e0</w:t>
      </w:r>
    </w:p>
    <w:p w:rsidR="00E00D30" w:rsidRDefault="00E00D30" w:rsidP="00E00D30">
      <w:r>
        <w:t>125.4197</w:t>
      </w:r>
      <w:r>
        <w:tab/>
        <w:t>2.025e0</w:t>
      </w:r>
    </w:p>
    <w:p w:rsidR="00E00D30" w:rsidRDefault="00E00D30" w:rsidP="00E00D30">
      <w:r>
        <w:t>125.4268</w:t>
      </w:r>
      <w:r>
        <w:tab/>
        <w:t>1.013e0</w:t>
      </w:r>
    </w:p>
    <w:p w:rsidR="00E00D30" w:rsidRDefault="00E00D30" w:rsidP="00E00D30">
      <w:r>
        <w:t>125.4300</w:t>
      </w:r>
      <w:r>
        <w:tab/>
        <w:t>1.013e0</w:t>
      </w:r>
    </w:p>
    <w:p w:rsidR="00E00D30" w:rsidRDefault="00E00D30" w:rsidP="00E00D30">
      <w:r>
        <w:t>125.4445</w:t>
      </w:r>
      <w:r>
        <w:tab/>
        <w:t>1.013e0</w:t>
      </w:r>
    </w:p>
    <w:p w:rsidR="00E00D30" w:rsidRDefault="00E00D30" w:rsidP="00E00D30">
      <w:r>
        <w:t>125.4717</w:t>
      </w:r>
      <w:r>
        <w:tab/>
        <w:t>2.025e0</w:t>
      </w:r>
    </w:p>
    <w:p w:rsidR="00E00D30" w:rsidRDefault="00E00D30" w:rsidP="00E00D30">
      <w:r>
        <w:t>125.4863</w:t>
      </w:r>
      <w:r>
        <w:tab/>
        <w:t>1.013e0</w:t>
      </w:r>
    </w:p>
    <w:p w:rsidR="00E00D30" w:rsidRDefault="00E00D30" w:rsidP="00E00D30">
      <w:r>
        <w:t>125.4893</w:t>
      </w:r>
      <w:r>
        <w:tab/>
        <w:t>1.013e0</w:t>
      </w:r>
    </w:p>
    <w:p w:rsidR="00E00D30" w:rsidRDefault="00E00D30" w:rsidP="00E00D30">
      <w:r>
        <w:t>125.5279</w:t>
      </w:r>
      <w:r>
        <w:tab/>
        <w:t>1.013e0</w:t>
      </w:r>
    </w:p>
    <w:p w:rsidR="00E00D30" w:rsidRDefault="00E00D30" w:rsidP="00E00D30">
      <w:r>
        <w:t>125.5309</w:t>
      </w:r>
      <w:r>
        <w:tab/>
        <w:t>1.013e0</w:t>
      </w:r>
    </w:p>
    <w:p w:rsidR="00E00D30" w:rsidRDefault="00E00D30" w:rsidP="00E00D30">
      <w:r>
        <w:t>125.5400</w:t>
      </w:r>
      <w:r>
        <w:tab/>
        <w:t>1.013e0</w:t>
      </w:r>
    </w:p>
    <w:p w:rsidR="00E00D30" w:rsidRDefault="00E00D30" w:rsidP="00E00D30">
      <w:r>
        <w:lastRenderedPageBreak/>
        <w:t>125.5431</w:t>
      </w:r>
      <w:r>
        <w:tab/>
        <w:t>1.013e0</w:t>
      </w:r>
    </w:p>
    <w:p w:rsidR="00E00D30" w:rsidRDefault="00E00D30" w:rsidP="00E00D30">
      <w:r>
        <w:t>125.5475</w:t>
      </w:r>
      <w:r>
        <w:tab/>
        <w:t>2.025e0</w:t>
      </w:r>
    </w:p>
    <w:p w:rsidR="00E00D30" w:rsidRDefault="00E00D30" w:rsidP="00E00D30">
      <w:r>
        <w:t>125.5608</w:t>
      </w:r>
      <w:r>
        <w:tab/>
        <w:t>1.013e0</w:t>
      </w:r>
    </w:p>
    <w:p w:rsidR="00E00D30" w:rsidRDefault="00E00D30" w:rsidP="00E00D30">
      <w:r>
        <w:t>125.5684</w:t>
      </w:r>
      <w:r>
        <w:tab/>
        <w:t>2.025e0</w:t>
      </w:r>
    </w:p>
    <w:p w:rsidR="00E00D30" w:rsidRDefault="00E00D30" w:rsidP="00E00D30">
      <w:r>
        <w:t>125.5727</w:t>
      </w:r>
      <w:r>
        <w:tab/>
        <w:t>1.013e0</w:t>
      </w:r>
    </w:p>
    <w:p w:rsidR="00E00D30" w:rsidRDefault="00E00D30" w:rsidP="00E00D30">
      <w:r>
        <w:t>125.6118</w:t>
      </w:r>
      <w:r>
        <w:tab/>
        <w:t>1.013e0</w:t>
      </w:r>
    </w:p>
    <w:p w:rsidR="00E00D30" w:rsidRDefault="00E00D30" w:rsidP="00E00D30">
      <w:r>
        <w:t>125.6171</w:t>
      </w:r>
      <w:r>
        <w:tab/>
        <w:t>1.013e0</w:t>
      </w:r>
    </w:p>
    <w:p w:rsidR="00E00D30" w:rsidRDefault="00E00D30" w:rsidP="00E00D30">
      <w:r>
        <w:t>125.6325</w:t>
      </w:r>
      <w:r>
        <w:tab/>
        <w:t>1.013e0</w:t>
      </w:r>
    </w:p>
    <w:p w:rsidR="00E00D30" w:rsidRDefault="00E00D30" w:rsidP="00E00D30">
      <w:r>
        <w:t>125.6590</w:t>
      </w:r>
      <w:r>
        <w:tab/>
        <w:t>1.013e0</w:t>
      </w:r>
    </w:p>
    <w:p w:rsidR="00E00D30" w:rsidRDefault="00E00D30" w:rsidP="00E00D30">
      <w:r>
        <w:t>125.6652</w:t>
      </w:r>
      <w:r>
        <w:tab/>
        <w:t>1.013e0</w:t>
      </w:r>
    </w:p>
    <w:p w:rsidR="00E00D30" w:rsidRDefault="00E00D30" w:rsidP="00E00D30">
      <w:r>
        <w:t>125.6712</w:t>
      </w:r>
      <w:r>
        <w:tab/>
        <w:t>2.025e0</w:t>
      </w:r>
    </w:p>
    <w:p w:rsidR="00E00D30" w:rsidRDefault="00E00D30" w:rsidP="00E00D30">
      <w:r>
        <w:t>125.6802</w:t>
      </w:r>
      <w:r>
        <w:tab/>
        <w:t>1.013e0</w:t>
      </w:r>
    </w:p>
    <w:p w:rsidR="00E00D30" w:rsidRDefault="00E00D30" w:rsidP="00E00D30">
      <w:r>
        <w:t>125.6827</w:t>
      </w:r>
      <w:r>
        <w:tab/>
        <w:t>1.013e0</w:t>
      </w:r>
    </w:p>
    <w:p w:rsidR="00E00D30" w:rsidRDefault="00E00D30" w:rsidP="00E00D30">
      <w:r>
        <w:t>125.6891</w:t>
      </w:r>
      <w:r>
        <w:tab/>
        <w:t>1.013e0</w:t>
      </w:r>
    </w:p>
    <w:p w:rsidR="00E00D30" w:rsidRDefault="00E00D30" w:rsidP="00E00D30">
      <w:r>
        <w:t>125.6980</w:t>
      </w:r>
      <w:r>
        <w:tab/>
        <w:t>1.013e0</w:t>
      </w:r>
    </w:p>
    <w:p w:rsidR="00E00D30" w:rsidRDefault="00E00D30" w:rsidP="00E00D30">
      <w:r>
        <w:t>125.7066</w:t>
      </w:r>
      <w:r>
        <w:tab/>
        <w:t>2.025e0</w:t>
      </w:r>
    </w:p>
    <w:p w:rsidR="00E00D30" w:rsidRDefault="00E00D30" w:rsidP="00E00D30">
      <w:r>
        <w:t>125.7081</w:t>
      </w:r>
      <w:r>
        <w:tab/>
        <w:t>2.025e0</w:t>
      </w:r>
    </w:p>
    <w:p w:rsidR="00E00D30" w:rsidRDefault="00E00D30" w:rsidP="00E00D30">
      <w:r>
        <w:t>125.7189</w:t>
      </w:r>
      <w:r>
        <w:tab/>
        <w:t>1.013e0</w:t>
      </w:r>
    </w:p>
    <w:p w:rsidR="00E00D30" w:rsidRDefault="00E00D30" w:rsidP="00E00D30">
      <w:r>
        <w:t>125.7399</w:t>
      </w:r>
      <w:r>
        <w:tab/>
        <w:t>2.025e0</w:t>
      </w:r>
    </w:p>
    <w:p w:rsidR="00E00D30" w:rsidRDefault="00E00D30" w:rsidP="00E00D30">
      <w:r>
        <w:lastRenderedPageBreak/>
        <w:t>125.7428</w:t>
      </w:r>
      <w:r>
        <w:tab/>
        <w:t>1.013e0</w:t>
      </w:r>
    </w:p>
    <w:p w:rsidR="00E00D30" w:rsidRDefault="00E00D30" w:rsidP="00E00D30">
      <w:r>
        <w:t>125.7482</w:t>
      </w:r>
      <w:r>
        <w:tab/>
        <w:t>1.013e0</w:t>
      </w:r>
    </w:p>
    <w:p w:rsidR="00E00D30" w:rsidRDefault="00E00D30" w:rsidP="00E00D30">
      <w:r>
        <w:t>125.7531</w:t>
      </w:r>
      <w:r>
        <w:tab/>
        <w:t>2.025e0</w:t>
      </w:r>
    </w:p>
    <w:p w:rsidR="00E00D30" w:rsidRDefault="00E00D30" w:rsidP="00E00D30">
      <w:r>
        <w:t>125.7722</w:t>
      </w:r>
      <w:r>
        <w:tab/>
        <w:t>1.013e0</w:t>
      </w:r>
    </w:p>
    <w:p w:rsidR="00E00D30" w:rsidRDefault="00E00D30" w:rsidP="00E00D30">
      <w:r>
        <w:t>125.7753</w:t>
      </w:r>
      <w:r>
        <w:tab/>
        <w:t>1.013e0</w:t>
      </w:r>
    </w:p>
    <w:p w:rsidR="00E00D30" w:rsidRDefault="00E00D30" w:rsidP="00E00D30">
      <w:r>
        <w:t>125.7846</w:t>
      </w:r>
      <w:r>
        <w:tab/>
        <w:t>1.013e0</w:t>
      </w:r>
    </w:p>
    <w:p w:rsidR="00E00D30" w:rsidRDefault="00E00D30" w:rsidP="00E00D30">
      <w:r>
        <w:t>125.7931</w:t>
      </w:r>
      <w:r>
        <w:tab/>
        <w:t>1.013e0</w:t>
      </w:r>
    </w:p>
    <w:p w:rsidR="00E00D30" w:rsidRDefault="00E00D30" w:rsidP="00E00D30">
      <w:r>
        <w:t>125.7961</w:t>
      </w:r>
      <w:r>
        <w:tab/>
        <w:t>1.013e0</w:t>
      </w:r>
    </w:p>
    <w:p w:rsidR="00E00D30" w:rsidRDefault="00E00D30" w:rsidP="00E00D30">
      <w:r>
        <w:t>125.8084</w:t>
      </w:r>
      <w:r>
        <w:tab/>
        <w:t>1.013e0</w:t>
      </w:r>
    </w:p>
    <w:p w:rsidR="00E00D30" w:rsidRDefault="00E00D30" w:rsidP="00E00D30">
      <w:r>
        <w:t>125.8202</w:t>
      </w:r>
      <w:r>
        <w:tab/>
        <w:t>1.013e0</w:t>
      </w:r>
    </w:p>
    <w:p w:rsidR="00E00D30" w:rsidRDefault="00E00D30" w:rsidP="00E00D30">
      <w:r>
        <w:t>125.8260</w:t>
      </w:r>
      <w:r>
        <w:tab/>
        <w:t>2.025e0</w:t>
      </w:r>
    </w:p>
    <w:p w:rsidR="00E00D30" w:rsidRDefault="00E00D30" w:rsidP="00E00D30">
      <w:r>
        <w:t>125.8294</w:t>
      </w:r>
      <w:r>
        <w:tab/>
        <w:t>1.013e0</w:t>
      </w:r>
    </w:p>
    <w:p w:rsidR="00E00D30" w:rsidRDefault="00E00D30" w:rsidP="00E00D30">
      <w:r>
        <w:t>125.8324</w:t>
      </w:r>
      <w:r>
        <w:tab/>
        <w:t>1.013e0</w:t>
      </w:r>
    </w:p>
    <w:p w:rsidR="00E00D30" w:rsidRDefault="00E00D30" w:rsidP="00E00D30">
      <w:r>
        <w:t>125.8377</w:t>
      </w:r>
      <w:r>
        <w:tab/>
        <w:t>1.013e0</w:t>
      </w:r>
    </w:p>
    <w:p w:rsidR="00E00D30" w:rsidRDefault="00E00D30" w:rsidP="00E00D30">
      <w:r>
        <w:t>125.8439</w:t>
      </w:r>
      <w:r>
        <w:tab/>
        <w:t>1.013e0</w:t>
      </w:r>
    </w:p>
    <w:p w:rsidR="00E00D30" w:rsidRDefault="00E00D30" w:rsidP="00E00D30">
      <w:r>
        <w:t>125.8560</w:t>
      </w:r>
      <w:r>
        <w:tab/>
        <w:t>1.013e0</w:t>
      </w:r>
    </w:p>
    <w:p w:rsidR="00E00D30" w:rsidRDefault="00E00D30" w:rsidP="00E00D30">
      <w:r>
        <w:t>125.8679</w:t>
      </w:r>
      <w:r>
        <w:tab/>
        <w:t>1.013e0</w:t>
      </w:r>
    </w:p>
    <w:p w:rsidR="00E00D30" w:rsidRDefault="00E00D30" w:rsidP="00E00D30">
      <w:r>
        <w:t>125.8918</w:t>
      </w:r>
      <w:r>
        <w:tab/>
        <w:t>1.013e0</w:t>
      </w:r>
    </w:p>
    <w:p w:rsidR="00E00D30" w:rsidRDefault="00E00D30" w:rsidP="00E00D30">
      <w:r>
        <w:t>125.9095</w:t>
      </w:r>
      <w:r>
        <w:tab/>
        <w:t>1.013e0</w:t>
      </w:r>
    </w:p>
    <w:p w:rsidR="00E00D30" w:rsidRDefault="00E00D30" w:rsidP="00E00D30">
      <w:r>
        <w:lastRenderedPageBreak/>
        <w:t>125.9110</w:t>
      </w:r>
      <w:r>
        <w:tab/>
        <w:t>2.025e0</w:t>
      </w:r>
    </w:p>
    <w:p w:rsidR="00E00D30" w:rsidRDefault="00E00D30" w:rsidP="00E00D30">
      <w:r>
        <w:t>125.9156</w:t>
      </w:r>
      <w:r>
        <w:tab/>
        <w:t>2.025e0</w:t>
      </w:r>
    </w:p>
    <w:p w:rsidR="00E00D30" w:rsidRDefault="00E00D30" w:rsidP="00E00D30">
      <w:r>
        <w:t>125.9364</w:t>
      </w:r>
      <w:r>
        <w:tab/>
        <w:t>1.013e0</w:t>
      </w:r>
    </w:p>
    <w:p w:rsidR="00E00D30" w:rsidRDefault="00E00D30" w:rsidP="00E00D30">
      <w:r>
        <w:t>125.9427</w:t>
      </w:r>
      <w:r>
        <w:tab/>
        <w:t>1.013e0</w:t>
      </w:r>
    </w:p>
    <w:p w:rsidR="00E00D30" w:rsidRDefault="00E00D30" w:rsidP="00E00D30">
      <w:r>
        <w:t>125.9606</w:t>
      </w:r>
      <w:r>
        <w:tab/>
        <w:t>2.025e0</w:t>
      </w:r>
    </w:p>
    <w:p w:rsidR="00E00D30" w:rsidRDefault="00E00D30" w:rsidP="00E00D30">
      <w:r>
        <w:t>125.9928</w:t>
      </w:r>
      <w:r>
        <w:tab/>
        <w:t>1.013e0</w:t>
      </w:r>
    </w:p>
    <w:p w:rsidR="00E00D30" w:rsidRDefault="00E00D30" w:rsidP="00E00D30">
      <w:r>
        <w:t>126.0168</w:t>
      </w:r>
      <w:r>
        <w:tab/>
        <w:t>2.025e0</w:t>
      </w:r>
    </w:p>
    <w:p w:rsidR="00E00D30" w:rsidRDefault="00E00D30" w:rsidP="00E00D30">
      <w:r>
        <w:t>126.0228</w:t>
      </w:r>
      <w:r>
        <w:tab/>
        <w:t>1.013e0</w:t>
      </w:r>
    </w:p>
    <w:p w:rsidR="00E00D30" w:rsidRDefault="00E00D30" w:rsidP="00E00D30">
      <w:r>
        <w:t>126.0291</w:t>
      </w:r>
      <w:r>
        <w:tab/>
        <w:t>1.013e0</w:t>
      </w:r>
    </w:p>
    <w:p w:rsidR="00E00D30" w:rsidRDefault="00E00D30" w:rsidP="00E00D30">
      <w:r>
        <w:t>126.0468</w:t>
      </w:r>
      <w:r>
        <w:tab/>
        <w:t>1.013e0</w:t>
      </w:r>
    </w:p>
    <w:p w:rsidR="00E00D30" w:rsidRDefault="00E00D30" w:rsidP="00E00D30">
      <w:r>
        <w:t>126.0555</w:t>
      </w:r>
      <w:r>
        <w:tab/>
        <w:t>4.051e0</w:t>
      </w:r>
    </w:p>
    <w:p w:rsidR="00E00D30" w:rsidRDefault="00E00D30" w:rsidP="00E00D30">
      <w:r>
        <w:t>126.0585</w:t>
      </w:r>
      <w:r>
        <w:tab/>
        <w:t>5.063e0</w:t>
      </w:r>
    </w:p>
    <w:p w:rsidR="00E00D30" w:rsidRDefault="00E00D30" w:rsidP="00E00D30">
      <w:r>
        <w:t>126.0599</w:t>
      </w:r>
      <w:r>
        <w:tab/>
        <w:t>3.038e0</w:t>
      </w:r>
    </w:p>
    <w:p w:rsidR="00E00D30" w:rsidRDefault="00E00D30" w:rsidP="00E00D30">
      <w:r>
        <w:t>126.0636</w:t>
      </w:r>
      <w:r>
        <w:tab/>
        <w:t>2.341e0</w:t>
      </w:r>
    </w:p>
    <w:p w:rsidR="00E00D30" w:rsidRDefault="00E00D30" w:rsidP="00E00D30">
      <w:r>
        <w:t>126.0649</w:t>
      </w:r>
      <w:r>
        <w:tab/>
        <w:t>3.429e0</w:t>
      </w:r>
    </w:p>
    <w:p w:rsidR="00E00D30" w:rsidRDefault="00E00D30" w:rsidP="00E00D30">
      <w:r>
        <w:t>126.0692</w:t>
      </w:r>
      <w:r>
        <w:tab/>
        <w:t>5.279e0</w:t>
      </w:r>
    </w:p>
    <w:p w:rsidR="00E00D30" w:rsidRDefault="00E00D30" w:rsidP="00E00D30">
      <w:r>
        <w:t>126.0753</w:t>
      </w:r>
      <w:r>
        <w:tab/>
        <w:t>2.025e0</w:t>
      </w:r>
    </w:p>
    <w:p w:rsidR="00E00D30" w:rsidRDefault="00E00D30" w:rsidP="00E00D30">
      <w:r>
        <w:t>126.0821</w:t>
      </w:r>
      <w:r>
        <w:tab/>
        <w:t>7.596e0</w:t>
      </w:r>
    </w:p>
    <w:p w:rsidR="00E00D30" w:rsidRDefault="00E00D30" w:rsidP="00E00D30">
      <w:r>
        <w:t>126.0853</w:t>
      </w:r>
      <w:r>
        <w:tab/>
        <w:t>1.316e1</w:t>
      </w:r>
    </w:p>
    <w:p w:rsidR="00E00D30" w:rsidRDefault="00E00D30" w:rsidP="00E00D30">
      <w:r>
        <w:lastRenderedPageBreak/>
        <w:t>126.0889</w:t>
      </w:r>
      <w:r>
        <w:tab/>
        <w:t>6.076e0</w:t>
      </w:r>
    </w:p>
    <w:p w:rsidR="00E00D30" w:rsidRDefault="00E00D30" w:rsidP="00E00D30">
      <w:r>
        <w:t>126.0907</w:t>
      </w:r>
      <w:r>
        <w:tab/>
        <w:t>7.987e0</w:t>
      </w:r>
    </w:p>
    <w:p w:rsidR="00E00D30" w:rsidRDefault="00E00D30" w:rsidP="00E00D30">
      <w:r>
        <w:t>126.0990</w:t>
      </w:r>
      <w:r>
        <w:tab/>
        <w:t>2.025e0</w:t>
      </w:r>
    </w:p>
    <w:p w:rsidR="00E00D30" w:rsidRDefault="00E00D30" w:rsidP="00E00D30">
      <w:r>
        <w:t>126.1009</w:t>
      </w:r>
      <w:r>
        <w:tab/>
        <w:t>4.937e0</w:t>
      </w:r>
    </w:p>
    <w:p w:rsidR="00E00D30" w:rsidRDefault="00E00D30" w:rsidP="00E00D30">
      <w:r>
        <w:t>126.1032</w:t>
      </w:r>
      <w:r>
        <w:tab/>
        <w:t>1.013e0</w:t>
      </w:r>
    </w:p>
    <w:p w:rsidR="00E00D30" w:rsidRDefault="00E00D30" w:rsidP="00E00D30">
      <w:r>
        <w:t>126.1186</w:t>
      </w:r>
      <w:r>
        <w:tab/>
        <w:t>1.013e0</w:t>
      </w:r>
    </w:p>
    <w:p w:rsidR="00E00D30" w:rsidRDefault="00E00D30" w:rsidP="00E00D30">
      <w:r>
        <w:t>126.1240</w:t>
      </w:r>
      <w:r>
        <w:tab/>
        <w:t>1.013e0</w:t>
      </w:r>
    </w:p>
    <w:p w:rsidR="00E00D30" w:rsidRDefault="00E00D30" w:rsidP="00E00D30">
      <w:r>
        <w:t>126.1272</w:t>
      </w:r>
      <w:r>
        <w:tab/>
        <w:t>1.013e0</w:t>
      </w:r>
    </w:p>
    <w:p w:rsidR="00E00D30" w:rsidRDefault="00E00D30" w:rsidP="00E00D30">
      <w:r>
        <w:t>126.1302</w:t>
      </w:r>
      <w:r>
        <w:tab/>
        <w:t>1.013e0</w:t>
      </w:r>
    </w:p>
    <w:p w:rsidR="00E00D30" w:rsidRDefault="00E00D30" w:rsidP="00E00D30">
      <w:r>
        <w:t>126.1317</w:t>
      </w:r>
      <w:r>
        <w:tab/>
        <w:t>2.025e0</w:t>
      </w:r>
    </w:p>
    <w:p w:rsidR="00E00D30" w:rsidRDefault="00E00D30" w:rsidP="00E00D30">
      <w:r>
        <w:t>126.1379</w:t>
      </w:r>
      <w:r>
        <w:tab/>
        <w:t>2.025e0</w:t>
      </w:r>
    </w:p>
    <w:p w:rsidR="00E00D30" w:rsidRDefault="00E00D30" w:rsidP="00E00D30">
      <w:r>
        <w:t>126.1394</w:t>
      </w:r>
      <w:r>
        <w:tab/>
        <w:t>1.013e0</w:t>
      </w:r>
    </w:p>
    <w:p w:rsidR="00E00D30" w:rsidRDefault="00E00D30" w:rsidP="00E00D30">
      <w:r>
        <w:t>126.1424</w:t>
      </w:r>
      <w:r>
        <w:tab/>
        <w:t>1.013e0</w:t>
      </w:r>
    </w:p>
    <w:p w:rsidR="00E00D30" w:rsidRDefault="00E00D30" w:rsidP="00E00D30">
      <w:r>
        <w:t>126.1543</w:t>
      </w:r>
      <w:r>
        <w:tab/>
        <w:t>1.013e0</w:t>
      </w:r>
    </w:p>
    <w:p w:rsidR="00E00D30" w:rsidRDefault="00E00D30" w:rsidP="00E00D30">
      <w:r>
        <w:t>126.1870</w:t>
      </w:r>
      <w:r>
        <w:tab/>
        <w:t>1.013e0</w:t>
      </w:r>
    </w:p>
    <w:p w:rsidR="00E00D30" w:rsidRDefault="00E00D30" w:rsidP="00E00D30">
      <w:r>
        <w:t>126.1990</w:t>
      </w:r>
      <w:r>
        <w:tab/>
        <w:t>1.013e0</w:t>
      </w:r>
    </w:p>
    <w:p w:rsidR="00E00D30" w:rsidRDefault="00E00D30" w:rsidP="00E00D30">
      <w:r>
        <w:t>126.2053</w:t>
      </w:r>
      <w:r>
        <w:tab/>
        <w:t>1.013e0</w:t>
      </w:r>
    </w:p>
    <w:p w:rsidR="00E00D30" w:rsidRDefault="00E00D30" w:rsidP="00E00D30">
      <w:r>
        <w:t>126.2082</w:t>
      </w:r>
      <w:r>
        <w:tab/>
        <w:t>1.013e0</w:t>
      </w:r>
    </w:p>
    <w:p w:rsidR="00E00D30" w:rsidRDefault="00E00D30" w:rsidP="00E00D30">
      <w:r>
        <w:t>126.2108</w:t>
      </w:r>
      <w:r>
        <w:tab/>
        <w:t>1.013e0</w:t>
      </w:r>
    </w:p>
    <w:p w:rsidR="00E00D30" w:rsidRDefault="00E00D30" w:rsidP="00E00D30">
      <w:r>
        <w:lastRenderedPageBreak/>
        <w:t>126.2169</w:t>
      </w:r>
      <w:r>
        <w:tab/>
        <w:t>1.013e0</w:t>
      </w:r>
    </w:p>
    <w:p w:rsidR="00E00D30" w:rsidRDefault="00E00D30" w:rsidP="00E00D30">
      <w:r>
        <w:t>126.2198</w:t>
      </w:r>
      <w:r>
        <w:tab/>
        <w:t>1.013e0</w:t>
      </w:r>
    </w:p>
    <w:p w:rsidR="00E00D30" w:rsidRDefault="00E00D30" w:rsidP="00E00D30">
      <w:r>
        <w:t>126.2344</w:t>
      </w:r>
      <w:r>
        <w:tab/>
        <w:t>1.013e0</w:t>
      </w:r>
    </w:p>
    <w:p w:rsidR="00E00D30" w:rsidRDefault="00E00D30" w:rsidP="00E00D30">
      <w:r>
        <w:t>126.2499</w:t>
      </w:r>
      <w:r>
        <w:tab/>
        <w:t>1.013e0</w:t>
      </w:r>
    </w:p>
    <w:p w:rsidR="00E00D30" w:rsidRDefault="00E00D30" w:rsidP="00E00D30">
      <w:r>
        <w:t>126.2615</w:t>
      </w:r>
      <w:r>
        <w:tab/>
        <w:t>2.025e0</w:t>
      </w:r>
    </w:p>
    <w:p w:rsidR="00E00D30" w:rsidRDefault="00E00D30" w:rsidP="00E00D30">
      <w:r>
        <w:t>126.2646</w:t>
      </w:r>
      <w:r>
        <w:tab/>
        <w:t>1.013e0</w:t>
      </w:r>
    </w:p>
    <w:p w:rsidR="00E00D30" w:rsidRDefault="00E00D30" w:rsidP="00E00D30">
      <w:r>
        <w:t>126.2766</w:t>
      </w:r>
      <w:r>
        <w:tab/>
        <w:t>1.013e0</w:t>
      </w:r>
    </w:p>
    <w:p w:rsidR="00E00D30" w:rsidRDefault="00E00D30" w:rsidP="00E00D30">
      <w:r>
        <w:t>126.2931</w:t>
      </w:r>
      <w:r>
        <w:tab/>
        <w:t>2.025e0</w:t>
      </w:r>
    </w:p>
    <w:p w:rsidR="00E00D30" w:rsidRDefault="00E00D30" w:rsidP="00E00D30">
      <w:r>
        <w:t>126.3033</w:t>
      </w:r>
      <w:r>
        <w:tab/>
        <w:t>1.013e0</w:t>
      </w:r>
    </w:p>
    <w:p w:rsidR="00E00D30" w:rsidRDefault="00E00D30" w:rsidP="00E00D30">
      <w:r>
        <w:t>126.3079</w:t>
      </w:r>
      <w:r>
        <w:tab/>
        <w:t>2.025e0</w:t>
      </w:r>
    </w:p>
    <w:p w:rsidR="00E00D30" w:rsidRDefault="00E00D30" w:rsidP="00E00D30">
      <w:r>
        <w:t>126.3155</w:t>
      </w:r>
      <w:r>
        <w:tab/>
        <w:t>1.013e0</w:t>
      </w:r>
    </w:p>
    <w:p w:rsidR="00E00D30" w:rsidRDefault="00E00D30" w:rsidP="00E00D30">
      <w:r>
        <w:t>126.3274</w:t>
      </w:r>
      <w:r>
        <w:tab/>
        <w:t>1.013e0</w:t>
      </w:r>
    </w:p>
    <w:p w:rsidR="00E00D30" w:rsidRDefault="00E00D30" w:rsidP="00E00D30">
      <w:r>
        <w:t>126.3603</w:t>
      </w:r>
      <w:r>
        <w:tab/>
        <w:t>1.013e0</w:t>
      </w:r>
    </w:p>
    <w:p w:rsidR="00E00D30" w:rsidRDefault="00E00D30" w:rsidP="00E00D30">
      <w:r>
        <w:t>126.3635</w:t>
      </w:r>
      <w:r>
        <w:tab/>
        <w:t>1.013e0</w:t>
      </w:r>
    </w:p>
    <w:p w:rsidR="00E00D30" w:rsidRDefault="00E00D30" w:rsidP="00E00D30">
      <w:r>
        <w:t>126.3812</w:t>
      </w:r>
      <w:r>
        <w:tab/>
        <w:t>1.013e0</w:t>
      </w:r>
    </w:p>
    <w:p w:rsidR="00E00D30" w:rsidRDefault="00E00D30" w:rsidP="00E00D30">
      <w:r>
        <w:t>126.3874</w:t>
      </w:r>
      <w:r>
        <w:tab/>
        <w:t>1.013e0</w:t>
      </w:r>
    </w:p>
    <w:p w:rsidR="00E00D30" w:rsidRDefault="00E00D30" w:rsidP="00E00D30">
      <w:r>
        <w:t>126.3899</w:t>
      </w:r>
      <w:r>
        <w:tab/>
        <w:t>1.013e0</w:t>
      </w:r>
    </w:p>
    <w:p w:rsidR="00E00D30" w:rsidRDefault="00E00D30" w:rsidP="00E00D30">
      <w:r>
        <w:t>126.4052</w:t>
      </w:r>
      <w:r>
        <w:tab/>
        <w:t>1.013e0</w:t>
      </w:r>
    </w:p>
    <w:p w:rsidR="00E00D30" w:rsidRDefault="00E00D30" w:rsidP="00E00D30">
      <w:r>
        <w:t>126.4066</w:t>
      </w:r>
      <w:r>
        <w:tab/>
        <w:t>2.025e0</w:t>
      </w:r>
    </w:p>
    <w:p w:rsidR="00E00D30" w:rsidRDefault="00E00D30" w:rsidP="00E00D30">
      <w:r>
        <w:lastRenderedPageBreak/>
        <w:t>126.4083</w:t>
      </w:r>
      <w:r>
        <w:tab/>
        <w:t>1.013e0</w:t>
      </w:r>
    </w:p>
    <w:p w:rsidR="00E00D30" w:rsidRDefault="00E00D30" w:rsidP="00E00D30">
      <w:r>
        <w:t>126.4199</w:t>
      </w:r>
      <w:r>
        <w:tab/>
        <w:t>2.025e0</w:t>
      </w:r>
    </w:p>
    <w:p w:rsidR="00E00D30" w:rsidRDefault="00E00D30" w:rsidP="00E00D30">
      <w:r>
        <w:t>126.4377</w:t>
      </w:r>
      <w:r>
        <w:tab/>
        <w:t>1.013e0</w:t>
      </w:r>
    </w:p>
    <w:p w:rsidR="00E00D30" w:rsidRDefault="00E00D30" w:rsidP="00E00D30">
      <w:r>
        <w:t>126.4558</w:t>
      </w:r>
      <w:r>
        <w:tab/>
        <w:t>1.013e0</w:t>
      </w:r>
    </w:p>
    <w:p w:rsidR="00E00D30" w:rsidRDefault="00E00D30" w:rsidP="00E00D30">
      <w:r>
        <w:t>126.4678</w:t>
      </w:r>
      <w:r>
        <w:tab/>
        <w:t>2.025e0</w:t>
      </w:r>
    </w:p>
    <w:p w:rsidR="00E00D30" w:rsidRDefault="00E00D30" w:rsidP="00E00D30">
      <w:r>
        <w:t>126.4919</w:t>
      </w:r>
      <w:r>
        <w:tab/>
        <w:t>1.013e0</w:t>
      </w:r>
    </w:p>
    <w:p w:rsidR="00E00D30" w:rsidRDefault="00E00D30" w:rsidP="00E00D30">
      <w:r>
        <w:t>126.5066</w:t>
      </w:r>
      <w:r>
        <w:tab/>
        <w:t>1.013e0</w:t>
      </w:r>
    </w:p>
    <w:p w:rsidR="00E00D30" w:rsidRDefault="00E00D30" w:rsidP="00E00D30">
      <w:r>
        <w:t>126.5127</w:t>
      </w:r>
      <w:r>
        <w:tab/>
        <w:t>1.013e0</w:t>
      </w:r>
    </w:p>
    <w:p w:rsidR="00E00D30" w:rsidRDefault="00E00D30" w:rsidP="00E00D30">
      <w:r>
        <w:t>126.5305</w:t>
      </w:r>
      <w:r>
        <w:tab/>
        <w:t>1.013e0</w:t>
      </w:r>
    </w:p>
    <w:p w:rsidR="00E00D30" w:rsidRDefault="00E00D30" w:rsidP="00E00D30">
      <w:r>
        <w:t>126.5367</w:t>
      </w:r>
      <w:r>
        <w:tab/>
        <w:t>2.025e0</w:t>
      </w:r>
    </w:p>
    <w:p w:rsidR="00E00D30" w:rsidRDefault="00E00D30" w:rsidP="00E00D30">
      <w:r>
        <w:t>126.5427</w:t>
      </w:r>
      <w:r>
        <w:tab/>
        <w:t>2.025e0</w:t>
      </w:r>
    </w:p>
    <w:p w:rsidR="00E00D30" w:rsidRDefault="00E00D30" w:rsidP="00E00D30">
      <w:r>
        <w:t>126.5483</w:t>
      </w:r>
      <w:r>
        <w:tab/>
        <w:t>1.013e0</w:t>
      </w:r>
    </w:p>
    <w:p w:rsidR="00E00D30" w:rsidRDefault="00E00D30" w:rsidP="00E00D30">
      <w:r>
        <w:t>126.5651</w:t>
      </w:r>
      <w:r>
        <w:tab/>
        <w:t>2.025e0</w:t>
      </w:r>
    </w:p>
    <w:p w:rsidR="00E00D30" w:rsidRDefault="00E00D30" w:rsidP="00E00D30">
      <w:r>
        <w:t>126.5665</w:t>
      </w:r>
      <w:r>
        <w:tab/>
        <w:t>1.013e0</w:t>
      </w:r>
    </w:p>
    <w:p w:rsidR="00E00D30" w:rsidRDefault="00E00D30" w:rsidP="00E00D30">
      <w:r>
        <w:t>126.6139</w:t>
      </w:r>
      <w:r>
        <w:tab/>
        <w:t>1.013e0</w:t>
      </w:r>
    </w:p>
    <w:p w:rsidR="00E00D30" w:rsidRDefault="00E00D30" w:rsidP="00E00D30">
      <w:r>
        <w:t>126.6294</w:t>
      </w:r>
      <w:r>
        <w:tab/>
        <w:t>3.038e0</w:t>
      </w:r>
    </w:p>
    <w:p w:rsidR="00E00D30" w:rsidRDefault="00E00D30" w:rsidP="00E00D30">
      <w:r>
        <w:t>126.6326</w:t>
      </w:r>
      <w:r>
        <w:tab/>
        <w:t>1.013e0</w:t>
      </w:r>
    </w:p>
    <w:p w:rsidR="00E00D30" w:rsidRDefault="00E00D30" w:rsidP="00E00D30">
      <w:r>
        <w:t>126.6503</w:t>
      </w:r>
      <w:r>
        <w:tab/>
        <w:t>1.013e0</w:t>
      </w:r>
    </w:p>
    <w:p w:rsidR="00E00D30" w:rsidRDefault="00E00D30" w:rsidP="00E00D30">
      <w:r>
        <w:t>126.6743</w:t>
      </w:r>
      <w:r>
        <w:tab/>
        <w:t>1.013e0</w:t>
      </w:r>
    </w:p>
    <w:p w:rsidR="00E00D30" w:rsidRDefault="00E00D30" w:rsidP="00E00D30">
      <w:r>
        <w:lastRenderedPageBreak/>
        <w:t>126.6800</w:t>
      </w:r>
      <w:r>
        <w:tab/>
        <w:t>1.013e0</w:t>
      </w:r>
    </w:p>
    <w:p w:rsidR="00E00D30" w:rsidRDefault="00E00D30" w:rsidP="00E00D30">
      <w:r>
        <w:t>126.7100</w:t>
      </w:r>
      <w:r>
        <w:tab/>
        <w:t>1.013e0</w:t>
      </w:r>
    </w:p>
    <w:p w:rsidR="00E00D30" w:rsidRDefault="00E00D30" w:rsidP="00E00D30">
      <w:r>
        <w:t>126.7161</w:t>
      </w:r>
      <w:r>
        <w:tab/>
        <w:t>1.013e0</w:t>
      </w:r>
    </w:p>
    <w:p w:rsidR="00E00D30" w:rsidRDefault="00E00D30" w:rsidP="00E00D30">
      <w:r>
        <w:t>126.7308</w:t>
      </w:r>
      <w:r>
        <w:tab/>
        <w:t>1.013e0</w:t>
      </w:r>
    </w:p>
    <w:p w:rsidR="00E00D30" w:rsidRDefault="00E00D30" w:rsidP="00E00D30">
      <w:r>
        <w:t>126.7339</w:t>
      </w:r>
      <w:r>
        <w:tab/>
        <w:t>2.025e0</w:t>
      </w:r>
    </w:p>
    <w:p w:rsidR="00E00D30" w:rsidRDefault="00E00D30" w:rsidP="00E00D30">
      <w:r>
        <w:t>126.7578</w:t>
      </w:r>
      <w:r>
        <w:tab/>
        <w:t>2.025e0</w:t>
      </w:r>
    </w:p>
    <w:p w:rsidR="00E00D30" w:rsidRDefault="00E00D30" w:rsidP="00E00D30">
      <w:r>
        <w:t>126.7671</w:t>
      </w:r>
      <w:r>
        <w:tab/>
        <w:t>1.013e0</w:t>
      </w:r>
    </w:p>
    <w:p w:rsidR="00E00D30" w:rsidRDefault="00E00D30" w:rsidP="00E00D30">
      <w:r>
        <w:t>126.7757</w:t>
      </w:r>
      <w:r>
        <w:tab/>
        <w:t>1.013e0</w:t>
      </w:r>
    </w:p>
    <w:p w:rsidR="00E00D30" w:rsidRDefault="00E00D30" w:rsidP="00E00D30">
      <w:r>
        <w:t>126.7850</w:t>
      </w:r>
      <w:r>
        <w:tab/>
        <w:t>2.025e0</w:t>
      </w:r>
    </w:p>
    <w:p w:rsidR="00E00D30" w:rsidRDefault="00E00D30" w:rsidP="00E00D30">
      <w:r>
        <w:t>126.7880</w:t>
      </w:r>
      <w:r>
        <w:tab/>
        <w:t>1.013e0</w:t>
      </w:r>
    </w:p>
    <w:p w:rsidR="00E00D30" w:rsidRDefault="00E00D30" w:rsidP="00E00D30">
      <w:r>
        <w:t>126.7909</w:t>
      </w:r>
      <w:r>
        <w:tab/>
        <w:t>1.013e0</w:t>
      </w:r>
    </w:p>
    <w:p w:rsidR="00E00D30" w:rsidRDefault="00E00D30" w:rsidP="00E00D30">
      <w:r>
        <w:t>126.8205</w:t>
      </w:r>
      <w:r>
        <w:tab/>
        <w:t>1.013e0</w:t>
      </w:r>
    </w:p>
    <w:p w:rsidR="00E00D30" w:rsidRDefault="00E00D30" w:rsidP="00E00D30">
      <w:r>
        <w:t>126.8236</w:t>
      </w:r>
      <w:r>
        <w:tab/>
        <w:t>1.013e0</w:t>
      </w:r>
    </w:p>
    <w:p w:rsidR="00E00D30" w:rsidRDefault="00E00D30" w:rsidP="00E00D30">
      <w:r>
        <w:t>126.8329</w:t>
      </w:r>
      <w:r>
        <w:tab/>
        <w:t>1.013e0</w:t>
      </w:r>
    </w:p>
    <w:p w:rsidR="00E00D30" w:rsidRDefault="00E00D30" w:rsidP="00E00D30">
      <w:r>
        <w:t>126.8357</w:t>
      </w:r>
      <w:r>
        <w:tab/>
        <w:t>1.013e0</w:t>
      </w:r>
    </w:p>
    <w:p w:rsidR="00E00D30" w:rsidRDefault="00E00D30" w:rsidP="00E00D30">
      <w:r>
        <w:t>126.8539</w:t>
      </w:r>
      <w:r>
        <w:tab/>
        <w:t>2.025e0</w:t>
      </w:r>
    </w:p>
    <w:p w:rsidR="00E00D30" w:rsidRDefault="00E00D30" w:rsidP="00E00D30">
      <w:r>
        <w:t>126.8570</w:t>
      </w:r>
      <w:r>
        <w:tab/>
        <w:t>1.013e0</w:t>
      </w:r>
    </w:p>
    <w:p w:rsidR="00E00D30" w:rsidRDefault="00E00D30" w:rsidP="00E00D30">
      <w:r>
        <w:t>126.8686</w:t>
      </w:r>
      <w:r>
        <w:tab/>
        <w:t>1.013e0</w:t>
      </w:r>
    </w:p>
    <w:p w:rsidR="00E00D30" w:rsidRDefault="00E00D30" w:rsidP="00E00D30">
      <w:r>
        <w:t>126.8926</w:t>
      </w:r>
      <w:r>
        <w:tab/>
        <w:t>1.013e0</w:t>
      </w:r>
    </w:p>
    <w:p w:rsidR="00E00D30" w:rsidRDefault="00E00D30" w:rsidP="00E00D30">
      <w:r>
        <w:lastRenderedPageBreak/>
        <w:t>126.9072</w:t>
      </w:r>
      <w:r>
        <w:tab/>
        <w:t>1.013e0</w:t>
      </w:r>
    </w:p>
    <w:p w:rsidR="00E00D30" w:rsidRDefault="00E00D30" w:rsidP="00E00D30">
      <w:r>
        <w:t>126.9327</w:t>
      </w:r>
      <w:r>
        <w:tab/>
        <w:t>2.025e0</w:t>
      </w:r>
    </w:p>
    <w:p w:rsidR="00E00D30" w:rsidRDefault="00E00D30" w:rsidP="00E00D30">
      <w:r>
        <w:t>126.9405</w:t>
      </w:r>
      <w:r>
        <w:tab/>
        <w:t>1.013e0</w:t>
      </w:r>
    </w:p>
    <w:p w:rsidR="00E00D30" w:rsidRDefault="00E00D30" w:rsidP="00E00D30">
      <w:r>
        <w:t>126.9496</w:t>
      </w:r>
      <w:r>
        <w:tab/>
        <w:t>1.013e0</w:t>
      </w:r>
    </w:p>
    <w:p w:rsidR="00E00D30" w:rsidRDefault="00E00D30" w:rsidP="00E00D30">
      <w:r>
        <w:t>126.9793</w:t>
      </w:r>
      <w:r>
        <w:tab/>
        <w:t>2.025e0</w:t>
      </w:r>
    </w:p>
    <w:p w:rsidR="00E00D30" w:rsidRDefault="00E00D30" w:rsidP="00E00D30">
      <w:r>
        <w:t>127.0125</w:t>
      </w:r>
      <w:r>
        <w:tab/>
        <w:t>1.013e0</w:t>
      </w:r>
    </w:p>
    <w:p w:rsidR="00E00D30" w:rsidRDefault="00E00D30" w:rsidP="00E00D30">
      <w:r>
        <w:t>127.0211</w:t>
      </w:r>
      <w:r>
        <w:tab/>
        <w:t>3.038e0</w:t>
      </w:r>
    </w:p>
    <w:p w:rsidR="00E00D30" w:rsidRDefault="00E00D30" w:rsidP="00E00D30">
      <w:r>
        <w:t>127.0257</w:t>
      </w:r>
      <w:r>
        <w:tab/>
        <w:t>2.025e0</w:t>
      </w:r>
    </w:p>
    <w:p w:rsidR="00E00D30" w:rsidRDefault="00E00D30" w:rsidP="00E00D30">
      <w:r>
        <w:t>127.0273</w:t>
      </w:r>
      <w:r>
        <w:tab/>
        <w:t>4.051e0</w:t>
      </w:r>
    </w:p>
    <w:p w:rsidR="00E00D30" w:rsidRDefault="00E00D30" w:rsidP="00E00D30">
      <w:r>
        <w:t>127.0303</w:t>
      </w:r>
      <w:r>
        <w:tab/>
        <w:t>1.013e0</w:t>
      </w:r>
    </w:p>
    <w:p w:rsidR="00E00D30" w:rsidRDefault="00E00D30" w:rsidP="00E00D30">
      <w:r>
        <w:t>127.0355</w:t>
      </w:r>
      <w:r>
        <w:tab/>
        <w:t>5.063e0</w:t>
      </w:r>
    </w:p>
    <w:p w:rsidR="00E00D30" w:rsidRDefault="00E00D30" w:rsidP="00E00D30">
      <w:r>
        <w:t>127.0396</w:t>
      </w:r>
      <w:r>
        <w:tab/>
        <w:t>1.013e0</w:t>
      </w:r>
    </w:p>
    <w:p w:rsidR="00E00D30" w:rsidRDefault="00E00D30" w:rsidP="00E00D30">
      <w:r>
        <w:t>127.0481</w:t>
      </w:r>
      <w:r>
        <w:tab/>
        <w:t>1.013e0</w:t>
      </w:r>
    </w:p>
    <w:p w:rsidR="00E00D30" w:rsidRDefault="00E00D30" w:rsidP="00E00D30">
      <w:r>
        <w:t>127.0514</w:t>
      </w:r>
      <w:r>
        <w:tab/>
        <w:t>2.025e0</w:t>
      </w:r>
    </w:p>
    <w:p w:rsidR="00E00D30" w:rsidRDefault="00E00D30" w:rsidP="00E00D30">
      <w:r>
        <w:t>127.0562</w:t>
      </w:r>
      <w:r>
        <w:tab/>
        <w:t>3.038e0</w:t>
      </w:r>
    </w:p>
    <w:p w:rsidR="00E00D30" w:rsidRDefault="00E00D30" w:rsidP="00E00D30">
      <w:r>
        <w:t>127.0632</w:t>
      </w:r>
      <w:r>
        <w:tab/>
        <w:t>1.013e0</w:t>
      </w:r>
    </w:p>
    <w:p w:rsidR="00E00D30" w:rsidRDefault="00E00D30" w:rsidP="00E00D30">
      <w:r>
        <w:t>127.0690</w:t>
      </w:r>
      <w:r>
        <w:tab/>
        <w:t>2.025e0</w:t>
      </w:r>
    </w:p>
    <w:p w:rsidR="00E00D30" w:rsidRDefault="00E00D30" w:rsidP="00E00D30">
      <w:r>
        <w:t>127.0784</w:t>
      </w:r>
      <w:r>
        <w:tab/>
        <w:t>2.025e0</w:t>
      </w:r>
    </w:p>
    <w:p w:rsidR="00E00D30" w:rsidRDefault="00E00D30" w:rsidP="00E00D30">
      <w:r>
        <w:t>127.0858</w:t>
      </w:r>
      <w:r>
        <w:tab/>
        <w:t>6.623e0</w:t>
      </w:r>
    </w:p>
    <w:p w:rsidR="00E00D30" w:rsidRDefault="00E00D30" w:rsidP="00E00D30">
      <w:r>
        <w:lastRenderedPageBreak/>
        <w:t>127.0870</w:t>
      </w:r>
      <w:r>
        <w:tab/>
        <w:t>2.025e0</w:t>
      </w:r>
    </w:p>
    <w:p w:rsidR="00E00D30" w:rsidRDefault="00E00D30" w:rsidP="00E00D30">
      <w:r>
        <w:t>127.0892</w:t>
      </w:r>
      <w:r>
        <w:tab/>
        <w:t>1.013e1</w:t>
      </w:r>
    </w:p>
    <w:p w:rsidR="00E00D30" w:rsidRDefault="00E00D30" w:rsidP="00E00D30">
      <w:r>
        <w:t>127.0909</w:t>
      </w:r>
      <w:r>
        <w:tab/>
        <w:t>6.076e0</w:t>
      </w:r>
    </w:p>
    <w:p w:rsidR="00E00D30" w:rsidRDefault="00E00D30" w:rsidP="00E00D30">
      <w:r>
        <w:t>127.1172</w:t>
      </w:r>
      <w:r>
        <w:tab/>
        <w:t>2.025e0</w:t>
      </w:r>
    </w:p>
    <w:p w:rsidR="00E00D30" w:rsidRDefault="00E00D30" w:rsidP="00E00D30">
      <w:r>
        <w:t>127.1186</w:t>
      </w:r>
      <w:r>
        <w:tab/>
        <w:t>2.025e0</w:t>
      </w:r>
    </w:p>
    <w:p w:rsidR="00E00D30" w:rsidRDefault="00E00D30" w:rsidP="00E00D30">
      <w:r>
        <w:t>127.1489</w:t>
      </w:r>
      <w:r>
        <w:tab/>
        <w:t>2.025e0</w:t>
      </w:r>
    </w:p>
    <w:p w:rsidR="00E00D30" w:rsidRDefault="00E00D30" w:rsidP="00E00D30">
      <w:r>
        <w:t>127.1591</w:t>
      </w:r>
      <w:r>
        <w:tab/>
        <w:t>1.013e0</w:t>
      </w:r>
    </w:p>
    <w:p w:rsidR="00E00D30" w:rsidRDefault="00E00D30" w:rsidP="00E00D30">
      <w:r>
        <w:t>127.1770</w:t>
      </w:r>
      <w:r>
        <w:tab/>
        <w:t>1.013e0</w:t>
      </w:r>
    </w:p>
    <w:p w:rsidR="00E00D30" w:rsidRDefault="00E00D30" w:rsidP="00E00D30">
      <w:r>
        <w:t>127.1830</w:t>
      </w:r>
      <w:r>
        <w:tab/>
        <w:t>1.013e0</w:t>
      </w:r>
    </w:p>
    <w:p w:rsidR="00E00D30" w:rsidRDefault="00E00D30" w:rsidP="00E00D30">
      <w:r>
        <w:t>127.1953</w:t>
      </w:r>
      <w:r>
        <w:tab/>
        <w:t>1.013e0</w:t>
      </w:r>
    </w:p>
    <w:p w:rsidR="00E00D30" w:rsidRDefault="00E00D30" w:rsidP="00E00D30">
      <w:r>
        <w:t>127.1984</w:t>
      </w:r>
      <w:r>
        <w:tab/>
        <w:t>1.013e0</w:t>
      </w:r>
    </w:p>
    <w:p w:rsidR="00E00D30" w:rsidRDefault="00E00D30" w:rsidP="00E00D30">
      <w:r>
        <w:t>127.2194</w:t>
      </w:r>
      <w:r>
        <w:tab/>
        <w:t>2.025e0</w:t>
      </w:r>
    </w:p>
    <w:p w:rsidR="00E00D30" w:rsidRDefault="00E00D30" w:rsidP="00E00D30">
      <w:r>
        <w:t>127.2372</w:t>
      </w:r>
      <w:r>
        <w:tab/>
        <w:t>1.013e0</w:t>
      </w:r>
    </w:p>
    <w:p w:rsidR="00E00D30" w:rsidRDefault="00E00D30" w:rsidP="00E00D30">
      <w:r>
        <w:t>127.2459</w:t>
      </w:r>
      <w:r>
        <w:tab/>
        <w:t>1.013e0</w:t>
      </w:r>
    </w:p>
    <w:p w:rsidR="00E00D30" w:rsidRDefault="00E00D30" w:rsidP="00E00D30">
      <w:r>
        <w:t>127.2487</w:t>
      </w:r>
      <w:r>
        <w:tab/>
        <w:t>2.025e0</w:t>
      </w:r>
    </w:p>
    <w:p w:rsidR="00E00D30" w:rsidRDefault="00E00D30" w:rsidP="00E00D30">
      <w:r>
        <w:t>127.2614</w:t>
      </w:r>
      <w:r>
        <w:tab/>
        <w:t>1.013e0</w:t>
      </w:r>
    </w:p>
    <w:p w:rsidR="00E00D30" w:rsidRDefault="00E00D30" w:rsidP="00E00D30">
      <w:r>
        <w:t>127.2970</w:t>
      </w:r>
      <w:r>
        <w:tab/>
        <w:t>2.025e0</w:t>
      </w:r>
    </w:p>
    <w:p w:rsidR="00E00D30" w:rsidRDefault="00E00D30" w:rsidP="00E00D30">
      <w:r>
        <w:t>127.3211</w:t>
      </w:r>
      <w:r>
        <w:tab/>
        <w:t>1.013e0</w:t>
      </w:r>
    </w:p>
    <w:p w:rsidR="00E00D30" w:rsidRDefault="00E00D30" w:rsidP="00E00D30">
      <w:r>
        <w:t>127.3359</w:t>
      </w:r>
      <w:r>
        <w:tab/>
        <w:t>1.013e0</w:t>
      </w:r>
    </w:p>
    <w:p w:rsidR="00E00D30" w:rsidRDefault="00E00D30" w:rsidP="00E00D30">
      <w:r>
        <w:lastRenderedPageBreak/>
        <w:t>127.3387</w:t>
      </w:r>
      <w:r>
        <w:tab/>
        <w:t>1.013e0</w:t>
      </w:r>
    </w:p>
    <w:p w:rsidR="00E00D30" w:rsidRDefault="00E00D30" w:rsidP="00E00D30">
      <w:r>
        <w:t>127.3510</w:t>
      </w:r>
      <w:r>
        <w:tab/>
        <w:t>1.013e0</w:t>
      </w:r>
    </w:p>
    <w:p w:rsidR="00E00D30" w:rsidRDefault="00E00D30" w:rsidP="00E00D30">
      <w:r>
        <w:t>127.3542</w:t>
      </w:r>
      <w:r>
        <w:tab/>
        <w:t>1.013e0</w:t>
      </w:r>
    </w:p>
    <w:p w:rsidR="00E00D30" w:rsidRDefault="00E00D30" w:rsidP="00E00D30">
      <w:r>
        <w:t>127.3572</w:t>
      </w:r>
      <w:r>
        <w:tab/>
        <w:t>1.013e0</w:t>
      </w:r>
    </w:p>
    <w:p w:rsidR="00E00D30" w:rsidRDefault="00E00D30" w:rsidP="00E00D30">
      <w:r>
        <w:t>127.3690</w:t>
      </w:r>
      <w:r>
        <w:tab/>
        <w:t>2.025e0</w:t>
      </w:r>
    </w:p>
    <w:p w:rsidR="00E00D30" w:rsidRDefault="00E00D30" w:rsidP="00E00D30">
      <w:r>
        <w:t>127.3720</w:t>
      </w:r>
      <w:r>
        <w:tab/>
        <w:t>1.013e0</w:t>
      </w:r>
    </w:p>
    <w:p w:rsidR="00E00D30" w:rsidRDefault="00E00D30" w:rsidP="00E00D30">
      <w:r>
        <w:t>127.3795</w:t>
      </w:r>
      <w:r>
        <w:tab/>
        <w:t>2.025e0</w:t>
      </w:r>
    </w:p>
    <w:p w:rsidR="00E00D30" w:rsidRDefault="00E00D30" w:rsidP="00E00D30">
      <w:r>
        <w:t>127.3932</w:t>
      </w:r>
      <w:r>
        <w:tab/>
        <w:t>1.013e0</w:t>
      </w:r>
    </w:p>
    <w:p w:rsidR="00E00D30" w:rsidRDefault="00E00D30" w:rsidP="00E00D30">
      <w:r>
        <w:t>127.3992</w:t>
      </w:r>
      <w:r>
        <w:tab/>
        <w:t>1.013e0</w:t>
      </w:r>
    </w:p>
    <w:p w:rsidR="00E00D30" w:rsidRDefault="00E00D30" w:rsidP="00E00D30">
      <w:r>
        <w:t>127.4023</w:t>
      </w:r>
      <w:r>
        <w:tab/>
        <w:t>1.013e0</w:t>
      </w:r>
    </w:p>
    <w:p w:rsidR="00E00D30" w:rsidRDefault="00E00D30" w:rsidP="00E00D30">
      <w:r>
        <w:t>127.4170</w:t>
      </w:r>
      <w:r>
        <w:tab/>
        <w:t>1.013e0</w:t>
      </w:r>
    </w:p>
    <w:p w:rsidR="00E00D30" w:rsidRDefault="00E00D30" w:rsidP="00E00D30">
      <w:r>
        <w:t>127.4234</w:t>
      </w:r>
      <w:r>
        <w:tab/>
        <w:t>1.013e0</w:t>
      </w:r>
    </w:p>
    <w:p w:rsidR="00E00D30" w:rsidRDefault="00E00D30" w:rsidP="00E00D30">
      <w:r>
        <w:t>127.4473</w:t>
      </w:r>
      <w:r>
        <w:tab/>
        <w:t>1.013e0</w:t>
      </w:r>
    </w:p>
    <w:p w:rsidR="00E00D30" w:rsidRDefault="00E00D30" w:rsidP="00E00D30">
      <w:r>
        <w:t>127.4529</w:t>
      </w:r>
      <w:r>
        <w:tab/>
        <w:t>1.013e0</w:t>
      </w:r>
    </w:p>
    <w:p w:rsidR="00E00D30" w:rsidRDefault="00E00D30" w:rsidP="00E00D30">
      <w:r>
        <w:t>127.4559</w:t>
      </w:r>
      <w:r>
        <w:tab/>
        <w:t>1.013e0</w:t>
      </w:r>
    </w:p>
    <w:p w:rsidR="00E00D30" w:rsidRDefault="00E00D30" w:rsidP="00E00D30">
      <w:r>
        <w:t>127.4829</w:t>
      </w:r>
      <w:r>
        <w:tab/>
        <w:t>1.013e0</w:t>
      </w:r>
    </w:p>
    <w:p w:rsidR="00E00D30" w:rsidRDefault="00E00D30" w:rsidP="00E00D30">
      <w:r>
        <w:t>127.4891</w:t>
      </w:r>
      <w:r>
        <w:tab/>
        <w:t>1.013e0</w:t>
      </w:r>
    </w:p>
    <w:p w:rsidR="00E00D30" w:rsidRDefault="00E00D30" w:rsidP="00E00D30">
      <w:r>
        <w:t>127.4923</w:t>
      </w:r>
      <w:r>
        <w:tab/>
        <w:t>1.013e0</w:t>
      </w:r>
    </w:p>
    <w:p w:rsidR="00E00D30" w:rsidRDefault="00E00D30" w:rsidP="00E00D30">
      <w:r>
        <w:t>127.5070</w:t>
      </w:r>
      <w:r>
        <w:tab/>
        <w:t>1.013e0</w:t>
      </w:r>
    </w:p>
    <w:p w:rsidR="00E00D30" w:rsidRDefault="00E00D30" w:rsidP="00E00D30">
      <w:r>
        <w:lastRenderedPageBreak/>
        <w:t>127.5190</w:t>
      </w:r>
      <w:r>
        <w:tab/>
        <w:t>2.025e0</w:t>
      </w:r>
    </w:p>
    <w:p w:rsidR="00E00D30" w:rsidRDefault="00E00D30" w:rsidP="00E00D30">
      <w:r>
        <w:t>127.5248</w:t>
      </w:r>
      <w:r>
        <w:tab/>
        <w:t>1.013e0</w:t>
      </w:r>
    </w:p>
    <w:p w:rsidR="00E00D30" w:rsidRDefault="00E00D30" w:rsidP="00E00D30">
      <w:r>
        <w:t>127.5310</w:t>
      </w:r>
      <w:r>
        <w:tab/>
        <w:t>1.013e0</w:t>
      </w:r>
    </w:p>
    <w:p w:rsidR="00E00D30" w:rsidRDefault="00E00D30" w:rsidP="00E00D30">
      <w:r>
        <w:t>127.5343</w:t>
      </w:r>
      <w:r>
        <w:tab/>
        <w:t>1.013e0</w:t>
      </w:r>
    </w:p>
    <w:p w:rsidR="00E00D30" w:rsidRDefault="00E00D30" w:rsidP="00E00D30">
      <w:r>
        <w:t>127.5402</w:t>
      </w:r>
      <w:r>
        <w:tab/>
        <w:t>1.013e0</w:t>
      </w:r>
    </w:p>
    <w:p w:rsidR="00E00D30" w:rsidRDefault="00E00D30" w:rsidP="00E00D30">
      <w:r>
        <w:t>127.5729</w:t>
      </w:r>
      <w:r>
        <w:tab/>
        <w:t>1.013e0</w:t>
      </w:r>
    </w:p>
    <w:p w:rsidR="00E00D30" w:rsidRDefault="00E00D30" w:rsidP="00E00D30">
      <w:r>
        <w:t>127.5880</w:t>
      </w:r>
      <w:r>
        <w:tab/>
        <w:t>1.013e0</w:t>
      </w:r>
    </w:p>
    <w:p w:rsidR="00E00D30" w:rsidRDefault="00E00D30" w:rsidP="00E00D30">
      <w:r>
        <w:t>127.6001</w:t>
      </w:r>
      <w:r>
        <w:tab/>
        <w:t>2.025e0</w:t>
      </w:r>
    </w:p>
    <w:p w:rsidR="00E00D30" w:rsidRDefault="00E00D30" w:rsidP="00E00D30">
      <w:r>
        <w:t>127.6031</w:t>
      </w:r>
      <w:r>
        <w:tab/>
        <w:t>1.013e0</w:t>
      </w:r>
    </w:p>
    <w:p w:rsidR="00E00D30" w:rsidRDefault="00E00D30" w:rsidP="00E00D30">
      <w:r>
        <w:t>127.6179</w:t>
      </w:r>
      <w:r>
        <w:tab/>
        <w:t>1.013e0</w:t>
      </w:r>
    </w:p>
    <w:p w:rsidR="00E00D30" w:rsidRDefault="00E00D30" w:rsidP="00E00D30">
      <w:r>
        <w:t>127.6241</w:t>
      </w:r>
      <w:r>
        <w:tab/>
        <w:t>1.013e0</w:t>
      </w:r>
    </w:p>
    <w:p w:rsidR="00E00D30" w:rsidRDefault="00E00D30" w:rsidP="00E00D30">
      <w:r>
        <w:t>127.6303</w:t>
      </w:r>
      <w:r>
        <w:tab/>
        <w:t>1.013e0</w:t>
      </w:r>
    </w:p>
    <w:p w:rsidR="00E00D30" w:rsidRDefault="00E00D30" w:rsidP="00E00D30">
      <w:r>
        <w:t>127.6422</w:t>
      </w:r>
      <w:r>
        <w:tab/>
        <w:t>1.013e0</w:t>
      </w:r>
    </w:p>
    <w:p w:rsidR="00E00D30" w:rsidRDefault="00E00D30" w:rsidP="00E00D30">
      <w:r>
        <w:t>127.6753</w:t>
      </w:r>
      <w:r>
        <w:tab/>
        <w:t>2.025e0</w:t>
      </w:r>
    </w:p>
    <w:p w:rsidR="00E00D30" w:rsidRDefault="00E00D30" w:rsidP="00E00D30">
      <w:r>
        <w:t>127.6901</w:t>
      </w:r>
      <w:r>
        <w:tab/>
        <w:t>1.013e0</w:t>
      </w:r>
    </w:p>
    <w:p w:rsidR="00E00D30" w:rsidRDefault="00E00D30" w:rsidP="00E00D30">
      <w:r>
        <w:t>127.6965</w:t>
      </w:r>
      <w:r>
        <w:tab/>
        <w:t>1.013e0</w:t>
      </w:r>
    </w:p>
    <w:p w:rsidR="00E00D30" w:rsidRDefault="00E00D30" w:rsidP="00E00D30">
      <w:r>
        <w:t>127.7021</w:t>
      </w:r>
      <w:r>
        <w:tab/>
        <w:t>1.013e0</w:t>
      </w:r>
    </w:p>
    <w:p w:rsidR="00E00D30" w:rsidRDefault="00E00D30" w:rsidP="00E00D30">
      <w:r>
        <w:t>127.7050</w:t>
      </w:r>
      <w:r>
        <w:tab/>
        <w:t>1.013e0</w:t>
      </w:r>
    </w:p>
    <w:p w:rsidR="00E00D30" w:rsidRDefault="00E00D30" w:rsidP="00E00D30">
      <w:r>
        <w:t>127.7082</w:t>
      </w:r>
      <w:r>
        <w:tab/>
        <w:t>1.013e0</w:t>
      </w:r>
    </w:p>
    <w:p w:rsidR="00E00D30" w:rsidRDefault="00E00D30" w:rsidP="00E00D30">
      <w:r>
        <w:lastRenderedPageBreak/>
        <w:t>127.7234</w:t>
      </w:r>
      <w:r>
        <w:tab/>
        <w:t>1.013e0</w:t>
      </w:r>
    </w:p>
    <w:p w:rsidR="00E00D30" w:rsidRDefault="00E00D30" w:rsidP="00E00D30">
      <w:r>
        <w:t>127.7445</w:t>
      </w:r>
      <w:r>
        <w:tab/>
        <w:t>1.013e0</w:t>
      </w:r>
    </w:p>
    <w:p w:rsidR="00E00D30" w:rsidRDefault="00E00D30" w:rsidP="00E00D30">
      <w:r>
        <w:t>127.7529</w:t>
      </w:r>
      <w:r>
        <w:tab/>
        <w:t>1.013e0</w:t>
      </w:r>
    </w:p>
    <w:p w:rsidR="00E00D30" w:rsidRDefault="00E00D30" w:rsidP="00E00D30">
      <w:r>
        <w:t>127.7592</w:t>
      </w:r>
      <w:r>
        <w:tab/>
        <w:t>1.013e0</w:t>
      </w:r>
    </w:p>
    <w:p w:rsidR="00E00D30" w:rsidRDefault="00E00D30" w:rsidP="00E00D30">
      <w:r>
        <w:t>127.7654</w:t>
      </w:r>
      <w:r>
        <w:tab/>
        <w:t>2.025e0</w:t>
      </w:r>
    </w:p>
    <w:p w:rsidR="00E00D30" w:rsidRDefault="00E00D30" w:rsidP="00E00D30">
      <w:r>
        <w:t>127.7687</w:t>
      </w:r>
      <w:r>
        <w:tab/>
        <w:t>1.013e0</w:t>
      </w:r>
    </w:p>
    <w:p w:rsidR="00E00D30" w:rsidRDefault="00E00D30" w:rsidP="00E00D30">
      <w:r>
        <w:t>127.7712</w:t>
      </w:r>
      <w:r>
        <w:tab/>
        <w:t>1.013e0</w:t>
      </w:r>
    </w:p>
    <w:p w:rsidR="00E00D30" w:rsidRDefault="00E00D30" w:rsidP="00E00D30">
      <w:r>
        <w:t>127.7832</w:t>
      </w:r>
      <w:r>
        <w:tab/>
        <w:t>1.013e0</w:t>
      </w:r>
    </w:p>
    <w:p w:rsidR="00E00D30" w:rsidRDefault="00E00D30" w:rsidP="00E00D30">
      <w:r>
        <w:t>127.7927</w:t>
      </w:r>
      <w:r>
        <w:tab/>
        <w:t>1.013e0</w:t>
      </w:r>
    </w:p>
    <w:p w:rsidR="00E00D30" w:rsidRDefault="00E00D30" w:rsidP="00E00D30">
      <w:r>
        <w:t>127.8345</w:t>
      </w:r>
      <w:r>
        <w:tab/>
        <w:t>1.013e0</w:t>
      </w:r>
    </w:p>
    <w:p w:rsidR="00E00D30" w:rsidRDefault="00E00D30" w:rsidP="00E00D30">
      <w:r>
        <w:t>127.8406</w:t>
      </w:r>
      <w:r>
        <w:tab/>
        <w:t>1.013e0</w:t>
      </w:r>
    </w:p>
    <w:p w:rsidR="00E00D30" w:rsidRDefault="00E00D30" w:rsidP="00E00D30">
      <w:r>
        <w:t>127.8680</w:t>
      </w:r>
      <w:r>
        <w:tab/>
        <w:t>3.038e0</w:t>
      </w:r>
    </w:p>
    <w:p w:rsidR="00E00D30" w:rsidRDefault="00E00D30" w:rsidP="00E00D30">
      <w:r>
        <w:t>127.8856</w:t>
      </w:r>
      <w:r>
        <w:tab/>
        <w:t>1.013e0</w:t>
      </w:r>
    </w:p>
    <w:p w:rsidR="00E00D30" w:rsidRDefault="00E00D30" w:rsidP="00E00D30">
      <w:r>
        <w:t>127.8882</w:t>
      </w:r>
      <w:r>
        <w:tab/>
        <w:t>1.013e0</w:t>
      </w:r>
    </w:p>
    <w:p w:rsidR="00E00D30" w:rsidRDefault="00E00D30" w:rsidP="00E00D30">
      <w:r>
        <w:t>127.9276</w:t>
      </w:r>
      <w:r>
        <w:tab/>
        <w:t>1.013e0</w:t>
      </w:r>
    </w:p>
    <w:p w:rsidR="00E00D30" w:rsidRDefault="00E00D30" w:rsidP="00E00D30">
      <w:r>
        <w:t>127.9334</w:t>
      </w:r>
      <w:r>
        <w:tab/>
        <w:t>1.013e0</w:t>
      </w:r>
    </w:p>
    <w:p w:rsidR="00E00D30" w:rsidRDefault="00E00D30" w:rsidP="00E00D30">
      <w:r>
        <w:t>127.9604</w:t>
      </w:r>
      <w:r>
        <w:tab/>
        <w:t>2.025e0</w:t>
      </w:r>
    </w:p>
    <w:p w:rsidR="00E00D30" w:rsidRDefault="00E00D30" w:rsidP="00E00D30">
      <w:r>
        <w:t>128.0026</w:t>
      </w:r>
      <w:r>
        <w:tab/>
        <w:t>1.013e0</w:t>
      </w:r>
    </w:p>
    <w:p w:rsidR="00E00D30" w:rsidRDefault="00E00D30" w:rsidP="00E00D30">
      <w:r>
        <w:t>128.0147</w:t>
      </w:r>
      <w:r>
        <w:tab/>
        <w:t>1.013e0</w:t>
      </w:r>
    </w:p>
    <w:p w:rsidR="00E00D30" w:rsidRDefault="00E00D30" w:rsidP="00E00D30">
      <w:r>
        <w:lastRenderedPageBreak/>
        <w:t>128.0208</w:t>
      </w:r>
      <w:r>
        <w:tab/>
        <w:t>1.013e0</w:t>
      </w:r>
    </w:p>
    <w:p w:rsidR="00E00D30" w:rsidRDefault="00E00D30" w:rsidP="00E00D30">
      <w:r>
        <w:t>128.0326</w:t>
      </w:r>
      <w:r>
        <w:tab/>
        <w:t>2.025e0</w:t>
      </w:r>
    </w:p>
    <w:p w:rsidR="00E00D30" w:rsidRDefault="00E00D30" w:rsidP="00E00D30">
      <w:r>
        <w:t>128.0420</w:t>
      </w:r>
      <w:r>
        <w:tab/>
        <w:t>1.013e0</w:t>
      </w:r>
    </w:p>
    <w:p w:rsidR="00E00D30" w:rsidRDefault="00E00D30" w:rsidP="00E00D30">
      <w:r>
        <w:t>128.0481</w:t>
      </w:r>
      <w:r>
        <w:tab/>
        <w:t>1.013e0</w:t>
      </w:r>
    </w:p>
    <w:p w:rsidR="00E00D30" w:rsidRDefault="00E00D30" w:rsidP="00E00D30">
      <w:r>
        <w:t>128.0567</w:t>
      </w:r>
      <w:r>
        <w:tab/>
        <w:t>1.013e0</w:t>
      </w:r>
    </w:p>
    <w:p w:rsidR="00E00D30" w:rsidRDefault="00E00D30" w:rsidP="00E00D30">
      <w:r>
        <w:t>128.0629</w:t>
      </w:r>
      <w:r>
        <w:tab/>
        <w:t>1.013e0</w:t>
      </w:r>
    </w:p>
    <w:p w:rsidR="00E00D30" w:rsidRDefault="00E00D30" w:rsidP="00E00D30">
      <w:r>
        <w:t>128.0719</w:t>
      </w:r>
      <w:r>
        <w:tab/>
        <w:t>3.038e0</w:t>
      </w:r>
    </w:p>
    <w:p w:rsidR="00E00D30" w:rsidRDefault="00E00D30" w:rsidP="00E00D30">
      <w:r>
        <w:t>128.0763</w:t>
      </w:r>
      <w:r>
        <w:tab/>
        <w:t>2.025e0</w:t>
      </w:r>
    </w:p>
    <w:p w:rsidR="00E00D30" w:rsidRDefault="00E00D30" w:rsidP="00E00D30">
      <w:r>
        <w:t>128.0808</w:t>
      </w:r>
      <w:r>
        <w:tab/>
        <w:t>1.013e0</w:t>
      </w:r>
    </w:p>
    <w:p w:rsidR="00E00D30" w:rsidRDefault="00E00D30" w:rsidP="00E00D30">
      <w:r>
        <w:t>128.0829</w:t>
      </w:r>
      <w:r>
        <w:tab/>
        <w:t>4.051e0</w:t>
      </w:r>
    </w:p>
    <w:p w:rsidR="00E00D30" w:rsidRDefault="00E00D30" w:rsidP="00E00D30">
      <w:r>
        <w:t>128.0853</w:t>
      </w:r>
      <w:r>
        <w:tab/>
        <w:t>2.025e0</w:t>
      </w:r>
    </w:p>
    <w:p w:rsidR="00E00D30" w:rsidRDefault="00E00D30" w:rsidP="00E00D30">
      <w:r>
        <w:t>128.0871</w:t>
      </w:r>
      <w:r>
        <w:tab/>
        <w:t>2.025e0</w:t>
      </w:r>
    </w:p>
    <w:p w:rsidR="00E00D30" w:rsidRDefault="00E00D30" w:rsidP="00E00D30">
      <w:r>
        <w:t>128.0899</w:t>
      </w:r>
      <w:r>
        <w:tab/>
        <w:t>4.051e0</w:t>
      </w:r>
    </w:p>
    <w:p w:rsidR="00E00D30" w:rsidRDefault="00E00D30" w:rsidP="00E00D30">
      <w:r>
        <w:t>128.0932</w:t>
      </w:r>
      <w:r>
        <w:tab/>
        <w:t>1.013e0</w:t>
      </w:r>
    </w:p>
    <w:p w:rsidR="00E00D30" w:rsidRDefault="00E00D30" w:rsidP="00E00D30">
      <w:r>
        <w:t>128.0947</w:t>
      </w:r>
      <w:r>
        <w:tab/>
        <w:t>2.025e0</w:t>
      </w:r>
    </w:p>
    <w:p w:rsidR="00E00D30" w:rsidRDefault="00E00D30" w:rsidP="00E00D30">
      <w:r>
        <w:t>128.0986</w:t>
      </w:r>
      <w:r>
        <w:tab/>
        <w:t>1.013e0</w:t>
      </w:r>
    </w:p>
    <w:p w:rsidR="00E00D30" w:rsidRDefault="00E00D30" w:rsidP="00E00D30">
      <w:r>
        <w:t>128.1018</w:t>
      </w:r>
      <w:r>
        <w:tab/>
        <w:t>1.013e0</w:t>
      </w:r>
    </w:p>
    <w:p w:rsidR="00E00D30" w:rsidRDefault="00E00D30" w:rsidP="00E00D30">
      <w:r>
        <w:t>128.1050</w:t>
      </w:r>
      <w:r>
        <w:tab/>
        <w:t>2.025e0</w:t>
      </w:r>
    </w:p>
    <w:p w:rsidR="00E00D30" w:rsidRDefault="00E00D30" w:rsidP="00E00D30">
      <w:r>
        <w:t>128.1091</w:t>
      </w:r>
      <w:r>
        <w:tab/>
        <w:t>6.076e0</w:t>
      </w:r>
    </w:p>
    <w:p w:rsidR="00E00D30" w:rsidRDefault="00E00D30" w:rsidP="00E00D30">
      <w:r>
        <w:lastRenderedPageBreak/>
        <w:t>128.1112</w:t>
      </w:r>
      <w:r>
        <w:tab/>
        <w:t>2.025e0</w:t>
      </w:r>
    </w:p>
    <w:p w:rsidR="00E00D30" w:rsidRDefault="00E00D30" w:rsidP="00E00D30">
      <w:r>
        <w:t>128.1172</w:t>
      </w:r>
      <w:r>
        <w:tab/>
        <w:t>3.038e0</w:t>
      </w:r>
    </w:p>
    <w:p w:rsidR="00E00D30" w:rsidRDefault="00E00D30" w:rsidP="00E00D30">
      <w:r>
        <w:t>128.1289</w:t>
      </w:r>
      <w:r>
        <w:tab/>
        <w:t>1.013e0</w:t>
      </w:r>
    </w:p>
    <w:p w:rsidR="00E00D30" w:rsidRDefault="00E00D30" w:rsidP="00E00D30">
      <w:r>
        <w:t>128.1351</w:t>
      </w:r>
      <w:r>
        <w:tab/>
        <w:t>1.013e0</w:t>
      </w:r>
    </w:p>
    <w:p w:rsidR="00E00D30" w:rsidRDefault="00E00D30" w:rsidP="00E00D30">
      <w:r>
        <w:t>128.1384</w:t>
      </w:r>
      <w:r>
        <w:tab/>
        <w:t>4.051e0</w:t>
      </w:r>
    </w:p>
    <w:p w:rsidR="00E00D30" w:rsidRDefault="00E00D30" w:rsidP="00E00D30">
      <w:r>
        <w:t>128.1470</w:t>
      </w:r>
      <w:r>
        <w:tab/>
        <w:t>1.013e0</w:t>
      </w:r>
    </w:p>
    <w:p w:rsidR="00E00D30" w:rsidRDefault="00E00D30" w:rsidP="00E00D30">
      <w:r>
        <w:t>128.1530</w:t>
      </w:r>
      <w:r>
        <w:tab/>
        <w:t>2.025e0</w:t>
      </w:r>
    </w:p>
    <w:p w:rsidR="00E00D30" w:rsidRDefault="00E00D30" w:rsidP="00E00D30">
      <w:r>
        <w:t>128.1771</w:t>
      </w:r>
      <w:r>
        <w:tab/>
        <w:t>1.013e0</w:t>
      </w:r>
    </w:p>
    <w:p w:rsidR="00E00D30" w:rsidRDefault="00E00D30" w:rsidP="00E00D30">
      <w:r>
        <w:t>128.2014</w:t>
      </w:r>
      <w:r>
        <w:tab/>
        <w:t>1.013e0</w:t>
      </w:r>
    </w:p>
    <w:p w:rsidR="00E00D30" w:rsidRDefault="00E00D30" w:rsidP="00E00D30">
      <w:r>
        <w:t>128.2043</w:t>
      </w:r>
      <w:r>
        <w:tab/>
        <w:t>1.013e0</w:t>
      </w:r>
    </w:p>
    <w:p w:rsidR="00E00D30" w:rsidRDefault="00E00D30" w:rsidP="00E00D30">
      <w:r>
        <w:t>128.2130</w:t>
      </w:r>
      <w:r>
        <w:tab/>
        <w:t>1.013e0</w:t>
      </w:r>
    </w:p>
    <w:p w:rsidR="00E00D30" w:rsidRDefault="00E00D30" w:rsidP="00E00D30">
      <w:r>
        <w:t>128.2222</w:t>
      </w:r>
      <w:r>
        <w:tab/>
        <w:t>1.013e0</w:t>
      </w:r>
    </w:p>
    <w:p w:rsidR="00E00D30" w:rsidRDefault="00E00D30" w:rsidP="00E00D30">
      <w:r>
        <w:t>128.2284</w:t>
      </w:r>
      <w:r>
        <w:tab/>
        <w:t>2.025e0</w:t>
      </w:r>
    </w:p>
    <w:p w:rsidR="00E00D30" w:rsidRDefault="00E00D30" w:rsidP="00E00D30">
      <w:r>
        <w:t>128.2524</w:t>
      </w:r>
      <w:r>
        <w:tab/>
        <w:t>1.013e0</w:t>
      </w:r>
    </w:p>
    <w:p w:rsidR="00E00D30" w:rsidRDefault="00E00D30" w:rsidP="00E00D30">
      <w:r>
        <w:t>128.2586</w:t>
      </w:r>
      <w:r>
        <w:tab/>
        <w:t>1.013e0</w:t>
      </w:r>
    </w:p>
    <w:p w:rsidR="00E00D30" w:rsidRDefault="00E00D30" w:rsidP="00E00D30">
      <w:r>
        <w:t>128.2704</w:t>
      </w:r>
      <w:r>
        <w:tab/>
        <w:t>2.025e0</w:t>
      </w:r>
    </w:p>
    <w:p w:rsidR="00E00D30" w:rsidRDefault="00E00D30" w:rsidP="00E00D30">
      <w:r>
        <w:t>128.2734</w:t>
      </w:r>
      <w:r>
        <w:tab/>
        <w:t>1.013e0</w:t>
      </w:r>
    </w:p>
    <w:p w:rsidR="00E00D30" w:rsidRDefault="00E00D30" w:rsidP="00E00D30">
      <w:r>
        <w:t>128.2885</w:t>
      </w:r>
      <w:r>
        <w:tab/>
        <w:t>1.013e0</w:t>
      </w:r>
    </w:p>
    <w:p w:rsidR="00E00D30" w:rsidRDefault="00E00D30" w:rsidP="00E00D30">
      <w:r>
        <w:t>128.3007</w:t>
      </w:r>
      <w:r>
        <w:tab/>
        <w:t>1.013e0</w:t>
      </w:r>
    </w:p>
    <w:p w:rsidR="00E00D30" w:rsidRDefault="00E00D30" w:rsidP="00E00D30">
      <w:r>
        <w:lastRenderedPageBreak/>
        <w:t>128.3126</w:t>
      </w:r>
      <w:r>
        <w:tab/>
        <w:t>1.013e0</w:t>
      </w:r>
    </w:p>
    <w:p w:rsidR="00E00D30" w:rsidRDefault="00E00D30" w:rsidP="00E00D30">
      <w:r>
        <w:t>128.3518</w:t>
      </w:r>
      <w:r>
        <w:tab/>
        <w:t>1.013e0</w:t>
      </w:r>
    </w:p>
    <w:p w:rsidR="00E00D30" w:rsidRDefault="00E00D30" w:rsidP="00E00D30">
      <w:r>
        <w:t>128.3668</w:t>
      </w:r>
      <w:r>
        <w:tab/>
        <w:t>1.013e0</w:t>
      </w:r>
    </w:p>
    <w:p w:rsidR="00E00D30" w:rsidRDefault="00E00D30" w:rsidP="00E00D30">
      <w:r>
        <w:t>128.3941</w:t>
      </w:r>
      <w:r>
        <w:tab/>
        <w:t>1.013e0</w:t>
      </w:r>
    </w:p>
    <w:p w:rsidR="00E00D30" w:rsidRDefault="00E00D30" w:rsidP="00E00D30">
      <w:r>
        <w:t>128.3970</w:t>
      </w:r>
      <w:r>
        <w:tab/>
        <w:t>1.013e0</w:t>
      </w:r>
    </w:p>
    <w:p w:rsidR="00E00D30" w:rsidRDefault="00E00D30" w:rsidP="00E00D30">
      <w:r>
        <w:t>128.4252</w:t>
      </w:r>
      <w:r>
        <w:tab/>
        <w:t>2.025e0</w:t>
      </w:r>
    </w:p>
    <w:p w:rsidR="00E00D30" w:rsidRDefault="00E00D30" w:rsidP="00E00D30">
      <w:r>
        <w:t>128.4330</w:t>
      </w:r>
      <w:r>
        <w:tab/>
        <w:t>1.013e0</w:t>
      </w:r>
    </w:p>
    <w:p w:rsidR="00E00D30" w:rsidRDefault="00E00D30" w:rsidP="00E00D30">
      <w:r>
        <w:t>128.4423</w:t>
      </w:r>
      <w:r>
        <w:tab/>
        <w:t>1.013e0</w:t>
      </w:r>
    </w:p>
    <w:p w:rsidR="00E00D30" w:rsidRDefault="00E00D30" w:rsidP="00E00D30">
      <w:r>
        <w:t>128.4478</w:t>
      </w:r>
      <w:r>
        <w:tab/>
        <w:t>1.013e0</w:t>
      </w:r>
    </w:p>
    <w:p w:rsidR="00E00D30" w:rsidRDefault="00E00D30" w:rsidP="00E00D30">
      <w:r>
        <w:t>128.4509</w:t>
      </w:r>
      <w:r>
        <w:tab/>
        <w:t>1.013e0</w:t>
      </w:r>
    </w:p>
    <w:p w:rsidR="00E00D30" w:rsidRDefault="00E00D30" w:rsidP="00E00D30">
      <w:r>
        <w:t>128.4691</w:t>
      </w:r>
      <w:r>
        <w:tab/>
        <w:t>1.013e0</w:t>
      </w:r>
    </w:p>
    <w:p w:rsidR="00E00D30" w:rsidRDefault="00E00D30" w:rsidP="00E00D30">
      <w:r>
        <w:t>128.4770</w:t>
      </w:r>
      <w:r>
        <w:tab/>
        <w:t>3.038e0</w:t>
      </w:r>
    </w:p>
    <w:p w:rsidR="00E00D30" w:rsidRDefault="00E00D30" w:rsidP="00E00D30">
      <w:r>
        <w:t>128.4843</w:t>
      </w:r>
      <w:r>
        <w:tab/>
        <w:t>1.013e0</w:t>
      </w:r>
    </w:p>
    <w:p w:rsidR="00E00D30" w:rsidRDefault="00E00D30" w:rsidP="00E00D30">
      <w:r>
        <w:t>128.4991</w:t>
      </w:r>
      <w:r>
        <w:tab/>
        <w:t>1.013e0</w:t>
      </w:r>
    </w:p>
    <w:p w:rsidR="00E00D30" w:rsidRDefault="00E00D30" w:rsidP="00E00D30">
      <w:r>
        <w:t>128.5023</w:t>
      </w:r>
      <w:r>
        <w:tab/>
        <w:t>1.013e0</w:t>
      </w:r>
    </w:p>
    <w:p w:rsidR="00E00D30" w:rsidRDefault="00E00D30" w:rsidP="00E00D30">
      <w:r>
        <w:t>128.5084</w:t>
      </w:r>
      <w:r>
        <w:tab/>
        <w:t>1.013e0</w:t>
      </w:r>
    </w:p>
    <w:p w:rsidR="00E00D30" w:rsidRDefault="00E00D30" w:rsidP="00E00D30">
      <w:r>
        <w:t>128.5116</w:t>
      </w:r>
      <w:r>
        <w:tab/>
        <w:t>2.025e0</w:t>
      </w:r>
    </w:p>
    <w:p w:rsidR="00E00D30" w:rsidRDefault="00E00D30" w:rsidP="00E00D30">
      <w:r>
        <w:t>128.5201</w:t>
      </w:r>
      <w:r>
        <w:tab/>
        <w:t>1.013e0</w:t>
      </w:r>
    </w:p>
    <w:p w:rsidR="00E00D30" w:rsidRDefault="00E00D30" w:rsidP="00E00D30">
      <w:r>
        <w:t>128.5295</w:t>
      </w:r>
      <w:r>
        <w:tab/>
        <w:t>2.025e0</w:t>
      </w:r>
    </w:p>
    <w:p w:rsidR="00E00D30" w:rsidRDefault="00E00D30" w:rsidP="00E00D30">
      <w:r>
        <w:lastRenderedPageBreak/>
        <w:t>128.5385</w:t>
      </w:r>
      <w:r>
        <w:tab/>
        <w:t>2.025e0</w:t>
      </w:r>
    </w:p>
    <w:p w:rsidR="00E00D30" w:rsidRDefault="00E00D30" w:rsidP="00E00D30">
      <w:r>
        <w:t>128.5413</w:t>
      </w:r>
      <w:r>
        <w:tab/>
        <w:t>1.013e0</w:t>
      </w:r>
    </w:p>
    <w:p w:rsidR="00E00D30" w:rsidRDefault="00E00D30" w:rsidP="00E00D30">
      <w:r>
        <w:t>128.5653</w:t>
      </w:r>
      <w:r>
        <w:tab/>
        <w:t>2.025e0</w:t>
      </w:r>
    </w:p>
    <w:p w:rsidR="00E00D30" w:rsidRDefault="00E00D30" w:rsidP="00E00D30">
      <w:r>
        <w:t>128.6080</w:t>
      </w:r>
      <w:r>
        <w:tab/>
        <w:t>1.013e0</w:t>
      </w:r>
    </w:p>
    <w:p w:rsidR="00E00D30" w:rsidRDefault="00E00D30" w:rsidP="00E00D30">
      <w:r>
        <w:t>128.6292</w:t>
      </w:r>
      <w:r>
        <w:tab/>
        <w:t>1.013e0</w:t>
      </w:r>
    </w:p>
    <w:p w:rsidR="00E00D30" w:rsidRDefault="00E00D30" w:rsidP="00E00D30">
      <w:r>
        <w:t>128.6348</w:t>
      </w:r>
      <w:r>
        <w:tab/>
        <w:t>3.038e0</w:t>
      </w:r>
    </w:p>
    <w:p w:rsidR="00E00D30" w:rsidRDefault="00E00D30" w:rsidP="00E00D30">
      <w:r>
        <w:t>128.6392</w:t>
      </w:r>
      <w:r>
        <w:tab/>
        <w:t>2.025e0</w:t>
      </w:r>
    </w:p>
    <w:p w:rsidR="00E00D30" w:rsidRDefault="00E00D30" w:rsidP="00E00D30">
      <w:r>
        <w:t>128.6470</w:t>
      </w:r>
      <w:r>
        <w:tab/>
        <w:t>2.025e0</w:t>
      </w:r>
    </w:p>
    <w:p w:rsidR="00E00D30" w:rsidRDefault="00E00D30" w:rsidP="00E00D30">
      <w:r>
        <w:t>128.6501</w:t>
      </w:r>
      <w:r>
        <w:tab/>
        <w:t>1.013e0</w:t>
      </w:r>
    </w:p>
    <w:p w:rsidR="00E00D30" w:rsidRDefault="00E00D30" w:rsidP="00E00D30">
      <w:r>
        <w:t>128.6561</w:t>
      </w:r>
      <w:r>
        <w:tab/>
        <w:t>1.013e0</w:t>
      </w:r>
    </w:p>
    <w:p w:rsidR="00E00D30" w:rsidRDefault="00E00D30" w:rsidP="00E00D30">
      <w:r>
        <w:t>128.6588</w:t>
      </w:r>
      <w:r>
        <w:tab/>
        <w:t>1.013e0</w:t>
      </w:r>
    </w:p>
    <w:p w:rsidR="00E00D30" w:rsidRDefault="00E00D30" w:rsidP="00E00D30">
      <w:r>
        <w:t>128.6817</w:t>
      </w:r>
      <w:r>
        <w:tab/>
        <w:t>2.025e0</w:t>
      </w:r>
    </w:p>
    <w:p w:rsidR="00E00D30" w:rsidRDefault="00E00D30" w:rsidP="00E00D30">
      <w:r>
        <w:t>128.6983</w:t>
      </w:r>
      <w:r>
        <w:tab/>
        <w:t>2.025e0</w:t>
      </w:r>
    </w:p>
    <w:p w:rsidR="00E00D30" w:rsidRDefault="00E00D30" w:rsidP="00E00D30">
      <w:r>
        <w:t>128.7147</w:t>
      </w:r>
      <w:r>
        <w:tab/>
        <w:t>2.025e0</w:t>
      </w:r>
    </w:p>
    <w:p w:rsidR="00E00D30" w:rsidRDefault="00E00D30" w:rsidP="00E00D30">
      <w:r>
        <w:t>128.7227</w:t>
      </w:r>
      <w:r>
        <w:tab/>
        <w:t>1.013e0</w:t>
      </w:r>
    </w:p>
    <w:p w:rsidR="00E00D30" w:rsidRDefault="00E00D30" w:rsidP="00E00D30">
      <w:r>
        <w:t>128.7256</w:t>
      </w:r>
      <w:r>
        <w:tab/>
        <w:t>1.013e0</w:t>
      </w:r>
    </w:p>
    <w:p w:rsidR="00E00D30" w:rsidRDefault="00E00D30" w:rsidP="00E00D30">
      <w:r>
        <w:t>128.7524</w:t>
      </w:r>
      <w:r>
        <w:tab/>
        <w:t>1.013e0</w:t>
      </w:r>
    </w:p>
    <w:p w:rsidR="00E00D30" w:rsidRDefault="00E00D30" w:rsidP="00E00D30">
      <w:r>
        <w:t>128.7645</w:t>
      </w:r>
      <w:r>
        <w:tab/>
        <w:t>1.013e0</w:t>
      </w:r>
    </w:p>
    <w:p w:rsidR="00E00D30" w:rsidRDefault="00E00D30" w:rsidP="00E00D30">
      <w:r>
        <w:t>128.7856</w:t>
      </w:r>
      <w:r>
        <w:tab/>
        <w:t>2.025e0</w:t>
      </w:r>
    </w:p>
    <w:p w:rsidR="00E00D30" w:rsidRDefault="00E00D30" w:rsidP="00E00D30">
      <w:r>
        <w:lastRenderedPageBreak/>
        <w:t>128.7949</w:t>
      </w:r>
      <w:r>
        <w:tab/>
        <w:t>1.013e0</w:t>
      </w:r>
    </w:p>
    <w:p w:rsidR="00E00D30" w:rsidRDefault="00E00D30" w:rsidP="00E00D30">
      <w:r>
        <w:t>128.8005</w:t>
      </w:r>
      <w:r>
        <w:tab/>
        <w:t>1.013e0</w:t>
      </w:r>
    </w:p>
    <w:p w:rsidR="00E00D30" w:rsidRDefault="00E00D30" w:rsidP="00E00D30">
      <w:r>
        <w:t>128.8128</w:t>
      </w:r>
      <w:r>
        <w:tab/>
        <w:t>1.013e0</w:t>
      </w:r>
    </w:p>
    <w:p w:rsidR="00E00D30" w:rsidRDefault="00E00D30" w:rsidP="00E00D30">
      <w:r>
        <w:t>128.8433</w:t>
      </w:r>
      <w:r>
        <w:tab/>
        <w:t>1.013e0</w:t>
      </w:r>
    </w:p>
    <w:p w:rsidR="00E00D30" w:rsidRDefault="00E00D30" w:rsidP="00E00D30">
      <w:r>
        <w:t>128.8550</w:t>
      </w:r>
      <w:r>
        <w:tab/>
        <w:t>1.013e0</w:t>
      </w:r>
    </w:p>
    <w:p w:rsidR="00E00D30" w:rsidRDefault="00E00D30" w:rsidP="00E00D30">
      <w:r>
        <w:t>128.8657</w:t>
      </w:r>
      <w:r>
        <w:tab/>
        <w:t>2.025e0</w:t>
      </w:r>
    </w:p>
    <w:p w:rsidR="00E00D30" w:rsidRDefault="00E00D30" w:rsidP="00E00D30">
      <w:r>
        <w:t>128.8854</w:t>
      </w:r>
      <w:r>
        <w:tab/>
        <w:t>1.013e0</w:t>
      </w:r>
    </w:p>
    <w:p w:rsidR="00E00D30" w:rsidRDefault="00E00D30" w:rsidP="00E00D30">
      <w:r>
        <w:t>128.9182</w:t>
      </w:r>
      <w:r>
        <w:tab/>
        <w:t>2.025e0</w:t>
      </w:r>
    </w:p>
    <w:p w:rsidR="00E00D30" w:rsidRDefault="00E00D30" w:rsidP="00E00D30">
      <w:r>
        <w:t>128.9453</w:t>
      </w:r>
      <w:r>
        <w:tab/>
        <w:t>1.013e0</w:t>
      </w:r>
    </w:p>
    <w:p w:rsidR="00E00D30" w:rsidRDefault="00E00D30" w:rsidP="00E00D30">
      <w:r>
        <w:t>128.9726</w:t>
      </w:r>
      <w:r>
        <w:tab/>
        <w:t>2.025e0</w:t>
      </w:r>
    </w:p>
    <w:p w:rsidR="00E00D30" w:rsidRDefault="00E00D30" w:rsidP="00E00D30">
      <w:r>
        <w:t>128.9852</w:t>
      </w:r>
      <w:r>
        <w:tab/>
        <w:t>1.013e0</w:t>
      </w:r>
    </w:p>
    <w:p w:rsidR="00E00D30" w:rsidRDefault="00E00D30" w:rsidP="00E00D30">
      <w:r>
        <w:t>129.0094</w:t>
      </w:r>
      <w:r>
        <w:tab/>
        <w:t>1.013e0</w:t>
      </w:r>
    </w:p>
    <w:p w:rsidR="00E00D30" w:rsidRDefault="00E00D30" w:rsidP="00E00D30">
      <w:r>
        <w:t>129.0333</w:t>
      </w:r>
      <w:r>
        <w:tab/>
        <w:t>2.025e0</w:t>
      </w:r>
    </w:p>
    <w:p w:rsidR="00E00D30" w:rsidRDefault="00E00D30" w:rsidP="00E00D30">
      <w:r>
        <w:t>129.0360</w:t>
      </w:r>
      <w:r>
        <w:tab/>
        <w:t>2.025e0</w:t>
      </w:r>
    </w:p>
    <w:p w:rsidR="00E00D30" w:rsidRDefault="00E00D30" w:rsidP="00E00D30">
      <w:r>
        <w:t>129.0388</w:t>
      </w:r>
      <w:r>
        <w:tab/>
        <w:t>1.013e0</w:t>
      </w:r>
    </w:p>
    <w:p w:rsidR="00E00D30" w:rsidRDefault="00E00D30" w:rsidP="00E00D30">
      <w:r>
        <w:t>129.0604</w:t>
      </w:r>
      <w:r>
        <w:tab/>
        <w:t>1.013e0</w:t>
      </w:r>
    </w:p>
    <w:p w:rsidR="00E00D30" w:rsidRDefault="00E00D30" w:rsidP="00E00D30">
      <w:r>
        <w:t>129.0630</w:t>
      </w:r>
      <w:r>
        <w:tab/>
        <w:t>1.013e0</w:t>
      </w:r>
    </w:p>
    <w:p w:rsidR="00E00D30" w:rsidRDefault="00E00D30" w:rsidP="00E00D30">
      <w:r>
        <w:t>129.0661</w:t>
      </w:r>
      <w:r>
        <w:tab/>
        <w:t>2.025e0</w:t>
      </w:r>
    </w:p>
    <w:p w:rsidR="00E00D30" w:rsidRDefault="00E00D30" w:rsidP="00E00D30">
      <w:r>
        <w:t>129.0678</w:t>
      </w:r>
      <w:r>
        <w:tab/>
        <w:t>2.025e0</w:t>
      </w:r>
    </w:p>
    <w:p w:rsidR="00E00D30" w:rsidRDefault="00E00D30" w:rsidP="00E00D30">
      <w:r>
        <w:lastRenderedPageBreak/>
        <w:t>129.0693</w:t>
      </w:r>
      <w:r>
        <w:tab/>
        <w:t>1.013e0</w:t>
      </w:r>
    </w:p>
    <w:p w:rsidR="00E00D30" w:rsidRDefault="00E00D30" w:rsidP="00E00D30">
      <w:r>
        <w:t>129.0708</w:t>
      </w:r>
      <w:r>
        <w:tab/>
        <w:t>2.025e0</w:t>
      </w:r>
    </w:p>
    <w:p w:rsidR="00E00D30" w:rsidRDefault="00E00D30" w:rsidP="00E00D30">
      <w:r>
        <w:t>129.0723</w:t>
      </w:r>
      <w:r>
        <w:tab/>
        <w:t>1.013e0</w:t>
      </w:r>
    </w:p>
    <w:p w:rsidR="00E00D30" w:rsidRDefault="00E00D30" w:rsidP="00E00D30">
      <w:r>
        <w:t>129.0754</w:t>
      </w:r>
      <w:r>
        <w:tab/>
        <w:t>1.013e0</w:t>
      </w:r>
    </w:p>
    <w:p w:rsidR="00E00D30" w:rsidRDefault="00E00D30" w:rsidP="00E00D30">
      <w:r>
        <w:t>129.0816</w:t>
      </w:r>
      <w:r>
        <w:tab/>
        <w:t>1.013e0</w:t>
      </w:r>
    </w:p>
    <w:p w:rsidR="00E00D30" w:rsidRDefault="00E00D30" w:rsidP="00E00D30">
      <w:r>
        <w:t>129.0888</w:t>
      </w:r>
      <w:r>
        <w:tab/>
        <w:t>2.025e0</w:t>
      </w:r>
    </w:p>
    <w:p w:rsidR="00E00D30" w:rsidRDefault="00E00D30" w:rsidP="00E00D30">
      <w:r>
        <w:t>129.0903</w:t>
      </w:r>
      <w:r>
        <w:tab/>
        <w:t>2.025e0</w:t>
      </w:r>
    </w:p>
    <w:p w:rsidR="00E00D30" w:rsidRDefault="00E00D30" w:rsidP="00E00D30">
      <w:r>
        <w:t>129.0934</w:t>
      </w:r>
      <w:r>
        <w:tab/>
        <w:t>1.013e0</w:t>
      </w:r>
    </w:p>
    <w:p w:rsidR="00E00D30" w:rsidRDefault="00E00D30" w:rsidP="00E00D30">
      <w:r>
        <w:t>129.0963</w:t>
      </w:r>
      <w:r>
        <w:tab/>
        <w:t>4.142e0</w:t>
      </w:r>
    </w:p>
    <w:p w:rsidR="00E00D30" w:rsidRDefault="00E00D30" w:rsidP="00E00D30">
      <w:r>
        <w:t>129.0975</w:t>
      </w:r>
      <w:r>
        <w:tab/>
        <w:t>4.051e0</w:t>
      </w:r>
    </w:p>
    <w:p w:rsidR="00E00D30" w:rsidRDefault="00E00D30" w:rsidP="00E00D30">
      <w:r>
        <w:t>129.1003</w:t>
      </w:r>
      <w:r>
        <w:tab/>
        <w:t>4.051e0</w:t>
      </w:r>
    </w:p>
    <w:p w:rsidR="00E00D30" w:rsidRDefault="00E00D30" w:rsidP="00E00D30">
      <w:r>
        <w:t>129.1023</w:t>
      </w:r>
      <w:r>
        <w:tab/>
        <w:t>7.089e0</w:t>
      </w:r>
    </w:p>
    <w:p w:rsidR="00E00D30" w:rsidRDefault="00E00D30" w:rsidP="00E00D30">
      <w:r>
        <w:t>129.1113</w:t>
      </w:r>
      <w:r>
        <w:tab/>
        <w:t>4.051e0</w:t>
      </w:r>
    </w:p>
    <w:p w:rsidR="00E00D30" w:rsidRDefault="00E00D30" w:rsidP="00E00D30">
      <w:r>
        <w:t>129.1129</w:t>
      </w:r>
      <w:r>
        <w:tab/>
        <w:t>2.025e0</w:t>
      </w:r>
    </w:p>
    <w:p w:rsidR="00E00D30" w:rsidRDefault="00E00D30" w:rsidP="00E00D30">
      <w:r>
        <w:t>129.1269</w:t>
      </w:r>
      <w:r>
        <w:tab/>
        <w:t>1.013e0</w:t>
      </w:r>
    </w:p>
    <w:p w:rsidR="00E00D30" w:rsidRDefault="00E00D30" w:rsidP="00E00D30">
      <w:r>
        <w:t>129.1299</w:t>
      </w:r>
      <w:r>
        <w:tab/>
        <w:t>1.013e0</w:t>
      </w:r>
    </w:p>
    <w:p w:rsidR="00E00D30" w:rsidRDefault="00E00D30" w:rsidP="00E00D30">
      <w:r>
        <w:t>129.1386</w:t>
      </w:r>
      <w:r>
        <w:tab/>
        <w:t>1.013e0</w:t>
      </w:r>
    </w:p>
    <w:p w:rsidR="00E00D30" w:rsidRDefault="00E00D30" w:rsidP="00E00D30">
      <w:r>
        <w:t>129.1464</w:t>
      </w:r>
      <w:r>
        <w:tab/>
        <w:t>2.025e0</w:t>
      </w:r>
    </w:p>
    <w:p w:rsidR="00E00D30" w:rsidRDefault="00E00D30" w:rsidP="00E00D30">
      <w:r>
        <w:t>129.1568</w:t>
      </w:r>
      <w:r>
        <w:tab/>
        <w:t>1.013e0</w:t>
      </w:r>
    </w:p>
    <w:p w:rsidR="00E00D30" w:rsidRDefault="00E00D30" w:rsidP="00E00D30">
      <w:r>
        <w:lastRenderedPageBreak/>
        <w:t>129.1596</w:t>
      </w:r>
      <w:r>
        <w:tab/>
        <w:t>1.013e0</w:t>
      </w:r>
    </w:p>
    <w:p w:rsidR="00E00D30" w:rsidRDefault="00E00D30" w:rsidP="00E00D30">
      <w:r>
        <w:t>129.1721</w:t>
      </w:r>
      <w:r>
        <w:tab/>
        <w:t>2.025e0</w:t>
      </w:r>
    </w:p>
    <w:p w:rsidR="00E00D30" w:rsidRDefault="00E00D30" w:rsidP="00E00D30">
      <w:r>
        <w:t>129.1872</w:t>
      </w:r>
      <w:r>
        <w:tab/>
        <w:t>2.025e0</w:t>
      </w:r>
    </w:p>
    <w:p w:rsidR="00E00D30" w:rsidRDefault="00E00D30" w:rsidP="00E00D30">
      <w:r>
        <w:t>129.1900</w:t>
      </w:r>
      <w:r>
        <w:tab/>
        <w:t>1.013e0</w:t>
      </w:r>
    </w:p>
    <w:p w:rsidR="00E00D30" w:rsidRDefault="00E00D30" w:rsidP="00E00D30">
      <w:r>
        <w:t>129.1932</w:t>
      </w:r>
      <w:r>
        <w:tab/>
        <w:t>1.013e0</w:t>
      </w:r>
    </w:p>
    <w:p w:rsidR="00E00D30" w:rsidRDefault="00E00D30" w:rsidP="00E00D30">
      <w:r>
        <w:t>129.2049</w:t>
      </w:r>
      <w:r>
        <w:tab/>
        <w:t>2.025e0</w:t>
      </w:r>
    </w:p>
    <w:p w:rsidR="00E00D30" w:rsidRDefault="00E00D30" w:rsidP="00E00D30">
      <w:r>
        <w:t>129.2144</w:t>
      </w:r>
      <w:r>
        <w:tab/>
        <w:t>1.013e0</w:t>
      </w:r>
    </w:p>
    <w:p w:rsidR="00E00D30" w:rsidRDefault="00E00D30" w:rsidP="00E00D30">
      <w:r>
        <w:t>129.2237</w:t>
      </w:r>
      <w:r>
        <w:tab/>
        <w:t>1.013e0</w:t>
      </w:r>
    </w:p>
    <w:p w:rsidR="00E00D30" w:rsidRDefault="00E00D30" w:rsidP="00E00D30">
      <w:r>
        <w:t>129.2277</w:t>
      </w:r>
      <w:r>
        <w:tab/>
        <w:t>2.025e0</w:t>
      </w:r>
    </w:p>
    <w:p w:rsidR="00E00D30" w:rsidRDefault="00E00D30" w:rsidP="00E00D30">
      <w:r>
        <w:t>129.2322</w:t>
      </w:r>
      <w:r>
        <w:tab/>
        <w:t>1.013e0</w:t>
      </w:r>
    </w:p>
    <w:p w:rsidR="00E00D30" w:rsidRDefault="00E00D30" w:rsidP="00E00D30">
      <w:r>
        <w:t>129.2354</w:t>
      </w:r>
      <w:r>
        <w:tab/>
        <w:t>1.013e0</w:t>
      </w:r>
    </w:p>
    <w:p w:rsidR="00E00D30" w:rsidRDefault="00E00D30" w:rsidP="00E00D30">
      <w:r>
        <w:t>129.2688</w:t>
      </w:r>
      <w:r>
        <w:tab/>
        <w:t>2.025e0</w:t>
      </w:r>
    </w:p>
    <w:p w:rsidR="00E00D30" w:rsidRDefault="00E00D30" w:rsidP="00E00D30">
      <w:r>
        <w:t>129.3016</w:t>
      </w:r>
      <w:r>
        <w:tab/>
        <w:t>1.013e0</w:t>
      </w:r>
    </w:p>
    <w:p w:rsidR="00E00D30" w:rsidRDefault="00E00D30" w:rsidP="00E00D30">
      <w:r>
        <w:t>129.3383</w:t>
      </w:r>
      <w:r>
        <w:tab/>
        <w:t>1.013e0</w:t>
      </w:r>
    </w:p>
    <w:p w:rsidR="00E00D30" w:rsidRDefault="00E00D30" w:rsidP="00E00D30">
      <w:r>
        <w:t>129.3446</w:t>
      </w:r>
      <w:r>
        <w:tab/>
        <w:t>1.013e0</w:t>
      </w:r>
    </w:p>
    <w:p w:rsidR="00E00D30" w:rsidRDefault="00E00D30" w:rsidP="00E00D30">
      <w:r>
        <w:t>129.3500</w:t>
      </w:r>
      <w:r>
        <w:tab/>
        <w:t>1.013e0</w:t>
      </w:r>
    </w:p>
    <w:p w:rsidR="00E00D30" w:rsidRDefault="00E00D30" w:rsidP="00E00D30">
      <w:r>
        <w:t>129.3656</w:t>
      </w:r>
      <w:r>
        <w:tab/>
        <w:t>2.025e0</w:t>
      </w:r>
    </w:p>
    <w:p w:rsidR="00E00D30" w:rsidRDefault="00E00D30" w:rsidP="00E00D30">
      <w:r>
        <w:t>129.3868</w:t>
      </w:r>
      <w:r>
        <w:tab/>
        <w:t>1.013e0</w:t>
      </w:r>
    </w:p>
    <w:p w:rsidR="00E00D30" w:rsidRDefault="00E00D30" w:rsidP="00E00D30">
      <w:r>
        <w:t>129.4079</w:t>
      </w:r>
      <w:r>
        <w:tab/>
        <w:t>3.038e0</w:t>
      </w:r>
    </w:p>
    <w:p w:rsidR="00E00D30" w:rsidRDefault="00E00D30" w:rsidP="00E00D30">
      <w:r>
        <w:lastRenderedPageBreak/>
        <w:t>129.4288</w:t>
      </w:r>
      <w:r>
        <w:tab/>
        <w:t>1.013e0</w:t>
      </w:r>
    </w:p>
    <w:p w:rsidR="00E00D30" w:rsidRDefault="00E00D30" w:rsidP="00E00D30">
      <w:r>
        <w:t>129.4320</w:t>
      </w:r>
      <w:r>
        <w:tab/>
        <w:t>2.025e0</w:t>
      </w:r>
    </w:p>
    <w:p w:rsidR="00E00D30" w:rsidRDefault="00E00D30" w:rsidP="00E00D30">
      <w:r>
        <w:t>129.4350</w:t>
      </w:r>
      <w:r>
        <w:tab/>
        <w:t>1.013e0</w:t>
      </w:r>
    </w:p>
    <w:p w:rsidR="00E00D30" w:rsidRDefault="00E00D30" w:rsidP="00E00D30">
      <w:r>
        <w:t>129.4532</w:t>
      </w:r>
      <w:r>
        <w:tab/>
        <w:t>1.013e0</w:t>
      </w:r>
    </w:p>
    <w:p w:rsidR="00E00D30" w:rsidRDefault="00E00D30" w:rsidP="00E00D30">
      <w:r>
        <w:t>129.4679</w:t>
      </w:r>
      <w:r>
        <w:tab/>
        <w:t>1.013e0</w:t>
      </w:r>
    </w:p>
    <w:p w:rsidR="00E00D30" w:rsidRDefault="00E00D30" w:rsidP="00E00D30">
      <w:r>
        <w:t>129.4866</w:t>
      </w:r>
      <w:r>
        <w:tab/>
        <w:t>3.038e0</w:t>
      </w:r>
    </w:p>
    <w:p w:rsidR="00E00D30" w:rsidRDefault="00E00D30" w:rsidP="00E00D30">
      <w:r>
        <w:t>129.4983</w:t>
      </w:r>
      <w:r>
        <w:tab/>
        <w:t>1.013e0</w:t>
      </w:r>
    </w:p>
    <w:p w:rsidR="00E00D30" w:rsidRDefault="00E00D30" w:rsidP="00E00D30">
      <w:r>
        <w:t>129.5136</w:t>
      </w:r>
      <w:r>
        <w:tab/>
        <w:t>2.025e0</w:t>
      </w:r>
    </w:p>
    <w:p w:rsidR="00E00D30" w:rsidRDefault="00E00D30" w:rsidP="00E00D30">
      <w:r>
        <w:t>129.5225</w:t>
      </w:r>
      <w:r>
        <w:tab/>
        <w:t>1.013e0</w:t>
      </w:r>
    </w:p>
    <w:p w:rsidR="00E00D30" w:rsidRDefault="00E00D30" w:rsidP="00E00D30">
      <w:r>
        <w:t>129.5290</w:t>
      </w:r>
      <w:r>
        <w:tab/>
        <w:t>5.063e0</w:t>
      </w:r>
    </w:p>
    <w:p w:rsidR="00E00D30" w:rsidRDefault="00E00D30" w:rsidP="00E00D30">
      <w:r>
        <w:t>129.5326</w:t>
      </w:r>
      <w:r>
        <w:tab/>
        <w:t>6.076e0</w:t>
      </w:r>
    </w:p>
    <w:p w:rsidR="00E00D30" w:rsidRDefault="00E00D30" w:rsidP="00E00D30">
      <w:r>
        <w:t>129.5338</w:t>
      </w:r>
      <w:r>
        <w:tab/>
        <w:t>3.038e0</w:t>
      </w:r>
    </w:p>
    <w:p w:rsidR="00E00D30" w:rsidRDefault="00E00D30" w:rsidP="00E00D30">
      <w:r>
        <w:t>129.5360</w:t>
      </w:r>
      <w:r>
        <w:tab/>
        <w:t>4.051e0</w:t>
      </w:r>
    </w:p>
    <w:p w:rsidR="00E00D30" w:rsidRDefault="00E00D30" w:rsidP="00E00D30">
      <w:r>
        <w:t>129.5378</w:t>
      </w:r>
      <w:r>
        <w:tab/>
        <w:t>1.013e0</w:t>
      </w:r>
    </w:p>
    <w:p w:rsidR="00E00D30" w:rsidRDefault="00E00D30" w:rsidP="00E00D30">
      <w:r>
        <w:t>129.5393</w:t>
      </w:r>
      <w:r>
        <w:tab/>
        <w:t>6.076e0</w:t>
      </w:r>
    </w:p>
    <w:p w:rsidR="00E00D30" w:rsidRDefault="00E00D30" w:rsidP="00E00D30">
      <w:r>
        <w:t>129.5468</w:t>
      </w:r>
      <w:r>
        <w:tab/>
        <w:t>3.038e0</w:t>
      </w:r>
    </w:p>
    <w:p w:rsidR="00E00D30" w:rsidRDefault="00E00D30" w:rsidP="00E00D30">
      <w:r>
        <w:t>129.5710</w:t>
      </w:r>
      <w:r>
        <w:tab/>
        <w:t>1.013e0</w:t>
      </w:r>
    </w:p>
    <w:p w:rsidR="00E00D30" w:rsidRDefault="00E00D30" w:rsidP="00E00D30">
      <w:r>
        <w:t>129.5834</w:t>
      </w:r>
      <w:r>
        <w:tab/>
        <w:t>1.013e0</w:t>
      </w:r>
    </w:p>
    <w:p w:rsidR="00E00D30" w:rsidRDefault="00E00D30" w:rsidP="00E00D30">
      <w:r>
        <w:t>129.6104</w:t>
      </w:r>
      <w:r>
        <w:tab/>
        <w:t>1.013e0</w:t>
      </w:r>
    </w:p>
    <w:p w:rsidR="00E00D30" w:rsidRDefault="00E00D30" w:rsidP="00E00D30">
      <w:r>
        <w:lastRenderedPageBreak/>
        <w:t>129.6131</w:t>
      </w:r>
      <w:r>
        <w:tab/>
        <w:t>1.013e0</w:t>
      </w:r>
    </w:p>
    <w:p w:rsidR="00E00D30" w:rsidRDefault="00E00D30" w:rsidP="00E00D30">
      <w:r>
        <w:t>129.6255</w:t>
      </w:r>
      <w:r>
        <w:tab/>
        <w:t>1.013e0</w:t>
      </w:r>
    </w:p>
    <w:p w:rsidR="00E00D30" w:rsidRDefault="00E00D30" w:rsidP="00E00D30">
      <w:r>
        <w:t>129.6404</w:t>
      </w:r>
      <w:r>
        <w:tab/>
        <w:t>3.038e0</w:t>
      </w:r>
    </w:p>
    <w:p w:rsidR="00E00D30" w:rsidRDefault="00E00D30" w:rsidP="00E00D30">
      <w:r>
        <w:t>129.6435</w:t>
      </w:r>
      <w:r>
        <w:tab/>
        <w:t>2.025e0</w:t>
      </w:r>
    </w:p>
    <w:p w:rsidR="00E00D30" w:rsidRDefault="00E00D30" w:rsidP="00E00D30">
      <w:r>
        <w:t>129.6888</w:t>
      </w:r>
      <w:r>
        <w:tab/>
        <w:t>2.025e0</w:t>
      </w:r>
    </w:p>
    <w:p w:rsidR="00E00D30" w:rsidRDefault="00E00D30" w:rsidP="00E00D30">
      <w:r>
        <w:t>129.6952</w:t>
      </w:r>
      <w:r>
        <w:tab/>
        <w:t>1.013e0</w:t>
      </w:r>
    </w:p>
    <w:p w:rsidR="00E00D30" w:rsidRDefault="00E00D30" w:rsidP="00E00D30">
      <w:r>
        <w:t>129.7073</w:t>
      </w:r>
      <w:r>
        <w:tab/>
        <w:t>1.013e0</w:t>
      </w:r>
    </w:p>
    <w:p w:rsidR="00E00D30" w:rsidRDefault="00E00D30" w:rsidP="00E00D30">
      <w:r>
        <w:t>129.7153</w:t>
      </w:r>
      <w:r>
        <w:tab/>
        <w:t>3.038e0</w:t>
      </w:r>
    </w:p>
    <w:p w:rsidR="00E00D30" w:rsidRDefault="00E00D30" w:rsidP="00E00D30">
      <w:r>
        <w:t>129.7225</w:t>
      </w:r>
      <w:r>
        <w:tab/>
        <w:t>1.013e0</w:t>
      </w:r>
    </w:p>
    <w:p w:rsidR="00E00D30" w:rsidRDefault="00E00D30" w:rsidP="00E00D30">
      <w:r>
        <w:t>129.7434</w:t>
      </w:r>
      <w:r>
        <w:tab/>
        <w:t>1.013e0</w:t>
      </w:r>
    </w:p>
    <w:p w:rsidR="00E00D30" w:rsidRDefault="00E00D30" w:rsidP="00E00D30">
      <w:r>
        <w:t>129.7555</w:t>
      </w:r>
      <w:r>
        <w:tab/>
        <w:t>1.013e0</w:t>
      </w:r>
    </w:p>
    <w:p w:rsidR="00E00D30" w:rsidRDefault="00E00D30" w:rsidP="00E00D30">
      <w:r>
        <w:t>129.7585</w:t>
      </w:r>
      <w:r>
        <w:tab/>
        <w:t>1.013e0</w:t>
      </w:r>
    </w:p>
    <w:p w:rsidR="00E00D30" w:rsidRDefault="00E00D30" w:rsidP="00E00D30">
      <w:r>
        <w:t>129.7615</w:t>
      </w:r>
      <w:r>
        <w:tab/>
        <w:t>1.013e0</w:t>
      </w:r>
    </w:p>
    <w:p w:rsidR="00E00D30" w:rsidRDefault="00E00D30" w:rsidP="00E00D30">
      <w:r>
        <w:t>129.7797</w:t>
      </w:r>
      <w:r>
        <w:tab/>
        <w:t>2.025e0</w:t>
      </w:r>
    </w:p>
    <w:p w:rsidR="00E00D30" w:rsidRDefault="00E00D30" w:rsidP="00E00D30">
      <w:r>
        <w:t>129.7859</w:t>
      </w:r>
      <w:r>
        <w:tab/>
        <w:t>1.013e0</w:t>
      </w:r>
    </w:p>
    <w:p w:rsidR="00E00D30" w:rsidRDefault="00E00D30" w:rsidP="00E00D30">
      <w:r>
        <w:t>129.8067</w:t>
      </w:r>
      <w:r>
        <w:tab/>
        <w:t>1.013e0</w:t>
      </w:r>
    </w:p>
    <w:p w:rsidR="00E00D30" w:rsidRDefault="00E00D30" w:rsidP="00E00D30">
      <w:r>
        <w:t>129.8131</w:t>
      </w:r>
      <w:r>
        <w:tab/>
        <w:t>1.013e0</w:t>
      </w:r>
    </w:p>
    <w:p w:rsidR="00E00D30" w:rsidRDefault="00E00D30" w:rsidP="00E00D30">
      <w:r>
        <w:t>129.8256</w:t>
      </w:r>
      <w:r>
        <w:tab/>
        <w:t>1.013e0</w:t>
      </w:r>
    </w:p>
    <w:p w:rsidR="00E00D30" w:rsidRDefault="00E00D30" w:rsidP="00E00D30">
      <w:r>
        <w:t>129.8310</w:t>
      </w:r>
      <w:r>
        <w:tab/>
        <w:t>1.013e0</w:t>
      </w:r>
    </w:p>
    <w:p w:rsidR="00E00D30" w:rsidRDefault="00E00D30" w:rsidP="00E00D30">
      <w:r>
        <w:lastRenderedPageBreak/>
        <w:t>129.8677</w:t>
      </w:r>
      <w:r>
        <w:tab/>
        <w:t>1.013e0</w:t>
      </w:r>
    </w:p>
    <w:p w:rsidR="00E00D30" w:rsidRDefault="00E00D30" w:rsidP="00E00D30">
      <w:r>
        <w:t>129.8796</w:t>
      </w:r>
      <w:r>
        <w:tab/>
        <w:t>1.013e0</w:t>
      </w:r>
    </w:p>
    <w:p w:rsidR="00E00D30" w:rsidRDefault="00E00D30" w:rsidP="00E00D30">
      <w:r>
        <w:t>129.8982</w:t>
      </w:r>
      <w:r>
        <w:tab/>
        <w:t>1.013e0</w:t>
      </w:r>
    </w:p>
    <w:p w:rsidR="00E00D30" w:rsidRDefault="00E00D30" w:rsidP="00E00D30">
      <w:r>
        <w:t>129.9224</w:t>
      </w:r>
      <w:r>
        <w:tab/>
        <w:t>2.025e0</w:t>
      </w:r>
    </w:p>
    <w:p w:rsidR="00E00D30" w:rsidRDefault="00E00D30" w:rsidP="00E00D30">
      <w:r>
        <w:t>129.9404</w:t>
      </w:r>
      <w:r>
        <w:tab/>
        <w:t>1.013e0</w:t>
      </w:r>
    </w:p>
    <w:p w:rsidR="00E00D30" w:rsidRDefault="00E00D30" w:rsidP="00E00D30">
      <w:r>
        <w:t>129.9467</w:t>
      </w:r>
      <w:r>
        <w:tab/>
        <w:t>2.025e0</w:t>
      </w:r>
    </w:p>
    <w:p w:rsidR="00E00D30" w:rsidRDefault="00E00D30" w:rsidP="00E00D30">
      <w:r>
        <w:t>129.9521</w:t>
      </w:r>
      <w:r>
        <w:tab/>
        <w:t>1.013e0</w:t>
      </w:r>
    </w:p>
    <w:p w:rsidR="00E00D30" w:rsidRDefault="00E00D30" w:rsidP="00E00D30">
      <w:r>
        <w:t>129.9553</w:t>
      </w:r>
      <w:r>
        <w:tab/>
        <w:t>1.013e0</w:t>
      </w:r>
    </w:p>
    <w:p w:rsidR="00E00D30" w:rsidRDefault="00E00D30" w:rsidP="00E00D30">
      <w:r>
        <w:t>129.9616</w:t>
      </w:r>
      <w:r>
        <w:tab/>
        <w:t>1.013e0</w:t>
      </w:r>
    </w:p>
    <w:p w:rsidR="00E00D30" w:rsidRDefault="00E00D30" w:rsidP="00E00D30">
      <w:r>
        <w:t>129.9738</w:t>
      </w:r>
      <w:r>
        <w:tab/>
        <w:t>1.013e0</w:t>
      </w:r>
    </w:p>
    <w:p w:rsidR="00E00D30" w:rsidRDefault="00E00D30" w:rsidP="00E00D30">
      <w:r>
        <w:t>129.9826</w:t>
      </w:r>
      <w:r>
        <w:tab/>
        <w:t>1.013e0</w:t>
      </w:r>
    </w:p>
    <w:p w:rsidR="00E00D30" w:rsidRDefault="00E00D30" w:rsidP="00E00D30">
      <w:r>
        <w:t>129.9858</w:t>
      </w:r>
      <w:r>
        <w:tab/>
        <w:t>1.013e0</w:t>
      </w:r>
    </w:p>
    <w:p w:rsidR="00E00D30" w:rsidRDefault="00E00D30" w:rsidP="00E00D30">
      <w:r>
        <w:t>129.9953</w:t>
      </w:r>
      <w:r>
        <w:tab/>
        <w:t>2.025e0</w:t>
      </w:r>
    </w:p>
    <w:p w:rsidR="00E00D30" w:rsidRDefault="00E00D30" w:rsidP="00E00D30">
      <w:r>
        <w:t>129.9981</w:t>
      </w:r>
      <w:r>
        <w:tab/>
        <w:t>1.013e0</w:t>
      </w:r>
    </w:p>
    <w:p w:rsidR="00E00D30" w:rsidRDefault="00E00D30" w:rsidP="00E00D30">
      <w:r>
        <w:t>130.0100</w:t>
      </w:r>
      <w:r>
        <w:tab/>
        <w:t>1.013e0</w:t>
      </w:r>
    </w:p>
    <w:p w:rsidR="00E00D30" w:rsidRDefault="00E00D30" w:rsidP="00E00D30">
      <w:r>
        <w:t>130.0296</w:t>
      </w:r>
      <w:r>
        <w:tab/>
        <w:t>4.051e0</w:t>
      </w:r>
    </w:p>
    <w:p w:rsidR="00E00D30" w:rsidRDefault="00E00D30" w:rsidP="00E00D30">
      <w:r>
        <w:t>130.0307</w:t>
      </w:r>
      <w:r>
        <w:tab/>
        <w:t>5.063e0</w:t>
      </w:r>
    </w:p>
    <w:p w:rsidR="00E00D30" w:rsidRDefault="00E00D30" w:rsidP="00E00D30">
      <w:r>
        <w:t>130.0332</w:t>
      </w:r>
      <w:r>
        <w:tab/>
        <w:t>4.051e0</w:t>
      </w:r>
    </w:p>
    <w:p w:rsidR="00E00D30" w:rsidRDefault="00E00D30" w:rsidP="00E00D30">
      <w:r>
        <w:t>130.0345</w:t>
      </w:r>
      <w:r>
        <w:tab/>
        <w:t>1.013e1</w:t>
      </w:r>
    </w:p>
    <w:p w:rsidR="00E00D30" w:rsidRDefault="00E00D30" w:rsidP="00E00D30">
      <w:r>
        <w:lastRenderedPageBreak/>
        <w:t>130.0376</w:t>
      </w:r>
      <w:r>
        <w:tab/>
        <w:t>1.114e1</w:t>
      </w:r>
    </w:p>
    <w:p w:rsidR="00E00D30" w:rsidRDefault="00E00D30" w:rsidP="00E00D30">
      <w:r>
        <w:t>130.0450</w:t>
      </w:r>
      <w:r>
        <w:tab/>
        <w:t>2.025e0</w:t>
      </w:r>
    </w:p>
    <w:p w:rsidR="00E00D30" w:rsidRDefault="00E00D30" w:rsidP="00E00D30">
      <w:r>
        <w:t>130.0492</w:t>
      </w:r>
      <w:r>
        <w:tab/>
        <w:t>2.025e0</w:t>
      </w:r>
    </w:p>
    <w:p w:rsidR="00E00D30" w:rsidRDefault="00E00D30" w:rsidP="00E00D30">
      <w:r>
        <w:t>130.0523</w:t>
      </w:r>
      <w:r>
        <w:tab/>
        <w:t>1.013e0</w:t>
      </w:r>
    </w:p>
    <w:p w:rsidR="00E00D30" w:rsidRDefault="00E00D30" w:rsidP="00E00D30">
      <w:r>
        <w:t>130.0554</w:t>
      </w:r>
      <w:r>
        <w:tab/>
        <w:t>2.025e0</w:t>
      </w:r>
    </w:p>
    <w:p w:rsidR="00E00D30" w:rsidRDefault="00E00D30" w:rsidP="00E00D30">
      <w:r>
        <w:t>130.0647</w:t>
      </w:r>
      <w:r>
        <w:tab/>
        <w:t>2.025e0</w:t>
      </w:r>
    </w:p>
    <w:p w:rsidR="00E00D30" w:rsidRDefault="00E00D30" w:rsidP="00E00D30">
      <w:r>
        <w:t>130.0681</w:t>
      </w:r>
      <w:r>
        <w:tab/>
        <w:t>1.013e0</w:t>
      </w:r>
    </w:p>
    <w:p w:rsidR="00E00D30" w:rsidRDefault="00E00D30" w:rsidP="00E00D30">
      <w:r>
        <w:t>130.0692</w:t>
      </w:r>
      <w:r>
        <w:tab/>
        <w:t>2.025e0</w:t>
      </w:r>
    </w:p>
    <w:p w:rsidR="00E00D30" w:rsidRDefault="00E00D30" w:rsidP="00E00D30">
      <w:r>
        <w:t>130.0922</w:t>
      </w:r>
      <w:r>
        <w:tab/>
        <w:t>5.063e0</w:t>
      </w:r>
    </w:p>
    <w:p w:rsidR="00E00D30" w:rsidRDefault="00E00D30" w:rsidP="00E00D30">
      <w:r>
        <w:t>130.0935</w:t>
      </w:r>
      <w:r>
        <w:tab/>
        <w:t>6.119e1</w:t>
      </w:r>
    </w:p>
    <w:p w:rsidR="00E00D30" w:rsidRDefault="00E00D30" w:rsidP="00E00D30">
      <w:r>
        <w:t>130.0958</w:t>
      </w:r>
      <w:r>
        <w:tab/>
        <w:t>6.785e1</w:t>
      </w:r>
    </w:p>
    <w:p w:rsidR="00E00D30" w:rsidRDefault="00E00D30" w:rsidP="00E00D30">
      <w:r>
        <w:t>130.0973</w:t>
      </w:r>
      <w:r>
        <w:tab/>
        <w:t>2.329e1</w:t>
      </w:r>
    </w:p>
    <w:p w:rsidR="00E00D30" w:rsidRDefault="00E00D30" w:rsidP="00E00D30">
      <w:r>
        <w:t>130.1179</w:t>
      </w:r>
      <w:r>
        <w:tab/>
        <w:t>3.802e0</w:t>
      </w:r>
    </w:p>
    <w:p w:rsidR="00E00D30" w:rsidRDefault="00E00D30" w:rsidP="00E00D30">
      <w:r>
        <w:t>130.1190</w:t>
      </w:r>
      <w:r>
        <w:tab/>
        <w:t>2.727e0</w:t>
      </w:r>
    </w:p>
    <w:p w:rsidR="00E00D30" w:rsidRDefault="00E00D30" w:rsidP="00E00D30">
      <w:r>
        <w:t>130.1235</w:t>
      </w:r>
      <w:r>
        <w:tab/>
        <w:t>3.038e0</w:t>
      </w:r>
    </w:p>
    <w:p w:rsidR="00E00D30" w:rsidRDefault="00E00D30" w:rsidP="00E00D30">
      <w:r>
        <w:t>130.1281</w:t>
      </w:r>
      <w:r>
        <w:tab/>
        <w:t>1.013e0</w:t>
      </w:r>
    </w:p>
    <w:p w:rsidR="00E00D30" w:rsidRDefault="00E00D30" w:rsidP="00E00D30">
      <w:r>
        <w:t>130.1375</w:t>
      </w:r>
      <w:r>
        <w:tab/>
        <w:t>2.025e0</w:t>
      </w:r>
    </w:p>
    <w:p w:rsidR="00E00D30" w:rsidRDefault="00E00D30" w:rsidP="00E00D30">
      <w:r>
        <w:t>130.1435</w:t>
      </w:r>
      <w:r>
        <w:tab/>
        <w:t>1.013e0</w:t>
      </w:r>
    </w:p>
    <w:p w:rsidR="00E00D30" w:rsidRDefault="00E00D30" w:rsidP="00E00D30">
      <w:r>
        <w:t>130.1556</w:t>
      </w:r>
      <w:r>
        <w:tab/>
        <w:t>7.089e0</w:t>
      </w:r>
    </w:p>
    <w:p w:rsidR="00E00D30" w:rsidRDefault="00E00D30" w:rsidP="00E00D30">
      <w:r>
        <w:lastRenderedPageBreak/>
        <w:t>130.1571</w:t>
      </w:r>
      <w:r>
        <w:tab/>
        <w:t>2.025e0</w:t>
      </w:r>
    </w:p>
    <w:p w:rsidR="00E00D30" w:rsidRDefault="00E00D30" w:rsidP="00E00D30">
      <w:r>
        <w:t>130.1582</w:t>
      </w:r>
      <w:r>
        <w:tab/>
        <w:t>4.051e0</w:t>
      </w:r>
    </w:p>
    <w:p w:rsidR="00E00D30" w:rsidRDefault="00E00D30" w:rsidP="00E00D30">
      <w:r>
        <w:t>130.1593</w:t>
      </w:r>
      <w:r>
        <w:tab/>
        <w:t>9.114e0</w:t>
      </w:r>
    </w:p>
    <w:p w:rsidR="00E00D30" w:rsidRDefault="00E00D30" w:rsidP="00E00D30">
      <w:r>
        <w:t>130.1654</w:t>
      </w:r>
      <w:r>
        <w:tab/>
        <w:t>7.554e0</w:t>
      </w:r>
    </w:p>
    <w:p w:rsidR="00E00D30" w:rsidRDefault="00E00D30" w:rsidP="00E00D30">
      <w:r>
        <w:t>130.1685</w:t>
      </w:r>
      <w:r>
        <w:tab/>
        <w:t>3.038e0</w:t>
      </w:r>
    </w:p>
    <w:p w:rsidR="00E00D30" w:rsidRDefault="00E00D30" w:rsidP="00E00D30">
      <w:r>
        <w:t>130.1707</w:t>
      </w:r>
      <w:r>
        <w:tab/>
        <w:t>1.013e0</w:t>
      </w:r>
    </w:p>
    <w:p w:rsidR="00E00D30" w:rsidRDefault="00E00D30" w:rsidP="00E00D30">
      <w:r>
        <w:t>130.1753</w:t>
      </w:r>
      <w:r>
        <w:tab/>
        <w:t>2.025e0</w:t>
      </w:r>
    </w:p>
    <w:p w:rsidR="00E00D30" w:rsidRDefault="00E00D30" w:rsidP="00E00D30">
      <w:r>
        <w:t>130.1978</w:t>
      </w:r>
      <w:r>
        <w:tab/>
        <w:t>2.025e0</w:t>
      </w:r>
    </w:p>
    <w:p w:rsidR="00E00D30" w:rsidRDefault="00E00D30" w:rsidP="00E00D30">
      <w:r>
        <w:t>130.2009</w:t>
      </w:r>
      <w:r>
        <w:tab/>
        <w:t>4.051e0</w:t>
      </w:r>
    </w:p>
    <w:p w:rsidR="00E00D30" w:rsidRDefault="00E00D30" w:rsidP="00E00D30">
      <w:r>
        <w:t>130.2103</w:t>
      </w:r>
      <w:r>
        <w:tab/>
        <w:t>2.025e0</w:t>
      </w:r>
    </w:p>
    <w:p w:rsidR="00E00D30" w:rsidRDefault="00E00D30" w:rsidP="00E00D30">
      <w:r>
        <w:t>130.2220</w:t>
      </w:r>
      <w:r>
        <w:tab/>
        <w:t>4.051e0</w:t>
      </w:r>
    </w:p>
    <w:p w:rsidR="00E00D30" w:rsidRDefault="00E00D30" w:rsidP="00E00D30">
      <w:r>
        <w:t>130.2434</w:t>
      </w:r>
      <w:r>
        <w:tab/>
        <w:t>2.025e0</w:t>
      </w:r>
    </w:p>
    <w:p w:rsidR="00E00D30" w:rsidRDefault="00E00D30" w:rsidP="00E00D30">
      <w:r>
        <w:t>130.2494</w:t>
      </w:r>
      <w:r>
        <w:tab/>
        <w:t>2.025e0</w:t>
      </w:r>
    </w:p>
    <w:p w:rsidR="00E00D30" w:rsidRDefault="00E00D30" w:rsidP="00E00D30">
      <w:r>
        <w:t>130.2707</w:t>
      </w:r>
      <w:r>
        <w:tab/>
        <w:t>1.013e0</w:t>
      </w:r>
    </w:p>
    <w:p w:rsidR="00E00D30" w:rsidRDefault="00E00D30" w:rsidP="00E00D30">
      <w:r>
        <w:t>130.2737</w:t>
      </w:r>
      <w:r>
        <w:tab/>
        <w:t>1.013e0</w:t>
      </w:r>
    </w:p>
    <w:p w:rsidR="00E00D30" w:rsidRDefault="00E00D30" w:rsidP="00E00D30">
      <w:r>
        <w:t>130.2767</w:t>
      </w:r>
      <w:r>
        <w:tab/>
        <w:t>1.013e0</w:t>
      </w:r>
    </w:p>
    <w:p w:rsidR="00E00D30" w:rsidRDefault="00E00D30" w:rsidP="00E00D30">
      <w:r>
        <w:t>130.3011</w:t>
      </w:r>
      <w:r>
        <w:tab/>
        <w:t>1.013e0</w:t>
      </w:r>
    </w:p>
    <w:p w:rsidR="00E00D30" w:rsidRDefault="00E00D30" w:rsidP="00E00D30">
      <w:r>
        <w:t>130.3190</w:t>
      </w:r>
      <w:r>
        <w:tab/>
        <w:t>2.025e0</w:t>
      </w:r>
    </w:p>
    <w:p w:rsidR="00E00D30" w:rsidRDefault="00E00D30" w:rsidP="00E00D30">
      <w:r>
        <w:t>130.3347</w:t>
      </w:r>
      <w:r>
        <w:tab/>
        <w:t>1.013e0</w:t>
      </w:r>
    </w:p>
    <w:p w:rsidR="00E00D30" w:rsidRDefault="00E00D30" w:rsidP="00E00D30">
      <w:r>
        <w:lastRenderedPageBreak/>
        <w:t>130.3378</w:t>
      </w:r>
      <w:r>
        <w:tab/>
        <w:t>2.025e0</w:t>
      </w:r>
    </w:p>
    <w:p w:rsidR="00E00D30" w:rsidRDefault="00E00D30" w:rsidP="00E00D30">
      <w:r>
        <w:t>130.3495</w:t>
      </w:r>
      <w:r>
        <w:tab/>
        <w:t>2.025e0</w:t>
      </w:r>
    </w:p>
    <w:p w:rsidR="00E00D30" w:rsidRDefault="00E00D30" w:rsidP="00E00D30">
      <w:r>
        <w:t>130.3528</w:t>
      </w:r>
      <w:r>
        <w:tab/>
        <w:t>2.025e0</w:t>
      </w:r>
    </w:p>
    <w:p w:rsidR="00E00D30" w:rsidRDefault="00E00D30" w:rsidP="00E00D30">
      <w:r>
        <w:t>130.3589</w:t>
      </w:r>
      <w:r>
        <w:tab/>
        <w:t>1.013e0</w:t>
      </w:r>
    </w:p>
    <w:p w:rsidR="00E00D30" w:rsidRDefault="00E00D30" w:rsidP="00E00D30">
      <w:r>
        <w:t>130.3648</w:t>
      </w:r>
      <w:r>
        <w:tab/>
        <w:t>1.013e0</w:t>
      </w:r>
    </w:p>
    <w:p w:rsidR="00E00D30" w:rsidRDefault="00E00D30" w:rsidP="00E00D30">
      <w:r>
        <w:t>130.3707</w:t>
      </w:r>
      <w:r>
        <w:tab/>
        <w:t>1.013e0</w:t>
      </w:r>
    </w:p>
    <w:p w:rsidR="00E00D30" w:rsidRDefault="00E00D30" w:rsidP="00E00D30">
      <w:r>
        <w:t>130.3800</w:t>
      </w:r>
      <w:r>
        <w:tab/>
        <w:t>1.013e0</w:t>
      </w:r>
    </w:p>
    <w:p w:rsidR="00E00D30" w:rsidRDefault="00E00D30" w:rsidP="00E00D30">
      <w:r>
        <w:t>130.3918</w:t>
      </w:r>
      <w:r>
        <w:tab/>
        <w:t>1.013e0</w:t>
      </w:r>
    </w:p>
    <w:p w:rsidR="00E00D30" w:rsidRDefault="00E00D30" w:rsidP="00E00D30">
      <w:r>
        <w:t>130.3981</w:t>
      </w:r>
      <w:r>
        <w:tab/>
        <w:t>1.013e0</w:t>
      </w:r>
    </w:p>
    <w:p w:rsidR="00E00D30" w:rsidRDefault="00E00D30" w:rsidP="00E00D30">
      <w:r>
        <w:t>130.4012</w:t>
      </w:r>
      <w:r>
        <w:tab/>
        <w:t>1.013e0</w:t>
      </w:r>
    </w:p>
    <w:p w:rsidR="00E00D30" w:rsidRDefault="00E00D30" w:rsidP="00E00D30">
      <w:r>
        <w:t>130.4043</w:t>
      </w:r>
      <w:r>
        <w:tab/>
        <w:t>1.013e0</w:t>
      </w:r>
    </w:p>
    <w:p w:rsidR="00E00D30" w:rsidRDefault="00E00D30" w:rsidP="00E00D30">
      <w:r>
        <w:t>130.4075</w:t>
      </w:r>
      <w:r>
        <w:tab/>
        <w:t>1.013e0</w:t>
      </w:r>
    </w:p>
    <w:p w:rsidR="00E00D30" w:rsidRDefault="00E00D30" w:rsidP="00E00D30">
      <w:r>
        <w:t>130.4136</w:t>
      </w:r>
      <w:r>
        <w:tab/>
        <w:t>1.013e0</w:t>
      </w:r>
    </w:p>
    <w:p w:rsidR="00E00D30" w:rsidRDefault="00E00D30" w:rsidP="00E00D30">
      <w:r>
        <w:t>130.4162</w:t>
      </w:r>
      <w:r>
        <w:tab/>
        <w:t>3.038e0</w:t>
      </w:r>
    </w:p>
    <w:p w:rsidR="00E00D30" w:rsidRDefault="00E00D30" w:rsidP="00E00D30">
      <w:r>
        <w:t>130.4191</w:t>
      </w:r>
      <w:r>
        <w:tab/>
        <w:t>2.025e0</w:t>
      </w:r>
    </w:p>
    <w:p w:rsidR="00E00D30" w:rsidRDefault="00E00D30" w:rsidP="00E00D30">
      <w:r>
        <w:t>130.4257</w:t>
      </w:r>
      <w:r>
        <w:tab/>
        <w:t>1.013e0</w:t>
      </w:r>
    </w:p>
    <w:p w:rsidR="00E00D30" w:rsidRDefault="00E00D30" w:rsidP="00E00D30">
      <w:r>
        <w:t>130.4448</w:t>
      </w:r>
      <w:r>
        <w:tab/>
        <w:t>3.038e0</w:t>
      </w:r>
    </w:p>
    <w:p w:rsidR="00E00D30" w:rsidRDefault="00E00D30" w:rsidP="00E00D30">
      <w:r>
        <w:t>130.4498</w:t>
      </w:r>
      <w:r>
        <w:tab/>
        <w:t>1.013e0</w:t>
      </w:r>
    </w:p>
    <w:p w:rsidR="00E00D30" w:rsidRDefault="00E00D30" w:rsidP="00E00D30">
      <w:r>
        <w:t>130.4559</w:t>
      </w:r>
      <w:r>
        <w:tab/>
        <w:t>1.013e0</w:t>
      </w:r>
    </w:p>
    <w:p w:rsidR="00E00D30" w:rsidRDefault="00E00D30" w:rsidP="00E00D30">
      <w:r>
        <w:lastRenderedPageBreak/>
        <w:t>130.4802</w:t>
      </w:r>
      <w:r>
        <w:tab/>
        <w:t>2.025e0</w:t>
      </w:r>
    </w:p>
    <w:p w:rsidR="00E00D30" w:rsidRDefault="00E00D30" w:rsidP="00E00D30">
      <w:r>
        <w:t>130.4834</w:t>
      </w:r>
      <w:r>
        <w:tab/>
        <w:t>1.013e0</w:t>
      </w:r>
    </w:p>
    <w:p w:rsidR="00E00D30" w:rsidRDefault="00E00D30" w:rsidP="00E00D30">
      <w:r>
        <w:t>130.4864</w:t>
      </w:r>
      <w:r>
        <w:tab/>
        <w:t>1.013e0</w:t>
      </w:r>
    </w:p>
    <w:p w:rsidR="00E00D30" w:rsidRDefault="00E00D30" w:rsidP="00E00D30">
      <w:r>
        <w:t>130.4952</w:t>
      </w:r>
      <w:r>
        <w:tab/>
        <w:t>1.013e0</w:t>
      </w:r>
    </w:p>
    <w:p w:rsidR="00E00D30" w:rsidRDefault="00E00D30" w:rsidP="00E00D30">
      <w:r>
        <w:t>130.5077</w:t>
      </w:r>
      <w:r>
        <w:tab/>
        <w:t>2.025e0</w:t>
      </w:r>
    </w:p>
    <w:p w:rsidR="00E00D30" w:rsidRDefault="00E00D30" w:rsidP="00E00D30">
      <w:r>
        <w:t>130.5312</w:t>
      </w:r>
      <w:r>
        <w:tab/>
        <w:t>1.413e2</w:t>
      </w:r>
    </w:p>
    <w:p w:rsidR="00E00D30" w:rsidRDefault="00E00D30" w:rsidP="00E00D30">
      <w:r>
        <w:t>130.5329</w:t>
      </w:r>
      <w:r>
        <w:tab/>
        <w:t>3.361e2</w:t>
      </w:r>
    </w:p>
    <w:p w:rsidR="00E00D30" w:rsidRDefault="00E00D30" w:rsidP="00E00D30">
      <w:r>
        <w:t>130.5623</w:t>
      </w:r>
      <w:r>
        <w:tab/>
        <w:t>1.013e0</w:t>
      </w:r>
    </w:p>
    <w:p w:rsidR="00E00D30" w:rsidRDefault="00E00D30" w:rsidP="00E00D30">
      <w:r>
        <w:t>130.5680</w:t>
      </w:r>
      <w:r>
        <w:tab/>
        <w:t>3.038e0</w:t>
      </w:r>
    </w:p>
    <w:p w:rsidR="00E00D30" w:rsidRDefault="00E00D30" w:rsidP="00E00D30">
      <w:r>
        <w:t>130.5865</w:t>
      </w:r>
      <w:r>
        <w:tab/>
        <w:t>2.025e0</w:t>
      </w:r>
    </w:p>
    <w:p w:rsidR="00E00D30" w:rsidRDefault="00E00D30" w:rsidP="00E00D30">
      <w:r>
        <w:t>130.5955</w:t>
      </w:r>
      <w:r>
        <w:tab/>
        <w:t>2.025e0</w:t>
      </w:r>
    </w:p>
    <w:p w:rsidR="00E00D30" w:rsidRDefault="00E00D30" w:rsidP="00E00D30">
      <w:r>
        <w:t>130.5986</w:t>
      </w:r>
      <w:r>
        <w:tab/>
        <w:t>1.013e0</w:t>
      </w:r>
    </w:p>
    <w:p w:rsidR="00E00D30" w:rsidRDefault="00E00D30" w:rsidP="00E00D30">
      <w:r>
        <w:t>130.6017</w:t>
      </w:r>
      <w:r>
        <w:tab/>
        <w:t>1.013e0</w:t>
      </w:r>
    </w:p>
    <w:p w:rsidR="00E00D30" w:rsidRDefault="00E00D30" w:rsidP="00E00D30">
      <w:r>
        <w:t>130.6049</w:t>
      </w:r>
      <w:r>
        <w:tab/>
        <w:t>2.025e0</w:t>
      </w:r>
    </w:p>
    <w:p w:rsidR="00E00D30" w:rsidRDefault="00E00D30" w:rsidP="00E00D30">
      <w:r>
        <w:t>130.6165</w:t>
      </w:r>
      <w:r>
        <w:tab/>
        <w:t>1.013e0</w:t>
      </w:r>
    </w:p>
    <w:p w:rsidR="00E00D30" w:rsidRDefault="00E00D30" w:rsidP="00E00D30">
      <w:r>
        <w:t>130.6291</w:t>
      </w:r>
      <w:r>
        <w:tab/>
        <w:t>3.038e0</w:t>
      </w:r>
    </w:p>
    <w:p w:rsidR="00E00D30" w:rsidRDefault="00E00D30" w:rsidP="00E00D30">
      <w:r>
        <w:t>130.6441</w:t>
      </w:r>
      <w:r>
        <w:tab/>
        <w:t>1.013e0</w:t>
      </w:r>
    </w:p>
    <w:p w:rsidR="00E00D30" w:rsidRDefault="00E00D30" w:rsidP="00E00D30">
      <w:r>
        <w:t>130.6473</w:t>
      </w:r>
      <w:r>
        <w:tab/>
        <w:t>2.025e0</w:t>
      </w:r>
    </w:p>
    <w:p w:rsidR="00E00D30" w:rsidRDefault="00E00D30" w:rsidP="00E00D30">
      <w:r>
        <w:t>130.6502</w:t>
      </w:r>
      <w:r>
        <w:tab/>
        <w:t>4.051e0</w:t>
      </w:r>
    </w:p>
    <w:p w:rsidR="00E00D30" w:rsidRDefault="00E00D30" w:rsidP="00E00D30">
      <w:r>
        <w:lastRenderedPageBreak/>
        <w:t>130.6653</w:t>
      </w:r>
      <w:r>
        <w:tab/>
        <w:t>2.025e0</w:t>
      </w:r>
    </w:p>
    <w:p w:rsidR="00E00D30" w:rsidRDefault="00E00D30" w:rsidP="00E00D30">
      <w:r>
        <w:t>130.6684</w:t>
      </w:r>
      <w:r>
        <w:tab/>
        <w:t>1.013e0</w:t>
      </w:r>
    </w:p>
    <w:p w:rsidR="00E00D30" w:rsidRDefault="00E00D30" w:rsidP="00E00D30">
      <w:r>
        <w:t>130.6716</w:t>
      </w:r>
      <w:r>
        <w:tab/>
        <w:t>1.013e0</w:t>
      </w:r>
    </w:p>
    <w:p w:rsidR="00E00D30" w:rsidRDefault="00E00D30" w:rsidP="00E00D30">
      <w:r>
        <w:t>130.6740</w:t>
      </w:r>
      <w:r>
        <w:tab/>
        <w:t>3.038e0</w:t>
      </w:r>
    </w:p>
    <w:p w:rsidR="00E00D30" w:rsidRDefault="00E00D30" w:rsidP="00E00D30">
      <w:r>
        <w:t>130.6808</w:t>
      </w:r>
      <w:r>
        <w:tab/>
        <w:t>1.013e0</w:t>
      </w:r>
    </w:p>
    <w:p w:rsidR="00E00D30" w:rsidRDefault="00E00D30" w:rsidP="00E00D30">
      <w:r>
        <w:t>130.6895</w:t>
      </w:r>
      <w:r>
        <w:tab/>
        <w:t>2.025e0</w:t>
      </w:r>
    </w:p>
    <w:p w:rsidR="00E00D30" w:rsidRDefault="00E00D30" w:rsidP="00E00D30">
      <w:r>
        <w:t>130.6984</w:t>
      </w:r>
      <w:r>
        <w:tab/>
        <w:t>4.051e0</w:t>
      </w:r>
    </w:p>
    <w:p w:rsidR="00E00D30" w:rsidRDefault="00E00D30" w:rsidP="00E00D30">
      <w:r>
        <w:t>130.7021</w:t>
      </w:r>
      <w:r>
        <w:tab/>
        <w:t>1.013e0</w:t>
      </w:r>
    </w:p>
    <w:p w:rsidR="00E00D30" w:rsidRDefault="00E00D30" w:rsidP="00E00D30">
      <w:r>
        <w:t>130.7051</w:t>
      </w:r>
      <w:r>
        <w:tab/>
        <w:t>1.013e0</w:t>
      </w:r>
    </w:p>
    <w:p w:rsidR="00E00D30" w:rsidRDefault="00E00D30" w:rsidP="00E00D30">
      <w:r>
        <w:t>130.7202</w:t>
      </w:r>
      <w:r>
        <w:tab/>
        <w:t>2.025e0</w:t>
      </w:r>
    </w:p>
    <w:p w:rsidR="00E00D30" w:rsidRDefault="00E00D30" w:rsidP="00E00D30">
      <w:r>
        <w:t>130.7325</w:t>
      </w:r>
      <w:r>
        <w:tab/>
        <w:t>1.013e0</w:t>
      </w:r>
    </w:p>
    <w:p w:rsidR="00E00D30" w:rsidRDefault="00E00D30" w:rsidP="00E00D30">
      <w:r>
        <w:t>130.7397</w:t>
      </w:r>
      <w:r>
        <w:tab/>
        <w:t>2.025e0</w:t>
      </w:r>
    </w:p>
    <w:p w:rsidR="00E00D30" w:rsidRDefault="00E00D30" w:rsidP="00E00D30">
      <w:r>
        <w:t>130.7411</w:t>
      </w:r>
      <w:r>
        <w:tab/>
        <w:t>1.013e0</w:t>
      </w:r>
    </w:p>
    <w:p w:rsidR="00E00D30" w:rsidRDefault="00E00D30" w:rsidP="00E00D30">
      <w:r>
        <w:t>130.7655</w:t>
      </w:r>
      <w:r>
        <w:tab/>
        <w:t>3.038e0</w:t>
      </w:r>
    </w:p>
    <w:p w:rsidR="00E00D30" w:rsidRDefault="00E00D30" w:rsidP="00E00D30">
      <w:r>
        <w:t>130.7687</w:t>
      </w:r>
      <w:r>
        <w:tab/>
        <w:t>2.025e0</w:t>
      </w:r>
    </w:p>
    <w:p w:rsidR="00E00D30" w:rsidRDefault="00E00D30" w:rsidP="00E00D30">
      <w:r>
        <w:t>130.7766</w:t>
      </w:r>
      <w:r>
        <w:tab/>
        <w:t>2.025e0</w:t>
      </w:r>
    </w:p>
    <w:p w:rsidR="00E00D30" w:rsidRDefault="00E00D30" w:rsidP="00E00D30">
      <w:r>
        <w:t>130.7779</w:t>
      </w:r>
      <w:r>
        <w:tab/>
        <w:t>1.013e0</w:t>
      </w:r>
    </w:p>
    <w:p w:rsidR="00E00D30" w:rsidRDefault="00E00D30" w:rsidP="00E00D30">
      <w:r>
        <w:t>130.7897</w:t>
      </w:r>
      <w:r>
        <w:tab/>
        <w:t>1.013e0</w:t>
      </w:r>
    </w:p>
    <w:p w:rsidR="00E00D30" w:rsidRDefault="00E00D30" w:rsidP="00E00D30">
      <w:r>
        <w:t>130.7975</w:t>
      </w:r>
      <w:r>
        <w:tab/>
        <w:t>2.025e0</w:t>
      </w:r>
    </w:p>
    <w:p w:rsidR="00E00D30" w:rsidRDefault="00E00D30" w:rsidP="00E00D30">
      <w:r>
        <w:lastRenderedPageBreak/>
        <w:t>130.8023</w:t>
      </w:r>
      <w:r>
        <w:tab/>
        <w:t>1.013e0</w:t>
      </w:r>
    </w:p>
    <w:p w:rsidR="00E00D30" w:rsidRDefault="00E00D30" w:rsidP="00E00D30">
      <w:r>
        <w:t>130.8111</w:t>
      </w:r>
      <w:r>
        <w:tab/>
        <w:t>1.013e0</w:t>
      </w:r>
    </w:p>
    <w:p w:rsidR="00E00D30" w:rsidRDefault="00E00D30" w:rsidP="00E00D30">
      <w:r>
        <w:t>130.8205</w:t>
      </w:r>
      <w:r>
        <w:tab/>
        <w:t>1.013e0</w:t>
      </w:r>
    </w:p>
    <w:p w:rsidR="00E00D30" w:rsidRDefault="00E00D30" w:rsidP="00E00D30">
      <w:r>
        <w:t>130.8234</w:t>
      </w:r>
      <w:r>
        <w:tab/>
        <w:t>1.013e0</w:t>
      </w:r>
    </w:p>
    <w:p w:rsidR="00E00D30" w:rsidRDefault="00E00D30" w:rsidP="00E00D30">
      <w:r>
        <w:t>130.8340</w:t>
      </w:r>
      <w:r>
        <w:tab/>
        <w:t>2.025e0</w:t>
      </w:r>
    </w:p>
    <w:p w:rsidR="00E00D30" w:rsidRDefault="00E00D30" w:rsidP="00E00D30">
      <w:r>
        <w:t>130.8417</w:t>
      </w:r>
      <w:r>
        <w:tab/>
        <w:t>2.025e0</w:t>
      </w:r>
    </w:p>
    <w:p w:rsidR="00E00D30" w:rsidRDefault="00E00D30" w:rsidP="00E00D30">
      <w:r>
        <w:t>130.8570</w:t>
      </w:r>
      <w:r>
        <w:tab/>
        <w:t>1.013e0</w:t>
      </w:r>
    </w:p>
    <w:p w:rsidR="00E00D30" w:rsidRDefault="00E00D30" w:rsidP="00E00D30">
      <w:r>
        <w:t>130.8584</w:t>
      </w:r>
      <w:r>
        <w:tab/>
        <w:t>2.025e0</w:t>
      </w:r>
    </w:p>
    <w:p w:rsidR="00E00D30" w:rsidRDefault="00E00D30" w:rsidP="00E00D30">
      <w:r>
        <w:t>130.8598</w:t>
      </w:r>
      <w:r>
        <w:tab/>
        <w:t>1.013e0</w:t>
      </w:r>
    </w:p>
    <w:p w:rsidR="00E00D30" w:rsidRDefault="00E00D30" w:rsidP="00E00D30">
      <w:r>
        <w:t>130.8628</w:t>
      </w:r>
      <w:r>
        <w:tab/>
        <w:t>1.013e0</w:t>
      </w:r>
    </w:p>
    <w:p w:rsidR="00E00D30" w:rsidRDefault="00E00D30" w:rsidP="00E00D30">
      <w:r>
        <w:t>130.8752</w:t>
      </w:r>
      <w:r>
        <w:tab/>
        <w:t>1.013e0</w:t>
      </w:r>
    </w:p>
    <w:p w:rsidR="00E00D30" w:rsidRDefault="00E00D30" w:rsidP="00E00D30">
      <w:r>
        <w:t>130.8783</w:t>
      </w:r>
      <w:r>
        <w:tab/>
        <w:t>1.013e0</w:t>
      </w:r>
    </w:p>
    <w:p w:rsidR="00E00D30" w:rsidRDefault="00E00D30" w:rsidP="00E00D30">
      <w:r>
        <w:t>130.8857</w:t>
      </w:r>
      <w:r>
        <w:tab/>
        <w:t>2.025e0</w:t>
      </w:r>
    </w:p>
    <w:p w:rsidR="00E00D30" w:rsidRDefault="00E00D30" w:rsidP="00E00D30">
      <w:r>
        <w:t>130.8901</w:t>
      </w:r>
      <w:r>
        <w:tab/>
        <w:t>1.013e0</w:t>
      </w:r>
    </w:p>
    <w:p w:rsidR="00E00D30" w:rsidRDefault="00E00D30" w:rsidP="00E00D30">
      <w:r>
        <w:t>130.8933</w:t>
      </w:r>
      <w:r>
        <w:tab/>
        <w:t>2.025e0</w:t>
      </w:r>
    </w:p>
    <w:p w:rsidR="00E00D30" w:rsidRDefault="00E00D30" w:rsidP="00E00D30">
      <w:r>
        <w:t>130.9011</w:t>
      </w:r>
      <w:r>
        <w:tab/>
        <w:t>2.025e0</w:t>
      </w:r>
    </w:p>
    <w:p w:rsidR="00E00D30" w:rsidRDefault="00E00D30" w:rsidP="00E00D30">
      <w:r>
        <w:t>130.9026</w:t>
      </w:r>
      <w:r>
        <w:tab/>
        <w:t>2.025e0</w:t>
      </w:r>
    </w:p>
    <w:p w:rsidR="00E00D30" w:rsidRDefault="00E00D30" w:rsidP="00E00D30">
      <w:r>
        <w:t>130.9192</w:t>
      </w:r>
      <w:r>
        <w:tab/>
        <w:t>2.025e0</w:t>
      </w:r>
    </w:p>
    <w:p w:rsidR="00E00D30" w:rsidRDefault="00E00D30" w:rsidP="00E00D30">
      <w:r>
        <w:t>130.9209</w:t>
      </w:r>
      <w:r>
        <w:tab/>
        <w:t>1.013e0</w:t>
      </w:r>
    </w:p>
    <w:p w:rsidR="00E00D30" w:rsidRDefault="00E00D30" w:rsidP="00E00D30">
      <w:r>
        <w:lastRenderedPageBreak/>
        <w:t>130.9271</w:t>
      </w:r>
      <w:r>
        <w:tab/>
        <w:t>1.013e0</w:t>
      </w:r>
    </w:p>
    <w:p w:rsidR="00E00D30" w:rsidRDefault="00E00D30" w:rsidP="00E00D30">
      <w:r>
        <w:t>130.9301</w:t>
      </w:r>
      <w:r>
        <w:tab/>
        <w:t>1.013e0</w:t>
      </w:r>
    </w:p>
    <w:p w:rsidR="00E00D30" w:rsidRDefault="00E00D30" w:rsidP="00E00D30">
      <w:r>
        <w:t>130.9330</w:t>
      </w:r>
      <w:r>
        <w:tab/>
        <w:t>1.013e0</w:t>
      </w:r>
    </w:p>
    <w:p w:rsidR="00E00D30" w:rsidRDefault="00E00D30" w:rsidP="00E00D30">
      <w:r>
        <w:t>130.9452</w:t>
      </w:r>
      <w:r>
        <w:tab/>
        <w:t>1.013e0</w:t>
      </w:r>
    </w:p>
    <w:p w:rsidR="00E00D30" w:rsidRDefault="00E00D30" w:rsidP="00E00D30">
      <w:r>
        <w:t>130.9481</w:t>
      </w:r>
      <w:r>
        <w:tab/>
        <w:t>1.013e0</w:t>
      </w:r>
    </w:p>
    <w:p w:rsidR="00E00D30" w:rsidRDefault="00E00D30" w:rsidP="00E00D30">
      <w:r>
        <w:t>130.9512</w:t>
      </w:r>
      <w:r>
        <w:tab/>
        <w:t>1.013e0</w:t>
      </w:r>
    </w:p>
    <w:p w:rsidR="00E00D30" w:rsidRDefault="00E00D30" w:rsidP="00E00D30">
      <w:r>
        <w:t>130.9631</w:t>
      </w:r>
      <w:r>
        <w:tab/>
        <w:t>1.013e0</w:t>
      </w:r>
    </w:p>
    <w:p w:rsidR="00E00D30" w:rsidRDefault="00E00D30" w:rsidP="00E00D30">
      <w:r>
        <w:t>130.9678</w:t>
      </w:r>
      <w:r>
        <w:tab/>
        <w:t>2.025e0</w:t>
      </w:r>
    </w:p>
    <w:p w:rsidR="00E00D30" w:rsidRDefault="00E00D30" w:rsidP="00E00D30">
      <w:r>
        <w:t>130.9724</w:t>
      </w:r>
      <w:r>
        <w:tab/>
        <w:t>1.013e0</w:t>
      </w:r>
    </w:p>
    <w:p w:rsidR="00E00D30" w:rsidRDefault="00E00D30" w:rsidP="00E00D30">
      <w:r>
        <w:t>130.9787</w:t>
      </w:r>
      <w:r>
        <w:tab/>
        <w:t>1.013e0</w:t>
      </w:r>
    </w:p>
    <w:p w:rsidR="00E00D30" w:rsidRDefault="00E00D30" w:rsidP="00E00D30">
      <w:r>
        <w:t>130.9817</w:t>
      </w:r>
      <w:r>
        <w:tab/>
        <w:t>1.013e0</w:t>
      </w:r>
    </w:p>
    <w:p w:rsidR="00E00D30" w:rsidRDefault="00E00D30" w:rsidP="00E00D30">
      <w:r>
        <w:t>130.9905</w:t>
      </w:r>
      <w:r>
        <w:tab/>
        <w:t>1.013e0</w:t>
      </w:r>
    </w:p>
    <w:p w:rsidR="00E00D30" w:rsidRDefault="00E00D30" w:rsidP="00E00D30">
      <w:r>
        <w:t>130.9937</w:t>
      </w:r>
      <w:r>
        <w:tab/>
        <w:t>1.013e0</w:t>
      </w:r>
    </w:p>
    <w:p w:rsidR="00E00D30" w:rsidRDefault="00E00D30" w:rsidP="00E00D30">
      <w:r>
        <w:t>130.9952</w:t>
      </w:r>
      <w:r>
        <w:tab/>
        <w:t>2.025e0</w:t>
      </w:r>
    </w:p>
    <w:p w:rsidR="00E00D30" w:rsidRDefault="00E00D30" w:rsidP="00E00D30">
      <w:r>
        <w:t>130.9999</w:t>
      </w:r>
      <w:r>
        <w:tab/>
        <w:t>1.013e0</w:t>
      </w:r>
    </w:p>
    <w:p w:rsidR="00E00D30" w:rsidRDefault="00E00D30" w:rsidP="00E00D30">
      <w:r>
        <w:t>131.0030</w:t>
      </w:r>
      <w:r>
        <w:tab/>
        <w:t>1.013e0</w:t>
      </w:r>
    </w:p>
    <w:p w:rsidR="00E00D30" w:rsidRDefault="00E00D30" w:rsidP="00E00D30">
      <w:r>
        <w:t>131.0069</w:t>
      </w:r>
      <w:r>
        <w:tab/>
        <w:t>3.761e0</w:t>
      </w:r>
    </w:p>
    <w:p w:rsidR="00E00D30" w:rsidRDefault="00E00D30" w:rsidP="00E00D30">
      <w:r>
        <w:t>131.0284</w:t>
      </w:r>
      <w:r>
        <w:tab/>
        <w:t>6.076e0</w:t>
      </w:r>
    </w:p>
    <w:p w:rsidR="00E00D30" w:rsidRDefault="00E00D30" w:rsidP="00E00D30">
      <w:r>
        <w:t>131.0312</w:t>
      </w:r>
      <w:r>
        <w:tab/>
        <w:t>9.114e0</w:t>
      </w:r>
    </w:p>
    <w:p w:rsidR="00E00D30" w:rsidRDefault="00E00D30" w:rsidP="00E00D30">
      <w:r>
        <w:lastRenderedPageBreak/>
        <w:t>131.0330</w:t>
      </w:r>
      <w:r>
        <w:tab/>
        <w:t>6.987e1</w:t>
      </w:r>
    </w:p>
    <w:p w:rsidR="00E00D30" w:rsidRDefault="00E00D30" w:rsidP="00E00D30">
      <w:r>
        <w:t>131.0438</w:t>
      </w:r>
      <w:r>
        <w:tab/>
        <w:t>2.025e0</w:t>
      </w:r>
    </w:p>
    <w:p w:rsidR="00E00D30" w:rsidRDefault="00E00D30" w:rsidP="00E00D30">
      <w:r>
        <w:t>131.0712</w:t>
      </w:r>
      <w:r>
        <w:tab/>
        <w:t>2.025e0</w:t>
      </w:r>
    </w:p>
    <w:p w:rsidR="00E00D30" w:rsidRDefault="00E00D30" w:rsidP="00E00D30">
      <w:r>
        <w:t>131.0751</w:t>
      </w:r>
      <w:r>
        <w:tab/>
        <w:t>5.046e0</w:t>
      </w:r>
    </w:p>
    <w:p w:rsidR="00E00D30" w:rsidRDefault="00E00D30" w:rsidP="00E00D30">
      <w:r>
        <w:t>131.0775</w:t>
      </w:r>
      <w:r>
        <w:tab/>
        <w:t>2.025e0</w:t>
      </w:r>
    </w:p>
    <w:p w:rsidR="00E00D30" w:rsidRDefault="00E00D30" w:rsidP="00E00D30">
      <w:r>
        <w:t>131.0804</w:t>
      </w:r>
      <w:r>
        <w:tab/>
        <w:t>5.063e0</w:t>
      </w:r>
    </w:p>
    <w:p w:rsidR="00E00D30" w:rsidRDefault="00E00D30" w:rsidP="00E00D30">
      <w:r>
        <w:t>131.0821</w:t>
      </w:r>
      <w:r>
        <w:tab/>
        <w:t>1.182e1</w:t>
      </w:r>
    </w:p>
    <w:p w:rsidR="00E00D30" w:rsidRDefault="00E00D30" w:rsidP="00E00D30">
      <w:r>
        <w:t>131.0839</w:t>
      </w:r>
      <w:r>
        <w:tab/>
        <w:t>8.101e0</w:t>
      </w:r>
    </w:p>
    <w:p w:rsidR="00E00D30" w:rsidRDefault="00E00D30" w:rsidP="00E00D30">
      <w:r>
        <w:t>131.0851</w:t>
      </w:r>
      <w:r>
        <w:tab/>
        <w:t>8.101e0</w:t>
      </w:r>
    </w:p>
    <w:p w:rsidR="00E00D30" w:rsidRDefault="00E00D30" w:rsidP="00E00D30">
      <w:r>
        <w:t>131.0891</w:t>
      </w:r>
      <w:r>
        <w:tab/>
        <w:t>3.038e0</w:t>
      </w:r>
    </w:p>
    <w:p w:rsidR="00E00D30" w:rsidRDefault="00E00D30" w:rsidP="00E00D30">
      <w:r>
        <w:t>131.0912</w:t>
      </w:r>
      <w:r>
        <w:tab/>
        <w:t>5.042e0</w:t>
      </w:r>
    </w:p>
    <w:p w:rsidR="00E00D30" w:rsidRDefault="00E00D30" w:rsidP="00E00D30">
      <w:r>
        <w:t>131.0946</w:t>
      </w:r>
      <w:r>
        <w:tab/>
        <w:t>9.114e0</w:t>
      </w:r>
    </w:p>
    <w:p w:rsidR="00E00D30" w:rsidRDefault="00E00D30" w:rsidP="00E00D30">
      <w:r>
        <w:t>131.1055</w:t>
      </w:r>
      <w:r>
        <w:tab/>
        <w:t>5.063e0</w:t>
      </w:r>
    </w:p>
    <w:p w:rsidR="00E00D30" w:rsidRDefault="00E00D30" w:rsidP="00E00D30">
      <w:r>
        <w:t>131.1092</w:t>
      </w:r>
      <w:r>
        <w:tab/>
        <w:t>1.013e0</w:t>
      </w:r>
    </w:p>
    <w:p w:rsidR="00E00D30" w:rsidRDefault="00E00D30" w:rsidP="00E00D30">
      <w:r>
        <w:t>131.1137</w:t>
      </w:r>
      <w:r>
        <w:tab/>
        <w:t>2.025e0</w:t>
      </w:r>
    </w:p>
    <w:p w:rsidR="00E00D30" w:rsidRDefault="00E00D30" w:rsidP="00E00D30">
      <w:r>
        <w:t>131.1215</w:t>
      </w:r>
      <w:r>
        <w:tab/>
        <w:t>2.025e0</w:t>
      </w:r>
    </w:p>
    <w:p w:rsidR="00E00D30" w:rsidRDefault="00E00D30" w:rsidP="00E00D30">
      <w:r>
        <w:t>131.1309</w:t>
      </w:r>
      <w:r>
        <w:tab/>
        <w:t>1.013e0</w:t>
      </w:r>
    </w:p>
    <w:p w:rsidR="00E00D30" w:rsidRDefault="00E00D30" w:rsidP="00E00D30">
      <w:r>
        <w:t>131.1336</w:t>
      </w:r>
      <w:r>
        <w:tab/>
        <w:t>1.013e0</w:t>
      </w:r>
    </w:p>
    <w:p w:rsidR="00E00D30" w:rsidRDefault="00E00D30" w:rsidP="00E00D30">
      <w:r>
        <w:t>131.1459</w:t>
      </w:r>
      <w:r>
        <w:tab/>
        <w:t>1.013e0</w:t>
      </w:r>
    </w:p>
    <w:p w:rsidR="00E00D30" w:rsidRDefault="00E00D30" w:rsidP="00E00D30">
      <w:r>
        <w:lastRenderedPageBreak/>
        <w:t>131.1543</w:t>
      </w:r>
      <w:r>
        <w:tab/>
        <w:t>3.038e0</w:t>
      </w:r>
    </w:p>
    <w:p w:rsidR="00E00D30" w:rsidRDefault="00E00D30" w:rsidP="00E00D30">
      <w:r>
        <w:t>131.1609</w:t>
      </w:r>
      <w:r>
        <w:tab/>
        <w:t>2.025e0</w:t>
      </w:r>
    </w:p>
    <w:p w:rsidR="00E00D30" w:rsidRDefault="00E00D30" w:rsidP="00E00D30">
      <w:r>
        <w:t>131.1638</w:t>
      </w:r>
      <w:r>
        <w:tab/>
        <w:t>1.013e0</w:t>
      </w:r>
    </w:p>
    <w:p w:rsidR="00E00D30" w:rsidRDefault="00E00D30" w:rsidP="00E00D30">
      <w:r>
        <w:t>131.1671</w:t>
      </w:r>
      <w:r>
        <w:tab/>
        <w:t>1.013e0</w:t>
      </w:r>
    </w:p>
    <w:p w:rsidR="00E00D30" w:rsidRDefault="00E00D30" w:rsidP="00E00D30">
      <w:r>
        <w:t>131.1702</w:t>
      </w:r>
      <w:r>
        <w:tab/>
        <w:t>1.013e0</w:t>
      </w:r>
    </w:p>
    <w:p w:rsidR="00E00D30" w:rsidRDefault="00E00D30" w:rsidP="00E00D30">
      <w:r>
        <w:t>131.1732</w:t>
      </w:r>
      <w:r>
        <w:tab/>
        <w:t>1.013e0</w:t>
      </w:r>
    </w:p>
    <w:p w:rsidR="00E00D30" w:rsidRDefault="00E00D30" w:rsidP="00E00D30">
      <w:r>
        <w:t>131.1824</w:t>
      </w:r>
      <w:r>
        <w:tab/>
        <w:t>1.013e0</w:t>
      </w:r>
    </w:p>
    <w:p w:rsidR="00E00D30" w:rsidRDefault="00E00D30" w:rsidP="00E00D30">
      <w:r>
        <w:t>131.1882</w:t>
      </w:r>
      <w:r>
        <w:tab/>
        <w:t>1.013e0</w:t>
      </w:r>
    </w:p>
    <w:p w:rsidR="00E00D30" w:rsidRDefault="00E00D30" w:rsidP="00E00D30">
      <w:r>
        <w:t>131.1945</w:t>
      </w:r>
      <w:r>
        <w:tab/>
        <w:t>1.013e0</w:t>
      </w:r>
    </w:p>
    <w:p w:rsidR="00E00D30" w:rsidRDefault="00E00D30" w:rsidP="00E00D30">
      <w:r>
        <w:t>131.2039</w:t>
      </w:r>
      <w:r>
        <w:tab/>
        <w:t>1.013e0</w:t>
      </w:r>
    </w:p>
    <w:p w:rsidR="00E00D30" w:rsidRDefault="00E00D30" w:rsidP="00E00D30">
      <w:r>
        <w:t>131.2070</w:t>
      </w:r>
      <w:r>
        <w:tab/>
        <w:t>2.025e0</w:t>
      </w:r>
    </w:p>
    <w:p w:rsidR="00E00D30" w:rsidRDefault="00E00D30" w:rsidP="00E00D30">
      <w:r>
        <w:t>131.2143</w:t>
      </w:r>
      <w:r>
        <w:tab/>
        <w:t>2.025e0</w:t>
      </w:r>
    </w:p>
    <w:p w:rsidR="00E00D30" w:rsidRDefault="00E00D30" w:rsidP="00E00D30">
      <w:r>
        <w:t>131.2181</w:t>
      </w:r>
      <w:r>
        <w:tab/>
        <w:t>4.051e0</w:t>
      </w:r>
    </w:p>
    <w:p w:rsidR="00E00D30" w:rsidRDefault="00E00D30" w:rsidP="00E00D30">
      <w:r>
        <w:t>131.2282</w:t>
      </w:r>
      <w:r>
        <w:tab/>
        <w:t>1.013e0</w:t>
      </w:r>
    </w:p>
    <w:p w:rsidR="00E00D30" w:rsidRDefault="00E00D30" w:rsidP="00E00D30">
      <w:r>
        <w:t>131.2402</w:t>
      </w:r>
      <w:r>
        <w:tab/>
        <w:t>2.025e0</w:t>
      </w:r>
    </w:p>
    <w:p w:rsidR="00E00D30" w:rsidRDefault="00E00D30" w:rsidP="00E00D30">
      <w:r>
        <w:t>131.2416</w:t>
      </w:r>
      <w:r>
        <w:tab/>
        <w:t>2.025e0</w:t>
      </w:r>
    </w:p>
    <w:p w:rsidR="00E00D30" w:rsidRDefault="00E00D30" w:rsidP="00E00D30">
      <w:r>
        <w:t>131.2431</w:t>
      </w:r>
      <w:r>
        <w:tab/>
        <w:t>1.013e0</w:t>
      </w:r>
    </w:p>
    <w:p w:rsidR="00E00D30" w:rsidRDefault="00E00D30" w:rsidP="00E00D30">
      <w:r>
        <w:t>131.2462</w:t>
      </w:r>
      <w:r>
        <w:tab/>
        <w:t>1.013e0</w:t>
      </w:r>
    </w:p>
    <w:p w:rsidR="00E00D30" w:rsidRDefault="00E00D30" w:rsidP="00E00D30">
      <w:r>
        <w:t>131.2585</w:t>
      </w:r>
      <w:r>
        <w:tab/>
        <w:t>1.013e0</w:t>
      </w:r>
    </w:p>
    <w:p w:rsidR="00E00D30" w:rsidRDefault="00E00D30" w:rsidP="00E00D30">
      <w:r>
        <w:lastRenderedPageBreak/>
        <w:t>131.2612</w:t>
      </w:r>
      <w:r>
        <w:tab/>
        <w:t>1.013e0</w:t>
      </w:r>
    </w:p>
    <w:p w:rsidR="00E00D30" w:rsidRDefault="00E00D30" w:rsidP="00E00D30">
      <w:r>
        <w:t>131.2645</w:t>
      </w:r>
      <w:r>
        <w:tab/>
        <w:t>1.013e0</w:t>
      </w:r>
    </w:p>
    <w:p w:rsidR="00E00D30" w:rsidRDefault="00E00D30" w:rsidP="00E00D30">
      <w:r>
        <w:t>131.2738</w:t>
      </w:r>
      <w:r>
        <w:tab/>
        <w:t>2.025e0</w:t>
      </w:r>
    </w:p>
    <w:p w:rsidR="00E00D30" w:rsidRDefault="00E00D30" w:rsidP="00E00D30">
      <w:r>
        <w:t>131.2801</w:t>
      </w:r>
      <w:r>
        <w:tab/>
        <w:t>1.013e0</w:t>
      </w:r>
    </w:p>
    <w:p w:rsidR="00E00D30" w:rsidRDefault="00E00D30" w:rsidP="00E00D30">
      <w:r>
        <w:t>131.2830</w:t>
      </w:r>
      <w:r>
        <w:tab/>
        <w:t>1.013e0</w:t>
      </w:r>
    </w:p>
    <w:p w:rsidR="00E00D30" w:rsidRDefault="00E00D30" w:rsidP="00E00D30">
      <w:r>
        <w:t>131.2886</w:t>
      </w:r>
      <w:r>
        <w:tab/>
        <w:t>1.013e0</w:t>
      </w:r>
    </w:p>
    <w:p w:rsidR="00E00D30" w:rsidRDefault="00E00D30" w:rsidP="00E00D30">
      <w:r>
        <w:t>131.3074</w:t>
      </w:r>
      <w:r>
        <w:tab/>
        <w:t>1.013e0</w:t>
      </w:r>
    </w:p>
    <w:p w:rsidR="00E00D30" w:rsidRDefault="00E00D30" w:rsidP="00E00D30">
      <w:r>
        <w:t>131.3101</w:t>
      </w:r>
      <w:r>
        <w:tab/>
        <w:t>1.013e0</w:t>
      </w:r>
    </w:p>
    <w:p w:rsidR="00E00D30" w:rsidRDefault="00E00D30" w:rsidP="00E00D30">
      <w:r>
        <w:t>131.3130</w:t>
      </w:r>
      <w:r>
        <w:tab/>
        <w:t>1.013e0</w:t>
      </w:r>
    </w:p>
    <w:p w:rsidR="00E00D30" w:rsidRDefault="00E00D30" w:rsidP="00E00D30">
      <w:r>
        <w:t>131.3162</w:t>
      </w:r>
      <w:r>
        <w:tab/>
        <w:t>2.025e0</w:t>
      </w:r>
    </w:p>
    <w:p w:rsidR="00E00D30" w:rsidRDefault="00E00D30" w:rsidP="00E00D30">
      <w:r>
        <w:t>131.3194</w:t>
      </w:r>
      <w:r>
        <w:tab/>
        <w:t>1.013e0</w:t>
      </w:r>
    </w:p>
    <w:p w:rsidR="00E00D30" w:rsidRDefault="00E00D30" w:rsidP="00E00D30">
      <w:r>
        <w:t>131.3257</w:t>
      </w:r>
      <w:r>
        <w:tab/>
        <w:t>1.013e0</w:t>
      </w:r>
    </w:p>
    <w:p w:rsidR="00E00D30" w:rsidRDefault="00E00D30" w:rsidP="00E00D30">
      <w:r>
        <w:t>131.3531</w:t>
      </w:r>
      <w:r>
        <w:tab/>
        <w:t>1.013e0</w:t>
      </w:r>
    </w:p>
    <w:p w:rsidR="00E00D30" w:rsidRDefault="00E00D30" w:rsidP="00E00D30">
      <w:r>
        <w:t>131.3564</w:t>
      </w:r>
      <w:r>
        <w:tab/>
        <w:t>1.013e0</w:t>
      </w:r>
    </w:p>
    <w:p w:rsidR="00E00D30" w:rsidRDefault="00E00D30" w:rsidP="00E00D30">
      <w:r>
        <w:t>131.3581</w:t>
      </w:r>
      <w:r>
        <w:tab/>
        <w:t>3.038e0</w:t>
      </w:r>
    </w:p>
    <w:p w:rsidR="00E00D30" w:rsidRDefault="00E00D30" w:rsidP="00E00D30">
      <w:r>
        <w:t>131.3680</w:t>
      </w:r>
      <w:r>
        <w:tab/>
        <w:t>2.025e0</w:t>
      </w:r>
    </w:p>
    <w:p w:rsidR="00E00D30" w:rsidRDefault="00E00D30" w:rsidP="00E00D30">
      <w:r>
        <w:t>131.3776</w:t>
      </w:r>
      <w:r>
        <w:tab/>
        <w:t>2.025e0</w:t>
      </w:r>
    </w:p>
    <w:p w:rsidR="00E00D30" w:rsidRDefault="00E00D30" w:rsidP="00E00D30">
      <w:r>
        <w:t>131.3805</w:t>
      </w:r>
      <w:r>
        <w:tab/>
        <w:t>1.013e0</w:t>
      </w:r>
    </w:p>
    <w:p w:rsidR="00E00D30" w:rsidRDefault="00E00D30" w:rsidP="00E00D30">
      <w:r>
        <w:t>131.3891</w:t>
      </w:r>
      <w:r>
        <w:tab/>
        <w:t>2.025e0</w:t>
      </w:r>
    </w:p>
    <w:p w:rsidR="00E00D30" w:rsidRDefault="00E00D30" w:rsidP="00E00D30">
      <w:r>
        <w:lastRenderedPageBreak/>
        <w:t>131.3924</w:t>
      </w:r>
      <w:r>
        <w:tab/>
        <w:t>1.013e0</w:t>
      </w:r>
    </w:p>
    <w:p w:rsidR="00E00D30" w:rsidRDefault="00E00D30" w:rsidP="00E00D30">
      <w:r>
        <w:t>131.3957</w:t>
      </w:r>
      <w:r>
        <w:tab/>
        <w:t>1.013e0</w:t>
      </w:r>
    </w:p>
    <w:p w:rsidR="00E00D30" w:rsidRDefault="00E00D30" w:rsidP="00E00D30">
      <w:r>
        <w:t>131.3986</w:t>
      </w:r>
      <w:r>
        <w:tab/>
        <w:t>2.025e0</w:t>
      </w:r>
    </w:p>
    <w:p w:rsidR="00E00D30" w:rsidRDefault="00E00D30" w:rsidP="00E00D30">
      <w:r>
        <w:t>131.4182</w:t>
      </w:r>
      <w:r>
        <w:tab/>
        <w:t>2.025e0</w:t>
      </w:r>
    </w:p>
    <w:p w:rsidR="00E00D30" w:rsidRDefault="00E00D30" w:rsidP="00E00D30">
      <w:r>
        <w:t>131.4247</w:t>
      </w:r>
      <w:r>
        <w:tab/>
        <w:t>2.025e0</w:t>
      </w:r>
    </w:p>
    <w:p w:rsidR="00E00D30" w:rsidRDefault="00E00D30" w:rsidP="00E00D30">
      <w:r>
        <w:t>131.4261</w:t>
      </w:r>
      <w:r>
        <w:tab/>
        <w:t>1.013e0</w:t>
      </w:r>
    </w:p>
    <w:p w:rsidR="00E00D30" w:rsidRDefault="00E00D30" w:rsidP="00E00D30">
      <w:r>
        <w:t>131.4442</w:t>
      </w:r>
      <w:r>
        <w:tab/>
        <w:t>1.013e0</w:t>
      </w:r>
    </w:p>
    <w:p w:rsidR="00E00D30" w:rsidRDefault="00E00D30" w:rsidP="00E00D30">
      <w:r>
        <w:t>131.4598</w:t>
      </w:r>
      <w:r>
        <w:tab/>
        <w:t>1.013e0</w:t>
      </w:r>
    </w:p>
    <w:p w:rsidR="00E00D30" w:rsidRDefault="00E00D30" w:rsidP="00E00D30">
      <w:r>
        <w:t>131.4624</w:t>
      </w:r>
      <w:r>
        <w:tab/>
        <w:t>4.051e0</w:t>
      </w:r>
    </w:p>
    <w:p w:rsidR="00E00D30" w:rsidRDefault="00E00D30" w:rsidP="00E00D30">
      <w:r>
        <w:t>131.4717</w:t>
      </w:r>
      <w:r>
        <w:tab/>
        <w:t>2.025e0</w:t>
      </w:r>
    </w:p>
    <w:p w:rsidR="00E00D30" w:rsidRDefault="00E00D30" w:rsidP="00E00D30">
      <w:r>
        <w:t>131.4854</w:t>
      </w:r>
      <w:r>
        <w:tab/>
        <w:t>2.025e0</w:t>
      </w:r>
    </w:p>
    <w:p w:rsidR="00E00D30" w:rsidRDefault="00E00D30" w:rsidP="00E00D30">
      <w:r>
        <w:t>131.5022</w:t>
      </w:r>
      <w:r>
        <w:tab/>
        <w:t>1.013e0</w:t>
      </w:r>
    </w:p>
    <w:p w:rsidR="00E00D30" w:rsidRDefault="00E00D30" w:rsidP="00E00D30">
      <w:r>
        <w:t>131.5113</w:t>
      </w:r>
      <w:r>
        <w:tab/>
        <w:t>1.013e0</w:t>
      </w:r>
    </w:p>
    <w:p w:rsidR="00E00D30" w:rsidRDefault="00E00D30" w:rsidP="00E00D30">
      <w:r>
        <w:t>131.5174</w:t>
      </w:r>
      <w:r>
        <w:tab/>
        <w:t>1.013e0</w:t>
      </w:r>
    </w:p>
    <w:p w:rsidR="00E00D30" w:rsidRDefault="00E00D30" w:rsidP="00E00D30">
      <w:r>
        <w:t>131.5204</w:t>
      </w:r>
      <w:r>
        <w:tab/>
        <w:t>1.013e0</w:t>
      </w:r>
    </w:p>
    <w:p w:rsidR="00E00D30" w:rsidRDefault="00E00D30" w:rsidP="00E00D30">
      <w:r>
        <w:t>131.5235</w:t>
      </w:r>
      <w:r>
        <w:tab/>
        <w:t>1.013e0</w:t>
      </w:r>
    </w:p>
    <w:p w:rsidR="00E00D30" w:rsidRDefault="00E00D30" w:rsidP="00E00D30">
      <w:r>
        <w:t>131.5266</w:t>
      </w:r>
      <w:r>
        <w:tab/>
        <w:t>3.038e0</w:t>
      </w:r>
    </w:p>
    <w:p w:rsidR="00E00D30" w:rsidRDefault="00E00D30" w:rsidP="00E00D30">
      <w:r>
        <w:t>131.5344</w:t>
      </w:r>
      <w:r>
        <w:tab/>
        <w:t>2.025e0</w:t>
      </w:r>
    </w:p>
    <w:p w:rsidR="00E00D30" w:rsidRDefault="00E00D30" w:rsidP="00E00D30">
      <w:r>
        <w:t>131.5358</w:t>
      </w:r>
      <w:r>
        <w:tab/>
        <w:t>3.038e0</w:t>
      </w:r>
    </w:p>
    <w:p w:rsidR="00E00D30" w:rsidRDefault="00E00D30" w:rsidP="00E00D30">
      <w:r>
        <w:lastRenderedPageBreak/>
        <w:t>131.5385</w:t>
      </w:r>
      <w:r>
        <w:tab/>
        <w:t>2.025e0</w:t>
      </w:r>
    </w:p>
    <w:p w:rsidR="00E00D30" w:rsidRDefault="00E00D30" w:rsidP="00E00D30">
      <w:r>
        <w:t>131.5415</w:t>
      </w:r>
      <w:r>
        <w:tab/>
        <w:t>1.013e0</w:t>
      </w:r>
    </w:p>
    <w:p w:rsidR="00E00D30" w:rsidRDefault="00E00D30" w:rsidP="00E00D30">
      <w:r>
        <w:t>131.5479</w:t>
      </w:r>
      <w:r>
        <w:tab/>
        <w:t>1.013e0</w:t>
      </w:r>
    </w:p>
    <w:p w:rsidR="00E00D30" w:rsidRDefault="00E00D30" w:rsidP="00E00D30">
      <w:r>
        <w:t>131.5527</w:t>
      </w:r>
      <w:r>
        <w:tab/>
        <w:t>2.025e0</w:t>
      </w:r>
    </w:p>
    <w:p w:rsidR="00E00D30" w:rsidRDefault="00E00D30" w:rsidP="00E00D30">
      <w:r>
        <w:t>131.5573</w:t>
      </w:r>
      <w:r>
        <w:tab/>
        <w:t>2.025e0</w:t>
      </w:r>
    </w:p>
    <w:p w:rsidR="00E00D30" w:rsidRDefault="00E00D30" w:rsidP="00E00D30">
      <w:r>
        <w:t>131.5618</w:t>
      </w:r>
      <w:r>
        <w:tab/>
        <w:t>2.025e0</w:t>
      </w:r>
    </w:p>
    <w:p w:rsidR="00E00D30" w:rsidRDefault="00E00D30" w:rsidP="00E00D30">
      <w:r>
        <w:t>131.5753</w:t>
      </w:r>
      <w:r>
        <w:tab/>
        <w:t>2.025e0</w:t>
      </w:r>
    </w:p>
    <w:p w:rsidR="00E00D30" w:rsidRDefault="00E00D30" w:rsidP="00E00D30">
      <w:r>
        <w:t>131.5905</w:t>
      </w:r>
      <w:r>
        <w:tab/>
        <w:t>1.013e0</w:t>
      </w:r>
    </w:p>
    <w:p w:rsidR="00E00D30" w:rsidRDefault="00E00D30" w:rsidP="00E00D30">
      <w:r>
        <w:t>131.5966</w:t>
      </w:r>
      <w:r>
        <w:tab/>
        <w:t>1.013e0</w:t>
      </w:r>
    </w:p>
    <w:p w:rsidR="00E00D30" w:rsidRDefault="00E00D30" w:rsidP="00E00D30">
      <w:r>
        <w:t>131.6178</w:t>
      </w:r>
      <w:r>
        <w:tab/>
        <w:t>1.013e0</w:t>
      </w:r>
    </w:p>
    <w:p w:rsidR="00E00D30" w:rsidRDefault="00E00D30" w:rsidP="00E00D30">
      <w:r>
        <w:t>131.6460</w:t>
      </w:r>
      <w:r>
        <w:tab/>
        <w:t>4.051e0</w:t>
      </w:r>
    </w:p>
    <w:p w:rsidR="00E00D30" w:rsidRDefault="00E00D30" w:rsidP="00E00D30">
      <w:r>
        <w:t>131.6637</w:t>
      </w:r>
      <w:r>
        <w:tab/>
        <w:t>1.013e0</w:t>
      </w:r>
    </w:p>
    <w:p w:rsidR="00E00D30" w:rsidRDefault="00E00D30" w:rsidP="00E00D30">
      <w:r>
        <w:t>131.6665</w:t>
      </w:r>
      <w:r>
        <w:tab/>
        <w:t>1.013e0</w:t>
      </w:r>
    </w:p>
    <w:p w:rsidR="00E00D30" w:rsidRDefault="00E00D30" w:rsidP="00E00D30">
      <w:r>
        <w:t>131.6697</w:t>
      </w:r>
      <w:r>
        <w:tab/>
        <w:t>3.038e0</w:t>
      </w:r>
    </w:p>
    <w:p w:rsidR="00E00D30" w:rsidRDefault="00E00D30" w:rsidP="00E00D30">
      <w:r>
        <w:t>131.6823</w:t>
      </w:r>
      <w:r>
        <w:tab/>
        <w:t>1.013e0</w:t>
      </w:r>
    </w:p>
    <w:p w:rsidR="00E00D30" w:rsidRDefault="00E00D30" w:rsidP="00E00D30">
      <w:r>
        <w:t>131.6909</w:t>
      </w:r>
      <w:r>
        <w:tab/>
        <w:t>1.013e0</w:t>
      </w:r>
    </w:p>
    <w:p w:rsidR="00E00D30" w:rsidRDefault="00E00D30" w:rsidP="00E00D30">
      <w:r>
        <w:t>131.6973</w:t>
      </w:r>
      <w:r>
        <w:tab/>
        <w:t>1.013e0</w:t>
      </w:r>
    </w:p>
    <w:p w:rsidR="00E00D30" w:rsidRDefault="00E00D30" w:rsidP="00E00D30">
      <w:r>
        <w:t>131.7003</w:t>
      </w:r>
      <w:r>
        <w:tab/>
        <w:t>2.025e0</w:t>
      </w:r>
    </w:p>
    <w:p w:rsidR="00E00D30" w:rsidRDefault="00E00D30" w:rsidP="00E00D30">
      <w:r>
        <w:t>131.7036</w:t>
      </w:r>
      <w:r>
        <w:tab/>
        <w:t>1.013e0</w:t>
      </w:r>
    </w:p>
    <w:p w:rsidR="00E00D30" w:rsidRDefault="00E00D30" w:rsidP="00E00D30">
      <w:r>
        <w:lastRenderedPageBreak/>
        <w:t>131.7065</w:t>
      </w:r>
      <w:r>
        <w:tab/>
        <w:t>1.013e0</w:t>
      </w:r>
    </w:p>
    <w:p w:rsidR="00E00D30" w:rsidRDefault="00E00D30" w:rsidP="00E00D30">
      <w:r>
        <w:t>131.7184</w:t>
      </w:r>
      <w:r>
        <w:tab/>
        <w:t>1.013e0</w:t>
      </w:r>
    </w:p>
    <w:p w:rsidR="00E00D30" w:rsidRDefault="00E00D30" w:rsidP="00E00D30">
      <w:r>
        <w:t>131.7401</w:t>
      </w:r>
      <w:r>
        <w:tab/>
        <w:t>1.013e0</w:t>
      </w:r>
    </w:p>
    <w:p w:rsidR="00E00D30" w:rsidRDefault="00E00D30" w:rsidP="00E00D30">
      <w:r>
        <w:t>131.7430</w:t>
      </w:r>
      <w:r>
        <w:tab/>
        <w:t>1.013e0</w:t>
      </w:r>
    </w:p>
    <w:p w:rsidR="00E00D30" w:rsidRDefault="00E00D30" w:rsidP="00E00D30">
      <w:r>
        <w:t>131.7460</w:t>
      </w:r>
      <w:r>
        <w:tab/>
        <w:t>3.038e0</w:t>
      </w:r>
    </w:p>
    <w:p w:rsidR="00E00D30" w:rsidRDefault="00E00D30" w:rsidP="00E00D30">
      <w:r>
        <w:t>131.7553</w:t>
      </w:r>
      <w:r>
        <w:tab/>
        <w:t>1.013e0</w:t>
      </w:r>
    </w:p>
    <w:p w:rsidR="00E00D30" w:rsidRDefault="00E00D30" w:rsidP="00E00D30">
      <w:r>
        <w:t>131.7617</w:t>
      </w:r>
      <w:r>
        <w:tab/>
        <w:t>1.013e0</w:t>
      </w:r>
    </w:p>
    <w:p w:rsidR="00E00D30" w:rsidRDefault="00E00D30" w:rsidP="00E00D30">
      <w:r>
        <w:t>131.7861</w:t>
      </w:r>
      <w:r>
        <w:tab/>
        <w:t>1.013e0</w:t>
      </w:r>
    </w:p>
    <w:p w:rsidR="00E00D30" w:rsidRDefault="00E00D30" w:rsidP="00E00D30">
      <w:r>
        <w:t>131.8012</w:t>
      </w:r>
      <w:r>
        <w:tab/>
        <w:t>1.013e0</w:t>
      </w:r>
    </w:p>
    <w:p w:rsidR="00E00D30" w:rsidRDefault="00E00D30" w:rsidP="00E00D30">
      <w:r>
        <w:t>131.8026</w:t>
      </w:r>
      <w:r>
        <w:tab/>
        <w:t>2.025e0</w:t>
      </w:r>
    </w:p>
    <w:p w:rsidR="00E00D30" w:rsidRDefault="00E00D30" w:rsidP="00E00D30">
      <w:r>
        <w:t>131.8041</w:t>
      </w:r>
      <w:r>
        <w:tab/>
        <w:t>1.013e0</w:t>
      </w:r>
    </w:p>
    <w:p w:rsidR="00E00D30" w:rsidRDefault="00E00D30" w:rsidP="00E00D30">
      <w:r>
        <w:t>131.8270</w:t>
      </w:r>
      <w:r>
        <w:tab/>
        <w:t>2.025e0</w:t>
      </w:r>
    </w:p>
    <w:p w:rsidR="00E00D30" w:rsidRDefault="00E00D30" w:rsidP="00E00D30">
      <w:r>
        <w:t>131.8867</w:t>
      </w:r>
      <w:r>
        <w:tab/>
        <w:t>1.013e0</w:t>
      </w:r>
    </w:p>
    <w:p w:rsidR="00E00D30" w:rsidRDefault="00E00D30" w:rsidP="00E00D30">
      <w:r>
        <w:t>131.8953</w:t>
      </w:r>
      <w:r>
        <w:tab/>
        <w:t>1.013e0</w:t>
      </w:r>
    </w:p>
    <w:p w:rsidR="00E00D30" w:rsidRDefault="00E00D30" w:rsidP="00E00D30">
      <w:r>
        <w:t>131.9079</w:t>
      </w:r>
      <w:r>
        <w:tab/>
        <w:t>1.013e0</w:t>
      </w:r>
    </w:p>
    <w:p w:rsidR="00E00D30" w:rsidRDefault="00E00D30" w:rsidP="00E00D30">
      <w:r>
        <w:t>131.9169</w:t>
      </w:r>
      <w:r>
        <w:tab/>
        <w:t>1.013e0</w:t>
      </w:r>
    </w:p>
    <w:p w:rsidR="00E00D30" w:rsidRDefault="00E00D30" w:rsidP="00E00D30">
      <w:r>
        <w:t>131.9230</w:t>
      </w:r>
      <w:r>
        <w:tab/>
        <w:t>4.051e0</w:t>
      </w:r>
    </w:p>
    <w:p w:rsidR="00E00D30" w:rsidRDefault="00E00D30" w:rsidP="00E00D30">
      <w:r>
        <w:t>131.9322</w:t>
      </w:r>
      <w:r>
        <w:tab/>
        <w:t>2.025e0</w:t>
      </w:r>
    </w:p>
    <w:p w:rsidR="00E00D30" w:rsidRDefault="00E00D30" w:rsidP="00E00D30">
      <w:r>
        <w:t>131.9388</w:t>
      </w:r>
      <w:r>
        <w:tab/>
        <w:t>1.013e0</w:t>
      </w:r>
    </w:p>
    <w:p w:rsidR="00E00D30" w:rsidRDefault="00E00D30" w:rsidP="00E00D30">
      <w:r>
        <w:lastRenderedPageBreak/>
        <w:t>131.9415</w:t>
      </w:r>
      <w:r>
        <w:tab/>
        <w:t>1.013e0</w:t>
      </w:r>
    </w:p>
    <w:p w:rsidR="00E00D30" w:rsidRDefault="00E00D30" w:rsidP="00E00D30">
      <w:r>
        <w:t>131.9535</w:t>
      </w:r>
      <w:r>
        <w:tab/>
        <w:t>1.013e0</w:t>
      </w:r>
    </w:p>
    <w:p w:rsidR="00E00D30" w:rsidRDefault="00E00D30" w:rsidP="00E00D30">
      <w:r>
        <w:t>131.9569</w:t>
      </w:r>
      <w:r>
        <w:tab/>
        <w:t>1.013e0</w:t>
      </w:r>
    </w:p>
    <w:p w:rsidR="00E00D30" w:rsidRDefault="00E00D30" w:rsidP="00E00D30">
      <w:r>
        <w:t>131.9630</w:t>
      </w:r>
      <w:r>
        <w:tab/>
        <w:t>1.013e0</w:t>
      </w:r>
    </w:p>
    <w:p w:rsidR="00E00D30" w:rsidRDefault="00E00D30" w:rsidP="00E00D30">
      <w:r>
        <w:t>131.9703</w:t>
      </w:r>
      <w:r>
        <w:tab/>
        <w:t>2.025e0</w:t>
      </w:r>
    </w:p>
    <w:p w:rsidR="00E00D30" w:rsidRDefault="00E00D30" w:rsidP="00E00D30">
      <w:r>
        <w:t>131.9748</w:t>
      </w:r>
      <w:r>
        <w:tab/>
        <w:t>1.013e0</w:t>
      </w:r>
    </w:p>
    <w:p w:rsidR="00E00D30" w:rsidRDefault="00E00D30" w:rsidP="00E00D30">
      <w:r>
        <w:t>132.0023</w:t>
      </w:r>
      <w:r>
        <w:tab/>
        <w:t>1.013e0</w:t>
      </w:r>
    </w:p>
    <w:p w:rsidR="00E00D30" w:rsidRDefault="00E00D30" w:rsidP="00E00D30">
      <w:r>
        <w:t>132.0055</w:t>
      </w:r>
      <w:r>
        <w:tab/>
        <w:t>1.013e0</w:t>
      </w:r>
    </w:p>
    <w:p w:rsidR="00E00D30" w:rsidRDefault="00E00D30" w:rsidP="00E00D30">
      <w:r>
        <w:t>132.0067</w:t>
      </w:r>
      <w:r>
        <w:tab/>
        <w:t>6.076e0</w:t>
      </w:r>
    </w:p>
    <w:p w:rsidR="00E00D30" w:rsidRDefault="00E00D30" w:rsidP="00E00D30">
      <w:r>
        <w:t>132.0236</w:t>
      </w:r>
      <w:r>
        <w:tab/>
        <w:t>1.013e0</w:t>
      </w:r>
    </w:p>
    <w:p w:rsidR="00E00D30" w:rsidRDefault="00E00D30" w:rsidP="00E00D30">
      <w:r>
        <w:t>132.0330</w:t>
      </w:r>
      <w:r>
        <w:tab/>
        <w:t>1.013e0</w:t>
      </w:r>
    </w:p>
    <w:p w:rsidR="00E00D30" w:rsidRDefault="00E00D30" w:rsidP="00E00D30">
      <w:r>
        <w:t>132.0395</w:t>
      </w:r>
      <w:r>
        <w:tab/>
        <w:t>1.013e0</w:t>
      </w:r>
    </w:p>
    <w:p w:rsidR="00E00D30" w:rsidRDefault="00E00D30" w:rsidP="00E00D30">
      <w:r>
        <w:t>132.0409</w:t>
      </w:r>
      <w:r>
        <w:tab/>
        <w:t>2.025e0</w:t>
      </w:r>
    </w:p>
    <w:p w:rsidR="00E00D30" w:rsidRDefault="00E00D30" w:rsidP="00E00D30">
      <w:r>
        <w:t>132.0424</w:t>
      </w:r>
      <w:r>
        <w:tab/>
        <w:t>1.013e0</w:t>
      </w:r>
    </w:p>
    <w:p w:rsidR="00E00D30" w:rsidRDefault="00E00D30" w:rsidP="00E00D30">
      <w:r>
        <w:t>132.0512</w:t>
      </w:r>
      <w:r>
        <w:tab/>
        <w:t>1.013e0</w:t>
      </w:r>
    </w:p>
    <w:p w:rsidR="00E00D30" w:rsidRDefault="00E00D30" w:rsidP="00E00D30">
      <w:r>
        <w:t>132.0637</w:t>
      </w:r>
      <w:r>
        <w:tab/>
        <w:t>4.005e0</w:t>
      </w:r>
    </w:p>
    <w:p w:rsidR="00E00D30" w:rsidRDefault="00E00D30" w:rsidP="00E00D30">
      <w:r>
        <w:t>132.0654</w:t>
      </w:r>
      <w:r>
        <w:tab/>
        <w:t>2.025e0</w:t>
      </w:r>
    </w:p>
    <w:p w:rsidR="00E00D30" w:rsidRDefault="00E00D30" w:rsidP="00E00D30">
      <w:r>
        <w:t>132.0712</w:t>
      </w:r>
      <w:r>
        <w:tab/>
        <w:t>2.025e0</w:t>
      </w:r>
    </w:p>
    <w:p w:rsidR="00E00D30" w:rsidRDefault="00E00D30" w:rsidP="00E00D30">
      <w:r>
        <w:t>132.0756</w:t>
      </w:r>
      <w:r>
        <w:tab/>
        <w:t>3.038e0</w:t>
      </w:r>
    </w:p>
    <w:p w:rsidR="00E00D30" w:rsidRDefault="00E00D30" w:rsidP="00E00D30">
      <w:r>
        <w:lastRenderedPageBreak/>
        <w:t>132.0886</w:t>
      </w:r>
      <w:r>
        <w:tab/>
        <w:t>4.051e0</w:t>
      </w:r>
    </w:p>
    <w:p w:rsidR="00E00D30" w:rsidRDefault="00E00D30" w:rsidP="00E00D30">
      <w:r>
        <w:t>132.0972</w:t>
      </w:r>
      <w:r>
        <w:tab/>
        <w:t>1.830e0</w:t>
      </w:r>
    </w:p>
    <w:p w:rsidR="00E00D30" w:rsidRDefault="00E00D30" w:rsidP="00E00D30">
      <w:r>
        <w:t>132.0993</w:t>
      </w:r>
      <w:r>
        <w:tab/>
        <w:t>7.089e0</w:t>
      </w:r>
    </w:p>
    <w:p w:rsidR="00E00D30" w:rsidRDefault="00E00D30" w:rsidP="00E00D30">
      <w:r>
        <w:t>132.1013</w:t>
      </w:r>
      <w:r>
        <w:tab/>
        <w:t>8.101e0</w:t>
      </w:r>
    </w:p>
    <w:p w:rsidR="00E00D30" w:rsidRDefault="00E00D30" w:rsidP="00E00D30">
      <w:r>
        <w:t>132.1029</w:t>
      </w:r>
      <w:r>
        <w:tab/>
        <w:t>5.063e0</w:t>
      </w:r>
    </w:p>
    <w:p w:rsidR="00E00D30" w:rsidRDefault="00E00D30" w:rsidP="00E00D30">
      <w:r>
        <w:t>132.1039</w:t>
      </w:r>
      <w:r>
        <w:tab/>
        <w:t>8.101e0</w:t>
      </w:r>
    </w:p>
    <w:p w:rsidR="00E00D30" w:rsidRDefault="00E00D30" w:rsidP="00E00D30">
      <w:r>
        <w:t>132.1057</w:t>
      </w:r>
      <w:r>
        <w:tab/>
        <w:t>2.533e0</w:t>
      </w:r>
    </w:p>
    <w:p w:rsidR="00E00D30" w:rsidRDefault="00E00D30" w:rsidP="00E00D30">
      <w:r>
        <w:t>132.1243</w:t>
      </w:r>
      <w:r>
        <w:tab/>
        <w:t>1.013e0</w:t>
      </w:r>
    </w:p>
    <w:p w:rsidR="00E00D30" w:rsidRDefault="00E00D30" w:rsidP="00E00D30">
      <w:r>
        <w:t>132.1258</w:t>
      </w:r>
      <w:r>
        <w:tab/>
        <w:t>2.025e0</w:t>
      </w:r>
    </w:p>
    <w:p w:rsidR="00E00D30" w:rsidRDefault="00E00D30" w:rsidP="00E00D30">
      <w:r>
        <w:t>132.1551</w:t>
      </w:r>
      <w:r>
        <w:tab/>
        <w:t>1.013e0</w:t>
      </w:r>
    </w:p>
    <w:p w:rsidR="00E00D30" w:rsidRDefault="00E00D30" w:rsidP="00E00D30">
      <w:r>
        <w:t>132.1676</w:t>
      </w:r>
      <w:r>
        <w:tab/>
        <w:t>1.013e0</w:t>
      </w:r>
    </w:p>
    <w:p w:rsidR="00E00D30" w:rsidRDefault="00E00D30" w:rsidP="00E00D30">
      <w:r>
        <w:t>132.1762</w:t>
      </w:r>
      <w:r>
        <w:tab/>
        <w:t>1.013e0</w:t>
      </w:r>
    </w:p>
    <w:p w:rsidR="00E00D30" w:rsidRDefault="00E00D30" w:rsidP="00E00D30">
      <w:r>
        <w:t>132.2010</w:t>
      </w:r>
      <w:r>
        <w:tab/>
        <w:t>1.013e0</w:t>
      </w:r>
    </w:p>
    <w:p w:rsidR="00E00D30" w:rsidRDefault="00E00D30" w:rsidP="00E00D30">
      <w:r>
        <w:t>132.2102</w:t>
      </w:r>
      <w:r>
        <w:tab/>
        <w:t>1.013e0</w:t>
      </w:r>
    </w:p>
    <w:p w:rsidR="00E00D30" w:rsidRDefault="00E00D30" w:rsidP="00E00D30">
      <w:r>
        <w:t>132.2228</w:t>
      </w:r>
      <w:r>
        <w:tab/>
        <w:t>1.013e0</w:t>
      </w:r>
    </w:p>
    <w:p w:rsidR="00E00D30" w:rsidRDefault="00E00D30" w:rsidP="00E00D30">
      <w:r>
        <w:t>132.2282</w:t>
      </w:r>
      <w:r>
        <w:tab/>
        <w:t>1.013e0</w:t>
      </w:r>
    </w:p>
    <w:p w:rsidR="00E00D30" w:rsidRDefault="00E00D30" w:rsidP="00E00D30">
      <w:r>
        <w:t>132.2439</w:t>
      </w:r>
      <w:r>
        <w:tab/>
        <w:t>1.013e0</w:t>
      </w:r>
    </w:p>
    <w:p w:rsidR="00E00D30" w:rsidRDefault="00E00D30" w:rsidP="00E00D30">
      <w:r>
        <w:t>132.2474</w:t>
      </w:r>
      <w:r>
        <w:tab/>
        <w:t>1.013e0</w:t>
      </w:r>
    </w:p>
    <w:p w:rsidR="00E00D30" w:rsidRDefault="00E00D30" w:rsidP="00E00D30">
      <w:r>
        <w:t>132.2500</w:t>
      </w:r>
      <w:r>
        <w:tab/>
        <w:t>2.025e0</w:t>
      </w:r>
    </w:p>
    <w:p w:rsidR="00E00D30" w:rsidRDefault="00E00D30" w:rsidP="00E00D30">
      <w:r>
        <w:lastRenderedPageBreak/>
        <w:t>132.2558</w:t>
      </w:r>
      <w:r>
        <w:tab/>
        <w:t>1.013e0</w:t>
      </w:r>
    </w:p>
    <w:p w:rsidR="00E00D30" w:rsidRDefault="00E00D30" w:rsidP="00E00D30">
      <w:r>
        <w:t>132.2684</w:t>
      </w:r>
      <w:r>
        <w:tab/>
        <w:t>1.013e0</w:t>
      </w:r>
    </w:p>
    <w:p w:rsidR="00E00D30" w:rsidRDefault="00E00D30" w:rsidP="00E00D30">
      <w:r>
        <w:t>132.2716</w:t>
      </w:r>
      <w:r>
        <w:tab/>
        <w:t>1.013e0</w:t>
      </w:r>
    </w:p>
    <w:p w:rsidR="00E00D30" w:rsidRDefault="00E00D30" w:rsidP="00E00D30">
      <w:r>
        <w:t>132.2867</w:t>
      </w:r>
      <w:r>
        <w:tab/>
        <w:t>1.013e0</w:t>
      </w:r>
    </w:p>
    <w:p w:rsidR="00E00D30" w:rsidRDefault="00E00D30" w:rsidP="00E00D30">
      <w:r>
        <w:t>132.2928</w:t>
      </w:r>
      <w:r>
        <w:tab/>
        <w:t>1.013e0</w:t>
      </w:r>
    </w:p>
    <w:p w:rsidR="00E00D30" w:rsidRDefault="00E00D30" w:rsidP="00E00D30">
      <w:r>
        <w:t>132.3110</w:t>
      </w:r>
      <w:r>
        <w:tab/>
        <w:t>1.013e0</w:t>
      </w:r>
    </w:p>
    <w:p w:rsidR="00E00D30" w:rsidRDefault="00E00D30" w:rsidP="00E00D30">
      <w:r>
        <w:t>132.3236</w:t>
      </w:r>
      <w:r>
        <w:tab/>
        <w:t>1.013e0</w:t>
      </w:r>
    </w:p>
    <w:p w:rsidR="00E00D30" w:rsidRDefault="00E00D30" w:rsidP="00E00D30">
      <w:r>
        <w:t>132.3510</w:t>
      </w:r>
      <w:r>
        <w:tab/>
        <w:t>1.013e0</w:t>
      </w:r>
    </w:p>
    <w:p w:rsidR="00E00D30" w:rsidRDefault="00E00D30" w:rsidP="00E00D30">
      <w:r>
        <w:t>132.3566</w:t>
      </w:r>
      <w:r>
        <w:tab/>
        <w:t>1.013e0</w:t>
      </w:r>
    </w:p>
    <w:p w:rsidR="00E00D30" w:rsidRDefault="00E00D30" w:rsidP="00E00D30">
      <w:r>
        <w:t>132.3660</w:t>
      </w:r>
      <w:r>
        <w:tab/>
        <w:t>1.013e0</w:t>
      </w:r>
    </w:p>
    <w:p w:rsidR="00E00D30" w:rsidRDefault="00E00D30" w:rsidP="00E00D30">
      <w:r>
        <w:t>132.3757</w:t>
      </w:r>
      <w:r>
        <w:tab/>
        <w:t>1.013e0</w:t>
      </w:r>
    </w:p>
    <w:p w:rsidR="00E00D30" w:rsidRDefault="00E00D30" w:rsidP="00E00D30">
      <w:r>
        <w:t>132.3812</w:t>
      </w:r>
      <w:r>
        <w:tab/>
        <w:t>1.013e0</w:t>
      </w:r>
    </w:p>
    <w:p w:rsidR="00E00D30" w:rsidRDefault="00E00D30" w:rsidP="00E00D30">
      <w:r>
        <w:t>132.3827</w:t>
      </w:r>
      <w:r>
        <w:tab/>
        <w:t>2.025e0</w:t>
      </w:r>
    </w:p>
    <w:p w:rsidR="00E00D30" w:rsidRDefault="00E00D30" w:rsidP="00E00D30">
      <w:r>
        <w:t>132.3873</w:t>
      </w:r>
      <w:r>
        <w:tab/>
        <w:t>1.013e0</w:t>
      </w:r>
    </w:p>
    <w:p w:rsidR="00E00D30" w:rsidRDefault="00E00D30" w:rsidP="00E00D30">
      <w:r>
        <w:t>132.3905</w:t>
      </w:r>
      <w:r>
        <w:tab/>
        <w:t>1.013e0</w:t>
      </w:r>
    </w:p>
    <w:p w:rsidR="00E00D30" w:rsidRDefault="00E00D30" w:rsidP="00E00D30">
      <w:r>
        <w:t>132.3936</w:t>
      </w:r>
      <w:r>
        <w:tab/>
        <w:t>1.013e0</w:t>
      </w:r>
    </w:p>
    <w:p w:rsidR="00E00D30" w:rsidRDefault="00E00D30" w:rsidP="00E00D30">
      <w:r>
        <w:t>132.3967</w:t>
      </w:r>
      <w:r>
        <w:tab/>
        <w:t>1.013e0</w:t>
      </w:r>
    </w:p>
    <w:p w:rsidR="00E00D30" w:rsidRDefault="00E00D30" w:rsidP="00E00D30">
      <w:r>
        <w:t>132.4214</w:t>
      </w:r>
      <w:r>
        <w:tab/>
        <w:t>1.013e0</w:t>
      </w:r>
    </w:p>
    <w:p w:rsidR="00E00D30" w:rsidRDefault="00E00D30" w:rsidP="00E00D30">
      <w:r>
        <w:t>132.4304</w:t>
      </w:r>
      <w:r>
        <w:tab/>
        <w:t>2.025e0</w:t>
      </w:r>
    </w:p>
    <w:p w:rsidR="00E00D30" w:rsidRDefault="00E00D30" w:rsidP="00E00D30">
      <w:r>
        <w:lastRenderedPageBreak/>
        <w:t>132.4330</w:t>
      </w:r>
      <w:r>
        <w:tab/>
        <w:t>1.013e0</w:t>
      </w:r>
    </w:p>
    <w:p w:rsidR="00E00D30" w:rsidRDefault="00E00D30" w:rsidP="00E00D30">
      <w:r>
        <w:t>132.4499</w:t>
      </w:r>
      <w:r>
        <w:tab/>
        <w:t>3.038e0</w:t>
      </w:r>
    </w:p>
    <w:p w:rsidR="00E00D30" w:rsidRDefault="00E00D30" w:rsidP="00E00D30">
      <w:r>
        <w:t>132.4579</w:t>
      </w:r>
      <w:r>
        <w:tab/>
        <w:t>1.013e0</w:t>
      </w:r>
    </w:p>
    <w:p w:rsidR="00E00D30" w:rsidRDefault="00E00D30" w:rsidP="00E00D30">
      <w:r>
        <w:t>132.4701</w:t>
      </w:r>
      <w:r>
        <w:tab/>
        <w:t>2.025e0</w:t>
      </w:r>
    </w:p>
    <w:p w:rsidR="00E00D30" w:rsidRDefault="00E00D30" w:rsidP="00E00D30">
      <w:r>
        <w:t>132.4731</w:t>
      </w:r>
      <w:r>
        <w:tab/>
        <w:t>1.013e0</w:t>
      </w:r>
    </w:p>
    <w:p w:rsidR="00E00D30" w:rsidRDefault="00E00D30" w:rsidP="00E00D30">
      <w:r>
        <w:t>132.4823</w:t>
      </w:r>
      <w:r>
        <w:tab/>
        <w:t>1.013e0</w:t>
      </w:r>
    </w:p>
    <w:p w:rsidR="00E00D30" w:rsidRDefault="00E00D30" w:rsidP="00E00D30">
      <w:r>
        <w:t>132.4855</w:t>
      </w:r>
      <w:r>
        <w:tab/>
        <w:t>3.038e0</w:t>
      </w:r>
    </w:p>
    <w:p w:rsidR="00E00D30" w:rsidRDefault="00E00D30" w:rsidP="00E00D30">
      <w:r>
        <w:t>132.5160</w:t>
      </w:r>
      <w:r>
        <w:tab/>
        <w:t>1.013e0</w:t>
      </w:r>
    </w:p>
    <w:p w:rsidR="00E00D30" w:rsidRDefault="00E00D30" w:rsidP="00E00D30">
      <w:r>
        <w:t>132.5252</w:t>
      </w:r>
      <w:r>
        <w:tab/>
        <w:t>1.013e0</w:t>
      </w:r>
    </w:p>
    <w:p w:rsidR="00E00D30" w:rsidRDefault="00E00D30" w:rsidP="00E00D30">
      <w:r>
        <w:t>132.5285</w:t>
      </w:r>
      <w:r>
        <w:tab/>
        <w:t>1.013e0</w:t>
      </w:r>
    </w:p>
    <w:p w:rsidR="00E00D30" w:rsidRDefault="00E00D30" w:rsidP="00E00D30">
      <w:r>
        <w:t>132.5315</w:t>
      </w:r>
      <w:r>
        <w:tab/>
        <w:t>1.013e0</w:t>
      </w:r>
    </w:p>
    <w:p w:rsidR="00E00D30" w:rsidRDefault="00E00D30" w:rsidP="00E00D30">
      <w:r>
        <w:t>132.5343</w:t>
      </w:r>
      <w:r>
        <w:tab/>
        <w:t>1.013e0</w:t>
      </w:r>
    </w:p>
    <w:p w:rsidR="00E00D30" w:rsidRDefault="00E00D30" w:rsidP="00E00D30">
      <w:r>
        <w:t>132.5402</w:t>
      </w:r>
      <w:r>
        <w:tab/>
        <w:t>1.013e0</w:t>
      </w:r>
    </w:p>
    <w:p w:rsidR="00E00D30" w:rsidRDefault="00E00D30" w:rsidP="00E00D30">
      <w:r>
        <w:t>132.5467</w:t>
      </w:r>
      <w:r>
        <w:tab/>
        <w:t>1.013e0</w:t>
      </w:r>
    </w:p>
    <w:p w:rsidR="00E00D30" w:rsidRDefault="00E00D30" w:rsidP="00E00D30">
      <w:r>
        <w:t>132.5498</w:t>
      </w:r>
      <w:r>
        <w:tab/>
        <w:t>1.013e0</w:t>
      </w:r>
    </w:p>
    <w:p w:rsidR="00E00D30" w:rsidRDefault="00E00D30" w:rsidP="00E00D30">
      <w:r>
        <w:t>132.5528</w:t>
      </w:r>
      <w:r>
        <w:tab/>
        <w:t>1.013e0</w:t>
      </w:r>
    </w:p>
    <w:p w:rsidR="00E00D30" w:rsidRDefault="00E00D30" w:rsidP="00E00D30">
      <w:r>
        <w:t>132.5546</w:t>
      </w:r>
      <w:r>
        <w:tab/>
        <w:t>2.025e0</w:t>
      </w:r>
    </w:p>
    <w:p w:rsidR="00E00D30" w:rsidRDefault="00E00D30" w:rsidP="00E00D30">
      <w:r>
        <w:t>132.5589</w:t>
      </w:r>
      <w:r>
        <w:tab/>
        <w:t>1.013e0</w:t>
      </w:r>
    </w:p>
    <w:p w:rsidR="00E00D30" w:rsidRDefault="00E00D30" w:rsidP="00E00D30">
      <w:r>
        <w:t>132.5712</w:t>
      </w:r>
      <w:r>
        <w:tab/>
        <w:t>2.025e0</w:t>
      </w:r>
    </w:p>
    <w:p w:rsidR="00E00D30" w:rsidRDefault="00E00D30" w:rsidP="00E00D30">
      <w:r>
        <w:lastRenderedPageBreak/>
        <w:t>132.5743</w:t>
      </w:r>
      <w:r>
        <w:tab/>
        <w:t>1.013e0</w:t>
      </w:r>
    </w:p>
    <w:p w:rsidR="00E00D30" w:rsidRDefault="00E00D30" w:rsidP="00E00D30">
      <w:r>
        <w:t>132.5803</w:t>
      </w:r>
      <w:r>
        <w:tab/>
        <w:t>1.013e0</w:t>
      </w:r>
    </w:p>
    <w:p w:rsidR="00E00D30" w:rsidRDefault="00E00D30" w:rsidP="00E00D30">
      <w:r>
        <w:t>132.5836</w:t>
      </w:r>
      <w:r>
        <w:tab/>
        <w:t>1.013e0</w:t>
      </w:r>
    </w:p>
    <w:p w:rsidR="00E00D30" w:rsidRDefault="00E00D30" w:rsidP="00E00D30">
      <w:r>
        <w:t>132.5970</w:t>
      </w:r>
      <w:r>
        <w:tab/>
        <w:t>2.025e0</w:t>
      </w:r>
    </w:p>
    <w:p w:rsidR="00E00D30" w:rsidRDefault="00E00D30" w:rsidP="00E00D30">
      <w:r>
        <w:t>132.6016</w:t>
      </w:r>
      <w:r>
        <w:tab/>
        <w:t>1.013e0</w:t>
      </w:r>
    </w:p>
    <w:p w:rsidR="00E00D30" w:rsidRDefault="00E00D30" w:rsidP="00E00D30">
      <w:r>
        <w:t>132.6199</w:t>
      </w:r>
      <w:r>
        <w:tab/>
        <w:t>1.013e0</w:t>
      </w:r>
    </w:p>
    <w:p w:rsidR="00E00D30" w:rsidRDefault="00E00D30" w:rsidP="00E00D30">
      <w:r>
        <w:t>132.6230</w:t>
      </w:r>
      <w:r>
        <w:tab/>
        <w:t>1.013e0</w:t>
      </w:r>
    </w:p>
    <w:p w:rsidR="00E00D30" w:rsidRDefault="00E00D30" w:rsidP="00E00D30">
      <w:r>
        <w:t>132.6358</w:t>
      </w:r>
      <w:r>
        <w:tab/>
        <w:t>1.013e0</w:t>
      </w:r>
    </w:p>
    <w:p w:rsidR="00E00D30" w:rsidRDefault="00E00D30" w:rsidP="00E00D30">
      <w:r>
        <w:t>132.6568</w:t>
      </w:r>
      <w:r>
        <w:tab/>
        <w:t>1.013e0</w:t>
      </w:r>
    </w:p>
    <w:p w:rsidR="00E00D30" w:rsidRDefault="00E00D30" w:rsidP="00E00D30">
      <w:r>
        <w:t>132.6601</w:t>
      </w:r>
      <w:r>
        <w:tab/>
        <w:t>2.025e0</w:t>
      </w:r>
    </w:p>
    <w:p w:rsidR="00E00D30" w:rsidRDefault="00E00D30" w:rsidP="00E00D30">
      <w:r>
        <w:t>132.6629</w:t>
      </w:r>
      <w:r>
        <w:tab/>
        <w:t>1.013e0</w:t>
      </w:r>
    </w:p>
    <w:p w:rsidR="00E00D30" w:rsidRDefault="00E00D30" w:rsidP="00E00D30">
      <w:r>
        <w:t>132.6719</w:t>
      </w:r>
      <w:r>
        <w:tab/>
        <w:t>1.013e0</w:t>
      </w:r>
    </w:p>
    <w:p w:rsidR="00E00D30" w:rsidRDefault="00E00D30" w:rsidP="00E00D30">
      <w:r>
        <w:t>132.6847</w:t>
      </w:r>
      <w:r>
        <w:tab/>
        <w:t>2.025e0</w:t>
      </w:r>
    </w:p>
    <w:p w:rsidR="00E00D30" w:rsidRDefault="00E00D30" w:rsidP="00E00D30">
      <w:r>
        <w:t>132.7123</w:t>
      </w:r>
      <w:r>
        <w:tab/>
        <w:t>1.013e0</w:t>
      </w:r>
    </w:p>
    <w:p w:rsidR="00E00D30" w:rsidRDefault="00E00D30" w:rsidP="00E00D30">
      <w:r>
        <w:t>132.7151</w:t>
      </w:r>
      <w:r>
        <w:tab/>
        <w:t>3.038e0</w:t>
      </w:r>
    </w:p>
    <w:p w:rsidR="00E00D30" w:rsidRDefault="00E00D30" w:rsidP="00E00D30">
      <w:r>
        <w:t>132.7240</w:t>
      </w:r>
      <w:r>
        <w:tab/>
        <w:t>1.013e0</w:t>
      </w:r>
    </w:p>
    <w:p w:rsidR="00E00D30" w:rsidRDefault="00E00D30" w:rsidP="00E00D30">
      <w:r>
        <w:t>132.7334</w:t>
      </w:r>
      <w:r>
        <w:tab/>
        <w:t>2.025e0</w:t>
      </w:r>
    </w:p>
    <w:p w:rsidR="00E00D30" w:rsidRDefault="00E00D30" w:rsidP="00E00D30">
      <w:r>
        <w:t>132.7396</w:t>
      </w:r>
      <w:r>
        <w:tab/>
        <w:t>1.013e0</w:t>
      </w:r>
    </w:p>
    <w:p w:rsidR="00E00D30" w:rsidRDefault="00E00D30" w:rsidP="00E00D30">
      <w:r>
        <w:t>132.7452</w:t>
      </w:r>
      <w:r>
        <w:tab/>
        <w:t>1.013e0</w:t>
      </w:r>
    </w:p>
    <w:p w:rsidR="00E00D30" w:rsidRDefault="00E00D30" w:rsidP="00E00D30">
      <w:r>
        <w:lastRenderedPageBreak/>
        <w:t>132.7516</w:t>
      </w:r>
      <w:r>
        <w:tab/>
        <w:t>1.013e0</w:t>
      </w:r>
    </w:p>
    <w:p w:rsidR="00E00D30" w:rsidRDefault="00E00D30" w:rsidP="00E00D30">
      <w:r>
        <w:t>132.7610</w:t>
      </w:r>
      <w:r>
        <w:tab/>
        <w:t>1.013e0</w:t>
      </w:r>
    </w:p>
    <w:p w:rsidR="00E00D30" w:rsidRDefault="00E00D30" w:rsidP="00E00D30">
      <w:r>
        <w:t>132.7671</w:t>
      </w:r>
      <w:r>
        <w:tab/>
        <w:t>1.013e0</w:t>
      </w:r>
    </w:p>
    <w:p w:rsidR="00E00D30" w:rsidRDefault="00E00D30" w:rsidP="00E00D30">
      <w:r>
        <w:t>132.7822</w:t>
      </w:r>
      <w:r>
        <w:tab/>
        <w:t>1.013e0</w:t>
      </w:r>
    </w:p>
    <w:p w:rsidR="00E00D30" w:rsidRDefault="00E00D30" w:rsidP="00E00D30">
      <w:r>
        <w:t>132.7887</w:t>
      </w:r>
      <w:r>
        <w:tab/>
        <w:t>1.013e0</w:t>
      </w:r>
    </w:p>
    <w:p w:rsidR="00E00D30" w:rsidRDefault="00E00D30" w:rsidP="00E00D30">
      <w:r>
        <w:t>132.8004</w:t>
      </w:r>
      <w:r>
        <w:tab/>
        <w:t>1.013e0</w:t>
      </w:r>
    </w:p>
    <w:p w:rsidR="00E00D30" w:rsidRDefault="00E00D30" w:rsidP="00E00D30">
      <w:r>
        <w:t>132.8098</w:t>
      </w:r>
      <w:r>
        <w:tab/>
        <w:t>2.025e0</w:t>
      </w:r>
    </w:p>
    <w:p w:rsidR="00E00D30" w:rsidRDefault="00E00D30" w:rsidP="00E00D30">
      <w:r>
        <w:t>132.8129</w:t>
      </w:r>
      <w:r>
        <w:tab/>
        <w:t>1.013e0</w:t>
      </w:r>
    </w:p>
    <w:p w:rsidR="00E00D30" w:rsidRDefault="00E00D30" w:rsidP="00E00D30">
      <w:r>
        <w:t>132.8162</w:t>
      </w:r>
      <w:r>
        <w:tab/>
        <w:t>1.013e0</w:t>
      </w:r>
    </w:p>
    <w:p w:rsidR="00E00D30" w:rsidRDefault="00E00D30" w:rsidP="00E00D30">
      <w:r>
        <w:t>132.8282</w:t>
      </w:r>
      <w:r>
        <w:tab/>
        <w:t>1.013e0</w:t>
      </w:r>
    </w:p>
    <w:p w:rsidR="00E00D30" w:rsidRDefault="00E00D30" w:rsidP="00E00D30">
      <w:r>
        <w:t>132.8406</w:t>
      </w:r>
      <w:r>
        <w:tab/>
        <w:t>1.013e0</w:t>
      </w:r>
    </w:p>
    <w:p w:rsidR="00E00D30" w:rsidRDefault="00E00D30" w:rsidP="00E00D30">
      <w:r>
        <w:t>132.8558</w:t>
      </w:r>
      <w:r>
        <w:tab/>
        <w:t>2.025e0</w:t>
      </w:r>
    </w:p>
    <w:p w:rsidR="00E00D30" w:rsidRDefault="00E00D30" w:rsidP="00E00D30">
      <w:r>
        <w:t>132.8619</w:t>
      </w:r>
      <w:r>
        <w:tab/>
        <w:t>1.013e0</w:t>
      </w:r>
    </w:p>
    <w:p w:rsidR="00E00D30" w:rsidRDefault="00E00D30" w:rsidP="00E00D30">
      <w:r>
        <w:t>132.8650</w:t>
      </w:r>
      <w:r>
        <w:tab/>
        <w:t>2.025e0</w:t>
      </w:r>
    </w:p>
    <w:p w:rsidR="00E00D30" w:rsidRDefault="00E00D30" w:rsidP="00E00D30">
      <w:r>
        <w:t>132.8771</w:t>
      </w:r>
      <w:r>
        <w:tab/>
        <w:t>1.013e0</w:t>
      </w:r>
    </w:p>
    <w:p w:rsidR="00E00D30" w:rsidRDefault="00E00D30" w:rsidP="00E00D30">
      <w:r>
        <w:t>132.8801</w:t>
      </w:r>
      <w:r>
        <w:tab/>
        <w:t>1.013e0</w:t>
      </w:r>
    </w:p>
    <w:p w:rsidR="00E00D30" w:rsidRDefault="00E00D30" w:rsidP="00E00D30">
      <w:r>
        <w:t>132.9261</w:t>
      </w:r>
      <w:r>
        <w:tab/>
        <w:t>2.025e0</w:t>
      </w:r>
    </w:p>
    <w:p w:rsidR="00E00D30" w:rsidRDefault="00E00D30" w:rsidP="00E00D30">
      <w:r>
        <w:t>132.9394</w:t>
      </w:r>
      <w:r>
        <w:tab/>
        <w:t>3.038e0</w:t>
      </w:r>
    </w:p>
    <w:p w:rsidR="00E00D30" w:rsidRDefault="00E00D30" w:rsidP="00E00D30">
      <w:r>
        <w:t>132.9598</w:t>
      </w:r>
      <w:r>
        <w:tab/>
        <w:t>1.013e0</w:t>
      </w:r>
    </w:p>
    <w:p w:rsidR="00E00D30" w:rsidRDefault="00E00D30" w:rsidP="00E00D30">
      <w:r>
        <w:lastRenderedPageBreak/>
        <w:t>133.0150</w:t>
      </w:r>
      <w:r>
        <w:tab/>
        <w:t>2.025e0</w:t>
      </w:r>
    </w:p>
    <w:p w:rsidR="00E00D30" w:rsidRDefault="00E00D30" w:rsidP="00E00D30">
      <w:r>
        <w:t>133.0166</w:t>
      </w:r>
      <w:r>
        <w:tab/>
        <w:t>2.025e0</w:t>
      </w:r>
    </w:p>
    <w:p w:rsidR="00E00D30" w:rsidRDefault="00E00D30" w:rsidP="00E00D30">
      <w:r>
        <w:t>133.0426</w:t>
      </w:r>
      <w:r>
        <w:tab/>
        <w:t>1.013e0</w:t>
      </w:r>
    </w:p>
    <w:p w:rsidR="00E00D30" w:rsidRDefault="00E00D30" w:rsidP="00E00D30">
      <w:r>
        <w:t>133.0457</w:t>
      </w:r>
      <w:r>
        <w:tab/>
        <w:t>1.013e0</w:t>
      </w:r>
    </w:p>
    <w:p w:rsidR="00E00D30" w:rsidRDefault="00E00D30" w:rsidP="00E00D30">
      <w:r>
        <w:t>133.0491</w:t>
      </w:r>
      <w:r>
        <w:tab/>
        <w:t>2.025e0</w:t>
      </w:r>
    </w:p>
    <w:p w:rsidR="00E00D30" w:rsidRDefault="00E00D30" w:rsidP="00E00D30">
      <w:r>
        <w:t>133.0523</w:t>
      </w:r>
      <w:r>
        <w:tab/>
        <w:t>2.025e0</w:t>
      </w:r>
    </w:p>
    <w:p w:rsidR="00E00D30" w:rsidRDefault="00E00D30" w:rsidP="00E00D30">
      <w:r>
        <w:t>133.0560</w:t>
      </w:r>
      <w:r>
        <w:tab/>
        <w:t>6.242e0</w:t>
      </w:r>
    </w:p>
    <w:p w:rsidR="00E00D30" w:rsidRDefault="00E00D30" w:rsidP="00E00D30">
      <w:r>
        <w:t>133.0593</w:t>
      </w:r>
      <w:r>
        <w:tab/>
        <w:t>2.025e0</w:t>
      </w:r>
    </w:p>
    <w:p w:rsidR="00E00D30" w:rsidRDefault="00E00D30" w:rsidP="00E00D30">
      <w:r>
        <w:t>133.0609</w:t>
      </w:r>
      <w:r>
        <w:tab/>
        <w:t>2.025e0</w:t>
      </w:r>
    </w:p>
    <w:p w:rsidR="00E00D30" w:rsidRDefault="00E00D30" w:rsidP="00E00D30">
      <w:r>
        <w:t>133.0624</w:t>
      </w:r>
      <w:r>
        <w:tab/>
        <w:t>4.051e0</w:t>
      </w:r>
    </w:p>
    <w:p w:rsidR="00E00D30" w:rsidRDefault="00E00D30" w:rsidP="00E00D30">
      <w:r>
        <w:t>133.0703</w:t>
      </w:r>
      <w:r>
        <w:tab/>
        <w:t>4.051e0</w:t>
      </w:r>
    </w:p>
    <w:p w:rsidR="00E00D30" w:rsidRDefault="00E00D30" w:rsidP="00E00D30">
      <w:r>
        <w:t>133.0798</w:t>
      </w:r>
      <w:r>
        <w:tab/>
        <w:t>1.796e0</w:t>
      </w:r>
    </w:p>
    <w:p w:rsidR="00E00D30" w:rsidRDefault="00E00D30" w:rsidP="00E00D30">
      <w:r>
        <w:t>133.0930</w:t>
      </w:r>
      <w:r>
        <w:tab/>
        <w:t>2.763e0</w:t>
      </w:r>
    </w:p>
    <w:p w:rsidR="00E00D30" w:rsidRDefault="00E00D30" w:rsidP="00E00D30">
      <w:r>
        <w:t>133.0958</w:t>
      </w:r>
      <w:r>
        <w:tab/>
        <w:t>5.513e0</w:t>
      </w:r>
    </w:p>
    <w:p w:rsidR="00E00D30" w:rsidRDefault="00E00D30" w:rsidP="00E00D30">
      <w:r>
        <w:t>133.0995</w:t>
      </w:r>
      <w:r>
        <w:tab/>
        <w:t>2.025e0</w:t>
      </w:r>
    </w:p>
    <w:p w:rsidR="00E00D30" w:rsidRDefault="00E00D30" w:rsidP="00E00D30">
      <w:r>
        <w:t>133.1005</w:t>
      </w:r>
      <w:r>
        <w:tab/>
        <w:t>4.051e0</w:t>
      </w:r>
    </w:p>
    <w:p w:rsidR="00E00D30" w:rsidRDefault="00E00D30" w:rsidP="00E00D30">
      <w:r>
        <w:t>133.1022</w:t>
      </w:r>
      <w:r>
        <w:tab/>
        <w:t>4.051e0</w:t>
      </w:r>
    </w:p>
    <w:p w:rsidR="00E00D30" w:rsidRDefault="00E00D30" w:rsidP="00E00D30">
      <w:r>
        <w:t>133.1089</w:t>
      </w:r>
      <w:r>
        <w:tab/>
        <w:t>7.089e0</w:t>
      </w:r>
    </w:p>
    <w:p w:rsidR="00E00D30" w:rsidRDefault="00E00D30" w:rsidP="00E00D30">
      <w:r>
        <w:t>133.1111</w:t>
      </w:r>
      <w:r>
        <w:tab/>
        <w:t>3.038e0</w:t>
      </w:r>
    </w:p>
    <w:p w:rsidR="00E00D30" w:rsidRDefault="00E00D30" w:rsidP="00E00D30">
      <w:r>
        <w:lastRenderedPageBreak/>
        <w:t>133.1129</w:t>
      </w:r>
      <w:r>
        <w:tab/>
        <w:t>2.025e0</w:t>
      </w:r>
    </w:p>
    <w:p w:rsidR="00E00D30" w:rsidRDefault="00E00D30" w:rsidP="00E00D30">
      <w:r>
        <w:t>133.1223</w:t>
      </w:r>
      <w:r>
        <w:tab/>
        <w:t>1.013e0</w:t>
      </w:r>
    </w:p>
    <w:p w:rsidR="00E00D30" w:rsidRDefault="00E00D30" w:rsidP="00E00D30">
      <w:r>
        <w:t>133.1406</w:t>
      </w:r>
      <w:r>
        <w:tab/>
        <w:t>3.038e0</w:t>
      </w:r>
    </w:p>
    <w:p w:rsidR="00E00D30" w:rsidRDefault="00E00D30" w:rsidP="00E00D30">
      <w:r>
        <w:t>133.1469</w:t>
      </w:r>
      <w:r>
        <w:tab/>
        <w:t>1.013e0</w:t>
      </w:r>
    </w:p>
    <w:p w:rsidR="00E00D30" w:rsidRDefault="00E00D30" w:rsidP="00E00D30">
      <w:r>
        <w:t>133.1500</w:t>
      </w:r>
      <w:r>
        <w:tab/>
        <w:t>1.013e0</w:t>
      </w:r>
    </w:p>
    <w:p w:rsidR="00E00D30" w:rsidRDefault="00E00D30" w:rsidP="00E00D30">
      <w:r>
        <w:t>133.1565</w:t>
      </w:r>
      <w:r>
        <w:tab/>
        <w:t>1.013e0</w:t>
      </w:r>
    </w:p>
    <w:p w:rsidR="00E00D30" w:rsidRDefault="00E00D30" w:rsidP="00E00D30">
      <w:r>
        <w:t>133.1595</w:t>
      </w:r>
      <w:r>
        <w:tab/>
        <w:t>1.013e0</w:t>
      </w:r>
    </w:p>
    <w:p w:rsidR="00E00D30" w:rsidRDefault="00E00D30" w:rsidP="00E00D30">
      <w:r>
        <w:t>133.1649</w:t>
      </w:r>
      <w:r>
        <w:tab/>
        <w:t>2.025e0</w:t>
      </w:r>
    </w:p>
    <w:p w:rsidR="00E00D30" w:rsidRDefault="00E00D30" w:rsidP="00E00D30">
      <w:r>
        <w:t>133.1926</w:t>
      </w:r>
      <w:r>
        <w:tab/>
        <w:t>1.013e0</w:t>
      </w:r>
    </w:p>
    <w:p w:rsidR="00E00D30" w:rsidRDefault="00E00D30" w:rsidP="00E00D30">
      <w:r>
        <w:t>133.1960</w:t>
      </w:r>
      <w:r>
        <w:tab/>
        <w:t>2.025e0</w:t>
      </w:r>
    </w:p>
    <w:p w:rsidR="00E00D30" w:rsidRDefault="00E00D30" w:rsidP="00E00D30">
      <w:r>
        <w:t>133.1992</w:t>
      </w:r>
      <w:r>
        <w:tab/>
        <w:t>1.013e0</w:t>
      </w:r>
    </w:p>
    <w:p w:rsidR="00E00D30" w:rsidRDefault="00E00D30" w:rsidP="00E00D30">
      <w:r>
        <w:t>133.2053</w:t>
      </w:r>
      <w:r>
        <w:tab/>
        <w:t>1.013e0</w:t>
      </w:r>
    </w:p>
    <w:p w:rsidR="00E00D30" w:rsidRDefault="00E00D30" w:rsidP="00E00D30">
      <w:r>
        <w:t>133.2251</w:t>
      </w:r>
      <w:r>
        <w:tab/>
        <w:t>2.025e0</w:t>
      </w:r>
    </w:p>
    <w:p w:rsidR="00E00D30" w:rsidRDefault="00E00D30" w:rsidP="00E00D30">
      <w:r>
        <w:t>133.2331</w:t>
      </w:r>
      <w:r>
        <w:tab/>
        <w:t>1.013e0</w:t>
      </w:r>
    </w:p>
    <w:p w:rsidR="00E00D30" w:rsidRDefault="00E00D30" w:rsidP="00E00D30">
      <w:r>
        <w:t>133.2741</w:t>
      </w:r>
      <w:r>
        <w:tab/>
        <w:t>2.025e0</w:t>
      </w:r>
    </w:p>
    <w:p w:rsidR="00E00D30" w:rsidRDefault="00E00D30" w:rsidP="00E00D30">
      <w:r>
        <w:t>133.2819</w:t>
      </w:r>
      <w:r>
        <w:tab/>
        <w:t>1.013e0</w:t>
      </w:r>
    </w:p>
    <w:p w:rsidR="00E00D30" w:rsidRDefault="00E00D30" w:rsidP="00E00D30">
      <w:r>
        <w:t>133.3065</w:t>
      </w:r>
      <w:r>
        <w:tab/>
        <w:t>1.013e0</w:t>
      </w:r>
    </w:p>
    <w:p w:rsidR="00E00D30" w:rsidRDefault="00E00D30" w:rsidP="00E00D30">
      <w:r>
        <w:t>133.3216</w:t>
      </w:r>
      <w:r>
        <w:tab/>
        <w:t>2.025e0</w:t>
      </w:r>
    </w:p>
    <w:p w:rsidR="00E00D30" w:rsidRDefault="00E00D30" w:rsidP="00E00D30">
      <w:r>
        <w:t>133.3246</w:t>
      </w:r>
      <w:r>
        <w:tab/>
        <w:t>1.013e0</w:t>
      </w:r>
    </w:p>
    <w:p w:rsidR="00E00D30" w:rsidRDefault="00E00D30" w:rsidP="00E00D30">
      <w:r>
        <w:lastRenderedPageBreak/>
        <w:t>133.3280</w:t>
      </w:r>
      <w:r>
        <w:tab/>
        <w:t>1.013e0</w:t>
      </w:r>
    </w:p>
    <w:p w:rsidR="00E00D30" w:rsidRDefault="00E00D30" w:rsidP="00E00D30">
      <w:r>
        <w:t>133.3325</w:t>
      </w:r>
      <w:r>
        <w:tab/>
        <w:t>2.025e0</w:t>
      </w:r>
    </w:p>
    <w:p w:rsidR="00E00D30" w:rsidRDefault="00E00D30" w:rsidP="00E00D30">
      <w:r>
        <w:t>133.3555</w:t>
      </w:r>
      <w:r>
        <w:tab/>
        <w:t>1.013e0</w:t>
      </w:r>
    </w:p>
    <w:p w:rsidR="00E00D30" w:rsidRDefault="00E00D30" w:rsidP="00E00D30">
      <w:r>
        <w:t>133.3586</w:t>
      </w:r>
      <w:r>
        <w:tab/>
        <w:t>1.013e0</w:t>
      </w:r>
    </w:p>
    <w:p w:rsidR="00E00D30" w:rsidRDefault="00E00D30" w:rsidP="00E00D30">
      <w:r>
        <w:t>133.3648</w:t>
      </w:r>
      <w:r>
        <w:tab/>
        <w:t>1.013e0</w:t>
      </w:r>
    </w:p>
    <w:p w:rsidR="00E00D30" w:rsidRDefault="00E00D30" w:rsidP="00E00D30">
      <w:r>
        <w:t>133.3681</w:t>
      </w:r>
      <w:r>
        <w:tab/>
        <w:t>1.013e0</w:t>
      </w:r>
    </w:p>
    <w:p w:rsidR="00E00D30" w:rsidRDefault="00E00D30" w:rsidP="00E00D30">
      <w:r>
        <w:t>133.3767</w:t>
      </w:r>
      <w:r>
        <w:tab/>
        <w:t>1.013e0</w:t>
      </w:r>
    </w:p>
    <w:p w:rsidR="00E00D30" w:rsidRDefault="00E00D30" w:rsidP="00E00D30">
      <w:r>
        <w:t>133.3799</w:t>
      </w:r>
      <w:r>
        <w:tab/>
        <w:t>1.013e0</w:t>
      </w:r>
    </w:p>
    <w:p w:rsidR="00E00D30" w:rsidRDefault="00E00D30" w:rsidP="00E00D30">
      <w:r>
        <w:t>133.3945</w:t>
      </w:r>
      <w:r>
        <w:tab/>
        <w:t>2.025e0</w:t>
      </w:r>
    </w:p>
    <w:p w:rsidR="00E00D30" w:rsidRDefault="00E00D30" w:rsidP="00E00D30">
      <w:r>
        <w:t>133.3958</w:t>
      </w:r>
      <w:r>
        <w:tab/>
        <w:t>2.025e0</w:t>
      </w:r>
    </w:p>
    <w:p w:rsidR="00E00D30" w:rsidRDefault="00E00D30" w:rsidP="00E00D30">
      <w:r>
        <w:t>133.4139</w:t>
      </w:r>
      <w:r>
        <w:tab/>
        <w:t>2.025e0</w:t>
      </w:r>
    </w:p>
    <w:p w:rsidR="00E00D30" w:rsidRDefault="00E00D30" w:rsidP="00E00D30">
      <w:r>
        <w:t>133.4203</w:t>
      </w:r>
      <w:r>
        <w:tab/>
        <w:t>2.025e0</w:t>
      </w:r>
    </w:p>
    <w:p w:rsidR="00E00D30" w:rsidRDefault="00E00D30" w:rsidP="00E00D30">
      <w:r>
        <w:t>133.4261</w:t>
      </w:r>
      <w:r>
        <w:tab/>
        <w:t>1.013e0</w:t>
      </w:r>
    </w:p>
    <w:p w:rsidR="00E00D30" w:rsidRDefault="00E00D30" w:rsidP="00E00D30">
      <w:r>
        <w:t>133.4479</w:t>
      </w:r>
      <w:r>
        <w:tab/>
        <w:t>1.013e0</w:t>
      </w:r>
    </w:p>
    <w:p w:rsidR="00E00D30" w:rsidRDefault="00E00D30" w:rsidP="00E00D30">
      <w:r>
        <w:t>133.4631</w:t>
      </w:r>
      <w:r>
        <w:tab/>
        <w:t>1.013e0</w:t>
      </w:r>
    </w:p>
    <w:p w:rsidR="00E00D30" w:rsidRDefault="00E00D30" w:rsidP="00E00D30">
      <w:r>
        <w:t>133.4661</w:t>
      </w:r>
      <w:r>
        <w:tab/>
        <w:t>1.013e0</w:t>
      </w:r>
    </w:p>
    <w:p w:rsidR="00E00D30" w:rsidRDefault="00E00D30" w:rsidP="00E00D30">
      <w:r>
        <w:t>133.4676</w:t>
      </w:r>
      <w:r>
        <w:tab/>
        <w:t>2.025e0</w:t>
      </w:r>
    </w:p>
    <w:p w:rsidR="00E00D30" w:rsidRDefault="00E00D30" w:rsidP="00E00D30">
      <w:r>
        <w:t>133.4692</w:t>
      </w:r>
      <w:r>
        <w:tab/>
        <w:t>1.013e0</w:t>
      </w:r>
    </w:p>
    <w:p w:rsidR="00E00D30" w:rsidRDefault="00E00D30" w:rsidP="00E00D30">
      <w:r>
        <w:t>133.4786</w:t>
      </w:r>
      <w:r>
        <w:tab/>
        <w:t>1.013e0</w:t>
      </w:r>
    </w:p>
    <w:p w:rsidR="00E00D30" w:rsidRDefault="00E00D30" w:rsidP="00E00D30">
      <w:r>
        <w:lastRenderedPageBreak/>
        <w:t>133.4874</w:t>
      </w:r>
      <w:r>
        <w:tab/>
        <w:t>1.013e0</w:t>
      </w:r>
    </w:p>
    <w:p w:rsidR="00E00D30" w:rsidRDefault="00E00D30" w:rsidP="00E00D30">
      <w:r>
        <w:t>133.5061</w:t>
      </w:r>
      <w:r>
        <w:tab/>
        <w:t>1.013e0</w:t>
      </w:r>
    </w:p>
    <w:p w:rsidR="00E00D30" w:rsidRDefault="00E00D30" w:rsidP="00E00D30">
      <w:r>
        <w:t>133.5087</w:t>
      </w:r>
      <w:r>
        <w:tab/>
        <w:t>1.013e0</w:t>
      </w:r>
    </w:p>
    <w:p w:rsidR="00E00D30" w:rsidRDefault="00E00D30" w:rsidP="00E00D30">
      <w:r>
        <w:t>133.5214</w:t>
      </w:r>
      <w:r>
        <w:tab/>
        <w:t>1.013e0</w:t>
      </w:r>
    </w:p>
    <w:p w:rsidR="00E00D30" w:rsidRDefault="00E00D30" w:rsidP="00E00D30">
      <w:r>
        <w:t>133.5427</w:t>
      </w:r>
      <w:r>
        <w:tab/>
        <w:t>1.013e0</w:t>
      </w:r>
    </w:p>
    <w:p w:rsidR="00E00D30" w:rsidRDefault="00E00D30" w:rsidP="00E00D30">
      <w:r>
        <w:t>133.5459</w:t>
      </w:r>
      <w:r>
        <w:tab/>
        <w:t>1.013e0</w:t>
      </w:r>
    </w:p>
    <w:p w:rsidR="00E00D30" w:rsidRDefault="00E00D30" w:rsidP="00E00D30">
      <w:r>
        <w:t>133.5490</w:t>
      </w:r>
      <w:r>
        <w:tab/>
        <w:t>1.013e0</w:t>
      </w:r>
    </w:p>
    <w:p w:rsidR="00E00D30" w:rsidRDefault="00E00D30" w:rsidP="00E00D30">
      <w:r>
        <w:t>133.5554</w:t>
      </w:r>
      <w:r>
        <w:tab/>
        <w:t>1.013e0</w:t>
      </w:r>
    </w:p>
    <w:p w:rsidR="00E00D30" w:rsidRDefault="00E00D30" w:rsidP="00E00D30">
      <w:r>
        <w:t>133.5656</w:t>
      </w:r>
      <w:r>
        <w:tab/>
        <w:t>2.025e0</w:t>
      </w:r>
    </w:p>
    <w:p w:rsidR="00E00D30" w:rsidRDefault="00E00D30" w:rsidP="00E00D30">
      <w:r>
        <w:t>133.5950</w:t>
      </w:r>
      <w:r>
        <w:tab/>
        <w:t>3.038e0</w:t>
      </w:r>
    </w:p>
    <w:p w:rsidR="00E00D30" w:rsidRDefault="00E00D30" w:rsidP="00E00D30">
      <w:r>
        <w:t>133.6259</w:t>
      </w:r>
      <w:r>
        <w:tab/>
        <w:t>1.013e0</w:t>
      </w:r>
    </w:p>
    <w:p w:rsidR="00E00D30" w:rsidRDefault="00E00D30" w:rsidP="00E00D30">
      <w:r>
        <w:t>133.6289</w:t>
      </w:r>
      <w:r>
        <w:tab/>
        <w:t>1.013e0</w:t>
      </w:r>
    </w:p>
    <w:p w:rsidR="00E00D30" w:rsidRDefault="00E00D30" w:rsidP="00E00D30">
      <w:r>
        <w:t>133.6321</w:t>
      </w:r>
      <w:r>
        <w:tab/>
        <w:t>1.013e0</w:t>
      </w:r>
    </w:p>
    <w:p w:rsidR="00E00D30" w:rsidRDefault="00E00D30" w:rsidP="00E00D30">
      <w:r>
        <w:t>133.6503</w:t>
      </w:r>
      <w:r>
        <w:tab/>
        <w:t>1.013e0</w:t>
      </w:r>
    </w:p>
    <w:p w:rsidR="00E00D30" w:rsidRDefault="00E00D30" w:rsidP="00E00D30">
      <w:r>
        <w:t>133.6535</w:t>
      </w:r>
      <w:r>
        <w:tab/>
        <w:t>1.013e0</w:t>
      </w:r>
    </w:p>
    <w:p w:rsidR="00E00D30" w:rsidRDefault="00E00D30" w:rsidP="00E00D30">
      <w:r>
        <w:t>133.6629</w:t>
      </w:r>
      <w:r>
        <w:tab/>
        <w:t>1.013e0</w:t>
      </w:r>
    </w:p>
    <w:p w:rsidR="00E00D30" w:rsidRDefault="00E00D30" w:rsidP="00E00D30">
      <w:r>
        <w:t>133.6750</w:t>
      </w:r>
      <w:r>
        <w:tab/>
        <w:t>1.013e0</w:t>
      </w:r>
    </w:p>
    <w:p w:rsidR="00E00D30" w:rsidRDefault="00E00D30" w:rsidP="00E00D30">
      <w:r>
        <w:t>133.7058</w:t>
      </w:r>
      <w:r>
        <w:tab/>
        <w:t>1.013e0</w:t>
      </w:r>
    </w:p>
    <w:p w:rsidR="00E00D30" w:rsidRDefault="00E00D30" w:rsidP="00E00D30">
      <w:r>
        <w:t>133.7106</w:t>
      </w:r>
      <w:r>
        <w:tab/>
        <w:t>2.025e0</w:t>
      </w:r>
    </w:p>
    <w:p w:rsidR="00E00D30" w:rsidRDefault="00E00D30" w:rsidP="00E00D30">
      <w:r>
        <w:lastRenderedPageBreak/>
        <w:t>133.7271</w:t>
      </w:r>
      <w:r>
        <w:tab/>
        <w:t>1.013e0</w:t>
      </w:r>
    </w:p>
    <w:p w:rsidR="00E00D30" w:rsidRDefault="00E00D30" w:rsidP="00E00D30">
      <w:r>
        <w:t>133.7301</w:t>
      </w:r>
      <w:r>
        <w:tab/>
        <w:t>1.013e0</w:t>
      </w:r>
    </w:p>
    <w:p w:rsidR="00E00D30" w:rsidRDefault="00E00D30" w:rsidP="00E00D30">
      <w:r>
        <w:t>133.7612</w:t>
      </w:r>
      <w:r>
        <w:tab/>
        <w:t>1.013e0</w:t>
      </w:r>
    </w:p>
    <w:p w:rsidR="00E00D30" w:rsidRDefault="00E00D30" w:rsidP="00E00D30">
      <w:r>
        <w:t>133.7704</w:t>
      </w:r>
      <w:r>
        <w:tab/>
        <w:t>1.013e0</w:t>
      </w:r>
    </w:p>
    <w:p w:rsidR="00E00D30" w:rsidRDefault="00E00D30" w:rsidP="00E00D30">
      <w:r>
        <w:t>133.7792</w:t>
      </w:r>
      <w:r>
        <w:tab/>
        <w:t>1.013e0</w:t>
      </w:r>
    </w:p>
    <w:p w:rsidR="00E00D30" w:rsidRDefault="00E00D30" w:rsidP="00E00D30">
      <w:r>
        <w:t>133.7953</w:t>
      </w:r>
      <w:r>
        <w:tab/>
        <w:t>1.013e0</w:t>
      </w:r>
    </w:p>
    <w:p w:rsidR="00E00D30" w:rsidRDefault="00E00D30" w:rsidP="00E00D30">
      <w:r>
        <w:t>133.8008</w:t>
      </w:r>
      <w:r>
        <w:tab/>
        <w:t>1.013e0</w:t>
      </w:r>
    </w:p>
    <w:p w:rsidR="00E00D30" w:rsidRDefault="00E00D30" w:rsidP="00E00D30">
      <w:r>
        <w:t>133.8038</w:t>
      </w:r>
      <w:r>
        <w:tab/>
        <w:t>1.013e0</w:t>
      </w:r>
    </w:p>
    <w:p w:rsidR="00E00D30" w:rsidRDefault="00E00D30" w:rsidP="00E00D30">
      <w:r>
        <w:t>133.8101</w:t>
      </w:r>
      <w:r>
        <w:tab/>
        <w:t>1.013e0</w:t>
      </w:r>
    </w:p>
    <w:p w:rsidR="00E00D30" w:rsidRDefault="00E00D30" w:rsidP="00E00D30">
      <w:r>
        <w:t>133.8560</w:t>
      </w:r>
      <w:r>
        <w:tab/>
        <w:t>1.013e0</w:t>
      </w:r>
    </w:p>
    <w:p w:rsidR="00E00D30" w:rsidRDefault="00E00D30" w:rsidP="00E00D30">
      <w:r>
        <w:t>133.8686</w:t>
      </w:r>
      <w:r>
        <w:tab/>
        <w:t>1.013e0</w:t>
      </w:r>
    </w:p>
    <w:p w:rsidR="00E00D30" w:rsidRDefault="00E00D30" w:rsidP="00E00D30">
      <w:r>
        <w:t>133.8720</w:t>
      </w:r>
      <w:r>
        <w:tab/>
        <w:t>1.013e0</w:t>
      </w:r>
    </w:p>
    <w:p w:rsidR="00E00D30" w:rsidRDefault="00E00D30" w:rsidP="00E00D30">
      <w:r>
        <w:t>133.8780</w:t>
      </w:r>
      <w:r>
        <w:tab/>
        <w:t>1.013e0</w:t>
      </w:r>
    </w:p>
    <w:p w:rsidR="00E00D30" w:rsidRDefault="00E00D30" w:rsidP="00E00D30">
      <w:r>
        <w:t>133.8868</w:t>
      </w:r>
      <w:r>
        <w:tab/>
        <w:t>3.038e0</w:t>
      </w:r>
    </w:p>
    <w:p w:rsidR="00E00D30" w:rsidRDefault="00E00D30" w:rsidP="00E00D30">
      <w:r>
        <w:t>133.8932</w:t>
      </w:r>
      <w:r>
        <w:tab/>
        <w:t>1.013e0</w:t>
      </w:r>
    </w:p>
    <w:p w:rsidR="00E00D30" w:rsidRDefault="00E00D30" w:rsidP="00E00D30">
      <w:r>
        <w:t>133.9027</w:t>
      </w:r>
      <w:r>
        <w:tab/>
        <w:t>1.013e0</w:t>
      </w:r>
    </w:p>
    <w:p w:rsidR="00E00D30" w:rsidRDefault="00E00D30" w:rsidP="00E00D30">
      <w:r>
        <w:t>133.9114</w:t>
      </w:r>
      <w:r>
        <w:tab/>
        <w:t>1.013e0</w:t>
      </w:r>
    </w:p>
    <w:p w:rsidR="00E00D30" w:rsidRDefault="00E00D30" w:rsidP="00E00D30">
      <w:r>
        <w:t>133.9209</w:t>
      </w:r>
      <w:r>
        <w:tab/>
        <w:t>2.025e0</w:t>
      </w:r>
    </w:p>
    <w:p w:rsidR="00E00D30" w:rsidRDefault="00E00D30" w:rsidP="00E00D30">
      <w:r>
        <w:t>133.9274</w:t>
      </w:r>
      <w:r>
        <w:tab/>
        <w:t>1.013e0</w:t>
      </w:r>
    </w:p>
    <w:p w:rsidR="00E00D30" w:rsidRDefault="00E00D30" w:rsidP="00E00D30">
      <w:r>
        <w:lastRenderedPageBreak/>
        <w:t>133.9424</w:t>
      </w:r>
      <w:r>
        <w:tab/>
        <w:t>2.025e0</w:t>
      </w:r>
    </w:p>
    <w:p w:rsidR="00E00D30" w:rsidRDefault="00E00D30" w:rsidP="00E00D30">
      <w:r>
        <w:t>133.9455</w:t>
      </w:r>
      <w:r>
        <w:tab/>
        <w:t>1.013e0</w:t>
      </w:r>
    </w:p>
    <w:p w:rsidR="00E00D30" w:rsidRDefault="00E00D30" w:rsidP="00E00D30">
      <w:r>
        <w:t>133.9606</w:t>
      </w:r>
      <w:r>
        <w:tab/>
        <w:t>2.025e0</w:t>
      </w:r>
    </w:p>
    <w:p w:rsidR="00E00D30" w:rsidRDefault="00E00D30" w:rsidP="00E00D30">
      <w:r>
        <w:t>133.9763</w:t>
      </w:r>
      <w:r>
        <w:tab/>
        <w:t>2.025e0</w:t>
      </w:r>
    </w:p>
    <w:p w:rsidR="00E00D30" w:rsidRDefault="00E00D30" w:rsidP="00E00D30">
      <w:r>
        <w:t>133.9884</w:t>
      </w:r>
      <w:r>
        <w:tab/>
        <w:t>1.013e0</w:t>
      </w:r>
    </w:p>
    <w:p w:rsidR="00E00D30" w:rsidRDefault="00E00D30" w:rsidP="00E00D30">
      <w:r>
        <w:t>133.9961</w:t>
      </w:r>
      <w:r>
        <w:tab/>
        <w:t>2.025e0</w:t>
      </w:r>
    </w:p>
    <w:p w:rsidR="00E00D30" w:rsidRDefault="00E00D30" w:rsidP="00E00D30">
      <w:r>
        <w:t>134.0016</w:t>
      </w:r>
      <w:r>
        <w:tab/>
        <w:t>6.076e0</w:t>
      </w:r>
    </w:p>
    <w:p w:rsidR="00E00D30" w:rsidRDefault="00E00D30" w:rsidP="00E00D30">
      <w:r>
        <w:t>134.0039</w:t>
      </w:r>
      <w:r>
        <w:tab/>
        <w:t>1.013e0</w:t>
      </w:r>
    </w:p>
    <w:p w:rsidR="00E00D30" w:rsidRDefault="00E00D30" w:rsidP="00E00D30">
      <w:r>
        <w:t>134.0104</w:t>
      </w:r>
      <w:r>
        <w:tab/>
        <w:t>1.013e0</w:t>
      </w:r>
    </w:p>
    <w:p w:rsidR="00E00D30" w:rsidRDefault="00E00D30" w:rsidP="00E00D30">
      <w:r>
        <w:t>134.0223</w:t>
      </w:r>
      <w:r>
        <w:tab/>
        <w:t>1.013e0</w:t>
      </w:r>
    </w:p>
    <w:p w:rsidR="00E00D30" w:rsidRDefault="00E00D30" w:rsidP="00E00D30">
      <w:r>
        <w:t>134.0348</w:t>
      </w:r>
      <w:r>
        <w:tab/>
        <w:t>1.013e0</w:t>
      </w:r>
    </w:p>
    <w:p w:rsidR="00E00D30" w:rsidRDefault="00E00D30" w:rsidP="00E00D30">
      <w:r>
        <w:t>134.0380</w:t>
      </w:r>
      <w:r>
        <w:tab/>
        <w:t>1.013e0</w:t>
      </w:r>
    </w:p>
    <w:p w:rsidR="00E00D30" w:rsidRDefault="00E00D30" w:rsidP="00E00D30">
      <w:r>
        <w:t>134.0408</w:t>
      </w:r>
      <w:r>
        <w:tab/>
        <w:t>3.038e0</w:t>
      </w:r>
    </w:p>
    <w:p w:rsidR="00E00D30" w:rsidRDefault="00E00D30" w:rsidP="00E00D30">
      <w:r>
        <w:t>134.0500</w:t>
      </w:r>
      <w:r>
        <w:tab/>
        <w:t>1.013e0</w:t>
      </w:r>
    </w:p>
    <w:p w:rsidR="00E00D30" w:rsidRDefault="00E00D30" w:rsidP="00E00D30">
      <w:r>
        <w:t>134.0595</w:t>
      </w:r>
      <w:r>
        <w:tab/>
        <w:t>2.025e0</w:t>
      </w:r>
    </w:p>
    <w:p w:rsidR="00E00D30" w:rsidRDefault="00E00D30" w:rsidP="00E00D30">
      <w:r>
        <w:t>134.0612</w:t>
      </w:r>
      <w:r>
        <w:tab/>
        <w:t>3.038e0</w:t>
      </w:r>
    </w:p>
    <w:p w:rsidR="00E00D30" w:rsidRDefault="00E00D30" w:rsidP="00E00D30">
      <w:r>
        <w:t>134.0805</w:t>
      </w:r>
      <w:r>
        <w:tab/>
        <w:t>3.848e1</w:t>
      </w:r>
    </w:p>
    <w:p w:rsidR="00E00D30" w:rsidRDefault="00E00D30" w:rsidP="00E00D30">
      <w:r>
        <w:t>134.0817</w:t>
      </w:r>
      <w:r>
        <w:tab/>
        <w:t>3.871e2</w:t>
      </w:r>
    </w:p>
    <w:p w:rsidR="00E00D30" w:rsidRDefault="00E00D30" w:rsidP="00E00D30">
      <w:r>
        <w:t>134.1150</w:t>
      </w:r>
      <w:r>
        <w:tab/>
        <w:t>1.210e1</w:t>
      </w:r>
    </w:p>
    <w:p w:rsidR="00E00D30" w:rsidRDefault="00E00D30" w:rsidP="00E00D30">
      <w:r>
        <w:lastRenderedPageBreak/>
        <w:t>134.1164</w:t>
      </w:r>
      <w:r>
        <w:tab/>
        <w:t>2.025e0</w:t>
      </w:r>
    </w:p>
    <w:p w:rsidR="00E00D30" w:rsidRDefault="00E00D30" w:rsidP="00E00D30">
      <w:r>
        <w:t>134.1180</w:t>
      </w:r>
      <w:r>
        <w:tab/>
        <w:t>4.051e0</w:t>
      </w:r>
    </w:p>
    <w:p w:rsidR="00E00D30" w:rsidRDefault="00E00D30" w:rsidP="00E00D30">
      <w:r>
        <w:t>134.1194</w:t>
      </w:r>
      <w:r>
        <w:tab/>
        <w:t>8.101e0</w:t>
      </w:r>
    </w:p>
    <w:p w:rsidR="00E00D30" w:rsidRDefault="00E00D30" w:rsidP="00E00D30">
      <w:r>
        <w:t>134.1315</w:t>
      </w:r>
      <w:r>
        <w:tab/>
        <w:t>2.025e0</w:t>
      </w:r>
    </w:p>
    <w:p w:rsidR="00E00D30" w:rsidRDefault="00E00D30" w:rsidP="00E00D30">
      <w:r>
        <w:t>134.1331</w:t>
      </w:r>
      <w:r>
        <w:tab/>
        <w:t>1.013e0</w:t>
      </w:r>
    </w:p>
    <w:p w:rsidR="00E00D30" w:rsidRDefault="00E00D30" w:rsidP="00E00D30">
      <w:r>
        <w:t>134.1364</w:t>
      </w:r>
      <w:r>
        <w:tab/>
        <w:t>1.013e0</w:t>
      </w:r>
    </w:p>
    <w:p w:rsidR="00E00D30" w:rsidRDefault="00E00D30" w:rsidP="00E00D30">
      <w:r>
        <w:t>134.1545</w:t>
      </w:r>
      <w:r>
        <w:tab/>
        <w:t>2.025e0</w:t>
      </w:r>
    </w:p>
    <w:p w:rsidR="00E00D30" w:rsidRDefault="00E00D30" w:rsidP="00E00D30">
      <w:r>
        <w:t>134.1641</w:t>
      </w:r>
      <w:r>
        <w:tab/>
        <w:t>1.013e0</w:t>
      </w:r>
    </w:p>
    <w:p w:rsidR="00E00D30" w:rsidRDefault="00E00D30" w:rsidP="00E00D30">
      <w:r>
        <w:t>134.1734</w:t>
      </w:r>
      <w:r>
        <w:tab/>
        <w:t>1.013e0</w:t>
      </w:r>
    </w:p>
    <w:p w:rsidR="00E00D30" w:rsidRDefault="00E00D30" w:rsidP="00E00D30">
      <w:r>
        <w:t>134.1948</w:t>
      </w:r>
      <w:r>
        <w:tab/>
        <w:t>1.013e0</w:t>
      </w:r>
    </w:p>
    <w:p w:rsidR="00E00D30" w:rsidRDefault="00E00D30" w:rsidP="00E00D30">
      <w:r>
        <w:t>134.2101</w:t>
      </w:r>
      <w:r>
        <w:tab/>
        <w:t>1.013e0</w:t>
      </w:r>
    </w:p>
    <w:p w:rsidR="00E00D30" w:rsidRDefault="00E00D30" w:rsidP="00E00D30">
      <w:r>
        <w:t>134.2179</w:t>
      </w:r>
      <w:r>
        <w:tab/>
        <w:t>4.051e0</w:t>
      </w:r>
    </w:p>
    <w:p w:rsidR="00E00D30" w:rsidRDefault="00E00D30" w:rsidP="00E00D30">
      <w:r>
        <w:t>134.2225</w:t>
      </w:r>
      <w:r>
        <w:tab/>
        <w:t>1.013e0</w:t>
      </w:r>
    </w:p>
    <w:p w:rsidR="00E00D30" w:rsidRDefault="00E00D30" w:rsidP="00E00D30">
      <w:r>
        <w:t>134.2314</w:t>
      </w:r>
      <w:r>
        <w:tab/>
        <w:t>1.013e0</w:t>
      </w:r>
    </w:p>
    <w:p w:rsidR="00E00D30" w:rsidRDefault="00E00D30" w:rsidP="00E00D30">
      <w:r>
        <w:t>134.2344</w:t>
      </w:r>
      <w:r>
        <w:tab/>
        <w:t>2.025e0</w:t>
      </w:r>
    </w:p>
    <w:p w:rsidR="00E00D30" w:rsidRDefault="00E00D30" w:rsidP="00E00D30">
      <w:r>
        <w:t>134.2361</w:t>
      </w:r>
      <w:r>
        <w:tab/>
        <w:t>2.025e0</w:t>
      </w:r>
    </w:p>
    <w:p w:rsidR="00E00D30" w:rsidRDefault="00E00D30" w:rsidP="00E00D30">
      <w:r>
        <w:t>134.2376</w:t>
      </w:r>
      <w:r>
        <w:tab/>
        <w:t>1.013e0</w:t>
      </w:r>
    </w:p>
    <w:p w:rsidR="00E00D30" w:rsidRDefault="00E00D30" w:rsidP="00E00D30">
      <w:r>
        <w:t>134.2394</w:t>
      </w:r>
      <w:r>
        <w:tab/>
        <w:t>2.025e0</w:t>
      </w:r>
    </w:p>
    <w:p w:rsidR="00E00D30" w:rsidRDefault="00E00D30" w:rsidP="00E00D30">
      <w:r>
        <w:t>134.2439</w:t>
      </w:r>
      <w:r>
        <w:tab/>
        <w:t>1.013e0</w:t>
      </w:r>
    </w:p>
    <w:p w:rsidR="00E00D30" w:rsidRDefault="00E00D30" w:rsidP="00E00D30">
      <w:r>
        <w:lastRenderedPageBreak/>
        <w:t>134.2591</w:t>
      </w:r>
      <w:r>
        <w:tab/>
        <w:t>2.025e0</w:t>
      </w:r>
    </w:p>
    <w:p w:rsidR="00E00D30" w:rsidRDefault="00E00D30" w:rsidP="00E00D30">
      <w:r>
        <w:t>134.2686</w:t>
      </w:r>
      <w:r>
        <w:tab/>
        <w:t>2.025e0</w:t>
      </w:r>
    </w:p>
    <w:p w:rsidR="00E00D30" w:rsidRDefault="00E00D30" w:rsidP="00E00D30">
      <w:r>
        <w:t>134.2899</w:t>
      </w:r>
      <w:r>
        <w:tab/>
        <w:t>2.025e0</w:t>
      </w:r>
    </w:p>
    <w:p w:rsidR="00E00D30" w:rsidRDefault="00E00D30" w:rsidP="00E00D30">
      <w:r>
        <w:t>134.2963</w:t>
      </w:r>
      <w:r>
        <w:tab/>
        <w:t>1.013e0</w:t>
      </w:r>
    </w:p>
    <w:p w:rsidR="00E00D30" w:rsidRDefault="00E00D30" w:rsidP="00E00D30">
      <w:r>
        <w:t>134.2996</w:t>
      </w:r>
      <w:r>
        <w:tab/>
        <w:t>1.013e0</w:t>
      </w:r>
    </w:p>
    <w:p w:rsidR="00E00D30" w:rsidRDefault="00E00D30" w:rsidP="00E00D30">
      <w:r>
        <w:t>134.3026</w:t>
      </w:r>
      <w:r>
        <w:tab/>
        <w:t>2.025e0</w:t>
      </w:r>
    </w:p>
    <w:p w:rsidR="00E00D30" w:rsidRDefault="00E00D30" w:rsidP="00E00D30">
      <w:r>
        <w:t>134.3241</w:t>
      </w:r>
      <w:r>
        <w:tab/>
        <w:t>3.038e0</w:t>
      </w:r>
    </w:p>
    <w:p w:rsidR="00E00D30" w:rsidRDefault="00E00D30" w:rsidP="00E00D30">
      <w:r>
        <w:t>134.3365</w:t>
      </w:r>
      <w:r>
        <w:tab/>
        <w:t>1.013e0</w:t>
      </w:r>
    </w:p>
    <w:p w:rsidR="00E00D30" w:rsidRDefault="00E00D30" w:rsidP="00E00D30">
      <w:r>
        <w:t>134.3393</w:t>
      </w:r>
      <w:r>
        <w:tab/>
        <w:t>1.013e0</w:t>
      </w:r>
    </w:p>
    <w:p w:rsidR="00E00D30" w:rsidRDefault="00E00D30" w:rsidP="00E00D30">
      <w:r>
        <w:t>134.3469</w:t>
      </w:r>
      <w:r>
        <w:tab/>
        <w:t>3.038e0</w:t>
      </w:r>
    </w:p>
    <w:p w:rsidR="00E00D30" w:rsidRDefault="00E00D30" w:rsidP="00E00D30">
      <w:r>
        <w:t>134.3613</w:t>
      </w:r>
      <w:r>
        <w:tab/>
        <w:t>1.013e0</w:t>
      </w:r>
    </w:p>
    <w:p w:rsidR="00E00D30" w:rsidRDefault="00E00D30" w:rsidP="00E00D30">
      <w:r>
        <w:t>134.3669</w:t>
      </w:r>
      <w:r>
        <w:tab/>
        <w:t>1.013e0</w:t>
      </w:r>
    </w:p>
    <w:p w:rsidR="00E00D30" w:rsidRDefault="00E00D30" w:rsidP="00E00D30">
      <w:r>
        <w:t>134.3811</w:t>
      </w:r>
      <w:r>
        <w:tab/>
        <w:t>2.025e0</w:t>
      </w:r>
    </w:p>
    <w:p w:rsidR="00E00D30" w:rsidRDefault="00E00D30" w:rsidP="00E00D30">
      <w:r>
        <w:t>134.3859</w:t>
      </w:r>
      <w:r>
        <w:tab/>
        <w:t>1.013e0</w:t>
      </w:r>
    </w:p>
    <w:p w:rsidR="00E00D30" w:rsidRDefault="00E00D30" w:rsidP="00E00D30">
      <w:r>
        <w:t>134.3891</w:t>
      </w:r>
      <w:r>
        <w:tab/>
        <w:t>1.013e0</w:t>
      </w:r>
    </w:p>
    <w:p w:rsidR="00E00D30" w:rsidRDefault="00E00D30" w:rsidP="00E00D30">
      <w:r>
        <w:t>134.3919</w:t>
      </w:r>
      <w:r>
        <w:tab/>
        <w:t>1.013e0</w:t>
      </w:r>
    </w:p>
    <w:p w:rsidR="00E00D30" w:rsidRDefault="00E00D30" w:rsidP="00E00D30">
      <w:r>
        <w:t>134.3978</w:t>
      </w:r>
      <w:r>
        <w:tab/>
        <w:t>1.013e0</w:t>
      </w:r>
    </w:p>
    <w:p w:rsidR="00E00D30" w:rsidRDefault="00E00D30" w:rsidP="00E00D30">
      <w:r>
        <w:t>134.4042</w:t>
      </w:r>
      <w:r>
        <w:tab/>
        <w:t>2.025e0</w:t>
      </w:r>
    </w:p>
    <w:p w:rsidR="00E00D30" w:rsidRDefault="00E00D30" w:rsidP="00E00D30">
      <w:r>
        <w:t>134.4135</w:t>
      </w:r>
      <w:r>
        <w:tab/>
        <w:t>1.013e0</w:t>
      </w:r>
    </w:p>
    <w:p w:rsidR="00E00D30" w:rsidRDefault="00E00D30" w:rsidP="00E00D30">
      <w:r>
        <w:lastRenderedPageBreak/>
        <w:t>134.4170</w:t>
      </w:r>
      <w:r>
        <w:tab/>
        <w:t>1.013e0</w:t>
      </w:r>
    </w:p>
    <w:p w:rsidR="00E00D30" w:rsidRDefault="00E00D30" w:rsidP="00E00D30">
      <w:r>
        <w:t>134.4255</w:t>
      </w:r>
      <w:r>
        <w:tab/>
        <w:t>2.025e0</w:t>
      </w:r>
    </w:p>
    <w:p w:rsidR="00E00D30" w:rsidRDefault="00E00D30" w:rsidP="00E00D30">
      <w:r>
        <w:t>134.4350</w:t>
      </w:r>
      <w:r>
        <w:tab/>
        <w:t>1.013e0</w:t>
      </w:r>
    </w:p>
    <w:p w:rsidR="00E00D30" w:rsidRDefault="00E00D30" w:rsidP="00E00D30">
      <w:r>
        <w:t>134.4368</w:t>
      </w:r>
      <w:r>
        <w:tab/>
        <w:t>2.025e0</w:t>
      </w:r>
    </w:p>
    <w:p w:rsidR="00E00D30" w:rsidRDefault="00E00D30" w:rsidP="00E00D30">
      <w:r>
        <w:t>134.4596</w:t>
      </w:r>
      <w:r>
        <w:tab/>
        <w:t>1.013e0</w:t>
      </w:r>
    </w:p>
    <w:p w:rsidR="00E00D30" w:rsidRDefault="00E00D30" w:rsidP="00E00D30">
      <w:r>
        <w:t>134.4628</w:t>
      </w:r>
      <w:r>
        <w:tab/>
        <w:t>1.013e0</w:t>
      </w:r>
    </w:p>
    <w:p w:rsidR="00E00D30" w:rsidRDefault="00E00D30" w:rsidP="00E00D30">
      <w:r>
        <w:t>134.4749</w:t>
      </w:r>
      <w:r>
        <w:tab/>
        <w:t>1.013e0</w:t>
      </w:r>
    </w:p>
    <w:p w:rsidR="00E00D30" w:rsidRDefault="00E00D30" w:rsidP="00E00D30">
      <w:r>
        <w:t>134.4937</w:t>
      </w:r>
      <w:r>
        <w:tab/>
        <w:t>1.013e0</w:t>
      </w:r>
    </w:p>
    <w:p w:rsidR="00E00D30" w:rsidRDefault="00E00D30" w:rsidP="00E00D30">
      <w:r>
        <w:t>134.4999</w:t>
      </w:r>
      <w:r>
        <w:tab/>
        <w:t>1.013e0</w:t>
      </w:r>
    </w:p>
    <w:p w:rsidR="00E00D30" w:rsidRDefault="00E00D30" w:rsidP="00E00D30">
      <w:r>
        <w:t>134.5057</w:t>
      </w:r>
      <w:r>
        <w:tab/>
        <w:t>1.013e0</w:t>
      </w:r>
    </w:p>
    <w:p w:rsidR="00E00D30" w:rsidRDefault="00E00D30" w:rsidP="00E00D30">
      <w:r>
        <w:t>134.5087</w:t>
      </w:r>
      <w:r>
        <w:tab/>
        <w:t>1.013e0</w:t>
      </w:r>
    </w:p>
    <w:p w:rsidR="00E00D30" w:rsidRDefault="00E00D30" w:rsidP="00E00D30">
      <w:r>
        <w:t>134.5119</w:t>
      </w:r>
      <w:r>
        <w:tab/>
        <w:t>1.013e0</w:t>
      </w:r>
    </w:p>
    <w:p w:rsidR="00E00D30" w:rsidRDefault="00E00D30" w:rsidP="00E00D30">
      <w:r>
        <w:t>134.5214</w:t>
      </w:r>
      <w:r>
        <w:tab/>
        <w:t>1.013e0</w:t>
      </w:r>
    </w:p>
    <w:p w:rsidR="00E00D30" w:rsidRDefault="00E00D30" w:rsidP="00E00D30">
      <w:r>
        <w:t>134.5245</w:t>
      </w:r>
      <w:r>
        <w:tab/>
        <w:t>3.038e0</w:t>
      </w:r>
    </w:p>
    <w:p w:rsidR="00E00D30" w:rsidRDefault="00E00D30" w:rsidP="00E00D30">
      <w:r>
        <w:t>134.5304</w:t>
      </w:r>
      <w:r>
        <w:tab/>
        <w:t>2.025e0</w:t>
      </w:r>
    </w:p>
    <w:p w:rsidR="00E00D30" w:rsidRDefault="00E00D30" w:rsidP="00E00D30">
      <w:r>
        <w:t>134.5334</w:t>
      </w:r>
      <w:r>
        <w:tab/>
        <w:t>3.038e0</w:t>
      </w:r>
    </w:p>
    <w:p w:rsidR="00E00D30" w:rsidRDefault="00E00D30" w:rsidP="00E00D30">
      <w:r>
        <w:t>134.5429</w:t>
      </w:r>
      <w:r>
        <w:tab/>
        <w:t>1.013e0</w:t>
      </w:r>
    </w:p>
    <w:p w:rsidR="00E00D30" w:rsidRDefault="00E00D30" w:rsidP="00E00D30">
      <w:r>
        <w:t>134.5526</w:t>
      </w:r>
      <w:r>
        <w:tab/>
        <w:t>3.038e0</w:t>
      </w:r>
    </w:p>
    <w:p w:rsidR="00E00D30" w:rsidRDefault="00E00D30" w:rsidP="00E00D30">
      <w:r>
        <w:t>134.5611</w:t>
      </w:r>
      <w:r>
        <w:tab/>
        <w:t>1.013e0</w:t>
      </w:r>
    </w:p>
    <w:p w:rsidR="00E00D30" w:rsidRDefault="00E00D30" w:rsidP="00E00D30">
      <w:r>
        <w:lastRenderedPageBreak/>
        <w:t>134.5675</w:t>
      </w:r>
      <w:r>
        <w:tab/>
        <w:t>1.013e0</w:t>
      </w:r>
    </w:p>
    <w:p w:rsidR="00E00D30" w:rsidRDefault="00E00D30" w:rsidP="00E00D30">
      <w:r>
        <w:t>134.5737</w:t>
      </w:r>
      <w:r>
        <w:tab/>
        <w:t>1.013e0</w:t>
      </w:r>
    </w:p>
    <w:p w:rsidR="00E00D30" w:rsidRDefault="00E00D30" w:rsidP="00E00D30">
      <w:r>
        <w:t>134.5831</w:t>
      </w:r>
      <w:r>
        <w:tab/>
        <w:t>1.013e0</w:t>
      </w:r>
    </w:p>
    <w:p w:rsidR="00E00D30" w:rsidRDefault="00E00D30" w:rsidP="00E00D30">
      <w:r>
        <w:t>134.5857</w:t>
      </w:r>
      <w:r>
        <w:tab/>
        <w:t>1.013e0</w:t>
      </w:r>
    </w:p>
    <w:p w:rsidR="00E00D30" w:rsidRDefault="00E00D30" w:rsidP="00E00D30">
      <w:r>
        <w:t>134.5890</w:t>
      </w:r>
      <w:r>
        <w:tab/>
        <w:t>1.013e0</w:t>
      </w:r>
    </w:p>
    <w:p w:rsidR="00E00D30" w:rsidRDefault="00E00D30" w:rsidP="00E00D30">
      <w:r>
        <w:t>134.6047</w:t>
      </w:r>
      <w:r>
        <w:tab/>
        <w:t>1.013e0</w:t>
      </w:r>
    </w:p>
    <w:p w:rsidR="00E00D30" w:rsidRDefault="00E00D30" w:rsidP="00E00D30">
      <w:r>
        <w:t>134.6106</w:t>
      </w:r>
      <w:r>
        <w:tab/>
        <w:t>2.025e0</w:t>
      </w:r>
    </w:p>
    <w:p w:rsidR="00E00D30" w:rsidRDefault="00E00D30" w:rsidP="00E00D30">
      <w:r>
        <w:t>134.6121</w:t>
      </w:r>
      <w:r>
        <w:tab/>
        <w:t>2.025e0</w:t>
      </w:r>
    </w:p>
    <w:p w:rsidR="00E00D30" w:rsidRDefault="00E00D30" w:rsidP="00E00D30">
      <w:r>
        <w:t>134.6151</w:t>
      </w:r>
      <w:r>
        <w:tab/>
        <w:t>2.025e0</w:t>
      </w:r>
    </w:p>
    <w:p w:rsidR="00E00D30" w:rsidRDefault="00E00D30" w:rsidP="00E00D30">
      <w:r>
        <w:t>134.6200</w:t>
      </w:r>
      <w:r>
        <w:tab/>
        <w:t>1.013e0</w:t>
      </w:r>
    </w:p>
    <w:p w:rsidR="00E00D30" w:rsidRDefault="00E00D30" w:rsidP="00E00D30">
      <w:r>
        <w:t>134.6229</w:t>
      </w:r>
      <w:r>
        <w:tab/>
        <w:t>2.025e0</w:t>
      </w:r>
    </w:p>
    <w:p w:rsidR="00E00D30" w:rsidRDefault="00E00D30" w:rsidP="00E00D30">
      <w:r>
        <w:t>134.6261</w:t>
      </w:r>
      <w:r>
        <w:tab/>
        <w:t>1.013e0</w:t>
      </w:r>
    </w:p>
    <w:p w:rsidR="00E00D30" w:rsidRDefault="00E00D30" w:rsidP="00E00D30">
      <w:r>
        <w:t>134.6355</w:t>
      </w:r>
      <w:r>
        <w:tab/>
        <w:t>1.013e0</w:t>
      </w:r>
    </w:p>
    <w:p w:rsidR="00E00D30" w:rsidRDefault="00E00D30" w:rsidP="00E00D30">
      <w:r>
        <w:t>134.6384</w:t>
      </w:r>
      <w:r>
        <w:tab/>
        <w:t>3.038e0</w:t>
      </w:r>
    </w:p>
    <w:p w:rsidR="00E00D30" w:rsidRDefault="00E00D30" w:rsidP="00E00D30">
      <w:r>
        <w:t>134.6539</w:t>
      </w:r>
      <w:r>
        <w:tab/>
        <w:t>1.013e0</w:t>
      </w:r>
    </w:p>
    <w:p w:rsidR="00E00D30" w:rsidRDefault="00E00D30" w:rsidP="00E00D30">
      <w:r>
        <w:t>134.6787</w:t>
      </w:r>
      <w:r>
        <w:tab/>
        <w:t>1.013e0</w:t>
      </w:r>
    </w:p>
    <w:p w:rsidR="00E00D30" w:rsidRDefault="00E00D30" w:rsidP="00E00D30">
      <w:r>
        <w:t>134.6800</w:t>
      </w:r>
      <w:r>
        <w:tab/>
        <w:t>2.025e0</w:t>
      </w:r>
    </w:p>
    <w:p w:rsidR="00E00D30" w:rsidRDefault="00E00D30" w:rsidP="00E00D30">
      <w:r>
        <w:t>134.6848</w:t>
      </w:r>
      <w:r>
        <w:tab/>
        <w:t>1.013e0</w:t>
      </w:r>
    </w:p>
    <w:p w:rsidR="00E00D30" w:rsidRDefault="00E00D30" w:rsidP="00E00D30">
      <w:r>
        <w:t>134.6881</w:t>
      </w:r>
      <w:r>
        <w:tab/>
        <w:t>1.013e0</w:t>
      </w:r>
    </w:p>
    <w:p w:rsidR="00E00D30" w:rsidRDefault="00E00D30" w:rsidP="00E00D30">
      <w:r>
        <w:lastRenderedPageBreak/>
        <w:t>134.6938</w:t>
      </w:r>
      <w:r>
        <w:tab/>
        <w:t>1.013e0</w:t>
      </w:r>
    </w:p>
    <w:p w:rsidR="00E00D30" w:rsidRDefault="00E00D30" w:rsidP="00E00D30">
      <w:r>
        <w:t>134.6999</w:t>
      </w:r>
      <w:r>
        <w:tab/>
        <w:t>2.025e0</w:t>
      </w:r>
    </w:p>
    <w:p w:rsidR="00E00D30" w:rsidRDefault="00E00D30" w:rsidP="00E00D30">
      <w:r>
        <w:t>134.7277</w:t>
      </w:r>
      <w:r>
        <w:tab/>
        <w:t>1.013e0</w:t>
      </w:r>
    </w:p>
    <w:p w:rsidR="00E00D30" w:rsidRDefault="00E00D30" w:rsidP="00E00D30">
      <w:r>
        <w:t>134.7523</w:t>
      </w:r>
      <w:r>
        <w:tab/>
        <w:t>1.013e0</w:t>
      </w:r>
    </w:p>
    <w:p w:rsidR="00E00D30" w:rsidRDefault="00E00D30" w:rsidP="00E00D30">
      <w:r>
        <w:t>134.7617</w:t>
      </w:r>
      <w:r>
        <w:tab/>
        <w:t>1.013e0</w:t>
      </w:r>
    </w:p>
    <w:p w:rsidR="00E00D30" w:rsidRDefault="00E00D30" w:rsidP="00E00D30">
      <w:r>
        <w:t>134.7835</w:t>
      </w:r>
      <w:r>
        <w:tab/>
        <w:t>1.013e0</w:t>
      </w:r>
    </w:p>
    <w:p w:rsidR="00E00D30" w:rsidRDefault="00E00D30" w:rsidP="00E00D30">
      <w:r>
        <w:t>134.7864</w:t>
      </w:r>
      <w:r>
        <w:tab/>
        <w:t>1.013e0</w:t>
      </w:r>
    </w:p>
    <w:p w:rsidR="00E00D30" w:rsidRDefault="00E00D30" w:rsidP="00E00D30">
      <w:r>
        <w:t>134.7927</w:t>
      </w:r>
      <w:r>
        <w:tab/>
        <w:t>1.013e0</w:t>
      </w:r>
    </w:p>
    <w:p w:rsidR="00E00D30" w:rsidRDefault="00E00D30" w:rsidP="00E00D30">
      <w:r>
        <w:t>134.8021</w:t>
      </w:r>
      <w:r>
        <w:tab/>
        <w:t>1.013e0</w:t>
      </w:r>
    </w:p>
    <w:p w:rsidR="00E00D30" w:rsidRDefault="00E00D30" w:rsidP="00E00D30">
      <w:r>
        <w:t>134.8047</w:t>
      </w:r>
      <w:r>
        <w:tab/>
        <w:t>1.013e0</w:t>
      </w:r>
    </w:p>
    <w:p w:rsidR="00E00D30" w:rsidRDefault="00E00D30" w:rsidP="00E00D30">
      <w:r>
        <w:t>134.8112</w:t>
      </w:r>
      <w:r>
        <w:tab/>
        <w:t>1.013e0</w:t>
      </w:r>
    </w:p>
    <w:p w:rsidR="00E00D30" w:rsidRDefault="00E00D30" w:rsidP="00E00D30">
      <w:r>
        <w:t>134.8142</w:t>
      </w:r>
      <w:r>
        <w:tab/>
        <w:t>1.013e0</w:t>
      </w:r>
    </w:p>
    <w:p w:rsidR="00E00D30" w:rsidRDefault="00E00D30" w:rsidP="00E00D30">
      <w:r>
        <w:t>134.8191</w:t>
      </w:r>
      <w:r>
        <w:tab/>
        <w:t>2.025e0</w:t>
      </w:r>
    </w:p>
    <w:p w:rsidR="00E00D30" w:rsidRDefault="00E00D30" w:rsidP="00E00D30">
      <w:r>
        <w:t>134.8237</w:t>
      </w:r>
      <w:r>
        <w:tab/>
        <w:t>1.013e0</w:t>
      </w:r>
    </w:p>
    <w:p w:rsidR="00E00D30" w:rsidRDefault="00E00D30" w:rsidP="00E00D30">
      <w:r>
        <w:t>134.8356</w:t>
      </w:r>
      <w:r>
        <w:tab/>
        <w:t>2.025e0</w:t>
      </w:r>
    </w:p>
    <w:p w:rsidR="00E00D30" w:rsidRDefault="00E00D30" w:rsidP="00E00D30">
      <w:r>
        <w:t>134.8713</w:t>
      </w:r>
      <w:r>
        <w:tab/>
        <w:t>2.025e0</w:t>
      </w:r>
    </w:p>
    <w:p w:rsidR="00E00D30" w:rsidRDefault="00E00D30" w:rsidP="00E00D30">
      <w:r>
        <w:t>134.8793</w:t>
      </w:r>
      <w:r>
        <w:tab/>
        <w:t>2.025e0</w:t>
      </w:r>
    </w:p>
    <w:p w:rsidR="00E00D30" w:rsidRDefault="00E00D30" w:rsidP="00E00D30">
      <w:r>
        <w:t>134.8882</w:t>
      </w:r>
      <w:r>
        <w:tab/>
        <w:t>1.013e0</w:t>
      </w:r>
    </w:p>
    <w:p w:rsidR="00E00D30" w:rsidRDefault="00E00D30" w:rsidP="00E00D30">
      <w:r>
        <w:t>134.8944</w:t>
      </w:r>
      <w:r>
        <w:tab/>
        <w:t>2.025e0</w:t>
      </w:r>
    </w:p>
    <w:p w:rsidR="00E00D30" w:rsidRDefault="00E00D30" w:rsidP="00E00D30">
      <w:r>
        <w:lastRenderedPageBreak/>
        <w:t>134.8975</w:t>
      </w:r>
      <w:r>
        <w:tab/>
        <w:t>1.013e0</w:t>
      </w:r>
    </w:p>
    <w:p w:rsidR="00E00D30" w:rsidRDefault="00E00D30" w:rsidP="00E00D30">
      <w:r>
        <w:t>134.9131</w:t>
      </w:r>
      <w:r>
        <w:tab/>
        <w:t>1.013e0</w:t>
      </w:r>
    </w:p>
    <w:p w:rsidR="00E00D30" w:rsidRDefault="00E00D30" w:rsidP="00E00D30">
      <w:r>
        <w:t>134.9210</w:t>
      </w:r>
      <w:r>
        <w:tab/>
        <w:t>5.063e0</w:t>
      </w:r>
    </w:p>
    <w:p w:rsidR="00E00D30" w:rsidRDefault="00E00D30" w:rsidP="00E00D30">
      <w:r>
        <w:t>134.9350</w:t>
      </w:r>
      <w:r>
        <w:tab/>
        <w:t>3.038e0</w:t>
      </w:r>
    </w:p>
    <w:p w:rsidR="00E00D30" w:rsidRDefault="00E00D30" w:rsidP="00E00D30">
      <w:r>
        <w:t>134.9532</w:t>
      </w:r>
      <w:r>
        <w:tab/>
        <w:t>2.025e0</w:t>
      </w:r>
    </w:p>
    <w:p w:rsidR="00E00D30" w:rsidRDefault="00E00D30" w:rsidP="00E00D30">
      <w:r>
        <w:t>134.9562</w:t>
      </w:r>
      <w:r>
        <w:tab/>
        <w:t>1.013e0</w:t>
      </w:r>
    </w:p>
    <w:p w:rsidR="00E00D30" w:rsidRDefault="00E00D30" w:rsidP="00E00D30">
      <w:r>
        <w:t>134.9671</w:t>
      </w:r>
      <w:r>
        <w:tab/>
        <w:t>2.025e0</w:t>
      </w:r>
    </w:p>
    <w:p w:rsidR="00E00D30" w:rsidRDefault="00E00D30" w:rsidP="00E00D30">
      <w:r>
        <w:t>134.9684</w:t>
      </w:r>
      <w:r>
        <w:tab/>
        <w:t>1.013e0</w:t>
      </w:r>
    </w:p>
    <w:p w:rsidR="00E00D30" w:rsidRDefault="00E00D30" w:rsidP="00E00D30">
      <w:r>
        <w:t>134.9809</w:t>
      </w:r>
      <w:r>
        <w:tab/>
        <w:t>1.013e0</w:t>
      </w:r>
    </w:p>
    <w:p w:rsidR="00E00D30" w:rsidRDefault="00E00D30" w:rsidP="00E00D30">
      <w:r>
        <w:t>134.9841</w:t>
      </w:r>
      <w:r>
        <w:tab/>
        <w:t>2.025e0</w:t>
      </w:r>
    </w:p>
    <w:p w:rsidR="00E00D30" w:rsidRDefault="00E00D30" w:rsidP="00E00D30">
      <w:r>
        <w:t>134.9963</w:t>
      </w:r>
      <w:r>
        <w:tab/>
        <w:t>1.013e0</w:t>
      </w:r>
    </w:p>
    <w:p w:rsidR="00E00D30" w:rsidRDefault="00E00D30" w:rsidP="00E00D30">
      <w:r>
        <w:t>135.0026</w:t>
      </w:r>
      <w:r>
        <w:tab/>
        <w:t>1.013e0</w:t>
      </w:r>
    </w:p>
    <w:p w:rsidR="00E00D30" w:rsidRDefault="00E00D30" w:rsidP="00E00D30">
      <w:r>
        <w:t>135.0213</w:t>
      </w:r>
      <w:r>
        <w:tab/>
        <w:t>1.013e0</w:t>
      </w:r>
    </w:p>
    <w:p w:rsidR="00E00D30" w:rsidRDefault="00E00D30" w:rsidP="00E00D30">
      <w:r>
        <w:t>135.0239</w:t>
      </w:r>
      <w:r>
        <w:tab/>
        <w:t>2.025e0</w:t>
      </w:r>
    </w:p>
    <w:p w:rsidR="00E00D30" w:rsidRDefault="00E00D30" w:rsidP="00E00D30">
      <w:r>
        <w:t>135.0336</w:t>
      </w:r>
      <w:r>
        <w:tab/>
        <w:t>1.013e0</w:t>
      </w:r>
    </w:p>
    <w:p w:rsidR="00E00D30" w:rsidRDefault="00E00D30" w:rsidP="00E00D30">
      <w:r>
        <w:t>135.0460</w:t>
      </w:r>
      <w:r>
        <w:tab/>
        <w:t>1.013e0</w:t>
      </w:r>
    </w:p>
    <w:p w:rsidR="00E00D30" w:rsidRDefault="00E00D30" w:rsidP="00E00D30">
      <w:r>
        <w:t>135.0492</w:t>
      </w:r>
      <w:r>
        <w:tab/>
        <w:t>1.013e0</w:t>
      </w:r>
    </w:p>
    <w:p w:rsidR="00E00D30" w:rsidRDefault="00E00D30" w:rsidP="00E00D30">
      <w:r>
        <w:t>135.0701</w:t>
      </w:r>
      <w:r>
        <w:tab/>
        <w:t>9.009e0</w:t>
      </w:r>
    </w:p>
    <w:p w:rsidR="00E00D30" w:rsidRDefault="00E00D30" w:rsidP="00E00D30">
      <w:r>
        <w:t>135.0728</w:t>
      </w:r>
      <w:r>
        <w:tab/>
        <w:t>1.377e1</w:t>
      </w:r>
    </w:p>
    <w:p w:rsidR="00E00D30" w:rsidRDefault="00E00D30" w:rsidP="00E00D30">
      <w:r>
        <w:lastRenderedPageBreak/>
        <w:t>135.0750</w:t>
      </w:r>
      <w:r>
        <w:tab/>
        <w:t>5.285e1</w:t>
      </w:r>
    </w:p>
    <w:p w:rsidR="00E00D30" w:rsidRDefault="00E00D30" w:rsidP="00E00D30">
      <w:r>
        <w:t>135.0761</w:t>
      </w:r>
      <w:r>
        <w:tab/>
        <w:t>1.519e1</w:t>
      </w:r>
    </w:p>
    <w:p w:rsidR="00E00D30" w:rsidRDefault="00E00D30" w:rsidP="00E00D30">
      <w:r>
        <w:t>135.0771</w:t>
      </w:r>
      <w:r>
        <w:tab/>
        <w:t>1.519e1</w:t>
      </w:r>
    </w:p>
    <w:p w:rsidR="00E00D30" w:rsidRDefault="00E00D30" w:rsidP="00E00D30">
      <w:r>
        <w:t>135.0847</w:t>
      </w:r>
      <w:r>
        <w:tab/>
        <w:t>4.555e0</w:t>
      </w:r>
    </w:p>
    <w:p w:rsidR="00E00D30" w:rsidRDefault="00E00D30" w:rsidP="00E00D30">
      <w:r>
        <w:t>135.0891</w:t>
      </w:r>
      <w:r>
        <w:tab/>
        <w:t>1.013e1</w:t>
      </w:r>
    </w:p>
    <w:p w:rsidR="00E00D30" w:rsidRDefault="00E00D30" w:rsidP="00E00D30">
      <w:r>
        <w:t>135.0937</w:t>
      </w:r>
      <w:r>
        <w:tab/>
        <w:t>4.051e0</w:t>
      </w:r>
    </w:p>
    <w:p w:rsidR="00E00D30" w:rsidRDefault="00E00D30" w:rsidP="00E00D30">
      <w:r>
        <w:t>135.1073</w:t>
      </w:r>
      <w:r>
        <w:tab/>
        <w:t>2.025e0</w:t>
      </w:r>
    </w:p>
    <w:p w:rsidR="00E00D30" w:rsidRDefault="00E00D30" w:rsidP="00E00D30">
      <w:r>
        <w:t>135.1138</w:t>
      </w:r>
      <w:r>
        <w:tab/>
        <w:t>1.013e0</w:t>
      </w:r>
    </w:p>
    <w:p w:rsidR="00E00D30" w:rsidRDefault="00E00D30" w:rsidP="00E00D30">
      <w:r>
        <w:t>135.1199</w:t>
      </w:r>
      <w:r>
        <w:tab/>
        <w:t>1.013e0</w:t>
      </w:r>
    </w:p>
    <w:p w:rsidR="00E00D30" w:rsidRDefault="00E00D30" w:rsidP="00E00D30">
      <w:r>
        <w:t>135.1217</w:t>
      </w:r>
      <w:r>
        <w:tab/>
        <w:t>2.116e0</w:t>
      </w:r>
    </w:p>
    <w:p w:rsidR="00E00D30" w:rsidRDefault="00E00D30" w:rsidP="00E00D30">
      <w:r>
        <w:t>135.1262</w:t>
      </w:r>
      <w:r>
        <w:tab/>
        <w:t>1.013e0</w:t>
      </w:r>
    </w:p>
    <w:p w:rsidR="00E00D30" w:rsidRDefault="00E00D30" w:rsidP="00E00D30">
      <w:r>
        <w:t>135.1279</w:t>
      </w:r>
      <w:r>
        <w:tab/>
        <w:t>2.025e0</w:t>
      </w:r>
    </w:p>
    <w:p w:rsidR="00E00D30" w:rsidRDefault="00E00D30" w:rsidP="00E00D30">
      <w:r>
        <w:t>135.1447</w:t>
      </w:r>
      <w:r>
        <w:tab/>
        <w:t>2.025e0</w:t>
      </w:r>
    </w:p>
    <w:p w:rsidR="00E00D30" w:rsidRDefault="00E00D30" w:rsidP="00E00D30">
      <w:r>
        <w:t>135.1509</w:t>
      </w:r>
      <w:r>
        <w:tab/>
        <w:t>1.013e0</w:t>
      </w:r>
    </w:p>
    <w:p w:rsidR="00E00D30" w:rsidRDefault="00E00D30" w:rsidP="00E00D30">
      <w:r>
        <w:t>135.1574</w:t>
      </w:r>
      <w:r>
        <w:tab/>
        <w:t>2.025e0</w:t>
      </w:r>
    </w:p>
    <w:p w:rsidR="00E00D30" w:rsidRDefault="00E00D30" w:rsidP="00E00D30">
      <w:r>
        <w:t>135.1882</w:t>
      </w:r>
      <w:r>
        <w:tab/>
        <w:t>1.013e0</w:t>
      </w:r>
    </w:p>
    <w:p w:rsidR="00E00D30" w:rsidRDefault="00E00D30" w:rsidP="00E00D30">
      <w:r>
        <w:t>135.1938</w:t>
      </w:r>
      <w:r>
        <w:tab/>
        <w:t>1.013e0</w:t>
      </w:r>
    </w:p>
    <w:p w:rsidR="00E00D30" w:rsidRDefault="00E00D30" w:rsidP="00E00D30">
      <w:r>
        <w:t>135.2051</w:t>
      </w:r>
      <w:r>
        <w:tab/>
        <w:t>2.025e0</w:t>
      </w:r>
    </w:p>
    <w:p w:rsidR="00E00D30" w:rsidRDefault="00E00D30" w:rsidP="00E00D30">
      <w:r>
        <w:t>135.2065</w:t>
      </w:r>
      <w:r>
        <w:tab/>
        <w:t>1.013e0</w:t>
      </w:r>
    </w:p>
    <w:p w:rsidR="00E00D30" w:rsidRDefault="00E00D30" w:rsidP="00E00D30">
      <w:r>
        <w:lastRenderedPageBreak/>
        <w:t>135.2096</w:t>
      </w:r>
      <w:r>
        <w:tab/>
        <w:t>2.025e0</w:t>
      </w:r>
    </w:p>
    <w:p w:rsidR="00E00D30" w:rsidRDefault="00E00D30" w:rsidP="00E00D30">
      <w:r>
        <w:t>135.2248</w:t>
      </w:r>
      <w:r>
        <w:tab/>
        <w:t>2.025e0</w:t>
      </w:r>
    </w:p>
    <w:p w:rsidR="00E00D30" w:rsidRDefault="00E00D30" w:rsidP="00E00D30">
      <w:r>
        <w:t>135.2311</w:t>
      </w:r>
      <w:r>
        <w:tab/>
        <w:t>1.013e0</w:t>
      </w:r>
    </w:p>
    <w:p w:rsidR="00E00D30" w:rsidRDefault="00E00D30" w:rsidP="00E00D30">
      <w:r>
        <w:t>135.2344</w:t>
      </w:r>
      <w:r>
        <w:tab/>
        <w:t>2.025e0</w:t>
      </w:r>
    </w:p>
    <w:p w:rsidR="00E00D30" w:rsidRDefault="00E00D30" w:rsidP="00E00D30">
      <w:r>
        <w:t>135.2436</w:t>
      </w:r>
      <w:r>
        <w:tab/>
        <w:t>1.013e0</w:t>
      </w:r>
    </w:p>
    <w:p w:rsidR="00E00D30" w:rsidRDefault="00E00D30" w:rsidP="00E00D30">
      <w:r>
        <w:t>135.2528</w:t>
      </w:r>
      <w:r>
        <w:tab/>
        <w:t>1.013e0</w:t>
      </w:r>
    </w:p>
    <w:p w:rsidR="00E00D30" w:rsidRDefault="00E00D30" w:rsidP="00E00D30">
      <w:r>
        <w:t>135.2623</w:t>
      </w:r>
      <w:r>
        <w:tab/>
        <w:t>1.013e0</w:t>
      </w:r>
    </w:p>
    <w:p w:rsidR="00E00D30" w:rsidRDefault="00E00D30" w:rsidP="00E00D30">
      <w:r>
        <w:t>135.2715</w:t>
      </w:r>
      <w:r>
        <w:tab/>
        <w:t>2.025e0</w:t>
      </w:r>
    </w:p>
    <w:p w:rsidR="00E00D30" w:rsidRDefault="00E00D30" w:rsidP="00E00D30">
      <w:r>
        <w:t>135.2807</w:t>
      </w:r>
      <w:r>
        <w:tab/>
        <w:t>1.013e0</w:t>
      </w:r>
    </w:p>
    <w:p w:rsidR="00E00D30" w:rsidRDefault="00E00D30" w:rsidP="00E00D30">
      <w:r>
        <w:t>135.3053</w:t>
      </w:r>
      <w:r>
        <w:tab/>
        <w:t>1.013e0</w:t>
      </w:r>
    </w:p>
    <w:p w:rsidR="00E00D30" w:rsidRDefault="00E00D30" w:rsidP="00E00D30">
      <w:r>
        <w:t>135.3083</w:t>
      </w:r>
      <w:r>
        <w:tab/>
        <w:t>1.013e0</w:t>
      </w:r>
    </w:p>
    <w:p w:rsidR="00E00D30" w:rsidRDefault="00E00D30" w:rsidP="00E00D30">
      <w:r>
        <w:t>135.3146</w:t>
      </w:r>
      <w:r>
        <w:tab/>
        <w:t>1.013e0</w:t>
      </w:r>
    </w:p>
    <w:p w:rsidR="00E00D30" w:rsidRDefault="00E00D30" w:rsidP="00E00D30">
      <w:r>
        <w:t>135.3411</w:t>
      </w:r>
      <w:r>
        <w:tab/>
        <w:t>2.025e0</w:t>
      </w:r>
    </w:p>
    <w:p w:rsidR="00E00D30" w:rsidRDefault="00E00D30" w:rsidP="00E00D30">
      <w:r>
        <w:t>135.3425</w:t>
      </w:r>
      <w:r>
        <w:tab/>
        <w:t>1.013e0</w:t>
      </w:r>
    </w:p>
    <w:p w:rsidR="00E00D30" w:rsidRDefault="00E00D30" w:rsidP="00E00D30">
      <w:r>
        <w:t>135.3488</w:t>
      </w:r>
      <w:r>
        <w:tab/>
        <w:t>1.013e0</w:t>
      </w:r>
    </w:p>
    <w:p w:rsidR="00E00D30" w:rsidRDefault="00E00D30" w:rsidP="00E00D30">
      <w:r>
        <w:t>135.3503</w:t>
      </w:r>
      <w:r>
        <w:tab/>
        <w:t>2.025e0</w:t>
      </w:r>
    </w:p>
    <w:p w:rsidR="00E00D30" w:rsidRDefault="00E00D30" w:rsidP="00E00D30">
      <w:r>
        <w:t>135.3719</w:t>
      </w:r>
      <w:r>
        <w:tab/>
        <w:t>2.025e0</w:t>
      </w:r>
    </w:p>
    <w:p w:rsidR="00E00D30" w:rsidRDefault="00E00D30" w:rsidP="00E00D30">
      <w:r>
        <w:t>135.3799</w:t>
      </w:r>
      <w:r>
        <w:tab/>
        <w:t>2.025e0</w:t>
      </w:r>
    </w:p>
    <w:p w:rsidR="00E00D30" w:rsidRDefault="00E00D30" w:rsidP="00E00D30">
      <w:r>
        <w:t>135.3920</w:t>
      </w:r>
      <w:r>
        <w:tab/>
        <w:t>1.013e0</w:t>
      </w:r>
    </w:p>
    <w:p w:rsidR="00E00D30" w:rsidRDefault="00E00D30" w:rsidP="00E00D30">
      <w:r>
        <w:lastRenderedPageBreak/>
        <w:t>135.3949</w:t>
      </w:r>
      <w:r>
        <w:tab/>
        <w:t>1.013e0</w:t>
      </w:r>
    </w:p>
    <w:p w:rsidR="00E00D30" w:rsidRDefault="00E00D30" w:rsidP="00E00D30">
      <w:r>
        <w:t>135.4079</w:t>
      </w:r>
      <w:r>
        <w:tab/>
        <w:t>1.013e0</w:t>
      </w:r>
    </w:p>
    <w:p w:rsidR="00E00D30" w:rsidRDefault="00E00D30" w:rsidP="00E00D30">
      <w:r>
        <w:t>135.4227</w:t>
      </w:r>
      <w:r>
        <w:tab/>
        <w:t>1.013e0</w:t>
      </w:r>
    </w:p>
    <w:p w:rsidR="00E00D30" w:rsidRDefault="00E00D30" w:rsidP="00E00D30">
      <w:r>
        <w:t>135.4475</w:t>
      </w:r>
      <w:r>
        <w:tab/>
        <w:t>1.013e0</w:t>
      </w:r>
    </w:p>
    <w:p w:rsidR="00E00D30" w:rsidRDefault="00E00D30" w:rsidP="00E00D30">
      <w:r>
        <w:t>135.4506</w:t>
      </w:r>
      <w:r>
        <w:tab/>
        <w:t>1.013e0</w:t>
      </w:r>
    </w:p>
    <w:p w:rsidR="00E00D30" w:rsidRDefault="00E00D30" w:rsidP="00E00D30">
      <w:r>
        <w:t>135.4816</w:t>
      </w:r>
      <w:r>
        <w:tab/>
        <w:t>1.013e0</w:t>
      </w:r>
    </w:p>
    <w:p w:rsidR="00E00D30" w:rsidRDefault="00E00D30" w:rsidP="00E00D30">
      <w:r>
        <w:t>135.4881</w:t>
      </w:r>
      <w:r>
        <w:tab/>
        <w:t>2.025e0</w:t>
      </w:r>
    </w:p>
    <w:p w:rsidR="00E00D30" w:rsidRDefault="00E00D30" w:rsidP="00E00D30">
      <w:r>
        <w:t>135.4942</w:t>
      </w:r>
      <w:r>
        <w:tab/>
        <w:t>1.013e0</w:t>
      </w:r>
    </w:p>
    <w:p w:rsidR="00E00D30" w:rsidRDefault="00E00D30" w:rsidP="00E00D30">
      <w:r>
        <w:t>135.5049</w:t>
      </w:r>
      <w:r>
        <w:tab/>
        <w:t>2.025e0</w:t>
      </w:r>
    </w:p>
    <w:p w:rsidR="00E00D30" w:rsidRDefault="00E00D30" w:rsidP="00E00D30">
      <w:r>
        <w:t>135.5247</w:t>
      </w:r>
      <w:r>
        <w:tab/>
        <w:t>2.025e0</w:t>
      </w:r>
    </w:p>
    <w:p w:rsidR="00E00D30" w:rsidRDefault="00E00D30" w:rsidP="00E00D30">
      <w:r>
        <w:t>135.5341</w:t>
      </w:r>
      <w:r>
        <w:tab/>
        <w:t>2.025e0</w:t>
      </w:r>
    </w:p>
    <w:p w:rsidR="00E00D30" w:rsidRDefault="00E00D30" w:rsidP="00E00D30">
      <w:r>
        <w:t>135.5651</w:t>
      </w:r>
      <w:r>
        <w:tab/>
        <w:t>1.013e0</w:t>
      </w:r>
    </w:p>
    <w:p w:rsidR="00E00D30" w:rsidRDefault="00E00D30" w:rsidP="00E00D30">
      <w:r>
        <w:t>135.5683</w:t>
      </w:r>
      <w:r>
        <w:tab/>
        <w:t>2.025e0</w:t>
      </w:r>
    </w:p>
    <w:p w:rsidR="00E00D30" w:rsidRDefault="00E00D30" w:rsidP="00E00D30">
      <w:r>
        <w:t>135.5694</w:t>
      </w:r>
      <w:r>
        <w:tab/>
        <w:t>4.051e0</w:t>
      </w:r>
    </w:p>
    <w:p w:rsidR="00E00D30" w:rsidRDefault="00E00D30" w:rsidP="00E00D30">
      <w:r>
        <w:t>135.5715</w:t>
      </w:r>
      <w:r>
        <w:tab/>
        <w:t>2.025e0</w:t>
      </w:r>
    </w:p>
    <w:p w:rsidR="00E00D30" w:rsidRDefault="00E00D30" w:rsidP="00E00D30">
      <w:r>
        <w:t>135.5738</w:t>
      </w:r>
      <w:r>
        <w:tab/>
        <w:t>4.051e0</w:t>
      </w:r>
    </w:p>
    <w:p w:rsidR="00E00D30" w:rsidRDefault="00E00D30" w:rsidP="00E00D30">
      <w:r>
        <w:t>135.5779</w:t>
      </w:r>
      <w:r>
        <w:tab/>
        <w:t>1.013e0</w:t>
      </w:r>
    </w:p>
    <w:p w:rsidR="00E00D30" w:rsidRDefault="00E00D30" w:rsidP="00E00D30">
      <w:r>
        <w:t>135.5791</w:t>
      </w:r>
      <w:r>
        <w:tab/>
        <w:t>2.025e0</w:t>
      </w:r>
    </w:p>
    <w:p w:rsidR="00E00D30" w:rsidRDefault="00E00D30" w:rsidP="00E00D30">
      <w:r>
        <w:t>135.5834</w:t>
      </w:r>
      <w:r>
        <w:tab/>
        <w:t>1.013e0</w:t>
      </w:r>
    </w:p>
    <w:p w:rsidR="00E00D30" w:rsidRDefault="00E00D30" w:rsidP="00E00D30">
      <w:r>
        <w:lastRenderedPageBreak/>
        <w:t>135.5929</w:t>
      </w:r>
      <w:r>
        <w:tab/>
        <w:t>1.013e0</w:t>
      </w:r>
    </w:p>
    <w:p w:rsidR="00E00D30" w:rsidRDefault="00E00D30" w:rsidP="00E00D30">
      <w:r>
        <w:t>135.6026</w:t>
      </w:r>
      <w:r>
        <w:tab/>
        <w:t>1.013e0</w:t>
      </w:r>
    </w:p>
    <w:p w:rsidR="00E00D30" w:rsidRDefault="00E00D30" w:rsidP="00E00D30">
      <w:r>
        <w:t>135.6083</w:t>
      </w:r>
      <w:r>
        <w:tab/>
        <w:t>1.013e0</w:t>
      </w:r>
    </w:p>
    <w:p w:rsidR="00E00D30" w:rsidRDefault="00E00D30" w:rsidP="00E00D30">
      <w:r>
        <w:t>135.6210</w:t>
      </w:r>
      <w:r>
        <w:tab/>
        <w:t>1.013e0</w:t>
      </w:r>
    </w:p>
    <w:p w:rsidR="00E00D30" w:rsidRDefault="00E00D30" w:rsidP="00E00D30">
      <w:r>
        <w:t>135.6240</w:t>
      </w:r>
      <w:r>
        <w:tab/>
        <w:t>1.013e0</w:t>
      </w:r>
    </w:p>
    <w:p w:rsidR="00E00D30" w:rsidRDefault="00E00D30" w:rsidP="00E00D30">
      <w:r>
        <w:t>135.6272</w:t>
      </w:r>
      <w:r>
        <w:tab/>
        <w:t>1.013e0</w:t>
      </w:r>
    </w:p>
    <w:p w:rsidR="00E00D30" w:rsidRDefault="00E00D30" w:rsidP="00E00D30">
      <w:r>
        <w:t>135.6390</w:t>
      </w:r>
      <w:r>
        <w:tab/>
        <w:t>1.013e0</w:t>
      </w:r>
    </w:p>
    <w:p w:rsidR="00E00D30" w:rsidRDefault="00E00D30" w:rsidP="00E00D30">
      <w:r>
        <w:t>135.6550</w:t>
      </w:r>
      <w:r>
        <w:tab/>
        <w:t>1.013e0</w:t>
      </w:r>
    </w:p>
    <w:p w:rsidR="00E00D30" w:rsidRDefault="00E00D30" w:rsidP="00E00D30">
      <w:r>
        <w:t>135.6614</w:t>
      </w:r>
      <w:r>
        <w:tab/>
        <w:t>1.013e0</w:t>
      </w:r>
    </w:p>
    <w:p w:rsidR="00E00D30" w:rsidRDefault="00E00D30" w:rsidP="00E00D30">
      <w:r>
        <w:t>135.6797</w:t>
      </w:r>
      <w:r>
        <w:tab/>
        <w:t>1.013e0</w:t>
      </w:r>
    </w:p>
    <w:p w:rsidR="00E00D30" w:rsidRDefault="00E00D30" w:rsidP="00E00D30">
      <w:r>
        <w:t>135.6980</w:t>
      </w:r>
      <w:r>
        <w:tab/>
        <w:t>1.013e0</w:t>
      </w:r>
    </w:p>
    <w:p w:rsidR="00E00D30" w:rsidRDefault="00E00D30" w:rsidP="00E00D30">
      <w:r>
        <w:t>135.7226</w:t>
      </w:r>
      <w:r>
        <w:tab/>
        <w:t>2.025e0</w:t>
      </w:r>
    </w:p>
    <w:p w:rsidR="00E00D30" w:rsidRDefault="00E00D30" w:rsidP="00E00D30">
      <w:r>
        <w:t>135.7288</w:t>
      </w:r>
      <w:r>
        <w:tab/>
        <w:t>3.038e0</w:t>
      </w:r>
    </w:p>
    <w:p w:rsidR="00E00D30" w:rsidRDefault="00E00D30" w:rsidP="00E00D30">
      <w:r>
        <w:t>135.7388</w:t>
      </w:r>
      <w:r>
        <w:tab/>
        <w:t>1.013e0</w:t>
      </w:r>
    </w:p>
    <w:p w:rsidR="00E00D30" w:rsidRDefault="00E00D30" w:rsidP="00E00D30">
      <w:r>
        <w:t>135.7505</w:t>
      </w:r>
      <w:r>
        <w:tab/>
        <w:t>3.038e0</w:t>
      </w:r>
    </w:p>
    <w:p w:rsidR="00E00D30" w:rsidRDefault="00E00D30" w:rsidP="00E00D30">
      <w:r>
        <w:t>135.7665</w:t>
      </w:r>
      <w:r>
        <w:tab/>
        <w:t>1.013e0</w:t>
      </w:r>
    </w:p>
    <w:p w:rsidR="00E00D30" w:rsidRDefault="00E00D30" w:rsidP="00E00D30">
      <w:r>
        <w:t>135.7729</w:t>
      </w:r>
      <w:r>
        <w:tab/>
        <w:t>1.013e0</w:t>
      </w:r>
    </w:p>
    <w:p w:rsidR="00E00D30" w:rsidRDefault="00E00D30" w:rsidP="00E00D30">
      <w:r>
        <w:t>135.7944</w:t>
      </w:r>
      <w:r>
        <w:tab/>
        <w:t>2.025e0</w:t>
      </w:r>
    </w:p>
    <w:p w:rsidR="00E00D30" w:rsidRDefault="00E00D30" w:rsidP="00E00D30">
      <w:r>
        <w:t>135.7975</w:t>
      </w:r>
      <w:r>
        <w:tab/>
        <w:t>1.013e0</w:t>
      </w:r>
    </w:p>
    <w:p w:rsidR="00E00D30" w:rsidRDefault="00E00D30" w:rsidP="00E00D30">
      <w:r>
        <w:lastRenderedPageBreak/>
        <w:t>135.8531</w:t>
      </w:r>
      <w:r>
        <w:tab/>
        <w:t>3.038e0</w:t>
      </w:r>
    </w:p>
    <w:p w:rsidR="00E00D30" w:rsidRDefault="00E00D30" w:rsidP="00E00D30">
      <w:r>
        <w:t>135.8595</w:t>
      </w:r>
      <w:r>
        <w:tab/>
        <w:t>1.013e0</w:t>
      </w:r>
    </w:p>
    <w:p w:rsidR="00E00D30" w:rsidRDefault="00E00D30" w:rsidP="00E00D30">
      <w:r>
        <w:t>135.8622</w:t>
      </w:r>
      <w:r>
        <w:tab/>
        <w:t>1.013e0</w:t>
      </w:r>
    </w:p>
    <w:p w:rsidR="00E00D30" w:rsidRDefault="00E00D30" w:rsidP="00E00D30">
      <w:r>
        <w:t>135.8779</w:t>
      </w:r>
      <w:r>
        <w:tab/>
        <w:t>1.013e0</w:t>
      </w:r>
    </w:p>
    <w:p w:rsidR="00E00D30" w:rsidRDefault="00E00D30" w:rsidP="00E00D30">
      <w:r>
        <w:t>135.8845</w:t>
      </w:r>
      <w:r>
        <w:tab/>
        <w:t>1.013e0</w:t>
      </w:r>
    </w:p>
    <w:p w:rsidR="00E00D30" w:rsidRDefault="00E00D30" w:rsidP="00E00D30">
      <w:r>
        <w:t>135.8873</w:t>
      </w:r>
      <w:r>
        <w:tab/>
        <w:t>1.013e0</w:t>
      </w:r>
    </w:p>
    <w:p w:rsidR="00E00D30" w:rsidRDefault="00E00D30" w:rsidP="00E00D30">
      <w:r>
        <w:t>135.8902</w:t>
      </w:r>
      <w:r>
        <w:tab/>
        <w:t>1.013e0</w:t>
      </w:r>
    </w:p>
    <w:p w:rsidR="00E00D30" w:rsidRDefault="00E00D30" w:rsidP="00E00D30">
      <w:r>
        <w:t>135.9210</w:t>
      </w:r>
      <w:r>
        <w:tab/>
        <w:t>3.038e0</w:t>
      </w:r>
    </w:p>
    <w:p w:rsidR="00E00D30" w:rsidRDefault="00E00D30" w:rsidP="00E00D30">
      <w:r>
        <w:t>135.9368</w:t>
      </w:r>
      <w:r>
        <w:tab/>
        <w:t>2.025e0</w:t>
      </w:r>
    </w:p>
    <w:p w:rsidR="00E00D30" w:rsidRDefault="00E00D30" w:rsidP="00E00D30">
      <w:r>
        <w:t>135.9713</w:t>
      </w:r>
      <w:r>
        <w:tab/>
        <w:t>1.013e0</w:t>
      </w:r>
    </w:p>
    <w:p w:rsidR="00E00D30" w:rsidRDefault="00E00D30" w:rsidP="00E00D30">
      <w:r>
        <w:t>135.9739</w:t>
      </w:r>
      <w:r>
        <w:tab/>
        <w:t>1.013e0</w:t>
      </w:r>
    </w:p>
    <w:p w:rsidR="00E00D30" w:rsidRDefault="00E00D30" w:rsidP="00E00D30">
      <w:r>
        <w:t>135.9894</w:t>
      </w:r>
      <w:r>
        <w:tab/>
        <w:t>1.013e0</w:t>
      </w:r>
    </w:p>
    <w:p w:rsidR="00E00D30" w:rsidRDefault="00E00D30" w:rsidP="00E00D30">
      <w:r>
        <w:t>135.9993</w:t>
      </w:r>
      <w:r>
        <w:tab/>
        <w:t>1.013e0</w:t>
      </w:r>
    </w:p>
    <w:p w:rsidR="00E00D30" w:rsidRDefault="00E00D30" w:rsidP="00E00D30">
      <w:r>
        <w:t>136.0144</w:t>
      </w:r>
      <w:r>
        <w:tab/>
        <w:t>1.013e0</w:t>
      </w:r>
    </w:p>
    <w:p w:rsidR="00E00D30" w:rsidRDefault="00E00D30" w:rsidP="00E00D30">
      <w:r>
        <w:t>136.0271</w:t>
      </w:r>
      <w:r>
        <w:tab/>
        <w:t>1.013e0</w:t>
      </w:r>
    </w:p>
    <w:p w:rsidR="00E00D30" w:rsidRDefault="00E00D30" w:rsidP="00E00D30">
      <w:r>
        <w:t>136.0297</w:t>
      </w:r>
      <w:r>
        <w:tab/>
        <w:t>1.013e0</w:t>
      </w:r>
    </w:p>
    <w:p w:rsidR="00E00D30" w:rsidRDefault="00E00D30" w:rsidP="00E00D30">
      <w:r>
        <w:t>136.0325</w:t>
      </w:r>
      <w:r>
        <w:tab/>
        <w:t>2.025e0</w:t>
      </w:r>
    </w:p>
    <w:p w:rsidR="00E00D30" w:rsidRDefault="00E00D30" w:rsidP="00E00D30">
      <w:r>
        <w:t>136.0486</w:t>
      </w:r>
      <w:r>
        <w:tab/>
        <w:t>1.013e0</w:t>
      </w:r>
    </w:p>
    <w:p w:rsidR="00E00D30" w:rsidRDefault="00E00D30" w:rsidP="00E00D30">
      <w:r>
        <w:t>136.0516</w:t>
      </w:r>
      <w:r>
        <w:tab/>
        <w:t>1.013e0</w:t>
      </w:r>
    </w:p>
    <w:p w:rsidR="00E00D30" w:rsidRDefault="00E00D30" w:rsidP="00E00D30">
      <w:r>
        <w:lastRenderedPageBreak/>
        <w:t>136.0685</w:t>
      </w:r>
      <w:r>
        <w:tab/>
        <w:t>8.101e0</w:t>
      </w:r>
    </w:p>
    <w:p w:rsidR="00E00D30" w:rsidRDefault="00E00D30" w:rsidP="00E00D30">
      <w:r>
        <w:t>136.0728</w:t>
      </w:r>
      <w:r>
        <w:tab/>
        <w:t>1.013e1</w:t>
      </w:r>
    </w:p>
    <w:p w:rsidR="00E00D30" w:rsidRDefault="00E00D30" w:rsidP="00E00D30">
      <w:r>
        <w:t>136.0742</w:t>
      </w:r>
      <w:r>
        <w:tab/>
        <w:t>4.051e0</w:t>
      </w:r>
    </w:p>
    <w:p w:rsidR="00E00D30" w:rsidRDefault="00E00D30" w:rsidP="00E00D30">
      <w:r>
        <w:t>136.0752</w:t>
      </w:r>
      <w:r>
        <w:tab/>
        <w:t>8.101e0</w:t>
      </w:r>
    </w:p>
    <w:p w:rsidR="00E00D30" w:rsidRDefault="00E00D30" w:rsidP="00E00D30">
      <w:r>
        <w:t>136.0821</w:t>
      </w:r>
      <w:r>
        <w:tab/>
        <w:t>6.903e0</w:t>
      </w:r>
    </w:p>
    <w:p w:rsidR="00E00D30" w:rsidRDefault="00E00D30" w:rsidP="00E00D30">
      <w:r>
        <w:t>136.0977</w:t>
      </w:r>
      <w:r>
        <w:tab/>
        <w:t>2.025e0</w:t>
      </w:r>
    </w:p>
    <w:p w:rsidR="00E00D30" w:rsidRDefault="00E00D30" w:rsidP="00E00D30">
      <w:r>
        <w:t>136.1096</w:t>
      </w:r>
      <w:r>
        <w:tab/>
        <w:t>1.215e1</w:t>
      </w:r>
    </w:p>
    <w:p w:rsidR="00E00D30" w:rsidRDefault="00E00D30" w:rsidP="00E00D30">
      <w:r>
        <w:t>136.1115</w:t>
      </w:r>
      <w:r>
        <w:tab/>
        <w:t>2.633e1</w:t>
      </w:r>
    </w:p>
    <w:p w:rsidR="00E00D30" w:rsidRDefault="00E00D30" w:rsidP="00E00D30">
      <w:r>
        <w:t>136.1134</w:t>
      </w:r>
      <w:r>
        <w:tab/>
        <w:t>6.564e1</w:t>
      </w:r>
    </w:p>
    <w:p w:rsidR="00E00D30" w:rsidRDefault="00E00D30" w:rsidP="00E00D30">
      <w:r>
        <w:t>136.1166</w:t>
      </w:r>
      <w:r>
        <w:tab/>
        <w:t>1.679e1</w:t>
      </w:r>
    </w:p>
    <w:p w:rsidR="00E00D30" w:rsidRDefault="00E00D30" w:rsidP="00E00D30">
      <w:r>
        <w:t>136.1181</w:t>
      </w:r>
      <w:r>
        <w:tab/>
        <w:t>7.089e0</w:t>
      </w:r>
    </w:p>
    <w:p w:rsidR="00E00D30" w:rsidRDefault="00E00D30" w:rsidP="00E00D30">
      <w:r>
        <w:t>136.1279</w:t>
      </w:r>
      <w:r>
        <w:tab/>
        <w:t>5.063e0</w:t>
      </w:r>
    </w:p>
    <w:p w:rsidR="00E00D30" w:rsidRDefault="00E00D30" w:rsidP="00E00D30">
      <w:r>
        <w:t>136.1385</w:t>
      </w:r>
      <w:r>
        <w:tab/>
        <w:t>1.013e0</w:t>
      </w:r>
    </w:p>
    <w:p w:rsidR="00E00D30" w:rsidRDefault="00E00D30" w:rsidP="00E00D30">
      <w:r>
        <w:t>136.1416</w:t>
      </w:r>
      <w:r>
        <w:tab/>
        <w:t>2.025e0</w:t>
      </w:r>
    </w:p>
    <w:p w:rsidR="00E00D30" w:rsidRDefault="00E00D30" w:rsidP="00E00D30">
      <w:r>
        <w:t>136.1472</w:t>
      </w:r>
      <w:r>
        <w:tab/>
        <w:t>1.013e0</w:t>
      </w:r>
    </w:p>
    <w:p w:rsidR="00E00D30" w:rsidRDefault="00E00D30" w:rsidP="00E00D30">
      <w:r>
        <w:t>136.1504</w:t>
      </w:r>
      <w:r>
        <w:tab/>
        <w:t>2.025e0</w:t>
      </w:r>
    </w:p>
    <w:p w:rsidR="00E00D30" w:rsidRDefault="00E00D30" w:rsidP="00E00D30">
      <w:r>
        <w:t>136.1567</w:t>
      </w:r>
      <w:r>
        <w:tab/>
        <w:t>1.013e0</w:t>
      </w:r>
    </w:p>
    <w:p w:rsidR="00E00D30" w:rsidRDefault="00E00D30" w:rsidP="00E00D30">
      <w:r>
        <w:t>136.1752</w:t>
      </w:r>
      <w:r>
        <w:tab/>
        <w:t>1.013e0</w:t>
      </w:r>
    </w:p>
    <w:p w:rsidR="00E00D30" w:rsidRDefault="00E00D30" w:rsidP="00E00D30">
      <w:r>
        <w:t>136.1912</w:t>
      </w:r>
      <w:r>
        <w:tab/>
        <w:t>1.013e0</w:t>
      </w:r>
    </w:p>
    <w:p w:rsidR="00E00D30" w:rsidRDefault="00E00D30" w:rsidP="00E00D30">
      <w:r>
        <w:lastRenderedPageBreak/>
        <w:t>136.1944</w:t>
      </w:r>
      <w:r>
        <w:tab/>
        <w:t>1.013e0</w:t>
      </w:r>
    </w:p>
    <w:p w:rsidR="00E00D30" w:rsidRDefault="00E00D30" w:rsidP="00E00D30">
      <w:r>
        <w:t>136.1974</w:t>
      </w:r>
      <w:r>
        <w:tab/>
        <w:t>1.013e0</w:t>
      </w:r>
    </w:p>
    <w:p w:rsidR="00E00D30" w:rsidRDefault="00E00D30" w:rsidP="00E00D30">
      <w:r>
        <w:t>136.2126</w:t>
      </w:r>
      <w:r>
        <w:tab/>
        <w:t>1.013e0</w:t>
      </w:r>
    </w:p>
    <w:p w:rsidR="00E00D30" w:rsidRDefault="00E00D30" w:rsidP="00E00D30">
      <w:r>
        <w:t>136.2157</w:t>
      </w:r>
      <w:r>
        <w:tab/>
        <w:t>1.013e0</w:t>
      </w:r>
    </w:p>
    <w:p w:rsidR="00E00D30" w:rsidRDefault="00E00D30" w:rsidP="00E00D30">
      <w:r>
        <w:t>136.2312</w:t>
      </w:r>
      <w:r>
        <w:tab/>
        <w:t>2.025e0</w:t>
      </w:r>
    </w:p>
    <w:p w:rsidR="00E00D30" w:rsidRDefault="00E00D30" w:rsidP="00E00D30">
      <w:r>
        <w:t>136.2341</w:t>
      </w:r>
      <w:r>
        <w:tab/>
        <w:t>1.013e0</w:t>
      </w:r>
    </w:p>
    <w:p w:rsidR="00E00D30" w:rsidRDefault="00E00D30" w:rsidP="00E00D30">
      <w:r>
        <w:t>136.2406</w:t>
      </w:r>
      <w:r>
        <w:tab/>
        <w:t>2.025e0</w:t>
      </w:r>
    </w:p>
    <w:p w:rsidR="00E00D30" w:rsidRDefault="00E00D30" w:rsidP="00E00D30">
      <w:r>
        <w:t>136.2469</w:t>
      </w:r>
      <w:r>
        <w:tab/>
        <w:t>2.025e0</w:t>
      </w:r>
    </w:p>
    <w:p w:rsidR="00E00D30" w:rsidRDefault="00E00D30" w:rsidP="00E00D30">
      <w:r>
        <w:t>136.2516</w:t>
      </w:r>
      <w:r>
        <w:tab/>
        <w:t>2.025e0</w:t>
      </w:r>
    </w:p>
    <w:p w:rsidR="00E00D30" w:rsidRDefault="00E00D30" w:rsidP="00E00D30">
      <w:r>
        <w:t>136.2576</w:t>
      </w:r>
      <w:r>
        <w:tab/>
        <w:t>2.025e0</w:t>
      </w:r>
    </w:p>
    <w:p w:rsidR="00E00D30" w:rsidRDefault="00E00D30" w:rsidP="00E00D30">
      <w:r>
        <w:t>136.2857</w:t>
      </w:r>
      <w:r>
        <w:tab/>
        <w:t>2.025e0</w:t>
      </w:r>
    </w:p>
    <w:p w:rsidR="00E00D30" w:rsidRDefault="00E00D30" w:rsidP="00E00D30">
      <w:r>
        <w:t>136.2901</w:t>
      </w:r>
      <w:r>
        <w:tab/>
        <w:t>1.013e0</w:t>
      </w:r>
    </w:p>
    <w:p w:rsidR="00E00D30" w:rsidRDefault="00E00D30" w:rsidP="00E00D30">
      <w:r>
        <w:t>136.2930</w:t>
      </w:r>
      <w:r>
        <w:tab/>
        <w:t>1.013e0</w:t>
      </w:r>
    </w:p>
    <w:p w:rsidR="00E00D30" w:rsidRDefault="00E00D30" w:rsidP="00E00D30">
      <w:r>
        <w:t>136.3242</w:t>
      </w:r>
      <w:r>
        <w:tab/>
        <w:t>1.013e0</w:t>
      </w:r>
    </w:p>
    <w:p w:rsidR="00E00D30" w:rsidRDefault="00E00D30" w:rsidP="00E00D30">
      <w:r>
        <w:t>136.3460</w:t>
      </w:r>
      <w:r>
        <w:tab/>
        <w:t>1.013e0</w:t>
      </w:r>
    </w:p>
    <w:p w:rsidR="00E00D30" w:rsidRDefault="00E00D30" w:rsidP="00E00D30">
      <w:r>
        <w:t>136.3489</w:t>
      </w:r>
      <w:r>
        <w:tab/>
        <w:t>1.013e0</w:t>
      </w:r>
    </w:p>
    <w:p w:rsidR="00E00D30" w:rsidRDefault="00E00D30" w:rsidP="00E00D30">
      <w:r>
        <w:t>136.3521</w:t>
      </w:r>
      <w:r>
        <w:tab/>
        <w:t>1.013e0</w:t>
      </w:r>
    </w:p>
    <w:p w:rsidR="00E00D30" w:rsidRDefault="00E00D30" w:rsidP="00E00D30">
      <w:r>
        <w:t>136.3584</w:t>
      </w:r>
      <w:r>
        <w:tab/>
        <w:t>1.013e0</w:t>
      </w:r>
    </w:p>
    <w:p w:rsidR="00E00D30" w:rsidRDefault="00E00D30" w:rsidP="00E00D30">
      <w:r>
        <w:t>136.3800</w:t>
      </w:r>
      <w:r>
        <w:tab/>
        <w:t>1.013e0</w:t>
      </w:r>
    </w:p>
    <w:p w:rsidR="00E00D30" w:rsidRDefault="00E00D30" w:rsidP="00E00D30">
      <w:r>
        <w:lastRenderedPageBreak/>
        <w:t>136.3990</w:t>
      </w:r>
      <w:r>
        <w:tab/>
        <w:t>2.025e0</w:t>
      </w:r>
    </w:p>
    <w:p w:rsidR="00E00D30" w:rsidRDefault="00E00D30" w:rsidP="00E00D30">
      <w:r>
        <w:t>136.4079</w:t>
      </w:r>
      <w:r>
        <w:tab/>
        <w:t>1.013e0</w:t>
      </w:r>
    </w:p>
    <w:p w:rsidR="00E00D30" w:rsidRDefault="00E00D30" w:rsidP="00E00D30">
      <w:r>
        <w:t>136.4111</w:t>
      </w:r>
      <w:r>
        <w:tab/>
        <w:t>2.025e0</w:t>
      </w:r>
    </w:p>
    <w:p w:rsidR="00E00D30" w:rsidRDefault="00E00D30" w:rsidP="00E00D30">
      <w:r>
        <w:t>136.4175</w:t>
      </w:r>
      <w:r>
        <w:tab/>
        <w:t>1.013e0</w:t>
      </w:r>
    </w:p>
    <w:p w:rsidR="00E00D30" w:rsidRDefault="00E00D30" w:rsidP="00E00D30">
      <w:r>
        <w:t>136.4241</w:t>
      </w:r>
      <w:r>
        <w:tab/>
        <w:t>1.013e0</w:t>
      </w:r>
    </w:p>
    <w:p w:rsidR="00E00D30" w:rsidRDefault="00E00D30" w:rsidP="00E00D30">
      <w:r>
        <w:t>136.4326</w:t>
      </w:r>
      <w:r>
        <w:tab/>
        <w:t>1.013e0</w:t>
      </w:r>
    </w:p>
    <w:p w:rsidR="00E00D30" w:rsidRDefault="00E00D30" w:rsidP="00E00D30">
      <w:r>
        <w:t>136.4359</w:t>
      </w:r>
      <w:r>
        <w:tab/>
        <w:t>1.013e0</w:t>
      </w:r>
    </w:p>
    <w:p w:rsidR="00E00D30" w:rsidRDefault="00E00D30" w:rsidP="00E00D30">
      <w:r>
        <w:t>136.4422</w:t>
      </w:r>
      <w:r>
        <w:tab/>
        <w:t>1.013e0</w:t>
      </w:r>
    </w:p>
    <w:p w:rsidR="00E00D30" w:rsidRDefault="00E00D30" w:rsidP="00E00D30">
      <w:r>
        <w:t>136.4486</w:t>
      </w:r>
      <w:r>
        <w:tab/>
        <w:t>1.013e0</w:t>
      </w:r>
    </w:p>
    <w:p w:rsidR="00E00D30" w:rsidRDefault="00E00D30" w:rsidP="00E00D30">
      <w:r>
        <w:t>136.4518</w:t>
      </w:r>
      <w:r>
        <w:tab/>
        <w:t>1.013e0</w:t>
      </w:r>
    </w:p>
    <w:p w:rsidR="00E00D30" w:rsidRDefault="00E00D30" w:rsidP="00E00D30">
      <w:r>
        <w:t>136.4669</w:t>
      </w:r>
      <w:r>
        <w:tab/>
        <w:t>1.013e0</w:t>
      </w:r>
    </w:p>
    <w:p w:rsidR="00E00D30" w:rsidRDefault="00E00D30" w:rsidP="00E00D30">
      <w:r>
        <w:t>136.4829</w:t>
      </w:r>
      <w:r>
        <w:tab/>
        <w:t>1.013e0</w:t>
      </w:r>
    </w:p>
    <w:p w:rsidR="00E00D30" w:rsidRDefault="00E00D30" w:rsidP="00E00D30">
      <w:r>
        <w:t>136.4948</w:t>
      </w:r>
      <w:r>
        <w:tab/>
        <w:t>1.013e0</w:t>
      </w:r>
    </w:p>
    <w:p w:rsidR="00E00D30" w:rsidRDefault="00E00D30" w:rsidP="00E00D30">
      <w:r>
        <w:t>136.5013</w:t>
      </w:r>
      <w:r>
        <w:tab/>
        <w:t>1.013e0</w:t>
      </w:r>
    </w:p>
    <w:p w:rsidR="00E00D30" w:rsidRDefault="00E00D30" w:rsidP="00E00D30">
      <w:r>
        <w:t>136.5356</w:t>
      </w:r>
      <w:r>
        <w:tab/>
        <w:t>2.025e0</w:t>
      </w:r>
    </w:p>
    <w:p w:rsidR="00E00D30" w:rsidRDefault="00E00D30" w:rsidP="00E00D30">
      <w:r>
        <w:t>136.5387</w:t>
      </w:r>
      <w:r>
        <w:tab/>
        <w:t>1.013e0</w:t>
      </w:r>
    </w:p>
    <w:p w:rsidR="00E00D30" w:rsidRDefault="00E00D30" w:rsidP="00E00D30">
      <w:r>
        <w:t>136.5507</w:t>
      </w:r>
      <w:r>
        <w:tab/>
        <w:t>1.013e0</w:t>
      </w:r>
    </w:p>
    <w:p w:rsidR="00E00D30" w:rsidRDefault="00E00D30" w:rsidP="00E00D30">
      <w:r>
        <w:t>136.5605</w:t>
      </w:r>
      <w:r>
        <w:tab/>
        <w:t>1.013e0</w:t>
      </w:r>
    </w:p>
    <w:p w:rsidR="00E00D30" w:rsidRDefault="00E00D30" w:rsidP="00E00D30">
      <w:r>
        <w:t>136.5667</w:t>
      </w:r>
      <w:r>
        <w:tab/>
        <w:t>2.025e0</w:t>
      </w:r>
    </w:p>
    <w:p w:rsidR="00E00D30" w:rsidRDefault="00E00D30" w:rsidP="00E00D30">
      <w:r>
        <w:lastRenderedPageBreak/>
        <w:t>136.5786</w:t>
      </w:r>
      <w:r>
        <w:tab/>
        <w:t>2.025e0</w:t>
      </w:r>
    </w:p>
    <w:p w:rsidR="00E00D30" w:rsidRDefault="00E00D30" w:rsidP="00E00D30">
      <w:r>
        <w:t>136.6162</w:t>
      </w:r>
      <w:r>
        <w:tab/>
        <w:t>1.013e0</w:t>
      </w:r>
    </w:p>
    <w:p w:rsidR="00E00D30" w:rsidRDefault="00E00D30" w:rsidP="00E00D30">
      <w:r>
        <w:t>136.6289</w:t>
      </w:r>
      <w:r>
        <w:tab/>
        <w:t>1.013e0</w:t>
      </w:r>
    </w:p>
    <w:p w:rsidR="00E00D30" w:rsidRDefault="00E00D30" w:rsidP="00E00D30">
      <w:r>
        <w:t>136.6345</w:t>
      </w:r>
      <w:r>
        <w:tab/>
        <w:t>1.013e0</w:t>
      </w:r>
    </w:p>
    <w:p w:rsidR="00E00D30" w:rsidRDefault="00E00D30" w:rsidP="00E00D30">
      <w:r>
        <w:t>136.6441</w:t>
      </w:r>
      <w:r>
        <w:tab/>
        <w:t>1.013e0</w:t>
      </w:r>
    </w:p>
    <w:p w:rsidR="00E00D30" w:rsidRDefault="00E00D30" w:rsidP="00E00D30">
      <w:r>
        <w:t>136.6506</w:t>
      </w:r>
      <w:r>
        <w:tab/>
        <w:t>1.013e0</w:t>
      </w:r>
    </w:p>
    <w:p w:rsidR="00E00D30" w:rsidRDefault="00E00D30" w:rsidP="00E00D30">
      <w:r>
        <w:t>136.6538</w:t>
      </w:r>
      <w:r>
        <w:tab/>
        <w:t>2.025e0</w:t>
      </w:r>
    </w:p>
    <w:p w:rsidR="00E00D30" w:rsidRDefault="00E00D30" w:rsidP="00E00D30">
      <w:r>
        <w:t>136.6597</w:t>
      </w:r>
      <w:r>
        <w:tab/>
        <w:t>1.013e0</w:t>
      </w:r>
    </w:p>
    <w:p w:rsidR="00E00D30" w:rsidRDefault="00E00D30" w:rsidP="00E00D30">
      <w:r>
        <w:t>136.6625</w:t>
      </w:r>
      <w:r>
        <w:tab/>
        <w:t>1.013e0</w:t>
      </w:r>
    </w:p>
    <w:p w:rsidR="00E00D30" w:rsidRDefault="00E00D30" w:rsidP="00E00D30">
      <w:r>
        <w:t>136.6905</w:t>
      </w:r>
      <w:r>
        <w:tab/>
        <w:t>1.013e0</w:t>
      </w:r>
    </w:p>
    <w:p w:rsidR="00E00D30" w:rsidRDefault="00E00D30" w:rsidP="00E00D30">
      <w:r>
        <w:t>136.6936</w:t>
      </w:r>
      <w:r>
        <w:tab/>
        <w:t>1.013e0</w:t>
      </w:r>
    </w:p>
    <w:p w:rsidR="00E00D30" w:rsidRDefault="00E00D30" w:rsidP="00E00D30">
      <w:r>
        <w:t>136.7031</w:t>
      </w:r>
      <w:r>
        <w:tab/>
        <w:t>1.013e0</w:t>
      </w:r>
    </w:p>
    <w:p w:rsidR="00E00D30" w:rsidRDefault="00E00D30" w:rsidP="00E00D30">
      <w:r>
        <w:t>136.7097</w:t>
      </w:r>
      <w:r>
        <w:tab/>
        <w:t>1.013e0</w:t>
      </w:r>
    </w:p>
    <w:p w:rsidR="00E00D30" w:rsidRDefault="00E00D30" w:rsidP="00E00D30">
      <w:r>
        <w:t>136.7215</w:t>
      </w:r>
      <w:r>
        <w:tab/>
        <w:t>1.013e0</w:t>
      </w:r>
    </w:p>
    <w:p w:rsidR="00E00D30" w:rsidRDefault="00E00D30" w:rsidP="00E00D30">
      <w:r>
        <w:t>136.7311</w:t>
      </w:r>
      <w:r>
        <w:tab/>
        <w:t>1.013e0</w:t>
      </w:r>
    </w:p>
    <w:p w:rsidR="00E00D30" w:rsidRDefault="00E00D30" w:rsidP="00E00D30">
      <w:r>
        <w:t>136.7342</w:t>
      </w:r>
      <w:r>
        <w:tab/>
        <w:t>1.013e0</w:t>
      </w:r>
    </w:p>
    <w:p w:rsidR="00E00D30" w:rsidRDefault="00E00D30" w:rsidP="00E00D30">
      <w:r>
        <w:t>136.7375</w:t>
      </w:r>
      <w:r>
        <w:tab/>
        <w:t>1.013e0</w:t>
      </w:r>
    </w:p>
    <w:p w:rsidR="00E00D30" w:rsidRDefault="00E00D30" w:rsidP="00E00D30">
      <w:r>
        <w:t>136.7466</w:t>
      </w:r>
      <w:r>
        <w:tab/>
        <w:t>2.025e0</w:t>
      </w:r>
    </w:p>
    <w:p w:rsidR="00E00D30" w:rsidRDefault="00E00D30" w:rsidP="00E00D30">
      <w:r>
        <w:t>136.7719</w:t>
      </w:r>
      <w:r>
        <w:tab/>
        <w:t>1.013e0</w:t>
      </w:r>
    </w:p>
    <w:p w:rsidR="00E00D30" w:rsidRDefault="00E00D30" w:rsidP="00E00D30">
      <w:r>
        <w:lastRenderedPageBreak/>
        <w:t>136.7747</w:t>
      </w:r>
      <w:r>
        <w:tab/>
        <w:t>1.013e0</w:t>
      </w:r>
    </w:p>
    <w:p w:rsidR="00E00D30" w:rsidRDefault="00E00D30" w:rsidP="00E00D30">
      <w:r>
        <w:t>136.7805</w:t>
      </w:r>
      <w:r>
        <w:tab/>
        <w:t>1.013e0</w:t>
      </w:r>
    </w:p>
    <w:p w:rsidR="00E00D30" w:rsidRDefault="00E00D30" w:rsidP="00E00D30">
      <w:r>
        <w:t>136.7870</w:t>
      </w:r>
      <w:r>
        <w:tab/>
        <w:t>1.013e0</w:t>
      </w:r>
    </w:p>
    <w:p w:rsidR="00E00D30" w:rsidRDefault="00E00D30" w:rsidP="00E00D30">
      <w:r>
        <w:t>136.7965</w:t>
      </w:r>
      <w:r>
        <w:tab/>
        <w:t>1.013e0</w:t>
      </w:r>
    </w:p>
    <w:p w:rsidR="00E00D30" w:rsidRDefault="00E00D30" w:rsidP="00E00D30">
      <w:r>
        <w:t>136.8118</w:t>
      </w:r>
      <w:r>
        <w:tab/>
        <w:t>2.025e0</w:t>
      </w:r>
    </w:p>
    <w:p w:rsidR="00E00D30" w:rsidRDefault="00E00D30" w:rsidP="00E00D30">
      <w:r>
        <w:t>136.8367</w:t>
      </w:r>
      <w:r>
        <w:tab/>
        <w:t>1.013e0</w:t>
      </w:r>
    </w:p>
    <w:p w:rsidR="00E00D30" w:rsidRDefault="00E00D30" w:rsidP="00E00D30">
      <w:r>
        <w:t>136.8413</w:t>
      </w:r>
      <w:r>
        <w:tab/>
        <w:t>2.025e0</w:t>
      </w:r>
    </w:p>
    <w:p w:rsidR="00E00D30" w:rsidRDefault="00E00D30" w:rsidP="00E00D30">
      <w:r>
        <w:t>136.8429</w:t>
      </w:r>
      <w:r>
        <w:tab/>
        <w:t>1.013e0</w:t>
      </w:r>
    </w:p>
    <w:p w:rsidR="00E00D30" w:rsidRDefault="00E00D30" w:rsidP="00E00D30">
      <w:r>
        <w:t>136.8445</w:t>
      </w:r>
      <w:r>
        <w:tab/>
        <w:t>2.025e0</w:t>
      </w:r>
    </w:p>
    <w:p w:rsidR="00E00D30" w:rsidRDefault="00E00D30" w:rsidP="00E00D30">
      <w:r>
        <w:t>136.8868</w:t>
      </w:r>
      <w:r>
        <w:tab/>
        <w:t>1.013e0</w:t>
      </w:r>
    </w:p>
    <w:p w:rsidR="00E00D30" w:rsidRDefault="00E00D30" w:rsidP="00E00D30">
      <w:r>
        <w:t>136.8927</w:t>
      </w:r>
      <w:r>
        <w:tab/>
        <w:t>3.038e0</w:t>
      </w:r>
    </w:p>
    <w:p w:rsidR="00E00D30" w:rsidRDefault="00E00D30" w:rsidP="00E00D30">
      <w:r>
        <w:t>136.9266</w:t>
      </w:r>
      <w:r>
        <w:tab/>
        <w:t>2.025e0</w:t>
      </w:r>
    </w:p>
    <w:p w:rsidR="00E00D30" w:rsidRDefault="00E00D30" w:rsidP="00E00D30">
      <w:r>
        <w:t>136.9332</w:t>
      </w:r>
      <w:r>
        <w:tab/>
        <w:t>1.013e0</w:t>
      </w:r>
    </w:p>
    <w:p w:rsidR="00E00D30" w:rsidRDefault="00E00D30" w:rsidP="00E00D30">
      <w:r>
        <w:t>136.9364</w:t>
      </w:r>
      <w:r>
        <w:tab/>
        <w:t>2.025e0</w:t>
      </w:r>
    </w:p>
    <w:p w:rsidR="00E00D30" w:rsidRDefault="00E00D30" w:rsidP="00E00D30">
      <w:r>
        <w:t>136.9460</w:t>
      </w:r>
      <w:r>
        <w:tab/>
        <w:t>1.013e0</w:t>
      </w:r>
    </w:p>
    <w:p w:rsidR="00E00D30" w:rsidRDefault="00E00D30" w:rsidP="00E00D30">
      <w:r>
        <w:t>136.9516</w:t>
      </w:r>
      <w:r>
        <w:tab/>
        <w:t>1.013e0</w:t>
      </w:r>
    </w:p>
    <w:p w:rsidR="00E00D30" w:rsidRDefault="00E00D30" w:rsidP="00E00D30">
      <w:r>
        <w:t>136.9611</w:t>
      </w:r>
      <w:r>
        <w:tab/>
        <w:t>1.013e0</w:t>
      </w:r>
    </w:p>
    <w:p w:rsidR="00E00D30" w:rsidRDefault="00E00D30" w:rsidP="00E00D30">
      <w:r>
        <w:t>136.9707</w:t>
      </w:r>
      <w:r>
        <w:tab/>
        <w:t>1.013e0</w:t>
      </w:r>
    </w:p>
    <w:p w:rsidR="00E00D30" w:rsidRDefault="00E00D30" w:rsidP="00E00D30">
      <w:r>
        <w:t>137.0080</w:t>
      </w:r>
      <w:r>
        <w:tab/>
        <w:t>1.013e0</w:t>
      </w:r>
    </w:p>
    <w:p w:rsidR="00E00D30" w:rsidRDefault="00E00D30" w:rsidP="00E00D30">
      <w:r>
        <w:lastRenderedPageBreak/>
        <w:t>137.0298</w:t>
      </w:r>
      <w:r>
        <w:tab/>
        <w:t>1.013e0</w:t>
      </w:r>
    </w:p>
    <w:p w:rsidR="00E00D30" w:rsidRDefault="00E00D30" w:rsidP="00E00D30">
      <w:r>
        <w:t>137.0345</w:t>
      </w:r>
      <w:r>
        <w:tab/>
        <w:t>2.025e0</w:t>
      </w:r>
    </w:p>
    <w:p w:rsidR="00E00D30" w:rsidRDefault="00E00D30" w:rsidP="00E00D30">
      <w:r>
        <w:t>137.0359</w:t>
      </w:r>
      <w:r>
        <w:tab/>
        <w:t>1.722e1</w:t>
      </w:r>
    </w:p>
    <w:p w:rsidR="00E00D30" w:rsidRDefault="00E00D30" w:rsidP="00E00D30">
      <w:r>
        <w:t>137.0405</w:t>
      </w:r>
      <w:r>
        <w:tab/>
        <w:t>3.038e0</w:t>
      </w:r>
    </w:p>
    <w:p w:rsidR="00E00D30" w:rsidRDefault="00E00D30" w:rsidP="00E00D30">
      <w:r>
        <w:t>137.0419</w:t>
      </w:r>
      <w:r>
        <w:tab/>
        <w:t>3.038e0</w:t>
      </w:r>
    </w:p>
    <w:p w:rsidR="00E00D30" w:rsidRDefault="00E00D30" w:rsidP="00E00D30">
      <w:r>
        <w:t>137.0434</w:t>
      </w:r>
      <w:r>
        <w:tab/>
        <w:t>2.025e0</w:t>
      </w:r>
    </w:p>
    <w:p w:rsidR="00E00D30" w:rsidRDefault="00E00D30" w:rsidP="00E00D30">
      <w:r>
        <w:t>137.0548</w:t>
      </w:r>
      <w:r>
        <w:tab/>
        <w:t>1.013e0</w:t>
      </w:r>
    </w:p>
    <w:p w:rsidR="00E00D30" w:rsidRDefault="00E00D30" w:rsidP="00E00D30">
      <w:r>
        <w:t>137.0610</w:t>
      </w:r>
      <w:r>
        <w:tab/>
        <w:t>1.013e0</w:t>
      </w:r>
    </w:p>
    <w:p w:rsidR="00E00D30" w:rsidRDefault="00E00D30" w:rsidP="00E00D30">
      <w:r>
        <w:t>137.0641</w:t>
      </w:r>
      <w:r>
        <w:tab/>
        <w:t>4.051e0</w:t>
      </w:r>
    </w:p>
    <w:p w:rsidR="00E00D30" w:rsidRDefault="00E00D30" w:rsidP="00E00D30">
      <w:r>
        <w:t>137.0669</w:t>
      </w:r>
      <w:r>
        <w:tab/>
        <w:t>1.013e0</w:t>
      </w:r>
    </w:p>
    <w:p w:rsidR="00E00D30" w:rsidRDefault="00E00D30" w:rsidP="00E00D30">
      <w:r>
        <w:t>137.0763</w:t>
      </w:r>
      <w:r>
        <w:tab/>
        <w:t>4.051e0</w:t>
      </w:r>
    </w:p>
    <w:p w:rsidR="00E00D30" w:rsidRDefault="00E00D30" w:rsidP="00E00D30">
      <w:r>
        <w:t>137.0826</w:t>
      </w:r>
      <w:r>
        <w:tab/>
        <w:t>1.013e0</w:t>
      </w:r>
    </w:p>
    <w:p w:rsidR="00E00D30" w:rsidRDefault="00E00D30" w:rsidP="00E00D30">
      <w:r>
        <w:t>137.0857</w:t>
      </w:r>
      <w:r>
        <w:tab/>
        <w:t>2.025e0</w:t>
      </w:r>
    </w:p>
    <w:p w:rsidR="00E00D30" w:rsidRDefault="00E00D30" w:rsidP="00E00D30">
      <w:r>
        <w:t>137.0950</w:t>
      </w:r>
      <w:r>
        <w:tab/>
        <w:t>1.013e0</w:t>
      </w:r>
    </w:p>
    <w:p w:rsidR="00E00D30" w:rsidRDefault="00E00D30" w:rsidP="00E00D30">
      <w:r>
        <w:t>137.0977</w:t>
      </w:r>
      <w:r>
        <w:tab/>
        <w:t>1.013e0</w:t>
      </w:r>
    </w:p>
    <w:p w:rsidR="00E00D30" w:rsidRDefault="00E00D30" w:rsidP="00E00D30">
      <w:r>
        <w:t>137.1042</w:t>
      </w:r>
      <w:r>
        <w:tab/>
        <w:t>2.025e0</w:t>
      </w:r>
    </w:p>
    <w:p w:rsidR="00E00D30" w:rsidRDefault="00E00D30" w:rsidP="00E00D30">
      <w:r>
        <w:t>137.1137</w:t>
      </w:r>
      <w:r>
        <w:tab/>
        <w:t>1.013e0</w:t>
      </w:r>
    </w:p>
    <w:p w:rsidR="00E00D30" w:rsidRDefault="00E00D30" w:rsidP="00E00D30">
      <w:r>
        <w:t>137.1156</w:t>
      </w:r>
      <w:r>
        <w:tab/>
        <w:t>6.076e0</w:t>
      </w:r>
    </w:p>
    <w:p w:rsidR="00E00D30" w:rsidRDefault="00E00D30" w:rsidP="00E00D30">
      <w:r>
        <w:t>137.1169</w:t>
      </w:r>
      <w:r>
        <w:tab/>
        <w:t>1.013e0</w:t>
      </w:r>
    </w:p>
    <w:p w:rsidR="00E00D30" w:rsidRDefault="00E00D30" w:rsidP="00E00D30">
      <w:r>
        <w:lastRenderedPageBreak/>
        <w:t>137.1202</w:t>
      </w:r>
      <w:r>
        <w:tab/>
        <w:t>2.025e0</w:t>
      </w:r>
    </w:p>
    <w:p w:rsidR="00E00D30" w:rsidRDefault="00E00D30" w:rsidP="00E00D30">
      <w:r>
        <w:t>137.1355</w:t>
      </w:r>
      <w:r>
        <w:tab/>
        <w:t>1.013e0</w:t>
      </w:r>
    </w:p>
    <w:p w:rsidR="00E00D30" w:rsidRDefault="00E00D30" w:rsidP="00E00D30">
      <w:r>
        <w:t>137.1568</w:t>
      </w:r>
      <w:r>
        <w:tab/>
        <w:t>2.025e0</w:t>
      </w:r>
    </w:p>
    <w:p w:rsidR="00E00D30" w:rsidRDefault="00E00D30" w:rsidP="00E00D30">
      <w:r>
        <w:t>137.1635</w:t>
      </w:r>
      <w:r>
        <w:tab/>
        <w:t>2.025e0</w:t>
      </w:r>
    </w:p>
    <w:p w:rsidR="00E00D30" w:rsidRDefault="00E00D30" w:rsidP="00E00D30">
      <w:r>
        <w:t>137.1667</w:t>
      </w:r>
      <w:r>
        <w:tab/>
        <w:t>2.025e0</w:t>
      </w:r>
    </w:p>
    <w:p w:rsidR="00E00D30" w:rsidRDefault="00E00D30" w:rsidP="00E00D30">
      <w:r>
        <w:t>137.1879</w:t>
      </w:r>
      <w:r>
        <w:tab/>
        <w:t>2.025e0</w:t>
      </w:r>
    </w:p>
    <w:p w:rsidR="00E00D30" w:rsidRDefault="00E00D30" w:rsidP="00E00D30">
      <w:r>
        <w:t>137.2103</w:t>
      </w:r>
      <w:r>
        <w:tab/>
        <w:t>2.025e0</w:t>
      </w:r>
    </w:p>
    <w:p w:rsidR="00E00D30" w:rsidRDefault="00E00D30" w:rsidP="00E00D30">
      <w:r>
        <w:t>137.2289</w:t>
      </w:r>
      <w:r>
        <w:tab/>
        <w:t>1.013e0</w:t>
      </w:r>
    </w:p>
    <w:p w:rsidR="00E00D30" w:rsidRDefault="00E00D30" w:rsidP="00E00D30">
      <w:r>
        <w:t>137.2353</w:t>
      </w:r>
      <w:r>
        <w:tab/>
        <w:t>1.013e0</w:t>
      </w:r>
    </w:p>
    <w:p w:rsidR="00E00D30" w:rsidRDefault="00E00D30" w:rsidP="00E00D30">
      <w:r>
        <w:t>137.2443</w:t>
      </w:r>
      <w:r>
        <w:tab/>
        <w:t>1.013e0</w:t>
      </w:r>
    </w:p>
    <w:p w:rsidR="00E00D30" w:rsidRDefault="00E00D30" w:rsidP="00E00D30">
      <w:r>
        <w:t>137.2569</w:t>
      </w:r>
      <w:r>
        <w:tab/>
        <w:t>1.013e0</w:t>
      </w:r>
    </w:p>
    <w:p w:rsidR="00E00D30" w:rsidRDefault="00E00D30" w:rsidP="00E00D30">
      <w:r>
        <w:t>137.2666</w:t>
      </w:r>
      <w:r>
        <w:tab/>
        <w:t>2.025e0</w:t>
      </w:r>
    </w:p>
    <w:p w:rsidR="00E00D30" w:rsidRDefault="00E00D30" w:rsidP="00E00D30">
      <w:r>
        <w:t>137.2912</w:t>
      </w:r>
      <w:r>
        <w:tab/>
        <w:t>1.013e0</w:t>
      </w:r>
    </w:p>
    <w:p w:rsidR="00E00D30" w:rsidRDefault="00E00D30" w:rsidP="00E00D30">
      <w:r>
        <w:t>137.2964</w:t>
      </w:r>
      <w:r>
        <w:tab/>
        <w:t>3.038e0</w:t>
      </w:r>
    </w:p>
    <w:p w:rsidR="00E00D30" w:rsidRDefault="00E00D30" w:rsidP="00E00D30">
      <w:r>
        <w:t>137.3162</w:t>
      </w:r>
      <w:r>
        <w:tab/>
        <w:t>1.013e0</w:t>
      </w:r>
    </w:p>
    <w:p w:rsidR="00E00D30" w:rsidRDefault="00E00D30" w:rsidP="00E00D30">
      <w:r>
        <w:t>137.3224</w:t>
      </w:r>
      <w:r>
        <w:tab/>
        <w:t>1.013e0</w:t>
      </w:r>
    </w:p>
    <w:p w:rsidR="00E00D30" w:rsidRDefault="00E00D30" w:rsidP="00E00D30">
      <w:r>
        <w:t>137.3287</w:t>
      </w:r>
      <w:r>
        <w:tab/>
        <w:t>1.013e0</w:t>
      </w:r>
    </w:p>
    <w:p w:rsidR="00E00D30" w:rsidRDefault="00E00D30" w:rsidP="00E00D30">
      <w:r>
        <w:t>137.3344</w:t>
      </w:r>
      <w:r>
        <w:tab/>
        <w:t>1.013e0</w:t>
      </w:r>
    </w:p>
    <w:p w:rsidR="00E00D30" w:rsidRDefault="00E00D30" w:rsidP="00E00D30">
      <w:r>
        <w:t>137.3474</w:t>
      </w:r>
      <w:r>
        <w:tab/>
        <w:t>1.013e0</w:t>
      </w:r>
    </w:p>
    <w:p w:rsidR="00E00D30" w:rsidRDefault="00E00D30" w:rsidP="00E00D30">
      <w:r>
        <w:lastRenderedPageBreak/>
        <w:t>137.3537</w:t>
      </w:r>
      <w:r>
        <w:tab/>
        <w:t>2.025e0</w:t>
      </w:r>
    </w:p>
    <w:p w:rsidR="00E00D30" w:rsidRDefault="00E00D30" w:rsidP="00E00D30">
      <w:r>
        <w:t>137.3567</w:t>
      </w:r>
      <w:r>
        <w:tab/>
        <w:t>1.013e0</w:t>
      </w:r>
    </w:p>
    <w:p w:rsidR="00E00D30" w:rsidRDefault="00E00D30" w:rsidP="00E00D30">
      <w:r>
        <w:t>137.3936</w:t>
      </w:r>
      <w:r>
        <w:tab/>
        <w:t>1.013e0</w:t>
      </w:r>
    </w:p>
    <w:p w:rsidR="00E00D30" w:rsidRDefault="00E00D30" w:rsidP="00E00D30">
      <w:r>
        <w:t>137.3968</w:t>
      </w:r>
      <w:r>
        <w:tab/>
        <w:t>1.013e0</w:t>
      </w:r>
    </w:p>
    <w:p w:rsidR="00E00D30" w:rsidRDefault="00E00D30" w:rsidP="00E00D30">
      <w:r>
        <w:t>137.4034</w:t>
      </w:r>
      <w:r>
        <w:tab/>
        <w:t>1.013e0</w:t>
      </w:r>
    </w:p>
    <w:p w:rsidR="00E00D30" w:rsidRDefault="00E00D30" w:rsidP="00E00D30">
      <w:r>
        <w:t>137.4064</w:t>
      </w:r>
      <w:r>
        <w:tab/>
        <w:t>1.013e0</w:t>
      </w:r>
    </w:p>
    <w:p w:rsidR="00E00D30" w:rsidRDefault="00E00D30" w:rsidP="00E00D30">
      <w:r>
        <w:t>137.4530</w:t>
      </w:r>
      <w:r>
        <w:tab/>
        <w:t>1.013e0</w:t>
      </w:r>
    </w:p>
    <w:p w:rsidR="00E00D30" w:rsidRDefault="00E00D30" w:rsidP="00E00D30">
      <w:r>
        <w:t>137.4561</w:t>
      </w:r>
      <w:r>
        <w:tab/>
        <w:t>1.013e0</w:t>
      </w:r>
    </w:p>
    <w:p w:rsidR="00E00D30" w:rsidRDefault="00E00D30" w:rsidP="00E00D30">
      <w:r>
        <w:t>137.4624</w:t>
      </w:r>
      <w:r>
        <w:tab/>
        <w:t>1.013e0</w:t>
      </w:r>
    </w:p>
    <w:p w:rsidR="00E00D30" w:rsidRDefault="00E00D30" w:rsidP="00E00D30">
      <w:r>
        <w:t>137.4842</w:t>
      </w:r>
      <w:r>
        <w:tab/>
        <w:t>1.013e0</w:t>
      </w:r>
    </w:p>
    <w:p w:rsidR="00E00D30" w:rsidRDefault="00E00D30" w:rsidP="00E00D30">
      <w:r>
        <w:t>137.4968</w:t>
      </w:r>
      <w:r>
        <w:tab/>
        <w:t>1.013e0</w:t>
      </w:r>
    </w:p>
    <w:p w:rsidR="00E00D30" w:rsidRDefault="00E00D30" w:rsidP="00E00D30">
      <w:r>
        <w:t>137.5001</w:t>
      </w:r>
      <w:r>
        <w:tab/>
        <w:t>1.013e0</w:t>
      </w:r>
    </w:p>
    <w:p w:rsidR="00E00D30" w:rsidRDefault="00E00D30" w:rsidP="00E00D30">
      <w:r>
        <w:t>137.5105</w:t>
      </w:r>
      <w:r>
        <w:tab/>
        <w:t>2.025e0</w:t>
      </w:r>
    </w:p>
    <w:p w:rsidR="00E00D30" w:rsidRDefault="00E00D30" w:rsidP="00E00D30">
      <w:r>
        <w:t>137.5218</w:t>
      </w:r>
      <w:r>
        <w:tab/>
        <w:t>1.013e0</w:t>
      </w:r>
    </w:p>
    <w:p w:rsidR="00E00D30" w:rsidRDefault="00E00D30" w:rsidP="00E00D30">
      <w:r>
        <w:t>137.5280</w:t>
      </w:r>
      <w:r>
        <w:tab/>
        <w:t>1.013e0</w:t>
      </w:r>
    </w:p>
    <w:p w:rsidR="00E00D30" w:rsidRDefault="00E00D30" w:rsidP="00E00D30">
      <w:r>
        <w:t>137.5313</w:t>
      </w:r>
      <w:r>
        <w:tab/>
        <w:t>3.038e0</w:t>
      </w:r>
    </w:p>
    <w:p w:rsidR="00E00D30" w:rsidRDefault="00E00D30" w:rsidP="00E00D30">
      <w:r>
        <w:t>137.5342</w:t>
      </w:r>
      <w:r>
        <w:tab/>
        <w:t>1.013e0</w:t>
      </w:r>
    </w:p>
    <w:p w:rsidR="00E00D30" w:rsidRDefault="00E00D30" w:rsidP="00E00D30">
      <w:r>
        <w:t>137.5358</w:t>
      </w:r>
      <w:r>
        <w:tab/>
        <w:t>2.025e0</w:t>
      </w:r>
    </w:p>
    <w:p w:rsidR="00E00D30" w:rsidRDefault="00E00D30" w:rsidP="00E00D30">
      <w:r>
        <w:t>137.5371</w:t>
      </w:r>
      <w:r>
        <w:tab/>
        <w:t>1.013e0</w:t>
      </w:r>
    </w:p>
    <w:p w:rsidR="00E00D30" w:rsidRDefault="00E00D30" w:rsidP="00E00D30">
      <w:r>
        <w:lastRenderedPageBreak/>
        <w:t>137.5433</w:t>
      </w:r>
      <w:r>
        <w:tab/>
        <w:t>1.013e0</w:t>
      </w:r>
    </w:p>
    <w:p w:rsidR="00E00D30" w:rsidRDefault="00E00D30" w:rsidP="00E00D30">
      <w:r>
        <w:t>137.5465</w:t>
      </w:r>
      <w:r>
        <w:tab/>
        <w:t>3.038e0</w:t>
      </w:r>
    </w:p>
    <w:p w:rsidR="00E00D30" w:rsidRDefault="00E00D30" w:rsidP="00E00D30">
      <w:r>
        <w:t>137.5496</w:t>
      </w:r>
      <w:r>
        <w:tab/>
        <w:t>1.013e0</w:t>
      </w:r>
    </w:p>
    <w:p w:rsidR="00E00D30" w:rsidRDefault="00E00D30" w:rsidP="00E00D30">
      <w:r>
        <w:t>137.5529</w:t>
      </w:r>
      <w:r>
        <w:tab/>
        <w:t>2.025e0</w:t>
      </w:r>
    </w:p>
    <w:p w:rsidR="00E00D30" w:rsidRDefault="00E00D30" w:rsidP="00E00D30">
      <w:r>
        <w:t>137.5626</w:t>
      </w:r>
      <w:r>
        <w:tab/>
        <w:t>1.013e0</w:t>
      </w:r>
    </w:p>
    <w:p w:rsidR="00E00D30" w:rsidRDefault="00E00D30" w:rsidP="00E00D30">
      <w:r>
        <w:t>137.5681</w:t>
      </w:r>
      <w:r>
        <w:tab/>
        <w:t>1.013e0</w:t>
      </w:r>
    </w:p>
    <w:p w:rsidR="00E00D30" w:rsidRDefault="00E00D30" w:rsidP="00E00D30">
      <w:r>
        <w:t>137.5873</w:t>
      </w:r>
      <w:r>
        <w:tab/>
        <w:t>1.013e0</w:t>
      </w:r>
    </w:p>
    <w:p w:rsidR="00E00D30" w:rsidRDefault="00E00D30" w:rsidP="00E00D30">
      <w:r>
        <w:t>137.5934</w:t>
      </w:r>
      <w:r>
        <w:tab/>
        <w:t>1.013e0</w:t>
      </w:r>
    </w:p>
    <w:p w:rsidR="00E00D30" w:rsidRDefault="00E00D30" w:rsidP="00E00D30">
      <w:r>
        <w:t>137.5949</w:t>
      </w:r>
      <w:r>
        <w:tab/>
        <w:t>2.025e0</w:t>
      </w:r>
    </w:p>
    <w:p w:rsidR="00E00D30" w:rsidRDefault="00E00D30" w:rsidP="00E00D30">
      <w:r>
        <w:t>137.6244</w:t>
      </w:r>
      <w:r>
        <w:tab/>
        <w:t>1.013e0</w:t>
      </w:r>
    </w:p>
    <w:p w:rsidR="00E00D30" w:rsidRDefault="00E00D30" w:rsidP="00E00D30">
      <w:r>
        <w:t>137.6369</w:t>
      </w:r>
      <w:r>
        <w:tab/>
        <w:t>1.013e0</w:t>
      </w:r>
    </w:p>
    <w:p w:rsidR="00E00D30" w:rsidRDefault="00E00D30" w:rsidP="00E00D30">
      <w:r>
        <w:t>137.6387</w:t>
      </w:r>
      <w:r>
        <w:tab/>
        <w:t>3.038e0</w:t>
      </w:r>
    </w:p>
    <w:p w:rsidR="00E00D30" w:rsidRDefault="00E00D30" w:rsidP="00E00D30">
      <w:r>
        <w:t>137.6400</w:t>
      </w:r>
      <w:r>
        <w:tab/>
        <w:t>1.013e0</w:t>
      </w:r>
    </w:p>
    <w:p w:rsidR="00E00D30" w:rsidRDefault="00E00D30" w:rsidP="00E00D30">
      <w:r>
        <w:t>137.6500</w:t>
      </w:r>
      <w:r>
        <w:tab/>
        <w:t>1.013e0</w:t>
      </w:r>
    </w:p>
    <w:p w:rsidR="00E00D30" w:rsidRDefault="00E00D30" w:rsidP="00E00D30">
      <w:r>
        <w:t>137.6584</w:t>
      </w:r>
      <w:r>
        <w:tab/>
        <w:t>1.013e0</w:t>
      </w:r>
    </w:p>
    <w:p w:rsidR="00E00D30" w:rsidRDefault="00E00D30" w:rsidP="00E00D30">
      <w:r>
        <w:t>137.6617</w:t>
      </w:r>
      <w:r>
        <w:tab/>
        <w:t>1.013e0</w:t>
      </w:r>
    </w:p>
    <w:p w:rsidR="00E00D30" w:rsidRDefault="00E00D30" w:rsidP="00E00D30">
      <w:r>
        <w:t>137.6650</w:t>
      </w:r>
      <w:r>
        <w:tab/>
        <w:t>1.013e0</w:t>
      </w:r>
    </w:p>
    <w:p w:rsidR="00E00D30" w:rsidRDefault="00E00D30" w:rsidP="00E00D30">
      <w:r>
        <w:t>137.6745</w:t>
      </w:r>
      <w:r>
        <w:tab/>
        <w:t>1.013e0</w:t>
      </w:r>
    </w:p>
    <w:p w:rsidR="00E00D30" w:rsidRDefault="00E00D30" w:rsidP="00E00D30">
      <w:r>
        <w:t>137.6779</w:t>
      </w:r>
      <w:r>
        <w:tab/>
        <w:t>1.013e0</w:t>
      </w:r>
    </w:p>
    <w:p w:rsidR="00E00D30" w:rsidRDefault="00E00D30" w:rsidP="00E00D30">
      <w:r>
        <w:lastRenderedPageBreak/>
        <w:t>137.6932</w:t>
      </w:r>
      <w:r>
        <w:tab/>
        <w:t>1.013e0</w:t>
      </w:r>
    </w:p>
    <w:p w:rsidR="00E00D30" w:rsidRDefault="00E00D30" w:rsidP="00E00D30">
      <w:r>
        <w:t>137.7210</w:t>
      </w:r>
      <w:r>
        <w:tab/>
        <w:t>1.013e0</w:t>
      </w:r>
    </w:p>
    <w:p w:rsidR="00E00D30" w:rsidRDefault="00E00D30" w:rsidP="00E00D30">
      <w:r>
        <w:t>137.7274</w:t>
      </w:r>
      <w:r>
        <w:tab/>
        <w:t>1.013e0</w:t>
      </w:r>
    </w:p>
    <w:p w:rsidR="00E00D30" w:rsidRDefault="00E00D30" w:rsidP="00E00D30">
      <w:r>
        <w:t>137.7432</w:t>
      </w:r>
      <w:r>
        <w:tab/>
        <w:t>1.013e0</w:t>
      </w:r>
    </w:p>
    <w:p w:rsidR="00E00D30" w:rsidRDefault="00E00D30" w:rsidP="00E00D30">
      <w:r>
        <w:t>137.7457</w:t>
      </w:r>
      <w:r>
        <w:tab/>
        <w:t>1.013e0</w:t>
      </w:r>
    </w:p>
    <w:p w:rsidR="00E00D30" w:rsidRDefault="00E00D30" w:rsidP="00E00D30">
      <w:r>
        <w:t>137.7620</w:t>
      </w:r>
      <w:r>
        <w:tab/>
        <w:t>1.013e0</w:t>
      </w:r>
    </w:p>
    <w:p w:rsidR="00E00D30" w:rsidRDefault="00E00D30" w:rsidP="00E00D30">
      <w:r>
        <w:t>137.7742</w:t>
      </w:r>
      <w:r>
        <w:tab/>
        <w:t>1.013e0</w:t>
      </w:r>
    </w:p>
    <w:p w:rsidR="00E00D30" w:rsidRDefault="00E00D30" w:rsidP="00E00D30">
      <w:r>
        <w:t>137.7804</w:t>
      </w:r>
      <w:r>
        <w:tab/>
        <w:t>1.013e0</w:t>
      </w:r>
    </w:p>
    <w:p w:rsidR="00E00D30" w:rsidRDefault="00E00D30" w:rsidP="00E00D30">
      <w:r>
        <w:t>137.7867</w:t>
      </w:r>
      <w:r>
        <w:tab/>
        <w:t>1.013e0</w:t>
      </w:r>
    </w:p>
    <w:p w:rsidR="00E00D30" w:rsidRDefault="00E00D30" w:rsidP="00E00D30">
      <w:r>
        <w:t>137.8084</w:t>
      </w:r>
      <w:r>
        <w:tab/>
        <w:t>1.013e0</w:t>
      </w:r>
    </w:p>
    <w:p w:rsidR="00E00D30" w:rsidRDefault="00E00D30" w:rsidP="00E00D30">
      <w:r>
        <w:t>137.8210</w:t>
      </w:r>
      <w:r>
        <w:tab/>
        <w:t>3.038e0</w:t>
      </w:r>
    </w:p>
    <w:p w:rsidR="00E00D30" w:rsidRDefault="00E00D30" w:rsidP="00E00D30">
      <w:r>
        <w:t>137.8363</w:t>
      </w:r>
      <w:r>
        <w:tab/>
        <w:t>2.025e0</w:t>
      </w:r>
    </w:p>
    <w:p w:rsidR="00E00D30" w:rsidRDefault="00E00D30" w:rsidP="00E00D30">
      <w:r>
        <w:t>137.8587</w:t>
      </w:r>
      <w:r>
        <w:tab/>
        <w:t>2.025e0</w:t>
      </w:r>
    </w:p>
    <w:p w:rsidR="00E00D30" w:rsidRDefault="00E00D30" w:rsidP="00E00D30">
      <w:r>
        <w:t>137.8740</w:t>
      </w:r>
      <w:r>
        <w:tab/>
        <w:t>1.013e0</w:t>
      </w:r>
    </w:p>
    <w:p w:rsidR="00E00D30" w:rsidRDefault="00E00D30" w:rsidP="00E00D30">
      <w:r>
        <w:t>137.8772</w:t>
      </w:r>
      <w:r>
        <w:tab/>
        <w:t>1.013e0</w:t>
      </w:r>
    </w:p>
    <w:p w:rsidR="00E00D30" w:rsidRDefault="00E00D30" w:rsidP="00E00D30">
      <w:r>
        <w:t>137.8868</w:t>
      </w:r>
      <w:r>
        <w:tab/>
        <w:t>1.013e0</w:t>
      </w:r>
    </w:p>
    <w:p w:rsidR="00E00D30" w:rsidRDefault="00E00D30" w:rsidP="00E00D30">
      <w:r>
        <w:t>137.9301</w:t>
      </w:r>
      <w:r>
        <w:tab/>
        <w:t>1.013e0</w:t>
      </w:r>
    </w:p>
    <w:p w:rsidR="00E00D30" w:rsidRDefault="00E00D30" w:rsidP="00E00D30">
      <w:r>
        <w:t>137.9333</w:t>
      </w:r>
      <w:r>
        <w:tab/>
        <w:t>1.013e0</w:t>
      </w:r>
    </w:p>
    <w:p w:rsidR="00E00D30" w:rsidRDefault="00E00D30" w:rsidP="00E00D30">
      <w:r>
        <w:t>137.9548</w:t>
      </w:r>
      <w:r>
        <w:tab/>
        <w:t>1.013e0</w:t>
      </w:r>
    </w:p>
    <w:p w:rsidR="00E00D30" w:rsidRDefault="00E00D30" w:rsidP="00E00D30">
      <w:r>
        <w:lastRenderedPageBreak/>
        <w:t>137.9582</w:t>
      </w:r>
      <w:r>
        <w:tab/>
        <w:t>2.025e0</w:t>
      </w:r>
    </w:p>
    <w:p w:rsidR="00E00D30" w:rsidRDefault="00E00D30" w:rsidP="00E00D30">
      <w:r>
        <w:t>137.9615</w:t>
      </w:r>
      <w:r>
        <w:tab/>
        <w:t>1.013e0</w:t>
      </w:r>
    </w:p>
    <w:p w:rsidR="00E00D30" w:rsidRDefault="00E00D30" w:rsidP="00E00D30">
      <w:r>
        <w:t>137.9774</w:t>
      </w:r>
      <w:r>
        <w:tab/>
        <w:t>1.013e0</w:t>
      </w:r>
    </w:p>
    <w:p w:rsidR="00E00D30" w:rsidRDefault="00E00D30" w:rsidP="00E00D30">
      <w:r>
        <w:t>137.9803</w:t>
      </w:r>
      <w:r>
        <w:tab/>
        <w:t>1.013e0</w:t>
      </w:r>
    </w:p>
    <w:p w:rsidR="00E00D30" w:rsidRDefault="00E00D30" w:rsidP="00E00D30">
      <w:r>
        <w:t>137.9957</w:t>
      </w:r>
      <w:r>
        <w:tab/>
        <w:t>2.025e0</w:t>
      </w:r>
    </w:p>
    <w:p w:rsidR="00E00D30" w:rsidRDefault="00E00D30" w:rsidP="00E00D30">
      <w:r>
        <w:t>138.0174</w:t>
      </w:r>
      <w:r>
        <w:tab/>
        <w:t>1.013e0</w:t>
      </w:r>
    </w:p>
    <w:p w:rsidR="00E00D30" w:rsidRDefault="00E00D30" w:rsidP="00E00D30">
      <w:r>
        <w:t>138.0206</w:t>
      </w:r>
      <w:r>
        <w:tab/>
        <w:t>1.013e0</w:t>
      </w:r>
    </w:p>
    <w:p w:rsidR="00E00D30" w:rsidRDefault="00E00D30" w:rsidP="00E00D30">
      <w:r>
        <w:t>138.0302</w:t>
      </w:r>
      <w:r>
        <w:tab/>
        <w:t>1.013e0</w:t>
      </w:r>
    </w:p>
    <w:p w:rsidR="00E00D30" w:rsidRDefault="00E00D30" w:rsidP="00E00D30">
      <w:r>
        <w:t>138.0518</w:t>
      </w:r>
      <w:r>
        <w:tab/>
        <w:t>2.025e0</w:t>
      </w:r>
    </w:p>
    <w:p w:rsidR="00E00D30" w:rsidRDefault="00E00D30" w:rsidP="00E00D30">
      <w:r>
        <w:t>138.0529</w:t>
      </w:r>
      <w:r>
        <w:tab/>
        <w:t>3.377e0</w:t>
      </w:r>
    </w:p>
    <w:p w:rsidR="00E00D30" w:rsidRDefault="00E00D30" w:rsidP="00E00D30">
      <w:r>
        <w:t>138.0583</w:t>
      </w:r>
      <w:r>
        <w:tab/>
        <w:t>6.076e0</w:t>
      </w:r>
    </w:p>
    <w:p w:rsidR="00E00D30" w:rsidRDefault="00E00D30" w:rsidP="00E00D30">
      <w:r>
        <w:t>138.0628</w:t>
      </w:r>
      <w:r>
        <w:tab/>
        <w:t>7.089e0</w:t>
      </w:r>
    </w:p>
    <w:p w:rsidR="00E00D30" w:rsidRDefault="00E00D30" w:rsidP="00E00D30">
      <w:r>
        <w:t>138.0668</w:t>
      </w:r>
      <w:r>
        <w:tab/>
        <w:t>5.063e0</w:t>
      </w:r>
    </w:p>
    <w:p w:rsidR="00E00D30" w:rsidRDefault="00E00D30" w:rsidP="00E00D30">
      <w:r>
        <w:t>138.0680</w:t>
      </w:r>
      <w:r>
        <w:tab/>
        <w:t>3.038e0</w:t>
      </w:r>
    </w:p>
    <w:p w:rsidR="00E00D30" w:rsidRDefault="00E00D30" w:rsidP="00E00D30">
      <w:r>
        <w:t>138.0883</w:t>
      </w:r>
      <w:r>
        <w:tab/>
        <w:t>5.063e0</w:t>
      </w:r>
    </w:p>
    <w:p w:rsidR="00E00D30" w:rsidRDefault="00E00D30" w:rsidP="00E00D30">
      <w:r>
        <w:t>138.0982</w:t>
      </w:r>
      <w:r>
        <w:tab/>
        <w:t>5.063e0</w:t>
      </w:r>
    </w:p>
    <w:p w:rsidR="00E00D30" w:rsidRDefault="00E00D30" w:rsidP="00E00D30">
      <w:r>
        <w:t>138.1018</w:t>
      </w:r>
      <w:r>
        <w:tab/>
        <w:t>1.013e0</w:t>
      </w:r>
    </w:p>
    <w:p w:rsidR="00E00D30" w:rsidRDefault="00E00D30" w:rsidP="00E00D30">
      <w:r>
        <w:t>138.1046</w:t>
      </w:r>
      <w:r>
        <w:tab/>
        <w:t>2.025e0</w:t>
      </w:r>
    </w:p>
    <w:p w:rsidR="00E00D30" w:rsidRDefault="00E00D30" w:rsidP="00E00D30">
      <w:r>
        <w:t>138.1705</w:t>
      </w:r>
      <w:r>
        <w:tab/>
        <w:t>1.013e0</w:t>
      </w:r>
    </w:p>
    <w:p w:rsidR="00E00D30" w:rsidRDefault="00E00D30" w:rsidP="00E00D30">
      <w:r>
        <w:lastRenderedPageBreak/>
        <w:t>138.1835</w:t>
      </w:r>
      <w:r>
        <w:tab/>
        <w:t>1.013e0</w:t>
      </w:r>
    </w:p>
    <w:p w:rsidR="00E00D30" w:rsidRDefault="00E00D30" w:rsidP="00E00D30">
      <w:r>
        <w:t>138.1924</w:t>
      </w:r>
      <w:r>
        <w:tab/>
        <w:t>1.013e0</w:t>
      </w:r>
    </w:p>
    <w:p w:rsidR="00E00D30" w:rsidRDefault="00E00D30" w:rsidP="00E00D30">
      <w:r>
        <w:t>138.1985</w:t>
      </w:r>
      <w:r>
        <w:tab/>
        <w:t>1.013e0</w:t>
      </w:r>
    </w:p>
    <w:p w:rsidR="00E00D30" w:rsidRDefault="00E00D30" w:rsidP="00E00D30">
      <w:r>
        <w:t>138.2100</w:t>
      </w:r>
      <w:r>
        <w:tab/>
        <w:t>2.025e0</w:t>
      </w:r>
    </w:p>
    <w:p w:rsidR="00E00D30" w:rsidRDefault="00E00D30" w:rsidP="00E00D30">
      <w:r>
        <w:t>138.2178</w:t>
      </w:r>
      <w:r>
        <w:tab/>
        <w:t>3.038e0</w:t>
      </w:r>
    </w:p>
    <w:p w:rsidR="00E00D30" w:rsidRDefault="00E00D30" w:rsidP="00E00D30">
      <w:r>
        <w:t>138.2365</w:t>
      </w:r>
      <w:r>
        <w:tab/>
        <w:t>1.013e0</w:t>
      </w:r>
    </w:p>
    <w:p w:rsidR="00E00D30" w:rsidRDefault="00E00D30" w:rsidP="00E00D30">
      <w:r>
        <w:t>138.2490</w:t>
      </w:r>
      <w:r>
        <w:tab/>
        <w:t>2.025e0</w:t>
      </w:r>
    </w:p>
    <w:p w:rsidR="00E00D30" w:rsidRDefault="00E00D30" w:rsidP="00E00D30">
      <w:r>
        <w:t>138.2548</w:t>
      </w:r>
      <w:r>
        <w:tab/>
        <w:t>1.013e0</w:t>
      </w:r>
    </w:p>
    <w:p w:rsidR="00E00D30" w:rsidRDefault="00E00D30" w:rsidP="00E00D30">
      <w:r>
        <w:t>138.2628</w:t>
      </w:r>
      <w:r>
        <w:tab/>
        <w:t>2.025e0</w:t>
      </w:r>
    </w:p>
    <w:p w:rsidR="00E00D30" w:rsidRDefault="00E00D30" w:rsidP="00E00D30">
      <w:r>
        <w:t>138.2956</w:t>
      </w:r>
      <w:r>
        <w:tab/>
        <w:t>1.013e0</w:t>
      </w:r>
    </w:p>
    <w:p w:rsidR="00E00D30" w:rsidRDefault="00E00D30" w:rsidP="00E00D30">
      <w:r>
        <w:t>138.3020</w:t>
      </w:r>
      <w:r>
        <w:tab/>
        <w:t>1.013e0</w:t>
      </w:r>
    </w:p>
    <w:p w:rsidR="00E00D30" w:rsidRDefault="00E00D30" w:rsidP="00E00D30">
      <w:r>
        <w:t>138.3085</w:t>
      </w:r>
      <w:r>
        <w:tab/>
        <w:t>1.013e0</w:t>
      </w:r>
    </w:p>
    <w:p w:rsidR="00E00D30" w:rsidRDefault="00E00D30" w:rsidP="00E00D30">
      <w:r>
        <w:t>138.3174</w:t>
      </w:r>
      <w:r>
        <w:tab/>
        <w:t>1.013e0</w:t>
      </w:r>
    </w:p>
    <w:p w:rsidR="00E00D30" w:rsidRDefault="00E00D30" w:rsidP="00E00D30">
      <w:r>
        <w:t>138.3550</w:t>
      </w:r>
      <w:r>
        <w:tab/>
        <w:t>1.013e0</w:t>
      </w:r>
    </w:p>
    <w:p w:rsidR="00E00D30" w:rsidRDefault="00E00D30" w:rsidP="00E00D30">
      <w:r>
        <w:t>138.3582</w:t>
      </w:r>
      <w:r>
        <w:tab/>
        <w:t>1.013e0</w:t>
      </w:r>
    </w:p>
    <w:p w:rsidR="00E00D30" w:rsidRDefault="00E00D30" w:rsidP="00E00D30">
      <w:r>
        <w:t>138.3646</w:t>
      </w:r>
      <w:r>
        <w:tab/>
        <w:t>1.013e0</w:t>
      </w:r>
    </w:p>
    <w:p w:rsidR="00E00D30" w:rsidRDefault="00E00D30" w:rsidP="00E00D30">
      <w:r>
        <w:t>138.3708</w:t>
      </w:r>
      <w:r>
        <w:tab/>
        <w:t>1.013e0</w:t>
      </w:r>
    </w:p>
    <w:p w:rsidR="00E00D30" w:rsidRDefault="00E00D30" w:rsidP="00E00D30">
      <w:r>
        <w:t>138.3830</w:t>
      </w:r>
      <w:r>
        <w:tab/>
        <w:t>1.013e0</w:t>
      </w:r>
    </w:p>
    <w:p w:rsidR="00E00D30" w:rsidRDefault="00E00D30" w:rsidP="00E00D30">
      <w:r>
        <w:t>138.3928</w:t>
      </w:r>
      <w:r>
        <w:tab/>
        <w:t>2.025e0</w:t>
      </w:r>
    </w:p>
    <w:p w:rsidR="00E00D30" w:rsidRDefault="00E00D30" w:rsidP="00E00D30">
      <w:r>
        <w:lastRenderedPageBreak/>
        <w:t>138.4049</w:t>
      </w:r>
      <w:r>
        <w:tab/>
        <w:t>1.013e0</w:t>
      </w:r>
    </w:p>
    <w:p w:rsidR="00E00D30" w:rsidRDefault="00E00D30" w:rsidP="00E00D30">
      <w:r>
        <w:t>138.4112</w:t>
      </w:r>
      <w:r>
        <w:tab/>
        <w:t>1.013e0</w:t>
      </w:r>
    </w:p>
    <w:p w:rsidR="00E00D30" w:rsidRDefault="00E00D30" w:rsidP="00E00D30">
      <w:r>
        <w:t>138.4359</w:t>
      </w:r>
      <w:r>
        <w:tab/>
        <w:t>1.013e0</w:t>
      </w:r>
    </w:p>
    <w:p w:rsidR="00E00D30" w:rsidRDefault="00E00D30" w:rsidP="00E00D30">
      <w:r>
        <w:t>138.4377</w:t>
      </w:r>
      <w:r>
        <w:tab/>
        <w:t>2.025e0</w:t>
      </w:r>
    </w:p>
    <w:p w:rsidR="00E00D30" w:rsidRDefault="00E00D30" w:rsidP="00E00D30">
      <w:r>
        <w:t>138.4490</w:t>
      </w:r>
      <w:r>
        <w:tab/>
        <w:t>1.013e0</w:t>
      </w:r>
    </w:p>
    <w:p w:rsidR="00E00D30" w:rsidRDefault="00E00D30" w:rsidP="00E00D30">
      <w:r>
        <w:t>138.4586</w:t>
      </w:r>
      <w:r>
        <w:tab/>
        <w:t>1.013e0</w:t>
      </w:r>
    </w:p>
    <w:p w:rsidR="00E00D30" w:rsidRDefault="00E00D30" w:rsidP="00E00D30">
      <w:r>
        <w:t>138.4615</w:t>
      </w:r>
      <w:r>
        <w:tab/>
        <w:t>3.038e0</w:t>
      </w:r>
    </w:p>
    <w:p w:rsidR="00E00D30" w:rsidRDefault="00E00D30" w:rsidP="00E00D30">
      <w:r>
        <w:t>138.4801</w:t>
      </w:r>
      <w:r>
        <w:tab/>
        <w:t>1.013e0</w:t>
      </w:r>
    </w:p>
    <w:p w:rsidR="00E00D30" w:rsidRDefault="00E00D30" w:rsidP="00E00D30">
      <w:r>
        <w:t>138.4865</w:t>
      </w:r>
      <w:r>
        <w:tab/>
        <w:t>1.013e0</w:t>
      </w:r>
    </w:p>
    <w:p w:rsidR="00E00D30" w:rsidRDefault="00E00D30" w:rsidP="00E00D30">
      <w:r>
        <w:t>138.5036</w:t>
      </w:r>
      <w:r>
        <w:tab/>
        <w:t>2.025e0</w:t>
      </w:r>
    </w:p>
    <w:p w:rsidR="00E00D30" w:rsidRDefault="00E00D30" w:rsidP="00E00D30">
      <w:r>
        <w:t>138.5115</w:t>
      </w:r>
      <w:r>
        <w:tab/>
        <w:t>1.013e0</w:t>
      </w:r>
    </w:p>
    <w:p w:rsidR="00E00D30" w:rsidRDefault="00E00D30" w:rsidP="00E00D30">
      <w:r>
        <w:t>138.5148</w:t>
      </w:r>
      <w:r>
        <w:tab/>
        <w:t>1.013e0</w:t>
      </w:r>
    </w:p>
    <w:p w:rsidR="00E00D30" w:rsidRDefault="00E00D30" w:rsidP="00E00D30">
      <w:r>
        <w:t>138.5301</w:t>
      </w:r>
      <w:r>
        <w:tab/>
        <w:t>1.013e0</w:t>
      </w:r>
    </w:p>
    <w:p w:rsidR="00E00D30" w:rsidRDefault="00E00D30" w:rsidP="00E00D30">
      <w:r>
        <w:t>138.5364</w:t>
      </w:r>
      <w:r>
        <w:tab/>
        <w:t>2.025e0</w:t>
      </w:r>
    </w:p>
    <w:p w:rsidR="00E00D30" w:rsidRDefault="00E00D30" w:rsidP="00E00D30">
      <w:r>
        <w:t>138.5552</w:t>
      </w:r>
      <w:r>
        <w:tab/>
        <w:t>1.013e0</w:t>
      </w:r>
    </w:p>
    <w:p w:rsidR="00E00D30" w:rsidRDefault="00E00D30" w:rsidP="00E00D30">
      <w:r>
        <w:t>138.5582</w:t>
      </w:r>
      <w:r>
        <w:tab/>
        <w:t>1.013e0</w:t>
      </w:r>
    </w:p>
    <w:p w:rsidR="00E00D30" w:rsidRDefault="00E00D30" w:rsidP="00E00D30">
      <w:r>
        <w:t>138.5612</w:t>
      </w:r>
      <w:r>
        <w:tab/>
        <w:t>3.038e0</w:t>
      </w:r>
    </w:p>
    <w:p w:rsidR="00E00D30" w:rsidRDefault="00E00D30" w:rsidP="00E00D30">
      <w:r>
        <w:t>138.5805</w:t>
      </w:r>
      <w:r>
        <w:tab/>
        <w:t>1.013e0</w:t>
      </w:r>
    </w:p>
    <w:p w:rsidR="00E00D30" w:rsidRDefault="00E00D30" w:rsidP="00E00D30">
      <w:r>
        <w:t>138.6086</w:t>
      </w:r>
      <w:r>
        <w:tab/>
        <w:t>1.013e0</w:t>
      </w:r>
    </w:p>
    <w:p w:rsidR="00E00D30" w:rsidRDefault="00E00D30" w:rsidP="00E00D30">
      <w:r>
        <w:lastRenderedPageBreak/>
        <w:t>138.6145</w:t>
      </w:r>
      <w:r>
        <w:tab/>
        <w:t>3.038e0</w:t>
      </w:r>
    </w:p>
    <w:p w:rsidR="00E00D30" w:rsidRDefault="00E00D30" w:rsidP="00E00D30">
      <w:r>
        <w:t>138.6303</w:t>
      </w:r>
      <w:r>
        <w:tab/>
        <w:t>1.013e0</w:t>
      </w:r>
    </w:p>
    <w:p w:rsidR="00E00D30" w:rsidRDefault="00E00D30" w:rsidP="00E00D30">
      <w:r>
        <w:t>138.6334</w:t>
      </w:r>
      <w:r>
        <w:tab/>
        <w:t>1.013e0</w:t>
      </w:r>
    </w:p>
    <w:p w:rsidR="00E00D30" w:rsidRDefault="00E00D30" w:rsidP="00E00D30">
      <w:r>
        <w:t>138.6429</w:t>
      </w:r>
      <w:r>
        <w:tab/>
        <w:t>1.013e0</w:t>
      </w:r>
    </w:p>
    <w:p w:rsidR="00E00D30" w:rsidRDefault="00E00D30" w:rsidP="00E00D30">
      <w:r>
        <w:t>138.6616</w:t>
      </w:r>
      <w:r>
        <w:tab/>
        <w:t>1.013e0</w:t>
      </w:r>
    </w:p>
    <w:p w:rsidR="00E00D30" w:rsidRDefault="00E00D30" w:rsidP="00E00D30">
      <w:r>
        <w:t>138.6647</w:t>
      </w:r>
      <w:r>
        <w:tab/>
        <w:t>1.013e0</w:t>
      </w:r>
    </w:p>
    <w:p w:rsidR="00E00D30" w:rsidRDefault="00E00D30" w:rsidP="00E00D30">
      <w:r>
        <w:t>138.6785</w:t>
      </w:r>
      <w:r>
        <w:tab/>
        <w:t>2.025e0</w:t>
      </w:r>
    </w:p>
    <w:p w:rsidR="00E00D30" w:rsidRDefault="00E00D30" w:rsidP="00E00D30">
      <w:r>
        <w:t>138.6897</w:t>
      </w:r>
      <w:r>
        <w:tab/>
        <w:t>2.025e0</w:t>
      </w:r>
    </w:p>
    <w:p w:rsidR="00E00D30" w:rsidRDefault="00E00D30" w:rsidP="00E00D30">
      <w:r>
        <w:t>138.6963</w:t>
      </w:r>
      <w:r>
        <w:tab/>
        <w:t>1.013e0</w:t>
      </w:r>
    </w:p>
    <w:p w:rsidR="00E00D30" w:rsidRDefault="00E00D30" w:rsidP="00E00D30">
      <w:r>
        <w:t>138.7025</w:t>
      </w:r>
      <w:r>
        <w:tab/>
        <w:t>1.013e0</w:t>
      </w:r>
    </w:p>
    <w:p w:rsidR="00E00D30" w:rsidRDefault="00E00D30" w:rsidP="00E00D30">
      <w:r>
        <w:t>138.7145</w:t>
      </w:r>
      <w:r>
        <w:tab/>
        <w:t>2.025e0</w:t>
      </w:r>
    </w:p>
    <w:p w:rsidR="00E00D30" w:rsidRDefault="00E00D30" w:rsidP="00E00D30">
      <w:r>
        <w:t>138.7178</w:t>
      </w:r>
      <w:r>
        <w:tab/>
        <w:t>2.025e0</w:t>
      </w:r>
    </w:p>
    <w:p w:rsidR="00E00D30" w:rsidRDefault="00E00D30" w:rsidP="00E00D30">
      <w:r>
        <w:t>138.7395</w:t>
      </w:r>
      <w:r>
        <w:tab/>
        <w:t>1.013e0</w:t>
      </w:r>
    </w:p>
    <w:p w:rsidR="00E00D30" w:rsidRDefault="00E00D30" w:rsidP="00E00D30">
      <w:r>
        <w:t>138.7460</w:t>
      </w:r>
      <w:r>
        <w:tab/>
        <w:t>1.013e0</w:t>
      </w:r>
    </w:p>
    <w:p w:rsidR="00E00D30" w:rsidRDefault="00E00D30" w:rsidP="00E00D30">
      <w:r>
        <w:t>138.7491</w:t>
      </w:r>
      <w:r>
        <w:tab/>
        <w:t>1.013e0</w:t>
      </w:r>
    </w:p>
    <w:p w:rsidR="00E00D30" w:rsidRDefault="00E00D30" w:rsidP="00E00D30">
      <w:r>
        <w:t>138.7572</w:t>
      </w:r>
      <w:r>
        <w:tab/>
        <w:t>2.025e0</w:t>
      </w:r>
    </w:p>
    <w:p w:rsidR="00E00D30" w:rsidRDefault="00E00D30" w:rsidP="00E00D30">
      <w:r>
        <w:t>138.7621</w:t>
      </w:r>
      <w:r>
        <w:tab/>
        <w:t>1.013e0</w:t>
      </w:r>
    </w:p>
    <w:p w:rsidR="00E00D30" w:rsidRDefault="00E00D30" w:rsidP="00E00D30">
      <w:r>
        <w:t>138.7707</w:t>
      </w:r>
      <w:r>
        <w:tab/>
        <w:t>1.013e0</w:t>
      </w:r>
    </w:p>
    <w:p w:rsidR="00E00D30" w:rsidRDefault="00E00D30" w:rsidP="00E00D30">
      <w:r>
        <w:t>138.8182</w:t>
      </w:r>
      <w:r>
        <w:tab/>
        <w:t>1.013e0</w:t>
      </w:r>
    </w:p>
    <w:p w:rsidR="00E00D30" w:rsidRDefault="00E00D30" w:rsidP="00E00D30">
      <w:r>
        <w:lastRenderedPageBreak/>
        <w:t>138.8246</w:t>
      </w:r>
      <w:r>
        <w:tab/>
        <w:t>2.025e0</w:t>
      </w:r>
    </w:p>
    <w:p w:rsidR="00E00D30" w:rsidRDefault="00E00D30" w:rsidP="00E00D30">
      <w:r>
        <w:t>138.8277</w:t>
      </w:r>
      <w:r>
        <w:tab/>
        <w:t>1.013e0</w:t>
      </w:r>
    </w:p>
    <w:p w:rsidR="00E00D30" w:rsidRDefault="00E00D30" w:rsidP="00E00D30">
      <w:r>
        <w:t>138.8337</w:t>
      </w:r>
      <w:r>
        <w:tab/>
        <w:t>1.013e0</w:t>
      </w:r>
    </w:p>
    <w:p w:rsidR="00E00D30" w:rsidRDefault="00E00D30" w:rsidP="00E00D30">
      <w:r>
        <w:t>138.8383</w:t>
      </w:r>
      <w:r>
        <w:tab/>
        <w:t>2.025e0</w:t>
      </w:r>
    </w:p>
    <w:p w:rsidR="00E00D30" w:rsidRDefault="00E00D30" w:rsidP="00E00D30">
      <w:r>
        <w:t>138.8587</w:t>
      </w:r>
      <w:r>
        <w:tab/>
        <w:t>1.013e0</w:t>
      </w:r>
    </w:p>
    <w:p w:rsidR="00E00D30" w:rsidRDefault="00E00D30" w:rsidP="00E00D30">
      <w:r>
        <w:t>138.8871</w:t>
      </w:r>
      <w:r>
        <w:tab/>
        <w:t>1.013e0</w:t>
      </w:r>
    </w:p>
    <w:p w:rsidR="00E00D30" w:rsidRDefault="00E00D30" w:rsidP="00E00D30">
      <w:r>
        <w:t>138.8913</w:t>
      </w:r>
      <w:r>
        <w:tab/>
        <w:t>2.025e0</w:t>
      </w:r>
    </w:p>
    <w:p w:rsidR="00E00D30" w:rsidRDefault="00E00D30" w:rsidP="00E00D30">
      <w:r>
        <w:t>138.9184</w:t>
      </w:r>
      <w:r>
        <w:tab/>
        <w:t>1.013e0</w:t>
      </w:r>
    </w:p>
    <w:p w:rsidR="00E00D30" w:rsidRDefault="00E00D30" w:rsidP="00E00D30">
      <w:r>
        <w:t>138.9307</w:t>
      </w:r>
      <w:r>
        <w:tab/>
        <w:t>1.013e0</w:t>
      </w:r>
    </w:p>
    <w:p w:rsidR="00E00D30" w:rsidRDefault="00E00D30" w:rsidP="00E00D30">
      <w:r>
        <w:t>138.9405</w:t>
      </w:r>
      <w:r>
        <w:tab/>
        <w:t>1.013e0</w:t>
      </w:r>
    </w:p>
    <w:p w:rsidR="00E00D30" w:rsidRDefault="00E00D30" w:rsidP="00E00D30">
      <w:r>
        <w:t>138.9420</w:t>
      </w:r>
      <w:r>
        <w:tab/>
        <w:t>2.025e0</w:t>
      </w:r>
    </w:p>
    <w:p w:rsidR="00E00D30" w:rsidRDefault="00E00D30" w:rsidP="00E00D30">
      <w:r>
        <w:t>138.9525</w:t>
      </w:r>
      <w:r>
        <w:tab/>
        <w:t>1.013e0</w:t>
      </w:r>
    </w:p>
    <w:p w:rsidR="00E00D30" w:rsidRDefault="00E00D30" w:rsidP="00E00D30">
      <w:r>
        <w:t>138.9556</w:t>
      </w:r>
      <w:r>
        <w:tab/>
        <w:t>1.013e0</w:t>
      </w:r>
    </w:p>
    <w:p w:rsidR="00E00D30" w:rsidRDefault="00E00D30" w:rsidP="00E00D30">
      <w:r>
        <w:t>138.9652</w:t>
      </w:r>
      <w:r>
        <w:tab/>
        <w:t>1.013e0</w:t>
      </w:r>
    </w:p>
    <w:p w:rsidR="00E00D30" w:rsidRDefault="00E00D30" w:rsidP="00E00D30">
      <w:r>
        <w:t>138.9684</w:t>
      </w:r>
      <w:r>
        <w:tab/>
        <w:t>1.013e0</w:t>
      </w:r>
    </w:p>
    <w:p w:rsidR="00E00D30" w:rsidRDefault="00E00D30" w:rsidP="00E00D30">
      <w:r>
        <w:t>138.9719</w:t>
      </w:r>
      <w:r>
        <w:tab/>
        <w:t>1.013e0</w:t>
      </w:r>
    </w:p>
    <w:p w:rsidR="00E00D30" w:rsidRDefault="00E00D30" w:rsidP="00E00D30">
      <w:r>
        <w:t>138.9751</w:t>
      </w:r>
      <w:r>
        <w:tab/>
        <w:t>1.013e0</w:t>
      </w:r>
    </w:p>
    <w:p w:rsidR="00E00D30" w:rsidRDefault="00E00D30" w:rsidP="00E00D30">
      <w:r>
        <w:t>138.9870</w:t>
      </w:r>
      <w:r>
        <w:tab/>
        <w:t>1.013e0</w:t>
      </w:r>
    </w:p>
    <w:p w:rsidR="00E00D30" w:rsidRDefault="00E00D30" w:rsidP="00E00D30">
      <w:r>
        <w:t>139.0030</w:t>
      </w:r>
      <w:r>
        <w:tab/>
        <w:t>1.013e0</w:t>
      </w:r>
    </w:p>
    <w:p w:rsidR="00E00D30" w:rsidRDefault="00E00D30" w:rsidP="00E00D30">
      <w:r>
        <w:lastRenderedPageBreak/>
        <w:t>139.0122</w:t>
      </w:r>
      <w:r>
        <w:tab/>
        <w:t>1.013e0</w:t>
      </w:r>
    </w:p>
    <w:p w:rsidR="00E00D30" w:rsidRDefault="00E00D30" w:rsidP="00E00D30">
      <w:r>
        <w:t>139.0311</w:t>
      </w:r>
      <w:r>
        <w:tab/>
        <w:t>1.013e0</w:t>
      </w:r>
    </w:p>
    <w:p w:rsidR="00E00D30" w:rsidRDefault="00E00D30" w:rsidP="00E00D30">
      <w:r>
        <w:t>139.0344</w:t>
      </w:r>
      <w:r>
        <w:tab/>
        <w:t>1.013e0</w:t>
      </w:r>
    </w:p>
    <w:p w:rsidR="00E00D30" w:rsidRDefault="00E00D30" w:rsidP="00E00D30">
      <w:r>
        <w:t>139.0420</w:t>
      </w:r>
      <w:r>
        <w:tab/>
        <w:t>2.025e0</w:t>
      </w:r>
    </w:p>
    <w:p w:rsidR="00E00D30" w:rsidRDefault="00E00D30" w:rsidP="00E00D30">
      <w:r>
        <w:t>139.0464</w:t>
      </w:r>
      <w:r>
        <w:tab/>
        <w:t>3.038e0</w:t>
      </w:r>
    </w:p>
    <w:p w:rsidR="00E00D30" w:rsidRDefault="00E00D30" w:rsidP="00E00D30">
      <w:r>
        <w:t>139.0499</w:t>
      </w:r>
      <w:r>
        <w:tab/>
        <w:t>1.013e0</w:t>
      </w:r>
    </w:p>
    <w:p w:rsidR="00E00D30" w:rsidRDefault="00E00D30" w:rsidP="00E00D30">
      <w:r>
        <w:t>139.0531</w:t>
      </w:r>
      <w:r>
        <w:tab/>
        <w:t>1.013e0</w:t>
      </w:r>
    </w:p>
    <w:p w:rsidR="00E00D30" w:rsidRDefault="00E00D30" w:rsidP="00E00D30">
      <w:r>
        <w:t>139.0552</w:t>
      </w:r>
      <w:r>
        <w:tab/>
        <w:t>3.038e0</w:t>
      </w:r>
    </w:p>
    <w:p w:rsidR="00E00D30" w:rsidRDefault="00E00D30" w:rsidP="00E00D30">
      <w:r>
        <w:t>139.0626</w:t>
      </w:r>
      <w:r>
        <w:tab/>
        <w:t>2.025e0</w:t>
      </w:r>
    </w:p>
    <w:p w:rsidR="00E00D30" w:rsidRDefault="00E00D30" w:rsidP="00E00D30">
      <w:r>
        <w:t>139.0691</w:t>
      </w:r>
      <w:r>
        <w:tab/>
        <w:t>3.038e0</w:t>
      </w:r>
    </w:p>
    <w:p w:rsidR="00E00D30" w:rsidRDefault="00E00D30" w:rsidP="00E00D30">
      <w:r>
        <w:t>139.0707</w:t>
      </w:r>
      <w:r>
        <w:tab/>
        <w:t>2.025e0</w:t>
      </w:r>
    </w:p>
    <w:p w:rsidR="00E00D30" w:rsidRDefault="00E00D30" w:rsidP="00E00D30">
      <w:r>
        <w:t>139.0762</w:t>
      </w:r>
      <w:r>
        <w:tab/>
        <w:t>2.025e0</w:t>
      </w:r>
    </w:p>
    <w:p w:rsidR="00E00D30" w:rsidRDefault="00E00D30" w:rsidP="00E00D30">
      <w:r>
        <w:t>139.0876</w:t>
      </w:r>
      <w:r>
        <w:tab/>
        <w:t>3.288e0</w:t>
      </w:r>
    </w:p>
    <w:p w:rsidR="00E00D30" w:rsidRDefault="00E00D30" w:rsidP="00E00D30">
      <w:r>
        <w:t>139.0951</w:t>
      </w:r>
      <w:r>
        <w:tab/>
        <w:t>1.316e1</w:t>
      </w:r>
    </w:p>
    <w:p w:rsidR="00E00D30" w:rsidRDefault="00E00D30" w:rsidP="00E00D30">
      <w:r>
        <w:t>139.0963</w:t>
      </w:r>
      <w:r>
        <w:tab/>
        <w:t>9.114e0</w:t>
      </w:r>
    </w:p>
    <w:p w:rsidR="00E00D30" w:rsidRDefault="00E00D30" w:rsidP="00E00D30">
      <w:r>
        <w:t>139.0996</w:t>
      </w:r>
      <w:r>
        <w:tab/>
        <w:t>6.046e0</w:t>
      </w:r>
    </w:p>
    <w:p w:rsidR="00E00D30" w:rsidRDefault="00E00D30" w:rsidP="00E00D30">
      <w:r>
        <w:t>139.1017</w:t>
      </w:r>
      <w:r>
        <w:tab/>
        <w:t>5.063e0</w:t>
      </w:r>
    </w:p>
    <w:p w:rsidR="00E00D30" w:rsidRDefault="00E00D30" w:rsidP="00E00D30">
      <w:r>
        <w:t>139.1032</w:t>
      </w:r>
      <w:r>
        <w:tab/>
        <w:t>2.025e0</w:t>
      </w:r>
    </w:p>
    <w:p w:rsidR="00E00D30" w:rsidRDefault="00E00D30" w:rsidP="00E00D30">
      <w:r>
        <w:t>139.1198</w:t>
      </w:r>
      <w:r>
        <w:tab/>
        <w:t>1.623e1</w:t>
      </w:r>
    </w:p>
    <w:p w:rsidR="00E00D30" w:rsidRDefault="00E00D30" w:rsidP="00E00D30">
      <w:r>
        <w:lastRenderedPageBreak/>
        <w:t>139.1208</w:t>
      </w:r>
      <w:r>
        <w:tab/>
        <w:t>2.486e1</w:t>
      </w:r>
    </w:p>
    <w:p w:rsidR="00E00D30" w:rsidRDefault="00E00D30" w:rsidP="00E00D30">
      <w:r>
        <w:t>139.1245</w:t>
      </w:r>
      <w:r>
        <w:tab/>
        <w:t>3.971e1</w:t>
      </w:r>
    </w:p>
    <w:p w:rsidR="00E00D30" w:rsidRDefault="00E00D30" w:rsidP="00E00D30">
      <w:r>
        <w:t>139.1292</w:t>
      </w:r>
      <w:r>
        <w:tab/>
        <w:t>1.316e1</w:t>
      </w:r>
    </w:p>
    <w:p w:rsidR="00E00D30" w:rsidRDefault="00E00D30" w:rsidP="00E00D30">
      <w:r>
        <w:t>139.1437</w:t>
      </w:r>
      <w:r>
        <w:tab/>
        <w:t>1.013e0</w:t>
      </w:r>
    </w:p>
    <w:p w:rsidR="00E00D30" w:rsidRDefault="00E00D30" w:rsidP="00E00D30">
      <w:r>
        <w:t>139.1471</w:t>
      </w:r>
      <w:r>
        <w:tab/>
        <w:t>4.051e0</w:t>
      </w:r>
    </w:p>
    <w:p w:rsidR="00E00D30" w:rsidRDefault="00E00D30" w:rsidP="00E00D30">
      <w:r>
        <w:t>139.1686</w:t>
      </w:r>
      <w:r>
        <w:tab/>
        <w:t>1.013e0</w:t>
      </w:r>
    </w:p>
    <w:p w:rsidR="00E00D30" w:rsidRDefault="00E00D30" w:rsidP="00E00D30">
      <w:r>
        <w:t>139.1751</w:t>
      </w:r>
      <w:r>
        <w:tab/>
        <w:t>1.013e0</w:t>
      </w:r>
    </w:p>
    <w:p w:rsidR="00E00D30" w:rsidRDefault="00E00D30" w:rsidP="00E00D30">
      <w:r>
        <w:t>139.1816</w:t>
      </w:r>
      <w:r>
        <w:tab/>
        <w:t>2.025e0</w:t>
      </w:r>
    </w:p>
    <w:p w:rsidR="00E00D30" w:rsidRDefault="00E00D30" w:rsidP="00E00D30">
      <w:r>
        <w:t>139.2131</w:t>
      </w:r>
      <w:r>
        <w:tab/>
        <w:t>1.013e0</w:t>
      </w:r>
    </w:p>
    <w:p w:rsidR="00E00D30" w:rsidRDefault="00E00D30" w:rsidP="00E00D30">
      <w:r>
        <w:t>139.2226</w:t>
      </w:r>
      <w:r>
        <w:tab/>
        <w:t>1.013e0</w:t>
      </w:r>
    </w:p>
    <w:p w:rsidR="00E00D30" w:rsidRDefault="00E00D30" w:rsidP="00E00D30">
      <w:r>
        <w:t>139.2445</w:t>
      </w:r>
      <w:r>
        <w:tab/>
        <w:t>1.013e0</w:t>
      </w:r>
    </w:p>
    <w:p w:rsidR="00E00D30" w:rsidRDefault="00E00D30" w:rsidP="00E00D30">
      <w:r>
        <w:t>139.2475</w:t>
      </w:r>
      <w:r>
        <w:tab/>
        <w:t>1.013e0</w:t>
      </w:r>
    </w:p>
    <w:p w:rsidR="00E00D30" w:rsidRDefault="00E00D30" w:rsidP="00E00D30">
      <w:r>
        <w:t>139.2678</w:t>
      </w:r>
      <w:r>
        <w:tab/>
        <w:t>2.025e0</w:t>
      </w:r>
    </w:p>
    <w:p w:rsidR="00E00D30" w:rsidRDefault="00E00D30" w:rsidP="00E00D30">
      <w:r>
        <w:t>139.2693</w:t>
      </w:r>
      <w:r>
        <w:tab/>
        <w:t>1.013e0</w:t>
      </w:r>
    </w:p>
    <w:p w:rsidR="00E00D30" w:rsidRDefault="00E00D30" w:rsidP="00E00D30">
      <w:r>
        <w:t>139.2724</w:t>
      </w:r>
      <w:r>
        <w:tab/>
        <w:t>1.013e0</w:t>
      </w:r>
    </w:p>
    <w:p w:rsidR="00E00D30" w:rsidRDefault="00E00D30" w:rsidP="00E00D30">
      <w:r>
        <w:t>139.2775</w:t>
      </w:r>
      <w:r>
        <w:tab/>
        <w:t>2.025e0</w:t>
      </w:r>
    </w:p>
    <w:p w:rsidR="00E00D30" w:rsidRDefault="00E00D30" w:rsidP="00E00D30">
      <w:r>
        <w:t>139.2838</w:t>
      </w:r>
      <w:r>
        <w:tab/>
        <w:t>2.025e0</w:t>
      </w:r>
    </w:p>
    <w:p w:rsidR="00E00D30" w:rsidRDefault="00E00D30" w:rsidP="00E00D30">
      <w:r>
        <w:t>139.2853</w:t>
      </w:r>
      <w:r>
        <w:tab/>
        <w:t>1.013e0</w:t>
      </w:r>
    </w:p>
    <w:p w:rsidR="00E00D30" w:rsidRDefault="00E00D30" w:rsidP="00E00D30">
      <w:r>
        <w:t>139.2913</w:t>
      </w:r>
      <w:r>
        <w:tab/>
        <w:t>1.013e0</w:t>
      </w:r>
    </w:p>
    <w:p w:rsidR="00E00D30" w:rsidRDefault="00E00D30" w:rsidP="00E00D30">
      <w:r>
        <w:lastRenderedPageBreak/>
        <w:t>139.2974</w:t>
      </w:r>
      <w:r>
        <w:tab/>
        <w:t>1.013e0</w:t>
      </w:r>
    </w:p>
    <w:p w:rsidR="00E00D30" w:rsidRDefault="00E00D30" w:rsidP="00E00D30">
      <w:r>
        <w:t>139.3135</w:t>
      </w:r>
      <w:r>
        <w:tab/>
        <w:t>1.013e0</w:t>
      </w:r>
    </w:p>
    <w:p w:rsidR="00E00D30" w:rsidRDefault="00E00D30" w:rsidP="00E00D30">
      <w:r>
        <w:t>139.3167</w:t>
      </w:r>
      <w:r>
        <w:tab/>
        <w:t>1.013e0</w:t>
      </w:r>
    </w:p>
    <w:p w:rsidR="00E00D30" w:rsidRDefault="00E00D30" w:rsidP="00E00D30">
      <w:r>
        <w:t>139.3224</w:t>
      </w:r>
      <w:r>
        <w:tab/>
        <w:t>1.013e0</w:t>
      </w:r>
    </w:p>
    <w:p w:rsidR="00E00D30" w:rsidRDefault="00E00D30" w:rsidP="00E00D30">
      <w:r>
        <w:t>139.3255</w:t>
      </w:r>
      <w:r>
        <w:tab/>
        <w:t>1.013e0</w:t>
      </w:r>
    </w:p>
    <w:p w:rsidR="00E00D30" w:rsidRDefault="00E00D30" w:rsidP="00E00D30">
      <w:r>
        <w:t>139.3320</w:t>
      </w:r>
      <w:r>
        <w:tab/>
        <w:t>1.013e0</w:t>
      </w:r>
    </w:p>
    <w:p w:rsidR="00E00D30" w:rsidRDefault="00E00D30" w:rsidP="00E00D30">
      <w:r>
        <w:t>139.3352</w:t>
      </w:r>
      <w:r>
        <w:tab/>
        <w:t>1.013e0</w:t>
      </w:r>
    </w:p>
    <w:p w:rsidR="00E00D30" w:rsidRDefault="00E00D30" w:rsidP="00E00D30">
      <w:r>
        <w:t>139.3416</w:t>
      </w:r>
      <w:r>
        <w:tab/>
        <w:t>1.013e0</w:t>
      </w:r>
    </w:p>
    <w:p w:rsidR="00E00D30" w:rsidRDefault="00E00D30" w:rsidP="00E00D30">
      <w:r>
        <w:t>139.3601</w:t>
      </w:r>
      <w:r>
        <w:tab/>
        <w:t>1.013e0</w:t>
      </w:r>
    </w:p>
    <w:p w:rsidR="00E00D30" w:rsidRDefault="00E00D30" w:rsidP="00E00D30">
      <w:r>
        <w:t>139.3698</w:t>
      </w:r>
      <w:r>
        <w:tab/>
        <w:t>1.013e0</w:t>
      </w:r>
    </w:p>
    <w:p w:rsidR="00E00D30" w:rsidRDefault="00E00D30" w:rsidP="00E00D30">
      <w:r>
        <w:t>139.4197</w:t>
      </w:r>
      <w:r>
        <w:tab/>
        <w:t>1.013e0</w:t>
      </w:r>
    </w:p>
    <w:p w:rsidR="00E00D30" w:rsidRDefault="00E00D30" w:rsidP="00E00D30">
      <w:r>
        <w:t>139.4264</w:t>
      </w:r>
      <w:r>
        <w:tab/>
        <w:t>1.013e0</w:t>
      </w:r>
    </w:p>
    <w:p w:rsidR="00E00D30" w:rsidRDefault="00E00D30" w:rsidP="00E00D30">
      <w:r>
        <w:t>139.4422</w:t>
      </w:r>
      <w:r>
        <w:tab/>
        <w:t>2.025e0</w:t>
      </w:r>
    </w:p>
    <w:p w:rsidR="00E00D30" w:rsidRDefault="00E00D30" w:rsidP="00E00D30">
      <w:r>
        <w:t>139.4450</w:t>
      </w:r>
      <w:r>
        <w:tab/>
        <w:t>1.013e0</w:t>
      </w:r>
    </w:p>
    <w:p w:rsidR="00E00D30" w:rsidRDefault="00E00D30" w:rsidP="00E00D30">
      <w:r>
        <w:t>139.4543</w:t>
      </w:r>
      <w:r>
        <w:tab/>
        <w:t>2.025e0</w:t>
      </w:r>
    </w:p>
    <w:p w:rsidR="00E00D30" w:rsidRDefault="00E00D30" w:rsidP="00E00D30">
      <w:r>
        <w:t>139.4608</w:t>
      </w:r>
      <w:r>
        <w:tab/>
        <w:t>1.013e0</w:t>
      </w:r>
    </w:p>
    <w:p w:rsidR="00E00D30" w:rsidRDefault="00E00D30" w:rsidP="00E00D30">
      <w:r>
        <w:t>139.4704</w:t>
      </w:r>
      <w:r>
        <w:tab/>
        <w:t>1.013e0</w:t>
      </w:r>
    </w:p>
    <w:p w:rsidR="00E00D30" w:rsidRDefault="00E00D30" w:rsidP="00E00D30">
      <w:r>
        <w:t>139.4777</w:t>
      </w:r>
      <w:r>
        <w:tab/>
        <w:t>2.025e0</w:t>
      </w:r>
    </w:p>
    <w:p w:rsidR="00E00D30" w:rsidRDefault="00E00D30" w:rsidP="00E00D30">
      <w:r>
        <w:t>139.5049</w:t>
      </w:r>
      <w:r>
        <w:tab/>
        <w:t>1.013e0</w:t>
      </w:r>
    </w:p>
    <w:p w:rsidR="00E00D30" w:rsidRDefault="00E00D30" w:rsidP="00E00D30">
      <w:r>
        <w:lastRenderedPageBreak/>
        <w:t>139.5076</w:t>
      </w:r>
      <w:r>
        <w:tab/>
        <w:t>1.013e0</w:t>
      </w:r>
    </w:p>
    <w:p w:rsidR="00E00D30" w:rsidRDefault="00E00D30" w:rsidP="00E00D30">
      <w:r>
        <w:t>139.5332</w:t>
      </w:r>
      <w:r>
        <w:tab/>
        <w:t>1.013e0</w:t>
      </w:r>
    </w:p>
    <w:p w:rsidR="00E00D30" w:rsidRDefault="00E00D30" w:rsidP="00E00D30">
      <w:r>
        <w:t>139.5367</w:t>
      </w:r>
      <w:r>
        <w:tab/>
        <w:t>6.076e0</w:t>
      </w:r>
    </w:p>
    <w:p w:rsidR="00E00D30" w:rsidRDefault="00E00D30" w:rsidP="00E00D30">
      <w:r>
        <w:t>139.5391</w:t>
      </w:r>
      <w:r>
        <w:tab/>
        <w:t>2.025e0</w:t>
      </w:r>
    </w:p>
    <w:p w:rsidR="00E00D30" w:rsidRDefault="00E00D30" w:rsidP="00E00D30">
      <w:r>
        <w:t>139.5408</w:t>
      </w:r>
      <w:r>
        <w:tab/>
        <w:t>7.089e0</w:t>
      </w:r>
    </w:p>
    <w:p w:rsidR="00E00D30" w:rsidRDefault="00E00D30" w:rsidP="00E00D30">
      <w:r>
        <w:t>139.5439</w:t>
      </w:r>
      <w:r>
        <w:tab/>
        <w:t>4.051e0</w:t>
      </w:r>
    </w:p>
    <w:p w:rsidR="00E00D30" w:rsidRDefault="00E00D30" w:rsidP="00E00D30">
      <w:r>
        <w:t>139.5581</w:t>
      </w:r>
      <w:r>
        <w:tab/>
        <w:t>2.025e0</w:t>
      </w:r>
    </w:p>
    <w:p w:rsidR="00E00D30" w:rsidRDefault="00E00D30" w:rsidP="00E00D30">
      <w:r>
        <w:t>139.5769</w:t>
      </w:r>
      <w:r>
        <w:tab/>
        <w:t>1.013e0</w:t>
      </w:r>
    </w:p>
    <w:p w:rsidR="00E00D30" w:rsidRDefault="00E00D30" w:rsidP="00E00D30">
      <w:r>
        <w:t>139.5783</w:t>
      </w:r>
      <w:r>
        <w:tab/>
        <w:t>2.025e0</w:t>
      </w:r>
    </w:p>
    <w:p w:rsidR="00E00D30" w:rsidRDefault="00E00D30" w:rsidP="00E00D30">
      <w:r>
        <w:t>139.5832</w:t>
      </w:r>
      <w:r>
        <w:tab/>
        <w:t>2.025e0</w:t>
      </w:r>
    </w:p>
    <w:p w:rsidR="00E00D30" w:rsidRDefault="00E00D30" w:rsidP="00E00D30">
      <w:r>
        <w:t>139.5990</w:t>
      </w:r>
      <w:r>
        <w:tab/>
        <w:t>1.013e0</w:t>
      </w:r>
    </w:p>
    <w:p w:rsidR="00E00D30" w:rsidRDefault="00E00D30" w:rsidP="00E00D30">
      <w:r>
        <w:t>139.6083</w:t>
      </w:r>
      <w:r>
        <w:tab/>
        <w:t>1.013e0</w:t>
      </w:r>
    </w:p>
    <w:p w:rsidR="00E00D30" w:rsidRDefault="00E00D30" w:rsidP="00E00D30">
      <w:r>
        <w:t>139.6146</w:t>
      </w:r>
      <w:r>
        <w:tab/>
        <w:t>1.013e0</w:t>
      </w:r>
    </w:p>
    <w:p w:rsidR="00E00D30" w:rsidRDefault="00E00D30" w:rsidP="00E00D30">
      <w:r>
        <w:t>139.6178</w:t>
      </w:r>
      <w:r>
        <w:tab/>
        <w:t>1.013e0</w:t>
      </w:r>
    </w:p>
    <w:p w:rsidR="00E00D30" w:rsidRDefault="00E00D30" w:rsidP="00E00D30">
      <w:r>
        <w:t>139.6241</w:t>
      </w:r>
      <w:r>
        <w:tab/>
        <w:t>1.013e0</w:t>
      </w:r>
    </w:p>
    <w:p w:rsidR="00E00D30" w:rsidRDefault="00E00D30" w:rsidP="00E00D30">
      <w:r>
        <w:t>139.6523</w:t>
      </w:r>
      <w:r>
        <w:tab/>
        <w:t>1.013e0</w:t>
      </w:r>
    </w:p>
    <w:p w:rsidR="00E00D30" w:rsidRDefault="00E00D30" w:rsidP="00E00D30">
      <w:r>
        <w:t>139.6742</w:t>
      </w:r>
      <w:r>
        <w:tab/>
        <w:t>1.013e0</w:t>
      </w:r>
    </w:p>
    <w:p w:rsidR="00E00D30" w:rsidRDefault="00E00D30" w:rsidP="00E00D30">
      <w:r>
        <w:t>139.6837</w:t>
      </w:r>
      <w:r>
        <w:tab/>
        <w:t>3.038e0</w:t>
      </w:r>
    </w:p>
    <w:p w:rsidR="00E00D30" w:rsidRDefault="00E00D30" w:rsidP="00E00D30">
      <w:r>
        <w:t>139.6872</w:t>
      </w:r>
      <w:r>
        <w:tab/>
        <w:t>1.013e0</w:t>
      </w:r>
    </w:p>
    <w:p w:rsidR="00E00D30" w:rsidRDefault="00E00D30" w:rsidP="00E00D30">
      <w:r>
        <w:lastRenderedPageBreak/>
        <w:t>139.6990</w:t>
      </w:r>
      <w:r>
        <w:tab/>
        <w:t>1.013e0</w:t>
      </w:r>
    </w:p>
    <w:p w:rsidR="00E00D30" w:rsidRDefault="00E00D30" w:rsidP="00E00D30">
      <w:r>
        <w:t>139.7025</w:t>
      </w:r>
      <w:r>
        <w:tab/>
        <w:t>1.013e0</w:t>
      </w:r>
    </w:p>
    <w:p w:rsidR="00E00D30" w:rsidRDefault="00E00D30" w:rsidP="00E00D30">
      <w:r>
        <w:t>139.7246</w:t>
      </w:r>
      <w:r>
        <w:tab/>
        <w:t>1.013e0</w:t>
      </w:r>
    </w:p>
    <w:p w:rsidR="00E00D30" w:rsidRDefault="00E00D30" w:rsidP="00E00D30">
      <w:r>
        <w:t>139.7468</w:t>
      </w:r>
      <w:r>
        <w:tab/>
        <w:t>1.013e0</w:t>
      </w:r>
    </w:p>
    <w:p w:rsidR="00E00D30" w:rsidRDefault="00E00D30" w:rsidP="00E00D30">
      <w:r>
        <w:t>139.7533</w:t>
      </w:r>
      <w:r>
        <w:tab/>
        <w:t>1.013e0</w:t>
      </w:r>
    </w:p>
    <w:p w:rsidR="00E00D30" w:rsidRDefault="00E00D30" w:rsidP="00E00D30">
      <w:r>
        <w:t>139.8159</w:t>
      </w:r>
      <w:r>
        <w:tab/>
        <w:t>1.013e0</w:t>
      </w:r>
    </w:p>
    <w:p w:rsidR="00E00D30" w:rsidRDefault="00E00D30" w:rsidP="00E00D30">
      <w:r>
        <w:t>139.8296</w:t>
      </w:r>
      <w:r>
        <w:tab/>
        <w:t>2.025e0</w:t>
      </w:r>
    </w:p>
    <w:p w:rsidR="00E00D30" w:rsidRDefault="00E00D30" w:rsidP="00E00D30">
      <w:r>
        <w:t>139.8707</w:t>
      </w:r>
      <w:r>
        <w:tab/>
        <w:t>2.025e0</w:t>
      </w:r>
    </w:p>
    <w:p w:rsidR="00E00D30" w:rsidRDefault="00E00D30" w:rsidP="00E00D30">
      <w:r>
        <w:t>139.8755</w:t>
      </w:r>
      <w:r>
        <w:tab/>
        <w:t>1.013e0</w:t>
      </w:r>
    </w:p>
    <w:p w:rsidR="00E00D30" w:rsidRDefault="00E00D30" w:rsidP="00E00D30">
      <w:r>
        <w:t>139.8846</w:t>
      </w:r>
      <w:r>
        <w:tab/>
        <w:t>1.013e0</w:t>
      </w:r>
    </w:p>
    <w:p w:rsidR="00E00D30" w:rsidRDefault="00E00D30" w:rsidP="00E00D30">
      <w:r>
        <w:t>139.9037</w:t>
      </w:r>
      <w:r>
        <w:tab/>
        <w:t>1.013e0</w:t>
      </w:r>
    </w:p>
    <w:p w:rsidR="00E00D30" w:rsidRDefault="00E00D30" w:rsidP="00E00D30">
      <w:r>
        <w:t>139.9192</w:t>
      </w:r>
      <w:r>
        <w:tab/>
        <w:t>1.013e0</w:t>
      </w:r>
    </w:p>
    <w:p w:rsidR="00E00D30" w:rsidRDefault="00E00D30" w:rsidP="00E00D30">
      <w:r>
        <w:t>139.9384</w:t>
      </w:r>
      <w:r>
        <w:tab/>
        <w:t>2.025e0</w:t>
      </w:r>
    </w:p>
    <w:p w:rsidR="00E00D30" w:rsidRDefault="00E00D30" w:rsidP="00E00D30">
      <w:r>
        <w:t>139.9447</w:t>
      </w:r>
      <w:r>
        <w:tab/>
        <w:t>1.013e0</w:t>
      </w:r>
    </w:p>
    <w:p w:rsidR="00E00D30" w:rsidRDefault="00E00D30" w:rsidP="00E00D30">
      <w:r>
        <w:t>139.9666</w:t>
      </w:r>
      <w:r>
        <w:tab/>
        <w:t>2.025e0</w:t>
      </w:r>
    </w:p>
    <w:p w:rsidR="00E00D30" w:rsidRDefault="00E00D30" w:rsidP="00E00D30">
      <w:r>
        <w:t>139.9731</w:t>
      </w:r>
      <w:r>
        <w:tab/>
        <w:t>1.013e0</w:t>
      </w:r>
    </w:p>
    <w:p w:rsidR="00E00D30" w:rsidRDefault="00E00D30" w:rsidP="00E00D30">
      <w:r>
        <w:t>139.9818</w:t>
      </w:r>
      <w:r>
        <w:tab/>
        <w:t>2.025e0</w:t>
      </w:r>
    </w:p>
    <w:p w:rsidR="00E00D30" w:rsidRDefault="00E00D30" w:rsidP="00E00D30">
      <w:r>
        <w:t>139.9852</w:t>
      </w:r>
      <w:r>
        <w:tab/>
        <w:t>1.013e0</w:t>
      </w:r>
    </w:p>
    <w:p w:rsidR="00E00D30" w:rsidRDefault="00E00D30" w:rsidP="00E00D30">
      <w:r>
        <w:t>139.9884</w:t>
      </w:r>
      <w:r>
        <w:tab/>
        <w:t>1.013e0</w:t>
      </w:r>
    </w:p>
    <w:p w:rsidR="00E00D30" w:rsidRDefault="00E00D30" w:rsidP="00E00D30">
      <w:r>
        <w:lastRenderedPageBreak/>
        <w:t>139.9917</w:t>
      </w:r>
      <w:r>
        <w:tab/>
        <w:t>2.025e0</w:t>
      </w:r>
    </w:p>
    <w:p w:rsidR="00E00D30" w:rsidRDefault="00E00D30" w:rsidP="00E00D30">
      <w:r>
        <w:t>140.0013</w:t>
      </w:r>
      <w:r>
        <w:tab/>
        <w:t>2.025e0</w:t>
      </w:r>
    </w:p>
    <w:p w:rsidR="00E00D30" w:rsidRDefault="00E00D30" w:rsidP="00E00D30">
      <w:r>
        <w:t>140.0062</w:t>
      </w:r>
      <w:r>
        <w:tab/>
        <w:t>2.025e0</w:t>
      </w:r>
    </w:p>
    <w:p w:rsidR="00E00D30" w:rsidRDefault="00E00D30" w:rsidP="00E00D30">
      <w:r>
        <w:t>140.0133</w:t>
      </w:r>
      <w:r>
        <w:tab/>
        <w:t>2.025e0</w:t>
      </w:r>
    </w:p>
    <w:p w:rsidR="00E00D30" w:rsidRDefault="00E00D30" w:rsidP="00E00D30">
      <w:r>
        <w:t>140.0166</w:t>
      </w:r>
      <w:r>
        <w:tab/>
        <w:t>1.013e0</w:t>
      </w:r>
    </w:p>
    <w:p w:rsidR="00E00D30" w:rsidRDefault="00E00D30" w:rsidP="00E00D30">
      <w:r>
        <w:t>140.0189</w:t>
      </w:r>
      <w:r>
        <w:tab/>
        <w:t>3.038e0</w:t>
      </w:r>
    </w:p>
    <w:p w:rsidR="00E00D30" w:rsidRDefault="00E00D30" w:rsidP="00E00D30">
      <w:r>
        <w:t>140.0231</w:t>
      </w:r>
      <w:r>
        <w:tab/>
        <w:t>1.013e0</w:t>
      </w:r>
    </w:p>
    <w:p w:rsidR="00E00D30" w:rsidRDefault="00E00D30" w:rsidP="00E00D30">
      <w:r>
        <w:t>140.0362</w:t>
      </w:r>
      <w:r>
        <w:tab/>
        <w:t>1.013e0</w:t>
      </w:r>
    </w:p>
    <w:p w:rsidR="00E00D30" w:rsidRDefault="00E00D30" w:rsidP="00E00D30">
      <w:r>
        <w:t>140.0389</w:t>
      </w:r>
      <w:r>
        <w:tab/>
        <w:t>2.025e0</w:t>
      </w:r>
    </w:p>
    <w:p w:rsidR="00E00D30" w:rsidRDefault="00E00D30" w:rsidP="00E00D30">
      <w:r>
        <w:t>140.0450</w:t>
      </w:r>
      <w:r>
        <w:tab/>
        <w:t>1.013e0</w:t>
      </w:r>
    </w:p>
    <w:p w:rsidR="00E00D30" w:rsidRDefault="00E00D30" w:rsidP="00E00D30">
      <w:r>
        <w:t>140.0704</w:t>
      </w:r>
      <w:r>
        <w:tab/>
        <w:t>2.025e0</w:t>
      </w:r>
    </w:p>
    <w:p w:rsidR="00E00D30" w:rsidRDefault="00E00D30" w:rsidP="00E00D30">
      <w:r>
        <w:t>140.0748</w:t>
      </w:r>
      <w:r>
        <w:tab/>
        <w:t>3.038e0</w:t>
      </w:r>
    </w:p>
    <w:p w:rsidR="00E00D30" w:rsidRDefault="00E00D30" w:rsidP="00E00D30">
      <w:r>
        <w:t>140.0814</w:t>
      </w:r>
      <w:r>
        <w:tab/>
        <w:t>1.353e1</w:t>
      </w:r>
    </w:p>
    <w:p w:rsidR="00E00D30" w:rsidRDefault="00E00D30" w:rsidP="00E00D30">
      <w:r>
        <w:t>140.0829</w:t>
      </w:r>
      <w:r>
        <w:tab/>
        <w:t>1.029e1</w:t>
      </w:r>
    </w:p>
    <w:p w:rsidR="00E00D30" w:rsidRDefault="00E00D30" w:rsidP="00E00D30">
      <w:r>
        <w:t>140.0849</w:t>
      </w:r>
      <w:r>
        <w:tab/>
        <w:t>5.435e0</w:t>
      </w:r>
    </w:p>
    <w:p w:rsidR="00E00D30" w:rsidRDefault="00E00D30" w:rsidP="00E00D30">
      <w:r>
        <w:t>140.0864</w:t>
      </w:r>
      <w:r>
        <w:tab/>
        <w:t>1.221e1</w:t>
      </w:r>
    </w:p>
    <w:p w:rsidR="00E00D30" w:rsidRDefault="00E00D30" w:rsidP="00E00D30">
      <w:r>
        <w:t>140.0983</w:t>
      </w:r>
      <w:r>
        <w:tab/>
        <w:t>3.593e0</w:t>
      </w:r>
    </w:p>
    <w:p w:rsidR="00E00D30" w:rsidRDefault="00E00D30" w:rsidP="00E00D30">
      <w:r>
        <w:t>140.1049</w:t>
      </w:r>
      <w:r>
        <w:tab/>
        <w:t>4.033e0</w:t>
      </w:r>
    </w:p>
    <w:p w:rsidR="00E00D30" w:rsidRDefault="00E00D30" w:rsidP="00E00D30">
      <w:r>
        <w:t>140.1110</w:t>
      </w:r>
      <w:r>
        <w:tab/>
        <w:t>1.013e0</w:t>
      </w:r>
    </w:p>
    <w:p w:rsidR="00E00D30" w:rsidRDefault="00E00D30" w:rsidP="00E00D30">
      <w:r>
        <w:lastRenderedPageBreak/>
        <w:t>140.1174</w:t>
      </w:r>
      <w:r>
        <w:tab/>
        <w:t>1.013e0</w:t>
      </w:r>
    </w:p>
    <w:p w:rsidR="00E00D30" w:rsidRDefault="00E00D30" w:rsidP="00E00D30">
      <w:r>
        <w:t>140.1191</w:t>
      </w:r>
      <w:r>
        <w:tab/>
        <w:t>3.038e0</w:t>
      </w:r>
    </w:p>
    <w:p w:rsidR="00E00D30" w:rsidRDefault="00E00D30" w:rsidP="00E00D30">
      <w:r>
        <w:t>140.1222</w:t>
      </w:r>
      <w:r>
        <w:tab/>
        <w:t>2.025e0</w:t>
      </w:r>
    </w:p>
    <w:p w:rsidR="00E00D30" w:rsidRDefault="00E00D30" w:rsidP="00E00D30">
      <w:r>
        <w:t>140.1235</w:t>
      </w:r>
      <w:r>
        <w:tab/>
        <w:t>4.040e0</w:t>
      </w:r>
    </w:p>
    <w:p w:rsidR="00E00D30" w:rsidRDefault="00E00D30" w:rsidP="00E00D30">
      <w:r>
        <w:t>140.1271</w:t>
      </w:r>
      <w:r>
        <w:tab/>
        <w:t>2.025e0</w:t>
      </w:r>
    </w:p>
    <w:p w:rsidR="00E00D30" w:rsidRDefault="00E00D30" w:rsidP="00E00D30">
      <w:r>
        <w:t>140.1303</w:t>
      </w:r>
      <w:r>
        <w:tab/>
        <w:t>2.025e0</w:t>
      </w:r>
    </w:p>
    <w:p w:rsidR="00E00D30" w:rsidRDefault="00E00D30" w:rsidP="00E00D30">
      <w:r>
        <w:t>140.1319</w:t>
      </w:r>
      <w:r>
        <w:tab/>
        <w:t>2.025e0</w:t>
      </w:r>
    </w:p>
    <w:p w:rsidR="00E00D30" w:rsidRDefault="00E00D30" w:rsidP="00E00D30">
      <w:r>
        <w:t>140.1488</w:t>
      </w:r>
      <w:r>
        <w:tab/>
        <w:t>1.013e0</w:t>
      </w:r>
    </w:p>
    <w:p w:rsidR="00E00D30" w:rsidRDefault="00E00D30" w:rsidP="00E00D30">
      <w:r>
        <w:t>140.1521</w:t>
      </w:r>
      <w:r>
        <w:tab/>
        <w:t>1.013e0</w:t>
      </w:r>
    </w:p>
    <w:p w:rsidR="00E00D30" w:rsidRDefault="00E00D30" w:rsidP="00E00D30">
      <w:r>
        <w:t>140.1648</w:t>
      </w:r>
      <w:r>
        <w:tab/>
        <w:t>1.013e0</w:t>
      </w:r>
    </w:p>
    <w:p w:rsidR="00E00D30" w:rsidRDefault="00E00D30" w:rsidP="00E00D30">
      <w:r>
        <w:t>140.1707</w:t>
      </w:r>
      <w:r>
        <w:tab/>
        <w:t>1.013e0</w:t>
      </w:r>
    </w:p>
    <w:p w:rsidR="00E00D30" w:rsidRDefault="00E00D30" w:rsidP="00E00D30">
      <w:r>
        <w:t>140.1819</w:t>
      </w:r>
      <w:r>
        <w:tab/>
        <w:t>2.025e0</w:t>
      </w:r>
    </w:p>
    <w:p w:rsidR="00E00D30" w:rsidRDefault="00E00D30" w:rsidP="00E00D30">
      <w:r>
        <w:t>140.1899</w:t>
      </w:r>
      <w:r>
        <w:tab/>
        <w:t>1.013e0</w:t>
      </w:r>
    </w:p>
    <w:p w:rsidR="00E00D30" w:rsidRDefault="00E00D30" w:rsidP="00E00D30">
      <w:r>
        <w:t>140.1920</w:t>
      </w:r>
      <w:r>
        <w:tab/>
        <w:t>2.025e0</w:t>
      </w:r>
    </w:p>
    <w:p w:rsidR="00E00D30" w:rsidRDefault="00E00D30" w:rsidP="00E00D30">
      <w:r>
        <w:t>140.1935</w:t>
      </w:r>
      <w:r>
        <w:tab/>
        <w:t>1.013e0</w:t>
      </w:r>
    </w:p>
    <w:p w:rsidR="00E00D30" w:rsidRDefault="00E00D30" w:rsidP="00E00D30">
      <w:r>
        <w:t>140.2053</w:t>
      </w:r>
      <w:r>
        <w:tab/>
        <w:t>3.038e0</w:t>
      </w:r>
    </w:p>
    <w:p w:rsidR="00E00D30" w:rsidRDefault="00E00D30" w:rsidP="00E00D30">
      <w:r>
        <w:t>140.2432</w:t>
      </w:r>
      <w:r>
        <w:tab/>
        <w:t>1.013e0</w:t>
      </w:r>
    </w:p>
    <w:p w:rsidR="00E00D30" w:rsidRDefault="00E00D30" w:rsidP="00E00D30">
      <w:r>
        <w:t>140.2480</w:t>
      </w:r>
      <w:r>
        <w:tab/>
        <w:t>2.025e0</w:t>
      </w:r>
    </w:p>
    <w:p w:rsidR="00E00D30" w:rsidRDefault="00E00D30" w:rsidP="00E00D30">
      <w:r>
        <w:t>140.2564</w:t>
      </w:r>
      <w:r>
        <w:tab/>
        <w:t>1.013e0</w:t>
      </w:r>
    </w:p>
    <w:p w:rsidR="00E00D30" w:rsidRDefault="00E00D30" w:rsidP="00E00D30">
      <w:r>
        <w:lastRenderedPageBreak/>
        <w:t>140.2593</w:t>
      </w:r>
      <w:r>
        <w:tab/>
        <w:t>1.013e0</w:t>
      </w:r>
    </w:p>
    <w:p w:rsidR="00E00D30" w:rsidRDefault="00E00D30" w:rsidP="00E00D30">
      <w:r>
        <w:t>140.2811</w:t>
      </w:r>
      <w:r>
        <w:tab/>
        <w:t>1.013e0</w:t>
      </w:r>
    </w:p>
    <w:p w:rsidR="00E00D30" w:rsidRDefault="00E00D30" w:rsidP="00E00D30">
      <w:r>
        <w:t>140.2846</w:t>
      </w:r>
      <w:r>
        <w:tab/>
        <w:t>1.013e0</w:t>
      </w:r>
    </w:p>
    <w:p w:rsidR="00E00D30" w:rsidRDefault="00E00D30" w:rsidP="00E00D30">
      <w:r>
        <w:t>140.2997</w:t>
      </w:r>
      <w:r>
        <w:tab/>
        <w:t>1.013e0</w:t>
      </w:r>
    </w:p>
    <w:p w:rsidR="00E00D30" w:rsidRDefault="00E00D30" w:rsidP="00E00D30">
      <w:r>
        <w:t>140.3030</w:t>
      </w:r>
      <w:r>
        <w:tab/>
        <w:t>1.013e0</w:t>
      </w:r>
    </w:p>
    <w:p w:rsidR="00E00D30" w:rsidRDefault="00E00D30" w:rsidP="00E00D30">
      <w:r>
        <w:t>140.3409</w:t>
      </w:r>
      <w:r>
        <w:tab/>
        <w:t>1.013e0</w:t>
      </w:r>
    </w:p>
    <w:p w:rsidR="00E00D30" w:rsidRDefault="00E00D30" w:rsidP="00E00D30">
      <w:r>
        <w:t>140.3442</w:t>
      </w:r>
      <w:r>
        <w:tab/>
        <w:t>2.025e0</w:t>
      </w:r>
    </w:p>
    <w:p w:rsidR="00E00D30" w:rsidRDefault="00E00D30" w:rsidP="00E00D30">
      <w:r>
        <w:t>140.3540</w:t>
      </w:r>
      <w:r>
        <w:tab/>
        <w:t>1.013e0</w:t>
      </w:r>
    </w:p>
    <w:p w:rsidR="00E00D30" w:rsidRDefault="00E00D30" w:rsidP="00E00D30">
      <w:r>
        <w:t>140.3626</w:t>
      </w:r>
      <w:r>
        <w:tab/>
        <w:t>1.013e0</w:t>
      </w:r>
    </w:p>
    <w:p w:rsidR="00E00D30" w:rsidRDefault="00E00D30" w:rsidP="00E00D30">
      <w:r>
        <w:t>140.3724</w:t>
      </w:r>
      <w:r>
        <w:tab/>
        <w:t>1.013e0</w:t>
      </w:r>
    </w:p>
    <w:p w:rsidR="00E00D30" w:rsidRDefault="00E00D30" w:rsidP="00E00D30">
      <w:r>
        <w:t>140.3820</w:t>
      </w:r>
      <w:r>
        <w:tab/>
        <w:t>1.013e0</w:t>
      </w:r>
    </w:p>
    <w:p w:rsidR="00E00D30" w:rsidRDefault="00E00D30" w:rsidP="00E00D30">
      <w:r>
        <w:t>140.3913</w:t>
      </w:r>
      <w:r>
        <w:tab/>
        <w:t>1.013e0</w:t>
      </w:r>
    </w:p>
    <w:p w:rsidR="00E00D30" w:rsidRDefault="00E00D30" w:rsidP="00E00D30">
      <w:r>
        <w:t>140.4199</w:t>
      </w:r>
      <w:r>
        <w:tab/>
        <w:t>3.038e0</w:t>
      </w:r>
    </w:p>
    <w:p w:rsidR="00E00D30" w:rsidRDefault="00E00D30" w:rsidP="00E00D30">
      <w:r>
        <w:t>140.4288</w:t>
      </w:r>
      <w:r>
        <w:tab/>
        <w:t>1.013e0</w:t>
      </w:r>
    </w:p>
    <w:p w:rsidR="00E00D30" w:rsidRDefault="00E00D30" w:rsidP="00E00D30">
      <w:r>
        <w:t>140.4370</w:t>
      </w:r>
      <w:r>
        <w:tab/>
        <w:t>2.025e0</w:t>
      </w:r>
    </w:p>
    <w:p w:rsidR="00E00D30" w:rsidRDefault="00E00D30" w:rsidP="00E00D30">
      <w:r>
        <w:t>140.4417</w:t>
      </w:r>
      <w:r>
        <w:tab/>
        <w:t>1.013e0</w:t>
      </w:r>
    </w:p>
    <w:p w:rsidR="00E00D30" w:rsidRDefault="00E00D30" w:rsidP="00E00D30">
      <w:r>
        <w:t>140.4513</w:t>
      </w:r>
      <w:r>
        <w:tab/>
        <w:t>1.013e0</w:t>
      </w:r>
    </w:p>
    <w:p w:rsidR="00E00D30" w:rsidRDefault="00E00D30" w:rsidP="00E00D30">
      <w:r>
        <w:t>140.4544</w:t>
      </w:r>
      <w:r>
        <w:tab/>
        <w:t>1.013e0</w:t>
      </w:r>
    </w:p>
    <w:p w:rsidR="00E00D30" w:rsidRDefault="00E00D30" w:rsidP="00E00D30">
      <w:r>
        <w:t>140.4570</w:t>
      </w:r>
      <w:r>
        <w:tab/>
        <w:t>2.025e0</w:t>
      </w:r>
    </w:p>
    <w:p w:rsidR="00E00D30" w:rsidRDefault="00E00D30" w:rsidP="00E00D30">
      <w:r>
        <w:lastRenderedPageBreak/>
        <w:t>140.4828</w:t>
      </w:r>
      <w:r>
        <w:tab/>
        <w:t>1.013e0</w:t>
      </w:r>
    </w:p>
    <w:p w:rsidR="00E00D30" w:rsidRDefault="00E00D30" w:rsidP="00E00D30">
      <w:r>
        <w:t>140.4857</w:t>
      </w:r>
      <w:r>
        <w:tab/>
        <w:t>2.025e0</w:t>
      </w:r>
    </w:p>
    <w:p w:rsidR="00E00D30" w:rsidRDefault="00E00D30" w:rsidP="00E00D30">
      <w:r>
        <w:t>140.4888</w:t>
      </w:r>
      <w:r>
        <w:tab/>
        <w:t>1.013e0</w:t>
      </w:r>
    </w:p>
    <w:p w:rsidR="00E00D30" w:rsidRDefault="00E00D30" w:rsidP="00E00D30">
      <w:r>
        <w:t>140.5330</w:t>
      </w:r>
      <w:r>
        <w:tab/>
        <w:t>1.013e0</w:t>
      </w:r>
    </w:p>
    <w:p w:rsidR="00E00D30" w:rsidRDefault="00E00D30" w:rsidP="00E00D30">
      <w:r>
        <w:t>140.5517</w:t>
      </w:r>
      <w:r>
        <w:tab/>
        <w:t>1.013e0</w:t>
      </w:r>
    </w:p>
    <w:p w:rsidR="00E00D30" w:rsidRDefault="00E00D30" w:rsidP="00E00D30">
      <w:r>
        <w:t>140.5548</w:t>
      </w:r>
      <w:r>
        <w:tab/>
        <w:t>1.013e0</w:t>
      </w:r>
    </w:p>
    <w:p w:rsidR="00E00D30" w:rsidRDefault="00E00D30" w:rsidP="00E00D30">
      <w:r>
        <w:t>140.5580</w:t>
      </w:r>
      <w:r>
        <w:tab/>
        <w:t>1.013e0</w:t>
      </w:r>
    </w:p>
    <w:p w:rsidR="00E00D30" w:rsidRDefault="00E00D30" w:rsidP="00E00D30">
      <w:r>
        <w:t>140.5613</w:t>
      </w:r>
      <w:r>
        <w:tab/>
        <w:t>2.025e0</w:t>
      </w:r>
    </w:p>
    <w:p w:rsidR="00E00D30" w:rsidRDefault="00E00D30" w:rsidP="00E00D30">
      <w:r>
        <w:t>140.5775</w:t>
      </w:r>
      <w:r>
        <w:tab/>
        <w:t>1.013e0</w:t>
      </w:r>
    </w:p>
    <w:p w:rsidR="00E00D30" w:rsidRDefault="00E00D30" w:rsidP="00E00D30">
      <w:r>
        <w:t>140.5862</w:t>
      </w:r>
      <w:r>
        <w:tab/>
        <w:t>1.013e0</w:t>
      </w:r>
    </w:p>
    <w:p w:rsidR="00E00D30" w:rsidRDefault="00E00D30" w:rsidP="00E00D30">
      <w:r>
        <w:t>140.5994</w:t>
      </w:r>
      <w:r>
        <w:tab/>
        <w:t>1.013e0</w:t>
      </w:r>
    </w:p>
    <w:p w:rsidR="00E00D30" w:rsidRDefault="00E00D30" w:rsidP="00E00D30">
      <w:r>
        <w:t>140.6275</w:t>
      </w:r>
      <w:r>
        <w:tab/>
        <w:t>1.013e0</w:t>
      </w:r>
    </w:p>
    <w:p w:rsidR="00E00D30" w:rsidRDefault="00E00D30" w:rsidP="00E00D30">
      <w:r>
        <w:t>140.6436</w:t>
      </w:r>
      <w:r>
        <w:tab/>
        <w:t>1.013e0</w:t>
      </w:r>
    </w:p>
    <w:p w:rsidR="00E00D30" w:rsidRDefault="00E00D30" w:rsidP="00E00D30">
      <w:r>
        <w:t>140.6492</w:t>
      </w:r>
      <w:r>
        <w:tab/>
        <w:t>1.013e0</w:t>
      </w:r>
    </w:p>
    <w:p w:rsidR="00E00D30" w:rsidRDefault="00E00D30" w:rsidP="00E00D30">
      <w:r>
        <w:t>140.6525</w:t>
      </w:r>
      <w:r>
        <w:tab/>
        <w:t>1.013e0</w:t>
      </w:r>
    </w:p>
    <w:p w:rsidR="00E00D30" w:rsidRDefault="00E00D30" w:rsidP="00E00D30">
      <w:r>
        <w:t>140.6753</w:t>
      </w:r>
      <w:r>
        <w:tab/>
        <w:t>1.013e0</w:t>
      </w:r>
    </w:p>
    <w:p w:rsidR="00E00D30" w:rsidRDefault="00E00D30" w:rsidP="00E00D30">
      <w:r>
        <w:t>140.6780</w:t>
      </w:r>
      <w:r>
        <w:tab/>
        <w:t>3.038e0</w:t>
      </w:r>
    </w:p>
    <w:p w:rsidR="00E00D30" w:rsidRDefault="00E00D30" w:rsidP="00E00D30">
      <w:r>
        <w:t>140.7004</w:t>
      </w:r>
      <w:r>
        <w:tab/>
        <w:t>1.013e0</w:t>
      </w:r>
    </w:p>
    <w:p w:rsidR="00E00D30" w:rsidRDefault="00E00D30" w:rsidP="00E00D30">
      <w:r>
        <w:t>140.7035</w:t>
      </w:r>
      <w:r>
        <w:tab/>
        <w:t>1.013e0</w:t>
      </w:r>
    </w:p>
    <w:p w:rsidR="00E00D30" w:rsidRDefault="00E00D30" w:rsidP="00E00D30">
      <w:r>
        <w:lastRenderedPageBreak/>
        <w:t>140.7066</w:t>
      </w:r>
      <w:r>
        <w:tab/>
        <w:t>1.013e0</w:t>
      </w:r>
    </w:p>
    <w:p w:rsidR="00E00D30" w:rsidRDefault="00E00D30" w:rsidP="00E00D30">
      <w:r>
        <w:t>140.7096</w:t>
      </w:r>
      <w:r>
        <w:tab/>
        <w:t>1.013e0</w:t>
      </w:r>
    </w:p>
    <w:p w:rsidR="00E00D30" w:rsidRDefault="00E00D30" w:rsidP="00E00D30">
      <w:r>
        <w:t>140.7285</w:t>
      </w:r>
      <w:r>
        <w:tab/>
        <w:t>1.013e0</w:t>
      </w:r>
    </w:p>
    <w:p w:rsidR="00E00D30" w:rsidRDefault="00E00D30" w:rsidP="00E00D30">
      <w:r>
        <w:t>140.7535</w:t>
      </w:r>
      <w:r>
        <w:tab/>
        <w:t>1.013e0</w:t>
      </w:r>
    </w:p>
    <w:p w:rsidR="00E00D30" w:rsidRDefault="00E00D30" w:rsidP="00E00D30">
      <w:r>
        <w:t>140.7665</w:t>
      </w:r>
      <w:r>
        <w:tab/>
        <w:t>1.013e0</w:t>
      </w:r>
    </w:p>
    <w:p w:rsidR="00E00D30" w:rsidRDefault="00E00D30" w:rsidP="00E00D30">
      <w:r>
        <w:t>140.7728</w:t>
      </w:r>
      <w:r>
        <w:tab/>
        <w:t>1.013e0</w:t>
      </w:r>
    </w:p>
    <w:p w:rsidR="00E00D30" w:rsidRDefault="00E00D30" w:rsidP="00E00D30">
      <w:r>
        <w:t>140.7850</w:t>
      </w:r>
      <w:r>
        <w:tab/>
        <w:t>1.013e0</w:t>
      </w:r>
    </w:p>
    <w:p w:rsidR="00E00D30" w:rsidRDefault="00E00D30" w:rsidP="00E00D30">
      <w:r>
        <w:t>140.7885</w:t>
      </w:r>
      <w:r>
        <w:tab/>
        <w:t>1.013e0</w:t>
      </w:r>
    </w:p>
    <w:p w:rsidR="00E00D30" w:rsidRDefault="00E00D30" w:rsidP="00E00D30">
      <w:r>
        <w:t>140.8133</w:t>
      </w:r>
      <w:r>
        <w:tab/>
        <w:t>1.013e0</w:t>
      </w:r>
    </w:p>
    <w:p w:rsidR="00E00D30" w:rsidRDefault="00E00D30" w:rsidP="00E00D30">
      <w:r>
        <w:t>140.8295</w:t>
      </w:r>
      <w:r>
        <w:tab/>
        <w:t>1.013e0</w:t>
      </w:r>
    </w:p>
    <w:p w:rsidR="00E00D30" w:rsidRDefault="00E00D30" w:rsidP="00E00D30">
      <w:r>
        <w:t>140.8389</w:t>
      </w:r>
      <w:r>
        <w:tab/>
        <w:t>2.025e0</w:t>
      </w:r>
    </w:p>
    <w:p w:rsidR="00E00D30" w:rsidRDefault="00E00D30" w:rsidP="00E00D30">
      <w:r>
        <w:t>140.8447</w:t>
      </w:r>
      <w:r>
        <w:tab/>
        <w:t>1.013e0</w:t>
      </w:r>
    </w:p>
    <w:p w:rsidR="00E00D30" w:rsidRDefault="00E00D30" w:rsidP="00E00D30">
      <w:r>
        <w:t>140.8497</w:t>
      </w:r>
      <w:r>
        <w:tab/>
        <w:t>2.025e0</w:t>
      </w:r>
    </w:p>
    <w:p w:rsidR="00E00D30" w:rsidRDefault="00E00D30" w:rsidP="00E00D30">
      <w:r>
        <w:t>140.9078</w:t>
      </w:r>
      <w:r>
        <w:tab/>
        <w:t>1.013e0</w:t>
      </w:r>
    </w:p>
    <w:p w:rsidR="00E00D30" w:rsidRDefault="00E00D30" w:rsidP="00E00D30">
      <w:r>
        <w:t>140.9143</w:t>
      </w:r>
      <w:r>
        <w:tab/>
        <w:t>1.013e0</w:t>
      </w:r>
    </w:p>
    <w:p w:rsidR="00E00D30" w:rsidRDefault="00E00D30" w:rsidP="00E00D30">
      <w:r>
        <w:t>140.9382</w:t>
      </w:r>
      <w:r>
        <w:tab/>
        <w:t>2.025e0</w:t>
      </w:r>
    </w:p>
    <w:p w:rsidR="00E00D30" w:rsidRDefault="00E00D30" w:rsidP="00E00D30">
      <w:r>
        <w:t>140.9491</w:t>
      </w:r>
      <w:r>
        <w:tab/>
        <w:t>2.025e0</w:t>
      </w:r>
    </w:p>
    <w:p w:rsidR="00E00D30" w:rsidRDefault="00E00D30" w:rsidP="00E00D30">
      <w:r>
        <w:t>140.9558</w:t>
      </w:r>
      <w:r>
        <w:tab/>
        <w:t>1.013e0</w:t>
      </w:r>
    </w:p>
    <w:p w:rsidR="00E00D30" w:rsidRDefault="00E00D30" w:rsidP="00E00D30">
      <w:r>
        <w:t>140.9740</w:t>
      </w:r>
      <w:r>
        <w:tab/>
        <w:t>2.025e0</w:t>
      </w:r>
    </w:p>
    <w:p w:rsidR="00E00D30" w:rsidRDefault="00E00D30" w:rsidP="00E00D30">
      <w:r>
        <w:lastRenderedPageBreak/>
        <w:t>140.9873</w:t>
      </w:r>
      <w:r>
        <w:tab/>
        <w:t>1.013e0</w:t>
      </w:r>
    </w:p>
    <w:p w:rsidR="00E00D30" w:rsidRDefault="00E00D30" w:rsidP="00E00D30">
      <w:r>
        <w:t>141.0057</w:t>
      </w:r>
      <w:r>
        <w:tab/>
        <w:t>1.013e0</w:t>
      </w:r>
    </w:p>
    <w:p w:rsidR="00E00D30" w:rsidRDefault="00E00D30" w:rsidP="00E00D30">
      <w:r>
        <w:t>141.0091</w:t>
      </w:r>
      <w:r>
        <w:tab/>
        <w:t>1.013e0</w:t>
      </w:r>
    </w:p>
    <w:p w:rsidR="00E00D30" w:rsidRDefault="00E00D30" w:rsidP="00E00D30">
      <w:r>
        <w:t>141.0122</w:t>
      </w:r>
      <w:r>
        <w:tab/>
        <w:t>1.013e0</w:t>
      </w:r>
    </w:p>
    <w:p w:rsidR="00E00D30" w:rsidRDefault="00E00D30" w:rsidP="00E00D30">
      <w:r>
        <w:t>141.0218</w:t>
      </w:r>
      <w:r>
        <w:tab/>
        <w:t>1.013e0</w:t>
      </w:r>
    </w:p>
    <w:p w:rsidR="00E00D30" w:rsidRDefault="00E00D30" w:rsidP="00E00D30">
      <w:r>
        <w:t>141.0344</w:t>
      </w:r>
      <w:r>
        <w:tab/>
        <w:t>3.038e0</w:t>
      </w:r>
    </w:p>
    <w:p w:rsidR="00E00D30" w:rsidRDefault="00E00D30" w:rsidP="00E00D30">
      <w:r>
        <w:t>141.0417</w:t>
      </w:r>
      <w:r>
        <w:tab/>
        <w:t>8.101e0</w:t>
      </w:r>
    </w:p>
    <w:p w:rsidR="00E00D30" w:rsidRDefault="00E00D30" w:rsidP="00E00D30">
      <w:r>
        <w:t>141.0501</w:t>
      </w:r>
      <w:r>
        <w:tab/>
        <w:t>1.013e0</w:t>
      </w:r>
    </w:p>
    <w:p w:rsidR="00E00D30" w:rsidRDefault="00E00D30" w:rsidP="00E00D30">
      <w:r>
        <w:t>141.0534</w:t>
      </w:r>
      <w:r>
        <w:tab/>
        <w:t>2.025e0</w:t>
      </w:r>
    </w:p>
    <w:p w:rsidR="00E00D30" w:rsidRDefault="00E00D30" w:rsidP="00E00D30">
      <w:r>
        <w:t>141.0567</w:t>
      </w:r>
      <w:r>
        <w:tab/>
        <w:t>2.025e0</w:t>
      </w:r>
    </w:p>
    <w:p w:rsidR="00E00D30" w:rsidRDefault="00E00D30" w:rsidP="00E00D30">
      <w:r>
        <w:t>141.0667</w:t>
      </w:r>
      <w:r>
        <w:tab/>
        <w:t>5.063e0</w:t>
      </w:r>
    </w:p>
    <w:p w:rsidR="00E00D30" w:rsidRDefault="00E00D30" w:rsidP="00E00D30">
      <w:r>
        <w:t>141.0692</w:t>
      </w:r>
      <w:r>
        <w:tab/>
        <w:t>5.842e0</w:t>
      </w:r>
    </w:p>
    <w:p w:rsidR="00E00D30" w:rsidRDefault="00E00D30" w:rsidP="00E00D30">
      <w:r>
        <w:t>141.0753</w:t>
      </w:r>
      <w:r>
        <w:tab/>
        <w:t>1.013e0</w:t>
      </w:r>
    </w:p>
    <w:p w:rsidR="00E00D30" w:rsidRDefault="00E00D30" w:rsidP="00E00D30">
      <w:r>
        <w:t>141.0798</w:t>
      </w:r>
      <w:r>
        <w:tab/>
        <w:t>3.038e0</w:t>
      </w:r>
    </w:p>
    <w:p w:rsidR="00E00D30" w:rsidRDefault="00E00D30" w:rsidP="00E00D30">
      <w:r>
        <w:t>141.0835</w:t>
      </w:r>
      <w:r>
        <w:tab/>
        <w:t>3.038e0</w:t>
      </w:r>
    </w:p>
    <w:p w:rsidR="00E00D30" w:rsidRDefault="00E00D30" w:rsidP="00E00D30">
      <w:r>
        <w:t>141.0851</w:t>
      </w:r>
      <w:r>
        <w:tab/>
        <w:t>1.013e0</w:t>
      </w:r>
    </w:p>
    <w:p w:rsidR="00E00D30" w:rsidRDefault="00E00D30" w:rsidP="00E00D30">
      <w:r>
        <w:t>141.0882</w:t>
      </w:r>
      <w:r>
        <w:tab/>
        <w:t>1.013e0</w:t>
      </w:r>
    </w:p>
    <w:p w:rsidR="00E00D30" w:rsidRDefault="00E00D30" w:rsidP="00E00D30">
      <w:r>
        <w:t>141.0902</w:t>
      </w:r>
      <w:r>
        <w:tab/>
        <w:t>3.038e0</w:t>
      </w:r>
    </w:p>
    <w:p w:rsidR="00E00D30" w:rsidRDefault="00E00D30" w:rsidP="00E00D30">
      <w:r>
        <w:t>141.0938</w:t>
      </w:r>
      <w:r>
        <w:tab/>
        <w:t>3.038e0</w:t>
      </w:r>
    </w:p>
    <w:p w:rsidR="00E00D30" w:rsidRDefault="00E00D30" w:rsidP="00E00D30">
      <w:r>
        <w:lastRenderedPageBreak/>
        <w:t>141.0975</w:t>
      </w:r>
      <w:r>
        <w:tab/>
        <w:t>4.051e0</w:t>
      </w:r>
    </w:p>
    <w:p w:rsidR="00E00D30" w:rsidRDefault="00E00D30" w:rsidP="00E00D30">
      <w:r>
        <w:t>141.1006</w:t>
      </w:r>
      <w:r>
        <w:tab/>
        <w:t>1.013e0</w:t>
      </w:r>
    </w:p>
    <w:p w:rsidR="00E00D30" w:rsidRDefault="00E00D30" w:rsidP="00E00D30">
      <w:r>
        <w:t>141.1034</w:t>
      </w:r>
      <w:r>
        <w:tab/>
        <w:t>1.013e0</w:t>
      </w:r>
    </w:p>
    <w:p w:rsidR="00E00D30" w:rsidRDefault="00E00D30" w:rsidP="00E00D30">
      <w:r>
        <w:t>141.1048</w:t>
      </w:r>
      <w:r>
        <w:tab/>
        <w:t>4.051e0</w:t>
      </w:r>
    </w:p>
    <w:p w:rsidR="00E00D30" w:rsidRDefault="00E00D30" w:rsidP="00E00D30">
      <w:r>
        <w:t>141.1084</w:t>
      </w:r>
      <w:r>
        <w:tab/>
        <w:t>3.045e0</w:t>
      </w:r>
    </w:p>
    <w:p w:rsidR="00E00D30" w:rsidRDefault="00E00D30" w:rsidP="00E00D30">
      <w:r>
        <w:t>141.1101</w:t>
      </w:r>
      <w:r>
        <w:tab/>
        <w:t>1.013e0</w:t>
      </w:r>
    </w:p>
    <w:p w:rsidR="00E00D30" w:rsidRDefault="00E00D30" w:rsidP="00E00D30">
      <w:r>
        <w:t>141.1198</w:t>
      </w:r>
      <w:r>
        <w:tab/>
        <w:t>2.025e0</w:t>
      </w:r>
    </w:p>
    <w:p w:rsidR="00E00D30" w:rsidRDefault="00E00D30" w:rsidP="00E00D30">
      <w:r>
        <w:t>141.1230</w:t>
      </w:r>
      <w:r>
        <w:tab/>
        <w:t>2.025e0</w:t>
      </w:r>
    </w:p>
    <w:p w:rsidR="00E00D30" w:rsidRDefault="00E00D30" w:rsidP="00E00D30">
      <w:r>
        <w:t>141.1265</w:t>
      </w:r>
      <w:r>
        <w:tab/>
        <w:t>1.013e0</w:t>
      </w:r>
    </w:p>
    <w:p w:rsidR="00E00D30" w:rsidRDefault="00E00D30" w:rsidP="00E00D30">
      <w:r>
        <w:t>141.1308</w:t>
      </w:r>
      <w:r>
        <w:tab/>
        <w:t>2.025e0</w:t>
      </w:r>
    </w:p>
    <w:p w:rsidR="00E00D30" w:rsidRDefault="00E00D30" w:rsidP="00E00D30">
      <w:r>
        <w:t>141.1416</w:t>
      </w:r>
      <w:r>
        <w:tab/>
        <w:t>1.013e0</w:t>
      </w:r>
    </w:p>
    <w:p w:rsidR="00E00D30" w:rsidRDefault="00E00D30" w:rsidP="00E00D30">
      <w:r>
        <w:t>141.1481</w:t>
      </w:r>
      <w:r>
        <w:tab/>
        <w:t>1.013e0</w:t>
      </w:r>
    </w:p>
    <w:p w:rsidR="00E00D30" w:rsidRDefault="00E00D30" w:rsidP="00E00D30">
      <w:r>
        <w:t>141.1578</w:t>
      </w:r>
      <w:r>
        <w:tab/>
        <w:t>1.013e0</w:t>
      </w:r>
    </w:p>
    <w:p w:rsidR="00E00D30" w:rsidRDefault="00E00D30" w:rsidP="00E00D30">
      <w:r>
        <w:t>141.1699</w:t>
      </w:r>
      <w:r>
        <w:tab/>
        <w:t>1.013e0</w:t>
      </w:r>
    </w:p>
    <w:p w:rsidR="00E00D30" w:rsidRDefault="00E00D30" w:rsidP="00E00D30">
      <w:r>
        <w:t>141.1860</w:t>
      </w:r>
      <w:r>
        <w:tab/>
        <w:t>2.025e0</w:t>
      </w:r>
    </w:p>
    <w:p w:rsidR="00E00D30" w:rsidRDefault="00E00D30" w:rsidP="00E00D30">
      <w:r>
        <w:t>141.1956</w:t>
      </w:r>
      <w:r>
        <w:tab/>
        <w:t>2.025e0</w:t>
      </w:r>
    </w:p>
    <w:p w:rsidR="00E00D30" w:rsidRDefault="00E00D30" w:rsidP="00E00D30">
      <w:r>
        <w:t>141.2013</w:t>
      </w:r>
      <w:r>
        <w:tab/>
        <w:t>1.013e0</w:t>
      </w:r>
    </w:p>
    <w:p w:rsidR="00E00D30" w:rsidRDefault="00E00D30" w:rsidP="00E00D30">
      <w:r>
        <w:t>141.2145</w:t>
      </w:r>
      <w:r>
        <w:tab/>
        <w:t>3.038e0</w:t>
      </w:r>
    </w:p>
    <w:p w:rsidR="00E00D30" w:rsidRDefault="00E00D30" w:rsidP="00E00D30">
      <w:r>
        <w:t>141.2428</w:t>
      </w:r>
      <w:r>
        <w:tab/>
        <w:t>1.013e0</w:t>
      </w:r>
    </w:p>
    <w:p w:rsidR="00E00D30" w:rsidRDefault="00E00D30" w:rsidP="00E00D30">
      <w:r>
        <w:lastRenderedPageBreak/>
        <w:t>141.2618</w:t>
      </w:r>
      <w:r>
        <w:tab/>
        <w:t>1.013e0</w:t>
      </w:r>
    </w:p>
    <w:p w:rsidR="00E00D30" w:rsidRDefault="00E00D30" w:rsidP="00E00D30">
      <w:r>
        <w:t>141.2647</w:t>
      </w:r>
      <w:r>
        <w:tab/>
        <w:t>1.013e0</w:t>
      </w:r>
    </w:p>
    <w:p w:rsidR="00E00D30" w:rsidRDefault="00E00D30" w:rsidP="00E00D30">
      <w:r>
        <w:t>141.2710</w:t>
      </w:r>
      <w:r>
        <w:tab/>
        <w:t>1.013e0</w:t>
      </w:r>
    </w:p>
    <w:p w:rsidR="00E00D30" w:rsidRDefault="00E00D30" w:rsidP="00E00D30">
      <w:r>
        <w:t>141.2840</w:t>
      </w:r>
      <w:r>
        <w:tab/>
        <w:t>1.013e0</w:t>
      </w:r>
    </w:p>
    <w:p w:rsidR="00E00D30" w:rsidRDefault="00E00D30" w:rsidP="00E00D30">
      <w:r>
        <w:t>141.2874</w:t>
      </w:r>
      <w:r>
        <w:tab/>
        <w:t>2.025e0</w:t>
      </w:r>
    </w:p>
    <w:p w:rsidR="00E00D30" w:rsidRDefault="00E00D30" w:rsidP="00E00D30">
      <w:r>
        <w:t>141.2906</w:t>
      </w:r>
      <w:r>
        <w:tab/>
        <w:t>1.013e0</w:t>
      </w:r>
    </w:p>
    <w:p w:rsidR="00E00D30" w:rsidRDefault="00E00D30" w:rsidP="00E00D30">
      <w:r>
        <w:t>141.3093</w:t>
      </w:r>
      <w:r>
        <w:tab/>
        <w:t>1.013e0</w:t>
      </w:r>
    </w:p>
    <w:p w:rsidR="00E00D30" w:rsidRDefault="00E00D30" w:rsidP="00E00D30">
      <w:r>
        <w:t>141.3326</w:t>
      </w:r>
      <w:r>
        <w:tab/>
        <w:t>2.025e0</w:t>
      </w:r>
    </w:p>
    <w:p w:rsidR="00E00D30" w:rsidRDefault="00E00D30" w:rsidP="00E00D30">
      <w:r>
        <w:t>141.3341</w:t>
      </w:r>
      <w:r>
        <w:tab/>
        <w:t>1.013e0</w:t>
      </w:r>
    </w:p>
    <w:p w:rsidR="00E00D30" w:rsidRDefault="00E00D30" w:rsidP="00E00D30">
      <w:r>
        <w:t>141.3487</w:t>
      </w:r>
      <w:r>
        <w:tab/>
        <w:t>2.025e0</w:t>
      </w:r>
    </w:p>
    <w:p w:rsidR="00E00D30" w:rsidRDefault="00E00D30" w:rsidP="00E00D30">
      <w:r>
        <w:t>141.3568</w:t>
      </w:r>
      <w:r>
        <w:tab/>
        <w:t>1.013e0</w:t>
      </w:r>
    </w:p>
    <w:p w:rsidR="00E00D30" w:rsidRDefault="00E00D30" w:rsidP="00E00D30">
      <w:r>
        <w:t>141.3645</w:t>
      </w:r>
      <w:r>
        <w:tab/>
        <w:t>3.038e0</w:t>
      </w:r>
    </w:p>
    <w:p w:rsidR="00E00D30" w:rsidRDefault="00E00D30" w:rsidP="00E00D30">
      <w:r>
        <w:t>141.3941</w:t>
      </w:r>
      <w:r>
        <w:tab/>
        <w:t>2.025e0</w:t>
      </w:r>
    </w:p>
    <w:p w:rsidR="00E00D30" w:rsidRDefault="00E00D30" w:rsidP="00E00D30">
      <w:r>
        <w:t>141.4103</w:t>
      </w:r>
      <w:r>
        <w:tab/>
        <w:t>2.025e0</w:t>
      </w:r>
    </w:p>
    <w:p w:rsidR="00E00D30" w:rsidRDefault="00E00D30" w:rsidP="00E00D30">
      <w:r>
        <w:t>141.4233</w:t>
      </w:r>
      <w:r>
        <w:tab/>
        <w:t>2.025e0</w:t>
      </w:r>
    </w:p>
    <w:p w:rsidR="00E00D30" w:rsidRDefault="00E00D30" w:rsidP="00E00D30">
      <w:r>
        <w:t>141.4289</w:t>
      </w:r>
      <w:r>
        <w:tab/>
        <w:t>1.013e0</w:t>
      </w:r>
    </w:p>
    <w:p w:rsidR="00E00D30" w:rsidRDefault="00E00D30" w:rsidP="00E00D30">
      <w:r>
        <w:t>141.4305</w:t>
      </w:r>
      <w:r>
        <w:tab/>
        <w:t>2.025e0</w:t>
      </w:r>
    </w:p>
    <w:p w:rsidR="00E00D30" w:rsidRDefault="00E00D30" w:rsidP="00E00D30">
      <w:r>
        <w:t>141.4320</w:t>
      </w:r>
      <w:r>
        <w:tab/>
        <w:t>1.013e0</w:t>
      </w:r>
    </w:p>
    <w:p w:rsidR="00E00D30" w:rsidRDefault="00E00D30" w:rsidP="00E00D30">
      <w:r>
        <w:t>141.4515</w:t>
      </w:r>
      <w:r>
        <w:tab/>
        <w:t>1.013e0</w:t>
      </w:r>
    </w:p>
    <w:p w:rsidR="00E00D30" w:rsidRDefault="00E00D30" w:rsidP="00E00D30">
      <w:r>
        <w:lastRenderedPageBreak/>
        <w:t>141.4549</w:t>
      </w:r>
      <w:r>
        <w:tab/>
        <w:t>1.013e0</w:t>
      </w:r>
    </w:p>
    <w:p w:rsidR="00E00D30" w:rsidRDefault="00E00D30" w:rsidP="00E00D30">
      <w:r>
        <w:t>141.4607</w:t>
      </w:r>
      <w:r>
        <w:tab/>
        <w:t>1.013e0</w:t>
      </w:r>
    </w:p>
    <w:p w:rsidR="00E00D30" w:rsidRDefault="00E00D30" w:rsidP="00E00D30">
      <w:r>
        <w:t>141.4767</w:t>
      </w:r>
      <w:r>
        <w:tab/>
        <w:t>1.013e0</w:t>
      </w:r>
    </w:p>
    <w:p w:rsidR="00E00D30" w:rsidRDefault="00E00D30" w:rsidP="00E00D30">
      <w:r>
        <w:t>141.4833</w:t>
      </w:r>
      <w:r>
        <w:tab/>
        <w:t>4.051e0</w:t>
      </w:r>
    </w:p>
    <w:p w:rsidR="00E00D30" w:rsidRDefault="00E00D30" w:rsidP="00E00D30">
      <w:r>
        <w:t>141.4865</w:t>
      </w:r>
      <w:r>
        <w:tab/>
        <w:t>1.013e0</w:t>
      </w:r>
    </w:p>
    <w:p w:rsidR="00E00D30" w:rsidRDefault="00E00D30" w:rsidP="00E00D30">
      <w:r>
        <w:t>141.5179</w:t>
      </w:r>
      <w:r>
        <w:tab/>
        <w:t>1.013e0</w:t>
      </w:r>
    </w:p>
    <w:p w:rsidR="00E00D30" w:rsidRDefault="00E00D30" w:rsidP="00E00D30">
      <w:r>
        <w:t>141.5334</w:t>
      </w:r>
      <w:r>
        <w:tab/>
        <w:t>1.013e0</w:t>
      </w:r>
    </w:p>
    <w:p w:rsidR="00E00D30" w:rsidRDefault="00E00D30" w:rsidP="00E00D30">
      <w:r>
        <w:t>141.5616</w:t>
      </w:r>
      <w:r>
        <w:tab/>
        <w:t>2.025e0</w:t>
      </w:r>
    </w:p>
    <w:p w:rsidR="00E00D30" w:rsidRDefault="00E00D30" w:rsidP="00E00D30">
      <w:r>
        <w:t>141.5650</w:t>
      </w:r>
      <w:r>
        <w:tab/>
        <w:t>2.025e0</w:t>
      </w:r>
    </w:p>
    <w:p w:rsidR="00E00D30" w:rsidRDefault="00E00D30" w:rsidP="00E00D30">
      <w:r>
        <w:t>141.5716</w:t>
      </w:r>
      <w:r>
        <w:tab/>
        <w:t>1.013e0</w:t>
      </w:r>
    </w:p>
    <w:p w:rsidR="00E00D30" w:rsidRDefault="00E00D30" w:rsidP="00E00D30">
      <w:r>
        <w:t>141.5778</w:t>
      </w:r>
      <w:r>
        <w:tab/>
        <w:t>1.013e0</w:t>
      </w:r>
    </w:p>
    <w:p w:rsidR="00E00D30" w:rsidRDefault="00E00D30" w:rsidP="00E00D30">
      <w:r>
        <w:t>141.5904</w:t>
      </w:r>
      <w:r>
        <w:tab/>
        <w:t>1.013e0</w:t>
      </w:r>
    </w:p>
    <w:p w:rsidR="00E00D30" w:rsidRDefault="00E00D30" w:rsidP="00E00D30">
      <w:r>
        <w:t>141.5998</w:t>
      </w:r>
      <w:r>
        <w:tab/>
        <w:t>1.013e0</w:t>
      </w:r>
    </w:p>
    <w:p w:rsidR="00E00D30" w:rsidRDefault="00E00D30" w:rsidP="00E00D30">
      <w:r>
        <w:t>141.6160</w:t>
      </w:r>
      <w:r>
        <w:tab/>
        <w:t>1.013e0</w:t>
      </w:r>
    </w:p>
    <w:p w:rsidR="00E00D30" w:rsidRDefault="00E00D30" w:rsidP="00E00D30">
      <w:r>
        <w:t>141.6224</w:t>
      </w:r>
      <w:r>
        <w:tab/>
        <w:t>1.013e0</w:t>
      </w:r>
    </w:p>
    <w:p w:rsidR="00E00D30" w:rsidRDefault="00E00D30" w:rsidP="00E00D30">
      <w:r>
        <w:t>141.6411</w:t>
      </w:r>
      <w:r>
        <w:tab/>
        <w:t>1.013e0</w:t>
      </w:r>
    </w:p>
    <w:p w:rsidR="00E00D30" w:rsidRDefault="00E00D30" w:rsidP="00E00D30">
      <w:r>
        <w:t>141.6508</w:t>
      </w:r>
      <w:r>
        <w:tab/>
        <w:t>2.025e0</w:t>
      </w:r>
    </w:p>
    <w:p w:rsidR="00E00D30" w:rsidRDefault="00E00D30" w:rsidP="00E00D30">
      <w:r>
        <w:t>141.6569</w:t>
      </w:r>
      <w:r>
        <w:tab/>
        <w:t>1.013e0</w:t>
      </w:r>
    </w:p>
    <w:p w:rsidR="00E00D30" w:rsidRDefault="00E00D30" w:rsidP="00E00D30">
      <w:r>
        <w:t>141.6663</w:t>
      </w:r>
      <w:r>
        <w:tab/>
        <w:t>2.025e0</w:t>
      </w:r>
    </w:p>
    <w:p w:rsidR="00E00D30" w:rsidRDefault="00E00D30" w:rsidP="00E00D30">
      <w:r>
        <w:lastRenderedPageBreak/>
        <w:t>141.6791</w:t>
      </w:r>
      <w:r>
        <w:tab/>
        <w:t>1.013e0</w:t>
      </w:r>
    </w:p>
    <w:p w:rsidR="00E00D30" w:rsidRDefault="00E00D30" w:rsidP="00E00D30">
      <w:r>
        <w:t>141.6887</w:t>
      </w:r>
      <w:r>
        <w:tab/>
        <w:t>1.013e0</w:t>
      </w:r>
    </w:p>
    <w:p w:rsidR="00E00D30" w:rsidRDefault="00E00D30" w:rsidP="00E00D30">
      <w:r>
        <w:t>141.6915</w:t>
      </w:r>
      <w:r>
        <w:tab/>
        <w:t>1.013e0</w:t>
      </w:r>
    </w:p>
    <w:p w:rsidR="00E00D30" w:rsidRDefault="00E00D30" w:rsidP="00E00D30">
      <w:r>
        <w:t>141.7206</w:t>
      </w:r>
      <w:r>
        <w:tab/>
        <w:t>1.013e0</w:t>
      </w:r>
    </w:p>
    <w:p w:rsidR="00E00D30" w:rsidRDefault="00E00D30" w:rsidP="00E00D30">
      <w:r>
        <w:t>141.7522</w:t>
      </w:r>
      <w:r>
        <w:tab/>
        <w:t>2.025e0</w:t>
      </w:r>
    </w:p>
    <w:p w:rsidR="00E00D30" w:rsidRDefault="00E00D30" w:rsidP="00E00D30">
      <w:r>
        <w:t>141.7626</w:t>
      </w:r>
      <w:r>
        <w:tab/>
        <w:t>2.025e0</w:t>
      </w:r>
    </w:p>
    <w:p w:rsidR="00E00D30" w:rsidRDefault="00E00D30" w:rsidP="00E00D30">
      <w:r>
        <w:t>141.7839</w:t>
      </w:r>
      <w:r>
        <w:tab/>
        <w:t>1.013e0</w:t>
      </w:r>
    </w:p>
    <w:p w:rsidR="00E00D30" w:rsidRDefault="00E00D30" w:rsidP="00E00D30">
      <w:r>
        <w:t>141.7883</w:t>
      </w:r>
      <w:r>
        <w:tab/>
        <w:t>2.025e0</w:t>
      </w:r>
    </w:p>
    <w:p w:rsidR="00E00D30" w:rsidRDefault="00E00D30" w:rsidP="00E00D30">
      <w:r>
        <w:t>141.7926</w:t>
      </w:r>
      <w:r>
        <w:tab/>
        <w:t>2.025e0</w:t>
      </w:r>
    </w:p>
    <w:p w:rsidR="00E00D30" w:rsidRDefault="00E00D30" w:rsidP="00E00D30">
      <w:r>
        <w:t>141.8245</w:t>
      </w:r>
      <w:r>
        <w:tab/>
        <w:t>3.038e0</w:t>
      </w:r>
    </w:p>
    <w:p w:rsidR="00E00D30" w:rsidRDefault="00E00D30" w:rsidP="00E00D30">
      <w:r>
        <w:t>141.8590</w:t>
      </w:r>
      <w:r>
        <w:tab/>
        <w:t>2.025e0</w:t>
      </w:r>
    </w:p>
    <w:p w:rsidR="00E00D30" w:rsidRDefault="00E00D30" w:rsidP="00E00D30">
      <w:r>
        <w:t>141.8638</w:t>
      </w:r>
      <w:r>
        <w:tab/>
        <w:t>2.025e0</w:t>
      </w:r>
    </w:p>
    <w:p w:rsidR="00E00D30" w:rsidRDefault="00E00D30" w:rsidP="00E00D30">
      <w:r>
        <w:t>141.8658</w:t>
      </w:r>
      <w:r>
        <w:tab/>
        <w:t>1.013e0</w:t>
      </w:r>
    </w:p>
    <w:p w:rsidR="00E00D30" w:rsidRDefault="00E00D30" w:rsidP="00E00D30">
      <w:r>
        <w:t>141.8909</w:t>
      </w:r>
      <w:r>
        <w:tab/>
        <w:t>2.025e0</w:t>
      </w:r>
    </w:p>
    <w:p w:rsidR="00E00D30" w:rsidRDefault="00E00D30" w:rsidP="00E00D30">
      <w:r>
        <w:t>141.9288</w:t>
      </w:r>
      <w:r>
        <w:tab/>
        <w:t>1.013e0</w:t>
      </w:r>
    </w:p>
    <w:p w:rsidR="00E00D30" w:rsidRDefault="00E00D30" w:rsidP="00E00D30">
      <w:r>
        <w:t>141.9418</w:t>
      </w:r>
      <w:r>
        <w:tab/>
        <w:t>1.013e0</w:t>
      </w:r>
    </w:p>
    <w:p w:rsidR="00E00D30" w:rsidRDefault="00E00D30" w:rsidP="00E00D30">
      <w:r>
        <w:t>141.9449</w:t>
      </w:r>
      <w:r>
        <w:tab/>
        <w:t>1.013e0</w:t>
      </w:r>
    </w:p>
    <w:p w:rsidR="00E00D30" w:rsidRDefault="00E00D30" w:rsidP="00E00D30">
      <w:r>
        <w:t>141.9484</w:t>
      </w:r>
      <w:r>
        <w:tab/>
        <w:t>1.013e0</w:t>
      </w:r>
    </w:p>
    <w:p w:rsidR="00E00D30" w:rsidRDefault="00E00D30" w:rsidP="00E00D30">
      <w:r>
        <w:t>141.9516</w:t>
      </w:r>
      <w:r>
        <w:tab/>
        <w:t>1.013e0</w:t>
      </w:r>
    </w:p>
    <w:p w:rsidR="00E00D30" w:rsidRDefault="00E00D30" w:rsidP="00E00D30">
      <w:r>
        <w:lastRenderedPageBreak/>
        <w:t>141.9603</w:t>
      </w:r>
      <w:r>
        <w:tab/>
        <w:t>2.025e0</w:t>
      </w:r>
    </w:p>
    <w:p w:rsidR="00E00D30" w:rsidRDefault="00E00D30" w:rsidP="00E00D30">
      <w:r>
        <w:t>141.9655</w:t>
      </w:r>
      <w:r>
        <w:tab/>
        <w:t>2.025e0</w:t>
      </w:r>
    </w:p>
    <w:p w:rsidR="00E00D30" w:rsidRDefault="00E00D30" w:rsidP="00E00D30">
      <w:r>
        <w:t>141.9733</w:t>
      </w:r>
      <w:r>
        <w:tab/>
        <w:t>1.013e0</w:t>
      </w:r>
    </w:p>
    <w:p w:rsidR="00E00D30" w:rsidRDefault="00E00D30" w:rsidP="00E00D30">
      <w:r>
        <w:t>141.9798</w:t>
      </w:r>
      <w:r>
        <w:tab/>
        <w:t>1.013e0</w:t>
      </w:r>
    </w:p>
    <w:p w:rsidR="00E00D30" w:rsidRDefault="00E00D30" w:rsidP="00E00D30">
      <w:r>
        <w:t>141.9865</w:t>
      </w:r>
      <w:r>
        <w:tab/>
        <w:t>2.025e0</w:t>
      </w:r>
    </w:p>
    <w:p w:rsidR="00E00D30" w:rsidRDefault="00E00D30" w:rsidP="00E00D30">
      <w:r>
        <w:t>141.9878</w:t>
      </w:r>
      <w:r>
        <w:tab/>
        <w:t>2.025e0</w:t>
      </w:r>
    </w:p>
    <w:p w:rsidR="00E00D30" w:rsidRDefault="00E00D30" w:rsidP="00E00D30">
      <w:r>
        <w:t>141.9892</w:t>
      </w:r>
      <w:r>
        <w:tab/>
        <w:t>1.013e0</w:t>
      </w:r>
    </w:p>
    <w:p w:rsidR="00E00D30" w:rsidRDefault="00E00D30" w:rsidP="00E00D30">
      <w:r>
        <w:t>142.0254</w:t>
      </w:r>
      <w:r>
        <w:tab/>
        <w:t>1.053e1</w:t>
      </w:r>
    </w:p>
    <w:p w:rsidR="00E00D30" w:rsidRDefault="00E00D30" w:rsidP="00E00D30">
      <w:r>
        <w:t>142.0284</w:t>
      </w:r>
      <w:r>
        <w:tab/>
        <w:t>4.966e0</w:t>
      </w:r>
    </w:p>
    <w:p w:rsidR="00E00D30" w:rsidRDefault="00E00D30" w:rsidP="00E00D30">
      <w:r>
        <w:t>142.0298</w:t>
      </w:r>
      <w:r>
        <w:tab/>
        <w:t>1.651e1</w:t>
      </w:r>
    </w:p>
    <w:p w:rsidR="00E00D30" w:rsidRDefault="00E00D30" w:rsidP="00E00D30">
      <w:r>
        <w:t>142.0317</w:t>
      </w:r>
      <w:r>
        <w:tab/>
        <w:t>2.025e0</w:t>
      </w:r>
    </w:p>
    <w:p w:rsidR="00E00D30" w:rsidRDefault="00E00D30" w:rsidP="00E00D30">
      <w:r>
        <w:t>142.0332</w:t>
      </w:r>
      <w:r>
        <w:tab/>
        <w:t>3.240e1</w:t>
      </w:r>
    </w:p>
    <w:p w:rsidR="00E00D30" w:rsidRDefault="00E00D30" w:rsidP="00E00D30">
      <w:r>
        <w:t>142.0480</w:t>
      </w:r>
      <w:r>
        <w:tab/>
        <w:t>2.025e0</w:t>
      </w:r>
    </w:p>
    <w:p w:rsidR="00E00D30" w:rsidRDefault="00E00D30" w:rsidP="00E00D30">
      <w:r>
        <w:t>142.0586</w:t>
      </w:r>
      <w:r>
        <w:tab/>
        <w:t>1.013e0</w:t>
      </w:r>
    </w:p>
    <w:p w:rsidR="00E00D30" w:rsidRDefault="00E00D30" w:rsidP="00E00D30">
      <w:r>
        <w:t>142.0724</w:t>
      </w:r>
      <w:r>
        <w:tab/>
        <w:t>2.309e0</w:t>
      </w:r>
    </w:p>
    <w:p w:rsidR="00E00D30" w:rsidRDefault="00E00D30" w:rsidP="00E00D30">
      <w:r>
        <w:t>142.0927</w:t>
      </w:r>
      <w:r>
        <w:tab/>
        <w:t>9.114e0</w:t>
      </w:r>
    </w:p>
    <w:p w:rsidR="00E00D30" w:rsidRDefault="00E00D30" w:rsidP="00E00D30">
      <w:r>
        <w:t>142.0970</w:t>
      </w:r>
      <w:r>
        <w:tab/>
        <w:t>3.457e1</w:t>
      </w:r>
    </w:p>
    <w:p w:rsidR="00E00D30" w:rsidRDefault="00E00D30" w:rsidP="00E00D30">
      <w:r>
        <w:t>142.0987</w:t>
      </w:r>
      <w:r>
        <w:tab/>
        <w:t>6.028e1</w:t>
      </w:r>
    </w:p>
    <w:p w:rsidR="00E00D30" w:rsidRDefault="00E00D30" w:rsidP="00E00D30">
      <w:r>
        <w:t>142.1000</w:t>
      </w:r>
      <w:r>
        <w:tab/>
        <w:t>1.114e1</w:t>
      </w:r>
    </w:p>
    <w:p w:rsidR="00E00D30" w:rsidRDefault="00E00D30" w:rsidP="00E00D30">
      <w:r>
        <w:lastRenderedPageBreak/>
        <w:t>142.1282</w:t>
      </w:r>
      <w:r>
        <w:tab/>
        <w:t>1.013e0</w:t>
      </w:r>
    </w:p>
    <w:p w:rsidR="00E00D30" w:rsidRDefault="00E00D30" w:rsidP="00E00D30">
      <w:r>
        <w:t>142.1297</w:t>
      </w:r>
      <w:r>
        <w:tab/>
        <w:t>2.025e0</w:t>
      </w:r>
    </w:p>
    <w:p w:rsidR="00E00D30" w:rsidRDefault="00E00D30" w:rsidP="00E00D30">
      <w:r>
        <w:t>142.1380</w:t>
      </w:r>
      <w:r>
        <w:tab/>
        <w:t>2.025e0</w:t>
      </w:r>
    </w:p>
    <w:p w:rsidR="00E00D30" w:rsidRDefault="00E00D30" w:rsidP="00E00D30">
      <w:r>
        <w:t>142.1444</w:t>
      </w:r>
      <w:r>
        <w:tab/>
        <w:t>1.013e0</w:t>
      </w:r>
    </w:p>
    <w:p w:rsidR="00E00D30" w:rsidRDefault="00E00D30" w:rsidP="00E00D30">
      <w:r>
        <w:t>142.1646</w:t>
      </w:r>
      <w:r>
        <w:tab/>
        <w:t>2.025e0</w:t>
      </w:r>
    </w:p>
    <w:p w:rsidR="00E00D30" w:rsidRDefault="00E00D30" w:rsidP="00E00D30">
      <w:r>
        <w:t>142.1698</w:t>
      </w:r>
      <w:r>
        <w:tab/>
        <w:t>3.038e0</w:t>
      </w:r>
    </w:p>
    <w:p w:rsidR="00E00D30" w:rsidRDefault="00E00D30" w:rsidP="00E00D30">
      <w:r>
        <w:t>142.1762</w:t>
      </w:r>
      <w:r>
        <w:tab/>
        <w:t>1.013e0</w:t>
      </w:r>
    </w:p>
    <w:p w:rsidR="00E00D30" w:rsidRDefault="00E00D30" w:rsidP="00E00D30">
      <w:r>
        <w:t>142.1827</w:t>
      </w:r>
      <w:r>
        <w:tab/>
        <w:t>1.013e0</w:t>
      </w:r>
    </w:p>
    <w:p w:rsidR="00E00D30" w:rsidRDefault="00E00D30" w:rsidP="00E00D30">
      <w:r>
        <w:t>142.1916</w:t>
      </w:r>
      <w:r>
        <w:tab/>
        <w:t>2.025e0</w:t>
      </w:r>
    </w:p>
    <w:p w:rsidR="00E00D30" w:rsidRDefault="00E00D30" w:rsidP="00E00D30">
      <w:r>
        <w:t>142.1947</w:t>
      </w:r>
      <w:r>
        <w:tab/>
        <w:t>1.013e0</w:t>
      </w:r>
    </w:p>
    <w:p w:rsidR="00E00D30" w:rsidRDefault="00E00D30" w:rsidP="00E00D30">
      <w:r>
        <w:t>142.1982</w:t>
      </w:r>
      <w:r>
        <w:tab/>
        <w:t>1.013e0</w:t>
      </w:r>
    </w:p>
    <w:p w:rsidR="00E00D30" w:rsidRDefault="00E00D30" w:rsidP="00E00D30">
      <w:r>
        <w:t>142.2046</w:t>
      </w:r>
      <w:r>
        <w:tab/>
        <w:t>1.013e0</w:t>
      </w:r>
    </w:p>
    <w:p w:rsidR="00E00D30" w:rsidRDefault="00E00D30" w:rsidP="00E00D30">
      <w:r>
        <w:t>142.2078</w:t>
      </w:r>
      <w:r>
        <w:tab/>
        <w:t>1.013e0</w:t>
      </w:r>
    </w:p>
    <w:p w:rsidR="00E00D30" w:rsidRDefault="00E00D30" w:rsidP="00E00D30">
      <w:r>
        <w:t>142.2236</w:t>
      </w:r>
      <w:r>
        <w:tab/>
        <w:t>1.013e0</w:t>
      </w:r>
    </w:p>
    <w:p w:rsidR="00E00D30" w:rsidRDefault="00E00D30" w:rsidP="00E00D30">
      <w:r>
        <w:t>142.2266</w:t>
      </w:r>
      <w:r>
        <w:tab/>
        <w:t>1.013e0</w:t>
      </w:r>
    </w:p>
    <w:p w:rsidR="00E00D30" w:rsidRDefault="00E00D30" w:rsidP="00E00D30">
      <w:r>
        <w:t>142.2395</w:t>
      </w:r>
      <w:r>
        <w:tab/>
        <w:t>1.013e0</w:t>
      </w:r>
    </w:p>
    <w:p w:rsidR="00E00D30" w:rsidRDefault="00E00D30" w:rsidP="00E00D30">
      <w:r>
        <w:t>142.2494</w:t>
      </w:r>
      <w:r>
        <w:tab/>
        <w:t>1.013e0</w:t>
      </w:r>
    </w:p>
    <w:p w:rsidR="00E00D30" w:rsidRDefault="00E00D30" w:rsidP="00E00D30">
      <w:r>
        <w:t>142.2648</w:t>
      </w:r>
      <w:r>
        <w:tab/>
        <w:t>1.013e0</w:t>
      </w:r>
    </w:p>
    <w:p w:rsidR="00E00D30" w:rsidRDefault="00E00D30" w:rsidP="00E00D30">
      <w:r>
        <w:t>142.2697</w:t>
      </w:r>
      <w:r>
        <w:tab/>
        <w:t>3.038e0</w:t>
      </w:r>
    </w:p>
    <w:p w:rsidR="00E00D30" w:rsidRDefault="00E00D30" w:rsidP="00E00D30">
      <w:r>
        <w:lastRenderedPageBreak/>
        <w:t>142.2873</w:t>
      </w:r>
      <w:r>
        <w:tab/>
        <w:t>1.013e0</w:t>
      </w:r>
    </w:p>
    <w:p w:rsidR="00E00D30" w:rsidRDefault="00E00D30" w:rsidP="00E00D30">
      <w:r>
        <w:t>142.2932</w:t>
      </w:r>
      <w:r>
        <w:tab/>
        <w:t>3.038e0</w:t>
      </w:r>
    </w:p>
    <w:p w:rsidR="00E00D30" w:rsidRDefault="00E00D30" w:rsidP="00E00D30">
      <w:r>
        <w:t>142.2995</w:t>
      </w:r>
      <w:r>
        <w:tab/>
        <w:t>1.013e0</w:t>
      </w:r>
    </w:p>
    <w:p w:rsidR="00E00D30" w:rsidRDefault="00E00D30" w:rsidP="00E00D30">
      <w:r>
        <w:t>142.3125</w:t>
      </w:r>
      <w:r>
        <w:tab/>
        <w:t>2.025e0</w:t>
      </w:r>
    </w:p>
    <w:p w:rsidR="00E00D30" w:rsidRDefault="00E00D30" w:rsidP="00E00D30">
      <w:r>
        <w:t>142.3158</w:t>
      </w:r>
      <w:r>
        <w:tab/>
        <w:t>1.013e0</w:t>
      </w:r>
    </w:p>
    <w:p w:rsidR="00E00D30" w:rsidRDefault="00E00D30" w:rsidP="00E00D30">
      <w:r>
        <w:t>142.3222</w:t>
      </w:r>
      <w:r>
        <w:tab/>
        <w:t>1.013e0</w:t>
      </w:r>
    </w:p>
    <w:p w:rsidR="00E00D30" w:rsidRDefault="00E00D30" w:rsidP="00E00D30">
      <w:r>
        <w:t>142.3313</w:t>
      </w:r>
      <w:r>
        <w:tab/>
        <w:t>1.013e0</w:t>
      </w:r>
    </w:p>
    <w:p w:rsidR="00E00D30" w:rsidRDefault="00E00D30" w:rsidP="00E00D30">
      <w:r>
        <w:t>142.3409</w:t>
      </w:r>
      <w:r>
        <w:tab/>
        <w:t>1.013e0</w:t>
      </w:r>
    </w:p>
    <w:p w:rsidR="00E00D30" w:rsidRDefault="00E00D30" w:rsidP="00E00D30">
      <w:r>
        <w:t>142.3542</w:t>
      </w:r>
      <w:r>
        <w:tab/>
        <w:t>1.013e0</w:t>
      </w:r>
    </w:p>
    <w:p w:rsidR="00E00D30" w:rsidRDefault="00E00D30" w:rsidP="00E00D30">
      <w:r>
        <w:t>142.3570</w:t>
      </w:r>
      <w:r>
        <w:tab/>
        <w:t>2.025e0</w:t>
      </w:r>
    </w:p>
    <w:p w:rsidR="00E00D30" w:rsidRDefault="00E00D30" w:rsidP="00E00D30">
      <w:r>
        <w:t>142.3791</w:t>
      </w:r>
      <w:r>
        <w:tab/>
        <w:t>1.013e0</w:t>
      </w:r>
    </w:p>
    <w:p w:rsidR="00E00D30" w:rsidRDefault="00E00D30" w:rsidP="00E00D30">
      <w:r>
        <w:t>142.3855</w:t>
      </w:r>
      <w:r>
        <w:tab/>
        <w:t>1.013e0</w:t>
      </w:r>
    </w:p>
    <w:p w:rsidR="00E00D30" w:rsidRDefault="00E00D30" w:rsidP="00E00D30">
      <w:r>
        <w:t>142.3948</w:t>
      </w:r>
      <w:r>
        <w:tab/>
        <w:t>1.013e0</w:t>
      </w:r>
    </w:p>
    <w:p w:rsidR="00E00D30" w:rsidRDefault="00E00D30" w:rsidP="00E00D30">
      <w:r>
        <w:t>142.4140</w:t>
      </w:r>
      <w:r>
        <w:tab/>
        <w:t>1.013e0</w:t>
      </w:r>
    </w:p>
    <w:p w:rsidR="00E00D30" w:rsidRDefault="00E00D30" w:rsidP="00E00D30">
      <w:r>
        <w:t>142.4205</w:t>
      </w:r>
      <w:r>
        <w:tab/>
        <w:t>1.013e0</w:t>
      </w:r>
    </w:p>
    <w:p w:rsidR="00E00D30" w:rsidRDefault="00E00D30" w:rsidP="00E00D30">
      <w:r>
        <w:t>142.4238</w:t>
      </w:r>
      <w:r>
        <w:tab/>
        <w:t>2.025e0</w:t>
      </w:r>
    </w:p>
    <w:p w:rsidR="00E00D30" w:rsidRDefault="00E00D30" w:rsidP="00E00D30">
      <w:r>
        <w:t>142.4359</w:t>
      </w:r>
      <w:r>
        <w:tab/>
        <w:t>1.013e0</w:t>
      </w:r>
    </w:p>
    <w:p w:rsidR="00E00D30" w:rsidRDefault="00E00D30" w:rsidP="00E00D30">
      <w:r>
        <w:t>142.4489</w:t>
      </w:r>
      <w:r>
        <w:tab/>
        <w:t>1.013e0</w:t>
      </w:r>
    </w:p>
    <w:p w:rsidR="00E00D30" w:rsidRDefault="00E00D30" w:rsidP="00E00D30">
      <w:r>
        <w:t>142.4521</w:t>
      </w:r>
      <w:r>
        <w:tab/>
        <w:t>1.013e0</w:t>
      </w:r>
    </w:p>
    <w:p w:rsidR="00E00D30" w:rsidRDefault="00E00D30" w:rsidP="00E00D30">
      <w:r>
        <w:lastRenderedPageBreak/>
        <w:t>142.4584</w:t>
      </w:r>
      <w:r>
        <w:tab/>
        <w:t>1.013e0</w:t>
      </w:r>
    </w:p>
    <w:p w:rsidR="00E00D30" w:rsidRDefault="00E00D30" w:rsidP="00E00D30">
      <w:r>
        <w:t>142.4643</w:t>
      </w:r>
      <w:r>
        <w:tab/>
        <w:t>2.025e0</w:t>
      </w:r>
    </w:p>
    <w:p w:rsidR="00E00D30" w:rsidRDefault="00E00D30" w:rsidP="00E00D30">
      <w:r>
        <w:t>142.4675</w:t>
      </w:r>
      <w:r>
        <w:tab/>
        <w:t>1.013e0</w:t>
      </w:r>
    </w:p>
    <w:p w:rsidR="00E00D30" w:rsidRDefault="00E00D30" w:rsidP="00E00D30">
      <w:r>
        <w:t>142.4708</w:t>
      </w:r>
      <w:r>
        <w:tab/>
        <w:t>1.013e0</w:t>
      </w:r>
    </w:p>
    <w:p w:rsidR="00E00D30" w:rsidRDefault="00E00D30" w:rsidP="00E00D30">
      <w:r>
        <w:t>142.4741</w:t>
      </w:r>
      <w:r>
        <w:tab/>
        <w:t>1.013e0</w:t>
      </w:r>
    </w:p>
    <w:p w:rsidR="00E00D30" w:rsidRDefault="00E00D30" w:rsidP="00E00D30">
      <w:r>
        <w:t>142.4773</w:t>
      </w:r>
      <w:r>
        <w:tab/>
        <w:t>1.013e0</w:t>
      </w:r>
    </w:p>
    <w:p w:rsidR="00E00D30" w:rsidRDefault="00E00D30" w:rsidP="00E00D30">
      <w:r>
        <w:t>142.4807</w:t>
      </w:r>
      <w:r>
        <w:tab/>
        <w:t>1.013e0</w:t>
      </w:r>
    </w:p>
    <w:p w:rsidR="00E00D30" w:rsidRDefault="00E00D30" w:rsidP="00E00D30">
      <w:r>
        <w:t>142.4903</w:t>
      </w:r>
      <w:r>
        <w:tab/>
        <w:t>1.013e0</w:t>
      </w:r>
    </w:p>
    <w:p w:rsidR="00E00D30" w:rsidRDefault="00E00D30" w:rsidP="00E00D30">
      <w:r>
        <w:t>142.4932</w:t>
      </w:r>
      <w:r>
        <w:tab/>
        <w:t>1.013e0</w:t>
      </w:r>
    </w:p>
    <w:p w:rsidR="00E00D30" w:rsidRDefault="00E00D30" w:rsidP="00E00D30">
      <w:r>
        <w:t>142.4962</w:t>
      </w:r>
      <w:r>
        <w:tab/>
        <w:t>3.038e0</w:t>
      </w:r>
    </w:p>
    <w:p w:rsidR="00E00D30" w:rsidRDefault="00E00D30" w:rsidP="00E00D30">
      <w:r>
        <w:t>142.5154</w:t>
      </w:r>
      <w:r>
        <w:tab/>
        <w:t>1.013e0</w:t>
      </w:r>
    </w:p>
    <w:p w:rsidR="00E00D30" w:rsidRDefault="00E00D30" w:rsidP="00E00D30">
      <w:r>
        <w:t>142.5187</w:t>
      </w:r>
      <w:r>
        <w:tab/>
        <w:t>2.025e0</w:t>
      </w:r>
    </w:p>
    <w:p w:rsidR="00E00D30" w:rsidRDefault="00E00D30" w:rsidP="00E00D30">
      <w:r>
        <w:t>142.5310</w:t>
      </w:r>
      <w:r>
        <w:tab/>
        <w:t>1.013e0</w:t>
      </w:r>
    </w:p>
    <w:p w:rsidR="00E00D30" w:rsidRDefault="00E00D30" w:rsidP="00E00D30">
      <w:r>
        <w:t>142.5343</w:t>
      </w:r>
      <w:r>
        <w:tab/>
        <w:t>1.013e0</w:t>
      </w:r>
    </w:p>
    <w:p w:rsidR="00E00D30" w:rsidRDefault="00E00D30" w:rsidP="00E00D30">
      <w:r>
        <w:t>142.5439</w:t>
      </w:r>
      <w:r>
        <w:tab/>
        <w:t>1.013e0</w:t>
      </w:r>
    </w:p>
    <w:p w:rsidR="00E00D30" w:rsidRDefault="00E00D30" w:rsidP="00E00D30">
      <w:r>
        <w:t>142.5503</w:t>
      </w:r>
      <w:r>
        <w:tab/>
        <w:t>1.013e0</w:t>
      </w:r>
    </w:p>
    <w:p w:rsidR="00E00D30" w:rsidRDefault="00E00D30" w:rsidP="00E00D30">
      <w:r>
        <w:t>142.5569</w:t>
      </w:r>
      <w:r>
        <w:tab/>
        <w:t>1.013e0</w:t>
      </w:r>
    </w:p>
    <w:p w:rsidR="00E00D30" w:rsidRDefault="00E00D30" w:rsidP="00E00D30">
      <w:r>
        <w:t>142.5674</w:t>
      </w:r>
      <w:r>
        <w:tab/>
        <w:t>2.025e0</w:t>
      </w:r>
    </w:p>
    <w:p w:rsidR="00E00D30" w:rsidRDefault="00E00D30" w:rsidP="00E00D30">
      <w:r>
        <w:t>142.5756</w:t>
      </w:r>
      <w:r>
        <w:tab/>
        <w:t>1.013e0</w:t>
      </w:r>
    </w:p>
    <w:p w:rsidR="00E00D30" w:rsidRDefault="00E00D30" w:rsidP="00E00D30">
      <w:r>
        <w:lastRenderedPageBreak/>
        <w:t>142.6041</w:t>
      </w:r>
      <w:r>
        <w:tab/>
        <w:t>3.038e0</w:t>
      </w:r>
    </w:p>
    <w:p w:rsidR="00E00D30" w:rsidRDefault="00E00D30" w:rsidP="00E00D30">
      <w:r>
        <w:t>142.6106</w:t>
      </w:r>
      <w:r>
        <w:tab/>
        <w:t>1.013e0</w:t>
      </w:r>
    </w:p>
    <w:p w:rsidR="00E00D30" w:rsidRDefault="00E00D30" w:rsidP="00E00D30">
      <w:r>
        <w:t>142.6170</w:t>
      </w:r>
      <w:r>
        <w:tab/>
        <w:t>1.013e0</w:t>
      </w:r>
    </w:p>
    <w:p w:rsidR="00E00D30" w:rsidRDefault="00E00D30" w:rsidP="00E00D30">
      <w:r>
        <w:t>142.6203</w:t>
      </w:r>
      <w:r>
        <w:tab/>
        <w:t>1.013e0</w:t>
      </w:r>
    </w:p>
    <w:p w:rsidR="00E00D30" w:rsidRDefault="00E00D30" w:rsidP="00E00D30">
      <w:r>
        <w:t>142.6390</w:t>
      </w:r>
      <w:r>
        <w:tab/>
        <w:t>1.013e0</w:t>
      </w:r>
    </w:p>
    <w:p w:rsidR="00E00D30" w:rsidRDefault="00E00D30" w:rsidP="00E00D30">
      <w:r>
        <w:t>142.6644</w:t>
      </w:r>
      <w:r>
        <w:tab/>
        <w:t>2.025e0</w:t>
      </w:r>
    </w:p>
    <w:p w:rsidR="00E00D30" w:rsidRDefault="00E00D30" w:rsidP="00E00D30">
      <w:r>
        <w:t>142.6804</w:t>
      </w:r>
      <w:r>
        <w:tab/>
        <w:t>1.013e0</w:t>
      </w:r>
    </w:p>
    <w:p w:rsidR="00E00D30" w:rsidRDefault="00E00D30" w:rsidP="00E00D30">
      <w:r>
        <w:t>142.6901</w:t>
      </w:r>
      <w:r>
        <w:tab/>
        <w:t>1.013e0</w:t>
      </w:r>
    </w:p>
    <w:p w:rsidR="00E00D30" w:rsidRDefault="00E00D30" w:rsidP="00E00D30">
      <w:r>
        <w:t>142.6920</w:t>
      </w:r>
      <w:r>
        <w:tab/>
        <w:t>2.025e0</w:t>
      </w:r>
    </w:p>
    <w:p w:rsidR="00E00D30" w:rsidRDefault="00E00D30" w:rsidP="00E00D30">
      <w:r>
        <w:t>142.6965</w:t>
      </w:r>
      <w:r>
        <w:tab/>
        <w:t>2.025e0</w:t>
      </w:r>
    </w:p>
    <w:p w:rsidR="00E00D30" w:rsidRDefault="00E00D30" w:rsidP="00E00D30">
      <w:r>
        <w:t>142.7062</w:t>
      </w:r>
      <w:r>
        <w:tab/>
        <w:t>4.051e0</w:t>
      </w:r>
    </w:p>
    <w:p w:rsidR="00E00D30" w:rsidRDefault="00E00D30" w:rsidP="00E00D30">
      <w:r>
        <w:t>142.7153</w:t>
      </w:r>
      <w:r>
        <w:tab/>
        <w:t>1.013e0</w:t>
      </w:r>
    </w:p>
    <w:p w:rsidR="00E00D30" w:rsidRDefault="00E00D30" w:rsidP="00E00D30">
      <w:r>
        <w:t>142.7218</w:t>
      </w:r>
      <w:r>
        <w:tab/>
        <w:t>2.025e0</w:t>
      </w:r>
    </w:p>
    <w:p w:rsidR="00E00D30" w:rsidRDefault="00E00D30" w:rsidP="00E00D30">
      <w:r>
        <w:t>142.7372</w:t>
      </w:r>
      <w:r>
        <w:tab/>
        <w:t>1.013e0</w:t>
      </w:r>
    </w:p>
    <w:p w:rsidR="00E00D30" w:rsidRDefault="00E00D30" w:rsidP="00E00D30">
      <w:r>
        <w:t>142.7405</w:t>
      </w:r>
      <w:r>
        <w:tab/>
        <w:t>1.013e0</w:t>
      </w:r>
    </w:p>
    <w:p w:rsidR="00E00D30" w:rsidRDefault="00E00D30" w:rsidP="00E00D30">
      <w:r>
        <w:t>142.7567</w:t>
      </w:r>
      <w:r>
        <w:tab/>
        <w:t>2.025e0</w:t>
      </w:r>
    </w:p>
    <w:p w:rsidR="00E00D30" w:rsidRDefault="00E00D30" w:rsidP="00E00D30">
      <w:r>
        <w:t>142.7724</w:t>
      </w:r>
      <w:r>
        <w:tab/>
        <w:t>1.013e0</w:t>
      </w:r>
    </w:p>
    <w:p w:rsidR="00E00D30" w:rsidRDefault="00E00D30" w:rsidP="00E00D30">
      <w:r>
        <w:t>142.7755</w:t>
      </w:r>
      <w:r>
        <w:tab/>
        <w:t>1.013e0</w:t>
      </w:r>
    </w:p>
    <w:p w:rsidR="00E00D30" w:rsidRDefault="00E00D30" w:rsidP="00E00D30">
      <w:r>
        <w:t>142.7918</w:t>
      </w:r>
      <w:r>
        <w:tab/>
        <w:t>1.013e0</w:t>
      </w:r>
    </w:p>
    <w:p w:rsidR="00E00D30" w:rsidRDefault="00E00D30" w:rsidP="00E00D30">
      <w:r>
        <w:lastRenderedPageBreak/>
        <w:t>142.8002</w:t>
      </w:r>
      <w:r>
        <w:tab/>
        <w:t>3.038e0</w:t>
      </w:r>
    </w:p>
    <w:p w:rsidR="00E00D30" w:rsidRDefault="00E00D30" w:rsidP="00E00D30">
      <w:r>
        <w:t>142.8073</w:t>
      </w:r>
      <w:r>
        <w:tab/>
        <w:t>1.013e0</w:t>
      </w:r>
    </w:p>
    <w:p w:rsidR="00E00D30" w:rsidRDefault="00E00D30" w:rsidP="00E00D30">
      <w:r>
        <w:t>142.8202</w:t>
      </w:r>
      <w:r>
        <w:tab/>
        <w:t>1.013e0</w:t>
      </w:r>
    </w:p>
    <w:p w:rsidR="00E00D30" w:rsidRDefault="00E00D30" w:rsidP="00E00D30">
      <w:r>
        <w:t>142.8267</w:t>
      </w:r>
      <w:r>
        <w:tab/>
        <w:t>3.038e0</w:t>
      </w:r>
    </w:p>
    <w:p w:rsidR="00E00D30" w:rsidRDefault="00E00D30" w:rsidP="00E00D30">
      <w:r>
        <w:t>142.8421</w:t>
      </w:r>
      <w:r>
        <w:tab/>
        <w:t>1.013e0</w:t>
      </w:r>
    </w:p>
    <w:p w:rsidR="00E00D30" w:rsidRDefault="00E00D30" w:rsidP="00E00D30">
      <w:r>
        <w:t>142.8454</w:t>
      </w:r>
      <w:r>
        <w:tab/>
        <w:t>1.013e0</w:t>
      </w:r>
    </w:p>
    <w:p w:rsidR="00E00D30" w:rsidRDefault="00E00D30" w:rsidP="00E00D30">
      <w:r>
        <w:t>142.8487</w:t>
      </w:r>
      <w:r>
        <w:tab/>
        <w:t>1.013e0</w:t>
      </w:r>
    </w:p>
    <w:p w:rsidR="00E00D30" w:rsidRDefault="00E00D30" w:rsidP="00E00D30">
      <w:r>
        <w:t>142.8708</w:t>
      </w:r>
      <w:r>
        <w:tab/>
        <w:t>1.013e0</w:t>
      </w:r>
    </w:p>
    <w:p w:rsidR="00E00D30" w:rsidRDefault="00E00D30" w:rsidP="00E00D30">
      <w:r>
        <w:t>142.8723</w:t>
      </w:r>
      <w:r>
        <w:tab/>
        <w:t>2.025e0</w:t>
      </w:r>
    </w:p>
    <w:p w:rsidR="00E00D30" w:rsidRDefault="00E00D30" w:rsidP="00E00D30">
      <w:r>
        <w:t>142.8900</w:t>
      </w:r>
      <w:r>
        <w:tab/>
        <w:t>2.025e0</w:t>
      </w:r>
    </w:p>
    <w:p w:rsidR="00E00D30" w:rsidRDefault="00E00D30" w:rsidP="00E00D30">
      <w:r>
        <w:t>142.8917</w:t>
      </w:r>
      <w:r>
        <w:tab/>
        <w:t>2.025e0</w:t>
      </w:r>
    </w:p>
    <w:p w:rsidR="00E00D30" w:rsidRDefault="00E00D30" w:rsidP="00E00D30">
      <w:r>
        <w:t>142.9042</w:t>
      </w:r>
      <w:r>
        <w:tab/>
        <w:t>2.025e0</w:t>
      </w:r>
    </w:p>
    <w:p w:rsidR="00E00D30" w:rsidRDefault="00E00D30" w:rsidP="00E00D30">
      <w:r>
        <w:t>142.9057</w:t>
      </w:r>
      <w:r>
        <w:tab/>
        <w:t>2.025e0</w:t>
      </w:r>
    </w:p>
    <w:p w:rsidR="00E00D30" w:rsidRDefault="00E00D30" w:rsidP="00E00D30">
      <w:r>
        <w:t>142.9072</w:t>
      </w:r>
      <w:r>
        <w:tab/>
        <w:t>3.038e0</w:t>
      </w:r>
    </w:p>
    <w:p w:rsidR="00E00D30" w:rsidRDefault="00E00D30" w:rsidP="00E00D30">
      <w:r>
        <w:t>142.9087</w:t>
      </w:r>
      <w:r>
        <w:tab/>
        <w:t>1.013e0</w:t>
      </w:r>
    </w:p>
    <w:p w:rsidR="00E00D30" w:rsidRDefault="00E00D30" w:rsidP="00E00D30">
      <w:r>
        <w:t>142.9283</w:t>
      </w:r>
      <w:r>
        <w:tab/>
        <w:t>1.013e0</w:t>
      </w:r>
    </w:p>
    <w:p w:rsidR="00E00D30" w:rsidRDefault="00E00D30" w:rsidP="00E00D30">
      <w:r>
        <w:t>142.9318</w:t>
      </w:r>
      <w:r>
        <w:tab/>
        <w:t>1.013e0</w:t>
      </w:r>
    </w:p>
    <w:p w:rsidR="00E00D30" w:rsidRDefault="00E00D30" w:rsidP="00E00D30">
      <w:r>
        <w:t>142.9548</w:t>
      </w:r>
      <w:r>
        <w:tab/>
        <w:t>5.063e0</w:t>
      </w:r>
    </w:p>
    <w:p w:rsidR="00E00D30" w:rsidRDefault="00E00D30" w:rsidP="00E00D30">
      <w:r>
        <w:t>142.9568</w:t>
      </w:r>
      <w:r>
        <w:tab/>
        <w:t>1.013e0</w:t>
      </w:r>
    </w:p>
    <w:p w:rsidR="00E00D30" w:rsidRDefault="00E00D30" w:rsidP="00E00D30">
      <w:r>
        <w:lastRenderedPageBreak/>
        <w:t>142.9726</w:t>
      </w:r>
      <w:r>
        <w:tab/>
        <w:t>1.013e0</w:t>
      </w:r>
    </w:p>
    <w:p w:rsidR="00E00D30" w:rsidRDefault="00E00D30" w:rsidP="00E00D30">
      <w:r>
        <w:t>142.9786</w:t>
      </w:r>
      <w:r>
        <w:tab/>
        <w:t>1.013e0</w:t>
      </w:r>
    </w:p>
    <w:p w:rsidR="00E00D30" w:rsidRDefault="00E00D30" w:rsidP="00E00D30">
      <w:r>
        <w:t>142.9820</w:t>
      </w:r>
      <w:r>
        <w:tab/>
        <w:t>1.013e0</w:t>
      </w:r>
    </w:p>
    <w:p w:rsidR="00E00D30" w:rsidRDefault="00E00D30" w:rsidP="00E00D30">
      <w:r>
        <w:t>142.9983</w:t>
      </w:r>
      <w:r>
        <w:tab/>
        <w:t>2.025e0</w:t>
      </w:r>
    </w:p>
    <w:p w:rsidR="00E00D30" w:rsidRDefault="00E00D30" w:rsidP="00E00D30">
      <w:r>
        <w:t>143.0105</w:t>
      </w:r>
      <w:r>
        <w:tab/>
        <w:t>2.025e0</w:t>
      </w:r>
    </w:p>
    <w:p w:rsidR="00E00D30" w:rsidRDefault="00E00D30" w:rsidP="00E00D30">
      <w:r>
        <w:t>143.0136</w:t>
      </w:r>
      <w:r>
        <w:tab/>
        <w:t>1.013e0</w:t>
      </w:r>
    </w:p>
    <w:p w:rsidR="00E00D30" w:rsidRDefault="00E00D30" w:rsidP="00E00D30">
      <w:r>
        <w:t>143.0170</w:t>
      </w:r>
      <w:r>
        <w:tab/>
        <w:t>1.013e0</w:t>
      </w:r>
    </w:p>
    <w:p w:rsidR="00E00D30" w:rsidRDefault="00E00D30" w:rsidP="00E00D30">
      <w:r>
        <w:t>143.0202</w:t>
      </w:r>
      <w:r>
        <w:tab/>
        <w:t>1.013e0</w:t>
      </w:r>
    </w:p>
    <w:p w:rsidR="00E00D30" w:rsidRDefault="00E00D30" w:rsidP="00E00D30">
      <w:r>
        <w:t>143.0253</w:t>
      </w:r>
      <w:r>
        <w:tab/>
        <w:t>2.025e0</w:t>
      </w:r>
    </w:p>
    <w:p w:rsidR="00E00D30" w:rsidRDefault="00E00D30" w:rsidP="00E00D30">
      <w:r>
        <w:t>143.0600</w:t>
      </w:r>
      <w:r>
        <w:tab/>
        <w:t>1.165e3</w:t>
      </w:r>
    </w:p>
    <w:p w:rsidR="00E00D30" w:rsidRDefault="00E00D30" w:rsidP="00E00D30">
      <w:r>
        <w:t>143.0894</w:t>
      </w:r>
      <w:r>
        <w:tab/>
        <w:t>6.076e0</w:t>
      </w:r>
    </w:p>
    <w:p w:rsidR="00E00D30" w:rsidRDefault="00E00D30" w:rsidP="00E00D30">
      <w:r>
        <w:t>143.0948</w:t>
      </w:r>
      <w:r>
        <w:tab/>
        <w:t>3.402e0</w:t>
      </w:r>
    </w:p>
    <w:p w:rsidR="00E00D30" w:rsidRDefault="00E00D30" w:rsidP="00E00D30">
      <w:r>
        <w:t>143.0966</w:t>
      </w:r>
      <w:r>
        <w:tab/>
        <w:t>5.063e0</w:t>
      </w:r>
    </w:p>
    <w:p w:rsidR="00E00D30" w:rsidRDefault="00E00D30" w:rsidP="00E00D30">
      <w:r>
        <w:t>143.0999</w:t>
      </w:r>
      <w:r>
        <w:tab/>
        <w:t>3.038e0</w:t>
      </w:r>
    </w:p>
    <w:p w:rsidR="00E00D30" w:rsidRDefault="00E00D30" w:rsidP="00E00D30">
      <w:r>
        <w:t>143.1010</w:t>
      </w:r>
      <w:r>
        <w:tab/>
        <w:t>6.041e0</w:t>
      </w:r>
    </w:p>
    <w:p w:rsidR="00E00D30" w:rsidRDefault="00E00D30" w:rsidP="00E00D30">
      <w:r>
        <w:t>143.1064</w:t>
      </w:r>
      <w:r>
        <w:tab/>
        <w:t>5.063e0</w:t>
      </w:r>
    </w:p>
    <w:p w:rsidR="00E00D30" w:rsidRDefault="00E00D30" w:rsidP="00E00D30">
      <w:r>
        <w:t>143.1120</w:t>
      </w:r>
      <w:r>
        <w:tab/>
        <w:t>7.724e0</w:t>
      </w:r>
    </w:p>
    <w:p w:rsidR="00E00D30" w:rsidRDefault="00E00D30" w:rsidP="00E00D30">
      <w:r>
        <w:t>143.1137</w:t>
      </w:r>
      <w:r>
        <w:tab/>
        <w:t>2.025e0</w:t>
      </w:r>
    </w:p>
    <w:p w:rsidR="00E00D30" w:rsidRDefault="00E00D30" w:rsidP="00E00D30">
      <w:r>
        <w:t>143.1167</w:t>
      </w:r>
      <w:r>
        <w:tab/>
        <w:t>4.515e0</w:t>
      </w:r>
    </w:p>
    <w:p w:rsidR="00E00D30" w:rsidRDefault="00E00D30" w:rsidP="00E00D30">
      <w:r>
        <w:lastRenderedPageBreak/>
        <w:t>143.1186</w:t>
      </w:r>
      <w:r>
        <w:tab/>
        <w:t>4.086e0</w:t>
      </w:r>
    </w:p>
    <w:p w:rsidR="00E00D30" w:rsidRDefault="00E00D30" w:rsidP="00E00D30">
      <w:r>
        <w:t>143.1219</w:t>
      </w:r>
      <w:r>
        <w:tab/>
        <w:t>1.013e0</w:t>
      </w:r>
    </w:p>
    <w:p w:rsidR="00E00D30" w:rsidRDefault="00E00D30" w:rsidP="00E00D30">
      <w:r>
        <w:t>143.1252</w:t>
      </w:r>
      <w:r>
        <w:tab/>
        <w:t>1.013e0</w:t>
      </w:r>
    </w:p>
    <w:p w:rsidR="00E00D30" w:rsidRDefault="00E00D30" w:rsidP="00E00D30">
      <w:r>
        <w:t>143.1340</w:t>
      </w:r>
      <w:r>
        <w:tab/>
        <w:t>3.038e0</w:t>
      </w:r>
    </w:p>
    <w:p w:rsidR="00E00D30" w:rsidRDefault="00E00D30" w:rsidP="00E00D30">
      <w:r>
        <w:t>143.1450</w:t>
      </w:r>
      <w:r>
        <w:tab/>
        <w:t>4.855e0</w:t>
      </w:r>
    </w:p>
    <w:p w:rsidR="00E00D30" w:rsidRDefault="00E00D30" w:rsidP="00E00D30">
      <w:r>
        <w:t>143.1472</w:t>
      </w:r>
      <w:r>
        <w:tab/>
        <w:t>1.013e0</w:t>
      </w:r>
    </w:p>
    <w:p w:rsidR="00E00D30" w:rsidRDefault="00E00D30" w:rsidP="00E00D30">
      <w:r>
        <w:t>143.1495</w:t>
      </w:r>
      <w:r>
        <w:tab/>
        <w:t>3.038e0</w:t>
      </w:r>
    </w:p>
    <w:p w:rsidR="00E00D30" w:rsidRDefault="00E00D30" w:rsidP="00E00D30">
      <w:r>
        <w:t>143.1512</w:t>
      </w:r>
      <w:r>
        <w:tab/>
        <w:t>1.017e1</w:t>
      </w:r>
    </w:p>
    <w:p w:rsidR="00E00D30" w:rsidRDefault="00E00D30" w:rsidP="00E00D30">
      <w:r>
        <w:t>143.1746</w:t>
      </w:r>
      <w:r>
        <w:tab/>
        <w:t>4.051e0</w:t>
      </w:r>
    </w:p>
    <w:p w:rsidR="00E00D30" w:rsidRDefault="00E00D30" w:rsidP="00E00D30">
      <w:r>
        <w:t>143.1761</w:t>
      </w:r>
      <w:r>
        <w:tab/>
        <w:t>5.063e0</w:t>
      </w:r>
    </w:p>
    <w:p w:rsidR="00E00D30" w:rsidRDefault="00E00D30" w:rsidP="00E00D30">
      <w:r>
        <w:t>143.1821</w:t>
      </w:r>
      <w:r>
        <w:tab/>
        <w:t>1.013e0</w:t>
      </w:r>
    </w:p>
    <w:p w:rsidR="00E00D30" w:rsidRDefault="00E00D30" w:rsidP="00E00D30">
      <w:r>
        <w:t>143.1853</w:t>
      </w:r>
      <w:r>
        <w:tab/>
        <w:t>1.013e0</w:t>
      </w:r>
    </w:p>
    <w:p w:rsidR="00E00D30" w:rsidRDefault="00E00D30" w:rsidP="00E00D30">
      <w:r>
        <w:t>143.1868</w:t>
      </w:r>
      <w:r>
        <w:tab/>
        <w:t>2.025e0</w:t>
      </w:r>
    </w:p>
    <w:p w:rsidR="00E00D30" w:rsidRDefault="00E00D30" w:rsidP="00E00D30">
      <w:r>
        <w:t>143.1953</w:t>
      </w:r>
      <w:r>
        <w:tab/>
        <w:t>3.038e0</w:t>
      </w:r>
    </w:p>
    <w:p w:rsidR="00E00D30" w:rsidRDefault="00E00D30" w:rsidP="00E00D30">
      <w:r>
        <w:t>143.2016</w:t>
      </w:r>
      <w:r>
        <w:tab/>
        <w:t>2.025e0</w:t>
      </w:r>
    </w:p>
    <w:p w:rsidR="00E00D30" w:rsidRDefault="00E00D30" w:rsidP="00E00D30">
      <w:r>
        <w:t>143.2049</w:t>
      </w:r>
      <w:r>
        <w:tab/>
        <w:t>4.051e0</w:t>
      </w:r>
    </w:p>
    <w:p w:rsidR="00E00D30" w:rsidRDefault="00E00D30" w:rsidP="00E00D30">
      <w:r>
        <w:t>143.2102</w:t>
      </w:r>
      <w:r>
        <w:tab/>
        <w:t>3.038e0</w:t>
      </w:r>
    </w:p>
    <w:p w:rsidR="00E00D30" w:rsidRDefault="00E00D30" w:rsidP="00E00D30">
      <w:r>
        <w:t>143.2166</w:t>
      </w:r>
      <w:r>
        <w:tab/>
        <w:t>3.640e0</w:t>
      </w:r>
    </w:p>
    <w:p w:rsidR="00E00D30" w:rsidRDefault="00E00D30" w:rsidP="00E00D30">
      <w:r>
        <w:t>143.2285</w:t>
      </w:r>
      <w:r>
        <w:tab/>
        <w:t>2.025e0</w:t>
      </w:r>
    </w:p>
    <w:p w:rsidR="00E00D30" w:rsidRDefault="00E00D30" w:rsidP="00E00D30">
      <w:r>
        <w:lastRenderedPageBreak/>
        <w:t>143.2303</w:t>
      </w:r>
      <w:r>
        <w:tab/>
        <w:t>1.013e0</w:t>
      </w:r>
    </w:p>
    <w:p w:rsidR="00E00D30" w:rsidRDefault="00E00D30" w:rsidP="00E00D30">
      <w:r>
        <w:t>143.2334</w:t>
      </w:r>
      <w:r>
        <w:tab/>
        <w:t>2.025e0</w:t>
      </w:r>
    </w:p>
    <w:p w:rsidR="00E00D30" w:rsidRDefault="00E00D30" w:rsidP="00E00D30">
      <w:r>
        <w:t>143.2348</w:t>
      </w:r>
      <w:r>
        <w:tab/>
        <w:t>5.063e0</w:t>
      </w:r>
    </w:p>
    <w:p w:rsidR="00E00D30" w:rsidRDefault="00E00D30" w:rsidP="00E00D30">
      <w:r>
        <w:t>143.2433</w:t>
      </w:r>
      <w:r>
        <w:tab/>
        <w:t>2.025e0</w:t>
      </w:r>
    </w:p>
    <w:p w:rsidR="00E00D30" w:rsidRDefault="00E00D30" w:rsidP="00E00D30">
      <w:r>
        <w:t>143.2491</w:t>
      </w:r>
      <w:r>
        <w:tab/>
        <w:t>6.076e0</w:t>
      </w:r>
    </w:p>
    <w:p w:rsidR="00E00D30" w:rsidRDefault="00E00D30" w:rsidP="00E00D30">
      <w:r>
        <w:t>143.2554</w:t>
      </w:r>
      <w:r>
        <w:tab/>
        <w:t>1.013e0</w:t>
      </w:r>
    </w:p>
    <w:p w:rsidR="00E00D30" w:rsidRDefault="00E00D30" w:rsidP="00E00D30">
      <w:r>
        <w:t>143.2618</w:t>
      </w:r>
      <w:r>
        <w:tab/>
        <w:t>2.025e0</w:t>
      </w:r>
    </w:p>
    <w:p w:rsidR="00E00D30" w:rsidRDefault="00E00D30" w:rsidP="00E00D30">
      <w:r>
        <w:t>143.2653</w:t>
      </w:r>
      <w:r>
        <w:tab/>
        <w:t>1.013e0</w:t>
      </w:r>
    </w:p>
    <w:p w:rsidR="00E00D30" w:rsidRDefault="00E00D30" w:rsidP="00E00D30">
      <w:r>
        <w:t>143.2728</w:t>
      </w:r>
      <w:r>
        <w:tab/>
        <w:t>3.038e0</w:t>
      </w:r>
    </w:p>
    <w:p w:rsidR="00E00D30" w:rsidRDefault="00E00D30" w:rsidP="00E00D30">
      <w:r>
        <w:t>143.2765</w:t>
      </w:r>
      <w:r>
        <w:tab/>
        <w:t>2.025e0</w:t>
      </w:r>
    </w:p>
    <w:p w:rsidR="00E00D30" w:rsidRDefault="00E00D30" w:rsidP="00E00D30">
      <w:r>
        <w:t>143.2799</w:t>
      </w:r>
      <w:r>
        <w:tab/>
        <w:t>3.038e0</w:t>
      </w:r>
    </w:p>
    <w:p w:rsidR="00E00D30" w:rsidRDefault="00E00D30" w:rsidP="00E00D30">
      <w:r>
        <w:t>143.2811</w:t>
      </w:r>
      <w:r>
        <w:tab/>
        <w:t>2.025e0</w:t>
      </w:r>
    </w:p>
    <w:p w:rsidR="00E00D30" w:rsidRDefault="00E00D30" w:rsidP="00E00D30">
      <w:r>
        <w:t>143.2903</w:t>
      </w:r>
      <w:r>
        <w:tab/>
        <w:t>2.025e0</w:t>
      </w:r>
    </w:p>
    <w:p w:rsidR="00E00D30" w:rsidRDefault="00E00D30" w:rsidP="00E00D30">
      <w:r>
        <w:t>143.2969</w:t>
      </w:r>
      <w:r>
        <w:tab/>
        <w:t>1.013e0</w:t>
      </w:r>
    </w:p>
    <w:p w:rsidR="00E00D30" w:rsidRDefault="00E00D30" w:rsidP="00E00D30">
      <w:r>
        <w:t>143.3050</w:t>
      </w:r>
      <w:r>
        <w:tab/>
        <w:t>2.025e0</w:t>
      </w:r>
    </w:p>
    <w:p w:rsidR="00E00D30" w:rsidRDefault="00E00D30" w:rsidP="00E00D30">
      <w:r>
        <w:t>143.3100</w:t>
      </w:r>
      <w:r>
        <w:tab/>
        <w:t>2.025e0</w:t>
      </w:r>
    </w:p>
    <w:p w:rsidR="00E00D30" w:rsidRDefault="00E00D30" w:rsidP="00E00D30">
      <w:r>
        <w:t>143.3132</w:t>
      </w:r>
      <w:r>
        <w:tab/>
        <w:t>4.051e0</w:t>
      </w:r>
    </w:p>
    <w:p w:rsidR="00E00D30" w:rsidRDefault="00E00D30" w:rsidP="00E00D30">
      <w:r>
        <w:t>143.3189</w:t>
      </w:r>
      <w:r>
        <w:tab/>
        <w:t>2.025e0</w:t>
      </w:r>
    </w:p>
    <w:p w:rsidR="00E00D30" w:rsidRDefault="00E00D30" w:rsidP="00E00D30">
      <w:r>
        <w:t>143.3253</w:t>
      </w:r>
      <w:r>
        <w:tab/>
        <w:t>1.013e0</w:t>
      </w:r>
    </w:p>
    <w:p w:rsidR="00E00D30" w:rsidRDefault="00E00D30" w:rsidP="00E00D30">
      <w:r>
        <w:lastRenderedPageBreak/>
        <w:t>143.3302</w:t>
      </w:r>
      <w:r>
        <w:tab/>
        <w:t>2.025e0</w:t>
      </w:r>
    </w:p>
    <w:p w:rsidR="00E00D30" w:rsidRDefault="00E00D30" w:rsidP="00E00D30">
      <w:r>
        <w:t>143.3321</w:t>
      </w:r>
      <w:r>
        <w:tab/>
        <w:t>1.013e0</w:t>
      </w:r>
    </w:p>
    <w:p w:rsidR="00E00D30" w:rsidRDefault="00E00D30" w:rsidP="00E00D30">
      <w:r>
        <w:t>143.3351</w:t>
      </w:r>
      <w:r>
        <w:tab/>
        <w:t>1.013e0</w:t>
      </w:r>
    </w:p>
    <w:p w:rsidR="00E00D30" w:rsidRDefault="00E00D30" w:rsidP="00E00D30">
      <w:r>
        <w:t>143.3368</w:t>
      </w:r>
      <w:r>
        <w:tab/>
        <w:t>2.177e0</w:t>
      </w:r>
    </w:p>
    <w:p w:rsidR="00E00D30" w:rsidRDefault="00E00D30" w:rsidP="00E00D30">
      <w:r>
        <w:t>143.3416</w:t>
      </w:r>
      <w:r>
        <w:tab/>
        <w:t>1.013e0</w:t>
      </w:r>
    </w:p>
    <w:p w:rsidR="00E00D30" w:rsidRDefault="00E00D30" w:rsidP="00E00D30">
      <w:r>
        <w:t>143.3450</w:t>
      </w:r>
      <w:r>
        <w:tab/>
        <w:t>3.038e0</w:t>
      </w:r>
    </w:p>
    <w:p w:rsidR="00E00D30" w:rsidRDefault="00E00D30" w:rsidP="00E00D30">
      <w:r>
        <w:t>143.3482</w:t>
      </w:r>
      <w:r>
        <w:tab/>
        <w:t>1.013e0</w:t>
      </w:r>
    </w:p>
    <w:p w:rsidR="00E00D30" w:rsidRDefault="00E00D30" w:rsidP="00E00D30">
      <w:r>
        <w:t>143.3511</w:t>
      </w:r>
      <w:r>
        <w:tab/>
        <w:t>1.013e0</w:t>
      </w:r>
    </w:p>
    <w:p w:rsidR="00E00D30" w:rsidRDefault="00E00D30" w:rsidP="00E00D30">
      <w:r>
        <w:t>143.3604</w:t>
      </w:r>
      <w:r>
        <w:tab/>
        <w:t>1.013e0</w:t>
      </w:r>
    </w:p>
    <w:p w:rsidR="00E00D30" w:rsidRDefault="00E00D30" w:rsidP="00E00D30">
      <w:r>
        <w:t>143.3701</w:t>
      </w:r>
      <w:r>
        <w:tab/>
        <w:t>1.013e0</w:t>
      </w:r>
    </w:p>
    <w:p w:rsidR="00E00D30" w:rsidRDefault="00E00D30" w:rsidP="00E00D30">
      <w:r>
        <w:t>143.3734</w:t>
      </w:r>
      <w:r>
        <w:tab/>
        <w:t>1.013e0</w:t>
      </w:r>
    </w:p>
    <w:p w:rsidR="00E00D30" w:rsidRDefault="00E00D30" w:rsidP="00E00D30">
      <w:r>
        <w:t>143.3767</w:t>
      </w:r>
      <w:r>
        <w:tab/>
        <w:t>1.013e0</w:t>
      </w:r>
    </w:p>
    <w:p w:rsidR="00E00D30" w:rsidRDefault="00E00D30" w:rsidP="00E00D30">
      <w:r>
        <w:t>143.3799</w:t>
      </w:r>
      <w:r>
        <w:tab/>
        <w:t>3.038e0</w:t>
      </w:r>
    </w:p>
    <w:p w:rsidR="00E00D30" w:rsidRDefault="00E00D30" w:rsidP="00E00D30">
      <w:r>
        <w:t>143.3861</w:t>
      </w:r>
      <w:r>
        <w:tab/>
        <w:t>1.013e0</w:t>
      </w:r>
    </w:p>
    <w:p w:rsidR="00E00D30" w:rsidRDefault="00E00D30" w:rsidP="00E00D30">
      <w:r>
        <w:t>143.3921</w:t>
      </w:r>
      <w:r>
        <w:tab/>
        <w:t>5.063e0</w:t>
      </w:r>
    </w:p>
    <w:p w:rsidR="00E00D30" w:rsidRDefault="00E00D30" w:rsidP="00E00D30">
      <w:r>
        <w:t>143.3939</w:t>
      </w:r>
      <w:r>
        <w:tab/>
        <w:t>2.589e0</w:t>
      </w:r>
    </w:p>
    <w:p w:rsidR="00E00D30" w:rsidRDefault="00E00D30" w:rsidP="00E00D30">
      <w:r>
        <w:t>143.3953</w:t>
      </w:r>
      <w:r>
        <w:tab/>
        <w:t>2.025e0</w:t>
      </w:r>
    </w:p>
    <w:p w:rsidR="00E00D30" w:rsidRDefault="00E00D30" w:rsidP="00E00D30">
      <w:r>
        <w:t>143.3986</w:t>
      </w:r>
      <w:r>
        <w:tab/>
        <w:t>2.025e0</w:t>
      </w:r>
    </w:p>
    <w:p w:rsidR="00E00D30" w:rsidRDefault="00E00D30" w:rsidP="00E00D30">
      <w:r>
        <w:t>143.4021</w:t>
      </w:r>
      <w:r>
        <w:tab/>
        <w:t>1.013e0</w:t>
      </w:r>
    </w:p>
    <w:p w:rsidR="00E00D30" w:rsidRDefault="00E00D30" w:rsidP="00E00D30">
      <w:r>
        <w:lastRenderedPageBreak/>
        <w:t>143.4084</w:t>
      </w:r>
      <w:r>
        <w:tab/>
        <w:t>5.063e0</w:t>
      </w:r>
    </w:p>
    <w:p w:rsidR="00E00D30" w:rsidRDefault="00E00D30" w:rsidP="00E00D30">
      <w:r>
        <w:t>143.4100</w:t>
      </w:r>
      <w:r>
        <w:tab/>
        <w:t>2.025e0</w:t>
      </w:r>
    </w:p>
    <w:p w:rsidR="00E00D30" w:rsidRDefault="00E00D30" w:rsidP="00E00D30">
      <w:r>
        <w:t>143.4184</w:t>
      </w:r>
      <w:r>
        <w:tab/>
        <w:t>1.013e0</w:t>
      </w:r>
    </w:p>
    <w:p w:rsidR="00E00D30" w:rsidRDefault="00E00D30" w:rsidP="00E00D30">
      <w:r>
        <w:t>143.4270</w:t>
      </w:r>
      <w:r>
        <w:tab/>
        <w:t>1.013e0</w:t>
      </w:r>
    </w:p>
    <w:p w:rsidR="00E00D30" w:rsidRDefault="00E00D30" w:rsidP="00E00D30">
      <w:r>
        <w:t>143.4304</w:t>
      </w:r>
      <w:r>
        <w:tab/>
        <w:t>3.038e0</w:t>
      </w:r>
    </w:p>
    <w:p w:rsidR="00E00D30" w:rsidRDefault="00E00D30" w:rsidP="00E00D30">
      <w:r>
        <w:t>143.4352</w:t>
      </w:r>
      <w:r>
        <w:tab/>
        <w:t>9.013e0</w:t>
      </w:r>
    </w:p>
    <w:p w:rsidR="00E00D30" w:rsidRDefault="00E00D30" w:rsidP="00E00D30">
      <w:r>
        <w:t>143.4370</w:t>
      </w:r>
      <w:r>
        <w:tab/>
        <w:t>3.038e0</w:t>
      </w:r>
    </w:p>
    <w:p w:rsidR="00E00D30" w:rsidRDefault="00E00D30" w:rsidP="00E00D30">
      <w:r>
        <w:t>143.4500</w:t>
      </w:r>
      <w:r>
        <w:tab/>
        <w:t>1.013e0</w:t>
      </w:r>
    </w:p>
    <w:p w:rsidR="00E00D30" w:rsidRDefault="00E00D30" w:rsidP="00E00D30">
      <w:r>
        <w:t>143.4540</w:t>
      </w:r>
      <w:r>
        <w:tab/>
        <w:t>5.063e0</w:t>
      </w:r>
    </w:p>
    <w:p w:rsidR="00E00D30" w:rsidRDefault="00E00D30" w:rsidP="00E00D30">
      <w:r>
        <w:t>143.4563</w:t>
      </w:r>
      <w:r>
        <w:tab/>
        <w:t>2.025e0</w:t>
      </w:r>
    </w:p>
    <w:p w:rsidR="00E00D30" w:rsidRDefault="00E00D30" w:rsidP="00E00D30">
      <w:r>
        <w:t>143.4687</w:t>
      </w:r>
      <w:r>
        <w:tab/>
        <w:t>1.013e0</w:t>
      </w:r>
    </w:p>
    <w:p w:rsidR="00E00D30" w:rsidRDefault="00E00D30" w:rsidP="00E00D30">
      <w:r>
        <w:t>143.4719</w:t>
      </w:r>
      <w:r>
        <w:tab/>
        <w:t>1.013e0</w:t>
      </w:r>
    </w:p>
    <w:p w:rsidR="00E00D30" w:rsidRDefault="00E00D30" w:rsidP="00E00D30">
      <w:r>
        <w:t>143.4746</w:t>
      </w:r>
      <w:r>
        <w:tab/>
        <w:t>4.051e0</w:t>
      </w:r>
    </w:p>
    <w:p w:rsidR="00E00D30" w:rsidRDefault="00E00D30" w:rsidP="00E00D30">
      <w:r>
        <w:t>143.4784</w:t>
      </w:r>
      <w:r>
        <w:tab/>
        <w:t>1.013e0</w:t>
      </w:r>
    </w:p>
    <w:p w:rsidR="00E00D30" w:rsidRDefault="00E00D30" w:rsidP="00E00D30">
      <w:r>
        <w:t>143.4852</w:t>
      </w:r>
      <w:r>
        <w:tab/>
        <w:t>1.013e0</w:t>
      </w:r>
    </w:p>
    <w:p w:rsidR="00E00D30" w:rsidRDefault="00E00D30" w:rsidP="00E00D30">
      <w:r>
        <w:t>143.4870</w:t>
      </w:r>
      <w:r>
        <w:tab/>
        <w:t>4.051e0</w:t>
      </w:r>
    </w:p>
    <w:p w:rsidR="00E00D30" w:rsidRDefault="00E00D30" w:rsidP="00E00D30">
      <w:r>
        <w:t>143.4883</w:t>
      </w:r>
      <w:r>
        <w:tab/>
        <w:t>3.038e0</w:t>
      </w:r>
    </w:p>
    <w:p w:rsidR="00E00D30" w:rsidRDefault="00E00D30" w:rsidP="00E00D30">
      <w:r>
        <w:t>143.4911</w:t>
      </w:r>
      <w:r>
        <w:tab/>
        <w:t>1.013e0</w:t>
      </w:r>
    </w:p>
    <w:p w:rsidR="00E00D30" w:rsidRDefault="00E00D30" w:rsidP="00E00D30">
      <w:r>
        <w:t>143.4990</w:t>
      </w:r>
      <w:r>
        <w:tab/>
        <w:t>2.025e0</w:t>
      </w:r>
    </w:p>
    <w:p w:rsidR="00E00D30" w:rsidRDefault="00E00D30" w:rsidP="00E00D30">
      <w:r>
        <w:lastRenderedPageBreak/>
        <w:t>143.5019</w:t>
      </w:r>
      <w:r>
        <w:tab/>
        <w:t>3.077e0</w:t>
      </w:r>
    </w:p>
    <w:p w:rsidR="00E00D30" w:rsidRDefault="00E00D30" w:rsidP="00E00D30">
      <w:r>
        <w:t>143.5055</w:t>
      </w:r>
      <w:r>
        <w:tab/>
        <w:t>2.025e0</w:t>
      </w:r>
    </w:p>
    <w:p w:rsidR="00E00D30" w:rsidRDefault="00E00D30" w:rsidP="00E00D30">
      <w:r>
        <w:t>143.5070</w:t>
      </w:r>
      <w:r>
        <w:tab/>
        <w:t>3.038e0</w:t>
      </w:r>
    </w:p>
    <w:p w:rsidR="00E00D30" w:rsidRDefault="00E00D30" w:rsidP="00E00D30">
      <w:r>
        <w:t>143.5102</w:t>
      </w:r>
      <w:r>
        <w:tab/>
        <w:t>3.038e0</w:t>
      </w:r>
    </w:p>
    <w:p w:rsidR="00E00D30" w:rsidRDefault="00E00D30" w:rsidP="00E00D30">
      <w:r>
        <w:t>143.5217</w:t>
      </w:r>
      <w:r>
        <w:tab/>
        <w:t>2.025e0</w:t>
      </w:r>
    </w:p>
    <w:p w:rsidR="00E00D30" w:rsidRDefault="00E00D30" w:rsidP="00E00D30">
      <w:r>
        <w:t>143.5271</w:t>
      </w:r>
      <w:r>
        <w:tab/>
        <w:t>6.877e0</w:t>
      </w:r>
    </w:p>
    <w:p w:rsidR="00E00D30" w:rsidRDefault="00E00D30" w:rsidP="00E00D30">
      <w:r>
        <w:t>143.5290</w:t>
      </w:r>
      <w:r>
        <w:tab/>
        <w:t>1.013e0</w:t>
      </w:r>
    </w:p>
    <w:p w:rsidR="00E00D30" w:rsidRDefault="00E00D30" w:rsidP="00E00D30">
      <w:r>
        <w:t>143.5337</w:t>
      </w:r>
      <w:r>
        <w:tab/>
        <w:t>5.611e0</w:t>
      </w:r>
    </w:p>
    <w:p w:rsidR="00E00D30" w:rsidRDefault="00E00D30" w:rsidP="00E00D30">
      <w:r>
        <w:t>143.5354</w:t>
      </w:r>
      <w:r>
        <w:tab/>
        <w:t>1.013e0</w:t>
      </w:r>
    </w:p>
    <w:p w:rsidR="00E00D30" w:rsidRDefault="00E00D30" w:rsidP="00E00D30">
      <w:r>
        <w:t>143.5579</w:t>
      </w:r>
      <w:r>
        <w:tab/>
        <w:t>2.329e1</w:t>
      </w:r>
    </w:p>
    <w:p w:rsidR="00E00D30" w:rsidRDefault="00E00D30" w:rsidP="00E00D30">
      <w:r>
        <w:t>143.5606</w:t>
      </w:r>
      <w:r>
        <w:tab/>
        <w:t>8.873e1</w:t>
      </w:r>
    </w:p>
    <w:p w:rsidR="00E00D30" w:rsidRDefault="00E00D30" w:rsidP="00E00D30">
      <w:r>
        <w:t>143.5624</w:t>
      </w:r>
      <w:r>
        <w:tab/>
        <w:t>2.025e1</w:t>
      </w:r>
    </w:p>
    <w:p w:rsidR="00E00D30" w:rsidRDefault="00E00D30" w:rsidP="00E00D30">
      <w:r>
        <w:t>143.5637</w:t>
      </w:r>
      <w:r>
        <w:tab/>
        <w:t>5.147e1</w:t>
      </w:r>
    </w:p>
    <w:p w:rsidR="00E00D30" w:rsidRDefault="00E00D30" w:rsidP="00E00D30">
      <w:r>
        <w:t>143.5664</w:t>
      </w:r>
      <w:r>
        <w:tab/>
        <w:t>1.924e1</w:t>
      </w:r>
    </w:p>
    <w:p w:rsidR="00E00D30" w:rsidRDefault="00E00D30" w:rsidP="00E00D30">
      <w:r>
        <w:t>143.5860</w:t>
      </w:r>
      <w:r>
        <w:tab/>
        <w:t>2.577e0</w:t>
      </w:r>
    </w:p>
    <w:p w:rsidR="00E00D30" w:rsidRDefault="00E00D30" w:rsidP="00E00D30">
      <w:r>
        <w:t>143.5991</w:t>
      </w:r>
      <w:r>
        <w:tab/>
        <w:t>2.025e0</w:t>
      </w:r>
    </w:p>
    <w:p w:rsidR="00E00D30" w:rsidRDefault="00E00D30" w:rsidP="00E00D30">
      <w:r>
        <w:t>143.6023</w:t>
      </w:r>
      <w:r>
        <w:tab/>
        <w:t>3.038e0</w:t>
      </w:r>
    </w:p>
    <w:p w:rsidR="00E00D30" w:rsidRDefault="00E00D30" w:rsidP="00E00D30">
      <w:r>
        <w:t>143.6087</w:t>
      </w:r>
      <w:r>
        <w:tab/>
        <w:t>1.013e0</w:t>
      </w:r>
    </w:p>
    <w:p w:rsidR="00E00D30" w:rsidRDefault="00E00D30" w:rsidP="00E00D30">
      <w:r>
        <w:t>143.6138</w:t>
      </w:r>
      <w:r>
        <w:tab/>
        <w:t>4.051e0</w:t>
      </w:r>
    </w:p>
    <w:p w:rsidR="00E00D30" w:rsidRDefault="00E00D30" w:rsidP="00E00D30">
      <w:r>
        <w:lastRenderedPageBreak/>
        <w:t>143.6200</w:t>
      </w:r>
      <w:r>
        <w:tab/>
        <w:t>3.038e0</w:t>
      </w:r>
    </w:p>
    <w:p w:rsidR="00E00D30" w:rsidRDefault="00E00D30" w:rsidP="00E00D30">
      <w:r>
        <w:t>143.6251</w:t>
      </w:r>
      <w:r>
        <w:tab/>
        <w:t>2.025e0</w:t>
      </w:r>
    </w:p>
    <w:p w:rsidR="00E00D30" w:rsidRDefault="00E00D30" w:rsidP="00E00D30">
      <w:r>
        <w:t>143.6280</w:t>
      </w:r>
      <w:r>
        <w:tab/>
        <w:t>5.063e0</w:t>
      </w:r>
    </w:p>
    <w:p w:rsidR="00E00D30" w:rsidRDefault="00E00D30" w:rsidP="00E00D30">
      <w:r>
        <w:t>143.6341</w:t>
      </w:r>
      <w:r>
        <w:tab/>
        <w:t>2.025e0</w:t>
      </w:r>
    </w:p>
    <w:p w:rsidR="00E00D30" w:rsidRDefault="00E00D30" w:rsidP="00E00D30">
      <w:r>
        <w:t>143.6495</w:t>
      </w:r>
      <w:r>
        <w:tab/>
        <w:t>3.038e0</w:t>
      </w:r>
    </w:p>
    <w:p w:rsidR="00E00D30" w:rsidRDefault="00E00D30" w:rsidP="00E00D30">
      <w:r>
        <w:t>143.6648</w:t>
      </w:r>
      <w:r>
        <w:tab/>
        <w:t>2.025e0</w:t>
      </w:r>
    </w:p>
    <w:p w:rsidR="00E00D30" w:rsidRDefault="00E00D30" w:rsidP="00E00D30">
      <w:r>
        <w:t>143.6662</w:t>
      </w:r>
      <w:r>
        <w:tab/>
        <w:t>1.013e0</w:t>
      </w:r>
    </w:p>
    <w:p w:rsidR="00E00D30" w:rsidRDefault="00E00D30" w:rsidP="00E00D30">
      <w:r>
        <w:t>143.6691</w:t>
      </w:r>
      <w:r>
        <w:tab/>
        <w:t>3.038e0</w:t>
      </w:r>
    </w:p>
    <w:p w:rsidR="00E00D30" w:rsidRDefault="00E00D30" w:rsidP="00E00D30">
      <w:r>
        <w:t>143.6758</w:t>
      </w:r>
      <w:r>
        <w:tab/>
        <w:t>2.025e0</w:t>
      </w:r>
    </w:p>
    <w:p w:rsidR="00E00D30" w:rsidRDefault="00E00D30" w:rsidP="00E00D30">
      <w:r>
        <w:t>143.6790</w:t>
      </w:r>
      <w:r>
        <w:tab/>
        <w:t>2.025e0</w:t>
      </w:r>
    </w:p>
    <w:p w:rsidR="00E00D30" w:rsidRDefault="00E00D30" w:rsidP="00E00D30">
      <w:r>
        <w:t>143.6807</w:t>
      </w:r>
      <w:r>
        <w:tab/>
        <w:t>3.038e0</w:t>
      </w:r>
    </w:p>
    <w:p w:rsidR="00E00D30" w:rsidRDefault="00E00D30" w:rsidP="00E00D30">
      <w:r>
        <w:t>143.6854</w:t>
      </w:r>
      <w:r>
        <w:tab/>
        <w:t>3.246e0</w:t>
      </w:r>
    </w:p>
    <w:p w:rsidR="00E00D30" w:rsidRDefault="00E00D30" w:rsidP="00E00D30">
      <w:r>
        <w:t>143.6886</w:t>
      </w:r>
      <w:r>
        <w:tab/>
        <w:t>1.013e0</w:t>
      </w:r>
    </w:p>
    <w:p w:rsidR="00E00D30" w:rsidRDefault="00E00D30" w:rsidP="00E00D30">
      <w:r>
        <w:t>143.6921</w:t>
      </w:r>
      <w:r>
        <w:tab/>
        <w:t>2.025e0</w:t>
      </w:r>
    </w:p>
    <w:p w:rsidR="00E00D30" w:rsidRDefault="00E00D30" w:rsidP="00E00D30">
      <w:r>
        <w:t>143.6937</w:t>
      </w:r>
      <w:r>
        <w:tab/>
        <w:t>2.025e0</w:t>
      </w:r>
    </w:p>
    <w:p w:rsidR="00E00D30" w:rsidRDefault="00E00D30" w:rsidP="00E00D30">
      <w:r>
        <w:t>143.7104</w:t>
      </w:r>
      <w:r>
        <w:tab/>
        <w:t>4.051e0</w:t>
      </w:r>
    </w:p>
    <w:p w:rsidR="00E00D30" w:rsidRDefault="00E00D30" w:rsidP="00E00D30">
      <w:r>
        <w:t>143.7140</w:t>
      </w:r>
      <w:r>
        <w:tab/>
        <w:t>2.025e0</w:t>
      </w:r>
    </w:p>
    <w:p w:rsidR="00E00D30" w:rsidRDefault="00E00D30" w:rsidP="00E00D30">
      <w:r>
        <w:t>143.7303</w:t>
      </w:r>
      <w:r>
        <w:tab/>
        <w:t>1.013e0</w:t>
      </w:r>
    </w:p>
    <w:p w:rsidR="00E00D30" w:rsidRDefault="00E00D30" w:rsidP="00E00D30">
      <w:r>
        <w:t>143.7334</w:t>
      </w:r>
      <w:r>
        <w:tab/>
        <w:t>1.013e0</w:t>
      </w:r>
    </w:p>
    <w:p w:rsidR="00E00D30" w:rsidRDefault="00E00D30" w:rsidP="00E00D30">
      <w:r>
        <w:lastRenderedPageBreak/>
        <w:t>143.7349</w:t>
      </w:r>
      <w:r>
        <w:tab/>
        <w:t>2.025e0</w:t>
      </w:r>
    </w:p>
    <w:p w:rsidR="00E00D30" w:rsidRDefault="00E00D30" w:rsidP="00E00D30">
      <w:r>
        <w:t>143.7392</w:t>
      </w:r>
      <w:r>
        <w:tab/>
        <w:t>1.013e0</w:t>
      </w:r>
    </w:p>
    <w:p w:rsidR="00E00D30" w:rsidRDefault="00E00D30" w:rsidP="00E00D30">
      <w:r>
        <w:t>143.7407</w:t>
      </w:r>
      <w:r>
        <w:tab/>
        <w:t>4.051e0</w:t>
      </w:r>
    </w:p>
    <w:p w:rsidR="00E00D30" w:rsidRDefault="00E00D30" w:rsidP="00E00D30">
      <w:r>
        <w:t>143.7490</w:t>
      </w:r>
      <w:r>
        <w:tab/>
        <w:t>1.013e0</w:t>
      </w:r>
    </w:p>
    <w:p w:rsidR="00E00D30" w:rsidRDefault="00E00D30" w:rsidP="00E00D30">
      <w:r>
        <w:t>143.7589</w:t>
      </w:r>
      <w:r>
        <w:tab/>
        <w:t>2.025e0</w:t>
      </w:r>
    </w:p>
    <w:p w:rsidR="00E00D30" w:rsidRDefault="00E00D30" w:rsidP="00E00D30">
      <w:r>
        <w:t>143.7604</w:t>
      </w:r>
      <w:r>
        <w:tab/>
        <w:t>2.025e0</w:t>
      </w:r>
    </w:p>
    <w:p w:rsidR="00E00D30" w:rsidRDefault="00E00D30" w:rsidP="00E00D30">
      <w:r>
        <w:t>143.7673</w:t>
      </w:r>
      <w:r>
        <w:tab/>
        <w:t>3.038e0</w:t>
      </w:r>
    </w:p>
    <w:p w:rsidR="00E00D30" w:rsidRDefault="00E00D30" w:rsidP="00E00D30">
      <w:r>
        <w:t>143.7685</w:t>
      </w:r>
      <w:r>
        <w:tab/>
        <w:t>2.025e0</w:t>
      </w:r>
    </w:p>
    <w:p w:rsidR="00E00D30" w:rsidRDefault="00E00D30" w:rsidP="00E00D30">
      <w:r>
        <w:t>143.7713</w:t>
      </w:r>
      <w:r>
        <w:tab/>
        <w:t>1.013e0</w:t>
      </w:r>
    </w:p>
    <w:p w:rsidR="00E00D30" w:rsidRDefault="00E00D30" w:rsidP="00E00D30">
      <w:r>
        <w:t>143.7840</w:t>
      </w:r>
      <w:r>
        <w:tab/>
        <w:t>2.025e0</w:t>
      </w:r>
    </w:p>
    <w:p w:rsidR="00E00D30" w:rsidRDefault="00E00D30" w:rsidP="00E00D30">
      <w:r>
        <w:t>143.7938</w:t>
      </w:r>
      <w:r>
        <w:tab/>
        <w:t>1.013e0</w:t>
      </w:r>
    </w:p>
    <w:p w:rsidR="00E00D30" w:rsidRDefault="00E00D30" w:rsidP="00E00D30">
      <w:r>
        <w:t>143.7971</w:t>
      </w:r>
      <w:r>
        <w:tab/>
        <w:t>1.013e0</w:t>
      </w:r>
    </w:p>
    <w:p w:rsidR="00E00D30" w:rsidRDefault="00E00D30" w:rsidP="00E00D30">
      <w:r>
        <w:t>143.8006</w:t>
      </w:r>
      <w:r>
        <w:tab/>
        <w:t>2.025e0</w:t>
      </w:r>
    </w:p>
    <w:p w:rsidR="00E00D30" w:rsidRDefault="00E00D30" w:rsidP="00E00D30">
      <w:r>
        <w:t>143.8064</w:t>
      </w:r>
      <w:r>
        <w:tab/>
        <w:t>1.013e0</w:t>
      </w:r>
    </w:p>
    <w:p w:rsidR="00E00D30" w:rsidRDefault="00E00D30" w:rsidP="00E00D30">
      <w:r>
        <w:t>143.8127</w:t>
      </w:r>
      <w:r>
        <w:tab/>
        <w:t>1.013e0</w:t>
      </w:r>
    </w:p>
    <w:p w:rsidR="00E00D30" w:rsidRDefault="00E00D30" w:rsidP="00E00D30">
      <w:r>
        <w:t>143.8138</w:t>
      </w:r>
      <w:r>
        <w:tab/>
        <w:t>3.038e0</w:t>
      </w:r>
    </w:p>
    <w:p w:rsidR="00E00D30" w:rsidRDefault="00E00D30" w:rsidP="00E00D30">
      <w:r>
        <w:t>143.8288</w:t>
      </w:r>
      <w:r>
        <w:tab/>
        <w:t>2.025e0</w:t>
      </w:r>
    </w:p>
    <w:p w:rsidR="00E00D30" w:rsidRDefault="00E00D30" w:rsidP="00E00D30">
      <w:r>
        <w:t>143.8387</w:t>
      </w:r>
      <w:r>
        <w:tab/>
        <w:t>2.025e0</w:t>
      </w:r>
    </w:p>
    <w:p w:rsidR="00E00D30" w:rsidRDefault="00E00D30" w:rsidP="00E00D30">
      <w:r>
        <w:t>143.8444</w:t>
      </w:r>
      <w:r>
        <w:tab/>
        <w:t>1.013e0</w:t>
      </w:r>
    </w:p>
    <w:p w:rsidR="00E00D30" w:rsidRDefault="00E00D30" w:rsidP="00E00D30">
      <w:r>
        <w:lastRenderedPageBreak/>
        <w:t>143.8477</w:t>
      </w:r>
      <w:r>
        <w:tab/>
        <w:t>1.013e0</w:t>
      </w:r>
    </w:p>
    <w:p w:rsidR="00E00D30" w:rsidRDefault="00E00D30" w:rsidP="00E00D30">
      <w:r>
        <w:t>143.8509</w:t>
      </w:r>
      <w:r>
        <w:tab/>
        <w:t>1.013e0</w:t>
      </w:r>
    </w:p>
    <w:p w:rsidR="00E00D30" w:rsidRDefault="00E00D30" w:rsidP="00E00D30">
      <w:r>
        <w:t>143.8575</w:t>
      </w:r>
      <w:r>
        <w:tab/>
        <w:t>3.038e0</w:t>
      </w:r>
    </w:p>
    <w:p w:rsidR="00E00D30" w:rsidRDefault="00E00D30" w:rsidP="00E00D30">
      <w:r>
        <w:t>143.8719</w:t>
      </w:r>
      <w:r>
        <w:tab/>
        <w:t>3.038e0</w:t>
      </w:r>
    </w:p>
    <w:p w:rsidR="00E00D30" w:rsidRDefault="00E00D30" w:rsidP="00E00D30">
      <w:r>
        <w:t>143.8737</w:t>
      </w:r>
      <w:r>
        <w:tab/>
        <w:t>1.013e0</w:t>
      </w:r>
    </w:p>
    <w:p w:rsidR="00E00D30" w:rsidRDefault="00E00D30" w:rsidP="00E00D30">
      <w:r>
        <w:t>143.8766</w:t>
      </w:r>
      <w:r>
        <w:tab/>
        <w:t>1.013e0</w:t>
      </w:r>
    </w:p>
    <w:p w:rsidR="00E00D30" w:rsidRDefault="00E00D30" w:rsidP="00E00D30">
      <w:r>
        <w:t>143.8796</w:t>
      </w:r>
      <w:r>
        <w:tab/>
        <w:t>4.051e0</w:t>
      </w:r>
    </w:p>
    <w:p w:rsidR="00E00D30" w:rsidRDefault="00E00D30" w:rsidP="00E00D30">
      <w:r>
        <w:t>143.8861</w:t>
      </w:r>
      <w:r>
        <w:tab/>
        <w:t>1.013e0</w:t>
      </w:r>
    </w:p>
    <w:p w:rsidR="00E00D30" w:rsidRDefault="00E00D30" w:rsidP="00E00D30">
      <w:r>
        <w:t>143.8892</w:t>
      </w:r>
      <w:r>
        <w:tab/>
        <w:t>2.025e0</w:t>
      </w:r>
    </w:p>
    <w:p w:rsidR="00E00D30" w:rsidRDefault="00E00D30" w:rsidP="00E00D30">
      <w:r>
        <w:t>143.8991</w:t>
      </w:r>
      <w:r>
        <w:tab/>
        <w:t>1.013e0</w:t>
      </w:r>
    </w:p>
    <w:p w:rsidR="00E00D30" w:rsidRDefault="00E00D30" w:rsidP="00E00D30">
      <w:r>
        <w:t>143.9056</w:t>
      </w:r>
      <w:r>
        <w:tab/>
        <w:t>2.025e0</w:t>
      </w:r>
    </w:p>
    <w:p w:rsidR="00E00D30" w:rsidRDefault="00E00D30" w:rsidP="00E00D30">
      <w:r>
        <w:t>143.9186</w:t>
      </w:r>
      <w:r>
        <w:tab/>
        <w:t>3.038e0</w:t>
      </w:r>
    </w:p>
    <w:p w:rsidR="00E00D30" w:rsidRDefault="00E00D30" w:rsidP="00E00D30">
      <w:r>
        <w:t>143.9275</w:t>
      </w:r>
      <w:r>
        <w:tab/>
        <w:t>2.025e0</w:t>
      </w:r>
    </w:p>
    <w:p w:rsidR="00E00D30" w:rsidRDefault="00E00D30" w:rsidP="00E00D30">
      <w:r>
        <w:t>143.9406</w:t>
      </w:r>
      <w:r>
        <w:tab/>
        <w:t>2.025e0</w:t>
      </w:r>
    </w:p>
    <w:p w:rsidR="00E00D30" w:rsidRDefault="00E00D30" w:rsidP="00E00D30">
      <w:r>
        <w:t>143.9470</w:t>
      </w:r>
      <w:r>
        <w:tab/>
        <w:t>1.013e0</w:t>
      </w:r>
    </w:p>
    <w:p w:rsidR="00E00D30" w:rsidRDefault="00E00D30" w:rsidP="00E00D30">
      <w:r>
        <w:t>143.9529</w:t>
      </w:r>
      <w:r>
        <w:tab/>
        <w:t>1.013e0</w:t>
      </w:r>
    </w:p>
    <w:p w:rsidR="00E00D30" w:rsidRDefault="00E00D30" w:rsidP="00E00D30">
      <w:r>
        <w:t>143.9542</w:t>
      </w:r>
      <w:r>
        <w:tab/>
        <w:t>2.025e0</w:t>
      </w:r>
    </w:p>
    <w:p w:rsidR="00E00D30" w:rsidRDefault="00E00D30" w:rsidP="00E00D30">
      <w:r>
        <w:t>143.9575</w:t>
      </w:r>
      <w:r>
        <w:tab/>
        <w:t>3.038e0</w:t>
      </w:r>
    </w:p>
    <w:p w:rsidR="00E00D30" w:rsidRDefault="00E00D30" w:rsidP="00E00D30">
      <w:r>
        <w:t>143.9628</w:t>
      </w:r>
      <w:r>
        <w:tab/>
        <w:t>1.013e0</w:t>
      </w:r>
    </w:p>
    <w:p w:rsidR="00E00D30" w:rsidRDefault="00E00D30" w:rsidP="00E00D30">
      <w:r>
        <w:lastRenderedPageBreak/>
        <w:t>143.9681</w:t>
      </w:r>
      <w:r>
        <w:tab/>
        <w:t>3.038e0</w:t>
      </w:r>
    </w:p>
    <w:p w:rsidR="00E00D30" w:rsidRDefault="00E00D30" w:rsidP="00E00D30">
      <w:r>
        <w:t>143.9790</w:t>
      </w:r>
      <w:r>
        <w:tab/>
        <w:t>1.013e0</w:t>
      </w:r>
    </w:p>
    <w:p w:rsidR="00E00D30" w:rsidRDefault="00E00D30" w:rsidP="00E00D30">
      <w:r>
        <w:t>143.9819</w:t>
      </w:r>
      <w:r>
        <w:tab/>
        <w:t>2.025e0</w:t>
      </w:r>
    </w:p>
    <w:p w:rsidR="00E00D30" w:rsidRDefault="00E00D30" w:rsidP="00E00D30">
      <w:r>
        <w:t>143.9850</w:t>
      </w:r>
      <w:r>
        <w:tab/>
        <w:t>3.038e0</w:t>
      </w:r>
    </w:p>
    <w:p w:rsidR="00E00D30" w:rsidRDefault="00E00D30" w:rsidP="00E00D30">
      <w:r>
        <w:t>143.9911</w:t>
      </w:r>
      <w:r>
        <w:tab/>
        <w:t>1.013e0</w:t>
      </w:r>
    </w:p>
    <w:p w:rsidR="00E00D30" w:rsidRDefault="00E00D30" w:rsidP="00E00D30">
      <w:r>
        <w:t>143.9946</w:t>
      </w:r>
      <w:r>
        <w:tab/>
        <w:t>1.013e0</w:t>
      </w:r>
    </w:p>
    <w:p w:rsidR="00E00D30" w:rsidRDefault="00E00D30" w:rsidP="00E00D30">
      <w:r>
        <w:t>144.0060</w:t>
      </w:r>
      <w:r>
        <w:tab/>
        <w:t>2.025e0</w:t>
      </w:r>
    </w:p>
    <w:p w:rsidR="00E00D30" w:rsidRDefault="00E00D30" w:rsidP="00E00D30">
      <w:r>
        <w:t>144.0107</w:t>
      </w:r>
      <w:r>
        <w:tab/>
        <w:t>1.013e0</w:t>
      </w:r>
    </w:p>
    <w:p w:rsidR="00E00D30" w:rsidRDefault="00E00D30" w:rsidP="00E00D30">
      <w:r>
        <w:t>144.0157</w:t>
      </w:r>
      <w:r>
        <w:tab/>
        <w:t>2.025e0</w:t>
      </w:r>
    </w:p>
    <w:p w:rsidR="00E00D30" w:rsidRDefault="00E00D30" w:rsidP="00E00D30">
      <w:r>
        <w:t>144.0199</w:t>
      </w:r>
      <w:r>
        <w:tab/>
        <w:t>1.013e0</w:t>
      </w:r>
    </w:p>
    <w:p w:rsidR="00E00D30" w:rsidRDefault="00E00D30" w:rsidP="00E00D30">
      <w:r>
        <w:t>144.0243</w:t>
      </w:r>
      <w:r>
        <w:tab/>
        <w:t>5.063e0</w:t>
      </w:r>
    </w:p>
    <w:p w:rsidR="00E00D30" w:rsidRDefault="00E00D30" w:rsidP="00E00D30">
      <w:r>
        <w:t>144.0259</w:t>
      </w:r>
      <w:r>
        <w:tab/>
        <w:t>3.038e0</w:t>
      </w:r>
    </w:p>
    <w:p w:rsidR="00E00D30" w:rsidRDefault="00E00D30" w:rsidP="00E00D30">
      <w:r>
        <w:t>144.0360</w:t>
      </w:r>
      <w:r>
        <w:tab/>
        <w:t>1.013e0</w:t>
      </w:r>
    </w:p>
    <w:p w:rsidR="00E00D30" w:rsidRDefault="00E00D30" w:rsidP="00E00D30">
      <w:r>
        <w:t>144.0392</w:t>
      </w:r>
      <w:r>
        <w:tab/>
        <w:t>1.013e0</w:t>
      </w:r>
    </w:p>
    <w:p w:rsidR="00E00D30" w:rsidRDefault="00E00D30" w:rsidP="00E00D30">
      <w:r>
        <w:t>144.0458</w:t>
      </w:r>
      <w:r>
        <w:tab/>
        <w:t>7.586e0</w:t>
      </w:r>
    </w:p>
    <w:p w:rsidR="00E00D30" w:rsidRDefault="00E00D30" w:rsidP="00E00D30">
      <w:r>
        <w:t>144.0529</w:t>
      </w:r>
      <w:r>
        <w:tab/>
        <w:t>3.038e0</w:t>
      </w:r>
    </w:p>
    <w:p w:rsidR="00E00D30" w:rsidRDefault="00E00D30" w:rsidP="00E00D30">
      <w:r>
        <w:t>144.0581</w:t>
      </w:r>
      <w:r>
        <w:tab/>
        <w:t>5.063e0</w:t>
      </w:r>
    </w:p>
    <w:p w:rsidR="00E00D30" w:rsidRDefault="00E00D30" w:rsidP="00E00D30">
      <w:r>
        <w:t>144.0624</w:t>
      </w:r>
      <w:r>
        <w:tab/>
        <w:t>8.101e0</w:t>
      </w:r>
    </w:p>
    <w:p w:rsidR="00E00D30" w:rsidRDefault="00E00D30" w:rsidP="00E00D30">
      <w:r>
        <w:t>144.0650</w:t>
      </w:r>
      <w:r>
        <w:tab/>
        <w:t>6.076e0</w:t>
      </w:r>
    </w:p>
    <w:p w:rsidR="00E00D30" w:rsidRDefault="00E00D30" w:rsidP="00E00D30">
      <w:r>
        <w:lastRenderedPageBreak/>
        <w:t>144.0676</w:t>
      </w:r>
      <w:r>
        <w:tab/>
        <w:t>1.013e1</w:t>
      </w:r>
    </w:p>
    <w:p w:rsidR="00E00D30" w:rsidRDefault="00E00D30" w:rsidP="00E00D30">
      <w:r>
        <w:t>144.0726</w:t>
      </w:r>
      <w:r>
        <w:tab/>
        <w:t>2.025e0</w:t>
      </w:r>
    </w:p>
    <w:p w:rsidR="00E00D30" w:rsidRDefault="00E00D30" w:rsidP="00E00D30">
      <w:r>
        <w:t>144.0781</w:t>
      </w:r>
      <w:r>
        <w:tab/>
        <w:t>4.051e0</w:t>
      </w:r>
    </w:p>
    <w:p w:rsidR="00E00D30" w:rsidRDefault="00E00D30" w:rsidP="00E00D30">
      <w:r>
        <w:t>144.0815</w:t>
      </w:r>
      <w:r>
        <w:tab/>
        <w:t>4.051e0</w:t>
      </w:r>
    </w:p>
    <w:p w:rsidR="00E00D30" w:rsidRDefault="00E00D30" w:rsidP="00E00D30">
      <w:r>
        <w:t>144.0843</w:t>
      </w:r>
      <w:r>
        <w:tab/>
        <w:t>5.063e0</w:t>
      </w:r>
    </w:p>
    <w:p w:rsidR="00E00D30" w:rsidRDefault="00E00D30" w:rsidP="00E00D30">
      <w:r>
        <w:t>144.0931</w:t>
      </w:r>
      <w:r>
        <w:tab/>
        <w:t>1.013e0</w:t>
      </w:r>
    </w:p>
    <w:p w:rsidR="00E00D30" w:rsidRDefault="00E00D30" w:rsidP="00E00D30">
      <w:r>
        <w:t>144.0995</w:t>
      </w:r>
      <w:r>
        <w:tab/>
        <w:t>2.025e0</w:t>
      </w:r>
    </w:p>
    <w:p w:rsidR="00E00D30" w:rsidRDefault="00E00D30" w:rsidP="00E00D30">
      <w:r>
        <w:t>144.1063</w:t>
      </w:r>
      <w:r>
        <w:tab/>
        <w:t>1.013e0</w:t>
      </w:r>
    </w:p>
    <w:p w:rsidR="00E00D30" w:rsidRDefault="00E00D30" w:rsidP="00E00D30">
      <w:r>
        <w:t>144.1110</w:t>
      </w:r>
      <w:r>
        <w:tab/>
        <w:t>2.025e0</w:t>
      </w:r>
    </w:p>
    <w:p w:rsidR="00E00D30" w:rsidRDefault="00E00D30" w:rsidP="00E00D30">
      <w:r>
        <w:t>144.1127</w:t>
      </w:r>
      <w:r>
        <w:tab/>
        <w:t>1.013e0</w:t>
      </w:r>
    </w:p>
    <w:p w:rsidR="00E00D30" w:rsidRDefault="00E00D30" w:rsidP="00E00D30">
      <w:r>
        <w:t>144.1143</w:t>
      </w:r>
      <w:r>
        <w:tab/>
        <w:t>2.025e0</w:t>
      </w:r>
    </w:p>
    <w:p w:rsidR="00E00D30" w:rsidRDefault="00E00D30" w:rsidP="00E00D30">
      <w:r>
        <w:t>144.1161</w:t>
      </w:r>
      <w:r>
        <w:tab/>
        <w:t>3.038e0</w:t>
      </w:r>
    </w:p>
    <w:p w:rsidR="00E00D30" w:rsidRDefault="00E00D30" w:rsidP="00E00D30">
      <w:r>
        <w:t>144.1282</w:t>
      </w:r>
      <w:r>
        <w:tab/>
        <w:t>4.051e0</w:t>
      </w:r>
    </w:p>
    <w:p w:rsidR="00E00D30" w:rsidRDefault="00E00D30" w:rsidP="00E00D30">
      <w:r>
        <w:t>144.1380</w:t>
      </w:r>
      <w:r>
        <w:tab/>
        <w:t>3.086e0</w:t>
      </w:r>
    </w:p>
    <w:p w:rsidR="00E00D30" w:rsidRDefault="00E00D30" w:rsidP="00E00D30">
      <w:r>
        <w:t>144.1412</w:t>
      </w:r>
      <w:r>
        <w:tab/>
        <w:t>1.013e0</w:t>
      </w:r>
    </w:p>
    <w:p w:rsidR="00E00D30" w:rsidRDefault="00E00D30" w:rsidP="00E00D30">
      <w:r>
        <w:t>144.1440</w:t>
      </w:r>
      <w:r>
        <w:tab/>
        <w:t>5.278e0</w:t>
      </w:r>
    </w:p>
    <w:p w:rsidR="00E00D30" w:rsidRDefault="00E00D30" w:rsidP="00E00D30">
      <w:r>
        <w:t>144.1479</w:t>
      </w:r>
      <w:r>
        <w:tab/>
        <w:t>1.013e0</w:t>
      </w:r>
    </w:p>
    <w:p w:rsidR="00E00D30" w:rsidRDefault="00E00D30" w:rsidP="00E00D30">
      <w:r>
        <w:t>144.1604</w:t>
      </w:r>
      <w:r>
        <w:tab/>
        <w:t>2.025e0</w:t>
      </w:r>
    </w:p>
    <w:p w:rsidR="00E00D30" w:rsidRDefault="00E00D30" w:rsidP="00E00D30">
      <w:r>
        <w:t>144.1733</w:t>
      </w:r>
      <w:r>
        <w:tab/>
        <w:t>1.013e0</w:t>
      </w:r>
    </w:p>
    <w:p w:rsidR="00E00D30" w:rsidRDefault="00E00D30" w:rsidP="00E00D30">
      <w:r>
        <w:lastRenderedPageBreak/>
        <w:t>144.1796</w:t>
      </w:r>
      <w:r>
        <w:tab/>
        <w:t>1.013e0</w:t>
      </w:r>
    </w:p>
    <w:p w:rsidR="00E00D30" w:rsidRDefault="00E00D30" w:rsidP="00E00D30">
      <w:r>
        <w:t>144.1828</w:t>
      </w:r>
      <w:r>
        <w:tab/>
        <w:t>1.013e0</w:t>
      </w:r>
    </w:p>
    <w:p w:rsidR="00E00D30" w:rsidRDefault="00E00D30" w:rsidP="00E00D30">
      <w:r>
        <w:t>144.1863</w:t>
      </w:r>
      <w:r>
        <w:tab/>
        <w:t>1.013e0</w:t>
      </w:r>
    </w:p>
    <w:p w:rsidR="00E00D30" w:rsidRDefault="00E00D30" w:rsidP="00E00D30">
      <w:r>
        <w:t>144.1957</w:t>
      </w:r>
      <w:r>
        <w:tab/>
        <w:t>2.025e0</w:t>
      </w:r>
    </w:p>
    <w:p w:rsidR="00E00D30" w:rsidRDefault="00E00D30" w:rsidP="00E00D30">
      <w:r>
        <w:t>144.2082</w:t>
      </w:r>
      <w:r>
        <w:tab/>
        <w:t>1.013e0</w:t>
      </w:r>
    </w:p>
    <w:p w:rsidR="00E00D30" w:rsidRDefault="00E00D30" w:rsidP="00E00D30">
      <w:r>
        <w:t>144.2179</w:t>
      </w:r>
      <w:r>
        <w:tab/>
        <w:t>1.013e0</w:t>
      </w:r>
    </w:p>
    <w:p w:rsidR="00E00D30" w:rsidRDefault="00E00D30" w:rsidP="00E00D30">
      <w:r>
        <w:t>144.2280</w:t>
      </w:r>
      <w:r>
        <w:tab/>
        <w:t>1.013e0</w:t>
      </w:r>
    </w:p>
    <w:p w:rsidR="00E00D30" w:rsidRDefault="00E00D30" w:rsidP="00E00D30">
      <w:r>
        <w:t>144.2337</w:t>
      </w:r>
      <w:r>
        <w:tab/>
        <w:t>1.013e0</w:t>
      </w:r>
    </w:p>
    <w:p w:rsidR="00E00D30" w:rsidRDefault="00E00D30" w:rsidP="00E00D30">
      <w:r>
        <w:t>144.2449</w:t>
      </w:r>
      <w:r>
        <w:tab/>
        <w:t>2.025e0</w:t>
      </w:r>
    </w:p>
    <w:p w:rsidR="00E00D30" w:rsidRDefault="00E00D30" w:rsidP="00E00D30">
      <w:r>
        <w:t>144.2530</w:t>
      </w:r>
      <w:r>
        <w:tab/>
        <w:t>2.025e0</w:t>
      </w:r>
    </w:p>
    <w:p w:rsidR="00E00D30" w:rsidRDefault="00E00D30" w:rsidP="00E00D30">
      <w:r>
        <w:t>144.2631</w:t>
      </w:r>
      <w:r>
        <w:tab/>
        <w:t>1.013e0</w:t>
      </w:r>
    </w:p>
    <w:p w:rsidR="00E00D30" w:rsidRDefault="00E00D30" w:rsidP="00E00D30">
      <w:r>
        <w:t>144.2718</w:t>
      </w:r>
      <w:r>
        <w:tab/>
        <w:t>2.025e0</w:t>
      </w:r>
    </w:p>
    <w:p w:rsidR="00E00D30" w:rsidRDefault="00E00D30" w:rsidP="00E00D30">
      <w:r>
        <w:t>144.2980</w:t>
      </w:r>
      <w:r>
        <w:tab/>
        <w:t>5.063e0</w:t>
      </w:r>
    </w:p>
    <w:p w:rsidR="00E00D30" w:rsidRDefault="00E00D30" w:rsidP="00E00D30">
      <w:r>
        <w:t>144.3038</w:t>
      </w:r>
      <w:r>
        <w:tab/>
        <w:t>2.025e0</w:t>
      </w:r>
    </w:p>
    <w:p w:rsidR="00E00D30" w:rsidRDefault="00E00D30" w:rsidP="00E00D30">
      <w:r>
        <w:t>144.3202</w:t>
      </w:r>
      <w:r>
        <w:tab/>
        <w:t>1.013e0</w:t>
      </w:r>
    </w:p>
    <w:p w:rsidR="00E00D30" w:rsidRDefault="00E00D30" w:rsidP="00E00D30">
      <w:r>
        <w:t>144.3331</w:t>
      </w:r>
      <w:r>
        <w:tab/>
        <w:t>1.013e0</w:t>
      </w:r>
    </w:p>
    <w:p w:rsidR="00E00D30" w:rsidRDefault="00E00D30" w:rsidP="00E00D30">
      <w:r>
        <w:t>144.3346</w:t>
      </w:r>
      <w:r>
        <w:tab/>
        <w:t>2.025e0</w:t>
      </w:r>
    </w:p>
    <w:p w:rsidR="00E00D30" w:rsidRDefault="00E00D30" w:rsidP="00E00D30">
      <w:r>
        <w:t>144.3420</w:t>
      </w:r>
      <w:r>
        <w:tab/>
        <w:t>1.013e0</w:t>
      </w:r>
    </w:p>
    <w:p w:rsidR="00E00D30" w:rsidRDefault="00E00D30" w:rsidP="00E00D30">
      <w:r>
        <w:t>144.3486</w:t>
      </w:r>
      <w:r>
        <w:tab/>
        <w:t>1.013e0</w:t>
      </w:r>
    </w:p>
    <w:p w:rsidR="00E00D30" w:rsidRDefault="00E00D30" w:rsidP="00E00D30">
      <w:r>
        <w:lastRenderedPageBreak/>
        <w:t>144.3551</w:t>
      </w:r>
      <w:r>
        <w:tab/>
        <w:t>3.038e0</w:t>
      </w:r>
    </w:p>
    <w:p w:rsidR="00E00D30" w:rsidRDefault="00E00D30" w:rsidP="00E00D30">
      <w:r>
        <w:t>144.3682</w:t>
      </w:r>
      <w:r>
        <w:tab/>
        <w:t>2.025e0</w:t>
      </w:r>
    </w:p>
    <w:p w:rsidR="00E00D30" w:rsidRDefault="00E00D30" w:rsidP="00E00D30">
      <w:r>
        <w:t>144.3713</w:t>
      </w:r>
      <w:r>
        <w:tab/>
        <w:t>1.013e0</w:t>
      </w:r>
    </w:p>
    <w:p w:rsidR="00E00D30" w:rsidRDefault="00E00D30" w:rsidP="00E00D30">
      <w:r>
        <w:t>144.3773</w:t>
      </w:r>
      <w:r>
        <w:tab/>
        <w:t>3.038e0</w:t>
      </w:r>
    </w:p>
    <w:p w:rsidR="00E00D30" w:rsidRDefault="00E00D30" w:rsidP="00E00D30">
      <w:r>
        <w:t>144.3935</w:t>
      </w:r>
      <w:r>
        <w:tab/>
        <w:t>1.013e0</w:t>
      </w:r>
    </w:p>
    <w:p w:rsidR="00E00D30" w:rsidRDefault="00E00D30" w:rsidP="00E00D30">
      <w:r>
        <w:t>144.4000</w:t>
      </w:r>
      <w:r>
        <w:tab/>
        <w:t>3.038e0</w:t>
      </w:r>
    </w:p>
    <w:p w:rsidR="00E00D30" w:rsidRDefault="00E00D30" w:rsidP="00E00D30">
      <w:r>
        <w:t>144.4288</w:t>
      </w:r>
      <w:r>
        <w:tab/>
        <w:t>1.013e0</w:t>
      </w:r>
    </w:p>
    <w:p w:rsidR="00E00D30" w:rsidRDefault="00E00D30" w:rsidP="00E00D30">
      <w:r>
        <w:t>144.4386</w:t>
      </w:r>
      <w:r>
        <w:tab/>
        <w:t>1.013e0</w:t>
      </w:r>
    </w:p>
    <w:p w:rsidR="00E00D30" w:rsidRDefault="00E00D30" w:rsidP="00E00D30">
      <w:r>
        <w:t>144.4417</w:t>
      </w:r>
      <w:r>
        <w:tab/>
        <w:t>1.013e0</w:t>
      </w:r>
    </w:p>
    <w:p w:rsidR="00E00D30" w:rsidRDefault="00E00D30" w:rsidP="00E00D30">
      <w:r>
        <w:t>144.4571</w:t>
      </w:r>
      <w:r>
        <w:tab/>
        <w:t>1.013e0</w:t>
      </w:r>
    </w:p>
    <w:p w:rsidR="00E00D30" w:rsidRDefault="00E00D30" w:rsidP="00E00D30">
      <w:r>
        <w:t>144.4606</w:t>
      </w:r>
      <w:r>
        <w:tab/>
        <w:t>1.013e0</w:t>
      </w:r>
    </w:p>
    <w:p w:rsidR="00E00D30" w:rsidRDefault="00E00D30" w:rsidP="00E00D30">
      <w:r>
        <w:t>144.4620</w:t>
      </w:r>
      <w:r>
        <w:tab/>
        <w:t>2.025e0</w:t>
      </w:r>
    </w:p>
    <w:p w:rsidR="00E00D30" w:rsidRDefault="00E00D30" w:rsidP="00E00D30">
      <w:r>
        <w:t>144.4637</w:t>
      </w:r>
      <w:r>
        <w:tab/>
        <w:t>1.013e0</w:t>
      </w:r>
    </w:p>
    <w:p w:rsidR="00E00D30" w:rsidRDefault="00E00D30" w:rsidP="00E00D30">
      <w:r>
        <w:t>144.4988</w:t>
      </w:r>
      <w:r>
        <w:tab/>
        <w:t>1.013e0</w:t>
      </w:r>
    </w:p>
    <w:p w:rsidR="00E00D30" w:rsidRDefault="00E00D30" w:rsidP="00E00D30">
      <w:r>
        <w:t>144.5053</w:t>
      </w:r>
      <w:r>
        <w:tab/>
        <w:t>1.013e0</w:t>
      </w:r>
    </w:p>
    <w:p w:rsidR="00E00D30" w:rsidRDefault="00E00D30" w:rsidP="00E00D30">
      <w:r>
        <w:t>144.5088</w:t>
      </w:r>
      <w:r>
        <w:tab/>
        <w:t>1.013e0</w:t>
      </w:r>
    </w:p>
    <w:p w:rsidR="00E00D30" w:rsidRDefault="00E00D30" w:rsidP="00E00D30">
      <w:r>
        <w:t>144.5150</w:t>
      </w:r>
      <w:r>
        <w:tab/>
        <w:t>1.013e0</w:t>
      </w:r>
    </w:p>
    <w:p w:rsidR="00E00D30" w:rsidRDefault="00E00D30" w:rsidP="00E00D30">
      <w:r>
        <w:t>144.5209</w:t>
      </w:r>
      <w:r>
        <w:tab/>
        <w:t>1.013e0</w:t>
      </w:r>
    </w:p>
    <w:p w:rsidR="00E00D30" w:rsidRDefault="00E00D30" w:rsidP="00E00D30">
      <w:r>
        <w:t>144.5241</w:t>
      </w:r>
      <w:r>
        <w:tab/>
        <w:t>1.013e0</w:t>
      </w:r>
    </w:p>
    <w:p w:rsidR="00E00D30" w:rsidRDefault="00E00D30" w:rsidP="00E00D30">
      <w:r>
        <w:lastRenderedPageBreak/>
        <w:t>144.5307</w:t>
      </w:r>
      <w:r>
        <w:tab/>
        <w:t>2.025e0</w:t>
      </w:r>
    </w:p>
    <w:p w:rsidR="00E00D30" w:rsidRDefault="00E00D30" w:rsidP="00E00D30">
      <w:r>
        <w:t>144.5339</w:t>
      </w:r>
      <w:r>
        <w:tab/>
        <w:t>3.038e0</w:t>
      </w:r>
    </w:p>
    <w:p w:rsidR="00E00D30" w:rsidRDefault="00E00D30" w:rsidP="00E00D30">
      <w:r>
        <w:t>144.5372</w:t>
      </w:r>
      <w:r>
        <w:tab/>
        <w:t>1.013e0</w:t>
      </w:r>
    </w:p>
    <w:p w:rsidR="00E00D30" w:rsidRDefault="00E00D30" w:rsidP="00E00D30">
      <w:r>
        <w:t>144.5518</w:t>
      </w:r>
      <w:r>
        <w:tab/>
        <w:t>2.025e0</w:t>
      </w:r>
    </w:p>
    <w:p w:rsidR="00E00D30" w:rsidRDefault="00E00D30" w:rsidP="00E00D30">
      <w:r>
        <w:t>144.5535</w:t>
      </w:r>
      <w:r>
        <w:tab/>
        <w:t>1.013e0</w:t>
      </w:r>
    </w:p>
    <w:p w:rsidR="00E00D30" w:rsidRDefault="00E00D30" w:rsidP="00E00D30">
      <w:r>
        <w:t>144.5560</w:t>
      </w:r>
      <w:r>
        <w:tab/>
        <w:t>6.076e0</w:t>
      </w:r>
    </w:p>
    <w:p w:rsidR="00E00D30" w:rsidRDefault="00E00D30" w:rsidP="00E00D30">
      <w:r>
        <w:t>144.5606</w:t>
      </w:r>
      <w:r>
        <w:tab/>
        <w:t>2.025e0</w:t>
      </w:r>
    </w:p>
    <w:p w:rsidR="00E00D30" w:rsidRDefault="00E00D30" w:rsidP="00E00D30">
      <w:r>
        <w:t>144.5658</w:t>
      </w:r>
      <w:r>
        <w:tab/>
        <w:t>1.013e0</w:t>
      </w:r>
    </w:p>
    <w:p w:rsidR="00E00D30" w:rsidRDefault="00E00D30" w:rsidP="00E00D30">
      <w:r>
        <w:t>144.5693</w:t>
      </w:r>
      <w:r>
        <w:tab/>
        <w:t>1.013e0</w:t>
      </w:r>
    </w:p>
    <w:p w:rsidR="00E00D30" w:rsidRDefault="00E00D30" w:rsidP="00E00D30">
      <w:r>
        <w:t>144.5758</w:t>
      </w:r>
      <w:r>
        <w:tab/>
        <w:t>1.013e0</w:t>
      </w:r>
    </w:p>
    <w:p w:rsidR="00E00D30" w:rsidRDefault="00E00D30" w:rsidP="00E00D30">
      <w:r>
        <w:t>144.5822</w:t>
      </w:r>
      <w:r>
        <w:tab/>
        <w:t>1.013e0</w:t>
      </w:r>
    </w:p>
    <w:p w:rsidR="00E00D30" w:rsidRDefault="00E00D30" w:rsidP="00E00D30">
      <w:r>
        <w:t>144.6042</w:t>
      </w:r>
      <w:r>
        <w:tab/>
        <w:t>1.013e0</w:t>
      </w:r>
    </w:p>
    <w:p w:rsidR="00E00D30" w:rsidRDefault="00E00D30" w:rsidP="00E00D30">
      <w:r>
        <w:t>144.6139</w:t>
      </w:r>
      <w:r>
        <w:tab/>
        <w:t>2.025e0</w:t>
      </w:r>
    </w:p>
    <w:p w:rsidR="00E00D30" w:rsidRDefault="00E00D30" w:rsidP="00E00D30">
      <w:r>
        <w:t>144.6223</w:t>
      </w:r>
      <w:r>
        <w:tab/>
        <w:t>2.025e0</w:t>
      </w:r>
    </w:p>
    <w:p w:rsidR="00E00D30" w:rsidRDefault="00E00D30" w:rsidP="00E00D30">
      <w:r>
        <w:t>144.6266</w:t>
      </w:r>
      <w:r>
        <w:tab/>
        <w:t>2.025e0</w:t>
      </w:r>
    </w:p>
    <w:p w:rsidR="00E00D30" w:rsidRDefault="00E00D30" w:rsidP="00E00D30">
      <w:r>
        <w:t>144.6329</w:t>
      </w:r>
      <w:r>
        <w:tab/>
        <w:t>1.013e0</w:t>
      </w:r>
    </w:p>
    <w:p w:rsidR="00E00D30" w:rsidRDefault="00E00D30" w:rsidP="00E00D30">
      <w:r>
        <w:t>144.6523</w:t>
      </w:r>
      <w:r>
        <w:tab/>
        <w:t>1.013e0</w:t>
      </w:r>
    </w:p>
    <w:p w:rsidR="00E00D30" w:rsidRDefault="00E00D30" w:rsidP="00E00D30">
      <w:r>
        <w:t>144.6557</w:t>
      </w:r>
      <w:r>
        <w:tab/>
        <w:t>1.013e0</w:t>
      </w:r>
    </w:p>
    <w:p w:rsidR="00E00D30" w:rsidRDefault="00E00D30" w:rsidP="00E00D30">
      <w:r>
        <w:t>144.6621</w:t>
      </w:r>
      <w:r>
        <w:tab/>
        <w:t>1.013e0</w:t>
      </w:r>
    </w:p>
    <w:p w:rsidR="00E00D30" w:rsidRDefault="00E00D30" w:rsidP="00E00D30">
      <w:r>
        <w:lastRenderedPageBreak/>
        <w:t>144.6679</w:t>
      </w:r>
      <w:r>
        <w:tab/>
        <w:t>1.013e0</w:t>
      </w:r>
    </w:p>
    <w:p w:rsidR="00E00D30" w:rsidRDefault="00E00D30" w:rsidP="00E00D30">
      <w:r>
        <w:t>144.6745</w:t>
      </w:r>
      <w:r>
        <w:tab/>
        <w:t>1.013e0</w:t>
      </w:r>
    </w:p>
    <w:p w:rsidR="00E00D30" w:rsidRDefault="00E00D30" w:rsidP="00E00D30">
      <w:r>
        <w:t>144.6971</w:t>
      </w:r>
      <w:r>
        <w:tab/>
        <w:t>1.013e0</w:t>
      </w:r>
    </w:p>
    <w:p w:rsidR="00E00D30" w:rsidRDefault="00E00D30" w:rsidP="00E00D30">
      <w:r>
        <w:t>144.7000</w:t>
      </w:r>
      <w:r>
        <w:tab/>
        <w:t>1.013e0</w:t>
      </w:r>
    </w:p>
    <w:p w:rsidR="00E00D30" w:rsidRDefault="00E00D30" w:rsidP="00E00D30">
      <w:r>
        <w:t>144.7017</w:t>
      </w:r>
      <w:r>
        <w:tab/>
        <w:t>2.025e0</w:t>
      </w:r>
    </w:p>
    <w:p w:rsidR="00E00D30" w:rsidRDefault="00E00D30" w:rsidP="00E00D30">
      <w:r>
        <w:t>144.7032</w:t>
      </w:r>
      <w:r>
        <w:tab/>
        <w:t>1.013e0</w:t>
      </w:r>
    </w:p>
    <w:p w:rsidR="00E00D30" w:rsidRDefault="00E00D30" w:rsidP="00E00D30">
      <w:r>
        <w:t>144.7096</w:t>
      </w:r>
      <w:r>
        <w:tab/>
        <w:t>1.013e0</w:t>
      </w:r>
    </w:p>
    <w:p w:rsidR="00E00D30" w:rsidRDefault="00E00D30" w:rsidP="00E00D30">
      <w:r>
        <w:t>144.7161</w:t>
      </w:r>
      <w:r>
        <w:tab/>
        <w:t>1.013e0</w:t>
      </w:r>
    </w:p>
    <w:p w:rsidR="00E00D30" w:rsidRDefault="00E00D30" w:rsidP="00E00D30">
      <w:r>
        <w:t>144.7176</w:t>
      </w:r>
      <w:r>
        <w:tab/>
        <w:t>3.038e0</w:t>
      </w:r>
    </w:p>
    <w:p w:rsidR="00E00D30" w:rsidRDefault="00E00D30" w:rsidP="00E00D30">
      <w:r>
        <w:t>144.7227</w:t>
      </w:r>
      <w:r>
        <w:tab/>
        <w:t>1.013e0</w:t>
      </w:r>
    </w:p>
    <w:p w:rsidR="00E00D30" w:rsidRDefault="00E00D30" w:rsidP="00E00D30">
      <w:r>
        <w:t>144.7278</w:t>
      </w:r>
      <w:r>
        <w:tab/>
        <w:t>2.025e0</w:t>
      </w:r>
    </w:p>
    <w:p w:rsidR="00E00D30" w:rsidRDefault="00E00D30" w:rsidP="00E00D30">
      <w:r>
        <w:t>144.7323</w:t>
      </w:r>
      <w:r>
        <w:tab/>
        <w:t>1.013e0</w:t>
      </w:r>
    </w:p>
    <w:p w:rsidR="00E00D30" w:rsidRDefault="00E00D30" w:rsidP="00E00D30">
      <w:r>
        <w:t>144.7383</w:t>
      </w:r>
      <w:r>
        <w:tab/>
        <w:t>1.013e0</w:t>
      </w:r>
    </w:p>
    <w:p w:rsidR="00E00D30" w:rsidRDefault="00E00D30" w:rsidP="00E00D30">
      <w:r>
        <w:t>144.7447</w:t>
      </w:r>
      <w:r>
        <w:tab/>
        <w:t>2.025e0</w:t>
      </w:r>
    </w:p>
    <w:p w:rsidR="00E00D30" w:rsidRDefault="00E00D30" w:rsidP="00E00D30">
      <w:r>
        <w:t>144.7547</w:t>
      </w:r>
      <w:r>
        <w:tab/>
        <w:t>1.013e0</w:t>
      </w:r>
    </w:p>
    <w:p w:rsidR="00E00D30" w:rsidRDefault="00E00D30" w:rsidP="00E00D30">
      <w:r>
        <w:t>144.7750</w:t>
      </w:r>
      <w:r>
        <w:tab/>
        <w:t>2.025e0</w:t>
      </w:r>
    </w:p>
    <w:p w:rsidR="00E00D30" w:rsidRDefault="00E00D30" w:rsidP="00E00D30">
      <w:r>
        <w:t>144.7798</w:t>
      </w:r>
      <w:r>
        <w:tab/>
        <w:t>1.013e0</w:t>
      </w:r>
    </w:p>
    <w:p w:rsidR="00E00D30" w:rsidRDefault="00E00D30" w:rsidP="00E00D30">
      <w:r>
        <w:t>144.7865</w:t>
      </w:r>
      <w:r>
        <w:tab/>
        <w:t>1.013e0</w:t>
      </w:r>
    </w:p>
    <w:p w:rsidR="00E00D30" w:rsidRDefault="00E00D30" w:rsidP="00E00D30">
      <w:r>
        <w:t>144.7932</w:t>
      </w:r>
      <w:r>
        <w:tab/>
        <w:t>2.025e0</w:t>
      </w:r>
    </w:p>
    <w:p w:rsidR="00E00D30" w:rsidRDefault="00E00D30" w:rsidP="00E00D30">
      <w:r>
        <w:lastRenderedPageBreak/>
        <w:t>144.7963</w:t>
      </w:r>
      <w:r>
        <w:tab/>
        <w:t>1.013e0</w:t>
      </w:r>
    </w:p>
    <w:p w:rsidR="00E00D30" w:rsidRDefault="00E00D30" w:rsidP="00E00D30">
      <w:r>
        <w:t>144.8058</w:t>
      </w:r>
      <w:r>
        <w:tab/>
        <w:t>1.013e0</w:t>
      </w:r>
    </w:p>
    <w:p w:rsidR="00E00D30" w:rsidRDefault="00E00D30" w:rsidP="00E00D30">
      <w:r>
        <w:t>144.8183</w:t>
      </w:r>
      <w:r>
        <w:tab/>
        <w:t>1.013e0</w:t>
      </w:r>
    </w:p>
    <w:p w:rsidR="00E00D30" w:rsidRDefault="00E00D30" w:rsidP="00E00D30">
      <w:r>
        <w:t>144.8249</w:t>
      </w:r>
      <w:r>
        <w:tab/>
        <w:t>1.013e0</w:t>
      </w:r>
    </w:p>
    <w:p w:rsidR="00E00D30" w:rsidRDefault="00E00D30" w:rsidP="00E00D30">
      <w:r>
        <w:t>144.8382</w:t>
      </w:r>
      <w:r>
        <w:tab/>
        <w:t>1.013e0</w:t>
      </w:r>
    </w:p>
    <w:p w:rsidR="00E00D30" w:rsidRDefault="00E00D30" w:rsidP="00E00D30">
      <w:r>
        <w:t>144.8411</w:t>
      </w:r>
      <w:r>
        <w:tab/>
        <w:t>2.025e0</w:t>
      </w:r>
    </w:p>
    <w:p w:rsidR="00E00D30" w:rsidRDefault="00E00D30" w:rsidP="00E00D30">
      <w:r>
        <w:t>144.8633</w:t>
      </w:r>
      <w:r>
        <w:tab/>
        <w:t>2.025e0</w:t>
      </w:r>
    </w:p>
    <w:p w:rsidR="00E00D30" w:rsidRDefault="00E00D30" w:rsidP="00E00D30">
      <w:r>
        <w:t>144.8650</w:t>
      </w:r>
      <w:r>
        <w:tab/>
        <w:t>2.025e0</w:t>
      </w:r>
    </w:p>
    <w:p w:rsidR="00E00D30" w:rsidRDefault="00E00D30" w:rsidP="00E00D30">
      <w:r>
        <w:t>144.8666</w:t>
      </w:r>
      <w:r>
        <w:tab/>
        <w:t>1.013e0</w:t>
      </w:r>
    </w:p>
    <w:p w:rsidR="00E00D30" w:rsidRDefault="00E00D30" w:rsidP="00E00D30">
      <w:r>
        <w:t>144.8766</w:t>
      </w:r>
      <w:r>
        <w:tab/>
        <w:t>1.013e0</w:t>
      </w:r>
    </w:p>
    <w:p w:rsidR="00E00D30" w:rsidRDefault="00E00D30" w:rsidP="00E00D30">
      <w:r>
        <w:t>144.8793</w:t>
      </w:r>
      <w:r>
        <w:tab/>
        <w:t>1.013e0</w:t>
      </w:r>
    </w:p>
    <w:p w:rsidR="00E00D30" w:rsidRDefault="00E00D30" w:rsidP="00E00D30">
      <w:r>
        <w:t>144.8822</w:t>
      </w:r>
      <w:r>
        <w:tab/>
        <w:t>1.013e0</w:t>
      </w:r>
    </w:p>
    <w:p w:rsidR="00E00D30" w:rsidRDefault="00E00D30" w:rsidP="00E00D30">
      <w:r>
        <w:t>144.8984</w:t>
      </w:r>
      <w:r>
        <w:tab/>
        <w:t>1.013e0</w:t>
      </w:r>
    </w:p>
    <w:p w:rsidR="00E00D30" w:rsidRDefault="00E00D30" w:rsidP="00E00D30">
      <w:r>
        <w:t>144.9117</w:t>
      </w:r>
      <w:r>
        <w:tab/>
        <w:t>1.013e0</w:t>
      </w:r>
    </w:p>
    <w:p w:rsidR="00E00D30" w:rsidRDefault="00E00D30" w:rsidP="00E00D30">
      <w:r>
        <w:t>144.9148</w:t>
      </w:r>
      <w:r>
        <w:tab/>
        <w:t>1.013e0</w:t>
      </w:r>
    </w:p>
    <w:p w:rsidR="00E00D30" w:rsidRDefault="00E00D30" w:rsidP="00E00D30">
      <w:r>
        <w:t>144.9371</w:t>
      </w:r>
      <w:r>
        <w:tab/>
        <w:t>1.013e0</w:t>
      </w:r>
    </w:p>
    <w:p w:rsidR="00E00D30" w:rsidRDefault="00E00D30" w:rsidP="00E00D30">
      <w:r>
        <w:t>144.9401</w:t>
      </w:r>
      <w:r>
        <w:tab/>
        <w:t>2.025e0</w:t>
      </w:r>
    </w:p>
    <w:p w:rsidR="00E00D30" w:rsidRDefault="00E00D30" w:rsidP="00E00D30">
      <w:r>
        <w:t>144.9434</w:t>
      </w:r>
      <w:r>
        <w:tab/>
        <w:t>1.013e0</w:t>
      </w:r>
    </w:p>
    <w:p w:rsidR="00E00D30" w:rsidRDefault="00E00D30" w:rsidP="00E00D30">
      <w:r>
        <w:t>144.9605</w:t>
      </w:r>
      <w:r>
        <w:tab/>
        <w:t>2.025e0</w:t>
      </w:r>
    </w:p>
    <w:p w:rsidR="00E00D30" w:rsidRDefault="00E00D30" w:rsidP="00E00D30">
      <w:r>
        <w:lastRenderedPageBreak/>
        <w:t>144.9688</w:t>
      </w:r>
      <w:r>
        <w:tab/>
        <w:t>2.025e0</w:t>
      </w:r>
    </w:p>
    <w:p w:rsidR="00E00D30" w:rsidRDefault="00E00D30" w:rsidP="00E00D30">
      <w:r>
        <w:t>144.9828</w:t>
      </w:r>
      <w:r>
        <w:tab/>
        <w:t>2.228e1</w:t>
      </w:r>
    </w:p>
    <w:p w:rsidR="00E00D30" w:rsidRDefault="00E00D30" w:rsidP="00E00D30">
      <w:r>
        <w:t>144.9854</w:t>
      </w:r>
      <w:r>
        <w:tab/>
        <w:t>5.063e0</w:t>
      </w:r>
    </w:p>
    <w:p w:rsidR="00E00D30" w:rsidRDefault="00E00D30" w:rsidP="00E00D30">
      <w:r>
        <w:t>144.9866</w:t>
      </w:r>
      <w:r>
        <w:tab/>
        <w:t>4.051e0</w:t>
      </w:r>
    </w:p>
    <w:p w:rsidR="00E00D30" w:rsidRDefault="00E00D30" w:rsidP="00E00D30">
      <w:r>
        <w:t>145.0121</w:t>
      </w:r>
      <w:r>
        <w:tab/>
        <w:t>2.127e0</w:t>
      </w:r>
    </w:p>
    <w:p w:rsidR="00E00D30" w:rsidRDefault="00E00D30" w:rsidP="00E00D30">
      <w:r>
        <w:t>145.0137</w:t>
      </w:r>
      <w:r>
        <w:tab/>
        <w:t>1.013e0</w:t>
      </w:r>
    </w:p>
    <w:p w:rsidR="00E00D30" w:rsidRDefault="00E00D30" w:rsidP="00E00D30">
      <w:r>
        <w:t>145.0170</w:t>
      </w:r>
      <w:r>
        <w:tab/>
        <w:t>1.013e0</w:t>
      </w:r>
    </w:p>
    <w:p w:rsidR="00E00D30" w:rsidRDefault="00E00D30" w:rsidP="00E00D30">
      <w:r>
        <w:t>145.0235</w:t>
      </w:r>
      <w:r>
        <w:tab/>
        <w:t>1.013e0</w:t>
      </w:r>
    </w:p>
    <w:p w:rsidR="00E00D30" w:rsidRDefault="00E00D30" w:rsidP="00E00D30">
      <w:r>
        <w:t>145.0295</w:t>
      </w:r>
      <w:r>
        <w:tab/>
        <w:t>1.013e0</w:t>
      </w:r>
    </w:p>
    <w:p w:rsidR="00E00D30" w:rsidRDefault="00E00D30" w:rsidP="00E00D30">
      <w:r>
        <w:t>145.0325</w:t>
      </w:r>
      <w:r>
        <w:tab/>
        <w:t>2.025e0</w:t>
      </w:r>
    </w:p>
    <w:p w:rsidR="00E00D30" w:rsidRDefault="00E00D30" w:rsidP="00E00D30">
      <w:r>
        <w:t>145.0426</w:t>
      </w:r>
      <w:r>
        <w:tab/>
        <w:t>1.013e0</w:t>
      </w:r>
    </w:p>
    <w:p w:rsidR="00E00D30" w:rsidRDefault="00E00D30" w:rsidP="00E00D30">
      <w:r>
        <w:t>145.0489</w:t>
      </w:r>
      <w:r>
        <w:tab/>
        <w:t>3.038e0</w:t>
      </w:r>
    </w:p>
    <w:p w:rsidR="00E00D30" w:rsidRDefault="00E00D30" w:rsidP="00E00D30">
      <w:r>
        <w:t>145.0517</w:t>
      </w:r>
      <w:r>
        <w:tab/>
        <w:t>4.051e0</w:t>
      </w:r>
    </w:p>
    <w:p w:rsidR="00E00D30" w:rsidRDefault="00E00D30" w:rsidP="00E00D30">
      <w:r>
        <w:t>145.0541</w:t>
      </w:r>
      <w:r>
        <w:tab/>
        <w:t>7.089e0</w:t>
      </w:r>
    </w:p>
    <w:p w:rsidR="00E00D30" w:rsidRDefault="00E00D30" w:rsidP="00E00D30">
      <w:r>
        <w:t>145.0556</w:t>
      </w:r>
      <w:r>
        <w:tab/>
        <w:t>2.025e0</w:t>
      </w:r>
    </w:p>
    <w:p w:rsidR="00E00D30" w:rsidRDefault="00E00D30" w:rsidP="00E00D30">
      <w:r>
        <w:t>145.0588</w:t>
      </w:r>
      <w:r>
        <w:tab/>
        <w:t>2.025e0</w:t>
      </w:r>
    </w:p>
    <w:p w:rsidR="00E00D30" w:rsidRDefault="00E00D30" w:rsidP="00E00D30">
      <w:r>
        <w:t>145.0598</w:t>
      </w:r>
      <w:r>
        <w:tab/>
        <w:t>3.038e0</w:t>
      </w:r>
    </w:p>
    <w:p w:rsidR="00E00D30" w:rsidRDefault="00E00D30" w:rsidP="00E00D30">
      <w:r>
        <w:t>145.0611</w:t>
      </w:r>
      <w:r>
        <w:tab/>
        <w:t>4.051e0</w:t>
      </w:r>
    </w:p>
    <w:p w:rsidR="00E00D30" w:rsidRDefault="00E00D30" w:rsidP="00E00D30">
      <w:r>
        <w:t>145.0623</w:t>
      </w:r>
      <w:r>
        <w:tab/>
        <w:t>4.051e0</w:t>
      </w:r>
    </w:p>
    <w:p w:rsidR="00E00D30" w:rsidRDefault="00E00D30" w:rsidP="00E00D30">
      <w:r>
        <w:lastRenderedPageBreak/>
        <w:t>145.0659</w:t>
      </w:r>
      <w:r>
        <w:tab/>
        <w:t>2.025e0</w:t>
      </w:r>
    </w:p>
    <w:p w:rsidR="00E00D30" w:rsidRDefault="00E00D30" w:rsidP="00E00D30">
      <w:r>
        <w:t>145.0743</w:t>
      </w:r>
      <w:r>
        <w:tab/>
        <w:t>1.013e0</w:t>
      </w:r>
    </w:p>
    <w:p w:rsidR="00E00D30" w:rsidRDefault="00E00D30" w:rsidP="00E00D30">
      <w:r>
        <w:t>145.0808</w:t>
      </w:r>
      <w:r>
        <w:tab/>
        <w:t>1.013e0</w:t>
      </w:r>
    </w:p>
    <w:p w:rsidR="00E00D30" w:rsidRDefault="00E00D30" w:rsidP="00E00D30">
      <w:r>
        <w:t>145.0935</w:t>
      </w:r>
      <w:r>
        <w:tab/>
        <w:t>7.089e0</w:t>
      </w:r>
    </w:p>
    <w:p w:rsidR="00E00D30" w:rsidRDefault="00E00D30" w:rsidP="00E00D30">
      <w:r>
        <w:t>145.0957</w:t>
      </w:r>
      <w:r>
        <w:tab/>
        <w:t>2.025e0</w:t>
      </w:r>
    </w:p>
    <w:p w:rsidR="00E00D30" w:rsidRDefault="00E00D30" w:rsidP="00E00D30">
      <w:r>
        <w:t>145.0986</w:t>
      </w:r>
      <w:r>
        <w:tab/>
        <w:t>2.025e0</w:t>
      </w:r>
    </w:p>
    <w:p w:rsidR="00E00D30" w:rsidRDefault="00E00D30" w:rsidP="00E00D30">
      <w:r>
        <w:t>145.1002</w:t>
      </w:r>
      <w:r>
        <w:tab/>
        <w:t>1.013e0</w:t>
      </w:r>
    </w:p>
    <w:p w:rsidR="00E00D30" w:rsidRDefault="00E00D30" w:rsidP="00E00D30">
      <w:r>
        <w:t>145.1028</w:t>
      </w:r>
      <w:r>
        <w:tab/>
        <w:t>1.013e0</w:t>
      </w:r>
    </w:p>
    <w:p w:rsidR="00E00D30" w:rsidRDefault="00E00D30" w:rsidP="00E00D30">
      <w:r>
        <w:t>145.1061</w:t>
      </w:r>
      <w:r>
        <w:tab/>
        <w:t>1.013e0</w:t>
      </w:r>
    </w:p>
    <w:p w:rsidR="00E00D30" w:rsidRDefault="00E00D30" w:rsidP="00E00D30">
      <w:r>
        <w:t>145.1097</w:t>
      </w:r>
      <w:r>
        <w:tab/>
        <w:t>1.013e0</w:t>
      </w:r>
    </w:p>
    <w:p w:rsidR="00E00D30" w:rsidRDefault="00E00D30" w:rsidP="00E00D30">
      <w:r>
        <w:t>145.1193</w:t>
      </w:r>
      <w:r>
        <w:tab/>
        <w:t>1.013e0</w:t>
      </w:r>
    </w:p>
    <w:p w:rsidR="00E00D30" w:rsidRDefault="00E00D30" w:rsidP="00E00D30">
      <w:r>
        <w:t>145.1225</w:t>
      </w:r>
      <w:r>
        <w:tab/>
        <w:t>1.013e0</w:t>
      </w:r>
    </w:p>
    <w:p w:rsidR="00E00D30" w:rsidRDefault="00E00D30" w:rsidP="00E00D30">
      <w:r>
        <w:t>145.1324</w:t>
      </w:r>
      <w:r>
        <w:tab/>
        <w:t>1.013e0</w:t>
      </w:r>
    </w:p>
    <w:p w:rsidR="00E00D30" w:rsidRDefault="00E00D30" w:rsidP="00E00D30">
      <w:r>
        <w:t>145.1384</w:t>
      </w:r>
      <w:r>
        <w:tab/>
        <w:t>2.025e0</w:t>
      </w:r>
    </w:p>
    <w:p w:rsidR="00E00D30" w:rsidRDefault="00E00D30" w:rsidP="00E00D30">
      <w:r>
        <w:t>145.1449</w:t>
      </w:r>
      <w:r>
        <w:tab/>
        <w:t>1.013e0</w:t>
      </w:r>
    </w:p>
    <w:p w:rsidR="00E00D30" w:rsidRDefault="00E00D30" w:rsidP="00E00D30">
      <w:r>
        <w:t>145.1643</w:t>
      </w:r>
      <w:r>
        <w:tab/>
        <w:t>1.013e0</w:t>
      </w:r>
    </w:p>
    <w:p w:rsidR="00E00D30" w:rsidRDefault="00E00D30" w:rsidP="00E00D30">
      <w:r>
        <w:t>145.1677</w:t>
      </w:r>
      <w:r>
        <w:tab/>
        <w:t>1.013e0</w:t>
      </w:r>
    </w:p>
    <w:p w:rsidR="00E00D30" w:rsidRDefault="00E00D30" w:rsidP="00E00D30">
      <w:r>
        <w:t>145.1736</w:t>
      </w:r>
      <w:r>
        <w:tab/>
        <w:t>2.025e0</w:t>
      </w:r>
    </w:p>
    <w:p w:rsidR="00E00D30" w:rsidRDefault="00E00D30" w:rsidP="00E00D30">
      <w:r>
        <w:t>145.1800</w:t>
      </w:r>
      <w:r>
        <w:tab/>
        <w:t>2.025e0</w:t>
      </w:r>
    </w:p>
    <w:p w:rsidR="00E00D30" w:rsidRDefault="00E00D30" w:rsidP="00E00D30">
      <w:r>
        <w:lastRenderedPageBreak/>
        <w:t>145.1832</w:t>
      </w:r>
      <w:r>
        <w:tab/>
        <w:t>1.013e0</w:t>
      </w:r>
    </w:p>
    <w:p w:rsidR="00E00D30" w:rsidRDefault="00E00D30" w:rsidP="00E00D30">
      <w:r>
        <w:t>145.1962</w:t>
      </w:r>
      <w:r>
        <w:tab/>
        <w:t>1.013e0</w:t>
      </w:r>
    </w:p>
    <w:p w:rsidR="00E00D30" w:rsidRDefault="00E00D30" w:rsidP="00E00D30">
      <w:r>
        <w:t>145.1995</w:t>
      </w:r>
      <w:r>
        <w:tab/>
        <w:t>2.025e0</w:t>
      </w:r>
    </w:p>
    <w:p w:rsidR="00E00D30" w:rsidRDefault="00E00D30" w:rsidP="00E00D30">
      <w:r>
        <w:t>145.2119</w:t>
      </w:r>
      <w:r>
        <w:tab/>
        <w:t>1.013e0</w:t>
      </w:r>
    </w:p>
    <w:p w:rsidR="00E00D30" w:rsidRDefault="00E00D30" w:rsidP="00E00D30">
      <w:r>
        <w:t>145.2150</w:t>
      </w:r>
      <w:r>
        <w:tab/>
        <w:t>1.013e0</w:t>
      </w:r>
    </w:p>
    <w:p w:rsidR="00E00D30" w:rsidRDefault="00E00D30" w:rsidP="00E00D30">
      <w:r>
        <w:t>145.2184</w:t>
      </w:r>
      <w:r>
        <w:tab/>
        <w:t>1.013e0</w:t>
      </w:r>
    </w:p>
    <w:p w:rsidR="00E00D30" w:rsidRDefault="00E00D30" w:rsidP="00E00D30">
      <w:r>
        <w:t>145.2218</w:t>
      </w:r>
      <w:r>
        <w:tab/>
        <w:t>1.013e0</w:t>
      </w:r>
    </w:p>
    <w:p w:rsidR="00E00D30" w:rsidRDefault="00E00D30" w:rsidP="00E00D30">
      <w:r>
        <w:t>145.2347</w:t>
      </w:r>
      <w:r>
        <w:tab/>
        <w:t>1.013e0</w:t>
      </w:r>
    </w:p>
    <w:p w:rsidR="00E00D30" w:rsidRDefault="00E00D30" w:rsidP="00E00D30">
      <w:r>
        <w:t>145.2472</w:t>
      </w:r>
      <w:r>
        <w:tab/>
        <w:t>1.013e0</w:t>
      </w:r>
    </w:p>
    <w:p w:rsidR="00E00D30" w:rsidRDefault="00E00D30" w:rsidP="00E00D30">
      <w:r>
        <w:t>145.2569</w:t>
      </w:r>
      <w:r>
        <w:tab/>
        <w:t>2.025e0</w:t>
      </w:r>
    </w:p>
    <w:p w:rsidR="00E00D30" w:rsidRDefault="00E00D30" w:rsidP="00E00D30">
      <w:r>
        <w:t>145.2765</w:t>
      </w:r>
      <w:r>
        <w:tab/>
        <w:t>1.013e0</w:t>
      </w:r>
    </w:p>
    <w:p w:rsidR="00E00D30" w:rsidRDefault="00E00D30" w:rsidP="00E00D30">
      <w:r>
        <w:t>145.2855</w:t>
      </w:r>
      <w:r>
        <w:tab/>
        <w:t>1.013e0</w:t>
      </w:r>
    </w:p>
    <w:p w:rsidR="00E00D30" w:rsidRDefault="00E00D30" w:rsidP="00E00D30">
      <w:r>
        <w:t>145.2922</w:t>
      </w:r>
      <w:r>
        <w:tab/>
        <w:t>1.013e0</w:t>
      </w:r>
    </w:p>
    <w:p w:rsidR="00E00D30" w:rsidRDefault="00E00D30" w:rsidP="00E00D30">
      <w:r>
        <w:t>145.2953</w:t>
      </w:r>
      <w:r>
        <w:tab/>
        <w:t>1.013e0</w:t>
      </w:r>
    </w:p>
    <w:p w:rsidR="00E00D30" w:rsidRDefault="00E00D30" w:rsidP="00E00D30">
      <w:r>
        <w:t>145.3019</w:t>
      </w:r>
      <w:r>
        <w:tab/>
        <w:t>1.013e0</w:t>
      </w:r>
    </w:p>
    <w:p w:rsidR="00E00D30" w:rsidRDefault="00E00D30" w:rsidP="00E00D30">
      <w:r>
        <w:t>145.3117</w:t>
      </w:r>
      <w:r>
        <w:tab/>
        <w:t>1.013e0</w:t>
      </w:r>
    </w:p>
    <w:p w:rsidR="00E00D30" w:rsidRDefault="00E00D30" w:rsidP="00E00D30">
      <w:r>
        <w:t>145.3274</w:t>
      </w:r>
      <w:r>
        <w:tab/>
        <w:t>1.013e0</w:t>
      </w:r>
    </w:p>
    <w:p w:rsidR="00E00D30" w:rsidRDefault="00E00D30" w:rsidP="00E00D30">
      <w:r>
        <w:t>145.3373</w:t>
      </w:r>
      <w:r>
        <w:tab/>
        <w:t>1.013e0</w:t>
      </w:r>
    </w:p>
    <w:p w:rsidR="00E00D30" w:rsidRDefault="00E00D30" w:rsidP="00E00D30">
      <w:r>
        <w:t>145.3469</w:t>
      </w:r>
      <w:r>
        <w:tab/>
        <w:t>1.013e0</w:t>
      </w:r>
    </w:p>
    <w:p w:rsidR="00E00D30" w:rsidRDefault="00E00D30" w:rsidP="00E00D30">
      <w:r>
        <w:lastRenderedPageBreak/>
        <w:t>145.3533</w:t>
      </w:r>
      <w:r>
        <w:tab/>
        <w:t>1.013e0</w:t>
      </w:r>
    </w:p>
    <w:p w:rsidR="00E00D30" w:rsidRDefault="00E00D30" w:rsidP="00E00D30">
      <w:r>
        <w:t>145.3548</w:t>
      </w:r>
      <w:r>
        <w:tab/>
        <w:t>2.025e0</w:t>
      </w:r>
    </w:p>
    <w:p w:rsidR="00E00D30" w:rsidRDefault="00E00D30" w:rsidP="00E00D30">
      <w:r>
        <w:t>145.3789</w:t>
      </w:r>
      <w:r>
        <w:tab/>
        <w:t>2.025e0</w:t>
      </w:r>
    </w:p>
    <w:p w:rsidR="00E00D30" w:rsidRDefault="00E00D30" w:rsidP="00E00D30">
      <w:r>
        <w:t>145.4140</w:t>
      </w:r>
      <w:r>
        <w:tab/>
        <w:t>1.013e0</w:t>
      </w:r>
    </w:p>
    <w:p w:rsidR="00E00D30" w:rsidRDefault="00E00D30" w:rsidP="00E00D30">
      <w:r>
        <w:t>145.4156</w:t>
      </w:r>
      <w:r>
        <w:tab/>
        <w:t>2.025e0</w:t>
      </w:r>
    </w:p>
    <w:p w:rsidR="00E00D30" w:rsidRDefault="00E00D30" w:rsidP="00E00D30">
      <w:r>
        <w:t>145.4240</w:t>
      </w:r>
      <w:r>
        <w:tab/>
        <w:t>1.013e0</w:t>
      </w:r>
    </w:p>
    <w:p w:rsidR="00E00D30" w:rsidRDefault="00E00D30" w:rsidP="00E00D30">
      <w:r>
        <w:t>145.4270</w:t>
      </w:r>
      <w:r>
        <w:tab/>
        <w:t>1.013e0</w:t>
      </w:r>
    </w:p>
    <w:p w:rsidR="00E00D30" w:rsidRDefault="00E00D30" w:rsidP="00E00D30">
      <w:r>
        <w:t>145.4363</w:t>
      </w:r>
      <w:r>
        <w:tab/>
        <w:t>1.013e0</w:t>
      </w:r>
    </w:p>
    <w:p w:rsidR="00E00D30" w:rsidRDefault="00E00D30" w:rsidP="00E00D30">
      <w:r>
        <w:t>145.4394</w:t>
      </w:r>
      <w:r>
        <w:tab/>
        <w:t>1.013e0</w:t>
      </w:r>
    </w:p>
    <w:p w:rsidR="00E00D30" w:rsidRDefault="00E00D30" w:rsidP="00E00D30">
      <w:r>
        <w:t>145.4494</w:t>
      </w:r>
      <w:r>
        <w:tab/>
        <w:t>2.025e0</w:t>
      </w:r>
    </w:p>
    <w:p w:rsidR="00E00D30" w:rsidRDefault="00E00D30" w:rsidP="00E00D30">
      <w:r>
        <w:t>145.4527</w:t>
      </w:r>
      <w:r>
        <w:tab/>
        <w:t>1.013e0</w:t>
      </w:r>
    </w:p>
    <w:p w:rsidR="00E00D30" w:rsidRDefault="00E00D30" w:rsidP="00E00D30">
      <w:r>
        <w:t>145.4748</w:t>
      </w:r>
      <w:r>
        <w:tab/>
        <w:t>1.013e0</w:t>
      </w:r>
    </w:p>
    <w:p w:rsidR="00E00D30" w:rsidRDefault="00E00D30" w:rsidP="00E00D30">
      <w:r>
        <w:t>145.4762</w:t>
      </w:r>
      <w:r>
        <w:tab/>
        <w:t>2.025e0</w:t>
      </w:r>
    </w:p>
    <w:p w:rsidR="00E00D30" w:rsidRDefault="00E00D30" w:rsidP="00E00D30">
      <w:r>
        <w:t>145.4845</w:t>
      </w:r>
      <w:r>
        <w:tab/>
        <w:t>2.025e0</w:t>
      </w:r>
    </w:p>
    <w:p w:rsidR="00E00D30" w:rsidRDefault="00E00D30" w:rsidP="00E00D30">
      <w:r>
        <w:t>145.4877</w:t>
      </w:r>
      <w:r>
        <w:tab/>
        <w:t>2.025e0</w:t>
      </w:r>
    </w:p>
    <w:p w:rsidR="00E00D30" w:rsidRDefault="00E00D30" w:rsidP="00E00D30">
      <w:r>
        <w:t>145.4912</w:t>
      </w:r>
      <w:r>
        <w:tab/>
        <w:t>1.013e0</w:t>
      </w:r>
    </w:p>
    <w:p w:rsidR="00E00D30" w:rsidRDefault="00E00D30" w:rsidP="00E00D30">
      <w:r>
        <w:t>145.4943</w:t>
      </w:r>
      <w:r>
        <w:tab/>
        <w:t>1.013e0</w:t>
      </w:r>
    </w:p>
    <w:p w:rsidR="00E00D30" w:rsidRDefault="00E00D30" w:rsidP="00E00D30">
      <w:r>
        <w:t>145.5007</w:t>
      </w:r>
      <w:r>
        <w:tab/>
        <w:t>1.013e0</w:t>
      </w:r>
    </w:p>
    <w:p w:rsidR="00E00D30" w:rsidRDefault="00E00D30" w:rsidP="00E00D30">
      <w:r>
        <w:t>145.5069</w:t>
      </w:r>
      <w:r>
        <w:tab/>
        <w:t>1.013e0</w:t>
      </w:r>
    </w:p>
    <w:p w:rsidR="00E00D30" w:rsidRDefault="00E00D30" w:rsidP="00E00D30">
      <w:r>
        <w:lastRenderedPageBreak/>
        <w:t>145.5164</w:t>
      </w:r>
      <w:r>
        <w:tab/>
        <w:t>1.013e0</w:t>
      </w:r>
    </w:p>
    <w:p w:rsidR="00E00D30" w:rsidRDefault="00E00D30" w:rsidP="00E00D30">
      <w:r>
        <w:t>145.5230</w:t>
      </w:r>
      <w:r>
        <w:tab/>
        <w:t>1.013e0</w:t>
      </w:r>
    </w:p>
    <w:p w:rsidR="00E00D30" w:rsidRDefault="00E00D30" w:rsidP="00E00D30">
      <w:r>
        <w:t>145.5420</w:t>
      </w:r>
      <w:r>
        <w:tab/>
        <w:t>1.013e0</w:t>
      </w:r>
    </w:p>
    <w:p w:rsidR="00E00D30" w:rsidRDefault="00E00D30" w:rsidP="00E00D30">
      <w:r>
        <w:t>145.5433</w:t>
      </w:r>
      <w:r>
        <w:tab/>
        <w:t>3.038e0</w:t>
      </w:r>
    </w:p>
    <w:p w:rsidR="00E00D30" w:rsidRDefault="00E00D30" w:rsidP="00E00D30">
      <w:r>
        <w:t>145.5449</w:t>
      </w:r>
      <w:r>
        <w:tab/>
        <w:t>2.025e0</w:t>
      </w:r>
    </w:p>
    <w:p w:rsidR="00E00D30" w:rsidRDefault="00E00D30" w:rsidP="00E00D30">
      <w:r>
        <w:t>145.5464</w:t>
      </w:r>
      <w:r>
        <w:tab/>
        <w:t>3.038e0</w:t>
      </w:r>
    </w:p>
    <w:p w:rsidR="00E00D30" w:rsidRDefault="00E00D30" w:rsidP="00E00D30">
      <w:r>
        <w:t>145.5483</w:t>
      </w:r>
      <w:r>
        <w:tab/>
        <w:t>3.038e0</w:t>
      </w:r>
    </w:p>
    <w:p w:rsidR="00E00D30" w:rsidRDefault="00E00D30" w:rsidP="00E00D30">
      <w:r>
        <w:t>145.5501</w:t>
      </w:r>
      <w:r>
        <w:tab/>
        <w:t>2.025e0</w:t>
      </w:r>
    </w:p>
    <w:p w:rsidR="00E00D30" w:rsidRDefault="00E00D30" w:rsidP="00E00D30">
      <w:r>
        <w:t>145.5614</w:t>
      </w:r>
      <w:r>
        <w:tab/>
        <w:t>2.025e0</w:t>
      </w:r>
    </w:p>
    <w:p w:rsidR="00E00D30" w:rsidRDefault="00E00D30" w:rsidP="00E00D30">
      <w:r>
        <w:t>145.5648</w:t>
      </w:r>
      <w:r>
        <w:tab/>
        <w:t>3.038e0</w:t>
      </w:r>
    </w:p>
    <w:p w:rsidR="00E00D30" w:rsidRDefault="00E00D30" w:rsidP="00E00D30">
      <w:r>
        <w:t>145.5666</w:t>
      </w:r>
      <w:r>
        <w:tab/>
        <w:t>2.025e0</w:t>
      </w:r>
    </w:p>
    <w:p w:rsidR="00E00D30" w:rsidRDefault="00E00D30" w:rsidP="00E00D30">
      <w:r>
        <w:t>145.5805</w:t>
      </w:r>
      <w:r>
        <w:tab/>
        <w:t>1.013e0</w:t>
      </w:r>
    </w:p>
    <w:p w:rsidR="00E00D30" w:rsidRDefault="00E00D30" w:rsidP="00E00D30">
      <w:r>
        <w:t>145.5984</w:t>
      </w:r>
      <w:r>
        <w:tab/>
        <w:t>2.025e0</w:t>
      </w:r>
    </w:p>
    <w:p w:rsidR="00E00D30" w:rsidRDefault="00E00D30" w:rsidP="00E00D30">
      <w:r>
        <w:t>145.6068</w:t>
      </w:r>
      <w:r>
        <w:tab/>
        <w:t>1.013e0</w:t>
      </w:r>
    </w:p>
    <w:p w:rsidR="00E00D30" w:rsidRDefault="00E00D30" w:rsidP="00E00D30">
      <w:r>
        <w:t>145.6099</w:t>
      </w:r>
      <w:r>
        <w:tab/>
        <w:t>1.013e0</w:t>
      </w:r>
    </w:p>
    <w:p w:rsidR="00E00D30" w:rsidRDefault="00E00D30" w:rsidP="00E00D30">
      <w:r>
        <w:t>145.6129</w:t>
      </w:r>
      <w:r>
        <w:tab/>
        <w:t>1.013e0</w:t>
      </w:r>
    </w:p>
    <w:p w:rsidR="00E00D30" w:rsidRDefault="00E00D30" w:rsidP="00E00D30">
      <w:r>
        <w:t>145.6158</w:t>
      </w:r>
      <w:r>
        <w:tab/>
        <w:t>3.038e0</w:t>
      </w:r>
    </w:p>
    <w:p w:rsidR="00E00D30" w:rsidRDefault="00E00D30" w:rsidP="00E00D30">
      <w:r>
        <w:t>145.6287</w:t>
      </w:r>
      <w:r>
        <w:tab/>
        <w:t>1.013e0</w:t>
      </w:r>
    </w:p>
    <w:p w:rsidR="00E00D30" w:rsidRDefault="00E00D30" w:rsidP="00E00D30">
      <w:r>
        <w:t>145.6418</w:t>
      </w:r>
      <w:r>
        <w:tab/>
        <w:t>1.013e0</w:t>
      </w:r>
    </w:p>
    <w:p w:rsidR="00E00D30" w:rsidRDefault="00E00D30" w:rsidP="00E00D30">
      <w:r>
        <w:lastRenderedPageBreak/>
        <w:t>145.6575</w:t>
      </w:r>
      <w:r>
        <w:tab/>
        <w:t>1.013e0</w:t>
      </w:r>
    </w:p>
    <w:p w:rsidR="00E00D30" w:rsidRDefault="00E00D30" w:rsidP="00E00D30">
      <w:r>
        <w:t>145.6605</w:t>
      </w:r>
      <w:r>
        <w:tab/>
        <w:t>1.013e0</w:t>
      </w:r>
    </w:p>
    <w:p w:rsidR="00E00D30" w:rsidRDefault="00E00D30" w:rsidP="00E00D30">
      <w:r>
        <w:t>145.6868</w:t>
      </w:r>
      <w:r>
        <w:tab/>
        <w:t>3.038e0</w:t>
      </w:r>
    </w:p>
    <w:p w:rsidR="00E00D30" w:rsidRDefault="00E00D30" w:rsidP="00E00D30">
      <w:r>
        <w:t>145.7222</w:t>
      </w:r>
      <w:r>
        <w:tab/>
        <w:t>1.013e0</w:t>
      </w:r>
    </w:p>
    <w:p w:rsidR="00E00D30" w:rsidRDefault="00E00D30" w:rsidP="00E00D30">
      <w:r>
        <w:t>145.7410</w:t>
      </w:r>
      <w:r>
        <w:tab/>
        <w:t>1.013e0</w:t>
      </w:r>
    </w:p>
    <w:p w:rsidR="00E00D30" w:rsidRDefault="00E00D30" w:rsidP="00E00D30">
      <w:r>
        <w:t>145.7475</w:t>
      </w:r>
      <w:r>
        <w:tab/>
        <w:t>1.013e0</w:t>
      </w:r>
    </w:p>
    <w:p w:rsidR="00E00D30" w:rsidRDefault="00E00D30" w:rsidP="00E00D30">
      <w:r>
        <w:t>145.7508</w:t>
      </w:r>
      <w:r>
        <w:tab/>
        <w:t>1.013e0</w:t>
      </w:r>
    </w:p>
    <w:p w:rsidR="00E00D30" w:rsidRDefault="00E00D30" w:rsidP="00E00D30">
      <w:r>
        <w:t>145.7576</w:t>
      </w:r>
      <w:r>
        <w:tab/>
        <w:t>1.013e0</w:t>
      </w:r>
    </w:p>
    <w:p w:rsidR="00E00D30" w:rsidRDefault="00E00D30" w:rsidP="00E00D30">
      <w:r>
        <w:t>145.7608</w:t>
      </w:r>
      <w:r>
        <w:tab/>
        <w:t>2.025e0</w:t>
      </w:r>
    </w:p>
    <w:p w:rsidR="00E00D30" w:rsidRDefault="00E00D30" w:rsidP="00E00D30">
      <w:r>
        <w:t>145.7795</w:t>
      </w:r>
      <w:r>
        <w:tab/>
        <w:t>1.013e0</w:t>
      </w:r>
    </w:p>
    <w:p w:rsidR="00E00D30" w:rsidRDefault="00E00D30" w:rsidP="00E00D30">
      <w:r>
        <w:t>145.7926</w:t>
      </w:r>
      <w:r>
        <w:tab/>
        <w:t>1.013e0</w:t>
      </w:r>
    </w:p>
    <w:p w:rsidR="00E00D30" w:rsidRDefault="00E00D30" w:rsidP="00E00D30">
      <w:r>
        <w:t>145.8020</w:t>
      </w:r>
      <w:r>
        <w:tab/>
        <w:t>1.013e0</w:t>
      </w:r>
    </w:p>
    <w:p w:rsidR="00E00D30" w:rsidRDefault="00E00D30" w:rsidP="00E00D30">
      <w:r>
        <w:t>145.8049</w:t>
      </w:r>
      <w:r>
        <w:tab/>
        <w:t>1.013e0</w:t>
      </w:r>
    </w:p>
    <w:p w:rsidR="00E00D30" w:rsidRDefault="00E00D30" w:rsidP="00E00D30">
      <w:r>
        <w:t>145.8215</w:t>
      </w:r>
      <w:r>
        <w:tab/>
        <w:t>1.013e0</w:t>
      </w:r>
    </w:p>
    <w:p w:rsidR="00E00D30" w:rsidRDefault="00E00D30" w:rsidP="00E00D30">
      <w:r>
        <w:t>145.8281</w:t>
      </w:r>
      <w:r>
        <w:tab/>
        <w:t>2.025e0</w:t>
      </w:r>
    </w:p>
    <w:p w:rsidR="00E00D30" w:rsidRDefault="00E00D30" w:rsidP="00E00D30">
      <w:r>
        <w:t>145.8311</w:t>
      </w:r>
      <w:r>
        <w:tab/>
        <w:t>2.025e0</w:t>
      </w:r>
    </w:p>
    <w:p w:rsidR="00E00D30" w:rsidRDefault="00E00D30" w:rsidP="00E00D30">
      <w:r>
        <w:t>145.8500</w:t>
      </w:r>
      <w:r>
        <w:tab/>
        <w:t>1.013e0</w:t>
      </w:r>
    </w:p>
    <w:p w:rsidR="00E00D30" w:rsidRDefault="00E00D30" w:rsidP="00E00D30">
      <w:r>
        <w:t>145.8681</w:t>
      </w:r>
      <w:r>
        <w:tab/>
        <w:t>2.025e0</w:t>
      </w:r>
    </w:p>
    <w:p w:rsidR="00E00D30" w:rsidRDefault="00E00D30" w:rsidP="00E00D30">
      <w:r>
        <w:t>145.8759</w:t>
      </w:r>
      <w:r>
        <w:tab/>
        <w:t>1.013e0</w:t>
      </w:r>
    </w:p>
    <w:p w:rsidR="00E00D30" w:rsidRDefault="00E00D30" w:rsidP="00E00D30">
      <w:r>
        <w:lastRenderedPageBreak/>
        <w:t>145.8852</w:t>
      </w:r>
      <w:r>
        <w:tab/>
        <w:t>3.038e0</w:t>
      </w:r>
    </w:p>
    <w:p w:rsidR="00E00D30" w:rsidRDefault="00E00D30" w:rsidP="00E00D30">
      <w:r>
        <w:t>145.9017</w:t>
      </w:r>
      <w:r>
        <w:tab/>
        <w:t>2.025e0</w:t>
      </w:r>
    </w:p>
    <w:p w:rsidR="00E00D30" w:rsidRDefault="00E00D30" w:rsidP="00E00D30">
      <w:r>
        <w:t>145.9049</w:t>
      </w:r>
      <w:r>
        <w:tab/>
        <w:t>1.013e0</w:t>
      </w:r>
    </w:p>
    <w:p w:rsidR="00E00D30" w:rsidRDefault="00E00D30" w:rsidP="00E00D30">
      <w:r>
        <w:t>145.9238</w:t>
      </w:r>
      <w:r>
        <w:tab/>
        <w:t>1.013e0</w:t>
      </w:r>
    </w:p>
    <w:p w:rsidR="00E00D30" w:rsidRDefault="00E00D30" w:rsidP="00E00D30">
      <w:r>
        <w:t>145.9336</w:t>
      </w:r>
      <w:r>
        <w:tab/>
        <w:t>3.038e0</w:t>
      </w:r>
    </w:p>
    <w:p w:rsidR="00E00D30" w:rsidRDefault="00E00D30" w:rsidP="00E00D30">
      <w:r>
        <w:t>145.9371</w:t>
      </w:r>
      <w:r>
        <w:tab/>
        <w:t>1.013e0</w:t>
      </w:r>
    </w:p>
    <w:p w:rsidR="00E00D30" w:rsidRDefault="00E00D30" w:rsidP="00E00D30">
      <w:r>
        <w:t>145.9590</w:t>
      </w:r>
      <w:r>
        <w:tab/>
        <w:t>1.013e0</w:t>
      </w:r>
    </w:p>
    <w:p w:rsidR="00E00D30" w:rsidRDefault="00E00D30" w:rsidP="00E00D30">
      <w:r>
        <w:t>145.9893</w:t>
      </w:r>
      <w:r>
        <w:tab/>
        <w:t>6.076e0</w:t>
      </w:r>
    </w:p>
    <w:p w:rsidR="00E00D30" w:rsidRDefault="00E00D30" w:rsidP="00E00D30">
      <w:r>
        <w:t>145.9943</w:t>
      </w:r>
      <w:r>
        <w:tab/>
        <w:t>1.013e0</w:t>
      </w:r>
    </w:p>
    <w:p w:rsidR="00E00D30" w:rsidRDefault="00E00D30" w:rsidP="00E00D30">
      <w:r>
        <w:t>146.0174</w:t>
      </w:r>
      <w:r>
        <w:tab/>
        <w:t>2.025e0</w:t>
      </w:r>
    </w:p>
    <w:p w:rsidR="00E00D30" w:rsidRDefault="00E00D30" w:rsidP="00E00D30">
      <w:r>
        <w:t>146.0388</w:t>
      </w:r>
      <w:r>
        <w:tab/>
        <w:t>1.502e0</w:t>
      </w:r>
    </w:p>
    <w:p w:rsidR="00E00D30" w:rsidRDefault="00E00D30" w:rsidP="00E00D30">
      <w:r>
        <w:t>146.0427</w:t>
      </w:r>
      <w:r>
        <w:tab/>
        <w:t>4.051e0</w:t>
      </w:r>
    </w:p>
    <w:p w:rsidR="00E00D30" w:rsidRDefault="00E00D30" w:rsidP="00E00D30">
      <w:r>
        <w:t>146.0460</w:t>
      </w:r>
      <w:r>
        <w:tab/>
        <w:t>1.013e0</w:t>
      </w:r>
    </w:p>
    <w:p w:rsidR="00E00D30" w:rsidRDefault="00E00D30" w:rsidP="00E00D30">
      <w:r>
        <w:t>146.0653</w:t>
      </w:r>
      <w:r>
        <w:tab/>
        <w:t>1.971e1</w:t>
      </w:r>
    </w:p>
    <w:p w:rsidR="00E00D30" w:rsidRDefault="00E00D30" w:rsidP="00E00D30">
      <w:r>
        <w:t>146.0699</w:t>
      </w:r>
      <w:r>
        <w:tab/>
        <w:t>7.398e1</w:t>
      </w:r>
    </w:p>
    <w:p w:rsidR="00E00D30" w:rsidRDefault="00E00D30" w:rsidP="00E00D30">
      <w:r>
        <w:t>146.0716</w:t>
      </w:r>
      <w:r>
        <w:tab/>
        <w:t>8.051e1</w:t>
      </w:r>
    </w:p>
    <w:p w:rsidR="00E00D30" w:rsidRDefault="00E00D30" w:rsidP="00E00D30">
      <w:r>
        <w:t>146.0740</w:t>
      </w:r>
      <w:r>
        <w:tab/>
        <w:t>1.418e1</w:t>
      </w:r>
    </w:p>
    <w:p w:rsidR="00E00D30" w:rsidRDefault="00E00D30" w:rsidP="00E00D30">
      <w:r>
        <w:t>146.0935</w:t>
      </w:r>
      <w:r>
        <w:tab/>
        <w:t>2.650e0</w:t>
      </w:r>
    </w:p>
    <w:p w:rsidR="00E00D30" w:rsidRDefault="00E00D30" w:rsidP="00E00D30">
      <w:r>
        <w:t>146.0994</w:t>
      </w:r>
      <w:r>
        <w:tab/>
        <w:t>2.025e0</w:t>
      </w:r>
    </w:p>
    <w:p w:rsidR="00E00D30" w:rsidRDefault="00E00D30" w:rsidP="00E00D30">
      <w:r>
        <w:lastRenderedPageBreak/>
        <w:t>146.1007</w:t>
      </w:r>
      <w:r>
        <w:tab/>
        <w:t>1.013e0</w:t>
      </w:r>
    </w:p>
    <w:p w:rsidR="00E00D30" w:rsidRDefault="00E00D30" w:rsidP="00E00D30">
      <w:r>
        <w:t>146.1118</w:t>
      </w:r>
      <w:r>
        <w:tab/>
        <w:t>4.051e0</w:t>
      </w:r>
    </w:p>
    <w:p w:rsidR="00E00D30" w:rsidRDefault="00E00D30" w:rsidP="00E00D30">
      <w:r>
        <w:t>146.1133</w:t>
      </w:r>
      <w:r>
        <w:tab/>
        <w:t>1.013e0</w:t>
      </w:r>
    </w:p>
    <w:p w:rsidR="00E00D30" w:rsidRDefault="00E00D30" w:rsidP="00E00D30">
      <w:r>
        <w:t>146.1149</w:t>
      </w:r>
      <w:r>
        <w:tab/>
        <w:t>2.025e0</w:t>
      </w:r>
    </w:p>
    <w:p w:rsidR="00E00D30" w:rsidRDefault="00E00D30" w:rsidP="00E00D30">
      <w:r>
        <w:t>146.1165</w:t>
      </w:r>
      <w:r>
        <w:tab/>
        <w:t>1.013e0</w:t>
      </w:r>
    </w:p>
    <w:p w:rsidR="00E00D30" w:rsidRDefault="00E00D30" w:rsidP="00E00D30">
      <w:r>
        <w:t>146.1201</w:t>
      </w:r>
      <w:r>
        <w:tab/>
        <w:t>2.025e0</w:t>
      </w:r>
    </w:p>
    <w:p w:rsidR="00E00D30" w:rsidRDefault="00E00D30" w:rsidP="00E00D30">
      <w:r>
        <w:t>146.1281</w:t>
      </w:r>
      <w:r>
        <w:tab/>
        <w:t>2.025e0</w:t>
      </w:r>
    </w:p>
    <w:p w:rsidR="00E00D30" w:rsidRDefault="00E00D30" w:rsidP="00E00D30">
      <w:r>
        <w:t>146.1424</w:t>
      </w:r>
      <w:r>
        <w:tab/>
        <w:t>1.013e0</w:t>
      </w:r>
    </w:p>
    <w:p w:rsidR="00E00D30" w:rsidRDefault="00E00D30" w:rsidP="00E00D30">
      <w:r>
        <w:t>146.1505</w:t>
      </w:r>
      <w:r>
        <w:tab/>
        <w:t>3.038e0</w:t>
      </w:r>
    </w:p>
    <w:p w:rsidR="00E00D30" w:rsidRDefault="00E00D30" w:rsidP="00E00D30">
      <w:r>
        <w:t>146.1551</w:t>
      </w:r>
      <w:r>
        <w:tab/>
        <w:t>1.013e0</w:t>
      </w:r>
    </w:p>
    <w:p w:rsidR="00E00D30" w:rsidRDefault="00E00D30" w:rsidP="00E00D30">
      <w:r>
        <w:t>146.1683</w:t>
      </w:r>
      <w:r>
        <w:tab/>
        <w:t>1.013e0</w:t>
      </w:r>
    </w:p>
    <w:p w:rsidR="00E00D30" w:rsidRDefault="00E00D30" w:rsidP="00E00D30">
      <w:r>
        <w:t>146.1716</w:t>
      </w:r>
      <w:r>
        <w:tab/>
        <w:t>1.013e0</w:t>
      </w:r>
    </w:p>
    <w:p w:rsidR="00E00D30" w:rsidRDefault="00E00D30" w:rsidP="00E00D30">
      <w:r>
        <w:t>146.1749</w:t>
      </w:r>
      <w:r>
        <w:tab/>
        <w:t>1.013e0</w:t>
      </w:r>
    </w:p>
    <w:p w:rsidR="00E00D30" w:rsidRDefault="00E00D30" w:rsidP="00E00D30">
      <w:r>
        <w:t>146.1838</w:t>
      </w:r>
      <w:r>
        <w:tab/>
        <w:t>1.013e0</w:t>
      </w:r>
    </w:p>
    <w:p w:rsidR="00E00D30" w:rsidRDefault="00E00D30" w:rsidP="00E00D30">
      <w:r>
        <w:t>146.1904</w:t>
      </w:r>
      <w:r>
        <w:tab/>
        <w:t>1.013e0</w:t>
      </w:r>
    </w:p>
    <w:p w:rsidR="00E00D30" w:rsidRDefault="00E00D30" w:rsidP="00E00D30">
      <w:r>
        <w:t>146.1971</w:t>
      </w:r>
      <w:r>
        <w:tab/>
        <w:t>3.038e0</w:t>
      </w:r>
    </w:p>
    <w:p w:rsidR="00E00D30" w:rsidRDefault="00E00D30" w:rsidP="00E00D30">
      <w:r>
        <w:t>146.2070</w:t>
      </w:r>
      <w:r>
        <w:tab/>
        <w:t>2.025e0</w:t>
      </w:r>
    </w:p>
    <w:p w:rsidR="00E00D30" w:rsidRDefault="00E00D30" w:rsidP="00E00D30">
      <w:r>
        <w:t>146.2132</w:t>
      </w:r>
      <w:r>
        <w:tab/>
        <w:t>1.013e0</w:t>
      </w:r>
    </w:p>
    <w:p w:rsidR="00E00D30" w:rsidRDefault="00E00D30" w:rsidP="00E00D30">
      <w:r>
        <w:t>146.2306</w:t>
      </w:r>
      <w:r>
        <w:tab/>
        <w:t>2.025e0</w:t>
      </w:r>
    </w:p>
    <w:p w:rsidR="00E00D30" w:rsidRDefault="00E00D30" w:rsidP="00E00D30">
      <w:r>
        <w:lastRenderedPageBreak/>
        <w:t>146.2355</w:t>
      </w:r>
      <w:r>
        <w:tab/>
        <w:t>1.013e0</w:t>
      </w:r>
    </w:p>
    <w:p w:rsidR="00E00D30" w:rsidRDefault="00E00D30" w:rsidP="00E00D30">
      <w:r>
        <w:t>146.2390</w:t>
      </w:r>
      <w:r>
        <w:tab/>
        <w:t>2.025e0</w:t>
      </w:r>
    </w:p>
    <w:p w:rsidR="00E00D30" w:rsidRDefault="00E00D30" w:rsidP="00E00D30">
      <w:r>
        <w:t>146.2488</w:t>
      </w:r>
      <w:r>
        <w:tab/>
        <w:t>1.013e0</w:t>
      </w:r>
    </w:p>
    <w:p w:rsidR="00E00D30" w:rsidRDefault="00E00D30" w:rsidP="00E00D30">
      <w:r>
        <w:t>146.2547</w:t>
      </w:r>
      <w:r>
        <w:tab/>
        <w:t>1.013e0</w:t>
      </w:r>
    </w:p>
    <w:p w:rsidR="00E00D30" w:rsidRDefault="00E00D30" w:rsidP="00E00D30">
      <w:r>
        <w:t>146.2560</w:t>
      </w:r>
      <w:r>
        <w:tab/>
        <w:t>2.025e0</w:t>
      </w:r>
    </w:p>
    <w:p w:rsidR="00E00D30" w:rsidRDefault="00E00D30" w:rsidP="00E00D30">
      <w:r>
        <w:t>146.2644</w:t>
      </w:r>
      <w:r>
        <w:tab/>
        <w:t>1.013e0</w:t>
      </w:r>
    </w:p>
    <w:p w:rsidR="00E00D30" w:rsidRDefault="00E00D30" w:rsidP="00E00D30">
      <w:r>
        <w:t>146.2692</w:t>
      </w:r>
      <w:r>
        <w:tab/>
        <w:t>2.025e0</w:t>
      </w:r>
    </w:p>
    <w:p w:rsidR="00E00D30" w:rsidRDefault="00E00D30" w:rsidP="00E00D30">
      <w:r>
        <w:t>146.2823</w:t>
      </w:r>
      <w:r>
        <w:tab/>
        <w:t>2.025e0</w:t>
      </w:r>
    </w:p>
    <w:p w:rsidR="00E00D30" w:rsidRDefault="00E00D30" w:rsidP="00E00D30">
      <w:r>
        <w:t>146.2892</w:t>
      </w:r>
      <w:r>
        <w:tab/>
        <w:t>2.025e0</w:t>
      </w:r>
    </w:p>
    <w:p w:rsidR="00E00D30" w:rsidRDefault="00E00D30" w:rsidP="00E00D30">
      <w:r>
        <w:t>146.2904</w:t>
      </w:r>
      <w:r>
        <w:tab/>
        <w:t>2.025e0</w:t>
      </w:r>
    </w:p>
    <w:p w:rsidR="00E00D30" w:rsidRDefault="00E00D30" w:rsidP="00E00D30">
      <w:r>
        <w:t>146.2995</w:t>
      </w:r>
      <w:r>
        <w:tab/>
        <w:t>1.013e0</w:t>
      </w:r>
    </w:p>
    <w:p w:rsidR="00E00D30" w:rsidRDefault="00E00D30" w:rsidP="00E00D30">
      <w:r>
        <w:t>146.3064</w:t>
      </w:r>
      <w:r>
        <w:tab/>
        <w:t>1.013e0</w:t>
      </w:r>
    </w:p>
    <w:p w:rsidR="00E00D30" w:rsidRDefault="00E00D30" w:rsidP="00E00D30">
      <w:r>
        <w:t>146.3095</w:t>
      </w:r>
      <w:r>
        <w:tab/>
        <w:t>1.013e0</w:t>
      </w:r>
    </w:p>
    <w:p w:rsidR="00E00D30" w:rsidRDefault="00E00D30" w:rsidP="00E00D30">
      <w:r>
        <w:t>146.3177</w:t>
      </w:r>
      <w:r>
        <w:tab/>
        <w:t>2.025e0</w:t>
      </w:r>
    </w:p>
    <w:p w:rsidR="00E00D30" w:rsidRDefault="00E00D30" w:rsidP="00E00D30">
      <w:r>
        <w:t>146.3305</w:t>
      </w:r>
      <w:r>
        <w:tab/>
        <w:t>2.025e0</w:t>
      </w:r>
    </w:p>
    <w:p w:rsidR="00E00D30" w:rsidRDefault="00E00D30" w:rsidP="00E00D30">
      <w:r>
        <w:t>146.3348</w:t>
      </w:r>
      <w:r>
        <w:tab/>
        <w:t>2.025e0</w:t>
      </w:r>
    </w:p>
    <w:p w:rsidR="00E00D30" w:rsidRDefault="00E00D30" w:rsidP="00E00D30">
      <w:r>
        <w:t>146.3498</w:t>
      </w:r>
      <w:r>
        <w:tab/>
        <w:t>1.363e0</w:t>
      </w:r>
    </w:p>
    <w:p w:rsidR="00E00D30" w:rsidRDefault="00E00D30" w:rsidP="00E00D30">
      <w:r>
        <w:t>146.3546</w:t>
      </w:r>
      <w:r>
        <w:tab/>
        <w:t>1.013e0</w:t>
      </w:r>
    </w:p>
    <w:p w:rsidR="00E00D30" w:rsidRDefault="00E00D30" w:rsidP="00E00D30">
      <w:r>
        <w:t>146.3674</w:t>
      </w:r>
      <w:r>
        <w:tab/>
        <w:t>1.013e0</w:t>
      </w:r>
    </w:p>
    <w:p w:rsidR="00E00D30" w:rsidRDefault="00E00D30" w:rsidP="00E00D30">
      <w:r>
        <w:lastRenderedPageBreak/>
        <w:t>146.3702</w:t>
      </w:r>
      <w:r>
        <w:tab/>
        <w:t>1.013e0</w:t>
      </w:r>
    </w:p>
    <w:p w:rsidR="00E00D30" w:rsidRDefault="00E00D30" w:rsidP="00E00D30">
      <w:r>
        <w:t>146.3801</w:t>
      </w:r>
      <w:r>
        <w:tab/>
        <w:t>1.013e0</w:t>
      </w:r>
    </w:p>
    <w:p w:rsidR="00E00D30" w:rsidRDefault="00E00D30" w:rsidP="00E00D30">
      <w:r>
        <w:t>146.4029</w:t>
      </w:r>
      <w:r>
        <w:tab/>
        <w:t>1.013e0</w:t>
      </w:r>
    </w:p>
    <w:p w:rsidR="00E00D30" w:rsidRDefault="00E00D30" w:rsidP="00E00D30">
      <w:r>
        <w:t>146.4050</w:t>
      </w:r>
      <w:r>
        <w:tab/>
        <w:t>3.038e0</w:t>
      </w:r>
    </w:p>
    <w:p w:rsidR="00E00D30" w:rsidRDefault="00E00D30" w:rsidP="00E00D30">
      <w:r>
        <w:t>146.4119</w:t>
      </w:r>
      <w:r>
        <w:tab/>
        <w:t>2.025e0</w:t>
      </w:r>
    </w:p>
    <w:p w:rsidR="00E00D30" w:rsidRDefault="00E00D30" w:rsidP="00E00D30">
      <w:r>
        <w:t>146.4320</w:t>
      </w:r>
      <w:r>
        <w:tab/>
        <w:t>1.013e0</w:t>
      </w:r>
    </w:p>
    <w:p w:rsidR="00E00D30" w:rsidRDefault="00E00D30" w:rsidP="00E00D30">
      <w:r>
        <w:t>146.4415</w:t>
      </w:r>
      <w:r>
        <w:tab/>
        <w:t>1.013e0</w:t>
      </w:r>
    </w:p>
    <w:p w:rsidR="00E00D30" w:rsidRDefault="00E00D30" w:rsidP="00E00D30">
      <w:r>
        <w:t>146.4606</w:t>
      </w:r>
      <w:r>
        <w:tab/>
        <w:t>2.025e0</w:t>
      </w:r>
    </w:p>
    <w:p w:rsidR="00E00D30" w:rsidRDefault="00E00D30" w:rsidP="00E00D30">
      <w:r>
        <w:t>146.4672</w:t>
      </w:r>
      <w:r>
        <w:tab/>
        <w:t>1.013e0</w:t>
      </w:r>
    </w:p>
    <w:p w:rsidR="00E00D30" w:rsidRDefault="00E00D30" w:rsidP="00E00D30">
      <w:r>
        <w:t>146.4740</w:t>
      </w:r>
      <w:r>
        <w:tab/>
        <w:t>1.013e0</w:t>
      </w:r>
    </w:p>
    <w:p w:rsidR="00E00D30" w:rsidRDefault="00E00D30" w:rsidP="00E00D30">
      <w:r>
        <w:t>146.4828</w:t>
      </w:r>
      <w:r>
        <w:tab/>
        <w:t>2.025e0</w:t>
      </w:r>
    </w:p>
    <w:p w:rsidR="00E00D30" w:rsidRDefault="00E00D30" w:rsidP="00E00D30">
      <w:r>
        <w:t>146.4893</w:t>
      </w:r>
      <w:r>
        <w:tab/>
        <w:t>1.013e0</w:t>
      </w:r>
    </w:p>
    <w:p w:rsidR="00E00D30" w:rsidRDefault="00E00D30" w:rsidP="00E00D30">
      <w:r>
        <w:t>146.4993</w:t>
      </w:r>
      <w:r>
        <w:tab/>
        <w:t>2.025e0</w:t>
      </w:r>
    </w:p>
    <w:p w:rsidR="00E00D30" w:rsidRDefault="00E00D30" w:rsidP="00E00D30">
      <w:r>
        <w:t>146.5024</w:t>
      </w:r>
      <w:r>
        <w:tab/>
        <w:t>1.013e0</w:t>
      </w:r>
    </w:p>
    <w:p w:rsidR="00E00D30" w:rsidRDefault="00E00D30" w:rsidP="00E00D30">
      <w:r>
        <w:t>146.5093</w:t>
      </w:r>
      <w:r>
        <w:tab/>
        <w:t>1.013e0</w:t>
      </w:r>
    </w:p>
    <w:p w:rsidR="00E00D30" w:rsidRDefault="00E00D30" w:rsidP="00E00D30">
      <w:r>
        <w:t>146.5124</w:t>
      </w:r>
      <w:r>
        <w:tab/>
        <w:t>1.013e0</w:t>
      </w:r>
    </w:p>
    <w:p w:rsidR="00E00D30" w:rsidRDefault="00E00D30" w:rsidP="00E00D30">
      <w:r>
        <w:t>146.5281</w:t>
      </w:r>
      <w:r>
        <w:tab/>
        <w:t>1.013e0</w:t>
      </w:r>
    </w:p>
    <w:p w:rsidR="00E00D30" w:rsidRDefault="00E00D30" w:rsidP="00E00D30">
      <w:r>
        <w:t>146.5313</w:t>
      </w:r>
      <w:r>
        <w:tab/>
        <w:t>1.013e0</w:t>
      </w:r>
    </w:p>
    <w:p w:rsidR="00E00D30" w:rsidRDefault="00E00D30" w:rsidP="00E00D30">
      <w:r>
        <w:t>146.5378</w:t>
      </w:r>
      <w:r>
        <w:tab/>
        <w:t>1.013e0</w:t>
      </w:r>
    </w:p>
    <w:p w:rsidR="00E00D30" w:rsidRDefault="00E00D30" w:rsidP="00E00D30">
      <w:r>
        <w:lastRenderedPageBreak/>
        <w:t>146.5410</w:t>
      </w:r>
      <w:r>
        <w:tab/>
        <w:t>2.025e0</w:t>
      </w:r>
    </w:p>
    <w:p w:rsidR="00E00D30" w:rsidRDefault="00E00D30" w:rsidP="00E00D30">
      <w:r>
        <w:t>146.5431</w:t>
      </w:r>
      <w:r>
        <w:tab/>
        <w:t>3.038e0</w:t>
      </w:r>
    </w:p>
    <w:p w:rsidR="00E00D30" w:rsidRDefault="00E00D30" w:rsidP="00E00D30">
      <w:r>
        <w:t>146.5444</w:t>
      </w:r>
      <w:r>
        <w:tab/>
        <w:t>1.013e0</w:t>
      </w:r>
    </w:p>
    <w:p w:rsidR="00E00D30" w:rsidRDefault="00E00D30" w:rsidP="00E00D30">
      <w:r>
        <w:t>146.5479</w:t>
      </w:r>
      <w:r>
        <w:tab/>
        <w:t>1.013e0</w:t>
      </w:r>
    </w:p>
    <w:p w:rsidR="00E00D30" w:rsidRDefault="00E00D30" w:rsidP="00E00D30">
      <w:r>
        <w:t>146.5616</w:t>
      </w:r>
      <w:r>
        <w:tab/>
        <w:t>2.025e0</w:t>
      </w:r>
    </w:p>
    <w:p w:rsidR="00E00D30" w:rsidRDefault="00E00D30" w:rsidP="00E00D30">
      <w:r>
        <w:t>146.5665</w:t>
      </w:r>
      <w:r>
        <w:tab/>
        <w:t>1.013e0</w:t>
      </w:r>
    </w:p>
    <w:p w:rsidR="00E00D30" w:rsidRDefault="00E00D30" w:rsidP="00E00D30">
      <w:r>
        <w:t>146.5732</w:t>
      </w:r>
      <w:r>
        <w:tab/>
        <w:t>1.013e0</w:t>
      </w:r>
    </w:p>
    <w:p w:rsidR="00E00D30" w:rsidRDefault="00E00D30" w:rsidP="00E00D30">
      <w:r>
        <w:t>146.5764</w:t>
      </w:r>
      <w:r>
        <w:tab/>
        <w:t>1.013e0</w:t>
      </w:r>
    </w:p>
    <w:p w:rsidR="00E00D30" w:rsidRDefault="00E00D30" w:rsidP="00E00D30">
      <w:r>
        <w:t>146.5832</w:t>
      </w:r>
      <w:r>
        <w:tab/>
        <w:t>1.013e0</w:t>
      </w:r>
    </w:p>
    <w:p w:rsidR="00E00D30" w:rsidRDefault="00E00D30" w:rsidP="00E00D30">
      <w:r>
        <w:t>146.5960</w:t>
      </w:r>
      <w:r>
        <w:tab/>
        <w:t>1.013e0</w:t>
      </w:r>
    </w:p>
    <w:p w:rsidR="00E00D30" w:rsidRDefault="00E00D30" w:rsidP="00E00D30">
      <w:r>
        <w:t>146.5987</w:t>
      </w:r>
      <w:r>
        <w:tab/>
        <w:t>1.013e0</w:t>
      </w:r>
    </w:p>
    <w:p w:rsidR="00E00D30" w:rsidRDefault="00E00D30" w:rsidP="00E00D30">
      <w:r>
        <w:t>146.6120</w:t>
      </w:r>
      <w:r>
        <w:tab/>
        <w:t>1.013e0</w:t>
      </w:r>
    </w:p>
    <w:p w:rsidR="00E00D30" w:rsidRDefault="00E00D30" w:rsidP="00E00D30">
      <w:r>
        <w:t>146.6218</w:t>
      </w:r>
      <w:r>
        <w:tab/>
        <w:t>1.013e0</w:t>
      </w:r>
    </w:p>
    <w:p w:rsidR="00E00D30" w:rsidRDefault="00E00D30" w:rsidP="00E00D30">
      <w:r>
        <w:t>146.6282</w:t>
      </w:r>
      <w:r>
        <w:tab/>
        <w:t>1.013e0</w:t>
      </w:r>
    </w:p>
    <w:p w:rsidR="00E00D30" w:rsidRDefault="00E00D30" w:rsidP="00E00D30">
      <w:r>
        <w:t>146.6373</w:t>
      </w:r>
      <w:r>
        <w:tab/>
        <w:t>1.013e0</w:t>
      </w:r>
    </w:p>
    <w:p w:rsidR="00E00D30" w:rsidRDefault="00E00D30" w:rsidP="00E00D30">
      <w:r>
        <w:t>146.6405</w:t>
      </w:r>
      <w:r>
        <w:tab/>
        <w:t>2.025e0</w:t>
      </w:r>
    </w:p>
    <w:p w:rsidR="00E00D30" w:rsidRDefault="00E00D30" w:rsidP="00E00D30">
      <w:r>
        <w:t>146.6438</w:t>
      </w:r>
      <w:r>
        <w:tab/>
        <w:t>1.013e0</w:t>
      </w:r>
    </w:p>
    <w:p w:rsidR="00E00D30" w:rsidRDefault="00E00D30" w:rsidP="00E00D30">
      <w:r>
        <w:t>146.6537</w:t>
      </w:r>
      <w:r>
        <w:tab/>
        <w:t>1.013e0</w:t>
      </w:r>
    </w:p>
    <w:p w:rsidR="00E00D30" w:rsidRDefault="00E00D30" w:rsidP="00E00D30">
      <w:r>
        <w:t>146.6702</w:t>
      </w:r>
      <w:r>
        <w:tab/>
        <w:t>1.013e0</w:t>
      </w:r>
    </w:p>
    <w:p w:rsidR="00E00D30" w:rsidRDefault="00E00D30" w:rsidP="00E00D30">
      <w:r>
        <w:lastRenderedPageBreak/>
        <w:t>146.6759</w:t>
      </w:r>
      <w:r>
        <w:tab/>
        <w:t>1.013e0</w:t>
      </w:r>
    </w:p>
    <w:p w:rsidR="00E00D30" w:rsidRDefault="00E00D30" w:rsidP="00E00D30">
      <w:r>
        <w:t>146.6833</w:t>
      </w:r>
      <w:r>
        <w:tab/>
        <w:t>3.038e0</w:t>
      </w:r>
    </w:p>
    <w:p w:rsidR="00E00D30" w:rsidRDefault="00E00D30" w:rsidP="00E00D30">
      <w:r>
        <w:t>146.6956</w:t>
      </w:r>
      <w:r>
        <w:tab/>
        <w:t>1.013e0</w:t>
      </w:r>
    </w:p>
    <w:p w:rsidR="00E00D30" w:rsidRDefault="00E00D30" w:rsidP="00E00D30">
      <w:r>
        <w:t>146.6989</w:t>
      </w:r>
      <w:r>
        <w:tab/>
        <w:t>1.013e0</w:t>
      </w:r>
    </w:p>
    <w:p w:rsidR="00E00D30" w:rsidRDefault="00E00D30" w:rsidP="00E00D30">
      <w:r>
        <w:t>146.7177</w:t>
      </w:r>
      <w:r>
        <w:tab/>
        <w:t>1.013e0</w:t>
      </w:r>
    </w:p>
    <w:p w:rsidR="00E00D30" w:rsidRDefault="00E00D30" w:rsidP="00E00D30">
      <w:r>
        <w:t>146.7408</w:t>
      </w:r>
      <w:r>
        <w:tab/>
        <w:t>1.013e0</w:t>
      </w:r>
    </w:p>
    <w:p w:rsidR="00E00D30" w:rsidRDefault="00E00D30" w:rsidP="00E00D30">
      <w:r>
        <w:t>146.7583</w:t>
      </w:r>
      <w:r>
        <w:tab/>
        <w:t>2.025e0</w:t>
      </w:r>
    </w:p>
    <w:p w:rsidR="00E00D30" w:rsidRDefault="00E00D30" w:rsidP="00E00D30">
      <w:r>
        <w:t>146.7761</w:t>
      </w:r>
      <w:r>
        <w:tab/>
        <w:t>1.013e0</w:t>
      </w:r>
    </w:p>
    <w:p w:rsidR="00E00D30" w:rsidRDefault="00E00D30" w:rsidP="00E00D30">
      <w:r>
        <w:t>146.7795</w:t>
      </w:r>
      <w:r>
        <w:tab/>
        <w:t>1.013e0</w:t>
      </w:r>
    </w:p>
    <w:p w:rsidR="00E00D30" w:rsidRDefault="00E00D30" w:rsidP="00E00D30">
      <w:r>
        <w:t>146.7829</w:t>
      </w:r>
      <w:r>
        <w:tab/>
        <w:t>1.013e0</w:t>
      </w:r>
    </w:p>
    <w:p w:rsidR="00E00D30" w:rsidRDefault="00E00D30" w:rsidP="00E00D30">
      <w:r>
        <w:t>146.7917</w:t>
      </w:r>
      <w:r>
        <w:tab/>
        <w:t>1.013e0</w:t>
      </w:r>
    </w:p>
    <w:p w:rsidR="00E00D30" w:rsidRDefault="00E00D30" w:rsidP="00E00D30">
      <w:r>
        <w:t>146.7966</w:t>
      </w:r>
      <w:r>
        <w:tab/>
        <w:t>2.025e0</w:t>
      </w:r>
    </w:p>
    <w:p w:rsidR="00E00D30" w:rsidRDefault="00E00D30" w:rsidP="00E00D30">
      <w:r>
        <w:t>146.8018</w:t>
      </w:r>
      <w:r>
        <w:tab/>
        <w:t>1.013e0</w:t>
      </w:r>
    </w:p>
    <w:p w:rsidR="00E00D30" w:rsidRDefault="00E00D30" w:rsidP="00E00D30">
      <w:r>
        <w:t>146.8049</w:t>
      </w:r>
      <w:r>
        <w:tab/>
        <w:t>2.025e0</w:t>
      </w:r>
    </w:p>
    <w:p w:rsidR="00E00D30" w:rsidRDefault="00E00D30" w:rsidP="00E00D30">
      <w:r>
        <w:t>146.8244</w:t>
      </w:r>
      <w:r>
        <w:tab/>
        <w:t>1.013e0</w:t>
      </w:r>
    </w:p>
    <w:p w:rsidR="00E00D30" w:rsidRDefault="00E00D30" w:rsidP="00E00D30">
      <w:r>
        <w:t>146.8275</w:t>
      </w:r>
      <w:r>
        <w:tab/>
        <w:t>1.013e0</w:t>
      </w:r>
    </w:p>
    <w:p w:rsidR="00E00D30" w:rsidRDefault="00E00D30" w:rsidP="00E00D30">
      <w:r>
        <w:t>146.8402</w:t>
      </w:r>
      <w:r>
        <w:tab/>
        <w:t>1.013e0</w:t>
      </w:r>
    </w:p>
    <w:p w:rsidR="00E00D30" w:rsidRDefault="00E00D30" w:rsidP="00E00D30">
      <w:r>
        <w:t>146.8503</w:t>
      </w:r>
      <w:r>
        <w:tab/>
        <w:t>1.013e0</w:t>
      </w:r>
    </w:p>
    <w:p w:rsidR="00E00D30" w:rsidRDefault="00E00D30" w:rsidP="00E00D30">
      <w:r>
        <w:t>146.8601</w:t>
      </w:r>
      <w:r>
        <w:tab/>
        <w:t>2.025e0</w:t>
      </w:r>
    </w:p>
    <w:p w:rsidR="00E00D30" w:rsidRDefault="00E00D30" w:rsidP="00E00D30">
      <w:r>
        <w:lastRenderedPageBreak/>
        <w:t>146.8823</w:t>
      </w:r>
      <w:r>
        <w:tab/>
        <w:t>3.038e0</w:t>
      </w:r>
    </w:p>
    <w:p w:rsidR="00E00D30" w:rsidRDefault="00E00D30" w:rsidP="00E00D30">
      <w:r>
        <w:t>146.8921</w:t>
      </w:r>
      <w:r>
        <w:tab/>
        <w:t>1.013e0</w:t>
      </w:r>
    </w:p>
    <w:p w:rsidR="00E00D30" w:rsidRDefault="00E00D30" w:rsidP="00E00D30">
      <w:r>
        <w:t>146.9176</w:t>
      </w:r>
      <w:r>
        <w:tab/>
        <w:t>1.013e0</w:t>
      </w:r>
    </w:p>
    <w:p w:rsidR="00E00D30" w:rsidRDefault="00E00D30" w:rsidP="00E00D30">
      <w:r>
        <w:t>146.9242</w:t>
      </w:r>
      <w:r>
        <w:tab/>
        <w:t>1.013e0</w:t>
      </w:r>
    </w:p>
    <w:p w:rsidR="00E00D30" w:rsidRDefault="00E00D30" w:rsidP="00E00D30">
      <w:r>
        <w:t>146.9343</w:t>
      </w:r>
      <w:r>
        <w:tab/>
        <w:t>1.013e0</w:t>
      </w:r>
    </w:p>
    <w:p w:rsidR="00E00D30" w:rsidRDefault="00E00D30" w:rsidP="00E00D30">
      <w:r>
        <w:t>146.9463</w:t>
      </w:r>
      <w:r>
        <w:tab/>
        <w:t>1.013e0</w:t>
      </w:r>
    </w:p>
    <w:p w:rsidR="00E00D30" w:rsidRDefault="00E00D30" w:rsidP="00E00D30">
      <w:r>
        <w:t>146.9497</w:t>
      </w:r>
      <w:r>
        <w:tab/>
        <w:t>2.025e0</w:t>
      </w:r>
    </w:p>
    <w:p w:rsidR="00E00D30" w:rsidRDefault="00E00D30" w:rsidP="00E00D30">
      <w:r>
        <w:t>146.9563</w:t>
      </w:r>
      <w:r>
        <w:tab/>
        <w:t>2.025e0</w:t>
      </w:r>
    </w:p>
    <w:p w:rsidR="00E00D30" w:rsidRDefault="00E00D30" w:rsidP="00E00D30">
      <w:r>
        <w:t>146.9628</w:t>
      </w:r>
      <w:r>
        <w:tab/>
        <w:t>1.013e0</w:t>
      </w:r>
    </w:p>
    <w:p w:rsidR="00E00D30" w:rsidRDefault="00E00D30" w:rsidP="00E00D30">
      <w:r>
        <w:t>146.9727</w:t>
      </w:r>
      <w:r>
        <w:tab/>
        <w:t>1.013e0</w:t>
      </w:r>
    </w:p>
    <w:p w:rsidR="00E00D30" w:rsidRDefault="00E00D30" w:rsidP="00E00D30">
      <w:r>
        <w:t>146.9792</w:t>
      </w:r>
      <w:r>
        <w:tab/>
        <w:t>3.038e0</w:t>
      </w:r>
    </w:p>
    <w:p w:rsidR="00E00D30" w:rsidRDefault="00E00D30" w:rsidP="00E00D30">
      <w:r>
        <w:t>146.9858</w:t>
      </w:r>
      <w:r>
        <w:tab/>
        <w:t>6.076e0</w:t>
      </w:r>
    </w:p>
    <w:p w:rsidR="00E00D30" w:rsidRDefault="00E00D30" w:rsidP="00E00D30">
      <w:r>
        <w:t>146.9883</w:t>
      </w:r>
      <w:r>
        <w:tab/>
        <w:t>4.051e0</w:t>
      </w:r>
    </w:p>
    <w:p w:rsidR="00E00D30" w:rsidRDefault="00E00D30" w:rsidP="00E00D30">
      <w:r>
        <w:t>147.0014</w:t>
      </w:r>
      <w:r>
        <w:tab/>
        <w:t>1.013e0</w:t>
      </w:r>
    </w:p>
    <w:p w:rsidR="00E00D30" w:rsidRDefault="00E00D30" w:rsidP="00E00D30">
      <w:r>
        <w:t>147.0066</w:t>
      </w:r>
      <w:r>
        <w:tab/>
        <w:t>2.025e0</w:t>
      </w:r>
    </w:p>
    <w:p w:rsidR="00E00D30" w:rsidRDefault="00E00D30" w:rsidP="00E00D30">
      <w:r>
        <w:t>147.0114</w:t>
      </w:r>
      <w:r>
        <w:tab/>
        <w:t>2.025e0</w:t>
      </w:r>
    </w:p>
    <w:p w:rsidR="00E00D30" w:rsidRDefault="00E00D30" w:rsidP="00E00D30">
      <w:r>
        <w:t>147.0237</w:t>
      </w:r>
      <w:r>
        <w:tab/>
        <w:t>2.025e0</w:t>
      </w:r>
    </w:p>
    <w:p w:rsidR="00E00D30" w:rsidRDefault="00E00D30" w:rsidP="00E00D30">
      <w:r>
        <w:t>147.0371</w:t>
      </w:r>
      <w:r>
        <w:tab/>
        <w:t>1.013e0</w:t>
      </w:r>
    </w:p>
    <w:p w:rsidR="00E00D30" w:rsidRDefault="00E00D30" w:rsidP="00E00D30">
      <w:r>
        <w:t>147.0434</w:t>
      </w:r>
      <w:r>
        <w:tab/>
        <w:t>1.013e0</w:t>
      </w:r>
    </w:p>
    <w:p w:rsidR="00E00D30" w:rsidRDefault="00E00D30" w:rsidP="00E00D30">
      <w:r>
        <w:lastRenderedPageBreak/>
        <w:t>147.0502</w:t>
      </w:r>
      <w:r>
        <w:tab/>
        <w:t>1.013e0</w:t>
      </w:r>
    </w:p>
    <w:p w:rsidR="00E00D30" w:rsidRDefault="00E00D30" w:rsidP="00E00D30">
      <w:r>
        <w:t>147.0549</w:t>
      </w:r>
      <w:r>
        <w:tab/>
        <w:t>2.025e0</w:t>
      </w:r>
    </w:p>
    <w:p w:rsidR="00E00D30" w:rsidRDefault="00E00D30" w:rsidP="00E00D30">
      <w:r>
        <w:t>147.0565</w:t>
      </w:r>
      <w:r>
        <w:tab/>
        <w:t>1.013e0</w:t>
      </w:r>
    </w:p>
    <w:p w:rsidR="00E00D30" w:rsidRDefault="00E00D30" w:rsidP="00E00D30">
      <w:r>
        <w:t>147.0624</w:t>
      </w:r>
      <w:r>
        <w:tab/>
        <w:t>2.025e0</w:t>
      </w:r>
    </w:p>
    <w:p w:rsidR="00E00D30" w:rsidRDefault="00E00D30" w:rsidP="00E00D30">
      <w:r>
        <w:t>147.0642</w:t>
      </w:r>
      <w:r>
        <w:tab/>
        <w:t>5.063e0</w:t>
      </w:r>
    </w:p>
    <w:p w:rsidR="00E00D30" w:rsidRDefault="00E00D30" w:rsidP="00E00D30">
      <w:r>
        <w:t>147.0656</w:t>
      </w:r>
      <w:r>
        <w:tab/>
        <w:t>7.089e0</w:t>
      </w:r>
    </w:p>
    <w:p w:rsidR="00E00D30" w:rsidRDefault="00E00D30" w:rsidP="00E00D30">
      <w:r>
        <w:t>147.0740</w:t>
      </w:r>
      <w:r>
        <w:tab/>
        <w:t>4.051e0</w:t>
      </w:r>
    </w:p>
    <w:p w:rsidR="00E00D30" w:rsidRDefault="00E00D30" w:rsidP="00E00D30">
      <w:r>
        <w:t>147.0825</w:t>
      </w:r>
      <w:r>
        <w:tab/>
        <w:t>6.262e0</w:t>
      </w:r>
    </w:p>
    <w:p w:rsidR="00E00D30" w:rsidRDefault="00E00D30" w:rsidP="00E00D30">
      <w:r>
        <w:t>147.0886</w:t>
      </w:r>
      <w:r>
        <w:tab/>
        <w:t>1.761e1</w:t>
      </w:r>
    </w:p>
    <w:p w:rsidR="00E00D30" w:rsidRDefault="00E00D30" w:rsidP="00E00D30">
      <w:r>
        <w:t>147.0902</w:t>
      </w:r>
      <w:r>
        <w:tab/>
        <w:t>1.072e1</w:t>
      </w:r>
    </w:p>
    <w:p w:rsidR="00E00D30" w:rsidRDefault="00E00D30" w:rsidP="00E00D30">
      <w:r>
        <w:t>147.1039</w:t>
      </w:r>
      <w:r>
        <w:tab/>
        <w:t>4.955e0</w:t>
      </w:r>
    </w:p>
    <w:p w:rsidR="00E00D30" w:rsidRDefault="00E00D30" w:rsidP="00E00D30">
      <w:r>
        <w:t>147.1089</w:t>
      </w:r>
      <w:r>
        <w:tab/>
        <w:t>1.321e1</w:t>
      </w:r>
    </w:p>
    <w:p w:rsidR="00E00D30" w:rsidRDefault="00E00D30" w:rsidP="00E00D30">
      <w:r>
        <w:t>147.1100</w:t>
      </w:r>
      <w:r>
        <w:tab/>
        <w:t>9.114e0</w:t>
      </w:r>
    </w:p>
    <w:p w:rsidR="00E00D30" w:rsidRDefault="00E00D30" w:rsidP="00E00D30">
      <w:r>
        <w:t>147.1110</w:t>
      </w:r>
      <w:r>
        <w:tab/>
        <w:t>1.040e1</w:t>
      </w:r>
    </w:p>
    <w:p w:rsidR="00E00D30" w:rsidRDefault="00E00D30" w:rsidP="00E00D30">
      <w:r>
        <w:t>147.1170</w:t>
      </w:r>
      <w:r>
        <w:tab/>
        <w:t>1.823e1</w:t>
      </w:r>
    </w:p>
    <w:p w:rsidR="00E00D30" w:rsidRDefault="00E00D30" w:rsidP="00E00D30">
      <w:r>
        <w:t>147.1190</w:t>
      </w:r>
      <w:r>
        <w:tab/>
        <w:t>6.633e0</w:t>
      </w:r>
    </w:p>
    <w:p w:rsidR="00E00D30" w:rsidRDefault="00E00D30" w:rsidP="00E00D30">
      <w:r>
        <w:t>147.1339</w:t>
      </w:r>
      <w:r>
        <w:tab/>
        <w:t>1.013e0</w:t>
      </w:r>
    </w:p>
    <w:p w:rsidR="00E00D30" w:rsidRDefault="00E00D30" w:rsidP="00E00D30">
      <w:r>
        <w:t>147.1398</w:t>
      </w:r>
      <w:r>
        <w:tab/>
        <w:t>1.013e0</w:t>
      </w:r>
    </w:p>
    <w:p w:rsidR="00E00D30" w:rsidRDefault="00E00D30" w:rsidP="00E00D30">
      <w:r>
        <w:t>147.1429</w:t>
      </w:r>
      <w:r>
        <w:tab/>
        <w:t>1.013e0</w:t>
      </w:r>
    </w:p>
    <w:p w:rsidR="00E00D30" w:rsidRDefault="00E00D30" w:rsidP="00E00D30">
      <w:r>
        <w:lastRenderedPageBreak/>
        <w:t>147.1461</w:t>
      </w:r>
      <w:r>
        <w:tab/>
        <w:t>3.001e0</w:t>
      </w:r>
    </w:p>
    <w:p w:rsidR="00E00D30" w:rsidRDefault="00E00D30" w:rsidP="00E00D30">
      <w:r>
        <w:t>147.1496</w:t>
      </w:r>
      <w:r>
        <w:tab/>
        <w:t>2.025e0</w:t>
      </w:r>
    </w:p>
    <w:p w:rsidR="00E00D30" w:rsidRDefault="00E00D30" w:rsidP="00E00D30">
      <w:r>
        <w:t>147.1528</w:t>
      </w:r>
      <w:r>
        <w:tab/>
        <w:t>2.025e0</w:t>
      </w:r>
    </w:p>
    <w:p w:rsidR="00E00D30" w:rsidRDefault="00E00D30" w:rsidP="00E00D30">
      <w:r>
        <w:t>147.1660</w:t>
      </w:r>
      <w:r>
        <w:tab/>
        <w:t>3.038e0</w:t>
      </w:r>
    </w:p>
    <w:p w:rsidR="00E00D30" w:rsidRDefault="00E00D30" w:rsidP="00E00D30">
      <w:r>
        <w:t>147.1694</w:t>
      </w:r>
      <w:r>
        <w:tab/>
        <w:t>1.013e0</w:t>
      </w:r>
    </w:p>
    <w:p w:rsidR="00E00D30" w:rsidRDefault="00E00D30" w:rsidP="00E00D30">
      <w:r>
        <w:t>147.1743</w:t>
      </w:r>
      <w:r>
        <w:tab/>
        <w:t>2.025e0</w:t>
      </w:r>
    </w:p>
    <w:p w:rsidR="00E00D30" w:rsidRDefault="00E00D30" w:rsidP="00E00D30">
      <w:r>
        <w:t>147.1755</w:t>
      </w:r>
      <w:r>
        <w:tab/>
        <w:t>1.013e0</w:t>
      </w:r>
    </w:p>
    <w:p w:rsidR="00E00D30" w:rsidRDefault="00E00D30" w:rsidP="00E00D30">
      <w:r>
        <w:t>147.1882</w:t>
      </w:r>
      <w:r>
        <w:tab/>
        <w:t>1.013e0</w:t>
      </w:r>
    </w:p>
    <w:p w:rsidR="00E00D30" w:rsidRDefault="00E00D30" w:rsidP="00E00D30">
      <w:r>
        <w:t>147.1949</w:t>
      </w:r>
      <w:r>
        <w:tab/>
        <w:t>1.013e0</w:t>
      </w:r>
    </w:p>
    <w:p w:rsidR="00E00D30" w:rsidRDefault="00E00D30" w:rsidP="00E00D30">
      <w:r>
        <w:t>147.2047</w:t>
      </w:r>
      <w:r>
        <w:tab/>
        <w:t>1.013e0</w:t>
      </w:r>
    </w:p>
    <w:p w:rsidR="00E00D30" w:rsidRDefault="00E00D30" w:rsidP="00E00D30">
      <w:r>
        <w:t>147.2081</w:t>
      </w:r>
      <w:r>
        <w:tab/>
        <w:t>1.013e0</w:t>
      </w:r>
    </w:p>
    <w:p w:rsidR="00E00D30" w:rsidRDefault="00E00D30" w:rsidP="00E00D30">
      <w:r>
        <w:t>147.2203</w:t>
      </w:r>
      <w:r>
        <w:tab/>
        <w:t>1.013e0</w:t>
      </w:r>
    </w:p>
    <w:p w:rsidR="00E00D30" w:rsidRDefault="00E00D30" w:rsidP="00E00D30">
      <w:r>
        <w:t>147.2337</w:t>
      </w:r>
      <w:r>
        <w:tab/>
        <w:t>1.013e0</w:t>
      </w:r>
    </w:p>
    <w:p w:rsidR="00E00D30" w:rsidRDefault="00E00D30" w:rsidP="00E00D30">
      <w:r>
        <w:t>147.2434</w:t>
      </w:r>
      <w:r>
        <w:tab/>
        <w:t>1.013e0</w:t>
      </w:r>
    </w:p>
    <w:p w:rsidR="00E00D30" w:rsidRDefault="00E00D30" w:rsidP="00E00D30">
      <w:r>
        <w:t>147.2590</w:t>
      </w:r>
      <w:r>
        <w:tab/>
        <w:t>1.013e0</w:t>
      </w:r>
    </w:p>
    <w:p w:rsidR="00E00D30" w:rsidRDefault="00E00D30" w:rsidP="00E00D30">
      <w:r>
        <w:t>147.2755</w:t>
      </w:r>
      <w:r>
        <w:tab/>
        <w:t>2.025e0</w:t>
      </w:r>
    </w:p>
    <w:p w:rsidR="00E00D30" w:rsidRDefault="00E00D30" w:rsidP="00E00D30">
      <w:r>
        <w:t>147.2821</w:t>
      </w:r>
      <w:r>
        <w:tab/>
        <w:t>3.038e0</w:t>
      </w:r>
    </w:p>
    <w:p w:rsidR="00E00D30" w:rsidRDefault="00E00D30" w:rsidP="00E00D30">
      <w:r>
        <w:t>147.2855</w:t>
      </w:r>
      <w:r>
        <w:tab/>
        <w:t>1.013e0</w:t>
      </w:r>
    </w:p>
    <w:p w:rsidR="00E00D30" w:rsidRDefault="00E00D30" w:rsidP="00E00D30">
      <w:r>
        <w:t>147.2917</w:t>
      </w:r>
      <w:r>
        <w:tab/>
        <w:t>1.013e0</w:t>
      </w:r>
    </w:p>
    <w:p w:rsidR="00E00D30" w:rsidRDefault="00E00D30" w:rsidP="00E00D30">
      <w:r>
        <w:lastRenderedPageBreak/>
        <w:t>147.3242</w:t>
      </w:r>
      <w:r>
        <w:tab/>
        <w:t>1.013e0</w:t>
      </w:r>
    </w:p>
    <w:p w:rsidR="00E00D30" w:rsidRDefault="00E00D30" w:rsidP="00E00D30">
      <w:r>
        <w:t>147.3499</w:t>
      </w:r>
      <w:r>
        <w:tab/>
        <w:t>1.013e0</w:t>
      </w:r>
    </w:p>
    <w:p w:rsidR="00E00D30" w:rsidRDefault="00E00D30" w:rsidP="00E00D30">
      <w:r>
        <w:t>147.3529</w:t>
      </w:r>
      <w:r>
        <w:tab/>
        <w:t>1.013e0</w:t>
      </w:r>
    </w:p>
    <w:p w:rsidR="00E00D30" w:rsidRDefault="00E00D30" w:rsidP="00E00D30">
      <w:r>
        <w:t>147.3561</w:t>
      </w:r>
      <w:r>
        <w:tab/>
        <w:t>1.013e0</w:t>
      </w:r>
    </w:p>
    <w:p w:rsidR="00E00D30" w:rsidRDefault="00E00D30" w:rsidP="00E00D30">
      <w:r>
        <w:t>147.3662</w:t>
      </w:r>
      <w:r>
        <w:tab/>
        <w:t>1.013e0</w:t>
      </w:r>
    </w:p>
    <w:p w:rsidR="00E00D30" w:rsidRDefault="00E00D30" w:rsidP="00E00D30">
      <w:r>
        <w:t>147.3833</w:t>
      </w:r>
      <w:r>
        <w:tab/>
        <w:t>2.025e0</w:t>
      </w:r>
    </w:p>
    <w:p w:rsidR="00E00D30" w:rsidRDefault="00E00D30" w:rsidP="00E00D30">
      <w:r>
        <w:t>147.3949</w:t>
      </w:r>
      <w:r>
        <w:tab/>
        <w:t>2.025e0</w:t>
      </w:r>
    </w:p>
    <w:p w:rsidR="00E00D30" w:rsidRDefault="00E00D30" w:rsidP="00E00D30">
      <w:r>
        <w:t>147.4123</w:t>
      </w:r>
      <w:r>
        <w:tab/>
        <w:t>2.025e0</w:t>
      </w:r>
    </w:p>
    <w:p w:rsidR="00E00D30" w:rsidRDefault="00E00D30" w:rsidP="00E00D30">
      <w:r>
        <w:t>147.4353</w:t>
      </w:r>
      <w:r>
        <w:tab/>
        <w:t>2.025e0</w:t>
      </w:r>
    </w:p>
    <w:p w:rsidR="00E00D30" w:rsidRDefault="00E00D30" w:rsidP="00E00D30">
      <w:r>
        <w:t>147.4437</w:t>
      </w:r>
      <w:r>
        <w:tab/>
        <w:t>2.025e0</w:t>
      </w:r>
    </w:p>
    <w:p w:rsidR="00E00D30" w:rsidRDefault="00E00D30" w:rsidP="00E00D30">
      <w:r>
        <w:t>147.4557</w:t>
      </w:r>
      <w:r>
        <w:tab/>
        <w:t>1.013e0</w:t>
      </w:r>
    </w:p>
    <w:p w:rsidR="00E00D30" w:rsidRDefault="00E00D30" w:rsidP="00E00D30">
      <w:r>
        <w:t>147.4625</w:t>
      </w:r>
      <w:r>
        <w:tab/>
        <w:t>1.013e0</w:t>
      </w:r>
    </w:p>
    <w:p w:rsidR="00E00D30" w:rsidRDefault="00E00D30" w:rsidP="00E00D30">
      <w:r>
        <w:t>147.4657</w:t>
      </w:r>
      <w:r>
        <w:tab/>
        <w:t>1.013e0</w:t>
      </w:r>
    </w:p>
    <w:p w:rsidR="00E00D30" w:rsidRDefault="00E00D30" w:rsidP="00E00D30">
      <w:r>
        <w:t>147.4823</w:t>
      </w:r>
      <w:r>
        <w:tab/>
        <w:t>1.013e0</w:t>
      </w:r>
    </w:p>
    <w:p w:rsidR="00E00D30" w:rsidRDefault="00E00D30" w:rsidP="00E00D30">
      <w:r>
        <w:t>147.4945</w:t>
      </w:r>
      <w:r>
        <w:tab/>
        <w:t>1.013e0</w:t>
      </w:r>
    </w:p>
    <w:p w:rsidR="00E00D30" w:rsidRDefault="00E00D30" w:rsidP="00E00D30">
      <w:r>
        <w:t>147.5144</w:t>
      </w:r>
      <w:r>
        <w:tab/>
        <w:t>1.013e0</w:t>
      </w:r>
    </w:p>
    <w:p w:rsidR="00E00D30" w:rsidRDefault="00E00D30" w:rsidP="00E00D30">
      <w:r>
        <w:t>147.5210</w:t>
      </w:r>
      <w:r>
        <w:tab/>
        <w:t>1.013e0</w:t>
      </w:r>
    </w:p>
    <w:p w:rsidR="00E00D30" w:rsidRDefault="00E00D30" w:rsidP="00E00D30">
      <w:r>
        <w:t>147.5332</w:t>
      </w:r>
      <w:r>
        <w:tab/>
        <w:t>1.013e0</w:t>
      </w:r>
    </w:p>
    <w:p w:rsidR="00E00D30" w:rsidRDefault="00E00D30" w:rsidP="00E00D30">
      <w:r>
        <w:t>147.5399</w:t>
      </w:r>
      <w:r>
        <w:tab/>
        <w:t>3.038e0</w:t>
      </w:r>
    </w:p>
    <w:p w:rsidR="00E00D30" w:rsidRDefault="00E00D30" w:rsidP="00E00D30">
      <w:r>
        <w:lastRenderedPageBreak/>
        <w:t>147.5434</w:t>
      </w:r>
      <w:r>
        <w:tab/>
        <w:t>1.013e0</w:t>
      </w:r>
    </w:p>
    <w:p w:rsidR="00E00D30" w:rsidRDefault="00E00D30" w:rsidP="00E00D30">
      <w:r>
        <w:t>147.5533</w:t>
      </w:r>
      <w:r>
        <w:tab/>
        <w:t>1.013e0</w:t>
      </w:r>
    </w:p>
    <w:p w:rsidR="00E00D30" w:rsidRDefault="00E00D30" w:rsidP="00E00D30">
      <w:r>
        <w:t>147.5616</w:t>
      </w:r>
      <w:r>
        <w:tab/>
        <w:t>2.025e0</w:t>
      </w:r>
    </w:p>
    <w:p w:rsidR="00E00D30" w:rsidRDefault="00E00D30" w:rsidP="00E00D30">
      <w:r>
        <w:t>147.5690</w:t>
      </w:r>
      <w:r>
        <w:tab/>
        <w:t>1.013e0</w:t>
      </w:r>
    </w:p>
    <w:p w:rsidR="00E00D30" w:rsidRDefault="00E00D30" w:rsidP="00E00D30">
      <w:r>
        <w:t>147.5788</w:t>
      </w:r>
      <w:r>
        <w:tab/>
        <w:t>1.013e0</w:t>
      </w:r>
    </w:p>
    <w:p w:rsidR="00E00D30" w:rsidRDefault="00E00D30" w:rsidP="00E00D30">
      <w:r>
        <w:t>147.5968</w:t>
      </w:r>
      <w:r>
        <w:tab/>
        <w:t>2.025e0</w:t>
      </w:r>
    </w:p>
    <w:p w:rsidR="00E00D30" w:rsidRDefault="00E00D30" w:rsidP="00E00D30">
      <w:r>
        <w:t>147.6048</w:t>
      </w:r>
      <w:r>
        <w:tab/>
        <w:t>2.025e0</w:t>
      </w:r>
    </w:p>
    <w:p w:rsidR="00E00D30" w:rsidRDefault="00E00D30" w:rsidP="00E00D30">
      <w:r>
        <w:t>147.6140</w:t>
      </w:r>
      <w:r>
        <w:tab/>
        <w:t>1.013e0</w:t>
      </w:r>
    </w:p>
    <w:p w:rsidR="00E00D30" w:rsidRDefault="00E00D30" w:rsidP="00E00D30">
      <w:r>
        <w:t>147.6273</w:t>
      </w:r>
      <w:r>
        <w:tab/>
        <w:t>1.013e0</w:t>
      </w:r>
    </w:p>
    <w:p w:rsidR="00E00D30" w:rsidRDefault="00E00D30" w:rsidP="00E00D30">
      <w:r>
        <w:t>147.6456</w:t>
      </w:r>
      <w:r>
        <w:tab/>
        <w:t>2.025e0</w:t>
      </w:r>
    </w:p>
    <w:p w:rsidR="00E00D30" w:rsidRDefault="00E00D30" w:rsidP="00E00D30">
      <w:r>
        <w:t>147.6529</w:t>
      </w:r>
      <w:r>
        <w:tab/>
        <w:t>1.013e0</w:t>
      </w:r>
    </w:p>
    <w:p w:rsidR="00E00D30" w:rsidRDefault="00E00D30" w:rsidP="00E00D30">
      <w:r>
        <w:t>147.6660</w:t>
      </w:r>
      <w:r>
        <w:tab/>
        <w:t>1.013e0</w:t>
      </w:r>
    </w:p>
    <w:p w:rsidR="00E00D30" w:rsidRDefault="00E00D30" w:rsidP="00E00D30">
      <w:r>
        <w:t>147.6692</w:t>
      </w:r>
      <w:r>
        <w:tab/>
        <w:t>1.013e0</w:t>
      </w:r>
    </w:p>
    <w:p w:rsidR="00E00D30" w:rsidRDefault="00E00D30" w:rsidP="00E00D30">
      <w:r>
        <w:t>147.6725</w:t>
      </w:r>
      <w:r>
        <w:tab/>
        <w:t>1.013e0</w:t>
      </w:r>
    </w:p>
    <w:p w:rsidR="00E00D30" w:rsidRDefault="00E00D30" w:rsidP="00E00D30">
      <w:r>
        <w:t>147.6903</w:t>
      </w:r>
      <w:r>
        <w:tab/>
        <w:t>3.038e0</w:t>
      </w:r>
    </w:p>
    <w:p w:rsidR="00E00D30" w:rsidRDefault="00E00D30" w:rsidP="00E00D30">
      <w:r>
        <w:t>147.6981</w:t>
      </w:r>
      <w:r>
        <w:tab/>
        <w:t>1.013e0</w:t>
      </w:r>
    </w:p>
    <w:p w:rsidR="00E00D30" w:rsidRDefault="00E00D30" w:rsidP="00E00D30">
      <w:r>
        <w:t>147.7048</w:t>
      </w:r>
      <w:r>
        <w:tab/>
        <w:t>1.013e0</w:t>
      </w:r>
    </w:p>
    <w:p w:rsidR="00E00D30" w:rsidRDefault="00E00D30" w:rsidP="00E00D30">
      <w:r>
        <w:t>147.7302</w:t>
      </w:r>
      <w:r>
        <w:tab/>
        <w:t>1.013e0</w:t>
      </w:r>
    </w:p>
    <w:p w:rsidR="00E00D30" w:rsidRDefault="00E00D30" w:rsidP="00E00D30">
      <w:r>
        <w:t>147.7501</w:t>
      </w:r>
      <w:r>
        <w:tab/>
        <w:t>2.025e0</w:t>
      </w:r>
    </w:p>
    <w:p w:rsidR="00E00D30" w:rsidRDefault="00E00D30" w:rsidP="00E00D30">
      <w:r>
        <w:lastRenderedPageBreak/>
        <w:t>147.7566</w:t>
      </w:r>
      <w:r>
        <w:tab/>
        <w:t>1.013e0</w:t>
      </w:r>
    </w:p>
    <w:p w:rsidR="00E00D30" w:rsidRDefault="00E00D30" w:rsidP="00E00D30">
      <w:r>
        <w:t>147.7601</w:t>
      </w:r>
      <w:r>
        <w:tab/>
        <w:t>2.025e0</w:t>
      </w:r>
    </w:p>
    <w:p w:rsidR="00E00D30" w:rsidRDefault="00E00D30" w:rsidP="00E00D30">
      <w:r>
        <w:t>147.7632</w:t>
      </w:r>
      <w:r>
        <w:tab/>
        <w:t>1.013e0</w:t>
      </w:r>
    </w:p>
    <w:p w:rsidR="00E00D30" w:rsidRDefault="00E00D30" w:rsidP="00E00D30">
      <w:r>
        <w:t>147.7923</w:t>
      </w:r>
      <w:r>
        <w:tab/>
        <w:t>2.025e0</w:t>
      </w:r>
    </w:p>
    <w:p w:rsidR="00E00D30" w:rsidRDefault="00E00D30" w:rsidP="00E00D30">
      <w:r>
        <w:t>147.8020</w:t>
      </w:r>
      <w:r>
        <w:tab/>
        <w:t>1.013e0</w:t>
      </w:r>
    </w:p>
    <w:p w:rsidR="00E00D30" w:rsidRDefault="00E00D30" w:rsidP="00E00D30">
      <w:r>
        <w:t>147.8278</w:t>
      </w:r>
      <w:r>
        <w:tab/>
        <w:t>1.013e0</w:t>
      </w:r>
    </w:p>
    <w:p w:rsidR="00E00D30" w:rsidRDefault="00E00D30" w:rsidP="00E00D30">
      <w:r>
        <w:t>147.8342</w:t>
      </w:r>
      <w:r>
        <w:tab/>
        <w:t>1.013e0</w:t>
      </w:r>
    </w:p>
    <w:p w:rsidR="00E00D30" w:rsidRDefault="00E00D30" w:rsidP="00E00D30">
      <w:r>
        <w:t>147.8426</w:t>
      </w:r>
      <w:r>
        <w:tab/>
        <w:t>2.025e0</w:t>
      </w:r>
    </w:p>
    <w:p w:rsidR="00E00D30" w:rsidRDefault="00E00D30" w:rsidP="00E00D30">
      <w:r>
        <w:t>147.8498</w:t>
      </w:r>
      <w:r>
        <w:tab/>
        <w:t>1.013e0</w:t>
      </w:r>
    </w:p>
    <w:p w:rsidR="00E00D30" w:rsidRDefault="00E00D30" w:rsidP="00E00D30">
      <w:r>
        <w:t>147.8632</w:t>
      </w:r>
      <w:r>
        <w:tab/>
        <w:t>1.013e0</w:t>
      </w:r>
    </w:p>
    <w:p w:rsidR="00E00D30" w:rsidRDefault="00E00D30" w:rsidP="00E00D30">
      <w:r>
        <w:t>147.8663</w:t>
      </w:r>
      <w:r>
        <w:tab/>
        <w:t>2.025e0</w:t>
      </w:r>
    </w:p>
    <w:p w:rsidR="00E00D30" w:rsidRDefault="00E00D30" w:rsidP="00E00D30">
      <w:r>
        <w:t>147.8795</w:t>
      </w:r>
      <w:r>
        <w:tab/>
        <w:t>1.013e0</w:t>
      </w:r>
    </w:p>
    <w:p w:rsidR="00E00D30" w:rsidRDefault="00E00D30" w:rsidP="00E00D30">
      <w:r>
        <w:t>147.8951</w:t>
      </w:r>
      <w:r>
        <w:tab/>
        <w:t>1.013e0</w:t>
      </w:r>
    </w:p>
    <w:p w:rsidR="00E00D30" w:rsidRDefault="00E00D30" w:rsidP="00E00D30">
      <w:r>
        <w:t>147.9151</w:t>
      </w:r>
      <w:r>
        <w:tab/>
        <w:t>2.025e0</w:t>
      </w:r>
    </w:p>
    <w:p w:rsidR="00E00D30" w:rsidRDefault="00E00D30" w:rsidP="00E00D30">
      <w:r>
        <w:t>147.9275</w:t>
      </w:r>
      <w:r>
        <w:tab/>
        <w:t>1.013e0</w:t>
      </w:r>
    </w:p>
    <w:p w:rsidR="00E00D30" w:rsidRDefault="00E00D30" w:rsidP="00E00D30">
      <w:r>
        <w:t>147.9408</w:t>
      </w:r>
      <w:r>
        <w:tab/>
        <w:t>1.013e0</w:t>
      </w:r>
    </w:p>
    <w:p w:rsidR="00E00D30" w:rsidRDefault="00E00D30" w:rsidP="00E00D30">
      <w:r>
        <w:t>147.9438</w:t>
      </w:r>
      <w:r>
        <w:tab/>
        <w:t>1.013e0</w:t>
      </w:r>
    </w:p>
    <w:p w:rsidR="00E00D30" w:rsidRDefault="00E00D30" w:rsidP="00E00D30">
      <w:r>
        <w:t>147.9472</w:t>
      </w:r>
      <w:r>
        <w:tab/>
        <w:t>1.013e0</w:t>
      </w:r>
    </w:p>
    <w:p w:rsidR="00E00D30" w:rsidRDefault="00E00D30" w:rsidP="00E00D30">
      <w:r>
        <w:t>147.9573</w:t>
      </w:r>
      <w:r>
        <w:tab/>
        <w:t>1.013e0</w:t>
      </w:r>
    </w:p>
    <w:p w:rsidR="00E00D30" w:rsidRDefault="00E00D30" w:rsidP="00E00D30">
      <w:r>
        <w:lastRenderedPageBreak/>
        <w:t>147.9726</w:t>
      </w:r>
      <w:r>
        <w:tab/>
        <w:t>1.013e0</w:t>
      </w:r>
    </w:p>
    <w:p w:rsidR="00E00D30" w:rsidRDefault="00E00D30" w:rsidP="00E00D30">
      <w:r>
        <w:t>147.9793</w:t>
      </w:r>
      <w:r>
        <w:tab/>
        <w:t>1.013e0</w:t>
      </w:r>
    </w:p>
    <w:p w:rsidR="00E00D30" w:rsidRDefault="00E00D30" w:rsidP="00E00D30">
      <w:r>
        <w:t>147.9827</w:t>
      </w:r>
      <w:r>
        <w:tab/>
        <w:t>1.013e0</w:t>
      </w:r>
    </w:p>
    <w:p w:rsidR="00E00D30" w:rsidRDefault="00E00D30" w:rsidP="00E00D30">
      <w:r>
        <w:t>147.9992</w:t>
      </w:r>
      <w:r>
        <w:tab/>
        <w:t>1.013e0</w:t>
      </w:r>
    </w:p>
    <w:p w:rsidR="00E00D30" w:rsidRDefault="00E00D30" w:rsidP="00E00D30">
      <w:r>
        <w:t>148.0023</w:t>
      </w:r>
      <w:r>
        <w:tab/>
        <w:t>2.025e0</w:t>
      </w:r>
    </w:p>
    <w:p w:rsidR="00E00D30" w:rsidRDefault="00E00D30" w:rsidP="00E00D30">
      <w:r>
        <w:t>148.0116</w:t>
      </w:r>
      <w:r>
        <w:tab/>
        <w:t>1.013e0</w:t>
      </w:r>
    </w:p>
    <w:p w:rsidR="00E00D30" w:rsidRDefault="00E00D30" w:rsidP="00E00D30">
      <w:r>
        <w:t>148.0279</w:t>
      </w:r>
      <w:r>
        <w:tab/>
        <w:t>1.013e0</w:t>
      </w:r>
    </w:p>
    <w:p w:rsidR="00E00D30" w:rsidRDefault="00E00D30" w:rsidP="00E00D30">
      <w:r>
        <w:t>148.0297</w:t>
      </w:r>
      <w:r>
        <w:tab/>
        <w:t>6.076e0</w:t>
      </w:r>
    </w:p>
    <w:p w:rsidR="00E00D30" w:rsidRDefault="00E00D30" w:rsidP="00E00D30">
      <w:r>
        <w:t>148.0314</w:t>
      </w:r>
      <w:r>
        <w:tab/>
        <w:t>3.038e0</w:t>
      </w:r>
    </w:p>
    <w:p w:rsidR="00E00D30" w:rsidRDefault="00E00D30" w:rsidP="00E00D30">
      <w:r>
        <w:t>148.0412</w:t>
      </w:r>
      <w:r>
        <w:tab/>
        <w:t>1.013e0</w:t>
      </w:r>
    </w:p>
    <w:p w:rsidR="00E00D30" w:rsidRDefault="00E00D30" w:rsidP="00E00D30">
      <w:r>
        <w:t>148.0442</w:t>
      </w:r>
      <w:r>
        <w:tab/>
        <w:t>1.013e0</w:t>
      </w:r>
    </w:p>
    <w:p w:rsidR="00E00D30" w:rsidRDefault="00E00D30" w:rsidP="00E00D30">
      <w:r>
        <w:t>148.0568</w:t>
      </w:r>
      <w:r>
        <w:tab/>
        <w:t>1.013e0</w:t>
      </w:r>
    </w:p>
    <w:p w:rsidR="00E00D30" w:rsidRDefault="00E00D30" w:rsidP="00E00D30">
      <w:r>
        <w:t>148.0590</w:t>
      </w:r>
      <w:r>
        <w:tab/>
        <w:t>5.063e0</w:t>
      </w:r>
    </w:p>
    <w:p w:rsidR="00E00D30" w:rsidRDefault="00E00D30" w:rsidP="00E00D30">
      <w:r>
        <w:t>148.0602</w:t>
      </w:r>
      <w:r>
        <w:tab/>
        <w:t>2.025e0</w:t>
      </w:r>
    </w:p>
    <w:p w:rsidR="00E00D30" w:rsidRDefault="00E00D30" w:rsidP="00E00D30">
      <w:r>
        <w:t>148.0667</w:t>
      </w:r>
      <w:r>
        <w:tab/>
        <w:t>1.013e0</w:t>
      </w:r>
    </w:p>
    <w:p w:rsidR="00E00D30" w:rsidRDefault="00E00D30" w:rsidP="00E00D30">
      <w:r>
        <w:t>148.0700</w:t>
      </w:r>
      <w:r>
        <w:tab/>
        <w:t>2.025e0</w:t>
      </w:r>
    </w:p>
    <w:p w:rsidR="00E00D30" w:rsidRDefault="00E00D30" w:rsidP="00E00D30">
      <w:r>
        <w:t>148.0800</w:t>
      </w:r>
      <w:r>
        <w:tab/>
        <w:t>1.013e0</w:t>
      </w:r>
    </w:p>
    <w:p w:rsidR="00E00D30" w:rsidRDefault="00E00D30" w:rsidP="00E00D30">
      <w:r>
        <w:t>148.0819</w:t>
      </w:r>
      <w:r>
        <w:tab/>
        <w:t>5.063e0</w:t>
      </w:r>
    </w:p>
    <w:p w:rsidR="00E00D30" w:rsidRDefault="00E00D30" w:rsidP="00E00D30">
      <w:r>
        <w:t>148.0917</w:t>
      </w:r>
      <w:r>
        <w:tab/>
        <w:t>1.013e1</w:t>
      </w:r>
    </w:p>
    <w:p w:rsidR="00E00D30" w:rsidRDefault="00E00D30" w:rsidP="00E00D30">
      <w:r>
        <w:lastRenderedPageBreak/>
        <w:t>148.0935</w:t>
      </w:r>
      <w:r>
        <w:tab/>
        <w:t>3.038e0</w:t>
      </w:r>
    </w:p>
    <w:p w:rsidR="00E00D30" w:rsidRDefault="00E00D30" w:rsidP="00E00D30">
      <w:r>
        <w:t>148.0945</w:t>
      </w:r>
      <w:r>
        <w:tab/>
        <w:t>4.051e0</w:t>
      </w:r>
    </w:p>
    <w:p w:rsidR="00E00D30" w:rsidRDefault="00E00D30" w:rsidP="00E00D30">
      <w:r>
        <w:t>148.0956</w:t>
      </w:r>
      <w:r>
        <w:tab/>
        <w:t>1.013e0</w:t>
      </w:r>
    </w:p>
    <w:p w:rsidR="00E00D30" w:rsidRDefault="00E00D30" w:rsidP="00E00D30">
      <w:r>
        <w:t>148.0975</w:t>
      </w:r>
      <w:r>
        <w:tab/>
        <w:t>4.051e0</w:t>
      </w:r>
    </w:p>
    <w:p w:rsidR="00E00D30" w:rsidRDefault="00E00D30" w:rsidP="00E00D30">
      <w:r>
        <w:t>148.1088</w:t>
      </w:r>
      <w:r>
        <w:tab/>
        <w:t>3.038e0</w:t>
      </w:r>
    </w:p>
    <w:p w:rsidR="00E00D30" w:rsidRDefault="00E00D30" w:rsidP="00E00D30">
      <w:r>
        <w:t>148.1121</w:t>
      </w:r>
      <w:r>
        <w:tab/>
        <w:t>1.013e0</w:t>
      </w:r>
    </w:p>
    <w:p w:rsidR="00E00D30" w:rsidRDefault="00E00D30" w:rsidP="00E00D30">
      <w:r>
        <w:t>148.1137</w:t>
      </w:r>
      <w:r>
        <w:tab/>
        <w:t>2.025e0</w:t>
      </w:r>
    </w:p>
    <w:p w:rsidR="00E00D30" w:rsidRDefault="00E00D30" w:rsidP="00E00D30">
      <w:r>
        <w:t>148.1157</w:t>
      </w:r>
      <w:r>
        <w:tab/>
        <w:t>2.025e0</w:t>
      </w:r>
    </w:p>
    <w:p w:rsidR="00E00D30" w:rsidRDefault="00E00D30" w:rsidP="00E00D30">
      <w:r>
        <w:t>148.1220</w:t>
      </w:r>
      <w:r>
        <w:tab/>
        <w:t>2.025e0</w:t>
      </w:r>
    </w:p>
    <w:p w:rsidR="00E00D30" w:rsidRDefault="00E00D30" w:rsidP="00E00D30">
      <w:r>
        <w:t>148.1280</w:t>
      </w:r>
      <w:r>
        <w:tab/>
        <w:t>1.013e0</w:t>
      </w:r>
    </w:p>
    <w:p w:rsidR="00E00D30" w:rsidRDefault="00E00D30" w:rsidP="00E00D30">
      <w:r>
        <w:t>148.1343</w:t>
      </w:r>
      <w:r>
        <w:tab/>
        <w:t>1.013e0</w:t>
      </w:r>
    </w:p>
    <w:p w:rsidR="00E00D30" w:rsidRDefault="00E00D30" w:rsidP="00E00D30">
      <w:r>
        <w:t>148.1410</w:t>
      </w:r>
      <w:r>
        <w:tab/>
        <w:t>2.025e0</w:t>
      </w:r>
    </w:p>
    <w:p w:rsidR="00E00D30" w:rsidRDefault="00E00D30" w:rsidP="00E00D30">
      <w:r>
        <w:t>148.1443</w:t>
      </w:r>
      <w:r>
        <w:tab/>
        <w:t>1.013e0</w:t>
      </w:r>
    </w:p>
    <w:p w:rsidR="00E00D30" w:rsidRDefault="00E00D30" w:rsidP="00E00D30">
      <w:r>
        <w:t>148.1476</w:t>
      </w:r>
      <w:r>
        <w:tab/>
        <w:t>1.013e0</w:t>
      </w:r>
    </w:p>
    <w:p w:rsidR="00E00D30" w:rsidRDefault="00E00D30" w:rsidP="00E00D30">
      <w:r>
        <w:t>148.1542</w:t>
      </w:r>
      <w:r>
        <w:tab/>
        <w:t>2.025e0</w:t>
      </w:r>
    </w:p>
    <w:p w:rsidR="00E00D30" w:rsidRDefault="00E00D30" w:rsidP="00E00D30">
      <w:r>
        <w:t>148.1575</w:t>
      </w:r>
      <w:r>
        <w:tab/>
        <w:t>1.013e0</w:t>
      </w:r>
    </w:p>
    <w:p w:rsidR="00E00D30" w:rsidRDefault="00E00D30" w:rsidP="00E00D30">
      <w:r>
        <w:t>148.1671</w:t>
      </w:r>
      <w:r>
        <w:tab/>
        <w:t>1.013e0</w:t>
      </w:r>
    </w:p>
    <w:p w:rsidR="00E00D30" w:rsidRDefault="00E00D30" w:rsidP="00E00D30">
      <w:r>
        <w:t>148.1732</w:t>
      </w:r>
      <w:r>
        <w:tab/>
        <w:t>1.013e0</w:t>
      </w:r>
    </w:p>
    <w:p w:rsidR="00E00D30" w:rsidRDefault="00E00D30" w:rsidP="00E00D30">
      <w:r>
        <w:t>148.1765</w:t>
      </w:r>
      <w:r>
        <w:tab/>
        <w:t>1.013e0</w:t>
      </w:r>
    </w:p>
    <w:p w:rsidR="00E00D30" w:rsidRDefault="00E00D30" w:rsidP="00E00D30">
      <w:r>
        <w:lastRenderedPageBreak/>
        <w:t>148.1798</w:t>
      </w:r>
      <w:r>
        <w:tab/>
        <w:t>1.013e0</w:t>
      </w:r>
    </w:p>
    <w:p w:rsidR="00E00D30" w:rsidRDefault="00E00D30" w:rsidP="00E00D30">
      <w:r>
        <w:t>148.1864</w:t>
      </w:r>
      <w:r>
        <w:tab/>
        <w:t>1.013e0</w:t>
      </w:r>
    </w:p>
    <w:p w:rsidR="00E00D30" w:rsidRDefault="00E00D30" w:rsidP="00E00D30">
      <w:r>
        <w:t>148.1897</w:t>
      </w:r>
      <w:r>
        <w:tab/>
        <w:t>1.013e0</w:t>
      </w:r>
    </w:p>
    <w:p w:rsidR="00E00D30" w:rsidRDefault="00E00D30" w:rsidP="00E00D30">
      <w:r>
        <w:t>148.1980</w:t>
      </w:r>
      <w:r>
        <w:tab/>
        <w:t>2.025e0</w:t>
      </w:r>
    </w:p>
    <w:p w:rsidR="00E00D30" w:rsidRDefault="00E00D30" w:rsidP="00E00D30">
      <w:r>
        <w:t>148.2153</w:t>
      </w:r>
      <w:r>
        <w:tab/>
        <w:t>1.013e0</w:t>
      </w:r>
    </w:p>
    <w:p w:rsidR="00E00D30" w:rsidRDefault="00E00D30" w:rsidP="00E00D30">
      <w:r>
        <w:t>148.2220</w:t>
      </w:r>
      <w:r>
        <w:tab/>
        <w:t>1.013e0</w:t>
      </w:r>
    </w:p>
    <w:p w:rsidR="00E00D30" w:rsidRDefault="00E00D30" w:rsidP="00E00D30">
      <w:r>
        <w:t>148.2252</w:t>
      </w:r>
      <w:r>
        <w:tab/>
        <w:t>1.013e0</w:t>
      </w:r>
    </w:p>
    <w:p w:rsidR="00E00D30" w:rsidRDefault="00E00D30" w:rsidP="00E00D30">
      <w:r>
        <w:t>148.2419</w:t>
      </w:r>
      <w:r>
        <w:tab/>
        <w:t>2.025e0</w:t>
      </w:r>
    </w:p>
    <w:p w:rsidR="00E00D30" w:rsidRDefault="00E00D30" w:rsidP="00E00D30">
      <w:r>
        <w:t>148.2447</w:t>
      </w:r>
      <w:r>
        <w:tab/>
        <w:t>1.013e0</w:t>
      </w:r>
    </w:p>
    <w:p w:rsidR="00E00D30" w:rsidRDefault="00E00D30" w:rsidP="00E00D30">
      <w:r>
        <w:t>148.2541</w:t>
      </w:r>
      <w:r>
        <w:tab/>
        <w:t>1.013e0</w:t>
      </w:r>
    </w:p>
    <w:p w:rsidR="00E00D30" w:rsidRDefault="00E00D30" w:rsidP="00E00D30">
      <w:r>
        <w:t>148.2783</w:t>
      </w:r>
      <w:r>
        <w:tab/>
        <w:t>3.038e0</w:t>
      </w:r>
    </w:p>
    <w:p w:rsidR="00E00D30" w:rsidRDefault="00E00D30" w:rsidP="00E00D30">
      <w:r>
        <w:t>148.3080</w:t>
      </w:r>
      <w:r>
        <w:tab/>
        <w:t>2.025e0</w:t>
      </w:r>
    </w:p>
    <w:p w:rsidR="00E00D30" w:rsidRDefault="00E00D30" w:rsidP="00E00D30">
      <w:r>
        <w:t>148.3129</w:t>
      </w:r>
      <w:r>
        <w:tab/>
        <w:t>1.013e0</w:t>
      </w:r>
    </w:p>
    <w:p w:rsidR="00E00D30" w:rsidRDefault="00E00D30" w:rsidP="00E00D30">
      <w:r>
        <w:t>148.3287</w:t>
      </w:r>
      <w:r>
        <w:tab/>
        <w:t>1.013e0</w:t>
      </w:r>
    </w:p>
    <w:p w:rsidR="00E00D30" w:rsidRDefault="00E00D30" w:rsidP="00E00D30">
      <w:r>
        <w:t>148.3349</w:t>
      </w:r>
      <w:r>
        <w:tab/>
        <w:t>1.013e0</w:t>
      </w:r>
    </w:p>
    <w:p w:rsidR="00E00D30" w:rsidRDefault="00E00D30" w:rsidP="00E00D30">
      <w:r>
        <w:t>148.3417</w:t>
      </w:r>
      <w:r>
        <w:tab/>
        <w:t>3.038e0</w:t>
      </w:r>
    </w:p>
    <w:p w:rsidR="00E00D30" w:rsidRDefault="00E00D30" w:rsidP="00E00D30">
      <w:r>
        <w:t>148.3550</w:t>
      </w:r>
      <w:r>
        <w:tab/>
        <w:t>1.013e0</w:t>
      </w:r>
    </w:p>
    <w:p w:rsidR="00E00D30" w:rsidRDefault="00E00D30" w:rsidP="00E00D30">
      <w:r>
        <w:t>148.3647</w:t>
      </w:r>
      <w:r>
        <w:tab/>
        <w:t>1.013e0</w:t>
      </w:r>
    </w:p>
    <w:p w:rsidR="00E00D30" w:rsidRDefault="00E00D30" w:rsidP="00E00D30">
      <w:r>
        <w:t>148.3807</w:t>
      </w:r>
      <w:r>
        <w:tab/>
        <w:t>1.013e0</w:t>
      </w:r>
    </w:p>
    <w:p w:rsidR="00E00D30" w:rsidRDefault="00E00D30" w:rsidP="00E00D30">
      <w:r>
        <w:lastRenderedPageBreak/>
        <w:t>148.3904</w:t>
      </w:r>
      <w:r>
        <w:tab/>
        <w:t>1.013e0</w:t>
      </w:r>
    </w:p>
    <w:p w:rsidR="00E00D30" w:rsidRDefault="00E00D30" w:rsidP="00E00D30">
      <w:r>
        <w:t>148.3938</w:t>
      </w:r>
      <w:r>
        <w:tab/>
        <w:t>1.013e0</w:t>
      </w:r>
    </w:p>
    <w:p w:rsidR="00E00D30" w:rsidRDefault="00E00D30" w:rsidP="00E00D30">
      <w:r>
        <w:t>148.4226</w:t>
      </w:r>
      <w:r>
        <w:tab/>
        <w:t>1.013e0</w:t>
      </w:r>
    </w:p>
    <w:p w:rsidR="00E00D30" w:rsidRDefault="00E00D30" w:rsidP="00E00D30">
      <w:r>
        <w:t>148.4259</w:t>
      </w:r>
      <w:r>
        <w:tab/>
        <w:t>1.013e0</w:t>
      </w:r>
    </w:p>
    <w:p w:rsidR="00E00D30" w:rsidRDefault="00E00D30" w:rsidP="00E00D30">
      <w:r>
        <w:t>148.4291</w:t>
      </w:r>
      <w:r>
        <w:tab/>
        <w:t>1.013e0</w:t>
      </w:r>
    </w:p>
    <w:p w:rsidR="00E00D30" w:rsidRDefault="00E00D30" w:rsidP="00E00D30">
      <w:r>
        <w:t>148.4456</w:t>
      </w:r>
      <w:r>
        <w:tab/>
        <w:t>1.013e0</w:t>
      </w:r>
    </w:p>
    <w:p w:rsidR="00E00D30" w:rsidRDefault="00E00D30" w:rsidP="00E00D30">
      <w:r>
        <w:t>148.4518</w:t>
      </w:r>
      <w:r>
        <w:tab/>
        <w:t>1.013e0</w:t>
      </w:r>
    </w:p>
    <w:p w:rsidR="00E00D30" w:rsidRDefault="00E00D30" w:rsidP="00E00D30">
      <w:r>
        <w:t>148.4547</w:t>
      </w:r>
      <w:r>
        <w:tab/>
        <w:t>1.013e0</w:t>
      </w:r>
    </w:p>
    <w:p w:rsidR="00E00D30" w:rsidRDefault="00E00D30" w:rsidP="00E00D30">
      <w:r>
        <w:t>148.4614</w:t>
      </w:r>
      <w:r>
        <w:tab/>
        <w:t>1.013e0</w:t>
      </w:r>
    </w:p>
    <w:p w:rsidR="00E00D30" w:rsidRDefault="00E00D30" w:rsidP="00E00D30">
      <w:r>
        <w:t>148.4936</w:t>
      </w:r>
      <w:r>
        <w:tab/>
        <w:t>1.013e0</w:t>
      </w:r>
    </w:p>
    <w:p w:rsidR="00E00D30" w:rsidRDefault="00E00D30" w:rsidP="00E00D30">
      <w:r>
        <w:t>148.4969</w:t>
      </w:r>
      <w:r>
        <w:tab/>
        <w:t>2.025e0</w:t>
      </w:r>
    </w:p>
    <w:p w:rsidR="00E00D30" w:rsidRDefault="00E00D30" w:rsidP="00E00D30">
      <w:r>
        <w:t>148.5002</w:t>
      </w:r>
      <w:r>
        <w:tab/>
        <w:t>1.013e0</w:t>
      </w:r>
    </w:p>
    <w:p w:rsidR="00E00D30" w:rsidRDefault="00E00D30" w:rsidP="00E00D30">
      <w:r>
        <w:t>148.5167</w:t>
      </w:r>
      <w:r>
        <w:tab/>
        <w:t>1.013e0</w:t>
      </w:r>
    </w:p>
    <w:p w:rsidR="00E00D30" w:rsidRDefault="00E00D30" w:rsidP="00E00D30">
      <w:r>
        <w:t>148.5272</w:t>
      </w:r>
      <w:r>
        <w:tab/>
        <w:t>4.051e0</w:t>
      </w:r>
    </w:p>
    <w:p w:rsidR="00E00D30" w:rsidRDefault="00E00D30" w:rsidP="00E00D30">
      <w:r>
        <w:t>148.5298</w:t>
      </w:r>
      <w:r>
        <w:tab/>
        <w:t>1.013e0</w:t>
      </w:r>
    </w:p>
    <w:p w:rsidR="00E00D30" w:rsidRDefault="00E00D30" w:rsidP="00E00D30">
      <w:r>
        <w:t>148.5326</w:t>
      </w:r>
      <w:r>
        <w:tab/>
        <w:t>2.025e0</w:t>
      </w:r>
    </w:p>
    <w:p w:rsidR="00E00D30" w:rsidRDefault="00E00D30" w:rsidP="00E00D30">
      <w:r>
        <w:t>148.5358</w:t>
      </w:r>
      <w:r>
        <w:tab/>
        <w:t>1.013e0</w:t>
      </w:r>
    </w:p>
    <w:p w:rsidR="00E00D30" w:rsidRDefault="00E00D30" w:rsidP="00E00D30">
      <w:r>
        <w:t>148.5423</w:t>
      </w:r>
      <w:r>
        <w:tab/>
        <w:t>1.013e0</w:t>
      </w:r>
    </w:p>
    <w:p w:rsidR="00E00D30" w:rsidRDefault="00E00D30" w:rsidP="00E00D30">
      <w:r>
        <w:t>148.5490</w:t>
      </w:r>
      <w:r>
        <w:tab/>
        <w:t>1.013e0</w:t>
      </w:r>
    </w:p>
    <w:p w:rsidR="00E00D30" w:rsidRDefault="00E00D30" w:rsidP="00E00D30">
      <w:r>
        <w:lastRenderedPageBreak/>
        <w:t>148.5522</w:t>
      </w:r>
      <w:r>
        <w:tab/>
        <w:t>1.013e0</w:t>
      </w:r>
    </w:p>
    <w:p w:rsidR="00E00D30" w:rsidRDefault="00E00D30" w:rsidP="00E00D30">
      <w:r>
        <w:t>148.5555</w:t>
      </w:r>
      <w:r>
        <w:tab/>
        <w:t>1.013e0</w:t>
      </w:r>
    </w:p>
    <w:p w:rsidR="00E00D30" w:rsidRDefault="00E00D30" w:rsidP="00E00D30">
      <w:r>
        <w:t>148.5574</w:t>
      </w:r>
      <w:r>
        <w:tab/>
        <w:t>2.025e0</w:t>
      </w:r>
    </w:p>
    <w:p w:rsidR="00E00D30" w:rsidRDefault="00E00D30" w:rsidP="00E00D30">
      <w:r>
        <w:t>148.5657</w:t>
      </w:r>
      <w:r>
        <w:tab/>
        <w:t>2.025e0</w:t>
      </w:r>
    </w:p>
    <w:p w:rsidR="00E00D30" w:rsidRDefault="00E00D30" w:rsidP="00E00D30">
      <w:r>
        <w:t>148.5718</w:t>
      </w:r>
      <w:r>
        <w:tab/>
        <w:t>1.013e0</w:t>
      </w:r>
    </w:p>
    <w:p w:rsidR="00E00D30" w:rsidRDefault="00E00D30" w:rsidP="00E00D30">
      <w:r>
        <w:t>148.5910</w:t>
      </w:r>
      <w:r>
        <w:tab/>
        <w:t>1.013e0</w:t>
      </w:r>
    </w:p>
    <w:p w:rsidR="00E00D30" w:rsidRDefault="00E00D30" w:rsidP="00E00D30">
      <w:r>
        <w:t>148.6096</w:t>
      </w:r>
      <w:r>
        <w:tab/>
        <w:t>2.025e0</w:t>
      </w:r>
    </w:p>
    <w:p w:rsidR="00E00D30" w:rsidRDefault="00E00D30" w:rsidP="00E00D30">
      <w:r>
        <w:t>148.6136</w:t>
      </w:r>
      <w:r>
        <w:tab/>
        <w:t>1.013e0</w:t>
      </w:r>
    </w:p>
    <w:p w:rsidR="00E00D30" w:rsidRDefault="00E00D30" w:rsidP="00E00D30">
      <w:r>
        <w:t>148.6200</w:t>
      </w:r>
      <w:r>
        <w:tab/>
        <w:t>1.013e0</w:t>
      </w:r>
    </w:p>
    <w:p w:rsidR="00E00D30" w:rsidRDefault="00E00D30" w:rsidP="00E00D30">
      <w:r>
        <w:t>148.6267</w:t>
      </w:r>
      <w:r>
        <w:tab/>
        <w:t>1.013e0</w:t>
      </w:r>
    </w:p>
    <w:p w:rsidR="00E00D30" w:rsidRDefault="00E00D30" w:rsidP="00E00D30">
      <w:r>
        <w:t>148.6367</w:t>
      </w:r>
      <w:r>
        <w:tab/>
        <w:t>1.013e0</w:t>
      </w:r>
    </w:p>
    <w:p w:rsidR="00E00D30" w:rsidRDefault="00E00D30" w:rsidP="00E00D30">
      <w:r>
        <w:t>148.6398</w:t>
      </w:r>
      <w:r>
        <w:tab/>
        <w:t>1.013e0</w:t>
      </w:r>
    </w:p>
    <w:p w:rsidR="00E00D30" w:rsidRDefault="00E00D30" w:rsidP="00E00D30">
      <w:r>
        <w:t>148.6556</w:t>
      </w:r>
      <w:r>
        <w:tab/>
        <w:t>1.013e0</w:t>
      </w:r>
    </w:p>
    <w:p w:rsidR="00E00D30" w:rsidRDefault="00E00D30" w:rsidP="00E00D30">
      <w:r>
        <w:t>148.6655</w:t>
      </w:r>
      <w:r>
        <w:tab/>
        <w:t>1.013e0</w:t>
      </w:r>
    </w:p>
    <w:p w:rsidR="00E00D30" w:rsidRDefault="00E00D30" w:rsidP="00E00D30">
      <w:r>
        <w:t>148.6688</w:t>
      </w:r>
      <w:r>
        <w:tab/>
        <w:t>1.013e0</w:t>
      </w:r>
    </w:p>
    <w:p w:rsidR="00E00D30" w:rsidRDefault="00E00D30" w:rsidP="00E00D30">
      <w:r>
        <w:t>148.6919</w:t>
      </w:r>
      <w:r>
        <w:tab/>
        <w:t>1.013e0</w:t>
      </w:r>
    </w:p>
    <w:p w:rsidR="00E00D30" w:rsidRDefault="00E00D30" w:rsidP="00E00D30">
      <w:r>
        <w:t>148.6947</w:t>
      </w:r>
      <w:r>
        <w:tab/>
        <w:t>1.013e0</w:t>
      </w:r>
    </w:p>
    <w:p w:rsidR="00E00D30" w:rsidRDefault="00E00D30" w:rsidP="00E00D30">
      <w:r>
        <w:t>148.7025</w:t>
      </w:r>
      <w:r>
        <w:tab/>
        <w:t>2.025e0</w:t>
      </w:r>
    </w:p>
    <w:p w:rsidR="00E00D30" w:rsidRDefault="00E00D30" w:rsidP="00E00D30">
      <w:r>
        <w:t>148.7209</w:t>
      </w:r>
      <w:r>
        <w:tab/>
        <w:t>1.013e0</w:t>
      </w:r>
    </w:p>
    <w:p w:rsidR="00E00D30" w:rsidRDefault="00E00D30" w:rsidP="00E00D30">
      <w:r>
        <w:lastRenderedPageBreak/>
        <w:t>148.7242</w:t>
      </w:r>
      <w:r>
        <w:tab/>
        <w:t>1.013e0</w:t>
      </w:r>
    </w:p>
    <w:p w:rsidR="00E00D30" w:rsidRDefault="00E00D30" w:rsidP="00E00D30">
      <w:r>
        <w:t>148.7337</w:t>
      </w:r>
      <w:r>
        <w:tab/>
        <w:t>1.013e0</w:t>
      </w:r>
    </w:p>
    <w:p w:rsidR="00E00D30" w:rsidRDefault="00E00D30" w:rsidP="00E00D30">
      <w:r>
        <w:t>148.7396</w:t>
      </w:r>
      <w:r>
        <w:tab/>
        <w:t>2.025e0</w:t>
      </w:r>
    </w:p>
    <w:p w:rsidR="00E00D30" w:rsidRDefault="00E00D30" w:rsidP="00E00D30">
      <w:r>
        <w:t>148.7431</w:t>
      </w:r>
      <w:r>
        <w:tab/>
        <w:t>2.025e0</w:t>
      </w:r>
    </w:p>
    <w:p w:rsidR="00E00D30" w:rsidRDefault="00E00D30" w:rsidP="00E00D30">
      <w:r>
        <w:t>148.7499</w:t>
      </w:r>
      <w:r>
        <w:tab/>
        <w:t>2.025e0</w:t>
      </w:r>
    </w:p>
    <w:p w:rsidR="00E00D30" w:rsidRDefault="00E00D30" w:rsidP="00E00D30">
      <w:r>
        <w:t>148.7757</w:t>
      </w:r>
      <w:r>
        <w:tab/>
        <w:t>1.013e0</w:t>
      </w:r>
    </w:p>
    <w:p w:rsidR="00E00D30" w:rsidRDefault="00E00D30" w:rsidP="00E00D30">
      <w:r>
        <w:t>148.7902</w:t>
      </w:r>
      <w:r>
        <w:tab/>
        <w:t>2.025e0</w:t>
      </w:r>
    </w:p>
    <w:p w:rsidR="00E00D30" w:rsidRDefault="00E00D30" w:rsidP="00E00D30">
      <w:r>
        <w:t>148.7936</w:t>
      </w:r>
      <w:r>
        <w:tab/>
        <w:t>2.025e0</w:t>
      </w:r>
    </w:p>
    <w:p w:rsidR="00E00D30" w:rsidRDefault="00E00D30" w:rsidP="00E00D30">
      <w:r>
        <w:t>148.8021</w:t>
      </w:r>
      <w:r>
        <w:tab/>
        <w:t>1.013e0</w:t>
      </w:r>
    </w:p>
    <w:p w:rsidR="00E00D30" w:rsidRDefault="00E00D30" w:rsidP="00E00D30">
      <w:r>
        <w:t>148.8211</w:t>
      </w:r>
      <w:r>
        <w:tab/>
        <w:t>1.013e0</w:t>
      </w:r>
    </w:p>
    <w:p w:rsidR="00E00D30" w:rsidRDefault="00E00D30" w:rsidP="00E00D30">
      <w:r>
        <w:t>148.8241</w:t>
      </w:r>
      <w:r>
        <w:tab/>
        <w:t>1.013e0</w:t>
      </w:r>
    </w:p>
    <w:p w:rsidR="00E00D30" w:rsidRDefault="00E00D30" w:rsidP="00E00D30">
      <w:r>
        <w:t>148.8343</w:t>
      </w:r>
      <w:r>
        <w:tab/>
        <w:t>1.013e0</w:t>
      </w:r>
    </w:p>
    <w:p w:rsidR="00E00D30" w:rsidRDefault="00E00D30" w:rsidP="00E00D30">
      <w:r>
        <w:t>148.8441</w:t>
      </w:r>
      <w:r>
        <w:tab/>
        <w:t>1.013e0</w:t>
      </w:r>
    </w:p>
    <w:p w:rsidR="00E00D30" w:rsidRDefault="00E00D30" w:rsidP="00E00D30">
      <w:r>
        <w:t>148.8629</w:t>
      </w:r>
      <w:r>
        <w:tab/>
        <w:t>3.038e0</w:t>
      </w:r>
    </w:p>
    <w:p w:rsidR="00E00D30" w:rsidRDefault="00E00D30" w:rsidP="00E00D30">
      <w:r>
        <w:t>148.8831</w:t>
      </w:r>
      <w:r>
        <w:tab/>
        <w:t>1.013e0</w:t>
      </w:r>
    </w:p>
    <w:p w:rsidR="00E00D30" w:rsidRDefault="00E00D30" w:rsidP="00E00D30">
      <w:r>
        <w:t>148.8929</w:t>
      </w:r>
      <w:r>
        <w:tab/>
        <w:t>1.013e0</w:t>
      </w:r>
    </w:p>
    <w:p w:rsidR="00E00D30" w:rsidRDefault="00E00D30" w:rsidP="00E00D30">
      <w:r>
        <w:t>148.8962</w:t>
      </w:r>
      <w:r>
        <w:tab/>
        <w:t>1.013e0</w:t>
      </w:r>
    </w:p>
    <w:p w:rsidR="00E00D30" w:rsidRDefault="00E00D30" w:rsidP="00E00D30">
      <w:r>
        <w:t>148.9218</w:t>
      </w:r>
      <w:r>
        <w:tab/>
        <w:t>1.013e0</w:t>
      </w:r>
    </w:p>
    <w:p w:rsidR="00E00D30" w:rsidRDefault="00E00D30" w:rsidP="00E00D30">
      <w:r>
        <w:t>148.9317</w:t>
      </w:r>
      <w:r>
        <w:tab/>
        <w:t>1.013e0</w:t>
      </w:r>
    </w:p>
    <w:p w:rsidR="00E00D30" w:rsidRDefault="00E00D30" w:rsidP="00E00D30">
      <w:r>
        <w:lastRenderedPageBreak/>
        <w:t>148.9411</w:t>
      </w:r>
      <w:r>
        <w:tab/>
        <w:t>2.025e0</w:t>
      </w:r>
    </w:p>
    <w:p w:rsidR="00E00D30" w:rsidRDefault="00E00D30" w:rsidP="00E00D30">
      <w:r>
        <w:t>148.9474</w:t>
      </w:r>
      <w:r>
        <w:tab/>
        <w:t>1.013e0</w:t>
      </w:r>
    </w:p>
    <w:p w:rsidR="00E00D30" w:rsidRDefault="00E00D30" w:rsidP="00E00D30">
      <w:r>
        <w:t>148.9705</w:t>
      </w:r>
      <w:r>
        <w:tab/>
        <w:t>1.013e0</w:t>
      </w:r>
    </w:p>
    <w:p w:rsidR="00E00D30" w:rsidRDefault="00E00D30" w:rsidP="00E00D30">
      <w:r>
        <w:t>148.9802</w:t>
      </w:r>
      <w:r>
        <w:tab/>
        <w:t>1.013e0</w:t>
      </w:r>
    </w:p>
    <w:p w:rsidR="00E00D30" w:rsidRDefault="00E00D30" w:rsidP="00E00D30">
      <w:r>
        <w:t>148.9832</w:t>
      </w:r>
      <w:r>
        <w:tab/>
        <w:t>1.013e0</w:t>
      </w:r>
    </w:p>
    <w:p w:rsidR="00E00D30" w:rsidRDefault="00E00D30" w:rsidP="00E00D30">
      <w:r>
        <w:t>148.9863</w:t>
      </w:r>
      <w:r>
        <w:tab/>
        <w:t>2.025e0</w:t>
      </w:r>
    </w:p>
    <w:p w:rsidR="00E00D30" w:rsidRDefault="00E00D30" w:rsidP="00E00D30">
      <w:r>
        <w:t>148.9929</w:t>
      </w:r>
      <w:r>
        <w:tab/>
        <w:t>1.013e0</w:t>
      </w:r>
    </w:p>
    <w:p w:rsidR="00E00D30" w:rsidRDefault="00E00D30" w:rsidP="00E00D30">
      <w:r>
        <w:t>149.0238</w:t>
      </w:r>
      <w:r>
        <w:tab/>
        <w:t>1.682e1</w:t>
      </w:r>
    </w:p>
    <w:p w:rsidR="00E00D30" w:rsidRDefault="00E00D30" w:rsidP="00E00D30">
      <w:r>
        <w:t>149.0248</w:t>
      </w:r>
      <w:r>
        <w:tab/>
        <w:t>3.665e1</w:t>
      </w:r>
    </w:p>
    <w:p w:rsidR="00E00D30" w:rsidRDefault="00E00D30" w:rsidP="00E00D30">
      <w:r>
        <w:t>149.0267</w:t>
      </w:r>
      <w:r>
        <w:tab/>
        <w:t>6.386e1</w:t>
      </w:r>
    </w:p>
    <w:p w:rsidR="00E00D30" w:rsidRDefault="00E00D30" w:rsidP="00E00D30">
      <w:r>
        <w:t>149.0286</w:t>
      </w:r>
      <w:r>
        <w:tab/>
        <w:t>3.342e1</w:t>
      </w:r>
    </w:p>
    <w:p w:rsidR="00E00D30" w:rsidRDefault="00E00D30" w:rsidP="00E00D30">
      <w:r>
        <w:t>149.0450</w:t>
      </w:r>
      <w:r>
        <w:tab/>
        <w:t>2.025e0</w:t>
      </w:r>
    </w:p>
    <w:p w:rsidR="00E00D30" w:rsidRDefault="00E00D30" w:rsidP="00E00D30">
      <w:r>
        <w:t>149.0489</w:t>
      </w:r>
      <w:r>
        <w:tab/>
        <w:t>2.499e0</w:t>
      </w:r>
    </w:p>
    <w:p w:rsidR="00E00D30" w:rsidRDefault="00E00D30" w:rsidP="00E00D30">
      <w:r>
        <w:t>149.0601</w:t>
      </w:r>
      <w:r>
        <w:tab/>
        <w:t>2.025e0</w:t>
      </w:r>
    </w:p>
    <w:p w:rsidR="00E00D30" w:rsidRDefault="00E00D30" w:rsidP="00E00D30">
      <w:r>
        <w:t>149.0616</w:t>
      </w:r>
      <w:r>
        <w:tab/>
        <w:t>1.013e0</w:t>
      </w:r>
    </w:p>
    <w:p w:rsidR="00E00D30" w:rsidRDefault="00E00D30" w:rsidP="00E00D30">
      <w:r>
        <w:t>149.0644</w:t>
      </w:r>
      <w:r>
        <w:tab/>
        <w:t>1.013e0</w:t>
      </w:r>
    </w:p>
    <w:p w:rsidR="00E00D30" w:rsidRDefault="00E00D30" w:rsidP="00E00D30">
      <w:r>
        <w:t>149.0706</w:t>
      </w:r>
      <w:r>
        <w:tab/>
        <w:t>1.013e0</w:t>
      </w:r>
    </w:p>
    <w:p w:rsidR="00E00D30" w:rsidRDefault="00E00D30" w:rsidP="00E00D30">
      <w:r>
        <w:t>149.0756</w:t>
      </w:r>
      <w:r>
        <w:tab/>
        <w:t>2.025e0</w:t>
      </w:r>
    </w:p>
    <w:p w:rsidR="00E00D30" w:rsidRDefault="00E00D30" w:rsidP="00E00D30">
      <w:r>
        <w:t>149.0773</w:t>
      </w:r>
      <w:r>
        <w:tab/>
        <w:t>1.013e0</w:t>
      </w:r>
    </w:p>
    <w:p w:rsidR="00E00D30" w:rsidRDefault="00E00D30" w:rsidP="00E00D30">
      <w:r>
        <w:lastRenderedPageBreak/>
        <w:t>149.0839</w:t>
      </w:r>
      <w:r>
        <w:tab/>
        <w:t>2.025e0</w:t>
      </w:r>
    </w:p>
    <w:p w:rsidR="00E00D30" w:rsidRDefault="00E00D30" w:rsidP="00E00D30">
      <w:r>
        <w:t>149.0939</w:t>
      </w:r>
      <w:r>
        <w:tab/>
        <w:t>2.025e0</w:t>
      </w:r>
    </w:p>
    <w:p w:rsidR="00E00D30" w:rsidRDefault="00E00D30" w:rsidP="00E00D30">
      <w:r>
        <w:t>149.0958</w:t>
      </w:r>
      <w:r>
        <w:tab/>
        <w:t>2.025e0</w:t>
      </w:r>
    </w:p>
    <w:p w:rsidR="00E00D30" w:rsidRDefault="00E00D30" w:rsidP="00E00D30">
      <w:r>
        <w:t>149.0972</w:t>
      </w:r>
      <w:r>
        <w:tab/>
        <w:t>1.013e0</w:t>
      </w:r>
    </w:p>
    <w:p w:rsidR="00E00D30" w:rsidRDefault="00E00D30" w:rsidP="00E00D30">
      <w:r>
        <w:t>149.1004</w:t>
      </w:r>
      <w:r>
        <w:tab/>
        <w:t>3.038e0</w:t>
      </w:r>
    </w:p>
    <w:p w:rsidR="00E00D30" w:rsidRDefault="00E00D30" w:rsidP="00E00D30">
      <w:r>
        <w:t>149.1020</w:t>
      </w:r>
      <w:r>
        <w:tab/>
        <w:t>2.025e0</w:t>
      </w:r>
    </w:p>
    <w:p w:rsidR="00E00D30" w:rsidRDefault="00E00D30" w:rsidP="00E00D30">
      <w:r>
        <w:t>149.1051</w:t>
      </w:r>
      <w:r>
        <w:tab/>
        <w:t>2.025e0</w:t>
      </w:r>
    </w:p>
    <w:p w:rsidR="00E00D30" w:rsidRDefault="00E00D30" w:rsidP="00E00D30">
      <w:r>
        <w:t>149.1128</w:t>
      </w:r>
      <w:r>
        <w:tab/>
        <w:t>1.013e0</w:t>
      </w:r>
    </w:p>
    <w:p w:rsidR="00E00D30" w:rsidRDefault="00E00D30" w:rsidP="00E00D30">
      <w:r>
        <w:t>149.1228</w:t>
      </w:r>
      <w:r>
        <w:tab/>
        <w:t>1.013e0</w:t>
      </w:r>
    </w:p>
    <w:p w:rsidR="00E00D30" w:rsidRDefault="00E00D30" w:rsidP="00E00D30">
      <w:r>
        <w:t>149.1261</w:t>
      </w:r>
      <w:r>
        <w:tab/>
        <w:t>1.013e0</w:t>
      </w:r>
    </w:p>
    <w:p w:rsidR="00E00D30" w:rsidRDefault="00E00D30" w:rsidP="00E00D30">
      <w:r>
        <w:t>149.1278</w:t>
      </w:r>
      <w:r>
        <w:tab/>
        <w:t>2.025e0</w:t>
      </w:r>
    </w:p>
    <w:p w:rsidR="00E00D30" w:rsidRDefault="00E00D30" w:rsidP="00E00D30">
      <w:r>
        <w:t>149.1295</w:t>
      </w:r>
      <w:r>
        <w:tab/>
        <w:t>3.038e0</w:t>
      </w:r>
    </w:p>
    <w:p w:rsidR="00E00D30" w:rsidRDefault="00E00D30" w:rsidP="00E00D30">
      <w:r>
        <w:t>149.1328</w:t>
      </w:r>
      <w:r>
        <w:tab/>
        <w:t>1.013e0</w:t>
      </w:r>
    </w:p>
    <w:p w:rsidR="00E00D30" w:rsidRDefault="00E00D30" w:rsidP="00E00D30">
      <w:r>
        <w:t>149.1457</w:t>
      </w:r>
      <w:r>
        <w:tab/>
        <w:t>1.013e0</w:t>
      </w:r>
    </w:p>
    <w:p w:rsidR="00E00D30" w:rsidRDefault="00E00D30" w:rsidP="00E00D30">
      <w:r>
        <w:t>149.1550</w:t>
      </w:r>
      <w:r>
        <w:tab/>
        <w:t>1.013e0</w:t>
      </w:r>
    </w:p>
    <w:p w:rsidR="00E00D30" w:rsidRDefault="00E00D30" w:rsidP="00E00D30">
      <w:r>
        <w:t>149.1583</w:t>
      </w:r>
      <w:r>
        <w:tab/>
        <w:t>1.013e0</w:t>
      </w:r>
    </w:p>
    <w:p w:rsidR="00E00D30" w:rsidRDefault="00E00D30" w:rsidP="00E00D30">
      <w:r>
        <w:t>149.1619</w:t>
      </w:r>
      <w:r>
        <w:tab/>
        <w:t>2.025e0</w:t>
      </w:r>
    </w:p>
    <w:p w:rsidR="00E00D30" w:rsidRDefault="00E00D30" w:rsidP="00E00D30">
      <w:r>
        <w:t>149.1684</w:t>
      </w:r>
      <w:r>
        <w:tab/>
        <w:t>1.013e0</w:t>
      </w:r>
    </w:p>
    <w:p w:rsidR="00E00D30" w:rsidRDefault="00E00D30" w:rsidP="00E00D30">
      <w:r>
        <w:t>149.1716</w:t>
      </w:r>
      <w:r>
        <w:tab/>
        <w:t>1.013e0</w:t>
      </w:r>
    </w:p>
    <w:p w:rsidR="00E00D30" w:rsidRDefault="00E00D30" w:rsidP="00E00D30">
      <w:r>
        <w:lastRenderedPageBreak/>
        <w:t>149.1783</w:t>
      </w:r>
      <w:r>
        <w:tab/>
        <w:t>1.013e0</w:t>
      </w:r>
    </w:p>
    <w:p w:rsidR="00E00D30" w:rsidRDefault="00E00D30" w:rsidP="00E00D30">
      <w:r>
        <w:t>149.1848</w:t>
      </w:r>
      <w:r>
        <w:tab/>
        <w:t>2.025e0</w:t>
      </w:r>
    </w:p>
    <w:p w:rsidR="00E00D30" w:rsidRDefault="00E00D30" w:rsidP="00E00D30">
      <w:r>
        <w:t>149.1880</w:t>
      </w:r>
      <w:r>
        <w:tab/>
        <w:t>3.038e0</w:t>
      </w:r>
    </w:p>
    <w:p w:rsidR="00E00D30" w:rsidRDefault="00E00D30" w:rsidP="00E00D30">
      <w:r>
        <w:t>149.1941</w:t>
      </w:r>
      <w:r>
        <w:tab/>
        <w:t>1.013e0</w:t>
      </w:r>
    </w:p>
    <w:p w:rsidR="00E00D30" w:rsidRDefault="00E00D30" w:rsidP="00E00D30">
      <w:r>
        <w:t>149.2005</w:t>
      </w:r>
      <w:r>
        <w:tab/>
        <w:t>1.013e0</w:t>
      </w:r>
    </w:p>
    <w:p w:rsidR="00E00D30" w:rsidRDefault="00E00D30" w:rsidP="00E00D30">
      <w:r>
        <w:t>149.2073</w:t>
      </w:r>
      <w:r>
        <w:tab/>
        <w:t>2.025e0</w:t>
      </w:r>
    </w:p>
    <w:p w:rsidR="00E00D30" w:rsidRDefault="00E00D30" w:rsidP="00E00D30">
      <w:r>
        <w:t>149.2105</w:t>
      </w:r>
      <w:r>
        <w:tab/>
        <w:t>1.013e0</w:t>
      </w:r>
    </w:p>
    <w:p w:rsidR="00E00D30" w:rsidRDefault="00E00D30" w:rsidP="00E00D30">
      <w:r>
        <w:t>149.2462</w:t>
      </w:r>
      <w:r>
        <w:tab/>
        <w:t>1.013e0</w:t>
      </w:r>
    </w:p>
    <w:p w:rsidR="00E00D30" w:rsidRDefault="00E00D30" w:rsidP="00E00D30">
      <w:r>
        <w:t>149.2497</w:t>
      </w:r>
      <w:r>
        <w:tab/>
        <w:t>2.025e0</w:t>
      </w:r>
    </w:p>
    <w:p w:rsidR="00E00D30" w:rsidRDefault="00E00D30" w:rsidP="00E00D30">
      <w:r>
        <w:t>149.2817</w:t>
      </w:r>
      <w:r>
        <w:tab/>
        <w:t>1.013e0</w:t>
      </w:r>
    </w:p>
    <w:p w:rsidR="00E00D30" w:rsidRDefault="00E00D30" w:rsidP="00E00D30">
      <w:r>
        <w:t>149.2917</w:t>
      </w:r>
      <w:r>
        <w:tab/>
        <w:t>1.013e0</w:t>
      </w:r>
    </w:p>
    <w:p w:rsidR="00E00D30" w:rsidRDefault="00E00D30" w:rsidP="00E00D30">
      <w:r>
        <w:t>149.2982</w:t>
      </w:r>
      <w:r>
        <w:tab/>
        <w:t>1.013e0</w:t>
      </w:r>
    </w:p>
    <w:p w:rsidR="00E00D30" w:rsidRDefault="00E00D30" w:rsidP="00E00D30">
      <w:r>
        <w:t>149.3158</w:t>
      </w:r>
      <w:r>
        <w:tab/>
        <w:t>2.025e0</w:t>
      </w:r>
    </w:p>
    <w:p w:rsidR="00E00D30" w:rsidRDefault="00E00D30" w:rsidP="00E00D30">
      <w:r>
        <w:t>149.3208</w:t>
      </w:r>
      <w:r>
        <w:tab/>
        <w:t>1.013e0</w:t>
      </w:r>
    </w:p>
    <w:p w:rsidR="00E00D30" w:rsidRDefault="00E00D30" w:rsidP="00E00D30">
      <w:r>
        <w:t>149.3240</w:t>
      </w:r>
      <w:r>
        <w:tab/>
        <w:t>1.013e0</w:t>
      </w:r>
    </w:p>
    <w:p w:rsidR="00E00D30" w:rsidRDefault="00E00D30" w:rsidP="00E00D30">
      <w:r>
        <w:t>149.3339</w:t>
      </w:r>
      <w:r>
        <w:tab/>
        <w:t>3.038e0</w:t>
      </w:r>
    </w:p>
    <w:p w:rsidR="00E00D30" w:rsidRDefault="00E00D30" w:rsidP="00E00D30">
      <w:r>
        <w:t>149.3374</w:t>
      </w:r>
      <w:r>
        <w:tab/>
        <w:t>1.013e0</w:t>
      </w:r>
    </w:p>
    <w:p w:rsidR="00E00D30" w:rsidRDefault="00E00D30" w:rsidP="00E00D30">
      <w:r>
        <w:t>149.3405</w:t>
      </w:r>
      <w:r>
        <w:tab/>
        <w:t>1.013e0</w:t>
      </w:r>
    </w:p>
    <w:p w:rsidR="00E00D30" w:rsidRDefault="00E00D30" w:rsidP="00E00D30">
      <w:r>
        <w:t>149.3661</w:t>
      </w:r>
      <w:r>
        <w:tab/>
        <w:t>3.038e0</w:t>
      </w:r>
    </w:p>
    <w:p w:rsidR="00E00D30" w:rsidRDefault="00E00D30" w:rsidP="00E00D30">
      <w:r>
        <w:lastRenderedPageBreak/>
        <w:t>149.3695</w:t>
      </w:r>
      <w:r>
        <w:tab/>
        <w:t>1.013e0</w:t>
      </w:r>
    </w:p>
    <w:p w:rsidR="00E00D30" w:rsidRDefault="00E00D30" w:rsidP="00E00D30">
      <w:r>
        <w:t>149.3827</w:t>
      </w:r>
      <w:r>
        <w:tab/>
        <w:t>1.013e0</w:t>
      </w:r>
    </w:p>
    <w:p w:rsidR="00E00D30" w:rsidRDefault="00E00D30" w:rsidP="00E00D30">
      <w:r>
        <w:t>149.3985</w:t>
      </w:r>
      <w:r>
        <w:tab/>
        <w:t>2.025e0</w:t>
      </w:r>
    </w:p>
    <w:p w:rsidR="00E00D30" w:rsidRDefault="00E00D30" w:rsidP="00E00D30">
      <w:r>
        <w:t>149.4250</w:t>
      </w:r>
      <w:r>
        <w:tab/>
        <w:t>1.013e0</w:t>
      </w:r>
    </w:p>
    <w:p w:rsidR="00E00D30" w:rsidRDefault="00E00D30" w:rsidP="00E00D30">
      <w:r>
        <w:t>149.4348</w:t>
      </w:r>
      <w:r>
        <w:tab/>
        <w:t>1.013e0</w:t>
      </w:r>
    </w:p>
    <w:p w:rsidR="00E00D30" w:rsidRDefault="00E00D30" w:rsidP="00E00D30">
      <w:r>
        <w:t>149.4508</w:t>
      </w:r>
      <w:r>
        <w:tab/>
        <w:t>2.025e0</w:t>
      </w:r>
    </w:p>
    <w:p w:rsidR="00E00D30" w:rsidRDefault="00E00D30" w:rsidP="00E00D30">
      <w:r>
        <w:t>149.4573</w:t>
      </w:r>
      <w:r>
        <w:tab/>
        <w:t>1.013e0</w:t>
      </w:r>
    </w:p>
    <w:p w:rsidR="00E00D30" w:rsidRDefault="00E00D30" w:rsidP="00E00D30">
      <w:r>
        <w:t>149.4674</w:t>
      </w:r>
      <w:r>
        <w:tab/>
        <w:t>1.013e0</w:t>
      </w:r>
    </w:p>
    <w:p w:rsidR="00E00D30" w:rsidRDefault="00E00D30" w:rsidP="00E00D30">
      <w:r>
        <w:t>149.4771</w:t>
      </w:r>
      <w:r>
        <w:tab/>
        <w:t>1.013e0</w:t>
      </w:r>
    </w:p>
    <w:p w:rsidR="00E00D30" w:rsidRDefault="00E00D30" w:rsidP="00E00D30">
      <w:r>
        <w:t>149.4801</w:t>
      </w:r>
      <w:r>
        <w:tab/>
        <w:t>1.013e0</w:t>
      </w:r>
    </w:p>
    <w:p w:rsidR="00E00D30" w:rsidRDefault="00E00D30" w:rsidP="00E00D30">
      <w:r>
        <w:t>149.4844</w:t>
      </w:r>
      <w:r>
        <w:tab/>
        <w:t>2.025e0</w:t>
      </w:r>
    </w:p>
    <w:p w:rsidR="00E00D30" w:rsidRDefault="00E00D30" w:rsidP="00E00D30">
      <w:r>
        <w:t>149.4895</w:t>
      </w:r>
      <w:r>
        <w:tab/>
        <w:t>1.013e0</w:t>
      </w:r>
    </w:p>
    <w:p w:rsidR="00E00D30" w:rsidRDefault="00E00D30" w:rsidP="00E00D30">
      <w:r>
        <w:t>149.4929</w:t>
      </w:r>
      <w:r>
        <w:tab/>
        <w:t>2.025e0</w:t>
      </w:r>
    </w:p>
    <w:p w:rsidR="00E00D30" w:rsidRDefault="00E00D30" w:rsidP="00E00D30">
      <w:r>
        <w:t>149.4964</w:t>
      </w:r>
      <w:r>
        <w:tab/>
        <w:t>1.013e0</w:t>
      </w:r>
    </w:p>
    <w:p w:rsidR="00E00D30" w:rsidRDefault="00E00D30" w:rsidP="00E00D30">
      <w:r>
        <w:t>149.5029</w:t>
      </w:r>
      <w:r>
        <w:tab/>
        <w:t>2.025e0</w:t>
      </w:r>
    </w:p>
    <w:p w:rsidR="00E00D30" w:rsidRDefault="00E00D30" w:rsidP="00E00D30">
      <w:r>
        <w:t>149.5128</w:t>
      </w:r>
      <w:r>
        <w:tab/>
        <w:t>1.013e0</w:t>
      </w:r>
    </w:p>
    <w:p w:rsidR="00E00D30" w:rsidRDefault="00E00D30" w:rsidP="00E00D30">
      <w:r>
        <w:t>149.5238</w:t>
      </w:r>
      <w:r>
        <w:tab/>
        <w:t>3.038e0</w:t>
      </w:r>
    </w:p>
    <w:p w:rsidR="00E00D30" w:rsidRDefault="00E00D30" w:rsidP="00E00D30">
      <w:r>
        <w:t>149.5254</w:t>
      </w:r>
      <w:r>
        <w:tab/>
        <w:t>1.013e0</w:t>
      </w:r>
    </w:p>
    <w:p w:rsidR="00E00D30" w:rsidRDefault="00E00D30" w:rsidP="00E00D30">
      <w:r>
        <w:t>149.5266</w:t>
      </w:r>
      <w:r>
        <w:tab/>
        <w:t>5.063e0</w:t>
      </w:r>
    </w:p>
    <w:p w:rsidR="00E00D30" w:rsidRDefault="00E00D30" w:rsidP="00E00D30">
      <w:r>
        <w:lastRenderedPageBreak/>
        <w:t>149.5283</w:t>
      </w:r>
      <w:r>
        <w:tab/>
        <w:t>4.051e0</w:t>
      </w:r>
    </w:p>
    <w:p w:rsidR="00E00D30" w:rsidRDefault="00E00D30" w:rsidP="00E00D30">
      <w:r>
        <w:t>149.5301</w:t>
      </w:r>
      <w:r>
        <w:tab/>
        <w:t>2.025e0</w:t>
      </w:r>
    </w:p>
    <w:p w:rsidR="00E00D30" w:rsidRDefault="00E00D30" w:rsidP="00E00D30">
      <w:r>
        <w:t>149.5315</w:t>
      </w:r>
      <w:r>
        <w:tab/>
        <w:t>3.038e0</w:t>
      </w:r>
    </w:p>
    <w:p w:rsidR="00E00D30" w:rsidRDefault="00E00D30" w:rsidP="00E00D30">
      <w:r>
        <w:t>149.5351</w:t>
      </w:r>
      <w:r>
        <w:tab/>
        <w:t>1.013e0</w:t>
      </w:r>
    </w:p>
    <w:p w:rsidR="00E00D30" w:rsidRDefault="00E00D30" w:rsidP="00E00D30">
      <w:r>
        <w:t>149.5484</w:t>
      </w:r>
      <w:r>
        <w:tab/>
        <w:t>1.013e0</w:t>
      </w:r>
    </w:p>
    <w:p w:rsidR="00E00D30" w:rsidRDefault="00E00D30" w:rsidP="00E00D30">
      <w:r>
        <w:t>149.5584</w:t>
      </w:r>
      <w:r>
        <w:tab/>
        <w:t>1.013e0</w:t>
      </w:r>
    </w:p>
    <w:p w:rsidR="00E00D30" w:rsidRDefault="00E00D30" w:rsidP="00E00D30">
      <w:r>
        <w:t>149.5646</w:t>
      </w:r>
      <w:r>
        <w:tab/>
        <w:t>1.013e0</w:t>
      </w:r>
    </w:p>
    <w:p w:rsidR="00E00D30" w:rsidRDefault="00E00D30" w:rsidP="00E00D30">
      <w:r>
        <w:t>149.5691</w:t>
      </w:r>
      <w:r>
        <w:tab/>
        <w:t>2.025e0</w:t>
      </w:r>
    </w:p>
    <w:p w:rsidR="00E00D30" w:rsidRDefault="00E00D30" w:rsidP="00E00D30">
      <w:r>
        <w:t>149.5774</w:t>
      </w:r>
      <w:r>
        <w:tab/>
        <w:t>1.013e0</w:t>
      </w:r>
    </w:p>
    <w:p w:rsidR="00E00D30" w:rsidRDefault="00E00D30" w:rsidP="00E00D30">
      <w:r>
        <w:t>149.5876</w:t>
      </w:r>
      <w:r>
        <w:tab/>
        <w:t>1.013e0</w:t>
      </w:r>
    </w:p>
    <w:p w:rsidR="00E00D30" w:rsidRDefault="00E00D30" w:rsidP="00E00D30">
      <w:r>
        <w:t>149.6130</w:t>
      </w:r>
      <w:r>
        <w:tab/>
        <w:t>1.013e0</w:t>
      </w:r>
    </w:p>
    <w:p w:rsidR="00E00D30" w:rsidRDefault="00E00D30" w:rsidP="00E00D30">
      <w:r>
        <w:t>149.6163</w:t>
      </w:r>
      <w:r>
        <w:tab/>
        <w:t>1.013e0</w:t>
      </w:r>
    </w:p>
    <w:p w:rsidR="00E00D30" w:rsidRDefault="00E00D30" w:rsidP="00E00D30">
      <w:r>
        <w:t>149.6329</w:t>
      </w:r>
      <w:r>
        <w:tab/>
        <w:t>2.025e0</w:t>
      </w:r>
    </w:p>
    <w:p w:rsidR="00E00D30" w:rsidRDefault="00E00D30" w:rsidP="00E00D30">
      <w:r>
        <w:t>149.6365</w:t>
      </w:r>
      <w:r>
        <w:tab/>
        <w:t>1.013e0</w:t>
      </w:r>
    </w:p>
    <w:p w:rsidR="00E00D30" w:rsidRDefault="00E00D30" w:rsidP="00E00D30">
      <w:r>
        <w:t>149.6551</w:t>
      </w:r>
      <w:r>
        <w:tab/>
        <w:t>1.013e0</w:t>
      </w:r>
    </w:p>
    <w:p w:rsidR="00E00D30" w:rsidRDefault="00E00D30" w:rsidP="00E00D30">
      <w:r>
        <w:t>149.6622</w:t>
      </w:r>
      <w:r>
        <w:tab/>
        <w:t>1.013e0</w:t>
      </w:r>
    </w:p>
    <w:p w:rsidR="00E00D30" w:rsidRDefault="00E00D30" w:rsidP="00E00D30">
      <w:r>
        <w:t>149.6655</w:t>
      </w:r>
      <w:r>
        <w:tab/>
        <w:t>1.013e0</w:t>
      </w:r>
    </w:p>
    <w:p w:rsidR="00E00D30" w:rsidRDefault="00E00D30" w:rsidP="00E00D30">
      <w:r>
        <w:t>149.6686</w:t>
      </w:r>
      <w:r>
        <w:tab/>
        <w:t>3.038e0</w:t>
      </w:r>
    </w:p>
    <w:p w:rsidR="00E00D30" w:rsidRDefault="00E00D30" w:rsidP="00E00D30">
      <w:r>
        <w:t>149.6718</w:t>
      </w:r>
      <w:r>
        <w:tab/>
        <w:t>1.013e0</w:t>
      </w:r>
    </w:p>
    <w:p w:rsidR="00E00D30" w:rsidRDefault="00E00D30" w:rsidP="00E00D30">
      <w:r>
        <w:lastRenderedPageBreak/>
        <w:t>149.6883</w:t>
      </w:r>
      <w:r>
        <w:tab/>
        <w:t>2.025e0</w:t>
      </w:r>
    </w:p>
    <w:p w:rsidR="00E00D30" w:rsidRDefault="00E00D30" w:rsidP="00E00D30">
      <w:r>
        <w:t>149.7076</w:t>
      </w:r>
      <w:r>
        <w:tab/>
        <w:t>1.013e0</w:t>
      </w:r>
    </w:p>
    <w:p w:rsidR="00E00D30" w:rsidRDefault="00E00D30" w:rsidP="00E00D30">
      <w:r>
        <w:t>149.7111</w:t>
      </w:r>
      <w:r>
        <w:tab/>
        <w:t>1.013e0</w:t>
      </w:r>
    </w:p>
    <w:p w:rsidR="00E00D30" w:rsidRDefault="00E00D30" w:rsidP="00E00D30">
      <w:r>
        <w:t>149.7159</w:t>
      </w:r>
      <w:r>
        <w:tab/>
        <w:t>2.025e0</w:t>
      </w:r>
    </w:p>
    <w:p w:rsidR="00E00D30" w:rsidRDefault="00E00D30" w:rsidP="00E00D30">
      <w:r>
        <w:t>149.7337</w:t>
      </w:r>
      <w:r>
        <w:tab/>
        <w:t>1.013e0</w:t>
      </w:r>
    </w:p>
    <w:p w:rsidR="00E00D30" w:rsidRDefault="00E00D30" w:rsidP="00E00D30">
      <w:r>
        <w:t>149.7366</w:t>
      </w:r>
      <w:r>
        <w:tab/>
        <w:t>2.025e0</w:t>
      </w:r>
    </w:p>
    <w:p w:rsidR="00E00D30" w:rsidRDefault="00E00D30" w:rsidP="00E00D30">
      <w:r>
        <w:t>149.7384</w:t>
      </w:r>
      <w:r>
        <w:tab/>
        <w:t>3.038e0</w:t>
      </w:r>
    </w:p>
    <w:p w:rsidR="00E00D30" w:rsidRDefault="00E00D30" w:rsidP="00E00D30">
      <w:r>
        <w:t>149.7564</w:t>
      </w:r>
      <w:r>
        <w:tab/>
        <w:t>2.025e0</w:t>
      </w:r>
    </w:p>
    <w:p w:rsidR="00E00D30" w:rsidRDefault="00E00D30" w:rsidP="00E00D30">
      <w:r>
        <w:t>149.7698</w:t>
      </w:r>
      <w:r>
        <w:tab/>
        <w:t>2.025e0</w:t>
      </w:r>
    </w:p>
    <w:p w:rsidR="00E00D30" w:rsidRDefault="00E00D30" w:rsidP="00E00D30">
      <w:r>
        <w:t>149.7759</w:t>
      </w:r>
      <w:r>
        <w:tab/>
        <w:t>1.013e0</w:t>
      </w:r>
    </w:p>
    <w:p w:rsidR="00E00D30" w:rsidRDefault="00E00D30" w:rsidP="00E00D30">
      <w:r>
        <w:t>149.7856</w:t>
      </w:r>
      <w:r>
        <w:tab/>
        <w:t>2.025e0</w:t>
      </w:r>
    </w:p>
    <w:p w:rsidR="00E00D30" w:rsidRDefault="00E00D30" w:rsidP="00E00D30">
      <w:r>
        <w:t>149.7922</w:t>
      </w:r>
      <w:r>
        <w:tab/>
        <w:t>2.025e0</w:t>
      </w:r>
    </w:p>
    <w:p w:rsidR="00E00D30" w:rsidRDefault="00E00D30" w:rsidP="00E00D30">
      <w:r>
        <w:t>149.7987</w:t>
      </w:r>
      <w:r>
        <w:tab/>
        <w:t>1.013e0</w:t>
      </w:r>
    </w:p>
    <w:p w:rsidR="00E00D30" w:rsidRDefault="00E00D30" w:rsidP="00E00D30">
      <w:r>
        <w:t>149.8089</w:t>
      </w:r>
      <w:r>
        <w:tab/>
        <w:t>1.013e0</w:t>
      </w:r>
    </w:p>
    <w:p w:rsidR="00E00D30" w:rsidRDefault="00E00D30" w:rsidP="00E00D30">
      <w:r>
        <w:t>149.8213</w:t>
      </w:r>
      <w:r>
        <w:tab/>
        <w:t>1.013e0</w:t>
      </w:r>
    </w:p>
    <w:p w:rsidR="00E00D30" w:rsidRDefault="00E00D30" w:rsidP="00E00D30">
      <w:r>
        <w:t>149.8311</w:t>
      </w:r>
      <w:r>
        <w:tab/>
        <w:t>1.013e0</w:t>
      </w:r>
    </w:p>
    <w:p w:rsidR="00E00D30" w:rsidRDefault="00E00D30" w:rsidP="00E00D30">
      <w:r>
        <w:t>149.8410</w:t>
      </w:r>
      <w:r>
        <w:tab/>
        <w:t>1.013e0</w:t>
      </w:r>
    </w:p>
    <w:p w:rsidR="00E00D30" w:rsidRDefault="00E00D30" w:rsidP="00E00D30">
      <w:r>
        <w:t>149.8445</w:t>
      </w:r>
      <w:r>
        <w:tab/>
        <w:t>1.013e0</w:t>
      </w:r>
    </w:p>
    <w:p w:rsidR="00E00D30" w:rsidRDefault="00E00D30" w:rsidP="00E00D30">
      <w:r>
        <w:t>149.8544</w:t>
      </w:r>
      <w:r>
        <w:tab/>
        <w:t>1.013e0</w:t>
      </w:r>
    </w:p>
    <w:p w:rsidR="00E00D30" w:rsidRDefault="00E00D30" w:rsidP="00E00D30">
      <w:r>
        <w:lastRenderedPageBreak/>
        <w:t>149.8605</w:t>
      </w:r>
      <w:r>
        <w:tab/>
        <w:t>1.013e0</w:t>
      </w:r>
    </w:p>
    <w:p w:rsidR="00E00D30" w:rsidRDefault="00E00D30" w:rsidP="00E00D30">
      <w:r>
        <w:t>149.8635</w:t>
      </w:r>
      <w:r>
        <w:tab/>
        <w:t>2.025e0</w:t>
      </w:r>
    </w:p>
    <w:p w:rsidR="00E00D30" w:rsidRDefault="00E00D30" w:rsidP="00E00D30">
      <w:r>
        <w:t>149.8734</w:t>
      </w:r>
      <w:r>
        <w:tab/>
        <w:t>1.013e0</w:t>
      </w:r>
    </w:p>
    <w:p w:rsidR="00E00D30" w:rsidRDefault="00E00D30" w:rsidP="00E00D30">
      <w:r>
        <w:t>149.8832</w:t>
      </w:r>
      <w:r>
        <w:tab/>
        <w:t>2.025e0</w:t>
      </w:r>
    </w:p>
    <w:p w:rsidR="00E00D30" w:rsidRDefault="00E00D30" w:rsidP="00E00D30">
      <w:r>
        <w:t>149.8868</w:t>
      </w:r>
      <w:r>
        <w:tab/>
        <w:t>1.013e0</w:t>
      </w:r>
    </w:p>
    <w:p w:rsidR="00E00D30" w:rsidRDefault="00E00D30" w:rsidP="00E00D30">
      <w:r>
        <w:t>149.8998</w:t>
      </w:r>
      <w:r>
        <w:tab/>
        <w:t>1.013e0</w:t>
      </w:r>
    </w:p>
    <w:p w:rsidR="00E00D30" w:rsidRDefault="00E00D30" w:rsidP="00E00D30">
      <w:r>
        <w:t>149.9029</w:t>
      </w:r>
      <w:r>
        <w:tab/>
        <w:t>2.025e0</w:t>
      </w:r>
    </w:p>
    <w:p w:rsidR="00E00D30" w:rsidRDefault="00E00D30" w:rsidP="00E00D30">
      <w:r>
        <w:t>149.9104</w:t>
      </w:r>
      <w:r>
        <w:tab/>
        <w:t>3.038e0</w:t>
      </w:r>
    </w:p>
    <w:p w:rsidR="00E00D30" w:rsidRDefault="00E00D30" w:rsidP="00E00D30">
      <w:r>
        <w:t>149.9156</w:t>
      </w:r>
      <w:r>
        <w:tab/>
        <w:t>1.013e0</w:t>
      </w:r>
    </w:p>
    <w:p w:rsidR="00E00D30" w:rsidRDefault="00E00D30" w:rsidP="00E00D30">
      <w:r>
        <w:t>149.9206</w:t>
      </w:r>
      <w:r>
        <w:tab/>
        <w:t>2.025e0</w:t>
      </w:r>
    </w:p>
    <w:p w:rsidR="00E00D30" w:rsidRDefault="00E00D30" w:rsidP="00E00D30">
      <w:r>
        <w:t>149.9440</w:t>
      </w:r>
      <w:r>
        <w:tab/>
        <w:t>2.025e0</w:t>
      </w:r>
    </w:p>
    <w:p w:rsidR="00E00D30" w:rsidRDefault="00E00D30" w:rsidP="00E00D30">
      <w:r>
        <w:t>149.9482</w:t>
      </w:r>
      <w:r>
        <w:tab/>
        <w:t>1.013e0</w:t>
      </w:r>
    </w:p>
    <w:p w:rsidR="00E00D30" w:rsidRDefault="00E00D30" w:rsidP="00E00D30">
      <w:r>
        <w:t>149.9545</w:t>
      </w:r>
      <w:r>
        <w:tab/>
        <w:t>2.025e0</w:t>
      </w:r>
    </w:p>
    <w:p w:rsidR="00E00D30" w:rsidRDefault="00E00D30" w:rsidP="00E00D30">
      <w:r>
        <w:t>149.9646</w:t>
      </w:r>
      <w:r>
        <w:tab/>
        <w:t>1.013e0</w:t>
      </w:r>
    </w:p>
    <w:p w:rsidR="00E00D30" w:rsidRDefault="00E00D30" w:rsidP="00E00D30">
      <w:r>
        <w:t>149.9695</w:t>
      </w:r>
      <w:r>
        <w:tab/>
        <w:t>2.025e0</w:t>
      </w:r>
    </w:p>
    <w:p w:rsidR="00E00D30" w:rsidRDefault="00E00D30" w:rsidP="00E00D30">
      <w:r>
        <w:t>149.9778</w:t>
      </w:r>
      <w:r>
        <w:tab/>
        <w:t>1.013e0</w:t>
      </w:r>
    </w:p>
    <w:p w:rsidR="00E00D30" w:rsidRDefault="00E00D30" w:rsidP="00E00D30">
      <w:r>
        <w:t>149.9935</w:t>
      </w:r>
      <w:r>
        <w:tab/>
        <w:t>1.013e0</w:t>
      </w:r>
    </w:p>
    <w:p w:rsidR="00E00D30" w:rsidRDefault="00E00D30" w:rsidP="00E00D30">
      <w:r>
        <w:t>150.0002</w:t>
      </w:r>
      <w:r>
        <w:tab/>
        <w:t>1.013e0</w:t>
      </w:r>
    </w:p>
    <w:p w:rsidR="00E00D30" w:rsidRDefault="00E00D30" w:rsidP="00E00D30">
      <w:r>
        <w:t>150.0102</w:t>
      </w:r>
      <w:r>
        <w:tab/>
        <w:t>1.013e0</w:t>
      </w:r>
    </w:p>
    <w:p w:rsidR="00E00D30" w:rsidRDefault="00E00D30" w:rsidP="00E00D30">
      <w:r>
        <w:lastRenderedPageBreak/>
        <w:t>150.0169</w:t>
      </w:r>
      <w:r>
        <w:tab/>
        <w:t>2.025e0</w:t>
      </w:r>
    </w:p>
    <w:p w:rsidR="00E00D30" w:rsidRDefault="00E00D30" w:rsidP="00E00D30">
      <w:r>
        <w:t>150.0219</w:t>
      </w:r>
      <w:r>
        <w:tab/>
        <w:t>2.025e0</w:t>
      </w:r>
    </w:p>
    <w:p w:rsidR="00E00D30" w:rsidRDefault="00E00D30" w:rsidP="00E00D30">
      <w:r>
        <w:t>150.0236</w:t>
      </w:r>
      <w:r>
        <w:tab/>
        <w:t>1.013e0</w:t>
      </w:r>
    </w:p>
    <w:p w:rsidR="00E00D30" w:rsidRDefault="00E00D30" w:rsidP="00E00D30">
      <w:r>
        <w:t>150.0268</w:t>
      </w:r>
      <w:r>
        <w:tab/>
        <w:t>3.038e0</w:t>
      </w:r>
    </w:p>
    <w:p w:rsidR="00E00D30" w:rsidRDefault="00E00D30" w:rsidP="00E00D30">
      <w:r>
        <w:t>150.0433</w:t>
      </w:r>
      <w:r>
        <w:tab/>
        <w:t>3.038e0</w:t>
      </w:r>
    </w:p>
    <w:p w:rsidR="00E00D30" w:rsidRDefault="00E00D30" w:rsidP="00E00D30">
      <w:r>
        <w:t>150.0445</w:t>
      </w:r>
      <w:r>
        <w:tab/>
        <w:t>4.191e1</w:t>
      </w:r>
    </w:p>
    <w:p w:rsidR="00E00D30" w:rsidRDefault="00E00D30" w:rsidP="00E00D30">
      <w:r>
        <w:t>150.0468</w:t>
      </w:r>
      <w:r>
        <w:tab/>
        <w:t>1.245e1</w:t>
      </w:r>
    </w:p>
    <w:p w:rsidR="00E00D30" w:rsidRDefault="00E00D30" w:rsidP="00E00D30">
      <w:r>
        <w:t>150.0495</w:t>
      </w:r>
      <w:r>
        <w:tab/>
        <w:t>2.280e1</w:t>
      </w:r>
    </w:p>
    <w:p w:rsidR="00E00D30" w:rsidRDefault="00E00D30" w:rsidP="00E00D30">
      <w:r>
        <w:t>150.0522</w:t>
      </w:r>
      <w:r>
        <w:tab/>
        <w:t>9.114e0</w:t>
      </w:r>
    </w:p>
    <w:p w:rsidR="00E00D30" w:rsidRDefault="00E00D30" w:rsidP="00E00D30">
      <w:r>
        <w:t>150.0578</w:t>
      </w:r>
      <w:r>
        <w:tab/>
        <w:t>2.454e0</w:t>
      </w:r>
    </w:p>
    <w:p w:rsidR="00E00D30" w:rsidRDefault="00E00D30" w:rsidP="00E00D30">
      <w:r>
        <w:t>150.0606</w:t>
      </w:r>
      <w:r>
        <w:tab/>
        <w:t>3.610e0</w:t>
      </w:r>
    </w:p>
    <w:p w:rsidR="00E00D30" w:rsidRDefault="00E00D30" w:rsidP="00E00D30">
      <w:r>
        <w:t>150.0653</w:t>
      </w:r>
      <w:r>
        <w:tab/>
        <w:t>8.304e0</w:t>
      </w:r>
    </w:p>
    <w:p w:rsidR="00E00D30" w:rsidRDefault="00E00D30" w:rsidP="00E00D30">
      <w:r>
        <w:t>150.0759</w:t>
      </w:r>
      <w:r>
        <w:tab/>
        <w:t>5.063e0</w:t>
      </w:r>
    </w:p>
    <w:p w:rsidR="00E00D30" w:rsidRDefault="00E00D30" w:rsidP="00E00D30">
      <w:r>
        <w:t>150.0815</w:t>
      </w:r>
      <w:r>
        <w:tab/>
        <w:t>3.038e0</w:t>
      </w:r>
    </w:p>
    <w:p w:rsidR="00E00D30" w:rsidRDefault="00E00D30" w:rsidP="00E00D30">
      <w:r>
        <w:t>150.1047</w:t>
      </w:r>
      <w:r>
        <w:tab/>
        <w:t>7.111e0</w:t>
      </w:r>
    </w:p>
    <w:p w:rsidR="00E00D30" w:rsidRDefault="00E00D30" w:rsidP="00E00D30">
      <w:r>
        <w:t>150.1066</w:t>
      </w:r>
      <w:r>
        <w:tab/>
        <w:t>8.101e0</w:t>
      </w:r>
    </w:p>
    <w:p w:rsidR="00E00D30" w:rsidRDefault="00E00D30" w:rsidP="00E00D30">
      <w:r>
        <w:t>150.1104</w:t>
      </w:r>
      <w:r>
        <w:tab/>
        <w:t>9.114e0</w:t>
      </w:r>
    </w:p>
    <w:p w:rsidR="00E00D30" w:rsidRDefault="00E00D30" w:rsidP="00E00D30">
      <w:r>
        <w:t>150.1123</w:t>
      </w:r>
      <w:r>
        <w:tab/>
        <w:t>1.823e1</w:t>
      </w:r>
    </w:p>
    <w:p w:rsidR="00E00D30" w:rsidRDefault="00E00D30" w:rsidP="00E00D30">
      <w:r>
        <w:t>150.1159</w:t>
      </w:r>
      <w:r>
        <w:tab/>
        <w:t>1.063e2</w:t>
      </w:r>
    </w:p>
    <w:p w:rsidR="00E00D30" w:rsidRDefault="00E00D30" w:rsidP="00E00D30">
      <w:r>
        <w:lastRenderedPageBreak/>
        <w:t>150.1228</w:t>
      </w:r>
      <w:r>
        <w:tab/>
        <w:t>9.091e0</w:t>
      </w:r>
    </w:p>
    <w:p w:rsidR="00E00D30" w:rsidRDefault="00E00D30" w:rsidP="00E00D30">
      <w:r>
        <w:t>150.1266</w:t>
      </w:r>
      <w:r>
        <w:tab/>
        <w:t>4.051e0</w:t>
      </w:r>
    </w:p>
    <w:p w:rsidR="00E00D30" w:rsidRDefault="00E00D30" w:rsidP="00E00D30">
      <w:r>
        <w:t>150.1293</w:t>
      </w:r>
      <w:r>
        <w:tab/>
        <w:t>4.100e0</w:t>
      </w:r>
    </w:p>
    <w:p w:rsidR="00E00D30" w:rsidRDefault="00E00D30" w:rsidP="00E00D30">
      <w:r>
        <w:t>150.1375</w:t>
      </w:r>
      <w:r>
        <w:tab/>
        <w:t>3.708e0</w:t>
      </w:r>
    </w:p>
    <w:p w:rsidR="00E00D30" w:rsidRDefault="00E00D30" w:rsidP="00E00D30">
      <w:r>
        <w:t>150.1432</w:t>
      </w:r>
      <w:r>
        <w:tab/>
        <w:t>3.038e0</w:t>
      </w:r>
    </w:p>
    <w:p w:rsidR="00E00D30" w:rsidRDefault="00E00D30" w:rsidP="00E00D30">
      <w:r>
        <w:t>150.1569</w:t>
      </w:r>
      <w:r>
        <w:tab/>
        <w:t>1.013e0</w:t>
      </w:r>
    </w:p>
    <w:p w:rsidR="00E00D30" w:rsidRDefault="00E00D30" w:rsidP="00E00D30">
      <w:r>
        <w:t>150.1587</w:t>
      </w:r>
      <w:r>
        <w:tab/>
        <w:t>2.025e0</w:t>
      </w:r>
    </w:p>
    <w:p w:rsidR="00E00D30" w:rsidRDefault="00E00D30" w:rsidP="00E00D30">
      <w:r>
        <w:t>150.1599</w:t>
      </w:r>
      <w:r>
        <w:tab/>
        <w:t>1.013e0</w:t>
      </w:r>
    </w:p>
    <w:p w:rsidR="00E00D30" w:rsidRDefault="00E00D30" w:rsidP="00E00D30">
      <w:r>
        <w:t>150.1628</w:t>
      </w:r>
      <w:r>
        <w:tab/>
        <w:t>2.025e0</w:t>
      </w:r>
    </w:p>
    <w:p w:rsidR="00E00D30" w:rsidRDefault="00E00D30" w:rsidP="00E00D30">
      <w:r>
        <w:t>150.1642</w:t>
      </w:r>
      <w:r>
        <w:tab/>
        <w:t>2.025e0</w:t>
      </w:r>
    </w:p>
    <w:p w:rsidR="00E00D30" w:rsidRDefault="00E00D30" w:rsidP="00E00D30">
      <w:r>
        <w:t>150.1678</w:t>
      </w:r>
      <w:r>
        <w:tab/>
        <w:t>2.025e0</w:t>
      </w:r>
    </w:p>
    <w:p w:rsidR="00E00D30" w:rsidRDefault="00E00D30" w:rsidP="00E00D30">
      <w:r>
        <w:t>150.1811</w:t>
      </w:r>
      <w:r>
        <w:tab/>
        <w:t>2.025e0</w:t>
      </w:r>
    </w:p>
    <w:p w:rsidR="00E00D30" w:rsidRDefault="00E00D30" w:rsidP="00E00D30">
      <w:r>
        <w:t>150.1861</w:t>
      </w:r>
      <w:r>
        <w:tab/>
        <w:t>2.025e0</w:t>
      </w:r>
    </w:p>
    <w:p w:rsidR="00E00D30" w:rsidRDefault="00E00D30" w:rsidP="00E00D30">
      <w:r>
        <w:t>150.1896</w:t>
      </w:r>
      <w:r>
        <w:tab/>
        <w:t>1.013e0</w:t>
      </w:r>
    </w:p>
    <w:p w:rsidR="00E00D30" w:rsidRDefault="00E00D30" w:rsidP="00E00D30">
      <w:r>
        <w:t>150.1963</w:t>
      </w:r>
      <w:r>
        <w:tab/>
        <w:t>3.038e0</w:t>
      </w:r>
    </w:p>
    <w:p w:rsidR="00E00D30" w:rsidRDefault="00E00D30" w:rsidP="00E00D30">
      <w:r>
        <w:t>150.1993</w:t>
      </w:r>
      <w:r>
        <w:tab/>
        <w:t>1.013e0</w:t>
      </w:r>
    </w:p>
    <w:p w:rsidR="00E00D30" w:rsidRDefault="00E00D30" w:rsidP="00E00D30">
      <w:r>
        <w:t>150.2187</w:t>
      </w:r>
      <w:r>
        <w:tab/>
        <w:t>1.013e0</w:t>
      </w:r>
    </w:p>
    <w:p w:rsidR="00E00D30" w:rsidRDefault="00E00D30" w:rsidP="00E00D30">
      <w:r>
        <w:t>150.2237</w:t>
      </w:r>
      <w:r>
        <w:tab/>
        <w:t>3.038e0</w:t>
      </w:r>
    </w:p>
    <w:p w:rsidR="00E00D30" w:rsidRDefault="00E00D30" w:rsidP="00E00D30">
      <w:r>
        <w:t>150.2351</w:t>
      </w:r>
      <w:r>
        <w:tab/>
        <w:t>1.013e0</w:t>
      </w:r>
    </w:p>
    <w:p w:rsidR="00E00D30" w:rsidRDefault="00E00D30" w:rsidP="00E00D30">
      <w:r>
        <w:lastRenderedPageBreak/>
        <w:t>150.2384</w:t>
      </w:r>
      <w:r>
        <w:tab/>
        <w:t>1.013e0</w:t>
      </w:r>
    </w:p>
    <w:p w:rsidR="00E00D30" w:rsidRDefault="00E00D30" w:rsidP="00E00D30">
      <w:r>
        <w:t>150.2448</w:t>
      </w:r>
      <w:r>
        <w:tab/>
        <w:t>1.013e0</w:t>
      </w:r>
    </w:p>
    <w:p w:rsidR="00E00D30" w:rsidRDefault="00E00D30" w:rsidP="00E00D30">
      <w:r>
        <w:t>150.2477</w:t>
      </w:r>
      <w:r>
        <w:tab/>
        <w:t>1.013e0</w:t>
      </w:r>
    </w:p>
    <w:p w:rsidR="00E00D30" w:rsidRDefault="00E00D30" w:rsidP="00E00D30">
      <w:r>
        <w:t>150.2541</w:t>
      </w:r>
      <w:r>
        <w:tab/>
        <w:t>1.013e0</w:t>
      </w:r>
    </w:p>
    <w:p w:rsidR="00E00D30" w:rsidRDefault="00E00D30" w:rsidP="00E00D30">
      <w:r>
        <w:t>150.2608</w:t>
      </w:r>
      <w:r>
        <w:tab/>
        <w:t>2.025e0</w:t>
      </w:r>
    </w:p>
    <w:p w:rsidR="00E00D30" w:rsidRDefault="00E00D30" w:rsidP="00E00D30">
      <w:r>
        <w:t>150.2653</w:t>
      </w:r>
      <w:r>
        <w:tab/>
        <w:t>3.038e0</w:t>
      </w:r>
    </w:p>
    <w:p w:rsidR="00E00D30" w:rsidRDefault="00E00D30" w:rsidP="00E00D30">
      <w:r>
        <w:t>150.2675</w:t>
      </w:r>
      <w:r>
        <w:tab/>
        <w:t>1.013e0</w:t>
      </w:r>
    </w:p>
    <w:p w:rsidR="00E00D30" w:rsidRDefault="00E00D30" w:rsidP="00E00D30">
      <w:r>
        <w:t>150.2708</w:t>
      </w:r>
      <w:r>
        <w:tab/>
        <w:t>3.038e0</w:t>
      </w:r>
    </w:p>
    <w:p w:rsidR="00E00D30" w:rsidRDefault="00E00D30" w:rsidP="00E00D30">
      <w:r>
        <w:t>150.2740</w:t>
      </w:r>
      <w:r>
        <w:tab/>
        <w:t>1.013e0</w:t>
      </w:r>
    </w:p>
    <w:p w:rsidR="00E00D30" w:rsidRDefault="00E00D30" w:rsidP="00E00D30">
      <w:r>
        <w:t>150.2842</w:t>
      </w:r>
      <w:r>
        <w:tab/>
        <w:t>2.025e0</w:t>
      </w:r>
    </w:p>
    <w:p w:rsidR="00E00D30" w:rsidRDefault="00E00D30" w:rsidP="00E00D30">
      <w:r>
        <w:t>150.2902</w:t>
      </w:r>
      <w:r>
        <w:tab/>
        <w:t>1.013e0</w:t>
      </w:r>
    </w:p>
    <w:p w:rsidR="00E00D30" w:rsidRDefault="00E00D30" w:rsidP="00E00D30">
      <w:r>
        <w:t>150.2914</w:t>
      </w:r>
      <w:r>
        <w:tab/>
        <w:t>2.025e0</w:t>
      </w:r>
    </w:p>
    <w:p w:rsidR="00E00D30" w:rsidRDefault="00E00D30" w:rsidP="00E00D30">
      <w:r>
        <w:t>150.3064</w:t>
      </w:r>
      <w:r>
        <w:tab/>
        <w:t>2.025e0</w:t>
      </w:r>
    </w:p>
    <w:p w:rsidR="00E00D30" w:rsidRDefault="00E00D30" w:rsidP="00E00D30">
      <w:r>
        <w:t>150.3132</w:t>
      </w:r>
      <w:r>
        <w:tab/>
        <w:t>2.025e0</w:t>
      </w:r>
    </w:p>
    <w:p w:rsidR="00E00D30" w:rsidRDefault="00E00D30" w:rsidP="00E00D30">
      <w:r>
        <w:t>150.3266</w:t>
      </w:r>
      <w:r>
        <w:tab/>
        <w:t>2.025e0</w:t>
      </w:r>
    </w:p>
    <w:p w:rsidR="00E00D30" w:rsidRDefault="00E00D30" w:rsidP="00E00D30">
      <w:r>
        <w:t>150.3387</w:t>
      </w:r>
      <w:r>
        <w:tab/>
        <w:t>2.025e0</w:t>
      </w:r>
    </w:p>
    <w:p w:rsidR="00E00D30" w:rsidRDefault="00E00D30" w:rsidP="00E00D30">
      <w:r>
        <w:t>150.3521</w:t>
      </w:r>
      <w:r>
        <w:tab/>
        <w:t>1.013e0</w:t>
      </w:r>
    </w:p>
    <w:p w:rsidR="00E00D30" w:rsidRDefault="00E00D30" w:rsidP="00E00D30">
      <w:r>
        <w:t>150.3621</w:t>
      </w:r>
      <w:r>
        <w:tab/>
        <w:t>1.013e0</w:t>
      </w:r>
    </w:p>
    <w:p w:rsidR="00E00D30" w:rsidRDefault="00E00D30" w:rsidP="00E00D30">
      <w:r>
        <w:t>150.3655</w:t>
      </w:r>
      <w:r>
        <w:tab/>
        <w:t>1.013e0</w:t>
      </w:r>
    </w:p>
    <w:p w:rsidR="00E00D30" w:rsidRDefault="00E00D30" w:rsidP="00E00D30">
      <w:r>
        <w:lastRenderedPageBreak/>
        <w:t>150.3813</w:t>
      </w:r>
      <w:r>
        <w:tab/>
        <w:t>1.013e0</w:t>
      </w:r>
    </w:p>
    <w:p w:rsidR="00E00D30" w:rsidRDefault="00E00D30" w:rsidP="00E00D30">
      <w:r>
        <w:t>150.3845</w:t>
      </w:r>
      <w:r>
        <w:tab/>
        <w:t>1.013e0</w:t>
      </w:r>
    </w:p>
    <w:p w:rsidR="00E00D30" w:rsidRDefault="00E00D30" w:rsidP="00E00D30">
      <w:r>
        <w:t>150.3884</w:t>
      </w:r>
      <w:r>
        <w:tab/>
        <w:t>4.051e0</w:t>
      </w:r>
    </w:p>
    <w:p w:rsidR="00E00D30" w:rsidRDefault="00E00D30" w:rsidP="00E00D30">
      <w:r>
        <w:t>150.3914</w:t>
      </w:r>
      <w:r>
        <w:tab/>
        <w:t>1.013e0</w:t>
      </w:r>
    </w:p>
    <w:p w:rsidR="00E00D30" w:rsidRDefault="00E00D30" w:rsidP="00E00D30">
      <w:r>
        <w:t>150.3945</w:t>
      </w:r>
      <w:r>
        <w:tab/>
        <w:t>1.013e0</w:t>
      </w:r>
    </w:p>
    <w:p w:rsidR="00E00D30" w:rsidRDefault="00E00D30" w:rsidP="00E00D30">
      <w:r>
        <w:t>150.4028</w:t>
      </w:r>
      <w:r>
        <w:tab/>
        <w:t>2.025e0</w:t>
      </w:r>
    </w:p>
    <w:p w:rsidR="00E00D30" w:rsidRDefault="00E00D30" w:rsidP="00E00D30">
      <w:r>
        <w:t>150.4144</w:t>
      </w:r>
      <w:r>
        <w:tab/>
        <w:t>1.013e0</w:t>
      </w:r>
    </w:p>
    <w:p w:rsidR="00E00D30" w:rsidRDefault="00E00D30" w:rsidP="00E00D30">
      <w:r>
        <w:t>150.4190</w:t>
      </w:r>
      <w:r>
        <w:tab/>
        <w:t>2.025e0</w:t>
      </w:r>
    </w:p>
    <w:p w:rsidR="00E00D30" w:rsidRDefault="00E00D30" w:rsidP="00E00D30">
      <w:r>
        <w:t>150.4270</w:t>
      </w:r>
      <w:r>
        <w:tab/>
        <w:t>3.038e0</w:t>
      </w:r>
    </w:p>
    <w:p w:rsidR="00E00D30" w:rsidRDefault="00E00D30" w:rsidP="00E00D30">
      <w:r>
        <w:t>150.4349</w:t>
      </w:r>
      <w:r>
        <w:tab/>
        <w:t>3.038e0</w:t>
      </w:r>
    </w:p>
    <w:p w:rsidR="00E00D30" w:rsidRDefault="00E00D30" w:rsidP="00E00D30">
      <w:r>
        <w:t>150.4368</w:t>
      </w:r>
      <w:r>
        <w:tab/>
        <w:t>1.013e0</w:t>
      </w:r>
    </w:p>
    <w:p w:rsidR="00E00D30" w:rsidRDefault="00E00D30" w:rsidP="00E00D30">
      <w:r>
        <w:t>150.4437</w:t>
      </w:r>
      <w:r>
        <w:tab/>
        <w:t>1.013e0</w:t>
      </w:r>
    </w:p>
    <w:p w:rsidR="00E00D30" w:rsidRDefault="00E00D30" w:rsidP="00E00D30">
      <w:r>
        <w:t>150.4504</w:t>
      </w:r>
      <w:r>
        <w:tab/>
        <w:t>1.013e0</w:t>
      </w:r>
    </w:p>
    <w:p w:rsidR="00E00D30" w:rsidRDefault="00E00D30" w:rsidP="00E00D30">
      <w:r>
        <w:t>150.4535</w:t>
      </w:r>
      <w:r>
        <w:tab/>
        <w:t>2.025e0</w:t>
      </w:r>
    </w:p>
    <w:p w:rsidR="00E00D30" w:rsidRDefault="00E00D30" w:rsidP="00E00D30">
      <w:r>
        <w:t>150.4631</w:t>
      </w:r>
      <w:r>
        <w:tab/>
        <w:t>1.013e0</w:t>
      </w:r>
    </w:p>
    <w:p w:rsidR="00E00D30" w:rsidRDefault="00E00D30" w:rsidP="00E00D30">
      <w:r>
        <w:t>150.4707</w:t>
      </w:r>
      <w:r>
        <w:tab/>
        <w:t>2.025e0</w:t>
      </w:r>
    </w:p>
    <w:p w:rsidR="00E00D30" w:rsidRDefault="00E00D30" w:rsidP="00E00D30">
      <w:r>
        <w:t>150.4726</w:t>
      </w:r>
      <w:r>
        <w:tab/>
        <w:t>1.013e0</w:t>
      </w:r>
    </w:p>
    <w:p w:rsidR="00E00D30" w:rsidRDefault="00E00D30" w:rsidP="00E00D30">
      <w:r>
        <w:t>150.4794</w:t>
      </w:r>
      <w:r>
        <w:tab/>
        <w:t>1.013e0</w:t>
      </w:r>
    </w:p>
    <w:p w:rsidR="00E00D30" w:rsidRDefault="00E00D30" w:rsidP="00E00D30">
      <w:r>
        <w:t>150.4924</w:t>
      </w:r>
      <w:r>
        <w:tab/>
        <w:t>1.013e0</w:t>
      </w:r>
    </w:p>
    <w:p w:rsidR="00E00D30" w:rsidRDefault="00E00D30" w:rsidP="00E00D30">
      <w:r>
        <w:lastRenderedPageBreak/>
        <w:t>150.4959</w:t>
      </w:r>
      <w:r>
        <w:tab/>
        <w:t>1.013e0</w:t>
      </w:r>
    </w:p>
    <w:p w:rsidR="00E00D30" w:rsidRDefault="00E00D30" w:rsidP="00E00D30">
      <w:r>
        <w:t>150.5010</w:t>
      </w:r>
      <w:r>
        <w:tab/>
        <w:t>2.025e0</w:t>
      </w:r>
    </w:p>
    <w:p w:rsidR="00E00D30" w:rsidRDefault="00E00D30" w:rsidP="00E00D30">
      <w:r>
        <w:t>150.5043</w:t>
      </w:r>
      <w:r>
        <w:tab/>
        <w:t>2.025e0</w:t>
      </w:r>
    </w:p>
    <w:p w:rsidR="00E00D30" w:rsidRDefault="00E00D30" w:rsidP="00E00D30">
      <w:r>
        <w:t>150.5183</w:t>
      </w:r>
      <w:r>
        <w:tab/>
        <w:t>1.013e0</w:t>
      </w:r>
    </w:p>
    <w:p w:rsidR="00E00D30" w:rsidRDefault="00E00D30" w:rsidP="00E00D30">
      <w:r>
        <w:t>150.5218</w:t>
      </w:r>
      <w:r>
        <w:tab/>
        <w:t>1.013e0</w:t>
      </w:r>
    </w:p>
    <w:p w:rsidR="00E00D30" w:rsidRDefault="00E00D30" w:rsidP="00E00D30">
      <w:r>
        <w:t>150.5299</w:t>
      </w:r>
      <w:r>
        <w:tab/>
        <w:t>2.025e0</w:t>
      </w:r>
    </w:p>
    <w:p w:rsidR="00E00D30" w:rsidRDefault="00E00D30" w:rsidP="00E00D30">
      <w:r>
        <w:t>150.5397</w:t>
      </w:r>
      <w:r>
        <w:tab/>
        <w:t>5.119e0</w:t>
      </w:r>
    </w:p>
    <w:p w:rsidR="00E00D30" w:rsidRDefault="00E00D30" w:rsidP="00E00D30">
      <w:r>
        <w:t>150.5439</w:t>
      </w:r>
      <w:r>
        <w:tab/>
        <w:t>3.038e0</w:t>
      </w:r>
    </w:p>
    <w:p w:rsidR="00E00D30" w:rsidRDefault="00E00D30" w:rsidP="00E00D30">
      <w:r>
        <w:t>150.5466</w:t>
      </w:r>
      <w:r>
        <w:tab/>
        <w:t>1.215e1</w:t>
      </w:r>
    </w:p>
    <w:p w:rsidR="00E00D30" w:rsidRDefault="00E00D30" w:rsidP="00E00D30">
      <w:r>
        <w:t>150.5487</w:t>
      </w:r>
      <w:r>
        <w:tab/>
        <w:t>6.076e0</w:t>
      </w:r>
    </w:p>
    <w:p w:rsidR="00E00D30" w:rsidRDefault="00E00D30" w:rsidP="00E00D30">
      <w:r>
        <w:t>150.5502</w:t>
      </w:r>
      <w:r>
        <w:tab/>
        <w:t>1.013e1</w:t>
      </w:r>
    </w:p>
    <w:p w:rsidR="00E00D30" w:rsidRDefault="00E00D30" w:rsidP="00E00D30">
      <w:r>
        <w:t>150.5526</w:t>
      </w:r>
      <w:r>
        <w:tab/>
        <w:t>1.506e1</w:t>
      </w:r>
    </w:p>
    <w:p w:rsidR="00E00D30" w:rsidRDefault="00E00D30" w:rsidP="00E00D30">
      <w:r>
        <w:t>150.5642</w:t>
      </w:r>
      <w:r>
        <w:tab/>
        <w:t>1.013e0</w:t>
      </w:r>
    </w:p>
    <w:p w:rsidR="00E00D30" w:rsidRDefault="00E00D30" w:rsidP="00E00D30">
      <w:r>
        <w:t>150.5705</w:t>
      </w:r>
      <w:r>
        <w:tab/>
        <w:t>1.013e0</w:t>
      </w:r>
    </w:p>
    <w:p w:rsidR="00E00D30" w:rsidRDefault="00E00D30" w:rsidP="00E00D30">
      <w:r>
        <w:t>150.5720</w:t>
      </w:r>
      <w:r>
        <w:tab/>
        <w:t>1.380e0</w:t>
      </w:r>
    </w:p>
    <w:p w:rsidR="00E00D30" w:rsidRDefault="00E00D30" w:rsidP="00E00D30">
      <w:r>
        <w:t>150.5739</w:t>
      </w:r>
      <w:r>
        <w:tab/>
        <w:t>3.038e0</w:t>
      </w:r>
    </w:p>
    <w:p w:rsidR="00E00D30" w:rsidRDefault="00E00D30" w:rsidP="00E00D30">
      <w:r>
        <w:t>150.5875</w:t>
      </w:r>
      <w:r>
        <w:tab/>
        <w:t>1.013e0</w:t>
      </w:r>
    </w:p>
    <w:p w:rsidR="00E00D30" w:rsidRDefault="00E00D30" w:rsidP="00E00D30">
      <w:r>
        <w:t>150.5905</w:t>
      </w:r>
      <w:r>
        <w:tab/>
        <w:t>1.013e0</w:t>
      </w:r>
    </w:p>
    <w:p w:rsidR="00E00D30" w:rsidRDefault="00E00D30" w:rsidP="00E00D30">
      <w:r>
        <w:t>150.5934</w:t>
      </w:r>
      <w:r>
        <w:tab/>
        <w:t>1.013e0</w:t>
      </w:r>
    </w:p>
    <w:p w:rsidR="00E00D30" w:rsidRDefault="00E00D30" w:rsidP="00E00D30">
      <w:r>
        <w:lastRenderedPageBreak/>
        <w:t>150.6013</w:t>
      </w:r>
      <w:r>
        <w:tab/>
        <w:t>2.025e0</w:t>
      </w:r>
    </w:p>
    <w:p w:rsidR="00E00D30" w:rsidRDefault="00E00D30" w:rsidP="00E00D30">
      <w:r>
        <w:t>150.6198</w:t>
      </w:r>
      <w:r>
        <w:tab/>
        <w:t>1.013e0</w:t>
      </w:r>
    </w:p>
    <w:p w:rsidR="00E00D30" w:rsidRDefault="00E00D30" w:rsidP="00E00D30">
      <w:r>
        <w:t>150.6263</w:t>
      </w:r>
      <w:r>
        <w:tab/>
        <w:t>1.013e0</w:t>
      </w:r>
    </w:p>
    <w:p w:rsidR="00E00D30" w:rsidRDefault="00E00D30" w:rsidP="00E00D30">
      <w:r>
        <w:t>150.6282</w:t>
      </w:r>
      <w:r>
        <w:tab/>
        <w:t>2.025e0</w:t>
      </w:r>
    </w:p>
    <w:p w:rsidR="00E00D30" w:rsidRDefault="00E00D30" w:rsidP="00E00D30">
      <w:r>
        <w:t>150.6297</w:t>
      </w:r>
      <w:r>
        <w:tab/>
        <w:t>1.013e0</w:t>
      </w:r>
    </w:p>
    <w:p w:rsidR="00E00D30" w:rsidRDefault="00E00D30" w:rsidP="00E00D30">
      <w:r>
        <w:t>150.6420</w:t>
      </w:r>
      <w:r>
        <w:tab/>
        <w:t>1.013e0</w:t>
      </w:r>
    </w:p>
    <w:p w:rsidR="00E00D30" w:rsidRDefault="00E00D30" w:rsidP="00E00D30">
      <w:r>
        <w:t>150.6520</w:t>
      </w:r>
      <w:r>
        <w:tab/>
        <w:t>1.013e0</w:t>
      </w:r>
    </w:p>
    <w:p w:rsidR="00E00D30" w:rsidRDefault="00E00D30" w:rsidP="00E00D30">
      <w:r>
        <w:t>150.6543</w:t>
      </w:r>
      <w:r>
        <w:tab/>
        <w:t>4.051e0</w:t>
      </w:r>
    </w:p>
    <w:p w:rsidR="00E00D30" w:rsidRDefault="00E00D30" w:rsidP="00E00D30">
      <w:r>
        <w:t>150.6753</w:t>
      </w:r>
      <w:r>
        <w:tab/>
        <w:t>1.013e0</w:t>
      </w:r>
    </w:p>
    <w:p w:rsidR="00E00D30" w:rsidRDefault="00E00D30" w:rsidP="00E00D30">
      <w:r>
        <w:t>150.6783</w:t>
      </w:r>
      <w:r>
        <w:tab/>
        <w:t>1.013e0</w:t>
      </w:r>
    </w:p>
    <w:p w:rsidR="00E00D30" w:rsidRDefault="00E00D30" w:rsidP="00E00D30">
      <w:r>
        <w:t>150.6877</w:t>
      </w:r>
      <w:r>
        <w:tab/>
        <w:t>1.013e0</w:t>
      </w:r>
    </w:p>
    <w:p w:rsidR="00E00D30" w:rsidRDefault="00E00D30" w:rsidP="00E00D30">
      <w:r>
        <w:t>150.6945</w:t>
      </w:r>
      <w:r>
        <w:tab/>
        <w:t>3.038e0</w:t>
      </w:r>
    </w:p>
    <w:p w:rsidR="00E00D30" w:rsidRDefault="00E00D30" w:rsidP="00E00D30">
      <w:r>
        <w:t>150.7011</w:t>
      </w:r>
      <w:r>
        <w:tab/>
        <w:t>1.013e0</w:t>
      </w:r>
    </w:p>
    <w:p w:rsidR="00E00D30" w:rsidRDefault="00E00D30" w:rsidP="00E00D30">
      <w:r>
        <w:t>150.7043</w:t>
      </w:r>
      <w:r>
        <w:tab/>
        <w:t>2.025e0</w:t>
      </w:r>
    </w:p>
    <w:p w:rsidR="00E00D30" w:rsidRDefault="00E00D30" w:rsidP="00E00D30">
      <w:r>
        <w:t>150.7111</w:t>
      </w:r>
      <w:r>
        <w:tab/>
        <w:t>1.013e0</w:t>
      </w:r>
    </w:p>
    <w:p w:rsidR="00E00D30" w:rsidRDefault="00E00D30" w:rsidP="00E00D30">
      <w:r>
        <w:t>150.7238</w:t>
      </w:r>
      <w:r>
        <w:tab/>
        <w:t>2.025e0</w:t>
      </w:r>
    </w:p>
    <w:p w:rsidR="00E00D30" w:rsidRDefault="00E00D30" w:rsidP="00E00D30">
      <w:r>
        <w:t>150.7335</w:t>
      </w:r>
      <w:r>
        <w:tab/>
        <w:t>1.013e0</w:t>
      </w:r>
    </w:p>
    <w:p w:rsidR="00E00D30" w:rsidRDefault="00E00D30" w:rsidP="00E00D30">
      <w:r>
        <w:t>150.7437</w:t>
      </w:r>
      <w:r>
        <w:tab/>
        <w:t>1.013e0</w:t>
      </w:r>
    </w:p>
    <w:p w:rsidR="00E00D30" w:rsidRDefault="00E00D30" w:rsidP="00E00D30">
      <w:r>
        <w:t>150.7453</w:t>
      </w:r>
      <w:r>
        <w:tab/>
        <w:t>2.025e0</w:t>
      </w:r>
    </w:p>
    <w:p w:rsidR="00E00D30" w:rsidRDefault="00E00D30" w:rsidP="00E00D30">
      <w:r>
        <w:lastRenderedPageBreak/>
        <w:t>150.7666</w:t>
      </w:r>
      <w:r>
        <w:tab/>
        <w:t>2.025e0</w:t>
      </w:r>
    </w:p>
    <w:p w:rsidR="00E00D30" w:rsidRDefault="00E00D30" w:rsidP="00E00D30">
      <w:r>
        <w:t>150.7725</w:t>
      </w:r>
      <w:r>
        <w:tab/>
        <w:t>1.013e0</w:t>
      </w:r>
    </w:p>
    <w:p w:rsidR="00E00D30" w:rsidRDefault="00E00D30" w:rsidP="00E00D30">
      <w:r>
        <w:t>150.7740</w:t>
      </w:r>
      <w:r>
        <w:tab/>
        <w:t>4.051e0</w:t>
      </w:r>
    </w:p>
    <w:p w:rsidR="00E00D30" w:rsidRDefault="00E00D30" w:rsidP="00E00D30">
      <w:r>
        <w:t>150.7859</w:t>
      </w:r>
      <w:r>
        <w:tab/>
        <w:t>1.013e0</w:t>
      </w:r>
    </w:p>
    <w:p w:rsidR="00E00D30" w:rsidRDefault="00E00D30" w:rsidP="00E00D30">
      <w:r>
        <w:t>150.7892</w:t>
      </w:r>
      <w:r>
        <w:tab/>
        <w:t>1.013e0</w:t>
      </w:r>
    </w:p>
    <w:p w:rsidR="00E00D30" w:rsidRDefault="00E00D30" w:rsidP="00E00D30">
      <w:r>
        <w:t>150.7958</w:t>
      </w:r>
      <w:r>
        <w:tab/>
        <w:t>1.013e0</w:t>
      </w:r>
    </w:p>
    <w:p w:rsidR="00E00D30" w:rsidRDefault="00E00D30" w:rsidP="00E00D30">
      <w:r>
        <w:t>150.7991</w:t>
      </w:r>
      <w:r>
        <w:tab/>
        <w:t>1.013e0</w:t>
      </w:r>
    </w:p>
    <w:p w:rsidR="00E00D30" w:rsidRDefault="00E00D30" w:rsidP="00E00D30">
      <w:r>
        <w:t>150.8026</w:t>
      </w:r>
      <w:r>
        <w:tab/>
        <w:t>1.013e0</w:t>
      </w:r>
    </w:p>
    <w:p w:rsidR="00E00D30" w:rsidRDefault="00E00D30" w:rsidP="00E00D30">
      <w:r>
        <w:t>150.8091</w:t>
      </w:r>
      <w:r>
        <w:tab/>
        <w:t>1.013e0</w:t>
      </w:r>
    </w:p>
    <w:p w:rsidR="00E00D30" w:rsidRDefault="00E00D30" w:rsidP="00E00D30">
      <w:r>
        <w:t>150.8135</w:t>
      </w:r>
      <w:r>
        <w:tab/>
        <w:t>2.025e0</w:t>
      </w:r>
    </w:p>
    <w:p w:rsidR="00E00D30" w:rsidRDefault="00E00D30" w:rsidP="00E00D30">
      <w:r>
        <w:t>150.8162</w:t>
      </w:r>
      <w:r>
        <w:tab/>
        <w:t>3.038e0</w:t>
      </w:r>
    </w:p>
    <w:p w:rsidR="00E00D30" w:rsidRDefault="00E00D30" w:rsidP="00E00D30">
      <w:r>
        <w:t>150.8178</w:t>
      </w:r>
      <w:r>
        <w:tab/>
        <w:t>3.038e0</w:t>
      </w:r>
    </w:p>
    <w:p w:rsidR="00E00D30" w:rsidRDefault="00E00D30" w:rsidP="00E00D30">
      <w:r>
        <w:t>150.8217</w:t>
      </w:r>
      <w:r>
        <w:tab/>
        <w:t>4.051e0</w:t>
      </w:r>
    </w:p>
    <w:p w:rsidR="00E00D30" w:rsidRDefault="00E00D30" w:rsidP="00E00D30">
      <w:r>
        <w:t>150.8350</w:t>
      </w:r>
      <w:r>
        <w:tab/>
        <w:t>3.038e0</w:t>
      </w:r>
    </w:p>
    <w:p w:rsidR="00E00D30" w:rsidRDefault="00E00D30" w:rsidP="00E00D30">
      <w:r>
        <w:t>150.8416</w:t>
      </w:r>
      <w:r>
        <w:tab/>
        <w:t>1.013e0</w:t>
      </w:r>
    </w:p>
    <w:p w:rsidR="00E00D30" w:rsidRDefault="00E00D30" w:rsidP="00E00D30">
      <w:r>
        <w:t>150.8544</w:t>
      </w:r>
      <w:r>
        <w:tab/>
        <w:t>1.013e0</w:t>
      </w:r>
    </w:p>
    <w:p w:rsidR="00E00D30" w:rsidRDefault="00E00D30" w:rsidP="00E00D30">
      <w:r>
        <w:t>150.8624</w:t>
      </w:r>
      <w:r>
        <w:tab/>
        <w:t>2.025e0</w:t>
      </w:r>
    </w:p>
    <w:p w:rsidR="00E00D30" w:rsidRDefault="00E00D30" w:rsidP="00E00D30">
      <w:r>
        <w:t>150.8806</w:t>
      </w:r>
      <w:r>
        <w:tab/>
        <w:t>1.013e0</w:t>
      </w:r>
    </w:p>
    <w:p w:rsidR="00E00D30" w:rsidRDefault="00E00D30" w:rsidP="00E00D30">
      <w:r>
        <w:t>150.8849</w:t>
      </w:r>
      <w:r>
        <w:tab/>
        <w:t>3.038e0</w:t>
      </w:r>
    </w:p>
    <w:p w:rsidR="00E00D30" w:rsidRDefault="00E00D30" w:rsidP="00E00D30">
      <w:r>
        <w:lastRenderedPageBreak/>
        <w:t>150.8873</w:t>
      </w:r>
      <w:r>
        <w:tab/>
        <w:t>1.013e0</w:t>
      </w:r>
    </w:p>
    <w:p w:rsidR="00E00D30" w:rsidRDefault="00E00D30" w:rsidP="00E00D30">
      <w:r>
        <w:t>150.8909</w:t>
      </w:r>
      <w:r>
        <w:tab/>
        <w:t>1.013e0</w:t>
      </w:r>
    </w:p>
    <w:p w:rsidR="00E00D30" w:rsidRDefault="00E00D30" w:rsidP="00E00D30">
      <w:r>
        <w:t>150.8922</w:t>
      </w:r>
      <w:r>
        <w:tab/>
        <w:t>4.051e0</w:t>
      </w:r>
    </w:p>
    <w:p w:rsidR="00E00D30" w:rsidRDefault="00E00D30" w:rsidP="00E00D30">
      <w:r>
        <w:t>150.8969</w:t>
      </w:r>
      <w:r>
        <w:tab/>
        <w:t>1.013e0</w:t>
      </w:r>
    </w:p>
    <w:p w:rsidR="00E00D30" w:rsidRDefault="00E00D30" w:rsidP="00E00D30">
      <w:r>
        <w:t>150.8987</w:t>
      </w:r>
      <w:r>
        <w:tab/>
        <w:t>2.025e0</w:t>
      </w:r>
    </w:p>
    <w:p w:rsidR="00E00D30" w:rsidRDefault="00E00D30" w:rsidP="00E00D30">
      <w:r>
        <w:t>150.9001</w:t>
      </w:r>
      <w:r>
        <w:tab/>
        <w:t>1.013e0</w:t>
      </w:r>
    </w:p>
    <w:p w:rsidR="00E00D30" w:rsidRDefault="00E00D30" w:rsidP="00E00D30">
      <w:r>
        <w:t>150.9028</w:t>
      </w:r>
      <w:r>
        <w:tab/>
        <w:t>3.038e0</w:t>
      </w:r>
    </w:p>
    <w:p w:rsidR="00E00D30" w:rsidRDefault="00E00D30" w:rsidP="00E00D30">
      <w:r>
        <w:t>150.9131</w:t>
      </w:r>
      <w:r>
        <w:tab/>
        <w:t>3.038e0</w:t>
      </w:r>
    </w:p>
    <w:p w:rsidR="00E00D30" w:rsidRDefault="00E00D30" w:rsidP="00E00D30">
      <w:r>
        <w:t>150.9365</w:t>
      </w:r>
      <w:r>
        <w:tab/>
        <w:t>1.013e0</w:t>
      </w:r>
    </w:p>
    <w:p w:rsidR="00E00D30" w:rsidRDefault="00E00D30" w:rsidP="00E00D30">
      <w:r>
        <w:t>150.9425</w:t>
      </w:r>
      <w:r>
        <w:tab/>
        <w:t>1.013e0</w:t>
      </w:r>
    </w:p>
    <w:p w:rsidR="00E00D30" w:rsidRDefault="00E00D30" w:rsidP="00E00D30">
      <w:r>
        <w:t>150.9456</w:t>
      </w:r>
      <w:r>
        <w:tab/>
        <w:t>3.038e0</w:t>
      </w:r>
    </w:p>
    <w:p w:rsidR="00E00D30" w:rsidRDefault="00E00D30" w:rsidP="00E00D30">
      <w:r>
        <w:t>150.9538</w:t>
      </w:r>
      <w:r>
        <w:tab/>
        <w:t>3.038e0</w:t>
      </w:r>
    </w:p>
    <w:p w:rsidR="00E00D30" w:rsidRDefault="00E00D30" w:rsidP="00E00D30">
      <w:r>
        <w:t>150.9703</w:t>
      </w:r>
      <w:r>
        <w:tab/>
        <w:t>3.038e0</w:t>
      </w:r>
    </w:p>
    <w:p w:rsidR="00E00D30" w:rsidRDefault="00E00D30" w:rsidP="00E00D30">
      <w:r>
        <w:t>150.9789</w:t>
      </w:r>
      <w:r>
        <w:tab/>
        <w:t>2.025e0</w:t>
      </w:r>
    </w:p>
    <w:p w:rsidR="00E00D30" w:rsidRDefault="00E00D30" w:rsidP="00E00D30">
      <w:r>
        <w:t>150.9842</w:t>
      </w:r>
      <w:r>
        <w:tab/>
        <w:t>4.051e0</w:t>
      </w:r>
    </w:p>
    <w:p w:rsidR="00E00D30" w:rsidRDefault="00E00D30" w:rsidP="00E00D30">
      <w:r>
        <w:t>150.9854</w:t>
      </w:r>
      <w:r>
        <w:tab/>
        <w:t>1.013e0</w:t>
      </w:r>
    </w:p>
    <w:p w:rsidR="00E00D30" w:rsidRDefault="00E00D30" w:rsidP="00E00D30">
      <w:r>
        <w:t>150.9915</w:t>
      </w:r>
      <w:r>
        <w:tab/>
        <w:t>3.038e0</w:t>
      </w:r>
    </w:p>
    <w:p w:rsidR="00E00D30" w:rsidRDefault="00E00D30" w:rsidP="00E00D30">
      <w:r>
        <w:t>150.9944</w:t>
      </w:r>
      <w:r>
        <w:tab/>
        <w:t>1.013e0</w:t>
      </w:r>
    </w:p>
    <w:p w:rsidR="00E00D30" w:rsidRDefault="00E00D30" w:rsidP="00E00D30">
      <w:r>
        <w:t>150.9978</w:t>
      </w:r>
      <w:r>
        <w:tab/>
        <w:t>1.013e0</w:t>
      </w:r>
    </w:p>
    <w:p w:rsidR="00E00D30" w:rsidRDefault="00E00D30" w:rsidP="00E00D30">
      <w:r>
        <w:lastRenderedPageBreak/>
        <w:t>151.0115</w:t>
      </w:r>
      <w:r>
        <w:tab/>
        <w:t>2.272e0</w:t>
      </w:r>
    </w:p>
    <w:p w:rsidR="00E00D30" w:rsidRDefault="00E00D30" w:rsidP="00E00D30">
      <w:r>
        <w:t>151.0164</w:t>
      </w:r>
      <w:r>
        <w:tab/>
        <w:t>3.038e0</w:t>
      </w:r>
    </w:p>
    <w:p w:rsidR="00E00D30" w:rsidRDefault="00E00D30" w:rsidP="00E00D30">
      <w:r>
        <w:t>151.0459</w:t>
      </w:r>
      <w:r>
        <w:tab/>
        <w:t>1.500e3</w:t>
      </w:r>
    </w:p>
    <w:p w:rsidR="00E00D30" w:rsidRDefault="00E00D30" w:rsidP="00E00D30">
      <w:r>
        <w:t>151.0477</w:t>
      </w:r>
      <w:r>
        <w:tab/>
        <w:t>1.027e2</w:t>
      </w:r>
    </w:p>
    <w:p w:rsidR="00E00D30" w:rsidRDefault="00E00D30" w:rsidP="00E00D30">
      <w:r>
        <w:t>151.0872</w:t>
      </w:r>
      <w:r>
        <w:tab/>
        <w:t>3.569e0</w:t>
      </w:r>
    </w:p>
    <w:p w:rsidR="00E00D30" w:rsidRDefault="00E00D30" w:rsidP="00E00D30">
      <w:r>
        <w:t>151.0930</w:t>
      </w:r>
      <w:r>
        <w:tab/>
        <w:t>2.025e0</w:t>
      </w:r>
    </w:p>
    <w:p w:rsidR="00E00D30" w:rsidRDefault="00E00D30" w:rsidP="00E00D30">
      <w:r>
        <w:t>151.0946</w:t>
      </w:r>
      <w:r>
        <w:tab/>
        <w:t>8.101e0</w:t>
      </w:r>
    </w:p>
    <w:p w:rsidR="00E00D30" w:rsidRDefault="00E00D30" w:rsidP="00E00D30">
      <w:r>
        <w:t>151.0962</w:t>
      </w:r>
      <w:r>
        <w:tab/>
        <w:t>4.051e0</w:t>
      </w:r>
    </w:p>
    <w:p w:rsidR="00E00D30" w:rsidRDefault="00E00D30" w:rsidP="00E00D30">
      <w:r>
        <w:t>151.0994</w:t>
      </w:r>
      <w:r>
        <w:tab/>
        <w:t>1.013e0</w:t>
      </w:r>
    </w:p>
    <w:p w:rsidR="00E00D30" w:rsidRDefault="00E00D30" w:rsidP="00E00D30">
      <w:r>
        <w:t>151.1061</w:t>
      </w:r>
      <w:r>
        <w:tab/>
        <w:t>1.013e0</w:t>
      </w:r>
    </w:p>
    <w:p w:rsidR="00E00D30" w:rsidRDefault="00E00D30" w:rsidP="00E00D30">
      <w:r>
        <w:t>151.1078</w:t>
      </w:r>
      <w:r>
        <w:tab/>
        <w:t>4.051e0</w:t>
      </w:r>
    </w:p>
    <w:p w:rsidR="00E00D30" w:rsidRDefault="00E00D30" w:rsidP="00E00D30">
      <w:r>
        <w:t>151.1130</w:t>
      </w:r>
      <w:r>
        <w:tab/>
        <w:t>1.013e0</w:t>
      </w:r>
    </w:p>
    <w:p w:rsidR="00E00D30" w:rsidRDefault="00E00D30" w:rsidP="00E00D30">
      <w:r>
        <w:t>151.1195</w:t>
      </w:r>
      <w:r>
        <w:tab/>
        <w:t>8.101e0</w:t>
      </w:r>
    </w:p>
    <w:p w:rsidR="00E00D30" w:rsidRDefault="00E00D30" w:rsidP="00E00D30">
      <w:r>
        <w:t>151.1234</w:t>
      </w:r>
      <w:r>
        <w:tab/>
        <w:t>3.038e0</w:t>
      </w:r>
    </w:p>
    <w:p w:rsidR="00E00D30" w:rsidRDefault="00E00D30" w:rsidP="00E00D30">
      <w:r>
        <w:t>151.1252</w:t>
      </w:r>
      <w:r>
        <w:tab/>
        <w:t>4.051e0</w:t>
      </w:r>
    </w:p>
    <w:p w:rsidR="00E00D30" w:rsidRDefault="00E00D30" w:rsidP="00E00D30">
      <w:r>
        <w:t>151.1286</w:t>
      </w:r>
      <w:r>
        <w:tab/>
        <w:t>1.519e1</w:t>
      </w:r>
    </w:p>
    <w:p w:rsidR="00E00D30" w:rsidRDefault="00E00D30" w:rsidP="00E00D30">
      <w:r>
        <w:t>151.1336</w:t>
      </w:r>
      <w:r>
        <w:tab/>
        <w:t>3.038e0</w:t>
      </w:r>
    </w:p>
    <w:p w:rsidR="00E00D30" w:rsidRDefault="00E00D30" w:rsidP="00E00D30">
      <w:r>
        <w:t>151.1382</w:t>
      </w:r>
      <w:r>
        <w:tab/>
        <w:t>8.101e0</w:t>
      </w:r>
    </w:p>
    <w:p w:rsidR="00E00D30" w:rsidRDefault="00E00D30" w:rsidP="00E00D30">
      <w:r>
        <w:t>151.1409</w:t>
      </w:r>
      <w:r>
        <w:tab/>
        <w:t>6.076e0</w:t>
      </w:r>
    </w:p>
    <w:p w:rsidR="00E00D30" w:rsidRDefault="00E00D30" w:rsidP="00E00D30">
      <w:r>
        <w:lastRenderedPageBreak/>
        <w:t>151.1497</w:t>
      </w:r>
      <w:r>
        <w:tab/>
        <w:t>6.076e0</w:t>
      </w:r>
    </w:p>
    <w:p w:rsidR="00E00D30" w:rsidRDefault="00E00D30" w:rsidP="00E00D30">
      <w:r>
        <w:t>151.1553</w:t>
      </w:r>
      <w:r>
        <w:tab/>
        <w:t>2.025e0</w:t>
      </w:r>
    </w:p>
    <w:p w:rsidR="00E00D30" w:rsidRDefault="00E00D30" w:rsidP="00E00D30">
      <w:r>
        <w:t>151.1646</w:t>
      </w:r>
      <w:r>
        <w:tab/>
        <w:t>3.038e0</w:t>
      </w:r>
    </w:p>
    <w:p w:rsidR="00E00D30" w:rsidRDefault="00E00D30" w:rsidP="00E00D30">
      <w:r>
        <w:t>151.1672</w:t>
      </w:r>
      <w:r>
        <w:tab/>
        <w:t>4.051e0</w:t>
      </w:r>
    </w:p>
    <w:p w:rsidR="00E00D30" w:rsidRDefault="00E00D30" w:rsidP="00E00D30">
      <w:r>
        <w:t>151.1689</w:t>
      </w:r>
      <w:r>
        <w:tab/>
        <w:t>2.025e0</w:t>
      </w:r>
    </w:p>
    <w:p w:rsidR="00E00D30" w:rsidRDefault="00E00D30" w:rsidP="00E00D30">
      <w:r>
        <w:t>151.1729</w:t>
      </w:r>
      <w:r>
        <w:tab/>
        <w:t>4.661e0</w:t>
      </w:r>
    </w:p>
    <w:p w:rsidR="00E00D30" w:rsidRDefault="00E00D30" w:rsidP="00E00D30">
      <w:r>
        <w:t>151.1745</w:t>
      </w:r>
      <w:r>
        <w:tab/>
        <w:t>2.025e0</w:t>
      </w:r>
    </w:p>
    <w:p w:rsidR="00E00D30" w:rsidRDefault="00E00D30" w:rsidP="00E00D30">
      <w:r>
        <w:t>151.1797</w:t>
      </w:r>
      <w:r>
        <w:tab/>
        <w:t>8.101e0</w:t>
      </w:r>
    </w:p>
    <w:p w:rsidR="00E00D30" w:rsidRDefault="00E00D30" w:rsidP="00E00D30">
      <w:r>
        <w:t>151.1821</w:t>
      </w:r>
      <w:r>
        <w:tab/>
        <w:t>5.396e0</w:t>
      </w:r>
    </w:p>
    <w:p w:rsidR="00E00D30" w:rsidRDefault="00E00D30" w:rsidP="00E00D30">
      <w:r>
        <w:t>151.1943</w:t>
      </w:r>
      <w:r>
        <w:tab/>
        <w:t>5.063e0</w:t>
      </w:r>
    </w:p>
    <w:p w:rsidR="00E00D30" w:rsidRDefault="00E00D30" w:rsidP="00E00D30">
      <w:r>
        <w:t>151.1977</w:t>
      </w:r>
      <w:r>
        <w:tab/>
        <w:t>1.013e0</w:t>
      </w:r>
    </w:p>
    <w:p w:rsidR="00E00D30" w:rsidRDefault="00E00D30" w:rsidP="00E00D30">
      <w:r>
        <w:t>151.2016</w:t>
      </w:r>
      <w:r>
        <w:tab/>
        <w:t>5.063e0</w:t>
      </w:r>
    </w:p>
    <w:p w:rsidR="00E00D30" w:rsidRDefault="00E00D30" w:rsidP="00E00D30">
      <w:r>
        <w:t>151.2038</w:t>
      </w:r>
      <w:r>
        <w:tab/>
        <w:t>2.775e0</w:t>
      </w:r>
    </w:p>
    <w:p w:rsidR="00E00D30" w:rsidRDefault="00E00D30" w:rsidP="00E00D30">
      <w:r>
        <w:t>151.2071</w:t>
      </w:r>
      <w:r>
        <w:tab/>
        <w:t>3.787e0</w:t>
      </w:r>
    </w:p>
    <w:p w:rsidR="00E00D30" w:rsidRDefault="00E00D30" w:rsidP="00E00D30">
      <w:r>
        <w:t>151.2166</w:t>
      </w:r>
      <w:r>
        <w:tab/>
        <w:t>1.013e0</w:t>
      </w:r>
    </w:p>
    <w:p w:rsidR="00E00D30" w:rsidRDefault="00E00D30" w:rsidP="00E00D30">
      <w:r>
        <w:t>151.2186</w:t>
      </w:r>
      <w:r>
        <w:tab/>
        <w:t>3.038e0</w:t>
      </w:r>
    </w:p>
    <w:p w:rsidR="00E00D30" w:rsidRDefault="00E00D30" w:rsidP="00E00D30">
      <w:r>
        <w:t>151.2219</w:t>
      </w:r>
      <w:r>
        <w:tab/>
        <w:t>2.025e0</w:t>
      </w:r>
    </w:p>
    <w:p w:rsidR="00E00D30" w:rsidRDefault="00E00D30" w:rsidP="00E00D30">
      <w:r>
        <w:t>151.2253</w:t>
      </w:r>
      <w:r>
        <w:tab/>
        <w:t>3.038e0</w:t>
      </w:r>
    </w:p>
    <w:p w:rsidR="00E00D30" w:rsidRDefault="00E00D30" w:rsidP="00E00D30">
      <w:r>
        <w:t>151.2318</w:t>
      </w:r>
      <w:r>
        <w:tab/>
        <w:t>4.051e0</w:t>
      </w:r>
    </w:p>
    <w:p w:rsidR="00E00D30" w:rsidRDefault="00E00D30" w:rsidP="00E00D30">
      <w:r>
        <w:lastRenderedPageBreak/>
        <w:t>151.2367</w:t>
      </w:r>
      <w:r>
        <w:tab/>
        <w:t>1.013e0</w:t>
      </w:r>
    </w:p>
    <w:p w:rsidR="00E00D30" w:rsidRDefault="00E00D30" w:rsidP="00E00D30">
      <w:r>
        <w:t>151.2417</w:t>
      </w:r>
      <w:r>
        <w:tab/>
        <w:t>2.025e0</w:t>
      </w:r>
    </w:p>
    <w:p w:rsidR="00E00D30" w:rsidRDefault="00E00D30" w:rsidP="00E00D30">
      <w:r>
        <w:t>151.2453</w:t>
      </w:r>
      <w:r>
        <w:tab/>
        <w:t>2.025e0</w:t>
      </w:r>
    </w:p>
    <w:p w:rsidR="00E00D30" w:rsidRDefault="00E00D30" w:rsidP="00E00D30">
      <w:r>
        <w:t>151.2514</w:t>
      </w:r>
      <w:r>
        <w:tab/>
        <w:t>4.051e0</w:t>
      </w:r>
    </w:p>
    <w:p w:rsidR="00E00D30" w:rsidRDefault="00E00D30" w:rsidP="00E00D30">
      <w:r>
        <w:t>151.2559</w:t>
      </w:r>
      <w:r>
        <w:tab/>
        <w:t>1.013e0</w:t>
      </w:r>
    </w:p>
    <w:p w:rsidR="00E00D30" w:rsidRDefault="00E00D30" w:rsidP="00E00D30">
      <w:r>
        <w:t>151.2593</w:t>
      </w:r>
      <w:r>
        <w:tab/>
        <w:t>1.013e0</w:t>
      </w:r>
    </w:p>
    <w:p w:rsidR="00E00D30" w:rsidRDefault="00E00D30" w:rsidP="00E00D30">
      <w:r>
        <w:t>151.2759</w:t>
      </w:r>
      <w:r>
        <w:tab/>
        <w:t>1.013e0</w:t>
      </w:r>
    </w:p>
    <w:p w:rsidR="00E00D30" w:rsidRDefault="00E00D30" w:rsidP="00E00D30">
      <w:r>
        <w:t>151.2777</w:t>
      </w:r>
      <w:r>
        <w:tab/>
        <w:t>2.025e0</w:t>
      </w:r>
    </w:p>
    <w:p w:rsidR="00E00D30" w:rsidRDefault="00E00D30" w:rsidP="00E00D30">
      <w:r>
        <w:t>151.2789</w:t>
      </w:r>
      <w:r>
        <w:tab/>
        <w:t>5.063e0</w:t>
      </w:r>
    </w:p>
    <w:p w:rsidR="00E00D30" w:rsidRDefault="00E00D30" w:rsidP="00E00D30">
      <w:r>
        <w:t>151.2824</w:t>
      </w:r>
      <w:r>
        <w:tab/>
        <w:t>3.038e0</w:t>
      </w:r>
    </w:p>
    <w:p w:rsidR="00E00D30" w:rsidRDefault="00E00D30" w:rsidP="00E00D30">
      <w:r>
        <w:t>151.2859</w:t>
      </w:r>
      <w:r>
        <w:tab/>
        <w:t>1.013e0</w:t>
      </w:r>
    </w:p>
    <w:p w:rsidR="00E00D30" w:rsidRDefault="00E00D30" w:rsidP="00E00D30">
      <w:r>
        <w:t>151.2883</w:t>
      </w:r>
      <w:r>
        <w:tab/>
        <w:t>3.038e0</w:t>
      </w:r>
    </w:p>
    <w:p w:rsidR="00E00D30" w:rsidRDefault="00E00D30" w:rsidP="00E00D30">
      <w:r>
        <w:t>151.2911</w:t>
      </w:r>
      <w:r>
        <w:tab/>
        <w:t>2.025e0</w:t>
      </w:r>
    </w:p>
    <w:p w:rsidR="00E00D30" w:rsidRDefault="00E00D30" w:rsidP="00E00D30">
      <w:r>
        <w:t>151.2925</w:t>
      </w:r>
      <w:r>
        <w:tab/>
        <w:t>1.013e0</w:t>
      </w:r>
    </w:p>
    <w:p w:rsidR="00E00D30" w:rsidRDefault="00E00D30" w:rsidP="00E00D30">
      <w:r>
        <w:t>151.3049</w:t>
      </w:r>
      <w:r>
        <w:tab/>
        <w:t>2.025e0</w:t>
      </w:r>
    </w:p>
    <w:p w:rsidR="00E00D30" w:rsidRDefault="00E00D30" w:rsidP="00E00D30">
      <w:r>
        <w:t>151.3135</w:t>
      </w:r>
      <w:r>
        <w:tab/>
        <w:t>2.025e0</w:t>
      </w:r>
    </w:p>
    <w:p w:rsidR="00E00D30" w:rsidRDefault="00E00D30" w:rsidP="00E00D30">
      <w:r>
        <w:t>151.3150</w:t>
      </w:r>
      <w:r>
        <w:tab/>
        <w:t>1.013e0</w:t>
      </w:r>
    </w:p>
    <w:p w:rsidR="00E00D30" w:rsidRDefault="00E00D30" w:rsidP="00E00D30">
      <w:r>
        <w:t>151.3181</w:t>
      </w:r>
      <w:r>
        <w:tab/>
        <w:t>5.063e0</w:t>
      </w:r>
    </w:p>
    <w:p w:rsidR="00E00D30" w:rsidRDefault="00E00D30" w:rsidP="00E00D30">
      <w:r>
        <w:t>151.3250</w:t>
      </w:r>
      <w:r>
        <w:tab/>
        <w:t>2.025e0</w:t>
      </w:r>
    </w:p>
    <w:p w:rsidR="00E00D30" w:rsidRDefault="00E00D30" w:rsidP="00E00D30">
      <w:r>
        <w:lastRenderedPageBreak/>
        <w:t>151.3267</w:t>
      </w:r>
      <w:r>
        <w:tab/>
        <w:t>4.051e0</w:t>
      </w:r>
    </w:p>
    <w:p w:rsidR="00E00D30" w:rsidRDefault="00E00D30" w:rsidP="00E00D30">
      <w:r>
        <w:t>151.3282</w:t>
      </w:r>
      <w:r>
        <w:tab/>
        <w:t>1.013e0</w:t>
      </w:r>
    </w:p>
    <w:p w:rsidR="00E00D30" w:rsidRDefault="00E00D30" w:rsidP="00E00D30">
      <w:r>
        <w:t>151.3319</w:t>
      </w:r>
      <w:r>
        <w:tab/>
        <w:t>2.025e0</w:t>
      </w:r>
    </w:p>
    <w:p w:rsidR="00E00D30" w:rsidRDefault="00E00D30" w:rsidP="00E00D30">
      <w:r>
        <w:t>151.3413</w:t>
      </w:r>
      <w:r>
        <w:tab/>
        <w:t>1.013e0</w:t>
      </w:r>
    </w:p>
    <w:p w:rsidR="00E00D30" w:rsidRDefault="00E00D30" w:rsidP="00E00D30">
      <w:r>
        <w:t>151.3442</w:t>
      </w:r>
      <w:r>
        <w:tab/>
        <w:t>3.038e0</w:t>
      </w:r>
    </w:p>
    <w:p w:rsidR="00E00D30" w:rsidRDefault="00E00D30" w:rsidP="00E00D30">
      <w:r>
        <w:t>151.3458</w:t>
      </w:r>
      <w:r>
        <w:tab/>
        <w:t>2.809e0</w:t>
      </w:r>
    </w:p>
    <w:p w:rsidR="00E00D30" w:rsidRDefault="00E00D30" w:rsidP="00E00D30">
      <w:r>
        <w:t>151.3508</w:t>
      </w:r>
      <w:r>
        <w:tab/>
        <w:t>4.051e0</w:t>
      </w:r>
    </w:p>
    <w:p w:rsidR="00E00D30" w:rsidRDefault="00E00D30" w:rsidP="00E00D30">
      <w:r>
        <w:t>151.3557</w:t>
      </w:r>
      <w:r>
        <w:tab/>
        <w:t>2.025e0</w:t>
      </w:r>
    </w:p>
    <w:p w:rsidR="00E00D30" w:rsidRDefault="00E00D30" w:rsidP="00E00D30">
      <w:r>
        <w:t>151.3607</w:t>
      </w:r>
      <w:r>
        <w:tab/>
        <w:t>1.013e0</w:t>
      </w:r>
    </w:p>
    <w:p w:rsidR="00E00D30" w:rsidRDefault="00E00D30" w:rsidP="00E00D30">
      <w:r>
        <w:t>151.3652</w:t>
      </w:r>
      <w:r>
        <w:tab/>
        <w:t>3.038e0</w:t>
      </w:r>
    </w:p>
    <w:p w:rsidR="00E00D30" w:rsidRDefault="00E00D30" w:rsidP="00E00D30">
      <w:r>
        <w:t>151.3708</w:t>
      </w:r>
      <w:r>
        <w:tab/>
        <w:t>1.013e0</w:t>
      </w:r>
    </w:p>
    <w:p w:rsidR="00E00D30" w:rsidRDefault="00E00D30" w:rsidP="00E00D30">
      <w:r>
        <w:t>151.3778</w:t>
      </w:r>
      <w:r>
        <w:tab/>
        <w:t>6.076e0</w:t>
      </w:r>
    </w:p>
    <w:p w:rsidR="00E00D30" w:rsidRDefault="00E00D30" w:rsidP="00E00D30">
      <w:r>
        <w:t>151.3794</w:t>
      </w:r>
      <w:r>
        <w:tab/>
        <w:t>2.025e0</w:t>
      </w:r>
    </w:p>
    <w:p w:rsidR="00E00D30" w:rsidRDefault="00E00D30" w:rsidP="00E00D30">
      <w:r>
        <w:t>151.3882</w:t>
      </w:r>
      <w:r>
        <w:tab/>
        <w:t>8.882e0</w:t>
      </w:r>
    </w:p>
    <w:p w:rsidR="00E00D30" w:rsidRDefault="00E00D30" w:rsidP="00E00D30">
      <w:r>
        <w:t>151.3905</w:t>
      </w:r>
      <w:r>
        <w:tab/>
        <w:t>7.089e0</w:t>
      </w:r>
    </w:p>
    <w:p w:rsidR="00E00D30" w:rsidRDefault="00E00D30" w:rsidP="00E00D30">
      <w:r>
        <w:t>151.3931</w:t>
      </w:r>
      <w:r>
        <w:tab/>
        <w:t>2.025e0</w:t>
      </w:r>
    </w:p>
    <w:p w:rsidR="00E00D30" w:rsidRDefault="00E00D30" w:rsidP="00E00D30">
      <w:r>
        <w:t>151.3965</w:t>
      </w:r>
      <w:r>
        <w:tab/>
        <w:t>2.025e0</w:t>
      </w:r>
    </w:p>
    <w:p w:rsidR="00E00D30" w:rsidRDefault="00E00D30" w:rsidP="00E00D30">
      <w:r>
        <w:t>151.3989</w:t>
      </w:r>
      <w:r>
        <w:tab/>
        <w:t>4.051e0</w:t>
      </w:r>
    </w:p>
    <w:p w:rsidR="00E00D30" w:rsidRDefault="00E00D30" w:rsidP="00E00D30">
      <w:r>
        <w:t>151.3999</w:t>
      </w:r>
      <w:r>
        <w:tab/>
        <w:t>2.025e0</w:t>
      </w:r>
    </w:p>
    <w:p w:rsidR="00E00D30" w:rsidRDefault="00E00D30" w:rsidP="00E00D30">
      <w:r>
        <w:lastRenderedPageBreak/>
        <w:t>151.4085</w:t>
      </w:r>
      <w:r>
        <w:tab/>
        <w:t>3.038e0</w:t>
      </w:r>
    </w:p>
    <w:p w:rsidR="00E00D30" w:rsidRDefault="00E00D30" w:rsidP="00E00D30">
      <w:r>
        <w:t>151.4199</w:t>
      </w:r>
      <w:r>
        <w:tab/>
        <w:t>3.038e0</w:t>
      </w:r>
    </w:p>
    <w:p w:rsidR="00E00D30" w:rsidRDefault="00E00D30" w:rsidP="00E00D30">
      <w:r>
        <w:t>151.4233</w:t>
      </w:r>
      <w:r>
        <w:tab/>
        <w:t>1.013e0</w:t>
      </w:r>
    </w:p>
    <w:p w:rsidR="00E00D30" w:rsidRDefault="00E00D30" w:rsidP="00E00D30">
      <w:r>
        <w:t>151.4266</w:t>
      </w:r>
      <w:r>
        <w:tab/>
        <w:t>2.025e0</w:t>
      </w:r>
    </w:p>
    <w:p w:rsidR="00E00D30" w:rsidRDefault="00E00D30" w:rsidP="00E00D30">
      <w:r>
        <w:t>151.4296</w:t>
      </w:r>
      <w:r>
        <w:tab/>
        <w:t>1.013e0</w:t>
      </w:r>
    </w:p>
    <w:p w:rsidR="00E00D30" w:rsidRDefault="00E00D30" w:rsidP="00E00D30">
      <w:r>
        <w:t>151.4341</w:t>
      </w:r>
      <w:r>
        <w:tab/>
        <w:t>2.025e0</w:t>
      </w:r>
    </w:p>
    <w:p w:rsidR="00E00D30" w:rsidRDefault="00E00D30" w:rsidP="00E00D30">
      <w:r>
        <w:t>151.4365</w:t>
      </w:r>
      <w:r>
        <w:tab/>
        <w:t>4.051e0</w:t>
      </w:r>
    </w:p>
    <w:p w:rsidR="00E00D30" w:rsidRDefault="00E00D30" w:rsidP="00E00D30">
      <w:r>
        <w:t>151.4404</w:t>
      </w:r>
      <w:r>
        <w:tab/>
        <w:t>3.640e0</w:t>
      </w:r>
    </w:p>
    <w:p w:rsidR="00E00D30" w:rsidRDefault="00E00D30" w:rsidP="00E00D30">
      <w:r>
        <w:t>151.4448</w:t>
      </w:r>
      <w:r>
        <w:tab/>
        <w:t>3.038e0</w:t>
      </w:r>
    </w:p>
    <w:p w:rsidR="00E00D30" w:rsidRDefault="00E00D30" w:rsidP="00E00D30">
      <w:r>
        <w:t>151.4485</w:t>
      </w:r>
      <w:r>
        <w:tab/>
        <w:t>5.063e0</w:t>
      </w:r>
    </w:p>
    <w:p w:rsidR="00E00D30" w:rsidRDefault="00E00D30" w:rsidP="00E00D30">
      <w:r>
        <w:t>151.4523</w:t>
      </w:r>
      <w:r>
        <w:tab/>
        <w:t>3.038e0</w:t>
      </w:r>
    </w:p>
    <w:p w:rsidR="00E00D30" w:rsidRDefault="00E00D30" w:rsidP="00E00D30">
      <w:r>
        <w:t>151.4590</w:t>
      </w:r>
      <w:r>
        <w:tab/>
        <w:t>2.025e0</w:t>
      </w:r>
    </w:p>
    <w:p w:rsidR="00E00D30" w:rsidRDefault="00E00D30" w:rsidP="00E00D30">
      <w:r>
        <w:t>151.4609</w:t>
      </w:r>
      <w:r>
        <w:tab/>
        <w:t>2.025e0</w:t>
      </w:r>
    </w:p>
    <w:p w:rsidR="00E00D30" w:rsidRDefault="00E00D30" w:rsidP="00E00D30">
      <w:r>
        <w:t>151.4641</w:t>
      </w:r>
      <w:r>
        <w:tab/>
        <w:t>2.025e0</w:t>
      </w:r>
    </w:p>
    <w:p w:rsidR="00E00D30" w:rsidRDefault="00E00D30" w:rsidP="00E00D30">
      <w:r>
        <w:t>151.4756</w:t>
      </w:r>
      <w:r>
        <w:tab/>
        <w:t>1.013e0</w:t>
      </w:r>
    </w:p>
    <w:p w:rsidR="00E00D30" w:rsidRDefault="00E00D30" w:rsidP="00E00D30">
      <w:r>
        <w:t>151.4787</w:t>
      </w:r>
      <w:r>
        <w:tab/>
        <w:t>4.051e0</w:t>
      </w:r>
    </w:p>
    <w:p w:rsidR="00E00D30" w:rsidRDefault="00E00D30" w:rsidP="00E00D30">
      <w:r>
        <w:t>151.4806</w:t>
      </w:r>
      <w:r>
        <w:tab/>
        <w:t>3.038e0</w:t>
      </w:r>
    </w:p>
    <w:p w:rsidR="00E00D30" w:rsidRDefault="00E00D30" w:rsidP="00E00D30">
      <w:r>
        <w:t>151.4847</w:t>
      </w:r>
      <w:r>
        <w:tab/>
        <w:t>1.013e0</w:t>
      </w:r>
    </w:p>
    <w:p w:rsidR="00E00D30" w:rsidRDefault="00E00D30" w:rsidP="00E00D30">
      <w:r>
        <w:t>151.4866</w:t>
      </w:r>
      <w:r>
        <w:tab/>
        <w:t>3.038e0</w:t>
      </w:r>
    </w:p>
    <w:p w:rsidR="00E00D30" w:rsidRDefault="00E00D30" w:rsidP="00E00D30">
      <w:r>
        <w:lastRenderedPageBreak/>
        <w:t>151.4917</w:t>
      </w:r>
      <w:r>
        <w:tab/>
        <w:t>1.013e0</w:t>
      </w:r>
    </w:p>
    <w:p w:rsidR="00E00D30" w:rsidRDefault="00E00D30" w:rsidP="00E00D30">
      <w:r>
        <w:t>151.4949</w:t>
      </w:r>
      <w:r>
        <w:tab/>
        <w:t>1.013e0</w:t>
      </w:r>
    </w:p>
    <w:p w:rsidR="00E00D30" w:rsidRDefault="00E00D30" w:rsidP="00E00D30">
      <w:r>
        <w:t>151.4984</w:t>
      </w:r>
      <w:r>
        <w:tab/>
        <w:t>1.013e0</w:t>
      </w:r>
    </w:p>
    <w:p w:rsidR="00E00D30" w:rsidRDefault="00E00D30" w:rsidP="00E00D30">
      <w:r>
        <w:t>151.5015</w:t>
      </w:r>
      <w:r>
        <w:tab/>
        <w:t>1.013e0</w:t>
      </w:r>
    </w:p>
    <w:p w:rsidR="00E00D30" w:rsidRDefault="00E00D30" w:rsidP="00E00D30">
      <w:r>
        <w:t>151.5116</w:t>
      </w:r>
      <w:r>
        <w:tab/>
        <w:t>2.058e0</w:t>
      </w:r>
    </w:p>
    <w:p w:rsidR="00E00D30" w:rsidRDefault="00E00D30" w:rsidP="00E00D30">
      <w:r>
        <w:t>151.5183</w:t>
      </w:r>
      <w:r>
        <w:tab/>
        <w:t>1.989e0</w:t>
      </w:r>
    </w:p>
    <w:p w:rsidR="00E00D30" w:rsidRDefault="00E00D30" w:rsidP="00E00D30">
      <w:r>
        <w:t>151.5202</w:t>
      </w:r>
      <w:r>
        <w:tab/>
        <w:t>3.038e0</w:t>
      </w:r>
    </w:p>
    <w:p w:rsidR="00E00D30" w:rsidRDefault="00E00D30" w:rsidP="00E00D30">
      <w:r>
        <w:t>151.5464</w:t>
      </w:r>
      <w:r>
        <w:tab/>
        <w:t>1.359e2</w:t>
      </w:r>
    </w:p>
    <w:p w:rsidR="00E00D30" w:rsidRDefault="00E00D30" w:rsidP="00E00D30">
      <w:r>
        <w:t>151.5482</w:t>
      </w:r>
      <w:r>
        <w:tab/>
        <w:t>9.620e1</w:t>
      </w:r>
    </w:p>
    <w:p w:rsidR="00E00D30" w:rsidRDefault="00E00D30" w:rsidP="00E00D30">
      <w:r>
        <w:t>151.5496</w:t>
      </w:r>
      <w:r>
        <w:tab/>
        <w:t>4.094e1</w:t>
      </w:r>
    </w:p>
    <w:p w:rsidR="00E00D30" w:rsidRDefault="00E00D30" w:rsidP="00E00D30">
      <w:r>
        <w:t>151.5511</w:t>
      </w:r>
      <w:r>
        <w:tab/>
        <w:t>5.597e1</w:t>
      </w:r>
    </w:p>
    <w:p w:rsidR="00E00D30" w:rsidRDefault="00E00D30" w:rsidP="00E00D30">
      <w:r>
        <w:t>151.5781</w:t>
      </w:r>
      <w:r>
        <w:tab/>
        <w:t>5.063e0</w:t>
      </w:r>
    </w:p>
    <w:p w:rsidR="00E00D30" w:rsidRDefault="00E00D30" w:rsidP="00E00D30">
      <w:r>
        <w:t>151.5867</w:t>
      </w:r>
      <w:r>
        <w:tab/>
        <w:t>2.025e0</w:t>
      </w:r>
    </w:p>
    <w:p w:rsidR="00E00D30" w:rsidRDefault="00E00D30" w:rsidP="00E00D30">
      <w:r>
        <w:t>151.5898</w:t>
      </w:r>
      <w:r>
        <w:tab/>
        <w:t>1.013e0</w:t>
      </w:r>
    </w:p>
    <w:p w:rsidR="00E00D30" w:rsidRDefault="00E00D30" w:rsidP="00E00D30">
      <w:r>
        <w:t>151.5964</w:t>
      </w:r>
      <w:r>
        <w:tab/>
        <w:t>1.013e0</w:t>
      </w:r>
    </w:p>
    <w:p w:rsidR="00E00D30" w:rsidRDefault="00E00D30" w:rsidP="00E00D30">
      <w:r>
        <w:t>151.5984</w:t>
      </w:r>
      <w:r>
        <w:tab/>
        <w:t>2.025e0</w:t>
      </w:r>
    </w:p>
    <w:p w:rsidR="00E00D30" w:rsidRDefault="00E00D30" w:rsidP="00E00D30">
      <w:r>
        <w:t>151.5999</w:t>
      </w:r>
      <w:r>
        <w:tab/>
        <w:t>1.013e0</w:t>
      </w:r>
    </w:p>
    <w:p w:rsidR="00E00D30" w:rsidRDefault="00E00D30" w:rsidP="00E00D30">
      <w:r>
        <w:t>151.6096</w:t>
      </w:r>
      <w:r>
        <w:tab/>
        <w:t>1.013e0</w:t>
      </w:r>
    </w:p>
    <w:p w:rsidR="00E00D30" w:rsidRDefault="00E00D30" w:rsidP="00E00D30">
      <w:r>
        <w:t>151.6125</w:t>
      </w:r>
      <w:r>
        <w:tab/>
        <w:t>1.013e0</w:t>
      </w:r>
    </w:p>
    <w:p w:rsidR="00E00D30" w:rsidRDefault="00E00D30" w:rsidP="00E00D30">
      <w:r>
        <w:lastRenderedPageBreak/>
        <w:t>151.6189</w:t>
      </w:r>
      <w:r>
        <w:tab/>
        <w:t>1.013e0</w:t>
      </w:r>
    </w:p>
    <w:p w:rsidR="00E00D30" w:rsidRDefault="00E00D30" w:rsidP="00E00D30">
      <w:r>
        <w:t>151.6217</w:t>
      </w:r>
      <w:r>
        <w:tab/>
        <w:t>5.063e0</w:t>
      </w:r>
    </w:p>
    <w:p w:rsidR="00E00D30" w:rsidRDefault="00E00D30" w:rsidP="00E00D30">
      <w:r>
        <w:t>151.6259</w:t>
      </w:r>
      <w:r>
        <w:tab/>
        <w:t>1.013e0</w:t>
      </w:r>
    </w:p>
    <w:p w:rsidR="00E00D30" w:rsidRDefault="00E00D30" w:rsidP="00E00D30">
      <w:r>
        <w:t>151.6293</w:t>
      </w:r>
      <w:r>
        <w:tab/>
        <w:t>6.076e0</w:t>
      </w:r>
    </w:p>
    <w:p w:rsidR="00E00D30" w:rsidRDefault="00E00D30" w:rsidP="00E00D30">
      <w:r>
        <w:t>151.6306</w:t>
      </w:r>
      <w:r>
        <w:tab/>
        <w:t>2.025e0</w:t>
      </w:r>
    </w:p>
    <w:p w:rsidR="00E00D30" w:rsidRDefault="00E00D30" w:rsidP="00E00D30">
      <w:r>
        <w:t>151.6425</w:t>
      </w:r>
      <w:r>
        <w:tab/>
        <w:t>1.013e0</w:t>
      </w:r>
    </w:p>
    <w:p w:rsidR="00E00D30" w:rsidRDefault="00E00D30" w:rsidP="00E00D30">
      <w:r>
        <w:t>151.6492</w:t>
      </w:r>
      <w:r>
        <w:tab/>
        <w:t>2.025e0</w:t>
      </w:r>
    </w:p>
    <w:p w:rsidR="00E00D30" w:rsidRDefault="00E00D30" w:rsidP="00E00D30">
      <w:r>
        <w:t>151.6522</w:t>
      </w:r>
      <w:r>
        <w:tab/>
        <w:t>6.076e0</w:t>
      </w:r>
    </w:p>
    <w:p w:rsidR="00E00D30" w:rsidRDefault="00E00D30" w:rsidP="00E00D30">
      <w:r>
        <w:t>151.6555</w:t>
      </w:r>
      <w:r>
        <w:tab/>
        <w:t>1.013e0</w:t>
      </w:r>
    </w:p>
    <w:p w:rsidR="00E00D30" w:rsidRDefault="00E00D30" w:rsidP="00E00D30">
      <w:r>
        <w:t>151.6647</w:t>
      </w:r>
      <w:r>
        <w:tab/>
        <w:t>1.013e0</w:t>
      </w:r>
    </w:p>
    <w:p w:rsidR="00E00D30" w:rsidRDefault="00E00D30" w:rsidP="00E00D30">
      <w:r>
        <w:t>151.6697</w:t>
      </w:r>
      <w:r>
        <w:tab/>
        <w:t>2.025e0</w:t>
      </w:r>
    </w:p>
    <w:p w:rsidR="00E00D30" w:rsidRDefault="00E00D30" w:rsidP="00E00D30">
      <w:r>
        <w:t>151.6714</w:t>
      </w:r>
      <w:r>
        <w:tab/>
        <w:t>1.013e0</w:t>
      </w:r>
    </w:p>
    <w:p w:rsidR="00E00D30" w:rsidRDefault="00E00D30" w:rsidP="00E00D30">
      <w:r>
        <w:t>151.6749</w:t>
      </w:r>
      <w:r>
        <w:tab/>
        <w:t>3.038e0</w:t>
      </w:r>
    </w:p>
    <w:p w:rsidR="00E00D30" w:rsidRDefault="00E00D30" w:rsidP="00E00D30">
      <w:r>
        <w:t>151.6764</w:t>
      </w:r>
      <w:r>
        <w:tab/>
        <w:t>2.025e0</w:t>
      </w:r>
    </w:p>
    <w:p w:rsidR="00E00D30" w:rsidRDefault="00E00D30" w:rsidP="00E00D30">
      <w:r>
        <w:t>151.6824</w:t>
      </w:r>
      <w:r>
        <w:tab/>
        <w:t>3.038e0</w:t>
      </w:r>
    </w:p>
    <w:p w:rsidR="00E00D30" w:rsidRDefault="00E00D30" w:rsidP="00E00D30">
      <w:r>
        <w:t>151.6848</w:t>
      </w:r>
      <w:r>
        <w:tab/>
        <w:t>2.025e0</w:t>
      </w:r>
    </w:p>
    <w:p w:rsidR="00E00D30" w:rsidRDefault="00E00D30" w:rsidP="00E00D30">
      <w:r>
        <w:t>151.6882</w:t>
      </w:r>
      <w:r>
        <w:tab/>
        <w:t>1.013e0</w:t>
      </w:r>
    </w:p>
    <w:p w:rsidR="00E00D30" w:rsidRDefault="00E00D30" w:rsidP="00E00D30">
      <w:r>
        <w:t>151.6917</w:t>
      </w:r>
      <w:r>
        <w:tab/>
        <w:t>1.013e0</w:t>
      </w:r>
    </w:p>
    <w:p w:rsidR="00E00D30" w:rsidRDefault="00E00D30" w:rsidP="00E00D30">
      <w:r>
        <w:t>151.7010</w:t>
      </w:r>
      <w:r>
        <w:tab/>
        <w:t>1.013e0</w:t>
      </w:r>
    </w:p>
    <w:p w:rsidR="00E00D30" w:rsidRDefault="00E00D30" w:rsidP="00E00D30">
      <w:r>
        <w:lastRenderedPageBreak/>
        <w:t>151.7072</w:t>
      </w:r>
      <w:r>
        <w:tab/>
        <w:t>1.013e0</w:t>
      </w:r>
    </w:p>
    <w:p w:rsidR="00E00D30" w:rsidRDefault="00E00D30" w:rsidP="00E00D30">
      <w:r>
        <w:t>151.7090</w:t>
      </w:r>
      <w:r>
        <w:tab/>
        <w:t>2.025e0</w:t>
      </w:r>
    </w:p>
    <w:p w:rsidR="00E00D30" w:rsidRDefault="00E00D30" w:rsidP="00E00D30">
      <w:r>
        <w:t>151.7108</w:t>
      </w:r>
      <w:r>
        <w:tab/>
        <w:t>1.013e0</w:t>
      </w:r>
    </w:p>
    <w:p w:rsidR="00E00D30" w:rsidRDefault="00E00D30" w:rsidP="00E00D30">
      <w:r>
        <w:t>151.7173</w:t>
      </w:r>
      <w:r>
        <w:tab/>
        <w:t>1.013e0</w:t>
      </w:r>
    </w:p>
    <w:p w:rsidR="00E00D30" w:rsidRDefault="00E00D30" w:rsidP="00E00D30">
      <w:r>
        <w:t>151.7192</w:t>
      </w:r>
      <w:r>
        <w:tab/>
        <w:t>2.025e0</w:t>
      </w:r>
    </w:p>
    <w:p w:rsidR="00E00D30" w:rsidRDefault="00E00D30" w:rsidP="00E00D30">
      <w:r>
        <w:t>151.7215</w:t>
      </w:r>
      <w:r>
        <w:tab/>
        <w:t>3.038e0</w:t>
      </w:r>
    </w:p>
    <w:p w:rsidR="00E00D30" w:rsidRDefault="00E00D30" w:rsidP="00E00D30">
      <w:r>
        <w:t>151.7240</w:t>
      </w:r>
      <w:r>
        <w:tab/>
        <w:t>1.013e0</w:t>
      </w:r>
    </w:p>
    <w:p w:rsidR="00E00D30" w:rsidRDefault="00E00D30" w:rsidP="00E00D30">
      <w:r>
        <w:t>151.7326</w:t>
      </w:r>
      <w:r>
        <w:tab/>
        <w:t>2.025e0</w:t>
      </w:r>
    </w:p>
    <w:p w:rsidR="00E00D30" w:rsidRDefault="00E00D30" w:rsidP="00E00D30">
      <w:r>
        <w:t>151.7374</w:t>
      </w:r>
      <w:r>
        <w:tab/>
        <w:t>1.013e0</w:t>
      </w:r>
    </w:p>
    <w:p w:rsidR="00E00D30" w:rsidRDefault="00E00D30" w:rsidP="00E00D30">
      <w:r>
        <w:t>151.7455</w:t>
      </w:r>
      <w:r>
        <w:tab/>
        <w:t>2.025e0</w:t>
      </w:r>
    </w:p>
    <w:p w:rsidR="00E00D30" w:rsidRDefault="00E00D30" w:rsidP="00E00D30">
      <w:r>
        <w:t>151.7499</w:t>
      </w:r>
      <w:r>
        <w:tab/>
        <w:t>4.051e0</w:t>
      </w:r>
    </w:p>
    <w:p w:rsidR="00E00D30" w:rsidRDefault="00E00D30" w:rsidP="00E00D30">
      <w:r>
        <w:t>151.7531</w:t>
      </w:r>
      <w:r>
        <w:tab/>
        <w:t>1.013e0</w:t>
      </w:r>
    </w:p>
    <w:p w:rsidR="00E00D30" w:rsidRDefault="00E00D30" w:rsidP="00E00D30">
      <w:r>
        <w:t>151.7565</w:t>
      </w:r>
      <w:r>
        <w:tab/>
        <w:t>2.025e0</w:t>
      </w:r>
    </w:p>
    <w:p w:rsidR="00E00D30" w:rsidRDefault="00E00D30" w:rsidP="00E00D30">
      <w:r>
        <w:t>151.7600</w:t>
      </w:r>
      <w:r>
        <w:tab/>
        <w:t>1.013e0</w:t>
      </w:r>
    </w:p>
    <w:p w:rsidR="00E00D30" w:rsidRDefault="00E00D30" w:rsidP="00E00D30">
      <w:r>
        <w:t>151.7615</w:t>
      </w:r>
      <w:r>
        <w:tab/>
        <w:t>2.025e0</w:t>
      </w:r>
    </w:p>
    <w:p w:rsidR="00E00D30" w:rsidRDefault="00E00D30" w:rsidP="00E00D30">
      <w:r>
        <w:t>151.7631</w:t>
      </w:r>
      <w:r>
        <w:tab/>
        <w:t>1.013e0</w:t>
      </w:r>
    </w:p>
    <w:p w:rsidR="00E00D30" w:rsidRDefault="00E00D30" w:rsidP="00E00D30">
      <w:r>
        <w:t>151.7665</w:t>
      </w:r>
      <w:r>
        <w:tab/>
        <w:t>2.025e0</w:t>
      </w:r>
    </w:p>
    <w:p w:rsidR="00E00D30" w:rsidRDefault="00E00D30" w:rsidP="00E00D30">
      <w:r>
        <w:t>151.7834</w:t>
      </w:r>
      <w:r>
        <w:tab/>
        <w:t>1.013e0</w:t>
      </w:r>
    </w:p>
    <w:p w:rsidR="00E00D30" w:rsidRDefault="00E00D30" w:rsidP="00E00D30">
      <w:r>
        <w:t>151.7929</w:t>
      </w:r>
      <w:r>
        <w:tab/>
        <w:t>1.013e0</w:t>
      </w:r>
    </w:p>
    <w:p w:rsidR="00E00D30" w:rsidRDefault="00E00D30" w:rsidP="00E00D30">
      <w:r>
        <w:lastRenderedPageBreak/>
        <w:t>151.7957</w:t>
      </w:r>
      <w:r>
        <w:tab/>
        <w:t>2.025e0</w:t>
      </w:r>
    </w:p>
    <w:p w:rsidR="00E00D30" w:rsidRDefault="00E00D30" w:rsidP="00E00D30">
      <w:r>
        <w:t>151.8057</w:t>
      </w:r>
      <w:r>
        <w:tab/>
        <w:t>1.013e0</w:t>
      </w:r>
    </w:p>
    <w:p w:rsidR="00E00D30" w:rsidRDefault="00E00D30" w:rsidP="00E00D30">
      <w:r>
        <w:t>151.8090</w:t>
      </w:r>
      <w:r>
        <w:tab/>
        <w:t>1.013e0</w:t>
      </w:r>
    </w:p>
    <w:p w:rsidR="00E00D30" w:rsidRDefault="00E00D30" w:rsidP="00E00D30">
      <w:r>
        <w:t>151.8123</w:t>
      </w:r>
      <w:r>
        <w:tab/>
        <w:t>6.076e0</w:t>
      </w:r>
    </w:p>
    <w:p w:rsidR="00E00D30" w:rsidRDefault="00E00D30" w:rsidP="00E00D30">
      <w:r>
        <w:t>151.8293</w:t>
      </w:r>
      <w:r>
        <w:tab/>
        <w:t>1.013e0</w:t>
      </w:r>
    </w:p>
    <w:p w:rsidR="00E00D30" w:rsidRDefault="00E00D30" w:rsidP="00E00D30">
      <w:r>
        <w:t>151.8355</w:t>
      </w:r>
      <w:r>
        <w:tab/>
        <w:t>4.051e0</w:t>
      </w:r>
    </w:p>
    <w:p w:rsidR="00E00D30" w:rsidRDefault="00E00D30" w:rsidP="00E00D30">
      <w:r>
        <w:t>151.8385</w:t>
      </w:r>
      <w:r>
        <w:tab/>
        <w:t>3.038e0</w:t>
      </w:r>
    </w:p>
    <w:p w:rsidR="00E00D30" w:rsidRDefault="00E00D30" w:rsidP="00E00D30">
      <w:r>
        <w:t>151.8484</w:t>
      </w:r>
      <w:r>
        <w:tab/>
        <w:t>1.013e0</w:t>
      </w:r>
    </w:p>
    <w:p w:rsidR="00E00D30" w:rsidRDefault="00E00D30" w:rsidP="00E00D30">
      <w:r>
        <w:t>151.8515</w:t>
      </w:r>
      <w:r>
        <w:tab/>
        <w:t>1.013e0</w:t>
      </w:r>
    </w:p>
    <w:p w:rsidR="00E00D30" w:rsidRDefault="00E00D30" w:rsidP="00E00D30">
      <w:r>
        <w:t>151.8549</w:t>
      </w:r>
      <w:r>
        <w:tab/>
        <w:t>1.013e0</w:t>
      </w:r>
    </w:p>
    <w:p w:rsidR="00E00D30" w:rsidRDefault="00E00D30" w:rsidP="00E00D30">
      <w:r>
        <w:t>151.8581</w:t>
      </w:r>
      <w:r>
        <w:tab/>
        <w:t>1.013e0</w:t>
      </w:r>
    </w:p>
    <w:p w:rsidR="00E00D30" w:rsidRDefault="00E00D30" w:rsidP="00E00D30">
      <w:r>
        <w:t>151.8684</w:t>
      </w:r>
      <w:r>
        <w:tab/>
        <w:t>1.013e0</w:t>
      </w:r>
    </w:p>
    <w:p w:rsidR="00E00D30" w:rsidRDefault="00E00D30" w:rsidP="00E00D30">
      <w:r>
        <w:t>151.8698</w:t>
      </w:r>
      <w:r>
        <w:tab/>
        <w:t>2.025e0</w:t>
      </w:r>
    </w:p>
    <w:p w:rsidR="00E00D30" w:rsidRDefault="00E00D30" w:rsidP="00E00D30">
      <w:r>
        <w:t>151.8717</w:t>
      </w:r>
      <w:r>
        <w:tab/>
        <w:t>5.063e0</w:t>
      </w:r>
    </w:p>
    <w:p w:rsidR="00E00D30" w:rsidRDefault="00E00D30" w:rsidP="00E00D30">
      <w:r>
        <w:t>151.8843</w:t>
      </w:r>
      <w:r>
        <w:tab/>
        <w:t>2.025e0</w:t>
      </w:r>
    </w:p>
    <w:p w:rsidR="00E00D30" w:rsidRDefault="00E00D30" w:rsidP="00E00D30">
      <w:r>
        <w:t>151.8940</w:t>
      </w:r>
      <w:r>
        <w:tab/>
        <w:t>2.025e0</w:t>
      </w:r>
    </w:p>
    <w:p w:rsidR="00E00D30" w:rsidRDefault="00E00D30" w:rsidP="00E00D30">
      <w:r>
        <w:t>151.8953</w:t>
      </w:r>
      <w:r>
        <w:tab/>
        <w:t>3.038e0</w:t>
      </w:r>
    </w:p>
    <w:p w:rsidR="00E00D30" w:rsidRDefault="00E00D30" w:rsidP="00E00D30">
      <w:r>
        <w:t>151.8976</w:t>
      </w:r>
      <w:r>
        <w:tab/>
        <w:t>1.013e0</w:t>
      </w:r>
    </w:p>
    <w:p w:rsidR="00E00D30" w:rsidRDefault="00E00D30" w:rsidP="00E00D30">
      <w:r>
        <w:t>151.9057</w:t>
      </w:r>
      <w:r>
        <w:tab/>
        <w:t>2.025e0</w:t>
      </w:r>
    </w:p>
    <w:p w:rsidR="00E00D30" w:rsidRDefault="00E00D30" w:rsidP="00E00D30">
      <w:r>
        <w:lastRenderedPageBreak/>
        <w:t>151.9094</w:t>
      </w:r>
      <w:r>
        <w:tab/>
        <w:t>3.038e0</w:t>
      </w:r>
    </w:p>
    <w:p w:rsidR="00E00D30" w:rsidRDefault="00E00D30" w:rsidP="00E00D30">
      <w:r>
        <w:t>151.9141</w:t>
      </w:r>
      <w:r>
        <w:tab/>
        <w:t>2.025e0</w:t>
      </w:r>
    </w:p>
    <w:p w:rsidR="00E00D30" w:rsidRDefault="00E00D30" w:rsidP="00E00D30">
      <w:r>
        <w:t>151.9175</w:t>
      </w:r>
      <w:r>
        <w:tab/>
        <w:t>1.013e0</w:t>
      </w:r>
    </w:p>
    <w:p w:rsidR="00E00D30" w:rsidRDefault="00E00D30" w:rsidP="00E00D30">
      <w:r>
        <w:t>151.9302</w:t>
      </w:r>
      <w:r>
        <w:tab/>
        <w:t>1.013e0</w:t>
      </w:r>
    </w:p>
    <w:p w:rsidR="00E00D30" w:rsidRDefault="00E00D30" w:rsidP="00E00D30">
      <w:r>
        <w:t>151.9367</w:t>
      </w:r>
      <w:r>
        <w:tab/>
        <w:t>1.013e0</w:t>
      </w:r>
    </w:p>
    <w:p w:rsidR="00E00D30" w:rsidRDefault="00E00D30" w:rsidP="00E00D30">
      <w:r>
        <w:t>151.9390</w:t>
      </w:r>
      <w:r>
        <w:tab/>
        <w:t>6.076e0</w:t>
      </w:r>
    </w:p>
    <w:p w:rsidR="00E00D30" w:rsidRDefault="00E00D30" w:rsidP="00E00D30">
      <w:r>
        <w:t>151.9416</w:t>
      </w:r>
      <w:r>
        <w:tab/>
        <w:t>2.025e0</w:t>
      </w:r>
    </w:p>
    <w:p w:rsidR="00E00D30" w:rsidRDefault="00E00D30" w:rsidP="00E00D30">
      <w:r>
        <w:t>151.9500</w:t>
      </w:r>
      <w:r>
        <w:tab/>
        <w:t>1.013e0</w:t>
      </w:r>
    </w:p>
    <w:p w:rsidR="00E00D30" w:rsidRDefault="00E00D30" w:rsidP="00E00D30">
      <w:r>
        <w:t>151.9567</w:t>
      </w:r>
      <w:r>
        <w:tab/>
        <w:t>2.025e0</w:t>
      </w:r>
    </w:p>
    <w:p w:rsidR="00E00D30" w:rsidRDefault="00E00D30" w:rsidP="00E00D30">
      <w:r>
        <w:t>151.9698</w:t>
      </w:r>
      <w:r>
        <w:tab/>
        <w:t>1.013e0</w:t>
      </w:r>
    </w:p>
    <w:p w:rsidR="00E00D30" w:rsidRDefault="00E00D30" w:rsidP="00E00D30">
      <w:r>
        <w:t>151.9714</w:t>
      </w:r>
      <w:r>
        <w:tab/>
        <w:t>2.025e0</w:t>
      </w:r>
    </w:p>
    <w:p w:rsidR="00E00D30" w:rsidRDefault="00E00D30" w:rsidP="00E00D30">
      <w:r>
        <w:t>151.9731</w:t>
      </w:r>
      <w:r>
        <w:tab/>
        <w:t>2.025e0</w:t>
      </w:r>
    </w:p>
    <w:p w:rsidR="00E00D30" w:rsidRDefault="00E00D30" w:rsidP="00E00D30">
      <w:r>
        <w:t>151.9826</w:t>
      </w:r>
      <w:r>
        <w:tab/>
        <w:t>1.013e0</w:t>
      </w:r>
    </w:p>
    <w:p w:rsidR="00E00D30" w:rsidRDefault="00E00D30" w:rsidP="00E00D30">
      <w:r>
        <w:t>151.9958</w:t>
      </w:r>
      <w:r>
        <w:tab/>
        <w:t>5.063e0</w:t>
      </w:r>
    </w:p>
    <w:p w:rsidR="00E00D30" w:rsidRDefault="00E00D30" w:rsidP="00E00D30">
      <w:r>
        <w:t>151.9991</w:t>
      </w:r>
      <w:r>
        <w:tab/>
        <w:t>1.013e0</w:t>
      </w:r>
    </w:p>
    <w:p w:rsidR="00E00D30" w:rsidRDefault="00E00D30" w:rsidP="00E00D30">
      <w:r>
        <w:t>152.0024</w:t>
      </w:r>
      <w:r>
        <w:tab/>
        <w:t>1.013e0</w:t>
      </w:r>
    </w:p>
    <w:p w:rsidR="00E00D30" w:rsidRDefault="00E00D30" w:rsidP="00E00D30">
      <w:r>
        <w:t>152.0127</w:t>
      </w:r>
      <w:r>
        <w:tab/>
        <w:t>3.038e0</w:t>
      </w:r>
    </w:p>
    <w:p w:rsidR="00E00D30" w:rsidRDefault="00E00D30" w:rsidP="00E00D30">
      <w:r>
        <w:t>152.0157</w:t>
      </w:r>
      <w:r>
        <w:tab/>
        <w:t>1.013e0</w:t>
      </w:r>
    </w:p>
    <w:p w:rsidR="00E00D30" w:rsidRDefault="00E00D30" w:rsidP="00E00D30">
      <w:r>
        <w:t>152.0181</w:t>
      </w:r>
      <w:r>
        <w:tab/>
        <w:t>3.038e0</w:t>
      </w:r>
    </w:p>
    <w:p w:rsidR="00E00D30" w:rsidRDefault="00E00D30" w:rsidP="00E00D30">
      <w:r>
        <w:lastRenderedPageBreak/>
        <w:t>152.0454</w:t>
      </w:r>
      <w:r>
        <w:tab/>
        <w:t>7.471e1</w:t>
      </w:r>
    </w:p>
    <w:p w:rsidR="00E00D30" w:rsidRDefault="00E00D30" w:rsidP="00E00D30">
      <w:r>
        <w:t>152.0466</w:t>
      </w:r>
      <w:r>
        <w:tab/>
        <w:t>7.163e1</w:t>
      </w:r>
    </w:p>
    <w:p w:rsidR="00E00D30" w:rsidRDefault="00E00D30" w:rsidP="00E00D30">
      <w:r>
        <w:t>152.0480</w:t>
      </w:r>
      <w:r>
        <w:tab/>
        <w:t>6.830e1</w:t>
      </w:r>
    </w:p>
    <w:p w:rsidR="00E00D30" w:rsidRDefault="00E00D30" w:rsidP="00E00D30">
      <w:r>
        <w:t>152.0499</w:t>
      </w:r>
      <w:r>
        <w:tab/>
        <w:t>2.165e1</w:t>
      </w:r>
    </w:p>
    <w:p w:rsidR="00E00D30" w:rsidRDefault="00E00D30" w:rsidP="00E00D30">
      <w:r>
        <w:t>152.0630</w:t>
      </w:r>
      <w:r>
        <w:tab/>
        <w:t>1.393e1</w:t>
      </w:r>
    </w:p>
    <w:p w:rsidR="00E00D30" w:rsidRDefault="00E00D30" w:rsidP="00E00D30">
      <w:r>
        <w:t>152.0667</w:t>
      </w:r>
      <w:r>
        <w:tab/>
        <w:t>5.563e1</w:t>
      </w:r>
    </w:p>
    <w:p w:rsidR="00E00D30" w:rsidRDefault="00E00D30" w:rsidP="00E00D30">
      <w:r>
        <w:t>152.0686</w:t>
      </w:r>
      <w:r>
        <w:tab/>
        <w:t>1.695e1</w:t>
      </w:r>
    </w:p>
    <w:p w:rsidR="00E00D30" w:rsidRDefault="00E00D30" w:rsidP="00E00D30">
      <w:r>
        <w:t>152.0792</w:t>
      </w:r>
      <w:r>
        <w:tab/>
        <w:t>8.124e0</w:t>
      </w:r>
    </w:p>
    <w:p w:rsidR="00E00D30" w:rsidRDefault="00E00D30" w:rsidP="00E00D30">
      <w:r>
        <w:t>152.0937</w:t>
      </w:r>
      <w:r>
        <w:tab/>
        <w:t>4.051e0</w:t>
      </w:r>
    </w:p>
    <w:p w:rsidR="00E00D30" w:rsidRDefault="00E00D30" w:rsidP="00E00D30">
      <w:r>
        <w:t>152.0959</w:t>
      </w:r>
      <w:r>
        <w:tab/>
        <w:t>4.051e0</w:t>
      </w:r>
    </w:p>
    <w:p w:rsidR="00E00D30" w:rsidRDefault="00E00D30" w:rsidP="00E00D30">
      <w:r>
        <w:t>152.1061</w:t>
      </w:r>
      <w:r>
        <w:tab/>
        <w:t>2.025e0</w:t>
      </w:r>
    </w:p>
    <w:p w:rsidR="00E00D30" w:rsidRDefault="00E00D30" w:rsidP="00E00D30">
      <w:r>
        <w:t>152.1074</w:t>
      </w:r>
      <w:r>
        <w:tab/>
        <w:t>2.025e0</w:t>
      </w:r>
    </w:p>
    <w:p w:rsidR="00E00D30" w:rsidRDefault="00E00D30" w:rsidP="00E00D30">
      <w:r>
        <w:t>152.1106</w:t>
      </w:r>
      <w:r>
        <w:tab/>
        <w:t>1.013e0</w:t>
      </w:r>
    </w:p>
    <w:p w:rsidR="00E00D30" w:rsidRDefault="00E00D30" w:rsidP="00E00D30">
      <w:r>
        <w:t>152.1152</w:t>
      </w:r>
      <w:r>
        <w:tab/>
        <w:t>2.025e0</w:t>
      </w:r>
    </w:p>
    <w:p w:rsidR="00E00D30" w:rsidRDefault="00E00D30" w:rsidP="00E00D30">
      <w:r>
        <w:t>152.1220</w:t>
      </w:r>
      <w:r>
        <w:tab/>
        <w:t>2.117e0</w:t>
      </w:r>
    </w:p>
    <w:p w:rsidR="00E00D30" w:rsidRDefault="00E00D30" w:rsidP="00E00D30">
      <w:r>
        <w:t>152.1234</w:t>
      </w:r>
      <w:r>
        <w:tab/>
        <w:t>1.013e0</w:t>
      </w:r>
    </w:p>
    <w:p w:rsidR="00E00D30" w:rsidRDefault="00E00D30" w:rsidP="00E00D30">
      <w:r>
        <w:t>152.1302</w:t>
      </w:r>
      <w:r>
        <w:tab/>
        <w:t>2.025e0</w:t>
      </w:r>
    </w:p>
    <w:p w:rsidR="00E00D30" w:rsidRDefault="00E00D30" w:rsidP="00E00D30">
      <w:r>
        <w:t>152.1398</w:t>
      </w:r>
      <w:r>
        <w:tab/>
        <w:t>4.051e0</w:t>
      </w:r>
    </w:p>
    <w:p w:rsidR="00E00D30" w:rsidRDefault="00E00D30" w:rsidP="00E00D30">
      <w:r>
        <w:t>152.1437</w:t>
      </w:r>
      <w:r>
        <w:tab/>
        <w:t>2.025e0</w:t>
      </w:r>
    </w:p>
    <w:p w:rsidR="00E00D30" w:rsidRDefault="00E00D30" w:rsidP="00E00D30">
      <w:r>
        <w:lastRenderedPageBreak/>
        <w:t>152.1482</w:t>
      </w:r>
      <w:r>
        <w:tab/>
        <w:t>4.051e0</w:t>
      </w:r>
    </w:p>
    <w:p w:rsidR="00E00D30" w:rsidRDefault="00E00D30" w:rsidP="00E00D30">
      <w:r>
        <w:t>152.1503</w:t>
      </w:r>
      <w:r>
        <w:tab/>
        <w:t>2.025e0</w:t>
      </w:r>
    </w:p>
    <w:p w:rsidR="00E00D30" w:rsidRDefault="00E00D30" w:rsidP="00E00D30">
      <w:r>
        <w:t>152.1695</w:t>
      </w:r>
      <w:r>
        <w:tab/>
        <w:t>1.013e0</w:t>
      </w:r>
    </w:p>
    <w:p w:rsidR="00E00D30" w:rsidRDefault="00E00D30" w:rsidP="00E00D30">
      <w:r>
        <w:t>152.1734</w:t>
      </w:r>
      <w:r>
        <w:tab/>
        <w:t>4.051e0</w:t>
      </w:r>
    </w:p>
    <w:p w:rsidR="00E00D30" w:rsidRDefault="00E00D30" w:rsidP="00E00D30">
      <w:r>
        <w:t>152.1782</w:t>
      </w:r>
      <w:r>
        <w:tab/>
        <w:t>5.063e0</w:t>
      </w:r>
    </w:p>
    <w:p w:rsidR="00E00D30" w:rsidRDefault="00E00D30" w:rsidP="00E00D30">
      <w:r>
        <w:t>152.1794</w:t>
      </w:r>
      <w:r>
        <w:tab/>
        <w:t>2.025e0</w:t>
      </w:r>
    </w:p>
    <w:p w:rsidR="00E00D30" w:rsidRDefault="00E00D30" w:rsidP="00E00D30">
      <w:r>
        <w:t>152.1876</w:t>
      </w:r>
      <w:r>
        <w:tab/>
        <w:t>2.025e0</w:t>
      </w:r>
    </w:p>
    <w:p w:rsidR="00E00D30" w:rsidRDefault="00E00D30" w:rsidP="00E00D30">
      <w:r>
        <w:t>152.1992</w:t>
      </w:r>
      <w:r>
        <w:tab/>
        <w:t>1.013e0</w:t>
      </w:r>
    </w:p>
    <w:p w:rsidR="00E00D30" w:rsidRDefault="00E00D30" w:rsidP="00E00D30">
      <w:r>
        <w:t>152.2009</w:t>
      </w:r>
      <w:r>
        <w:tab/>
        <w:t>3.038e0</w:t>
      </w:r>
    </w:p>
    <w:p w:rsidR="00E00D30" w:rsidRDefault="00E00D30" w:rsidP="00E00D30">
      <w:r>
        <w:t>152.2101</w:t>
      </w:r>
      <w:r>
        <w:tab/>
        <w:t>2.025e0</w:t>
      </w:r>
    </w:p>
    <w:p w:rsidR="00E00D30" w:rsidRDefault="00E00D30" w:rsidP="00E00D30">
      <w:r>
        <w:t>152.2118</w:t>
      </w:r>
      <w:r>
        <w:tab/>
        <w:t>1.013e0</w:t>
      </w:r>
    </w:p>
    <w:p w:rsidR="00E00D30" w:rsidRDefault="00E00D30" w:rsidP="00E00D30">
      <w:r>
        <w:t>152.2186</w:t>
      </w:r>
      <w:r>
        <w:tab/>
        <w:t>1.013e0</w:t>
      </w:r>
    </w:p>
    <w:p w:rsidR="00E00D30" w:rsidRDefault="00E00D30" w:rsidP="00E00D30">
      <w:r>
        <w:t>152.2253</w:t>
      </w:r>
      <w:r>
        <w:tab/>
        <w:t>2.025e0</w:t>
      </w:r>
    </w:p>
    <w:p w:rsidR="00E00D30" w:rsidRDefault="00E00D30" w:rsidP="00E00D30">
      <w:r>
        <w:t>152.2285</w:t>
      </w:r>
      <w:r>
        <w:tab/>
        <w:t>2.025e0</w:t>
      </w:r>
    </w:p>
    <w:p w:rsidR="00E00D30" w:rsidRDefault="00E00D30" w:rsidP="00E00D30">
      <w:r>
        <w:t>152.2319</w:t>
      </w:r>
      <w:r>
        <w:tab/>
        <w:t>1.013e0</w:t>
      </w:r>
    </w:p>
    <w:p w:rsidR="00E00D30" w:rsidRDefault="00E00D30" w:rsidP="00E00D30">
      <w:r>
        <w:t>152.2352</w:t>
      </w:r>
      <w:r>
        <w:tab/>
        <w:t>1.013e0</w:t>
      </w:r>
    </w:p>
    <w:p w:rsidR="00E00D30" w:rsidRDefault="00E00D30" w:rsidP="00E00D30">
      <w:r>
        <w:t>152.2483</w:t>
      </w:r>
      <w:r>
        <w:tab/>
        <w:t>1.013e0</w:t>
      </w:r>
    </w:p>
    <w:p w:rsidR="00E00D30" w:rsidRDefault="00E00D30" w:rsidP="00E00D30">
      <w:r>
        <w:t>152.2513</w:t>
      </w:r>
      <w:r>
        <w:tab/>
        <w:t>3.038e0</w:t>
      </w:r>
    </w:p>
    <w:p w:rsidR="00E00D30" w:rsidRDefault="00E00D30" w:rsidP="00E00D30">
      <w:r>
        <w:t>152.2544</w:t>
      </w:r>
      <w:r>
        <w:tab/>
        <w:t>1.013e0</w:t>
      </w:r>
    </w:p>
    <w:p w:rsidR="00E00D30" w:rsidRDefault="00E00D30" w:rsidP="00E00D30">
      <w:r>
        <w:lastRenderedPageBreak/>
        <w:t>152.2597</w:t>
      </w:r>
      <w:r>
        <w:tab/>
        <w:t>2.025e0</w:t>
      </w:r>
    </w:p>
    <w:p w:rsidR="00E00D30" w:rsidRDefault="00E00D30" w:rsidP="00E00D30">
      <w:r>
        <w:t>152.2611</w:t>
      </w:r>
      <w:r>
        <w:tab/>
        <w:t>1.013e0</w:t>
      </w:r>
    </w:p>
    <w:p w:rsidR="00E00D30" w:rsidRDefault="00E00D30" w:rsidP="00E00D30">
      <w:r>
        <w:t>152.2647</w:t>
      </w:r>
      <w:r>
        <w:tab/>
        <w:t>1.013e0</w:t>
      </w:r>
    </w:p>
    <w:p w:rsidR="00E00D30" w:rsidRDefault="00E00D30" w:rsidP="00E00D30">
      <w:r>
        <w:t>152.2711</w:t>
      </w:r>
      <w:r>
        <w:tab/>
        <w:t>3.038e0</w:t>
      </w:r>
    </w:p>
    <w:p w:rsidR="00E00D30" w:rsidRDefault="00E00D30" w:rsidP="00E00D30">
      <w:r>
        <w:t>152.2745</w:t>
      </w:r>
      <w:r>
        <w:tab/>
        <w:t>1.013e0</w:t>
      </w:r>
    </w:p>
    <w:p w:rsidR="00E00D30" w:rsidRDefault="00E00D30" w:rsidP="00E00D30">
      <w:r>
        <w:t>152.2778</w:t>
      </w:r>
      <w:r>
        <w:tab/>
        <w:t>1.013e0</w:t>
      </w:r>
    </w:p>
    <w:p w:rsidR="00E00D30" w:rsidRDefault="00E00D30" w:rsidP="00E00D30">
      <w:r>
        <w:t>152.2812</w:t>
      </w:r>
      <w:r>
        <w:tab/>
        <w:t>1.013e0</w:t>
      </w:r>
    </w:p>
    <w:p w:rsidR="00E00D30" w:rsidRDefault="00E00D30" w:rsidP="00E00D30">
      <w:r>
        <w:t>152.2827</w:t>
      </w:r>
      <w:r>
        <w:tab/>
        <w:t>5.063e0</w:t>
      </w:r>
    </w:p>
    <w:p w:rsidR="00E00D30" w:rsidRDefault="00E00D30" w:rsidP="00E00D30">
      <w:r>
        <w:t>152.2943</w:t>
      </w:r>
      <w:r>
        <w:tab/>
        <w:t>3.038e0</w:t>
      </w:r>
    </w:p>
    <w:p w:rsidR="00E00D30" w:rsidRDefault="00E00D30" w:rsidP="00E00D30">
      <w:r>
        <w:t>152.3020</w:t>
      </w:r>
      <w:r>
        <w:tab/>
        <w:t>2.025e0</w:t>
      </w:r>
    </w:p>
    <w:p w:rsidR="00E00D30" w:rsidRDefault="00E00D30" w:rsidP="00E00D30">
      <w:r>
        <w:t>152.3054</w:t>
      </w:r>
      <w:r>
        <w:tab/>
        <w:t>2.025e0</w:t>
      </w:r>
    </w:p>
    <w:p w:rsidR="00E00D30" w:rsidRDefault="00E00D30" w:rsidP="00E00D30">
      <w:r>
        <w:t>152.3104</w:t>
      </w:r>
      <w:r>
        <w:tab/>
        <w:t>1.013e0</w:t>
      </w:r>
    </w:p>
    <w:p w:rsidR="00E00D30" w:rsidRDefault="00E00D30" w:rsidP="00E00D30">
      <w:r>
        <w:t>152.3153</w:t>
      </w:r>
      <w:r>
        <w:tab/>
        <w:t>2.025e0</w:t>
      </w:r>
    </w:p>
    <w:p w:rsidR="00E00D30" w:rsidRDefault="00E00D30" w:rsidP="00E00D30">
      <w:r>
        <w:t>152.3204</w:t>
      </w:r>
      <w:r>
        <w:tab/>
        <w:t>1.013e0</w:t>
      </w:r>
    </w:p>
    <w:p w:rsidR="00E00D30" w:rsidRDefault="00E00D30" w:rsidP="00E00D30">
      <w:r>
        <w:t>152.3238</w:t>
      </w:r>
      <w:r>
        <w:tab/>
        <w:t>2.025e0</w:t>
      </w:r>
    </w:p>
    <w:p w:rsidR="00E00D30" w:rsidRDefault="00E00D30" w:rsidP="00E00D30">
      <w:r>
        <w:t>152.3306</w:t>
      </w:r>
      <w:r>
        <w:tab/>
        <w:t>3.038e0</w:t>
      </w:r>
    </w:p>
    <w:p w:rsidR="00E00D30" w:rsidRDefault="00E00D30" w:rsidP="00E00D30">
      <w:r>
        <w:t>152.3338</w:t>
      </w:r>
      <w:r>
        <w:tab/>
        <w:t>1.013e0</w:t>
      </w:r>
    </w:p>
    <w:p w:rsidR="00E00D30" w:rsidRDefault="00E00D30" w:rsidP="00E00D30">
      <w:r>
        <w:t>152.3373</w:t>
      </w:r>
      <w:r>
        <w:tab/>
        <w:t>1.013e0</w:t>
      </w:r>
    </w:p>
    <w:p w:rsidR="00E00D30" w:rsidRDefault="00E00D30" w:rsidP="00E00D30">
      <w:r>
        <w:t>152.3401</w:t>
      </w:r>
      <w:r>
        <w:tab/>
        <w:t>1.013e0</w:t>
      </w:r>
    </w:p>
    <w:p w:rsidR="00E00D30" w:rsidRDefault="00E00D30" w:rsidP="00E00D30">
      <w:r>
        <w:lastRenderedPageBreak/>
        <w:t>152.3463</w:t>
      </w:r>
      <w:r>
        <w:tab/>
        <w:t>1.013e0</w:t>
      </w:r>
    </w:p>
    <w:p w:rsidR="00E00D30" w:rsidRDefault="00E00D30" w:rsidP="00E00D30">
      <w:r>
        <w:t>152.3599</w:t>
      </w:r>
      <w:r>
        <w:tab/>
        <w:t>1.013e0</w:t>
      </w:r>
    </w:p>
    <w:p w:rsidR="00E00D30" w:rsidRDefault="00E00D30" w:rsidP="00E00D30">
      <w:r>
        <w:t>152.3663</w:t>
      </w:r>
      <w:r>
        <w:tab/>
        <w:t>2.025e0</w:t>
      </w:r>
    </w:p>
    <w:p w:rsidR="00E00D30" w:rsidRDefault="00E00D30" w:rsidP="00E00D30">
      <w:r>
        <w:t>152.3682</w:t>
      </w:r>
      <w:r>
        <w:tab/>
        <w:t>2.025e0</w:t>
      </w:r>
    </w:p>
    <w:p w:rsidR="00E00D30" w:rsidRDefault="00E00D30" w:rsidP="00E00D30">
      <w:r>
        <w:t>152.3783</w:t>
      </w:r>
      <w:r>
        <w:tab/>
        <w:t>2.025e0</w:t>
      </w:r>
    </w:p>
    <w:p w:rsidR="00E00D30" w:rsidRDefault="00E00D30" w:rsidP="00E00D30">
      <w:r>
        <w:t>152.3800</w:t>
      </w:r>
      <w:r>
        <w:tab/>
        <w:t>4.666e0</w:t>
      </w:r>
    </w:p>
    <w:p w:rsidR="00E00D30" w:rsidRDefault="00E00D30" w:rsidP="00E00D30">
      <w:r>
        <w:t>152.3849</w:t>
      </w:r>
      <w:r>
        <w:tab/>
        <w:t>2.025e0</w:t>
      </w:r>
    </w:p>
    <w:p w:rsidR="00E00D30" w:rsidRDefault="00E00D30" w:rsidP="00E00D30">
      <w:r>
        <w:t>152.3891</w:t>
      </w:r>
      <w:r>
        <w:tab/>
        <w:t>1.013e0</w:t>
      </w:r>
    </w:p>
    <w:p w:rsidR="00E00D30" w:rsidRDefault="00E00D30" w:rsidP="00E00D30">
      <w:r>
        <w:t>152.3909</w:t>
      </w:r>
      <w:r>
        <w:tab/>
        <w:t>2.025e0</w:t>
      </w:r>
    </w:p>
    <w:p w:rsidR="00E00D30" w:rsidRDefault="00E00D30" w:rsidP="00E00D30">
      <w:r>
        <w:t>152.3922</w:t>
      </w:r>
      <w:r>
        <w:tab/>
        <w:t>1.013e0</w:t>
      </w:r>
    </w:p>
    <w:p w:rsidR="00E00D30" w:rsidRDefault="00E00D30" w:rsidP="00E00D30">
      <w:r>
        <w:t>152.3955</w:t>
      </w:r>
      <w:r>
        <w:tab/>
        <w:t>1.013e0</w:t>
      </w:r>
    </w:p>
    <w:p w:rsidR="00E00D30" w:rsidRDefault="00E00D30" w:rsidP="00E00D30">
      <w:r>
        <w:t>152.4122</w:t>
      </w:r>
      <w:r>
        <w:tab/>
        <w:t>2.025e0</w:t>
      </w:r>
    </w:p>
    <w:p w:rsidR="00E00D30" w:rsidRDefault="00E00D30" w:rsidP="00E00D30">
      <w:r>
        <w:t>152.4158</w:t>
      </w:r>
      <w:r>
        <w:tab/>
        <w:t>1.013e0</w:t>
      </w:r>
    </w:p>
    <w:p w:rsidR="00E00D30" w:rsidRDefault="00E00D30" w:rsidP="00E00D30">
      <w:r>
        <w:t>152.4189</w:t>
      </w:r>
      <w:r>
        <w:tab/>
        <w:t>1.013e0</w:t>
      </w:r>
    </w:p>
    <w:p w:rsidR="00E00D30" w:rsidRDefault="00E00D30" w:rsidP="00E00D30">
      <w:r>
        <w:t>152.4207</w:t>
      </w:r>
      <w:r>
        <w:tab/>
        <w:t>2.025e0</w:t>
      </w:r>
    </w:p>
    <w:p w:rsidR="00E00D30" w:rsidRDefault="00E00D30" w:rsidP="00E00D30">
      <w:r>
        <w:t>152.4309</w:t>
      </w:r>
      <w:r>
        <w:tab/>
        <w:t>2.025e0</w:t>
      </w:r>
    </w:p>
    <w:p w:rsidR="00E00D30" w:rsidRDefault="00E00D30" w:rsidP="00E00D30">
      <w:r>
        <w:t>152.4350</w:t>
      </w:r>
      <w:r>
        <w:tab/>
        <w:t>1.013e0</w:t>
      </w:r>
    </w:p>
    <w:p w:rsidR="00E00D30" w:rsidRDefault="00E00D30" w:rsidP="00E00D30">
      <w:r>
        <w:t>152.4382</w:t>
      </w:r>
      <w:r>
        <w:tab/>
        <w:t>1.013e0</w:t>
      </w:r>
    </w:p>
    <w:p w:rsidR="00E00D30" w:rsidRDefault="00E00D30" w:rsidP="00E00D30">
      <w:r>
        <w:t>152.4414</w:t>
      </w:r>
      <w:r>
        <w:tab/>
        <w:t>1.013e0</w:t>
      </w:r>
    </w:p>
    <w:p w:rsidR="00E00D30" w:rsidRDefault="00E00D30" w:rsidP="00E00D30">
      <w:r>
        <w:lastRenderedPageBreak/>
        <w:t>152.4450</w:t>
      </w:r>
      <w:r>
        <w:tab/>
        <w:t>1.013e0</w:t>
      </w:r>
    </w:p>
    <w:p w:rsidR="00E00D30" w:rsidRDefault="00E00D30" w:rsidP="00E00D30">
      <w:r>
        <w:t>152.4549</w:t>
      </w:r>
      <w:r>
        <w:tab/>
        <w:t>1.013e0</w:t>
      </w:r>
    </w:p>
    <w:p w:rsidR="00E00D30" w:rsidRDefault="00E00D30" w:rsidP="00E00D30">
      <w:r>
        <w:t>152.4738</w:t>
      </w:r>
      <w:r>
        <w:tab/>
        <w:t>3.038e0</w:t>
      </w:r>
    </w:p>
    <w:p w:rsidR="00E00D30" w:rsidRDefault="00E00D30" w:rsidP="00E00D30">
      <w:r>
        <w:t>152.4749</w:t>
      </w:r>
      <w:r>
        <w:tab/>
        <w:t>1.013e0</w:t>
      </w:r>
    </w:p>
    <w:p w:rsidR="00E00D30" w:rsidRDefault="00E00D30" w:rsidP="00E00D30">
      <w:r>
        <w:t>152.4780</w:t>
      </w:r>
      <w:r>
        <w:tab/>
        <w:t>1.013e0</w:t>
      </w:r>
    </w:p>
    <w:p w:rsidR="00E00D30" w:rsidRDefault="00E00D30" w:rsidP="00E00D30">
      <w:r>
        <w:t>152.4811</w:t>
      </w:r>
      <w:r>
        <w:tab/>
        <w:t>1.013e0</w:t>
      </w:r>
    </w:p>
    <w:p w:rsidR="00E00D30" w:rsidRDefault="00E00D30" w:rsidP="00E00D30">
      <w:r>
        <w:t>152.4841</w:t>
      </w:r>
      <w:r>
        <w:tab/>
        <w:t>1.013e0</w:t>
      </w:r>
    </w:p>
    <w:p w:rsidR="00E00D30" w:rsidRDefault="00E00D30" w:rsidP="00E00D30">
      <w:r>
        <w:t>152.4870</w:t>
      </w:r>
      <w:r>
        <w:tab/>
        <w:t>3.038e0</w:t>
      </w:r>
    </w:p>
    <w:p w:rsidR="00E00D30" w:rsidRDefault="00E00D30" w:rsidP="00E00D30">
      <w:r>
        <w:t>152.4941</w:t>
      </w:r>
      <w:r>
        <w:tab/>
        <w:t>1.013e0</w:t>
      </w:r>
    </w:p>
    <w:p w:rsidR="00E00D30" w:rsidRDefault="00E00D30" w:rsidP="00E00D30">
      <w:r>
        <w:t>152.5010</w:t>
      </w:r>
      <w:r>
        <w:tab/>
        <w:t>1.013e0</w:t>
      </w:r>
    </w:p>
    <w:p w:rsidR="00E00D30" w:rsidRDefault="00E00D30" w:rsidP="00E00D30">
      <w:r>
        <w:t>152.5040</w:t>
      </w:r>
      <w:r>
        <w:tab/>
        <w:t>3.038e0</w:t>
      </w:r>
    </w:p>
    <w:p w:rsidR="00E00D30" w:rsidRDefault="00E00D30" w:rsidP="00E00D30">
      <w:r>
        <w:t>152.5125</w:t>
      </w:r>
      <w:r>
        <w:tab/>
        <w:t>4.051e0</w:t>
      </w:r>
    </w:p>
    <w:p w:rsidR="00E00D30" w:rsidRDefault="00E00D30" w:rsidP="00E00D30">
      <w:r>
        <w:t>152.5142</w:t>
      </w:r>
      <w:r>
        <w:tab/>
        <w:t>3.038e0</w:t>
      </w:r>
    </w:p>
    <w:p w:rsidR="00E00D30" w:rsidRDefault="00E00D30" w:rsidP="00E00D30">
      <w:r>
        <w:t>152.5178</w:t>
      </w:r>
      <w:r>
        <w:tab/>
        <w:t>1.013e0</w:t>
      </w:r>
    </w:p>
    <w:p w:rsidR="00E00D30" w:rsidRDefault="00E00D30" w:rsidP="00E00D30">
      <w:r>
        <w:t>152.5208</w:t>
      </w:r>
      <w:r>
        <w:tab/>
        <w:t>1.013e0</w:t>
      </w:r>
    </w:p>
    <w:p w:rsidR="00E00D30" w:rsidRDefault="00E00D30" w:rsidP="00E00D30">
      <w:r>
        <w:t>152.5332</w:t>
      </w:r>
      <w:r>
        <w:tab/>
        <w:t>2.025e0</w:t>
      </w:r>
    </w:p>
    <w:p w:rsidR="00E00D30" w:rsidRDefault="00E00D30" w:rsidP="00E00D30">
      <w:r>
        <w:t>152.5366</w:t>
      </w:r>
      <w:r>
        <w:tab/>
        <w:t>1.013e0</w:t>
      </w:r>
    </w:p>
    <w:p w:rsidR="00E00D30" w:rsidRDefault="00E00D30" w:rsidP="00E00D30">
      <w:r>
        <w:t>152.5402</w:t>
      </w:r>
      <w:r>
        <w:tab/>
        <w:t>1.013e0</w:t>
      </w:r>
    </w:p>
    <w:p w:rsidR="00E00D30" w:rsidRDefault="00E00D30" w:rsidP="00E00D30">
      <w:r>
        <w:t>152.5439</w:t>
      </w:r>
      <w:r>
        <w:tab/>
        <w:t>1.455e1</w:t>
      </w:r>
    </w:p>
    <w:p w:rsidR="00E00D30" w:rsidRDefault="00E00D30" w:rsidP="00E00D30">
      <w:r>
        <w:lastRenderedPageBreak/>
        <w:t>152.5467</w:t>
      </w:r>
      <w:r>
        <w:tab/>
        <w:t>2.025e0</w:t>
      </w:r>
    </w:p>
    <w:p w:rsidR="00E00D30" w:rsidRDefault="00E00D30" w:rsidP="00E00D30">
      <w:r>
        <w:t>152.5511</w:t>
      </w:r>
      <w:r>
        <w:tab/>
        <w:t>4.596e0</w:t>
      </w:r>
    </w:p>
    <w:p w:rsidR="00E00D30" w:rsidRDefault="00E00D30" w:rsidP="00E00D30">
      <w:r>
        <w:t>152.5568</w:t>
      </w:r>
      <w:r>
        <w:tab/>
        <w:t>8.101e0</w:t>
      </w:r>
    </w:p>
    <w:p w:rsidR="00E00D30" w:rsidRDefault="00E00D30" w:rsidP="00E00D30">
      <w:r>
        <w:t>152.5595</w:t>
      </w:r>
      <w:r>
        <w:tab/>
        <w:t>7.089e0</w:t>
      </w:r>
    </w:p>
    <w:p w:rsidR="00E00D30" w:rsidRDefault="00E00D30" w:rsidP="00E00D30">
      <w:r>
        <w:t>152.5620</w:t>
      </w:r>
      <w:r>
        <w:tab/>
        <w:t>2.025e0</w:t>
      </w:r>
    </w:p>
    <w:p w:rsidR="00E00D30" w:rsidRDefault="00E00D30" w:rsidP="00E00D30">
      <w:r>
        <w:t>152.5711</w:t>
      </w:r>
      <w:r>
        <w:tab/>
        <w:t>3.038e0</w:t>
      </w:r>
    </w:p>
    <w:p w:rsidR="00E00D30" w:rsidRDefault="00E00D30" w:rsidP="00E00D30">
      <w:r>
        <w:t>152.5791</w:t>
      </w:r>
      <w:r>
        <w:tab/>
        <w:t>1.013e0</w:t>
      </w:r>
    </w:p>
    <w:p w:rsidR="00E00D30" w:rsidRDefault="00E00D30" w:rsidP="00E00D30">
      <w:r>
        <w:t>152.5828</w:t>
      </w:r>
      <w:r>
        <w:tab/>
        <w:t>1.013e0</w:t>
      </w:r>
    </w:p>
    <w:p w:rsidR="00E00D30" w:rsidRDefault="00E00D30" w:rsidP="00E00D30">
      <w:r>
        <w:t>152.5859</w:t>
      </w:r>
      <w:r>
        <w:tab/>
        <w:t>1.013e0</w:t>
      </w:r>
    </w:p>
    <w:p w:rsidR="00E00D30" w:rsidRDefault="00E00D30" w:rsidP="00E00D30">
      <w:r>
        <w:t>152.5894</w:t>
      </w:r>
      <w:r>
        <w:tab/>
        <w:t>1.013e0</w:t>
      </w:r>
    </w:p>
    <w:p w:rsidR="00E00D30" w:rsidRDefault="00E00D30" w:rsidP="00E00D30">
      <w:r>
        <w:t>152.5927</w:t>
      </w:r>
      <w:r>
        <w:tab/>
        <w:t>1.013e0</w:t>
      </w:r>
    </w:p>
    <w:p w:rsidR="00E00D30" w:rsidRDefault="00E00D30" w:rsidP="00E00D30">
      <w:r>
        <w:t>152.5993</w:t>
      </w:r>
      <w:r>
        <w:tab/>
        <w:t>1.013e0</w:t>
      </w:r>
    </w:p>
    <w:p w:rsidR="00E00D30" w:rsidRDefault="00E00D30" w:rsidP="00E00D30">
      <w:r>
        <w:t>152.6061</w:t>
      </w:r>
      <w:r>
        <w:tab/>
        <w:t>1.013e0</w:t>
      </w:r>
    </w:p>
    <w:p w:rsidR="00E00D30" w:rsidRDefault="00E00D30" w:rsidP="00E00D30">
      <w:r>
        <w:t>152.6095</w:t>
      </w:r>
      <w:r>
        <w:tab/>
        <w:t>2.025e0</w:t>
      </w:r>
    </w:p>
    <w:p w:rsidR="00E00D30" w:rsidRDefault="00E00D30" w:rsidP="00E00D30">
      <w:r>
        <w:t>152.6320</w:t>
      </w:r>
      <w:r>
        <w:tab/>
        <w:t>2.025e0</w:t>
      </w:r>
    </w:p>
    <w:p w:rsidR="00E00D30" w:rsidRDefault="00E00D30" w:rsidP="00E00D30">
      <w:r>
        <w:t>152.6353</w:t>
      </w:r>
      <w:r>
        <w:tab/>
        <w:t>1.013e0</w:t>
      </w:r>
    </w:p>
    <w:p w:rsidR="00E00D30" w:rsidRDefault="00E00D30" w:rsidP="00E00D30">
      <w:r>
        <w:t>152.6387</w:t>
      </w:r>
      <w:r>
        <w:tab/>
        <w:t>1.013e0</w:t>
      </w:r>
    </w:p>
    <w:p w:rsidR="00E00D30" w:rsidRDefault="00E00D30" w:rsidP="00E00D30">
      <w:r>
        <w:t>152.6452</w:t>
      </w:r>
      <w:r>
        <w:tab/>
        <w:t>2.025e0</w:t>
      </w:r>
    </w:p>
    <w:p w:rsidR="00E00D30" w:rsidRDefault="00E00D30" w:rsidP="00E00D30">
      <w:r>
        <w:t>152.6480</w:t>
      </w:r>
      <w:r>
        <w:tab/>
        <w:t>4.051e0</w:t>
      </w:r>
    </w:p>
    <w:p w:rsidR="00E00D30" w:rsidRDefault="00E00D30" w:rsidP="00E00D30">
      <w:r>
        <w:lastRenderedPageBreak/>
        <w:t>152.6519</w:t>
      </w:r>
      <w:r>
        <w:tab/>
        <w:t>1.013e0</w:t>
      </w:r>
    </w:p>
    <w:p w:rsidR="00E00D30" w:rsidRDefault="00E00D30" w:rsidP="00E00D30">
      <w:r>
        <w:t>152.6607</w:t>
      </w:r>
      <w:r>
        <w:tab/>
        <w:t>2.025e0</w:t>
      </w:r>
    </w:p>
    <w:p w:rsidR="00E00D30" w:rsidRDefault="00E00D30" w:rsidP="00E00D30">
      <w:r>
        <w:t>152.6651</w:t>
      </w:r>
      <w:r>
        <w:tab/>
        <w:t>3.038e0</w:t>
      </w:r>
    </w:p>
    <w:p w:rsidR="00E00D30" w:rsidRDefault="00E00D30" w:rsidP="00E00D30">
      <w:r>
        <w:t>152.6779</w:t>
      </w:r>
      <w:r>
        <w:tab/>
        <w:t>2.025e0</w:t>
      </w:r>
    </w:p>
    <w:p w:rsidR="00E00D30" w:rsidRDefault="00E00D30" w:rsidP="00E00D30">
      <w:r>
        <w:t>152.6880</w:t>
      </w:r>
      <w:r>
        <w:tab/>
        <w:t>3.038e0</w:t>
      </w:r>
    </w:p>
    <w:p w:rsidR="00E00D30" w:rsidRDefault="00E00D30" w:rsidP="00E00D30">
      <w:r>
        <w:t>152.6946</w:t>
      </w:r>
      <w:r>
        <w:tab/>
        <w:t>2.025e0</w:t>
      </w:r>
    </w:p>
    <w:p w:rsidR="00E00D30" w:rsidRDefault="00E00D30" w:rsidP="00E00D30">
      <w:r>
        <w:t>152.7013</w:t>
      </w:r>
      <w:r>
        <w:tab/>
        <w:t>1.013e0</w:t>
      </w:r>
    </w:p>
    <w:p w:rsidR="00E00D30" w:rsidRDefault="00E00D30" w:rsidP="00E00D30">
      <w:r>
        <w:t>152.7047</w:t>
      </w:r>
      <w:r>
        <w:tab/>
        <w:t>1.013e0</w:t>
      </w:r>
    </w:p>
    <w:p w:rsidR="00E00D30" w:rsidRDefault="00E00D30" w:rsidP="00E00D30">
      <w:r>
        <w:t>152.7238</w:t>
      </w:r>
      <w:r>
        <w:tab/>
        <w:t>3.038e0</w:t>
      </w:r>
    </w:p>
    <w:p w:rsidR="00E00D30" w:rsidRDefault="00E00D30" w:rsidP="00E00D30">
      <w:r>
        <w:t>152.7341</w:t>
      </w:r>
      <w:r>
        <w:tab/>
        <w:t>1.013e0</w:t>
      </w:r>
    </w:p>
    <w:p w:rsidR="00E00D30" w:rsidRDefault="00E00D30" w:rsidP="00E00D30">
      <w:r>
        <w:t>152.7406</w:t>
      </w:r>
      <w:r>
        <w:tab/>
        <w:t>2.025e0</w:t>
      </w:r>
    </w:p>
    <w:p w:rsidR="00E00D30" w:rsidRDefault="00E00D30" w:rsidP="00E00D30">
      <w:r>
        <w:t>152.7439</w:t>
      </w:r>
      <w:r>
        <w:tab/>
        <w:t>1.013e0</w:t>
      </w:r>
    </w:p>
    <w:p w:rsidR="00E00D30" w:rsidRDefault="00E00D30" w:rsidP="00E00D30">
      <w:r>
        <w:t>152.7540</w:t>
      </w:r>
      <w:r>
        <w:tab/>
        <w:t>1.013e0</w:t>
      </w:r>
    </w:p>
    <w:p w:rsidR="00E00D30" w:rsidRDefault="00E00D30" w:rsidP="00E00D30">
      <w:r>
        <w:t>152.7635</w:t>
      </w:r>
      <w:r>
        <w:tab/>
        <w:t>1.013e0</w:t>
      </w:r>
    </w:p>
    <w:p w:rsidR="00E00D30" w:rsidRDefault="00E00D30" w:rsidP="00E00D30">
      <w:r>
        <w:t>152.7663</w:t>
      </w:r>
      <w:r>
        <w:tab/>
        <w:t>2.025e0</w:t>
      </w:r>
    </w:p>
    <w:p w:rsidR="00E00D30" w:rsidRDefault="00E00D30" w:rsidP="00E00D30">
      <w:r>
        <w:t>152.7715</w:t>
      </w:r>
      <w:r>
        <w:tab/>
        <w:t>2.025e0</w:t>
      </w:r>
    </w:p>
    <w:p w:rsidR="00E00D30" w:rsidRDefault="00E00D30" w:rsidP="00E00D30">
      <w:r>
        <w:t>152.7732</w:t>
      </w:r>
      <w:r>
        <w:tab/>
        <w:t>1.013e0</w:t>
      </w:r>
    </w:p>
    <w:p w:rsidR="00E00D30" w:rsidRDefault="00E00D30" w:rsidP="00E00D30">
      <w:r>
        <w:t>152.7831</w:t>
      </w:r>
      <w:r>
        <w:tab/>
        <w:t>1.013e0</w:t>
      </w:r>
    </w:p>
    <w:p w:rsidR="00E00D30" w:rsidRDefault="00E00D30" w:rsidP="00E00D30">
      <w:r>
        <w:t>152.7933</w:t>
      </w:r>
      <w:r>
        <w:tab/>
        <w:t>1.013e0</w:t>
      </w:r>
    </w:p>
    <w:p w:rsidR="00E00D30" w:rsidRDefault="00E00D30" w:rsidP="00E00D30">
      <w:r>
        <w:lastRenderedPageBreak/>
        <w:t>152.8034</w:t>
      </w:r>
      <w:r>
        <w:tab/>
        <w:t>1.013e0</w:t>
      </w:r>
    </w:p>
    <w:p w:rsidR="00E00D30" w:rsidRDefault="00E00D30" w:rsidP="00E00D30">
      <w:r>
        <w:t>152.8065</w:t>
      </w:r>
      <w:r>
        <w:tab/>
        <w:t>1.013e0</w:t>
      </w:r>
    </w:p>
    <w:p w:rsidR="00E00D30" w:rsidRDefault="00E00D30" w:rsidP="00E00D30">
      <w:r>
        <w:t>152.8093</w:t>
      </w:r>
      <w:r>
        <w:tab/>
        <w:t>1.013e0</w:t>
      </w:r>
    </w:p>
    <w:p w:rsidR="00E00D30" w:rsidRDefault="00E00D30" w:rsidP="00E00D30">
      <w:r>
        <w:t>152.8191</w:t>
      </w:r>
      <w:r>
        <w:tab/>
        <w:t>1.013e0</w:t>
      </w:r>
    </w:p>
    <w:p w:rsidR="00E00D30" w:rsidRDefault="00E00D30" w:rsidP="00E00D30">
      <w:r>
        <w:t>152.8294</w:t>
      </w:r>
      <w:r>
        <w:tab/>
        <w:t>1.013e0</w:t>
      </w:r>
    </w:p>
    <w:p w:rsidR="00E00D30" w:rsidRDefault="00E00D30" w:rsidP="00E00D30">
      <w:r>
        <w:t>152.8324</w:t>
      </w:r>
      <w:r>
        <w:tab/>
        <w:t>1.013e0</w:t>
      </w:r>
    </w:p>
    <w:p w:rsidR="00E00D30" w:rsidRDefault="00E00D30" w:rsidP="00E00D30">
      <w:r>
        <w:t>152.8341</w:t>
      </w:r>
      <w:r>
        <w:tab/>
        <w:t>3.306e0</w:t>
      </w:r>
    </w:p>
    <w:p w:rsidR="00E00D30" w:rsidRDefault="00E00D30" w:rsidP="00E00D30">
      <w:r>
        <w:t>152.8392</w:t>
      </w:r>
      <w:r>
        <w:tab/>
        <w:t>1.013e0</w:t>
      </w:r>
    </w:p>
    <w:p w:rsidR="00E00D30" w:rsidRDefault="00E00D30" w:rsidP="00E00D30">
      <w:r>
        <w:t>152.8459</w:t>
      </w:r>
      <w:r>
        <w:tab/>
        <w:t>1.013e0</w:t>
      </w:r>
    </w:p>
    <w:p w:rsidR="00E00D30" w:rsidRDefault="00E00D30" w:rsidP="00E00D30">
      <w:r>
        <w:t>152.8523</w:t>
      </w:r>
      <w:r>
        <w:tab/>
        <w:t>1.013e0</w:t>
      </w:r>
    </w:p>
    <w:p w:rsidR="00E00D30" w:rsidRDefault="00E00D30" w:rsidP="00E00D30">
      <w:r>
        <w:t>152.8556</w:t>
      </w:r>
      <w:r>
        <w:tab/>
        <w:t>3.038e0</w:t>
      </w:r>
    </w:p>
    <w:p w:rsidR="00E00D30" w:rsidRDefault="00E00D30" w:rsidP="00E00D30">
      <w:r>
        <w:t>152.8651</w:t>
      </w:r>
      <w:r>
        <w:tab/>
        <w:t>2.025e0</w:t>
      </w:r>
    </w:p>
    <w:p w:rsidR="00E00D30" w:rsidRDefault="00E00D30" w:rsidP="00E00D30">
      <w:r>
        <w:t>152.8784</w:t>
      </w:r>
      <w:r>
        <w:tab/>
        <w:t>1.013e0</w:t>
      </w:r>
    </w:p>
    <w:p w:rsidR="00E00D30" w:rsidRDefault="00E00D30" w:rsidP="00E00D30">
      <w:r>
        <w:t>152.8804</w:t>
      </w:r>
      <w:r>
        <w:tab/>
        <w:t>2.025e0</w:t>
      </w:r>
    </w:p>
    <w:p w:rsidR="00E00D30" w:rsidRDefault="00E00D30" w:rsidP="00E00D30">
      <w:r>
        <w:t>152.8869</w:t>
      </w:r>
      <w:r>
        <w:tab/>
        <w:t>2.025e0</w:t>
      </w:r>
    </w:p>
    <w:p w:rsidR="00E00D30" w:rsidRDefault="00E00D30" w:rsidP="00E00D30">
      <w:r>
        <w:t>152.8939</w:t>
      </w:r>
      <w:r>
        <w:tab/>
        <w:t>2.025e0</w:t>
      </w:r>
    </w:p>
    <w:p w:rsidR="00E00D30" w:rsidRDefault="00E00D30" w:rsidP="00E00D30">
      <w:r>
        <w:t>152.8995</w:t>
      </w:r>
      <w:r>
        <w:tab/>
        <w:t>3.038e0</w:t>
      </w:r>
    </w:p>
    <w:p w:rsidR="00E00D30" w:rsidRDefault="00E00D30" w:rsidP="00E00D30">
      <w:r>
        <w:t>152.9017</w:t>
      </w:r>
      <w:r>
        <w:tab/>
        <w:t>1.013e0</w:t>
      </w:r>
    </w:p>
    <w:p w:rsidR="00E00D30" w:rsidRDefault="00E00D30" w:rsidP="00E00D30">
      <w:r>
        <w:t>152.9145</w:t>
      </w:r>
      <w:r>
        <w:tab/>
        <w:t>1.013e0</w:t>
      </w:r>
    </w:p>
    <w:p w:rsidR="00E00D30" w:rsidRDefault="00E00D30" w:rsidP="00E00D30">
      <w:r>
        <w:lastRenderedPageBreak/>
        <w:t>152.9177</w:t>
      </w:r>
      <w:r>
        <w:tab/>
        <w:t>1.013e0</w:t>
      </w:r>
    </w:p>
    <w:p w:rsidR="00E00D30" w:rsidRDefault="00E00D30" w:rsidP="00E00D30">
      <w:r>
        <w:t>152.9212</w:t>
      </w:r>
      <w:r>
        <w:tab/>
        <w:t>1.013e0</w:t>
      </w:r>
    </w:p>
    <w:p w:rsidR="00E00D30" w:rsidRDefault="00E00D30" w:rsidP="00E00D30">
      <w:r>
        <w:t>152.9244</w:t>
      </w:r>
      <w:r>
        <w:tab/>
        <w:t>1.013e0</w:t>
      </w:r>
    </w:p>
    <w:p w:rsidR="00E00D30" w:rsidRDefault="00E00D30" w:rsidP="00E00D30">
      <w:r>
        <w:t>152.9262</w:t>
      </w:r>
      <w:r>
        <w:tab/>
        <w:t>2.025e0</w:t>
      </w:r>
    </w:p>
    <w:p w:rsidR="00E00D30" w:rsidRDefault="00E00D30" w:rsidP="00E00D30">
      <w:r>
        <w:t>152.9280</w:t>
      </w:r>
      <w:r>
        <w:tab/>
        <w:t>1.013e0</w:t>
      </w:r>
    </w:p>
    <w:p w:rsidR="00E00D30" w:rsidRDefault="00E00D30" w:rsidP="00E00D30">
      <w:r>
        <w:t>152.9379</w:t>
      </w:r>
      <w:r>
        <w:tab/>
        <w:t>1.013e0</w:t>
      </w:r>
    </w:p>
    <w:p w:rsidR="00E00D30" w:rsidRDefault="00E00D30" w:rsidP="00E00D30">
      <w:r>
        <w:t>152.9444</w:t>
      </w:r>
      <w:r>
        <w:tab/>
        <w:t>1.013e0</w:t>
      </w:r>
    </w:p>
    <w:p w:rsidR="00E00D30" w:rsidRDefault="00E00D30" w:rsidP="00E00D30">
      <w:r>
        <w:t>152.9491</w:t>
      </w:r>
      <w:r>
        <w:tab/>
        <w:t>2.025e0</w:t>
      </w:r>
    </w:p>
    <w:p w:rsidR="00E00D30" w:rsidRDefault="00E00D30" w:rsidP="00E00D30">
      <w:r>
        <w:t>152.9508</w:t>
      </w:r>
      <w:r>
        <w:tab/>
        <w:t>1.013e0</w:t>
      </w:r>
    </w:p>
    <w:p w:rsidR="00E00D30" w:rsidRDefault="00E00D30" w:rsidP="00E00D30">
      <w:r>
        <w:t>152.9570</w:t>
      </w:r>
      <w:r>
        <w:tab/>
        <w:t>1.013e0</w:t>
      </w:r>
    </w:p>
    <w:p w:rsidR="00E00D30" w:rsidRDefault="00E00D30" w:rsidP="00E00D30">
      <w:r>
        <w:t>152.9639</w:t>
      </w:r>
      <w:r>
        <w:tab/>
        <w:t>2.025e0</w:t>
      </w:r>
    </w:p>
    <w:p w:rsidR="00E00D30" w:rsidRDefault="00E00D30" w:rsidP="00E00D30">
      <w:r>
        <w:t>152.9705</w:t>
      </w:r>
      <w:r>
        <w:tab/>
        <w:t>1.013e0</w:t>
      </w:r>
    </w:p>
    <w:p w:rsidR="00E00D30" w:rsidRDefault="00E00D30" w:rsidP="00E00D30">
      <w:r>
        <w:t>152.9805</w:t>
      </w:r>
      <w:r>
        <w:tab/>
        <w:t>2.025e0</w:t>
      </w:r>
    </w:p>
    <w:p w:rsidR="00E00D30" w:rsidRDefault="00E00D30" w:rsidP="00E00D30">
      <w:r>
        <w:t>152.9936</w:t>
      </w:r>
      <w:r>
        <w:tab/>
        <w:t>1.013e0</w:t>
      </w:r>
    </w:p>
    <w:p w:rsidR="00E00D30" w:rsidRDefault="00E00D30" w:rsidP="00E00D30">
      <w:r>
        <w:t>152.9967</w:t>
      </w:r>
      <w:r>
        <w:tab/>
        <w:t>1.013e0</w:t>
      </w:r>
    </w:p>
    <w:p w:rsidR="00E00D30" w:rsidRDefault="00E00D30" w:rsidP="00E00D30">
      <w:r>
        <w:t>153.0030</w:t>
      </w:r>
      <w:r>
        <w:tab/>
        <w:t>1.013e0</w:t>
      </w:r>
    </w:p>
    <w:p w:rsidR="00E00D30" w:rsidRDefault="00E00D30" w:rsidP="00E00D30">
      <w:r>
        <w:t>153.0134</w:t>
      </w:r>
      <w:r>
        <w:tab/>
        <w:t>1.013e0</w:t>
      </w:r>
    </w:p>
    <w:p w:rsidR="00E00D30" w:rsidRDefault="00E00D30" w:rsidP="00E00D30">
      <w:r>
        <w:t>153.0147</w:t>
      </w:r>
      <w:r>
        <w:tab/>
        <w:t>2.025e0</w:t>
      </w:r>
    </w:p>
    <w:p w:rsidR="00E00D30" w:rsidRDefault="00E00D30" w:rsidP="00E00D30">
      <w:r>
        <w:t>153.0167</w:t>
      </w:r>
      <w:r>
        <w:tab/>
        <w:t>1.013e0</w:t>
      </w:r>
    </w:p>
    <w:p w:rsidR="00E00D30" w:rsidRDefault="00E00D30" w:rsidP="00E00D30">
      <w:r>
        <w:lastRenderedPageBreak/>
        <w:t>153.0199</w:t>
      </w:r>
      <w:r>
        <w:tab/>
        <w:t>2.025e0</w:t>
      </w:r>
    </w:p>
    <w:p w:rsidR="00E00D30" w:rsidRDefault="00E00D30" w:rsidP="00E00D30">
      <w:r>
        <w:t>153.0409</w:t>
      </w:r>
      <w:r>
        <w:tab/>
        <w:t>1.823e1</w:t>
      </w:r>
    </w:p>
    <w:p w:rsidR="00E00D30" w:rsidRDefault="00E00D30" w:rsidP="00E00D30">
      <w:r>
        <w:t>153.0448</w:t>
      </w:r>
      <w:r>
        <w:tab/>
        <w:t>4.129e1</w:t>
      </w:r>
    </w:p>
    <w:p w:rsidR="00E00D30" w:rsidRDefault="00E00D30" w:rsidP="00E00D30">
      <w:r>
        <w:t>153.0466</w:t>
      </w:r>
      <w:r>
        <w:tab/>
        <w:t>1.114e1</w:t>
      </w:r>
    </w:p>
    <w:p w:rsidR="00E00D30" w:rsidRDefault="00E00D30" w:rsidP="00E00D30">
      <w:r>
        <w:t>153.0483</w:t>
      </w:r>
      <w:r>
        <w:tab/>
        <w:t>1.989e1</w:t>
      </w:r>
    </w:p>
    <w:p w:rsidR="00E00D30" w:rsidRDefault="00E00D30" w:rsidP="00E00D30">
      <w:r>
        <w:t>153.0658</w:t>
      </w:r>
      <w:r>
        <w:tab/>
        <w:t>2.025e0</w:t>
      </w:r>
    </w:p>
    <w:p w:rsidR="00E00D30" w:rsidRDefault="00E00D30" w:rsidP="00E00D30">
      <w:r>
        <w:t>153.0692</w:t>
      </w:r>
      <w:r>
        <w:tab/>
        <w:t>2.025e0</w:t>
      </w:r>
    </w:p>
    <w:p w:rsidR="00E00D30" w:rsidRDefault="00E00D30" w:rsidP="00E00D30">
      <w:r>
        <w:t>153.0742</w:t>
      </w:r>
      <w:r>
        <w:tab/>
        <w:t>2.025e0</w:t>
      </w:r>
    </w:p>
    <w:p w:rsidR="00E00D30" w:rsidRDefault="00E00D30" w:rsidP="00E00D30">
      <w:r>
        <w:t>153.0828</w:t>
      </w:r>
      <w:r>
        <w:tab/>
        <w:t>2.025e0</w:t>
      </w:r>
    </w:p>
    <w:p w:rsidR="00E00D30" w:rsidRDefault="00E00D30" w:rsidP="00E00D30">
      <w:r>
        <w:t>153.0845</w:t>
      </w:r>
      <w:r>
        <w:tab/>
        <w:t>2.025e0</w:t>
      </w:r>
    </w:p>
    <w:p w:rsidR="00E00D30" w:rsidRDefault="00E00D30" w:rsidP="00E00D30">
      <w:r>
        <w:t>153.0890</w:t>
      </w:r>
      <w:r>
        <w:tab/>
        <w:t>1.013e0</w:t>
      </w:r>
    </w:p>
    <w:p w:rsidR="00E00D30" w:rsidRDefault="00E00D30" w:rsidP="00E00D30">
      <w:r>
        <w:t>153.0943</w:t>
      </w:r>
      <w:r>
        <w:tab/>
        <w:t>4.051e0</w:t>
      </w:r>
    </w:p>
    <w:p w:rsidR="00E00D30" w:rsidRDefault="00E00D30" w:rsidP="00E00D30">
      <w:r>
        <w:t>153.0968</w:t>
      </w:r>
      <w:r>
        <w:tab/>
        <w:t>3.038e0</w:t>
      </w:r>
    </w:p>
    <w:p w:rsidR="00E00D30" w:rsidRDefault="00E00D30" w:rsidP="00E00D30">
      <w:r>
        <w:t>153.0995</w:t>
      </w:r>
      <w:r>
        <w:tab/>
        <w:t>3.038e0</w:t>
      </w:r>
    </w:p>
    <w:p w:rsidR="00E00D30" w:rsidRDefault="00E00D30" w:rsidP="00E00D30">
      <w:r>
        <w:t>153.1087</w:t>
      </w:r>
      <w:r>
        <w:tab/>
        <w:t>1.013e0</w:t>
      </w:r>
    </w:p>
    <w:p w:rsidR="00E00D30" w:rsidRDefault="00E00D30" w:rsidP="00E00D30">
      <w:r>
        <w:t>153.1219</w:t>
      </w:r>
      <w:r>
        <w:tab/>
        <w:t>4.051e0</w:t>
      </w:r>
    </w:p>
    <w:p w:rsidR="00E00D30" w:rsidRDefault="00E00D30" w:rsidP="00E00D30">
      <w:r>
        <w:t>153.1255</w:t>
      </w:r>
      <w:r>
        <w:tab/>
        <w:t>2.113e0</w:t>
      </w:r>
    </w:p>
    <w:p w:rsidR="00E00D30" w:rsidRDefault="00E00D30" w:rsidP="00E00D30">
      <w:r>
        <w:t>153.1270</w:t>
      </w:r>
      <w:r>
        <w:tab/>
        <w:t>4.051e0</w:t>
      </w:r>
    </w:p>
    <w:p w:rsidR="00E00D30" w:rsidRDefault="00E00D30" w:rsidP="00E00D30">
      <w:r>
        <w:t>153.1287</w:t>
      </w:r>
      <w:r>
        <w:tab/>
        <w:t>1.013e0</w:t>
      </w:r>
    </w:p>
    <w:p w:rsidR="00E00D30" w:rsidRDefault="00E00D30" w:rsidP="00E00D30">
      <w:r>
        <w:lastRenderedPageBreak/>
        <w:t>153.1443</w:t>
      </w:r>
      <w:r>
        <w:tab/>
        <w:t>3.038e0</w:t>
      </w:r>
    </w:p>
    <w:p w:rsidR="00E00D30" w:rsidRDefault="00E00D30" w:rsidP="00E00D30">
      <w:r>
        <w:t>153.1477</w:t>
      </w:r>
      <w:r>
        <w:tab/>
        <w:t>1.013e0</w:t>
      </w:r>
    </w:p>
    <w:p w:rsidR="00E00D30" w:rsidRDefault="00E00D30" w:rsidP="00E00D30">
      <w:r>
        <w:t>153.1612</w:t>
      </w:r>
      <w:r>
        <w:tab/>
        <w:t>1.013e0</w:t>
      </w:r>
    </w:p>
    <w:p w:rsidR="00E00D30" w:rsidRDefault="00E00D30" w:rsidP="00E00D30">
      <w:r>
        <w:t>153.1645</w:t>
      </w:r>
      <w:r>
        <w:tab/>
        <w:t>1.013e0</w:t>
      </w:r>
    </w:p>
    <w:p w:rsidR="00E00D30" w:rsidRDefault="00E00D30" w:rsidP="00E00D30">
      <w:r>
        <w:t>153.1715</w:t>
      </w:r>
      <w:r>
        <w:tab/>
        <w:t>1.013e0</w:t>
      </w:r>
    </w:p>
    <w:p w:rsidR="00E00D30" w:rsidRDefault="00E00D30" w:rsidP="00E00D30">
      <w:r>
        <w:t>153.1746</w:t>
      </w:r>
      <w:r>
        <w:tab/>
        <w:t>1.013e0</w:t>
      </w:r>
    </w:p>
    <w:p w:rsidR="00E00D30" w:rsidRDefault="00E00D30" w:rsidP="00E00D30">
      <w:r>
        <w:t>153.1812</w:t>
      </w:r>
      <w:r>
        <w:tab/>
        <w:t>1.013e0</w:t>
      </w:r>
    </w:p>
    <w:p w:rsidR="00E00D30" w:rsidRDefault="00E00D30" w:rsidP="00E00D30">
      <w:r>
        <w:t>153.1842</w:t>
      </w:r>
      <w:r>
        <w:tab/>
        <w:t>1.013e0</w:t>
      </w:r>
    </w:p>
    <w:p w:rsidR="00E00D30" w:rsidRDefault="00E00D30" w:rsidP="00E00D30">
      <w:r>
        <w:t>153.1904</w:t>
      </w:r>
      <w:r>
        <w:tab/>
        <w:t>1.013e0</w:t>
      </w:r>
    </w:p>
    <w:p w:rsidR="00E00D30" w:rsidRDefault="00E00D30" w:rsidP="00E00D30">
      <w:r>
        <w:t>153.1915</w:t>
      </w:r>
      <w:r>
        <w:tab/>
        <w:t>4.051e0</w:t>
      </w:r>
    </w:p>
    <w:p w:rsidR="00E00D30" w:rsidRDefault="00E00D30" w:rsidP="00E00D30">
      <w:r>
        <w:t>153.1954</w:t>
      </w:r>
      <w:r>
        <w:tab/>
        <w:t>2.025e0</w:t>
      </w:r>
    </w:p>
    <w:p w:rsidR="00E00D30" w:rsidRDefault="00E00D30" w:rsidP="00E00D30">
      <w:r>
        <w:t>153.2139</w:t>
      </w:r>
      <w:r>
        <w:tab/>
        <w:t>1.013e0</w:t>
      </w:r>
    </w:p>
    <w:p w:rsidR="00E00D30" w:rsidRDefault="00E00D30" w:rsidP="00E00D30">
      <w:r>
        <w:t>153.2206</w:t>
      </w:r>
      <w:r>
        <w:tab/>
        <w:t>2.025e0</w:t>
      </w:r>
    </w:p>
    <w:p w:rsidR="00E00D30" w:rsidRDefault="00E00D30" w:rsidP="00E00D30">
      <w:r>
        <w:t>153.2306</w:t>
      </w:r>
      <w:r>
        <w:tab/>
        <w:t>2.025e0</w:t>
      </w:r>
    </w:p>
    <w:p w:rsidR="00E00D30" w:rsidRDefault="00E00D30" w:rsidP="00E00D30">
      <w:r>
        <w:t>153.2465</w:t>
      </w:r>
      <w:r>
        <w:tab/>
        <w:t>1.013e0</w:t>
      </w:r>
    </w:p>
    <w:p w:rsidR="00E00D30" w:rsidRDefault="00E00D30" w:rsidP="00E00D30">
      <w:r>
        <w:t>153.2499</w:t>
      </w:r>
      <w:r>
        <w:tab/>
        <w:t>1.013e0</w:t>
      </w:r>
    </w:p>
    <w:p w:rsidR="00E00D30" w:rsidRDefault="00E00D30" w:rsidP="00E00D30">
      <w:r>
        <w:t>153.2599</w:t>
      </w:r>
      <w:r>
        <w:tab/>
        <w:t>2.025e0</w:t>
      </w:r>
    </w:p>
    <w:p w:rsidR="00E00D30" w:rsidRDefault="00E00D30" w:rsidP="00E00D30">
      <w:r>
        <w:t>153.2669</w:t>
      </w:r>
      <w:r>
        <w:tab/>
        <w:t>1.013e0</w:t>
      </w:r>
    </w:p>
    <w:p w:rsidR="00E00D30" w:rsidRDefault="00E00D30" w:rsidP="00E00D30">
      <w:r>
        <w:t>153.2701</w:t>
      </w:r>
      <w:r>
        <w:tab/>
        <w:t>1.013e0</w:t>
      </w:r>
    </w:p>
    <w:p w:rsidR="00E00D30" w:rsidRDefault="00E00D30" w:rsidP="00E00D30">
      <w:r>
        <w:lastRenderedPageBreak/>
        <w:t>153.2829</w:t>
      </w:r>
      <w:r>
        <w:tab/>
        <w:t>2.025e0</w:t>
      </w:r>
    </w:p>
    <w:p w:rsidR="00E00D30" w:rsidRDefault="00E00D30" w:rsidP="00E00D30">
      <w:r>
        <w:t>153.2926</w:t>
      </w:r>
      <w:r>
        <w:tab/>
        <w:t>1.013e0</w:t>
      </w:r>
    </w:p>
    <w:p w:rsidR="00E00D30" w:rsidRDefault="00E00D30" w:rsidP="00E00D30">
      <w:r>
        <w:t>153.2959</w:t>
      </w:r>
      <w:r>
        <w:tab/>
        <w:t>1.013e0</w:t>
      </w:r>
    </w:p>
    <w:p w:rsidR="00E00D30" w:rsidRDefault="00E00D30" w:rsidP="00E00D30">
      <w:r>
        <w:t>153.3029</w:t>
      </w:r>
      <w:r>
        <w:tab/>
        <w:t>1.013e0</w:t>
      </w:r>
    </w:p>
    <w:p w:rsidR="00E00D30" w:rsidRDefault="00E00D30" w:rsidP="00E00D30">
      <w:r>
        <w:t>153.3062</w:t>
      </w:r>
      <w:r>
        <w:tab/>
        <w:t>1.013e0</w:t>
      </w:r>
    </w:p>
    <w:p w:rsidR="00E00D30" w:rsidRDefault="00E00D30" w:rsidP="00E00D30">
      <w:r>
        <w:t>153.3195</w:t>
      </w:r>
      <w:r>
        <w:tab/>
        <w:t>1.013e0</w:t>
      </w:r>
    </w:p>
    <w:p w:rsidR="00E00D30" w:rsidRDefault="00E00D30" w:rsidP="00E00D30">
      <w:r>
        <w:t>153.3290</w:t>
      </w:r>
      <w:r>
        <w:tab/>
        <w:t>1.013e0</w:t>
      </w:r>
    </w:p>
    <w:p w:rsidR="00E00D30" w:rsidRDefault="00E00D30" w:rsidP="00E00D30">
      <w:r>
        <w:t>153.3301</w:t>
      </w:r>
      <w:r>
        <w:tab/>
        <w:t>3.038e0</w:t>
      </w:r>
    </w:p>
    <w:p w:rsidR="00E00D30" w:rsidRDefault="00E00D30" w:rsidP="00E00D30">
      <w:r>
        <w:t>153.3385</w:t>
      </w:r>
      <w:r>
        <w:tab/>
        <w:t>2.025e0</w:t>
      </w:r>
    </w:p>
    <w:p w:rsidR="00E00D30" w:rsidRDefault="00E00D30" w:rsidP="00E00D30">
      <w:r>
        <w:t>153.3487</w:t>
      </w:r>
      <w:r>
        <w:tab/>
        <w:t>1.013e0</w:t>
      </w:r>
    </w:p>
    <w:p w:rsidR="00E00D30" w:rsidRDefault="00E00D30" w:rsidP="00E00D30">
      <w:r>
        <w:t>153.3521</w:t>
      </w:r>
      <w:r>
        <w:tab/>
        <w:t>1.013e0</w:t>
      </w:r>
    </w:p>
    <w:p w:rsidR="00E00D30" w:rsidRDefault="00E00D30" w:rsidP="00E00D30">
      <w:r>
        <w:t>153.3587</w:t>
      </w:r>
      <w:r>
        <w:tab/>
        <w:t>1.013e0</w:t>
      </w:r>
    </w:p>
    <w:p w:rsidR="00E00D30" w:rsidRDefault="00E00D30" w:rsidP="00E00D30">
      <w:r>
        <w:t>153.3622</w:t>
      </w:r>
      <w:r>
        <w:tab/>
        <w:t>2.025e0</w:t>
      </w:r>
    </w:p>
    <w:p w:rsidR="00E00D30" w:rsidRDefault="00E00D30" w:rsidP="00E00D30">
      <w:r>
        <w:t>153.3657</w:t>
      </w:r>
      <w:r>
        <w:tab/>
        <w:t>1.013e0</w:t>
      </w:r>
    </w:p>
    <w:p w:rsidR="00E00D30" w:rsidRDefault="00E00D30" w:rsidP="00E00D30">
      <w:r>
        <w:t>153.3751</w:t>
      </w:r>
      <w:r>
        <w:tab/>
        <w:t>1.013e0</w:t>
      </w:r>
    </w:p>
    <w:p w:rsidR="00E00D30" w:rsidRDefault="00E00D30" w:rsidP="00E00D30">
      <w:r>
        <w:t>153.3987</w:t>
      </w:r>
      <w:r>
        <w:tab/>
        <w:t>4.051e0</w:t>
      </w:r>
    </w:p>
    <w:p w:rsidR="00E00D30" w:rsidRDefault="00E00D30" w:rsidP="00E00D30">
      <w:r>
        <w:t>153.4014</w:t>
      </w:r>
      <w:r>
        <w:tab/>
        <w:t>1.013e0</w:t>
      </w:r>
    </w:p>
    <w:p w:rsidR="00E00D30" w:rsidRDefault="00E00D30" w:rsidP="00E00D30">
      <w:r>
        <w:t>153.4083</w:t>
      </w:r>
      <w:r>
        <w:tab/>
        <w:t>1.013e0</w:t>
      </w:r>
    </w:p>
    <w:p w:rsidR="00E00D30" w:rsidRDefault="00E00D30" w:rsidP="00E00D30">
      <w:r>
        <w:t>153.4183</w:t>
      </w:r>
      <w:r>
        <w:tab/>
        <w:t>1.013e0</w:t>
      </w:r>
    </w:p>
    <w:p w:rsidR="00E00D30" w:rsidRDefault="00E00D30" w:rsidP="00E00D30">
      <w:r>
        <w:lastRenderedPageBreak/>
        <w:t>153.4245</w:t>
      </w:r>
      <w:r>
        <w:tab/>
        <w:t>1.013e0</w:t>
      </w:r>
    </w:p>
    <w:p w:rsidR="00E00D30" w:rsidRDefault="00E00D30" w:rsidP="00E00D30">
      <w:r>
        <w:t>153.4307</w:t>
      </w:r>
      <w:r>
        <w:tab/>
        <w:t>2.025e0</w:t>
      </w:r>
    </w:p>
    <w:p w:rsidR="00E00D30" w:rsidRDefault="00E00D30" w:rsidP="00E00D30">
      <w:r>
        <w:t>153.4474</w:t>
      </w:r>
      <w:r>
        <w:tab/>
        <w:t>1.013e0</w:t>
      </w:r>
    </w:p>
    <w:p w:rsidR="00E00D30" w:rsidRDefault="00E00D30" w:rsidP="00E00D30">
      <w:r>
        <w:t>153.4575</w:t>
      </w:r>
      <w:r>
        <w:tab/>
        <w:t>2.025e0</w:t>
      </w:r>
    </w:p>
    <w:p w:rsidR="00E00D30" w:rsidRDefault="00E00D30" w:rsidP="00E00D30">
      <w:r>
        <w:t>153.4706</w:t>
      </w:r>
      <w:r>
        <w:tab/>
        <w:t>1.013e0</w:t>
      </w:r>
    </w:p>
    <w:p w:rsidR="00E00D30" w:rsidRDefault="00E00D30" w:rsidP="00E00D30">
      <w:r>
        <w:t>153.4801</w:t>
      </w:r>
      <w:r>
        <w:tab/>
        <w:t>1.013e0</w:t>
      </w:r>
    </w:p>
    <w:p w:rsidR="00E00D30" w:rsidRDefault="00E00D30" w:rsidP="00E00D30">
      <w:r>
        <w:t>153.4822</w:t>
      </w:r>
      <w:r>
        <w:tab/>
        <w:t>4.051e0</w:t>
      </w:r>
    </w:p>
    <w:p w:rsidR="00E00D30" w:rsidRDefault="00E00D30" w:rsidP="00E00D30">
      <w:r>
        <w:t>153.4834</w:t>
      </w:r>
      <w:r>
        <w:tab/>
        <w:t>2.025e0</w:t>
      </w:r>
    </w:p>
    <w:p w:rsidR="00E00D30" w:rsidRDefault="00E00D30" w:rsidP="00E00D30">
      <w:r>
        <w:t>153.5137</w:t>
      </w:r>
      <w:r>
        <w:tab/>
        <w:t>1.013e0</w:t>
      </w:r>
    </w:p>
    <w:p w:rsidR="00E00D30" w:rsidRDefault="00E00D30" w:rsidP="00E00D30">
      <w:r>
        <w:t>153.5200</w:t>
      </w:r>
      <w:r>
        <w:tab/>
        <w:t>1.013e0</w:t>
      </w:r>
    </w:p>
    <w:p w:rsidR="00E00D30" w:rsidRDefault="00E00D30" w:rsidP="00E00D30">
      <w:r>
        <w:t>153.5262</w:t>
      </w:r>
      <w:r>
        <w:tab/>
        <w:t>1.013e0</w:t>
      </w:r>
    </w:p>
    <w:p w:rsidR="00E00D30" w:rsidRDefault="00E00D30" w:rsidP="00E00D30">
      <w:r>
        <w:t>153.5329</w:t>
      </w:r>
      <w:r>
        <w:tab/>
        <w:t>3.038e0</w:t>
      </w:r>
    </w:p>
    <w:p w:rsidR="00E00D30" w:rsidRDefault="00E00D30" w:rsidP="00E00D30">
      <w:r>
        <w:t>153.5381</w:t>
      </w:r>
      <w:r>
        <w:tab/>
        <w:t>2.025e0</w:t>
      </w:r>
    </w:p>
    <w:p w:rsidR="00E00D30" w:rsidRDefault="00E00D30" w:rsidP="00E00D30">
      <w:r>
        <w:t>153.5413</w:t>
      </w:r>
      <w:r>
        <w:tab/>
        <w:t>2.025e0</w:t>
      </w:r>
    </w:p>
    <w:p w:rsidR="00E00D30" w:rsidRDefault="00E00D30" w:rsidP="00E00D30">
      <w:r>
        <w:t>153.5432</w:t>
      </w:r>
      <w:r>
        <w:tab/>
        <w:t>3.038e0</w:t>
      </w:r>
    </w:p>
    <w:p w:rsidR="00E00D30" w:rsidRDefault="00E00D30" w:rsidP="00E00D30">
      <w:r>
        <w:t>153.5456</w:t>
      </w:r>
      <w:r>
        <w:tab/>
        <w:t>1.034e1</w:t>
      </w:r>
    </w:p>
    <w:p w:rsidR="00E00D30" w:rsidRDefault="00E00D30" w:rsidP="00E00D30">
      <w:r>
        <w:t>153.5496</w:t>
      </w:r>
      <w:r>
        <w:tab/>
        <w:t>1.013e0</w:t>
      </w:r>
    </w:p>
    <w:p w:rsidR="00E00D30" w:rsidRDefault="00E00D30" w:rsidP="00E00D30">
      <w:r>
        <w:t>153.5555</w:t>
      </w:r>
      <w:r>
        <w:tab/>
        <w:t>7.089e0</w:t>
      </w:r>
    </w:p>
    <w:p w:rsidR="00E00D30" w:rsidRDefault="00E00D30" w:rsidP="00E00D30">
      <w:r>
        <w:t>153.5581</w:t>
      </w:r>
      <w:r>
        <w:tab/>
        <w:t>2.025e0</w:t>
      </w:r>
    </w:p>
    <w:p w:rsidR="00E00D30" w:rsidRDefault="00E00D30" w:rsidP="00E00D30">
      <w:r>
        <w:lastRenderedPageBreak/>
        <w:t>153.5601</w:t>
      </w:r>
      <w:r>
        <w:tab/>
        <w:t>2.025e0</w:t>
      </w:r>
    </w:p>
    <w:p w:rsidR="00E00D30" w:rsidRDefault="00E00D30" w:rsidP="00E00D30">
      <w:r>
        <w:t>153.5631</w:t>
      </w:r>
      <w:r>
        <w:tab/>
        <w:t>1.013e0</w:t>
      </w:r>
    </w:p>
    <w:p w:rsidR="00E00D30" w:rsidRDefault="00E00D30" w:rsidP="00E00D30">
      <w:r>
        <w:t>153.5692</w:t>
      </w:r>
      <w:r>
        <w:tab/>
        <w:t>2.025e0</w:t>
      </w:r>
    </w:p>
    <w:p w:rsidR="00E00D30" w:rsidRDefault="00E00D30" w:rsidP="00E00D30">
      <w:r>
        <w:t>153.5770</w:t>
      </w:r>
      <w:r>
        <w:tab/>
        <w:t>2.025e0</w:t>
      </w:r>
    </w:p>
    <w:p w:rsidR="00E00D30" w:rsidRDefault="00E00D30" w:rsidP="00E00D30">
      <w:r>
        <w:t>153.5959</w:t>
      </w:r>
      <w:r>
        <w:tab/>
        <w:t>1.013e0</w:t>
      </w:r>
    </w:p>
    <w:p w:rsidR="00E00D30" w:rsidRDefault="00E00D30" w:rsidP="00E00D30">
      <w:r>
        <w:t>153.5974</w:t>
      </w:r>
      <w:r>
        <w:tab/>
        <w:t>3.038e0</w:t>
      </w:r>
    </w:p>
    <w:p w:rsidR="00E00D30" w:rsidRDefault="00E00D30" w:rsidP="00E00D30">
      <w:r>
        <w:t>153.6024</w:t>
      </w:r>
      <w:r>
        <w:tab/>
        <w:t>1.013e0</w:t>
      </w:r>
    </w:p>
    <w:p w:rsidR="00E00D30" w:rsidRDefault="00E00D30" w:rsidP="00E00D30">
      <w:r>
        <w:t>153.6217</w:t>
      </w:r>
      <w:r>
        <w:tab/>
        <w:t>2.025e0</w:t>
      </w:r>
    </w:p>
    <w:p w:rsidR="00E00D30" w:rsidRDefault="00E00D30" w:rsidP="00E00D30">
      <w:r>
        <w:t>153.6283</w:t>
      </w:r>
      <w:r>
        <w:tab/>
        <w:t>1.013e0</w:t>
      </w:r>
    </w:p>
    <w:p w:rsidR="00E00D30" w:rsidRDefault="00E00D30" w:rsidP="00E00D30">
      <w:r>
        <w:t>153.6353</w:t>
      </w:r>
      <w:r>
        <w:tab/>
        <w:t>1.013e0</w:t>
      </w:r>
    </w:p>
    <w:p w:rsidR="00E00D30" w:rsidRDefault="00E00D30" w:rsidP="00E00D30">
      <w:r>
        <w:t>153.6418</w:t>
      </w:r>
      <w:r>
        <w:tab/>
        <w:t>2.025e0</w:t>
      </w:r>
    </w:p>
    <w:p w:rsidR="00E00D30" w:rsidRDefault="00E00D30" w:rsidP="00E00D30">
      <w:r>
        <w:t>153.6521</w:t>
      </w:r>
      <w:r>
        <w:tab/>
        <w:t>1.013e0</w:t>
      </w:r>
    </w:p>
    <w:p w:rsidR="00E00D30" w:rsidRDefault="00E00D30" w:rsidP="00E00D30">
      <w:r>
        <w:t>153.6553</w:t>
      </w:r>
      <w:r>
        <w:tab/>
        <w:t>1.013e0</w:t>
      </w:r>
    </w:p>
    <w:p w:rsidR="00E00D30" w:rsidRDefault="00E00D30" w:rsidP="00E00D30">
      <w:r>
        <w:t>153.6618</w:t>
      </w:r>
      <w:r>
        <w:tab/>
        <w:t>1.013e0</w:t>
      </w:r>
    </w:p>
    <w:p w:rsidR="00E00D30" w:rsidRDefault="00E00D30" w:rsidP="00E00D30">
      <w:r>
        <w:t>153.6680</w:t>
      </w:r>
      <w:r>
        <w:tab/>
        <w:t>1.013e0</w:t>
      </w:r>
    </w:p>
    <w:p w:rsidR="00E00D30" w:rsidRDefault="00E00D30" w:rsidP="00E00D30">
      <w:r>
        <w:t>153.6710</w:t>
      </w:r>
      <w:r>
        <w:tab/>
        <w:t>1.013e0</w:t>
      </w:r>
    </w:p>
    <w:p w:rsidR="00E00D30" w:rsidRDefault="00E00D30" w:rsidP="00E00D30">
      <w:r>
        <w:t>153.6743</w:t>
      </w:r>
      <w:r>
        <w:tab/>
        <w:t>1.013e0</w:t>
      </w:r>
    </w:p>
    <w:p w:rsidR="00E00D30" w:rsidRDefault="00E00D30" w:rsidP="00E00D30">
      <w:r>
        <w:t>153.6814</w:t>
      </w:r>
      <w:r>
        <w:tab/>
        <w:t>1.013e0</w:t>
      </w:r>
    </w:p>
    <w:p w:rsidR="00E00D30" w:rsidRDefault="00E00D30" w:rsidP="00E00D30">
      <w:r>
        <w:t>153.6982</w:t>
      </w:r>
      <w:r>
        <w:tab/>
        <w:t>1.013e0</w:t>
      </w:r>
    </w:p>
    <w:p w:rsidR="00E00D30" w:rsidRDefault="00E00D30" w:rsidP="00E00D30">
      <w:r>
        <w:lastRenderedPageBreak/>
        <w:t>153.7027</w:t>
      </w:r>
      <w:r>
        <w:tab/>
        <w:t>3.038e0</w:t>
      </w:r>
    </w:p>
    <w:p w:rsidR="00E00D30" w:rsidRDefault="00E00D30" w:rsidP="00E00D30">
      <w:r>
        <w:t>153.7081</w:t>
      </w:r>
      <w:r>
        <w:tab/>
        <w:t>3.038e0</w:t>
      </w:r>
    </w:p>
    <w:p w:rsidR="00E00D30" w:rsidRDefault="00E00D30" w:rsidP="00E00D30">
      <w:r>
        <w:t>153.7129</w:t>
      </w:r>
      <w:r>
        <w:tab/>
        <w:t>2.025e0</w:t>
      </w:r>
    </w:p>
    <w:p w:rsidR="00E00D30" w:rsidRDefault="00E00D30" w:rsidP="00E00D30">
      <w:r>
        <w:t>153.7173</w:t>
      </w:r>
      <w:r>
        <w:tab/>
        <w:t>1.013e0</w:t>
      </w:r>
    </w:p>
    <w:p w:rsidR="00E00D30" w:rsidRDefault="00E00D30" w:rsidP="00E00D30">
      <w:r>
        <w:t>153.7306</w:t>
      </w:r>
      <w:r>
        <w:tab/>
        <w:t>1.013e0</w:t>
      </w:r>
    </w:p>
    <w:p w:rsidR="00E00D30" w:rsidRDefault="00E00D30" w:rsidP="00E00D30">
      <w:r>
        <w:t>153.7607</w:t>
      </w:r>
      <w:r>
        <w:tab/>
        <w:t>1.013e0</w:t>
      </w:r>
    </w:p>
    <w:p w:rsidR="00E00D30" w:rsidRDefault="00E00D30" w:rsidP="00E00D30">
      <w:r>
        <w:t>153.7733</w:t>
      </w:r>
      <w:r>
        <w:tab/>
        <w:t>1.013e0</w:t>
      </w:r>
    </w:p>
    <w:p w:rsidR="00E00D30" w:rsidRDefault="00E00D30" w:rsidP="00E00D30">
      <w:r>
        <w:t>153.7835</w:t>
      </w:r>
      <w:r>
        <w:tab/>
        <w:t>1.013e0</w:t>
      </w:r>
    </w:p>
    <w:p w:rsidR="00E00D30" w:rsidRDefault="00E00D30" w:rsidP="00E00D30">
      <w:r>
        <w:t>153.7901</w:t>
      </w:r>
      <w:r>
        <w:tab/>
        <w:t>1.013e0</w:t>
      </w:r>
    </w:p>
    <w:p w:rsidR="00E00D30" w:rsidRDefault="00E00D30" w:rsidP="00E00D30">
      <w:r>
        <w:t>153.7969</w:t>
      </w:r>
      <w:r>
        <w:tab/>
        <w:t>1.013e0</w:t>
      </w:r>
    </w:p>
    <w:p w:rsidR="00E00D30" w:rsidRDefault="00E00D30" w:rsidP="00E00D30">
      <w:r>
        <w:t>153.8244</w:t>
      </w:r>
      <w:r>
        <w:tab/>
        <w:t>2.025e0</w:t>
      </w:r>
    </w:p>
    <w:p w:rsidR="00E00D30" w:rsidRDefault="00E00D30" w:rsidP="00E00D30">
      <w:r>
        <w:t>153.8264</w:t>
      </w:r>
      <w:r>
        <w:tab/>
        <w:t>1.013e0</w:t>
      </w:r>
    </w:p>
    <w:p w:rsidR="00E00D30" w:rsidRDefault="00E00D30" w:rsidP="00E00D30">
      <w:r>
        <w:t>153.8328</w:t>
      </w:r>
      <w:r>
        <w:tab/>
        <w:t>2.025e0</w:t>
      </w:r>
    </w:p>
    <w:p w:rsidR="00E00D30" w:rsidRDefault="00E00D30" w:rsidP="00E00D30">
      <w:r>
        <w:t>153.8430</w:t>
      </w:r>
      <w:r>
        <w:tab/>
        <w:t>1.013e0</w:t>
      </w:r>
    </w:p>
    <w:p w:rsidR="00E00D30" w:rsidRDefault="00E00D30" w:rsidP="00E00D30">
      <w:r>
        <w:t>153.8499</w:t>
      </w:r>
      <w:r>
        <w:tab/>
        <w:t>4.051e0</w:t>
      </w:r>
    </w:p>
    <w:p w:rsidR="00E00D30" w:rsidRDefault="00E00D30" w:rsidP="00E00D30">
      <w:r>
        <w:t>153.8655</w:t>
      </w:r>
      <w:r>
        <w:tab/>
        <w:t>1.013e0</w:t>
      </w:r>
    </w:p>
    <w:p w:rsidR="00E00D30" w:rsidRDefault="00E00D30" w:rsidP="00E00D30">
      <w:r>
        <w:t>153.8689</w:t>
      </w:r>
      <w:r>
        <w:tab/>
        <w:t>3.038e0</w:t>
      </w:r>
    </w:p>
    <w:p w:rsidR="00E00D30" w:rsidRDefault="00E00D30" w:rsidP="00E00D30">
      <w:r>
        <w:t>153.8737</w:t>
      </w:r>
      <w:r>
        <w:tab/>
        <w:t>3.038e0</w:t>
      </w:r>
    </w:p>
    <w:p w:rsidR="00E00D30" w:rsidRDefault="00E00D30" w:rsidP="00E00D30">
      <w:r>
        <w:t>153.8926</w:t>
      </w:r>
      <w:r>
        <w:tab/>
        <w:t>1.013e0</w:t>
      </w:r>
    </w:p>
    <w:p w:rsidR="00E00D30" w:rsidRDefault="00E00D30" w:rsidP="00E00D30">
      <w:r>
        <w:lastRenderedPageBreak/>
        <w:t>153.8957</w:t>
      </w:r>
      <w:r>
        <w:tab/>
        <w:t>1.013e0</w:t>
      </w:r>
    </w:p>
    <w:p w:rsidR="00E00D30" w:rsidRDefault="00E00D30" w:rsidP="00E00D30">
      <w:r>
        <w:t>153.9056</w:t>
      </w:r>
      <w:r>
        <w:tab/>
        <w:t>1.013e0</w:t>
      </w:r>
    </w:p>
    <w:p w:rsidR="00E00D30" w:rsidRDefault="00E00D30" w:rsidP="00E00D30">
      <w:r>
        <w:t>153.9118</w:t>
      </w:r>
      <w:r>
        <w:tab/>
        <w:t>2.025e0</w:t>
      </w:r>
    </w:p>
    <w:p w:rsidR="00E00D30" w:rsidRDefault="00E00D30" w:rsidP="00E00D30">
      <w:r>
        <w:t>153.9183</w:t>
      </w:r>
      <w:r>
        <w:tab/>
        <w:t>1.013e0</w:t>
      </w:r>
    </w:p>
    <w:p w:rsidR="00E00D30" w:rsidRDefault="00E00D30" w:rsidP="00E00D30">
      <w:r>
        <w:t>153.9285</w:t>
      </w:r>
      <w:r>
        <w:tab/>
        <w:t>1.013e0</w:t>
      </w:r>
    </w:p>
    <w:p w:rsidR="00E00D30" w:rsidRDefault="00E00D30" w:rsidP="00E00D30">
      <w:r>
        <w:t>153.9402</w:t>
      </w:r>
      <w:r>
        <w:tab/>
        <w:t>2.025e0</w:t>
      </w:r>
    </w:p>
    <w:p w:rsidR="00E00D30" w:rsidRDefault="00E00D30" w:rsidP="00E00D30">
      <w:r>
        <w:t>153.9487</w:t>
      </w:r>
      <w:r>
        <w:tab/>
        <w:t>2.025e0</w:t>
      </w:r>
    </w:p>
    <w:p w:rsidR="00E00D30" w:rsidRDefault="00E00D30" w:rsidP="00E00D30">
      <w:r>
        <w:t>153.9646</w:t>
      </w:r>
      <w:r>
        <w:tab/>
        <w:t>1.013e0</w:t>
      </w:r>
    </w:p>
    <w:p w:rsidR="00E00D30" w:rsidRDefault="00E00D30" w:rsidP="00E00D30">
      <w:r>
        <w:t>153.9748</w:t>
      </w:r>
      <w:r>
        <w:tab/>
        <w:t>1.013e0</w:t>
      </w:r>
    </w:p>
    <w:p w:rsidR="00E00D30" w:rsidRDefault="00E00D30" w:rsidP="00E00D30">
      <w:r>
        <w:t>153.9846</w:t>
      </w:r>
      <w:r>
        <w:tab/>
        <w:t>3.038e0</w:t>
      </w:r>
    </w:p>
    <w:p w:rsidR="00E00D30" w:rsidRDefault="00E00D30" w:rsidP="00E00D30">
      <w:r>
        <w:t>153.9913</w:t>
      </w:r>
      <w:r>
        <w:tab/>
        <w:t>2.025e0</w:t>
      </w:r>
    </w:p>
    <w:p w:rsidR="00E00D30" w:rsidRDefault="00E00D30" w:rsidP="00E00D30">
      <w:r>
        <w:t>154.0047</w:t>
      </w:r>
      <w:r>
        <w:tab/>
        <w:t>1.013e0</w:t>
      </w:r>
    </w:p>
    <w:p w:rsidR="00E00D30" w:rsidRDefault="00E00D30" w:rsidP="00E00D30">
      <w:r>
        <w:t>154.0076</w:t>
      </w:r>
      <w:r>
        <w:tab/>
        <w:t>1.013e0</w:t>
      </w:r>
    </w:p>
    <w:p w:rsidR="00E00D30" w:rsidRDefault="00E00D30" w:rsidP="00E00D30">
      <w:r>
        <w:t>154.0106</w:t>
      </w:r>
      <w:r>
        <w:tab/>
        <w:t>1.013e0</w:t>
      </w:r>
    </w:p>
    <w:p w:rsidR="00E00D30" w:rsidRDefault="00E00D30" w:rsidP="00E00D30">
      <w:r>
        <w:t>154.0324</w:t>
      </w:r>
      <w:r>
        <w:tab/>
        <w:t>2.025e0</w:t>
      </w:r>
    </w:p>
    <w:p w:rsidR="00E00D30" w:rsidRDefault="00E00D30" w:rsidP="00E00D30">
      <w:r>
        <w:t>154.0374</w:t>
      </w:r>
      <w:r>
        <w:tab/>
        <w:t>1.013e0</w:t>
      </w:r>
    </w:p>
    <w:p w:rsidR="00E00D30" w:rsidRDefault="00E00D30" w:rsidP="00E00D30">
      <w:r>
        <w:t>154.0396</w:t>
      </w:r>
      <w:r>
        <w:tab/>
        <w:t>7.089e0</w:t>
      </w:r>
    </w:p>
    <w:p w:rsidR="00E00D30" w:rsidRDefault="00E00D30" w:rsidP="00E00D30">
      <w:r>
        <w:t>154.0410</w:t>
      </w:r>
      <w:r>
        <w:tab/>
        <w:t>1.013e0</w:t>
      </w:r>
    </w:p>
    <w:p w:rsidR="00E00D30" w:rsidRDefault="00E00D30" w:rsidP="00E00D30">
      <w:r>
        <w:t>154.0433</w:t>
      </w:r>
      <w:r>
        <w:tab/>
        <w:t>1.013e1</w:t>
      </w:r>
    </w:p>
    <w:p w:rsidR="00E00D30" w:rsidRDefault="00E00D30" w:rsidP="00E00D30">
      <w:r>
        <w:lastRenderedPageBreak/>
        <w:t>154.0444</w:t>
      </w:r>
      <w:r>
        <w:tab/>
        <w:t>4.051e0</w:t>
      </w:r>
    </w:p>
    <w:p w:rsidR="00E00D30" w:rsidRDefault="00E00D30" w:rsidP="00E00D30">
      <w:r>
        <w:t>154.0475</w:t>
      </w:r>
      <w:r>
        <w:tab/>
        <w:t>5.063e0</w:t>
      </w:r>
    </w:p>
    <w:p w:rsidR="00E00D30" w:rsidRDefault="00E00D30" w:rsidP="00E00D30">
      <w:r>
        <w:t>154.0542</w:t>
      </w:r>
      <w:r>
        <w:tab/>
        <w:t>1.013e0</w:t>
      </w:r>
    </w:p>
    <w:p w:rsidR="00E00D30" w:rsidRDefault="00E00D30" w:rsidP="00E00D30">
      <w:r>
        <w:t>154.0614</w:t>
      </w:r>
      <w:r>
        <w:tab/>
        <w:t>2.025e0</w:t>
      </w:r>
    </w:p>
    <w:p w:rsidR="00E00D30" w:rsidRDefault="00E00D30" w:rsidP="00E00D30">
      <w:r>
        <w:t>154.0661</w:t>
      </w:r>
      <w:r>
        <w:tab/>
        <w:t>3.038e0</w:t>
      </w:r>
    </w:p>
    <w:p w:rsidR="00E00D30" w:rsidRDefault="00E00D30" w:rsidP="00E00D30">
      <w:r>
        <w:t>154.0702</w:t>
      </w:r>
      <w:r>
        <w:tab/>
        <w:t>3.038e0</w:t>
      </w:r>
    </w:p>
    <w:p w:rsidR="00E00D30" w:rsidRDefault="00E00D30" w:rsidP="00E00D30">
      <w:r>
        <w:t>154.0736</w:t>
      </w:r>
      <w:r>
        <w:tab/>
        <w:t>3.038e0</w:t>
      </w:r>
    </w:p>
    <w:p w:rsidR="00E00D30" w:rsidRDefault="00E00D30" w:rsidP="00E00D30">
      <w:r>
        <w:t>154.0787</w:t>
      </w:r>
      <w:r>
        <w:tab/>
        <w:t>4.051e0</w:t>
      </w:r>
    </w:p>
    <w:p w:rsidR="00E00D30" w:rsidRDefault="00E00D30" w:rsidP="00E00D30">
      <w:r>
        <w:t>154.0802</w:t>
      </w:r>
      <w:r>
        <w:tab/>
        <w:t>2.025e0</w:t>
      </w:r>
    </w:p>
    <w:p w:rsidR="00E00D30" w:rsidRDefault="00E00D30" w:rsidP="00E00D30">
      <w:r>
        <w:t>154.0835</w:t>
      </w:r>
      <w:r>
        <w:tab/>
        <w:t>1.013e0</w:t>
      </w:r>
    </w:p>
    <w:p w:rsidR="00E00D30" w:rsidRDefault="00E00D30" w:rsidP="00E00D30">
      <w:r>
        <w:t>154.0925</w:t>
      </w:r>
      <w:r>
        <w:tab/>
        <w:t>3.038e0</w:t>
      </w:r>
    </w:p>
    <w:p w:rsidR="00E00D30" w:rsidRDefault="00E00D30" w:rsidP="00E00D30">
      <w:r>
        <w:t>154.0988</w:t>
      </w:r>
      <w:r>
        <w:tab/>
        <w:t>8.101e0</w:t>
      </w:r>
    </w:p>
    <w:p w:rsidR="00E00D30" w:rsidRDefault="00E00D30" w:rsidP="00E00D30">
      <w:r>
        <w:t>154.1023</w:t>
      </w:r>
      <w:r>
        <w:tab/>
        <w:t>5.063e0</w:t>
      </w:r>
    </w:p>
    <w:p w:rsidR="00E00D30" w:rsidRDefault="00E00D30" w:rsidP="00E00D30">
      <w:r>
        <w:t>154.1050</w:t>
      </w:r>
      <w:r>
        <w:tab/>
        <w:t>2.025e0</w:t>
      </w:r>
    </w:p>
    <w:p w:rsidR="00E00D30" w:rsidRDefault="00E00D30" w:rsidP="00E00D30">
      <w:r>
        <w:t>154.1094</w:t>
      </w:r>
      <w:r>
        <w:tab/>
        <w:t>2.025e0</w:t>
      </w:r>
    </w:p>
    <w:p w:rsidR="00E00D30" w:rsidRDefault="00E00D30" w:rsidP="00E00D30">
      <w:r>
        <w:t>154.1196</w:t>
      </w:r>
      <w:r>
        <w:tab/>
        <w:t>1.013e0</w:t>
      </w:r>
    </w:p>
    <w:p w:rsidR="00E00D30" w:rsidRDefault="00E00D30" w:rsidP="00E00D30">
      <w:r>
        <w:t>154.1281</w:t>
      </w:r>
      <w:r>
        <w:tab/>
        <w:t>4.051e0</w:t>
      </w:r>
    </w:p>
    <w:p w:rsidR="00E00D30" w:rsidRDefault="00E00D30" w:rsidP="00E00D30">
      <w:r>
        <w:t>154.1348</w:t>
      </w:r>
      <w:r>
        <w:tab/>
        <w:t>4.051e0</w:t>
      </w:r>
    </w:p>
    <w:p w:rsidR="00E00D30" w:rsidRDefault="00E00D30" w:rsidP="00E00D30">
      <w:r>
        <w:t>154.1591</w:t>
      </w:r>
      <w:r>
        <w:tab/>
        <w:t>1.013e0</w:t>
      </w:r>
    </w:p>
    <w:p w:rsidR="00E00D30" w:rsidRDefault="00E00D30" w:rsidP="00E00D30">
      <w:r>
        <w:lastRenderedPageBreak/>
        <w:t>154.1681</w:t>
      </w:r>
      <w:r>
        <w:tab/>
        <w:t>3.038e0</w:t>
      </w:r>
    </w:p>
    <w:p w:rsidR="00E00D30" w:rsidRDefault="00E00D30" w:rsidP="00E00D30">
      <w:r>
        <w:t>154.1775</w:t>
      </w:r>
      <w:r>
        <w:tab/>
        <w:t>2.025e0</w:t>
      </w:r>
    </w:p>
    <w:p w:rsidR="00E00D30" w:rsidRDefault="00E00D30" w:rsidP="00E00D30">
      <w:r>
        <w:t>154.1793</w:t>
      </w:r>
      <w:r>
        <w:tab/>
        <w:t>1.013e0</w:t>
      </w:r>
    </w:p>
    <w:p w:rsidR="00E00D30" w:rsidRDefault="00E00D30" w:rsidP="00E00D30">
      <w:r>
        <w:t>154.1928</w:t>
      </w:r>
      <w:r>
        <w:tab/>
        <w:t>1.013e0</w:t>
      </w:r>
    </w:p>
    <w:p w:rsidR="00E00D30" w:rsidRDefault="00E00D30" w:rsidP="00E00D30">
      <w:r>
        <w:t>154.2026</w:t>
      </w:r>
      <w:r>
        <w:tab/>
        <w:t>2.025e0</w:t>
      </w:r>
    </w:p>
    <w:p w:rsidR="00E00D30" w:rsidRDefault="00E00D30" w:rsidP="00E00D30">
      <w:r>
        <w:t>154.2086</w:t>
      </w:r>
      <w:r>
        <w:tab/>
        <w:t>1.013e0</w:t>
      </w:r>
    </w:p>
    <w:p w:rsidR="00E00D30" w:rsidRDefault="00E00D30" w:rsidP="00E00D30">
      <w:r>
        <w:t>154.2136</w:t>
      </w:r>
      <w:r>
        <w:tab/>
        <w:t>2.025e0</w:t>
      </w:r>
    </w:p>
    <w:p w:rsidR="00E00D30" w:rsidRDefault="00E00D30" w:rsidP="00E00D30">
      <w:r>
        <w:t>154.2189</w:t>
      </w:r>
      <w:r>
        <w:tab/>
        <w:t>1.013e0</w:t>
      </w:r>
    </w:p>
    <w:p w:rsidR="00E00D30" w:rsidRDefault="00E00D30" w:rsidP="00E00D30">
      <w:r>
        <w:t>154.2456</w:t>
      </w:r>
      <w:r>
        <w:tab/>
        <w:t>1.013e0</w:t>
      </w:r>
    </w:p>
    <w:p w:rsidR="00E00D30" w:rsidRDefault="00E00D30" w:rsidP="00E00D30">
      <w:r>
        <w:t>154.2580</w:t>
      </w:r>
      <w:r>
        <w:tab/>
        <w:t>1.013e0</w:t>
      </w:r>
    </w:p>
    <w:p w:rsidR="00E00D30" w:rsidRDefault="00E00D30" w:rsidP="00E00D30">
      <w:r>
        <w:t>154.2716</w:t>
      </w:r>
      <w:r>
        <w:tab/>
        <w:t>2.025e0</w:t>
      </w:r>
    </w:p>
    <w:p w:rsidR="00E00D30" w:rsidRDefault="00E00D30" w:rsidP="00E00D30">
      <w:r>
        <w:t>154.2783</w:t>
      </w:r>
      <w:r>
        <w:tab/>
        <w:t>1.013e0</w:t>
      </w:r>
    </w:p>
    <w:p w:rsidR="00E00D30" w:rsidRDefault="00E00D30" w:rsidP="00E00D30">
      <w:r>
        <w:t>154.2796</w:t>
      </w:r>
      <w:r>
        <w:tab/>
        <w:t>3.038e0</w:t>
      </w:r>
    </w:p>
    <w:p w:rsidR="00E00D30" w:rsidRDefault="00E00D30" w:rsidP="00E00D30">
      <w:r>
        <w:t>154.2969</w:t>
      </w:r>
      <w:r>
        <w:tab/>
        <w:t>3.038e0</w:t>
      </w:r>
    </w:p>
    <w:p w:rsidR="00E00D30" w:rsidRDefault="00E00D30" w:rsidP="00E00D30">
      <w:r>
        <w:t>154.2982</w:t>
      </w:r>
      <w:r>
        <w:tab/>
        <w:t>1.013e0</w:t>
      </w:r>
    </w:p>
    <w:p w:rsidR="00E00D30" w:rsidRDefault="00E00D30" w:rsidP="00E00D30">
      <w:r>
        <w:t>154.3044</w:t>
      </w:r>
      <w:r>
        <w:tab/>
        <w:t>1.013e0</w:t>
      </w:r>
    </w:p>
    <w:p w:rsidR="00E00D30" w:rsidRDefault="00E00D30" w:rsidP="00E00D30">
      <w:r>
        <w:t>154.3109</w:t>
      </w:r>
      <w:r>
        <w:tab/>
        <w:t>1.013e0</w:t>
      </w:r>
    </w:p>
    <w:p w:rsidR="00E00D30" w:rsidRDefault="00E00D30" w:rsidP="00E00D30">
      <w:r>
        <w:t>154.3278</w:t>
      </w:r>
      <w:r>
        <w:tab/>
        <w:t>1.013e0</w:t>
      </w:r>
    </w:p>
    <w:p w:rsidR="00E00D30" w:rsidRDefault="00E00D30" w:rsidP="00E00D30">
      <w:r>
        <w:t>154.3344</w:t>
      </w:r>
      <w:r>
        <w:tab/>
        <w:t>1.013e0</w:t>
      </w:r>
    </w:p>
    <w:p w:rsidR="00E00D30" w:rsidRDefault="00E00D30" w:rsidP="00E00D30">
      <w:r>
        <w:lastRenderedPageBreak/>
        <w:t>154.3447</w:t>
      </w:r>
      <w:r>
        <w:tab/>
        <w:t>1.013e0</w:t>
      </w:r>
    </w:p>
    <w:p w:rsidR="00E00D30" w:rsidRDefault="00E00D30" w:rsidP="00E00D30">
      <w:r>
        <w:t>154.3509</w:t>
      </w:r>
      <w:r>
        <w:tab/>
        <w:t>1.013e0</w:t>
      </w:r>
    </w:p>
    <w:p w:rsidR="00E00D30" w:rsidRDefault="00E00D30" w:rsidP="00E00D30">
      <w:r>
        <w:t>154.3672</w:t>
      </w:r>
      <w:r>
        <w:tab/>
        <w:t>2.025e0</w:t>
      </w:r>
    </w:p>
    <w:p w:rsidR="00E00D30" w:rsidRDefault="00E00D30" w:rsidP="00E00D30">
      <w:r>
        <w:t>154.3772</w:t>
      </w:r>
      <w:r>
        <w:tab/>
        <w:t>2.025e0</w:t>
      </w:r>
    </w:p>
    <w:p w:rsidR="00E00D30" w:rsidRDefault="00E00D30" w:rsidP="00E00D30">
      <w:r>
        <w:t>154.4066</w:t>
      </w:r>
      <w:r>
        <w:tab/>
        <w:t>1.013e0</w:t>
      </w:r>
    </w:p>
    <w:p w:rsidR="00E00D30" w:rsidRDefault="00E00D30" w:rsidP="00E00D30">
      <w:r>
        <w:t>154.4133</w:t>
      </w:r>
      <w:r>
        <w:tab/>
        <w:t>1.013e0</w:t>
      </w:r>
    </w:p>
    <w:p w:rsidR="00E00D30" w:rsidRDefault="00E00D30" w:rsidP="00E00D30">
      <w:r>
        <w:t>154.4235</w:t>
      </w:r>
      <w:r>
        <w:tab/>
        <w:t>1.013e0</w:t>
      </w:r>
    </w:p>
    <w:p w:rsidR="00E00D30" w:rsidRDefault="00E00D30" w:rsidP="00E00D30">
      <w:r>
        <w:t>154.4438</w:t>
      </w:r>
      <w:r>
        <w:tab/>
        <w:t>1.013e0</w:t>
      </w:r>
    </w:p>
    <w:p w:rsidR="00E00D30" w:rsidRDefault="00E00D30" w:rsidP="00E00D30">
      <w:r>
        <w:t>154.4468</w:t>
      </w:r>
      <w:r>
        <w:tab/>
        <w:t>1.013e0</w:t>
      </w:r>
    </w:p>
    <w:p w:rsidR="00E00D30" w:rsidRDefault="00E00D30" w:rsidP="00E00D30">
      <w:r>
        <w:t>154.4500</w:t>
      </w:r>
      <w:r>
        <w:tab/>
        <w:t>1.013e0</w:t>
      </w:r>
    </w:p>
    <w:p w:rsidR="00E00D30" w:rsidRDefault="00E00D30" w:rsidP="00E00D30">
      <w:r>
        <w:t>154.4562</w:t>
      </w:r>
      <w:r>
        <w:tab/>
        <w:t>1.013e0</w:t>
      </w:r>
    </w:p>
    <w:p w:rsidR="00E00D30" w:rsidRDefault="00E00D30" w:rsidP="00E00D30">
      <w:r>
        <w:t>154.4629</w:t>
      </w:r>
      <w:r>
        <w:tab/>
        <w:t>2.025e0</w:t>
      </w:r>
    </w:p>
    <w:p w:rsidR="00E00D30" w:rsidRDefault="00E00D30" w:rsidP="00E00D30">
      <w:r>
        <w:t>154.4663</w:t>
      </w:r>
      <w:r>
        <w:tab/>
        <w:t>1.013e0</w:t>
      </w:r>
    </w:p>
    <w:p w:rsidR="00E00D30" w:rsidRDefault="00E00D30" w:rsidP="00E00D30">
      <w:r>
        <w:t>154.4814</w:t>
      </w:r>
      <w:r>
        <w:tab/>
        <w:t>2.025e0</w:t>
      </w:r>
    </w:p>
    <w:p w:rsidR="00E00D30" w:rsidRDefault="00E00D30" w:rsidP="00E00D30">
      <w:r>
        <w:t>154.5092</w:t>
      </w:r>
      <w:r>
        <w:tab/>
        <w:t>1.013e0</w:t>
      </w:r>
    </w:p>
    <w:p w:rsidR="00E00D30" w:rsidRDefault="00E00D30" w:rsidP="00E00D30">
      <w:r>
        <w:t>154.5125</w:t>
      </w:r>
      <w:r>
        <w:tab/>
        <w:t>3.038e0</w:t>
      </w:r>
    </w:p>
    <w:p w:rsidR="00E00D30" w:rsidRDefault="00E00D30" w:rsidP="00E00D30">
      <w:r>
        <w:t>154.5226</w:t>
      </w:r>
      <w:r>
        <w:tab/>
        <w:t>1.013e0</w:t>
      </w:r>
    </w:p>
    <w:p w:rsidR="00E00D30" w:rsidRDefault="00E00D30" w:rsidP="00E00D30">
      <w:r>
        <w:t>154.5362</w:t>
      </w:r>
      <w:r>
        <w:tab/>
        <w:t>1.013e0</w:t>
      </w:r>
    </w:p>
    <w:p w:rsidR="00E00D30" w:rsidRDefault="00E00D30" w:rsidP="00E00D30">
      <w:r>
        <w:t>154.5394</w:t>
      </w:r>
      <w:r>
        <w:tab/>
        <w:t>1.013e0</w:t>
      </w:r>
    </w:p>
    <w:p w:rsidR="00E00D30" w:rsidRDefault="00E00D30" w:rsidP="00E00D30">
      <w:r>
        <w:lastRenderedPageBreak/>
        <w:t>154.5428</w:t>
      </w:r>
      <w:r>
        <w:tab/>
        <w:t>3.038e0</w:t>
      </w:r>
    </w:p>
    <w:p w:rsidR="00E00D30" w:rsidRDefault="00E00D30" w:rsidP="00E00D30">
      <w:r>
        <w:t>154.5493</w:t>
      </w:r>
      <w:r>
        <w:tab/>
        <w:t>2.025e0</w:t>
      </w:r>
    </w:p>
    <w:p w:rsidR="00E00D30" w:rsidRDefault="00E00D30" w:rsidP="00E00D30">
      <w:r>
        <w:t>154.5525</w:t>
      </w:r>
      <w:r>
        <w:tab/>
        <w:t>1.013e0</w:t>
      </w:r>
    </w:p>
    <w:p w:rsidR="00E00D30" w:rsidRDefault="00E00D30" w:rsidP="00E00D30">
      <w:r>
        <w:t>154.5553</w:t>
      </w:r>
      <w:r>
        <w:tab/>
        <w:t>1.013e0</w:t>
      </w:r>
    </w:p>
    <w:p w:rsidR="00E00D30" w:rsidRDefault="00E00D30" w:rsidP="00E00D30">
      <w:r>
        <w:t>154.5586</w:t>
      </w:r>
      <w:r>
        <w:tab/>
        <w:t>1.013e0</w:t>
      </w:r>
    </w:p>
    <w:p w:rsidR="00E00D30" w:rsidRDefault="00E00D30" w:rsidP="00E00D30">
      <w:r>
        <w:t>154.5790</w:t>
      </w:r>
      <w:r>
        <w:tab/>
        <w:t>1.013e0</w:t>
      </w:r>
    </w:p>
    <w:p w:rsidR="00E00D30" w:rsidRDefault="00E00D30" w:rsidP="00E00D30">
      <w:r>
        <w:t>154.5856</w:t>
      </w:r>
      <w:r>
        <w:tab/>
        <w:t>1.013e0</w:t>
      </w:r>
    </w:p>
    <w:p w:rsidR="00E00D30" w:rsidRDefault="00E00D30" w:rsidP="00E00D30">
      <w:r>
        <w:t>154.5890</w:t>
      </w:r>
      <w:r>
        <w:tab/>
        <w:t>1.013e0</w:t>
      </w:r>
    </w:p>
    <w:p w:rsidR="00E00D30" w:rsidRDefault="00E00D30" w:rsidP="00E00D30">
      <w:r>
        <w:t>154.6081</w:t>
      </w:r>
      <w:r>
        <w:tab/>
        <w:t>1.013e0</w:t>
      </w:r>
    </w:p>
    <w:p w:rsidR="00E00D30" w:rsidRDefault="00E00D30" w:rsidP="00E00D30">
      <w:r>
        <w:t>154.6115</w:t>
      </w:r>
      <w:r>
        <w:tab/>
        <w:t>2.025e0</w:t>
      </w:r>
    </w:p>
    <w:p w:rsidR="00E00D30" w:rsidRDefault="00E00D30" w:rsidP="00E00D30">
      <w:r>
        <w:t>154.6183</w:t>
      </w:r>
      <w:r>
        <w:tab/>
        <w:t>1.013e0</w:t>
      </w:r>
    </w:p>
    <w:p w:rsidR="00E00D30" w:rsidRDefault="00E00D30" w:rsidP="00E00D30">
      <w:r>
        <w:t>154.6420</w:t>
      </w:r>
      <w:r>
        <w:tab/>
        <w:t>1.013e0</w:t>
      </w:r>
    </w:p>
    <w:p w:rsidR="00E00D30" w:rsidRDefault="00E00D30" w:rsidP="00E00D30">
      <w:r>
        <w:t>154.6523</w:t>
      </w:r>
      <w:r>
        <w:tab/>
        <w:t>3.038e0</w:t>
      </w:r>
    </w:p>
    <w:p w:rsidR="00E00D30" w:rsidRDefault="00E00D30" w:rsidP="00E00D30">
      <w:r>
        <w:t>154.6577</w:t>
      </w:r>
      <w:r>
        <w:tab/>
        <w:t>1.013e0</w:t>
      </w:r>
    </w:p>
    <w:p w:rsidR="00E00D30" w:rsidRDefault="00E00D30" w:rsidP="00E00D30">
      <w:r>
        <w:t>154.6813</w:t>
      </w:r>
      <w:r>
        <w:tab/>
        <w:t>1.013e0</w:t>
      </w:r>
    </w:p>
    <w:p w:rsidR="00E00D30" w:rsidRDefault="00E00D30" w:rsidP="00E00D30">
      <w:r>
        <w:t>154.6916</w:t>
      </w:r>
      <w:r>
        <w:tab/>
        <w:t>2.025e0</w:t>
      </w:r>
    </w:p>
    <w:p w:rsidR="00E00D30" w:rsidRDefault="00E00D30" w:rsidP="00E00D30">
      <w:r>
        <w:t>154.6949</w:t>
      </w:r>
      <w:r>
        <w:tab/>
        <w:t>1.013e0</w:t>
      </w:r>
    </w:p>
    <w:p w:rsidR="00E00D30" w:rsidRDefault="00E00D30" w:rsidP="00E00D30">
      <w:r>
        <w:t>154.7010</w:t>
      </w:r>
      <w:r>
        <w:tab/>
        <w:t>1.013e0</w:t>
      </w:r>
    </w:p>
    <w:p w:rsidR="00E00D30" w:rsidRDefault="00E00D30" w:rsidP="00E00D30">
      <w:r>
        <w:t>154.7041</w:t>
      </w:r>
      <w:r>
        <w:tab/>
        <w:t>1.013e0</w:t>
      </w:r>
    </w:p>
    <w:p w:rsidR="00E00D30" w:rsidRDefault="00E00D30" w:rsidP="00E00D30">
      <w:r>
        <w:lastRenderedPageBreak/>
        <w:t>154.7106</w:t>
      </w:r>
      <w:r>
        <w:tab/>
        <w:t>3.038e0</w:t>
      </w:r>
    </w:p>
    <w:p w:rsidR="00E00D30" w:rsidRDefault="00E00D30" w:rsidP="00E00D30">
      <w:r>
        <w:t>154.7242</w:t>
      </w:r>
      <w:r>
        <w:tab/>
        <w:t>1.013e0</w:t>
      </w:r>
    </w:p>
    <w:p w:rsidR="00E00D30" w:rsidRDefault="00E00D30" w:rsidP="00E00D30">
      <w:r>
        <w:t>154.7376</w:t>
      </w:r>
      <w:r>
        <w:tab/>
        <w:t>1.013e0</w:t>
      </w:r>
    </w:p>
    <w:p w:rsidR="00E00D30" w:rsidRDefault="00E00D30" w:rsidP="00E00D30">
      <w:r>
        <w:t>154.7412</w:t>
      </w:r>
      <w:r>
        <w:tab/>
        <w:t>2.025e0</w:t>
      </w:r>
    </w:p>
    <w:p w:rsidR="00E00D30" w:rsidRDefault="00E00D30" w:rsidP="00E00D30">
      <w:r>
        <w:t>154.7478</w:t>
      </w:r>
      <w:r>
        <w:tab/>
        <w:t>1.013e0</w:t>
      </w:r>
    </w:p>
    <w:p w:rsidR="00E00D30" w:rsidRDefault="00E00D30" w:rsidP="00E00D30">
      <w:r>
        <w:t>154.7507</w:t>
      </w:r>
      <w:r>
        <w:tab/>
        <w:t>1.013e0</w:t>
      </w:r>
    </w:p>
    <w:p w:rsidR="00E00D30" w:rsidRDefault="00E00D30" w:rsidP="00E00D30">
      <w:r>
        <w:t>154.7568</w:t>
      </w:r>
      <w:r>
        <w:tab/>
        <w:t>1.013e0</w:t>
      </w:r>
    </w:p>
    <w:p w:rsidR="00E00D30" w:rsidRDefault="00E00D30" w:rsidP="00E00D30">
      <w:r>
        <w:t>154.7638</w:t>
      </w:r>
      <w:r>
        <w:tab/>
        <w:t>1.013e0</w:t>
      </w:r>
    </w:p>
    <w:p w:rsidR="00E00D30" w:rsidRDefault="00E00D30" w:rsidP="00E00D30">
      <w:r>
        <w:t>154.7670</w:t>
      </w:r>
      <w:r>
        <w:tab/>
        <w:t>1.013e0</w:t>
      </w:r>
    </w:p>
    <w:p w:rsidR="00E00D30" w:rsidRDefault="00E00D30" w:rsidP="00E00D30">
      <w:r>
        <w:t>154.7771</w:t>
      </w:r>
      <w:r>
        <w:tab/>
        <w:t>3.038e0</w:t>
      </w:r>
    </w:p>
    <w:p w:rsidR="00E00D30" w:rsidRDefault="00E00D30" w:rsidP="00E00D30">
      <w:r>
        <w:t>154.7940</w:t>
      </w:r>
      <w:r>
        <w:tab/>
        <w:t>2.025e0</w:t>
      </w:r>
    </w:p>
    <w:p w:rsidR="00E00D30" w:rsidRDefault="00E00D30" w:rsidP="00E00D30">
      <w:r>
        <w:t>154.8035</w:t>
      </w:r>
      <w:r>
        <w:tab/>
        <w:t>2.025e0</w:t>
      </w:r>
    </w:p>
    <w:p w:rsidR="00E00D30" w:rsidRDefault="00E00D30" w:rsidP="00E00D30">
      <w:r>
        <w:t>154.8303</w:t>
      </w:r>
      <w:r>
        <w:tab/>
        <w:t>1.013e0</w:t>
      </w:r>
    </w:p>
    <w:p w:rsidR="00E00D30" w:rsidRDefault="00E00D30" w:rsidP="00E00D30">
      <w:r>
        <w:t>154.8334</w:t>
      </w:r>
      <w:r>
        <w:tab/>
        <w:t>1.013e0</w:t>
      </w:r>
    </w:p>
    <w:p w:rsidR="00E00D30" w:rsidRDefault="00E00D30" w:rsidP="00E00D30">
      <w:r>
        <w:t>154.8367</w:t>
      </w:r>
      <w:r>
        <w:tab/>
        <w:t>1.013e0</w:t>
      </w:r>
    </w:p>
    <w:p w:rsidR="00E00D30" w:rsidRDefault="00E00D30" w:rsidP="00E00D30">
      <w:r>
        <w:t>154.8402</w:t>
      </w:r>
      <w:r>
        <w:tab/>
        <w:t>1.013e0</w:t>
      </w:r>
    </w:p>
    <w:p w:rsidR="00E00D30" w:rsidRDefault="00E00D30" w:rsidP="00E00D30">
      <w:r>
        <w:t>154.8799</w:t>
      </w:r>
      <w:r>
        <w:tab/>
        <w:t>1.013e0</w:t>
      </w:r>
    </w:p>
    <w:p w:rsidR="00E00D30" w:rsidRDefault="00E00D30" w:rsidP="00E00D30">
      <w:r>
        <w:t>154.8830</w:t>
      </w:r>
      <w:r>
        <w:tab/>
        <w:t>3.038e0</w:t>
      </w:r>
    </w:p>
    <w:p w:rsidR="00E00D30" w:rsidRDefault="00E00D30" w:rsidP="00E00D30">
      <w:r>
        <w:t>154.8931</w:t>
      </w:r>
      <w:r>
        <w:tab/>
        <w:t>1.013e0</w:t>
      </w:r>
    </w:p>
    <w:p w:rsidR="00E00D30" w:rsidRDefault="00E00D30" w:rsidP="00E00D30">
      <w:r>
        <w:lastRenderedPageBreak/>
        <w:t>154.8968</w:t>
      </w:r>
      <w:r>
        <w:tab/>
        <w:t>1.013e0</w:t>
      </w:r>
    </w:p>
    <w:p w:rsidR="00E00D30" w:rsidRDefault="00E00D30" w:rsidP="00E00D30">
      <w:r>
        <w:t>154.9090</w:t>
      </w:r>
      <w:r>
        <w:tab/>
        <w:t>1.013e0</w:t>
      </w:r>
    </w:p>
    <w:p w:rsidR="00E00D30" w:rsidRDefault="00E00D30" w:rsidP="00E00D30">
      <w:r>
        <w:t>154.9159</w:t>
      </w:r>
      <w:r>
        <w:tab/>
        <w:t>2.025e0</w:t>
      </w:r>
    </w:p>
    <w:p w:rsidR="00E00D30" w:rsidRDefault="00E00D30" w:rsidP="00E00D30">
      <w:r>
        <w:t>154.9191</w:t>
      </w:r>
      <w:r>
        <w:tab/>
        <w:t>1.013e0</w:t>
      </w:r>
    </w:p>
    <w:p w:rsidR="00E00D30" w:rsidRDefault="00E00D30" w:rsidP="00E00D30">
      <w:r>
        <w:t>154.9293</w:t>
      </w:r>
      <w:r>
        <w:tab/>
        <w:t>1.013e0</w:t>
      </w:r>
    </w:p>
    <w:p w:rsidR="00E00D30" w:rsidRDefault="00E00D30" w:rsidP="00E00D30">
      <w:r>
        <w:t>154.9462</w:t>
      </w:r>
      <w:r>
        <w:tab/>
        <w:t>1.013e0</w:t>
      </w:r>
    </w:p>
    <w:p w:rsidR="00E00D30" w:rsidRDefault="00E00D30" w:rsidP="00E00D30">
      <w:r>
        <w:t>154.9527</w:t>
      </w:r>
      <w:r>
        <w:tab/>
        <w:t>1.013e0</w:t>
      </w:r>
    </w:p>
    <w:p w:rsidR="00E00D30" w:rsidRDefault="00E00D30" w:rsidP="00E00D30">
      <w:r>
        <w:t>154.9688</w:t>
      </w:r>
      <w:r>
        <w:tab/>
        <w:t>1.013e0</w:t>
      </w:r>
    </w:p>
    <w:p w:rsidR="00E00D30" w:rsidRDefault="00E00D30" w:rsidP="00E00D30">
      <w:r>
        <w:t>154.9805</w:t>
      </w:r>
      <w:r>
        <w:tab/>
        <w:t>2.025e0</w:t>
      </w:r>
    </w:p>
    <w:p w:rsidR="00E00D30" w:rsidRDefault="00E00D30" w:rsidP="00E00D30">
      <w:r>
        <w:t>154.9822</w:t>
      </w:r>
      <w:r>
        <w:tab/>
        <w:t>1.013e0</w:t>
      </w:r>
    </w:p>
    <w:p w:rsidR="00E00D30" w:rsidRDefault="00E00D30" w:rsidP="00E00D30">
      <w:r>
        <w:t>154.9856</w:t>
      </w:r>
      <w:r>
        <w:tab/>
        <w:t>2.025e0</w:t>
      </w:r>
    </w:p>
    <w:p w:rsidR="00E00D30" w:rsidRDefault="00E00D30" w:rsidP="00E00D30">
      <w:r>
        <w:t>154.9869</w:t>
      </w:r>
      <w:r>
        <w:tab/>
        <w:t>5.063e0</w:t>
      </w:r>
    </w:p>
    <w:p w:rsidR="00E00D30" w:rsidRDefault="00E00D30" w:rsidP="00E00D30">
      <w:r>
        <w:t>154.9880</w:t>
      </w:r>
      <w:r>
        <w:tab/>
        <w:t>3.038e0</w:t>
      </w:r>
    </w:p>
    <w:p w:rsidR="00E00D30" w:rsidRDefault="00E00D30" w:rsidP="00E00D30">
      <w:r>
        <w:t>154.9892</w:t>
      </w:r>
      <w:r>
        <w:tab/>
        <w:t>1.013e0</w:t>
      </w:r>
    </w:p>
    <w:p w:rsidR="00E00D30" w:rsidRDefault="00E00D30" w:rsidP="00E00D30">
      <w:r>
        <w:t>154.9923</w:t>
      </w:r>
      <w:r>
        <w:tab/>
        <w:t>1.013e0</w:t>
      </w:r>
    </w:p>
    <w:p w:rsidR="00E00D30" w:rsidRDefault="00E00D30" w:rsidP="00E00D30">
      <w:r>
        <w:t>154.9940</w:t>
      </w:r>
      <w:r>
        <w:tab/>
        <w:t>2.025e0</w:t>
      </w:r>
    </w:p>
    <w:p w:rsidR="00E00D30" w:rsidRDefault="00E00D30" w:rsidP="00E00D30">
      <w:r>
        <w:t>154.9976</w:t>
      </w:r>
      <w:r>
        <w:tab/>
        <w:t>2.025e0</w:t>
      </w:r>
    </w:p>
    <w:p w:rsidR="00E00D30" w:rsidRDefault="00E00D30" w:rsidP="00E00D30">
      <w:r>
        <w:t>155.0022</w:t>
      </w:r>
      <w:r>
        <w:tab/>
        <w:t>1.013e0</w:t>
      </w:r>
    </w:p>
    <w:p w:rsidR="00E00D30" w:rsidRDefault="00E00D30" w:rsidP="00E00D30">
      <w:r>
        <w:t>155.0052</w:t>
      </w:r>
      <w:r>
        <w:tab/>
        <w:t>1.013e0</w:t>
      </w:r>
    </w:p>
    <w:p w:rsidR="00E00D30" w:rsidRDefault="00E00D30" w:rsidP="00E00D30">
      <w:r>
        <w:lastRenderedPageBreak/>
        <w:t>155.0086</w:t>
      </w:r>
      <w:r>
        <w:tab/>
        <w:t>1.013e0</w:t>
      </w:r>
    </w:p>
    <w:p w:rsidR="00E00D30" w:rsidRDefault="00E00D30" w:rsidP="00E00D30">
      <w:r>
        <w:t>155.0184</w:t>
      </w:r>
      <w:r>
        <w:tab/>
        <w:t>1.013e0</w:t>
      </w:r>
    </w:p>
    <w:p w:rsidR="00E00D30" w:rsidRDefault="00E00D30" w:rsidP="00E00D30">
      <w:r>
        <w:t>155.0220</w:t>
      </w:r>
      <w:r>
        <w:tab/>
        <w:t>1.013e0</w:t>
      </w:r>
    </w:p>
    <w:p w:rsidR="00E00D30" w:rsidRDefault="00E00D30" w:rsidP="00E00D30">
      <w:r>
        <w:t>155.0285</w:t>
      </w:r>
      <w:r>
        <w:tab/>
        <w:t>2.025e0</w:t>
      </w:r>
    </w:p>
    <w:p w:rsidR="00E00D30" w:rsidRDefault="00E00D30" w:rsidP="00E00D30">
      <w:r>
        <w:t>155.0301</w:t>
      </w:r>
      <w:r>
        <w:tab/>
        <w:t>2.025e0</w:t>
      </w:r>
    </w:p>
    <w:p w:rsidR="00E00D30" w:rsidRDefault="00E00D30" w:rsidP="00E00D30">
      <w:r>
        <w:t>155.0318</w:t>
      </w:r>
      <w:r>
        <w:tab/>
        <w:t>3.038e0</w:t>
      </w:r>
    </w:p>
    <w:p w:rsidR="00E00D30" w:rsidRDefault="00E00D30" w:rsidP="00E00D30">
      <w:r>
        <w:t>155.0352</w:t>
      </w:r>
      <w:r>
        <w:tab/>
        <w:t>2.025e0</w:t>
      </w:r>
    </w:p>
    <w:p w:rsidR="00E00D30" w:rsidRDefault="00E00D30" w:rsidP="00E00D30">
      <w:r>
        <w:t>155.0521</w:t>
      </w:r>
      <w:r>
        <w:tab/>
        <w:t>1.013e0</w:t>
      </w:r>
    </w:p>
    <w:p w:rsidR="00E00D30" w:rsidRDefault="00E00D30" w:rsidP="00E00D30">
      <w:r>
        <w:t>155.0550</w:t>
      </w:r>
      <w:r>
        <w:tab/>
        <w:t>3.038e0</w:t>
      </w:r>
    </w:p>
    <w:p w:rsidR="00E00D30" w:rsidRDefault="00E00D30" w:rsidP="00E00D30">
      <w:r>
        <w:t>155.0581</w:t>
      </w:r>
      <w:r>
        <w:tab/>
        <w:t>1.013e0</w:t>
      </w:r>
    </w:p>
    <w:p w:rsidR="00E00D30" w:rsidRDefault="00E00D30" w:rsidP="00E00D30">
      <w:r>
        <w:t>155.0680</w:t>
      </w:r>
      <w:r>
        <w:tab/>
        <w:t>1.013e0</w:t>
      </w:r>
    </w:p>
    <w:p w:rsidR="00E00D30" w:rsidRDefault="00E00D30" w:rsidP="00E00D30">
      <w:r>
        <w:t>155.0781</w:t>
      </w:r>
      <w:r>
        <w:tab/>
        <w:t>1.013e0</w:t>
      </w:r>
    </w:p>
    <w:p w:rsidR="00E00D30" w:rsidRDefault="00E00D30" w:rsidP="00E00D30">
      <w:r>
        <w:t>155.0815</w:t>
      </w:r>
      <w:r>
        <w:tab/>
        <w:t>1.013e0</w:t>
      </w:r>
    </w:p>
    <w:p w:rsidR="00E00D30" w:rsidRDefault="00E00D30" w:rsidP="00E00D30">
      <w:r>
        <w:t>155.0848</w:t>
      </w:r>
      <w:r>
        <w:tab/>
        <w:t>4.051e0</w:t>
      </w:r>
    </w:p>
    <w:p w:rsidR="00E00D30" w:rsidRDefault="00E00D30" w:rsidP="00E00D30">
      <w:r>
        <w:t>155.0884</w:t>
      </w:r>
      <w:r>
        <w:tab/>
        <w:t>1.013e0</w:t>
      </w:r>
    </w:p>
    <w:p w:rsidR="00E00D30" w:rsidRDefault="00E00D30" w:rsidP="00E00D30">
      <w:r>
        <w:t>155.0984</w:t>
      </w:r>
      <w:r>
        <w:tab/>
        <w:t>1.013e0</w:t>
      </w:r>
    </w:p>
    <w:p w:rsidR="00E00D30" w:rsidRDefault="00E00D30" w:rsidP="00E00D30">
      <w:r>
        <w:t>155.0999</w:t>
      </w:r>
      <w:r>
        <w:tab/>
        <w:t>2.025e0</w:t>
      </w:r>
    </w:p>
    <w:p w:rsidR="00E00D30" w:rsidRDefault="00E00D30" w:rsidP="00E00D30">
      <w:r>
        <w:t>155.1047</w:t>
      </w:r>
      <w:r>
        <w:tab/>
        <w:t>1.013e0</w:t>
      </w:r>
    </w:p>
    <w:p w:rsidR="00E00D30" w:rsidRDefault="00E00D30" w:rsidP="00E00D30">
      <w:r>
        <w:t>155.1110</w:t>
      </w:r>
      <w:r>
        <w:tab/>
        <w:t>2.025e0</w:t>
      </w:r>
    </w:p>
    <w:p w:rsidR="00E00D30" w:rsidRDefault="00E00D30" w:rsidP="00E00D30">
      <w:r>
        <w:lastRenderedPageBreak/>
        <w:t>155.1136</w:t>
      </w:r>
      <w:r>
        <w:tab/>
        <w:t>5.063e0</w:t>
      </w:r>
    </w:p>
    <w:p w:rsidR="00E00D30" w:rsidRDefault="00E00D30" w:rsidP="00E00D30">
      <w:r>
        <w:t>155.1155</w:t>
      </w:r>
      <w:r>
        <w:tab/>
        <w:t>3.038e0</w:t>
      </w:r>
    </w:p>
    <w:p w:rsidR="00E00D30" w:rsidRDefault="00E00D30" w:rsidP="00E00D30">
      <w:r>
        <w:t>155.1175</w:t>
      </w:r>
      <w:r>
        <w:tab/>
        <w:t>1.013e0</w:t>
      </w:r>
    </w:p>
    <w:p w:rsidR="00E00D30" w:rsidRDefault="00E00D30" w:rsidP="00E00D30">
      <w:r>
        <w:t>155.1210</w:t>
      </w:r>
      <w:r>
        <w:tab/>
        <w:t>1.013e0</w:t>
      </w:r>
    </w:p>
    <w:p w:rsidR="00E00D30" w:rsidRDefault="00E00D30" w:rsidP="00E00D30">
      <w:r>
        <w:t>155.1244</w:t>
      </w:r>
      <w:r>
        <w:tab/>
        <w:t>1.013e0</w:t>
      </w:r>
    </w:p>
    <w:p w:rsidR="00E00D30" w:rsidRDefault="00E00D30" w:rsidP="00E00D30">
      <w:r>
        <w:t>155.1319</w:t>
      </w:r>
      <w:r>
        <w:tab/>
        <w:t>3.038e0</w:t>
      </w:r>
    </w:p>
    <w:p w:rsidR="00E00D30" w:rsidRDefault="00E00D30" w:rsidP="00E00D30">
      <w:r>
        <w:t>155.1446</w:t>
      </w:r>
      <w:r>
        <w:tab/>
        <w:t>2.025e0</w:t>
      </w:r>
    </w:p>
    <w:p w:rsidR="00E00D30" w:rsidRDefault="00E00D30" w:rsidP="00E00D30">
      <w:r>
        <w:t>155.1544</w:t>
      </w:r>
      <w:r>
        <w:tab/>
        <w:t>1.013e0</w:t>
      </w:r>
    </w:p>
    <w:p w:rsidR="00E00D30" w:rsidRDefault="00E00D30" w:rsidP="00E00D30">
      <w:r>
        <w:t>155.1576</w:t>
      </w:r>
      <w:r>
        <w:tab/>
        <w:t>1.013e0</w:t>
      </w:r>
    </w:p>
    <w:p w:rsidR="00E00D30" w:rsidRDefault="00E00D30" w:rsidP="00E00D30">
      <w:r>
        <w:t>155.1606</w:t>
      </w:r>
      <w:r>
        <w:tab/>
        <w:t>1.013e0</w:t>
      </w:r>
    </w:p>
    <w:p w:rsidR="00E00D30" w:rsidRDefault="00E00D30" w:rsidP="00E00D30">
      <w:r>
        <w:t>155.1638</w:t>
      </w:r>
      <w:r>
        <w:tab/>
        <w:t>1.013e0</w:t>
      </w:r>
    </w:p>
    <w:p w:rsidR="00E00D30" w:rsidRDefault="00E00D30" w:rsidP="00E00D30">
      <w:r>
        <w:t>155.1706</w:t>
      </w:r>
      <w:r>
        <w:tab/>
        <w:t>1.013e0</w:t>
      </w:r>
    </w:p>
    <w:p w:rsidR="00E00D30" w:rsidRDefault="00E00D30" w:rsidP="00E00D30">
      <w:r>
        <w:t>155.1976</w:t>
      </w:r>
      <w:r>
        <w:tab/>
        <w:t>2.025e0</w:t>
      </w:r>
    </w:p>
    <w:p w:rsidR="00E00D30" w:rsidRDefault="00E00D30" w:rsidP="00E00D30">
      <w:r>
        <w:t>155.2075</w:t>
      </w:r>
      <w:r>
        <w:tab/>
        <w:t>1.013e0</w:t>
      </w:r>
    </w:p>
    <w:p w:rsidR="00E00D30" w:rsidRDefault="00E00D30" w:rsidP="00E00D30">
      <w:r>
        <w:t>155.2135</w:t>
      </w:r>
      <w:r>
        <w:tab/>
        <w:t>1.013e0</w:t>
      </w:r>
    </w:p>
    <w:p w:rsidR="00E00D30" w:rsidRDefault="00E00D30" w:rsidP="00E00D30">
      <w:r>
        <w:t>155.2167</w:t>
      </w:r>
      <w:r>
        <w:tab/>
        <w:t>1.013e0</w:t>
      </w:r>
    </w:p>
    <w:p w:rsidR="00E00D30" w:rsidRDefault="00E00D30" w:rsidP="00E00D30">
      <w:r>
        <w:t>155.2509</w:t>
      </w:r>
      <w:r>
        <w:tab/>
        <w:t>1.013e0</w:t>
      </w:r>
    </w:p>
    <w:p w:rsidR="00E00D30" w:rsidRDefault="00E00D30" w:rsidP="00E00D30">
      <w:r>
        <w:t>155.2539</w:t>
      </w:r>
      <w:r>
        <w:tab/>
        <w:t>1.013e0</w:t>
      </w:r>
    </w:p>
    <w:p w:rsidR="00E00D30" w:rsidRDefault="00E00D30" w:rsidP="00E00D30">
      <w:r>
        <w:t>155.2632</w:t>
      </w:r>
      <w:r>
        <w:tab/>
        <w:t>1.013e0</w:t>
      </w:r>
    </w:p>
    <w:p w:rsidR="00E00D30" w:rsidRDefault="00E00D30" w:rsidP="00E00D30">
      <w:r>
        <w:lastRenderedPageBreak/>
        <w:t>155.2681</w:t>
      </w:r>
      <w:r>
        <w:tab/>
        <w:t>2.025e0</w:t>
      </w:r>
    </w:p>
    <w:p w:rsidR="00E00D30" w:rsidRDefault="00E00D30" w:rsidP="00E00D30">
      <w:r>
        <w:t>155.2698</w:t>
      </w:r>
      <w:r>
        <w:tab/>
        <w:t>2.025e0</w:t>
      </w:r>
    </w:p>
    <w:p w:rsidR="00E00D30" w:rsidRDefault="00E00D30" w:rsidP="00E00D30">
      <w:r>
        <w:t>155.2935</w:t>
      </w:r>
      <w:r>
        <w:tab/>
        <w:t>1.013e0</w:t>
      </w:r>
    </w:p>
    <w:p w:rsidR="00E00D30" w:rsidRDefault="00E00D30" w:rsidP="00E00D30">
      <w:r>
        <w:t>155.3195</w:t>
      </w:r>
      <w:r>
        <w:tab/>
        <w:t>1.013e0</w:t>
      </w:r>
    </w:p>
    <w:p w:rsidR="00E00D30" w:rsidRDefault="00E00D30" w:rsidP="00E00D30">
      <w:r>
        <w:t>155.3297</w:t>
      </w:r>
      <w:r>
        <w:tab/>
        <w:t>2.025e0</w:t>
      </w:r>
    </w:p>
    <w:p w:rsidR="00E00D30" w:rsidRDefault="00E00D30" w:rsidP="00E00D30">
      <w:r>
        <w:t>155.3330</w:t>
      </w:r>
      <w:r>
        <w:tab/>
        <w:t>1.013e0</w:t>
      </w:r>
    </w:p>
    <w:p w:rsidR="00E00D30" w:rsidRDefault="00E00D30" w:rsidP="00E00D30">
      <w:r>
        <w:t>155.3364</w:t>
      </w:r>
      <w:r>
        <w:tab/>
        <w:t>1.013e0</w:t>
      </w:r>
    </w:p>
    <w:p w:rsidR="00E00D30" w:rsidRDefault="00E00D30" w:rsidP="00E00D30">
      <w:r>
        <w:t>155.3400</w:t>
      </w:r>
      <w:r>
        <w:tab/>
        <w:t>1.013e0</w:t>
      </w:r>
    </w:p>
    <w:p w:rsidR="00E00D30" w:rsidRDefault="00E00D30" w:rsidP="00E00D30">
      <w:r>
        <w:t>155.3498</w:t>
      </w:r>
      <w:r>
        <w:tab/>
        <w:t>1.013e0</w:t>
      </w:r>
    </w:p>
    <w:p w:rsidR="00E00D30" w:rsidRDefault="00E00D30" w:rsidP="00E00D30">
      <w:r>
        <w:t>155.3691</w:t>
      </w:r>
      <w:r>
        <w:tab/>
        <w:t>2.025e0</w:t>
      </w:r>
    </w:p>
    <w:p w:rsidR="00E00D30" w:rsidRDefault="00E00D30" w:rsidP="00E00D30">
      <w:r>
        <w:t>155.3861</w:t>
      </w:r>
      <w:r>
        <w:tab/>
        <w:t>1.013e0</w:t>
      </w:r>
    </w:p>
    <w:p w:rsidR="00E00D30" w:rsidRDefault="00E00D30" w:rsidP="00E00D30">
      <w:r>
        <w:t>155.3896</w:t>
      </w:r>
      <w:r>
        <w:tab/>
        <w:t>1.013e0</w:t>
      </w:r>
    </w:p>
    <w:p w:rsidR="00E00D30" w:rsidRDefault="00E00D30" w:rsidP="00E00D30">
      <w:r>
        <w:t>155.3995</w:t>
      </w:r>
      <w:r>
        <w:tab/>
        <w:t>1.013e0</w:t>
      </w:r>
    </w:p>
    <w:p w:rsidR="00E00D30" w:rsidRDefault="00E00D30" w:rsidP="00E00D30">
      <w:r>
        <w:t>155.4158</w:t>
      </w:r>
      <w:r>
        <w:tab/>
        <w:t>1.013e0</w:t>
      </w:r>
    </w:p>
    <w:p w:rsidR="00E00D30" w:rsidRDefault="00E00D30" w:rsidP="00E00D30">
      <w:r>
        <w:t>155.4289</w:t>
      </w:r>
      <w:r>
        <w:tab/>
        <w:t>1.013e0</w:t>
      </w:r>
    </w:p>
    <w:p w:rsidR="00E00D30" w:rsidRDefault="00E00D30" w:rsidP="00E00D30">
      <w:r>
        <w:t>155.4324</w:t>
      </w:r>
      <w:r>
        <w:tab/>
        <w:t>1.013e0</w:t>
      </w:r>
    </w:p>
    <w:p w:rsidR="00E00D30" w:rsidRDefault="00E00D30" w:rsidP="00E00D30">
      <w:r>
        <w:t>155.4718</w:t>
      </w:r>
      <w:r>
        <w:tab/>
        <w:t>1.013e0</w:t>
      </w:r>
    </w:p>
    <w:p w:rsidR="00E00D30" w:rsidRDefault="00E00D30" w:rsidP="00E00D30">
      <w:r>
        <w:t>155.4752</w:t>
      </w:r>
      <w:r>
        <w:tab/>
        <w:t>1.013e0</w:t>
      </w:r>
    </w:p>
    <w:p w:rsidR="00E00D30" w:rsidRDefault="00E00D30" w:rsidP="00E00D30">
      <w:r>
        <w:t>155.4836</w:t>
      </w:r>
      <w:r>
        <w:tab/>
        <w:t>2.025e0</w:t>
      </w:r>
    </w:p>
    <w:p w:rsidR="00E00D30" w:rsidRDefault="00E00D30" w:rsidP="00E00D30">
      <w:r>
        <w:lastRenderedPageBreak/>
        <w:t>155.5057</w:t>
      </w:r>
      <w:r>
        <w:tab/>
        <w:t>1.013e0</w:t>
      </w:r>
    </w:p>
    <w:p w:rsidR="00E00D30" w:rsidRDefault="00E00D30" w:rsidP="00E00D30">
      <w:r>
        <w:t>155.5091</w:t>
      </w:r>
      <w:r>
        <w:tab/>
        <w:t>1.013e0</w:t>
      </w:r>
    </w:p>
    <w:p w:rsidR="00E00D30" w:rsidRDefault="00E00D30" w:rsidP="00E00D30">
      <w:r>
        <w:t>155.5185</w:t>
      </w:r>
      <w:r>
        <w:tab/>
        <w:t>1.013e0</w:t>
      </w:r>
    </w:p>
    <w:p w:rsidR="00E00D30" w:rsidRDefault="00E00D30" w:rsidP="00E00D30">
      <w:r>
        <w:t>155.5521</w:t>
      </w:r>
      <w:r>
        <w:tab/>
        <w:t>1.013e0</w:t>
      </w:r>
    </w:p>
    <w:p w:rsidR="00E00D30" w:rsidRDefault="00E00D30" w:rsidP="00E00D30">
      <w:r>
        <w:t>155.5717</w:t>
      </w:r>
      <w:r>
        <w:tab/>
        <w:t>1.013e0</w:t>
      </w:r>
    </w:p>
    <w:p w:rsidR="00E00D30" w:rsidRDefault="00E00D30" w:rsidP="00E00D30">
      <w:r>
        <w:t>155.5813</w:t>
      </w:r>
      <w:r>
        <w:tab/>
        <w:t>2.025e0</w:t>
      </w:r>
    </w:p>
    <w:p w:rsidR="00E00D30" w:rsidRDefault="00E00D30" w:rsidP="00E00D30">
      <w:r>
        <w:t>155.5915</w:t>
      </w:r>
      <w:r>
        <w:tab/>
        <w:t>1.013e0</w:t>
      </w:r>
    </w:p>
    <w:p w:rsidR="00E00D30" w:rsidRDefault="00E00D30" w:rsidP="00E00D30">
      <w:r>
        <w:t>155.5949</w:t>
      </w:r>
      <w:r>
        <w:tab/>
        <w:t>1.013e0</w:t>
      </w:r>
    </w:p>
    <w:p w:rsidR="00E00D30" w:rsidRDefault="00E00D30" w:rsidP="00E00D30">
      <w:r>
        <w:t>155.6050</w:t>
      </w:r>
      <w:r>
        <w:tab/>
        <w:t>1.013e0</w:t>
      </w:r>
    </w:p>
    <w:p w:rsidR="00E00D30" w:rsidRDefault="00E00D30" w:rsidP="00E00D30">
      <w:r>
        <w:t>155.6154</w:t>
      </w:r>
      <w:r>
        <w:tab/>
        <w:t>1.013e0</w:t>
      </w:r>
    </w:p>
    <w:p w:rsidR="00E00D30" w:rsidRDefault="00E00D30" w:rsidP="00E00D30">
      <w:r>
        <w:t>155.6183</w:t>
      </w:r>
      <w:r>
        <w:tab/>
        <w:t>1.013e0</w:t>
      </w:r>
    </w:p>
    <w:p w:rsidR="00E00D30" w:rsidRDefault="00E00D30" w:rsidP="00E00D30">
      <w:r>
        <w:t>155.6310</w:t>
      </w:r>
      <w:r>
        <w:tab/>
        <w:t>1.013e0</w:t>
      </w:r>
    </w:p>
    <w:p w:rsidR="00E00D30" w:rsidRDefault="00E00D30" w:rsidP="00E00D30">
      <w:r>
        <w:t>155.6429</w:t>
      </w:r>
      <w:r>
        <w:tab/>
        <w:t>3.038e0</w:t>
      </w:r>
    </w:p>
    <w:p w:rsidR="00E00D30" w:rsidRDefault="00E00D30" w:rsidP="00E00D30">
      <w:r>
        <w:t>155.6479</w:t>
      </w:r>
      <w:r>
        <w:tab/>
        <w:t>1.013e0</w:t>
      </w:r>
    </w:p>
    <w:p w:rsidR="00E00D30" w:rsidRDefault="00E00D30" w:rsidP="00E00D30">
      <w:r>
        <w:t>155.6515</w:t>
      </w:r>
      <w:r>
        <w:tab/>
        <w:t>1.013e0</w:t>
      </w:r>
    </w:p>
    <w:p w:rsidR="00E00D30" w:rsidRDefault="00E00D30" w:rsidP="00E00D30">
      <w:r>
        <w:t>155.6615</w:t>
      </w:r>
      <w:r>
        <w:tab/>
        <w:t>1.013e0</w:t>
      </w:r>
    </w:p>
    <w:p w:rsidR="00E00D30" w:rsidRDefault="00E00D30" w:rsidP="00E00D30">
      <w:r>
        <w:t>155.6857</w:t>
      </w:r>
      <w:r>
        <w:tab/>
        <w:t>2.025e0</w:t>
      </w:r>
    </w:p>
    <w:p w:rsidR="00E00D30" w:rsidRDefault="00E00D30" w:rsidP="00E00D30">
      <w:r>
        <w:t>155.7010</w:t>
      </w:r>
      <w:r>
        <w:tab/>
        <w:t>1.013e0</w:t>
      </w:r>
    </w:p>
    <w:p w:rsidR="00E00D30" w:rsidRDefault="00E00D30" w:rsidP="00E00D30">
      <w:r>
        <w:t>155.7372</w:t>
      </w:r>
      <w:r>
        <w:tab/>
        <w:t>1.013e0</w:t>
      </w:r>
    </w:p>
    <w:p w:rsidR="00E00D30" w:rsidRDefault="00E00D30" w:rsidP="00E00D30">
      <w:r>
        <w:lastRenderedPageBreak/>
        <w:t>155.7609</w:t>
      </w:r>
      <w:r>
        <w:tab/>
        <w:t>2.025e0</w:t>
      </w:r>
    </w:p>
    <w:p w:rsidR="00E00D30" w:rsidRDefault="00E00D30" w:rsidP="00E00D30">
      <w:r>
        <w:t>155.7642</w:t>
      </w:r>
      <w:r>
        <w:tab/>
        <w:t>1.013e0</w:t>
      </w:r>
    </w:p>
    <w:p w:rsidR="00E00D30" w:rsidRDefault="00E00D30" w:rsidP="00E00D30">
      <w:r>
        <w:t>155.7868</w:t>
      </w:r>
      <w:r>
        <w:tab/>
        <w:t>1.013e0</w:t>
      </w:r>
    </w:p>
    <w:p w:rsidR="00E00D30" w:rsidRDefault="00E00D30" w:rsidP="00E00D30">
      <w:r>
        <w:t>155.8040</w:t>
      </w:r>
      <w:r>
        <w:tab/>
        <w:t>1.013e0</w:t>
      </w:r>
    </w:p>
    <w:p w:rsidR="00E00D30" w:rsidRDefault="00E00D30" w:rsidP="00E00D30">
      <w:r>
        <w:t>155.8072</w:t>
      </w:r>
      <w:r>
        <w:tab/>
        <w:t>2.025e0</w:t>
      </w:r>
    </w:p>
    <w:p w:rsidR="00E00D30" w:rsidRDefault="00E00D30" w:rsidP="00E00D30">
      <w:r>
        <w:t>155.8105</w:t>
      </w:r>
      <w:r>
        <w:tab/>
        <w:t>1.013e0</w:t>
      </w:r>
    </w:p>
    <w:p w:rsidR="00E00D30" w:rsidRDefault="00E00D30" w:rsidP="00E00D30">
      <w:r>
        <w:t>155.8138</w:t>
      </w:r>
      <w:r>
        <w:tab/>
        <w:t>1.013e0</w:t>
      </w:r>
    </w:p>
    <w:p w:rsidR="00E00D30" w:rsidRDefault="00E00D30" w:rsidP="00E00D30">
      <w:r>
        <w:t>155.8240</w:t>
      </w:r>
      <w:r>
        <w:tab/>
        <w:t>1.013e0</w:t>
      </w:r>
    </w:p>
    <w:p w:rsidR="00E00D30" w:rsidRDefault="00E00D30" w:rsidP="00E00D30">
      <w:r>
        <w:t>155.8568</w:t>
      </w:r>
      <w:r>
        <w:tab/>
        <w:t>1.013e0</w:t>
      </w:r>
    </w:p>
    <w:p w:rsidR="00E00D30" w:rsidRDefault="00E00D30" w:rsidP="00E00D30">
      <w:r>
        <w:t>155.8672</w:t>
      </w:r>
      <w:r>
        <w:tab/>
        <w:t>1.013e0</w:t>
      </w:r>
    </w:p>
    <w:p w:rsidR="00E00D30" w:rsidRDefault="00E00D30" w:rsidP="00E00D30">
      <w:r>
        <w:t>155.8721</w:t>
      </w:r>
      <w:r>
        <w:tab/>
        <w:t>2.025e0</w:t>
      </w:r>
    </w:p>
    <w:p w:rsidR="00E00D30" w:rsidRDefault="00E00D30" w:rsidP="00E00D30">
      <w:r>
        <w:t>155.8865</w:t>
      </w:r>
      <w:r>
        <w:tab/>
        <w:t>1.013e0</w:t>
      </w:r>
    </w:p>
    <w:p w:rsidR="00E00D30" w:rsidRDefault="00E00D30" w:rsidP="00E00D30">
      <w:r>
        <w:t>155.8946</w:t>
      </w:r>
      <w:r>
        <w:tab/>
        <w:t>2.025e0</w:t>
      </w:r>
    </w:p>
    <w:p w:rsidR="00E00D30" w:rsidRDefault="00E00D30" w:rsidP="00E00D30">
      <w:r>
        <w:t>155.9033</w:t>
      </w:r>
      <w:r>
        <w:tab/>
        <w:t>1.013e0</w:t>
      </w:r>
    </w:p>
    <w:p w:rsidR="00E00D30" w:rsidRDefault="00E00D30" w:rsidP="00E00D30">
      <w:r>
        <w:t>155.9100</w:t>
      </w:r>
      <w:r>
        <w:tab/>
        <w:t>2.025e0</w:t>
      </w:r>
    </w:p>
    <w:p w:rsidR="00E00D30" w:rsidRDefault="00E00D30" w:rsidP="00E00D30">
      <w:r>
        <w:t>155.9169</w:t>
      </w:r>
      <w:r>
        <w:tab/>
        <w:t>1.013e0</w:t>
      </w:r>
    </w:p>
    <w:p w:rsidR="00E00D30" w:rsidRDefault="00E00D30" w:rsidP="00E00D30">
      <w:r>
        <w:t>155.9395</w:t>
      </w:r>
      <w:r>
        <w:tab/>
        <w:t>2.025e0</w:t>
      </w:r>
    </w:p>
    <w:p w:rsidR="00E00D30" w:rsidRDefault="00E00D30" w:rsidP="00E00D30">
      <w:r>
        <w:t>155.9461</w:t>
      </w:r>
      <w:r>
        <w:tab/>
        <w:t>1.013e0</w:t>
      </w:r>
    </w:p>
    <w:p w:rsidR="00E00D30" w:rsidRDefault="00E00D30" w:rsidP="00E00D30">
      <w:r>
        <w:t>155.9564</w:t>
      </w:r>
      <w:r>
        <w:tab/>
        <w:t>1.013e0</w:t>
      </w:r>
    </w:p>
    <w:p w:rsidR="00E00D30" w:rsidRDefault="00E00D30" w:rsidP="00E00D30">
      <w:r>
        <w:lastRenderedPageBreak/>
        <w:t>155.9598</w:t>
      </w:r>
      <w:r>
        <w:tab/>
        <w:t>2.025e0</w:t>
      </w:r>
    </w:p>
    <w:p w:rsidR="00E00D30" w:rsidRDefault="00E00D30" w:rsidP="00E00D30">
      <w:r>
        <w:t>155.9633</w:t>
      </w:r>
      <w:r>
        <w:tab/>
        <w:t>1.013e0</w:t>
      </w:r>
    </w:p>
    <w:p w:rsidR="00E00D30" w:rsidRDefault="00E00D30" w:rsidP="00E00D30">
      <w:r>
        <w:t>155.9732</w:t>
      </w:r>
      <w:r>
        <w:tab/>
        <w:t>1.013e0</w:t>
      </w:r>
    </w:p>
    <w:p w:rsidR="00E00D30" w:rsidRDefault="00E00D30" w:rsidP="00E00D30">
      <w:r>
        <w:t>155.9926</w:t>
      </w:r>
      <w:r>
        <w:tab/>
        <w:t>1.013e0</w:t>
      </w:r>
    </w:p>
    <w:p w:rsidR="00E00D30" w:rsidRDefault="00E00D30" w:rsidP="00E00D30">
      <w:r>
        <w:t>155.9951</w:t>
      </w:r>
      <w:r>
        <w:tab/>
        <w:t>4.051e0</w:t>
      </w:r>
    </w:p>
    <w:p w:rsidR="00E00D30" w:rsidRDefault="00E00D30" w:rsidP="00E00D30">
      <w:r>
        <w:t>156.0095</w:t>
      </w:r>
      <w:r>
        <w:tab/>
        <w:t>1.013e0</w:t>
      </w:r>
    </w:p>
    <w:p w:rsidR="00E00D30" w:rsidRDefault="00E00D30" w:rsidP="00E00D30">
      <w:r>
        <w:t>156.0196</w:t>
      </w:r>
      <w:r>
        <w:tab/>
        <w:t>2.025e0</w:t>
      </w:r>
    </w:p>
    <w:p w:rsidR="00E00D30" w:rsidRDefault="00E00D30" w:rsidP="00E00D30">
      <w:r>
        <w:t>156.0246</w:t>
      </w:r>
      <w:r>
        <w:tab/>
        <w:t>2.025e0</w:t>
      </w:r>
    </w:p>
    <w:p w:rsidR="00E00D30" w:rsidRDefault="00E00D30" w:rsidP="00E00D30">
      <w:r>
        <w:t>156.0264</w:t>
      </w:r>
      <w:r>
        <w:tab/>
        <w:t>1.013e0</w:t>
      </w:r>
    </w:p>
    <w:p w:rsidR="00E00D30" w:rsidRDefault="00E00D30" w:rsidP="00E00D30">
      <w:r>
        <w:t>156.0394</w:t>
      </w:r>
      <w:r>
        <w:tab/>
        <w:t>2.025e0</w:t>
      </w:r>
    </w:p>
    <w:p w:rsidR="00E00D30" w:rsidRDefault="00E00D30" w:rsidP="00E00D30">
      <w:r>
        <w:t>156.0425</w:t>
      </w:r>
      <w:r>
        <w:tab/>
        <w:t>1.013e0</w:t>
      </w:r>
    </w:p>
    <w:p w:rsidR="00E00D30" w:rsidRDefault="00E00D30" w:rsidP="00E00D30">
      <w:r>
        <w:t>156.0456</w:t>
      </w:r>
      <w:r>
        <w:tab/>
        <w:t>3.038e0</w:t>
      </w:r>
    </w:p>
    <w:p w:rsidR="00E00D30" w:rsidRDefault="00E00D30" w:rsidP="00E00D30">
      <w:r>
        <w:t>156.0490</w:t>
      </w:r>
      <w:r>
        <w:tab/>
        <w:t>3.038e0</w:t>
      </w:r>
    </w:p>
    <w:p w:rsidR="00E00D30" w:rsidRDefault="00E00D30" w:rsidP="00E00D30">
      <w:r>
        <w:t>156.0746</w:t>
      </w:r>
      <w:r>
        <w:tab/>
        <w:t>6.076e0</w:t>
      </w:r>
    </w:p>
    <w:p w:rsidR="00E00D30" w:rsidRDefault="00E00D30" w:rsidP="00E00D30">
      <w:r>
        <w:t>156.0761</w:t>
      </w:r>
      <w:r>
        <w:tab/>
        <w:t>1.519e1</w:t>
      </w:r>
    </w:p>
    <w:p w:rsidR="00E00D30" w:rsidRDefault="00E00D30" w:rsidP="00E00D30">
      <w:r>
        <w:t>156.0778</w:t>
      </w:r>
      <w:r>
        <w:tab/>
        <w:t>5.063e0</w:t>
      </w:r>
    </w:p>
    <w:p w:rsidR="00E00D30" w:rsidRDefault="00E00D30" w:rsidP="00E00D30">
      <w:r>
        <w:t>156.0793</w:t>
      </w:r>
      <w:r>
        <w:tab/>
        <w:t>2.532e1</w:t>
      </w:r>
    </w:p>
    <w:p w:rsidR="00E00D30" w:rsidRDefault="00E00D30" w:rsidP="00E00D30">
      <w:r>
        <w:t>156.0861</w:t>
      </w:r>
      <w:r>
        <w:tab/>
        <w:t>5.063e0</w:t>
      </w:r>
    </w:p>
    <w:p w:rsidR="00E00D30" w:rsidRDefault="00E00D30" w:rsidP="00E00D30">
      <w:r>
        <w:t>156.0988</w:t>
      </w:r>
      <w:r>
        <w:tab/>
        <w:t>4.051e0</w:t>
      </w:r>
    </w:p>
    <w:p w:rsidR="00E00D30" w:rsidRDefault="00E00D30" w:rsidP="00E00D30">
      <w:r>
        <w:lastRenderedPageBreak/>
        <w:t>156.1020</w:t>
      </w:r>
      <w:r>
        <w:tab/>
        <w:t>1.013e0</w:t>
      </w:r>
    </w:p>
    <w:p w:rsidR="00E00D30" w:rsidRDefault="00E00D30" w:rsidP="00E00D30">
      <w:r>
        <w:t>156.1057</w:t>
      </w:r>
      <w:r>
        <w:tab/>
        <w:t>1.013e0</w:t>
      </w:r>
    </w:p>
    <w:p w:rsidR="00E00D30" w:rsidRDefault="00E00D30" w:rsidP="00E00D30">
      <w:r>
        <w:t>156.1089</w:t>
      </w:r>
      <w:r>
        <w:tab/>
        <w:t>2.025e0</w:t>
      </w:r>
    </w:p>
    <w:p w:rsidR="00E00D30" w:rsidRDefault="00E00D30" w:rsidP="00E00D30">
      <w:r>
        <w:t>156.1124</w:t>
      </w:r>
      <w:r>
        <w:tab/>
        <w:t>3.038e0</w:t>
      </w:r>
    </w:p>
    <w:p w:rsidR="00E00D30" w:rsidRDefault="00E00D30" w:rsidP="00E00D30">
      <w:r>
        <w:t>156.1191</w:t>
      </w:r>
      <w:r>
        <w:tab/>
        <w:t>1.013e0</w:t>
      </w:r>
    </w:p>
    <w:p w:rsidR="00E00D30" w:rsidRDefault="00E00D30" w:rsidP="00E00D30">
      <w:r>
        <w:t>156.1225</w:t>
      </w:r>
      <w:r>
        <w:tab/>
        <w:t>1.013e0</w:t>
      </w:r>
    </w:p>
    <w:p w:rsidR="00E00D30" w:rsidRDefault="00E00D30" w:rsidP="00E00D30">
      <w:r>
        <w:t>156.1258</w:t>
      </w:r>
      <w:r>
        <w:tab/>
        <w:t>1.013e0</w:t>
      </w:r>
    </w:p>
    <w:p w:rsidR="00E00D30" w:rsidRDefault="00E00D30" w:rsidP="00E00D30">
      <w:r>
        <w:t>156.1287</w:t>
      </w:r>
      <w:r>
        <w:tab/>
        <w:t>6.076e0</w:t>
      </w:r>
    </w:p>
    <w:p w:rsidR="00E00D30" w:rsidRDefault="00E00D30" w:rsidP="00E00D30">
      <w:r>
        <w:t>156.1309</w:t>
      </w:r>
      <w:r>
        <w:tab/>
        <w:t>2.025e0</w:t>
      </w:r>
    </w:p>
    <w:p w:rsidR="00E00D30" w:rsidRDefault="00E00D30" w:rsidP="00E00D30">
      <w:r>
        <w:t>156.1442</w:t>
      </w:r>
      <w:r>
        <w:tab/>
        <w:t>3.038e0</w:t>
      </w:r>
    </w:p>
    <w:p w:rsidR="00E00D30" w:rsidRDefault="00E00D30" w:rsidP="00E00D30">
      <w:r>
        <w:t>156.1519</w:t>
      </w:r>
      <w:r>
        <w:tab/>
        <w:t>1.013e0</w:t>
      </w:r>
    </w:p>
    <w:p w:rsidR="00E00D30" w:rsidRDefault="00E00D30" w:rsidP="00E00D30">
      <w:r>
        <w:t>156.1552</w:t>
      </w:r>
      <w:r>
        <w:tab/>
        <w:t>1.013e0</w:t>
      </w:r>
    </w:p>
    <w:p w:rsidR="00E00D30" w:rsidRDefault="00E00D30" w:rsidP="00E00D30">
      <w:r>
        <w:t>156.1657</w:t>
      </w:r>
      <w:r>
        <w:tab/>
        <w:t>1.013e0</w:t>
      </w:r>
    </w:p>
    <w:p w:rsidR="00E00D30" w:rsidRDefault="00E00D30" w:rsidP="00E00D30">
      <w:r>
        <w:t>156.1925</w:t>
      </w:r>
      <w:r>
        <w:tab/>
        <w:t>1.013e0</w:t>
      </w:r>
    </w:p>
    <w:p w:rsidR="00E00D30" w:rsidRDefault="00E00D30" w:rsidP="00E00D30">
      <w:r>
        <w:t>156.1957</w:t>
      </w:r>
      <w:r>
        <w:tab/>
        <w:t>1.013e0</w:t>
      </w:r>
    </w:p>
    <w:p w:rsidR="00E00D30" w:rsidRDefault="00E00D30" w:rsidP="00E00D30">
      <w:r>
        <w:t>156.2051</w:t>
      </w:r>
      <w:r>
        <w:tab/>
        <w:t>1.013e0</w:t>
      </w:r>
    </w:p>
    <w:p w:rsidR="00E00D30" w:rsidRDefault="00E00D30" w:rsidP="00E00D30">
      <w:r>
        <w:t>156.2102</w:t>
      </w:r>
      <w:r>
        <w:tab/>
        <w:t>4.051e0</w:t>
      </w:r>
    </w:p>
    <w:p w:rsidR="00E00D30" w:rsidRDefault="00E00D30" w:rsidP="00E00D30">
      <w:r>
        <w:t>156.2253</w:t>
      </w:r>
      <w:r>
        <w:tab/>
        <w:t>1.013e0</w:t>
      </w:r>
    </w:p>
    <w:p w:rsidR="00E00D30" w:rsidRDefault="00E00D30" w:rsidP="00E00D30">
      <w:r>
        <w:t>156.2458</w:t>
      </w:r>
      <w:r>
        <w:tab/>
        <w:t>1.013e0</w:t>
      </w:r>
    </w:p>
    <w:p w:rsidR="00E00D30" w:rsidRDefault="00E00D30" w:rsidP="00E00D30">
      <w:r>
        <w:lastRenderedPageBreak/>
        <w:t>156.2489</w:t>
      </w:r>
      <w:r>
        <w:tab/>
        <w:t>1.013e0</w:t>
      </w:r>
    </w:p>
    <w:p w:rsidR="00E00D30" w:rsidRDefault="00E00D30" w:rsidP="00E00D30">
      <w:r>
        <w:t>156.2650</w:t>
      </w:r>
      <w:r>
        <w:tab/>
        <w:t>1.013e0</w:t>
      </w:r>
    </w:p>
    <w:p w:rsidR="00E00D30" w:rsidRDefault="00E00D30" w:rsidP="00E00D30">
      <w:r>
        <w:t>156.2852</w:t>
      </w:r>
      <w:r>
        <w:tab/>
        <w:t>3.038e0</w:t>
      </w:r>
    </w:p>
    <w:p w:rsidR="00E00D30" w:rsidRDefault="00E00D30" w:rsidP="00E00D30">
      <w:r>
        <w:t>156.2973</w:t>
      </w:r>
      <w:r>
        <w:tab/>
        <w:t>2.025e0</w:t>
      </w:r>
    </w:p>
    <w:p w:rsidR="00E00D30" w:rsidRDefault="00E00D30" w:rsidP="00E00D30">
      <w:r>
        <w:t>156.2988</w:t>
      </w:r>
      <w:r>
        <w:tab/>
        <w:t>1.013e0</w:t>
      </w:r>
    </w:p>
    <w:p w:rsidR="00E00D30" w:rsidRDefault="00E00D30" w:rsidP="00E00D30">
      <w:r>
        <w:t>156.3020</w:t>
      </w:r>
      <w:r>
        <w:tab/>
        <w:t>1.013e0</w:t>
      </w:r>
    </w:p>
    <w:p w:rsidR="00E00D30" w:rsidRDefault="00E00D30" w:rsidP="00E00D30">
      <w:r>
        <w:t>156.3147</w:t>
      </w:r>
      <w:r>
        <w:tab/>
        <w:t>1.013e0</w:t>
      </w:r>
    </w:p>
    <w:p w:rsidR="00E00D30" w:rsidRDefault="00E00D30" w:rsidP="00E00D30">
      <w:r>
        <w:t>156.3283</w:t>
      </w:r>
      <w:r>
        <w:tab/>
        <w:t>1.013e0</w:t>
      </w:r>
    </w:p>
    <w:p w:rsidR="00E00D30" w:rsidRDefault="00E00D30" w:rsidP="00E00D30">
      <w:r>
        <w:t>156.3370</w:t>
      </w:r>
      <w:r>
        <w:tab/>
        <w:t>2.025e0</w:t>
      </w:r>
    </w:p>
    <w:p w:rsidR="00E00D30" w:rsidRDefault="00E00D30" w:rsidP="00E00D30">
      <w:r>
        <w:t>156.3523</w:t>
      </w:r>
      <w:r>
        <w:tab/>
        <w:t>1.013e0</w:t>
      </w:r>
    </w:p>
    <w:p w:rsidR="00E00D30" w:rsidRDefault="00E00D30" w:rsidP="00E00D30">
      <w:r>
        <w:t>156.3554</w:t>
      </w:r>
      <w:r>
        <w:tab/>
        <w:t>2.025e0</w:t>
      </w:r>
    </w:p>
    <w:p w:rsidR="00E00D30" w:rsidRDefault="00E00D30" w:rsidP="00E00D30">
      <w:r>
        <w:t>156.3747</w:t>
      </w:r>
      <w:r>
        <w:tab/>
        <w:t>1.013e0</w:t>
      </w:r>
    </w:p>
    <w:p w:rsidR="00E00D30" w:rsidRDefault="00E00D30" w:rsidP="00E00D30">
      <w:r>
        <w:t>156.3848</w:t>
      </w:r>
      <w:r>
        <w:tab/>
        <w:t>3.038e0</w:t>
      </w:r>
    </w:p>
    <w:p w:rsidR="00E00D30" w:rsidRDefault="00E00D30" w:rsidP="00E00D30">
      <w:r>
        <w:t>156.3918</w:t>
      </w:r>
      <w:r>
        <w:tab/>
        <w:t>2.025e0</w:t>
      </w:r>
    </w:p>
    <w:p w:rsidR="00E00D30" w:rsidRDefault="00E00D30" w:rsidP="00E00D30">
      <w:r>
        <w:t>156.4084</w:t>
      </w:r>
      <w:r>
        <w:tab/>
        <w:t>3.038e0</w:t>
      </w:r>
    </w:p>
    <w:p w:rsidR="00E00D30" w:rsidRDefault="00E00D30" w:rsidP="00E00D30">
      <w:r>
        <w:t>156.4116</w:t>
      </w:r>
      <w:r>
        <w:tab/>
        <w:t>1.013e0</w:t>
      </w:r>
    </w:p>
    <w:p w:rsidR="00E00D30" w:rsidRDefault="00E00D30" w:rsidP="00E00D30">
      <w:r>
        <w:t>156.4210</w:t>
      </w:r>
      <w:r>
        <w:tab/>
        <w:t>1.013e0</w:t>
      </w:r>
    </w:p>
    <w:p w:rsidR="00E00D30" w:rsidRDefault="00E00D30" w:rsidP="00E00D30">
      <w:r>
        <w:t>156.4244</w:t>
      </w:r>
      <w:r>
        <w:tab/>
        <w:t>1.013e0</w:t>
      </w:r>
    </w:p>
    <w:p w:rsidR="00E00D30" w:rsidRDefault="00E00D30" w:rsidP="00E00D30">
      <w:r>
        <w:t>156.4266</w:t>
      </w:r>
      <w:r>
        <w:tab/>
        <w:t>3.038e0</w:t>
      </w:r>
    </w:p>
    <w:p w:rsidR="00E00D30" w:rsidRDefault="00E00D30" w:rsidP="00E00D30">
      <w:r>
        <w:lastRenderedPageBreak/>
        <w:t>156.4380</w:t>
      </w:r>
      <w:r>
        <w:tab/>
        <w:t>1.013e0</w:t>
      </w:r>
    </w:p>
    <w:p w:rsidR="00E00D30" w:rsidRDefault="00E00D30" w:rsidP="00E00D30">
      <w:r>
        <w:t>156.4447</w:t>
      </w:r>
      <w:r>
        <w:tab/>
        <w:t>2.025e0</w:t>
      </w:r>
    </w:p>
    <w:p w:rsidR="00E00D30" w:rsidRDefault="00E00D30" w:rsidP="00E00D30">
      <w:r>
        <w:t>156.4647</w:t>
      </w:r>
      <w:r>
        <w:tab/>
        <w:t>1.013e0</w:t>
      </w:r>
    </w:p>
    <w:p w:rsidR="00E00D30" w:rsidRDefault="00E00D30" w:rsidP="00E00D30">
      <w:r>
        <w:t>156.4712</w:t>
      </w:r>
      <w:r>
        <w:tab/>
        <w:t>1.013e0</w:t>
      </w:r>
    </w:p>
    <w:p w:rsidR="00E00D30" w:rsidRDefault="00E00D30" w:rsidP="00E00D30">
      <w:r>
        <w:t>156.4945</w:t>
      </w:r>
      <w:r>
        <w:tab/>
        <w:t>1.013e0</w:t>
      </w:r>
    </w:p>
    <w:p w:rsidR="00E00D30" w:rsidRDefault="00E00D30" w:rsidP="00E00D30">
      <w:r>
        <w:t>156.5047</w:t>
      </w:r>
      <w:r>
        <w:tab/>
        <w:t>2.025e0</w:t>
      </w:r>
    </w:p>
    <w:p w:rsidR="00E00D30" w:rsidRDefault="00E00D30" w:rsidP="00E00D30">
      <w:r>
        <w:t>156.5210</w:t>
      </w:r>
      <w:r>
        <w:tab/>
        <w:t>1.013e0</w:t>
      </w:r>
    </w:p>
    <w:p w:rsidR="00E00D30" w:rsidRDefault="00E00D30" w:rsidP="00E00D30">
      <w:r>
        <w:t>156.5243</w:t>
      </w:r>
      <w:r>
        <w:tab/>
        <w:t>1.013e0</w:t>
      </w:r>
    </w:p>
    <w:p w:rsidR="00E00D30" w:rsidRDefault="00E00D30" w:rsidP="00E00D30">
      <w:r>
        <w:t>156.5274</w:t>
      </w:r>
      <w:r>
        <w:tab/>
        <w:t>1.013e0</w:t>
      </w:r>
    </w:p>
    <w:p w:rsidR="00E00D30" w:rsidRDefault="00E00D30" w:rsidP="00E00D30">
      <w:r>
        <w:t>156.5342</w:t>
      </w:r>
      <w:r>
        <w:tab/>
        <w:t>2.025e0</w:t>
      </w:r>
    </w:p>
    <w:p w:rsidR="00E00D30" w:rsidRDefault="00E00D30" w:rsidP="00E00D30">
      <w:r>
        <w:t>156.5443</w:t>
      </w:r>
      <w:r>
        <w:tab/>
        <w:t>1.013e0</w:t>
      </w:r>
    </w:p>
    <w:p w:rsidR="00E00D30" w:rsidRDefault="00E00D30" w:rsidP="00E00D30">
      <w:r>
        <w:t>156.5478</w:t>
      </w:r>
      <w:r>
        <w:tab/>
        <w:t>1.013e0</w:t>
      </w:r>
    </w:p>
    <w:p w:rsidR="00E00D30" w:rsidRDefault="00E00D30" w:rsidP="00E00D30">
      <w:r>
        <w:t>156.5547</w:t>
      </w:r>
      <w:r>
        <w:tab/>
        <w:t>1.013e0</w:t>
      </w:r>
    </w:p>
    <w:p w:rsidR="00E00D30" w:rsidRDefault="00E00D30" w:rsidP="00E00D30">
      <w:r>
        <w:t>156.5614</w:t>
      </w:r>
      <w:r>
        <w:tab/>
        <w:t>2.025e0</w:t>
      </w:r>
    </w:p>
    <w:p w:rsidR="00E00D30" w:rsidRDefault="00E00D30" w:rsidP="00E00D30">
      <w:r>
        <w:t>156.5743</w:t>
      </w:r>
      <w:r>
        <w:tab/>
        <w:t>2.025e0</w:t>
      </w:r>
    </w:p>
    <w:p w:rsidR="00E00D30" w:rsidRDefault="00E00D30" w:rsidP="00E00D30">
      <w:r>
        <w:t>156.5842</w:t>
      </w:r>
      <w:r>
        <w:tab/>
        <w:t>1.013e0</w:t>
      </w:r>
    </w:p>
    <w:p w:rsidR="00E00D30" w:rsidRDefault="00E00D30" w:rsidP="00E00D30">
      <w:r>
        <w:t>156.5907</w:t>
      </w:r>
      <w:r>
        <w:tab/>
        <w:t>1.013e0</w:t>
      </w:r>
    </w:p>
    <w:p w:rsidR="00E00D30" w:rsidRDefault="00E00D30" w:rsidP="00E00D30">
      <w:r>
        <w:t>156.6045</w:t>
      </w:r>
      <w:r>
        <w:tab/>
        <w:t>1.013e0</w:t>
      </w:r>
    </w:p>
    <w:p w:rsidR="00E00D30" w:rsidRDefault="00E00D30" w:rsidP="00E00D30">
      <w:r>
        <w:t>156.6163</w:t>
      </w:r>
      <w:r>
        <w:tab/>
        <w:t>2.025e0</w:t>
      </w:r>
    </w:p>
    <w:p w:rsidR="00E00D30" w:rsidRDefault="00E00D30" w:rsidP="00E00D30">
      <w:r>
        <w:lastRenderedPageBreak/>
        <w:t>156.6214</w:t>
      </w:r>
      <w:r>
        <w:tab/>
        <w:t>1.013e0</w:t>
      </w:r>
    </w:p>
    <w:p w:rsidR="00E00D30" w:rsidRDefault="00E00D30" w:rsidP="00E00D30">
      <w:r>
        <w:t>156.6244</w:t>
      </w:r>
      <w:r>
        <w:tab/>
        <w:t>1.013e0</w:t>
      </w:r>
    </w:p>
    <w:p w:rsidR="00E00D30" w:rsidRDefault="00E00D30" w:rsidP="00E00D30">
      <w:r>
        <w:t>156.6476</w:t>
      </w:r>
      <w:r>
        <w:tab/>
        <w:t>1.013e0</w:t>
      </w:r>
    </w:p>
    <w:p w:rsidR="00E00D30" w:rsidRDefault="00E00D30" w:rsidP="00E00D30">
      <w:r>
        <w:t>156.6575</w:t>
      </w:r>
      <w:r>
        <w:tab/>
        <w:t>1.013e0</w:t>
      </w:r>
    </w:p>
    <w:p w:rsidR="00E00D30" w:rsidRDefault="00E00D30" w:rsidP="00E00D30">
      <w:r>
        <w:t>156.6676</w:t>
      </w:r>
      <w:r>
        <w:tab/>
        <w:t>1.013e0</w:t>
      </w:r>
    </w:p>
    <w:p w:rsidR="00E00D30" w:rsidRDefault="00E00D30" w:rsidP="00E00D30">
      <w:r>
        <w:t>156.6712</w:t>
      </w:r>
      <w:r>
        <w:tab/>
        <w:t>1.013e0</w:t>
      </w:r>
    </w:p>
    <w:p w:rsidR="00E00D30" w:rsidRDefault="00E00D30" w:rsidP="00E00D30">
      <w:r>
        <w:t>156.6746</w:t>
      </w:r>
      <w:r>
        <w:tab/>
        <w:t>1.013e0</w:t>
      </w:r>
    </w:p>
    <w:p w:rsidR="00E00D30" w:rsidRDefault="00E00D30" w:rsidP="00E00D30">
      <w:r>
        <w:t>156.6973</w:t>
      </w:r>
      <w:r>
        <w:tab/>
        <w:t>2.025e0</w:t>
      </w:r>
    </w:p>
    <w:p w:rsidR="00E00D30" w:rsidRDefault="00E00D30" w:rsidP="00E00D30">
      <w:r>
        <w:t>156.7085</w:t>
      </w:r>
      <w:r>
        <w:tab/>
        <w:t>3.038e0</w:t>
      </w:r>
    </w:p>
    <w:p w:rsidR="00E00D30" w:rsidRDefault="00E00D30" w:rsidP="00E00D30">
      <w:r>
        <w:t>156.7141</w:t>
      </w:r>
      <w:r>
        <w:tab/>
        <w:t>1.013e0</w:t>
      </w:r>
    </w:p>
    <w:p w:rsidR="00E00D30" w:rsidRDefault="00E00D30" w:rsidP="00E00D30">
      <w:r>
        <w:t>156.7211</w:t>
      </w:r>
      <w:r>
        <w:tab/>
        <w:t>1.013e0</w:t>
      </w:r>
    </w:p>
    <w:p w:rsidR="00E00D30" w:rsidRDefault="00E00D30" w:rsidP="00E00D30">
      <w:r>
        <w:t>156.7310</w:t>
      </w:r>
      <w:r>
        <w:tab/>
        <w:t>1.013e0</w:t>
      </w:r>
    </w:p>
    <w:p w:rsidR="00E00D30" w:rsidRDefault="00E00D30" w:rsidP="00E00D30">
      <w:r>
        <w:t>156.7342</w:t>
      </w:r>
      <w:r>
        <w:tab/>
        <w:t>1.013e0</w:t>
      </w:r>
    </w:p>
    <w:p w:rsidR="00E00D30" w:rsidRDefault="00E00D30" w:rsidP="00E00D30">
      <w:r>
        <w:t>156.7406</w:t>
      </w:r>
      <w:r>
        <w:tab/>
        <w:t>1.013e0</w:t>
      </w:r>
    </w:p>
    <w:p w:rsidR="00E00D30" w:rsidRDefault="00E00D30" w:rsidP="00E00D30">
      <w:r>
        <w:t>156.7504</w:t>
      </w:r>
      <w:r>
        <w:tab/>
        <w:t>1.013e0</w:t>
      </w:r>
    </w:p>
    <w:p w:rsidR="00E00D30" w:rsidRDefault="00E00D30" w:rsidP="00E00D30">
      <w:r>
        <w:t>156.7606</w:t>
      </w:r>
      <w:r>
        <w:tab/>
        <w:t>1.013e0</w:t>
      </w:r>
    </w:p>
    <w:p w:rsidR="00E00D30" w:rsidRDefault="00E00D30" w:rsidP="00E00D30">
      <w:r>
        <w:t>156.7742</w:t>
      </w:r>
      <w:r>
        <w:tab/>
        <w:t>1.013e0</w:t>
      </w:r>
    </w:p>
    <w:p w:rsidR="00E00D30" w:rsidRDefault="00E00D30" w:rsidP="00E00D30">
      <w:r>
        <w:t>156.7778</w:t>
      </w:r>
      <w:r>
        <w:tab/>
        <w:t>1.013e0</w:t>
      </w:r>
    </w:p>
    <w:p w:rsidR="00E00D30" w:rsidRDefault="00E00D30" w:rsidP="00E00D30">
      <w:r>
        <w:t>156.7843</w:t>
      </w:r>
      <w:r>
        <w:tab/>
        <w:t>1.013e0</w:t>
      </w:r>
    </w:p>
    <w:p w:rsidR="00E00D30" w:rsidRDefault="00E00D30" w:rsidP="00E00D30">
      <w:r>
        <w:lastRenderedPageBreak/>
        <w:t>156.7937</w:t>
      </w:r>
      <w:r>
        <w:tab/>
        <w:t>1.013e0</w:t>
      </w:r>
    </w:p>
    <w:p w:rsidR="00E00D30" w:rsidRDefault="00E00D30" w:rsidP="00E00D30">
      <w:r>
        <w:t>156.8002</w:t>
      </w:r>
      <w:r>
        <w:tab/>
        <w:t>1.013e0</w:t>
      </w:r>
    </w:p>
    <w:p w:rsidR="00E00D30" w:rsidRDefault="00E00D30" w:rsidP="00E00D30">
      <w:r>
        <w:t>156.8070</w:t>
      </w:r>
      <w:r>
        <w:tab/>
        <w:t>1.013e0</w:t>
      </w:r>
    </w:p>
    <w:p w:rsidR="00E00D30" w:rsidRDefault="00E00D30" w:rsidP="00E00D30">
      <w:r>
        <w:t>156.8141</w:t>
      </w:r>
      <w:r>
        <w:tab/>
        <w:t>1.013e0</w:t>
      </w:r>
    </w:p>
    <w:p w:rsidR="00E00D30" w:rsidRDefault="00E00D30" w:rsidP="00E00D30">
      <w:r>
        <w:t>156.8274</w:t>
      </w:r>
      <w:r>
        <w:tab/>
        <w:t>1.013e0</w:t>
      </w:r>
    </w:p>
    <w:p w:rsidR="00E00D30" w:rsidRDefault="00E00D30" w:rsidP="00E00D30">
      <w:r>
        <w:t>156.8407</w:t>
      </w:r>
      <w:r>
        <w:tab/>
        <w:t>1.013e0</w:t>
      </w:r>
    </w:p>
    <w:p w:rsidR="00E00D30" w:rsidRDefault="00E00D30" w:rsidP="00E00D30">
      <w:r>
        <w:t>156.8471</w:t>
      </w:r>
      <w:r>
        <w:tab/>
        <w:t>1.013e0</w:t>
      </w:r>
    </w:p>
    <w:p w:rsidR="00E00D30" w:rsidRDefault="00E00D30" w:rsidP="00E00D30">
      <w:r>
        <w:t>156.8501</w:t>
      </w:r>
      <w:r>
        <w:tab/>
        <w:t>1.013e0</w:t>
      </w:r>
    </w:p>
    <w:p w:rsidR="00E00D30" w:rsidRDefault="00E00D30" w:rsidP="00E00D30">
      <w:r>
        <w:t>156.8909</w:t>
      </w:r>
      <w:r>
        <w:tab/>
        <w:t>1.013e0</w:t>
      </w:r>
    </w:p>
    <w:p w:rsidR="00E00D30" w:rsidRDefault="00E00D30" w:rsidP="00E00D30">
      <w:r>
        <w:t>156.8961</w:t>
      </w:r>
      <w:r>
        <w:tab/>
        <w:t>2.025e0</w:t>
      </w:r>
    </w:p>
    <w:p w:rsidR="00E00D30" w:rsidRDefault="00E00D30" w:rsidP="00E00D30">
      <w:r>
        <w:t>156.9270</w:t>
      </w:r>
      <w:r>
        <w:tab/>
        <w:t>1.013e0</w:t>
      </w:r>
    </w:p>
    <w:p w:rsidR="00E00D30" w:rsidRDefault="00E00D30" w:rsidP="00E00D30">
      <w:r>
        <w:t>156.9423</w:t>
      </w:r>
      <w:r>
        <w:tab/>
        <w:t>2.025e0</w:t>
      </w:r>
    </w:p>
    <w:p w:rsidR="00E00D30" w:rsidRDefault="00E00D30" w:rsidP="00E00D30">
      <w:r>
        <w:t>156.9508</w:t>
      </w:r>
      <w:r>
        <w:tab/>
        <w:t>1.013e0</w:t>
      </w:r>
    </w:p>
    <w:p w:rsidR="00E00D30" w:rsidRDefault="00E00D30" w:rsidP="00E00D30">
      <w:r>
        <w:t>156.9668</w:t>
      </w:r>
      <w:r>
        <w:tab/>
        <w:t>1.013e0</w:t>
      </w:r>
    </w:p>
    <w:p w:rsidR="00E00D30" w:rsidRDefault="00E00D30" w:rsidP="00E00D30">
      <w:r>
        <w:t>156.9719</w:t>
      </w:r>
      <w:r>
        <w:tab/>
        <w:t>2.025e0</w:t>
      </w:r>
    </w:p>
    <w:p w:rsidR="00E00D30" w:rsidRDefault="00E00D30" w:rsidP="00E00D30">
      <w:r>
        <w:t>156.9735</w:t>
      </w:r>
      <w:r>
        <w:tab/>
        <w:t>2.025e0</w:t>
      </w:r>
    </w:p>
    <w:p w:rsidR="00E00D30" w:rsidRDefault="00E00D30" w:rsidP="00E00D30">
      <w:r>
        <w:t>156.9839</w:t>
      </w:r>
      <w:r>
        <w:tab/>
        <w:t>2.025e0</w:t>
      </w:r>
    </w:p>
    <w:p w:rsidR="00E00D30" w:rsidRDefault="00E00D30" w:rsidP="00E00D30">
      <w:r>
        <w:t>157.0040</w:t>
      </w:r>
      <w:r>
        <w:tab/>
        <w:t>2.025e0</w:t>
      </w:r>
    </w:p>
    <w:p w:rsidR="00E00D30" w:rsidRDefault="00E00D30" w:rsidP="00E00D30">
      <w:r>
        <w:t>157.0345</w:t>
      </w:r>
      <w:r>
        <w:tab/>
        <w:t>4.408e1</w:t>
      </w:r>
    </w:p>
    <w:p w:rsidR="00E00D30" w:rsidRDefault="00E00D30" w:rsidP="00E00D30">
      <w:r>
        <w:lastRenderedPageBreak/>
        <w:t>157.0361</w:t>
      </w:r>
      <w:r>
        <w:tab/>
        <w:t>3.646e1</w:t>
      </w:r>
    </w:p>
    <w:p w:rsidR="00E00D30" w:rsidRDefault="00E00D30" w:rsidP="00E00D30">
      <w:r>
        <w:t>157.0388</w:t>
      </w:r>
      <w:r>
        <w:tab/>
        <w:t>2.532e1</w:t>
      </w:r>
    </w:p>
    <w:p w:rsidR="00E00D30" w:rsidRDefault="00E00D30" w:rsidP="00E00D30">
      <w:r>
        <w:t>157.0434</w:t>
      </w:r>
      <w:r>
        <w:tab/>
        <w:t>1.654e1</w:t>
      </w:r>
    </w:p>
    <w:p w:rsidR="00E00D30" w:rsidRDefault="00E00D30" w:rsidP="00E00D30">
      <w:r>
        <w:t>157.0668</w:t>
      </w:r>
      <w:r>
        <w:tab/>
        <w:t>1.013e0</w:t>
      </w:r>
    </w:p>
    <w:p w:rsidR="00E00D30" w:rsidRDefault="00E00D30" w:rsidP="00E00D30">
      <w:r>
        <w:t>157.0678</w:t>
      </w:r>
      <w:r>
        <w:tab/>
        <w:t>2.025e0</w:t>
      </w:r>
    </w:p>
    <w:p w:rsidR="00E00D30" w:rsidRDefault="00E00D30" w:rsidP="00E00D30">
      <w:r>
        <w:t>157.0732</w:t>
      </w:r>
      <w:r>
        <w:tab/>
        <w:t>1.013e0</w:t>
      </w:r>
    </w:p>
    <w:p w:rsidR="00E00D30" w:rsidRDefault="00E00D30" w:rsidP="00E00D30">
      <w:r>
        <w:t>157.0885</w:t>
      </w:r>
      <w:r>
        <w:tab/>
        <w:t>6.076e0</w:t>
      </w:r>
    </w:p>
    <w:p w:rsidR="00E00D30" w:rsidRDefault="00E00D30" w:rsidP="00E00D30">
      <w:r>
        <w:t>157.0934</w:t>
      </w:r>
      <w:r>
        <w:tab/>
        <w:t>9.114e0</w:t>
      </w:r>
    </w:p>
    <w:p w:rsidR="00E00D30" w:rsidRDefault="00E00D30" w:rsidP="00E00D30">
      <w:r>
        <w:t>157.1004</w:t>
      </w:r>
      <w:r>
        <w:tab/>
        <w:t>2.025e0</w:t>
      </w:r>
    </w:p>
    <w:p w:rsidR="00E00D30" w:rsidRDefault="00E00D30" w:rsidP="00E00D30">
      <w:r>
        <w:t>157.1017</w:t>
      </w:r>
      <w:r>
        <w:tab/>
        <w:t>6.076e0</w:t>
      </w:r>
    </w:p>
    <w:p w:rsidR="00E00D30" w:rsidRDefault="00E00D30" w:rsidP="00E00D30">
      <w:r>
        <w:t>157.1264</w:t>
      </w:r>
      <w:r>
        <w:tab/>
        <w:t>1.013e0</w:t>
      </w:r>
    </w:p>
    <w:p w:rsidR="00E00D30" w:rsidRDefault="00E00D30" w:rsidP="00E00D30">
      <w:r>
        <w:t>157.1278</w:t>
      </w:r>
      <w:r>
        <w:tab/>
        <w:t>3.038e0</w:t>
      </w:r>
    </w:p>
    <w:p w:rsidR="00E00D30" w:rsidRDefault="00E00D30" w:rsidP="00E00D30">
      <w:r>
        <w:t>157.1350</w:t>
      </w:r>
      <w:r>
        <w:tab/>
        <w:t>2.025e0</w:t>
      </w:r>
    </w:p>
    <w:p w:rsidR="00E00D30" w:rsidRDefault="00E00D30" w:rsidP="00E00D30">
      <w:r>
        <w:t>157.1364</w:t>
      </w:r>
      <w:r>
        <w:tab/>
        <w:t>6.076e0</w:t>
      </w:r>
    </w:p>
    <w:p w:rsidR="00E00D30" w:rsidRDefault="00E00D30" w:rsidP="00E00D30">
      <w:r>
        <w:t>157.1468</w:t>
      </w:r>
      <w:r>
        <w:tab/>
        <w:t>1.013e0</w:t>
      </w:r>
    </w:p>
    <w:p w:rsidR="00E00D30" w:rsidRDefault="00E00D30" w:rsidP="00E00D30">
      <w:r>
        <w:t>157.1592</w:t>
      </w:r>
      <w:r>
        <w:tab/>
        <w:t>4.051e0</w:t>
      </w:r>
    </w:p>
    <w:p w:rsidR="00E00D30" w:rsidRDefault="00E00D30" w:rsidP="00E00D30">
      <w:r>
        <w:t>157.1604</w:t>
      </w:r>
      <w:r>
        <w:tab/>
        <w:t>2.025e0</w:t>
      </w:r>
    </w:p>
    <w:p w:rsidR="00E00D30" w:rsidRDefault="00E00D30" w:rsidP="00E00D30">
      <w:r>
        <w:t>157.1799</w:t>
      </w:r>
      <w:r>
        <w:tab/>
        <w:t>1.013e0</w:t>
      </w:r>
    </w:p>
    <w:p w:rsidR="00E00D30" w:rsidRDefault="00E00D30" w:rsidP="00E00D30">
      <w:r>
        <w:t>157.1967</w:t>
      </w:r>
      <w:r>
        <w:tab/>
        <w:t>1.013e0</w:t>
      </w:r>
    </w:p>
    <w:p w:rsidR="00E00D30" w:rsidRDefault="00E00D30" w:rsidP="00E00D30">
      <w:r>
        <w:lastRenderedPageBreak/>
        <w:t>157.2070</w:t>
      </w:r>
      <w:r>
        <w:tab/>
        <w:t>2.025e0</w:t>
      </w:r>
    </w:p>
    <w:p w:rsidR="00E00D30" w:rsidRDefault="00E00D30" w:rsidP="00E00D30">
      <w:r>
        <w:t>157.2241</w:t>
      </w:r>
      <w:r>
        <w:tab/>
        <w:t>1.013e0</w:t>
      </w:r>
    </w:p>
    <w:p w:rsidR="00E00D30" w:rsidRDefault="00E00D30" w:rsidP="00E00D30">
      <w:r>
        <w:t>157.2382</w:t>
      </w:r>
      <w:r>
        <w:tab/>
        <w:t>2.025e0</w:t>
      </w:r>
    </w:p>
    <w:p w:rsidR="00E00D30" w:rsidRDefault="00E00D30" w:rsidP="00E00D30">
      <w:r>
        <w:t>157.2400</w:t>
      </w:r>
      <w:r>
        <w:tab/>
        <w:t>1.013e0</w:t>
      </w:r>
    </w:p>
    <w:p w:rsidR="00E00D30" w:rsidRDefault="00E00D30" w:rsidP="00E00D30">
      <w:r>
        <w:t>157.2469</w:t>
      </w:r>
      <w:r>
        <w:tab/>
        <w:t>1.013e0</w:t>
      </w:r>
    </w:p>
    <w:p w:rsidR="00E00D30" w:rsidRDefault="00E00D30" w:rsidP="00E00D30">
      <w:r>
        <w:t>157.2602</w:t>
      </w:r>
      <w:r>
        <w:tab/>
        <w:t>1.013e0</w:t>
      </w:r>
    </w:p>
    <w:p w:rsidR="00E00D30" w:rsidRDefault="00E00D30" w:rsidP="00E00D30">
      <w:r>
        <w:t>157.2670</w:t>
      </w:r>
      <w:r>
        <w:tab/>
        <w:t>2.025e0</w:t>
      </w:r>
    </w:p>
    <w:p w:rsidR="00E00D30" w:rsidRDefault="00E00D30" w:rsidP="00E00D30">
      <w:r>
        <w:t>157.2705</w:t>
      </w:r>
      <w:r>
        <w:tab/>
        <w:t>2.025e0</w:t>
      </w:r>
    </w:p>
    <w:p w:rsidR="00E00D30" w:rsidRDefault="00E00D30" w:rsidP="00E00D30">
      <w:r>
        <w:t>157.2738</w:t>
      </w:r>
      <w:r>
        <w:tab/>
        <w:t>2.025e0</w:t>
      </w:r>
    </w:p>
    <w:p w:rsidR="00E00D30" w:rsidRDefault="00E00D30" w:rsidP="00E00D30">
      <w:r>
        <w:t>157.2930</w:t>
      </w:r>
      <w:r>
        <w:tab/>
        <w:t>1.013e0</w:t>
      </w:r>
    </w:p>
    <w:p w:rsidR="00E00D30" w:rsidRDefault="00E00D30" w:rsidP="00E00D30">
      <w:r>
        <w:t>157.3002</w:t>
      </w:r>
      <w:r>
        <w:tab/>
        <w:t>1.013e0</w:t>
      </w:r>
    </w:p>
    <w:p w:rsidR="00E00D30" w:rsidRDefault="00E00D30" w:rsidP="00E00D30">
      <w:r>
        <w:t>157.3101</w:t>
      </w:r>
      <w:r>
        <w:tab/>
        <w:t>1.013e0</w:t>
      </w:r>
    </w:p>
    <w:p w:rsidR="00E00D30" w:rsidRDefault="00E00D30" w:rsidP="00E00D30">
      <w:r>
        <w:t>157.3271</w:t>
      </w:r>
      <w:r>
        <w:tab/>
        <w:t>1.013e0</w:t>
      </w:r>
    </w:p>
    <w:p w:rsidR="00E00D30" w:rsidRDefault="00E00D30" w:rsidP="00E00D30">
      <w:r>
        <w:t>157.3401</w:t>
      </w:r>
      <w:r>
        <w:tab/>
        <w:t>1.013e0</w:t>
      </w:r>
    </w:p>
    <w:p w:rsidR="00E00D30" w:rsidRDefault="00E00D30" w:rsidP="00E00D30">
      <w:r>
        <w:t>157.3465</w:t>
      </w:r>
      <w:r>
        <w:tab/>
        <w:t>1.013e0</w:t>
      </w:r>
    </w:p>
    <w:p w:rsidR="00E00D30" w:rsidRDefault="00E00D30" w:rsidP="00E00D30">
      <w:r>
        <w:t>157.3499</w:t>
      </w:r>
      <w:r>
        <w:tab/>
        <w:t>2.025e0</w:t>
      </w:r>
    </w:p>
    <w:p w:rsidR="00E00D30" w:rsidRDefault="00E00D30" w:rsidP="00E00D30">
      <w:r>
        <w:t>157.3701</w:t>
      </w:r>
      <w:r>
        <w:tab/>
        <w:t>1.013e0</w:t>
      </w:r>
    </w:p>
    <w:p w:rsidR="00E00D30" w:rsidRDefault="00E00D30" w:rsidP="00E00D30">
      <w:r>
        <w:t>157.3736</w:t>
      </w:r>
      <w:r>
        <w:tab/>
        <w:t>1.013e0</w:t>
      </w:r>
    </w:p>
    <w:p w:rsidR="00E00D30" w:rsidRDefault="00E00D30" w:rsidP="00E00D30">
      <w:r>
        <w:t>157.3770</w:t>
      </w:r>
      <w:r>
        <w:tab/>
        <w:t>3.038e0</w:t>
      </w:r>
    </w:p>
    <w:p w:rsidR="00E00D30" w:rsidRDefault="00E00D30" w:rsidP="00E00D30">
      <w:r>
        <w:lastRenderedPageBreak/>
        <w:t>157.3936</w:t>
      </w:r>
      <w:r>
        <w:tab/>
        <w:t>3.038e0</w:t>
      </w:r>
    </w:p>
    <w:p w:rsidR="00E00D30" w:rsidRDefault="00E00D30" w:rsidP="00E00D30">
      <w:r>
        <w:t>157.3993</w:t>
      </w:r>
      <w:r>
        <w:tab/>
        <w:t>4.051e0</w:t>
      </w:r>
    </w:p>
    <w:p w:rsidR="00E00D30" w:rsidRDefault="00E00D30" w:rsidP="00E00D30">
      <w:r>
        <w:t>157.4133</w:t>
      </w:r>
      <w:r>
        <w:tab/>
        <w:t>1.013e0</w:t>
      </w:r>
    </w:p>
    <w:p w:rsidR="00E00D30" w:rsidRDefault="00E00D30" w:rsidP="00E00D30">
      <w:r>
        <w:t>157.4202</w:t>
      </w:r>
      <w:r>
        <w:tab/>
        <w:t>1.013e0</w:t>
      </w:r>
    </w:p>
    <w:p w:rsidR="00E00D30" w:rsidRDefault="00E00D30" w:rsidP="00E00D30">
      <w:r>
        <w:t>157.4534</w:t>
      </w:r>
      <w:r>
        <w:tab/>
        <w:t>1.013e0</w:t>
      </w:r>
    </w:p>
    <w:p w:rsidR="00E00D30" w:rsidRDefault="00E00D30" w:rsidP="00E00D30">
      <w:r>
        <w:t>157.4552</w:t>
      </w:r>
      <w:r>
        <w:tab/>
        <w:t>2.025e0</w:t>
      </w:r>
    </w:p>
    <w:p w:rsidR="00E00D30" w:rsidRDefault="00E00D30" w:rsidP="00E00D30">
      <w:r>
        <w:t>157.4649</w:t>
      </w:r>
      <w:r>
        <w:tab/>
        <w:t>2.025e0</w:t>
      </w:r>
    </w:p>
    <w:p w:rsidR="00E00D30" w:rsidRDefault="00E00D30" w:rsidP="00E00D30">
      <w:r>
        <w:t>157.4836</w:t>
      </w:r>
      <w:r>
        <w:tab/>
        <w:t>2.025e0</w:t>
      </w:r>
    </w:p>
    <w:p w:rsidR="00E00D30" w:rsidRDefault="00E00D30" w:rsidP="00E00D30">
      <w:r>
        <w:t>157.4938</w:t>
      </w:r>
      <w:r>
        <w:tab/>
        <w:t>1.013e0</w:t>
      </w:r>
    </w:p>
    <w:p w:rsidR="00E00D30" w:rsidRDefault="00E00D30" w:rsidP="00E00D30">
      <w:r>
        <w:t>157.5302</w:t>
      </w:r>
      <w:r>
        <w:tab/>
        <w:t>1.013e0</w:t>
      </w:r>
    </w:p>
    <w:p w:rsidR="00E00D30" w:rsidRDefault="00E00D30" w:rsidP="00E00D30">
      <w:r>
        <w:t>157.5335</w:t>
      </w:r>
      <w:r>
        <w:tab/>
        <w:t>1.013e0</w:t>
      </w:r>
    </w:p>
    <w:p w:rsidR="00E00D30" w:rsidRDefault="00E00D30" w:rsidP="00E00D30">
      <w:r>
        <w:t>157.5369</w:t>
      </w:r>
      <w:r>
        <w:tab/>
        <w:t>1.013e0</w:t>
      </w:r>
    </w:p>
    <w:p w:rsidR="00E00D30" w:rsidRDefault="00E00D30" w:rsidP="00E00D30">
      <w:r>
        <w:t>157.5436</w:t>
      </w:r>
      <w:r>
        <w:tab/>
        <w:t>1.013e0</w:t>
      </w:r>
    </w:p>
    <w:p w:rsidR="00E00D30" w:rsidRDefault="00E00D30" w:rsidP="00E00D30">
      <w:r>
        <w:t>157.5638</w:t>
      </w:r>
      <w:r>
        <w:tab/>
        <w:t>2.025e0</w:t>
      </w:r>
    </w:p>
    <w:p w:rsidR="00E00D30" w:rsidRDefault="00E00D30" w:rsidP="00E00D30">
      <w:r>
        <w:t>157.5667</w:t>
      </w:r>
      <w:r>
        <w:tab/>
        <w:t>1.013e0</w:t>
      </w:r>
    </w:p>
    <w:p w:rsidR="00E00D30" w:rsidRDefault="00E00D30" w:rsidP="00E00D30">
      <w:r>
        <w:t>157.5800</w:t>
      </w:r>
      <w:r>
        <w:tab/>
        <w:t>1.013e0</w:t>
      </w:r>
    </w:p>
    <w:p w:rsidR="00E00D30" w:rsidRDefault="00E00D30" w:rsidP="00E00D30">
      <w:r>
        <w:t>157.5835</w:t>
      </w:r>
      <w:r>
        <w:tab/>
        <w:t>1.013e0</w:t>
      </w:r>
    </w:p>
    <w:p w:rsidR="00E00D30" w:rsidRDefault="00E00D30" w:rsidP="00E00D30">
      <w:r>
        <w:t>157.5987</w:t>
      </w:r>
      <w:r>
        <w:tab/>
        <w:t>2.025e0</w:t>
      </w:r>
    </w:p>
    <w:p w:rsidR="00E00D30" w:rsidRDefault="00E00D30" w:rsidP="00E00D30">
      <w:r>
        <w:t>157.6039</w:t>
      </w:r>
      <w:r>
        <w:tab/>
        <w:t>2.025e0</w:t>
      </w:r>
    </w:p>
    <w:p w:rsidR="00E00D30" w:rsidRDefault="00E00D30" w:rsidP="00E00D30">
      <w:r>
        <w:lastRenderedPageBreak/>
        <w:t>157.6140</w:t>
      </w:r>
      <w:r>
        <w:tab/>
        <w:t>1.013e0</w:t>
      </w:r>
    </w:p>
    <w:p w:rsidR="00E00D30" w:rsidRDefault="00E00D30" w:rsidP="00E00D30">
      <w:r>
        <w:t>157.6302</w:t>
      </w:r>
      <w:r>
        <w:tab/>
        <w:t>1.013e0</w:t>
      </w:r>
    </w:p>
    <w:p w:rsidR="00E00D30" w:rsidRDefault="00E00D30" w:rsidP="00E00D30">
      <w:r>
        <w:t>157.6403</w:t>
      </w:r>
      <w:r>
        <w:tab/>
        <w:t>1.013e0</w:t>
      </w:r>
    </w:p>
    <w:p w:rsidR="00E00D30" w:rsidRDefault="00E00D30" w:rsidP="00E00D30">
      <w:r>
        <w:t>157.6436</w:t>
      </w:r>
      <w:r>
        <w:tab/>
        <w:t>1.013e0</w:t>
      </w:r>
    </w:p>
    <w:p w:rsidR="00E00D30" w:rsidRDefault="00E00D30" w:rsidP="00E00D30">
      <w:r>
        <w:t>157.6469</w:t>
      </w:r>
      <w:r>
        <w:tab/>
        <w:t>1.013e0</w:t>
      </w:r>
    </w:p>
    <w:p w:rsidR="00E00D30" w:rsidRDefault="00E00D30" w:rsidP="00E00D30">
      <w:r>
        <w:t>157.6608</w:t>
      </w:r>
      <w:r>
        <w:tab/>
        <w:t>1.013e0</w:t>
      </w:r>
    </w:p>
    <w:p w:rsidR="00E00D30" w:rsidRDefault="00E00D30" w:rsidP="00E00D30">
      <w:r>
        <w:t>157.6801</w:t>
      </w:r>
      <w:r>
        <w:tab/>
        <w:t>2.025e0</w:t>
      </w:r>
    </w:p>
    <w:p w:rsidR="00E00D30" w:rsidRDefault="00E00D30" w:rsidP="00E00D30">
      <w:r>
        <w:t>157.6887</w:t>
      </w:r>
      <w:r>
        <w:tab/>
        <w:t>2.025e0</w:t>
      </w:r>
    </w:p>
    <w:p w:rsidR="00E00D30" w:rsidRDefault="00E00D30" w:rsidP="00E00D30">
      <w:r>
        <w:t>157.6935</w:t>
      </w:r>
      <w:r>
        <w:tab/>
        <w:t>2.025e0</w:t>
      </w:r>
    </w:p>
    <w:p w:rsidR="00E00D30" w:rsidRDefault="00E00D30" w:rsidP="00E00D30">
      <w:r>
        <w:t>157.7003</w:t>
      </w:r>
      <w:r>
        <w:tab/>
        <w:t>1.013e0</w:t>
      </w:r>
    </w:p>
    <w:p w:rsidR="00E00D30" w:rsidRDefault="00E00D30" w:rsidP="00E00D30">
      <w:r>
        <w:t>157.7139</w:t>
      </w:r>
      <w:r>
        <w:tab/>
        <w:t>1.013e0</w:t>
      </w:r>
    </w:p>
    <w:p w:rsidR="00E00D30" w:rsidRDefault="00E00D30" w:rsidP="00E00D30">
      <w:r>
        <w:t>157.7337</w:t>
      </w:r>
      <w:r>
        <w:tab/>
        <w:t>1.013e0</w:t>
      </w:r>
    </w:p>
    <w:p w:rsidR="00E00D30" w:rsidRDefault="00E00D30" w:rsidP="00E00D30">
      <w:r>
        <w:t>157.7709</w:t>
      </w:r>
      <w:r>
        <w:tab/>
        <w:t>1.013e0</w:t>
      </w:r>
    </w:p>
    <w:p w:rsidR="00E00D30" w:rsidRDefault="00E00D30" w:rsidP="00E00D30">
      <w:r>
        <w:t>157.7809</w:t>
      </w:r>
      <w:r>
        <w:tab/>
        <w:t>1.013e0</w:t>
      </w:r>
    </w:p>
    <w:p w:rsidR="00E00D30" w:rsidRDefault="00E00D30" w:rsidP="00E00D30">
      <w:r>
        <w:t>157.7841</w:t>
      </w:r>
      <w:r>
        <w:tab/>
        <w:t>1.013e0</w:t>
      </w:r>
    </w:p>
    <w:p w:rsidR="00E00D30" w:rsidRDefault="00E00D30" w:rsidP="00E00D30">
      <w:r>
        <w:t>157.7967</w:t>
      </w:r>
      <w:r>
        <w:tab/>
        <w:t>1.013e0</w:t>
      </w:r>
    </w:p>
    <w:p w:rsidR="00E00D30" w:rsidRDefault="00E00D30" w:rsidP="00E00D30">
      <w:r>
        <w:t>157.8141</w:t>
      </w:r>
      <w:r>
        <w:tab/>
        <w:t>1.013e0</w:t>
      </w:r>
    </w:p>
    <w:p w:rsidR="00E00D30" w:rsidRDefault="00E00D30" w:rsidP="00E00D30">
      <w:r>
        <w:t>157.8206</w:t>
      </w:r>
      <w:r>
        <w:tab/>
        <w:t>1.013e0</w:t>
      </w:r>
    </w:p>
    <w:p w:rsidR="00E00D30" w:rsidRDefault="00E00D30" w:rsidP="00E00D30">
      <w:r>
        <w:t>157.8409</w:t>
      </w:r>
      <w:r>
        <w:tab/>
        <w:t>1.013e0</w:t>
      </w:r>
    </w:p>
    <w:p w:rsidR="00E00D30" w:rsidRDefault="00E00D30" w:rsidP="00E00D30">
      <w:r>
        <w:lastRenderedPageBreak/>
        <w:t>157.8503</w:t>
      </w:r>
      <w:r>
        <w:tab/>
        <w:t>1.013e0</w:t>
      </w:r>
    </w:p>
    <w:p w:rsidR="00E00D30" w:rsidRDefault="00E00D30" w:rsidP="00E00D30">
      <w:r>
        <w:t>157.8742</w:t>
      </w:r>
      <w:r>
        <w:tab/>
        <w:t>1.013e0</w:t>
      </w:r>
    </w:p>
    <w:p w:rsidR="00E00D30" w:rsidRDefault="00E00D30" w:rsidP="00E00D30">
      <w:r>
        <w:t>157.8808</w:t>
      </w:r>
      <w:r>
        <w:tab/>
        <w:t>3.038e0</w:t>
      </w:r>
    </w:p>
    <w:p w:rsidR="00E00D30" w:rsidRDefault="00E00D30" w:rsidP="00E00D30">
      <w:r>
        <w:t>157.9040</w:t>
      </w:r>
      <w:r>
        <w:tab/>
        <w:t>2.025e0</w:t>
      </w:r>
    </w:p>
    <w:p w:rsidR="00E00D30" w:rsidRDefault="00E00D30" w:rsidP="00E00D30">
      <w:r>
        <w:t>157.9189</w:t>
      </w:r>
      <w:r>
        <w:tab/>
        <w:t>2.025e0</w:t>
      </w:r>
    </w:p>
    <w:p w:rsidR="00E00D30" w:rsidRDefault="00E00D30" w:rsidP="00E00D30">
      <w:r>
        <w:t>157.9240</w:t>
      </w:r>
      <w:r>
        <w:tab/>
        <w:t>1.013e0</w:t>
      </w:r>
    </w:p>
    <w:p w:rsidR="00E00D30" w:rsidRDefault="00E00D30" w:rsidP="00E00D30">
      <w:r>
        <w:t>157.9308</w:t>
      </w:r>
      <w:r>
        <w:tab/>
        <w:t>3.038e0</w:t>
      </w:r>
    </w:p>
    <w:p w:rsidR="00E00D30" w:rsidRDefault="00E00D30" w:rsidP="00E00D30">
      <w:r>
        <w:t>157.9444</w:t>
      </w:r>
      <w:r>
        <w:tab/>
        <w:t>1.013e0</w:t>
      </w:r>
    </w:p>
    <w:p w:rsidR="00E00D30" w:rsidRDefault="00E00D30" w:rsidP="00E00D30">
      <w:r>
        <w:t>157.9773</w:t>
      </w:r>
      <w:r>
        <w:tab/>
        <w:t>1.013e0</w:t>
      </w:r>
    </w:p>
    <w:p w:rsidR="00E00D30" w:rsidRDefault="00E00D30" w:rsidP="00E00D30">
      <w:r>
        <w:t>157.9808</w:t>
      </w:r>
      <w:r>
        <w:tab/>
        <w:t>1.013e0</w:t>
      </w:r>
    </w:p>
    <w:p w:rsidR="00E00D30" w:rsidRDefault="00E00D30" w:rsidP="00E00D30">
      <w:r>
        <w:t>157.9977</w:t>
      </w:r>
      <w:r>
        <w:tab/>
        <w:t>1.013e0</w:t>
      </w:r>
    </w:p>
    <w:p w:rsidR="00E00D30" w:rsidRDefault="00E00D30" w:rsidP="00E00D30">
      <w:r>
        <w:t>158.0014</w:t>
      </w:r>
      <w:r>
        <w:tab/>
        <w:t>1.013e0</w:t>
      </w:r>
    </w:p>
    <w:p w:rsidR="00E00D30" w:rsidRDefault="00E00D30" w:rsidP="00E00D30">
      <w:r>
        <w:t>158.0046</w:t>
      </w:r>
      <w:r>
        <w:tab/>
        <w:t>1.013e0</w:t>
      </w:r>
    </w:p>
    <w:p w:rsidR="00E00D30" w:rsidRDefault="00E00D30" w:rsidP="00E00D30">
      <w:r>
        <w:t>158.0143</w:t>
      </w:r>
      <w:r>
        <w:tab/>
        <w:t>1.013e0</w:t>
      </w:r>
    </w:p>
    <w:p w:rsidR="00E00D30" w:rsidRDefault="00E00D30" w:rsidP="00E00D30">
      <w:r>
        <w:t>158.0239</w:t>
      </w:r>
      <w:r>
        <w:tab/>
        <w:t>1.013e0</w:t>
      </w:r>
    </w:p>
    <w:p w:rsidR="00E00D30" w:rsidRDefault="00E00D30" w:rsidP="00E00D30">
      <w:r>
        <w:t>158.0273</w:t>
      </w:r>
      <w:r>
        <w:tab/>
        <w:t>1.013e0</w:t>
      </w:r>
    </w:p>
    <w:p w:rsidR="00E00D30" w:rsidRDefault="00E00D30" w:rsidP="00E00D30">
      <w:r>
        <w:t>158.0376</w:t>
      </w:r>
      <w:r>
        <w:tab/>
        <w:t>1.013e0</w:t>
      </w:r>
    </w:p>
    <w:p w:rsidR="00E00D30" w:rsidRDefault="00E00D30" w:rsidP="00E00D30">
      <w:r>
        <w:t>158.0411</w:t>
      </w:r>
      <w:r>
        <w:tab/>
        <w:t>4.051e0</w:t>
      </w:r>
    </w:p>
    <w:p w:rsidR="00E00D30" w:rsidRDefault="00E00D30" w:rsidP="00E00D30">
      <w:r>
        <w:t>158.0446</w:t>
      </w:r>
      <w:r>
        <w:tab/>
        <w:t>1.013e0</w:t>
      </w:r>
    </w:p>
    <w:p w:rsidR="00E00D30" w:rsidRDefault="00E00D30" w:rsidP="00E00D30">
      <w:r>
        <w:lastRenderedPageBreak/>
        <w:t>158.0478</w:t>
      </w:r>
      <w:r>
        <w:tab/>
        <w:t>3.038e0</w:t>
      </w:r>
    </w:p>
    <w:p w:rsidR="00E00D30" w:rsidRDefault="00E00D30" w:rsidP="00E00D30">
      <w:r>
        <w:t>158.0494</w:t>
      </w:r>
      <w:r>
        <w:tab/>
        <w:t>2.025e0</w:t>
      </w:r>
    </w:p>
    <w:p w:rsidR="00E00D30" w:rsidRDefault="00E00D30" w:rsidP="00E00D30">
      <w:r>
        <w:t>158.0545</w:t>
      </w:r>
      <w:r>
        <w:tab/>
        <w:t>1.013e0</w:t>
      </w:r>
    </w:p>
    <w:p w:rsidR="00E00D30" w:rsidRDefault="00E00D30" w:rsidP="00E00D30">
      <w:r>
        <w:t>158.0650</w:t>
      </w:r>
      <w:r>
        <w:tab/>
        <w:t>2.025e0</w:t>
      </w:r>
    </w:p>
    <w:p w:rsidR="00E00D30" w:rsidRDefault="00E00D30" w:rsidP="00E00D30">
      <w:r>
        <w:t>158.0744</w:t>
      </w:r>
      <w:r>
        <w:tab/>
        <w:t>1.013e0</w:t>
      </w:r>
    </w:p>
    <w:p w:rsidR="00E00D30" w:rsidRDefault="00E00D30" w:rsidP="00E00D30">
      <w:r>
        <w:t>158.0860</w:t>
      </w:r>
      <w:r>
        <w:tab/>
        <w:t>2.025e0</w:t>
      </w:r>
    </w:p>
    <w:p w:rsidR="00E00D30" w:rsidRDefault="00E00D30" w:rsidP="00E00D30">
      <w:r>
        <w:t>158.0876</w:t>
      </w:r>
      <w:r>
        <w:tab/>
        <w:t>2.025e0</w:t>
      </w:r>
    </w:p>
    <w:p w:rsidR="00E00D30" w:rsidRDefault="00E00D30" w:rsidP="00E00D30">
      <w:r>
        <w:t>158.0904</w:t>
      </w:r>
      <w:r>
        <w:tab/>
        <w:t>7.089e0</w:t>
      </w:r>
    </w:p>
    <w:p w:rsidR="00E00D30" w:rsidRDefault="00E00D30" w:rsidP="00E00D30">
      <w:r>
        <w:t>158.0965</w:t>
      </w:r>
      <w:r>
        <w:tab/>
        <w:t>5.063e0</w:t>
      </w:r>
    </w:p>
    <w:p w:rsidR="00E00D30" w:rsidRDefault="00E00D30" w:rsidP="00E00D30">
      <w:r>
        <w:t>158.0978</w:t>
      </w:r>
      <w:r>
        <w:tab/>
        <w:t>1.013e0</w:t>
      </w:r>
    </w:p>
    <w:p w:rsidR="00E00D30" w:rsidRDefault="00E00D30" w:rsidP="00E00D30">
      <w:r>
        <w:t>158.1012</w:t>
      </w:r>
      <w:r>
        <w:tab/>
        <w:t>1.013e0</w:t>
      </w:r>
    </w:p>
    <w:p w:rsidR="00E00D30" w:rsidRDefault="00E00D30" w:rsidP="00E00D30">
      <w:r>
        <w:t>158.1046</w:t>
      </w:r>
      <w:r>
        <w:tab/>
        <w:t>1.013e0</w:t>
      </w:r>
    </w:p>
    <w:p w:rsidR="00E00D30" w:rsidRDefault="00E00D30" w:rsidP="00E00D30">
      <w:r>
        <w:t>158.1148</w:t>
      </w:r>
      <w:r>
        <w:tab/>
        <w:t>3.038e0</w:t>
      </w:r>
    </w:p>
    <w:p w:rsidR="00E00D30" w:rsidRDefault="00E00D30" w:rsidP="00E00D30">
      <w:r>
        <w:t>158.1182</w:t>
      </w:r>
      <w:r>
        <w:tab/>
        <w:t>2.025e0</w:t>
      </w:r>
    </w:p>
    <w:p w:rsidR="00E00D30" w:rsidRDefault="00E00D30" w:rsidP="00E00D30">
      <w:r>
        <w:t>158.1249</w:t>
      </w:r>
      <w:r>
        <w:tab/>
        <w:t>1.013e0</w:t>
      </w:r>
    </w:p>
    <w:p w:rsidR="00E00D30" w:rsidRDefault="00E00D30" w:rsidP="00E00D30">
      <w:r>
        <w:t>158.1280</w:t>
      </w:r>
      <w:r>
        <w:tab/>
        <w:t>1.013e0</w:t>
      </w:r>
    </w:p>
    <w:p w:rsidR="00E00D30" w:rsidRDefault="00E00D30" w:rsidP="00E00D30">
      <w:r>
        <w:t>158.1512</w:t>
      </w:r>
      <w:r>
        <w:tab/>
        <w:t>1.013e0</w:t>
      </w:r>
    </w:p>
    <w:p w:rsidR="00E00D30" w:rsidRDefault="00E00D30" w:rsidP="00E00D30">
      <w:r>
        <w:t>158.1547</w:t>
      </w:r>
      <w:r>
        <w:tab/>
        <w:t>3.038e0</w:t>
      </w:r>
    </w:p>
    <w:p w:rsidR="00E00D30" w:rsidRDefault="00E00D30" w:rsidP="00E00D30">
      <w:r>
        <w:t>158.1580</w:t>
      </w:r>
      <w:r>
        <w:tab/>
        <w:t>1.013e0</w:t>
      </w:r>
    </w:p>
    <w:p w:rsidR="00E00D30" w:rsidRDefault="00E00D30" w:rsidP="00E00D30">
      <w:r>
        <w:lastRenderedPageBreak/>
        <w:t>158.1648</w:t>
      </w:r>
      <w:r>
        <w:tab/>
        <w:t>1.013e0</w:t>
      </w:r>
    </w:p>
    <w:p w:rsidR="00E00D30" w:rsidRDefault="00E00D30" w:rsidP="00E00D30">
      <w:r>
        <w:t>158.1683</w:t>
      </w:r>
      <w:r>
        <w:tab/>
        <w:t>2.025e0</w:t>
      </w:r>
    </w:p>
    <w:p w:rsidR="00E00D30" w:rsidRDefault="00E00D30" w:rsidP="00E00D30">
      <w:r>
        <w:t>158.1718</w:t>
      </w:r>
      <w:r>
        <w:tab/>
        <w:t>1.013e0</w:t>
      </w:r>
    </w:p>
    <w:p w:rsidR="00E00D30" w:rsidRDefault="00E00D30" w:rsidP="00E00D30">
      <w:r>
        <w:t>158.1880</w:t>
      </w:r>
      <w:r>
        <w:tab/>
        <w:t>1.013e0</w:t>
      </w:r>
    </w:p>
    <w:p w:rsidR="00E00D30" w:rsidRDefault="00E00D30" w:rsidP="00E00D30">
      <w:r>
        <w:t>158.2013</w:t>
      </w:r>
      <w:r>
        <w:tab/>
        <w:t>4.051e0</w:t>
      </w:r>
    </w:p>
    <w:p w:rsidR="00E00D30" w:rsidRDefault="00E00D30" w:rsidP="00E00D30">
      <w:r>
        <w:t>158.2046</w:t>
      </w:r>
      <w:r>
        <w:tab/>
        <w:t>1.013e0</w:t>
      </w:r>
    </w:p>
    <w:p w:rsidR="00E00D30" w:rsidRDefault="00E00D30" w:rsidP="00E00D30">
      <w:r>
        <w:t>158.2386</w:t>
      </w:r>
      <w:r>
        <w:tab/>
        <w:t>1.013e0</w:t>
      </w:r>
    </w:p>
    <w:p w:rsidR="00E00D30" w:rsidRDefault="00E00D30" w:rsidP="00E00D30">
      <w:r>
        <w:t>158.2544</w:t>
      </w:r>
      <w:r>
        <w:tab/>
        <w:t>1.013e0</w:t>
      </w:r>
    </w:p>
    <w:p w:rsidR="00E00D30" w:rsidRDefault="00E00D30" w:rsidP="00E00D30">
      <w:r>
        <w:t>158.2682</w:t>
      </w:r>
      <w:r>
        <w:tab/>
        <w:t>1.013e0</w:t>
      </w:r>
    </w:p>
    <w:p w:rsidR="00E00D30" w:rsidRDefault="00E00D30" w:rsidP="00E00D30">
      <w:r>
        <w:t>158.2783</w:t>
      </w:r>
      <w:r>
        <w:tab/>
        <w:t>1.013e0</w:t>
      </w:r>
    </w:p>
    <w:p w:rsidR="00E00D30" w:rsidRDefault="00E00D30" w:rsidP="00E00D30">
      <w:r>
        <w:t>158.2835</w:t>
      </w:r>
      <w:r>
        <w:tab/>
        <w:t>2.025e0</w:t>
      </w:r>
    </w:p>
    <w:p w:rsidR="00E00D30" w:rsidRDefault="00E00D30" w:rsidP="00E00D30">
      <w:r>
        <w:t>158.3018</w:t>
      </w:r>
      <w:r>
        <w:tab/>
        <w:t>2.025e0</w:t>
      </w:r>
    </w:p>
    <w:p w:rsidR="00E00D30" w:rsidRDefault="00E00D30" w:rsidP="00E00D30">
      <w:r>
        <w:t>158.3182</w:t>
      </w:r>
      <w:r>
        <w:tab/>
        <w:t>1.013e0</w:t>
      </w:r>
    </w:p>
    <w:p w:rsidR="00E00D30" w:rsidRDefault="00E00D30" w:rsidP="00E00D30">
      <w:r>
        <w:t>158.3217</w:t>
      </w:r>
      <w:r>
        <w:tab/>
        <w:t>1.013e0</w:t>
      </w:r>
    </w:p>
    <w:p w:rsidR="00E00D30" w:rsidRDefault="00E00D30" w:rsidP="00E00D30">
      <w:r>
        <w:t>158.3285</w:t>
      </w:r>
      <w:r>
        <w:tab/>
        <w:t>2.025e0</w:t>
      </w:r>
    </w:p>
    <w:p w:rsidR="00E00D30" w:rsidRDefault="00E00D30" w:rsidP="00E00D30">
      <w:r>
        <w:t>158.3386</w:t>
      </w:r>
      <w:r>
        <w:tab/>
        <w:t>1.013e0</w:t>
      </w:r>
    </w:p>
    <w:p w:rsidR="00E00D30" w:rsidRDefault="00E00D30" w:rsidP="00E00D30">
      <w:r>
        <w:t>158.3468</w:t>
      </w:r>
      <w:r>
        <w:tab/>
        <w:t>3.038e0</w:t>
      </w:r>
    </w:p>
    <w:p w:rsidR="00E00D30" w:rsidRDefault="00E00D30" w:rsidP="00E00D30">
      <w:r>
        <w:t>158.3587</w:t>
      </w:r>
      <w:r>
        <w:tab/>
        <w:t>1.013e0</w:t>
      </w:r>
    </w:p>
    <w:p w:rsidR="00E00D30" w:rsidRDefault="00E00D30" w:rsidP="00E00D30">
      <w:r>
        <w:t>158.3650</w:t>
      </w:r>
      <w:r>
        <w:tab/>
        <w:t>2.025e0</w:t>
      </w:r>
    </w:p>
    <w:p w:rsidR="00E00D30" w:rsidRDefault="00E00D30" w:rsidP="00E00D30">
      <w:r>
        <w:lastRenderedPageBreak/>
        <w:t>158.3819</w:t>
      </w:r>
      <w:r>
        <w:tab/>
        <w:t>1.013e0</w:t>
      </w:r>
    </w:p>
    <w:p w:rsidR="00E00D30" w:rsidRDefault="00E00D30" w:rsidP="00E00D30">
      <w:r>
        <w:t>158.3886</w:t>
      </w:r>
      <w:r>
        <w:tab/>
        <w:t>1.013e0</w:t>
      </w:r>
    </w:p>
    <w:p w:rsidR="00E00D30" w:rsidRDefault="00E00D30" w:rsidP="00E00D30">
      <w:r>
        <w:t>158.4057</w:t>
      </w:r>
      <w:r>
        <w:tab/>
        <w:t>1.013e0</w:t>
      </w:r>
    </w:p>
    <w:p w:rsidR="00E00D30" w:rsidRDefault="00E00D30" w:rsidP="00E00D30">
      <w:r>
        <w:t>158.4091</w:t>
      </w:r>
      <w:r>
        <w:tab/>
        <w:t>1.013e0</w:t>
      </w:r>
    </w:p>
    <w:p w:rsidR="00E00D30" w:rsidRDefault="00E00D30" w:rsidP="00E00D30">
      <w:r>
        <w:t>158.4155</w:t>
      </w:r>
      <w:r>
        <w:tab/>
        <w:t>1.013e0</w:t>
      </w:r>
    </w:p>
    <w:p w:rsidR="00E00D30" w:rsidRDefault="00E00D30" w:rsidP="00E00D30">
      <w:r>
        <w:t>158.4219</w:t>
      </w:r>
      <w:r>
        <w:tab/>
        <w:t>1.013e0</w:t>
      </w:r>
    </w:p>
    <w:p w:rsidR="00E00D30" w:rsidRDefault="00E00D30" w:rsidP="00E00D30">
      <w:r>
        <w:t>158.4540</w:t>
      </w:r>
      <w:r>
        <w:tab/>
        <w:t>2.025e0</w:t>
      </w:r>
    </w:p>
    <w:p w:rsidR="00E00D30" w:rsidRDefault="00E00D30" w:rsidP="00E00D30">
      <w:r>
        <w:t>158.4725</w:t>
      </w:r>
      <w:r>
        <w:tab/>
        <w:t>1.013e0</w:t>
      </w:r>
    </w:p>
    <w:p w:rsidR="00E00D30" w:rsidRDefault="00E00D30" w:rsidP="00E00D30">
      <w:r>
        <w:t>158.4791</w:t>
      </w:r>
      <w:r>
        <w:tab/>
        <w:t>1.013e0</w:t>
      </w:r>
    </w:p>
    <w:p w:rsidR="00E00D30" w:rsidRDefault="00E00D30" w:rsidP="00E00D30">
      <w:r>
        <w:t>158.4804</w:t>
      </w:r>
      <w:r>
        <w:tab/>
        <w:t>2.025e0</w:t>
      </w:r>
    </w:p>
    <w:p w:rsidR="00E00D30" w:rsidRDefault="00E00D30" w:rsidP="00E00D30">
      <w:r>
        <w:t>158.5262</w:t>
      </w:r>
      <w:r>
        <w:tab/>
        <w:t>1.013e0</w:t>
      </w:r>
    </w:p>
    <w:p w:rsidR="00E00D30" w:rsidRDefault="00E00D30" w:rsidP="00E00D30">
      <w:r>
        <w:t>158.5455</w:t>
      </w:r>
      <w:r>
        <w:tab/>
        <w:t>1.013e0</w:t>
      </w:r>
    </w:p>
    <w:p w:rsidR="00E00D30" w:rsidRDefault="00E00D30" w:rsidP="00E00D30">
      <w:r>
        <w:t>158.5492</w:t>
      </w:r>
      <w:r>
        <w:tab/>
        <w:t>1.013e0</w:t>
      </w:r>
    </w:p>
    <w:p w:rsidR="00E00D30" w:rsidRDefault="00E00D30" w:rsidP="00E00D30">
      <w:r>
        <w:t>158.5592</w:t>
      </w:r>
      <w:r>
        <w:tab/>
        <w:t>2.025e0</w:t>
      </w:r>
    </w:p>
    <w:p w:rsidR="00E00D30" w:rsidRDefault="00E00D30" w:rsidP="00E00D30">
      <w:r>
        <w:t>158.5728</w:t>
      </w:r>
      <w:r>
        <w:tab/>
        <w:t>2.025e0</w:t>
      </w:r>
    </w:p>
    <w:p w:rsidR="00E00D30" w:rsidRDefault="00E00D30" w:rsidP="00E00D30">
      <w:r>
        <w:t>158.5832</w:t>
      </w:r>
      <w:r>
        <w:tab/>
        <w:t>1.013e0</w:t>
      </w:r>
    </w:p>
    <w:p w:rsidR="00E00D30" w:rsidRDefault="00E00D30" w:rsidP="00E00D30">
      <w:r>
        <w:t>158.5959</w:t>
      </w:r>
      <w:r>
        <w:tab/>
        <w:t>1.013e0</w:t>
      </w:r>
    </w:p>
    <w:p w:rsidR="00E00D30" w:rsidRDefault="00E00D30" w:rsidP="00E00D30">
      <w:r>
        <w:t>158.5990</w:t>
      </w:r>
      <w:r>
        <w:tab/>
        <w:t>1.013e0</w:t>
      </w:r>
    </w:p>
    <w:p w:rsidR="00E00D30" w:rsidRDefault="00E00D30" w:rsidP="00E00D30">
      <w:r>
        <w:t>158.6024</w:t>
      </w:r>
      <w:r>
        <w:tab/>
        <w:t>2.025e0</w:t>
      </w:r>
    </w:p>
    <w:p w:rsidR="00E00D30" w:rsidRDefault="00E00D30" w:rsidP="00E00D30">
      <w:r>
        <w:lastRenderedPageBreak/>
        <w:t>158.6197</w:t>
      </w:r>
      <w:r>
        <w:tab/>
        <w:t>1.013e0</w:t>
      </w:r>
    </w:p>
    <w:p w:rsidR="00E00D30" w:rsidRDefault="00E00D30" w:rsidP="00E00D30">
      <w:r>
        <w:t>158.6229</w:t>
      </w:r>
      <w:r>
        <w:tab/>
        <w:t>1.013e0</w:t>
      </w:r>
    </w:p>
    <w:p w:rsidR="00E00D30" w:rsidRDefault="00E00D30" w:rsidP="00E00D30">
      <w:r>
        <w:t>158.6296</w:t>
      </w:r>
      <w:r>
        <w:tab/>
        <w:t>1.013e0</w:t>
      </w:r>
    </w:p>
    <w:p w:rsidR="00E00D30" w:rsidRDefault="00E00D30" w:rsidP="00E00D30">
      <w:r>
        <w:t>158.6469</w:t>
      </w:r>
      <w:r>
        <w:tab/>
        <w:t>2.025e0</w:t>
      </w:r>
    </w:p>
    <w:p w:rsidR="00E00D30" w:rsidRDefault="00E00D30" w:rsidP="00E00D30">
      <w:r>
        <w:t>158.6498</w:t>
      </w:r>
      <w:r>
        <w:tab/>
        <w:t>1.013e0</w:t>
      </w:r>
    </w:p>
    <w:p w:rsidR="00E00D30" w:rsidRDefault="00E00D30" w:rsidP="00E00D30">
      <w:r>
        <w:t>158.6560</w:t>
      </w:r>
      <w:r>
        <w:tab/>
        <w:t>1.013e0</w:t>
      </w:r>
    </w:p>
    <w:p w:rsidR="00E00D30" w:rsidRDefault="00E00D30" w:rsidP="00E00D30">
      <w:r>
        <w:t>158.6833</w:t>
      </w:r>
      <w:r>
        <w:tab/>
        <w:t>2.025e0</w:t>
      </w:r>
    </w:p>
    <w:p w:rsidR="00E00D30" w:rsidRDefault="00E00D30" w:rsidP="00E00D30">
      <w:r>
        <w:t>158.7003</w:t>
      </w:r>
      <w:r>
        <w:tab/>
        <w:t>1.013e0</w:t>
      </w:r>
    </w:p>
    <w:p w:rsidR="00E00D30" w:rsidRDefault="00E00D30" w:rsidP="00E00D30">
      <w:r>
        <w:t>158.7067</w:t>
      </w:r>
      <w:r>
        <w:tab/>
        <w:t>2.025e0</w:t>
      </w:r>
    </w:p>
    <w:p w:rsidR="00E00D30" w:rsidRDefault="00E00D30" w:rsidP="00E00D30">
      <w:r>
        <w:t>158.7367</w:t>
      </w:r>
      <w:r>
        <w:tab/>
        <w:t>1.013e0</w:t>
      </w:r>
    </w:p>
    <w:p w:rsidR="00E00D30" w:rsidRDefault="00E00D30" w:rsidP="00E00D30">
      <w:r>
        <w:t>158.7401</w:t>
      </w:r>
      <w:r>
        <w:tab/>
        <w:t>1.013e0</w:t>
      </w:r>
    </w:p>
    <w:p w:rsidR="00E00D30" w:rsidRDefault="00E00D30" w:rsidP="00E00D30">
      <w:r>
        <w:t>158.7701</w:t>
      </w:r>
      <w:r>
        <w:tab/>
        <w:t>1.013e0</w:t>
      </w:r>
    </w:p>
    <w:p w:rsidR="00E00D30" w:rsidRDefault="00E00D30" w:rsidP="00E00D30">
      <w:r>
        <w:t>158.7735</w:t>
      </w:r>
      <w:r>
        <w:tab/>
        <w:t>1.013e0</w:t>
      </w:r>
    </w:p>
    <w:p w:rsidR="00E00D30" w:rsidRDefault="00E00D30" w:rsidP="00E00D30">
      <w:r>
        <w:t>158.7887</w:t>
      </w:r>
      <w:r>
        <w:tab/>
        <w:t>2.025e0</w:t>
      </w:r>
    </w:p>
    <w:p w:rsidR="00E00D30" w:rsidRDefault="00E00D30" w:rsidP="00E00D30">
      <w:r>
        <w:t>158.8074</w:t>
      </w:r>
      <w:r>
        <w:tab/>
        <w:t>1.013e0</w:t>
      </w:r>
    </w:p>
    <w:p w:rsidR="00E00D30" w:rsidRDefault="00E00D30" w:rsidP="00E00D30">
      <w:r>
        <w:t>158.8105</w:t>
      </w:r>
      <w:r>
        <w:tab/>
        <w:t>1.013e0</w:t>
      </w:r>
    </w:p>
    <w:p w:rsidR="00E00D30" w:rsidRDefault="00E00D30" w:rsidP="00E00D30">
      <w:r>
        <w:t>158.8240</w:t>
      </w:r>
      <w:r>
        <w:tab/>
        <w:t>1.013e0</w:t>
      </w:r>
    </w:p>
    <w:p w:rsidR="00E00D30" w:rsidRDefault="00E00D30" w:rsidP="00E00D30">
      <w:r>
        <w:t>158.8471</w:t>
      </w:r>
      <w:r>
        <w:tab/>
        <w:t>1.013e0</w:t>
      </w:r>
    </w:p>
    <w:p w:rsidR="00E00D30" w:rsidRDefault="00E00D30" w:rsidP="00E00D30">
      <w:r>
        <w:t>158.8677</w:t>
      </w:r>
      <w:r>
        <w:tab/>
        <w:t>2.025e0</w:t>
      </w:r>
    </w:p>
    <w:p w:rsidR="00E00D30" w:rsidRDefault="00E00D30" w:rsidP="00E00D30">
      <w:r>
        <w:lastRenderedPageBreak/>
        <w:t>158.8779</w:t>
      </w:r>
      <w:r>
        <w:tab/>
        <w:t>1.013e0</w:t>
      </w:r>
    </w:p>
    <w:p w:rsidR="00E00D30" w:rsidRDefault="00E00D30" w:rsidP="00E00D30">
      <w:r>
        <w:t>158.8905</w:t>
      </w:r>
      <w:r>
        <w:tab/>
        <w:t>1.013e0</w:t>
      </w:r>
    </w:p>
    <w:p w:rsidR="00E00D30" w:rsidRDefault="00E00D30" w:rsidP="00E00D30">
      <w:r>
        <w:t>158.9244</w:t>
      </w:r>
      <w:r>
        <w:tab/>
        <w:t>1.013e0</w:t>
      </w:r>
    </w:p>
    <w:p w:rsidR="00E00D30" w:rsidRDefault="00E00D30" w:rsidP="00E00D30">
      <w:r>
        <w:t>158.9281</w:t>
      </w:r>
      <w:r>
        <w:tab/>
        <w:t>1.013e0</w:t>
      </w:r>
    </w:p>
    <w:p w:rsidR="00E00D30" w:rsidRDefault="00E00D30" w:rsidP="00E00D30">
      <w:r>
        <w:t>158.9414</w:t>
      </w:r>
      <w:r>
        <w:tab/>
        <w:t>2.025e0</w:t>
      </w:r>
    </w:p>
    <w:p w:rsidR="00E00D30" w:rsidRDefault="00E00D30" w:rsidP="00E00D30">
      <w:r>
        <w:t>158.9540</w:t>
      </w:r>
      <w:r>
        <w:tab/>
        <w:t>1.013e0</w:t>
      </w:r>
    </w:p>
    <w:p w:rsidR="00E00D30" w:rsidRDefault="00E00D30" w:rsidP="00E00D30">
      <w:r>
        <w:t>158.9813</w:t>
      </w:r>
      <w:r>
        <w:tab/>
        <w:t>1.013e0</w:t>
      </w:r>
    </w:p>
    <w:p w:rsidR="00E00D30" w:rsidRDefault="00E00D30" w:rsidP="00E00D30">
      <w:r>
        <w:t>158.9850</w:t>
      </w:r>
      <w:r>
        <w:tab/>
        <w:t>2.025e0</w:t>
      </w:r>
    </w:p>
    <w:p w:rsidR="00E00D30" w:rsidRDefault="00E00D30" w:rsidP="00E00D30">
      <w:r>
        <w:t>158.9881</w:t>
      </w:r>
      <w:r>
        <w:tab/>
        <w:t>2.025e0</w:t>
      </w:r>
    </w:p>
    <w:p w:rsidR="00E00D30" w:rsidRDefault="00E00D30" w:rsidP="00E00D30">
      <w:r>
        <w:t>158.9934</w:t>
      </w:r>
      <w:r>
        <w:tab/>
        <w:t>2.025e0</w:t>
      </w:r>
    </w:p>
    <w:p w:rsidR="00E00D30" w:rsidRDefault="00E00D30" w:rsidP="00E00D30">
      <w:r>
        <w:t>158.9984</w:t>
      </w:r>
      <w:r>
        <w:tab/>
        <w:t>1.013e0</w:t>
      </w:r>
    </w:p>
    <w:p w:rsidR="00E00D30" w:rsidRDefault="00E00D30" w:rsidP="00E00D30">
      <w:r>
        <w:t>159.0016</w:t>
      </w:r>
      <w:r>
        <w:tab/>
        <w:t>1.013e0</w:t>
      </w:r>
    </w:p>
    <w:p w:rsidR="00E00D30" w:rsidRDefault="00E00D30" w:rsidP="00E00D30">
      <w:r>
        <w:t>159.0213</w:t>
      </w:r>
      <w:r>
        <w:tab/>
        <w:t>3.038e0</w:t>
      </w:r>
    </w:p>
    <w:p w:rsidR="00E00D30" w:rsidRDefault="00E00D30" w:rsidP="00E00D30">
      <w:r>
        <w:t>159.0247</w:t>
      </w:r>
      <w:r>
        <w:tab/>
        <w:t>1.013e0</w:t>
      </w:r>
    </w:p>
    <w:p w:rsidR="00E00D30" w:rsidRDefault="00E00D30" w:rsidP="00E00D30">
      <w:r>
        <w:t>159.0283</w:t>
      </w:r>
      <w:r>
        <w:tab/>
        <w:t>1.013e0</w:t>
      </w:r>
    </w:p>
    <w:p w:rsidR="00E00D30" w:rsidRDefault="00E00D30" w:rsidP="00E00D30">
      <w:r>
        <w:t>159.0298</w:t>
      </w:r>
      <w:r>
        <w:tab/>
        <w:t>2.025e0</w:t>
      </w:r>
    </w:p>
    <w:p w:rsidR="00E00D30" w:rsidRDefault="00E00D30" w:rsidP="00E00D30">
      <w:r>
        <w:t>159.0314</w:t>
      </w:r>
      <w:r>
        <w:tab/>
        <w:t>2.025e0</w:t>
      </w:r>
    </w:p>
    <w:p w:rsidR="00E00D30" w:rsidRDefault="00E00D30" w:rsidP="00E00D30">
      <w:r>
        <w:t>159.0334</w:t>
      </w:r>
      <w:r>
        <w:tab/>
        <w:t>3.038e0</w:t>
      </w:r>
    </w:p>
    <w:p w:rsidR="00E00D30" w:rsidRDefault="00E00D30" w:rsidP="00E00D30">
      <w:r>
        <w:t>159.0368</w:t>
      </w:r>
      <w:r>
        <w:tab/>
        <w:t>4.051e0</w:t>
      </w:r>
    </w:p>
    <w:p w:rsidR="00E00D30" w:rsidRDefault="00E00D30" w:rsidP="00E00D30">
      <w:r>
        <w:lastRenderedPageBreak/>
        <w:t>159.0473</w:t>
      </w:r>
      <w:r>
        <w:tab/>
        <w:t>3.038e0</w:t>
      </w:r>
    </w:p>
    <w:p w:rsidR="00E00D30" w:rsidRDefault="00E00D30" w:rsidP="00E00D30">
      <w:r>
        <w:t>159.0519</w:t>
      </w:r>
      <w:r>
        <w:tab/>
        <w:t>1.013e0</w:t>
      </w:r>
    </w:p>
    <w:p w:rsidR="00E00D30" w:rsidRDefault="00E00D30" w:rsidP="00E00D30">
      <w:r>
        <w:t>159.0569</w:t>
      </w:r>
      <w:r>
        <w:tab/>
        <w:t>2.025e0</w:t>
      </w:r>
    </w:p>
    <w:p w:rsidR="00E00D30" w:rsidRDefault="00E00D30" w:rsidP="00E00D30">
      <w:r>
        <w:t>159.0713</w:t>
      </w:r>
      <w:r>
        <w:tab/>
        <w:t>2.025e0</w:t>
      </w:r>
    </w:p>
    <w:p w:rsidR="00E00D30" w:rsidRDefault="00E00D30" w:rsidP="00E00D30">
      <w:r>
        <w:t>159.0747</w:t>
      </w:r>
      <w:r>
        <w:tab/>
        <w:t>1.013e0</w:t>
      </w:r>
    </w:p>
    <w:p w:rsidR="00E00D30" w:rsidRDefault="00E00D30" w:rsidP="00E00D30">
      <w:r>
        <w:t>159.0766</w:t>
      </w:r>
      <w:r>
        <w:tab/>
        <w:t>2.025e0</w:t>
      </w:r>
    </w:p>
    <w:p w:rsidR="00E00D30" w:rsidRDefault="00E00D30" w:rsidP="00E00D30">
      <w:r>
        <w:t>159.0781</w:t>
      </w:r>
      <w:r>
        <w:tab/>
        <w:t>2.025e0</w:t>
      </w:r>
    </w:p>
    <w:p w:rsidR="00E00D30" w:rsidRDefault="00E00D30" w:rsidP="00E00D30">
      <w:r>
        <w:t>159.0800</w:t>
      </w:r>
      <w:r>
        <w:tab/>
        <w:t>4.051e0</w:t>
      </w:r>
    </w:p>
    <w:p w:rsidR="00E00D30" w:rsidRDefault="00E00D30" w:rsidP="00E00D30">
      <w:r>
        <w:t>159.0901</w:t>
      </w:r>
      <w:r>
        <w:tab/>
        <w:t>2.025e0</w:t>
      </w:r>
    </w:p>
    <w:p w:rsidR="00E00D30" w:rsidRDefault="00E00D30" w:rsidP="00E00D30">
      <w:r>
        <w:t>159.0986</w:t>
      </w:r>
      <w:r>
        <w:tab/>
        <w:t>2.025e0</w:t>
      </w:r>
    </w:p>
    <w:p w:rsidR="00E00D30" w:rsidRDefault="00E00D30" w:rsidP="00E00D30">
      <w:r>
        <w:t>159.1022</w:t>
      </w:r>
      <w:r>
        <w:tab/>
        <w:t>2.025e0</w:t>
      </w:r>
    </w:p>
    <w:p w:rsidR="00E00D30" w:rsidRDefault="00E00D30" w:rsidP="00E00D30">
      <w:r>
        <w:t>159.1038</w:t>
      </w:r>
      <w:r>
        <w:tab/>
        <w:t>2.025e0</w:t>
      </w:r>
    </w:p>
    <w:p w:rsidR="00E00D30" w:rsidRDefault="00E00D30" w:rsidP="00E00D30">
      <w:r>
        <w:t>159.1057</w:t>
      </w:r>
      <w:r>
        <w:tab/>
        <w:t>1.013e0</w:t>
      </w:r>
    </w:p>
    <w:p w:rsidR="00E00D30" w:rsidRDefault="00E00D30" w:rsidP="00E00D30">
      <w:r>
        <w:t>159.1142</w:t>
      </w:r>
      <w:r>
        <w:tab/>
        <w:t>2.025e0</w:t>
      </w:r>
    </w:p>
    <w:p w:rsidR="00E00D30" w:rsidRDefault="00E00D30" w:rsidP="00E00D30">
      <w:r>
        <w:t>159.1162</w:t>
      </w:r>
      <w:r>
        <w:tab/>
        <w:t>4.051e0</w:t>
      </w:r>
    </w:p>
    <w:p w:rsidR="00E00D30" w:rsidRDefault="00E00D30" w:rsidP="00E00D30">
      <w:r>
        <w:t>159.1191</w:t>
      </w:r>
      <w:r>
        <w:tab/>
        <w:t>3.038e0</w:t>
      </w:r>
    </w:p>
    <w:p w:rsidR="00E00D30" w:rsidRDefault="00E00D30" w:rsidP="00E00D30">
      <w:r>
        <w:t>159.1222</w:t>
      </w:r>
      <w:r>
        <w:tab/>
        <w:t>2.025e0</w:t>
      </w:r>
    </w:p>
    <w:p w:rsidR="00E00D30" w:rsidRDefault="00E00D30" w:rsidP="00E00D30">
      <w:r>
        <w:t>159.1255</w:t>
      </w:r>
      <w:r>
        <w:tab/>
        <w:t>1.013e0</w:t>
      </w:r>
    </w:p>
    <w:p w:rsidR="00E00D30" w:rsidRDefault="00E00D30" w:rsidP="00E00D30">
      <w:r>
        <w:t>159.1410</w:t>
      </w:r>
      <w:r>
        <w:tab/>
        <w:t>3.038e0</w:t>
      </w:r>
    </w:p>
    <w:p w:rsidR="00E00D30" w:rsidRDefault="00E00D30" w:rsidP="00E00D30">
      <w:r>
        <w:lastRenderedPageBreak/>
        <w:t>159.1422</w:t>
      </w:r>
      <w:r>
        <w:tab/>
        <w:t>1.013e0</w:t>
      </w:r>
    </w:p>
    <w:p w:rsidR="00E00D30" w:rsidRDefault="00E00D30" w:rsidP="00E00D30">
      <w:r>
        <w:t>159.1607</w:t>
      </w:r>
      <w:r>
        <w:tab/>
        <w:t>2.025e0</w:t>
      </w:r>
    </w:p>
    <w:p w:rsidR="00E00D30" w:rsidRDefault="00E00D30" w:rsidP="00E00D30">
      <w:r>
        <w:t>159.1729</w:t>
      </w:r>
      <w:r>
        <w:tab/>
        <w:t>1.013e0</w:t>
      </w:r>
    </w:p>
    <w:p w:rsidR="00E00D30" w:rsidRDefault="00E00D30" w:rsidP="00E00D30">
      <w:r>
        <w:t>159.1858</w:t>
      </w:r>
      <w:r>
        <w:tab/>
        <w:t>1.013e0</w:t>
      </w:r>
    </w:p>
    <w:p w:rsidR="00E00D30" w:rsidRDefault="00E00D30" w:rsidP="00E00D30">
      <w:r>
        <w:t>159.1989</w:t>
      </w:r>
      <w:r>
        <w:tab/>
        <w:t>1.013e0</w:t>
      </w:r>
    </w:p>
    <w:p w:rsidR="00E00D30" w:rsidRDefault="00E00D30" w:rsidP="00E00D30">
      <w:r>
        <w:t>159.2126</w:t>
      </w:r>
      <w:r>
        <w:tab/>
        <w:t>2.025e0</w:t>
      </w:r>
    </w:p>
    <w:p w:rsidR="00E00D30" w:rsidRDefault="00E00D30" w:rsidP="00E00D30">
      <w:r>
        <w:t>159.2193</w:t>
      </w:r>
      <w:r>
        <w:tab/>
        <w:t>2.025e0</w:t>
      </w:r>
    </w:p>
    <w:p w:rsidR="00E00D30" w:rsidRDefault="00E00D30" w:rsidP="00E00D30">
      <w:r>
        <w:t>159.2262</w:t>
      </w:r>
      <w:r>
        <w:tab/>
        <w:t>1.013e0</w:t>
      </w:r>
    </w:p>
    <w:p w:rsidR="00E00D30" w:rsidRDefault="00E00D30" w:rsidP="00E00D30">
      <w:r>
        <w:t>159.2364</w:t>
      </w:r>
      <w:r>
        <w:tab/>
        <w:t>1.013e0</w:t>
      </w:r>
    </w:p>
    <w:p w:rsidR="00E00D30" w:rsidRDefault="00E00D30" w:rsidP="00E00D30">
      <w:r>
        <w:t>159.2395</w:t>
      </w:r>
      <w:r>
        <w:tab/>
        <w:t>1.013e0</w:t>
      </w:r>
    </w:p>
    <w:p w:rsidR="00E00D30" w:rsidRDefault="00E00D30" w:rsidP="00E00D30">
      <w:r>
        <w:t>159.2460</w:t>
      </w:r>
      <w:r>
        <w:tab/>
        <w:t>2.025e0</w:t>
      </w:r>
    </w:p>
    <w:p w:rsidR="00E00D30" w:rsidRDefault="00E00D30" w:rsidP="00E00D30">
      <w:r>
        <w:t>159.2491</w:t>
      </w:r>
      <w:r>
        <w:tab/>
        <w:t>1.013e0</w:t>
      </w:r>
    </w:p>
    <w:p w:rsidR="00E00D30" w:rsidRDefault="00E00D30" w:rsidP="00E00D30">
      <w:r>
        <w:t>159.2626</w:t>
      </w:r>
      <w:r>
        <w:tab/>
        <w:t>1.013e0</w:t>
      </w:r>
    </w:p>
    <w:p w:rsidR="00E00D30" w:rsidRDefault="00E00D30" w:rsidP="00E00D30">
      <w:r>
        <w:t>159.2729</w:t>
      </w:r>
      <w:r>
        <w:tab/>
        <w:t>1.013e0</w:t>
      </w:r>
    </w:p>
    <w:p w:rsidR="00E00D30" w:rsidRDefault="00E00D30" w:rsidP="00E00D30">
      <w:r>
        <w:t>159.2865</w:t>
      </w:r>
      <w:r>
        <w:tab/>
        <w:t>1.013e0</w:t>
      </w:r>
    </w:p>
    <w:p w:rsidR="00E00D30" w:rsidRDefault="00E00D30" w:rsidP="00E00D30">
      <w:r>
        <w:t>159.2900</w:t>
      </w:r>
      <w:r>
        <w:tab/>
        <w:t>1.013e0</w:t>
      </w:r>
    </w:p>
    <w:p w:rsidR="00E00D30" w:rsidRDefault="00E00D30" w:rsidP="00E00D30">
      <w:r>
        <w:t>159.2935</w:t>
      </w:r>
      <w:r>
        <w:tab/>
        <w:t>1.013e0</w:t>
      </w:r>
    </w:p>
    <w:p w:rsidR="00E00D30" w:rsidRDefault="00E00D30" w:rsidP="00E00D30">
      <w:r>
        <w:t>159.3127</w:t>
      </w:r>
      <w:r>
        <w:tab/>
        <w:t>2.025e0</w:t>
      </w:r>
    </w:p>
    <w:p w:rsidR="00E00D30" w:rsidRDefault="00E00D30" w:rsidP="00E00D30">
      <w:r>
        <w:t>159.3196</w:t>
      </w:r>
      <w:r>
        <w:tab/>
        <w:t>1.013e0</w:t>
      </w:r>
    </w:p>
    <w:p w:rsidR="00E00D30" w:rsidRDefault="00E00D30" w:rsidP="00E00D30">
      <w:r>
        <w:lastRenderedPageBreak/>
        <w:t>159.3232</w:t>
      </w:r>
      <w:r>
        <w:tab/>
        <w:t>2.025e0</w:t>
      </w:r>
    </w:p>
    <w:p w:rsidR="00E00D30" w:rsidRDefault="00E00D30" w:rsidP="00E00D30">
      <w:r>
        <w:t>159.3298</w:t>
      </w:r>
      <w:r>
        <w:tab/>
        <w:t>1.013e0</w:t>
      </w:r>
    </w:p>
    <w:p w:rsidR="00E00D30" w:rsidRDefault="00E00D30" w:rsidP="00E00D30">
      <w:r>
        <w:t>159.3699</w:t>
      </w:r>
      <w:r>
        <w:tab/>
        <w:t>1.013e0</w:t>
      </w:r>
    </w:p>
    <w:p w:rsidR="00E00D30" w:rsidRDefault="00E00D30" w:rsidP="00E00D30">
      <w:r>
        <w:t>159.4143</w:t>
      </w:r>
      <w:r>
        <w:tab/>
        <w:t>2.025e0</w:t>
      </w:r>
    </w:p>
    <w:p w:rsidR="00E00D30" w:rsidRDefault="00E00D30" w:rsidP="00E00D30">
      <w:r>
        <w:t>159.4507</w:t>
      </w:r>
      <w:r>
        <w:tab/>
        <w:t>1.013e0</w:t>
      </w:r>
    </w:p>
    <w:p w:rsidR="00E00D30" w:rsidRDefault="00E00D30" w:rsidP="00E00D30">
      <w:r>
        <w:t>159.4611</w:t>
      </w:r>
      <w:r>
        <w:tab/>
        <w:t>1.013e0</w:t>
      </w:r>
    </w:p>
    <w:p w:rsidR="00E00D30" w:rsidRDefault="00E00D30" w:rsidP="00E00D30">
      <w:r>
        <w:t>159.4677</w:t>
      </w:r>
      <w:r>
        <w:tab/>
        <w:t>1.013e0</w:t>
      </w:r>
    </w:p>
    <w:p w:rsidR="00E00D30" w:rsidRDefault="00E00D30" w:rsidP="00E00D30">
      <w:r>
        <w:t>159.5145</w:t>
      </w:r>
      <w:r>
        <w:tab/>
        <w:t>3.038e0</w:t>
      </w:r>
    </w:p>
    <w:p w:rsidR="00E00D30" w:rsidRDefault="00E00D30" w:rsidP="00E00D30">
      <w:r>
        <w:t>159.5179</w:t>
      </w:r>
      <w:r>
        <w:tab/>
        <w:t>1.013e0</w:t>
      </w:r>
    </w:p>
    <w:p w:rsidR="00E00D30" w:rsidRDefault="00E00D30" w:rsidP="00E00D30">
      <w:r>
        <w:t>159.5215</w:t>
      </w:r>
      <w:r>
        <w:tab/>
        <w:t>1.013e0</w:t>
      </w:r>
    </w:p>
    <w:p w:rsidR="00E00D30" w:rsidRDefault="00E00D30" w:rsidP="00E00D30">
      <w:r>
        <w:t>159.5423</w:t>
      </w:r>
      <w:r>
        <w:tab/>
        <w:t>4.051e0</w:t>
      </w:r>
    </w:p>
    <w:p w:rsidR="00E00D30" w:rsidRDefault="00E00D30" w:rsidP="00E00D30">
      <w:r>
        <w:t>159.5480</w:t>
      </w:r>
      <w:r>
        <w:tab/>
        <w:t>2.025e0</w:t>
      </w:r>
    </w:p>
    <w:p w:rsidR="00E00D30" w:rsidRDefault="00E00D30" w:rsidP="00E00D30">
      <w:r>
        <w:t>159.5511</w:t>
      </w:r>
      <w:r>
        <w:tab/>
        <w:t>1.013e0</w:t>
      </w:r>
    </w:p>
    <w:p w:rsidR="00E00D30" w:rsidRDefault="00E00D30" w:rsidP="00E00D30">
      <w:r>
        <w:t>159.5646</w:t>
      </w:r>
      <w:r>
        <w:tab/>
        <w:t>1.013e0</w:t>
      </w:r>
    </w:p>
    <w:p w:rsidR="00E00D30" w:rsidRDefault="00E00D30" w:rsidP="00E00D30">
      <w:r>
        <w:t>159.5766</w:t>
      </w:r>
      <w:r>
        <w:tab/>
        <w:t>2.025e0</w:t>
      </w:r>
    </w:p>
    <w:p w:rsidR="00E00D30" w:rsidRDefault="00E00D30" w:rsidP="00E00D30">
      <w:r>
        <w:t>159.6183</w:t>
      </w:r>
      <w:r>
        <w:tab/>
        <w:t>1.013e0</w:t>
      </w:r>
    </w:p>
    <w:p w:rsidR="00E00D30" w:rsidRDefault="00E00D30" w:rsidP="00E00D30">
      <w:r>
        <w:t>159.6216</w:t>
      </w:r>
      <w:r>
        <w:tab/>
        <w:t>1.013e0</w:t>
      </w:r>
    </w:p>
    <w:p w:rsidR="00E00D30" w:rsidRDefault="00E00D30" w:rsidP="00E00D30">
      <w:r>
        <w:t>159.6270</w:t>
      </w:r>
      <w:r>
        <w:tab/>
        <w:t>2.025e0</w:t>
      </w:r>
    </w:p>
    <w:p w:rsidR="00E00D30" w:rsidRDefault="00E00D30" w:rsidP="00E00D30">
      <w:r>
        <w:t>159.6286</w:t>
      </w:r>
      <w:r>
        <w:tab/>
        <w:t>1.013e0</w:t>
      </w:r>
    </w:p>
    <w:p w:rsidR="00E00D30" w:rsidRDefault="00E00D30" w:rsidP="00E00D30">
      <w:r>
        <w:lastRenderedPageBreak/>
        <w:t>159.6490</w:t>
      </w:r>
      <w:r>
        <w:tab/>
        <w:t>1.013e0</w:t>
      </w:r>
    </w:p>
    <w:p w:rsidR="00E00D30" w:rsidRDefault="00E00D30" w:rsidP="00E00D30">
      <w:r>
        <w:t>159.6823</w:t>
      </w:r>
      <w:r>
        <w:tab/>
        <w:t>1.013e0</w:t>
      </w:r>
    </w:p>
    <w:p w:rsidR="00E00D30" w:rsidRDefault="00E00D30" w:rsidP="00E00D30">
      <w:r>
        <w:t>159.6923</w:t>
      </w:r>
      <w:r>
        <w:tab/>
        <w:t>1.013e0</w:t>
      </w:r>
    </w:p>
    <w:p w:rsidR="00E00D30" w:rsidRDefault="00E00D30" w:rsidP="00E00D30">
      <w:r>
        <w:t>159.6958</w:t>
      </w:r>
      <w:r>
        <w:tab/>
        <w:t>1.013e0</w:t>
      </w:r>
    </w:p>
    <w:p w:rsidR="00E00D30" w:rsidRDefault="00E00D30" w:rsidP="00E00D30">
      <w:r>
        <w:t>159.7261</w:t>
      </w:r>
      <w:r>
        <w:tab/>
        <w:t>3.038e0</w:t>
      </w:r>
    </w:p>
    <w:p w:rsidR="00E00D30" w:rsidRDefault="00E00D30" w:rsidP="00E00D30">
      <w:r>
        <w:t>159.7426</w:t>
      </w:r>
      <w:r>
        <w:tab/>
        <w:t>1.013e0</w:t>
      </w:r>
    </w:p>
    <w:p w:rsidR="00E00D30" w:rsidRDefault="00E00D30" w:rsidP="00E00D30">
      <w:r>
        <w:t>159.7597</w:t>
      </w:r>
      <w:r>
        <w:tab/>
        <w:t>1.013e0</w:t>
      </w:r>
    </w:p>
    <w:p w:rsidR="00E00D30" w:rsidRDefault="00E00D30" w:rsidP="00E00D30">
      <w:r>
        <w:t>159.7767</w:t>
      </w:r>
      <w:r>
        <w:tab/>
        <w:t>1.013e0</w:t>
      </w:r>
    </w:p>
    <w:p w:rsidR="00E00D30" w:rsidRDefault="00E00D30" w:rsidP="00E00D30">
      <w:r>
        <w:t>159.7949</w:t>
      </w:r>
      <w:r>
        <w:tab/>
        <w:t>2.025e0</w:t>
      </w:r>
    </w:p>
    <w:p w:rsidR="00E00D30" w:rsidRDefault="00E00D30" w:rsidP="00E00D30">
      <w:r>
        <w:t>159.7962</w:t>
      </w:r>
      <w:r>
        <w:tab/>
        <w:t>1.013e0</w:t>
      </w:r>
    </w:p>
    <w:p w:rsidR="00E00D30" w:rsidRDefault="00E00D30" w:rsidP="00E00D30">
      <w:r>
        <w:t>159.8133</w:t>
      </w:r>
      <w:r>
        <w:tab/>
        <w:t>1.013e0</w:t>
      </w:r>
    </w:p>
    <w:p w:rsidR="00E00D30" w:rsidRDefault="00E00D30" w:rsidP="00E00D30">
      <w:r>
        <w:t>159.8271</w:t>
      </w:r>
      <w:r>
        <w:tab/>
        <w:t>1.013e0</w:t>
      </w:r>
    </w:p>
    <w:p w:rsidR="00E00D30" w:rsidRDefault="00E00D30" w:rsidP="00E00D30">
      <w:r>
        <w:t>159.8306</w:t>
      </w:r>
      <w:r>
        <w:tab/>
        <w:t>1.013e0</w:t>
      </w:r>
    </w:p>
    <w:p w:rsidR="00E00D30" w:rsidRDefault="00E00D30" w:rsidP="00E00D30">
      <w:r>
        <w:t>159.8373</w:t>
      </w:r>
      <w:r>
        <w:tab/>
        <w:t>2.025e0</w:t>
      </w:r>
    </w:p>
    <w:p w:rsidR="00E00D30" w:rsidRDefault="00E00D30" w:rsidP="00E00D30">
      <w:r>
        <w:t>159.8407</w:t>
      </w:r>
      <w:r>
        <w:tab/>
        <w:t>1.013e0</w:t>
      </w:r>
    </w:p>
    <w:p w:rsidR="00E00D30" w:rsidRDefault="00E00D30" w:rsidP="00E00D30">
      <w:r>
        <w:t>159.8474</w:t>
      </w:r>
      <w:r>
        <w:tab/>
        <w:t>1.013e0</w:t>
      </w:r>
    </w:p>
    <w:p w:rsidR="00E00D30" w:rsidRDefault="00E00D30" w:rsidP="00E00D30">
      <w:r>
        <w:t>159.8600</w:t>
      </w:r>
      <w:r>
        <w:tab/>
        <w:t>2.025e0</w:t>
      </w:r>
    </w:p>
    <w:p w:rsidR="00E00D30" w:rsidRDefault="00E00D30" w:rsidP="00E00D30">
      <w:r>
        <w:t>159.8842</w:t>
      </w:r>
      <w:r>
        <w:tab/>
        <w:t>1.013e0</w:t>
      </w:r>
    </w:p>
    <w:p w:rsidR="00E00D30" w:rsidRDefault="00E00D30" w:rsidP="00E00D30">
      <w:r>
        <w:t>159.8907</w:t>
      </w:r>
      <w:r>
        <w:tab/>
        <w:t>1.013e0</w:t>
      </w:r>
    </w:p>
    <w:p w:rsidR="00E00D30" w:rsidRDefault="00E00D30" w:rsidP="00E00D30">
      <w:r>
        <w:lastRenderedPageBreak/>
        <w:t>159.9045</w:t>
      </w:r>
      <w:r>
        <w:tab/>
        <w:t>1.013e0</w:t>
      </w:r>
    </w:p>
    <w:p w:rsidR="00E00D30" w:rsidRDefault="00E00D30" w:rsidP="00E00D30">
      <w:r>
        <w:t>159.9125</w:t>
      </w:r>
      <w:r>
        <w:tab/>
        <w:t>2.025e0</w:t>
      </w:r>
    </w:p>
    <w:p w:rsidR="00E00D30" w:rsidRDefault="00E00D30" w:rsidP="00E00D30">
      <w:r>
        <w:t>159.9143</w:t>
      </w:r>
      <w:r>
        <w:tab/>
        <w:t>1.013e0</w:t>
      </w:r>
    </w:p>
    <w:p w:rsidR="00E00D30" w:rsidRDefault="00E00D30" w:rsidP="00E00D30">
      <w:r>
        <w:t>159.9239</w:t>
      </w:r>
      <w:r>
        <w:tab/>
        <w:t>1.013e0</w:t>
      </w:r>
    </w:p>
    <w:p w:rsidR="00E00D30" w:rsidRDefault="00E00D30" w:rsidP="00E00D30">
      <w:r>
        <w:t>159.9411</w:t>
      </w:r>
      <w:r>
        <w:tab/>
        <w:t>1.013e0</w:t>
      </w:r>
    </w:p>
    <w:p w:rsidR="00E00D30" w:rsidRDefault="00E00D30" w:rsidP="00E00D30">
      <w:r>
        <w:t>159.9549</w:t>
      </w:r>
      <w:r>
        <w:tab/>
        <w:t>1.013e0</w:t>
      </w:r>
    </w:p>
    <w:p w:rsidR="00E00D30" w:rsidRDefault="00E00D30" w:rsidP="00E00D30">
      <w:r>
        <w:t>159.9584</w:t>
      </w:r>
      <w:r>
        <w:tab/>
        <w:t>1.013e0</w:t>
      </w:r>
    </w:p>
    <w:p w:rsidR="00E00D30" w:rsidRDefault="00E00D30" w:rsidP="00E00D30">
      <w:r>
        <w:t>159.9810</w:t>
      </w:r>
      <w:r>
        <w:tab/>
        <w:t>2.025e0</w:t>
      </w:r>
    </w:p>
    <w:p w:rsidR="00E00D30" w:rsidRDefault="00E00D30" w:rsidP="00E00D30">
      <w:r>
        <w:t>159.9898</w:t>
      </w:r>
      <w:r>
        <w:tab/>
        <w:t>2.025e0</w:t>
      </w:r>
    </w:p>
    <w:p w:rsidR="00E00D30" w:rsidRDefault="00E00D30" w:rsidP="00E00D30">
      <w:r>
        <w:t>160.0152</w:t>
      </w:r>
      <w:r>
        <w:tab/>
        <w:t>1.013e0</w:t>
      </w:r>
    </w:p>
    <w:p w:rsidR="00E00D30" w:rsidRDefault="00E00D30" w:rsidP="00E00D30">
      <w:r>
        <w:t>160.0322</w:t>
      </w:r>
      <w:r>
        <w:tab/>
        <w:t>2.025e0</w:t>
      </w:r>
    </w:p>
    <w:p w:rsidR="00E00D30" w:rsidRDefault="00E00D30" w:rsidP="00E00D30">
      <w:r>
        <w:t>160.0429</w:t>
      </w:r>
      <w:r>
        <w:tab/>
        <w:t>3.038e0</w:t>
      </w:r>
    </w:p>
    <w:p w:rsidR="00E00D30" w:rsidRDefault="00E00D30" w:rsidP="00E00D30">
      <w:r>
        <w:t>160.0451</w:t>
      </w:r>
      <w:r>
        <w:tab/>
        <w:t>5.063e0</w:t>
      </w:r>
    </w:p>
    <w:p w:rsidR="00E00D30" w:rsidRDefault="00E00D30" w:rsidP="00E00D30">
      <w:r>
        <w:t>160.0499</w:t>
      </w:r>
      <w:r>
        <w:tab/>
        <w:t>5.063e0</w:t>
      </w:r>
    </w:p>
    <w:p w:rsidR="00E00D30" w:rsidRDefault="00E00D30" w:rsidP="00E00D30">
      <w:r>
        <w:t>160.0602</w:t>
      </w:r>
      <w:r>
        <w:tab/>
        <w:t>2.025e0</w:t>
      </w:r>
    </w:p>
    <w:p w:rsidR="00E00D30" w:rsidRDefault="00E00D30" w:rsidP="00E00D30">
      <w:r>
        <w:t>160.0623</w:t>
      </w:r>
      <w:r>
        <w:tab/>
        <w:t>1.013e0</w:t>
      </w:r>
    </w:p>
    <w:p w:rsidR="00E00D30" w:rsidRDefault="00E00D30" w:rsidP="00E00D30">
      <w:r>
        <w:t>160.0637</w:t>
      </w:r>
      <w:r>
        <w:tab/>
        <w:t>2.025e0</w:t>
      </w:r>
    </w:p>
    <w:p w:rsidR="00E00D30" w:rsidRDefault="00E00D30" w:rsidP="00E00D30">
      <w:r>
        <w:t>160.0654</w:t>
      </w:r>
      <w:r>
        <w:tab/>
        <w:t>1.013e0</w:t>
      </w:r>
    </w:p>
    <w:p w:rsidR="00E00D30" w:rsidRDefault="00E00D30" w:rsidP="00E00D30">
      <w:r>
        <w:t>160.0723</w:t>
      </w:r>
      <w:r>
        <w:tab/>
        <w:t>1.013e0</w:t>
      </w:r>
    </w:p>
    <w:p w:rsidR="00E00D30" w:rsidRDefault="00E00D30" w:rsidP="00E00D30">
      <w:r>
        <w:lastRenderedPageBreak/>
        <w:t>160.0876</w:t>
      </w:r>
      <w:r>
        <w:tab/>
        <w:t>2.025e0</w:t>
      </w:r>
    </w:p>
    <w:p w:rsidR="00E00D30" w:rsidRDefault="00E00D30" w:rsidP="00E00D30">
      <w:r>
        <w:t>160.0895</w:t>
      </w:r>
      <w:r>
        <w:tab/>
        <w:t>1.013e0</w:t>
      </w:r>
    </w:p>
    <w:p w:rsidR="00E00D30" w:rsidRDefault="00E00D30" w:rsidP="00E00D30">
      <w:r>
        <w:t>160.0975</w:t>
      </w:r>
      <w:r>
        <w:tab/>
        <w:t>2.025e0</w:t>
      </w:r>
    </w:p>
    <w:p w:rsidR="00E00D30" w:rsidRDefault="00E00D30" w:rsidP="00E00D30">
      <w:r>
        <w:t>160.0990</w:t>
      </w:r>
      <w:r>
        <w:tab/>
        <w:t>2.025e0</w:t>
      </w:r>
    </w:p>
    <w:p w:rsidR="00E00D30" w:rsidRDefault="00E00D30" w:rsidP="00E00D30">
      <w:r>
        <w:t>160.1003</w:t>
      </w:r>
      <w:r>
        <w:tab/>
        <w:t>2.025e0</w:t>
      </w:r>
    </w:p>
    <w:p w:rsidR="00E00D30" w:rsidRDefault="00E00D30" w:rsidP="00E00D30">
      <w:r>
        <w:t>160.1157</w:t>
      </w:r>
      <w:r>
        <w:tab/>
        <w:t>2.025e0</w:t>
      </w:r>
    </w:p>
    <w:p w:rsidR="00E00D30" w:rsidRDefault="00E00D30" w:rsidP="00E00D30">
      <w:r>
        <w:t>160.1225</w:t>
      </w:r>
      <w:r>
        <w:tab/>
        <w:t>1.013e0</w:t>
      </w:r>
    </w:p>
    <w:p w:rsidR="00E00D30" w:rsidRDefault="00E00D30" w:rsidP="00E00D30">
      <w:r>
        <w:t>160.1414</w:t>
      </w:r>
      <w:r>
        <w:tab/>
        <w:t>2.025e0</w:t>
      </w:r>
    </w:p>
    <w:p w:rsidR="00E00D30" w:rsidRDefault="00E00D30" w:rsidP="00E00D30">
      <w:r>
        <w:t>160.1532</w:t>
      </w:r>
      <w:r>
        <w:tab/>
        <w:t>1.013e0</w:t>
      </w:r>
    </w:p>
    <w:p w:rsidR="00E00D30" w:rsidRDefault="00E00D30" w:rsidP="00E00D30">
      <w:r>
        <w:t>160.1597</w:t>
      </w:r>
      <w:r>
        <w:tab/>
        <w:t>1.013e0</w:t>
      </w:r>
    </w:p>
    <w:p w:rsidR="00E00D30" w:rsidRDefault="00E00D30" w:rsidP="00E00D30">
      <w:r>
        <w:t>160.1865</w:t>
      </w:r>
      <w:r>
        <w:tab/>
        <w:t>2.025e0</w:t>
      </w:r>
    </w:p>
    <w:p w:rsidR="00E00D30" w:rsidRDefault="00E00D30" w:rsidP="00E00D30">
      <w:r>
        <w:t>160.1933</w:t>
      </w:r>
      <w:r>
        <w:tab/>
        <w:t>2.025e0</w:t>
      </w:r>
    </w:p>
    <w:p w:rsidR="00E00D30" w:rsidRDefault="00E00D30" w:rsidP="00E00D30">
      <w:r>
        <w:t>160.2000</w:t>
      </w:r>
      <w:r>
        <w:tab/>
        <w:t>1.013e0</w:t>
      </w:r>
    </w:p>
    <w:p w:rsidR="00E00D30" w:rsidRDefault="00E00D30" w:rsidP="00E00D30">
      <w:r>
        <w:t>160.2266</w:t>
      </w:r>
      <w:r>
        <w:tab/>
        <w:t>1.013e0</w:t>
      </w:r>
    </w:p>
    <w:p w:rsidR="00E00D30" w:rsidRDefault="00E00D30" w:rsidP="00E00D30">
      <w:r>
        <w:t>160.2301</w:t>
      </w:r>
      <w:r>
        <w:tab/>
        <w:t>2.025e0</w:t>
      </w:r>
    </w:p>
    <w:p w:rsidR="00E00D30" w:rsidRDefault="00E00D30" w:rsidP="00E00D30">
      <w:r>
        <w:t>160.2453</w:t>
      </w:r>
      <w:r>
        <w:tab/>
        <w:t>2.025e0</w:t>
      </w:r>
    </w:p>
    <w:p w:rsidR="00E00D30" w:rsidRDefault="00E00D30" w:rsidP="00E00D30">
      <w:r>
        <w:t>160.2469</w:t>
      </w:r>
      <w:r>
        <w:tab/>
        <w:t>2.025e0</w:t>
      </w:r>
    </w:p>
    <w:p w:rsidR="00E00D30" w:rsidRDefault="00E00D30" w:rsidP="00E00D30">
      <w:r>
        <w:t>160.2677</w:t>
      </w:r>
      <w:r>
        <w:tab/>
        <w:t>1.013e0</w:t>
      </w:r>
    </w:p>
    <w:p w:rsidR="00E00D30" w:rsidRDefault="00E00D30" w:rsidP="00E00D30">
      <w:r>
        <w:t>160.2890</w:t>
      </w:r>
      <w:r>
        <w:tab/>
        <w:t>2.025e0</w:t>
      </w:r>
    </w:p>
    <w:p w:rsidR="00E00D30" w:rsidRDefault="00E00D30" w:rsidP="00E00D30">
      <w:r>
        <w:lastRenderedPageBreak/>
        <w:t>160.3248</w:t>
      </w:r>
      <w:r>
        <w:tab/>
        <w:t>1.013e0</w:t>
      </w:r>
    </w:p>
    <w:p w:rsidR="00E00D30" w:rsidRDefault="00E00D30" w:rsidP="00E00D30">
      <w:r>
        <w:t>160.3544</w:t>
      </w:r>
      <w:r>
        <w:tab/>
        <w:t>2.025e0</w:t>
      </w:r>
    </w:p>
    <w:p w:rsidR="00E00D30" w:rsidRDefault="00E00D30" w:rsidP="00E00D30">
      <w:r>
        <w:t>160.3576</w:t>
      </w:r>
      <w:r>
        <w:tab/>
        <w:t>1.013e0</w:t>
      </w:r>
    </w:p>
    <w:p w:rsidR="00E00D30" w:rsidRDefault="00E00D30" w:rsidP="00E00D30">
      <w:r>
        <w:t>160.3886</w:t>
      </w:r>
      <w:r>
        <w:tab/>
        <w:t>2.025e0</w:t>
      </w:r>
    </w:p>
    <w:p w:rsidR="00E00D30" w:rsidRDefault="00E00D30" w:rsidP="00E00D30">
      <w:r>
        <w:t>160.3956</w:t>
      </w:r>
      <w:r>
        <w:tab/>
        <w:t>1.013e0</w:t>
      </w:r>
    </w:p>
    <w:p w:rsidR="00E00D30" w:rsidRDefault="00E00D30" w:rsidP="00E00D30">
      <w:r>
        <w:t>160.3988</w:t>
      </w:r>
      <w:r>
        <w:tab/>
        <w:t>1.013e0</w:t>
      </w:r>
    </w:p>
    <w:p w:rsidR="00E00D30" w:rsidRDefault="00E00D30" w:rsidP="00E00D30">
      <w:r>
        <w:t>160.4151</w:t>
      </w:r>
      <w:r>
        <w:tab/>
        <w:t>1.013e0</w:t>
      </w:r>
    </w:p>
    <w:p w:rsidR="00E00D30" w:rsidRDefault="00E00D30" w:rsidP="00E00D30">
      <w:r>
        <w:t>160.4182</w:t>
      </w:r>
      <w:r>
        <w:tab/>
        <w:t>1.013e0</w:t>
      </w:r>
    </w:p>
    <w:p w:rsidR="00E00D30" w:rsidRDefault="00E00D30" w:rsidP="00E00D30">
      <w:r>
        <w:t>160.4219</w:t>
      </w:r>
      <w:r>
        <w:tab/>
        <w:t>1.013e0</w:t>
      </w:r>
    </w:p>
    <w:p w:rsidR="00E00D30" w:rsidRDefault="00E00D30" w:rsidP="00E00D30">
      <w:r>
        <w:t>160.4405</w:t>
      </w:r>
      <w:r>
        <w:tab/>
        <w:t>2.025e0</w:t>
      </w:r>
    </w:p>
    <w:p w:rsidR="00E00D30" w:rsidRDefault="00E00D30" w:rsidP="00E00D30">
      <w:r>
        <w:t>160.4422</w:t>
      </w:r>
      <w:r>
        <w:tab/>
        <w:t>1.013e0</w:t>
      </w:r>
    </w:p>
    <w:p w:rsidR="00E00D30" w:rsidRDefault="00E00D30" w:rsidP="00E00D30">
      <w:r>
        <w:t>160.4490</w:t>
      </w:r>
      <w:r>
        <w:tab/>
        <w:t>1.013e0</w:t>
      </w:r>
    </w:p>
    <w:p w:rsidR="00E00D30" w:rsidRDefault="00E00D30" w:rsidP="00E00D30">
      <w:r>
        <w:t>160.4560</w:t>
      </w:r>
      <w:r>
        <w:tab/>
        <w:t>1.013e0</w:t>
      </w:r>
    </w:p>
    <w:p w:rsidR="00E00D30" w:rsidRDefault="00E00D30" w:rsidP="00E00D30">
      <w:r>
        <w:t>160.4792</w:t>
      </w:r>
      <w:r>
        <w:tab/>
        <w:t>1.013e0</w:t>
      </w:r>
    </w:p>
    <w:p w:rsidR="00E00D30" w:rsidRDefault="00E00D30" w:rsidP="00E00D30">
      <w:r>
        <w:t>160.4960</w:t>
      </w:r>
      <w:r>
        <w:tab/>
        <w:t>1.013e0</w:t>
      </w:r>
    </w:p>
    <w:p w:rsidR="00E00D30" w:rsidRDefault="00E00D30" w:rsidP="00E00D30">
      <w:r>
        <w:t>160.5031</w:t>
      </w:r>
      <w:r>
        <w:tab/>
        <w:t>1.013e0</w:t>
      </w:r>
    </w:p>
    <w:p w:rsidR="00E00D30" w:rsidRDefault="00E00D30" w:rsidP="00E00D30">
      <w:r>
        <w:t>160.5200</w:t>
      </w:r>
      <w:r>
        <w:tab/>
        <w:t>1.013e0</w:t>
      </w:r>
    </w:p>
    <w:p w:rsidR="00E00D30" w:rsidRDefault="00E00D30" w:rsidP="00E00D30">
      <w:r>
        <w:t>160.5302</w:t>
      </w:r>
      <w:r>
        <w:tab/>
        <w:t>1.013e0</w:t>
      </w:r>
    </w:p>
    <w:p w:rsidR="00E00D30" w:rsidRDefault="00E00D30" w:rsidP="00E00D30">
      <w:r>
        <w:t>160.5430</w:t>
      </w:r>
      <w:r>
        <w:tab/>
        <w:t>2.025e0</w:t>
      </w:r>
    </w:p>
    <w:p w:rsidR="00E00D30" w:rsidRDefault="00E00D30" w:rsidP="00E00D30">
      <w:r>
        <w:lastRenderedPageBreak/>
        <w:t>160.5497</w:t>
      </w:r>
      <w:r>
        <w:tab/>
        <w:t>1.013e0</w:t>
      </w:r>
    </w:p>
    <w:p w:rsidR="00E00D30" w:rsidRDefault="00E00D30" w:rsidP="00E00D30">
      <w:r>
        <w:t>160.5516</w:t>
      </w:r>
      <w:r>
        <w:tab/>
        <w:t>2.025e0</w:t>
      </w:r>
    </w:p>
    <w:p w:rsidR="00E00D30" w:rsidRDefault="00E00D30" w:rsidP="00E00D30">
      <w:r>
        <w:t>160.5566</w:t>
      </w:r>
      <w:r>
        <w:tab/>
        <w:t>1.013e0</w:t>
      </w:r>
    </w:p>
    <w:p w:rsidR="00E00D30" w:rsidRDefault="00E00D30" w:rsidP="00E00D30">
      <w:r>
        <w:t>160.5634</w:t>
      </w:r>
      <w:r>
        <w:tab/>
        <w:t>1.013e0</w:t>
      </w:r>
    </w:p>
    <w:p w:rsidR="00E00D30" w:rsidRDefault="00E00D30" w:rsidP="00E00D30">
      <w:r>
        <w:t>160.5737</w:t>
      </w:r>
      <w:r>
        <w:tab/>
        <w:t>2.025e0</w:t>
      </w:r>
    </w:p>
    <w:p w:rsidR="00E00D30" w:rsidRDefault="00E00D30" w:rsidP="00E00D30">
      <w:r>
        <w:t>160.5806</w:t>
      </w:r>
      <w:r>
        <w:tab/>
        <w:t>2.025e0</w:t>
      </w:r>
    </w:p>
    <w:p w:rsidR="00E00D30" w:rsidRDefault="00E00D30" w:rsidP="00E00D30">
      <w:r>
        <w:t>160.5944</w:t>
      </w:r>
      <w:r>
        <w:tab/>
        <w:t>2.025e0</w:t>
      </w:r>
    </w:p>
    <w:p w:rsidR="00E00D30" w:rsidRDefault="00E00D30" w:rsidP="00E00D30">
      <w:r>
        <w:t>160.6171</w:t>
      </w:r>
      <w:r>
        <w:tab/>
        <w:t>1.013e0</w:t>
      </w:r>
    </w:p>
    <w:p w:rsidR="00E00D30" w:rsidRDefault="00E00D30" w:rsidP="00E00D30">
      <w:r>
        <w:t>160.6239</w:t>
      </w:r>
      <w:r>
        <w:tab/>
        <w:t>1.013e0</w:t>
      </w:r>
    </w:p>
    <w:p w:rsidR="00E00D30" w:rsidRDefault="00E00D30" w:rsidP="00E00D30">
      <w:r>
        <w:t>160.6276</w:t>
      </w:r>
      <w:r>
        <w:tab/>
        <w:t>2.025e0</w:t>
      </w:r>
    </w:p>
    <w:p w:rsidR="00E00D30" w:rsidRDefault="00E00D30" w:rsidP="00E00D30">
      <w:r>
        <w:t>160.6377</w:t>
      </w:r>
      <w:r>
        <w:tab/>
        <w:t>1.013e0</w:t>
      </w:r>
    </w:p>
    <w:p w:rsidR="00E00D30" w:rsidRDefault="00E00D30" w:rsidP="00E00D30">
      <w:r>
        <w:t>160.6480</w:t>
      </w:r>
      <w:r>
        <w:tab/>
        <w:t>2.025e0</w:t>
      </w:r>
    </w:p>
    <w:p w:rsidR="00E00D30" w:rsidRDefault="00E00D30" w:rsidP="00E00D30">
      <w:r>
        <w:t>160.6812</w:t>
      </w:r>
      <w:r>
        <w:tab/>
        <w:t>1.013e0</w:t>
      </w:r>
    </w:p>
    <w:p w:rsidR="00E00D30" w:rsidRDefault="00E00D30" w:rsidP="00E00D30">
      <w:r>
        <w:t>160.6879</w:t>
      </w:r>
      <w:r>
        <w:tab/>
        <w:t>1.013e0</w:t>
      </w:r>
    </w:p>
    <w:p w:rsidR="00E00D30" w:rsidRDefault="00E00D30" w:rsidP="00E00D30">
      <w:r>
        <w:t>160.7085</w:t>
      </w:r>
      <w:r>
        <w:tab/>
        <w:t>1.013e0</w:t>
      </w:r>
    </w:p>
    <w:p w:rsidR="00E00D30" w:rsidRDefault="00E00D30" w:rsidP="00E00D30">
      <w:r>
        <w:t>160.7122</w:t>
      </w:r>
      <w:r>
        <w:tab/>
        <w:t>1.013e0</w:t>
      </w:r>
    </w:p>
    <w:p w:rsidR="00E00D30" w:rsidRDefault="00E00D30" w:rsidP="00E00D30">
      <w:r>
        <w:t>160.7190</w:t>
      </w:r>
      <w:r>
        <w:tab/>
        <w:t>2.025e0</w:t>
      </w:r>
    </w:p>
    <w:p w:rsidR="00E00D30" w:rsidRDefault="00E00D30" w:rsidP="00E00D30">
      <w:r>
        <w:t>160.7221</w:t>
      </w:r>
      <w:r>
        <w:tab/>
        <w:t>1.013e0</w:t>
      </w:r>
    </w:p>
    <w:p w:rsidR="00E00D30" w:rsidRDefault="00E00D30" w:rsidP="00E00D30">
      <w:r>
        <w:t>160.7363</w:t>
      </w:r>
      <w:r>
        <w:tab/>
        <w:t>2.025e0</w:t>
      </w:r>
    </w:p>
    <w:p w:rsidR="00E00D30" w:rsidRDefault="00E00D30" w:rsidP="00E00D30">
      <w:r>
        <w:lastRenderedPageBreak/>
        <w:t>160.7419</w:t>
      </w:r>
      <w:r>
        <w:tab/>
        <w:t>1.013e0</w:t>
      </w:r>
    </w:p>
    <w:p w:rsidR="00E00D30" w:rsidRDefault="00E00D30" w:rsidP="00E00D30">
      <w:r>
        <w:t>160.7488</w:t>
      </w:r>
      <w:r>
        <w:tab/>
        <w:t>1.013e0</w:t>
      </w:r>
    </w:p>
    <w:p w:rsidR="00E00D30" w:rsidRDefault="00E00D30" w:rsidP="00E00D30">
      <w:r>
        <w:t>160.7639</w:t>
      </w:r>
      <w:r>
        <w:tab/>
        <w:t>2.025e0</w:t>
      </w:r>
    </w:p>
    <w:p w:rsidR="00E00D30" w:rsidRDefault="00E00D30" w:rsidP="00E00D30">
      <w:r>
        <w:t>160.7657</w:t>
      </w:r>
      <w:r>
        <w:tab/>
        <w:t>1.013e0</w:t>
      </w:r>
    </w:p>
    <w:p w:rsidR="00E00D30" w:rsidRDefault="00E00D30" w:rsidP="00E00D30">
      <w:r>
        <w:t>160.7746</w:t>
      </w:r>
      <w:r>
        <w:tab/>
        <w:t>5.063e0</w:t>
      </w:r>
    </w:p>
    <w:p w:rsidR="00E00D30" w:rsidRDefault="00E00D30" w:rsidP="00E00D30">
      <w:r>
        <w:t>160.7816</w:t>
      </w:r>
      <w:r>
        <w:tab/>
        <w:t>2.025e0</w:t>
      </w:r>
    </w:p>
    <w:p w:rsidR="00E00D30" w:rsidRDefault="00E00D30" w:rsidP="00E00D30">
      <w:r>
        <w:t>160.7828</w:t>
      </w:r>
      <w:r>
        <w:tab/>
        <w:t>1.013e0</w:t>
      </w:r>
    </w:p>
    <w:p w:rsidR="00E00D30" w:rsidRDefault="00E00D30" w:rsidP="00E00D30">
      <w:r>
        <w:t>160.7860</w:t>
      </w:r>
      <w:r>
        <w:tab/>
        <w:t>1.013e0</w:t>
      </w:r>
    </w:p>
    <w:p w:rsidR="00E00D30" w:rsidRDefault="00E00D30" w:rsidP="00E00D30">
      <w:r>
        <w:t>160.8060</w:t>
      </w:r>
      <w:r>
        <w:tab/>
        <w:t>1.013e0</w:t>
      </w:r>
    </w:p>
    <w:p w:rsidR="00E00D30" w:rsidRDefault="00E00D30" w:rsidP="00E00D30">
      <w:r>
        <w:t>160.8435</w:t>
      </w:r>
      <w:r>
        <w:tab/>
        <w:t>1.013e0</w:t>
      </w:r>
    </w:p>
    <w:p w:rsidR="00E00D30" w:rsidRDefault="00E00D30" w:rsidP="00E00D30">
      <w:r>
        <w:t>160.8501</w:t>
      </w:r>
      <w:r>
        <w:tab/>
        <w:t>1.013e0</w:t>
      </w:r>
    </w:p>
    <w:p w:rsidR="00E00D30" w:rsidRDefault="00E00D30" w:rsidP="00E00D30">
      <w:r>
        <w:t>160.8598</w:t>
      </w:r>
      <w:r>
        <w:tab/>
        <w:t>1.013e0</w:t>
      </w:r>
    </w:p>
    <w:p w:rsidR="00E00D30" w:rsidRDefault="00E00D30" w:rsidP="00E00D30">
      <w:r>
        <w:t>160.8767</w:t>
      </w:r>
      <w:r>
        <w:tab/>
        <w:t>1.013e0</w:t>
      </w:r>
    </w:p>
    <w:p w:rsidR="00E00D30" w:rsidRDefault="00E00D30" w:rsidP="00E00D30">
      <w:r>
        <w:t>160.9174</w:t>
      </w:r>
      <w:r>
        <w:tab/>
        <w:t>1.013e0</w:t>
      </w:r>
    </w:p>
    <w:p w:rsidR="00E00D30" w:rsidRDefault="00E00D30" w:rsidP="00E00D30">
      <w:r>
        <w:t>160.9238</w:t>
      </w:r>
      <w:r>
        <w:tab/>
        <w:t>1.013e0</w:t>
      </w:r>
    </w:p>
    <w:p w:rsidR="00E00D30" w:rsidRDefault="00E00D30" w:rsidP="00E00D30">
      <w:r>
        <w:t>160.9338</w:t>
      </w:r>
      <w:r>
        <w:tab/>
        <w:t>1.013e0</w:t>
      </w:r>
    </w:p>
    <w:p w:rsidR="00E00D30" w:rsidRDefault="00E00D30" w:rsidP="00E00D30">
      <w:r>
        <w:t>160.9444</w:t>
      </w:r>
      <w:r>
        <w:tab/>
        <w:t>1.013e0</w:t>
      </w:r>
    </w:p>
    <w:p w:rsidR="00E00D30" w:rsidRDefault="00E00D30" w:rsidP="00E00D30">
      <w:r>
        <w:t>160.9476</w:t>
      </w:r>
      <w:r>
        <w:tab/>
        <w:t>2.025e0</w:t>
      </w:r>
    </w:p>
    <w:p w:rsidR="00E00D30" w:rsidRDefault="00E00D30" w:rsidP="00E00D30">
      <w:r>
        <w:t>160.9646</w:t>
      </w:r>
      <w:r>
        <w:tab/>
        <w:t>1.013e0</w:t>
      </w:r>
    </w:p>
    <w:p w:rsidR="00E00D30" w:rsidRDefault="00E00D30" w:rsidP="00E00D30">
      <w:r>
        <w:lastRenderedPageBreak/>
        <w:t>160.9849</w:t>
      </w:r>
      <w:r>
        <w:tab/>
        <w:t>1.013e0</w:t>
      </w:r>
    </w:p>
    <w:p w:rsidR="00E00D30" w:rsidRDefault="00E00D30" w:rsidP="00E00D30">
      <w:r>
        <w:t>160.9911</w:t>
      </w:r>
      <w:r>
        <w:tab/>
        <w:t>1.013e0</w:t>
      </w:r>
    </w:p>
    <w:p w:rsidR="00E00D30" w:rsidRDefault="00E00D30" w:rsidP="00E00D30">
      <w:r>
        <w:t>160.9946</w:t>
      </w:r>
      <w:r>
        <w:tab/>
        <w:t>1.013e0</w:t>
      </w:r>
    </w:p>
    <w:p w:rsidR="00E00D30" w:rsidRDefault="00E00D30" w:rsidP="00E00D30">
      <w:r>
        <w:t>160.9978</w:t>
      </w:r>
      <w:r>
        <w:tab/>
        <w:t>1.013e0</w:t>
      </w:r>
    </w:p>
    <w:p w:rsidR="00E00D30" w:rsidRDefault="00E00D30" w:rsidP="00E00D30">
      <w:r>
        <w:t>161.0047</w:t>
      </w:r>
      <w:r>
        <w:tab/>
        <w:t>1.013e0</w:t>
      </w:r>
    </w:p>
    <w:p w:rsidR="00E00D30" w:rsidRDefault="00E00D30" w:rsidP="00E00D30">
      <w:r>
        <w:t>161.0151</w:t>
      </w:r>
      <w:r>
        <w:tab/>
        <w:t>1.013e0</w:t>
      </w:r>
    </w:p>
    <w:p w:rsidR="00E00D30" w:rsidRDefault="00E00D30" w:rsidP="00E00D30">
      <w:r>
        <w:t>161.0357</w:t>
      </w:r>
      <w:r>
        <w:tab/>
        <w:t>2.025e0</w:t>
      </w:r>
    </w:p>
    <w:p w:rsidR="00E00D30" w:rsidRDefault="00E00D30" w:rsidP="00E00D30">
      <w:r>
        <w:t>161.0458</w:t>
      </w:r>
      <w:r>
        <w:tab/>
        <w:t>2.025e0</w:t>
      </w:r>
    </w:p>
    <w:p w:rsidR="00E00D30" w:rsidRDefault="00E00D30" w:rsidP="00E00D30">
      <w:r>
        <w:t>161.0475</w:t>
      </w:r>
      <w:r>
        <w:tab/>
        <w:t>3.038e0</w:t>
      </w:r>
    </w:p>
    <w:p w:rsidR="00E00D30" w:rsidRDefault="00E00D30" w:rsidP="00E00D30">
      <w:r>
        <w:t>161.0489</w:t>
      </w:r>
      <w:r>
        <w:tab/>
        <w:t>2.025e0</w:t>
      </w:r>
    </w:p>
    <w:p w:rsidR="00E00D30" w:rsidRDefault="00E00D30" w:rsidP="00E00D30">
      <w:r>
        <w:t>161.0535</w:t>
      </w:r>
      <w:r>
        <w:tab/>
        <w:t>3.038e0</w:t>
      </w:r>
    </w:p>
    <w:p w:rsidR="00E00D30" w:rsidRDefault="00E00D30" w:rsidP="00E00D30">
      <w:r>
        <w:t>161.0603</w:t>
      </w:r>
      <w:r>
        <w:tab/>
        <w:t>2.025e0</w:t>
      </w:r>
    </w:p>
    <w:p w:rsidR="00E00D30" w:rsidRDefault="00E00D30" w:rsidP="00E00D30">
      <w:r>
        <w:t>161.0739</w:t>
      </w:r>
      <w:r>
        <w:tab/>
        <w:t>2.025e0</w:t>
      </w:r>
    </w:p>
    <w:p w:rsidR="00E00D30" w:rsidRDefault="00E00D30" w:rsidP="00E00D30">
      <w:r>
        <w:t>161.0861</w:t>
      </w:r>
      <w:r>
        <w:tab/>
        <w:t>3.038e0</w:t>
      </w:r>
    </w:p>
    <w:p w:rsidR="00E00D30" w:rsidRDefault="00E00D30" w:rsidP="00E00D30">
      <w:r>
        <w:t>161.0893</w:t>
      </w:r>
      <w:r>
        <w:tab/>
        <w:t>1.013e0</w:t>
      </w:r>
    </w:p>
    <w:p w:rsidR="00E00D30" w:rsidRDefault="00E00D30" w:rsidP="00E00D30">
      <w:r>
        <w:t>161.0928</w:t>
      </w:r>
      <w:r>
        <w:tab/>
        <w:t>1.013e0</w:t>
      </w:r>
    </w:p>
    <w:p w:rsidR="00E00D30" w:rsidRDefault="00E00D30" w:rsidP="00E00D30">
      <w:r>
        <w:t>161.0963</w:t>
      </w:r>
      <w:r>
        <w:tab/>
        <w:t>2.025e0</w:t>
      </w:r>
    </w:p>
    <w:p w:rsidR="00E00D30" w:rsidRDefault="00E00D30" w:rsidP="00E00D30">
      <w:r>
        <w:t>161.1045</w:t>
      </w:r>
      <w:r>
        <w:tab/>
        <w:t>3.038e0</w:t>
      </w:r>
    </w:p>
    <w:p w:rsidR="00E00D30" w:rsidRDefault="00E00D30" w:rsidP="00E00D30">
      <w:r>
        <w:t>161.1074</w:t>
      </w:r>
      <w:r>
        <w:tab/>
        <w:t>5.063e0</w:t>
      </w:r>
    </w:p>
    <w:p w:rsidR="00E00D30" w:rsidRDefault="00E00D30" w:rsidP="00E00D30">
      <w:r>
        <w:lastRenderedPageBreak/>
        <w:t>161.1098</w:t>
      </w:r>
      <w:r>
        <w:tab/>
        <w:t>3.038e0</w:t>
      </w:r>
    </w:p>
    <w:p w:rsidR="00E00D30" w:rsidRDefault="00E00D30" w:rsidP="00E00D30">
      <w:r>
        <w:t>161.1262</w:t>
      </w:r>
      <w:r>
        <w:tab/>
        <w:t>1.013e0</w:t>
      </w:r>
    </w:p>
    <w:p w:rsidR="00E00D30" w:rsidRDefault="00E00D30" w:rsidP="00E00D30">
      <w:r>
        <w:t>161.1276</w:t>
      </w:r>
      <w:r>
        <w:tab/>
        <w:t>2.025e0</w:t>
      </w:r>
    </w:p>
    <w:p w:rsidR="00E00D30" w:rsidRDefault="00E00D30" w:rsidP="00E00D30">
      <w:r>
        <w:t>161.1364</w:t>
      </w:r>
      <w:r>
        <w:tab/>
        <w:t>2.025e0</w:t>
      </w:r>
    </w:p>
    <w:p w:rsidR="00E00D30" w:rsidRDefault="00E00D30" w:rsidP="00E00D30">
      <w:r>
        <w:t>161.1398</w:t>
      </w:r>
      <w:r>
        <w:tab/>
        <w:t>1.013e0</w:t>
      </w:r>
    </w:p>
    <w:p w:rsidR="00E00D30" w:rsidRDefault="00E00D30" w:rsidP="00E00D30">
      <w:r>
        <w:t>161.1434</w:t>
      </w:r>
      <w:r>
        <w:tab/>
        <w:t>1.013e0</w:t>
      </w:r>
    </w:p>
    <w:p w:rsidR="00E00D30" w:rsidRDefault="00E00D30" w:rsidP="00E00D30">
      <w:r>
        <w:t>161.1465</w:t>
      </w:r>
      <w:r>
        <w:tab/>
        <w:t>1.013e0</w:t>
      </w:r>
    </w:p>
    <w:p w:rsidR="00E00D30" w:rsidRDefault="00E00D30" w:rsidP="00E00D30">
      <w:r>
        <w:t>161.1588</w:t>
      </w:r>
      <w:r>
        <w:tab/>
        <w:t>2.025e0</w:t>
      </w:r>
    </w:p>
    <w:p w:rsidR="00E00D30" w:rsidRDefault="00E00D30" w:rsidP="00E00D30">
      <w:r>
        <w:t>161.1672</w:t>
      </w:r>
      <w:r>
        <w:tab/>
        <w:t>2.025e0</w:t>
      </w:r>
    </w:p>
    <w:p w:rsidR="00E00D30" w:rsidRDefault="00E00D30" w:rsidP="00E00D30">
      <w:r>
        <w:t>161.1709</w:t>
      </w:r>
      <w:r>
        <w:tab/>
        <w:t>1.013e0</w:t>
      </w:r>
    </w:p>
    <w:p w:rsidR="00E00D30" w:rsidRDefault="00E00D30" w:rsidP="00E00D30">
      <w:r>
        <w:t>161.1837</w:t>
      </w:r>
      <w:r>
        <w:tab/>
        <w:t>1.013e0</w:t>
      </w:r>
    </w:p>
    <w:p w:rsidR="00E00D30" w:rsidRDefault="00E00D30" w:rsidP="00E00D30">
      <w:r>
        <w:t>161.1867</w:t>
      </w:r>
      <w:r>
        <w:tab/>
        <w:t>2.025e0</w:t>
      </w:r>
    </w:p>
    <w:p w:rsidR="00E00D30" w:rsidRDefault="00E00D30" w:rsidP="00E00D30">
      <w:r>
        <w:t>161.2004</w:t>
      </w:r>
      <w:r>
        <w:tab/>
        <w:t>1.013e0</w:t>
      </w:r>
    </w:p>
    <w:p w:rsidR="00E00D30" w:rsidRDefault="00E00D30" w:rsidP="00E00D30">
      <w:r>
        <w:t>161.2176</w:t>
      </w:r>
      <w:r>
        <w:tab/>
        <w:t>1.013e0</w:t>
      </w:r>
    </w:p>
    <w:p w:rsidR="00E00D30" w:rsidRDefault="00E00D30" w:rsidP="00E00D30">
      <w:r>
        <w:t>161.2243</w:t>
      </w:r>
      <w:r>
        <w:tab/>
        <w:t>1.013e0</w:t>
      </w:r>
    </w:p>
    <w:p w:rsidR="00E00D30" w:rsidRDefault="00E00D30" w:rsidP="00E00D30">
      <w:r>
        <w:t>161.2350</w:t>
      </w:r>
      <w:r>
        <w:tab/>
        <w:t>1.013e0</w:t>
      </w:r>
    </w:p>
    <w:p w:rsidR="00E00D30" w:rsidRDefault="00E00D30" w:rsidP="00E00D30">
      <w:r>
        <w:t>161.2730</w:t>
      </w:r>
      <w:r>
        <w:tab/>
        <w:t>2.025e0</w:t>
      </w:r>
    </w:p>
    <w:p w:rsidR="00E00D30" w:rsidRDefault="00E00D30" w:rsidP="00E00D30">
      <w:r>
        <w:t>161.2748</w:t>
      </w:r>
      <w:r>
        <w:tab/>
        <w:t>1.013e0</w:t>
      </w:r>
    </w:p>
    <w:p w:rsidR="00E00D30" w:rsidRDefault="00E00D30" w:rsidP="00E00D30">
      <w:r>
        <w:t>161.2885</w:t>
      </w:r>
      <w:r>
        <w:tab/>
        <w:t>1.013e0</w:t>
      </w:r>
    </w:p>
    <w:p w:rsidR="00E00D30" w:rsidRDefault="00E00D30" w:rsidP="00E00D30">
      <w:r>
        <w:lastRenderedPageBreak/>
        <w:t>161.3022</w:t>
      </w:r>
      <w:r>
        <w:tab/>
        <w:t>2.025e0</w:t>
      </w:r>
    </w:p>
    <w:p w:rsidR="00E00D30" w:rsidRDefault="00E00D30" w:rsidP="00E00D30">
      <w:r>
        <w:t>161.3054</w:t>
      </w:r>
      <w:r>
        <w:tab/>
        <w:t>1.013e0</w:t>
      </w:r>
    </w:p>
    <w:p w:rsidR="00E00D30" w:rsidRDefault="00E00D30" w:rsidP="00E00D30">
      <w:r>
        <w:t>161.3183</w:t>
      </w:r>
      <w:r>
        <w:tab/>
        <w:t>1.013e0</w:t>
      </w:r>
    </w:p>
    <w:p w:rsidR="00E00D30" w:rsidRDefault="00E00D30" w:rsidP="00E00D30">
      <w:r>
        <w:t>161.3390</w:t>
      </w:r>
      <w:r>
        <w:tab/>
        <w:t>1.013e0</w:t>
      </w:r>
    </w:p>
    <w:p w:rsidR="00E00D30" w:rsidRDefault="00E00D30" w:rsidP="00E00D30">
      <w:r>
        <w:t>161.3458</w:t>
      </w:r>
      <w:r>
        <w:tab/>
        <w:t>1.013e0</w:t>
      </w:r>
    </w:p>
    <w:p w:rsidR="00E00D30" w:rsidRDefault="00E00D30" w:rsidP="00E00D30">
      <w:r>
        <w:t>161.3613</w:t>
      </w:r>
      <w:r>
        <w:tab/>
        <w:t>2.025e0</w:t>
      </w:r>
    </w:p>
    <w:p w:rsidR="00E00D30" w:rsidRDefault="00E00D30" w:rsidP="00E00D30">
      <w:r>
        <w:t>161.3841</w:t>
      </w:r>
      <w:r>
        <w:tab/>
        <w:t>2.025e0</w:t>
      </w:r>
    </w:p>
    <w:p w:rsidR="00E00D30" w:rsidRDefault="00E00D30" w:rsidP="00E00D30">
      <w:r>
        <w:t>161.4067</w:t>
      </w:r>
      <w:r>
        <w:tab/>
        <w:t>2.025e0</w:t>
      </w:r>
    </w:p>
    <w:p w:rsidR="00E00D30" w:rsidRDefault="00E00D30" w:rsidP="00E00D30">
      <w:r>
        <w:t>161.4237</w:t>
      </w:r>
      <w:r>
        <w:tab/>
        <w:t>1.013e0</w:t>
      </w:r>
    </w:p>
    <w:p w:rsidR="00E00D30" w:rsidRDefault="00E00D30" w:rsidP="00E00D30">
      <w:r>
        <w:t>161.4270</w:t>
      </w:r>
      <w:r>
        <w:tab/>
        <w:t>1.013e0</w:t>
      </w:r>
    </w:p>
    <w:p w:rsidR="00E00D30" w:rsidRDefault="00E00D30" w:rsidP="00E00D30">
      <w:r>
        <w:t>161.4499</w:t>
      </w:r>
      <w:r>
        <w:tab/>
        <w:t>1.013e0</w:t>
      </w:r>
    </w:p>
    <w:p w:rsidR="00E00D30" w:rsidRDefault="00E00D30" w:rsidP="00E00D30">
      <w:r>
        <w:t>161.5013</w:t>
      </w:r>
      <w:r>
        <w:tab/>
        <w:t>1.013e0</w:t>
      </w:r>
    </w:p>
    <w:p w:rsidR="00E00D30" w:rsidRDefault="00E00D30" w:rsidP="00E00D30">
      <w:r>
        <w:t>161.5078</w:t>
      </w:r>
      <w:r>
        <w:tab/>
        <w:t>1.013e0</w:t>
      </w:r>
    </w:p>
    <w:p w:rsidR="00E00D30" w:rsidRDefault="00E00D30" w:rsidP="00E00D30">
      <w:r>
        <w:t>161.5175</w:t>
      </w:r>
      <w:r>
        <w:tab/>
        <w:t>2.025e0</w:t>
      </w:r>
    </w:p>
    <w:p w:rsidR="00E00D30" w:rsidRDefault="00E00D30" w:rsidP="00E00D30">
      <w:r>
        <w:t>161.5541</w:t>
      </w:r>
      <w:r>
        <w:tab/>
        <w:t>1.104e2</w:t>
      </w:r>
    </w:p>
    <w:p w:rsidR="00E00D30" w:rsidRDefault="00E00D30" w:rsidP="00E00D30">
      <w:r>
        <w:t>161.5554</w:t>
      </w:r>
      <w:r>
        <w:tab/>
        <w:t>3.038e1</w:t>
      </w:r>
    </w:p>
    <w:p w:rsidR="00E00D30" w:rsidRDefault="00E00D30" w:rsidP="00E00D30">
      <w:r>
        <w:t>161.5577</w:t>
      </w:r>
      <w:r>
        <w:tab/>
        <w:t>1.114e1</w:t>
      </w:r>
    </w:p>
    <w:p w:rsidR="00E00D30" w:rsidRDefault="00E00D30" w:rsidP="00E00D30">
      <w:r>
        <w:t>161.5587</w:t>
      </w:r>
      <w:r>
        <w:tab/>
        <w:t>1.519e1</w:t>
      </w:r>
    </w:p>
    <w:p w:rsidR="00E00D30" w:rsidRDefault="00E00D30" w:rsidP="00E00D30">
      <w:r>
        <w:t>161.5868</w:t>
      </w:r>
      <w:r>
        <w:tab/>
        <w:t>2.025e0</w:t>
      </w:r>
    </w:p>
    <w:p w:rsidR="00E00D30" w:rsidRDefault="00E00D30" w:rsidP="00E00D30">
      <w:r>
        <w:lastRenderedPageBreak/>
        <w:t>161.6126</w:t>
      </w:r>
      <w:r>
        <w:tab/>
        <w:t>1.013e0</w:t>
      </w:r>
    </w:p>
    <w:p w:rsidR="00E00D30" w:rsidRDefault="00E00D30" w:rsidP="00E00D30">
      <w:r>
        <w:t>161.6144</w:t>
      </w:r>
      <w:r>
        <w:tab/>
        <w:t>2.025e0</w:t>
      </w:r>
    </w:p>
    <w:p w:rsidR="00E00D30" w:rsidRDefault="00E00D30" w:rsidP="00E00D30">
      <w:r>
        <w:t>161.6298</w:t>
      </w:r>
      <w:r>
        <w:tab/>
        <w:t>1.013e0</w:t>
      </w:r>
    </w:p>
    <w:p w:rsidR="00E00D30" w:rsidRDefault="00E00D30" w:rsidP="00E00D30">
      <w:r>
        <w:t>161.6363</w:t>
      </w:r>
      <w:r>
        <w:tab/>
        <w:t>1.013e0</w:t>
      </w:r>
    </w:p>
    <w:p w:rsidR="00E00D30" w:rsidRDefault="00E00D30" w:rsidP="00E00D30">
      <w:r>
        <w:t>161.6460</w:t>
      </w:r>
      <w:r>
        <w:tab/>
        <w:t>1.013e0</w:t>
      </w:r>
    </w:p>
    <w:p w:rsidR="00E00D30" w:rsidRDefault="00E00D30" w:rsidP="00E00D30">
      <w:r>
        <w:t>161.6472</w:t>
      </w:r>
      <w:r>
        <w:tab/>
        <w:t>2.025e0</w:t>
      </w:r>
    </w:p>
    <w:p w:rsidR="00E00D30" w:rsidRDefault="00E00D30" w:rsidP="00E00D30">
      <w:r>
        <w:t>161.6562</w:t>
      </w:r>
      <w:r>
        <w:tab/>
        <w:t>1.013e0</w:t>
      </w:r>
    </w:p>
    <w:p w:rsidR="00E00D30" w:rsidRDefault="00E00D30" w:rsidP="00E00D30">
      <w:r>
        <w:t>161.6630</w:t>
      </w:r>
      <w:r>
        <w:tab/>
        <w:t>1.013e0</w:t>
      </w:r>
    </w:p>
    <w:p w:rsidR="00E00D30" w:rsidRDefault="00E00D30" w:rsidP="00E00D30">
      <w:r>
        <w:t>161.6667</w:t>
      </w:r>
      <w:r>
        <w:tab/>
        <w:t>1.013e0</w:t>
      </w:r>
    </w:p>
    <w:p w:rsidR="00E00D30" w:rsidRDefault="00E00D30" w:rsidP="00E00D30">
      <w:r>
        <w:t>161.6836</w:t>
      </w:r>
      <w:r>
        <w:tab/>
        <w:t>3.038e0</w:t>
      </w:r>
    </w:p>
    <w:p w:rsidR="00E00D30" w:rsidRDefault="00E00D30" w:rsidP="00E00D30">
      <w:r>
        <w:t>161.6956</w:t>
      </w:r>
      <w:r>
        <w:tab/>
        <w:t>2.025e0</w:t>
      </w:r>
    </w:p>
    <w:p w:rsidR="00E00D30" w:rsidRDefault="00E00D30" w:rsidP="00E00D30">
      <w:r>
        <w:t>161.7071</w:t>
      </w:r>
      <w:r>
        <w:tab/>
        <w:t>3.038e0</w:t>
      </w:r>
    </w:p>
    <w:p w:rsidR="00E00D30" w:rsidRDefault="00E00D30" w:rsidP="00E00D30">
      <w:r>
        <w:t>161.7409</w:t>
      </w:r>
      <w:r>
        <w:tab/>
        <w:t>2.025e0</w:t>
      </w:r>
    </w:p>
    <w:p w:rsidR="00E00D30" w:rsidRDefault="00E00D30" w:rsidP="00E00D30">
      <w:r>
        <w:t>161.7532</w:t>
      </w:r>
      <w:r>
        <w:tab/>
        <w:t>2.025e0</w:t>
      </w:r>
    </w:p>
    <w:p w:rsidR="00E00D30" w:rsidRDefault="00E00D30" w:rsidP="00E00D30">
      <w:r>
        <w:t>161.7547</w:t>
      </w:r>
      <w:r>
        <w:tab/>
        <w:t>1.013e0</w:t>
      </w:r>
    </w:p>
    <w:p w:rsidR="00E00D30" w:rsidRDefault="00E00D30" w:rsidP="00E00D30">
      <w:r>
        <w:t>161.7621</w:t>
      </w:r>
      <w:r>
        <w:tab/>
        <w:t>3.038e0</w:t>
      </w:r>
    </w:p>
    <w:p w:rsidR="00E00D30" w:rsidRDefault="00E00D30" w:rsidP="00E00D30">
      <w:r>
        <w:t>161.7650</w:t>
      </w:r>
      <w:r>
        <w:tab/>
        <w:t>1.013e0</w:t>
      </w:r>
    </w:p>
    <w:p w:rsidR="00E00D30" w:rsidRDefault="00E00D30" w:rsidP="00E00D30">
      <w:r>
        <w:t>161.7682</w:t>
      </w:r>
      <w:r>
        <w:tab/>
        <w:t>1.013e0</w:t>
      </w:r>
    </w:p>
    <w:p w:rsidR="00E00D30" w:rsidRDefault="00E00D30" w:rsidP="00E00D30">
      <w:r>
        <w:t>161.8085</w:t>
      </w:r>
      <w:r>
        <w:tab/>
        <w:t>1.013e0</w:t>
      </w:r>
    </w:p>
    <w:p w:rsidR="00E00D30" w:rsidRDefault="00E00D30" w:rsidP="00E00D30">
      <w:r>
        <w:lastRenderedPageBreak/>
        <w:t>161.8155</w:t>
      </w:r>
      <w:r>
        <w:tab/>
        <w:t>1.013e0</w:t>
      </w:r>
    </w:p>
    <w:p w:rsidR="00E00D30" w:rsidRDefault="00E00D30" w:rsidP="00E00D30">
      <w:r>
        <w:t>161.8224</w:t>
      </w:r>
      <w:r>
        <w:tab/>
        <w:t>1.013e0</w:t>
      </w:r>
    </w:p>
    <w:p w:rsidR="00E00D30" w:rsidRDefault="00E00D30" w:rsidP="00E00D30">
      <w:r>
        <w:t>161.8358</w:t>
      </w:r>
      <w:r>
        <w:tab/>
        <w:t>1.013e0</w:t>
      </w:r>
    </w:p>
    <w:p w:rsidR="00E00D30" w:rsidRDefault="00E00D30" w:rsidP="00E00D30">
      <w:r>
        <w:t>161.8389</w:t>
      </w:r>
      <w:r>
        <w:tab/>
        <w:t>1.013e0</w:t>
      </w:r>
    </w:p>
    <w:p w:rsidR="00E00D30" w:rsidRDefault="00E00D30" w:rsidP="00E00D30">
      <w:r>
        <w:t>161.8424</w:t>
      </w:r>
      <w:r>
        <w:tab/>
        <w:t>1.013e0</w:t>
      </w:r>
    </w:p>
    <w:p w:rsidR="00E00D30" w:rsidRDefault="00E00D30" w:rsidP="00E00D30">
      <w:r>
        <w:t>161.8558</w:t>
      </w:r>
      <w:r>
        <w:tab/>
        <w:t>1.013e0</w:t>
      </w:r>
    </w:p>
    <w:p w:rsidR="00E00D30" w:rsidRDefault="00E00D30" w:rsidP="00E00D30">
      <w:r>
        <w:t>161.8591</w:t>
      </w:r>
      <w:r>
        <w:tab/>
        <w:t>1.013e0</w:t>
      </w:r>
    </w:p>
    <w:p w:rsidR="00E00D30" w:rsidRDefault="00E00D30" w:rsidP="00E00D30">
      <w:r>
        <w:t>161.8625</w:t>
      </w:r>
      <w:r>
        <w:tab/>
        <w:t>1.013e0</w:t>
      </w:r>
    </w:p>
    <w:p w:rsidR="00E00D30" w:rsidRDefault="00E00D30" w:rsidP="00E00D30">
      <w:r>
        <w:t>161.8764</w:t>
      </w:r>
      <w:r>
        <w:tab/>
        <w:t>2.025e0</w:t>
      </w:r>
    </w:p>
    <w:p w:rsidR="00E00D30" w:rsidRDefault="00E00D30" w:rsidP="00E00D30">
      <w:r>
        <w:t>161.8934</w:t>
      </w:r>
      <w:r>
        <w:tab/>
        <w:t>2.025e0</w:t>
      </w:r>
    </w:p>
    <w:p w:rsidR="00E00D30" w:rsidRDefault="00E00D30" w:rsidP="00E00D30">
      <w:r>
        <w:t>161.9131</w:t>
      </w:r>
      <w:r>
        <w:tab/>
        <w:t>2.025e0</w:t>
      </w:r>
    </w:p>
    <w:p w:rsidR="00E00D30" w:rsidRDefault="00E00D30" w:rsidP="00E00D30">
      <w:r>
        <w:t>161.9301</w:t>
      </w:r>
      <w:r>
        <w:tab/>
        <w:t>3.038e0</w:t>
      </w:r>
    </w:p>
    <w:p w:rsidR="00E00D30" w:rsidRDefault="00E00D30" w:rsidP="00E00D30">
      <w:r>
        <w:t>161.9338</w:t>
      </w:r>
      <w:r>
        <w:tab/>
        <w:t>1.013e0</w:t>
      </w:r>
    </w:p>
    <w:p w:rsidR="00E00D30" w:rsidRDefault="00E00D30" w:rsidP="00E00D30">
      <w:r>
        <w:t>161.9678</w:t>
      </w:r>
      <w:r>
        <w:tab/>
        <w:t>1.013e0</w:t>
      </w:r>
    </w:p>
    <w:p w:rsidR="00E00D30" w:rsidRDefault="00E00D30" w:rsidP="00E00D30">
      <w:r>
        <w:t>161.9710</w:t>
      </w:r>
      <w:r>
        <w:tab/>
        <w:t>2.025e0</w:t>
      </w:r>
    </w:p>
    <w:p w:rsidR="00E00D30" w:rsidRDefault="00E00D30" w:rsidP="00E00D30">
      <w:r>
        <w:t>162.0151</w:t>
      </w:r>
      <w:r>
        <w:tab/>
        <w:t>2.025e0</w:t>
      </w:r>
    </w:p>
    <w:p w:rsidR="00E00D30" w:rsidRDefault="00E00D30" w:rsidP="00E00D30">
      <w:r>
        <w:t>162.0184</w:t>
      </w:r>
      <w:r>
        <w:tab/>
        <w:t>1.013e0</w:t>
      </w:r>
    </w:p>
    <w:p w:rsidR="00E00D30" w:rsidRDefault="00E00D30" w:rsidP="00E00D30">
      <w:r>
        <w:t>162.0533</w:t>
      </w:r>
      <w:r>
        <w:tab/>
        <w:t>3.777e0</w:t>
      </w:r>
    </w:p>
    <w:p w:rsidR="00E00D30" w:rsidRDefault="00E00D30" w:rsidP="00E00D30">
      <w:r>
        <w:t>162.0742</w:t>
      </w:r>
      <w:r>
        <w:tab/>
        <w:t>7.925e1</w:t>
      </w:r>
    </w:p>
    <w:p w:rsidR="00E00D30" w:rsidRDefault="00E00D30" w:rsidP="00E00D30">
      <w:r>
        <w:lastRenderedPageBreak/>
        <w:t>162.0767</w:t>
      </w:r>
      <w:r>
        <w:tab/>
        <w:t>2.194e2</w:t>
      </w:r>
    </w:p>
    <w:p w:rsidR="00E00D30" w:rsidRDefault="00E00D30" w:rsidP="00E00D30">
      <w:r>
        <w:t>162.0784</w:t>
      </w:r>
      <w:r>
        <w:tab/>
        <w:t>7.367e1</w:t>
      </w:r>
    </w:p>
    <w:p w:rsidR="00E00D30" w:rsidRDefault="00E00D30" w:rsidP="00E00D30">
      <w:r>
        <w:t>162.1161</w:t>
      </w:r>
      <w:r>
        <w:tab/>
        <w:t>2.025e0</w:t>
      </w:r>
    </w:p>
    <w:p w:rsidR="00E00D30" w:rsidRDefault="00E00D30" w:rsidP="00E00D30">
      <w:r>
        <w:t>162.1229</w:t>
      </w:r>
      <w:r>
        <w:tab/>
        <w:t>2.025e0</w:t>
      </w:r>
    </w:p>
    <w:p w:rsidR="00E00D30" w:rsidRDefault="00E00D30" w:rsidP="00E00D30">
      <w:r>
        <w:t>162.1261</w:t>
      </w:r>
      <w:r>
        <w:tab/>
        <w:t>1.013e0</w:t>
      </w:r>
    </w:p>
    <w:p w:rsidR="00E00D30" w:rsidRDefault="00E00D30" w:rsidP="00E00D30">
      <w:r>
        <w:t>162.1346</w:t>
      </w:r>
      <w:r>
        <w:tab/>
        <w:t>3.038e0</w:t>
      </w:r>
    </w:p>
    <w:p w:rsidR="00E00D30" w:rsidRDefault="00E00D30" w:rsidP="00E00D30">
      <w:r>
        <w:t>162.1366</w:t>
      </w:r>
      <w:r>
        <w:tab/>
        <w:t>1.013e0</w:t>
      </w:r>
    </w:p>
    <w:p w:rsidR="00E00D30" w:rsidRDefault="00E00D30" w:rsidP="00E00D30">
      <w:r>
        <w:t>162.1400</w:t>
      </w:r>
      <w:r>
        <w:tab/>
        <w:t>1.013e0</w:t>
      </w:r>
    </w:p>
    <w:p w:rsidR="00E00D30" w:rsidRDefault="00E00D30" w:rsidP="00E00D30">
      <w:r>
        <w:t>162.1433</w:t>
      </w:r>
      <w:r>
        <w:tab/>
        <w:t>2.025e0</w:t>
      </w:r>
    </w:p>
    <w:p w:rsidR="00E00D30" w:rsidRDefault="00E00D30" w:rsidP="00E00D30">
      <w:r>
        <w:t>162.1470</w:t>
      </w:r>
      <w:r>
        <w:tab/>
        <w:t>1.013e0</w:t>
      </w:r>
    </w:p>
    <w:p w:rsidR="00E00D30" w:rsidRDefault="00E00D30" w:rsidP="00E00D30">
      <w:r>
        <w:t>162.1581</w:t>
      </w:r>
      <w:r>
        <w:tab/>
        <w:t>3.038e0</w:t>
      </w:r>
    </w:p>
    <w:p w:rsidR="00E00D30" w:rsidRDefault="00E00D30" w:rsidP="00E00D30">
      <w:r>
        <w:t>162.1641</w:t>
      </w:r>
      <w:r>
        <w:tab/>
        <w:t>1.013e0</w:t>
      </w:r>
    </w:p>
    <w:p w:rsidR="00E00D30" w:rsidRDefault="00E00D30" w:rsidP="00E00D30">
      <w:r>
        <w:t>162.1675</w:t>
      </w:r>
      <w:r>
        <w:tab/>
        <w:t>2.025e0</w:t>
      </w:r>
    </w:p>
    <w:p w:rsidR="00E00D30" w:rsidRDefault="00E00D30" w:rsidP="00E00D30">
      <w:r>
        <w:t>162.1695</w:t>
      </w:r>
      <w:r>
        <w:tab/>
        <w:t>2.025e0</w:t>
      </w:r>
    </w:p>
    <w:p w:rsidR="00E00D30" w:rsidRDefault="00E00D30" w:rsidP="00E00D30">
      <w:r>
        <w:t>162.1807</w:t>
      </w:r>
      <w:r>
        <w:tab/>
        <w:t>1.013e0</w:t>
      </w:r>
    </w:p>
    <w:p w:rsidR="00E00D30" w:rsidRDefault="00E00D30" w:rsidP="00E00D30">
      <w:r>
        <w:t>162.1839</w:t>
      </w:r>
      <w:r>
        <w:tab/>
        <w:t>2.025e0</w:t>
      </w:r>
    </w:p>
    <w:p w:rsidR="00E00D30" w:rsidRDefault="00E00D30" w:rsidP="00E00D30">
      <w:r>
        <w:t>162.1973</w:t>
      </w:r>
      <w:r>
        <w:tab/>
        <w:t>2.025e0</w:t>
      </w:r>
    </w:p>
    <w:p w:rsidR="00E00D30" w:rsidRDefault="00E00D30" w:rsidP="00E00D30">
      <w:r>
        <w:t>162.2010</w:t>
      </w:r>
      <w:r>
        <w:tab/>
        <w:t>1.013e0</w:t>
      </w:r>
    </w:p>
    <w:p w:rsidR="00E00D30" w:rsidRDefault="00E00D30" w:rsidP="00E00D30">
      <w:r>
        <w:t>162.2043</w:t>
      </w:r>
      <w:r>
        <w:tab/>
        <w:t>1.013e0</w:t>
      </w:r>
    </w:p>
    <w:p w:rsidR="00E00D30" w:rsidRDefault="00E00D30" w:rsidP="00E00D30">
      <w:r>
        <w:lastRenderedPageBreak/>
        <w:t>162.2251</w:t>
      </w:r>
      <w:r>
        <w:tab/>
        <w:t>1.013e0</w:t>
      </w:r>
    </w:p>
    <w:p w:rsidR="00E00D30" w:rsidRDefault="00E00D30" w:rsidP="00E00D30">
      <w:r>
        <w:t>162.2546</w:t>
      </w:r>
      <w:r>
        <w:tab/>
        <w:t>2.025e0</w:t>
      </w:r>
    </w:p>
    <w:p w:rsidR="00E00D30" w:rsidRDefault="00E00D30" w:rsidP="00E00D30">
      <w:r>
        <w:t>162.2615</w:t>
      </w:r>
      <w:r>
        <w:tab/>
        <w:t>1.013e0</w:t>
      </w:r>
    </w:p>
    <w:p w:rsidR="00E00D30" w:rsidRDefault="00E00D30" w:rsidP="00E00D30">
      <w:r>
        <w:t>162.2755</w:t>
      </w:r>
      <w:r>
        <w:tab/>
        <w:t>2.025e0</w:t>
      </w:r>
    </w:p>
    <w:p w:rsidR="00E00D30" w:rsidRDefault="00E00D30" w:rsidP="00E00D30">
      <w:r>
        <w:t>162.2788</w:t>
      </w:r>
      <w:r>
        <w:tab/>
        <w:t>1.013e0</w:t>
      </w:r>
    </w:p>
    <w:p w:rsidR="00E00D30" w:rsidRDefault="00E00D30" w:rsidP="00E00D30">
      <w:r>
        <w:t>162.2857</w:t>
      </w:r>
      <w:r>
        <w:tab/>
        <w:t>1.013e0</w:t>
      </w:r>
    </w:p>
    <w:p w:rsidR="00E00D30" w:rsidRDefault="00E00D30" w:rsidP="00E00D30">
      <w:r>
        <w:t>162.2890</w:t>
      </w:r>
      <w:r>
        <w:tab/>
        <w:t>1.013e0</w:t>
      </w:r>
    </w:p>
    <w:p w:rsidR="00E00D30" w:rsidRDefault="00E00D30" w:rsidP="00E00D30">
      <w:r>
        <w:t>162.3029</w:t>
      </w:r>
      <w:r>
        <w:tab/>
        <w:t>1.013e0</w:t>
      </w:r>
    </w:p>
    <w:p w:rsidR="00E00D30" w:rsidRDefault="00E00D30" w:rsidP="00E00D30">
      <w:r>
        <w:t>162.3095</w:t>
      </w:r>
      <w:r>
        <w:tab/>
        <w:t>1.013e0</w:t>
      </w:r>
    </w:p>
    <w:p w:rsidR="00E00D30" w:rsidRDefault="00E00D30" w:rsidP="00E00D30">
      <w:r>
        <w:t>162.3127</w:t>
      </w:r>
      <w:r>
        <w:tab/>
        <w:t>1.013e0</w:t>
      </w:r>
    </w:p>
    <w:p w:rsidR="00E00D30" w:rsidRDefault="00E00D30" w:rsidP="00E00D30">
      <w:r>
        <w:t>162.3465</w:t>
      </w:r>
      <w:r>
        <w:tab/>
        <w:t>1.013e0</w:t>
      </w:r>
    </w:p>
    <w:p w:rsidR="00E00D30" w:rsidRDefault="00E00D30" w:rsidP="00E00D30">
      <w:r>
        <w:t>162.3636</w:t>
      </w:r>
      <w:r>
        <w:tab/>
        <w:t>1.013e0</w:t>
      </w:r>
    </w:p>
    <w:p w:rsidR="00E00D30" w:rsidRDefault="00E00D30" w:rsidP="00E00D30">
      <w:r>
        <w:t>162.3672</w:t>
      </w:r>
      <w:r>
        <w:tab/>
        <w:t>1.013e0</w:t>
      </w:r>
    </w:p>
    <w:p w:rsidR="00E00D30" w:rsidRDefault="00E00D30" w:rsidP="00E00D30">
      <w:r>
        <w:t>162.3773</w:t>
      </w:r>
      <w:r>
        <w:tab/>
        <w:t>1.013e0</w:t>
      </w:r>
    </w:p>
    <w:p w:rsidR="00E00D30" w:rsidRDefault="00E00D30" w:rsidP="00E00D30">
      <w:r>
        <w:t>162.3805</w:t>
      </w:r>
      <w:r>
        <w:tab/>
        <w:t>1.013e0</w:t>
      </w:r>
    </w:p>
    <w:p w:rsidR="00E00D30" w:rsidRDefault="00E00D30" w:rsidP="00E00D30">
      <w:r>
        <w:t>162.3934</w:t>
      </w:r>
      <w:r>
        <w:tab/>
        <w:t>1.013e0</w:t>
      </w:r>
    </w:p>
    <w:p w:rsidR="00E00D30" w:rsidRDefault="00E00D30" w:rsidP="00E00D30">
      <w:r>
        <w:t>162.3972</w:t>
      </w:r>
      <w:r>
        <w:tab/>
        <w:t>1.013e0</w:t>
      </w:r>
    </w:p>
    <w:p w:rsidR="00E00D30" w:rsidRDefault="00E00D30" w:rsidP="00E00D30">
      <w:r>
        <w:t>162.4041</w:t>
      </w:r>
      <w:r>
        <w:tab/>
        <w:t>1.013e0</w:t>
      </w:r>
    </w:p>
    <w:p w:rsidR="00E00D30" w:rsidRDefault="00E00D30" w:rsidP="00E00D30">
      <w:r>
        <w:t>162.4107</w:t>
      </w:r>
      <w:r>
        <w:tab/>
        <w:t>1.013e0</w:t>
      </w:r>
    </w:p>
    <w:p w:rsidR="00E00D30" w:rsidRDefault="00E00D30" w:rsidP="00E00D30">
      <w:r>
        <w:lastRenderedPageBreak/>
        <w:t>162.4211</w:t>
      </w:r>
      <w:r>
        <w:tab/>
        <w:t>1.013e0</w:t>
      </w:r>
    </w:p>
    <w:p w:rsidR="00E00D30" w:rsidRDefault="00E00D30" w:rsidP="00E00D30">
      <w:r>
        <w:t>162.4384</w:t>
      </w:r>
      <w:r>
        <w:tab/>
        <w:t>1.013e0</w:t>
      </w:r>
    </w:p>
    <w:p w:rsidR="00E00D30" w:rsidRDefault="00E00D30" w:rsidP="00E00D30">
      <w:r>
        <w:t>162.4517</w:t>
      </w:r>
      <w:r>
        <w:tab/>
        <w:t>1.013e0</w:t>
      </w:r>
    </w:p>
    <w:p w:rsidR="00E00D30" w:rsidRDefault="00E00D30" w:rsidP="00E00D30">
      <w:r>
        <w:t>162.4580</w:t>
      </w:r>
      <w:r>
        <w:tab/>
        <w:t>1.013e0</w:t>
      </w:r>
    </w:p>
    <w:p w:rsidR="00E00D30" w:rsidRDefault="00E00D30" w:rsidP="00E00D30">
      <w:r>
        <w:t>162.4647</w:t>
      </w:r>
      <w:r>
        <w:tab/>
        <w:t>1.013e0</w:t>
      </w:r>
    </w:p>
    <w:p w:rsidR="00E00D30" w:rsidRDefault="00E00D30" w:rsidP="00E00D30">
      <w:r>
        <w:t>162.4716</w:t>
      </w:r>
      <w:r>
        <w:tab/>
        <w:t>1.013e0</w:t>
      </w:r>
    </w:p>
    <w:p w:rsidR="00E00D30" w:rsidRDefault="00E00D30" w:rsidP="00E00D30">
      <w:r>
        <w:t>162.4787</w:t>
      </w:r>
      <w:r>
        <w:tab/>
        <w:t>2.025e0</w:t>
      </w:r>
    </w:p>
    <w:p w:rsidR="00E00D30" w:rsidRDefault="00E00D30" w:rsidP="00E00D30">
      <w:r>
        <w:t>162.4923</w:t>
      </w:r>
      <w:r>
        <w:tab/>
        <w:t>1.013e0</w:t>
      </w:r>
    </w:p>
    <w:p w:rsidR="00E00D30" w:rsidRDefault="00E00D30" w:rsidP="00E00D30">
      <w:r>
        <w:t>162.5028</w:t>
      </w:r>
      <w:r>
        <w:tab/>
        <w:t>1.013e0</w:t>
      </w:r>
    </w:p>
    <w:p w:rsidR="00E00D30" w:rsidRDefault="00E00D30" w:rsidP="00E00D30">
      <w:r>
        <w:t>162.5060</w:t>
      </w:r>
      <w:r>
        <w:tab/>
        <w:t>2.025e0</w:t>
      </w:r>
    </w:p>
    <w:p w:rsidR="00E00D30" w:rsidRDefault="00E00D30" w:rsidP="00E00D30">
      <w:r>
        <w:t>162.5129</w:t>
      </w:r>
      <w:r>
        <w:tab/>
        <w:t>1.013e0</w:t>
      </w:r>
    </w:p>
    <w:p w:rsidR="00E00D30" w:rsidRDefault="00E00D30" w:rsidP="00E00D30">
      <w:r>
        <w:t>162.5161</w:t>
      </w:r>
      <w:r>
        <w:tab/>
        <w:t>3.038e0</w:t>
      </w:r>
    </w:p>
    <w:p w:rsidR="00E00D30" w:rsidRDefault="00E00D30" w:rsidP="00E00D30">
      <w:r>
        <w:t>162.5225</w:t>
      </w:r>
      <w:r>
        <w:tab/>
        <w:t>1.013e0</w:t>
      </w:r>
    </w:p>
    <w:p w:rsidR="00E00D30" w:rsidRDefault="00E00D30" w:rsidP="00E00D30">
      <w:r>
        <w:t>162.5445</w:t>
      </w:r>
      <w:r>
        <w:tab/>
        <w:t>2.025e0</w:t>
      </w:r>
    </w:p>
    <w:p w:rsidR="00E00D30" w:rsidRDefault="00E00D30" w:rsidP="00E00D30">
      <w:r>
        <w:t>162.5465</w:t>
      </w:r>
      <w:r>
        <w:tab/>
        <w:t>2.025e0</w:t>
      </w:r>
    </w:p>
    <w:p w:rsidR="00E00D30" w:rsidRDefault="00E00D30" w:rsidP="00E00D30">
      <w:r>
        <w:t>162.5503</w:t>
      </w:r>
      <w:r>
        <w:tab/>
        <w:t>5.063e0</w:t>
      </w:r>
    </w:p>
    <w:p w:rsidR="00E00D30" w:rsidRDefault="00E00D30" w:rsidP="00E00D30">
      <w:r>
        <w:t>162.5514</w:t>
      </w:r>
      <w:r>
        <w:tab/>
        <w:t>2.025e0</w:t>
      </w:r>
    </w:p>
    <w:p w:rsidR="00E00D30" w:rsidRDefault="00E00D30" w:rsidP="00E00D30">
      <w:r>
        <w:t>162.5537</w:t>
      </w:r>
      <w:r>
        <w:tab/>
        <w:t>3.038e0</w:t>
      </w:r>
    </w:p>
    <w:p w:rsidR="00E00D30" w:rsidRDefault="00E00D30" w:rsidP="00E00D30">
      <w:r>
        <w:t>162.5550</w:t>
      </w:r>
      <w:r>
        <w:tab/>
        <w:t>3.038e0</w:t>
      </w:r>
    </w:p>
    <w:p w:rsidR="00E00D30" w:rsidRDefault="00E00D30" w:rsidP="00E00D30">
      <w:r>
        <w:lastRenderedPageBreak/>
        <w:t>162.5565</w:t>
      </w:r>
      <w:r>
        <w:tab/>
        <w:t>1.013e0</w:t>
      </w:r>
    </w:p>
    <w:p w:rsidR="00E00D30" w:rsidRDefault="00E00D30" w:rsidP="00E00D30">
      <w:r>
        <w:t>162.5600</w:t>
      </w:r>
      <w:r>
        <w:tab/>
        <w:t>2.025e0</w:t>
      </w:r>
    </w:p>
    <w:p w:rsidR="00E00D30" w:rsidRDefault="00E00D30" w:rsidP="00E00D30">
      <w:r>
        <w:t>162.5740</w:t>
      </w:r>
      <w:r>
        <w:tab/>
        <w:t>1.013e0</w:t>
      </w:r>
    </w:p>
    <w:p w:rsidR="00E00D30" w:rsidRDefault="00E00D30" w:rsidP="00E00D30">
      <w:r>
        <w:t>162.5774</w:t>
      </w:r>
      <w:r>
        <w:tab/>
        <w:t>2.025e0</w:t>
      </w:r>
    </w:p>
    <w:p w:rsidR="00E00D30" w:rsidRDefault="00E00D30" w:rsidP="00E00D30">
      <w:r>
        <w:t>162.5807</w:t>
      </w:r>
      <w:r>
        <w:tab/>
        <w:t>1.019e0</w:t>
      </w:r>
    </w:p>
    <w:p w:rsidR="00E00D30" w:rsidRDefault="00E00D30" w:rsidP="00E00D30">
      <w:r>
        <w:t>162.5919</w:t>
      </w:r>
      <w:r>
        <w:tab/>
        <w:t>3.038e0</w:t>
      </w:r>
    </w:p>
    <w:p w:rsidR="00E00D30" w:rsidRDefault="00E00D30" w:rsidP="00E00D30">
      <w:r>
        <w:t>162.5948</w:t>
      </w:r>
      <w:r>
        <w:tab/>
        <w:t>2.025e0</w:t>
      </w:r>
    </w:p>
    <w:p w:rsidR="00E00D30" w:rsidRDefault="00E00D30" w:rsidP="00E00D30">
      <w:r>
        <w:t>162.6106</w:t>
      </w:r>
      <w:r>
        <w:tab/>
        <w:t>1.013e0</w:t>
      </w:r>
    </w:p>
    <w:p w:rsidR="00E00D30" w:rsidRDefault="00E00D30" w:rsidP="00E00D30">
      <w:r>
        <w:t>162.6243</w:t>
      </w:r>
      <w:r>
        <w:tab/>
        <w:t>1.013e0</w:t>
      </w:r>
    </w:p>
    <w:p w:rsidR="00E00D30" w:rsidRDefault="00E00D30" w:rsidP="00E00D30">
      <w:r>
        <w:t>162.6280</w:t>
      </w:r>
      <w:r>
        <w:tab/>
        <w:t>1.013e0</w:t>
      </w:r>
    </w:p>
    <w:p w:rsidR="00E00D30" w:rsidRDefault="00E00D30" w:rsidP="00E00D30">
      <w:r>
        <w:t>162.6783</w:t>
      </w:r>
      <w:r>
        <w:tab/>
        <w:t>2.025e0</w:t>
      </w:r>
    </w:p>
    <w:p w:rsidR="00E00D30" w:rsidRDefault="00E00D30" w:rsidP="00E00D30">
      <w:r>
        <w:t>162.6889</w:t>
      </w:r>
      <w:r>
        <w:tab/>
        <w:t>1.013e0</w:t>
      </w:r>
    </w:p>
    <w:p w:rsidR="00E00D30" w:rsidRDefault="00E00D30" w:rsidP="00E00D30">
      <w:r>
        <w:t>162.7093</w:t>
      </w:r>
      <w:r>
        <w:tab/>
        <w:t>1.013e0</w:t>
      </w:r>
    </w:p>
    <w:p w:rsidR="00E00D30" w:rsidRDefault="00E00D30" w:rsidP="00E00D30">
      <w:r>
        <w:t>162.7130</w:t>
      </w:r>
      <w:r>
        <w:tab/>
        <w:t>2.025e0</w:t>
      </w:r>
    </w:p>
    <w:p w:rsidR="00E00D30" w:rsidRDefault="00E00D30" w:rsidP="00E00D30">
      <w:r>
        <w:t>162.7196</w:t>
      </w:r>
      <w:r>
        <w:tab/>
        <w:t>1.013e0</w:t>
      </w:r>
    </w:p>
    <w:p w:rsidR="00E00D30" w:rsidRDefault="00E00D30" w:rsidP="00E00D30">
      <w:r>
        <w:t>162.7261</w:t>
      </w:r>
      <w:r>
        <w:tab/>
        <w:t>3.038e0</w:t>
      </w:r>
    </w:p>
    <w:p w:rsidR="00E00D30" w:rsidRDefault="00E00D30" w:rsidP="00E00D30">
      <w:r>
        <w:t>162.7529</w:t>
      </w:r>
      <w:r>
        <w:tab/>
        <w:t>1.013e0</w:t>
      </w:r>
    </w:p>
    <w:p w:rsidR="00E00D30" w:rsidRDefault="00E00D30" w:rsidP="00E00D30">
      <w:r>
        <w:t>162.7771</w:t>
      </w:r>
      <w:r>
        <w:tab/>
        <w:t>1.013e0</w:t>
      </w:r>
    </w:p>
    <w:p w:rsidR="00E00D30" w:rsidRDefault="00E00D30" w:rsidP="00E00D30">
      <w:r>
        <w:t>162.7805</w:t>
      </w:r>
      <w:r>
        <w:tab/>
        <w:t>1.013e0</w:t>
      </w:r>
    </w:p>
    <w:p w:rsidR="00E00D30" w:rsidRDefault="00E00D30" w:rsidP="00E00D30">
      <w:r>
        <w:lastRenderedPageBreak/>
        <w:t>162.7939</w:t>
      </w:r>
      <w:r>
        <w:tab/>
        <w:t>1.013e0</w:t>
      </w:r>
    </w:p>
    <w:p w:rsidR="00E00D30" w:rsidRDefault="00E00D30" w:rsidP="00E00D30">
      <w:r>
        <w:t>162.7972</w:t>
      </w:r>
      <w:r>
        <w:tab/>
        <w:t>1.013e0</w:t>
      </w:r>
    </w:p>
    <w:p w:rsidR="00E00D30" w:rsidRDefault="00E00D30" w:rsidP="00E00D30">
      <w:r>
        <w:t>162.8007</w:t>
      </w:r>
      <w:r>
        <w:tab/>
        <w:t>1.013e0</w:t>
      </w:r>
    </w:p>
    <w:p w:rsidR="00E00D30" w:rsidRDefault="00E00D30" w:rsidP="00E00D30">
      <w:r>
        <w:t>162.8039</w:t>
      </w:r>
      <w:r>
        <w:tab/>
        <w:t>1.013e0</w:t>
      </w:r>
    </w:p>
    <w:p w:rsidR="00E00D30" w:rsidRDefault="00E00D30" w:rsidP="00E00D30">
      <w:r>
        <w:t>162.8103</w:t>
      </w:r>
      <w:r>
        <w:tab/>
        <w:t>1.013e0</w:t>
      </w:r>
    </w:p>
    <w:p w:rsidR="00E00D30" w:rsidRDefault="00E00D30" w:rsidP="00E00D30">
      <w:r>
        <w:t>162.8242</w:t>
      </w:r>
      <w:r>
        <w:tab/>
        <w:t>1.013e0</w:t>
      </w:r>
    </w:p>
    <w:p w:rsidR="00E00D30" w:rsidRDefault="00E00D30" w:rsidP="00E00D30">
      <w:r>
        <w:t>162.8311</w:t>
      </w:r>
      <w:r>
        <w:tab/>
        <w:t>1.013e0</w:t>
      </w:r>
    </w:p>
    <w:p w:rsidR="00E00D30" w:rsidRDefault="00E00D30" w:rsidP="00E00D30">
      <w:r>
        <w:t>162.8448</w:t>
      </w:r>
      <w:r>
        <w:tab/>
        <w:t>1.013e0</w:t>
      </w:r>
    </w:p>
    <w:p w:rsidR="00E00D30" w:rsidRDefault="00E00D30" w:rsidP="00E00D30">
      <w:r>
        <w:t>162.8485</w:t>
      </w:r>
      <w:r>
        <w:tab/>
        <w:t>3.038e0</w:t>
      </w:r>
    </w:p>
    <w:p w:rsidR="00E00D30" w:rsidRDefault="00E00D30" w:rsidP="00E00D30">
      <w:r>
        <w:t>162.8586</w:t>
      </w:r>
      <w:r>
        <w:tab/>
        <w:t>1.013e0</w:t>
      </w:r>
    </w:p>
    <w:p w:rsidR="00E00D30" w:rsidRDefault="00E00D30" w:rsidP="00E00D30">
      <w:r>
        <w:t>162.8626</w:t>
      </w:r>
      <w:r>
        <w:tab/>
        <w:t>4.051e0</w:t>
      </w:r>
    </w:p>
    <w:p w:rsidR="00E00D30" w:rsidRDefault="00E00D30" w:rsidP="00E00D30">
      <w:r>
        <w:t>162.8886</w:t>
      </w:r>
      <w:r>
        <w:tab/>
        <w:t>1.013e0</w:t>
      </w:r>
    </w:p>
    <w:p w:rsidR="00E00D30" w:rsidRDefault="00E00D30" w:rsidP="00E00D30">
      <w:r>
        <w:t>162.8988</w:t>
      </w:r>
      <w:r>
        <w:tab/>
        <w:t>1.013e0</w:t>
      </w:r>
    </w:p>
    <w:p w:rsidR="00E00D30" w:rsidRDefault="00E00D30" w:rsidP="00E00D30">
      <w:r>
        <w:t>162.9230</w:t>
      </w:r>
      <w:r>
        <w:tab/>
        <w:t>3.038e0</w:t>
      </w:r>
    </w:p>
    <w:p w:rsidR="00E00D30" w:rsidRDefault="00E00D30" w:rsidP="00E00D30">
      <w:r>
        <w:t>162.9366</w:t>
      </w:r>
      <w:r>
        <w:tab/>
        <w:t>1.013e0</w:t>
      </w:r>
    </w:p>
    <w:p w:rsidR="00E00D30" w:rsidRDefault="00E00D30" w:rsidP="00E00D30">
      <w:r>
        <w:t>162.9528</w:t>
      </w:r>
      <w:r>
        <w:tab/>
        <w:t>1.013e0</w:t>
      </w:r>
    </w:p>
    <w:p w:rsidR="00E00D30" w:rsidRDefault="00E00D30" w:rsidP="00E00D30">
      <w:r>
        <w:t>162.9772</w:t>
      </w:r>
      <w:r>
        <w:tab/>
        <w:t>1.013e0</w:t>
      </w:r>
    </w:p>
    <w:p w:rsidR="00E00D30" w:rsidRDefault="00E00D30" w:rsidP="00E00D30">
      <w:r>
        <w:t>163.0076</w:t>
      </w:r>
      <w:r>
        <w:tab/>
        <w:t>1.013e0</w:t>
      </w:r>
    </w:p>
    <w:p w:rsidR="00E00D30" w:rsidRDefault="00E00D30" w:rsidP="00E00D30">
      <w:r>
        <w:t>163.0380</w:t>
      </w:r>
      <w:r>
        <w:tab/>
        <w:t>2.025e0</w:t>
      </w:r>
    </w:p>
    <w:p w:rsidR="00E00D30" w:rsidRDefault="00E00D30" w:rsidP="00E00D30">
      <w:r>
        <w:lastRenderedPageBreak/>
        <w:t>163.0414</w:t>
      </w:r>
      <w:r>
        <w:tab/>
        <w:t>1.013e0</w:t>
      </w:r>
    </w:p>
    <w:p w:rsidR="00E00D30" w:rsidRDefault="00E00D30" w:rsidP="00E00D30">
      <w:r>
        <w:t>163.0449</w:t>
      </w:r>
      <w:r>
        <w:tab/>
        <w:t>1.013e0</w:t>
      </w:r>
    </w:p>
    <w:p w:rsidR="00E00D30" w:rsidRDefault="00E00D30" w:rsidP="00E00D30">
      <w:r>
        <w:t>163.0569</w:t>
      </w:r>
      <w:r>
        <w:tab/>
        <w:t>2.025e0</w:t>
      </w:r>
    </w:p>
    <w:p w:rsidR="00E00D30" w:rsidRDefault="00E00D30" w:rsidP="00E00D30">
      <w:r>
        <w:t>163.0639</w:t>
      </w:r>
      <w:r>
        <w:tab/>
        <w:t>2.025e0</w:t>
      </w:r>
    </w:p>
    <w:p w:rsidR="00E00D30" w:rsidRDefault="00E00D30" w:rsidP="00E00D30">
      <w:r>
        <w:t>163.0749</w:t>
      </w:r>
      <w:r>
        <w:tab/>
        <w:t>4.051e0</w:t>
      </w:r>
    </w:p>
    <w:p w:rsidR="00E00D30" w:rsidRDefault="00E00D30" w:rsidP="00E00D30">
      <w:r>
        <w:t>163.0770</w:t>
      </w:r>
      <w:r>
        <w:tab/>
        <w:t>8.101e0</w:t>
      </w:r>
    </w:p>
    <w:p w:rsidR="00E00D30" w:rsidRDefault="00E00D30" w:rsidP="00E00D30">
      <w:r>
        <w:t>163.0784</w:t>
      </w:r>
      <w:r>
        <w:tab/>
        <w:t>1.501e1</w:t>
      </w:r>
    </w:p>
    <w:p w:rsidR="00E00D30" w:rsidRDefault="00E00D30" w:rsidP="00E00D30">
      <w:r>
        <w:t>163.0804</w:t>
      </w:r>
      <w:r>
        <w:tab/>
        <w:t>3.038e0</w:t>
      </w:r>
    </w:p>
    <w:p w:rsidR="00E00D30" w:rsidRDefault="00E00D30" w:rsidP="00E00D30">
      <w:r>
        <w:t>163.0821</w:t>
      </w:r>
      <w:r>
        <w:tab/>
        <w:t>1.013e0</w:t>
      </w:r>
    </w:p>
    <w:p w:rsidR="00E00D30" w:rsidRDefault="00E00D30" w:rsidP="00E00D30">
      <w:r>
        <w:t>163.0853</w:t>
      </w:r>
      <w:r>
        <w:tab/>
        <w:t>1.013e0</w:t>
      </w:r>
    </w:p>
    <w:p w:rsidR="00E00D30" w:rsidRDefault="00E00D30" w:rsidP="00E00D30">
      <w:r>
        <w:t>163.0919</w:t>
      </w:r>
      <w:r>
        <w:tab/>
        <w:t>2.025e0</w:t>
      </w:r>
    </w:p>
    <w:p w:rsidR="00E00D30" w:rsidRDefault="00E00D30" w:rsidP="00E00D30">
      <w:r>
        <w:t>163.1023</w:t>
      </w:r>
      <w:r>
        <w:tab/>
        <w:t>1.013e0</w:t>
      </w:r>
    </w:p>
    <w:p w:rsidR="00E00D30" w:rsidRDefault="00E00D30" w:rsidP="00E00D30">
      <w:r>
        <w:t>163.1161</w:t>
      </w:r>
      <w:r>
        <w:tab/>
        <w:t>1.013e0</w:t>
      </w:r>
    </w:p>
    <w:p w:rsidR="00E00D30" w:rsidRDefault="00E00D30" w:rsidP="00E00D30">
      <w:r>
        <w:t>163.1263</w:t>
      </w:r>
      <w:r>
        <w:tab/>
        <w:t>8.101e0</w:t>
      </w:r>
    </w:p>
    <w:p w:rsidR="00E00D30" w:rsidRDefault="00E00D30" w:rsidP="00E00D30">
      <w:r>
        <w:t>163.1289</w:t>
      </w:r>
      <w:r>
        <w:tab/>
        <w:t>3.215e0</w:t>
      </w:r>
    </w:p>
    <w:p w:rsidR="00E00D30" w:rsidRDefault="00E00D30" w:rsidP="00E00D30">
      <w:r>
        <w:t>163.1342</w:t>
      </w:r>
      <w:r>
        <w:tab/>
        <w:t>1.215e1</w:t>
      </w:r>
    </w:p>
    <w:p w:rsidR="00E00D30" w:rsidRDefault="00E00D30" w:rsidP="00E00D30">
      <w:r>
        <w:t>163.1356</w:t>
      </w:r>
      <w:r>
        <w:tab/>
        <w:t>1.013e1</w:t>
      </w:r>
    </w:p>
    <w:p w:rsidR="00E00D30" w:rsidRDefault="00E00D30" w:rsidP="00E00D30">
      <w:r>
        <w:t>163.1373</w:t>
      </w:r>
      <w:r>
        <w:tab/>
        <w:t>9.765e0</w:t>
      </w:r>
    </w:p>
    <w:p w:rsidR="00E00D30" w:rsidRDefault="00E00D30" w:rsidP="00E00D30">
      <w:r>
        <w:t>163.1450</w:t>
      </w:r>
      <w:r>
        <w:tab/>
        <w:t>4.051e0</w:t>
      </w:r>
    </w:p>
    <w:p w:rsidR="00E00D30" w:rsidRDefault="00E00D30" w:rsidP="00E00D30">
      <w:r>
        <w:lastRenderedPageBreak/>
        <w:t>163.1533</w:t>
      </w:r>
      <w:r>
        <w:tab/>
        <w:t>1.013e0</w:t>
      </w:r>
    </w:p>
    <w:p w:rsidR="00E00D30" w:rsidRDefault="00E00D30" w:rsidP="00E00D30">
      <w:r>
        <w:t>163.1702</w:t>
      </w:r>
      <w:r>
        <w:tab/>
        <w:t>1.013e0</w:t>
      </w:r>
    </w:p>
    <w:p w:rsidR="00E00D30" w:rsidRDefault="00E00D30" w:rsidP="00E00D30">
      <w:r>
        <w:t>163.1908</w:t>
      </w:r>
      <w:r>
        <w:tab/>
        <w:t>1.013e0</w:t>
      </w:r>
    </w:p>
    <w:p w:rsidR="00E00D30" w:rsidRDefault="00E00D30" w:rsidP="00E00D30">
      <w:r>
        <w:t>163.2084</w:t>
      </w:r>
      <w:r>
        <w:tab/>
        <w:t>1.013e0</w:t>
      </w:r>
    </w:p>
    <w:p w:rsidR="00E00D30" w:rsidRDefault="00E00D30" w:rsidP="00E00D30">
      <w:r>
        <w:t>163.2131</w:t>
      </w:r>
      <w:r>
        <w:tab/>
        <w:t>2.025e0</w:t>
      </w:r>
    </w:p>
    <w:p w:rsidR="00E00D30" w:rsidRDefault="00E00D30" w:rsidP="00E00D30">
      <w:r>
        <w:t>163.2169</w:t>
      </w:r>
      <w:r>
        <w:tab/>
        <w:t>2.025e0</w:t>
      </w:r>
    </w:p>
    <w:p w:rsidR="00E00D30" w:rsidRDefault="00E00D30" w:rsidP="00E00D30">
      <w:r>
        <w:t>163.2415</w:t>
      </w:r>
      <w:r>
        <w:tab/>
        <w:t>1.013e0</w:t>
      </w:r>
    </w:p>
    <w:p w:rsidR="00E00D30" w:rsidRDefault="00E00D30" w:rsidP="00E00D30">
      <w:r>
        <w:t>163.2518</w:t>
      </w:r>
      <w:r>
        <w:tab/>
        <w:t>1.013e0</w:t>
      </w:r>
    </w:p>
    <w:p w:rsidR="00E00D30" w:rsidRDefault="00E00D30" w:rsidP="00E00D30">
      <w:r>
        <w:t>163.2610</w:t>
      </w:r>
      <w:r>
        <w:tab/>
        <w:t>3.038e0</w:t>
      </w:r>
    </w:p>
    <w:p w:rsidR="00E00D30" w:rsidRDefault="00E00D30" w:rsidP="00E00D30">
      <w:r>
        <w:t>163.2657</w:t>
      </w:r>
      <w:r>
        <w:tab/>
        <w:t>2.025e0</w:t>
      </w:r>
    </w:p>
    <w:p w:rsidR="00E00D30" w:rsidRDefault="00E00D30" w:rsidP="00E00D30">
      <w:r>
        <w:t>163.2707</w:t>
      </w:r>
      <w:r>
        <w:tab/>
        <w:t>2.025e0</w:t>
      </w:r>
    </w:p>
    <w:p w:rsidR="00E00D30" w:rsidRDefault="00E00D30" w:rsidP="00E00D30">
      <w:r>
        <w:t>163.2795</w:t>
      </w:r>
      <w:r>
        <w:tab/>
        <w:t>1.013e0</w:t>
      </w:r>
    </w:p>
    <w:p w:rsidR="00E00D30" w:rsidRDefault="00E00D30" w:rsidP="00E00D30">
      <w:r>
        <w:t>163.3025</w:t>
      </w:r>
      <w:r>
        <w:tab/>
        <w:t>1.013e0</w:t>
      </w:r>
    </w:p>
    <w:p w:rsidR="00E00D30" w:rsidRDefault="00E00D30" w:rsidP="00E00D30">
      <w:r>
        <w:t>163.3165</w:t>
      </w:r>
      <w:r>
        <w:tab/>
        <w:t>1.013e0</w:t>
      </w:r>
    </w:p>
    <w:p w:rsidR="00E00D30" w:rsidRDefault="00E00D30" w:rsidP="00E00D30">
      <w:r>
        <w:t>163.3196</w:t>
      </w:r>
      <w:r>
        <w:tab/>
        <w:t>1.013e0</w:t>
      </w:r>
    </w:p>
    <w:p w:rsidR="00E00D30" w:rsidRDefault="00E00D30" w:rsidP="00E00D30">
      <w:r>
        <w:t>163.3302</w:t>
      </w:r>
      <w:r>
        <w:tab/>
        <w:t>1.013e0</w:t>
      </w:r>
    </w:p>
    <w:p w:rsidR="00E00D30" w:rsidRDefault="00E00D30" w:rsidP="00E00D30">
      <w:r>
        <w:t>163.3771</w:t>
      </w:r>
      <w:r>
        <w:tab/>
        <w:t>1.013e0</w:t>
      </w:r>
    </w:p>
    <w:p w:rsidR="00E00D30" w:rsidRDefault="00E00D30" w:rsidP="00E00D30">
      <w:r>
        <w:t>163.3806</w:t>
      </w:r>
      <w:r>
        <w:tab/>
        <w:t>1.013e0</w:t>
      </w:r>
    </w:p>
    <w:p w:rsidR="00E00D30" w:rsidRDefault="00E00D30" w:rsidP="00E00D30">
      <w:r>
        <w:t>163.3878</w:t>
      </w:r>
      <w:r>
        <w:tab/>
        <w:t>1.013e0</w:t>
      </w:r>
    </w:p>
    <w:p w:rsidR="00E00D30" w:rsidRDefault="00E00D30" w:rsidP="00E00D30">
      <w:r>
        <w:lastRenderedPageBreak/>
        <w:t>163.3910</w:t>
      </w:r>
      <w:r>
        <w:tab/>
        <w:t>2.025e0</w:t>
      </w:r>
    </w:p>
    <w:p w:rsidR="00E00D30" w:rsidRDefault="00E00D30" w:rsidP="00E00D30">
      <w:r>
        <w:t>163.4014</w:t>
      </w:r>
      <w:r>
        <w:tab/>
        <w:t>1.013e0</w:t>
      </w:r>
    </w:p>
    <w:p w:rsidR="00E00D30" w:rsidRDefault="00E00D30" w:rsidP="00E00D30">
      <w:r>
        <w:t>163.4117</w:t>
      </w:r>
      <w:r>
        <w:tab/>
        <w:t>1.013e0</w:t>
      </w:r>
    </w:p>
    <w:p w:rsidR="00E00D30" w:rsidRDefault="00E00D30" w:rsidP="00E00D30">
      <w:r>
        <w:t>163.4151</w:t>
      </w:r>
      <w:r>
        <w:tab/>
        <w:t>1.013e0</w:t>
      </w:r>
    </w:p>
    <w:p w:rsidR="00E00D30" w:rsidRDefault="00E00D30" w:rsidP="00E00D30">
      <w:r>
        <w:t>163.4189</w:t>
      </w:r>
      <w:r>
        <w:tab/>
        <w:t>2.025e0</w:t>
      </w:r>
    </w:p>
    <w:p w:rsidR="00E00D30" w:rsidRDefault="00E00D30" w:rsidP="00E00D30">
      <w:r>
        <w:t>163.4422</w:t>
      </w:r>
      <w:r>
        <w:tab/>
        <w:t>1.013e0</w:t>
      </w:r>
    </w:p>
    <w:p w:rsidR="00E00D30" w:rsidRDefault="00E00D30" w:rsidP="00E00D30">
      <w:r>
        <w:t>163.4452</w:t>
      </w:r>
      <w:r>
        <w:tab/>
        <w:t>1.013e0</w:t>
      </w:r>
    </w:p>
    <w:p w:rsidR="00E00D30" w:rsidRDefault="00E00D30" w:rsidP="00E00D30">
      <w:r>
        <w:t>163.4554</w:t>
      </w:r>
      <w:r>
        <w:tab/>
        <w:t>1.013e0</w:t>
      </w:r>
    </w:p>
    <w:p w:rsidR="00E00D30" w:rsidRDefault="00E00D30" w:rsidP="00E00D30">
      <w:r>
        <w:t>163.4624</w:t>
      </w:r>
      <w:r>
        <w:tab/>
        <w:t>1.013e0</w:t>
      </w:r>
    </w:p>
    <w:p w:rsidR="00E00D30" w:rsidRDefault="00E00D30" w:rsidP="00E00D30">
      <w:r>
        <w:t>163.4727</w:t>
      </w:r>
      <w:r>
        <w:tab/>
        <w:t>2.025e0</w:t>
      </w:r>
    </w:p>
    <w:p w:rsidR="00E00D30" w:rsidRDefault="00E00D30" w:rsidP="00E00D30">
      <w:r>
        <w:t>163.5069</w:t>
      </w:r>
      <w:r>
        <w:tab/>
        <w:t>1.013e0</w:t>
      </w:r>
    </w:p>
    <w:p w:rsidR="00E00D30" w:rsidRDefault="00E00D30" w:rsidP="00E00D30">
      <w:r>
        <w:t>163.5103</w:t>
      </w:r>
      <w:r>
        <w:tab/>
        <w:t>1.013e0</w:t>
      </w:r>
    </w:p>
    <w:p w:rsidR="00E00D30" w:rsidRDefault="00E00D30" w:rsidP="00E00D30">
      <w:r>
        <w:t>163.5440</w:t>
      </w:r>
      <w:r>
        <w:tab/>
        <w:t>1.013e0</w:t>
      </w:r>
    </w:p>
    <w:p w:rsidR="00E00D30" w:rsidRDefault="00E00D30" w:rsidP="00E00D30">
      <w:r>
        <w:t>163.5492</w:t>
      </w:r>
      <w:r>
        <w:tab/>
        <w:t>2.025e0</w:t>
      </w:r>
    </w:p>
    <w:p w:rsidR="00E00D30" w:rsidRDefault="00E00D30" w:rsidP="00E00D30">
      <w:r>
        <w:t>163.5509</w:t>
      </w:r>
      <w:r>
        <w:tab/>
        <w:t>1.013e0</w:t>
      </w:r>
    </w:p>
    <w:p w:rsidR="00E00D30" w:rsidRDefault="00E00D30" w:rsidP="00E00D30">
      <w:r>
        <w:t>163.5543</w:t>
      </w:r>
      <w:r>
        <w:tab/>
        <w:t>2.025e0</w:t>
      </w:r>
    </w:p>
    <w:p w:rsidR="00E00D30" w:rsidRDefault="00E00D30" w:rsidP="00E00D30">
      <w:r>
        <w:t>163.5563</w:t>
      </w:r>
      <w:r>
        <w:tab/>
        <w:t>2.025e0</w:t>
      </w:r>
    </w:p>
    <w:p w:rsidR="00E00D30" w:rsidRDefault="00E00D30" w:rsidP="00E00D30">
      <w:r>
        <w:t>163.5613</w:t>
      </w:r>
      <w:r>
        <w:tab/>
        <w:t>1.013e0</w:t>
      </w:r>
    </w:p>
    <w:p w:rsidR="00E00D30" w:rsidRDefault="00E00D30" w:rsidP="00E00D30">
      <w:r>
        <w:t>163.5847</w:t>
      </w:r>
      <w:r>
        <w:tab/>
        <w:t>1.013e0</w:t>
      </w:r>
    </w:p>
    <w:p w:rsidR="00E00D30" w:rsidRDefault="00E00D30" w:rsidP="00E00D30">
      <w:r>
        <w:lastRenderedPageBreak/>
        <w:t>163.5915</w:t>
      </w:r>
      <w:r>
        <w:tab/>
        <w:t>1.013e0</w:t>
      </w:r>
    </w:p>
    <w:p w:rsidR="00E00D30" w:rsidRDefault="00E00D30" w:rsidP="00E00D30">
      <w:r>
        <w:t>163.6085</w:t>
      </w:r>
      <w:r>
        <w:tab/>
        <w:t>1.013e0</w:t>
      </w:r>
    </w:p>
    <w:p w:rsidR="00E00D30" w:rsidRDefault="00E00D30" w:rsidP="00E00D30">
      <w:r>
        <w:t>163.6154</w:t>
      </w:r>
      <w:r>
        <w:tab/>
        <w:t>1.013e0</w:t>
      </w:r>
    </w:p>
    <w:p w:rsidR="00E00D30" w:rsidRDefault="00E00D30" w:rsidP="00E00D30">
      <w:r>
        <w:t>163.6329</w:t>
      </w:r>
      <w:r>
        <w:tab/>
        <w:t>1.013e0</w:t>
      </w:r>
    </w:p>
    <w:p w:rsidR="00E00D30" w:rsidRDefault="00E00D30" w:rsidP="00E00D30">
      <w:r>
        <w:t>163.6431</w:t>
      </w:r>
      <w:r>
        <w:tab/>
        <w:t>1.013e0</w:t>
      </w:r>
    </w:p>
    <w:p w:rsidR="00E00D30" w:rsidRDefault="00E00D30" w:rsidP="00E00D30">
      <w:r>
        <w:t>163.6532</w:t>
      </w:r>
      <w:r>
        <w:tab/>
        <w:t>1.013e0</w:t>
      </w:r>
    </w:p>
    <w:p w:rsidR="00E00D30" w:rsidRDefault="00E00D30" w:rsidP="00E00D30">
      <w:r>
        <w:t>163.6694</w:t>
      </w:r>
      <w:r>
        <w:tab/>
        <w:t>1.013e0</w:t>
      </w:r>
    </w:p>
    <w:p w:rsidR="00E00D30" w:rsidRDefault="00E00D30" w:rsidP="00E00D30">
      <w:r>
        <w:t>163.6834</w:t>
      </w:r>
      <w:r>
        <w:tab/>
        <w:t>2.025e0</w:t>
      </w:r>
    </w:p>
    <w:p w:rsidR="00E00D30" w:rsidRDefault="00E00D30" w:rsidP="00E00D30">
      <w:r>
        <w:t>163.6905</w:t>
      </w:r>
      <w:r>
        <w:tab/>
        <w:t>1.013e0</w:t>
      </w:r>
    </w:p>
    <w:p w:rsidR="00E00D30" w:rsidRDefault="00E00D30" w:rsidP="00E00D30">
      <w:r>
        <w:t>163.7005</w:t>
      </w:r>
      <w:r>
        <w:tab/>
        <w:t>1.013e0</w:t>
      </w:r>
    </w:p>
    <w:p w:rsidR="00E00D30" w:rsidRDefault="00E00D30" w:rsidP="00E00D30">
      <w:r>
        <w:t>163.7075</w:t>
      </w:r>
      <w:r>
        <w:tab/>
        <w:t>1.013e0</w:t>
      </w:r>
    </w:p>
    <w:p w:rsidR="00E00D30" w:rsidRDefault="00E00D30" w:rsidP="00E00D30">
      <w:r>
        <w:t>163.7276</w:t>
      </w:r>
      <w:r>
        <w:tab/>
        <w:t>1.013e0</w:t>
      </w:r>
    </w:p>
    <w:p w:rsidR="00E00D30" w:rsidRDefault="00E00D30" w:rsidP="00E00D30">
      <w:r>
        <w:t>163.7550</w:t>
      </w:r>
      <w:r>
        <w:tab/>
        <w:t>1.013e0</w:t>
      </w:r>
    </w:p>
    <w:p w:rsidR="00E00D30" w:rsidRDefault="00E00D30" w:rsidP="00E00D30">
      <w:r>
        <w:t>163.7927</w:t>
      </w:r>
      <w:r>
        <w:tab/>
        <w:t>1.013e0</w:t>
      </w:r>
    </w:p>
    <w:p w:rsidR="00E00D30" w:rsidRDefault="00E00D30" w:rsidP="00E00D30">
      <w:r>
        <w:t>163.7991</w:t>
      </w:r>
      <w:r>
        <w:tab/>
        <w:t>1.013e0</w:t>
      </w:r>
    </w:p>
    <w:p w:rsidR="00E00D30" w:rsidRDefault="00E00D30" w:rsidP="00E00D30">
      <w:r>
        <w:t>163.8226</w:t>
      </w:r>
      <w:r>
        <w:tab/>
        <w:t>2.025e0</w:t>
      </w:r>
    </w:p>
    <w:p w:rsidR="00E00D30" w:rsidRDefault="00E00D30" w:rsidP="00E00D30">
      <w:r>
        <w:t>163.8434</w:t>
      </w:r>
      <w:r>
        <w:tab/>
        <w:t>1.013e0</w:t>
      </w:r>
    </w:p>
    <w:p w:rsidR="00E00D30" w:rsidRDefault="00E00D30" w:rsidP="00E00D30">
      <w:r>
        <w:t>163.8503</w:t>
      </w:r>
      <w:r>
        <w:tab/>
        <w:t>1.013e0</w:t>
      </w:r>
    </w:p>
    <w:p w:rsidR="00E00D30" w:rsidRDefault="00E00D30" w:rsidP="00E00D30">
      <w:r>
        <w:t>163.8607</w:t>
      </w:r>
      <w:r>
        <w:tab/>
        <w:t>1.013e0</w:t>
      </w:r>
    </w:p>
    <w:p w:rsidR="00E00D30" w:rsidRDefault="00E00D30" w:rsidP="00E00D30">
      <w:r>
        <w:lastRenderedPageBreak/>
        <w:t>163.8678</w:t>
      </w:r>
      <w:r>
        <w:tab/>
        <w:t>3.038e0</w:t>
      </w:r>
    </w:p>
    <w:p w:rsidR="00E00D30" w:rsidRDefault="00E00D30" w:rsidP="00E00D30">
      <w:r>
        <w:t>163.8772</w:t>
      </w:r>
      <w:r>
        <w:tab/>
        <w:t>1.013e0</w:t>
      </w:r>
    </w:p>
    <w:p w:rsidR="00E00D30" w:rsidRDefault="00E00D30" w:rsidP="00E00D30">
      <w:r>
        <w:t>163.8837</w:t>
      </w:r>
      <w:r>
        <w:tab/>
        <w:t>2.025e0</w:t>
      </w:r>
    </w:p>
    <w:p w:rsidR="00E00D30" w:rsidRDefault="00E00D30" w:rsidP="00E00D30">
      <w:r>
        <w:t>163.8870</w:t>
      </w:r>
      <w:r>
        <w:tab/>
        <w:t>2.025e0</w:t>
      </w:r>
    </w:p>
    <w:p w:rsidR="00E00D30" w:rsidRDefault="00E00D30" w:rsidP="00E00D30">
      <w:r>
        <w:t>163.8908</w:t>
      </w:r>
      <w:r>
        <w:tab/>
        <w:t>1.013e0</w:t>
      </w:r>
    </w:p>
    <w:p w:rsidR="00E00D30" w:rsidRDefault="00E00D30" w:rsidP="00E00D30">
      <w:r>
        <w:t>163.9045</w:t>
      </w:r>
      <w:r>
        <w:tab/>
        <w:t>1.013e0</w:t>
      </w:r>
    </w:p>
    <w:p w:rsidR="00E00D30" w:rsidRDefault="00E00D30" w:rsidP="00E00D30">
      <w:r>
        <w:t>163.9114</w:t>
      </w:r>
      <w:r>
        <w:tab/>
        <w:t>1.013e0</w:t>
      </w:r>
    </w:p>
    <w:p w:rsidR="00E00D30" w:rsidRDefault="00E00D30" w:rsidP="00E00D30">
      <w:r>
        <w:t>163.9149</w:t>
      </w:r>
      <w:r>
        <w:tab/>
        <w:t>2.025e0</w:t>
      </w:r>
    </w:p>
    <w:p w:rsidR="00E00D30" w:rsidRDefault="00E00D30" w:rsidP="00E00D30">
      <w:r>
        <w:t>163.9217</w:t>
      </w:r>
      <w:r>
        <w:tab/>
        <w:t>1.013e0</w:t>
      </w:r>
    </w:p>
    <w:p w:rsidR="00E00D30" w:rsidRDefault="00E00D30" w:rsidP="00E00D30">
      <w:r>
        <w:t>163.9389</w:t>
      </w:r>
      <w:r>
        <w:tab/>
        <w:t>1.013e0</w:t>
      </w:r>
    </w:p>
    <w:p w:rsidR="00E00D30" w:rsidRDefault="00E00D30" w:rsidP="00E00D30">
      <w:r>
        <w:t>163.9423</w:t>
      </w:r>
      <w:r>
        <w:tab/>
        <w:t>1.013e0</w:t>
      </w:r>
    </w:p>
    <w:p w:rsidR="00E00D30" w:rsidRDefault="00E00D30" w:rsidP="00E00D30">
      <w:r>
        <w:t>163.9523</w:t>
      </w:r>
      <w:r>
        <w:tab/>
        <w:t>2.025e0</w:t>
      </w:r>
    </w:p>
    <w:p w:rsidR="00E00D30" w:rsidRDefault="00E00D30" w:rsidP="00E00D30">
      <w:r>
        <w:t>163.9726</w:t>
      </w:r>
      <w:r>
        <w:tab/>
        <w:t>1.013e0</w:t>
      </w:r>
    </w:p>
    <w:p w:rsidR="00E00D30" w:rsidRDefault="00E00D30" w:rsidP="00E00D30">
      <w:r>
        <w:t>163.9864</w:t>
      </w:r>
      <w:r>
        <w:tab/>
        <w:t>1.013e0</w:t>
      </w:r>
    </w:p>
    <w:p w:rsidR="00E00D30" w:rsidRDefault="00E00D30" w:rsidP="00E00D30">
      <w:r>
        <w:t>163.9983</w:t>
      </w:r>
      <w:r>
        <w:tab/>
        <w:t>2.025e0</w:t>
      </w:r>
    </w:p>
    <w:p w:rsidR="00E00D30" w:rsidRDefault="00E00D30" w:rsidP="00E00D30">
      <w:r>
        <w:t>164.0107</w:t>
      </w:r>
      <w:r>
        <w:tab/>
        <w:t>1.013e0</w:t>
      </w:r>
    </w:p>
    <w:p w:rsidR="00E00D30" w:rsidRDefault="00E00D30" w:rsidP="00E00D30">
      <w:r>
        <w:t>164.0404</w:t>
      </w:r>
      <w:r>
        <w:tab/>
        <w:t>1.013e0</w:t>
      </w:r>
    </w:p>
    <w:p w:rsidR="00E00D30" w:rsidRDefault="00E00D30" w:rsidP="00E00D30">
      <w:r>
        <w:t>164.0438</w:t>
      </w:r>
      <w:r>
        <w:tab/>
        <w:t>1.013e0</w:t>
      </w:r>
    </w:p>
    <w:p w:rsidR="00E00D30" w:rsidRDefault="00E00D30" w:rsidP="00E00D30">
      <w:r>
        <w:t>164.0456</w:t>
      </w:r>
      <w:r>
        <w:tab/>
        <w:t>2.025e0</w:t>
      </w:r>
    </w:p>
    <w:p w:rsidR="00E00D30" w:rsidRDefault="00E00D30" w:rsidP="00E00D30">
      <w:r>
        <w:lastRenderedPageBreak/>
        <w:t>164.0510</w:t>
      </w:r>
      <w:r>
        <w:tab/>
        <w:t>1.013e0</w:t>
      </w:r>
    </w:p>
    <w:p w:rsidR="00E00D30" w:rsidRDefault="00E00D30" w:rsidP="00E00D30">
      <w:r>
        <w:t>164.0613</w:t>
      </w:r>
      <w:r>
        <w:tab/>
        <w:t>3.038e0</w:t>
      </w:r>
    </w:p>
    <w:p w:rsidR="00E00D30" w:rsidRDefault="00E00D30" w:rsidP="00E00D30">
      <w:r>
        <w:t>164.0646</w:t>
      </w:r>
      <w:r>
        <w:tab/>
        <w:t>1.013e0</w:t>
      </w:r>
    </w:p>
    <w:p w:rsidR="00E00D30" w:rsidRDefault="00E00D30" w:rsidP="00E00D30">
      <w:r>
        <w:t>164.0723</w:t>
      </w:r>
      <w:r>
        <w:tab/>
        <w:t>3.038e0</w:t>
      </w:r>
    </w:p>
    <w:p w:rsidR="00E00D30" w:rsidRDefault="00E00D30" w:rsidP="00E00D30">
      <w:r>
        <w:t>164.0786</w:t>
      </w:r>
      <w:r>
        <w:tab/>
        <w:t>5.063e0</w:t>
      </w:r>
    </w:p>
    <w:p w:rsidR="00E00D30" w:rsidRDefault="00E00D30" w:rsidP="00E00D30">
      <w:r>
        <w:t>164.0801</w:t>
      </w:r>
      <w:r>
        <w:tab/>
        <w:t>2.025e0</w:t>
      </w:r>
    </w:p>
    <w:p w:rsidR="00E00D30" w:rsidRDefault="00E00D30" w:rsidP="00E00D30">
      <w:r>
        <w:t>164.0818</w:t>
      </w:r>
      <w:r>
        <w:tab/>
        <w:t>8.108e0</w:t>
      </w:r>
    </w:p>
    <w:p w:rsidR="00E00D30" w:rsidRDefault="00E00D30" w:rsidP="00E00D30">
      <w:r>
        <w:t>164.0833</w:t>
      </w:r>
      <w:r>
        <w:tab/>
        <w:t>9.766e0</w:t>
      </w:r>
    </w:p>
    <w:p w:rsidR="00E00D30" w:rsidRDefault="00E00D30" w:rsidP="00E00D30">
      <w:r>
        <w:t>164.0849</w:t>
      </w:r>
      <w:r>
        <w:tab/>
        <w:t>4.051e0</w:t>
      </w:r>
    </w:p>
    <w:p w:rsidR="00E00D30" w:rsidRDefault="00E00D30" w:rsidP="00E00D30">
      <w:r>
        <w:t>164.0891</w:t>
      </w:r>
      <w:r>
        <w:tab/>
        <w:t>5.063e0</w:t>
      </w:r>
    </w:p>
    <w:p w:rsidR="00E00D30" w:rsidRDefault="00E00D30" w:rsidP="00E00D30">
      <w:r>
        <w:t>164.1049</w:t>
      </w:r>
      <w:r>
        <w:tab/>
        <w:t>1.013e0</w:t>
      </w:r>
    </w:p>
    <w:p w:rsidR="00E00D30" w:rsidRDefault="00E00D30" w:rsidP="00E00D30">
      <w:r>
        <w:t>164.1118</w:t>
      </w:r>
      <w:r>
        <w:tab/>
        <w:t>2.025e0</w:t>
      </w:r>
    </w:p>
    <w:p w:rsidR="00E00D30" w:rsidRDefault="00E00D30" w:rsidP="00E00D30">
      <w:r>
        <w:t>164.1224</w:t>
      </w:r>
      <w:r>
        <w:tab/>
        <w:t>1.013e0</w:t>
      </w:r>
    </w:p>
    <w:p w:rsidR="00E00D30" w:rsidRDefault="00E00D30" w:rsidP="00E00D30">
      <w:r>
        <w:t>164.1365</w:t>
      </w:r>
      <w:r>
        <w:tab/>
        <w:t>4.051e0</w:t>
      </w:r>
    </w:p>
    <w:p w:rsidR="00E00D30" w:rsidRDefault="00E00D30" w:rsidP="00E00D30">
      <w:r>
        <w:t>164.1394</w:t>
      </w:r>
      <w:r>
        <w:tab/>
        <w:t>2.025e0</w:t>
      </w:r>
    </w:p>
    <w:p w:rsidR="00E00D30" w:rsidRDefault="00E00D30" w:rsidP="00E00D30">
      <w:r>
        <w:t>164.1469</w:t>
      </w:r>
      <w:r>
        <w:tab/>
        <w:t>6.076e0</w:t>
      </w:r>
    </w:p>
    <w:p w:rsidR="00E00D30" w:rsidRDefault="00E00D30" w:rsidP="00E00D30">
      <w:r>
        <w:t>164.1517</w:t>
      </w:r>
      <w:r>
        <w:tab/>
        <w:t>6.076e0</w:t>
      </w:r>
    </w:p>
    <w:p w:rsidR="00E00D30" w:rsidRDefault="00E00D30" w:rsidP="00E00D30">
      <w:r>
        <w:t>164.1533</w:t>
      </w:r>
      <w:r>
        <w:tab/>
        <w:t>1.013e0</w:t>
      </w:r>
    </w:p>
    <w:p w:rsidR="00E00D30" w:rsidRDefault="00E00D30" w:rsidP="00E00D30">
      <w:r>
        <w:t>164.1558</w:t>
      </w:r>
      <w:r>
        <w:tab/>
        <w:t>3.038e0</w:t>
      </w:r>
    </w:p>
    <w:p w:rsidR="00E00D30" w:rsidRDefault="00E00D30" w:rsidP="00E00D30">
      <w:r>
        <w:lastRenderedPageBreak/>
        <w:t>164.1635</w:t>
      </w:r>
      <w:r>
        <w:tab/>
        <w:t>1.013e0</w:t>
      </w:r>
    </w:p>
    <w:p w:rsidR="00E00D30" w:rsidRDefault="00E00D30" w:rsidP="00E00D30">
      <w:r>
        <w:t>164.1733</w:t>
      </w:r>
      <w:r>
        <w:tab/>
        <w:t>1.013e0</w:t>
      </w:r>
    </w:p>
    <w:p w:rsidR="00E00D30" w:rsidRDefault="00E00D30" w:rsidP="00E00D30">
      <w:r>
        <w:t>164.1869</w:t>
      </w:r>
      <w:r>
        <w:tab/>
        <w:t>2.025e0</w:t>
      </w:r>
    </w:p>
    <w:p w:rsidR="00E00D30" w:rsidRDefault="00E00D30" w:rsidP="00E00D30">
      <w:r>
        <w:t>164.1937</w:t>
      </w:r>
      <w:r>
        <w:tab/>
        <w:t>1.013e0</w:t>
      </w:r>
    </w:p>
    <w:p w:rsidR="00E00D30" w:rsidRDefault="00E00D30" w:rsidP="00E00D30">
      <w:r>
        <w:t>164.1989</w:t>
      </w:r>
      <w:r>
        <w:tab/>
        <w:t>2.025e0</w:t>
      </w:r>
    </w:p>
    <w:p w:rsidR="00E00D30" w:rsidRDefault="00E00D30" w:rsidP="00E00D30">
      <w:r>
        <w:t>164.2143</w:t>
      </w:r>
      <w:r>
        <w:tab/>
        <w:t>1.013e0</w:t>
      </w:r>
    </w:p>
    <w:p w:rsidR="00E00D30" w:rsidRDefault="00E00D30" w:rsidP="00E00D30">
      <w:r>
        <w:t>164.2178</w:t>
      </w:r>
      <w:r>
        <w:tab/>
        <w:t>1.013e0</w:t>
      </w:r>
    </w:p>
    <w:p w:rsidR="00E00D30" w:rsidRDefault="00E00D30" w:rsidP="00E00D30">
      <w:r>
        <w:t>164.2451</w:t>
      </w:r>
      <w:r>
        <w:tab/>
        <w:t>2.025e0</w:t>
      </w:r>
    </w:p>
    <w:p w:rsidR="00E00D30" w:rsidRDefault="00E00D30" w:rsidP="00E00D30">
      <w:r>
        <w:t>164.2483</w:t>
      </w:r>
      <w:r>
        <w:tab/>
        <w:t>1.013e0</w:t>
      </w:r>
    </w:p>
    <w:p w:rsidR="00E00D30" w:rsidRDefault="00E00D30" w:rsidP="00E00D30">
      <w:r>
        <w:t>164.2528</w:t>
      </w:r>
      <w:r>
        <w:tab/>
        <w:t>2.025e0</w:t>
      </w:r>
    </w:p>
    <w:p w:rsidR="00E00D30" w:rsidRDefault="00E00D30" w:rsidP="00E00D30">
      <w:r>
        <w:t>164.2755</w:t>
      </w:r>
      <w:r>
        <w:tab/>
        <w:t>1.013e0</w:t>
      </w:r>
    </w:p>
    <w:p w:rsidR="00E00D30" w:rsidRDefault="00E00D30" w:rsidP="00E00D30">
      <w:r>
        <w:t>164.2826</w:t>
      </w:r>
      <w:r>
        <w:tab/>
        <w:t>1.013e0</w:t>
      </w:r>
    </w:p>
    <w:p w:rsidR="00E00D30" w:rsidRDefault="00E00D30" w:rsidP="00E00D30">
      <w:r>
        <w:t>164.2842</w:t>
      </w:r>
      <w:r>
        <w:tab/>
        <w:t>2.025e0</w:t>
      </w:r>
    </w:p>
    <w:p w:rsidR="00E00D30" w:rsidRDefault="00E00D30" w:rsidP="00E00D30">
      <w:r>
        <w:t>164.2859</w:t>
      </w:r>
      <w:r>
        <w:tab/>
        <w:t>1.013e0</w:t>
      </w:r>
    </w:p>
    <w:p w:rsidR="00E00D30" w:rsidRDefault="00E00D30" w:rsidP="00E00D30">
      <w:r>
        <w:t>164.2875</w:t>
      </w:r>
      <w:r>
        <w:tab/>
        <w:t>2.025e0</w:t>
      </w:r>
    </w:p>
    <w:p w:rsidR="00E00D30" w:rsidRDefault="00E00D30" w:rsidP="00E00D30">
      <w:r>
        <w:t>164.3034</w:t>
      </w:r>
      <w:r>
        <w:tab/>
        <w:t>2.025e0</w:t>
      </w:r>
    </w:p>
    <w:p w:rsidR="00E00D30" w:rsidRDefault="00E00D30" w:rsidP="00E00D30">
      <w:r>
        <w:t>164.3170</w:t>
      </w:r>
      <w:r>
        <w:tab/>
        <w:t>1.013e0</w:t>
      </w:r>
    </w:p>
    <w:p w:rsidR="00E00D30" w:rsidRDefault="00E00D30" w:rsidP="00E00D30">
      <w:r>
        <w:t>164.3232</w:t>
      </w:r>
      <w:r>
        <w:tab/>
        <w:t>2.025e0</w:t>
      </w:r>
    </w:p>
    <w:p w:rsidR="00E00D30" w:rsidRDefault="00E00D30" w:rsidP="00E00D30">
      <w:r>
        <w:t>164.3298</w:t>
      </w:r>
      <w:r>
        <w:tab/>
        <w:t>1.013e0</w:t>
      </w:r>
    </w:p>
    <w:p w:rsidR="00E00D30" w:rsidRDefault="00E00D30" w:rsidP="00E00D30">
      <w:r>
        <w:lastRenderedPageBreak/>
        <w:t>164.3368</w:t>
      </w:r>
      <w:r>
        <w:tab/>
        <w:t>1.013e0</w:t>
      </w:r>
    </w:p>
    <w:p w:rsidR="00E00D30" w:rsidRDefault="00E00D30" w:rsidP="00E00D30">
      <w:r>
        <w:t>164.3401</w:t>
      </w:r>
      <w:r>
        <w:tab/>
        <w:t>1.013e0</w:t>
      </w:r>
    </w:p>
    <w:p w:rsidR="00E00D30" w:rsidRDefault="00E00D30" w:rsidP="00E00D30">
      <w:r>
        <w:t>164.3711</w:t>
      </w:r>
      <w:r>
        <w:tab/>
        <w:t>2.025e0</w:t>
      </w:r>
    </w:p>
    <w:p w:rsidR="00E00D30" w:rsidRDefault="00E00D30" w:rsidP="00E00D30">
      <w:r>
        <w:t>164.4254</w:t>
      </w:r>
      <w:r>
        <w:tab/>
        <w:t>3.038e0</w:t>
      </w:r>
    </w:p>
    <w:p w:rsidR="00E00D30" w:rsidRDefault="00E00D30" w:rsidP="00E00D30">
      <w:r>
        <w:t>164.4392</w:t>
      </w:r>
      <w:r>
        <w:tab/>
        <w:t>1.013e0</w:t>
      </w:r>
    </w:p>
    <w:p w:rsidR="00E00D30" w:rsidRDefault="00E00D30" w:rsidP="00E00D30">
      <w:r>
        <w:t>164.4566</w:t>
      </w:r>
      <w:r>
        <w:tab/>
        <w:t>1.013e0</w:t>
      </w:r>
    </w:p>
    <w:p w:rsidR="00E00D30" w:rsidRDefault="00E00D30" w:rsidP="00E00D30">
      <w:r>
        <w:t>164.4702</w:t>
      </w:r>
      <w:r>
        <w:tab/>
        <w:t>1.013e0</w:t>
      </w:r>
    </w:p>
    <w:p w:rsidR="00E00D30" w:rsidRDefault="00E00D30" w:rsidP="00E00D30">
      <w:r>
        <w:t>164.4733</w:t>
      </w:r>
      <w:r>
        <w:tab/>
        <w:t>1.013e0</w:t>
      </w:r>
    </w:p>
    <w:p w:rsidR="00E00D30" w:rsidRDefault="00E00D30" w:rsidP="00E00D30">
      <w:r>
        <w:t>164.4765</w:t>
      </w:r>
      <w:r>
        <w:tab/>
        <w:t>1.013e0</w:t>
      </w:r>
    </w:p>
    <w:p w:rsidR="00E00D30" w:rsidRDefault="00E00D30" w:rsidP="00E00D30">
      <w:r>
        <w:t>164.5073</w:t>
      </w:r>
      <w:r>
        <w:tab/>
        <w:t>2.025e0</w:t>
      </w:r>
    </w:p>
    <w:p w:rsidR="00E00D30" w:rsidRDefault="00E00D30" w:rsidP="00E00D30">
      <w:r>
        <w:t>164.5108</w:t>
      </w:r>
      <w:r>
        <w:tab/>
        <w:t>1.013e0</w:t>
      </w:r>
    </w:p>
    <w:p w:rsidR="00E00D30" w:rsidRDefault="00E00D30" w:rsidP="00E00D30">
      <w:r>
        <w:t>164.5211</w:t>
      </w:r>
      <w:r>
        <w:tab/>
        <w:t>2.025e0</w:t>
      </w:r>
    </w:p>
    <w:p w:rsidR="00E00D30" w:rsidRDefault="00E00D30" w:rsidP="00E00D30">
      <w:r>
        <w:t>164.5300</w:t>
      </w:r>
      <w:r>
        <w:tab/>
        <w:t>2.025e0</w:t>
      </w:r>
    </w:p>
    <w:p w:rsidR="00E00D30" w:rsidRDefault="00E00D30" w:rsidP="00E00D30">
      <w:r>
        <w:t>164.5352</w:t>
      </w:r>
      <w:r>
        <w:tab/>
        <w:t>1.013e0</w:t>
      </w:r>
    </w:p>
    <w:p w:rsidR="00E00D30" w:rsidRDefault="00E00D30" w:rsidP="00E00D30">
      <w:r>
        <w:t>164.5384</w:t>
      </w:r>
      <w:r>
        <w:tab/>
        <w:t>1.013e0</w:t>
      </w:r>
    </w:p>
    <w:p w:rsidR="00E00D30" w:rsidRDefault="00E00D30" w:rsidP="00E00D30">
      <w:r>
        <w:t>164.5685</w:t>
      </w:r>
      <w:r>
        <w:tab/>
        <w:t>2.025e0</w:t>
      </w:r>
    </w:p>
    <w:p w:rsidR="00E00D30" w:rsidRDefault="00E00D30" w:rsidP="00E00D30">
      <w:r>
        <w:t>164.5718</w:t>
      </w:r>
      <w:r>
        <w:tab/>
        <w:t>1.013e0</w:t>
      </w:r>
    </w:p>
    <w:p w:rsidR="00E00D30" w:rsidRDefault="00E00D30" w:rsidP="00E00D30">
      <w:r>
        <w:t>164.5823</w:t>
      </w:r>
      <w:r>
        <w:tab/>
        <w:t>1.013e0</w:t>
      </w:r>
    </w:p>
    <w:p w:rsidR="00E00D30" w:rsidRDefault="00E00D30" w:rsidP="00E00D30">
      <w:r>
        <w:t>164.5874</w:t>
      </w:r>
      <w:r>
        <w:tab/>
        <w:t>2.025e0</w:t>
      </w:r>
    </w:p>
    <w:p w:rsidR="00E00D30" w:rsidRDefault="00E00D30" w:rsidP="00E00D30">
      <w:r>
        <w:lastRenderedPageBreak/>
        <w:t>164.6030</w:t>
      </w:r>
      <w:r>
        <w:tab/>
        <w:t>2.025e0</w:t>
      </w:r>
    </w:p>
    <w:p w:rsidR="00E00D30" w:rsidRDefault="00E00D30" w:rsidP="00E00D30">
      <w:r>
        <w:t>164.6082</w:t>
      </w:r>
      <w:r>
        <w:tab/>
        <w:t>2.025e0</w:t>
      </w:r>
    </w:p>
    <w:p w:rsidR="00E00D30" w:rsidRDefault="00E00D30" w:rsidP="00E00D30">
      <w:r>
        <w:t>164.6236</w:t>
      </w:r>
      <w:r>
        <w:tab/>
        <w:t>1.013e0</w:t>
      </w:r>
    </w:p>
    <w:p w:rsidR="00E00D30" w:rsidRDefault="00E00D30" w:rsidP="00E00D30">
      <w:r>
        <w:t>164.6331</w:t>
      </w:r>
      <w:r>
        <w:tab/>
        <w:t>1.013e0</w:t>
      </w:r>
    </w:p>
    <w:p w:rsidR="00E00D30" w:rsidRDefault="00E00D30" w:rsidP="00E00D30">
      <w:r>
        <w:t>164.6366</w:t>
      </w:r>
      <w:r>
        <w:tab/>
        <w:t>1.013e0</w:t>
      </w:r>
    </w:p>
    <w:p w:rsidR="00E00D30" w:rsidRDefault="00E00D30" w:rsidP="00E00D30">
      <w:r>
        <w:t>164.6399</w:t>
      </w:r>
      <w:r>
        <w:tab/>
        <w:t>2.025e0</w:t>
      </w:r>
    </w:p>
    <w:p w:rsidR="00E00D30" w:rsidRDefault="00E00D30" w:rsidP="00E00D30">
      <w:r>
        <w:t>164.6642</w:t>
      </w:r>
      <w:r>
        <w:tab/>
        <w:t>1.013e0</w:t>
      </w:r>
    </w:p>
    <w:p w:rsidR="00E00D30" w:rsidRDefault="00E00D30" w:rsidP="00E00D30">
      <w:r>
        <w:t>164.6850</w:t>
      </w:r>
      <w:r>
        <w:tab/>
        <w:t>1.013e0</w:t>
      </w:r>
    </w:p>
    <w:p w:rsidR="00E00D30" w:rsidRDefault="00E00D30" w:rsidP="00E00D30">
      <w:r>
        <w:t>164.6884</w:t>
      </w:r>
      <w:r>
        <w:tab/>
        <w:t>1.013e0</w:t>
      </w:r>
    </w:p>
    <w:p w:rsidR="00E00D30" w:rsidRDefault="00E00D30" w:rsidP="00E00D30">
      <w:r>
        <w:t>164.6951</w:t>
      </w:r>
      <w:r>
        <w:tab/>
        <w:t>2.025e0</w:t>
      </w:r>
    </w:p>
    <w:p w:rsidR="00E00D30" w:rsidRDefault="00E00D30" w:rsidP="00E00D30">
      <w:r>
        <w:t>164.7017</w:t>
      </w:r>
      <w:r>
        <w:tab/>
        <w:t>1.013e0</w:t>
      </w:r>
    </w:p>
    <w:p w:rsidR="00E00D30" w:rsidRDefault="00E00D30" w:rsidP="00E00D30">
      <w:r>
        <w:t>164.7183</w:t>
      </w:r>
      <w:r>
        <w:tab/>
        <w:t>1.013e0</w:t>
      </w:r>
    </w:p>
    <w:p w:rsidR="00E00D30" w:rsidRDefault="00E00D30" w:rsidP="00E00D30">
      <w:r>
        <w:t>164.7220</w:t>
      </w:r>
      <w:r>
        <w:tab/>
        <w:t>2.025e0</w:t>
      </w:r>
    </w:p>
    <w:p w:rsidR="00E00D30" w:rsidRDefault="00E00D30" w:rsidP="00E00D30">
      <w:r>
        <w:t>164.7357</w:t>
      </w:r>
      <w:r>
        <w:tab/>
        <w:t>1.013e0</w:t>
      </w:r>
    </w:p>
    <w:p w:rsidR="00E00D30" w:rsidRDefault="00E00D30" w:rsidP="00E00D30">
      <w:r>
        <w:t>164.7478</w:t>
      </w:r>
      <w:r>
        <w:tab/>
        <w:t>2.025e0</w:t>
      </w:r>
    </w:p>
    <w:p w:rsidR="00E00D30" w:rsidRDefault="00E00D30" w:rsidP="00E00D30">
      <w:r>
        <w:t>164.7635</w:t>
      </w:r>
      <w:r>
        <w:tab/>
        <w:t>1.013e0</w:t>
      </w:r>
    </w:p>
    <w:p w:rsidR="00E00D30" w:rsidRDefault="00E00D30" w:rsidP="00E00D30">
      <w:r>
        <w:t>164.7801</w:t>
      </w:r>
      <w:r>
        <w:tab/>
        <w:t>1.013e0</w:t>
      </w:r>
    </w:p>
    <w:p w:rsidR="00E00D30" w:rsidRDefault="00E00D30" w:rsidP="00E00D30">
      <w:r>
        <w:t>164.8280</w:t>
      </w:r>
      <w:r>
        <w:tab/>
        <w:t>1.013e0</w:t>
      </w:r>
    </w:p>
    <w:p w:rsidR="00E00D30" w:rsidRDefault="00E00D30" w:rsidP="00E00D30">
      <w:r>
        <w:t>164.8513</w:t>
      </w:r>
      <w:r>
        <w:tab/>
        <w:t>3.038e0</w:t>
      </w:r>
    </w:p>
    <w:p w:rsidR="00E00D30" w:rsidRDefault="00E00D30" w:rsidP="00E00D30">
      <w:r>
        <w:lastRenderedPageBreak/>
        <w:t>164.8585</w:t>
      </w:r>
      <w:r>
        <w:tab/>
        <w:t>1.013e0</w:t>
      </w:r>
    </w:p>
    <w:p w:rsidR="00E00D30" w:rsidRDefault="00E00D30" w:rsidP="00E00D30">
      <w:r>
        <w:t>164.8618</w:t>
      </w:r>
      <w:r>
        <w:tab/>
        <w:t>1.013e0</w:t>
      </w:r>
    </w:p>
    <w:p w:rsidR="00E00D30" w:rsidRDefault="00E00D30" w:rsidP="00E00D30">
      <w:r>
        <w:t>164.8650</w:t>
      </w:r>
      <w:r>
        <w:tab/>
        <w:t>1.013e0</w:t>
      </w:r>
    </w:p>
    <w:p w:rsidR="00E00D30" w:rsidRDefault="00E00D30" w:rsidP="00E00D30">
      <w:r>
        <w:t>164.8858</w:t>
      </w:r>
      <w:r>
        <w:tab/>
        <w:t>1.013e0</w:t>
      </w:r>
    </w:p>
    <w:p w:rsidR="00E00D30" w:rsidRDefault="00E00D30" w:rsidP="00E00D30">
      <w:r>
        <w:t>164.8892</w:t>
      </w:r>
      <w:r>
        <w:tab/>
        <w:t>1.013e0</w:t>
      </w:r>
    </w:p>
    <w:p w:rsidR="00E00D30" w:rsidRDefault="00E00D30" w:rsidP="00E00D30">
      <w:r>
        <w:t>164.9031</w:t>
      </w:r>
      <w:r>
        <w:tab/>
        <w:t>1.013e0</w:t>
      </w:r>
    </w:p>
    <w:p w:rsidR="00E00D30" w:rsidRDefault="00E00D30" w:rsidP="00E00D30">
      <w:r>
        <w:t>164.9205</w:t>
      </w:r>
      <w:r>
        <w:tab/>
        <w:t>1.013e0</w:t>
      </w:r>
    </w:p>
    <w:p w:rsidR="00E00D30" w:rsidRDefault="00E00D30" w:rsidP="00E00D30">
      <w:r>
        <w:t>164.9271</w:t>
      </w:r>
      <w:r>
        <w:tab/>
        <w:t>1.013e0</w:t>
      </w:r>
    </w:p>
    <w:p w:rsidR="00E00D30" w:rsidRDefault="00E00D30" w:rsidP="00E00D30">
      <w:r>
        <w:t>164.9306</w:t>
      </w:r>
      <w:r>
        <w:tab/>
        <w:t>1.013e0</w:t>
      </w:r>
    </w:p>
    <w:p w:rsidR="00E00D30" w:rsidRDefault="00E00D30" w:rsidP="00E00D30">
      <w:r>
        <w:t>164.9434</w:t>
      </w:r>
      <w:r>
        <w:tab/>
        <w:t>1.013e0</w:t>
      </w:r>
    </w:p>
    <w:p w:rsidR="00E00D30" w:rsidRDefault="00E00D30" w:rsidP="00E00D30">
      <w:r>
        <w:t>164.9539</w:t>
      </w:r>
      <w:r>
        <w:tab/>
        <w:t>1.013e0</w:t>
      </w:r>
    </w:p>
    <w:p w:rsidR="00E00D30" w:rsidRDefault="00E00D30" w:rsidP="00E00D30">
      <w:r>
        <w:t>164.9747</w:t>
      </w:r>
      <w:r>
        <w:tab/>
        <w:t>1.013e0</w:t>
      </w:r>
    </w:p>
    <w:p w:rsidR="00E00D30" w:rsidRDefault="00E00D30" w:rsidP="00E00D30">
      <w:r>
        <w:t>164.9781</w:t>
      </w:r>
      <w:r>
        <w:tab/>
        <w:t>1.013e0</w:t>
      </w:r>
    </w:p>
    <w:p w:rsidR="00E00D30" w:rsidRDefault="00E00D30" w:rsidP="00E00D30">
      <w:r>
        <w:t>164.9886</w:t>
      </w:r>
      <w:r>
        <w:tab/>
        <w:t>1.013e0</w:t>
      </w:r>
    </w:p>
    <w:p w:rsidR="00E00D30" w:rsidRDefault="00E00D30" w:rsidP="00E00D30">
      <w:r>
        <w:t>164.9991</w:t>
      </w:r>
      <w:r>
        <w:tab/>
        <w:t>2.025e0</w:t>
      </w:r>
    </w:p>
    <w:p w:rsidR="00E00D30" w:rsidRDefault="00E00D30" w:rsidP="00E00D30">
      <w:r>
        <w:t>165.0089</w:t>
      </w:r>
      <w:r>
        <w:tab/>
        <w:t>1.013e0</w:t>
      </w:r>
    </w:p>
    <w:p w:rsidR="00E00D30" w:rsidRDefault="00E00D30" w:rsidP="00E00D30">
      <w:r>
        <w:t>165.0124</w:t>
      </w:r>
      <w:r>
        <w:tab/>
        <w:t>1.013e0</w:t>
      </w:r>
    </w:p>
    <w:p w:rsidR="00E00D30" w:rsidRDefault="00E00D30" w:rsidP="00E00D30">
      <w:r>
        <w:t>165.0187</w:t>
      </w:r>
      <w:r>
        <w:tab/>
        <w:t>1.013e0</w:t>
      </w:r>
    </w:p>
    <w:p w:rsidR="00E00D30" w:rsidRDefault="00E00D30" w:rsidP="00E00D30">
      <w:r>
        <w:t>165.0219</w:t>
      </w:r>
      <w:r>
        <w:tab/>
        <w:t>1.013e0</w:t>
      </w:r>
    </w:p>
    <w:p w:rsidR="00E00D30" w:rsidRDefault="00E00D30" w:rsidP="00E00D30">
      <w:r>
        <w:lastRenderedPageBreak/>
        <w:t>165.0306</w:t>
      </w:r>
      <w:r>
        <w:tab/>
        <w:t>2.025e0</w:t>
      </w:r>
    </w:p>
    <w:p w:rsidR="00E00D30" w:rsidRDefault="00E00D30" w:rsidP="00E00D30">
      <w:r>
        <w:t>165.0347</w:t>
      </w:r>
      <w:r>
        <w:tab/>
        <w:t>5.063e0</w:t>
      </w:r>
    </w:p>
    <w:p w:rsidR="00E00D30" w:rsidRDefault="00E00D30" w:rsidP="00E00D30">
      <w:r>
        <w:t>165.0568</w:t>
      </w:r>
      <w:r>
        <w:tab/>
        <w:t>3.038e0</w:t>
      </w:r>
    </w:p>
    <w:p w:rsidR="00E00D30" w:rsidRDefault="00E00D30" w:rsidP="00E00D30">
      <w:r>
        <w:t>165.0601</w:t>
      </w:r>
      <w:r>
        <w:tab/>
        <w:t>2.025e0</w:t>
      </w:r>
    </w:p>
    <w:p w:rsidR="00E00D30" w:rsidRDefault="00E00D30" w:rsidP="00E00D30">
      <w:r>
        <w:t>165.0671</w:t>
      </w:r>
      <w:r>
        <w:tab/>
        <w:t>1.013e0</w:t>
      </w:r>
    </w:p>
    <w:p w:rsidR="00E00D30" w:rsidRDefault="00E00D30" w:rsidP="00E00D30">
      <w:r>
        <w:t>165.0741</w:t>
      </w:r>
      <w:r>
        <w:tab/>
        <w:t>1.013e0</w:t>
      </w:r>
    </w:p>
    <w:p w:rsidR="00E00D30" w:rsidRDefault="00E00D30" w:rsidP="00E00D30">
      <w:r>
        <w:t>165.0775</w:t>
      </w:r>
      <w:r>
        <w:tab/>
        <w:t>1.013e0</w:t>
      </w:r>
    </w:p>
    <w:p w:rsidR="00E00D30" w:rsidRDefault="00E00D30" w:rsidP="00E00D30">
      <w:r>
        <w:t>165.0809</w:t>
      </w:r>
      <w:r>
        <w:tab/>
        <w:t>1.013e0</w:t>
      </w:r>
    </w:p>
    <w:p w:rsidR="00E00D30" w:rsidRDefault="00E00D30" w:rsidP="00E00D30">
      <w:r>
        <w:t>165.0874</w:t>
      </w:r>
      <w:r>
        <w:tab/>
        <w:t>2.025e0</w:t>
      </w:r>
    </w:p>
    <w:p w:rsidR="00E00D30" w:rsidRDefault="00E00D30" w:rsidP="00E00D30">
      <w:r>
        <w:t>165.0892</w:t>
      </w:r>
      <w:r>
        <w:tab/>
        <w:t>1.939e0</w:t>
      </w:r>
    </w:p>
    <w:p w:rsidR="00E00D30" w:rsidRDefault="00E00D30" w:rsidP="00E00D30">
      <w:r>
        <w:t>165.0907</w:t>
      </w:r>
      <w:r>
        <w:tab/>
        <w:t>2.025e0</w:t>
      </w:r>
    </w:p>
    <w:p w:rsidR="00E00D30" w:rsidRDefault="00E00D30" w:rsidP="00E00D30">
      <w:r>
        <w:t>165.0940</w:t>
      </w:r>
      <w:r>
        <w:tab/>
        <w:t>1.013e0</w:t>
      </w:r>
    </w:p>
    <w:p w:rsidR="00E00D30" w:rsidRDefault="00E00D30" w:rsidP="00E00D30">
      <w:r>
        <w:t>165.1004</w:t>
      </w:r>
      <w:r>
        <w:tab/>
        <w:t>1.013e0</w:t>
      </w:r>
    </w:p>
    <w:p w:rsidR="00E00D30" w:rsidRDefault="00E00D30" w:rsidP="00E00D30">
      <w:r>
        <w:t>165.1076</w:t>
      </w:r>
      <w:r>
        <w:tab/>
        <w:t>5.063e0</w:t>
      </w:r>
    </w:p>
    <w:p w:rsidR="00E00D30" w:rsidRDefault="00E00D30" w:rsidP="00E00D30">
      <w:r>
        <w:t>165.1146</w:t>
      </w:r>
      <w:r>
        <w:tab/>
        <w:t>5.063e0</w:t>
      </w:r>
    </w:p>
    <w:p w:rsidR="00E00D30" w:rsidRDefault="00E00D30" w:rsidP="00E00D30">
      <w:r>
        <w:t>165.1162</w:t>
      </w:r>
      <w:r>
        <w:tab/>
        <w:t>2.025e0</w:t>
      </w:r>
    </w:p>
    <w:p w:rsidR="00E00D30" w:rsidRDefault="00E00D30" w:rsidP="00E00D30">
      <w:r>
        <w:t>165.1251</w:t>
      </w:r>
      <w:r>
        <w:tab/>
        <w:t>1.013e0</w:t>
      </w:r>
    </w:p>
    <w:p w:rsidR="00E00D30" w:rsidRDefault="00E00D30" w:rsidP="00E00D30">
      <w:r>
        <w:t>165.1265</w:t>
      </w:r>
      <w:r>
        <w:tab/>
        <w:t>2.025e0</w:t>
      </w:r>
    </w:p>
    <w:p w:rsidR="00E00D30" w:rsidRDefault="00E00D30" w:rsidP="00E00D30">
      <w:r>
        <w:t>165.1369</w:t>
      </w:r>
      <w:r>
        <w:tab/>
        <w:t>2.025e0</w:t>
      </w:r>
    </w:p>
    <w:p w:rsidR="00E00D30" w:rsidRDefault="00E00D30" w:rsidP="00E00D30">
      <w:r>
        <w:lastRenderedPageBreak/>
        <w:t>165.1404</w:t>
      </w:r>
      <w:r>
        <w:tab/>
        <w:t>2.025e0</w:t>
      </w:r>
    </w:p>
    <w:p w:rsidR="00E00D30" w:rsidRDefault="00E00D30" w:rsidP="00E00D30">
      <w:r>
        <w:t>165.1424</w:t>
      </w:r>
      <w:r>
        <w:tab/>
        <w:t>1.013e0</w:t>
      </w:r>
    </w:p>
    <w:p w:rsidR="00E00D30" w:rsidRDefault="00E00D30" w:rsidP="00E00D30">
      <w:r>
        <w:t>165.1457</w:t>
      </w:r>
      <w:r>
        <w:tab/>
        <w:t>1.013e0</w:t>
      </w:r>
    </w:p>
    <w:p w:rsidR="00E00D30" w:rsidRDefault="00E00D30" w:rsidP="00E00D30">
      <w:r>
        <w:t>165.1563</w:t>
      </w:r>
      <w:r>
        <w:tab/>
        <w:t>2.025e0</w:t>
      </w:r>
    </w:p>
    <w:p w:rsidR="00E00D30" w:rsidRDefault="00E00D30" w:rsidP="00E00D30">
      <w:r>
        <w:t>165.1667</w:t>
      </w:r>
      <w:r>
        <w:tab/>
        <w:t>2.916e0</w:t>
      </w:r>
    </w:p>
    <w:p w:rsidR="00E00D30" w:rsidRDefault="00E00D30" w:rsidP="00E00D30">
      <w:r>
        <w:t>165.1843</w:t>
      </w:r>
      <w:r>
        <w:tab/>
        <w:t>2.025e0</w:t>
      </w:r>
    </w:p>
    <w:p w:rsidR="00E00D30" w:rsidRDefault="00E00D30" w:rsidP="00E00D30">
      <w:r>
        <w:t>165.1863</w:t>
      </w:r>
      <w:r>
        <w:tab/>
        <w:t>1.013e0</w:t>
      </w:r>
    </w:p>
    <w:p w:rsidR="00E00D30" w:rsidRDefault="00E00D30" w:rsidP="00E00D30">
      <w:r>
        <w:t>165.2034</w:t>
      </w:r>
      <w:r>
        <w:tab/>
        <w:t>1.013e0</w:t>
      </w:r>
    </w:p>
    <w:p w:rsidR="00E00D30" w:rsidRDefault="00E00D30" w:rsidP="00E00D30">
      <w:r>
        <w:t>165.2138</w:t>
      </w:r>
      <w:r>
        <w:tab/>
        <w:t>1.013e0</w:t>
      </w:r>
    </w:p>
    <w:p w:rsidR="00E00D30" w:rsidRDefault="00E00D30" w:rsidP="00E00D30">
      <w:r>
        <w:t>165.2192</w:t>
      </w:r>
      <w:r>
        <w:tab/>
        <w:t>2.025e0</w:t>
      </w:r>
    </w:p>
    <w:p w:rsidR="00E00D30" w:rsidRDefault="00E00D30" w:rsidP="00E00D30">
      <w:r>
        <w:t>165.2241</w:t>
      </w:r>
      <w:r>
        <w:tab/>
        <w:t>1.013e0</w:t>
      </w:r>
    </w:p>
    <w:p w:rsidR="00E00D30" w:rsidRDefault="00E00D30" w:rsidP="00E00D30">
      <w:r>
        <w:t>165.2279</w:t>
      </w:r>
      <w:r>
        <w:tab/>
        <w:t>1.013e0</w:t>
      </w:r>
    </w:p>
    <w:p w:rsidR="00E00D30" w:rsidRDefault="00E00D30" w:rsidP="00E00D30">
      <w:r>
        <w:t>165.2295</w:t>
      </w:r>
      <w:r>
        <w:tab/>
        <w:t>2.025e0</w:t>
      </w:r>
    </w:p>
    <w:p w:rsidR="00E00D30" w:rsidRDefault="00E00D30" w:rsidP="00E00D30">
      <w:r>
        <w:t>165.2478</w:t>
      </w:r>
      <w:r>
        <w:tab/>
        <w:t>1.013e0</w:t>
      </w:r>
    </w:p>
    <w:p w:rsidR="00E00D30" w:rsidRDefault="00E00D30" w:rsidP="00E00D30">
      <w:r>
        <w:t>165.2646</w:t>
      </w:r>
      <w:r>
        <w:tab/>
        <w:t>1.013e0</w:t>
      </w:r>
    </w:p>
    <w:p w:rsidR="00E00D30" w:rsidRDefault="00E00D30" w:rsidP="00E00D30">
      <w:r>
        <w:t>165.2753</w:t>
      </w:r>
      <w:r>
        <w:tab/>
        <w:t>1.013e0</w:t>
      </w:r>
    </w:p>
    <w:p w:rsidR="00E00D30" w:rsidRDefault="00E00D30" w:rsidP="00E00D30">
      <w:r>
        <w:t>165.2854</w:t>
      </w:r>
      <w:r>
        <w:tab/>
        <w:t>2.025e0</w:t>
      </w:r>
    </w:p>
    <w:p w:rsidR="00E00D30" w:rsidRDefault="00E00D30" w:rsidP="00E00D30">
      <w:r>
        <w:t>165.2889</w:t>
      </w:r>
      <w:r>
        <w:tab/>
        <w:t>1.013e0</w:t>
      </w:r>
    </w:p>
    <w:p w:rsidR="00E00D30" w:rsidRDefault="00E00D30" w:rsidP="00E00D30">
      <w:r>
        <w:t>165.3165</w:t>
      </w:r>
      <w:r>
        <w:tab/>
        <w:t>1.013e0</w:t>
      </w:r>
    </w:p>
    <w:p w:rsidR="00E00D30" w:rsidRDefault="00E00D30" w:rsidP="00E00D30">
      <w:r>
        <w:lastRenderedPageBreak/>
        <w:t>165.3328</w:t>
      </w:r>
      <w:r>
        <w:tab/>
        <w:t>2.025e0</w:t>
      </w:r>
    </w:p>
    <w:p w:rsidR="00E00D30" w:rsidRDefault="00E00D30" w:rsidP="00E00D30">
      <w:r>
        <w:t>165.3432</w:t>
      </w:r>
      <w:r>
        <w:tab/>
        <w:t>1.013e0</w:t>
      </w:r>
    </w:p>
    <w:p w:rsidR="00E00D30" w:rsidRDefault="00E00D30" w:rsidP="00E00D30">
      <w:r>
        <w:t>165.3467</w:t>
      </w:r>
      <w:r>
        <w:tab/>
        <w:t>1.013e0</w:t>
      </w:r>
    </w:p>
    <w:p w:rsidR="00E00D30" w:rsidRDefault="00E00D30" w:rsidP="00E00D30">
      <w:r>
        <w:t>165.3502</w:t>
      </w:r>
      <w:r>
        <w:tab/>
        <w:t>1.013e0</w:t>
      </w:r>
    </w:p>
    <w:p w:rsidR="00E00D30" w:rsidRDefault="00E00D30" w:rsidP="00E00D30">
      <w:r>
        <w:t>165.3536</w:t>
      </w:r>
      <w:r>
        <w:tab/>
        <w:t>1.013e0</w:t>
      </w:r>
    </w:p>
    <w:p w:rsidR="00E00D30" w:rsidRDefault="00E00D30" w:rsidP="00E00D30">
      <w:r>
        <w:t>165.3886</w:t>
      </w:r>
      <w:r>
        <w:tab/>
        <w:t>1.013e0</w:t>
      </w:r>
    </w:p>
    <w:p w:rsidR="00E00D30" w:rsidRDefault="00E00D30" w:rsidP="00E00D30">
      <w:r>
        <w:t>165.4050</w:t>
      </w:r>
      <w:r>
        <w:tab/>
        <w:t>1.013e0</w:t>
      </w:r>
    </w:p>
    <w:p w:rsidR="00E00D30" w:rsidRDefault="00E00D30" w:rsidP="00E00D30">
      <w:r>
        <w:t>165.4082</w:t>
      </w:r>
      <w:r>
        <w:tab/>
        <w:t>1.013e0</w:t>
      </w:r>
    </w:p>
    <w:p w:rsidR="00E00D30" w:rsidRDefault="00E00D30" w:rsidP="00E00D30">
      <w:r>
        <w:t>165.4115</w:t>
      </w:r>
      <w:r>
        <w:tab/>
        <w:t>1.013e0</w:t>
      </w:r>
    </w:p>
    <w:p w:rsidR="00E00D30" w:rsidRDefault="00E00D30" w:rsidP="00E00D30">
      <w:r>
        <w:t>165.4185</w:t>
      </w:r>
      <w:r>
        <w:tab/>
        <w:t>1.013e0</w:t>
      </w:r>
    </w:p>
    <w:p w:rsidR="00E00D30" w:rsidRDefault="00E00D30" w:rsidP="00E00D30">
      <w:r>
        <w:t>165.4253</w:t>
      </w:r>
      <w:r>
        <w:tab/>
        <w:t>1.013e0</w:t>
      </w:r>
    </w:p>
    <w:p w:rsidR="00E00D30" w:rsidRDefault="00E00D30" w:rsidP="00E00D30">
      <w:r>
        <w:t>165.4287</w:t>
      </w:r>
      <w:r>
        <w:tab/>
        <w:t>1.013e0</w:t>
      </w:r>
    </w:p>
    <w:p w:rsidR="00E00D30" w:rsidRDefault="00E00D30" w:rsidP="00E00D30">
      <w:r>
        <w:t>165.4565</w:t>
      </w:r>
      <w:r>
        <w:tab/>
        <w:t>1.013e0</w:t>
      </w:r>
    </w:p>
    <w:p w:rsidR="00E00D30" w:rsidRDefault="00E00D30" w:rsidP="00E00D30">
      <w:r>
        <w:t>165.4600</w:t>
      </w:r>
      <w:r>
        <w:tab/>
        <w:t>1.013e0</w:t>
      </w:r>
    </w:p>
    <w:p w:rsidR="00E00D30" w:rsidRDefault="00E00D30" w:rsidP="00E00D30">
      <w:r>
        <w:t>165.4634</w:t>
      </w:r>
      <w:r>
        <w:tab/>
        <w:t>1.013e0</w:t>
      </w:r>
    </w:p>
    <w:p w:rsidR="00E00D30" w:rsidRDefault="00E00D30" w:rsidP="00E00D30">
      <w:r>
        <w:t>165.4724</w:t>
      </w:r>
      <w:r>
        <w:tab/>
        <w:t>2.025e0</w:t>
      </w:r>
    </w:p>
    <w:p w:rsidR="00E00D30" w:rsidRDefault="00E00D30" w:rsidP="00E00D30">
      <w:r>
        <w:t>165.4738</w:t>
      </w:r>
      <w:r>
        <w:tab/>
        <w:t>1.013e0</w:t>
      </w:r>
    </w:p>
    <w:p w:rsidR="00E00D30" w:rsidRDefault="00E00D30" w:rsidP="00E00D30">
      <w:r>
        <w:t>165.4837</w:t>
      </w:r>
      <w:r>
        <w:tab/>
        <w:t>1.013e0</w:t>
      </w:r>
    </w:p>
    <w:p w:rsidR="00E00D30" w:rsidRDefault="00E00D30" w:rsidP="00E00D30">
      <w:r>
        <w:t>165.5056</w:t>
      </w:r>
      <w:r>
        <w:tab/>
        <w:t>2.025e0</w:t>
      </w:r>
    </w:p>
    <w:p w:rsidR="00E00D30" w:rsidRDefault="00E00D30" w:rsidP="00E00D30">
      <w:r>
        <w:lastRenderedPageBreak/>
        <w:t>165.5073</w:t>
      </w:r>
      <w:r>
        <w:tab/>
        <w:t>1.013e0</w:t>
      </w:r>
    </w:p>
    <w:p w:rsidR="00E00D30" w:rsidRDefault="00E00D30" w:rsidP="00E00D30">
      <w:r>
        <w:t>165.5386</w:t>
      </w:r>
      <w:r>
        <w:tab/>
        <w:t>1.013e0</w:t>
      </w:r>
    </w:p>
    <w:p w:rsidR="00E00D30" w:rsidRDefault="00E00D30" w:rsidP="00E00D30">
      <w:r>
        <w:t>165.5656</w:t>
      </w:r>
      <w:r>
        <w:tab/>
        <w:t>1.013e0</w:t>
      </w:r>
    </w:p>
    <w:p w:rsidR="00E00D30" w:rsidRDefault="00E00D30" w:rsidP="00E00D30">
      <w:r>
        <w:t>165.5757</w:t>
      </w:r>
      <w:r>
        <w:tab/>
        <w:t>1.013e0</w:t>
      </w:r>
    </w:p>
    <w:p w:rsidR="00E00D30" w:rsidRDefault="00E00D30" w:rsidP="00E00D30">
      <w:r>
        <w:t>165.5860</w:t>
      </w:r>
      <w:r>
        <w:tab/>
        <w:t>1.013e0</w:t>
      </w:r>
    </w:p>
    <w:p w:rsidR="00E00D30" w:rsidRDefault="00E00D30" w:rsidP="00E00D30">
      <w:r>
        <w:t>165.5929</w:t>
      </w:r>
      <w:r>
        <w:tab/>
        <w:t>1.013e0</w:t>
      </w:r>
    </w:p>
    <w:p w:rsidR="00E00D30" w:rsidRDefault="00E00D30" w:rsidP="00E00D30">
      <w:r>
        <w:t>165.6313</w:t>
      </w:r>
      <w:r>
        <w:tab/>
        <w:t>2.025e0</w:t>
      </w:r>
    </w:p>
    <w:p w:rsidR="00E00D30" w:rsidRDefault="00E00D30" w:rsidP="00E00D30">
      <w:r>
        <w:t>165.6346</w:t>
      </w:r>
      <w:r>
        <w:tab/>
        <w:t>1.013e0</w:t>
      </w:r>
    </w:p>
    <w:p w:rsidR="00E00D30" w:rsidRDefault="00E00D30" w:rsidP="00E00D30">
      <w:r>
        <w:t>165.6360</w:t>
      </w:r>
      <w:r>
        <w:tab/>
        <w:t>3.038e0</w:t>
      </w:r>
    </w:p>
    <w:p w:rsidR="00E00D30" w:rsidRDefault="00E00D30" w:rsidP="00E00D30">
      <w:r>
        <w:t>165.6820</w:t>
      </w:r>
      <w:r>
        <w:tab/>
        <w:t>1.013e0</w:t>
      </w:r>
    </w:p>
    <w:p w:rsidR="00E00D30" w:rsidRDefault="00E00D30" w:rsidP="00E00D30">
      <w:r>
        <w:t>165.7114</w:t>
      </w:r>
      <w:r>
        <w:tab/>
        <w:t>2.025e0</w:t>
      </w:r>
    </w:p>
    <w:p w:rsidR="00E00D30" w:rsidRDefault="00E00D30" w:rsidP="00E00D30">
      <w:r>
        <w:t>165.7133</w:t>
      </w:r>
      <w:r>
        <w:tab/>
        <w:t>1.013e0</w:t>
      </w:r>
    </w:p>
    <w:p w:rsidR="00E00D30" w:rsidRDefault="00E00D30" w:rsidP="00E00D30">
      <w:r>
        <w:t>165.7234</w:t>
      </w:r>
      <w:r>
        <w:tab/>
        <w:t>1.013e0</w:t>
      </w:r>
    </w:p>
    <w:p w:rsidR="00E00D30" w:rsidRDefault="00E00D30" w:rsidP="00E00D30">
      <w:r>
        <w:t>165.7297</w:t>
      </w:r>
      <w:r>
        <w:tab/>
        <w:t>1.013e0</w:t>
      </w:r>
    </w:p>
    <w:p w:rsidR="00E00D30" w:rsidRDefault="00E00D30" w:rsidP="00E00D30">
      <w:r>
        <w:t>165.7468</w:t>
      </w:r>
      <w:r>
        <w:tab/>
        <w:t>1.013e0</w:t>
      </w:r>
    </w:p>
    <w:p w:rsidR="00E00D30" w:rsidRDefault="00E00D30" w:rsidP="00E00D30">
      <w:r>
        <w:t>165.7920</w:t>
      </w:r>
      <w:r>
        <w:tab/>
        <w:t>1.013e0</w:t>
      </w:r>
    </w:p>
    <w:p w:rsidR="00E00D30" w:rsidRDefault="00E00D30" w:rsidP="00E00D30">
      <w:r>
        <w:t>165.7953</w:t>
      </w:r>
      <w:r>
        <w:tab/>
        <w:t>1.013e0</w:t>
      </w:r>
    </w:p>
    <w:p w:rsidR="00E00D30" w:rsidRDefault="00E00D30" w:rsidP="00E00D30">
      <w:r>
        <w:t>165.8022</w:t>
      </w:r>
      <w:r>
        <w:tab/>
        <w:t>1.013e0</w:t>
      </w:r>
    </w:p>
    <w:p w:rsidR="00E00D30" w:rsidRDefault="00E00D30" w:rsidP="00E00D30">
      <w:r>
        <w:t>165.8051</w:t>
      </w:r>
      <w:r>
        <w:tab/>
        <w:t>2.025e0</w:t>
      </w:r>
    </w:p>
    <w:p w:rsidR="00E00D30" w:rsidRDefault="00E00D30" w:rsidP="00E00D30">
      <w:r>
        <w:lastRenderedPageBreak/>
        <w:t>165.8185</w:t>
      </w:r>
      <w:r>
        <w:tab/>
        <w:t>1.013e0</w:t>
      </w:r>
    </w:p>
    <w:p w:rsidR="00E00D30" w:rsidRDefault="00E00D30" w:rsidP="00E00D30">
      <w:r>
        <w:t>165.8219</w:t>
      </w:r>
      <w:r>
        <w:tab/>
        <w:t>1.013e0</w:t>
      </w:r>
    </w:p>
    <w:p w:rsidR="00E00D30" w:rsidRDefault="00E00D30" w:rsidP="00E00D30">
      <w:r>
        <w:t>165.8254</w:t>
      </w:r>
      <w:r>
        <w:tab/>
        <w:t>1.013e0</w:t>
      </w:r>
    </w:p>
    <w:p w:rsidR="00E00D30" w:rsidRDefault="00E00D30" w:rsidP="00E00D30">
      <w:r>
        <w:t>165.8394</w:t>
      </w:r>
      <w:r>
        <w:tab/>
        <w:t>3.038e0</w:t>
      </w:r>
    </w:p>
    <w:p w:rsidR="00E00D30" w:rsidRDefault="00E00D30" w:rsidP="00E00D30">
      <w:r>
        <w:t>165.8636</w:t>
      </w:r>
      <w:r>
        <w:tab/>
        <w:t>1.013e0</w:t>
      </w:r>
    </w:p>
    <w:p w:rsidR="00E00D30" w:rsidRDefault="00E00D30" w:rsidP="00E00D30">
      <w:r>
        <w:t>165.8840</w:t>
      </w:r>
      <w:r>
        <w:tab/>
        <w:t>1.013e0</w:t>
      </w:r>
    </w:p>
    <w:p w:rsidR="00E00D30" w:rsidRDefault="00E00D30" w:rsidP="00E00D30">
      <w:r>
        <w:t>165.9145</w:t>
      </w:r>
      <w:r>
        <w:tab/>
        <w:t>1.013e0</w:t>
      </w:r>
    </w:p>
    <w:p w:rsidR="00E00D30" w:rsidRDefault="00E00D30" w:rsidP="00E00D30">
      <w:r>
        <w:t>165.9267</w:t>
      </w:r>
      <w:r>
        <w:tab/>
        <w:t>2.025e0</w:t>
      </w:r>
    </w:p>
    <w:p w:rsidR="00E00D30" w:rsidRDefault="00E00D30" w:rsidP="00E00D30">
      <w:r>
        <w:t>165.9458</w:t>
      </w:r>
      <w:r>
        <w:tab/>
        <w:t>1.013e0</w:t>
      </w:r>
    </w:p>
    <w:p w:rsidR="00E00D30" w:rsidRDefault="00E00D30" w:rsidP="00E00D30">
      <w:r>
        <w:t>165.9695</w:t>
      </w:r>
      <w:r>
        <w:tab/>
        <w:t>1.013e0</w:t>
      </w:r>
    </w:p>
    <w:p w:rsidR="00E00D30" w:rsidRDefault="00E00D30" w:rsidP="00E00D30">
      <w:r>
        <w:t>165.9727</w:t>
      </w:r>
      <w:r>
        <w:tab/>
        <w:t>1.013e0</w:t>
      </w:r>
    </w:p>
    <w:p w:rsidR="00E00D30" w:rsidRDefault="00E00D30" w:rsidP="00E00D30">
      <w:r>
        <w:t>165.9958</w:t>
      </w:r>
      <w:r>
        <w:tab/>
        <w:t>3.038e0</w:t>
      </w:r>
    </w:p>
    <w:p w:rsidR="00E00D30" w:rsidRDefault="00E00D30" w:rsidP="00E00D30">
      <w:r>
        <w:t>166.0002</w:t>
      </w:r>
      <w:r>
        <w:tab/>
        <w:t>2.025e0</w:t>
      </w:r>
    </w:p>
    <w:p w:rsidR="00E00D30" w:rsidRDefault="00E00D30" w:rsidP="00E00D30">
      <w:r>
        <w:t>166.0039</w:t>
      </w:r>
      <w:r>
        <w:tab/>
        <w:t>1.013e0</w:t>
      </w:r>
    </w:p>
    <w:p w:rsidR="00E00D30" w:rsidRDefault="00E00D30" w:rsidP="00E00D30">
      <w:r>
        <w:t>166.0314</w:t>
      </w:r>
      <w:r>
        <w:tab/>
        <w:t>2.025e0</w:t>
      </w:r>
    </w:p>
    <w:p w:rsidR="00E00D30" w:rsidRDefault="00E00D30" w:rsidP="00E00D30">
      <w:r>
        <w:t>166.0420</w:t>
      </w:r>
      <w:r>
        <w:tab/>
        <w:t>1.013e0</w:t>
      </w:r>
    </w:p>
    <w:p w:rsidR="00E00D30" w:rsidRDefault="00E00D30" w:rsidP="00E00D30">
      <w:r>
        <w:t>166.0450</w:t>
      </w:r>
      <w:r>
        <w:tab/>
        <w:t>1.013e0</w:t>
      </w:r>
    </w:p>
    <w:p w:rsidR="00E00D30" w:rsidRDefault="00E00D30" w:rsidP="00E00D30">
      <w:r>
        <w:t>166.0548</w:t>
      </w:r>
      <w:r>
        <w:tab/>
        <w:t>1.013e0</w:t>
      </w:r>
    </w:p>
    <w:p w:rsidR="00E00D30" w:rsidRDefault="00E00D30" w:rsidP="00E00D30">
      <w:r>
        <w:t>166.0582</w:t>
      </w:r>
      <w:r>
        <w:tab/>
        <w:t>1.013e0</w:t>
      </w:r>
    </w:p>
    <w:p w:rsidR="00E00D30" w:rsidRDefault="00E00D30" w:rsidP="00E00D30">
      <w:r>
        <w:lastRenderedPageBreak/>
        <w:t>166.0740</w:t>
      </w:r>
      <w:r>
        <w:tab/>
        <w:t>5.063e0</w:t>
      </w:r>
    </w:p>
    <w:p w:rsidR="00E00D30" w:rsidRDefault="00E00D30" w:rsidP="00E00D30">
      <w:r>
        <w:t>166.0771</w:t>
      </w:r>
      <w:r>
        <w:tab/>
        <w:t>2.025e0</w:t>
      </w:r>
    </w:p>
    <w:p w:rsidR="00E00D30" w:rsidRDefault="00E00D30" w:rsidP="00E00D30">
      <w:r>
        <w:t>166.0824</w:t>
      </w:r>
      <w:r>
        <w:tab/>
        <w:t>1.013e0</w:t>
      </w:r>
    </w:p>
    <w:p w:rsidR="00E00D30" w:rsidRDefault="00E00D30" w:rsidP="00E00D30">
      <w:r>
        <w:t>166.0859</w:t>
      </w:r>
      <w:r>
        <w:tab/>
        <w:t>1.013e0</w:t>
      </w:r>
    </w:p>
    <w:p w:rsidR="00E00D30" w:rsidRDefault="00E00D30" w:rsidP="00E00D30">
      <w:r>
        <w:t>166.0963</w:t>
      </w:r>
      <w:r>
        <w:tab/>
        <w:t>1.013e0</w:t>
      </w:r>
    </w:p>
    <w:p w:rsidR="00E00D30" w:rsidRDefault="00E00D30" w:rsidP="00E00D30">
      <w:r>
        <w:t>166.0980</w:t>
      </w:r>
      <w:r>
        <w:tab/>
        <w:t>2.025e0</w:t>
      </w:r>
    </w:p>
    <w:p w:rsidR="00E00D30" w:rsidRDefault="00E00D30" w:rsidP="00E00D30">
      <w:r>
        <w:t>166.1069</w:t>
      </w:r>
      <w:r>
        <w:tab/>
        <w:t>2.025e0</w:t>
      </w:r>
    </w:p>
    <w:p w:rsidR="00E00D30" w:rsidRDefault="00E00D30" w:rsidP="00E00D30">
      <w:r>
        <w:t>166.1101</w:t>
      </w:r>
      <w:r>
        <w:tab/>
        <w:t>1.013e0</w:t>
      </w:r>
    </w:p>
    <w:p w:rsidR="00E00D30" w:rsidRDefault="00E00D30" w:rsidP="00E00D30">
      <w:r>
        <w:t>166.1174</w:t>
      </w:r>
      <w:r>
        <w:tab/>
        <w:t>6.076e0</w:t>
      </w:r>
    </w:p>
    <w:p w:rsidR="00E00D30" w:rsidRDefault="00E00D30" w:rsidP="00E00D30">
      <w:r>
        <w:t>166.1207</w:t>
      </w:r>
      <w:r>
        <w:tab/>
        <w:t>2.025e0</w:t>
      </w:r>
    </w:p>
    <w:p w:rsidR="00E00D30" w:rsidRDefault="00E00D30" w:rsidP="00E00D30">
      <w:r>
        <w:t>166.1241</w:t>
      </w:r>
      <w:r>
        <w:tab/>
        <w:t>2.025e0</w:t>
      </w:r>
    </w:p>
    <w:p w:rsidR="00E00D30" w:rsidRDefault="00E00D30" w:rsidP="00E00D30">
      <w:r>
        <w:t>166.1272</w:t>
      </w:r>
      <w:r>
        <w:tab/>
        <w:t>2.025e0</w:t>
      </w:r>
    </w:p>
    <w:p w:rsidR="00E00D30" w:rsidRDefault="00E00D30" w:rsidP="00E00D30">
      <w:r>
        <w:t>166.1341</w:t>
      </w:r>
      <w:r>
        <w:tab/>
        <w:t>1.013e0</w:t>
      </w:r>
    </w:p>
    <w:p w:rsidR="00E00D30" w:rsidRDefault="00E00D30" w:rsidP="00E00D30">
      <w:r>
        <w:t>166.1356</w:t>
      </w:r>
      <w:r>
        <w:tab/>
        <w:t>3.038e0</w:t>
      </w:r>
    </w:p>
    <w:p w:rsidR="00E00D30" w:rsidRDefault="00E00D30" w:rsidP="00E00D30">
      <w:r>
        <w:t>166.1437</w:t>
      </w:r>
      <w:r>
        <w:tab/>
        <w:t>1.013e0</w:t>
      </w:r>
    </w:p>
    <w:p w:rsidR="00E00D30" w:rsidRDefault="00E00D30" w:rsidP="00E00D30">
      <w:r>
        <w:t>166.1819</w:t>
      </w:r>
      <w:r>
        <w:tab/>
        <w:t>1.013e0</w:t>
      </w:r>
    </w:p>
    <w:p w:rsidR="00E00D30" w:rsidRDefault="00E00D30" w:rsidP="00E00D30">
      <w:r>
        <w:t>166.1889</w:t>
      </w:r>
      <w:r>
        <w:tab/>
        <w:t>1.013e0</w:t>
      </w:r>
    </w:p>
    <w:p w:rsidR="00E00D30" w:rsidRDefault="00E00D30" w:rsidP="00E00D30">
      <w:r>
        <w:t>166.1996</w:t>
      </w:r>
      <w:r>
        <w:tab/>
        <w:t>1.013e0</w:t>
      </w:r>
    </w:p>
    <w:p w:rsidR="00E00D30" w:rsidRDefault="00E00D30" w:rsidP="00E00D30">
      <w:r>
        <w:t>166.2294</w:t>
      </w:r>
      <w:r>
        <w:tab/>
        <w:t>1.013e0</w:t>
      </w:r>
    </w:p>
    <w:p w:rsidR="00E00D30" w:rsidRDefault="00E00D30" w:rsidP="00E00D30">
      <w:r>
        <w:lastRenderedPageBreak/>
        <w:t>166.2415</w:t>
      </w:r>
      <w:r>
        <w:tab/>
        <w:t>2.025e0</w:t>
      </w:r>
    </w:p>
    <w:p w:rsidR="00E00D30" w:rsidRDefault="00E00D30" w:rsidP="00E00D30">
      <w:r>
        <w:t>166.2469</w:t>
      </w:r>
      <w:r>
        <w:tab/>
        <w:t>1.013e0</w:t>
      </w:r>
    </w:p>
    <w:p w:rsidR="00E00D30" w:rsidRDefault="00E00D30" w:rsidP="00E00D30">
      <w:r>
        <w:t>166.2606</w:t>
      </w:r>
      <w:r>
        <w:tab/>
        <w:t>1.013e0</w:t>
      </w:r>
    </w:p>
    <w:p w:rsidR="00E00D30" w:rsidRDefault="00E00D30" w:rsidP="00E00D30">
      <w:r>
        <w:t>166.2951</w:t>
      </w:r>
      <w:r>
        <w:tab/>
        <w:t>1.013e0</w:t>
      </w:r>
    </w:p>
    <w:p w:rsidR="00E00D30" w:rsidRDefault="00E00D30" w:rsidP="00E00D30">
      <w:r>
        <w:t>166.3360</w:t>
      </w:r>
      <w:r>
        <w:tab/>
        <w:t>1.013e0</w:t>
      </w:r>
    </w:p>
    <w:p w:rsidR="00E00D30" w:rsidRDefault="00E00D30" w:rsidP="00E00D30">
      <w:r>
        <w:t>166.3395</w:t>
      </w:r>
      <w:r>
        <w:tab/>
        <w:t>1.013e0</w:t>
      </w:r>
    </w:p>
    <w:p w:rsidR="00E00D30" w:rsidRDefault="00E00D30" w:rsidP="00E00D30">
      <w:r>
        <w:t>166.3534</w:t>
      </w:r>
      <w:r>
        <w:tab/>
        <w:t>1.013e0</w:t>
      </w:r>
    </w:p>
    <w:p w:rsidR="00E00D30" w:rsidRDefault="00E00D30" w:rsidP="00E00D30">
      <w:r>
        <w:t>166.3806</w:t>
      </w:r>
      <w:r>
        <w:tab/>
        <w:t>1.013e0</w:t>
      </w:r>
    </w:p>
    <w:p w:rsidR="00E00D30" w:rsidRDefault="00E00D30" w:rsidP="00E00D30">
      <w:r>
        <w:t>166.3907</w:t>
      </w:r>
      <w:r>
        <w:tab/>
        <w:t>2.025e0</w:t>
      </w:r>
    </w:p>
    <w:p w:rsidR="00E00D30" w:rsidRDefault="00E00D30" w:rsidP="00E00D30">
      <w:r>
        <w:t>166.4078</w:t>
      </w:r>
      <w:r>
        <w:tab/>
        <w:t>1.013e0</w:t>
      </w:r>
    </w:p>
    <w:p w:rsidR="00E00D30" w:rsidRDefault="00E00D30" w:rsidP="00E00D30">
      <w:r>
        <w:t>166.4113</w:t>
      </w:r>
      <w:r>
        <w:tab/>
        <w:t>1.013e0</w:t>
      </w:r>
    </w:p>
    <w:p w:rsidR="00E00D30" w:rsidRDefault="00E00D30" w:rsidP="00E00D30">
      <w:r>
        <w:t>166.4629</w:t>
      </w:r>
      <w:r>
        <w:tab/>
        <w:t>1.013e0</w:t>
      </w:r>
    </w:p>
    <w:p w:rsidR="00E00D30" w:rsidRDefault="00E00D30" w:rsidP="00E00D30">
      <w:r>
        <w:t>166.4729</w:t>
      </w:r>
      <w:r>
        <w:tab/>
        <w:t>2.025e0</w:t>
      </w:r>
    </w:p>
    <w:p w:rsidR="00E00D30" w:rsidRDefault="00E00D30" w:rsidP="00E00D30">
      <w:r>
        <w:t>166.4935</w:t>
      </w:r>
      <w:r>
        <w:tab/>
        <w:t>1.013e0</w:t>
      </w:r>
    </w:p>
    <w:p w:rsidR="00E00D30" w:rsidRDefault="00E00D30" w:rsidP="00E00D30">
      <w:r>
        <w:t>166.5180</w:t>
      </w:r>
      <w:r>
        <w:tab/>
        <w:t>2.025e0</w:t>
      </w:r>
    </w:p>
    <w:p w:rsidR="00E00D30" w:rsidRDefault="00E00D30" w:rsidP="00E00D30">
      <w:r>
        <w:t>166.5422</w:t>
      </w:r>
      <w:r>
        <w:tab/>
        <w:t>2.025e0</w:t>
      </w:r>
    </w:p>
    <w:p w:rsidR="00E00D30" w:rsidRDefault="00E00D30" w:rsidP="00E00D30">
      <w:r>
        <w:t>166.5520</w:t>
      </w:r>
      <w:r>
        <w:tab/>
        <w:t>2.025e0</w:t>
      </w:r>
    </w:p>
    <w:p w:rsidR="00E00D30" w:rsidRDefault="00E00D30" w:rsidP="00E00D30">
      <w:r>
        <w:t>166.5654</w:t>
      </w:r>
      <w:r>
        <w:tab/>
        <w:t>1.013e0</w:t>
      </w:r>
    </w:p>
    <w:p w:rsidR="00E00D30" w:rsidRDefault="00E00D30" w:rsidP="00E00D30">
      <w:r>
        <w:t>166.5723</w:t>
      </w:r>
      <w:r>
        <w:tab/>
        <w:t>1.013e0</w:t>
      </w:r>
    </w:p>
    <w:p w:rsidR="00E00D30" w:rsidRDefault="00E00D30" w:rsidP="00E00D30">
      <w:r>
        <w:lastRenderedPageBreak/>
        <w:t>166.6037</w:t>
      </w:r>
      <w:r>
        <w:tab/>
        <w:t>1.013e0</w:t>
      </w:r>
    </w:p>
    <w:p w:rsidR="00E00D30" w:rsidRDefault="00E00D30" w:rsidP="00E00D30">
      <w:r>
        <w:t>166.6141</w:t>
      </w:r>
      <w:r>
        <w:tab/>
        <w:t>1.013e0</w:t>
      </w:r>
    </w:p>
    <w:p w:rsidR="00E00D30" w:rsidRDefault="00E00D30" w:rsidP="00E00D30">
      <w:r>
        <w:t>166.6652</w:t>
      </w:r>
      <w:r>
        <w:tab/>
        <w:t>1.013e0</w:t>
      </w:r>
    </w:p>
    <w:p w:rsidR="00E00D30" w:rsidRDefault="00E00D30" w:rsidP="00E00D30">
      <w:r>
        <w:t>166.6792</w:t>
      </w:r>
      <w:r>
        <w:tab/>
        <w:t>2.025e0</w:t>
      </w:r>
    </w:p>
    <w:p w:rsidR="00E00D30" w:rsidRDefault="00E00D30" w:rsidP="00E00D30">
      <w:r>
        <w:t>166.6825</w:t>
      </w:r>
      <w:r>
        <w:tab/>
        <w:t>1.013e0</w:t>
      </w:r>
    </w:p>
    <w:p w:rsidR="00E00D30" w:rsidRDefault="00E00D30" w:rsidP="00E00D30">
      <w:r>
        <w:t>166.6965</w:t>
      </w:r>
      <w:r>
        <w:tab/>
        <w:t>1.013e0</w:t>
      </w:r>
    </w:p>
    <w:p w:rsidR="00E00D30" w:rsidRDefault="00E00D30" w:rsidP="00E00D30">
      <w:r>
        <w:t>166.7070</w:t>
      </w:r>
      <w:r>
        <w:tab/>
        <w:t>2.025e0</w:t>
      </w:r>
    </w:p>
    <w:p w:rsidR="00E00D30" w:rsidRDefault="00E00D30" w:rsidP="00E00D30">
      <w:r>
        <w:t>166.7104</w:t>
      </w:r>
      <w:r>
        <w:tab/>
        <w:t>1.013e0</w:t>
      </w:r>
    </w:p>
    <w:p w:rsidR="00E00D30" w:rsidRDefault="00E00D30" w:rsidP="00E00D30">
      <w:r>
        <w:t>166.7135</w:t>
      </w:r>
      <w:r>
        <w:tab/>
        <w:t>2.025e0</w:t>
      </w:r>
    </w:p>
    <w:p w:rsidR="00E00D30" w:rsidRDefault="00E00D30" w:rsidP="00E00D30">
      <w:r>
        <w:t>166.7234</w:t>
      </w:r>
      <w:r>
        <w:tab/>
        <w:t>1.013e0</w:t>
      </w:r>
    </w:p>
    <w:p w:rsidR="00E00D30" w:rsidRDefault="00E00D30" w:rsidP="00E00D30">
      <w:r>
        <w:t>166.7544</w:t>
      </w:r>
      <w:r>
        <w:tab/>
        <w:t>1.013e0</w:t>
      </w:r>
    </w:p>
    <w:p w:rsidR="00E00D30" w:rsidRDefault="00E00D30" w:rsidP="00E00D30">
      <w:r>
        <w:t>166.7579</w:t>
      </w:r>
      <w:r>
        <w:tab/>
        <w:t>2.025e0</w:t>
      </w:r>
    </w:p>
    <w:p w:rsidR="00E00D30" w:rsidRDefault="00E00D30" w:rsidP="00E00D30">
      <w:r>
        <w:t>166.7614</w:t>
      </w:r>
      <w:r>
        <w:tab/>
        <w:t>2.025e0</w:t>
      </w:r>
    </w:p>
    <w:p w:rsidR="00E00D30" w:rsidRDefault="00E00D30" w:rsidP="00E00D30">
      <w:r>
        <w:t>166.7648</w:t>
      </w:r>
      <w:r>
        <w:tab/>
        <w:t>1.013e0</w:t>
      </w:r>
    </w:p>
    <w:p w:rsidR="00E00D30" w:rsidRDefault="00E00D30" w:rsidP="00E00D30">
      <w:r>
        <w:t>166.7926</w:t>
      </w:r>
      <w:r>
        <w:tab/>
        <w:t>1.013e0</w:t>
      </w:r>
    </w:p>
    <w:p w:rsidR="00E00D30" w:rsidRDefault="00E00D30" w:rsidP="00E00D30">
      <w:r>
        <w:t>166.7959</w:t>
      </w:r>
      <w:r>
        <w:tab/>
        <w:t>1.013e0</w:t>
      </w:r>
    </w:p>
    <w:p w:rsidR="00E00D30" w:rsidRDefault="00E00D30" w:rsidP="00E00D30">
      <w:r>
        <w:t>166.8332</w:t>
      </w:r>
      <w:r>
        <w:tab/>
        <w:t>2.025e0</w:t>
      </w:r>
    </w:p>
    <w:p w:rsidR="00E00D30" w:rsidRDefault="00E00D30" w:rsidP="00E00D30">
      <w:r>
        <w:t>166.8471</w:t>
      </w:r>
      <w:r>
        <w:tab/>
        <w:t>1.013e0</w:t>
      </w:r>
    </w:p>
    <w:p w:rsidR="00E00D30" w:rsidRDefault="00E00D30" w:rsidP="00E00D30">
      <w:r>
        <w:t>166.8645</w:t>
      </w:r>
      <w:r>
        <w:tab/>
        <w:t>1.013e0</w:t>
      </w:r>
    </w:p>
    <w:p w:rsidR="00E00D30" w:rsidRDefault="00E00D30" w:rsidP="00E00D30">
      <w:r>
        <w:lastRenderedPageBreak/>
        <w:t>166.8884</w:t>
      </w:r>
      <w:r>
        <w:tab/>
        <w:t>1.013e0</w:t>
      </w:r>
    </w:p>
    <w:p w:rsidR="00E00D30" w:rsidRDefault="00E00D30" w:rsidP="00E00D30">
      <w:r>
        <w:t>166.8917</w:t>
      </w:r>
      <w:r>
        <w:tab/>
        <w:t>1.013e0</w:t>
      </w:r>
    </w:p>
    <w:p w:rsidR="00E00D30" w:rsidRDefault="00E00D30" w:rsidP="00E00D30">
      <w:r>
        <w:t>166.9053</w:t>
      </w:r>
      <w:r>
        <w:tab/>
        <w:t>2.025e0</w:t>
      </w:r>
    </w:p>
    <w:p w:rsidR="00E00D30" w:rsidRDefault="00E00D30" w:rsidP="00E00D30">
      <w:r>
        <w:t>166.9260</w:t>
      </w:r>
      <w:r>
        <w:tab/>
        <w:t>1.013e0</w:t>
      </w:r>
    </w:p>
    <w:p w:rsidR="00E00D30" w:rsidRDefault="00E00D30" w:rsidP="00E00D30">
      <w:r>
        <w:t>166.9365</w:t>
      </w:r>
      <w:r>
        <w:tab/>
        <w:t>3.038e0</w:t>
      </w:r>
    </w:p>
    <w:p w:rsidR="00E00D30" w:rsidRDefault="00E00D30" w:rsidP="00E00D30">
      <w:r>
        <w:t>166.9400</w:t>
      </w:r>
      <w:r>
        <w:tab/>
        <w:t>1.013e0</w:t>
      </w:r>
    </w:p>
    <w:p w:rsidR="00E00D30" w:rsidRDefault="00E00D30" w:rsidP="00E00D30">
      <w:r>
        <w:t>166.9469</w:t>
      </w:r>
      <w:r>
        <w:tab/>
        <w:t>1.013e0</w:t>
      </w:r>
    </w:p>
    <w:p w:rsidR="00E00D30" w:rsidRDefault="00E00D30" w:rsidP="00E00D30">
      <w:r>
        <w:t>166.9808</w:t>
      </w:r>
      <w:r>
        <w:tab/>
        <w:t>2.025e0</w:t>
      </w:r>
    </w:p>
    <w:p w:rsidR="00E00D30" w:rsidRDefault="00E00D30" w:rsidP="00E00D30">
      <w:r>
        <w:t>166.9844</w:t>
      </w:r>
      <w:r>
        <w:tab/>
        <w:t>1.013e0</w:t>
      </w:r>
    </w:p>
    <w:p w:rsidR="00E00D30" w:rsidRDefault="00E00D30" w:rsidP="00E00D30">
      <w:r>
        <w:t>166.9874</w:t>
      </w:r>
      <w:r>
        <w:tab/>
        <w:t>2.025e0</w:t>
      </w:r>
    </w:p>
    <w:p w:rsidR="00E00D30" w:rsidRDefault="00E00D30" w:rsidP="00E00D30">
      <w:r>
        <w:t>166.9944</w:t>
      </w:r>
      <w:r>
        <w:tab/>
        <w:t>1.013e0</w:t>
      </w:r>
    </w:p>
    <w:p w:rsidR="00E00D30" w:rsidRDefault="00E00D30" w:rsidP="00E00D30">
      <w:r>
        <w:t>166.9962</w:t>
      </w:r>
      <w:r>
        <w:tab/>
        <w:t>2.025e0</w:t>
      </w:r>
    </w:p>
    <w:p w:rsidR="00E00D30" w:rsidRDefault="00E00D30" w:rsidP="00E00D30">
      <w:r>
        <w:t>166.9982</w:t>
      </w:r>
      <w:r>
        <w:tab/>
        <w:t>1.013e0</w:t>
      </w:r>
    </w:p>
    <w:p w:rsidR="00E00D30" w:rsidRDefault="00E00D30" w:rsidP="00E00D30">
      <w:r>
        <w:t>167.0084</w:t>
      </w:r>
      <w:r>
        <w:tab/>
        <w:t>1.013e0</w:t>
      </w:r>
    </w:p>
    <w:p w:rsidR="00E00D30" w:rsidRDefault="00E00D30" w:rsidP="00E00D30">
      <w:r>
        <w:t>167.0121</w:t>
      </w:r>
      <w:r>
        <w:tab/>
        <w:t>1.013e0</w:t>
      </w:r>
    </w:p>
    <w:p w:rsidR="00E00D30" w:rsidRDefault="00E00D30" w:rsidP="00E00D30">
      <w:r>
        <w:t>167.0154</w:t>
      </w:r>
      <w:r>
        <w:tab/>
        <w:t>1.013e0</w:t>
      </w:r>
    </w:p>
    <w:p w:rsidR="00E00D30" w:rsidRDefault="00E00D30" w:rsidP="00E00D30">
      <w:r>
        <w:t>167.0172</w:t>
      </w:r>
      <w:r>
        <w:tab/>
        <w:t>2.025e0</w:t>
      </w:r>
    </w:p>
    <w:p w:rsidR="00E00D30" w:rsidRDefault="00E00D30" w:rsidP="00E00D30">
      <w:r>
        <w:t>167.0184</w:t>
      </w:r>
      <w:r>
        <w:tab/>
        <w:t>4.051e0</w:t>
      </w:r>
    </w:p>
    <w:p w:rsidR="00E00D30" w:rsidRDefault="00E00D30" w:rsidP="00E00D30">
      <w:r>
        <w:t>167.0257</w:t>
      </w:r>
      <w:r>
        <w:tab/>
        <w:t>1.013e0</w:t>
      </w:r>
    </w:p>
    <w:p w:rsidR="00E00D30" w:rsidRDefault="00E00D30" w:rsidP="00E00D30">
      <w:r>
        <w:lastRenderedPageBreak/>
        <w:t>167.0292</w:t>
      </w:r>
      <w:r>
        <w:tab/>
        <w:t>1.013e0</w:t>
      </w:r>
    </w:p>
    <w:p w:rsidR="00E00D30" w:rsidRDefault="00E00D30" w:rsidP="00E00D30">
      <w:r>
        <w:t>167.0434</w:t>
      </w:r>
      <w:r>
        <w:tab/>
        <w:t>2.025e0</w:t>
      </w:r>
    </w:p>
    <w:p w:rsidR="00E00D30" w:rsidRDefault="00E00D30" w:rsidP="00E00D30">
      <w:r>
        <w:t>167.0551</w:t>
      </w:r>
      <w:r>
        <w:tab/>
        <w:t>3.038e0</w:t>
      </w:r>
    </w:p>
    <w:p w:rsidR="00E00D30" w:rsidRDefault="00E00D30" w:rsidP="00E00D30">
      <w:r>
        <w:t>167.0571</w:t>
      </w:r>
      <w:r>
        <w:tab/>
        <w:t>1.013e0</w:t>
      </w:r>
    </w:p>
    <w:p w:rsidR="00E00D30" w:rsidRDefault="00E00D30" w:rsidP="00E00D30">
      <w:r>
        <w:t>167.0634</w:t>
      </w:r>
      <w:r>
        <w:tab/>
        <w:t>1.013e0</w:t>
      </w:r>
    </w:p>
    <w:p w:rsidR="00E00D30" w:rsidRDefault="00E00D30" w:rsidP="00E00D30">
      <w:r>
        <w:t>167.0659</w:t>
      </w:r>
      <w:r>
        <w:tab/>
        <w:t>3.038e0</w:t>
      </w:r>
    </w:p>
    <w:p w:rsidR="00E00D30" w:rsidRDefault="00E00D30" w:rsidP="00E00D30">
      <w:r>
        <w:t>167.0789</w:t>
      </w:r>
      <w:r>
        <w:tab/>
        <w:t>4.051e0</w:t>
      </w:r>
    </w:p>
    <w:p w:rsidR="00E00D30" w:rsidRDefault="00E00D30" w:rsidP="00E00D30">
      <w:r>
        <w:t>167.0821</w:t>
      </w:r>
      <w:r>
        <w:tab/>
        <w:t>2.025e0</w:t>
      </w:r>
    </w:p>
    <w:p w:rsidR="00E00D30" w:rsidRDefault="00E00D30" w:rsidP="00E00D30">
      <w:r>
        <w:t>167.0838</w:t>
      </w:r>
      <w:r>
        <w:tab/>
        <w:t>1.013e0</w:t>
      </w:r>
    </w:p>
    <w:p w:rsidR="00E00D30" w:rsidRDefault="00E00D30" w:rsidP="00E00D30">
      <w:r>
        <w:t>167.0851</w:t>
      </w:r>
      <w:r>
        <w:tab/>
        <w:t>9.114e0</w:t>
      </w:r>
    </w:p>
    <w:p w:rsidR="00E00D30" w:rsidRDefault="00E00D30" w:rsidP="00E00D30">
      <w:r>
        <w:t>167.0893</w:t>
      </w:r>
      <w:r>
        <w:tab/>
        <w:t>2.025e0</w:t>
      </w:r>
    </w:p>
    <w:p w:rsidR="00E00D30" w:rsidRDefault="00E00D30" w:rsidP="00E00D30">
      <w:r>
        <w:t>167.0910</w:t>
      </w:r>
      <w:r>
        <w:tab/>
        <w:t>1.013e0</w:t>
      </w:r>
    </w:p>
    <w:p w:rsidR="00E00D30" w:rsidRDefault="00E00D30" w:rsidP="00E00D30">
      <w:r>
        <w:t>167.0957</w:t>
      </w:r>
      <w:r>
        <w:tab/>
        <w:t>9.114e0</w:t>
      </w:r>
    </w:p>
    <w:p w:rsidR="00E00D30" w:rsidRDefault="00E00D30" w:rsidP="00E00D30">
      <w:r>
        <w:t>167.0978</w:t>
      </w:r>
      <w:r>
        <w:tab/>
        <w:t>1.013e0</w:t>
      </w:r>
    </w:p>
    <w:p w:rsidR="00E00D30" w:rsidRDefault="00E00D30" w:rsidP="00E00D30">
      <w:r>
        <w:t>167.1084</w:t>
      </w:r>
      <w:r>
        <w:tab/>
        <w:t>2.025e0</w:t>
      </w:r>
    </w:p>
    <w:p w:rsidR="00E00D30" w:rsidRDefault="00E00D30" w:rsidP="00E00D30">
      <w:r>
        <w:t>167.1187</w:t>
      </w:r>
      <w:r>
        <w:tab/>
        <w:t>1.013e0</w:t>
      </w:r>
    </w:p>
    <w:p w:rsidR="00E00D30" w:rsidRDefault="00E00D30" w:rsidP="00E00D30">
      <w:r>
        <w:t>167.1255</w:t>
      </w:r>
      <w:r>
        <w:tab/>
        <w:t>1.013e0</w:t>
      </w:r>
    </w:p>
    <w:p w:rsidR="00E00D30" w:rsidRDefault="00E00D30" w:rsidP="00E00D30">
      <w:r>
        <w:t>167.1292</w:t>
      </w:r>
      <w:r>
        <w:tab/>
        <w:t>1.013e0</w:t>
      </w:r>
    </w:p>
    <w:p w:rsidR="00E00D30" w:rsidRDefault="00E00D30" w:rsidP="00E00D30">
      <w:r>
        <w:t>167.1327</w:t>
      </w:r>
      <w:r>
        <w:tab/>
        <w:t>1.013e0</w:t>
      </w:r>
    </w:p>
    <w:p w:rsidR="00E00D30" w:rsidRDefault="00E00D30" w:rsidP="00E00D30">
      <w:r>
        <w:lastRenderedPageBreak/>
        <w:t>167.1493</w:t>
      </w:r>
      <w:r>
        <w:tab/>
        <w:t>1.013e0</w:t>
      </w:r>
    </w:p>
    <w:p w:rsidR="00E00D30" w:rsidRDefault="00E00D30" w:rsidP="00E00D30">
      <w:r>
        <w:t>167.1560</w:t>
      </w:r>
      <w:r>
        <w:tab/>
        <w:t>1.013e0</w:t>
      </w:r>
    </w:p>
    <w:p w:rsidR="00E00D30" w:rsidRDefault="00E00D30" w:rsidP="00E00D30">
      <w:r>
        <w:t>167.1592</w:t>
      </w:r>
      <w:r>
        <w:tab/>
        <w:t>1.013e0</w:t>
      </w:r>
    </w:p>
    <w:p w:rsidR="00E00D30" w:rsidRDefault="00E00D30" w:rsidP="00E00D30">
      <w:r>
        <w:t>167.1731</w:t>
      </w:r>
      <w:r>
        <w:tab/>
        <w:t>2.025e0</w:t>
      </w:r>
    </w:p>
    <w:p w:rsidR="00E00D30" w:rsidRDefault="00E00D30" w:rsidP="00E00D30">
      <w:r>
        <w:t>167.2045</w:t>
      </w:r>
      <w:r>
        <w:tab/>
        <w:t>2.025e0</w:t>
      </w:r>
    </w:p>
    <w:p w:rsidR="00E00D30" w:rsidRDefault="00E00D30" w:rsidP="00E00D30">
      <w:r>
        <w:t>167.2188</w:t>
      </w:r>
      <w:r>
        <w:tab/>
        <w:t>1.013e0</w:t>
      </w:r>
    </w:p>
    <w:p w:rsidR="00E00D30" w:rsidRDefault="00E00D30" w:rsidP="00E00D30">
      <w:r>
        <w:t>167.2320</w:t>
      </w:r>
      <w:r>
        <w:tab/>
        <w:t>1.013e0</w:t>
      </w:r>
    </w:p>
    <w:p w:rsidR="00E00D30" w:rsidRDefault="00E00D30" w:rsidP="00E00D30">
      <w:r>
        <w:t>167.2387</w:t>
      </w:r>
      <w:r>
        <w:tab/>
        <w:t>1.013e0</w:t>
      </w:r>
    </w:p>
    <w:p w:rsidR="00E00D30" w:rsidRDefault="00E00D30" w:rsidP="00E00D30">
      <w:r>
        <w:t>167.2488</w:t>
      </w:r>
      <w:r>
        <w:tab/>
        <w:t>1.013e0</w:t>
      </w:r>
    </w:p>
    <w:p w:rsidR="00E00D30" w:rsidRDefault="00E00D30" w:rsidP="00E00D30">
      <w:r>
        <w:t>167.2520</w:t>
      </w:r>
      <w:r>
        <w:tab/>
        <w:t>1.013e0</w:t>
      </w:r>
    </w:p>
    <w:p w:rsidR="00E00D30" w:rsidRDefault="00E00D30" w:rsidP="00E00D30">
      <w:r>
        <w:t>167.2731</w:t>
      </w:r>
      <w:r>
        <w:tab/>
        <w:t>1.013e0</w:t>
      </w:r>
    </w:p>
    <w:p w:rsidR="00E00D30" w:rsidRDefault="00E00D30" w:rsidP="00E00D30">
      <w:r>
        <w:t>167.2768</w:t>
      </w:r>
      <w:r>
        <w:tab/>
        <w:t>1.013e0</w:t>
      </w:r>
    </w:p>
    <w:p w:rsidR="00E00D30" w:rsidRDefault="00E00D30" w:rsidP="00E00D30">
      <w:r>
        <w:t>167.2834</w:t>
      </w:r>
      <w:r>
        <w:tab/>
        <w:t>1.013e0</w:t>
      </w:r>
    </w:p>
    <w:p w:rsidR="00E00D30" w:rsidRDefault="00E00D30" w:rsidP="00E00D30">
      <w:r>
        <w:t>167.3010</w:t>
      </w:r>
      <w:r>
        <w:tab/>
        <w:t>2.025e0</w:t>
      </w:r>
    </w:p>
    <w:p w:rsidR="00E00D30" w:rsidRDefault="00E00D30" w:rsidP="00E00D30">
      <w:r>
        <w:t>167.3148</w:t>
      </w:r>
      <w:r>
        <w:tab/>
        <w:t>1.013e0</w:t>
      </w:r>
    </w:p>
    <w:p w:rsidR="00E00D30" w:rsidRDefault="00E00D30" w:rsidP="00E00D30">
      <w:r>
        <w:t>167.3382</w:t>
      </w:r>
      <w:r>
        <w:tab/>
        <w:t>1.013e0</w:t>
      </w:r>
    </w:p>
    <w:p w:rsidR="00E00D30" w:rsidRDefault="00E00D30" w:rsidP="00E00D30">
      <w:r>
        <w:t>167.3450</w:t>
      </w:r>
      <w:r>
        <w:tab/>
        <w:t>2.025e0</w:t>
      </w:r>
    </w:p>
    <w:p w:rsidR="00E00D30" w:rsidRDefault="00E00D30" w:rsidP="00E00D30">
      <w:r>
        <w:t>167.3520</w:t>
      </w:r>
      <w:r>
        <w:tab/>
        <w:t>3.038e0</w:t>
      </w:r>
    </w:p>
    <w:p w:rsidR="00E00D30" w:rsidRDefault="00E00D30" w:rsidP="00E00D30">
      <w:r>
        <w:t>167.3798</w:t>
      </w:r>
      <w:r>
        <w:tab/>
        <w:t>1.013e0</w:t>
      </w:r>
    </w:p>
    <w:p w:rsidR="00E00D30" w:rsidRDefault="00E00D30" w:rsidP="00E00D30">
      <w:r>
        <w:lastRenderedPageBreak/>
        <w:t>167.3903</w:t>
      </w:r>
      <w:r>
        <w:tab/>
        <w:t>1.013e0</w:t>
      </w:r>
    </w:p>
    <w:p w:rsidR="00E00D30" w:rsidRDefault="00E00D30" w:rsidP="00E00D30">
      <w:r>
        <w:t>167.3938</w:t>
      </w:r>
      <w:r>
        <w:tab/>
        <w:t>1.013e0</w:t>
      </w:r>
    </w:p>
    <w:p w:rsidR="00E00D30" w:rsidRDefault="00E00D30" w:rsidP="00E00D30">
      <w:r>
        <w:t>167.4043</w:t>
      </w:r>
      <w:r>
        <w:tab/>
        <w:t>1.013e0</w:t>
      </w:r>
    </w:p>
    <w:p w:rsidR="00E00D30" w:rsidRDefault="00E00D30" w:rsidP="00E00D30">
      <w:r>
        <w:t>167.4242</w:t>
      </w:r>
      <w:r>
        <w:tab/>
        <w:t>1.013e0</w:t>
      </w:r>
    </w:p>
    <w:p w:rsidR="00E00D30" w:rsidRDefault="00E00D30" w:rsidP="00E00D30">
      <w:r>
        <w:t>167.4343</w:t>
      </w:r>
      <w:r>
        <w:tab/>
        <w:t>1.013e0</w:t>
      </w:r>
    </w:p>
    <w:p w:rsidR="00E00D30" w:rsidRDefault="00E00D30" w:rsidP="00E00D30">
      <w:r>
        <w:t>167.4414</w:t>
      </w:r>
      <w:r>
        <w:tab/>
        <w:t>1.013e0</w:t>
      </w:r>
    </w:p>
    <w:p w:rsidR="00E00D30" w:rsidRDefault="00E00D30" w:rsidP="00E00D30">
      <w:r>
        <w:t>167.4588</w:t>
      </w:r>
      <w:r>
        <w:tab/>
        <w:t>1.013e0</w:t>
      </w:r>
    </w:p>
    <w:p w:rsidR="00E00D30" w:rsidRDefault="00E00D30" w:rsidP="00E00D30">
      <w:r>
        <w:t>167.4695</w:t>
      </w:r>
      <w:r>
        <w:tab/>
        <w:t>1.013e0</w:t>
      </w:r>
    </w:p>
    <w:p w:rsidR="00E00D30" w:rsidRDefault="00E00D30" w:rsidP="00E00D30">
      <w:r>
        <w:t>167.4870</w:t>
      </w:r>
      <w:r>
        <w:tab/>
        <w:t>1.013e0</w:t>
      </w:r>
    </w:p>
    <w:p w:rsidR="00E00D30" w:rsidRDefault="00E00D30" w:rsidP="00E00D30">
      <w:r>
        <w:t>167.5001</w:t>
      </w:r>
      <w:r>
        <w:tab/>
        <w:t>1.013e0</w:t>
      </w:r>
    </w:p>
    <w:p w:rsidR="00E00D30" w:rsidRDefault="00E00D30" w:rsidP="00E00D30">
      <w:r>
        <w:t>167.5100</w:t>
      </w:r>
      <w:r>
        <w:tab/>
        <w:t>1.013e0</w:t>
      </w:r>
    </w:p>
    <w:p w:rsidR="00E00D30" w:rsidRDefault="00E00D30" w:rsidP="00E00D30">
      <w:r>
        <w:t>167.5151</w:t>
      </w:r>
      <w:r>
        <w:tab/>
        <w:t>2.025e0</w:t>
      </w:r>
    </w:p>
    <w:p w:rsidR="00E00D30" w:rsidRDefault="00E00D30" w:rsidP="00E00D30">
      <w:r>
        <w:t>167.5204</w:t>
      </w:r>
      <w:r>
        <w:tab/>
        <w:t>1.013e0</w:t>
      </w:r>
    </w:p>
    <w:p w:rsidR="00E00D30" w:rsidRDefault="00E00D30" w:rsidP="00E00D30">
      <w:r>
        <w:t>167.5238</w:t>
      </w:r>
      <w:r>
        <w:tab/>
        <w:t>2.025e0</w:t>
      </w:r>
    </w:p>
    <w:p w:rsidR="00E00D30" w:rsidRDefault="00E00D30" w:rsidP="00E00D30">
      <w:r>
        <w:t>167.5309</w:t>
      </w:r>
      <w:r>
        <w:tab/>
        <w:t>2.025e0</w:t>
      </w:r>
    </w:p>
    <w:p w:rsidR="00E00D30" w:rsidRDefault="00E00D30" w:rsidP="00E00D30">
      <w:r>
        <w:t>167.5413</w:t>
      </w:r>
      <w:r>
        <w:tab/>
        <w:t>1.013e0</w:t>
      </w:r>
    </w:p>
    <w:p w:rsidR="00E00D30" w:rsidRDefault="00E00D30" w:rsidP="00E00D30">
      <w:r>
        <w:t>167.5485</w:t>
      </w:r>
      <w:r>
        <w:tab/>
        <w:t>1.013e0</w:t>
      </w:r>
    </w:p>
    <w:p w:rsidR="00E00D30" w:rsidRDefault="00E00D30" w:rsidP="00E00D30">
      <w:r>
        <w:t>167.5517</w:t>
      </w:r>
      <w:r>
        <w:tab/>
        <w:t>1.013e0</w:t>
      </w:r>
    </w:p>
    <w:p w:rsidR="00E00D30" w:rsidRDefault="00E00D30" w:rsidP="00E00D30">
      <w:r>
        <w:t>167.5657</w:t>
      </w:r>
      <w:r>
        <w:tab/>
        <w:t>2.025e0</w:t>
      </w:r>
    </w:p>
    <w:p w:rsidR="00E00D30" w:rsidRDefault="00E00D30" w:rsidP="00E00D30">
      <w:r>
        <w:lastRenderedPageBreak/>
        <w:t>167.5816</w:t>
      </w:r>
      <w:r>
        <w:tab/>
        <w:t>2.025e0</w:t>
      </w:r>
    </w:p>
    <w:p w:rsidR="00E00D30" w:rsidRDefault="00E00D30" w:rsidP="00E00D30">
      <w:r>
        <w:t>167.5831</w:t>
      </w:r>
      <w:r>
        <w:tab/>
        <w:t>1.013e0</w:t>
      </w:r>
    </w:p>
    <w:p w:rsidR="00E00D30" w:rsidRDefault="00E00D30" w:rsidP="00E00D30">
      <w:r>
        <w:t>167.5928</w:t>
      </w:r>
      <w:r>
        <w:tab/>
        <w:t>1.013e0</w:t>
      </w:r>
    </w:p>
    <w:p w:rsidR="00E00D30" w:rsidRDefault="00E00D30" w:rsidP="00E00D30">
      <w:r>
        <w:t>167.5962</w:t>
      </w:r>
      <w:r>
        <w:tab/>
        <w:t>1.013e0</w:t>
      </w:r>
    </w:p>
    <w:p w:rsidR="00E00D30" w:rsidRDefault="00E00D30" w:rsidP="00E00D30">
      <w:r>
        <w:t>167.6028</w:t>
      </w:r>
      <w:r>
        <w:tab/>
        <w:t>1.013e0</w:t>
      </w:r>
    </w:p>
    <w:p w:rsidR="00E00D30" w:rsidRDefault="00E00D30" w:rsidP="00E00D30">
      <w:r>
        <w:t>167.6097</w:t>
      </w:r>
      <w:r>
        <w:tab/>
        <w:t>1.013e0</w:t>
      </w:r>
    </w:p>
    <w:p w:rsidR="00E00D30" w:rsidRDefault="00E00D30" w:rsidP="00E00D30">
      <w:r>
        <w:t>167.6273</w:t>
      </w:r>
      <w:r>
        <w:tab/>
        <w:t>1.013e0</w:t>
      </w:r>
    </w:p>
    <w:p w:rsidR="00E00D30" w:rsidRDefault="00E00D30" w:rsidP="00E00D30">
      <w:r>
        <w:t>167.6377</w:t>
      </w:r>
      <w:r>
        <w:tab/>
        <w:t>1.013e0</w:t>
      </w:r>
    </w:p>
    <w:p w:rsidR="00E00D30" w:rsidRDefault="00E00D30" w:rsidP="00E00D30">
      <w:r>
        <w:t>167.6724</w:t>
      </w:r>
      <w:r>
        <w:tab/>
        <w:t>1.013e0</w:t>
      </w:r>
    </w:p>
    <w:p w:rsidR="00E00D30" w:rsidRDefault="00E00D30" w:rsidP="00E00D30">
      <w:r>
        <w:t>167.6756</w:t>
      </w:r>
      <w:r>
        <w:tab/>
        <w:t>1.013e0</w:t>
      </w:r>
    </w:p>
    <w:p w:rsidR="00E00D30" w:rsidRDefault="00E00D30" w:rsidP="00E00D30">
      <w:r>
        <w:t>167.6837</w:t>
      </w:r>
      <w:r>
        <w:tab/>
        <w:t>2.025e0</w:t>
      </w:r>
    </w:p>
    <w:p w:rsidR="00E00D30" w:rsidRDefault="00E00D30" w:rsidP="00E00D30">
      <w:r>
        <w:t>167.6855</w:t>
      </w:r>
      <w:r>
        <w:tab/>
        <w:t>1.013e0</w:t>
      </w:r>
    </w:p>
    <w:p w:rsidR="00E00D30" w:rsidRDefault="00E00D30" w:rsidP="00E00D30">
      <w:r>
        <w:t>167.6958</w:t>
      </w:r>
      <w:r>
        <w:tab/>
        <w:t>1.013e0</w:t>
      </w:r>
    </w:p>
    <w:p w:rsidR="00E00D30" w:rsidRDefault="00E00D30" w:rsidP="00E00D30">
      <w:r>
        <w:t>167.7062</w:t>
      </w:r>
      <w:r>
        <w:tab/>
        <w:t>1.013e0</w:t>
      </w:r>
    </w:p>
    <w:p w:rsidR="00E00D30" w:rsidRDefault="00E00D30" w:rsidP="00E00D30">
      <w:r>
        <w:t>167.7236</w:t>
      </w:r>
      <w:r>
        <w:tab/>
        <w:t>1.013e0</w:t>
      </w:r>
    </w:p>
    <w:p w:rsidR="00E00D30" w:rsidRDefault="00E00D30" w:rsidP="00E00D30">
      <w:r>
        <w:t>167.7272</w:t>
      </w:r>
      <w:r>
        <w:tab/>
        <w:t>1.013e0</w:t>
      </w:r>
    </w:p>
    <w:p w:rsidR="00E00D30" w:rsidRDefault="00E00D30" w:rsidP="00E00D30">
      <w:r>
        <w:t>167.7551</w:t>
      </w:r>
      <w:r>
        <w:tab/>
        <w:t>2.025e0</w:t>
      </w:r>
    </w:p>
    <w:p w:rsidR="00E00D30" w:rsidRDefault="00E00D30" w:rsidP="00E00D30">
      <w:r>
        <w:t>167.7619</w:t>
      </w:r>
      <w:r>
        <w:tab/>
        <w:t>1.013e0</w:t>
      </w:r>
    </w:p>
    <w:p w:rsidR="00E00D30" w:rsidRDefault="00E00D30" w:rsidP="00E00D30">
      <w:r>
        <w:t>167.7685</w:t>
      </w:r>
      <w:r>
        <w:tab/>
        <w:t>1.013e0</w:t>
      </w:r>
    </w:p>
    <w:p w:rsidR="00E00D30" w:rsidRDefault="00E00D30" w:rsidP="00E00D30">
      <w:r>
        <w:lastRenderedPageBreak/>
        <w:t>167.7753</w:t>
      </w:r>
      <w:r>
        <w:tab/>
        <w:t>1.013e0</w:t>
      </w:r>
    </w:p>
    <w:p w:rsidR="00E00D30" w:rsidRDefault="00E00D30" w:rsidP="00E00D30">
      <w:r>
        <w:t>167.7817</w:t>
      </w:r>
      <w:r>
        <w:tab/>
        <w:t>1.013e0</w:t>
      </w:r>
    </w:p>
    <w:p w:rsidR="00E00D30" w:rsidRDefault="00E00D30" w:rsidP="00E00D30">
      <w:r>
        <w:t>167.7890</w:t>
      </w:r>
      <w:r>
        <w:tab/>
        <w:t>1.013e0</w:t>
      </w:r>
    </w:p>
    <w:p w:rsidR="00E00D30" w:rsidRDefault="00E00D30" w:rsidP="00E00D30">
      <w:r>
        <w:t>167.7960</w:t>
      </w:r>
      <w:r>
        <w:tab/>
        <w:t>1.013e0</w:t>
      </w:r>
    </w:p>
    <w:p w:rsidR="00E00D30" w:rsidRDefault="00E00D30" w:rsidP="00E00D30">
      <w:r>
        <w:t>167.8027</w:t>
      </w:r>
      <w:r>
        <w:tab/>
        <w:t>1.013e0</w:t>
      </w:r>
    </w:p>
    <w:p w:rsidR="00E00D30" w:rsidRDefault="00E00D30" w:rsidP="00E00D30">
      <w:r>
        <w:t>167.8169</w:t>
      </w:r>
      <w:r>
        <w:tab/>
        <w:t>1.013e0</w:t>
      </w:r>
    </w:p>
    <w:p w:rsidR="00E00D30" w:rsidRDefault="00E00D30" w:rsidP="00E00D30">
      <w:r>
        <w:t>167.8219</w:t>
      </w:r>
      <w:r>
        <w:tab/>
        <w:t>2.025e0</w:t>
      </w:r>
    </w:p>
    <w:p w:rsidR="00E00D30" w:rsidRDefault="00E00D30" w:rsidP="00E00D30">
      <w:r>
        <w:t>167.8376</w:t>
      </w:r>
      <w:r>
        <w:tab/>
        <w:t>1.013e0</w:t>
      </w:r>
    </w:p>
    <w:p w:rsidR="00E00D30" w:rsidRDefault="00E00D30" w:rsidP="00E00D30">
      <w:r>
        <w:t>167.8547</w:t>
      </w:r>
      <w:r>
        <w:tab/>
        <w:t>1.013e0</w:t>
      </w:r>
    </w:p>
    <w:p w:rsidR="00E00D30" w:rsidRDefault="00E00D30" w:rsidP="00E00D30">
      <w:r>
        <w:t>167.8746</w:t>
      </w:r>
      <w:r>
        <w:tab/>
        <w:t>1.013e0</w:t>
      </w:r>
    </w:p>
    <w:p w:rsidR="00E00D30" w:rsidRDefault="00E00D30" w:rsidP="00E00D30">
      <w:r>
        <w:t>167.8855</w:t>
      </w:r>
      <w:r>
        <w:tab/>
        <w:t>1.013e0</w:t>
      </w:r>
    </w:p>
    <w:p w:rsidR="00E00D30" w:rsidRDefault="00E00D30" w:rsidP="00E00D30">
      <w:r>
        <w:t>167.8958</w:t>
      </w:r>
      <w:r>
        <w:tab/>
        <w:t>1.013e0</w:t>
      </w:r>
    </w:p>
    <w:p w:rsidR="00E00D30" w:rsidRDefault="00E00D30" w:rsidP="00E00D30">
      <w:r>
        <w:t>167.9028</w:t>
      </w:r>
      <w:r>
        <w:tab/>
        <w:t>2.025e0</w:t>
      </w:r>
    </w:p>
    <w:p w:rsidR="00E00D30" w:rsidRDefault="00E00D30" w:rsidP="00E00D30">
      <w:r>
        <w:t>167.9443</w:t>
      </w:r>
      <w:r>
        <w:tab/>
        <w:t>1.013e0</w:t>
      </w:r>
    </w:p>
    <w:p w:rsidR="00E00D30" w:rsidRDefault="00E00D30" w:rsidP="00E00D30">
      <w:r>
        <w:t>167.9713</w:t>
      </w:r>
      <w:r>
        <w:tab/>
        <w:t>1.013e0</w:t>
      </w:r>
    </w:p>
    <w:p w:rsidR="00E00D30" w:rsidRDefault="00E00D30" w:rsidP="00E00D30">
      <w:r>
        <w:t>167.9782</w:t>
      </w:r>
      <w:r>
        <w:tab/>
        <w:t>1.013e0</w:t>
      </w:r>
    </w:p>
    <w:p w:rsidR="00E00D30" w:rsidRDefault="00E00D30" w:rsidP="00E00D30">
      <w:r>
        <w:t>167.9939</w:t>
      </w:r>
      <w:r>
        <w:tab/>
        <w:t>2.025e0</w:t>
      </w:r>
    </w:p>
    <w:p w:rsidR="00E00D30" w:rsidRDefault="00E00D30" w:rsidP="00E00D30">
      <w:r>
        <w:t>167.9954</w:t>
      </w:r>
      <w:r>
        <w:tab/>
        <w:t>5.063e0</w:t>
      </w:r>
    </w:p>
    <w:p w:rsidR="00E00D30" w:rsidRDefault="00E00D30" w:rsidP="00E00D30">
      <w:r>
        <w:t>167.9991</w:t>
      </w:r>
      <w:r>
        <w:tab/>
        <w:t>2.025e0</w:t>
      </w:r>
    </w:p>
    <w:p w:rsidR="00E00D30" w:rsidRDefault="00E00D30" w:rsidP="00E00D30">
      <w:r>
        <w:lastRenderedPageBreak/>
        <w:t>168.0237</w:t>
      </w:r>
      <w:r>
        <w:tab/>
        <w:t>1.013e0</w:t>
      </w:r>
    </w:p>
    <w:p w:rsidR="00E00D30" w:rsidRDefault="00E00D30" w:rsidP="00E00D30">
      <w:r>
        <w:t>168.0272</w:t>
      </w:r>
      <w:r>
        <w:tab/>
        <w:t>2.025e0</w:t>
      </w:r>
    </w:p>
    <w:p w:rsidR="00E00D30" w:rsidRDefault="00E00D30" w:rsidP="00E00D30">
      <w:r>
        <w:t>168.0391</w:t>
      </w:r>
      <w:r>
        <w:tab/>
        <w:t>2.025e0</w:t>
      </w:r>
    </w:p>
    <w:p w:rsidR="00E00D30" w:rsidRDefault="00E00D30" w:rsidP="00E00D30">
      <w:r>
        <w:t>168.0437</w:t>
      </w:r>
      <w:r>
        <w:tab/>
        <w:t>2.025e0</w:t>
      </w:r>
    </w:p>
    <w:p w:rsidR="00E00D30" w:rsidRDefault="00E00D30" w:rsidP="00E00D30">
      <w:r>
        <w:t>168.0471</w:t>
      </w:r>
      <w:r>
        <w:tab/>
        <w:t>4.051e0</w:t>
      </w:r>
    </w:p>
    <w:p w:rsidR="00E00D30" w:rsidRDefault="00E00D30" w:rsidP="00E00D30">
      <w:r>
        <w:t>168.0484</w:t>
      </w:r>
      <w:r>
        <w:tab/>
        <w:t>2.025e0</w:t>
      </w:r>
    </w:p>
    <w:p w:rsidR="00E00D30" w:rsidRDefault="00E00D30" w:rsidP="00E00D30">
      <w:r>
        <w:t>168.0537</w:t>
      </w:r>
      <w:r>
        <w:tab/>
        <w:t>2.025e0</w:t>
      </w:r>
    </w:p>
    <w:p w:rsidR="00E00D30" w:rsidRDefault="00E00D30" w:rsidP="00E00D30">
      <w:r>
        <w:t>168.0608</w:t>
      </w:r>
      <w:r>
        <w:tab/>
        <w:t>1.013e0</w:t>
      </w:r>
    </w:p>
    <w:p w:rsidR="00E00D30" w:rsidRDefault="00E00D30" w:rsidP="00E00D30">
      <w:r>
        <w:t>168.0679</w:t>
      </w:r>
      <w:r>
        <w:tab/>
        <w:t>5.063e0</w:t>
      </w:r>
    </w:p>
    <w:p w:rsidR="00E00D30" w:rsidRDefault="00E00D30" w:rsidP="00E00D30">
      <w:r>
        <w:t>168.0714</w:t>
      </w:r>
      <w:r>
        <w:tab/>
        <w:t>1.013e0</w:t>
      </w:r>
    </w:p>
    <w:p w:rsidR="00E00D30" w:rsidRDefault="00E00D30" w:rsidP="00E00D30">
      <w:r>
        <w:t>168.0751</w:t>
      </w:r>
      <w:r>
        <w:tab/>
        <w:t>1.013e0</w:t>
      </w:r>
    </w:p>
    <w:p w:rsidR="00E00D30" w:rsidRDefault="00E00D30" w:rsidP="00E00D30">
      <w:r>
        <w:t>168.0888</w:t>
      </w:r>
      <w:r>
        <w:tab/>
        <w:t>1.013e0</w:t>
      </w:r>
    </w:p>
    <w:p w:rsidR="00E00D30" w:rsidRDefault="00E00D30" w:rsidP="00E00D30">
      <w:r>
        <w:t>168.0959</w:t>
      </w:r>
      <w:r>
        <w:tab/>
        <w:t>1.013e0</w:t>
      </w:r>
    </w:p>
    <w:p w:rsidR="00E00D30" w:rsidRDefault="00E00D30" w:rsidP="00E00D30">
      <w:r>
        <w:t>168.1027</w:t>
      </w:r>
      <w:r>
        <w:tab/>
        <w:t>1.013e0</w:t>
      </w:r>
    </w:p>
    <w:p w:rsidR="00E00D30" w:rsidRDefault="00E00D30" w:rsidP="00E00D30">
      <w:r>
        <w:t>168.1086</w:t>
      </w:r>
      <w:r>
        <w:tab/>
        <w:t>8.101e0</w:t>
      </w:r>
    </w:p>
    <w:p w:rsidR="00E00D30" w:rsidRDefault="00E00D30" w:rsidP="00E00D30">
      <w:r>
        <w:t>168.1117</w:t>
      </w:r>
      <w:r>
        <w:tab/>
        <w:t>2.025e0</w:t>
      </w:r>
    </w:p>
    <w:p w:rsidR="00E00D30" w:rsidRDefault="00E00D30" w:rsidP="00E00D30">
      <w:r>
        <w:t>168.1132</w:t>
      </w:r>
      <w:r>
        <w:tab/>
        <w:t>2.025e0</w:t>
      </w:r>
    </w:p>
    <w:p w:rsidR="00E00D30" w:rsidRDefault="00E00D30" w:rsidP="00E00D30">
      <w:r>
        <w:t>168.1186</w:t>
      </w:r>
      <w:r>
        <w:tab/>
        <w:t>2.025e0</w:t>
      </w:r>
    </w:p>
    <w:p w:rsidR="00E00D30" w:rsidRDefault="00E00D30" w:rsidP="00E00D30">
      <w:r>
        <w:t>168.1404</w:t>
      </w:r>
      <w:r>
        <w:tab/>
        <w:t>1.013e0</w:t>
      </w:r>
    </w:p>
    <w:p w:rsidR="00E00D30" w:rsidRDefault="00E00D30" w:rsidP="00E00D30">
      <w:r>
        <w:lastRenderedPageBreak/>
        <w:t>168.1504</w:t>
      </w:r>
      <w:r>
        <w:tab/>
        <w:t>1.013e0</w:t>
      </w:r>
    </w:p>
    <w:p w:rsidR="00E00D30" w:rsidRDefault="00E00D30" w:rsidP="00E00D30">
      <w:r>
        <w:t>168.1539</w:t>
      </w:r>
      <w:r>
        <w:tab/>
        <w:t>1.013e0</w:t>
      </w:r>
    </w:p>
    <w:p w:rsidR="00E00D30" w:rsidRDefault="00E00D30" w:rsidP="00E00D30">
      <w:r>
        <w:t>168.1576</w:t>
      </w:r>
      <w:r>
        <w:tab/>
        <w:t>1.013e0</w:t>
      </w:r>
    </w:p>
    <w:p w:rsidR="00E00D30" w:rsidRDefault="00E00D30" w:rsidP="00E00D30">
      <w:r>
        <w:t>168.1643</w:t>
      </w:r>
      <w:r>
        <w:tab/>
        <w:t>2.025e0</w:t>
      </w:r>
    </w:p>
    <w:p w:rsidR="00E00D30" w:rsidRDefault="00E00D30" w:rsidP="00E00D30">
      <w:r>
        <w:t>168.1679</w:t>
      </w:r>
      <w:r>
        <w:tab/>
        <w:t>1.013e0</w:t>
      </w:r>
    </w:p>
    <w:p w:rsidR="00E00D30" w:rsidRDefault="00E00D30" w:rsidP="00E00D30">
      <w:r>
        <w:t>168.1836</w:t>
      </w:r>
      <w:r>
        <w:tab/>
        <w:t>2.025e0</w:t>
      </w:r>
    </w:p>
    <w:p w:rsidR="00E00D30" w:rsidRDefault="00E00D30" w:rsidP="00E00D30">
      <w:r>
        <w:t>168.1855</w:t>
      </w:r>
      <w:r>
        <w:tab/>
        <w:t>1.013e0</w:t>
      </w:r>
    </w:p>
    <w:p w:rsidR="00E00D30" w:rsidRDefault="00E00D30" w:rsidP="00E00D30">
      <w:r>
        <w:t>168.1887</w:t>
      </w:r>
      <w:r>
        <w:tab/>
        <w:t>1.013e0</w:t>
      </w:r>
    </w:p>
    <w:p w:rsidR="00E00D30" w:rsidRDefault="00E00D30" w:rsidP="00E00D30">
      <w:r>
        <w:t>168.2133</w:t>
      </w:r>
      <w:r>
        <w:tab/>
        <w:t>1.013e0</w:t>
      </w:r>
    </w:p>
    <w:p w:rsidR="00E00D30" w:rsidRDefault="00E00D30" w:rsidP="00E00D30">
      <w:r>
        <w:t>168.2334</w:t>
      </w:r>
      <w:r>
        <w:tab/>
        <w:t>1.013e0</w:t>
      </w:r>
    </w:p>
    <w:p w:rsidR="00E00D30" w:rsidRDefault="00E00D30" w:rsidP="00E00D30">
      <w:r>
        <w:t>168.2434</w:t>
      </w:r>
      <w:r>
        <w:tab/>
        <w:t>1.013e0</w:t>
      </w:r>
    </w:p>
    <w:p w:rsidR="00E00D30" w:rsidRDefault="00E00D30" w:rsidP="00E00D30">
      <w:r>
        <w:t>168.2577</w:t>
      </w:r>
      <w:r>
        <w:tab/>
        <w:t>1.013e0</w:t>
      </w:r>
    </w:p>
    <w:p w:rsidR="00E00D30" w:rsidRDefault="00E00D30" w:rsidP="00E00D30">
      <w:r>
        <w:t>168.2958</w:t>
      </w:r>
      <w:r>
        <w:tab/>
        <w:t>1.013e0</w:t>
      </w:r>
    </w:p>
    <w:p w:rsidR="00E00D30" w:rsidRDefault="00E00D30" w:rsidP="00E00D30">
      <w:r>
        <w:t>168.2976</w:t>
      </w:r>
      <w:r>
        <w:tab/>
        <w:t>2.025e0</w:t>
      </w:r>
    </w:p>
    <w:p w:rsidR="00E00D30" w:rsidRDefault="00E00D30" w:rsidP="00E00D30">
      <w:r>
        <w:t>168.3029</w:t>
      </w:r>
      <w:r>
        <w:tab/>
        <w:t>1.013e0</w:t>
      </w:r>
    </w:p>
    <w:p w:rsidR="00E00D30" w:rsidRDefault="00E00D30" w:rsidP="00E00D30">
      <w:r>
        <w:t>168.3132</w:t>
      </w:r>
      <w:r>
        <w:tab/>
        <w:t>1.013e0</w:t>
      </w:r>
    </w:p>
    <w:p w:rsidR="00E00D30" w:rsidRDefault="00E00D30" w:rsidP="00E00D30">
      <w:r>
        <w:t>168.3162</w:t>
      </w:r>
      <w:r>
        <w:tab/>
        <w:t>1.013e0</w:t>
      </w:r>
    </w:p>
    <w:p w:rsidR="00E00D30" w:rsidRDefault="00E00D30" w:rsidP="00E00D30">
      <w:r>
        <w:t>168.3613</w:t>
      </w:r>
      <w:r>
        <w:tab/>
        <w:t>1.013e0</w:t>
      </w:r>
    </w:p>
    <w:p w:rsidR="00E00D30" w:rsidRDefault="00E00D30" w:rsidP="00E00D30">
      <w:r>
        <w:t>168.3960</w:t>
      </w:r>
      <w:r>
        <w:tab/>
        <w:t>1.013e0</w:t>
      </w:r>
    </w:p>
    <w:p w:rsidR="00E00D30" w:rsidRDefault="00E00D30" w:rsidP="00E00D30">
      <w:r>
        <w:lastRenderedPageBreak/>
        <w:t>168.4163</w:t>
      </w:r>
      <w:r>
        <w:tab/>
        <w:t>1.013e0</w:t>
      </w:r>
    </w:p>
    <w:p w:rsidR="00E00D30" w:rsidRDefault="00E00D30" w:rsidP="00E00D30">
      <w:r>
        <w:t>168.4351</w:t>
      </w:r>
      <w:r>
        <w:tab/>
        <w:t>2.025e0</w:t>
      </w:r>
    </w:p>
    <w:p w:rsidR="00E00D30" w:rsidRDefault="00E00D30" w:rsidP="00E00D30">
      <w:r>
        <w:t>168.4472</w:t>
      </w:r>
      <w:r>
        <w:tab/>
        <w:t>1.013e0</w:t>
      </w:r>
    </w:p>
    <w:p w:rsidR="00E00D30" w:rsidRDefault="00E00D30" w:rsidP="00E00D30">
      <w:r>
        <w:t>168.4507</w:t>
      </w:r>
      <w:r>
        <w:tab/>
        <w:t>1.013e0</w:t>
      </w:r>
    </w:p>
    <w:p w:rsidR="00E00D30" w:rsidRDefault="00E00D30" w:rsidP="00E00D30">
      <w:r>
        <w:t>168.4576</w:t>
      </w:r>
      <w:r>
        <w:tab/>
        <w:t>1.013e0</w:t>
      </w:r>
    </w:p>
    <w:p w:rsidR="00E00D30" w:rsidRDefault="00E00D30" w:rsidP="00E00D30">
      <w:r>
        <w:t>168.4645</w:t>
      </w:r>
      <w:r>
        <w:tab/>
        <w:t>1.013e0</w:t>
      </w:r>
    </w:p>
    <w:p w:rsidR="00E00D30" w:rsidRDefault="00E00D30" w:rsidP="00E00D30">
      <w:r>
        <w:t>168.4788</w:t>
      </w:r>
      <w:r>
        <w:tab/>
        <w:t>1.013e0</w:t>
      </w:r>
    </w:p>
    <w:p w:rsidR="00E00D30" w:rsidRDefault="00E00D30" w:rsidP="00E00D30">
      <w:r>
        <w:t>168.4892</w:t>
      </w:r>
      <w:r>
        <w:tab/>
        <w:t>2.025e0</w:t>
      </w:r>
    </w:p>
    <w:p w:rsidR="00E00D30" w:rsidRDefault="00E00D30" w:rsidP="00E00D30">
      <w:r>
        <w:t>168.4925</w:t>
      </w:r>
      <w:r>
        <w:tab/>
        <w:t>1.013e0</w:t>
      </w:r>
    </w:p>
    <w:p w:rsidR="00E00D30" w:rsidRDefault="00E00D30" w:rsidP="00E00D30">
      <w:r>
        <w:t>168.5025</w:t>
      </w:r>
      <w:r>
        <w:tab/>
        <w:t>1.013e0</w:t>
      </w:r>
    </w:p>
    <w:p w:rsidR="00E00D30" w:rsidRDefault="00E00D30" w:rsidP="00E00D30">
      <w:r>
        <w:t>168.5092</w:t>
      </w:r>
      <w:r>
        <w:tab/>
        <w:t>1.013e0</w:t>
      </w:r>
    </w:p>
    <w:p w:rsidR="00E00D30" w:rsidRDefault="00E00D30" w:rsidP="00E00D30">
      <w:r>
        <w:t>168.5125</w:t>
      </w:r>
      <w:r>
        <w:tab/>
        <w:t>1.013e0</w:t>
      </w:r>
    </w:p>
    <w:p w:rsidR="00E00D30" w:rsidRDefault="00E00D30" w:rsidP="00E00D30">
      <w:r>
        <w:t>168.5194</w:t>
      </w:r>
      <w:r>
        <w:tab/>
        <w:t>1.013e0</w:t>
      </w:r>
    </w:p>
    <w:p w:rsidR="00E00D30" w:rsidRDefault="00E00D30" w:rsidP="00E00D30">
      <w:r>
        <w:t>168.5370</w:t>
      </w:r>
      <w:r>
        <w:tab/>
        <w:t>1.013e0</w:t>
      </w:r>
    </w:p>
    <w:p w:rsidR="00E00D30" w:rsidRDefault="00E00D30" w:rsidP="00E00D30">
      <w:r>
        <w:t>168.5439</w:t>
      </w:r>
      <w:r>
        <w:tab/>
        <w:t>3.038e0</w:t>
      </w:r>
    </w:p>
    <w:p w:rsidR="00E00D30" w:rsidRDefault="00E00D30" w:rsidP="00E00D30">
      <w:r>
        <w:t>168.5454</w:t>
      </w:r>
      <w:r>
        <w:tab/>
        <w:t>4.051e0</w:t>
      </w:r>
    </w:p>
    <w:p w:rsidR="00E00D30" w:rsidRDefault="00E00D30" w:rsidP="00E00D30">
      <w:r>
        <w:t>168.5611</w:t>
      </w:r>
      <w:r>
        <w:tab/>
        <w:t>1.013e0</w:t>
      </w:r>
    </w:p>
    <w:p w:rsidR="00E00D30" w:rsidRDefault="00E00D30" w:rsidP="00E00D30">
      <w:r>
        <w:t>168.5683</w:t>
      </w:r>
      <w:r>
        <w:tab/>
        <w:t>7.089e0</w:t>
      </w:r>
    </w:p>
    <w:p w:rsidR="00E00D30" w:rsidRDefault="00E00D30" w:rsidP="00E00D30">
      <w:r>
        <w:t>168.5717</w:t>
      </w:r>
      <w:r>
        <w:tab/>
        <w:t>1.013e0</w:t>
      </w:r>
    </w:p>
    <w:p w:rsidR="00E00D30" w:rsidRDefault="00E00D30" w:rsidP="00E00D30">
      <w:r>
        <w:lastRenderedPageBreak/>
        <w:t>168.5773</w:t>
      </w:r>
      <w:r>
        <w:tab/>
        <w:t>2.025e0</w:t>
      </w:r>
    </w:p>
    <w:p w:rsidR="00E00D30" w:rsidRDefault="00E00D30" w:rsidP="00E00D30">
      <w:r>
        <w:t>168.5788</w:t>
      </w:r>
      <w:r>
        <w:tab/>
        <w:t>1.013e0</w:t>
      </w:r>
    </w:p>
    <w:p w:rsidR="00E00D30" w:rsidRDefault="00E00D30" w:rsidP="00E00D30">
      <w:r>
        <w:t>168.5891</w:t>
      </w:r>
      <w:r>
        <w:tab/>
        <w:t>1.013e0</w:t>
      </w:r>
    </w:p>
    <w:p w:rsidR="00E00D30" w:rsidRDefault="00E00D30" w:rsidP="00E00D30">
      <w:r>
        <w:t>168.6092</w:t>
      </w:r>
      <w:r>
        <w:tab/>
        <w:t>2.025e0</w:t>
      </w:r>
    </w:p>
    <w:p w:rsidR="00E00D30" w:rsidRDefault="00E00D30" w:rsidP="00E00D30">
      <w:r>
        <w:t>168.6158</w:t>
      </w:r>
      <w:r>
        <w:tab/>
        <w:t>1.013e0</w:t>
      </w:r>
    </w:p>
    <w:p w:rsidR="00E00D30" w:rsidRDefault="00E00D30" w:rsidP="00E00D30">
      <w:r>
        <w:t>168.6404</w:t>
      </w:r>
      <w:r>
        <w:tab/>
        <w:t>1.013e0</w:t>
      </w:r>
    </w:p>
    <w:p w:rsidR="00E00D30" w:rsidRDefault="00E00D30" w:rsidP="00E00D30">
      <w:r>
        <w:t>168.6473</w:t>
      </w:r>
      <w:r>
        <w:tab/>
        <w:t>2.025e0</w:t>
      </w:r>
    </w:p>
    <w:p w:rsidR="00E00D30" w:rsidRDefault="00E00D30" w:rsidP="00E00D30">
      <w:r>
        <w:t>168.6614</w:t>
      </w:r>
      <w:r>
        <w:tab/>
        <w:t>1.013e0</w:t>
      </w:r>
    </w:p>
    <w:p w:rsidR="00E00D30" w:rsidRDefault="00E00D30" w:rsidP="00E00D30">
      <w:r>
        <w:t>168.6739</w:t>
      </w:r>
      <w:r>
        <w:tab/>
        <w:t>2.025e0</w:t>
      </w:r>
    </w:p>
    <w:p w:rsidR="00E00D30" w:rsidRDefault="00E00D30" w:rsidP="00E00D30">
      <w:r>
        <w:t>168.6923</w:t>
      </w:r>
      <w:r>
        <w:tab/>
        <w:t>1.013e0</w:t>
      </w:r>
    </w:p>
    <w:p w:rsidR="00E00D30" w:rsidRDefault="00E00D30" w:rsidP="00E00D30">
      <w:r>
        <w:t>168.6992</w:t>
      </w:r>
      <w:r>
        <w:tab/>
        <w:t>1.013e0</w:t>
      </w:r>
    </w:p>
    <w:p w:rsidR="00E00D30" w:rsidRDefault="00E00D30" w:rsidP="00E00D30">
      <w:r>
        <w:t>168.7196</w:t>
      </w:r>
      <w:r>
        <w:tab/>
        <w:t>2.025e0</w:t>
      </w:r>
    </w:p>
    <w:p w:rsidR="00E00D30" w:rsidRDefault="00E00D30" w:rsidP="00E00D30">
      <w:r>
        <w:t>168.7475</w:t>
      </w:r>
      <w:r>
        <w:tab/>
        <w:t>2.025e0</w:t>
      </w:r>
    </w:p>
    <w:p w:rsidR="00E00D30" w:rsidRDefault="00E00D30" w:rsidP="00E00D30">
      <w:r>
        <w:t>168.7653</w:t>
      </w:r>
      <w:r>
        <w:tab/>
        <w:t>1.013e0</w:t>
      </w:r>
    </w:p>
    <w:p w:rsidR="00E00D30" w:rsidRDefault="00E00D30" w:rsidP="00E00D30">
      <w:r>
        <w:t>168.7759</w:t>
      </w:r>
      <w:r>
        <w:tab/>
        <w:t>1.013e0</w:t>
      </w:r>
    </w:p>
    <w:p w:rsidR="00E00D30" w:rsidRDefault="00E00D30" w:rsidP="00E00D30">
      <w:r>
        <w:t>168.7989</w:t>
      </w:r>
      <w:r>
        <w:tab/>
        <w:t>1.013e0</w:t>
      </w:r>
    </w:p>
    <w:p w:rsidR="00E00D30" w:rsidRDefault="00E00D30" w:rsidP="00E00D30">
      <w:r>
        <w:t>168.8058</w:t>
      </w:r>
      <w:r>
        <w:tab/>
        <w:t>1.013e0</w:t>
      </w:r>
    </w:p>
    <w:p w:rsidR="00E00D30" w:rsidRDefault="00E00D30" w:rsidP="00E00D30">
      <w:r>
        <w:t>168.8093</w:t>
      </w:r>
      <w:r>
        <w:tab/>
        <w:t>1.013e0</w:t>
      </w:r>
    </w:p>
    <w:p w:rsidR="00E00D30" w:rsidRDefault="00E00D30" w:rsidP="00E00D30">
      <w:r>
        <w:t>168.8372</w:t>
      </w:r>
      <w:r>
        <w:tab/>
        <w:t>1.013e0</w:t>
      </w:r>
    </w:p>
    <w:p w:rsidR="00E00D30" w:rsidRDefault="00E00D30" w:rsidP="00E00D30">
      <w:r>
        <w:lastRenderedPageBreak/>
        <w:t>168.8582</w:t>
      </w:r>
      <w:r>
        <w:tab/>
        <w:t>1.013e0</w:t>
      </w:r>
    </w:p>
    <w:p w:rsidR="00E00D30" w:rsidRDefault="00E00D30" w:rsidP="00E00D30">
      <w:r>
        <w:t>168.8689</w:t>
      </w:r>
      <w:r>
        <w:tab/>
        <w:t>1.013e0</w:t>
      </w:r>
    </w:p>
    <w:p w:rsidR="00E00D30" w:rsidRDefault="00E00D30" w:rsidP="00E00D30">
      <w:r>
        <w:t>168.8725</w:t>
      </w:r>
      <w:r>
        <w:tab/>
        <w:t>1.013e0</w:t>
      </w:r>
    </w:p>
    <w:p w:rsidR="00E00D30" w:rsidRDefault="00E00D30" w:rsidP="00E00D30">
      <w:r>
        <w:t>168.8792</w:t>
      </w:r>
      <w:r>
        <w:tab/>
        <w:t>1.013e0</w:t>
      </w:r>
    </w:p>
    <w:p w:rsidR="00E00D30" w:rsidRDefault="00E00D30" w:rsidP="00E00D30">
      <w:r>
        <w:t>168.9097</w:t>
      </w:r>
      <w:r>
        <w:tab/>
        <w:t>1.013e0</w:t>
      </w:r>
    </w:p>
    <w:p w:rsidR="00E00D30" w:rsidRDefault="00E00D30" w:rsidP="00E00D30">
      <w:r>
        <w:t>168.9236</w:t>
      </w:r>
      <w:r>
        <w:tab/>
        <w:t>1.013e0</w:t>
      </w:r>
    </w:p>
    <w:p w:rsidR="00E00D30" w:rsidRDefault="00E00D30" w:rsidP="00E00D30">
      <w:r>
        <w:t>168.9410</w:t>
      </w:r>
      <w:r>
        <w:tab/>
        <w:t>1.013e0</w:t>
      </w:r>
    </w:p>
    <w:p w:rsidR="00E00D30" w:rsidRDefault="00E00D30" w:rsidP="00E00D30">
      <w:r>
        <w:t>168.9552</w:t>
      </w:r>
      <w:r>
        <w:tab/>
        <w:t>1.013e0</w:t>
      </w:r>
    </w:p>
    <w:p w:rsidR="00E00D30" w:rsidRDefault="00E00D30" w:rsidP="00E00D30">
      <w:r>
        <w:t>168.9658</w:t>
      </w:r>
      <w:r>
        <w:tab/>
        <w:t>2.025e0</w:t>
      </w:r>
    </w:p>
    <w:p w:rsidR="00E00D30" w:rsidRDefault="00E00D30" w:rsidP="00E00D30">
      <w:r>
        <w:t>168.9757</w:t>
      </w:r>
      <w:r>
        <w:tab/>
        <w:t>1.013e0</w:t>
      </w:r>
    </w:p>
    <w:p w:rsidR="00E00D30" w:rsidRDefault="00E00D30" w:rsidP="00E00D30">
      <w:r>
        <w:t>168.9789</w:t>
      </w:r>
      <w:r>
        <w:tab/>
        <w:t>1.013e0</w:t>
      </w:r>
    </w:p>
    <w:p w:rsidR="00E00D30" w:rsidRDefault="00E00D30" w:rsidP="00E00D30">
      <w:r>
        <w:t>169.0027</w:t>
      </w:r>
      <w:r>
        <w:tab/>
        <w:t>1.013e0</w:t>
      </w:r>
    </w:p>
    <w:p w:rsidR="00E00D30" w:rsidRDefault="00E00D30" w:rsidP="00E00D30">
      <w:r>
        <w:t>169.0064</w:t>
      </w:r>
      <w:r>
        <w:tab/>
        <w:t>2.025e0</w:t>
      </w:r>
    </w:p>
    <w:p w:rsidR="00E00D30" w:rsidRDefault="00E00D30" w:rsidP="00E00D30">
      <w:r>
        <w:t>169.0097</w:t>
      </w:r>
      <w:r>
        <w:tab/>
        <w:t>1.013e0</w:t>
      </w:r>
    </w:p>
    <w:p w:rsidR="00E00D30" w:rsidRDefault="00E00D30" w:rsidP="00E00D30">
      <w:r>
        <w:t>169.0307</w:t>
      </w:r>
      <w:r>
        <w:tab/>
        <w:t>1.013e0</w:t>
      </w:r>
    </w:p>
    <w:p w:rsidR="00E00D30" w:rsidRDefault="00E00D30" w:rsidP="00E00D30">
      <w:r>
        <w:t>169.0447</w:t>
      </w:r>
      <w:r>
        <w:tab/>
        <w:t>1.013e0</w:t>
      </w:r>
    </w:p>
    <w:p w:rsidR="00E00D30" w:rsidRDefault="00E00D30" w:rsidP="00E00D30">
      <w:r>
        <w:t>169.0467</w:t>
      </w:r>
      <w:r>
        <w:tab/>
        <w:t>2.025e0</w:t>
      </w:r>
    </w:p>
    <w:p w:rsidR="00E00D30" w:rsidRDefault="00E00D30" w:rsidP="00E00D30">
      <w:r>
        <w:t>169.0517</w:t>
      </w:r>
      <w:r>
        <w:tab/>
        <w:t>1.013e0</w:t>
      </w:r>
    </w:p>
    <w:p w:rsidR="00E00D30" w:rsidRDefault="00E00D30" w:rsidP="00E00D30">
      <w:r>
        <w:t>169.0553</w:t>
      </w:r>
      <w:r>
        <w:tab/>
        <w:t>1.013e0</w:t>
      </w:r>
    </w:p>
    <w:p w:rsidR="00E00D30" w:rsidRDefault="00E00D30" w:rsidP="00E00D30">
      <w:r>
        <w:lastRenderedPageBreak/>
        <w:t>169.0723</w:t>
      </w:r>
      <w:r>
        <w:tab/>
        <w:t>1.013e0</w:t>
      </w:r>
    </w:p>
    <w:p w:rsidR="00E00D30" w:rsidRDefault="00E00D30" w:rsidP="00E00D30">
      <w:r>
        <w:t>169.0826</w:t>
      </w:r>
      <w:r>
        <w:tab/>
        <w:t>2.025e0</w:t>
      </w:r>
    </w:p>
    <w:p w:rsidR="00E00D30" w:rsidRDefault="00E00D30" w:rsidP="00E00D30">
      <w:r>
        <w:t>169.0837</w:t>
      </w:r>
      <w:r>
        <w:tab/>
        <w:t>2.025e0</w:t>
      </w:r>
    </w:p>
    <w:p w:rsidR="00E00D30" w:rsidRDefault="00E00D30" w:rsidP="00E00D30">
      <w:r>
        <w:t>169.0857</w:t>
      </w:r>
      <w:r>
        <w:tab/>
        <w:t>2.025e0</w:t>
      </w:r>
    </w:p>
    <w:p w:rsidR="00E00D30" w:rsidRDefault="00E00D30" w:rsidP="00E00D30">
      <w:r>
        <w:t>169.0875</w:t>
      </w:r>
      <w:r>
        <w:tab/>
        <w:t>2.025e0</w:t>
      </w:r>
    </w:p>
    <w:p w:rsidR="00E00D30" w:rsidRDefault="00E00D30" w:rsidP="00E00D30">
      <w:r>
        <w:t>169.0893</w:t>
      </w:r>
      <w:r>
        <w:tab/>
        <w:t>1.013e0</w:t>
      </w:r>
    </w:p>
    <w:p w:rsidR="00E00D30" w:rsidRDefault="00E00D30" w:rsidP="00E00D30">
      <w:r>
        <w:t>169.0934</w:t>
      </w:r>
      <w:r>
        <w:tab/>
        <w:t>3.038e0</w:t>
      </w:r>
    </w:p>
    <w:p w:rsidR="00E00D30" w:rsidRDefault="00E00D30" w:rsidP="00E00D30">
      <w:r>
        <w:t>169.0959</w:t>
      </w:r>
      <w:r>
        <w:tab/>
        <w:t>1.013e0</w:t>
      </w:r>
    </w:p>
    <w:p w:rsidR="00E00D30" w:rsidRDefault="00E00D30" w:rsidP="00E00D30">
      <w:r>
        <w:t>169.1032</w:t>
      </w:r>
      <w:r>
        <w:tab/>
        <w:t>1.013e0</w:t>
      </w:r>
    </w:p>
    <w:p w:rsidR="00E00D30" w:rsidRDefault="00E00D30" w:rsidP="00E00D30">
      <w:r>
        <w:t>169.1100</w:t>
      </w:r>
      <w:r>
        <w:tab/>
        <w:t>2.025e0</w:t>
      </w:r>
    </w:p>
    <w:p w:rsidR="00E00D30" w:rsidRDefault="00E00D30" w:rsidP="00E00D30">
      <w:r>
        <w:t>169.1134</w:t>
      </w:r>
      <w:r>
        <w:tab/>
        <w:t>2.025e0</w:t>
      </w:r>
    </w:p>
    <w:p w:rsidR="00E00D30" w:rsidRDefault="00E00D30" w:rsidP="00E00D30">
      <w:r>
        <w:t>169.1205</w:t>
      </w:r>
      <w:r>
        <w:tab/>
        <w:t>1.013e0</w:t>
      </w:r>
    </w:p>
    <w:p w:rsidR="00E00D30" w:rsidRDefault="00E00D30" w:rsidP="00E00D30">
      <w:r>
        <w:t>169.1225</w:t>
      </w:r>
      <w:r>
        <w:tab/>
        <w:t>2.025e0</w:t>
      </w:r>
    </w:p>
    <w:p w:rsidR="00E00D30" w:rsidRDefault="00E00D30" w:rsidP="00E00D30">
      <w:r>
        <w:t>169.1258</w:t>
      </w:r>
      <w:r>
        <w:tab/>
        <w:t>2.025e0</w:t>
      </w:r>
    </w:p>
    <w:p w:rsidR="00E00D30" w:rsidRDefault="00E00D30" w:rsidP="00E00D30">
      <w:r>
        <w:t>169.1270</w:t>
      </w:r>
      <w:r>
        <w:tab/>
        <w:t>4.051e0</w:t>
      </w:r>
    </w:p>
    <w:p w:rsidR="00E00D30" w:rsidRDefault="00E00D30" w:rsidP="00E00D30">
      <w:r>
        <w:t>169.1356</w:t>
      </w:r>
      <w:r>
        <w:tab/>
        <w:t>4.051e0</w:t>
      </w:r>
    </w:p>
    <w:p w:rsidR="00E00D30" w:rsidRDefault="00E00D30" w:rsidP="00E00D30">
      <w:r>
        <w:t>169.1380</w:t>
      </w:r>
      <w:r>
        <w:tab/>
        <w:t>4.051e0</w:t>
      </w:r>
    </w:p>
    <w:p w:rsidR="00E00D30" w:rsidRDefault="00E00D30" w:rsidP="00E00D30">
      <w:r>
        <w:t>169.1398</w:t>
      </w:r>
      <w:r>
        <w:tab/>
        <w:t>3.038e0</w:t>
      </w:r>
    </w:p>
    <w:p w:rsidR="00E00D30" w:rsidRDefault="00E00D30" w:rsidP="00E00D30">
      <w:r>
        <w:t>169.1417</w:t>
      </w:r>
      <w:r>
        <w:tab/>
        <w:t>1.013e0</w:t>
      </w:r>
    </w:p>
    <w:p w:rsidR="00E00D30" w:rsidRDefault="00E00D30" w:rsidP="00E00D30">
      <w:r>
        <w:lastRenderedPageBreak/>
        <w:t>169.1485</w:t>
      </w:r>
      <w:r>
        <w:tab/>
        <w:t>4.051e0</w:t>
      </w:r>
    </w:p>
    <w:p w:rsidR="00E00D30" w:rsidRDefault="00E00D30" w:rsidP="00E00D30">
      <w:r>
        <w:t>169.1519</w:t>
      </w:r>
      <w:r>
        <w:tab/>
        <w:t>1.013e0</w:t>
      </w:r>
    </w:p>
    <w:p w:rsidR="00E00D30" w:rsidRDefault="00E00D30" w:rsidP="00E00D30">
      <w:r>
        <w:t>169.1694</w:t>
      </w:r>
      <w:r>
        <w:tab/>
        <w:t>3.038e0</w:t>
      </w:r>
    </w:p>
    <w:p w:rsidR="00E00D30" w:rsidRDefault="00E00D30" w:rsidP="00E00D30">
      <w:r>
        <w:t>169.1726</w:t>
      </w:r>
      <w:r>
        <w:tab/>
        <w:t>2.025e0</w:t>
      </w:r>
    </w:p>
    <w:p w:rsidR="00E00D30" w:rsidRDefault="00E00D30" w:rsidP="00E00D30">
      <w:r>
        <w:t>169.1998</w:t>
      </w:r>
      <w:r>
        <w:tab/>
        <w:t>1.013e0</w:t>
      </w:r>
    </w:p>
    <w:p w:rsidR="00E00D30" w:rsidRDefault="00E00D30" w:rsidP="00E00D30">
      <w:r>
        <w:t>169.2070</w:t>
      </w:r>
      <w:r>
        <w:tab/>
        <w:t>1.013e0</w:t>
      </w:r>
    </w:p>
    <w:p w:rsidR="00E00D30" w:rsidRDefault="00E00D30" w:rsidP="00E00D30">
      <w:r>
        <w:t>169.2208</w:t>
      </w:r>
      <w:r>
        <w:tab/>
        <w:t>1.013e0</w:t>
      </w:r>
    </w:p>
    <w:p w:rsidR="00E00D30" w:rsidRDefault="00E00D30" w:rsidP="00E00D30">
      <w:r>
        <w:t>169.2242</w:t>
      </w:r>
      <w:r>
        <w:tab/>
        <w:t>1.013e0</w:t>
      </w:r>
    </w:p>
    <w:p w:rsidR="00E00D30" w:rsidRDefault="00E00D30" w:rsidP="00E00D30">
      <w:r>
        <w:t>169.2693</w:t>
      </w:r>
      <w:r>
        <w:tab/>
        <w:t>1.013e0</w:t>
      </w:r>
    </w:p>
    <w:p w:rsidR="00E00D30" w:rsidRDefault="00E00D30" w:rsidP="00E00D30">
      <w:r>
        <w:t>169.2792</w:t>
      </w:r>
      <w:r>
        <w:tab/>
        <w:t>2.025e0</w:t>
      </w:r>
    </w:p>
    <w:p w:rsidR="00E00D30" w:rsidRDefault="00E00D30" w:rsidP="00E00D30">
      <w:r>
        <w:t>169.2863</w:t>
      </w:r>
      <w:r>
        <w:tab/>
        <w:t>1.013e0</w:t>
      </w:r>
    </w:p>
    <w:p w:rsidR="00E00D30" w:rsidRDefault="00E00D30" w:rsidP="00E00D30">
      <w:r>
        <w:t>169.2895</w:t>
      </w:r>
      <w:r>
        <w:tab/>
        <w:t>1.013e0</w:t>
      </w:r>
    </w:p>
    <w:p w:rsidR="00E00D30" w:rsidRDefault="00E00D30" w:rsidP="00E00D30">
      <w:r>
        <w:t>169.3016</w:t>
      </w:r>
      <w:r>
        <w:tab/>
        <w:t>3.038e0</w:t>
      </w:r>
    </w:p>
    <w:p w:rsidR="00E00D30" w:rsidRDefault="00E00D30" w:rsidP="00E00D30">
      <w:r>
        <w:t>169.3036</w:t>
      </w:r>
      <w:r>
        <w:tab/>
        <w:t>1.013e0</w:t>
      </w:r>
    </w:p>
    <w:p w:rsidR="00E00D30" w:rsidRDefault="00E00D30" w:rsidP="00E00D30">
      <w:r>
        <w:t>169.3143</w:t>
      </w:r>
      <w:r>
        <w:tab/>
        <w:t>1.013e0</w:t>
      </w:r>
    </w:p>
    <w:p w:rsidR="00E00D30" w:rsidRDefault="00E00D30" w:rsidP="00E00D30">
      <w:r>
        <w:t>169.3176</w:t>
      </w:r>
      <w:r>
        <w:tab/>
        <w:t>1.013e0</w:t>
      </w:r>
    </w:p>
    <w:p w:rsidR="00E00D30" w:rsidRDefault="00E00D30" w:rsidP="00E00D30">
      <w:r>
        <w:t>169.3617</w:t>
      </w:r>
      <w:r>
        <w:tab/>
        <w:t>2.025e0</w:t>
      </w:r>
    </w:p>
    <w:p w:rsidR="00E00D30" w:rsidRDefault="00E00D30" w:rsidP="00E00D30">
      <w:r>
        <w:t>169.3632</w:t>
      </w:r>
      <w:r>
        <w:tab/>
        <w:t>1.013e0</w:t>
      </w:r>
    </w:p>
    <w:p w:rsidR="00E00D30" w:rsidRDefault="00E00D30" w:rsidP="00E00D30">
      <w:r>
        <w:t>169.3765</w:t>
      </w:r>
      <w:r>
        <w:tab/>
        <w:t>1.013e0</w:t>
      </w:r>
    </w:p>
    <w:p w:rsidR="00E00D30" w:rsidRDefault="00E00D30" w:rsidP="00E00D30">
      <w:r>
        <w:lastRenderedPageBreak/>
        <w:t>169.3830</w:t>
      </w:r>
      <w:r>
        <w:tab/>
        <w:t>1.013e0</w:t>
      </w:r>
    </w:p>
    <w:p w:rsidR="00E00D30" w:rsidRDefault="00E00D30" w:rsidP="00E00D30">
      <w:r>
        <w:t>169.3900</w:t>
      </w:r>
      <w:r>
        <w:tab/>
        <w:t>1.013e0</w:t>
      </w:r>
    </w:p>
    <w:p w:rsidR="00E00D30" w:rsidRDefault="00E00D30" w:rsidP="00E00D30">
      <w:r>
        <w:t>169.4127</w:t>
      </w:r>
      <w:r>
        <w:tab/>
        <w:t>3.038e0</w:t>
      </w:r>
    </w:p>
    <w:p w:rsidR="00E00D30" w:rsidRDefault="00E00D30" w:rsidP="00E00D30">
      <w:r>
        <w:t>169.4144</w:t>
      </w:r>
      <w:r>
        <w:tab/>
        <w:t>1.013e0</w:t>
      </w:r>
    </w:p>
    <w:p w:rsidR="00E00D30" w:rsidRDefault="00E00D30" w:rsidP="00E00D30">
      <w:r>
        <w:t>169.4283</w:t>
      </w:r>
      <w:r>
        <w:tab/>
        <w:t>1.013e0</w:t>
      </w:r>
    </w:p>
    <w:p w:rsidR="00E00D30" w:rsidRDefault="00E00D30" w:rsidP="00E00D30">
      <w:r>
        <w:t>169.4564</w:t>
      </w:r>
      <w:r>
        <w:tab/>
        <w:t>1.013e0</w:t>
      </w:r>
    </w:p>
    <w:p w:rsidR="00E00D30" w:rsidRDefault="00E00D30" w:rsidP="00E00D30">
      <w:r>
        <w:t>169.4619</w:t>
      </w:r>
      <w:r>
        <w:tab/>
        <w:t>2.025e0</w:t>
      </w:r>
    </w:p>
    <w:p w:rsidR="00E00D30" w:rsidRDefault="00E00D30" w:rsidP="00E00D30">
      <w:r>
        <w:t>169.4766</w:t>
      </w:r>
      <w:r>
        <w:tab/>
        <w:t>1.013e0</w:t>
      </w:r>
    </w:p>
    <w:p w:rsidR="00E00D30" w:rsidRDefault="00E00D30" w:rsidP="00E00D30">
      <w:r>
        <w:t>169.4936</w:t>
      </w:r>
      <w:r>
        <w:tab/>
        <w:t>1.013e0</w:t>
      </w:r>
    </w:p>
    <w:p w:rsidR="00E00D30" w:rsidRDefault="00E00D30" w:rsidP="00E00D30">
      <w:r>
        <w:t>169.5113</w:t>
      </w:r>
      <w:r>
        <w:tab/>
        <w:t>1.013e0</w:t>
      </w:r>
    </w:p>
    <w:p w:rsidR="00E00D30" w:rsidRDefault="00E00D30" w:rsidP="00E00D30">
      <w:r>
        <w:t>169.5147</w:t>
      </w:r>
      <w:r>
        <w:tab/>
        <w:t>2.025e0</w:t>
      </w:r>
    </w:p>
    <w:p w:rsidR="00E00D30" w:rsidRDefault="00E00D30" w:rsidP="00E00D30">
      <w:r>
        <w:t>169.5332</w:t>
      </w:r>
      <w:r>
        <w:tab/>
        <w:t>5.063e0</w:t>
      </w:r>
    </w:p>
    <w:p w:rsidR="00E00D30" w:rsidRDefault="00E00D30" w:rsidP="00E00D30">
      <w:r>
        <w:t>169.5365</w:t>
      </w:r>
      <w:r>
        <w:tab/>
        <w:t>4.051e0</w:t>
      </w:r>
    </w:p>
    <w:p w:rsidR="00E00D30" w:rsidRDefault="00E00D30" w:rsidP="00E00D30">
      <w:r>
        <w:t>169.5394</w:t>
      </w:r>
      <w:r>
        <w:tab/>
        <w:t>1.536e1</w:t>
      </w:r>
    </w:p>
    <w:p w:rsidR="00E00D30" w:rsidRDefault="00E00D30" w:rsidP="00E00D30">
      <w:r>
        <w:t>169.5409</w:t>
      </w:r>
      <w:r>
        <w:tab/>
        <w:t>9.688e0</w:t>
      </w:r>
    </w:p>
    <w:p w:rsidR="00E00D30" w:rsidRDefault="00E00D30" w:rsidP="00E00D30">
      <w:r>
        <w:t>169.5420</w:t>
      </w:r>
      <w:r>
        <w:tab/>
        <w:t>4.051e0</w:t>
      </w:r>
    </w:p>
    <w:p w:rsidR="00E00D30" w:rsidRDefault="00E00D30" w:rsidP="00E00D30">
      <w:r>
        <w:t>169.5442</w:t>
      </w:r>
      <w:r>
        <w:tab/>
        <w:t>7.089e0</w:t>
      </w:r>
    </w:p>
    <w:p w:rsidR="00E00D30" w:rsidRDefault="00E00D30" w:rsidP="00E00D30">
      <w:r>
        <w:t>169.5470</w:t>
      </w:r>
      <w:r>
        <w:tab/>
        <w:t>7.089e0</w:t>
      </w:r>
    </w:p>
    <w:p w:rsidR="00E00D30" w:rsidRDefault="00E00D30" w:rsidP="00E00D30">
      <w:r>
        <w:t>169.5686</w:t>
      </w:r>
      <w:r>
        <w:tab/>
        <w:t>2.025e0</w:t>
      </w:r>
    </w:p>
    <w:p w:rsidR="00E00D30" w:rsidRDefault="00E00D30" w:rsidP="00E00D30">
      <w:r>
        <w:lastRenderedPageBreak/>
        <w:t>169.5702</w:t>
      </w:r>
      <w:r>
        <w:tab/>
        <w:t>1.013e0</w:t>
      </w:r>
    </w:p>
    <w:p w:rsidR="00E00D30" w:rsidRDefault="00E00D30" w:rsidP="00E00D30">
      <w:r>
        <w:t>169.5821</w:t>
      </w:r>
      <w:r>
        <w:tab/>
        <w:t>4.051e0</w:t>
      </w:r>
    </w:p>
    <w:p w:rsidR="00E00D30" w:rsidRDefault="00E00D30" w:rsidP="00E00D30">
      <w:r>
        <w:t>169.6168</w:t>
      </w:r>
      <w:r>
        <w:tab/>
        <w:t>2.025e0</w:t>
      </w:r>
    </w:p>
    <w:p w:rsidR="00E00D30" w:rsidRDefault="00E00D30" w:rsidP="00E00D30">
      <w:r>
        <w:t>169.6363</w:t>
      </w:r>
      <w:r>
        <w:tab/>
        <w:t>1.013e0</w:t>
      </w:r>
    </w:p>
    <w:p w:rsidR="00E00D30" w:rsidRDefault="00E00D30" w:rsidP="00E00D30">
      <w:r>
        <w:t>169.6430</w:t>
      </w:r>
      <w:r>
        <w:tab/>
        <w:t>1.013e0</w:t>
      </w:r>
    </w:p>
    <w:p w:rsidR="00E00D30" w:rsidRDefault="00E00D30" w:rsidP="00E00D30">
      <w:r>
        <w:t>169.6672</w:t>
      </w:r>
      <w:r>
        <w:tab/>
        <w:t>2.025e0</w:t>
      </w:r>
    </w:p>
    <w:p w:rsidR="00E00D30" w:rsidRDefault="00E00D30" w:rsidP="00E00D30">
      <w:r>
        <w:t>169.6980</w:t>
      </w:r>
      <w:r>
        <w:tab/>
        <w:t>1.013e0</w:t>
      </w:r>
    </w:p>
    <w:p w:rsidR="00E00D30" w:rsidRDefault="00E00D30" w:rsidP="00E00D30">
      <w:r>
        <w:t>169.7017</w:t>
      </w:r>
      <w:r>
        <w:tab/>
        <w:t>1.013e0</w:t>
      </w:r>
    </w:p>
    <w:p w:rsidR="00E00D30" w:rsidRDefault="00E00D30" w:rsidP="00E00D30">
      <w:r>
        <w:t>169.7119</w:t>
      </w:r>
      <w:r>
        <w:tab/>
        <w:t>1.013e0</w:t>
      </w:r>
    </w:p>
    <w:p w:rsidR="00E00D30" w:rsidRDefault="00E00D30" w:rsidP="00E00D30">
      <w:r>
        <w:t>169.7261</w:t>
      </w:r>
      <w:r>
        <w:tab/>
        <w:t>2.025e0</w:t>
      </w:r>
    </w:p>
    <w:p w:rsidR="00E00D30" w:rsidRDefault="00E00D30" w:rsidP="00E00D30">
      <w:r>
        <w:t>169.7365</w:t>
      </w:r>
      <w:r>
        <w:tab/>
        <w:t>1.013e0</w:t>
      </w:r>
    </w:p>
    <w:p w:rsidR="00E00D30" w:rsidRDefault="00E00D30" w:rsidP="00E00D30">
      <w:r>
        <w:t>169.7610</w:t>
      </w:r>
      <w:r>
        <w:tab/>
        <w:t>2.025e0</w:t>
      </w:r>
    </w:p>
    <w:p w:rsidR="00E00D30" w:rsidRDefault="00E00D30" w:rsidP="00E00D30">
      <w:r>
        <w:t>169.7643</w:t>
      </w:r>
      <w:r>
        <w:tab/>
        <w:t>1.013e0</w:t>
      </w:r>
    </w:p>
    <w:p w:rsidR="00E00D30" w:rsidRDefault="00E00D30" w:rsidP="00E00D30">
      <w:r>
        <w:t>169.7713</w:t>
      </w:r>
      <w:r>
        <w:tab/>
        <w:t>1.013e0</w:t>
      </w:r>
    </w:p>
    <w:p w:rsidR="00E00D30" w:rsidRDefault="00E00D30" w:rsidP="00E00D30">
      <w:r>
        <w:t>169.7791</w:t>
      </w:r>
      <w:r>
        <w:tab/>
        <w:t>2.025e0</w:t>
      </w:r>
    </w:p>
    <w:p w:rsidR="00E00D30" w:rsidRDefault="00E00D30" w:rsidP="00E00D30">
      <w:r>
        <w:t>169.7983</w:t>
      </w:r>
      <w:r>
        <w:tab/>
        <w:t>1.013e0</w:t>
      </w:r>
    </w:p>
    <w:p w:rsidR="00E00D30" w:rsidRDefault="00E00D30" w:rsidP="00E00D30">
      <w:r>
        <w:t>169.8019</w:t>
      </w:r>
      <w:r>
        <w:tab/>
        <w:t>1.013e0</w:t>
      </w:r>
    </w:p>
    <w:p w:rsidR="00E00D30" w:rsidRDefault="00E00D30" w:rsidP="00E00D30">
      <w:r>
        <w:t>169.8298</w:t>
      </w:r>
      <w:r>
        <w:tab/>
        <w:t>1.013e0</w:t>
      </w:r>
    </w:p>
    <w:p w:rsidR="00E00D30" w:rsidRDefault="00E00D30" w:rsidP="00E00D30">
      <w:r>
        <w:t>169.8404</w:t>
      </w:r>
      <w:r>
        <w:tab/>
        <w:t>2.025e0</w:t>
      </w:r>
    </w:p>
    <w:p w:rsidR="00E00D30" w:rsidRDefault="00E00D30" w:rsidP="00E00D30">
      <w:r>
        <w:lastRenderedPageBreak/>
        <w:t>169.8618</w:t>
      </w:r>
      <w:r>
        <w:tab/>
        <w:t>2.025e0</w:t>
      </w:r>
    </w:p>
    <w:p w:rsidR="00E00D30" w:rsidRDefault="00E00D30" w:rsidP="00E00D30">
      <w:r>
        <w:t>169.8647</w:t>
      </w:r>
      <w:r>
        <w:tab/>
        <w:t>1.013e0</w:t>
      </w:r>
    </w:p>
    <w:p w:rsidR="00E00D30" w:rsidRDefault="00E00D30" w:rsidP="00E00D30">
      <w:r>
        <w:t>169.8782</w:t>
      </w:r>
      <w:r>
        <w:tab/>
        <w:t>1.013e0</w:t>
      </w:r>
    </w:p>
    <w:p w:rsidR="00E00D30" w:rsidRDefault="00E00D30" w:rsidP="00E00D30">
      <w:r>
        <w:t>169.8916</w:t>
      </w:r>
      <w:r>
        <w:tab/>
        <w:t>1.013e0</w:t>
      </w:r>
    </w:p>
    <w:p w:rsidR="00E00D30" w:rsidRDefault="00E00D30" w:rsidP="00E00D30">
      <w:r>
        <w:t>169.8988</w:t>
      </w:r>
      <w:r>
        <w:tab/>
        <w:t>1.013e0</w:t>
      </w:r>
    </w:p>
    <w:p w:rsidR="00E00D30" w:rsidRDefault="00E00D30" w:rsidP="00E00D30">
      <w:r>
        <w:t>169.9023</w:t>
      </w:r>
      <w:r>
        <w:tab/>
        <w:t>1.013e0</w:t>
      </w:r>
    </w:p>
    <w:p w:rsidR="00E00D30" w:rsidRDefault="00E00D30" w:rsidP="00E00D30">
      <w:r>
        <w:t>169.9095</w:t>
      </w:r>
      <w:r>
        <w:tab/>
        <w:t>2.025e0</w:t>
      </w:r>
    </w:p>
    <w:p w:rsidR="00E00D30" w:rsidRDefault="00E00D30" w:rsidP="00E00D30">
      <w:r>
        <w:t>169.9129</w:t>
      </w:r>
      <w:r>
        <w:tab/>
        <w:t>2.025e0</w:t>
      </w:r>
    </w:p>
    <w:p w:rsidR="00E00D30" w:rsidRDefault="00E00D30" w:rsidP="00E00D30">
      <w:r>
        <w:t>169.9446</w:t>
      </w:r>
      <w:r>
        <w:tab/>
        <w:t>2.025e0</w:t>
      </w:r>
    </w:p>
    <w:p w:rsidR="00E00D30" w:rsidRDefault="00E00D30" w:rsidP="00E00D30">
      <w:r>
        <w:t>169.9584</w:t>
      </w:r>
      <w:r>
        <w:tab/>
        <w:t>1.013e0</w:t>
      </w:r>
    </w:p>
    <w:p w:rsidR="00E00D30" w:rsidRDefault="00E00D30" w:rsidP="00E00D30">
      <w:r>
        <w:t>169.9788</w:t>
      </w:r>
      <w:r>
        <w:tab/>
        <w:t>1.013e0</w:t>
      </w:r>
    </w:p>
    <w:p w:rsidR="00E00D30" w:rsidRDefault="00E00D30" w:rsidP="00E00D30">
      <w:r>
        <w:t>169.9823</w:t>
      </w:r>
      <w:r>
        <w:tab/>
        <w:t>1.013e0</w:t>
      </w:r>
    </w:p>
    <w:p w:rsidR="00E00D30" w:rsidRDefault="00E00D30" w:rsidP="00E00D30">
      <w:r>
        <w:t>169.9888</w:t>
      </w:r>
      <w:r>
        <w:tab/>
        <w:t>1.013e0</w:t>
      </w:r>
    </w:p>
    <w:p w:rsidR="00E00D30" w:rsidRDefault="00E00D30" w:rsidP="00E00D30">
      <w:r>
        <w:t>169.9922</w:t>
      </w:r>
      <w:r>
        <w:tab/>
        <w:t>1.013e0</w:t>
      </w:r>
    </w:p>
    <w:p w:rsidR="00E00D30" w:rsidRDefault="00E00D30" w:rsidP="00E00D30">
      <w:r>
        <w:t>169.9956</w:t>
      </w:r>
      <w:r>
        <w:tab/>
        <w:t>1.013e0</w:t>
      </w:r>
    </w:p>
    <w:p w:rsidR="00E00D30" w:rsidRDefault="00E00D30" w:rsidP="00E00D30">
      <w:r>
        <w:t>170.0028</w:t>
      </w:r>
      <w:r>
        <w:tab/>
        <w:t>1.013e0</w:t>
      </w:r>
    </w:p>
    <w:p w:rsidR="00E00D30" w:rsidRDefault="00E00D30" w:rsidP="00E00D30">
      <w:r>
        <w:t>170.0238</w:t>
      </w:r>
      <w:r>
        <w:tab/>
        <w:t>1.013e0</w:t>
      </w:r>
    </w:p>
    <w:p w:rsidR="00E00D30" w:rsidRDefault="00E00D30" w:rsidP="00E00D30">
      <w:r>
        <w:t>170.0340</w:t>
      </w:r>
      <w:r>
        <w:tab/>
        <w:t>7.089e0</w:t>
      </w:r>
    </w:p>
    <w:p w:rsidR="00E00D30" w:rsidRDefault="00E00D30" w:rsidP="00E00D30">
      <w:r>
        <w:t>170.0365</w:t>
      </w:r>
      <w:r>
        <w:tab/>
        <w:t>3.038e0</w:t>
      </w:r>
    </w:p>
    <w:p w:rsidR="00E00D30" w:rsidRDefault="00E00D30" w:rsidP="00E00D30">
      <w:r>
        <w:lastRenderedPageBreak/>
        <w:t>170.0395</w:t>
      </w:r>
      <w:r>
        <w:tab/>
        <w:t>2.025e0</w:t>
      </w:r>
    </w:p>
    <w:p w:rsidR="00E00D30" w:rsidRDefault="00E00D30" w:rsidP="00E00D30">
      <w:r>
        <w:t>170.0413</w:t>
      </w:r>
      <w:r>
        <w:tab/>
        <w:t>2.025e0</w:t>
      </w:r>
    </w:p>
    <w:p w:rsidR="00E00D30" w:rsidRDefault="00E00D30" w:rsidP="00E00D30">
      <w:r>
        <w:t>170.0431</w:t>
      </w:r>
      <w:r>
        <w:tab/>
        <w:t>2.025e0</w:t>
      </w:r>
    </w:p>
    <w:p w:rsidR="00E00D30" w:rsidRDefault="00E00D30" w:rsidP="00E00D30">
      <w:r>
        <w:t>170.0453</w:t>
      </w:r>
      <w:r>
        <w:tab/>
        <w:t>1.013e1</w:t>
      </w:r>
    </w:p>
    <w:p w:rsidR="00E00D30" w:rsidRDefault="00E00D30" w:rsidP="00E00D30">
      <w:r>
        <w:t>170.0588</w:t>
      </w:r>
      <w:r>
        <w:tab/>
        <w:t>1.013e0</w:t>
      </w:r>
    </w:p>
    <w:p w:rsidR="00E00D30" w:rsidRDefault="00E00D30" w:rsidP="00E00D30">
      <w:r>
        <w:t>170.0726</w:t>
      </w:r>
      <w:r>
        <w:tab/>
        <w:t>2.025e0</w:t>
      </w:r>
    </w:p>
    <w:p w:rsidR="00E00D30" w:rsidRDefault="00E00D30" w:rsidP="00E00D30">
      <w:r>
        <w:t>170.0793</w:t>
      </w:r>
      <w:r>
        <w:tab/>
        <w:t>1.013e0</w:t>
      </w:r>
    </w:p>
    <w:p w:rsidR="00E00D30" w:rsidRDefault="00E00D30" w:rsidP="00E00D30">
      <w:r>
        <w:t>170.0908</w:t>
      </w:r>
      <w:r>
        <w:tab/>
        <w:t>6.076e0</w:t>
      </w:r>
    </w:p>
    <w:p w:rsidR="00E00D30" w:rsidRDefault="00E00D30" w:rsidP="00E00D30">
      <w:r>
        <w:t>170.0928</w:t>
      </w:r>
      <w:r>
        <w:tab/>
        <w:t>9.114e0</w:t>
      </w:r>
    </w:p>
    <w:p w:rsidR="00E00D30" w:rsidRDefault="00E00D30" w:rsidP="00E00D30">
      <w:r>
        <w:t>170.0940</w:t>
      </w:r>
      <w:r>
        <w:tab/>
        <w:t>3.038e0</w:t>
      </w:r>
    </w:p>
    <w:p w:rsidR="00E00D30" w:rsidRDefault="00E00D30" w:rsidP="00E00D30">
      <w:r>
        <w:t>170.0955</w:t>
      </w:r>
      <w:r>
        <w:tab/>
        <w:t>3.077e0</w:t>
      </w:r>
    </w:p>
    <w:p w:rsidR="00E00D30" w:rsidRDefault="00E00D30" w:rsidP="00E00D30">
      <w:r>
        <w:t>170.0997</w:t>
      </w:r>
      <w:r>
        <w:tab/>
        <w:t>1.013e0</w:t>
      </w:r>
    </w:p>
    <w:p w:rsidR="00E00D30" w:rsidRDefault="00E00D30" w:rsidP="00E00D30">
      <w:r>
        <w:t>170.1123</w:t>
      </w:r>
      <w:r>
        <w:tab/>
        <w:t>4.051e0</w:t>
      </w:r>
    </w:p>
    <w:p w:rsidR="00E00D30" w:rsidRDefault="00E00D30" w:rsidP="00E00D30">
      <w:r>
        <w:t>170.1163</w:t>
      </w:r>
      <w:r>
        <w:tab/>
        <w:t>3.038e0</w:t>
      </w:r>
    </w:p>
    <w:p w:rsidR="00E00D30" w:rsidRDefault="00E00D30" w:rsidP="00E00D30">
      <w:r>
        <w:t>170.1207</w:t>
      </w:r>
      <w:r>
        <w:tab/>
        <w:t>1.013e0</w:t>
      </w:r>
    </w:p>
    <w:p w:rsidR="00E00D30" w:rsidRDefault="00E00D30" w:rsidP="00E00D30">
      <w:r>
        <w:t>170.1278</w:t>
      </w:r>
      <w:r>
        <w:tab/>
        <w:t>2.025e0</w:t>
      </w:r>
    </w:p>
    <w:p w:rsidR="00E00D30" w:rsidRDefault="00E00D30" w:rsidP="00E00D30">
      <w:r>
        <w:t>170.1296</w:t>
      </w:r>
      <w:r>
        <w:tab/>
        <w:t>2.025e0</w:t>
      </w:r>
    </w:p>
    <w:p w:rsidR="00E00D30" w:rsidRDefault="00E00D30" w:rsidP="00E00D30">
      <w:r>
        <w:t>170.1418</w:t>
      </w:r>
      <w:r>
        <w:tab/>
        <w:t>1.013e0</w:t>
      </w:r>
    </w:p>
    <w:p w:rsidR="00E00D30" w:rsidRDefault="00E00D30" w:rsidP="00E00D30">
      <w:r>
        <w:t>170.1435</w:t>
      </w:r>
      <w:r>
        <w:tab/>
        <w:t>2.025e0</w:t>
      </w:r>
    </w:p>
    <w:p w:rsidR="00E00D30" w:rsidRDefault="00E00D30" w:rsidP="00E00D30">
      <w:r>
        <w:lastRenderedPageBreak/>
        <w:t>170.1523</w:t>
      </w:r>
      <w:r>
        <w:tab/>
        <w:t>1.013e0</w:t>
      </w:r>
    </w:p>
    <w:p w:rsidR="00E00D30" w:rsidRDefault="00E00D30" w:rsidP="00E00D30">
      <w:r>
        <w:t>170.1538</w:t>
      </w:r>
      <w:r>
        <w:tab/>
        <w:t>4.051e0</w:t>
      </w:r>
    </w:p>
    <w:p w:rsidR="00E00D30" w:rsidRDefault="00E00D30" w:rsidP="00E00D30">
      <w:r>
        <w:t>170.1558</w:t>
      </w:r>
      <w:r>
        <w:tab/>
        <w:t>2.025e0</w:t>
      </w:r>
    </w:p>
    <w:p w:rsidR="00E00D30" w:rsidRDefault="00E00D30" w:rsidP="00E00D30">
      <w:r>
        <w:t>170.1665</w:t>
      </w:r>
      <w:r>
        <w:tab/>
        <w:t>1.013e0</w:t>
      </w:r>
    </w:p>
    <w:p w:rsidR="00E00D30" w:rsidRDefault="00E00D30" w:rsidP="00E00D30">
      <w:r>
        <w:t>170.1733</w:t>
      </w:r>
      <w:r>
        <w:tab/>
        <w:t>2.025e0</w:t>
      </w:r>
    </w:p>
    <w:p w:rsidR="00E00D30" w:rsidRDefault="00E00D30" w:rsidP="00E00D30">
      <w:r>
        <w:t>170.1800</w:t>
      </w:r>
      <w:r>
        <w:tab/>
        <w:t>1.013e0</w:t>
      </w:r>
    </w:p>
    <w:p w:rsidR="00E00D30" w:rsidRDefault="00E00D30" w:rsidP="00E00D30">
      <w:r>
        <w:t>170.1866</w:t>
      </w:r>
      <w:r>
        <w:tab/>
        <w:t>1.013e0</w:t>
      </w:r>
    </w:p>
    <w:p w:rsidR="00E00D30" w:rsidRDefault="00E00D30" w:rsidP="00E00D30">
      <w:r>
        <w:t>170.2072</w:t>
      </w:r>
      <w:r>
        <w:tab/>
        <w:t>1.013e0</w:t>
      </w:r>
    </w:p>
    <w:p w:rsidR="00E00D30" w:rsidRDefault="00E00D30" w:rsidP="00E00D30">
      <w:r>
        <w:t>170.2215</w:t>
      </w:r>
      <w:r>
        <w:tab/>
        <w:t>1.013e0</w:t>
      </w:r>
    </w:p>
    <w:p w:rsidR="00E00D30" w:rsidRDefault="00E00D30" w:rsidP="00E00D30">
      <w:r>
        <w:t>170.2598</w:t>
      </w:r>
      <w:r>
        <w:tab/>
        <w:t>1.013e0</w:t>
      </w:r>
    </w:p>
    <w:p w:rsidR="00E00D30" w:rsidRDefault="00E00D30" w:rsidP="00E00D30">
      <w:r>
        <w:t>170.2907</w:t>
      </w:r>
      <w:r>
        <w:tab/>
        <w:t>1.013e0</w:t>
      </w:r>
    </w:p>
    <w:p w:rsidR="00E00D30" w:rsidRDefault="00E00D30" w:rsidP="00E00D30">
      <w:r>
        <w:t>170.3096</w:t>
      </w:r>
      <w:r>
        <w:tab/>
        <w:t>2.025e0</w:t>
      </w:r>
    </w:p>
    <w:p w:rsidR="00E00D30" w:rsidRDefault="00E00D30" w:rsidP="00E00D30">
      <w:r>
        <w:t>170.3218</w:t>
      </w:r>
      <w:r>
        <w:tab/>
        <w:t>2.025e0</w:t>
      </w:r>
    </w:p>
    <w:p w:rsidR="00E00D30" w:rsidRDefault="00E00D30" w:rsidP="00E00D30">
      <w:r>
        <w:t>170.3253</w:t>
      </w:r>
      <w:r>
        <w:tab/>
        <w:t>1.013e0</w:t>
      </w:r>
    </w:p>
    <w:p w:rsidR="00E00D30" w:rsidRDefault="00E00D30" w:rsidP="00E00D30">
      <w:r>
        <w:t>170.3466</w:t>
      </w:r>
      <w:r>
        <w:tab/>
        <w:t>1.013e0</w:t>
      </w:r>
    </w:p>
    <w:p w:rsidR="00E00D30" w:rsidRDefault="00E00D30" w:rsidP="00E00D30">
      <w:r>
        <w:t>170.3533</w:t>
      </w:r>
      <w:r>
        <w:tab/>
        <w:t>1.013e0</w:t>
      </w:r>
    </w:p>
    <w:p w:rsidR="00E00D30" w:rsidRDefault="00E00D30" w:rsidP="00E00D30">
      <w:r>
        <w:t>170.3782</w:t>
      </w:r>
      <w:r>
        <w:tab/>
        <w:t>1.013e0</w:t>
      </w:r>
    </w:p>
    <w:p w:rsidR="00E00D30" w:rsidRDefault="00E00D30" w:rsidP="00E00D30">
      <w:r>
        <w:t>170.3800</w:t>
      </w:r>
      <w:r>
        <w:tab/>
        <w:t>2.025e0</w:t>
      </w:r>
    </w:p>
    <w:p w:rsidR="00E00D30" w:rsidRDefault="00E00D30" w:rsidP="00E00D30">
      <w:r>
        <w:t>170.3847</w:t>
      </w:r>
      <w:r>
        <w:tab/>
        <w:t>1.013e0</w:t>
      </w:r>
    </w:p>
    <w:p w:rsidR="00E00D30" w:rsidRDefault="00E00D30" w:rsidP="00E00D30">
      <w:r>
        <w:lastRenderedPageBreak/>
        <w:t>170.3863</w:t>
      </w:r>
      <w:r>
        <w:tab/>
        <w:t>2.025e0</w:t>
      </w:r>
    </w:p>
    <w:p w:rsidR="00E00D30" w:rsidRDefault="00E00D30" w:rsidP="00E00D30">
      <w:r>
        <w:t>170.3915</w:t>
      </w:r>
      <w:r>
        <w:tab/>
        <w:t>2.025e0</w:t>
      </w:r>
    </w:p>
    <w:p w:rsidR="00E00D30" w:rsidRDefault="00E00D30" w:rsidP="00E00D30">
      <w:r>
        <w:t>170.3981</w:t>
      </w:r>
      <w:r>
        <w:tab/>
        <w:t>1.013e0</w:t>
      </w:r>
    </w:p>
    <w:p w:rsidR="00E00D30" w:rsidRDefault="00E00D30" w:rsidP="00E00D30">
      <w:r>
        <w:t>170.4117</w:t>
      </w:r>
      <w:r>
        <w:tab/>
        <w:t>1.013e0</w:t>
      </w:r>
    </w:p>
    <w:p w:rsidR="00E00D30" w:rsidRDefault="00E00D30" w:rsidP="00E00D30">
      <w:r>
        <w:t>170.4573</w:t>
      </w:r>
      <w:r>
        <w:tab/>
        <w:t>1.013e0</w:t>
      </w:r>
    </w:p>
    <w:p w:rsidR="00E00D30" w:rsidRDefault="00E00D30" w:rsidP="00E00D30">
      <w:r>
        <w:t>170.4749</w:t>
      </w:r>
      <w:r>
        <w:tab/>
        <w:t>1.013e0</w:t>
      </w:r>
    </w:p>
    <w:p w:rsidR="00E00D30" w:rsidRDefault="00E00D30" w:rsidP="00E00D30">
      <w:r>
        <w:t>170.4788</w:t>
      </w:r>
      <w:r>
        <w:tab/>
        <w:t>1.013e0</w:t>
      </w:r>
    </w:p>
    <w:p w:rsidR="00E00D30" w:rsidRDefault="00E00D30" w:rsidP="00E00D30">
      <w:r>
        <w:t>170.5023</w:t>
      </w:r>
      <w:r>
        <w:tab/>
        <w:t>2.025e0</w:t>
      </w:r>
    </w:p>
    <w:p w:rsidR="00E00D30" w:rsidRDefault="00E00D30" w:rsidP="00E00D30">
      <w:r>
        <w:t>170.5337</w:t>
      </w:r>
      <w:r>
        <w:tab/>
        <w:t>2.025e0</w:t>
      </w:r>
    </w:p>
    <w:p w:rsidR="00E00D30" w:rsidRDefault="00E00D30" w:rsidP="00E00D30">
      <w:r>
        <w:t>170.5375</w:t>
      </w:r>
      <w:r>
        <w:tab/>
        <w:t>7.089e0</w:t>
      </w:r>
    </w:p>
    <w:p w:rsidR="00E00D30" w:rsidRDefault="00E00D30" w:rsidP="00E00D30">
      <w:r>
        <w:t>170.5387</w:t>
      </w:r>
      <w:r>
        <w:tab/>
        <w:t>4.051e0</w:t>
      </w:r>
    </w:p>
    <w:p w:rsidR="00E00D30" w:rsidRDefault="00E00D30" w:rsidP="00E00D30">
      <w:r>
        <w:t>170.5439</w:t>
      </w:r>
      <w:r>
        <w:tab/>
        <w:t>1.013e0</w:t>
      </w:r>
    </w:p>
    <w:p w:rsidR="00E00D30" w:rsidRDefault="00E00D30" w:rsidP="00E00D30">
      <w:r>
        <w:t>170.5457</w:t>
      </w:r>
      <w:r>
        <w:tab/>
        <w:t>2.025e0</w:t>
      </w:r>
    </w:p>
    <w:p w:rsidR="00E00D30" w:rsidRDefault="00E00D30" w:rsidP="00E00D30">
      <w:r>
        <w:t>170.5522</w:t>
      </w:r>
      <w:r>
        <w:tab/>
        <w:t>3.038e0</w:t>
      </w:r>
    </w:p>
    <w:p w:rsidR="00E00D30" w:rsidRDefault="00E00D30" w:rsidP="00E00D30">
      <w:r>
        <w:t>170.5579</w:t>
      </w:r>
      <w:r>
        <w:tab/>
        <w:t>3.038e0</w:t>
      </w:r>
    </w:p>
    <w:p w:rsidR="00E00D30" w:rsidRDefault="00E00D30" w:rsidP="00E00D30">
      <w:r>
        <w:t>170.5616</w:t>
      </w:r>
      <w:r>
        <w:tab/>
        <w:t>4.051e0</w:t>
      </w:r>
    </w:p>
    <w:p w:rsidR="00E00D30" w:rsidRDefault="00E00D30" w:rsidP="00E00D30">
      <w:r>
        <w:t>170.5668</w:t>
      </w:r>
      <w:r>
        <w:tab/>
        <w:t>4.051e0</w:t>
      </w:r>
    </w:p>
    <w:p w:rsidR="00E00D30" w:rsidRDefault="00E00D30" w:rsidP="00E00D30">
      <w:r>
        <w:t>170.5746</w:t>
      </w:r>
      <w:r>
        <w:tab/>
        <w:t>3.038e0</w:t>
      </w:r>
    </w:p>
    <w:p w:rsidR="00E00D30" w:rsidRDefault="00E00D30" w:rsidP="00E00D30">
      <w:r>
        <w:t>170.5758</w:t>
      </w:r>
      <w:r>
        <w:tab/>
        <w:t>1.013e0</w:t>
      </w:r>
    </w:p>
    <w:p w:rsidR="00E00D30" w:rsidRDefault="00E00D30" w:rsidP="00E00D30">
      <w:r>
        <w:lastRenderedPageBreak/>
        <w:t>170.5826</w:t>
      </w:r>
      <w:r>
        <w:tab/>
        <w:t>1.013e0</w:t>
      </w:r>
    </w:p>
    <w:p w:rsidR="00E00D30" w:rsidRDefault="00E00D30" w:rsidP="00E00D30">
      <w:r>
        <w:t>170.6031</w:t>
      </w:r>
      <w:r>
        <w:tab/>
        <w:t>1.013e0</w:t>
      </w:r>
    </w:p>
    <w:p w:rsidR="00E00D30" w:rsidRDefault="00E00D30" w:rsidP="00E00D30">
      <w:r>
        <w:t>170.6166</w:t>
      </w:r>
      <w:r>
        <w:tab/>
        <w:t>1.013e0</w:t>
      </w:r>
    </w:p>
    <w:p w:rsidR="00E00D30" w:rsidRDefault="00E00D30" w:rsidP="00E00D30">
      <w:r>
        <w:t>170.6516</w:t>
      </w:r>
      <w:r>
        <w:tab/>
        <w:t>1.013e0</w:t>
      </w:r>
    </w:p>
    <w:p w:rsidR="00E00D30" w:rsidRDefault="00E00D30" w:rsidP="00E00D30">
      <w:r>
        <w:t>170.6551</w:t>
      </w:r>
      <w:r>
        <w:tab/>
        <w:t>1.013e0</w:t>
      </w:r>
    </w:p>
    <w:p w:rsidR="00E00D30" w:rsidRDefault="00E00D30" w:rsidP="00E00D30">
      <w:r>
        <w:t>170.6655</w:t>
      </w:r>
      <w:r>
        <w:tab/>
        <w:t>2.025e0</w:t>
      </w:r>
    </w:p>
    <w:p w:rsidR="00E00D30" w:rsidRDefault="00E00D30" w:rsidP="00E00D30">
      <w:r>
        <w:t>170.6867</w:t>
      </w:r>
      <w:r>
        <w:tab/>
        <w:t>1.013e0</w:t>
      </w:r>
    </w:p>
    <w:p w:rsidR="00E00D30" w:rsidRDefault="00E00D30" w:rsidP="00E00D30">
      <w:r>
        <w:t>170.7076</w:t>
      </w:r>
      <w:r>
        <w:tab/>
        <w:t>1.013e0</w:t>
      </w:r>
    </w:p>
    <w:p w:rsidR="00E00D30" w:rsidRDefault="00E00D30" w:rsidP="00E00D30">
      <w:r>
        <w:t>170.7174</w:t>
      </w:r>
      <w:r>
        <w:tab/>
        <w:t>1.013e0</w:t>
      </w:r>
    </w:p>
    <w:p w:rsidR="00E00D30" w:rsidRDefault="00E00D30" w:rsidP="00E00D30">
      <w:r>
        <w:t>170.7241</w:t>
      </w:r>
      <w:r>
        <w:tab/>
        <w:t>1.013e0</w:t>
      </w:r>
    </w:p>
    <w:p w:rsidR="00E00D30" w:rsidRDefault="00E00D30" w:rsidP="00E00D30">
      <w:r>
        <w:t>170.7595</w:t>
      </w:r>
      <w:r>
        <w:tab/>
        <w:t>1.013e0</w:t>
      </w:r>
    </w:p>
    <w:p w:rsidR="00E00D30" w:rsidRDefault="00E00D30" w:rsidP="00E00D30">
      <w:r>
        <w:t>170.7665</w:t>
      </w:r>
      <w:r>
        <w:tab/>
        <w:t>1.013e0</w:t>
      </w:r>
    </w:p>
    <w:p w:rsidR="00E00D30" w:rsidRDefault="00E00D30" w:rsidP="00E00D30">
      <w:r>
        <w:t>170.7768</w:t>
      </w:r>
      <w:r>
        <w:tab/>
        <w:t>1.013e0</w:t>
      </w:r>
    </w:p>
    <w:p w:rsidR="00E00D30" w:rsidRDefault="00E00D30" w:rsidP="00E00D30">
      <w:r>
        <w:t>170.8083</w:t>
      </w:r>
      <w:r>
        <w:tab/>
        <w:t>1.013e0</w:t>
      </w:r>
    </w:p>
    <w:p w:rsidR="00E00D30" w:rsidRDefault="00E00D30" w:rsidP="00E00D30">
      <w:r>
        <w:t>170.8119</w:t>
      </w:r>
      <w:r>
        <w:tab/>
        <w:t>1.013e0</w:t>
      </w:r>
    </w:p>
    <w:p w:rsidR="00E00D30" w:rsidRDefault="00E00D30" w:rsidP="00E00D30">
      <w:r>
        <w:t>170.8201</w:t>
      </w:r>
      <w:r>
        <w:tab/>
        <w:t>2.025e0</w:t>
      </w:r>
    </w:p>
    <w:p w:rsidR="00E00D30" w:rsidRDefault="00E00D30" w:rsidP="00E00D30">
      <w:r>
        <w:t>170.8217</w:t>
      </w:r>
      <w:r>
        <w:tab/>
        <w:t>1.013e0</w:t>
      </w:r>
    </w:p>
    <w:p w:rsidR="00E00D30" w:rsidRDefault="00E00D30" w:rsidP="00E00D30">
      <w:r>
        <w:t>170.8321</w:t>
      </w:r>
      <w:r>
        <w:tab/>
        <w:t>1.013e0</w:t>
      </w:r>
    </w:p>
    <w:p w:rsidR="00E00D30" w:rsidRDefault="00E00D30" w:rsidP="00E00D30">
      <w:r>
        <w:t>170.8423</w:t>
      </w:r>
      <w:r>
        <w:tab/>
        <w:t>1.013e0</w:t>
      </w:r>
    </w:p>
    <w:p w:rsidR="00E00D30" w:rsidRDefault="00E00D30" w:rsidP="00E00D30">
      <w:r>
        <w:lastRenderedPageBreak/>
        <w:t>170.8457</w:t>
      </w:r>
      <w:r>
        <w:tab/>
        <w:t>1.013e0</w:t>
      </w:r>
    </w:p>
    <w:p w:rsidR="00E00D30" w:rsidRDefault="00E00D30" w:rsidP="00E00D30">
      <w:r>
        <w:t>170.8531</w:t>
      </w:r>
      <w:r>
        <w:tab/>
        <w:t>1.013e0</w:t>
      </w:r>
    </w:p>
    <w:p w:rsidR="00E00D30" w:rsidRDefault="00E00D30" w:rsidP="00E00D30">
      <w:r>
        <w:t>170.8739</w:t>
      </w:r>
      <w:r>
        <w:tab/>
        <w:t>1.013e0</w:t>
      </w:r>
    </w:p>
    <w:p w:rsidR="00E00D30" w:rsidRDefault="00E00D30" w:rsidP="00E00D30">
      <w:r>
        <w:t>170.8791</w:t>
      </w:r>
      <w:r>
        <w:tab/>
        <w:t>2.025e0</w:t>
      </w:r>
    </w:p>
    <w:p w:rsidR="00E00D30" w:rsidRDefault="00E00D30" w:rsidP="00E00D30">
      <w:r>
        <w:t>170.8847</w:t>
      </w:r>
      <w:r>
        <w:tab/>
        <w:t>1.013e0</w:t>
      </w:r>
    </w:p>
    <w:p w:rsidR="00E00D30" w:rsidRDefault="00E00D30" w:rsidP="00E00D30">
      <w:r>
        <w:t>170.8915</w:t>
      </w:r>
      <w:r>
        <w:tab/>
        <w:t>1.013e0</w:t>
      </w:r>
    </w:p>
    <w:p w:rsidR="00E00D30" w:rsidRDefault="00E00D30" w:rsidP="00E00D30">
      <w:r>
        <w:t>170.9023</w:t>
      </w:r>
      <w:r>
        <w:tab/>
        <w:t>1.013e0</w:t>
      </w:r>
    </w:p>
    <w:p w:rsidR="00E00D30" w:rsidRDefault="00E00D30" w:rsidP="00E00D30">
      <w:r>
        <w:t>170.9161</w:t>
      </w:r>
      <w:r>
        <w:tab/>
        <w:t>1.013e0</w:t>
      </w:r>
    </w:p>
    <w:p w:rsidR="00E00D30" w:rsidRDefault="00E00D30" w:rsidP="00E00D30">
      <w:r>
        <w:t>170.9261</w:t>
      </w:r>
      <w:r>
        <w:tab/>
        <w:t>1.013e0</w:t>
      </w:r>
    </w:p>
    <w:p w:rsidR="00E00D30" w:rsidRDefault="00E00D30" w:rsidP="00E00D30">
      <w:r>
        <w:t>170.9365</w:t>
      </w:r>
      <w:r>
        <w:tab/>
        <w:t>1.013e0</w:t>
      </w:r>
    </w:p>
    <w:p w:rsidR="00E00D30" w:rsidRDefault="00E00D30" w:rsidP="00E00D30">
      <w:r>
        <w:t>170.9397</w:t>
      </w:r>
      <w:r>
        <w:tab/>
        <w:t>1.013e0</w:t>
      </w:r>
    </w:p>
    <w:p w:rsidR="00E00D30" w:rsidRDefault="00E00D30" w:rsidP="00E00D30">
      <w:r>
        <w:t>170.9429</w:t>
      </w:r>
      <w:r>
        <w:tab/>
        <w:t>1.013e0</w:t>
      </w:r>
    </w:p>
    <w:p w:rsidR="00E00D30" w:rsidRDefault="00E00D30" w:rsidP="00E00D30">
      <w:r>
        <w:t>170.9606</w:t>
      </w:r>
      <w:r>
        <w:tab/>
        <w:t>1.013e0</w:t>
      </w:r>
    </w:p>
    <w:p w:rsidR="00E00D30" w:rsidRDefault="00E00D30" w:rsidP="00E00D30">
      <w:r>
        <w:t>170.9677</w:t>
      </w:r>
      <w:r>
        <w:tab/>
        <w:t>3.038e0</w:t>
      </w:r>
    </w:p>
    <w:p w:rsidR="00E00D30" w:rsidRDefault="00E00D30" w:rsidP="00E00D30">
      <w:r>
        <w:t>170.9816</w:t>
      </w:r>
      <w:r>
        <w:tab/>
        <w:t>1.013e0</w:t>
      </w:r>
    </w:p>
    <w:p w:rsidR="00E00D30" w:rsidRDefault="00E00D30" w:rsidP="00E00D30">
      <w:r>
        <w:t>170.9924</w:t>
      </w:r>
      <w:r>
        <w:tab/>
        <w:t>1.013e0</w:t>
      </w:r>
    </w:p>
    <w:p w:rsidR="00E00D30" w:rsidRDefault="00E00D30" w:rsidP="00E00D30">
      <w:r>
        <w:t>170.9957</w:t>
      </w:r>
      <w:r>
        <w:tab/>
        <w:t>1.013e0</w:t>
      </w:r>
    </w:p>
    <w:p w:rsidR="00E00D30" w:rsidRDefault="00E00D30" w:rsidP="00E00D30">
      <w:r>
        <w:t>171.0082</w:t>
      </w:r>
      <w:r>
        <w:tab/>
        <w:t>2.025e0</w:t>
      </w:r>
    </w:p>
    <w:p w:rsidR="00E00D30" w:rsidRDefault="00E00D30" w:rsidP="00E00D30">
      <w:r>
        <w:t>171.0099</w:t>
      </w:r>
      <w:r>
        <w:tab/>
        <w:t>2.025e0</w:t>
      </w:r>
    </w:p>
    <w:p w:rsidR="00E00D30" w:rsidRDefault="00E00D30" w:rsidP="00E00D30">
      <w:r>
        <w:lastRenderedPageBreak/>
        <w:t>171.0195</w:t>
      </w:r>
      <w:r>
        <w:tab/>
        <w:t>3.038e0</w:t>
      </w:r>
    </w:p>
    <w:p w:rsidR="00E00D30" w:rsidRDefault="00E00D30" w:rsidP="00E00D30">
      <w:r>
        <w:t>171.0338</w:t>
      </w:r>
      <w:r>
        <w:tab/>
        <w:t>5.063e0</w:t>
      </w:r>
    </w:p>
    <w:p w:rsidR="00E00D30" w:rsidRDefault="00E00D30" w:rsidP="00E00D30">
      <w:r>
        <w:t>171.0352</w:t>
      </w:r>
      <w:r>
        <w:tab/>
        <w:t>9.114e0</w:t>
      </w:r>
    </w:p>
    <w:p w:rsidR="00E00D30" w:rsidRDefault="00E00D30" w:rsidP="00E00D30">
      <w:r>
        <w:t>171.0363</w:t>
      </w:r>
      <w:r>
        <w:tab/>
        <w:t>3.038e0</w:t>
      </w:r>
    </w:p>
    <w:p w:rsidR="00E00D30" w:rsidRDefault="00E00D30" w:rsidP="00E00D30">
      <w:r>
        <w:t>171.0379</w:t>
      </w:r>
      <w:r>
        <w:tab/>
        <w:t>4.051e0</w:t>
      </w:r>
    </w:p>
    <w:p w:rsidR="00E00D30" w:rsidRDefault="00E00D30" w:rsidP="00E00D30">
      <w:r>
        <w:t>171.0407</w:t>
      </w:r>
      <w:r>
        <w:tab/>
        <w:t>9.878e0</w:t>
      </w:r>
    </w:p>
    <w:p w:rsidR="00E00D30" w:rsidRDefault="00E00D30" w:rsidP="00E00D30">
      <w:r>
        <w:t>171.0422</w:t>
      </w:r>
      <w:r>
        <w:tab/>
        <w:t>3.038e0</w:t>
      </w:r>
    </w:p>
    <w:p w:rsidR="00E00D30" w:rsidRDefault="00E00D30" w:rsidP="00E00D30">
      <w:r>
        <w:t>171.0538</w:t>
      </w:r>
      <w:r>
        <w:tab/>
        <w:t>4.051e0</w:t>
      </w:r>
    </w:p>
    <w:p w:rsidR="00E00D30" w:rsidRDefault="00E00D30" w:rsidP="00E00D30">
      <w:r>
        <w:t>171.0791</w:t>
      </w:r>
      <w:r>
        <w:tab/>
        <w:t>4.051e0</w:t>
      </w:r>
    </w:p>
    <w:p w:rsidR="00E00D30" w:rsidRDefault="00E00D30" w:rsidP="00E00D30">
      <w:r>
        <w:t>171.0811</w:t>
      </w:r>
      <w:r>
        <w:tab/>
        <w:t>4.330e0</w:t>
      </w:r>
    </w:p>
    <w:p w:rsidR="00E00D30" w:rsidRDefault="00E00D30" w:rsidP="00E00D30">
      <w:r>
        <w:t>171.0849</w:t>
      </w:r>
      <w:r>
        <w:tab/>
        <w:t>3.038e0</w:t>
      </w:r>
    </w:p>
    <w:p w:rsidR="00E00D30" w:rsidRDefault="00E00D30" w:rsidP="00E00D30">
      <w:r>
        <w:t>171.0870</w:t>
      </w:r>
      <w:r>
        <w:tab/>
        <w:t>4.051e0</w:t>
      </w:r>
    </w:p>
    <w:p w:rsidR="00E00D30" w:rsidRDefault="00E00D30" w:rsidP="00E00D30">
      <w:r>
        <w:t>171.0893</w:t>
      </w:r>
      <w:r>
        <w:tab/>
        <w:t>2.025e0</w:t>
      </w:r>
    </w:p>
    <w:p w:rsidR="00E00D30" w:rsidRDefault="00E00D30" w:rsidP="00E00D30">
      <w:r>
        <w:t>171.1033</w:t>
      </w:r>
      <w:r>
        <w:tab/>
        <w:t>2.025e0</w:t>
      </w:r>
    </w:p>
    <w:p w:rsidR="00E00D30" w:rsidRDefault="00E00D30" w:rsidP="00E00D30">
      <w:r>
        <w:t>171.1104</w:t>
      </w:r>
      <w:r>
        <w:tab/>
        <w:t>2.025e0</w:t>
      </w:r>
    </w:p>
    <w:p w:rsidR="00E00D30" w:rsidRDefault="00E00D30" w:rsidP="00E00D30">
      <w:r>
        <w:t>171.1140</w:t>
      </w:r>
      <w:r>
        <w:tab/>
        <w:t>1.013e0</w:t>
      </w:r>
    </w:p>
    <w:p w:rsidR="00E00D30" w:rsidRDefault="00E00D30" w:rsidP="00E00D30">
      <w:r>
        <w:t>171.1248</w:t>
      </w:r>
      <w:r>
        <w:tab/>
        <w:t>1.013e0</w:t>
      </w:r>
    </w:p>
    <w:p w:rsidR="00E00D30" w:rsidRDefault="00E00D30" w:rsidP="00E00D30">
      <w:r>
        <w:t>171.1297</w:t>
      </w:r>
      <w:r>
        <w:tab/>
        <w:t>2.025e0</w:t>
      </w:r>
    </w:p>
    <w:p w:rsidR="00E00D30" w:rsidRDefault="00E00D30" w:rsidP="00E00D30">
      <w:r>
        <w:t>171.1418</w:t>
      </w:r>
      <w:r>
        <w:tab/>
        <w:t>2.025e0</w:t>
      </w:r>
    </w:p>
    <w:p w:rsidR="00E00D30" w:rsidRDefault="00E00D30" w:rsidP="00E00D30">
      <w:r>
        <w:lastRenderedPageBreak/>
        <w:t>171.1481</w:t>
      </w:r>
      <w:r>
        <w:tab/>
        <w:t>4.948e0</w:t>
      </w:r>
    </w:p>
    <w:p w:rsidR="00E00D30" w:rsidRDefault="00E00D30" w:rsidP="00E00D30">
      <w:r>
        <w:t>171.1496</w:t>
      </w:r>
      <w:r>
        <w:tab/>
        <w:t>1.013e1</w:t>
      </w:r>
    </w:p>
    <w:p w:rsidR="00E00D30" w:rsidRDefault="00E00D30" w:rsidP="00E00D30">
      <w:r>
        <w:t>171.1507</w:t>
      </w:r>
      <w:r>
        <w:tab/>
        <w:t>1.418e1</w:t>
      </w:r>
    </w:p>
    <w:p w:rsidR="00E00D30" w:rsidRDefault="00E00D30" w:rsidP="00E00D30">
      <w:r>
        <w:t>171.1521</w:t>
      </w:r>
      <w:r>
        <w:tab/>
        <w:t>2.025e0</w:t>
      </w:r>
    </w:p>
    <w:p w:rsidR="00E00D30" w:rsidRDefault="00E00D30" w:rsidP="00E00D30">
      <w:r>
        <w:t>171.1534</w:t>
      </w:r>
      <w:r>
        <w:tab/>
        <w:t>7.005e0</w:t>
      </w:r>
    </w:p>
    <w:p w:rsidR="00E00D30" w:rsidRDefault="00E00D30" w:rsidP="00E00D30">
      <w:r>
        <w:t>171.1566</w:t>
      </w:r>
      <w:r>
        <w:tab/>
        <w:t>6.076e0</w:t>
      </w:r>
    </w:p>
    <w:p w:rsidR="00E00D30" w:rsidRDefault="00E00D30" w:rsidP="00E00D30">
      <w:r>
        <w:t>171.1632</w:t>
      </w:r>
      <w:r>
        <w:tab/>
        <w:t>3.038e0</w:t>
      </w:r>
    </w:p>
    <w:p w:rsidR="00E00D30" w:rsidRDefault="00E00D30" w:rsidP="00E00D30">
      <w:r>
        <w:t>171.1671</w:t>
      </w:r>
      <w:r>
        <w:tab/>
        <w:t>2.025e0</w:t>
      </w:r>
    </w:p>
    <w:p w:rsidR="00E00D30" w:rsidRDefault="00E00D30" w:rsidP="00E00D30">
      <w:r>
        <w:t>171.1795</w:t>
      </w:r>
      <w:r>
        <w:tab/>
        <w:t>2.025e0</w:t>
      </w:r>
    </w:p>
    <w:p w:rsidR="00E00D30" w:rsidRDefault="00E00D30" w:rsidP="00E00D30">
      <w:r>
        <w:t>171.1833</w:t>
      </w:r>
      <w:r>
        <w:tab/>
        <w:t>1.013e0</w:t>
      </w:r>
    </w:p>
    <w:p w:rsidR="00E00D30" w:rsidRDefault="00E00D30" w:rsidP="00E00D30">
      <w:r>
        <w:t>171.1865</w:t>
      </w:r>
      <w:r>
        <w:tab/>
        <w:t>1.013e0</w:t>
      </w:r>
    </w:p>
    <w:p w:rsidR="00E00D30" w:rsidRDefault="00E00D30" w:rsidP="00E00D30">
      <w:r>
        <w:t>171.1901</w:t>
      </w:r>
      <w:r>
        <w:tab/>
        <w:t>2.025e0</w:t>
      </w:r>
    </w:p>
    <w:p w:rsidR="00E00D30" w:rsidRDefault="00E00D30" w:rsidP="00E00D30">
      <w:r>
        <w:t>171.1974</w:t>
      </w:r>
      <w:r>
        <w:tab/>
        <w:t>1.013e0</w:t>
      </w:r>
    </w:p>
    <w:p w:rsidR="00E00D30" w:rsidRDefault="00E00D30" w:rsidP="00E00D30">
      <w:r>
        <w:t>171.2182</w:t>
      </w:r>
      <w:r>
        <w:tab/>
        <w:t>1.013e0</w:t>
      </w:r>
    </w:p>
    <w:p w:rsidR="00E00D30" w:rsidRDefault="00E00D30" w:rsidP="00E00D30">
      <w:r>
        <w:t>171.2463</w:t>
      </w:r>
      <w:r>
        <w:tab/>
        <w:t>1.013e0</w:t>
      </w:r>
    </w:p>
    <w:p w:rsidR="00E00D30" w:rsidRDefault="00E00D30" w:rsidP="00E00D30">
      <w:r>
        <w:t>171.2530</w:t>
      </w:r>
      <w:r>
        <w:tab/>
        <w:t>1.013e0</w:t>
      </w:r>
    </w:p>
    <w:p w:rsidR="00E00D30" w:rsidRDefault="00E00D30" w:rsidP="00E00D30">
      <w:r>
        <w:t>171.2598</w:t>
      </w:r>
      <w:r>
        <w:tab/>
        <w:t>1.013e0</w:t>
      </w:r>
    </w:p>
    <w:p w:rsidR="00E00D30" w:rsidRDefault="00E00D30" w:rsidP="00E00D30">
      <w:r>
        <w:t>171.2766</w:t>
      </w:r>
      <w:r>
        <w:tab/>
        <w:t>2.025e0</w:t>
      </w:r>
    </w:p>
    <w:p w:rsidR="00E00D30" w:rsidRDefault="00E00D30" w:rsidP="00E00D30">
      <w:r>
        <w:t>171.2801</w:t>
      </w:r>
      <w:r>
        <w:tab/>
        <w:t>1.013e0</w:t>
      </w:r>
    </w:p>
    <w:p w:rsidR="00E00D30" w:rsidRDefault="00E00D30" w:rsidP="00E00D30">
      <w:r>
        <w:lastRenderedPageBreak/>
        <w:t>171.2838</w:t>
      </w:r>
      <w:r>
        <w:tab/>
        <w:t>1.013e0</w:t>
      </w:r>
    </w:p>
    <w:p w:rsidR="00E00D30" w:rsidRDefault="00E00D30" w:rsidP="00E00D30">
      <w:r>
        <w:t>171.2944</w:t>
      </w:r>
      <w:r>
        <w:tab/>
        <w:t>1.013e0</w:t>
      </w:r>
    </w:p>
    <w:p w:rsidR="00E00D30" w:rsidRDefault="00E00D30" w:rsidP="00E00D30">
      <w:r>
        <w:t>171.3154</w:t>
      </w:r>
      <w:r>
        <w:tab/>
        <w:t>2.025e0</w:t>
      </w:r>
    </w:p>
    <w:p w:rsidR="00E00D30" w:rsidRDefault="00E00D30" w:rsidP="00E00D30">
      <w:r>
        <w:t>171.3225</w:t>
      </w:r>
      <w:r>
        <w:tab/>
        <w:t>2.025e0</w:t>
      </w:r>
    </w:p>
    <w:p w:rsidR="00E00D30" w:rsidRDefault="00E00D30" w:rsidP="00E00D30">
      <w:r>
        <w:t>171.3260</w:t>
      </w:r>
      <w:r>
        <w:tab/>
        <w:t>1.013e0</w:t>
      </w:r>
    </w:p>
    <w:p w:rsidR="00E00D30" w:rsidRDefault="00E00D30" w:rsidP="00E00D30">
      <w:r>
        <w:t>171.3632</w:t>
      </w:r>
      <w:r>
        <w:tab/>
        <w:t>2.025e0</w:t>
      </w:r>
    </w:p>
    <w:p w:rsidR="00E00D30" w:rsidRDefault="00E00D30" w:rsidP="00E00D30">
      <w:r>
        <w:t>171.3643</w:t>
      </w:r>
      <w:r>
        <w:tab/>
        <w:t>1.013e0</w:t>
      </w:r>
    </w:p>
    <w:p w:rsidR="00E00D30" w:rsidRDefault="00E00D30" w:rsidP="00E00D30">
      <w:r>
        <w:t>171.3813</w:t>
      </w:r>
      <w:r>
        <w:tab/>
        <w:t>1.013e0</w:t>
      </w:r>
    </w:p>
    <w:p w:rsidR="00E00D30" w:rsidRDefault="00E00D30" w:rsidP="00E00D30">
      <w:r>
        <w:t>171.3849</w:t>
      </w:r>
      <w:r>
        <w:tab/>
        <w:t>1.013e0</w:t>
      </w:r>
    </w:p>
    <w:p w:rsidR="00E00D30" w:rsidRDefault="00E00D30" w:rsidP="00E00D30">
      <w:r>
        <w:t>171.3879</w:t>
      </w:r>
      <w:r>
        <w:tab/>
        <w:t>1.013e0</w:t>
      </w:r>
    </w:p>
    <w:p w:rsidR="00E00D30" w:rsidRDefault="00E00D30" w:rsidP="00E00D30">
      <w:r>
        <w:t>171.4091</w:t>
      </w:r>
      <w:r>
        <w:tab/>
        <w:t>1.013e0</w:t>
      </w:r>
    </w:p>
    <w:p w:rsidR="00E00D30" w:rsidRDefault="00E00D30" w:rsidP="00E00D30">
      <w:r>
        <w:t>171.4162</w:t>
      </w:r>
      <w:r>
        <w:tab/>
        <w:t>1.013e0</w:t>
      </w:r>
    </w:p>
    <w:p w:rsidR="00E00D30" w:rsidRDefault="00E00D30" w:rsidP="00E00D30">
      <w:r>
        <w:t>171.4340</w:t>
      </w:r>
      <w:r>
        <w:tab/>
        <w:t>1.013e0</w:t>
      </w:r>
    </w:p>
    <w:p w:rsidR="00E00D30" w:rsidRDefault="00E00D30" w:rsidP="00E00D30">
      <w:r>
        <w:t>171.4373</w:t>
      </w:r>
      <w:r>
        <w:tab/>
        <w:t>1.013e0</w:t>
      </w:r>
    </w:p>
    <w:p w:rsidR="00E00D30" w:rsidRDefault="00E00D30" w:rsidP="00E00D30">
      <w:r>
        <w:t>171.4516</w:t>
      </w:r>
      <w:r>
        <w:tab/>
        <w:t>1.013e0</w:t>
      </w:r>
    </w:p>
    <w:p w:rsidR="00E00D30" w:rsidRDefault="00E00D30" w:rsidP="00E00D30">
      <w:r>
        <w:t>171.4655</w:t>
      </w:r>
      <w:r>
        <w:tab/>
        <w:t>1.013e0</w:t>
      </w:r>
    </w:p>
    <w:p w:rsidR="00E00D30" w:rsidRDefault="00E00D30" w:rsidP="00E00D30">
      <w:r>
        <w:t>171.4689</w:t>
      </w:r>
      <w:r>
        <w:tab/>
        <w:t>1.013e0</w:t>
      </w:r>
    </w:p>
    <w:p w:rsidR="00E00D30" w:rsidRDefault="00E00D30" w:rsidP="00E00D30">
      <w:r>
        <w:t>171.4725</w:t>
      </w:r>
      <w:r>
        <w:tab/>
        <w:t>3.038e0</w:t>
      </w:r>
    </w:p>
    <w:p w:rsidR="00E00D30" w:rsidRDefault="00E00D30" w:rsidP="00E00D30">
      <w:r>
        <w:t>171.4825</w:t>
      </w:r>
      <w:r>
        <w:tab/>
        <w:t>1.013e0</w:t>
      </w:r>
    </w:p>
    <w:p w:rsidR="00E00D30" w:rsidRDefault="00E00D30" w:rsidP="00E00D30">
      <w:r>
        <w:lastRenderedPageBreak/>
        <w:t>171.4859</w:t>
      </w:r>
      <w:r>
        <w:tab/>
        <w:t>1.013e0</w:t>
      </w:r>
    </w:p>
    <w:p w:rsidR="00E00D30" w:rsidRDefault="00E00D30" w:rsidP="00E00D30">
      <w:r>
        <w:t>171.4927</w:t>
      </w:r>
      <w:r>
        <w:tab/>
        <w:t>1.013e0</w:t>
      </w:r>
    </w:p>
    <w:p w:rsidR="00E00D30" w:rsidRDefault="00E00D30" w:rsidP="00E00D30">
      <w:r>
        <w:t>171.5028</w:t>
      </w:r>
      <w:r>
        <w:tab/>
        <w:t>1.013e0</w:t>
      </w:r>
    </w:p>
    <w:p w:rsidR="00E00D30" w:rsidRDefault="00E00D30" w:rsidP="00E00D30">
      <w:r>
        <w:t>171.5240</w:t>
      </w:r>
      <w:r>
        <w:tab/>
        <w:t>2.025e0</w:t>
      </w:r>
    </w:p>
    <w:p w:rsidR="00E00D30" w:rsidRDefault="00E00D30" w:rsidP="00E00D30">
      <w:r>
        <w:t>171.5331</w:t>
      </w:r>
      <w:r>
        <w:tab/>
        <w:t>2.025e0</w:t>
      </w:r>
    </w:p>
    <w:p w:rsidR="00E00D30" w:rsidRDefault="00E00D30" w:rsidP="00E00D30">
      <w:r>
        <w:t>171.5345</w:t>
      </w:r>
      <w:r>
        <w:tab/>
        <w:t>2.025e0</w:t>
      </w:r>
    </w:p>
    <w:p w:rsidR="00E00D30" w:rsidRDefault="00E00D30" w:rsidP="00E00D30">
      <w:r>
        <w:t>171.5383</w:t>
      </w:r>
      <w:r>
        <w:tab/>
        <w:t>1.013e0</w:t>
      </w:r>
    </w:p>
    <w:p w:rsidR="00E00D30" w:rsidRDefault="00E00D30" w:rsidP="00E00D30">
      <w:r>
        <w:t>171.5486</w:t>
      </w:r>
      <w:r>
        <w:tab/>
        <w:t>2.025e0</w:t>
      </w:r>
    </w:p>
    <w:p w:rsidR="00E00D30" w:rsidRDefault="00E00D30" w:rsidP="00E00D30">
      <w:r>
        <w:t>171.5522</w:t>
      </w:r>
      <w:r>
        <w:tab/>
        <w:t>1.013e0</w:t>
      </w:r>
    </w:p>
    <w:p w:rsidR="00E00D30" w:rsidRDefault="00E00D30" w:rsidP="00E00D30">
      <w:r>
        <w:t>171.5626</w:t>
      </w:r>
      <w:r>
        <w:tab/>
        <w:t>1.013e0</w:t>
      </w:r>
    </w:p>
    <w:p w:rsidR="00E00D30" w:rsidRDefault="00E00D30" w:rsidP="00E00D30">
      <w:r>
        <w:t>171.5663</w:t>
      </w:r>
      <w:r>
        <w:tab/>
        <w:t>1.013e0</w:t>
      </w:r>
    </w:p>
    <w:p w:rsidR="00E00D30" w:rsidRDefault="00E00D30" w:rsidP="00E00D30">
      <w:r>
        <w:t>171.5698</w:t>
      </w:r>
      <w:r>
        <w:tab/>
        <w:t>1.013e0</w:t>
      </w:r>
    </w:p>
    <w:p w:rsidR="00E00D30" w:rsidRDefault="00E00D30" w:rsidP="00E00D30">
      <w:r>
        <w:t>171.5733</w:t>
      </w:r>
      <w:r>
        <w:tab/>
        <w:t>1.013e0</w:t>
      </w:r>
    </w:p>
    <w:p w:rsidR="00E00D30" w:rsidRDefault="00E00D30" w:rsidP="00E00D30">
      <w:r>
        <w:t>171.5803</w:t>
      </w:r>
      <w:r>
        <w:tab/>
        <w:t>1.013e0</w:t>
      </w:r>
    </w:p>
    <w:p w:rsidR="00E00D30" w:rsidRDefault="00E00D30" w:rsidP="00E00D30">
      <w:r>
        <w:t>171.6075</w:t>
      </w:r>
      <w:r>
        <w:tab/>
        <w:t>3.038e0</w:t>
      </w:r>
    </w:p>
    <w:p w:rsidR="00E00D30" w:rsidRDefault="00E00D30" w:rsidP="00E00D30">
      <w:r>
        <w:t>171.6319</w:t>
      </w:r>
      <w:r>
        <w:tab/>
        <w:t>1.013e0</w:t>
      </w:r>
    </w:p>
    <w:p w:rsidR="00E00D30" w:rsidRDefault="00E00D30" w:rsidP="00E00D30">
      <w:r>
        <w:t>171.6565</w:t>
      </w:r>
      <w:r>
        <w:tab/>
        <w:t>3.038e0</w:t>
      </w:r>
    </w:p>
    <w:p w:rsidR="00E00D30" w:rsidRDefault="00E00D30" w:rsidP="00E00D30">
      <w:r>
        <w:t>171.6671</w:t>
      </w:r>
      <w:r>
        <w:tab/>
        <w:t>1.013e0</w:t>
      </w:r>
    </w:p>
    <w:p w:rsidR="00E00D30" w:rsidRDefault="00E00D30" w:rsidP="00E00D30">
      <w:r>
        <w:t>171.6778</w:t>
      </w:r>
      <w:r>
        <w:tab/>
        <w:t>1.013e0</w:t>
      </w:r>
    </w:p>
    <w:p w:rsidR="00E00D30" w:rsidRDefault="00E00D30" w:rsidP="00E00D30">
      <w:r>
        <w:lastRenderedPageBreak/>
        <w:t>171.6987</w:t>
      </w:r>
      <w:r>
        <w:tab/>
        <w:t>1.013e0</w:t>
      </w:r>
    </w:p>
    <w:p w:rsidR="00E00D30" w:rsidRDefault="00E00D30" w:rsidP="00E00D30">
      <w:r>
        <w:t>171.7190</w:t>
      </w:r>
      <w:r>
        <w:tab/>
        <w:t>3.038e0</w:t>
      </w:r>
    </w:p>
    <w:p w:rsidR="00E00D30" w:rsidRDefault="00E00D30" w:rsidP="00E00D30">
      <w:r>
        <w:t>171.7326</w:t>
      </w:r>
      <w:r>
        <w:tab/>
        <w:t>1.013e0</w:t>
      </w:r>
    </w:p>
    <w:p w:rsidR="00E00D30" w:rsidRDefault="00E00D30" w:rsidP="00E00D30">
      <w:r>
        <w:t>171.7435</w:t>
      </w:r>
      <w:r>
        <w:tab/>
        <w:t>2.025e0</w:t>
      </w:r>
    </w:p>
    <w:p w:rsidR="00E00D30" w:rsidRDefault="00E00D30" w:rsidP="00E00D30">
      <w:r>
        <w:t>171.7538</w:t>
      </w:r>
      <w:r>
        <w:tab/>
        <w:t>1.013e0</w:t>
      </w:r>
    </w:p>
    <w:p w:rsidR="00E00D30" w:rsidRDefault="00E00D30" w:rsidP="00E00D30">
      <w:r>
        <w:t>171.7646</w:t>
      </w:r>
      <w:r>
        <w:tab/>
        <w:t>1.013e0</w:t>
      </w:r>
    </w:p>
    <w:p w:rsidR="00E00D30" w:rsidRDefault="00E00D30" w:rsidP="00E00D30">
      <w:r>
        <w:t>171.7750</w:t>
      </w:r>
      <w:r>
        <w:tab/>
        <w:t>3.038e0</w:t>
      </w:r>
    </w:p>
    <w:p w:rsidR="00E00D30" w:rsidRDefault="00E00D30" w:rsidP="00E00D30">
      <w:r>
        <w:t>171.7854</w:t>
      </w:r>
      <w:r>
        <w:tab/>
        <w:t>2.025e0</w:t>
      </w:r>
    </w:p>
    <w:p w:rsidR="00E00D30" w:rsidRDefault="00E00D30" w:rsidP="00E00D30">
      <w:r>
        <w:t>171.8137</w:t>
      </w:r>
      <w:r>
        <w:tab/>
        <w:t>1.013e0</w:t>
      </w:r>
    </w:p>
    <w:p w:rsidR="00E00D30" w:rsidRDefault="00E00D30" w:rsidP="00E00D30">
      <w:r>
        <w:t>171.8220</w:t>
      </w:r>
      <w:r>
        <w:tab/>
        <w:t>2.025e0</w:t>
      </w:r>
    </w:p>
    <w:p w:rsidR="00E00D30" w:rsidRDefault="00E00D30" w:rsidP="00E00D30">
      <w:r>
        <w:t>171.8407</w:t>
      </w:r>
      <w:r>
        <w:tab/>
        <w:t>2.025e0</w:t>
      </w:r>
    </w:p>
    <w:p w:rsidR="00E00D30" w:rsidRDefault="00E00D30" w:rsidP="00E00D30">
      <w:r>
        <w:t>171.8440</w:t>
      </w:r>
      <w:r>
        <w:tab/>
        <w:t>1.013e0</w:t>
      </w:r>
    </w:p>
    <w:p w:rsidR="00E00D30" w:rsidRDefault="00E00D30" w:rsidP="00E00D30">
      <w:r>
        <w:t>171.8863</w:t>
      </w:r>
      <w:r>
        <w:tab/>
        <w:t>1.013e0</w:t>
      </w:r>
    </w:p>
    <w:p w:rsidR="00E00D30" w:rsidRDefault="00E00D30" w:rsidP="00E00D30">
      <w:r>
        <w:t>171.8934</w:t>
      </w:r>
      <w:r>
        <w:tab/>
        <w:t>2.025e0</w:t>
      </w:r>
    </w:p>
    <w:p w:rsidR="00E00D30" w:rsidRDefault="00E00D30" w:rsidP="00E00D30">
      <w:r>
        <w:t>171.9077</w:t>
      </w:r>
      <w:r>
        <w:tab/>
        <w:t>1.013e0</w:t>
      </w:r>
    </w:p>
    <w:p w:rsidR="00E00D30" w:rsidRDefault="00E00D30" w:rsidP="00E00D30">
      <w:r>
        <w:t>171.9146</w:t>
      </w:r>
      <w:r>
        <w:tab/>
        <w:t>1.013e0</w:t>
      </w:r>
    </w:p>
    <w:p w:rsidR="00E00D30" w:rsidRDefault="00E00D30" w:rsidP="00E00D30">
      <w:r>
        <w:t>171.9287</w:t>
      </w:r>
      <w:r>
        <w:tab/>
        <w:t>2.025e0</w:t>
      </w:r>
    </w:p>
    <w:p w:rsidR="00E00D30" w:rsidRDefault="00E00D30" w:rsidP="00E00D30">
      <w:r>
        <w:t>171.9524</w:t>
      </w:r>
      <w:r>
        <w:tab/>
        <w:t>3.038e0</w:t>
      </w:r>
    </w:p>
    <w:p w:rsidR="00E00D30" w:rsidRDefault="00E00D30" w:rsidP="00E00D30">
      <w:r>
        <w:t>171.9661</w:t>
      </w:r>
      <w:r>
        <w:tab/>
        <w:t>1.013e0</w:t>
      </w:r>
    </w:p>
    <w:p w:rsidR="00E00D30" w:rsidRDefault="00E00D30" w:rsidP="00E00D30">
      <w:r>
        <w:lastRenderedPageBreak/>
        <w:t>171.9715</w:t>
      </w:r>
      <w:r>
        <w:tab/>
        <w:t>2.025e0</w:t>
      </w:r>
    </w:p>
    <w:p w:rsidR="00E00D30" w:rsidRDefault="00E00D30" w:rsidP="00E00D30">
      <w:r>
        <w:t>171.9855</w:t>
      </w:r>
      <w:r>
        <w:tab/>
        <w:t>2.025e0</w:t>
      </w:r>
    </w:p>
    <w:p w:rsidR="00E00D30" w:rsidRDefault="00E00D30" w:rsidP="00E00D30">
      <w:r>
        <w:t>171.9890</w:t>
      </w:r>
      <w:r>
        <w:tab/>
        <w:t>2.025e0</w:t>
      </w:r>
    </w:p>
    <w:p w:rsidR="00E00D30" w:rsidRDefault="00E00D30" w:rsidP="00E00D30">
      <w:r>
        <w:t>171.9979</w:t>
      </w:r>
      <w:r>
        <w:tab/>
        <w:t>1.013e0</w:t>
      </w:r>
    </w:p>
    <w:p w:rsidR="00E00D30" w:rsidRDefault="00E00D30" w:rsidP="00E00D30">
      <w:r>
        <w:t>172.0083</w:t>
      </w:r>
      <w:r>
        <w:tab/>
        <w:t>1.013e0</w:t>
      </w:r>
    </w:p>
    <w:p w:rsidR="00E00D30" w:rsidRDefault="00E00D30" w:rsidP="00E00D30">
      <w:r>
        <w:t>172.0119</w:t>
      </w:r>
      <w:r>
        <w:tab/>
        <w:t>1.013e0</w:t>
      </w:r>
    </w:p>
    <w:p w:rsidR="00E00D30" w:rsidRDefault="00E00D30" w:rsidP="00E00D30">
      <w:r>
        <w:t>172.0365</w:t>
      </w:r>
      <w:r>
        <w:tab/>
        <w:t>3.038e0</w:t>
      </w:r>
    </w:p>
    <w:p w:rsidR="00E00D30" w:rsidRDefault="00E00D30" w:rsidP="00E00D30">
      <w:r>
        <w:t>172.0401</w:t>
      </w:r>
      <w:r>
        <w:tab/>
        <w:t>2.025e0</w:t>
      </w:r>
    </w:p>
    <w:p w:rsidR="00E00D30" w:rsidRDefault="00E00D30" w:rsidP="00E00D30">
      <w:r>
        <w:t>172.0439</w:t>
      </w:r>
      <w:r>
        <w:tab/>
        <w:t>2.025e0</w:t>
      </w:r>
    </w:p>
    <w:p w:rsidR="00E00D30" w:rsidRDefault="00E00D30" w:rsidP="00E00D30">
      <w:r>
        <w:t>172.0573</w:t>
      </w:r>
      <w:r>
        <w:tab/>
        <w:t>3.038e0</w:t>
      </w:r>
    </w:p>
    <w:p w:rsidR="00E00D30" w:rsidRDefault="00E00D30" w:rsidP="00E00D30">
      <w:r>
        <w:t>172.0643</w:t>
      </w:r>
      <w:r>
        <w:tab/>
        <w:t>1.013e0</w:t>
      </w:r>
    </w:p>
    <w:p w:rsidR="00E00D30" w:rsidRDefault="00E00D30" w:rsidP="00E00D30">
      <w:r>
        <w:t>172.0674</w:t>
      </w:r>
      <w:r>
        <w:tab/>
        <w:t>1.013e0</w:t>
      </w:r>
    </w:p>
    <w:p w:rsidR="00E00D30" w:rsidRDefault="00E00D30" w:rsidP="00E00D30">
      <w:r>
        <w:t>172.0848</w:t>
      </w:r>
      <w:r>
        <w:tab/>
        <w:t>2.025e0</w:t>
      </w:r>
    </w:p>
    <w:p w:rsidR="00E00D30" w:rsidRDefault="00E00D30" w:rsidP="00E00D30">
      <w:r>
        <w:t>172.0881</w:t>
      </w:r>
      <w:r>
        <w:tab/>
        <w:t>1.013e0</w:t>
      </w:r>
    </w:p>
    <w:p w:rsidR="00E00D30" w:rsidRDefault="00E00D30" w:rsidP="00E00D30">
      <w:r>
        <w:t>172.0891</w:t>
      </w:r>
      <w:r>
        <w:tab/>
        <w:t>3.038e0</w:t>
      </w:r>
    </w:p>
    <w:p w:rsidR="00E00D30" w:rsidRDefault="00E00D30" w:rsidP="00E00D30">
      <w:r>
        <w:t>172.0938</w:t>
      </w:r>
      <w:r>
        <w:tab/>
        <w:t>5.063e0</w:t>
      </w:r>
    </w:p>
    <w:p w:rsidR="00E00D30" w:rsidRDefault="00E00D30" w:rsidP="00E00D30">
      <w:r>
        <w:t>172.0958</w:t>
      </w:r>
      <w:r>
        <w:tab/>
        <w:t>5.063e0</w:t>
      </w:r>
    </w:p>
    <w:p w:rsidR="00E00D30" w:rsidRDefault="00E00D30" w:rsidP="00E00D30">
      <w:r>
        <w:t>172.0996</w:t>
      </w:r>
      <w:r>
        <w:tab/>
        <w:t>1.013e1</w:t>
      </w:r>
    </w:p>
    <w:p w:rsidR="00E00D30" w:rsidRDefault="00E00D30" w:rsidP="00E00D30">
      <w:r>
        <w:t>172.1131</w:t>
      </w:r>
      <w:r>
        <w:tab/>
        <w:t>1.013e0</w:t>
      </w:r>
    </w:p>
    <w:p w:rsidR="00E00D30" w:rsidRDefault="00E00D30" w:rsidP="00E00D30">
      <w:r>
        <w:lastRenderedPageBreak/>
        <w:t>172.1163</w:t>
      </w:r>
      <w:r>
        <w:tab/>
        <w:t>4.051e0</w:t>
      </w:r>
    </w:p>
    <w:p w:rsidR="00E00D30" w:rsidRDefault="00E00D30" w:rsidP="00E00D30">
      <w:r>
        <w:t>172.1254</w:t>
      </w:r>
      <w:r>
        <w:tab/>
        <w:t>2.025e0</w:t>
      </w:r>
    </w:p>
    <w:p w:rsidR="00E00D30" w:rsidRDefault="00E00D30" w:rsidP="00E00D30">
      <w:r>
        <w:t>172.1312</w:t>
      </w:r>
      <w:r>
        <w:tab/>
        <w:t>1.013e1</w:t>
      </w:r>
    </w:p>
    <w:p w:rsidR="00E00D30" w:rsidRDefault="00E00D30" w:rsidP="00E00D30">
      <w:r>
        <w:t>172.1342</w:t>
      </w:r>
      <w:r>
        <w:tab/>
        <w:t>1.013e0</w:t>
      </w:r>
    </w:p>
    <w:p w:rsidR="00E00D30" w:rsidRDefault="00E00D30" w:rsidP="00E00D30">
      <w:r>
        <w:t>172.1359</w:t>
      </w:r>
      <w:r>
        <w:tab/>
        <w:t>3.038e0</w:t>
      </w:r>
    </w:p>
    <w:p w:rsidR="00E00D30" w:rsidRDefault="00E00D30" w:rsidP="00E00D30">
      <w:r>
        <w:t>172.1379</w:t>
      </w:r>
      <w:r>
        <w:tab/>
        <w:t>6.076e0</w:t>
      </w:r>
    </w:p>
    <w:p w:rsidR="00E00D30" w:rsidRDefault="00E00D30" w:rsidP="00E00D30">
      <w:r>
        <w:t>172.1482</w:t>
      </w:r>
      <w:r>
        <w:tab/>
        <w:t>3.038e0</w:t>
      </w:r>
    </w:p>
    <w:p w:rsidR="00E00D30" w:rsidRDefault="00E00D30" w:rsidP="00E00D30">
      <w:r>
        <w:t>172.1516</w:t>
      </w:r>
      <w:r>
        <w:tab/>
        <w:t>2.025e0</w:t>
      </w:r>
    </w:p>
    <w:p w:rsidR="00E00D30" w:rsidRDefault="00E00D30" w:rsidP="00E00D30">
      <w:r>
        <w:t>172.1656</w:t>
      </w:r>
      <w:r>
        <w:tab/>
        <w:t>2.025e0</w:t>
      </w:r>
    </w:p>
    <w:p w:rsidR="00E00D30" w:rsidRDefault="00E00D30" w:rsidP="00E00D30">
      <w:r>
        <w:t>172.1792</w:t>
      </w:r>
      <w:r>
        <w:tab/>
        <w:t>1.013e0</w:t>
      </w:r>
    </w:p>
    <w:p w:rsidR="00E00D30" w:rsidRDefault="00E00D30" w:rsidP="00E00D30">
      <w:r>
        <w:t>172.1827</w:t>
      </w:r>
      <w:r>
        <w:tab/>
        <w:t>3.038e0</w:t>
      </w:r>
    </w:p>
    <w:p w:rsidR="00E00D30" w:rsidRDefault="00E00D30" w:rsidP="00E00D30">
      <w:r>
        <w:t>172.1930</w:t>
      </w:r>
      <w:r>
        <w:tab/>
        <w:t>3.038e0</w:t>
      </w:r>
    </w:p>
    <w:p w:rsidR="00E00D30" w:rsidRDefault="00E00D30" w:rsidP="00E00D30">
      <w:r>
        <w:t>172.1964</w:t>
      </w:r>
      <w:r>
        <w:tab/>
        <w:t>1.013e0</w:t>
      </w:r>
    </w:p>
    <w:p w:rsidR="00E00D30" w:rsidRDefault="00E00D30" w:rsidP="00E00D30">
      <w:r>
        <w:t>172.2140</w:t>
      </w:r>
      <w:r>
        <w:tab/>
        <w:t>1.013e0</w:t>
      </w:r>
    </w:p>
    <w:p w:rsidR="00E00D30" w:rsidRDefault="00E00D30" w:rsidP="00E00D30">
      <w:r>
        <w:t>172.2528</w:t>
      </w:r>
      <w:r>
        <w:tab/>
        <w:t>1.013e0</w:t>
      </w:r>
    </w:p>
    <w:p w:rsidR="00E00D30" w:rsidRDefault="00E00D30" w:rsidP="00E00D30">
      <w:r>
        <w:t>172.2596</w:t>
      </w:r>
      <w:r>
        <w:tab/>
        <w:t>1.013e0</w:t>
      </w:r>
    </w:p>
    <w:p w:rsidR="00E00D30" w:rsidRDefault="00E00D30" w:rsidP="00E00D30">
      <w:r>
        <w:t>172.2666</w:t>
      </w:r>
      <w:r>
        <w:tab/>
        <w:t>1.013e0</w:t>
      </w:r>
    </w:p>
    <w:p w:rsidR="00E00D30" w:rsidRDefault="00E00D30" w:rsidP="00E00D30">
      <w:r>
        <w:t>172.2740</w:t>
      </w:r>
      <w:r>
        <w:tab/>
        <w:t>1.013e0</w:t>
      </w:r>
    </w:p>
    <w:p w:rsidR="00E00D30" w:rsidRDefault="00E00D30" w:rsidP="00E00D30">
      <w:r>
        <w:t>172.2945</w:t>
      </w:r>
      <w:r>
        <w:tab/>
        <w:t>1.013e0</w:t>
      </w:r>
    </w:p>
    <w:p w:rsidR="00E00D30" w:rsidRDefault="00E00D30" w:rsidP="00E00D30">
      <w:r>
        <w:lastRenderedPageBreak/>
        <w:t>172.3080</w:t>
      </w:r>
      <w:r>
        <w:tab/>
        <w:t>1.013e0</w:t>
      </w:r>
    </w:p>
    <w:p w:rsidR="00E00D30" w:rsidRDefault="00E00D30" w:rsidP="00E00D30">
      <w:r>
        <w:t>172.3113</w:t>
      </w:r>
      <w:r>
        <w:tab/>
        <w:t>1.013e0</w:t>
      </w:r>
    </w:p>
    <w:p w:rsidR="00E00D30" w:rsidRDefault="00E00D30" w:rsidP="00E00D30">
      <w:r>
        <w:t>172.3148</w:t>
      </w:r>
      <w:r>
        <w:tab/>
        <w:t>1.013e0</w:t>
      </w:r>
    </w:p>
    <w:p w:rsidR="00E00D30" w:rsidRDefault="00E00D30" w:rsidP="00E00D30">
      <w:r>
        <w:t>172.3160</w:t>
      </w:r>
      <w:r>
        <w:tab/>
        <w:t>3.038e0</w:t>
      </w:r>
    </w:p>
    <w:p w:rsidR="00E00D30" w:rsidRDefault="00E00D30" w:rsidP="00E00D30">
      <w:r>
        <w:t>172.3538</w:t>
      </w:r>
      <w:r>
        <w:tab/>
        <w:t>1.013e0</w:t>
      </w:r>
    </w:p>
    <w:p w:rsidR="00E00D30" w:rsidRDefault="00E00D30" w:rsidP="00E00D30">
      <w:r>
        <w:t>172.3605</w:t>
      </w:r>
      <w:r>
        <w:tab/>
        <w:t>1.013e0</w:t>
      </w:r>
    </w:p>
    <w:p w:rsidR="00E00D30" w:rsidRDefault="00E00D30" w:rsidP="00E00D30">
      <w:r>
        <w:t>172.3676</w:t>
      </w:r>
      <w:r>
        <w:tab/>
        <w:t>2.025e0</w:t>
      </w:r>
    </w:p>
    <w:p w:rsidR="00E00D30" w:rsidRDefault="00E00D30" w:rsidP="00E00D30">
      <w:r>
        <w:t>172.3784</w:t>
      </w:r>
      <w:r>
        <w:tab/>
        <w:t>1.013e0</w:t>
      </w:r>
    </w:p>
    <w:p w:rsidR="00E00D30" w:rsidRDefault="00E00D30" w:rsidP="00E00D30">
      <w:r>
        <w:t>172.3855</w:t>
      </w:r>
      <w:r>
        <w:tab/>
        <w:t>1.013e0</w:t>
      </w:r>
    </w:p>
    <w:p w:rsidR="00E00D30" w:rsidRDefault="00E00D30" w:rsidP="00E00D30">
      <w:r>
        <w:t>172.4134</w:t>
      </w:r>
      <w:r>
        <w:tab/>
        <w:t>1.013e0</w:t>
      </w:r>
    </w:p>
    <w:p w:rsidR="00E00D30" w:rsidRDefault="00E00D30" w:rsidP="00E00D30">
      <w:r>
        <w:t>172.4268</w:t>
      </w:r>
      <w:r>
        <w:tab/>
        <w:t>2.025e0</w:t>
      </w:r>
    </w:p>
    <w:p w:rsidR="00E00D30" w:rsidRDefault="00E00D30" w:rsidP="00E00D30">
      <w:r>
        <w:t>172.4368</w:t>
      </w:r>
      <w:r>
        <w:tab/>
        <w:t>2.025e0</w:t>
      </w:r>
    </w:p>
    <w:p w:rsidR="00E00D30" w:rsidRDefault="00E00D30" w:rsidP="00E00D30">
      <w:r>
        <w:t>172.4512</w:t>
      </w:r>
      <w:r>
        <w:tab/>
        <w:t>1.013e0</w:t>
      </w:r>
    </w:p>
    <w:p w:rsidR="00E00D30" w:rsidRDefault="00E00D30" w:rsidP="00E00D30">
      <w:r>
        <w:t>172.4619</w:t>
      </w:r>
      <w:r>
        <w:tab/>
        <w:t>1.013e0</w:t>
      </w:r>
    </w:p>
    <w:p w:rsidR="00E00D30" w:rsidRDefault="00E00D30" w:rsidP="00E00D30">
      <w:r>
        <w:t>172.4827</w:t>
      </w:r>
      <w:r>
        <w:tab/>
        <w:t>1.013e0</w:t>
      </w:r>
    </w:p>
    <w:p w:rsidR="00E00D30" w:rsidRDefault="00E00D30" w:rsidP="00E00D30">
      <w:r>
        <w:t>172.4863</w:t>
      </w:r>
      <w:r>
        <w:tab/>
        <w:t>1.013e0</w:t>
      </w:r>
    </w:p>
    <w:p w:rsidR="00E00D30" w:rsidRDefault="00E00D30" w:rsidP="00E00D30">
      <w:r>
        <w:t>172.5145</w:t>
      </w:r>
      <w:r>
        <w:tab/>
        <w:t>1.013e0</w:t>
      </w:r>
    </w:p>
    <w:p w:rsidR="00E00D30" w:rsidRDefault="00E00D30" w:rsidP="00E00D30">
      <w:r>
        <w:t>172.5181</w:t>
      </w:r>
      <w:r>
        <w:tab/>
        <w:t>1.013e0</w:t>
      </w:r>
    </w:p>
    <w:p w:rsidR="00E00D30" w:rsidRDefault="00E00D30" w:rsidP="00E00D30">
      <w:r>
        <w:t>172.5253</w:t>
      </w:r>
      <w:r>
        <w:tab/>
        <w:t>1.013e0</w:t>
      </w:r>
    </w:p>
    <w:p w:rsidR="00E00D30" w:rsidRDefault="00E00D30" w:rsidP="00E00D30">
      <w:r>
        <w:lastRenderedPageBreak/>
        <w:t>172.5267</w:t>
      </w:r>
      <w:r>
        <w:tab/>
        <w:t>2.025e0</w:t>
      </w:r>
    </w:p>
    <w:p w:rsidR="00E00D30" w:rsidRDefault="00E00D30" w:rsidP="00E00D30">
      <w:r>
        <w:t>172.5352</w:t>
      </w:r>
      <w:r>
        <w:tab/>
        <w:t>1.013e0</w:t>
      </w:r>
    </w:p>
    <w:p w:rsidR="00E00D30" w:rsidRDefault="00E00D30" w:rsidP="00E00D30">
      <w:r>
        <w:t>172.5423</w:t>
      </w:r>
      <w:r>
        <w:tab/>
        <w:t>2.025e0</w:t>
      </w:r>
    </w:p>
    <w:p w:rsidR="00E00D30" w:rsidRDefault="00E00D30" w:rsidP="00E00D30">
      <w:r>
        <w:t>172.5455</w:t>
      </w:r>
      <w:r>
        <w:tab/>
        <w:t>2.025e0</w:t>
      </w:r>
    </w:p>
    <w:p w:rsidR="00E00D30" w:rsidRDefault="00E00D30" w:rsidP="00E00D30">
      <w:r>
        <w:t>172.5506</w:t>
      </w:r>
      <w:r>
        <w:tab/>
        <w:t>2.025e0</w:t>
      </w:r>
    </w:p>
    <w:p w:rsidR="00E00D30" w:rsidRDefault="00E00D30" w:rsidP="00E00D30">
      <w:r>
        <w:t>172.5522</w:t>
      </w:r>
      <w:r>
        <w:tab/>
        <w:t>1.013e0</w:t>
      </w:r>
    </w:p>
    <w:p w:rsidR="00E00D30" w:rsidRDefault="00E00D30" w:rsidP="00E00D30">
      <w:r>
        <w:t>172.5660</w:t>
      </w:r>
      <w:r>
        <w:tab/>
        <w:t>1.013e0</w:t>
      </w:r>
    </w:p>
    <w:p w:rsidR="00E00D30" w:rsidRDefault="00E00D30" w:rsidP="00E00D30">
      <w:r>
        <w:t>172.5732</w:t>
      </w:r>
      <w:r>
        <w:tab/>
        <w:t>1.013e0</w:t>
      </w:r>
    </w:p>
    <w:p w:rsidR="00E00D30" w:rsidRDefault="00E00D30" w:rsidP="00E00D30">
      <w:r>
        <w:t>172.5805</w:t>
      </w:r>
      <w:r>
        <w:tab/>
        <w:t>1.013e0</w:t>
      </w:r>
    </w:p>
    <w:p w:rsidR="00E00D30" w:rsidRDefault="00E00D30" w:rsidP="00E00D30">
      <w:r>
        <w:t>172.5840</w:t>
      </w:r>
      <w:r>
        <w:tab/>
        <w:t>1.013e0</w:t>
      </w:r>
    </w:p>
    <w:p w:rsidR="00E00D30" w:rsidRDefault="00E00D30" w:rsidP="00E00D30">
      <w:r>
        <w:t>172.5908</w:t>
      </w:r>
      <w:r>
        <w:tab/>
        <w:t>1.013e0</w:t>
      </w:r>
    </w:p>
    <w:p w:rsidR="00E00D30" w:rsidRDefault="00E00D30" w:rsidP="00E00D30">
      <w:r>
        <w:t>172.6014</w:t>
      </w:r>
      <w:r>
        <w:tab/>
        <w:t>2.025e0</w:t>
      </w:r>
    </w:p>
    <w:p w:rsidR="00E00D30" w:rsidRDefault="00E00D30" w:rsidP="00E00D30">
      <w:r>
        <w:t>172.6031</w:t>
      </w:r>
      <w:r>
        <w:tab/>
        <w:t>2.025e0</w:t>
      </w:r>
    </w:p>
    <w:p w:rsidR="00E00D30" w:rsidRDefault="00E00D30" w:rsidP="00E00D30">
      <w:r>
        <w:t>172.6366</w:t>
      </w:r>
      <w:r>
        <w:tab/>
        <w:t>2.025e0</w:t>
      </w:r>
    </w:p>
    <w:p w:rsidR="00E00D30" w:rsidRDefault="00E00D30" w:rsidP="00E00D30">
      <w:r>
        <w:t>172.6608</w:t>
      </w:r>
      <w:r>
        <w:tab/>
        <w:t>2.025e0</w:t>
      </w:r>
    </w:p>
    <w:p w:rsidR="00E00D30" w:rsidRDefault="00E00D30" w:rsidP="00E00D30">
      <w:r>
        <w:t>172.6745</w:t>
      </w:r>
      <w:r>
        <w:tab/>
        <w:t>1.013e0</w:t>
      </w:r>
    </w:p>
    <w:p w:rsidR="00E00D30" w:rsidRDefault="00E00D30" w:rsidP="00E00D30">
      <w:r>
        <w:t>172.6990</w:t>
      </w:r>
      <w:r>
        <w:tab/>
        <w:t>1.013e0</w:t>
      </w:r>
    </w:p>
    <w:p w:rsidR="00E00D30" w:rsidRDefault="00E00D30" w:rsidP="00E00D30">
      <w:r>
        <w:t>172.7237</w:t>
      </w:r>
      <w:r>
        <w:tab/>
        <w:t>2.025e0</w:t>
      </w:r>
    </w:p>
    <w:p w:rsidR="00E00D30" w:rsidRDefault="00E00D30" w:rsidP="00E00D30">
      <w:r>
        <w:t>172.7344</w:t>
      </w:r>
      <w:r>
        <w:tab/>
        <w:t>1.013e0</w:t>
      </w:r>
    </w:p>
    <w:p w:rsidR="00E00D30" w:rsidRDefault="00E00D30" w:rsidP="00E00D30">
      <w:r>
        <w:lastRenderedPageBreak/>
        <w:t>172.7377</w:t>
      </w:r>
      <w:r>
        <w:tab/>
        <w:t>1.013e0</w:t>
      </w:r>
    </w:p>
    <w:p w:rsidR="00E00D30" w:rsidRDefault="00E00D30" w:rsidP="00E00D30">
      <w:r>
        <w:t>172.7484</w:t>
      </w:r>
      <w:r>
        <w:tab/>
        <w:t>2.025e0</w:t>
      </w:r>
    </w:p>
    <w:p w:rsidR="00E00D30" w:rsidRDefault="00E00D30" w:rsidP="00E00D30">
      <w:r>
        <w:t>172.7500</w:t>
      </w:r>
      <w:r>
        <w:tab/>
        <w:t>2.025e0</w:t>
      </w:r>
    </w:p>
    <w:p w:rsidR="00E00D30" w:rsidRDefault="00E00D30" w:rsidP="00E00D30">
      <w:r>
        <w:t>172.7624</w:t>
      </w:r>
      <w:r>
        <w:tab/>
        <w:t>1.013e0</w:t>
      </w:r>
    </w:p>
    <w:p w:rsidR="00E00D30" w:rsidRDefault="00E00D30" w:rsidP="00E00D30">
      <w:r>
        <w:t>172.7900</w:t>
      </w:r>
      <w:r>
        <w:tab/>
        <w:t>1.013e0</w:t>
      </w:r>
    </w:p>
    <w:p w:rsidR="00E00D30" w:rsidRDefault="00E00D30" w:rsidP="00E00D30">
      <w:r>
        <w:t>172.7933</w:t>
      </w:r>
      <w:r>
        <w:tab/>
        <w:t>1.013e0</w:t>
      </w:r>
    </w:p>
    <w:p w:rsidR="00E00D30" w:rsidRDefault="00E00D30" w:rsidP="00E00D30">
      <w:r>
        <w:t>172.8354</w:t>
      </w:r>
      <w:r>
        <w:tab/>
        <w:t>2.025e0</w:t>
      </w:r>
    </w:p>
    <w:p w:rsidR="00E00D30" w:rsidRDefault="00E00D30" w:rsidP="00E00D30">
      <w:r>
        <w:t>172.8776</w:t>
      </w:r>
      <w:r>
        <w:tab/>
        <w:t>1.013e0</w:t>
      </w:r>
    </w:p>
    <w:p w:rsidR="00E00D30" w:rsidRDefault="00E00D30" w:rsidP="00E00D30">
      <w:r>
        <w:t>172.8919</w:t>
      </w:r>
      <w:r>
        <w:tab/>
        <w:t>1.013e0</w:t>
      </w:r>
    </w:p>
    <w:p w:rsidR="00E00D30" w:rsidRDefault="00E00D30" w:rsidP="00E00D30">
      <w:r>
        <w:t>172.9540</w:t>
      </w:r>
      <w:r>
        <w:tab/>
        <w:t>1.013e0</w:t>
      </w:r>
    </w:p>
    <w:p w:rsidR="00E00D30" w:rsidRDefault="00E00D30" w:rsidP="00E00D30">
      <w:r>
        <w:t>172.9578</w:t>
      </w:r>
      <w:r>
        <w:tab/>
        <w:t>2.025e0</w:t>
      </w:r>
    </w:p>
    <w:p w:rsidR="00E00D30" w:rsidRDefault="00E00D30" w:rsidP="00E00D30">
      <w:r>
        <w:t>172.9612</w:t>
      </w:r>
      <w:r>
        <w:tab/>
        <w:t>1.013e0</w:t>
      </w:r>
    </w:p>
    <w:p w:rsidR="00E00D30" w:rsidRDefault="00E00D30" w:rsidP="00E00D30">
      <w:r>
        <w:t>172.9770</w:t>
      </w:r>
      <w:r>
        <w:tab/>
        <w:t>2.025e0</w:t>
      </w:r>
    </w:p>
    <w:p w:rsidR="00E00D30" w:rsidRDefault="00E00D30" w:rsidP="00E00D30">
      <w:r>
        <w:t>172.9787</w:t>
      </w:r>
      <w:r>
        <w:tab/>
        <w:t>1.013e0</w:t>
      </w:r>
    </w:p>
    <w:p w:rsidR="00E00D30" w:rsidRDefault="00E00D30" w:rsidP="00E00D30">
      <w:r>
        <w:t>172.9858</w:t>
      </w:r>
      <w:r>
        <w:tab/>
        <w:t>1.013e0</w:t>
      </w:r>
    </w:p>
    <w:p w:rsidR="00E00D30" w:rsidRDefault="00E00D30" w:rsidP="00E00D30">
      <w:r>
        <w:t>172.9905</w:t>
      </w:r>
      <w:r>
        <w:tab/>
        <w:t>3.038e0</w:t>
      </w:r>
    </w:p>
    <w:p w:rsidR="00E00D30" w:rsidRDefault="00E00D30" w:rsidP="00E00D30">
      <w:r>
        <w:t>173.0072</w:t>
      </w:r>
      <w:r>
        <w:tab/>
        <w:t>1.013e0</w:t>
      </w:r>
    </w:p>
    <w:p w:rsidR="00E00D30" w:rsidRDefault="00E00D30" w:rsidP="00E00D30">
      <w:r>
        <w:t>173.0124</w:t>
      </w:r>
      <w:r>
        <w:tab/>
        <w:t>2.025e0</w:t>
      </w:r>
    </w:p>
    <w:p w:rsidR="00E00D30" w:rsidRDefault="00E00D30" w:rsidP="00E00D30">
      <w:r>
        <w:t>173.0297</w:t>
      </w:r>
      <w:r>
        <w:tab/>
        <w:t>5.063e0</w:t>
      </w:r>
    </w:p>
    <w:p w:rsidR="00E00D30" w:rsidRDefault="00E00D30" w:rsidP="00E00D30">
      <w:r>
        <w:lastRenderedPageBreak/>
        <w:t>173.0323</w:t>
      </w:r>
      <w:r>
        <w:tab/>
        <w:t>1.413e1</w:t>
      </w:r>
    </w:p>
    <w:p w:rsidR="00E00D30" w:rsidRDefault="00E00D30" w:rsidP="00E00D30">
      <w:r>
        <w:t>173.0348</w:t>
      </w:r>
      <w:r>
        <w:tab/>
        <w:t>2.025e0</w:t>
      </w:r>
    </w:p>
    <w:p w:rsidR="00E00D30" w:rsidRDefault="00E00D30" w:rsidP="00E00D30">
      <w:r>
        <w:t>173.0367</w:t>
      </w:r>
      <w:r>
        <w:tab/>
        <w:t>6.076e0</w:t>
      </w:r>
    </w:p>
    <w:p w:rsidR="00E00D30" w:rsidRDefault="00E00D30" w:rsidP="00E00D30">
      <w:r>
        <w:t>173.0425</w:t>
      </w:r>
      <w:r>
        <w:tab/>
        <w:t>3.038e0</w:t>
      </w:r>
    </w:p>
    <w:p w:rsidR="00E00D30" w:rsidRDefault="00E00D30" w:rsidP="00E00D30">
      <w:r>
        <w:t>173.0585</w:t>
      </w:r>
      <w:r>
        <w:tab/>
        <w:t>2.025e0</w:t>
      </w:r>
    </w:p>
    <w:p w:rsidR="00E00D30" w:rsidRDefault="00E00D30" w:rsidP="00E00D30">
      <w:r>
        <w:t>173.0660</w:t>
      </w:r>
      <w:r>
        <w:tab/>
        <w:t>1.013e0</w:t>
      </w:r>
    </w:p>
    <w:p w:rsidR="00E00D30" w:rsidRDefault="00E00D30" w:rsidP="00E00D30">
      <w:r>
        <w:t>173.0731</w:t>
      </w:r>
      <w:r>
        <w:tab/>
        <w:t>1.013e0</w:t>
      </w:r>
    </w:p>
    <w:p w:rsidR="00E00D30" w:rsidRDefault="00E00D30" w:rsidP="00E00D30">
      <w:r>
        <w:t>173.0763</w:t>
      </w:r>
      <w:r>
        <w:tab/>
        <w:t>2.025e0</w:t>
      </w:r>
    </w:p>
    <w:p w:rsidR="00E00D30" w:rsidRDefault="00E00D30" w:rsidP="00E00D30">
      <w:r>
        <w:t>173.0799</w:t>
      </w:r>
      <w:r>
        <w:tab/>
        <w:t>1.013e0</w:t>
      </w:r>
    </w:p>
    <w:p w:rsidR="00E00D30" w:rsidRDefault="00E00D30" w:rsidP="00E00D30">
      <w:r>
        <w:t>173.0878</w:t>
      </w:r>
      <w:r>
        <w:tab/>
        <w:t>6.076e0</w:t>
      </w:r>
    </w:p>
    <w:p w:rsidR="00E00D30" w:rsidRDefault="00E00D30" w:rsidP="00E00D30">
      <w:r>
        <w:t>173.0901</w:t>
      </w:r>
      <w:r>
        <w:tab/>
        <w:t>6.393e0</w:t>
      </w:r>
    </w:p>
    <w:p w:rsidR="00E00D30" w:rsidRDefault="00E00D30" w:rsidP="00E00D30">
      <w:r>
        <w:t>173.0948</w:t>
      </w:r>
      <w:r>
        <w:tab/>
        <w:t>7.089e0</w:t>
      </w:r>
    </w:p>
    <w:p w:rsidR="00E00D30" w:rsidRDefault="00E00D30" w:rsidP="00E00D30">
      <w:r>
        <w:t>173.0975</w:t>
      </w:r>
      <w:r>
        <w:tab/>
        <w:t>2.025e0</w:t>
      </w:r>
    </w:p>
    <w:p w:rsidR="00E00D30" w:rsidRDefault="00E00D30" w:rsidP="00E00D30">
      <w:r>
        <w:t>173.0992</w:t>
      </w:r>
      <w:r>
        <w:tab/>
        <w:t>2.025e0</w:t>
      </w:r>
    </w:p>
    <w:p w:rsidR="00E00D30" w:rsidRDefault="00E00D30" w:rsidP="00E00D30">
      <w:r>
        <w:t>173.1003</w:t>
      </w:r>
      <w:r>
        <w:tab/>
        <w:t>4.051e0</w:t>
      </w:r>
    </w:p>
    <w:p w:rsidR="00E00D30" w:rsidRDefault="00E00D30" w:rsidP="00E00D30">
      <w:r>
        <w:t>173.1170</w:t>
      </w:r>
      <w:r>
        <w:tab/>
        <w:t>3.038e0</w:t>
      </w:r>
    </w:p>
    <w:p w:rsidR="00E00D30" w:rsidRDefault="00E00D30" w:rsidP="00E00D30">
      <w:r>
        <w:t>173.1223</w:t>
      </w:r>
      <w:r>
        <w:tab/>
        <w:t>3.038e0</w:t>
      </w:r>
    </w:p>
    <w:p w:rsidR="00E00D30" w:rsidRDefault="00E00D30" w:rsidP="00E00D30">
      <w:r>
        <w:t>173.1240</w:t>
      </w:r>
      <w:r>
        <w:tab/>
        <w:t>2.025e0</w:t>
      </w:r>
    </w:p>
    <w:p w:rsidR="00E00D30" w:rsidRDefault="00E00D30" w:rsidP="00E00D30">
      <w:r>
        <w:t>173.1258</w:t>
      </w:r>
      <w:r>
        <w:tab/>
        <w:t>2.025e0</w:t>
      </w:r>
    </w:p>
    <w:p w:rsidR="00E00D30" w:rsidRDefault="00E00D30" w:rsidP="00E00D30">
      <w:r>
        <w:lastRenderedPageBreak/>
        <w:t>173.1275</w:t>
      </w:r>
      <w:r>
        <w:tab/>
        <w:t>2.025e0</w:t>
      </w:r>
    </w:p>
    <w:p w:rsidR="00E00D30" w:rsidRDefault="00E00D30" w:rsidP="00E00D30">
      <w:r>
        <w:t>173.1331</w:t>
      </w:r>
      <w:r>
        <w:tab/>
        <w:t>2.025e0</w:t>
      </w:r>
    </w:p>
    <w:p w:rsidR="00E00D30" w:rsidRDefault="00E00D30" w:rsidP="00E00D30">
      <w:r>
        <w:t>173.1343</w:t>
      </w:r>
      <w:r>
        <w:tab/>
        <w:t>7.242e0</w:t>
      </w:r>
    </w:p>
    <w:p w:rsidR="00E00D30" w:rsidRDefault="00E00D30" w:rsidP="00E00D30">
      <w:r>
        <w:t>173.1367</w:t>
      </w:r>
      <w:r>
        <w:tab/>
        <w:t>1.013e0</w:t>
      </w:r>
    </w:p>
    <w:p w:rsidR="00E00D30" w:rsidRDefault="00E00D30" w:rsidP="00E00D30">
      <w:r>
        <w:t>173.1486</w:t>
      </w:r>
      <w:r>
        <w:tab/>
        <w:t>2.025e0</w:t>
      </w:r>
    </w:p>
    <w:p w:rsidR="00E00D30" w:rsidRDefault="00E00D30" w:rsidP="00E00D30">
      <w:r>
        <w:t>173.1507</w:t>
      </w:r>
      <w:r>
        <w:tab/>
        <w:t>1.013e0</w:t>
      </w:r>
    </w:p>
    <w:p w:rsidR="00E00D30" w:rsidRDefault="00E00D30" w:rsidP="00E00D30">
      <w:r>
        <w:t>173.1709</w:t>
      </w:r>
      <w:r>
        <w:tab/>
        <w:t>1.013e0</w:t>
      </w:r>
    </w:p>
    <w:p w:rsidR="00E00D30" w:rsidRDefault="00E00D30" w:rsidP="00E00D30">
      <w:r>
        <w:t>173.1757</w:t>
      </w:r>
      <w:r>
        <w:tab/>
        <w:t>2.025e0</w:t>
      </w:r>
    </w:p>
    <w:p w:rsidR="00E00D30" w:rsidRDefault="00E00D30" w:rsidP="00E00D30">
      <w:r>
        <w:t>173.1810</w:t>
      </w:r>
      <w:r>
        <w:tab/>
        <w:t>1.013e0</w:t>
      </w:r>
    </w:p>
    <w:p w:rsidR="00E00D30" w:rsidRDefault="00E00D30" w:rsidP="00E00D30">
      <w:r>
        <w:t>173.1881</w:t>
      </w:r>
      <w:r>
        <w:tab/>
        <w:t>1.013e0</w:t>
      </w:r>
    </w:p>
    <w:p w:rsidR="00E00D30" w:rsidRDefault="00E00D30" w:rsidP="00E00D30">
      <w:r>
        <w:t>173.1915</w:t>
      </w:r>
      <w:r>
        <w:tab/>
        <w:t>1.013e0</w:t>
      </w:r>
    </w:p>
    <w:p w:rsidR="00E00D30" w:rsidRDefault="00E00D30" w:rsidP="00E00D30">
      <w:r>
        <w:t>173.2060</w:t>
      </w:r>
      <w:r>
        <w:tab/>
        <w:t>1.013e0</w:t>
      </w:r>
    </w:p>
    <w:p w:rsidR="00E00D30" w:rsidRDefault="00E00D30" w:rsidP="00E00D30">
      <w:r>
        <w:t>173.2237</w:t>
      </w:r>
      <w:r>
        <w:tab/>
        <w:t>1.013e0</w:t>
      </w:r>
    </w:p>
    <w:p w:rsidR="00E00D30" w:rsidRDefault="00E00D30" w:rsidP="00E00D30">
      <w:r>
        <w:t>173.2482</w:t>
      </w:r>
      <w:r>
        <w:tab/>
        <w:t>2.025e0</w:t>
      </w:r>
    </w:p>
    <w:p w:rsidR="00E00D30" w:rsidRDefault="00E00D30" w:rsidP="00E00D30">
      <w:r>
        <w:t>173.2697</w:t>
      </w:r>
      <w:r>
        <w:tab/>
        <w:t>1.013e0</w:t>
      </w:r>
    </w:p>
    <w:p w:rsidR="00E00D30" w:rsidRDefault="00E00D30" w:rsidP="00E00D30">
      <w:r>
        <w:t>173.2763</w:t>
      </w:r>
      <w:r>
        <w:tab/>
        <w:t>1.013e0</w:t>
      </w:r>
    </w:p>
    <w:p w:rsidR="00E00D30" w:rsidRDefault="00E00D30" w:rsidP="00E00D30">
      <w:r>
        <w:t>173.2968</w:t>
      </w:r>
      <w:r>
        <w:tab/>
        <w:t>1.013e0</w:t>
      </w:r>
    </w:p>
    <w:p w:rsidR="00E00D30" w:rsidRDefault="00E00D30" w:rsidP="00E00D30">
      <w:r>
        <w:t>173.3121</w:t>
      </w:r>
      <w:r>
        <w:tab/>
        <w:t>2.025e0</w:t>
      </w:r>
    </w:p>
    <w:p w:rsidR="00E00D30" w:rsidRDefault="00E00D30" w:rsidP="00E00D30">
      <w:r>
        <w:t>173.3139</w:t>
      </w:r>
      <w:r>
        <w:tab/>
        <w:t>1.013e0</w:t>
      </w:r>
    </w:p>
    <w:p w:rsidR="00E00D30" w:rsidRDefault="00E00D30" w:rsidP="00E00D30">
      <w:r>
        <w:lastRenderedPageBreak/>
        <w:t>173.3459</w:t>
      </w:r>
      <w:r>
        <w:tab/>
        <w:t>3.038e0</w:t>
      </w:r>
    </w:p>
    <w:p w:rsidR="00E00D30" w:rsidRDefault="00E00D30" w:rsidP="00E00D30">
      <w:r>
        <w:t>173.3494</w:t>
      </w:r>
      <w:r>
        <w:tab/>
        <w:t>2.025e0</w:t>
      </w:r>
    </w:p>
    <w:p w:rsidR="00E00D30" w:rsidRDefault="00E00D30" w:rsidP="00E00D30">
      <w:r>
        <w:t>173.3528</w:t>
      </w:r>
      <w:r>
        <w:tab/>
        <w:t>1.013e0</w:t>
      </w:r>
    </w:p>
    <w:p w:rsidR="00E00D30" w:rsidRDefault="00E00D30" w:rsidP="00E00D30">
      <w:r>
        <w:t>173.3564</w:t>
      </w:r>
      <w:r>
        <w:tab/>
        <w:t>1.013e0</w:t>
      </w:r>
    </w:p>
    <w:p w:rsidR="00E00D30" w:rsidRDefault="00E00D30" w:rsidP="00E00D30">
      <w:r>
        <w:t>173.3600</w:t>
      </w:r>
      <w:r>
        <w:tab/>
        <w:t>2.025e0</w:t>
      </w:r>
    </w:p>
    <w:p w:rsidR="00E00D30" w:rsidRDefault="00E00D30" w:rsidP="00E00D30">
      <w:r>
        <w:t>173.4024</w:t>
      </w:r>
      <w:r>
        <w:tab/>
        <w:t>1.013e0</w:t>
      </w:r>
    </w:p>
    <w:p w:rsidR="00E00D30" w:rsidRDefault="00E00D30" w:rsidP="00E00D30">
      <w:r>
        <w:t>173.4059</w:t>
      </w:r>
      <w:r>
        <w:tab/>
        <w:t>1.013e0</w:t>
      </w:r>
    </w:p>
    <w:p w:rsidR="00E00D30" w:rsidRDefault="00E00D30" w:rsidP="00E00D30">
      <w:r>
        <w:t>173.4194</w:t>
      </w:r>
      <w:r>
        <w:tab/>
        <w:t>1.013e0</w:t>
      </w:r>
    </w:p>
    <w:p w:rsidR="00E00D30" w:rsidRDefault="00E00D30" w:rsidP="00E00D30">
      <w:r>
        <w:t>173.4400</w:t>
      </w:r>
      <w:r>
        <w:tab/>
        <w:t>1.013e0</w:t>
      </w:r>
    </w:p>
    <w:p w:rsidR="00E00D30" w:rsidRDefault="00E00D30" w:rsidP="00E00D30">
      <w:r>
        <w:t>173.4508</w:t>
      </w:r>
      <w:r>
        <w:tab/>
        <w:t>1.013e0</w:t>
      </w:r>
    </w:p>
    <w:p w:rsidR="00E00D30" w:rsidRDefault="00E00D30" w:rsidP="00E00D30">
      <w:r>
        <w:t>173.4648</w:t>
      </w:r>
      <w:r>
        <w:tab/>
        <w:t>1.013e0</w:t>
      </w:r>
    </w:p>
    <w:p w:rsidR="00E00D30" w:rsidRDefault="00E00D30" w:rsidP="00E00D30">
      <w:r>
        <w:t>173.5142</w:t>
      </w:r>
      <w:r>
        <w:tab/>
        <w:t>1.013e0</w:t>
      </w:r>
    </w:p>
    <w:p w:rsidR="00E00D30" w:rsidRDefault="00E00D30" w:rsidP="00E00D30">
      <w:r>
        <w:t>173.5249</w:t>
      </w:r>
      <w:r>
        <w:tab/>
        <w:t>1.013e0</w:t>
      </w:r>
    </w:p>
    <w:p w:rsidR="00E00D30" w:rsidRDefault="00E00D30" w:rsidP="00E00D30">
      <w:r>
        <w:t>173.5285</w:t>
      </w:r>
      <w:r>
        <w:tab/>
        <w:t>2.025e0</w:t>
      </w:r>
    </w:p>
    <w:p w:rsidR="00E00D30" w:rsidRDefault="00E00D30" w:rsidP="00E00D30">
      <w:r>
        <w:t>173.5320</w:t>
      </w:r>
      <w:r>
        <w:tab/>
        <w:t>1.013e0</w:t>
      </w:r>
    </w:p>
    <w:p w:rsidR="00E00D30" w:rsidRDefault="00E00D30" w:rsidP="00E00D30">
      <w:r>
        <w:t>173.5353</w:t>
      </w:r>
      <w:r>
        <w:tab/>
        <w:t>1.013e0</w:t>
      </w:r>
    </w:p>
    <w:p w:rsidR="00E00D30" w:rsidRDefault="00E00D30" w:rsidP="00E00D30">
      <w:r>
        <w:t>173.5388</w:t>
      </w:r>
      <w:r>
        <w:tab/>
        <w:t>1.013e0</w:t>
      </w:r>
    </w:p>
    <w:p w:rsidR="00E00D30" w:rsidRDefault="00E00D30" w:rsidP="00E00D30">
      <w:r>
        <w:t>173.5525</w:t>
      </w:r>
      <w:r>
        <w:tab/>
        <w:t>1.013e0</w:t>
      </w:r>
    </w:p>
    <w:p w:rsidR="00E00D30" w:rsidRDefault="00E00D30" w:rsidP="00E00D30">
      <w:r>
        <w:t>173.5558</w:t>
      </w:r>
      <w:r>
        <w:tab/>
        <w:t>1.013e0</w:t>
      </w:r>
    </w:p>
    <w:p w:rsidR="00E00D30" w:rsidRDefault="00E00D30" w:rsidP="00E00D30">
      <w:r>
        <w:lastRenderedPageBreak/>
        <w:t>173.5800</w:t>
      </w:r>
      <w:r>
        <w:tab/>
        <w:t>1.013e0</w:t>
      </w:r>
    </w:p>
    <w:p w:rsidR="00E00D30" w:rsidRDefault="00E00D30" w:rsidP="00E00D30">
      <w:r>
        <w:t>173.5871</w:t>
      </w:r>
      <w:r>
        <w:tab/>
        <w:t>1.013e0</w:t>
      </w:r>
    </w:p>
    <w:p w:rsidR="00E00D30" w:rsidRDefault="00E00D30" w:rsidP="00E00D30">
      <w:r>
        <w:t>173.6013</w:t>
      </w:r>
      <w:r>
        <w:tab/>
        <w:t>1.013e0</w:t>
      </w:r>
    </w:p>
    <w:p w:rsidR="00E00D30" w:rsidRDefault="00E00D30" w:rsidP="00E00D30">
      <w:r>
        <w:t>173.6366</w:t>
      </w:r>
      <w:r>
        <w:tab/>
        <w:t>1.013e0</w:t>
      </w:r>
    </w:p>
    <w:p w:rsidR="00E00D30" w:rsidRDefault="00E00D30" w:rsidP="00E00D30">
      <w:r>
        <w:t>173.6650</w:t>
      </w:r>
      <w:r>
        <w:tab/>
        <w:t>2.025e0</w:t>
      </w:r>
    </w:p>
    <w:p w:rsidR="00E00D30" w:rsidRDefault="00E00D30" w:rsidP="00E00D30">
      <w:r>
        <w:t>173.6820</w:t>
      </w:r>
      <w:r>
        <w:tab/>
        <w:t>1.013e0</w:t>
      </w:r>
    </w:p>
    <w:p w:rsidR="00E00D30" w:rsidRDefault="00E00D30" w:rsidP="00E00D30">
      <w:r>
        <w:t>173.7203</w:t>
      </w:r>
      <w:r>
        <w:tab/>
        <w:t>1.013e0</w:t>
      </w:r>
    </w:p>
    <w:p w:rsidR="00E00D30" w:rsidRDefault="00E00D30" w:rsidP="00E00D30">
      <w:r>
        <w:t>173.7237</w:t>
      </w:r>
      <w:r>
        <w:tab/>
        <w:t>1.013e0</w:t>
      </w:r>
    </w:p>
    <w:p w:rsidR="00E00D30" w:rsidRDefault="00E00D30" w:rsidP="00E00D30">
      <w:r>
        <w:t>173.7308</w:t>
      </w:r>
      <w:r>
        <w:tab/>
        <w:t>1.013e0</w:t>
      </w:r>
    </w:p>
    <w:p w:rsidR="00E00D30" w:rsidRDefault="00E00D30" w:rsidP="00E00D30">
      <w:r>
        <w:t>173.7433</w:t>
      </w:r>
      <w:r>
        <w:tab/>
        <w:t>2.025e0</w:t>
      </w:r>
    </w:p>
    <w:p w:rsidR="00E00D30" w:rsidRDefault="00E00D30" w:rsidP="00E00D30">
      <w:r>
        <w:t>173.7521</w:t>
      </w:r>
      <w:r>
        <w:tab/>
        <w:t>1.013e0</w:t>
      </w:r>
    </w:p>
    <w:p w:rsidR="00E00D30" w:rsidRDefault="00E00D30" w:rsidP="00E00D30">
      <w:r>
        <w:t>173.7661</w:t>
      </w:r>
      <w:r>
        <w:tab/>
        <w:t>1.013e0</w:t>
      </w:r>
    </w:p>
    <w:p w:rsidR="00E00D30" w:rsidRDefault="00E00D30" w:rsidP="00E00D30">
      <w:r>
        <w:t>173.8291</w:t>
      </w:r>
      <w:r>
        <w:tab/>
        <w:t>1.013e0</w:t>
      </w:r>
    </w:p>
    <w:p w:rsidR="00E00D30" w:rsidRDefault="00E00D30" w:rsidP="00E00D30">
      <w:r>
        <w:t>173.8391</w:t>
      </w:r>
      <w:r>
        <w:tab/>
        <w:t>1.013e0</w:t>
      </w:r>
    </w:p>
    <w:p w:rsidR="00E00D30" w:rsidRDefault="00E00D30" w:rsidP="00E00D30">
      <w:r>
        <w:t>173.8464</w:t>
      </w:r>
      <w:r>
        <w:tab/>
        <w:t>2.025e0</w:t>
      </w:r>
    </w:p>
    <w:p w:rsidR="00E00D30" w:rsidRDefault="00E00D30" w:rsidP="00E00D30">
      <w:r>
        <w:t>173.8855</w:t>
      </w:r>
      <w:r>
        <w:tab/>
        <w:t>1.013e0</w:t>
      </w:r>
    </w:p>
    <w:p w:rsidR="00E00D30" w:rsidRDefault="00E00D30" w:rsidP="00E00D30">
      <w:r>
        <w:t>173.8887</w:t>
      </w:r>
      <w:r>
        <w:tab/>
        <w:t>1.013e0</w:t>
      </w:r>
    </w:p>
    <w:p w:rsidR="00E00D30" w:rsidRDefault="00E00D30" w:rsidP="00E00D30">
      <w:r>
        <w:t>173.9029</w:t>
      </w:r>
      <w:r>
        <w:tab/>
        <w:t>1.013e0</w:t>
      </w:r>
    </w:p>
    <w:p w:rsidR="00E00D30" w:rsidRDefault="00E00D30" w:rsidP="00E00D30">
      <w:r>
        <w:t>173.9063</w:t>
      </w:r>
      <w:r>
        <w:tab/>
        <w:t>1.013e0</w:t>
      </w:r>
    </w:p>
    <w:p w:rsidR="00E00D30" w:rsidRDefault="00E00D30" w:rsidP="00E00D30">
      <w:r>
        <w:lastRenderedPageBreak/>
        <w:t>173.9170</w:t>
      </w:r>
      <w:r>
        <w:tab/>
        <w:t>1.013e0</w:t>
      </w:r>
    </w:p>
    <w:p w:rsidR="00E00D30" w:rsidRDefault="00E00D30" w:rsidP="00E00D30">
      <w:r>
        <w:t>173.9277</w:t>
      </w:r>
      <w:r>
        <w:tab/>
        <w:t>1.013e0</w:t>
      </w:r>
    </w:p>
    <w:p w:rsidR="00E00D30" w:rsidRDefault="00E00D30" w:rsidP="00E00D30">
      <w:r>
        <w:t>173.9555</w:t>
      </w:r>
      <w:r>
        <w:tab/>
        <w:t>1.013e0</w:t>
      </w:r>
    </w:p>
    <w:p w:rsidR="00E00D30" w:rsidRDefault="00E00D30" w:rsidP="00E00D30">
      <w:r>
        <w:t>173.9620</w:t>
      </w:r>
      <w:r>
        <w:tab/>
        <w:t>1.013e0</w:t>
      </w:r>
    </w:p>
    <w:p w:rsidR="00E00D30" w:rsidRDefault="00E00D30" w:rsidP="00E00D30">
      <w:r>
        <w:t>173.9657</w:t>
      </w:r>
      <w:r>
        <w:tab/>
        <w:t>1.013e0</w:t>
      </w:r>
    </w:p>
    <w:p w:rsidR="00E00D30" w:rsidRDefault="00E00D30" w:rsidP="00E00D30">
      <w:r>
        <w:t>173.9724</w:t>
      </w:r>
      <w:r>
        <w:tab/>
        <w:t>1.013e0</w:t>
      </w:r>
    </w:p>
    <w:p w:rsidR="00E00D30" w:rsidRDefault="00E00D30" w:rsidP="00E00D30">
      <w:r>
        <w:t>173.9865</w:t>
      </w:r>
      <w:r>
        <w:tab/>
        <w:t>1.013e0</w:t>
      </w:r>
    </w:p>
    <w:p w:rsidR="00E00D30" w:rsidRDefault="00E00D30" w:rsidP="00E00D30">
      <w:r>
        <w:t>173.9974</w:t>
      </w:r>
      <w:r>
        <w:tab/>
        <w:t>2.025e0</w:t>
      </w:r>
    </w:p>
    <w:p w:rsidR="00E00D30" w:rsidRDefault="00E00D30" w:rsidP="00E00D30">
      <w:r>
        <w:t>174.0219</w:t>
      </w:r>
      <w:r>
        <w:tab/>
        <w:t>1.013e0</w:t>
      </w:r>
    </w:p>
    <w:p w:rsidR="00E00D30" w:rsidRDefault="00E00D30" w:rsidP="00E00D30">
      <w:r>
        <w:t>174.0255</w:t>
      </w:r>
      <w:r>
        <w:tab/>
        <w:t>1.013e0</w:t>
      </w:r>
    </w:p>
    <w:p w:rsidR="00E00D30" w:rsidRDefault="00E00D30" w:rsidP="00E00D30">
      <w:r>
        <w:t>174.0396</w:t>
      </w:r>
      <w:r>
        <w:tab/>
        <w:t>1.013e0</w:t>
      </w:r>
    </w:p>
    <w:p w:rsidR="00E00D30" w:rsidRDefault="00E00D30" w:rsidP="00E00D30">
      <w:r>
        <w:t>174.0432</w:t>
      </w:r>
      <w:r>
        <w:tab/>
        <w:t>2.025e0</w:t>
      </w:r>
    </w:p>
    <w:p w:rsidR="00E00D30" w:rsidRDefault="00E00D30" w:rsidP="00E00D30">
      <w:r>
        <w:t>174.0469</w:t>
      </w:r>
      <w:r>
        <w:tab/>
        <w:t>1.013e0</w:t>
      </w:r>
    </w:p>
    <w:p w:rsidR="00E00D30" w:rsidRDefault="00E00D30" w:rsidP="00E00D30">
      <w:r>
        <w:t>174.0505</w:t>
      </w:r>
      <w:r>
        <w:tab/>
        <w:t>1.013e0</w:t>
      </w:r>
    </w:p>
    <w:p w:rsidR="00E00D30" w:rsidRDefault="00E00D30" w:rsidP="00E00D30">
      <w:r>
        <w:t>174.0574</w:t>
      </w:r>
      <w:r>
        <w:tab/>
        <w:t>1.013e0</w:t>
      </w:r>
    </w:p>
    <w:p w:rsidR="00E00D30" w:rsidRDefault="00E00D30" w:rsidP="00E00D30">
      <w:r>
        <w:t>174.0608</w:t>
      </w:r>
      <w:r>
        <w:tab/>
        <w:t>1.013e0</w:t>
      </w:r>
    </w:p>
    <w:p w:rsidR="00E00D30" w:rsidRDefault="00E00D30" w:rsidP="00E00D30">
      <w:r>
        <w:t>174.0680</w:t>
      </w:r>
      <w:r>
        <w:tab/>
        <w:t>1.013e0</w:t>
      </w:r>
    </w:p>
    <w:p w:rsidR="00E00D30" w:rsidRDefault="00E00D30" w:rsidP="00E00D30">
      <w:r>
        <w:t>174.0714</w:t>
      </w:r>
      <w:r>
        <w:tab/>
        <w:t>2.025e0</w:t>
      </w:r>
    </w:p>
    <w:p w:rsidR="00E00D30" w:rsidRDefault="00E00D30" w:rsidP="00E00D30">
      <w:r>
        <w:t>174.0751</w:t>
      </w:r>
      <w:r>
        <w:tab/>
        <w:t>1.013e0</w:t>
      </w:r>
    </w:p>
    <w:p w:rsidR="00E00D30" w:rsidRDefault="00E00D30" w:rsidP="00E00D30">
      <w:r>
        <w:lastRenderedPageBreak/>
        <w:t>174.0834</w:t>
      </w:r>
      <w:r>
        <w:tab/>
        <w:t>2.025e0</w:t>
      </w:r>
    </w:p>
    <w:p w:rsidR="00E00D30" w:rsidRDefault="00E00D30" w:rsidP="00E00D30">
      <w:r>
        <w:t>174.0851</w:t>
      </w:r>
      <w:r>
        <w:tab/>
        <w:t>3.038e0</w:t>
      </w:r>
    </w:p>
    <w:p w:rsidR="00E00D30" w:rsidRDefault="00E00D30" w:rsidP="00E00D30">
      <w:r>
        <w:t>174.0919</w:t>
      </w:r>
      <w:r>
        <w:tab/>
        <w:t>2.025e0</w:t>
      </w:r>
    </w:p>
    <w:p w:rsidR="00E00D30" w:rsidRDefault="00E00D30" w:rsidP="00E00D30">
      <w:r>
        <w:t>174.0990</w:t>
      </w:r>
      <w:r>
        <w:tab/>
        <w:t>1.013e0</w:t>
      </w:r>
    </w:p>
    <w:p w:rsidR="00E00D30" w:rsidRDefault="00E00D30" w:rsidP="00E00D30">
      <w:r>
        <w:t>174.1091</w:t>
      </w:r>
      <w:r>
        <w:tab/>
        <w:t>2.025e0</w:t>
      </w:r>
    </w:p>
    <w:p w:rsidR="00E00D30" w:rsidRDefault="00E00D30" w:rsidP="00E00D30">
      <w:r>
        <w:t>174.1126</w:t>
      </w:r>
      <w:r>
        <w:tab/>
        <w:t>2.025e0</w:t>
      </w:r>
    </w:p>
    <w:p w:rsidR="00E00D30" w:rsidRDefault="00E00D30" w:rsidP="00E00D30">
      <w:r>
        <w:t>174.1197</w:t>
      </w:r>
      <w:r>
        <w:tab/>
        <w:t>2.025e0</w:t>
      </w:r>
    </w:p>
    <w:p w:rsidR="00E00D30" w:rsidRDefault="00E00D30" w:rsidP="00E00D30">
      <w:r>
        <w:t>174.1265</w:t>
      </w:r>
      <w:r>
        <w:tab/>
        <w:t>5.063e0</w:t>
      </w:r>
    </w:p>
    <w:p w:rsidR="00E00D30" w:rsidRDefault="00E00D30" w:rsidP="00E00D30">
      <w:r>
        <w:t>174.1288</w:t>
      </w:r>
      <w:r>
        <w:tab/>
        <w:t>2.025e0</w:t>
      </w:r>
    </w:p>
    <w:p w:rsidR="00E00D30" w:rsidRDefault="00E00D30" w:rsidP="00E00D30">
      <w:r>
        <w:t>174.1340</w:t>
      </w:r>
      <w:r>
        <w:tab/>
        <w:t>2.025e0</w:t>
      </w:r>
    </w:p>
    <w:p w:rsidR="00E00D30" w:rsidRDefault="00E00D30" w:rsidP="00E00D30">
      <w:r>
        <w:t>174.1374</w:t>
      </w:r>
      <w:r>
        <w:tab/>
        <w:t>1.013e0</w:t>
      </w:r>
    </w:p>
    <w:p w:rsidR="00E00D30" w:rsidRDefault="00E00D30" w:rsidP="00E00D30">
      <w:r>
        <w:t>174.1410</w:t>
      </w:r>
      <w:r>
        <w:tab/>
        <w:t>1.013e0</w:t>
      </w:r>
    </w:p>
    <w:p w:rsidR="00E00D30" w:rsidRDefault="00E00D30" w:rsidP="00E00D30">
      <w:r>
        <w:t>174.1516</w:t>
      </w:r>
      <w:r>
        <w:tab/>
        <w:t>1.013e0</w:t>
      </w:r>
    </w:p>
    <w:p w:rsidR="00E00D30" w:rsidRDefault="00E00D30" w:rsidP="00E00D30">
      <w:r>
        <w:t>174.1552</w:t>
      </w:r>
      <w:r>
        <w:tab/>
        <w:t>2.025e0</w:t>
      </w:r>
    </w:p>
    <w:p w:rsidR="00E00D30" w:rsidRDefault="00E00D30" w:rsidP="00E00D30">
      <w:r>
        <w:t>174.1621</w:t>
      </w:r>
      <w:r>
        <w:tab/>
        <w:t>2.025e0</w:t>
      </w:r>
    </w:p>
    <w:p w:rsidR="00E00D30" w:rsidRDefault="00E00D30" w:rsidP="00E00D30">
      <w:r>
        <w:t>174.1872</w:t>
      </w:r>
      <w:r>
        <w:tab/>
        <w:t>1.013e0</w:t>
      </w:r>
    </w:p>
    <w:p w:rsidR="00E00D30" w:rsidRDefault="00E00D30" w:rsidP="00E00D30">
      <w:r>
        <w:t>174.1905</w:t>
      </w:r>
      <w:r>
        <w:tab/>
        <w:t>1.013e0</w:t>
      </w:r>
    </w:p>
    <w:p w:rsidR="00E00D30" w:rsidRDefault="00E00D30" w:rsidP="00E00D30">
      <w:r>
        <w:t>174.1959</w:t>
      </w:r>
      <w:r>
        <w:tab/>
        <w:t>2.025e0</w:t>
      </w:r>
    </w:p>
    <w:p w:rsidR="00E00D30" w:rsidRDefault="00E00D30" w:rsidP="00E00D30">
      <w:r>
        <w:t>174.2151</w:t>
      </w:r>
      <w:r>
        <w:tab/>
        <w:t>1.013e0</w:t>
      </w:r>
    </w:p>
    <w:p w:rsidR="00E00D30" w:rsidRDefault="00E00D30" w:rsidP="00E00D30">
      <w:r>
        <w:lastRenderedPageBreak/>
        <w:t>174.2220</w:t>
      </w:r>
      <w:r>
        <w:tab/>
        <w:t>1.013e0</w:t>
      </w:r>
    </w:p>
    <w:p w:rsidR="00E00D30" w:rsidRDefault="00E00D30" w:rsidP="00E00D30">
      <w:r>
        <w:t>174.2355</w:t>
      </w:r>
      <w:r>
        <w:tab/>
        <w:t>1.013e0</w:t>
      </w:r>
    </w:p>
    <w:p w:rsidR="00E00D30" w:rsidRDefault="00E00D30" w:rsidP="00E00D30">
      <w:r>
        <w:t>174.2391</w:t>
      </w:r>
      <w:r>
        <w:tab/>
        <w:t>1.013e0</w:t>
      </w:r>
    </w:p>
    <w:p w:rsidR="00E00D30" w:rsidRDefault="00E00D30" w:rsidP="00E00D30">
      <w:r>
        <w:t>174.2424</w:t>
      </w:r>
      <w:r>
        <w:tab/>
        <w:t>1.013e0</w:t>
      </w:r>
    </w:p>
    <w:p w:rsidR="00E00D30" w:rsidRDefault="00E00D30" w:rsidP="00E00D30">
      <w:r>
        <w:t>174.2706</w:t>
      </w:r>
      <w:r>
        <w:tab/>
        <w:t>2.025e0</w:t>
      </w:r>
    </w:p>
    <w:p w:rsidR="00E00D30" w:rsidRDefault="00E00D30" w:rsidP="00E00D30">
      <w:r>
        <w:t>174.2744</w:t>
      </w:r>
      <w:r>
        <w:tab/>
        <w:t>3.038e0</w:t>
      </w:r>
    </w:p>
    <w:p w:rsidR="00E00D30" w:rsidRDefault="00E00D30" w:rsidP="00E00D30">
      <w:r>
        <w:t>174.2849</w:t>
      </w:r>
      <w:r>
        <w:tab/>
        <w:t>2.025e0</w:t>
      </w:r>
    </w:p>
    <w:p w:rsidR="00E00D30" w:rsidRDefault="00E00D30" w:rsidP="00E00D30">
      <w:r>
        <w:t>174.2884</w:t>
      </w:r>
      <w:r>
        <w:tab/>
        <w:t>1.013e0</w:t>
      </w:r>
    </w:p>
    <w:p w:rsidR="00E00D30" w:rsidRDefault="00E00D30" w:rsidP="00E00D30">
      <w:r>
        <w:t>174.2939</w:t>
      </w:r>
      <w:r>
        <w:tab/>
        <w:t>2.025e0</w:t>
      </w:r>
    </w:p>
    <w:p w:rsidR="00E00D30" w:rsidRDefault="00E00D30" w:rsidP="00E00D30">
      <w:r>
        <w:t>174.3096</w:t>
      </w:r>
      <w:r>
        <w:tab/>
        <w:t>1.013e0</w:t>
      </w:r>
    </w:p>
    <w:p w:rsidR="00E00D30" w:rsidRDefault="00E00D30" w:rsidP="00E00D30">
      <w:r>
        <w:t>174.3202</w:t>
      </w:r>
      <w:r>
        <w:tab/>
        <w:t>1.013e0</w:t>
      </w:r>
    </w:p>
    <w:p w:rsidR="00E00D30" w:rsidRDefault="00E00D30" w:rsidP="00E00D30">
      <w:r>
        <w:t>174.3274</w:t>
      </w:r>
      <w:r>
        <w:tab/>
        <w:t>1.013e0</w:t>
      </w:r>
    </w:p>
    <w:p w:rsidR="00E00D30" w:rsidRDefault="00E00D30" w:rsidP="00E00D30">
      <w:r>
        <w:t>174.3345</w:t>
      </w:r>
      <w:r>
        <w:tab/>
        <w:t>1.013e0</w:t>
      </w:r>
    </w:p>
    <w:p w:rsidR="00E00D30" w:rsidRDefault="00E00D30" w:rsidP="00E00D30">
      <w:r>
        <w:t>174.3400</w:t>
      </w:r>
      <w:r>
        <w:tab/>
        <w:t>2.025e0</w:t>
      </w:r>
    </w:p>
    <w:p w:rsidR="00E00D30" w:rsidRDefault="00E00D30" w:rsidP="00E00D30">
      <w:r>
        <w:t>174.3451</w:t>
      </w:r>
      <w:r>
        <w:tab/>
        <w:t>2.025e0</w:t>
      </w:r>
    </w:p>
    <w:p w:rsidR="00E00D30" w:rsidRDefault="00E00D30" w:rsidP="00E00D30">
      <w:r>
        <w:t>174.3659</w:t>
      </w:r>
      <w:r>
        <w:tab/>
        <w:t>1.013e0</w:t>
      </w:r>
    </w:p>
    <w:p w:rsidR="00E00D30" w:rsidRDefault="00E00D30" w:rsidP="00E00D30">
      <w:r>
        <w:t>174.3932</w:t>
      </w:r>
      <w:r>
        <w:tab/>
        <w:t>1.013e0</w:t>
      </w:r>
    </w:p>
    <w:p w:rsidR="00E00D30" w:rsidRDefault="00E00D30" w:rsidP="00E00D30">
      <w:r>
        <w:t>174.4182</w:t>
      </w:r>
      <w:r>
        <w:tab/>
        <w:t>1.013e0</w:t>
      </w:r>
    </w:p>
    <w:p w:rsidR="00E00D30" w:rsidRDefault="00E00D30" w:rsidP="00E00D30">
      <w:r>
        <w:t>174.4252</w:t>
      </w:r>
      <w:r>
        <w:tab/>
        <w:t>1.013e0</w:t>
      </w:r>
    </w:p>
    <w:p w:rsidR="00E00D30" w:rsidRDefault="00E00D30" w:rsidP="00E00D30">
      <w:r>
        <w:lastRenderedPageBreak/>
        <w:t>174.4502</w:t>
      </w:r>
      <w:r>
        <w:tab/>
        <w:t>1.013e0</w:t>
      </w:r>
    </w:p>
    <w:p w:rsidR="00E00D30" w:rsidRDefault="00E00D30" w:rsidP="00E00D30">
      <w:r>
        <w:t>174.4751</w:t>
      </w:r>
      <w:r>
        <w:tab/>
        <w:t>1.013e0</w:t>
      </w:r>
    </w:p>
    <w:p w:rsidR="00E00D30" w:rsidRDefault="00E00D30" w:rsidP="00E00D30">
      <w:r>
        <w:t>174.4940</w:t>
      </w:r>
      <w:r>
        <w:tab/>
        <w:t>2.025e0</w:t>
      </w:r>
    </w:p>
    <w:p w:rsidR="00E00D30" w:rsidRDefault="00E00D30" w:rsidP="00E00D30">
      <w:r>
        <w:t>174.5166</w:t>
      </w:r>
      <w:r>
        <w:tab/>
        <w:t>1.013e0</w:t>
      </w:r>
    </w:p>
    <w:p w:rsidR="00E00D30" w:rsidRDefault="00E00D30" w:rsidP="00E00D30">
      <w:r>
        <w:t>174.5266</w:t>
      </w:r>
      <w:r>
        <w:tab/>
        <w:t>1.013e0</w:t>
      </w:r>
    </w:p>
    <w:p w:rsidR="00E00D30" w:rsidRDefault="00E00D30" w:rsidP="00E00D30">
      <w:r>
        <w:t>174.5375</w:t>
      </w:r>
      <w:r>
        <w:tab/>
        <w:t>1.013e0</w:t>
      </w:r>
    </w:p>
    <w:p w:rsidR="00E00D30" w:rsidRDefault="00E00D30" w:rsidP="00E00D30">
      <w:r>
        <w:t>174.5409</w:t>
      </w:r>
      <w:r>
        <w:tab/>
        <w:t>4.051e0</w:t>
      </w:r>
    </w:p>
    <w:p w:rsidR="00E00D30" w:rsidRDefault="00E00D30" w:rsidP="00E00D30">
      <w:r>
        <w:t>174.5551</w:t>
      </w:r>
      <w:r>
        <w:tab/>
        <w:t>2.025e0</w:t>
      </w:r>
    </w:p>
    <w:p w:rsidR="00E00D30" w:rsidRDefault="00E00D30" w:rsidP="00E00D30">
      <w:r>
        <w:t>174.5657</w:t>
      </w:r>
      <w:r>
        <w:tab/>
        <w:t>1.013e0</w:t>
      </w:r>
    </w:p>
    <w:p w:rsidR="00E00D30" w:rsidRDefault="00E00D30" w:rsidP="00E00D30">
      <w:r>
        <w:t>174.5727</w:t>
      </w:r>
      <w:r>
        <w:tab/>
        <w:t>1.013e0</w:t>
      </w:r>
    </w:p>
    <w:p w:rsidR="00E00D30" w:rsidRDefault="00E00D30" w:rsidP="00E00D30">
      <w:r>
        <w:t>174.5800</w:t>
      </w:r>
      <w:r>
        <w:tab/>
        <w:t>1.013e0</w:t>
      </w:r>
    </w:p>
    <w:p w:rsidR="00E00D30" w:rsidRDefault="00E00D30" w:rsidP="00E00D30">
      <w:r>
        <w:t>174.5869</w:t>
      </w:r>
      <w:r>
        <w:tab/>
        <w:t>2.025e0</w:t>
      </w:r>
    </w:p>
    <w:p w:rsidR="00E00D30" w:rsidRDefault="00E00D30" w:rsidP="00E00D30">
      <w:r>
        <w:t>174.5974</w:t>
      </w:r>
      <w:r>
        <w:tab/>
        <w:t>1.013e0</w:t>
      </w:r>
    </w:p>
    <w:p w:rsidR="00E00D30" w:rsidRDefault="00E00D30" w:rsidP="00E00D30">
      <w:r>
        <w:t>174.6152</w:t>
      </w:r>
      <w:r>
        <w:tab/>
        <w:t>2.025e0</w:t>
      </w:r>
    </w:p>
    <w:p w:rsidR="00E00D30" w:rsidRDefault="00E00D30" w:rsidP="00E00D30">
      <w:r>
        <w:t>174.6227</w:t>
      </w:r>
      <w:r>
        <w:tab/>
        <w:t>1.013e0</w:t>
      </w:r>
    </w:p>
    <w:p w:rsidR="00E00D30" w:rsidRDefault="00E00D30" w:rsidP="00E00D30">
      <w:r>
        <w:t>174.6362</w:t>
      </w:r>
      <w:r>
        <w:tab/>
        <w:t>1.013e0</w:t>
      </w:r>
    </w:p>
    <w:p w:rsidR="00E00D30" w:rsidRDefault="00E00D30" w:rsidP="00E00D30">
      <w:r>
        <w:t>174.6431</w:t>
      </w:r>
      <w:r>
        <w:tab/>
        <w:t>1.013e0</w:t>
      </w:r>
    </w:p>
    <w:p w:rsidR="00E00D30" w:rsidRDefault="00E00D30" w:rsidP="00E00D30">
      <w:r>
        <w:t>174.6569</w:t>
      </w:r>
      <w:r>
        <w:tab/>
        <w:t>1.013e0</w:t>
      </w:r>
    </w:p>
    <w:p w:rsidR="00E00D30" w:rsidRDefault="00E00D30" w:rsidP="00E00D30">
      <w:r>
        <w:t>174.6640</w:t>
      </w:r>
      <w:r>
        <w:tab/>
        <w:t>1.013e0</w:t>
      </w:r>
    </w:p>
    <w:p w:rsidR="00E00D30" w:rsidRDefault="00E00D30" w:rsidP="00E00D30">
      <w:r>
        <w:lastRenderedPageBreak/>
        <w:t>174.6777</w:t>
      </w:r>
      <w:r>
        <w:tab/>
        <w:t>1.013e0</w:t>
      </w:r>
    </w:p>
    <w:p w:rsidR="00E00D30" w:rsidRDefault="00E00D30" w:rsidP="00E00D30">
      <w:r>
        <w:t>174.6957</w:t>
      </w:r>
      <w:r>
        <w:tab/>
        <w:t>1.013e0</w:t>
      </w:r>
    </w:p>
    <w:p w:rsidR="00E00D30" w:rsidRDefault="00E00D30" w:rsidP="00E00D30">
      <w:r>
        <w:t>174.7345</w:t>
      </w:r>
      <w:r>
        <w:tab/>
        <w:t>1.013e0</w:t>
      </w:r>
    </w:p>
    <w:p w:rsidR="00E00D30" w:rsidRDefault="00E00D30" w:rsidP="00E00D30">
      <w:r>
        <w:t>174.7362</w:t>
      </w:r>
      <w:r>
        <w:tab/>
        <w:t>2.025e0</w:t>
      </w:r>
    </w:p>
    <w:p w:rsidR="00E00D30" w:rsidRDefault="00E00D30" w:rsidP="00E00D30">
      <w:r>
        <w:t>174.7486</w:t>
      </w:r>
      <w:r>
        <w:tab/>
        <w:t>1.013e0</w:t>
      </w:r>
    </w:p>
    <w:p w:rsidR="00E00D30" w:rsidRDefault="00E00D30" w:rsidP="00E00D30">
      <w:r>
        <w:t>174.7522</w:t>
      </w:r>
      <w:r>
        <w:tab/>
        <w:t>2.025e0</w:t>
      </w:r>
    </w:p>
    <w:p w:rsidR="00E00D30" w:rsidRDefault="00E00D30" w:rsidP="00E00D30">
      <w:r>
        <w:t>174.7702</w:t>
      </w:r>
      <w:r>
        <w:tab/>
        <w:t>1.013e0</w:t>
      </w:r>
    </w:p>
    <w:p w:rsidR="00E00D30" w:rsidRDefault="00E00D30" w:rsidP="00E00D30">
      <w:r>
        <w:t>174.7737</w:t>
      </w:r>
      <w:r>
        <w:tab/>
        <w:t>1.013e0</w:t>
      </w:r>
    </w:p>
    <w:p w:rsidR="00E00D30" w:rsidRDefault="00E00D30" w:rsidP="00E00D30">
      <w:r>
        <w:t>174.8289</w:t>
      </w:r>
      <w:r>
        <w:tab/>
        <w:t>1.013e0</w:t>
      </w:r>
    </w:p>
    <w:p w:rsidR="00E00D30" w:rsidRDefault="00E00D30" w:rsidP="00E00D30">
      <w:r>
        <w:t>174.8325</w:t>
      </w:r>
      <w:r>
        <w:tab/>
        <w:t>1.013e0</w:t>
      </w:r>
    </w:p>
    <w:p w:rsidR="00E00D30" w:rsidRDefault="00E00D30" w:rsidP="00E00D30">
      <w:r>
        <w:t>174.8501</w:t>
      </w:r>
      <w:r>
        <w:tab/>
        <w:t>1.013e0</w:t>
      </w:r>
    </w:p>
    <w:p w:rsidR="00E00D30" w:rsidRDefault="00E00D30" w:rsidP="00E00D30">
      <w:r>
        <w:t>174.8607</w:t>
      </w:r>
      <w:r>
        <w:tab/>
        <w:t>1.013e0</w:t>
      </w:r>
    </w:p>
    <w:p w:rsidR="00E00D30" w:rsidRDefault="00E00D30" w:rsidP="00E00D30">
      <w:r>
        <w:t>174.8698</w:t>
      </w:r>
      <w:r>
        <w:tab/>
        <w:t>3.038e0</w:t>
      </w:r>
    </w:p>
    <w:p w:rsidR="00E00D30" w:rsidRDefault="00E00D30" w:rsidP="00E00D30">
      <w:r>
        <w:t>174.8784</w:t>
      </w:r>
      <w:r>
        <w:tab/>
        <w:t>1.013e0</w:t>
      </w:r>
    </w:p>
    <w:p w:rsidR="00E00D30" w:rsidRDefault="00E00D30" w:rsidP="00E00D30">
      <w:r>
        <w:t>174.9244</w:t>
      </w:r>
      <w:r>
        <w:tab/>
        <w:t>4.051e0</w:t>
      </w:r>
    </w:p>
    <w:p w:rsidR="00E00D30" w:rsidRDefault="00E00D30" w:rsidP="00E00D30">
      <w:r>
        <w:t>174.9415</w:t>
      </w:r>
      <w:r>
        <w:tab/>
        <w:t>1.013e0</w:t>
      </w:r>
    </w:p>
    <w:p w:rsidR="00E00D30" w:rsidRDefault="00E00D30" w:rsidP="00E00D30">
      <w:r>
        <w:t>174.9450</w:t>
      </w:r>
      <w:r>
        <w:tab/>
        <w:t>1.013e0</w:t>
      </w:r>
    </w:p>
    <w:p w:rsidR="00E00D30" w:rsidRDefault="00E00D30" w:rsidP="00E00D30">
      <w:r>
        <w:t>174.9521</w:t>
      </w:r>
      <w:r>
        <w:tab/>
        <w:t>1.013e0</w:t>
      </w:r>
    </w:p>
    <w:p w:rsidR="00E00D30" w:rsidRDefault="00E00D30" w:rsidP="00E00D30">
      <w:r>
        <w:t>174.9657</w:t>
      </w:r>
      <w:r>
        <w:tab/>
        <w:t>1.013e0</w:t>
      </w:r>
    </w:p>
    <w:p w:rsidR="00E00D30" w:rsidRDefault="00E00D30" w:rsidP="00E00D30">
      <w:r>
        <w:lastRenderedPageBreak/>
        <w:t>174.9694</w:t>
      </w:r>
      <w:r>
        <w:tab/>
        <w:t>1.013e0</w:t>
      </w:r>
    </w:p>
    <w:p w:rsidR="00E00D30" w:rsidRDefault="00E00D30" w:rsidP="00E00D30">
      <w:r>
        <w:t>175.0138</w:t>
      </w:r>
      <w:r>
        <w:tab/>
        <w:t>2.025e0</w:t>
      </w:r>
    </w:p>
    <w:p w:rsidR="00E00D30" w:rsidRDefault="00E00D30" w:rsidP="00E00D30">
      <w:r>
        <w:t>175.0191</w:t>
      </w:r>
      <w:r>
        <w:tab/>
        <w:t>1.013e0</w:t>
      </w:r>
    </w:p>
    <w:p w:rsidR="00E00D30" w:rsidRDefault="00E00D30" w:rsidP="00E00D30">
      <w:r>
        <w:t>175.0226</w:t>
      </w:r>
      <w:r>
        <w:tab/>
        <w:t>1.013e0</w:t>
      </w:r>
    </w:p>
    <w:p w:rsidR="00E00D30" w:rsidRDefault="00E00D30" w:rsidP="00E00D30">
      <w:r>
        <w:t>175.0441</w:t>
      </w:r>
      <w:r>
        <w:tab/>
        <w:t>1.013e0</w:t>
      </w:r>
    </w:p>
    <w:p w:rsidR="00E00D30" w:rsidRDefault="00E00D30" w:rsidP="00E00D30">
      <w:r>
        <w:t>175.0510</w:t>
      </w:r>
      <w:r>
        <w:tab/>
        <w:t>2.025e0</w:t>
      </w:r>
    </w:p>
    <w:p w:rsidR="00E00D30" w:rsidRDefault="00E00D30" w:rsidP="00E00D30">
      <w:r>
        <w:t>175.0720</w:t>
      </w:r>
      <w:r>
        <w:tab/>
        <w:t>1.013e0</w:t>
      </w:r>
    </w:p>
    <w:p w:rsidR="00E00D30" w:rsidRDefault="00E00D30" w:rsidP="00E00D30">
      <w:r>
        <w:t>175.0755</w:t>
      </w:r>
      <w:r>
        <w:tab/>
        <w:t>1.013e0</w:t>
      </w:r>
    </w:p>
    <w:p w:rsidR="00E00D30" w:rsidRDefault="00E00D30" w:rsidP="00E00D30">
      <w:r>
        <w:t>175.0793</w:t>
      </w:r>
      <w:r>
        <w:tab/>
        <w:t>3.038e0</w:t>
      </w:r>
    </w:p>
    <w:p w:rsidR="00E00D30" w:rsidRDefault="00E00D30" w:rsidP="00E00D30">
      <w:r>
        <w:t>175.0861</w:t>
      </w:r>
      <w:r>
        <w:tab/>
        <w:t>1.013e0</w:t>
      </w:r>
    </w:p>
    <w:p w:rsidR="00E00D30" w:rsidRDefault="00E00D30" w:rsidP="00E00D30">
      <w:r>
        <w:t>175.0920</w:t>
      </w:r>
      <w:r>
        <w:tab/>
        <w:t>7.089e0</w:t>
      </w:r>
    </w:p>
    <w:p w:rsidR="00E00D30" w:rsidRDefault="00E00D30" w:rsidP="00E00D30">
      <w:r>
        <w:t>175.0944</w:t>
      </w:r>
      <w:r>
        <w:tab/>
        <w:t>4.051e0</w:t>
      </w:r>
    </w:p>
    <w:p w:rsidR="00E00D30" w:rsidRDefault="00E00D30" w:rsidP="00E00D30">
      <w:r>
        <w:t>175.0961</w:t>
      </w:r>
      <w:r>
        <w:tab/>
        <w:t>2.025e0</w:t>
      </w:r>
    </w:p>
    <w:p w:rsidR="00E00D30" w:rsidRDefault="00E00D30" w:rsidP="00E00D30">
      <w:r>
        <w:t>175.1030</w:t>
      </w:r>
      <w:r>
        <w:tab/>
        <w:t>1.013e0</w:t>
      </w:r>
    </w:p>
    <w:p w:rsidR="00E00D30" w:rsidRDefault="00E00D30" w:rsidP="00E00D30">
      <w:r>
        <w:t>175.1047</w:t>
      </w:r>
      <w:r>
        <w:tab/>
        <w:t>2.025e0</w:t>
      </w:r>
    </w:p>
    <w:p w:rsidR="00E00D30" w:rsidRDefault="00E00D30" w:rsidP="00E00D30">
      <w:r>
        <w:t>175.1076</w:t>
      </w:r>
      <w:r>
        <w:tab/>
        <w:t>3.834e0</w:t>
      </w:r>
    </w:p>
    <w:p w:rsidR="00E00D30" w:rsidRDefault="00E00D30" w:rsidP="00E00D30">
      <w:r>
        <w:t>175.1132</w:t>
      </w:r>
      <w:r>
        <w:tab/>
        <w:t>4.051e0</w:t>
      </w:r>
    </w:p>
    <w:p w:rsidR="00E00D30" w:rsidRDefault="00E00D30" w:rsidP="00E00D30">
      <w:r>
        <w:t>175.1171</w:t>
      </w:r>
      <w:r>
        <w:tab/>
        <w:t>3.038e0</w:t>
      </w:r>
    </w:p>
    <w:p w:rsidR="00E00D30" w:rsidRDefault="00E00D30" w:rsidP="00E00D30">
      <w:r>
        <w:t>175.1266</w:t>
      </w:r>
      <w:r>
        <w:tab/>
        <w:t>3.038e0</w:t>
      </w:r>
    </w:p>
    <w:p w:rsidR="00E00D30" w:rsidRDefault="00E00D30" w:rsidP="00E00D30">
      <w:r>
        <w:lastRenderedPageBreak/>
        <w:t>175.1312</w:t>
      </w:r>
      <w:r>
        <w:tab/>
        <w:t>2.025e0</w:t>
      </w:r>
    </w:p>
    <w:p w:rsidR="00E00D30" w:rsidRDefault="00E00D30" w:rsidP="00E00D30">
      <w:r>
        <w:t>175.1420</w:t>
      </w:r>
      <w:r>
        <w:tab/>
        <w:t>1.013e0</w:t>
      </w:r>
    </w:p>
    <w:p w:rsidR="00E00D30" w:rsidRDefault="00E00D30" w:rsidP="00E00D30">
      <w:r>
        <w:t>175.1526</w:t>
      </w:r>
      <w:r>
        <w:tab/>
        <w:t>1.013e0</w:t>
      </w:r>
    </w:p>
    <w:p w:rsidR="00E00D30" w:rsidRDefault="00E00D30" w:rsidP="00E00D30">
      <w:r>
        <w:t>175.1632</w:t>
      </w:r>
      <w:r>
        <w:tab/>
        <w:t>1.013e0</w:t>
      </w:r>
    </w:p>
    <w:p w:rsidR="00E00D30" w:rsidRDefault="00E00D30" w:rsidP="00E00D30">
      <w:r>
        <w:t>175.1702</w:t>
      </w:r>
      <w:r>
        <w:tab/>
        <w:t>1.013e0</w:t>
      </w:r>
    </w:p>
    <w:p w:rsidR="00E00D30" w:rsidRDefault="00E00D30" w:rsidP="00E00D30">
      <w:r>
        <w:t>175.1952</w:t>
      </w:r>
      <w:r>
        <w:tab/>
        <w:t>2.025e0</w:t>
      </w:r>
    </w:p>
    <w:p w:rsidR="00E00D30" w:rsidRDefault="00E00D30" w:rsidP="00E00D30">
      <w:r>
        <w:t>175.1990</w:t>
      </w:r>
      <w:r>
        <w:tab/>
        <w:t>2.025e0</w:t>
      </w:r>
    </w:p>
    <w:p w:rsidR="00E00D30" w:rsidRDefault="00E00D30" w:rsidP="00E00D30">
      <w:r>
        <w:t>175.2130</w:t>
      </w:r>
      <w:r>
        <w:tab/>
        <w:t>1.013e0</w:t>
      </w:r>
    </w:p>
    <w:p w:rsidR="00E00D30" w:rsidRDefault="00E00D30" w:rsidP="00E00D30">
      <w:r>
        <w:t>175.2472</w:t>
      </w:r>
      <w:r>
        <w:tab/>
        <w:t>3.038e0</w:t>
      </w:r>
    </w:p>
    <w:p w:rsidR="00E00D30" w:rsidRDefault="00E00D30" w:rsidP="00E00D30">
      <w:r>
        <w:t>175.2896</w:t>
      </w:r>
      <w:r>
        <w:tab/>
        <w:t>1.013e0</w:t>
      </w:r>
    </w:p>
    <w:p w:rsidR="00E00D30" w:rsidRDefault="00E00D30" w:rsidP="00E00D30">
      <w:r>
        <w:t>175.3006</w:t>
      </w:r>
      <w:r>
        <w:tab/>
        <w:t>1.013e0</w:t>
      </w:r>
    </w:p>
    <w:p w:rsidR="00E00D30" w:rsidRDefault="00E00D30" w:rsidP="00E00D30">
      <w:r>
        <w:t>175.3092</w:t>
      </w:r>
      <w:r>
        <w:tab/>
        <w:t>2.025e0</w:t>
      </w:r>
    </w:p>
    <w:p w:rsidR="00E00D30" w:rsidRDefault="00E00D30" w:rsidP="00E00D30">
      <w:r>
        <w:t>175.3287</w:t>
      </w:r>
      <w:r>
        <w:tab/>
        <w:t>1.013e0</w:t>
      </w:r>
    </w:p>
    <w:p w:rsidR="00E00D30" w:rsidRDefault="00E00D30" w:rsidP="00E00D30">
      <w:r>
        <w:t>175.3393</w:t>
      </w:r>
      <w:r>
        <w:tab/>
        <w:t>1.013e0</w:t>
      </w:r>
    </w:p>
    <w:p w:rsidR="00E00D30" w:rsidRDefault="00E00D30" w:rsidP="00E00D30">
      <w:r>
        <w:t>175.3538</w:t>
      </w:r>
      <w:r>
        <w:tab/>
        <w:t>1.013e0</w:t>
      </w:r>
    </w:p>
    <w:p w:rsidR="00E00D30" w:rsidRDefault="00E00D30" w:rsidP="00E00D30">
      <w:r>
        <w:t>175.3571</w:t>
      </w:r>
      <w:r>
        <w:tab/>
        <w:t>2.025e0</w:t>
      </w:r>
    </w:p>
    <w:p w:rsidR="00E00D30" w:rsidRDefault="00E00D30" w:rsidP="00E00D30">
      <w:r>
        <w:t>175.3607</w:t>
      </w:r>
      <w:r>
        <w:tab/>
        <w:t>2.025e0</w:t>
      </w:r>
    </w:p>
    <w:p w:rsidR="00E00D30" w:rsidRDefault="00E00D30" w:rsidP="00E00D30">
      <w:r>
        <w:t>175.3643</w:t>
      </w:r>
      <w:r>
        <w:tab/>
        <w:t>1.013e0</w:t>
      </w:r>
    </w:p>
    <w:p w:rsidR="00E00D30" w:rsidRDefault="00E00D30" w:rsidP="00E00D30">
      <w:r>
        <w:t>175.3711</w:t>
      </w:r>
      <w:r>
        <w:tab/>
        <w:t>1.013e0</w:t>
      </w:r>
    </w:p>
    <w:p w:rsidR="00E00D30" w:rsidRDefault="00E00D30" w:rsidP="00E00D30">
      <w:r>
        <w:lastRenderedPageBreak/>
        <w:t>175.3917</w:t>
      </w:r>
      <w:r>
        <w:tab/>
        <w:t>1.013e0</w:t>
      </w:r>
    </w:p>
    <w:p w:rsidR="00E00D30" w:rsidRDefault="00E00D30" w:rsidP="00E00D30">
      <w:r>
        <w:t>175.4126</w:t>
      </w:r>
      <w:r>
        <w:tab/>
        <w:t>2.025e0</w:t>
      </w:r>
    </w:p>
    <w:p w:rsidR="00E00D30" w:rsidRDefault="00E00D30" w:rsidP="00E00D30">
      <w:r>
        <w:t>175.4232</w:t>
      </w:r>
      <w:r>
        <w:tab/>
        <w:t>1.013e0</w:t>
      </w:r>
    </w:p>
    <w:p w:rsidR="00E00D30" w:rsidRDefault="00E00D30" w:rsidP="00E00D30">
      <w:r>
        <w:t>175.4409</w:t>
      </w:r>
      <w:r>
        <w:tab/>
        <w:t>1.013e0</w:t>
      </w:r>
    </w:p>
    <w:p w:rsidR="00E00D30" w:rsidRDefault="00E00D30" w:rsidP="00E00D30">
      <w:r>
        <w:t>175.4448</w:t>
      </w:r>
      <w:r>
        <w:tab/>
        <w:t>1.013e0</w:t>
      </w:r>
    </w:p>
    <w:p w:rsidR="00E00D30" w:rsidRDefault="00E00D30" w:rsidP="00E00D30">
      <w:r>
        <w:t>175.4552</w:t>
      </w:r>
      <w:r>
        <w:tab/>
        <w:t>1.013e0</w:t>
      </w:r>
    </w:p>
    <w:p w:rsidR="00E00D30" w:rsidRDefault="00E00D30" w:rsidP="00E00D30">
      <w:r>
        <w:t>175.4588</w:t>
      </w:r>
      <w:r>
        <w:tab/>
        <w:t>1.013e0</w:t>
      </w:r>
    </w:p>
    <w:p w:rsidR="00E00D30" w:rsidRDefault="00E00D30" w:rsidP="00E00D30">
      <w:r>
        <w:t>175.4659</w:t>
      </w:r>
      <w:r>
        <w:tab/>
        <w:t>1.013e0</w:t>
      </w:r>
    </w:p>
    <w:p w:rsidR="00E00D30" w:rsidRDefault="00E00D30" w:rsidP="00E00D30">
      <w:r>
        <w:t>175.4695</w:t>
      </w:r>
      <w:r>
        <w:tab/>
        <w:t>2.025e0</w:t>
      </w:r>
    </w:p>
    <w:p w:rsidR="00E00D30" w:rsidRDefault="00E00D30" w:rsidP="00E00D30">
      <w:r>
        <w:t>175.4907</w:t>
      </w:r>
      <w:r>
        <w:tab/>
        <w:t>1.013e0</w:t>
      </w:r>
    </w:p>
    <w:p w:rsidR="00E00D30" w:rsidRDefault="00E00D30" w:rsidP="00E00D30">
      <w:r>
        <w:t>175.5503</w:t>
      </w:r>
      <w:r>
        <w:tab/>
        <w:t>2.025e0</w:t>
      </w:r>
    </w:p>
    <w:p w:rsidR="00E00D30" w:rsidRDefault="00E00D30" w:rsidP="00E00D30">
      <w:r>
        <w:t>175.5538</w:t>
      </w:r>
      <w:r>
        <w:tab/>
        <w:t>1.013e0</w:t>
      </w:r>
    </w:p>
    <w:p w:rsidR="00E00D30" w:rsidRDefault="00E00D30" w:rsidP="00E00D30">
      <w:r>
        <w:t>175.5605</w:t>
      </w:r>
      <w:r>
        <w:tab/>
        <w:t>2.025e0</w:t>
      </w:r>
    </w:p>
    <w:p w:rsidR="00E00D30" w:rsidRDefault="00E00D30" w:rsidP="00E00D30">
      <w:r>
        <w:t>175.5640</w:t>
      </w:r>
      <w:r>
        <w:tab/>
        <w:t>2.025e0</w:t>
      </w:r>
    </w:p>
    <w:p w:rsidR="00E00D30" w:rsidRDefault="00E00D30" w:rsidP="00E00D30">
      <w:r>
        <w:t>175.5746</w:t>
      </w:r>
      <w:r>
        <w:tab/>
        <w:t>1.013e0</w:t>
      </w:r>
    </w:p>
    <w:p w:rsidR="00E00D30" w:rsidRDefault="00E00D30" w:rsidP="00E00D30">
      <w:r>
        <w:t>175.5959</w:t>
      </w:r>
      <w:r>
        <w:tab/>
        <w:t>1.013e0</w:t>
      </w:r>
    </w:p>
    <w:p w:rsidR="00E00D30" w:rsidRDefault="00E00D30" w:rsidP="00E00D30">
      <w:r>
        <w:t>175.6031</w:t>
      </w:r>
      <w:r>
        <w:tab/>
        <w:t>1.013e0</w:t>
      </w:r>
    </w:p>
    <w:p w:rsidR="00E00D30" w:rsidRDefault="00E00D30" w:rsidP="00E00D30">
      <w:r>
        <w:t>175.6139</w:t>
      </w:r>
      <w:r>
        <w:tab/>
        <w:t>1.013e0</w:t>
      </w:r>
    </w:p>
    <w:p w:rsidR="00E00D30" w:rsidRDefault="00E00D30" w:rsidP="00E00D30">
      <w:r>
        <w:t>175.6278</w:t>
      </w:r>
      <w:r>
        <w:tab/>
        <w:t>1.013e0</w:t>
      </w:r>
    </w:p>
    <w:p w:rsidR="00E00D30" w:rsidRDefault="00E00D30" w:rsidP="00E00D30">
      <w:r>
        <w:lastRenderedPageBreak/>
        <w:t>175.6530</w:t>
      </w:r>
      <w:r>
        <w:tab/>
        <w:t>1.013e0</w:t>
      </w:r>
    </w:p>
    <w:p w:rsidR="00E00D30" w:rsidRDefault="00E00D30" w:rsidP="00E00D30">
      <w:r>
        <w:t>175.6635</w:t>
      </w:r>
      <w:r>
        <w:tab/>
        <w:t>2.025e0</w:t>
      </w:r>
    </w:p>
    <w:p w:rsidR="00E00D30" w:rsidRDefault="00E00D30" w:rsidP="00E00D30">
      <w:r>
        <w:t>175.6881</w:t>
      </w:r>
      <w:r>
        <w:tab/>
        <w:t>1.013e0</w:t>
      </w:r>
    </w:p>
    <w:p w:rsidR="00E00D30" w:rsidRDefault="00E00D30" w:rsidP="00E00D30">
      <w:r>
        <w:t>175.7066</w:t>
      </w:r>
      <w:r>
        <w:tab/>
        <w:t>2.025e0</w:t>
      </w:r>
    </w:p>
    <w:p w:rsidR="00E00D30" w:rsidRDefault="00E00D30" w:rsidP="00E00D30">
      <w:r>
        <w:t>175.7260</w:t>
      </w:r>
      <w:r>
        <w:tab/>
        <w:t>1.013e0</w:t>
      </w:r>
    </w:p>
    <w:p w:rsidR="00E00D30" w:rsidRDefault="00E00D30" w:rsidP="00E00D30">
      <w:r>
        <w:t>175.7438</w:t>
      </w:r>
      <w:r>
        <w:tab/>
        <w:t>1.013e0</w:t>
      </w:r>
    </w:p>
    <w:p w:rsidR="00E00D30" w:rsidRDefault="00E00D30" w:rsidP="00E00D30">
      <w:r>
        <w:t>175.7476</w:t>
      </w:r>
      <w:r>
        <w:tab/>
        <w:t>1.013e0</w:t>
      </w:r>
    </w:p>
    <w:p w:rsidR="00E00D30" w:rsidRDefault="00E00D30" w:rsidP="00E00D30">
      <w:r>
        <w:t>175.7616</w:t>
      </w:r>
      <w:r>
        <w:tab/>
        <w:t>1.013e0</w:t>
      </w:r>
    </w:p>
    <w:p w:rsidR="00E00D30" w:rsidRDefault="00E00D30" w:rsidP="00E00D30">
      <w:r>
        <w:t>175.7686</w:t>
      </w:r>
      <w:r>
        <w:tab/>
        <w:t>1.013e0</w:t>
      </w:r>
    </w:p>
    <w:p w:rsidR="00E00D30" w:rsidRDefault="00E00D30" w:rsidP="00E00D30">
      <w:r>
        <w:t>175.7829</w:t>
      </w:r>
      <w:r>
        <w:tab/>
        <w:t>1.013e0</w:t>
      </w:r>
    </w:p>
    <w:p w:rsidR="00E00D30" w:rsidRDefault="00E00D30" w:rsidP="00E00D30">
      <w:r>
        <w:t>175.7971</w:t>
      </w:r>
      <w:r>
        <w:tab/>
        <w:t>1.013e0</w:t>
      </w:r>
    </w:p>
    <w:p w:rsidR="00E00D30" w:rsidRDefault="00E00D30" w:rsidP="00E00D30">
      <w:r>
        <w:t>175.8077</w:t>
      </w:r>
      <w:r>
        <w:tab/>
        <w:t>1.013e0</w:t>
      </w:r>
    </w:p>
    <w:p w:rsidR="00E00D30" w:rsidRDefault="00E00D30" w:rsidP="00E00D30">
      <w:r>
        <w:t>175.8220</w:t>
      </w:r>
      <w:r>
        <w:tab/>
        <w:t>2.025e0</w:t>
      </w:r>
    </w:p>
    <w:p w:rsidR="00E00D30" w:rsidRDefault="00E00D30" w:rsidP="00E00D30">
      <w:r>
        <w:t>175.8465</w:t>
      </w:r>
      <w:r>
        <w:tab/>
        <w:t>3.038e0</w:t>
      </w:r>
    </w:p>
    <w:p w:rsidR="00E00D30" w:rsidRDefault="00E00D30" w:rsidP="00E00D30">
      <w:r>
        <w:t>175.8533</w:t>
      </w:r>
      <w:r>
        <w:tab/>
        <w:t>1.013e0</w:t>
      </w:r>
    </w:p>
    <w:p w:rsidR="00E00D30" w:rsidRDefault="00E00D30" w:rsidP="00E00D30">
      <w:r>
        <w:t>175.8602</w:t>
      </w:r>
      <w:r>
        <w:tab/>
        <w:t>1.013e0</w:t>
      </w:r>
    </w:p>
    <w:p w:rsidR="00E00D30" w:rsidRDefault="00E00D30" w:rsidP="00E00D30">
      <w:r>
        <w:t>175.8953</w:t>
      </w:r>
      <w:r>
        <w:tab/>
        <w:t>1.013e0</w:t>
      </w:r>
    </w:p>
    <w:p w:rsidR="00E00D30" w:rsidRDefault="00E00D30" w:rsidP="00E00D30">
      <w:r>
        <w:t>175.9062</w:t>
      </w:r>
      <w:r>
        <w:tab/>
        <w:t>1.013e0</w:t>
      </w:r>
    </w:p>
    <w:p w:rsidR="00E00D30" w:rsidRDefault="00E00D30" w:rsidP="00E00D30">
      <w:r>
        <w:t>175.9595</w:t>
      </w:r>
      <w:r>
        <w:tab/>
        <w:t>1.013e0</w:t>
      </w:r>
    </w:p>
    <w:p w:rsidR="00E00D30" w:rsidRDefault="00E00D30" w:rsidP="00E00D30">
      <w:r>
        <w:lastRenderedPageBreak/>
        <w:t>175.9701</w:t>
      </w:r>
      <w:r>
        <w:tab/>
        <w:t>1.013e0</w:t>
      </w:r>
    </w:p>
    <w:p w:rsidR="00E00D30" w:rsidRDefault="00E00D30" w:rsidP="00E00D30">
      <w:r>
        <w:t>175.9788</w:t>
      </w:r>
      <w:r>
        <w:tab/>
        <w:t>2.025e0</w:t>
      </w:r>
    </w:p>
    <w:p w:rsidR="00E00D30" w:rsidRDefault="00E00D30" w:rsidP="00E00D30">
      <w:r>
        <w:t>175.9880</w:t>
      </w:r>
      <w:r>
        <w:tab/>
        <w:t>1.013e0</w:t>
      </w:r>
    </w:p>
    <w:p w:rsidR="00E00D30" w:rsidRDefault="00E00D30" w:rsidP="00E00D30">
      <w:r>
        <w:t>175.9947</w:t>
      </w:r>
      <w:r>
        <w:tab/>
        <w:t>1.013e0</w:t>
      </w:r>
    </w:p>
    <w:p w:rsidR="00E00D30" w:rsidRDefault="00E00D30" w:rsidP="00E00D30">
      <w:r>
        <w:t>176.0053</w:t>
      </w:r>
      <w:r>
        <w:tab/>
        <w:t>1.013e0</w:t>
      </w:r>
    </w:p>
    <w:p w:rsidR="00E00D30" w:rsidRDefault="00E00D30" w:rsidP="00E00D30">
      <w:r>
        <w:t>176.0085</w:t>
      </w:r>
      <w:r>
        <w:tab/>
        <w:t>3.038e0</w:t>
      </w:r>
    </w:p>
    <w:p w:rsidR="00E00D30" w:rsidRDefault="00E00D30" w:rsidP="00E00D30">
      <w:r>
        <w:t>176.0224</w:t>
      </w:r>
      <w:r>
        <w:tab/>
        <w:t>1.013e0</w:t>
      </w:r>
    </w:p>
    <w:p w:rsidR="00E00D30" w:rsidRDefault="00E00D30" w:rsidP="00E00D30">
      <w:r>
        <w:t>176.0394</w:t>
      </w:r>
      <w:r>
        <w:tab/>
        <w:t>2.025e0</w:t>
      </w:r>
    </w:p>
    <w:p w:rsidR="00E00D30" w:rsidRDefault="00E00D30" w:rsidP="00E00D30">
      <w:r>
        <w:t>176.0611</w:t>
      </w:r>
      <w:r>
        <w:tab/>
        <w:t>1.013e0</w:t>
      </w:r>
    </w:p>
    <w:p w:rsidR="00E00D30" w:rsidRDefault="00E00D30" w:rsidP="00E00D30">
      <w:r>
        <w:t>176.0665</w:t>
      </w:r>
      <w:r>
        <w:tab/>
        <w:t>4.051e0</w:t>
      </w:r>
    </w:p>
    <w:p w:rsidR="00E00D30" w:rsidRDefault="00E00D30" w:rsidP="00E00D30">
      <w:r>
        <w:t>176.0681</w:t>
      </w:r>
      <w:r>
        <w:tab/>
        <w:t>1.013e0</w:t>
      </w:r>
    </w:p>
    <w:p w:rsidR="00E00D30" w:rsidRDefault="00E00D30" w:rsidP="00E00D30">
      <w:r>
        <w:t>176.0791</w:t>
      </w:r>
      <w:r>
        <w:tab/>
        <w:t>2.025e0</w:t>
      </w:r>
    </w:p>
    <w:p w:rsidR="00E00D30" w:rsidRDefault="00E00D30" w:rsidP="00E00D30">
      <w:r>
        <w:t>176.0806</w:t>
      </w:r>
      <w:r>
        <w:tab/>
        <w:t>2.025e0</w:t>
      </w:r>
    </w:p>
    <w:p w:rsidR="00E00D30" w:rsidRDefault="00E00D30" w:rsidP="00E00D30">
      <w:r>
        <w:t>176.0877</w:t>
      </w:r>
      <w:r>
        <w:tab/>
        <w:t>4.051e0</w:t>
      </w:r>
    </w:p>
    <w:p w:rsidR="00E00D30" w:rsidRDefault="00E00D30" w:rsidP="00E00D30">
      <w:r>
        <w:t>176.0894</w:t>
      </w:r>
      <w:r>
        <w:tab/>
        <w:t>1.013e0</w:t>
      </w:r>
    </w:p>
    <w:p w:rsidR="00E00D30" w:rsidRDefault="00E00D30" w:rsidP="00E00D30">
      <w:r>
        <w:t>176.0967</w:t>
      </w:r>
      <w:r>
        <w:tab/>
        <w:t>3.038e0</w:t>
      </w:r>
    </w:p>
    <w:p w:rsidR="00E00D30" w:rsidRDefault="00E00D30" w:rsidP="00E00D30">
      <w:r>
        <w:t>176.1039</w:t>
      </w:r>
      <w:r>
        <w:tab/>
        <w:t>1.013e0</w:t>
      </w:r>
    </w:p>
    <w:p w:rsidR="00E00D30" w:rsidRDefault="00E00D30" w:rsidP="00E00D30">
      <w:r>
        <w:t>176.1107</w:t>
      </w:r>
      <w:r>
        <w:tab/>
        <w:t>7.089e0</w:t>
      </w:r>
    </w:p>
    <w:p w:rsidR="00E00D30" w:rsidRDefault="00E00D30" w:rsidP="00E00D30">
      <w:r>
        <w:t>176.1164</w:t>
      </w:r>
      <w:r>
        <w:tab/>
        <w:t>3.038e0</w:t>
      </w:r>
    </w:p>
    <w:p w:rsidR="00E00D30" w:rsidRDefault="00E00D30" w:rsidP="00E00D30">
      <w:r>
        <w:lastRenderedPageBreak/>
        <w:t>176.1214</w:t>
      </w:r>
      <w:r>
        <w:tab/>
        <w:t>1.013e0</w:t>
      </w:r>
    </w:p>
    <w:p w:rsidR="00E00D30" w:rsidRDefault="00E00D30" w:rsidP="00E00D30">
      <w:r>
        <w:t>176.1288</w:t>
      </w:r>
      <w:r>
        <w:tab/>
        <w:t>1.013e0</w:t>
      </w:r>
    </w:p>
    <w:p w:rsidR="00E00D30" w:rsidRDefault="00E00D30" w:rsidP="00E00D30">
      <w:r>
        <w:t>176.1392</w:t>
      </w:r>
      <w:r>
        <w:tab/>
        <w:t>2.025e0</w:t>
      </w:r>
    </w:p>
    <w:p w:rsidR="00E00D30" w:rsidRDefault="00E00D30" w:rsidP="00E00D30">
      <w:r>
        <w:t>176.1467</w:t>
      </w:r>
      <w:r>
        <w:tab/>
        <w:t>1.013e0</w:t>
      </w:r>
    </w:p>
    <w:p w:rsidR="00E00D30" w:rsidRDefault="00E00D30" w:rsidP="00E00D30">
      <w:r>
        <w:t>176.1588</w:t>
      </w:r>
      <w:r>
        <w:tab/>
        <w:t>2.025e0</w:t>
      </w:r>
    </w:p>
    <w:p w:rsidR="00E00D30" w:rsidRDefault="00E00D30" w:rsidP="00E00D30">
      <w:r>
        <w:t>176.1639</w:t>
      </w:r>
      <w:r>
        <w:tab/>
        <w:t>1.013e0</w:t>
      </w:r>
    </w:p>
    <w:p w:rsidR="00E00D30" w:rsidRDefault="00E00D30" w:rsidP="00E00D30">
      <w:r>
        <w:t>176.1708</w:t>
      </w:r>
      <w:r>
        <w:tab/>
        <w:t>3.038e0</w:t>
      </w:r>
    </w:p>
    <w:p w:rsidR="00E00D30" w:rsidRDefault="00E00D30" w:rsidP="00E00D30">
      <w:r>
        <w:t>176.2054</w:t>
      </w:r>
      <w:r>
        <w:tab/>
        <w:t>2.025e0</w:t>
      </w:r>
    </w:p>
    <w:p w:rsidR="00E00D30" w:rsidRDefault="00E00D30" w:rsidP="00E00D30">
      <w:r>
        <w:t>176.2197</w:t>
      </w:r>
      <w:r>
        <w:tab/>
        <w:t>1.013e0</w:t>
      </w:r>
    </w:p>
    <w:p w:rsidR="00E00D30" w:rsidRDefault="00E00D30" w:rsidP="00E00D30">
      <w:r>
        <w:t>176.2251</w:t>
      </w:r>
      <w:r>
        <w:tab/>
        <w:t>2.025e0</w:t>
      </w:r>
    </w:p>
    <w:p w:rsidR="00E00D30" w:rsidRDefault="00E00D30" w:rsidP="00E00D30">
      <w:r>
        <w:t>176.2517</w:t>
      </w:r>
      <w:r>
        <w:tab/>
        <w:t>1.013e0</w:t>
      </w:r>
    </w:p>
    <w:p w:rsidR="00E00D30" w:rsidRDefault="00E00D30" w:rsidP="00E00D30">
      <w:r>
        <w:t>176.2733</w:t>
      </w:r>
      <w:r>
        <w:tab/>
        <w:t>3.038e0</w:t>
      </w:r>
    </w:p>
    <w:p w:rsidR="00E00D30" w:rsidRDefault="00E00D30" w:rsidP="00E00D30">
      <w:r>
        <w:t>176.2766</w:t>
      </w:r>
      <w:r>
        <w:tab/>
        <w:t>1.013e0</w:t>
      </w:r>
    </w:p>
    <w:p w:rsidR="00E00D30" w:rsidRDefault="00E00D30" w:rsidP="00E00D30">
      <w:r>
        <w:t>176.2982</w:t>
      </w:r>
      <w:r>
        <w:tab/>
        <w:t>2.025e0</w:t>
      </w:r>
    </w:p>
    <w:p w:rsidR="00E00D30" w:rsidRDefault="00E00D30" w:rsidP="00E00D30">
      <w:r>
        <w:t>176.3087</w:t>
      </w:r>
      <w:r>
        <w:tab/>
        <w:t>1.013e0</w:t>
      </w:r>
    </w:p>
    <w:p w:rsidR="00E00D30" w:rsidRDefault="00E00D30" w:rsidP="00E00D30">
      <w:r>
        <w:t>176.3331</w:t>
      </w:r>
      <w:r>
        <w:tab/>
        <w:t>1.013e0</w:t>
      </w:r>
    </w:p>
    <w:p w:rsidR="00E00D30" w:rsidRDefault="00E00D30" w:rsidP="00E00D30">
      <w:r>
        <w:t>176.3368</w:t>
      </w:r>
      <w:r>
        <w:tab/>
        <w:t>1.013e0</w:t>
      </w:r>
    </w:p>
    <w:p w:rsidR="00E00D30" w:rsidRDefault="00E00D30" w:rsidP="00E00D30">
      <w:r>
        <w:t>176.3503</w:t>
      </w:r>
      <w:r>
        <w:tab/>
        <w:t>2.025e0</w:t>
      </w:r>
    </w:p>
    <w:p w:rsidR="00E00D30" w:rsidRDefault="00E00D30" w:rsidP="00E00D30">
      <w:r>
        <w:t>176.3713</w:t>
      </w:r>
      <w:r>
        <w:tab/>
        <w:t>1.013e0</w:t>
      </w:r>
    </w:p>
    <w:p w:rsidR="00E00D30" w:rsidRDefault="00E00D30" w:rsidP="00E00D30">
      <w:r>
        <w:lastRenderedPageBreak/>
        <w:t>176.3963</w:t>
      </w:r>
      <w:r>
        <w:tab/>
        <w:t>1.013e0</w:t>
      </w:r>
    </w:p>
    <w:p w:rsidR="00E00D30" w:rsidRDefault="00E00D30" w:rsidP="00E00D30">
      <w:r>
        <w:t>176.4211</w:t>
      </w:r>
      <w:r>
        <w:tab/>
        <w:t>1.013e0</w:t>
      </w:r>
    </w:p>
    <w:p w:rsidR="00E00D30" w:rsidRDefault="00E00D30" w:rsidP="00E00D30">
      <w:r>
        <w:t>176.4249</w:t>
      </w:r>
      <w:r>
        <w:tab/>
        <w:t>1.013e0</w:t>
      </w:r>
    </w:p>
    <w:p w:rsidR="00E00D30" w:rsidRDefault="00E00D30" w:rsidP="00E00D30">
      <w:r>
        <w:t>176.4639</w:t>
      </w:r>
      <w:r>
        <w:tab/>
        <w:t>1.013e0</w:t>
      </w:r>
    </w:p>
    <w:p w:rsidR="00E00D30" w:rsidRDefault="00E00D30" w:rsidP="00E00D30">
      <w:r>
        <w:t>176.4710</w:t>
      </w:r>
      <w:r>
        <w:tab/>
        <w:t>1.013e0</w:t>
      </w:r>
    </w:p>
    <w:p w:rsidR="00E00D30" w:rsidRDefault="00E00D30" w:rsidP="00E00D30">
      <w:r>
        <w:t>176.4746</w:t>
      </w:r>
      <w:r>
        <w:tab/>
        <w:t>1.013e0</w:t>
      </w:r>
    </w:p>
    <w:p w:rsidR="00E00D30" w:rsidRDefault="00E00D30" w:rsidP="00E00D30">
      <w:r>
        <w:t>176.4889</w:t>
      </w:r>
      <w:r>
        <w:tab/>
        <w:t>1.013e0</w:t>
      </w:r>
    </w:p>
    <w:p w:rsidR="00E00D30" w:rsidRDefault="00E00D30" w:rsidP="00E00D30">
      <w:r>
        <w:t>176.5233</w:t>
      </w:r>
      <w:r>
        <w:tab/>
        <w:t>1.013e0</w:t>
      </w:r>
    </w:p>
    <w:p w:rsidR="00E00D30" w:rsidRDefault="00E00D30" w:rsidP="00E00D30">
      <w:r>
        <w:t>176.5479</w:t>
      </w:r>
      <w:r>
        <w:tab/>
        <w:t>1.013e0</w:t>
      </w:r>
    </w:p>
    <w:p w:rsidR="00E00D30" w:rsidRDefault="00E00D30" w:rsidP="00E00D30">
      <w:r>
        <w:t>176.5515</w:t>
      </w:r>
      <w:r>
        <w:tab/>
        <w:t>1.013e0</w:t>
      </w:r>
    </w:p>
    <w:p w:rsidR="00E00D30" w:rsidRDefault="00E00D30" w:rsidP="00E00D30">
      <w:r>
        <w:t>176.5585</w:t>
      </w:r>
      <w:r>
        <w:tab/>
        <w:t>3.038e0</w:t>
      </w:r>
    </w:p>
    <w:p w:rsidR="00E00D30" w:rsidRDefault="00E00D30" w:rsidP="00E00D30">
      <w:r>
        <w:t>176.5621</w:t>
      </w:r>
      <w:r>
        <w:tab/>
        <w:t>3.038e0</w:t>
      </w:r>
    </w:p>
    <w:p w:rsidR="00E00D30" w:rsidRDefault="00E00D30" w:rsidP="00E00D30">
      <w:r>
        <w:t>176.5658</w:t>
      </w:r>
      <w:r>
        <w:tab/>
        <w:t>3.038e0</w:t>
      </w:r>
    </w:p>
    <w:p w:rsidR="00E00D30" w:rsidRDefault="00E00D30" w:rsidP="00E00D30">
      <w:r>
        <w:t>176.5729</w:t>
      </w:r>
      <w:r>
        <w:tab/>
        <w:t>1.013e0</w:t>
      </w:r>
    </w:p>
    <w:p w:rsidR="00E00D30" w:rsidRDefault="00E00D30" w:rsidP="00E00D30">
      <w:r>
        <w:t>176.5827</w:t>
      </w:r>
      <w:r>
        <w:tab/>
        <w:t>3.038e0</w:t>
      </w:r>
    </w:p>
    <w:p w:rsidR="00E00D30" w:rsidRDefault="00E00D30" w:rsidP="00E00D30">
      <w:r>
        <w:t>176.5873</w:t>
      </w:r>
      <w:r>
        <w:tab/>
        <w:t>1.013e0</w:t>
      </w:r>
    </w:p>
    <w:p w:rsidR="00E00D30" w:rsidRDefault="00E00D30" w:rsidP="00E00D30">
      <w:r>
        <w:t>176.5977</w:t>
      </w:r>
      <w:r>
        <w:tab/>
        <w:t>1.013e0</w:t>
      </w:r>
    </w:p>
    <w:p w:rsidR="00E00D30" w:rsidRDefault="00E00D30" w:rsidP="00E00D30">
      <w:r>
        <w:t>176.6083</w:t>
      </w:r>
      <w:r>
        <w:tab/>
        <w:t>1.013e0</w:t>
      </w:r>
    </w:p>
    <w:p w:rsidR="00E00D30" w:rsidRDefault="00E00D30" w:rsidP="00E00D30">
      <w:r>
        <w:t>176.6404</w:t>
      </w:r>
      <w:r>
        <w:tab/>
        <w:t>1.013e0</w:t>
      </w:r>
    </w:p>
    <w:p w:rsidR="00E00D30" w:rsidRDefault="00E00D30" w:rsidP="00E00D30">
      <w:r>
        <w:lastRenderedPageBreak/>
        <w:t>176.6441</w:t>
      </w:r>
      <w:r>
        <w:tab/>
        <w:t>1.013e0</w:t>
      </w:r>
    </w:p>
    <w:p w:rsidR="00E00D30" w:rsidRDefault="00E00D30" w:rsidP="00E00D30">
      <w:r>
        <w:t>176.6479</w:t>
      </w:r>
      <w:r>
        <w:tab/>
        <w:t>1.013e0</w:t>
      </w:r>
    </w:p>
    <w:p w:rsidR="00E00D30" w:rsidRDefault="00E00D30" w:rsidP="00E00D30">
      <w:r>
        <w:t>176.6512</w:t>
      </w:r>
      <w:r>
        <w:tab/>
        <w:t>1.013e0</w:t>
      </w:r>
    </w:p>
    <w:p w:rsidR="00E00D30" w:rsidRDefault="00E00D30" w:rsidP="00E00D30">
      <w:r>
        <w:t>176.6721</w:t>
      </w:r>
      <w:r>
        <w:tab/>
        <w:t>1.013e0</w:t>
      </w:r>
    </w:p>
    <w:p w:rsidR="00E00D30" w:rsidRDefault="00E00D30" w:rsidP="00E00D30">
      <w:r>
        <w:t>176.6858</w:t>
      </w:r>
      <w:r>
        <w:tab/>
        <w:t>1.013e0</w:t>
      </w:r>
    </w:p>
    <w:p w:rsidR="00E00D30" w:rsidRDefault="00E00D30" w:rsidP="00E00D30">
      <w:r>
        <w:t>176.6928</w:t>
      </w:r>
      <w:r>
        <w:tab/>
        <w:t>1.013e0</w:t>
      </w:r>
    </w:p>
    <w:p w:rsidR="00E00D30" w:rsidRDefault="00E00D30" w:rsidP="00E00D30">
      <w:r>
        <w:t>176.7068</w:t>
      </w:r>
      <w:r>
        <w:tab/>
        <w:t>2.025e0</w:t>
      </w:r>
    </w:p>
    <w:p w:rsidR="00E00D30" w:rsidRDefault="00E00D30" w:rsidP="00E00D30">
      <w:r>
        <w:t>176.7317</w:t>
      </w:r>
      <w:r>
        <w:tab/>
        <w:t>1.013e0</w:t>
      </w:r>
    </w:p>
    <w:p w:rsidR="00E00D30" w:rsidRDefault="00E00D30" w:rsidP="00E00D30">
      <w:r>
        <w:t>176.7352</w:t>
      </w:r>
      <w:r>
        <w:tab/>
        <w:t>1.013e0</w:t>
      </w:r>
    </w:p>
    <w:p w:rsidR="00E00D30" w:rsidRDefault="00E00D30" w:rsidP="00E00D30">
      <w:r>
        <w:t>176.7853</w:t>
      </w:r>
      <w:r>
        <w:tab/>
        <w:t>1.013e0</w:t>
      </w:r>
    </w:p>
    <w:p w:rsidR="00E00D30" w:rsidRDefault="00E00D30" w:rsidP="00E00D30">
      <w:r>
        <w:t>176.7957</w:t>
      </w:r>
      <w:r>
        <w:tab/>
        <w:t>1.013e0</w:t>
      </w:r>
    </w:p>
    <w:p w:rsidR="00E00D30" w:rsidRDefault="00E00D30" w:rsidP="00E00D30">
      <w:r>
        <w:t>176.8066</w:t>
      </w:r>
      <w:r>
        <w:tab/>
        <w:t>2.025e0</w:t>
      </w:r>
    </w:p>
    <w:p w:rsidR="00E00D30" w:rsidRDefault="00E00D30" w:rsidP="00E00D30">
      <w:r>
        <w:t>176.8100</w:t>
      </w:r>
      <w:r>
        <w:tab/>
        <w:t>1.013e0</w:t>
      </w:r>
    </w:p>
    <w:p w:rsidR="00E00D30" w:rsidRDefault="00E00D30" w:rsidP="00E00D30">
      <w:r>
        <w:t>176.8135</w:t>
      </w:r>
      <w:r>
        <w:tab/>
        <w:t>1.013e0</w:t>
      </w:r>
    </w:p>
    <w:p w:rsidR="00E00D30" w:rsidRDefault="00E00D30" w:rsidP="00E00D30">
      <w:r>
        <w:t>176.8278</w:t>
      </w:r>
      <w:r>
        <w:tab/>
        <w:t>1.013e0</w:t>
      </w:r>
    </w:p>
    <w:p w:rsidR="00E00D30" w:rsidRDefault="00E00D30" w:rsidP="00E00D30">
      <w:r>
        <w:t>176.8764</w:t>
      </w:r>
      <w:r>
        <w:tab/>
        <w:t>1.013e0</w:t>
      </w:r>
    </w:p>
    <w:p w:rsidR="00E00D30" w:rsidRDefault="00E00D30" w:rsidP="00E00D30">
      <w:r>
        <w:t>176.8908</w:t>
      </w:r>
      <w:r>
        <w:tab/>
        <w:t>1.013e0</w:t>
      </w:r>
    </w:p>
    <w:p w:rsidR="00E00D30" w:rsidRDefault="00E00D30" w:rsidP="00E00D30">
      <w:r>
        <w:t>176.8977</w:t>
      </w:r>
      <w:r>
        <w:tab/>
        <w:t>1.013e0</w:t>
      </w:r>
    </w:p>
    <w:p w:rsidR="00E00D30" w:rsidRDefault="00E00D30" w:rsidP="00E00D30">
      <w:r>
        <w:t>176.9122</w:t>
      </w:r>
      <w:r>
        <w:tab/>
        <w:t>1.013e0</w:t>
      </w:r>
    </w:p>
    <w:p w:rsidR="00E00D30" w:rsidRDefault="00E00D30" w:rsidP="00E00D30">
      <w:r>
        <w:lastRenderedPageBreak/>
        <w:t>176.9191</w:t>
      </w:r>
      <w:r>
        <w:tab/>
        <w:t>1.013e0</w:t>
      </w:r>
    </w:p>
    <w:p w:rsidR="00E00D30" w:rsidRDefault="00E00D30" w:rsidP="00E00D30">
      <w:r>
        <w:t>176.9440</w:t>
      </w:r>
      <w:r>
        <w:tab/>
        <w:t>1.013e0</w:t>
      </w:r>
    </w:p>
    <w:p w:rsidR="00E00D30" w:rsidRDefault="00E00D30" w:rsidP="00E00D30">
      <w:r>
        <w:t>176.9478</w:t>
      </w:r>
      <w:r>
        <w:tab/>
        <w:t>1.013e0</w:t>
      </w:r>
    </w:p>
    <w:p w:rsidR="00E00D30" w:rsidRDefault="00E00D30" w:rsidP="00E00D30">
      <w:r>
        <w:t>176.9546</w:t>
      </w:r>
      <w:r>
        <w:tab/>
        <w:t>1.013e0</w:t>
      </w:r>
    </w:p>
    <w:p w:rsidR="00E00D30" w:rsidRDefault="00E00D30" w:rsidP="00E00D30">
      <w:r>
        <w:t>176.9583</w:t>
      </w:r>
      <w:r>
        <w:tab/>
        <w:t>1.013e0</w:t>
      </w:r>
    </w:p>
    <w:p w:rsidR="00E00D30" w:rsidRDefault="00E00D30" w:rsidP="00E00D30">
      <w:r>
        <w:t>176.9763</w:t>
      </w:r>
      <w:r>
        <w:tab/>
        <w:t>1.013e0</w:t>
      </w:r>
    </w:p>
    <w:p w:rsidR="00E00D30" w:rsidRDefault="00E00D30" w:rsidP="00E00D30">
      <w:r>
        <w:t>176.9799</w:t>
      </w:r>
      <w:r>
        <w:tab/>
        <w:t>1.013e0</w:t>
      </w:r>
    </w:p>
    <w:p w:rsidR="00E00D30" w:rsidRDefault="00E00D30" w:rsidP="00E00D30">
      <w:r>
        <w:t>176.9831</w:t>
      </w:r>
      <w:r>
        <w:tab/>
        <w:t>1.013e0</w:t>
      </w:r>
    </w:p>
    <w:p w:rsidR="00E00D30" w:rsidRDefault="00E00D30" w:rsidP="00E00D30">
      <w:r>
        <w:t>176.9867</w:t>
      </w:r>
      <w:r>
        <w:tab/>
        <w:t>1.013e0</w:t>
      </w:r>
    </w:p>
    <w:p w:rsidR="00E00D30" w:rsidRDefault="00E00D30" w:rsidP="00E00D30">
      <w:r>
        <w:t>177.0013</w:t>
      </w:r>
      <w:r>
        <w:tab/>
        <w:t>2.025e0</w:t>
      </w:r>
    </w:p>
    <w:p w:rsidR="00E00D30" w:rsidRDefault="00E00D30" w:rsidP="00E00D30">
      <w:r>
        <w:t>177.0083</w:t>
      </w:r>
      <w:r>
        <w:tab/>
        <w:t>1.013e0</w:t>
      </w:r>
    </w:p>
    <w:p w:rsidR="00E00D30" w:rsidRDefault="00E00D30" w:rsidP="00E00D30">
      <w:r>
        <w:t>177.0149</w:t>
      </w:r>
      <w:r>
        <w:tab/>
        <w:t>1.013e0</w:t>
      </w:r>
    </w:p>
    <w:p w:rsidR="00E00D30" w:rsidRDefault="00E00D30" w:rsidP="00E00D30">
      <w:r>
        <w:t>177.0184</w:t>
      </w:r>
      <w:r>
        <w:tab/>
        <w:t>1.013e0</w:t>
      </w:r>
    </w:p>
    <w:p w:rsidR="00E00D30" w:rsidRDefault="00E00D30" w:rsidP="00E00D30">
      <w:r>
        <w:t>177.0222</w:t>
      </w:r>
      <w:r>
        <w:tab/>
        <w:t>2.025e0</w:t>
      </w:r>
    </w:p>
    <w:p w:rsidR="00E00D30" w:rsidRDefault="00E00D30" w:rsidP="00E00D30">
      <w:r>
        <w:t>177.0253</w:t>
      </w:r>
      <w:r>
        <w:tab/>
        <w:t>1.013e0</w:t>
      </w:r>
    </w:p>
    <w:p w:rsidR="00E00D30" w:rsidRDefault="00E00D30" w:rsidP="00E00D30">
      <w:r>
        <w:t>177.0289</w:t>
      </w:r>
      <w:r>
        <w:tab/>
        <w:t>1.013e0</w:t>
      </w:r>
    </w:p>
    <w:p w:rsidR="00E00D30" w:rsidRDefault="00E00D30" w:rsidP="00E00D30">
      <w:r>
        <w:t>177.0323</w:t>
      </w:r>
      <w:r>
        <w:tab/>
        <w:t>1.013e0</w:t>
      </w:r>
    </w:p>
    <w:p w:rsidR="00E00D30" w:rsidRDefault="00E00D30" w:rsidP="00E00D30">
      <w:r>
        <w:t>177.0395</w:t>
      </w:r>
      <w:r>
        <w:tab/>
        <w:t>1.013e0</w:t>
      </w:r>
    </w:p>
    <w:p w:rsidR="00E00D30" w:rsidRDefault="00E00D30" w:rsidP="00E00D30">
      <w:r>
        <w:t>177.0476</w:t>
      </w:r>
      <w:r>
        <w:tab/>
        <w:t>2.025e0</w:t>
      </w:r>
    </w:p>
    <w:p w:rsidR="00E00D30" w:rsidRDefault="00E00D30" w:rsidP="00E00D30">
      <w:r>
        <w:lastRenderedPageBreak/>
        <w:t>177.0497</w:t>
      </w:r>
      <w:r>
        <w:tab/>
        <w:t>1.013e0</w:t>
      </w:r>
    </w:p>
    <w:p w:rsidR="00E00D30" w:rsidRDefault="00E00D30" w:rsidP="00E00D30">
      <w:r>
        <w:t>177.0607</w:t>
      </w:r>
      <w:r>
        <w:tab/>
        <w:t>5.063e0</w:t>
      </w:r>
    </w:p>
    <w:p w:rsidR="00E00D30" w:rsidRDefault="00E00D30" w:rsidP="00E00D30">
      <w:r>
        <w:t>177.0638</w:t>
      </w:r>
      <w:r>
        <w:tab/>
        <w:t>1.013e0</w:t>
      </w:r>
    </w:p>
    <w:p w:rsidR="00E00D30" w:rsidRDefault="00E00D30" w:rsidP="00E00D30">
      <w:r>
        <w:t>177.0712</w:t>
      </w:r>
      <w:r>
        <w:tab/>
        <w:t>1.013e0</w:t>
      </w:r>
    </w:p>
    <w:p w:rsidR="00E00D30" w:rsidRDefault="00E00D30" w:rsidP="00E00D30">
      <w:r>
        <w:t>177.0816</w:t>
      </w:r>
      <w:r>
        <w:tab/>
        <w:t>1.013e0</w:t>
      </w:r>
    </w:p>
    <w:p w:rsidR="00E00D30" w:rsidRDefault="00E00D30" w:rsidP="00E00D30">
      <w:r>
        <w:t>177.0855</w:t>
      </w:r>
      <w:r>
        <w:tab/>
        <w:t>1.013e0</w:t>
      </w:r>
    </w:p>
    <w:p w:rsidR="00E00D30" w:rsidRDefault="00E00D30" w:rsidP="00E00D30">
      <w:r>
        <w:t>177.0962</w:t>
      </w:r>
      <w:r>
        <w:tab/>
        <w:t>1.013e0</w:t>
      </w:r>
    </w:p>
    <w:p w:rsidR="00E00D30" w:rsidRDefault="00E00D30" w:rsidP="00E00D30">
      <w:r>
        <w:t>177.0995</w:t>
      </w:r>
      <w:r>
        <w:tab/>
        <w:t>2.025e0</w:t>
      </w:r>
    </w:p>
    <w:p w:rsidR="00E00D30" w:rsidRDefault="00E00D30" w:rsidP="00E00D30">
      <w:r>
        <w:t>177.1012</w:t>
      </w:r>
      <w:r>
        <w:tab/>
        <w:t>2.025e0</w:t>
      </w:r>
    </w:p>
    <w:p w:rsidR="00E00D30" w:rsidRDefault="00E00D30" w:rsidP="00E00D30">
      <w:r>
        <w:t>177.1154</w:t>
      </w:r>
      <w:r>
        <w:tab/>
        <w:t>2.025e0</w:t>
      </w:r>
    </w:p>
    <w:p w:rsidR="00E00D30" w:rsidRDefault="00E00D30" w:rsidP="00E00D30">
      <w:r>
        <w:t>177.1175</w:t>
      </w:r>
      <w:r>
        <w:tab/>
        <w:t>1.013e0</w:t>
      </w:r>
    </w:p>
    <w:p w:rsidR="00E00D30" w:rsidRDefault="00E00D30" w:rsidP="00E00D30">
      <w:r>
        <w:t>177.1279</w:t>
      </w:r>
      <w:r>
        <w:tab/>
        <w:t>2.025e0</w:t>
      </w:r>
    </w:p>
    <w:p w:rsidR="00E00D30" w:rsidRDefault="00E00D30" w:rsidP="00E00D30">
      <w:r>
        <w:t>177.1316</w:t>
      </w:r>
      <w:r>
        <w:tab/>
        <w:t>5.063e0</w:t>
      </w:r>
    </w:p>
    <w:p w:rsidR="00E00D30" w:rsidRDefault="00E00D30" w:rsidP="00E00D30">
      <w:r>
        <w:t>177.1440</w:t>
      </w:r>
      <w:r>
        <w:tab/>
        <w:t>2.025e0</w:t>
      </w:r>
    </w:p>
    <w:p w:rsidR="00E00D30" w:rsidRDefault="00E00D30" w:rsidP="00E00D30">
      <w:r>
        <w:t>177.1493</w:t>
      </w:r>
      <w:r>
        <w:tab/>
        <w:t>1.013e0</w:t>
      </w:r>
    </w:p>
    <w:p w:rsidR="00E00D30" w:rsidRDefault="00E00D30" w:rsidP="00E00D30">
      <w:r>
        <w:t>177.1565</w:t>
      </w:r>
      <w:r>
        <w:tab/>
        <w:t>2.025e0</w:t>
      </w:r>
    </w:p>
    <w:p w:rsidR="00E00D30" w:rsidRDefault="00E00D30" w:rsidP="00E00D30">
      <w:r>
        <w:t>177.1815</w:t>
      </w:r>
      <w:r>
        <w:tab/>
        <w:t>1.013e0</w:t>
      </w:r>
    </w:p>
    <w:p w:rsidR="00E00D30" w:rsidRDefault="00E00D30" w:rsidP="00E00D30">
      <w:r>
        <w:t>177.2023</w:t>
      </w:r>
      <w:r>
        <w:tab/>
        <w:t>1.013e0</w:t>
      </w:r>
    </w:p>
    <w:p w:rsidR="00E00D30" w:rsidRDefault="00E00D30" w:rsidP="00E00D30">
      <w:r>
        <w:t>177.2268</w:t>
      </w:r>
      <w:r>
        <w:tab/>
        <w:t>1.013e0</w:t>
      </w:r>
    </w:p>
    <w:p w:rsidR="00E00D30" w:rsidRDefault="00E00D30" w:rsidP="00E00D30">
      <w:r>
        <w:lastRenderedPageBreak/>
        <w:t>177.2336</w:t>
      </w:r>
      <w:r>
        <w:tab/>
        <w:t>2.025e0</w:t>
      </w:r>
    </w:p>
    <w:p w:rsidR="00E00D30" w:rsidRDefault="00E00D30" w:rsidP="00E00D30">
      <w:r>
        <w:t>177.2370</w:t>
      </w:r>
      <w:r>
        <w:tab/>
        <w:t>2.025e0</w:t>
      </w:r>
    </w:p>
    <w:p w:rsidR="00E00D30" w:rsidRDefault="00E00D30" w:rsidP="00E00D30">
      <w:r>
        <w:t>177.2620</w:t>
      </w:r>
      <w:r>
        <w:tab/>
        <w:t>1.013e0</w:t>
      </w:r>
    </w:p>
    <w:p w:rsidR="00E00D30" w:rsidRDefault="00E00D30" w:rsidP="00E00D30">
      <w:r>
        <w:t>177.3013</w:t>
      </w:r>
      <w:r>
        <w:tab/>
        <w:t>1.013e0</w:t>
      </w:r>
    </w:p>
    <w:p w:rsidR="00E00D30" w:rsidRDefault="00E00D30" w:rsidP="00E00D30">
      <w:r>
        <w:t>177.3083</w:t>
      </w:r>
      <w:r>
        <w:tab/>
        <w:t>1.013e0</w:t>
      </w:r>
    </w:p>
    <w:p w:rsidR="00E00D30" w:rsidRDefault="00E00D30" w:rsidP="00E00D30">
      <w:r>
        <w:t>177.3155</w:t>
      </w:r>
      <w:r>
        <w:tab/>
        <w:t>1.013e0</w:t>
      </w:r>
    </w:p>
    <w:p w:rsidR="00E00D30" w:rsidRDefault="00E00D30" w:rsidP="00E00D30">
      <w:r>
        <w:t>177.3297</w:t>
      </w:r>
      <w:r>
        <w:tab/>
        <w:t>1.013e0</w:t>
      </w:r>
    </w:p>
    <w:p w:rsidR="00E00D30" w:rsidRDefault="00E00D30" w:rsidP="00E00D30">
      <w:r>
        <w:t>177.3441</w:t>
      </w:r>
      <w:r>
        <w:tab/>
        <w:t>1.013e0</w:t>
      </w:r>
    </w:p>
    <w:p w:rsidR="00E00D30" w:rsidRDefault="00E00D30" w:rsidP="00E00D30">
      <w:r>
        <w:t>177.3724</w:t>
      </w:r>
      <w:r>
        <w:tab/>
        <w:t>1.013e0</w:t>
      </w:r>
    </w:p>
    <w:p w:rsidR="00E00D30" w:rsidRDefault="00E00D30" w:rsidP="00E00D30">
      <w:r>
        <w:t>177.4002</w:t>
      </w:r>
      <w:r>
        <w:tab/>
        <w:t>1.013e0</w:t>
      </w:r>
    </w:p>
    <w:p w:rsidR="00E00D30" w:rsidRDefault="00E00D30" w:rsidP="00E00D30">
      <w:r>
        <w:t>177.4108</w:t>
      </w:r>
      <w:r>
        <w:tab/>
        <w:t>1.013e0</w:t>
      </w:r>
    </w:p>
    <w:p w:rsidR="00E00D30" w:rsidRDefault="00E00D30" w:rsidP="00E00D30">
      <w:r>
        <w:t>177.4175</w:t>
      </w:r>
      <w:r>
        <w:tab/>
        <w:t>1.013e0</w:t>
      </w:r>
    </w:p>
    <w:p w:rsidR="00E00D30" w:rsidRDefault="00E00D30" w:rsidP="00E00D30">
      <w:r>
        <w:t>177.4478</w:t>
      </w:r>
      <w:r>
        <w:tab/>
        <w:t>2.025e0</w:t>
      </w:r>
    </w:p>
    <w:p w:rsidR="00E00D30" w:rsidRDefault="00E00D30" w:rsidP="00E00D30">
      <w:r>
        <w:t>177.4782</w:t>
      </w:r>
      <w:r>
        <w:tab/>
        <w:t>1.013e0</w:t>
      </w:r>
    </w:p>
    <w:p w:rsidR="00E00D30" w:rsidRDefault="00E00D30" w:rsidP="00E00D30">
      <w:r>
        <w:t>177.5033</w:t>
      </w:r>
      <w:r>
        <w:tab/>
        <w:t>2.025e0</w:t>
      </w:r>
    </w:p>
    <w:p w:rsidR="00E00D30" w:rsidRDefault="00E00D30" w:rsidP="00E00D30">
      <w:r>
        <w:t>177.5174</w:t>
      </w:r>
      <w:r>
        <w:tab/>
        <w:t>1.013e0</w:t>
      </w:r>
    </w:p>
    <w:p w:rsidR="00E00D30" w:rsidRDefault="00E00D30" w:rsidP="00E00D30">
      <w:r>
        <w:t>177.5191</w:t>
      </w:r>
      <w:r>
        <w:tab/>
        <w:t>2.025e0</w:t>
      </w:r>
    </w:p>
    <w:p w:rsidR="00E00D30" w:rsidRDefault="00E00D30" w:rsidP="00E00D30">
      <w:r>
        <w:t>177.5248</w:t>
      </w:r>
      <w:r>
        <w:tab/>
        <w:t>1.013e0</w:t>
      </w:r>
    </w:p>
    <w:p w:rsidR="00E00D30" w:rsidRDefault="00E00D30" w:rsidP="00E00D30">
      <w:r>
        <w:t>177.5281</w:t>
      </w:r>
      <w:r>
        <w:tab/>
        <w:t>2.025e0</w:t>
      </w:r>
    </w:p>
    <w:p w:rsidR="00E00D30" w:rsidRDefault="00E00D30" w:rsidP="00E00D30">
      <w:r>
        <w:lastRenderedPageBreak/>
        <w:t>177.5388</w:t>
      </w:r>
      <w:r>
        <w:tab/>
        <w:t>1.013e0</w:t>
      </w:r>
    </w:p>
    <w:p w:rsidR="00E00D30" w:rsidRDefault="00E00D30" w:rsidP="00E00D30">
      <w:r>
        <w:t>177.5529</w:t>
      </w:r>
      <w:r>
        <w:tab/>
        <w:t>1.013e0</w:t>
      </w:r>
    </w:p>
    <w:p w:rsidR="00E00D30" w:rsidRDefault="00E00D30" w:rsidP="00E00D30">
      <w:r>
        <w:t>177.5566</w:t>
      </w:r>
      <w:r>
        <w:tab/>
        <w:t>2.025e0</w:t>
      </w:r>
    </w:p>
    <w:p w:rsidR="00E00D30" w:rsidRDefault="00E00D30" w:rsidP="00E00D30">
      <w:r>
        <w:t>177.6017</w:t>
      </w:r>
      <w:r>
        <w:tab/>
        <w:t>1.013e0</w:t>
      </w:r>
    </w:p>
    <w:p w:rsidR="00E00D30" w:rsidRDefault="00E00D30" w:rsidP="00E00D30">
      <w:r>
        <w:t>177.6266</w:t>
      </w:r>
      <w:r>
        <w:tab/>
        <w:t>1.013e0</w:t>
      </w:r>
    </w:p>
    <w:p w:rsidR="00E00D30" w:rsidRDefault="00E00D30" w:rsidP="00E00D30">
      <w:r>
        <w:t>177.6409</w:t>
      </w:r>
      <w:r>
        <w:tab/>
        <w:t>2.025e0</w:t>
      </w:r>
    </w:p>
    <w:p w:rsidR="00E00D30" w:rsidRDefault="00E00D30" w:rsidP="00E00D30">
      <w:r>
        <w:t>177.6444</w:t>
      </w:r>
      <w:r>
        <w:tab/>
        <w:t>1.013e0</w:t>
      </w:r>
    </w:p>
    <w:p w:rsidR="00E00D30" w:rsidRDefault="00E00D30" w:rsidP="00E00D30">
      <w:r>
        <w:t>177.6765</w:t>
      </w:r>
      <w:r>
        <w:tab/>
        <w:t>1.013e0</w:t>
      </w:r>
    </w:p>
    <w:p w:rsidR="00E00D30" w:rsidRDefault="00E00D30" w:rsidP="00E00D30">
      <w:r>
        <w:t>177.7015</w:t>
      </w:r>
      <w:r>
        <w:tab/>
        <w:t>1.013e0</w:t>
      </w:r>
    </w:p>
    <w:p w:rsidR="00E00D30" w:rsidRDefault="00E00D30" w:rsidP="00E00D30">
      <w:r>
        <w:t>177.7159</w:t>
      </w:r>
      <w:r>
        <w:tab/>
        <w:t>2.025e0</w:t>
      </w:r>
    </w:p>
    <w:p w:rsidR="00E00D30" w:rsidRDefault="00E00D30" w:rsidP="00E00D30">
      <w:r>
        <w:t>177.7410</w:t>
      </w:r>
      <w:r>
        <w:tab/>
        <w:t>1.013e0</w:t>
      </w:r>
    </w:p>
    <w:p w:rsidR="00E00D30" w:rsidRDefault="00E00D30" w:rsidP="00E00D30">
      <w:r>
        <w:t>177.7546</w:t>
      </w:r>
      <w:r>
        <w:tab/>
        <w:t>1.013e0</w:t>
      </w:r>
    </w:p>
    <w:p w:rsidR="00E00D30" w:rsidRDefault="00E00D30" w:rsidP="00E00D30">
      <w:r>
        <w:t>177.7654</w:t>
      </w:r>
      <w:r>
        <w:tab/>
        <w:t>1.013e0</w:t>
      </w:r>
    </w:p>
    <w:p w:rsidR="00E00D30" w:rsidRDefault="00E00D30" w:rsidP="00E00D30">
      <w:r>
        <w:t>177.7828</w:t>
      </w:r>
      <w:r>
        <w:tab/>
        <w:t>1.013e0</w:t>
      </w:r>
    </w:p>
    <w:p w:rsidR="00E00D30" w:rsidRDefault="00E00D30" w:rsidP="00E00D30">
      <w:r>
        <w:t>177.7895</w:t>
      </w:r>
      <w:r>
        <w:tab/>
        <w:t>1.013e0</w:t>
      </w:r>
    </w:p>
    <w:p w:rsidR="00E00D30" w:rsidRDefault="00E00D30" w:rsidP="00E00D30">
      <w:r>
        <w:t>177.8073</w:t>
      </w:r>
      <w:r>
        <w:tab/>
        <w:t>1.013e0</w:t>
      </w:r>
    </w:p>
    <w:p w:rsidR="00E00D30" w:rsidRDefault="00E00D30" w:rsidP="00E00D30">
      <w:r>
        <w:t>177.8466</w:t>
      </w:r>
      <w:r>
        <w:tab/>
        <w:t>1.013e0</w:t>
      </w:r>
    </w:p>
    <w:p w:rsidR="00E00D30" w:rsidRDefault="00E00D30" w:rsidP="00E00D30">
      <w:r>
        <w:t>177.8500</w:t>
      </w:r>
      <w:r>
        <w:tab/>
        <w:t>2.025e0</w:t>
      </w:r>
    </w:p>
    <w:p w:rsidR="00E00D30" w:rsidRDefault="00E00D30" w:rsidP="00E00D30">
      <w:r>
        <w:t>177.8821</w:t>
      </w:r>
      <w:r>
        <w:tab/>
        <w:t>1.013e0</w:t>
      </w:r>
    </w:p>
    <w:p w:rsidR="00E00D30" w:rsidRDefault="00E00D30" w:rsidP="00E00D30">
      <w:r>
        <w:lastRenderedPageBreak/>
        <w:t>177.8860</w:t>
      </w:r>
      <w:r>
        <w:tab/>
        <w:t>1.013e0</w:t>
      </w:r>
    </w:p>
    <w:p w:rsidR="00E00D30" w:rsidRDefault="00E00D30" w:rsidP="00E00D30">
      <w:r>
        <w:t>177.9179</w:t>
      </w:r>
      <w:r>
        <w:tab/>
        <w:t>2.025e0</w:t>
      </w:r>
    </w:p>
    <w:p w:rsidR="00E00D30" w:rsidRDefault="00E00D30" w:rsidP="00E00D30">
      <w:r>
        <w:t>177.9216</w:t>
      </w:r>
      <w:r>
        <w:tab/>
        <w:t>1.013e0</w:t>
      </w:r>
    </w:p>
    <w:p w:rsidR="00E00D30" w:rsidRDefault="00E00D30" w:rsidP="00E00D30">
      <w:r>
        <w:t>177.9287</w:t>
      </w:r>
      <w:r>
        <w:tab/>
        <w:t>1.013e0</w:t>
      </w:r>
    </w:p>
    <w:p w:rsidR="00E00D30" w:rsidRDefault="00E00D30" w:rsidP="00E00D30">
      <w:r>
        <w:t>177.9495</w:t>
      </w:r>
      <w:r>
        <w:tab/>
        <w:t>1.013e0</w:t>
      </w:r>
    </w:p>
    <w:p w:rsidR="00E00D30" w:rsidRDefault="00E00D30" w:rsidP="00E00D30">
      <w:r>
        <w:t>177.9635</w:t>
      </w:r>
      <w:r>
        <w:tab/>
        <w:t>1.013e0</w:t>
      </w:r>
    </w:p>
    <w:p w:rsidR="00E00D30" w:rsidRDefault="00E00D30" w:rsidP="00E00D30">
      <w:r>
        <w:t>177.9655</w:t>
      </w:r>
      <w:r>
        <w:tab/>
        <w:t>2.025e0</w:t>
      </w:r>
    </w:p>
    <w:p w:rsidR="00E00D30" w:rsidRDefault="00E00D30" w:rsidP="00E00D30">
      <w:r>
        <w:t>177.9742</w:t>
      </w:r>
      <w:r>
        <w:tab/>
        <w:t>1.013e0</w:t>
      </w:r>
    </w:p>
    <w:p w:rsidR="00E00D30" w:rsidRDefault="00E00D30" w:rsidP="00E00D30">
      <w:r>
        <w:t>177.9879</w:t>
      </w:r>
      <w:r>
        <w:tab/>
        <w:t>1.013e0</w:t>
      </w:r>
    </w:p>
    <w:p w:rsidR="00E00D30" w:rsidRDefault="00E00D30" w:rsidP="00E00D30">
      <w:r>
        <w:t>178.0022</w:t>
      </w:r>
      <w:r>
        <w:tab/>
        <w:t>2.025e0</w:t>
      </w:r>
    </w:p>
    <w:p w:rsidR="00E00D30" w:rsidRDefault="00E00D30" w:rsidP="00E00D30">
      <w:r>
        <w:t>178.0168</w:t>
      </w:r>
      <w:r>
        <w:tab/>
        <w:t>1.013e0</w:t>
      </w:r>
    </w:p>
    <w:p w:rsidR="00E00D30" w:rsidRDefault="00E00D30" w:rsidP="00E00D30">
      <w:r>
        <w:t>178.0218</w:t>
      </w:r>
      <w:r>
        <w:tab/>
        <w:t>6.076e0</w:t>
      </w:r>
    </w:p>
    <w:p w:rsidR="00E00D30" w:rsidRDefault="00E00D30" w:rsidP="00E00D30">
      <w:r>
        <w:t>178.0273</w:t>
      </w:r>
      <w:r>
        <w:tab/>
        <w:t>2.025e0</w:t>
      </w:r>
    </w:p>
    <w:p w:rsidR="00E00D30" w:rsidRDefault="00E00D30" w:rsidP="00E00D30">
      <w:r>
        <w:t>178.0308</w:t>
      </w:r>
      <w:r>
        <w:tab/>
        <w:t>1.013e0</w:t>
      </w:r>
    </w:p>
    <w:p w:rsidR="00E00D30" w:rsidRDefault="00E00D30" w:rsidP="00E00D30">
      <w:r>
        <w:t>178.0346</w:t>
      </w:r>
      <w:r>
        <w:tab/>
        <w:t>1.013e0</w:t>
      </w:r>
    </w:p>
    <w:p w:rsidR="00E00D30" w:rsidRDefault="00E00D30" w:rsidP="00E00D30">
      <w:r>
        <w:t>178.0522</w:t>
      </w:r>
      <w:r>
        <w:tab/>
        <w:t>1.013e0</w:t>
      </w:r>
    </w:p>
    <w:p w:rsidR="00E00D30" w:rsidRDefault="00E00D30" w:rsidP="00E00D30">
      <w:r>
        <w:t>178.0558</w:t>
      </w:r>
      <w:r>
        <w:tab/>
        <w:t>2.025e0</w:t>
      </w:r>
    </w:p>
    <w:p w:rsidR="00E00D30" w:rsidRDefault="00E00D30" w:rsidP="00E00D30">
      <w:r>
        <w:t>178.0664</w:t>
      </w:r>
      <w:r>
        <w:tab/>
        <w:t>1.013e0</w:t>
      </w:r>
    </w:p>
    <w:p w:rsidR="00E00D30" w:rsidRDefault="00E00D30" w:rsidP="00E00D30">
      <w:r>
        <w:t>178.0701</w:t>
      </w:r>
      <w:r>
        <w:tab/>
        <w:t>1.013e0</w:t>
      </w:r>
    </w:p>
    <w:p w:rsidR="00E00D30" w:rsidRDefault="00E00D30" w:rsidP="00E00D30">
      <w:r>
        <w:lastRenderedPageBreak/>
        <w:t>178.0735</w:t>
      </w:r>
      <w:r>
        <w:tab/>
        <w:t>1.013e0</w:t>
      </w:r>
    </w:p>
    <w:p w:rsidR="00E00D30" w:rsidRDefault="00E00D30" w:rsidP="00E00D30">
      <w:r>
        <w:t>178.0774</w:t>
      </w:r>
      <w:r>
        <w:tab/>
        <w:t>1.013e0</w:t>
      </w:r>
    </w:p>
    <w:p w:rsidR="00E00D30" w:rsidRDefault="00E00D30" w:rsidP="00E00D30">
      <w:r>
        <w:t>178.0808</w:t>
      </w:r>
      <w:r>
        <w:tab/>
        <w:t>2.025e0</w:t>
      </w:r>
    </w:p>
    <w:p w:rsidR="00E00D30" w:rsidRDefault="00E00D30" w:rsidP="00E00D30">
      <w:r>
        <w:t>178.0844</w:t>
      </w:r>
      <w:r>
        <w:tab/>
        <w:t>2.025e0</w:t>
      </w:r>
    </w:p>
    <w:p w:rsidR="00E00D30" w:rsidRDefault="00E00D30" w:rsidP="00E00D30">
      <w:r>
        <w:t>178.0985</w:t>
      </w:r>
      <w:r>
        <w:tab/>
        <w:t>1.013e0</w:t>
      </w:r>
    </w:p>
    <w:p w:rsidR="00E00D30" w:rsidRDefault="00E00D30" w:rsidP="00E00D30">
      <w:r>
        <w:t>178.1021</w:t>
      </w:r>
      <w:r>
        <w:tab/>
        <w:t>2.025e0</w:t>
      </w:r>
    </w:p>
    <w:p w:rsidR="00E00D30" w:rsidRDefault="00E00D30" w:rsidP="00E00D30">
      <w:r>
        <w:t>178.1112</w:t>
      </w:r>
      <w:r>
        <w:tab/>
        <w:t>2.025e0</w:t>
      </w:r>
    </w:p>
    <w:p w:rsidR="00E00D30" w:rsidRDefault="00E00D30" w:rsidP="00E00D30">
      <w:r>
        <w:t>178.1217</w:t>
      </w:r>
      <w:r>
        <w:tab/>
        <w:t>1.114e1</w:t>
      </w:r>
    </w:p>
    <w:p w:rsidR="00E00D30" w:rsidRDefault="00E00D30" w:rsidP="00E00D30">
      <w:r>
        <w:t>178.1251</w:t>
      </w:r>
      <w:r>
        <w:tab/>
        <w:t>7.868e0</w:t>
      </w:r>
    </w:p>
    <w:p w:rsidR="00E00D30" w:rsidRDefault="00E00D30" w:rsidP="00E00D30">
      <w:r>
        <w:t>178.1263</w:t>
      </w:r>
      <w:r>
        <w:tab/>
        <w:t>3.038e0</w:t>
      </w:r>
    </w:p>
    <w:p w:rsidR="00E00D30" w:rsidRDefault="00E00D30" w:rsidP="00E00D30">
      <w:r>
        <w:t>178.1274</w:t>
      </w:r>
      <w:r>
        <w:tab/>
        <w:t>2.025e0</w:t>
      </w:r>
    </w:p>
    <w:p w:rsidR="00E00D30" w:rsidRDefault="00E00D30" w:rsidP="00E00D30">
      <w:r>
        <w:t>178.1317</w:t>
      </w:r>
      <w:r>
        <w:tab/>
        <w:t>3.038e0</w:t>
      </w:r>
    </w:p>
    <w:p w:rsidR="00E00D30" w:rsidRDefault="00E00D30" w:rsidP="00E00D30">
      <w:r>
        <w:t>178.1517</w:t>
      </w:r>
      <w:r>
        <w:tab/>
        <w:t>1.013e0</w:t>
      </w:r>
    </w:p>
    <w:p w:rsidR="00E00D30" w:rsidRDefault="00E00D30" w:rsidP="00E00D30">
      <w:r>
        <w:t>178.1572</w:t>
      </w:r>
      <w:r>
        <w:tab/>
        <w:t>5.063e0</w:t>
      </w:r>
    </w:p>
    <w:p w:rsidR="00E00D30" w:rsidRDefault="00E00D30" w:rsidP="00E00D30">
      <w:r>
        <w:t>178.1586</w:t>
      </w:r>
      <w:r>
        <w:tab/>
        <w:t>2.025e0</w:t>
      </w:r>
    </w:p>
    <w:p w:rsidR="00E00D30" w:rsidRDefault="00E00D30" w:rsidP="00E00D30">
      <w:r>
        <w:t>178.1612</w:t>
      </w:r>
      <w:r>
        <w:tab/>
        <w:t>3.038e0</w:t>
      </w:r>
    </w:p>
    <w:p w:rsidR="00E00D30" w:rsidRDefault="00E00D30" w:rsidP="00E00D30">
      <w:r>
        <w:t>178.1676</w:t>
      </w:r>
      <w:r>
        <w:tab/>
        <w:t>2.025e0</w:t>
      </w:r>
    </w:p>
    <w:p w:rsidR="00E00D30" w:rsidRDefault="00E00D30" w:rsidP="00E00D30">
      <w:r>
        <w:t>178.1723</w:t>
      </w:r>
      <w:r>
        <w:tab/>
        <w:t>3.038e0</w:t>
      </w:r>
    </w:p>
    <w:p w:rsidR="00E00D30" w:rsidRDefault="00E00D30" w:rsidP="00E00D30">
      <w:r>
        <w:t>178.1814</w:t>
      </w:r>
      <w:r>
        <w:tab/>
        <w:t>2.025e0</w:t>
      </w:r>
    </w:p>
    <w:p w:rsidR="00E00D30" w:rsidRDefault="00E00D30" w:rsidP="00E00D30">
      <w:r>
        <w:lastRenderedPageBreak/>
        <w:t>178.1881</w:t>
      </w:r>
      <w:r>
        <w:tab/>
        <w:t>2.025e0</w:t>
      </w:r>
    </w:p>
    <w:p w:rsidR="00E00D30" w:rsidRDefault="00E00D30" w:rsidP="00E00D30">
      <w:r>
        <w:t>178.2188</w:t>
      </w:r>
      <w:r>
        <w:tab/>
        <w:t>1.013e0</w:t>
      </w:r>
    </w:p>
    <w:p w:rsidR="00E00D30" w:rsidRDefault="00E00D30" w:rsidP="00E00D30">
      <w:r>
        <w:t>178.2225</w:t>
      </w:r>
      <w:r>
        <w:tab/>
        <w:t>1.013e0</w:t>
      </w:r>
    </w:p>
    <w:p w:rsidR="00E00D30" w:rsidRDefault="00E00D30" w:rsidP="00E00D30">
      <w:r>
        <w:t>178.2366</w:t>
      </w:r>
      <w:r>
        <w:tab/>
        <w:t>1.013e0</w:t>
      </w:r>
    </w:p>
    <w:p w:rsidR="00E00D30" w:rsidRDefault="00E00D30" w:rsidP="00E00D30">
      <w:r>
        <w:t>178.2652</w:t>
      </w:r>
      <w:r>
        <w:tab/>
        <w:t>1.013e0</w:t>
      </w:r>
    </w:p>
    <w:p w:rsidR="00E00D30" w:rsidRDefault="00E00D30" w:rsidP="00E00D30">
      <w:r>
        <w:t>178.2758</w:t>
      </w:r>
      <w:r>
        <w:tab/>
        <w:t>1.013e0</w:t>
      </w:r>
    </w:p>
    <w:p w:rsidR="00E00D30" w:rsidRDefault="00E00D30" w:rsidP="00E00D30">
      <w:r>
        <w:t>178.2901</w:t>
      </w:r>
      <w:r>
        <w:tab/>
        <w:t>1.013e0</w:t>
      </w:r>
    </w:p>
    <w:p w:rsidR="00E00D30" w:rsidRDefault="00E00D30" w:rsidP="00E00D30">
      <w:r>
        <w:t>178.2972</w:t>
      </w:r>
      <w:r>
        <w:tab/>
        <w:t>1.013e0</w:t>
      </w:r>
    </w:p>
    <w:p w:rsidR="00E00D30" w:rsidRDefault="00E00D30" w:rsidP="00E00D30">
      <w:r>
        <w:t>178.3080</w:t>
      </w:r>
      <w:r>
        <w:tab/>
        <w:t>1.013e0</w:t>
      </w:r>
    </w:p>
    <w:p w:rsidR="00E00D30" w:rsidRDefault="00E00D30" w:rsidP="00E00D30">
      <w:r>
        <w:t>178.3154</w:t>
      </w:r>
      <w:r>
        <w:tab/>
        <w:t>1.013e0</w:t>
      </w:r>
    </w:p>
    <w:p w:rsidR="00E00D30" w:rsidRDefault="00E00D30" w:rsidP="00E00D30">
      <w:r>
        <w:t>178.3223</w:t>
      </w:r>
      <w:r>
        <w:tab/>
        <w:t>1.013e0</w:t>
      </w:r>
    </w:p>
    <w:p w:rsidR="00E00D30" w:rsidRDefault="00E00D30" w:rsidP="00E00D30">
      <w:r>
        <w:t>178.3504</w:t>
      </w:r>
      <w:r>
        <w:tab/>
        <w:t>1.013e0</w:t>
      </w:r>
    </w:p>
    <w:p w:rsidR="00E00D30" w:rsidRDefault="00E00D30" w:rsidP="00E00D30">
      <w:r>
        <w:t>178.3887</w:t>
      </w:r>
      <w:r>
        <w:tab/>
        <w:t>1.013e0</w:t>
      </w:r>
    </w:p>
    <w:p w:rsidR="00E00D30" w:rsidRDefault="00E00D30" w:rsidP="00E00D30">
      <w:r>
        <w:t>178.4067</w:t>
      </w:r>
      <w:r>
        <w:tab/>
        <w:t>1.013e0</w:t>
      </w:r>
    </w:p>
    <w:p w:rsidR="00E00D30" w:rsidRDefault="00E00D30" w:rsidP="00E00D30">
      <w:r>
        <w:t>178.4248</w:t>
      </w:r>
      <w:r>
        <w:tab/>
        <w:t>1.013e0</w:t>
      </w:r>
    </w:p>
    <w:p w:rsidR="00E00D30" w:rsidRDefault="00E00D30" w:rsidP="00E00D30">
      <w:r>
        <w:t>178.4264</w:t>
      </w:r>
      <w:r>
        <w:tab/>
        <w:t>2.025e0</w:t>
      </w:r>
    </w:p>
    <w:p w:rsidR="00E00D30" w:rsidRDefault="00E00D30" w:rsidP="00E00D30">
      <w:r>
        <w:t>178.4282</w:t>
      </w:r>
      <w:r>
        <w:tab/>
        <w:t>1.013e0</w:t>
      </w:r>
    </w:p>
    <w:p w:rsidR="00E00D30" w:rsidRDefault="00E00D30" w:rsidP="00E00D30">
      <w:r>
        <w:t>178.4318</w:t>
      </w:r>
      <w:r>
        <w:tab/>
        <w:t>1.013e0</w:t>
      </w:r>
    </w:p>
    <w:p w:rsidR="00E00D30" w:rsidRDefault="00E00D30" w:rsidP="00E00D30">
      <w:r>
        <w:t>178.4604</w:t>
      </w:r>
      <w:r>
        <w:tab/>
        <w:t>2.025e0</w:t>
      </w:r>
    </w:p>
    <w:p w:rsidR="00E00D30" w:rsidRDefault="00E00D30" w:rsidP="00E00D30">
      <w:r>
        <w:lastRenderedPageBreak/>
        <w:t>178.5283</w:t>
      </w:r>
      <w:r>
        <w:tab/>
        <w:t>2.025e0</w:t>
      </w:r>
    </w:p>
    <w:p w:rsidR="00E00D30" w:rsidRDefault="00E00D30" w:rsidP="00E00D30">
      <w:r>
        <w:t>178.5529</w:t>
      </w:r>
      <w:r>
        <w:tab/>
        <w:t>2.025e0</w:t>
      </w:r>
    </w:p>
    <w:p w:rsidR="00E00D30" w:rsidRDefault="00E00D30" w:rsidP="00E00D30">
      <w:r>
        <w:t>178.5599</w:t>
      </w:r>
      <w:r>
        <w:tab/>
        <w:t>2.025e0</w:t>
      </w:r>
    </w:p>
    <w:p w:rsidR="00E00D30" w:rsidRDefault="00E00D30" w:rsidP="00E00D30">
      <w:r>
        <w:t>178.5633</w:t>
      </w:r>
      <w:r>
        <w:tab/>
        <w:t>1.013e0</w:t>
      </w:r>
    </w:p>
    <w:p w:rsidR="00E00D30" w:rsidRDefault="00E00D30" w:rsidP="00E00D30">
      <w:r>
        <w:t>178.5737</w:t>
      </w:r>
      <w:r>
        <w:tab/>
        <w:t>1.013e0</w:t>
      </w:r>
    </w:p>
    <w:p w:rsidR="00E00D30" w:rsidRDefault="00E00D30" w:rsidP="00E00D30">
      <w:r>
        <w:t>178.6053</w:t>
      </w:r>
      <w:r>
        <w:tab/>
        <w:t>1.013e0</w:t>
      </w:r>
    </w:p>
    <w:p w:rsidR="00E00D30" w:rsidRDefault="00E00D30" w:rsidP="00E00D30">
      <w:r>
        <w:t>178.6125</w:t>
      </w:r>
      <w:r>
        <w:tab/>
        <w:t>1.013e0</w:t>
      </w:r>
    </w:p>
    <w:p w:rsidR="00E00D30" w:rsidRDefault="00E00D30" w:rsidP="00E00D30">
      <w:r>
        <w:t>178.6236</w:t>
      </w:r>
      <w:r>
        <w:tab/>
        <w:t>1.013e0</w:t>
      </w:r>
    </w:p>
    <w:p w:rsidR="00E00D30" w:rsidRDefault="00E00D30" w:rsidP="00E00D30">
      <w:r>
        <w:t>178.6413</w:t>
      </w:r>
      <w:r>
        <w:tab/>
        <w:t>1.013e0</w:t>
      </w:r>
    </w:p>
    <w:p w:rsidR="00E00D30" w:rsidRDefault="00E00D30" w:rsidP="00E00D30">
      <w:r>
        <w:t>178.6487</w:t>
      </w:r>
      <w:r>
        <w:tab/>
        <w:t>1.013e0</w:t>
      </w:r>
    </w:p>
    <w:p w:rsidR="00E00D30" w:rsidRDefault="00E00D30" w:rsidP="00E00D30">
      <w:r>
        <w:t>178.6805</w:t>
      </w:r>
      <w:r>
        <w:tab/>
        <w:t>1.013e0</w:t>
      </w:r>
    </w:p>
    <w:p w:rsidR="00E00D30" w:rsidRDefault="00E00D30" w:rsidP="00E00D30">
      <w:r>
        <w:t>178.6877</w:t>
      </w:r>
      <w:r>
        <w:tab/>
        <w:t>1.013e0</w:t>
      </w:r>
    </w:p>
    <w:p w:rsidR="00E00D30" w:rsidRDefault="00E00D30" w:rsidP="00E00D30">
      <w:r>
        <w:t>178.6913</w:t>
      </w:r>
      <w:r>
        <w:tab/>
        <w:t>2.025e0</w:t>
      </w:r>
    </w:p>
    <w:p w:rsidR="00E00D30" w:rsidRDefault="00E00D30" w:rsidP="00E00D30">
      <w:r>
        <w:t>178.7022</w:t>
      </w:r>
      <w:r>
        <w:tab/>
        <w:t>1.013e0</w:t>
      </w:r>
    </w:p>
    <w:p w:rsidR="00E00D30" w:rsidRDefault="00E00D30" w:rsidP="00E00D30">
      <w:r>
        <w:t>178.7091</w:t>
      </w:r>
      <w:r>
        <w:tab/>
        <w:t>2.025e0</w:t>
      </w:r>
    </w:p>
    <w:p w:rsidR="00E00D30" w:rsidRDefault="00E00D30" w:rsidP="00E00D30">
      <w:r>
        <w:t>178.7345</w:t>
      </w:r>
      <w:r>
        <w:tab/>
        <w:t>1.013e0</w:t>
      </w:r>
    </w:p>
    <w:p w:rsidR="00E00D30" w:rsidRDefault="00E00D30" w:rsidP="00E00D30">
      <w:r>
        <w:t>178.7418</w:t>
      </w:r>
      <w:r>
        <w:tab/>
        <w:t>2.025e0</w:t>
      </w:r>
    </w:p>
    <w:p w:rsidR="00E00D30" w:rsidRDefault="00E00D30" w:rsidP="00E00D30">
      <w:r>
        <w:t>178.7519</w:t>
      </w:r>
      <w:r>
        <w:tab/>
        <w:t>1.013e0</w:t>
      </w:r>
    </w:p>
    <w:p w:rsidR="00E00D30" w:rsidRDefault="00E00D30" w:rsidP="00E00D30">
      <w:r>
        <w:t>178.7536</w:t>
      </w:r>
      <w:r>
        <w:tab/>
        <w:t>2.025e0</w:t>
      </w:r>
    </w:p>
    <w:p w:rsidR="00E00D30" w:rsidRDefault="00E00D30" w:rsidP="00E00D30">
      <w:r>
        <w:lastRenderedPageBreak/>
        <w:t>178.7555</w:t>
      </w:r>
      <w:r>
        <w:tab/>
        <w:t>2.025e0</w:t>
      </w:r>
    </w:p>
    <w:p w:rsidR="00E00D30" w:rsidRDefault="00E00D30" w:rsidP="00E00D30">
      <w:r>
        <w:t>178.7905</w:t>
      </w:r>
      <w:r>
        <w:tab/>
        <w:t>1.013e0</w:t>
      </w:r>
    </w:p>
    <w:p w:rsidR="00E00D30" w:rsidRDefault="00E00D30" w:rsidP="00E00D30">
      <w:r>
        <w:t>178.8045</w:t>
      </w:r>
      <w:r>
        <w:tab/>
        <w:t>1.013e0</w:t>
      </w:r>
    </w:p>
    <w:p w:rsidR="00E00D30" w:rsidRDefault="00E00D30" w:rsidP="00E00D30">
      <w:r>
        <w:t>178.8207</w:t>
      </w:r>
      <w:r>
        <w:tab/>
        <w:t>2.025e0</w:t>
      </w:r>
    </w:p>
    <w:p w:rsidR="00E00D30" w:rsidRDefault="00E00D30" w:rsidP="00E00D30">
      <w:r>
        <w:t>178.8221</w:t>
      </w:r>
      <w:r>
        <w:tab/>
        <w:t>1.013e0</w:t>
      </w:r>
    </w:p>
    <w:p w:rsidR="00E00D30" w:rsidRDefault="00E00D30" w:rsidP="00E00D30">
      <w:r>
        <w:t>178.8329</w:t>
      </w:r>
      <w:r>
        <w:tab/>
        <w:t>2.025e0</w:t>
      </w:r>
    </w:p>
    <w:p w:rsidR="00E00D30" w:rsidRDefault="00E00D30" w:rsidP="00E00D30">
      <w:r>
        <w:t>178.8401</w:t>
      </w:r>
      <w:r>
        <w:tab/>
        <w:t>1.013e0</w:t>
      </w:r>
    </w:p>
    <w:p w:rsidR="00E00D30" w:rsidRDefault="00E00D30" w:rsidP="00E00D30">
      <w:r>
        <w:t>178.8419</w:t>
      </w:r>
      <w:r>
        <w:tab/>
        <w:t>2.025e0</w:t>
      </w:r>
    </w:p>
    <w:p w:rsidR="00E00D30" w:rsidRDefault="00E00D30" w:rsidP="00E00D30">
      <w:r>
        <w:t>178.8437</w:t>
      </w:r>
      <w:r>
        <w:tab/>
        <w:t>1.013e0</w:t>
      </w:r>
    </w:p>
    <w:p w:rsidR="00E00D30" w:rsidRDefault="00E00D30" w:rsidP="00E00D30">
      <w:r>
        <w:t>178.8688</w:t>
      </w:r>
      <w:r>
        <w:tab/>
        <w:t>4.051e0</w:t>
      </w:r>
    </w:p>
    <w:p w:rsidR="00E00D30" w:rsidRDefault="00E00D30" w:rsidP="00E00D30">
      <w:r>
        <w:t>178.8759</w:t>
      </w:r>
      <w:r>
        <w:tab/>
        <w:t>1.013e0</w:t>
      </w:r>
    </w:p>
    <w:p w:rsidR="00E00D30" w:rsidRDefault="00E00D30" w:rsidP="00E00D30">
      <w:r>
        <w:t>178.8940</w:t>
      </w:r>
      <w:r>
        <w:tab/>
        <w:t>2.025e0</w:t>
      </w:r>
    </w:p>
    <w:p w:rsidR="00E00D30" w:rsidRDefault="00E00D30" w:rsidP="00E00D30">
      <w:r>
        <w:t>178.9080</w:t>
      </w:r>
      <w:r>
        <w:tab/>
        <w:t>1.013e0</w:t>
      </w:r>
    </w:p>
    <w:p w:rsidR="00E00D30" w:rsidRDefault="00E00D30" w:rsidP="00E00D30">
      <w:r>
        <w:t>178.9260</w:t>
      </w:r>
      <w:r>
        <w:tab/>
        <w:t>2.025e0</w:t>
      </w:r>
    </w:p>
    <w:p w:rsidR="00E00D30" w:rsidRDefault="00E00D30" w:rsidP="00E00D30">
      <w:r>
        <w:t>178.9295</w:t>
      </w:r>
      <w:r>
        <w:tab/>
        <w:t>1.013e0</w:t>
      </w:r>
    </w:p>
    <w:p w:rsidR="00E00D30" w:rsidRDefault="00E00D30" w:rsidP="00E00D30">
      <w:r>
        <w:t>178.9439</w:t>
      </w:r>
      <w:r>
        <w:tab/>
        <w:t>1.013e0</w:t>
      </w:r>
    </w:p>
    <w:p w:rsidR="00E00D30" w:rsidRDefault="00E00D30" w:rsidP="00E00D30">
      <w:r>
        <w:t>178.9474</w:t>
      </w:r>
      <w:r>
        <w:tab/>
        <w:t>1.013e0</w:t>
      </w:r>
    </w:p>
    <w:p w:rsidR="00E00D30" w:rsidRDefault="00E00D30" w:rsidP="00E00D30">
      <w:r>
        <w:t>178.9547</w:t>
      </w:r>
      <w:r>
        <w:tab/>
        <w:t>1.013e0</w:t>
      </w:r>
    </w:p>
    <w:p w:rsidR="00E00D30" w:rsidRDefault="00E00D30" w:rsidP="00E00D30">
      <w:r>
        <w:t>178.9739</w:t>
      </w:r>
      <w:r>
        <w:tab/>
        <w:t>2.025e0</w:t>
      </w:r>
    </w:p>
    <w:p w:rsidR="00E00D30" w:rsidRDefault="00E00D30" w:rsidP="00E00D30">
      <w:r>
        <w:lastRenderedPageBreak/>
        <w:t>178.9760</w:t>
      </w:r>
      <w:r>
        <w:tab/>
        <w:t>2.025e0</w:t>
      </w:r>
    </w:p>
    <w:p w:rsidR="00E00D30" w:rsidRDefault="00E00D30" w:rsidP="00E00D30">
      <w:r>
        <w:t>178.9863</w:t>
      </w:r>
      <w:r>
        <w:tab/>
        <w:t>2.025e0</w:t>
      </w:r>
    </w:p>
    <w:p w:rsidR="00E00D30" w:rsidRDefault="00E00D30" w:rsidP="00E00D30">
      <w:r>
        <w:t>178.9952</w:t>
      </w:r>
      <w:r>
        <w:tab/>
        <w:t>4.051e0</w:t>
      </w:r>
    </w:p>
    <w:p w:rsidR="00E00D30" w:rsidRDefault="00E00D30" w:rsidP="00E00D30">
      <w:r>
        <w:t>179.0021</w:t>
      </w:r>
      <w:r>
        <w:tab/>
        <w:t>2.025e0</w:t>
      </w:r>
    </w:p>
    <w:p w:rsidR="00E00D30" w:rsidRDefault="00E00D30" w:rsidP="00E00D30">
      <w:r>
        <w:t>179.0078</w:t>
      </w:r>
      <w:r>
        <w:tab/>
        <w:t>9.108e0</w:t>
      </w:r>
    </w:p>
    <w:p w:rsidR="00E00D30" w:rsidRDefault="00E00D30" w:rsidP="00E00D30">
      <w:r>
        <w:t>179.0118</w:t>
      </w:r>
      <w:r>
        <w:tab/>
        <w:t>5.063e0</w:t>
      </w:r>
    </w:p>
    <w:p w:rsidR="00E00D30" w:rsidRDefault="00E00D30" w:rsidP="00E00D30">
      <w:r>
        <w:t>179.0153</w:t>
      </w:r>
      <w:r>
        <w:tab/>
        <w:t>3.139e1</w:t>
      </w:r>
    </w:p>
    <w:p w:rsidR="00E00D30" w:rsidRDefault="00E00D30" w:rsidP="00E00D30">
      <w:r>
        <w:t>179.0173</w:t>
      </w:r>
      <w:r>
        <w:tab/>
        <w:t>1.810e1</w:t>
      </w:r>
    </w:p>
    <w:p w:rsidR="00E00D30" w:rsidRDefault="00E00D30" w:rsidP="00E00D30">
      <w:r>
        <w:t>179.0223</w:t>
      </w:r>
      <w:r>
        <w:tab/>
        <w:t>6.076e0</w:t>
      </w:r>
    </w:p>
    <w:p w:rsidR="00E00D30" w:rsidRDefault="00E00D30" w:rsidP="00E00D30">
      <w:r>
        <w:t>179.0425</w:t>
      </w:r>
      <w:r>
        <w:tab/>
        <w:t>1.013e0</w:t>
      </w:r>
    </w:p>
    <w:p w:rsidR="00E00D30" w:rsidRDefault="00E00D30" w:rsidP="00E00D30">
      <w:r>
        <w:t>179.0479</w:t>
      </w:r>
      <w:r>
        <w:tab/>
        <w:t>2.025e0</w:t>
      </w:r>
    </w:p>
    <w:p w:rsidR="00E00D30" w:rsidRDefault="00E00D30" w:rsidP="00E00D30">
      <w:r>
        <w:t>179.0517</w:t>
      </w:r>
      <w:r>
        <w:tab/>
        <w:t>3.243e0</w:t>
      </w:r>
    </w:p>
    <w:p w:rsidR="00E00D30" w:rsidRDefault="00E00D30" w:rsidP="00E00D30">
      <w:r>
        <w:t>179.0639</w:t>
      </w:r>
      <w:r>
        <w:tab/>
        <w:t>4.051e0</w:t>
      </w:r>
    </w:p>
    <w:p w:rsidR="00E00D30" w:rsidRDefault="00E00D30" w:rsidP="00E00D30">
      <w:r>
        <w:t>179.0668</w:t>
      </w:r>
      <w:r>
        <w:tab/>
        <w:t>5.063e0</w:t>
      </w:r>
    </w:p>
    <w:p w:rsidR="00E00D30" w:rsidRDefault="00E00D30" w:rsidP="00E00D30">
      <w:r>
        <w:t>179.0760</w:t>
      </w:r>
      <w:r>
        <w:tab/>
        <w:t>2.641e0</w:t>
      </w:r>
    </w:p>
    <w:p w:rsidR="00E00D30" w:rsidRDefault="00E00D30" w:rsidP="00E00D30">
      <w:r>
        <w:t>179.0785</w:t>
      </w:r>
      <w:r>
        <w:tab/>
        <w:t>2.025e0</w:t>
      </w:r>
    </w:p>
    <w:p w:rsidR="00E00D30" w:rsidRDefault="00E00D30" w:rsidP="00E00D30">
      <w:r>
        <w:t>179.0878</w:t>
      </w:r>
      <w:r>
        <w:tab/>
        <w:t>3.038e0</w:t>
      </w:r>
    </w:p>
    <w:p w:rsidR="00E00D30" w:rsidRDefault="00E00D30" w:rsidP="00E00D30">
      <w:r>
        <w:t>179.0929</w:t>
      </w:r>
      <w:r>
        <w:tab/>
        <w:t>2.545e0</w:t>
      </w:r>
    </w:p>
    <w:p w:rsidR="00E00D30" w:rsidRDefault="00E00D30" w:rsidP="00E00D30">
      <w:r>
        <w:t>179.0946</w:t>
      </w:r>
      <w:r>
        <w:tab/>
        <w:t>4.448e0</w:t>
      </w:r>
    </w:p>
    <w:p w:rsidR="00E00D30" w:rsidRDefault="00E00D30" w:rsidP="00E00D30">
      <w:r>
        <w:lastRenderedPageBreak/>
        <w:t>179.0966</w:t>
      </w:r>
      <w:r>
        <w:tab/>
        <w:t>1.013e0</w:t>
      </w:r>
    </w:p>
    <w:p w:rsidR="00E00D30" w:rsidRDefault="00E00D30" w:rsidP="00E00D30">
      <w:r>
        <w:t>179.1052</w:t>
      </w:r>
      <w:r>
        <w:tab/>
        <w:t>7.089e0</w:t>
      </w:r>
    </w:p>
    <w:p w:rsidR="00E00D30" w:rsidRDefault="00E00D30" w:rsidP="00E00D30">
      <w:r>
        <w:t>179.1071</w:t>
      </w:r>
      <w:r>
        <w:tab/>
        <w:t>2.025e0</w:t>
      </w:r>
    </w:p>
    <w:p w:rsidR="00E00D30" w:rsidRDefault="00E00D30" w:rsidP="00E00D30">
      <w:r>
        <w:t>179.1106</w:t>
      </w:r>
      <w:r>
        <w:tab/>
        <w:t>2.025e0</w:t>
      </w:r>
    </w:p>
    <w:p w:rsidR="00E00D30" w:rsidRDefault="00E00D30" w:rsidP="00E00D30">
      <w:r>
        <w:t>179.1177</w:t>
      </w:r>
      <w:r>
        <w:tab/>
        <w:t>1.013e0</w:t>
      </w:r>
    </w:p>
    <w:p w:rsidR="00E00D30" w:rsidRDefault="00E00D30" w:rsidP="00E00D30">
      <w:r>
        <w:t>179.1204</w:t>
      </w:r>
      <w:r>
        <w:tab/>
        <w:t>5.063e0</w:t>
      </w:r>
    </w:p>
    <w:p w:rsidR="00E00D30" w:rsidRDefault="00E00D30" w:rsidP="00E00D30">
      <w:r>
        <w:t>179.1250</w:t>
      </w:r>
      <w:r>
        <w:tab/>
        <w:t>1.013e0</w:t>
      </w:r>
    </w:p>
    <w:p w:rsidR="00E00D30" w:rsidRDefault="00E00D30" w:rsidP="00E00D30">
      <w:r>
        <w:t>179.1320</w:t>
      </w:r>
      <w:r>
        <w:tab/>
        <w:t>2.025e0</w:t>
      </w:r>
    </w:p>
    <w:p w:rsidR="00E00D30" w:rsidRDefault="00E00D30" w:rsidP="00E00D30">
      <w:r>
        <w:t>179.1394</w:t>
      </w:r>
      <w:r>
        <w:tab/>
        <w:t>3.038e0</w:t>
      </w:r>
    </w:p>
    <w:p w:rsidR="00E00D30" w:rsidRDefault="00E00D30" w:rsidP="00E00D30">
      <w:r>
        <w:t>179.1499</w:t>
      </w:r>
      <w:r>
        <w:tab/>
        <w:t>1.013e0</w:t>
      </w:r>
    </w:p>
    <w:p w:rsidR="00E00D30" w:rsidRDefault="00E00D30" w:rsidP="00E00D30">
      <w:r>
        <w:t>179.1535</w:t>
      </w:r>
      <w:r>
        <w:tab/>
        <w:t>1.013e0</w:t>
      </w:r>
    </w:p>
    <w:p w:rsidR="00E00D30" w:rsidRDefault="00E00D30" w:rsidP="00E00D30">
      <w:r>
        <w:t>179.1572</w:t>
      </w:r>
      <w:r>
        <w:tab/>
        <w:t>3.038e0</w:t>
      </w:r>
    </w:p>
    <w:p w:rsidR="00E00D30" w:rsidRDefault="00E00D30" w:rsidP="00E00D30">
      <w:r>
        <w:t>179.1625</w:t>
      </w:r>
      <w:r>
        <w:tab/>
        <w:t>2.025e0</w:t>
      </w:r>
    </w:p>
    <w:p w:rsidR="00E00D30" w:rsidRDefault="00E00D30" w:rsidP="00E00D30">
      <w:r>
        <w:t>179.1860</w:t>
      </w:r>
      <w:r>
        <w:tab/>
        <w:t>2.025e0</w:t>
      </w:r>
    </w:p>
    <w:p w:rsidR="00E00D30" w:rsidRDefault="00E00D30" w:rsidP="00E00D30">
      <w:r>
        <w:t>179.1880</w:t>
      </w:r>
      <w:r>
        <w:tab/>
        <w:t>2.025e0</w:t>
      </w:r>
    </w:p>
    <w:p w:rsidR="00E00D30" w:rsidRDefault="00E00D30" w:rsidP="00E00D30">
      <w:r>
        <w:t>179.1963</w:t>
      </w:r>
      <w:r>
        <w:tab/>
        <w:t>1.013e0</w:t>
      </w:r>
    </w:p>
    <w:p w:rsidR="00E00D30" w:rsidRDefault="00E00D30" w:rsidP="00E00D30">
      <w:r>
        <w:t>179.2069</w:t>
      </w:r>
      <w:r>
        <w:tab/>
        <w:t>1.013e0</w:t>
      </w:r>
    </w:p>
    <w:p w:rsidR="00E00D30" w:rsidRDefault="00E00D30" w:rsidP="00E00D30">
      <w:r>
        <w:t>179.2384</w:t>
      </w:r>
      <w:r>
        <w:tab/>
        <w:t>1.013e0</w:t>
      </w:r>
    </w:p>
    <w:p w:rsidR="00E00D30" w:rsidRDefault="00E00D30" w:rsidP="00E00D30">
      <w:r>
        <w:t>179.2419</w:t>
      </w:r>
      <w:r>
        <w:tab/>
        <w:t>1.013e0</w:t>
      </w:r>
    </w:p>
    <w:p w:rsidR="00E00D30" w:rsidRDefault="00E00D30" w:rsidP="00E00D30">
      <w:r>
        <w:lastRenderedPageBreak/>
        <w:t>179.2456</w:t>
      </w:r>
      <w:r>
        <w:tab/>
        <w:t>2.025e0</w:t>
      </w:r>
    </w:p>
    <w:p w:rsidR="00E00D30" w:rsidRDefault="00E00D30" w:rsidP="00E00D30">
      <w:r>
        <w:t>179.2633</w:t>
      </w:r>
      <w:r>
        <w:tab/>
        <w:t>3.038e0</w:t>
      </w:r>
    </w:p>
    <w:p w:rsidR="00E00D30" w:rsidRDefault="00E00D30" w:rsidP="00E00D30">
      <w:r>
        <w:t>179.2650</w:t>
      </w:r>
      <w:r>
        <w:tab/>
        <w:t>2.025e0</w:t>
      </w:r>
    </w:p>
    <w:p w:rsidR="00E00D30" w:rsidRDefault="00E00D30" w:rsidP="00E00D30">
      <w:r>
        <w:t>179.2775</w:t>
      </w:r>
      <w:r>
        <w:tab/>
        <w:t>1.013e0</w:t>
      </w:r>
    </w:p>
    <w:p w:rsidR="00E00D30" w:rsidRDefault="00E00D30" w:rsidP="00E00D30">
      <w:r>
        <w:t>179.2810</w:t>
      </w:r>
      <w:r>
        <w:tab/>
        <w:t>1.013e0</w:t>
      </w:r>
    </w:p>
    <w:p w:rsidR="00E00D30" w:rsidRDefault="00E00D30" w:rsidP="00E00D30">
      <w:r>
        <w:t>179.2849</w:t>
      </w:r>
      <w:r>
        <w:tab/>
        <w:t>1.013e0</w:t>
      </w:r>
    </w:p>
    <w:p w:rsidR="00E00D30" w:rsidRDefault="00E00D30" w:rsidP="00E00D30">
      <w:r>
        <w:t>179.2883</w:t>
      </w:r>
      <w:r>
        <w:tab/>
        <w:t>1.013e0</w:t>
      </w:r>
    </w:p>
    <w:p w:rsidR="00E00D30" w:rsidRDefault="00E00D30" w:rsidP="00E00D30">
      <w:r>
        <w:t>179.2989</w:t>
      </w:r>
      <w:r>
        <w:tab/>
        <w:t>1.013e0</w:t>
      </w:r>
    </w:p>
    <w:p w:rsidR="00E00D30" w:rsidRDefault="00E00D30" w:rsidP="00E00D30">
      <w:r>
        <w:t>179.3151</w:t>
      </w:r>
      <w:r>
        <w:tab/>
        <w:t>2.025e0</w:t>
      </w:r>
    </w:p>
    <w:p w:rsidR="00E00D30" w:rsidRDefault="00E00D30" w:rsidP="00E00D30">
      <w:r>
        <w:t>179.3421</w:t>
      </w:r>
      <w:r>
        <w:tab/>
        <w:t>2.025e0</w:t>
      </w:r>
    </w:p>
    <w:p w:rsidR="00E00D30" w:rsidRDefault="00E00D30" w:rsidP="00E00D30">
      <w:r>
        <w:t>179.3598</w:t>
      </w:r>
      <w:r>
        <w:tab/>
        <w:t>1.013e0</w:t>
      </w:r>
    </w:p>
    <w:p w:rsidR="00E00D30" w:rsidRDefault="00E00D30" w:rsidP="00E00D30">
      <w:r>
        <w:t>179.3651</w:t>
      </w:r>
      <w:r>
        <w:tab/>
        <w:t>2.025e0</w:t>
      </w:r>
    </w:p>
    <w:p w:rsidR="00E00D30" w:rsidRDefault="00E00D30" w:rsidP="00E00D30">
      <w:r>
        <w:t>179.4100</w:t>
      </w:r>
      <w:r>
        <w:tab/>
        <w:t>1.013e0</w:t>
      </w:r>
    </w:p>
    <w:p w:rsidR="00E00D30" w:rsidRDefault="00E00D30" w:rsidP="00E00D30">
      <w:r>
        <w:t>179.4382</w:t>
      </w:r>
      <w:r>
        <w:tab/>
        <w:t>1.013e0</w:t>
      </w:r>
    </w:p>
    <w:p w:rsidR="00E00D30" w:rsidRDefault="00E00D30" w:rsidP="00E00D30">
      <w:r>
        <w:t>179.4486</w:t>
      </w:r>
      <w:r>
        <w:tab/>
        <w:t>1.013e0</w:t>
      </w:r>
    </w:p>
    <w:p w:rsidR="00E00D30" w:rsidRDefault="00E00D30" w:rsidP="00E00D30">
      <w:r>
        <w:t>179.4594</w:t>
      </w:r>
      <w:r>
        <w:tab/>
        <w:t>1.013e0</w:t>
      </w:r>
    </w:p>
    <w:p w:rsidR="00E00D30" w:rsidRDefault="00E00D30" w:rsidP="00E00D30">
      <w:r>
        <w:t>179.4627</w:t>
      </w:r>
      <w:r>
        <w:tab/>
        <w:t>1.013e0</w:t>
      </w:r>
    </w:p>
    <w:p w:rsidR="00E00D30" w:rsidRDefault="00E00D30" w:rsidP="00E00D30">
      <w:r>
        <w:t>179.4766</w:t>
      </w:r>
      <w:r>
        <w:tab/>
        <w:t>3.038e0</w:t>
      </w:r>
    </w:p>
    <w:p w:rsidR="00E00D30" w:rsidRDefault="00E00D30" w:rsidP="00E00D30">
      <w:r>
        <w:t>179.4803</w:t>
      </w:r>
      <w:r>
        <w:tab/>
        <w:t>1.013e0</w:t>
      </w:r>
    </w:p>
    <w:p w:rsidR="00E00D30" w:rsidRDefault="00E00D30" w:rsidP="00E00D30">
      <w:r>
        <w:lastRenderedPageBreak/>
        <w:t>179.4836</w:t>
      </w:r>
      <w:r>
        <w:tab/>
        <w:t>2.025e0</w:t>
      </w:r>
    </w:p>
    <w:p w:rsidR="00E00D30" w:rsidRDefault="00E00D30" w:rsidP="00E00D30">
      <w:r>
        <w:t>179.4908</w:t>
      </w:r>
      <w:r>
        <w:tab/>
        <w:t>1.013e0</w:t>
      </w:r>
    </w:p>
    <w:p w:rsidR="00E00D30" w:rsidRDefault="00E00D30" w:rsidP="00E00D30">
      <w:r>
        <w:t>179.4929</w:t>
      </w:r>
      <w:r>
        <w:tab/>
        <w:t>2.025e0</w:t>
      </w:r>
    </w:p>
    <w:p w:rsidR="00E00D30" w:rsidRDefault="00E00D30" w:rsidP="00E00D30">
      <w:r>
        <w:t>179.5233</w:t>
      </w:r>
      <w:r>
        <w:tab/>
        <w:t>1.013e0</w:t>
      </w:r>
    </w:p>
    <w:p w:rsidR="00E00D30" w:rsidRDefault="00E00D30" w:rsidP="00E00D30">
      <w:r>
        <w:t>179.5303</w:t>
      </w:r>
      <w:r>
        <w:tab/>
        <w:t>1.013e0</w:t>
      </w:r>
    </w:p>
    <w:p w:rsidR="00E00D30" w:rsidRDefault="00E00D30" w:rsidP="00E00D30">
      <w:r>
        <w:t>179.5450</w:t>
      </w:r>
      <w:r>
        <w:tab/>
        <w:t>1.013e0</w:t>
      </w:r>
    </w:p>
    <w:p w:rsidR="00E00D30" w:rsidRDefault="00E00D30" w:rsidP="00E00D30">
      <w:r>
        <w:t>179.5555</w:t>
      </w:r>
      <w:r>
        <w:tab/>
        <w:t>1.013e0</w:t>
      </w:r>
    </w:p>
    <w:p w:rsidR="00E00D30" w:rsidRDefault="00E00D30" w:rsidP="00E00D30">
      <w:r>
        <w:t>179.5593</w:t>
      </w:r>
      <w:r>
        <w:tab/>
        <w:t>1.013e0</w:t>
      </w:r>
    </w:p>
    <w:p w:rsidR="00E00D30" w:rsidRDefault="00E00D30" w:rsidP="00E00D30">
      <w:r>
        <w:t>179.5629</w:t>
      </w:r>
      <w:r>
        <w:tab/>
        <w:t>1.013e0</w:t>
      </w:r>
    </w:p>
    <w:p w:rsidR="00E00D30" w:rsidRDefault="00E00D30" w:rsidP="00E00D30">
      <w:r>
        <w:t>179.5680</w:t>
      </w:r>
      <w:r>
        <w:tab/>
        <w:t>2.025e0</w:t>
      </w:r>
    </w:p>
    <w:p w:rsidR="00E00D30" w:rsidRDefault="00E00D30" w:rsidP="00E00D30">
      <w:r>
        <w:t>179.5840</w:t>
      </w:r>
      <w:r>
        <w:tab/>
        <w:t>1.013e0</w:t>
      </w:r>
    </w:p>
    <w:p w:rsidR="00E00D30" w:rsidRDefault="00E00D30" w:rsidP="00E00D30">
      <w:r>
        <w:t>179.5877</w:t>
      </w:r>
      <w:r>
        <w:tab/>
        <w:t>1.013e0</w:t>
      </w:r>
    </w:p>
    <w:p w:rsidR="00E00D30" w:rsidRDefault="00E00D30" w:rsidP="00E00D30">
      <w:r>
        <w:t>179.5983</w:t>
      </w:r>
      <w:r>
        <w:tab/>
        <w:t>1.013e0</w:t>
      </w:r>
    </w:p>
    <w:p w:rsidR="00E00D30" w:rsidRDefault="00E00D30" w:rsidP="00E00D30">
      <w:r>
        <w:t>179.6094</w:t>
      </w:r>
      <w:r>
        <w:tab/>
        <w:t>1.013e0</w:t>
      </w:r>
    </w:p>
    <w:p w:rsidR="00E00D30" w:rsidRDefault="00E00D30" w:rsidP="00E00D30">
      <w:r>
        <w:t>179.6163</w:t>
      </w:r>
      <w:r>
        <w:tab/>
        <w:t>1.013e0</w:t>
      </w:r>
    </w:p>
    <w:p w:rsidR="00E00D30" w:rsidRDefault="00E00D30" w:rsidP="00E00D30">
      <w:r>
        <w:t>179.6379</w:t>
      </w:r>
      <w:r>
        <w:tab/>
        <w:t>2.025e0</w:t>
      </w:r>
    </w:p>
    <w:p w:rsidR="00E00D30" w:rsidRDefault="00E00D30" w:rsidP="00E00D30">
      <w:r>
        <w:t>179.6414</w:t>
      </w:r>
      <w:r>
        <w:tab/>
        <w:t>1.013e0</w:t>
      </w:r>
    </w:p>
    <w:p w:rsidR="00E00D30" w:rsidRDefault="00E00D30" w:rsidP="00E00D30">
      <w:r>
        <w:t>179.6977</w:t>
      </w:r>
      <w:r>
        <w:tab/>
        <w:t>1.013e0</w:t>
      </w:r>
    </w:p>
    <w:p w:rsidR="00E00D30" w:rsidRDefault="00E00D30" w:rsidP="00E00D30">
      <w:r>
        <w:t>179.7121</w:t>
      </w:r>
      <w:r>
        <w:tab/>
        <w:t>1.013e0</w:t>
      </w:r>
    </w:p>
    <w:p w:rsidR="00E00D30" w:rsidRDefault="00E00D30" w:rsidP="00E00D30">
      <w:r>
        <w:lastRenderedPageBreak/>
        <w:t>179.7295</w:t>
      </w:r>
      <w:r>
        <w:tab/>
        <w:t>1.013e0</w:t>
      </w:r>
    </w:p>
    <w:p w:rsidR="00E00D30" w:rsidRDefault="00E00D30" w:rsidP="00E00D30">
      <w:r>
        <w:t>179.7427</w:t>
      </w:r>
      <w:r>
        <w:tab/>
        <w:t>3.038e0</w:t>
      </w:r>
    </w:p>
    <w:p w:rsidR="00E00D30" w:rsidRDefault="00E00D30" w:rsidP="00E00D30">
      <w:r>
        <w:t>179.7442</w:t>
      </w:r>
      <w:r>
        <w:tab/>
        <w:t>1.013e0</w:t>
      </w:r>
    </w:p>
    <w:p w:rsidR="00E00D30" w:rsidRDefault="00E00D30" w:rsidP="00E00D30">
      <w:r>
        <w:t>179.7475</w:t>
      </w:r>
      <w:r>
        <w:tab/>
        <w:t>1.013e0</w:t>
      </w:r>
    </w:p>
    <w:p w:rsidR="00E00D30" w:rsidRDefault="00E00D30" w:rsidP="00E00D30">
      <w:r>
        <w:t>179.7655</w:t>
      </w:r>
      <w:r>
        <w:tab/>
        <w:t>1.013e0</w:t>
      </w:r>
    </w:p>
    <w:p w:rsidR="00E00D30" w:rsidRDefault="00E00D30" w:rsidP="00E00D30">
      <w:r>
        <w:t>179.8227</w:t>
      </w:r>
      <w:r>
        <w:tab/>
        <w:t>1.013e0</w:t>
      </w:r>
    </w:p>
    <w:p w:rsidR="00E00D30" w:rsidRDefault="00E00D30" w:rsidP="00E00D30">
      <w:r>
        <w:t>179.8302</w:t>
      </w:r>
      <w:r>
        <w:tab/>
        <w:t>1.013e0</w:t>
      </w:r>
    </w:p>
    <w:p w:rsidR="00E00D30" w:rsidRDefault="00E00D30" w:rsidP="00E00D30">
      <w:r>
        <w:t>179.8370</w:t>
      </w:r>
      <w:r>
        <w:tab/>
        <w:t>2.025e0</w:t>
      </w:r>
    </w:p>
    <w:p w:rsidR="00E00D30" w:rsidRDefault="00E00D30" w:rsidP="00E00D30">
      <w:r>
        <w:t>179.8479</w:t>
      </w:r>
      <w:r>
        <w:tab/>
        <w:t>1.013e0</w:t>
      </w:r>
    </w:p>
    <w:p w:rsidR="00E00D30" w:rsidRDefault="00E00D30" w:rsidP="00E00D30">
      <w:r>
        <w:t>179.8625</w:t>
      </w:r>
      <w:r>
        <w:tab/>
        <w:t>1.013e0</w:t>
      </w:r>
    </w:p>
    <w:p w:rsidR="00E00D30" w:rsidRDefault="00E00D30" w:rsidP="00E00D30">
      <w:r>
        <w:t>179.8912</w:t>
      </w:r>
      <w:r>
        <w:tab/>
        <w:t>2.025e0</w:t>
      </w:r>
    </w:p>
    <w:p w:rsidR="00E00D30" w:rsidRDefault="00E00D30" w:rsidP="00E00D30">
      <w:r>
        <w:t>179.9014</w:t>
      </w:r>
      <w:r>
        <w:tab/>
        <w:t>1.013e0</w:t>
      </w:r>
    </w:p>
    <w:p w:rsidR="00E00D30" w:rsidRDefault="00E00D30" w:rsidP="00E00D30">
      <w:r>
        <w:t>179.9261</w:t>
      </w:r>
      <w:r>
        <w:tab/>
        <w:t>1.013e0</w:t>
      </w:r>
    </w:p>
    <w:p w:rsidR="00E00D30" w:rsidRDefault="00E00D30" w:rsidP="00E00D30">
      <w:r>
        <w:t>179.9401</w:t>
      </w:r>
      <w:r>
        <w:tab/>
        <w:t>1.013e0</w:t>
      </w:r>
    </w:p>
    <w:p w:rsidR="00E00D30" w:rsidRDefault="00E00D30" w:rsidP="00E00D30">
      <w:r>
        <w:t>179.9543</w:t>
      </w:r>
      <w:r>
        <w:tab/>
        <w:t>2.025e0</w:t>
      </w:r>
    </w:p>
    <w:p w:rsidR="00E00D30" w:rsidRDefault="00E00D30" w:rsidP="00E00D30">
      <w:r>
        <w:t>179.9648</w:t>
      </w:r>
      <w:r>
        <w:tab/>
        <w:t>1.013e0</w:t>
      </w:r>
    </w:p>
    <w:p w:rsidR="00E00D30" w:rsidRDefault="00E00D30" w:rsidP="00E00D30">
      <w:r>
        <w:t>179.9718</w:t>
      </w:r>
      <w:r>
        <w:tab/>
        <w:t>2.025e0</w:t>
      </w:r>
    </w:p>
    <w:p w:rsidR="00E00D30" w:rsidRDefault="00E00D30" w:rsidP="00E00D30">
      <w:r>
        <w:t>179.9916</w:t>
      </w:r>
      <w:r>
        <w:tab/>
        <w:t>2.025e0</w:t>
      </w:r>
    </w:p>
    <w:p w:rsidR="00E00D30" w:rsidRDefault="00E00D30" w:rsidP="00E00D30">
      <w:r>
        <w:t>179.9949</w:t>
      </w:r>
      <w:r>
        <w:tab/>
        <w:t>3.038e0</w:t>
      </w:r>
    </w:p>
    <w:p w:rsidR="00E00D30" w:rsidRDefault="00E00D30" w:rsidP="00E00D30">
      <w:r>
        <w:lastRenderedPageBreak/>
        <w:t>180.0127</w:t>
      </w:r>
      <w:r>
        <w:tab/>
        <w:t>4.051e0</w:t>
      </w:r>
    </w:p>
    <w:p w:rsidR="00E00D30" w:rsidRDefault="00E00D30" w:rsidP="00E00D30">
      <w:r>
        <w:t>180.0162</w:t>
      </w:r>
      <w:r>
        <w:tab/>
        <w:t>2.656e0</w:t>
      </w:r>
    </w:p>
    <w:p w:rsidR="00E00D30" w:rsidRDefault="00E00D30" w:rsidP="00E00D30">
      <w:r>
        <w:t>180.0192</w:t>
      </w:r>
      <w:r>
        <w:tab/>
        <w:t>2.042e1</w:t>
      </w:r>
    </w:p>
    <w:p w:rsidR="00E00D30" w:rsidRDefault="00E00D30" w:rsidP="00E00D30">
      <w:r>
        <w:t>180.0241</w:t>
      </w:r>
      <w:r>
        <w:tab/>
        <w:t>6.076e0</w:t>
      </w:r>
    </w:p>
    <w:p w:rsidR="00E00D30" w:rsidRDefault="00E00D30" w:rsidP="00E00D30">
      <w:r>
        <w:t>180.0362</w:t>
      </w:r>
      <w:r>
        <w:tab/>
        <w:t>5.445e0</w:t>
      </w:r>
    </w:p>
    <w:p w:rsidR="00E00D30" w:rsidRDefault="00E00D30" w:rsidP="00E00D30">
      <w:r>
        <w:t>180.0374</w:t>
      </w:r>
      <w:r>
        <w:tab/>
        <w:t>6.076e0</w:t>
      </w:r>
    </w:p>
    <w:p w:rsidR="00E00D30" w:rsidRDefault="00E00D30" w:rsidP="00E00D30">
      <w:r>
        <w:t>180.0425</w:t>
      </w:r>
      <w:r>
        <w:tab/>
        <w:t>3.225e1</w:t>
      </w:r>
    </w:p>
    <w:p w:rsidR="00E00D30" w:rsidRDefault="00E00D30" w:rsidP="00E00D30">
      <w:r>
        <w:t>180.0466</w:t>
      </w:r>
      <w:r>
        <w:tab/>
        <w:t>1.560e1</w:t>
      </w:r>
    </w:p>
    <w:p w:rsidR="00E00D30" w:rsidRDefault="00E00D30" w:rsidP="00E00D30">
      <w:r>
        <w:t>180.0479</w:t>
      </w:r>
      <w:r>
        <w:tab/>
        <w:t>4.051e0</w:t>
      </w:r>
    </w:p>
    <w:p w:rsidR="00E00D30" w:rsidRDefault="00E00D30" w:rsidP="00E00D30">
      <w:r>
        <w:t>180.0517</w:t>
      </w:r>
      <w:r>
        <w:tab/>
        <w:t>6.537e0</w:t>
      </w:r>
    </w:p>
    <w:p w:rsidR="00E00D30" w:rsidRDefault="00E00D30" w:rsidP="00E00D30">
      <w:r>
        <w:t>180.0617</w:t>
      </w:r>
      <w:r>
        <w:tab/>
        <w:t>4.546e0</w:t>
      </w:r>
    </w:p>
    <w:p w:rsidR="00E00D30" w:rsidRDefault="00E00D30" w:rsidP="00E00D30">
      <w:r>
        <w:t>180.0690</w:t>
      </w:r>
      <w:r>
        <w:tab/>
        <w:t>3.038e0</w:t>
      </w:r>
    </w:p>
    <w:p w:rsidR="00E00D30" w:rsidRDefault="00E00D30" w:rsidP="00E00D30">
      <w:r>
        <w:t>180.0741</w:t>
      </w:r>
      <w:r>
        <w:tab/>
        <w:t>2.025e0</w:t>
      </w:r>
    </w:p>
    <w:p w:rsidR="00E00D30" w:rsidRDefault="00E00D30" w:rsidP="00E00D30">
      <w:r>
        <w:t>180.0759</w:t>
      </w:r>
      <w:r>
        <w:tab/>
        <w:t>1.013e0</w:t>
      </w:r>
    </w:p>
    <w:p w:rsidR="00E00D30" w:rsidRDefault="00E00D30" w:rsidP="00E00D30">
      <w:r>
        <w:t>180.0869</w:t>
      </w:r>
      <w:r>
        <w:tab/>
        <w:t>1.013e0</w:t>
      </w:r>
    </w:p>
    <w:p w:rsidR="00E00D30" w:rsidRDefault="00E00D30" w:rsidP="00E00D30">
      <w:r>
        <w:t>180.0917</w:t>
      </w:r>
      <w:r>
        <w:tab/>
        <w:t>5.063e0</w:t>
      </w:r>
    </w:p>
    <w:p w:rsidR="00E00D30" w:rsidRDefault="00E00D30" w:rsidP="00E00D30">
      <w:r>
        <w:t>180.0939</w:t>
      </w:r>
      <w:r>
        <w:tab/>
        <w:t>2.025e0</w:t>
      </w:r>
    </w:p>
    <w:p w:rsidR="00E00D30" w:rsidRDefault="00E00D30" w:rsidP="00E00D30">
      <w:r>
        <w:t>180.0974</w:t>
      </w:r>
      <w:r>
        <w:tab/>
        <w:t>2.025e0</w:t>
      </w:r>
    </w:p>
    <w:p w:rsidR="00E00D30" w:rsidRDefault="00E00D30" w:rsidP="00E00D30">
      <w:r>
        <w:t>180.1010</w:t>
      </w:r>
      <w:r>
        <w:tab/>
        <w:t>1.013e0</w:t>
      </w:r>
    </w:p>
    <w:p w:rsidR="00E00D30" w:rsidRDefault="00E00D30" w:rsidP="00E00D30">
      <w:r>
        <w:lastRenderedPageBreak/>
        <w:t>180.1045</w:t>
      </w:r>
      <w:r>
        <w:tab/>
        <w:t>1.013e0</w:t>
      </w:r>
    </w:p>
    <w:p w:rsidR="00E00D30" w:rsidRDefault="00E00D30" w:rsidP="00E00D30">
      <w:r>
        <w:t>180.1172</w:t>
      </w:r>
      <w:r>
        <w:tab/>
        <w:t>2.025e0</w:t>
      </w:r>
    </w:p>
    <w:p w:rsidR="00E00D30" w:rsidRDefault="00E00D30" w:rsidP="00E00D30">
      <w:r>
        <w:t>180.1190</w:t>
      </w:r>
      <w:r>
        <w:tab/>
        <w:t>1.013e0</w:t>
      </w:r>
    </w:p>
    <w:p w:rsidR="00E00D30" w:rsidRDefault="00E00D30" w:rsidP="00E00D30">
      <w:r>
        <w:t>180.1262</w:t>
      </w:r>
      <w:r>
        <w:tab/>
        <w:t>1.013e0</w:t>
      </w:r>
    </w:p>
    <w:p w:rsidR="00E00D30" w:rsidRDefault="00E00D30" w:rsidP="00E00D30">
      <w:r>
        <w:t>180.1372</w:t>
      </w:r>
      <w:r>
        <w:tab/>
        <w:t>1.013e0</w:t>
      </w:r>
    </w:p>
    <w:p w:rsidR="00E00D30" w:rsidRDefault="00E00D30" w:rsidP="00E00D30">
      <w:r>
        <w:t>180.1440</w:t>
      </w:r>
      <w:r>
        <w:tab/>
        <w:t>1.013e0</w:t>
      </w:r>
    </w:p>
    <w:p w:rsidR="00E00D30" w:rsidRDefault="00E00D30" w:rsidP="00E00D30">
      <w:r>
        <w:t>180.1547</w:t>
      </w:r>
      <w:r>
        <w:tab/>
        <w:t>1.013e0</w:t>
      </w:r>
    </w:p>
    <w:p w:rsidR="00E00D30" w:rsidRDefault="00E00D30" w:rsidP="00E00D30">
      <w:r>
        <w:t>180.1567</w:t>
      </w:r>
      <w:r>
        <w:tab/>
        <w:t>4.925e0</w:t>
      </w:r>
    </w:p>
    <w:p w:rsidR="00E00D30" w:rsidRDefault="00E00D30" w:rsidP="00E00D30">
      <w:r>
        <w:t>180.1589</w:t>
      </w:r>
      <w:r>
        <w:tab/>
        <w:t>7.089e0</w:t>
      </w:r>
    </w:p>
    <w:p w:rsidR="00E00D30" w:rsidRDefault="00E00D30" w:rsidP="00E00D30">
      <w:r>
        <w:t>180.1623</w:t>
      </w:r>
      <w:r>
        <w:tab/>
        <w:t>5.091e0</w:t>
      </w:r>
    </w:p>
    <w:p w:rsidR="00E00D30" w:rsidRDefault="00E00D30" w:rsidP="00E00D30">
      <w:r>
        <w:t>180.1657</w:t>
      </w:r>
      <w:r>
        <w:tab/>
        <w:t>5.063e0</w:t>
      </w:r>
    </w:p>
    <w:p w:rsidR="00E00D30" w:rsidRDefault="00E00D30" w:rsidP="00E00D30">
      <w:r>
        <w:t>180.1705</w:t>
      </w:r>
      <w:r>
        <w:tab/>
        <w:t>2.025e0</w:t>
      </w:r>
    </w:p>
    <w:p w:rsidR="00E00D30" w:rsidRDefault="00E00D30" w:rsidP="00E00D30">
      <w:r>
        <w:t>180.1827</w:t>
      </w:r>
      <w:r>
        <w:tab/>
        <w:t>2.025e0</w:t>
      </w:r>
    </w:p>
    <w:p w:rsidR="00E00D30" w:rsidRDefault="00E00D30" w:rsidP="00E00D30">
      <w:r>
        <w:t>180.1898</w:t>
      </w:r>
      <w:r>
        <w:tab/>
        <w:t>1.013e0</w:t>
      </w:r>
    </w:p>
    <w:p w:rsidR="00E00D30" w:rsidRDefault="00E00D30" w:rsidP="00E00D30">
      <w:r>
        <w:t>180.2041</w:t>
      </w:r>
      <w:r>
        <w:tab/>
        <w:t>1.013e0</w:t>
      </w:r>
    </w:p>
    <w:p w:rsidR="00E00D30" w:rsidRDefault="00E00D30" w:rsidP="00E00D30">
      <w:r>
        <w:t>180.2074</w:t>
      </w:r>
      <w:r>
        <w:tab/>
        <w:t>3.038e0</w:t>
      </w:r>
    </w:p>
    <w:p w:rsidR="00E00D30" w:rsidRDefault="00E00D30" w:rsidP="00E00D30">
      <w:r>
        <w:t>180.2250</w:t>
      </w:r>
      <w:r>
        <w:tab/>
        <w:t>1.013e0</w:t>
      </w:r>
    </w:p>
    <w:p w:rsidR="00E00D30" w:rsidRDefault="00E00D30" w:rsidP="00E00D30">
      <w:r>
        <w:t>180.2358</w:t>
      </w:r>
      <w:r>
        <w:tab/>
        <w:t>1.013e0</w:t>
      </w:r>
    </w:p>
    <w:p w:rsidR="00E00D30" w:rsidRDefault="00E00D30" w:rsidP="00E00D30">
      <w:r>
        <w:t>180.2433</w:t>
      </w:r>
      <w:r>
        <w:tab/>
        <w:t>1.013e0</w:t>
      </w:r>
    </w:p>
    <w:p w:rsidR="00E00D30" w:rsidRDefault="00E00D30" w:rsidP="00E00D30">
      <w:r>
        <w:lastRenderedPageBreak/>
        <w:t>180.2502</w:t>
      </w:r>
      <w:r>
        <w:tab/>
        <w:t>1.013e0</w:t>
      </w:r>
    </w:p>
    <w:p w:rsidR="00E00D30" w:rsidRDefault="00E00D30" w:rsidP="00E00D30">
      <w:r>
        <w:t>180.2611</w:t>
      </w:r>
      <w:r>
        <w:tab/>
        <w:t>1.013e0</w:t>
      </w:r>
    </w:p>
    <w:p w:rsidR="00E00D30" w:rsidRDefault="00E00D30" w:rsidP="00E00D30">
      <w:r>
        <w:t>180.2721</w:t>
      </w:r>
      <w:r>
        <w:tab/>
        <w:t>1.013e0</w:t>
      </w:r>
    </w:p>
    <w:p w:rsidR="00E00D30" w:rsidRDefault="00E00D30" w:rsidP="00E00D30">
      <w:r>
        <w:t>180.3149</w:t>
      </w:r>
      <w:r>
        <w:tab/>
        <w:t>1.013e0</w:t>
      </w:r>
    </w:p>
    <w:p w:rsidR="00E00D30" w:rsidRDefault="00E00D30" w:rsidP="00E00D30">
      <w:r>
        <w:t>180.3259</w:t>
      </w:r>
      <w:r>
        <w:tab/>
        <w:t>1.013e0</w:t>
      </w:r>
    </w:p>
    <w:p w:rsidR="00E00D30" w:rsidRDefault="00E00D30" w:rsidP="00E00D30">
      <w:r>
        <w:t>180.3330</w:t>
      </w:r>
      <w:r>
        <w:tab/>
        <w:t>1.013e0</w:t>
      </w:r>
    </w:p>
    <w:p w:rsidR="00E00D30" w:rsidRDefault="00E00D30" w:rsidP="00E00D30">
      <w:r>
        <w:t>180.3510</w:t>
      </w:r>
      <w:r>
        <w:tab/>
        <w:t>1.013e0</w:t>
      </w:r>
    </w:p>
    <w:p w:rsidR="00E00D30" w:rsidRDefault="00E00D30" w:rsidP="00E00D30">
      <w:r>
        <w:t>180.3759</w:t>
      </w:r>
      <w:r>
        <w:tab/>
        <w:t>1.013e0</w:t>
      </w:r>
    </w:p>
    <w:p w:rsidR="00E00D30" w:rsidRDefault="00E00D30" w:rsidP="00E00D30">
      <w:r>
        <w:t>180.3830</w:t>
      </w:r>
      <w:r>
        <w:tab/>
        <w:t>1.013e0</w:t>
      </w:r>
    </w:p>
    <w:p w:rsidR="00E00D30" w:rsidRDefault="00E00D30" w:rsidP="00E00D30">
      <w:r>
        <w:t>180.4011</w:t>
      </w:r>
      <w:r>
        <w:tab/>
        <w:t>1.013e0</w:t>
      </w:r>
    </w:p>
    <w:p w:rsidR="00E00D30" w:rsidRDefault="00E00D30" w:rsidP="00E00D30">
      <w:r>
        <w:t>180.4117</w:t>
      </w:r>
      <w:r>
        <w:tab/>
        <w:t>1.013e0</w:t>
      </w:r>
    </w:p>
    <w:p w:rsidR="00E00D30" w:rsidRDefault="00E00D30" w:rsidP="00E00D30">
      <w:r>
        <w:t>180.4294</w:t>
      </w:r>
      <w:r>
        <w:tab/>
        <w:t>2.025e0</w:t>
      </w:r>
    </w:p>
    <w:p w:rsidR="00E00D30" w:rsidRDefault="00E00D30" w:rsidP="00E00D30">
      <w:r>
        <w:t>180.4363</w:t>
      </w:r>
      <w:r>
        <w:tab/>
        <w:t>1.013e0</w:t>
      </w:r>
    </w:p>
    <w:p w:rsidR="00E00D30" w:rsidRDefault="00E00D30" w:rsidP="00E00D30">
      <w:r>
        <w:t>180.4469</w:t>
      </w:r>
      <w:r>
        <w:tab/>
        <w:t>2.025e0</w:t>
      </w:r>
    </w:p>
    <w:p w:rsidR="00E00D30" w:rsidRDefault="00E00D30" w:rsidP="00E00D30">
      <w:r>
        <w:t>180.4823</w:t>
      </w:r>
      <w:r>
        <w:tab/>
        <w:t>1.013e0</w:t>
      </w:r>
    </w:p>
    <w:p w:rsidR="00E00D30" w:rsidRDefault="00E00D30" w:rsidP="00E00D30">
      <w:r>
        <w:t>180.4892</w:t>
      </w:r>
      <w:r>
        <w:tab/>
        <w:t>1.013e0</w:t>
      </w:r>
    </w:p>
    <w:p w:rsidR="00E00D30" w:rsidRDefault="00E00D30" w:rsidP="00E00D30">
      <w:r>
        <w:t>180.5108</w:t>
      </w:r>
      <w:r>
        <w:tab/>
        <w:t>1.013e0</w:t>
      </w:r>
    </w:p>
    <w:p w:rsidR="00E00D30" w:rsidRDefault="00E00D30" w:rsidP="00E00D30">
      <w:r>
        <w:t>180.5219</w:t>
      </w:r>
      <w:r>
        <w:tab/>
        <w:t>1.013e0</w:t>
      </w:r>
    </w:p>
    <w:p w:rsidR="00E00D30" w:rsidRDefault="00E00D30" w:rsidP="00E00D30">
      <w:r>
        <w:t>180.5327</w:t>
      </w:r>
      <w:r>
        <w:tab/>
        <w:t>1.013e0</w:t>
      </w:r>
    </w:p>
    <w:p w:rsidR="00E00D30" w:rsidRDefault="00E00D30" w:rsidP="00E00D30">
      <w:r>
        <w:lastRenderedPageBreak/>
        <w:t>180.5396</w:t>
      </w:r>
      <w:r>
        <w:tab/>
        <w:t>2.025e0</w:t>
      </w:r>
    </w:p>
    <w:p w:rsidR="00E00D30" w:rsidRDefault="00E00D30" w:rsidP="00E00D30">
      <w:r>
        <w:t>180.5540</w:t>
      </w:r>
      <w:r>
        <w:tab/>
        <w:t>1.013e0</w:t>
      </w:r>
    </w:p>
    <w:p w:rsidR="00E00D30" w:rsidRDefault="00E00D30" w:rsidP="00E00D30">
      <w:r>
        <w:t>180.5612</w:t>
      </w:r>
      <w:r>
        <w:tab/>
        <w:t>2.025e0</w:t>
      </w:r>
    </w:p>
    <w:p w:rsidR="00E00D30" w:rsidRDefault="00E00D30" w:rsidP="00E00D30">
      <w:r>
        <w:t>180.5719</w:t>
      </w:r>
      <w:r>
        <w:tab/>
        <w:t>2.025e0</w:t>
      </w:r>
    </w:p>
    <w:p w:rsidR="00E00D30" w:rsidRDefault="00E00D30" w:rsidP="00E00D30">
      <w:r>
        <w:t>180.5775</w:t>
      </w:r>
      <w:r>
        <w:tab/>
        <w:t>3.038e0</w:t>
      </w:r>
    </w:p>
    <w:p w:rsidR="00E00D30" w:rsidRDefault="00E00D30" w:rsidP="00E00D30">
      <w:r>
        <w:t>180.5791</w:t>
      </w:r>
      <w:r>
        <w:tab/>
        <w:t>1.013e0</w:t>
      </w:r>
    </w:p>
    <w:p w:rsidR="00E00D30" w:rsidRDefault="00E00D30" w:rsidP="00E00D30">
      <w:r>
        <w:t>180.5826</w:t>
      </w:r>
      <w:r>
        <w:tab/>
        <w:t>5.063e0</w:t>
      </w:r>
    </w:p>
    <w:p w:rsidR="00E00D30" w:rsidRDefault="00E00D30" w:rsidP="00E00D30">
      <w:r>
        <w:t>180.5970</w:t>
      </w:r>
      <w:r>
        <w:tab/>
        <w:t>1.013e0</w:t>
      </w:r>
    </w:p>
    <w:p w:rsidR="00E00D30" w:rsidRDefault="00E00D30" w:rsidP="00E00D30">
      <w:r>
        <w:t>180.6041</w:t>
      </w:r>
      <w:r>
        <w:tab/>
        <w:t>1.013e0</w:t>
      </w:r>
    </w:p>
    <w:p w:rsidR="00E00D30" w:rsidRDefault="00E00D30" w:rsidP="00E00D30">
      <w:r>
        <w:t>180.6080</w:t>
      </w:r>
      <w:r>
        <w:tab/>
        <w:t>1.013e0</w:t>
      </w:r>
    </w:p>
    <w:p w:rsidR="00E00D30" w:rsidRDefault="00E00D30" w:rsidP="00E00D30">
      <w:r>
        <w:t>180.6113</w:t>
      </w:r>
      <w:r>
        <w:tab/>
        <w:t>1.013e0</w:t>
      </w:r>
    </w:p>
    <w:p w:rsidR="00E00D30" w:rsidRDefault="00E00D30" w:rsidP="00E00D30">
      <w:r>
        <w:t>180.6223</w:t>
      </w:r>
      <w:r>
        <w:tab/>
        <w:t>1.013e0</w:t>
      </w:r>
    </w:p>
    <w:p w:rsidR="00E00D30" w:rsidRDefault="00E00D30" w:rsidP="00E00D30">
      <w:r>
        <w:t>180.6293</w:t>
      </w:r>
      <w:r>
        <w:tab/>
        <w:t>1.013e0</w:t>
      </w:r>
    </w:p>
    <w:p w:rsidR="00E00D30" w:rsidRDefault="00E00D30" w:rsidP="00E00D30">
      <w:r>
        <w:t>180.6403</w:t>
      </w:r>
      <w:r>
        <w:tab/>
        <w:t>1.013e0</w:t>
      </w:r>
    </w:p>
    <w:p w:rsidR="00E00D30" w:rsidRDefault="00E00D30" w:rsidP="00E00D30">
      <w:r>
        <w:t>180.6545</w:t>
      </w:r>
      <w:r>
        <w:tab/>
        <w:t>1.013e0</w:t>
      </w:r>
    </w:p>
    <w:p w:rsidR="00E00D30" w:rsidRDefault="00E00D30" w:rsidP="00E00D30">
      <w:r>
        <w:t>180.6583</w:t>
      </w:r>
      <w:r>
        <w:tab/>
        <w:t>1.013e0</w:t>
      </w:r>
    </w:p>
    <w:p w:rsidR="00E00D30" w:rsidRDefault="00E00D30" w:rsidP="00E00D30">
      <w:r>
        <w:t>180.6616</w:t>
      </w:r>
      <w:r>
        <w:tab/>
        <w:t>1.013e0</w:t>
      </w:r>
    </w:p>
    <w:p w:rsidR="00E00D30" w:rsidRDefault="00E00D30" w:rsidP="00E00D30">
      <w:r>
        <w:t>180.6795</w:t>
      </w:r>
      <w:r>
        <w:tab/>
        <w:t>1.013e0</w:t>
      </w:r>
    </w:p>
    <w:p w:rsidR="00E00D30" w:rsidRDefault="00E00D30" w:rsidP="00E00D30">
      <w:r>
        <w:t>180.6938</w:t>
      </w:r>
      <w:r>
        <w:tab/>
        <w:t>3.038e0</w:t>
      </w:r>
    </w:p>
    <w:p w:rsidR="00E00D30" w:rsidRDefault="00E00D30" w:rsidP="00E00D30">
      <w:r>
        <w:lastRenderedPageBreak/>
        <w:t>180.7007</w:t>
      </w:r>
      <w:r>
        <w:tab/>
        <w:t>1.013e0</w:t>
      </w:r>
    </w:p>
    <w:p w:rsidR="00E00D30" w:rsidRDefault="00E00D30" w:rsidP="00E00D30">
      <w:r>
        <w:t>180.7041</w:t>
      </w:r>
      <w:r>
        <w:tab/>
        <w:t>1.013e0</w:t>
      </w:r>
    </w:p>
    <w:p w:rsidR="00E00D30" w:rsidRDefault="00E00D30" w:rsidP="00E00D30">
      <w:r>
        <w:t>180.7115</w:t>
      </w:r>
      <w:r>
        <w:tab/>
        <w:t>1.013e0</w:t>
      </w:r>
    </w:p>
    <w:p w:rsidR="00E00D30" w:rsidRDefault="00E00D30" w:rsidP="00E00D30">
      <w:r>
        <w:t>180.7217</w:t>
      </w:r>
      <w:r>
        <w:tab/>
        <w:t>1.013e0</w:t>
      </w:r>
    </w:p>
    <w:p w:rsidR="00E00D30" w:rsidRDefault="00E00D30" w:rsidP="00E00D30">
      <w:r>
        <w:t>180.7326</w:t>
      </w:r>
      <w:r>
        <w:tab/>
        <w:t>1.013e0</w:t>
      </w:r>
    </w:p>
    <w:p w:rsidR="00E00D30" w:rsidRDefault="00E00D30" w:rsidP="00E00D30">
      <w:r>
        <w:t>180.7500</w:t>
      </w:r>
      <w:r>
        <w:tab/>
        <w:t>1.013e0</w:t>
      </w:r>
    </w:p>
    <w:p w:rsidR="00E00D30" w:rsidRDefault="00E00D30" w:rsidP="00E00D30">
      <w:r>
        <w:t>180.7787</w:t>
      </w:r>
      <w:r>
        <w:tab/>
        <w:t>1.013e0</w:t>
      </w:r>
    </w:p>
    <w:p w:rsidR="00E00D30" w:rsidRDefault="00E00D30" w:rsidP="00E00D30">
      <w:r>
        <w:t>180.8003</w:t>
      </w:r>
      <w:r>
        <w:tab/>
        <w:t>1.013e0</w:t>
      </w:r>
    </w:p>
    <w:p w:rsidR="00E00D30" w:rsidRDefault="00E00D30" w:rsidP="00E00D30">
      <w:r>
        <w:t>180.8077</w:t>
      </w:r>
      <w:r>
        <w:tab/>
        <w:t>1.013e0</w:t>
      </w:r>
    </w:p>
    <w:p w:rsidR="00E00D30" w:rsidRDefault="00E00D30" w:rsidP="00E00D30">
      <w:r>
        <w:t>180.8149</w:t>
      </w:r>
      <w:r>
        <w:tab/>
        <w:t>2.025e0</w:t>
      </w:r>
    </w:p>
    <w:p w:rsidR="00E00D30" w:rsidRDefault="00E00D30" w:rsidP="00E00D30">
      <w:r>
        <w:t>180.8200</w:t>
      </w:r>
      <w:r>
        <w:tab/>
        <w:t>2.025e0</w:t>
      </w:r>
    </w:p>
    <w:p w:rsidR="00E00D30" w:rsidRDefault="00E00D30" w:rsidP="00E00D30">
      <w:r>
        <w:t>180.8310</w:t>
      </w:r>
      <w:r>
        <w:tab/>
        <w:t>2.025e0</w:t>
      </w:r>
    </w:p>
    <w:p w:rsidR="00E00D30" w:rsidRDefault="00E00D30" w:rsidP="00E00D30">
      <w:r>
        <w:t>180.8362</w:t>
      </w:r>
      <w:r>
        <w:tab/>
        <w:t>1.013e0</w:t>
      </w:r>
    </w:p>
    <w:p w:rsidR="00E00D30" w:rsidRDefault="00E00D30" w:rsidP="00E00D30">
      <w:r>
        <w:t>180.8436</w:t>
      </w:r>
      <w:r>
        <w:tab/>
        <w:t>1.013e0</w:t>
      </w:r>
    </w:p>
    <w:p w:rsidR="00E00D30" w:rsidRDefault="00E00D30" w:rsidP="00E00D30">
      <w:r>
        <w:t>180.8506</w:t>
      </w:r>
      <w:r>
        <w:tab/>
        <w:t>2.025e0</w:t>
      </w:r>
    </w:p>
    <w:p w:rsidR="00E00D30" w:rsidRDefault="00E00D30" w:rsidP="00E00D30">
      <w:r>
        <w:t>180.8649</w:t>
      </w:r>
      <w:r>
        <w:tab/>
        <w:t>1.013e0</w:t>
      </w:r>
    </w:p>
    <w:p w:rsidR="00E00D30" w:rsidRDefault="00E00D30" w:rsidP="00E00D30">
      <w:r>
        <w:t>180.8720</w:t>
      </w:r>
      <w:r>
        <w:tab/>
        <w:t>1.013e0</w:t>
      </w:r>
    </w:p>
    <w:p w:rsidR="00E00D30" w:rsidRDefault="00E00D30" w:rsidP="00E00D30">
      <w:r>
        <w:t>180.8759</w:t>
      </w:r>
      <w:r>
        <w:tab/>
        <w:t>1.013e0</w:t>
      </w:r>
    </w:p>
    <w:p w:rsidR="00E00D30" w:rsidRDefault="00E00D30" w:rsidP="00E00D30">
      <w:r>
        <w:t>180.8831</w:t>
      </w:r>
      <w:r>
        <w:tab/>
        <w:t>1.013e0</w:t>
      </w:r>
    </w:p>
    <w:p w:rsidR="00E00D30" w:rsidRDefault="00E00D30" w:rsidP="00E00D30">
      <w:r>
        <w:lastRenderedPageBreak/>
        <w:t>180.9152</w:t>
      </w:r>
      <w:r>
        <w:tab/>
        <w:t>1.013e0</w:t>
      </w:r>
    </w:p>
    <w:p w:rsidR="00E00D30" w:rsidRDefault="00E00D30" w:rsidP="00E00D30">
      <w:r>
        <w:t>180.9260</w:t>
      </w:r>
      <w:r>
        <w:tab/>
        <w:t>1.013e0</w:t>
      </w:r>
    </w:p>
    <w:p w:rsidR="00E00D30" w:rsidRDefault="00E00D30" w:rsidP="00E00D30">
      <w:r>
        <w:t>180.9331</w:t>
      </w:r>
      <w:r>
        <w:tab/>
        <w:t>1.013e0</w:t>
      </w:r>
    </w:p>
    <w:p w:rsidR="00E00D30" w:rsidRDefault="00E00D30" w:rsidP="00E00D30">
      <w:r>
        <w:t>180.9368</w:t>
      </w:r>
      <w:r>
        <w:tab/>
        <w:t>1.013e0</w:t>
      </w:r>
    </w:p>
    <w:p w:rsidR="00E00D30" w:rsidRDefault="00E00D30" w:rsidP="00E00D30">
      <w:r>
        <w:t>180.9566</w:t>
      </w:r>
      <w:r>
        <w:tab/>
        <w:t>2.025e0</w:t>
      </w:r>
    </w:p>
    <w:p w:rsidR="00E00D30" w:rsidRDefault="00E00D30" w:rsidP="00E00D30">
      <w:r>
        <w:t>180.9653</w:t>
      </w:r>
      <w:r>
        <w:tab/>
        <w:t>1.013e0</w:t>
      </w:r>
    </w:p>
    <w:p w:rsidR="00E00D30" w:rsidRDefault="00E00D30" w:rsidP="00E00D30">
      <w:r>
        <w:t>180.9794</w:t>
      </w:r>
      <w:r>
        <w:tab/>
        <w:t>1.013e0</w:t>
      </w:r>
    </w:p>
    <w:p w:rsidR="00E00D30" w:rsidRDefault="00E00D30" w:rsidP="00E00D30">
      <w:r>
        <w:t>180.9865</w:t>
      </w:r>
      <w:r>
        <w:tab/>
        <w:t>1.013e0</w:t>
      </w:r>
    </w:p>
    <w:p w:rsidR="00E00D30" w:rsidRDefault="00E00D30" w:rsidP="00E00D30">
      <w:r>
        <w:t>180.9902</w:t>
      </w:r>
      <w:r>
        <w:tab/>
        <w:t>4.051e0</w:t>
      </w:r>
    </w:p>
    <w:p w:rsidR="00E00D30" w:rsidRDefault="00E00D30" w:rsidP="00E00D30">
      <w:r>
        <w:t>181.0107</w:t>
      </w:r>
      <w:r>
        <w:tab/>
        <w:t>3.038e0</w:t>
      </w:r>
    </w:p>
    <w:p w:rsidR="00E00D30" w:rsidRDefault="00E00D30" w:rsidP="00E00D30">
      <w:r>
        <w:t>181.0133</w:t>
      </w:r>
      <w:r>
        <w:tab/>
        <w:t>2.725e1</w:t>
      </w:r>
    </w:p>
    <w:p w:rsidR="00E00D30" w:rsidRDefault="00E00D30" w:rsidP="00E00D30">
      <w:r>
        <w:t>181.0148</w:t>
      </w:r>
      <w:r>
        <w:tab/>
        <w:t>1.013e1</w:t>
      </w:r>
    </w:p>
    <w:p w:rsidR="00E00D30" w:rsidRDefault="00E00D30" w:rsidP="00E00D30">
      <w:r>
        <w:t>181.0168</w:t>
      </w:r>
      <w:r>
        <w:tab/>
        <w:t>5.063e0</w:t>
      </w:r>
    </w:p>
    <w:p w:rsidR="00E00D30" w:rsidRDefault="00E00D30" w:rsidP="00E00D30">
      <w:r>
        <w:t>181.0184</w:t>
      </w:r>
      <w:r>
        <w:tab/>
        <w:t>7.089e0</w:t>
      </w:r>
    </w:p>
    <w:p w:rsidR="00E00D30" w:rsidRDefault="00E00D30" w:rsidP="00E00D30">
      <w:r>
        <w:t>181.0221</w:t>
      </w:r>
      <w:r>
        <w:tab/>
        <w:t>1.013e0</w:t>
      </w:r>
    </w:p>
    <w:p w:rsidR="00E00D30" w:rsidRDefault="00E00D30" w:rsidP="00E00D30">
      <w:r>
        <w:t>181.0351</w:t>
      </w:r>
      <w:r>
        <w:tab/>
        <w:t>3.144e0</w:t>
      </w:r>
    </w:p>
    <w:p w:rsidR="00E00D30" w:rsidRDefault="00E00D30" w:rsidP="00E00D30">
      <w:r>
        <w:t>181.0430</w:t>
      </w:r>
      <w:r>
        <w:tab/>
        <w:t>5.063e0</w:t>
      </w:r>
    </w:p>
    <w:p w:rsidR="00E00D30" w:rsidRDefault="00E00D30" w:rsidP="00E00D30">
      <w:r>
        <w:t>181.0502</w:t>
      </w:r>
      <w:r>
        <w:tab/>
        <w:t>3.038e0</w:t>
      </w:r>
    </w:p>
    <w:p w:rsidR="00E00D30" w:rsidRDefault="00E00D30" w:rsidP="00E00D30">
      <w:r>
        <w:t>181.0611</w:t>
      </w:r>
      <w:r>
        <w:tab/>
        <w:t>2.025e0</w:t>
      </w:r>
    </w:p>
    <w:p w:rsidR="00E00D30" w:rsidRDefault="00E00D30" w:rsidP="00E00D30">
      <w:r>
        <w:lastRenderedPageBreak/>
        <w:t>181.0648</w:t>
      </w:r>
      <w:r>
        <w:tab/>
        <w:t>2.025e0</w:t>
      </w:r>
    </w:p>
    <w:p w:rsidR="00E00D30" w:rsidRDefault="00E00D30" w:rsidP="00E00D30">
      <w:r>
        <w:t>181.0683</w:t>
      </w:r>
      <w:r>
        <w:tab/>
        <w:t>2.025e0</w:t>
      </w:r>
    </w:p>
    <w:p w:rsidR="00E00D30" w:rsidRDefault="00E00D30" w:rsidP="00E00D30">
      <w:r>
        <w:t>181.0864</w:t>
      </w:r>
      <w:r>
        <w:tab/>
        <w:t>3.038e0</w:t>
      </w:r>
    </w:p>
    <w:p w:rsidR="00E00D30" w:rsidRDefault="00E00D30" w:rsidP="00E00D30">
      <w:r>
        <w:t>181.0901</w:t>
      </w:r>
      <w:r>
        <w:tab/>
        <w:t>1.013e0</w:t>
      </w:r>
    </w:p>
    <w:p w:rsidR="00E00D30" w:rsidRDefault="00E00D30" w:rsidP="00E00D30">
      <w:r>
        <w:t>181.0971</w:t>
      </w:r>
      <w:r>
        <w:tab/>
        <w:t>1.013e0</w:t>
      </w:r>
    </w:p>
    <w:p w:rsidR="00E00D30" w:rsidRDefault="00E00D30" w:rsidP="00E00D30">
      <w:r>
        <w:t>181.1042</w:t>
      </w:r>
      <w:r>
        <w:tab/>
        <w:t>1.013e0</w:t>
      </w:r>
    </w:p>
    <w:p w:rsidR="00E00D30" w:rsidRDefault="00E00D30" w:rsidP="00E00D30">
      <w:r>
        <w:t>181.1105</w:t>
      </w:r>
      <w:r>
        <w:tab/>
        <w:t>3.038e0</w:t>
      </w:r>
    </w:p>
    <w:p w:rsidR="00E00D30" w:rsidRDefault="00E00D30" w:rsidP="00E00D30">
      <w:r>
        <w:t>181.1153</w:t>
      </w:r>
      <w:r>
        <w:tab/>
        <w:t>1.013e0</w:t>
      </w:r>
    </w:p>
    <w:p w:rsidR="00E00D30" w:rsidRDefault="00E00D30" w:rsidP="00E00D30">
      <w:r>
        <w:t>181.1314</w:t>
      </w:r>
      <w:r>
        <w:tab/>
        <w:t>3.038e0</w:t>
      </w:r>
    </w:p>
    <w:p w:rsidR="00E00D30" w:rsidRDefault="00E00D30" w:rsidP="00E00D30">
      <w:r>
        <w:t>181.1329</w:t>
      </w:r>
      <w:r>
        <w:tab/>
        <w:t>2.025e0</w:t>
      </w:r>
    </w:p>
    <w:p w:rsidR="00E00D30" w:rsidRDefault="00E00D30" w:rsidP="00E00D30">
      <w:r>
        <w:t>181.1438</w:t>
      </w:r>
      <w:r>
        <w:tab/>
        <w:t>1.013e0</w:t>
      </w:r>
    </w:p>
    <w:p w:rsidR="00E00D30" w:rsidRDefault="00E00D30" w:rsidP="00E00D30">
      <w:r>
        <w:t>181.1581</w:t>
      </w:r>
      <w:r>
        <w:tab/>
        <w:t>1.013e0</w:t>
      </w:r>
    </w:p>
    <w:p w:rsidR="00E00D30" w:rsidRDefault="00E00D30" w:rsidP="00E00D30">
      <w:r>
        <w:t>181.1617</w:t>
      </w:r>
      <w:r>
        <w:tab/>
        <w:t>2.025e0</w:t>
      </w:r>
    </w:p>
    <w:p w:rsidR="00E00D30" w:rsidRDefault="00E00D30" w:rsidP="00E00D30">
      <w:r>
        <w:t>181.1670</w:t>
      </w:r>
      <w:r>
        <w:tab/>
        <w:t>2.025e0</w:t>
      </w:r>
    </w:p>
    <w:p w:rsidR="00E00D30" w:rsidRDefault="00E00D30" w:rsidP="00E00D30">
      <w:r>
        <w:t>181.1691</w:t>
      </w:r>
      <w:r>
        <w:tab/>
        <w:t>1.013e0</w:t>
      </w:r>
    </w:p>
    <w:p w:rsidR="00E00D30" w:rsidRDefault="00E00D30" w:rsidP="00E00D30">
      <w:r>
        <w:t>181.1727</w:t>
      </w:r>
      <w:r>
        <w:tab/>
        <w:t>2.025e0</w:t>
      </w:r>
    </w:p>
    <w:p w:rsidR="00E00D30" w:rsidRDefault="00E00D30" w:rsidP="00E00D30">
      <w:r>
        <w:t>181.1743</w:t>
      </w:r>
      <w:r>
        <w:tab/>
        <w:t>3.038e0</w:t>
      </w:r>
    </w:p>
    <w:p w:rsidR="00E00D30" w:rsidRDefault="00E00D30" w:rsidP="00E00D30">
      <w:r>
        <w:t>181.1869</w:t>
      </w:r>
      <w:r>
        <w:tab/>
        <w:t>1.013e0</w:t>
      </w:r>
    </w:p>
    <w:p w:rsidR="00E00D30" w:rsidRDefault="00E00D30" w:rsidP="00E00D30">
      <w:r>
        <w:t>181.1941</w:t>
      </w:r>
      <w:r>
        <w:tab/>
        <w:t>1.013e0</w:t>
      </w:r>
    </w:p>
    <w:p w:rsidR="00E00D30" w:rsidRDefault="00E00D30" w:rsidP="00E00D30">
      <w:r>
        <w:lastRenderedPageBreak/>
        <w:t>181.1976</w:t>
      </w:r>
      <w:r>
        <w:tab/>
        <w:t>1.013e0</w:t>
      </w:r>
    </w:p>
    <w:p w:rsidR="00E00D30" w:rsidRDefault="00E00D30" w:rsidP="00E00D30">
      <w:r>
        <w:t>181.2048</w:t>
      </w:r>
      <w:r>
        <w:tab/>
        <w:t>1.013e0</w:t>
      </w:r>
    </w:p>
    <w:p w:rsidR="00E00D30" w:rsidRDefault="00E00D30" w:rsidP="00E00D30">
      <w:r>
        <w:t>181.2228</w:t>
      </w:r>
      <w:r>
        <w:tab/>
        <w:t>1.013e0</w:t>
      </w:r>
    </w:p>
    <w:p w:rsidR="00E00D30" w:rsidRDefault="00E00D30" w:rsidP="00E00D30">
      <w:r>
        <w:t>181.2479</w:t>
      </w:r>
      <w:r>
        <w:tab/>
        <w:t>1.013e0</w:t>
      </w:r>
    </w:p>
    <w:p w:rsidR="00E00D30" w:rsidRDefault="00E00D30" w:rsidP="00E00D30">
      <w:r>
        <w:t>181.2516</w:t>
      </w:r>
      <w:r>
        <w:tab/>
        <w:t>1.013e0</w:t>
      </w:r>
    </w:p>
    <w:p w:rsidR="00E00D30" w:rsidRDefault="00E00D30" w:rsidP="00E00D30">
      <w:r>
        <w:t>181.2730</w:t>
      </w:r>
      <w:r>
        <w:tab/>
        <w:t>1.013e0</w:t>
      </w:r>
    </w:p>
    <w:p w:rsidR="00E00D30" w:rsidRDefault="00E00D30" w:rsidP="00E00D30">
      <w:r>
        <w:t>181.2763</w:t>
      </w:r>
      <w:r>
        <w:tab/>
        <w:t>1.013e0</w:t>
      </w:r>
    </w:p>
    <w:p w:rsidR="00E00D30" w:rsidRDefault="00E00D30" w:rsidP="00E00D30">
      <w:r>
        <w:t>181.2869</w:t>
      </w:r>
      <w:r>
        <w:tab/>
        <w:t>2.025e0</w:t>
      </w:r>
    </w:p>
    <w:p w:rsidR="00E00D30" w:rsidRDefault="00E00D30" w:rsidP="00E00D30">
      <w:r>
        <w:t>181.3013</w:t>
      </w:r>
      <w:r>
        <w:tab/>
        <w:t>1.013e0</w:t>
      </w:r>
    </w:p>
    <w:p w:rsidR="00E00D30" w:rsidRDefault="00E00D30" w:rsidP="00E00D30">
      <w:r>
        <w:t>181.3046</w:t>
      </w:r>
      <w:r>
        <w:tab/>
        <w:t>1.013e0</w:t>
      </w:r>
    </w:p>
    <w:p w:rsidR="00E00D30" w:rsidRDefault="00E00D30" w:rsidP="00E00D30">
      <w:r>
        <w:t>181.3187</w:t>
      </w:r>
      <w:r>
        <w:tab/>
        <w:t>1.013e0</w:t>
      </w:r>
    </w:p>
    <w:p w:rsidR="00E00D30" w:rsidRDefault="00E00D30" w:rsidP="00E00D30">
      <w:r>
        <w:t>181.3507</w:t>
      </w:r>
      <w:r>
        <w:tab/>
        <w:t>2.025e0</w:t>
      </w:r>
    </w:p>
    <w:p w:rsidR="00E00D30" w:rsidRDefault="00E00D30" w:rsidP="00E00D30">
      <w:r>
        <w:t>181.3544</w:t>
      </w:r>
      <w:r>
        <w:tab/>
        <w:t>1.013e0</w:t>
      </w:r>
    </w:p>
    <w:p w:rsidR="00E00D30" w:rsidRDefault="00E00D30" w:rsidP="00E00D30">
      <w:r>
        <w:t>181.3654</w:t>
      </w:r>
      <w:r>
        <w:tab/>
        <w:t>1.013e0</w:t>
      </w:r>
    </w:p>
    <w:p w:rsidR="00E00D30" w:rsidRDefault="00E00D30" w:rsidP="00E00D30">
      <w:r>
        <w:t>181.3688</w:t>
      </w:r>
      <w:r>
        <w:tab/>
        <w:t>1.013e0</w:t>
      </w:r>
    </w:p>
    <w:p w:rsidR="00E00D30" w:rsidRDefault="00E00D30" w:rsidP="00E00D30">
      <w:r>
        <w:t>181.3904</w:t>
      </w:r>
      <w:r>
        <w:tab/>
        <w:t>1.013e0</w:t>
      </w:r>
    </w:p>
    <w:p w:rsidR="00E00D30" w:rsidRDefault="00E00D30" w:rsidP="00E00D30">
      <w:r>
        <w:t>181.4012</w:t>
      </w:r>
      <w:r>
        <w:tab/>
        <w:t>2.025e0</w:t>
      </w:r>
    </w:p>
    <w:p w:rsidR="00E00D30" w:rsidRDefault="00E00D30" w:rsidP="00E00D30">
      <w:r>
        <w:t>181.4083</w:t>
      </w:r>
      <w:r>
        <w:tab/>
        <w:t>1.013e0</w:t>
      </w:r>
    </w:p>
    <w:p w:rsidR="00E00D30" w:rsidRDefault="00E00D30" w:rsidP="00E00D30">
      <w:r>
        <w:t>181.4193</w:t>
      </w:r>
      <w:r>
        <w:tab/>
        <w:t>2.025e0</w:t>
      </w:r>
    </w:p>
    <w:p w:rsidR="00E00D30" w:rsidRDefault="00E00D30" w:rsidP="00E00D30">
      <w:r>
        <w:lastRenderedPageBreak/>
        <w:t>181.4227</w:t>
      </w:r>
      <w:r>
        <w:tab/>
        <w:t>1.013e0</w:t>
      </w:r>
    </w:p>
    <w:p w:rsidR="00E00D30" w:rsidRDefault="00E00D30" w:rsidP="00E00D30">
      <w:r>
        <w:t>181.4301</w:t>
      </w:r>
      <w:r>
        <w:tab/>
        <w:t>2.025e0</w:t>
      </w:r>
    </w:p>
    <w:p w:rsidR="00E00D30" w:rsidRDefault="00E00D30" w:rsidP="00E00D30">
      <w:r>
        <w:t>181.4407</w:t>
      </w:r>
      <w:r>
        <w:tab/>
        <w:t>1.013e0</w:t>
      </w:r>
    </w:p>
    <w:p w:rsidR="00E00D30" w:rsidRDefault="00E00D30" w:rsidP="00E00D30">
      <w:r>
        <w:t>181.4444</w:t>
      </w:r>
      <w:r>
        <w:tab/>
        <w:t>1.013e0</w:t>
      </w:r>
    </w:p>
    <w:p w:rsidR="00E00D30" w:rsidRDefault="00E00D30" w:rsidP="00E00D30">
      <w:r>
        <w:t>181.4586</w:t>
      </w:r>
      <w:r>
        <w:tab/>
        <w:t>1.013e0</w:t>
      </w:r>
    </w:p>
    <w:p w:rsidR="00E00D30" w:rsidRDefault="00E00D30" w:rsidP="00E00D30">
      <w:r>
        <w:t>181.4982</w:t>
      </w:r>
      <w:r>
        <w:tab/>
        <w:t>1.013e0</w:t>
      </w:r>
    </w:p>
    <w:p w:rsidR="00E00D30" w:rsidRDefault="00E00D30" w:rsidP="00E00D30">
      <w:r>
        <w:t>181.5082</w:t>
      </w:r>
      <w:r>
        <w:tab/>
        <w:t>3.038e0</w:t>
      </w:r>
    </w:p>
    <w:p w:rsidR="00E00D30" w:rsidRDefault="00E00D30" w:rsidP="00E00D30">
      <w:r>
        <w:t>181.5162</w:t>
      </w:r>
      <w:r>
        <w:tab/>
        <w:t>1.013e0</w:t>
      </w:r>
    </w:p>
    <w:p w:rsidR="00E00D30" w:rsidRDefault="00E00D30" w:rsidP="00E00D30">
      <w:r>
        <w:t>181.5289</w:t>
      </w:r>
      <w:r>
        <w:tab/>
        <w:t>2.025e0</w:t>
      </w:r>
    </w:p>
    <w:p w:rsidR="00E00D30" w:rsidRDefault="00E00D30" w:rsidP="00E00D30">
      <w:r>
        <w:t>181.5342</w:t>
      </w:r>
      <w:r>
        <w:tab/>
        <w:t>1.013e0</w:t>
      </w:r>
    </w:p>
    <w:p w:rsidR="00E00D30" w:rsidRDefault="00E00D30" w:rsidP="00E00D30">
      <w:r>
        <w:t>181.5417</w:t>
      </w:r>
      <w:r>
        <w:tab/>
        <w:t>1.013e0</w:t>
      </w:r>
    </w:p>
    <w:p w:rsidR="00E00D30" w:rsidRDefault="00E00D30" w:rsidP="00E00D30">
      <w:r>
        <w:t>181.5522</w:t>
      </w:r>
      <w:r>
        <w:tab/>
        <w:t>1.013e0</w:t>
      </w:r>
    </w:p>
    <w:p w:rsidR="00E00D30" w:rsidRDefault="00E00D30" w:rsidP="00E00D30">
      <w:r>
        <w:t>181.5703</w:t>
      </w:r>
      <w:r>
        <w:tab/>
        <w:t>2.025e0</w:t>
      </w:r>
    </w:p>
    <w:p w:rsidR="00E00D30" w:rsidRDefault="00E00D30" w:rsidP="00E00D30">
      <w:r>
        <w:t>181.5860</w:t>
      </w:r>
      <w:r>
        <w:tab/>
        <w:t>2.025e0</w:t>
      </w:r>
    </w:p>
    <w:p w:rsidR="00E00D30" w:rsidRDefault="00E00D30" w:rsidP="00E00D30">
      <w:r>
        <w:t>181.5878</w:t>
      </w:r>
      <w:r>
        <w:tab/>
        <w:t>2.025e0</w:t>
      </w:r>
    </w:p>
    <w:p w:rsidR="00E00D30" w:rsidRDefault="00E00D30" w:rsidP="00E00D30">
      <w:r>
        <w:t>181.5983</w:t>
      </w:r>
      <w:r>
        <w:tab/>
        <w:t>2.025e0</w:t>
      </w:r>
    </w:p>
    <w:p w:rsidR="00E00D30" w:rsidRDefault="00E00D30" w:rsidP="00E00D30">
      <w:r>
        <w:t>181.6021</w:t>
      </w:r>
      <w:r>
        <w:tab/>
        <w:t>1.013e0</w:t>
      </w:r>
    </w:p>
    <w:p w:rsidR="00E00D30" w:rsidRDefault="00E00D30" w:rsidP="00E00D30">
      <w:r>
        <w:t>181.6196</w:t>
      </w:r>
      <w:r>
        <w:tab/>
        <w:t>1.013e0</w:t>
      </w:r>
    </w:p>
    <w:p w:rsidR="00E00D30" w:rsidRDefault="00E00D30" w:rsidP="00E00D30">
      <w:r>
        <w:t>181.6444</w:t>
      </w:r>
      <w:r>
        <w:tab/>
        <w:t>1.013e0</w:t>
      </w:r>
    </w:p>
    <w:p w:rsidR="00E00D30" w:rsidRDefault="00E00D30" w:rsidP="00E00D30">
      <w:r>
        <w:lastRenderedPageBreak/>
        <w:t>181.6480</w:t>
      </w:r>
      <w:r>
        <w:tab/>
        <w:t>1.013e0</w:t>
      </w:r>
    </w:p>
    <w:p w:rsidR="00E00D30" w:rsidRDefault="00E00D30" w:rsidP="00E00D30">
      <w:r>
        <w:t>181.6552</w:t>
      </w:r>
      <w:r>
        <w:tab/>
        <w:t>2.025e0</w:t>
      </w:r>
    </w:p>
    <w:p w:rsidR="00E00D30" w:rsidRDefault="00E00D30" w:rsidP="00E00D30">
      <w:r>
        <w:t>181.6586</w:t>
      </w:r>
      <w:r>
        <w:tab/>
        <w:t>1.013e0</w:t>
      </w:r>
    </w:p>
    <w:p w:rsidR="00E00D30" w:rsidRDefault="00E00D30" w:rsidP="00E00D30">
      <w:r>
        <w:t>181.6625</w:t>
      </w:r>
      <w:r>
        <w:tab/>
        <w:t>1.013e0</w:t>
      </w:r>
    </w:p>
    <w:p w:rsidR="00E00D30" w:rsidRDefault="00E00D30" w:rsidP="00E00D30">
      <w:r>
        <w:t>181.6694</w:t>
      </w:r>
      <w:r>
        <w:tab/>
        <w:t>2.025e0</w:t>
      </w:r>
    </w:p>
    <w:p w:rsidR="00E00D30" w:rsidRDefault="00E00D30" w:rsidP="00E00D30">
      <w:r>
        <w:t>181.6803</w:t>
      </w:r>
      <w:r>
        <w:tab/>
        <w:t>1.013e0</w:t>
      </w:r>
    </w:p>
    <w:p w:rsidR="00E00D30" w:rsidRDefault="00E00D30" w:rsidP="00E00D30">
      <w:r>
        <w:t>181.6947</w:t>
      </w:r>
      <w:r>
        <w:tab/>
        <w:t>1.013e0</w:t>
      </w:r>
    </w:p>
    <w:p w:rsidR="00E00D30" w:rsidRDefault="00E00D30" w:rsidP="00E00D30">
      <w:r>
        <w:t>181.6983</w:t>
      </w:r>
      <w:r>
        <w:tab/>
        <w:t>1.013e0</w:t>
      </w:r>
    </w:p>
    <w:p w:rsidR="00E00D30" w:rsidRDefault="00E00D30" w:rsidP="00E00D30">
      <w:r>
        <w:t>181.7127</w:t>
      </w:r>
      <w:r>
        <w:tab/>
        <w:t>1.013e0</w:t>
      </w:r>
    </w:p>
    <w:p w:rsidR="00E00D30" w:rsidRDefault="00E00D30" w:rsidP="00E00D30">
      <w:r>
        <w:t>181.7164</w:t>
      </w:r>
      <w:r>
        <w:tab/>
        <w:t>1.013e0</w:t>
      </w:r>
    </w:p>
    <w:p w:rsidR="00E00D30" w:rsidRDefault="00E00D30" w:rsidP="00E00D30">
      <w:r>
        <w:t>181.7378</w:t>
      </w:r>
      <w:r>
        <w:tab/>
        <w:t>1.013e0</w:t>
      </w:r>
    </w:p>
    <w:p w:rsidR="00E00D30" w:rsidRDefault="00E00D30" w:rsidP="00E00D30">
      <w:r>
        <w:t>181.7451</w:t>
      </w:r>
      <w:r>
        <w:tab/>
        <w:t>1.013e0</w:t>
      </w:r>
    </w:p>
    <w:p w:rsidR="00E00D30" w:rsidRDefault="00E00D30" w:rsidP="00E00D30">
      <w:r>
        <w:t>181.7612</w:t>
      </w:r>
      <w:r>
        <w:tab/>
        <w:t>2.025e0</w:t>
      </w:r>
    </w:p>
    <w:p w:rsidR="00E00D30" w:rsidRDefault="00E00D30" w:rsidP="00E00D30">
      <w:r>
        <w:t>181.7667</w:t>
      </w:r>
      <w:r>
        <w:tab/>
        <w:t>2.025e0</w:t>
      </w:r>
    </w:p>
    <w:p w:rsidR="00E00D30" w:rsidRDefault="00E00D30" w:rsidP="00E00D30">
      <w:r>
        <w:t>181.7703</w:t>
      </w:r>
      <w:r>
        <w:tab/>
        <w:t>1.013e0</w:t>
      </w:r>
    </w:p>
    <w:p w:rsidR="00E00D30" w:rsidRDefault="00E00D30" w:rsidP="00E00D30">
      <w:r>
        <w:t>181.7792</w:t>
      </w:r>
      <w:r>
        <w:tab/>
        <w:t>2.025e0</w:t>
      </w:r>
    </w:p>
    <w:p w:rsidR="00E00D30" w:rsidRDefault="00E00D30" w:rsidP="00E00D30">
      <w:r>
        <w:t>181.8315</w:t>
      </w:r>
      <w:r>
        <w:tab/>
        <w:t>2.025e0</w:t>
      </w:r>
    </w:p>
    <w:p w:rsidR="00E00D30" w:rsidRDefault="00E00D30" w:rsidP="00E00D30">
      <w:r>
        <w:t>181.8369</w:t>
      </w:r>
      <w:r>
        <w:tab/>
        <w:t>2.025e0</w:t>
      </w:r>
    </w:p>
    <w:p w:rsidR="00E00D30" w:rsidRDefault="00E00D30" w:rsidP="00E00D30">
      <w:r>
        <w:t>181.8387</w:t>
      </w:r>
      <w:r>
        <w:tab/>
        <w:t>2.025e0</w:t>
      </w:r>
    </w:p>
    <w:p w:rsidR="00E00D30" w:rsidRDefault="00E00D30" w:rsidP="00E00D30">
      <w:r>
        <w:lastRenderedPageBreak/>
        <w:t>181.8477</w:t>
      </w:r>
      <w:r>
        <w:tab/>
        <w:t>2.025e0</w:t>
      </w:r>
    </w:p>
    <w:p w:rsidR="00E00D30" w:rsidRDefault="00E00D30" w:rsidP="00E00D30">
      <w:r>
        <w:t>181.8674</w:t>
      </w:r>
      <w:r>
        <w:tab/>
        <w:t>1.013e0</w:t>
      </w:r>
    </w:p>
    <w:p w:rsidR="00E00D30" w:rsidRDefault="00E00D30" w:rsidP="00E00D30">
      <w:r>
        <w:t>181.8786</w:t>
      </w:r>
      <w:r>
        <w:tab/>
        <w:t>1.013e0</w:t>
      </w:r>
    </w:p>
    <w:p w:rsidR="00E00D30" w:rsidRDefault="00E00D30" w:rsidP="00E00D30">
      <w:r>
        <w:t>181.8819</w:t>
      </w:r>
      <w:r>
        <w:tab/>
        <w:t>1.013e0</w:t>
      </w:r>
    </w:p>
    <w:p w:rsidR="00E00D30" w:rsidRDefault="00E00D30" w:rsidP="00E00D30">
      <w:r>
        <w:t>181.8854</w:t>
      </w:r>
      <w:r>
        <w:tab/>
        <w:t>1.013e0</w:t>
      </w:r>
    </w:p>
    <w:p w:rsidR="00E00D30" w:rsidRDefault="00E00D30" w:rsidP="00E00D30">
      <w:r>
        <w:t>181.8889</w:t>
      </w:r>
      <w:r>
        <w:tab/>
        <w:t>1.013e0</w:t>
      </w:r>
    </w:p>
    <w:p w:rsidR="00E00D30" w:rsidRDefault="00E00D30" w:rsidP="00E00D30">
      <w:r>
        <w:t>181.9066</w:t>
      </w:r>
      <w:r>
        <w:tab/>
        <w:t>1.013e0</w:t>
      </w:r>
    </w:p>
    <w:p w:rsidR="00E00D30" w:rsidRDefault="00E00D30" w:rsidP="00E00D30">
      <w:r>
        <w:t>181.9174</w:t>
      </w:r>
      <w:r>
        <w:tab/>
        <w:t>1.013e0</w:t>
      </w:r>
    </w:p>
    <w:p w:rsidR="00E00D30" w:rsidRDefault="00E00D30" w:rsidP="00E00D30">
      <w:r>
        <w:t>181.9211</w:t>
      </w:r>
      <w:r>
        <w:tab/>
        <w:t>1.013e0</w:t>
      </w:r>
    </w:p>
    <w:p w:rsidR="00E00D30" w:rsidRDefault="00E00D30" w:rsidP="00E00D30">
      <w:r>
        <w:t>181.9351</w:t>
      </w:r>
      <w:r>
        <w:tab/>
        <w:t>1.013e0</w:t>
      </w:r>
    </w:p>
    <w:p w:rsidR="00E00D30" w:rsidRDefault="00E00D30" w:rsidP="00E00D30">
      <w:r>
        <w:t>181.9386</w:t>
      </w:r>
      <w:r>
        <w:tab/>
        <w:t>1.013e0</w:t>
      </w:r>
    </w:p>
    <w:p w:rsidR="00E00D30" w:rsidRDefault="00E00D30" w:rsidP="00E00D30">
      <w:r>
        <w:t>181.9460</w:t>
      </w:r>
      <w:r>
        <w:tab/>
        <w:t>1.013e0</w:t>
      </w:r>
    </w:p>
    <w:p w:rsidR="00E00D30" w:rsidRDefault="00E00D30" w:rsidP="00E00D30">
      <w:r>
        <w:t>181.9741</w:t>
      </w:r>
      <w:r>
        <w:tab/>
        <w:t>1.013e0</w:t>
      </w:r>
    </w:p>
    <w:p w:rsidR="00E00D30" w:rsidRDefault="00E00D30" w:rsidP="00E00D30">
      <w:r>
        <w:t>181.9777</w:t>
      </w:r>
      <w:r>
        <w:tab/>
        <w:t>1.013e0</w:t>
      </w:r>
    </w:p>
    <w:p w:rsidR="00E00D30" w:rsidRDefault="00E00D30" w:rsidP="00E00D30">
      <w:r>
        <w:t>181.9919</w:t>
      </w:r>
      <w:r>
        <w:tab/>
        <w:t>2.025e0</w:t>
      </w:r>
    </w:p>
    <w:p w:rsidR="00E00D30" w:rsidRDefault="00E00D30" w:rsidP="00E00D30">
      <w:r>
        <w:t>181.9957</w:t>
      </w:r>
      <w:r>
        <w:tab/>
        <w:t>2.025e0</w:t>
      </w:r>
    </w:p>
    <w:p w:rsidR="00E00D30" w:rsidRDefault="00E00D30" w:rsidP="00E00D30">
      <w:r>
        <w:t>182.0126</w:t>
      </w:r>
      <w:r>
        <w:tab/>
        <w:t>4.051e0</w:t>
      </w:r>
    </w:p>
    <w:p w:rsidR="00E00D30" w:rsidRDefault="00E00D30" w:rsidP="00E00D30">
      <w:r>
        <w:t>182.0153</w:t>
      </w:r>
      <w:r>
        <w:tab/>
        <w:t>2.025e0</w:t>
      </w:r>
    </w:p>
    <w:p w:rsidR="00E00D30" w:rsidRDefault="00E00D30" w:rsidP="00E00D30">
      <w:r>
        <w:t>182.0208</w:t>
      </w:r>
      <w:r>
        <w:tab/>
        <w:t>4.051e0</w:t>
      </w:r>
    </w:p>
    <w:p w:rsidR="00E00D30" w:rsidRDefault="00E00D30" w:rsidP="00E00D30">
      <w:r>
        <w:lastRenderedPageBreak/>
        <w:t>182.0264</w:t>
      </w:r>
      <w:r>
        <w:tab/>
        <w:t>8.101e0</w:t>
      </w:r>
    </w:p>
    <w:p w:rsidR="00E00D30" w:rsidRDefault="00E00D30" w:rsidP="00E00D30">
      <w:r>
        <w:t>182.0410</w:t>
      </w:r>
      <w:r>
        <w:tab/>
        <w:t>5.353e0</w:t>
      </w:r>
    </w:p>
    <w:p w:rsidR="00E00D30" w:rsidRDefault="00E00D30" w:rsidP="00E00D30">
      <w:r>
        <w:t>182.0426</w:t>
      </w:r>
      <w:r>
        <w:tab/>
        <w:t>4.051e0</w:t>
      </w:r>
    </w:p>
    <w:p w:rsidR="00E00D30" w:rsidRDefault="00E00D30" w:rsidP="00E00D30">
      <w:r>
        <w:t>182.0442</w:t>
      </w:r>
      <w:r>
        <w:tab/>
        <w:t>2.025e0</w:t>
      </w:r>
    </w:p>
    <w:p w:rsidR="00E00D30" w:rsidRDefault="00E00D30" w:rsidP="00E00D30">
      <w:r>
        <w:t>182.0497</w:t>
      </w:r>
      <w:r>
        <w:tab/>
        <w:t>1.013e0</w:t>
      </w:r>
    </w:p>
    <w:p w:rsidR="00E00D30" w:rsidRDefault="00E00D30" w:rsidP="00E00D30">
      <w:r>
        <w:t>182.0553</w:t>
      </w:r>
      <w:r>
        <w:tab/>
        <w:t>2.025e0</w:t>
      </w:r>
    </w:p>
    <w:p w:rsidR="00E00D30" w:rsidRDefault="00E00D30" w:rsidP="00E00D30">
      <w:r>
        <w:t>182.0607</w:t>
      </w:r>
      <w:r>
        <w:tab/>
        <w:t>1.013e0</w:t>
      </w:r>
    </w:p>
    <w:p w:rsidR="00E00D30" w:rsidRDefault="00E00D30" w:rsidP="00E00D30">
      <w:r>
        <w:t>182.0677</w:t>
      </w:r>
      <w:r>
        <w:tab/>
        <w:t>2.025e0</w:t>
      </w:r>
    </w:p>
    <w:p w:rsidR="00E00D30" w:rsidRDefault="00E00D30" w:rsidP="00E00D30">
      <w:r>
        <w:t>182.0713</w:t>
      </w:r>
      <w:r>
        <w:tab/>
        <w:t>1.013e0</w:t>
      </w:r>
    </w:p>
    <w:p w:rsidR="00E00D30" w:rsidRDefault="00E00D30" w:rsidP="00E00D30">
      <w:r>
        <w:t>182.0766</w:t>
      </w:r>
      <w:r>
        <w:tab/>
        <w:t>2.025e0</w:t>
      </w:r>
    </w:p>
    <w:p w:rsidR="00E00D30" w:rsidRDefault="00E00D30" w:rsidP="00E00D30">
      <w:r>
        <w:t>182.0893</w:t>
      </w:r>
      <w:r>
        <w:tab/>
        <w:t>1.013e0</w:t>
      </w:r>
    </w:p>
    <w:p w:rsidR="00E00D30" w:rsidRDefault="00E00D30" w:rsidP="00E00D30">
      <w:r>
        <w:t>182.0910</w:t>
      </w:r>
      <w:r>
        <w:tab/>
        <w:t>2.025e0</w:t>
      </w:r>
    </w:p>
    <w:p w:rsidR="00E00D30" w:rsidRDefault="00E00D30" w:rsidP="00E00D30">
      <w:r>
        <w:t>182.0928</w:t>
      </w:r>
      <w:r>
        <w:tab/>
        <w:t>3.038e0</w:t>
      </w:r>
    </w:p>
    <w:p w:rsidR="00E00D30" w:rsidRDefault="00E00D30" w:rsidP="00E00D30">
      <w:r>
        <w:t>182.0967</w:t>
      </w:r>
      <w:r>
        <w:tab/>
        <w:t>2.025e0</w:t>
      </w:r>
    </w:p>
    <w:p w:rsidR="00E00D30" w:rsidRDefault="00E00D30" w:rsidP="00E00D30">
      <w:r>
        <w:t>182.1003</w:t>
      </w:r>
      <w:r>
        <w:tab/>
        <w:t>1.013e0</w:t>
      </w:r>
    </w:p>
    <w:p w:rsidR="00E00D30" w:rsidRDefault="00E00D30" w:rsidP="00E00D30">
      <w:r>
        <w:t>182.1055</w:t>
      </w:r>
      <w:r>
        <w:tab/>
        <w:t>2.025e0</w:t>
      </w:r>
    </w:p>
    <w:p w:rsidR="00E00D30" w:rsidRDefault="00E00D30" w:rsidP="00E00D30">
      <w:r>
        <w:t>182.1163</w:t>
      </w:r>
      <w:r>
        <w:tab/>
        <w:t>2.025e0</w:t>
      </w:r>
    </w:p>
    <w:p w:rsidR="00E00D30" w:rsidRDefault="00E00D30" w:rsidP="00E00D30">
      <w:r>
        <w:t>182.1180</w:t>
      </w:r>
      <w:r>
        <w:tab/>
        <w:t>1.013e0</w:t>
      </w:r>
    </w:p>
    <w:p w:rsidR="00E00D30" w:rsidRDefault="00E00D30" w:rsidP="00E00D30">
      <w:r>
        <w:t>182.1289</w:t>
      </w:r>
      <w:r>
        <w:tab/>
        <w:t>2.025e0</w:t>
      </w:r>
    </w:p>
    <w:p w:rsidR="00E00D30" w:rsidRDefault="00E00D30" w:rsidP="00E00D30">
      <w:r>
        <w:lastRenderedPageBreak/>
        <w:t>182.1507</w:t>
      </w:r>
      <w:r>
        <w:tab/>
        <w:t>1.013e0</w:t>
      </w:r>
    </w:p>
    <w:p w:rsidR="00E00D30" w:rsidRDefault="00E00D30" w:rsidP="00E00D30">
      <w:r>
        <w:t>182.1575</w:t>
      </w:r>
      <w:r>
        <w:tab/>
        <w:t>1.013e0</w:t>
      </w:r>
    </w:p>
    <w:p w:rsidR="00E00D30" w:rsidRDefault="00E00D30" w:rsidP="00E00D30">
      <w:r>
        <w:t>182.1721</w:t>
      </w:r>
      <w:r>
        <w:tab/>
        <w:t>1.013e0</w:t>
      </w:r>
    </w:p>
    <w:p w:rsidR="00E00D30" w:rsidRDefault="00E00D30" w:rsidP="00E00D30">
      <w:r>
        <w:t>182.1828</w:t>
      </w:r>
      <w:r>
        <w:tab/>
        <w:t>1.013e0</w:t>
      </w:r>
    </w:p>
    <w:p w:rsidR="00E00D30" w:rsidRDefault="00E00D30" w:rsidP="00E00D30">
      <w:r>
        <w:t>182.1936</w:t>
      </w:r>
      <w:r>
        <w:tab/>
        <w:t>1.013e0</w:t>
      </w:r>
    </w:p>
    <w:p w:rsidR="00E00D30" w:rsidRDefault="00E00D30" w:rsidP="00E00D30">
      <w:r>
        <w:t>182.1949</w:t>
      </w:r>
      <w:r>
        <w:tab/>
        <w:t>3.038e0</w:t>
      </w:r>
    </w:p>
    <w:p w:rsidR="00E00D30" w:rsidRDefault="00E00D30" w:rsidP="00E00D30">
      <w:r>
        <w:t>182.2046</w:t>
      </w:r>
      <w:r>
        <w:tab/>
        <w:t>2.025e0</w:t>
      </w:r>
    </w:p>
    <w:p w:rsidR="00E00D30" w:rsidRDefault="00E00D30" w:rsidP="00E00D30">
      <w:r>
        <w:t>182.2225</w:t>
      </w:r>
      <w:r>
        <w:tab/>
        <w:t>2.025e0</w:t>
      </w:r>
    </w:p>
    <w:p w:rsidR="00E00D30" w:rsidRDefault="00E00D30" w:rsidP="00E00D30">
      <w:r>
        <w:t>182.2477</w:t>
      </w:r>
      <w:r>
        <w:tab/>
        <w:t>1.013e0</w:t>
      </w:r>
    </w:p>
    <w:p w:rsidR="00E00D30" w:rsidRDefault="00E00D30" w:rsidP="00E00D30">
      <w:r>
        <w:t>182.2619</w:t>
      </w:r>
      <w:r>
        <w:tab/>
        <w:t>1.013e0</w:t>
      </w:r>
    </w:p>
    <w:p w:rsidR="00E00D30" w:rsidRDefault="00E00D30" w:rsidP="00E00D30">
      <w:r>
        <w:t>182.2690</w:t>
      </w:r>
      <w:r>
        <w:tab/>
        <w:t>1.013e0</w:t>
      </w:r>
    </w:p>
    <w:p w:rsidR="00E00D30" w:rsidRDefault="00E00D30" w:rsidP="00E00D30">
      <w:r>
        <w:t>182.2723</w:t>
      </w:r>
      <w:r>
        <w:tab/>
        <w:t>2.025e0</w:t>
      </w:r>
    </w:p>
    <w:p w:rsidR="00E00D30" w:rsidRDefault="00E00D30" w:rsidP="00E00D30">
      <w:r>
        <w:t>182.2761</w:t>
      </w:r>
      <w:r>
        <w:tab/>
        <w:t>1.013e0</w:t>
      </w:r>
    </w:p>
    <w:p w:rsidR="00E00D30" w:rsidRDefault="00E00D30" w:rsidP="00E00D30">
      <w:r>
        <w:t>182.2793</w:t>
      </w:r>
      <w:r>
        <w:tab/>
        <w:t>1.013e0</w:t>
      </w:r>
    </w:p>
    <w:p w:rsidR="00E00D30" w:rsidRDefault="00E00D30" w:rsidP="00E00D30">
      <w:r>
        <w:t>182.2900</w:t>
      </w:r>
      <w:r>
        <w:tab/>
        <w:t>1.013e0</w:t>
      </w:r>
    </w:p>
    <w:p w:rsidR="00E00D30" w:rsidRDefault="00E00D30" w:rsidP="00E00D30">
      <w:r>
        <w:t>182.3113</w:t>
      </w:r>
      <w:r>
        <w:tab/>
        <w:t>1.013e0</w:t>
      </w:r>
    </w:p>
    <w:p w:rsidR="00E00D30" w:rsidRDefault="00E00D30" w:rsidP="00E00D30">
      <w:r>
        <w:t>182.3151</w:t>
      </w:r>
      <w:r>
        <w:tab/>
        <w:t>2.025e0</w:t>
      </w:r>
    </w:p>
    <w:p w:rsidR="00E00D30" w:rsidRDefault="00E00D30" w:rsidP="00E00D30">
      <w:r>
        <w:t>182.3169</w:t>
      </w:r>
      <w:r>
        <w:tab/>
        <w:t>2.025e0</w:t>
      </w:r>
    </w:p>
    <w:p w:rsidR="00E00D30" w:rsidRDefault="00E00D30" w:rsidP="00E00D30">
      <w:r>
        <w:t>182.3253</w:t>
      </w:r>
      <w:r>
        <w:tab/>
        <w:t>2.025e0</w:t>
      </w:r>
    </w:p>
    <w:p w:rsidR="00E00D30" w:rsidRDefault="00E00D30" w:rsidP="00E00D30">
      <w:r>
        <w:lastRenderedPageBreak/>
        <w:t>182.3330</w:t>
      </w:r>
      <w:r>
        <w:tab/>
        <w:t>1.013e0</w:t>
      </w:r>
    </w:p>
    <w:p w:rsidR="00E00D30" w:rsidRDefault="00E00D30" w:rsidP="00E00D30">
      <w:r>
        <w:t>182.3506</w:t>
      </w:r>
      <w:r>
        <w:tab/>
        <w:t>1.013e0</w:t>
      </w:r>
    </w:p>
    <w:p w:rsidR="00E00D30" w:rsidRDefault="00E00D30" w:rsidP="00E00D30">
      <w:r>
        <w:t>182.3688</w:t>
      </w:r>
      <w:r>
        <w:tab/>
        <w:t>1.013e0</w:t>
      </w:r>
    </w:p>
    <w:p w:rsidR="00E00D30" w:rsidRDefault="00E00D30" w:rsidP="00E00D30">
      <w:r>
        <w:t>182.3796</w:t>
      </w:r>
      <w:r>
        <w:tab/>
        <w:t>1.013e0</w:t>
      </w:r>
    </w:p>
    <w:p w:rsidR="00E00D30" w:rsidRDefault="00E00D30" w:rsidP="00E00D30">
      <w:r>
        <w:t>182.3867</w:t>
      </w:r>
      <w:r>
        <w:tab/>
        <w:t>1.013e0</w:t>
      </w:r>
    </w:p>
    <w:p w:rsidR="00E00D30" w:rsidRDefault="00E00D30" w:rsidP="00E00D30">
      <w:r>
        <w:t>182.3903</w:t>
      </w:r>
      <w:r>
        <w:tab/>
        <w:t>1.013e0</w:t>
      </w:r>
    </w:p>
    <w:p w:rsidR="00E00D30" w:rsidRDefault="00E00D30" w:rsidP="00E00D30">
      <w:r>
        <w:t>182.4012</w:t>
      </w:r>
      <w:r>
        <w:tab/>
        <w:t>1.013e0</w:t>
      </w:r>
    </w:p>
    <w:p w:rsidR="00E00D30" w:rsidRDefault="00E00D30" w:rsidP="00E00D30">
      <w:r>
        <w:t>182.4084</w:t>
      </w:r>
      <w:r>
        <w:tab/>
        <w:t>1.013e0</w:t>
      </w:r>
    </w:p>
    <w:p w:rsidR="00E00D30" w:rsidRDefault="00E00D30" w:rsidP="00E00D30">
      <w:r>
        <w:t>182.4121</w:t>
      </w:r>
      <w:r>
        <w:tab/>
        <w:t>1.013e0</w:t>
      </w:r>
    </w:p>
    <w:p w:rsidR="00E00D30" w:rsidRDefault="00E00D30" w:rsidP="00E00D30">
      <w:r>
        <w:t>182.4141</w:t>
      </w:r>
      <w:r>
        <w:tab/>
        <w:t>2.025e0</w:t>
      </w:r>
    </w:p>
    <w:p w:rsidR="00E00D30" w:rsidRDefault="00E00D30" w:rsidP="00E00D30">
      <w:r>
        <w:t>182.4228</w:t>
      </w:r>
      <w:r>
        <w:tab/>
        <w:t>1.013e0</w:t>
      </w:r>
    </w:p>
    <w:p w:rsidR="00E00D30" w:rsidRDefault="00E00D30" w:rsidP="00E00D30">
      <w:r>
        <w:t>182.4696</w:t>
      </w:r>
      <w:r>
        <w:tab/>
        <w:t>2.025e0</w:t>
      </w:r>
    </w:p>
    <w:p w:rsidR="00E00D30" w:rsidRDefault="00E00D30" w:rsidP="00E00D30">
      <w:r>
        <w:t>182.4769</w:t>
      </w:r>
      <w:r>
        <w:tab/>
        <w:t>1.013e0</w:t>
      </w:r>
    </w:p>
    <w:p w:rsidR="00E00D30" w:rsidRDefault="00E00D30" w:rsidP="00E00D30">
      <w:r>
        <w:t>182.4876</w:t>
      </w:r>
      <w:r>
        <w:tab/>
        <w:t>1.013e0</w:t>
      </w:r>
    </w:p>
    <w:p w:rsidR="00E00D30" w:rsidRDefault="00E00D30" w:rsidP="00E00D30">
      <w:r>
        <w:t>182.5020</w:t>
      </w:r>
      <w:r>
        <w:tab/>
        <w:t>1.013e0</w:t>
      </w:r>
    </w:p>
    <w:p w:rsidR="00E00D30" w:rsidRDefault="00E00D30" w:rsidP="00E00D30">
      <w:r>
        <w:t>182.5093</w:t>
      </w:r>
      <w:r>
        <w:tab/>
        <w:t>2.025e0</w:t>
      </w:r>
    </w:p>
    <w:p w:rsidR="00E00D30" w:rsidRDefault="00E00D30" w:rsidP="00E00D30">
      <w:r>
        <w:t>182.5165</w:t>
      </w:r>
      <w:r>
        <w:tab/>
        <w:t>1.013e0</w:t>
      </w:r>
    </w:p>
    <w:p w:rsidR="00E00D30" w:rsidRDefault="00E00D30" w:rsidP="00E00D30">
      <w:r>
        <w:t>182.5201</w:t>
      </w:r>
      <w:r>
        <w:tab/>
        <w:t>1.013e0</w:t>
      </w:r>
    </w:p>
    <w:p w:rsidR="00E00D30" w:rsidRDefault="00E00D30" w:rsidP="00E00D30">
      <w:r>
        <w:t>182.5239</w:t>
      </w:r>
      <w:r>
        <w:tab/>
        <w:t>1.013e0</w:t>
      </w:r>
    </w:p>
    <w:p w:rsidR="00E00D30" w:rsidRDefault="00E00D30" w:rsidP="00E00D30">
      <w:r>
        <w:lastRenderedPageBreak/>
        <w:t>182.5345</w:t>
      </w:r>
      <w:r>
        <w:tab/>
        <w:t>2.025e0</w:t>
      </w:r>
    </w:p>
    <w:p w:rsidR="00E00D30" w:rsidRDefault="00E00D30" w:rsidP="00E00D30">
      <w:r>
        <w:t>182.5454</w:t>
      </w:r>
      <w:r>
        <w:tab/>
        <w:t>2.025e0</w:t>
      </w:r>
    </w:p>
    <w:p w:rsidR="00E00D30" w:rsidRDefault="00E00D30" w:rsidP="00E00D30">
      <w:r>
        <w:t>182.5633</w:t>
      </w:r>
      <w:r>
        <w:tab/>
        <w:t>2.025e0</w:t>
      </w:r>
    </w:p>
    <w:p w:rsidR="00E00D30" w:rsidRDefault="00E00D30" w:rsidP="00E00D30">
      <w:r>
        <w:t>182.5672</w:t>
      </w:r>
      <w:r>
        <w:tab/>
        <w:t>2.025e1</w:t>
      </w:r>
    </w:p>
    <w:p w:rsidR="00E00D30" w:rsidRDefault="00E00D30" w:rsidP="00E00D30">
      <w:r>
        <w:t>182.5695</w:t>
      </w:r>
      <w:r>
        <w:tab/>
        <w:t>1.418e1</w:t>
      </w:r>
    </w:p>
    <w:p w:rsidR="00E00D30" w:rsidRDefault="00E00D30" w:rsidP="00E00D30">
      <w:r>
        <w:t>182.5763</w:t>
      </w:r>
      <w:r>
        <w:tab/>
        <w:t>7.089e0</w:t>
      </w:r>
    </w:p>
    <w:p w:rsidR="00E00D30" w:rsidRDefault="00E00D30" w:rsidP="00E00D30">
      <w:r>
        <w:t>182.5814</w:t>
      </w:r>
      <w:r>
        <w:tab/>
        <w:t>1.013e0</w:t>
      </w:r>
    </w:p>
    <w:p w:rsidR="00E00D30" w:rsidRDefault="00E00D30" w:rsidP="00E00D30">
      <w:r>
        <w:t>182.5903</w:t>
      </w:r>
      <w:r>
        <w:tab/>
        <w:t>2.025e0</w:t>
      </w:r>
    </w:p>
    <w:p w:rsidR="00E00D30" w:rsidRDefault="00E00D30" w:rsidP="00E00D30">
      <w:r>
        <w:t>182.6208</w:t>
      </w:r>
      <w:r>
        <w:tab/>
        <w:t>3.038e0</w:t>
      </w:r>
    </w:p>
    <w:p w:rsidR="00E00D30" w:rsidRDefault="00E00D30" w:rsidP="00E00D30">
      <w:r>
        <w:t>182.6350</w:t>
      </w:r>
      <w:r>
        <w:tab/>
        <w:t>1.013e0</w:t>
      </w:r>
    </w:p>
    <w:p w:rsidR="00E00D30" w:rsidRDefault="00E00D30" w:rsidP="00E00D30">
      <w:r>
        <w:t>182.6420</w:t>
      </w:r>
      <w:r>
        <w:tab/>
        <w:t>1.013e0</w:t>
      </w:r>
    </w:p>
    <w:p w:rsidR="00E00D30" w:rsidRDefault="00E00D30" w:rsidP="00E00D30">
      <w:r>
        <w:t>182.6564</w:t>
      </w:r>
      <w:r>
        <w:tab/>
        <w:t>1.013e0</w:t>
      </w:r>
    </w:p>
    <w:p w:rsidR="00E00D30" w:rsidRDefault="00E00D30" w:rsidP="00E00D30">
      <w:r>
        <w:t>182.6599</w:t>
      </w:r>
      <w:r>
        <w:tab/>
        <w:t>3.038e0</w:t>
      </w:r>
    </w:p>
    <w:p w:rsidR="00E00D30" w:rsidRDefault="00E00D30" w:rsidP="00E00D30">
      <w:r>
        <w:t>182.6741</w:t>
      </w:r>
      <w:r>
        <w:tab/>
        <w:t>1.013e0</w:t>
      </w:r>
    </w:p>
    <w:p w:rsidR="00E00D30" w:rsidRDefault="00E00D30" w:rsidP="00E00D30">
      <w:r>
        <w:t>182.6918</w:t>
      </w:r>
      <w:r>
        <w:tab/>
        <w:t>1.013e0</w:t>
      </w:r>
    </w:p>
    <w:p w:rsidR="00E00D30" w:rsidRDefault="00E00D30" w:rsidP="00E00D30">
      <w:r>
        <w:t>182.7025</w:t>
      </w:r>
      <w:r>
        <w:tab/>
        <w:t>1.013e0</w:t>
      </w:r>
    </w:p>
    <w:p w:rsidR="00E00D30" w:rsidRDefault="00E00D30" w:rsidP="00E00D30">
      <w:r>
        <w:t>182.7134</w:t>
      </w:r>
      <w:r>
        <w:tab/>
        <w:t>2.025e0</w:t>
      </w:r>
    </w:p>
    <w:p w:rsidR="00E00D30" w:rsidRDefault="00E00D30" w:rsidP="00E00D30">
      <w:r>
        <w:t>182.7204</w:t>
      </w:r>
      <w:r>
        <w:tab/>
        <w:t>2.025e0</w:t>
      </w:r>
    </w:p>
    <w:p w:rsidR="00E00D30" w:rsidRDefault="00E00D30" w:rsidP="00E00D30">
      <w:r>
        <w:t>182.7352</w:t>
      </w:r>
      <w:r>
        <w:tab/>
        <w:t>1.013e0</w:t>
      </w:r>
    </w:p>
    <w:p w:rsidR="00E00D30" w:rsidRDefault="00E00D30" w:rsidP="00E00D30">
      <w:r>
        <w:lastRenderedPageBreak/>
        <w:t>182.7385</w:t>
      </w:r>
      <w:r>
        <w:tab/>
        <w:t>3.038e0</w:t>
      </w:r>
    </w:p>
    <w:p w:rsidR="00E00D30" w:rsidRDefault="00E00D30" w:rsidP="00E00D30">
      <w:r>
        <w:t>182.7493</w:t>
      </w:r>
      <w:r>
        <w:tab/>
        <w:t>3.038e0</w:t>
      </w:r>
    </w:p>
    <w:p w:rsidR="00E00D30" w:rsidRDefault="00E00D30" w:rsidP="00E00D30">
      <w:r>
        <w:t>182.7605</w:t>
      </w:r>
      <w:r>
        <w:tab/>
        <w:t>1.013e0</w:t>
      </w:r>
    </w:p>
    <w:p w:rsidR="00E00D30" w:rsidRDefault="00E00D30" w:rsidP="00E00D30">
      <w:r>
        <w:t>182.7747</w:t>
      </w:r>
      <w:r>
        <w:tab/>
        <w:t>1.013e0</w:t>
      </w:r>
    </w:p>
    <w:p w:rsidR="00E00D30" w:rsidRDefault="00E00D30" w:rsidP="00E00D30">
      <w:r>
        <w:t>182.7854</w:t>
      </w:r>
      <w:r>
        <w:tab/>
        <w:t>1.013e0</w:t>
      </w:r>
    </w:p>
    <w:p w:rsidR="00E00D30" w:rsidRDefault="00E00D30" w:rsidP="00E00D30">
      <w:r>
        <w:t>182.8073</w:t>
      </w:r>
      <w:r>
        <w:tab/>
        <w:t>2.025e0</w:t>
      </w:r>
    </w:p>
    <w:p w:rsidR="00E00D30" w:rsidRDefault="00E00D30" w:rsidP="00E00D30">
      <w:r>
        <w:t>182.8180</w:t>
      </w:r>
      <w:r>
        <w:tab/>
        <w:t>1.013e0</w:t>
      </w:r>
    </w:p>
    <w:p w:rsidR="00E00D30" w:rsidRDefault="00E00D30" w:rsidP="00E00D30">
      <w:r>
        <w:t>182.8341</w:t>
      </w:r>
      <w:r>
        <w:tab/>
        <w:t>2.025e0</w:t>
      </w:r>
    </w:p>
    <w:p w:rsidR="00E00D30" w:rsidRDefault="00E00D30" w:rsidP="00E00D30">
      <w:r>
        <w:t>182.8504</w:t>
      </w:r>
      <w:r>
        <w:tab/>
        <w:t>1.013e0</w:t>
      </w:r>
    </w:p>
    <w:p w:rsidR="00E00D30" w:rsidRDefault="00E00D30" w:rsidP="00E00D30">
      <w:r>
        <w:t>182.8791</w:t>
      </w:r>
      <w:r>
        <w:tab/>
        <w:t>1.013e0</w:t>
      </w:r>
    </w:p>
    <w:p w:rsidR="00E00D30" w:rsidRDefault="00E00D30" w:rsidP="00E00D30">
      <w:r>
        <w:t>182.8863</w:t>
      </w:r>
      <w:r>
        <w:tab/>
        <w:t>1.013e0</w:t>
      </w:r>
    </w:p>
    <w:p w:rsidR="00E00D30" w:rsidRDefault="00E00D30" w:rsidP="00E00D30">
      <w:r>
        <w:t>182.8939</w:t>
      </w:r>
      <w:r>
        <w:tab/>
        <w:t>1.013e0</w:t>
      </w:r>
    </w:p>
    <w:p w:rsidR="00E00D30" w:rsidRDefault="00E00D30" w:rsidP="00E00D30">
      <w:r>
        <w:t>182.9480</w:t>
      </w:r>
      <w:r>
        <w:tab/>
        <w:t>1.013e0</w:t>
      </w:r>
    </w:p>
    <w:p w:rsidR="00E00D30" w:rsidRDefault="00E00D30" w:rsidP="00E00D30">
      <w:r>
        <w:t>182.9585</w:t>
      </w:r>
      <w:r>
        <w:tab/>
        <w:t>2.025e0</w:t>
      </w:r>
    </w:p>
    <w:p w:rsidR="00E00D30" w:rsidRDefault="00E00D30" w:rsidP="00E00D30">
      <w:r>
        <w:t>182.9857</w:t>
      </w:r>
      <w:r>
        <w:tab/>
        <w:t>6.595e1</w:t>
      </w:r>
    </w:p>
    <w:p w:rsidR="00E00D30" w:rsidRDefault="00E00D30" w:rsidP="00E00D30">
      <w:r>
        <w:t>182.9877</w:t>
      </w:r>
      <w:r>
        <w:tab/>
        <w:t>2.835e1</w:t>
      </w:r>
    </w:p>
    <w:p w:rsidR="00E00D30" w:rsidRDefault="00E00D30" w:rsidP="00E00D30">
      <w:r>
        <w:t>182.9897</w:t>
      </w:r>
      <w:r>
        <w:tab/>
        <w:t>1.418e1</w:t>
      </w:r>
    </w:p>
    <w:p w:rsidR="00E00D30" w:rsidRDefault="00E00D30" w:rsidP="00E00D30">
      <w:r>
        <w:t>182.9947</w:t>
      </w:r>
      <w:r>
        <w:tab/>
        <w:t>9.114e0</w:t>
      </w:r>
    </w:p>
    <w:p w:rsidR="00E00D30" w:rsidRDefault="00E00D30" w:rsidP="00E00D30">
      <w:r>
        <w:t>183.0158</w:t>
      </w:r>
      <w:r>
        <w:tab/>
        <w:t>8.173e0</w:t>
      </w:r>
    </w:p>
    <w:p w:rsidR="00E00D30" w:rsidRDefault="00E00D30" w:rsidP="00E00D30">
      <w:r>
        <w:lastRenderedPageBreak/>
        <w:t>183.0232</w:t>
      </w:r>
      <w:r>
        <w:tab/>
        <w:t>3.038e0</w:t>
      </w:r>
    </w:p>
    <w:p w:rsidR="00E00D30" w:rsidRDefault="00E00D30" w:rsidP="00E00D30">
      <w:r>
        <w:t>183.0322</w:t>
      </w:r>
      <w:r>
        <w:tab/>
        <w:t>2.025e0</w:t>
      </w:r>
    </w:p>
    <w:p w:rsidR="00E00D30" w:rsidRDefault="00E00D30" w:rsidP="00E00D30">
      <w:r>
        <w:t>183.0332</w:t>
      </w:r>
      <w:r>
        <w:tab/>
        <w:t>3.971e0</w:t>
      </w:r>
    </w:p>
    <w:p w:rsidR="00E00D30" w:rsidRDefault="00E00D30" w:rsidP="00E00D30">
      <w:r>
        <w:t>183.0465</w:t>
      </w:r>
      <w:r>
        <w:tab/>
        <w:t>2.025e0</w:t>
      </w:r>
    </w:p>
    <w:p w:rsidR="00E00D30" w:rsidRDefault="00E00D30" w:rsidP="00E00D30">
      <w:r>
        <w:t>183.0517</w:t>
      </w:r>
      <w:r>
        <w:tab/>
        <w:t>3.038e0</w:t>
      </w:r>
    </w:p>
    <w:p w:rsidR="00E00D30" w:rsidRDefault="00E00D30" w:rsidP="00E00D30">
      <w:r>
        <w:t>183.0561</w:t>
      </w:r>
      <w:r>
        <w:tab/>
        <w:t>4.051e0</w:t>
      </w:r>
    </w:p>
    <w:p w:rsidR="00E00D30" w:rsidRDefault="00E00D30" w:rsidP="00E00D30">
      <w:r>
        <w:t>183.0713</w:t>
      </w:r>
      <w:r>
        <w:tab/>
        <w:t>4.051e0</w:t>
      </w:r>
    </w:p>
    <w:p w:rsidR="00E00D30" w:rsidRDefault="00E00D30" w:rsidP="00E00D30">
      <w:r>
        <w:t>183.0731</w:t>
      </w:r>
      <w:r>
        <w:tab/>
        <w:t>2.025e0</w:t>
      </w:r>
    </w:p>
    <w:p w:rsidR="00E00D30" w:rsidRDefault="00E00D30" w:rsidP="00E00D30">
      <w:r>
        <w:t>183.0757</w:t>
      </w:r>
      <w:r>
        <w:tab/>
        <w:t>3.038e0</w:t>
      </w:r>
    </w:p>
    <w:p w:rsidR="00E00D30" w:rsidRDefault="00E00D30" w:rsidP="00E00D30">
      <w:r>
        <w:t>183.0805</w:t>
      </w:r>
      <w:r>
        <w:tab/>
        <w:t>1.013e0</w:t>
      </w:r>
    </w:p>
    <w:p w:rsidR="00E00D30" w:rsidRDefault="00E00D30" w:rsidP="00E00D30">
      <w:r>
        <w:t>183.0841</w:t>
      </w:r>
      <w:r>
        <w:tab/>
        <w:t>1.013e0</w:t>
      </w:r>
    </w:p>
    <w:p w:rsidR="00E00D30" w:rsidRDefault="00E00D30" w:rsidP="00E00D30">
      <w:r>
        <w:t>183.0910</w:t>
      </w:r>
      <w:r>
        <w:tab/>
        <w:t>1.013e0</w:t>
      </w:r>
    </w:p>
    <w:p w:rsidR="00E00D30" w:rsidRDefault="00E00D30" w:rsidP="00E00D30">
      <w:r>
        <w:t>183.0981</w:t>
      </w:r>
      <w:r>
        <w:tab/>
        <w:t>1.013e0</w:t>
      </w:r>
    </w:p>
    <w:p w:rsidR="00E00D30" w:rsidRDefault="00E00D30" w:rsidP="00E00D30">
      <w:r>
        <w:t>183.1000</w:t>
      </w:r>
      <w:r>
        <w:tab/>
        <w:t>2.025e0</w:t>
      </w:r>
    </w:p>
    <w:p w:rsidR="00E00D30" w:rsidRDefault="00E00D30" w:rsidP="00E00D30">
      <w:r>
        <w:t>183.1016</w:t>
      </w:r>
      <w:r>
        <w:tab/>
        <w:t>3.038e0</w:t>
      </w:r>
    </w:p>
    <w:p w:rsidR="00E00D30" w:rsidRDefault="00E00D30" w:rsidP="00E00D30">
      <w:r>
        <w:t>183.1034</w:t>
      </w:r>
      <w:r>
        <w:tab/>
        <w:t>2.025e0</w:t>
      </w:r>
    </w:p>
    <w:p w:rsidR="00E00D30" w:rsidRDefault="00E00D30" w:rsidP="00E00D30">
      <w:r>
        <w:t>183.1090</w:t>
      </w:r>
      <w:r>
        <w:tab/>
        <w:t>1.013e0</w:t>
      </w:r>
    </w:p>
    <w:p w:rsidR="00E00D30" w:rsidRDefault="00E00D30" w:rsidP="00E00D30">
      <w:r>
        <w:t>183.1231</w:t>
      </w:r>
      <w:r>
        <w:tab/>
        <w:t>2.025e0</w:t>
      </w:r>
    </w:p>
    <w:p w:rsidR="00E00D30" w:rsidRDefault="00E00D30" w:rsidP="00E00D30">
      <w:r>
        <w:t>183.1331</w:t>
      </w:r>
      <w:r>
        <w:tab/>
        <w:t>4.051e0</w:t>
      </w:r>
    </w:p>
    <w:p w:rsidR="00E00D30" w:rsidRDefault="00E00D30" w:rsidP="00E00D30">
      <w:r>
        <w:lastRenderedPageBreak/>
        <w:t>183.1377</w:t>
      </w:r>
      <w:r>
        <w:tab/>
        <w:t>2.025e0</w:t>
      </w:r>
    </w:p>
    <w:p w:rsidR="00E00D30" w:rsidRDefault="00E00D30" w:rsidP="00E00D30">
      <w:r>
        <w:t>183.1394</w:t>
      </w:r>
      <w:r>
        <w:tab/>
        <w:t>2.025e0</w:t>
      </w:r>
    </w:p>
    <w:p w:rsidR="00E00D30" w:rsidRDefault="00E00D30" w:rsidP="00E00D30">
      <w:r>
        <w:t>183.1410</w:t>
      </w:r>
      <w:r>
        <w:tab/>
        <w:t>1.013e0</w:t>
      </w:r>
    </w:p>
    <w:p w:rsidR="00E00D30" w:rsidRDefault="00E00D30" w:rsidP="00E00D30">
      <w:r>
        <w:t>183.1486</w:t>
      </w:r>
      <w:r>
        <w:tab/>
        <w:t>1.013e0</w:t>
      </w:r>
    </w:p>
    <w:p w:rsidR="00E00D30" w:rsidRDefault="00E00D30" w:rsidP="00E00D30">
      <w:r>
        <w:t>183.1664</w:t>
      </w:r>
      <w:r>
        <w:tab/>
        <w:t>1.013e0</w:t>
      </w:r>
    </w:p>
    <w:p w:rsidR="00E00D30" w:rsidRDefault="00E00D30" w:rsidP="00E00D30">
      <w:r>
        <w:t>183.1683</w:t>
      </w:r>
      <w:r>
        <w:tab/>
        <w:t>3.038e0</w:t>
      </w:r>
    </w:p>
    <w:p w:rsidR="00E00D30" w:rsidRDefault="00E00D30" w:rsidP="00E00D30">
      <w:r>
        <w:t>183.1826</w:t>
      </w:r>
      <w:r>
        <w:tab/>
        <w:t>2.025e0</w:t>
      </w:r>
    </w:p>
    <w:p w:rsidR="00E00D30" w:rsidRDefault="00E00D30" w:rsidP="00E00D30">
      <w:r>
        <w:t>183.2025</w:t>
      </w:r>
      <w:r>
        <w:tab/>
        <w:t>1.013e0</w:t>
      </w:r>
    </w:p>
    <w:p w:rsidR="00E00D30" w:rsidRDefault="00E00D30" w:rsidP="00E00D30">
      <w:r>
        <w:t>183.2170</w:t>
      </w:r>
      <w:r>
        <w:tab/>
        <w:t>2.025e0</w:t>
      </w:r>
    </w:p>
    <w:p w:rsidR="00E00D30" w:rsidRDefault="00E00D30" w:rsidP="00E00D30">
      <w:r>
        <w:t>183.2242</w:t>
      </w:r>
      <w:r>
        <w:tab/>
        <w:t>1.013e0</w:t>
      </w:r>
    </w:p>
    <w:p w:rsidR="00E00D30" w:rsidRDefault="00E00D30" w:rsidP="00E00D30">
      <w:r>
        <w:t>183.2278</w:t>
      </w:r>
      <w:r>
        <w:tab/>
        <w:t>2.025e0</w:t>
      </w:r>
    </w:p>
    <w:p w:rsidR="00E00D30" w:rsidRDefault="00E00D30" w:rsidP="00E00D30">
      <w:r>
        <w:t>183.2353</w:t>
      </w:r>
      <w:r>
        <w:tab/>
        <w:t>1.013e0</w:t>
      </w:r>
    </w:p>
    <w:p w:rsidR="00E00D30" w:rsidRDefault="00E00D30" w:rsidP="00E00D30">
      <w:r>
        <w:t>183.2422</w:t>
      </w:r>
      <w:r>
        <w:tab/>
        <w:t>1.013e0</w:t>
      </w:r>
    </w:p>
    <w:p w:rsidR="00E00D30" w:rsidRDefault="00E00D30" w:rsidP="00E00D30">
      <w:r>
        <w:t>183.2567</w:t>
      </w:r>
      <w:r>
        <w:tab/>
        <w:t>1.013e0</w:t>
      </w:r>
    </w:p>
    <w:p w:rsidR="00E00D30" w:rsidRDefault="00E00D30" w:rsidP="00E00D30">
      <w:r>
        <w:t>183.2621</w:t>
      </w:r>
      <w:r>
        <w:tab/>
        <w:t>2.025e0</w:t>
      </w:r>
    </w:p>
    <w:p w:rsidR="00E00D30" w:rsidRDefault="00E00D30" w:rsidP="00E00D30">
      <w:r>
        <w:t>183.2639</w:t>
      </w:r>
      <w:r>
        <w:tab/>
        <w:t>1.013e0</w:t>
      </w:r>
    </w:p>
    <w:p w:rsidR="00E00D30" w:rsidRDefault="00E00D30" w:rsidP="00E00D30">
      <w:r>
        <w:t>183.2677</w:t>
      </w:r>
      <w:r>
        <w:tab/>
        <w:t>1.013e0</w:t>
      </w:r>
    </w:p>
    <w:p w:rsidR="00E00D30" w:rsidRDefault="00E00D30" w:rsidP="00E00D30">
      <w:r>
        <w:t>183.2819</w:t>
      </w:r>
      <w:r>
        <w:tab/>
        <w:t>1.013e0</w:t>
      </w:r>
    </w:p>
    <w:p w:rsidR="00E00D30" w:rsidRDefault="00E00D30" w:rsidP="00E00D30">
      <w:r>
        <w:t>183.2891</w:t>
      </w:r>
      <w:r>
        <w:tab/>
        <w:t>1.013e0</w:t>
      </w:r>
    </w:p>
    <w:p w:rsidR="00E00D30" w:rsidRDefault="00E00D30" w:rsidP="00E00D30">
      <w:r>
        <w:lastRenderedPageBreak/>
        <w:t>183.2927</w:t>
      </w:r>
      <w:r>
        <w:tab/>
        <w:t>1.013e0</w:t>
      </w:r>
    </w:p>
    <w:p w:rsidR="00E00D30" w:rsidRDefault="00E00D30" w:rsidP="00E00D30">
      <w:r>
        <w:t>183.2999</w:t>
      </w:r>
      <w:r>
        <w:tab/>
        <w:t>1.013e0</w:t>
      </w:r>
    </w:p>
    <w:p w:rsidR="00E00D30" w:rsidRDefault="00E00D30" w:rsidP="00E00D30">
      <w:r>
        <w:t>183.3036</w:t>
      </w:r>
      <w:r>
        <w:tab/>
        <w:t>1.013e0</w:t>
      </w:r>
    </w:p>
    <w:p w:rsidR="00E00D30" w:rsidRDefault="00E00D30" w:rsidP="00E00D30">
      <w:r>
        <w:t>183.3144</w:t>
      </w:r>
      <w:r>
        <w:tab/>
        <w:t>1.013e0</w:t>
      </w:r>
    </w:p>
    <w:p w:rsidR="00E00D30" w:rsidRDefault="00E00D30" w:rsidP="00E00D30">
      <w:r>
        <w:t>183.3251</w:t>
      </w:r>
      <w:r>
        <w:tab/>
        <w:t>1.013e0</w:t>
      </w:r>
    </w:p>
    <w:p w:rsidR="00E00D30" w:rsidRDefault="00E00D30" w:rsidP="00E00D30">
      <w:r>
        <w:t>183.3612</w:t>
      </w:r>
      <w:r>
        <w:tab/>
        <w:t>1.013e0</w:t>
      </w:r>
    </w:p>
    <w:p w:rsidR="00E00D30" w:rsidRDefault="00E00D30" w:rsidP="00E00D30">
      <w:r>
        <w:t>183.3829</w:t>
      </w:r>
      <w:r>
        <w:tab/>
        <w:t>1.013e0</w:t>
      </w:r>
    </w:p>
    <w:p w:rsidR="00E00D30" w:rsidRDefault="00E00D30" w:rsidP="00E00D30">
      <w:r>
        <w:t>183.4047</w:t>
      </w:r>
      <w:r>
        <w:tab/>
        <w:t>1.013e0</w:t>
      </w:r>
    </w:p>
    <w:p w:rsidR="00E00D30" w:rsidRDefault="00E00D30" w:rsidP="00E00D30">
      <w:r>
        <w:t>183.4228</w:t>
      </w:r>
      <w:r>
        <w:tab/>
        <w:t>3.038e0</w:t>
      </w:r>
    </w:p>
    <w:p w:rsidR="00E00D30" w:rsidRDefault="00E00D30" w:rsidP="00E00D30">
      <w:r>
        <w:t>183.4552</w:t>
      </w:r>
      <w:r>
        <w:tab/>
        <w:t>1.013e0</w:t>
      </w:r>
    </w:p>
    <w:p w:rsidR="00E00D30" w:rsidRDefault="00E00D30" w:rsidP="00E00D30">
      <w:r>
        <w:t>183.4585</w:t>
      </w:r>
      <w:r>
        <w:tab/>
        <w:t>1.013e0</w:t>
      </w:r>
    </w:p>
    <w:p w:rsidR="00E00D30" w:rsidRDefault="00E00D30" w:rsidP="00E00D30">
      <w:r>
        <w:t>183.4622</w:t>
      </w:r>
      <w:r>
        <w:tab/>
        <w:t>1.013e0</w:t>
      </w:r>
    </w:p>
    <w:p w:rsidR="00E00D30" w:rsidRDefault="00E00D30" w:rsidP="00E00D30">
      <w:r>
        <w:t>183.4730</w:t>
      </w:r>
      <w:r>
        <w:tab/>
        <w:t>2.025e0</w:t>
      </w:r>
    </w:p>
    <w:p w:rsidR="00E00D30" w:rsidRDefault="00E00D30" w:rsidP="00E00D30">
      <w:r>
        <w:t>183.4978</w:t>
      </w:r>
      <w:r>
        <w:tab/>
        <w:t>1.013e0</w:t>
      </w:r>
    </w:p>
    <w:p w:rsidR="00E00D30" w:rsidRDefault="00E00D30" w:rsidP="00E00D30">
      <w:r>
        <w:t>183.5052</w:t>
      </w:r>
      <w:r>
        <w:tab/>
        <w:t>1.013e0</w:t>
      </w:r>
    </w:p>
    <w:p w:rsidR="00E00D30" w:rsidRDefault="00E00D30" w:rsidP="00E00D30">
      <w:r>
        <w:t>183.5160</w:t>
      </w:r>
      <w:r>
        <w:tab/>
        <w:t>1.013e0</w:t>
      </w:r>
    </w:p>
    <w:p w:rsidR="00E00D30" w:rsidRDefault="00E00D30" w:rsidP="00E00D30">
      <w:r>
        <w:t>183.5586</w:t>
      </w:r>
      <w:r>
        <w:tab/>
        <w:t>1.013e0</w:t>
      </w:r>
    </w:p>
    <w:p w:rsidR="00E00D30" w:rsidRDefault="00E00D30" w:rsidP="00E00D30">
      <w:r>
        <w:t>183.5728</w:t>
      </w:r>
      <w:r>
        <w:tab/>
        <w:t>1.013e0</w:t>
      </w:r>
    </w:p>
    <w:p w:rsidR="00E00D30" w:rsidRDefault="00E00D30" w:rsidP="00E00D30">
      <w:r>
        <w:t>183.5957</w:t>
      </w:r>
      <w:r>
        <w:tab/>
        <w:t>3.038e0</w:t>
      </w:r>
    </w:p>
    <w:p w:rsidR="00E00D30" w:rsidRDefault="00E00D30" w:rsidP="00E00D30">
      <w:r>
        <w:lastRenderedPageBreak/>
        <w:t>183.5984</w:t>
      </w:r>
      <w:r>
        <w:tab/>
        <w:t>1.013e0</w:t>
      </w:r>
    </w:p>
    <w:p w:rsidR="00E00D30" w:rsidRDefault="00E00D30" w:rsidP="00E00D30">
      <w:r>
        <w:t>183.5999</w:t>
      </w:r>
      <w:r>
        <w:tab/>
        <w:t>2.025e0</w:t>
      </w:r>
    </w:p>
    <w:p w:rsidR="00E00D30" w:rsidRDefault="00E00D30" w:rsidP="00E00D30">
      <w:r>
        <w:t>183.6018</w:t>
      </w:r>
      <w:r>
        <w:tab/>
        <w:t>1.013e0</w:t>
      </w:r>
    </w:p>
    <w:p w:rsidR="00E00D30" w:rsidRDefault="00E00D30" w:rsidP="00E00D30">
      <w:r>
        <w:t>183.6415</w:t>
      </w:r>
      <w:r>
        <w:tab/>
        <w:t>1.013e0</w:t>
      </w:r>
    </w:p>
    <w:p w:rsidR="00E00D30" w:rsidRDefault="00E00D30" w:rsidP="00E00D30">
      <w:r>
        <w:t>183.6633</w:t>
      </w:r>
      <w:r>
        <w:tab/>
        <w:t>1.013e0</w:t>
      </w:r>
    </w:p>
    <w:p w:rsidR="00E00D30" w:rsidRDefault="00E00D30" w:rsidP="00E00D30">
      <w:r>
        <w:t>183.6886</w:t>
      </w:r>
      <w:r>
        <w:tab/>
        <w:t>1.013e0</w:t>
      </w:r>
    </w:p>
    <w:p w:rsidR="00E00D30" w:rsidRDefault="00E00D30" w:rsidP="00E00D30">
      <w:r>
        <w:t>183.7105</w:t>
      </w:r>
      <w:r>
        <w:tab/>
        <w:t>2.025e0</w:t>
      </w:r>
    </w:p>
    <w:p w:rsidR="00E00D30" w:rsidRDefault="00E00D30" w:rsidP="00E00D30">
      <w:r>
        <w:t>183.7139</w:t>
      </w:r>
      <w:r>
        <w:tab/>
        <w:t>1.013e0</w:t>
      </w:r>
    </w:p>
    <w:p w:rsidR="00E00D30" w:rsidRDefault="00E00D30" w:rsidP="00E00D30">
      <w:r>
        <w:t>183.7318</w:t>
      </w:r>
      <w:r>
        <w:tab/>
        <w:t>2.025e0</w:t>
      </w:r>
    </w:p>
    <w:p w:rsidR="00E00D30" w:rsidRDefault="00E00D30" w:rsidP="00E00D30">
      <w:r>
        <w:t>183.7500</w:t>
      </w:r>
      <w:r>
        <w:tab/>
        <w:t>1.013e0</w:t>
      </w:r>
    </w:p>
    <w:p w:rsidR="00E00D30" w:rsidRDefault="00E00D30" w:rsidP="00E00D30">
      <w:r>
        <w:t>183.7571</w:t>
      </w:r>
      <w:r>
        <w:tab/>
        <w:t>1.013e0</w:t>
      </w:r>
    </w:p>
    <w:p w:rsidR="00E00D30" w:rsidRDefault="00E00D30" w:rsidP="00E00D30">
      <w:r>
        <w:t>183.7592</w:t>
      </w:r>
      <w:r>
        <w:tab/>
        <w:t>2.025e0</w:t>
      </w:r>
    </w:p>
    <w:p w:rsidR="00E00D30" w:rsidRDefault="00E00D30" w:rsidP="00E00D30">
      <w:r>
        <w:t>183.7607</w:t>
      </w:r>
      <w:r>
        <w:tab/>
        <w:t>1.013e0</w:t>
      </w:r>
    </w:p>
    <w:p w:rsidR="00E00D30" w:rsidRDefault="00E00D30" w:rsidP="00E00D30">
      <w:r>
        <w:t>183.7824</w:t>
      </w:r>
      <w:r>
        <w:tab/>
        <w:t>2.025e0</w:t>
      </w:r>
    </w:p>
    <w:p w:rsidR="00E00D30" w:rsidRDefault="00E00D30" w:rsidP="00E00D30">
      <w:r>
        <w:t>183.7861</w:t>
      </w:r>
      <w:r>
        <w:tab/>
        <w:t>1.013e0</w:t>
      </w:r>
    </w:p>
    <w:p w:rsidR="00E00D30" w:rsidRDefault="00E00D30" w:rsidP="00E00D30">
      <w:r>
        <w:t>183.7968</w:t>
      </w:r>
      <w:r>
        <w:tab/>
        <w:t>1.013e0</w:t>
      </w:r>
    </w:p>
    <w:p w:rsidR="00E00D30" w:rsidRDefault="00E00D30" w:rsidP="00E00D30">
      <w:r>
        <w:t>183.8007</w:t>
      </w:r>
      <w:r>
        <w:tab/>
        <w:t>1.013e0</w:t>
      </w:r>
    </w:p>
    <w:p w:rsidR="00E00D30" w:rsidRDefault="00E00D30" w:rsidP="00E00D30">
      <w:r>
        <w:t>183.8043</w:t>
      </w:r>
      <w:r>
        <w:tab/>
        <w:t>1.013e0</w:t>
      </w:r>
    </w:p>
    <w:p w:rsidR="00E00D30" w:rsidRDefault="00E00D30" w:rsidP="00E00D30">
      <w:r>
        <w:t>183.8149</w:t>
      </w:r>
      <w:r>
        <w:tab/>
        <w:t>1.013e0</w:t>
      </w:r>
    </w:p>
    <w:p w:rsidR="00E00D30" w:rsidRDefault="00E00D30" w:rsidP="00E00D30">
      <w:r>
        <w:lastRenderedPageBreak/>
        <w:t>183.8222</w:t>
      </w:r>
      <w:r>
        <w:tab/>
        <w:t>1.013e0</w:t>
      </w:r>
    </w:p>
    <w:p w:rsidR="00E00D30" w:rsidRDefault="00E00D30" w:rsidP="00E00D30">
      <w:r>
        <w:t>183.8369</w:t>
      </w:r>
      <w:r>
        <w:tab/>
        <w:t>2.025e0</w:t>
      </w:r>
    </w:p>
    <w:p w:rsidR="00E00D30" w:rsidRDefault="00E00D30" w:rsidP="00E00D30">
      <w:r>
        <w:t>183.8439</w:t>
      </w:r>
      <w:r>
        <w:tab/>
        <w:t>1.013e0</w:t>
      </w:r>
    </w:p>
    <w:p w:rsidR="00E00D30" w:rsidRDefault="00E00D30" w:rsidP="00E00D30">
      <w:r>
        <w:t>183.8510</w:t>
      </w:r>
      <w:r>
        <w:tab/>
        <w:t>1.013e0</w:t>
      </w:r>
    </w:p>
    <w:p w:rsidR="00E00D30" w:rsidRDefault="00E00D30" w:rsidP="00E00D30">
      <w:r>
        <w:t>183.8836</w:t>
      </w:r>
      <w:r>
        <w:tab/>
        <w:t>2.025e0</w:t>
      </w:r>
    </w:p>
    <w:p w:rsidR="00E00D30" w:rsidRDefault="00E00D30" w:rsidP="00E00D30">
      <w:r>
        <w:t>183.8946</w:t>
      </w:r>
      <w:r>
        <w:tab/>
        <w:t>3.038e0</w:t>
      </w:r>
    </w:p>
    <w:p w:rsidR="00E00D30" w:rsidRDefault="00E00D30" w:rsidP="00E00D30">
      <w:r>
        <w:t>183.9201</w:t>
      </w:r>
      <w:r>
        <w:tab/>
        <w:t>1.013e0</w:t>
      </w:r>
    </w:p>
    <w:p w:rsidR="00E00D30" w:rsidRDefault="00E00D30" w:rsidP="00E00D30">
      <w:r>
        <w:t>183.9270</w:t>
      </w:r>
      <w:r>
        <w:tab/>
        <w:t>2.025e0</w:t>
      </w:r>
    </w:p>
    <w:p w:rsidR="00E00D30" w:rsidRDefault="00E00D30" w:rsidP="00E00D30">
      <w:r>
        <w:t>183.9520</w:t>
      </w:r>
      <w:r>
        <w:tab/>
        <w:t>1.013e0</w:t>
      </w:r>
    </w:p>
    <w:p w:rsidR="00E00D30" w:rsidRDefault="00E00D30" w:rsidP="00E00D30">
      <w:r>
        <w:t>183.9592</w:t>
      </w:r>
      <w:r>
        <w:tab/>
        <w:t>1.013e0</w:t>
      </w:r>
    </w:p>
    <w:p w:rsidR="00E00D30" w:rsidRDefault="00E00D30" w:rsidP="00E00D30">
      <w:r>
        <w:t>183.9700</w:t>
      </w:r>
      <w:r>
        <w:tab/>
        <w:t>1.013e0</w:t>
      </w:r>
    </w:p>
    <w:p w:rsidR="00E00D30" w:rsidRDefault="00E00D30" w:rsidP="00E00D30">
      <w:r>
        <w:t>183.9807</w:t>
      </w:r>
      <w:r>
        <w:tab/>
        <w:t>1.013e0</w:t>
      </w:r>
    </w:p>
    <w:p w:rsidR="00E00D30" w:rsidRDefault="00E00D30" w:rsidP="00E00D30">
      <w:r>
        <w:t>183.9845</w:t>
      </w:r>
      <w:r>
        <w:tab/>
        <w:t>4.051e0</w:t>
      </w:r>
    </w:p>
    <w:p w:rsidR="00E00D30" w:rsidRDefault="00E00D30" w:rsidP="00E00D30">
      <w:r>
        <w:t>183.9986</w:t>
      </w:r>
      <w:r>
        <w:tab/>
        <w:t>3.038e0</w:t>
      </w:r>
    </w:p>
    <w:p w:rsidR="00E00D30" w:rsidRDefault="00E00D30" w:rsidP="00E00D30">
      <w:r>
        <w:t>184.0010</w:t>
      </w:r>
      <w:r>
        <w:tab/>
        <w:t>3.038e0</w:t>
      </w:r>
    </w:p>
    <w:p w:rsidR="00E00D30" w:rsidRDefault="00E00D30" w:rsidP="00E00D30">
      <w:r>
        <w:t>184.0128</w:t>
      </w:r>
      <w:r>
        <w:tab/>
        <w:t>2.025e0</w:t>
      </w:r>
    </w:p>
    <w:p w:rsidR="00E00D30" w:rsidRDefault="00E00D30" w:rsidP="00E00D30">
      <w:r>
        <w:t>184.0165</w:t>
      </w:r>
      <w:r>
        <w:tab/>
        <w:t>1.013e0</w:t>
      </w:r>
    </w:p>
    <w:p w:rsidR="00E00D30" w:rsidRDefault="00E00D30" w:rsidP="00E00D30">
      <w:r>
        <w:t>184.0183</w:t>
      </w:r>
      <w:r>
        <w:tab/>
        <w:t>2.025e0</w:t>
      </w:r>
    </w:p>
    <w:p w:rsidR="00E00D30" w:rsidRDefault="00E00D30" w:rsidP="00E00D30">
      <w:r>
        <w:t>184.0200</w:t>
      </w:r>
      <w:r>
        <w:tab/>
        <w:t>1.013e0</w:t>
      </w:r>
    </w:p>
    <w:p w:rsidR="00E00D30" w:rsidRDefault="00E00D30" w:rsidP="00E00D30">
      <w:r>
        <w:lastRenderedPageBreak/>
        <w:t>184.0212</w:t>
      </w:r>
      <w:r>
        <w:tab/>
        <w:t>3.038e0</w:t>
      </w:r>
    </w:p>
    <w:p w:rsidR="00E00D30" w:rsidRDefault="00E00D30" w:rsidP="00E00D30">
      <w:r>
        <w:t>184.0237</w:t>
      </w:r>
      <w:r>
        <w:tab/>
        <w:t>1.013e0</w:t>
      </w:r>
    </w:p>
    <w:p w:rsidR="00E00D30" w:rsidRDefault="00E00D30" w:rsidP="00E00D30">
      <w:r>
        <w:t>184.0501</w:t>
      </w:r>
      <w:r>
        <w:tab/>
        <w:t>3.038e0</w:t>
      </w:r>
    </w:p>
    <w:p w:rsidR="00E00D30" w:rsidRDefault="00E00D30" w:rsidP="00E00D30">
      <w:r>
        <w:t>184.0521</w:t>
      </w:r>
      <w:r>
        <w:tab/>
        <w:t>4.051e0</w:t>
      </w:r>
    </w:p>
    <w:p w:rsidR="00E00D30" w:rsidRDefault="00E00D30" w:rsidP="00E00D30">
      <w:r>
        <w:t>184.0542</w:t>
      </w:r>
      <w:r>
        <w:tab/>
        <w:t>2.025e0</w:t>
      </w:r>
    </w:p>
    <w:p w:rsidR="00E00D30" w:rsidRDefault="00E00D30" w:rsidP="00E00D30">
      <w:r>
        <w:t>184.0558</w:t>
      </w:r>
      <w:r>
        <w:tab/>
        <w:t>2.025e0</w:t>
      </w:r>
    </w:p>
    <w:p w:rsidR="00E00D30" w:rsidRDefault="00E00D30" w:rsidP="00E00D30">
      <w:r>
        <w:t>184.0630</w:t>
      </w:r>
      <w:r>
        <w:tab/>
        <w:t>2.025e0</w:t>
      </w:r>
    </w:p>
    <w:p w:rsidR="00E00D30" w:rsidRDefault="00E00D30" w:rsidP="00E00D30">
      <w:r>
        <w:t>184.0641</w:t>
      </w:r>
      <w:r>
        <w:tab/>
        <w:t>3.038e0</w:t>
      </w:r>
    </w:p>
    <w:p w:rsidR="00E00D30" w:rsidRDefault="00E00D30" w:rsidP="00E00D30">
      <w:r>
        <w:t>184.0693</w:t>
      </w:r>
      <w:r>
        <w:tab/>
        <w:t>3.038e0</w:t>
      </w:r>
    </w:p>
    <w:p w:rsidR="00E00D30" w:rsidRDefault="00E00D30" w:rsidP="00E00D30">
      <w:r>
        <w:t>184.0774</w:t>
      </w:r>
      <w:r>
        <w:tab/>
        <w:t>1.139e0</w:t>
      </w:r>
    </w:p>
    <w:p w:rsidR="00E00D30" w:rsidRDefault="00E00D30" w:rsidP="00E00D30">
      <w:r>
        <w:t>184.0793</w:t>
      </w:r>
      <w:r>
        <w:tab/>
        <w:t>2.025e0</w:t>
      </w:r>
    </w:p>
    <w:p w:rsidR="00E00D30" w:rsidRDefault="00E00D30" w:rsidP="00E00D30">
      <w:r>
        <w:t>184.0810</w:t>
      </w:r>
      <w:r>
        <w:tab/>
        <w:t>2.025e0</w:t>
      </w:r>
    </w:p>
    <w:p w:rsidR="00E00D30" w:rsidRDefault="00E00D30" w:rsidP="00E00D30">
      <w:r>
        <w:t>184.0848</w:t>
      </w:r>
      <w:r>
        <w:tab/>
        <w:t>1.013e0</w:t>
      </w:r>
    </w:p>
    <w:p w:rsidR="00E00D30" w:rsidRDefault="00E00D30" w:rsidP="00E00D30">
      <w:r>
        <w:t>184.0918</w:t>
      </w:r>
      <w:r>
        <w:tab/>
        <w:t>1.013e0</w:t>
      </w:r>
    </w:p>
    <w:p w:rsidR="00E00D30" w:rsidRDefault="00E00D30" w:rsidP="00E00D30">
      <w:r>
        <w:t>184.1009</w:t>
      </w:r>
      <w:r>
        <w:tab/>
        <w:t>2.025e0</w:t>
      </w:r>
    </w:p>
    <w:p w:rsidR="00E00D30" w:rsidRDefault="00E00D30" w:rsidP="00E00D30">
      <w:r>
        <w:t>184.1029</w:t>
      </w:r>
      <w:r>
        <w:tab/>
        <w:t>1.013e0</w:t>
      </w:r>
    </w:p>
    <w:p w:rsidR="00E00D30" w:rsidRDefault="00E00D30" w:rsidP="00E00D30">
      <w:r>
        <w:t>184.1043</w:t>
      </w:r>
      <w:r>
        <w:tab/>
        <w:t>5.236e0</w:t>
      </w:r>
    </w:p>
    <w:p w:rsidR="00E00D30" w:rsidRDefault="00E00D30" w:rsidP="00E00D30">
      <w:r>
        <w:t>184.1098</w:t>
      </w:r>
      <w:r>
        <w:tab/>
        <w:t>2.025e0</w:t>
      </w:r>
    </w:p>
    <w:p w:rsidR="00E00D30" w:rsidRDefault="00E00D30" w:rsidP="00E00D30">
      <w:r>
        <w:t>184.1171</w:t>
      </w:r>
      <w:r>
        <w:tab/>
        <w:t>1.013e0</w:t>
      </w:r>
    </w:p>
    <w:p w:rsidR="00E00D30" w:rsidRDefault="00E00D30" w:rsidP="00E00D30">
      <w:r>
        <w:lastRenderedPageBreak/>
        <w:t>184.1300</w:t>
      </w:r>
      <w:r>
        <w:tab/>
        <w:t>2.025e0</w:t>
      </w:r>
    </w:p>
    <w:p w:rsidR="00E00D30" w:rsidRDefault="00E00D30" w:rsidP="00E00D30">
      <w:r>
        <w:t>184.1371</w:t>
      </w:r>
      <w:r>
        <w:tab/>
        <w:t>2.025e0</w:t>
      </w:r>
    </w:p>
    <w:p w:rsidR="00E00D30" w:rsidRDefault="00E00D30" w:rsidP="00E00D30">
      <w:r>
        <w:t>184.1400</w:t>
      </w:r>
      <w:r>
        <w:tab/>
        <w:t>5.063e0</w:t>
      </w:r>
    </w:p>
    <w:p w:rsidR="00E00D30" w:rsidRDefault="00E00D30" w:rsidP="00E00D30">
      <w:r>
        <w:t>184.1475</w:t>
      </w:r>
      <w:r>
        <w:tab/>
        <w:t>5.063e0</w:t>
      </w:r>
    </w:p>
    <w:p w:rsidR="00E00D30" w:rsidRDefault="00E00D30" w:rsidP="00E00D30">
      <w:r>
        <w:t>184.1680</w:t>
      </w:r>
      <w:r>
        <w:tab/>
        <w:t>1.013e0</w:t>
      </w:r>
    </w:p>
    <w:p w:rsidR="00E00D30" w:rsidRDefault="00E00D30" w:rsidP="00E00D30">
      <w:r>
        <w:t>184.1822</w:t>
      </w:r>
      <w:r>
        <w:tab/>
        <w:t>1.013e0</w:t>
      </w:r>
    </w:p>
    <w:p w:rsidR="00E00D30" w:rsidRDefault="00E00D30" w:rsidP="00E00D30">
      <w:r>
        <w:t>184.1859</w:t>
      </w:r>
      <w:r>
        <w:tab/>
        <w:t>2.025e0</w:t>
      </w:r>
    </w:p>
    <w:p w:rsidR="00E00D30" w:rsidRDefault="00E00D30" w:rsidP="00E00D30">
      <w:r>
        <w:t>184.2076</w:t>
      </w:r>
      <w:r>
        <w:tab/>
        <w:t>2.025e0</w:t>
      </w:r>
    </w:p>
    <w:p w:rsidR="00E00D30" w:rsidRDefault="00E00D30" w:rsidP="00E00D30">
      <w:r>
        <w:t>184.2112</w:t>
      </w:r>
      <w:r>
        <w:tab/>
        <w:t>1.013e0</w:t>
      </w:r>
    </w:p>
    <w:p w:rsidR="00E00D30" w:rsidRDefault="00E00D30" w:rsidP="00E00D30">
      <w:r>
        <w:t>184.2365</w:t>
      </w:r>
      <w:r>
        <w:tab/>
        <w:t>1.013e0</w:t>
      </w:r>
    </w:p>
    <w:p w:rsidR="00E00D30" w:rsidRDefault="00E00D30" w:rsidP="00E00D30">
      <w:r>
        <w:t>184.2474</w:t>
      </w:r>
      <w:r>
        <w:tab/>
        <w:t>2.025e0</w:t>
      </w:r>
    </w:p>
    <w:p w:rsidR="00E00D30" w:rsidRDefault="00E00D30" w:rsidP="00E00D30">
      <w:r>
        <w:t>184.2509</w:t>
      </w:r>
      <w:r>
        <w:tab/>
        <w:t>1.013e0</w:t>
      </w:r>
    </w:p>
    <w:p w:rsidR="00E00D30" w:rsidRDefault="00E00D30" w:rsidP="00E00D30">
      <w:r>
        <w:t>184.2639</w:t>
      </w:r>
      <w:r>
        <w:tab/>
        <w:t>2.025e0</w:t>
      </w:r>
    </w:p>
    <w:p w:rsidR="00E00D30" w:rsidRDefault="00E00D30" w:rsidP="00E00D30">
      <w:r>
        <w:t>184.2871</w:t>
      </w:r>
      <w:r>
        <w:tab/>
        <w:t>1.013e0</w:t>
      </w:r>
    </w:p>
    <w:p w:rsidR="00E00D30" w:rsidRDefault="00E00D30" w:rsidP="00E00D30">
      <w:r>
        <w:t>184.2907</w:t>
      </w:r>
      <w:r>
        <w:tab/>
        <w:t>1.013e0</w:t>
      </w:r>
    </w:p>
    <w:p w:rsidR="00E00D30" w:rsidRDefault="00E00D30" w:rsidP="00E00D30">
      <w:r>
        <w:t>184.3127</w:t>
      </w:r>
      <w:r>
        <w:tab/>
        <w:t>1.013e0</w:t>
      </w:r>
    </w:p>
    <w:p w:rsidR="00E00D30" w:rsidRDefault="00E00D30" w:rsidP="00E00D30">
      <w:r>
        <w:t>184.3159</w:t>
      </w:r>
      <w:r>
        <w:tab/>
        <w:t>1.013e0</w:t>
      </w:r>
    </w:p>
    <w:p w:rsidR="00E00D30" w:rsidRDefault="00E00D30" w:rsidP="00E00D30">
      <w:r>
        <w:t>184.3197</w:t>
      </w:r>
      <w:r>
        <w:tab/>
        <w:t>1.013e0</w:t>
      </w:r>
    </w:p>
    <w:p w:rsidR="00E00D30" w:rsidRDefault="00E00D30" w:rsidP="00E00D30">
      <w:r>
        <w:t>184.3268</w:t>
      </w:r>
      <w:r>
        <w:tab/>
        <w:t>1.013e0</w:t>
      </w:r>
    </w:p>
    <w:p w:rsidR="00E00D30" w:rsidRDefault="00E00D30" w:rsidP="00E00D30">
      <w:r>
        <w:lastRenderedPageBreak/>
        <w:t>184.3432</w:t>
      </w:r>
      <w:r>
        <w:tab/>
        <w:t>2.025e0</w:t>
      </w:r>
    </w:p>
    <w:p w:rsidR="00E00D30" w:rsidRDefault="00E00D30" w:rsidP="00E00D30">
      <w:r>
        <w:t>184.3631</w:t>
      </w:r>
      <w:r>
        <w:tab/>
        <w:t>1.013e0</w:t>
      </w:r>
    </w:p>
    <w:p w:rsidR="00E00D30" w:rsidRDefault="00E00D30" w:rsidP="00E00D30">
      <w:r>
        <w:t>184.3667</w:t>
      </w:r>
      <w:r>
        <w:tab/>
        <w:t>1.013e0</w:t>
      </w:r>
    </w:p>
    <w:p w:rsidR="00E00D30" w:rsidRDefault="00E00D30" w:rsidP="00E00D30">
      <w:r>
        <w:t>184.3778</w:t>
      </w:r>
      <w:r>
        <w:tab/>
        <w:t>1.013e0</w:t>
      </w:r>
    </w:p>
    <w:p w:rsidR="00E00D30" w:rsidRDefault="00E00D30" w:rsidP="00E00D30">
      <w:r>
        <w:t>184.3848</w:t>
      </w:r>
      <w:r>
        <w:tab/>
        <w:t>2.025e0</w:t>
      </w:r>
    </w:p>
    <w:p w:rsidR="00E00D30" w:rsidRDefault="00E00D30" w:rsidP="00E00D30">
      <w:r>
        <w:t>184.4065</w:t>
      </w:r>
      <w:r>
        <w:tab/>
        <w:t>1.013e0</w:t>
      </w:r>
    </w:p>
    <w:p w:rsidR="00E00D30" w:rsidRDefault="00E00D30" w:rsidP="00E00D30">
      <w:r>
        <w:t>184.4246</w:t>
      </w:r>
      <w:r>
        <w:tab/>
        <w:t>1.013e0</w:t>
      </w:r>
    </w:p>
    <w:p w:rsidR="00E00D30" w:rsidRDefault="00E00D30" w:rsidP="00E00D30">
      <w:r>
        <w:t>184.4354</w:t>
      </w:r>
      <w:r>
        <w:tab/>
        <w:t>1.013e0</w:t>
      </w:r>
    </w:p>
    <w:p w:rsidR="00E00D30" w:rsidRDefault="00E00D30" w:rsidP="00E00D30">
      <w:r>
        <w:t>184.4427</w:t>
      </w:r>
      <w:r>
        <w:tab/>
        <w:t>1.013e0</w:t>
      </w:r>
    </w:p>
    <w:p w:rsidR="00E00D30" w:rsidRDefault="00E00D30" w:rsidP="00E00D30">
      <w:r>
        <w:t>184.4464</w:t>
      </w:r>
      <w:r>
        <w:tab/>
        <w:t>1.013e0</w:t>
      </w:r>
    </w:p>
    <w:p w:rsidR="00E00D30" w:rsidRDefault="00E00D30" w:rsidP="00E00D30">
      <w:r>
        <w:t>184.4790</w:t>
      </w:r>
      <w:r>
        <w:tab/>
        <w:t>1.013e0</w:t>
      </w:r>
    </w:p>
    <w:p w:rsidR="00E00D30" w:rsidRDefault="00E00D30" w:rsidP="00E00D30">
      <w:r>
        <w:t>184.4932</w:t>
      </w:r>
      <w:r>
        <w:tab/>
        <w:t>1.013e0</w:t>
      </w:r>
    </w:p>
    <w:p w:rsidR="00E00D30" w:rsidRDefault="00E00D30" w:rsidP="00E00D30">
      <w:r>
        <w:t>184.5007</w:t>
      </w:r>
      <w:r>
        <w:tab/>
        <w:t>1.013e0</w:t>
      </w:r>
    </w:p>
    <w:p w:rsidR="00E00D30" w:rsidRDefault="00E00D30" w:rsidP="00E00D30">
      <w:r>
        <w:t>184.5112</w:t>
      </w:r>
      <w:r>
        <w:tab/>
        <w:t>1.013e0</w:t>
      </w:r>
    </w:p>
    <w:p w:rsidR="00E00D30" w:rsidRDefault="00E00D30" w:rsidP="00E00D30">
      <w:r>
        <w:t>184.5167</w:t>
      </w:r>
      <w:r>
        <w:tab/>
        <w:t>2.025e0</w:t>
      </w:r>
    </w:p>
    <w:p w:rsidR="00E00D30" w:rsidRDefault="00E00D30" w:rsidP="00E00D30">
      <w:r>
        <w:t>184.5184</w:t>
      </w:r>
      <w:r>
        <w:tab/>
        <w:t>2.025e0</w:t>
      </w:r>
    </w:p>
    <w:p w:rsidR="00E00D30" w:rsidRDefault="00E00D30" w:rsidP="00E00D30">
      <w:r>
        <w:t>184.5292</w:t>
      </w:r>
      <w:r>
        <w:tab/>
        <w:t>1.013e0</w:t>
      </w:r>
    </w:p>
    <w:p w:rsidR="00E00D30" w:rsidRDefault="00E00D30" w:rsidP="00E00D30">
      <w:r>
        <w:t>184.5402</w:t>
      </w:r>
      <w:r>
        <w:tab/>
        <w:t>2.025e0</w:t>
      </w:r>
    </w:p>
    <w:p w:rsidR="00E00D30" w:rsidRDefault="00E00D30" w:rsidP="00E00D30">
      <w:r>
        <w:t>184.5438</w:t>
      </w:r>
      <w:r>
        <w:tab/>
        <w:t>1.013e0</w:t>
      </w:r>
    </w:p>
    <w:p w:rsidR="00E00D30" w:rsidRDefault="00E00D30" w:rsidP="00E00D30">
      <w:r>
        <w:lastRenderedPageBreak/>
        <w:t>184.5614</w:t>
      </w:r>
      <w:r>
        <w:tab/>
        <w:t>1.013e0</w:t>
      </w:r>
    </w:p>
    <w:p w:rsidR="00E00D30" w:rsidRDefault="00E00D30" w:rsidP="00E00D30">
      <w:r>
        <w:t>184.5688</w:t>
      </w:r>
      <w:r>
        <w:tab/>
        <w:t>2.025e0</w:t>
      </w:r>
    </w:p>
    <w:p w:rsidR="00E00D30" w:rsidRDefault="00E00D30" w:rsidP="00E00D30">
      <w:r>
        <w:t>184.5831</w:t>
      </w:r>
      <w:r>
        <w:tab/>
        <w:t>1.013e0</w:t>
      </w:r>
    </w:p>
    <w:p w:rsidR="00E00D30" w:rsidRDefault="00E00D30" w:rsidP="00E00D30">
      <w:r>
        <w:t>184.5883</w:t>
      </w:r>
      <w:r>
        <w:tab/>
        <w:t>2.025e0</w:t>
      </w:r>
    </w:p>
    <w:p w:rsidR="00E00D30" w:rsidRDefault="00E00D30" w:rsidP="00E00D30">
      <w:r>
        <w:t>184.6261</w:t>
      </w:r>
      <w:r>
        <w:tab/>
        <w:t>1.013e0</w:t>
      </w:r>
    </w:p>
    <w:p w:rsidR="00E00D30" w:rsidRDefault="00E00D30" w:rsidP="00E00D30">
      <w:r>
        <w:t>184.6372</w:t>
      </w:r>
      <w:r>
        <w:tab/>
        <w:t>1.013e0</w:t>
      </w:r>
    </w:p>
    <w:p w:rsidR="00E00D30" w:rsidRDefault="00E00D30" w:rsidP="00E00D30">
      <w:r>
        <w:t>184.6639</w:t>
      </w:r>
      <w:r>
        <w:tab/>
        <w:t>2.025e0</w:t>
      </w:r>
    </w:p>
    <w:p w:rsidR="00E00D30" w:rsidRDefault="00E00D30" w:rsidP="00E00D30">
      <w:r>
        <w:t>184.6764</w:t>
      </w:r>
      <w:r>
        <w:tab/>
        <w:t>1.013e0</w:t>
      </w:r>
    </w:p>
    <w:p w:rsidR="00E00D30" w:rsidRDefault="00E00D30" w:rsidP="00E00D30">
      <w:r>
        <w:t>184.6908</w:t>
      </w:r>
      <w:r>
        <w:tab/>
        <w:t>1.013e0</w:t>
      </w:r>
    </w:p>
    <w:p w:rsidR="00E00D30" w:rsidRDefault="00E00D30" w:rsidP="00E00D30">
      <w:r>
        <w:t>184.7198</w:t>
      </w:r>
      <w:r>
        <w:tab/>
        <w:t>1.013e0</w:t>
      </w:r>
    </w:p>
    <w:p w:rsidR="00E00D30" w:rsidRDefault="00E00D30" w:rsidP="00E00D30">
      <w:r>
        <w:t>184.7343</w:t>
      </w:r>
      <w:r>
        <w:tab/>
        <w:t>1.013e0</w:t>
      </w:r>
    </w:p>
    <w:p w:rsidR="00E00D30" w:rsidRDefault="00E00D30" w:rsidP="00E00D30">
      <w:r>
        <w:t>184.7670</w:t>
      </w:r>
      <w:r>
        <w:tab/>
        <w:t>1.013e0</w:t>
      </w:r>
    </w:p>
    <w:p w:rsidR="00E00D30" w:rsidRDefault="00E00D30" w:rsidP="00E00D30">
      <w:r>
        <w:t>184.7780</w:t>
      </w:r>
      <w:r>
        <w:tab/>
        <w:t>3.038e0</w:t>
      </w:r>
    </w:p>
    <w:p w:rsidR="00E00D30" w:rsidRDefault="00E00D30" w:rsidP="00E00D30">
      <w:r>
        <w:t>184.7851</w:t>
      </w:r>
      <w:r>
        <w:tab/>
        <w:t>2.025e0</w:t>
      </w:r>
    </w:p>
    <w:p w:rsidR="00E00D30" w:rsidRDefault="00E00D30" w:rsidP="00E00D30">
      <w:r>
        <w:t>184.7995</w:t>
      </w:r>
      <w:r>
        <w:tab/>
        <w:t>2.025e0</w:t>
      </w:r>
    </w:p>
    <w:p w:rsidR="00E00D30" w:rsidRDefault="00E00D30" w:rsidP="00E00D30">
      <w:r>
        <w:t>184.8177</w:t>
      </w:r>
      <w:r>
        <w:tab/>
        <w:t>1.013e0</w:t>
      </w:r>
    </w:p>
    <w:p w:rsidR="00E00D30" w:rsidRDefault="00E00D30" w:rsidP="00E00D30">
      <w:r>
        <w:t>184.8286</w:t>
      </w:r>
      <w:r>
        <w:tab/>
        <w:t>3.038e0</w:t>
      </w:r>
    </w:p>
    <w:p w:rsidR="00E00D30" w:rsidRDefault="00E00D30" w:rsidP="00E00D30">
      <w:r>
        <w:t>184.8502</w:t>
      </w:r>
      <w:r>
        <w:tab/>
        <w:t>1.013e0</w:t>
      </w:r>
    </w:p>
    <w:p w:rsidR="00E00D30" w:rsidRDefault="00E00D30" w:rsidP="00E00D30">
      <w:r>
        <w:t>184.8685</w:t>
      </w:r>
      <w:r>
        <w:tab/>
        <w:t>2.025e0</w:t>
      </w:r>
    </w:p>
    <w:p w:rsidR="00E00D30" w:rsidRDefault="00E00D30" w:rsidP="00E00D30">
      <w:r>
        <w:lastRenderedPageBreak/>
        <w:t>184.8791</w:t>
      </w:r>
      <w:r>
        <w:tab/>
        <w:t>2.025e0</w:t>
      </w:r>
    </w:p>
    <w:p w:rsidR="00E00D30" w:rsidRDefault="00E00D30" w:rsidP="00E00D30">
      <w:r>
        <w:t>184.8865</w:t>
      </w:r>
      <w:r>
        <w:tab/>
        <w:t>1.013e0</w:t>
      </w:r>
    </w:p>
    <w:p w:rsidR="00E00D30" w:rsidRDefault="00E00D30" w:rsidP="00E00D30">
      <w:r>
        <w:t>184.9008</w:t>
      </w:r>
      <w:r>
        <w:tab/>
        <w:t>1.013e0</w:t>
      </w:r>
    </w:p>
    <w:p w:rsidR="00E00D30" w:rsidRDefault="00E00D30" w:rsidP="00E00D30">
      <w:r>
        <w:t>184.9263</w:t>
      </w:r>
      <w:r>
        <w:tab/>
        <w:t>1.013e0</w:t>
      </w:r>
    </w:p>
    <w:p w:rsidR="00E00D30" w:rsidRDefault="00E00D30" w:rsidP="00E00D30">
      <w:r>
        <w:t>184.9913</w:t>
      </w:r>
      <w:r>
        <w:tab/>
        <w:t>1.013e0</w:t>
      </w:r>
    </w:p>
    <w:p w:rsidR="00E00D30" w:rsidRDefault="00E00D30" w:rsidP="00E00D30">
      <w:r>
        <w:t>185.0105</w:t>
      </w:r>
      <w:r>
        <w:tab/>
        <w:t>3.038e0</w:t>
      </w:r>
    </w:p>
    <w:p w:rsidR="00E00D30" w:rsidRDefault="00E00D30" w:rsidP="00E00D30">
      <w:r>
        <w:t>185.0168</w:t>
      </w:r>
      <w:r>
        <w:tab/>
        <w:t>2.025e0</w:t>
      </w:r>
    </w:p>
    <w:p w:rsidR="00E00D30" w:rsidRDefault="00E00D30" w:rsidP="00E00D30">
      <w:r>
        <w:t>185.0185</w:t>
      </w:r>
      <w:r>
        <w:tab/>
        <w:t>2.025e0</w:t>
      </w:r>
    </w:p>
    <w:p w:rsidR="00E00D30" w:rsidRDefault="00E00D30" w:rsidP="00E00D30">
      <w:r>
        <w:t>185.0203</w:t>
      </w:r>
      <w:r>
        <w:tab/>
        <w:t>1.013e0</w:t>
      </w:r>
    </w:p>
    <w:p w:rsidR="00E00D30" w:rsidRDefault="00E00D30" w:rsidP="00E00D30">
      <w:r>
        <w:t>185.0243</w:t>
      </w:r>
      <w:r>
        <w:tab/>
        <w:t>1.013e0</w:t>
      </w:r>
    </w:p>
    <w:p w:rsidR="00E00D30" w:rsidRDefault="00E00D30" w:rsidP="00E00D30">
      <w:r>
        <w:t>185.0277</w:t>
      </w:r>
      <w:r>
        <w:tab/>
        <w:t>2.025e0</w:t>
      </w:r>
    </w:p>
    <w:p w:rsidR="00E00D30" w:rsidRDefault="00E00D30" w:rsidP="00E00D30">
      <w:r>
        <w:t>185.0530</w:t>
      </w:r>
      <w:r>
        <w:tab/>
        <w:t>1.013e0</w:t>
      </w:r>
    </w:p>
    <w:p w:rsidR="00E00D30" w:rsidRDefault="00E00D30" w:rsidP="00E00D30">
      <w:r>
        <w:t>185.0714</w:t>
      </w:r>
      <w:r>
        <w:tab/>
        <w:t>1.013e0</w:t>
      </w:r>
    </w:p>
    <w:p w:rsidR="00E00D30" w:rsidRDefault="00E00D30" w:rsidP="00E00D30">
      <w:r>
        <w:t>185.0784</w:t>
      </w:r>
      <w:r>
        <w:tab/>
        <w:t>3.038e0</w:t>
      </w:r>
    </w:p>
    <w:p w:rsidR="00E00D30" w:rsidRDefault="00E00D30" w:rsidP="00E00D30">
      <w:r>
        <w:t>185.0796</w:t>
      </w:r>
      <w:r>
        <w:tab/>
        <w:t>3.038e0</w:t>
      </w:r>
    </w:p>
    <w:p w:rsidR="00E00D30" w:rsidRDefault="00E00D30" w:rsidP="00E00D30">
      <w:r>
        <w:t>185.0892</w:t>
      </w:r>
      <w:r>
        <w:tab/>
        <w:t>1.013e0</w:t>
      </w:r>
    </w:p>
    <w:p w:rsidR="00E00D30" w:rsidRDefault="00E00D30" w:rsidP="00E00D30">
      <w:r>
        <w:t>185.0910</w:t>
      </w:r>
      <w:r>
        <w:tab/>
        <w:t>3.038e0</w:t>
      </w:r>
    </w:p>
    <w:p w:rsidR="00E00D30" w:rsidRDefault="00E00D30" w:rsidP="00E00D30">
      <w:r>
        <w:t>185.0982</w:t>
      </w:r>
      <w:r>
        <w:tab/>
        <w:t>2.025e0</w:t>
      </w:r>
    </w:p>
    <w:p w:rsidR="00E00D30" w:rsidRDefault="00E00D30" w:rsidP="00E00D30">
      <w:r>
        <w:t>185.1011</w:t>
      </w:r>
      <w:r>
        <w:tab/>
        <w:t>3.275e0</w:t>
      </w:r>
    </w:p>
    <w:p w:rsidR="00E00D30" w:rsidRDefault="00E00D30" w:rsidP="00E00D30">
      <w:r>
        <w:lastRenderedPageBreak/>
        <w:t>185.1037</w:t>
      </w:r>
      <w:r>
        <w:tab/>
        <w:t>1.013e0</w:t>
      </w:r>
    </w:p>
    <w:p w:rsidR="00E00D30" w:rsidRDefault="00E00D30" w:rsidP="00E00D30">
      <w:r>
        <w:t>185.1075</w:t>
      </w:r>
      <w:r>
        <w:tab/>
        <w:t>5.063e0</w:t>
      </w:r>
    </w:p>
    <w:p w:rsidR="00E00D30" w:rsidRDefault="00E00D30" w:rsidP="00E00D30">
      <w:r>
        <w:t>185.1122</w:t>
      </w:r>
      <w:r>
        <w:tab/>
        <w:t>4.051e0</w:t>
      </w:r>
    </w:p>
    <w:p w:rsidR="00E00D30" w:rsidRDefault="00E00D30" w:rsidP="00E00D30">
      <w:r>
        <w:t>185.1146</w:t>
      </w:r>
      <w:r>
        <w:tab/>
        <w:t>1.013e0</w:t>
      </w:r>
    </w:p>
    <w:p w:rsidR="00E00D30" w:rsidRDefault="00E00D30" w:rsidP="00E00D30">
      <w:r>
        <w:t>185.1185</w:t>
      </w:r>
      <w:r>
        <w:tab/>
        <w:t>3.251e0</w:t>
      </w:r>
    </w:p>
    <w:p w:rsidR="00E00D30" w:rsidRDefault="00E00D30" w:rsidP="00E00D30">
      <w:r>
        <w:t>185.1207</w:t>
      </w:r>
      <w:r>
        <w:tab/>
        <w:t>4.822e0</w:t>
      </w:r>
    </w:p>
    <w:p w:rsidR="00E00D30" w:rsidRDefault="00E00D30" w:rsidP="00E00D30">
      <w:r>
        <w:t>185.1235</w:t>
      </w:r>
      <w:r>
        <w:tab/>
        <w:t>4.051e0</w:t>
      </w:r>
    </w:p>
    <w:p w:rsidR="00E00D30" w:rsidRDefault="00E00D30" w:rsidP="00E00D30">
      <w:r>
        <w:t>185.1301</w:t>
      </w:r>
      <w:r>
        <w:tab/>
        <w:t>3.038e0</w:t>
      </w:r>
    </w:p>
    <w:p w:rsidR="00E00D30" w:rsidRDefault="00E00D30" w:rsidP="00E00D30">
      <w:r>
        <w:t>185.1328</w:t>
      </w:r>
      <w:r>
        <w:tab/>
        <w:t>1.013e0</w:t>
      </w:r>
    </w:p>
    <w:p w:rsidR="00E00D30" w:rsidRDefault="00E00D30" w:rsidP="00E00D30">
      <w:r>
        <w:t>185.1473</w:t>
      </w:r>
      <w:r>
        <w:tab/>
        <w:t>1.013e0</w:t>
      </w:r>
    </w:p>
    <w:p w:rsidR="00E00D30" w:rsidRDefault="00E00D30" w:rsidP="00E00D30">
      <w:r>
        <w:t>185.1655</w:t>
      </w:r>
      <w:r>
        <w:tab/>
        <w:t>1.013e0</w:t>
      </w:r>
    </w:p>
    <w:p w:rsidR="00E00D30" w:rsidRDefault="00E00D30" w:rsidP="00E00D30">
      <w:r>
        <w:t>185.1691</w:t>
      </w:r>
      <w:r>
        <w:tab/>
        <w:t>2.025e0</w:t>
      </w:r>
    </w:p>
    <w:p w:rsidR="00E00D30" w:rsidRDefault="00E00D30" w:rsidP="00E00D30">
      <w:r>
        <w:t>185.1745</w:t>
      </w:r>
      <w:r>
        <w:tab/>
        <w:t>2.025e0</w:t>
      </w:r>
    </w:p>
    <w:p w:rsidR="00E00D30" w:rsidRDefault="00E00D30" w:rsidP="00E00D30">
      <w:r>
        <w:t>185.1763</w:t>
      </w:r>
      <w:r>
        <w:tab/>
        <w:t>3.038e0</w:t>
      </w:r>
    </w:p>
    <w:p w:rsidR="00E00D30" w:rsidRDefault="00E00D30" w:rsidP="00E00D30">
      <w:r>
        <w:t>185.1907</w:t>
      </w:r>
      <w:r>
        <w:tab/>
        <w:t>1.013e0</w:t>
      </w:r>
    </w:p>
    <w:p w:rsidR="00E00D30" w:rsidRDefault="00E00D30" w:rsidP="00E00D30">
      <w:r>
        <w:t>185.1998</w:t>
      </w:r>
      <w:r>
        <w:tab/>
        <w:t>3.038e0</w:t>
      </w:r>
    </w:p>
    <w:p w:rsidR="00E00D30" w:rsidRDefault="00E00D30" w:rsidP="00E00D30">
      <w:r>
        <w:t>185.2123</w:t>
      </w:r>
      <w:r>
        <w:tab/>
        <w:t>1.013e0</w:t>
      </w:r>
    </w:p>
    <w:p w:rsidR="00E00D30" w:rsidRDefault="00E00D30" w:rsidP="00E00D30">
      <w:r>
        <w:t>185.2159</w:t>
      </w:r>
      <w:r>
        <w:tab/>
        <w:t>1.013e0</w:t>
      </w:r>
    </w:p>
    <w:p w:rsidR="00E00D30" w:rsidRDefault="00E00D30" w:rsidP="00E00D30">
      <w:r>
        <w:t>185.2194</w:t>
      </w:r>
      <w:r>
        <w:tab/>
        <w:t>1.013e0</w:t>
      </w:r>
    </w:p>
    <w:p w:rsidR="00E00D30" w:rsidRDefault="00E00D30" w:rsidP="00E00D30">
      <w:r>
        <w:lastRenderedPageBreak/>
        <w:t>185.2305</w:t>
      </w:r>
      <w:r>
        <w:tab/>
        <w:t>1.013e0</w:t>
      </w:r>
    </w:p>
    <w:p w:rsidR="00E00D30" w:rsidRDefault="00E00D30" w:rsidP="00E00D30">
      <w:r>
        <w:t>185.2554</w:t>
      </w:r>
      <w:r>
        <w:tab/>
        <w:t>1.013e0</w:t>
      </w:r>
    </w:p>
    <w:p w:rsidR="00E00D30" w:rsidRDefault="00E00D30" w:rsidP="00E00D30">
      <w:r>
        <w:t>185.2881</w:t>
      </w:r>
      <w:r>
        <w:tab/>
        <w:t>1.013e0</w:t>
      </w:r>
    </w:p>
    <w:p w:rsidR="00E00D30" w:rsidRDefault="00E00D30" w:rsidP="00E00D30">
      <w:r>
        <w:t>185.2914</w:t>
      </w:r>
      <w:r>
        <w:tab/>
        <w:t>1.013e0</w:t>
      </w:r>
    </w:p>
    <w:p w:rsidR="00E00D30" w:rsidRDefault="00E00D30" w:rsidP="00E00D30">
      <w:r>
        <w:t>185.3097</w:t>
      </w:r>
      <w:r>
        <w:tab/>
        <w:t>1.013e0</w:t>
      </w:r>
    </w:p>
    <w:p w:rsidR="00E00D30" w:rsidRDefault="00E00D30" w:rsidP="00E00D30">
      <w:r>
        <w:t>185.3293</w:t>
      </w:r>
      <w:r>
        <w:tab/>
        <w:t>2.025e0</w:t>
      </w:r>
    </w:p>
    <w:p w:rsidR="00E00D30" w:rsidRDefault="00E00D30" w:rsidP="00E00D30">
      <w:r>
        <w:t>185.3346</w:t>
      </w:r>
      <w:r>
        <w:tab/>
        <w:t>1.013e0</w:t>
      </w:r>
    </w:p>
    <w:p w:rsidR="00E00D30" w:rsidRDefault="00E00D30" w:rsidP="00E00D30">
      <w:r>
        <w:t>185.3490</w:t>
      </w:r>
      <w:r>
        <w:tab/>
        <w:t>1.013e0</w:t>
      </w:r>
    </w:p>
    <w:p w:rsidR="00E00D30" w:rsidRDefault="00E00D30" w:rsidP="00E00D30">
      <w:r>
        <w:t>185.3527</w:t>
      </w:r>
      <w:r>
        <w:tab/>
        <w:t>1.013e0</w:t>
      </w:r>
    </w:p>
    <w:p w:rsidR="00E00D30" w:rsidRDefault="00E00D30" w:rsidP="00E00D30">
      <w:r>
        <w:t>185.3566</w:t>
      </w:r>
      <w:r>
        <w:tab/>
        <w:t>1.013e0</w:t>
      </w:r>
    </w:p>
    <w:p w:rsidR="00E00D30" w:rsidRDefault="00E00D30" w:rsidP="00E00D30">
      <w:r>
        <w:t>185.4068</w:t>
      </w:r>
      <w:r>
        <w:tab/>
        <w:t>1.013e0</w:t>
      </w:r>
    </w:p>
    <w:p w:rsidR="00E00D30" w:rsidRDefault="00E00D30" w:rsidP="00E00D30">
      <w:r>
        <w:t>185.4283</w:t>
      </w:r>
      <w:r>
        <w:tab/>
        <w:t>1.013e0</w:t>
      </w:r>
    </w:p>
    <w:p w:rsidR="00E00D30" w:rsidRDefault="00E00D30" w:rsidP="00E00D30">
      <w:r>
        <w:t>185.4373</w:t>
      </w:r>
      <w:r>
        <w:tab/>
        <w:t>2.025e0</w:t>
      </w:r>
    </w:p>
    <w:p w:rsidR="00E00D30" w:rsidRDefault="00E00D30" w:rsidP="00E00D30">
      <w:r>
        <w:t>185.4649</w:t>
      </w:r>
      <w:r>
        <w:tab/>
        <w:t>2.025e0</w:t>
      </w:r>
    </w:p>
    <w:p w:rsidR="00E00D30" w:rsidRDefault="00E00D30" w:rsidP="00E00D30">
      <w:r>
        <w:t>185.4754</w:t>
      </w:r>
      <w:r>
        <w:tab/>
        <w:t>1.013e0</w:t>
      </w:r>
    </w:p>
    <w:p w:rsidR="00E00D30" w:rsidRDefault="00E00D30" w:rsidP="00E00D30">
      <w:r>
        <w:t>185.4828</w:t>
      </w:r>
      <w:r>
        <w:tab/>
        <w:t>1.013e0</w:t>
      </w:r>
    </w:p>
    <w:p w:rsidR="00E00D30" w:rsidRDefault="00E00D30" w:rsidP="00E00D30">
      <w:r>
        <w:t>185.4937</w:t>
      </w:r>
      <w:r>
        <w:tab/>
        <w:t>2.025e0</w:t>
      </w:r>
    </w:p>
    <w:p w:rsidR="00E00D30" w:rsidRDefault="00E00D30" w:rsidP="00E00D30">
      <w:r>
        <w:t>185.5046</w:t>
      </w:r>
      <w:r>
        <w:tab/>
        <w:t>3.038e0</w:t>
      </w:r>
    </w:p>
    <w:p w:rsidR="00E00D30" w:rsidRDefault="00E00D30" w:rsidP="00E00D30">
      <w:r>
        <w:t>185.5117</w:t>
      </w:r>
      <w:r>
        <w:tab/>
        <w:t>1.013e0</w:t>
      </w:r>
    </w:p>
    <w:p w:rsidR="00E00D30" w:rsidRDefault="00E00D30" w:rsidP="00E00D30">
      <w:r>
        <w:lastRenderedPageBreak/>
        <w:t>185.5228</w:t>
      </w:r>
      <w:r>
        <w:tab/>
        <w:t>2.025e0</w:t>
      </w:r>
    </w:p>
    <w:p w:rsidR="00E00D30" w:rsidRDefault="00E00D30" w:rsidP="00E00D30">
      <w:r>
        <w:t>185.5263</w:t>
      </w:r>
      <w:r>
        <w:tab/>
        <w:t>1.013e0</w:t>
      </w:r>
    </w:p>
    <w:p w:rsidR="00E00D30" w:rsidRDefault="00E00D30" w:rsidP="00E00D30">
      <w:r>
        <w:t>185.5335</w:t>
      </w:r>
      <w:r>
        <w:tab/>
        <w:t>1.013e0</w:t>
      </w:r>
    </w:p>
    <w:p w:rsidR="00E00D30" w:rsidRDefault="00E00D30" w:rsidP="00E00D30">
      <w:r>
        <w:t>185.5662</w:t>
      </w:r>
      <w:r>
        <w:tab/>
        <w:t>2.025e0</w:t>
      </w:r>
    </w:p>
    <w:p w:rsidR="00E00D30" w:rsidRDefault="00E00D30" w:rsidP="00E00D30">
      <w:r>
        <w:t>185.5772</w:t>
      </w:r>
      <w:r>
        <w:tab/>
        <w:t>2.025e0</w:t>
      </w:r>
    </w:p>
    <w:p w:rsidR="00E00D30" w:rsidRDefault="00E00D30" w:rsidP="00E00D30">
      <w:r>
        <w:t>185.5861</w:t>
      </w:r>
      <w:r>
        <w:tab/>
        <w:t>2.025e0</w:t>
      </w:r>
    </w:p>
    <w:p w:rsidR="00E00D30" w:rsidRDefault="00E00D30" w:rsidP="00E00D30">
      <w:r>
        <w:t>185.5915</w:t>
      </w:r>
      <w:r>
        <w:tab/>
        <w:t>1.013e0</w:t>
      </w:r>
    </w:p>
    <w:p w:rsidR="00E00D30" w:rsidRDefault="00E00D30" w:rsidP="00E00D30">
      <w:r>
        <w:t>185.6279</w:t>
      </w:r>
      <w:r>
        <w:tab/>
        <w:t>1.013e0</w:t>
      </w:r>
    </w:p>
    <w:p w:rsidR="00E00D30" w:rsidRDefault="00E00D30" w:rsidP="00E00D30">
      <w:r>
        <w:t>185.6314</w:t>
      </w:r>
      <w:r>
        <w:tab/>
        <w:t>2.025e0</w:t>
      </w:r>
    </w:p>
    <w:p w:rsidR="00E00D30" w:rsidRDefault="00E00D30" w:rsidP="00E00D30">
      <w:r>
        <w:t>185.6463</w:t>
      </w:r>
      <w:r>
        <w:tab/>
        <w:t>1.013e0</w:t>
      </w:r>
    </w:p>
    <w:p w:rsidR="00E00D30" w:rsidRDefault="00E00D30" w:rsidP="00E00D30">
      <w:r>
        <w:t>185.6497</w:t>
      </w:r>
      <w:r>
        <w:tab/>
        <w:t>2.025e0</w:t>
      </w:r>
    </w:p>
    <w:p w:rsidR="00E00D30" w:rsidRDefault="00E00D30" w:rsidP="00E00D30">
      <w:r>
        <w:t>185.6750</w:t>
      </w:r>
      <w:r>
        <w:tab/>
        <w:t>1.013e0</w:t>
      </w:r>
    </w:p>
    <w:p w:rsidR="00E00D30" w:rsidRDefault="00E00D30" w:rsidP="00E00D30">
      <w:r>
        <w:t>185.6934</w:t>
      </w:r>
      <w:r>
        <w:tab/>
        <w:t>1.013e0</w:t>
      </w:r>
    </w:p>
    <w:p w:rsidR="00E00D30" w:rsidRDefault="00E00D30" w:rsidP="00E00D30">
      <w:r>
        <w:t>185.7095</w:t>
      </w:r>
      <w:r>
        <w:tab/>
        <w:t>2.025e0</w:t>
      </w:r>
    </w:p>
    <w:p w:rsidR="00E00D30" w:rsidRDefault="00E00D30" w:rsidP="00E00D30">
      <w:r>
        <w:t>185.7170</w:t>
      </w:r>
      <w:r>
        <w:tab/>
        <w:t>2.025e0</w:t>
      </w:r>
    </w:p>
    <w:p w:rsidR="00E00D30" w:rsidRDefault="00E00D30" w:rsidP="00E00D30">
      <w:r>
        <w:t>185.7258</w:t>
      </w:r>
      <w:r>
        <w:tab/>
        <w:t>1.013e0</w:t>
      </w:r>
    </w:p>
    <w:p w:rsidR="00E00D30" w:rsidRDefault="00E00D30" w:rsidP="00E00D30">
      <w:r>
        <w:t>185.7293</w:t>
      </w:r>
      <w:r>
        <w:tab/>
        <w:t>1.013e0</w:t>
      </w:r>
    </w:p>
    <w:p w:rsidR="00E00D30" w:rsidRDefault="00E00D30" w:rsidP="00E00D30">
      <w:r>
        <w:t>185.7478</w:t>
      </w:r>
      <w:r>
        <w:tab/>
        <w:t>1.013e0</w:t>
      </w:r>
    </w:p>
    <w:p w:rsidR="00E00D30" w:rsidRDefault="00E00D30" w:rsidP="00E00D30">
      <w:r>
        <w:t>185.7583</w:t>
      </w:r>
      <w:r>
        <w:tab/>
        <w:t>1.013e0</w:t>
      </w:r>
    </w:p>
    <w:p w:rsidR="00E00D30" w:rsidRDefault="00E00D30" w:rsidP="00E00D30">
      <w:r>
        <w:lastRenderedPageBreak/>
        <w:t>185.7982</w:t>
      </w:r>
      <w:r>
        <w:tab/>
        <w:t>1.013e0</w:t>
      </w:r>
    </w:p>
    <w:p w:rsidR="00E00D30" w:rsidRDefault="00E00D30" w:rsidP="00E00D30">
      <w:r>
        <w:t>185.8309</w:t>
      </w:r>
      <w:r>
        <w:tab/>
        <w:t>1.013e0</w:t>
      </w:r>
    </w:p>
    <w:p w:rsidR="00E00D30" w:rsidRDefault="00E00D30" w:rsidP="00E00D30">
      <w:r>
        <w:t>185.8381</w:t>
      </w:r>
      <w:r>
        <w:tab/>
        <w:t>1.013e0</w:t>
      </w:r>
    </w:p>
    <w:p w:rsidR="00E00D30" w:rsidRDefault="00E00D30" w:rsidP="00E00D30">
      <w:r>
        <w:t>185.8455</w:t>
      </w:r>
      <w:r>
        <w:tab/>
        <w:t>1.013e0</w:t>
      </w:r>
    </w:p>
    <w:p w:rsidR="00E00D30" w:rsidRDefault="00E00D30" w:rsidP="00E00D30">
      <w:r>
        <w:t>185.8493</w:t>
      </w:r>
      <w:r>
        <w:tab/>
        <w:t>1.013e0</w:t>
      </w:r>
    </w:p>
    <w:p w:rsidR="00E00D30" w:rsidRDefault="00E00D30" w:rsidP="00E00D30">
      <w:r>
        <w:t>185.8564</w:t>
      </w:r>
      <w:r>
        <w:tab/>
        <w:t>1.013e0</w:t>
      </w:r>
    </w:p>
    <w:p w:rsidR="00E00D30" w:rsidRDefault="00E00D30" w:rsidP="00E00D30">
      <w:r>
        <w:t>185.8636</w:t>
      </w:r>
      <w:r>
        <w:tab/>
        <w:t>2.025e0</w:t>
      </w:r>
    </w:p>
    <w:p w:rsidR="00E00D30" w:rsidRDefault="00E00D30" w:rsidP="00E00D30">
      <w:r>
        <w:t>185.8671</w:t>
      </w:r>
      <w:r>
        <w:tab/>
        <w:t>1.013e0</w:t>
      </w:r>
    </w:p>
    <w:p w:rsidR="00E00D30" w:rsidRDefault="00E00D30" w:rsidP="00E00D30">
      <w:r>
        <w:t>185.8711</w:t>
      </w:r>
      <w:r>
        <w:tab/>
        <w:t>1.013e0</w:t>
      </w:r>
    </w:p>
    <w:p w:rsidR="00E00D30" w:rsidRDefault="00E00D30" w:rsidP="00E00D30">
      <w:r>
        <w:t>185.8744</w:t>
      </w:r>
      <w:r>
        <w:tab/>
        <w:t>1.013e0</w:t>
      </w:r>
    </w:p>
    <w:p w:rsidR="00E00D30" w:rsidRDefault="00E00D30" w:rsidP="00E00D30">
      <w:r>
        <w:t>185.8781</w:t>
      </w:r>
      <w:r>
        <w:tab/>
        <w:t>1.013e0</w:t>
      </w:r>
    </w:p>
    <w:p w:rsidR="00E00D30" w:rsidRDefault="00E00D30" w:rsidP="00E00D30">
      <w:r>
        <w:t>185.8926</w:t>
      </w:r>
      <w:r>
        <w:tab/>
        <w:t>2.025e0</w:t>
      </w:r>
    </w:p>
    <w:p w:rsidR="00E00D30" w:rsidRDefault="00E00D30" w:rsidP="00E00D30">
      <w:r>
        <w:t>185.9034</w:t>
      </w:r>
      <w:r>
        <w:tab/>
        <w:t>1.013e0</w:t>
      </w:r>
    </w:p>
    <w:p w:rsidR="00E00D30" w:rsidRDefault="00E00D30" w:rsidP="00E00D30">
      <w:r>
        <w:t>185.9397</w:t>
      </w:r>
      <w:r>
        <w:tab/>
        <w:t>1.013e0</w:t>
      </w:r>
    </w:p>
    <w:p w:rsidR="00E00D30" w:rsidRDefault="00E00D30" w:rsidP="00E00D30">
      <w:r>
        <w:t>185.9471</w:t>
      </w:r>
      <w:r>
        <w:tab/>
        <w:t>1.013e0</w:t>
      </w:r>
    </w:p>
    <w:p w:rsidR="00E00D30" w:rsidRDefault="00E00D30" w:rsidP="00E00D30">
      <w:r>
        <w:t>185.9543</w:t>
      </w:r>
      <w:r>
        <w:tab/>
        <w:t>1.013e0</w:t>
      </w:r>
    </w:p>
    <w:p w:rsidR="00E00D30" w:rsidRDefault="00E00D30" w:rsidP="00E00D30">
      <w:r>
        <w:t>185.9725</w:t>
      </w:r>
      <w:r>
        <w:tab/>
        <w:t>2.025e0</w:t>
      </w:r>
    </w:p>
    <w:p w:rsidR="00E00D30" w:rsidRDefault="00E00D30" w:rsidP="00E00D30">
      <w:r>
        <w:t>185.9834</w:t>
      </w:r>
      <w:r>
        <w:tab/>
        <w:t>1.013e0</w:t>
      </w:r>
    </w:p>
    <w:p w:rsidR="00E00D30" w:rsidRDefault="00E00D30" w:rsidP="00E00D30">
      <w:r>
        <w:t>185.9905</w:t>
      </w:r>
      <w:r>
        <w:tab/>
        <w:t>1.013e0</w:t>
      </w:r>
    </w:p>
    <w:p w:rsidR="00E00D30" w:rsidRDefault="00E00D30" w:rsidP="00E00D30">
      <w:r>
        <w:lastRenderedPageBreak/>
        <w:t>186.0017</w:t>
      </w:r>
      <w:r>
        <w:tab/>
        <w:t>3.038e0</w:t>
      </w:r>
    </w:p>
    <w:p w:rsidR="00E00D30" w:rsidRDefault="00E00D30" w:rsidP="00E00D30">
      <w:r>
        <w:t>186.0054</w:t>
      </w:r>
      <w:r>
        <w:tab/>
        <w:t>3.305e0</w:t>
      </w:r>
    </w:p>
    <w:p w:rsidR="00E00D30" w:rsidRDefault="00E00D30" w:rsidP="00E00D30">
      <w:r>
        <w:t>186.0163</w:t>
      </w:r>
      <w:r>
        <w:tab/>
        <w:t>2.025e0</w:t>
      </w:r>
    </w:p>
    <w:p w:rsidR="00E00D30" w:rsidRDefault="00E00D30" w:rsidP="00E00D30">
      <w:r>
        <w:t>186.0197</w:t>
      </w:r>
      <w:r>
        <w:tab/>
        <w:t>2.025e0</w:t>
      </w:r>
    </w:p>
    <w:p w:rsidR="00E00D30" w:rsidRDefault="00E00D30" w:rsidP="00E00D30">
      <w:r>
        <w:t>186.0344</w:t>
      </w:r>
      <w:r>
        <w:tab/>
        <w:t>1.013e0</w:t>
      </w:r>
    </w:p>
    <w:p w:rsidR="00E00D30" w:rsidRDefault="00E00D30" w:rsidP="00E00D30">
      <w:r>
        <w:t>186.0417</w:t>
      </w:r>
      <w:r>
        <w:tab/>
        <w:t>1.013e0</w:t>
      </w:r>
    </w:p>
    <w:p w:rsidR="00E00D30" w:rsidRDefault="00E00D30" w:rsidP="00E00D30">
      <w:r>
        <w:t>186.0523</w:t>
      </w:r>
      <w:r>
        <w:tab/>
        <w:t>1.013e0</w:t>
      </w:r>
    </w:p>
    <w:p w:rsidR="00E00D30" w:rsidRDefault="00E00D30" w:rsidP="00E00D30">
      <w:r>
        <w:t>186.0633</w:t>
      </w:r>
      <w:r>
        <w:tab/>
        <w:t>2.025e0</w:t>
      </w:r>
    </w:p>
    <w:p w:rsidR="00E00D30" w:rsidRDefault="00E00D30" w:rsidP="00E00D30">
      <w:r>
        <w:t>186.0813</w:t>
      </w:r>
      <w:r>
        <w:tab/>
        <w:t>1.013e0</w:t>
      </w:r>
    </w:p>
    <w:p w:rsidR="00E00D30" w:rsidRDefault="00E00D30" w:rsidP="00E00D30">
      <w:r>
        <w:t>186.0831</w:t>
      </w:r>
      <w:r>
        <w:tab/>
        <w:t>2.025e0</w:t>
      </w:r>
    </w:p>
    <w:p w:rsidR="00E00D30" w:rsidRDefault="00E00D30" w:rsidP="00E00D30">
      <w:r>
        <w:t>186.0889</w:t>
      </w:r>
      <w:r>
        <w:tab/>
        <w:t>1.013e0</w:t>
      </w:r>
    </w:p>
    <w:p w:rsidR="00E00D30" w:rsidRDefault="00E00D30" w:rsidP="00E00D30">
      <w:r>
        <w:t>186.1069</w:t>
      </w:r>
      <w:r>
        <w:tab/>
        <w:t>1.013e0</w:t>
      </w:r>
    </w:p>
    <w:p w:rsidR="00E00D30" w:rsidRDefault="00E00D30" w:rsidP="00E00D30">
      <w:r>
        <w:t>186.1142</w:t>
      </w:r>
      <w:r>
        <w:tab/>
        <w:t>4.051e0</w:t>
      </w:r>
    </w:p>
    <w:p w:rsidR="00E00D30" w:rsidRDefault="00E00D30" w:rsidP="00E00D30">
      <w:r>
        <w:t>186.1164</w:t>
      </w:r>
      <w:r>
        <w:tab/>
        <w:t>5.063e0</w:t>
      </w:r>
    </w:p>
    <w:p w:rsidR="00E00D30" w:rsidRDefault="00E00D30" w:rsidP="00E00D30">
      <w:r>
        <w:t>186.1178</w:t>
      </w:r>
      <w:r>
        <w:tab/>
        <w:t>1.013e0</w:t>
      </w:r>
    </w:p>
    <w:p w:rsidR="00E00D30" w:rsidRDefault="00E00D30" w:rsidP="00E00D30">
      <w:r>
        <w:t>186.1398</w:t>
      </w:r>
      <w:r>
        <w:tab/>
        <w:t>1.013e0</w:t>
      </w:r>
    </w:p>
    <w:p w:rsidR="00E00D30" w:rsidRDefault="00E00D30" w:rsidP="00E00D30">
      <w:r>
        <w:t>186.1519</w:t>
      </w:r>
      <w:r>
        <w:tab/>
        <w:t>2.025e0</w:t>
      </w:r>
    </w:p>
    <w:p w:rsidR="00E00D30" w:rsidRDefault="00E00D30" w:rsidP="00E00D30">
      <w:r>
        <w:t>186.1540</w:t>
      </w:r>
      <w:r>
        <w:tab/>
        <w:t>3.038e0</w:t>
      </w:r>
    </w:p>
    <w:p w:rsidR="00E00D30" w:rsidRDefault="00E00D30" w:rsidP="00E00D30">
      <w:r>
        <w:t>186.1612</w:t>
      </w:r>
      <w:r>
        <w:tab/>
        <w:t>1.013e0</w:t>
      </w:r>
    </w:p>
    <w:p w:rsidR="00E00D30" w:rsidRDefault="00E00D30" w:rsidP="00E00D30">
      <w:r>
        <w:lastRenderedPageBreak/>
        <w:t>186.1651</w:t>
      </w:r>
      <w:r>
        <w:tab/>
        <w:t>1.013e0</w:t>
      </w:r>
    </w:p>
    <w:p w:rsidR="00E00D30" w:rsidRDefault="00E00D30" w:rsidP="00E00D30">
      <w:r>
        <w:t>186.1756</w:t>
      </w:r>
      <w:r>
        <w:tab/>
        <w:t>1.013e0</w:t>
      </w:r>
    </w:p>
    <w:p w:rsidR="00E00D30" w:rsidRDefault="00E00D30" w:rsidP="00E00D30">
      <w:r>
        <w:t>186.1792</w:t>
      </w:r>
      <w:r>
        <w:tab/>
        <w:t>1.013e0</w:t>
      </w:r>
    </w:p>
    <w:p w:rsidR="00E00D30" w:rsidRDefault="00E00D30" w:rsidP="00E00D30">
      <w:r>
        <w:t>186.1902</w:t>
      </w:r>
      <w:r>
        <w:tab/>
        <w:t>1.013e0</w:t>
      </w:r>
    </w:p>
    <w:p w:rsidR="00E00D30" w:rsidRDefault="00E00D30" w:rsidP="00E00D30">
      <w:r>
        <w:t>186.1937</w:t>
      </w:r>
      <w:r>
        <w:tab/>
        <w:t>1.013e0</w:t>
      </w:r>
    </w:p>
    <w:p w:rsidR="00E00D30" w:rsidRDefault="00E00D30" w:rsidP="00E00D30">
      <w:r>
        <w:t>186.2047</w:t>
      </w:r>
      <w:r>
        <w:tab/>
        <w:t>3.038e0</w:t>
      </w:r>
    </w:p>
    <w:p w:rsidR="00E00D30" w:rsidRDefault="00E00D30" w:rsidP="00E00D30">
      <w:r>
        <w:t>186.2179</w:t>
      </w:r>
      <w:r>
        <w:tab/>
        <w:t>3.038e0</w:t>
      </w:r>
    </w:p>
    <w:p w:rsidR="00E00D30" w:rsidRDefault="00E00D30" w:rsidP="00E00D30">
      <w:r>
        <w:t>186.2190</w:t>
      </w:r>
      <w:r>
        <w:tab/>
        <w:t>1.013e0</w:t>
      </w:r>
    </w:p>
    <w:p w:rsidR="00E00D30" w:rsidRDefault="00E00D30" w:rsidP="00E00D30">
      <w:r>
        <w:t>186.2300</w:t>
      </w:r>
      <w:r>
        <w:tab/>
        <w:t>1.013e0</w:t>
      </w:r>
    </w:p>
    <w:p w:rsidR="00E00D30" w:rsidRDefault="00E00D30" w:rsidP="00E00D30">
      <w:r>
        <w:t>186.2411</w:t>
      </w:r>
      <w:r>
        <w:tab/>
        <w:t>1.013e0</w:t>
      </w:r>
    </w:p>
    <w:p w:rsidR="00E00D30" w:rsidRDefault="00E00D30" w:rsidP="00E00D30">
      <w:r>
        <w:t>186.2483</w:t>
      </w:r>
      <w:r>
        <w:tab/>
        <w:t>1.013e0</w:t>
      </w:r>
    </w:p>
    <w:p w:rsidR="00E00D30" w:rsidRDefault="00E00D30" w:rsidP="00E00D30">
      <w:r>
        <w:t>186.2661</w:t>
      </w:r>
      <w:r>
        <w:tab/>
        <w:t>2.025e0</w:t>
      </w:r>
    </w:p>
    <w:p w:rsidR="00E00D30" w:rsidRDefault="00E00D30" w:rsidP="00E00D30">
      <w:r>
        <w:t>186.2805</w:t>
      </w:r>
      <w:r>
        <w:tab/>
        <w:t>1.013e0</w:t>
      </w:r>
    </w:p>
    <w:p w:rsidR="00E00D30" w:rsidRDefault="00E00D30" w:rsidP="00E00D30">
      <w:r>
        <w:t>186.2845</w:t>
      </w:r>
      <w:r>
        <w:tab/>
        <w:t>1.013e0</w:t>
      </w:r>
    </w:p>
    <w:p w:rsidR="00E00D30" w:rsidRDefault="00E00D30" w:rsidP="00E00D30">
      <w:r>
        <w:t>186.2986</w:t>
      </w:r>
      <w:r>
        <w:tab/>
        <w:t>1.013e0</w:t>
      </w:r>
    </w:p>
    <w:p w:rsidR="00E00D30" w:rsidRDefault="00E00D30" w:rsidP="00E00D30">
      <w:r>
        <w:t>186.3279</w:t>
      </w:r>
      <w:r>
        <w:tab/>
        <w:t>1.013e0</w:t>
      </w:r>
    </w:p>
    <w:p w:rsidR="00E00D30" w:rsidRDefault="00E00D30" w:rsidP="00E00D30">
      <w:r>
        <w:t>186.3568</w:t>
      </w:r>
      <w:r>
        <w:tab/>
        <w:t>1.013e0</w:t>
      </w:r>
    </w:p>
    <w:p w:rsidR="00E00D30" w:rsidRDefault="00E00D30" w:rsidP="00E00D30">
      <w:r>
        <w:t>186.3605</w:t>
      </w:r>
      <w:r>
        <w:tab/>
        <w:t>1.013e0</w:t>
      </w:r>
    </w:p>
    <w:p w:rsidR="00E00D30" w:rsidRDefault="00E00D30" w:rsidP="00E00D30">
      <w:r>
        <w:t>186.3674</w:t>
      </w:r>
      <w:r>
        <w:tab/>
        <w:t>2.025e0</w:t>
      </w:r>
    </w:p>
    <w:p w:rsidR="00E00D30" w:rsidRDefault="00E00D30" w:rsidP="00E00D30">
      <w:r>
        <w:lastRenderedPageBreak/>
        <w:t>186.3747</w:t>
      </w:r>
      <w:r>
        <w:tab/>
        <w:t>2.025e0</w:t>
      </w:r>
    </w:p>
    <w:p w:rsidR="00E00D30" w:rsidRDefault="00E00D30" w:rsidP="00E00D30">
      <w:r>
        <w:t>186.3819</w:t>
      </w:r>
      <w:r>
        <w:tab/>
        <w:t>1.013e0</w:t>
      </w:r>
    </w:p>
    <w:p w:rsidR="00E00D30" w:rsidRDefault="00E00D30" w:rsidP="00E00D30">
      <w:r>
        <w:t>186.4036</w:t>
      </w:r>
      <w:r>
        <w:tab/>
        <w:t>1.013e0</w:t>
      </w:r>
    </w:p>
    <w:p w:rsidR="00E00D30" w:rsidRDefault="00E00D30" w:rsidP="00E00D30">
      <w:r>
        <w:t>186.4147</w:t>
      </w:r>
      <w:r>
        <w:tab/>
        <w:t>2.025e0</w:t>
      </w:r>
    </w:p>
    <w:p w:rsidR="00E00D30" w:rsidRDefault="00E00D30" w:rsidP="00E00D30">
      <w:r>
        <w:t>186.4289</w:t>
      </w:r>
      <w:r>
        <w:tab/>
        <w:t>1.013e0</w:t>
      </w:r>
    </w:p>
    <w:p w:rsidR="00E00D30" w:rsidRDefault="00E00D30" w:rsidP="00E00D30">
      <w:r>
        <w:t>186.4437</w:t>
      </w:r>
      <w:r>
        <w:tab/>
        <w:t>1.013e0</w:t>
      </w:r>
    </w:p>
    <w:p w:rsidR="00E00D30" w:rsidRDefault="00E00D30" w:rsidP="00E00D30">
      <w:r>
        <w:t>186.4546</w:t>
      </w:r>
      <w:r>
        <w:tab/>
        <w:t>1.013e0</w:t>
      </w:r>
    </w:p>
    <w:p w:rsidR="00E00D30" w:rsidRDefault="00E00D30" w:rsidP="00E00D30">
      <w:r>
        <w:t>186.4615</w:t>
      </w:r>
      <w:r>
        <w:tab/>
        <w:t>1.013e0</w:t>
      </w:r>
    </w:p>
    <w:p w:rsidR="00E00D30" w:rsidRDefault="00E00D30" w:rsidP="00E00D30">
      <w:r>
        <w:t>186.4654</w:t>
      </w:r>
      <w:r>
        <w:tab/>
        <w:t>1.013e0</w:t>
      </w:r>
    </w:p>
    <w:p w:rsidR="00E00D30" w:rsidRDefault="00E00D30" w:rsidP="00E00D30">
      <w:r>
        <w:t>186.4688</w:t>
      </w:r>
      <w:r>
        <w:tab/>
        <w:t>2.025e0</w:t>
      </w:r>
    </w:p>
    <w:p w:rsidR="00E00D30" w:rsidRDefault="00E00D30" w:rsidP="00E00D30">
      <w:r>
        <w:t>186.4796</w:t>
      </w:r>
      <w:r>
        <w:tab/>
        <w:t>1.013e0</w:t>
      </w:r>
    </w:p>
    <w:p w:rsidR="00E00D30" w:rsidRDefault="00E00D30" w:rsidP="00E00D30">
      <w:r>
        <w:t>186.5089</w:t>
      </w:r>
      <w:r>
        <w:tab/>
        <w:t>1.013e0</w:t>
      </w:r>
    </w:p>
    <w:p w:rsidR="00E00D30" w:rsidRDefault="00E00D30" w:rsidP="00E00D30">
      <w:r>
        <w:t>186.5123</w:t>
      </w:r>
      <w:r>
        <w:tab/>
        <w:t>1.013e0</w:t>
      </w:r>
    </w:p>
    <w:p w:rsidR="00E00D30" w:rsidRDefault="00E00D30" w:rsidP="00E00D30">
      <w:r>
        <w:t>186.5195</w:t>
      </w:r>
      <w:r>
        <w:tab/>
        <w:t>2.025e0</w:t>
      </w:r>
    </w:p>
    <w:p w:rsidR="00E00D30" w:rsidRDefault="00E00D30" w:rsidP="00E00D30">
      <w:r>
        <w:t>186.5231</w:t>
      </w:r>
      <w:r>
        <w:tab/>
        <w:t>1.013e0</w:t>
      </w:r>
    </w:p>
    <w:p w:rsidR="00E00D30" w:rsidRDefault="00E00D30" w:rsidP="00E00D30">
      <w:r>
        <w:t>186.5448</w:t>
      </w:r>
      <w:r>
        <w:tab/>
        <w:t>1.013e0</w:t>
      </w:r>
    </w:p>
    <w:p w:rsidR="00E00D30" w:rsidRDefault="00E00D30" w:rsidP="00E00D30">
      <w:r>
        <w:t>186.5521</w:t>
      </w:r>
      <w:r>
        <w:tab/>
        <w:t>1.013e0</w:t>
      </w:r>
    </w:p>
    <w:p w:rsidR="00E00D30" w:rsidRDefault="00E00D30" w:rsidP="00E00D30">
      <w:r>
        <w:t>186.5558</w:t>
      </w:r>
      <w:r>
        <w:tab/>
        <w:t>1.013e0</w:t>
      </w:r>
    </w:p>
    <w:p w:rsidR="00E00D30" w:rsidRDefault="00E00D30" w:rsidP="00E00D30">
      <w:r>
        <w:t>186.5705</w:t>
      </w:r>
      <w:r>
        <w:tab/>
        <w:t>1.013e0</w:t>
      </w:r>
    </w:p>
    <w:p w:rsidR="00E00D30" w:rsidRDefault="00E00D30" w:rsidP="00E00D30">
      <w:r>
        <w:lastRenderedPageBreak/>
        <w:t>186.5992</w:t>
      </w:r>
      <w:r>
        <w:tab/>
        <w:t>1.013e0</w:t>
      </w:r>
    </w:p>
    <w:p w:rsidR="00E00D30" w:rsidRDefault="00E00D30" w:rsidP="00E00D30">
      <w:r>
        <w:t>186.6047</w:t>
      </w:r>
      <w:r>
        <w:tab/>
        <w:t>2.025e0</w:t>
      </w:r>
    </w:p>
    <w:p w:rsidR="00E00D30" w:rsidRDefault="00E00D30" w:rsidP="00E00D30">
      <w:r>
        <w:t>186.6210</w:t>
      </w:r>
      <w:r>
        <w:tab/>
        <w:t>1.013e0</w:t>
      </w:r>
    </w:p>
    <w:p w:rsidR="00E00D30" w:rsidRDefault="00E00D30" w:rsidP="00E00D30">
      <w:r>
        <w:t>186.6553</w:t>
      </w:r>
      <w:r>
        <w:tab/>
        <w:t>3.038e0</w:t>
      </w:r>
    </w:p>
    <w:p w:rsidR="00E00D30" w:rsidRDefault="00E00D30" w:rsidP="00E00D30">
      <w:r>
        <w:t>186.7044</w:t>
      </w:r>
      <w:r>
        <w:tab/>
        <w:t>3.038e0</w:t>
      </w:r>
    </w:p>
    <w:p w:rsidR="00E00D30" w:rsidRDefault="00E00D30" w:rsidP="00E00D30">
      <w:r>
        <w:t>186.7445</w:t>
      </w:r>
      <w:r>
        <w:tab/>
        <w:t>1.013e0</w:t>
      </w:r>
    </w:p>
    <w:p w:rsidR="00E00D30" w:rsidRDefault="00E00D30" w:rsidP="00E00D30">
      <w:r>
        <w:t>186.7554</w:t>
      </w:r>
      <w:r>
        <w:tab/>
        <w:t>1.013e0</w:t>
      </w:r>
    </w:p>
    <w:p w:rsidR="00E00D30" w:rsidRDefault="00E00D30" w:rsidP="00E00D30">
      <w:r>
        <w:t>186.7772</w:t>
      </w:r>
      <w:r>
        <w:tab/>
        <w:t>1.013e0</w:t>
      </w:r>
    </w:p>
    <w:p w:rsidR="00E00D30" w:rsidRDefault="00E00D30" w:rsidP="00E00D30">
      <w:r>
        <w:t>186.7845</w:t>
      </w:r>
      <w:r>
        <w:tab/>
        <w:t>1.013e0</w:t>
      </w:r>
    </w:p>
    <w:p w:rsidR="00E00D30" w:rsidRDefault="00E00D30" w:rsidP="00E00D30">
      <w:r>
        <w:t>186.8026</w:t>
      </w:r>
      <w:r>
        <w:tab/>
        <w:t>1.013e0</w:t>
      </w:r>
    </w:p>
    <w:p w:rsidR="00E00D30" w:rsidRDefault="00E00D30" w:rsidP="00E00D30">
      <w:r>
        <w:t>186.8102</w:t>
      </w:r>
      <w:r>
        <w:tab/>
        <w:t>1.013e0</w:t>
      </w:r>
    </w:p>
    <w:p w:rsidR="00E00D30" w:rsidRDefault="00E00D30" w:rsidP="00E00D30">
      <w:r>
        <w:t>186.8136</w:t>
      </w:r>
      <w:r>
        <w:tab/>
        <w:t>1.013e0</w:t>
      </w:r>
    </w:p>
    <w:p w:rsidR="00E00D30" w:rsidRDefault="00E00D30" w:rsidP="00E00D30">
      <w:r>
        <w:t>186.8284</w:t>
      </w:r>
      <w:r>
        <w:tab/>
        <w:t>1.013e0</w:t>
      </w:r>
    </w:p>
    <w:p w:rsidR="00E00D30" w:rsidRDefault="00E00D30" w:rsidP="00E00D30">
      <w:r>
        <w:t>186.8536</w:t>
      </w:r>
      <w:r>
        <w:tab/>
        <w:t>1.013e0</w:t>
      </w:r>
    </w:p>
    <w:p w:rsidR="00E00D30" w:rsidRDefault="00E00D30" w:rsidP="00E00D30">
      <w:r>
        <w:t>186.8755</w:t>
      </w:r>
      <w:r>
        <w:tab/>
        <w:t>2.025e0</w:t>
      </w:r>
    </w:p>
    <w:p w:rsidR="00E00D30" w:rsidRDefault="00E00D30" w:rsidP="00E00D30">
      <w:r>
        <w:t>186.8900</w:t>
      </w:r>
      <w:r>
        <w:tab/>
        <w:t>1.013e0</w:t>
      </w:r>
    </w:p>
    <w:p w:rsidR="00E00D30" w:rsidRDefault="00E00D30" w:rsidP="00E00D30">
      <w:r>
        <w:t>186.9118</w:t>
      </w:r>
      <w:r>
        <w:tab/>
        <w:t>2.025e0</w:t>
      </w:r>
    </w:p>
    <w:p w:rsidR="00E00D30" w:rsidRDefault="00E00D30" w:rsidP="00E00D30">
      <w:r>
        <w:t>186.9300</w:t>
      </w:r>
      <w:r>
        <w:tab/>
        <w:t>1.013e0</w:t>
      </w:r>
    </w:p>
    <w:p w:rsidR="00E00D30" w:rsidRDefault="00E00D30" w:rsidP="00E00D30">
      <w:r>
        <w:t>186.9371</w:t>
      </w:r>
      <w:r>
        <w:tab/>
        <w:t>1.013e0</w:t>
      </w:r>
    </w:p>
    <w:p w:rsidR="00E00D30" w:rsidRDefault="00E00D30" w:rsidP="00E00D30">
      <w:r>
        <w:lastRenderedPageBreak/>
        <w:t>186.9411</w:t>
      </w:r>
      <w:r>
        <w:tab/>
        <w:t>1.013e0</w:t>
      </w:r>
    </w:p>
    <w:p w:rsidR="00E00D30" w:rsidRDefault="00E00D30" w:rsidP="00E00D30">
      <w:r>
        <w:t>186.9518</w:t>
      </w:r>
      <w:r>
        <w:tab/>
        <w:t>1.013e0</w:t>
      </w:r>
    </w:p>
    <w:p w:rsidR="00E00D30" w:rsidRDefault="00E00D30" w:rsidP="00E00D30">
      <w:r>
        <w:t>186.9553</w:t>
      </w:r>
      <w:r>
        <w:tab/>
        <w:t>1.013e0</w:t>
      </w:r>
    </w:p>
    <w:p w:rsidR="00E00D30" w:rsidRDefault="00E00D30" w:rsidP="00E00D30">
      <w:r>
        <w:t>186.9881</w:t>
      </w:r>
      <w:r>
        <w:tab/>
        <w:t>1.013e0</w:t>
      </w:r>
    </w:p>
    <w:p w:rsidR="00E00D30" w:rsidRDefault="00E00D30" w:rsidP="00E00D30">
      <w:r>
        <w:t>186.9953</w:t>
      </w:r>
      <w:r>
        <w:tab/>
        <w:t>1.013e0</w:t>
      </w:r>
    </w:p>
    <w:p w:rsidR="00E00D30" w:rsidRDefault="00E00D30" w:rsidP="00E00D30">
      <w:r>
        <w:t>186.9993</w:t>
      </w:r>
      <w:r>
        <w:tab/>
        <w:t>1.013e0</w:t>
      </w:r>
    </w:p>
    <w:p w:rsidR="00E00D30" w:rsidRDefault="00E00D30" w:rsidP="00E00D30">
      <w:r>
        <w:t>187.0063</w:t>
      </w:r>
      <w:r>
        <w:tab/>
        <w:t>1.013e0</w:t>
      </w:r>
    </w:p>
    <w:p w:rsidR="00E00D30" w:rsidRDefault="00E00D30" w:rsidP="00E00D30">
      <w:r>
        <w:t>187.0426</w:t>
      </w:r>
      <w:r>
        <w:tab/>
        <w:t>2.025e0</w:t>
      </w:r>
    </w:p>
    <w:p w:rsidR="00E00D30" w:rsidRDefault="00E00D30" w:rsidP="00E00D30">
      <w:r>
        <w:t>187.0499</w:t>
      </w:r>
      <w:r>
        <w:tab/>
        <w:t>1.013e0</w:t>
      </w:r>
    </w:p>
    <w:p w:rsidR="00E00D30" w:rsidRDefault="00E00D30" w:rsidP="00E00D30">
      <w:r>
        <w:t>187.0538</w:t>
      </w:r>
      <w:r>
        <w:tab/>
        <w:t>1.013e0</w:t>
      </w:r>
    </w:p>
    <w:p w:rsidR="00E00D30" w:rsidRDefault="00E00D30" w:rsidP="00E00D30">
      <w:r>
        <w:t>187.0608</w:t>
      </w:r>
      <w:r>
        <w:tab/>
        <w:t>1.013e0</w:t>
      </w:r>
    </w:p>
    <w:p w:rsidR="00E00D30" w:rsidRDefault="00E00D30" w:rsidP="00E00D30">
      <w:r>
        <w:t>187.0645</w:t>
      </w:r>
      <w:r>
        <w:tab/>
        <w:t>3.038e0</w:t>
      </w:r>
    </w:p>
    <w:p w:rsidR="00E00D30" w:rsidRDefault="00E00D30" w:rsidP="00E00D30">
      <w:r>
        <w:t>187.0720</w:t>
      </w:r>
      <w:r>
        <w:tab/>
        <w:t>1.013e0</w:t>
      </w:r>
    </w:p>
    <w:p w:rsidR="00E00D30" w:rsidRDefault="00E00D30" w:rsidP="00E00D30">
      <w:r>
        <w:t>187.0791</w:t>
      </w:r>
      <w:r>
        <w:tab/>
        <w:t>1.013e0</w:t>
      </w:r>
    </w:p>
    <w:p w:rsidR="00E00D30" w:rsidRDefault="00E00D30" w:rsidP="00E00D30">
      <w:r>
        <w:t>187.0827</w:t>
      </w:r>
      <w:r>
        <w:tab/>
        <w:t>1.013e0</w:t>
      </w:r>
    </w:p>
    <w:p w:rsidR="00E00D30" w:rsidRDefault="00E00D30" w:rsidP="00E00D30">
      <w:r>
        <w:t>187.0862</w:t>
      </w:r>
      <w:r>
        <w:tab/>
        <w:t>1.013e0</w:t>
      </w:r>
    </w:p>
    <w:p w:rsidR="00E00D30" w:rsidRDefault="00E00D30" w:rsidP="00E00D30">
      <w:r>
        <w:t>187.0953</w:t>
      </w:r>
      <w:r>
        <w:tab/>
        <w:t>2.025e0</w:t>
      </w:r>
    </w:p>
    <w:p w:rsidR="00E00D30" w:rsidRDefault="00E00D30" w:rsidP="00E00D30">
      <w:r>
        <w:t>187.0975</w:t>
      </w:r>
      <w:r>
        <w:tab/>
        <w:t>1.013e0</w:t>
      </w:r>
    </w:p>
    <w:p w:rsidR="00E00D30" w:rsidRDefault="00E00D30" w:rsidP="00E00D30">
      <w:r>
        <w:t>187.1009</w:t>
      </w:r>
      <w:r>
        <w:tab/>
        <w:t>1.013e0</w:t>
      </w:r>
    </w:p>
    <w:p w:rsidR="00E00D30" w:rsidRDefault="00E00D30" w:rsidP="00E00D30">
      <w:r>
        <w:lastRenderedPageBreak/>
        <w:t>187.1029</w:t>
      </w:r>
      <w:r>
        <w:tab/>
        <w:t>2.025e0</w:t>
      </w:r>
    </w:p>
    <w:p w:rsidR="00E00D30" w:rsidRDefault="00E00D30" w:rsidP="00E00D30">
      <w:r>
        <w:t>187.1053</w:t>
      </w:r>
      <w:r>
        <w:tab/>
        <w:t>4.051e0</w:t>
      </w:r>
    </w:p>
    <w:p w:rsidR="00E00D30" w:rsidRDefault="00E00D30" w:rsidP="00E00D30">
      <w:r>
        <w:t>187.1267</w:t>
      </w:r>
      <w:r>
        <w:tab/>
        <w:t>9.114e0</w:t>
      </w:r>
    </w:p>
    <w:p w:rsidR="00E00D30" w:rsidRDefault="00E00D30" w:rsidP="00E00D30">
      <w:r>
        <w:t>187.1299</w:t>
      </w:r>
      <w:r>
        <w:tab/>
        <w:t>2.025e0</w:t>
      </w:r>
    </w:p>
    <w:p w:rsidR="00E00D30" w:rsidRDefault="00E00D30" w:rsidP="00E00D30">
      <w:r>
        <w:t>187.1517</w:t>
      </w:r>
      <w:r>
        <w:tab/>
        <w:t>3.038e0</w:t>
      </w:r>
    </w:p>
    <w:p w:rsidR="00E00D30" w:rsidRDefault="00E00D30" w:rsidP="00E00D30">
      <w:r>
        <w:t>187.1553</w:t>
      </w:r>
      <w:r>
        <w:tab/>
        <w:t>1.013e0</w:t>
      </w:r>
    </w:p>
    <w:p w:rsidR="00E00D30" w:rsidRDefault="00E00D30" w:rsidP="00E00D30">
      <w:r>
        <w:t>187.1736</w:t>
      </w:r>
      <w:r>
        <w:tab/>
        <w:t>4.051e0</w:t>
      </w:r>
    </w:p>
    <w:p w:rsidR="00E00D30" w:rsidRDefault="00E00D30" w:rsidP="00E00D30">
      <w:r>
        <w:t>187.1884</w:t>
      </w:r>
      <w:r>
        <w:tab/>
        <w:t>1.013e0</w:t>
      </w:r>
    </w:p>
    <w:p w:rsidR="00E00D30" w:rsidRDefault="00E00D30" w:rsidP="00E00D30">
      <w:r>
        <w:t>187.2027</w:t>
      </w:r>
      <w:r>
        <w:tab/>
        <w:t>1.013e0</w:t>
      </w:r>
    </w:p>
    <w:p w:rsidR="00E00D30" w:rsidRDefault="00E00D30" w:rsidP="00E00D30">
      <w:r>
        <w:t>187.2066</w:t>
      </w:r>
      <w:r>
        <w:tab/>
        <w:t>1.013e0</w:t>
      </w:r>
    </w:p>
    <w:p w:rsidR="00E00D30" w:rsidRDefault="00E00D30" w:rsidP="00E00D30">
      <w:r>
        <w:t>187.2246</w:t>
      </w:r>
      <w:r>
        <w:tab/>
        <w:t>1.013e0</w:t>
      </w:r>
    </w:p>
    <w:p w:rsidR="00E00D30" w:rsidRDefault="00E00D30" w:rsidP="00E00D30">
      <w:r>
        <w:t>187.2390</w:t>
      </w:r>
      <w:r>
        <w:tab/>
        <w:t>1.013e0</w:t>
      </w:r>
    </w:p>
    <w:p w:rsidR="00E00D30" w:rsidRDefault="00E00D30" w:rsidP="00E00D30">
      <w:r>
        <w:t>187.2845</w:t>
      </w:r>
      <w:r>
        <w:tab/>
        <w:t>2.025e0</w:t>
      </w:r>
    </w:p>
    <w:p w:rsidR="00E00D30" w:rsidRDefault="00E00D30" w:rsidP="00E00D30">
      <w:r>
        <w:t>187.2973</w:t>
      </w:r>
      <w:r>
        <w:tab/>
        <w:t>1.013e0</w:t>
      </w:r>
    </w:p>
    <w:p w:rsidR="00E00D30" w:rsidRDefault="00E00D30" w:rsidP="00E00D30">
      <w:r>
        <w:t>187.3009</w:t>
      </w:r>
      <w:r>
        <w:tab/>
        <w:t>1.013e0</w:t>
      </w:r>
    </w:p>
    <w:p w:rsidR="00E00D30" w:rsidRDefault="00E00D30" w:rsidP="00E00D30">
      <w:r>
        <w:t>187.3155</w:t>
      </w:r>
      <w:r>
        <w:tab/>
        <w:t>1.013e0</w:t>
      </w:r>
    </w:p>
    <w:p w:rsidR="00E00D30" w:rsidRDefault="00E00D30" w:rsidP="00E00D30">
      <w:r>
        <w:t>187.3337</w:t>
      </w:r>
      <w:r>
        <w:tab/>
        <w:t>1.013e0</w:t>
      </w:r>
    </w:p>
    <w:p w:rsidR="00E00D30" w:rsidRDefault="00E00D30" w:rsidP="00E00D30">
      <w:r>
        <w:t>187.3555</w:t>
      </w:r>
      <w:r>
        <w:tab/>
        <w:t>1.013e0</w:t>
      </w:r>
    </w:p>
    <w:p w:rsidR="00E00D30" w:rsidRDefault="00E00D30" w:rsidP="00E00D30">
      <w:r>
        <w:t>187.3628</w:t>
      </w:r>
      <w:r>
        <w:tab/>
        <w:t>3.038e0</w:t>
      </w:r>
    </w:p>
    <w:p w:rsidR="00E00D30" w:rsidRDefault="00E00D30" w:rsidP="00E00D30">
      <w:r>
        <w:lastRenderedPageBreak/>
        <w:t>187.3845</w:t>
      </w:r>
      <w:r>
        <w:tab/>
        <w:t>1.013e0</w:t>
      </w:r>
    </w:p>
    <w:p w:rsidR="00E00D30" w:rsidRDefault="00E00D30" w:rsidP="00E00D30">
      <w:r>
        <w:t>187.4209</w:t>
      </w:r>
      <w:r>
        <w:tab/>
        <w:t>1.013e0</w:t>
      </w:r>
    </w:p>
    <w:p w:rsidR="00E00D30" w:rsidRDefault="00E00D30" w:rsidP="00E00D30">
      <w:r>
        <w:t>187.4391</w:t>
      </w:r>
      <w:r>
        <w:tab/>
        <w:t>1.013e0</w:t>
      </w:r>
    </w:p>
    <w:p w:rsidR="00E00D30" w:rsidRDefault="00E00D30" w:rsidP="00E00D30">
      <w:r>
        <w:t>187.4429</w:t>
      </w:r>
      <w:r>
        <w:tab/>
        <w:t>1.013e0</w:t>
      </w:r>
    </w:p>
    <w:p w:rsidR="00E00D30" w:rsidRDefault="00E00D30" w:rsidP="00E00D30">
      <w:r>
        <w:t>187.4538</w:t>
      </w:r>
      <w:r>
        <w:tab/>
        <w:t>2.025e0</w:t>
      </w:r>
    </w:p>
    <w:p w:rsidR="00E00D30" w:rsidRDefault="00E00D30" w:rsidP="00E00D30">
      <w:r>
        <w:t>187.4865</w:t>
      </w:r>
      <w:r>
        <w:tab/>
        <w:t>1.013e0</w:t>
      </w:r>
    </w:p>
    <w:p w:rsidR="00E00D30" w:rsidRDefault="00E00D30" w:rsidP="00E00D30">
      <w:r>
        <w:t>187.4904</w:t>
      </w:r>
      <w:r>
        <w:tab/>
        <w:t>1.013e0</w:t>
      </w:r>
    </w:p>
    <w:p w:rsidR="00E00D30" w:rsidRDefault="00E00D30" w:rsidP="00E00D30">
      <w:r>
        <w:t>187.5119</w:t>
      </w:r>
      <w:r>
        <w:tab/>
        <w:t>1.013e0</w:t>
      </w:r>
    </w:p>
    <w:p w:rsidR="00E00D30" w:rsidRDefault="00E00D30" w:rsidP="00E00D30">
      <w:r>
        <w:t>187.5229</w:t>
      </w:r>
      <w:r>
        <w:tab/>
        <w:t>2.025e0</w:t>
      </w:r>
    </w:p>
    <w:p w:rsidR="00E00D30" w:rsidRDefault="00E00D30" w:rsidP="00E00D30">
      <w:r>
        <w:t>187.5265</w:t>
      </w:r>
      <w:r>
        <w:tab/>
        <w:t>1.013e0</w:t>
      </w:r>
    </w:p>
    <w:p w:rsidR="00E00D30" w:rsidRDefault="00E00D30" w:rsidP="00E00D30">
      <w:r>
        <w:t>187.5286</w:t>
      </w:r>
      <w:r>
        <w:tab/>
        <w:t>2.025e0</w:t>
      </w:r>
    </w:p>
    <w:p w:rsidR="00E00D30" w:rsidRDefault="00E00D30" w:rsidP="00E00D30">
      <w:r>
        <w:t>187.5339</w:t>
      </w:r>
      <w:r>
        <w:tab/>
        <w:t>2.025e0</w:t>
      </w:r>
    </w:p>
    <w:p w:rsidR="00E00D30" w:rsidRDefault="00E00D30" w:rsidP="00E00D30">
      <w:r>
        <w:t>187.5578</w:t>
      </w:r>
      <w:r>
        <w:tab/>
        <w:t>3.038e0</w:t>
      </w:r>
    </w:p>
    <w:p w:rsidR="00E00D30" w:rsidRDefault="00E00D30" w:rsidP="00E00D30">
      <w:r>
        <w:t>187.5593</w:t>
      </w:r>
      <w:r>
        <w:tab/>
        <w:t>1.013e0</w:t>
      </w:r>
    </w:p>
    <w:p w:rsidR="00E00D30" w:rsidRDefault="00E00D30" w:rsidP="00E00D30">
      <w:r>
        <w:t>187.5648</w:t>
      </w:r>
      <w:r>
        <w:tab/>
        <w:t>2.025e0</w:t>
      </w:r>
    </w:p>
    <w:p w:rsidR="00E00D30" w:rsidRDefault="00E00D30" w:rsidP="00E00D30">
      <w:r>
        <w:t>187.6067</w:t>
      </w:r>
      <w:r>
        <w:tab/>
        <w:t>1.013e0</w:t>
      </w:r>
    </w:p>
    <w:p w:rsidR="00E00D30" w:rsidRDefault="00E00D30" w:rsidP="00E00D30">
      <w:r>
        <w:t>187.6214</w:t>
      </w:r>
      <w:r>
        <w:tab/>
        <w:t>1.013e0</w:t>
      </w:r>
    </w:p>
    <w:p w:rsidR="00E00D30" w:rsidRDefault="00E00D30" w:rsidP="00E00D30">
      <w:r>
        <w:t>187.6285</w:t>
      </w:r>
      <w:r>
        <w:tab/>
        <w:t>1.013e0</w:t>
      </w:r>
    </w:p>
    <w:p w:rsidR="00E00D30" w:rsidRDefault="00E00D30" w:rsidP="00E00D30">
      <w:r>
        <w:t>187.6430</w:t>
      </w:r>
      <w:r>
        <w:tab/>
        <w:t>1.013e0</w:t>
      </w:r>
    </w:p>
    <w:p w:rsidR="00E00D30" w:rsidRDefault="00E00D30" w:rsidP="00E00D30">
      <w:r>
        <w:lastRenderedPageBreak/>
        <w:t>187.6502</w:t>
      </w:r>
      <w:r>
        <w:tab/>
        <w:t>2.025e0</w:t>
      </w:r>
    </w:p>
    <w:p w:rsidR="00E00D30" w:rsidRDefault="00E00D30" w:rsidP="00E00D30">
      <w:r>
        <w:t>187.6758</w:t>
      </w:r>
      <w:r>
        <w:tab/>
        <w:t>2.025e0</w:t>
      </w:r>
    </w:p>
    <w:p w:rsidR="00E00D30" w:rsidRDefault="00E00D30" w:rsidP="00E00D30">
      <w:r>
        <w:t>187.7414</w:t>
      </w:r>
      <w:r>
        <w:tab/>
        <w:t>1.013e0</w:t>
      </w:r>
    </w:p>
    <w:p w:rsidR="00E00D30" w:rsidRDefault="00E00D30" w:rsidP="00E00D30">
      <w:r>
        <w:t>187.7489</w:t>
      </w:r>
      <w:r>
        <w:tab/>
        <w:t>1.013e0</w:t>
      </w:r>
    </w:p>
    <w:p w:rsidR="00E00D30" w:rsidRDefault="00E00D30" w:rsidP="00E00D30">
      <w:r>
        <w:t>187.7595</w:t>
      </w:r>
      <w:r>
        <w:tab/>
        <w:t>2.025e0</w:t>
      </w:r>
    </w:p>
    <w:p w:rsidR="00E00D30" w:rsidRDefault="00E00D30" w:rsidP="00E00D30">
      <w:r>
        <w:t>187.7814</w:t>
      </w:r>
      <w:r>
        <w:tab/>
        <w:t>1.013e0</w:t>
      </w:r>
    </w:p>
    <w:p w:rsidR="00E00D30" w:rsidRDefault="00E00D30" w:rsidP="00E00D30">
      <w:r>
        <w:t>187.7923</w:t>
      </w:r>
      <w:r>
        <w:tab/>
        <w:t>1.013e0</w:t>
      </w:r>
    </w:p>
    <w:p w:rsidR="00E00D30" w:rsidRDefault="00E00D30" w:rsidP="00E00D30">
      <w:r>
        <w:t>187.7960</w:t>
      </w:r>
      <w:r>
        <w:tab/>
        <w:t>1.013e0</w:t>
      </w:r>
    </w:p>
    <w:p w:rsidR="00E00D30" w:rsidRDefault="00E00D30" w:rsidP="00E00D30">
      <w:r>
        <w:t>187.8108</w:t>
      </w:r>
      <w:r>
        <w:tab/>
        <w:t>1.013e0</w:t>
      </w:r>
    </w:p>
    <w:p w:rsidR="00E00D30" w:rsidRDefault="00E00D30" w:rsidP="00E00D30">
      <w:r>
        <w:t>187.8177</w:t>
      </w:r>
      <w:r>
        <w:tab/>
        <w:t>1.013e0</w:t>
      </w:r>
    </w:p>
    <w:p w:rsidR="00E00D30" w:rsidRDefault="00E00D30" w:rsidP="00E00D30">
      <w:r>
        <w:t>187.8396</w:t>
      </w:r>
      <w:r>
        <w:tab/>
        <w:t>1.013e0</w:t>
      </w:r>
    </w:p>
    <w:p w:rsidR="00E00D30" w:rsidRDefault="00E00D30" w:rsidP="00E00D30">
      <w:r>
        <w:t>187.8727</w:t>
      </w:r>
      <w:r>
        <w:tab/>
        <w:t>1.013e0</w:t>
      </w:r>
    </w:p>
    <w:p w:rsidR="00E00D30" w:rsidRDefault="00E00D30" w:rsidP="00E00D30">
      <w:r>
        <w:t>187.8906</w:t>
      </w:r>
      <w:r>
        <w:tab/>
        <w:t>2.025e0</w:t>
      </w:r>
    </w:p>
    <w:p w:rsidR="00E00D30" w:rsidRDefault="00E00D30" w:rsidP="00E00D30">
      <w:r>
        <w:t>187.9018</w:t>
      </w:r>
      <w:r>
        <w:tab/>
        <w:t>1.013e0</w:t>
      </w:r>
    </w:p>
    <w:p w:rsidR="00E00D30" w:rsidRDefault="00E00D30" w:rsidP="00E00D30">
      <w:r>
        <w:t>187.9091</w:t>
      </w:r>
      <w:r>
        <w:tab/>
        <w:t>3.038e0</w:t>
      </w:r>
    </w:p>
    <w:p w:rsidR="00E00D30" w:rsidRDefault="00E00D30" w:rsidP="00E00D30">
      <w:r>
        <w:t>187.9124</w:t>
      </w:r>
      <w:r>
        <w:tab/>
        <w:t>1.013e0</w:t>
      </w:r>
    </w:p>
    <w:p w:rsidR="00E00D30" w:rsidRDefault="00E00D30" w:rsidP="00E00D30">
      <w:r>
        <w:t>187.9343</w:t>
      </w:r>
      <w:r>
        <w:tab/>
        <w:t>1.013e0</w:t>
      </w:r>
    </w:p>
    <w:p w:rsidR="00E00D30" w:rsidRDefault="00E00D30" w:rsidP="00E00D30">
      <w:r>
        <w:t>187.9492</w:t>
      </w:r>
      <w:r>
        <w:tab/>
        <w:t>1.013e0</w:t>
      </w:r>
    </w:p>
    <w:p w:rsidR="00E00D30" w:rsidRDefault="00E00D30" w:rsidP="00E00D30">
      <w:r>
        <w:t>187.9672</w:t>
      </w:r>
      <w:r>
        <w:tab/>
        <w:t>1.013e0</w:t>
      </w:r>
    </w:p>
    <w:p w:rsidR="00E00D30" w:rsidRDefault="00E00D30" w:rsidP="00E00D30">
      <w:r>
        <w:lastRenderedPageBreak/>
        <w:t>187.9744</w:t>
      </w:r>
      <w:r>
        <w:tab/>
        <w:t>1.013e0</w:t>
      </w:r>
    </w:p>
    <w:p w:rsidR="00E00D30" w:rsidRDefault="00E00D30" w:rsidP="00E00D30">
      <w:r>
        <w:t>187.9999</w:t>
      </w:r>
      <w:r>
        <w:tab/>
        <w:t>1.013e0</w:t>
      </w:r>
    </w:p>
    <w:p w:rsidR="00E00D30" w:rsidRDefault="00E00D30" w:rsidP="00E00D30">
      <w:r>
        <w:t>188.0056</w:t>
      </w:r>
      <w:r>
        <w:tab/>
        <w:t>2.025e0</w:t>
      </w:r>
    </w:p>
    <w:p w:rsidR="00E00D30" w:rsidRDefault="00E00D30" w:rsidP="00E00D30">
      <w:r>
        <w:t>188.0073</w:t>
      </w:r>
      <w:r>
        <w:tab/>
        <w:t>1.013e0</w:t>
      </w:r>
    </w:p>
    <w:p w:rsidR="00E00D30" w:rsidRDefault="00E00D30" w:rsidP="00E00D30">
      <w:r>
        <w:t>188.0328</w:t>
      </w:r>
      <w:r>
        <w:tab/>
        <w:t>2.025e0</w:t>
      </w:r>
    </w:p>
    <w:p w:rsidR="00E00D30" w:rsidRDefault="00E00D30" w:rsidP="00E00D30">
      <w:r>
        <w:t>188.0439</w:t>
      </w:r>
      <w:r>
        <w:tab/>
        <w:t>1.013e0</w:t>
      </w:r>
    </w:p>
    <w:p w:rsidR="00E00D30" w:rsidRDefault="00E00D30" w:rsidP="00E00D30">
      <w:r>
        <w:t>188.0618</w:t>
      </w:r>
      <w:r>
        <w:tab/>
        <w:t>2.025e0</w:t>
      </w:r>
    </w:p>
    <w:p w:rsidR="00E00D30" w:rsidRDefault="00E00D30" w:rsidP="00E00D30">
      <w:r>
        <w:t>188.0658</w:t>
      </w:r>
      <w:r>
        <w:tab/>
        <w:t>1.013e0</w:t>
      </w:r>
    </w:p>
    <w:p w:rsidR="00E00D30" w:rsidRDefault="00E00D30" w:rsidP="00E00D30">
      <w:r>
        <w:t>188.0728</w:t>
      </w:r>
      <w:r>
        <w:tab/>
        <w:t>1.013e0</w:t>
      </w:r>
    </w:p>
    <w:p w:rsidR="00E00D30" w:rsidRDefault="00E00D30" w:rsidP="00E00D30">
      <w:r>
        <w:t>188.0800</w:t>
      </w:r>
      <w:r>
        <w:tab/>
        <w:t>1.013e0</w:t>
      </w:r>
    </w:p>
    <w:p w:rsidR="00E00D30" w:rsidRDefault="00E00D30" w:rsidP="00E00D30">
      <w:r>
        <w:t>188.0838</w:t>
      </w:r>
      <w:r>
        <w:tab/>
        <w:t>4.051e0</w:t>
      </w:r>
    </w:p>
    <w:p w:rsidR="00E00D30" w:rsidRDefault="00E00D30" w:rsidP="00E00D30">
      <w:r>
        <w:t>188.0873</w:t>
      </w:r>
      <w:r>
        <w:tab/>
        <w:t>1.013e0</w:t>
      </w:r>
    </w:p>
    <w:p w:rsidR="00E00D30" w:rsidRDefault="00E00D30" w:rsidP="00E00D30">
      <w:r>
        <w:t>188.0947</w:t>
      </w:r>
      <w:r>
        <w:tab/>
        <w:t>1.013e0</w:t>
      </w:r>
    </w:p>
    <w:p w:rsidR="00E00D30" w:rsidRDefault="00E00D30" w:rsidP="00E00D30">
      <w:r>
        <w:t>188.1131</w:t>
      </w:r>
      <w:r>
        <w:tab/>
        <w:t>3.038e0</w:t>
      </w:r>
    </w:p>
    <w:p w:rsidR="00E00D30" w:rsidRDefault="00E00D30" w:rsidP="00E00D30">
      <w:r>
        <w:t>188.1233</w:t>
      </w:r>
      <w:r>
        <w:tab/>
        <w:t>5.465e0</w:t>
      </w:r>
    </w:p>
    <w:p w:rsidR="00E00D30" w:rsidRDefault="00E00D30" w:rsidP="00E00D30">
      <w:r>
        <w:t>188.1275</w:t>
      </w:r>
      <w:r>
        <w:tab/>
        <w:t>2.025e0</w:t>
      </w:r>
    </w:p>
    <w:p w:rsidR="00E00D30" w:rsidRDefault="00E00D30" w:rsidP="00E00D30">
      <w:r>
        <w:t>188.1310</w:t>
      </w:r>
      <w:r>
        <w:tab/>
        <w:t>2.025e0</w:t>
      </w:r>
    </w:p>
    <w:p w:rsidR="00E00D30" w:rsidRDefault="00E00D30" w:rsidP="00E00D30">
      <w:r>
        <w:t>188.1329</w:t>
      </w:r>
      <w:r>
        <w:tab/>
        <w:t>2.025e0</w:t>
      </w:r>
    </w:p>
    <w:p w:rsidR="00E00D30" w:rsidRDefault="00E00D30" w:rsidP="00E00D30">
      <w:r>
        <w:t>188.1350</w:t>
      </w:r>
      <w:r>
        <w:tab/>
        <w:t>1.013e0</w:t>
      </w:r>
    </w:p>
    <w:p w:rsidR="00E00D30" w:rsidRDefault="00E00D30" w:rsidP="00E00D30">
      <w:r>
        <w:lastRenderedPageBreak/>
        <w:t>188.1421</w:t>
      </w:r>
      <w:r>
        <w:tab/>
        <w:t>3.038e0</w:t>
      </w:r>
    </w:p>
    <w:p w:rsidR="00E00D30" w:rsidRDefault="00E00D30" w:rsidP="00E00D30">
      <w:r>
        <w:t>188.1567</w:t>
      </w:r>
      <w:r>
        <w:tab/>
        <w:t>1.013e0</w:t>
      </w:r>
    </w:p>
    <w:p w:rsidR="00E00D30" w:rsidRDefault="00E00D30" w:rsidP="00E00D30">
      <w:r>
        <w:t>188.1678</w:t>
      </w:r>
      <w:r>
        <w:tab/>
        <w:t>1.013e0</w:t>
      </w:r>
    </w:p>
    <w:p w:rsidR="00E00D30" w:rsidRDefault="00E00D30" w:rsidP="00E00D30">
      <w:r>
        <w:t>188.1821</w:t>
      </w:r>
      <w:r>
        <w:tab/>
        <w:t>3.038e0</w:t>
      </w:r>
    </w:p>
    <w:p w:rsidR="00E00D30" w:rsidRDefault="00E00D30" w:rsidP="00E00D30">
      <w:r>
        <w:t>188.2040</w:t>
      </w:r>
      <w:r>
        <w:tab/>
        <w:t>1.013e0</w:t>
      </w:r>
    </w:p>
    <w:p w:rsidR="00E00D30" w:rsidRDefault="00E00D30" w:rsidP="00E00D30">
      <w:r>
        <w:t>188.2079</w:t>
      </w:r>
      <w:r>
        <w:tab/>
        <w:t>1.013e0</w:t>
      </w:r>
    </w:p>
    <w:p w:rsidR="00E00D30" w:rsidRDefault="00E00D30" w:rsidP="00E00D30">
      <w:r>
        <w:t>188.2113</w:t>
      </w:r>
      <w:r>
        <w:tab/>
        <w:t>2.025e0</w:t>
      </w:r>
    </w:p>
    <w:p w:rsidR="00E00D30" w:rsidRDefault="00E00D30" w:rsidP="00E00D30">
      <w:r>
        <w:t>188.2223</w:t>
      </w:r>
      <w:r>
        <w:tab/>
        <w:t>1.013e0</w:t>
      </w:r>
    </w:p>
    <w:p w:rsidR="00E00D30" w:rsidRDefault="00E00D30" w:rsidP="00E00D30">
      <w:r>
        <w:t>188.2370</w:t>
      </w:r>
      <w:r>
        <w:tab/>
        <w:t>2.025e0</w:t>
      </w:r>
    </w:p>
    <w:p w:rsidR="00E00D30" w:rsidRDefault="00E00D30" w:rsidP="00E00D30">
      <w:r>
        <w:t>188.2586</w:t>
      </w:r>
      <w:r>
        <w:tab/>
        <w:t>1.013e0</w:t>
      </w:r>
    </w:p>
    <w:p w:rsidR="00E00D30" w:rsidRDefault="00E00D30" w:rsidP="00E00D30">
      <w:r>
        <w:t>188.2695</w:t>
      </w:r>
      <w:r>
        <w:tab/>
        <w:t>1.013e0</w:t>
      </w:r>
    </w:p>
    <w:p w:rsidR="00E00D30" w:rsidRDefault="00E00D30" w:rsidP="00E00D30">
      <w:r>
        <w:t>188.2768</w:t>
      </w:r>
      <w:r>
        <w:tab/>
        <w:t>1.013e0</w:t>
      </w:r>
    </w:p>
    <w:p w:rsidR="00E00D30" w:rsidRDefault="00E00D30" w:rsidP="00E00D30">
      <w:r>
        <w:t>188.2842</w:t>
      </w:r>
      <w:r>
        <w:tab/>
        <w:t>1.013e0</w:t>
      </w:r>
    </w:p>
    <w:p w:rsidR="00E00D30" w:rsidRDefault="00E00D30" w:rsidP="00E00D30">
      <w:r>
        <w:t>188.3282</w:t>
      </w:r>
      <w:r>
        <w:tab/>
        <w:t>1.013e0</w:t>
      </w:r>
    </w:p>
    <w:p w:rsidR="00E00D30" w:rsidRDefault="00E00D30" w:rsidP="00E00D30">
      <w:r>
        <w:t>188.3680</w:t>
      </w:r>
      <w:r>
        <w:tab/>
        <w:t>1.013e0</w:t>
      </w:r>
    </w:p>
    <w:p w:rsidR="00E00D30" w:rsidRDefault="00E00D30" w:rsidP="00E00D30">
      <w:r>
        <w:t>188.3756</w:t>
      </w:r>
      <w:r>
        <w:tab/>
        <w:t>1.013e0</w:t>
      </w:r>
    </w:p>
    <w:p w:rsidR="00E00D30" w:rsidRDefault="00E00D30" w:rsidP="00E00D30">
      <w:r>
        <w:t>188.3826</w:t>
      </w:r>
      <w:r>
        <w:tab/>
        <w:t>1.013e0</w:t>
      </w:r>
    </w:p>
    <w:p w:rsidR="00E00D30" w:rsidRDefault="00E00D30" w:rsidP="00E00D30">
      <w:r>
        <w:t>188.3880</w:t>
      </w:r>
      <w:r>
        <w:tab/>
        <w:t>2.025e0</w:t>
      </w:r>
    </w:p>
    <w:p w:rsidR="00E00D30" w:rsidRDefault="00E00D30" w:rsidP="00E00D30">
      <w:r>
        <w:t>188.3899</w:t>
      </w:r>
      <w:r>
        <w:tab/>
        <w:t>1.013e0</w:t>
      </w:r>
    </w:p>
    <w:p w:rsidR="00E00D30" w:rsidRDefault="00E00D30" w:rsidP="00E00D30">
      <w:r>
        <w:lastRenderedPageBreak/>
        <w:t>188.4117</w:t>
      </w:r>
      <w:r>
        <w:tab/>
        <w:t>1.013e0</w:t>
      </w:r>
    </w:p>
    <w:p w:rsidR="00E00D30" w:rsidRDefault="00E00D30" w:rsidP="00E00D30">
      <w:r>
        <w:t>188.4190</w:t>
      </w:r>
      <w:r>
        <w:tab/>
        <w:t>2.025e0</w:t>
      </w:r>
    </w:p>
    <w:p w:rsidR="00E00D30" w:rsidRDefault="00E00D30" w:rsidP="00E00D30">
      <w:r>
        <w:t>188.4519</w:t>
      </w:r>
      <w:r>
        <w:tab/>
        <w:t>1.013e0</w:t>
      </w:r>
    </w:p>
    <w:p w:rsidR="00E00D30" w:rsidRDefault="00E00D30" w:rsidP="00E00D30">
      <w:r>
        <w:t>188.4592</w:t>
      </w:r>
      <w:r>
        <w:tab/>
        <w:t>1.013e0</w:t>
      </w:r>
    </w:p>
    <w:p w:rsidR="00E00D30" w:rsidRDefault="00E00D30" w:rsidP="00E00D30">
      <w:r>
        <w:t>188.5248</w:t>
      </w:r>
      <w:r>
        <w:tab/>
        <w:t>1.013e0</w:t>
      </w:r>
    </w:p>
    <w:p w:rsidR="00E00D30" w:rsidRDefault="00E00D30" w:rsidP="00E00D30">
      <w:r>
        <w:t>188.5285</w:t>
      </w:r>
      <w:r>
        <w:tab/>
        <w:t>2.025e0</w:t>
      </w:r>
    </w:p>
    <w:p w:rsidR="00E00D30" w:rsidRDefault="00E00D30" w:rsidP="00E00D30">
      <w:r>
        <w:t>188.5649</w:t>
      </w:r>
      <w:r>
        <w:tab/>
        <w:t>1.013e0</w:t>
      </w:r>
    </w:p>
    <w:p w:rsidR="00E00D30" w:rsidRDefault="00E00D30" w:rsidP="00E00D30">
      <w:r>
        <w:t>188.5831</w:t>
      </w:r>
      <w:r>
        <w:tab/>
        <w:t>1.013e0</w:t>
      </w:r>
    </w:p>
    <w:p w:rsidR="00E00D30" w:rsidRDefault="00E00D30" w:rsidP="00E00D30">
      <w:r>
        <w:t>188.5868</w:t>
      </w:r>
      <w:r>
        <w:tab/>
        <w:t>2.025e0</w:t>
      </w:r>
    </w:p>
    <w:p w:rsidR="00E00D30" w:rsidRDefault="00E00D30" w:rsidP="00E00D30">
      <w:r>
        <w:t>188.5907</w:t>
      </w:r>
      <w:r>
        <w:tab/>
        <w:t>1.013e0</w:t>
      </w:r>
    </w:p>
    <w:p w:rsidR="00E00D30" w:rsidRDefault="00E00D30" w:rsidP="00E00D30">
      <w:r>
        <w:t>188.6086</w:t>
      </w:r>
      <w:r>
        <w:tab/>
        <w:t>1.013e0</w:t>
      </w:r>
    </w:p>
    <w:p w:rsidR="00E00D30" w:rsidRDefault="00E00D30" w:rsidP="00E00D30">
      <w:r>
        <w:t>188.6160</w:t>
      </w:r>
      <w:r>
        <w:tab/>
        <w:t>1.013e0</w:t>
      </w:r>
    </w:p>
    <w:p w:rsidR="00E00D30" w:rsidRDefault="00E00D30" w:rsidP="00E00D30">
      <w:r>
        <w:t>188.6232</w:t>
      </w:r>
      <w:r>
        <w:tab/>
        <w:t>2.025e0</w:t>
      </w:r>
    </w:p>
    <w:p w:rsidR="00E00D30" w:rsidRDefault="00E00D30" w:rsidP="00E00D30">
      <w:r>
        <w:t>188.6290</w:t>
      </w:r>
      <w:r>
        <w:tab/>
        <w:t>2.025e0</w:t>
      </w:r>
    </w:p>
    <w:p w:rsidR="00E00D30" w:rsidRDefault="00E00D30" w:rsidP="00E00D30">
      <w:r>
        <w:t>188.6488</w:t>
      </w:r>
      <w:r>
        <w:tab/>
        <w:t>1.013e0</w:t>
      </w:r>
    </w:p>
    <w:p w:rsidR="00E00D30" w:rsidRDefault="00E00D30" w:rsidP="00E00D30">
      <w:r>
        <w:t>188.6705</w:t>
      </w:r>
      <w:r>
        <w:tab/>
        <w:t>1.013e0</w:t>
      </w:r>
    </w:p>
    <w:p w:rsidR="00E00D30" w:rsidRDefault="00E00D30" w:rsidP="00E00D30">
      <w:r>
        <w:t>188.6816</w:t>
      </w:r>
      <w:r>
        <w:tab/>
        <w:t>1.013e0</w:t>
      </w:r>
    </w:p>
    <w:p w:rsidR="00E00D30" w:rsidRDefault="00E00D30" w:rsidP="00E00D30">
      <w:r>
        <w:t>188.6855</w:t>
      </w:r>
      <w:r>
        <w:tab/>
        <w:t>1.013e0</w:t>
      </w:r>
    </w:p>
    <w:p w:rsidR="00E00D30" w:rsidRDefault="00E00D30" w:rsidP="00E00D30">
      <w:r>
        <w:t>188.7073</w:t>
      </w:r>
      <w:r>
        <w:tab/>
        <w:t>2.025e0</w:t>
      </w:r>
    </w:p>
    <w:p w:rsidR="00E00D30" w:rsidRDefault="00E00D30" w:rsidP="00E00D30">
      <w:r>
        <w:lastRenderedPageBreak/>
        <w:t>188.7290</w:t>
      </w:r>
      <w:r>
        <w:tab/>
        <w:t>1.013e0</w:t>
      </w:r>
    </w:p>
    <w:p w:rsidR="00E00D30" w:rsidRDefault="00E00D30" w:rsidP="00E00D30">
      <w:r>
        <w:t>188.7438</w:t>
      </w:r>
      <w:r>
        <w:tab/>
        <w:t>1.013e0</w:t>
      </w:r>
    </w:p>
    <w:p w:rsidR="00E00D30" w:rsidRDefault="00E00D30" w:rsidP="00E00D30">
      <w:r>
        <w:t>188.7545</w:t>
      </w:r>
      <w:r>
        <w:tab/>
        <w:t>1.013e0</w:t>
      </w:r>
    </w:p>
    <w:p w:rsidR="00E00D30" w:rsidRDefault="00E00D30" w:rsidP="00E00D30">
      <w:r>
        <w:t>188.7839</w:t>
      </w:r>
      <w:r>
        <w:tab/>
        <w:t>2.025e0</w:t>
      </w:r>
    </w:p>
    <w:p w:rsidR="00E00D30" w:rsidRDefault="00E00D30" w:rsidP="00E00D30">
      <w:r>
        <w:t>188.7948</w:t>
      </w:r>
      <w:r>
        <w:tab/>
        <w:t>1.013e0</w:t>
      </w:r>
    </w:p>
    <w:p w:rsidR="00E00D30" w:rsidRDefault="00E00D30" w:rsidP="00E00D30">
      <w:r>
        <w:t>188.7987</w:t>
      </w:r>
      <w:r>
        <w:tab/>
        <w:t>1.013e0</w:t>
      </w:r>
    </w:p>
    <w:p w:rsidR="00E00D30" w:rsidRDefault="00E00D30" w:rsidP="00E00D30">
      <w:r>
        <w:t>188.8149</w:t>
      </w:r>
      <w:r>
        <w:tab/>
        <w:t>2.025e0</w:t>
      </w:r>
    </w:p>
    <w:p w:rsidR="00E00D30" w:rsidRDefault="00E00D30" w:rsidP="00E00D30">
      <w:r>
        <w:t>188.8203</w:t>
      </w:r>
      <w:r>
        <w:tab/>
        <w:t>1.013e0</w:t>
      </w:r>
    </w:p>
    <w:p w:rsidR="00E00D30" w:rsidRDefault="00E00D30" w:rsidP="00E00D30">
      <w:r>
        <w:t>188.8243</w:t>
      </w:r>
      <w:r>
        <w:tab/>
        <w:t>1.013e0</w:t>
      </w:r>
    </w:p>
    <w:p w:rsidR="00E00D30" w:rsidRDefault="00E00D30" w:rsidP="00E00D30">
      <w:r>
        <w:t>188.8386</w:t>
      </w:r>
      <w:r>
        <w:tab/>
        <w:t>1.013e0</w:t>
      </w:r>
    </w:p>
    <w:p w:rsidR="00E00D30" w:rsidRDefault="00E00D30" w:rsidP="00E00D30">
      <w:r>
        <w:t>188.8606</w:t>
      </w:r>
      <w:r>
        <w:tab/>
        <w:t>1.013e0</w:t>
      </w:r>
    </w:p>
    <w:p w:rsidR="00E00D30" w:rsidRDefault="00E00D30" w:rsidP="00E00D30">
      <w:r>
        <w:t>188.8642</w:t>
      </w:r>
      <w:r>
        <w:tab/>
        <w:t>1.013e0</w:t>
      </w:r>
    </w:p>
    <w:p w:rsidR="00E00D30" w:rsidRDefault="00E00D30" w:rsidP="00E00D30">
      <w:r>
        <w:t>188.8790</w:t>
      </w:r>
      <w:r>
        <w:tab/>
        <w:t>1.013e0</w:t>
      </w:r>
    </w:p>
    <w:p w:rsidR="00E00D30" w:rsidRDefault="00E00D30" w:rsidP="00E00D30">
      <w:r>
        <w:t>188.9010</w:t>
      </w:r>
      <w:r>
        <w:tab/>
        <w:t>2.025e0</w:t>
      </w:r>
    </w:p>
    <w:p w:rsidR="00E00D30" w:rsidRDefault="00E00D30" w:rsidP="00E00D30">
      <w:r>
        <w:t>188.9045</w:t>
      </w:r>
      <w:r>
        <w:tab/>
        <w:t>1.013e0</w:t>
      </w:r>
    </w:p>
    <w:p w:rsidR="00E00D30" w:rsidRDefault="00E00D30" w:rsidP="00E00D30">
      <w:r>
        <w:t>188.9193</w:t>
      </w:r>
      <w:r>
        <w:tab/>
        <w:t>2.025e0</w:t>
      </w:r>
    </w:p>
    <w:p w:rsidR="00E00D30" w:rsidRDefault="00E00D30" w:rsidP="00E00D30">
      <w:r>
        <w:t>188.9818</w:t>
      </w:r>
      <w:r>
        <w:tab/>
        <w:t>2.025e0</w:t>
      </w:r>
    </w:p>
    <w:p w:rsidR="00E00D30" w:rsidRDefault="00E00D30" w:rsidP="00E00D30">
      <w:r>
        <w:t>188.9907</w:t>
      </w:r>
      <w:r>
        <w:tab/>
        <w:t>2.025e0</w:t>
      </w:r>
    </w:p>
    <w:p w:rsidR="00E00D30" w:rsidRDefault="00E00D30" w:rsidP="00E00D30">
      <w:r>
        <w:t>188.9927</w:t>
      </w:r>
      <w:r>
        <w:tab/>
        <w:t>1.013e0</w:t>
      </w:r>
    </w:p>
    <w:p w:rsidR="00E00D30" w:rsidRDefault="00E00D30" w:rsidP="00E00D30">
      <w:r>
        <w:lastRenderedPageBreak/>
        <w:t>188.9961</w:t>
      </w:r>
      <w:r>
        <w:tab/>
        <w:t>2.025e0</w:t>
      </w:r>
    </w:p>
    <w:p w:rsidR="00E00D30" w:rsidRDefault="00E00D30" w:rsidP="00E00D30">
      <w:r>
        <w:t>188.9998</w:t>
      </w:r>
      <w:r>
        <w:tab/>
        <w:t>1.013e0</w:t>
      </w:r>
    </w:p>
    <w:p w:rsidR="00E00D30" w:rsidRDefault="00E00D30" w:rsidP="00E00D30">
      <w:r>
        <w:t>189.0034</w:t>
      </w:r>
      <w:r>
        <w:tab/>
        <w:t>1.013e0</w:t>
      </w:r>
    </w:p>
    <w:p w:rsidR="00E00D30" w:rsidRDefault="00E00D30" w:rsidP="00E00D30">
      <w:r>
        <w:t>189.0053</w:t>
      </w:r>
      <w:r>
        <w:tab/>
        <w:t>2.025e0</w:t>
      </w:r>
    </w:p>
    <w:p w:rsidR="00E00D30" w:rsidRDefault="00E00D30" w:rsidP="00E00D30">
      <w:r>
        <w:t>189.0145</w:t>
      </w:r>
      <w:r>
        <w:tab/>
        <w:t>2.025e0</w:t>
      </w:r>
    </w:p>
    <w:p w:rsidR="00E00D30" w:rsidRDefault="00E00D30" w:rsidP="00E00D30">
      <w:r>
        <w:t>189.0180</w:t>
      </w:r>
      <w:r>
        <w:tab/>
        <w:t>1.013e0</w:t>
      </w:r>
    </w:p>
    <w:p w:rsidR="00E00D30" w:rsidRDefault="00E00D30" w:rsidP="00E00D30">
      <w:r>
        <w:t>189.0290</w:t>
      </w:r>
      <w:r>
        <w:tab/>
        <w:t>1.013e0</w:t>
      </w:r>
    </w:p>
    <w:p w:rsidR="00E00D30" w:rsidRDefault="00E00D30" w:rsidP="00E00D30">
      <w:r>
        <w:t>189.0364</w:t>
      </w:r>
      <w:r>
        <w:tab/>
        <w:t>1.013e0</w:t>
      </w:r>
    </w:p>
    <w:p w:rsidR="00E00D30" w:rsidRDefault="00E00D30" w:rsidP="00E00D30">
      <w:r>
        <w:t>189.0401</w:t>
      </w:r>
      <w:r>
        <w:tab/>
        <w:t>1.013e0</w:t>
      </w:r>
    </w:p>
    <w:p w:rsidR="00E00D30" w:rsidRDefault="00E00D30" w:rsidP="00E00D30">
      <w:r>
        <w:t>189.0418</w:t>
      </w:r>
      <w:r>
        <w:tab/>
        <w:t>2.025e0</w:t>
      </w:r>
    </w:p>
    <w:p w:rsidR="00E00D30" w:rsidRDefault="00E00D30" w:rsidP="00E00D30">
      <w:r>
        <w:t>189.0440</w:t>
      </w:r>
      <w:r>
        <w:tab/>
        <w:t>1.013e0</w:t>
      </w:r>
    </w:p>
    <w:p w:rsidR="00E00D30" w:rsidRDefault="00E00D30" w:rsidP="00E00D30">
      <w:r>
        <w:t>189.0510</w:t>
      </w:r>
      <w:r>
        <w:tab/>
        <w:t>2.025e0</w:t>
      </w:r>
    </w:p>
    <w:p w:rsidR="00E00D30" w:rsidRDefault="00E00D30" w:rsidP="00E00D30">
      <w:r>
        <w:t>189.0620</w:t>
      </w:r>
      <w:r>
        <w:tab/>
        <w:t>2.025e0</w:t>
      </w:r>
    </w:p>
    <w:p w:rsidR="00E00D30" w:rsidRDefault="00E00D30" w:rsidP="00E00D30">
      <w:r>
        <w:t>189.0659</w:t>
      </w:r>
      <w:r>
        <w:tab/>
        <w:t>1.013e0</w:t>
      </w:r>
    </w:p>
    <w:p w:rsidR="00E00D30" w:rsidRDefault="00E00D30" w:rsidP="00E00D30">
      <w:r>
        <w:t>189.0674</w:t>
      </w:r>
      <w:r>
        <w:tab/>
        <w:t>2.025e0</w:t>
      </w:r>
    </w:p>
    <w:p w:rsidR="00E00D30" w:rsidRDefault="00E00D30" w:rsidP="00E00D30">
      <w:r>
        <w:t>189.0730</w:t>
      </w:r>
      <w:r>
        <w:tab/>
        <w:t>1.013e0</w:t>
      </w:r>
    </w:p>
    <w:p w:rsidR="00E00D30" w:rsidRDefault="00E00D30" w:rsidP="00E00D30">
      <w:r>
        <w:t>189.0806</w:t>
      </w:r>
      <w:r>
        <w:tab/>
        <w:t>1.013e0</w:t>
      </w:r>
    </w:p>
    <w:p w:rsidR="00E00D30" w:rsidRDefault="00E00D30" w:rsidP="00E00D30">
      <w:r>
        <w:t>189.0950</w:t>
      </w:r>
      <w:r>
        <w:tab/>
        <w:t>1.013e0</w:t>
      </w:r>
    </w:p>
    <w:p w:rsidR="00E00D30" w:rsidRDefault="00E00D30" w:rsidP="00E00D30">
      <w:r>
        <w:t>189.0986</w:t>
      </w:r>
      <w:r>
        <w:tab/>
        <w:t>1.013e0</w:t>
      </w:r>
    </w:p>
    <w:p w:rsidR="00E00D30" w:rsidRDefault="00E00D30" w:rsidP="00E00D30">
      <w:r>
        <w:lastRenderedPageBreak/>
        <w:t>189.1011</w:t>
      </w:r>
      <w:r>
        <w:tab/>
        <w:t>3.038e0</w:t>
      </w:r>
    </w:p>
    <w:p w:rsidR="00E00D30" w:rsidRDefault="00E00D30" w:rsidP="00E00D30">
      <w:r>
        <w:t>189.1117</w:t>
      </w:r>
      <w:r>
        <w:tab/>
        <w:t>2.025e0</w:t>
      </w:r>
    </w:p>
    <w:p w:rsidR="00E00D30" w:rsidRDefault="00E00D30" w:rsidP="00E00D30">
      <w:r>
        <w:t>189.1150</w:t>
      </w:r>
      <w:r>
        <w:tab/>
        <w:t>2.025e0</w:t>
      </w:r>
    </w:p>
    <w:p w:rsidR="00E00D30" w:rsidRDefault="00E00D30" w:rsidP="00E00D30">
      <w:r>
        <w:t>189.1206</w:t>
      </w:r>
      <w:r>
        <w:tab/>
        <w:t>2.025e0</w:t>
      </w:r>
    </w:p>
    <w:p w:rsidR="00E00D30" w:rsidRDefault="00E00D30" w:rsidP="00E00D30">
      <w:r>
        <w:t>189.1316</w:t>
      </w:r>
      <w:r>
        <w:tab/>
        <w:t>1.013e0</w:t>
      </w:r>
    </w:p>
    <w:p w:rsidR="00E00D30" w:rsidRDefault="00E00D30" w:rsidP="00E00D30">
      <w:r>
        <w:t>189.1429</w:t>
      </w:r>
      <w:r>
        <w:tab/>
        <w:t>1.013e0</w:t>
      </w:r>
    </w:p>
    <w:p w:rsidR="00E00D30" w:rsidRDefault="00E00D30" w:rsidP="00E00D30">
      <w:r>
        <w:t>189.1499</w:t>
      </w:r>
      <w:r>
        <w:tab/>
        <w:t>2.025e0</w:t>
      </w:r>
    </w:p>
    <w:p w:rsidR="00E00D30" w:rsidRDefault="00E00D30" w:rsidP="00E00D30">
      <w:r>
        <w:t>189.1537</w:t>
      </w:r>
      <w:r>
        <w:tab/>
        <w:t>1.013e0</w:t>
      </w:r>
    </w:p>
    <w:p w:rsidR="00E00D30" w:rsidRDefault="00E00D30" w:rsidP="00E00D30">
      <w:r>
        <w:t>189.1573</w:t>
      </w:r>
      <w:r>
        <w:tab/>
        <w:t>1.013e0</w:t>
      </w:r>
    </w:p>
    <w:p w:rsidR="00E00D30" w:rsidRDefault="00E00D30" w:rsidP="00E00D30">
      <w:r>
        <w:t>189.1682</w:t>
      </w:r>
      <w:r>
        <w:tab/>
        <w:t>1.013e0</w:t>
      </w:r>
    </w:p>
    <w:p w:rsidR="00E00D30" w:rsidRDefault="00E00D30" w:rsidP="00E00D30">
      <w:r>
        <w:t>189.1719</w:t>
      </w:r>
      <w:r>
        <w:tab/>
        <w:t>2.025e0</w:t>
      </w:r>
    </w:p>
    <w:p w:rsidR="00E00D30" w:rsidRDefault="00E00D30" w:rsidP="00E00D30">
      <w:r>
        <w:t>189.2049</w:t>
      </w:r>
      <w:r>
        <w:tab/>
        <w:t>2.025e0</w:t>
      </w:r>
    </w:p>
    <w:p w:rsidR="00E00D30" w:rsidRDefault="00E00D30" w:rsidP="00E00D30">
      <w:r>
        <w:t>189.2286</w:t>
      </w:r>
      <w:r>
        <w:tab/>
        <w:t>2.025e0</w:t>
      </w:r>
    </w:p>
    <w:p w:rsidR="00E00D30" w:rsidRDefault="00E00D30" w:rsidP="00E00D30">
      <w:r>
        <w:t>189.2341</w:t>
      </w:r>
      <w:r>
        <w:tab/>
        <w:t>2.025e0</w:t>
      </w:r>
    </w:p>
    <w:p w:rsidR="00E00D30" w:rsidRDefault="00E00D30" w:rsidP="00E00D30">
      <w:r>
        <w:t>189.2490</w:t>
      </w:r>
      <w:r>
        <w:tab/>
        <w:t>1.013e0</w:t>
      </w:r>
    </w:p>
    <w:p w:rsidR="00E00D30" w:rsidRDefault="00E00D30" w:rsidP="00E00D30">
      <w:r>
        <w:t>189.2636</w:t>
      </w:r>
      <w:r>
        <w:tab/>
        <w:t>1.013e0</w:t>
      </w:r>
    </w:p>
    <w:p w:rsidR="00E00D30" w:rsidRDefault="00E00D30" w:rsidP="00E00D30">
      <w:r>
        <w:t>189.2672</w:t>
      </w:r>
      <w:r>
        <w:tab/>
        <w:t>2.025e0</w:t>
      </w:r>
    </w:p>
    <w:p w:rsidR="00E00D30" w:rsidRDefault="00E00D30" w:rsidP="00E00D30">
      <w:r>
        <w:t>189.2821</w:t>
      </w:r>
      <w:r>
        <w:tab/>
        <w:t>1.013e0</w:t>
      </w:r>
    </w:p>
    <w:p w:rsidR="00E00D30" w:rsidRDefault="00E00D30" w:rsidP="00E00D30">
      <w:r>
        <w:t>189.3000</w:t>
      </w:r>
      <w:r>
        <w:tab/>
        <w:t>1.013e0</w:t>
      </w:r>
    </w:p>
    <w:p w:rsidR="00E00D30" w:rsidRDefault="00E00D30" w:rsidP="00E00D30">
      <w:r>
        <w:lastRenderedPageBreak/>
        <w:t>189.3074</w:t>
      </w:r>
      <w:r>
        <w:tab/>
        <w:t>1.013e0</w:t>
      </w:r>
    </w:p>
    <w:p w:rsidR="00E00D30" w:rsidRDefault="00E00D30" w:rsidP="00E00D30">
      <w:r>
        <w:t>189.3113</w:t>
      </w:r>
      <w:r>
        <w:tab/>
        <w:t>1.013e0</w:t>
      </w:r>
    </w:p>
    <w:p w:rsidR="00E00D30" w:rsidRDefault="00E00D30" w:rsidP="00E00D30">
      <w:r>
        <w:t>189.3255</w:t>
      </w:r>
      <w:r>
        <w:tab/>
        <w:t>1.013e0</w:t>
      </w:r>
    </w:p>
    <w:p w:rsidR="00E00D30" w:rsidRDefault="00E00D30" w:rsidP="00E00D30">
      <w:r>
        <w:t>189.3293</w:t>
      </w:r>
      <w:r>
        <w:tab/>
        <w:t>1.013e0</w:t>
      </w:r>
    </w:p>
    <w:p w:rsidR="00E00D30" w:rsidRDefault="00E00D30" w:rsidP="00E00D30">
      <w:r>
        <w:t>189.3804</w:t>
      </w:r>
      <w:r>
        <w:tab/>
        <w:t>1.013e0</w:t>
      </w:r>
    </w:p>
    <w:p w:rsidR="00E00D30" w:rsidRDefault="00E00D30" w:rsidP="00E00D30">
      <w:r>
        <w:t>189.3839</w:t>
      </w:r>
      <w:r>
        <w:tab/>
        <w:t>1.013e0</w:t>
      </w:r>
    </w:p>
    <w:p w:rsidR="00E00D30" w:rsidRDefault="00E00D30" w:rsidP="00E00D30">
      <w:r>
        <w:t>189.4059</w:t>
      </w:r>
      <w:r>
        <w:tab/>
        <w:t>1.013e0</w:t>
      </w:r>
    </w:p>
    <w:p w:rsidR="00E00D30" w:rsidRDefault="00E00D30" w:rsidP="00E00D30">
      <w:r>
        <w:t>189.4646</w:t>
      </w:r>
      <w:r>
        <w:tab/>
        <w:t>1.013e0</w:t>
      </w:r>
    </w:p>
    <w:p w:rsidR="00E00D30" w:rsidRDefault="00E00D30" w:rsidP="00E00D30">
      <w:r>
        <w:t>189.4862</w:t>
      </w:r>
      <w:r>
        <w:tab/>
        <w:t>1.013e0</w:t>
      </w:r>
    </w:p>
    <w:p w:rsidR="00E00D30" w:rsidRDefault="00E00D30" w:rsidP="00E00D30">
      <w:r>
        <w:t>189.4899</w:t>
      </w:r>
      <w:r>
        <w:tab/>
        <w:t>1.013e0</w:t>
      </w:r>
    </w:p>
    <w:p w:rsidR="00E00D30" w:rsidRDefault="00E00D30" w:rsidP="00E00D30">
      <w:r>
        <w:t>189.5008</w:t>
      </w:r>
      <w:r>
        <w:tab/>
        <w:t>1.013e0</w:t>
      </w:r>
    </w:p>
    <w:p w:rsidR="00E00D30" w:rsidRDefault="00E00D30" w:rsidP="00E00D30">
      <w:r>
        <w:t>189.5266</w:t>
      </w:r>
      <w:r>
        <w:tab/>
        <w:t>2.025e0</w:t>
      </w:r>
    </w:p>
    <w:p w:rsidR="00E00D30" w:rsidRDefault="00E00D30" w:rsidP="00E00D30">
      <w:r>
        <w:t>189.5411</w:t>
      </w:r>
      <w:r>
        <w:tab/>
        <w:t>2.025e0</w:t>
      </w:r>
    </w:p>
    <w:p w:rsidR="00E00D30" w:rsidRDefault="00E00D30" w:rsidP="00E00D30">
      <w:r>
        <w:t>189.5569</w:t>
      </w:r>
      <w:r>
        <w:tab/>
        <w:t>3.038e0</w:t>
      </w:r>
    </w:p>
    <w:p w:rsidR="00E00D30" w:rsidRDefault="00E00D30" w:rsidP="00E00D30">
      <w:r>
        <w:t>189.5630</w:t>
      </w:r>
      <w:r>
        <w:tab/>
        <w:t>2.025e0</w:t>
      </w:r>
    </w:p>
    <w:p w:rsidR="00E00D30" w:rsidRDefault="00E00D30" w:rsidP="00E00D30">
      <w:r>
        <w:t>189.5669</w:t>
      </w:r>
      <w:r>
        <w:tab/>
        <w:t>1.013e0</w:t>
      </w:r>
    </w:p>
    <w:p w:rsidR="00E00D30" w:rsidRDefault="00E00D30" w:rsidP="00E00D30">
      <w:r>
        <w:t>189.5702</w:t>
      </w:r>
      <w:r>
        <w:tab/>
        <w:t>1.013e0</w:t>
      </w:r>
    </w:p>
    <w:p w:rsidR="00E00D30" w:rsidRDefault="00E00D30" w:rsidP="00E00D30">
      <w:r>
        <w:t>189.6105</w:t>
      </w:r>
      <w:r>
        <w:tab/>
        <w:t>3.038e0</w:t>
      </w:r>
    </w:p>
    <w:p w:rsidR="00E00D30" w:rsidRDefault="00E00D30" w:rsidP="00E00D30">
      <w:r>
        <w:t>189.6179</w:t>
      </w:r>
      <w:r>
        <w:tab/>
        <w:t>1.013e0</w:t>
      </w:r>
    </w:p>
    <w:p w:rsidR="00E00D30" w:rsidRDefault="00E00D30" w:rsidP="00E00D30">
      <w:r>
        <w:lastRenderedPageBreak/>
        <w:t>189.6360</w:t>
      </w:r>
      <w:r>
        <w:tab/>
        <w:t>1.013e0</w:t>
      </w:r>
    </w:p>
    <w:p w:rsidR="00E00D30" w:rsidRDefault="00E00D30" w:rsidP="00E00D30">
      <w:r>
        <w:t>189.6543</w:t>
      </w:r>
      <w:r>
        <w:tab/>
        <w:t>1.013e0</w:t>
      </w:r>
    </w:p>
    <w:p w:rsidR="00E00D30" w:rsidRDefault="00E00D30" w:rsidP="00E00D30">
      <w:r>
        <w:t>189.6653</w:t>
      </w:r>
      <w:r>
        <w:tab/>
        <w:t>1.013e0</w:t>
      </w:r>
    </w:p>
    <w:p w:rsidR="00E00D30" w:rsidRDefault="00E00D30" w:rsidP="00E00D30">
      <w:r>
        <w:t>189.6693</w:t>
      </w:r>
      <w:r>
        <w:tab/>
        <w:t>1.013e0</w:t>
      </w:r>
    </w:p>
    <w:p w:rsidR="00E00D30" w:rsidRDefault="00E00D30" w:rsidP="00E00D30">
      <w:r>
        <w:t>189.6763</w:t>
      </w:r>
      <w:r>
        <w:tab/>
        <w:t>1.013e0</w:t>
      </w:r>
    </w:p>
    <w:p w:rsidR="00E00D30" w:rsidRDefault="00E00D30" w:rsidP="00E00D30">
      <w:r>
        <w:t>189.6838</w:t>
      </w:r>
      <w:r>
        <w:tab/>
        <w:t>2.025e0</w:t>
      </w:r>
    </w:p>
    <w:p w:rsidR="00E00D30" w:rsidRDefault="00E00D30" w:rsidP="00E00D30">
      <w:r>
        <w:t>189.7531</w:t>
      </w:r>
      <w:r>
        <w:tab/>
        <w:t>1.013e0</w:t>
      </w:r>
    </w:p>
    <w:p w:rsidR="00E00D30" w:rsidRDefault="00E00D30" w:rsidP="00E00D30">
      <w:r>
        <w:t>189.7643</w:t>
      </w:r>
      <w:r>
        <w:tab/>
        <w:t>2.025e0</w:t>
      </w:r>
    </w:p>
    <w:p w:rsidR="00E00D30" w:rsidRDefault="00E00D30" w:rsidP="00E00D30">
      <w:r>
        <w:t>189.7932</w:t>
      </w:r>
      <w:r>
        <w:tab/>
        <w:t>1.013e0</w:t>
      </w:r>
    </w:p>
    <w:p w:rsidR="00E00D30" w:rsidRDefault="00E00D30" w:rsidP="00E00D30">
      <w:r>
        <w:t>189.8152</w:t>
      </w:r>
      <w:r>
        <w:tab/>
        <w:t>1.013e0</w:t>
      </w:r>
    </w:p>
    <w:p w:rsidR="00E00D30" w:rsidRDefault="00E00D30" w:rsidP="00E00D30">
      <w:r>
        <w:t>189.8225</w:t>
      </w:r>
      <w:r>
        <w:tab/>
        <w:t>1.013e0</w:t>
      </w:r>
    </w:p>
    <w:p w:rsidR="00E00D30" w:rsidRDefault="00E00D30" w:rsidP="00E00D30">
      <w:r>
        <w:t>189.8409</w:t>
      </w:r>
      <w:r>
        <w:tab/>
        <w:t>2.025e0</w:t>
      </w:r>
    </w:p>
    <w:p w:rsidR="00E00D30" w:rsidRDefault="00E00D30" w:rsidP="00E00D30">
      <w:r>
        <w:t>189.8444</w:t>
      </w:r>
      <w:r>
        <w:tab/>
        <w:t>1.013e0</w:t>
      </w:r>
    </w:p>
    <w:p w:rsidR="00E00D30" w:rsidRDefault="00E00D30" w:rsidP="00E00D30">
      <w:r>
        <w:t>189.8555</w:t>
      </w:r>
      <w:r>
        <w:tab/>
        <w:t>1.013e0</w:t>
      </w:r>
    </w:p>
    <w:p w:rsidR="00E00D30" w:rsidRDefault="00E00D30" w:rsidP="00E00D30">
      <w:r>
        <w:t>189.9141</w:t>
      </w:r>
      <w:r>
        <w:tab/>
        <w:t>1.013e0</w:t>
      </w:r>
    </w:p>
    <w:p w:rsidR="00E00D30" w:rsidRDefault="00E00D30" w:rsidP="00E00D30">
      <w:r>
        <w:t>189.9760</w:t>
      </w:r>
      <w:r>
        <w:tab/>
        <w:t>1.013e0</w:t>
      </w:r>
    </w:p>
    <w:p w:rsidR="00E00D30" w:rsidRDefault="00E00D30" w:rsidP="00E00D30">
      <w:r>
        <w:t>189.9800</w:t>
      </w:r>
      <w:r>
        <w:tab/>
        <w:t>1.013e0</w:t>
      </w:r>
    </w:p>
    <w:p w:rsidR="00E00D30" w:rsidRDefault="00E00D30" w:rsidP="00E00D30">
      <w:r>
        <w:t>189.9854</w:t>
      </w:r>
      <w:r>
        <w:tab/>
        <w:t>2.025e0</w:t>
      </w:r>
    </w:p>
    <w:p w:rsidR="00E00D30" w:rsidRDefault="00E00D30" w:rsidP="00E00D30">
      <w:r>
        <w:t>189.9874</w:t>
      </w:r>
      <w:r>
        <w:tab/>
        <w:t>1.013e0</w:t>
      </w:r>
    </w:p>
    <w:p w:rsidR="00E00D30" w:rsidRDefault="00E00D30" w:rsidP="00E00D30">
      <w:r>
        <w:lastRenderedPageBreak/>
        <w:t>189.9908</w:t>
      </w:r>
      <w:r>
        <w:tab/>
        <w:t>1.013e0</w:t>
      </w:r>
    </w:p>
    <w:p w:rsidR="00E00D30" w:rsidRDefault="00E00D30" w:rsidP="00E00D30">
      <w:r>
        <w:t>190.0091</w:t>
      </w:r>
      <w:r>
        <w:tab/>
        <w:t>2.025e0</w:t>
      </w:r>
    </w:p>
    <w:p w:rsidR="00E00D30" w:rsidRDefault="00E00D30" w:rsidP="00E00D30">
      <w:r>
        <w:t>190.0117</w:t>
      </w:r>
      <w:r>
        <w:tab/>
        <w:t>3.038e0</w:t>
      </w:r>
    </w:p>
    <w:p w:rsidR="00E00D30" w:rsidRDefault="00E00D30" w:rsidP="00E00D30">
      <w:r>
        <w:t>190.0227</w:t>
      </w:r>
      <w:r>
        <w:tab/>
        <w:t>5.063e0</w:t>
      </w:r>
    </w:p>
    <w:p w:rsidR="00E00D30" w:rsidRDefault="00E00D30" w:rsidP="00E00D30">
      <w:r>
        <w:t>190.0270</w:t>
      </w:r>
      <w:r>
        <w:tab/>
        <w:t>6.076e0</w:t>
      </w:r>
    </w:p>
    <w:p w:rsidR="00E00D30" w:rsidRDefault="00E00D30" w:rsidP="00E00D30">
      <w:r>
        <w:t>190.0385</w:t>
      </w:r>
      <w:r>
        <w:tab/>
        <w:t>1.013e0</w:t>
      </w:r>
    </w:p>
    <w:p w:rsidR="00E00D30" w:rsidRDefault="00E00D30" w:rsidP="00E00D30">
      <w:r>
        <w:t>190.0423</w:t>
      </w:r>
      <w:r>
        <w:tab/>
        <w:t>1.013e0</w:t>
      </w:r>
    </w:p>
    <w:p w:rsidR="00E00D30" w:rsidRDefault="00E00D30" w:rsidP="00E00D30">
      <w:r>
        <w:t>190.0450</w:t>
      </w:r>
      <w:r>
        <w:tab/>
        <w:t>5.063e0</w:t>
      </w:r>
    </w:p>
    <w:p w:rsidR="00E00D30" w:rsidRDefault="00E00D30" w:rsidP="00E00D30">
      <w:r>
        <w:t>190.0533</w:t>
      </w:r>
      <w:r>
        <w:tab/>
        <w:t>1.013e0</w:t>
      </w:r>
    </w:p>
    <w:p w:rsidR="00E00D30" w:rsidRDefault="00E00D30" w:rsidP="00E00D30">
      <w:r>
        <w:t>190.0552</w:t>
      </w:r>
      <w:r>
        <w:tab/>
        <w:t>2.025e0</w:t>
      </w:r>
    </w:p>
    <w:p w:rsidR="00E00D30" w:rsidRDefault="00E00D30" w:rsidP="00E00D30">
      <w:r>
        <w:t>190.0569</w:t>
      </w:r>
      <w:r>
        <w:tab/>
        <w:t>2.025e0</w:t>
      </w:r>
    </w:p>
    <w:p w:rsidR="00E00D30" w:rsidRDefault="00E00D30" w:rsidP="00E00D30">
      <w:r>
        <w:t>190.0606</w:t>
      </w:r>
      <w:r>
        <w:tab/>
        <w:t>1.013e0</w:t>
      </w:r>
    </w:p>
    <w:p w:rsidR="00E00D30" w:rsidRDefault="00E00D30" w:rsidP="00E00D30">
      <w:r>
        <w:t>190.0739</w:t>
      </w:r>
      <w:r>
        <w:tab/>
        <w:t>2.025e0</w:t>
      </w:r>
    </w:p>
    <w:p w:rsidR="00E00D30" w:rsidRDefault="00E00D30" w:rsidP="00E00D30">
      <w:r>
        <w:t>190.0816</w:t>
      </w:r>
      <w:r>
        <w:tab/>
        <w:t>3.038e0</w:t>
      </w:r>
    </w:p>
    <w:p w:rsidR="00E00D30" w:rsidRDefault="00E00D30" w:rsidP="00E00D30">
      <w:r>
        <w:t>190.0828</w:t>
      </w:r>
      <w:r>
        <w:tab/>
        <w:t>1.013e0</w:t>
      </w:r>
    </w:p>
    <w:p w:rsidR="00E00D30" w:rsidRDefault="00E00D30" w:rsidP="00E00D30">
      <w:r>
        <w:t>190.0847</w:t>
      </w:r>
      <w:r>
        <w:tab/>
        <w:t>2.025e0</w:t>
      </w:r>
    </w:p>
    <w:p w:rsidR="00E00D30" w:rsidRDefault="00E00D30" w:rsidP="00E00D30">
      <w:r>
        <w:t>190.0901</w:t>
      </w:r>
      <w:r>
        <w:tab/>
        <w:t>3.038e0</w:t>
      </w:r>
    </w:p>
    <w:p w:rsidR="00E00D30" w:rsidRDefault="00E00D30" w:rsidP="00E00D30">
      <w:r>
        <w:t>190.0941</w:t>
      </w:r>
      <w:r>
        <w:tab/>
        <w:t>1.013e0</w:t>
      </w:r>
    </w:p>
    <w:p w:rsidR="00E00D30" w:rsidRDefault="00E00D30" w:rsidP="00E00D30">
      <w:r>
        <w:t>190.1104</w:t>
      </w:r>
      <w:r>
        <w:tab/>
        <w:t>2.025e0</w:t>
      </w:r>
    </w:p>
    <w:p w:rsidR="00E00D30" w:rsidRDefault="00E00D30" w:rsidP="00E00D30">
      <w:r>
        <w:lastRenderedPageBreak/>
        <w:t>190.1159</w:t>
      </w:r>
      <w:r>
        <w:tab/>
        <w:t>3.038e0</w:t>
      </w:r>
    </w:p>
    <w:p w:rsidR="00E00D30" w:rsidRDefault="00E00D30" w:rsidP="00E00D30">
      <w:r>
        <w:t>190.1195</w:t>
      </w:r>
      <w:r>
        <w:tab/>
        <w:t>1.013e0</w:t>
      </w:r>
    </w:p>
    <w:p w:rsidR="00E00D30" w:rsidRDefault="00E00D30" w:rsidP="00E00D30">
      <w:r>
        <w:t>190.1235</w:t>
      </w:r>
      <w:r>
        <w:tab/>
        <w:t>1.013e0</w:t>
      </w:r>
    </w:p>
    <w:p w:rsidR="00E00D30" w:rsidRDefault="00E00D30" w:rsidP="00E00D30">
      <w:r>
        <w:t>190.1379</w:t>
      </w:r>
      <w:r>
        <w:tab/>
        <w:t>1.013e0</w:t>
      </w:r>
    </w:p>
    <w:p w:rsidR="00E00D30" w:rsidRDefault="00E00D30" w:rsidP="00E00D30">
      <w:r>
        <w:t>190.1529</w:t>
      </w:r>
      <w:r>
        <w:tab/>
        <w:t>1.013e0</w:t>
      </w:r>
    </w:p>
    <w:p w:rsidR="00E00D30" w:rsidRDefault="00E00D30" w:rsidP="00E00D30">
      <w:r>
        <w:t>190.1563</w:t>
      </w:r>
      <w:r>
        <w:tab/>
        <w:t>1.013e0</w:t>
      </w:r>
    </w:p>
    <w:p w:rsidR="00E00D30" w:rsidRDefault="00E00D30" w:rsidP="00E00D30">
      <w:r>
        <w:t>190.1674</w:t>
      </w:r>
      <w:r>
        <w:tab/>
        <w:t>3.038e0</w:t>
      </w:r>
    </w:p>
    <w:p w:rsidR="00E00D30" w:rsidRDefault="00E00D30" w:rsidP="00E00D30">
      <w:r>
        <w:t>190.1895</w:t>
      </w:r>
      <w:r>
        <w:tab/>
        <w:t>1.013e0</w:t>
      </w:r>
    </w:p>
    <w:p w:rsidR="00E00D30" w:rsidRDefault="00E00D30" w:rsidP="00E00D30">
      <w:r>
        <w:t>190.1969</w:t>
      </w:r>
      <w:r>
        <w:tab/>
        <w:t>3.038e0</w:t>
      </w:r>
    </w:p>
    <w:p w:rsidR="00E00D30" w:rsidRDefault="00E00D30" w:rsidP="00E00D30">
      <w:r>
        <w:t>190.2043</w:t>
      </w:r>
      <w:r>
        <w:tab/>
        <w:t>1.013e0</w:t>
      </w:r>
    </w:p>
    <w:p w:rsidR="00E00D30" w:rsidRDefault="00E00D30" w:rsidP="00E00D30">
      <w:r>
        <w:t>190.2226</w:t>
      </w:r>
      <w:r>
        <w:tab/>
        <w:t>2.025e0</w:t>
      </w:r>
    </w:p>
    <w:p w:rsidR="00E00D30" w:rsidRDefault="00E00D30" w:rsidP="00E00D30">
      <w:r>
        <w:t>190.2300</w:t>
      </w:r>
      <w:r>
        <w:tab/>
        <w:t>1.013e0</w:t>
      </w:r>
    </w:p>
    <w:p w:rsidR="00E00D30" w:rsidRDefault="00E00D30" w:rsidP="00E00D30">
      <w:r>
        <w:t>190.2520</w:t>
      </w:r>
      <w:r>
        <w:tab/>
        <w:t>1.013e0</w:t>
      </w:r>
    </w:p>
    <w:p w:rsidR="00E00D30" w:rsidRDefault="00E00D30" w:rsidP="00E00D30">
      <w:r>
        <w:t>190.2742</w:t>
      </w:r>
      <w:r>
        <w:tab/>
        <w:t>1.013e0</w:t>
      </w:r>
    </w:p>
    <w:p w:rsidR="00E00D30" w:rsidRDefault="00E00D30" w:rsidP="00E00D30">
      <w:r>
        <w:t>190.2958</w:t>
      </w:r>
      <w:r>
        <w:tab/>
        <w:t>1.013e0</w:t>
      </w:r>
    </w:p>
    <w:p w:rsidR="00E00D30" w:rsidRDefault="00E00D30" w:rsidP="00E00D30">
      <w:r>
        <w:t>190.2998</w:t>
      </w:r>
      <w:r>
        <w:tab/>
        <w:t>1.013e0</w:t>
      </w:r>
    </w:p>
    <w:p w:rsidR="00E00D30" w:rsidRDefault="00E00D30" w:rsidP="00E00D30">
      <w:r>
        <w:t>190.3032</w:t>
      </w:r>
      <w:r>
        <w:tab/>
        <w:t>2.025e0</w:t>
      </w:r>
    </w:p>
    <w:p w:rsidR="00E00D30" w:rsidRDefault="00E00D30" w:rsidP="00E00D30">
      <w:r>
        <w:t>190.3214</w:t>
      </w:r>
      <w:r>
        <w:tab/>
        <w:t>1.013e0</w:t>
      </w:r>
    </w:p>
    <w:p w:rsidR="00E00D30" w:rsidRDefault="00E00D30" w:rsidP="00E00D30">
      <w:r>
        <w:t>190.3400</w:t>
      </w:r>
      <w:r>
        <w:tab/>
        <w:t>2.025e0</w:t>
      </w:r>
    </w:p>
    <w:p w:rsidR="00E00D30" w:rsidRDefault="00E00D30" w:rsidP="00E00D30">
      <w:r>
        <w:lastRenderedPageBreak/>
        <w:t>190.3508</w:t>
      </w:r>
      <w:r>
        <w:tab/>
        <w:t>1.013e0</w:t>
      </w:r>
    </w:p>
    <w:p w:rsidR="00E00D30" w:rsidRDefault="00E00D30" w:rsidP="00E00D30">
      <w:r>
        <w:t>190.3653</w:t>
      </w:r>
      <w:r>
        <w:tab/>
        <w:t>1.013e0</w:t>
      </w:r>
    </w:p>
    <w:p w:rsidR="00E00D30" w:rsidRDefault="00E00D30" w:rsidP="00E00D30">
      <w:r>
        <w:t>190.3690</w:t>
      </w:r>
      <w:r>
        <w:tab/>
        <w:t>1.013e0</w:t>
      </w:r>
    </w:p>
    <w:p w:rsidR="00E00D30" w:rsidRDefault="00E00D30" w:rsidP="00E00D30">
      <w:r>
        <w:t>190.3836</w:t>
      </w:r>
      <w:r>
        <w:tab/>
        <w:t>1.013e0</w:t>
      </w:r>
    </w:p>
    <w:p w:rsidR="00E00D30" w:rsidRDefault="00E00D30" w:rsidP="00E00D30">
      <w:r>
        <w:t>190.4056</w:t>
      </w:r>
      <w:r>
        <w:tab/>
        <w:t>2.025e0</w:t>
      </w:r>
    </w:p>
    <w:p w:rsidR="00E00D30" w:rsidRDefault="00E00D30" w:rsidP="00E00D30">
      <w:r>
        <w:t>190.4386</w:t>
      </w:r>
      <w:r>
        <w:tab/>
        <w:t>2.025e0</w:t>
      </w:r>
    </w:p>
    <w:p w:rsidR="00E00D30" w:rsidRDefault="00E00D30" w:rsidP="00E00D30">
      <w:r>
        <w:t>190.4404</w:t>
      </w:r>
      <w:r>
        <w:tab/>
        <w:t>2.025e0</w:t>
      </w:r>
    </w:p>
    <w:p w:rsidR="00E00D30" w:rsidRDefault="00E00D30" w:rsidP="00E00D30">
      <w:r>
        <w:t>190.4605</w:t>
      </w:r>
      <w:r>
        <w:tab/>
        <w:t>1.013e0</w:t>
      </w:r>
    </w:p>
    <w:p w:rsidR="00E00D30" w:rsidRDefault="00E00D30" w:rsidP="00E00D30">
      <w:r>
        <w:t>190.4644</w:t>
      </w:r>
      <w:r>
        <w:tab/>
        <w:t>1.013e0</w:t>
      </w:r>
    </w:p>
    <w:p w:rsidR="00E00D30" w:rsidRDefault="00E00D30" w:rsidP="00E00D30">
      <w:r>
        <w:t>190.4714</w:t>
      </w:r>
      <w:r>
        <w:tab/>
        <w:t>1.013e0</w:t>
      </w:r>
    </w:p>
    <w:p w:rsidR="00E00D30" w:rsidRDefault="00E00D30" w:rsidP="00E00D30">
      <w:r>
        <w:t>190.4727</w:t>
      </w:r>
      <w:r>
        <w:tab/>
        <w:t>3.038e0</w:t>
      </w:r>
    </w:p>
    <w:p w:rsidR="00E00D30" w:rsidRDefault="00E00D30" w:rsidP="00E00D30">
      <w:r>
        <w:t>190.4752</w:t>
      </w:r>
      <w:r>
        <w:tab/>
        <w:t>1.013e0</w:t>
      </w:r>
    </w:p>
    <w:p w:rsidR="00E00D30" w:rsidRDefault="00E00D30" w:rsidP="00E00D30">
      <w:r>
        <w:t>190.4972</w:t>
      </w:r>
      <w:r>
        <w:tab/>
        <w:t>1.013e0</w:t>
      </w:r>
    </w:p>
    <w:p w:rsidR="00E00D30" w:rsidRDefault="00E00D30" w:rsidP="00E00D30">
      <w:r>
        <w:t>190.5301</w:t>
      </w:r>
      <w:r>
        <w:tab/>
        <w:t>1.013e0</w:t>
      </w:r>
    </w:p>
    <w:p w:rsidR="00E00D30" w:rsidRDefault="00E00D30" w:rsidP="00E00D30">
      <w:r>
        <w:t>190.5373</w:t>
      </w:r>
      <w:r>
        <w:tab/>
        <w:t>4.051e0</w:t>
      </w:r>
    </w:p>
    <w:p w:rsidR="00E00D30" w:rsidRDefault="00E00D30" w:rsidP="00E00D30">
      <w:r>
        <w:t>190.5464</w:t>
      </w:r>
      <w:r>
        <w:tab/>
        <w:t>3.038e0</w:t>
      </w:r>
    </w:p>
    <w:p w:rsidR="00E00D30" w:rsidRDefault="00E00D30" w:rsidP="00E00D30">
      <w:r>
        <w:t>190.5509</w:t>
      </w:r>
      <w:r>
        <w:tab/>
        <w:t>1.580e1</w:t>
      </w:r>
    </w:p>
    <w:p w:rsidR="00E00D30" w:rsidRDefault="00E00D30" w:rsidP="00E00D30">
      <w:r>
        <w:t>190.5534</w:t>
      </w:r>
      <w:r>
        <w:tab/>
        <w:t>7.696e0</w:t>
      </w:r>
    </w:p>
    <w:p w:rsidR="00E00D30" w:rsidRDefault="00E00D30" w:rsidP="00E00D30">
      <w:r>
        <w:t>190.5571</w:t>
      </w:r>
      <w:r>
        <w:tab/>
        <w:t>9.114e0</w:t>
      </w:r>
    </w:p>
    <w:p w:rsidR="00E00D30" w:rsidRDefault="00E00D30" w:rsidP="00E00D30">
      <w:r>
        <w:lastRenderedPageBreak/>
        <w:t>190.5619</w:t>
      </w:r>
      <w:r>
        <w:tab/>
        <w:t>3.475e0</w:t>
      </w:r>
    </w:p>
    <w:p w:rsidR="00E00D30" w:rsidRDefault="00E00D30" w:rsidP="00E00D30">
      <w:r>
        <w:t>190.5630</w:t>
      </w:r>
      <w:r>
        <w:tab/>
        <w:t>5.063e0</w:t>
      </w:r>
    </w:p>
    <w:p w:rsidR="00E00D30" w:rsidRDefault="00E00D30" w:rsidP="00E00D30">
      <w:r>
        <w:t>190.5644</w:t>
      </w:r>
      <w:r>
        <w:tab/>
        <w:t>5.063e0</w:t>
      </w:r>
    </w:p>
    <w:p w:rsidR="00E00D30" w:rsidRDefault="00E00D30" w:rsidP="00E00D30">
      <w:r>
        <w:t>190.5886</w:t>
      </w:r>
      <w:r>
        <w:tab/>
        <w:t>1.013e0</w:t>
      </w:r>
    </w:p>
    <w:p w:rsidR="00E00D30" w:rsidRDefault="00E00D30" w:rsidP="00E00D30">
      <w:r>
        <w:t>190.5905</w:t>
      </w:r>
      <w:r>
        <w:tab/>
        <w:t>2.025e0</w:t>
      </w:r>
    </w:p>
    <w:p w:rsidR="00E00D30" w:rsidRDefault="00E00D30" w:rsidP="00E00D30">
      <w:r>
        <w:t>190.5924</w:t>
      </w:r>
      <w:r>
        <w:tab/>
        <w:t>1.013e0</w:t>
      </w:r>
    </w:p>
    <w:p w:rsidR="00E00D30" w:rsidRDefault="00E00D30" w:rsidP="00E00D30">
      <w:r>
        <w:t>190.6179</w:t>
      </w:r>
      <w:r>
        <w:tab/>
        <w:t>1.013e0</w:t>
      </w:r>
    </w:p>
    <w:p w:rsidR="00E00D30" w:rsidRDefault="00E00D30" w:rsidP="00E00D30">
      <w:r>
        <w:t>190.6253</w:t>
      </w:r>
      <w:r>
        <w:tab/>
        <w:t>1.013e0</w:t>
      </w:r>
    </w:p>
    <w:p w:rsidR="00E00D30" w:rsidRDefault="00E00D30" w:rsidP="00E00D30">
      <w:r>
        <w:t>190.6329</w:t>
      </w:r>
      <w:r>
        <w:tab/>
        <w:t>1.013e0</w:t>
      </w:r>
    </w:p>
    <w:p w:rsidR="00E00D30" w:rsidRDefault="00E00D30" w:rsidP="00E00D30">
      <w:r>
        <w:t>190.6658</w:t>
      </w:r>
      <w:r>
        <w:tab/>
        <w:t>2.025e0</w:t>
      </w:r>
    </w:p>
    <w:p w:rsidR="00E00D30" w:rsidRDefault="00E00D30" w:rsidP="00E00D30">
      <w:r>
        <w:t>190.6765</w:t>
      </w:r>
      <w:r>
        <w:tab/>
        <w:t>1.013e0</w:t>
      </w:r>
    </w:p>
    <w:p w:rsidR="00E00D30" w:rsidRDefault="00E00D30" w:rsidP="00E00D30">
      <w:r>
        <w:t>190.6912</w:t>
      </w:r>
      <w:r>
        <w:tab/>
        <w:t>1.013e0</w:t>
      </w:r>
    </w:p>
    <w:p w:rsidR="00E00D30" w:rsidRDefault="00E00D30" w:rsidP="00E00D30">
      <w:r>
        <w:t>190.7094</w:t>
      </w:r>
      <w:r>
        <w:tab/>
        <w:t>2.025e0</w:t>
      </w:r>
    </w:p>
    <w:p w:rsidR="00E00D30" w:rsidRDefault="00E00D30" w:rsidP="00E00D30">
      <w:r>
        <w:t>190.7277</w:t>
      </w:r>
      <w:r>
        <w:tab/>
        <w:t>1.013e0</w:t>
      </w:r>
    </w:p>
    <w:p w:rsidR="00E00D30" w:rsidRDefault="00E00D30" w:rsidP="00E00D30">
      <w:r>
        <w:t>190.7407</w:t>
      </w:r>
      <w:r>
        <w:tab/>
        <w:t>2.025e0</w:t>
      </w:r>
    </w:p>
    <w:p w:rsidR="00E00D30" w:rsidRDefault="00E00D30" w:rsidP="00E00D30">
      <w:r>
        <w:t>190.7427</w:t>
      </w:r>
      <w:r>
        <w:tab/>
        <w:t>2.025e0</w:t>
      </w:r>
    </w:p>
    <w:p w:rsidR="00E00D30" w:rsidRDefault="00E00D30" w:rsidP="00E00D30">
      <w:r>
        <w:t>190.7645</w:t>
      </w:r>
      <w:r>
        <w:tab/>
        <w:t>1.013e0</w:t>
      </w:r>
    </w:p>
    <w:p w:rsidR="00E00D30" w:rsidRDefault="00E00D30" w:rsidP="00E00D30">
      <w:r>
        <w:t>190.7867</w:t>
      </w:r>
      <w:r>
        <w:tab/>
        <w:t>1.013e0</w:t>
      </w:r>
    </w:p>
    <w:p w:rsidR="00E00D30" w:rsidRDefault="00E00D30" w:rsidP="00E00D30">
      <w:r>
        <w:t>190.7904</w:t>
      </w:r>
      <w:r>
        <w:tab/>
        <w:t>1.013e0</w:t>
      </w:r>
    </w:p>
    <w:p w:rsidR="00E00D30" w:rsidRDefault="00E00D30" w:rsidP="00E00D30">
      <w:r>
        <w:lastRenderedPageBreak/>
        <w:t>190.8089</w:t>
      </w:r>
      <w:r>
        <w:tab/>
        <w:t>1.013e0</w:t>
      </w:r>
    </w:p>
    <w:p w:rsidR="00E00D30" w:rsidRDefault="00E00D30" w:rsidP="00E00D30">
      <w:r>
        <w:t>190.8200</w:t>
      </w:r>
      <w:r>
        <w:tab/>
        <w:t>1.013e0</w:t>
      </w:r>
    </w:p>
    <w:p w:rsidR="00E00D30" w:rsidRDefault="00E00D30" w:rsidP="00E00D30">
      <w:r>
        <w:t>190.8273</w:t>
      </w:r>
      <w:r>
        <w:tab/>
        <w:t>1.013e0</w:t>
      </w:r>
    </w:p>
    <w:p w:rsidR="00E00D30" w:rsidRDefault="00E00D30" w:rsidP="00E00D30">
      <w:r>
        <w:t>190.8458</w:t>
      </w:r>
      <w:r>
        <w:tab/>
        <w:t>1.013e0</w:t>
      </w:r>
    </w:p>
    <w:p w:rsidR="00E00D30" w:rsidRDefault="00E00D30" w:rsidP="00E00D30">
      <w:r>
        <w:t>190.8494</w:t>
      </w:r>
      <w:r>
        <w:tab/>
        <w:t>1.013e0</w:t>
      </w:r>
    </w:p>
    <w:p w:rsidR="00E00D30" w:rsidRDefault="00E00D30" w:rsidP="00E00D30">
      <w:r>
        <w:t>190.8717</w:t>
      </w:r>
      <w:r>
        <w:tab/>
        <w:t>1.013e0</w:t>
      </w:r>
    </w:p>
    <w:p w:rsidR="00E00D30" w:rsidRDefault="00E00D30" w:rsidP="00E00D30">
      <w:r>
        <w:t>190.8754</w:t>
      </w:r>
      <w:r>
        <w:tab/>
        <w:t>2.025e0</w:t>
      </w:r>
    </w:p>
    <w:p w:rsidR="00E00D30" w:rsidRDefault="00E00D30" w:rsidP="00E00D30">
      <w:r>
        <w:t>190.8791</w:t>
      </w:r>
      <w:r>
        <w:tab/>
        <w:t>2.025e0</w:t>
      </w:r>
    </w:p>
    <w:p w:rsidR="00E00D30" w:rsidRDefault="00E00D30" w:rsidP="00E00D30">
      <w:r>
        <w:t>190.8904</w:t>
      </w:r>
      <w:r>
        <w:tab/>
        <w:t>1.013e0</w:t>
      </w:r>
    </w:p>
    <w:p w:rsidR="00E00D30" w:rsidRDefault="00E00D30" w:rsidP="00E00D30">
      <w:r>
        <w:t>190.9011</w:t>
      </w:r>
      <w:r>
        <w:tab/>
        <w:t>1.013e0</w:t>
      </w:r>
    </w:p>
    <w:p w:rsidR="00E00D30" w:rsidRDefault="00E00D30" w:rsidP="00E00D30">
      <w:r>
        <w:t>190.9123</w:t>
      </w:r>
      <w:r>
        <w:tab/>
        <w:t>1.013e0</w:t>
      </w:r>
    </w:p>
    <w:p w:rsidR="00E00D30" w:rsidRDefault="00E00D30" w:rsidP="00E00D30">
      <w:r>
        <w:t>190.9381</w:t>
      </w:r>
      <w:r>
        <w:tab/>
        <w:t>1.013e0</w:t>
      </w:r>
    </w:p>
    <w:p w:rsidR="00E00D30" w:rsidRDefault="00E00D30" w:rsidP="00E00D30">
      <w:r>
        <w:t>190.9455</w:t>
      </w:r>
      <w:r>
        <w:tab/>
        <w:t>1.013e0</w:t>
      </w:r>
    </w:p>
    <w:p w:rsidR="00E00D30" w:rsidRDefault="00E00D30" w:rsidP="00E00D30">
      <w:r>
        <w:t>190.9641</w:t>
      </w:r>
      <w:r>
        <w:tab/>
        <w:t>1.013e0</w:t>
      </w:r>
    </w:p>
    <w:p w:rsidR="00E00D30" w:rsidRDefault="00E00D30" w:rsidP="00E00D30">
      <w:r>
        <w:t>190.9674</w:t>
      </w:r>
      <w:r>
        <w:tab/>
        <w:t>1.013e0</w:t>
      </w:r>
    </w:p>
    <w:p w:rsidR="00E00D30" w:rsidRDefault="00E00D30" w:rsidP="00E00D30">
      <w:r>
        <w:t>190.9758</w:t>
      </w:r>
      <w:r>
        <w:tab/>
        <w:t>3.038e0</w:t>
      </w:r>
    </w:p>
    <w:p w:rsidR="00E00D30" w:rsidRDefault="00E00D30" w:rsidP="00E00D30">
      <w:r>
        <w:t>190.9844</w:t>
      </w:r>
      <w:r>
        <w:tab/>
        <w:t>6.076e0</w:t>
      </w:r>
    </w:p>
    <w:p w:rsidR="00E00D30" w:rsidRDefault="00E00D30" w:rsidP="00E00D30">
      <w:r>
        <w:t>190.9931</w:t>
      </w:r>
      <w:r>
        <w:tab/>
        <w:t>7.089e0</w:t>
      </w:r>
    </w:p>
    <w:p w:rsidR="00E00D30" w:rsidRDefault="00E00D30" w:rsidP="00E00D30">
      <w:r>
        <w:t>191.0024</w:t>
      </w:r>
      <w:r>
        <w:tab/>
        <w:t>3.038e0</w:t>
      </w:r>
    </w:p>
    <w:p w:rsidR="00E00D30" w:rsidRDefault="00E00D30" w:rsidP="00E00D30">
      <w:r>
        <w:lastRenderedPageBreak/>
        <w:t>191.0336</w:t>
      </w:r>
      <w:r>
        <w:tab/>
        <w:t>1.013e0</w:t>
      </w:r>
    </w:p>
    <w:p w:rsidR="00E00D30" w:rsidRDefault="00E00D30" w:rsidP="00E00D30">
      <w:r>
        <w:t>191.0370</w:t>
      </w:r>
      <w:r>
        <w:tab/>
        <w:t>1.013e0</w:t>
      </w:r>
    </w:p>
    <w:p w:rsidR="00E00D30" w:rsidRDefault="00E00D30" w:rsidP="00E00D30">
      <w:r>
        <w:t>191.0474</w:t>
      </w:r>
      <w:r>
        <w:tab/>
        <w:t>5.063e0</w:t>
      </w:r>
    </w:p>
    <w:p w:rsidR="00E00D30" w:rsidRDefault="00E00D30" w:rsidP="00E00D30">
      <w:r>
        <w:t>191.0491</w:t>
      </w:r>
      <w:r>
        <w:tab/>
        <w:t>3.038e0</w:t>
      </w:r>
    </w:p>
    <w:p w:rsidR="00E00D30" w:rsidRDefault="00E00D30" w:rsidP="00E00D30">
      <w:r>
        <w:t>191.0517</w:t>
      </w:r>
      <w:r>
        <w:tab/>
        <w:t>1.013e0</w:t>
      </w:r>
    </w:p>
    <w:p w:rsidR="00E00D30" w:rsidRDefault="00E00D30" w:rsidP="00E00D30">
      <w:r>
        <w:t>191.0575</w:t>
      </w:r>
      <w:r>
        <w:tab/>
        <w:t>3.038e0</w:t>
      </w:r>
    </w:p>
    <w:p w:rsidR="00E00D30" w:rsidRDefault="00E00D30" w:rsidP="00E00D30">
      <w:r>
        <w:t>191.0596</w:t>
      </w:r>
      <w:r>
        <w:tab/>
        <w:t>5.063e0</w:t>
      </w:r>
    </w:p>
    <w:p w:rsidR="00E00D30" w:rsidRDefault="00E00D30" w:rsidP="00E00D30">
      <w:r>
        <w:t>191.0757</w:t>
      </w:r>
      <w:r>
        <w:tab/>
        <w:t>2.025e0</w:t>
      </w:r>
    </w:p>
    <w:p w:rsidR="00E00D30" w:rsidRDefault="00E00D30" w:rsidP="00E00D30">
      <w:r>
        <w:t>191.0772</w:t>
      </w:r>
      <w:r>
        <w:tab/>
        <w:t>1.013e0</w:t>
      </w:r>
    </w:p>
    <w:p w:rsidR="00E00D30" w:rsidRDefault="00E00D30" w:rsidP="00E00D30">
      <w:r>
        <w:t>191.0810</w:t>
      </w:r>
      <w:r>
        <w:tab/>
        <w:t>3.038e0</w:t>
      </w:r>
    </w:p>
    <w:p w:rsidR="00E00D30" w:rsidRDefault="00E00D30" w:rsidP="00E00D30">
      <w:r>
        <w:t>191.0919</w:t>
      </w:r>
      <w:r>
        <w:tab/>
        <w:t>2.025e0</w:t>
      </w:r>
    </w:p>
    <w:p w:rsidR="00E00D30" w:rsidRDefault="00E00D30" w:rsidP="00E00D30">
      <w:r>
        <w:t>191.0956</w:t>
      </w:r>
      <w:r>
        <w:tab/>
        <w:t>5.063e0</w:t>
      </w:r>
    </w:p>
    <w:p w:rsidR="00E00D30" w:rsidRDefault="00E00D30" w:rsidP="00E00D30">
      <w:r>
        <w:t>191.1069</w:t>
      </w:r>
      <w:r>
        <w:tab/>
        <w:t>1.013e0</w:t>
      </w:r>
    </w:p>
    <w:p w:rsidR="00E00D30" w:rsidRDefault="00E00D30" w:rsidP="00E00D30">
      <w:r>
        <w:t>191.1103</w:t>
      </w:r>
      <w:r>
        <w:tab/>
        <w:t>2.025e0</w:t>
      </w:r>
    </w:p>
    <w:p w:rsidR="00E00D30" w:rsidRDefault="00E00D30" w:rsidP="00E00D30">
      <w:r>
        <w:t>191.1139</w:t>
      </w:r>
      <w:r>
        <w:tab/>
        <w:t>1.013e0</w:t>
      </w:r>
    </w:p>
    <w:p w:rsidR="00E00D30" w:rsidRDefault="00E00D30" w:rsidP="00E00D30">
      <w:r>
        <w:t>191.1158</w:t>
      </w:r>
      <w:r>
        <w:tab/>
        <w:t>2.025e0</w:t>
      </w:r>
    </w:p>
    <w:p w:rsidR="00E00D30" w:rsidRDefault="00E00D30" w:rsidP="00E00D30">
      <w:r>
        <w:t>191.1177</w:t>
      </w:r>
      <w:r>
        <w:tab/>
        <w:t>5.063e0</w:t>
      </w:r>
    </w:p>
    <w:p w:rsidR="00E00D30" w:rsidRDefault="00E00D30" w:rsidP="00E00D30">
      <w:r>
        <w:t>191.1399</w:t>
      </w:r>
      <w:r>
        <w:tab/>
        <w:t>2.025e0</w:t>
      </w:r>
    </w:p>
    <w:p w:rsidR="00E00D30" w:rsidRDefault="00E00D30" w:rsidP="00E00D30">
      <w:r>
        <w:t>191.1470</w:t>
      </w:r>
      <w:r>
        <w:tab/>
        <w:t>1.013e0</w:t>
      </w:r>
    </w:p>
    <w:p w:rsidR="00E00D30" w:rsidRDefault="00E00D30" w:rsidP="00E00D30">
      <w:r>
        <w:lastRenderedPageBreak/>
        <w:t>191.1506</w:t>
      </w:r>
      <w:r>
        <w:tab/>
        <w:t>2.025e0</w:t>
      </w:r>
    </w:p>
    <w:p w:rsidR="00E00D30" w:rsidRDefault="00E00D30" w:rsidP="00E00D30">
      <w:r>
        <w:t>191.1527</w:t>
      </w:r>
      <w:r>
        <w:tab/>
        <w:t>2.025e0</w:t>
      </w:r>
    </w:p>
    <w:p w:rsidR="00E00D30" w:rsidRDefault="00E00D30" w:rsidP="00E00D30">
      <w:r>
        <w:t>191.1580</w:t>
      </w:r>
      <w:r>
        <w:tab/>
        <w:t>2.025e0</w:t>
      </w:r>
    </w:p>
    <w:p w:rsidR="00E00D30" w:rsidRDefault="00E00D30" w:rsidP="00E00D30">
      <w:r>
        <w:t>191.1689</w:t>
      </w:r>
      <w:r>
        <w:tab/>
        <w:t>4.051e0</w:t>
      </w:r>
    </w:p>
    <w:p w:rsidR="00E00D30" w:rsidRDefault="00E00D30" w:rsidP="00E00D30">
      <w:r>
        <w:t>191.1763</w:t>
      </w:r>
      <w:r>
        <w:tab/>
        <w:t>1.013e0</w:t>
      </w:r>
    </w:p>
    <w:p w:rsidR="00E00D30" w:rsidRDefault="00E00D30" w:rsidP="00E00D30">
      <w:r>
        <w:t>191.1986</w:t>
      </w:r>
      <w:r>
        <w:tab/>
        <w:t>1.013e0</w:t>
      </w:r>
    </w:p>
    <w:p w:rsidR="00E00D30" w:rsidRDefault="00E00D30" w:rsidP="00E00D30">
      <w:r>
        <w:t>191.2130</w:t>
      </w:r>
      <w:r>
        <w:tab/>
        <w:t>1.013e0</w:t>
      </w:r>
    </w:p>
    <w:p w:rsidR="00E00D30" w:rsidRDefault="00E00D30" w:rsidP="00E00D30">
      <w:r>
        <w:t>191.2184</w:t>
      </w:r>
      <w:r>
        <w:tab/>
        <w:t>2.025e0</w:t>
      </w:r>
    </w:p>
    <w:p w:rsidR="00E00D30" w:rsidRDefault="00E00D30" w:rsidP="00E00D30">
      <w:r>
        <w:t>191.2240</w:t>
      </w:r>
      <w:r>
        <w:tab/>
        <w:t>1.013e0</w:t>
      </w:r>
    </w:p>
    <w:p w:rsidR="00E00D30" w:rsidRDefault="00E00D30" w:rsidP="00E00D30">
      <w:r>
        <w:t>191.2423</w:t>
      </w:r>
      <w:r>
        <w:tab/>
        <w:t>1.013e0</w:t>
      </w:r>
    </w:p>
    <w:p w:rsidR="00E00D30" w:rsidRDefault="00E00D30" w:rsidP="00E00D30">
      <w:r>
        <w:t>191.2440</w:t>
      </w:r>
      <w:r>
        <w:tab/>
        <w:t>2.025e0</w:t>
      </w:r>
    </w:p>
    <w:p w:rsidR="00E00D30" w:rsidRDefault="00E00D30" w:rsidP="00E00D30">
      <w:r>
        <w:t>191.2570</w:t>
      </w:r>
      <w:r>
        <w:tab/>
        <w:t>1.013e0</w:t>
      </w:r>
    </w:p>
    <w:p w:rsidR="00E00D30" w:rsidRDefault="00E00D30" w:rsidP="00E00D30">
      <w:r>
        <w:t>191.2771</w:t>
      </w:r>
      <w:r>
        <w:tab/>
        <w:t>2.025e0</w:t>
      </w:r>
    </w:p>
    <w:p w:rsidR="00E00D30" w:rsidRDefault="00E00D30" w:rsidP="00E00D30">
      <w:r>
        <w:t>191.2807</w:t>
      </w:r>
      <w:r>
        <w:tab/>
        <w:t>2.025e0</w:t>
      </w:r>
    </w:p>
    <w:p w:rsidR="00E00D30" w:rsidRDefault="00E00D30" w:rsidP="00E00D30">
      <w:r>
        <w:t>191.2975</w:t>
      </w:r>
      <w:r>
        <w:tab/>
        <w:t>1.013e0</w:t>
      </w:r>
    </w:p>
    <w:p w:rsidR="00E00D30" w:rsidRDefault="00E00D30" w:rsidP="00E00D30">
      <w:r>
        <w:t>191.3082</w:t>
      </w:r>
      <w:r>
        <w:tab/>
        <w:t>1.013e0</w:t>
      </w:r>
    </w:p>
    <w:p w:rsidR="00E00D30" w:rsidRDefault="00E00D30" w:rsidP="00E00D30">
      <w:r>
        <w:t>191.3246</w:t>
      </w:r>
      <w:r>
        <w:tab/>
        <w:t>2.025e0</w:t>
      </w:r>
    </w:p>
    <w:p w:rsidR="00E00D30" w:rsidRDefault="00E00D30" w:rsidP="00E00D30">
      <w:r>
        <w:t>191.3411</w:t>
      </w:r>
      <w:r>
        <w:tab/>
        <w:t>1.013e0</w:t>
      </w:r>
    </w:p>
    <w:p w:rsidR="00E00D30" w:rsidRDefault="00E00D30" w:rsidP="00E00D30">
      <w:r>
        <w:t>191.3447</w:t>
      </w:r>
      <w:r>
        <w:tab/>
        <w:t>1.013e0</w:t>
      </w:r>
    </w:p>
    <w:p w:rsidR="00E00D30" w:rsidRDefault="00E00D30" w:rsidP="00E00D30">
      <w:r>
        <w:lastRenderedPageBreak/>
        <w:t>191.3485</w:t>
      </w:r>
      <w:r>
        <w:tab/>
        <w:t>1.013e0</w:t>
      </w:r>
    </w:p>
    <w:p w:rsidR="00E00D30" w:rsidRDefault="00E00D30" w:rsidP="00E00D30">
      <w:r>
        <w:t>191.3497</w:t>
      </w:r>
      <w:r>
        <w:tab/>
        <w:t>3.038e0</w:t>
      </w:r>
    </w:p>
    <w:p w:rsidR="00E00D30" w:rsidRDefault="00E00D30" w:rsidP="00E00D30">
      <w:r>
        <w:t>191.3558</w:t>
      </w:r>
      <w:r>
        <w:tab/>
        <w:t>1.013e0</w:t>
      </w:r>
    </w:p>
    <w:p w:rsidR="00E00D30" w:rsidRDefault="00E00D30" w:rsidP="00E00D30">
      <w:r>
        <w:t>191.3874</w:t>
      </w:r>
      <w:r>
        <w:tab/>
        <w:t>2.025e0</w:t>
      </w:r>
    </w:p>
    <w:p w:rsidR="00E00D30" w:rsidRDefault="00E00D30" w:rsidP="00E00D30">
      <w:r>
        <w:t>191.4041</w:t>
      </w:r>
      <w:r>
        <w:tab/>
        <w:t>1.013e0</w:t>
      </w:r>
    </w:p>
    <w:p w:rsidR="00E00D30" w:rsidRDefault="00E00D30" w:rsidP="00E00D30">
      <w:r>
        <w:t>191.4151</w:t>
      </w:r>
      <w:r>
        <w:tab/>
        <w:t>2.025e0</w:t>
      </w:r>
    </w:p>
    <w:p w:rsidR="00E00D30" w:rsidRDefault="00E00D30" w:rsidP="00E00D30">
      <w:r>
        <w:t>191.4299</w:t>
      </w:r>
      <w:r>
        <w:tab/>
        <w:t>2.025e0</w:t>
      </w:r>
    </w:p>
    <w:p w:rsidR="00E00D30" w:rsidRDefault="00E00D30" w:rsidP="00E00D30">
      <w:r>
        <w:t>191.4336</w:t>
      </w:r>
      <w:r>
        <w:tab/>
        <w:t>2.025e0</w:t>
      </w:r>
    </w:p>
    <w:p w:rsidR="00E00D30" w:rsidRDefault="00E00D30" w:rsidP="00E00D30">
      <w:r>
        <w:t>191.4670</w:t>
      </w:r>
      <w:r>
        <w:tab/>
        <w:t>2.025e0</w:t>
      </w:r>
    </w:p>
    <w:p w:rsidR="00E00D30" w:rsidRDefault="00E00D30" w:rsidP="00E00D30">
      <w:r>
        <w:t>191.4894</w:t>
      </w:r>
      <w:r>
        <w:tab/>
        <w:t>1.013e0</w:t>
      </w:r>
    </w:p>
    <w:p w:rsidR="00E00D30" w:rsidRDefault="00E00D30" w:rsidP="00E00D30">
      <w:r>
        <w:t>191.4931</w:t>
      </w:r>
      <w:r>
        <w:tab/>
        <w:t>1.013e0</w:t>
      </w:r>
    </w:p>
    <w:p w:rsidR="00E00D30" w:rsidRDefault="00E00D30" w:rsidP="00E00D30">
      <w:r>
        <w:t>191.4966</w:t>
      </w:r>
      <w:r>
        <w:tab/>
        <w:t>1.013e0</w:t>
      </w:r>
    </w:p>
    <w:p w:rsidR="00E00D30" w:rsidRDefault="00E00D30" w:rsidP="00E00D30">
      <w:r>
        <w:t>191.5002</w:t>
      </w:r>
      <w:r>
        <w:tab/>
        <w:t>1.013e0</w:t>
      </w:r>
    </w:p>
    <w:p w:rsidR="00E00D30" w:rsidRDefault="00E00D30" w:rsidP="00E00D30">
      <w:r>
        <w:t>191.5262</w:t>
      </w:r>
      <w:r>
        <w:tab/>
        <w:t>1.013e0</w:t>
      </w:r>
    </w:p>
    <w:p w:rsidR="00E00D30" w:rsidRDefault="00E00D30" w:rsidP="00E00D30">
      <w:r>
        <w:t>191.5446</w:t>
      </w:r>
      <w:r>
        <w:tab/>
        <w:t>1.013e0</w:t>
      </w:r>
    </w:p>
    <w:p w:rsidR="00E00D30" w:rsidRDefault="00E00D30" w:rsidP="00E00D30">
      <w:r>
        <w:t>191.5484</w:t>
      </w:r>
      <w:r>
        <w:tab/>
        <w:t>1.013e0</w:t>
      </w:r>
    </w:p>
    <w:p w:rsidR="00E00D30" w:rsidRDefault="00E00D30" w:rsidP="00E00D30">
      <w:r>
        <w:t>191.5574</w:t>
      </w:r>
      <w:r>
        <w:tab/>
        <w:t>2.025e0</w:t>
      </w:r>
    </w:p>
    <w:p w:rsidR="00E00D30" w:rsidRDefault="00E00D30" w:rsidP="00E00D30">
      <w:r>
        <w:t>191.5591</w:t>
      </w:r>
      <w:r>
        <w:tab/>
        <w:t>1.013e0</w:t>
      </w:r>
    </w:p>
    <w:p w:rsidR="00E00D30" w:rsidRDefault="00E00D30" w:rsidP="00E00D30">
      <w:r>
        <w:t>191.5629</w:t>
      </w:r>
      <w:r>
        <w:tab/>
        <w:t>1.013e0</w:t>
      </w:r>
    </w:p>
    <w:p w:rsidR="00E00D30" w:rsidRDefault="00E00D30" w:rsidP="00E00D30">
      <w:r>
        <w:lastRenderedPageBreak/>
        <w:t>191.5649</w:t>
      </w:r>
      <w:r>
        <w:tab/>
        <w:t>2.025e0</w:t>
      </w:r>
    </w:p>
    <w:p w:rsidR="00E00D30" w:rsidRDefault="00E00D30" w:rsidP="00E00D30">
      <w:r>
        <w:t>191.5720</w:t>
      </w:r>
      <w:r>
        <w:tab/>
        <w:t>2.025e0</w:t>
      </w:r>
    </w:p>
    <w:p w:rsidR="00E00D30" w:rsidRDefault="00E00D30" w:rsidP="00E00D30">
      <w:r>
        <w:t>191.5737</w:t>
      </w:r>
      <w:r>
        <w:tab/>
        <w:t>3.038e0</w:t>
      </w:r>
    </w:p>
    <w:p w:rsidR="00E00D30" w:rsidRDefault="00E00D30" w:rsidP="00E00D30">
      <w:r>
        <w:t>191.5775</w:t>
      </w:r>
      <w:r>
        <w:tab/>
        <w:t>1.013e0</w:t>
      </w:r>
    </w:p>
    <w:p w:rsidR="00E00D30" w:rsidRDefault="00E00D30" w:rsidP="00E00D30">
      <w:r>
        <w:t>191.5814</w:t>
      </w:r>
      <w:r>
        <w:tab/>
        <w:t>1.013e0</w:t>
      </w:r>
    </w:p>
    <w:p w:rsidR="00E00D30" w:rsidRDefault="00E00D30" w:rsidP="00E00D30">
      <w:r>
        <w:t>191.6637</w:t>
      </w:r>
      <w:r>
        <w:tab/>
        <w:t>2.025e0</w:t>
      </w:r>
    </w:p>
    <w:p w:rsidR="00E00D30" w:rsidRDefault="00E00D30" w:rsidP="00E00D30">
      <w:r>
        <w:t>191.6727</w:t>
      </w:r>
      <w:r>
        <w:tab/>
        <w:t>1.013e0</w:t>
      </w:r>
    </w:p>
    <w:p w:rsidR="00E00D30" w:rsidRDefault="00E00D30" w:rsidP="00E00D30">
      <w:r>
        <w:t>191.6839</w:t>
      </w:r>
      <w:r>
        <w:tab/>
        <w:t>1.013e0</w:t>
      </w:r>
    </w:p>
    <w:p w:rsidR="00E00D30" w:rsidRDefault="00E00D30" w:rsidP="00E00D30">
      <w:r>
        <w:t>191.6984</w:t>
      </w:r>
      <w:r>
        <w:tab/>
        <w:t>1.013e0</w:t>
      </w:r>
    </w:p>
    <w:p w:rsidR="00E00D30" w:rsidRDefault="00E00D30" w:rsidP="00E00D30">
      <w:r>
        <w:t>191.7095</w:t>
      </w:r>
      <w:r>
        <w:tab/>
        <w:t>1.013e0</w:t>
      </w:r>
    </w:p>
    <w:p w:rsidR="00E00D30" w:rsidRDefault="00E00D30" w:rsidP="00E00D30">
      <w:r>
        <w:t>191.7241</w:t>
      </w:r>
      <w:r>
        <w:tab/>
        <w:t>1.013e0</w:t>
      </w:r>
    </w:p>
    <w:p w:rsidR="00E00D30" w:rsidRDefault="00E00D30" w:rsidP="00E00D30">
      <w:r>
        <w:t>191.7388</w:t>
      </w:r>
      <w:r>
        <w:tab/>
        <w:t>1.013e0</w:t>
      </w:r>
    </w:p>
    <w:p w:rsidR="00E00D30" w:rsidRDefault="00E00D30" w:rsidP="00E00D30">
      <w:r>
        <w:t>191.7463</w:t>
      </w:r>
      <w:r>
        <w:tab/>
        <w:t>2.025e0</w:t>
      </w:r>
    </w:p>
    <w:p w:rsidR="00E00D30" w:rsidRDefault="00E00D30" w:rsidP="00E00D30">
      <w:r>
        <w:t>191.7520</w:t>
      </w:r>
      <w:r>
        <w:tab/>
        <w:t>2.025e0</w:t>
      </w:r>
    </w:p>
    <w:p w:rsidR="00E00D30" w:rsidRDefault="00E00D30" w:rsidP="00E00D30">
      <w:r>
        <w:t>191.7719</w:t>
      </w:r>
      <w:r>
        <w:tab/>
        <w:t>1.013e0</w:t>
      </w:r>
    </w:p>
    <w:p w:rsidR="00E00D30" w:rsidRDefault="00E00D30" w:rsidP="00E00D30">
      <w:r>
        <w:t>191.7756</w:t>
      </w:r>
      <w:r>
        <w:tab/>
        <w:t>1.013e0</w:t>
      </w:r>
    </w:p>
    <w:p w:rsidR="00E00D30" w:rsidRDefault="00E00D30" w:rsidP="00E00D30">
      <w:r>
        <w:t>191.7902</w:t>
      </w:r>
      <w:r>
        <w:tab/>
        <w:t>1.013e0</w:t>
      </w:r>
    </w:p>
    <w:p w:rsidR="00E00D30" w:rsidRDefault="00E00D30" w:rsidP="00E00D30">
      <w:r>
        <w:t>191.7994</w:t>
      </w:r>
      <w:r>
        <w:tab/>
        <w:t>2.025e0</w:t>
      </w:r>
    </w:p>
    <w:p w:rsidR="00E00D30" w:rsidRDefault="00E00D30" w:rsidP="00E00D30">
      <w:r>
        <w:t>191.8049</w:t>
      </w:r>
      <w:r>
        <w:tab/>
        <w:t>1.013e0</w:t>
      </w:r>
    </w:p>
    <w:p w:rsidR="00E00D30" w:rsidRDefault="00E00D30" w:rsidP="00E00D30">
      <w:r>
        <w:lastRenderedPageBreak/>
        <w:t>191.8470</w:t>
      </w:r>
      <w:r>
        <w:tab/>
        <w:t>2.025e0</w:t>
      </w:r>
    </w:p>
    <w:p w:rsidR="00E00D30" w:rsidRDefault="00E00D30" w:rsidP="00E00D30">
      <w:r>
        <w:t>191.8562</w:t>
      </w:r>
      <w:r>
        <w:tab/>
        <w:t>1.013e0</w:t>
      </w:r>
    </w:p>
    <w:p w:rsidR="00E00D30" w:rsidRDefault="00E00D30" w:rsidP="00E00D30">
      <w:r>
        <w:t>191.8670</w:t>
      </w:r>
      <w:r>
        <w:tab/>
        <w:t>3.038e0</w:t>
      </w:r>
    </w:p>
    <w:p w:rsidR="00E00D30" w:rsidRDefault="00E00D30" w:rsidP="00E00D30">
      <w:r>
        <w:t>191.8858</w:t>
      </w:r>
      <w:r>
        <w:tab/>
        <w:t>1.013e0</w:t>
      </w:r>
    </w:p>
    <w:p w:rsidR="00E00D30" w:rsidRDefault="00E00D30" w:rsidP="00E00D30">
      <w:r>
        <w:t>191.8913</w:t>
      </w:r>
      <w:r>
        <w:tab/>
        <w:t>2.025e0</w:t>
      </w:r>
    </w:p>
    <w:p w:rsidR="00E00D30" w:rsidRDefault="00E00D30" w:rsidP="00E00D30">
      <w:r>
        <w:t>191.9007</w:t>
      </w:r>
      <w:r>
        <w:tab/>
        <w:t>2.025e0</w:t>
      </w:r>
    </w:p>
    <w:p w:rsidR="00E00D30" w:rsidRDefault="00E00D30" w:rsidP="00E00D30">
      <w:r>
        <w:t>191.9265</w:t>
      </w:r>
      <w:r>
        <w:tab/>
        <w:t>1.013e0</w:t>
      </w:r>
    </w:p>
    <w:p w:rsidR="00E00D30" w:rsidRDefault="00E00D30" w:rsidP="00E00D30">
      <w:r>
        <w:t>191.9302</w:t>
      </w:r>
      <w:r>
        <w:tab/>
        <w:t>1.013e0</w:t>
      </w:r>
    </w:p>
    <w:p w:rsidR="00E00D30" w:rsidRDefault="00E00D30" w:rsidP="00E00D30">
      <w:r>
        <w:t>191.9487</w:t>
      </w:r>
      <w:r>
        <w:tab/>
        <w:t>1.013e0</w:t>
      </w:r>
    </w:p>
    <w:p w:rsidR="00E00D30" w:rsidRDefault="00E00D30" w:rsidP="00E00D30">
      <w:r>
        <w:t>191.9728</w:t>
      </w:r>
      <w:r>
        <w:tab/>
        <w:t>2.025e0</w:t>
      </w:r>
    </w:p>
    <w:p w:rsidR="00E00D30" w:rsidRDefault="00E00D30" w:rsidP="00E00D30">
      <w:r>
        <w:t>191.9785</w:t>
      </w:r>
      <w:r>
        <w:tab/>
        <w:t>1.013e0</w:t>
      </w:r>
    </w:p>
    <w:p w:rsidR="00E00D30" w:rsidRDefault="00E00D30" w:rsidP="00E00D30">
      <w:r>
        <w:t>191.9821</w:t>
      </w:r>
      <w:r>
        <w:tab/>
        <w:t>1.013e0</w:t>
      </w:r>
    </w:p>
    <w:p w:rsidR="00E00D30" w:rsidRDefault="00E00D30" w:rsidP="00E00D30">
      <w:r>
        <w:t>191.9858</w:t>
      </w:r>
      <w:r>
        <w:tab/>
        <w:t>1.013e0</w:t>
      </w:r>
    </w:p>
    <w:p w:rsidR="00E00D30" w:rsidRDefault="00E00D30" w:rsidP="00E00D30">
      <w:r>
        <w:t>191.9899</w:t>
      </w:r>
      <w:r>
        <w:tab/>
        <w:t>1.013e0</w:t>
      </w:r>
    </w:p>
    <w:p w:rsidR="00E00D30" w:rsidRDefault="00E00D30" w:rsidP="00E00D30">
      <w:r>
        <w:t>191.9971</w:t>
      </w:r>
      <w:r>
        <w:tab/>
        <w:t>1.013e0</w:t>
      </w:r>
    </w:p>
    <w:p w:rsidR="00E00D30" w:rsidRDefault="00E00D30" w:rsidP="00E00D30">
      <w:r>
        <w:t>192.0061</w:t>
      </w:r>
      <w:r>
        <w:tab/>
        <w:t>2.025e0</w:t>
      </w:r>
    </w:p>
    <w:p w:rsidR="00E00D30" w:rsidRDefault="00E00D30" w:rsidP="00E00D30">
      <w:r>
        <w:t>192.0082</w:t>
      </w:r>
      <w:r>
        <w:tab/>
        <w:t>1.013e0</w:t>
      </w:r>
    </w:p>
    <w:p w:rsidR="00E00D30" w:rsidRDefault="00E00D30" w:rsidP="00E00D30">
      <w:r>
        <w:t>192.0121</w:t>
      </w:r>
      <w:r>
        <w:tab/>
        <w:t>2.025e0</w:t>
      </w:r>
    </w:p>
    <w:p w:rsidR="00E00D30" w:rsidRDefault="00E00D30" w:rsidP="00E00D30">
      <w:r>
        <w:t>192.0327</w:t>
      </w:r>
      <w:r>
        <w:tab/>
        <w:t>3.038e0</w:t>
      </w:r>
    </w:p>
    <w:p w:rsidR="00E00D30" w:rsidRDefault="00E00D30" w:rsidP="00E00D30">
      <w:r>
        <w:lastRenderedPageBreak/>
        <w:t>192.0341</w:t>
      </w:r>
      <w:r>
        <w:tab/>
        <w:t>4.051e0</w:t>
      </w:r>
    </w:p>
    <w:p w:rsidR="00E00D30" w:rsidRDefault="00E00D30" w:rsidP="00E00D30">
      <w:r>
        <w:t>192.0415</w:t>
      </w:r>
      <w:r>
        <w:tab/>
        <w:t>1.013e0</w:t>
      </w:r>
    </w:p>
    <w:p w:rsidR="00E00D30" w:rsidRDefault="00E00D30" w:rsidP="00E00D30">
      <w:r>
        <w:t>192.0586</w:t>
      </w:r>
      <w:r>
        <w:tab/>
        <w:t>1.877e1</w:t>
      </w:r>
    </w:p>
    <w:p w:rsidR="00E00D30" w:rsidRDefault="00E00D30" w:rsidP="00E00D30">
      <w:r>
        <w:t>192.0604</w:t>
      </w:r>
      <w:r>
        <w:tab/>
        <w:t>2.025e1</w:t>
      </w:r>
    </w:p>
    <w:p w:rsidR="00E00D30" w:rsidRDefault="00E00D30" w:rsidP="00E00D30">
      <w:r>
        <w:t>192.0618</w:t>
      </w:r>
      <w:r>
        <w:tab/>
        <w:t>7.089e0</w:t>
      </w:r>
    </w:p>
    <w:p w:rsidR="00E00D30" w:rsidRDefault="00E00D30" w:rsidP="00E00D30">
      <w:r>
        <w:t>192.0628</w:t>
      </w:r>
      <w:r>
        <w:tab/>
        <w:t>1.519e1</w:t>
      </w:r>
    </w:p>
    <w:p w:rsidR="00E00D30" w:rsidRDefault="00E00D30" w:rsidP="00E00D30">
      <w:r>
        <w:t>192.0854</w:t>
      </w:r>
      <w:r>
        <w:tab/>
        <w:t>1.013e0</w:t>
      </w:r>
    </w:p>
    <w:p w:rsidR="00E00D30" w:rsidRDefault="00E00D30" w:rsidP="00E00D30">
      <w:r>
        <w:t>192.0872</w:t>
      </w:r>
      <w:r>
        <w:tab/>
        <w:t>2.025e0</w:t>
      </w:r>
    </w:p>
    <w:p w:rsidR="00E00D30" w:rsidRDefault="00E00D30" w:rsidP="00E00D30">
      <w:r>
        <w:t>192.0938</w:t>
      </w:r>
      <w:r>
        <w:tab/>
        <w:t>1.737e0</w:t>
      </w:r>
    </w:p>
    <w:p w:rsidR="00E00D30" w:rsidRDefault="00E00D30" w:rsidP="00E00D30">
      <w:r>
        <w:t>192.1147</w:t>
      </w:r>
      <w:r>
        <w:tab/>
        <w:t>1.013e0</w:t>
      </w:r>
    </w:p>
    <w:p w:rsidR="00E00D30" w:rsidRDefault="00E00D30" w:rsidP="00E00D30">
      <w:r>
        <w:t>192.1184</w:t>
      </w:r>
      <w:r>
        <w:tab/>
        <w:t>1.013e0</w:t>
      </w:r>
    </w:p>
    <w:p w:rsidR="00E00D30" w:rsidRDefault="00E00D30" w:rsidP="00E00D30">
      <w:r>
        <w:t>192.1258</w:t>
      </w:r>
      <w:r>
        <w:tab/>
        <w:t>1.013e0</w:t>
      </w:r>
    </w:p>
    <w:p w:rsidR="00E00D30" w:rsidRDefault="00E00D30" w:rsidP="00E00D30">
      <w:r>
        <w:t>192.1344</w:t>
      </w:r>
      <w:r>
        <w:tab/>
        <w:t>3.038e0</w:t>
      </w:r>
    </w:p>
    <w:p w:rsidR="00E00D30" w:rsidRDefault="00E00D30" w:rsidP="00E00D30">
      <w:r>
        <w:t>192.1373</w:t>
      </w:r>
      <w:r>
        <w:tab/>
        <w:t>8.101e0</w:t>
      </w:r>
    </w:p>
    <w:p w:rsidR="00E00D30" w:rsidRDefault="00E00D30" w:rsidP="00E00D30">
      <w:r>
        <w:t>192.1386</w:t>
      </w:r>
      <w:r>
        <w:tab/>
        <w:t>2.025e0</w:t>
      </w:r>
    </w:p>
    <w:p w:rsidR="00E00D30" w:rsidRDefault="00E00D30" w:rsidP="00E00D30">
      <w:r>
        <w:t>192.1405</w:t>
      </w:r>
      <w:r>
        <w:tab/>
        <w:t>5.063e0</w:t>
      </w:r>
    </w:p>
    <w:p w:rsidR="00E00D30" w:rsidRDefault="00E00D30" w:rsidP="00E00D30">
      <w:r>
        <w:t>192.1426</w:t>
      </w:r>
      <w:r>
        <w:tab/>
        <w:t>8.101e0</w:t>
      </w:r>
    </w:p>
    <w:p w:rsidR="00E00D30" w:rsidRDefault="00E00D30" w:rsidP="00E00D30">
      <w:r>
        <w:t>192.1515</w:t>
      </w:r>
      <w:r>
        <w:tab/>
        <w:t>2.025e0</w:t>
      </w:r>
    </w:p>
    <w:p w:rsidR="00E00D30" w:rsidRDefault="00E00D30" w:rsidP="00E00D30">
      <w:r>
        <w:t>192.1664</w:t>
      </w:r>
      <w:r>
        <w:tab/>
        <w:t>1.013e0</w:t>
      </w:r>
    </w:p>
    <w:p w:rsidR="00E00D30" w:rsidRDefault="00E00D30" w:rsidP="00E00D30">
      <w:r>
        <w:lastRenderedPageBreak/>
        <w:t>192.1701</w:t>
      </w:r>
      <w:r>
        <w:tab/>
        <w:t>1.013e0</w:t>
      </w:r>
    </w:p>
    <w:p w:rsidR="00E00D30" w:rsidRDefault="00E00D30" w:rsidP="00E00D30">
      <w:r>
        <w:t>192.1735</w:t>
      </w:r>
      <w:r>
        <w:tab/>
        <w:t>2.025e0</w:t>
      </w:r>
    </w:p>
    <w:p w:rsidR="00E00D30" w:rsidRDefault="00E00D30" w:rsidP="00E00D30">
      <w:r>
        <w:t>192.1919</w:t>
      </w:r>
      <w:r>
        <w:tab/>
        <w:t>2.025e0</w:t>
      </w:r>
    </w:p>
    <w:p w:rsidR="00E00D30" w:rsidRDefault="00E00D30" w:rsidP="00E00D30">
      <w:r>
        <w:t>192.2212</w:t>
      </w:r>
      <w:r>
        <w:tab/>
        <w:t>1.013e0</w:t>
      </w:r>
    </w:p>
    <w:p w:rsidR="00E00D30" w:rsidRDefault="00E00D30" w:rsidP="00E00D30">
      <w:r>
        <w:t>192.2249</w:t>
      </w:r>
      <w:r>
        <w:tab/>
        <w:t>1.013e0</w:t>
      </w:r>
    </w:p>
    <w:p w:rsidR="00E00D30" w:rsidRDefault="00E00D30" w:rsidP="00E00D30">
      <w:r>
        <w:t>192.2543</w:t>
      </w:r>
      <w:r>
        <w:tab/>
        <w:t>1.013e0</w:t>
      </w:r>
    </w:p>
    <w:p w:rsidR="00E00D30" w:rsidRDefault="00E00D30" w:rsidP="00E00D30">
      <w:r>
        <w:t>192.2654</w:t>
      </w:r>
      <w:r>
        <w:tab/>
        <w:t>1.013e0</w:t>
      </w:r>
    </w:p>
    <w:p w:rsidR="00E00D30" w:rsidRDefault="00E00D30" w:rsidP="00E00D30">
      <w:r>
        <w:t>192.2766</w:t>
      </w:r>
      <w:r>
        <w:tab/>
        <w:t>1.013e0</w:t>
      </w:r>
    </w:p>
    <w:p w:rsidR="00E00D30" w:rsidRDefault="00E00D30" w:rsidP="00E00D30">
      <w:r>
        <w:t>192.2984</w:t>
      </w:r>
      <w:r>
        <w:tab/>
        <w:t>3.038e0</w:t>
      </w:r>
    </w:p>
    <w:p w:rsidR="00E00D30" w:rsidRDefault="00E00D30" w:rsidP="00E00D30">
      <w:r>
        <w:t>192.3129</w:t>
      </w:r>
      <w:r>
        <w:tab/>
        <w:t>1.013e0</w:t>
      </w:r>
    </w:p>
    <w:p w:rsidR="00E00D30" w:rsidRDefault="00E00D30" w:rsidP="00E00D30">
      <w:r>
        <w:t>192.3167</w:t>
      </w:r>
      <w:r>
        <w:tab/>
        <w:t>1.013e0</w:t>
      </w:r>
    </w:p>
    <w:p w:rsidR="00E00D30" w:rsidRDefault="00E00D30" w:rsidP="00E00D30">
      <w:r>
        <w:t>192.3313</w:t>
      </w:r>
      <w:r>
        <w:tab/>
        <w:t>1.013e0</w:t>
      </w:r>
    </w:p>
    <w:p w:rsidR="00E00D30" w:rsidRDefault="00E00D30" w:rsidP="00E00D30">
      <w:r>
        <w:t>192.3349</w:t>
      </w:r>
      <w:r>
        <w:tab/>
        <w:t>1.013e0</w:t>
      </w:r>
    </w:p>
    <w:p w:rsidR="00E00D30" w:rsidRDefault="00E00D30" w:rsidP="00E00D30">
      <w:r>
        <w:t>192.3390</w:t>
      </w:r>
      <w:r>
        <w:tab/>
        <w:t>1.013e0</w:t>
      </w:r>
    </w:p>
    <w:p w:rsidR="00E00D30" w:rsidRDefault="00E00D30" w:rsidP="00E00D30">
      <w:r>
        <w:t>192.3461</w:t>
      </w:r>
      <w:r>
        <w:tab/>
        <w:t>2.025e0</w:t>
      </w:r>
    </w:p>
    <w:p w:rsidR="00E00D30" w:rsidRDefault="00E00D30" w:rsidP="00E00D30">
      <w:r>
        <w:t>192.3668</w:t>
      </w:r>
      <w:r>
        <w:tab/>
        <w:t>2.025e0</w:t>
      </w:r>
    </w:p>
    <w:p w:rsidR="00E00D30" w:rsidRDefault="00E00D30" w:rsidP="00E00D30">
      <w:r>
        <w:t>192.3762</w:t>
      </w:r>
      <w:r>
        <w:tab/>
        <w:t>1.013e0</w:t>
      </w:r>
    </w:p>
    <w:p w:rsidR="00E00D30" w:rsidRDefault="00E00D30" w:rsidP="00E00D30">
      <w:r>
        <w:t>192.3797</w:t>
      </w:r>
      <w:r>
        <w:tab/>
        <w:t>2.025e0</w:t>
      </w:r>
    </w:p>
    <w:p w:rsidR="00E00D30" w:rsidRDefault="00E00D30" w:rsidP="00E00D30">
      <w:r>
        <w:t>192.3981</w:t>
      </w:r>
      <w:r>
        <w:tab/>
        <w:t>1.013e0</w:t>
      </w:r>
    </w:p>
    <w:p w:rsidR="00E00D30" w:rsidRDefault="00E00D30" w:rsidP="00E00D30">
      <w:r>
        <w:lastRenderedPageBreak/>
        <w:t>192.4057</w:t>
      </w:r>
      <w:r>
        <w:tab/>
        <w:t>1.013e0</w:t>
      </w:r>
    </w:p>
    <w:p w:rsidR="00E00D30" w:rsidRDefault="00E00D30" w:rsidP="00E00D30">
      <w:r>
        <w:t>192.4319</w:t>
      </w:r>
      <w:r>
        <w:tab/>
        <w:t>1.013e0</w:t>
      </w:r>
    </w:p>
    <w:p w:rsidR="00E00D30" w:rsidRDefault="00E00D30" w:rsidP="00E00D30">
      <w:r>
        <w:t>192.4431</w:t>
      </w:r>
      <w:r>
        <w:tab/>
        <w:t>1.013e0</w:t>
      </w:r>
    </w:p>
    <w:p w:rsidR="00E00D30" w:rsidRDefault="00E00D30" w:rsidP="00E00D30">
      <w:r>
        <w:t>192.4800</w:t>
      </w:r>
      <w:r>
        <w:tab/>
        <w:t>1.013e0</w:t>
      </w:r>
    </w:p>
    <w:p w:rsidR="00E00D30" w:rsidRDefault="00E00D30" w:rsidP="00E00D30">
      <w:r>
        <w:t>192.4873</w:t>
      </w:r>
      <w:r>
        <w:tab/>
        <w:t>1.013e0</w:t>
      </w:r>
    </w:p>
    <w:p w:rsidR="00E00D30" w:rsidRDefault="00E00D30" w:rsidP="00E00D30">
      <w:r>
        <w:t>192.5059</w:t>
      </w:r>
      <w:r>
        <w:tab/>
        <w:t>1.013e0</w:t>
      </w:r>
    </w:p>
    <w:p w:rsidR="00E00D30" w:rsidRDefault="00E00D30" w:rsidP="00E00D30">
      <w:r>
        <w:t>192.5571</w:t>
      </w:r>
      <w:r>
        <w:tab/>
        <w:t>1.013e0</w:t>
      </w:r>
    </w:p>
    <w:p w:rsidR="00E00D30" w:rsidRDefault="00E00D30" w:rsidP="00E00D30">
      <w:r>
        <w:t>192.5718</w:t>
      </w:r>
      <w:r>
        <w:tab/>
        <w:t>1.013e0</w:t>
      </w:r>
    </w:p>
    <w:p w:rsidR="00E00D30" w:rsidRDefault="00E00D30" w:rsidP="00E00D30">
      <w:r>
        <w:t>192.5754</w:t>
      </w:r>
      <w:r>
        <w:tab/>
        <w:t>2.025e0</w:t>
      </w:r>
    </w:p>
    <w:p w:rsidR="00E00D30" w:rsidRDefault="00E00D30" w:rsidP="00E00D30">
      <w:r>
        <w:t>192.5793</w:t>
      </w:r>
      <w:r>
        <w:tab/>
        <w:t>2.025e0</w:t>
      </w:r>
    </w:p>
    <w:p w:rsidR="00E00D30" w:rsidRDefault="00E00D30" w:rsidP="00E00D30">
      <w:r>
        <w:t>192.5863</w:t>
      </w:r>
      <w:r>
        <w:tab/>
        <w:t>1.013e0</w:t>
      </w:r>
    </w:p>
    <w:p w:rsidR="00E00D30" w:rsidRDefault="00E00D30" w:rsidP="00E00D30">
      <w:r>
        <w:t>192.5882</w:t>
      </w:r>
      <w:r>
        <w:tab/>
        <w:t>2.025e0</w:t>
      </w:r>
    </w:p>
    <w:p w:rsidR="00E00D30" w:rsidRDefault="00E00D30" w:rsidP="00E00D30">
      <w:r>
        <w:t>192.5900</w:t>
      </w:r>
      <w:r>
        <w:tab/>
        <w:t>1.013e0</w:t>
      </w:r>
    </w:p>
    <w:p w:rsidR="00E00D30" w:rsidRDefault="00E00D30" w:rsidP="00E00D30">
      <w:r>
        <w:t>192.5975</w:t>
      </w:r>
      <w:r>
        <w:tab/>
        <w:t>1.013e0</w:t>
      </w:r>
    </w:p>
    <w:p w:rsidR="00E00D30" w:rsidRDefault="00E00D30" w:rsidP="00E00D30">
      <w:r>
        <w:t>192.6047</w:t>
      </w:r>
      <w:r>
        <w:tab/>
        <w:t>1.013e0</w:t>
      </w:r>
    </w:p>
    <w:p w:rsidR="00E00D30" w:rsidRDefault="00E00D30" w:rsidP="00E00D30">
      <w:r>
        <w:t>192.6085</w:t>
      </w:r>
      <w:r>
        <w:tab/>
        <w:t>1.013e0</w:t>
      </w:r>
    </w:p>
    <w:p w:rsidR="00E00D30" w:rsidRDefault="00E00D30" w:rsidP="00E00D30">
      <w:r>
        <w:t>192.6159</w:t>
      </w:r>
      <w:r>
        <w:tab/>
        <w:t>1.013e0</w:t>
      </w:r>
    </w:p>
    <w:p w:rsidR="00E00D30" w:rsidRDefault="00E00D30" w:rsidP="00E00D30">
      <w:r>
        <w:t>192.6415</w:t>
      </w:r>
      <w:r>
        <w:tab/>
        <w:t>2.025e0</w:t>
      </w:r>
    </w:p>
    <w:p w:rsidR="00E00D30" w:rsidRDefault="00E00D30" w:rsidP="00E00D30">
      <w:r>
        <w:t>192.6444</w:t>
      </w:r>
      <w:r>
        <w:tab/>
        <w:t>3.038e0</w:t>
      </w:r>
    </w:p>
    <w:p w:rsidR="00E00D30" w:rsidRDefault="00E00D30" w:rsidP="00E00D30">
      <w:r>
        <w:lastRenderedPageBreak/>
        <w:t>192.6527</w:t>
      </w:r>
      <w:r>
        <w:tab/>
        <w:t>1.013e0</w:t>
      </w:r>
    </w:p>
    <w:p w:rsidR="00E00D30" w:rsidRDefault="00E00D30" w:rsidP="00E00D30">
      <w:r>
        <w:t>192.6603</w:t>
      </w:r>
      <w:r>
        <w:tab/>
        <w:t>1.013e0</w:t>
      </w:r>
    </w:p>
    <w:p w:rsidR="00E00D30" w:rsidRDefault="00E00D30" w:rsidP="00E00D30">
      <w:r>
        <w:t>192.6895</w:t>
      </w:r>
      <w:r>
        <w:tab/>
        <w:t>2.025e0</w:t>
      </w:r>
    </w:p>
    <w:p w:rsidR="00E00D30" w:rsidRDefault="00E00D30" w:rsidP="00E00D30">
      <w:r>
        <w:t>192.6930</w:t>
      </w:r>
      <w:r>
        <w:tab/>
        <w:t>1.013e0</w:t>
      </w:r>
    </w:p>
    <w:p w:rsidR="00E00D30" w:rsidRDefault="00E00D30" w:rsidP="00E00D30">
      <w:r>
        <w:t>192.7080</w:t>
      </w:r>
      <w:r>
        <w:tab/>
        <w:t>1.013e0</w:t>
      </w:r>
    </w:p>
    <w:p w:rsidR="00E00D30" w:rsidRDefault="00E00D30" w:rsidP="00E00D30">
      <w:r>
        <w:t>192.7188</w:t>
      </w:r>
      <w:r>
        <w:tab/>
        <w:t>1.013e0</w:t>
      </w:r>
    </w:p>
    <w:p w:rsidR="00E00D30" w:rsidRDefault="00E00D30" w:rsidP="00E00D30">
      <w:r>
        <w:t>192.7371</w:t>
      </w:r>
      <w:r>
        <w:tab/>
        <w:t>2.025e0</w:t>
      </w:r>
    </w:p>
    <w:p w:rsidR="00E00D30" w:rsidRDefault="00E00D30" w:rsidP="00E00D30">
      <w:r>
        <w:t>192.7407</w:t>
      </w:r>
      <w:r>
        <w:tab/>
        <w:t>1.013e0</w:t>
      </w:r>
    </w:p>
    <w:p w:rsidR="00E00D30" w:rsidRDefault="00E00D30" w:rsidP="00E00D30">
      <w:r>
        <w:t>192.7628</w:t>
      </w:r>
      <w:r>
        <w:tab/>
        <w:t>1.013e0</w:t>
      </w:r>
    </w:p>
    <w:p w:rsidR="00E00D30" w:rsidRDefault="00E00D30" w:rsidP="00E00D30">
      <w:r>
        <w:t>192.7665</w:t>
      </w:r>
      <w:r>
        <w:tab/>
        <w:t>1.013e0</w:t>
      </w:r>
    </w:p>
    <w:p w:rsidR="00E00D30" w:rsidRDefault="00E00D30" w:rsidP="00E00D30">
      <w:r>
        <w:t>192.7776</w:t>
      </w:r>
      <w:r>
        <w:tab/>
        <w:t>1.013e0</w:t>
      </w:r>
    </w:p>
    <w:p w:rsidR="00E00D30" w:rsidRDefault="00E00D30" w:rsidP="00E00D30">
      <w:r>
        <w:t>192.7815</w:t>
      </w:r>
      <w:r>
        <w:tab/>
        <w:t>1.013e0</w:t>
      </w:r>
    </w:p>
    <w:p w:rsidR="00E00D30" w:rsidRDefault="00E00D30" w:rsidP="00E00D30">
      <w:r>
        <w:t>192.7963</w:t>
      </w:r>
      <w:r>
        <w:tab/>
        <w:t>2.025e0</w:t>
      </w:r>
    </w:p>
    <w:p w:rsidR="00E00D30" w:rsidRDefault="00E00D30" w:rsidP="00E00D30">
      <w:r>
        <w:t>192.8038</w:t>
      </w:r>
      <w:r>
        <w:tab/>
        <w:t>1.013e0</w:t>
      </w:r>
    </w:p>
    <w:p w:rsidR="00E00D30" w:rsidRDefault="00E00D30" w:rsidP="00E00D30">
      <w:r>
        <w:t>192.8074</w:t>
      </w:r>
      <w:r>
        <w:tab/>
        <w:t>1.013e0</w:t>
      </w:r>
    </w:p>
    <w:p w:rsidR="00E00D30" w:rsidRDefault="00E00D30" w:rsidP="00E00D30">
      <w:r>
        <w:t>192.8187</w:t>
      </w:r>
      <w:r>
        <w:tab/>
        <w:t>1.013e0</w:t>
      </w:r>
    </w:p>
    <w:p w:rsidR="00E00D30" w:rsidRDefault="00E00D30" w:rsidP="00E00D30">
      <w:r>
        <w:t>192.8261</w:t>
      </w:r>
      <w:r>
        <w:tab/>
        <w:t>1.013e0</w:t>
      </w:r>
    </w:p>
    <w:p w:rsidR="00E00D30" w:rsidRDefault="00E00D30" w:rsidP="00E00D30">
      <w:r>
        <w:t>192.8298</w:t>
      </w:r>
      <w:r>
        <w:tab/>
        <w:t>1.013e0</w:t>
      </w:r>
    </w:p>
    <w:p w:rsidR="00E00D30" w:rsidRDefault="00E00D30" w:rsidP="00E00D30">
      <w:r>
        <w:t>192.8411</w:t>
      </w:r>
      <w:r>
        <w:tab/>
        <w:t>1.013e0</w:t>
      </w:r>
    </w:p>
    <w:p w:rsidR="00E00D30" w:rsidRDefault="00E00D30" w:rsidP="00E00D30">
      <w:r>
        <w:lastRenderedPageBreak/>
        <w:t>192.8633</w:t>
      </w:r>
      <w:r>
        <w:tab/>
        <w:t>2.025e0</w:t>
      </w:r>
    </w:p>
    <w:p w:rsidR="00E00D30" w:rsidRDefault="00E00D30" w:rsidP="00E00D30">
      <w:r>
        <w:t>192.9042</w:t>
      </w:r>
      <w:r>
        <w:tab/>
        <w:t>1.013e0</w:t>
      </w:r>
    </w:p>
    <w:p w:rsidR="00E00D30" w:rsidRDefault="00E00D30" w:rsidP="00E00D30">
      <w:r>
        <w:t>192.9155</w:t>
      </w:r>
      <w:r>
        <w:tab/>
        <w:t>1.013e0</w:t>
      </w:r>
    </w:p>
    <w:p w:rsidR="00E00D30" w:rsidRDefault="00E00D30" w:rsidP="00E00D30">
      <w:r>
        <w:t>192.9226</w:t>
      </w:r>
      <w:r>
        <w:tab/>
        <w:t>1.013e0</w:t>
      </w:r>
    </w:p>
    <w:p w:rsidR="00E00D30" w:rsidRDefault="00E00D30" w:rsidP="00E00D30">
      <w:r>
        <w:t>192.9336</w:t>
      </w:r>
      <w:r>
        <w:tab/>
        <w:t>1.013e0</w:t>
      </w:r>
    </w:p>
    <w:p w:rsidR="00E00D30" w:rsidRDefault="00E00D30" w:rsidP="00E00D30">
      <w:r>
        <w:t>192.9354</w:t>
      </w:r>
      <w:r>
        <w:tab/>
        <w:t>3.038e0</w:t>
      </w:r>
    </w:p>
    <w:p w:rsidR="00E00D30" w:rsidRDefault="00E00D30" w:rsidP="00E00D30">
      <w:r>
        <w:t>192.9412</w:t>
      </w:r>
      <w:r>
        <w:tab/>
        <w:t>1.013e0</w:t>
      </w:r>
    </w:p>
    <w:p w:rsidR="00E00D30" w:rsidRDefault="00E00D30" w:rsidP="00E00D30">
      <w:r>
        <w:t>192.9445</w:t>
      </w:r>
      <w:r>
        <w:tab/>
        <w:t>1.013e0</w:t>
      </w:r>
    </w:p>
    <w:p w:rsidR="00E00D30" w:rsidRDefault="00E00D30" w:rsidP="00E00D30">
      <w:r>
        <w:t>192.9629</w:t>
      </w:r>
      <w:r>
        <w:tab/>
        <w:t>1.013e0</w:t>
      </w:r>
    </w:p>
    <w:p w:rsidR="00E00D30" w:rsidRDefault="00E00D30" w:rsidP="00E00D30">
      <w:r>
        <w:t>192.9648</w:t>
      </w:r>
      <w:r>
        <w:tab/>
        <w:t>2.025e0</w:t>
      </w:r>
    </w:p>
    <w:p w:rsidR="00E00D30" w:rsidRDefault="00E00D30" w:rsidP="00E00D30">
      <w:r>
        <w:t>192.9665</w:t>
      </w:r>
      <w:r>
        <w:tab/>
        <w:t>1.013e0</w:t>
      </w:r>
    </w:p>
    <w:p w:rsidR="00E00D30" w:rsidRDefault="00E00D30" w:rsidP="00E00D30">
      <w:r>
        <w:t>192.9720</w:t>
      </w:r>
      <w:r>
        <w:tab/>
        <w:t>2.025e0</w:t>
      </w:r>
    </w:p>
    <w:p w:rsidR="00E00D30" w:rsidRDefault="00E00D30" w:rsidP="00E00D30">
      <w:r>
        <w:t>192.9777</w:t>
      </w:r>
      <w:r>
        <w:tab/>
        <w:t>4.051e0</w:t>
      </w:r>
    </w:p>
    <w:p w:rsidR="00E00D30" w:rsidRDefault="00E00D30" w:rsidP="00E00D30">
      <w:r>
        <w:t>192.9831</w:t>
      </w:r>
      <w:r>
        <w:tab/>
        <w:t>2.025e0</w:t>
      </w:r>
    </w:p>
    <w:p w:rsidR="00E00D30" w:rsidRDefault="00E00D30" w:rsidP="00E00D30">
      <w:r>
        <w:t>192.9879</w:t>
      </w:r>
      <w:r>
        <w:tab/>
        <w:t>4.051e0</w:t>
      </w:r>
    </w:p>
    <w:p w:rsidR="00E00D30" w:rsidRDefault="00E00D30" w:rsidP="00E00D30">
      <w:r>
        <w:t>193.0145</w:t>
      </w:r>
      <w:r>
        <w:tab/>
        <w:t>1.013e0</w:t>
      </w:r>
    </w:p>
    <w:p w:rsidR="00E00D30" w:rsidRDefault="00E00D30" w:rsidP="00E00D30">
      <w:r>
        <w:t>193.0255</w:t>
      </w:r>
      <w:r>
        <w:tab/>
        <w:t>1.013e0</w:t>
      </w:r>
    </w:p>
    <w:p w:rsidR="00E00D30" w:rsidRDefault="00E00D30" w:rsidP="00E00D30">
      <w:r>
        <w:t>193.0291</w:t>
      </w:r>
      <w:r>
        <w:tab/>
        <w:t>2.025e0</w:t>
      </w:r>
    </w:p>
    <w:p w:rsidR="00E00D30" w:rsidRDefault="00E00D30" w:rsidP="00E00D30">
      <w:r>
        <w:t>193.0531</w:t>
      </w:r>
      <w:r>
        <w:tab/>
        <w:t>2.025e0</w:t>
      </w:r>
    </w:p>
    <w:p w:rsidR="00E00D30" w:rsidRDefault="00E00D30" w:rsidP="00E00D30">
      <w:r>
        <w:lastRenderedPageBreak/>
        <w:t>193.0549</w:t>
      </w:r>
      <w:r>
        <w:tab/>
        <w:t>1.013e0</w:t>
      </w:r>
    </w:p>
    <w:p w:rsidR="00E00D30" w:rsidRDefault="00E00D30" w:rsidP="00E00D30">
      <w:r>
        <w:t>193.0660</w:t>
      </w:r>
      <w:r>
        <w:tab/>
        <w:t>2.025e0</w:t>
      </w:r>
    </w:p>
    <w:p w:rsidR="00E00D30" w:rsidRDefault="00E00D30" w:rsidP="00E00D30">
      <w:r>
        <w:t>193.0680</w:t>
      </w:r>
      <w:r>
        <w:tab/>
        <w:t>2.025e0</w:t>
      </w:r>
    </w:p>
    <w:p w:rsidR="00E00D30" w:rsidRDefault="00E00D30" w:rsidP="00E00D30">
      <w:r>
        <w:t>193.0738</w:t>
      </w:r>
      <w:r>
        <w:tab/>
        <w:t>5.063e0</w:t>
      </w:r>
    </w:p>
    <w:p w:rsidR="00E00D30" w:rsidRDefault="00E00D30" w:rsidP="00E00D30">
      <w:r>
        <w:t>193.0954</w:t>
      </w:r>
      <w:r>
        <w:tab/>
        <w:t>2.025e0</w:t>
      </w:r>
    </w:p>
    <w:p w:rsidR="00E00D30" w:rsidRDefault="00E00D30" w:rsidP="00E00D30">
      <w:r>
        <w:t>193.1077</w:t>
      </w:r>
      <w:r>
        <w:tab/>
        <w:t>4.367e0</w:t>
      </w:r>
    </w:p>
    <w:p w:rsidR="00E00D30" w:rsidRDefault="00E00D30" w:rsidP="00E00D30">
      <w:r>
        <w:t>193.1176</w:t>
      </w:r>
      <w:r>
        <w:tab/>
        <w:t>5.063e0</w:t>
      </w:r>
    </w:p>
    <w:p w:rsidR="00E00D30" w:rsidRDefault="00E00D30" w:rsidP="00E00D30">
      <w:r>
        <w:t>193.1211</w:t>
      </w:r>
      <w:r>
        <w:tab/>
        <w:t>2.025e0</w:t>
      </w:r>
    </w:p>
    <w:p w:rsidR="00E00D30" w:rsidRDefault="00E00D30" w:rsidP="00E00D30">
      <w:r>
        <w:t>193.1266</w:t>
      </w:r>
      <w:r>
        <w:tab/>
        <w:t>2.025e0</w:t>
      </w:r>
    </w:p>
    <w:p w:rsidR="00E00D30" w:rsidRDefault="00E00D30" w:rsidP="00E00D30">
      <w:r>
        <w:t>193.1360</w:t>
      </w:r>
      <w:r>
        <w:tab/>
        <w:t>1.013e0</w:t>
      </w:r>
    </w:p>
    <w:p w:rsidR="00E00D30" w:rsidRDefault="00E00D30" w:rsidP="00E00D30">
      <w:r>
        <w:t>193.1541</w:t>
      </w:r>
      <w:r>
        <w:tab/>
        <w:t>1.013e0</w:t>
      </w:r>
    </w:p>
    <w:p w:rsidR="00E00D30" w:rsidRDefault="00E00D30" w:rsidP="00E00D30">
      <w:r>
        <w:t>193.1580</w:t>
      </w:r>
      <w:r>
        <w:tab/>
        <w:t>6.076e0</w:t>
      </w:r>
    </w:p>
    <w:p w:rsidR="00E00D30" w:rsidRDefault="00E00D30" w:rsidP="00E00D30">
      <w:r>
        <w:t>193.1617</w:t>
      </w:r>
      <w:r>
        <w:tab/>
        <w:t>2.025e0</w:t>
      </w:r>
    </w:p>
    <w:p w:rsidR="00E00D30" w:rsidRDefault="00E00D30" w:rsidP="00E00D30">
      <w:r>
        <w:t>193.1988</w:t>
      </w:r>
      <w:r>
        <w:tab/>
        <w:t>1.013e0</w:t>
      </w:r>
    </w:p>
    <w:p w:rsidR="00E00D30" w:rsidRDefault="00E00D30" w:rsidP="00E00D30">
      <w:r>
        <w:t>193.2064</w:t>
      </w:r>
      <w:r>
        <w:tab/>
        <w:t>1.013e0</w:t>
      </w:r>
    </w:p>
    <w:p w:rsidR="00E00D30" w:rsidRDefault="00E00D30" w:rsidP="00E00D30">
      <w:r>
        <w:t>193.2141</w:t>
      </w:r>
      <w:r>
        <w:tab/>
        <w:t>1.013e0</w:t>
      </w:r>
    </w:p>
    <w:p w:rsidR="00E00D30" w:rsidRDefault="00E00D30" w:rsidP="00E00D30">
      <w:r>
        <w:t>193.2289</w:t>
      </w:r>
      <w:r>
        <w:tab/>
        <w:t>2.025e0</w:t>
      </w:r>
    </w:p>
    <w:p w:rsidR="00E00D30" w:rsidRDefault="00E00D30" w:rsidP="00E00D30">
      <w:r>
        <w:t>193.2736</w:t>
      </w:r>
      <w:r>
        <w:tab/>
        <w:t>1.013e0</w:t>
      </w:r>
    </w:p>
    <w:p w:rsidR="00E00D30" w:rsidRDefault="00E00D30" w:rsidP="00E00D30">
      <w:r>
        <w:t>193.2883</w:t>
      </w:r>
      <w:r>
        <w:tab/>
        <w:t>1.013e0</w:t>
      </w:r>
    </w:p>
    <w:p w:rsidR="00E00D30" w:rsidRDefault="00E00D30" w:rsidP="00E00D30">
      <w:r>
        <w:lastRenderedPageBreak/>
        <w:t>193.2993</w:t>
      </w:r>
      <w:r>
        <w:tab/>
        <w:t>1.013e0</w:t>
      </w:r>
    </w:p>
    <w:p w:rsidR="00E00D30" w:rsidRDefault="00E00D30" w:rsidP="00E00D30">
      <w:r>
        <w:t>193.3194</w:t>
      </w:r>
      <w:r>
        <w:tab/>
        <w:t>2.025e0</w:t>
      </w:r>
    </w:p>
    <w:p w:rsidR="00E00D30" w:rsidRDefault="00E00D30" w:rsidP="00E00D30">
      <w:r>
        <w:t>193.3249</w:t>
      </w:r>
      <w:r>
        <w:tab/>
        <w:t>1.013e0</w:t>
      </w:r>
    </w:p>
    <w:p w:rsidR="00E00D30" w:rsidRDefault="00E00D30" w:rsidP="00E00D30">
      <w:r>
        <w:t>193.3324</w:t>
      </w:r>
      <w:r>
        <w:tab/>
        <w:t>1.013e0</w:t>
      </w:r>
    </w:p>
    <w:p w:rsidR="00E00D30" w:rsidRDefault="00E00D30" w:rsidP="00E00D30">
      <w:r>
        <w:t>193.3471</w:t>
      </w:r>
      <w:r>
        <w:tab/>
        <w:t>1.013e0</w:t>
      </w:r>
    </w:p>
    <w:p w:rsidR="00E00D30" w:rsidRDefault="00E00D30" w:rsidP="00E00D30">
      <w:r>
        <w:t>193.3731</w:t>
      </w:r>
      <w:r>
        <w:tab/>
        <w:t>1.013e0</w:t>
      </w:r>
    </w:p>
    <w:p w:rsidR="00E00D30" w:rsidRDefault="00E00D30" w:rsidP="00E00D30">
      <w:r>
        <w:t>193.3765</w:t>
      </w:r>
      <w:r>
        <w:tab/>
        <w:t>1.013e0</w:t>
      </w:r>
    </w:p>
    <w:p w:rsidR="00E00D30" w:rsidRDefault="00E00D30" w:rsidP="00E00D30">
      <w:r>
        <w:t>193.4099</w:t>
      </w:r>
      <w:r>
        <w:tab/>
        <w:t>1.013e0</w:t>
      </w:r>
    </w:p>
    <w:p w:rsidR="00E00D30" w:rsidRDefault="00E00D30" w:rsidP="00E00D30">
      <w:r>
        <w:t>193.4133</w:t>
      </w:r>
      <w:r>
        <w:tab/>
        <w:t>1.013e0</w:t>
      </w:r>
    </w:p>
    <w:p w:rsidR="00E00D30" w:rsidRDefault="00E00D30" w:rsidP="00E00D30">
      <w:r>
        <w:t>193.4207</w:t>
      </w:r>
      <w:r>
        <w:tab/>
        <w:t>2.025e0</w:t>
      </w:r>
    </w:p>
    <w:p w:rsidR="00E00D30" w:rsidRDefault="00E00D30" w:rsidP="00E00D30">
      <w:r>
        <w:t>193.4244</w:t>
      </w:r>
      <w:r>
        <w:tab/>
        <w:t>1.013e0</w:t>
      </w:r>
    </w:p>
    <w:p w:rsidR="00E00D30" w:rsidRDefault="00E00D30" w:rsidP="00E00D30">
      <w:r>
        <w:t>193.4390</w:t>
      </w:r>
      <w:r>
        <w:tab/>
        <w:t>1.013e0</w:t>
      </w:r>
    </w:p>
    <w:p w:rsidR="00E00D30" w:rsidRDefault="00E00D30" w:rsidP="00E00D30">
      <w:r>
        <w:t>193.4501</w:t>
      </w:r>
      <w:r>
        <w:tab/>
        <w:t>1.013e0</w:t>
      </w:r>
    </w:p>
    <w:p w:rsidR="00E00D30" w:rsidRDefault="00E00D30" w:rsidP="00E00D30">
      <w:r>
        <w:t>193.4539</w:t>
      </w:r>
      <w:r>
        <w:tab/>
        <w:t>1.013e0</w:t>
      </w:r>
    </w:p>
    <w:p w:rsidR="00E00D30" w:rsidRDefault="00E00D30" w:rsidP="00E00D30">
      <w:r>
        <w:t>193.4629</w:t>
      </w:r>
      <w:r>
        <w:tab/>
        <w:t>2.025e0</w:t>
      </w:r>
    </w:p>
    <w:p w:rsidR="00E00D30" w:rsidRDefault="00E00D30" w:rsidP="00E00D30">
      <w:r>
        <w:t>193.4651</w:t>
      </w:r>
      <w:r>
        <w:tab/>
        <w:t>1.013e0</w:t>
      </w:r>
    </w:p>
    <w:p w:rsidR="00E00D30" w:rsidRDefault="00E00D30" w:rsidP="00E00D30">
      <w:r>
        <w:t>193.4686</w:t>
      </w:r>
      <w:r>
        <w:tab/>
        <w:t>1.013e0</w:t>
      </w:r>
    </w:p>
    <w:p w:rsidR="00E00D30" w:rsidRDefault="00E00D30" w:rsidP="00E00D30">
      <w:r>
        <w:t>193.4722</w:t>
      </w:r>
      <w:r>
        <w:tab/>
        <w:t>1.013e0</w:t>
      </w:r>
    </w:p>
    <w:p w:rsidR="00E00D30" w:rsidRDefault="00E00D30" w:rsidP="00E00D30">
      <w:r>
        <w:t>193.4759</w:t>
      </w:r>
      <w:r>
        <w:tab/>
        <w:t>1.013e0</w:t>
      </w:r>
    </w:p>
    <w:p w:rsidR="00E00D30" w:rsidRDefault="00E00D30" w:rsidP="00E00D30">
      <w:r>
        <w:lastRenderedPageBreak/>
        <w:t>193.4905</w:t>
      </w:r>
      <w:r>
        <w:tab/>
        <w:t>2.025e0</w:t>
      </w:r>
    </w:p>
    <w:p w:rsidR="00E00D30" w:rsidRDefault="00E00D30" w:rsidP="00E00D30">
      <w:r>
        <w:t>193.5016</w:t>
      </w:r>
      <w:r>
        <w:tab/>
        <w:t>1.013e0</w:t>
      </w:r>
    </w:p>
    <w:p w:rsidR="00E00D30" w:rsidRDefault="00E00D30" w:rsidP="00E00D30">
      <w:r>
        <w:t>193.5183</w:t>
      </w:r>
      <w:r>
        <w:tab/>
        <w:t>2.025e0</w:t>
      </w:r>
    </w:p>
    <w:p w:rsidR="00E00D30" w:rsidRDefault="00E00D30" w:rsidP="00E00D30">
      <w:r>
        <w:t>193.5312</w:t>
      </w:r>
      <w:r>
        <w:tab/>
        <w:t>1.013e0</w:t>
      </w:r>
    </w:p>
    <w:p w:rsidR="00E00D30" w:rsidRDefault="00E00D30" w:rsidP="00E00D30">
      <w:r>
        <w:t>193.5536</w:t>
      </w:r>
      <w:r>
        <w:tab/>
        <w:t>1.013e0</w:t>
      </w:r>
    </w:p>
    <w:p w:rsidR="00E00D30" w:rsidRDefault="00E00D30" w:rsidP="00E00D30">
      <w:r>
        <w:t>193.5611</w:t>
      </w:r>
      <w:r>
        <w:tab/>
        <w:t>1.013e0</w:t>
      </w:r>
    </w:p>
    <w:p w:rsidR="00E00D30" w:rsidRDefault="00E00D30" w:rsidP="00E00D30">
      <w:r>
        <w:t>193.5630</w:t>
      </w:r>
      <w:r>
        <w:tab/>
        <w:t>2.025e0</w:t>
      </w:r>
    </w:p>
    <w:p w:rsidR="00E00D30" w:rsidRDefault="00E00D30" w:rsidP="00E00D30">
      <w:r>
        <w:t>193.5685</w:t>
      </w:r>
      <w:r>
        <w:tab/>
        <w:t>1.013e0</w:t>
      </w:r>
    </w:p>
    <w:p w:rsidR="00E00D30" w:rsidRDefault="00E00D30" w:rsidP="00E00D30">
      <w:r>
        <w:t>193.5723</w:t>
      </w:r>
      <w:r>
        <w:tab/>
        <w:t>1.013e0</w:t>
      </w:r>
    </w:p>
    <w:p w:rsidR="00E00D30" w:rsidRDefault="00E00D30" w:rsidP="00E00D30">
      <w:r>
        <w:t>193.5838</w:t>
      </w:r>
      <w:r>
        <w:tab/>
        <w:t>1.013e0</w:t>
      </w:r>
    </w:p>
    <w:p w:rsidR="00E00D30" w:rsidRDefault="00E00D30" w:rsidP="00E00D30">
      <w:r>
        <w:t>193.5909</w:t>
      </w:r>
      <w:r>
        <w:tab/>
        <w:t>1.013e0</w:t>
      </w:r>
    </w:p>
    <w:p w:rsidR="00E00D30" w:rsidRDefault="00E00D30" w:rsidP="00E00D30">
      <w:r>
        <w:t>193.5949</w:t>
      </w:r>
      <w:r>
        <w:tab/>
        <w:t>2.025e0</w:t>
      </w:r>
    </w:p>
    <w:p w:rsidR="00E00D30" w:rsidRDefault="00E00D30" w:rsidP="00E00D30">
      <w:r>
        <w:t>193.6059</w:t>
      </w:r>
      <w:r>
        <w:tab/>
        <w:t>1.013e0</w:t>
      </w:r>
    </w:p>
    <w:p w:rsidR="00E00D30" w:rsidRDefault="00E00D30" w:rsidP="00E00D30">
      <w:r>
        <w:t>193.6096</w:t>
      </w:r>
      <w:r>
        <w:tab/>
        <w:t>2.025e0</w:t>
      </w:r>
    </w:p>
    <w:p w:rsidR="00E00D30" w:rsidRDefault="00E00D30" w:rsidP="00E00D30">
      <w:r>
        <w:t>193.6137</w:t>
      </w:r>
      <w:r>
        <w:tab/>
        <w:t>1.013e0</w:t>
      </w:r>
    </w:p>
    <w:p w:rsidR="00E00D30" w:rsidRDefault="00E00D30" w:rsidP="00E00D30">
      <w:r>
        <w:t>193.6245</w:t>
      </w:r>
      <w:r>
        <w:tab/>
        <w:t>2.025e0</w:t>
      </w:r>
    </w:p>
    <w:p w:rsidR="00E00D30" w:rsidRDefault="00E00D30" w:rsidP="00E00D30">
      <w:r>
        <w:t>193.6358</w:t>
      </w:r>
      <w:r>
        <w:tab/>
        <w:t>2.025e0</w:t>
      </w:r>
    </w:p>
    <w:p w:rsidR="00E00D30" w:rsidRDefault="00E00D30" w:rsidP="00E00D30">
      <w:r>
        <w:t>193.6689</w:t>
      </w:r>
      <w:r>
        <w:tab/>
        <w:t>1.013e0</w:t>
      </w:r>
    </w:p>
    <w:p w:rsidR="00E00D30" w:rsidRDefault="00E00D30" w:rsidP="00E00D30">
      <w:r>
        <w:t>193.6763</w:t>
      </w:r>
      <w:r>
        <w:tab/>
        <w:t>1.013e0</w:t>
      </w:r>
    </w:p>
    <w:p w:rsidR="00E00D30" w:rsidRDefault="00E00D30" w:rsidP="00E00D30">
      <w:r>
        <w:lastRenderedPageBreak/>
        <w:t>193.6798</w:t>
      </w:r>
      <w:r>
        <w:tab/>
        <w:t>1.013e0</w:t>
      </w:r>
    </w:p>
    <w:p w:rsidR="00E00D30" w:rsidRDefault="00E00D30" w:rsidP="00E00D30">
      <w:r>
        <w:t>193.7093</w:t>
      </w:r>
      <w:r>
        <w:tab/>
        <w:t>1.013e0</w:t>
      </w:r>
    </w:p>
    <w:p w:rsidR="00E00D30" w:rsidRDefault="00E00D30" w:rsidP="00E00D30">
      <w:r>
        <w:t>193.7204</w:t>
      </w:r>
      <w:r>
        <w:tab/>
        <w:t>2.025e0</w:t>
      </w:r>
    </w:p>
    <w:p w:rsidR="00E00D30" w:rsidRDefault="00E00D30" w:rsidP="00E00D30">
      <w:r>
        <w:t>193.7610</w:t>
      </w:r>
      <w:r>
        <w:tab/>
        <w:t>1.013e0</w:t>
      </w:r>
    </w:p>
    <w:p w:rsidR="00E00D30" w:rsidRDefault="00E00D30" w:rsidP="00E00D30">
      <w:r>
        <w:t>193.7720</w:t>
      </w:r>
      <w:r>
        <w:tab/>
        <w:t>1.013e0</w:t>
      </w:r>
    </w:p>
    <w:p w:rsidR="00E00D30" w:rsidRDefault="00E00D30" w:rsidP="00E00D30">
      <w:r>
        <w:t>193.7815</w:t>
      </w:r>
      <w:r>
        <w:tab/>
        <w:t>2.025e0</w:t>
      </w:r>
    </w:p>
    <w:p w:rsidR="00E00D30" w:rsidRDefault="00E00D30" w:rsidP="00E00D30">
      <w:r>
        <w:t>193.8052</w:t>
      </w:r>
      <w:r>
        <w:tab/>
        <w:t>2.025e0</w:t>
      </w:r>
    </w:p>
    <w:p w:rsidR="00E00D30" w:rsidRDefault="00E00D30" w:rsidP="00E00D30">
      <w:r>
        <w:t>193.8164</w:t>
      </w:r>
      <w:r>
        <w:tab/>
        <w:t>1.013e0</w:t>
      </w:r>
    </w:p>
    <w:p w:rsidR="00E00D30" w:rsidRDefault="00E00D30" w:rsidP="00E00D30">
      <w:r>
        <w:t>193.8676</w:t>
      </w:r>
      <w:r>
        <w:tab/>
        <w:t>1.013e0</w:t>
      </w:r>
    </w:p>
    <w:p w:rsidR="00E00D30" w:rsidRDefault="00E00D30" w:rsidP="00E00D30">
      <w:r>
        <w:t>193.8827</w:t>
      </w:r>
      <w:r>
        <w:tab/>
        <w:t>1.013e0</w:t>
      </w:r>
    </w:p>
    <w:p w:rsidR="00E00D30" w:rsidRDefault="00E00D30" w:rsidP="00E00D30">
      <w:r>
        <w:t>193.8938</w:t>
      </w:r>
      <w:r>
        <w:tab/>
        <w:t>1.013e0</w:t>
      </w:r>
    </w:p>
    <w:p w:rsidR="00E00D30" w:rsidRDefault="00E00D30" w:rsidP="00E00D30">
      <w:r>
        <w:t>193.9203</w:t>
      </w:r>
      <w:r>
        <w:tab/>
        <w:t>1.013e0</w:t>
      </w:r>
    </w:p>
    <w:p w:rsidR="00E00D30" w:rsidRDefault="00E00D30" w:rsidP="00E00D30">
      <w:r>
        <w:t>193.9351</w:t>
      </w:r>
      <w:r>
        <w:tab/>
        <w:t>1.013e0</w:t>
      </w:r>
    </w:p>
    <w:p w:rsidR="00E00D30" w:rsidRDefault="00E00D30" w:rsidP="00E00D30">
      <w:r>
        <w:t>193.9463</w:t>
      </w:r>
      <w:r>
        <w:tab/>
        <w:t>1.013e0</w:t>
      </w:r>
    </w:p>
    <w:p w:rsidR="00E00D30" w:rsidRDefault="00E00D30" w:rsidP="00E00D30">
      <w:r>
        <w:t>193.9651</w:t>
      </w:r>
      <w:r>
        <w:tab/>
        <w:t>2.025e0</w:t>
      </w:r>
    </w:p>
    <w:p w:rsidR="00E00D30" w:rsidRDefault="00E00D30" w:rsidP="00E00D30">
      <w:r>
        <w:t>193.9799</w:t>
      </w:r>
      <w:r>
        <w:tab/>
        <w:t>2.025e0</w:t>
      </w:r>
    </w:p>
    <w:p w:rsidR="00E00D30" w:rsidRDefault="00E00D30" w:rsidP="00E00D30">
      <w:r>
        <w:t>193.9874</w:t>
      </w:r>
      <w:r>
        <w:tab/>
        <w:t>3.038e0</w:t>
      </w:r>
    </w:p>
    <w:p w:rsidR="00E00D30" w:rsidRDefault="00E00D30" w:rsidP="00E00D30">
      <w:r>
        <w:t>193.9908</w:t>
      </w:r>
      <w:r>
        <w:tab/>
        <w:t>1.013e0</w:t>
      </w:r>
    </w:p>
    <w:p w:rsidR="00E00D30" w:rsidRDefault="00E00D30" w:rsidP="00E00D30">
      <w:r>
        <w:t>193.9946</w:t>
      </w:r>
      <w:r>
        <w:tab/>
        <w:t>1.013e0</w:t>
      </w:r>
    </w:p>
    <w:p w:rsidR="00E00D30" w:rsidRDefault="00E00D30" w:rsidP="00E00D30">
      <w:r>
        <w:lastRenderedPageBreak/>
        <w:t>194.0055</w:t>
      </w:r>
      <w:r>
        <w:tab/>
        <w:t>1.013e0</w:t>
      </w:r>
    </w:p>
    <w:p w:rsidR="00E00D30" w:rsidRDefault="00E00D30" w:rsidP="00E00D30">
      <w:r>
        <w:t>194.0114</w:t>
      </w:r>
      <w:r>
        <w:tab/>
        <w:t>2.025e0</w:t>
      </w:r>
    </w:p>
    <w:p w:rsidR="00E00D30" w:rsidRDefault="00E00D30" w:rsidP="00E00D30">
      <w:r>
        <w:t>194.0129</w:t>
      </w:r>
      <w:r>
        <w:tab/>
        <w:t>2.025e0</w:t>
      </w:r>
    </w:p>
    <w:p w:rsidR="00E00D30" w:rsidRDefault="00E00D30" w:rsidP="00E00D30">
      <w:r>
        <w:t>194.0169</w:t>
      </w:r>
      <w:r>
        <w:tab/>
        <w:t>1.013e0</w:t>
      </w:r>
    </w:p>
    <w:p w:rsidR="00E00D30" w:rsidRDefault="00E00D30" w:rsidP="00E00D30">
      <w:r>
        <w:t>194.0204</w:t>
      </w:r>
      <w:r>
        <w:tab/>
        <w:t>2.025e0</w:t>
      </w:r>
    </w:p>
    <w:p w:rsidR="00E00D30" w:rsidRDefault="00E00D30" w:rsidP="00E00D30">
      <w:r>
        <w:t>194.0240</w:t>
      </w:r>
      <w:r>
        <w:tab/>
        <w:t>1.013e0</w:t>
      </w:r>
    </w:p>
    <w:p w:rsidR="00E00D30" w:rsidRDefault="00E00D30" w:rsidP="00E00D30">
      <w:r>
        <w:t>194.0277</w:t>
      </w:r>
      <w:r>
        <w:tab/>
        <w:t>2.025e0</w:t>
      </w:r>
    </w:p>
    <w:p w:rsidR="00E00D30" w:rsidRDefault="00E00D30" w:rsidP="00E00D30">
      <w:r>
        <w:t>194.0332</w:t>
      </w:r>
      <w:r>
        <w:tab/>
        <w:t>2.025e0</w:t>
      </w:r>
    </w:p>
    <w:p w:rsidR="00E00D30" w:rsidRDefault="00E00D30" w:rsidP="00E00D30">
      <w:r>
        <w:t>194.0353</w:t>
      </w:r>
      <w:r>
        <w:tab/>
        <w:t>1.013e0</w:t>
      </w:r>
    </w:p>
    <w:p w:rsidR="00E00D30" w:rsidRDefault="00E00D30" w:rsidP="00E00D30">
      <w:r>
        <w:t>194.0405</w:t>
      </w:r>
      <w:r>
        <w:tab/>
        <w:t>2.025e0</w:t>
      </w:r>
    </w:p>
    <w:p w:rsidR="00E00D30" w:rsidRDefault="00E00D30" w:rsidP="00E00D30">
      <w:r>
        <w:t>194.0498</w:t>
      </w:r>
      <w:r>
        <w:tab/>
        <w:t>1.013e0</w:t>
      </w:r>
    </w:p>
    <w:p w:rsidR="00E00D30" w:rsidRDefault="00E00D30" w:rsidP="00E00D30">
      <w:r>
        <w:t>194.0516</w:t>
      </w:r>
      <w:r>
        <w:tab/>
        <w:t>2.025e0</w:t>
      </w:r>
    </w:p>
    <w:p w:rsidR="00E00D30" w:rsidRDefault="00E00D30" w:rsidP="00E00D30">
      <w:r>
        <w:t>194.0608</w:t>
      </w:r>
      <w:r>
        <w:tab/>
        <w:t>3.038e0</w:t>
      </w:r>
    </w:p>
    <w:p w:rsidR="00E00D30" w:rsidRDefault="00E00D30" w:rsidP="00E00D30">
      <w:r>
        <w:t>194.0687</w:t>
      </w:r>
      <w:r>
        <w:tab/>
        <w:t>5.563e0</w:t>
      </w:r>
    </w:p>
    <w:p w:rsidR="00E00D30" w:rsidRDefault="00E00D30" w:rsidP="00E00D30">
      <w:r>
        <w:t>194.0720</w:t>
      </w:r>
      <w:r>
        <w:tab/>
        <w:t>3.038e0</w:t>
      </w:r>
    </w:p>
    <w:p w:rsidR="00E00D30" w:rsidRDefault="00E00D30" w:rsidP="00E00D30">
      <w:r>
        <w:t>194.0742</w:t>
      </w:r>
      <w:r>
        <w:tab/>
        <w:t>4.051e0</w:t>
      </w:r>
    </w:p>
    <w:p w:rsidR="00E00D30" w:rsidRDefault="00E00D30" w:rsidP="00E00D30">
      <w:r>
        <w:t>194.0977</w:t>
      </w:r>
      <w:r>
        <w:tab/>
        <w:t>2.025e0</w:t>
      </w:r>
    </w:p>
    <w:p w:rsidR="00E00D30" w:rsidRDefault="00E00D30" w:rsidP="00E00D30">
      <w:r>
        <w:t>194.1099</w:t>
      </w:r>
      <w:r>
        <w:tab/>
        <w:t>3.038e0</w:t>
      </w:r>
    </w:p>
    <w:p w:rsidR="00E00D30" w:rsidRDefault="00E00D30" w:rsidP="00E00D30">
      <w:r>
        <w:t>194.1151</w:t>
      </w:r>
      <w:r>
        <w:tab/>
        <w:t>3.038e0</w:t>
      </w:r>
    </w:p>
    <w:p w:rsidR="00E00D30" w:rsidRDefault="00E00D30" w:rsidP="00E00D30">
      <w:r>
        <w:lastRenderedPageBreak/>
        <w:t>194.1162</w:t>
      </w:r>
      <w:r>
        <w:tab/>
        <w:t>2.025e0</w:t>
      </w:r>
    </w:p>
    <w:p w:rsidR="00E00D30" w:rsidRDefault="00E00D30" w:rsidP="00E00D30">
      <w:r>
        <w:t>194.1172</w:t>
      </w:r>
      <w:r>
        <w:tab/>
        <w:t>5.063e0</w:t>
      </w:r>
    </w:p>
    <w:p w:rsidR="00E00D30" w:rsidRDefault="00E00D30" w:rsidP="00E00D30">
      <w:r>
        <w:t>194.1206</w:t>
      </w:r>
      <w:r>
        <w:tab/>
        <w:t>7.089e0</w:t>
      </w:r>
    </w:p>
    <w:p w:rsidR="00E00D30" w:rsidRDefault="00E00D30" w:rsidP="00E00D30">
      <w:r>
        <w:t>194.1218</w:t>
      </w:r>
      <w:r>
        <w:tab/>
        <w:t>6.740e0</w:t>
      </w:r>
    </w:p>
    <w:p w:rsidR="00E00D30" w:rsidRDefault="00E00D30" w:rsidP="00E00D30">
      <w:r>
        <w:t>194.1229</w:t>
      </w:r>
      <w:r>
        <w:tab/>
        <w:t>4.051e0</w:t>
      </w:r>
    </w:p>
    <w:p w:rsidR="00E00D30" w:rsidRDefault="00E00D30" w:rsidP="00E00D30">
      <w:r>
        <w:t>194.1275</w:t>
      </w:r>
      <w:r>
        <w:tab/>
        <w:t>2.025e0</w:t>
      </w:r>
    </w:p>
    <w:p w:rsidR="00E00D30" w:rsidRDefault="00E00D30" w:rsidP="00E00D30">
      <w:r>
        <w:t>194.1345</w:t>
      </w:r>
      <w:r>
        <w:tab/>
        <w:t>2.025e0</w:t>
      </w:r>
    </w:p>
    <w:p w:rsidR="00E00D30" w:rsidRDefault="00E00D30" w:rsidP="00E00D30">
      <w:r>
        <w:t>194.1364</w:t>
      </w:r>
      <w:r>
        <w:tab/>
        <w:t>2.025e0</w:t>
      </w:r>
    </w:p>
    <w:p w:rsidR="00E00D30" w:rsidRDefault="00E00D30" w:rsidP="00E00D30">
      <w:r>
        <w:t>194.1514</w:t>
      </w:r>
      <w:r>
        <w:tab/>
        <w:t>1.338e0</w:t>
      </w:r>
    </w:p>
    <w:p w:rsidR="00E00D30" w:rsidRDefault="00E00D30" w:rsidP="00E00D30">
      <w:r>
        <w:t>194.1591</w:t>
      </w:r>
      <w:r>
        <w:tab/>
        <w:t>6.076e0</w:t>
      </w:r>
    </w:p>
    <w:p w:rsidR="00E00D30" w:rsidRDefault="00E00D30" w:rsidP="00E00D30">
      <w:r>
        <w:t>194.1602</w:t>
      </w:r>
      <w:r>
        <w:tab/>
        <w:t>2.025e0</w:t>
      </w:r>
    </w:p>
    <w:p w:rsidR="00E00D30" w:rsidRDefault="00E00D30" w:rsidP="00E00D30">
      <w:r>
        <w:t>194.1622</w:t>
      </w:r>
      <w:r>
        <w:tab/>
        <w:t>2.025e0</w:t>
      </w:r>
    </w:p>
    <w:p w:rsidR="00E00D30" w:rsidRDefault="00E00D30" w:rsidP="00E00D30">
      <w:r>
        <w:t>194.1642</w:t>
      </w:r>
      <w:r>
        <w:tab/>
        <w:t>2.025e0</w:t>
      </w:r>
    </w:p>
    <w:p w:rsidR="00E00D30" w:rsidRDefault="00E00D30" w:rsidP="00E00D30">
      <w:r>
        <w:t>194.1753</w:t>
      </w:r>
      <w:r>
        <w:tab/>
        <w:t>1.013e0</w:t>
      </w:r>
    </w:p>
    <w:p w:rsidR="00E00D30" w:rsidRDefault="00E00D30" w:rsidP="00E00D30">
      <w:r>
        <w:t>194.2162</w:t>
      </w:r>
      <w:r>
        <w:tab/>
        <w:t>1.013e0</w:t>
      </w:r>
    </w:p>
    <w:p w:rsidR="00E00D30" w:rsidRDefault="00E00D30" w:rsidP="00E00D30">
      <w:r>
        <w:t>194.2384</w:t>
      </w:r>
      <w:r>
        <w:tab/>
        <w:t>1.013e0</w:t>
      </w:r>
    </w:p>
    <w:p w:rsidR="00E00D30" w:rsidRDefault="00E00D30" w:rsidP="00E00D30">
      <w:r>
        <w:t>194.2537</w:t>
      </w:r>
      <w:r>
        <w:tab/>
        <w:t>1.013e0</w:t>
      </w:r>
    </w:p>
    <w:p w:rsidR="00E00D30" w:rsidRDefault="00E00D30" w:rsidP="00E00D30">
      <w:r>
        <w:t>194.2607</w:t>
      </w:r>
      <w:r>
        <w:tab/>
        <w:t>2.025e0</w:t>
      </w:r>
    </w:p>
    <w:p w:rsidR="00E00D30" w:rsidRDefault="00E00D30" w:rsidP="00E00D30">
      <w:r>
        <w:t>194.2797</w:t>
      </w:r>
      <w:r>
        <w:tab/>
        <w:t>1.013e0</w:t>
      </w:r>
    </w:p>
    <w:p w:rsidR="00E00D30" w:rsidRDefault="00E00D30" w:rsidP="00E00D30">
      <w:r>
        <w:lastRenderedPageBreak/>
        <w:t>194.2946</w:t>
      </w:r>
      <w:r>
        <w:tab/>
        <w:t>1.013e0</w:t>
      </w:r>
    </w:p>
    <w:p w:rsidR="00E00D30" w:rsidRDefault="00E00D30" w:rsidP="00E00D30">
      <w:r>
        <w:t>194.2983</w:t>
      </w:r>
      <w:r>
        <w:tab/>
        <w:t>1.013e0</w:t>
      </w:r>
    </w:p>
    <w:p w:rsidR="00E00D30" w:rsidRDefault="00E00D30" w:rsidP="00E00D30">
      <w:r>
        <w:t>194.3057</w:t>
      </w:r>
      <w:r>
        <w:tab/>
        <w:t>1.013e0</w:t>
      </w:r>
    </w:p>
    <w:p w:rsidR="00E00D30" w:rsidRDefault="00E00D30" w:rsidP="00E00D30">
      <w:r>
        <w:t>194.3204</w:t>
      </w:r>
      <w:r>
        <w:tab/>
        <w:t>2.025e0</w:t>
      </w:r>
    </w:p>
    <w:p w:rsidR="00E00D30" w:rsidRDefault="00E00D30" w:rsidP="00E00D30">
      <w:r>
        <w:t>194.3499</w:t>
      </w:r>
      <w:r>
        <w:tab/>
        <w:t>1.013e0</w:t>
      </w:r>
    </w:p>
    <w:p w:rsidR="00E00D30" w:rsidRDefault="00E00D30" w:rsidP="00E00D30">
      <w:r>
        <w:t>194.3571</w:t>
      </w:r>
      <w:r>
        <w:tab/>
        <w:t>2.025e0</w:t>
      </w:r>
    </w:p>
    <w:p w:rsidR="00E00D30" w:rsidRDefault="00E00D30" w:rsidP="00E00D30">
      <w:r>
        <w:t>194.3904</w:t>
      </w:r>
      <w:r>
        <w:tab/>
        <w:t>1.013e0</w:t>
      </w:r>
    </w:p>
    <w:p w:rsidR="00E00D30" w:rsidRDefault="00E00D30" w:rsidP="00E00D30">
      <w:r>
        <w:t>194.4126</w:t>
      </w:r>
      <w:r>
        <w:tab/>
        <w:t>2.025e0</w:t>
      </w:r>
    </w:p>
    <w:p w:rsidR="00E00D30" w:rsidRDefault="00E00D30" w:rsidP="00E00D30">
      <w:r>
        <w:t>194.4458</w:t>
      </w:r>
      <w:r>
        <w:tab/>
        <w:t>1.013e0</w:t>
      </w:r>
    </w:p>
    <w:p w:rsidR="00E00D30" w:rsidRDefault="00E00D30" w:rsidP="00E00D30">
      <w:r>
        <w:t>194.4479</w:t>
      </w:r>
      <w:r>
        <w:tab/>
        <w:t>2.025e0</w:t>
      </w:r>
    </w:p>
    <w:p w:rsidR="00E00D30" w:rsidRDefault="00E00D30" w:rsidP="00E00D30">
      <w:r>
        <w:t>194.4568</w:t>
      </w:r>
      <w:r>
        <w:tab/>
        <w:t>1.013e0</w:t>
      </w:r>
    </w:p>
    <w:p w:rsidR="00E00D30" w:rsidRDefault="00E00D30" w:rsidP="00E00D30">
      <w:r>
        <w:t>194.4939</w:t>
      </w:r>
      <w:r>
        <w:tab/>
        <w:t>1.013e0</w:t>
      </w:r>
    </w:p>
    <w:p w:rsidR="00E00D30" w:rsidRDefault="00E00D30" w:rsidP="00E00D30">
      <w:r>
        <w:t>194.4991</w:t>
      </w:r>
      <w:r>
        <w:tab/>
        <w:t>2.025e0</w:t>
      </w:r>
    </w:p>
    <w:p w:rsidR="00E00D30" w:rsidRDefault="00E00D30" w:rsidP="00E00D30">
      <w:r>
        <w:t>194.5010</w:t>
      </w:r>
      <w:r>
        <w:tab/>
        <w:t>1.013e0</w:t>
      </w:r>
    </w:p>
    <w:p w:rsidR="00E00D30" w:rsidRDefault="00E00D30" w:rsidP="00E00D30">
      <w:r>
        <w:t>194.5197</w:t>
      </w:r>
      <w:r>
        <w:tab/>
        <w:t>1.013e0</w:t>
      </w:r>
    </w:p>
    <w:p w:rsidR="00E00D30" w:rsidRDefault="00E00D30" w:rsidP="00E00D30">
      <w:r>
        <w:t>194.5387</w:t>
      </w:r>
      <w:r>
        <w:tab/>
        <w:t>1.013e0</w:t>
      </w:r>
    </w:p>
    <w:p w:rsidR="00E00D30" w:rsidRDefault="00E00D30" w:rsidP="00E00D30">
      <w:r>
        <w:t>194.5422</w:t>
      </w:r>
      <w:r>
        <w:tab/>
        <w:t>1.013e0</w:t>
      </w:r>
    </w:p>
    <w:p w:rsidR="00E00D30" w:rsidRDefault="00E00D30" w:rsidP="00E00D30">
      <w:r>
        <w:t>194.5572</w:t>
      </w:r>
      <w:r>
        <w:tab/>
        <w:t>1.013e0</w:t>
      </w:r>
    </w:p>
    <w:p w:rsidR="00E00D30" w:rsidRDefault="00E00D30" w:rsidP="00E00D30">
      <w:r>
        <w:t>194.5647</w:t>
      </w:r>
      <w:r>
        <w:tab/>
        <w:t>1.013e0</w:t>
      </w:r>
    </w:p>
    <w:p w:rsidR="00E00D30" w:rsidRDefault="00E00D30" w:rsidP="00E00D30">
      <w:r>
        <w:lastRenderedPageBreak/>
        <w:t>194.5872</w:t>
      </w:r>
      <w:r>
        <w:tab/>
        <w:t>2.025e0</w:t>
      </w:r>
    </w:p>
    <w:p w:rsidR="00E00D30" w:rsidRDefault="00E00D30" w:rsidP="00E00D30">
      <w:r>
        <w:t>194.6096</w:t>
      </w:r>
      <w:r>
        <w:tab/>
        <w:t>1.013e0</w:t>
      </w:r>
    </w:p>
    <w:p w:rsidR="00E00D30" w:rsidRDefault="00E00D30" w:rsidP="00E00D30">
      <w:r>
        <w:t>194.6207</w:t>
      </w:r>
      <w:r>
        <w:tab/>
        <w:t>1.013e0</w:t>
      </w:r>
    </w:p>
    <w:p w:rsidR="00E00D30" w:rsidRDefault="00E00D30" w:rsidP="00E00D30">
      <w:r>
        <w:t>194.6281</w:t>
      </w:r>
      <w:r>
        <w:tab/>
        <w:t>1.013e0</w:t>
      </w:r>
    </w:p>
    <w:p w:rsidR="00E00D30" w:rsidRDefault="00E00D30" w:rsidP="00E00D30">
      <w:r>
        <w:t>194.6465</w:t>
      </w:r>
      <w:r>
        <w:tab/>
        <w:t>1.013e0</w:t>
      </w:r>
    </w:p>
    <w:p w:rsidR="00E00D30" w:rsidRDefault="00E00D30" w:rsidP="00E00D30">
      <w:r>
        <w:t>194.6578</w:t>
      </w:r>
      <w:r>
        <w:tab/>
        <w:t>1.013e0</w:t>
      </w:r>
    </w:p>
    <w:p w:rsidR="00E00D30" w:rsidRDefault="00E00D30" w:rsidP="00E00D30">
      <w:r>
        <w:t>194.6614</w:t>
      </w:r>
      <w:r>
        <w:tab/>
        <w:t>1.013e0</w:t>
      </w:r>
    </w:p>
    <w:p w:rsidR="00E00D30" w:rsidRDefault="00E00D30" w:rsidP="00E00D30">
      <w:r>
        <w:t>194.6630</w:t>
      </w:r>
      <w:r>
        <w:tab/>
        <w:t>2.025e0</w:t>
      </w:r>
    </w:p>
    <w:p w:rsidR="00E00D30" w:rsidRDefault="00E00D30" w:rsidP="00E00D30">
      <w:r>
        <w:t>194.6907</w:t>
      </w:r>
      <w:r>
        <w:tab/>
        <w:t>1.013e0</w:t>
      </w:r>
    </w:p>
    <w:p w:rsidR="00E00D30" w:rsidRDefault="00E00D30" w:rsidP="00E00D30">
      <w:r>
        <w:t>194.7350</w:t>
      </w:r>
      <w:r>
        <w:tab/>
        <w:t>1.013e0</w:t>
      </w:r>
    </w:p>
    <w:p w:rsidR="00E00D30" w:rsidRDefault="00E00D30" w:rsidP="00E00D30">
      <w:r>
        <w:t>194.7388</w:t>
      </w:r>
      <w:r>
        <w:tab/>
        <w:t>2.025e0</w:t>
      </w:r>
    </w:p>
    <w:p w:rsidR="00E00D30" w:rsidRDefault="00E00D30" w:rsidP="00E00D30">
      <w:r>
        <w:t>194.7423</w:t>
      </w:r>
      <w:r>
        <w:tab/>
        <w:t>1.013e0</w:t>
      </w:r>
    </w:p>
    <w:p w:rsidR="00E00D30" w:rsidRDefault="00E00D30" w:rsidP="00E00D30">
      <w:r>
        <w:t>194.7865</w:t>
      </w:r>
      <w:r>
        <w:tab/>
        <w:t>1.013e0</w:t>
      </w:r>
    </w:p>
    <w:p w:rsidR="00E00D30" w:rsidRDefault="00E00D30" w:rsidP="00E00D30">
      <w:r>
        <w:t>194.8014</w:t>
      </w:r>
      <w:r>
        <w:tab/>
        <w:t>2.025e0</w:t>
      </w:r>
    </w:p>
    <w:p w:rsidR="00E00D30" w:rsidRDefault="00E00D30" w:rsidP="00E00D30">
      <w:r>
        <w:t>194.8127</w:t>
      </w:r>
      <w:r>
        <w:tab/>
        <w:t>2.025e0</w:t>
      </w:r>
    </w:p>
    <w:p w:rsidR="00E00D30" w:rsidRDefault="00E00D30" w:rsidP="00E00D30">
      <w:r>
        <w:t>194.8165</w:t>
      </w:r>
      <w:r>
        <w:tab/>
        <w:t>3.038e0</w:t>
      </w:r>
    </w:p>
    <w:p w:rsidR="00E00D30" w:rsidRDefault="00E00D30" w:rsidP="00E00D30">
      <w:r>
        <w:t>194.8201</w:t>
      </w:r>
      <w:r>
        <w:tab/>
        <w:t>1.013e0</w:t>
      </w:r>
    </w:p>
    <w:p w:rsidR="00E00D30" w:rsidRDefault="00E00D30" w:rsidP="00E00D30">
      <w:r>
        <w:t>194.8391</w:t>
      </w:r>
      <w:r>
        <w:tab/>
        <w:t>1.013e0</w:t>
      </w:r>
    </w:p>
    <w:p w:rsidR="00E00D30" w:rsidRDefault="00E00D30" w:rsidP="00E00D30">
      <w:r>
        <w:t>194.8501</w:t>
      </w:r>
      <w:r>
        <w:tab/>
        <w:t>1.013e0</w:t>
      </w:r>
    </w:p>
    <w:p w:rsidR="00E00D30" w:rsidRDefault="00E00D30" w:rsidP="00E00D30">
      <w:r>
        <w:lastRenderedPageBreak/>
        <w:t>194.8877</w:t>
      </w:r>
      <w:r>
        <w:tab/>
        <w:t>1.013e0</w:t>
      </w:r>
    </w:p>
    <w:p w:rsidR="00E00D30" w:rsidRDefault="00E00D30" w:rsidP="00E00D30">
      <w:r>
        <w:t>194.8952</w:t>
      </w:r>
      <w:r>
        <w:tab/>
        <w:t>1.013e0</w:t>
      </w:r>
    </w:p>
    <w:p w:rsidR="00E00D30" w:rsidRDefault="00E00D30" w:rsidP="00E00D30">
      <w:r>
        <w:t>194.9101</w:t>
      </w:r>
      <w:r>
        <w:tab/>
        <w:t>1.013e0</w:t>
      </w:r>
    </w:p>
    <w:p w:rsidR="00E00D30" w:rsidRDefault="00E00D30" w:rsidP="00E00D30">
      <w:r>
        <w:t>194.9397</w:t>
      </w:r>
      <w:r>
        <w:tab/>
        <w:t>1.013e0</w:t>
      </w:r>
    </w:p>
    <w:p w:rsidR="00E00D30" w:rsidRDefault="00E00D30" w:rsidP="00E00D30">
      <w:r>
        <w:t>194.9434</w:t>
      </w:r>
      <w:r>
        <w:tab/>
        <w:t>1.013e0</w:t>
      </w:r>
    </w:p>
    <w:p w:rsidR="00E00D30" w:rsidRDefault="00E00D30" w:rsidP="00E00D30">
      <w:r>
        <w:t>194.9541</w:t>
      </w:r>
      <w:r>
        <w:tab/>
        <w:t>1.013e0</w:t>
      </w:r>
    </w:p>
    <w:p w:rsidR="00E00D30" w:rsidRDefault="00E00D30" w:rsidP="00E00D30">
      <w:r>
        <w:t>194.9615</w:t>
      </w:r>
      <w:r>
        <w:tab/>
        <w:t>1.013e0</w:t>
      </w:r>
    </w:p>
    <w:p w:rsidR="00E00D30" w:rsidRDefault="00E00D30" w:rsidP="00E00D30">
      <w:r>
        <w:t>194.9763</w:t>
      </w:r>
      <w:r>
        <w:tab/>
        <w:t>2.025e0</w:t>
      </w:r>
    </w:p>
    <w:p w:rsidR="00E00D30" w:rsidRDefault="00E00D30" w:rsidP="00E00D30">
      <w:r>
        <w:t>194.9785</w:t>
      </w:r>
      <w:r>
        <w:tab/>
        <w:t>2.025e0</w:t>
      </w:r>
    </w:p>
    <w:p w:rsidR="00E00D30" w:rsidRDefault="00E00D30" w:rsidP="00E00D30">
      <w:r>
        <w:t>194.9800</w:t>
      </w:r>
      <w:r>
        <w:tab/>
        <w:t>2.025e0</w:t>
      </w:r>
    </w:p>
    <w:p w:rsidR="00E00D30" w:rsidRDefault="00E00D30" w:rsidP="00E00D30">
      <w:r>
        <w:t>194.9812</w:t>
      </w:r>
      <w:r>
        <w:tab/>
        <w:t>3.647e0</w:t>
      </w:r>
    </w:p>
    <w:p w:rsidR="00E00D30" w:rsidRDefault="00E00D30" w:rsidP="00E00D30">
      <w:r>
        <w:t>194.9838</w:t>
      </w:r>
      <w:r>
        <w:tab/>
        <w:t>4.051e0</w:t>
      </w:r>
    </w:p>
    <w:p w:rsidR="00E00D30" w:rsidRDefault="00E00D30" w:rsidP="00E00D30">
      <w:r>
        <w:t>194.9985</w:t>
      </w:r>
      <w:r>
        <w:tab/>
        <w:t>1.013e0</w:t>
      </w:r>
    </w:p>
    <w:p w:rsidR="00E00D30" w:rsidRDefault="00E00D30" w:rsidP="00E00D30">
      <w:r>
        <w:t>195.0099</w:t>
      </w:r>
      <w:r>
        <w:tab/>
        <w:t>1.013e0</w:t>
      </w:r>
    </w:p>
    <w:p w:rsidR="00E00D30" w:rsidRDefault="00E00D30" w:rsidP="00E00D30">
      <w:r>
        <w:t>195.0170</w:t>
      </w:r>
      <w:r>
        <w:tab/>
        <w:t>2.025e0</w:t>
      </w:r>
    </w:p>
    <w:p w:rsidR="00E00D30" w:rsidRDefault="00E00D30" w:rsidP="00E00D30">
      <w:r>
        <w:t>195.0207</w:t>
      </w:r>
      <w:r>
        <w:tab/>
        <w:t>2.025e0</w:t>
      </w:r>
    </w:p>
    <w:p w:rsidR="00E00D30" w:rsidRDefault="00E00D30" w:rsidP="00E00D30">
      <w:r>
        <w:t>195.0357</w:t>
      </w:r>
      <w:r>
        <w:tab/>
        <w:t>1.013e0</w:t>
      </w:r>
    </w:p>
    <w:p w:rsidR="00E00D30" w:rsidRDefault="00E00D30" w:rsidP="00E00D30">
      <w:r>
        <w:t>195.0373</w:t>
      </w:r>
      <w:r>
        <w:tab/>
        <w:t>2.025e0</w:t>
      </w:r>
    </w:p>
    <w:p w:rsidR="00E00D30" w:rsidRDefault="00E00D30" w:rsidP="00E00D30">
      <w:r>
        <w:t>195.0466</w:t>
      </w:r>
      <w:r>
        <w:tab/>
        <w:t>2.025e0</w:t>
      </w:r>
    </w:p>
    <w:p w:rsidR="00E00D30" w:rsidRDefault="00E00D30" w:rsidP="00E00D30">
      <w:r>
        <w:lastRenderedPageBreak/>
        <w:t>195.0505</w:t>
      </w:r>
      <w:r>
        <w:tab/>
        <w:t>1.013e0</w:t>
      </w:r>
    </w:p>
    <w:p w:rsidR="00E00D30" w:rsidRDefault="00E00D30" w:rsidP="00E00D30">
      <w:r>
        <w:t>195.0575</w:t>
      </w:r>
      <w:r>
        <w:tab/>
        <w:t>1.013e0</w:t>
      </w:r>
    </w:p>
    <w:p w:rsidR="00E00D30" w:rsidRDefault="00E00D30" w:rsidP="00E00D30">
      <w:r>
        <w:t>195.0650</w:t>
      </w:r>
      <w:r>
        <w:tab/>
        <w:t>1.013e0</w:t>
      </w:r>
    </w:p>
    <w:p w:rsidR="00E00D30" w:rsidRDefault="00E00D30" w:rsidP="00E00D30">
      <w:r>
        <w:t>195.0722</w:t>
      </w:r>
      <w:r>
        <w:tab/>
        <w:t>1.013e0</w:t>
      </w:r>
    </w:p>
    <w:p w:rsidR="00E00D30" w:rsidRDefault="00E00D30" w:rsidP="00E00D30">
      <w:r>
        <w:t>195.0890</w:t>
      </w:r>
      <w:r>
        <w:tab/>
        <w:t>2.025e0</w:t>
      </w:r>
    </w:p>
    <w:p w:rsidR="00E00D30" w:rsidRDefault="00E00D30" w:rsidP="00E00D30">
      <w:r>
        <w:t>195.0944</w:t>
      </w:r>
      <w:r>
        <w:tab/>
        <w:t>2.025e0</w:t>
      </w:r>
    </w:p>
    <w:p w:rsidR="00E00D30" w:rsidRDefault="00E00D30" w:rsidP="00E00D30">
      <w:r>
        <w:t>195.0962</w:t>
      </w:r>
      <w:r>
        <w:tab/>
        <w:t>5.063e0</w:t>
      </w:r>
    </w:p>
    <w:p w:rsidR="00E00D30" w:rsidRDefault="00E00D30" w:rsidP="00E00D30">
      <w:r>
        <w:t>195.1169</w:t>
      </w:r>
      <w:r>
        <w:tab/>
        <w:t>1.013e0</w:t>
      </w:r>
    </w:p>
    <w:p w:rsidR="00E00D30" w:rsidRDefault="00E00D30" w:rsidP="00E00D30">
      <w:r>
        <w:t>195.1208</w:t>
      </w:r>
      <w:r>
        <w:tab/>
        <w:t>2.025e0</w:t>
      </w:r>
    </w:p>
    <w:p w:rsidR="00E00D30" w:rsidRDefault="00E00D30" w:rsidP="00E00D30">
      <w:r>
        <w:t>195.1231</w:t>
      </w:r>
      <w:r>
        <w:tab/>
        <w:t>8.101e0</w:t>
      </w:r>
    </w:p>
    <w:p w:rsidR="00E00D30" w:rsidRDefault="00E00D30" w:rsidP="00E00D30">
      <w:r>
        <w:t>195.1343</w:t>
      </w:r>
      <w:r>
        <w:tab/>
        <w:t>2.025e0</w:t>
      </w:r>
    </w:p>
    <w:p w:rsidR="00E00D30" w:rsidRDefault="00E00D30" w:rsidP="00E00D30">
      <w:r>
        <w:t>195.1359</w:t>
      </w:r>
      <w:r>
        <w:tab/>
        <w:t>1.013e0</w:t>
      </w:r>
    </w:p>
    <w:p w:rsidR="00E00D30" w:rsidRDefault="00E00D30" w:rsidP="00E00D30">
      <w:r>
        <w:t>195.1414</w:t>
      </w:r>
      <w:r>
        <w:tab/>
        <w:t>2.071e0</w:t>
      </w:r>
    </w:p>
    <w:p w:rsidR="00E00D30" w:rsidRDefault="00E00D30" w:rsidP="00E00D30">
      <w:r>
        <w:t>195.1621</w:t>
      </w:r>
      <w:r>
        <w:tab/>
        <w:t>2.025e0</w:t>
      </w:r>
    </w:p>
    <w:p w:rsidR="00E00D30" w:rsidRDefault="00E00D30" w:rsidP="00E00D30">
      <w:r>
        <w:t>195.1697</w:t>
      </w:r>
      <w:r>
        <w:tab/>
        <w:t>1.013e0</w:t>
      </w:r>
    </w:p>
    <w:p w:rsidR="00E00D30" w:rsidRDefault="00E00D30" w:rsidP="00E00D30">
      <w:r>
        <w:t>195.1714</w:t>
      </w:r>
      <w:r>
        <w:tab/>
        <w:t>2.025e0</w:t>
      </w:r>
    </w:p>
    <w:p w:rsidR="00E00D30" w:rsidRDefault="00E00D30" w:rsidP="00E00D30">
      <w:r>
        <w:t>195.1734</w:t>
      </w:r>
      <w:r>
        <w:tab/>
        <w:t>1.013e0</w:t>
      </w:r>
    </w:p>
    <w:p w:rsidR="00E00D30" w:rsidRDefault="00E00D30" w:rsidP="00E00D30">
      <w:r>
        <w:t>195.1754</w:t>
      </w:r>
      <w:r>
        <w:tab/>
        <w:t>2.025e0</w:t>
      </w:r>
    </w:p>
    <w:p w:rsidR="00E00D30" w:rsidRDefault="00E00D30" w:rsidP="00E00D30">
      <w:r>
        <w:t>195.1885</w:t>
      </w:r>
      <w:r>
        <w:tab/>
        <w:t>1.013e0</w:t>
      </w:r>
    </w:p>
    <w:p w:rsidR="00E00D30" w:rsidRDefault="00E00D30" w:rsidP="00E00D30">
      <w:r>
        <w:lastRenderedPageBreak/>
        <w:t>195.1922</w:t>
      </w:r>
      <w:r>
        <w:tab/>
        <w:t>3.038e0</w:t>
      </w:r>
    </w:p>
    <w:p w:rsidR="00E00D30" w:rsidRDefault="00E00D30" w:rsidP="00E00D30">
      <w:r>
        <w:t>195.1932</w:t>
      </w:r>
      <w:r>
        <w:tab/>
        <w:t>3.038e0</w:t>
      </w:r>
    </w:p>
    <w:p w:rsidR="00E00D30" w:rsidRDefault="00E00D30" w:rsidP="00E00D30">
      <w:r>
        <w:t>195.2327</w:t>
      </w:r>
      <w:r>
        <w:tab/>
        <w:t>1.013e0</w:t>
      </w:r>
    </w:p>
    <w:p w:rsidR="00E00D30" w:rsidRDefault="00E00D30" w:rsidP="00E00D30">
      <w:r>
        <w:t>195.2403</w:t>
      </w:r>
      <w:r>
        <w:tab/>
        <w:t>1.013e0</w:t>
      </w:r>
    </w:p>
    <w:p w:rsidR="00E00D30" w:rsidRDefault="00E00D30" w:rsidP="00E00D30">
      <w:r>
        <w:t>195.2622</w:t>
      </w:r>
      <w:r>
        <w:tab/>
        <w:t>1.013e0</w:t>
      </w:r>
    </w:p>
    <w:p w:rsidR="00E00D30" w:rsidRDefault="00E00D30" w:rsidP="00E00D30">
      <w:r>
        <w:t>195.2881</w:t>
      </w:r>
      <w:r>
        <w:tab/>
        <w:t>2.025e0</w:t>
      </w:r>
    </w:p>
    <w:p w:rsidR="00E00D30" w:rsidRDefault="00E00D30" w:rsidP="00E00D30">
      <w:r>
        <w:t>195.3105</w:t>
      </w:r>
      <w:r>
        <w:tab/>
        <w:t>1.013e0</w:t>
      </w:r>
    </w:p>
    <w:p w:rsidR="00E00D30" w:rsidRDefault="00E00D30" w:rsidP="00E00D30">
      <w:r>
        <w:t>195.3435</w:t>
      </w:r>
      <w:r>
        <w:tab/>
        <w:t>1.013e0</w:t>
      </w:r>
    </w:p>
    <w:p w:rsidR="00E00D30" w:rsidRDefault="00E00D30" w:rsidP="00E00D30">
      <w:r>
        <w:t>195.3767</w:t>
      </w:r>
      <w:r>
        <w:tab/>
        <w:t>2.025e0</w:t>
      </w:r>
    </w:p>
    <w:p w:rsidR="00E00D30" w:rsidRDefault="00E00D30" w:rsidP="00E00D30">
      <w:r>
        <w:t>195.3846</w:t>
      </w:r>
      <w:r>
        <w:tab/>
        <w:t>1.013e0</w:t>
      </w:r>
    </w:p>
    <w:p w:rsidR="00E00D30" w:rsidRDefault="00E00D30" w:rsidP="00E00D30">
      <w:r>
        <w:t>195.3939</w:t>
      </w:r>
      <w:r>
        <w:tab/>
        <w:t>2.025e0</w:t>
      </w:r>
    </w:p>
    <w:p w:rsidR="00E00D30" w:rsidRDefault="00E00D30" w:rsidP="00E00D30">
      <w:r>
        <w:t>195.3994</w:t>
      </w:r>
      <w:r>
        <w:tab/>
        <w:t>1.013e0</w:t>
      </w:r>
    </w:p>
    <w:p w:rsidR="00E00D30" w:rsidRDefault="00E00D30" w:rsidP="00E00D30">
      <w:r>
        <w:t>195.4030</w:t>
      </w:r>
      <w:r>
        <w:tab/>
        <w:t>1.013e0</w:t>
      </w:r>
    </w:p>
    <w:p w:rsidR="00E00D30" w:rsidRDefault="00E00D30" w:rsidP="00E00D30">
      <w:r>
        <w:t>195.4256</w:t>
      </w:r>
      <w:r>
        <w:tab/>
        <w:t>1.013e0</w:t>
      </w:r>
    </w:p>
    <w:p w:rsidR="00E00D30" w:rsidRDefault="00E00D30" w:rsidP="00E00D30">
      <w:r>
        <w:t>195.4445</w:t>
      </w:r>
      <w:r>
        <w:tab/>
        <w:t>1.013e0</w:t>
      </w:r>
    </w:p>
    <w:p w:rsidR="00E00D30" w:rsidRDefault="00E00D30" w:rsidP="00E00D30">
      <w:r>
        <w:t>195.4817</w:t>
      </w:r>
      <w:r>
        <w:tab/>
        <w:t>1.013e0</w:t>
      </w:r>
    </w:p>
    <w:p w:rsidR="00E00D30" w:rsidRDefault="00E00D30" w:rsidP="00E00D30">
      <w:r>
        <w:t>195.4947</w:t>
      </w:r>
      <w:r>
        <w:tab/>
        <w:t>2.025e0</w:t>
      </w:r>
    </w:p>
    <w:p w:rsidR="00E00D30" w:rsidRDefault="00E00D30" w:rsidP="00E00D30">
      <w:r>
        <w:t>195.4964</w:t>
      </w:r>
      <w:r>
        <w:tab/>
        <w:t>1.013e0</w:t>
      </w:r>
    </w:p>
    <w:p w:rsidR="00E00D30" w:rsidRDefault="00E00D30" w:rsidP="00E00D30">
      <w:r>
        <w:t>195.5040</w:t>
      </w:r>
      <w:r>
        <w:tab/>
        <w:t>4.051e0</w:t>
      </w:r>
    </w:p>
    <w:p w:rsidR="00E00D30" w:rsidRDefault="00E00D30" w:rsidP="00E00D30">
      <w:r>
        <w:lastRenderedPageBreak/>
        <w:t>195.5062</w:t>
      </w:r>
      <w:r>
        <w:tab/>
        <w:t>3.038e0</w:t>
      </w:r>
    </w:p>
    <w:p w:rsidR="00E00D30" w:rsidRDefault="00E00D30" w:rsidP="00E00D30">
      <w:r>
        <w:t>195.5075</w:t>
      </w:r>
      <w:r>
        <w:tab/>
        <w:t>1.013e0</w:t>
      </w:r>
    </w:p>
    <w:p w:rsidR="00E00D30" w:rsidRDefault="00E00D30" w:rsidP="00E00D30">
      <w:r>
        <w:t>195.5094</w:t>
      </w:r>
      <w:r>
        <w:tab/>
        <w:t>2.025e0</w:t>
      </w:r>
    </w:p>
    <w:p w:rsidR="00E00D30" w:rsidRDefault="00E00D30" w:rsidP="00E00D30">
      <w:r>
        <w:t>195.5185</w:t>
      </w:r>
      <w:r>
        <w:tab/>
        <w:t>1.013e0</w:t>
      </w:r>
    </w:p>
    <w:p w:rsidR="00E00D30" w:rsidRDefault="00E00D30" w:rsidP="00E00D30">
      <w:r>
        <w:t>195.5242</w:t>
      </w:r>
      <w:r>
        <w:tab/>
        <w:t>2.025e0</w:t>
      </w:r>
    </w:p>
    <w:p w:rsidR="00E00D30" w:rsidRDefault="00E00D30" w:rsidP="00E00D30">
      <w:r>
        <w:t>195.5485</w:t>
      </w:r>
      <w:r>
        <w:tab/>
        <w:t>2.025e0</w:t>
      </w:r>
    </w:p>
    <w:p w:rsidR="00E00D30" w:rsidRDefault="00E00D30" w:rsidP="00E00D30">
      <w:r>
        <w:t>195.5555</w:t>
      </w:r>
      <w:r>
        <w:tab/>
        <w:t>1.013e0</w:t>
      </w:r>
    </w:p>
    <w:p w:rsidR="00E00D30" w:rsidRDefault="00E00D30" w:rsidP="00E00D30">
      <w:r>
        <w:t>195.5704</w:t>
      </w:r>
      <w:r>
        <w:tab/>
        <w:t>1.013e0</w:t>
      </w:r>
    </w:p>
    <w:p w:rsidR="00E00D30" w:rsidRDefault="00E00D30" w:rsidP="00E00D30">
      <w:r>
        <w:t>195.5817</w:t>
      </w:r>
      <w:r>
        <w:tab/>
        <w:t>3.038e0</w:t>
      </w:r>
    </w:p>
    <w:p w:rsidR="00E00D30" w:rsidRDefault="00E00D30" w:rsidP="00E00D30">
      <w:r>
        <w:t>195.5869</w:t>
      </w:r>
      <w:r>
        <w:tab/>
        <w:t>2.025e0</w:t>
      </w:r>
    </w:p>
    <w:p w:rsidR="00E00D30" w:rsidRDefault="00E00D30" w:rsidP="00E00D30">
      <w:r>
        <w:t>195.5888</w:t>
      </w:r>
      <w:r>
        <w:tab/>
        <w:t>2.025e0</w:t>
      </w:r>
    </w:p>
    <w:p w:rsidR="00E00D30" w:rsidRDefault="00E00D30" w:rsidP="00E00D30">
      <w:r>
        <w:t>195.6037</w:t>
      </w:r>
      <w:r>
        <w:tab/>
        <w:t>2.025e0</w:t>
      </w:r>
    </w:p>
    <w:p w:rsidR="00E00D30" w:rsidRDefault="00E00D30" w:rsidP="00E00D30">
      <w:r>
        <w:t>195.6110</w:t>
      </w:r>
      <w:r>
        <w:tab/>
        <w:t>1.013e0</w:t>
      </w:r>
    </w:p>
    <w:p w:rsidR="00E00D30" w:rsidRDefault="00E00D30" w:rsidP="00E00D30">
      <w:r>
        <w:t>195.6295</w:t>
      </w:r>
      <w:r>
        <w:tab/>
        <w:t>2.025e0</w:t>
      </w:r>
    </w:p>
    <w:p w:rsidR="00E00D30" w:rsidRDefault="00E00D30" w:rsidP="00E00D30">
      <w:r>
        <w:t>195.6519</w:t>
      </w:r>
      <w:r>
        <w:tab/>
        <w:t>1.013e0</w:t>
      </w:r>
    </w:p>
    <w:p w:rsidR="00E00D30" w:rsidRDefault="00E00D30" w:rsidP="00E00D30">
      <w:r>
        <w:t>195.6669</w:t>
      </w:r>
      <w:r>
        <w:tab/>
        <w:t>1.013e0</w:t>
      </w:r>
    </w:p>
    <w:p w:rsidR="00E00D30" w:rsidRDefault="00E00D30" w:rsidP="00E00D30">
      <w:r>
        <w:t>195.6707</w:t>
      </w:r>
      <w:r>
        <w:tab/>
        <w:t>1.013e0</w:t>
      </w:r>
    </w:p>
    <w:p w:rsidR="00E00D30" w:rsidRDefault="00E00D30" w:rsidP="00E00D30">
      <w:r>
        <w:t>195.6819</w:t>
      </w:r>
      <w:r>
        <w:tab/>
        <w:t>1.013e0</w:t>
      </w:r>
    </w:p>
    <w:p w:rsidR="00E00D30" w:rsidRDefault="00E00D30" w:rsidP="00E00D30">
      <w:r>
        <w:t>195.6913</w:t>
      </w:r>
      <w:r>
        <w:tab/>
        <w:t>2.025e0</w:t>
      </w:r>
    </w:p>
    <w:p w:rsidR="00E00D30" w:rsidRDefault="00E00D30" w:rsidP="00E00D30">
      <w:r>
        <w:lastRenderedPageBreak/>
        <w:t>195.6971</w:t>
      </w:r>
      <w:r>
        <w:tab/>
        <w:t>2.025e0</w:t>
      </w:r>
    </w:p>
    <w:p w:rsidR="00E00D30" w:rsidRDefault="00E00D30" w:rsidP="00E00D30">
      <w:r>
        <w:t>195.7049</w:t>
      </w:r>
      <w:r>
        <w:tab/>
        <w:t>1.013e0</w:t>
      </w:r>
    </w:p>
    <w:p w:rsidR="00E00D30" w:rsidRDefault="00E00D30" w:rsidP="00E00D30">
      <w:r>
        <w:t>195.7158</w:t>
      </w:r>
      <w:r>
        <w:tab/>
        <w:t>4.051e0</w:t>
      </w:r>
    </w:p>
    <w:p w:rsidR="00E00D30" w:rsidRDefault="00E00D30" w:rsidP="00E00D30">
      <w:r>
        <w:t>195.7310</w:t>
      </w:r>
      <w:r>
        <w:tab/>
        <w:t>1.013e0</w:t>
      </w:r>
    </w:p>
    <w:p w:rsidR="00E00D30" w:rsidRDefault="00E00D30" w:rsidP="00E00D30">
      <w:r>
        <w:t>195.7420</w:t>
      </w:r>
      <w:r>
        <w:tab/>
        <w:t>1.013e0</w:t>
      </w:r>
    </w:p>
    <w:p w:rsidR="00E00D30" w:rsidRDefault="00E00D30" w:rsidP="00E00D30">
      <w:r>
        <w:t>195.7714</w:t>
      </w:r>
      <w:r>
        <w:tab/>
        <w:t>2.025e0</w:t>
      </w:r>
    </w:p>
    <w:p w:rsidR="00E00D30" w:rsidRDefault="00E00D30" w:rsidP="00E00D30">
      <w:r>
        <w:t>195.7899</w:t>
      </w:r>
      <w:r>
        <w:tab/>
        <w:t>1.013e0</w:t>
      </w:r>
    </w:p>
    <w:p w:rsidR="00E00D30" w:rsidRDefault="00E00D30" w:rsidP="00E00D30">
      <w:r>
        <w:t>195.8124</w:t>
      </w:r>
      <w:r>
        <w:tab/>
        <w:t>1.013e0</w:t>
      </w:r>
    </w:p>
    <w:p w:rsidR="00E00D30" w:rsidRDefault="00E00D30" w:rsidP="00E00D30">
      <w:r>
        <w:t>195.8270</w:t>
      </w:r>
      <w:r>
        <w:tab/>
        <w:t>1.013e0</w:t>
      </w:r>
    </w:p>
    <w:p w:rsidR="00E00D30" w:rsidRDefault="00E00D30" w:rsidP="00E00D30">
      <w:r>
        <w:t>195.8455</w:t>
      </w:r>
      <w:r>
        <w:tab/>
        <w:t>1.013e0</w:t>
      </w:r>
    </w:p>
    <w:p w:rsidR="00E00D30" w:rsidRDefault="00E00D30" w:rsidP="00E00D30">
      <w:r>
        <w:t>195.8863</w:t>
      </w:r>
      <w:r>
        <w:tab/>
        <w:t>1.013e0</w:t>
      </w:r>
    </w:p>
    <w:p w:rsidR="00E00D30" w:rsidRDefault="00E00D30" w:rsidP="00E00D30">
      <w:r>
        <w:t>195.8897</w:t>
      </w:r>
      <w:r>
        <w:tab/>
        <w:t>1.013e0</w:t>
      </w:r>
    </w:p>
    <w:p w:rsidR="00E00D30" w:rsidRDefault="00E00D30" w:rsidP="00E00D30">
      <w:r>
        <w:t>195.8954</w:t>
      </w:r>
      <w:r>
        <w:tab/>
        <w:t>2.025e0</w:t>
      </w:r>
    </w:p>
    <w:p w:rsidR="00E00D30" w:rsidRDefault="00E00D30" w:rsidP="00E00D30">
      <w:r>
        <w:t>195.9386</w:t>
      </w:r>
      <w:r>
        <w:tab/>
        <w:t>1.013e0</w:t>
      </w:r>
    </w:p>
    <w:p w:rsidR="00E00D30" w:rsidRDefault="00E00D30" w:rsidP="00E00D30">
      <w:r>
        <w:t>195.9613</w:t>
      </w:r>
      <w:r>
        <w:tab/>
        <w:t>2.025e0</w:t>
      </w:r>
    </w:p>
    <w:p w:rsidR="00E00D30" w:rsidRDefault="00E00D30" w:rsidP="00E00D30">
      <w:r>
        <w:t>195.9726</w:t>
      </w:r>
      <w:r>
        <w:tab/>
        <w:t>1.013e0</w:t>
      </w:r>
    </w:p>
    <w:p w:rsidR="00E00D30" w:rsidRDefault="00E00D30" w:rsidP="00E00D30">
      <w:r>
        <w:t>195.9763</w:t>
      </w:r>
      <w:r>
        <w:tab/>
        <w:t>1.013e0</w:t>
      </w:r>
    </w:p>
    <w:p w:rsidR="00E00D30" w:rsidRDefault="00E00D30" w:rsidP="00E00D30">
      <w:r>
        <w:t>196.0096</w:t>
      </w:r>
      <w:r>
        <w:tab/>
        <w:t>3.038e0</w:t>
      </w:r>
    </w:p>
    <w:p w:rsidR="00E00D30" w:rsidRDefault="00E00D30" w:rsidP="00E00D30">
      <w:r>
        <w:t>196.0145</w:t>
      </w:r>
      <w:r>
        <w:tab/>
        <w:t>1.351e1</w:t>
      </w:r>
    </w:p>
    <w:p w:rsidR="00E00D30" w:rsidRDefault="00E00D30" w:rsidP="00E00D30">
      <w:r>
        <w:lastRenderedPageBreak/>
        <w:t>196.0170</w:t>
      </w:r>
      <w:r>
        <w:tab/>
        <w:t>3.594e1</w:t>
      </w:r>
    </w:p>
    <w:p w:rsidR="00E00D30" w:rsidRDefault="00E00D30" w:rsidP="00E00D30">
      <w:r>
        <w:t>196.0193</w:t>
      </w:r>
      <w:r>
        <w:tab/>
        <w:t>8.203e1</w:t>
      </w:r>
    </w:p>
    <w:p w:rsidR="00E00D30" w:rsidRDefault="00E00D30" w:rsidP="00E00D30">
      <w:r>
        <w:t>196.0223</w:t>
      </w:r>
      <w:r>
        <w:tab/>
        <w:t>4.152e1</w:t>
      </w:r>
    </w:p>
    <w:p w:rsidR="00E00D30" w:rsidRDefault="00E00D30" w:rsidP="00E00D30">
      <w:r>
        <w:t>196.0269</w:t>
      </w:r>
      <w:r>
        <w:tab/>
        <w:t>5.787e0</w:t>
      </w:r>
    </w:p>
    <w:p w:rsidR="00E00D30" w:rsidRDefault="00E00D30" w:rsidP="00E00D30">
      <w:r>
        <w:t>196.0319</w:t>
      </w:r>
      <w:r>
        <w:tab/>
        <w:t>1.216e1</w:t>
      </w:r>
    </w:p>
    <w:p w:rsidR="00E00D30" w:rsidRDefault="00E00D30" w:rsidP="00E00D30">
      <w:r>
        <w:t>196.0559</w:t>
      </w:r>
      <w:r>
        <w:tab/>
        <w:t>2.025e0</w:t>
      </w:r>
    </w:p>
    <w:p w:rsidR="00E00D30" w:rsidRDefault="00E00D30" w:rsidP="00E00D30">
      <w:r>
        <w:t>196.0596</w:t>
      </w:r>
      <w:r>
        <w:tab/>
        <w:t>2.025e0</w:t>
      </w:r>
    </w:p>
    <w:p w:rsidR="00E00D30" w:rsidRDefault="00E00D30" w:rsidP="00E00D30">
      <w:r>
        <w:t>196.0614</w:t>
      </w:r>
      <w:r>
        <w:tab/>
        <w:t>2.025e0</w:t>
      </w:r>
    </w:p>
    <w:p w:rsidR="00E00D30" w:rsidRDefault="00E00D30" w:rsidP="00E00D30">
      <w:r>
        <w:t>196.0652</w:t>
      </w:r>
      <w:r>
        <w:tab/>
        <w:t>1.013e0</w:t>
      </w:r>
    </w:p>
    <w:p w:rsidR="00E00D30" w:rsidRDefault="00E00D30" w:rsidP="00E00D30">
      <w:r>
        <w:t>196.0864</w:t>
      </w:r>
      <w:r>
        <w:tab/>
        <w:t>3.038e0</w:t>
      </w:r>
    </w:p>
    <w:p w:rsidR="00E00D30" w:rsidRDefault="00E00D30" w:rsidP="00E00D30">
      <w:r>
        <w:t>196.0985</w:t>
      </w:r>
      <w:r>
        <w:tab/>
        <w:t>1.013e0</w:t>
      </w:r>
    </w:p>
    <w:p w:rsidR="00E00D30" w:rsidRDefault="00E00D30" w:rsidP="00E00D30">
      <w:r>
        <w:t>196.1112</w:t>
      </w:r>
      <w:r>
        <w:tab/>
        <w:t>2.025e0</w:t>
      </w:r>
    </w:p>
    <w:p w:rsidR="00E00D30" w:rsidRDefault="00E00D30" w:rsidP="00E00D30">
      <w:r>
        <w:t>196.1206</w:t>
      </w:r>
      <w:r>
        <w:tab/>
        <w:t>3.038e0</w:t>
      </w:r>
    </w:p>
    <w:p w:rsidR="00E00D30" w:rsidRDefault="00E00D30" w:rsidP="00E00D30">
      <w:r>
        <w:t>196.1243</w:t>
      </w:r>
      <w:r>
        <w:tab/>
        <w:t>3.038e0</w:t>
      </w:r>
    </w:p>
    <w:p w:rsidR="00E00D30" w:rsidRDefault="00E00D30" w:rsidP="00E00D30">
      <w:r>
        <w:t>196.1329</w:t>
      </w:r>
      <w:r>
        <w:tab/>
        <w:t>5.063e0</w:t>
      </w:r>
    </w:p>
    <w:p w:rsidR="00E00D30" w:rsidRDefault="00E00D30" w:rsidP="00E00D30">
      <w:r>
        <w:t>196.1356</w:t>
      </w:r>
      <w:r>
        <w:tab/>
        <w:t>1.013e0</w:t>
      </w:r>
    </w:p>
    <w:p w:rsidR="00E00D30" w:rsidRDefault="00E00D30" w:rsidP="00E00D30">
      <w:r>
        <w:t>196.1476</w:t>
      </w:r>
      <w:r>
        <w:tab/>
        <w:t>3.038e0</w:t>
      </w:r>
    </w:p>
    <w:p w:rsidR="00E00D30" w:rsidRDefault="00E00D30" w:rsidP="00E00D30">
      <w:r>
        <w:t>196.1500</w:t>
      </w:r>
      <w:r>
        <w:tab/>
        <w:t>1.013e0</w:t>
      </w:r>
    </w:p>
    <w:p w:rsidR="00E00D30" w:rsidRDefault="00E00D30" w:rsidP="00E00D30">
      <w:r>
        <w:t>196.1653</w:t>
      </w:r>
      <w:r>
        <w:tab/>
        <w:t>2.025e0</w:t>
      </w:r>
    </w:p>
    <w:p w:rsidR="00E00D30" w:rsidRDefault="00E00D30" w:rsidP="00E00D30">
      <w:r>
        <w:lastRenderedPageBreak/>
        <w:t>196.1992</w:t>
      </w:r>
      <w:r>
        <w:tab/>
        <w:t>1.013e0</w:t>
      </w:r>
    </w:p>
    <w:p w:rsidR="00E00D30" w:rsidRDefault="00E00D30" w:rsidP="00E00D30">
      <w:r>
        <w:t>196.2030</w:t>
      </w:r>
      <w:r>
        <w:tab/>
        <w:t>1.013e0</w:t>
      </w:r>
    </w:p>
    <w:p w:rsidR="00E00D30" w:rsidRDefault="00E00D30" w:rsidP="00E00D30">
      <w:r>
        <w:t>196.2067</w:t>
      </w:r>
      <w:r>
        <w:tab/>
        <w:t>1.013e0</w:t>
      </w:r>
    </w:p>
    <w:p w:rsidR="00E00D30" w:rsidRDefault="00E00D30" w:rsidP="00E00D30">
      <w:r>
        <w:t>196.2144</w:t>
      </w:r>
      <w:r>
        <w:tab/>
        <w:t>1.013e0</w:t>
      </w:r>
    </w:p>
    <w:p w:rsidR="00E00D30" w:rsidRDefault="00E00D30" w:rsidP="00E00D30">
      <w:r>
        <w:t>196.2446</w:t>
      </w:r>
      <w:r>
        <w:tab/>
        <w:t>1.013e0</w:t>
      </w:r>
    </w:p>
    <w:p w:rsidR="00E00D30" w:rsidRDefault="00E00D30" w:rsidP="00E00D30">
      <w:r>
        <w:t>196.2517</w:t>
      </w:r>
      <w:r>
        <w:tab/>
        <w:t>1.013e0</w:t>
      </w:r>
    </w:p>
    <w:p w:rsidR="00E00D30" w:rsidRDefault="00E00D30" w:rsidP="00E00D30">
      <w:r>
        <w:t>196.2609</w:t>
      </w:r>
      <w:r>
        <w:tab/>
        <w:t>2.025e0</w:t>
      </w:r>
    </w:p>
    <w:p w:rsidR="00E00D30" w:rsidRDefault="00E00D30" w:rsidP="00E00D30">
      <w:r>
        <w:t>196.2704</w:t>
      </w:r>
      <w:r>
        <w:tab/>
        <w:t>1.013e0</w:t>
      </w:r>
    </w:p>
    <w:p w:rsidR="00E00D30" w:rsidRDefault="00E00D30" w:rsidP="00E00D30">
      <w:r>
        <w:t>196.2813</w:t>
      </w:r>
      <w:r>
        <w:tab/>
        <w:t>2.025e0</w:t>
      </w:r>
    </w:p>
    <w:p w:rsidR="00E00D30" w:rsidRDefault="00E00D30" w:rsidP="00E00D30">
      <w:r>
        <w:t>196.2849</w:t>
      </w:r>
      <w:r>
        <w:tab/>
        <w:t>1.013e0</w:t>
      </w:r>
    </w:p>
    <w:p w:rsidR="00E00D30" w:rsidRDefault="00E00D30" w:rsidP="00E00D30">
      <w:r>
        <w:t>196.3034</w:t>
      </w:r>
      <w:r>
        <w:tab/>
        <w:t>1.013e0</w:t>
      </w:r>
    </w:p>
    <w:p w:rsidR="00E00D30" w:rsidRDefault="00E00D30" w:rsidP="00E00D30">
      <w:r>
        <w:t>196.3183</w:t>
      </w:r>
      <w:r>
        <w:tab/>
        <w:t>1.013e0</w:t>
      </w:r>
    </w:p>
    <w:p w:rsidR="00E00D30" w:rsidRDefault="00E00D30" w:rsidP="00E00D30">
      <w:r>
        <w:t>196.3330</w:t>
      </w:r>
      <w:r>
        <w:tab/>
        <w:t>2.025e0</w:t>
      </w:r>
    </w:p>
    <w:p w:rsidR="00E00D30" w:rsidRDefault="00E00D30" w:rsidP="00E00D30">
      <w:r>
        <w:t>196.3367</w:t>
      </w:r>
      <w:r>
        <w:tab/>
        <w:t>1.013e0</w:t>
      </w:r>
    </w:p>
    <w:p w:rsidR="00E00D30" w:rsidRDefault="00E00D30" w:rsidP="00E00D30">
      <w:r>
        <w:t>196.3553</w:t>
      </w:r>
      <w:r>
        <w:tab/>
        <w:t>4.051e0</w:t>
      </w:r>
    </w:p>
    <w:p w:rsidR="00E00D30" w:rsidRDefault="00E00D30" w:rsidP="00E00D30">
      <w:r>
        <w:t>196.3831</w:t>
      </w:r>
      <w:r>
        <w:tab/>
        <w:t>2.025e0</w:t>
      </w:r>
    </w:p>
    <w:p w:rsidR="00E00D30" w:rsidRDefault="00E00D30" w:rsidP="00E00D30">
      <w:r>
        <w:t>196.3848</w:t>
      </w:r>
      <w:r>
        <w:tab/>
        <w:t>1.013e0</w:t>
      </w:r>
    </w:p>
    <w:p w:rsidR="00E00D30" w:rsidRDefault="00E00D30" w:rsidP="00E00D30">
      <w:r>
        <w:t>196.3884</w:t>
      </w:r>
      <w:r>
        <w:tab/>
        <w:t>2.025e0</w:t>
      </w:r>
    </w:p>
    <w:p w:rsidR="00E00D30" w:rsidRDefault="00E00D30" w:rsidP="00E00D30">
      <w:r>
        <w:t>196.3997</w:t>
      </w:r>
      <w:r>
        <w:tab/>
        <w:t>1.013e0</w:t>
      </w:r>
    </w:p>
    <w:p w:rsidR="00E00D30" w:rsidRDefault="00E00D30" w:rsidP="00E00D30">
      <w:r>
        <w:lastRenderedPageBreak/>
        <w:t>196.4109</w:t>
      </w:r>
      <w:r>
        <w:tab/>
        <w:t>2.025e0</w:t>
      </w:r>
    </w:p>
    <w:p w:rsidR="00E00D30" w:rsidRDefault="00E00D30" w:rsidP="00E00D30">
      <w:r>
        <w:t>196.4188</w:t>
      </w:r>
      <w:r>
        <w:tab/>
        <w:t>1.013e0</w:t>
      </w:r>
    </w:p>
    <w:p w:rsidR="00E00D30" w:rsidRDefault="00E00D30" w:rsidP="00E00D30">
      <w:r>
        <w:t>196.4415</w:t>
      </w:r>
      <w:r>
        <w:tab/>
        <w:t>1.013e0</w:t>
      </w:r>
    </w:p>
    <w:p w:rsidR="00E00D30" w:rsidRDefault="00E00D30" w:rsidP="00E00D30">
      <w:r>
        <w:t>196.4567</w:t>
      </w:r>
      <w:r>
        <w:tab/>
        <w:t>1.013e0</w:t>
      </w:r>
    </w:p>
    <w:p w:rsidR="00E00D30" w:rsidRDefault="00E00D30" w:rsidP="00E00D30">
      <w:r>
        <w:t>196.4752</w:t>
      </w:r>
      <w:r>
        <w:tab/>
        <w:t>1.013e0</w:t>
      </w:r>
    </w:p>
    <w:p w:rsidR="00E00D30" w:rsidRDefault="00E00D30" w:rsidP="00E00D30">
      <w:r>
        <w:t>196.4882</w:t>
      </w:r>
      <w:r>
        <w:tab/>
        <w:t>2.025e0</w:t>
      </w:r>
    </w:p>
    <w:p w:rsidR="00E00D30" w:rsidRDefault="00E00D30" w:rsidP="00E00D30">
      <w:r>
        <w:t>196.4903</w:t>
      </w:r>
      <w:r>
        <w:tab/>
        <w:t>1.013e0</w:t>
      </w:r>
    </w:p>
    <w:p w:rsidR="00E00D30" w:rsidRDefault="00E00D30" w:rsidP="00E00D30">
      <w:r>
        <w:t>196.4975</w:t>
      </w:r>
      <w:r>
        <w:tab/>
        <w:t>2.025e0</w:t>
      </w:r>
    </w:p>
    <w:p w:rsidR="00E00D30" w:rsidRDefault="00E00D30" w:rsidP="00E00D30">
      <w:r>
        <w:t>196.5048</w:t>
      </w:r>
      <w:r>
        <w:tab/>
        <w:t>1.013e0</w:t>
      </w:r>
    </w:p>
    <w:p w:rsidR="00E00D30" w:rsidRDefault="00E00D30" w:rsidP="00E00D30">
      <w:r>
        <w:t>196.5085</w:t>
      </w:r>
      <w:r>
        <w:tab/>
        <w:t>1.013e0</w:t>
      </w:r>
    </w:p>
    <w:p w:rsidR="00E00D30" w:rsidRDefault="00E00D30" w:rsidP="00E00D30">
      <w:r>
        <w:t>196.5205</w:t>
      </w:r>
      <w:r>
        <w:tab/>
        <w:t>3.038e0</w:t>
      </w:r>
    </w:p>
    <w:p w:rsidR="00E00D30" w:rsidRDefault="00E00D30" w:rsidP="00E00D30">
      <w:r>
        <w:t>196.5233</w:t>
      </w:r>
      <w:r>
        <w:tab/>
        <w:t>1.013e0</w:t>
      </w:r>
    </w:p>
    <w:p w:rsidR="00E00D30" w:rsidRDefault="00E00D30" w:rsidP="00E00D30">
      <w:r>
        <w:t>196.5344</w:t>
      </w:r>
      <w:r>
        <w:tab/>
        <w:t>2.025e0</w:t>
      </w:r>
    </w:p>
    <w:p w:rsidR="00E00D30" w:rsidRDefault="00E00D30" w:rsidP="00E00D30">
      <w:r>
        <w:t>196.5454</w:t>
      </w:r>
      <w:r>
        <w:tab/>
        <w:t>1.013e0</w:t>
      </w:r>
    </w:p>
    <w:p w:rsidR="00E00D30" w:rsidRDefault="00E00D30" w:rsidP="00E00D30">
      <w:r>
        <w:t>196.5550</w:t>
      </w:r>
      <w:r>
        <w:tab/>
        <w:t>2.025e0</w:t>
      </w:r>
    </w:p>
    <w:p w:rsidR="00E00D30" w:rsidRDefault="00E00D30" w:rsidP="00E00D30">
      <w:r>
        <w:t>196.5678</w:t>
      </w:r>
      <w:r>
        <w:tab/>
        <w:t>1.013e0</w:t>
      </w:r>
    </w:p>
    <w:p w:rsidR="00E00D30" w:rsidRDefault="00E00D30" w:rsidP="00E00D30">
      <w:r>
        <w:t>196.5715</w:t>
      </w:r>
      <w:r>
        <w:tab/>
        <w:t>1.013e0</w:t>
      </w:r>
    </w:p>
    <w:p w:rsidR="00E00D30" w:rsidRDefault="00E00D30" w:rsidP="00E00D30">
      <w:r>
        <w:t>196.5751</w:t>
      </w:r>
      <w:r>
        <w:tab/>
        <w:t>1.013e0</w:t>
      </w:r>
    </w:p>
    <w:p w:rsidR="00E00D30" w:rsidRDefault="00E00D30" w:rsidP="00E00D30">
      <w:r>
        <w:t>196.5900</w:t>
      </w:r>
      <w:r>
        <w:tab/>
        <w:t>1.013e0</w:t>
      </w:r>
    </w:p>
    <w:p w:rsidR="00E00D30" w:rsidRDefault="00E00D30" w:rsidP="00E00D30">
      <w:r>
        <w:lastRenderedPageBreak/>
        <w:t>196.6011</w:t>
      </w:r>
      <w:r>
        <w:tab/>
        <w:t>1.013e0</w:t>
      </w:r>
    </w:p>
    <w:p w:rsidR="00E00D30" w:rsidRDefault="00E00D30" w:rsidP="00E00D30">
      <w:r>
        <w:t>196.6050</w:t>
      </w:r>
      <w:r>
        <w:tab/>
        <w:t>1.013e0</w:t>
      </w:r>
    </w:p>
    <w:p w:rsidR="00E00D30" w:rsidRDefault="00E00D30" w:rsidP="00E00D30">
      <w:r>
        <w:t>196.6121</w:t>
      </w:r>
      <w:r>
        <w:tab/>
        <w:t>3.038e0</w:t>
      </w:r>
    </w:p>
    <w:p w:rsidR="00E00D30" w:rsidRDefault="00E00D30" w:rsidP="00E00D30">
      <w:r>
        <w:t>196.6161</w:t>
      </w:r>
      <w:r>
        <w:tab/>
        <w:t>1.013e0</w:t>
      </w:r>
    </w:p>
    <w:p w:rsidR="00E00D30" w:rsidRDefault="00E00D30" w:rsidP="00E00D30">
      <w:r>
        <w:t>196.6721</w:t>
      </w:r>
      <w:r>
        <w:tab/>
        <w:t>1.013e0</w:t>
      </w:r>
    </w:p>
    <w:p w:rsidR="00E00D30" w:rsidRDefault="00E00D30" w:rsidP="00E00D30">
      <w:r>
        <w:t>196.6910</w:t>
      </w:r>
      <w:r>
        <w:tab/>
        <w:t>1.013e0</w:t>
      </w:r>
    </w:p>
    <w:p w:rsidR="00E00D30" w:rsidRDefault="00E00D30" w:rsidP="00E00D30">
      <w:r>
        <w:t>196.6987</w:t>
      </w:r>
      <w:r>
        <w:tab/>
        <w:t>1.013e0</w:t>
      </w:r>
    </w:p>
    <w:p w:rsidR="00E00D30" w:rsidRDefault="00E00D30" w:rsidP="00E00D30">
      <w:r>
        <w:t>196.7024</w:t>
      </w:r>
      <w:r>
        <w:tab/>
        <w:t>1.013e0</w:t>
      </w:r>
    </w:p>
    <w:p w:rsidR="00E00D30" w:rsidRDefault="00E00D30" w:rsidP="00E00D30">
      <w:r>
        <w:t>196.7044</w:t>
      </w:r>
      <w:r>
        <w:tab/>
        <w:t>2.025e0</w:t>
      </w:r>
    </w:p>
    <w:p w:rsidR="00E00D30" w:rsidRDefault="00E00D30" w:rsidP="00E00D30">
      <w:r>
        <w:t>196.7063</w:t>
      </w:r>
      <w:r>
        <w:tab/>
        <w:t>2.025e0</w:t>
      </w:r>
    </w:p>
    <w:p w:rsidR="00E00D30" w:rsidRDefault="00E00D30" w:rsidP="00E00D30">
      <w:r>
        <w:t>196.7101</w:t>
      </w:r>
      <w:r>
        <w:tab/>
        <w:t>1.013e0</w:t>
      </w:r>
    </w:p>
    <w:p w:rsidR="00E00D30" w:rsidRDefault="00E00D30" w:rsidP="00E00D30">
      <w:r>
        <w:t>196.7178</w:t>
      </w:r>
      <w:r>
        <w:tab/>
        <w:t>1.013e0</w:t>
      </w:r>
    </w:p>
    <w:p w:rsidR="00E00D30" w:rsidRDefault="00E00D30" w:rsidP="00E00D30">
      <w:r>
        <w:t>196.7362</w:t>
      </w:r>
      <w:r>
        <w:tab/>
        <w:t>1.013e0</w:t>
      </w:r>
    </w:p>
    <w:p w:rsidR="00E00D30" w:rsidRDefault="00E00D30" w:rsidP="00E00D30">
      <w:r>
        <w:t>196.7470</w:t>
      </w:r>
      <w:r>
        <w:tab/>
        <w:t>1.013e0</w:t>
      </w:r>
    </w:p>
    <w:p w:rsidR="00E00D30" w:rsidRDefault="00E00D30" w:rsidP="00E00D30">
      <w:r>
        <w:t>196.7507</w:t>
      </w:r>
      <w:r>
        <w:tab/>
        <w:t>1.013e0</w:t>
      </w:r>
    </w:p>
    <w:p w:rsidR="00E00D30" w:rsidRDefault="00E00D30" w:rsidP="00E00D30">
      <w:r>
        <w:t>196.7692</w:t>
      </w:r>
      <w:r>
        <w:tab/>
        <w:t>1.013e0</w:t>
      </w:r>
    </w:p>
    <w:p w:rsidR="00E00D30" w:rsidRDefault="00E00D30" w:rsidP="00E00D30">
      <w:r>
        <w:t>196.7766</w:t>
      </w:r>
      <w:r>
        <w:tab/>
        <w:t>1.013e0</w:t>
      </w:r>
    </w:p>
    <w:p w:rsidR="00E00D30" w:rsidRDefault="00E00D30" w:rsidP="00E00D30">
      <w:r>
        <w:t>196.7952</w:t>
      </w:r>
      <w:r>
        <w:tab/>
        <w:t>1.013e0</w:t>
      </w:r>
    </w:p>
    <w:p w:rsidR="00E00D30" w:rsidRDefault="00E00D30" w:rsidP="00E00D30">
      <w:r>
        <w:t>196.7988</w:t>
      </w:r>
      <w:r>
        <w:tab/>
        <w:t>1.013e0</w:t>
      </w:r>
    </w:p>
    <w:p w:rsidR="00E00D30" w:rsidRDefault="00E00D30" w:rsidP="00E00D30">
      <w:r>
        <w:lastRenderedPageBreak/>
        <w:t>196.8026</w:t>
      </w:r>
      <w:r>
        <w:tab/>
        <w:t>1.013e0</w:t>
      </w:r>
    </w:p>
    <w:p w:rsidR="00E00D30" w:rsidRDefault="00E00D30" w:rsidP="00E00D30">
      <w:r>
        <w:t>196.8062</w:t>
      </w:r>
      <w:r>
        <w:tab/>
        <w:t>1.013e0</w:t>
      </w:r>
    </w:p>
    <w:p w:rsidR="00E00D30" w:rsidRDefault="00E00D30" w:rsidP="00E00D30">
      <w:r>
        <w:t>196.8211</w:t>
      </w:r>
      <w:r>
        <w:tab/>
        <w:t>2.025e0</w:t>
      </w:r>
    </w:p>
    <w:p w:rsidR="00E00D30" w:rsidRDefault="00E00D30" w:rsidP="00E00D30">
      <w:r>
        <w:t>196.8285</w:t>
      </w:r>
      <w:r>
        <w:tab/>
        <w:t>1.013e0</w:t>
      </w:r>
    </w:p>
    <w:p w:rsidR="00E00D30" w:rsidRDefault="00E00D30" w:rsidP="00E00D30">
      <w:r>
        <w:t>196.8324</w:t>
      </w:r>
      <w:r>
        <w:tab/>
        <w:t>1.013e0</w:t>
      </w:r>
    </w:p>
    <w:p w:rsidR="00E00D30" w:rsidRDefault="00E00D30" w:rsidP="00E00D30">
      <w:r>
        <w:t>196.8377</w:t>
      </w:r>
      <w:r>
        <w:tab/>
        <w:t>2.025e0</w:t>
      </w:r>
    </w:p>
    <w:p w:rsidR="00E00D30" w:rsidRDefault="00E00D30" w:rsidP="00E00D30">
      <w:r>
        <w:t>196.8637</w:t>
      </w:r>
      <w:r>
        <w:tab/>
        <w:t>2.025e0</w:t>
      </w:r>
    </w:p>
    <w:p w:rsidR="00E00D30" w:rsidRDefault="00E00D30" w:rsidP="00E00D30">
      <w:r>
        <w:t>196.8920</w:t>
      </w:r>
      <w:r>
        <w:tab/>
        <w:t>1.013e0</w:t>
      </w:r>
    </w:p>
    <w:p w:rsidR="00E00D30" w:rsidRDefault="00E00D30" w:rsidP="00E00D30">
      <w:r>
        <w:t>196.9223</w:t>
      </w:r>
      <w:r>
        <w:tab/>
        <w:t>1.013e0</w:t>
      </w:r>
    </w:p>
    <w:p w:rsidR="00E00D30" w:rsidRDefault="00E00D30" w:rsidP="00E00D30">
      <w:r>
        <w:t>196.9299</w:t>
      </w:r>
      <w:r>
        <w:tab/>
        <w:t>1.013e0</w:t>
      </w:r>
    </w:p>
    <w:p w:rsidR="00E00D30" w:rsidRDefault="00E00D30" w:rsidP="00E00D30">
      <w:r>
        <w:t>196.9578</w:t>
      </w:r>
      <w:r>
        <w:tab/>
        <w:t>2.025e0</w:t>
      </w:r>
    </w:p>
    <w:p w:rsidR="00E00D30" w:rsidRDefault="00E00D30" w:rsidP="00E00D30">
      <w:r>
        <w:t>196.9782</w:t>
      </w:r>
      <w:r>
        <w:tab/>
        <w:t>1.013e0</w:t>
      </w:r>
    </w:p>
    <w:p w:rsidR="00E00D30" w:rsidRDefault="00E00D30" w:rsidP="00E00D30">
      <w:r>
        <w:t>196.9855</w:t>
      </w:r>
      <w:r>
        <w:tab/>
        <w:t>1.013e0</w:t>
      </w:r>
    </w:p>
    <w:p w:rsidR="00E00D30" w:rsidRDefault="00E00D30" w:rsidP="00E00D30">
      <w:r>
        <w:t>196.9930</w:t>
      </w:r>
      <w:r>
        <w:tab/>
        <w:t>2.025e0</w:t>
      </w:r>
    </w:p>
    <w:p w:rsidR="00E00D30" w:rsidRDefault="00E00D30" w:rsidP="00E00D30">
      <w:r>
        <w:t>197.0041</w:t>
      </w:r>
      <w:r>
        <w:tab/>
        <w:t>3.038e0</w:t>
      </w:r>
    </w:p>
    <w:p w:rsidR="00E00D30" w:rsidRDefault="00E00D30" w:rsidP="00E00D30">
      <w:r>
        <w:t>197.0059</w:t>
      </w:r>
      <w:r>
        <w:tab/>
        <w:t>2.025e0</w:t>
      </w:r>
    </w:p>
    <w:p w:rsidR="00E00D30" w:rsidRDefault="00E00D30" w:rsidP="00E00D30">
      <w:r>
        <w:t>197.0118</w:t>
      </w:r>
      <w:r>
        <w:tab/>
        <w:t>1.013e0</w:t>
      </w:r>
    </w:p>
    <w:p w:rsidR="00E00D30" w:rsidRDefault="00E00D30" w:rsidP="00E00D30">
      <w:r>
        <w:t>197.0206</w:t>
      </w:r>
      <w:r>
        <w:tab/>
        <w:t>1.620e1</w:t>
      </w:r>
    </w:p>
    <w:p w:rsidR="00E00D30" w:rsidRDefault="00E00D30" w:rsidP="00E00D30">
      <w:r>
        <w:t>197.0226</w:t>
      </w:r>
      <w:r>
        <w:tab/>
        <w:t>1.013e0</w:t>
      </w:r>
    </w:p>
    <w:p w:rsidR="00E00D30" w:rsidRDefault="00E00D30" w:rsidP="00E00D30">
      <w:r>
        <w:lastRenderedPageBreak/>
        <w:t>197.0256</w:t>
      </w:r>
      <w:r>
        <w:tab/>
        <w:t>3.038e0</w:t>
      </w:r>
    </w:p>
    <w:p w:rsidR="00E00D30" w:rsidRDefault="00E00D30" w:rsidP="00E00D30">
      <w:r>
        <w:t>197.0281</w:t>
      </w:r>
      <w:r>
        <w:tab/>
        <w:t>2.025e0</w:t>
      </w:r>
    </w:p>
    <w:p w:rsidR="00E00D30" w:rsidRDefault="00E00D30" w:rsidP="00E00D30">
      <w:r>
        <w:t>197.0300</w:t>
      </w:r>
      <w:r>
        <w:tab/>
        <w:t>2.025e0</w:t>
      </w:r>
    </w:p>
    <w:p w:rsidR="00E00D30" w:rsidRDefault="00E00D30" w:rsidP="00E00D30">
      <w:r>
        <w:t>197.0359</w:t>
      </w:r>
      <w:r>
        <w:tab/>
        <w:t>2.025e0</w:t>
      </w:r>
    </w:p>
    <w:p w:rsidR="00E00D30" w:rsidRDefault="00E00D30" w:rsidP="00E00D30">
      <w:r>
        <w:t>197.0486</w:t>
      </w:r>
      <w:r>
        <w:tab/>
        <w:t>1.013e0</w:t>
      </w:r>
    </w:p>
    <w:p w:rsidR="00E00D30" w:rsidRDefault="00E00D30" w:rsidP="00E00D30">
      <w:r>
        <w:t>197.0578</w:t>
      </w:r>
      <w:r>
        <w:tab/>
        <w:t>2.025e0</w:t>
      </w:r>
    </w:p>
    <w:p w:rsidR="00E00D30" w:rsidRDefault="00E00D30" w:rsidP="00E00D30">
      <w:r>
        <w:t>197.0776</w:t>
      </w:r>
      <w:r>
        <w:tab/>
        <w:t>4.051e0</w:t>
      </w:r>
    </w:p>
    <w:p w:rsidR="00E00D30" w:rsidRDefault="00E00D30" w:rsidP="00E00D30">
      <w:r>
        <w:t>197.0855</w:t>
      </w:r>
      <w:r>
        <w:tab/>
        <w:t>1.013e0</w:t>
      </w:r>
    </w:p>
    <w:p w:rsidR="00E00D30" w:rsidRDefault="00E00D30" w:rsidP="00E00D30">
      <w:r>
        <w:t>197.0873</w:t>
      </w:r>
      <w:r>
        <w:tab/>
        <w:t>2.025e0</w:t>
      </w:r>
    </w:p>
    <w:p w:rsidR="00E00D30" w:rsidRDefault="00E00D30" w:rsidP="00E00D30">
      <w:r>
        <w:t>197.0894</w:t>
      </w:r>
      <w:r>
        <w:tab/>
        <w:t>2.025e0</w:t>
      </w:r>
    </w:p>
    <w:p w:rsidR="00E00D30" w:rsidRDefault="00E00D30" w:rsidP="00E00D30">
      <w:r>
        <w:t>197.0910</w:t>
      </w:r>
      <w:r>
        <w:tab/>
        <w:t>3.038e0</w:t>
      </w:r>
    </w:p>
    <w:p w:rsidR="00E00D30" w:rsidRDefault="00E00D30" w:rsidP="00E00D30">
      <w:r>
        <w:t>197.0962</w:t>
      </w:r>
      <w:r>
        <w:tab/>
        <w:t>7.089e0</w:t>
      </w:r>
    </w:p>
    <w:p w:rsidR="00E00D30" w:rsidRDefault="00E00D30" w:rsidP="00E00D30">
      <w:r>
        <w:t>197.1007</w:t>
      </w:r>
      <w:r>
        <w:tab/>
        <w:t>3.038e0</w:t>
      </w:r>
    </w:p>
    <w:p w:rsidR="00E00D30" w:rsidRDefault="00E00D30" w:rsidP="00E00D30">
      <w:r>
        <w:t>197.1171</w:t>
      </w:r>
      <w:r>
        <w:tab/>
        <w:t>3.038e0</w:t>
      </w:r>
    </w:p>
    <w:p w:rsidR="00E00D30" w:rsidRDefault="00E00D30" w:rsidP="00E00D30">
      <w:r>
        <w:t>197.1236</w:t>
      </w:r>
      <w:r>
        <w:tab/>
        <w:t>1.013e0</w:t>
      </w:r>
    </w:p>
    <w:p w:rsidR="00E00D30" w:rsidRDefault="00E00D30" w:rsidP="00E00D30">
      <w:r>
        <w:t>197.1260</w:t>
      </w:r>
      <w:r>
        <w:tab/>
        <w:t>7.089e0</w:t>
      </w:r>
    </w:p>
    <w:p w:rsidR="00E00D30" w:rsidRDefault="00E00D30" w:rsidP="00E00D30">
      <w:r>
        <w:t>197.1271</w:t>
      </w:r>
      <w:r>
        <w:tab/>
        <w:t>2.025e0</w:t>
      </w:r>
    </w:p>
    <w:p w:rsidR="00E00D30" w:rsidRDefault="00E00D30" w:rsidP="00E00D30">
      <w:r>
        <w:t>197.1440</w:t>
      </w:r>
      <w:r>
        <w:tab/>
        <w:t>2.025e0</w:t>
      </w:r>
    </w:p>
    <w:p w:rsidR="00E00D30" w:rsidRDefault="00E00D30" w:rsidP="00E00D30">
      <w:r>
        <w:t>197.1555</w:t>
      </w:r>
      <w:r>
        <w:tab/>
        <w:t>4.051e0</w:t>
      </w:r>
    </w:p>
    <w:p w:rsidR="00E00D30" w:rsidRDefault="00E00D30" w:rsidP="00E00D30">
      <w:r>
        <w:lastRenderedPageBreak/>
        <w:t>197.1613</w:t>
      </w:r>
      <w:r>
        <w:tab/>
        <w:t>1.013e0</w:t>
      </w:r>
    </w:p>
    <w:p w:rsidR="00E00D30" w:rsidRDefault="00E00D30" w:rsidP="00E00D30">
      <w:r>
        <w:t>197.1689</w:t>
      </w:r>
      <w:r>
        <w:tab/>
        <w:t>1.013e0</w:t>
      </w:r>
    </w:p>
    <w:p w:rsidR="00E00D30" w:rsidRDefault="00E00D30" w:rsidP="00E00D30">
      <w:r>
        <w:t>197.1798</w:t>
      </w:r>
      <w:r>
        <w:tab/>
        <w:t>1.013e0</w:t>
      </w:r>
    </w:p>
    <w:p w:rsidR="00E00D30" w:rsidRDefault="00E00D30" w:rsidP="00E00D30">
      <w:r>
        <w:t>197.2354</w:t>
      </w:r>
      <w:r>
        <w:tab/>
        <w:t>1.013e0</w:t>
      </w:r>
    </w:p>
    <w:p w:rsidR="00E00D30" w:rsidRDefault="00E00D30" w:rsidP="00E00D30">
      <w:r>
        <w:t>197.2375</w:t>
      </w:r>
      <w:r>
        <w:tab/>
        <w:t>2.025e0</w:t>
      </w:r>
    </w:p>
    <w:p w:rsidR="00E00D30" w:rsidRDefault="00E00D30" w:rsidP="00E00D30">
      <w:r>
        <w:t>197.2427</w:t>
      </w:r>
      <w:r>
        <w:tab/>
        <w:t>2.025e0</w:t>
      </w:r>
    </w:p>
    <w:p w:rsidR="00E00D30" w:rsidRDefault="00E00D30" w:rsidP="00E00D30">
      <w:r>
        <w:t>197.2651</w:t>
      </w:r>
      <w:r>
        <w:tab/>
        <w:t>1.013e0</w:t>
      </w:r>
    </w:p>
    <w:p w:rsidR="00E00D30" w:rsidRDefault="00E00D30" w:rsidP="00E00D30">
      <w:r>
        <w:t>197.2688</w:t>
      </w:r>
      <w:r>
        <w:tab/>
        <w:t>1.013e0</w:t>
      </w:r>
    </w:p>
    <w:p w:rsidR="00E00D30" w:rsidRDefault="00E00D30" w:rsidP="00E00D30">
      <w:r>
        <w:t>197.2728</w:t>
      </w:r>
      <w:r>
        <w:tab/>
        <w:t>1.013e0</w:t>
      </w:r>
    </w:p>
    <w:p w:rsidR="00E00D30" w:rsidRDefault="00E00D30" w:rsidP="00E00D30">
      <w:r>
        <w:t>197.2835</w:t>
      </w:r>
      <w:r>
        <w:tab/>
        <w:t>1.013e0</w:t>
      </w:r>
    </w:p>
    <w:p w:rsidR="00E00D30" w:rsidRDefault="00E00D30" w:rsidP="00E00D30">
      <w:r>
        <w:t>197.2984</w:t>
      </w:r>
      <w:r>
        <w:tab/>
        <w:t>1.013e0</w:t>
      </w:r>
    </w:p>
    <w:p w:rsidR="00E00D30" w:rsidRDefault="00E00D30" w:rsidP="00E00D30">
      <w:r>
        <w:t>197.3004</w:t>
      </w:r>
      <w:r>
        <w:tab/>
        <w:t>2.025e0</w:t>
      </w:r>
    </w:p>
    <w:p w:rsidR="00E00D30" w:rsidRDefault="00E00D30" w:rsidP="00E00D30">
      <w:r>
        <w:t>197.3021</w:t>
      </w:r>
      <w:r>
        <w:tab/>
        <w:t>1.013e0</w:t>
      </w:r>
    </w:p>
    <w:p w:rsidR="00E00D30" w:rsidRDefault="00E00D30" w:rsidP="00E00D30">
      <w:r>
        <w:t>197.3131</w:t>
      </w:r>
      <w:r>
        <w:tab/>
        <w:t>1.013e0</w:t>
      </w:r>
    </w:p>
    <w:p w:rsidR="00E00D30" w:rsidRDefault="00E00D30" w:rsidP="00E00D30">
      <w:r>
        <w:t>197.3207</w:t>
      </w:r>
      <w:r>
        <w:tab/>
        <w:t>1.013e0</w:t>
      </w:r>
    </w:p>
    <w:p w:rsidR="00E00D30" w:rsidRDefault="00E00D30" w:rsidP="00E00D30">
      <w:r>
        <w:t>197.3738</w:t>
      </w:r>
      <w:r>
        <w:tab/>
        <w:t>2.025e0</w:t>
      </w:r>
    </w:p>
    <w:p w:rsidR="00E00D30" w:rsidRDefault="00E00D30" w:rsidP="00E00D30">
      <w:r>
        <w:t>197.3891</w:t>
      </w:r>
      <w:r>
        <w:tab/>
        <w:t>1.013e0</w:t>
      </w:r>
    </w:p>
    <w:p w:rsidR="00E00D30" w:rsidRDefault="00E00D30" w:rsidP="00E00D30">
      <w:r>
        <w:t>197.3930</w:t>
      </w:r>
      <w:r>
        <w:tab/>
        <w:t>1.013e0</w:t>
      </w:r>
    </w:p>
    <w:p w:rsidR="00E00D30" w:rsidRDefault="00E00D30" w:rsidP="00E00D30">
      <w:r>
        <w:t>197.4112</w:t>
      </w:r>
      <w:r>
        <w:tab/>
        <w:t>1.013e0</w:t>
      </w:r>
    </w:p>
    <w:p w:rsidR="00E00D30" w:rsidRDefault="00E00D30" w:rsidP="00E00D30">
      <w:r>
        <w:lastRenderedPageBreak/>
        <w:t>197.4259</w:t>
      </w:r>
      <w:r>
        <w:tab/>
        <w:t>1.013e0</w:t>
      </w:r>
    </w:p>
    <w:p w:rsidR="00E00D30" w:rsidRDefault="00E00D30" w:rsidP="00E00D30">
      <w:r>
        <w:t>197.4371</w:t>
      </w:r>
      <w:r>
        <w:tab/>
        <w:t>1.013e0</w:t>
      </w:r>
    </w:p>
    <w:p w:rsidR="00E00D30" w:rsidRDefault="00E00D30" w:rsidP="00E00D30">
      <w:r>
        <w:t>197.4485</w:t>
      </w:r>
      <w:r>
        <w:tab/>
        <w:t>1.013e0</w:t>
      </w:r>
    </w:p>
    <w:p w:rsidR="00E00D30" w:rsidRDefault="00E00D30" w:rsidP="00E00D30">
      <w:r>
        <w:t>197.5076</w:t>
      </w:r>
      <w:r>
        <w:tab/>
        <w:t>2.025e0</w:t>
      </w:r>
    </w:p>
    <w:p w:rsidR="00E00D30" w:rsidRDefault="00E00D30" w:rsidP="00E00D30">
      <w:r>
        <w:t>197.5297</w:t>
      </w:r>
      <w:r>
        <w:tab/>
        <w:t>1.013e0</w:t>
      </w:r>
    </w:p>
    <w:p w:rsidR="00E00D30" w:rsidRDefault="00E00D30" w:rsidP="00E00D30">
      <w:r>
        <w:t>197.5451</w:t>
      </w:r>
      <w:r>
        <w:tab/>
        <w:t>1.013e0</w:t>
      </w:r>
    </w:p>
    <w:p w:rsidR="00E00D30" w:rsidRDefault="00E00D30" w:rsidP="00E00D30">
      <w:r>
        <w:t>197.5490</w:t>
      </w:r>
      <w:r>
        <w:tab/>
        <w:t>1.013e0</w:t>
      </w:r>
    </w:p>
    <w:p w:rsidR="00E00D30" w:rsidRDefault="00E00D30" w:rsidP="00E00D30">
      <w:r>
        <w:t>197.5602</w:t>
      </w:r>
      <w:r>
        <w:tab/>
        <w:t>2.025e0</w:t>
      </w:r>
    </w:p>
    <w:p w:rsidR="00E00D30" w:rsidRDefault="00E00D30" w:rsidP="00E00D30">
      <w:r>
        <w:t>197.5960</w:t>
      </w:r>
      <w:r>
        <w:tab/>
        <w:t>2.025e0</w:t>
      </w:r>
    </w:p>
    <w:p w:rsidR="00E00D30" w:rsidRDefault="00E00D30" w:rsidP="00E00D30">
      <w:r>
        <w:t>197.6297</w:t>
      </w:r>
      <w:r>
        <w:tab/>
        <w:t>2.025e0</w:t>
      </w:r>
    </w:p>
    <w:p w:rsidR="00E00D30" w:rsidRDefault="00E00D30" w:rsidP="00E00D30">
      <w:r>
        <w:t>197.6316</w:t>
      </w:r>
      <w:r>
        <w:tab/>
        <w:t>1.013e0</w:t>
      </w:r>
    </w:p>
    <w:p w:rsidR="00E00D30" w:rsidRDefault="00E00D30" w:rsidP="00E00D30">
      <w:r>
        <w:t>197.6388</w:t>
      </w:r>
      <w:r>
        <w:tab/>
        <w:t>1.013e0</w:t>
      </w:r>
    </w:p>
    <w:p w:rsidR="00E00D30" w:rsidRDefault="00E00D30" w:rsidP="00E00D30">
      <w:r>
        <w:t>197.6574</w:t>
      </w:r>
      <w:r>
        <w:tab/>
        <w:t>2.025e0</w:t>
      </w:r>
    </w:p>
    <w:p w:rsidR="00E00D30" w:rsidRDefault="00E00D30" w:rsidP="00E00D30">
      <w:r>
        <w:t>197.6797</w:t>
      </w:r>
      <w:r>
        <w:tab/>
        <w:t>1.013e0</w:t>
      </w:r>
    </w:p>
    <w:p w:rsidR="00E00D30" w:rsidRDefault="00E00D30" w:rsidP="00E00D30">
      <w:r>
        <w:t>197.6949</w:t>
      </w:r>
      <w:r>
        <w:tab/>
        <w:t>1.013e0</w:t>
      </w:r>
    </w:p>
    <w:p w:rsidR="00E00D30" w:rsidRDefault="00E00D30" w:rsidP="00E00D30">
      <w:r>
        <w:t>197.7019</w:t>
      </w:r>
      <w:r>
        <w:tab/>
        <w:t>3.038e0</w:t>
      </w:r>
    </w:p>
    <w:p w:rsidR="00E00D30" w:rsidRDefault="00E00D30" w:rsidP="00E00D30">
      <w:r>
        <w:t>197.7396</w:t>
      </w:r>
      <w:r>
        <w:tab/>
        <w:t>3.038e0</w:t>
      </w:r>
    </w:p>
    <w:p w:rsidR="00E00D30" w:rsidRDefault="00E00D30" w:rsidP="00E00D30">
      <w:r>
        <w:t>197.7426</w:t>
      </w:r>
      <w:r>
        <w:tab/>
        <w:t>2.025e0</w:t>
      </w:r>
    </w:p>
    <w:p w:rsidR="00E00D30" w:rsidRDefault="00E00D30" w:rsidP="00E00D30">
      <w:r>
        <w:t>197.7659</w:t>
      </w:r>
      <w:r>
        <w:tab/>
        <w:t>2.025e0</w:t>
      </w:r>
    </w:p>
    <w:p w:rsidR="00E00D30" w:rsidRDefault="00E00D30" w:rsidP="00E00D30">
      <w:r>
        <w:lastRenderedPageBreak/>
        <w:t>197.8017</w:t>
      </w:r>
      <w:r>
        <w:tab/>
        <w:t>2.025e0</w:t>
      </w:r>
    </w:p>
    <w:p w:rsidR="00E00D30" w:rsidRDefault="00E00D30" w:rsidP="00E00D30">
      <w:r>
        <w:t>197.8374</w:t>
      </w:r>
      <w:r>
        <w:tab/>
        <w:t>1.013e0</w:t>
      </w:r>
    </w:p>
    <w:p w:rsidR="00E00D30" w:rsidRDefault="00E00D30" w:rsidP="00E00D30">
      <w:r>
        <w:t>197.8407</w:t>
      </w:r>
      <w:r>
        <w:tab/>
        <w:t>1.013e0</w:t>
      </w:r>
    </w:p>
    <w:p w:rsidR="00E00D30" w:rsidRDefault="00E00D30" w:rsidP="00E00D30">
      <w:r>
        <w:t>197.8578</w:t>
      </w:r>
      <w:r>
        <w:tab/>
        <w:t>3.038e0</w:t>
      </w:r>
    </w:p>
    <w:p w:rsidR="00E00D30" w:rsidRDefault="00E00D30" w:rsidP="00E00D30">
      <w:r>
        <w:t>197.8630</w:t>
      </w:r>
      <w:r>
        <w:tab/>
        <w:t>1.013e0</w:t>
      </w:r>
    </w:p>
    <w:p w:rsidR="00E00D30" w:rsidRDefault="00E00D30" w:rsidP="00E00D30">
      <w:r>
        <w:t>197.9224</w:t>
      </w:r>
      <w:r>
        <w:tab/>
        <w:t>1.013e0</w:t>
      </w:r>
    </w:p>
    <w:p w:rsidR="00E00D30" w:rsidRDefault="00E00D30" w:rsidP="00E00D30">
      <w:r>
        <w:t>197.9299</w:t>
      </w:r>
      <w:r>
        <w:tab/>
        <w:t>1.013e0</w:t>
      </w:r>
    </w:p>
    <w:p w:rsidR="00E00D30" w:rsidRDefault="00E00D30" w:rsidP="00E00D30">
      <w:r>
        <w:t>197.9596</w:t>
      </w:r>
      <w:r>
        <w:tab/>
        <w:t>1.013e0</w:t>
      </w:r>
    </w:p>
    <w:p w:rsidR="00E00D30" w:rsidRDefault="00E00D30" w:rsidP="00E00D30">
      <w:r>
        <w:t>197.9789</w:t>
      </w:r>
      <w:r>
        <w:tab/>
        <w:t>1.013e0</w:t>
      </w:r>
    </w:p>
    <w:p w:rsidR="00E00D30" w:rsidRDefault="00E00D30" w:rsidP="00E00D30">
      <w:r>
        <w:t>197.9825</w:t>
      </w:r>
      <w:r>
        <w:tab/>
        <w:t>1.013e0</w:t>
      </w:r>
    </w:p>
    <w:p w:rsidR="00E00D30" w:rsidRDefault="00E00D30" w:rsidP="00E00D30">
      <w:r>
        <w:t>197.9939</w:t>
      </w:r>
      <w:r>
        <w:tab/>
        <w:t>2.025e0</w:t>
      </w:r>
    </w:p>
    <w:p w:rsidR="00E00D30" w:rsidRDefault="00E00D30" w:rsidP="00E00D30">
      <w:r>
        <w:t>197.9956</w:t>
      </w:r>
      <w:r>
        <w:tab/>
        <w:t>2.025e0</w:t>
      </w:r>
    </w:p>
    <w:p w:rsidR="00E00D30" w:rsidRDefault="00E00D30" w:rsidP="00E00D30">
      <w:r>
        <w:t>197.9980</w:t>
      </w:r>
      <w:r>
        <w:tab/>
        <w:t>1.013e0</w:t>
      </w:r>
    </w:p>
    <w:p w:rsidR="00E00D30" w:rsidRDefault="00E00D30" w:rsidP="00E00D30">
      <w:r>
        <w:t>197.9994</w:t>
      </w:r>
      <w:r>
        <w:tab/>
        <w:t>2.025e0</w:t>
      </w:r>
    </w:p>
    <w:p w:rsidR="00E00D30" w:rsidRDefault="00E00D30" w:rsidP="00E00D30">
      <w:r>
        <w:t>198.0149</w:t>
      </w:r>
      <w:r>
        <w:tab/>
        <w:t>2.025e0</w:t>
      </w:r>
    </w:p>
    <w:p w:rsidR="00E00D30" w:rsidRDefault="00E00D30" w:rsidP="00E00D30">
      <w:r>
        <w:t>198.0166</w:t>
      </w:r>
      <w:r>
        <w:tab/>
        <w:t>4.051e0</w:t>
      </w:r>
    </w:p>
    <w:p w:rsidR="00E00D30" w:rsidRDefault="00E00D30" w:rsidP="00E00D30">
      <w:r>
        <w:t>198.0205</w:t>
      </w:r>
      <w:r>
        <w:tab/>
        <w:t>2.025e0</w:t>
      </w:r>
    </w:p>
    <w:p w:rsidR="00E00D30" w:rsidRDefault="00E00D30" w:rsidP="00E00D30">
      <w:r>
        <w:t>198.0246</w:t>
      </w:r>
      <w:r>
        <w:tab/>
        <w:t>1.013e0</w:t>
      </w:r>
    </w:p>
    <w:p w:rsidR="00E00D30" w:rsidRDefault="00E00D30" w:rsidP="00E00D30">
      <w:r>
        <w:t>198.0281</w:t>
      </w:r>
      <w:r>
        <w:tab/>
        <w:t>1.013e0</w:t>
      </w:r>
    </w:p>
    <w:p w:rsidR="00E00D30" w:rsidRDefault="00E00D30" w:rsidP="00E00D30">
      <w:r>
        <w:lastRenderedPageBreak/>
        <w:t>198.0337</w:t>
      </w:r>
      <w:r>
        <w:tab/>
        <w:t>3.038e0</w:t>
      </w:r>
    </w:p>
    <w:p w:rsidR="00E00D30" w:rsidRDefault="00E00D30" w:rsidP="00E00D30">
      <w:r>
        <w:t>198.0390</w:t>
      </w:r>
      <w:r>
        <w:tab/>
        <w:t>4.051e0</w:t>
      </w:r>
    </w:p>
    <w:p w:rsidR="00E00D30" w:rsidRDefault="00E00D30" w:rsidP="00E00D30">
      <w:r>
        <w:t>198.0410</w:t>
      </w:r>
      <w:r>
        <w:tab/>
        <w:t>2.025e0</w:t>
      </w:r>
    </w:p>
    <w:p w:rsidR="00E00D30" w:rsidRDefault="00E00D30" w:rsidP="00E00D30">
      <w:r>
        <w:t>198.0484</w:t>
      </w:r>
      <w:r>
        <w:tab/>
        <w:t>2.025e0</w:t>
      </w:r>
    </w:p>
    <w:p w:rsidR="00E00D30" w:rsidRDefault="00E00D30" w:rsidP="00E00D30">
      <w:r>
        <w:t>198.0575</w:t>
      </w:r>
      <w:r>
        <w:tab/>
        <w:t>1.013e0</w:t>
      </w:r>
    </w:p>
    <w:p w:rsidR="00E00D30" w:rsidRDefault="00E00D30" w:rsidP="00E00D30">
      <w:r>
        <w:t>198.0873</w:t>
      </w:r>
      <w:r>
        <w:tab/>
        <w:t>3.038e0</w:t>
      </w:r>
    </w:p>
    <w:p w:rsidR="00E00D30" w:rsidRDefault="00E00D30" w:rsidP="00E00D30">
      <w:r>
        <w:t>198.0891</w:t>
      </w:r>
      <w:r>
        <w:tab/>
        <w:t>2.025e0</w:t>
      </w:r>
    </w:p>
    <w:p w:rsidR="00E00D30" w:rsidRDefault="00E00D30" w:rsidP="00E00D30">
      <w:r>
        <w:t>198.0948</w:t>
      </w:r>
      <w:r>
        <w:tab/>
        <w:t>1.013e0</w:t>
      </w:r>
    </w:p>
    <w:p w:rsidR="00E00D30" w:rsidRDefault="00E00D30" w:rsidP="00E00D30">
      <w:r>
        <w:t>198.0987</w:t>
      </w:r>
      <w:r>
        <w:tab/>
        <w:t>2.025e0</w:t>
      </w:r>
    </w:p>
    <w:p w:rsidR="00E00D30" w:rsidRDefault="00E00D30" w:rsidP="00E00D30">
      <w:r>
        <w:t>198.1021</w:t>
      </w:r>
      <w:r>
        <w:tab/>
        <w:t>2.025e0</w:t>
      </w:r>
    </w:p>
    <w:p w:rsidR="00E00D30" w:rsidRDefault="00E00D30" w:rsidP="00E00D30">
      <w:r>
        <w:t>198.1098</w:t>
      </w:r>
      <w:r>
        <w:tab/>
        <w:t>2.025e0</w:t>
      </w:r>
    </w:p>
    <w:p w:rsidR="00E00D30" w:rsidRDefault="00E00D30" w:rsidP="00E00D30">
      <w:r>
        <w:t>198.1207</w:t>
      </w:r>
      <w:r>
        <w:tab/>
        <w:t>1.013e0</w:t>
      </w:r>
    </w:p>
    <w:p w:rsidR="00E00D30" w:rsidRDefault="00E00D30" w:rsidP="00E00D30">
      <w:r>
        <w:t>198.1245</w:t>
      </w:r>
      <w:r>
        <w:tab/>
        <w:t>2.025e0</w:t>
      </w:r>
    </w:p>
    <w:p w:rsidR="00E00D30" w:rsidRDefault="00E00D30" w:rsidP="00E00D30">
      <w:r>
        <w:t>198.1468</w:t>
      </w:r>
      <w:r>
        <w:tab/>
        <w:t>2.025e0</w:t>
      </w:r>
    </w:p>
    <w:p w:rsidR="00E00D30" w:rsidRDefault="00E00D30" w:rsidP="00E00D30">
      <w:r>
        <w:t>198.1485</w:t>
      </w:r>
      <w:r>
        <w:tab/>
        <w:t>2.025e0</w:t>
      </w:r>
    </w:p>
    <w:p w:rsidR="00E00D30" w:rsidRDefault="00E00D30" w:rsidP="00E00D30">
      <w:r>
        <w:t>198.1577</w:t>
      </w:r>
      <w:r>
        <w:tab/>
        <w:t>1.013e0</w:t>
      </w:r>
    </w:p>
    <w:p w:rsidR="00E00D30" w:rsidRDefault="00E00D30" w:rsidP="00E00D30">
      <w:r>
        <w:t>198.1653</w:t>
      </w:r>
      <w:r>
        <w:tab/>
        <w:t>2.025e0</w:t>
      </w:r>
    </w:p>
    <w:p w:rsidR="00E00D30" w:rsidRDefault="00E00D30" w:rsidP="00E00D30">
      <w:r>
        <w:t>198.1731</w:t>
      </w:r>
      <w:r>
        <w:tab/>
        <w:t>4.051e0</w:t>
      </w:r>
    </w:p>
    <w:p w:rsidR="00E00D30" w:rsidRDefault="00E00D30" w:rsidP="00E00D30">
      <w:r>
        <w:t>198.1864</w:t>
      </w:r>
      <w:r>
        <w:tab/>
        <w:t>2.025e0</w:t>
      </w:r>
    </w:p>
    <w:p w:rsidR="00E00D30" w:rsidRDefault="00E00D30" w:rsidP="00E00D30">
      <w:r>
        <w:lastRenderedPageBreak/>
        <w:t>198.1885</w:t>
      </w:r>
      <w:r>
        <w:tab/>
        <w:t>3.038e0</w:t>
      </w:r>
    </w:p>
    <w:p w:rsidR="00E00D30" w:rsidRDefault="00E00D30" w:rsidP="00E00D30">
      <w:r>
        <w:t>198.1920</w:t>
      </w:r>
      <w:r>
        <w:tab/>
        <w:t>1.013e0</w:t>
      </w:r>
    </w:p>
    <w:p w:rsidR="00E00D30" w:rsidRDefault="00E00D30" w:rsidP="00E00D30">
      <w:r>
        <w:t>198.1999</w:t>
      </w:r>
      <w:r>
        <w:tab/>
        <w:t>1.013e0</w:t>
      </w:r>
    </w:p>
    <w:p w:rsidR="00E00D30" w:rsidRDefault="00E00D30" w:rsidP="00E00D30">
      <w:r>
        <w:t>198.2262</w:t>
      </w:r>
      <w:r>
        <w:tab/>
        <w:t>1.013e0</w:t>
      </w:r>
    </w:p>
    <w:p w:rsidR="00E00D30" w:rsidRDefault="00E00D30" w:rsidP="00E00D30">
      <w:r>
        <w:t>198.2484</w:t>
      </w:r>
      <w:r>
        <w:tab/>
        <w:t>1.013e0</w:t>
      </w:r>
    </w:p>
    <w:p w:rsidR="00E00D30" w:rsidRDefault="00E00D30" w:rsidP="00E00D30">
      <w:r>
        <w:t>198.2522</w:t>
      </w:r>
      <w:r>
        <w:tab/>
        <w:t>1.013e0</w:t>
      </w:r>
    </w:p>
    <w:p w:rsidR="00E00D30" w:rsidRDefault="00E00D30" w:rsidP="00E00D30">
      <w:r>
        <w:t>198.2599</w:t>
      </w:r>
      <w:r>
        <w:tab/>
        <w:t>1.013e0</w:t>
      </w:r>
    </w:p>
    <w:p w:rsidR="00E00D30" w:rsidRDefault="00E00D30" w:rsidP="00E00D30">
      <w:r>
        <w:t>198.2785</w:t>
      </w:r>
      <w:r>
        <w:tab/>
        <w:t>1.013e0</w:t>
      </w:r>
    </w:p>
    <w:p w:rsidR="00E00D30" w:rsidRDefault="00E00D30" w:rsidP="00E00D30">
      <w:r>
        <w:t>198.2968</w:t>
      </w:r>
      <w:r>
        <w:tab/>
        <w:t>2.025e0</w:t>
      </w:r>
    </w:p>
    <w:p w:rsidR="00E00D30" w:rsidRDefault="00E00D30" w:rsidP="00E00D30">
      <w:r>
        <w:t>198.3338</w:t>
      </w:r>
      <w:r>
        <w:tab/>
        <w:t>1.013e0</w:t>
      </w:r>
    </w:p>
    <w:p w:rsidR="00E00D30" w:rsidRDefault="00E00D30" w:rsidP="00E00D30">
      <w:r>
        <w:t>198.3526</w:t>
      </w:r>
      <w:r>
        <w:tab/>
        <w:t>1.013e0</w:t>
      </w:r>
    </w:p>
    <w:p w:rsidR="00E00D30" w:rsidRDefault="00E00D30" w:rsidP="00E00D30">
      <w:r>
        <w:t>198.3753</w:t>
      </w:r>
      <w:r>
        <w:tab/>
        <w:t>1.013e0</w:t>
      </w:r>
    </w:p>
    <w:p w:rsidR="00E00D30" w:rsidRDefault="00E00D30" w:rsidP="00E00D30">
      <w:r>
        <w:t>198.3980</w:t>
      </w:r>
      <w:r>
        <w:tab/>
        <w:t>1.013e0</w:t>
      </w:r>
    </w:p>
    <w:p w:rsidR="00E00D30" w:rsidRDefault="00E00D30" w:rsidP="00E00D30">
      <w:r>
        <w:t>198.4020</w:t>
      </w:r>
      <w:r>
        <w:tab/>
        <w:t>1.013e0</w:t>
      </w:r>
    </w:p>
    <w:p w:rsidR="00E00D30" w:rsidRDefault="00E00D30" w:rsidP="00E00D30">
      <w:r>
        <w:t>198.4398</w:t>
      </w:r>
      <w:r>
        <w:tab/>
        <w:t>1.013e0</w:t>
      </w:r>
    </w:p>
    <w:p w:rsidR="00E00D30" w:rsidRDefault="00E00D30" w:rsidP="00E00D30">
      <w:r>
        <w:t>198.4506</w:t>
      </w:r>
      <w:r>
        <w:tab/>
        <w:t>1.013e0</w:t>
      </w:r>
    </w:p>
    <w:p w:rsidR="00E00D30" w:rsidRDefault="00E00D30" w:rsidP="00E00D30">
      <w:r>
        <w:t>198.4579</w:t>
      </w:r>
      <w:r>
        <w:tab/>
        <w:t>1.013e0</w:t>
      </w:r>
    </w:p>
    <w:p w:rsidR="00E00D30" w:rsidRDefault="00E00D30" w:rsidP="00E00D30">
      <w:r>
        <w:t>198.4616</w:t>
      </w:r>
      <w:r>
        <w:tab/>
        <w:t>1.013e0</w:t>
      </w:r>
    </w:p>
    <w:p w:rsidR="00E00D30" w:rsidRDefault="00E00D30" w:rsidP="00E00D30">
      <w:r>
        <w:t>198.4657</w:t>
      </w:r>
      <w:r>
        <w:tab/>
        <w:t>1.013e0</w:t>
      </w:r>
    </w:p>
    <w:p w:rsidR="00E00D30" w:rsidRDefault="00E00D30" w:rsidP="00E00D30">
      <w:r>
        <w:lastRenderedPageBreak/>
        <w:t>198.4691</w:t>
      </w:r>
      <w:r>
        <w:tab/>
        <w:t>1.013e0</w:t>
      </w:r>
    </w:p>
    <w:p w:rsidR="00E00D30" w:rsidRDefault="00E00D30" w:rsidP="00E00D30">
      <w:r>
        <w:t>198.4729</w:t>
      </w:r>
      <w:r>
        <w:tab/>
        <w:t>1.013e0</w:t>
      </w:r>
    </w:p>
    <w:p w:rsidR="00E00D30" w:rsidRDefault="00E00D30" w:rsidP="00E00D30">
      <w:r>
        <w:t>198.4989</w:t>
      </w:r>
      <w:r>
        <w:tab/>
        <w:t>1.013e0</w:t>
      </w:r>
    </w:p>
    <w:p w:rsidR="00E00D30" w:rsidRDefault="00E00D30" w:rsidP="00E00D30">
      <w:r>
        <w:t>198.5100</w:t>
      </w:r>
      <w:r>
        <w:tab/>
        <w:t>1.013e0</w:t>
      </w:r>
    </w:p>
    <w:p w:rsidR="00E00D30" w:rsidRDefault="00E00D30" w:rsidP="00E00D30">
      <w:r>
        <w:t>198.5155</w:t>
      </w:r>
      <w:r>
        <w:tab/>
        <w:t>2.025e0</w:t>
      </w:r>
    </w:p>
    <w:p w:rsidR="00E00D30" w:rsidRDefault="00E00D30" w:rsidP="00E00D30">
      <w:r>
        <w:t>198.5177</w:t>
      </w:r>
      <w:r>
        <w:tab/>
        <w:t>1.013e0</w:t>
      </w:r>
    </w:p>
    <w:p w:rsidR="00E00D30" w:rsidRDefault="00E00D30" w:rsidP="00E00D30">
      <w:r>
        <w:t>198.5212</w:t>
      </w:r>
      <w:r>
        <w:tab/>
        <w:t>1.013e0</w:t>
      </w:r>
    </w:p>
    <w:p w:rsidR="00E00D30" w:rsidRDefault="00E00D30" w:rsidP="00E00D30">
      <w:r>
        <w:t>198.5359</w:t>
      </w:r>
      <w:r>
        <w:tab/>
        <w:t>1.013e0</w:t>
      </w:r>
    </w:p>
    <w:p w:rsidR="00E00D30" w:rsidRDefault="00E00D30" w:rsidP="00E00D30">
      <w:r>
        <w:t>198.5585</w:t>
      </w:r>
      <w:r>
        <w:tab/>
        <w:t>1.013e0</w:t>
      </w:r>
    </w:p>
    <w:p w:rsidR="00E00D30" w:rsidRDefault="00E00D30" w:rsidP="00E00D30">
      <w:r>
        <w:t>198.5624</w:t>
      </w:r>
      <w:r>
        <w:tab/>
        <w:t>2.025e0</w:t>
      </w:r>
    </w:p>
    <w:p w:rsidR="00E00D30" w:rsidRDefault="00E00D30" w:rsidP="00E00D30">
      <w:r>
        <w:t>198.5659</w:t>
      </w:r>
      <w:r>
        <w:tab/>
        <w:t>1.013e0</w:t>
      </w:r>
    </w:p>
    <w:p w:rsidR="00E00D30" w:rsidRDefault="00E00D30" w:rsidP="00E00D30">
      <w:r>
        <w:t>198.5774</w:t>
      </w:r>
      <w:r>
        <w:tab/>
        <w:t>1.013e0</w:t>
      </w:r>
    </w:p>
    <w:p w:rsidR="00E00D30" w:rsidRDefault="00E00D30" w:rsidP="00E00D30">
      <w:r>
        <w:t>198.5853</w:t>
      </w:r>
      <w:r>
        <w:tab/>
        <w:t>1.013e0</w:t>
      </w:r>
    </w:p>
    <w:p w:rsidR="00E00D30" w:rsidRDefault="00E00D30" w:rsidP="00E00D30">
      <w:r>
        <w:t>198.6003</w:t>
      </w:r>
      <w:r>
        <w:tab/>
        <w:t>1.013e0</w:t>
      </w:r>
    </w:p>
    <w:p w:rsidR="00E00D30" w:rsidRDefault="00E00D30" w:rsidP="00E00D30">
      <w:r>
        <w:t>198.6044</w:t>
      </w:r>
      <w:r>
        <w:tab/>
        <w:t>1.013e0</w:t>
      </w:r>
    </w:p>
    <w:p w:rsidR="00E00D30" w:rsidRDefault="00E00D30" w:rsidP="00E00D30">
      <w:r>
        <w:t>198.6116</w:t>
      </w:r>
      <w:r>
        <w:tab/>
        <w:t>2.025e0</w:t>
      </w:r>
    </w:p>
    <w:p w:rsidR="00E00D30" w:rsidRDefault="00E00D30" w:rsidP="00E00D30">
      <w:r>
        <w:t>198.6194</w:t>
      </w:r>
      <w:r>
        <w:tab/>
        <w:t>2.025e0</w:t>
      </w:r>
    </w:p>
    <w:p w:rsidR="00E00D30" w:rsidRDefault="00E00D30" w:rsidP="00E00D30">
      <w:r>
        <w:t>198.6269</w:t>
      </w:r>
      <w:r>
        <w:tab/>
        <w:t>1.013e0</w:t>
      </w:r>
    </w:p>
    <w:p w:rsidR="00E00D30" w:rsidRDefault="00E00D30" w:rsidP="00E00D30">
      <w:r>
        <w:t>198.6698</w:t>
      </w:r>
      <w:r>
        <w:tab/>
        <w:t>2.025e0</w:t>
      </w:r>
    </w:p>
    <w:p w:rsidR="00E00D30" w:rsidRDefault="00E00D30" w:rsidP="00E00D30">
      <w:r>
        <w:lastRenderedPageBreak/>
        <w:t>198.6750</w:t>
      </w:r>
      <w:r>
        <w:tab/>
        <w:t>2.025e0</w:t>
      </w:r>
    </w:p>
    <w:p w:rsidR="00E00D30" w:rsidRDefault="00E00D30" w:rsidP="00E00D30">
      <w:r>
        <w:t>198.6900</w:t>
      </w:r>
      <w:r>
        <w:tab/>
        <w:t>1.013e0</w:t>
      </w:r>
    </w:p>
    <w:p w:rsidR="00E00D30" w:rsidRDefault="00E00D30" w:rsidP="00E00D30">
      <w:r>
        <w:t>198.7234</w:t>
      </w:r>
      <w:r>
        <w:tab/>
        <w:t>1.013e0</w:t>
      </w:r>
    </w:p>
    <w:p w:rsidR="00E00D30" w:rsidRDefault="00E00D30" w:rsidP="00E00D30">
      <w:r>
        <w:t>198.7420</w:t>
      </w:r>
      <w:r>
        <w:tab/>
        <w:t>2.025e0</w:t>
      </w:r>
    </w:p>
    <w:p w:rsidR="00E00D30" w:rsidRDefault="00E00D30" w:rsidP="00E00D30">
      <w:r>
        <w:t>198.7456</w:t>
      </w:r>
      <w:r>
        <w:tab/>
        <w:t>3.038e0</w:t>
      </w:r>
    </w:p>
    <w:p w:rsidR="00E00D30" w:rsidRDefault="00E00D30" w:rsidP="00E00D30">
      <w:r>
        <w:t>198.8145</w:t>
      </w:r>
      <w:r>
        <w:tab/>
        <w:t>1.013e0</w:t>
      </w:r>
    </w:p>
    <w:p w:rsidR="00E00D30" w:rsidRDefault="00E00D30" w:rsidP="00E00D30">
      <w:r>
        <w:t>198.8458</w:t>
      </w:r>
      <w:r>
        <w:tab/>
        <w:t>2.025e0</w:t>
      </w:r>
    </w:p>
    <w:p w:rsidR="00E00D30" w:rsidRDefault="00E00D30" w:rsidP="00E00D30">
      <w:r>
        <w:t>198.8811</w:t>
      </w:r>
      <w:r>
        <w:tab/>
        <w:t>1.013e0</w:t>
      </w:r>
    </w:p>
    <w:p w:rsidR="00E00D30" w:rsidRDefault="00E00D30" w:rsidP="00E00D30">
      <w:r>
        <w:t>198.8850</w:t>
      </w:r>
      <w:r>
        <w:tab/>
        <w:t>1.013e0</w:t>
      </w:r>
    </w:p>
    <w:p w:rsidR="00E00D30" w:rsidRDefault="00E00D30" w:rsidP="00E00D30">
      <w:r>
        <w:t>198.8885</w:t>
      </w:r>
      <w:r>
        <w:tab/>
        <w:t>1.013e0</w:t>
      </w:r>
    </w:p>
    <w:p w:rsidR="00E00D30" w:rsidRDefault="00E00D30" w:rsidP="00E00D30">
      <w:r>
        <w:t>198.9033</w:t>
      </w:r>
      <w:r>
        <w:tab/>
        <w:t>1.013e0</w:t>
      </w:r>
    </w:p>
    <w:p w:rsidR="00E00D30" w:rsidRDefault="00E00D30" w:rsidP="00E00D30">
      <w:r>
        <w:t>198.9145</w:t>
      </w:r>
      <w:r>
        <w:tab/>
        <w:t>1.013e0</w:t>
      </w:r>
    </w:p>
    <w:p w:rsidR="00E00D30" w:rsidRDefault="00E00D30" w:rsidP="00E00D30">
      <w:r>
        <w:t>198.9367</w:t>
      </w:r>
      <w:r>
        <w:tab/>
        <w:t>1.013e0</w:t>
      </w:r>
    </w:p>
    <w:p w:rsidR="00E00D30" w:rsidRDefault="00E00D30" w:rsidP="00E00D30">
      <w:r>
        <w:t>198.9403</w:t>
      </w:r>
      <w:r>
        <w:tab/>
        <w:t>1.013e0</w:t>
      </w:r>
    </w:p>
    <w:p w:rsidR="00E00D30" w:rsidRDefault="00E00D30" w:rsidP="00E00D30">
      <w:r>
        <w:t>198.9446</w:t>
      </w:r>
      <w:r>
        <w:tab/>
        <w:t>4.051e0</w:t>
      </w:r>
    </w:p>
    <w:p w:rsidR="00E00D30" w:rsidRDefault="00E00D30" w:rsidP="00E00D30">
      <w:r>
        <w:t>198.9557</w:t>
      </w:r>
      <w:r>
        <w:tab/>
        <w:t>1.013e0</w:t>
      </w:r>
    </w:p>
    <w:p w:rsidR="00E00D30" w:rsidRDefault="00E00D30" w:rsidP="00E00D30">
      <w:r>
        <w:t>198.9672</w:t>
      </w:r>
      <w:r>
        <w:tab/>
        <w:t>1.013e0</w:t>
      </w:r>
    </w:p>
    <w:p w:rsidR="00E00D30" w:rsidRDefault="00E00D30" w:rsidP="00E00D30">
      <w:r>
        <w:t>198.9748</w:t>
      </w:r>
      <w:r>
        <w:tab/>
        <w:t>3.038e0</w:t>
      </w:r>
    </w:p>
    <w:p w:rsidR="00E00D30" w:rsidRDefault="00E00D30" w:rsidP="00E00D30">
      <w:r>
        <w:t>198.9901</w:t>
      </w:r>
      <w:r>
        <w:tab/>
        <w:t>2.025e0</w:t>
      </w:r>
    </w:p>
    <w:p w:rsidR="00E00D30" w:rsidRDefault="00E00D30" w:rsidP="00E00D30">
      <w:r>
        <w:lastRenderedPageBreak/>
        <w:t>198.9980</w:t>
      </w:r>
      <w:r>
        <w:tab/>
        <w:t>1.013e0</w:t>
      </w:r>
    </w:p>
    <w:p w:rsidR="00E00D30" w:rsidRDefault="00E00D30" w:rsidP="00E00D30">
      <w:r>
        <w:t>199.0015</w:t>
      </w:r>
      <w:r>
        <w:tab/>
        <w:t>2.025e0</w:t>
      </w:r>
    </w:p>
    <w:p w:rsidR="00E00D30" w:rsidRDefault="00E00D30" w:rsidP="00E00D30">
      <w:r>
        <w:t>199.0283</w:t>
      </w:r>
      <w:r>
        <w:tab/>
        <w:t>1.456e1</w:t>
      </w:r>
    </w:p>
    <w:p w:rsidR="00E00D30" w:rsidRDefault="00E00D30" w:rsidP="00E00D30">
      <w:r>
        <w:t>199.0298</w:t>
      </w:r>
      <w:r>
        <w:tab/>
        <w:t>6.886e1</w:t>
      </w:r>
    </w:p>
    <w:p w:rsidR="00E00D30" w:rsidRDefault="00E00D30" w:rsidP="00E00D30">
      <w:r>
        <w:t>199.0314</w:t>
      </w:r>
      <w:r>
        <w:tab/>
        <w:t>3.443e1</w:t>
      </w:r>
    </w:p>
    <w:p w:rsidR="00E00D30" w:rsidRDefault="00E00D30" w:rsidP="00E00D30">
      <w:r>
        <w:t>199.0337</w:t>
      </w:r>
      <w:r>
        <w:tab/>
        <w:t>2.127e1</w:t>
      </w:r>
    </w:p>
    <w:p w:rsidR="00E00D30" w:rsidRDefault="00E00D30" w:rsidP="00E00D30">
      <w:r>
        <w:t>199.0350</w:t>
      </w:r>
      <w:r>
        <w:tab/>
        <w:t>1.215e1</w:t>
      </w:r>
    </w:p>
    <w:p w:rsidR="00E00D30" w:rsidRDefault="00E00D30" w:rsidP="00E00D30">
      <w:r>
        <w:t>199.0761</w:t>
      </w:r>
      <w:r>
        <w:tab/>
        <w:t>2.025e0</w:t>
      </w:r>
    </w:p>
    <w:p w:rsidR="00E00D30" w:rsidRDefault="00E00D30" w:rsidP="00E00D30">
      <w:r>
        <w:t>199.0907</w:t>
      </w:r>
      <w:r>
        <w:tab/>
        <w:t>1.013e0</w:t>
      </w:r>
    </w:p>
    <w:p w:rsidR="00E00D30" w:rsidRDefault="00E00D30" w:rsidP="00E00D30">
      <w:r>
        <w:t>199.0946</w:t>
      </w:r>
      <w:r>
        <w:tab/>
        <w:t>4.051e0</w:t>
      </w:r>
    </w:p>
    <w:p w:rsidR="00E00D30" w:rsidRDefault="00E00D30" w:rsidP="00E00D30">
      <w:r>
        <w:t>199.1059</w:t>
      </w:r>
      <w:r>
        <w:tab/>
        <w:t>1.013e0</w:t>
      </w:r>
    </w:p>
    <w:p w:rsidR="00E00D30" w:rsidRDefault="00E00D30" w:rsidP="00E00D30">
      <w:r>
        <w:t>199.1242</w:t>
      </w:r>
      <w:r>
        <w:tab/>
        <w:t>1.013e0</w:t>
      </w:r>
    </w:p>
    <w:p w:rsidR="00E00D30" w:rsidRDefault="00E00D30" w:rsidP="00E00D30">
      <w:r>
        <w:t>199.1265</w:t>
      </w:r>
      <w:r>
        <w:tab/>
        <w:t>2.025e0</w:t>
      </w:r>
    </w:p>
    <w:p w:rsidR="00E00D30" w:rsidRDefault="00E00D30" w:rsidP="00E00D30">
      <w:r>
        <w:t>199.1279</w:t>
      </w:r>
      <w:r>
        <w:tab/>
        <w:t>2.025e0</w:t>
      </w:r>
    </w:p>
    <w:p w:rsidR="00E00D30" w:rsidRDefault="00E00D30" w:rsidP="00E00D30">
      <w:r>
        <w:t>199.1379</w:t>
      </w:r>
      <w:r>
        <w:tab/>
        <w:t>2.025e0</w:t>
      </w:r>
    </w:p>
    <w:p w:rsidR="00E00D30" w:rsidRDefault="00E00D30" w:rsidP="00E00D30">
      <w:r>
        <w:t>199.1406</w:t>
      </w:r>
      <w:r>
        <w:tab/>
        <w:t>3.038e0</w:t>
      </w:r>
    </w:p>
    <w:p w:rsidR="00E00D30" w:rsidRDefault="00E00D30" w:rsidP="00E00D30">
      <w:r>
        <w:t>199.1431</w:t>
      </w:r>
      <w:r>
        <w:tab/>
        <w:t>1.013e0</w:t>
      </w:r>
    </w:p>
    <w:p w:rsidR="00E00D30" w:rsidRDefault="00E00D30" w:rsidP="00E00D30">
      <w:r>
        <w:t>199.1452</w:t>
      </w:r>
      <w:r>
        <w:tab/>
        <w:t>4.051e0</w:t>
      </w:r>
    </w:p>
    <w:p w:rsidR="00E00D30" w:rsidRDefault="00E00D30" w:rsidP="00E00D30">
      <w:r>
        <w:t>199.1493</w:t>
      </w:r>
      <w:r>
        <w:tab/>
        <w:t>4.051e0</w:t>
      </w:r>
    </w:p>
    <w:p w:rsidR="00E00D30" w:rsidRDefault="00E00D30" w:rsidP="00E00D30">
      <w:r>
        <w:lastRenderedPageBreak/>
        <w:t>199.1507</w:t>
      </w:r>
      <w:r>
        <w:tab/>
        <w:t>1.013e0</w:t>
      </w:r>
    </w:p>
    <w:p w:rsidR="00E00D30" w:rsidRDefault="00E00D30" w:rsidP="00E00D30">
      <w:r>
        <w:t>199.1740</w:t>
      </w:r>
      <w:r>
        <w:tab/>
        <w:t>1.114e1</w:t>
      </w:r>
    </w:p>
    <w:p w:rsidR="00E00D30" w:rsidRDefault="00E00D30" w:rsidP="00E00D30">
      <w:r>
        <w:t>199.1813</w:t>
      </w:r>
      <w:r>
        <w:tab/>
        <w:t>1.013e0</w:t>
      </w:r>
    </w:p>
    <w:p w:rsidR="00E00D30" w:rsidRDefault="00E00D30" w:rsidP="00E00D30">
      <w:r>
        <w:t>199.1849</w:t>
      </w:r>
      <w:r>
        <w:tab/>
        <w:t>8.101e0</w:t>
      </w:r>
    </w:p>
    <w:p w:rsidR="00E00D30" w:rsidRDefault="00E00D30" w:rsidP="00E00D30">
      <w:r>
        <w:t>199.1890</w:t>
      </w:r>
      <w:r>
        <w:tab/>
        <w:t>1.013e0</w:t>
      </w:r>
    </w:p>
    <w:p w:rsidR="00E00D30" w:rsidRDefault="00E00D30" w:rsidP="00E00D30">
      <w:r>
        <w:t>199.2040</w:t>
      </w:r>
      <w:r>
        <w:tab/>
        <w:t>3.038e0</w:t>
      </w:r>
    </w:p>
    <w:p w:rsidR="00E00D30" w:rsidRDefault="00E00D30" w:rsidP="00E00D30">
      <w:r>
        <w:t>199.2449</w:t>
      </w:r>
      <w:r>
        <w:tab/>
        <w:t>1.013e0</w:t>
      </w:r>
    </w:p>
    <w:p w:rsidR="00E00D30" w:rsidRDefault="00E00D30" w:rsidP="00E00D30">
      <w:r>
        <w:t>199.2486</w:t>
      </w:r>
      <w:r>
        <w:tab/>
        <w:t>2.025e0</w:t>
      </w:r>
    </w:p>
    <w:p w:rsidR="00E00D30" w:rsidRDefault="00E00D30" w:rsidP="00E00D30">
      <w:r>
        <w:t>199.2523</w:t>
      </w:r>
      <w:r>
        <w:tab/>
        <w:t>1.013e0</w:t>
      </w:r>
    </w:p>
    <w:p w:rsidR="00E00D30" w:rsidRDefault="00E00D30" w:rsidP="00E00D30">
      <w:r>
        <w:t>199.2712</w:t>
      </w:r>
      <w:r>
        <w:tab/>
        <w:t>1.013e0</w:t>
      </w:r>
    </w:p>
    <w:p w:rsidR="00E00D30" w:rsidRDefault="00E00D30" w:rsidP="00E00D30">
      <w:r>
        <w:t>199.2898</w:t>
      </w:r>
      <w:r>
        <w:tab/>
        <w:t>1.013e0</w:t>
      </w:r>
    </w:p>
    <w:p w:rsidR="00E00D30" w:rsidRDefault="00E00D30" w:rsidP="00E00D30">
      <w:r>
        <w:t>199.3042</w:t>
      </w:r>
      <w:r>
        <w:tab/>
        <w:t>1.013e0</w:t>
      </w:r>
    </w:p>
    <w:p w:rsidR="00E00D30" w:rsidRDefault="00E00D30" w:rsidP="00E00D30">
      <w:r>
        <w:t>199.3234</w:t>
      </w:r>
      <w:r>
        <w:tab/>
        <w:t>1.013e0</w:t>
      </w:r>
    </w:p>
    <w:p w:rsidR="00E00D30" w:rsidRDefault="00E00D30" w:rsidP="00E00D30">
      <w:r>
        <w:t>199.3307</w:t>
      </w:r>
      <w:r>
        <w:tab/>
        <w:t>3.038e0</w:t>
      </w:r>
    </w:p>
    <w:p w:rsidR="00E00D30" w:rsidRDefault="00E00D30" w:rsidP="00E00D30">
      <w:r>
        <w:t>199.3350</w:t>
      </w:r>
      <w:r>
        <w:tab/>
        <w:t>3.038e0</w:t>
      </w:r>
    </w:p>
    <w:p w:rsidR="00E00D30" w:rsidRDefault="00E00D30" w:rsidP="00E00D30">
      <w:r>
        <w:t>199.3385</w:t>
      </w:r>
      <w:r>
        <w:tab/>
        <w:t>1.013e0</w:t>
      </w:r>
    </w:p>
    <w:p w:rsidR="00E00D30" w:rsidRDefault="00E00D30" w:rsidP="00E00D30">
      <w:r>
        <w:t>199.3653</w:t>
      </w:r>
      <w:r>
        <w:tab/>
        <w:t>2.025e0</w:t>
      </w:r>
    </w:p>
    <w:p w:rsidR="00E00D30" w:rsidRDefault="00E00D30" w:rsidP="00E00D30">
      <w:r>
        <w:t>199.3730</w:t>
      </w:r>
      <w:r>
        <w:tab/>
        <w:t>3.038e0</w:t>
      </w:r>
    </w:p>
    <w:p w:rsidR="00E00D30" w:rsidRDefault="00E00D30" w:rsidP="00E00D30">
      <w:r>
        <w:t>199.3916</w:t>
      </w:r>
      <w:r>
        <w:tab/>
        <w:t>1.013e0</w:t>
      </w:r>
    </w:p>
    <w:p w:rsidR="00E00D30" w:rsidRDefault="00E00D30" w:rsidP="00E00D30">
      <w:r>
        <w:lastRenderedPageBreak/>
        <w:t>199.4063</w:t>
      </w:r>
      <w:r>
        <w:tab/>
        <w:t>1.013e0</w:t>
      </w:r>
    </w:p>
    <w:p w:rsidR="00E00D30" w:rsidRDefault="00E00D30" w:rsidP="00E00D30">
      <w:r>
        <w:t>199.4122</w:t>
      </w:r>
      <w:r>
        <w:tab/>
        <w:t>2.025e0</w:t>
      </w:r>
    </w:p>
    <w:p w:rsidR="00E00D30" w:rsidRDefault="00E00D30" w:rsidP="00E00D30">
      <w:r>
        <w:t>199.4156</w:t>
      </w:r>
      <w:r>
        <w:tab/>
        <w:t>2.025e0</w:t>
      </w:r>
    </w:p>
    <w:p w:rsidR="00E00D30" w:rsidRDefault="00E00D30" w:rsidP="00E00D30">
      <w:r>
        <w:t>199.4286</w:t>
      </w:r>
      <w:r>
        <w:tab/>
        <w:t>2.025e0</w:t>
      </w:r>
    </w:p>
    <w:p w:rsidR="00E00D30" w:rsidRDefault="00E00D30" w:rsidP="00E00D30">
      <w:r>
        <w:t>199.4662</w:t>
      </w:r>
      <w:r>
        <w:tab/>
        <w:t>1.013e0</w:t>
      </w:r>
    </w:p>
    <w:p w:rsidR="00E00D30" w:rsidRDefault="00E00D30" w:rsidP="00E00D30">
      <w:r>
        <w:t>199.4699</w:t>
      </w:r>
      <w:r>
        <w:tab/>
        <w:t>1.013e0</w:t>
      </w:r>
    </w:p>
    <w:p w:rsidR="00E00D30" w:rsidRDefault="00E00D30" w:rsidP="00E00D30">
      <w:r>
        <w:t>199.4881</w:t>
      </w:r>
      <w:r>
        <w:tab/>
        <w:t>1.013e0</w:t>
      </w:r>
    </w:p>
    <w:p w:rsidR="00E00D30" w:rsidRDefault="00E00D30" w:rsidP="00E00D30">
      <w:r>
        <w:t>199.4920</w:t>
      </w:r>
      <w:r>
        <w:tab/>
        <w:t>2.025e0</w:t>
      </w:r>
    </w:p>
    <w:p w:rsidR="00E00D30" w:rsidRDefault="00E00D30" w:rsidP="00E00D30">
      <w:r>
        <w:t>199.5135</w:t>
      </w:r>
      <w:r>
        <w:tab/>
        <w:t>3.038e0</w:t>
      </w:r>
    </w:p>
    <w:p w:rsidR="00E00D30" w:rsidRDefault="00E00D30" w:rsidP="00E00D30">
      <w:r>
        <w:t>199.5226</w:t>
      </w:r>
      <w:r>
        <w:tab/>
        <w:t>1.013e0</w:t>
      </w:r>
    </w:p>
    <w:p w:rsidR="00E00D30" w:rsidRDefault="00E00D30" w:rsidP="00E00D30">
      <w:r>
        <w:t>199.5453</w:t>
      </w:r>
      <w:r>
        <w:tab/>
        <w:t>1.013e0</w:t>
      </w:r>
    </w:p>
    <w:p w:rsidR="00E00D30" w:rsidRDefault="00E00D30" w:rsidP="00E00D30">
      <w:r>
        <w:t>199.5531</w:t>
      </w:r>
      <w:r>
        <w:tab/>
        <w:t>1.013e0</w:t>
      </w:r>
    </w:p>
    <w:p w:rsidR="00E00D30" w:rsidRDefault="00E00D30" w:rsidP="00E00D30">
      <w:r>
        <w:t>199.5571</w:t>
      </w:r>
      <w:r>
        <w:tab/>
        <w:t>1.013e0</w:t>
      </w:r>
    </w:p>
    <w:p w:rsidR="00E00D30" w:rsidRDefault="00E00D30" w:rsidP="00E00D30">
      <w:r>
        <w:t>199.5681</w:t>
      </w:r>
      <w:r>
        <w:tab/>
        <w:t>1.013e0</w:t>
      </w:r>
    </w:p>
    <w:p w:rsidR="00E00D30" w:rsidRDefault="00E00D30" w:rsidP="00E00D30">
      <w:r>
        <w:t>199.6014</w:t>
      </w:r>
      <w:r>
        <w:tab/>
        <w:t>2.025e0</w:t>
      </w:r>
    </w:p>
    <w:p w:rsidR="00E00D30" w:rsidRDefault="00E00D30" w:rsidP="00E00D30">
      <w:r>
        <w:t>199.6052</w:t>
      </w:r>
      <w:r>
        <w:tab/>
        <w:t>1.013e0</w:t>
      </w:r>
    </w:p>
    <w:p w:rsidR="00E00D30" w:rsidRDefault="00E00D30" w:rsidP="00E00D30">
      <w:r>
        <w:t>199.6092</w:t>
      </w:r>
      <w:r>
        <w:tab/>
        <w:t>1.013e0</w:t>
      </w:r>
    </w:p>
    <w:p w:rsidR="00E00D30" w:rsidRDefault="00E00D30" w:rsidP="00E00D30">
      <w:r>
        <w:t>199.6313</w:t>
      </w:r>
      <w:r>
        <w:tab/>
        <w:t>1.013e0</w:t>
      </w:r>
    </w:p>
    <w:p w:rsidR="00E00D30" w:rsidRDefault="00E00D30" w:rsidP="00E00D30">
      <w:r>
        <w:t>199.6386</w:t>
      </w:r>
      <w:r>
        <w:tab/>
        <w:t>1.013e0</w:t>
      </w:r>
    </w:p>
    <w:p w:rsidR="00E00D30" w:rsidRDefault="00E00D30" w:rsidP="00E00D30">
      <w:r>
        <w:lastRenderedPageBreak/>
        <w:t>199.6833</w:t>
      </w:r>
      <w:r>
        <w:tab/>
        <w:t>1.013e0</w:t>
      </w:r>
    </w:p>
    <w:p w:rsidR="00E00D30" w:rsidRDefault="00E00D30" w:rsidP="00E00D30">
      <w:r>
        <w:t>199.6874</w:t>
      </w:r>
      <w:r>
        <w:tab/>
        <w:t>2.025e0</w:t>
      </w:r>
    </w:p>
    <w:p w:rsidR="00E00D30" w:rsidRDefault="00E00D30" w:rsidP="00E00D30">
      <w:r>
        <w:t>199.7065</w:t>
      </w:r>
      <w:r>
        <w:tab/>
        <w:t>2.025e0</w:t>
      </w:r>
    </w:p>
    <w:p w:rsidR="00E00D30" w:rsidRDefault="00E00D30" w:rsidP="00E00D30">
      <w:r>
        <w:t>199.7409</w:t>
      </w:r>
      <w:r>
        <w:tab/>
        <w:t>1.013e0</w:t>
      </w:r>
    </w:p>
    <w:p w:rsidR="00E00D30" w:rsidRDefault="00E00D30" w:rsidP="00E00D30">
      <w:r>
        <w:t>199.7519</w:t>
      </w:r>
      <w:r>
        <w:tab/>
        <w:t>2.025e0</w:t>
      </w:r>
    </w:p>
    <w:p w:rsidR="00E00D30" w:rsidRDefault="00E00D30" w:rsidP="00E00D30">
      <w:r>
        <w:t>199.7560</w:t>
      </w:r>
      <w:r>
        <w:tab/>
        <w:t>1.013e0</w:t>
      </w:r>
    </w:p>
    <w:p w:rsidR="00E00D30" w:rsidRDefault="00E00D30" w:rsidP="00E00D30">
      <w:r>
        <w:t>199.7706</w:t>
      </w:r>
      <w:r>
        <w:tab/>
        <w:t>2.025e0</w:t>
      </w:r>
    </w:p>
    <w:p w:rsidR="00E00D30" w:rsidRDefault="00E00D30" w:rsidP="00E00D30">
      <w:r>
        <w:t>199.7742</w:t>
      </w:r>
      <w:r>
        <w:tab/>
        <w:t>1.013e0</w:t>
      </w:r>
    </w:p>
    <w:p w:rsidR="00E00D30" w:rsidRDefault="00E00D30" w:rsidP="00E00D30">
      <w:r>
        <w:t>199.7857</w:t>
      </w:r>
      <w:r>
        <w:tab/>
        <w:t>1.013e0</w:t>
      </w:r>
    </w:p>
    <w:p w:rsidR="00E00D30" w:rsidRDefault="00E00D30" w:rsidP="00E00D30">
      <w:r>
        <w:t>199.8003</w:t>
      </w:r>
      <w:r>
        <w:tab/>
        <w:t>2.025e0</w:t>
      </w:r>
    </w:p>
    <w:p w:rsidR="00E00D30" w:rsidRDefault="00E00D30" w:rsidP="00E00D30">
      <w:r>
        <w:t>199.8081</w:t>
      </w:r>
      <w:r>
        <w:tab/>
        <w:t>1.013e0</w:t>
      </w:r>
    </w:p>
    <w:p w:rsidR="00E00D30" w:rsidRDefault="00E00D30" w:rsidP="00E00D30">
      <w:r>
        <w:t>199.8301</w:t>
      </w:r>
      <w:r>
        <w:tab/>
        <w:t>2.025e0</w:t>
      </w:r>
    </w:p>
    <w:p w:rsidR="00E00D30" w:rsidRDefault="00E00D30" w:rsidP="00E00D30">
      <w:r>
        <w:t>199.8485</w:t>
      </w:r>
      <w:r>
        <w:tab/>
        <w:t>1.013e0</w:t>
      </w:r>
    </w:p>
    <w:p w:rsidR="00E00D30" w:rsidRDefault="00E00D30" w:rsidP="00E00D30">
      <w:r>
        <w:t>199.9056</w:t>
      </w:r>
      <w:r>
        <w:tab/>
        <w:t>2.025e0</w:t>
      </w:r>
    </w:p>
    <w:p w:rsidR="00E00D30" w:rsidRDefault="00E00D30" w:rsidP="00E00D30">
      <w:r>
        <w:t>199.9174</w:t>
      </w:r>
      <w:r>
        <w:tab/>
        <w:t>1.013e0</w:t>
      </w:r>
    </w:p>
    <w:p w:rsidR="00E00D30" w:rsidRDefault="00E00D30" w:rsidP="00E00D30">
      <w:r>
        <w:t>199.9323</w:t>
      </w:r>
      <w:r>
        <w:tab/>
        <w:t>1.013e0</w:t>
      </w:r>
    </w:p>
    <w:p w:rsidR="00E00D30" w:rsidRDefault="00E00D30" w:rsidP="00E00D30">
      <w:r>
        <w:t>199.9471</w:t>
      </w:r>
      <w:r>
        <w:tab/>
        <w:t>1.013e0</w:t>
      </w:r>
    </w:p>
    <w:p w:rsidR="00E00D30" w:rsidRDefault="00E00D30" w:rsidP="00E00D30">
      <w:r>
        <w:t>199.9507</w:t>
      </w:r>
      <w:r>
        <w:tab/>
        <w:t>1.013e0</w:t>
      </w:r>
    </w:p>
    <w:p w:rsidR="00E00D30" w:rsidRDefault="00E00D30" w:rsidP="00E00D30">
      <w:r>
        <w:t>199.9546</w:t>
      </w:r>
      <w:r>
        <w:tab/>
        <w:t>1.013e0</w:t>
      </w:r>
    </w:p>
    <w:p w:rsidR="00E00D30" w:rsidRDefault="00E00D30" w:rsidP="00E00D30">
      <w:r>
        <w:lastRenderedPageBreak/>
        <w:t>199.9752</w:t>
      </w:r>
      <w:r>
        <w:tab/>
        <w:t>3.038e0</w:t>
      </w:r>
    </w:p>
    <w:p w:rsidR="00E00D30" w:rsidRDefault="00E00D30" w:rsidP="00E00D30">
      <w:r>
        <w:t>199.9858</w:t>
      </w:r>
      <w:r>
        <w:tab/>
        <w:t>1.960e1</w:t>
      </w:r>
    </w:p>
    <w:p w:rsidR="00E00D30" w:rsidRDefault="00E00D30" w:rsidP="00E00D30">
      <w:r>
        <w:t>199.9875</w:t>
      </w:r>
      <w:r>
        <w:tab/>
        <w:t>2.228e1</w:t>
      </w:r>
    </w:p>
    <w:p w:rsidR="00E00D30" w:rsidRDefault="00E00D30" w:rsidP="00E00D30">
      <w:r>
        <w:t>199.9918</w:t>
      </w:r>
      <w:r>
        <w:tab/>
        <w:t>4.051e0</w:t>
      </w:r>
    </w:p>
    <w:p w:rsidR="00E00D30" w:rsidRDefault="00E00D30" w:rsidP="00E00D30">
      <w:r>
        <w:t>199.9932</w:t>
      </w:r>
      <w:r>
        <w:tab/>
        <w:t>5.063e0</w:t>
      </w:r>
    </w:p>
    <w:p w:rsidR="00E00D30" w:rsidRDefault="00E00D30" w:rsidP="00E00D30">
      <w:r>
        <w:t>199.9992</w:t>
      </w:r>
      <w:r>
        <w:tab/>
        <w:t>1.013e0</w:t>
      </w:r>
    </w:p>
    <w:p w:rsidR="00E00D30" w:rsidRDefault="00E00D30" w:rsidP="00E00D30">
      <w:r>
        <w:t>200.0085</w:t>
      </w:r>
      <w:r>
        <w:tab/>
        <w:t>2.810e0</w:t>
      </w:r>
    </w:p>
    <w:p w:rsidR="00E00D30" w:rsidRDefault="00E00D30" w:rsidP="00E00D30">
      <w:r>
        <w:t>200.0141</w:t>
      </w:r>
      <w:r>
        <w:tab/>
        <w:t>3.038e0</w:t>
      </w:r>
    </w:p>
    <w:p w:rsidR="00E00D30" w:rsidRDefault="00E00D30" w:rsidP="00E00D30">
      <w:r>
        <w:t>200.0226</w:t>
      </w:r>
      <w:r>
        <w:tab/>
        <w:t>1.013e1</w:t>
      </w:r>
    </w:p>
    <w:p w:rsidR="00E00D30" w:rsidRDefault="00E00D30" w:rsidP="00E00D30">
      <w:r>
        <w:t>200.0262</w:t>
      </w:r>
      <w:r>
        <w:tab/>
        <w:t>4.051e0</w:t>
      </w:r>
    </w:p>
    <w:p w:rsidR="00E00D30" w:rsidRDefault="00E00D30" w:rsidP="00E00D30">
      <w:r>
        <w:t>200.0304</w:t>
      </w:r>
      <w:r>
        <w:tab/>
        <w:t>9.114e0</w:t>
      </w:r>
    </w:p>
    <w:p w:rsidR="00E00D30" w:rsidRDefault="00E00D30" w:rsidP="00E00D30">
      <w:r>
        <w:t>200.0318</w:t>
      </w:r>
      <w:r>
        <w:tab/>
        <w:t>4.051e0</w:t>
      </w:r>
    </w:p>
    <w:p w:rsidR="00E00D30" w:rsidRDefault="00E00D30" w:rsidP="00E00D30">
      <w:r>
        <w:t>200.0363</w:t>
      </w:r>
      <w:r>
        <w:tab/>
        <w:t>9.114e0</w:t>
      </w:r>
    </w:p>
    <w:p w:rsidR="00E00D30" w:rsidRDefault="00E00D30" w:rsidP="00E00D30">
      <w:r>
        <w:t>200.0390</w:t>
      </w:r>
      <w:r>
        <w:tab/>
        <w:t>4.234e0</w:t>
      </w:r>
    </w:p>
    <w:p w:rsidR="00E00D30" w:rsidRDefault="00E00D30" w:rsidP="00E00D30">
      <w:r>
        <w:t>200.0429</w:t>
      </w:r>
      <w:r>
        <w:tab/>
        <w:t>4.051e0</w:t>
      </w:r>
    </w:p>
    <w:p w:rsidR="00E00D30" w:rsidRDefault="00E00D30" w:rsidP="00E00D30">
      <w:r>
        <w:t>200.0521</w:t>
      </w:r>
      <w:r>
        <w:tab/>
        <w:t>2.025e0</w:t>
      </w:r>
    </w:p>
    <w:p w:rsidR="00E00D30" w:rsidRDefault="00E00D30" w:rsidP="00E00D30">
      <w:r>
        <w:t>200.0634</w:t>
      </w:r>
      <w:r>
        <w:tab/>
        <w:t>2.025e0</w:t>
      </w:r>
    </w:p>
    <w:p w:rsidR="00E00D30" w:rsidRDefault="00E00D30" w:rsidP="00E00D30">
      <w:r>
        <w:t>200.0752</w:t>
      </w:r>
      <w:r>
        <w:tab/>
        <w:t>2.025e0</w:t>
      </w:r>
    </w:p>
    <w:p w:rsidR="00E00D30" w:rsidRDefault="00E00D30" w:rsidP="00E00D30">
      <w:r>
        <w:t>200.0904</w:t>
      </w:r>
      <w:r>
        <w:tab/>
        <w:t>1.013e0</w:t>
      </w:r>
    </w:p>
    <w:p w:rsidR="00E00D30" w:rsidRDefault="00E00D30" w:rsidP="00E00D30">
      <w:r>
        <w:lastRenderedPageBreak/>
        <w:t>200.0940</w:t>
      </w:r>
      <w:r>
        <w:tab/>
        <w:t>1.013e0</w:t>
      </w:r>
    </w:p>
    <w:p w:rsidR="00E00D30" w:rsidRDefault="00E00D30" w:rsidP="00E00D30">
      <w:r>
        <w:t>200.1052</w:t>
      </w:r>
      <w:r>
        <w:tab/>
        <w:t>1.013e0</w:t>
      </w:r>
    </w:p>
    <w:p w:rsidR="00E00D30" w:rsidRDefault="00E00D30" w:rsidP="00E00D30">
      <w:r>
        <w:t>200.1092</w:t>
      </w:r>
      <w:r>
        <w:tab/>
        <w:t>1.013e0</w:t>
      </w:r>
    </w:p>
    <w:p w:rsidR="00E00D30" w:rsidRDefault="00E00D30" w:rsidP="00E00D30">
      <w:r>
        <w:t>200.1182</w:t>
      </w:r>
      <w:r>
        <w:tab/>
        <w:t>2.025e0</w:t>
      </w:r>
    </w:p>
    <w:p w:rsidR="00E00D30" w:rsidRDefault="00E00D30" w:rsidP="00E00D30">
      <w:r>
        <w:t>200.1277</w:t>
      </w:r>
      <w:r>
        <w:tab/>
        <w:t>1.013e0</w:t>
      </w:r>
    </w:p>
    <w:p w:rsidR="00E00D30" w:rsidRDefault="00E00D30" w:rsidP="00E00D30">
      <w:r>
        <w:t>200.1312</w:t>
      </w:r>
      <w:r>
        <w:tab/>
        <w:t>1.013e0</w:t>
      </w:r>
    </w:p>
    <w:p w:rsidR="00E00D30" w:rsidRDefault="00E00D30" w:rsidP="00E00D30">
      <w:r>
        <w:t>200.1348</w:t>
      </w:r>
      <w:r>
        <w:tab/>
        <w:t>1.013e0</w:t>
      </w:r>
    </w:p>
    <w:p w:rsidR="00E00D30" w:rsidRDefault="00E00D30" w:rsidP="00E00D30">
      <w:r>
        <w:t>200.1460</w:t>
      </w:r>
      <w:r>
        <w:tab/>
        <w:t>2.025e0</w:t>
      </w:r>
    </w:p>
    <w:p w:rsidR="00E00D30" w:rsidRDefault="00E00D30" w:rsidP="00E00D30">
      <w:r>
        <w:t>200.1650</w:t>
      </w:r>
      <w:r>
        <w:tab/>
        <w:t>4.051e0</w:t>
      </w:r>
    </w:p>
    <w:p w:rsidR="00E00D30" w:rsidRDefault="00E00D30" w:rsidP="00E00D30">
      <w:r>
        <w:t>200.1685</w:t>
      </w:r>
      <w:r>
        <w:tab/>
        <w:t>3.038e0</w:t>
      </w:r>
    </w:p>
    <w:p w:rsidR="00E00D30" w:rsidRDefault="00E00D30" w:rsidP="00E00D30">
      <w:r>
        <w:t>200.1702</w:t>
      </w:r>
      <w:r>
        <w:tab/>
        <w:t>2.025e0</w:t>
      </w:r>
    </w:p>
    <w:p w:rsidR="00E00D30" w:rsidRDefault="00E00D30" w:rsidP="00E00D30">
      <w:r>
        <w:t>200.1907</w:t>
      </w:r>
      <w:r>
        <w:tab/>
        <w:t>1.013e0</w:t>
      </w:r>
    </w:p>
    <w:p w:rsidR="00E00D30" w:rsidRDefault="00E00D30" w:rsidP="00E00D30">
      <w:r>
        <w:t>200.1944</w:t>
      </w:r>
      <w:r>
        <w:tab/>
        <w:t>3.038e0</w:t>
      </w:r>
    </w:p>
    <w:p w:rsidR="00E00D30" w:rsidRDefault="00E00D30" w:rsidP="00E00D30">
      <w:r>
        <w:t>200.2020</w:t>
      </w:r>
      <w:r>
        <w:tab/>
        <w:t>3.038e0</w:t>
      </w:r>
    </w:p>
    <w:p w:rsidR="00E00D30" w:rsidRDefault="00E00D30" w:rsidP="00E00D30">
      <w:r>
        <w:t>200.2211</w:t>
      </w:r>
      <w:r>
        <w:tab/>
        <w:t>1.013e0</w:t>
      </w:r>
    </w:p>
    <w:p w:rsidR="00E00D30" w:rsidRDefault="00E00D30" w:rsidP="00E00D30">
      <w:r>
        <w:t>200.2560</w:t>
      </w:r>
      <w:r>
        <w:tab/>
        <w:t>1.013e0</w:t>
      </w:r>
    </w:p>
    <w:p w:rsidR="00E00D30" w:rsidRDefault="00E00D30" w:rsidP="00E00D30">
      <w:r>
        <w:t>200.2592</w:t>
      </w:r>
      <w:r>
        <w:tab/>
        <w:t>2.025e0</w:t>
      </w:r>
    </w:p>
    <w:p w:rsidR="00E00D30" w:rsidRDefault="00E00D30" w:rsidP="00E00D30">
      <w:r>
        <w:t>200.2669</w:t>
      </w:r>
      <w:r>
        <w:tab/>
        <w:t>1.013e0</w:t>
      </w:r>
    </w:p>
    <w:p w:rsidR="00E00D30" w:rsidRDefault="00E00D30" w:rsidP="00E00D30">
      <w:r>
        <w:t>200.2855</w:t>
      </w:r>
      <w:r>
        <w:tab/>
        <w:t>1.013e0</w:t>
      </w:r>
    </w:p>
    <w:p w:rsidR="00E00D30" w:rsidRDefault="00E00D30" w:rsidP="00E00D30">
      <w:r>
        <w:lastRenderedPageBreak/>
        <w:t>200.2967</w:t>
      </w:r>
      <w:r>
        <w:tab/>
        <w:t>1.013e0</w:t>
      </w:r>
    </w:p>
    <w:p w:rsidR="00E00D30" w:rsidRDefault="00E00D30" w:rsidP="00E00D30">
      <w:r>
        <w:t>200.3191</w:t>
      </w:r>
      <w:r>
        <w:tab/>
        <w:t>1.013e0</w:t>
      </w:r>
    </w:p>
    <w:p w:rsidR="00E00D30" w:rsidRDefault="00E00D30" w:rsidP="00E00D30">
      <w:r>
        <w:t>200.3305</w:t>
      </w:r>
      <w:r>
        <w:tab/>
        <w:t>4.051e0</w:t>
      </w:r>
    </w:p>
    <w:p w:rsidR="00E00D30" w:rsidRDefault="00E00D30" w:rsidP="00E00D30">
      <w:r>
        <w:t>200.3340</w:t>
      </w:r>
      <w:r>
        <w:tab/>
        <w:t>1.013e0</w:t>
      </w:r>
    </w:p>
    <w:p w:rsidR="00E00D30" w:rsidRDefault="00E00D30" w:rsidP="00E00D30">
      <w:r>
        <w:t>200.3415</w:t>
      </w:r>
      <w:r>
        <w:tab/>
        <w:t>1.013e0</w:t>
      </w:r>
    </w:p>
    <w:p w:rsidR="00E00D30" w:rsidRDefault="00E00D30" w:rsidP="00E00D30">
      <w:r>
        <w:t>200.3436</w:t>
      </w:r>
      <w:r>
        <w:tab/>
        <w:t>2.025e0</w:t>
      </w:r>
    </w:p>
    <w:p w:rsidR="00E00D30" w:rsidRDefault="00E00D30" w:rsidP="00E00D30">
      <w:r>
        <w:t>200.3525</w:t>
      </w:r>
      <w:r>
        <w:tab/>
        <w:t>1.013e0</w:t>
      </w:r>
    </w:p>
    <w:p w:rsidR="00E00D30" w:rsidRDefault="00E00D30" w:rsidP="00E00D30">
      <w:r>
        <w:t>200.3563</w:t>
      </w:r>
      <w:r>
        <w:tab/>
        <w:t>2.025e0</w:t>
      </w:r>
    </w:p>
    <w:p w:rsidR="00E00D30" w:rsidRDefault="00E00D30" w:rsidP="00E00D30">
      <w:r>
        <w:t>200.3625</w:t>
      </w:r>
      <w:r>
        <w:tab/>
        <w:t>3.038e0</w:t>
      </w:r>
    </w:p>
    <w:p w:rsidR="00E00D30" w:rsidRDefault="00E00D30" w:rsidP="00E00D30">
      <w:r>
        <w:t>200.3750</w:t>
      </w:r>
      <w:r>
        <w:tab/>
        <w:t>1.013e0</w:t>
      </w:r>
    </w:p>
    <w:p w:rsidR="00E00D30" w:rsidRDefault="00E00D30" w:rsidP="00E00D30">
      <w:r>
        <w:t>200.3791</w:t>
      </w:r>
      <w:r>
        <w:tab/>
        <w:t>1.013e0</w:t>
      </w:r>
    </w:p>
    <w:p w:rsidR="00E00D30" w:rsidRDefault="00E00D30" w:rsidP="00E00D30">
      <w:r>
        <w:t>200.4113</w:t>
      </w:r>
      <w:r>
        <w:tab/>
        <w:t>2.025e0</w:t>
      </w:r>
    </w:p>
    <w:p w:rsidR="00E00D30" w:rsidRDefault="00E00D30" w:rsidP="00E00D30">
      <w:r>
        <w:t>200.4288</w:t>
      </w:r>
      <w:r>
        <w:tab/>
        <w:t>1.013e0</w:t>
      </w:r>
    </w:p>
    <w:p w:rsidR="00E00D30" w:rsidRDefault="00E00D30" w:rsidP="00E00D30">
      <w:r>
        <w:t>200.4329</w:t>
      </w:r>
      <w:r>
        <w:tab/>
        <w:t>1.013e0</w:t>
      </w:r>
    </w:p>
    <w:p w:rsidR="00E00D30" w:rsidRDefault="00E00D30" w:rsidP="00E00D30">
      <w:r>
        <w:t>200.4510</w:t>
      </w:r>
      <w:r>
        <w:tab/>
        <w:t>1.013e0</w:t>
      </w:r>
    </w:p>
    <w:p w:rsidR="00E00D30" w:rsidRDefault="00E00D30" w:rsidP="00E00D30">
      <w:r>
        <w:t>200.4529</w:t>
      </w:r>
      <w:r>
        <w:tab/>
        <w:t>2.025e0</w:t>
      </w:r>
    </w:p>
    <w:p w:rsidR="00E00D30" w:rsidRDefault="00E00D30" w:rsidP="00E00D30">
      <w:r>
        <w:t>200.4551</w:t>
      </w:r>
      <w:r>
        <w:tab/>
        <w:t>2.025e0</w:t>
      </w:r>
    </w:p>
    <w:p w:rsidR="00E00D30" w:rsidRDefault="00E00D30" w:rsidP="00E00D30">
      <w:r>
        <w:t>200.4773</w:t>
      </w:r>
      <w:r>
        <w:tab/>
        <w:t>2.025e0</w:t>
      </w:r>
    </w:p>
    <w:p w:rsidR="00E00D30" w:rsidRDefault="00E00D30" w:rsidP="00E00D30">
      <w:r>
        <w:t>200.4940</w:t>
      </w:r>
      <w:r>
        <w:tab/>
        <w:t>2.025e0</w:t>
      </w:r>
    </w:p>
    <w:p w:rsidR="00E00D30" w:rsidRDefault="00E00D30" w:rsidP="00E00D30">
      <w:r>
        <w:lastRenderedPageBreak/>
        <w:t>200.5036</w:t>
      </w:r>
      <w:r>
        <w:tab/>
        <w:t>1.013e0</w:t>
      </w:r>
    </w:p>
    <w:p w:rsidR="00E00D30" w:rsidRDefault="00E00D30" w:rsidP="00E00D30">
      <w:r>
        <w:t>200.5107</w:t>
      </w:r>
      <w:r>
        <w:tab/>
        <w:t>1.013e0</w:t>
      </w:r>
    </w:p>
    <w:p w:rsidR="00E00D30" w:rsidRDefault="00E00D30" w:rsidP="00E00D30">
      <w:r>
        <w:t>200.5181</w:t>
      </w:r>
      <w:r>
        <w:tab/>
        <w:t>2.025e0</w:t>
      </w:r>
    </w:p>
    <w:p w:rsidR="00E00D30" w:rsidRDefault="00E00D30" w:rsidP="00E00D30">
      <w:r>
        <w:t>200.5219</w:t>
      </w:r>
      <w:r>
        <w:tab/>
        <w:t>1.013e0</w:t>
      </w:r>
    </w:p>
    <w:p w:rsidR="00E00D30" w:rsidRDefault="00E00D30" w:rsidP="00E00D30">
      <w:r>
        <w:t>200.5482</w:t>
      </w:r>
      <w:r>
        <w:tab/>
        <w:t>2.025e0</w:t>
      </w:r>
    </w:p>
    <w:p w:rsidR="00E00D30" w:rsidRDefault="00E00D30" w:rsidP="00E00D30">
      <w:r>
        <w:t>200.5596</w:t>
      </w:r>
      <w:r>
        <w:tab/>
        <w:t>1.013e0</w:t>
      </w:r>
    </w:p>
    <w:p w:rsidR="00E00D30" w:rsidRDefault="00E00D30" w:rsidP="00E00D30">
      <w:r>
        <w:t>200.5906</w:t>
      </w:r>
      <w:r>
        <w:tab/>
        <w:t>1.013e0</w:t>
      </w:r>
    </w:p>
    <w:p w:rsidR="00E00D30" w:rsidRDefault="00E00D30" w:rsidP="00E00D30">
      <w:r>
        <w:t>200.6019</w:t>
      </w:r>
      <w:r>
        <w:tab/>
        <w:t>1.013e0</w:t>
      </w:r>
    </w:p>
    <w:p w:rsidR="00E00D30" w:rsidRDefault="00E00D30" w:rsidP="00E00D30">
      <w:r>
        <w:t>200.6279</w:t>
      </w:r>
      <w:r>
        <w:tab/>
        <w:t>1.013e0</w:t>
      </w:r>
    </w:p>
    <w:p w:rsidR="00E00D30" w:rsidRDefault="00E00D30" w:rsidP="00E00D30">
      <w:r>
        <w:t>200.6353</w:t>
      </w:r>
      <w:r>
        <w:tab/>
        <w:t>1.013e0</w:t>
      </w:r>
    </w:p>
    <w:p w:rsidR="00E00D30" w:rsidRDefault="00E00D30" w:rsidP="00E00D30">
      <w:r>
        <w:t>200.6393</w:t>
      </w:r>
      <w:r>
        <w:tab/>
        <w:t>3.038e0</w:t>
      </w:r>
    </w:p>
    <w:p w:rsidR="00E00D30" w:rsidRDefault="00E00D30" w:rsidP="00E00D30">
      <w:r>
        <w:t>200.6503</w:t>
      </w:r>
      <w:r>
        <w:tab/>
        <w:t>1.013e0</w:t>
      </w:r>
    </w:p>
    <w:p w:rsidR="00E00D30" w:rsidRDefault="00E00D30" w:rsidP="00E00D30">
      <w:r>
        <w:t>200.6727</w:t>
      </w:r>
      <w:r>
        <w:tab/>
        <w:t>1.013e0</w:t>
      </w:r>
    </w:p>
    <w:p w:rsidR="00E00D30" w:rsidRDefault="00E00D30" w:rsidP="00E00D30">
      <w:r>
        <w:t>200.6801</w:t>
      </w:r>
      <w:r>
        <w:tab/>
        <w:t>1.013e0</w:t>
      </w:r>
    </w:p>
    <w:p w:rsidR="00E00D30" w:rsidRDefault="00E00D30" w:rsidP="00E00D30">
      <w:r>
        <w:t>200.6838</w:t>
      </w:r>
      <w:r>
        <w:tab/>
        <w:t>1.013e0</w:t>
      </w:r>
    </w:p>
    <w:p w:rsidR="00E00D30" w:rsidRDefault="00E00D30" w:rsidP="00E00D30">
      <w:r>
        <w:t>200.6915</w:t>
      </w:r>
      <w:r>
        <w:tab/>
        <w:t>1.013e0</w:t>
      </w:r>
    </w:p>
    <w:p w:rsidR="00E00D30" w:rsidRDefault="00E00D30" w:rsidP="00E00D30">
      <w:r>
        <w:t>200.6949</w:t>
      </w:r>
      <w:r>
        <w:tab/>
        <w:t>1.013e0</w:t>
      </w:r>
    </w:p>
    <w:p w:rsidR="00E00D30" w:rsidRDefault="00E00D30" w:rsidP="00E00D30">
      <w:r>
        <w:t>200.7333</w:t>
      </w:r>
      <w:r>
        <w:tab/>
        <w:t>1.013e0</w:t>
      </w:r>
    </w:p>
    <w:p w:rsidR="00E00D30" w:rsidRDefault="00E00D30" w:rsidP="00E00D30">
      <w:r>
        <w:t>200.7368</w:t>
      </w:r>
      <w:r>
        <w:tab/>
        <w:t>2.025e0</w:t>
      </w:r>
    </w:p>
    <w:p w:rsidR="00E00D30" w:rsidRDefault="00E00D30" w:rsidP="00E00D30">
      <w:r>
        <w:lastRenderedPageBreak/>
        <w:t>200.7407</w:t>
      </w:r>
      <w:r>
        <w:tab/>
        <w:t>1.013e0</w:t>
      </w:r>
    </w:p>
    <w:p w:rsidR="00E00D30" w:rsidRDefault="00E00D30" w:rsidP="00E00D30">
      <w:r>
        <w:t>200.7485</w:t>
      </w:r>
      <w:r>
        <w:tab/>
        <w:t>2.025e0</w:t>
      </w:r>
    </w:p>
    <w:p w:rsidR="00E00D30" w:rsidRDefault="00E00D30" w:rsidP="00E00D30">
      <w:r>
        <w:t>200.7557</w:t>
      </w:r>
      <w:r>
        <w:tab/>
        <w:t>2.025e0</w:t>
      </w:r>
    </w:p>
    <w:p w:rsidR="00E00D30" w:rsidRDefault="00E00D30" w:rsidP="00E00D30">
      <w:r>
        <w:t>200.7659</w:t>
      </w:r>
      <w:r>
        <w:tab/>
        <w:t>2.025e0</w:t>
      </w:r>
    </w:p>
    <w:p w:rsidR="00E00D30" w:rsidRDefault="00E00D30" w:rsidP="00E00D30">
      <w:r>
        <w:t>200.7787</w:t>
      </w:r>
      <w:r>
        <w:tab/>
        <w:t>1.013e0</w:t>
      </w:r>
    </w:p>
    <w:p w:rsidR="00E00D30" w:rsidRDefault="00E00D30" w:rsidP="00E00D30">
      <w:r>
        <w:t>200.7899</w:t>
      </w:r>
      <w:r>
        <w:tab/>
        <w:t>1.013e0</w:t>
      </w:r>
    </w:p>
    <w:p w:rsidR="00E00D30" w:rsidRDefault="00E00D30" w:rsidP="00E00D30">
      <w:r>
        <w:t>200.8009</w:t>
      </w:r>
      <w:r>
        <w:tab/>
        <w:t>1.013e0</w:t>
      </w:r>
    </w:p>
    <w:p w:rsidR="00E00D30" w:rsidRDefault="00E00D30" w:rsidP="00E00D30">
      <w:r>
        <w:t>200.8084</w:t>
      </w:r>
      <w:r>
        <w:tab/>
        <w:t>2.025e0</w:t>
      </w:r>
    </w:p>
    <w:p w:rsidR="00E00D30" w:rsidRDefault="00E00D30" w:rsidP="00E00D30">
      <w:r>
        <w:t>200.8485</w:t>
      </w:r>
      <w:r>
        <w:tab/>
        <w:t>3.038e0</w:t>
      </w:r>
    </w:p>
    <w:p w:rsidR="00E00D30" w:rsidRDefault="00E00D30" w:rsidP="00E00D30">
      <w:r>
        <w:t>200.8498</w:t>
      </w:r>
      <w:r>
        <w:tab/>
        <w:t>1.013e0</w:t>
      </w:r>
    </w:p>
    <w:p w:rsidR="00E00D30" w:rsidRDefault="00E00D30" w:rsidP="00E00D30">
      <w:r>
        <w:t>200.8609</w:t>
      </w:r>
      <w:r>
        <w:tab/>
        <w:t>1.013e0</w:t>
      </w:r>
    </w:p>
    <w:p w:rsidR="00E00D30" w:rsidRDefault="00E00D30" w:rsidP="00E00D30">
      <w:r>
        <w:t>200.8796</w:t>
      </w:r>
      <w:r>
        <w:tab/>
        <w:t>1.013e0</w:t>
      </w:r>
    </w:p>
    <w:p w:rsidR="00E00D30" w:rsidRDefault="00E00D30" w:rsidP="00E00D30">
      <w:r>
        <w:t>200.8833</w:t>
      </w:r>
      <w:r>
        <w:tab/>
        <w:t>1.013e0</w:t>
      </w:r>
    </w:p>
    <w:p w:rsidR="00E00D30" w:rsidRDefault="00E00D30" w:rsidP="00E00D30">
      <w:r>
        <w:t>200.8875</w:t>
      </w:r>
      <w:r>
        <w:tab/>
        <w:t>1.013e0</w:t>
      </w:r>
    </w:p>
    <w:p w:rsidR="00E00D30" w:rsidRDefault="00E00D30" w:rsidP="00E00D30">
      <w:r>
        <w:t>200.9103</w:t>
      </w:r>
      <w:r>
        <w:tab/>
        <w:t>1.013e0</w:t>
      </w:r>
    </w:p>
    <w:p w:rsidR="00E00D30" w:rsidRDefault="00E00D30" w:rsidP="00E00D30">
      <w:r>
        <w:t>200.9182</w:t>
      </w:r>
      <w:r>
        <w:tab/>
        <w:t>2.025e0</w:t>
      </w:r>
    </w:p>
    <w:p w:rsidR="00E00D30" w:rsidRDefault="00E00D30" w:rsidP="00E00D30">
      <w:r>
        <w:t>200.9200</w:t>
      </w:r>
      <w:r>
        <w:tab/>
        <w:t>2.025e0</w:t>
      </w:r>
    </w:p>
    <w:p w:rsidR="00E00D30" w:rsidRDefault="00E00D30" w:rsidP="00E00D30">
      <w:r>
        <w:t>200.9410</w:t>
      </w:r>
      <w:r>
        <w:tab/>
        <w:t>1.013e0</w:t>
      </w:r>
    </w:p>
    <w:p w:rsidR="00E00D30" w:rsidRDefault="00E00D30" w:rsidP="00E00D30">
      <w:r>
        <w:t>200.9444</w:t>
      </w:r>
      <w:r>
        <w:tab/>
        <w:t>2.025e0</w:t>
      </w:r>
    </w:p>
    <w:p w:rsidR="00E00D30" w:rsidRDefault="00E00D30" w:rsidP="00E00D30">
      <w:r>
        <w:lastRenderedPageBreak/>
        <w:t>200.9484</w:t>
      </w:r>
      <w:r>
        <w:tab/>
        <w:t>1.013e0</w:t>
      </w:r>
    </w:p>
    <w:p w:rsidR="00E00D30" w:rsidRDefault="00E00D30" w:rsidP="00E00D30">
      <w:r>
        <w:t>200.9556</w:t>
      </w:r>
      <w:r>
        <w:tab/>
        <w:t>2.025e0</w:t>
      </w:r>
    </w:p>
    <w:p w:rsidR="00E00D30" w:rsidRDefault="00E00D30" w:rsidP="00E00D30">
      <w:r>
        <w:t>200.9630</w:t>
      </w:r>
      <w:r>
        <w:tab/>
        <w:t>1.013e0</w:t>
      </w:r>
    </w:p>
    <w:p w:rsidR="00E00D30" w:rsidRDefault="00E00D30" w:rsidP="00E00D30">
      <w:r>
        <w:t>200.9779</w:t>
      </w:r>
      <w:r>
        <w:tab/>
        <w:t>1.013e0</w:t>
      </w:r>
    </w:p>
    <w:p w:rsidR="00E00D30" w:rsidRDefault="00E00D30" w:rsidP="00E00D30">
      <w:r>
        <w:t>200.9817</w:t>
      </w:r>
      <w:r>
        <w:tab/>
        <w:t>1.013e0</w:t>
      </w:r>
    </w:p>
    <w:p w:rsidR="00E00D30" w:rsidRDefault="00E00D30" w:rsidP="00E00D30">
      <w:r>
        <w:t>200.9855</w:t>
      </w:r>
      <w:r>
        <w:tab/>
        <w:t>2.025e0</w:t>
      </w:r>
    </w:p>
    <w:p w:rsidR="00E00D30" w:rsidRDefault="00E00D30" w:rsidP="00E00D30">
      <w:r>
        <w:t>200.9911</w:t>
      </w:r>
      <w:r>
        <w:tab/>
        <w:t>4.051e0</w:t>
      </w:r>
    </w:p>
    <w:p w:rsidR="00E00D30" w:rsidRDefault="00E00D30" w:rsidP="00E00D30">
      <w:r>
        <w:t>200.9929</w:t>
      </w:r>
      <w:r>
        <w:tab/>
        <w:t>1.013e0</w:t>
      </w:r>
    </w:p>
    <w:p w:rsidR="00E00D30" w:rsidRDefault="00E00D30" w:rsidP="00E00D30">
      <w:r>
        <w:t>201.0077</w:t>
      </w:r>
      <w:r>
        <w:tab/>
        <w:t>3.038e0</w:t>
      </w:r>
    </w:p>
    <w:p w:rsidR="00E00D30" w:rsidRDefault="00E00D30" w:rsidP="00E00D30">
      <w:r>
        <w:t>201.0114</w:t>
      </w:r>
      <w:r>
        <w:tab/>
        <w:t>1.013e0</w:t>
      </w:r>
    </w:p>
    <w:p w:rsidR="00E00D30" w:rsidRDefault="00E00D30" w:rsidP="00E00D30">
      <w:r>
        <w:t>201.0153</w:t>
      </w:r>
      <w:r>
        <w:tab/>
        <w:t>3.038e0</w:t>
      </w:r>
    </w:p>
    <w:p w:rsidR="00E00D30" w:rsidRDefault="00E00D30" w:rsidP="00E00D30">
      <w:r>
        <w:t>201.0229</w:t>
      </w:r>
      <w:r>
        <w:tab/>
        <w:t>1.013e0</w:t>
      </w:r>
    </w:p>
    <w:p w:rsidR="00E00D30" w:rsidRDefault="00E00D30" w:rsidP="00E00D30">
      <w:r>
        <w:t>201.0337</w:t>
      </w:r>
      <w:r>
        <w:tab/>
        <w:t>2.025e0</w:t>
      </w:r>
    </w:p>
    <w:p w:rsidR="00E00D30" w:rsidRDefault="00E00D30" w:rsidP="00E00D30">
      <w:r>
        <w:t>201.0531</w:t>
      </w:r>
      <w:r>
        <w:tab/>
        <w:t>2.025e0</w:t>
      </w:r>
    </w:p>
    <w:p w:rsidR="00E00D30" w:rsidRDefault="00E00D30" w:rsidP="00E00D30">
      <w:r>
        <w:t>201.0573</w:t>
      </w:r>
      <w:r>
        <w:tab/>
        <w:t>1.013e0</w:t>
      </w:r>
    </w:p>
    <w:p w:rsidR="00E00D30" w:rsidRDefault="00E00D30" w:rsidP="00E00D30">
      <w:r>
        <w:t>201.0626</w:t>
      </w:r>
      <w:r>
        <w:tab/>
        <w:t>6.076e0</w:t>
      </w:r>
    </w:p>
    <w:p w:rsidR="00E00D30" w:rsidRDefault="00E00D30" w:rsidP="00E00D30">
      <w:r>
        <w:t>201.0648</w:t>
      </w:r>
      <w:r>
        <w:tab/>
        <w:t>3.038e0</w:t>
      </w:r>
    </w:p>
    <w:p w:rsidR="00E00D30" w:rsidRDefault="00E00D30" w:rsidP="00E00D30">
      <w:r>
        <w:t>201.0763</w:t>
      </w:r>
      <w:r>
        <w:tab/>
        <w:t>1.013e0</w:t>
      </w:r>
    </w:p>
    <w:p w:rsidR="00E00D30" w:rsidRDefault="00E00D30" w:rsidP="00E00D30">
      <w:r>
        <w:t>201.0820</w:t>
      </w:r>
      <w:r>
        <w:tab/>
        <w:t>2.025e0</w:t>
      </w:r>
    </w:p>
    <w:p w:rsidR="00E00D30" w:rsidRDefault="00E00D30" w:rsidP="00E00D30">
      <w:r>
        <w:lastRenderedPageBreak/>
        <w:t>201.0878</w:t>
      </w:r>
      <w:r>
        <w:tab/>
        <w:t>2.025e0</w:t>
      </w:r>
    </w:p>
    <w:p w:rsidR="00E00D30" w:rsidRDefault="00E00D30" w:rsidP="00E00D30">
      <w:r>
        <w:t>201.0934</w:t>
      </w:r>
      <w:r>
        <w:tab/>
        <w:t>2.025e0</w:t>
      </w:r>
    </w:p>
    <w:p w:rsidR="00E00D30" w:rsidRDefault="00E00D30" w:rsidP="00E00D30">
      <w:r>
        <w:t>201.1063</w:t>
      </w:r>
      <w:r>
        <w:tab/>
        <w:t>1.013e0</w:t>
      </w:r>
    </w:p>
    <w:p w:rsidR="00E00D30" w:rsidRDefault="00E00D30" w:rsidP="00E00D30">
      <w:r>
        <w:t>201.1104</w:t>
      </w:r>
      <w:r>
        <w:tab/>
        <w:t>1.013e0</w:t>
      </w:r>
    </w:p>
    <w:p w:rsidR="00E00D30" w:rsidRDefault="00E00D30" w:rsidP="00E00D30">
      <w:r>
        <w:t>201.1120</w:t>
      </w:r>
      <w:r>
        <w:tab/>
        <w:t>2.025e0</w:t>
      </w:r>
    </w:p>
    <w:p w:rsidR="00E00D30" w:rsidRDefault="00E00D30" w:rsidP="00E00D30">
      <w:r>
        <w:t>201.1140</w:t>
      </w:r>
      <w:r>
        <w:tab/>
        <w:t>3.038e0</w:t>
      </w:r>
    </w:p>
    <w:p w:rsidR="00E00D30" w:rsidRDefault="00E00D30" w:rsidP="00E00D30">
      <w:r>
        <w:t>201.1287</w:t>
      </w:r>
      <w:r>
        <w:tab/>
        <w:t>1.013e0</w:t>
      </w:r>
    </w:p>
    <w:p w:rsidR="00E00D30" w:rsidRDefault="00E00D30" w:rsidP="00E00D30">
      <w:r>
        <w:t>201.1403</w:t>
      </w:r>
      <w:r>
        <w:tab/>
        <w:t>2.025e0</w:t>
      </w:r>
    </w:p>
    <w:p w:rsidR="00E00D30" w:rsidRDefault="00E00D30" w:rsidP="00E00D30">
      <w:r>
        <w:t>201.1436</w:t>
      </w:r>
      <w:r>
        <w:tab/>
        <w:t>1.013e0</w:t>
      </w:r>
    </w:p>
    <w:p w:rsidR="00E00D30" w:rsidRDefault="00E00D30" w:rsidP="00E00D30">
      <w:r>
        <w:t>201.1456</w:t>
      </w:r>
      <w:r>
        <w:tab/>
        <w:t>2.025e0</w:t>
      </w:r>
    </w:p>
    <w:p w:rsidR="00E00D30" w:rsidRDefault="00E00D30" w:rsidP="00E00D30">
      <w:r>
        <w:t>201.1512</w:t>
      </w:r>
      <w:r>
        <w:tab/>
        <w:t>1.013e0</w:t>
      </w:r>
    </w:p>
    <w:p w:rsidR="00E00D30" w:rsidRDefault="00E00D30" w:rsidP="00E00D30">
      <w:r>
        <w:t>201.1530</w:t>
      </w:r>
      <w:r>
        <w:tab/>
        <w:t>2.025e0</w:t>
      </w:r>
    </w:p>
    <w:p w:rsidR="00E00D30" w:rsidRDefault="00E00D30" w:rsidP="00E00D30">
      <w:r>
        <w:t>201.1661</w:t>
      </w:r>
      <w:r>
        <w:tab/>
        <w:t>1.013e0</w:t>
      </w:r>
    </w:p>
    <w:p w:rsidR="00E00D30" w:rsidRDefault="00E00D30" w:rsidP="00E00D30">
      <w:r>
        <w:t>201.1775</w:t>
      </w:r>
      <w:r>
        <w:tab/>
        <w:t>1.013e0</w:t>
      </w:r>
    </w:p>
    <w:p w:rsidR="00E00D30" w:rsidRDefault="00E00D30" w:rsidP="00E00D30">
      <w:r>
        <w:t>201.1961</w:t>
      </w:r>
      <w:r>
        <w:tab/>
        <w:t>2.025e0</w:t>
      </w:r>
    </w:p>
    <w:p w:rsidR="00E00D30" w:rsidRDefault="00E00D30" w:rsidP="00E00D30">
      <w:r>
        <w:t>201.2113</w:t>
      </w:r>
      <w:r>
        <w:tab/>
        <w:t>1.013e0</w:t>
      </w:r>
    </w:p>
    <w:p w:rsidR="00E00D30" w:rsidRDefault="00E00D30" w:rsidP="00E00D30">
      <w:r>
        <w:t>201.2230</w:t>
      </w:r>
      <w:r>
        <w:tab/>
        <w:t>1.013e0</w:t>
      </w:r>
    </w:p>
    <w:p w:rsidR="00E00D30" w:rsidRDefault="00E00D30" w:rsidP="00E00D30">
      <w:r>
        <w:t>201.2725</w:t>
      </w:r>
      <w:r>
        <w:tab/>
        <w:t>1.013e0</w:t>
      </w:r>
    </w:p>
    <w:p w:rsidR="00E00D30" w:rsidRDefault="00E00D30" w:rsidP="00E00D30">
      <w:r>
        <w:t>201.2796</w:t>
      </w:r>
      <w:r>
        <w:tab/>
        <w:t>1.013e0</w:t>
      </w:r>
    </w:p>
    <w:p w:rsidR="00E00D30" w:rsidRDefault="00E00D30" w:rsidP="00E00D30">
      <w:r>
        <w:lastRenderedPageBreak/>
        <w:t>201.2909</w:t>
      </w:r>
      <w:r>
        <w:tab/>
        <w:t>1.013e0</w:t>
      </w:r>
    </w:p>
    <w:p w:rsidR="00E00D30" w:rsidRDefault="00E00D30" w:rsidP="00E00D30">
      <w:r>
        <w:t>201.3319</w:t>
      </w:r>
      <w:r>
        <w:tab/>
        <w:t>1.013e0</w:t>
      </w:r>
    </w:p>
    <w:p w:rsidR="00E00D30" w:rsidRDefault="00E00D30" w:rsidP="00E00D30">
      <w:r>
        <w:t>201.3392</w:t>
      </w:r>
      <w:r>
        <w:tab/>
        <w:t>3.038e0</w:t>
      </w:r>
    </w:p>
    <w:p w:rsidR="00E00D30" w:rsidRDefault="00E00D30" w:rsidP="00E00D30">
      <w:r>
        <w:t>201.3507</w:t>
      </w:r>
      <w:r>
        <w:tab/>
        <w:t>1.013e0</w:t>
      </w:r>
    </w:p>
    <w:p w:rsidR="00E00D30" w:rsidRDefault="00E00D30" w:rsidP="00E00D30">
      <w:r>
        <w:t>201.3580</w:t>
      </w:r>
      <w:r>
        <w:tab/>
        <w:t>1.013e0</w:t>
      </w:r>
    </w:p>
    <w:p w:rsidR="00E00D30" w:rsidRDefault="00E00D30" w:rsidP="00E00D30">
      <w:r>
        <w:t>201.3756</w:t>
      </w:r>
      <w:r>
        <w:tab/>
        <w:t>2.025e0</w:t>
      </w:r>
    </w:p>
    <w:p w:rsidR="00E00D30" w:rsidRDefault="00E00D30" w:rsidP="00E00D30">
      <w:r>
        <w:t>201.3855</w:t>
      </w:r>
      <w:r>
        <w:tab/>
        <w:t>1.013e0</w:t>
      </w:r>
    </w:p>
    <w:p w:rsidR="00E00D30" w:rsidRDefault="00E00D30" w:rsidP="00E00D30">
      <w:r>
        <w:t>201.4121</w:t>
      </w:r>
      <w:r>
        <w:tab/>
        <w:t>1.013e0</w:t>
      </w:r>
    </w:p>
    <w:p w:rsidR="00E00D30" w:rsidRDefault="00E00D30" w:rsidP="00E00D30">
      <w:r>
        <w:t>201.4197</w:t>
      </w:r>
      <w:r>
        <w:tab/>
        <w:t>1.013e0</w:t>
      </w:r>
    </w:p>
    <w:p w:rsidR="00E00D30" w:rsidRDefault="00E00D30" w:rsidP="00E00D30">
      <w:r>
        <w:t>201.4605</w:t>
      </w:r>
      <w:r>
        <w:tab/>
        <w:t>1.013e0</w:t>
      </w:r>
    </w:p>
    <w:p w:rsidR="00E00D30" w:rsidRDefault="00E00D30" w:rsidP="00E00D30">
      <w:r>
        <w:t>201.4794</w:t>
      </w:r>
      <w:r>
        <w:tab/>
        <w:t>1.013e0</w:t>
      </w:r>
    </w:p>
    <w:p w:rsidR="00E00D30" w:rsidRDefault="00E00D30" w:rsidP="00E00D30">
      <w:r>
        <w:t>201.4940</w:t>
      </w:r>
      <w:r>
        <w:tab/>
        <w:t>2.025e0</w:t>
      </w:r>
    </w:p>
    <w:p w:rsidR="00E00D30" w:rsidRDefault="00E00D30" w:rsidP="00E00D30">
      <w:r>
        <w:t>201.5553</w:t>
      </w:r>
      <w:r>
        <w:tab/>
        <w:t>1.013e0</w:t>
      </w:r>
    </w:p>
    <w:p w:rsidR="00E00D30" w:rsidRDefault="00E00D30" w:rsidP="00E00D30">
      <w:r>
        <w:t>201.5631</w:t>
      </w:r>
      <w:r>
        <w:tab/>
        <w:t>4.051e0</w:t>
      </w:r>
    </w:p>
    <w:p w:rsidR="00E00D30" w:rsidRDefault="00E00D30" w:rsidP="00E00D30">
      <w:r>
        <w:t>201.5853</w:t>
      </w:r>
      <w:r>
        <w:tab/>
        <w:t>2.025e0</w:t>
      </w:r>
    </w:p>
    <w:p w:rsidR="00E00D30" w:rsidRDefault="00E00D30" w:rsidP="00E00D30">
      <w:r>
        <w:t>201.5891</w:t>
      </w:r>
      <w:r>
        <w:tab/>
        <w:t>2.025e0</w:t>
      </w:r>
    </w:p>
    <w:p w:rsidR="00E00D30" w:rsidRDefault="00E00D30" w:rsidP="00E00D30">
      <w:r>
        <w:t>201.5967</w:t>
      </w:r>
      <w:r>
        <w:tab/>
        <w:t>1.013e0</w:t>
      </w:r>
    </w:p>
    <w:p w:rsidR="00E00D30" w:rsidRDefault="00E00D30" w:rsidP="00E00D30">
      <w:r>
        <w:t>201.6264</w:t>
      </w:r>
      <w:r>
        <w:tab/>
        <w:t>2.025e0</w:t>
      </w:r>
    </w:p>
    <w:p w:rsidR="00E00D30" w:rsidRDefault="00E00D30" w:rsidP="00E00D30">
      <w:r>
        <w:t>201.6451</w:t>
      </w:r>
      <w:r>
        <w:tab/>
        <w:t>2.025e0</w:t>
      </w:r>
    </w:p>
    <w:p w:rsidR="00E00D30" w:rsidRDefault="00E00D30" w:rsidP="00E00D30">
      <w:r>
        <w:lastRenderedPageBreak/>
        <w:t>201.6527</w:t>
      </w:r>
      <w:r>
        <w:tab/>
        <w:t>1.013e0</w:t>
      </w:r>
    </w:p>
    <w:p w:rsidR="00E00D30" w:rsidRDefault="00E00D30" w:rsidP="00E00D30">
      <w:r>
        <w:t>201.6636</w:t>
      </w:r>
      <w:r>
        <w:tab/>
        <w:t>1.013e0</w:t>
      </w:r>
    </w:p>
    <w:p w:rsidR="00E00D30" w:rsidRDefault="00E00D30" w:rsidP="00E00D30">
      <w:r>
        <w:t>201.6713</w:t>
      </w:r>
      <w:r>
        <w:tab/>
        <w:t>1.013e0</w:t>
      </w:r>
    </w:p>
    <w:p w:rsidR="00E00D30" w:rsidRDefault="00E00D30" w:rsidP="00E00D30">
      <w:r>
        <w:t>201.6738</w:t>
      </w:r>
      <w:r>
        <w:tab/>
        <w:t>2.025e0</w:t>
      </w:r>
    </w:p>
    <w:p w:rsidR="00E00D30" w:rsidRDefault="00E00D30" w:rsidP="00E00D30">
      <w:r>
        <w:t>201.6985</w:t>
      </w:r>
      <w:r>
        <w:tab/>
        <w:t>2.025e0</w:t>
      </w:r>
    </w:p>
    <w:p w:rsidR="00E00D30" w:rsidRDefault="00E00D30" w:rsidP="00E00D30">
      <w:r>
        <w:t>201.7061</w:t>
      </w:r>
      <w:r>
        <w:tab/>
        <w:t>1.013e0</w:t>
      </w:r>
    </w:p>
    <w:p w:rsidR="00E00D30" w:rsidRDefault="00E00D30" w:rsidP="00E00D30">
      <w:r>
        <w:t>201.7100</w:t>
      </w:r>
      <w:r>
        <w:tab/>
        <w:t>1.013e0</w:t>
      </w:r>
    </w:p>
    <w:p w:rsidR="00E00D30" w:rsidRDefault="00E00D30" w:rsidP="00E00D30">
      <w:r>
        <w:t>201.7215</w:t>
      </w:r>
      <w:r>
        <w:tab/>
        <w:t>1.013e0</w:t>
      </w:r>
    </w:p>
    <w:p w:rsidR="00E00D30" w:rsidRDefault="00E00D30" w:rsidP="00E00D30">
      <w:r>
        <w:t>201.7251</w:t>
      </w:r>
      <w:r>
        <w:tab/>
        <w:t>2.025e0</w:t>
      </w:r>
    </w:p>
    <w:p w:rsidR="00E00D30" w:rsidRDefault="00E00D30" w:rsidP="00E00D30">
      <w:r>
        <w:t>201.7662</w:t>
      </w:r>
      <w:r>
        <w:tab/>
        <w:t>2.025e0</w:t>
      </w:r>
    </w:p>
    <w:p w:rsidR="00E00D30" w:rsidRDefault="00E00D30" w:rsidP="00E00D30">
      <w:r>
        <w:t>201.7698</w:t>
      </w:r>
      <w:r>
        <w:tab/>
        <w:t>1.013e0</w:t>
      </w:r>
    </w:p>
    <w:p w:rsidR="00E00D30" w:rsidRDefault="00E00D30" w:rsidP="00E00D30">
      <w:r>
        <w:t>201.7851</w:t>
      </w:r>
      <w:r>
        <w:tab/>
        <w:t>1.013e0</w:t>
      </w:r>
    </w:p>
    <w:p w:rsidR="00E00D30" w:rsidRDefault="00E00D30" w:rsidP="00E00D30">
      <w:r>
        <w:t>201.7924</w:t>
      </w:r>
      <w:r>
        <w:tab/>
        <w:t>1.013e0</w:t>
      </w:r>
    </w:p>
    <w:p w:rsidR="00E00D30" w:rsidRDefault="00E00D30" w:rsidP="00E00D30">
      <w:r>
        <w:t>201.7963</w:t>
      </w:r>
      <w:r>
        <w:tab/>
        <w:t>1.013e0</w:t>
      </w:r>
    </w:p>
    <w:p w:rsidR="00E00D30" w:rsidRDefault="00E00D30" w:rsidP="00E00D30">
      <w:r>
        <w:t>201.8109</w:t>
      </w:r>
      <w:r>
        <w:tab/>
        <w:t>3.038e0</w:t>
      </w:r>
    </w:p>
    <w:p w:rsidR="00E00D30" w:rsidRDefault="00E00D30" w:rsidP="00E00D30">
      <w:r>
        <w:t>201.8300</w:t>
      </w:r>
      <w:r>
        <w:tab/>
        <w:t>1.013e0</w:t>
      </w:r>
    </w:p>
    <w:p w:rsidR="00E00D30" w:rsidRDefault="00E00D30" w:rsidP="00E00D30">
      <w:r>
        <w:t>201.8344</w:t>
      </w:r>
      <w:r>
        <w:tab/>
        <w:t>2.025e0</w:t>
      </w:r>
    </w:p>
    <w:p w:rsidR="00E00D30" w:rsidRDefault="00E00D30" w:rsidP="00E00D30">
      <w:r>
        <w:t>201.9023</w:t>
      </w:r>
      <w:r>
        <w:tab/>
        <w:t>1.013e0</w:t>
      </w:r>
    </w:p>
    <w:p w:rsidR="00E00D30" w:rsidRDefault="00E00D30" w:rsidP="00E00D30">
      <w:r>
        <w:t>201.9359</w:t>
      </w:r>
      <w:r>
        <w:tab/>
        <w:t>1.013e0</w:t>
      </w:r>
    </w:p>
    <w:p w:rsidR="00E00D30" w:rsidRDefault="00E00D30" w:rsidP="00E00D30">
      <w:r>
        <w:lastRenderedPageBreak/>
        <w:t>201.9582</w:t>
      </w:r>
      <w:r>
        <w:tab/>
        <w:t>1.013e0</w:t>
      </w:r>
    </w:p>
    <w:p w:rsidR="00E00D30" w:rsidRDefault="00E00D30" w:rsidP="00E00D30">
      <w:r>
        <w:t>201.9888</w:t>
      </w:r>
      <w:r>
        <w:tab/>
        <w:t>1.013e0</w:t>
      </w:r>
    </w:p>
    <w:p w:rsidR="00E00D30" w:rsidRDefault="00E00D30" w:rsidP="00E00D30">
      <w:r>
        <w:t>202.0041</w:t>
      </w:r>
      <w:r>
        <w:tab/>
        <w:t>1.013e0</w:t>
      </w:r>
    </w:p>
    <w:p w:rsidR="00E00D30" w:rsidRDefault="00E00D30" w:rsidP="00E00D30">
      <w:r>
        <w:t>202.0061</w:t>
      </w:r>
      <w:r>
        <w:tab/>
        <w:t>2.025e0</w:t>
      </w:r>
    </w:p>
    <w:p w:rsidR="00E00D30" w:rsidRDefault="00E00D30" w:rsidP="00E00D30">
      <w:r>
        <w:t>202.0080</w:t>
      </w:r>
      <w:r>
        <w:tab/>
        <w:t>1.013e0</w:t>
      </w:r>
    </w:p>
    <w:p w:rsidR="00E00D30" w:rsidRDefault="00E00D30" w:rsidP="00E00D30">
      <w:r>
        <w:t>202.0120</w:t>
      </w:r>
      <w:r>
        <w:tab/>
        <w:t>1.013e0</w:t>
      </w:r>
    </w:p>
    <w:p w:rsidR="00E00D30" w:rsidRDefault="00E00D30" w:rsidP="00E00D30">
      <w:r>
        <w:t>202.0158</w:t>
      </w:r>
      <w:r>
        <w:tab/>
        <w:t>1.013e0</w:t>
      </w:r>
    </w:p>
    <w:p w:rsidR="00E00D30" w:rsidRDefault="00E00D30" w:rsidP="00E00D30">
      <w:r>
        <w:t>202.0197</w:t>
      </w:r>
      <w:r>
        <w:tab/>
        <w:t>1.013e0</w:t>
      </w:r>
    </w:p>
    <w:p w:rsidR="00E00D30" w:rsidRDefault="00E00D30" w:rsidP="00E00D30">
      <w:r>
        <w:t>202.0311</w:t>
      </w:r>
      <w:r>
        <w:tab/>
        <w:t>1.013e0</w:t>
      </w:r>
    </w:p>
    <w:p w:rsidR="00E00D30" w:rsidRDefault="00E00D30" w:rsidP="00E00D30">
      <w:r>
        <w:t>202.0441</w:t>
      </w:r>
      <w:r>
        <w:tab/>
        <w:t>2.025e0</w:t>
      </w:r>
    </w:p>
    <w:p w:rsidR="00E00D30" w:rsidRDefault="00E00D30" w:rsidP="00E00D30">
      <w:r>
        <w:t>202.0458</w:t>
      </w:r>
      <w:r>
        <w:tab/>
        <w:t>1.013e0</w:t>
      </w:r>
    </w:p>
    <w:p w:rsidR="00E00D30" w:rsidRDefault="00E00D30" w:rsidP="00E00D30">
      <w:r>
        <w:t>202.0608</w:t>
      </w:r>
      <w:r>
        <w:tab/>
        <w:t>1.013e0</w:t>
      </w:r>
    </w:p>
    <w:p w:rsidR="00E00D30" w:rsidRDefault="00E00D30" w:rsidP="00E00D30">
      <w:r>
        <w:t>202.0667</w:t>
      </w:r>
      <w:r>
        <w:tab/>
        <w:t>2.025e0</w:t>
      </w:r>
    </w:p>
    <w:p w:rsidR="00E00D30" w:rsidRDefault="00E00D30" w:rsidP="00E00D30">
      <w:r>
        <w:t>202.0720</w:t>
      </w:r>
      <w:r>
        <w:tab/>
        <w:t>1.013e0</w:t>
      </w:r>
    </w:p>
    <w:p w:rsidR="00E00D30" w:rsidRDefault="00E00D30" w:rsidP="00E00D30">
      <w:r>
        <w:t>202.0963</w:t>
      </w:r>
      <w:r>
        <w:tab/>
        <w:t>2.025e0</w:t>
      </w:r>
    </w:p>
    <w:p w:rsidR="00E00D30" w:rsidRDefault="00E00D30" w:rsidP="00E00D30">
      <w:r>
        <w:t>202.0983</w:t>
      </w:r>
      <w:r>
        <w:tab/>
        <w:t>1.013e0</w:t>
      </w:r>
    </w:p>
    <w:p w:rsidR="00E00D30" w:rsidRDefault="00E00D30" w:rsidP="00E00D30">
      <w:r>
        <w:t>202.1019</w:t>
      </w:r>
      <w:r>
        <w:tab/>
        <w:t>1.013e0</w:t>
      </w:r>
    </w:p>
    <w:p w:rsidR="00E00D30" w:rsidRDefault="00E00D30" w:rsidP="00E00D30">
      <w:r>
        <w:t>202.1059</w:t>
      </w:r>
      <w:r>
        <w:tab/>
        <w:t>1.013e0</w:t>
      </w:r>
    </w:p>
    <w:p w:rsidR="00E00D30" w:rsidRDefault="00E00D30" w:rsidP="00E00D30">
      <w:r>
        <w:t>202.1131</w:t>
      </w:r>
      <w:r>
        <w:tab/>
        <w:t>1.013e0</w:t>
      </w:r>
    </w:p>
    <w:p w:rsidR="00E00D30" w:rsidRDefault="00E00D30" w:rsidP="00E00D30">
      <w:r>
        <w:lastRenderedPageBreak/>
        <w:t>202.1167</w:t>
      </w:r>
      <w:r>
        <w:tab/>
        <w:t>1.013e0</w:t>
      </w:r>
    </w:p>
    <w:p w:rsidR="00E00D30" w:rsidRDefault="00E00D30" w:rsidP="00E00D30">
      <w:r>
        <w:t>202.1205</w:t>
      </w:r>
      <w:r>
        <w:tab/>
        <w:t>1.013e0</w:t>
      </w:r>
    </w:p>
    <w:p w:rsidR="00E00D30" w:rsidRDefault="00E00D30" w:rsidP="00E00D30">
      <w:r>
        <w:t>202.1281</w:t>
      </w:r>
      <w:r>
        <w:tab/>
        <w:t>1.013e0</w:t>
      </w:r>
    </w:p>
    <w:p w:rsidR="00E00D30" w:rsidRDefault="00E00D30" w:rsidP="00E00D30">
      <w:r>
        <w:t>202.1320</w:t>
      </w:r>
      <w:r>
        <w:tab/>
        <w:t>6.076e0</w:t>
      </w:r>
    </w:p>
    <w:p w:rsidR="00E00D30" w:rsidRDefault="00E00D30" w:rsidP="00E00D30">
      <w:r>
        <w:t>202.1361</w:t>
      </w:r>
      <w:r>
        <w:tab/>
        <w:t>2.025e0</w:t>
      </w:r>
    </w:p>
    <w:p w:rsidR="00E00D30" w:rsidRDefault="00E00D30" w:rsidP="00E00D30">
      <w:r>
        <w:t>202.1554</w:t>
      </w:r>
      <w:r>
        <w:tab/>
        <w:t>1.013e0</w:t>
      </w:r>
    </w:p>
    <w:p w:rsidR="00E00D30" w:rsidRDefault="00E00D30" w:rsidP="00E00D30">
      <w:r>
        <w:t>202.1593</w:t>
      </w:r>
      <w:r>
        <w:tab/>
        <w:t>1.013e0</w:t>
      </w:r>
    </w:p>
    <w:p w:rsidR="00E00D30" w:rsidRDefault="00E00D30" w:rsidP="00E00D30">
      <w:r>
        <w:t>202.1666</w:t>
      </w:r>
      <w:r>
        <w:tab/>
        <w:t>3.038e0</w:t>
      </w:r>
    </w:p>
    <w:p w:rsidR="00E00D30" w:rsidRDefault="00E00D30" w:rsidP="00E00D30">
      <w:r>
        <w:t>202.1728</w:t>
      </w:r>
      <w:r>
        <w:tab/>
        <w:t>2.025e0</w:t>
      </w:r>
    </w:p>
    <w:p w:rsidR="00E00D30" w:rsidRDefault="00E00D30" w:rsidP="00E00D30">
      <w:r>
        <w:t>202.1783</w:t>
      </w:r>
      <w:r>
        <w:tab/>
        <w:t>1.013e0</w:t>
      </w:r>
    </w:p>
    <w:p w:rsidR="00E00D30" w:rsidRDefault="00E00D30" w:rsidP="00E00D30">
      <w:r>
        <w:t>202.1822</w:t>
      </w:r>
      <w:r>
        <w:tab/>
        <w:t>1.013e0</w:t>
      </w:r>
    </w:p>
    <w:p w:rsidR="00E00D30" w:rsidRDefault="00E00D30" w:rsidP="00E00D30">
      <w:r>
        <w:t>202.2195</w:t>
      </w:r>
      <w:r>
        <w:tab/>
        <w:t>1.013e0</w:t>
      </w:r>
    </w:p>
    <w:p w:rsidR="00E00D30" w:rsidRDefault="00E00D30" w:rsidP="00E00D30">
      <w:r>
        <w:t>202.2345</w:t>
      </w:r>
      <w:r>
        <w:tab/>
        <w:t>2.025e0</w:t>
      </w:r>
    </w:p>
    <w:p w:rsidR="00E00D30" w:rsidRDefault="00E00D30" w:rsidP="00E00D30">
      <w:r>
        <w:t>202.2419</w:t>
      </w:r>
      <w:r>
        <w:tab/>
        <w:t>1.013e0</w:t>
      </w:r>
    </w:p>
    <w:p w:rsidR="00E00D30" w:rsidRDefault="00E00D30" w:rsidP="00E00D30">
      <w:r>
        <w:t>202.2569</w:t>
      </w:r>
      <w:r>
        <w:tab/>
        <w:t>2.025e0</w:t>
      </w:r>
    </w:p>
    <w:p w:rsidR="00E00D30" w:rsidRDefault="00E00D30" w:rsidP="00E00D30">
      <w:r>
        <w:t>202.2756</w:t>
      </w:r>
      <w:r>
        <w:tab/>
        <w:t>1.013e0</w:t>
      </w:r>
    </w:p>
    <w:p w:rsidR="00E00D30" w:rsidRDefault="00E00D30" w:rsidP="00E00D30">
      <w:r>
        <w:t>202.2795</w:t>
      </w:r>
      <w:r>
        <w:tab/>
        <w:t>2.025e0</w:t>
      </w:r>
    </w:p>
    <w:p w:rsidR="00E00D30" w:rsidRDefault="00E00D30" w:rsidP="00E00D30">
      <w:r>
        <w:t>202.2989</w:t>
      </w:r>
      <w:r>
        <w:tab/>
        <w:t>1.013e0</w:t>
      </w:r>
    </w:p>
    <w:p w:rsidR="00E00D30" w:rsidRDefault="00E00D30" w:rsidP="00E00D30">
      <w:r>
        <w:t>202.3061</w:t>
      </w:r>
      <w:r>
        <w:tab/>
        <w:t>2.025e0</w:t>
      </w:r>
    </w:p>
    <w:p w:rsidR="00E00D30" w:rsidRDefault="00E00D30" w:rsidP="00E00D30">
      <w:r>
        <w:lastRenderedPageBreak/>
        <w:t>202.3259</w:t>
      </w:r>
      <w:r>
        <w:tab/>
        <w:t>1.013e0</w:t>
      </w:r>
    </w:p>
    <w:p w:rsidR="00E00D30" w:rsidRDefault="00E00D30" w:rsidP="00E00D30">
      <w:r>
        <w:t>202.3296</w:t>
      </w:r>
      <w:r>
        <w:tab/>
        <w:t>1.013e0</w:t>
      </w:r>
    </w:p>
    <w:p w:rsidR="00E00D30" w:rsidRDefault="00E00D30" w:rsidP="00E00D30">
      <w:r>
        <w:t>202.3352</w:t>
      </w:r>
      <w:r>
        <w:tab/>
        <w:t>2.025e0</w:t>
      </w:r>
    </w:p>
    <w:p w:rsidR="00E00D30" w:rsidRDefault="00E00D30" w:rsidP="00E00D30">
      <w:r>
        <w:t>202.3482</w:t>
      </w:r>
      <w:r>
        <w:tab/>
        <w:t>1.013e0</w:t>
      </w:r>
    </w:p>
    <w:p w:rsidR="00E00D30" w:rsidRDefault="00E00D30" w:rsidP="00E00D30">
      <w:r>
        <w:t>202.3819</w:t>
      </w:r>
      <w:r>
        <w:tab/>
        <w:t>3.038e0</w:t>
      </w:r>
    </w:p>
    <w:p w:rsidR="00E00D30" w:rsidRDefault="00E00D30" w:rsidP="00E00D30">
      <w:r>
        <w:t>202.3893</w:t>
      </w:r>
      <w:r>
        <w:tab/>
        <w:t>2.025e0</w:t>
      </w:r>
    </w:p>
    <w:p w:rsidR="00E00D30" w:rsidRDefault="00E00D30" w:rsidP="00E00D30">
      <w:r>
        <w:t>202.4191</w:t>
      </w:r>
      <w:r>
        <w:tab/>
        <w:t>1.013e0</w:t>
      </w:r>
    </w:p>
    <w:p w:rsidR="00E00D30" w:rsidRDefault="00E00D30" w:rsidP="00E00D30">
      <w:r>
        <w:t>202.4230</w:t>
      </w:r>
      <w:r>
        <w:tab/>
        <w:t>1.013e0</w:t>
      </w:r>
    </w:p>
    <w:p w:rsidR="00E00D30" w:rsidRDefault="00E00D30" w:rsidP="00E00D30">
      <w:r>
        <w:t>202.4308</w:t>
      </w:r>
      <w:r>
        <w:tab/>
        <w:t>1.013e0</w:t>
      </w:r>
    </w:p>
    <w:p w:rsidR="00E00D30" w:rsidRDefault="00E00D30" w:rsidP="00E00D30">
      <w:r>
        <w:t>202.4425</w:t>
      </w:r>
      <w:r>
        <w:tab/>
        <w:t>2.025e0</w:t>
      </w:r>
    </w:p>
    <w:p w:rsidR="00E00D30" w:rsidRDefault="00E00D30" w:rsidP="00E00D30">
      <w:r>
        <w:t>202.4453</w:t>
      </w:r>
      <w:r>
        <w:tab/>
        <w:t>3.038e0</w:t>
      </w:r>
    </w:p>
    <w:p w:rsidR="00E00D30" w:rsidRDefault="00E00D30" w:rsidP="00E00D30">
      <w:r>
        <w:t>202.4918</w:t>
      </w:r>
      <w:r>
        <w:tab/>
        <w:t>1.013e0</w:t>
      </w:r>
    </w:p>
    <w:p w:rsidR="00E00D30" w:rsidRDefault="00E00D30" w:rsidP="00E00D30">
      <w:r>
        <w:t>202.5013</w:t>
      </w:r>
      <w:r>
        <w:tab/>
        <w:t>2.025e0</w:t>
      </w:r>
    </w:p>
    <w:p w:rsidR="00E00D30" w:rsidRDefault="00E00D30" w:rsidP="00E00D30">
      <w:r>
        <w:t>202.5030</w:t>
      </w:r>
      <w:r>
        <w:tab/>
        <w:t>2.025e0</w:t>
      </w:r>
    </w:p>
    <w:p w:rsidR="00E00D30" w:rsidRDefault="00E00D30" w:rsidP="00E00D30">
      <w:r>
        <w:t>202.5069</w:t>
      </w:r>
      <w:r>
        <w:tab/>
        <w:t>1.013e0</w:t>
      </w:r>
    </w:p>
    <w:p w:rsidR="00E00D30" w:rsidRDefault="00E00D30" w:rsidP="00E00D30">
      <w:r>
        <w:t>202.5144</w:t>
      </w:r>
      <w:r>
        <w:tab/>
        <w:t>1.013e0</w:t>
      </w:r>
    </w:p>
    <w:p w:rsidR="00E00D30" w:rsidRDefault="00E00D30" w:rsidP="00E00D30">
      <w:r>
        <w:t>202.5219</w:t>
      </w:r>
      <w:r>
        <w:tab/>
        <w:t>1.013e0</w:t>
      </w:r>
    </w:p>
    <w:p w:rsidR="00E00D30" w:rsidRDefault="00E00D30" w:rsidP="00E00D30">
      <w:r>
        <w:t>202.5405</w:t>
      </w:r>
      <w:r>
        <w:tab/>
        <w:t>1.013e0</w:t>
      </w:r>
    </w:p>
    <w:p w:rsidR="00E00D30" w:rsidRDefault="00E00D30" w:rsidP="00E00D30">
      <w:r>
        <w:t>202.5555</w:t>
      </w:r>
      <w:r>
        <w:tab/>
        <w:t>1.013e0</w:t>
      </w:r>
    </w:p>
    <w:p w:rsidR="00E00D30" w:rsidRDefault="00E00D30" w:rsidP="00E00D30">
      <w:r>
        <w:lastRenderedPageBreak/>
        <w:t>202.5708</w:t>
      </w:r>
      <w:r>
        <w:tab/>
        <w:t>1.013e0</w:t>
      </w:r>
    </w:p>
    <w:p w:rsidR="00E00D30" w:rsidRDefault="00E00D30" w:rsidP="00E00D30">
      <w:r>
        <w:t>202.5974</w:t>
      </w:r>
      <w:r>
        <w:tab/>
        <w:t>3.038e0</w:t>
      </w:r>
    </w:p>
    <w:p w:rsidR="00E00D30" w:rsidRDefault="00E00D30" w:rsidP="00E00D30">
      <w:r>
        <w:t>202.6054</w:t>
      </w:r>
      <w:r>
        <w:tab/>
        <w:t>1.013e0</w:t>
      </w:r>
    </w:p>
    <w:p w:rsidR="00E00D30" w:rsidRDefault="00E00D30" w:rsidP="00E00D30">
      <w:r>
        <w:t>202.6244</w:t>
      </w:r>
      <w:r>
        <w:tab/>
        <w:t>1.013e0</w:t>
      </w:r>
    </w:p>
    <w:p w:rsidR="00E00D30" w:rsidRDefault="00E00D30" w:rsidP="00E00D30">
      <w:r>
        <w:t>202.6320</w:t>
      </w:r>
      <w:r>
        <w:tab/>
        <w:t>1.013e0</w:t>
      </w:r>
    </w:p>
    <w:p w:rsidR="00E00D30" w:rsidRDefault="00E00D30" w:rsidP="00E00D30">
      <w:r>
        <w:t>202.6471</w:t>
      </w:r>
      <w:r>
        <w:tab/>
        <w:t>1.013e0</w:t>
      </w:r>
    </w:p>
    <w:p w:rsidR="00E00D30" w:rsidRDefault="00E00D30" w:rsidP="00E00D30">
      <w:r>
        <w:t>202.6619</w:t>
      </w:r>
      <w:r>
        <w:tab/>
        <w:t>1.013e0</w:t>
      </w:r>
    </w:p>
    <w:p w:rsidR="00E00D30" w:rsidRDefault="00E00D30" w:rsidP="00E00D30">
      <w:r>
        <w:t>202.6655</w:t>
      </w:r>
      <w:r>
        <w:tab/>
        <w:t>1.013e0</w:t>
      </w:r>
    </w:p>
    <w:p w:rsidR="00E00D30" w:rsidRDefault="00E00D30" w:rsidP="00E00D30">
      <w:r>
        <w:t>202.6734</w:t>
      </w:r>
      <w:r>
        <w:tab/>
        <w:t>1.013e0</w:t>
      </w:r>
    </w:p>
    <w:p w:rsidR="00E00D30" w:rsidRDefault="00E00D30" w:rsidP="00E00D30">
      <w:r>
        <w:t>202.6954</w:t>
      </w:r>
      <w:r>
        <w:tab/>
        <w:t>1.013e0</w:t>
      </w:r>
    </w:p>
    <w:p w:rsidR="00E00D30" w:rsidRDefault="00E00D30" w:rsidP="00E00D30">
      <w:r>
        <w:t>202.6992</w:t>
      </w:r>
      <w:r>
        <w:tab/>
        <w:t>2.025e0</w:t>
      </w:r>
    </w:p>
    <w:p w:rsidR="00E00D30" w:rsidRDefault="00E00D30" w:rsidP="00E00D30">
      <w:r>
        <w:t>202.7032</w:t>
      </w:r>
      <w:r>
        <w:tab/>
        <w:t>1.013e0</w:t>
      </w:r>
    </w:p>
    <w:p w:rsidR="00E00D30" w:rsidRDefault="00E00D30" w:rsidP="00E00D30">
      <w:r>
        <w:t>202.7375</w:t>
      </w:r>
      <w:r>
        <w:tab/>
        <w:t>2.025e0</w:t>
      </w:r>
    </w:p>
    <w:p w:rsidR="00E00D30" w:rsidRDefault="00E00D30" w:rsidP="00E00D30">
      <w:r>
        <w:t>202.7608</w:t>
      </w:r>
      <w:r>
        <w:tab/>
        <w:t>1.013e0</w:t>
      </w:r>
    </w:p>
    <w:p w:rsidR="00E00D30" w:rsidRDefault="00E00D30" w:rsidP="00E00D30">
      <w:r>
        <w:t>202.7645</w:t>
      </w:r>
      <w:r>
        <w:tab/>
        <w:t>2.025e0</w:t>
      </w:r>
    </w:p>
    <w:p w:rsidR="00E00D30" w:rsidRDefault="00E00D30" w:rsidP="00E00D30">
      <w:r>
        <w:t>202.7723</w:t>
      </w:r>
      <w:r>
        <w:tab/>
        <w:t>1.013e0</w:t>
      </w:r>
    </w:p>
    <w:p w:rsidR="00E00D30" w:rsidRDefault="00E00D30" w:rsidP="00E00D30">
      <w:r>
        <w:t>202.7870</w:t>
      </w:r>
      <w:r>
        <w:tab/>
        <w:t>1.013e0</w:t>
      </w:r>
    </w:p>
    <w:p w:rsidR="00E00D30" w:rsidRDefault="00E00D30" w:rsidP="00E00D30">
      <w:r>
        <w:t>202.7926</w:t>
      </w:r>
      <w:r>
        <w:tab/>
        <w:t>3.038e0</w:t>
      </w:r>
    </w:p>
    <w:p w:rsidR="00E00D30" w:rsidRDefault="00E00D30" w:rsidP="00E00D30">
      <w:r>
        <w:t>202.7947</w:t>
      </w:r>
      <w:r>
        <w:tab/>
        <w:t>1.013e0</w:t>
      </w:r>
    </w:p>
    <w:p w:rsidR="00E00D30" w:rsidRDefault="00E00D30" w:rsidP="00E00D30">
      <w:r>
        <w:lastRenderedPageBreak/>
        <w:t>202.8605</w:t>
      </w:r>
      <w:r>
        <w:tab/>
        <w:t>2.025e0</w:t>
      </w:r>
    </w:p>
    <w:p w:rsidR="00E00D30" w:rsidRDefault="00E00D30" w:rsidP="00E00D30">
      <w:r>
        <w:t>202.8736</w:t>
      </w:r>
      <w:r>
        <w:tab/>
        <w:t>1.013e0</w:t>
      </w:r>
    </w:p>
    <w:p w:rsidR="00E00D30" w:rsidRDefault="00E00D30" w:rsidP="00E00D30">
      <w:r>
        <w:t>202.8891</w:t>
      </w:r>
      <w:r>
        <w:tab/>
        <w:t>1.013e0</w:t>
      </w:r>
    </w:p>
    <w:p w:rsidR="00E00D30" w:rsidRDefault="00E00D30" w:rsidP="00E00D30">
      <w:r>
        <w:t>202.8972</w:t>
      </w:r>
      <w:r>
        <w:tab/>
        <w:t>1.013e0</w:t>
      </w:r>
    </w:p>
    <w:p w:rsidR="00E00D30" w:rsidRDefault="00E00D30" w:rsidP="00E00D30">
      <w:r>
        <w:t>202.9042</w:t>
      </w:r>
      <w:r>
        <w:tab/>
        <w:t>2.025e0</w:t>
      </w:r>
    </w:p>
    <w:p w:rsidR="00E00D30" w:rsidRDefault="00E00D30" w:rsidP="00E00D30">
      <w:r>
        <w:t>202.9121</w:t>
      </w:r>
      <w:r>
        <w:tab/>
        <w:t>1.013e0</w:t>
      </w:r>
    </w:p>
    <w:p w:rsidR="00E00D30" w:rsidRDefault="00E00D30" w:rsidP="00E00D30">
      <w:r>
        <w:t>202.9233</w:t>
      </w:r>
      <w:r>
        <w:tab/>
        <w:t>1.013e0</w:t>
      </w:r>
    </w:p>
    <w:p w:rsidR="00E00D30" w:rsidRDefault="00E00D30" w:rsidP="00E00D30">
      <w:r>
        <w:t>202.9382</w:t>
      </w:r>
      <w:r>
        <w:tab/>
        <w:t>1.013e0</w:t>
      </w:r>
    </w:p>
    <w:p w:rsidR="00E00D30" w:rsidRDefault="00E00D30" w:rsidP="00E00D30">
      <w:r>
        <w:t>202.9456</w:t>
      </w:r>
      <w:r>
        <w:tab/>
        <w:t>1.013e0</w:t>
      </w:r>
    </w:p>
    <w:p w:rsidR="00E00D30" w:rsidRDefault="00E00D30" w:rsidP="00E00D30">
      <w:r>
        <w:t>202.9722</w:t>
      </w:r>
      <w:r>
        <w:tab/>
        <w:t>2.025e0</w:t>
      </w:r>
    </w:p>
    <w:p w:rsidR="00E00D30" w:rsidRDefault="00E00D30" w:rsidP="00E00D30">
      <w:r>
        <w:t>202.9757</w:t>
      </w:r>
      <w:r>
        <w:tab/>
        <w:t>1.013e0</w:t>
      </w:r>
    </w:p>
    <w:p w:rsidR="00E00D30" w:rsidRDefault="00E00D30" w:rsidP="00E00D30">
      <w:r>
        <w:t>202.9906</w:t>
      </w:r>
      <w:r>
        <w:tab/>
        <w:t>4.051e0</w:t>
      </w:r>
    </w:p>
    <w:p w:rsidR="00E00D30" w:rsidRDefault="00E00D30" w:rsidP="00E00D30">
      <w:r>
        <w:t>202.9942</w:t>
      </w:r>
      <w:r>
        <w:tab/>
        <w:t>1.013e0</w:t>
      </w:r>
    </w:p>
    <w:p w:rsidR="00E00D30" w:rsidRDefault="00E00D30" w:rsidP="00E00D30">
      <w:r>
        <w:t>203.0061</w:t>
      </w:r>
      <w:r>
        <w:tab/>
        <w:t>4.051e0</w:t>
      </w:r>
    </w:p>
    <w:p w:rsidR="00E00D30" w:rsidRDefault="00E00D30" w:rsidP="00E00D30">
      <w:r>
        <w:t>203.0178</w:t>
      </w:r>
      <w:r>
        <w:tab/>
        <w:t>1.013e0</w:t>
      </w:r>
    </w:p>
    <w:p w:rsidR="00E00D30" w:rsidRDefault="00E00D30" w:rsidP="00E00D30">
      <w:r>
        <w:t>203.0217</w:t>
      </w:r>
      <w:r>
        <w:tab/>
        <w:t>2.025e0</w:t>
      </w:r>
    </w:p>
    <w:p w:rsidR="00E00D30" w:rsidRDefault="00E00D30" w:rsidP="00E00D30">
      <w:r>
        <w:t>203.0233</w:t>
      </w:r>
      <w:r>
        <w:tab/>
        <w:t>2.025e0</w:t>
      </w:r>
    </w:p>
    <w:p w:rsidR="00E00D30" w:rsidRDefault="00E00D30" w:rsidP="00E00D30">
      <w:r>
        <w:t>203.0331</w:t>
      </w:r>
      <w:r>
        <w:tab/>
        <w:t>1.013e0</w:t>
      </w:r>
    </w:p>
    <w:p w:rsidR="00E00D30" w:rsidRDefault="00E00D30" w:rsidP="00E00D30">
      <w:r>
        <w:t>203.0408</w:t>
      </w:r>
      <w:r>
        <w:tab/>
        <w:t>4.051e0</w:t>
      </w:r>
    </w:p>
    <w:p w:rsidR="00E00D30" w:rsidRDefault="00E00D30" w:rsidP="00E00D30">
      <w:r>
        <w:lastRenderedPageBreak/>
        <w:t>203.0596</w:t>
      </w:r>
      <w:r>
        <w:tab/>
        <w:t>1.013e0</w:t>
      </w:r>
    </w:p>
    <w:p w:rsidR="00E00D30" w:rsidRDefault="00E00D30" w:rsidP="00E00D30">
      <w:r>
        <w:t>203.0635</w:t>
      </w:r>
      <w:r>
        <w:tab/>
        <w:t>1.013e0</w:t>
      </w:r>
    </w:p>
    <w:p w:rsidR="00E00D30" w:rsidRDefault="00E00D30" w:rsidP="00E00D30">
      <w:r>
        <w:t>203.0710</w:t>
      </w:r>
      <w:r>
        <w:tab/>
        <w:t>2.025e0</w:t>
      </w:r>
    </w:p>
    <w:p w:rsidR="00E00D30" w:rsidRDefault="00E00D30" w:rsidP="00E00D30">
      <w:r>
        <w:t>203.1014</w:t>
      </w:r>
      <w:r>
        <w:tab/>
        <w:t>1.013e1</w:t>
      </w:r>
    </w:p>
    <w:p w:rsidR="00E00D30" w:rsidRDefault="00E00D30" w:rsidP="00E00D30">
      <w:r>
        <w:t>203.1024</w:t>
      </w:r>
      <w:r>
        <w:tab/>
        <w:t>4.020e1</w:t>
      </w:r>
    </w:p>
    <w:p w:rsidR="00E00D30" w:rsidRDefault="00E00D30" w:rsidP="00E00D30">
      <w:r>
        <w:t>203.1042</w:t>
      </w:r>
      <w:r>
        <w:tab/>
        <w:t>2.430e1</w:t>
      </w:r>
    </w:p>
    <w:p w:rsidR="00E00D30" w:rsidRDefault="00E00D30" w:rsidP="00E00D30">
      <w:r>
        <w:t>203.1063</w:t>
      </w:r>
      <w:r>
        <w:tab/>
        <w:t>2.487e1</w:t>
      </w:r>
    </w:p>
    <w:p w:rsidR="00E00D30" w:rsidRDefault="00E00D30" w:rsidP="00E00D30">
      <w:r>
        <w:t>203.1364</w:t>
      </w:r>
      <w:r>
        <w:tab/>
        <w:t>2.025e0</w:t>
      </w:r>
    </w:p>
    <w:p w:rsidR="00E00D30" w:rsidRDefault="00E00D30" w:rsidP="00E00D30">
      <w:r>
        <w:t>203.1421</w:t>
      </w:r>
      <w:r>
        <w:tab/>
        <w:t>2.025e0</w:t>
      </w:r>
    </w:p>
    <w:p w:rsidR="00E00D30" w:rsidRDefault="00E00D30" w:rsidP="00E00D30">
      <w:r>
        <w:t>203.1462</w:t>
      </w:r>
      <w:r>
        <w:tab/>
        <w:t>1.013e0</w:t>
      </w:r>
    </w:p>
    <w:p w:rsidR="00E00D30" w:rsidRDefault="00E00D30" w:rsidP="00E00D30">
      <w:r>
        <w:t>203.1537</w:t>
      </w:r>
      <w:r>
        <w:tab/>
        <w:t>1.013e0</w:t>
      </w:r>
    </w:p>
    <w:p w:rsidR="00E00D30" w:rsidRDefault="00E00D30" w:rsidP="00E00D30">
      <w:r>
        <w:t>203.1579</w:t>
      </w:r>
      <w:r>
        <w:tab/>
        <w:t>7.089e0</w:t>
      </w:r>
    </w:p>
    <w:p w:rsidR="00E00D30" w:rsidRDefault="00E00D30" w:rsidP="00E00D30">
      <w:r>
        <w:t>203.1749</w:t>
      </w:r>
      <w:r>
        <w:tab/>
        <w:t>2.025e0</w:t>
      </w:r>
    </w:p>
    <w:p w:rsidR="00E00D30" w:rsidRDefault="00E00D30" w:rsidP="00E00D30">
      <w:r>
        <w:t>203.1773</w:t>
      </w:r>
      <w:r>
        <w:tab/>
        <w:t>1.013e0</w:t>
      </w:r>
    </w:p>
    <w:p w:rsidR="00E00D30" w:rsidRDefault="00E00D30" w:rsidP="00E00D30">
      <w:r>
        <w:t>203.1850</w:t>
      </w:r>
      <w:r>
        <w:tab/>
        <w:t>2.025e0</w:t>
      </w:r>
    </w:p>
    <w:p w:rsidR="00E00D30" w:rsidRDefault="00E00D30" w:rsidP="00E00D30">
      <w:r>
        <w:t>203.1881</w:t>
      </w:r>
      <w:r>
        <w:tab/>
        <w:t>2.025e0</w:t>
      </w:r>
    </w:p>
    <w:p w:rsidR="00E00D30" w:rsidRDefault="00E00D30" w:rsidP="00E00D30">
      <w:r>
        <w:t>203.2075</w:t>
      </w:r>
      <w:r>
        <w:tab/>
        <w:t>2.025e0</w:t>
      </w:r>
    </w:p>
    <w:p w:rsidR="00E00D30" w:rsidRDefault="00E00D30" w:rsidP="00E00D30">
      <w:r>
        <w:t>203.2147</w:t>
      </w:r>
      <w:r>
        <w:tab/>
        <w:t>1.013e0</w:t>
      </w:r>
    </w:p>
    <w:p w:rsidR="00E00D30" w:rsidRDefault="00E00D30" w:rsidP="00E00D30">
      <w:r>
        <w:t>203.2526</w:t>
      </w:r>
      <w:r>
        <w:tab/>
        <w:t>1.013e0</w:t>
      </w:r>
    </w:p>
    <w:p w:rsidR="00E00D30" w:rsidRDefault="00E00D30" w:rsidP="00E00D30">
      <w:r>
        <w:lastRenderedPageBreak/>
        <w:t>203.2822</w:t>
      </w:r>
      <w:r>
        <w:tab/>
        <w:t>1.013e0</w:t>
      </w:r>
    </w:p>
    <w:p w:rsidR="00E00D30" w:rsidRDefault="00E00D30" w:rsidP="00E00D30">
      <w:r>
        <w:t>203.2860</w:t>
      </w:r>
      <w:r>
        <w:tab/>
        <w:t>1.013e0</w:t>
      </w:r>
    </w:p>
    <w:p w:rsidR="00E00D30" w:rsidRDefault="00E00D30" w:rsidP="00E00D30">
      <w:r>
        <w:t>203.3017</w:t>
      </w:r>
      <w:r>
        <w:tab/>
        <w:t>1.013e0</w:t>
      </w:r>
    </w:p>
    <w:p w:rsidR="00E00D30" w:rsidRDefault="00E00D30" w:rsidP="00E00D30">
      <w:r>
        <w:t>203.3133</w:t>
      </w:r>
      <w:r>
        <w:tab/>
        <w:t>1.013e0</w:t>
      </w:r>
    </w:p>
    <w:p w:rsidR="00E00D30" w:rsidRDefault="00E00D30" w:rsidP="00E00D30">
      <w:r>
        <w:t>203.3214</w:t>
      </w:r>
      <w:r>
        <w:tab/>
        <w:t>1.013e0</w:t>
      </w:r>
    </w:p>
    <w:p w:rsidR="00E00D30" w:rsidRDefault="00E00D30" w:rsidP="00E00D30">
      <w:r>
        <w:t>203.3253</w:t>
      </w:r>
      <w:r>
        <w:tab/>
        <w:t>1.013e0</w:t>
      </w:r>
    </w:p>
    <w:p w:rsidR="00E00D30" w:rsidRDefault="00E00D30" w:rsidP="00E00D30">
      <w:r>
        <w:t>203.3326</w:t>
      </w:r>
      <w:r>
        <w:tab/>
        <w:t>1.013e0</w:t>
      </w:r>
    </w:p>
    <w:p w:rsidR="00E00D30" w:rsidRDefault="00E00D30" w:rsidP="00E00D30">
      <w:r>
        <w:t>203.3363</w:t>
      </w:r>
      <w:r>
        <w:tab/>
        <w:t>1.013e0</w:t>
      </w:r>
    </w:p>
    <w:p w:rsidR="00E00D30" w:rsidRDefault="00E00D30" w:rsidP="00E00D30">
      <w:r>
        <w:t>203.3549</w:t>
      </w:r>
      <w:r>
        <w:tab/>
        <w:t>1.013e0</w:t>
      </w:r>
    </w:p>
    <w:p w:rsidR="00E00D30" w:rsidRDefault="00E00D30" w:rsidP="00E00D30">
      <w:r>
        <w:t>203.3590</w:t>
      </w:r>
      <w:r>
        <w:tab/>
        <w:t>2.025e0</w:t>
      </w:r>
    </w:p>
    <w:p w:rsidR="00E00D30" w:rsidRDefault="00E00D30" w:rsidP="00E00D30">
      <w:r>
        <w:t>203.3700</w:t>
      </w:r>
      <w:r>
        <w:tab/>
        <w:t>2.025e0</w:t>
      </w:r>
    </w:p>
    <w:p w:rsidR="00E00D30" w:rsidRDefault="00E00D30" w:rsidP="00E00D30">
      <w:r>
        <w:t>203.4185</w:t>
      </w:r>
      <w:r>
        <w:tab/>
        <w:t>1.013e0</w:t>
      </w:r>
    </w:p>
    <w:p w:rsidR="00E00D30" w:rsidRDefault="00E00D30" w:rsidP="00E00D30">
      <w:r>
        <w:t>203.4227</w:t>
      </w:r>
      <w:r>
        <w:tab/>
        <w:t>1.013e0</w:t>
      </w:r>
    </w:p>
    <w:p w:rsidR="00E00D30" w:rsidRDefault="00E00D30" w:rsidP="00E00D30">
      <w:r>
        <w:t>203.4341</w:t>
      </w:r>
      <w:r>
        <w:tab/>
        <w:t>2.025e0</w:t>
      </w:r>
    </w:p>
    <w:p w:rsidR="00E00D30" w:rsidRDefault="00E00D30" w:rsidP="00E00D30">
      <w:r>
        <w:t>203.4537</w:t>
      </w:r>
      <w:r>
        <w:tab/>
        <w:t>1.013e0</w:t>
      </w:r>
    </w:p>
    <w:p w:rsidR="00E00D30" w:rsidRDefault="00E00D30" w:rsidP="00E00D30">
      <w:r>
        <w:t>203.4765</w:t>
      </w:r>
      <w:r>
        <w:tab/>
        <w:t>1.013e0</w:t>
      </w:r>
    </w:p>
    <w:p w:rsidR="00E00D30" w:rsidRDefault="00E00D30" w:rsidP="00E00D30">
      <w:r>
        <w:t>203.4952</w:t>
      </w:r>
      <w:r>
        <w:tab/>
        <w:t>1.013e0</w:t>
      </w:r>
    </w:p>
    <w:p w:rsidR="00E00D30" w:rsidRDefault="00E00D30" w:rsidP="00E00D30">
      <w:r>
        <w:t>203.5028</w:t>
      </w:r>
      <w:r>
        <w:tab/>
        <w:t>3.038e0</w:t>
      </w:r>
    </w:p>
    <w:p w:rsidR="00E00D30" w:rsidRDefault="00E00D30" w:rsidP="00E00D30">
      <w:r>
        <w:t>203.5631</w:t>
      </w:r>
      <w:r>
        <w:tab/>
        <w:t>1.013e0</w:t>
      </w:r>
    </w:p>
    <w:p w:rsidR="00E00D30" w:rsidRDefault="00E00D30" w:rsidP="00E00D30">
      <w:r>
        <w:lastRenderedPageBreak/>
        <w:t>203.5670</w:t>
      </w:r>
      <w:r>
        <w:tab/>
        <w:t>1.013e0</w:t>
      </w:r>
    </w:p>
    <w:p w:rsidR="00E00D30" w:rsidRDefault="00E00D30" w:rsidP="00E00D30">
      <w:r>
        <w:t>203.5784</w:t>
      </w:r>
      <w:r>
        <w:tab/>
        <w:t>2.025e0</w:t>
      </w:r>
    </w:p>
    <w:p w:rsidR="00E00D30" w:rsidRDefault="00E00D30" w:rsidP="00E00D30">
      <w:r>
        <w:t>203.6056</w:t>
      </w:r>
      <w:r>
        <w:tab/>
        <w:t>1.013e0</w:t>
      </w:r>
    </w:p>
    <w:p w:rsidR="00E00D30" w:rsidRDefault="00E00D30" w:rsidP="00E00D30">
      <w:r>
        <w:t>203.6206</w:t>
      </w:r>
      <w:r>
        <w:tab/>
        <w:t>1.013e0</w:t>
      </w:r>
    </w:p>
    <w:p w:rsidR="00E00D30" w:rsidRDefault="00E00D30" w:rsidP="00E00D30">
      <w:r>
        <w:t>203.6317</w:t>
      </w:r>
      <w:r>
        <w:tab/>
        <w:t>1.013e0</w:t>
      </w:r>
    </w:p>
    <w:p w:rsidR="00E00D30" w:rsidRDefault="00E00D30" w:rsidP="00E00D30">
      <w:r>
        <w:t>203.6583</w:t>
      </w:r>
      <w:r>
        <w:tab/>
        <w:t>1.013e0</w:t>
      </w:r>
    </w:p>
    <w:p w:rsidR="00E00D30" w:rsidRDefault="00E00D30" w:rsidP="00E00D30">
      <w:r>
        <w:t>203.6805</w:t>
      </w:r>
      <w:r>
        <w:tab/>
        <w:t>2.025e0</w:t>
      </w:r>
    </w:p>
    <w:p w:rsidR="00E00D30" w:rsidRDefault="00E00D30" w:rsidP="00E00D30">
      <w:r>
        <w:t>203.7031</w:t>
      </w:r>
      <w:r>
        <w:tab/>
        <w:t>1.013e0</w:t>
      </w:r>
    </w:p>
    <w:p w:rsidR="00E00D30" w:rsidRDefault="00E00D30" w:rsidP="00E00D30">
      <w:r>
        <w:t>203.7462</w:t>
      </w:r>
      <w:r>
        <w:tab/>
        <w:t>1.013e0</w:t>
      </w:r>
    </w:p>
    <w:p w:rsidR="00E00D30" w:rsidRDefault="00E00D30" w:rsidP="00E00D30">
      <w:r>
        <w:t>203.7496</w:t>
      </w:r>
      <w:r>
        <w:tab/>
        <w:t>1.013e0</w:t>
      </w:r>
    </w:p>
    <w:p w:rsidR="00E00D30" w:rsidRDefault="00E00D30" w:rsidP="00E00D30">
      <w:r>
        <w:t>203.7682</w:t>
      </w:r>
      <w:r>
        <w:tab/>
        <w:t>2.025e0</w:t>
      </w:r>
    </w:p>
    <w:p w:rsidR="00E00D30" w:rsidRDefault="00E00D30" w:rsidP="00E00D30">
      <w:r>
        <w:t>203.7761</w:t>
      </w:r>
      <w:r>
        <w:tab/>
        <w:t>1.013e0</w:t>
      </w:r>
    </w:p>
    <w:p w:rsidR="00E00D30" w:rsidRDefault="00E00D30" w:rsidP="00E00D30">
      <w:r>
        <w:t>203.7833</w:t>
      </w:r>
      <w:r>
        <w:tab/>
        <w:t>1.013e0</w:t>
      </w:r>
    </w:p>
    <w:p w:rsidR="00E00D30" w:rsidRDefault="00E00D30" w:rsidP="00E00D30">
      <w:r>
        <w:t>203.8170</w:t>
      </w:r>
      <w:r>
        <w:tab/>
        <w:t>1.013e0</w:t>
      </w:r>
    </w:p>
    <w:p w:rsidR="00E00D30" w:rsidRDefault="00E00D30" w:rsidP="00E00D30">
      <w:r>
        <w:t>203.8593</w:t>
      </w:r>
      <w:r>
        <w:tab/>
        <w:t>1.013e0</w:t>
      </w:r>
    </w:p>
    <w:p w:rsidR="00E00D30" w:rsidRDefault="00E00D30" w:rsidP="00E00D30">
      <w:r>
        <w:t>203.8633</w:t>
      </w:r>
      <w:r>
        <w:tab/>
        <w:t>1.013e0</w:t>
      </w:r>
    </w:p>
    <w:p w:rsidR="00E00D30" w:rsidRDefault="00E00D30" w:rsidP="00E00D30">
      <w:r>
        <w:t>203.8787</w:t>
      </w:r>
      <w:r>
        <w:tab/>
        <w:t>1.013e0</w:t>
      </w:r>
    </w:p>
    <w:p w:rsidR="00E00D30" w:rsidRDefault="00E00D30" w:rsidP="00E00D30">
      <w:r>
        <w:t>203.9202</w:t>
      </w:r>
      <w:r>
        <w:tab/>
        <w:t>1.013e0</w:t>
      </w:r>
    </w:p>
    <w:p w:rsidR="00E00D30" w:rsidRDefault="00E00D30" w:rsidP="00E00D30">
      <w:r>
        <w:t>203.9273</w:t>
      </w:r>
      <w:r>
        <w:tab/>
        <w:t>1.013e0</w:t>
      </w:r>
    </w:p>
    <w:p w:rsidR="00E00D30" w:rsidRDefault="00E00D30" w:rsidP="00E00D30">
      <w:r>
        <w:lastRenderedPageBreak/>
        <w:t>203.9387</w:t>
      </w:r>
      <w:r>
        <w:tab/>
        <w:t>1.013e0</w:t>
      </w:r>
    </w:p>
    <w:p w:rsidR="00E00D30" w:rsidRDefault="00E00D30" w:rsidP="00E00D30">
      <w:r>
        <w:t>203.9573</w:t>
      </w:r>
      <w:r>
        <w:tab/>
        <w:t>1.013e0</w:t>
      </w:r>
    </w:p>
    <w:p w:rsidR="00E00D30" w:rsidRDefault="00E00D30" w:rsidP="00E00D30">
      <w:r>
        <w:t>203.9613</w:t>
      </w:r>
      <w:r>
        <w:tab/>
        <w:t>1.013e0</w:t>
      </w:r>
    </w:p>
    <w:p w:rsidR="00E00D30" w:rsidRDefault="00E00D30" w:rsidP="00E00D30">
      <w:r>
        <w:t>203.9726</w:t>
      </w:r>
      <w:r>
        <w:tab/>
        <w:t>1.013e0</w:t>
      </w:r>
    </w:p>
    <w:p w:rsidR="00E00D30" w:rsidRDefault="00E00D30" w:rsidP="00E00D30">
      <w:r>
        <w:t>203.9843</w:t>
      </w:r>
      <w:r>
        <w:tab/>
        <w:t>1.013e0</w:t>
      </w:r>
    </w:p>
    <w:p w:rsidR="00E00D30" w:rsidRDefault="00E00D30" w:rsidP="00E00D30">
      <w:r>
        <w:t>204.0038</w:t>
      </w:r>
      <w:r>
        <w:tab/>
        <w:t>1.013e0</w:t>
      </w:r>
    </w:p>
    <w:p w:rsidR="00E00D30" w:rsidRDefault="00E00D30" w:rsidP="00E00D30">
      <w:r>
        <w:t>204.0079</w:t>
      </w:r>
      <w:r>
        <w:tab/>
        <w:t>2.025e0</w:t>
      </w:r>
    </w:p>
    <w:p w:rsidR="00E00D30" w:rsidRDefault="00E00D30" w:rsidP="00E00D30">
      <w:r>
        <w:t>204.0094</w:t>
      </w:r>
      <w:r>
        <w:tab/>
        <w:t>2.025e0</w:t>
      </w:r>
    </w:p>
    <w:p w:rsidR="00E00D30" w:rsidRDefault="00E00D30" w:rsidP="00E00D30">
      <w:r>
        <w:t>204.0154</w:t>
      </w:r>
      <w:r>
        <w:tab/>
        <w:t>1.013e0</w:t>
      </w:r>
    </w:p>
    <w:p w:rsidR="00E00D30" w:rsidRDefault="00E00D30" w:rsidP="00E00D30">
      <w:r>
        <w:t>204.0268</w:t>
      </w:r>
      <w:r>
        <w:tab/>
        <w:t>1.013e0</w:t>
      </w:r>
    </w:p>
    <w:p w:rsidR="00E00D30" w:rsidRDefault="00E00D30" w:rsidP="00E00D30">
      <w:r>
        <w:t>204.0415</w:t>
      </w:r>
      <w:r>
        <w:tab/>
        <w:t>1.013e0</w:t>
      </w:r>
    </w:p>
    <w:p w:rsidR="00E00D30" w:rsidRDefault="00E00D30" w:rsidP="00E00D30">
      <w:r>
        <w:t>204.0490</w:t>
      </w:r>
      <w:r>
        <w:tab/>
        <w:t>3.038e0</w:t>
      </w:r>
    </w:p>
    <w:p w:rsidR="00E00D30" w:rsidRDefault="00E00D30" w:rsidP="00E00D30">
      <w:r>
        <w:t>204.0752</w:t>
      </w:r>
      <w:r>
        <w:tab/>
        <w:t>2.025e0</w:t>
      </w:r>
    </w:p>
    <w:p w:rsidR="00E00D30" w:rsidRDefault="00E00D30" w:rsidP="00E00D30">
      <w:r>
        <w:t>204.0846</w:t>
      </w:r>
      <w:r>
        <w:tab/>
        <w:t>2.025e0</w:t>
      </w:r>
    </w:p>
    <w:p w:rsidR="00E00D30" w:rsidRDefault="00E00D30" w:rsidP="00E00D30">
      <w:r>
        <w:t>204.0865</w:t>
      </w:r>
      <w:r>
        <w:tab/>
        <w:t>3.038e0</w:t>
      </w:r>
    </w:p>
    <w:p w:rsidR="00E00D30" w:rsidRDefault="00E00D30" w:rsidP="00E00D30">
      <w:r>
        <w:t>204.0942</w:t>
      </w:r>
      <w:r>
        <w:tab/>
        <w:t>2.025e0</w:t>
      </w:r>
    </w:p>
    <w:p w:rsidR="00E00D30" w:rsidRDefault="00E00D30" w:rsidP="00E00D30">
      <w:r>
        <w:t>204.1018</w:t>
      </w:r>
      <w:r>
        <w:tab/>
        <w:t>1.013e0</w:t>
      </w:r>
    </w:p>
    <w:p w:rsidR="00E00D30" w:rsidRDefault="00E00D30" w:rsidP="00E00D30">
      <w:r>
        <w:t>204.1037</w:t>
      </w:r>
      <w:r>
        <w:tab/>
        <w:t>3.038e0</w:t>
      </w:r>
    </w:p>
    <w:p w:rsidR="00E00D30" w:rsidRDefault="00E00D30" w:rsidP="00E00D30">
      <w:r>
        <w:t>204.1077</w:t>
      </w:r>
      <w:r>
        <w:tab/>
        <w:t>8.101e0</w:t>
      </w:r>
    </w:p>
    <w:p w:rsidR="00E00D30" w:rsidRDefault="00E00D30" w:rsidP="00E00D30">
      <w:r>
        <w:lastRenderedPageBreak/>
        <w:t>204.1090</w:t>
      </w:r>
      <w:r>
        <w:tab/>
        <w:t>3.038e0</w:t>
      </w:r>
    </w:p>
    <w:p w:rsidR="00E00D30" w:rsidRDefault="00E00D30" w:rsidP="00E00D30">
      <w:r>
        <w:t>204.1133</w:t>
      </w:r>
      <w:r>
        <w:tab/>
        <w:t>1.013e0</w:t>
      </w:r>
    </w:p>
    <w:p w:rsidR="00E00D30" w:rsidRDefault="00E00D30" w:rsidP="00E00D30">
      <w:r>
        <w:t>204.1171</w:t>
      </w:r>
      <w:r>
        <w:tab/>
        <w:t>1.013e0</w:t>
      </w:r>
    </w:p>
    <w:p w:rsidR="00E00D30" w:rsidRDefault="00E00D30" w:rsidP="00E00D30">
      <w:r>
        <w:t>204.1214</w:t>
      </w:r>
      <w:r>
        <w:tab/>
        <w:t>2.025e0</w:t>
      </w:r>
    </w:p>
    <w:p w:rsidR="00E00D30" w:rsidRDefault="00E00D30" w:rsidP="00E00D30">
      <w:r>
        <w:t>204.1406</w:t>
      </w:r>
      <w:r>
        <w:tab/>
        <w:t>1.013e0</w:t>
      </w:r>
    </w:p>
    <w:p w:rsidR="00E00D30" w:rsidRDefault="00E00D30" w:rsidP="00E00D30">
      <w:r>
        <w:t>204.1478</w:t>
      </w:r>
      <w:r>
        <w:tab/>
        <w:t>2.025e0</w:t>
      </w:r>
    </w:p>
    <w:p w:rsidR="00E00D30" w:rsidRDefault="00E00D30" w:rsidP="00E00D30">
      <w:r>
        <w:t>204.1523</w:t>
      </w:r>
      <w:r>
        <w:tab/>
        <w:t>1.013e0</w:t>
      </w:r>
    </w:p>
    <w:p w:rsidR="00E00D30" w:rsidRDefault="00E00D30" w:rsidP="00E00D30">
      <w:r>
        <w:t>204.1597</w:t>
      </w:r>
      <w:r>
        <w:tab/>
        <w:t>1.013e0</w:t>
      </w:r>
    </w:p>
    <w:p w:rsidR="00E00D30" w:rsidRDefault="00E00D30" w:rsidP="00E00D30">
      <w:r>
        <w:t>204.1616</w:t>
      </w:r>
      <w:r>
        <w:tab/>
        <w:t>3.038e0</w:t>
      </w:r>
    </w:p>
    <w:p w:rsidR="00E00D30" w:rsidRDefault="00E00D30" w:rsidP="00E00D30">
      <w:r>
        <w:t>204.1689</w:t>
      </w:r>
      <w:r>
        <w:tab/>
        <w:t>2.025e0</w:t>
      </w:r>
    </w:p>
    <w:p w:rsidR="00E00D30" w:rsidRDefault="00E00D30" w:rsidP="00E00D30">
      <w:r>
        <w:t>204.1743</w:t>
      </w:r>
      <w:r>
        <w:tab/>
        <w:t>2.025e0</w:t>
      </w:r>
    </w:p>
    <w:p w:rsidR="00E00D30" w:rsidRDefault="00E00D30" w:rsidP="00E00D30">
      <w:r>
        <w:t>204.1784</w:t>
      </w:r>
      <w:r>
        <w:tab/>
        <w:t>1.013e0</w:t>
      </w:r>
    </w:p>
    <w:p w:rsidR="00E00D30" w:rsidRDefault="00E00D30" w:rsidP="00E00D30">
      <w:r>
        <w:t>204.1818</w:t>
      </w:r>
      <w:r>
        <w:tab/>
        <w:t>1.013e0</w:t>
      </w:r>
    </w:p>
    <w:p w:rsidR="00E00D30" w:rsidRDefault="00E00D30" w:rsidP="00E00D30">
      <w:r>
        <w:t>204.2118</w:t>
      </w:r>
      <w:r>
        <w:tab/>
        <w:t>1.013e0</w:t>
      </w:r>
    </w:p>
    <w:p w:rsidR="00E00D30" w:rsidRDefault="00E00D30" w:rsidP="00E00D30">
      <w:r>
        <w:t>204.2197</w:t>
      </w:r>
      <w:r>
        <w:tab/>
        <w:t>1.013e0</w:t>
      </w:r>
    </w:p>
    <w:p w:rsidR="00E00D30" w:rsidRDefault="00E00D30" w:rsidP="00E00D30">
      <w:r>
        <w:t>204.2347</w:t>
      </w:r>
      <w:r>
        <w:tab/>
        <w:t>1.013e0</w:t>
      </w:r>
    </w:p>
    <w:p w:rsidR="00E00D30" w:rsidRDefault="00E00D30" w:rsidP="00E00D30">
      <w:r>
        <w:t>204.2422</w:t>
      </w:r>
      <w:r>
        <w:tab/>
        <w:t>2.025e0</w:t>
      </w:r>
    </w:p>
    <w:p w:rsidR="00E00D30" w:rsidRDefault="00E00D30" w:rsidP="00E00D30">
      <w:r>
        <w:t>204.2464</w:t>
      </w:r>
      <w:r>
        <w:tab/>
        <w:t>1.013e0</w:t>
      </w:r>
    </w:p>
    <w:p w:rsidR="00E00D30" w:rsidRDefault="00E00D30" w:rsidP="00E00D30">
      <w:r>
        <w:t>204.2578</w:t>
      </w:r>
      <w:r>
        <w:tab/>
        <w:t>1.013e0</w:t>
      </w:r>
    </w:p>
    <w:p w:rsidR="00E00D30" w:rsidRDefault="00E00D30" w:rsidP="00E00D30">
      <w:r>
        <w:lastRenderedPageBreak/>
        <w:t>204.2617</w:t>
      </w:r>
      <w:r>
        <w:tab/>
        <w:t>1.013e0</w:t>
      </w:r>
    </w:p>
    <w:p w:rsidR="00E00D30" w:rsidRDefault="00E00D30" w:rsidP="00E00D30">
      <w:r>
        <w:t>204.3019</w:t>
      </w:r>
      <w:r>
        <w:tab/>
        <w:t>3.038e0</w:t>
      </w:r>
    </w:p>
    <w:p w:rsidR="00E00D30" w:rsidRDefault="00E00D30" w:rsidP="00E00D30">
      <w:r>
        <w:t>204.3186</w:t>
      </w:r>
      <w:r>
        <w:tab/>
        <w:t>1.013e0</w:t>
      </w:r>
    </w:p>
    <w:p w:rsidR="00E00D30" w:rsidRDefault="00E00D30" w:rsidP="00E00D30">
      <w:r>
        <w:t>204.3559</w:t>
      </w:r>
      <w:r>
        <w:tab/>
        <w:t>1.013e0</w:t>
      </w:r>
    </w:p>
    <w:p w:rsidR="00E00D30" w:rsidRDefault="00E00D30" w:rsidP="00E00D30">
      <w:r>
        <w:t>204.3869</w:t>
      </w:r>
      <w:r>
        <w:tab/>
        <w:t>1.013e0</w:t>
      </w:r>
    </w:p>
    <w:p w:rsidR="00E00D30" w:rsidRDefault="00E00D30" w:rsidP="00E00D30">
      <w:r>
        <w:t>204.3908</w:t>
      </w:r>
      <w:r>
        <w:tab/>
        <w:t>1.013e0</w:t>
      </w:r>
    </w:p>
    <w:p w:rsidR="00E00D30" w:rsidRDefault="00E00D30" w:rsidP="00E00D30">
      <w:r>
        <w:t>204.3987</w:t>
      </w:r>
      <w:r>
        <w:tab/>
        <w:t>1.013e0</w:t>
      </w:r>
    </w:p>
    <w:p w:rsidR="00E00D30" w:rsidRDefault="00E00D30" w:rsidP="00E00D30">
      <w:r>
        <w:t>204.4440</w:t>
      </w:r>
      <w:r>
        <w:tab/>
        <w:t>1.013e0</w:t>
      </w:r>
    </w:p>
    <w:p w:rsidR="00E00D30" w:rsidRDefault="00E00D30" w:rsidP="00E00D30">
      <w:r>
        <w:t>204.4704</w:t>
      </w:r>
      <w:r>
        <w:tab/>
        <w:t>1.013e0</w:t>
      </w:r>
    </w:p>
    <w:p w:rsidR="00E00D30" w:rsidRDefault="00E00D30" w:rsidP="00E00D30">
      <w:r>
        <w:t>204.4818</w:t>
      </w:r>
      <w:r>
        <w:tab/>
        <w:t>1.013e0</w:t>
      </w:r>
    </w:p>
    <w:p w:rsidR="00E00D30" w:rsidRDefault="00E00D30" w:rsidP="00E00D30">
      <w:r>
        <w:t>204.4854</w:t>
      </w:r>
      <w:r>
        <w:tab/>
        <w:t>2.025e0</w:t>
      </w:r>
    </w:p>
    <w:p w:rsidR="00E00D30" w:rsidRDefault="00E00D30" w:rsidP="00E00D30">
      <w:r>
        <w:t>204.4926</w:t>
      </w:r>
      <w:r>
        <w:tab/>
        <w:t>1.013e0</w:t>
      </w:r>
    </w:p>
    <w:p w:rsidR="00E00D30" w:rsidRDefault="00E00D30" w:rsidP="00E00D30">
      <w:r>
        <w:t>204.5005</w:t>
      </w:r>
      <w:r>
        <w:tab/>
        <w:t>1.013e0</w:t>
      </w:r>
    </w:p>
    <w:p w:rsidR="00E00D30" w:rsidRDefault="00E00D30" w:rsidP="00E00D30">
      <w:r>
        <w:t>204.5083</w:t>
      </w:r>
      <w:r>
        <w:tab/>
        <w:t>1.013e0</w:t>
      </w:r>
    </w:p>
    <w:p w:rsidR="00E00D30" w:rsidRDefault="00E00D30" w:rsidP="00E00D30">
      <w:r>
        <w:t>204.5242</w:t>
      </w:r>
      <w:r>
        <w:tab/>
        <w:t>1.013e0</w:t>
      </w:r>
    </w:p>
    <w:p w:rsidR="00E00D30" w:rsidRDefault="00E00D30" w:rsidP="00E00D30">
      <w:r>
        <w:t>204.5356</w:t>
      </w:r>
      <w:r>
        <w:tab/>
        <w:t>1.013e0</w:t>
      </w:r>
    </w:p>
    <w:p w:rsidR="00E00D30" w:rsidRDefault="00E00D30" w:rsidP="00E00D30">
      <w:r>
        <w:t>204.5471</w:t>
      </w:r>
      <w:r>
        <w:tab/>
        <w:t>1.013e0</w:t>
      </w:r>
    </w:p>
    <w:p w:rsidR="00E00D30" w:rsidRDefault="00E00D30" w:rsidP="00E00D30">
      <w:r>
        <w:t>204.5545</w:t>
      </w:r>
      <w:r>
        <w:tab/>
        <w:t>2.025e0</w:t>
      </w:r>
    </w:p>
    <w:p w:rsidR="00E00D30" w:rsidRDefault="00E00D30" w:rsidP="00E00D30">
      <w:r>
        <w:t>204.5582</w:t>
      </w:r>
      <w:r>
        <w:tab/>
        <w:t>2.025e0</w:t>
      </w:r>
    </w:p>
    <w:p w:rsidR="00E00D30" w:rsidRDefault="00E00D30" w:rsidP="00E00D30">
      <w:r>
        <w:lastRenderedPageBreak/>
        <w:t>204.5660</w:t>
      </w:r>
      <w:r>
        <w:tab/>
        <w:t>1.013e0</w:t>
      </w:r>
    </w:p>
    <w:p w:rsidR="00E00D30" w:rsidRDefault="00E00D30" w:rsidP="00E00D30">
      <w:r>
        <w:t>204.5677</w:t>
      </w:r>
      <w:r>
        <w:tab/>
        <w:t>2.025e0</w:t>
      </w:r>
    </w:p>
    <w:p w:rsidR="00E00D30" w:rsidRDefault="00E00D30" w:rsidP="00E00D30">
      <w:r>
        <w:t>204.5807</w:t>
      </w:r>
      <w:r>
        <w:tab/>
        <w:t>3.038e0</w:t>
      </w:r>
    </w:p>
    <w:p w:rsidR="00E00D30" w:rsidRDefault="00E00D30" w:rsidP="00E00D30">
      <w:r>
        <w:t>204.6144</w:t>
      </w:r>
      <w:r>
        <w:tab/>
        <w:t>2.025e0</w:t>
      </w:r>
    </w:p>
    <w:p w:rsidR="00E00D30" w:rsidRDefault="00E00D30" w:rsidP="00E00D30">
      <w:r>
        <w:t>204.6183</w:t>
      </w:r>
      <w:r>
        <w:tab/>
        <w:t>1.013e0</w:t>
      </w:r>
    </w:p>
    <w:p w:rsidR="00E00D30" w:rsidRDefault="00E00D30" w:rsidP="00E00D30">
      <w:r>
        <w:t>204.6375</w:t>
      </w:r>
      <w:r>
        <w:tab/>
        <w:t>1.013e0</w:t>
      </w:r>
    </w:p>
    <w:p w:rsidR="00E00D30" w:rsidRDefault="00E00D30" w:rsidP="00E00D30">
      <w:r>
        <w:t>204.6800</w:t>
      </w:r>
      <w:r>
        <w:tab/>
        <w:t>2.025e0</w:t>
      </w:r>
    </w:p>
    <w:p w:rsidR="00E00D30" w:rsidRDefault="00E00D30" w:rsidP="00E00D30">
      <w:r>
        <w:t>204.6951</w:t>
      </w:r>
      <w:r>
        <w:tab/>
        <w:t>2.025e0</w:t>
      </w:r>
    </w:p>
    <w:p w:rsidR="00E00D30" w:rsidRDefault="00E00D30" w:rsidP="00E00D30">
      <w:r>
        <w:t>204.7006</w:t>
      </w:r>
      <w:r>
        <w:tab/>
        <w:t>2.025e0</w:t>
      </w:r>
    </w:p>
    <w:p w:rsidR="00E00D30" w:rsidRDefault="00E00D30" w:rsidP="00E00D30">
      <w:r>
        <w:t>204.7025</w:t>
      </w:r>
      <w:r>
        <w:tab/>
        <w:t>1.013e0</w:t>
      </w:r>
    </w:p>
    <w:p w:rsidR="00E00D30" w:rsidRDefault="00E00D30" w:rsidP="00E00D30">
      <w:r>
        <w:t>204.7141</w:t>
      </w:r>
      <w:r>
        <w:tab/>
        <w:t>3.038e0</w:t>
      </w:r>
    </w:p>
    <w:p w:rsidR="00E00D30" w:rsidRDefault="00E00D30" w:rsidP="00E00D30">
      <w:r>
        <w:t>204.7632</w:t>
      </w:r>
      <w:r>
        <w:tab/>
        <w:t>1.013e0</w:t>
      </w:r>
    </w:p>
    <w:p w:rsidR="00E00D30" w:rsidRDefault="00E00D30" w:rsidP="00E00D30">
      <w:r>
        <w:t>204.7708</w:t>
      </w:r>
      <w:r>
        <w:tab/>
        <w:t>1.013e0</w:t>
      </w:r>
    </w:p>
    <w:p w:rsidR="00E00D30" w:rsidRDefault="00E00D30" w:rsidP="00E00D30">
      <w:r>
        <w:t>204.7863</w:t>
      </w:r>
      <w:r>
        <w:tab/>
        <w:t>1.013e0</w:t>
      </w:r>
    </w:p>
    <w:p w:rsidR="00E00D30" w:rsidRDefault="00E00D30" w:rsidP="00E00D30">
      <w:r>
        <w:t>204.8057</w:t>
      </w:r>
      <w:r>
        <w:tab/>
        <w:t>1.013e0</w:t>
      </w:r>
    </w:p>
    <w:p w:rsidR="00E00D30" w:rsidRDefault="00E00D30" w:rsidP="00E00D30">
      <w:r>
        <w:t>204.8543</w:t>
      </w:r>
      <w:r>
        <w:tab/>
        <w:t>3.038e0</w:t>
      </w:r>
    </w:p>
    <w:p w:rsidR="00E00D30" w:rsidRDefault="00E00D30" w:rsidP="00E00D30">
      <w:r>
        <w:t>204.8580</w:t>
      </w:r>
      <w:r>
        <w:tab/>
        <w:t>1.013e0</w:t>
      </w:r>
    </w:p>
    <w:p w:rsidR="00E00D30" w:rsidRDefault="00E00D30" w:rsidP="00E00D30">
      <w:r>
        <w:t>204.8771</w:t>
      </w:r>
      <w:r>
        <w:tab/>
        <w:t>2.025e0</w:t>
      </w:r>
    </w:p>
    <w:p w:rsidR="00E00D30" w:rsidRDefault="00E00D30" w:rsidP="00E00D30">
      <w:r>
        <w:t>204.9040</w:t>
      </w:r>
      <w:r>
        <w:tab/>
        <w:t>1.013e0</w:t>
      </w:r>
    </w:p>
    <w:p w:rsidR="00E00D30" w:rsidRDefault="00E00D30" w:rsidP="00E00D30">
      <w:r>
        <w:lastRenderedPageBreak/>
        <w:t>204.9080</w:t>
      </w:r>
      <w:r>
        <w:tab/>
        <w:t>1.013e0</w:t>
      </w:r>
    </w:p>
    <w:p w:rsidR="00E00D30" w:rsidRDefault="00E00D30" w:rsidP="00E00D30">
      <w:r>
        <w:t>204.9173</w:t>
      </w:r>
      <w:r>
        <w:tab/>
        <w:t>2.025e0</w:t>
      </w:r>
    </w:p>
    <w:p w:rsidR="00E00D30" w:rsidRDefault="00E00D30" w:rsidP="00E00D30">
      <w:r>
        <w:t>204.9424</w:t>
      </w:r>
      <w:r>
        <w:tab/>
        <w:t>2.025e0</w:t>
      </w:r>
    </w:p>
    <w:p w:rsidR="00E00D30" w:rsidRDefault="00E00D30" w:rsidP="00E00D30">
      <w:r>
        <w:t>204.9501</w:t>
      </w:r>
      <w:r>
        <w:tab/>
        <w:t>3.038e0</w:t>
      </w:r>
    </w:p>
    <w:p w:rsidR="00E00D30" w:rsidRDefault="00E00D30" w:rsidP="00E00D30">
      <w:r>
        <w:t>204.9649</w:t>
      </w:r>
      <w:r>
        <w:tab/>
        <w:t>1.013e0</w:t>
      </w:r>
    </w:p>
    <w:p w:rsidR="00E00D30" w:rsidRDefault="00E00D30" w:rsidP="00E00D30">
      <w:r>
        <w:t>204.9688</w:t>
      </w:r>
      <w:r>
        <w:tab/>
        <w:t>2.025e0</w:t>
      </w:r>
    </w:p>
    <w:p w:rsidR="00E00D30" w:rsidRDefault="00E00D30" w:rsidP="00E00D30">
      <w:r>
        <w:t>204.9837</w:t>
      </w:r>
      <w:r>
        <w:tab/>
        <w:t>1.013e0</w:t>
      </w:r>
    </w:p>
    <w:p w:rsidR="00E00D30" w:rsidRDefault="00E00D30" w:rsidP="00E00D30">
      <w:r>
        <w:t>204.9949</w:t>
      </w:r>
      <w:r>
        <w:tab/>
        <w:t>1.013e0</w:t>
      </w:r>
    </w:p>
    <w:p w:rsidR="00E00D30" w:rsidRDefault="00E00D30" w:rsidP="00E00D30">
      <w:r>
        <w:t>205.0061</w:t>
      </w:r>
      <w:r>
        <w:tab/>
        <w:t>1.013e0</w:t>
      </w:r>
    </w:p>
    <w:p w:rsidR="00E00D30" w:rsidRDefault="00E00D30" w:rsidP="00E00D30">
      <w:r>
        <w:t>205.0100</w:t>
      </w:r>
      <w:r>
        <w:tab/>
        <w:t>4.051e0</w:t>
      </w:r>
    </w:p>
    <w:p w:rsidR="00E00D30" w:rsidRDefault="00E00D30" w:rsidP="00E00D30">
      <w:r>
        <w:t>205.0121</w:t>
      </w:r>
      <w:r>
        <w:tab/>
        <w:t>1.911e0</w:t>
      </w:r>
    </w:p>
    <w:p w:rsidR="00E00D30" w:rsidRDefault="00E00D30" w:rsidP="00E00D30">
      <w:r>
        <w:t>205.0160</w:t>
      </w:r>
      <w:r>
        <w:tab/>
        <w:t>2.025e0</w:t>
      </w:r>
    </w:p>
    <w:p w:rsidR="00E00D30" w:rsidRDefault="00E00D30" w:rsidP="00E00D30">
      <w:r>
        <w:t>205.0176</w:t>
      </w:r>
      <w:r>
        <w:tab/>
        <w:t>6.076e0</w:t>
      </w:r>
    </w:p>
    <w:p w:rsidR="00E00D30" w:rsidRDefault="00E00D30" w:rsidP="00E00D30">
      <w:r>
        <w:t>205.0217</w:t>
      </w:r>
      <w:r>
        <w:tab/>
        <w:t>1.013e0</w:t>
      </w:r>
    </w:p>
    <w:p w:rsidR="00E00D30" w:rsidRDefault="00E00D30" w:rsidP="00E00D30">
      <w:r>
        <w:t>205.0334</w:t>
      </w:r>
      <w:r>
        <w:tab/>
        <w:t>1.013e0</w:t>
      </w:r>
    </w:p>
    <w:p w:rsidR="00E00D30" w:rsidRDefault="00E00D30" w:rsidP="00E00D30">
      <w:r>
        <w:t>205.0451</w:t>
      </w:r>
      <w:r>
        <w:tab/>
        <w:t>1.013e0</w:t>
      </w:r>
    </w:p>
    <w:p w:rsidR="00E00D30" w:rsidRDefault="00E00D30" w:rsidP="00E00D30">
      <w:r>
        <w:t>205.0642</w:t>
      </w:r>
      <w:r>
        <w:tab/>
        <w:t>1.013e0</w:t>
      </w:r>
    </w:p>
    <w:p w:rsidR="00E00D30" w:rsidRDefault="00E00D30" w:rsidP="00E00D30">
      <w:r>
        <w:t>205.0656</w:t>
      </w:r>
      <w:r>
        <w:tab/>
        <w:t>3.038e0</w:t>
      </w:r>
    </w:p>
    <w:p w:rsidR="00E00D30" w:rsidRDefault="00E00D30" w:rsidP="00E00D30">
      <w:r>
        <w:t>205.0849</w:t>
      </w:r>
      <w:r>
        <w:tab/>
        <w:t>2.025e0</w:t>
      </w:r>
    </w:p>
    <w:p w:rsidR="00E00D30" w:rsidRDefault="00E00D30" w:rsidP="00E00D30">
      <w:r>
        <w:lastRenderedPageBreak/>
        <w:t>205.0868</w:t>
      </w:r>
      <w:r>
        <w:tab/>
        <w:t>1.013e0</w:t>
      </w:r>
    </w:p>
    <w:p w:rsidR="00E00D30" w:rsidRDefault="00E00D30" w:rsidP="00E00D30">
      <w:r>
        <w:t>205.1017</w:t>
      </w:r>
      <w:r>
        <w:tab/>
        <w:t>1.013e0</w:t>
      </w:r>
    </w:p>
    <w:p w:rsidR="00E00D30" w:rsidRDefault="00E00D30" w:rsidP="00E00D30">
      <w:r>
        <w:t>205.1056</w:t>
      </w:r>
      <w:r>
        <w:tab/>
        <w:t>1.013e0</w:t>
      </w:r>
    </w:p>
    <w:p w:rsidR="00E00D30" w:rsidRDefault="00E00D30" w:rsidP="00E00D30">
      <w:r>
        <w:t>205.1096</w:t>
      </w:r>
      <w:r>
        <w:tab/>
        <w:t>1.013e0</w:t>
      </w:r>
    </w:p>
    <w:p w:rsidR="00E00D30" w:rsidRDefault="00E00D30" w:rsidP="00E00D30">
      <w:r>
        <w:t>205.1225</w:t>
      </w:r>
      <w:r>
        <w:tab/>
        <w:t>3.038e0</w:t>
      </w:r>
    </w:p>
    <w:p w:rsidR="00E00D30" w:rsidRDefault="00E00D30" w:rsidP="00E00D30">
      <w:r>
        <w:t>205.1286</w:t>
      </w:r>
      <w:r>
        <w:tab/>
        <w:t>3.038e0</w:t>
      </w:r>
    </w:p>
    <w:p w:rsidR="00E00D30" w:rsidRDefault="00E00D30" w:rsidP="00E00D30">
      <w:r>
        <w:t>205.1300</w:t>
      </w:r>
      <w:r>
        <w:tab/>
        <w:t>2.025e0</w:t>
      </w:r>
    </w:p>
    <w:p w:rsidR="00E00D30" w:rsidRDefault="00E00D30" w:rsidP="00E00D30">
      <w:r>
        <w:t>205.1316</w:t>
      </w:r>
      <w:r>
        <w:tab/>
        <w:t>1.013e0</w:t>
      </w:r>
    </w:p>
    <w:p w:rsidR="00E00D30" w:rsidRDefault="00E00D30" w:rsidP="00E00D30">
      <w:r>
        <w:t>205.1369</w:t>
      </w:r>
      <w:r>
        <w:tab/>
        <w:t>3.038e0</w:t>
      </w:r>
    </w:p>
    <w:p w:rsidR="00E00D30" w:rsidRDefault="00E00D30" w:rsidP="00E00D30">
      <w:r>
        <w:t>205.1395</w:t>
      </w:r>
      <w:r>
        <w:tab/>
        <w:t>2.025e0</w:t>
      </w:r>
    </w:p>
    <w:p w:rsidR="00E00D30" w:rsidRDefault="00E00D30" w:rsidP="00E00D30">
      <w:r>
        <w:t>205.1708</w:t>
      </w:r>
      <w:r>
        <w:tab/>
        <w:t>1.013e0</w:t>
      </w:r>
    </w:p>
    <w:p w:rsidR="00E00D30" w:rsidRDefault="00E00D30" w:rsidP="00E00D30">
      <w:r>
        <w:t>205.1789</w:t>
      </w:r>
      <w:r>
        <w:tab/>
        <w:t>1.013e0</w:t>
      </w:r>
    </w:p>
    <w:p w:rsidR="00E00D30" w:rsidRDefault="00E00D30" w:rsidP="00E00D30">
      <w:r>
        <w:t>205.1825</w:t>
      </w:r>
      <w:r>
        <w:tab/>
        <w:t>1.013e0</w:t>
      </w:r>
    </w:p>
    <w:p w:rsidR="00E00D30" w:rsidRDefault="00E00D30" w:rsidP="00E00D30">
      <w:r>
        <w:t>205.1973</w:t>
      </w:r>
      <w:r>
        <w:tab/>
        <w:t>1.013e0</w:t>
      </w:r>
    </w:p>
    <w:p w:rsidR="00E00D30" w:rsidRDefault="00E00D30" w:rsidP="00E00D30">
      <w:r>
        <w:t>205.2199</w:t>
      </w:r>
      <w:r>
        <w:tab/>
        <w:t>1.013e0</w:t>
      </w:r>
    </w:p>
    <w:p w:rsidR="00E00D30" w:rsidRDefault="00E00D30" w:rsidP="00E00D30">
      <w:r>
        <w:t>205.2479</w:t>
      </w:r>
      <w:r>
        <w:tab/>
        <w:t>2.025e0</w:t>
      </w:r>
    </w:p>
    <w:p w:rsidR="00E00D30" w:rsidRDefault="00E00D30" w:rsidP="00E00D30">
      <w:r>
        <w:t>205.2539</w:t>
      </w:r>
      <w:r>
        <w:tab/>
        <w:t>2.025e0</w:t>
      </w:r>
    </w:p>
    <w:p w:rsidR="00E00D30" w:rsidRDefault="00E00D30" w:rsidP="00E00D30">
      <w:r>
        <w:t>205.2690</w:t>
      </w:r>
      <w:r>
        <w:tab/>
        <w:t>1.013e0</w:t>
      </w:r>
    </w:p>
    <w:p w:rsidR="00E00D30" w:rsidRDefault="00E00D30" w:rsidP="00E00D30">
      <w:r>
        <w:t>205.2847</w:t>
      </w:r>
      <w:r>
        <w:tab/>
        <w:t>1.013e0</w:t>
      </w:r>
    </w:p>
    <w:p w:rsidR="00E00D30" w:rsidRDefault="00E00D30" w:rsidP="00E00D30">
      <w:r>
        <w:lastRenderedPageBreak/>
        <w:t>205.2964</w:t>
      </w:r>
      <w:r>
        <w:tab/>
        <w:t>1.013e0</w:t>
      </w:r>
    </w:p>
    <w:p w:rsidR="00E00D30" w:rsidRDefault="00E00D30" w:rsidP="00E00D30">
      <w:r>
        <w:t>205.3003</w:t>
      </w:r>
      <w:r>
        <w:tab/>
        <w:t>1.013e0</w:t>
      </w:r>
    </w:p>
    <w:p w:rsidR="00E00D30" w:rsidRDefault="00E00D30" w:rsidP="00E00D30">
      <w:r>
        <w:t>205.3043</w:t>
      </w:r>
      <w:r>
        <w:tab/>
        <w:t>1.013e0</w:t>
      </w:r>
    </w:p>
    <w:p w:rsidR="00E00D30" w:rsidRDefault="00E00D30" w:rsidP="00E00D30">
      <w:r>
        <w:t>205.3120</w:t>
      </w:r>
      <w:r>
        <w:tab/>
        <w:t>3.038e0</w:t>
      </w:r>
    </w:p>
    <w:p w:rsidR="00E00D30" w:rsidRDefault="00E00D30" w:rsidP="00E00D30">
      <w:r>
        <w:t>205.3458</w:t>
      </w:r>
      <w:r>
        <w:tab/>
        <w:t>1.013e0</w:t>
      </w:r>
    </w:p>
    <w:p w:rsidR="00E00D30" w:rsidRDefault="00E00D30" w:rsidP="00E00D30">
      <w:r>
        <w:t>205.3571</w:t>
      </w:r>
      <w:r>
        <w:tab/>
        <w:t>1.013e0</w:t>
      </w:r>
    </w:p>
    <w:p w:rsidR="00E00D30" w:rsidRDefault="00E00D30" w:rsidP="00E00D30">
      <w:r>
        <w:t>205.3680</w:t>
      </w:r>
      <w:r>
        <w:tab/>
        <w:t>1.013e0</w:t>
      </w:r>
    </w:p>
    <w:p w:rsidR="00E00D30" w:rsidRDefault="00E00D30" w:rsidP="00E00D30">
      <w:r>
        <w:t>205.3868</w:t>
      </w:r>
      <w:r>
        <w:tab/>
        <w:t>1.013e0</w:t>
      </w:r>
    </w:p>
    <w:p w:rsidR="00E00D30" w:rsidRDefault="00E00D30" w:rsidP="00E00D30">
      <w:r>
        <w:t>205.3985</w:t>
      </w:r>
      <w:r>
        <w:tab/>
        <w:t>1.013e0</w:t>
      </w:r>
    </w:p>
    <w:p w:rsidR="00E00D30" w:rsidRDefault="00E00D30" w:rsidP="00E00D30">
      <w:r>
        <w:t>205.4299</w:t>
      </w:r>
      <w:r>
        <w:tab/>
        <w:t>1.013e0</w:t>
      </w:r>
    </w:p>
    <w:p w:rsidR="00E00D30" w:rsidRDefault="00E00D30" w:rsidP="00E00D30">
      <w:r>
        <w:t>205.4340</w:t>
      </w:r>
      <w:r>
        <w:tab/>
        <w:t>1.013e0</w:t>
      </w:r>
    </w:p>
    <w:p w:rsidR="00E00D30" w:rsidRDefault="00E00D30" w:rsidP="00E00D30">
      <w:r>
        <w:t>205.4375</w:t>
      </w:r>
      <w:r>
        <w:tab/>
        <w:t>2.025e0</w:t>
      </w:r>
    </w:p>
    <w:p w:rsidR="00E00D30" w:rsidRDefault="00E00D30" w:rsidP="00E00D30">
      <w:r>
        <w:t>205.4411</w:t>
      </w:r>
      <w:r>
        <w:tab/>
        <w:t>1.013e0</w:t>
      </w:r>
    </w:p>
    <w:p w:rsidR="00E00D30" w:rsidRDefault="00E00D30" w:rsidP="00E00D30">
      <w:r>
        <w:t>205.4450</w:t>
      </w:r>
      <w:r>
        <w:tab/>
        <w:t>1.013e0</w:t>
      </w:r>
    </w:p>
    <w:p w:rsidR="00E00D30" w:rsidRDefault="00E00D30" w:rsidP="00E00D30">
      <w:r>
        <w:t>205.4562</w:t>
      </w:r>
      <w:r>
        <w:tab/>
        <w:t>1.013e0</w:t>
      </w:r>
    </w:p>
    <w:p w:rsidR="00E00D30" w:rsidRDefault="00E00D30" w:rsidP="00E00D30">
      <w:r>
        <w:t>205.4602</w:t>
      </w:r>
      <w:r>
        <w:tab/>
        <w:t>1.013e0</w:t>
      </w:r>
    </w:p>
    <w:p w:rsidR="00E00D30" w:rsidRDefault="00E00D30" w:rsidP="00E00D30">
      <w:r>
        <w:t>205.4788</w:t>
      </w:r>
      <w:r>
        <w:tab/>
        <w:t>1.013e0</w:t>
      </w:r>
    </w:p>
    <w:p w:rsidR="00E00D30" w:rsidRDefault="00E00D30" w:rsidP="00E00D30">
      <w:r>
        <w:t>205.5128</w:t>
      </w:r>
      <w:r>
        <w:tab/>
        <w:t>1.013e0</w:t>
      </w:r>
    </w:p>
    <w:p w:rsidR="00E00D30" w:rsidRDefault="00E00D30" w:rsidP="00E00D30">
      <w:r>
        <w:t>205.5207</w:t>
      </w:r>
      <w:r>
        <w:tab/>
        <w:t>1.013e0</w:t>
      </w:r>
    </w:p>
    <w:p w:rsidR="00E00D30" w:rsidRDefault="00E00D30" w:rsidP="00E00D30">
      <w:r>
        <w:lastRenderedPageBreak/>
        <w:t>205.5497</w:t>
      </w:r>
      <w:r>
        <w:tab/>
        <w:t>2.025e0</w:t>
      </w:r>
    </w:p>
    <w:p w:rsidR="00E00D30" w:rsidRDefault="00E00D30" w:rsidP="00E00D30">
      <w:r>
        <w:t>205.5672</w:t>
      </w:r>
      <w:r>
        <w:tab/>
        <w:t>1.013e0</w:t>
      </w:r>
    </w:p>
    <w:p w:rsidR="00E00D30" w:rsidRDefault="00E00D30" w:rsidP="00E00D30">
      <w:r>
        <w:t>205.5705</w:t>
      </w:r>
      <w:r>
        <w:tab/>
        <w:t>1.013e0</w:t>
      </w:r>
    </w:p>
    <w:p w:rsidR="00E00D30" w:rsidRDefault="00E00D30" w:rsidP="00E00D30">
      <w:r>
        <w:t>205.5897</w:t>
      </w:r>
      <w:r>
        <w:tab/>
        <w:t>1.013e0</w:t>
      </w:r>
    </w:p>
    <w:p w:rsidR="00E00D30" w:rsidRDefault="00E00D30" w:rsidP="00E00D30">
      <w:r>
        <w:t>205.5970</w:t>
      </w:r>
      <w:r>
        <w:tab/>
        <w:t>1.013e0</w:t>
      </w:r>
    </w:p>
    <w:p w:rsidR="00E00D30" w:rsidRDefault="00E00D30" w:rsidP="00E00D30">
      <w:r>
        <w:t>205.6120</w:t>
      </w:r>
      <w:r>
        <w:tab/>
        <w:t>1.013e0</w:t>
      </w:r>
    </w:p>
    <w:p w:rsidR="00E00D30" w:rsidRDefault="00E00D30" w:rsidP="00E00D30">
      <w:r>
        <w:t>205.6231</w:t>
      </w:r>
      <w:r>
        <w:tab/>
        <w:t>1.013e0</w:t>
      </w:r>
    </w:p>
    <w:p w:rsidR="00E00D30" w:rsidRDefault="00E00D30" w:rsidP="00E00D30">
      <w:r>
        <w:t>205.6309</w:t>
      </w:r>
      <w:r>
        <w:tab/>
        <w:t>3.038e0</w:t>
      </w:r>
    </w:p>
    <w:p w:rsidR="00E00D30" w:rsidRDefault="00E00D30" w:rsidP="00E00D30">
      <w:r>
        <w:t>205.6327</w:t>
      </w:r>
      <w:r>
        <w:tab/>
        <w:t>2.025e0</w:t>
      </w:r>
    </w:p>
    <w:p w:rsidR="00E00D30" w:rsidRDefault="00E00D30" w:rsidP="00E00D30">
      <w:r>
        <w:t>205.6346</w:t>
      </w:r>
      <w:r>
        <w:tab/>
        <w:t>3.038e0</w:t>
      </w:r>
    </w:p>
    <w:p w:rsidR="00E00D30" w:rsidRDefault="00E00D30" w:rsidP="00E00D30">
      <w:r>
        <w:t>205.6422</w:t>
      </w:r>
      <w:r>
        <w:tab/>
        <w:t>1.013e0</w:t>
      </w:r>
    </w:p>
    <w:p w:rsidR="00E00D30" w:rsidRDefault="00E00D30" w:rsidP="00E00D30">
      <w:r>
        <w:t>205.6485</w:t>
      </w:r>
      <w:r>
        <w:tab/>
        <w:t>3.038e0</w:t>
      </w:r>
    </w:p>
    <w:p w:rsidR="00E00D30" w:rsidRDefault="00E00D30" w:rsidP="00E00D30">
      <w:r>
        <w:t>205.6620</w:t>
      </w:r>
      <w:r>
        <w:tab/>
        <w:t>1.013e0</w:t>
      </w:r>
    </w:p>
    <w:p w:rsidR="00E00D30" w:rsidRDefault="00E00D30" w:rsidP="00E00D30">
      <w:r>
        <w:t>205.6701</w:t>
      </w:r>
      <w:r>
        <w:tab/>
        <w:t>1.013e0</w:t>
      </w:r>
    </w:p>
    <w:p w:rsidR="00E00D30" w:rsidRDefault="00E00D30" w:rsidP="00E00D30">
      <w:r>
        <w:t>205.6796</w:t>
      </w:r>
      <w:r>
        <w:tab/>
        <w:t>2.025e0</w:t>
      </w:r>
    </w:p>
    <w:p w:rsidR="00E00D30" w:rsidRDefault="00E00D30" w:rsidP="00E00D30">
      <w:r>
        <w:t>205.6888</w:t>
      </w:r>
      <w:r>
        <w:tab/>
        <w:t>1.013e0</w:t>
      </w:r>
    </w:p>
    <w:p w:rsidR="00E00D30" w:rsidRDefault="00E00D30" w:rsidP="00E00D30">
      <w:r>
        <w:t>205.6962</w:t>
      </w:r>
      <w:r>
        <w:tab/>
        <w:t>1.013e0</w:t>
      </w:r>
    </w:p>
    <w:p w:rsidR="00E00D30" w:rsidRDefault="00E00D30" w:rsidP="00E00D30">
      <w:r>
        <w:t>205.7133</w:t>
      </w:r>
      <w:r>
        <w:tab/>
        <w:t>2.025e0</w:t>
      </w:r>
    </w:p>
    <w:p w:rsidR="00E00D30" w:rsidRDefault="00E00D30" w:rsidP="00E00D30">
      <w:r>
        <w:t>205.7192</w:t>
      </w:r>
      <w:r>
        <w:tab/>
        <w:t>1.013e0</w:t>
      </w:r>
    </w:p>
    <w:p w:rsidR="00E00D30" w:rsidRDefault="00E00D30" w:rsidP="00E00D30">
      <w:r>
        <w:lastRenderedPageBreak/>
        <w:t>205.7455</w:t>
      </w:r>
      <w:r>
        <w:tab/>
        <w:t>1.013e0</w:t>
      </w:r>
    </w:p>
    <w:p w:rsidR="00E00D30" w:rsidRDefault="00E00D30" w:rsidP="00E00D30">
      <w:r>
        <w:t>205.7571</w:t>
      </w:r>
      <w:r>
        <w:tab/>
        <w:t>2.025e0</w:t>
      </w:r>
    </w:p>
    <w:p w:rsidR="00E00D30" w:rsidRDefault="00E00D30" w:rsidP="00E00D30">
      <w:r>
        <w:t>205.7724</w:t>
      </w:r>
      <w:r>
        <w:tab/>
        <w:t>1.013e0</w:t>
      </w:r>
    </w:p>
    <w:p w:rsidR="00E00D30" w:rsidRDefault="00E00D30" w:rsidP="00E00D30">
      <w:r>
        <w:t>205.7779</w:t>
      </w:r>
      <w:r>
        <w:tab/>
        <w:t>2.025e0</w:t>
      </w:r>
    </w:p>
    <w:p w:rsidR="00E00D30" w:rsidRDefault="00E00D30" w:rsidP="00E00D30">
      <w:r>
        <w:t>205.7997</w:t>
      </w:r>
      <w:r>
        <w:tab/>
        <w:t>1.013e0</w:t>
      </w:r>
    </w:p>
    <w:p w:rsidR="00E00D30" w:rsidRDefault="00E00D30" w:rsidP="00E00D30">
      <w:r>
        <w:t>205.8033</w:t>
      </w:r>
      <w:r>
        <w:tab/>
        <w:t>1.013e0</w:t>
      </w:r>
    </w:p>
    <w:p w:rsidR="00E00D30" w:rsidRDefault="00E00D30" w:rsidP="00E00D30">
      <w:r>
        <w:t>205.8071</w:t>
      </w:r>
      <w:r>
        <w:tab/>
        <w:t>1.013e0</w:t>
      </w:r>
    </w:p>
    <w:p w:rsidR="00E00D30" w:rsidRDefault="00E00D30" w:rsidP="00E00D30">
      <w:r>
        <w:t>205.8111</w:t>
      </w:r>
      <w:r>
        <w:tab/>
        <w:t>1.013e0</w:t>
      </w:r>
    </w:p>
    <w:p w:rsidR="00E00D30" w:rsidRDefault="00E00D30" w:rsidP="00E00D30">
      <w:r>
        <w:t>205.8146</w:t>
      </w:r>
      <w:r>
        <w:tab/>
        <w:t>1.013e0</w:t>
      </w:r>
    </w:p>
    <w:p w:rsidR="00E00D30" w:rsidRDefault="00E00D30" w:rsidP="00E00D30">
      <w:r>
        <w:t>205.8257</w:t>
      </w:r>
      <w:r>
        <w:tab/>
        <w:t>1.013e0</w:t>
      </w:r>
    </w:p>
    <w:p w:rsidR="00E00D30" w:rsidRDefault="00E00D30" w:rsidP="00E00D30">
      <w:r>
        <w:t>205.8525</w:t>
      </w:r>
      <w:r>
        <w:tab/>
        <w:t>1.013e0</w:t>
      </w:r>
    </w:p>
    <w:p w:rsidR="00E00D30" w:rsidRDefault="00E00D30" w:rsidP="00E00D30">
      <w:r>
        <w:t>205.8863</w:t>
      </w:r>
      <w:r>
        <w:tab/>
        <w:t>1.013e0</w:t>
      </w:r>
    </w:p>
    <w:p w:rsidR="00E00D30" w:rsidRDefault="00E00D30" w:rsidP="00E00D30">
      <w:r>
        <w:t>205.8902</w:t>
      </w:r>
      <w:r>
        <w:tab/>
        <w:t>1.013e0</w:t>
      </w:r>
    </w:p>
    <w:p w:rsidR="00E00D30" w:rsidRDefault="00E00D30" w:rsidP="00E00D30">
      <w:r>
        <w:t>205.8981</w:t>
      </w:r>
      <w:r>
        <w:tab/>
        <w:t>1.013e0</w:t>
      </w:r>
    </w:p>
    <w:p w:rsidR="00E00D30" w:rsidRDefault="00E00D30" w:rsidP="00E00D30">
      <w:r>
        <w:t>205.9290</w:t>
      </w:r>
      <w:r>
        <w:tab/>
        <w:t>1.013e0</w:t>
      </w:r>
    </w:p>
    <w:p w:rsidR="00E00D30" w:rsidRDefault="00E00D30" w:rsidP="00E00D30">
      <w:r>
        <w:t>205.9519</w:t>
      </w:r>
      <w:r>
        <w:tab/>
        <w:t>1.013e0</w:t>
      </w:r>
    </w:p>
    <w:p w:rsidR="00E00D30" w:rsidRDefault="00E00D30" w:rsidP="00E00D30">
      <w:r>
        <w:t>205.9591</w:t>
      </w:r>
      <w:r>
        <w:tab/>
        <w:t>1.013e0</w:t>
      </w:r>
    </w:p>
    <w:p w:rsidR="00E00D30" w:rsidRDefault="00E00D30" w:rsidP="00E00D30">
      <w:r>
        <w:t>205.9704</w:t>
      </w:r>
      <w:r>
        <w:tab/>
        <w:t>2.025e0</w:t>
      </w:r>
    </w:p>
    <w:p w:rsidR="00E00D30" w:rsidRDefault="00E00D30" w:rsidP="00E00D30">
      <w:r>
        <w:t>205.9891</w:t>
      </w:r>
      <w:r>
        <w:tab/>
        <w:t>1.013e0</w:t>
      </w:r>
    </w:p>
    <w:p w:rsidR="00E00D30" w:rsidRDefault="00E00D30" w:rsidP="00E00D30">
      <w:r>
        <w:lastRenderedPageBreak/>
        <w:t>205.9929</w:t>
      </w:r>
      <w:r>
        <w:tab/>
        <w:t>1.013e0</w:t>
      </w:r>
    </w:p>
    <w:p w:rsidR="00E00D30" w:rsidRDefault="00E00D30" w:rsidP="00E00D30">
      <w:r>
        <w:t>206.0005</w:t>
      </w:r>
      <w:r>
        <w:tab/>
        <w:t>1.013e0</w:t>
      </w:r>
    </w:p>
    <w:p w:rsidR="00E00D30" w:rsidRDefault="00E00D30" w:rsidP="00E00D30">
      <w:r>
        <w:t>206.0124</w:t>
      </w:r>
      <w:r>
        <w:tab/>
        <w:t>1.013e0</w:t>
      </w:r>
    </w:p>
    <w:p w:rsidR="00E00D30" w:rsidRDefault="00E00D30" w:rsidP="00E00D30">
      <w:r>
        <w:t>206.0162</w:t>
      </w:r>
      <w:r>
        <w:tab/>
        <w:t>1.013e0</w:t>
      </w:r>
    </w:p>
    <w:p w:rsidR="00E00D30" w:rsidRDefault="00E00D30" w:rsidP="00E00D30">
      <w:r>
        <w:t>206.0202</w:t>
      </w:r>
      <w:r>
        <w:tab/>
        <w:t>1.013e0</w:t>
      </w:r>
    </w:p>
    <w:p w:rsidR="00E00D30" w:rsidRDefault="00E00D30" w:rsidP="00E00D30">
      <w:r>
        <w:t>206.0241</w:t>
      </w:r>
      <w:r>
        <w:tab/>
        <w:t>1.013e0</w:t>
      </w:r>
    </w:p>
    <w:p w:rsidR="00E00D30" w:rsidRDefault="00E00D30" w:rsidP="00E00D30">
      <w:r>
        <w:t>206.0263</w:t>
      </w:r>
      <w:r>
        <w:tab/>
        <w:t>2.025e0</w:t>
      </w:r>
    </w:p>
    <w:p w:rsidR="00E00D30" w:rsidRDefault="00E00D30" w:rsidP="00E00D30">
      <w:r>
        <w:t>206.0398</w:t>
      </w:r>
      <w:r>
        <w:tab/>
        <w:t>1.013e0</w:t>
      </w:r>
    </w:p>
    <w:p w:rsidR="00E00D30" w:rsidRDefault="00E00D30" w:rsidP="00E00D30">
      <w:r>
        <w:t>206.0456</w:t>
      </w:r>
      <w:r>
        <w:tab/>
        <w:t>4.051e0</w:t>
      </w:r>
    </w:p>
    <w:p w:rsidR="00E00D30" w:rsidRDefault="00E00D30" w:rsidP="00E00D30">
      <w:r>
        <w:t>206.0623</w:t>
      </w:r>
      <w:r>
        <w:tab/>
        <w:t>2.025e0</w:t>
      </w:r>
    </w:p>
    <w:p w:rsidR="00E00D30" w:rsidRDefault="00E00D30" w:rsidP="00E00D30">
      <w:r>
        <w:t>206.0668</w:t>
      </w:r>
      <w:r>
        <w:tab/>
        <w:t>5.063e0</w:t>
      </w:r>
    </w:p>
    <w:p w:rsidR="00E00D30" w:rsidRDefault="00E00D30" w:rsidP="00E00D30">
      <w:r>
        <w:t>206.0699</w:t>
      </w:r>
      <w:r>
        <w:tab/>
        <w:t>6.076e0</w:t>
      </w:r>
    </w:p>
    <w:p w:rsidR="00E00D30" w:rsidRDefault="00E00D30" w:rsidP="00E00D30">
      <w:r>
        <w:t>206.0736</w:t>
      </w:r>
      <w:r>
        <w:tab/>
        <w:t>4.051e0</w:t>
      </w:r>
    </w:p>
    <w:p w:rsidR="00E00D30" w:rsidRDefault="00E00D30" w:rsidP="00E00D30">
      <w:r>
        <w:t>206.0986</w:t>
      </w:r>
      <w:r>
        <w:tab/>
        <w:t>1.114e1</w:t>
      </w:r>
    </w:p>
    <w:p w:rsidR="00E00D30" w:rsidRDefault="00E00D30" w:rsidP="00E00D30">
      <w:r>
        <w:t>206.1001</w:t>
      </w:r>
      <w:r>
        <w:tab/>
        <w:t>6.997e0</w:t>
      </w:r>
    </w:p>
    <w:p w:rsidR="00E00D30" w:rsidRDefault="00E00D30" w:rsidP="00E00D30">
      <w:r>
        <w:t>206.1011</w:t>
      </w:r>
      <w:r>
        <w:tab/>
        <w:t>2.414e1</w:t>
      </w:r>
    </w:p>
    <w:p w:rsidR="00E00D30" w:rsidRDefault="00E00D30" w:rsidP="00E00D30">
      <w:r>
        <w:t>206.1031</w:t>
      </w:r>
      <w:r>
        <w:tab/>
        <w:t>1.620e1</w:t>
      </w:r>
    </w:p>
    <w:p w:rsidR="00E00D30" w:rsidRDefault="00E00D30" w:rsidP="00E00D30">
      <w:r>
        <w:t>206.1173</w:t>
      </w:r>
      <w:r>
        <w:tab/>
        <w:t>4.051e0</w:t>
      </w:r>
    </w:p>
    <w:p w:rsidR="00E00D30" w:rsidRDefault="00E00D30" w:rsidP="00E00D30">
      <w:r>
        <w:t>206.1426</w:t>
      </w:r>
      <w:r>
        <w:tab/>
        <w:t>1.013e0</w:t>
      </w:r>
    </w:p>
    <w:p w:rsidR="00E00D30" w:rsidRDefault="00E00D30" w:rsidP="00E00D30">
      <w:r>
        <w:lastRenderedPageBreak/>
        <w:t>206.1466</w:t>
      </w:r>
      <w:r>
        <w:tab/>
        <w:t>1.013e0</w:t>
      </w:r>
    </w:p>
    <w:p w:rsidR="00E00D30" w:rsidRDefault="00E00D30" w:rsidP="00E00D30">
      <w:r>
        <w:t>206.1479</w:t>
      </w:r>
      <w:r>
        <w:tab/>
        <w:t>2.025e0</w:t>
      </w:r>
    </w:p>
    <w:p w:rsidR="00E00D30" w:rsidRDefault="00E00D30" w:rsidP="00E00D30">
      <w:r>
        <w:t>206.1621</w:t>
      </w:r>
      <w:r>
        <w:tab/>
        <w:t>2.025e0</w:t>
      </w:r>
    </w:p>
    <w:p w:rsidR="00E00D30" w:rsidRDefault="00E00D30" w:rsidP="00E00D30">
      <w:r>
        <w:t>206.1956</w:t>
      </w:r>
      <w:r>
        <w:tab/>
        <w:t>1.013e0</w:t>
      </w:r>
    </w:p>
    <w:p w:rsidR="00E00D30" w:rsidRDefault="00E00D30" w:rsidP="00E00D30">
      <w:r>
        <w:t>206.1995</w:t>
      </w:r>
      <w:r>
        <w:tab/>
        <w:t>1.013e0</w:t>
      </w:r>
    </w:p>
    <w:p w:rsidR="00E00D30" w:rsidRDefault="00E00D30" w:rsidP="00E00D30">
      <w:r>
        <w:t>206.2111</w:t>
      </w:r>
      <w:r>
        <w:tab/>
        <w:t>1.013e0</w:t>
      </w:r>
    </w:p>
    <w:p w:rsidR="00E00D30" w:rsidRDefault="00E00D30" w:rsidP="00E00D30">
      <w:r>
        <w:t>206.2220</w:t>
      </w:r>
      <w:r>
        <w:tab/>
        <w:t>1.013e0</w:t>
      </w:r>
    </w:p>
    <w:p w:rsidR="00E00D30" w:rsidRDefault="00E00D30" w:rsidP="00E00D30">
      <w:r>
        <w:t>206.2294</w:t>
      </w:r>
      <w:r>
        <w:tab/>
        <w:t>2.025e0</w:t>
      </w:r>
    </w:p>
    <w:p w:rsidR="00E00D30" w:rsidRDefault="00E00D30" w:rsidP="00E00D30">
      <w:r>
        <w:t>206.2381</w:t>
      </w:r>
      <w:r>
        <w:tab/>
        <w:t>4.051e0</w:t>
      </w:r>
    </w:p>
    <w:p w:rsidR="00E00D30" w:rsidRDefault="00E00D30" w:rsidP="00E00D30">
      <w:r>
        <w:t>206.2528</w:t>
      </w:r>
      <w:r>
        <w:tab/>
        <w:t>1.013e0</w:t>
      </w:r>
    </w:p>
    <w:p w:rsidR="00E00D30" w:rsidRDefault="00E00D30" w:rsidP="00E00D30">
      <w:r>
        <w:t>206.2725</w:t>
      </w:r>
      <w:r>
        <w:tab/>
        <w:t>1.013e0</w:t>
      </w:r>
    </w:p>
    <w:p w:rsidR="00E00D30" w:rsidRDefault="00E00D30" w:rsidP="00E00D30">
      <w:r>
        <w:t>206.2989</w:t>
      </w:r>
      <w:r>
        <w:tab/>
        <w:t>1.013e0</w:t>
      </w:r>
    </w:p>
    <w:p w:rsidR="00E00D30" w:rsidRDefault="00E00D30" w:rsidP="00E00D30">
      <w:r>
        <w:t>206.3141</w:t>
      </w:r>
      <w:r>
        <w:tab/>
        <w:t>1.013e0</w:t>
      </w:r>
    </w:p>
    <w:p w:rsidR="00E00D30" w:rsidRDefault="00E00D30" w:rsidP="00E00D30">
      <w:r>
        <w:t>206.3181</w:t>
      </w:r>
      <w:r>
        <w:tab/>
        <w:t>1.013e0</w:t>
      </w:r>
    </w:p>
    <w:p w:rsidR="00E00D30" w:rsidRDefault="00E00D30" w:rsidP="00E00D30">
      <w:r>
        <w:t>206.3253</w:t>
      </w:r>
      <w:r>
        <w:tab/>
        <w:t>1.013e0</w:t>
      </w:r>
    </w:p>
    <w:p w:rsidR="00E00D30" w:rsidRDefault="00E00D30" w:rsidP="00E00D30">
      <w:r>
        <w:t>206.3519</w:t>
      </w:r>
      <w:r>
        <w:tab/>
        <w:t>1.013e0</w:t>
      </w:r>
    </w:p>
    <w:p w:rsidR="00E00D30" w:rsidRDefault="00E00D30" w:rsidP="00E00D30">
      <w:r>
        <w:t>206.3631</w:t>
      </w:r>
      <w:r>
        <w:tab/>
        <w:t>1.013e0</w:t>
      </w:r>
    </w:p>
    <w:p w:rsidR="00E00D30" w:rsidRDefault="00E00D30" w:rsidP="00E00D30">
      <w:r>
        <w:t>206.3987</w:t>
      </w:r>
      <w:r>
        <w:tab/>
        <w:t>1.013e0</w:t>
      </w:r>
    </w:p>
    <w:p w:rsidR="00E00D30" w:rsidRDefault="00E00D30" w:rsidP="00E00D30">
      <w:r>
        <w:t>206.4137</w:t>
      </w:r>
      <w:r>
        <w:tab/>
        <w:t>2.025e0</w:t>
      </w:r>
    </w:p>
    <w:p w:rsidR="00E00D30" w:rsidRDefault="00E00D30" w:rsidP="00E00D30">
      <w:r>
        <w:lastRenderedPageBreak/>
        <w:t>206.4437</w:t>
      </w:r>
      <w:r>
        <w:tab/>
        <w:t>1.013e0</w:t>
      </w:r>
    </w:p>
    <w:p w:rsidR="00E00D30" w:rsidRDefault="00E00D30" w:rsidP="00E00D30">
      <w:r>
        <w:t>206.4476</w:t>
      </w:r>
      <w:r>
        <w:tab/>
        <w:t>1.013e0</w:t>
      </w:r>
    </w:p>
    <w:p w:rsidR="00E00D30" w:rsidRDefault="00E00D30" w:rsidP="00E00D30">
      <w:r>
        <w:t>206.4513</w:t>
      </w:r>
      <w:r>
        <w:tab/>
        <w:t>1.013e0</w:t>
      </w:r>
    </w:p>
    <w:p w:rsidR="00E00D30" w:rsidRDefault="00E00D30" w:rsidP="00E00D30">
      <w:r>
        <w:t>206.4699</w:t>
      </w:r>
      <w:r>
        <w:tab/>
        <w:t>1.013e0</w:t>
      </w:r>
    </w:p>
    <w:p w:rsidR="00E00D30" w:rsidRDefault="00E00D30" w:rsidP="00E00D30">
      <w:r>
        <w:t>206.4893</w:t>
      </w:r>
      <w:r>
        <w:tab/>
        <w:t>1.013e0</w:t>
      </w:r>
    </w:p>
    <w:p w:rsidR="00E00D30" w:rsidRDefault="00E00D30" w:rsidP="00E00D30">
      <w:r>
        <w:t>206.4954</w:t>
      </w:r>
      <w:r>
        <w:tab/>
        <w:t>2.025e0</w:t>
      </w:r>
    </w:p>
    <w:p w:rsidR="00E00D30" w:rsidRDefault="00E00D30" w:rsidP="00E00D30">
      <w:r>
        <w:t>206.5395</w:t>
      </w:r>
      <w:r>
        <w:tab/>
        <w:t>1.013e0</w:t>
      </w:r>
    </w:p>
    <w:p w:rsidR="00E00D30" w:rsidRDefault="00E00D30" w:rsidP="00E00D30">
      <w:r>
        <w:t>206.5622</w:t>
      </w:r>
      <w:r>
        <w:tab/>
        <w:t>1.013e0</w:t>
      </w:r>
    </w:p>
    <w:p w:rsidR="00E00D30" w:rsidRDefault="00E00D30" w:rsidP="00E00D30">
      <w:r>
        <w:t>206.5696</w:t>
      </w:r>
      <w:r>
        <w:tab/>
        <w:t>1.013e0</w:t>
      </w:r>
    </w:p>
    <w:p w:rsidR="00E00D30" w:rsidRDefault="00E00D30" w:rsidP="00E00D30">
      <w:r>
        <w:t>206.5808</w:t>
      </w:r>
      <w:r>
        <w:tab/>
        <w:t>1.013e0</w:t>
      </w:r>
    </w:p>
    <w:p w:rsidR="00E00D30" w:rsidRDefault="00E00D30" w:rsidP="00E00D30">
      <w:r>
        <w:t>206.6080</w:t>
      </w:r>
      <w:r>
        <w:tab/>
        <w:t>2.025e0</w:t>
      </w:r>
    </w:p>
    <w:p w:rsidR="00E00D30" w:rsidRDefault="00E00D30" w:rsidP="00E00D30">
      <w:r>
        <w:t>206.6355</w:t>
      </w:r>
      <w:r>
        <w:tab/>
        <w:t>1.013e0</w:t>
      </w:r>
    </w:p>
    <w:p w:rsidR="00E00D30" w:rsidRDefault="00E00D30" w:rsidP="00E00D30">
      <w:r>
        <w:t>206.6392</w:t>
      </w:r>
      <w:r>
        <w:tab/>
        <w:t>1.013e0</w:t>
      </w:r>
    </w:p>
    <w:p w:rsidR="00E00D30" w:rsidRDefault="00E00D30" w:rsidP="00E00D30">
      <w:r>
        <w:t>206.6504</w:t>
      </w:r>
      <w:r>
        <w:tab/>
        <w:t>1.013e0</w:t>
      </w:r>
    </w:p>
    <w:p w:rsidR="00E00D30" w:rsidRDefault="00E00D30" w:rsidP="00E00D30">
      <w:r>
        <w:t>206.6544</w:t>
      </w:r>
      <w:r>
        <w:tab/>
        <w:t>1.013e0</w:t>
      </w:r>
    </w:p>
    <w:p w:rsidR="00E00D30" w:rsidRDefault="00E00D30" w:rsidP="00E00D30">
      <w:r>
        <w:t>206.6768</w:t>
      </w:r>
      <w:r>
        <w:tab/>
        <w:t>1.013e0</w:t>
      </w:r>
    </w:p>
    <w:p w:rsidR="00E00D30" w:rsidRDefault="00E00D30" w:rsidP="00E00D30">
      <w:r>
        <w:t>206.6882</w:t>
      </w:r>
      <w:r>
        <w:tab/>
        <w:t>2.025e0</w:t>
      </w:r>
    </w:p>
    <w:p w:rsidR="00E00D30" w:rsidRDefault="00E00D30" w:rsidP="00E00D30">
      <w:r>
        <w:t>206.7031</w:t>
      </w:r>
      <w:r>
        <w:tab/>
        <w:t>1.013e0</w:t>
      </w:r>
    </w:p>
    <w:p w:rsidR="00E00D30" w:rsidRDefault="00E00D30" w:rsidP="00E00D30">
      <w:r>
        <w:t>206.7146</w:t>
      </w:r>
      <w:r>
        <w:tab/>
        <w:t>2.025e0</w:t>
      </w:r>
    </w:p>
    <w:p w:rsidR="00E00D30" w:rsidRDefault="00E00D30" w:rsidP="00E00D30">
      <w:r>
        <w:lastRenderedPageBreak/>
        <w:t>206.7342</w:t>
      </w:r>
      <w:r>
        <w:tab/>
        <w:t>1.013e0</w:t>
      </w:r>
    </w:p>
    <w:p w:rsidR="00E00D30" w:rsidRDefault="00E00D30" w:rsidP="00E00D30">
      <w:r>
        <w:t>206.7421</w:t>
      </w:r>
      <w:r>
        <w:tab/>
        <w:t>1.013e0</w:t>
      </w:r>
    </w:p>
    <w:p w:rsidR="00E00D30" w:rsidRDefault="00E00D30" w:rsidP="00E00D30">
      <w:r>
        <w:t>206.8180</w:t>
      </w:r>
      <w:r>
        <w:tab/>
        <w:t>1.013e0</w:t>
      </w:r>
    </w:p>
    <w:p w:rsidR="00E00D30" w:rsidRDefault="00E00D30" w:rsidP="00E00D30">
      <w:r>
        <w:t>206.8255</w:t>
      </w:r>
      <w:r>
        <w:tab/>
        <w:t>1.013e0</w:t>
      </w:r>
    </w:p>
    <w:p w:rsidR="00E00D30" w:rsidRDefault="00E00D30" w:rsidP="00E00D30">
      <w:r>
        <w:t>206.8331</w:t>
      </w:r>
      <w:r>
        <w:tab/>
        <w:t>2.025e0</w:t>
      </w:r>
    </w:p>
    <w:p w:rsidR="00E00D30" w:rsidRDefault="00E00D30" w:rsidP="00E00D30">
      <w:r>
        <w:t>206.8369</w:t>
      </w:r>
      <w:r>
        <w:tab/>
        <w:t>1.013e0</w:t>
      </w:r>
    </w:p>
    <w:p w:rsidR="00E00D30" w:rsidRDefault="00E00D30" w:rsidP="00E00D30">
      <w:r>
        <w:t>206.8646</w:t>
      </w:r>
      <w:r>
        <w:tab/>
        <w:t>1.013e0</w:t>
      </w:r>
    </w:p>
    <w:p w:rsidR="00E00D30" w:rsidRDefault="00E00D30" w:rsidP="00E00D30">
      <w:r>
        <w:t>206.8723</w:t>
      </w:r>
      <w:r>
        <w:tab/>
        <w:t>1.013e0</w:t>
      </w:r>
    </w:p>
    <w:p w:rsidR="00E00D30" w:rsidRDefault="00E00D30" w:rsidP="00E00D30">
      <w:r>
        <w:t>206.8872</w:t>
      </w:r>
      <w:r>
        <w:tab/>
        <w:t>1.013e0</w:t>
      </w:r>
    </w:p>
    <w:p w:rsidR="00E00D30" w:rsidRDefault="00E00D30" w:rsidP="00E00D30">
      <w:r>
        <w:t>206.8986</w:t>
      </w:r>
      <w:r>
        <w:tab/>
        <w:t>1.013e0</w:t>
      </w:r>
    </w:p>
    <w:p w:rsidR="00E00D30" w:rsidRDefault="00E00D30" w:rsidP="00E00D30">
      <w:r>
        <w:t>206.9008</w:t>
      </w:r>
      <w:r>
        <w:tab/>
        <w:t>2.025e0</w:t>
      </w:r>
    </w:p>
    <w:p w:rsidR="00E00D30" w:rsidRDefault="00E00D30" w:rsidP="00E00D30">
      <w:r>
        <w:t>206.9023</w:t>
      </w:r>
      <w:r>
        <w:tab/>
        <w:t>1.013e0</w:t>
      </w:r>
    </w:p>
    <w:p w:rsidR="00E00D30" w:rsidRDefault="00E00D30" w:rsidP="00E00D30">
      <w:r>
        <w:t>206.9155</w:t>
      </w:r>
      <w:r>
        <w:tab/>
        <w:t>2.025e0</w:t>
      </w:r>
    </w:p>
    <w:p w:rsidR="00E00D30" w:rsidRDefault="00E00D30" w:rsidP="00E00D30">
      <w:r>
        <w:t>206.9287</w:t>
      </w:r>
      <w:r>
        <w:tab/>
        <w:t>1.013e0</w:t>
      </w:r>
    </w:p>
    <w:p w:rsidR="00E00D30" w:rsidRDefault="00E00D30" w:rsidP="00E00D30">
      <w:r>
        <w:t>206.9480</w:t>
      </w:r>
      <w:r>
        <w:tab/>
        <w:t>1.013e0</w:t>
      </w:r>
    </w:p>
    <w:p w:rsidR="00E00D30" w:rsidRDefault="00E00D30" w:rsidP="00E00D30">
      <w:r>
        <w:t>206.9556</w:t>
      </w:r>
      <w:r>
        <w:tab/>
        <w:t>2.025e0</w:t>
      </w:r>
    </w:p>
    <w:p w:rsidR="00E00D30" w:rsidRDefault="00E00D30" w:rsidP="00E00D30">
      <w:r>
        <w:t>206.9636</w:t>
      </w:r>
      <w:r>
        <w:tab/>
        <w:t>1.013e0</w:t>
      </w:r>
    </w:p>
    <w:p w:rsidR="00E00D30" w:rsidRDefault="00E00D30" w:rsidP="00E00D30">
      <w:r>
        <w:t>207.0095</w:t>
      </w:r>
      <w:r>
        <w:tab/>
        <w:t>1.013e0</w:t>
      </w:r>
    </w:p>
    <w:p w:rsidR="00E00D30" w:rsidRDefault="00E00D30" w:rsidP="00E00D30">
      <w:r>
        <w:t>207.0134</w:t>
      </w:r>
      <w:r>
        <w:tab/>
        <w:t>3.038e0</w:t>
      </w:r>
    </w:p>
    <w:p w:rsidR="00E00D30" w:rsidRDefault="00E00D30" w:rsidP="00E00D30">
      <w:r>
        <w:lastRenderedPageBreak/>
        <w:t>207.0287</w:t>
      </w:r>
      <w:r>
        <w:tab/>
        <w:t>1.013e0</w:t>
      </w:r>
    </w:p>
    <w:p w:rsidR="00E00D30" w:rsidRDefault="00E00D30" w:rsidP="00E00D30">
      <w:r>
        <w:t>207.0321</w:t>
      </w:r>
      <w:r>
        <w:tab/>
        <w:t>1.013e0</w:t>
      </w:r>
    </w:p>
    <w:p w:rsidR="00E00D30" w:rsidRDefault="00E00D30" w:rsidP="00E00D30">
      <w:r>
        <w:t>207.0362</w:t>
      </w:r>
      <w:r>
        <w:tab/>
        <w:t>1.013e0</w:t>
      </w:r>
    </w:p>
    <w:p w:rsidR="00E00D30" w:rsidRDefault="00E00D30" w:rsidP="00E00D30">
      <w:r>
        <w:t>207.0509</w:t>
      </w:r>
      <w:r>
        <w:tab/>
        <w:t>3.038e0</w:t>
      </w:r>
    </w:p>
    <w:p w:rsidR="00E00D30" w:rsidRDefault="00E00D30" w:rsidP="00E00D30">
      <w:r>
        <w:t>207.0708</w:t>
      </w:r>
      <w:r>
        <w:tab/>
        <w:t>3.038e0</w:t>
      </w:r>
    </w:p>
    <w:p w:rsidR="00E00D30" w:rsidRDefault="00E00D30" w:rsidP="00E00D30">
      <w:r>
        <w:t>207.0780</w:t>
      </w:r>
      <w:r>
        <w:tab/>
        <w:t>2.025e0</w:t>
      </w:r>
    </w:p>
    <w:p w:rsidR="00E00D30" w:rsidRDefault="00E00D30" w:rsidP="00E00D30">
      <w:r>
        <w:t>207.0901</w:t>
      </w:r>
      <w:r>
        <w:tab/>
        <w:t>1.013e0</w:t>
      </w:r>
    </w:p>
    <w:p w:rsidR="00E00D30" w:rsidRDefault="00E00D30" w:rsidP="00E00D30">
      <w:r>
        <w:t>207.0944</w:t>
      </w:r>
      <w:r>
        <w:tab/>
        <w:t>2.025e0</w:t>
      </w:r>
    </w:p>
    <w:p w:rsidR="00E00D30" w:rsidRDefault="00E00D30" w:rsidP="00E00D30">
      <w:r>
        <w:t>207.1092</w:t>
      </w:r>
      <w:r>
        <w:tab/>
        <w:t>8.482e0</w:t>
      </w:r>
    </w:p>
    <w:p w:rsidR="00E00D30" w:rsidRDefault="00E00D30" w:rsidP="00E00D30">
      <w:r>
        <w:t>207.1129</w:t>
      </w:r>
      <w:r>
        <w:tab/>
        <w:t>1.013e0</w:t>
      </w:r>
    </w:p>
    <w:p w:rsidR="00E00D30" w:rsidRDefault="00E00D30" w:rsidP="00E00D30">
      <w:r>
        <w:t>207.1169</w:t>
      </w:r>
      <w:r>
        <w:tab/>
        <w:t>2.025e0</w:t>
      </w:r>
    </w:p>
    <w:p w:rsidR="00E00D30" w:rsidRDefault="00E00D30" w:rsidP="00E00D30">
      <w:r>
        <w:t>207.1220</w:t>
      </w:r>
      <w:r>
        <w:tab/>
        <w:t>4.788e0</w:t>
      </w:r>
    </w:p>
    <w:p w:rsidR="00E00D30" w:rsidRDefault="00E00D30" w:rsidP="00E00D30">
      <w:r>
        <w:t>207.1243</w:t>
      </w:r>
      <w:r>
        <w:tab/>
        <w:t>1.013e0</w:t>
      </w:r>
    </w:p>
    <w:p w:rsidR="00E00D30" w:rsidRDefault="00E00D30" w:rsidP="00E00D30">
      <w:r>
        <w:t>207.1328</w:t>
      </w:r>
      <w:r>
        <w:tab/>
        <w:t>3.038e0</w:t>
      </w:r>
    </w:p>
    <w:p w:rsidR="00E00D30" w:rsidRDefault="00E00D30" w:rsidP="00E00D30">
      <w:r>
        <w:t>207.1393</w:t>
      </w:r>
      <w:r>
        <w:tab/>
        <w:t>1.013e0</w:t>
      </w:r>
    </w:p>
    <w:p w:rsidR="00E00D30" w:rsidRDefault="00E00D30" w:rsidP="00E00D30">
      <w:r>
        <w:t>207.1432</w:t>
      </w:r>
      <w:r>
        <w:tab/>
        <w:t>3.038e0</w:t>
      </w:r>
    </w:p>
    <w:p w:rsidR="00E00D30" w:rsidRDefault="00E00D30" w:rsidP="00E00D30">
      <w:r>
        <w:t>207.1444</w:t>
      </w:r>
      <w:r>
        <w:tab/>
        <w:t>2.552e0</w:t>
      </w:r>
    </w:p>
    <w:p w:rsidR="00E00D30" w:rsidRDefault="00E00D30" w:rsidP="00E00D30">
      <w:r>
        <w:t>207.1563</w:t>
      </w:r>
      <w:r>
        <w:tab/>
        <w:t>2.025e0</w:t>
      </w:r>
    </w:p>
    <w:p w:rsidR="00E00D30" w:rsidRDefault="00E00D30" w:rsidP="00E00D30">
      <w:r>
        <w:t>207.1717</w:t>
      </w:r>
      <w:r>
        <w:tab/>
        <w:t>2.025e0</w:t>
      </w:r>
    </w:p>
    <w:p w:rsidR="00E00D30" w:rsidRDefault="00E00D30" w:rsidP="00E00D30">
      <w:r>
        <w:lastRenderedPageBreak/>
        <w:t>207.1771</w:t>
      </w:r>
      <w:r>
        <w:tab/>
        <w:t>1.013e0</w:t>
      </w:r>
    </w:p>
    <w:p w:rsidR="00E00D30" w:rsidRDefault="00E00D30" w:rsidP="00E00D30">
      <w:r>
        <w:t>207.1851</w:t>
      </w:r>
      <w:r>
        <w:tab/>
        <w:t>1.013e0</w:t>
      </w:r>
    </w:p>
    <w:p w:rsidR="00E00D30" w:rsidRDefault="00E00D30" w:rsidP="00E00D30">
      <w:r>
        <w:t>207.1963</w:t>
      </w:r>
      <w:r>
        <w:tab/>
        <w:t>3.038e0</w:t>
      </w:r>
    </w:p>
    <w:p w:rsidR="00E00D30" w:rsidRDefault="00E00D30" w:rsidP="00E00D30">
      <w:r>
        <w:t>207.2008</w:t>
      </w:r>
      <w:r>
        <w:tab/>
        <w:t>2.025e0</w:t>
      </w:r>
    </w:p>
    <w:p w:rsidR="00E00D30" w:rsidRDefault="00E00D30" w:rsidP="00E00D30">
      <w:r>
        <w:t>207.2130</w:t>
      </w:r>
      <w:r>
        <w:tab/>
        <w:t>1.013e0</w:t>
      </w:r>
    </w:p>
    <w:p w:rsidR="00E00D30" w:rsidRDefault="00E00D30" w:rsidP="00E00D30">
      <w:r>
        <w:t>207.2168</w:t>
      </w:r>
      <w:r>
        <w:tab/>
        <w:t>1.013e0</w:t>
      </w:r>
    </w:p>
    <w:p w:rsidR="00E00D30" w:rsidRDefault="00E00D30" w:rsidP="00E00D30">
      <w:r>
        <w:t>207.2315</w:t>
      </w:r>
      <w:r>
        <w:tab/>
        <w:t>1.013e0</w:t>
      </w:r>
    </w:p>
    <w:p w:rsidR="00E00D30" w:rsidRDefault="00E00D30" w:rsidP="00E00D30">
      <w:r>
        <w:t>207.2351</w:t>
      </w:r>
      <w:r>
        <w:tab/>
        <w:t>1.013e0</w:t>
      </w:r>
    </w:p>
    <w:p w:rsidR="00E00D30" w:rsidRDefault="00E00D30" w:rsidP="00E00D30">
      <w:r>
        <w:t>207.2430</w:t>
      </w:r>
      <w:r>
        <w:tab/>
        <w:t>1.013e0</w:t>
      </w:r>
    </w:p>
    <w:p w:rsidR="00E00D30" w:rsidRDefault="00E00D30" w:rsidP="00E00D30">
      <w:r>
        <w:t>207.2654</w:t>
      </w:r>
      <w:r>
        <w:tab/>
        <w:t>1.013e0</w:t>
      </w:r>
    </w:p>
    <w:p w:rsidR="00E00D30" w:rsidRDefault="00E00D30" w:rsidP="00E00D30">
      <w:r>
        <w:t>207.2692</w:t>
      </w:r>
      <w:r>
        <w:tab/>
        <w:t>2.025e0</w:t>
      </w:r>
    </w:p>
    <w:p w:rsidR="00E00D30" w:rsidRDefault="00E00D30" w:rsidP="00E00D30">
      <w:r>
        <w:t>207.2729</w:t>
      </w:r>
      <w:r>
        <w:tab/>
        <w:t>1.013e0</w:t>
      </w:r>
    </w:p>
    <w:p w:rsidR="00E00D30" w:rsidRDefault="00E00D30" w:rsidP="00E00D30">
      <w:r>
        <w:t>207.2961</w:t>
      </w:r>
      <w:r>
        <w:tab/>
        <w:t>2.025e0</w:t>
      </w:r>
    </w:p>
    <w:p w:rsidR="00E00D30" w:rsidRDefault="00E00D30" w:rsidP="00E00D30">
      <w:r>
        <w:t>207.2998</w:t>
      </w:r>
      <w:r>
        <w:tab/>
        <w:t>1.013e0</w:t>
      </w:r>
    </w:p>
    <w:p w:rsidR="00E00D30" w:rsidRDefault="00E00D30" w:rsidP="00E00D30">
      <w:r>
        <w:t>207.3349</w:t>
      </w:r>
      <w:r>
        <w:tab/>
        <w:t>1.013e0</w:t>
      </w:r>
    </w:p>
    <w:p w:rsidR="00E00D30" w:rsidRDefault="00E00D30" w:rsidP="00E00D30">
      <w:r>
        <w:t>207.3500</w:t>
      </w:r>
      <w:r>
        <w:tab/>
        <w:t>1.013e0</w:t>
      </w:r>
    </w:p>
    <w:p w:rsidR="00E00D30" w:rsidRDefault="00E00D30" w:rsidP="00E00D30">
      <w:r>
        <w:t>207.3575</w:t>
      </w:r>
      <w:r>
        <w:tab/>
        <w:t>1.013e0</w:t>
      </w:r>
    </w:p>
    <w:p w:rsidR="00E00D30" w:rsidRDefault="00E00D30" w:rsidP="00E00D30">
      <w:r>
        <w:t>207.3612</w:t>
      </w:r>
      <w:r>
        <w:tab/>
        <w:t>2.025e0</w:t>
      </w:r>
    </w:p>
    <w:p w:rsidR="00E00D30" w:rsidRDefault="00E00D30" w:rsidP="00E00D30">
      <w:r>
        <w:t>207.3650</w:t>
      </w:r>
      <w:r>
        <w:tab/>
        <w:t>1.013e0</w:t>
      </w:r>
    </w:p>
    <w:p w:rsidR="00E00D30" w:rsidRDefault="00E00D30" w:rsidP="00E00D30">
      <w:r>
        <w:lastRenderedPageBreak/>
        <w:t>207.3785</w:t>
      </w:r>
      <w:r>
        <w:tab/>
        <w:t>2.025e0</w:t>
      </w:r>
    </w:p>
    <w:p w:rsidR="00E00D30" w:rsidRDefault="00E00D30" w:rsidP="00E00D30">
      <w:r>
        <w:t>207.3917</w:t>
      </w:r>
      <w:r>
        <w:tab/>
        <w:t>1.013e0</w:t>
      </w:r>
    </w:p>
    <w:p w:rsidR="00E00D30" w:rsidRDefault="00E00D30" w:rsidP="00E00D30">
      <w:r>
        <w:t>207.4032</w:t>
      </w:r>
      <w:r>
        <w:tab/>
        <w:t>1.013e0</w:t>
      </w:r>
    </w:p>
    <w:p w:rsidR="00E00D30" w:rsidRDefault="00E00D30" w:rsidP="00E00D30">
      <w:r>
        <w:t>207.4349</w:t>
      </w:r>
      <w:r>
        <w:tab/>
        <w:t>1.013e0</w:t>
      </w:r>
    </w:p>
    <w:p w:rsidR="00E00D30" w:rsidRDefault="00E00D30" w:rsidP="00E00D30">
      <w:r>
        <w:t>207.4610</w:t>
      </w:r>
      <w:r>
        <w:tab/>
        <w:t>1.013e0</w:t>
      </w:r>
    </w:p>
    <w:p w:rsidR="00E00D30" w:rsidRDefault="00E00D30" w:rsidP="00E00D30">
      <w:r>
        <w:t>207.4893</w:t>
      </w:r>
      <w:r>
        <w:tab/>
        <w:t>2.025e0</w:t>
      </w:r>
    </w:p>
    <w:p w:rsidR="00E00D30" w:rsidRDefault="00E00D30" w:rsidP="00E00D30">
      <w:r>
        <w:t>207.5122</w:t>
      </w:r>
      <w:r>
        <w:tab/>
        <w:t>2.025e0</w:t>
      </w:r>
    </w:p>
    <w:p w:rsidR="00E00D30" w:rsidRDefault="00E00D30" w:rsidP="00E00D30">
      <w:r>
        <w:t>207.5258</w:t>
      </w:r>
      <w:r>
        <w:tab/>
        <w:t>1.013e0</w:t>
      </w:r>
    </w:p>
    <w:p w:rsidR="00E00D30" w:rsidRDefault="00E00D30" w:rsidP="00E00D30">
      <w:r>
        <w:t>207.5496</w:t>
      </w:r>
      <w:r>
        <w:tab/>
        <w:t>2.025e0</w:t>
      </w:r>
    </w:p>
    <w:p w:rsidR="00E00D30" w:rsidRDefault="00E00D30" w:rsidP="00E00D30">
      <w:r>
        <w:t>207.5571</w:t>
      </w:r>
      <w:r>
        <w:tab/>
        <w:t>2.025e0</w:t>
      </w:r>
    </w:p>
    <w:p w:rsidR="00E00D30" w:rsidRDefault="00E00D30" w:rsidP="00E00D30">
      <w:r>
        <w:t>207.5665</w:t>
      </w:r>
      <w:r>
        <w:tab/>
        <w:t>2.025e0</w:t>
      </w:r>
    </w:p>
    <w:p w:rsidR="00E00D30" w:rsidRDefault="00E00D30" w:rsidP="00E00D30">
      <w:r>
        <w:t>207.5786</w:t>
      </w:r>
      <w:r>
        <w:tab/>
        <w:t>3.038e0</w:t>
      </w:r>
    </w:p>
    <w:p w:rsidR="00E00D30" w:rsidRDefault="00E00D30" w:rsidP="00E00D30">
      <w:r>
        <w:t>207.5872</w:t>
      </w:r>
      <w:r>
        <w:tab/>
        <w:t>1.013e0</w:t>
      </w:r>
    </w:p>
    <w:p w:rsidR="00E00D30" w:rsidRDefault="00E00D30" w:rsidP="00E00D30">
      <w:r>
        <w:t>207.6022</w:t>
      </w:r>
      <w:r>
        <w:tab/>
        <w:t>1.013e0</w:t>
      </w:r>
    </w:p>
    <w:p w:rsidR="00E00D30" w:rsidRDefault="00E00D30" w:rsidP="00E00D30">
      <w:r>
        <w:t>207.6117</w:t>
      </w:r>
      <w:r>
        <w:tab/>
        <w:t>3.038e0</w:t>
      </w:r>
    </w:p>
    <w:p w:rsidR="00E00D30" w:rsidRDefault="00E00D30" w:rsidP="00E00D30">
      <w:r>
        <w:t>207.6136</w:t>
      </w:r>
      <w:r>
        <w:tab/>
        <w:t>3.038e0</w:t>
      </w:r>
    </w:p>
    <w:p w:rsidR="00E00D30" w:rsidRDefault="00E00D30" w:rsidP="00E00D30">
      <w:r>
        <w:t>207.6525</w:t>
      </w:r>
      <w:r>
        <w:tab/>
        <w:t>1.013e0</w:t>
      </w:r>
    </w:p>
    <w:p w:rsidR="00E00D30" w:rsidRDefault="00E00D30" w:rsidP="00E00D30">
      <w:r>
        <w:t>207.6606</w:t>
      </w:r>
      <w:r>
        <w:tab/>
        <w:t>1.013e0</w:t>
      </w:r>
    </w:p>
    <w:p w:rsidR="00E00D30" w:rsidRDefault="00E00D30" w:rsidP="00E00D30">
      <w:r>
        <w:t>207.6638</w:t>
      </w:r>
      <w:r>
        <w:tab/>
        <w:t>2.025e0</w:t>
      </w:r>
    </w:p>
    <w:p w:rsidR="00E00D30" w:rsidRDefault="00E00D30" w:rsidP="00E00D30">
      <w:r>
        <w:lastRenderedPageBreak/>
        <w:t>207.6756</w:t>
      </w:r>
      <w:r>
        <w:tab/>
        <w:t>1.013e0</w:t>
      </w:r>
    </w:p>
    <w:p w:rsidR="00E00D30" w:rsidRDefault="00E00D30" w:rsidP="00E00D30">
      <w:r>
        <w:t>207.7019</w:t>
      </w:r>
      <w:r>
        <w:tab/>
        <w:t>1.013e0</w:t>
      </w:r>
    </w:p>
    <w:p w:rsidR="00E00D30" w:rsidRDefault="00E00D30" w:rsidP="00E00D30">
      <w:r>
        <w:t>207.7136</w:t>
      </w:r>
      <w:r>
        <w:tab/>
        <w:t>1.013e0</w:t>
      </w:r>
    </w:p>
    <w:p w:rsidR="00E00D30" w:rsidRDefault="00E00D30" w:rsidP="00E00D30">
      <w:r>
        <w:t>207.7303</w:t>
      </w:r>
      <w:r>
        <w:tab/>
        <w:t>2.025e0</w:t>
      </w:r>
    </w:p>
    <w:p w:rsidR="00E00D30" w:rsidRDefault="00E00D30" w:rsidP="00E00D30">
      <w:r>
        <w:t>207.7320</w:t>
      </w:r>
      <w:r>
        <w:tab/>
        <w:t>1.013e0</w:t>
      </w:r>
    </w:p>
    <w:p w:rsidR="00E00D30" w:rsidRDefault="00E00D30" w:rsidP="00E00D30">
      <w:r>
        <w:t>207.7830</w:t>
      </w:r>
      <w:r>
        <w:tab/>
        <w:t>1.013e0</w:t>
      </w:r>
    </w:p>
    <w:p w:rsidR="00E00D30" w:rsidRDefault="00E00D30" w:rsidP="00E00D30">
      <w:r>
        <w:t>207.8018</w:t>
      </w:r>
      <w:r>
        <w:tab/>
        <w:t>1.013e0</w:t>
      </w:r>
    </w:p>
    <w:p w:rsidR="00E00D30" w:rsidRDefault="00E00D30" w:rsidP="00E00D30">
      <w:r>
        <w:t>207.8055</w:t>
      </w:r>
      <w:r>
        <w:tab/>
        <w:t>2.025e0</w:t>
      </w:r>
    </w:p>
    <w:p w:rsidR="00E00D30" w:rsidRDefault="00E00D30" w:rsidP="00E00D30">
      <w:r>
        <w:t>207.8093</w:t>
      </w:r>
      <w:r>
        <w:tab/>
        <w:t>1.013e0</w:t>
      </w:r>
    </w:p>
    <w:p w:rsidR="00E00D30" w:rsidRDefault="00E00D30" w:rsidP="00E00D30">
      <w:r>
        <w:t>207.8357</w:t>
      </w:r>
      <w:r>
        <w:tab/>
        <w:t>1.013e0</w:t>
      </w:r>
    </w:p>
    <w:p w:rsidR="00E00D30" w:rsidRDefault="00E00D30" w:rsidP="00E00D30">
      <w:r>
        <w:t>207.8509</w:t>
      </w:r>
      <w:r>
        <w:tab/>
        <w:t>1.013e0</w:t>
      </w:r>
    </w:p>
    <w:p w:rsidR="00E00D30" w:rsidRDefault="00E00D30" w:rsidP="00E00D30">
      <w:r>
        <w:t>207.8748</w:t>
      </w:r>
      <w:r>
        <w:tab/>
        <w:t>2.025e0</w:t>
      </w:r>
    </w:p>
    <w:p w:rsidR="00E00D30" w:rsidRDefault="00E00D30" w:rsidP="00E00D30">
      <w:r>
        <w:t>207.8791</w:t>
      </w:r>
      <w:r>
        <w:tab/>
        <w:t>1.013e0</w:t>
      </w:r>
    </w:p>
    <w:p w:rsidR="00E00D30" w:rsidRDefault="00E00D30" w:rsidP="00E00D30">
      <w:r>
        <w:t>207.8977</w:t>
      </w:r>
      <w:r>
        <w:tab/>
        <w:t>1.013e0</w:t>
      </w:r>
    </w:p>
    <w:p w:rsidR="00E00D30" w:rsidRDefault="00E00D30" w:rsidP="00E00D30">
      <w:r>
        <w:t>207.9016</w:t>
      </w:r>
      <w:r>
        <w:tab/>
        <w:t>1.013e0</w:t>
      </w:r>
    </w:p>
    <w:p w:rsidR="00E00D30" w:rsidRDefault="00E00D30" w:rsidP="00E00D30">
      <w:r>
        <w:t>207.9072</w:t>
      </w:r>
      <w:r>
        <w:tab/>
        <w:t>2.025e0</w:t>
      </w:r>
    </w:p>
    <w:p w:rsidR="00E00D30" w:rsidRDefault="00E00D30" w:rsidP="00E00D30">
      <w:r>
        <w:t>207.9318</w:t>
      </w:r>
      <w:r>
        <w:tab/>
        <w:t>1.013e0</w:t>
      </w:r>
    </w:p>
    <w:p w:rsidR="00E00D30" w:rsidRDefault="00E00D30" w:rsidP="00E00D30">
      <w:r>
        <w:t>207.9355</w:t>
      </w:r>
      <w:r>
        <w:tab/>
        <w:t>1.013e0</w:t>
      </w:r>
    </w:p>
    <w:p w:rsidR="00E00D30" w:rsidRDefault="00E00D30" w:rsidP="00E00D30">
      <w:r>
        <w:t>207.9545</w:t>
      </w:r>
      <w:r>
        <w:tab/>
        <w:t>1.013e0</w:t>
      </w:r>
    </w:p>
    <w:p w:rsidR="00E00D30" w:rsidRDefault="00E00D30" w:rsidP="00E00D30">
      <w:r>
        <w:lastRenderedPageBreak/>
        <w:t>207.9621</w:t>
      </w:r>
      <w:r>
        <w:tab/>
        <w:t>1.013e0</w:t>
      </w:r>
    </w:p>
    <w:p w:rsidR="00E00D30" w:rsidRDefault="00E00D30" w:rsidP="00E00D30">
      <w:r>
        <w:t>207.9700</w:t>
      </w:r>
      <w:r>
        <w:tab/>
        <w:t>1.013e0</w:t>
      </w:r>
    </w:p>
    <w:p w:rsidR="00E00D30" w:rsidRDefault="00E00D30" w:rsidP="00E00D30">
      <w:r>
        <w:t>207.9820</w:t>
      </w:r>
      <w:r>
        <w:tab/>
        <w:t>2.025e0</w:t>
      </w:r>
    </w:p>
    <w:p w:rsidR="00E00D30" w:rsidRDefault="00E00D30" w:rsidP="00E00D30">
      <w:r>
        <w:t>207.9939</w:t>
      </w:r>
      <w:r>
        <w:tab/>
        <w:t>1.013e0</w:t>
      </w:r>
    </w:p>
    <w:p w:rsidR="00E00D30" w:rsidRDefault="00E00D30" w:rsidP="00E00D30">
      <w:r>
        <w:t>207.9977</w:t>
      </w:r>
      <w:r>
        <w:tab/>
        <w:t>2.025e0</w:t>
      </w:r>
    </w:p>
    <w:p w:rsidR="00E00D30" w:rsidRDefault="00E00D30" w:rsidP="00E00D30">
      <w:r>
        <w:t>208.0017</w:t>
      </w:r>
      <w:r>
        <w:tab/>
        <w:t>2.025e0</w:t>
      </w:r>
    </w:p>
    <w:p w:rsidR="00E00D30" w:rsidRDefault="00E00D30" w:rsidP="00E00D30">
      <w:r>
        <w:t>208.0376</w:t>
      </w:r>
      <w:r>
        <w:tab/>
        <w:t>8.303e1</w:t>
      </w:r>
    </w:p>
    <w:p w:rsidR="00E00D30" w:rsidRDefault="00E00D30" w:rsidP="00E00D30">
      <w:r>
        <w:t>208.0397</w:t>
      </w:r>
      <w:r>
        <w:tab/>
        <w:t>6.532e2</w:t>
      </w:r>
    </w:p>
    <w:p w:rsidR="00E00D30" w:rsidRDefault="00E00D30" w:rsidP="00E00D30">
      <w:r>
        <w:t>208.0814</w:t>
      </w:r>
      <w:r>
        <w:tab/>
        <w:t>4.051e0</w:t>
      </w:r>
    </w:p>
    <w:p w:rsidR="00E00D30" w:rsidRDefault="00E00D30" w:rsidP="00E00D30">
      <w:r>
        <w:t>208.0846</w:t>
      </w:r>
      <w:r>
        <w:tab/>
        <w:t>4.051e0</w:t>
      </w:r>
    </w:p>
    <w:p w:rsidR="00E00D30" w:rsidRDefault="00E00D30" w:rsidP="00E00D30">
      <w:r>
        <w:t>208.0875</w:t>
      </w:r>
      <w:r>
        <w:tab/>
        <w:t>2.025e0</w:t>
      </w:r>
    </w:p>
    <w:p w:rsidR="00E00D30" w:rsidRDefault="00E00D30" w:rsidP="00E00D30">
      <w:r>
        <w:t>208.1054</w:t>
      </w:r>
      <w:r>
        <w:tab/>
        <w:t>1.013e0</w:t>
      </w:r>
    </w:p>
    <w:p w:rsidR="00E00D30" w:rsidRDefault="00E00D30" w:rsidP="00E00D30">
      <w:r>
        <w:t>208.1089</w:t>
      </w:r>
      <w:r>
        <w:tab/>
        <w:t>1.013e0</w:t>
      </w:r>
    </w:p>
    <w:p w:rsidR="00E00D30" w:rsidRDefault="00E00D30" w:rsidP="00E00D30">
      <w:r>
        <w:t>208.1121</w:t>
      </w:r>
      <w:r>
        <w:tab/>
        <w:t>4.051e0</w:t>
      </w:r>
    </w:p>
    <w:p w:rsidR="00E00D30" w:rsidRDefault="00E00D30" w:rsidP="00E00D30">
      <w:r>
        <w:t>208.1163</w:t>
      </w:r>
      <w:r>
        <w:tab/>
        <w:t>1.013e0</w:t>
      </w:r>
    </w:p>
    <w:p w:rsidR="00E00D30" w:rsidRDefault="00E00D30" w:rsidP="00E00D30">
      <w:r>
        <w:t>208.1275</w:t>
      </w:r>
      <w:r>
        <w:tab/>
        <w:t>3.038e0</w:t>
      </w:r>
    </w:p>
    <w:p w:rsidR="00E00D30" w:rsidRDefault="00E00D30" w:rsidP="00E00D30">
      <w:r>
        <w:t>208.1310</w:t>
      </w:r>
      <w:r>
        <w:tab/>
        <w:t>3.545e0</w:t>
      </w:r>
    </w:p>
    <w:p w:rsidR="00E00D30" w:rsidRDefault="00E00D30" w:rsidP="00E00D30">
      <w:r>
        <w:t>208.1331</w:t>
      </w:r>
      <w:r>
        <w:tab/>
        <w:t>3.038e0</w:t>
      </w:r>
    </w:p>
    <w:p w:rsidR="00E00D30" w:rsidRDefault="00E00D30" w:rsidP="00E00D30">
      <w:r>
        <w:t>208.1392</w:t>
      </w:r>
      <w:r>
        <w:tab/>
        <w:t>2.025e0</w:t>
      </w:r>
    </w:p>
    <w:p w:rsidR="00E00D30" w:rsidRDefault="00E00D30" w:rsidP="00E00D30">
      <w:r>
        <w:lastRenderedPageBreak/>
        <w:t>208.1504</w:t>
      </w:r>
      <w:r>
        <w:tab/>
        <w:t>8.101e0</w:t>
      </w:r>
    </w:p>
    <w:p w:rsidR="00E00D30" w:rsidRDefault="00E00D30" w:rsidP="00E00D30">
      <w:r>
        <w:t>208.1528</w:t>
      </w:r>
      <w:r>
        <w:tab/>
        <w:t>4.556e0</w:t>
      </w:r>
    </w:p>
    <w:p w:rsidR="00E00D30" w:rsidRDefault="00E00D30" w:rsidP="00E00D30">
      <w:r>
        <w:t>208.1577</w:t>
      </w:r>
      <w:r>
        <w:tab/>
        <w:t>3.038e0</w:t>
      </w:r>
    </w:p>
    <w:p w:rsidR="00E00D30" w:rsidRDefault="00E00D30" w:rsidP="00E00D30">
      <w:r>
        <w:t>208.1595</w:t>
      </w:r>
      <w:r>
        <w:tab/>
        <w:t>2.025e0</w:t>
      </w:r>
    </w:p>
    <w:p w:rsidR="00E00D30" w:rsidRDefault="00E00D30" w:rsidP="00E00D30">
      <w:r>
        <w:t>208.1616</w:t>
      </w:r>
      <w:r>
        <w:tab/>
        <w:t>1.013e0</w:t>
      </w:r>
    </w:p>
    <w:p w:rsidR="00E00D30" w:rsidRDefault="00E00D30" w:rsidP="00E00D30">
      <w:r>
        <w:t>208.1663</w:t>
      </w:r>
      <w:r>
        <w:tab/>
        <w:t>3.038e0</w:t>
      </w:r>
    </w:p>
    <w:p w:rsidR="00E00D30" w:rsidRDefault="00E00D30" w:rsidP="00E00D30">
      <w:r>
        <w:t>208.1716</w:t>
      </w:r>
      <w:r>
        <w:tab/>
        <w:t>5.063e0</w:t>
      </w:r>
    </w:p>
    <w:p w:rsidR="00E00D30" w:rsidRDefault="00E00D30" w:rsidP="00E00D30">
      <w:r>
        <w:t>208.1767</w:t>
      </w:r>
      <w:r>
        <w:tab/>
        <w:t>5.348e0</w:t>
      </w:r>
    </w:p>
    <w:p w:rsidR="00E00D30" w:rsidRDefault="00E00D30" w:rsidP="00E00D30">
      <w:r>
        <w:t>208.1787</w:t>
      </w:r>
      <w:r>
        <w:tab/>
        <w:t>3.038e0</w:t>
      </w:r>
    </w:p>
    <w:p w:rsidR="00E00D30" w:rsidRDefault="00E00D30" w:rsidP="00E00D30">
      <w:r>
        <w:t>208.1879</w:t>
      </w:r>
      <w:r>
        <w:tab/>
        <w:t>3.038e0</w:t>
      </w:r>
    </w:p>
    <w:p w:rsidR="00E00D30" w:rsidRDefault="00E00D30" w:rsidP="00E00D30">
      <w:r>
        <w:t>208.1966</w:t>
      </w:r>
      <w:r>
        <w:tab/>
        <w:t>2.025e0</w:t>
      </w:r>
    </w:p>
    <w:p w:rsidR="00E00D30" w:rsidRDefault="00E00D30" w:rsidP="00E00D30">
      <w:r>
        <w:t>208.2082</w:t>
      </w:r>
      <w:r>
        <w:tab/>
        <w:t>3.038e0</w:t>
      </w:r>
    </w:p>
    <w:p w:rsidR="00E00D30" w:rsidRDefault="00E00D30" w:rsidP="00E00D30">
      <w:r>
        <w:t>208.2095</w:t>
      </w:r>
      <w:r>
        <w:tab/>
        <w:t>3.038e0</w:t>
      </w:r>
    </w:p>
    <w:p w:rsidR="00E00D30" w:rsidRDefault="00E00D30" w:rsidP="00E00D30">
      <w:r>
        <w:t>208.2275</w:t>
      </w:r>
      <w:r>
        <w:tab/>
        <w:t>1.013e0</w:t>
      </w:r>
    </w:p>
    <w:p w:rsidR="00E00D30" w:rsidRDefault="00E00D30" w:rsidP="00E00D30">
      <w:r>
        <w:t>208.2350</w:t>
      </w:r>
      <w:r>
        <w:tab/>
        <w:t>4.051e0</w:t>
      </w:r>
    </w:p>
    <w:p w:rsidR="00E00D30" w:rsidRDefault="00E00D30" w:rsidP="00E00D30">
      <w:r>
        <w:t>208.2463</w:t>
      </w:r>
      <w:r>
        <w:tab/>
        <w:t>1.013e0</w:t>
      </w:r>
    </w:p>
    <w:p w:rsidR="00E00D30" w:rsidRDefault="00E00D30" w:rsidP="00E00D30">
      <w:r>
        <w:t>208.2809</w:t>
      </w:r>
      <w:r>
        <w:tab/>
        <w:t>2.025e0</w:t>
      </w:r>
    </w:p>
    <w:p w:rsidR="00E00D30" w:rsidRDefault="00E00D30" w:rsidP="00E00D30">
      <w:r>
        <w:t>208.2839</w:t>
      </w:r>
      <w:r>
        <w:tab/>
        <w:t>2.025e0</w:t>
      </w:r>
    </w:p>
    <w:p w:rsidR="00E00D30" w:rsidRDefault="00E00D30" w:rsidP="00E00D30">
      <w:r>
        <w:t>208.2880</w:t>
      </w:r>
      <w:r>
        <w:tab/>
        <w:t>1.013e0</w:t>
      </w:r>
    </w:p>
    <w:p w:rsidR="00E00D30" w:rsidRDefault="00E00D30" w:rsidP="00E00D30">
      <w:r>
        <w:lastRenderedPageBreak/>
        <w:t>208.3055</w:t>
      </w:r>
      <w:r>
        <w:tab/>
        <w:t>2.025e0</w:t>
      </w:r>
    </w:p>
    <w:p w:rsidR="00E00D30" w:rsidRDefault="00E00D30" w:rsidP="00E00D30">
      <w:r>
        <w:t>208.3107</w:t>
      </w:r>
      <w:r>
        <w:tab/>
        <w:t>3.038e0</w:t>
      </w:r>
    </w:p>
    <w:p w:rsidR="00E00D30" w:rsidRDefault="00E00D30" w:rsidP="00E00D30">
      <w:r>
        <w:t>208.3240</w:t>
      </w:r>
      <w:r>
        <w:tab/>
        <w:t>1.013e0</w:t>
      </w:r>
    </w:p>
    <w:p w:rsidR="00E00D30" w:rsidRDefault="00E00D30" w:rsidP="00E00D30">
      <w:r>
        <w:t>208.3423</w:t>
      </w:r>
      <w:r>
        <w:tab/>
        <w:t>1.013e0</w:t>
      </w:r>
    </w:p>
    <w:p w:rsidR="00E00D30" w:rsidRDefault="00E00D30" w:rsidP="00E00D30">
      <w:r>
        <w:t>208.3500</w:t>
      </w:r>
      <w:r>
        <w:tab/>
        <w:t>2.025e0</w:t>
      </w:r>
    </w:p>
    <w:p w:rsidR="00E00D30" w:rsidRDefault="00E00D30" w:rsidP="00E00D30">
      <w:r>
        <w:t>208.3613</w:t>
      </w:r>
      <w:r>
        <w:tab/>
        <w:t>1.013e0</w:t>
      </w:r>
    </w:p>
    <w:p w:rsidR="00E00D30" w:rsidRDefault="00E00D30" w:rsidP="00E00D30">
      <w:r>
        <w:t>208.3652</w:t>
      </w:r>
      <w:r>
        <w:tab/>
        <w:t>2.025e0</w:t>
      </w:r>
    </w:p>
    <w:p w:rsidR="00E00D30" w:rsidRDefault="00E00D30" w:rsidP="00E00D30">
      <w:r>
        <w:t>208.3763</w:t>
      </w:r>
      <w:r>
        <w:tab/>
        <w:t>3.038e0</w:t>
      </w:r>
    </w:p>
    <w:p w:rsidR="00E00D30" w:rsidRDefault="00E00D30" w:rsidP="00E00D30">
      <w:r>
        <w:t>208.3914</w:t>
      </w:r>
      <w:r>
        <w:tab/>
        <w:t>1.013e0</w:t>
      </w:r>
    </w:p>
    <w:p w:rsidR="00E00D30" w:rsidRDefault="00E00D30" w:rsidP="00E00D30">
      <w:r>
        <w:t>208.3953</w:t>
      </w:r>
      <w:r>
        <w:tab/>
        <w:t>1.013e0</w:t>
      </w:r>
    </w:p>
    <w:p w:rsidR="00E00D30" w:rsidRDefault="00E00D30" w:rsidP="00E00D30">
      <w:r>
        <w:t>208.4155</w:t>
      </w:r>
      <w:r>
        <w:tab/>
        <w:t>1.013e0</w:t>
      </w:r>
    </w:p>
    <w:p w:rsidR="00E00D30" w:rsidRDefault="00E00D30" w:rsidP="00E00D30">
      <w:r>
        <w:t>208.4349</w:t>
      </w:r>
      <w:r>
        <w:tab/>
        <w:t>2.025e0</w:t>
      </w:r>
    </w:p>
    <w:p w:rsidR="00E00D30" w:rsidRDefault="00E00D30" w:rsidP="00E00D30">
      <w:r>
        <w:t>208.4497</w:t>
      </w:r>
      <w:r>
        <w:tab/>
        <w:t>1.013e0</w:t>
      </w:r>
    </w:p>
    <w:p w:rsidR="00E00D30" w:rsidRDefault="00E00D30" w:rsidP="00E00D30">
      <w:r>
        <w:t>208.4574</w:t>
      </w:r>
      <w:r>
        <w:tab/>
        <w:t>1.013e0</w:t>
      </w:r>
    </w:p>
    <w:p w:rsidR="00E00D30" w:rsidRDefault="00E00D30" w:rsidP="00E00D30">
      <w:r>
        <w:t>208.4688</w:t>
      </w:r>
      <w:r>
        <w:tab/>
        <w:t>1.013e0</w:t>
      </w:r>
    </w:p>
    <w:p w:rsidR="00E00D30" w:rsidRDefault="00E00D30" w:rsidP="00E00D30">
      <w:r>
        <w:t>208.4766</w:t>
      </w:r>
      <w:r>
        <w:tab/>
        <w:t>1.013e0</w:t>
      </w:r>
    </w:p>
    <w:p w:rsidR="00E00D30" w:rsidRDefault="00E00D30" w:rsidP="00E00D30">
      <w:r>
        <w:t>208.4839</w:t>
      </w:r>
      <w:r>
        <w:tab/>
        <w:t>1.013e0</w:t>
      </w:r>
    </w:p>
    <w:p w:rsidR="00E00D30" w:rsidRDefault="00E00D30" w:rsidP="00E00D30">
      <w:r>
        <w:t>208.5108</w:t>
      </w:r>
      <w:r>
        <w:tab/>
        <w:t>1.013e0</w:t>
      </w:r>
    </w:p>
    <w:p w:rsidR="00E00D30" w:rsidRDefault="00E00D30" w:rsidP="00E00D30">
      <w:r>
        <w:t>208.5227</w:t>
      </w:r>
      <w:r>
        <w:tab/>
        <w:t>1.013e0</w:t>
      </w:r>
    </w:p>
    <w:p w:rsidR="00E00D30" w:rsidRDefault="00E00D30" w:rsidP="00E00D30">
      <w:r>
        <w:lastRenderedPageBreak/>
        <w:t>208.5285</w:t>
      </w:r>
      <w:r>
        <w:tab/>
        <w:t>2.025e0</w:t>
      </w:r>
    </w:p>
    <w:p w:rsidR="00E00D30" w:rsidRDefault="00E00D30" w:rsidP="00E00D30">
      <w:r>
        <w:t>208.5307</w:t>
      </w:r>
      <w:r>
        <w:tab/>
        <w:t>2.025e0</w:t>
      </w:r>
    </w:p>
    <w:p w:rsidR="00E00D30" w:rsidRDefault="00E00D30" w:rsidP="00E00D30">
      <w:r>
        <w:t>208.5385</w:t>
      </w:r>
      <w:r>
        <w:tab/>
        <w:t>1.013e0</w:t>
      </w:r>
    </w:p>
    <w:p w:rsidR="00E00D30" w:rsidRDefault="00E00D30" w:rsidP="00E00D30">
      <w:r>
        <w:t>208.5498</w:t>
      </w:r>
      <w:r>
        <w:tab/>
        <w:t>1.013e0</w:t>
      </w:r>
    </w:p>
    <w:p w:rsidR="00E00D30" w:rsidRDefault="00E00D30" w:rsidP="00E00D30">
      <w:r>
        <w:t>208.5572</w:t>
      </w:r>
      <w:r>
        <w:tab/>
        <w:t>1.013e0</w:t>
      </w:r>
    </w:p>
    <w:p w:rsidR="00E00D30" w:rsidRDefault="00E00D30" w:rsidP="00E00D30">
      <w:r>
        <w:t>208.5595</w:t>
      </w:r>
      <w:r>
        <w:tab/>
        <w:t>3.038e0</w:t>
      </w:r>
    </w:p>
    <w:p w:rsidR="00E00D30" w:rsidRDefault="00E00D30" w:rsidP="00E00D30">
      <w:r>
        <w:t>208.5651</w:t>
      </w:r>
      <w:r>
        <w:tab/>
        <w:t>2.025e0</w:t>
      </w:r>
    </w:p>
    <w:p w:rsidR="00E00D30" w:rsidRDefault="00E00D30" w:rsidP="00E00D30">
      <w:r>
        <w:t>208.5800</w:t>
      </w:r>
      <w:r>
        <w:tab/>
        <w:t>3.038e0</w:t>
      </w:r>
    </w:p>
    <w:p w:rsidR="00E00D30" w:rsidRDefault="00E00D30" w:rsidP="00E00D30">
      <w:r>
        <w:t>208.5838</w:t>
      </w:r>
      <w:r>
        <w:tab/>
        <w:t>1.013e0</w:t>
      </w:r>
    </w:p>
    <w:p w:rsidR="00E00D30" w:rsidRDefault="00E00D30" w:rsidP="00E00D30">
      <w:r>
        <w:t>208.5913</w:t>
      </w:r>
      <w:r>
        <w:tab/>
        <w:t>1.013e0</w:t>
      </w:r>
    </w:p>
    <w:p w:rsidR="00E00D30" w:rsidRDefault="00E00D30" w:rsidP="00E00D30">
      <w:r>
        <w:t>208.5949</w:t>
      </w:r>
      <w:r>
        <w:tab/>
        <w:t>1.013e0</w:t>
      </w:r>
    </w:p>
    <w:p w:rsidR="00E00D30" w:rsidRDefault="00E00D30" w:rsidP="00E00D30">
      <w:r>
        <w:t>208.6106</w:t>
      </w:r>
      <w:r>
        <w:tab/>
        <w:t>1.013e0</w:t>
      </w:r>
    </w:p>
    <w:p w:rsidR="00E00D30" w:rsidRDefault="00E00D30" w:rsidP="00E00D30">
      <w:r>
        <w:t>208.6143</w:t>
      </w:r>
      <w:r>
        <w:tab/>
        <w:t>1.013e0</w:t>
      </w:r>
    </w:p>
    <w:p w:rsidR="00E00D30" w:rsidRDefault="00E00D30" w:rsidP="00E00D30">
      <w:r>
        <w:t>208.6225</w:t>
      </w:r>
      <w:r>
        <w:tab/>
        <w:t>1.013e0</w:t>
      </w:r>
    </w:p>
    <w:p w:rsidR="00E00D30" w:rsidRDefault="00E00D30" w:rsidP="00E00D30">
      <w:r>
        <w:t>208.6461</w:t>
      </w:r>
      <w:r>
        <w:tab/>
        <w:t>1.013e0</w:t>
      </w:r>
    </w:p>
    <w:p w:rsidR="00E00D30" w:rsidRDefault="00E00D30" w:rsidP="00E00D30">
      <w:r>
        <w:t>208.6610</w:t>
      </w:r>
      <w:r>
        <w:tab/>
        <w:t>1.013e0</w:t>
      </w:r>
    </w:p>
    <w:p w:rsidR="00E00D30" w:rsidRDefault="00E00D30" w:rsidP="00E00D30">
      <w:r>
        <w:t>208.6647</w:t>
      </w:r>
      <w:r>
        <w:tab/>
        <w:t>1.013e0</w:t>
      </w:r>
    </w:p>
    <w:p w:rsidR="00E00D30" w:rsidRDefault="00E00D30" w:rsidP="00E00D30">
      <w:r>
        <w:t>208.6688</w:t>
      </w:r>
      <w:r>
        <w:tab/>
        <w:t>2.025e0</w:t>
      </w:r>
    </w:p>
    <w:p w:rsidR="00E00D30" w:rsidRDefault="00E00D30" w:rsidP="00E00D30">
      <w:r>
        <w:t>208.6951</w:t>
      </w:r>
      <w:r>
        <w:tab/>
        <w:t>2.025e0</w:t>
      </w:r>
    </w:p>
    <w:p w:rsidR="00E00D30" w:rsidRDefault="00E00D30" w:rsidP="00E00D30">
      <w:r>
        <w:lastRenderedPageBreak/>
        <w:t>208.7178</w:t>
      </w:r>
      <w:r>
        <w:tab/>
        <w:t>1.013e0</w:t>
      </w:r>
    </w:p>
    <w:p w:rsidR="00E00D30" w:rsidRDefault="00E00D30" w:rsidP="00E00D30">
      <w:r>
        <w:t>208.7220</w:t>
      </w:r>
      <w:r>
        <w:tab/>
        <w:t>2.025e0</w:t>
      </w:r>
    </w:p>
    <w:p w:rsidR="00E00D30" w:rsidRDefault="00E00D30" w:rsidP="00E00D30">
      <w:r>
        <w:t>208.7258</w:t>
      </w:r>
      <w:r>
        <w:tab/>
        <w:t>1.013e0</w:t>
      </w:r>
    </w:p>
    <w:p w:rsidR="00E00D30" w:rsidRDefault="00E00D30" w:rsidP="00E00D30">
      <w:r>
        <w:t>208.7339</w:t>
      </w:r>
      <w:r>
        <w:tab/>
        <w:t>3.038e0</w:t>
      </w:r>
    </w:p>
    <w:p w:rsidR="00E00D30" w:rsidRDefault="00E00D30" w:rsidP="00E00D30">
      <w:r>
        <w:t>208.7417</w:t>
      </w:r>
      <w:r>
        <w:tab/>
        <w:t>2.025e0</w:t>
      </w:r>
    </w:p>
    <w:p w:rsidR="00E00D30" w:rsidRDefault="00E00D30" w:rsidP="00E00D30">
      <w:r>
        <w:t>208.7612</w:t>
      </w:r>
      <w:r>
        <w:tab/>
        <w:t>1.013e0</w:t>
      </w:r>
    </w:p>
    <w:p w:rsidR="00E00D30" w:rsidRDefault="00E00D30" w:rsidP="00E00D30">
      <w:r>
        <w:t>208.7836</w:t>
      </w:r>
      <w:r>
        <w:tab/>
        <w:t>1.013e0</w:t>
      </w:r>
    </w:p>
    <w:p w:rsidR="00E00D30" w:rsidRDefault="00E00D30" w:rsidP="00E00D30">
      <w:r>
        <w:t>208.7855</w:t>
      </w:r>
      <w:r>
        <w:tab/>
        <w:t>2.025e0</w:t>
      </w:r>
    </w:p>
    <w:p w:rsidR="00E00D30" w:rsidRDefault="00E00D30" w:rsidP="00E00D30">
      <w:r>
        <w:t>208.8044</w:t>
      </w:r>
      <w:r>
        <w:tab/>
        <w:t>2.025e0</w:t>
      </w:r>
    </w:p>
    <w:p w:rsidR="00E00D30" w:rsidRDefault="00E00D30" w:rsidP="00E00D30">
      <w:r>
        <w:t>208.8099</w:t>
      </w:r>
      <w:r>
        <w:tab/>
        <w:t>1.013e0</w:t>
      </w:r>
    </w:p>
    <w:p w:rsidR="00E00D30" w:rsidRDefault="00E00D30" w:rsidP="00E00D30">
      <w:r>
        <w:t>208.8138</w:t>
      </w:r>
      <w:r>
        <w:tab/>
        <w:t>1.013e0</w:t>
      </w:r>
    </w:p>
    <w:p w:rsidR="00E00D30" w:rsidRDefault="00E00D30" w:rsidP="00E00D30">
      <w:r>
        <w:t>208.8214</w:t>
      </w:r>
      <w:r>
        <w:tab/>
        <w:t>1.013e0</w:t>
      </w:r>
    </w:p>
    <w:p w:rsidR="00E00D30" w:rsidRDefault="00E00D30" w:rsidP="00E00D30">
      <w:r>
        <w:t>208.8334</w:t>
      </w:r>
      <w:r>
        <w:tab/>
        <w:t>1.013e0</w:t>
      </w:r>
    </w:p>
    <w:p w:rsidR="00E00D30" w:rsidRDefault="00E00D30" w:rsidP="00E00D30">
      <w:r>
        <w:t>208.8392</w:t>
      </w:r>
      <w:r>
        <w:tab/>
        <w:t>2.025e0</w:t>
      </w:r>
    </w:p>
    <w:p w:rsidR="00E00D30" w:rsidRDefault="00E00D30" w:rsidP="00E00D30">
      <w:r>
        <w:t>208.8760</w:t>
      </w:r>
      <w:r>
        <w:tab/>
        <w:t>1.013e0</w:t>
      </w:r>
    </w:p>
    <w:p w:rsidR="00E00D30" w:rsidRDefault="00E00D30" w:rsidP="00E00D30">
      <w:r>
        <w:t>208.8952</w:t>
      </w:r>
      <w:r>
        <w:tab/>
        <w:t>1.013e0</w:t>
      </w:r>
    </w:p>
    <w:p w:rsidR="00E00D30" w:rsidRDefault="00E00D30" w:rsidP="00E00D30">
      <w:r>
        <w:t>208.9214</w:t>
      </w:r>
      <w:r>
        <w:tab/>
        <w:t>2.025e0</w:t>
      </w:r>
    </w:p>
    <w:p w:rsidR="00E00D30" w:rsidRDefault="00E00D30" w:rsidP="00E00D30">
      <w:r>
        <w:t>208.9572</w:t>
      </w:r>
      <w:r>
        <w:tab/>
        <w:t>1.013e0</w:t>
      </w:r>
    </w:p>
    <w:p w:rsidR="00E00D30" w:rsidRDefault="00E00D30" w:rsidP="00E00D30">
      <w:r>
        <w:t>208.9685</w:t>
      </w:r>
      <w:r>
        <w:tab/>
        <w:t>1.013e0</w:t>
      </w:r>
    </w:p>
    <w:p w:rsidR="00E00D30" w:rsidRDefault="00E00D30" w:rsidP="00E00D30">
      <w:r>
        <w:lastRenderedPageBreak/>
        <w:t>208.9740</w:t>
      </w:r>
      <w:r>
        <w:tab/>
        <w:t>2.025e0</w:t>
      </w:r>
    </w:p>
    <w:p w:rsidR="00E00D30" w:rsidRDefault="00E00D30" w:rsidP="00E00D30">
      <w:r>
        <w:t>208.9817</w:t>
      </w:r>
      <w:r>
        <w:tab/>
        <w:t>2.025e0</w:t>
      </w:r>
    </w:p>
    <w:p w:rsidR="00E00D30" w:rsidRDefault="00E00D30" w:rsidP="00E00D30">
      <w:r>
        <w:t>208.9941</w:t>
      </w:r>
      <w:r>
        <w:tab/>
        <w:t>4.051e0</w:t>
      </w:r>
    </w:p>
    <w:p w:rsidR="00E00D30" w:rsidRDefault="00E00D30" w:rsidP="00E00D30">
      <w:r>
        <w:t>209.0100</w:t>
      </w:r>
      <w:r>
        <w:tab/>
        <w:t>3.038e0</w:t>
      </w:r>
    </w:p>
    <w:p w:rsidR="00E00D30" w:rsidRDefault="00E00D30" w:rsidP="00E00D30">
      <w:r>
        <w:t>209.0211</w:t>
      </w:r>
      <w:r>
        <w:tab/>
        <w:t>2.864e0</w:t>
      </w:r>
    </w:p>
    <w:p w:rsidR="00E00D30" w:rsidRDefault="00E00D30" w:rsidP="00E00D30">
      <w:r>
        <w:t>209.0315</w:t>
      </w:r>
      <w:r>
        <w:tab/>
        <w:t>8.119e0</w:t>
      </w:r>
    </w:p>
    <w:p w:rsidR="00E00D30" w:rsidRDefault="00E00D30" w:rsidP="00E00D30">
      <w:r>
        <w:t>209.0372</w:t>
      </w:r>
      <w:r>
        <w:tab/>
        <w:t>1.418e1</w:t>
      </w:r>
    </w:p>
    <w:p w:rsidR="00E00D30" w:rsidRDefault="00E00D30" w:rsidP="00E00D30">
      <w:r>
        <w:t>209.0383</w:t>
      </w:r>
      <w:r>
        <w:tab/>
        <w:t>5.082e0</w:t>
      </w:r>
    </w:p>
    <w:p w:rsidR="00E00D30" w:rsidRDefault="00E00D30" w:rsidP="00E00D30">
      <w:r>
        <w:t>209.0395</w:t>
      </w:r>
      <w:r>
        <w:tab/>
        <w:t>2.430e1</w:t>
      </w:r>
    </w:p>
    <w:p w:rsidR="00E00D30" w:rsidRDefault="00E00D30" w:rsidP="00E00D30">
      <w:r>
        <w:t>209.0422</w:t>
      </w:r>
      <w:r>
        <w:tab/>
        <w:t>1.038e1</w:t>
      </w:r>
    </w:p>
    <w:p w:rsidR="00E00D30" w:rsidRDefault="00E00D30" w:rsidP="00E00D30">
      <w:r>
        <w:t>209.0457</w:t>
      </w:r>
      <w:r>
        <w:tab/>
        <w:t>2.329e1</w:t>
      </w:r>
    </w:p>
    <w:p w:rsidR="00E00D30" w:rsidRDefault="00E00D30" w:rsidP="00E00D30">
      <w:r>
        <w:t>209.0501</w:t>
      </w:r>
      <w:r>
        <w:tab/>
        <w:t>7.089e0</w:t>
      </w:r>
    </w:p>
    <w:p w:rsidR="00E00D30" w:rsidRDefault="00E00D30" w:rsidP="00E00D30">
      <w:r>
        <w:t>209.0563</w:t>
      </w:r>
      <w:r>
        <w:tab/>
        <w:t>3.038e0</w:t>
      </w:r>
    </w:p>
    <w:p w:rsidR="00E00D30" w:rsidRDefault="00E00D30" w:rsidP="00E00D30">
      <w:r>
        <w:t>209.0834</w:t>
      </w:r>
      <w:r>
        <w:tab/>
        <w:t>1.013e0</w:t>
      </w:r>
    </w:p>
    <w:p w:rsidR="00E00D30" w:rsidRDefault="00E00D30" w:rsidP="00E00D30">
      <w:r>
        <w:t>209.0866</w:t>
      </w:r>
      <w:r>
        <w:tab/>
        <w:t>4.051e0</w:t>
      </w:r>
    </w:p>
    <w:p w:rsidR="00E00D30" w:rsidRDefault="00E00D30" w:rsidP="00E00D30">
      <w:r>
        <w:t>209.0911</w:t>
      </w:r>
      <w:r>
        <w:tab/>
        <w:t>1.013e0</w:t>
      </w:r>
    </w:p>
    <w:p w:rsidR="00E00D30" w:rsidRDefault="00E00D30" w:rsidP="00E00D30">
      <w:r>
        <w:t>209.0951</w:t>
      </w:r>
      <w:r>
        <w:tab/>
        <w:t>2.025e0</w:t>
      </w:r>
    </w:p>
    <w:p w:rsidR="00E00D30" w:rsidRDefault="00E00D30" w:rsidP="00E00D30">
      <w:r>
        <w:t>209.0985</w:t>
      </w:r>
      <w:r>
        <w:tab/>
        <w:t>1.013e0</w:t>
      </w:r>
    </w:p>
    <w:p w:rsidR="00E00D30" w:rsidRDefault="00E00D30" w:rsidP="00E00D30">
      <w:r>
        <w:t>209.1024</w:t>
      </w:r>
      <w:r>
        <w:tab/>
        <w:t>2.025e0</w:t>
      </w:r>
    </w:p>
    <w:p w:rsidR="00E00D30" w:rsidRDefault="00E00D30" w:rsidP="00E00D30">
      <w:r>
        <w:lastRenderedPageBreak/>
        <w:t>209.1062</w:t>
      </w:r>
      <w:r>
        <w:tab/>
        <w:t>2.025e0</w:t>
      </w:r>
    </w:p>
    <w:p w:rsidR="00E00D30" w:rsidRDefault="00E00D30" w:rsidP="00E00D30">
      <w:r>
        <w:t>209.1078</w:t>
      </w:r>
      <w:r>
        <w:tab/>
        <w:t>4.051e0</w:t>
      </w:r>
    </w:p>
    <w:p w:rsidR="00E00D30" w:rsidRDefault="00E00D30" w:rsidP="00E00D30">
      <w:r>
        <w:t>209.1137</w:t>
      </w:r>
      <w:r>
        <w:tab/>
        <w:t>2.025e0</w:t>
      </w:r>
    </w:p>
    <w:p w:rsidR="00E00D30" w:rsidRDefault="00E00D30" w:rsidP="00E00D30">
      <w:r>
        <w:t>209.1212</w:t>
      </w:r>
      <w:r>
        <w:tab/>
        <w:t>1.013e0</w:t>
      </w:r>
    </w:p>
    <w:p w:rsidR="00E00D30" w:rsidRDefault="00E00D30" w:rsidP="00E00D30">
      <w:r>
        <w:t>209.1290</w:t>
      </w:r>
      <w:r>
        <w:tab/>
        <w:t>2.025e0</w:t>
      </w:r>
    </w:p>
    <w:p w:rsidR="00E00D30" w:rsidRDefault="00E00D30" w:rsidP="00E00D30">
      <w:r>
        <w:t>209.1352</w:t>
      </w:r>
      <w:r>
        <w:tab/>
        <w:t>6.076e0</w:t>
      </w:r>
    </w:p>
    <w:p w:rsidR="00E00D30" w:rsidRDefault="00E00D30" w:rsidP="00E00D30">
      <w:r>
        <w:t>209.1383</w:t>
      </w:r>
      <w:r>
        <w:tab/>
        <w:t>2.288e0</w:t>
      </w:r>
    </w:p>
    <w:p w:rsidR="00E00D30" w:rsidRDefault="00E00D30" w:rsidP="00E00D30">
      <w:r>
        <w:t>209.1473</w:t>
      </w:r>
      <w:r>
        <w:tab/>
        <w:t>3.038e0</w:t>
      </w:r>
    </w:p>
    <w:p w:rsidR="00E00D30" w:rsidRDefault="00E00D30" w:rsidP="00E00D30">
      <w:r>
        <w:t>209.1507</w:t>
      </w:r>
      <w:r>
        <w:tab/>
        <w:t>2.025e0</w:t>
      </w:r>
    </w:p>
    <w:p w:rsidR="00E00D30" w:rsidRDefault="00E00D30" w:rsidP="00E00D30">
      <w:r>
        <w:t>209.1543</w:t>
      </w:r>
      <w:r>
        <w:tab/>
        <w:t>2.025e0</w:t>
      </w:r>
    </w:p>
    <w:p w:rsidR="00E00D30" w:rsidRDefault="00E00D30" w:rsidP="00E00D30">
      <w:r>
        <w:t>209.1602</w:t>
      </w:r>
      <w:r>
        <w:tab/>
        <w:t>2.025e0</w:t>
      </w:r>
    </w:p>
    <w:p w:rsidR="00E00D30" w:rsidRDefault="00E00D30" w:rsidP="00E00D30">
      <w:r>
        <w:t>209.1644</w:t>
      </w:r>
      <w:r>
        <w:tab/>
        <w:t>1.013e0</w:t>
      </w:r>
    </w:p>
    <w:p w:rsidR="00E00D30" w:rsidRDefault="00E00D30" w:rsidP="00E00D30">
      <w:r>
        <w:t>209.1664</w:t>
      </w:r>
      <w:r>
        <w:tab/>
        <w:t>2.025e0</w:t>
      </w:r>
    </w:p>
    <w:p w:rsidR="00E00D30" w:rsidRDefault="00E00D30" w:rsidP="00E00D30">
      <w:r>
        <w:t>209.1680</w:t>
      </w:r>
      <w:r>
        <w:tab/>
        <w:t>2.025e0</w:t>
      </w:r>
    </w:p>
    <w:p w:rsidR="00E00D30" w:rsidRDefault="00E00D30" w:rsidP="00E00D30">
      <w:r>
        <w:t>209.1723</w:t>
      </w:r>
      <w:r>
        <w:tab/>
        <w:t>1.013e0</w:t>
      </w:r>
    </w:p>
    <w:p w:rsidR="00E00D30" w:rsidRDefault="00E00D30" w:rsidP="00E00D30">
      <w:r>
        <w:t>209.1911</w:t>
      </w:r>
      <w:r>
        <w:tab/>
        <w:t>2.025e0</w:t>
      </w:r>
    </w:p>
    <w:p w:rsidR="00E00D30" w:rsidRDefault="00E00D30" w:rsidP="00E00D30">
      <w:r>
        <w:t>209.1951</w:t>
      </w:r>
      <w:r>
        <w:tab/>
        <w:t>1.013e0</w:t>
      </w:r>
    </w:p>
    <w:p w:rsidR="00E00D30" w:rsidRDefault="00E00D30" w:rsidP="00E00D30">
      <w:r>
        <w:t>209.2006</w:t>
      </w:r>
      <w:r>
        <w:tab/>
        <w:t>2.025e0</w:t>
      </w:r>
    </w:p>
    <w:p w:rsidR="00E00D30" w:rsidRDefault="00E00D30" w:rsidP="00E00D30">
      <w:r>
        <w:t>209.2213</w:t>
      </w:r>
      <w:r>
        <w:tab/>
        <w:t>1.013e0</w:t>
      </w:r>
    </w:p>
    <w:p w:rsidR="00E00D30" w:rsidRDefault="00E00D30" w:rsidP="00E00D30">
      <w:r>
        <w:lastRenderedPageBreak/>
        <w:t>209.2250</w:t>
      </w:r>
      <w:r>
        <w:tab/>
        <w:t>1.013e0</w:t>
      </w:r>
    </w:p>
    <w:p w:rsidR="00E00D30" w:rsidRDefault="00E00D30" w:rsidP="00E00D30">
      <w:r>
        <w:t>209.2329</w:t>
      </w:r>
      <w:r>
        <w:tab/>
        <w:t>1.013e0</w:t>
      </w:r>
    </w:p>
    <w:p w:rsidR="00E00D30" w:rsidRDefault="00E00D30" w:rsidP="00E00D30">
      <w:r>
        <w:t>209.2363</w:t>
      </w:r>
      <w:r>
        <w:tab/>
        <w:t>1.013e0</w:t>
      </w:r>
    </w:p>
    <w:p w:rsidR="00E00D30" w:rsidRDefault="00E00D30" w:rsidP="00E00D30">
      <w:r>
        <w:t>209.2402</w:t>
      </w:r>
      <w:r>
        <w:tab/>
        <w:t>1.013e0</w:t>
      </w:r>
    </w:p>
    <w:p w:rsidR="00E00D30" w:rsidRDefault="00E00D30" w:rsidP="00E00D30">
      <w:r>
        <w:t>209.2522</w:t>
      </w:r>
      <w:r>
        <w:tab/>
        <w:t>2.025e0</w:t>
      </w:r>
    </w:p>
    <w:p w:rsidR="00E00D30" w:rsidRDefault="00E00D30" w:rsidP="00E00D30">
      <w:r>
        <w:t>209.2581</w:t>
      </w:r>
      <w:r>
        <w:tab/>
        <w:t>2.025e0</w:t>
      </w:r>
    </w:p>
    <w:p w:rsidR="00E00D30" w:rsidRDefault="00E00D30" w:rsidP="00E00D30">
      <w:r>
        <w:t>209.2601</w:t>
      </w:r>
      <w:r>
        <w:tab/>
        <w:t>1.013e0</w:t>
      </w:r>
    </w:p>
    <w:p w:rsidR="00E00D30" w:rsidRDefault="00E00D30" w:rsidP="00E00D30">
      <w:r>
        <w:t>209.2641</w:t>
      </w:r>
      <w:r>
        <w:tab/>
        <w:t>1.013e0</w:t>
      </w:r>
    </w:p>
    <w:p w:rsidR="00E00D30" w:rsidRDefault="00E00D30" w:rsidP="00E00D30">
      <w:r>
        <w:t>209.3027</w:t>
      </w:r>
      <w:r>
        <w:tab/>
        <w:t>1.013e0</w:t>
      </w:r>
    </w:p>
    <w:p w:rsidR="00E00D30" w:rsidRDefault="00E00D30" w:rsidP="00E00D30">
      <w:r>
        <w:t>209.3061</w:t>
      </w:r>
      <w:r>
        <w:tab/>
        <w:t>1.013e0</w:t>
      </w:r>
    </w:p>
    <w:p w:rsidR="00E00D30" w:rsidRDefault="00E00D30" w:rsidP="00E00D30">
      <w:r>
        <w:t>209.3329</w:t>
      </w:r>
      <w:r>
        <w:tab/>
        <w:t>1.013e0</w:t>
      </w:r>
    </w:p>
    <w:p w:rsidR="00E00D30" w:rsidRDefault="00E00D30" w:rsidP="00E00D30">
      <w:r>
        <w:t>209.3364</w:t>
      </w:r>
      <w:r>
        <w:tab/>
        <w:t>1.013e0</w:t>
      </w:r>
    </w:p>
    <w:p w:rsidR="00E00D30" w:rsidRDefault="00E00D30" w:rsidP="00E00D30">
      <w:r>
        <w:t>209.3440</w:t>
      </w:r>
      <w:r>
        <w:tab/>
        <w:t>1.013e0</w:t>
      </w:r>
    </w:p>
    <w:p w:rsidR="00E00D30" w:rsidRDefault="00E00D30" w:rsidP="00E00D30">
      <w:r>
        <w:t>209.3480</w:t>
      </w:r>
      <w:r>
        <w:tab/>
        <w:t>1.013e0</w:t>
      </w:r>
    </w:p>
    <w:p w:rsidR="00E00D30" w:rsidRDefault="00E00D30" w:rsidP="00E00D30">
      <w:r>
        <w:t>209.3598</w:t>
      </w:r>
      <w:r>
        <w:tab/>
        <w:t>2.025e0</w:t>
      </w:r>
    </w:p>
    <w:p w:rsidR="00E00D30" w:rsidRDefault="00E00D30" w:rsidP="00E00D30">
      <w:r>
        <w:t>209.3680</w:t>
      </w:r>
      <w:r>
        <w:tab/>
        <w:t>1.013e0</w:t>
      </w:r>
    </w:p>
    <w:p w:rsidR="00E00D30" w:rsidRDefault="00E00D30" w:rsidP="00E00D30">
      <w:r>
        <w:t>209.3759</w:t>
      </w:r>
      <w:r>
        <w:tab/>
        <w:t>1.013e0</w:t>
      </w:r>
    </w:p>
    <w:p w:rsidR="00E00D30" w:rsidRDefault="00E00D30" w:rsidP="00E00D30">
      <w:r>
        <w:t>209.4137</w:t>
      </w:r>
      <w:r>
        <w:tab/>
        <w:t>1.013e0</w:t>
      </w:r>
    </w:p>
    <w:p w:rsidR="00E00D30" w:rsidRDefault="00E00D30" w:rsidP="00E00D30">
      <w:r>
        <w:t>209.4252</w:t>
      </w:r>
      <w:r>
        <w:tab/>
        <w:t>1.013e0</w:t>
      </w:r>
    </w:p>
    <w:p w:rsidR="00E00D30" w:rsidRDefault="00E00D30" w:rsidP="00E00D30">
      <w:r>
        <w:lastRenderedPageBreak/>
        <w:t>209.4290</w:t>
      </w:r>
      <w:r>
        <w:tab/>
        <w:t>1.013e0</w:t>
      </w:r>
    </w:p>
    <w:p w:rsidR="00E00D30" w:rsidRDefault="00E00D30" w:rsidP="00E00D30">
      <w:r>
        <w:t>209.4328</w:t>
      </w:r>
      <w:r>
        <w:tab/>
        <w:t>1.013e0</w:t>
      </w:r>
    </w:p>
    <w:p w:rsidR="00E00D30" w:rsidRDefault="00E00D30" w:rsidP="00E00D30">
      <w:r>
        <w:t>209.4439</w:t>
      </w:r>
      <w:r>
        <w:tab/>
        <w:t>1.013e0</w:t>
      </w:r>
    </w:p>
    <w:p w:rsidR="00E00D30" w:rsidRDefault="00E00D30" w:rsidP="00E00D30">
      <w:r>
        <w:t>209.4518</w:t>
      </w:r>
      <w:r>
        <w:tab/>
        <w:t>1.013e0</w:t>
      </w:r>
    </w:p>
    <w:p w:rsidR="00E00D30" w:rsidRDefault="00E00D30" w:rsidP="00E00D30">
      <w:r>
        <w:t>209.5028</w:t>
      </w:r>
      <w:r>
        <w:tab/>
        <w:t>1.013e0</w:t>
      </w:r>
    </w:p>
    <w:p w:rsidR="00E00D30" w:rsidRDefault="00E00D30" w:rsidP="00E00D30">
      <w:r>
        <w:t>209.5101</w:t>
      </w:r>
      <w:r>
        <w:tab/>
        <w:t>2.025e0</w:t>
      </w:r>
    </w:p>
    <w:p w:rsidR="00E00D30" w:rsidRDefault="00E00D30" w:rsidP="00E00D30">
      <w:r>
        <w:t>209.5387</w:t>
      </w:r>
      <w:r>
        <w:tab/>
        <w:t>2.025e0</w:t>
      </w:r>
    </w:p>
    <w:p w:rsidR="00E00D30" w:rsidRDefault="00E00D30" w:rsidP="00E00D30">
      <w:r>
        <w:t>209.5406</w:t>
      </w:r>
      <w:r>
        <w:tab/>
        <w:t>1.013e0</w:t>
      </w:r>
    </w:p>
    <w:p w:rsidR="00E00D30" w:rsidRDefault="00E00D30" w:rsidP="00E00D30">
      <w:r>
        <w:t>209.5441</w:t>
      </w:r>
      <w:r>
        <w:tab/>
        <w:t>1.013e0</w:t>
      </w:r>
    </w:p>
    <w:p w:rsidR="00E00D30" w:rsidRDefault="00E00D30" w:rsidP="00E00D30">
      <w:r>
        <w:t>209.5597</w:t>
      </w:r>
      <w:r>
        <w:tab/>
        <w:t>1.013e0</w:t>
      </w:r>
    </w:p>
    <w:p w:rsidR="00E00D30" w:rsidRDefault="00E00D30" w:rsidP="00E00D30">
      <w:r>
        <w:t>209.5797</w:t>
      </w:r>
      <w:r>
        <w:tab/>
        <w:t>1.013e0</w:t>
      </w:r>
    </w:p>
    <w:p w:rsidR="00E00D30" w:rsidRDefault="00E00D30" w:rsidP="00E00D30">
      <w:r>
        <w:t>209.5913</w:t>
      </w:r>
      <w:r>
        <w:tab/>
        <w:t>1.013e0</w:t>
      </w:r>
    </w:p>
    <w:p w:rsidR="00E00D30" w:rsidRDefault="00E00D30" w:rsidP="00E00D30">
      <w:r>
        <w:t>209.6102</w:t>
      </w:r>
      <w:r>
        <w:tab/>
        <w:t>3.038e0</w:t>
      </w:r>
    </w:p>
    <w:p w:rsidR="00E00D30" w:rsidRDefault="00E00D30" w:rsidP="00E00D30">
      <w:r>
        <w:t>209.6405</w:t>
      </w:r>
      <w:r>
        <w:tab/>
        <w:t>1.013e0</w:t>
      </w:r>
    </w:p>
    <w:p w:rsidR="00E00D30" w:rsidRDefault="00E00D30" w:rsidP="00E00D30">
      <w:r>
        <w:t>209.6440</w:t>
      </w:r>
      <w:r>
        <w:tab/>
        <w:t>2.025e0</w:t>
      </w:r>
    </w:p>
    <w:p w:rsidR="00E00D30" w:rsidRDefault="00E00D30" w:rsidP="00E00D30">
      <w:r>
        <w:t>209.6541</w:t>
      </w:r>
      <w:r>
        <w:tab/>
        <w:t>2.025e0</w:t>
      </w:r>
    </w:p>
    <w:p w:rsidR="00E00D30" w:rsidRDefault="00E00D30" w:rsidP="00E00D30">
      <w:r>
        <w:t>209.6639</w:t>
      </w:r>
      <w:r>
        <w:tab/>
        <w:t>1.013e0</w:t>
      </w:r>
    </w:p>
    <w:p w:rsidR="00E00D30" w:rsidRDefault="00E00D30" w:rsidP="00E00D30">
      <w:r>
        <w:t>209.7068</w:t>
      </w:r>
      <w:r>
        <w:tab/>
        <w:t>1.013e0</w:t>
      </w:r>
    </w:p>
    <w:p w:rsidR="00E00D30" w:rsidRDefault="00E00D30" w:rsidP="00E00D30">
      <w:r>
        <w:t>209.7178</w:t>
      </w:r>
      <w:r>
        <w:tab/>
        <w:t>1.013e0</w:t>
      </w:r>
    </w:p>
    <w:p w:rsidR="00E00D30" w:rsidRDefault="00E00D30" w:rsidP="00E00D30">
      <w:r>
        <w:lastRenderedPageBreak/>
        <w:t>209.7295</w:t>
      </w:r>
      <w:r>
        <w:tab/>
        <w:t>1.013e0</w:t>
      </w:r>
    </w:p>
    <w:p w:rsidR="00E00D30" w:rsidRDefault="00E00D30" w:rsidP="00E00D30">
      <w:r>
        <w:t>209.7443</w:t>
      </w:r>
      <w:r>
        <w:tab/>
        <w:t>2.025e0</w:t>
      </w:r>
    </w:p>
    <w:p w:rsidR="00E00D30" w:rsidRDefault="00E00D30" w:rsidP="00E00D30">
      <w:r>
        <w:t>209.7719</w:t>
      </w:r>
      <w:r>
        <w:tab/>
        <w:t>1.013e0</w:t>
      </w:r>
    </w:p>
    <w:p w:rsidR="00E00D30" w:rsidRDefault="00E00D30" w:rsidP="00E00D30">
      <w:r>
        <w:t>209.7836</w:t>
      </w:r>
      <w:r>
        <w:tab/>
        <w:t>1.013e0</w:t>
      </w:r>
    </w:p>
    <w:p w:rsidR="00E00D30" w:rsidRDefault="00E00D30" w:rsidP="00E00D30">
      <w:r>
        <w:t>209.8029</w:t>
      </w:r>
      <w:r>
        <w:tab/>
        <w:t>1.013e0</w:t>
      </w:r>
    </w:p>
    <w:p w:rsidR="00E00D30" w:rsidRDefault="00E00D30" w:rsidP="00E00D30">
      <w:r>
        <w:t>209.8066</w:t>
      </w:r>
      <w:r>
        <w:tab/>
        <w:t>3.038e0</w:t>
      </w:r>
    </w:p>
    <w:p w:rsidR="00E00D30" w:rsidRDefault="00E00D30" w:rsidP="00E00D30">
      <w:r>
        <w:t>209.8447</w:t>
      </w:r>
      <w:r>
        <w:tab/>
        <w:t>1.013e0</w:t>
      </w:r>
    </w:p>
    <w:p w:rsidR="00E00D30" w:rsidRDefault="00E00D30" w:rsidP="00E00D30">
      <w:r>
        <w:t>209.8797</w:t>
      </w:r>
      <w:r>
        <w:tab/>
        <w:t>1.013e0</w:t>
      </w:r>
    </w:p>
    <w:p w:rsidR="00E00D30" w:rsidRDefault="00E00D30" w:rsidP="00E00D30">
      <w:r>
        <w:t>209.8914</w:t>
      </w:r>
      <w:r>
        <w:tab/>
        <w:t>2.025e0</w:t>
      </w:r>
    </w:p>
    <w:p w:rsidR="00E00D30" w:rsidRDefault="00E00D30" w:rsidP="00E00D30">
      <w:r>
        <w:t>209.9011</w:t>
      </w:r>
      <w:r>
        <w:tab/>
        <w:t>2.025e0</w:t>
      </w:r>
    </w:p>
    <w:p w:rsidR="00E00D30" w:rsidRDefault="00E00D30" w:rsidP="00E00D30">
      <w:r>
        <w:t>209.9048</w:t>
      </w:r>
      <w:r>
        <w:tab/>
        <w:t>2.025e0</w:t>
      </w:r>
    </w:p>
    <w:p w:rsidR="00E00D30" w:rsidRDefault="00E00D30" w:rsidP="00E00D30">
      <w:r>
        <w:t>209.9181</w:t>
      </w:r>
      <w:r>
        <w:tab/>
        <w:t>1.013e0</w:t>
      </w:r>
    </w:p>
    <w:p w:rsidR="00E00D30" w:rsidRDefault="00E00D30" w:rsidP="00E00D30">
      <w:r>
        <w:t>209.9371</w:t>
      </w:r>
      <w:r>
        <w:tab/>
        <w:t>1.013e0</w:t>
      </w:r>
    </w:p>
    <w:p w:rsidR="00E00D30" w:rsidRDefault="00E00D30" w:rsidP="00E00D30">
      <w:r>
        <w:t>209.9407</w:t>
      </w:r>
      <w:r>
        <w:tab/>
        <w:t>1.013e0</w:t>
      </w:r>
    </w:p>
    <w:p w:rsidR="00E00D30" w:rsidRDefault="00E00D30" w:rsidP="00E00D30">
      <w:r>
        <w:t>209.9520</w:t>
      </w:r>
      <w:r>
        <w:tab/>
        <w:t>1.013e0</w:t>
      </w:r>
    </w:p>
    <w:p w:rsidR="00E00D30" w:rsidRDefault="00E00D30" w:rsidP="00E00D30">
      <w:r>
        <w:t>209.9559</w:t>
      </w:r>
      <w:r>
        <w:tab/>
        <w:t>2.025e0</w:t>
      </w:r>
    </w:p>
    <w:p w:rsidR="00E00D30" w:rsidRDefault="00E00D30" w:rsidP="00E00D30">
      <w:r>
        <w:t>209.9599</w:t>
      </w:r>
      <w:r>
        <w:tab/>
        <w:t>2.025e0</w:t>
      </w:r>
    </w:p>
    <w:p w:rsidR="00E00D30" w:rsidRDefault="00E00D30" w:rsidP="00E00D30">
      <w:r>
        <w:t>209.9717</w:t>
      </w:r>
      <w:r>
        <w:tab/>
        <w:t>1.013e0</w:t>
      </w:r>
    </w:p>
    <w:p w:rsidR="00E00D30" w:rsidRDefault="00E00D30" w:rsidP="00E00D30">
      <w:r>
        <w:t>209.9757</w:t>
      </w:r>
      <w:r>
        <w:tab/>
        <w:t>1.013e0</w:t>
      </w:r>
    </w:p>
    <w:p w:rsidR="00E00D30" w:rsidRDefault="00E00D30" w:rsidP="00E00D30">
      <w:r>
        <w:lastRenderedPageBreak/>
        <w:t>209.9796</w:t>
      </w:r>
      <w:r>
        <w:tab/>
        <w:t>2.025e0</w:t>
      </w:r>
    </w:p>
    <w:p w:rsidR="00E00D30" w:rsidRDefault="00E00D30" w:rsidP="00E00D30">
      <w:r>
        <w:t>209.9933</w:t>
      </w:r>
      <w:r>
        <w:tab/>
        <w:t>2.025e0</w:t>
      </w:r>
    </w:p>
    <w:p w:rsidR="00E00D30" w:rsidRDefault="00E00D30" w:rsidP="00E00D30">
      <w:r>
        <w:t>210.0030</w:t>
      </w:r>
      <w:r>
        <w:tab/>
        <w:t>1.013e0</w:t>
      </w:r>
    </w:p>
    <w:p w:rsidR="00E00D30" w:rsidRDefault="00E00D30" w:rsidP="00E00D30">
      <w:r>
        <w:t>210.0053</w:t>
      </w:r>
      <w:r>
        <w:tab/>
        <w:t>1.393e0</w:t>
      </w:r>
    </w:p>
    <w:p w:rsidR="00E00D30" w:rsidRDefault="00E00D30" w:rsidP="00E00D30">
      <w:r>
        <w:t>210.0148</w:t>
      </w:r>
      <w:r>
        <w:tab/>
        <w:t>3.499e0</w:t>
      </w:r>
    </w:p>
    <w:p w:rsidR="00E00D30" w:rsidRDefault="00E00D30" w:rsidP="00E00D30">
      <w:r>
        <w:t>210.0188</w:t>
      </w:r>
      <w:r>
        <w:tab/>
        <w:t>2.567e0</w:t>
      </w:r>
    </w:p>
    <w:p w:rsidR="00E00D30" w:rsidRDefault="00E00D30" w:rsidP="00E00D30">
      <w:r>
        <w:t>210.0260</w:t>
      </w:r>
      <w:r>
        <w:tab/>
        <w:t>1.215e1</w:t>
      </w:r>
    </w:p>
    <w:p w:rsidR="00E00D30" w:rsidRDefault="00E00D30" w:rsidP="00E00D30">
      <w:r>
        <w:t>210.0315</w:t>
      </w:r>
      <w:r>
        <w:tab/>
        <w:t>4.051e0</w:t>
      </w:r>
    </w:p>
    <w:p w:rsidR="00E00D30" w:rsidRDefault="00E00D30" w:rsidP="00E00D30">
      <w:r>
        <w:t>210.0355</w:t>
      </w:r>
      <w:r>
        <w:tab/>
        <w:t>2.025e0</w:t>
      </w:r>
    </w:p>
    <w:p w:rsidR="00E00D30" w:rsidRDefault="00E00D30" w:rsidP="00E00D30">
      <w:r>
        <w:t>210.0387</w:t>
      </w:r>
      <w:r>
        <w:tab/>
        <w:t>1.045e1</w:t>
      </w:r>
    </w:p>
    <w:p w:rsidR="00E00D30" w:rsidRDefault="00E00D30" w:rsidP="00E00D30">
      <w:r>
        <w:t>210.0409</w:t>
      </w:r>
      <w:r>
        <w:tab/>
        <w:t>1.013e0</w:t>
      </w:r>
    </w:p>
    <w:p w:rsidR="00E00D30" w:rsidRDefault="00E00D30" w:rsidP="00E00D30">
      <w:r>
        <w:t>210.0453</w:t>
      </w:r>
      <w:r>
        <w:tab/>
        <w:t>4.332e0</w:t>
      </w:r>
    </w:p>
    <w:p w:rsidR="00E00D30" w:rsidRDefault="00E00D30" w:rsidP="00E00D30">
      <w:r>
        <w:t>210.0468</w:t>
      </w:r>
      <w:r>
        <w:tab/>
        <w:t>2.025e0</w:t>
      </w:r>
    </w:p>
    <w:p w:rsidR="00E00D30" w:rsidRDefault="00E00D30" w:rsidP="00E00D30">
      <w:r>
        <w:t>210.0513</w:t>
      </w:r>
      <w:r>
        <w:tab/>
        <w:t>5.063e0</w:t>
      </w:r>
    </w:p>
    <w:p w:rsidR="00E00D30" w:rsidRDefault="00E00D30" w:rsidP="00E00D30">
      <w:r>
        <w:t>210.0723</w:t>
      </w:r>
      <w:r>
        <w:tab/>
        <w:t>8.101e0</w:t>
      </w:r>
    </w:p>
    <w:p w:rsidR="00E00D30" w:rsidRDefault="00E00D30" w:rsidP="00E00D30">
      <w:r>
        <w:t>210.0751</w:t>
      </w:r>
      <w:r>
        <w:tab/>
        <w:t>5.063e0</w:t>
      </w:r>
    </w:p>
    <w:p w:rsidR="00E00D30" w:rsidRDefault="00E00D30" w:rsidP="00E00D30">
      <w:r>
        <w:t>210.0796</w:t>
      </w:r>
      <w:r>
        <w:tab/>
        <w:t>2.025e0</w:t>
      </w:r>
    </w:p>
    <w:p w:rsidR="00E00D30" w:rsidRDefault="00E00D30" w:rsidP="00E00D30">
      <w:r>
        <w:t>210.1073</w:t>
      </w:r>
      <w:r>
        <w:tab/>
        <w:t>1.013e0</w:t>
      </w:r>
    </w:p>
    <w:p w:rsidR="00E00D30" w:rsidRDefault="00E00D30" w:rsidP="00E00D30">
      <w:r>
        <w:t>210.1089</w:t>
      </w:r>
      <w:r>
        <w:tab/>
        <w:t>2.025e0</w:t>
      </w:r>
    </w:p>
    <w:p w:rsidR="00E00D30" w:rsidRDefault="00E00D30" w:rsidP="00E00D30">
      <w:r>
        <w:lastRenderedPageBreak/>
        <w:t>210.1108</w:t>
      </w:r>
      <w:r>
        <w:tab/>
        <w:t>3.038e0</w:t>
      </w:r>
    </w:p>
    <w:p w:rsidR="00E00D30" w:rsidRDefault="00E00D30" w:rsidP="00E00D30">
      <w:r>
        <w:t>210.1260</w:t>
      </w:r>
      <w:r>
        <w:tab/>
        <w:t>3.038e0</w:t>
      </w:r>
    </w:p>
    <w:p w:rsidR="00E00D30" w:rsidRDefault="00E00D30" w:rsidP="00E00D30">
      <w:r>
        <w:t>210.1298</w:t>
      </w:r>
      <w:r>
        <w:tab/>
        <w:t>1.013e0</w:t>
      </w:r>
    </w:p>
    <w:p w:rsidR="00E00D30" w:rsidRDefault="00E00D30" w:rsidP="00E00D30">
      <w:r>
        <w:t>210.1392</w:t>
      </w:r>
      <w:r>
        <w:tab/>
        <w:t>2.025e0</w:t>
      </w:r>
    </w:p>
    <w:p w:rsidR="00E00D30" w:rsidRDefault="00E00D30" w:rsidP="00E00D30">
      <w:r>
        <w:t>210.1526</w:t>
      </w:r>
      <w:r>
        <w:tab/>
        <w:t>2.025e0</w:t>
      </w:r>
    </w:p>
    <w:p w:rsidR="00E00D30" w:rsidRDefault="00E00D30" w:rsidP="00E00D30">
      <w:r>
        <w:t>210.1564</w:t>
      </w:r>
      <w:r>
        <w:tab/>
        <w:t>3.038e0</w:t>
      </w:r>
    </w:p>
    <w:p w:rsidR="00E00D30" w:rsidRDefault="00E00D30" w:rsidP="00E00D30">
      <w:r>
        <w:t>210.1640</w:t>
      </w:r>
      <w:r>
        <w:tab/>
        <w:t>1.013e0</w:t>
      </w:r>
    </w:p>
    <w:p w:rsidR="00E00D30" w:rsidRDefault="00E00D30" w:rsidP="00E00D30">
      <w:r>
        <w:t>210.1683</w:t>
      </w:r>
      <w:r>
        <w:tab/>
        <w:t>3.038e0</w:t>
      </w:r>
    </w:p>
    <w:p w:rsidR="00E00D30" w:rsidRDefault="00E00D30" w:rsidP="00E00D30">
      <w:r>
        <w:t>210.1720</w:t>
      </w:r>
      <w:r>
        <w:tab/>
        <w:t>1.013e0</w:t>
      </w:r>
    </w:p>
    <w:p w:rsidR="00E00D30" w:rsidRDefault="00E00D30" w:rsidP="00E00D30">
      <w:r>
        <w:t>210.1912</w:t>
      </w:r>
      <w:r>
        <w:tab/>
        <w:t>2.025e0</w:t>
      </w:r>
    </w:p>
    <w:p w:rsidR="00E00D30" w:rsidRDefault="00E00D30" w:rsidP="00E00D30">
      <w:r>
        <w:t>210.1960</w:t>
      </w:r>
      <w:r>
        <w:tab/>
        <w:t>2.025e0</w:t>
      </w:r>
    </w:p>
    <w:p w:rsidR="00E00D30" w:rsidRDefault="00E00D30" w:rsidP="00E00D30">
      <w:r>
        <w:t>210.2016</w:t>
      </w:r>
      <w:r>
        <w:tab/>
        <w:t>2.025e0</w:t>
      </w:r>
    </w:p>
    <w:p w:rsidR="00E00D30" w:rsidRDefault="00E00D30" w:rsidP="00E00D30">
      <w:r>
        <w:t>210.2034</w:t>
      </w:r>
      <w:r>
        <w:tab/>
        <w:t>1.013e0</w:t>
      </w:r>
    </w:p>
    <w:p w:rsidR="00E00D30" w:rsidRDefault="00E00D30" w:rsidP="00E00D30">
      <w:r>
        <w:t>210.2148</w:t>
      </w:r>
      <w:r>
        <w:tab/>
        <w:t>2.025e0</w:t>
      </w:r>
    </w:p>
    <w:p w:rsidR="00E00D30" w:rsidRDefault="00E00D30" w:rsidP="00E00D30">
      <w:r>
        <w:t>210.2262</w:t>
      </w:r>
      <w:r>
        <w:tab/>
        <w:t>1.013e0</w:t>
      </w:r>
    </w:p>
    <w:p w:rsidR="00E00D30" w:rsidRDefault="00E00D30" w:rsidP="00E00D30">
      <w:r>
        <w:t>210.2374</w:t>
      </w:r>
      <w:r>
        <w:tab/>
        <w:t>1.013e0</w:t>
      </w:r>
    </w:p>
    <w:p w:rsidR="00E00D30" w:rsidRDefault="00E00D30" w:rsidP="00E00D30">
      <w:r>
        <w:t>210.2450</w:t>
      </w:r>
      <w:r>
        <w:tab/>
        <w:t>1.013e0</w:t>
      </w:r>
    </w:p>
    <w:p w:rsidR="00E00D30" w:rsidRDefault="00E00D30" w:rsidP="00E00D30">
      <w:r>
        <w:t>210.2763</w:t>
      </w:r>
      <w:r>
        <w:tab/>
        <w:t>2.025e0</w:t>
      </w:r>
    </w:p>
    <w:p w:rsidR="00E00D30" w:rsidRDefault="00E00D30" w:rsidP="00E00D30">
      <w:r>
        <w:t>210.2821</w:t>
      </w:r>
      <w:r>
        <w:tab/>
        <w:t>2.025e0</w:t>
      </w:r>
    </w:p>
    <w:p w:rsidR="00E00D30" w:rsidRDefault="00E00D30" w:rsidP="00E00D30">
      <w:r>
        <w:lastRenderedPageBreak/>
        <w:t>210.2842</w:t>
      </w:r>
      <w:r>
        <w:tab/>
        <w:t>1.013e0</w:t>
      </w:r>
    </w:p>
    <w:p w:rsidR="00E00D30" w:rsidRDefault="00E00D30" w:rsidP="00E00D30">
      <w:r>
        <w:t>210.2924</w:t>
      </w:r>
      <w:r>
        <w:tab/>
        <w:t>2.025e0</w:t>
      </w:r>
    </w:p>
    <w:p w:rsidR="00E00D30" w:rsidRDefault="00E00D30" w:rsidP="00E00D30">
      <w:r>
        <w:t>210.2998</w:t>
      </w:r>
      <w:r>
        <w:tab/>
        <w:t>1.013e0</w:t>
      </w:r>
    </w:p>
    <w:p w:rsidR="00E00D30" w:rsidRDefault="00E00D30" w:rsidP="00E00D30">
      <w:r>
        <w:t>210.3036</w:t>
      </w:r>
      <w:r>
        <w:tab/>
        <w:t>1.013e0</w:t>
      </w:r>
    </w:p>
    <w:p w:rsidR="00E00D30" w:rsidRDefault="00E00D30" w:rsidP="00E00D30">
      <w:r>
        <w:t>210.3150</w:t>
      </w:r>
      <w:r>
        <w:tab/>
        <w:t>1.013e0</w:t>
      </w:r>
    </w:p>
    <w:p w:rsidR="00E00D30" w:rsidRDefault="00E00D30" w:rsidP="00E00D30">
      <w:r>
        <w:t>210.3226</w:t>
      </w:r>
      <w:r>
        <w:tab/>
        <w:t>1.013e0</w:t>
      </w:r>
    </w:p>
    <w:p w:rsidR="00E00D30" w:rsidRDefault="00E00D30" w:rsidP="00E00D30">
      <w:r>
        <w:t>210.3377</w:t>
      </w:r>
      <w:r>
        <w:tab/>
        <w:t>1.013e0</w:t>
      </w:r>
    </w:p>
    <w:p w:rsidR="00E00D30" w:rsidRDefault="00E00D30" w:rsidP="00E00D30">
      <w:r>
        <w:t>210.3456</w:t>
      </w:r>
      <w:r>
        <w:tab/>
        <w:t>1.013e0</w:t>
      </w:r>
    </w:p>
    <w:p w:rsidR="00E00D30" w:rsidRDefault="00E00D30" w:rsidP="00E00D30">
      <w:r>
        <w:t>210.3493</w:t>
      </w:r>
      <w:r>
        <w:tab/>
        <w:t>1.013e0</w:t>
      </w:r>
    </w:p>
    <w:p w:rsidR="00E00D30" w:rsidRDefault="00E00D30" w:rsidP="00E00D30">
      <w:r>
        <w:t>210.3683</w:t>
      </w:r>
      <w:r>
        <w:tab/>
        <w:t>1.013e0</w:t>
      </w:r>
    </w:p>
    <w:p w:rsidR="00E00D30" w:rsidRDefault="00E00D30" w:rsidP="00E00D30">
      <w:r>
        <w:t>210.3727</w:t>
      </w:r>
      <w:r>
        <w:tab/>
        <w:t>1.013e0</w:t>
      </w:r>
    </w:p>
    <w:p w:rsidR="00E00D30" w:rsidRDefault="00E00D30" w:rsidP="00E00D30">
      <w:r>
        <w:t>210.3964</w:t>
      </w:r>
      <w:r>
        <w:tab/>
        <w:t>2.025e0</w:t>
      </w:r>
    </w:p>
    <w:p w:rsidR="00E00D30" w:rsidRDefault="00E00D30" w:rsidP="00E00D30">
      <w:r>
        <w:t>210.4041</w:t>
      </w:r>
      <w:r>
        <w:tab/>
        <w:t>2.025e0</w:t>
      </w:r>
    </w:p>
    <w:p w:rsidR="00E00D30" w:rsidRDefault="00E00D30" w:rsidP="00E00D30">
      <w:r>
        <w:t>210.4382</w:t>
      </w:r>
      <w:r>
        <w:tab/>
        <w:t>1.013e0</w:t>
      </w:r>
    </w:p>
    <w:p w:rsidR="00E00D30" w:rsidRDefault="00E00D30" w:rsidP="00E00D30">
      <w:r>
        <w:t>210.4767</w:t>
      </w:r>
      <w:r>
        <w:tab/>
        <w:t>1.013e0</w:t>
      </w:r>
    </w:p>
    <w:p w:rsidR="00E00D30" w:rsidRDefault="00E00D30" w:rsidP="00E00D30">
      <w:r>
        <w:t>210.4846</w:t>
      </w:r>
      <w:r>
        <w:tab/>
        <w:t>1.013e0</w:t>
      </w:r>
    </w:p>
    <w:p w:rsidR="00E00D30" w:rsidRDefault="00E00D30" w:rsidP="00E00D30">
      <w:r>
        <w:t>210.5116</w:t>
      </w:r>
      <w:r>
        <w:tab/>
        <w:t>1.013e0</w:t>
      </w:r>
    </w:p>
    <w:p w:rsidR="00E00D30" w:rsidRDefault="00E00D30" w:rsidP="00E00D30">
      <w:r>
        <w:t>210.5230</w:t>
      </w:r>
      <w:r>
        <w:tab/>
        <w:t>1.013e0</w:t>
      </w:r>
    </w:p>
    <w:p w:rsidR="00E00D30" w:rsidRDefault="00E00D30" w:rsidP="00E00D30">
      <w:r>
        <w:t>210.5267</w:t>
      </w:r>
      <w:r>
        <w:tab/>
        <w:t>1.013e0</w:t>
      </w:r>
    </w:p>
    <w:p w:rsidR="00E00D30" w:rsidRDefault="00E00D30" w:rsidP="00E00D30">
      <w:r>
        <w:lastRenderedPageBreak/>
        <w:t>210.5381</w:t>
      </w:r>
      <w:r>
        <w:tab/>
        <w:t>1.013e0</w:t>
      </w:r>
    </w:p>
    <w:p w:rsidR="00E00D30" w:rsidRDefault="00E00D30" w:rsidP="00E00D30">
      <w:r>
        <w:t>210.5531</w:t>
      </w:r>
      <w:r>
        <w:tab/>
        <w:t>1.013e0</w:t>
      </w:r>
    </w:p>
    <w:p w:rsidR="00E00D30" w:rsidRDefault="00E00D30" w:rsidP="00E00D30">
      <w:r>
        <w:t>210.5750</w:t>
      </w:r>
      <w:r>
        <w:tab/>
        <w:t>2.025e0</w:t>
      </w:r>
    </w:p>
    <w:p w:rsidR="00E00D30" w:rsidRDefault="00E00D30" w:rsidP="00E00D30">
      <w:r>
        <w:t>210.5770</w:t>
      </w:r>
      <w:r>
        <w:tab/>
        <w:t>1.013e0</w:t>
      </w:r>
    </w:p>
    <w:p w:rsidR="00E00D30" w:rsidRDefault="00E00D30" w:rsidP="00E00D30">
      <w:r>
        <w:t>210.5889</w:t>
      </w:r>
      <w:r>
        <w:tab/>
        <w:t>1.013e0</w:t>
      </w:r>
    </w:p>
    <w:p w:rsidR="00E00D30" w:rsidRDefault="00E00D30" w:rsidP="00E00D30">
      <w:r>
        <w:t>210.5986</w:t>
      </w:r>
      <w:r>
        <w:tab/>
        <w:t>2.025e0</w:t>
      </w:r>
    </w:p>
    <w:p w:rsidR="00E00D30" w:rsidRDefault="00E00D30" w:rsidP="00E00D30">
      <w:r>
        <w:t>210.6008</w:t>
      </w:r>
      <w:r>
        <w:tab/>
        <w:t>1.013e0</w:t>
      </w:r>
    </w:p>
    <w:p w:rsidR="00E00D30" w:rsidRDefault="00E00D30" w:rsidP="00E00D30">
      <w:r>
        <w:t>210.6346</w:t>
      </w:r>
      <w:r>
        <w:tab/>
        <w:t>1.013e0</w:t>
      </w:r>
    </w:p>
    <w:p w:rsidR="00E00D30" w:rsidRDefault="00E00D30" w:rsidP="00E00D30">
      <w:r>
        <w:t>210.6533</w:t>
      </w:r>
      <w:r>
        <w:tab/>
        <w:t>1.013e0</w:t>
      </w:r>
    </w:p>
    <w:p w:rsidR="00E00D30" w:rsidRDefault="00E00D30" w:rsidP="00E00D30">
      <w:r>
        <w:t>210.6673</w:t>
      </w:r>
      <w:r>
        <w:tab/>
        <w:t>3.038e0</w:t>
      </w:r>
    </w:p>
    <w:p w:rsidR="00E00D30" w:rsidRDefault="00E00D30" w:rsidP="00E00D30">
      <w:r>
        <w:t>210.6894</w:t>
      </w:r>
      <w:r>
        <w:tab/>
        <w:t>1.013e0</w:t>
      </w:r>
    </w:p>
    <w:p w:rsidR="00E00D30" w:rsidRDefault="00E00D30" w:rsidP="00E00D30">
      <w:r>
        <w:t>210.6973</w:t>
      </w:r>
      <w:r>
        <w:tab/>
        <w:t>1.013e0</w:t>
      </w:r>
    </w:p>
    <w:p w:rsidR="00E00D30" w:rsidRDefault="00E00D30" w:rsidP="00E00D30">
      <w:r>
        <w:t>210.7007</w:t>
      </w:r>
      <w:r>
        <w:tab/>
        <w:t>1.013e0</w:t>
      </w:r>
    </w:p>
    <w:p w:rsidR="00E00D30" w:rsidRDefault="00E00D30" w:rsidP="00E00D30">
      <w:r>
        <w:t>210.7046</w:t>
      </w:r>
      <w:r>
        <w:tab/>
        <w:t>1.013e0</w:t>
      </w:r>
    </w:p>
    <w:p w:rsidR="00E00D30" w:rsidRDefault="00E00D30" w:rsidP="00E00D30">
      <w:r>
        <w:t>210.7197</w:t>
      </w:r>
      <w:r>
        <w:tab/>
        <w:t>2.025e0</w:t>
      </w:r>
    </w:p>
    <w:p w:rsidR="00E00D30" w:rsidRDefault="00E00D30" w:rsidP="00E00D30">
      <w:r>
        <w:t>210.7235</w:t>
      </w:r>
      <w:r>
        <w:tab/>
        <w:t>1.013e0</w:t>
      </w:r>
    </w:p>
    <w:p w:rsidR="00E00D30" w:rsidRDefault="00E00D30" w:rsidP="00E00D30">
      <w:r>
        <w:t>210.7388</w:t>
      </w:r>
      <w:r>
        <w:tab/>
        <w:t>2.025e0</w:t>
      </w:r>
    </w:p>
    <w:p w:rsidR="00E00D30" w:rsidRDefault="00E00D30" w:rsidP="00E00D30">
      <w:r>
        <w:t>210.7617</w:t>
      </w:r>
      <w:r>
        <w:tab/>
        <w:t>1.013e0</w:t>
      </w:r>
    </w:p>
    <w:p w:rsidR="00E00D30" w:rsidRDefault="00E00D30" w:rsidP="00E00D30">
      <w:r>
        <w:t>210.8051</w:t>
      </w:r>
      <w:r>
        <w:tab/>
        <w:t>1.013e0</w:t>
      </w:r>
    </w:p>
    <w:p w:rsidR="00E00D30" w:rsidRDefault="00E00D30" w:rsidP="00E00D30">
      <w:r>
        <w:lastRenderedPageBreak/>
        <w:t>210.8161</w:t>
      </w:r>
      <w:r>
        <w:tab/>
        <w:t>1.013e0</w:t>
      </w:r>
    </w:p>
    <w:p w:rsidR="00E00D30" w:rsidRDefault="00E00D30" w:rsidP="00E00D30">
      <w:r>
        <w:t>210.8276</w:t>
      </w:r>
      <w:r>
        <w:tab/>
        <w:t>1.013e0</w:t>
      </w:r>
    </w:p>
    <w:p w:rsidR="00E00D30" w:rsidRDefault="00E00D30" w:rsidP="00E00D30">
      <w:r>
        <w:t>210.8426</w:t>
      </w:r>
      <w:r>
        <w:tab/>
        <w:t>1.013e0</w:t>
      </w:r>
    </w:p>
    <w:p w:rsidR="00E00D30" w:rsidRDefault="00E00D30" w:rsidP="00E00D30">
      <w:r>
        <w:t>210.8701</w:t>
      </w:r>
      <w:r>
        <w:tab/>
        <w:t>2.025e0</w:t>
      </w:r>
    </w:p>
    <w:p w:rsidR="00E00D30" w:rsidRDefault="00E00D30" w:rsidP="00E00D30">
      <w:r>
        <w:t>210.8825</w:t>
      </w:r>
      <w:r>
        <w:tab/>
        <w:t>1.013e0</w:t>
      </w:r>
    </w:p>
    <w:p w:rsidR="00E00D30" w:rsidRDefault="00E00D30" w:rsidP="00E00D30">
      <w:r>
        <w:t>210.9050</w:t>
      </w:r>
      <w:r>
        <w:tab/>
        <w:t>1.013e0</w:t>
      </w:r>
    </w:p>
    <w:p w:rsidR="00E00D30" w:rsidRDefault="00E00D30" w:rsidP="00E00D30">
      <w:r>
        <w:t>210.9353</w:t>
      </w:r>
      <w:r>
        <w:tab/>
        <w:t>3.038e0</w:t>
      </w:r>
    </w:p>
    <w:p w:rsidR="00E00D30" w:rsidRDefault="00E00D30" w:rsidP="00E00D30">
      <w:r>
        <w:t>210.9432</w:t>
      </w:r>
      <w:r>
        <w:tab/>
        <w:t>1.013e0</w:t>
      </w:r>
    </w:p>
    <w:p w:rsidR="00E00D30" w:rsidRDefault="00E00D30" w:rsidP="00E00D30">
      <w:r>
        <w:t>210.9707</w:t>
      </w:r>
      <w:r>
        <w:tab/>
        <w:t>2.025e0</w:t>
      </w:r>
    </w:p>
    <w:p w:rsidR="00E00D30" w:rsidRDefault="00E00D30" w:rsidP="00E00D30">
      <w:r>
        <w:t>210.9904</w:t>
      </w:r>
      <w:r>
        <w:tab/>
        <w:t>1.013e0</w:t>
      </w:r>
    </w:p>
    <w:p w:rsidR="00E00D30" w:rsidRDefault="00E00D30" w:rsidP="00E00D30">
      <w:r>
        <w:t>210.9981</w:t>
      </w:r>
      <w:r>
        <w:tab/>
        <w:t>1.013e0</w:t>
      </w:r>
    </w:p>
    <w:p w:rsidR="00E00D30" w:rsidRDefault="00E00D30" w:rsidP="00E00D30">
      <w:r>
        <w:t>211.0168</w:t>
      </w:r>
      <w:r>
        <w:tab/>
        <w:t>1.013e0</w:t>
      </w:r>
    </w:p>
    <w:p w:rsidR="00E00D30" w:rsidRDefault="00E00D30" w:rsidP="00E00D30">
      <w:r>
        <w:t>211.0205</w:t>
      </w:r>
      <w:r>
        <w:tab/>
        <w:t>2.025e0</w:t>
      </w:r>
    </w:p>
    <w:p w:rsidR="00E00D30" w:rsidRDefault="00E00D30" w:rsidP="00E00D30">
      <w:r>
        <w:t>211.0282</w:t>
      </w:r>
      <w:r>
        <w:tab/>
        <w:t>2.025e0</w:t>
      </w:r>
    </w:p>
    <w:p w:rsidR="00E00D30" w:rsidRDefault="00E00D30" w:rsidP="00E00D30">
      <w:r>
        <w:t>211.0320</w:t>
      </w:r>
      <w:r>
        <w:tab/>
        <w:t>2.025e0</w:t>
      </w:r>
    </w:p>
    <w:p w:rsidR="00E00D30" w:rsidRDefault="00E00D30" w:rsidP="00E00D30">
      <w:r>
        <w:t>211.0395</w:t>
      </w:r>
      <w:r>
        <w:tab/>
        <w:t>1.013e0</w:t>
      </w:r>
    </w:p>
    <w:p w:rsidR="00E00D30" w:rsidRDefault="00E00D30" w:rsidP="00E00D30">
      <w:r>
        <w:t>211.0511</w:t>
      </w:r>
      <w:r>
        <w:tab/>
        <w:t>5.063e0</w:t>
      </w:r>
    </w:p>
    <w:p w:rsidR="00E00D30" w:rsidRDefault="00E00D30" w:rsidP="00E00D30">
      <w:r>
        <w:t>211.0650</w:t>
      </w:r>
      <w:r>
        <w:tab/>
        <w:t>2.025e0</w:t>
      </w:r>
    </w:p>
    <w:p w:rsidR="00E00D30" w:rsidRDefault="00E00D30" w:rsidP="00E00D30">
      <w:r>
        <w:t>211.0674</w:t>
      </w:r>
      <w:r>
        <w:tab/>
        <w:t>1.013e0</w:t>
      </w:r>
    </w:p>
    <w:p w:rsidR="00E00D30" w:rsidRDefault="00E00D30" w:rsidP="00E00D30">
      <w:r>
        <w:lastRenderedPageBreak/>
        <w:t>211.0712</w:t>
      </w:r>
      <w:r>
        <w:tab/>
        <w:t>3.038e0</w:t>
      </w:r>
    </w:p>
    <w:p w:rsidR="00E00D30" w:rsidRDefault="00E00D30" w:rsidP="00E00D30">
      <w:r>
        <w:t>211.0888</w:t>
      </w:r>
      <w:r>
        <w:tab/>
        <w:t>2.025e0</w:t>
      </w:r>
    </w:p>
    <w:p w:rsidR="00E00D30" w:rsidRDefault="00E00D30" w:rsidP="00E00D30">
      <w:r>
        <w:t>211.0905</w:t>
      </w:r>
      <w:r>
        <w:tab/>
        <w:t>1.013e0</w:t>
      </w:r>
    </w:p>
    <w:p w:rsidR="00E00D30" w:rsidRDefault="00E00D30" w:rsidP="00E00D30">
      <w:r>
        <w:t>211.1172</w:t>
      </w:r>
      <w:r>
        <w:tab/>
        <w:t>2.025e0</w:t>
      </w:r>
    </w:p>
    <w:p w:rsidR="00E00D30" w:rsidRDefault="00E00D30" w:rsidP="00E00D30">
      <w:r>
        <w:t>211.1189</w:t>
      </w:r>
      <w:r>
        <w:tab/>
        <w:t>3.038e0</w:t>
      </w:r>
    </w:p>
    <w:p w:rsidR="00E00D30" w:rsidRDefault="00E00D30" w:rsidP="00E00D30">
      <w:r>
        <w:t>211.1247</w:t>
      </w:r>
      <w:r>
        <w:tab/>
        <w:t>2.025e0</w:t>
      </w:r>
    </w:p>
    <w:p w:rsidR="00E00D30" w:rsidRDefault="00E00D30" w:rsidP="00E00D30">
      <w:r>
        <w:t>211.1284</w:t>
      </w:r>
      <w:r>
        <w:tab/>
        <w:t>1.013e0</w:t>
      </w:r>
    </w:p>
    <w:p w:rsidR="00E00D30" w:rsidRDefault="00E00D30" w:rsidP="00E00D30">
      <w:r>
        <w:t>211.1330</w:t>
      </w:r>
      <w:r>
        <w:tab/>
        <w:t>2.877e0</w:t>
      </w:r>
    </w:p>
    <w:p w:rsidR="00E00D30" w:rsidRDefault="00E00D30" w:rsidP="00E00D30">
      <w:r>
        <w:t>211.1360</w:t>
      </w:r>
      <w:r>
        <w:tab/>
        <w:t>1.013e0</w:t>
      </w:r>
    </w:p>
    <w:p w:rsidR="00E00D30" w:rsidRDefault="00E00D30" w:rsidP="00E00D30">
      <w:r>
        <w:t>211.1384</w:t>
      </w:r>
      <w:r>
        <w:tab/>
        <w:t>5.063e0</w:t>
      </w:r>
    </w:p>
    <w:p w:rsidR="00E00D30" w:rsidRDefault="00E00D30" w:rsidP="00E00D30">
      <w:r>
        <w:t>211.1515</w:t>
      </w:r>
      <w:r>
        <w:tab/>
        <w:t>1.013e0</w:t>
      </w:r>
    </w:p>
    <w:p w:rsidR="00E00D30" w:rsidRDefault="00E00D30" w:rsidP="00E00D30">
      <w:r>
        <w:t>211.1638</w:t>
      </w:r>
      <w:r>
        <w:tab/>
        <w:t>3.038e0</w:t>
      </w:r>
    </w:p>
    <w:p w:rsidR="00E00D30" w:rsidRDefault="00E00D30" w:rsidP="00E00D30">
      <w:r>
        <w:t>211.1677</w:t>
      </w:r>
      <w:r>
        <w:tab/>
        <w:t>1.013e0</w:t>
      </w:r>
    </w:p>
    <w:p w:rsidR="00E00D30" w:rsidRDefault="00E00D30" w:rsidP="00E00D30">
      <w:r>
        <w:t>211.1695</w:t>
      </w:r>
      <w:r>
        <w:tab/>
        <w:t>2.025e0</w:t>
      </w:r>
    </w:p>
    <w:p w:rsidR="00E00D30" w:rsidRDefault="00E00D30" w:rsidP="00E00D30">
      <w:r>
        <w:t>211.1756</w:t>
      </w:r>
      <w:r>
        <w:tab/>
        <w:t>1.013e0</w:t>
      </w:r>
    </w:p>
    <w:p w:rsidR="00E00D30" w:rsidRDefault="00E00D30" w:rsidP="00E00D30">
      <w:r>
        <w:t>211.1773</w:t>
      </w:r>
      <w:r>
        <w:tab/>
        <w:t>2.025e0</w:t>
      </w:r>
    </w:p>
    <w:p w:rsidR="00E00D30" w:rsidRDefault="00E00D30" w:rsidP="00E00D30">
      <w:r>
        <w:t>211.1834</w:t>
      </w:r>
      <w:r>
        <w:tab/>
        <w:t>1.013e0</w:t>
      </w:r>
    </w:p>
    <w:p w:rsidR="00E00D30" w:rsidRDefault="00E00D30" w:rsidP="00E00D30">
      <w:r>
        <w:t>211.1872</w:t>
      </w:r>
      <w:r>
        <w:tab/>
        <w:t>2.025e0</w:t>
      </w:r>
    </w:p>
    <w:p w:rsidR="00E00D30" w:rsidRDefault="00E00D30" w:rsidP="00E00D30">
      <w:r>
        <w:t>211.2136</w:t>
      </w:r>
      <w:r>
        <w:tab/>
        <w:t>2.025e0</w:t>
      </w:r>
    </w:p>
    <w:p w:rsidR="00E00D30" w:rsidRDefault="00E00D30" w:rsidP="00E00D30">
      <w:r>
        <w:lastRenderedPageBreak/>
        <w:t>211.2175</w:t>
      </w:r>
      <w:r>
        <w:tab/>
        <w:t>1.013e0</w:t>
      </w:r>
    </w:p>
    <w:p w:rsidR="00E00D30" w:rsidRDefault="00E00D30" w:rsidP="00E00D30">
      <w:r>
        <w:t>211.2194</w:t>
      </w:r>
      <w:r>
        <w:tab/>
        <w:t>2.025e0</w:t>
      </w:r>
    </w:p>
    <w:p w:rsidR="00E00D30" w:rsidRDefault="00E00D30" w:rsidP="00E00D30">
      <w:r>
        <w:t>211.2291</w:t>
      </w:r>
      <w:r>
        <w:tab/>
        <w:t>1.013e0</w:t>
      </w:r>
    </w:p>
    <w:p w:rsidR="00E00D30" w:rsidRDefault="00E00D30" w:rsidP="00E00D30">
      <w:r>
        <w:t>211.2366</w:t>
      </w:r>
      <w:r>
        <w:tab/>
        <w:t>2.025e0</w:t>
      </w:r>
    </w:p>
    <w:p w:rsidR="00E00D30" w:rsidRDefault="00E00D30" w:rsidP="00E00D30">
      <w:r>
        <w:t>211.2874</w:t>
      </w:r>
      <w:r>
        <w:tab/>
        <w:t>1.013e0</w:t>
      </w:r>
    </w:p>
    <w:p w:rsidR="00E00D30" w:rsidRDefault="00E00D30" w:rsidP="00E00D30">
      <w:r>
        <w:t>211.2913</w:t>
      </w:r>
      <w:r>
        <w:tab/>
        <w:t>1.013e0</w:t>
      </w:r>
    </w:p>
    <w:p w:rsidR="00E00D30" w:rsidRDefault="00E00D30" w:rsidP="00E00D30">
      <w:r>
        <w:t>211.2950</w:t>
      </w:r>
      <w:r>
        <w:tab/>
        <w:t>2.025e0</w:t>
      </w:r>
    </w:p>
    <w:p w:rsidR="00E00D30" w:rsidRDefault="00E00D30" w:rsidP="00E00D30">
      <w:r>
        <w:t>211.3366</w:t>
      </w:r>
      <w:r>
        <w:tab/>
        <w:t>3.038e0</w:t>
      </w:r>
    </w:p>
    <w:p w:rsidR="00E00D30" w:rsidRDefault="00E00D30" w:rsidP="00E00D30">
      <w:r>
        <w:t>211.3605</w:t>
      </w:r>
      <w:r>
        <w:tab/>
        <w:t>2.025e0</w:t>
      </w:r>
    </w:p>
    <w:p w:rsidR="00E00D30" w:rsidRDefault="00E00D30" w:rsidP="00E00D30">
      <w:r>
        <w:t>211.3764</w:t>
      </w:r>
      <w:r>
        <w:tab/>
        <w:t>1.013e0</w:t>
      </w:r>
    </w:p>
    <w:p w:rsidR="00E00D30" w:rsidRDefault="00E00D30" w:rsidP="00E00D30">
      <w:r>
        <w:t>211.3803</w:t>
      </w:r>
      <w:r>
        <w:tab/>
        <w:t>1.013e0</w:t>
      </w:r>
    </w:p>
    <w:p w:rsidR="00E00D30" w:rsidRDefault="00E00D30" w:rsidP="00E00D30">
      <w:r>
        <w:t>211.4109</w:t>
      </w:r>
      <w:r>
        <w:tab/>
        <w:t>1.013e0</w:t>
      </w:r>
    </w:p>
    <w:p w:rsidR="00E00D30" w:rsidRDefault="00E00D30" w:rsidP="00E00D30">
      <w:r>
        <w:t>211.4256</w:t>
      </w:r>
      <w:r>
        <w:tab/>
        <w:t>3.038e0</w:t>
      </w:r>
    </w:p>
    <w:p w:rsidR="00E00D30" w:rsidRDefault="00E00D30" w:rsidP="00E00D30">
      <w:r>
        <w:t>211.4575</w:t>
      </w:r>
      <w:r>
        <w:tab/>
        <w:t>1.013e0</w:t>
      </w:r>
    </w:p>
    <w:p w:rsidR="00E00D30" w:rsidRDefault="00E00D30" w:rsidP="00E00D30">
      <w:r>
        <w:t>211.4693</w:t>
      </w:r>
      <w:r>
        <w:tab/>
        <w:t>2.025e0</w:t>
      </w:r>
    </w:p>
    <w:p w:rsidR="00E00D30" w:rsidRDefault="00E00D30" w:rsidP="00E00D30">
      <w:r>
        <w:t>211.4864</w:t>
      </w:r>
      <w:r>
        <w:tab/>
        <w:t>2.025e0</w:t>
      </w:r>
    </w:p>
    <w:p w:rsidR="00E00D30" w:rsidRDefault="00E00D30" w:rsidP="00E00D30">
      <w:r>
        <w:t>211.4955</w:t>
      </w:r>
      <w:r>
        <w:tab/>
        <w:t>6.076e0</w:t>
      </w:r>
    </w:p>
    <w:p w:rsidR="00E00D30" w:rsidRDefault="00E00D30" w:rsidP="00E00D30">
      <w:r>
        <w:t>211.4986</w:t>
      </w:r>
      <w:r>
        <w:tab/>
        <w:t>4.051e0</w:t>
      </w:r>
    </w:p>
    <w:p w:rsidR="00E00D30" w:rsidRDefault="00E00D30" w:rsidP="00E00D30">
      <w:r>
        <w:t>211.5010</w:t>
      </w:r>
      <w:r>
        <w:tab/>
        <w:t>3.640e0</w:t>
      </w:r>
    </w:p>
    <w:p w:rsidR="00E00D30" w:rsidRDefault="00E00D30" w:rsidP="00E00D30">
      <w:r>
        <w:lastRenderedPageBreak/>
        <w:t>211.5052</w:t>
      </w:r>
      <w:r>
        <w:tab/>
        <w:t>2.025e0</w:t>
      </w:r>
    </w:p>
    <w:p w:rsidR="00E00D30" w:rsidRDefault="00E00D30" w:rsidP="00E00D30">
      <w:r>
        <w:t>211.5112</w:t>
      </w:r>
      <w:r>
        <w:tab/>
        <w:t>2.025e0</w:t>
      </w:r>
    </w:p>
    <w:p w:rsidR="00E00D30" w:rsidRDefault="00E00D30" w:rsidP="00E00D30">
      <w:r>
        <w:t>211.5259</w:t>
      </w:r>
      <w:r>
        <w:tab/>
        <w:t>1.013e0</w:t>
      </w:r>
    </w:p>
    <w:p w:rsidR="00E00D30" w:rsidRDefault="00E00D30" w:rsidP="00E00D30">
      <w:r>
        <w:t>211.5342</w:t>
      </w:r>
      <w:r>
        <w:tab/>
        <w:t>2.025e0</w:t>
      </w:r>
    </w:p>
    <w:p w:rsidR="00E00D30" w:rsidRDefault="00E00D30" w:rsidP="00E00D30">
      <w:r>
        <w:t>211.5460</w:t>
      </w:r>
      <w:r>
        <w:tab/>
        <w:t>1.013e0</w:t>
      </w:r>
    </w:p>
    <w:p w:rsidR="00E00D30" w:rsidRDefault="00E00D30" w:rsidP="00E00D30">
      <w:r>
        <w:t>211.5585</w:t>
      </w:r>
      <w:r>
        <w:tab/>
        <w:t>1.013e0</w:t>
      </w:r>
    </w:p>
    <w:p w:rsidR="00E00D30" w:rsidRDefault="00E00D30" w:rsidP="00E00D30">
      <w:r>
        <w:t>211.5773</w:t>
      </w:r>
      <w:r>
        <w:tab/>
        <w:t>1.013e0</w:t>
      </w:r>
    </w:p>
    <w:p w:rsidR="00E00D30" w:rsidRDefault="00E00D30" w:rsidP="00E00D30">
      <w:r>
        <w:t>211.5886</w:t>
      </w:r>
      <w:r>
        <w:tab/>
        <w:t>1.013e0</w:t>
      </w:r>
    </w:p>
    <w:p w:rsidR="00E00D30" w:rsidRDefault="00E00D30" w:rsidP="00E00D30">
      <w:r>
        <w:t>211.5923</w:t>
      </w:r>
      <w:r>
        <w:tab/>
        <w:t>3.038e0</w:t>
      </w:r>
    </w:p>
    <w:p w:rsidR="00E00D30" w:rsidRDefault="00E00D30" w:rsidP="00E00D30">
      <w:r>
        <w:t>211.5962</w:t>
      </w:r>
      <w:r>
        <w:tab/>
        <w:t>2.025e0</w:t>
      </w:r>
    </w:p>
    <w:p w:rsidR="00E00D30" w:rsidRDefault="00E00D30" w:rsidP="00E00D30">
      <w:r>
        <w:t>211.6114</w:t>
      </w:r>
      <w:r>
        <w:tab/>
        <w:t>1.013e0</w:t>
      </w:r>
    </w:p>
    <w:p w:rsidR="00E00D30" w:rsidRDefault="00E00D30" w:rsidP="00E00D30">
      <w:r>
        <w:t>211.6695</w:t>
      </w:r>
      <w:r>
        <w:tab/>
        <w:t>4.051e0</w:t>
      </w:r>
    </w:p>
    <w:p w:rsidR="00E00D30" w:rsidRDefault="00E00D30" w:rsidP="00E00D30">
      <w:r>
        <w:t>211.6852</w:t>
      </w:r>
      <w:r>
        <w:tab/>
        <w:t>1.013e0</w:t>
      </w:r>
    </w:p>
    <w:p w:rsidR="00E00D30" w:rsidRDefault="00E00D30" w:rsidP="00E00D30">
      <w:r>
        <w:t>211.7080</w:t>
      </w:r>
      <w:r>
        <w:tab/>
        <w:t>1.013e0</w:t>
      </w:r>
    </w:p>
    <w:p w:rsidR="00E00D30" w:rsidRDefault="00E00D30" w:rsidP="00E00D30">
      <w:r>
        <w:t>211.7155</w:t>
      </w:r>
      <w:r>
        <w:tab/>
        <w:t>1.013e0</w:t>
      </w:r>
    </w:p>
    <w:p w:rsidR="00E00D30" w:rsidRDefault="00E00D30" w:rsidP="00E00D30">
      <w:r>
        <w:t>211.7197</w:t>
      </w:r>
      <w:r>
        <w:tab/>
        <w:t>1.013e0</w:t>
      </w:r>
    </w:p>
    <w:p w:rsidR="00E00D30" w:rsidRDefault="00E00D30" w:rsidP="00E00D30">
      <w:r>
        <w:t>211.7632</w:t>
      </w:r>
      <w:r>
        <w:tab/>
        <w:t>1.013e0</w:t>
      </w:r>
    </w:p>
    <w:p w:rsidR="00E00D30" w:rsidRDefault="00E00D30" w:rsidP="00E00D30">
      <w:r>
        <w:t>211.7667</w:t>
      </w:r>
      <w:r>
        <w:tab/>
        <w:t>1.013e0</w:t>
      </w:r>
    </w:p>
    <w:p w:rsidR="00E00D30" w:rsidRDefault="00E00D30" w:rsidP="00E00D30">
      <w:r>
        <w:t>211.7897</w:t>
      </w:r>
      <w:r>
        <w:tab/>
        <w:t>2.025e0</w:t>
      </w:r>
    </w:p>
    <w:p w:rsidR="00E00D30" w:rsidRDefault="00E00D30" w:rsidP="00E00D30">
      <w:r>
        <w:lastRenderedPageBreak/>
        <w:t>211.8323</w:t>
      </w:r>
      <w:r>
        <w:tab/>
        <w:t>1.013e0</w:t>
      </w:r>
    </w:p>
    <w:p w:rsidR="00E00D30" w:rsidRDefault="00E00D30" w:rsidP="00E00D30">
      <w:r>
        <w:t>211.8520</w:t>
      </w:r>
      <w:r>
        <w:tab/>
        <w:t>1.013e0</w:t>
      </w:r>
    </w:p>
    <w:p w:rsidR="00E00D30" w:rsidRDefault="00E00D30" w:rsidP="00E00D30">
      <w:r>
        <w:t>211.8540</w:t>
      </w:r>
      <w:r>
        <w:tab/>
        <w:t>2.025e0</w:t>
      </w:r>
    </w:p>
    <w:p w:rsidR="00E00D30" w:rsidRDefault="00E00D30" w:rsidP="00E00D30">
      <w:r>
        <w:t>211.8634</w:t>
      </w:r>
      <w:r>
        <w:tab/>
        <w:t>1.013e0</w:t>
      </w:r>
    </w:p>
    <w:p w:rsidR="00E00D30" w:rsidRDefault="00E00D30" w:rsidP="00E00D30">
      <w:r>
        <w:t>211.8671</w:t>
      </w:r>
      <w:r>
        <w:tab/>
        <w:t>1.013e0</w:t>
      </w:r>
    </w:p>
    <w:p w:rsidR="00E00D30" w:rsidRDefault="00E00D30" w:rsidP="00E00D30">
      <w:r>
        <w:t>211.8785</w:t>
      </w:r>
      <w:r>
        <w:tab/>
        <w:t>1.013e0</w:t>
      </w:r>
    </w:p>
    <w:p w:rsidR="00E00D30" w:rsidRDefault="00E00D30" w:rsidP="00E00D30">
      <w:r>
        <w:t>211.8899</w:t>
      </w:r>
      <w:r>
        <w:tab/>
        <w:t>1.013e0</w:t>
      </w:r>
    </w:p>
    <w:p w:rsidR="00E00D30" w:rsidRDefault="00E00D30" w:rsidP="00E00D30">
      <w:r>
        <w:t>211.8937</w:t>
      </w:r>
      <w:r>
        <w:tab/>
        <w:t>2.025e0</w:t>
      </w:r>
    </w:p>
    <w:p w:rsidR="00E00D30" w:rsidRDefault="00E00D30" w:rsidP="00E00D30">
      <w:r>
        <w:t>211.9011</w:t>
      </w:r>
      <w:r>
        <w:tab/>
        <w:t>1.013e0</w:t>
      </w:r>
    </w:p>
    <w:p w:rsidR="00E00D30" w:rsidRDefault="00E00D30" w:rsidP="00E00D30">
      <w:r>
        <w:t>211.9212</w:t>
      </w:r>
      <w:r>
        <w:tab/>
        <w:t>3.038e0</w:t>
      </w:r>
    </w:p>
    <w:p w:rsidR="00E00D30" w:rsidRDefault="00E00D30" w:rsidP="00E00D30">
      <w:r>
        <w:t>211.9321</w:t>
      </w:r>
      <w:r>
        <w:tab/>
        <w:t>2.025e0</w:t>
      </w:r>
    </w:p>
    <w:p w:rsidR="00E00D30" w:rsidRDefault="00E00D30" w:rsidP="00E00D30">
      <w:r>
        <w:t>211.9332</w:t>
      </w:r>
      <w:r>
        <w:tab/>
        <w:t>1.013e0</w:t>
      </w:r>
    </w:p>
    <w:p w:rsidR="00E00D30" w:rsidRDefault="00E00D30" w:rsidP="00E00D30">
      <w:r>
        <w:t>211.9486</w:t>
      </w:r>
      <w:r>
        <w:tab/>
        <w:t>1.013e0</w:t>
      </w:r>
    </w:p>
    <w:p w:rsidR="00E00D30" w:rsidRDefault="00E00D30" w:rsidP="00E00D30">
      <w:r>
        <w:t>211.9603</w:t>
      </w:r>
      <w:r>
        <w:tab/>
        <w:t>1.013e0</w:t>
      </w:r>
    </w:p>
    <w:p w:rsidR="00E00D30" w:rsidRDefault="00E00D30" w:rsidP="00E00D30">
      <w:r>
        <w:t>211.9795</w:t>
      </w:r>
      <w:r>
        <w:tab/>
        <w:t>2.731e0</w:t>
      </w:r>
    </w:p>
    <w:p w:rsidR="00E00D30" w:rsidRDefault="00E00D30" w:rsidP="00E00D30">
      <w:r>
        <w:t>211.9809</w:t>
      </w:r>
      <w:r>
        <w:tab/>
        <w:t>2.025e0</w:t>
      </w:r>
    </w:p>
    <w:p w:rsidR="00E00D30" w:rsidRDefault="00E00D30" w:rsidP="00E00D30">
      <w:r>
        <w:t>211.9865</w:t>
      </w:r>
      <w:r>
        <w:tab/>
        <w:t>1.013e0</w:t>
      </w:r>
    </w:p>
    <w:p w:rsidR="00E00D30" w:rsidRDefault="00E00D30" w:rsidP="00E00D30">
      <w:r>
        <w:t>212.0021</w:t>
      </w:r>
      <w:r>
        <w:tab/>
        <w:t>1.013e0</w:t>
      </w:r>
    </w:p>
    <w:p w:rsidR="00E00D30" w:rsidRDefault="00E00D30" w:rsidP="00E00D30">
      <w:r>
        <w:t>212.0067</w:t>
      </w:r>
      <w:r>
        <w:tab/>
        <w:t>9.114e0</w:t>
      </w:r>
    </w:p>
    <w:p w:rsidR="00E00D30" w:rsidRDefault="00E00D30" w:rsidP="00E00D30">
      <w:r>
        <w:lastRenderedPageBreak/>
        <w:t>212.0094</w:t>
      </w:r>
      <w:r>
        <w:tab/>
        <w:t>1.651e1</w:t>
      </w:r>
    </w:p>
    <w:p w:rsidR="00E00D30" w:rsidRDefault="00E00D30" w:rsidP="00E00D30">
      <w:r>
        <w:t>212.0155</w:t>
      </w:r>
      <w:r>
        <w:tab/>
        <w:t>4.225e0</w:t>
      </w:r>
    </w:p>
    <w:p w:rsidR="00E00D30" w:rsidRDefault="00E00D30" w:rsidP="00E00D30">
      <w:r>
        <w:t>212.0220</w:t>
      </w:r>
      <w:r>
        <w:tab/>
        <w:t>1.338e1</w:t>
      </w:r>
    </w:p>
    <w:p w:rsidR="00E00D30" w:rsidRDefault="00E00D30" w:rsidP="00E00D30">
      <w:r>
        <w:t>212.0344</w:t>
      </w:r>
      <w:r>
        <w:tab/>
        <w:t>7.089e0</w:t>
      </w:r>
    </w:p>
    <w:p w:rsidR="00E00D30" w:rsidRDefault="00E00D30" w:rsidP="00E00D30">
      <w:r>
        <w:t>212.0379</w:t>
      </w:r>
      <w:r>
        <w:tab/>
        <w:t>2.025e0</w:t>
      </w:r>
    </w:p>
    <w:p w:rsidR="00E00D30" w:rsidRDefault="00E00D30" w:rsidP="00E00D30">
      <w:r>
        <w:t>212.0393</w:t>
      </w:r>
      <w:r>
        <w:tab/>
        <w:t>5.063e0</w:t>
      </w:r>
    </w:p>
    <w:p w:rsidR="00E00D30" w:rsidRDefault="00E00D30" w:rsidP="00E00D30">
      <w:r>
        <w:t>212.0446</w:t>
      </w:r>
      <w:r>
        <w:tab/>
        <w:t>4.051e0</w:t>
      </w:r>
    </w:p>
    <w:p w:rsidR="00E00D30" w:rsidRDefault="00E00D30" w:rsidP="00E00D30">
      <w:r>
        <w:t>212.0681</w:t>
      </w:r>
      <w:r>
        <w:tab/>
        <w:t>1.013e0</w:t>
      </w:r>
    </w:p>
    <w:p w:rsidR="00E00D30" w:rsidRDefault="00E00D30" w:rsidP="00E00D30">
      <w:r>
        <w:t>212.0760</w:t>
      </w:r>
      <w:r>
        <w:tab/>
        <w:t>1.013e0</w:t>
      </w:r>
    </w:p>
    <w:p w:rsidR="00E00D30" w:rsidRDefault="00E00D30" w:rsidP="00E00D30">
      <w:r>
        <w:t>212.0798</w:t>
      </w:r>
      <w:r>
        <w:tab/>
        <w:t>1.013e0</w:t>
      </w:r>
    </w:p>
    <w:p w:rsidR="00E00D30" w:rsidRDefault="00E00D30" w:rsidP="00E00D30">
      <w:r>
        <w:t>212.0869</w:t>
      </w:r>
      <w:r>
        <w:tab/>
        <w:t>2.025e0</w:t>
      </w:r>
    </w:p>
    <w:p w:rsidR="00E00D30" w:rsidRDefault="00E00D30" w:rsidP="00E00D30">
      <w:r>
        <w:t>212.0907</w:t>
      </w:r>
      <w:r>
        <w:tab/>
        <w:t>1.013e0</w:t>
      </w:r>
    </w:p>
    <w:p w:rsidR="00E00D30" w:rsidRDefault="00E00D30" w:rsidP="00E00D30">
      <w:r>
        <w:t>212.0941</w:t>
      </w:r>
      <w:r>
        <w:tab/>
        <w:t>3.038e0</w:t>
      </w:r>
    </w:p>
    <w:p w:rsidR="00E00D30" w:rsidRDefault="00E00D30" w:rsidP="00E00D30">
      <w:r>
        <w:t>212.1010</w:t>
      </w:r>
      <w:r>
        <w:tab/>
        <w:t>2.025e0</w:t>
      </w:r>
    </w:p>
    <w:p w:rsidR="00E00D30" w:rsidRDefault="00E00D30" w:rsidP="00E00D30">
      <w:r>
        <w:t>212.1031</w:t>
      </w:r>
      <w:r>
        <w:tab/>
        <w:t>1.013e0</w:t>
      </w:r>
    </w:p>
    <w:p w:rsidR="00E00D30" w:rsidRDefault="00E00D30" w:rsidP="00E00D30">
      <w:r>
        <w:t>212.1071</w:t>
      </w:r>
      <w:r>
        <w:tab/>
        <w:t>2.025e0</w:t>
      </w:r>
    </w:p>
    <w:p w:rsidR="00E00D30" w:rsidRDefault="00E00D30" w:rsidP="00E00D30">
      <w:r>
        <w:t>212.1189</w:t>
      </w:r>
      <w:r>
        <w:tab/>
        <w:t>1.013e0</w:t>
      </w:r>
    </w:p>
    <w:p w:rsidR="00E00D30" w:rsidRDefault="00E00D30" w:rsidP="00E00D30">
      <w:r>
        <w:t>212.1247</w:t>
      </w:r>
      <w:r>
        <w:tab/>
        <w:t>2.025e0</w:t>
      </w:r>
    </w:p>
    <w:p w:rsidR="00E00D30" w:rsidRDefault="00E00D30" w:rsidP="00E00D30">
      <w:r>
        <w:t>212.1344</w:t>
      </w:r>
      <w:r>
        <w:tab/>
        <w:t>1.013e0</w:t>
      </w:r>
    </w:p>
    <w:p w:rsidR="00E00D30" w:rsidRDefault="00E00D30" w:rsidP="00E00D30">
      <w:r>
        <w:lastRenderedPageBreak/>
        <w:t>212.1381</w:t>
      </w:r>
      <w:r>
        <w:tab/>
        <w:t>1.013e0</w:t>
      </w:r>
    </w:p>
    <w:p w:rsidR="00E00D30" w:rsidRDefault="00E00D30" w:rsidP="00E00D30">
      <w:r>
        <w:t>212.1420</w:t>
      </w:r>
      <w:r>
        <w:tab/>
        <w:t>6.076e0</w:t>
      </w:r>
    </w:p>
    <w:p w:rsidR="00E00D30" w:rsidRDefault="00E00D30" w:rsidP="00E00D30">
      <w:r>
        <w:t>212.1457</w:t>
      </w:r>
      <w:r>
        <w:tab/>
        <w:t>2.025e0</w:t>
      </w:r>
    </w:p>
    <w:p w:rsidR="00E00D30" w:rsidRDefault="00E00D30" w:rsidP="00E00D30">
      <w:r>
        <w:t>212.1486</w:t>
      </w:r>
      <w:r>
        <w:tab/>
        <w:t>4.051e0</w:t>
      </w:r>
    </w:p>
    <w:p w:rsidR="00E00D30" w:rsidRDefault="00E00D30" w:rsidP="00E00D30">
      <w:r>
        <w:t>212.1496</w:t>
      </w:r>
      <w:r>
        <w:tab/>
        <w:t>5.063e0</w:t>
      </w:r>
    </w:p>
    <w:p w:rsidR="00E00D30" w:rsidRDefault="00E00D30" w:rsidP="00E00D30">
      <w:r>
        <w:t>212.1534</w:t>
      </w:r>
      <w:r>
        <w:tab/>
        <w:t>2.025e0</w:t>
      </w:r>
    </w:p>
    <w:p w:rsidR="00E00D30" w:rsidRDefault="00E00D30" w:rsidP="00E00D30">
      <w:r>
        <w:t>212.1642</w:t>
      </w:r>
      <w:r>
        <w:tab/>
        <w:t>8.101e0</w:t>
      </w:r>
    </w:p>
    <w:p w:rsidR="00E00D30" w:rsidRDefault="00E00D30" w:rsidP="00E00D30">
      <w:r>
        <w:t>212.1680</w:t>
      </w:r>
      <w:r>
        <w:tab/>
        <w:t>7.917e0</w:t>
      </w:r>
    </w:p>
    <w:p w:rsidR="00E00D30" w:rsidRDefault="00E00D30" w:rsidP="00E00D30">
      <w:r>
        <w:t>212.1720</w:t>
      </w:r>
      <w:r>
        <w:tab/>
        <w:t>6.076e0</w:t>
      </w:r>
    </w:p>
    <w:p w:rsidR="00E00D30" w:rsidRDefault="00E00D30" w:rsidP="00E00D30">
      <w:r>
        <w:t>212.1779</w:t>
      </w:r>
      <w:r>
        <w:tab/>
        <w:t>3.442e0</w:t>
      </w:r>
    </w:p>
    <w:p w:rsidR="00E00D30" w:rsidRDefault="00E00D30" w:rsidP="00E00D30">
      <w:r>
        <w:t>212.1855</w:t>
      </w:r>
      <w:r>
        <w:tab/>
        <w:t>5.063e0</w:t>
      </w:r>
    </w:p>
    <w:p w:rsidR="00E00D30" w:rsidRDefault="00E00D30" w:rsidP="00E00D30">
      <w:r>
        <w:t>212.1956</w:t>
      </w:r>
      <w:r>
        <w:tab/>
        <w:t>1.013e0</w:t>
      </w:r>
    </w:p>
    <w:p w:rsidR="00E00D30" w:rsidRDefault="00E00D30" w:rsidP="00E00D30">
      <w:r>
        <w:t>212.2000</w:t>
      </w:r>
      <w:r>
        <w:tab/>
        <w:t>1.013e0</w:t>
      </w:r>
    </w:p>
    <w:p w:rsidR="00E00D30" w:rsidRDefault="00E00D30" w:rsidP="00E00D30">
      <w:r>
        <w:t>212.2202</w:t>
      </w:r>
      <w:r>
        <w:tab/>
        <w:t>1.013e0</w:t>
      </w:r>
    </w:p>
    <w:p w:rsidR="00E00D30" w:rsidRDefault="00E00D30" w:rsidP="00E00D30">
      <w:r>
        <w:t>212.2314</w:t>
      </w:r>
      <w:r>
        <w:tab/>
        <w:t>1.013e0</w:t>
      </w:r>
    </w:p>
    <w:p w:rsidR="00E00D30" w:rsidRDefault="00E00D30" w:rsidP="00E00D30">
      <w:r>
        <w:t>212.2388</w:t>
      </w:r>
      <w:r>
        <w:tab/>
        <w:t>3.038e0</w:t>
      </w:r>
    </w:p>
    <w:p w:rsidR="00E00D30" w:rsidRDefault="00E00D30" w:rsidP="00E00D30">
      <w:r>
        <w:t>212.2463</w:t>
      </w:r>
      <w:r>
        <w:tab/>
        <w:t>3.038e0</w:t>
      </w:r>
    </w:p>
    <w:p w:rsidR="00E00D30" w:rsidRDefault="00E00D30" w:rsidP="00E00D30">
      <w:r>
        <w:t>212.2580</w:t>
      </w:r>
      <w:r>
        <w:tab/>
        <w:t>1.013e0</w:t>
      </w:r>
    </w:p>
    <w:p w:rsidR="00E00D30" w:rsidRDefault="00E00D30" w:rsidP="00E00D30">
      <w:r>
        <w:t>212.2653</w:t>
      </w:r>
      <w:r>
        <w:tab/>
        <w:t>2.025e0</w:t>
      </w:r>
    </w:p>
    <w:p w:rsidR="00E00D30" w:rsidRDefault="00E00D30" w:rsidP="00E00D30">
      <w:r>
        <w:lastRenderedPageBreak/>
        <w:t>212.2968</w:t>
      </w:r>
      <w:r>
        <w:tab/>
        <w:t>2.025e0</w:t>
      </w:r>
    </w:p>
    <w:p w:rsidR="00E00D30" w:rsidRDefault="00E00D30" w:rsidP="00E00D30">
      <w:r>
        <w:t>212.3048</w:t>
      </w:r>
      <w:r>
        <w:tab/>
        <w:t>1.013e0</w:t>
      </w:r>
    </w:p>
    <w:p w:rsidR="00E00D30" w:rsidRDefault="00E00D30" w:rsidP="00E00D30">
      <w:r>
        <w:t>212.3279</w:t>
      </w:r>
      <w:r>
        <w:tab/>
        <w:t>1.013e0</w:t>
      </w:r>
    </w:p>
    <w:p w:rsidR="00E00D30" w:rsidRDefault="00E00D30" w:rsidP="00E00D30">
      <w:r>
        <w:t>212.3430</w:t>
      </w:r>
      <w:r>
        <w:tab/>
        <w:t>1.013e0</w:t>
      </w:r>
    </w:p>
    <w:p w:rsidR="00E00D30" w:rsidRDefault="00E00D30" w:rsidP="00E00D30">
      <w:r>
        <w:t>212.3695</w:t>
      </w:r>
      <w:r>
        <w:tab/>
        <w:t>1.013e0</w:t>
      </w:r>
    </w:p>
    <w:p w:rsidR="00E00D30" w:rsidRDefault="00E00D30" w:rsidP="00E00D30">
      <w:r>
        <w:t>212.3929</w:t>
      </w:r>
      <w:r>
        <w:tab/>
        <w:t>2.025e0</w:t>
      </w:r>
    </w:p>
    <w:p w:rsidR="00E00D30" w:rsidRDefault="00E00D30" w:rsidP="00E00D30">
      <w:r>
        <w:t>212.4321</w:t>
      </w:r>
      <w:r>
        <w:tab/>
        <w:t>1.013e0</w:t>
      </w:r>
    </w:p>
    <w:p w:rsidR="00E00D30" w:rsidRDefault="00E00D30" w:rsidP="00E00D30">
      <w:r>
        <w:t>212.4401</w:t>
      </w:r>
      <w:r>
        <w:tab/>
        <w:t>1.013e0</w:t>
      </w:r>
    </w:p>
    <w:p w:rsidR="00E00D30" w:rsidRDefault="00E00D30" w:rsidP="00E00D30">
      <w:r>
        <w:t>212.4473</w:t>
      </w:r>
      <w:r>
        <w:tab/>
        <w:t>1.013e0</w:t>
      </w:r>
    </w:p>
    <w:p w:rsidR="00E00D30" w:rsidRDefault="00E00D30" w:rsidP="00E00D30">
      <w:r>
        <w:t>212.4623</w:t>
      </w:r>
      <w:r>
        <w:tab/>
        <w:t>1.013e0</w:t>
      </w:r>
    </w:p>
    <w:p w:rsidR="00E00D30" w:rsidRDefault="00E00D30" w:rsidP="00E00D30">
      <w:r>
        <w:t>212.4789</w:t>
      </w:r>
      <w:r>
        <w:tab/>
        <w:t>2.025e0</w:t>
      </w:r>
    </w:p>
    <w:p w:rsidR="00E00D30" w:rsidRDefault="00E00D30" w:rsidP="00E00D30">
      <w:r>
        <w:t>212.4865</w:t>
      </w:r>
      <w:r>
        <w:tab/>
        <w:t>2.025e0</w:t>
      </w:r>
    </w:p>
    <w:p w:rsidR="00E00D30" w:rsidRDefault="00E00D30" w:rsidP="00E00D30">
      <w:r>
        <w:t>212.5023</w:t>
      </w:r>
      <w:r>
        <w:tab/>
        <w:t>1.013e0</w:t>
      </w:r>
    </w:p>
    <w:p w:rsidR="00E00D30" w:rsidRDefault="00E00D30" w:rsidP="00E00D30">
      <w:r>
        <w:t>212.5080</w:t>
      </w:r>
      <w:r>
        <w:tab/>
        <w:t>2.025e0</w:t>
      </w:r>
    </w:p>
    <w:p w:rsidR="00E00D30" w:rsidRDefault="00E00D30" w:rsidP="00E00D30">
      <w:r>
        <w:t>212.5100</w:t>
      </w:r>
      <w:r>
        <w:tab/>
        <w:t>1.013e0</w:t>
      </w:r>
    </w:p>
    <w:p w:rsidR="00E00D30" w:rsidRDefault="00E00D30" w:rsidP="00E00D30">
      <w:r>
        <w:t>212.5178</w:t>
      </w:r>
      <w:r>
        <w:tab/>
        <w:t>1.013e0</w:t>
      </w:r>
    </w:p>
    <w:p w:rsidR="00E00D30" w:rsidRDefault="00E00D30" w:rsidP="00E00D30">
      <w:r>
        <w:t>212.5675</w:t>
      </w:r>
      <w:r>
        <w:tab/>
        <w:t>1.013e0</w:t>
      </w:r>
    </w:p>
    <w:p w:rsidR="00E00D30" w:rsidRDefault="00E00D30" w:rsidP="00E00D30">
      <w:r>
        <w:t>212.5719</w:t>
      </w:r>
      <w:r>
        <w:tab/>
        <w:t>1.013e0</w:t>
      </w:r>
    </w:p>
    <w:p w:rsidR="00E00D30" w:rsidRDefault="00E00D30" w:rsidP="00E00D30">
      <w:r>
        <w:t>212.5878</w:t>
      </w:r>
      <w:r>
        <w:tab/>
        <w:t>2.025e0</w:t>
      </w:r>
    </w:p>
    <w:p w:rsidR="00E00D30" w:rsidRDefault="00E00D30" w:rsidP="00E00D30">
      <w:r>
        <w:lastRenderedPageBreak/>
        <w:t>212.6080</w:t>
      </w:r>
      <w:r>
        <w:tab/>
        <w:t>3.038e0</w:t>
      </w:r>
    </w:p>
    <w:p w:rsidR="00E00D30" w:rsidRDefault="00E00D30" w:rsidP="00E00D30">
      <w:r>
        <w:t>212.6105</w:t>
      </w:r>
      <w:r>
        <w:tab/>
        <w:t>1.013e0</w:t>
      </w:r>
    </w:p>
    <w:p w:rsidR="00E00D30" w:rsidRDefault="00E00D30" w:rsidP="00E00D30">
      <w:r>
        <w:t>212.6180</w:t>
      </w:r>
      <w:r>
        <w:tab/>
        <w:t>1.013e0</w:t>
      </w:r>
    </w:p>
    <w:p w:rsidR="00E00D30" w:rsidRDefault="00E00D30" w:rsidP="00E00D30">
      <w:r>
        <w:t>212.6526</w:t>
      </w:r>
      <w:r>
        <w:tab/>
        <w:t>1.013e0</w:t>
      </w:r>
    </w:p>
    <w:p w:rsidR="00E00D30" w:rsidRDefault="00E00D30" w:rsidP="00E00D30">
      <w:r>
        <w:t>212.6647</w:t>
      </w:r>
      <w:r>
        <w:tab/>
        <w:t>1.013e0</w:t>
      </w:r>
    </w:p>
    <w:p w:rsidR="00E00D30" w:rsidRDefault="00E00D30" w:rsidP="00E00D30">
      <w:r>
        <w:t>212.6727</w:t>
      </w:r>
      <w:r>
        <w:tab/>
        <w:t>1.013e0</w:t>
      </w:r>
    </w:p>
    <w:p w:rsidR="00E00D30" w:rsidRDefault="00E00D30" w:rsidP="00E00D30">
      <w:r>
        <w:t>212.6959</w:t>
      </w:r>
      <w:r>
        <w:tab/>
        <w:t>1.013e0</w:t>
      </w:r>
    </w:p>
    <w:p w:rsidR="00E00D30" w:rsidRDefault="00E00D30" w:rsidP="00E00D30">
      <w:r>
        <w:t>212.7035</w:t>
      </w:r>
      <w:r>
        <w:tab/>
        <w:t>2.025e0</w:t>
      </w:r>
    </w:p>
    <w:p w:rsidR="00E00D30" w:rsidRDefault="00E00D30" w:rsidP="00E00D30">
      <w:r>
        <w:t>212.7343</w:t>
      </w:r>
      <w:r>
        <w:tab/>
        <w:t>2.025e0</w:t>
      </w:r>
    </w:p>
    <w:p w:rsidR="00E00D30" w:rsidRDefault="00E00D30" w:rsidP="00E00D30">
      <w:r>
        <w:t>212.7419</w:t>
      </w:r>
      <w:r>
        <w:tab/>
        <w:t>1.013e0</w:t>
      </w:r>
    </w:p>
    <w:p w:rsidR="00E00D30" w:rsidRDefault="00E00D30" w:rsidP="00E00D30">
      <w:r>
        <w:t>212.7538</w:t>
      </w:r>
      <w:r>
        <w:tab/>
        <w:t>1.013e0</w:t>
      </w:r>
    </w:p>
    <w:p w:rsidR="00E00D30" w:rsidRDefault="00E00D30" w:rsidP="00E00D30">
      <w:r>
        <w:t>212.7702</w:t>
      </w:r>
      <w:r>
        <w:tab/>
        <w:t>1.013e0</w:t>
      </w:r>
    </w:p>
    <w:p w:rsidR="00E00D30" w:rsidRDefault="00E00D30" w:rsidP="00E00D30">
      <w:r>
        <w:t>212.8080</w:t>
      </w:r>
      <w:r>
        <w:tab/>
        <w:t>1.013e0</w:t>
      </w:r>
    </w:p>
    <w:p w:rsidR="00E00D30" w:rsidRDefault="00E00D30" w:rsidP="00E00D30">
      <w:r>
        <w:t>212.8387</w:t>
      </w:r>
      <w:r>
        <w:tab/>
        <w:t>1.013e0</w:t>
      </w:r>
    </w:p>
    <w:p w:rsidR="00E00D30" w:rsidRDefault="00E00D30" w:rsidP="00E00D30">
      <w:r>
        <w:t>212.8409</w:t>
      </w:r>
      <w:r>
        <w:tab/>
        <w:t>2.025e0</w:t>
      </w:r>
    </w:p>
    <w:p w:rsidR="00E00D30" w:rsidRDefault="00E00D30" w:rsidP="00E00D30">
      <w:r>
        <w:t>212.8469</w:t>
      </w:r>
      <w:r>
        <w:tab/>
        <w:t>1.013e0</w:t>
      </w:r>
    </w:p>
    <w:p w:rsidR="00E00D30" w:rsidRDefault="00E00D30" w:rsidP="00E00D30">
      <w:r>
        <w:t>212.8549</w:t>
      </w:r>
      <w:r>
        <w:tab/>
        <w:t>1.013e0</w:t>
      </w:r>
    </w:p>
    <w:p w:rsidR="00E00D30" w:rsidRDefault="00E00D30" w:rsidP="00E00D30">
      <w:r>
        <w:t>212.8611</w:t>
      </w:r>
      <w:r>
        <w:tab/>
        <w:t>2.025e0</w:t>
      </w:r>
    </w:p>
    <w:p w:rsidR="00E00D30" w:rsidRDefault="00E00D30" w:rsidP="00E00D30">
      <w:r>
        <w:t>212.8631</w:t>
      </w:r>
      <w:r>
        <w:tab/>
        <w:t>1.013e0</w:t>
      </w:r>
    </w:p>
    <w:p w:rsidR="00E00D30" w:rsidRDefault="00E00D30" w:rsidP="00E00D30">
      <w:r>
        <w:lastRenderedPageBreak/>
        <w:t>212.9012</w:t>
      </w:r>
      <w:r>
        <w:tab/>
        <w:t>1.013e0</w:t>
      </w:r>
    </w:p>
    <w:p w:rsidR="00E00D30" w:rsidRDefault="00E00D30" w:rsidP="00E00D30">
      <w:r>
        <w:t>212.9084</w:t>
      </w:r>
      <w:r>
        <w:tab/>
        <w:t>1.013e0</w:t>
      </w:r>
    </w:p>
    <w:p w:rsidR="00E00D30" w:rsidRDefault="00E00D30" w:rsidP="00E00D30">
      <w:r>
        <w:t>212.9483</w:t>
      </w:r>
      <w:r>
        <w:tab/>
        <w:t>2.025e0</w:t>
      </w:r>
    </w:p>
    <w:p w:rsidR="00E00D30" w:rsidRDefault="00E00D30" w:rsidP="00E00D30">
      <w:r>
        <w:t>212.9809</w:t>
      </w:r>
      <w:r>
        <w:tab/>
        <w:t>2.025e0</w:t>
      </w:r>
    </w:p>
    <w:p w:rsidR="00E00D30" w:rsidRDefault="00E00D30" w:rsidP="00E00D30">
      <w:r>
        <w:t>213.0037</w:t>
      </w:r>
      <w:r>
        <w:tab/>
        <w:t>2.025e0</w:t>
      </w:r>
    </w:p>
    <w:p w:rsidR="00E00D30" w:rsidRDefault="00E00D30" w:rsidP="00E00D30">
      <w:r>
        <w:t>213.0100</w:t>
      </w:r>
      <w:r>
        <w:tab/>
        <w:t>8.063e0</w:t>
      </w:r>
    </w:p>
    <w:p w:rsidR="00E00D30" w:rsidRDefault="00E00D30" w:rsidP="00E00D30">
      <w:r>
        <w:t>213.0130</w:t>
      </w:r>
      <w:r>
        <w:tab/>
        <w:t>1.013e0</w:t>
      </w:r>
    </w:p>
    <w:p w:rsidR="00E00D30" w:rsidRDefault="00E00D30" w:rsidP="00E00D30">
      <w:r>
        <w:t>213.0174</w:t>
      </w:r>
      <w:r>
        <w:tab/>
        <w:t>3.356e0</w:t>
      </w:r>
    </w:p>
    <w:p w:rsidR="00E00D30" w:rsidRDefault="00E00D30" w:rsidP="00E00D30">
      <w:r>
        <w:t>213.0213</w:t>
      </w:r>
      <w:r>
        <w:tab/>
        <w:t>8.101e0</w:t>
      </w:r>
    </w:p>
    <w:p w:rsidR="00E00D30" w:rsidRDefault="00E00D30" w:rsidP="00E00D30">
      <w:r>
        <w:t>213.0232</w:t>
      </w:r>
      <w:r>
        <w:tab/>
        <w:t>4.051e0</w:t>
      </w:r>
    </w:p>
    <w:p w:rsidR="00E00D30" w:rsidRDefault="00E00D30" w:rsidP="00E00D30">
      <w:r>
        <w:t>213.0262</w:t>
      </w:r>
      <w:r>
        <w:tab/>
        <w:t>7.089e0</w:t>
      </w:r>
    </w:p>
    <w:p w:rsidR="00E00D30" w:rsidRDefault="00E00D30" w:rsidP="00E00D30">
      <w:r>
        <w:t>213.0273</w:t>
      </w:r>
      <w:r>
        <w:tab/>
        <w:t>3.167e0</w:t>
      </w:r>
    </w:p>
    <w:p w:rsidR="00E00D30" w:rsidRDefault="00E00D30" w:rsidP="00E00D30">
      <w:r>
        <w:t>213.0283</w:t>
      </w:r>
      <w:r>
        <w:tab/>
        <w:t>5.063e0</w:t>
      </w:r>
    </w:p>
    <w:p w:rsidR="00E00D30" w:rsidRDefault="00E00D30" w:rsidP="00E00D30">
      <w:r>
        <w:t>213.0354</w:t>
      </w:r>
      <w:r>
        <w:tab/>
        <w:t>5.101e0</w:t>
      </w:r>
    </w:p>
    <w:p w:rsidR="00E00D30" w:rsidRDefault="00E00D30" w:rsidP="00E00D30">
      <w:r>
        <w:t>213.0374</w:t>
      </w:r>
      <w:r>
        <w:tab/>
        <w:t>1.013e0</w:t>
      </w:r>
    </w:p>
    <w:p w:rsidR="00E00D30" w:rsidRDefault="00E00D30" w:rsidP="00E00D30">
      <w:r>
        <w:t>213.0603</w:t>
      </w:r>
      <w:r>
        <w:tab/>
        <w:t>2.025e0</w:t>
      </w:r>
    </w:p>
    <w:p w:rsidR="00E00D30" w:rsidRDefault="00E00D30" w:rsidP="00E00D30">
      <w:r>
        <w:t>213.0721</w:t>
      </w:r>
      <w:r>
        <w:tab/>
        <w:t>1.013e0</w:t>
      </w:r>
    </w:p>
    <w:p w:rsidR="00E00D30" w:rsidRDefault="00E00D30" w:rsidP="00E00D30">
      <w:r>
        <w:t>213.0794</w:t>
      </w:r>
      <w:r>
        <w:tab/>
        <w:t>1.013e0</w:t>
      </w:r>
    </w:p>
    <w:p w:rsidR="00E00D30" w:rsidRDefault="00E00D30" w:rsidP="00E00D30">
      <w:r>
        <w:t>213.0881</w:t>
      </w:r>
      <w:r>
        <w:tab/>
        <w:t>3.038e0</w:t>
      </w:r>
    </w:p>
    <w:p w:rsidR="00E00D30" w:rsidRDefault="00E00D30" w:rsidP="00E00D30">
      <w:r>
        <w:lastRenderedPageBreak/>
        <w:t>213.0927</w:t>
      </w:r>
      <w:r>
        <w:tab/>
        <w:t>2.025e0</w:t>
      </w:r>
    </w:p>
    <w:p w:rsidR="00E00D30" w:rsidRDefault="00E00D30" w:rsidP="00E00D30">
      <w:r>
        <w:t>213.0960</w:t>
      </w:r>
      <w:r>
        <w:tab/>
        <w:t>3.038e0</w:t>
      </w:r>
    </w:p>
    <w:p w:rsidR="00E00D30" w:rsidRDefault="00E00D30" w:rsidP="00E00D30">
      <w:r>
        <w:t>213.0982</w:t>
      </w:r>
      <w:r>
        <w:tab/>
        <w:t>1.013e0</w:t>
      </w:r>
    </w:p>
    <w:p w:rsidR="00E00D30" w:rsidRDefault="00E00D30" w:rsidP="00E00D30">
      <w:r>
        <w:t>213.1062</w:t>
      </w:r>
      <w:r>
        <w:tab/>
        <w:t>2.025e0</w:t>
      </w:r>
    </w:p>
    <w:p w:rsidR="00E00D30" w:rsidRDefault="00E00D30" w:rsidP="00E00D30">
      <w:r>
        <w:t>213.1105</w:t>
      </w:r>
      <w:r>
        <w:tab/>
        <w:t>3.038e0</w:t>
      </w:r>
    </w:p>
    <w:p w:rsidR="00E00D30" w:rsidRDefault="00E00D30" w:rsidP="00E00D30">
      <w:r>
        <w:t>213.1184</w:t>
      </w:r>
      <w:r>
        <w:tab/>
        <w:t>1.013e0</w:t>
      </w:r>
    </w:p>
    <w:p w:rsidR="00E00D30" w:rsidRDefault="00E00D30" w:rsidP="00E00D30">
      <w:r>
        <w:t>213.1346</w:t>
      </w:r>
      <w:r>
        <w:tab/>
        <w:t>3.038e0</w:t>
      </w:r>
    </w:p>
    <w:p w:rsidR="00E00D30" w:rsidRDefault="00E00D30" w:rsidP="00E00D30">
      <w:r>
        <w:t>213.1382</w:t>
      </w:r>
      <w:r>
        <w:tab/>
        <w:t>1.013e0</w:t>
      </w:r>
    </w:p>
    <w:p w:rsidR="00E00D30" w:rsidRDefault="00E00D30" w:rsidP="00E00D30">
      <w:r>
        <w:t>213.1395</w:t>
      </w:r>
      <w:r>
        <w:tab/>
        <w:t>5.063e0</w:t>
      </w:r>
    </w:p>
    <w:p w:rsidR="00E00D30" w:rsidRDefault="00E00D30" w:rsidP="00E00D30">
      <w:r>
        <w:t>213.1421</w:t>
      </w:r>
      <w:r>
        <w:tab/>
        <w:t>1.013e0</w:t>
      </w:r>
    </w:p>
    <w:p w:rsidR="00E00D30" w:rsidRDefault="00E00D30" w:rsidP="00E00D30">
      <w:r>
        <w:t>213.1462</w:t>
      </w:r>
      <w:r>
        <w:tab/>
        <w:t>6.909e0</w:t>
      </w:r>
    </w:p>
    <w:p w:rsidR="00E00D30" w:rsidRDefault="00E00D30" w:rsidP="00E00D30">
      <w:r>
        <w:t>213.1499</w:t>
      </w:r>
      <w:r>
        <w:tab/>
        <w:t>1.013e0</w:t>
      </w:r>
    </w:p>
    <w:p w:rsidR="00E00D30" w:rsidRDefault="00E00D30" w:rsidP="00E00D30">
      <w:r>
        <w:t>213.1572</w:t>
      </w:r>
      <w:r>
        <w:tab/>
        <w:t>1.013e0</w:t>
      </w:r>
    </w:p>
    <w:p w:rsidR="00E00D30" w:rsidRDefault="00E00D30" w:rsidP="00E00D30">
      <w:r>
        <w:t>213.1687</w:t>
      </w:r>
      <w:r>
        <w:tab/>
        <w:t>1.013e0</w:t>
      </w:r>
    </w:p>
    <w:p w:rsidR="00E00D30" w:rsidRDefault="00E00D30" w:rsidP="00E00D30">
      <w:r>
        <w:t>213.1799</w:t>
      </w:r>
      <w:r>
        <w:tab/>
        <w:t>1.013e0</w:t>
      </w:r>
    </w:p>
    <w:p w:rsidR="00E00D30" w:rsidRDefault="00E00D30" w:rsidP="00E00D30">
      <w:r>
        <w:t>213.1837</w:t>
      </w:r>
      <w:r>
        <w:tab/>
        <w:t>4.051e0</w:t>
      </w:r>
    </w:p>
    <w:p w:rsidR="00E00D30" w:rsidRDefault="00E00D30" w:rsidP="00E00D30">
      <w:r>
        <w:t>213.1997</w:t>
      </w:r>
      <w:r>
        <w:tab/>
        <w:t>2.025e0</w:t>
      </w:r>
    </w:p>
    <w:p w:rsidR="00E00D30" w:rsidRDefault="00E00D30" w:rsidP="00E00D30">
      <w:r>
        <w:t>213.2135</w:t>
      </w:r>
      <w:r>
        <w:tab/>
        <w:t>3.038e0</w:t>
      </w:r>
    </w:p>
    <w:p w:rsidR="00E00D30" w:rsidRDefault="00E00D30" w:rsidP="00E00D30">
      <w:r>
        <w:t>213.2158</w:t>
      </w:r>
      <w:r>
        <w:tab/>
        <w:t>1.013e0</w:t>
      </w:r>
    </w:p>
    <w:p w:rsidR="00E00D30" w:rsidRDefault="00E00D30" w:rsidP="00E00D30">
      <w:r>
        <w:lastRenderedPageBreak/>
        <w:t>213.2241</w:t>
      </w:r>
      <w:r>
        <w:tab/>
        <w:t>1.013e0</w:t>
      </w:r>
    </w:p>
    <w:p w:rsidR="00E00D30" w:rsidRDefault="00E00D30" w:rsidP="00E00D30">
      <w:r>
        <w:t>213.2254</w:t>
      </w:r>
      <w:r>
        <w:tab/>
        <w:t>2.025e0</w:t>
      </w:r>
    </w:p>
    <w:p w:rsidR="00E00D30" w:rsidRDefault="00E00D30" w:rsidP="00E00D30">
      <w:r>
        <w:t>213.2389</w:t>
      </w:r>
      <w:r>
        <w:tab/>
        <w:t>1.013e0</w:t>
      </w:r>
    </w:p>
    <w:p w:rsidR="00E00D30" w:rsidRDefault="00E00D30" w:rsidP="00E00D30">
      <w:r>
        <w:t>213.2540</w:t>
      </w:r>
      <w:r>
        <w:tab/>
        <w:t>1.013e0</w:t>
      </w:r>
    </w:p>
    <w:p w:rsidR="00E00D30" w:rsidRDefault="00E00D30" w:rsidP="00E00D30">
      <w:r>
        <w:t>213.2730</w:t>
      </w:r>
      <w:r>
        <w:tab/>
        <w:t>1.013e0</w:t>
      </w:r>
    </w:p>
    <w:p w:rsidR="00E00D30" w:rsidRDefault="00E00D30" w:rsidP="00E00D30">
      <w:r>
        <w:t>213.2768</w:t>
      </w:r>
      <w:r>
        <w:tab/>
        <w:t>1.013e0</w:t>
      </w:r>
    </w:p>
    <w:p w:rsidR="00E00D30" w:rsidRDefault="00E00D30" w:rsidP="00E00D30">
      <w:r>
        <w:t>213.2876</w:t>
      </w:r>
      <w:r>
        <w:tab/>
        <w:t>2.025e0</w:t>
      </w:r>
    </w:p>
    <w:p w:rsidR="00E00D30" w:rsidRDefault="00E00D30" w:rsidP="00E00D30">
      <w:r>
        <w:t>213.3009</w:t>
      </w:r>
      <w:r>
        <w:tab/>
        <w:t>1.013e0</w:t>
      </w:r>
    </w:p>
    <w:p w:rsidR="00E00D30" w:rsidRDefault="00E00D30" w:rsidP="00E00D30">
      <w:r>
        <w:t>213.3091</w:t>
      </w:r>
      <w:r>
        <w:tab/>
        <w:t>1.013e0</w:t>
      </w:r>
    </w:p>
    <w:p w:rsidR="00E00D30" w:rsidRDefault="00E00D30" w:rsidP="00E00D30">
      <w:r>
        <w:t>213.3169</w:t>
      </w:r>
      <w:r>
        <w:tab/>
        <w:t>1.013e0</w:t>
      </w:r>
    </w:p>
    <w:p w:rsidR="00E00D30" w:rsidRDefault="00E00D30" w:rsidP="00E00D30">
      <w:r>
        <w:t>213.3207</w:t>
      </w:r>
      <w:r>
        <w:tab/>
        <w:t>2.025e0</w:t>
      </w:r>
    </w:p>
    <w:p w:rsidR="00E00D30" w:rsidRDefault="00E00D30" w:rsidP="00E00D30">
      <w:r>
        <w:t>213.3622</w:t>
      </w:r>
      <w:r>
        <w:tab/>
        <w:t>1.013e0</w:t>
      </w:r>
    </w:p>
    <w:p w:rsidR="00E00D30" w:rsidRDefault="00E00D30" w:rsidP="00E00D30">
      <w:r>
        <w:t>213.3660</w:t>
      </w:r>
      <w:r>
        <w:tab/>
        <w:t>1.013e0</w:t>
      </w:r>
    </w:p>
    <w:p w:rsidR="00E00D30" w:rsidRDefault="00E00D30" w:rsidP="00E00D30">
      <w:r>
        <w:t>213.3740</w:t>
      </w:r>
      <w:r>
        <w:tab/>
        <w:t>1.013e0</w:t>
      </w:r>
    </w:p>
    <w:p w:rsidR="00E00D30" w:rsidRDefault="00E00D30" w:rsidP="00E00D30">
      <w:r>
        <w:t>213.4478</w:t>
      </w:r>
      <w:r>
        <w:tab/>
        <w:t>2.025e0</w:t>
      </w:r>
    </w:p>
    <w:p w:rsidR="00E00D30" w:rsidRDefault="00E00D30" w:rsidP="00E00D30">
      <w:r>
        <w:t>213.4636</w:t>
      </w:r>
      <w:r>
        <w:tab/>
        <w:t>1.013e0</w:t>
      </w:r>
    </w:p>
    <w:p w:rsidR="00E00D30" w:rsidRDefault="00E00D30" w:rsidP="00E00D30">
      <w:r>
        <w:t>213.4677</w:t>
      </w:r>
      <w:r>
        <w:tab/>
        <w:t>1.013e0</w:t>
      </w:r>
    </w:p>
    <w:p w:rsidR="00E00D30" w:rsidRDefault="00E00D30" w:rsidP="00E00D30">
      <w:r>
        <w:t>213.4836</w:t>
      </w:r>
      <w:r>
        <w:tab/>
        <w:t>1.013e0</w:t>
      </w:r>
    </w:p>
    <w:p w:rsidR="00E00D30" w:rsidRDefault="00E00D30" w:rsidP="00E00D30">
      <w:r>
        <w:t>213.4917</w:t>
      </w:r>
      <w:r>
        <w:tab/>
        <w:t>1.013e0</w:t>
      </w:r>
    </w:p>
    <w:p w:rsidR="00E00D30" w:rsidRDefault="00E00D30" w:rsidP="00E00D30">
      <w:r>
        <w:lastRenderedPageBreak/>
        <w:t>213.5181</w:t>
      </w:r>
      <w:r>
        <w:tab/>
        <w:t>3.038e0</w:t>
      </w:r>
    </w:p>
    <w:p w:rsidR="00E00D30" w:rsidRDefault="00E00D30" w:rsidP="00E00D30">
      <w:r>
        <w:t>213.5219</w:t>
      </w:r>
      <w:r>
        <w:tab/>
        <w:t>1.013e0</w:t>
      </w:r>
    </w:p>
    <w:p w:rsidR="00E00D30" w:rsidRDefault="00E00D30" w:rsidP="00E00D30">
      <w:r>
        <w:t>213.5567</w:t>
      </w:r>
      <w:r>
        <w:tab/>
        <w:t>1.013e0</w:t>
      </w:r>
    </w:p>
    <w:p w:rsidR="00E00D30" w:rsidRDefault="00E00D30" w:rsidP="00E00D30">
      <w:r>
        <w:t>213.5809</w:t>
      </w:r>
      <w:r>
        <w:tab/>
        <w:t>2.025e0</w:t>
      </w:r>
    </w:p>
    <w:p w:rsidR="00E00D30" w:rsidRDefault="00E00D30" w:rsidP="00E00D30">
      <w:r>
        <w:t>213.5999</w:t>
      </w:r>
      <w:r>
        <w:tab/>
        <w:t>2.025e0</w:t>
      </w:r>
    </w:p>
    <w:p w:rsidR="00E00D30" w:rsidRDefault="00E00D30" w:rsidP="00E00D30">
      <w:r>
        <w:t>213.6192</w:t>
      </w:r>
      <w:r>
        <w:tab/>
        <w:t>1.013e0</w:t>
      </w:r>
    </w:p>
    <w:p w:rsidR="00E00D30" w:rsidRDefault="00E00D30" w:rsidP="00E00D30">
      <w:r>
        <w:t>213.6624</w:t>
      </w:r>
      <w:r>
        <w:tab/>
        <w:t>1.013e0</w:t>
      </w:r>
    </w:p>
    <w:p w:rsidR="00E00D30" w:rsidRDefault="00E00D30" w:rsidP="00E00D30">
      <w:r>
        <w:t>213.6779</w:t>
      </w:r>
      <w:r>
        <w:tab/>
        <w:t>2.025e0</w:t>
      </w:r>
    </w:p>
    <w:p w:rsidR="00E00D30" w:rsidRDefault="00E00D30" w:rsidP="00E00D30">
      <w:r>
        <w:t>213.6911</w:t>
      </w:r>
      <w:r>
        <w:tab/>
        <w:t>2.025e0</w:t>
      </w:r>
    </w:p>
    <w:p w:rsidR="00E00D30" w:rsidRDefault="00E00D30" w:rsidP="00E00D30">
      <w:r>
        <w:t>213.6968</w:t>
      </w:r>
      <w:r>
        <w:tab/>
        <w:t>1.013e0</w:t>
      </w:r>
    </w:p>
    <w:p w:rsidR="00E00D30" w:rsidRDefault="00E00D30" w:rsidP="00E00D30">
      <w:r>
        <w:t>213.7005</w:t>
      </w:r>
      <w:r>
        <w:tab/>
        <w:t>1.013e0</w:t>
      </w:r>
    </w:p>
    <w:p w:rsidR="00E00D30" w:rsidRDefault="00E00D30" w:rsidP="00E00D30">
      <w:r>
        <w:t>213.7157</w:t>
      </w:r>
      <w:r>
        <w:tab/>
        <w:t>1.013e0</w:t>
      </w:r>
    </w:p>
    <w:p w:rsidR="00E00D30" w:rsidRDefault="00E00D30" w:rsidP="00E00D30">
      <w:r>
        <w:t>213.7233</w:t>
      </w:r>
      <w:r>
        <w:tab/>
        <w:t>1.013e0</w:t>
      </w:r>
    </w:p>
    <w:p w:rsidR="00E00D30" w:rsidRDefault="00E00D30" w:rsidP="00E00D30">
      <w:r>
        <w:t>213.7274</w:t>
      </w:r>
      <w:r>
        <w:tab/>
        <w:t>1.013e0</w:t>
      </w:r>
    </w:p>
    <w:p w:rsidR="00E00D30" w:rsidRDefault="00E00D30" w:rsidP="00E00D30">
      <w:r>
        <w:t>213.7558</w:t>
      </w:r>
      <w:r>
        <w:tab/>
        <w:t>1.013e0</w:t>
      </w:r>
    </w:p>
    <w:p w:rsidR="00E00D30" w:rsidRDefault="00E00D30" w:rsidP="00E00D30">
      <w:r>
        <w:t>213.7599</w:t>
      </w:r>
      <w:r>
        <w:tab/>
        <w:t>1.013e0</w:t>
      </w:r>
    </w:p>
    <w:p w:rsidR="00E00D30" w:rsidRDefault="00E00D30" w:rsidP="00E00D30">
      <w:r>
        <w:t>213.7727</w:t>
      </w:r>
      <w:r>
        <w:tab/>
        <w:t>2.025e0</w:t>
      </w:r>
    </w:p>
    <w:p w:rsidR="00E00D30" w:rsidRDefault="00E00D30" w:rsidP="00E00D30">
      <w:r>
        <w:t>213.7747</w:t>
      </w:r>
      <w:r>
        <w:tab/>
        <w:t>2.025e0</w:t>
      </w:r>
    </w:p>
    <w:p w:rsidR="00E00D30" w:rsidRDefault="00E00D30" w:rsidP="00E00D30">
      <w:r>
        <w:t>213.8014</w:t>
      </w:r>
      <w:r>
        <w:tab/>
        <w:t>1.013e0</w:t>
      </w:r>
    </w:p>
    <w:p w:rsidR="00E00D30" w:rsidRDefault="00E00D30" w:rsidP="00E00D30">
      <w:r>
        <w:lastRenderedPageBreak/>
        <w:t>213.8051</w:t>
      </w:r>
      <w:r>
        <w:tab/>
        <w:t>1.013e0</w:t>
      </w:r>
    </w:p>
    <w:p w:rsidR="00E00D30" w:rsidRDefault="00E00D30" w:rsidP="00E00D30">
      <w:r>
        <w:t>213.8083</w:t>
      </w:r>
      <w:r>
        <w:tab/>
        <w:t>4.051e0</w:t>
      </w:r>
    </w:p>
    <w:p w:rsidR="00E00D30" w:rsidRDefault="00E00D30" w:rsidP="00E00D30">
      <w:r>
        <w:t>213.8167</w:t>
      </w:r>
      <w:r>
        <w:tab/>
        <w:t>1.013e0</w:t>
      </w:r>
    </w:p>
    <w:p w:rsidR="00E00D30" w:rsidRDefault="00E00D30" w:rsidP="00E00D30">
      <w:r>
        <w:t>213.8252</w:t>
      </w:r>
      <w:r>
        <w:tab/>
        <w:t>1.013e0</w:t>
      </w:r>
    </w:p>
    <w:p w:rsidR="00E00D30" w:rsidRDefault="00E00D30" w:rsidP="00E00D30">
      <w:r>
        <w:t>213.8374</w:t>
      </w:r>
      <w:r>
        <w:tab/>
        <w:t>1.013e0</w:t>
      </w:r>
    </w:p>
    <w:p w:rsidR="00E00D30" w:rsidRDefault="00E00D30" w:rsidP="00E00D30">
      <w:r>
        <w:t>213.8490</w:t>
      </w:r>
      <w:r>
        <w:tab/>
        <w:t>1.013e0</w:t>
      </w:r>
    </w:p>
    <w:p w:rsidR="00E00D30" w:rsidRDefault="00E00D30" w:rsidP="00E00D30">
      <w:r>
        <w:t>213.8564</w:t>
      </w:r>
      <w:r>
        <w:tab/>
        <w:t>1.013e0</w:t>
      </w:r>
    </w:p>
    <w:p w:rsidR="00E00D30" w:rsidRDefault="00E00D30" w:rsidP="00E00D30">
      <w:r>
        <w:t>213.8587</w:t>
      </w:r>
      <w:r>
        <w:tab/>
        <w:t>2.025e0</w:t>
      </w:r>
    </w:p>
    <w:p w:rsidR="00E00D30" w:rsidRDefault="00E00D30" w:rsidP="00E00D30">
      <w:r>
        <w:t>213.8792</w:t>
      </w:r>
      <w:r>
        <w:tab/>
        <w:t>1.013e0</w:t>
      </w:r>
    </w:p>
    <w:p w:rsidR="00E00D30" w:rsidRDefault="00E00D30" w:rsidP="00E00D30">
      <w:r>
        <w:t>213.8834</w:t>
      </w:r>
      <w:r>
        <w:tab/>
        <w:t>1.013e0</w:t>
      </w:r>
    </w:p>
    <w:p w:rsidR="00E00D30" w:rsidRDefault="00E00D30" w:rsidP="00E00D30">
      <w:r>
        <w:t>213.9147</w:t>
      </w:r>
      <w:r>
        <w:tab/>
        <w:t>1.013e0</w:t>
      </w:r>
    </w:p>
    <w:p w:rsidR="00E00D30" w:rsidRDefault="00E00D30" w:rsidP="00E00D30">
      <w:r>
        <w:t>213.9184</w:t>
      </w:r>
      <w:r>
        <w:tab/>
        <w:t>2.025e0</w:t>
      </w:r>
    </w:p>
    <w:p w:rsidR="00E00D30" w:rsidRDefault="00E00D30" w:rsidP="00E00D30">
      <w:r>
        <w:t>213.9495</w:t>
      </w:r>
      <w:r>
        <w:tab/>
        <w:t>1.013e0</w:t>
      </w:r>
    </w:p>
    <w:p w:rsidR="00E00D30" w:rsidRDefault="00E00D30" w:rsidP="00E00D30">
      <w:r>
        <w:t>213.9990</w:t>
      </w:r>
      <w:r>
        <w:tab/>
        <w:t>4.992e1</w:t>
      </w:r>
    </w:p>
    <w:p w:rsidR="00E00D30" w:rsidRDefault="00E00D30" w:rsidP="00E00D30">
      <w:r>
        <w:t>214.0036</w:t>
      </w:r>
      <w:r>
        <w:tab/>
        <w:t>3.459e2</w:t>
      </w:r>
    </w:p>
    <w:p w:rsidR="00E00D30" w:rsidRDefault="00E00D30" w:rsidP="00E00D30">
      <w:r>
        <w:t>214.0052</w:t>
      </w:r>
      <w:r>
        <w:tab/>
        <w:t>9.587e1</w:t>
      </w:r>
    </w:p>
    <w:p w:rsidR="00E00D30" w:rsidRDefault="00E00D30" w:rsidP="00E00D30">
      <w:r>
        <w:t>214.0507</w:t>
      </w:r>
      <w:r>
        <w:tab/>
        <w:t>1.013e0</w:t>
      </w:r>
    </w:p>
    <w:p w:rsidR="00E00D30" w:rsidRDefault="00E00D30" w:rsidP="00E00D30">
      <w:r>
        <w:t>214.0542</w:t>
      </w:r>
      <w:r>
        <w:tab/>
        <w:t>1.013e0</w:t>
      </w:r>
    </w:p>
    <w:p w:rsidR="00E00D30" w:rsidRDefault="00E00D30" w:rsidP="00E00D30">
      <w:r>
        <w:t>214.0636</w:t>
      </w:r>
      <w:r>
        <w:tab/>
        <w:t>2.025e0</w:t>
      </w:r>
    </w:p>
    <w:p w:rsidR="00E00D30" w:rsidRDefault="00E00D30" w:rsidP="00E00D30">
      <w:r>
        <w:lastRenderedPageBreak/>
        <w:t>214.0656</w:t>
      </w:r>
      <w:r>
        <w:tab/>
        <w:t>2.025e0</w:t>
      </w:r>
    </w:p>
    <w:p w:rsidR="00E00D30" w:rsidRDefault="00E00D30" w:rsidP="00E00D30">
      <w:r>
        <w:t>214.0844</w:t>
      </w:r>
      <w:r>
        <w:tab/>
        <w:t>3.038e0</w:t>
      </w:r>
    </w:p>
    <w:p w:rsidR="00E00D30" w:rsidRDefault="00E00D30" w:rsidP="00E00D30">
      <w:r>
        <w:t>214.0855</w:t>
      </w:r>
      <w:r>
        <w:tab/>
        <w:t>4.051e0</w:t>
      </w:r>
    </w:p>
    <w:p w:rsidR="00E00D30" w:rsidRDefault="00E00D30" w:rsidP="00E00D30">
      <w:r>
        <w:t>214.0872</w:t>
      </w:r>
      <w:r>
        <w:tab/>
        <w:t>5.063e0</w:t>
      </w:r>
    </w:p>
    <w:p w:rsidR="00E00D30" w:rsidRDefault="00E00D30" w:rsidP="00E00D30">
      <w:r>
        <w:t>214.0956</w:t>
      </w:r>
      <w:r>
        <w:tab/>
        <w:t>2.025e0</w:t>
      </w:r>
    </w:p>
    <w:p w:rsidR="00E00D30" w:rsidRDefault="00E00D30" w:rsidP="00E00D30">
      <w:r>
        <w:t>214.1023</w:t>
      </w:r>
      <w:r>
        <w:tab/>
        <w:t>3.070e0</w:t>
      </w:r>
    </w:p>
    <w:p w:rsidR="00E00D30" w:rsidRDefault="00E00D30" w:rsidP="00E00D30">
      <w:r>
        <w:t>214.1132</w:t>
      </w:r>
      <w:r>
        <w:tab/>
        <w:t>3.038e0</w:t>
      </w:r>
    </w:p>
    <w:p w:rsidR="00E00D30" w:rsidRDefault="00E00D30" w:rsidP="00E00D30">
      <w:r>
        <w:t>214.1169</w:t>
      </w:r>
      <w:r>
        <w:tab/>
        <w:t>1.013e0</w:t>
      </w:r>
    </w:p>
    <w:p w:rsidR="00E00D30" w:rsidRDefault="00E00D30" w:rsidP="00E00D30">
      <w:r>
        <w:t>214.1208</w:t>
      </w:r>
      <w:r>
        <w:tab/>
        <w:t>2.025e0</w:t>
      </w:r>
    </w:p>
    <w:p w:rsidR="00E00D30" w:rsidRDefault="00E00D30" w:rsidP="00E00D30">
      <w:r>
        <w:t>214.1245</w:t>
      </w:r>
      <w:r>
        <w:tab/>
        <w:t>2.025e0</w:t>
      </w:r>
    </w:p>
    <w:p w:rsidR="00E00D30" w:rsidRDefault="00E00D30" w:rsidP="00E00D30">
      <w:r>
        <w:t>214.1344</w:t>
      </w:r>
      <w:r>
        <w:tab/>
        <w:t>2.025e0</w:t>
      </w:r>
    </w:p>
    <w:p w:rsidR="00E00D30" w:rsidRDefault="00E00D30" w:rsidP="00E00D30">
      <w:r>
        <w:t>214.1437</w:t>
      </w:r>
      <w:r>
        <w:tab/>
        <w:t>1.013e0</w:t>
      </w:r>
    </w:p>
    <w:p w:rsidR="00E00D30" w:rsidRDefault="00E00D30" w:rsidP="00E00D30">
      <w:r>
        <w:t>214.1458</w:t>
      </w:r>
      <w:r>
        <w:tab/>
        <w:t>4.051e0</w:t>
      </w:r>
    </w:p>
    <w:p w:rsidR="00E00D30" w:rsidRDefault="00E00D30" w:rsidP="00E00D30">
      <w:r>
        <w:t>214.1475</w:t>
      </w:r>
      <w:r>
        <w:tab/>
        <w:t>1.013e0</w:t>
      </w:r>
    </w:p>
    <w:p w:rsidR="00E00D30" w:rsidRDefault="00E00D30" w:rsidP="00E00D30">
      <w:r>
        <w:t>214.1512</w:t>
      </w:r>
      <w:r>
        <w:tab/>
        <w:t>1.013e0</w:t>
      </w:r>
    </w:p>
    <w:p w:rsidR="00E00D30" w:rsidRDefault="00E00D30" w:rsidP="00E00D30">
      <w:r>
        <w:t>214.1528</w:t>
      </w:r>
      <w:r>
        <w:tab/>
        <w:t>4.051e0</w:t>
      </w:r>
    </w:p>
    <w:p w:rsidR="00E00D30" w:rsidRDefault="00E00D30" w:rsidP="00E00D30">
      <w:r>
        <w:t>214.1590</w:t>
      </w:r>
      <w:r>
        <w:tab/>
        <w:t>1.013e0</w:t>
      </w:r>
    </w:p>
    <w:p w:rsidR="00E00D30" w:rsidRDefault="00E00D30" w:rsidP="00E00D30">
      <w:r>
        <w:t>214.1788</w:t>
      </w:r>
      <w:r>
        <w:tab/>
        <w:t>2.025e0</w:t>
      </w:r>
    </w:p>
    <w:p w:rsidR="00E00D30" w:rsidRDefault="00E00D30" w:rsidP="00E00D30">
      <w:r>
        <w:t>214.1989</w:t>
      </w:r>
      <w:r>
        <w:tab/>
        <w:t>1.013e0</w:t>
      </w:r>
    </w:p>
    <w:p w:rsidR="00E00D30" w:rsidRDefault="00E00D30" w:rsidP="00E00D30">
      <w:r>
        <w:lastRenderedPageBreak/>
        <w:t>214.2008</w:t>
      </w:r>
      <w:r>
        <w:tab/>
        <w:t>2.025e0</w:t>
      </w:r>
    </w:p>
    <w:p w:rsidR="00E00D30" w:rsidRDefault="00E00D30" w:rsidP="00E00D30">
      <w:r>
        <w:t>214.2026</w:t>
      </w:r>
      <w:r>
        <w:tab/>
        <w:t>1.013e0</w:t>
      </w:r>
    </w:p>
    <w:p w:rsidR="00E00D30" w:rsidRDefault="00E00D30" w:rsidP="00E00D30">
      <w:r>
        <w:t>214.2063</w:t>
      </w:r>
      <w:r>
        <w:tab/>
        <w:t>1.013e0</w:t>
      </w:r>
    </w:p>
    <w:p w:rsidR="00E00D30" w:rsidRDefault="00E00D30" w:rsidP="00E00D30">
      <w:r>
        <w:t>214.2142</w:t>
      </w:r>
      <w:r>
        <w:tab/>
        <w:t>2.025e0</w:t>
      </w:r>
    </w:p>
    <w:p w:rsidR="00E00D30" w:rsidRDefault="00E00D30" w:rsidP="00E00D30">
      <w:r>
        <w:t>214.2293</w:t>
      </w:r>
      <w:r>
        <w:tab/>
        <w:t>1.013e0</w:t>
      </w:r>
    </w:p>
    <w:p w:rsidR="00E00D30" w:rsidRDefault="00E00D30" w:rsidP="00E00D30">
      <w:r>
        <w:t>214.2369</w:t>
      </w:r>
      <w:r>
        <w:tab/>
        <w:t>1.013e0</w:t>
      </w:r>
    </w:p>
    <w:p w:rsidR="00E00D30" w:rsidRDefault="00E00D30" w:rsidP="00E00D30">
      <w:r>
        <w:t>214.2406</w:t>
      </w:r>
      <w:r>
        <w:tab/>
        <w:t>1.013e0</w:t>
      </w:r>
    </w:p>
    <w:p w:rsidR="00E00D30" w:rsidRDefault="00E00D30" w:rsidP="00E00D30">
      <w:r>
        <w:t>214.2605</w:t>
      </w:r>
      <w:r>
        <w:tab/>
        <w:t>2.025e0</w:t>
      </w:r>
    </w:p>
    <w:p w:rsidR="00E00D30" w:rsidRDefault="00E00D30" w:rsidP="00E00D30">
      <w:r>
        <w:t>214.2647</w:t>
      </w:r>
      <w:r>
        <w:tab/>
        <w:t>1.013e0</w:t>
      </w:r>
    </w:p>
    <w:p w:rsidR="00E00D30" w:rsidRDefault="00E00D30" w:rsidP="00E00D30">
      <w:r>
        <w:t>214.2767</w:t>
      </w:r>
      <w:r>
        <w:tab/>
        <w:t>1.013e0</w:t>
      </w:r>
    </w:p>
    <w:p w:rsidR="00E00D30" w:rsidRDefault="00E00D30" w:rsidP="00E00D30">
      <w:r>
        <w:t>214.2814</w:t>
      </w:r>
      <w:r>
        <w:tab/>
        <w:t>3.038e0</w:t>
      </w:r>
    </w:p>
    <w:p w:rsidR="00E00D30" w:rsidRDefault="00E00D30" w:rsidP="00E00D30">
      <w:r>
        <w:t>214.2923</w:t>
      </w:r>
      <w:r>
        <w:tab/>
        <w:t>1.013e0</w:t>
      </w:r>
    </w:p>
    <w:p w:rsidR="00E00D30" w:rsidRDefault="00E00D30" w:rsidP="00E00D30">
      <w:r>
        <w:t>214.2958</w:t>
      </w:r>
      <w:r>
        <w:tab/>
        <w:t>1.013e0</w:t>
      </w:r>
    </w:p>
    <w:p w:rsidR="00E00D30" w:rsidRDefault="00E00D30" w:rsidP="00E00D30">
      <w:r>
        <w:t>214.3225</w:t>
      </w:r>
      <w:r>
        <w:tab/>
        <w:t>1.013e0</w:t>
      </w:r>
    </w:p>
    <w:p w:rsidR="00E00D30" w:rsidRDefault="00E00D30" w:rsidP="00E00D30">
      <w:r>
        <w:t>214.3303</w:t>
      </w:r>
      <w:r>
        <w:tab/>
        <w:t>1.013e0</w:t>
      </w:r>
    </w:p>
    <w:p w:rsidR="00E00D30" w:rsidRDefault="00E00D30" w:rsidP="00E00D30">
      <w:r>
        <w:t>214.3336</w:t>
      </w:r>
      <w:r>
        <w:tab/>
        <w:t>1.013e0</w:t>
      </w:r>
    </w:p>
    <w:p w:rsidR="00E00D30" w:rsidRDefault="00E00D30" w:rsidP="00E00D30">
      <w:r>
        <w:t>214.3544</w:t>
      </w:r>
      <w:r>
        <w:tab/>
        <w:t>1.013e0</w:t>
      </w:r>
    </w:p>
    <w:p w:rsidR="00E00D30" w:rsidRDefault="00E00D30" w:rsidP="00E00D30">
      <w:r>
        <w:t>214.3661</w:t>
      </w:r>
      <w:r>
        <w:tab/>
        <w:t>3.038e0</w:t>
      </w:r>
    </w:p>
    <w:p w:rsidR="00E00D30" w:rsidRDefault="00E00D30" w:rsidP="00E00D30">
      <w:r>
        <w:t>214.3855</w:t>
      </w:r>
      <w:r>
        <w:tab/>
        <w:t>1.013e0</w:t>
      </w:r>
    </w:p>
    <w:p w:rsidR="00E00D30" w:rsidRDefault="00E00D30" w:rsidP="00E00D30">
      <w:r>
        <w:lastRenderedPageBreak/>
        <w:t>214.3927</w:t>
      </w:r>
      <w:r>
        <w:tab/>
        <w:t>1.013e0</w:t>
      </w:r>
    </w:p>
    <w:p w:rsidR="00E00D30" w:rsidRDefault="00E00D30" w:rsidP="00E00D30">
      <w:r>
        <w:t>214.3967</w:t>
      </w:r>
      <w:r>
        <w:tab/>
        <w:t>1.013e0</w:t>
      </w:r>
    </w:p>
    <w:p w:rsidR="00E00D30" w:rsidRDefault="00E00D30" w:rsidP="00E00D30">
      <w:r>
        <w:t>214.4119</w:t>
      </w:r>
      <w:r>
        <w:tab/>
        <w:t>1.013e0</w:t>
      </w:r>
    </w:p>
    <w:p w:rsidR="00E00D30" w:rsidRDefault="00E00D30" w:rsidP="00E00D30">
      <w:r>
        <w:t>214.4177</w:t>
      </w:r>
      <w:r>
        <w:tab/>
        <w:t>2.025e0</w:t>
      </w:r>
    </w:p>
    <w:p w:rsidR="00E00D30" w:rsidRDefault="00E00D30" w:rsidP="00E00D30">
      <w:r>
        <w:t>214.4522</w:t>
      </w:r>
      <w:r>
        <w:tab/>
        <w:t>1.013e0</w:t>
      </w:r>
    </w:p>
    <w:p w:rsidR="00E00D30" w:rsidRDefault="00E00D30" w:rsidP="00E00D30">
      <w:r>
        <w:t>214.4711</w:t>
      </w:r>
      <w:r>
        <w:tab/>
        <w:t>2.025e0</w:t>
      </w:r>
    </w:p>
    <w:p w:rsidR="00E00D30" w:rsidRDefault="00E00D30" w:rsidP="00E00D30">
      <w:r>
        <w:t>214.4747</w:t>
      </w:r>
      <w:r>
        <w:tab/>
        <w:t>1.013e0</w:t>
      </w:r>
    </w:p>
    <w:p w:rsidR="00E00D30" w:rsidRDefault="00E00D30" w:rsidP="00E00D30">
      <w:r>
        <w:t>214.4784</w:t>
      </w:r>
      <w:r>
        <w:tab/>
        <w:t>1.013e0</w:t>
      </w:r>
    </w:p>
    <w:p w:rsidR="00E00D30" w:rsidRDefault="00E00D30" w:rsidP="00E00D30">
      <w:r>
        <w:t>214.4974</w:t>
      </w:r>
      <w:r>
        <w:tab/>
        <w:t>1.013e0</w:t>
      </w:r>
    </w:p>
    <w:p w:rsidR="00E00D30" w:rsidRDefault="00E00D30" w:rsidP="00E00D30">
      <w:r>
        <w:t>214.5057</w:t>
      </w:r>
      <w:r>
        <w:tab/>
        <w:t>3.038e0</w:t>
      </w:r>
    </w:p>
    <w:p w:rsidR="00E00D30" w:rsidRDefault="00E00D30" w:rsidP="00E00D30">
      <w:r>
        <w:t>214.5089</w:t>
      </w:r>
      <w:r>
        <w:tab/>
        <w:t>2.025e0</w:t>
      </w:r>
    </w:p>
    <w:p w:rsidR="00E00D30" w:rsidRDefault="00E00D30" w:rsidP="00E00D30">
      <w:r>
        <w:t>214.5130</w:t>
      </w:r>
      <w:r>
        <w:tab/>
        <w:t>1.013e0</w:t>
      </w:r>
    </w:p>
    <w:p w:rsidR="00E00D30" w:rsidRDefault="00E00D30" w:rsidP="00E00D30">
      <w:r>
        <w:t>214.5172</w:t>
      </w:r>
      <w:r>
        <w:tab/>
        <w:t>1.013e0</w:t>
      </w:r>
    </w:p>
    <w:p w:rsidR="00E00D30" w:rsidRDefault="00E00D30" w:rsidP="00E00D30">
      <w:r>
        <w:t>214.5375</w:t>
      </w:r>
      <w:r>
        <w:tab/>
        <w:t>3.038e0</w:t>
      </w:r>
    </w:p>
    <w:p w:rsidR="00E00D30" w:rsidRDefault="00E00D30" w:rsidP="00E00D30">
      <w:r>
        <w:t>214.5451</w:t>
      </w:r>
      <w:r>
        <w:tab/>
        <w:t>1.013e0</w:t>
      </w:r>
    </w:p>
    <w:p w:rsidR="00E00D30" w:rsidRDefault="00E00D30" w:rsidP="00E00D30">
      <w:r>
        <w:t>214.5526</w:t>
      </w:r>
      <w:r>
        <w:tab/>
        <w:t>1.013e0</w:t>
      </w:r>
    </w:p>
    <w:p w:rsidR="00E00D30" w:rsidRDefault="00E00D30" w:rsidP="00E00D30">
      <w:r>
        <w:t>214.5606</w:t>
      </w:r>
      <w:r>
        <w:tab/>
        <w:t>1.013e0</w:t>
      </w:r>
    </w:p>
    <w:p w:rsidR="00E00D30" w:rsidRDefault="00E00D30" w:rsidP="00E00D30">
      <w:r>
        <w:t>214.5720</w:t>
      </w:r>
      <w:r>
        <w:tab/>
        <w:t>1.013e0</w:t>
      </w:r>
    </w:p>
    <w:p w:rsidR="00E00D30" w:rsidRDefault="00E00D30" w:rsidP="00E00D30">
      <w:r>
        <w:t>214.5830</w:t>
      </w:r>
      <w:r>
        <w:tab/>
        <w:t>1.013e0</w:t>
      </w:r>
    </w:p>
    <w:p w:rsidR="00E00D30" w:rsidRDefault="00E00D30" w:rsidP="00E00D30">
      <w:r>
        <w:lastRenderedPageBreak/>
        <w:t>214.5907</w:t>
      </w:r>
      <w:r>
        <w:tab/>
        <w:t>1.013e0</w:t>
      </w:r>
    </w:p>
    <w:p w:rsidR="00E00D30" w:rsidRDefault="00E00D30" w:rsidP="00E00D30">
      <w:r>
        <w:t>214.6191</w:t>
      </w:r>
      <w:r>
        <w:tab/>
        <w:t>1.013e0</w:t>
      </w:r>
    </w:p>
    <w:p w:rsidR="00E00D30" w:rsidRDefault="00E00D30" w:rsidP="00E00D30">
      <w:r>
        <w:t>214.6308</w:t>
      </w:r>
      <w:r>
        <w:tab/>
        <w:t>1.013e0</w:t>
      </w:r>
    </w:p>
    <w:p w:rsidR="00E00D30" w:rsidRDefault="00E00D30" w:rsidP="00E00D30">
      <w:r>
        <w:t>214.6344</w:t>
      </w:r>
      <w:r>
        <w:tab/>
        <w:t>1.013e0</w:t>
      </w:r>
    </w:p>
    <w:p w:rsidR="00E00D30" w:rsidRDefault="00E00D30" w:rsidP="00E00D30">
      <w:r>
        <w:t>214.6424</w:t>
      </w:r>
      <w:r>
        <w:tab/>
        <w:t>1.013e0</w:t>
      </w:r>
    </w:p>
    <w:p w:rsidR="00E00D30" w:rsidRDefault="00E00D30" w:rsidP="00E00D30">
      <w:r>
        <w:t>214.6460</w:t>
      </w:r>
      <w:r>
        <w:tab/>
        <w:t>1.013e0</w:t>
      </w:r>
    </w:p>
    <w:p w:rsidR="00E00D30" w:rsidRDefault="00E00D30" w:rsidP="00E00D30">
      <w:r>
        <w:t>214.6479</w:t>
      </w:r>
      <w:r>
        <w:tab/>
        <w:t>2.025e0</w:t>
      </w:r>
    </w:p>
    <w:p w:rsidR="00E00D30" w:rsidRDefault="00E00D30" w:rsidP="00E00D30">
      <w:r>
        <w:t>214.6497</w:t>
      </w:r>
      <w:r>
        <w:tab/>
        <w:t>1.013e0</w:t>
      </w:r>
    </w:p>
    <w:p w:rsidR="00E00D30" w:rsidRDefault="00E00D30" w:rsidP="00E00D30">
      <w:r>
        <w:t>214.6688</w:t>
      </w:r>
      <w:r>
        <w:tab/>
        <w:t>1.013e0</w:t>
      </w:r>
    </w:p>
    <w:p w:rsidR="00E00D30" w:rsidRDefault="00E00D30" w:rsidP="00E00D30">
      <w:r>
        <w:t>214.6844</w:t>
      </w:r>
      <w:r>
        <w:tab/>
        <w:t>1.013e0</w:t>
      </w:r>
    </w:p>
    <w:p w:rsidR="00E00D30" w:rsidRDefault="00E00D30" w:rsidP="00E00D30">
      <w:r>
        <w:t>214.6883</w:t>
      </w:r>
      <w:r>
        <w:tab/>
        <w:t>1.013e0</w:t>
      </w:r>
    </w:p>
    <w:p w:rsidR="00E00D30" w:rsidRDefault="00E00D30" w:rsidP="00E00D30">
      <w:r>
        <w:t>214.6926</w:t>
      </w:r>
      <w:r>
        <w:tab/>
        <w:t>1.013e0</w:t>
      </w:r>
    </w:p>
    <w:p w:rsidR="00E00D30" w:rsidRDefault="00E00D30" w:rsidP="00E00D30">
      <w:r>
        <w:t>214.7127</w:t>
      </w:r>
      <w:r>
        <w:tab/>
        <w:t>1.013e0</w:t>
      </w:r>
    </w:p>
    <w:p w:rsidR="00E00D30" w:rsidRDefault="00E00D30" w:rsidP="00E00D30">
      <w:r>
        <w:t>214.7239</w:t>
      </w:r>
      <w:r>
        <w:tab/>
        <w:t>1.013e0</w:t>
      </w:r>
    </w:p>
    <w:p w:rsidR="00E00D30" w:rsidRDefault="00E00D30" w:rsidP="00E00D30">
      <w:r>
        <w:t>214.7507</w:t>
      </w:r>
      <w:r>
        <w:tab/>
        <w:t>1.013e0</w:t>
      </w:r>
    </w:p>
    <w:p w:rsidR="00E00D30" w:rsidRDefault="00E00D30" w:rsidP="00E00D30">
      <w:r>
        <w:t>214.7864</w:t>
      </w:r>
      <w:r>
        <w:tab/>
        <w:t>1.013e0</w:t>
      </w:r>
    </w:p>
    <w:p w:rsidR="00E00D30" w:rsidRDefault="00E00D30" w:rsidP="00E00D30">
      <w:r>
        <w:t>214.7986</w:t>
      </w:r>
      <w:r>
        <w:tab/>
        <w:t>1.013e0</w:t>
      </w:r>
    </w:p>
    <w:p w:rsidR="00E00D30" w:rsidRDefault="00E00D30" w:rsidP="00E00D30">
      <w:r>
        <w:t>214.8097</w:t>
      </w:r>
      <w:r>
        <w:tab/>
        <w:t>2.025e0</w:t>
      </w:r>
    </w:p>
    <w:p w:rsidR="00E00D30" w:rsidRDefault="00E00D30" w:rsidP="00E00D30">
      <w:r>
        <w:t>214.8288</w:t>
      </w:r>
      <w:r>
        <w:tab/>
        <w:t>1.013e0</w:t>
      </w:r>
    </w:p>
    <w:p w:rsidR="00E00D30" w:rsidRDefault="00E00D30" w:rsidP="00E00D30">
      <w:r>
        <w:lastRenderedPageBreak/>
        <w:t>214.8517</w:t>
      </w:r>
      <w:r>
        <w:tab/>
        <w:t>1.013e0</w:t>
      </w:r>
    </w:p>
    <w:p w:rsidR="00E00D30" w:rsidRDefault="00E00D30" w:rsidP="00E00D30">
      <w:r>
        <w:t>214.8583</w:t>
      </w:r>
      <w:r>
        <w:tab/>
        <w:t>2.025e0</w:t>
      </w:r>
    </w:p>
    <w:p w:rsidR="00E00D30" w:rsidRDefault="00E00D30" w:rsidP="00E00D30">
      <w:r>
        <w:t>214.8599</w:t>
      </w:r>
      <w:r>
        <w:tab/>
        <w:t>1.013e0</w:t>
      </w:r>
    </w:p>
    <w:p w:rsidR="00E00D30" w:rsidRDefault="00E00D30" w:rsidP="00E00D30">
      <w:r>
        <w:t>214.8639</w:t>
      </w:r>
      <w:r>
        <w:tab/>
        <w:t>1.013e0</w:t>
      </w:r>
    </w:p>
    <w:p w:rsidR="00E00D30" w:rsidRDefault="00E00D30" w:rsidP="00E00D30">
      <w:r>
        <w:t>214.8720</w:t>
      </w:r>
      <w:r>
        <w:tab/>
        <w:t>1.013e0</w:t>
      </w:r>
    </w:p>
    <w:p w:rsidR="00E00D30" w:rsidRDefault="00E00D30" w:rsidP="00E00D30">
      <w:r>
        <w:t>214.8878</w:t>
      </w:r>
      <w:r>
        <w:tab/>
        <w:t>1.013e0</w:t>
      </w:r>
    </w:p>
    <w:p w:rsidR="00E00D30" w:rsidRDefault="00E00D30" w:rsidP="00E00D30">
      <w:r>
        <w:t>214.8914</w:t>
      </w:r>
      <w:r>
        <w:tab/>
        <w:t>1.013e0</w:t>
      </w:r>
    </w:p>
    <w:p w:rsidR="00E00D30" w:rsidRDefault="00E00D30" w:rsidP="00E00D30">
      <w:r>
        <w:t>214.9181</w:t>
      </w:r>
      <w:r>
        <w:tab/>
        <w:t>1.013e0</w:t>
      </w:r>
    </w:p>
    <w:p w:rsidR="00E00D30" w:rsidRDefault="00E00D30" w:rsidP="00E00D30">
      <w:r>
        <w:t>214.9219</w:t>
      </w:r>
      <w:r>
        <w:tab/>
        <w:t>1.013e0</w:t>
      </w:r>
    </w:p>
    <w:p w:rsidR="00E00D30" w:rsidRDefault="00E00D30" w:rsidP="00E00D30">
      <w:r>
        <w:t>214.9298</w:t>
      </w:r>
      <w:r>
        <w:tab/>
        <w:t>1.013e0</w:t>
      </w:r>
    </w:p>
    <w:p w:rsidR="00E00D30" w:rsidRDefault="00E00D30" w:rsidP="00E00D30">
      <w:r>
        <w:t>214.9374</w:t>
      </w:r>
      <w:r>
        <w:tab/>
        <w:t>1.013e0</w:t>
      </w:r>
    </w:p>
    <w:p w:rsidR="00E00D30" w:rsidRDefault="00E00D30" w:rsidP="00E00D30">
      <w:r>
        <w:t>214.9760</w:t>
      </w:r>
      <w:r>
        <w:tab/>
        <w:t>1.442e0</w:t>
      </w:r>
    </w:p>
    <w:p w:rsidR="00E00D30" w:rsidRDefault="00E00D30" w:rsidP="00E00D30">
      <w:r>
        <w:t>214.9772</w:t>
      </w:r>
      <w:r>
        <w:tab/>
        <w:t>2.025e0</w:t>
      </w:r>
    </w:p>
    <w:p w:rsidR="00E00D30" w:rsidRDefault="00E00D30" w:rsidP="00E00D30">
      <w:r>
        <w:t>214.9883</w:t>
      </w:r>
      <w:r>
        <w:tab/>
        <w:t>2.602e0</w:t>
      </w:r>
    </w:p>
    <w:p w:rsidR="00E00D30" w:rsidRDefault="00E00D30" w:rsidP="00E00D30">
      <w:r>
        <w:t>215.0032</w:t>
      </w:r>
      <w:r>
        <w:tab/>
        <w:t>8.101e0</w:t>
      </w:r>
    </w:p>
    <w:p w:rsidR="00E00D30" w:rsidRDefault="00E00D30" w:rsidP="00E00D30">
      <w:r>
        <w:t>215.0048</w:t>
      </w:r>
      <w:r>
        <w:tab/>
        <w:t>3.038e0</w:t>
      </w:r>
    </w:p>
    <w:p w:rsidR="00E00D30" w:rsidRDefault="00E00D30" w:rsidP="00E00D30">
      <w:r>
        <w:t>215.0072</w:t>
      </w:r>
      <w:r>
        <w:tab/>
        <w:t>1.316e1</w:t>
      </w:r>
    </w:p>
    <w:p w:rsidR="00E00D30" w:rsidRDefault="00E00D30" w:rsidP="00E00D30">
      <w:r>
        <w:t>215.0104</w:t>
      </w:r>
      <w:r>
        <w:tab/>
        <w:t>1.664e1</w:t>
      </w:r>
    </w:p>
    <w:p w:rsidR="00E00D30" w:rsidRDefault="00E00D30" w:rsidP="00E00D30">
      <w:r>
        <w:t>215.0128</w:t>
      </w:r>
      <w:r>
        <w:tab/>
        <w:t>1.114e1</w:t>
      </w:r>
    </w:p>
    <w:p w:rsidR="00E00D30" w:rsidRDefault="00E00D30" w:rsidP="00E00D30">
      <w:r>
        <w:lastRenderedPageBreak/>
        <w:t>215.0147</w:t>
      </w:r>
      <w:r>
        <w:tab/>
        <w:t>3.038e0</w:t>
      </w:r>
    </w:p>
    <w:p w:rsidR="00E00D30" w:rsidRDefault="00E00D30" w:rsidP="00E00D30">
      <w:r>
        <w:t>215.0176</w:t>
      </w:r>
      <w:r>
        <w:tab/>
        <w:t>5.939e0</w:t>
      </w:r>
    </w:p>
    <w:p w:rsidR="00E00D30" w:rsidRDefault="00E00D30" w:rsidP="00E00D30">
      <w:r>
        <w:t>215.0414</w:t>
      </w:r>
      <w:r>
        <w:tab/>
        <w:t>2.025e0</w:t>
      </w:r>
    </w:p>
    <w:p w:rsidR="00E00D30" w:rsidRDefault="00E00D30" w:rsidP="00E00D30">
      <w:r>
        <w:t>215.0436</w:t>
      </w:r>
      <w:r>
        <w:tab/>
        <w:t>1.013e0</w:t>
      </w:r>
    </w:p>
    <w:p w:rsidR="00E00D30" w:rsidRDefault="00E00D30" w:rsidP="00E00D30">
      <w:r>
        <w:t>215.0556</w:t>
      </w:r>
      <w:r>
        <w:tab/>
        <w:t>1.013e0</w:t>
      </w:r>
    </w:p>
    <w:p w:rsidR="00E00D30" w:rsidRDefault="00E00D30" w:rsidP="00E00D30">
      <w:r>
        <w:t>215.0594</w:t>
      </w:r>
      <w:r>
        <w:tab/>
        <w:t>4.972e0</w:t>
      </w:r>
    </w:p>
    <w:p w:rsidR="00E00D30" w:rsidRDefault="00E00D30" w:rsidP="00E00D30">
      <w:r>
        <w:t>215.0667</w:t>
      </w:r>
      <w:r>
        <w:tab/>
        <w:t>1.013e0</w:t>
      </w:r>
    </w:p>
    <w:p w:rsidR="00E00D30" w:rsidRDefault="00E00D30" w:rsidP="00E00D30">
      <w:r>
        <w:t>215.0706</w:t>
      </w:r>
      <w:r>
        <w:tab/>
        <w:t>2.025e0</w:t>
      </w:r>
    </w:p>
    <w:p w:rsidR="00E00D30" w:rsidRDefault="00E00D30" w:rsidP="00E00D30">
      <w:r>
        <w:t>215.0781</w:t>
      </w:r>
      <w:r>
        <w:tab/>
        <w:t>1.013e0</w:t>
      </w:r>
    </w:p>
    <w:p w:rsidR="00E00D30" w:rsidRDefault="00E00D30" w:rsidP="00E00D30">
      <w:r>
        <w:t>215.0861</w:t>
      </w:r>
      <w:r>
        <w:tab/>
        <w:t>1.013e0</w:t>
      </w:r>
    </w:p>
    <w:p w:rsidR="00E00D30" w:rsidRDefault="00E00D30" w:rsidP="00E00D30">
      <w:r>
        <w:t>215.0896</w:t>
      </w:r>
      <w:r>
        <w:tab/>
        <w:t>2.025e0</w:t>
      </w:r>
    </w:p>
    <w:p w:rsidR="00E00D30" w:rsidRDefault="00E00D30" w:rsidP="00E00D30">
      <w:r>
        <w:t>215.0924</w:t>
      </w:r>
      <w:r>
        <w:tab/>
        <w:t>5.063e0</w:t>
      </w:r>
    </w:p>
    <w:p w:rsidR="00E00D30" w:rsidRDefault="00E00D30" w:rsidP="00E00D30">
      <w:r>
        <w:t>215.0971</w:t>
      </w:r>
      <w:r>
        <w:tab/>
        <w:t>2.025e0</w:t>
      </w:r>
    </w:p>
    <w:p w:rsidR="00E00D30" w:rsidRDefault="00E00D30" w:rsidP="00E00D30">
      <w:r>
        <w:t>215.0994</w:t>
      </w:r>
      <w:r>
        <w:tab/>
        <w:t>2.025e0</w:t>
      </w:r>
    </w:p>
    <w:p w:rsidR="00E00D30" w:rsidRDefault="00E00D30" w:rsidP="00E00D30">
      <w:r>
        <w:t>215.1130</w:t>
      </w:r>
      <w:r>
        <w:tab/>
        <w:t>1.013e0</w:t>
      </w:r>
    </w:p>
    <w:p w:rsidR="00E00D30" w:rsidRDefault="00E00D30" w:rsidP="00E00D30">
      <w:r>
        <w:t>215.1171</w:t>
      </w:r>
      <w:r>
        <w:tab/>
        <w:t>1.013e0</w:t>
      </w:r>
    </w:p>
    <w:p w:rsidR="00E00D30" w:rsidRDefault="00E00D30" w:rsidP="00E00D30">
      <w:r>
        <w:t>215.1211</w:t>
      </w:r>
      <w:r>
        <w:tab/>
        <w:t>4.051e0</w:t>
      </w:r>
    </w:p>
    <w:p w:rsidR="00E00D30" w:rsidRDefault="00E00D30" w:rsidP="00E00D30">
      <w:r>
        <w:t>215.1257</w:t>
      </w:r>
      <w:r>
        <w:tab/>
        <w:t>1.013e0</w:t>
      </w:r>
    </w:p>
    <w:p w:rsidR="00E00D30" w:rsidRDefault="00E00D30" w:rsidP="00E00D30">
      <w:r>
        <w:t>215.1273</w:t>
      </w:r>
      <w:r>
        <w:tab/>
        <w:t>5.063e0</w:t>
      </w:r>
    </w:p>
    <w:p w:rsidR="00E00D30" w:rsidRDefault="00E00D30" w:rsidP="00E00D30">
      <w:r>
        <w:lastRenderedPageBreak/>
        <w:t>215.1336</w:t>
      </w:r>
      <w:r>
        <w:tab/>
        <w:t>1.013e0</w:t>
      </w:r>
    </w:p>
    <w:p w:rsidR="00E00D30" w:rsidRDefault="00E00D30" w:rsidP="00E00D30">
      <w:r>
        <w:t>215.1489</w:t>
      </w:r>
      <w:r>
        <w:tab/>
        <w:t>1.013e0</w:t>
      </w:r>
    </w:p>
    <w:p w:rsidR="00E00D30" w:rsidRDefault="00E00D30" w:rsidP="00E00D30">
      <w:r>
        <w:t>215.1563</w:t>
      </w:r>
      <w:r>
        <w:tab/>
        <w:t>1.013e0</w:t>
      </w:r>
    </w:p>
    <w:p w:rsidR="00E00D30" w:rsidRDefault="00E00D30" w:rsidP="00E00D30">
      <w:r>
        <w:t>215.1607</w:t>
      </w:r>
      <w:r>
        <w:tab/>
        <w:t>4.051e0</w:t>
      </w:r>
    </w:p>
    <w:p w:rsidR="00E00D30" w:rsidRDefault="00E00D30" w:rsidP="00E00D30">
      <w:r>
        <w:t>215.1680</w:t>
      </w:r>
      <w:r>
        <w:tab/>
        <w:t>1.013e0</w:t>
      </w:r>
    </w:p>
    <w:p w:rsidR="00E00D30" w:rsidRDefault="00E00D30" w:rsidP="00E00D30">
      <w:r>
        <w:t>215.1714</w:t>
      </w:r>
      <w:r>
        <w:tab/>
        <w:t>3.038e0</w:t>
      </w:r>
    </w:p>
    <w:p w:rsidR="00E00D30" w:rsidRDefault="00E00D30" w:rsidP="00E00D30">
      <w:r>
        <w:t>215.1791</w:t>
      </w:r>
      <w:r>
        <w:tab/>
        <w:t>2.025e0</w:t>
      </w:r>
    </w:p>
    <w:p w:rsidR="00E00D30" w:rsidRDefault="00E00D30" w:rsidP="00E00D30">
      <w:r>
        <w:t>215.1829</w:t>
      </w:r>
      <w:r>
        <w:tab/>
        <w:t>1.013e0</w:t>
      </w:r>
    </w:p>
    <w:p w:rsidR="00E00D30" w:rsidRDefault="00E00D30" w:rsidP="00E00D30">
      <w:r>
        <w:t>215.1870</w:t>
      </w:r>
      <w:r>
        <w:tab/>
        <w:t>1.013e0</w:t>
      </w:r>
    </w:p>
    <w:p w:rsidR="00E00D30" w:rsidRDefault="00E00D30" w:rsidP="00E00D30">
      <w:r>
        <w:t>215.1952</w:t>
      </w:r>
      <w:r>
        <w:tab/>
        <w:t>2.025e0</w:t>
      </w:r>
    </w:p>
    <w:p w:rsidR="00E00D30" w:rsidRDefault="00E00D30" w:rsidP="00E00D30">
      <w:r>
        <w:t>215.2196</w:t>
      </w:r>
      <w:r>
        <w:tab/>
        <w:t>2.025e0</w:t>
      </w:r>
    </w:p>
    <w:p w:rsidR="00E00D30" w:rsidRDefault="00E00D30" w:rsidP="00E00D30">
      <w:r>
        <w:t>215.2268</w:t>
      </w:r>
      <w:r>
        <w:tab/>
        <w:t>1.013e0</w:t>
      </w:r>
    </w:p>
    <w:p w:rsidR="00E00D30" w:rsidRDefault="00E00D30" w:rsidP="00E00D30">
      <w:r>
        <w:t>215.2458</w:t>
      </w:r>
      <w:r>
        <w:tab/>
        <w:t>1.013e0</w:t>
      </w:r>
    </w:p>
    <w:p w:rsidR="00E00D30" w:rsidRDefault="00E00D30" w:rsidP="00E00D30">
      <w:r>
        <w:t>215.2535</w:t>
      </w:r>
      <w:r>
        <w:tab/>
        <w:t>1.013e0</w:t>
      </w:r>
    </w:p>
    <w:p w:rsidR="00E00D30" w:rsidRDefault="00E00D30" w:rsidP="00E00D30">
      <w:r>
        <w:t>215.2670</w:t>
      </w:r>
      <w:r>
        <w:tab/>
        <w:t>2.025e0</w:t>
      </w:r>
    </w:p>
    <w:p w:rsidR="00E00D30" w:rsidRDefault="00E00D30" w:rsidP="00E00D30">
      <w:r>
        <w:t>215.2890</w:t>
      </w:r>
      <w:r>
        <w:tab/>
        <w:t>1.013e0</w:t>
      </w:r>
    </w:p>
    <w:p w:rsidR="00E00D30" w:rsidRDefault="00E00D30" w:rsidP="00E00D30">
      <w:r>
        <w:t>215.3009</w:t>
      </w:r>
      <w:r>
        <w:tab/>
        <w:t>3.038e0</w:t>
      </w:r>
    </w:p>
    <w:p w:rsidR="00E00D30" w:rsidRDefault="00E00D30" w:rsidP="00E00D30">
      <w:r>
        <w:t>215.3086</w:t>
      </w:r>
      <w:r>
        <w:tab/>
        <w:t>1.013e0</w:t>
      </w:r>
    </w:p>
    <w:p w:rsidR="00E00D30" w:rsidRDefault="00E00D30" w:rsidP="00E00D30">
      <w:r>
        <w:t>215.3240</w:t>
      </w:r>
      <w:r>
        <w:tab/>
        <w:t>1.013e0</w:t>
      </w:r>
    </w:p>
    <w:p w:rsidR="00E00D30" w:rsidRDefault="00E00D30" w:rsidP="00E00D30">
      <w:r>
        <w:lastRenderedPageBreak/>
        <w:t>215.3277</w:t>
      </w:r>
      <w:r>
        <w:tab/>
        <w:t>1.013e0</w:t>
      </w:r>
    </w:p>
    <w:p w:rsidR="00E00D30" w:rsidRDefault="00E00D30" w:rsidP="00E00D30">
      <w:r>
        <w:t>215.3430</w:t>
      </w:r>
      <w:r>
        <w:tab/>
        <w:t>2.025e0</w:t>
      </w:r>
    </w:p>
    <w:p w:rsidR="00E00D30" w:rsidRDefault="00E00D30" w:rsidP="00E00D30">
      <w:r>
        <w:t>215.3566</w:t>
      </w:r>
      <w:r>
        <w:tab/>
        <w:t>2.025e0</w:t>
      </w:r>
    </w:p>
    <w:p w:rsidR="00E00D30" w:rsidRDefault="00E00D30" w:rsidP="00E00D30">
      <w:r>
        <w:t>215.3833</w:t>
      </w:r>
      <w:r>
        <w:tab/>
        <w:t>1.013e0</w:t>
      </w:r>
    </w:p>
    <w:p w:rsidR="00E00D30" w:rsidRDefault="00E00D30" w:rsidP="00E00D30">
      <w:r>
        <w:t>215.3870</w:t>
      </w:r>
      <w:r>
        <w:tab/>
        <w:t>1.013e0</w:t>
      </w:r>
    </w:p>
    <w:p w:rsidR="00E00D30" w:rsidRDefault="00E00D30" w:rsidP="00E00D30">
      <w:r>
        <w:t>215.3945</w:t>
      </w:r>
      <w:r>
        <w:tab/>
        <w:t>1.013e0</w:t>
      </w:r>
    </w:p>
    <w:p w:rsidR="00E00D30" w:rsidRDefault="00E00D30" w:rsidP="00E00D30">
      <w:r>
        <w:t>215.4097</w:t>
      </w:r>
      <w:r>
        <w:tab/>
        <w:t>1.013e0</w:t>
      </w:r>
    </w:p>
    <w:p w:rsidR="00E00D30" w:rsidRDefault="00E00D30" w:rsidP="00E00D30">
      <w:r>
        <w:t>215.4136</w:t>
      </w:r>
      <w:r>
        <w:tab/>
        <w:t>2.025e0</w:t>
      </w:r>
    </w:p>
    <w:p w:rsidR="00E00D30" w:rsidRDefault="00E00D30" w:rsidP="00E00D30">
      <w:r>
        <w:t>215.4567</w:t>
      </w:r>
      <w:r>
        <w:tab/>
        <w:t>1.013e0</w:t>
      </w:r>
    </w:p>
    <w:p w:rsidR="00E00D30" w:rsidRDefault="00E00D30" w:rsidP="00E00D30">
      <w:r>
        <w:t>215.4993</w:t>
      </w:r>
      <w:r>
        <w:tab/>
        <w:t>1.013e0</w:t>
      </w:r>
    </w:p>
    <w:p w:rsidR="00E00D30" w:rsidRDefault="00E00D30" w:rsidP="00E00D30">
      <w:r>
        <w:t>215.5221</w:t>
      </w:r>
      <w:r>
        <w:tab/>
        <w:t>1.013e0</w:t>
      </w:r>
    </w:p>
    <w:p w:rsidR="00E00D30" w:rsidRDefault="00E00D30" w:rsidP="00E00D30">
      <w:r>
        <w:t>215.5426</w:t>
      </w:r>
      <w:r>
        <w:tab/>
        <w:t>1.013e0</w:t>
      </w:r>
    </w:p>
    <w:p w:rsidR="00E00D30" w:rsidRDefault="00E00D30" w:rsidP="00E00D30">
      <w:r>
        <w:t>215.5467</w:t>
      </w:r>
      <w:r>
        <w:tab/>
        <w:t>2.025e0</w:t>
      </w:r>
    </w:p>
    <w:p w:rsidR="00E00D30" w:rsidRDefault="00E00D30" w:rsidP="00E00D30">
      <w:r>
        <w:t>215.5509</w:t>
      </w:r>
      <w:r>
        <w:tab/>
        <w:t>1.013e0</w:t>
      </w:r>
    </w:p>
    <w:p w:rsidR="00E00D30" w:rsidRDefault="00E00D30" w:rsidP="00E00D30">
      <w:r>
        <w:t>215.5633</w:t>
      </w:r>
      <w:r>
        <w:tab/>
        <w:t>3.038e0</w:t>
      </w:r>
    </w:p>
    <w:p w:rsidR="00E00D30" w:rsidRDefault="00E00D30" w:rsidP="00E00D30">
      <w:r>
        <w:t>215.5660</w:t>
      </w:r>
      <w:r>
        <w:tab/>
        <w:t>2.025e0</w:t>
      </w:r>
    </w:p>
    <w:p w:rsidR="00E00D30" w:rsidRDefault="00E00D30" w:rsidP="00E00D30">
      <w:r>
        <w:t>215.6084</w:t>
      </w:r>
      <w:r>
        <w:tab/>
        <w:t>2.025e0</w:t>
      </w:r>
    </w:p>
    <w:p w:rsidR="00E00D30" w:rsidRDefault="00E00D30" w:rsidP="00E00D30">
      <w:r>
        <w:t>215.6123</w:t>
      </w:r>
      <w:r>
        <w:tab/>
        <w:t>1.013e0</w:t>
      </w:r>
    </w:p>
    <w:p w:rsidR="00E00D30" w:rsidRDefault="00E00D30" w:rsidP="00E00D30">
      <w:r>
        <w:t>215.6203</w:t>
      </w:r>
      <w:r>
        <w:tab/>
        <w:t>1.013e0</w:t>
      </w:r>
    </w:p>
    <w:p w:rsidR="00E00D30" w:rsidRDefault="00E00D30" w:rsidP="00E00D30">
      <w:r>
        <w:lastRenderedPageBreak/>
        <w:t>215.6363</w:t>
      </w:r>
      <w:r>
        <w:tab/>
        <w:t>2.025e0</w:t>
      </w:r>
    </w:p>
    <w:p w:rsidR="00E00D30" w:rsidRDefault="00E00D30" w:rsidP="00E00D30">
      <w:r>
        <w:t>215.6442</w:t>
      </w:r>
      <w:r>
        <w:tab/>
        <w:t>3.038e0</w:t>
      </w:r>
    </w:p>
    <w:p w:rsidR="00E00D30" w:rsidRDefault="00E00D30" w:rsidP="00E00D30">
      <w:r>
        <w:t>215.6631</w:t>
      </w:r>
      <w:r>
        <w:tab/>
        <w:t>2.025e0</w:t>
      </w:r>
    </w:p>
    <w:p w:rsidR="00E00D30" w:rsidRDefault="00E00D30" w:rsidP="00E00D30">
      <w:r>
        <w:t>215.6689</w:t>
      </w:r>
      <w:r>
        <w:tab/>
        <w:t>3.038e0</w:t>
      </w:r>
    </w:p>
    <w:p w:rsidR="00E00D30" w:rsidRDefault="00E00D30" w:rsidP="00E00D30">
      <w:r>
        <w:t>215.6747</w:t>
      </w:r>
      <w:r>
        <w:tab/>
        <w:t>1.013e0</w:t>
      </w:r>
    </w:p>
    <w:p w:rsidR="00E00D30" w:rsidRDefault="00E00D30" w:rsidP="00E00D30">
      <w:r>
        <w:t>215.6900</w:t>
      </w:r>
      <w:r>
        <w:tab/>
        <w:t>1.013e0</w:t>
      </w:r>
    </w:p>
    <w:p w:rsidR="00E00D30" w:rsidRDefault="00E00D30" w:rsidP="00E00D30">
      <w:r>
        <w:t>215.6983</w:t>
      </w:r>
      <w:r>
        <w:tab/>
        <w:t>1.013e0</w:t>
      </w:r>
    </w:p>
    <w:p w:rsidR="00E00D30" w:rsidRDefault="00E00D30" w:rsidP="00E00D30">
      <w:r>
        <w:t>215.7413</w:t>
      </w:r>
      <w:r>
        <w:tab/>
        <w:t>1.013e0</w:t>
      </w:r>
    </w:p>
    <w:p w:rsidR="00E00D30" w:rsidRDefault="00E00D30" w:rsidP="00E00D30">
      <w:r>
        <w:t>215.7455</w:t>
      </w:r>
      <w:r>
        <w:tab/>
        <w:t>1.013e0</w:t>
      </w:r>
    </w:p>
    <w:p w:rsidR="00E00D30" w:rsidRDefault="00E00D30" w:rsidP="00E00D30">
      <w:r>
        <w:t>215.7903</w:t>
      </w:r>
      <w:r>
        <w:tab/>
        <w:t>2.025e0</w:t>
      </w:r>
    </w:p>
    <w:p w:rsidR="00E00D30" w:rsidRDefault="00E00D30" w:rsidP="00E00D30">
      <w:r>
        <w:t>215.7966</w:t>
      </w:r>
      <w:r>
        <w:tab/>
        <w:t>1.013e0</w:t>
      </w:r>
    </w:p>
    <w:p w:rsidR="00E00D30" w:rsidRDefault="00E00D30" w:rsidP="00E00D30">
      <w:r>
        <w:t>215.8158</w:t>
      </w:r>
      <w:r>
        <w:tab/>
        <w:t>1.013e0</w:t>
      </w:r>
    </w:p>
    <w:p w:rsidR="00E00D30" w:rsidRDefault="00E00D30" w:rsidP="00E00D30">
      <w:r>
        <w:t>215.8177</w:t>
      </w:r>
      <w:r>
        <w:tab/>
        <w:t>2.025e0</w:t>
      </w:r>
    </w:p>
    <w:p w:rsidR="00E00D30" w:rsidRDefault="00E00D30" w:rsidP="00E00D30">
      <w:r>
        <w:t>215.8386</w:t>
      </w:r>
      <w:r>
        <w:tab/>
        <w:t>2.025e0</w:t>
      </w:r>
    </w:p>
    <w:p w:rsidR="00E00D30" w:rsidRDefault="00E00D30" w:rsidP="00E00D30">
      <w:r>
        <w:t>215.8499</w:t>
      </w:r>
      <w:r>
        <w:tab/>
        <w:t>2.025e0</w:t>
      </w:r>
    </w:p>
    <w:p w:rsidR="00E00D30" w:rsidRDefault="00E00D30" w:rsidP="00E00D30">
      <w:r>
        <w:t>215.8621</w:t>
      </w:r>
      <w:r>
        <w:tab/>
        <w:t>1.013e0</w:t>
      </w:r>
    </w:p>
    <w:p w:rsidR="00E00D30" w:rsidRDefault="00E00D30" w:rsidP="00E00D30">
      <w:r>
        <w:t>215.8704</w:t>
      </w:r>
      <w:r>
        <w:tab/>
        <w:t>1.013e0</w:t>
      </w:r>
    </w:p>
    <w:p w:rsidR="00E00D30" w:rsidRDefault="00E00D30" w:rsidP="00E00D30">
      <w:r>
        <w:t>215.8745</w:t>
      </w:r>
      <w:r>
        <w:tab/>
        <w:t>1.013e0</w:t>
      </w:r>
    </w:p>
    <w:p w:rsidR="00E00D30" w:rsidRDefault="00E00D30" w:rsidP="00E00D30">
      <w:r>
        <w:t>215.8787</w:t>
      </w:r>
      <w:r>
        <w:tab/>
        <w:t>2.025e0</w:t>
      </w:r>
    </w:p>
    <w:p w:rsidR="00E00D30" w:rsidRDefault="00E00D30" w:rsidP="00E00D30">
      <w:r>
        <w:lastRenderedPageBreak/>
        <w:t>215.9243</w:t>
      </w:r>
      <w:r>
        <w:tab/>
        <w:t>2.025e0</w:t>
      </w:r>
    </w:p>
    <w:p w:rsidR="00E00D30" w:rsidRDefault="00E00D30" w:rsidP="00E00D30">
      <w:r>
        <w:t>215.9320</w:t>
      </w:r>
      <w:r>
        <w:tab/>
        <w:t>1.013e0</w:t>
      </w:r>
    </w:p>
    <w:p w:rsidR="00E00D30" w:rsidRDefault="00E00D30" w:rsidP="00E00D30">
      <w:r>
        <w:t>215.9359</w:t>
      </w:r>
      <w:r>
        <w:tab/>
        <w:t>1.013e0</w:t>
      </w:r>
    </w:p>
    <w:p w:rsidR="00E00D30" w:rsidRDefault="00E00D30" w:rsidP="00E00D30">
      <w:r>
        <w:t>215.9523</w:t>
      </w:r>
      <w:r>
        <w:tab/>
        <w:t>1.013e0</w:t>
      </w:r>
    </w:p>
    <w:p w:rsidR="00E00D30" w:rsidRDefault="00E00D30" w:rsidP="00E00D30">
      <w:r>
        <w:t>215.9568</w:t>
      </w:r>
      <w:r>
        <w:tab/>
        <w:t>1.013e0</w:t>
      </w:r>
    </w:p>
    <w:p w:rsidR="00E00D30" w:rsidRDefault="00E00D30" w:rsidP="00E00D30">
      <w:r>
        <w:t>215.9703</w:t>
      </w:r>
      <w:r>
        <w:tab/>
        <w:t>2.025e0</w:t>
      </w:r>
    </w:p>
    <w:p w:rsidR="00E00D30" w:rsidRDefault="00E00D30" w:rsidP="00E00D30">
      <w:r>
        <w:t>215.9766</w:t>
      </w:r>
      <w:r>
        <w:tab/>
        <w:t>6.076e0</w:t>
      </w:r>
    </w:p>
    <w:p w:rsidR="00E00D30" w:rsidRDefault="00E00D30" w:rsidP="00E00D30">
      <w:r>
        <w:t>215.9823</w:t>
      </w:r>
      <w:r>
        <w:tab/>
        <w:t>5.063e0</w:t>
      </w:r>
    </w:p>
    <w:p w:rsidR="00E00D30" w:rsidRDefault="00E00D30" w:rsidP="00E00D30">
      <w:r>
        <w:t>215.9840</w:t>
      </w:r>
      <w:r>
        <w:tab/>
        <w:t>4.051e0</w:t>
      </w:r>
    </w:p>
    <w:p w:rsidR="00E00D30" w:rsidRDefault="00E00D30" w:rsidP="00E00D30">
      <w:r>
        <w:t>215.9854</w:t>
      </w:r>
      <w:r>
        <w:tab/>
        <w:t>2.025e0</w:t>
      </w:r>
    </w:p>
    <w:p w:rsidR="00E00D30" w:rsidRDefault="00E00D30" w:rsidP="00E00D30">
      <w:r>
        <w:t>215.9898</w:t>
      </w:r>
      <w:r>
        <w:tab/>
        <w:t>1.183e1</w:t>
      </w:r>
    </w:p>
    <w:p w:rsidR="00E00D30" w:rsidRDefault="00E00D30" w:rsidP="00E00D30">
      <w:r>
        <w:t>215.9913</w:t>
      </w:r>
      <w:r>
        <w:tab/>
        <w:t>2.025e0</w:t>
      </w:r>
    </w:p>
    <w:p w:rsidR="00E00D30" w:rsidRDefault="00E00D30" w:rsidP="00E00D30">
      <w:r>
        <w:t>216.0143</w:t>
      </w:r>
      <w:r>
        <w:tab/>
        <w:t>1.553e0</w:t>
      </w:r>
    </w:p>
    <w:p w:rsidR="00E00D30" w:rsidRDefault="00E00D30" w:rsidP="00E00D30">
      <w:r>
        <w:t>216.0190</w:t>
      </w:r>
      <w:r>
        <w:tab/>
        <w:t>2.025e0</w:t>
      </w:r>
    </w:p>
    <w:p w:rsidR="00E00D30" w:rsidRDefault="00E00D30" w:rsidP="00E00D30">
      <w:r>
        <w:t>216.0206</w:t>
      </w:r>
      <w:r>
        <w:tab/>
        <w:t>2.025e0</w:t>
      </w:r>
    </w:p>
    <w:p w:rsidR="00E00D30" w:rsidRDefault="00E00D30" w:rsidP="00E00D30">
      <w:r>
        <w:t>216.0227</w:t>
      </w:r>
      <w:r>
        <w:tab/>
        <w:t>2.025e0</w:t>
      </w:r>
    </w:p>
    <w:p w:rsidR="00E00D30" w:rsidRDefault="00E00D30" w:rsidP="00E00D30">
      <w:r>
        <w:t>216.0242</w:t>
      </w:r>
      <w:r>
        <w:tab/>
        <w:t>2.025e0</w:t>
      </w:r>
    </w:p>
    <w:p w:rsidR="00E00D30" w:rsidRDefault="00E00D30" w:rsidP="00E00D30">
      <w:r>
        <w:t>216.0264</w:t>
      </w:r>
      <w:r>
        <w:tab/>
        <w:t>2.025e0</w:t>
      </w:r>
    </w:p>
    <w:p w:rsidR="00E00D30" w:rsidRDefault="00E00D30" w:rsidP="00E00D30">
      <w:r>
        <w:t>216.0303</w:t>
      </w:r>
      <w:r>
        <w:tab/>
        <w:t>1.013e0</w:t>
      </w:r>
    </w:p>
    <w:p w:rsidR="00E00D30" w:rsidRDefault="00E00D30" w:rsidP="00E00D30">
      <w:r>
        <w:lastRenderedPageBreak/>
        <w:t>216.0344</w:t>
      </w:r>
      <w:r>
        <w:tab/>
        <w:t>2.470e0</w:t>
      </w:r>
    </w:p>
    <w:p w:rsidR="00E00D30" w:rsidRDefault="00E00D30" w:rsidP="00E00D30">
      <w:r>
        <w:t>216.0542</w:t>
      </w:r>
      <w:r>
        <w:tab/>
        <w:t>2.025e0</w:t>
      </w:r>
    </w:p>
    <w:p w:rsidR="00E00D30" w:rsidRDefault="00E00D30" w:rsidP="00E00D30">
      <w:r>
        <w:t>216.0617</w:t>
      </w:r>
      <w:r>
        <w:tab/>
        <w:t>1.013e0</w:t>
      </w:r>
    </w:p>
    <w:p w:rsidR="00E00D30" w:rsidRDefault="00E00D30" w:rsidP="00E00D30">
      <w:r>
        <w:t>216.0733</w:t>
      </w:r>
      <w:r>
        <w:tab/>
        <w:t>1.013e0</w:t>
      </w:r>
    </w:p>
    <w:p w:rsidR="00E00D30" w:rsidRDefault="00E00D30" w:rsidP="00E00D30">
      <w:r>
        <w:t>216.0771</w:t>
      </w:r>
      <w:r>
        <w:tab/>
        <w:t>1.013e0</w:t>
      </w:r>
    </w:p>
    <w:p w:rsidR="00E00D30" w:rsidRDefault="00E00D30" w:rsidP="00E00D30">
      <w:r>
        <w:t>216.0885</w:t>
      </w:r>
      <w:r>
        <w:tab/>
        <w:t>2.025e0</w:t>
      </w:r>
    </w:p>
    <w:p w:rsidR="00E00D30" w:rsidRDefault="00E00D30" w:rsidP="00E00D30">
      <w:r>
        <w:t>216.1001</w:t>
      </w:r>
      <w:r>
        <w:tab/>
        <w:t>1.013e0</w:t>
      </w:r>
    </w:p>
    <w:p w:rsidR="00E00D30" w:rsidRDefault="00E00D30" w:rsidP="00E00D30">
      <w:r>
        <w:t>216.1103</w:t>
      </w:r>
      <w:r>
        <w:tab/>
        <w:t>2.152e0</w:t>
      </w:r>
    </w:p>
    <w:p w:rsidR="00E00D30" w:rsidRDefault="00E00D30" w:rsidP="00E00D30">
      <w:r>
        <w:t>216.1127</w:t>
      </w:r>
      <w:r>
        <w:tab/>
        <w:t>1.013e0</w:t>
      </w:r>
    </w:p>
    <w:p w:rsidR="00E00D30" w:rsidRDefault="00E00D30" w:rsidP="00E00D30">
      <w:r>
        <w:t>216.1205</w:t>
      </w:r>
      <w:r>
        <w:tab/>
        <w:t>1.013e0</w:t>
      </w:r>
    </w:p>
    <w:p w:rsidR="00E00D30" w:rsidRDefault="00E00D30" w:rsidP="00E00D30">
      <w:r>
        <w:t>216.1220</w:t>
      </w:r>
      <w:r>
        <w:tab/>
        <w:t>2.025e0</w:t>
      </w:r>
    </w:p>
    <w:p w:rsidR="00E00D30" w:rsidRDefault="00E00D30" w:rsidP="00E00D30">
      <w:r>
        <w:t>216.1263</w:t>
      </w:r>
      <w:r>
        <w:tab/>
        <w:t>4.051e0</w:t>
      </w:r>
    </w:p>
    <w:p w:rsidR="00E00D30" w:rsidRDefault="00E00D30" w:rsidP="00E00D30">
      <w:r>
        <w:t>216.1332</w:t>
      </w:r>
      <w:r>
        <w:tab/>
        <w:t>3.038e0</w:t>
      </w:r>
    </w:p>
    <w:p w:rsidR="00E00D30" w:rsidRDefault="00E00D30" w:rsidP="00E00D30">
      <w:r>
        <w:t>216.1381</w:t>
      </w:r>
      <w:r>
        <w:tab/>
        <w:t>2.025e0</w:t>
      </w:r>
    </w:p>
    <w:p w:rsidR="00E00D30" w:rsidRDefault="00E00D30" w:rsidP="00E00D30">
      <w:r>
        <w:t>216.1458</w:t>
      </w:r>
      <w:r>
        <w:tab/>
        <w:t>3.038e0</w:t>
      </w:r>
    </w:p>
    <w:p w:rsidR="00E00D30" w:rsidRDefault="00E00D30" w:rsidP="00E00D30">
      <w:r>
        <w:t>216.1537</w:t>
      </w:r>
      <w:r>
        <w:tab/>
        <w:t>2.025e0</w:t>
      </w:r>
    </w:p>
    <w:p w:rsidR="00E00D30" w:rsidRDefault="00E00D30" w:rsidP="00E00D30">
      <w:r>
        <w:t>216.1592</w:t>
      </w:r>
      <w:r>
        <w:tab/>
        <w:t>1.013e0</w:t>
      </w:r>
    </w:p>
    <w:p w:rsidR="00E00D30" w:rsidRDefault="00E00D30" w:rsidP="00E00D30">
      <w:r>
        <w:t>216.1629</w:t>
      </w:r>
      <w:r>
        <w:tab/>
        <w:t>3.038e0</w:t>
      </w:r>
    </w:p>
    <w:p w:rsidR="00E00D30" w:rsidRDefault="00E00D30" w:rsidP="00E00D30">
      <w:r>
        <w:t>216.1742</w:t>
      </w:r>
      <w:r>
        <w:tab/>
        <w:t>1.013e0</w:t>
      </w:r>
    </w:p>
    <w:p w:rsidR="00E00D30" w:rsidRDefault="00E00D30" w:rsidP="00E00D30">
      <w:r>
        <w:lastRenderedPageBreak/>
        <w:t>216.1807</w:t>
      </w:r>
      <w:r>
        <w:tab/>
        <w:t>2.025e0</w:t>
      </w:r>
    </w:p>
    <w:p w:rsidR="00E00D30" w:rsidRDefault="00E00D30" w:rsidP="00E00D30">
      <w:r>
        <w:t>216.1944</w:t>
      </w:r>
      <w:r>
        <w:tab/>
        <w:t>2.025e0</w:t>
      </w:r>
    </w:p>
    <w:p w:rsidR="00E00D30" w:rsidRDefault="00E00D30" w:rsidP="00E00D30">
      <w:r>
        <w:t>216.1985</w:t>
      </w:r>
      <w:r>
        <w:tab/>
        <w:t>1.013e0</w:t>
      </w:r>
    </w:p>
    <w:p w:rsidR="00E00D30" w:rsidRDefault="00E00D30" w:rsidP="00E00D30">
      <w:r>
        <w:t>216.2027</w:t>
      </w:r>
      <w:r>
        <w:tab/>
        <w:t>1.013e0</w:t>
      </w:r>
    </w:p>
    <w:p w:rsidR="00E00D30" w:rsidRDefault="00E00D30" w:rsidP="00E00D30">
      <w:r>
        <w:t>216.2300</w:t>
      </w:r>
      <w:r>
        <w:tab/>
        <w:t>1.013e0</w:t>
      </w:r>
    </w:p>
    <w:p w:rsidR="00E00D30" w:rsidRDefault="00E00D30" w:rsidP="00E00D30">
      <w:r>
        <w:t>216.2319</w:t>
      </w:r>
      <w:r>
        <w:tab/>
        <w:t>2.025e0</w:t>
      </w:r>
    </w:p>
    <w:p w:rsidR="00E00D30" w:rsidRDefault="00E00D30" w:rsidP="00E00D30">
      <w:r>
        <w:t>216.2335</w:t>
      </w:r>
      <w:r>
        <w:tab/>
        <w:t>1.013e0</w:t>
      </w:r>
    </w:p>
    <w:p w:rsidR="00E00D30" w:rsidRDefault="00E00D30" w:rsidP="00E00D30">
      <w:r>
        <w:t>216.2487</w:t>
      </w:r>
      <w:r>
        <w:tab/>
        <w:t>1.013e0</w:t>
      </w:r>
    </w:p>
    <w:p w:rsidR="00E00D30" w:rsidRDefault="00E00D30" w:rsidP="00E00D30">
      <w:r>
        <w:t>216.2605</w:t>
      </w:r>
      <w:r>
        <w:tab/>
        <w:t>2.025e0</w:t>
      </w:r>
    </w:p>
    <w:p w:rsidR="00E00D30" w:rsidRDefault="00E00D30" w:rsidP="00E00D30">
      <w:r>
        <w:t>216.2684</w:t>
      </w:r>
      <w:r>
        <w:tab/>
        <w:t>1.013e0</w:t>
      </w:r>
    </w:p>
    <w:p w:rsidR="00E00D30" w:rsidRDefault="00E00D30" w:rsidP="00E00D30">
      <w:r>
        <w:t>216.2928</w:t>
      </w:r>
      <w:r>
        <w:tab/>
        <w:t>1.013e0</w:t>
      </w:r>
    </w:p>
    <w:p w:rsidR="00E00D30" w:rsidRDefault="00E00D30" w:rsidP="00E00D30">
      <w:r>
        <w:t>216.3003</w:t>
      </w:r>
      <w:r>
        <w:tab/>
        <w:t>1.013e0</w:t>
      </w:r>
    </w:p>
    <w:p w:rsidR="00E00D30" w:rsidRDefault="00E00D30" w:rsidP="00E00D30">
      <w:r>
        <w:t>216.3307</w:t>
      </w:r>
      <w:r>
        <w:tab/>
        <w:t>2.025e0</w:t>
      </w:r>
    </w:p>
    <w:p w:rsidR="00E00D30" w:rsidRDefault="00E00D30" w:rsidP="00E00D30">
      <w:r>
        <w:t>216.3365</w:t>
      </w:r>
      <w:r>
        <w:tab/>
        <w:t>2.025e0</w:t>
      </w:r>
    </w:p>
    <w:p w:rsidR="00E00D30" w:rsidRDefault="00E00D30" w:rsidP="00E00D30">
      <w:r>
        <w:t>216.3464</w:t>
      </w:r>
      <w:r>
        <w:tab/>
        <w:t>1.013e0</w:t>
      </w:r>
    </w:p>
    <w:p w:rsidR="00E00D30" w:rsidRDefault="00E00D30" w:rsidP="00E00D30">
      <w:r>
        <w:t>216.3566</w:t>
      </w:r>
      <w:r>
        <w:tab/>
        <w:t>2.025e0</w:t>
      </w:r>
    </w:p>
    <w:p w:rsidR="00E00D30" w:rsidRDefault="00E00D30" w:rsidP="00E00D30">
      <w:r>
        <w:t>216.3789</w:t>
      </w:r>
      <w:r>
        <w:tab/>
        <w:t>1.013e0</w:t>
      </w:r>
    </w:p>
    <w:p w:rsidR="00E00D30" w:rsidRDefault="00E00D30" w:rsidP="00E00D30">
      <w:r>
        <w:t>216.4054</w:t>
      </w:r>
      <w:r>
        <w:tab/>
        <w:t>2.025e0</w:t>
      </w:r>
    </w:p>
    <w:p w:rsidR="00E00D30" w:rsidRDefault="00E00D30" w:rsidP="00E00D30">
      <w:r>
        <w:t>216.4091</w:t>
      </w:r>
      <w:r>
        <w:tab/>
        <w:t>1.013e0</w:t>
      </w:r>
    </w:p>
    <w:p w:rsidR="00E00D30" w:rsidRDefault="00E00D30" w:rsidP="00E00D30">
      <w:r>
        <w:lastRenderedPageBreak/>
        <w:t>216.4167</w:t>
      </w:r>
      <w:r>
        <w:tab/>
        <w:t>1.013e0</w:t>
      </w:r>
    </w:p>
    <w:p w:rsidR="00E00D30" w:rsidRDefault="00E00D30" w:rsidP="00E00D30">
      <w:r>
        <w:t>216.4207</w:t>
      </w:r>
      <w:r>
        <w:tab/>
        <w:t>1.013e0</w:t>
      </w:r>
    </w:p>
    <w:p w:rsidR="00E00D30" w:rsidRDefault="00E00D30" w:rsidP="00E00D30">
      <w:r>
        <w:t>216.4285</w:t>
      </w:r>
      <w:r>
        <w:tab/>
        <w:t>1.013e0</w:t>
      </w:r>
    </w:p>
    <w:p w:rsidR="00E00D30" w:rsidRDefault="00E00D30" w:rsidP="00E00D30">
      <w:r>
        <w:t>216.4367</w:t>
      </w:r>
      <w:r>
        <w:tab/>
        <w:t>2.025e0</w:t>
      </w:r>
    </w:p>
    <w:p w:rsidR="00E00D30" w:rsidRDefault="00E00D30" w:rsidP="00E00D30">
      <w:r>
        <w:t>216.4407</w:t>
      </w:r>
      <w:r>
        <w:tab/>
        <w:t>2.025e0</w:t>
      </w:r>
    </w:p>
    <w:p w:rsidR="00E00D30" w:rsidRDefault="00E00D30" w:rsidP="00E00D30">
      <w:r>
        <w:t>216.4836</w:t>
      </w:r>
      <w:r>
        <w:tab/>
        <w:t>2.025e0</w:t>
      </w:r>
    </w:p>
    <w:p w:rsidR="00E00D30" w:rsidRDefault="00E00D30" w:rsidP="00E00D30">
      <w:r>
        <w:t>216.4911</w:t>
      </w:r>
      <w:r>
        <w:tab/>
        <w:t>1.013e0</w:t>
      </w:r>
    </w:p>
    <w:p w:rsidR="00E00D30" w:rsidRDefault="00E00D30" w:rsidP="00E00D30">
      <w:r>
        <w:t>216.4950</w:t>
      </w:r>
      <w:r>
        <w:tab/>
        <w:t>2.025e0</w:t>
      </w:r>
    </w:p>
    <w:p w:rsidR="00E00D30" w:rsidRDefault="00E00D30" w:rsidP="00E00D30">
      <w:r>
        <w:t>216.4990</w:t>
      </w:r>
      <w:r>
        <w:tab/>
        <w:t>1.013e0</w:t>
      </w:r>
    </w:p>
    <w:p w:rsidR="00E00D30" w:rsidRDefault="00E00D30" w:rsidP="00E00D30">
      <w:r>
        <w:t>216.5008</w:t>
      </w:r>
      <w:r>
        <w:tab/>
        <w:t>2.025e0</w:t>
      </w:r>
    </w:p>
    <w:p w:rsidR="00E00D30" w:rsidRDefault="00E00D30" w:rsidP="00E00D30">
      <w:r>
        <w:t>216.5229</w:t>
      </w:r>
      <w:r>
        <w:tab/>
        <w:t>1.013e0</w:t>
      </w:r>
    </w:p>
    <w:p w:rsidR="00E00D30" w:rsidRDefault="00E00D30" w:rsidP="00E00D30">
      <w:r>
        <w:t>216.5303</w:t>
      </w:r>
      <w:r>
        <w:tab/>
        <w:t>3.038e0</w:t>
      </w:r>
    </w:p>
    <w:p w:rsidR="00E00D30" w:rsidRDefault="00E00D30" w:rsidP="00E00D30">
      <w:r>
        <w:t>216.5355</w:t>
      </w:r>
      <w:r>
        <w:tab/>
        <w:t>1.013e0</w:t>
      </w:r>
    </w:p>
    <w:p w:rsidR="00E00D30" w:rsidRDefault="00E00D30" w:rsidP="00E00D30">
      <w:r>
        <w:t>216.5619</w:t>
      </w:r>
      <w:r>
        <w:tab/>
        <w:t>1.013e0</w:t>
      </w:r>
    </w:p>
    <w:p w:rsidR="00E00D30" w:rsidRDefault="00E00D30" w:rsidP="00E00D30">
      <w:r>
        <w:t>216.5698</w:t>
      </w:r>
      <w:r>
        <w:tab/>
        <w:t>1.013e0</w:t>
      </w:r>
    </w:p>
    <w:p w:rsidR="00E00D30" w:rsidRDefault="00E00D30" w:rsidP="00E00D30">
      <w:r>
        <w:t>216.5808</w:t>
      </w:r>
      <w:r>
        <w:tab/>
        <w:t>1.013e0</w:t>
      </w:r>
    </w:p>
    <w:p w:rsidR="00E00D30" w:rsidRDefault="00E00D30" w:rsidP="00E00D30">
      <w:r>
        <w:t>216.5969</w:t>
      </w:r>
      <w:r>
        <w:tab/>
        <w:t>1.013e0</w:t>
      </w:r>
    </w:p>
    <w:p w:rsidR="00E00D30" w:rsidRDefault="00E00D30" w:rsidP="00E00D30">
      <w:r>
        <w:t>216.6094</w:t>
      </w:r>
      <w:r>
        <w:tab/>
        <w:t>2.025e0</w:t>
      </w:r>
    </w:p>
    <w:p w:rsidR="00E00D30" w:rsidRDefault="00E00D30" w:rsidP="00E00D30">
      <w:r>
        <w:t>216.6134</w:t>
      </w:r>
      <w:r>
        <w:tab/>
        <w:t>1.013e0</w:t>
      </w:r>
    </w:p>
    <w:p w:rsidR="00E00D30" w:rsidRDefault="00E00D30" w:rsidP="00E00D30">
      <w:r>
        <w:lastRenderedPageBreak/>
        <w:t>216.6176</w:t>
      </w:r>
      <w:r>
        <w:tab/>
        <w:t>1.013e0</w:t>
      </w:r>
    </w:p>
    <w:p w:rsidR="00E00D30" w:rsidRDefault="00E00D30" w:rsidP="00E00D30">
      <w:r>
        <w:t>216.6363</w:t>
      </w:r>
      <w:r>
        <w:tab/>
        <w:t>1.013e0</w:t>
      </w:r>
    </w:p>
    <w:p w:rsidR="00E00D30" w:rsidRDefault="00E00D30" w:rsidP="00E00D30">
      <w:r>
        <w:t>216.6754</w:t>
      </w:r>
      <w:r>
        <w:tab/>
        <w:t>1.013e0</w:t>
      </w:r>
    </w:p>
    <w:p w:rsidR="00E00D30" w:rsidRDefault="00E00D30" w:rsidP="00E00D30">
      <w:r>
        <w:t>216.7106</w:t>
      </w:r>
      <w:r>
        <w:tab/>
        <w:t>1.013e0</w:t>
      </w:r>
    </w:p>
    <w:p w:rsidR="00E00D30" w:rsidRDefault="00E00D30" w:rsidP="00E00D30">
      <w:r>
        <w:t>216.7144</w:t>
      </w:r>
      <w:r>
        <w:tab/>
        <w:t>1.013e0</w:t>
      </w:r>
    </w:p>
    <w:p w:rsidR="00E00D30" w:rsidRDefault="00E00D30" w:rsidP="00E00D30">
      <w:r>
        <w:t>216.7187</w:t>
      </w:r>
      <w:r>
        <w:tab/>
        <w:t>1.013e0</w:t>
      </w:r>
    </w:p>
    <w:p w:rsidR="00E00D30" w:rsidRDefault="00E00D30" w:rsidP="00E00D30">
      <w:r>
        <w:t>216.7223</w:t>
      </w:r>
      <w:r>
        <w:tab/>
        <w:t>2.025e0</w:t>
      </w:r>
    </w:p>
    <w:p w:rsidR="00E00D30" w:rsidRDefault="00E00D30" w:rsidP="00E00D30">
      <w:r>
        <w:t>216.7492</w:t>
      </w:r>
      <w:r>
        <w:tab/>
        <w:t>1.013e0</w:t>
      </w:r>
    </w:p>
    <w:p w:rsidR="00E00D30" w:rsidRDefault="00E00D30" w:rsidP="00E00D30">
      <w:r>
        <w:t>216.7577</w:t>
      </w:r>
      <w:r>
        <w:tab/>
        <w:t>1.013e0</w:t>
      </w:r>
    </w:p>
    <w:p w:rsidR="00E00D30" w:rsidRDefault="00E00D30" w:rsidP="00E00D30">
      <w:r>
        <w:t>216.7739</w:t>
      </w:r>
      <w:r>
        <w:tab/>
        <w:t>1.013e0</w:t>
      </w:r>
    </w:p>
    <w:p w:rsidR="00E00D30" w:rsidRDefault="00E00D30" w:rsidP="00E00D30">
      <w:r>
        <w:t>216.7776</w:t>
      </w:r>
      <w:r>
        <w:tab/>
        <w:t>1.013e0</w:t>
      </w:r>
    </w:p>
    <w:p w:rsidR="00E00D30" w:rsidRDefault="00E00D30" w:rsidP="00E00D30">
      <w:r>
        <w:t>216.8005</w:t>
      </w:r>
      <w:r>
        <w:tab/>
        <w:t>1.013e0</w:t>
      </w:r>
    </w:p>
    <w:p w:rsidR="00E00D30" w:rsidRDefault="00E00D30" w:rsidP="00E00D30">
      <w:r>
        <w:t>216.8196</w:t>
      </w:r>
      <w:r>
        <w:tab/>
        <w:t>1.013e0</w:t>
      </w:r>
    </w:p>
    <w:p w:rsidR="00E00D30" w:rsidRDefault="00E00D30" w:rsidP="00E00D30">
      <w:r>
        <w:t>216.8314</w:t>
      </w:r>
      <w:r>
        <w:tab/>
        <w:t>1.013e0</w:t>
      </w:r>
    </w:p>
    <w:p w:rsidR="00E00D30" w:rsidRDefault="00E00D30" w:rsidP="00E00D30">
      <w:r>
        <w:t>216.8438</w:t>
      </w:r>
      <w:r>
        <w:tab/>
        <w:t>1.013e0</w:t>
      </w:r>
    </w:p>
    <w:p w:rsidR="00E00D30" w:rsidRDefault="00E00D30" w:rsidP="00E00D30">
      <w:r>
        <w:t>216.8598</w:t>
      </w:r>
      <w:r>
        <w:tab/>
        <w:t>1.013e0</w:t>
      </w:r>
    </w:p>
    <w:p w:rsidR="00E00D30" w:rsidRDefault="00E00D30" w:rsidP="00E00D30">
      <w:r>
        <w:t>216.8753</w:t>
      </w:r>
      <w:r>
        <w:tab/>
        <w:t>1.013e0</w:t>
      </w:r>
    </w:p>
    <w:p w:rsidR="00E00D30" w:rsidRDefault="00E00D30" w:rsidP="00E00D30">
      <w:r>
        <w:t>216.8788</w:t>
      </w:r>
      <w:r>
        <w:tab/>
        <w:t>1.013e0</w:t>
      </w:r>
    </w:p>
    <w:p w:rsidR="00E00D30" w:rsidRDefault="00E00D30" w:rsidP="00E00D30">
      <w:r>
        <w:t>216.8979</w:t>
      </w:r>
      <w:r>
        <w:tab/>
        <w:t>2.025e0</w:t>
      </w:r>
    </w:p>
    <w:p w:rsidR="00E00D30" w:rsidRDefault="00E00D30" w:rsidP="00E00D30">
      <w:r>
        <w:lastRenderedPageBreak/>
        <w:t>216.9017</w:t>
      </w:r>
      <w:r>
        <w:tab/>
        <w:t>1.013e0</w:t>
      </w:r>
    </w:p>
    <w:p w:rsidR="00E00D30" w:rsidRDefault="00E00D30" w:rsidP="00E00D30">
      <w:r>
        <w:t>216.9137</w:t>
      </w:r>
      <w:r>
        <w:tab/>
        <w:t>1.013e0</w:t>
      </w:r>
    </w:p>
    <w:p w:rsidR="00E00D30" w:rsidRDefault="00E00D30" w:rsidP="00E00D30">
      <w:r>
        <w:t>216.9179</w:t>
      </w:r>
      <w:r>
        <w:tab/>
        <w:t>1.013e0</w:t>
      </w:r>
    </w:p>
    <w:p w:rsidR="00E00D30" w:rsidRDefault="00E00D30" w:rsidP="00E00D30">
      <w:r>
        <w:t>216.9303</w:t>
      </w:r>
      <w:r>
        <w:tab/>
        <w:t>1.013e0</w:t>
      </w:r>
    </w:p>
    <w:p w:rsidR="00E00D30" w:rsidRDefault="00E00D30" w:rsidP="00E00D30">
      <w:r>
        <w:t>216.9346</w:t>
      </w:r>
      <w:r>
        <w:tab/>
        <w:t>1.013e0</w:t>
      </w:r>
    </w:p>
    <w:p w:rsidR="00E00D30" w:rsidRDefault="00E00D30" w:rsidP="00E00D30">
      <w:r>
        <w:t>216.9457</w:t>
      </w:r>
      <w:r>
        <w:tab/>
        <w:t>1.013e0</w:t>
      </w:r>
    </w:p>
    <w:p w:rsidR="00E00D30" w:rsidRDefault="00E00D30" w:rsidP="00E00D30">
      <w:r>
        <w:t>216.9648</w:t>
      </w:r>
      <w:r>
        <w:tab/>
        <w:t>2.025e0</w:t>
      </w:r>
    </w:p>
    <w:p w:rsidR="00E00D30" w:rsidRDefault="00E00D30" w:rsidP="00E00D30">
      <w:r>
        <w:t>216.9723</w:t>
      </w:r>
      <w:r>
        <w:tab/>
        <w:t>1.013e0</w:t>
      </w:r>
    </w:p>
    <w:p w:rsidR="00E00D30" w:rsidRDefault="00E00D30" w:rsidP="00E00D30">
      <w:r>
        <w:t>216.9803</w:t>
      </w:r>
      <w:r>
        <w:tab/>
        <w:t>1.013e0</w:t>
      </w:r>
    </w:p>
    <w:p w:rsidR="00E00D30" w:rsidRDefault="00E00D30" w:rsidP="00E00D30">
      <w:r>
        <w:t>216.9879</w:t>
      </w:r>
      <w:r>
        <w:tab/>
        <w:t>1.013e0</w:t>
      </w:r>
    </w:p>
    <w:p w:rsidR="00E00D30" w:rsidRDefault="00E00D30" w:rsidP="00E00D30">
      <w:r>
        <w:t>216.9922</w:t>
      </w:r>
      <w:r>
        <w:tab/>
        <w:t>2.025e0</w:t>
      </w:r>
    </w:p>
    <w:p w:rsidR="00E00D30" w:rsidRDefault="00E00D30" w:rsidP="00E00D30">
      <w:r>
        <w:t>216.9978</w:t>
      </w:r>
      <w:r>
        <w:tab/>
        <w:t>3.038e0</w:t>
      </w:r>
    </w:p>
    <w:p w:rsidR="00E00D30" w:rsidRDefault="00E00D30" w:rsidP="00E00D30">
      <w:r>
        <w:t>217.0013</w:t>
      </w:r>
      <w:r>
        <w:tab/>
        <w:t>3.240e0</w:t>
      </w:r>
    </w:p>
    <w:p w:rsidR="00E00D30" w:rsidRDefault="00E00D30" w:rsidP="00E00D30">
      <w:r>
        <w:t>217.0046</w:t>
      </w:r>
      <w:r>
        <w:tab/>
        <w:t>1.013e0</w:t>
      </w:r>
    </w:p>
    <w:p w:rsidR="00E00D30" w:rsidRDefault="00E00D30" w:rsidP="00E00D30">
      <w:r>
        <w:t>217.0162</w:t>
      </w:r>
      <w:r>
        <w:tab/>
        <w:t>4.051e0</w:t>
      </w:r>
    </w:p>
    <w:p w:rsidR="00E00D30" w:rsidRDefault="00E00D30" w:rsidP="00E00D30">
      <w:r>
        <w:t>217.0182</w:t>
      </w:r>
      <w:r>
        <w:tab/>
        <w:t>2.025e0</w:t>
      </w:r>
    </w:p>
    <w:p w:rsidR="00E00D30" w:rsidRDefault="00E00D30" w:rsidP="00E00D30">
      <w:r>
        <w:t>217.0344</w:t>
      </w:r>
      <w:r>
        <w:tab/>
        <w:t>3.038e0</w:t>
      </w:r>
    </w:p>
    <w:p w:rsidR="00E00D30" w:rsidRDefault="00E00D30" w:rsidP="00E00D30">
      <w:r>
        <w:t>217.0381</w:t>
      </w:r>
      <w:r>
        <w:tab/>
        <w:t>4.051e0</w:t>
      </w:r>
    </w:p>
    <w:p w:rsidR="00E00D30" w:rsidRDefault="00E00D30" w:rsidP="00E00D30">
      <w:r>
        <w:t>217.0401</w:t>
      </w:r>
      <w:r>
        <w:tab/>
        <w:t>2.964e0</w:t>
      </w:r>
    </w:p>
    <w:p w:rsidR="00E00D30" w:rsidRDefault="00E00D30" w:rsidP="00E00D30">
      <w:r>
        <w:lastRenderedPageBreak/>
        <w:t>217.0430</w:t>
      </w:r>
      <w:r>
        <w:tab/>
        <w:t>6.729e0</w:t>
      </w:r>
    </w:p>
    <w:p w:rsidR="00E00D30" w:rsidRDefault="00E00D30" w:rsidP="00E00D30">
      <w:r>
        <w:t>217.0460</w:t>
      </w:r>
      <w:r>
        <w:tab/>
        <w:t>6.076e0</w:t>
      </w:r>
    </w:p>
    <w:p w:rsidR="00E00D30" w:rsidRDefault="00E00D30" w:rsidP="00E00D30">
      <w:r>
        <w:t>217.0584</w:t>
      </w:r>
      <w:r>
        <w:tab/>
        <w:t>1.013e0</w:t>
      </w:r>
    </w:p>
    <w:p w:rsidR="00E00D30" w:rsidRDefault="00E00D30" w:rsidP="00E00D30">
      <w:r>
        <w:t>217.0621</w:t>
      </w:r>
      <w:r>
        <w:tab/>
        <w:t>1.013e0</w:t>
      </w:r>
    </w:p>
    <w:p w:rsidR="00E00D30" w:rsidRDefault="00E00D30" w:rsidP="00E00D30">
      <w:r>
        <w:t>217.0692</w:t>
      </w:r>
      <w:r>
        <w:tab/>
        <w:t>2.025e0</w:t>
      </w:r>
    </w:p>
    <w:p w:rsidR="00E00D30" w:rsidRDefault="00E00D30" w:rsidP="00E00D30">
      <w:r>
        <w:t>217.0883</w:t>
      </w:r>
      <w:r>
        <w:tab/>
        <w:t>3.038e0</w:t>
      </w:r>
    </w:p>
    <w:p w:rsidR="00E00D30" w:rsidRDefault="00E00D30" w:rsidP="00E00D30">
      <w:r>
        <w:t>217.1000</w:t>
      </w:r>
      <w:r>
        <w:tab/>
        <w:t>5.993e0</w:t>
      </w:r>
    </w:p>
    <w:p w:rsidR="00E00D30" w:rsidRDefault="00E00D30" w:rsidP="00E00D30">
      <w:r>
        <w:t>217.1022</w:t>
      </w:r>
      <w:r>
        <w:tab/>
        <w:t>2.025e0</w:t>
      </w:r>
    </w:p>
    <w:p w:rsidR="00E00D30" w:rsidRDefault="00E00D30" w:rsidP="00E00D30">
      <w:r>
        <w:t>217.1048</w:t>
      </w:r>
      <w:r>
        <w:tab/>
        <w:t>1.878e1</w:t>
      </w:r>
    </w:p>
    <w:p w:rsidR="00E00D30" w:rsidRDefault="00E00D30" w:rsidP="00E00D30">
      <w:r>
        <w:t>217.1119</w:t>
      </w:r>
      <w:r>
        <w:tab/>
        <w:t>2.025e0</w:t>
      </w:r>
    </w:p>
    <w:p w:rsidR="00E00D30" w:rsidRDefault="00E00D30" w:rsidP="00E00D30">
      <w:r>
        <w:t>217.1159</w:t>
      </w:r>
      <w:r>
        <w:tab/>
        <w:t>3.038e0</w:t>
      </w:r>
    </w:p>
    <w:p w:rsidR="00E00D30" w:rsidRDefault="00E00D30" w:rsidP="00E00D30">
      <w:r>
        <w:t>217.1309</w:t>
      </w:r>
      <w:r>
        <w:tab/>
        <w:t>2.025e0</w:t>
      </w:r>
    </w:p>
    <w:p w:rsidR="00E00D30" w:rsidRDefault="00E00D30" w:rsidP="00E00D30">
      <w:r>
        <w:t>217.1329</w:t>
      </w:r>
      <w:r>
        <w:tab/>
        <w:t>2.025e0</w:t>
      </w:r>
    </w:p>
    <w:p w:rsidR="00E00D30" w:rsidRDefault="00E00D30" w:rsidP="00E00D30">
      <w:r>
        <w:t>217.1570</w:t>
      </w:r>
      <w:r>
        <w:tab/>
        <w:t>1.013e0</w:t>
      </w:r>
    </w:p>
    <w:p w:rsidR="00E00D30" w:rsidRDefault="00E00D30" w:rsidP="00E00D30">
      <w:r>
        <w:t>217.1806</w:t>
      </w:r>
      <w:r>
        <w:tab/>
        <w:t>1.013e0</w:t>
      </w:r>
    </w:p>
    <w:p w:rsidR="00E00D30" w:rsidRDefault="00E00D30" w:rsidP="00E00D30">
      <w:r>
        <w:t>217.1845</w:t>
      </w:r>
      <w:r>
        <w:tab/>
        <w:t>2.025e0</w:t>
      </w:r>
    </w:p>
    <w:p w:rsidR="00E00D30" w:rsidRDefault="00E00D30" w:rsidP="00E00D30">
      <w:r>
        <w:t>217.1903</w:t>
      </w:r>
      <w:r>
        <w:tab/>
        <w:t>2.025e0</w:t>
      </w:r>
    </w:p>
    <w:p w:rsidR="00E00D30" w:rsidRDefault="00E00D30" w:rsidP="00E00D30">
      <w:r>
        <w:t>217.1920</w:t>
      </w:r>
      <w:r>
        <w:tab/>
        <w:t>1.013e0</w:t>
      </w:r>
    </w:p>
    <w:p w:rsidR="00E00D30" w:rsidRDefault="00E00D30" w:rsidP="00E00D30">
      <w:r>
        <w:t>217.1961</w:t>
      </w:r>
      <w:r>
        <w:tab/>
        <w:t>3.038e0</w:t>
      </w:r>
    </w:p>
    <w:p w:rsidR="00E00D30" w:rsidRDefault="00E00D30" w:rsidP="00E00D30">
      <w:r>
        <w:lastRenderedPageBreak/>
        <w:t>217.2037</w:t>
      </w:r>
      <w:r>
        <w:tab/>
        <w:t>2.025e0</w:t>
      </w:r>
    </w:p>
    <w:p w:rsidR="00E00D30" w:rsidRDefault="00E00D30" w:rsidP="00E00D30">
      <w:r>
        <w:t>217.2113</w:t>
      </w:r>
      <w:r>
        <w:tab/>
        <w:t>1.013e0</w:t>
      </w:r>
    </w:p>
    <w:p w:rsidR="00E00D30" w:rsidRDefault="00E00D30" w:rsidP="00E00D30">
      <w:r>
        <w:t>217.2176</w:t>
      </w:r>
      <w:r>
        <w:tab/>
        <w:t>3.038e0</w:t>
      </w:r>
    </w:p>
    <w:p w:rsidR="00E00D30" w:rsidRDefault="00E00D30" w:rsidP="00E00D30">
      <w:r>
        <w:t>217.2226</w:t>
      </w:r>
      <w:r>
        <w:tab/>
        <w:t>1.013e0</w:t>
      </w:r>
    </w:p>
    <w:p w:rsidR="00E00D30" w:rsidRDefault="00E00D30" w:rsidP="00E00D30">
      <w:r>
        <w:t>217.2270</w:t>
      </w:r>
      <w:r>
        <w:tab/>
        <w:t>2.025e0</w:t>
      </w:r>
    </w:p>
    <w:p w:rsidR="00E00D30" w:rsidRDefault="00E00D30" w:rsidP="00E00D30">
      <w:r>
        <w:t>217.2473</w:t>
      </w:r>
      <w:r>
        <w:tab/>
        <w:t>1.013e0</w:t>
      </w:r>
    </w:p>
    <w:p w:rsidR="00E00D30" w:rsidRDefault="00E00D30" w:rsidP="00E00D30">
      <w:r>
        <w:t>217.2552</w:t>
      </w:r>
      <w:r>
        <w:tab/>
        <w:t>1.013e0</w:t>
      </w:r>
    </w:p>
    <w:p w:rsidR="00E00D30" w:rsidRDefault="00E00D30" w:rsidP="00E00D30">
      <w:r>
        <w:t>217.2746</w:t>
      </w:r>
      <w:r>
        <w:tab/>
        <w:t>2.025e0</w:t>
      </w:r>
    </w:p>
    <w:p w:rsidR="00E00D30" w:rsidRDefault="00E00D30" w:rsidP="00E00D30">
      <w:r>
        <w:t>217.3172</w:t>
      </w:r>
      <w:r>
        <w:tab/>
        <w:t>2.025e0</w:t>
      </w:r>
    </w:p>
    <w:p w:rsidR="00E00D30" w:rsidRDefault="00E00D30" w:rsidP="00E00D30">
      <w:r>
        <w:t>217.3642</w:t>
      </w:r>
      <w:r>
        <w:tab/>
        <w:t>2.025e0</w:t>
      </w:r>
    </w:p>
    <w:p w:rsidR="00E00D30" w:rsidRDefault="00E00D30" w:rsidP="00E00D30">
      <w:r>
        <w:t>217.4197</w:t>
      </w:r>
      <w:r>
        <w:tab/>
        <w:t>2.025e0</w:t>
      </w:r>
    </w:p>
    <w:p w:rsidR="00E00D30" w:rsidRDefault="00E00D30" w:rsidP="00E00D30">
      <w:r>
        <w:t>217.4464</w:t>
      </w:r>
      <w:r>
        <w:tab/>
        <w:t>1.013e0</w:t>
      </w:r>
    </w:p>
    <w:p w:rsidR="00E00D30" w:rsidRDefault="00E00D30" w:rsidP="00E00D30">
      <w:r>
        <w:t>217.4563</w:t>
      </w:r>
      <w:r>
        <w:tab/>
        <w:t>2.025e0</w:t>
      </w:r>
    </w:p>
    <w:p w:rsidR="00E00D30" w:rsidRDefault="00E00D30" w:rsidP="00E00D30">
      <w:r>
        <w:t>217.4704</w:t>
      </w:r>
      <w:r>
        <w:tab/>
        <w:t>1.013e0</w:t>
      </w:r>
    </w:p>
    <w:p w:rsidR="00E00D30" w:rsidRDefault="00E00D30" w:rsidP="00E00D30">
      <w:r>
        <w:t>217.4866</w:t>
      </w:r>
      <w:r>
        <w:tab/>
        <w:t>1.013e0</w:t>
      </w:r>
    </w:p>
    <w:p w:rsidR="00E00D30" w:rsidRDefault="00E00D30" w:rsidP="00E00D30">
      <w:r>
        <w:t>217.4926</w:t>
      </w:r>
      <w:r>
        <w:tab/>
        <w:t>2.025e0</w:t>
      </w:r>
    </w:p>
    <w:p w:rsidR="00E00D30" w:rsidRDefault="00E00D30" w:rsidP="00E00D30">
      <w:r>
        <w:t>217.5210</w:t>
      </w:r>
      <w:r>
        <w:tab/>
        <w:t>1.013e0</w:t>
      </w:r>
    </w:p>
    <w:p w:rsidR="00E00D30" w:rsidRDefault="00E00D30" w:rsidP="00E00D30">
      <w:r>
        <w:t>217.5269</w:t>
      </w:r>
      <w:r>
        <w:tab/>
        <w:t>2.025e0</w:t>
      </w:r>
    </w:p>
    <w:p w:rsidR="00E00D30" w:rsidRDefault="00E00D30" w:rsidP="00E00D30">
      <w:r>
        <w:t>217.5323</w:t>
      </w:r>
      <w:r>
        <w:tab/>
        <w:t>1.013e0</w:t>
      </w:r>
    </w:p>
    <w:p w:rsidR="00E00D30" w:rsidRDefault="00E00D30" w:rsidP="00E00D30">
      <w:r>
        <w:lastRenderedPageBreak/>
        <w:t>217.5529</w:t>
      </w:r>
      <w:r>
        <w:tab/>
        <w:t>1.013e0</w:t>
      </w:r>
    </w:p>
    <w:p w:rsidR="00E00D30" w:rsidRDefault="00E00D30" w:rsidP="00E00D30">
      <w:r>
        <w:t>217.5767</w:t>
      </w:r>
      <w:r>
        <w:tab/>
        <w:t>1.013e0</w:t>
      </w:r>
    </w:p>
    <w:p w:rsidR="00E00D30" w:rsidRDefault="00E00D30" w:rsidP="00E00D30">
      <w:r>
        <w:t>217.5840</w:t>
      </w:r>
      <w:r>
        <w:tab/>
        <w:t>1.013e0</w:t>
      </w:r>
    </w:p>
    <w:p w:rsidR="00E00D30" w:rsidRDefault="00E00D30" w:rsidP="00E00D30">
      <w:r>
        <w:t>217.6107</w:t>
      </w:r>
      <w:r>
        <w:tab/>
        <w:t>1.013e0</w:t>
      </w:r>
    </w:p>
    <w:p w:rsidR="00E00D30" w:rsidRDefault="00E00D30" w:rsidP="00E00D30">
      <w:r>
        <w:t>217.6189</w:t>
      </w:r>
      <w:r>
        <w:tab/>
        <w:t>1.013e0</w:t>
      </w:r>
    </w:p>
    <w:p w:rsidR="00E00D30" w:rsidRDefault="00E00D30" w:rsidP="00E00D30">
      <w:r>
        <w:t>217.6213</w:t>
      </w:r>
      <w:r>
        <w:tab/>
        <w:t>2.025e0</w:t>
      </w:r>
    </w:p>
    <w:p w:rsidR="00E00D30" w:rsidRDefault="00E00D30" w:rsidP="00E00D30">
      <w:r>
        <w:t>217.6393</w:t>
      </w:r>
      <w:r>
        <w:tab/>
        <w:t>1.013e0</w:t>
      </w:r>
    </w:p>
    <w:p w:rsidR="00E00D30" w:rsidRDefault="00E00D30" w:rsidP="00E00D30">
      <w:r>
        <w:t>217.6451</w:t>
      </w:r>
      <w:r>
        <w:tab/>
        <w:t>2.025e0</w:t>
      </w:r>
    </w:p>
    <w:p w:rsidR="00E00D30" w:rsidRDefault="00E00D30" w:rsidP="00E00D30">
      <w:r>
        <w:t>217.6930</w:t>
      </w:r>
      <w:r>
        <w:tab/>
        <w:t>1.013e0</w:t>
      </w:r>
    </w:p>
    <w:p w:rsidR="00E00D30" w:rsidRDefault="00E00D30" w:rsidP="00E00D30">
      <w:r>
        <w:t>217.7011</w:t>
      </w:r>
      <w:r>
        <w:tab/>
        <w:t>1.013e0</w:t>
      </w:r>
    </w:p>
    <w:p w:rsidR="00E00D30" w:rsidRDefault="00E00D30" w:rsidP="00E00D30">
      <w:r>
        <w:t>217.7054</w:t>
      </w:r>
      <w:r>
        <w:tab/>
        <w:t>1.013e0</w:t>
      </w:r>
    </w:p>
    <w:p w:rsidR="00E00D30" w:rsidRDefault="00E00D30" w:rsidP="00E00D30">
      <w:r>
        <w:t>217.7136</w:t>
      </w:r>
      <w:r>
        <w:tab/>
        <w:t>1.013e0</w:t>
      </w:r>
    </w:p>
    <w:p w:rsidR="00E00D30" w:rsidRDefault="00E00D30" w:rsidP="00E00D30">
      <w:r>
        <w:t>217.7638</w:t>
      </w:r>
      <w:r>
        <w:tab/>
        <w:t>1.013e0</w:t>
      </w:r>
    </w:p>
    <w:p w:rsidR="00E00D30" w:rsidRDefault="00E00D30" w:rsidP="00E00D30">
      <w:r>
        <w:t>217.7837</w:t>
      </w:r>
      <w:r>
        <w:tab/>
        <w:t>1.013e0</w:t>
      </w:r>
    </w:p>
    <w:p w:rsidR="00E00D30" w:rsidRDefault="00E00D30" w:rsidP="00E00D30">
      <w:r>
        <w:t>217.7920</w:t>
      </w:r>
      <w:r>
        <w:tab/>
        <w:t>2.025e0</w:t>
      </w:r>
    </w:p>
    <w:p w:rsidR="00E00D30" w:rsidRDefault="00E00D30" w:rsidP="00E00D30">
      <w:r>
        <w:t>217.8230</w:t>
      </w:r>
      <w:r>
        <w:tab/>
        <w:t>1.013e0</w:t>
      </w:r>
    </w:p>
    <w:p w:rsidR="00E00D30" w:rsidRDefault="00E00D30" w:rsidP="00E00D30">
      <w:r>
        <w:t>217.8383</w:t>
      </w:r>
      <w:r>
        <w:tab/>
        <w:t>1.013e0</w:t>
      </w:r>
    </w:p>
    <w:p w:rsidR="00E00D30" w:rsidRDefault="00E00D30" w:rsidP="00E00D30">
      <w:r>
        <w:t>217.8460</w:t>
      </w:r>
      <w:r>
        <w:tab/>
        <w:t>2.025e0</w:t>
      </w:r>
    </w:p>
    <w:p w:rsidR="00E00D30" w:rsidRDefault="00E00D30" w:rsidP="00E00D30">
      <w:r>
        <w:t>217.8539</w:t>
      </w:r>
      <w:r>
        <w:tab/>
        <w:t>1.013e0</w:t>
      </w:r>
    </w:p>
    <w:p w:rsidR="00E00D30" w:rsidRDefault="00E00D30" w:rsidP="00E00D30">
      <w:r>
        <w:lastRenderedPageBreak/>
        <w:t>217.8787</w:t>
      </w:r>
      <w:r>
        <w:tab/>
        <w:t>2.025e0</w:t>
      </w:r>
    </w:p>
    <w:p w:rsidR="00E00D30" w:rsidRDefault="00E00D30" w:rsidP="00E00D30">
      <w:r>
        <w:t>217.8938</w:t>
      </w:r>
      <w:r>
        <w:tab/>
        <w:t>1.013e0</w:t>
      </w:r>
    </w:p>
    <w:p w:rsidR="00E00D30" w:rsidRDefault="00E00D30" w:rsidP="00E00D30">
      <w:r>
        <w:t>217.9171</w:t>
      </w:r>
      <w:r>
        <w:tab/>
        <w:t>1.013e0</w:t>
      </w:r>
    </w:p>
    <w:p w:rsidR="00E00D30" w:rsidRDefault="00E00D30" w:rsidP="00E00D30">
      <w:r>
        <w:t>217.9407</w:t>
      </w:r>
      <w:r>
        <w:tab/>
        <w:t>1.013e0</w:t>
      </w:r>
    </w:p>
    <w:p w:rsidR="00E00D30" w:rsidRDefault="00E00D30" w:rsidP="00E00D30">
      <w:r>
        <w:t>217.9450</w:t>
      </w:r>
      <w:r>
        <w:tab/>
        <w:t>1.013e0</w:t>
      </w:r>
    </w:p>
    <w:p w:rsidR="00E00D30" w:rsidRDefault="00E00D30" w:rsidP="00E00D30">
      <w:r>
        <w:t>217.9573</w:t>
      </w:r>
      <w:r>
        <w:tab/>
        <w:t>2.025e0</w:t>
      </w:r>
    </w:p>
    <w:p w:rsidR="00E00D30" w:rsidRDefault="00E00D30" w:rsidP="00E00D30">
      <w:r>
        <w:t>217.9646</w:t>
      </w:r>
      <w:r>
        <w:tab/>
        <w:t>2.025e0</w:t>
      </w:r>
    </w:p>
    <w:p w:rsidR="00E00D30" w:rsidRDefault="00E00D30" w:rsidP="00E00D30">
      <w:r>
        <w:t>217.9764</w:t>
      </w:r>
      <w:r>
        <w:tab/>
        <w:t>1.013e0</w:t>
      </w:r>
    </w:p>
    <w:p w:rsidR="00E00D30" w:rsidRDefault="00E00D30" w:rsidP="00E00D30">
      <w:r>
        <w:t>217.9839</w:t>
      </w:r>
      <w:r>
        <w:tab/>
        <w:t>1.013e0</w:t>
      </w:r>
    </w:p>
    <w:p w:rsidR="00E00D30" w:rsidRDefault="00E00D30" w:rsidP="00E00D30">
      <w:r>
        <w:t>217.9914</w:t>
      </w:r>
      <w:r>
        <w:tab/>
        <w:t>2.025e0</w:t>
      </w:r>
    </w:p>
    <w:p w:rsidR="00E00D30" w:rsidRDefault="00E00D30" w:rsidP="00E00D30">
      <w:r>
        <w:t>217.9953</w:t>
      </w:r>
      <w:r>
        <w:tab/>
        <w:t>2.924e0</w:t>
      </w:r>
    </w:p>
    <w:p w:rsidR="00E00D30" w:rsidRDefault="00E00D30" w:rsidP="00E00D30">
      <w:r>
        <w:t>218.0029</w:t>
      </w:r>
      <w:r>
        <w:tab/>
        <w:t>3.038e0</w:t>
      </w:r>
    </w:p>
    <w:p w:rsidR="00E00D30" w:rsidRDefault="00E00D30" w:rsidP="00E00D30">
      <w:r>
        <w:t>218.0073</w:t>
      </w:r>
      <w:r>
        <w:tab/>
        <w:t>2.025e0</w:t>
      </w:r>
    </w:p>
    <w:p w:rsidR="00E00D30" w:rsidRDefault="00E00D30" w:rsidP="00E00D30">
      <w:r>
        <w:t>218.0273</w:t>
      </w:r>
      <w:r>
        <w:tab/>
        <w:t>2.025e0</w:t>
      </w:r>
    </w:p>
    <w:p w:rsidR="00E00D30" w:rsidRDefault="00E00D30" w:rsidP="00E00D30">
      <w:r>
        <w:t>218.0320</w:t>
      </w:r>
      <w:r>
        <w:tab/>
        <w:t>1.013e0</w:t>
      </w:r>
    </w:p>
    <w:p w:rsidR="00E00D30" w:rsidRDefault="00E00D30" w:rsidP="00E00D30">
      <w:r>
        <w:t>218.0393</w:t>
      </w:r>
      <w:r>
        <w:tab/>
        <w:t>2.025e0</w:t>
      </w:r>
    </w:p>
    <w:p w:rsidR="00E00D30" w:rsidRDefault="00E00D30" w:rsidP="00E00D30">
      <w:r>
        <w:t>218.0405</w:t>
      </w:r>
      <w:r>
        <w:tab/>
        <w:t>5.972e0</w:t>
      </w:r>
    </w:p>
    <w:p w:rsidR="00E00D30" w:rsidRDefault="00E00D30" w:rsidP="00E00D30">
      <w:r>
        <w:t>218.0469</w:t>
      </w:r>
      <w:r>
        <w:tab/>
        <w:t>1.013e0</w:t>
      </w:r>
    </w:p>
    <w:p w:rsidR="00E00D30" w:rsidRDefault="00E00D30" w:rsidP="00E00D30">
      <w:r>
        <w:t>218.0660</w:t>
      </w:r>
      <w:r>
        <w:tab/>
        <w:t>1.013e0</w:t>
      </w:r>
    </w:p>
    <w:p w:rsidR="00E00D30" w:rsidRDefault="00E00D30" w:rsidP="00E00D30">
      <w:r>
        <w:lastRenderedPageBreak/>
        <w:t>218.0739</w:t>
      </w:r>
      <w:r>
        <w:tab/>
        <w:t>2.025e0</w:t>
      </w:r>
    </w:p>
    <w:p w:rsidR="00E00D30" w:rsidRDefault="00E00D30" w:rsidP="00E00D30">
      <w:r>
        <w:t>218.0897</w:t>
      </w:r>
      <w:r>
        <w:tab/>
        <w:t>1.013e0</w:t>
      </w:r>
    </w:p>
    <w:p w:rsidR="00E00D30" w:rsidRDefault="00E00D30" w:rsidP="00E00D30">
      <w:r>
        <w:t>218.0939</w:t>
      </w:r>
      <w:r>
        <w:tab/>
        <w:t>2.025e0</w:t>
      </w:r>
    </w:p>
    <w:p w:rsidR="00E00D30" w:rsidRDefault="00E00D30" w:rsidP="00E00D30">
      <w:r>
        <w:t>218.0974</w:t>
      </w:r>
      <w:r>
        <w:tab/>
        <w:t>2.025e0</w:t>
      </w:r>
    </w:p>
    <w:p w:rsidR="00E00D30" w:rsidRDefault="00E00D30" w:rsidP="00E00D30">
      <w:r>
        <w:t>218.1101</w:t>
      </w:r>
      <w:r>
        <w:tab/>
        <w:t>1.013e0</w:t>
      </w:r>
    </w:p>
    <w:p w:rsidR="00E00D30" w:rsidRDefault="00E00D30" w:rsidP="00E00D30">
      <w:r>
        <w:t>218.1137</w:t>
      </w:r>
      <w:r>
        <w:tab/>
        <w:t>3.038e0</w:t>
      </w:r>
    </w:p>
    <w:p w:rsidR="00E00D30" w:rsidRDefault="00E00D30" w:rsidP="00E00D30">
      <w:r>
        <w:t>218.1219</w:t>
      </w:r>
      <w:r>
        <w:tab/>
        <w:t>1.013e0</w:t>
      </w:r>
    </w:p>
    <w:p w:rsidR="00E00D30" w:rsidRDefault="00E00D30" w:rsidP="00E00D30">
      <w:r>
        <w:t>218.1234</w:t>
      </w:r>
      <w:r>
        <w:tab/>
        <w:t>2.025e0</w:t>
      </w:r>
    </w:p>
    <w:p w:rsidR="00E00D30" w:rsidRDefault="00E00D30" w:rsidP="00E00D30">
      <w:r>
        <w:t>218.1331</w:t>
      </w:r>
      <w:r>
        <w:tab/>
        <w:t>1.013e0</w:t>
      </w:r>
    </w:p>
    <w:p w:rsidR="00E00D30" w:rsidRDefault="00E00D30" w:rsidP="00E00D30">
      <w:r>
        <w:t>218.1464</w:t>
      </w:r>
      <w:r>
        <w:tab/>
        <w:t>2.025e0</w:t>
      </w:r>
    </w:p>
    <w:p w:rsidR="00E00D30" w:rsidRDefault="00E00D30" w:rsidP="00E00D30">
      <w:r>
        <w:t>218.1600</w:t>
      </w:r>
      <w:r>
        <w:tab/>
        <w:t>1.013e0</w:t>
      </w:r>
    </w:p>
    <w:p w:rsidR="00E00D30" w:rsidRDefault="00E00D30" w:rsidP="00E00D30">
      <w:r>
        <w:t>218.1849</w:t>
      </w:r>
      <w:r>
        <w:tab/>
        <w:t>2.025e0</w:t>
      </w:r>
    </w:p>
    <w:p w:rsidR="00E00D30" w:rsidRDefault="00E00D30" w:rsidP="00E00D30">
      <w:r>
        <w:t>218.1890</w:t>
      </w:r>
      <w:r>
        <w:tab/>
        <w:t>1.013e0</w:t>
      </w:r>
    </w:p>
    <w:p w:rsidR="00E00D30" w:rsidRDefault="00E00D30" w:rsidP="00E00D30">
      <w:r>
        <w:t>218.1923</w:t>
      </w:r>
      <w:r>
        <w:tab/>
        <w:t>1.013e0</w:t>
      </w:r>
    </w:p>
    <w:p w:rsidR="00E00D30" w:rsidRDefault="00E00D30" w:rsidP="00E00D30">
      <w:r>
        <w:t>218.1999</w:t>
      </w:r>
      <w:r>
        <w:tab/>
        <w:t>1.013e0</w:t>
      </w:r>
    </w:p>
    <w:p w:rsidR="00E00D30" w:rsidRDefault="00E00D30" w:rsidP="00E00D30">
      <w:r>
        <w:t>218.2041</w:t>
      </w:r>
      <w:r>
        <w:tab/>
        <w:t>1.013e0</w:t>
      </w:r>
    </w:p>
    <w:p w:rsidR="00E00D30" w:rsidRDefault="00E00D30" w:rsidP="00E00D30">
      <w:r>
        <w:t>218.2118</w:t>
      </w:r>
      <w:r>
        <w:tab/>
        <w:t>2.025e0</w:t>
      </w:r>
    </w:p>
    <w:p w:rsidR="00E00D30" w:rsidRDefault="00E00D30" w:rsidP="00E00D30">
      <w:r>
        <w:t>218.2229</w:t>
      </w:r>
      <w:r>
        <w:tab/>
        <w:t>1.013e0</w:t>
      </w:r>
    </w:p>
    <w:p w:rsidR="00E00D30" w:rsidRDefault="00E00D30" w:rsidP="00E00D30">
      <w:r>
        <w:t>218.2386</w:t>
      </w:r>
      <w:r>
        <w:tab/>
        <w:t>1.013e0</w:t>
      </w:r>
    </w:p>
    <w:p w:rsidR="00E00D30" w:rsidRDefault="00E00D30" w:rsidP="00E00D30">
      <w:r>
        <w:lastRenderedPageBreak/>
        <w:t>218.2592</w:t>
      </w:r>
      <w:r>
        <w:tab/>
        <w:t>1.013e0</w:t>
      </w:r>
    </w:p>
    <w:p w:rsidR="00E00D30" w:rsidRDefault="00E00D30" w:rsidP="00E00D30">
      <w:r>
        <w:t>218.2633</w:t>
      </w:r>
      <w:r>
        <w:tab/>
        <w:t>1.013e0</w:t>
      </w:r>
    </w:p>
    <w:p w:rsidR="00E00D30" w:rsidRDefault="00E00D30" w:rsidP="00E00D30">
      <w:r>
        <w:t>218.2785</w:t>
      </w:r>
      <w:r>
        <w:tab/>
        <w:t>1.013e0</w:t>
      </w:r>
    </w:p>
    <w:p w:rsidR="00E00D30" w:rsidRDefault="00E00D30" w:rsidP="00E00D30">
      <w:r>
        <w:t>218.3272</w:t>
      </w:r>
      <w:r>
        <w:tab/>
        <w:t>2.025e0</w:t>
      </w:r>
    </w:p>
    <w:p w:rsidR="00E00D30" w:rsidRDefault="00E00D30" w:rsidP="00E00D30">
      <w:r>
        <w:t>218.3923</w:t>
      </w:r>
      <w:r>
        <w:tab/>
        <w:t>2.025e0</w:t>
      </w:r>
    </w:p>
    <w:p w:rsidR="00E00D30" w:rsidRDefault="00E00D30" w:rsidP="00E00D30">
      <w:r>
        <w:t>218.3959</w:t>
      </w:r>
      <w:r>
        <w:tab/>
        <w:t>1.013e0</w:t>
      </w:r>
    </w:p>
    <w:p w:rsidR="00E00D30" w:rsidRDefault="00E00D30" w:rsidP="00E00D30">
      <w:r>
        <w:t>218.4037</w:t>
      </w:r>
      <w:r>
        <w:tab/>
        <w:t>2.025e0</w:t>
      </w:r>
    </w:p>
    <w:p w:rsidR="00E00D30" w:rsidRDefault="00E00D30" w:rsidP="00E00D30">
      <w:r>
        <w:t>218.4206</w:t>
      </w:r>
      <w:r>
        <w:tab/>
        <w:t>1.013e0</w:t>
      </w:r>
    </w:p>
    <w:p w:rsidR="00E00D30" w:rsidRDefault="00E00D30" w:rsidP="00E00D30">
      <w:r>
        <w:t>218.4317</w:t>
      </w:r>
      <w:r>
        <w:tab/>
        <w:t>1.013e0</w:t>
      </w:r>
    </w:p>
    <w:p w:rsidR="00E00D30" w:rsidRDefault="00E00D30" w:rsidP="00E00D30">
      <w:r>
        <w:t>218.4473</w:t>
      </w:r>
      <w:r>
        <w:tab/>
        <w:t>1.013e0</w:t>
      </w:r>
    </w:p>
    <w:p w:rsidR="00E00D30" w:rsidRDefault="00E00D30" w:rsidP="00E00D30">
      <w:r>
        <w:t>218.4547</w:t>
      </w:r>
      <w:r>
        <w:tab/>
        <w:t>1.013e0</w:t>
      </w:r>
    </w:p>
    <w:p w:rsidR="00E00D30" w:rsidRDefault="00E00D30" w:rsidP="00E00D30">
      <w:r>
        <w:t>218.4868</w:t>
      </w:r>
      <w:r>
        <w:tab/>
        <w:t>1.013e0</w:t>
      </w:r>
    </w:p>
    <w:p w:rsidR="00E00D30" w:rsidRDefault="00E00D30" w:rsidP="00E00D30">
      <w:r>
        <w:t>218.4949</w:t>
      </w:r>
      <w:r>
        <w:tab/>
        <w:t>1.013e0</w:t>
      </w:r>
    </w:p>
    <w:p w:rsidR="00E00D30" w:rsidRDefault="00E00D30" w:rsidP="00E00D30">
      <w:r>
        <w:t>218.5064</w:t>
      </w:r>
      <w:r>
        <w:tab/>
        <w:t>1.013e0</w:t>
      </w:r>
    </w:p>
    <w:p w:rsidR="00E00D30" w:rsidRDefault="00E00D30" w:rsidP="00E00D30">
      <w:r>
        <w:t>218.5139</w:t>
      </w:r>
      <w:r>
        <w:tab/>
        <w:t>2.025e0</w:t>
      </w:r>
    </w:p>
    <w:p w:rsidR="00E00D30" w:rsidRDefault="00E00D30" w:rsidP="00E00D30">
      <w:r>
        <w:t>218.5182</w:t>
      </w:r>
      <w:r>
        <w:tab/>
        <w:t>1.013e0</w:t>
      </w:r>
    </w:p>
    <w:p w:rsidR="00E00D30" w:rsidRDefault="00E00D30" w:rsidP="00E00D30">
      <w:r>
        <w:t>218.5217</w:t>
      </w:r>
      <w:r>
        <w:tab/>
        <w:t>1.013e0</w:t>
      </w:r>
    </w:p>
    <w:p w:rsidR="00E00D30" w:rsidRDefault="00E00D30" w:rsidP="00E00D30">
      <w:r>
        <w:t>218.5490</w:t>
      </w:r>
      <w:r>
        <w:tab/>
        <w:t>1.013e0</w:t>
      </w:r>
    </w:p>
    <w:p w:rsidR="00E00D30" w:rsidRDefault="00E00D30" w:rsidP="00E00D30">
      <w:r>
        <w:t>218.5735</w:t>
      </w:r>
      <w:r>
        <w:tab/>
        <w:t>1.013e0</w:t>
      </w:r>
    </w:p>
    <w:p w:rsidR="00E00D30" w:rsidRDefault="00E00D30" w:rsidP="00E00D30">
      <w:r>
        <w:lastRenderedPageBreak/>
        <w:t>218.5849</w:t>
      </w:r>
      <w:r>
        <w:tab/>
        <w:t>1.013e0</w:t>
      </w:r>
    </w:p>
    <w:p w:rsidR="00E00D30" w:rsidRDefault="00E00D30" w:rsidP="00E00D30">
      <w:r>
        <w:t>218.6005</w:t>
      </w:r>
      <w:r>
        <w:tab/>
        <w:t>1.013e0</w:t>
      </w:r>
    </w:p>
    <w:p w:rsidR="00E00D30" w:rsidRDefault="00E00D30" w:rsidP="00E00D30">
      <w:r>
        <w:t>218.6116</w:t>
      </w:r>
      <w:r>
        <w:tab/>
        <w:t>2.025e0</w:t>
      </w:r>
    </w:p>
    <w:p w:rsidR="00E00D30" w:rsidRDefault="00E00D30" w:rsidP="00E00D30">
      <w:r>
        <w:t>218.6278</w:t>
      </w:r>
      <w:r>
        <w:tab/>
        <w:t>1.013e0</w:t>
      </w:r>
    </w:p>
    <w:p w:rsidR="00E00D30" w:rsidRDefault="00E00D30" w:rsidP="00E00D30">
      <w:r>
        <w:t>218.6447</w:t>
      </w:r>
      <w:r>
        <w:tab/>
        <w:t>1.013e0</w:t>
      </w:r>
    </w:p>
    <w:p w:rsidR="00E00D30" w:rsidRDefault="00E00D30" w:rsidP="00E00D30">
      <w:r>
        <w:t>218.6557</w:t>
      </w:r>
      <w:r>
        <w:tab/>
        <w:t>1.013e0</w:t>
      </w:r>
    </w:p>
    <w:p w:rsidR="00E00D30" w:rsidRDefault="00E00D30" w:rsidP="00E00D30">
      <w:r>
        <w:t>218.6749</w:t>
      </w:r>
      <w:r>
        <w:tab/>
        <w:t>1.013e0</w:t>
      </w:r>
    </w:p>
    <w:p w:rsidR="00E00D30" w:rsidRDefault="00E00D30" w:rsidP="00E00D30">
      <w:r>
        <w:t>218.6986</w:t>
      </w:r>
      <w:r>
        <w:tab/>
        <w:t>1.013e0</w:t>
      </w:r>
    </w:p>
    <w:p w:rsidR="00E00D30" w:rsidRDefault="00E00D30" w:rsidP="00E00D30">
      <w:r>
        <w:t>218.7148</w:t>
      </w:r>
      <w:r>
        <w:tab/>
        <w:t>1.013e0</w:t>
      </w:r>
    </w:p>
    <w:p w:rsidR="00E00D30" w:rsidRDefault="00E00D30" w:rsidP="00E00D30">
      <w:r>
        <w:t>218.7190</w:t>
      </w:r>
      <w:r>
        <w:tab/>
        <w:t>1.013e0</w:t>
      </w:r>
    </w:p>
    <w:p w:rsidR="00E00D30" w:rsidRDefault="00E00D30" w:rsidP="00E00D30">
      <w:r>
        <w:t>218.7305</w:t>
      </w:r>
      <w:r>
        <w:tab/>
        <w:t>1.013e0</w:t>
      </w:r>
    </w:p>
    <w:p w:rsidR="00E00D30" w:rsidRDefault="00E00D30" w:rsidP="00E00D30">
      <w:r>
        <w:t>218.7771</w:t>
      </w:r>
      <w:r>
        <w:tab/>
        <w:t>1.013e0</w:t>
      </w:r>
    </w:p>
    <w:p w:rsidR="00E00D30" w:rsidRDefault="00E00D30" w:rsidP="00E00D30">
      <w:r>
        <w:t>218.7812</w:t>
      </w:r>
      <w:r>
        <w:tab/>
        <w:t>1.013e0</w:t>
      </w:r>
    </w:p>
    <w:p w:rsidR="00E00D30" w:rsidRDefault="00E00D30" w:rsidP="00E00D30">
      <w:r>
        <w:t>218.7852</w:t>
      </w:r>
      <w:r>
        <w:tab/>
        <w:t>1.013e0</w:t>
      </w:r>
    </w:p>
    <w:p w:rsidR="00E00D30" w:rsidRDefault="00E00D30" w:rsidP="00E00D30">
      <w:r>
        <w:t>218.8091</w:t>
      </w:r>
      <w:r>
        <w:tab/>
        <w:t>2.025e0</w:t>
      </w:r>
    </w:p>
    <w:p w:rsidR="00E00D30" w:rsidRDefault="00E00D30" w:rsidP="00E00D30">
      <w:r>
        <w:t>218.8204</w:t>
      </w:r>
      <w:r>
        <w:tab/>
        <w:t>1.013e0</w:t>
      </w:r>
    </w:p>
    <w:p w:rsidR="00E00D30" w:rsidRDefault="00E00D30" w:rsidP="00E00D30">
      <w:r>
        <w:t>218.8244</w:t>
      </w:r>
      <w:r>
        <w:tab/>
        <w:t>1.013e0</w:t>
      </w:r>
    </w:p>
    <w:p w:rsidR="00E00D30" w:rsidRDefault="00E00D30" w:rsidP="00E00D30">
      <w:r>
        <w:t>218.8395</w:t>
      </w:r>
      <w:r>
        <w:tab/>
        <w:t>2.025e0</w:t>
      </w:r>
    </w:p>
    <w:p w:rsidR="00E00D30" w:rsidRDefault="00E00D30" w:rsidP="00E00D30">
      <w:r>
        <w:t>218.8603</w:t>
      </w:r>
      <w:r>
        <w:tab/>
        <w:t>1.013e0</w:t>
      </w:r>
    </w:p>
    <w:p w:rsidR="00E00D30" w:rsidRDefault="00E00D30" w:rsidP="00E00D30">
      <w:r>
        <w:lastRenderedPageBreak/>
        <w:t>218.8683</w:t>
      </w:r>
      <w:r>
        <w:tab/>
        <w:t>1.013e0</w:t>
      </w:r>
    </w:p>
    <w:p w:rsidR="00E00D30" w:rsidRDefault="00E00D30" w:rsidP="00E00D30">
      <w:r>
        <w:t>218.8798</w:t>
      </w:r>
      <w:r>
        <w:tab/>
        <w:t>1.013e0</w:t>
      </w:r>
    </w:p>
    <w:p w:rsidR="00E00D30" w:rsidRDefault="00E00D30" w:rsidP="00E00D30">
      <w:r>
        <w:t>218.8837</w:t>
      </w:r>
      <w:r>
        <w:tab/>
        <w:t>1.013e0</w:t>
      </w:r>
    </w:p>
    <w:p w:rsidR="00E00D30" w:rsidRDefault="00E00D30" w:rsidP="00E00D30">
      <w:r>
        <w:t>218.8951</w:t>
      </w:r>
      <w:r>
        <w:tab/>
        <w:t>1.013e0</w:t>
      </w:r>
    </w:p>
    <w:p w:rsidR="00E00D30" w:rsidRDefault="00E00D30" w:rsidP="00E00D30">
      <w:r>
        <w:t>218.9184</w:t>
      </w:r>
      <w:r>
        <w:tab/>
        <w:t>1.013e0</w:t>
      </w:r>
    </w:p>
    <w:p w:rsidR="00E00D30" w:rsidRDefault="00E00D30" w:rsidP="00E00D30">
      <w:r>
        <w:t>218.9222</w:t>
      </w:r>
      <w:r>
        <w:tab/>
        <w:t>1.013e0</w:t>
      </w:r>
    </w:p>
    <w:p w:rsidR="00E00D30" w:rsidRDefault="00E00D30" w:rsidP="00E00D30">
      <w:r>
        <w:t>218.9387</w:t>
      </w:r>
      <w:r>
        <w:tab/>
        <w:t>1.013e0</w:t>
      </w:r>
    </w:p>
    <w:p w:rsidR="00E00D30" w:rsidRDefault="00E00D30" w:rsidP="00E00D30">
      <w:r>
        <w:t>218.9430</w:t>
      </w:r>
      <w:r>
        <w:tab/>
        <w:t>1.013e0</w:t>
      </w:r>
    </w:p>
    <w:p w:rsidR="00E00D30" w:rsidRDefault="00E00D30" w:rsidP="00E00D30">
      <w:r>
        <w:t>218.9698</w:t>
      </w:r>
      <w:r>
        <w:tab/>
        <w:t>3.038e0</w:t>
      </w:r>
    </w:p>
    <w:p w:rsidR="00E00D30" w:rsidRDefault="00E00D30" w:rsidP="00E00D30">
      <w:r>
        <w:t>219.0055</w:t>
      </w:r>
      <w:r>
        <w:tab/>
        <w:t>1.013e0</w:t>
      </w:r>
    </w:p>
    <w:p w:rsidR="00E00D30" w:rsidRDefault="00E00D30" w:rsidP="00E00D30">
      <w:r>
        <w:t>219.0094</w:t>
      </w:r>
      <w:r>
        <w:tab/>
        <w:t>1.013e0</w:t>
      </w:r>
    </w:p>
    <w:p w:rsidR="00E00D30" w:rsidRDefault="00E00D30" w:rsidP="00E00D30">
      <w:r>
        <w:t>219.0214</w:t>
      </w:r>
      <w:r>
        <w:tab/>
        <w:t>1.937e0</w:t>
      </w:r>
    </w:p>
    <w:p w:rsidR="00E00D30" w:rsidRDefault="00E00D30" w:rsidP="00E00D30">
      <w:r>
        <w:t>219.0257</w:t>
      </w:r>
      <w:r>
        <w:tab/>
        <w:t>2.901e0</w:t>
      </w:r>
    </w:p>
    <w:p w:rsidR="00E00D30" w:rsidRDefault="00E00D30" w:rsidP="00E00D30">
      <w:r>
        <w:t>219.0524</w:t>
      </w:r>
      <w:r>
        <w:tab/>
        <w:t>2.025e0</w:t>
      </w:r>
    </w:p>
    <w:p w:rsidR="00E00D30" w:rsidRDefault="00E00D30" w:rsidP="00E00D30">
      <w:r>
        <w:t>219.0603</w:t>
      </w:r>
      <w:r>
        <w:tab/>
        <w:t>1.013e0</w:t>
      </w:r>
    </w:p>
    <w:p w:rsidR="00E00D30" w:rsidRDefault="00E00D30" w:rsidP="00E00D30">
      <w:r>
        <w:t>219.0638</w:t>
      </w:r>
      <w:r>
        <w:tab/>
        <w:t>2.025e0</w:t>
      </w:r>
    </w:p>
    <w:p w:rsidR="00E00D30" w:rsidRDefault="00E00D30" w:rsidP="00E00D30">
      <w:r>
        <w:t>219.0660</w:t>
      </w:r>
      <w:r>
        <w:tab/>
        <w:t>2.025e0</w:t>
      </w:r>
    </w:p>
    <w:p w:rsidR="00E00D30" w:rsidRDefault="00E00D30" w:rsidP="00E00D30">
      <w:r>
        <w:t>219.0716</w:t>
      </w:r>
      <w:r>
        <w:tab/>
        <w:t>2.025e0</w:t>
      </w:r>
    </w:p>
    <w:p w:rsidR="00E00D30" w:rsidRDefault="00E00D30" w:rsidP="00E00D30">
      <w:r>
        <w:t>219.1006</w:t>
      </w:r>
      <w:r>
        <w:tab/>
        <w:t>1.013e0</w:t>
      </w:r>
    </w:p>
    <w:p w:rsidR="00E00D30" w:rsidRDefault="00E00D30" w:rsidP="00E00D30">
      <w:r>
        <w:lastRenderedPageBreak/>
        <w:t>219.1079</w:t>
      </w:r>
      <w:r>
        <w:tab/>
        <w:t>2.025e0</w:t>
      </w:r>
    </w:p>
    <w:p w:rsidR="00E00D30" w:rsidRDefault="00E00D30" w:rsidP="00E00D30">
      <w:r>
        <w:t>219.1156</w:t>
      </w:r>
      <w:r>
        <w:tab/>
        <w:t>3.038e0</w:t>
      </w:r>
    </w:p>
    <w:p w:rsidR="00E00D30" w:rsidRDefault="00E00D30" w:rsidP="00E00D30">
      <w:r>
        <w:t>219.1272</w:t>
      </w:r>
      <w:r>
        <w:tab/>
        <w:t>3.038e0</w:t>
      </w:r>
    </w:p>
    <w:p w:rsidR="00E00D30" w:rsidRDefault="00E00D30" w:rsidP="00E00D30">
      <w:r>
        <w:t>219.1388</w:t>
      </w:r>
      <w:r>
        <w:tab/>
        <w:t>1.013e0</w:t>
      </w:r>
    </w:p>
    <w:p w:rsidR="00E00D30" w:rsidRDefault="00E00D30" w:rsidP="00E00D30">
      <w:r>
        <w:t>219.1546</w:t>
      </w:r>
      <w:r>
        <w:tab/>
        <w:t>1.013e0</w:t>
      </w:r>
    </w:p>
    <w:p w:rsidR="00E00D30" w:rsidRDefault="00E00D30" w:rsidP="00E00D30">
      <w:r>
        <w:t>219.1588</w:t>
      </w:r>
      <w:r>
        <w:tab/>
        <w:t>1.013e0</w:t>
      </w:r>
    </w:p>
    <w:p w:rsidR="00E00D30" w:rsidRDefault="00E00D30" w:rsidP="00E00D30">
      <w:r>
        <w:t>219.1709</w:t>
      </w:r>
      <w:r>
        <w:tab/>
        <w:t>2.025e0</w:t>
      </w:r>
    </w:p>
    <w:p w:rsidR="00E00D30" w:rsidRDefault="00E00D30" w:rsidP="00E00D30">
      <w:r>
        <w:t>219.1827</w:t>
      </w:r>
      <w:r>
        <w:tab/>
        <w:t>2.025e0</w:t>
      </w:r>
    </w:p>
    <w:p w:rsidR="00E00D30" w:rsidRDefault="00E00D30" w:rsidP="00E00D30">
      <w:r>
        <w:t>219.1864</w:t>
      </w:r>
      <w:r>
        <w:tab/>
        <w:t>2.025e0</w:t>
      </w:r>
    </w:p>
    <w:p w:rsidR="00E00D30" w:rsidRDefault="00E00D30" w:rsidP="00E00D30">
      <w:r>
        <w:t>219.1904</w:t>
      </w:r>
      <w:r>
        <w:tab/>
        <w:t>2.025e0</w:t>
      </w:r>
    </w:p>
    <w:p w:rsidR="00E00D30" w:rsidRDefault="00E00D30" w:rsidP="00E00D30">
      <w:r>
        <w:t>219.1942</w:t>
      </w:r>
      <w:r>
        <w:tab/>
        <w:t>1.013e0</w:t>
      </w:r>
    </w:p>
    <w:p w:rsidR="00E00D30" w:rsidRDefault="00E00D30" w:rsidP="00E00D30">
      <w:r>
        <w:t>219.2057</w:t>
      </w:r>
      <w:r>
        <w:tab/>
        <w:t>1.013e0</w:t>
      </w:r>
    </w:p>
    <w:p w:rsidR="00E00D30" w:rsidRDefault="00E00D30" w:rsidP="00E00D30">
      <w:r>
        <w:t>219.2098</w:t>
      </w:r>
      <w:r>
        <w:tab/>
        <w:t>1.013e0</w:t>
      </w:r>
    </w:p>
    <w:p w:rsidR="00E00D30" w:rsidRDefault="00E00D30" w:rsidP="00E00D30">
      <w:r>
        <w:t>219.2133</w:t>
      </w:r>
      <w:r>
        <w:tab/>
        <w:t>3.038e0</w:t>
      </w:r>
    </w:p>
    <w:p w:rsidR="00E00D30" w:rsidRDefault="00E00D30" w:rsidP="00E00D30">
      <w:r>
        <w:t>219.2211</w:t>
      </w:r>
      <w:r>
        <w:tab/>
        <w:t>1.013e0</w:t>
      </w:r>
    </w:p>
    <w:p w:rsidR="00E00D30" w:rsidRDefault="00E00D30" w:rsidP="00E00D30">
      <w:r>
        <w:t>219.2499</w:t>
      </w:r>
      <w:r>
        <w:tab/>
        <w:t>1.013e0</w:t>
      </w:r>
    </w:p>
    <w:p w:rsidR="00E00D30" w:rsidRDefault="00E00D30" w:rsidP="00E00D30">
      <w:r>
        <w:t>219.2613</w:t>
      </w:r>
      <w:r>
        <w:tab/>
        <w:t>1.013e0</w:t>
      </w:r>
    </w:p>
    <w:p w:rsidR="00E00D30" w:rsidRDefault="00E00D30" w:rsidP="00E00D30">
      <w:r>
        <w:t>219.2690</w:t>
      </w:r>
      <w:r>
        <w:tab/>
        <w:t>1.013e0</w:t>
      </w:r>
    </w:p>
    <w:p w:rsidR="00E00D30" w:rsidRDefault="00E00D30" w:rsidP="00E00D30">
      <w:r>
        <w:t>219.2767</w:t>
      </w:r>
      <w:r>
        <w:tab/>
        <w:t>1.013e0</w:t>
      </w:r>
    </w:p>
    <w:p w:rsidR="00E00D30" w:rsidRDefault="00E00D30" w:rsidP="00E00D30">
      <w:r>
        <w:lastRenderedPageBreak/>
        <w:t>219.2843</w:t>
      </w:r>
      <w:r>
        <w:tab/>
        <w:t>1.013e0</w:t>
      </w:r>
    </w:p>
    <w:p w:rsidR="00E00D30" w:rsidRDefault="00E00D30" w:rsidP="00E00D30">
      <w:r>
        <w:t>219.2959</w:t>
      </w:r>
      <w:r>
        <w:tab/>
        <w:t>1.013e0</w:t>
      </w:r>
    </w:p>
    <w:p w:rsidR="00E00D30" w:rsidRDefault="00E00D30" w:rsidP="00E00D30">
      <w:r>
        <w:t>219.3084</w:t>
      </w:r>
      <w:r>
        <w:tab/>
        <w:t>1.013e0</w:t>
      </w:r>
    </w:p>
    <w:p w:rsidR="00E00D30" w:rsidRDefault="00E00D30" w:rsidP="00E00D30">
      <w:r>
        <w:t>219.3287</w:t>
      </w:r>
      <w:r>
        <w:tab/>
        <w:t>1.013e0</w:t>
      </w:r>
    </w:p>
    <w:p w:rsidR="00E00D30" w:rsidRDefault="00E00D30" w:rsidP="00E00D30">
      <w:r>
        <w:t>219.3517</w:t>
      </w:r>
      <w:r>
        <w:tab/>
        <w:t>1.013e0</w:t>
      </w:r>
    </w:p>
    <w:p w:rsidR="00E00D30" w:rsidRDefault="00E00D30" w:rsidP="00E00D30">
      <w:r>
        <w:t>219.3665</w:t>
      </w:r>
      <w:r>
        <w:tab/>
        <w:t>2.025e0</w:t>
      </w:r>
    </w:p>
    <w:p w:rsidR="00E00D30" w:rsidRDefault="00E00D30" w:rsidP="00E00D30">
      <w:r>
        <w:t>219.3873</w:t>
      </w:r>
      <w:r>
        <w:tab/>
        <w:t>2.025e0</w:t>
      </w:r>
    </w:p>
    <w:p w:rsidR="00E00D30" w:rsidRDefault="00E00D30" w:rsidP="00E00D30">
      <w:r>
        <w:t>219.3956</w:t>
      </w:r>
      <w:r>
        <w:tab/>
        <w:t>1.013e0</w:t>
      </w:r>
    </w:p>
    <w:p w:rsidR="00E00D30" w:rsidRDefault="00E00D30" w:rsidP="00E00D30">
      <w:r>
        <w:t>219.4147</w:t>
      </w:r>
      <w:r>
        <w:tab/>
        <w:t>1.013e0</w:t>
      </w:r>
    </w:p>
    <w:p w:rsidR="00E00D30" w:rsidRDefault="00E00D30" w:rsidP="00E00D30">
      <w:r>
        <w:t>219.4185</w:t>
      </w:r>
      <w:r>
        <w:tab/>
        <w:t>1.013e0</w:t>
      </w:r>
    </w:p>
    <w:p w:rsidR="00E00D30" w:rsidRDefault="00E00D30" w:rsidP="00E00D30">
      <w:r>
        <w:t>219.4454</w:t>
      </w:r>
      <w:r>
        <w:tab/>
        <w:t>1.013e0</w:t>
      </w:r>
    </w:p>
    <w:p w:rsidR="00E00D30" w:rsidRDefault="00E00D30" w:rsidP="00E00D30">
      <w:r>
        <w:t>219.5029</w:t>
      </w:r>
      <w:r>
        <w:tab/>
        <w:t>2.025e0</w:t>
      </w:r>
    </w:p>
    <w:p w:rsidR="00E00D30" w:rsidRDefault="00E00D30" w:rsidP="00E00D30">
      <w:r>
        <w:t>219.5162</w:t>
      </w:r>
      <w:r>
        <w:tab/>
        <w:t>1.013e0</w:t>
      </w:r>
    </w:p>
    <w:p w:rsidR="00E00D30" w:rsidRDefault="00E00D30" w:rsidP="00E00D30">
      <w:r>
        <w:t>219.5327</w:t>
      </w:r>
      <w:r>
        <w:tab/>
        <w:t>1.013e0</w:t>
      </w:r>
    </w:p>
    <w:p w:rsidR="00E00D30" w:rsidRDefault="00E00D30" w:rsidP="00E00D30">
      <w:r>
        <w:t>219.5409</w:t>
      </w:r>
      <w:r>
        <w:tab/>
        <w:t>3.038e0</w:t>
      </w:r>
    </w:p>
    <w:p w:rsidR="00E00D30" w:rsidRDefault="00E00D30" w:rsidP="00E00D30">
      <w:r>
        <w:t>219.5565</w:t>
      </w:r>
      <w:r>
        <w:tab/>
        <w:t>1.013e0</w:t>
      </w:r>
    </w:p>
    <w:p w:rsidR="00E00D30" w:rsidRDefault="00E00D30" w:rsidP="00E00D30">
      <w:r>
        <w:t>219.5641</w:t>
      </w:r>
      <w:r>
        <w:tab/>
        <w:t>1.013e0</w:t>
      </w:r>
    </w:p>
    <w:p w:rsidR="00E00D30" w:rsidRDefault="00E00D30" w:rsidP="00E00D30">
      <w:r>
        <w:t>219.5680</w:t>
      </w:r>
      <w:r>
        <w:tab/>
        <w:t>1.013e0</w:t>
      </w:r>
    </w:p>
    <w:p w:rsidR="00E00D30" w:rsidRDefault="00E00D30" w:rsidP="00E00D30">
      <w:r>
        <w:t>219.5833</w:t>
      </w:r>
      <w:r>
        <w:tab/>
        <w:t>1.013e0</w:t>
      </w:r>
    </w:p>
    <w:p w:rsidR="00E00D30" w:rsidRDefault="00E00D30" w:rsidP="00E00D30">
      <w:r>
        <w:lastRenderedPageBreak/>
        <w:t>219.5952</w:t>
      </w:r>
      <w:r>
        <w:tab/>
        <w:t>1.013e0</w:t>
      </w:r>
    </w:p>
    <w:p w:rsidR="00E00D30" w:rsidRDefault="00E00D30" w:rsidP="00E00D30">
      <w:r>
        <w:t>219.6389</w:t>
      </w:r>
      <w:r>
        <w:tab/>
        <w:t>1.013e0</w:t>
      </w:r>
    </w:p>
    <w:p w:rsidR="00E00D30" w:rsidRDefault="00E00D30" w:rsidP="00E00D30">
      <w:r>
        <w:t>219.6543</w:t>
      </w:r>
      <w:r>
        <w:tab/>
        <w:t>1.013e0</w:t>
      </w:r>
    </w:p>
    <w:p w:rsidR="00E00D30" w:rsidRDefault="00E00D30" w:rsidP="00E00D30">
      <w:r>
        <w:t>219.7081</w:t>
      </w:r>
      <w:r>
        <w:tab/>
        <w:t>2.025e0</w:t>
      </w:r>
    </w:p>
    <w:p w:rsidR="00E00D30" w:rsidRDefault="00E00D30" w:rsidP="00E00D30">
      <w:r>
        <w:t>219.7330</w:t>
      </w:r>
      <w:r>
        <w:tab/>
        <w:t>1.013e0</w:t>
      </w:r>
    </w:p>
    <w:p w:rsidR="00E00D30" w:rsidRDefault="00E00D30" w:rsidP="00E00D30">
      <w:r>
        <w:t>219.7368</w:t>
      </w:r>
      <w:r>
        <w:tab/>
        <w:t>1.013e0</w:t>
      </w:r>
    </w:p>
    <w:p w:rsidR="00E00D30" w:rsidRDefault="00E00D30" w:rsidP="00E00D30">
      <w:r>
        <w:t>219.7421</w:t>
      </w:r>
      <w:r>
        <w:tab/>
        <w:t>2.025e0</w:t>
      </w:r>
    </w:p>
    <w:p w:rsidR="00E00D30" w:rsidRDefault="00E00D30" w:rsidP="00E00D30">
      <w:r>
        <w:t>219.7620</w:t>
      </w:r>
      <w:r>
        <w:tab/>
        <w:t>1.013e0</w:t>
      </w:r>
    </w:p>
    <w:p w:rsidR="00E00D30" w:rsidRDefault="00E00D30" w:rsidP="00E00D30">
      <w:r>
        <w:t>219.7849</w:t>
      </w:r>
      <w:r>
        <w:tab/>
        <w:t>1.013e0</w:t>
      </w:r>
    </w:p>
    <w:p w:rsidR="00E00D30" w:rsidRDefault="00E00D30" w:rsidP="00E00D30">
      <w:r>
        <w:t>219.7964</w:t>
      </w:r>
      <w:r>
        <w:tab/>
        <w:t>2.025e0</w:t>
      </w:r>
    </w:p>
    <w:p w:rsidR="00E00D30" w:rsidRDefault="00E00D30" w:rsidP="00E00D30">
      <w:r>
        <w:t>219.8283</w:t>
      </w:r>
      <w:r>
        <w:tab/>
        <w:t>1.013e0</w:t>
      </w:r>
    </w:p>
    <w:p w:rsidR="00E00D30" w:rsidRDefault="00E00D30" w:rsidP="00E00D30">
      <w:r>
        <w:t>219.8323</w:t>
      </w:r>
      <w:r>
        <w:tab/>
        <w:t>1.013e0</w:t>
      </w:r>
    </w:p>
    <w:p w:rsidR="00E00D30" w:rsidRDefault="00E00D30" w:rsidP="00E00D30">
      <w:r>
        <w:t>219.8366</w:t>
      </w:r>
      <w:r>
        <w:tab/>
        <w:t>1.013e0</w:t>
      </w:r>
    </w:p>
    <w:p w:rsidR="00E00D30" w:rsidRDefault="00E00D30" w:rsidP="00E00D30">
      <w:r>
        <w:t>219.8447</w:t>
      </w:r>
      <w:r>
        <w:tab/>
        <w:t>1.013e0</w:t>
      </w:r>
    </w:p>
    <w:p w:rsidR="00E00D30" w:rsidRDefault="00E00D30" w:rsidP="00E00D30">
      <w:r>
        <w:t>219.8463</w:t>
      </w:r>
      <w:r>
        <w:tab/>
        <w:t>2.025e0</w:t>
      </w:r>
    </w:p>
    <w:p w:rsidR="00E00D30" w:rsidRDefault="00E00D30" w:rsidP="00E00D30">
      <w:r>
        <w:t>219.8519</w:t>
      </w:r>
      <w:r>
        <w:tab/>
        <w:t>2.025e0</w:t>
      </w:r>
    </w:p>
    <w:p w:rsidR="00E00D30" w:rsidRDefault="00E00D30" w:rsidP="00E00D30">
      <w:r>
        <w:t>219.8715</w:t>
      </w:r>
      <w:r>
        <w:tab/>
        <w:t>1.013e0</w:t>
      </w:r>
    </w:p>
    <w:p w:rsidR="00E00D30" w:rsidRDefault="00E00D30" w:rsidP="00E00D30">
      <w:r>
        <w:t>219.9116</w:t>
      </w:r>
      <w:r>
        <w:tab/>
        <w:t>1.013e0</w:t>
      </w:r>
    </w:p>
    <w:p w:rsidR="00E00D30" w:rsidRDefault="00E00D30" w:rsidP="00E00D30">
      <w:r>
        <w:t>219.9155</w:t>
      </w:r>
      <w:r>
        <w:tab/>
        <w:t>1.013e0</w:t>
      </w:r>
    </w:p>
    <w:p w:rsidR="00E00D30" w:rsidRDefault="00E00D30" w:rsidP="00E00D30">
      <w:r>
        <w:lastRenderedPageBreak/>
        <w:t>219.9345</w:t>
      </w:r>
      <w:r>
        <w:tab/>
        <w:t>1.013e0</w:t>
      </w:r>
    </w:p>
    <w:p w:rsidR="00E00D30" w:rsidRDefault="00E00D30" w:rsidP="00E00D30">
      <w:r>
        <w:t>219.9460</w:t>
      </w:r>
      <w:r>
        <w:tab/>
        <w:t>1.013e0</w:t>
      </w:r>
    </w:p>
    <w:p w:rsidR="00E00D30" w:rsidRDefault="00E00D30" w:rsidP="00E00D30">
      <w:r>
        <w:t>219.9639</w:t>
      </w:r>
      <w:r>
        <w:tab/>
        <w:t>2.025e0</w:t>
      </w:r>
    </w:p>
    <w:p w:rsidR="00E00D30" w:rsidRDefault="00E00D30" w:rsidP="00E00D30">
      <w:r>
        <w:t>219.9726</w:t>
      </w:r>
      <w:r>
        <w:tab/>
        <w:t>7.089e0</w:t>
      </w:r>
    </w:p>
    <w:p w:rsidR="00E00D30" w:rsidRDefault="00E00D30" w:rsidP="00E00D30">
      <w:r>
        <w:t>219.9738</w:t>
      </w:r>
      <w:r>
        <w:tab/>
        <w:t>5.063e0</w:t>
      </w:r>
    </w:p>
    <w:p w:rsidR="00E00D30" w:rsidRDefault="00E00D30" w:rsidP="00E00D30">
      <w:r>
        <w:t>219.9778</w:t>
      </w:r>
      <w:r>
        <w:tab/>
        <w:t>8.101e0</w:t>
      </w:r>
    </w:p>
    <w:p w:rsidR="00E00D30" w:rsidRDefault="00E00D30" w:rsidP="00E00D30">
      <w:r>
        <w:t>219.9824</w:t>
      </w:r>
      <w:r>
        <w:tab/>
        <w:t>1.013e0</w:t>
      </w:r>
    </w:p>
    <w:p w:rsidR="00E00D30" w:rsidRDefault="00E00D30" w:rsidP="00E00D30">
      <w:r>
        <w:t>219.9940</w:t>
      </w:r>
      <w:r>
        <w:tab/>
        <w:t>4.051e0</w:t>
      </w:r>
    </w:p>
    <w:p w:rsidR="00E00D30" w:rsidRDefault="00E00D30" w:rsidP="00E00D30">
      <w:r>
        <w:t>219.9960</w:t>
      </w:r>
      <w:r>
        <w:tab/>
        <w:t>2.025e0</w:t>
      </w:r>
    </w:p>
    <w:p w:rsidR="00E00D30" w:rsidRDefault="00E00D30" w:rsidP="00E00D30">
      <w:r>
        <w:t>220.0097</w:t>
      </w:r>
      <w:r>
        <w:tab/>
        <w:t>1.013e0</w:t>
      </w:r>
    </w:p>
    <w:p w:rsidR="00E00D30" w:rsidRDefault="00E00D30" w:rsidP="00E00D30">
      <w:r>
        <w:t>220.0351</w:t>
      </w:r>
      <w:r>
        <w:tab/>
        <w:t>5.063e0</w:t>
      </w:r>
    </w:p>
    <w:p w:rsidR="00E00D30" w:rsidRDefault="00E00D30" w:rsidP="00E00D30">
      <w:r>
        <w:t>220.0365</w:t>
      </w:r>
      <w:r>
        <w:tab/>
        <w:t>1.519e1</w:t>
      </w:r>
    </w:p>
    <w:p w:rsidR="00E00D30" w:rsidRDefault="00E00D30" w:rsidP="00E00D30">
      <w:r>
        <w:t>220.0392</w:t>
      </w:r>
      <w:r>
        <w:tab/>
        <w:t>7.089e0</w:t>
      </w:r>
    </w:p>
    <w:p w:rsidR="00E00D30" w:rsidRDefault="00E00D30" w:rsidP="00E00D30">
      <w:r>
        <w:t>220.0420</w:t>
      </w:r>
      <w:r>
        <w:tab/>
        <w:t>2.734e1</w:t>
      </w:r>
    </w:p>
    <w:p w:rsidR="00E00D30" w:rsidRDefault="00E00D30" w:rsidP="00E00D30">
      <w:r>
        <w:t>220.0438</w:t>
      </w:r>
      <w:r>
        <w:tab/>
        <w:t>3.038e0</w:t>
      </w:r>
    </w:p>
    <w:p w:rsidR="00E00D30" w:rsidRDefault="00E00D30" w:rsidP="00E00D30">
      <w:r>
        <w:t>220.0784</w:t>
      </w:r>
      <w:r>
        <w:tab/>
        <w:t>2.025e0</w:t>
      </w:r>
    </w:p>
    <w:p w:rsidR="00E00D30" w:rsidRDefault="00E00D30" w:rsidP="00E00D30">
      <w:r>
        <w:t>220.0804</w:t>
      </w:r>
      <w:r>
        <w:tab/>
        <w:t>1.013e0</w:t>
      </w:r>
    </w:p>
    <w:p w:rsidR="00E00D30" w:rsidRDefault="00E00D30" w:rsidP="00E00D30">
      <w:r>
        <w:t>220.0842</w:t>
      </w:r>
      <w:r>
        <w:tab/>
        <w:t>1.013e0</w:t>
      </w:r>
    </w:p>
    <w:p w:rsidR="00E00D30" w:rsidRDefault="00E00D30" w:rsidP="00E00D30">
      <w:r>
        <w:t>220.0956</w:t>
      </w:r>
      <w:r>
        <w:tab/>
        <w:t>1.013e0</w:t>
      </w:r>
    </w:p>
    <w:p w:rsidR="00E00D30" w:rsidRDefault="00E00D30" w:rsidP="00E00D30">
      <w:r>
        <w:lastRenderedPageBreak/>
        <w:t>220.1036</w:t>
      </w:r>
      <w:r>
        <w:tab/>
        <w:t>1.013e0</w:t>
      </w:r>
    </w:p>
    <w:p w:rsidR="00E00D30" w:rsidRDefault="00E00D30" w:rsidP="00E00D30">
      <w:r>
        <w:t>220.1087</w:t>
      </w:r>
      <w:r>
        <w:tab/>
        <w:t>2.025e0</w:t>
      </w:r>
    </w:p>
    <w:p w:rsidR="00E00D30" w:rsidRDefault="00E00D30" w:rsidP="00E00D30">
      <w:r>
        <w:t>220.1158</w:t>
      </w:r>
      <w:r>
        <w:tab/>
        <w:t>2.025e0</w:t>
      </w:r>
    </w:p>
    <w:p w:rsidR="00E00D30" w:rsidRDefault="00E00D30" w:rsidP="00E00D30">
      <w:r>
        <w:t>220.1281</w:t>
      </w:r>
      <w:r>
        <w:tab/>
        <w:t>1.013e0</w:t>
      </w:r>
    </w:p>
    <w:p w:rsidR="00E00D30" w:rsidRDefault="00E00D30" w:rsidP="00E00D30">
      <w:r>
        <w:t>220.1305</w:t>
      </w:r>
      <w:r>
        <w:tab/>
        <w:t>3.038e0</w:t>
      </w:r>
    </w:p>
    <w:p w:rsidR="00E00D30" w:rsidRDefault="00E00D30" w:rsidP="00E00D30">
      <w:r>
        <w:t>220.1631</w:t>
      </w:r>
      <w:r>
        <w:tab/>
        <w:t>2.025e0</w:t>
      </w:r>
    </w:p>
    <w:p w:rsidR="00E00D30" w:rsidRDefault="00E00D30" w:rsidP="00E00D30">
      <w:r>
        <w:t>220.1782</w:t>
      </w:r>
      <w:r>
        <w:tab/>
        <w:t>1.013e0</w:t>
      </w:r>
    </w:p>
    <w:p w:rsidR="00E00D30" w:rsidRDefault="00E00D30" w:rsidP="00E00D30">
      <w:r>
        <w:t>220.1823</w:t>
      </w:r>
      <w:r>
        <w:tab/>
        <w:t>1.013e0</w:t>
      </w:r>
    </w:p>
    <w:p w:rsidR="00E00D30" w:rsidRDefault="00E00D30" w:rsidP="00E00D30">
      <w:r>
        <w:t>220.1866</w:t>
      </w:r>
      <w:r>
        <w:tab/>
        <w:t>1.013e0</w:t>
      </w:r>
    </w:p>
    <w:p w:rsidR="00E00D30" w:rsidRDefault="00E00D30" w:rsidP="00E00D30">
      <w:r>
        <w:t>220.2072</w:t>
      </w:r>
      <w:r>
        <w:tab/>
        <w:t>1.013e0</w:t>
      </w:r>
    </w:p>
    <w:p w:rsidR="00E00D30" w:rsidRDefault="00E00D30" w:rsidP="00E00D30">
      <w:r>
        <w:t>220.2343</w:t>
      </w:r>
      <w:r>
        <w:tab/>
        <w:t>1.013e0</w:t>
      </w:r>
    </w:p>
    <w:p w:rsidR="00E00D30" w:rsidRDefault="00E00D30" w:rsidP="00E00D30">
      <w:r>
        <w:t>220.2415</w:t>
      </w:r>
      <w:r>
        <w:tab/>
        <w:t>1.013e0</w:t>
      </w:r>
    </w:p>
    <w:p w:rsidR="00E00D30" w:rsidRDefault="00E00D30" w:rsidP="00E00D30">
      <w:r>
        <w:t>220.2545</w:t>
      </w:r>
      <w:r>
        <w:tab/>
        <w:t>2.025e0</w:t>
      </w:r>
    </w:p>
    <w:p w:rsidR="00E00D30" w:rsidRDefault="00E00D30" w:rsidP="00E00D30">
      <w:r>
        <w:t>220.2617</w:t>
      </w:r>
      <w:r>
        <w:tab/>
        <w:t>1.013e0</w:t>
      </w:r>
    </w:p>
    <w:p w:rsidR="00E00D30" w:rsidRDefault="00E00D30" w:rsidP="00E00D30">
      <w:r>
        <w:t>220.2807</w:t>
      </w:r>
      <w:r>
        <w:tab/>
        <w:t>3.038e0</w:t>
      </w:r>
    </w:p>
    <w:p w:rsidR="00E00D30" w:rsidRDefault="00E00D30" w:rsidP="00E00D30">
      <w:r>
        <w:t>220.3051</w:t>
      </w:r>
      <w:r>
        <w:tab/>
        <w:t>1.013e0</w:t>
      </w:r>
    </w:p>
    <w:p w:rsidR="00E00D30" w:rsidRDefault="00E00D30" w:rsidP="00E00D30">
      <w:r>
        <w:t>220.3127</w:t>
      </w:r>
      <w:r>
        <w:tab/>
        <w:t>2.025e0</w:t>
      </w:r>
    </w:p>
    <w:p w:rsidR="00E00D30" w:rsidRDefault="00E00D30" w:rsidP="00E00D30">
      <w:r>
        <w:t>220.3228</w:t>
      </w:r>
      <w:r>
        <w:tab/>
        <w:t>2.025e0</w:t>
      </w:r>
    </w:p>
    <w:p w:rsidR="00E00D30" w:rsidRDefault="00E00D30" w:rsidP="00E00D30">
      <w:r>
        <w:t>220.3326</w:t>
      </w:r>
      <w:r>
        <w:tab/>
        <w:t>1.013e0</w:t>
      </w:r>
    </w:p>
    <w:p w:rsidR="00E00D30" w:rsidRDefault="00E00D30" w:rsidP="00E00D30">
      <w:r>
        <w:lastRenderedPageBreak/>
        <w:t>220.3408</w:t>
      </w:r>
      <w:r>
        <w:tab/>
        <w:t>1.013e0</w:t>
      </w:r>
    </w:p>
    <w:p w:rsidR="00E00D30" w:rsidRDefault="00E00D30" w:rsidP="00E00D30">
      <w:r>
        <w:t>220.3589</w:t>
      </w:r>
      <w:r>
        <w:tab/>
        <w:t>2.025e0</w:t>
      </w:r>
    </w:p>
    <w:p w:rsidR="00E00D30" w:rsidRDefault="00E00D30" w:rsidP="00E00D30">
      <w:r>
        <w:t>220.3684</w:t>
      </w:r>
      <w:r>
        <w:tab/>
        <w:t>1.013e0</w:t>
      </w:r>
    </w:p>
    <w:p w:rsidR="00E00D30" w:rsidRDefault="00E00D30" w:rsidP="00E00D30">
      <w:r>
        <w:t>220.3764</w:t>
      </w:r>
      <w:r>
        <w:tab/>
        <w:t>1.013e0</w:t>
      </w:r>
    </w:p>
    <w:p w:rsidR="00E00D30" w:rsidRDefault="00E00D30" w:rsidP="00E00D30">
      <w:r>
        <w:t>220.3798</w:t>
      </w:r>
      <w:r>
        <w:tab/>
        <w:t>2.025e0</w:t>
      </w:r>
    </w:p>
    <w:p w:rsidR="00E00D30" w:rsidRDefault="00E00D30" w:rsidP="00E00D30">
      <w:r>
        <w:t>220.3915</w:t>
      </w:r>
      <w:r>
        <w:tab/>
        <w:t>2.025e0</w:t>
      </w:r>
    </w:p>
    <w:p w:rsidR="00E00D30" w:rsidRDefault="00E00D30" w:rsidP="00E00D30">
      <w:r>
        <w:t>220.3954</w:t>
      </w:r>
      <w:r>
        <w:tab/>
        <w:t>1.013e0</w:t>
      </w:r>
    </w:p>
    <w:p w:rsidR="00E00D30" w:rsidRDefault="00E00D30" w:rsidP="00E00D30">
      <w:r>
        <w:t>220.4021</w:t>
      </w:r>
      <w:r>
        <w:tab/>
        <w:t>2.025e0</w:t>
      </w:r>
    </w:p>
    <w:p w:rsidR="00E00D30" w:rsidRDefault="00E00D30" w:rsidP="00E00D30">
      <w:r>
        <w:t>220.4119</w:t>
      </w:r>
      <w:r>
        <w:tab/>
        <w:t>2.025e0</w:t>
      </w:r>
    </w:p>
    <w:p w:rsidR="00E00D30" w:rsidRDefault="00E00D30" w:rsidP="00E00D30">
      <w:r>
        <w:t>220.4201</w:t>
      </w:r>
      <w:r>
        <w:tab/>
        <w:t>1.013e0</w:t>
      </w:r>
    </w:p>
    <w:p w:rsidR="00E00D30" w:rsidRDefault="00E00D30" w:rsidP="00E00D30">
      <w:r>
        <w:t>220.4242</w:t>
      </w:r>
      <w:r>
        <w:tab/>
        <w:t>1.013e0</w:t>
      </w:r>
    </w:p>
    <w:p w:rsidR="00E00D30" w:rsidRDefault="00E00D30" w:rsidP="00E00D30">
      <w:r>
        <w:t>220.4355</w:t>
      </w:r>
      <w:r>
        <w:tab/>
        <w:t>1.013e0</w:t>
      </w:r>
    </w:p>
    <w:p w:rsidR="00E00D30" w:rsidRDefault="00E00D30" w:rsidP="00E00D30">
      <w:r>
        <w:t>220.4827</w:t>
      </w:r>
      <w:r>
        <w:tab/>
        <w:t>1.013e0</w:t>
      </w:r>
    </w:p>
    <w:p w:rsidR="00E00D30" w:rsidRDefault="00E00D30" w:rsidP="00E00D30">
      <w:r>
        <w:t>220.5069</w:t>
      </w:r>
      <w:r>
        <w:tab/>
        <w:t>1.013e0</w:t>
      </w:r>
    </w:p>
    <w:p w:rsidR="00E00D30" w:rsidRDefault="00E00D30" w:rsidP="00E00D30">
      <w:r>
        <w:t>220.5144</w:t>
      </w:r>
      <w:r>
        <w:tab/>
        <w:t>1.013e0</w:t>
      </w:r>
    </w:p>
    <w:p w:rsidR="00E00D30" w:rsidRDefault="00E00D30" w:rsidP="00E00D30">
      <w:r>
        <w:t>220.5297</w:t>
      </w:r>
      <w:r>
        <w:tab/>
        <w:t>2.025e0</w:t>
      </w:r>
    </w:p>
    <w:p w:rsidR="00E00D30" w:rsidRDefault="00E00D30" w:rsidP="00E00D30">
      <w:r>
        <w:t>220.5335</w:t>
      </w:r>
      <w:r>
        <w:tab/>
        <w:t>2.025e0</w:t>
      </w:r>
    </w:p>
    <w:p w:rsidR="00E00D30" w:rsidRDefault="00E00D30" w:rsidP="00E00D30">
      <w:r>
        <w:t>220.5495</w:t>
      </w:r>
      <w:r>
        <w:tab/>
        <w:t>1.013e0</w:t>
      </w:r>
    </w:p>
    <w:p w:rsidR="00E00D30" w:rsidRDefault="00E00D30" w:rsidP="00E00D30">
      <w:r>
        <w:t>220.5621</w:t>
      </w:r>
      <w:r>
        <w:tab/>
        <w:t>1.013e0</w:t>
      </w:r>
    </w:p>
    <w:p w:rsidR="00E00D30" w:rsidRDefault="00E00D30" w:rsidP="00E00D30">
      <w:r>
        <w:lastRenderedPageBreak/>
        <w:t>220.5666</w:t>
      </w:r>
      <w:r>
        <w:tab/>
        <w:t>1.013e0</w:t>
      </w:r>
    </w:p>
    <w:p w:rsidR="00E00D30" w:rsidRDefault="00E00D30" w:rsidP="00E00D30">
      <w:r>
        <w:t>220.5896</w:t>
      </w:r>
      <w:r>
        <w:tab/>
        <w:t>1.013e0</w:t>
      </w:r>
    </w:p>
    <w:p w:rsidR="00E00D30" w:rsidRDefault="00E00D30" w:rsidP="00E00D30">
      <w:r>
        <w:t>220.6123</w:t>
      </w:r>
      <w:r>
        <w:tab/>
        <w:t>1.013e0</w:t>
      </w:r>
    </w:p>
    <w:p w:rsidR="00E00D30" w:rsidRDefault="00E00D30" w:rsidP="00E00D30">
      <w:r>
        <w:t>220.6451</w:t>
      </w:r>
      <w:r>
        <w:tab/>
        <w:t>1.013e0</w:t>
      </w:r>
    </w:p>
    <w:p w:rsidR="00E00D30" w:rsidRDefault="00E00D30" w:rsidP="00E00D30">
      <w:r>
        <w:t>220.6564</w:t>
      </w:r>
      <w:r>
        <w:tab/>
        <w:t>2.025e0</w:t>
      </w:r>
    </w:p>
    <w:p w:rsidR="00E00D30" w:rsidRDefault="00E00D30" w:rsidP="00E00D30">
      <w:r>
        <w:t>220.6757</w:t>
      </w:r>
      <w:r>
        <w:tab/>
        <w:t>1.013e0</w:t>
      </w:r>
    </w:p>
    <w:p w:rsidR="00E00D30" w:rsidRDefault="00E00D30" w:rsidP="00E00D30">
      <w:r>
        <w:t>220.7352</w:t>
      </w:r>
      <w:r>
        <w:tab/>
        <w:t>1.013e0</w:t>
      </w:r>
    </w:p>
    <w:p w:rsidR="00E00D30" w:rsidRDefault="00E00D30" w:rsidP="00E00D30">
      <w:r>
        <w:t>220.7709</w:t>
      </w:r>
      <w:r>
        <w:tab/>
        <w:t>1.013e0</w:t>
      </w:r>
    </w:p>
    <w:p w:rsidR="00E00D30" w:rsidRDefault="00E00D30" w:rsidP="00E00D30">
      <w:r>
        <w:t>220.7796</w:t>
      </w:r>
      <w:r>
        <w:tab/>
        <w:t>1.013e0</w:t>
      </w:r>
    </w:p>
    <w:p w:rsidR="00E00D30" w:rsidRDefault="00E00D30" w:rsidP="00E00D30">
      <w:r>
        <w:t>220.7926</w:t>
      </w:r>
      <w:r>
        <w:tab/>
        <w:t>3.038e0</w:t>
      </w:r>
    </w:p>
    <w:p w:rsidR="00E00D30" w:rsidRDefault="00E00D30" w:rsidP="00E00D30">
      <w:r>
        <w:t>220.8067</w:t>
      </w:r>
      <w:r>
        <w:tab/>
        <w:t>1.013e0</w:t>
      </w:r>
    </w:p>
    <w:p w:rsidR="00E00D30" w:rsidRDefault="00E00D30" w:rsidP="00E00D30">
      <w:r>
        <w:t>220.8503</w:t>
      </w:r>
      <w:r>
        <w:tab/>
        <w:t>1.013e0</w:t>
      </w:r>
    </w:p>
    <w:p w:rsidR="00E00D30" w:rsidRDefault="00E00D30" w:rsidP="00E00D30">
      <w:r>
        <w:t>220.8658</w:t>
      </w:r>
      <w:r>
        <w:tab/>
        <w:t>1.013e0</w:t>
      </w:r>
    </w:p>
    <w:p w:rsidR="00E00D30" w:rsidRDefault="00E00D30" w:rsidP="00E00D30">
      <w:r>
        <w:t>220.8720</w:t>
      </w:r>
      <w:r>
        <w:tab/>
        <w:t>2.025e0</w:t>
      </w:r>
    </w:p>
    <w:p w:rsidR="00E00D30" w:rsidRDefault="00E00D30" w:rsidP="00E00D30">
      <w:r>
        <w:t>220.8774</w:t>
      </w:r>
      <w:r>
        <w:tab/>
        <w:t>1.013e0</w:t>
      </w:r>
    </w:p>
    <w:p w:rsidR="00E00D30" w:rsidRDefault="00E00D30" w:rsidP="00E00D30">
      <w:r>
        <w:t>220.8891</w:t>
      </w:r>
      <w:r>
        <w:tab/>
        <w:t>2.025e0</w:t>
      </w:r>
    </w:p>
    <w:p w:rsidR="00E00D30" w:rsidRDefault="00E00D30" w:rsidP="00E00D30">
      <w:r>
        <w:t>220.9215</w:t>
      </w:r>
      <w:r>
        <w:tab/>
        <w:t>1.013e0</w:t>
      </w:r>
    </w:p>
    <w:p w:rsidR="00E00D30" w:rsidRDefault="00E00D30" w:rsidP="00E00D30">
      <w:r>
        <w:t>220.9257</w:t>
      </w:r>
      <w:r>
        <w:tab/>
        <w:t>1.013e0</w:t>
      </w:r>
    </w:p>
    <w:p w:rsidR="00E00D30" w:rsidRDefault="00E00D30" w:rsidP="00E00D30">
      <w:r>
        <w:t>220.9372</w:t>
      </w:r>
      <w:r>
        <w:tab/>
        <w:t>2.025e0</w:t>
      </w:r>
    </w:p>
    <w:p w:rsidR="00E00D30" w:rsidRDefault="00E00D30" w:rsidP="00E00D30">
      <w:r>
        <w:lastRenderedPageBreak/>
        <w:t>220.9485</w:t>
      </w:r>
      <w:r>
        <w:tab/>
        <w:t>1.013e0</w:t>
      </w:r>
    </w:p>
    <w:p w:rsidR="00E00D30" w:rsidRDefault="00E00D30" w:rsidP="00E00D30">
      <w:r>
        <w:t>220.9717</w:t>
      </w:r>
      <w:r>
        <w:tab/>
        <w:t>1.013e0</w:t>
      </w:r>
    </w:p>
    <w:p w:rsidR="00E00D30" w:rsidRDefault="00E00D30" w:rsidP="00E00D30">
      <w:r>
        <w:t>220.9757</w:t>
      </w:r>
      <w:r>
        <w:tab/>
        <w:t>1.013e0</w:t>
      </w:r>
    </w:p>
    <w:p w:rsidR="00E00D30" w:rsidRDefault="00E00D30" w:rsidP="00E00D30">
      <w:r>
        <w:t>220.9801</w:t>
      </w:r>
      <w:r>
        <w:tab/>
        <w:t>2.025e0</w:t>
      </w:r>
    </w:p>
    <w:p w:rsidR="00E00D30" w:rsidRDefault="00E00D30" w:rsidP="00E00D30">
      <w:r>
        <w:t>220.9841</w:t>
      </w:r>
      <w:r>
        <w:tab/>
        <w:t>1.013e0</w:t>
      </w:r>
    </w:p>
    <w:p w:rsidR="00E00D30" w:rsidRDefault="00E00D30" w:rsidP="00E00D30">
      <w:r>
        <w:t>220.9966</w:t>
      </w:r>
      <w:r>
        <w:tab/>
        <w:t>1.013e0</w:t>
      </w:r>
    </w:p>
    <w:p w:rsidR="00E00D30" w:rsidRDefault="00E00D30" w:rsidP="00E00D30">
      <w:r>
        <w:t>221.0045</w:t>
      </w:r>
      <w:r>
        <w:tab/>
        <w:t>2.025e0</w:t>
      </w:r>
    </w:p>
    <w:p w:rsidR="00E00D30" w:rsidRDefault="00E00D30" w:rsidP="00E00D30">
      <w:r>
        <w:t>221.0085</w:t>
      </w:r>
      <w:r>
        <w:tab/>
        <w:t>1.013e0</w:t>
      </w:r>
    </w:p>
    <w:p w:rsidR="00E00D30" w:rsidRDefault="00E00D30" w:rsidP="00E00D30">
      <w:r>
        <w:t>221.0120</w:t>
      </w:r>
      <w:r>
        <w:tab/>
        <w:t>1.013e0</w:t>
      </w:r>
    </w:p>
    <w:p w:rsidR="00E00D30" w:rsidRDefault="00E00D30" w:rsidP="00E00D30">
      <w:r>
        <w:t>221.0158</w:t>
      </w:r>
      <w:r>
        <w:tab/>
        <w:t>2.025e0</w:t>
      </w:r>
    </w:p>
    <w:p w:rsidR="00E00D30" w:rsidRDefault="00E00D30" w:rsidP="00E00D30">
      <w:r>
        <w:t>221.0197</w:t>
      </w:r>
      <w:r>
        <w:tab/>
        <w:t>3.038e0</w:t>
      </w:r>
    </w:p>
    <w:p w:rsidR="00E00D30" w:rsidRDefault="00E00D30" w:rsidP="00E00D30">
      <w:r>
        <w:t>221.0236</w:t>
      </w:r>
      <w:r>
        <w:tab/>
        <w:t>1.013e0</w:t>
      </w:r>
    </w:p>
    <w:p w:rsidR="00E00D30" w:rsidRDefault="00E00D30" w:rsidP="00E00D30">
      <w:r>
        <w:t>221.0332</w:t>
      </w:r>
      <w:r>
        <w:tab/>
        <w:t>4.051e0</w:t>
      </w:r>
    </w:p>
    <w:p w:rsidR="00E00D30" w:rsidRDefault="00E00D30" w:rsidP="00E00D30">
      <w:r>
        <w:t>221.0430</w:t>
      </w:r>
      <w:r>
        <w:tab/>
        <w:t>1.013e0</w:t>
      </w:r>
    </w:p>
    <w:p w:rsidR="00E00D30" w:rsidRDefault="00E00D30" w:rsidP="00E00D30">
      <w:r>
        <w:t>221.0468</w:t>
      </w:r>
      <w:r>
        <w:tab/>
        <w:t>1.013e0</w:t>
      </w:r>
    </w:p>
    <w:p w:rsidR="00E00D30" w:rsidRDefault="00E00D30" w:rsidP="00E00D30">
      <w:r>
        <w:t>221.0495</w:t>
      </w:r>
      <w:r>
        <w:tab/>
        <w:t>3.038e0</w:t>
      </w:r>
    </w:p>
    <w:p w:rsidR="00E00D30" w:rsidRDefault="00E00D30" w:rsidP="00E00D30">
      <w:r>
        <w:t>221.0532</w:t>
      </w:r>
      <w:r>
        <w:tab/>
        <w:t>2.025e0</w:t>
      </w:r>
    </w:p>
    <w:p w:rsidR="00E00D30" w:rsidRDefault="00E00D30" w:rsidP="00E00D30">
      <w:r>
        <w:t>221.0613</w:t>
      </w:r>
      <w:r>
        <w:tab/>
        <w:t>2.025e0</w:t>
      </w:r>
    </w:p>
    <w:p w:rsidR="00E00D30" w:rsidRDefault="00E00D30" w:rsidP="00E00D30">
      <w:r>
        <w:t>221.0639</w:t>
      </w:r>
      <w:r>
        <w:tab/>
        <w:t>3.371e0</w:t>
      </w:r>
    </w:p>
    <w:p w:rsidR="00E00D30" w:rsidRDefault="00E00D30" w:rsidP="00E00D30">
      <w:r>
        <w:lastRenderedPageBreak/>
        <w:t>221.0758</w:t>
      </w:r>
      <w:r>
        <w:tab/>
        <w:t>1.013e0</w:t>
      </w:r>
    </w:p>
    <w:p w:rsidR="00E00D30" w:rsidRDefault="00E00D30" w:rsidP="00E00D30">
      <w:r>
        <w:t>221.0777</w:t>
      </w:r>
      <w:r>
        <w:tab/>
        <w:t>3.038e0</w:t>
      </w:r>
    </w:p>
    <w:p w:rsidR="00E00D30" w:rsidRDefault="00E00D30" w:rsidP="00E00D30">
      <w:r>
        <w:t>221.0947</w:t>
      </w:r>
      <w:r>
        <w:tab/>
        <w:t>1.013e0</w:t>
      </w:r>
    </w:p>
    <w:p w:rsidR="00E00D30" w:rsidRDefault="00E00D30" w:rsidP="00E00D30">
      <w:r>
        <w:t>221.1024</w:t>
      </w:r>
      <w:r>
        <w:tab/>
        <w:t>1.013e0</w:t>
      </w:r>
    </w:p>
    <w:p w:rsidR="00E00D30" w:rsidRDefault="00E00D30" w:rsidP="00E00D30">
      <w:r>
        <w:t>221.1080</w:t>
      </w:r>
      <w:r>
        <w:tab/>
        <w:t>3.038e0</w:t>
      </w:r>
    </w:p>
    <w:p w:rsidR="00E00D30" w:rsidRDefault="00E00D30" w:rsidP="00E00D30">
      <w:r>
        <w:t>221.1111</w:t>
      </w:r>
      <w:r>
        <w:tab/>
        <w:t>4.492e0</w:t>
      </w:r>
    </w:p>
    <w:p w:rsidR="00E00D30" w:rsidRDefault="00E00D30" w:rsidP="00E00D30">
      <w:r>
        <w:t>221.1267</w:t>
      </w:r>
      <w:r>
        <w:tab/>
        <w:t>3.038e0</w:t>
      </w:r>
    </w:p>
    <w:p w:rsidR="00E00D30" w:rsidRDefault="00E00D30" w:rsidP="00E00D30">
      <w:r>
        <w:t>221.1313</w:t>
      </w:r>
      <w:r>
        <w:tab/>
        <w:t>4.051e0</w:t>
      </w:r>
    </w:p>
    <w:p w:rsidR="00E00D30" w:rsidRDefault="00E00D30" w:rsidP="00E00D30">
      <w:r>
        <w:t>221.1429</w:t>
      </w:r>
      <w:r>
        <w:tab/>
        <w:t>3.038e0</w:t>
      </w:r>
    </w:p>
    <w:p w:rsidR="00E00D30" w:rsidRDefault="00E00D30" w:rsidP="00E00D30">
      <w:r>
        <w:t>221.1572</w:t>
      </w:r>
      <w:r>
        <w:tab/>
        <w:t>3.038e0</w:t>
      </w:r>
    </w:p>
    <w:p w:rsidR="00E00D30" w:rsidRDefault="00E00D30" w:rsidP="00E00D30">
      <w:r>
        <w:t>221.1582</w:t>
      </w:r>
      <w:r>
        <w:tab/>
        <w:t>2.025e0</w:t>
      </w:r>
    </w:p>
    <w:p w:rsidR="00E00D30" w:rsidRDefault="00E00D30" w:rsidP="00E00D30">
      <w:r>
        <w:t>221.1619</w:t>
      </w:r>
      <w:r>
        <w:tab/>
        <w:t>1.013e0</w:t>
      </w:r>
    </w:p>
    <w:p w:rsidR="00E00D30" w:rsidRDefault="00E00D30" w:rsidP="00E00D30">
      <w:r>
        <w:t>221.1659</w:t>
      </w:r>
      <w:r>
        <w:tab/>
        <w:t>2.025e0</w:t>
      </w:r>
    </w:p>
    <w:p w:rsidR="00E00D30" w:rsidRDefault="00E00D30" w:rsidP="00E00D30">
      <w:r>
        <w:t>221.1811</w:t>
      </w:r>
      <w:r>
        <w:tab/>
        <w:t>1.013e0</w:t>
      </w:r>
    </w:p>
    <w:p w:rsidR="00E00D30" w:rsidRDefault="00E00D30" w:rsidP="00E00D30">
      <w:r>
        <w:t>221.1977</w:t>
      </w:r>
      <w:r>
        <w:tab/>
        <w:t>2.025e0</w:t>
      </w:r>
    </w:p>
    <w:p w:rsidR="00E00D30" w:rsidRDefault="00E00D30" w:rsidP="00E00D30">
      <w:r>
        <w:t>221.2140</w:t>
      </w:r>
      <w:r>
        <w:tab/>
        <w:t>1.013e0</w:t>
      </w:r>
    </w:p>
    <w:p w:rsidR="00E00D30" w:rsidRDefault="00E00D30" w:rsidP="00E00D30">
      <w:r>
        <w:t>221.2253</w:t>
      </w:r>
      <w:r>
        <w:tab/>
        <w:t>1.013e0</w:t>
      </w:r>
    </w:p>
    <w:p w:rsidR="00E00D30" w:rsidRDefault="00E00D30" w:rsidP="00E00D30">
      <w:r>
        <w:t>221.2334</w:t>
      </w:r>
      <w:r>
        <w:tab/>
        <w:t>2.025e0</w:t>
      </w:r>
    </w:p>
    <w:p w:rsidR="00E00D30" w:rsidRDefault="00E00D30" w:rsidP="00E00D30">
      <w:r>
        <w:t>221.2449</w:t>
      </w:r>
      <w:r>
        <w:tab/>
        <w:t>1.013e0</w:t>
      </w:r>
    </w:p>
    <w:p w:rsidR="00E00D30" w:rsidRDefault="00E00D30" w:rsidP="00E00D30">
      <w:r>
        <w:lastRenderedPageBreak/>
        <w:t>221.2562</w:t>
      </w:r>
      <w:r>
        <w:tab/>
        <w:t>3.038e0</w:t>
      </w:r>
    </w:p>
    <w:p w:rsidR="00E00D30" w:rsidRDefault="00E00D30" w:rsidP="00E00D30">
      <w:r>
        <w:t>221.3604</w:t>
      </w:r>
      <w:r>
        <w:tab/>
        <w:t>1.013e0</w:t>
      </w:r>
    </w:p>
    <w:p w:rsidR="00E00D30" w:rsidRDefault="00E00D30" w:rsidP="00E00D30">
      <w:r>
        <w:t>221.3717</w:t>
      </w:r>
      <w:r>
        <w:tab/>
        <w:t>3.038e0</w:t>
      </w:r>
    </w:p>
    <w:p w:rsidR="00E00D30" w:rsidRDefault="00E00D30" w:rsidP="00E00D30">
      <w:r>
        <w:t>221.3869</w:t>
      </w:r>
      <w:r>
        <w:tab/>
        <w:t>1.013e0</w:t>
      </w:r>
    </w:p>
    <w:p w:rsidR="00E00D30" w:rsidRDefault="00E00D30" w:rsidP="00E00D30">
      <w:r>
        <w:t>221.4070</w:t>
      </w:r>
      <w:r>
        <w:tab/>
        <w:t>1.013e0</w:t>
      </w:r>
    </w:p>
    <w:p w:rsidR="00E00D30" w:rsidRDefault="00E00D30" w:rsidP="00E00D30">
      <w:r>
        <w:t>221.4781</w:t>
      </w:r>
      <w:r>
        <w:tab/>
        <w:t>1.013e0</w:t>
      </w:r>
    </w:p>
    <w:p w:rsidR="00E00D30" w:rsidRDefault="00E00D30" w:rsidP="00E00D30">
      <w:r>
        <w:t>221.4948</w:t>
      </w:r>
      <w:r>
        <w:tab/>
        <w:t>1.013e0</w:t>
      </w:r>
    </w:p>
    <w:p w:rsidR="00E00D30" w:rsidRDefault="00E00D30" w:rsidP="00E00D30">
      <w:r>
        <w:t>221.5103</w:t>
      </w:r>
      <w:r>
        <w:tab/>
        <w:t>1.013e0</w:t>
      </w:r>
    </w:p>
    <w:p w:rsidR="00E00D30" w:rsidRDefault="00E00D30" w:rsidP="00E00D30">
      <w:r>
        <w:t>221.5351</w:t>
      </w:r>
      <w:r>
        <w:tab/>
        <w:t>2.025e0</w:t>
      </w:r>
    </w:p>
    <w:p w:rsidR="00E00D30" w:rsidRDefault="00E00D30" w:rsidP="00E00D30">
      <w:r>
        <w:t>221.5453</w:t>
      </w:r>
      <w:r>
        <w:tab/>
        <w:t>2.025e0</w:t>
      </w:r>
    </w:p>
    <w:p w:rsidR="00E00D30" w:rsidRDefault="00E00D30" w:rsidP="00E00D30">
      <w:r>
        <w:t>221.5578</w:t>
      </w:r>
      <w:r>
        <w:tab/>
        <w:t>1.013e0</w:t>
      </w:r>
    </w:p>
    <w:p w:rsidR="00E00D30" w:rsidRDefault="00E00D30" w:rsidP="00E00D30">
      <w:r>
        <w:t>221.5660</w:t>
      </w:r>
      <w:r>
        <w:tab/>
        <w:t>1.013e0</w:t>
      </w:r>
    </w:p>
    <w:p w:rsidR="00E00D30" w:rsidRDefault="00E00D30" w:rsidP="00E00D30">
      <w:r>
        <w:t>221.5699</w:t>
      </w:r>
      <w:r>
        <w:tab/>
        <w:t>2.025e0</w:t>
      </w:r>
    </w:p>
    <w:p w:rsidR="00E00D30" w:rsidRDefault="00E00D30" w:rsidP="00E00D30">
      <w:r>
        <w:t>221.5853</w:t>
      </w:r>
      <w:r>
        <w:tab/>
        <w:t>2.025e0</w:t>
      </w:r>
    </w:p>
    <w:p w:rsidR="00E00D30" w:rsidRDefault="00E00D30" w:rsidP="00E00D30">
      <w:r>
        <w:t>221.5869</w:t>
      </w:r>
      <w:r>
        <w:tab/>
        <w:t>2.025e0</w:t>
      </w:r>
    </w:p>
    <w:p w:rsidR="00E00D30" w:rsidRDefault="00E00D30" w:rsidP="00E00D30">
      <w:r>
        <w:t>221.6068</w:t>
      </w:r>
      <w:r>
        <w:tab/>
        <w:t>2.025e0</w:t>
      </w:r>
    </w:p>
    <w:p w:rsidR="00E00D30" w:rsidRDefault="00E00D30" w:rsidP="00E00D30">
      <w:r>
        <w:t>221.6123</w:t>
      </w:r>
      <w:r>
        <w:tab/>
        <w:t>1.013e0</w:t>
      </w:r>
    </w:p>
    <w:p w:rsidR="00E00D30" w:rsidRDefault="00E00D30" w:rsidP="00E00D30">
      <w:r>
        <w:t>221.6168</w:t>
      </w:r>
      <w:r>
        <w:tab/>
        <w:t>1.013e0</w:t>
      </w:r>
    </w:p>
    <w:p w:rsidR="00E00D30" w:rsidRDefault="00E00D30" w:rsidP="00E00D30">
      <w:r>
        <w:t>221.6291</w:t>
      </w:r>
      <w:r>
        <w:tab/>
        <w:t>1.013e0</w:t>
      </w:r>
    </w:p>
    <w:p w:rsidR="00E00D30" w:rsidRDefault="00E00D30" w:rsidP="00E00D30">
      <w:r>
        <w:lastRenderedPageBreak/>
        <w:t>221.6448</w:t>
      </w:r>
      <w:r>
        <w:tab/>
        <w:t>1.013e0</w:t>
      </w:r>
    </w:p>
    <w:p w:rsidR="00E00D30" w:rsidRDefault="00E00D30" w:rsidP="00E00D30">
      <w:r>
        <w:t>221.6601</w:t>
      </w:r>
      <w:r>
        <w:tab/>
        <w:t>2.025e0</w:t>
      </w:r>
    </w:p>
    <w:p w:rsidR="00E00D30" w:rsidRDefault="00E00D30" w:rsidP="00E00D30">
      <w:r>
        <w:t>221.6640</w:t>
      </w:r>
      <w:r>
        <w:tab/>
        <w:t>1.013e0</w:t>
      </w:r>
    </w:p>
    <w:p w:rsidR="00E00D30" w:rsidRDefault="00E00D30" w:rsidP="00E00D30">
      <w:r>
        <w:t>221.6754</w:t>
      </w:r>
      <w:r>
        <w:tab/>
        <w:t>1.013e0</w:t>
      </w:r>
    </w:p>
    <w:p w:rsidR="00E00D30" w:rsidRDefault="00E00D30" w:rsidP="00E00D30">
      <w:r>
        <w:t>221.6793</w:t>
      </w:r>
      <w:r>
        <w:tab/>
        <w:t>1.013e0</w:t>
      </w:r>
    </w:p>
    <w:p w:rsidR="00E00D30" w:rsidRDefault="00E00D30" w:rsidP="00E00D30">
      <w:r>
        <w:t>221.7121</w:t>
      </w:r>
      <w:r>
        <w:tab/>
        <w:t>1.013e0</w:t>
      </w:r>
    </w:p>
    <w:p w:rsidR="00E00D30" w:rsidRDefault="00E00D30" w:rsidP="00E00D30">
      <w:r>
        <w:t>221.7393</w:t>
      </w:r>
      <w:r>
        <w:tab/>
        <w:t>1.013e0</w:t>
      </w:r>
    </w:p>
    <w:p w:rsidR="00E00D30" w:rsidRDefault="00E00D30" w:rsidP="00E00D30">
      <w:r>
        <w:t>221.7548</w:t>
      </w:r>
      <w:r>
        <w:tab/>
        <w:t>1.013e0</w:t>
      </w:r>
    </w:p>
    <w:p w:rsidR="00E00D30" w:rsidRDefault="00E00D30" w:rsidP="00E00D30">
      <w:r>
        <w:t>221.7913</w:t>
      </w:r>
      <w:r>
        <w:tab/>
        <w:t>1.013e0</w:t>
      </w:r>
    </w:p>
    <w:p w:rsidR="00E00D30" w:rsidRDefault="00E00D30" w:rsidP="00E00D30">
      <w:r>
        <w:t>221.8026</w:t>
      </w:r>
      <w:r>
        <w:tab/>
        <w:t>1.013e0</w:t>
      </w:r>
    </w:p>
    <w:p w:rsidR="00E00D30" w:rsidRDefault="00E00D30" w:rsidP="00E00D30">
      <w:r>
        <w:t>221.8201</w:t>
      </w:r>
      <w:r>
        <w:tab/>
        <w:t>2.025e0</w:t>
      </w:r>
    </w:p>
    <w:p w:rsidR="00E00D30" w:rsidRDefault="00E00D30" w:rsidP="00E00D30">
      <w:r>
        <w:t>221.8223</w:t>
      </w:r>
      <w:r>
        <w:tab/>
        <w:t>1.013e0</w:t>
      </w:r>
    </w:p>
    <w:p w:rsidR="00E00D30" w:rsidRDefault="00E00D30" w:rsidP="00E00D30">
      <w:r>
        <w:t>221.8262</w:t>
      </w:r>
      <w:r>
        <w:tab/>
        <w:t>1.013e0</w:t>
      </w:r>
    </w:p>
    <w:p w:rsidR="00E00D30" w:rsidRDefault="00E00D30" w:rsidP="00E00D30">
      <w:r>
        <w:t>221.8936</w:t>
      </w:r>
      <w:r>
        <w:tab/>
        <w:t>2.025e0</w:t>
      </w:r>
    </w:p>
    <w:p w:rsidR="00E00D30" w:rsidRDefault="00E00D30" w:rsidP="00E00D30">
      <w:r>
        <w:t>221.9102</w:t>
      </w:r>
      <w:r>
        <w:tab/>
        <w:t>1.013e0</w:t>
      </w:r>
    </w:p>
    <w:p w:rsidR="00E00D30" w:rsidRDefault="00E00D30" w:rsidP="00E00D30">
      <w:r>
        <w:t>221.9296</w:t>
      </w:r>
      <w:r>
        <w:tab/>
        <w:t>1.013e0</w:t>
      </w:r>
    </w:p>
    <w:p w:rsidR="00E00D30" w:rsidRDefault="00E00D30" w:rsidP="00E00D30">
      <w:r>
        <w:t>221.9592</w:t>
      </w:r>
      <w:r>
        <w:tab/>
        <w:t>2.025e0</w:t>
      </w:r>
    </w:p>
    <w:p w:rsidR="00E00D30" w:rsidRDefault="00E00D30" w:rsidP="00E00D30">
      <w:r>
        <w:t>221.9773</w:t>
      </w:r>
      <w:r>
        <w:tab/>
        <w:t>1.013e0</w:t>
      </w:r>
    </w:p>
    <w:p w:rsidR="00E00D30" w:rsidRDefault="00E00D30" w:rsidP="00E00D30">
      <w:r>
        <w:t>221.9854</w:t>
      </w:r>
      <w:r>
        <w:tab/>
        <w:t>1.013e0</w:t>
      </w:r>
    </w:p>
    <w:p w:rsidR="00E00D30" w:rsidRDefault="00E00D30" w:rsidP="00E00D30">
      <w:r>
        <w:lastRenderedPageBreak/>
        <w:t>221.9893</w:t>
      </w:r>
      <w:r>
        <w:tab/>
        <w:t>2.025e0</w:t>
      </w:r>
    </w:p>
    <w:p w:rsidR="00E00D30" w:rsidRDefault="00E00D30" w:rsidP="00E00D30">
      <w:r>
        <w:t>222.0032</w:t>
      </w:r>
      <w:r>
        <w:tab/>
        <w:t>7.324e0</w:t>
      </w:r>
    </w:p>
    <w:p w:rsidR="00E00D30" w:rsidRDefault="00E00D30" w:rsidP="00E00D30">
      <w:r>
        <w:t>222.0124</w:t>
      </w:r>
      <w:r>
        <w:tab/>
        <w:t>6.076e0</w:t>
      </w:r>
    </w:p>
    <w:p w:rsidR="00E00D30" w:rsidRDefault="00E00D30" w:rsidP="00E00D30">
      <w:r>
        <w:t>222.0138</w:t>
      </w:r>
      <w:r>
        <w:tab/>
        <w:t>8.101e0</w:t>
      </w:r>
    </w:p>
    <w:p w:rsidR="00E00D30" w:rsidRDefault="00E00D30" w:rsidP="00E00D30">
      <w:r>
        <w:t>222.0148</w:t>
      </w:r>
      <w:r>
        <w:tab/>
        <w:t>2.601e1</w:t>
      </w:r>
    </w:p>
    <w:p w:rsidR="00E00D30" w:rsidRDefault="00E00D30" w:rsidP="00E00D30">
      <w:r>
        <w:t>222.0178</w:t>
      </w:r>
      <w:r>
        <w:tab/>
        <w:t>1.690e1</w:t>
      </w:r>
    </w:p>
    <w:p w:rsidR="00E00D30" w:rsidRDefault="00E00D30" w:rsidP="00E00D30">
      <w:r>
        <w:t>222.0213</w:t>
      </w:r>
      <w:r>
        <w:tab/>
        <w:t>3.643e1</w:t>
      </w:r>
    </w:p>
    <w:p w:rsidR="00E00D30" w:rsidRDefault="00E00D30" w:rsidP="00E00D30">
      <w:r>
        <w:t>222.0227</w:t>
      </w:r>
      <w:r>
        <w:tab/>
        <w:t>1.316e1</w:t>
      </w:r>
    </w:p>
    <w:p w:rsidR="00E00D30" w:rsidRDefault="00E00D30" w:rsidP="00E00D30">
      <w:r>
        <w:t>222.0299</w:t>
      </w:r>
      <w:r>
        <w:tab/>
        <w:t>3.038e0</w:t>
      </w:r>
    </w:p>
    <w:p w:rsidR="00E00D30" w:rsidRDefault="00E00D30" w:rsidP="00E00D30">
      <w:r>
        <w:t>222.0605</w:t>
      </w:r>
      <w:r>
        <w:tab/>
        <w:t>1.013e0</w:t>
      </w:r>
    </w:p>
    <w:p w:rsidR="00E00D30" w:rsidRDefault="00E00D30" w:rsidP="00E00D30">
      <w:r>
        <w:t>222.0740</w:t>
      </w:r>
      <w:r>
        <w:tab/>
        <w:t>2.025e0</w:t>
      </w:r>
    </w:p>
    <w:p w:rsidR="00E00D30" w:rsidRDefault="00E00D30" w:rsidP="00E00D30">
      <w:r>
        <w:t>222.0781</w:t>
      </w:r>
      <w:r>
        <w:tab/>
        <w:t>2.025e0</w:t>
      </w:r>
    </w:p>
    <w:p w:rsidR="00E00D30" w:rsidRDefault="00E00D30" w:rsidP="00E00D30">
      <w:r>
        <w:t>222.0819</w:t>
      </w:r>
      <w:r>
        <w:tab/>
        <w:t>2.025e0</w:t>
      </w:r>
    </w:p>
    <w:p w:rsidR="00E00D30" w:rsidRDefault="00E00D30" w:rsidP="00E00D30">
      <w:r>
        <w:t>222.0835</w:t>
      </w:r>
      <w:r>
        <w:tab/>
        <w:t>1.013e0</w:t>
      </w:r>
    </w:p>
    <w:p w:rsidR="00E00D30" w:rsidRDefault="00E00D30" w:rsidP="00E00D30">
      <w:r>
        <w:t>222.1074</w:t>
      </w:r>
      <w:r>
        <w:tab/>
        <w:t>2.025e0</w:t>
      </w:r>
    </w:p>
    <w:p w:rsidR="00E00D30" w:rsidRDefault="00E00D30" w:rsidP="00E00D30">
      <w:r>
        <w:t>222.1114</w:t>
      </w:r>
      <w:r>
        <w:tab/>
        <w:t>4.051e0</w:t>
      </w:r>
    </w:p>
    <w:p w:rsidR="00E00D30" w:rsidRDefault="00E00D30" w:rsidP="00E00D30">
      <w:r>
        <w:t>222.1316</w:t>
      </w:r>
      <w:r>
        <w:tab/>
        <w:t>1.013e0</w:t>
      </w:r>
    </w:p>
    <w:p w:rsidR="00E00D30" w:rsidRDefault="00E00D30" w:rsidP="00E00D30">
      <w:r>
        <w:t>222.1433</w:t>
      </w:r>
      <w:r>
        <w:tab/>
        <w:t>1.013e0</w:t>
      </w:r>
    </w:p>
    <w:p w:rsidR="00E00D30" w:rsidRDefault="00E00D30" w:rsidP="00E00D30">
      <w:r>
        <w:t>222.1493</w:t>
      </w:r>
      <w:r>
        <w:tab/>
        <w:t>5.063e0</w:t>
      </w:r>
    </w:p>
    <w:p w:rsidR="00E00D30" w:rsidRDefault="00E00D30" w:rsidP="00E00D30">
      <w:r>
        <w:lastRenderedPageBreak/>
        <w:t>222.1509</w:t>
      </w:r>
      <w:r>
        <w:tab/>
        <w:t>1.013e0</w:t>
      </w:r>
    </w:p>
    <w:p w:rsidR="00E00D30" w:rsidRDefault="00E00D30" w:rsidP="00E00D30">
      <w:r>
        <w:t>222.1591</w:t>
      </w:r>
      <w:r>
        <w:tab/>
        <w:t>2.025e0</w:t>
      </w:r>
    </w:p>
    <w:p w:rsidR="00E00D30" w:rsidRDefault="00E00D30" w:rsidP="00E00D30">
      <w:r>
        <w:t>222.1624</w:t>
      </w:r>
      <w:r>
        <w:tab/>
        <w:t>2.025e0</w:t>
      </w:r>
    </w:p>
    <w:p w:rsidR="00E00D30" w:rsidRDefault="00E00D30" w:rsidP="00E00D30">
      <w:r>
        <w:t>222.1663</w:t>
      </w:r>
      <w:r>
        <w:tab/>
        <w:t>5.063e0</w:t>
      </w:r>
    </w:p>
    <w:p w:rsidR="00E00D30" w:rsidRDefault="00E00D30" w:rsidP="00E00D30">
      <w:r>
        <w:t>222.1747</w:t>
      </w:r>
      <w:r>
        <w:tab/>
        <w:t>1.013e0</w:t>
      </w:r>
    </w:p>
    <w:p w:rsidR="00E00D30" w:rsidRDefault="00E00D30" w:rsidP="00E00D30">
      <w:r>
        <w:t>222.1777</w:t>
      </w:r>
      <w:r>
        <w:tab/>
        <w:t>6.076e0</w:t>
      </w:r>
    </w:p>
    <w:p w:rsidR="00E00D30" w:rsidRDefault="00E00D30" w:rsidP="00E00D30">
      <w:r>
        <w:t>222.1914</w:t>
      </w:r>
      <w:r>
        <w:tab/>
        <w:t>3.038e0</w:t>
      </w:r>
    </w:p>
    <w:p w:rsidR="00E00D30" w:rsidRDefault="00E00D30" w:rsidP="00E00D30">
      <w:r>
        <w:t>222.2129</w:t>
      </w:r>
      <w:r>
        <w:tab/>
        <w:t>2.025e0</w:t>
      </w:r>
    </w:p>
    <w:p w:rsidR="00E00D30" w:rsidRDefault="00E00D30" w:rsidP="00E00D30">
      <w:r>
        <w:t>222.2261</w:t>
      </w:r>
      <w:r>
        <w:tab/>
        <w:t>2.025e0</w:t>
      </w:r>
    </w:p>
    <w:p w:rsidR="00E00D30" w:rsidRDefault="00E00D30" w:rsidP="00E00D30">
      <w:r>
        <w:t>222.2377</w:t>
      </w:r>
      <w:r>
        <w:tab/>
        <w:t>2.025e0</w:t>
      </w:r>
    </w:p>
    <w:p w:rsidR="00E00D30" w:rsidRDefault="00E00D30" w:rsidP="00E00D30">
      <w:r>
        <w:t>222.2667</w:t>
      </w:r>
      <w:r>
        <w:tab/>
        <w:t>2.025e0</w:t>
      </w:r>
    </w:p>
    <w:p w:rsidR="00E00D30" w:rsidRDefault="00E00D30" w:rsidP="00E00D30">
      <w:r>
        <w:t>222.2703</w:t>
      </w:r>
      <w:r>
        <w:tab/>
        <w:t>1.013e0</w:t>
      </w:r>
    </w:p>
    <w:p w:rsidR="00E00D30" w:rsidRDefault="00E00D30" w:rsidP="00E00D30">
      <w:r>
        <w:t>222.2741</w:t>
      </w:r>
      <w:r>
        <w:tab/>
        <w:t>1.013e0</w:t>
      </w:r>
    </w:p>
    <w:p w:rsidR="00E00D30" w:rsidRDefault="00E00D30" w:rsidP="00E00D30">
      <w:r>
        <w:t>222.2819</w:t>
      </w:r>
      <w:r>
        <w:tab/>
        <w:t>1.013e0</w:t>
      </w:r>
    </w:p>
    <w:p w:rsidR="00E00D30" w:rsidRDefault="00E00D30" w:rsidP="00E00D30">
      <w:r>
        <w:t>222.3092</w:t>
      </w:r>
      <w:r>
        <w:tab/>
        <w:t>1.013e0</w:t>
      </w:r>
    </w:p>
    <w:p w:rsidR="00E00D30" w:rsidRDefault="00E00D30" w:rsidP="00E00D30">
      <w:r>
        <w:t>222.3219</w:t>
      </w:r>
      <w:r>
        <w:tab/>
        <w:t>1.013e0</w:t>
      </w:r>
    </w:p>
    <w:p w:rsidR="00E00D30" w:rsidRDefault="00E00D30" w:rsidP="00E00D30">
      <w:r>
        <w:t>222.3340</w:t>
      </w:r>
      <w:r>
        <w:tab/>
        <w:t>2.025e0</w:t>
      </w:r>
    </w:p>
    <w:p w:rsidR="00E00D30" w:rsidRDefault="00E00D30" w:rsidP="00E00D30">
      <w:r>
        <w:t>222.3415</w:t>
      </w:r>
      <w:r>
        <w:tab/>
        <w:t>1.013e0</w:t>
      </w:r>
    </w:p>
    <w:p w:rsidR="00E00D30" w:rsidRDefault="00E00D30" w:rsidP="00E00D30">
      <w:r>
        <w:t>222.3608</w:t>
      </w:r>
      <w:r>
        <w:tab/>
        <w:t>1.013e0</w:t>
      </w:r>
    </w:p>
    <w:p w:rsidR="00E00D30" w:rsidRDefault="00E00D30" w:rsidP="00E00D30">
      <w:r>
        <w:lastRenderedPageBreak/>
        <w:t>222.3768</w:t>
      </w:r>
      <w:r>
        <w:tab/>
        <w:t>2.025e0</w:t>
      </w:r>
    </w:p>
    <w:p w:rsidR="00E00D30" w:rsidRDefault="00E00D30" w:rsidP="00E00D30">
      <w:r>
        <w:t>222.3848</w:t>
      </w:r>
      <w:r>
        <w:tab/>
        <w:t>1.013e0</w:t>
      </w:r>
    </w:p>
    <w:p w:rsidR="00E00D30" w:rsidRDefault="00E00D30" w:rsidP="00E00D30">
      <w:r>
        <w:t>222.3890</w:t>
      </w:r>
      <w:r>
        <w:tab/>
        <w:t>1.013e0</w:t>
      </w:r>
    </w:p>
    <w:p w:rsidR="00E00D30" w:rsidRDefault="00E00D30" w:rsidP="00E00D30">
      <w:r>
        <w:t>222.4055</w:t>
      </w:r>
      <w:r>
        <w:tab/>
        <w:t>1.013e0</w:t>
      </w:r>
    </w:p>
    <w:p w:rsidR="00E00D30" w:rsidRDefault="00E00D30" w:rsidP="00E00D30">
      <w:r>
        <w:t>222.4768</w:t>
      </w:r>
      <w:r>
        <w:tab/>
        <w:t>1.013e0</w:t>
      </w:r>
    </w:p>
    <w:p w:rsidR="00E00D30" w:rsidRDefault="00E00D30" w:rsidP="00E00D30">
      <w:r>
        <w:t>222.4813</w:t>
      </w:r>
      <w:r>
        <w:tab/>
        <w:t>3.038e0</w:t>
      </w:r>
    </w:p>
    <w:p w:rsidR="00E00D30" w:rsidRDefault="00E00D30" w:rsidP="00E00D30">
      <w:r>
        <w:t>222.4841</w:t>
      </w:r>
      <w:r>
        <w:tab/>
        <w:t>1.013e0</w:t>
      </w:r>
    </w:p>
    <w:p w:rsidR="00E00D30" w:rsidRDefault="00E00D30" w:rsidP="00E00D30">
      <w:r>
        <w:t>222.4900</w:t>
      </w:r>
      <w:r>
        <w:tab/>
        <w:t>2.025e0</w:t>
      </w:r>
    </w:p>
    <w:p w:rsidR="00E00D30" w:rsidRDefault="00E00D30" w:rsidP="00E00D30">
      <w:r>
        <w:t>222.5075</w:t>
      </w:r>
      <w:r>
        <w:tab/>
        <w:t>1.013e0</w:t>
      </w:r>
    </w:p>
    <w:p w:rsidR="00E00D30" w:rsidRDefault="00E00D30" w:rsidP="00E00D30">
      <w:r>
        <w:t>222.5239</w:t>
      </w:r>
      <w:r>
        <w:tab/>
        <w:t>5.063e0</w:t>
      </w:r>
    </w:p>
    <w:p w:rsidR="00E00D30" w:rsidRDefault="00E00D30" w:rsidP="00E00D30">
      <w:r>
        <w:t>222.5404</w:t>
      </w:r>
      <w:r>
        <w:tab/>
        <w:t>1.013e0</w:t>
      </w:r>
    </w:p>
    <w:p w:rsidR="00E00D30" w:rsidRDefault="00E00D30" w:rsidP="00E00D30">
      <w:r>
        <w:t>222.5555</w:t>
      </w:r>
      <w:r>
        <w:tab/>
        <w:t>2.025e0</w:t>
      </w:r>
    </w:p>
    <w:p w:rsidR="00E00D30" w:rsidRDefault="00E00D30" w:rsidP="00E00D30">
      <w:r>
        <w:t>222.5593</w:t>
      </w:r>
      <w:r>
        <w:tab/>
        <w:t>2.025e0</w:t>
      </w:r>
    </w:p>
    <w:p w:rsidR="00E00D30" w:rsidRDefault="00E00D30" w:rsidP="00E00D30">
      <w:r>
        <w:t>222.5673</w:t>
      </w:r>
      <w:r>
        <w:tab/>
        <w:t>1.013e0</w:t>
      </w:r>
    </w:p>
    <w:p w:rsidR="00E00D30" w:rsidRDefault="00E00D30" w:rsidP="00E00D30">
      <w:r>
        <w:t>222.5709</w:t>
      </w:r>
      <w:r>
        <w:tab/>
        <w:t>1.013e0</w:t>
      </w:r>
    </w:p>
    <w:p w:rsidR="00E00D30" w:rsidRDefault="00E00D30" w:rsidP="00E00D30">
      <w:r>
        <w:t>222.5868</w:t>
      </w:r>
      <w:r>
        <w:tab/>
        <w:t>3.038e0</w:t>
      </w:r>
    </w:p>
    <w:p w:rsidR="00E00D30" w:rsidRDefault="00E00D30" w:rsidP="00E00D30">
      <w:r>
        <w:t>222.5910</w:t>
      </w:r>
      <w:r>
        <w:tab/>
        <w:t>1.013e0</w:t>
      </w:r>
    </w:p>
    <w:p w:rsidR="00E00D30" w:rsidRDefault="00E00D30" w:rsidP="00E00D30">
      <w:r>
        <w:t>222.6229</w:t>
      </w:r>
      <w:r>
        <w:tab/>
        <w:t>3.038e0</w:t>
      </w:r>
    </w:p>
    <w:p w:rsidR="00E00D30" w:rsidRDefault="00E00D30" w:rsidP="00E00D30">
      <w:r>
        <w:t>222.6267</w:t>
      </w:r>
      <w:r>
        <w:tab/>
        <w:t>2.025e0</w:t>
      </w:r>
    </w:p>
    <w:p w:rsidR="00E00D30" w:rsidRDefault="00E00D30" w:rsidP="00E00D30">
      <w:r>
        <w:lastRenderedPageBreak/>
        <w:t>222.6305</w:t>
      </w:r>
      <w:r>
        <w:tab/>
        <w:t>1.013e0</w:t>
      </w:r>
    </w:p>
    <w:p w:rsidR="00E00D30" w:rsidRDefault="00E00D30" w:rsidP="00E00D30">
      <w:r>
        <w:t>222.6383</w:t>
      </w:r>
      <w:r>
        <w:tab/>
        <w:t>3.038e0</w:t>
      </w:r>
    </w:p>
    <w:p w:rsidR="00E00D30" w:rsidRDefault="00E00D30" w:rsidP="00E00D30">
      <w:r>
        <w:t>222.6503</w:t>
      </w:r>
      <w:r>
        <w:tab/>
        <w:t>1.013e0</w:t>
      </w:r>
    </w:p>
    <w:p w:rsidR="00E00D30" w:rsidRDefault="00E00D30" w:rsidP="00E00D30">
      <w:r>
        <w:t>222.6597</w:t>
      </w:r>
      <w:r>
        <w:tab/>
        <w:t>3.038e0</w:t>
      </w:r>
    </w:p>
    <w:p w:rsidR="00E00D30" w:rsidRDefault="00E00D30" w:rsidP="00E00D30">
      <w:r>
        <w:t>222.6667</w:t>
      </w:r>
      <w:r>
        <w:tab/>
        <w:t>1.013e0</w:t>
      </w:r>
    </w:p>
    <w:p w:rsidR="00E00D30" w:rsidRDefault="00E00D30" w:rsidP="00E00D30">
      <w:r>
        <w:t>222.6754</w:t>
      </w:r>
      <w:r>
        <w:tab/>
        <w:t>1.013e0</w:t>
      </w:r>
    </w:p>
    <w:p w:rsidR="00E00D30" w:rsidRDefault="00E00D30" w:rsidP="00E00D30">
      <w:r>
        <w:t>222.6844</w:t>
      </w:r>
      <w:r>
        <w:tab/>
        <w:t>3.038e0</w:t>
      </w:r>
    </w:p>
    <w:p w:rsidR="00E00D30" w:rsidRDefault="00E00D30" w:rsidP="00E00D30">
      <w:r>
        <w:t>222.6873</w:t>
      </w:r>
      <w:r>
        <w:tab/>
        <w:t>2.586e0</w:t>
      </w:r>
    </w:p>
    <w:p w:rsidR="00E00D30" w:rsidRDefault="00E00D30" w:rsidP="00E00D30">
      <w:r>
        <w:t>222.6902</w:t>
      </w:r>
      <w:r>
        <w:tab/>
        <w:t>1.013e0</w:t>
      </w:r>
    </w:p>
    <w:p w:rsidR="00E00D30" w:rsidRDefault="00E00D30" w:rsidP="00E00D30">
      <w:r>
        <w:t>222.7058</w:t>
      </w:r>
      <w:r>
        <w:tab/>
        <w:t>1.013e0</w:t>
      </w:r>
    </w:p>
    <w:p w:rsidR="00E00D30" w:rsidRDefault="00E00D30" w:rsidP="00E00D30">
      <w:r>
        <w:t>222.7096</w:t>
      </w:r>
      <w:r>
        <w:tab/>
        <w:t>1.013e0</w:t>
      </w:r>
    </w:p>
    <w:p w:rsidR="00E00D30" w:rsidRDefault="00E00D30" w:rsidP="00E00D30">
      <w:r>
        <w:t>222.7134</w:t>
      </w:r>
      <w:r>
        <w:tab/>
        <w:t>1.013e0</w:t>
      </w:r>
    </w:p>
    <w:p w:rsidR="00E00D30" w:rsidRDefault="00E00D30" w:rsidP="00E00D30">
      <w:r>
        <w:t>222.7206</w:t>
      </w:r>
      <w:r>
        <w:tab/>
        <w:t>2.025e0</w:t>
      </w:r>
    </w:p>
    <w:p w:rsidR="00E00D30" w:rsidRDefault="00E00D30" w:rsidP="00E00D30">
      <w:r>
        <w:t>222.7341</w:t>
      </w:r>
      <w:r>
        <w:tab/>
        <w:t>2.025e0</w:t>
      </w:r>
    </w:p>
    <w:p w:rsidR="00E00D30" w:rsidRDefault="00E00D30" w:rsidP="00E00D30">
      <w:r>
        <w:t>222.7501</w:t>
      </w:r>
      <w:r>
        <w:tab/>
        <w:t>1.013e0</w:t>
      </w:r>
    </w:p>
    <w:p w:rsidR="00E00D30" w:rsidRDefault="00E00D30" w:rsidP="00E00D30">
      <w:r>
        <w:t>222.7772</w:t>
      </w:r>
      <w:r>
        <w:tab/>
        <w:t>2.025e0</w:t>
      </w:r>
    </w:p>
    <w:p w:rsidR="00E00D30" w:rsidRDefault="00E00D30" w:rsidP="00E00D30">
      <w:r>
        <w:t>222.7829</w:t>
      </w:r>
      <w:r>
        <w:tab/>
        <w:t>2.025e0</w:t>
      </w:r>
    </w:p>
    <w:p w:rsidR="00E00D30" w:rsidRDefault="00E00D30" w:rsidP="00E00D30">
      <w:r>
        <w:t>222.7930</w:t>
      </w:r>
      <w:r>
        <w:tab/>
        <w:t>1.013e0</w:t>
      </w:r>
    </w:p>
    <w:p w:rsidR="00E00D30" w:rsidRDefault="00E00D30" w:rsidP="00E00D30">
      <w:r>
        <w:t>222.8018</w:t>
      </w:r>
      <w:r>
        <w:tab/>
        <w:t>1.013e0</w:t>
      </w:r>
    </w:p>
    <w:p w:rsidR="00E00D30" w:rsidRDefault="00E00D30" w:rsidP="00E00D30">
      <w:r>
        <w:lastRenderedPageBreak/>
        <w:t>222.8056</w:t>
      </w:r>
      <w:r>
        <w:tab/>
        <w:t>1.013e0</w:t>
      </w:r>
    </w:p>
    <w:p w:rsidR="00E00D30" w:rsidRDefault="00E00D30" w:rsidP="00E00D30">
      <w:r>
        <w:t>222.8291</w:t>
      </w:r>
      <w:r>
        <w:tab/>
        <w:t>1.013e0</w:t>
      </w:r>
    </w:p>
    <w:p w:rsidR="00E00D30" w:rsidRDefault="00E00D30" w:rsidP="00E00D30">
      <w:r>
        <w:t>222.8445</w:t>
      </w:r>
      <w:r>
        <w:tab/>
        <w:t>1.013e0</w:t>
      </w:r>
    </w:p>
    <w:p w:rsidR="00E00D30" w:rsidRDefault="00E00D30" w:rsidP="00E00D30">
      <w:r>
        <w:t>222.8521</w:t>
      </w:r>
      <w:r>
        <w:tab/>
        <w:t>1.013e0</w:t>
      </w:r>
    </w:p>
    <w:p w:rsidR="00E00D30" w:rsidRDefault="00E00D30" w:rsidP="00E00D30">
      <w:r>
        <w:t>222.8562</w:t>
      </w:r>
      <w:r>
        <w:tab/>
        <w:t>1.013e0</w:t>
      </w:r>
    </w:p>
    <w:p w:rsidR="00E00D30" w:rsidRDefault="00E00D30" w:rsidP="00E00D30">
      <w:r>
        <w:t>222.8605</w:t>
      </w:r>
      <w:r>
        <w:tab/>
        <w:t>1.013e0</w:t>
      </w:r>
    </w:p>
    <w:p w:rsidR="00E00D30" w:rsidRDefault="00E00D30" w:rsidP="00E00D30">
      <w:r>
        <w:t>222.8788</w:t>
      </w:r>
      <w:r>
        <w:tab/>
        <w:t>2.025e0</w:t>
      </w:r>
    </w:p>
    <w:p w:rsidR="00E00D30" w:rsidRDefault="00E00D30" w:rsidP="00E00D30">
      <w:r>
        <w:t>222.9119</w:t>
      </w:r>
      <w:r>
        <w:tab/>
        <w:t>1.013e0</w:t>
      </w:r>
    </w:p>
    <w:p w:rsidR="00E00D30" w:rsidRDefault="00E00D30" w:rsidP="00E00D30">
      <w:r>
        <w:t>222.9279</w:t>
      </w:r>
      <w:r>
        <w:tab/>
        <w:t>1.013e0</w:t>
      </w:r>
    </w:p>
    <w:p w:rsidR="00E00D30" w:rsidRDefault="00E00D30" w:rsidP="00E00D30">
      <w:r>
        <w:t>222.9447</w:t>
      </w:r>
      <w:r>
        <w:tab/>
        <w:t>1.013e0</w:t>
      </w:r>
    </w:p>
    <w:p w:rsidR="00E00D30" w:rsidRDefault="00E00D30" w:rsidP="00E00D30">
      <w:r>
        <w:t>222.9524</w:t>
      </w:r>
      <w:r>
        <w:tab/>
        <w:t>1.013e0</w:t>
      </w:r>
    </w:p>
    <w:p w:rsidR="00E00D30" w:rsidRDefault="00E00D30" w:rsidP="00E00D30">
      <w:r>
        <w:t>222.9564</w:t>
      </w:r>
      <w:r>
        <w:tab/>
        <w:t>2.025e0</w:t>
      </w:r>
    </w:p>
    <w:p w:rsidR="00E00D30" w:rsidRDefault="00E00D30" w:rsidP="00E00D30">
      <w:r>
        <w:t>222.9641</w:t>
      </w:r>
      <w:r>
        <w:tab/>
        <w:t>2.025e0</w:t>
      </w:r>
    </w:p>
    <w:p w:rsidR="00E00D30" w:rsidRDefault="00E00D30" w:rsidP="00E00D30">
      <w:r>
        <w:t>222.9759</w:t>
      </w:r>
      <w:r>
        <w:tab/>
        <w:t>1.013e0</w:t>
      </w:r>
    </w:p>
    <w:p w:rsidR="00E00D30" w:rsidRDefault="00E00D30" w:rsidP="00E00D30">
      <w:r>
        <w:t>222.9832</w:t>
      </w:r>
      <w:r>
        <w:tab/>
        <w:t>2.025e0</w:t>
      </w:r>
    </w:p>
    <w:p w:rsidR="00E00D30" w:rsidRDefault="00E00D30" w:rsidP="00E00D30">
      <w:r>
        <w:t>222.9869</w:t>
      </w:r>
      <w:r>
        <w:tab/>
        <w:t>1.013e0</w:t>
      </w:r>
    </w:p>
    <w:p w:rsidR="00E00D30" w:rsidRDefault="00E00D30" w:rsidP="00E00D30">
      <w:r>
        <w:t>223.0112</w:t>
      </w:r>
      <w:r>
        <w:tab/>
        <w:t>1.456e1</w:t>
      </w:r>
    </w:p>
    <w:p w:rsidR="00E00D30" w:rsidRDefault="00E00D30" w:rsidP="00E00D30">
      <w:r>
        <w:t>223.0159</w:t>
      </w:r>
      <w:r>
        <w:tab/>
        <w:t>4.496e0</w:t>
      </w:r>
    </w:p>
    <w:p w:rsidR="00E00D30" w:rsidRDefault="00E00D30" w:rsidP="00E00D30">
      <w:r>
        <w:t>223.0194</w:t>
      </w:r>
      <w:r>
        <w:tab/>
        <w:t>1.722e1</w:t>
      </w:r>
    </w:p>
    <w:p w:rsidR="00E00D30" w:rsidRDefault="00E00D30" w:rsidP="00E00D30">
      <w:r>
        <w:lastRenderedPageBreak/>
        <w:t>223.0206</w:t>
      </w:r>
      <w:r>
        <w:tab/>
        <w:t>1.114e1</w:t>
      </w:r>
    </w:p>
    <w:p w:rsidR="00E00D30" w:rsidRDefault="00E00D30" w:rsidP="00E00D30">
      <w:r>
        <w:t>223.0228</w:t>
      </w:r>
      <w:r>
        <w:tab/>
        <w:t>4.051e0</w:t>
      </w:r>
    </w:p>
    <w:p w:rsidR="00E00D30" w:rsidRDefault="00E00D30" w:rsidP="00E00D30">
      <w:r>
        <w:t>223.0253</w:t>
      </w:r>
      <w:r>
        <w:tab/>
        <w:t>1.215e1</w:t>
      </w:r>
    </w:p>
    <w:p w:rsidR="00E00D30" w:rsidRDefault="00E00D30" w:rsidP="00E00D30">
      <w:r>
        <w:t>223.0334</w:t>
      </w:r>
      <w:r>
        <w:tab/>
        <w:t>2.025e0</w:t>
      </w:r>
    </w:p>
    <w:p w:rsidR="00E00D30" w:rsidRDefault="00E00D30" w:rsidP="00E00D30">
      <w:r>
        <w:t>223.0572</w:t>
      </w:r>
      <w:r>
        <w:tab/>
        <w:t>7.089e0</w:t>
      </w:r>
    </w:p>
    <w:p w:rsidR="00E00D30" w:rsidRDefault="00E00D30" w:rsidP="00E00D30">
      <w:r>
        <w:t>223.0712</w:t>
      </w:r>
      <w:r>
        <w:tab/>
        <w:t>2.025e0</w:t>
      </w:r>
    </w:p>
    <w:p w:rsidR="00E00D30" w:rsidRDefault="00E00D30" w:rsidP="00E00D30">
      <w:r>
        <w:t>223.0826</w:t>
      </w:r>
      <w:r>
        <w:tab/>
        <w:t>2.402e0</w:t>
      </w:r>
    </w:p>
    <w:p w:rsidR="00E00D30" w:rsidRDefault="00E00D30" w:rsidP="00E00D30">
      <w:r>
        <w:t>223.0876</w:t>
      </w:r>
      <w:r>
        <w:tab/>
        <w:t>2.025e0</w:t>
      </w:r>
    </w:p>
    <w:p w:rsidR="00E00D30" w:rsidRDefault="00E00D30" w:rsidP="00E00D30">
      <w:r>
        <w:t>223.0932</w:t>
      </w:r>
      <w:r>
        <w:tab/>
        <w:t>6.076e0</w:t>
      </w:r>
    </w:p>
    <w:p w:rsidR="00E00D30" w:rsidRDefault="00E00D30" w:rsidP="00E00D30">
      <w:r>
        <w:t>223.0951</w:t>
      </w:r>
      <w:r>
        <w:tab/>
        <w:t>2.025e0</w:t>
      </w:r>
    </w:p>
    <w:p w:rsidR="00E00D30" w:rsidRDefault="00E00D30" w:rsidP="00E00D30">
      <w:r>
        <w:t>223.0970</w:t>
      </w:r>
      <w:r>
        <w:tab/>
        <w:t>2.025e0</w:t>
      </w:r>
    </w:p>
    <w:p w:rsidR="00E00D30" w:rsidRDefault="00E00D30" w:rsidP="00E00D30">
      <w:r>
        <w:t>223.1046</w:t>
      </w:r>
      <w:r>
        <w:tab/>
        <w:t>4.051e0</w:t>
      </w:r>
    </w:p>
    <w:p w:rsidR="00E00D30" w:rsidRDefault="00E00D30" w:rsidP="00E00D30">
      <w:r>
        <w:t>223.1060</w:t>
      </w:r>
      <w:r>
        <w:tab/>
        <w:t>1.823e1</w:t>
      </w:r>
    </w:p>
    <w:p w:rsidR="00E00D30" w:rsidRDefault="00E00D30" w:rsidP="00E00D30">
      <w:r>
        <w:t>223.1078</w:t>
      </w:r>
      <w:r>
        <w:tab/>
        <w:t>6.076e0</w:t>
      </w:r>
    </w:p>
    <w:p w:rsidR="00E00D30" w:rsidRDefault="00E00D30" w:rsidP="00E00D30">
      <w:r>
        <w:t>223.1131</w:t>
      </w:r>
      <w:r>
        <w:tab/>
        <w:t>6.076e0</w:t>
      </w:r>
    </w:p>
    <w:p w:rsidR="00E00D30" w:rsidRDefault="00E00D30" w:rsidP="00E00D30">
      <w:r>
        <w:t>223.1219</w:t>
      </w:r>
      <w:r>
        <w:tab/>
        <w:t>1.013e0</w:t>
      </w:r>
    </w:p>
    <w:p w:rsidR="00E00D30" w:rsidRDefault="00E00D30" w:rsidP="00E00D30">
      <w:r>
        <w:t>223.1246</w:t>
      </w:r>
      <w:r>
        <w:tab/>
        <w:t>1.333e0</w:t>
      </w:r>
    </w:p>
    <w:p w:rsidR="00E00D30" w:rsidRDefault="00E00D30" w:rsidP="00E00D30">
      <w:r>
        <w:t>223.1344</w:t>
      </w:r>
      <w:r>
        <w:tab/>
        <w:t>1.013e0</w:t>
      </w:r>
    </w:p>
    <w:p w:rsidR="00E00D30" w:rsidRDefault="00E00D30" w:rsidP="00E00D30">
      <w:r>
        <w:t>223.1429</w:t>
      </w:r>
      <w:r>
        <w:tab/>
        <w:t>5.063e0</w:t>
      </w:r>
    </w:p>
    <w:p w:rsidR="00E00D30" w:rsidRDefault="00E00D30" w:rsidP="00E00D30">
      <w:r>
        <w:lastRenderedPageBreak/>
        <w:t>223.1686</w:t>
      </w:r>
      <w:r>
        <w:tab/>
        <w:t>4.051e0</w:t>
      </w:r>
    </w:p>
    <w:p w:rsidR="00E00D30" w:rsidRDefault="00E00D30" w:rsidP="00E00D30">
      <w:r>
        <w:t>223.1703</w:t>
      </w:r>
      <w:r>
        <w:tab/>
        <w:t>1.013e0</w:t>
      </w:r>
    </w:p>
    <w:p w:rsidR="00E00D30" w:rsidRDefault="00E00D30" w:rsidP="00E00D30">
      <w:r>
        <w:t>223.1744</w:t>
      </w:r>
      <w:r>
        <w:tab/>
        <w:t>5.063e0</w:t>
      </w:r>
    </w:p>
    <w:p w:rsidR="00E00D30" w:rsidRDefault="00E00D30" w:rsidP="00E00D30">
      <w:r>
        <w:t>223.1819</w:t>
      </w:r>
      <w:r>
        <w:tab/>
        <w:t>2.025e0</w:t>
      </w:r>
    </w:p>
    <w:p w:rsidR="00E00D30" w:rsidRDefault="00E00D30" w:rsidP="00E00D30">
      <w:r>
        <w:t>223.2006</w:t>
      </w:r>
      <w:r>
        <w:tab/>
        <w:t>4.051e0</w:t>
      </w:r>
    </w:p>
    <w:p w:rsidR="00E00D30" w:rsidRDefault="00E00D30" w:rsidP="00E00D30">
      <w:r>
        <w:t>223.2204</w:t>
      </w:r>
      <w:r>
        <w:tab/>
        <w:t>2.025e0</w:t>
      </w:r>
    </w:p>
    <w:p w:rsidR="00E00D30" w:rsidRDefault="00E00D30" w:rsidP="00E00D30">
      <w:r>
        <w:t>223.2286</w:t>
      </w:r>
      <w:r>
        <w:tab/>
        <w:t>2.025e0</w:t>
      </w:r>
    </w:p>
    <w:p w:rsidR="00E00D30" w:rsidRDefault="00E00D30" w:rsidP="00E00D30">
      <w:r>
        <w:t>223.2340</w:t>
      </w:r>
      <w:r>
        <w:tab/>
        <w:t>1.013e0</w:t>
      </w:r>
    </w:p>
    <w:p w:rsidR="00E00D30" w:rsidRDefault="00E00D30" w:rsidP="00E00D30">
      <w:r>
        <w:t>223.2456</w:t>
      </w:r>
      <w:r>
        <w:tab/>
        <w:t>2.025e0</w:t>
      </w:r>
    </w:p>
    <w:p w:rsidR="00E00D30" w:rsidRDefault="00E00D30" w:rsidP="00E00D30">
      <w:r>
        <w:t>223.2495</w:t>
      </w:r>
      <w:r>
        <w:tab/>
        <w:t>1.013e0</w:t>
      </w:r>
    </w:p>
    <w:p w:rsidR="00E00D30" w:rsidRDefault="00E00D30" w:rsidP="00E00D30">
      <w:r>
        <w:t>223.2573</w:t>
      </w:r>
      <w:r>
        <w:tab/>
        <w:t>1.013e0</w:t>
      </w:r>
    </w:p>
    <w:p w:rsidR="00E00D30" w:rsidRDefault="00E00D30" w:rsidP="00E00D30">
      <w:r>
        <w:t>223.2695</w:t>
      </w:r>
      <w:r>
        <w:tab/>
        <w:t>2.025e0</w:t>
      </w:r>
    </w:p>
    <w:p w:rsidR="00E00D30" w:rsidRDefault="00E00D30" w:rsidP="00E00D30">
      <w:r>
        <w:t>223.2820</w:t>
      </w:r>
      <w:r>
        <w:tab/>
        <w:t>1.013e0</w:t>
      </w:r>
    </w:p>
    <w:p w:rsidR="00E00D30" w:rsidRDefault="00E00D30" w:rsidP="00E00D30">
      <w:r>
        <w:t>223.2866</w:t>
      </w:r>
      <w:r>
        <w:tab/>
        <w:t>1.013e0</w:t>
      </w:r>
    </w:p>
    <w:p w:rsidR="00E00D30" w:rsidRDefault="00E00D30" w:rsidP="00E00D30">
      <w:r>
        <w:t>223.3131</w:t>
      </w:r>
      <w:r>
        <w:tab/>
        <w:t>1.013e0</w:t>
      </w:r>
    </w:p>
    <w:p w:rsidR="00E00D30" w:rsidRDefault="00E00D30" w:rsidP="00E00D30">
      <w:r>
        <w:t>223.3246</w:t>
      </w:r>
      <w:r>
        <w:tab/>
        <w:t>1.013e0</w:t>
      </w:r>
    </w:p>
    <w:p w:rsidR="00E00D30" w:rsidRDefault="00E00D30" w:rsidP="00E00D30">
      <w:r>
        <w:t>223.3328</w:t>
      </w:r>
      <w:r>
        <w:tab/>
        <w:t>1.013e0</w:t>
      </w:r>
    </w:p>
    <w:p w:rsidR="00E00D30" w:rsidRDefault="00E00D30" w:rsidP="00E00D30">
      <w:r>
        <w:t>223.3411</w:t>
      </w:r>
      <w:r>
        <w:tab/>
        <w:t>1.013e0</w:t>
      </w:r>
    </w:p>
    <w:p w:rsidR="00E00D30" w:rsidRDefault="00E00D30" w:rsidP="00E00D30">
      <w:r>
        <w:t>223.3457</w:t>
      </w:r>
      <w:r>
        <w:tab/>
        <w:t>1.013e0</w:t>
      </w:r>
    </w:p>
    <w:p w:rsidR="00E00D30" w:rsidRDefault="00E00D30" w:rsidP="00E00D30">
      <w:r>
        <w:lastRenderedPageBreak/>
        <w:t>223.3576</w:t>
      </w:r>
      <w:r>
        <w:tab/>
        <w:t>1.013e0</w:t>
      </w:r>
    </w:p>
    <w:p w:rsidR="00E00D30" w:rsidRDefault="00E00D30" w:rsidP="00E00D30">
      <w:r>
        <w:t>223.3633</w:t>
      </w:r>
      <w:r>
        <w:tab/>
        <w:t>2.025e0</w:t>
      </w:r>
    </w:p>
    <w:p w:rsidR="00E00D30" w:rsidRDefault="00E00D30" w:rsidP="00E00D30">
      <w:r>
        <w:t>223.3689</w:t>
      </w:r>
      <w:r>
        <w:tab/>
        <w:t>1.013e0</w:t>
      </w:r>
    </w:p>
    <w:p w:rsidR="00E00D30" w:rsidRDefault="00E00D30" w:rsidP="00E00D30">
      <w:r>
        <w:t>223.3768</w:t>
      </w:r>
      <w:r>
        <w:tab/>
        <w:t>1.013e0</w:t>
      </w:r>
    </w:p>
    <w:p w:rsidR="00E00D30" w:rsidRDefault="00E00D30" w:rsidP="00E00D30">
      <w:r>
        <w:t>223.3809</w:t>
      </w:r>
      <w:r>
        <w:tab/>
        <w:t>1.013e0</w:t>
      </w:r>
    </w:p>
    <w:p w:rsidR="00E00D30" w:rsidRDefault="00E00D30" w:rsidP="00E00D30">
      <w:r>
        <w:t>223.4088</w:t>
      </w:r>
      <w:r>
        <w:tab/>
        <w:t>2.025e0</w:t>
      </w:r>
    </w:p>
    <w:p w:rsidR="00E00D30" w:rsidRDefault="00E00D30" w:rsidP="00E00D30">
      <w:r>
        <w:t>223.4519</w:t>
      </w:r>
      <w:r>
        <w:tab/>
        <w:t>1.013e0</w:t>
      </w:r>
    </w:p>
    <w:p w:rsidR="00E00D30" w:rsidRDefault="00E00D30" w:rsidP="00E00D30">
      <w:r>
        <w:t>223.4558</w:t>
      </w:r>
      <w:r>
        <w:tab/>
        <w:t>1.013e0</w:t>
      </w:r>
    </w:p>
    <w:p w:rsidR="00E00D30" w:rsidRDefault="00E00D30" w:rsidP="00E00D30">
      <w:r>
        <w:t>223.4724</w:t>
      </w:r>
      <w:r>
        <w:tab/>
        <w:t>1.013e0</w:t>
      </w:r>
    </w:p>
    <w:p w:rsidR="00E00D30" w:rsidRDefault="00E00D30" w:rsidP="00E00D30">
      <w:r>
        <w:t>223.4763</w:t>
      </w:r>
      <w:r>
        <w:tab/>
        <w:t>1.013e0</w:t>
      </w:r>
    </w:p>
    <w:p w:rsidR="00E00D30" w:rsidRDefault="00E00D30" w:rsidP="00E00D30">
      <w:r>
        <w:t>223.4848</w:t>
      </w:r>
      <w:r>
        <w:tab/>
        <w:t>1.013e0</w:t>
      </w:r>
    </w:p>
    <w:p w:rsidR="00E00D30" w:rsidRDefault="00E00D30" w:rsidP="00E00D30">
      <w:r>
        <w:t>223.4888</w:t>
      </w:r>
      <w:r>
        <w:tab/>
        <w:t>2.025e0</w:t>
      </w:r>
    </w:p>
    <w:p w:rsidR="00E00D30" w:rsidRDefault="00E00D30" w:rsidP="00E00D30">
      <w:r>
        <w:t>223.4983</w:t>
      </w:r>
      <w:r>
        <w:tab/>
        <w:t>2.025e0</w:t>
      </w:r>
    </w:p>
    <w:p w:rsidR="00E00D30" w:rsidRDefault="00E00D30" w:rsidP="00E00D30">
      <w:r>
        <w:t>223.5156</w:t>
      </w:r>
      <w:r>
        <w:tab/>
        <w:t>2.025e0</w:t>
      </w:r>
    </w:p>
    <w:p w:rsidR="00E00D30" w:rsidRDefault="00E00D30" w:rsidP="00E00D30">
      <w:r>
        <w:t>223.5312</w:t>
      </w:r>
      <w:r>
        <w:tab/>
        <w:t>1.013e0</w:t>
      </w:r>
    </w:p>
    <w:p w:rsidR="00E00D30" w:rsidRDefault="00E00D30" w:rsidP="00E00D30">
      <w:r>
        <w:t>223.5357</w:t>
      </w:r>
      <w:r>
        <w:tab/>
        <w:t>3.038e0</w:t>
      </w:r>
    </w:p>
    <w:p w:rsidR="00E00D30" w:rsidRDefault="00E00D30" w:rsidP="00E00D30">
      <w:r>
        <w:t>223.5524</w:t>
      </w:r>
      <w:r>
        <w:tab/>
        <w:t>1.013e0</w:t>
      </w:r>
    </w:p>
    <w:p w:rsidR="00E00D30" w:rsidRDefault="00E00D30" w:rsidP="00E00D30">
      <w:r>
        <w:t>223.5638</w:t>
      </w:r>
      <w:r>
        <w:tab/>
        <w:t>1.013e0</w:t>
      </w:r>
    </w:p>
    <w:p w:rsidR="00E00D30" w:rsidRDefault="00E00D30" w:rsidP="00E00D30">
      <w:r>
        <w:t>223.5716</w:t>
      </w:r>
      <w:r>
        <w:tab/>
        <w:t>1.013e0</w:t>
      </w:r>
    </w:p>
    <w:p w:rsidR="00E00D30" w:rsidRDefault="00E00D30" w:rsidP="00E00D30">
      <w:r>
        <w:lastRenderedPageBreak/>
        <w:t>223.5755</w:t>
      </w:r>
      <w:r>
        <w:tab/>
        <w:t>1.013e0</w:t>
      </w:r>
    </w:p>
    <w:p w:rsidR="00E00D30" w:rsidRDefault="00E00D30" w:rsidP="00E00D30">
      <w:r>
        <w:t>223.5871</w:t>
      </w:r>
      <w:r>
        <w:tab/>
        <w:t>1.013e0</w:t>
      </w:r>
    </w:p>
    <w:p w:rsidR="00E00D30" w:rsidRDefault="00E00D30" w:rsidP="00E00D30">
      <w:r>
        <w:t>223.6022</w:t>
      </w:r>
      <w:r>
        <w:tab/>
        <w:t>5.063e0</w:t>
      </w:r>
    </w:p>
    <w:p w:rsidR="00E00D30" w:rsidRDefault="00E00D30" w:rsidP="00E00D30">
      <w:r>
        <w:t>223.6115</w:t>
      </w:r>
      <w:r>
        <w:tab/>
        <w:t>1.013e0</w:t>
      </w:r>
    </w:p>
    <w:p w:rsidR="00E00D30" w:rsidRDefault="00E00D30" w:rsidP="00E00D30">
      <w:r>
        <w:t>223.6317</w:t>
      </w:r>
      <w:r>
        <w:tab/>
        <w:t>1.013e0</w:t>
      </w:r>
    </w:p>
    <w:p w:rsidR="00E00D30" w:rsidRDefault="00E00D30" w:rsidP="00E00D30">
      <w:r>
        <w:t>223.6353</w:t>
      </w:r>
      <w:r>
        <w:tab/>
        <w:t>1.013e0</w:t>
      </w:r>
    </w:p>
    <w:p w:rsidR="00E00D30" w:rsidRDefault="00E00D30" w:rsidP="00E00D30">
      <w:r>
        <w:t>223.6526</w:t>
      </w:r>
      <w:r>
        <w:tab/>
        <w:t>2.025e0</w:t>
      </w:r>
    </w:p>
    <w:p w:rsidR="00E00D30" w:rsidRDefault="00E00D30" w:rsidP="00E00D30">
      <w:r>
        <w:t>223.6851</w:t>
      </w:r>
      <w:r>
        <w:tab/>
        <w:t>2.025e0</w:t>
      </w:r>
    </w:p>
    <w:p w:rsidR="00E00D30" w:rsidRDefault="00E00D30" w:rsidP="00E00D30">
      <w:r>
        <w:t>223.6876</w:t>
      </w:r>
      <w:r>
        <w:tab/>
        <w:t>1.013e0</w:t>
      </w:r>
    </w:p>
    <w:p w:rsidR="00E00D30" w:rsidRDefault="00E00D30" w:rsidP="00E00D30">
      <w:r>
        <w:t>223.7145</w:t>
      </w:r>
      <w:r>
        <w:tab/>
        <w:t>1.013e0</w:t>
      </w:r>
    </w:p>
    <w:p w:rsidR="00E00D30" w:rsidRDefault="00E00D30" w:rsidP="00E00D30">
      <w:r>
        <w:t>223.7222</w:t>
      </w:r>
      <w:r>
        <w:tab/>
        <w:t>1.013e0</w:t>
      </w:r>
    </w:p>
    <w:p w:rsidR="00E00D30" w:rsidRDefault="00E00D30" w:rsidP="00E00D30">
      <w:r>
        <w:t>223.7339</w:t>
      </w:r>
      <w:r>
        <w:tab/>
        <w:t>1.013e0</w:t>
      </w:r>
    </w:p>
    <w:p w:rsidR="00E00D30" w:rsidRDefault="00E00D30" w:rsidP="00E00D30">
      <w:r>
        <w:t>223.7448</w:t>
      </w:r>
      <w:r>
        <w:tab/>
        <w:t>2.025e0</w:t>
      </w:r>
    </w:p>
    <w:p w:rsidR="00E00D30" w:rsidRDefault="00E00D30" w:rsidP="00E00D30">
      <w:r>
        <w:t>223.7486</w:t>
      </w:r>
      <w:r>
        <w:tab/>
        <w:t>2.025e0</w:t>
      </w:r>
    </w:p>
    <w:p w:rsidR="00E00D30" w:rsidRDefault="00E00D30" w:rsidP="00E00D30">
      <w:r>
        <w:t>223.7589</w:t>
      </w:r>
      <w:r>
        <w:tab/>
        <w:t>1.013e0</w:t>
      </w:r>
    </w:p>
    <w:p w:rsidR="00E00D30" w:rsidRDefault="00E00D30" w:rsidP="00E00D30">
      <w:r>
        <w:t>223.7608</w:t>
      </w:r>
      <w:r>
        <w:tab/>
        <w:t>2.025e0</w:t>
      </w:r>
    </w:p>
    <w:p w:rsidR="00E00D30" w:rsidRDefault="00E00D30" w:rsidP="00E00D30">
      <w:r>
        <w:t>223.7704</w:t>
      </w:r>
      <w:r>
        <w:tab/>
        <w:t>2.025e0</w:t>
      </w:r>
    </w:p>
    <w:p w:rsidR="00E00D30" w:rsidRDefault="00E00D30" w:rsidP="00E00D30">
      <w:r>
        <w:t>223.7858</w:t>
      </w:r>
      <w:r>
        <w:tab/>
        <w:t>1.013e0</w:t>
      </w:r>
    </w:p>
    <w:p w:rsidR="00E00D30" w:rsidRDefault="00E00D30" w:rsidP="00E00D30">
      <w:r>
        <w:t>223.7897</w:t>
      </w:r>
      <w:r>
        <w:tab/>
        <w:t>1.013e0</w:t>
      </w:r>
    </w:p>
    <w:p w:rsidR="00E00D30" w:rsidRDefault="00E00D30" w:rsidP="00E00D30">
      <w:r>
        <w:lastRenderedPageBreak/>
        <w:t>223.7936</w:t>
      </w:r>
      <w:r>
        <w:tab/>
        <w:t>5.063e0</w:t>
      </w:r>
    </w:p>
    <w:p w:rsidR="00E00D30" w:rsidRDefault="00E00D30" w:rsidP="00E00D30">
      <w:r>
        <w:t>223.8102</w:t>
      </w:r>
      <w:r>
        <w:tab/>
        <w:t>1.013e0</w:t>
      </w:r>
    </w:p>
    <w:p w:rsidR="00E00D30" w:rsidRDefault="00E00D30" w:rsidP="00E00D30">
      <w:r>
        <w:t>223.8143</w:t>
      </w:r>
      <w:r>
        <w:tab/>
        <w:t>1.013e0</w:t>
      </w:r>
    </w:p>
    <w:p w:rsidR="00E00D30" w:rsidRDefault="00E00D30" w:rsidP="00E00D30">
      <w:r>
        <w:t>223.8213</w:t>
      </w:r>
      <w:r>
        <w:tab/>
        <w:t>3.038e0</w:t>
      </w:r>
    </w:p>
    <w:p w:rsidR="00E00D30" w:rsidRDefault="00E00D30" w:rsidP="00E00D30">
      <w:r>
        <w:t>223.8341</w:t>
      </w:r>
      <w:r>
        <w:tab/>
        <w:t>1.013e0</w:t>
      </w:r>
    </w:p>
    <w:p w:rsidR="00E00D30" w:rsidRDefault="00E00D30" w:rsidP="00E00D30">
      <w:r>
        <w:t>223.8457</w:t>
      </w:r>
      <w:r>
        <w:tab/>
        <w:t>1.013e0</w:t>
      </w:r>
    </w:p>
    <w:p w:rsidR="00E00D30" w:rsidRDefault="00E00D30" w:rsidP="00E00D30">
      <w:r>
        <w:t>223.8537</w:t>
      </w:r>
      <w:r>
        <w:tab/>
        <w:t>1.013e0</w:t>
      </w:r>
    </w:p>
    <w:p w:rsidR="00E00D30" w:rsidRDefault="00E00D30" w:rsidP="00E00D30">
      <w:r>
        <w:t>223.8624</w:t>
      </w:r>
      <w:r>
        <w:tab/>
        <w:t>2.025e0</w:t>
      </w:r>
    </w:p>
    <w:p w:rsidR="00E00D30" w:rsidRDefault="00E00D30" w:rsidP="00E00D30">
      <w:r>
        <w:t>223.8817</w:t>
      </w:r>
      <w:r>
        <w:tab/>
        <w:t>2.025e0</w:t>
      </w:r>
    </w:p>
    <w:p w:rsidR="00E00D30" w:rsidRDefault="00E00D30" w:rsidP="00E00D30">
      <w:r>
        <w:t>223.8863</w:t>
      </w:r>
      <w:r>
        <w:tab/>
        <w:t>1.013e0</w:t>
      </w:r>
    </w:p>
    <w:p w:rsidR="00E00D30" w:rsidRDefault="00E00D30" w:rsidP="00E00D30">
      <w:r>
        <w:t>223.8981</w:t>
      </w:r>
      <w:r>
        <w:tab/>
        <w:t>1.013e0</w:t>
      </w:r>
    </w:p>
    <w:p w:rsidR="00E00D30" w:rsidRDefault="00E00D30" w:rsidP="00E00D30">
      <w:r>
        <w:t>223.9056</w:t>
      </w:r>
      <w:r>
        <w:tab/>
        <w:t>2.025e0</w:t>
      </w:r>
    </w:p>
    <w:p w:rsidR="00E00D30" w:rsidRDefault="00E00D30" w:rsidP="00E00D30">
      <w:r>
        <w:t>223.9096</w:t>
      </w:r>
      <w:r>
        <w:tab/>
        <w:t>2.025e0</w:t>
      </w:r>
    </w:p>
    <w:p w:rsidR="00E00D30" w:rsidRDefault="00E00D30" w:rsidP="00E00D30">
      <w:r>
        <w:t>223.9171</w:t>
      </w:r>
      <w:r>
        <w:tab/>
        <w:t>1.013e0</w:t>
      </w:r>
    </w:p>
    <w:p w:rsidR="00E00D30" w:rsidRDefault="00E00D30" w:rsidP="00E00D30">
      <w:r>
        <w:t>223.9210</w:t>
      </w:r>
      <w:r>
        <w:tab/>
        <w:t>2.025e0</w:t>
      </w:r>
    </w:p>
    <w:p w:rsidR="00E00D30" w:rsidRDefault="00E00D30" w:rsidP="00E00D30">
      <w:r>
        <w:t>223.9248</w:t>
      </w:r>
      <w:r>
        <w:tab/>
        <w:t>1.013e0</w:t>
      </w:r>
    </w:p>
    <w:p w:rsidR="00E00D30" w:rsidRDefault="00E00D30" w:rsidP="00E00D30">
      <w:r>
        <w:t>223.9328</w:t>
      </w:r>
      <w:r>
        <w:tab/>
        <w:t>1.013e0</w:t>
      </w:r>
    </w:p>
    <w:p w:rsidR="00E00D30" w:rsidRDefault="00E00D30" w:rsidP="00E00D30">
      <w:r>
        <w:t>223.9416</w:t>
      </w:r>
      <w:r>
        <w:tab/>
        <w:t>2.025e0</w:t>
      </w:r>
    </w:p>
    <w:p w:rsidR="00E00D30" w:rsidRDefault="00E00D30" w:rsidP="00E00D30">
      <w:r>
        <w:t>223.9473</w:t>
      </w:r>
      <w:r>
        <w:tab/>
        <w:t>2.025e0</w:t>
      </w:r>
    </w:p>
    <w:p w:rsidR="00E00D30" w:rsidRDefault="00E00D30" w:rsidP="00E00D30">
      <w:r>
        <w:lastRenderedPageBreak/>
        <w:t>223.9777</w:t>
      </w:r>
      <w:r>
        <w:tab/>
        <w:t>8.773e0</w:t>
      </w:r>
    </w:p>
    <w:p w:rsidR="00E00D30" w:rsidRDefault="00E00D30" w:rsidP="00E00D30">
      <w:r>
        <w:t>224.0114</w:t>
      </w:r>
      <w:r>
        <w:tab/>
        <w:t>1.241e3</w:t>
      </w:r>
    </w:p>
    <w:p w:rsidR="00E00D30" w:rsidRDefault="00E00D30" w:rsidP="00E00D30">
      <w:r>
        <w:t>224.0128</w:t>
      </w:r>
      <w:r>
        <w:tab/>
        <w:t>3.789e2</w:t>
      </w:r>
    </w:p>
    <w:p w:rsidR="00E00D30" w:rsidRDefault="00E00D30" w:rsidP="00E00D30">
      <w:r>
        <w:t>224.0138</w:t>
      </w:r>
      <w:r>
        <w:tab/>
        <w:t>2.244e2</w:t>
      </w:r>
    </w:p>
    <w:p w:rsidR="00E00D30" w:rsidRDefault="00E00D30" w:rsidP="00E00D30">
      <w:r>
        <w:t>224.0681</w:t>
      </w:r>
      <w:r>
        <w:tab/>
        <w:t>1.013e0</w:t>
      </w:r>
    </w:p>
    <w:p w:rsidR="00E00D30" w:rsidRDefault="00E00D30" w:rsidP="00E00D30">
      <w:r>
        <w:t>224.0885</w:t>
      </w:r>
      <w:r>
        <w:tab/>
        <w:t>3.038e0</w:t>
      </w:r>
    </w:p>
    <w:p w:rsidR="00E00D30" w:rsidRDefault="00E00D30" w:rsidP="00E00D30">
      <w:r>
        <w:t>224.0910</w:t>
      </w:r>
      <w:r>
        <w:tab/>
        <w:t>2.025e0</w:t>
      </w:r>
    </w:p>
    <w:p w:rsidR="00E00D30" w:rsidRDefault="00E00D30" w:rsidP="00E00D30">
      <w:r>
        <w:t>224.0936</w:t>
      </w:r>
      <w:r>
        <w:tab/>
        <w:t>3.038e0</w:t>
      </w:r>
    </w:p>
    <w:p w:rsidR="00E00D30" w:rsidRDefault="00E00D30" w:rsidP="00E00D30">
      <w:r>
        <w:t>224.0956</w:t>
      </w:r>
      <w:r>
        <w:tab/>
        <w:t>3.038e0</w:t>
      </w:r>
    </w:p>
    <w:p w:rsidR="00E00D30" w:rsidRDefault="00E00D30" w:rsidP="00E00D30">
      <w:r>
        <w:t>224.0966</w:t>
      </w:r>
      <w:r>
        <w:tab/>
        <w:t>2.025e0</w:t>
      </w:r>
    </w:p>
    <w:p w:rsidR="00E00D30" w:rsidRDefault="00E00D30" w:rsidP="00E00D30">
      <w:r>
        <w:t>224.1068</w:t>
      </w:r>
      <w:r>
        <w:tab/>
        <w:t>5.063e0</w:t>
      </w:r>
    </w:p>
    <w:p w:rsidR="00E00D30" w:rsidRDefault="00E00D30" w:rsidP="00E00D30">
      <w:r>
        <w:t>224.1117</w:t>
      </w:r>
      <w:r>
        <w:tab/>
        <w:t>4.051e0</w:t>
      </w:r>
    </w:p>
    <w:p w:rsidR="00E00D30" w:rsidRDefault="00E00D30" w:rsidP="00E00D30">
      <w:r>
        <w:t>224.1194</w:t>
      </w:r>
      <w:r>
        <w:tab/>
        <w:t>3.948e0</w:t>
      </w:r>
    </w:p>
    <w:p w:rsidR="00E00D30" w:rsidRDefault="00E00D30" w:rsidP="00E00D30">
      <w:r>
        <w:t>224.1248</w:t>
      </w:r>
      <w:r>
        <w:tab/>
        <w:t>1.114e1</w:t>
      </w:r>
    </w:p>
    <w:p w:rsidR="00E00D30" w:rsidRDefault="00E00D30" w:rsidP="00E00D30">
      <w:r>
        <w:t>224.1329</w:t>
      </w:r>
      <w:r>
        <w:tab/>
        <w:t>5.425e0</w:t>
      </w:r>
    </w:p>
    <w:p w:rsidR="00E00D30" w:rsidRDefault="00E00D30" w:rsidP="00E00D30">
      <w:r>
        <w:t>224.1359</w:t>
      </w:r>
      <w:r>
        <w:tab/>
        <w:t>5.063e0</w:t>
      </w:r>
    </w:p>
    <w:p w:rsidR="00E00D30" w:rsidRDefault="00E00D30" w:rsidP="00E00D30">
      <w:r>
        <w:t>224.1402</w:t>
      </w:r>
      <w:r>
        <w:tab/>
        <w:t>3.038e0</w:t>
      </w:r>
    </w:p>
    <w:p w:rsidR="00E00D30" w:rsidRDefault="00E00D30" w:rsidP="00E00D30">
      <w:r>
        <w:t>224.1483</w:t>
      </w:r>
      <w:r>
        <w:tab/>
        <w:t>4.051e0</w:t>
      </w:r>
    </w:p>
    <w:p w:rsidR="00E00D30" w:rsidRDefault="00E00D30" w:rsidP="00E00D30">
      <w:r>
        <w:t>224.1529</w:t>
      </w:r>
      <w:r>
        <w:tab/>
        <w:t>1.013e0</w:t>
      </w:r>
    </w:p>
    <w:p w:rsidR="00E00D30" w:rsidRDefault="00E00D30" w:rsidP="00E00D30">
      <w:r>
        <w:lastRenderedPageBreak/>
        <w:t>224.1567</w:t>
      </w:r>
      <w:r>
        <w:tab/>
        <w:t>5.063e0</w:t>
      </w:r>
    </w:p>
    <w:p w:rsidR="00E00D30" w:rsidRDefault="00E00D30" w:rsidP="00E00D30">
      <w:r>
        <w:t>224.1629</w:t>
      </w:r>
      <w:r>
        <w:tab/>
        <w:t>6.076e0</w:t>
      </w:r>
    </w:p>
    <w:p w:rsidR="00E00D30" w:rsidRDefault="00E00D30" w:rsidP="00E00D30">
      <w:r>
        <w:t>224.1681</w:t>
      </w:r>
      <w:r>
        <w:tab/>
        <w:t>2.025e0</w:t>
      </w:r>
    </w:p>
    <w:p w:rsidR="00E00D30" w:rsidRDefault="00E00D30" w:rsidP="00E00D30">
      <w:r>
        <w:t>224.1696</w:t>
      </w:r>
      <w:r>
        <w:tab/>
        <w:t>8.907e0</w:t>
      </w:r>
    </w:p>
    <w:p w:rsidR="00E00D30" w:rsidRDefault="00E00D30" w:rsidP="00E00D30">
      <w:r>
        <w:t>224.1953</w:t>
      </w:r>
      <w:r>
        <w:tab/>
        <w:t>3.038e0</w:t>
      </w:r>
    </w:p>
    <w:p w:rsidR="00E00D30" w:rsidRDefault="00E00D30" w:rsidP="00E00D30">
      <w:r>
        <w:t>224.2001</w:t>
      </w:r>
      <w:r>
        <w:tab/>
        <w:t>4.051e0</w:t>
      </w:r>
    </w:p>
    <w:p w:rsidR="00E00D30" w:rsidRDefault="00E00D30" w:rsidP="00E00D30">
      <w:r>
        <w:t>224.2059</w:t>
      </w:r>
      <w:r>
        <w:tab/>
        <w:t>3.038e0</w:t>
      </w:r>
    </w:p>
    <w:p w:rsidR="00E00D30" w:rsidRDefault="00E00D30" w:rsidP="00E00D30">
      <w:r>
        <w:t>224.2121</w:t>
      </w:r>
      <w:r>
        <w:tab/>
        <w:t>1.013e0</w:t>
      </w:r>
    </w:p>
    <w:p w:rsidR="00E00D30" w:rsidRDefault="00E00D30" w:rsidP="00E00D30">
      <w:r>
        <w:t>224.2152</w:t>
      </w:r>
      <w:r>
        <w:tab/>
        <w:t>3.038e0</w:t>
      </w:r>
    </w:p>
    <w:p w:rsidR="00E00D30" w:rsidRDefault="00E00D30" w:rsidP="00E00D30">
      <w:r>
        <w:t>224.2318</w:t>
      </w:r>
      <w:r>
        <w:tab/>
        <w:t>1.013e0</w:t>
      </w:r>
    </w:p>
    <w:p w:rsidR="00E00D30" w:rsidRDefault="00E00D30" w:rsidP="00E00D30">
      <w:r>
        <w:t>224.2473</w:t>
      </w:r>
      <w:r>
        <w:tab/>
        <w:t>3.038e0</w:t>
      </w:r>
    </w:p>
    <w:p w:rsidR="00E00D30" w:rsidRDefault="00E00D30" w:rsidP="00E00D30">
      <w:r>
        <w:t>224.2491</w:t>
      </w:r>
      <w:r>
        <w:tab/>
        <w:t>2.025e0</w:t>
      </w:r>
    </w:p>
    <w:p w:rsidR="00E00D30" w:rsidRDefault="00E00D30" w:rsidP="00E00D30">
      <w:r>
        <w:t>224.2512</w:t>
      </w:r>
      <w:r>
        <w:tab/>
        <w:t>1.013e0</w:t>
      </w:r>
    </w:p>
    <w:p w:rsidR="00E00D30" w:rsidRDefault="00E00D30" w:rsidP="00E00D30">
      <w:r>
        <w:t>224.2541</w:t>
      </w:r>
      <w:r>
        <w:tab/>
        <w:t>3.038e0</w:t>
      </w:r>
    </w:p>
    <w:p w:rsidR="00E00D30" w:rsidRDefault="00E00D30" w:rsidP="00E00D30">
      <w:r>
        <w:t>224.2630</w:t>
      </w:r>
      <w:r>
        <w:tab/>
        <w:t>1.013e0</w:t>
      </w:r>
    </w:p>
    <w:p w:rsidR="00E00D30" w:rsidRDefault="00E00D30" w:rsidP="00E00D30">
      <w:r>
        <w:t>224.2675</w:t>
      </w:r>
      <w:r>
        <w:tab/>
        <w:t>1.013e0</w:t>
      </w:r>
    </w:p>
    <w:p w:rsidR="00E00D30" w:rsidRDefault="00E00D30" w:rsidP="00E00D30">
      <w:r>
        <w:t>224.2714</w:t>
      </w:r>
      <w:r>
        <w:tab/>
        <w:t>1.013e0</w:t>
      </w:r>
    </w:p>
    <w:p w:rsidR="00E00D30" w:rsidRDefault="00E00D30" w:rsidP="00E00D30">
      <w:r>
        <w:t>224.2757</w:t>
      </w:r>
      <w:r>
        <w:tab/>
        <w:t>1.013e0</w:t>
      </w:r>
    </w:p>
    <w:p w:rsidR="00E00D30" w:rsidRDefault="00E00D30" w:rsidP="00E00D30">
      <w:r>
        <w:t>224.2769</w:t>
      </w:r>
      <w:r>
        <w:tab/>
        <w:t>5.063e0</w:t>
      </w:r>
    </w:p>
    <w:p w:rsidR="00E00D30" w:rsidRDefault="00E00D30" w:rsidP="00E00D30">
      <w:r>
        <w:lastRenderedPageBreak/>
        <w:t>224.2818</w:t>
      </w:r>
      <w:r>
        <w:tab/>
        <w:t>4.051e0</w:t>
      </w:r>
    </w:p>
    <w:p w:rsidR="00E00D30" w:rsidRDefault="00E00D30" w:rsidP="00E00D30">
      <w:r>
        <w:t>224.2879</w:t>
      </w:r>
      <w:r>
        <w:tab/>
        <w:t>1.013e0</w:t>
      </w:r>
    </w:p>
    <w:p w:rsidR="00E00D30" w:rsidRDefault="00E00D30" w:rsidP="00E00D30">
      <w:r>
        <w:t>224.3111</w:t>
      </w:r>
      <w:r>
        <w:tab/>
        <w:t>3.038e0</w:t>
      </w:r>
    </w:p>
    <w:p w:rsidR="00E00D30" w:rsidRDefault="00E00D30" w:rsidP="00E00D30">
      <w:r>
        <w:t>224.3188</w:t>
      </w:r>
      <w:r>
        <w:tab/>
        <w:t>2.025e0</w:t>
      </w:r>
    </w:p>
    <w:p w:rsidR="00E00D30" w:rsidRDefault="00E00D30" w:rsidP="00E00D30">
      <w:r>
        <w:t>224.3229</w:t>
      </w:r>
      <w:r>
        <w:tab/>
        <w:t>2.025e0</w:t>
      </w:r>
    </w:p>
    <w:p w:rsidR="00E00D30" w:rsidRDefault="00E00D30" w:rsidP="00E00D30">
      <w:r>
        <w:t>224.3310</w:t>
      </w:r>
      <w:r>
        <w:tab/>
        <w:t>3.038e0</w:t>
      </w:r>
    </w:p>
    <w:p w:rsidR="00E00D30" w:rsidRDefault="00E00D30" w:rsidP="00E00D30">
      <w:r>
        <w:t>224.3522</w:t>
      </w:r>
      <w:r>
        <w:tab/>
        <w:t>1.013e0</w:t>
      </w:r>
    </w:p>
    <w:p w:rsidR="00E00D30" w:rsidRDefault="00E00D30" w:rsidP="00E00D30">
      <w:r>
        <w:t>224.3557</w:t>
      </w:r>
      <w:r>
        <w:tab/>
        <w:t>1.013e0</w:t>
      </w:r>
    </w:p>
    <w:p w:rsidR="00E00D30" w:rsidRDefault="00E00D30" w:rsidP="00E00D30">
      <w:r>
        <w:t>224.3593</w:t>
      </w:r>
      <w:r>
        <w:tab/>
        <w:t>1.013e0</w:t>
      </w:r>
    </w:p>
    <w:p w:rsidR="00E00D30" w:rsidRDefault="00E00D30" w:rsidP="00E00D30">
      <w:r>
        <w:t>224.3672</w:t>
      </w:r>
      <w:r>
        <w:tab/>
        <w:t>2.025e0</w:t>
      </w:r>
    </w:p>
    <w:p w:rsidR="00E00D30" w:rsidRDefault="00E00D30" w:rsidP="00E00D30">
      <w:r>
        <w:t>224.3862</w:t>
      </w:r>
      <w:r>
        <w:tab/>
        <w:t>3.995e0</w:t>
      </w:r>
    </w:p>
    <w:p w:rsidR="00E00D30" w:rsidRDefault="00E00D30" w:rsidP="00E00D30">
      <w:r>
        <w:t>224.3907</w:t>
      </w:r>
      <w:r>
        <w:tab/>
        <w:t>2.025e0</w:t>
      </w:r>
    </w:p>
    <w:p w:rsidR="00E00D30" w:rsidRDefault="00E00D30" w:rsidP="00E00D30">
      <w:r>
        <w:t>224.3988</w:t>
      </w:r>
      <w:r>
        <w:tab/>
        <w:t>4.051e0</w:t>
      </w:r>
    </w:p>
    <w:p w:rsidR="00E00D30" w:rsidRDefault="00E00D30" w:rsidP="00E00D30">
      <w:r>
        <w:t>224.4196</w:t>
      </w:r>
      <w:r>
        <w:tab/>
        <w:t>2.025e0</w:t>
      </w:r>
    </w:p>
    <w:p w:rsidR="00E00D30" w:rsidRDefault="00E00D30" w:rsidP="00E00D30">
      <w:r>
        <w:t>224.4309</w:t>
      </w:r>
      <w:r>
        <w:tab/>
        <w:t>2.025e0</w:t>
      </w:r>
    </w:p>
    <w:p w:rsidR="00E00D30" w:rsidRDefault="00E00D30" w:rsidP="00E00D30">
      <w:r>
        <w:t>224.4329</w:t>
      </w:r>
      <w:r>
        <w:tab/>
        <w:t>2.025e0</w:t>
      </w:r>
    </w:p>
    <w:p w:rsidR="00E00D30" w:rsidRDefault="00E00D30" w:rsidP="00E00D30">
      <w:r>
        <w:t>224.4388</w:t>
      </w:r>
      <w:r>
        <w:tab/>
        <w:t>4.051e0</w:t>
      </w:r>
    </w:p>
    <w:p w:rsidR="00E00D30" w:rsidRDefault="00E00D30" w:rsidP="00E00D30">
      <w:r>
        <w:t>224.4428</w:t>
      </w:r>
      <w:r>
        <w:tab/>
        <w:t>1.013e0</w:t>
      </w:r>
    </w:p>
    <w:p w:rsidR="00E00D30" w:rsidRDefault="00E00D30" w:rsidP="00E00D30">
      <w:r>
        <w:t>224.4462</w:t>
      </w:r>
      <w:r>
        <w:tab/>
        <w:t>3.038e0</w:t>
      </w:r>
    </w:p>
    <w:p w:rsidR="00E00D30" w:rsidRDefault="00E00D30" w:rsidP="00E00D30">
      <w:r>
        <w:lastRenderedPageBreak/>
        <w:t>224.4501</w:t>
      </w:r>
      <w:r>
        <w:tab/>
        <w:t>3.038e0</w:t>
      </w:r>
    </w:p>
    <w:p w:rsidR="00E00D30" w:rsidRDefault="00E00D30" w:rsidP="00E00D30">
      <w:r>
        <w:t>224.4543</w:t>
      </w:r>
      <w:r>
        <w:tab/>
        <w:t>3.038e0</w:t>
      </w:r>
    </w:p>
    <w:p w:rsidR="00E00D30" w:rsidRDefault="00E00D30" w:rsidP="00E00D30">
      <w:r>
        <w:t>224.4616</w:t>
      </w:r>
      <w:r>
        <w:tab/>
        <w:t>3.038e0</w:t>
      </w:r>
    </w:p>
    <w:p w:rsidR="00E00D30" w:rsidRDefault="00E00D30" w:rsidP="00E00D30">
      <w:r>
        <w:t>224.4705</w:t>
      </w:r>
      <w:r>
        <w:tab/>
        <w:t>1.013e0</w:t>
      </w:r>
    </w:p>
    <w:p w:rsidR="00E00D30" w:rsidRDefault="00E00D30" w:rsidP="00E00D30">
      <w:r>
        <w:t>224.4744</w:t>
      </w:r>
      <w:r>
        <w:tab/>
        <w:t>2.025e0</w:t>
      </w:r>
    </w:p>
    <w:p w:rsidR="00E00D30" w:rsidRDefault="00E00D30" w:rsidP="00E00D30">
      <w:r>
        <w:t>224.4791</w:t>
      </w:r>
      <w:r>
        <w:tab/>
        <w:t>1.013e0</w:t>
      </w:r>
    </w:p>
    <w:p w:rsidR="00E00D30" w:rsidRDefault="00E00D30" w:rsidP="00E00D30">
      <w:r>
        <w:t>224.4907</w:t>
      </w:r>
      <w:r>
        <w:tab/>
        <w:t>1.013e0</w:t>
      </w:r>
    </w:p>
    <w:p w:rsidR="00E00D30" w:rsidRDefault="00E00D30" w:rsidP="00E00D30">
      <w:r>
        <w:t>224.4988</w:t>
      </w:r>
      <w:r>
        <w:tab/>
        <w:t>2.025e0</w:t>
      </w:r>
    </w:p>
    <w:p w:rsidR="00E00D30" w:rsidRDefault="00E00D30" w:rsidP="00E00D30">
      <w:r>
        <w:t>224.5023</w:t>
      </w:r>
      <w:r>
        <w:tab/>
        <w:t>1.013e0</w:t>
      </w:r>
    </w:p>
    <w:p w:rsidR="00E00D30" w:rsidRDefault="00E00D30" w:rsidP="00E00D30">
      <w:r>
        <w:t>224.5096</w:t>
      </w:r>
      <w:r>
        <w:tab/>
        <w:t>4.051e0</w:t>
      </w:r>
    </w:p>
    <w:p w:rsidR="00E00D30" w:rsidRDefault="00E00D30" w:rsidP="00E00D30">
      <w:r>
        <w:t>224.5120</w:t>
      </w:r>
      <w:r>
        <w:tab/>
        <w:t>4.051e0</w:t>
      </w:r>
    </w:p>
    <w:p w:rsidR="00E00D30" w:rsidRDefault="00E00D30" w:rsidP="00E00D30">
      <w:r>
        <w:t>224.5219</w:t>
      </w:r>
      <w:r>
        <w:tab/>
        <w:t>1.013e0</w:t>
      </w:r>
    </w:p>
    <w:p w:rsidR="00E00D30" w:rsidRDefault="00E00D30" w:rsidP="00E00D30">
      <w:r>
        <w:t>224.5345</w:t>
      </w:r>
      <w:r>
        <w:tab/>
        <w:t>1.013e0</w:t>
      </w:r>
    </w:p>
    <w:p w:rsidR="00E00D30" w:rsidRDefault="00E00D30" w:rsidP="00E00D30">
      <w:r>
        <w:t>224.5378</w:t>
      </w:r>
      <w:r>
        <w:tab/>
        <w:t>2.025e0</w:t>
      </w:r>
    </w:p>
    <w:p w:rsidR="00E00D30" w:rsidRDefault="00E00D30" w:rsidP="00E00D30">
      <w:r>
        <w:t>224.5502</w:t>
      </w:r>
      <w:r>
        <w:tab/>
        <w:t>5.063e0</w:t>
      </w:r>
    </w:p>
    <w:p w:rsidR="00E00D30" w:rsidRDefault="00E00D30" w:rsidP="00E00D30">
      <w:r>
        <w:t>224.5587</w:t>
      </w:r>
      <w:r>
        <w:tab/>
        <w:t>1.013e0</w:t>
      </w:r>
    </w:p>
    <w:p w:rsidR="00E00D30" w:rsidRDefault="00E00D30" w:rsidP="00E00D30">
      <w:r>
        <w:t>224.5605</w:t>
      </w:r>
      <w:r>
        <w:tab/>
        <w:t>2.025e0</w:t>
      </w:r>
    </w:p>
    <w:p w:rsidR="00E00D30" w:rsidRDefault="00E00D30" w:rsidP="00E00D30">
      <w:r>
        <w:t>224.5645</w:t>
      </w:r>
      <w:r>
        <w:tab/>
        <w:t>3.038e0</w:t>
      </w:r>
    </w:p>
    <w:p w:rsidR="00E00D30" w:rsidRDefault="00E00D30" w:rsidP="00E00D30">
      <w:r>
        <w:t>224.5681</w:t>
      </w:r>
      <w:r>
        <w:tab/>
        <w:t>2.025e0</w:t>
      </w:r>
    </w:p>
    <w:p w:rsidR="00E00D30" w:rsidRDefault="00E00D30" w:rsidP="00E00D30">
      <w:r>
        <w:lastRenderedPageBreak/>
        <w:t>224.5817</w:t>
      </w:r>
      <w:r>
        <w:tab/>
        <w:t>2.025e0</w:t>
      </w:r>
    </w:p>
    <w:p w:rsidR="00E00D30" w:rsidRDefault="00E00D30" w:rsidP="00E00D30">
      <w:r>
        <w:t>224.5831</w:t>
      </w:r>
      <w:r>
        <w:tab/>
        <w:t>3.514e0</w:t>
      </w:r>
    </w:p>
    <w:p w:rsidR="00E00D30" w:rsidRDefault="00E00D30" w:rsidP="00E00D30">
      <w:r>
        <w:t>224.5854</w:t>
      </w:r>
      <w:r>
        <w:tab/>
        <w:t>1.013e0</w:t>
      </w:r>
    </w:p>
    <w:p w:rsidR="00E00D30" w:rsidRDefault="00E00D30" w:rsidP="00E00D30">
      <w:r>
        <w:t>224.5876</w:t>
      </w:r>
      <w:r>
        <w:tab/>
        <w:t>2.025e0</w:t>
      </w:r>
    </w:p>
    <w:p w:rsidR="00E00D30" w:rsidRDefault="00E00D30" w:rsidP="00E00D30">
      <w:r>
        <w:t>224.5892</w:t>
      </w:r>
      <w:r>
        <w:tab/>
        <w:t>2.025e0</w:t>
      </w:r>
    </w:p>
    <w:p w:rsidR="00E00D30" w:rsidRDefault="00E00D30" w:rsidP="00E00D30">
      <w:r>
        <w:t>224.6060</w:t>
      </w:r>
      <w:r>
        <w:tab/>
        <w:t>2.025e0</w:t>
      </w:r>
    </w:p>
    <w:p w:rsidR="00E00D30" w:rsidRDefault="00E00D30" w:rsidP="00E00D30">
      <w:r>
        <w:t>224.6104</w:t>
      </w:r>
      <w:r>
        <w:tab/>
        <w:t>1.013e0</w:t>
      </w:r>
    </w:p>
    <w:p w:rsidR="00E00D30" w:rsidRDefault="00E00D30" w:rsidP="00E00D30">
      <w:r>
        <w:t>224.6148</w:t>
      </w:r>
      <w:r>
        <w:tab/>
        <w:t>2.025e0</w:t>
      </w:r>
    </w:p>
    <w:p w:rsidR="00E00D30" w:rsidRDefault="00E00D30" w:rsidP="00E00D30">
      <w:r>
        <w:t>224.6261</w:t>
      </w:r>
      <w:r>
        <w:tab/>
        <w:t>1.013e0</w:t>
      </w:r>
    </w:p>
    <w:p w:rsidR="00E00D30" w:rsidRDefault="00E00D30" w:rsidP="00E00D30">
      <w:r>
        <w:t>224.6337</w:t>
      </w:r>
      <w:r>
        <w:tab/>
        <w:t>1.013e0</w:t>
      </w:r>
    </w:p>
    <w:p w:rsidR="00E00D30" w:rsidRDefault="00E00D30" w:rsidP="00E00D30">
      <w:r>
        <w:t>224.6379</w:t>
      </w:r>
      <w:r>
        <w:tab/>
        <w:t>6.076e0</w:t>
      </w:r>
    </w:p>
    <w:p w:rsidR="00E00D30" w:rsidRDefault="00E00D30" w:rsidP="00E00D30">
      <w:r>
        <w:t>224.6418</w:t>
      </w:r>
      <w:r>
        <w:tab/>
        <w:t>2.025e0</w:t>
      </w:r>
    </w:p>
    <w:p w:rsidR="00E00D30" w:rsidRDefault="00E00D30" w:rsidP="00E00D30">
      <w:r>
        <w:t>224.6530</w:t>
      </w:r>
      <w:r>
        <w:tab/>
        <w:t>1.013e0</w:t>
      </w:r>
    </w:p>
    <w:p w:rsidR="00E00D30" w:rsidRDefault="00E00D30" w:rsidP="00E00D30">
      <w:r>
        <w:t>224.6656</w:t>
      </w:r>
      <w:r>
        <w:tab/>
        <w:t>1.013e0</w:t>
      </w:r>
    </w:p>
    <w:p w:rsidR="00E00D30" w:rsidRDefault="00E00D30" w:rsidP="00E00D30">
      <w:r>
        <w:t>224.6740</w:t>
      </w:r>
      <w:r>
        <w:tab/>
        <w:t>1.013e0</w:t>
      </w:r>
    </w:p>
    <w:p w:rsidR="00E00D30" w:rsidRDefault="00E00D30" w:rsidP="00E00D30">
      <w:r>
        <w:t>224.6815</w:t>
      </w:r>
      <w:r>
        <w:tab/>
        <w:t>2.025e0</w:t>
      </w:r>
    </w:p>
    <w:p w:rsidR="00E00D30" w:rsidRDefault="00E00D30" w:rsidP="00E00D30">
      <w:r>
        <w:t>224.6860</w:t>
      </w:r>
      <w:r>
        <w:tab/>
        <w:t>2.025e0</w:t>
      </w:r>
    </w:p>
    <w:p w:rsidR="00E00D30" w:rsidRDefault="00E00D30" w:rsidP="00E00D30">
      <w:r>
        <w:t>224.6957</w:t>
      </w:r>
      <w:r>
        <w:tab/>
        <w:t>2.025e0</w:t>
      </w:r>
    </w:p>
    <w:p w:rsidR="00E00D30" w:rsidRDefault="00E00D30" w:rsidP="00E00D30">
      <w:r>
        <w:t>224.7014</w:t>
      </w:r>
      <w:r>
        <w:tab/>
        <w:t>1.013e0</w:t>
      </w:r>
    </w:p>
    <w:p w:rsidR="00E00D30" w:rsidRDefault="00E00D30" w:rsidP="00E00D30">
      <w:r>
        <w:lastRenderedPageBreak/>
        <w:t>224.7148</w:t>
      </w:r>
      <w:r>
        <w:tab/>
        <w:t>2.025e0</w:t>
      </w:r>
    </w:p>
    <w:p w:rsidR="00E00D30" w:rsidRDefault="00E00D30" w:rsidP="00E00D30">
      <w:r>
        <w:t>224.7210</w:t>
      </w:r>
      <w:r>
        <w:tab/>
        <w:t>3.038e0</w:t>
      </w:r>
    </w:p>
    <w:p w:rsidR="00E00D30" w:rsidRDefault="00E00D30" w:rsidP="00E00D30">
      <w:r>
        <w:t>224.7289</w:t>
      </w:r>
      <w:r>
        <w:tab/>
        <w:t>3.038e0</w:t>
      </w:r>
    </w:p>
    <w:p w:rsidR="00E00D30" w:rsidRDefault="00E00D30" w:rsidP="00E00D30">
      <w:r>
        <w:t>224.7377</w:t>
      </w:r>
      <w:r>
        <w:tab/>
        <w:t>1.013e0</w:t>
      </w:r>
    </w:p>
    <w:p w:rsidR="00E00D30" w:rsidRDefault="00E00D30" w:rsidP="00E00D30">
      <w:r>
        <w:t>224.7524</w:t>
      </w:r>
      <w:r>
        <w:tab/>
        <w:t>3.038e0</w:t>
      </w:r>
    </w:p>
    <w:p w:rsidR="00E00D30" w:rsidRDefault="00E00D30" w:rsidP="00E00D30">
      <w:r>
        <w:t>224.7537</w:t>
      </w:r>
      <w:r>
        <w:tab/>
        <w:t>1.013e0</w:t>
      </w:r>
    </w:p>
    <w:p w:rsidR="00E00D30" w:rsidRDefault="00E00D30" w:rsidP="00E00D30">
      <w:r>
        <w:t>224.7653</w:t>
      </w:r>
      <w:r>
        <w:tab/>
        <w:t>3.038e0</w:t>
      </w:r>
    </w:p>
    <w:p w:rsidR="00E00D30" w:rsidRDefault="00E00D30" w:rsidP="00E00D30">
      <w:r>
        <w:t>224.7847</w:t>
      </w:r>
      <w:r>
        <w:tab/>
        <w:t>2.025e0</w:t>
      </w:r>
    </w:p>
    <w:p w:rsidR="00E00D30" w:rsidRDefault="00E00D30" w:rsidP="00E00D30">
      <w:r>
        <w:t>224.7891</w:t>
      </w:r>
      <w:r>
        <w:tab/>
        <w:t>2.025e0</w:t>
      </w:r>
    </w:p>
    <w:p w:rsidR="00E00D30" w:rsidRDefault="00E00D30" w:rsidP="00E00D30">
      <w:r>
        <w:t>224.7952</w:t>
      </w:r>
      <w:r>
        <w:tab/>
        <w:t>2.025e0</w:t>
      </w:r>
    </w:p>
    <w:p w:rsidR="00E00D30" w:rsidRDefault="00E00D30" w:rsidP="00E00D30">
      <w:r>
        <w:t>224.8017</w:t>
      </w:r>
      <w:r>
        <w:tab/>
        <w:t>1.013e0</w:t>
      </w:r>
    </w:p>
    <w:p w:rsidR="00E00D30" w:rsidRDefault="00E00D30" w:rsidP="00E00D30">
      <w:r>
        <w:t>224.8030</w:t>
      </w:r>
      <w:r>
        <w:tab/>
        <w:t>4.051e0</w:t>
      </w:r>
    </w:p>
    <w:p w:rsidR="00E00D30" w:rsidRDefault="00E00D30" w:rsidP="00E00D30">
      <w:r>
        <w:t>224.8056</w:t>
      </w:r>
      <w:r>
        <w:tab/>
        <w:t>1.013e0</w:t>
      </w:r>
    </w:p>
    <w:p w:rsidR="00E00D30" w:rsidRDefault="00E00D30" w:rsidP="00E00D30">
      <w:r>
        <w:t>224.8099</w:t>
      </w:r>
      <w:r>
        <w:tab/>
        <w:t>2.025e0</w:t>
      </w:r>
    </w:p>
    <w:p w:rsidR="00E00D30" w:rsidRDefault="00E00D30" w:rsidP="00E00D30">
      <w:r>
        <w:t>224.8291</w:t>
      </w:r>
      <w:r>
        <w:tab/>
        <w:t>1.013e0</w:t>
      </w:r>
    </w:p>
    <w:p w:rsidR="00E00D30" w:rsidRDefault="00E00D30" w:rsidP="00E00D30">
      <w:r>
        <w:t>224.8347</w:t>
      </w:r>
      <w:r>
        <w:tab/>
        <w:t>2.025e0</w:t>
      </w:r>
    </w:p>
    <w:p w:rsidR="00E00D30" w:rsidRDefault="00E00D30" w:rsidP="00E00D30">
      <w:r>
        <w:t>224.8447</w:t>
      </w:r>
      <w:r>
        <w:tab/>
        <w:t>1.013e0</w:t>
      </w:r>
    </w:p>
    <w:p w:rsidR="00E00D30" w:rsidRDefault="00E00D30" w:rsidP="00E00D30">
      <w:r>
        <w:t>224.8485</w:t>
      </w:r>
      <w:r>
        <w:tab/>
        <w:t>2.025e0</w:t>
      </w:r>
    </w:p>
    <w:p w:rsidR="00E00D30" w:rsidRDefault="00E00D30" w:rsidP="00E00D30">
      <w:r>
        <w:t>224.8506</w:t>
      </w:r>
      <w:r>
        <w:tab/>
        <w:t>2.025e0</w:t>
      </w:r>
    </w:p>
    <w:p w:rsidR="00E00D30" w:rsidRDefault="00E00D30" w:rsidP="00E00D30">
      <w:r>
        <w:lastRenderedPageBreak/>
        <w:t>224.8566</w:t>
      </w:r>
      <w:r>
        <w:tab/>
        <w:t>1.013e0</w:t>
      </w:r>
    </w:p>
    <w:p w:rsidR="00E00D30" w:rsidRDefault="00E00D30" w:rsidP="00E00D30">
      <w:r>
        <w:t>224.8628</w:t>
      </w:r>
      <w:r>
        <w:tab/>
        <w:t>2.025e0</w:t>
      </w:r>
    </w:p>
    <w:p w:rsidR="00E00D30" w:rsidRDefault="00E00D30" w:rsidP="00E00D30">
      <w:r>
        <w:t>224.8852</w:t>
      </w:r>
      <w:r>
        <w:tab/>
        <w:t>2.025e0</w:t>
      </w:r>
    </w:p>
    <w:p w:rsidR="00E00D30" w:rsidRDefault="00E00D30" w:rsidP="00E00D30">
      <w:r>
        <w:t>224.9063</w:t>
      </w:r>
      <w:r>
        <w:tab/>
        <w:t>2.025e0</w:t>
      </w:r>
    </w:p>
    <w:p w:rsidR="00E00D30" w:rsidRDefault="00E00D30" w:rsidP="00E00D30">
      <w:r>
        <w:t>224.9082</w:t>
      </w:r>
      <w:r>
        <w:tab/>
        <w:t>1.013e0</w:t>
      </w:r>
    </w:p>
    <w:p w:rsidR="00E00D30" w:rsidRDefault="00E00D30" w:rsidP="00E00D30">
      <w:r>
        <w:t>224.9120</w:t>
      </w:r>
      <w:r>
        <w:tab/>
        <w:t>1.013e0</w:t>
      </w:r>
    </w:p>
    <w:p w:rsidR="00E00D30" w:rsidRDefault="00E00D30" w:rsidP="00E00D30">
      <w:r>
        <w:t>224.9203</w:t>
      </w:r>
      <w:r>
        <w:tab/>
        <w:t>1.013e0</w:t>
      </w:r>
    </w:p>
    <w:p w:rsidR="00E00D30" w:rsidRDefault="00E00D30" w:rsidP="00E00D30">
      <w:r>
        <w:t>224.9248</w:t>
      </w:r>
      <w:r>
        <w:tab/>
        <w:t>1.013e0</w:t>
      </w:r>
    </w:p>
    <w:p w:rsidR="00E00D30" w:rsidRDefault="00E00D30" w:rsidP="00E00D30">
      <w:r>
        <w:t>224.9488</w:t>
      </w:r>
      <w:r>
        <w:tab/>
        <w:t>1.013e0</w:t>
      </w:r>
    </w:p>
    <w:p w:rsidR="00E00D30" w:rsidRDefault="00E00D30" w:rsidP="00E00D30">
      <w:r>
        <w:t>224.9565</w:t>
      </w:r>
      <w:r>
        <w:tab/>
        <w:t>1.013e0</w:t>
      </w:r>
    </w:p>
    <w:p w:rsidR="00E00D30" w:rsidRDefault="00E00D30" w:rsidP="00E00D30">
      <w:r>
        <w:t>224.9625</w:t>
      </w:r>
      <w:r>
        <w:tab/>
        <w:t>2.025e0</w:t>
      </w:r>
    </w:p>
    <w:p w:rsidR="00E00D30" w:rsidRDefault="00E00D30" w:rsidP="00E00D30">
      <w:r>
        <w:t>224.9821</w:t>
      </w:r>
      <w:r>
        <w:tab/>
        <w:t>2.025e0</w:t>
      </w:r>
    </w:p>
    <w:p w:rsidR="00E00D30" w:rsidRDefault="00E00D30" w:rsidP="00E00D30">
      <w:r>
        <w:t>224.9870</w:t>
      </w:r>
      <w:r>
        <w:tab/>
        <w:t>4.051e0</w:t>
      </w:r>
    </w:p>
    <w:p w:rsidR="00E00D30" w:rsidRDefault="00E00D30" w:rsidP="00E00D30">
      <w:r>
        <w:t>225.0083</w:t>
      </w:r>
      <w:r>
        <w:tab/>
        <w:t>7.048e0</w:t>
      </w:r>
    </w:p>
    <w:p w:rsidR="00E00D30" w:rsidRDefault="00E00D30" w:rsidP="00E00D30">
      <w:r>
        <w:t>225.0124</w:t>
      </w:r>
      <w:r>
        <w:tab/>
        <w:t>8.280e1</w:t>
      </w:r>
    </w:p>
    <w:p w:rsidR="00E00D30" w:rsidRDefault="00E00D30" w:rsidP="00E00D30">
      <w:r>
        <w:t>225.0152</w:t>
      </w:r>
      <w:r>
        <w:tab/>
        <w:t>7.499e1</w:t>
      </w:r>
    </w:p>
    <w:p w:rsidR="00E00D30" w:rsidRDefault="00E00D30" w:rsidP="00E00D30">
      <w:r>
        <w:t>225.0179</w:t>
      </w:r>
      <w:r>
        <w:tab/>
        <w:t>7.455e1</w:t>
      </w:r>
    </w:p>
    <w:p w:rsidR="00E00D30" w:rsidRDefault="00E00D30" w:rsidP="00E00D30">
      <w:r>
        <w:t>225.0382</w:t>
      </w:r>
      <w:r>
        <w:tab/>
        <w:t>5.063e0</w:t>
      </w:r>
    </w:p>
    <w:p w:rsidR="00E00D30" w:rsidRDefault="00E00D30" w:rsidP="00E00D30">
      <w:r>
        <w:t>225.0666</w:t>
      </w:r>
      <w:r>
        <w:tab/>
        <w:t>3.038e0</w:t>
      </w:r>
    </w:p>
    <w:p w:rsidR="00E00D30" w:rsidRDefault="00E00D30" w:rsidP="00E00D30">
      <w:r>
        <w:lastRenderedPageBreak/>
        <w:t>225.0780</w:t>
      </w:r>
      <w:r>
        <w:tab/>
        <w:t>7.089e0</w:t>
      </w:r>
    </w:p>
    <w:p w:rsidR="00E00D30" w:rsidRDefault="00E00D30" w:rsidP="00E00D30">
      <w:r>
        <w:t>225.0804</w:t>
      </w:r>
      <w:r>
        <w:tab/>
        <w:t>2.025e0</w:t>
      </w:r>
    </w:p>
    <w:p w:rsidR="00E00D30" w:rsidRDefault="00E00D30" w:rsidP="00E00D30">
      <w:r>
        <w:t>225.0834</w:t>
      </w:r>
      <w:r>
        <w:tab/>
        <w:t>2.301e1</w:t>
      </w:r>
    </w:p>
    <w:p w:rsidR="00E00D30" w:rsidRDefault="00E00D30" w:rsidP="00E00D30">
      <w:r>
        <w:t>225.0851</w:t>
      </w:r>
      <w:r>
        <w:tab/>
        <w:t>5.751e0</w:t>
      </w:r>
    </w:p>
    <w:p w:rsidR="00E00D30" w:rsidRDefault="00E00D30" w:rsidP="00E00D30">
      <w:r>
        <w:t>225.0863</w:t>
      </w:r>
      <w:r>
        <w:tab/>
        <w:t>1.503e1</w:t>
      </w:r>
    </w:p>
    <w:p w:rsidR="00E00D30" w:rsidRDefault="00E00D30" w:rsidP="00E00D30">
      <w:r>
        <w:t>225.0901</w:t>
      </w:r>
      <w:r>
        <w:tab/>
        <w:t>6.076e0</w:t>
      </w:r>
    </w:p>
    <w:p w:rsidR="00E00D30" w:rsidRDefault="00E00D30" w:rsidP="00E00D30">
      <w:r>
        <w:t>225.0932</w:t>
      </w:r>
      <w:r>
        <w:tab/>
        <w:t>8.101e0</w:t>
      </w:r>
    </w:p>
    <w:p w:rsidR="00E00D30" w:rsidRDefault="00E00D30" w:rsidP="00E00D30">
      <w:r>
        <w:t>225.1251</w:t>
      </w:r>
      <w:r>
        <w:tab/>
        <w:t>6.076e0</w:t>
      </w:r>
    </w:p>
    <w:p w:rsidR="00E00D30" w:rsidRDefault="00E00D30" w:rsidP="00E00D30">
      <w:r>
        <w:t>225.1269</w:t>
      </w:r>
      <w:r>
        <w:tab/>
        <w:t>1.215e1</w:t>
      </w:r>
    </w:p>
    <w:p w:rsidR="00E00D30" w:rsidRDefault="00E00D30" w:rsidP="00E00D30">
      <w:r>
        <w:t>225.1304</w:t>
      </w:r>
      <w:r>
        <w:tab/>
        <w:t>2.835e1</w:t>
      </w:r>
    </w:p>
    <w:p w:rsidR="00E00D30" w:rsidRDefault="00E00D30" w:rsidP="00E00D30">
      <w:r>
        <w:t>225.1330</w:t>
      </w:r>
      <w:r>
        <w:tab/>
        <w:t>2.025e0</w:t>
      </w:r>
    </w:p>
    <w:p w:rsidR="00E00D30" w:rsidRDefault="00E00D30" w:rsidP="00E00D30">
      <w:r>
        <w:t>225.1344</w:t>
      </w:r>
      <w:r>
        <w:tab/>
        <w:t>1.924e1</w:t>
      </w:r>
    </w:p>
    <w:p w:rsidR="00E00D30" w:rsidRDefault="00E00D30" w:rsidP="00E00D30">
      <w:r>
        <w:t>225.1420</w:t>
      </w:r>
      <w:r>
        <w:tab/>
        <w:t>9.114e0</w:t>
      </w:r>
    </w:p>
    <w:p w:rsidR="00E00D30" w:rsidRDefault="00E00D30" w:rsidP="00E00D30">
      <w:r>
        <w:t>225.1712</w:t>
      </w:r>
      <w:r>
        <w:tab/>
        <w:t>3.038e0</w:t>
      </w:r>
    </w:p>
    <w:p w:rsidR="00E00D30" w:rsidRDefault="00E00D30" w:rsidP="00E00D30">
      <w:r>
        <w:t>225.1751</w:t>
      </w:r>
      <w:r>
        <w:tab/>
        <w:t>1.013e0</w:t>
      </w:r>
    </w:p>
    <w:p w:rsidR="00E00D30" w:rsidRDefault="00E00D30" w:rsidP="00E00D30">
      <w:r>
        <w:t>225.1797</w:t>
      </w:r>
      <w:r>
        <w:tab/>
        <w:t>1.013e0</w:t>
      </w:r>
    </w:p>
    <w:p w:rsidR="00E00D30" w:rsidRDefault="00E00D30" w:rsidP="00E00D30">
      <w:r>
        <w:t>225.1905</w:t>
      </w:r>
      <w:r>
        <w:tab/>
        <w:t>3.038e0</w:t>
      </w:r>
    </w:p>
    <w:p w:rsidR="00E00D30" w:rsidRDefault="00E00D30" w:rsidP="00E00D30">
      <w:r>
        <w:t>225.1923</w:t>
      </w:r>
      <w:r>
        <w:tab/>
        <w:t>2.025e0</w:t>
      </w:r>
    </w:p>
    <w:p w:rsidR="00E00D30" w:rsidRDefault="00E00D30" w:rsidP="00E00D30">
      <w:r>
        <w:t>225.2024</w:t>
      </w:r>
      <w:r>
        <w:tab/>
        <w:t>2.025e0</w:t>
      </w:r>
    </w:p>
    <w:p w:rsidR="00E00D30" w:rsidRDefault="00E00D30" w:rsidP="00E00D30">
      <w:r>
        <w:lastRenderedPageBreak/>
        <w:t>225.2063</w:t>
      </w:r>
      <w:r>
        <w:tab/>
        <w:t>2.025e0</w:t>
      </w:r>
    </w:p>
    <w:p w:rsidR="00E00D30" w:rsidRDefault="00E00D30" w:rsidP="00E00D30">
      <w:r>
        <w:t>225.2197</w:t>
      </w:r>
      <w:r>
        <w:tab/>
        <w:t>2.025e0</w:t>
      </w:r>
    </w:p>
    <w:p w:rsidR="00E00D30" w:rsidRDefault="00E00D30" w:rsidP="00E00D30">
      <w:r>
        <w:t>225.2300</w:t>
      </w:r>
      <w:r>
        <w:tab/>
        <w:t>3.038e0</w:t>
      </w:r>
    </w:p>
    <w:p w:rsidR="00E00D30" w:rsidRDefault="00E00D30" w:rsidP="00E00D30">
      <w:r>
        <w:t>225.2312</w:t>
      </w:r>
      <w:r>
        <w:tab/>
        <w:t>1.013e0</w:t>
      </w:r>
    </w:p>
    <w:p w:rsidR="00E00D30" w:rsidRDefault="00E00D30" w:rsidP="00E00D30">
      <w:r>
        <w:t>225.2390</w:t>
      </w:r>
      <w:r>
        <w:tab/>
        <w:t>2.025e0</w:t>
      </w:r>
    </w:p>
    <w:p w:rsidR="00E00D30" w:rsidRDefault="00E00D30" w:rsidP="00E00D30">
      <w:r>
        <w:t>225.2431</w:t>
      </w:r>
      <w:r>
        <w:tab/>
        <w:t>2.025e0</w:t>
      </w:r>
    </w:p>
    <w:p w:rsidR="00E00D30" w:rsidRDefault="00E00D30" w:rsidP="00E00D30">
      <w:r>
        <w:t>225.2475</w:t>
      </w:r>
      <w:r>
        <w:tab/>
        <w:t>1.013e0</w:t>
      </w:r>
    </w:p>
    <w:p w:rsidR="00E00D30" w:rsidRDefault="00E00D30" w:rsidP="00E00D30">
      <w:r>
        <w:t>225.2517</w:t>
      </w:r>
      <w:r>
        <w:tab/>
        <w:t>1.013e0</w:t>
      </w:r>
    </w:p>
    <w:p w:rsidR="00E00D30" w:rsidRDefault="00E00D30" w:rsidP="00E00D30">
      <w:r>
        <w:t>225.2797</w:t>
      </w:r>
      <w:r>
        <w:tab/>
        <w:t>1.013e0</w:t>
      </w:r>
    </w:p>
    <w:p w:rsidR="00E00D30" w:rsidRDefault="00E00D30" w:rsidP="00E00D30">
      <w:r>
        <w:t>225.2893</w:t>
      </w:r>
      <w:r>
        <w:tab/>
        <w:t>2.025e0</w:t>
      </w:r>
    </w:p>
    <w:p w:rsidR="00E00D30" w:rsidRDefault="00E00D30" w:rsidP="00E00D30">
      <w:r>
        <w:t>225.3112</w:t>
      </w:r>
      <w:r>
        <w:tab/>
        <w:t>1.013e0</w:t>
      </w:r>
    </w:p>
    <w:p w:rsidR="00E00D30" w:rsidRDefault="00E00D30" w:rsidP="00E00D30">
      <w:r>
        <w:t>225.3320</w:t>
      </w:r>
      <w:r>
        <w:tab/>
        <w:t>1.013e0</w:t>
      </w:r>
    </w:p>
    <w:p w:rsidR="00E00D30" w:rsidRDefault="00E00D30" w:rsidP="00E00D30">
      <w:r>
        <w:t>225.3340</w:t>
      </w:r>
      <w:r>
        <w:tab/>
        <w:t>2.025e0</w:t>
      </w:r>
    </w:p>
    <w:p w:rsidR="00E00D30" w:rsidRDefault="00E00D30" w:rsidP="00E00D30">
      <w:r>
        <w:t>225.3438</w:t>
      </w:r>
      <w:r>
        <w:tab/>
        <w:t>1.013e0</w:t>
      </w:r>
    </w:p>
    <w:p w:rsidR="00E00D30" w:rsidRDefault="00E00D30" w:rsidP="00E00D30">
      <w:r>
        <w:t>225.3628</w:t>
      </w:r>
      <w:r>
        <w:tab/>
        <w:t>1.013e0</w:t>
      </w:r>
    </w:p>
    <w:p w:rsidR="00E00D30" w:rsidRDefault="00E00D30" w:rsidP="00E00D30">
      <w:r>
        <w:t>225.3666</w:t>
      </w:r>
      <w:r>
        <w:tab/>
        <w:t>1.013e0</w:t>
      </w:r>
    </w:p>
    <w:p w:rsidR="00E00D30" w:rsidRDefault="00E00D30" w:rsidP="00E00D30">
      <w:r>
        <w:t>225.3756</w:t>
      </w:r>
      <w:r>
        <w:tab/>
        <w:t>2.025e0</w:t>
      </w:r>
    </w:p>
    <w:p w:rsidR="00E00D30" w:rsidRDefault="00E00D30" w:rsidP="00E00D30">
      <w:r>
        <w:t>225.3951</w:t>
      </w:r>
      <w:r>
        <w:tab/>
        <w:t>2.025e0</w:t>
      </w:r>
    </w:p>
    <w:p w:rsidR="00E00D30" w:rsidRDefault="00E00D30" w:rsidP="00E00D30">
      <w:r>
        <w:t>225.3961</w:t>
      </w:r>
      <w:r>
        <w:tab/>
        <w:t>1.013e0</w:t>
      </w:r>
    </w:p>
    <w:p w:rsidR="00E00D30" w:rsidRDefault="00E00D30" w:rsidP="00E00D30">
      <w:r>
        <w:lastRenderedPageBreak/>
        <w:t>225.4035</w:t>
      </w:r>
      <w:r>
        <w:tab/>
        <w:t>1.013e0</w:t>
      </w:r>
    </w:p>
    <w:p w:rsidR="00E00D30" w:rsidRDefault="00E00D30" w:rsidP="00E00D30">
      <w:r>
        <w:t>225.4054</w:t>
      </w:r>
      <w:r>
        <w:tab/>
        <w:t>2.025e0</w:t>
      </w:r>
    </w:p>
    <w:p w:rsidR="00E00D30" w:rsidRDefault="00E00D30" w:rsidP="00E00D30">
      <w:r>
        <w:t>225.4190</w:t>
      </w:r>
      <w:r>
        <w:tab/>
        <w:t>1.013e0</w:t>
      </w:r>
    </w:p>
    <w:p w:rsidR="00E00D30" w:rsidRDefault="00E00D30" w:rsidP="00E00D30">
      <w:r>
        <w:t>225.4227</w:t>
      </w:r>
      <w:r>
        <w:tab/>
        <w:t>1.013e0</w:t>
      </w:r>
    </w:p>
    <w:p w:rsidR="00E00D30" w:rsidRDefault="00E00D30" w:rsidP="00E00D30">
      <w:r>
        <w:t>225.4318</w:t>
      </w:r>
      <w:r>
        <w:tab/>
        <w:t>3.038e0</w:t>
      </w:r>
    </w:p>
    <w:p w:rsidR="00E00D30" w:rsidRDefault="00E00D30" w:rsidP="00E00D30">
      <w:r>
        <w:t>225.4346</w:t>
      </w:r>
      <w:r>
        <w:tab/>
        <w:t>1.101e0</w:t>
      </w:r>
    </w:p>
    <w:p w:rsidR="00E00D30" w:rsidRDefault="00E00D30" w:rsidP="00E00D30">
      <w:r>
        <w:t>225.4516</w:t>
      </w:r>
      <w:r>
        <w:tab/>
        <w:t>2.025e0</w:t>
      </w:r>
    </w:p>
    <w:p w:rsidR="00E00D30" w:rsidRDefault="00E00D30" w:rsidP="00E00D30">
      <w:r>
        <w:t>225.4561</w:t>
      </w:r>
      <w:r>
        <w:tab/>
        <w:t>1.013e0</w:t>
      </w:r>
    </w:p>
    <w:p w:rsidR="00E00D30" w:rsidRDefault="00E00D30" w:rsidP="00E00D30">
      <w:r>
        <w:t>225.4590</w:t>
      </w:r>
      <w:r>
        <w:tab/>
        <w:t>2.025e0</w:t>
      </w:r>
    </w:p>
    <w:p w:rsidR="00E00D30" w:rsidRDefault="00E00D30" w:rsidP="00E00D30">
      <w:r>
        <w:t>225.4635</w:t>
      </w:r>
      <w:r>
        <w:tab/>
        <w:t>1.013e0</w:t>
      </w:r>
    </w:p>
    <w:p w:rsidR="00E00D30" w:rsidRDefault="00E00D30" w:rsidP="00E00D30">
      <w:r>
        <w:t>225.4672</w:t>
      </w:r>
      <w:r>
        <w:tab/>
        <w:t>1.013e0</w:t>
      </w:r>
    </w:p>
    <w:p w:rsidR="00E00D30" w:rsidRDefault="00E00D30" w:rsidP="00E00D30">
      <w:r>
        <w:t>225.5026</w:t>
      </w:r>
      <w:r>
        <w:tab/>
        <w:t>1.013e0</w:t>
      </w:r>
    </w:p>
    <w:p w:rsidR="00E00D30" w:rsidRDefault="00E00D30" w:rsidP="00E00D30">
      <w:r>
        <w:t>225.5157</w:t>
      </w:r>
      <w:r>
        <w:tab/>
        <w:t>1.013e0</w:t>
      </w:r>
    </w:p>
    <w:p w:rsidR="00E00D30" w:rsidRDefault="00E00D30" w:rsidP="00E00D30">
      <w:r>
        <w:t>225.5196</w:t>
      </w:r>
      <w:r>
        <w:tab/>
        <w:t>1.013e0</w:t>
      </w:r>
    </w:p>
    <w:p w:rsidR="00E00D30" w:rsidRDefault="00E00D30" w:rsidP="00E00D30">
      <w:r>
        <w:t>225.5351</w:t>
      </w:r>
      <w:r>
        <w:tab/>
        <w:t>1.013e0</w:t>
      </w:r>
    </w:p>
    <w:p w:rsidR="00E00D30" w:rsidRDefault="00E00D30" w:rsidP="00E00D30">
      <w:r>
        <w:t>225.5373</w:t>
      </w:r>
      <w:r>
        <w:tab/>
        <w:t>2.025e0</w:t>
      </w:r>
    </w:p>
    <w:p w:rsidR="00E00D30" w:rsidRDefault="00E00D30" w:rsidP="00E00D30">
      <w:r>
        <w:t>225.5467</w:t>
      </w:r>
      <w:r>
        <w:tab/>
        <w:t>1.013e0</w:t>
      </w:r>
    </w:p>
    <w:p w:rsidR="00E00D30" w:rsidRDefault="00E00D30" w:rsidP="00E00D30">
      <w:r>
        <w:t>225.5509</w:t>
      </w:r>
      <w:r>
        <w:tab/>
        <w:t>1.013e0</w:t>
      </w:r>
    </w:p>
    <w:p w:rsidR="00E00D30" w:rsidRDefault="00E00D30" w:rsidP="00E00D30">
      <w:r>
        <w:t>225.5564</w:t>
      </w:r>
      <w:r>
        <w:tab/>
        <w:t>2.025e0</w:t>
      </w:r>
    </w:p>
    <w:p w:rsidR="00E00D30" w:rsidRDefault="00E00D30" w:rsidP="00E00D30">
      <w:r>
        <w:lastRenderedPageBreak/>
        <w:t>225.5581</w:t>
      </w:r>
      <w:r>
        <w:tab/>
        <w:t>1.013e0</w:t>
      </w:r>
    </w:p>
    <w:p w:rsidR="00E00D30" w:rsidRDefault="00E00D30" w:rsidP="00E00D30">
      <w:r>
        <w:t>225.5667</w:t>
      </w:r>
      <w:r>
        <w:tab/>
        <w:t>2.025e0</w:t>
      </w:r>
    </w:p>
    <w:p w:rsidR="00E00D30" w:rsidRDefault="00E00D30" w:rsidP="00E00D30">
      <w:r>
        <w:t>225.5708</w:t>
      </w:r>
      <w:r>
        <w:tab/>
        <w:t>1.013e0</w:t>
      </w:r>
    </w:p>
    <w:p w:rsidR="00E00D30" w:rsidRDefault="00E00D30" w:rsidP="00E00D30">
      <w:r>
        <w:t>225.5916</w:t>
      </w:r>
      <w:r>
        <w:tab/>
        <w:t>1.013e0</w:t>
      </w:r>
    </w:p>
    <w:p w:rsidR="00E00D30" w:rsidRDefault="00E00D30" w:rsidP="00E00D30">
      <w:r>
        <w:t>225.5951</w:t>
      </w:r>
      <w:r>
        <w:tab/>
        <w:t>1.013e0</w:t>
      </w:r>
    </w:p>
    <w:p w:rsidR="00E00D30" w:rsidRDefault="00E00D30" w:rsidP="00E00D30">
      <w:r>
        <w:t>225.5969</w:t>
      </w:r>
      <w:r>
        <w:tab/>
        <w:t>2.025e0</w:t>
      </w:r>
    </w:p>
    <w:p w:rsidR="00E00D30" w:rsidRDefault="00E00D30" w:rsidP="00E00D30">
      <w:r>
        <w:t>225.6027</w:t>
      </w:r>
      <w:r>
        <w:tab/>
        <w:t>1.013e0</w:t>
      </w:r>
    </w:p>
    <w:p w:rsidR="00E00D30" w:rsidRDefault="00E00D30" w:rsidP="00E00D30">
      <w:r>
        <w:t>225.6067</w:t>
      </w:r>
      <w:r>
        <w:tab/>
        <w:t>2.025e0</w:t>
      </w:r>
    </w:p>
    <w:p w:rsidR="00E00D30" w:rsidRDefault="00E00D30" w:rsidP="00E00D30">
      <w:r>
        <w:t>225.6346</w:t>
      </w:r>
      <w:r>
        <w:tab/>
        <w:t>1.013e0</w:t>
      </w:r>
    </w:p>
    <w:p w:rsidR="00E00D30" w:rsidRDefault="00E00D30" w:rsidP="00E00D30">
      <w:r>
        <w:t>225.6388</w:t>
      </w:r>
      <w:r>
        <w:tab/>
        <w:t>2.025e0</w:t>
      </w:r>
    </w:p>
    <w:p w:rsidR="00E00D30" w:rsidRDefault="00E00D30" w:rsidP="00E00D30">
      <w:r>
        <w:t>225.6443</w:t>
      </w:r>
      <w:r>
        <w:tab/>
        <w:t>2.025e0</w:t>
      </w:r>
    </w:p>
    <w:p w:rsidR="00E00D30" w:rsidRDefault="00E00D30" w:rsidP="00E00D30">
      <w:r>
        <w:t>225.6554</w:t>
      </w:r>
      <w:r>
        <w:tab/>
        <w:t>1.013e0</w:t>
      </w:r>
    </w:p>
    <w:p w:rsidR="00E00D30" w:rsidRDefault="00E00D30" w:rsidP="00E00D30">
      <w:r>
        <w:t>225.6858</w:t>
      </w:r>
      <w:r>
        <w:tab/>
        <w:t>1.013e0</w:t>
      </w:r>
    </w:p>
    <w:p w:rsidR="00E00D30" w:rsidRDefault="00E00D30" w:rsidP="00E00D30">
      <w:r>
        <w:t>225.7028</w:t>
      </w:r>
      <w:r>
        <w:tab/>
        <w:t>1.013e0</w:t>
      </w:r>
    </w:p>
    <w:p w:rsidR="00E00D30" w:rsidRDefault="00E00D30" w:rsidP="00E00D30">
      <w:r>
        <w:t>225.7057</w:t>
      </w:r>
      <w:r>
        <w:tab/>
        <w:t>2.025e0</w:t>
      </w:r>
    </w:p>
    <w:p w:rsidR="00E00D30" w:rsidRDefault="00E00D30" w:rsidP="00E00D30">
      <w:r>
        <w:t>225.7270</w:t>
      </w:r>
      <w:r>
        <w:tab/>
        <w:t>1.013e0</w:t>
      </w:r>
    </w:p>
    <w:p w:rsidR="00E00D30" w:rsidRDefault="00E00D30" w:rsidP="00E00D30">
      <w:r>
        <w:t>225.7421</w:t>
      </w:r>
      <w:r>
        <w:tab/>
        <w:t>1.013e0</w:t>
      </w:r>
    </w:p>
    <w:p w:rsidR="00E00D30" w:rsidRDefault="00E00D30" w:rsidP="00E00D30">
      <w:r>
        <w:t>225.7460</w:t>
      </w:r>
      <w:r>
        <w:tab/>
        <w:t>2.025e0</w:t>
      </w:r>
    </w:p>
    <w:p w:rsidR="00E00D30" w:rsidRDefault="00E00D30" w:rsidP="00E00D30">
      <w:r>
        <w:t>225.7623</w:t>
      </w:r>
      <w:r>
        <w:tab/>
        <w:t>2.025e0</w:t>
      </w:r>
    </w:p>
    <w:p w:rsidR="00E00D30" w:rsidRDefault="00E00D30" w:rsidP="00E00D30">
      <w:r>
        <w:lastRenderedPageBreak/>
        <w:t>225.7667</w:t>
      </w:r>
      <w:r>
        <w:tab/>
        <w:t>1.013e0</w:t>
      </w:r>
    </w:p>
    <w:p w:rsidR="00E00D30" w:rsidRDefault="00E00D30" w:rsidP="00E00D30">
      <w:r>
        <w:t>225.7752</w:t>
      </w:r>
      <w:r>
        <w:tab/>
        <w:t>1.013e0</w:t>
      </w:r>
    </w:p>
    <w:p w:rsidR="00E00D30" w:rsidRDefault="00E00D30" w:rsidP="00E00D30">
      <w:r>
        <w:t>225.7794</w:t>
      </w:r>
      <w:r>
        <w:tab/>
        <w:t>1.013e0</w:t>
      </w:r>
    </w:p>
    <w:p w:rsidR="00E00D30" w:rsidRDefault="00E00D30" w:rsidP="00E00D30">
      <w:r>
        <w:t>225.7945</w:t>
      </w:r>
      <w:r>
        <w:tab/>
        <w:t>1.013e0</w:t>
      </w:r>
    </w:p>
    <w:p w:rsidR="00E00D30" w:rsidRDefault="00E00D30" w:rsidP="00E00D30">
      <w:r>
        <w:t>225.8022</w:t>
      </w:r>
      <w:r>
        <w:tab/>
        <w:t>2.025e0</w:t>
      </w:r>
    </w:p>
    <w:p w:rsidR="00E00D30" w:rsidRDefault="00E00D30" w:rsidP="00E00D30">
      <w:r>
        <w:t>225.8062</w:t>
      </w:r>
      <w:r>
        <w:tab/>
        <w:t>2.025e0</w:t>
      </w:r>
    </w:p>
    <w:p w:rsidR="00E00D30" w:rsidRDefault="00E00D30" w:rsidP="00E00D30">
      <w:r>
        <w:t>225.8219</w:t>
      </w:r>
      <w:r>
        <w:tab/>
        <w:t>1.013e0</w:t>
      </w:r>
    </w:p>
    <w:p w:rsidR="00E00D30" w:rsidRDefault="00E00D30" w:rsidP="00E00D30">
      <w:r>
        <w:t>225.8306</w:t>
      </w:r>
      <w:r>
        <w:tab/>
        <w:t>1.013e0</w:t>
      </w:r>
    </w:p>
    <w:p w:rsidR="00E00D30" w:rsidRDefault="00E00D30" w:rsidP="00E00D30">
      <w:r>
        <w:t>225.8433</w:t>
      </w:r>
      <w:r>
        <w:tab/>
        <w:t>1.013e0</w:t>
      </w:r>
    </w:p>
    <w:p w:rsidR="00E00D30" w:rsidRDefault="00E00D30" w:rsidP="00E00D30">
      <w:r>
        <w:t>225.8626</w:t>
      </w:r>
      <w:r>
        <w:tab/>
        <w:t>1.013e0</w:t>
      </w:r>
    </w:p>
    <w:p w:rsidR="00E00D30" w:rsidRDefault="00E00D30" w:rsidP="00E00D30">
      <w:r>
        <w:t>225.8776</w:t>
      </w:r>
      <w:r>
        <w:tab/>
        <w:t>1.013e0</w:t>
      </w:r>
    </w:p>
    <w:p w:rsidR="00E00D30" w:rsidRDefault="00E00D30" w:rsidP="00E00D30">
      <w:r>
        <w:t>225.8807</w:t>
      </w:r>
      <w:r>
        <w:tab/>
        <w:t>2.025e0</w:t>
      </w:r>
    </w:p>
    <w:p w:rsidR="00E00D30" w:rsidRDefault="00E00D30" w:rsidP="00E00D30">
      <w:r>
        <w:t>225.8858</w:t>
      </w:r>
      <w:r>
        <w:tab/>
        <w:t>1.013e0</w:t>
      </w:r>
    </w:p>
    <w:p w:rsidR="00E00D30" w:rsidRDefault="00E00D30" w:rsidP="00E00D30">
      <w:r>
        <w:t>225.9029</w:t>
      </w:r>
      <w:r>
        <w:tab/>
        <w:t>1.013e0</w:t>
      </w:r>
    </w:p>
    <w:p w:rsidR="00E00D30" w:rsidRDefault="00E00D30" w:rsidP="00E00D30">
      <w:r>
        <w:t>225.9149</w:t>
      </w:r>
      <w:r>
        <w:tab/>
        <w:t>2.025e0</w:t>
      </w:r>
    </w:p>
    <w:p w:rsidR="00E00D30" w:rsidRDefault="00E00D30" w:rsidP="00E00D30">
      <w:r>
        <w:t>225.9184</w:t>
      </w:r>
      <w:r>
        <w:tab/>
        <w:t>1.013e0</w:t>
      </w:r>
    </w:p>
    <w:p w:rsidR="00E00D30" w:rsidRDefault="00E00D30" w:rsidP="00E00D30">
      <w:r>
        <w:t>225.9380</w:t>
      </w:r>
      <w:r>
        <w:tab/>
        <w:t>1.013e0</w:t>
      </w:r>
    </w:p>
    <w:p w:rsidR="00E00D30" w:rsidRDefault="00E00D30" w:rsidP="00E00D30">
      <w:r>
        <w:t>225.9470</w:t>
      </w:r>
      <w:r>
        <w:tab/>
        <w:t>2.025e0</w:t>
      </w:r>
    </w:p>
    <w:p w:rsidR="00E00D30" w:rsidRDefault="00E00D30" w:rsidP="00E00D30">
      <w:r>
        <w:t>225.9545</w:t>
      </w:r>
      <w:r>
        <w:tab/>
        <w:t>1.013e0</w:t>
      </w:r>
    </w:p>
    <w:p w:rsidR="00E00D30" w:rsidRDefault="00E00D30" w:rsidP="00E00D30">
      <w:r>
        <w:lastRenderedPageBreak/>
        <w:t>225.9584</w:t>
      </w:r>
      <w:r>
        <w:tab/>
        <w:t>1.013e0</w:t>
      </w:r>
    </w:p>
    <w:p w:rsidR="00E00D30" w:rsidRDefault="00E00D30" w:rsidP="00E00D30">
      <w:r>
        <w:t>225.9668</w:t>
      </w:r>
      <w:r>
        <w:tab/>
        <w:t>1.013e0</w:t>
      </w:r>
    </w:p>
    <w:p w:rsidR="00E00D30" w:rsidRDefault="00E00D30" w:rsidP="00E00D30">
      <w:r>
        <w:t>225.9708</w:t>
      </w:r>
      <w:r>
        <w:tab/>
        <w:t>1.013e0</w:t>
      </w:r>
    </w:p>
    <w:p w:rsidR="00E00D30" w:rsidRDefault="00E00D30" w:rsidP="00E00D30">
      <w:r>
        <w:t>225.9732</w:t>
      </w:r>
      <w:r>
        <w:tab/>
        <w:t>1.442e0</w:t>
      </w:r>
    </w:p>
    <w:p w:rsidR="00E00D30" w:rsidRDefault="00E00D30" w:rsidP="00E00D30">
      <w:r>
        <w:t>225.9745</w:t>
      </w:r>
      <w:r>
        <w:tab/>
        <w:t>3.038e0</w:t>
      </w:r>
    </w:p>
    <w:p w:rsidR="00E00D30" w:rsidRDefault="00E00D30" w:rsidP="00E00D30">
      <w:r>
        <w:t>225.9775</w:t>
      </w:r>
      <w:r>
        <w:tab/>
        <w:t>3.038e0</w:t>
      </w:r>
    </w:p>
    <w:p w:rsidR="00E00D30" w:rsidRDefault="00E00D30" w:rsidP="00E00D30">
      <w:r>
        <w:t>226.0117</w:t>
      </w:r>
      <w:r>
        <w:tab/>
        <w:t>3.949e1</w:t>
      </w:r>
    </w:p>
    <w:p w:rsidR="00E00D30" w:rsidRDefault="00E00D30" w:rsidP="00E00D30">
      <w:r>
        <w:t>226.0129</w:t>
      </w:r>
      <w:r>
        <w:tab/>
        <w:t>4.165e1</w:t>
      </w:r>
    </w:p>
    <w:p w:rsidR="00E00D30" w:rsidRDefault="00E00D30" w:rsidP="00E00D30">
      <w:r>
        <w:t>226.0152</w:t>
      </w:r>
      <w:r>
        <w:tab/>
        <w:t>8.720e1</w:t>
      </w:r>
    </w:p>
    <w:p w:rsidR="00E00D30" w:rsidRDefault="00E00D30" w:rsidP="00E00D30">
      <w:r>
        <w:t>226.0222</w:t>
      </w:r>
      <w:r>
        <w:tab/>
        <w:t>2.259e1</w:t>
      </w:r>
    </w:p>
    <w:p w:rsidR="00E00D30" w:rsidRDefault="00E00D30" w:rsidP="00E00D30">
      <w:r>
        <w:t>226.0452</w:t>
      </w:r>
      <w:r>
        <w:tab/>
        <w:t>1.114e1</w:t>
      </w:r>
    </w:p>
    <w:p w:rsidR="00E00D30" w:rsidRDefault="00E00D30" w:rsidP="00E00D30">
      <w:r>
        <w:t>226.0476</w:t>
      </w:r>
      <w:r>
        <w:tab/>
        <w:t>1.293e1</w:t>
      </w:r>
    </w:p>
    <w:p w:rsidR="00E00D30" w:rsidRDefault="00E00D30" w:rsidP="00E00D30">
      <w:r>
        <w:t>226.0493</w:t>
      </w:r>
      <w:r>
        <w:tab/>
        <w:t>7.869e0</w:t>
      </w:r>
    </w:p>
    <w:p w:rsidR="00E00D30" w:rsidRDefault="00E00D30" w:rsidP="00E00D30">
      <w:r>
        <w:t>226.0509</w:t>
      </w:r>
      <w:r>
        <w:tab/>
        <w:t>8.646e0</w:t>
      </w:r>
    </w:p>
    <w:p w:rsidR="00E00D30" w:rsidRDefault="00E00D30" w:rsidP="00E00D30">
      <w:r>
        <w:t>226.0542</w:t>
      </w:r>
      <w:r>
        <w:tab/>
        <w:t>7.089e0</w:t>
      </w:r>
    </w:p>
    <w:p w:rsidR="00E00D30" w:rsidRDefault="00E00D30" w:rsidP="00E00D30">
      <w:r>
        <w:t>226.0559</w:t>
      </w:r>
      <w:r>
        <w:tab/>
        <w:t>4.051e0</w:t>
      </w:r>
    </w:p>
    <w:p w:rsidR="00E00D30" w:rsidRDefault="00E00D30" w:rsidP="00E00D30">
      <w:r>
        <w:t>226.0584</w:t>
      </w:r>
      <w:r>
        <w:tab/>
        <w:t>4.626e0</w:t>
      </w:r>
    </w:p>
    <w:p w:rsidR="00E00D30" w:rsidRDefault="00E00D30" w:rsidP="00E00D30">
      <w:r>
        <w:t>226.0609</w:t>
      </w:r>
      <w:r>
        <w:tab/>
        <w:t>1.013e1</w:t>
      </w:r>
    </w:p>
    <w:p w:rsidR="00E00D30" w:rsidRDefault="00E00D30" w:rsidP="00E00D30">
      <w:r>
        <w:t>226.1026</w:t>
      </w:r>
      <w:r>
        <w:tab/>
        <w:t>3.038e0</w:t>
      </w:r>
    </w:p>
    <w:p w:rsidR="00E00D30" w:rsidRDefault="00E00D30" w:rsidP="00E00D30">
      <w:r>
        <w:lastRenderedPageBreak/>
        <w:t>226.1100</w:t>
      </w:r>
      <w:r>
        <w:tab/>
        <w:t>1.013e0</w:t>
      </w:r>
    </w:p>
    <w:p w:rsidR="00E00D30" w:rsidRDefault="00E00D30" w:rsidP="00E00D30">
      <w:r>
        <w:t>226.1163</w:t>
      </w:r>
      <w:r>
        <w:tab/>
        <w:t>6.864e0</w:t>
      </w:r>
    </w:p>
    <w:p w:rsidR="00E00D30" w:rsidRDefault="00E00D30" w:rsidP="00E00D30">
      <w:r>
        <w:t>226.1178</w:t>
      </w:r>
      <w:r>
        <w:tab/>
        <w:t>1.013e0</w:t>
      </w:r>
    </w:p>
    <w:p w:rsidR="00E00D30" w:rsidRDefault="00E00D30" w:rsidP="00E00D30">
      <w:r>
        <w:t>226.1275</w:t>
      </w:r>
      <w:r>
        <w:tab/>
        <w:t>2.025e0</w:t>
      </w:r>
    </w:p>
    <w:p w:rsidR="00E00D30" w:rsidRDefault="00E00D30" w:rsidP="00E00D30">
      <w:r>
        <w:t>226.1324</w:t>
      </w:r>
      <w:r>
        <w:tab/>
        <w:t>6.076e0</w:t>
      </w:r>
    </w:p>
    <w:p w:rsidR="00E00D30" w:rsidRDefault="00E00D30" w:rsidP="00E00D30">
      <w:r>
        <w:t>226.1371</w:t>
      </w:r>
      <w:r>
        <w:tab/>
        <w:t>7.089e0</w:t>
      </w:r>
    </w:p>
    <w:p w:rsidR="00E00D30" w:rsidRDefault="00E00D30" w:rsidP="00E00D30">
      <w:r>
        <w:t>226.1408</w:t>
      </w:r>
      <w:r>
        <w:tab/>
        <w:t>6.437e0</w:t>
      </w:r>
    </w:p>
    <w:p w:rsidR="00E00D30" w:rsidRDefault="00E00D30" w:rsidP="00E00D30">
      <w:r>
        <w:t>226.1459</w:t>
      </w:r>
      <w:r>
        <w:tab/>
        <w:t>4.051e0</w:t>
      </w:r>
    </w:p>
    <w:p w:rsidR="00E00D30" w:rsidRDefault="00E00D30" w:rsidP="00E00D30">
      <w:r>
        <w:t>226.1528</w:t>
      </w:r>
      <w:r>
        <w:tab/>
        <w:t>3.038e0</w:t>
      </w:r>
    </w:p>
    <w:p w:rsidR="00E00D30" w:rsidRDefault="00E00D30" w:rsidP="00E00D30">
      <w:r>
        <w:t>226.1558</w:t>
      </w:r>
      <w:r>
        <w:tab/>
        <w:t>3.038e0</w:t>
      </w:r>
    </w:p>
    <w:p w:rsidR="00E00D30" w:rsidRDefault="00E00D30" w:rsidP="00E00D30">
      <w:r>
        <w:t>226.1644</w:t>
      </w:r>
      <w:r>
        <w:tab/>
        <w:t>2.025e0</w:t>
      </w:r>
    </w:p>
    <w:p w:rsidR="00E00D30" w:rsidRDefault="00E00D30" w:rsidP="00E00D30">
      <w:r>
        <w:t>226.1656</w:t>
      </w:r>
      <w:r>
        <w:tab/>
        <w:t>4.051e0</w:t>
      </w:r>
    </w:p>
    <w:p w:rsidR="00E00D30" w:rsidRDefault="00E00D30" w:rsidP="00E00D30">
      <w:r>
        <w:t>226.1688</w:t>
      </w:r>
      <w:r>
        <w:tab/>
        <w:t>4.051e0</w:t>
      </w:r>
    </w:p>
    <w:p w:rsidR="00E00D30" w:rsidRDefault="00E00D30" w:rsidP="00E00D30">
      <w:r>
        <w:t>226.1740</w:t>
      </w:r>
      <w:r>
        <w:tab/>
        <w:t>2.025e0</w:t>
      </w:r>
    </w:p>
    <w:p w:rsidR="00E00D30" w:rsidRDefault="00E00D30" w:rsidP="00E00D30">
      <w:r>
        <w:t>226.1821</w:t>
      </w:r>
      <w:r>
        <w:tab/>
        <w:t>4.851e0</w:t>
      </w:r>
    </w:p>
    <w:p w:rsidR="00E00D30" w:rsidRDefault="00E00D30" w:rsidP="00E00D30">
      <w:r>
        <w:t>226.1878</w:t>
      </w:r>
      <w:r>
        <w:tab/>
        <w:t>2.025e0</w:t>
      </w:r>
    </w:p>
    <w:p w:rsidR="00E00D30" w:rsidRDefault="00E00D30" w:rsidP="00E00D30">
      <w:r>
        <w:t>226.1933</w:t>
      </w:r>
      <w:r>
        <w:tab/>
        <w:t>2.025e0</w:t>
      </w:r>
    </w:p>
    <w:p w:rsidR="00E00D30" w:rsidRDefault="00E00D30" w:rsidP="00E00D30">
      <w:r>
        <w:t>226.2027</w:t>
      </w:r>
      <w:r>
        <w:tab/>
        <w:t>2.025e0</w:t>
      </w:r>
    </w:p>
    <w:p w:rsidR="00E00D30" w:rsidRDefault="00E00D30" w:rsidP="00E00D30">
      <w:r>
        <w:t>226.2058</w:t>
      </w:r>
      <w:r>
        <w:tab/>
        <w:t>1.013e0</w:t>
      </w:r>
    </w:p>
    <w:p w:rsidR="00E00D30" w:rsidRDefault="00E00D30" w:rsidP="00E00D30">
      <w:r>
        <w:lastRenderedPageBreak/>
        <w:t>226.2182</w:t>
      </w:r>
      <w:r>
        <w:tab/>
        <w:t>2.025e0</w:t>
      </w:r>
    </w:p>
    <w:p w:rsidR="00E00D30" w:rsidRDefault="00E00D30" w:rsidP="00E00D30">
      <w:r>
        <w:t>226.2198</w:t>
      </w:r>
      <w:r>
        <w:tab/>
        <w:t>2.025e0</w:t>
      </w:r>
    </w:p>
    <w:p w:rsidR="00E00D30" w:rsidRDefault="00E00D30" w:rsidP="00E00D30">
      <w:r>
        <w:t>226.2265</w:t>
      </w:r>
      <w:r>
        <w:tab/>
        <w:t>1.013e0</w:t>
      </w:r>
    </w:p>
    <w:p w:rsidR="00E00D30" w:rsidRDefault="00E00D30" w:rsidP="00E00D30">
      <w:r>
        <w:t>226.2343</w:t>
      </w:r>
      <w:r>
        <w:tab/>
        <w:t>2.025e0</w:t>
      </w:r>
    </w:p>
    <w:p w:rsidR="00E00D30" w:rsidRDefault="00E00D30" w:rsidP="00E00D30">
      <w:r>
        <w:t>226.2380</w:t>
      </w:r>
      <w:r>
        <w:tab/>
        <w:t>4.051e0</w:t>
      </w:r>
    </w:p>
    <w:p w:rsidR="00E00D30" w:rsidRDefault="00E00D30" w:rsidP="00E00D30">
      <w:r>
        <w:t>226.2534</w:t>
      </w:r>
      <w:r>
        <w:tab/>
        <w:t>3.038e0</w:t>
      </w:r>
    </w:p>
    <w:p w:rsidR="00E00D30" w:rsidRDefault="00E00D30" w:rsidP="00E00D30">
      <w:r>
        <w:t>226.2700</w:t>
      </w:r>
      <w:r>
        <w:tab/>
        <w:t>2.025e0</w:t>
      </w:r>
    </w:p>
    <w:p w:rsidR="00E00D30" w:rsidRDefault="00E00D30" w:rsidP="00E00D30">
      <w:r>
        <w:t>226.2741</w:t>
      </w:r>
      <w:r>
        <w:tab/>
        <w:t>1.013e0</w:t>
      </w:r>
    </w:p>
    <w:p w:rsidR="00E00D30" w:rsidRDefault="00E00D30" w:rsidP="00E00D30">
      <w:r>
        <w:t>226.2786</w:t>
      </w:r>
      <w:r>
        <w:tab/>
        <w:t>1.013e0</w:t>
      </w:r>
    </w:p>
    <w:p w:rsidR="00E00D30" w:rsidRDefault="00E00D30" w:rsidP="00E00D30">
      <w:r>
        <w:t>226.2923</w:t>
      </w:r>
      <w:r>
        <w:tab/>
        <w:t>2.025e0</w:t>
      </w:r>
    </w:p>
    <w:p w:rsidR="00E00D30" w:rsidRDefault="00E00D30" w:rsidP="00E00D30">
      <w:r>
        <w:t>226.2941</w:t>
      </w:r>
      <w:r>
        <w:tab/>
        <w:t>1.013e0</w:t>
      </w:r>
    </w:p>
    <w:p w:rsidR="00E00D30" w:rsidRDefault="00E00D30" w:rsidP="00E00D30">
      <w:r>
        <w:t>226.3136</w:t>
      </w:r>
      <w:r>
        <w:tab/>
        <w:t>1.013e0</w:t>
      </w:r>
    </w:p>
    <w:p w:rsidR="00E00D30" w:rsidRDefault="00E00D30" w:rsidP="00E00D30">
      <w:r>
        <w:t>226.3255</w:t>
      </w:r>
      <w:r>
        <w:tab/>
        <w:t>3.038e0</w:t>
      </w:r>
    </w:p>
    <w:p w:rsidR="00E00D30" w:rsidRDefault="00E00D30" w:rsidP="00E00D30">
      <w:r>
        <w:t>226.3296</w:t>
      </w:r>
      <w:r>
        <w:tab/>
        <w:t>1.013e0</w:t>
      </w:r>
    </w:p>
    <w:p w:rsidR="00E00D30" w:rsidRDefault="00E00D30" w:rsidP="00E00D30">
      <w:r>
        <w:t>226.3508</w:t>
      </w:r>
      <w:r>
        <w:tab/>
        <w:t>1.013e0</w:t>
      </w:r>
    </w:p>
    <w:p w:rsidR="00E00D30" w:rsidRDefault="00E00D30" w:rsidP="00E00D30">
      <w:r>
        <w:t>226.3678</w:t>
      </w:r>
      <w:r>
        <w:tab/>
        <w:t>2.025e0</w:t>
      </w:r>
    </w:p>
    <w:p w:rsidR="00E00D30" w:rsidRDefault="00E00D30" w:rsidP="00E00D30">
      <w:r>
        <w:t>226.3836</w:t>
      </w:r>
      <w:r>
        <w:tab/>
        <w:t>2.025e0</w:t>
      </w:r>
    </w:p>
    <w:p w:rsidR="00E00D30" w:rsidRDefault="00E00D30" w:rsidP="00E00D30">
      <w:r>
        <w:t>226.3982</w:t>
      </w:r>
      <w:r>
        <w:tab/>
        <w:t>1.013e0</w:t>
      </w:r>
    </w:p>
    <w:p w:rsidR="00E00D30" w:rsidRDefault="00E00D30" w:rsidP="00E00D30">
      <w:r>
        <w:t>226.4021</w:t>
      </w:r>
      <w:r>
        <w:tab/>
        <w:t>1.013e0</w:t>
      </w:r>
    </w:p>
    <w:p w:rsidR="00E00D30" w:rsidRDefault="00E00D30" w:rsidP="00E00D30">
      <w:r>
        <w:lastRenderedPageBreak/>
        <w:t>226.4144</w:t>
      </w:r>
      <w:r>
        <w:tab/>
        <w:t>1.013e0</w:t>
      </w:r>
    </w:p>
    <w:p w:rsidR="00E00D30" w:rsidRDefault="00E00D30" w:rsidP="00E00D30">
      <w:r>
        <w:t>226.4202</w:t>
      </w:r>
      <w:r>
        <w:tab/>
        <w:t>2.025e0</w:t>
      </w:r>
    </w:p>
    <w:p w:rsidR="00E00D30" w:rsidRDefault="00E00D30" w:rsidP="00E00D30">
      <w:r>
        <w:t>226.4432</w:t>
      </w:r>
      <w:r>
        <w:tab/>
        <w:t>2.025e0</w:t>
      </w:r>
    </w:p>
    <w:p w:rsidR="00E00D30" w:rsidRDefault="00E00D30" w:rsidP="00E00D30">
      <w:r>
        <w:t>226.4533</w:t>
      </w:r>
      <w:r>
        <w:tab/>
        <w:t>1.013e0</w:t>
      </w:r>
    </w:p>
    <w:p w:rsidR="00E00D30" w:rsidRDefault="00E00D30" w:rsidP="00E00D30">
      <w:r>
        <w:t>226.4622</w:t>
      </w:r>
      <w:r>
        <w:tab/>
        <w:t>1.013e0</w:t>
      </w:r>
    </w:p>
    <w:p w:rsidR="00E00D30" w:rsidRDefault="00E00D30" w:rsidP="00E00D30">
      <w:r>
        <w:t>226.4705</w:t>
      </w:r>
      <w:r>
        <w:tab/>
        <w:t>1.013e0</w:t>
      </w:r>
    </w:p>
    <w:p w:rsidR="00E00D30" w:rsidRDefault="00E00D30" w:rsidP="00E00D30">
      <w:r>
        <w:t>226.4745</w:t>
      </w:r>
      <w:r>
        <w:tab/>
        <w:t>1.013e0</w:t>
      </w:r>
    </w:p>
    <w:p w:rsidR="00E00D30" w:rsidRDefault="00E00D30" w:rsidP="00E00D30">
      <w:r>
        <w:t>226.4899</w:t>
      </w:r>
      <w:r>
        <w:tab/>
        <w:t>1.013e0</w:t>
      </w:r>
    </w:p>
    <w:p w:rsidR="00E00D30" w:rsidRDefault="00E00D30" w:rsidP="00E00D30">
      <w:r>
        <w:t>226.4978</w:t>
      </w:r>
      <w:r>
        <w:tab/>
        <w:t>2.025e0</w:t>
      </w:r>
    </w:p>
    <w:p w:rsidR="00E00D30" w:rsidRDefault="00E00D30" w:rsidP="00E00D30">
      <w:r>
        <w:t>226.5092</w:t>
      </w:r>
      <w:r>
        <w:tab/>
        <w:t>1.013e0</w:t>
      </w:r>
    </w:p>
    <w:p w:rsidR="00E00D30" w:rsidRDefault="00E00D30" w:rsidP="00E00D30">
      <w:r>
        <w:t>226.5131</w:t>
      </w:r>
      <w:r>
        <w:tab/>
        <w:t>1.013e0</w:t>
      </w:r>
    </w:p>
    <w:p w:rsidR="00E00D30" w:rsidRDefault="00E00D30" w:rsidP="00E00D30">
      <w:r>
        <w:t>226.5181</w:t>
      </w:r>
      <w:r>
        <w:tab/>
        <w:t>2.025e0</w:t>
      </w:r>
    </w:p>
    <w:p w:rsidR="00E00D30" w:rsidRDefault="00E00D30" w:rsidP="00E00D30">
      <w:r>
        <w:t>226.5302</w:t>
      </w:r>
      <w:r>
        <w:tab/>
        <w:t>1.013e0</w:t>
      </w:r>
    </w:p>
    <w:p w:rsidR="00E00D30" w:rsidRDefault="00E00D30" w:rsidP="00E00D30">
      <w:r>
        <w:t>226.5332</w:t>
      </w:r>
      <w:r>
        <w:tab/>
        <w:t>2.025e0</w:t>
      </w:r>
    </w:p>
    <w:p w:rsidR="00E00D30" w:rsidRDefault="00E00D30" w:rsidP="00E00D30">
      <w:r>
        <w:t>226.5426</w:t>
      </w:r>
      <w:r>
        <w:tab/>
        <w:t>2.025e0</w:t>
      </w:r>
    </w:p>
    <w:p w:rsidR="00E00D30" w:rsidRDefault="00E00D30" w:rsidP="00E00D30">
      <w:r>
        <w:t>226.5500</w:t>
      </w:r>
      <w:r>
        <w:tab/>
        <w:t>1.013e0</w:t>
      </w:r>
    </w:p>
    <w:p w:rsidR="00E00D30" w:rsidRDefault="00E00D30" w:rsidP="00E00D30">
      <w:r>
        <w:t>226.5687</w:t>
      </w:r>
      <w:r>
        <w:tab/>
        <w:t>4.051e0</w:t>
      </w:r>
    </w:p>
    <w:p w:rsidR="00E00D30" w:rsidRDefault="00E00D30" w:rsidP="00E00D30">
      <w:r>
        <w:t>226.5816</w:t>
      </w:r>
      <w:r>
        <w:tab/>
        <w:t>1.013e0</w:t>
      </w:r>
    </w:p>
    <w:p w:rsidR="00E00D30" w:rsidRDefault="00E00D30" w:rsidP="00E00D30">
      <w:r>
        <w:t>226.5859</w:t>
      </w:r>
      <w:r>
        <w:tab/>
        <w:t>1.013e0</w:t>
      </w:r>
    </w:p>
    <w:p w:rsidR="00E00D30" w:rsidRDefault="00E00D30" w:rsidP="00E00D30">
      <w:r>
        <w:lastRenderedPageBreak/>
        <w:t>226.5943</w:t>
      </w:r>
      <w:r>
        <w:tab/>
        <w:t>2.025e0</w:t>
      </w:r>
    </w:p>
    <w:p w:rsidR="00E00D30" w:rsidRDefault="00E00D30" w:rsidP="00E00D30">
      <w:r>
        <w:t>226.5985</w:t>
      </w:r>
      <w:r>
        <w:tab/>
        <w:t>1.013e0</w:t>
      </w:r>
    </w:p>
    <w:p w:rsidR="00E00D30" w:rsidRDefault="00E00D30" w:rsidP="00E00D30">
      <w:r>
        <w:t>226.6179</w:t>
      </w:r>
      <w:r>
        <w:tab/>
        <w:t>1.013e0</w:t>
      </w:r>
    </w:p>
    <w:p w:rsidR="00E00D30" w:rsidRDefault="00E00D30" w:rsidP="00E00D30">
      <w:r>
        <w:t>226.6256</w:t>
      </w:r>
      <w:r>
        <w:tab/>
        <w:t>1.013e0</w:t>
      </w:r>
    </w:p>
    <w:p w:rsidR="00E00D30" w:rsidRDefault="00E00D30" w:rsidP="00E00D30">
      <w:r>
        <w:t>226.6414</w:t>
      </w:r>
      <w:r>
        <w:tab/>
        <w:t>3.038e0</w:t>
      </w:r>
    </w:p>
    <w:p w:rsidR="00E00D30" w:rsidRDefault="00E00D30" w:rsidP="00E00D30">
      <w:r>
        <w:t>226.6561</w:t>
      </w:r>
      <w:r>
        <w:tab/>
        <w:t>2.025e0</w:t>
      </w:r>
    </w:p>
    <w:p w:rsidR="00E00D30" w:rsidRDefault="00E00D30" w:rsidP="00E00D30">
      <w:r>
        <w:t>226.6584</w:t>
      </w:r>
      <w:r>
        <w:tab/>
        <w:t>1.013e0</w:t>
      </w:r>
    </w:p>
    <w:p w:rsidR="00E00D30" w:rsidRDefault="00E00D30" w:rsidP="00E00D30">
      <w:r>
        <w:t>226.6626</w:t>
      </w:r>
      <w:r>
        <w:tab/>
        <w:t>1.013e0</w:t>
      </w:r>
    </w:p>
    <w:p w:rsidR="00E00D30" w:rsidRDefault="00E00D30" w:rsidP="00E00D30">
      <w:r>
        <w:t>226.6739</w:t>
      </w:r>
      <w:r>
        <w:tab/>
        <w:t>1.013e0</w:t>
      </w:r>
    </w:p>
    <w:p w:rsidR="00E00D30" w:rsidRDefault="00E00D30" w:rsidP="00E00D30">
      <w:r>
        <w:t>226.7013</w:t>
      </w:r>
      <w:r>
        <w:tab/>
        <w:t>1.013e0</w:t>
      </w:r>
    </w:p>
    <w:p w:rsidR="00E00D30" w:rsidRDefault="00E00D30" w:rsidP="00E00D30">
      <w:r>
        <w:t>226.7098</w:t>
      </w:r>
      <w:r>
        <w:tab/>
        <w:t>1.013e0</w:t>
      </w:r>
    </w:p>
    <w:p w:rsidR="00E00D30" w:rsidRDefault="00E00D30" w:rsidP="00E00D30">
      <w:r>
        <w:t>226.7306</w:t>
      </w:r>
      <w:r>
        <w:tab/>
        <w:t>1.013e0</w:t>
      </w:r>
    </w:p>
    <w:p w:rsidR="00E00D30" w:rsidRDefault="00E00D30" w:rsidP="00E00D30">
      <w:r>
        <w:t>226.7497</w:t>
      </w:r>
      <w:r>
        <w:tab/>
        <w:t>1.013e0</w:t>
      </w:r>
    </w:p>
    <w:p w:rsidR="00E00D30" w:rsidRDefault="00E00D30" w:rsidP="00E00D30">
      <w:r>
        <w:t>226.7572</w:t>
      </w:r>
      <w:r>
        <w:tab/>
        <w:t>1.013e0</w:t>
      </w:r>
    </w:p>
    <w:p w:rsidR="00E00D30" w:rsidRDefault="00E00D30" w:rsidP="00E00D30">
      <w:r>
        <w:t>226.7696</w:t>
      </w:r>
      <w:r>
        <w:tab/>
        <w:t>2.025e0</w:t>
      </w:r>
    </w:p>
    <w:p w:rsidR="00E00D30" w:rsidRDefault="00E00D30" w:rsidP="00E00D30">
      <w:r>
        <w:t>226.7782</w:t>
      </w:r>
      <w:r>
        <w:tab/>
        <w:t>1.013e0</w:t>
      </w:r>
    </w:p>
    <w:p w:rsidR="00E00D30" w:rsidRDefault="00E00D30" w:rsidP="00E00D30">
      <w:r>
        <w:t>226.7828</w:t>
      </w:r>
      <w:r>
        <w:tab/>
        <w:t>2.025e0</w:t>
      </w:r>
    </w:p>
    <w:p w:rsidR="00E00D30" w:rsidRDefault="00E00D30" w:rsidP="00E00D30">
      <w:r>
        <w:t>226.7981</w:t>
      </w:r>
      <w:r>
        <w:tab/>
        <w:t>2.025e0</w:t>
      </w:r>
    </w:p>
    <w:p w:rsidR="00E00D30" w:rsidRDefault="00E00D30" w:rsidP="00E00D30">
      <w:r>
        <w:t>226.8023</w:t>
      </w:r>
      <w:r>
        <w:tab/>
        <w:t>1.013e0</w:t>
      </w:r>
    </w:p>
    <w:p w:rsidR="00E00D30" w:rsidRDefault="00E00D30" w:rsidP="00E00D30">
      <w:r>
        <w:lastRenderedPageBreak/>
        <w:t>226.8137</w:t>
      </w:r>
      <w:r>
        <w:tab/>
        <w:t>1.013e0</w:t>
      </w:r>
    </w:p>
    <w:p w:rsidR="00E00D30" w:rsidRDefault="00E00D30" w:rsidP="00E00D30">
      <w:r>
        <w:t>226.8175</w:t>
      </w:r>
      <w:r>
        <w:tab/>
        <w:t>1.013e0</w:t>
      </w:r>
    </w:p>
    <w:p w:rsidR="00E00D30" w:rsidRDefault="00E00D30" w:rsidP="00E00D30">
      <w:r>
        <w:t>226.8699</w:t>
      </w:r>
      <w:r>
        <w:tab/>
        <w:t>1.013e0</w:t>
      </w:r>
    </w:p>
    <w:p w:rsidR="00E00D30" w:rsidRDefault="00E00D30" w:rsidP="00E00D30">
      <w:r>
        <w:t>226.8737</w:t>
      </w:r>
      <w:r>
        <w:tab/>
        <w:t>1.013e0</w:t>
      </w:r>
    </w:p>
    <w:p w:rsidR="00E00D30" w:rsidRDefault="00E00D30" w:rsidP="00E00D30">
      <w:r>
        <w:t>226.8817</w:t>
      </w:r>
      <w:r>
        <w:tab/>
        <w:t>1.013e0</w:t>
      </w:r>
    </w:p>
    <w:p w:rsidR="00E00D30" w:rsidRDefault="00E00D30" w:rsidP="00E00D30">
      <w:r>
        <w:t>226.8945</w:t>
      </w:r>
      <w:r>
        <w:tab/>
        <w:t>2.025e0</w:t>
      </w:r>
    </w:p>
    <w:p w:rsidR="00E00D30" w:rsidRDefault="00E00D30" w:rsidP="00E00D30">
      <w:r>
        <w:t>226.9134</w:t>
      </w:r>
      <w:r>
        <w:tab/>
        <w:t>3.038e0</w:t>
      </w:r>
    </w:p>
    <w:p w:rsidR="00E00D30" w:rsidRDefault="00E00D30" w:rsidP="00E00D30">
      <w:r>
        <w:t>226.9146</w:t>
      </w:r>
      <w:r>
        <w:tab/>
        <w:t>1.013e0</w:t>
      </w:r>
    </w:p>
    <w:p w:rsidR="00E00D30" w:rsidRDefault="00E00D30" w:rsidP="00E00D30">
      <w:r>
        <w:t>226.9264</w:t>
      </w:r>
      <w:r>
        <w:tab/>
        <w:t>2.025e0</w:t>
      </w:r>
    </w:p>
    <w:p w:rsidR="00E00D30" w:rsidRDefault="00E00D30" w:rsidP="00E00D30">
      <w:r>
        <w:t>226.9339</w:t>
      </w:r>
      <w:r>
        <w:tab/>
        <w:t>1.013e0</w:t>
      </w:r>
    </w:p>
    <w:p w:rsidR="00E00D30" w:rsidRDefault="00E00D30" w:rsidP="00E00D30">
      <w:r>
        <w:t>226.9416</w:t>
      </w:r>
      <w:r>
        <w:tab/>
        <w:t>1.013e0</w:t>
      </w:r>
    </w:p>
    <w:p w:rsidR="00E00D30" w:rsidRDefault="00E00D30" w:rsidP="00E00D30">
      <w:r>
        <w:t>226.9496</w:t>
      </w:r>
      <w:r>
        <w:tab/>
        <w:t>2.025e0</w:t>
      </w:r>
    </w:p>
    <w:p w:rsidR="00E00D30" w:rsidRDefault="00E00D30" w:rsidP="00E00D30">
      <w:r>
        <w:t>226.9510</w:t>
      </w:r>
      <w:r>
        <w:tab/>
        <w:t>2.025e0</w:t>
      </w:r>
    </w:p>
    <w:p w:rsidR="00E00D30" w:rsidRDefault="00E00D30" w:rsidP="00E00D30">
      <w:r>
        <w:t>226.9663</w:t>
      </w:r>
      <w:r>
        <w:tab/>
        <w:t>1.013e0</w:t>
      </w:r>
    </w:p>
    <w:p w:rsidR="00E00D30" w:rsidRDefault="00E00D30" w:rsidP="00E00D30">
      <w:r>
        <w:t>226.9748</w:t>
      </w:r>
      <w:r>
        <w:tab/>
        <w:t>1.013e0</w:t>
      </w:r>
    </w:p>
    <w:p w:rsidR="00E00D30" w:rsidRDefault="00E00D30" w:rsidP="00E00D30">
      <w:r>
        <w:t>226.9824</w:t>
      </w:r>
      <w:r>
        <w:tab/>
        <w:t>1.013e0</w:t>
      </w:r>
    </w:p>
    <w:p w:rsidR="00E00D30" w:rsidRDefault="00E00D30" w:rsidP="00E00D30">
      <w:r>
        <w:t>226.9991</w:t>
      </w:r>
      <w:r>
        <w:tab/>
        <w:t>1.770e0</w:t>
      </w:r>
    </w:p>
    <w:p w:rsidR="00E00D30" w:rsidRDefault="00E00D30" w:rsidP="00E00D30">
      <w:r>
        <w:t>227.0092</w:t>
      </w:r>
      <w:r>
        <w:tab/>
        <w:t>4.051e0</w:t>
      </w:r>
    </w:p>
    <w:p w:rsidR="00E00D30" w:rsidRDefault="00E00D30" w:rsidP="00E00D30">
      <w:r>
        <w:t>227.0108</w:t>
      </w:r>
      <w:r>
        <w:tab/>
        <w:t>8.101e0</w:t>
      </w:r>
    </w:p>
    <w:p w:rsidR="00E00D30" w:rsidRDefault="00E00D30" w:rsidP="00E00D30">
      <w:r>
        <w:lastRenderedPageBreak/>
        <w:t>227.0134</w:t>
      </w:r>
      <w:r>
        <w:tab/>
        <w:t>1.013e0</w:t>
      </w:r>
    </w:p>
    <w:p w:rsidR="00E00D30" w:rsidRDefault="00E00D30" w:rsidP="00E00D30">
      <w:r>
        <w:t>227.0184</w:t>
      </w:r>
      <w:r>
        <w:tab/>
        <w:t>4.214e0</w:t>
      </w:r>
    </w:p>
    <w:p w:rsidR="00E00D30" w:rsidRDefault="00E00D30" w:rsidP="00E00D30">
      <w:r>
        <w:t>227.0240</w:t>
      </w:r>
      <w:r>
        <w:tab/>
        <w:t>2.025e0</w:t>
      </w:r>
    </w:p>
    <w:p w:rsidR="00E00D30" w:rsidRDefault="00E00D30" w:rsidP="00E00D30">
      <w:r>
        <w:t>227.0268</w:t>
      </w:r>
      <w:r>
        <w:tab/>
        <w:t>5.063e0</w:t>
      </w:r>
    </w:p>
    <w:p w:rsidR="00E00D30" w:rsidRDefault="00E00D30" w:rsidP="00E00D30">
      <w:r>
        <w:t>227.0281</w:t>
      </w:r>
      <w:r>
        <w:tab/>
        <w:t>5.063e0</w:t>
      </w:r>
    </w:p>
    <w:p w:rsidR="00E00D30" w:rsidRDefault="00E00D30" w:rsidP="00E00D30">
      <w:r>
        <w:t>227.0366</w:t>
      </w:r>
      <w:r>
        <w:tab/>
        <w:t>2.025e0</w:t>
      </w:r>
    </w:p>
    <w:p w:rsidR="00E00D30" w:rsidRDefault="00E00D30" w:rsidP="00E00D30">
      <w:r>
        <w:t>227.0544</w:t>
      </w:r>
      <w:r>
        <w:tab/>
        <w:t>1.013e0</w:t>
      </w:r>
    </w:p>
    <w:p w:rsidR="00E00D30" w:rsidRDefault="00E00D30" w:rsidP="00E00D30">
      <w:r>
        <w:t>227.0583</w:t>
      </w:r>
      <w:r>
        <w:tab/>
        <w:t>2.025e0</w:t>
      </w:r>
    </w:p>
    <w:p w:rsidR="00E00D30" w:rsidRDefault="00E00D30" w:rsidP="00E00D30">
      <w:r>
        <w:t>227.0656</w:t>
      </w:r>
      <w:r>
        <w:tab/>
        <w:t>1.013e0</w:t>
      </w:r>
    </w:p>
    <w:p w:rsidR="00E00D30" w:rsidRDefault="00E00D30" w:rsidP="00E00D30">
      <w:r>
        <w:t>227.0716</w:t>
      </w:r>
      <w:r>
        <w:tab/>
        <w:t>2.025e0</w:t>
      </w:r>
    </w:p>
    <w:p w:rsidR="00E00D30" w:rsidRDefault="00E00D30" w:rsidP="00E00D30">
      <w:r>
        <w:t>227.0734</w:t>
      </w:r>
      <w:r>
        <w:tab/>
        <w:t>2.025e0</w:t>
      </w:r>
    </w:p>
    <w:p w:rsidR="00E00D30" w:rsidRDefault="00E00D30" w:rsidP="00E00D30">
      <w:r>
        <w:t>227.0988</w:t>
      </w:r>
      <w:r>
        <w:tab/>
        <w:t>1.013e0</w:t>
      </w:r>
    </w:p>
    <w:p w:rsidR="00E00D30" w:rsidRDefault="00E00D30" w:rsidP="00E00D30">
      <w:r>
        <w:t>227.1105</w:t>
      </w:r>
      <w:r>
        <w:tab/>
        <w:t>3.038e0</w:t>
      </w:r>
    </w:p>
    <w:p w:rsidR="00E00D30" w:rsidRDefault="00E00D30" w:rsidP="00E00D30">
      <w:r>
        <w:t>227.1146</w:t>
      </w:r>
      <w:r>
        <w:tab/>
        <w:t>1.013e0</w:t>
      </w:r>
    </w:p>
    <w:p w:rsidR="00E00D30" w:rsidRDefault="00E00D30" w:rsidP="00E00D30">
      <w:r>
        <w:t>227.1258</w:t>
      </w:r>
      <w:r>
        <w:tab/>
        <w:t>1.013e0</w:t>
      </w:r>
    </w:p>
    <w:p w:rsidR="00E00D30" w:rsidRDefault="00E00D30" w:rsidP="00E00D30">
      <w:r>
        <w:t>227.1302</w:t>
      </w:r>
      <w:r>
        <w:tab/>
        <w:t>2.025e0</w:t>
      </w:r>
    </w:p>
    <w:p w:rsidR="00E00D30" w:rsidRDefault="00E00D30" w:rsidP="00E00D30">
      <w:r>
        <w:t>227.1505</w:t>
      </w:r>
      <w:r>
        <w:tab/>
        <w:t>1.013e0</w:t>
      </w:r>
    </w:p>
    <w:p w:rsidR="00E00D30" w:rsidRDefault="00E00D30" w:rsidP="00E00D30">
      <w:r>
        <w:t>227.1548</w:t>
      </w:r>
      <w:r>
        <w:tab/>
        <w:t>1.013e0</w:t>
      </w:r>
    </w:p>
    <w:p w:rsidR="00E00D30" w:rsidRDefault="00E00D30" w:rsidP="00E00D30">
      <w:r>
        <w:t>227.1603</w:t>
      </w:r>
      <w:r>
        <w:tab/>
        <w:t>2.025e0</w:t>
      </w:r>
    </w:p>
    <w:p w:rsidR="00E00D30" w:rsidRDefault="00E00D30" w:rsidP="00E00D30">
      <w:r>
        <w:lastRenderedPageBreak/>
        <w:t>227.1626</w:t>
      </w:r>
      <w:r>
        <w:tab/>
        <w:t>4.051e0</w:t>
      </w:r>
    </w:p>
    <w:p w:rsidR="00E00D30" w:rsidRDefault="00E00D30" w:rsidP="00E00D30">
      <w:r>
        <w:t>227.1708</w:t>
      </w:r>
      <w:r>
        <w:tab/>
        <w:t>3.038e0</w:t>
      </w:r>
    </w:p>
    <w:p w:rsidR="00E00D30" w:rsidRDefault="00E00D30" w:rsidP="00E00D30">
      <w:r>
        <w:t>227.1743</w:t>
      </w:r>
      <w:r>
        <w:tab/>
        <w:t>1.013e0</w:t>
      </w:r>
    </w:p>
    <w:p w:rsidR="00E00D30" w:rsidRDefault="00E00D30" w:rsidP="00E00D30">
      <w:r>
        <w:t>227.1822</w:t>
      </w:r>
      <w:r>
        <w:tab/>
        <w:t>1.013e0</w:t>
      </w:r>
    </w:p>
    <w:p w:rsidR="00E00D30" w:rsidRDefault="00E00D30" w:rsidP="00E00D30">
      <w:r>
        <w:t>227.1937</w:t>
      </w:r>
      <w:r>
        <w:tab/>
        <w:t>1.013e0</w:t>
      </w:r>
    </w:p>
    <w:p w:rsidR="00E00D30" w:rsidRDefault="00E00D30" w:rsidP="00E00D30">
      <w:r>
        <w:t>227.2019</w:t>
      </w:r>
      <w:r>
        <w:tab/>
        <w:t>1.013e0</w:t>
      </w:r>
    </w:p>
    <w:p w:rsidR="00E00D30" w:rsidRDefault="00E00D30" w:rsidP="00E00D30">
      <w:r>
        <w:t>227.2061</w:t>
      </w:r>
      <w:r>
        <w:tab/>
        <w:t>2.025e0</w:t>
      </w:r>
    </w:p>
    <w:p w:rsidR="00E00D30" w:rsidRDefault="00E00D30" w:rsidP="00E00D30">
      <w:r>
        <w:t>227.2104</w:t>
      </w:r>
      <w:r>
        <w:tab/>
        <w:t>1.013e0</w:t>
      </w:r>
    </w:p>
    <w:p w:rsidR="00E00D30" w:rsidRDefault="00E00D30" w:rsidP="00E00D30">
      <w:r>
        <w:t>227.2169</w:t>
      </w:r>
      <w:r>
        <w:tab/>
        <w:t>2.025e0</w:t>
      </w:r>
    </w:p>
    <w:p w:rsidR="00E00D30" w:rsidRDefault="00E00D30" w:rsidP="00E00D30">
      <w:r>
        <w:t>227.2310</w:t>
      </w:r>
      <w:r>
        <w:tab/>
        <w:t>1.013e0</w:t>
      </w:r>
    </w:p>
    <w:p w:rsidR="00E00D30" w:rsidRDefault="00E00D30" w:rsidP="00E00D30">
      <w:r>
        <w:t>227.2445</w:t>
      </w:r>
      <w:r>
        <w:tab/>
        <w:t>2.025e0</w:t>
      </w:r>
    </w:p>
    <w:p w:rsidR="00E00D30" w:rsidRDefault="00E00D30" w:rsidP="00E00D30">
      <w:r>
        <w:t>227.2577</w:t>
      </w:r>
      <w:r>
        <w:tab/>
        <w:t>1.013e0</w:t>
      </w:r>
    </w:p>
    <w:p w:rsidR="00E00D30" w:rsidRDefault="00E00D30" w:rsidP="00E00D30">
      <w:r>
        <w:t>227.2725</w:t>
      </w:r>
      <w:r>
        <w:tab/>
        <w:t>2.025e0</w:t>
      </w:r>
    </w:p>
    <w:p w:rsidR="00E00D30" w:rsidRDefault="00E00D30" w:rsidP="00E00D30">
      <w:r>
        <w:t>227.2947</w:t>
      </w:r>
      <w:r>
        <w:tab/>
        <w:t>2.025e0</w:t>
      </w:r>
    </w:p>
    <w:p w:rsidR="00E00D30" w:rsidRDefault="00E00D30" w:rsidP="00E00D30">
      <w:r>
        <w:t>227.3065</w:t>
      </w:r>
      <w:r>
        <w:tab/>
        <w:t>3.038e0</w:t>
      </w:r>
    </w:p>
    <w:p w:rsidR="00E00D30" w:rsidRDefault="00E00D30" w:rsidP="00E00D30">
      <w:r>
        <w:t>227.3303</w:t>
      </w:r>
      <w:r>
        <w:tab/>
        <w:t>1.013e0</w:t>
      </w:r>
    </w:p>
    <w:p w:rsidR="00E00D30" w:rsidRDefault="00E00D30" w:rsidP="00E00D30">
      <w:r>
        <w:t>227.3390</w:t>
      </w:r>
      <w:r>
        <w:tab/>
        <w:t>1.013e0</w:t>
      </w:r>
    </w:p>
    <w:p w:rsidR="00E00D30" w:rsidRDefault="00E00D30" w:rsidP="00E00D30">
      <w:r>
        <w:t>227.3432</w:t>
      </w:r>
      <w:r>
        <w:tab/>
        <w:t>2.025e0</w:t>
      </w:r>
    </w:p>
    <w:p w:rsidR="00E00D30" w:rsidRDefault="00E00D30" w:rsidP="00E00D30">
      <w:r>
        <w:t>227.3675</w:t>
      </w:r>
      <w:r>
        <w:tab/>
        <w:t>3.038e0</w:t>
      </w:r>
    </w:p>
    <w:p w:rsidR="00E00D30" w:rsidRDefault="00E00D30" w:rsidP="00E00D30">
      <w:r>
        <w:lastRenderedPageBreak/>
        <w:t>227.3818</w:t>
      </w:r>
      <w:r>
        <w:tab/>
        <w:t>1.013e0</w:t>
      </w:r>
    </w:p>
    <w:p w:rsidR="00E00D30" w:rsidRDefault="00E00D30" w:rsidP="00E00D30">
      <w:r>
        <w:t>227.4151</w:t>
      </w:r>
      <w:r>
        <w:tab/>
        <w:t>1.013e0</w:t>
      </w:r>
    </w:p>
    <w:p w:rsidR="00E00D30" w:rsidRDefault="00E00D30" w:rsidP="00E00D30">
      <w:r>
        <w:t>227.4188</w:t>
      </w:r>
      <w:r>
        <w:tab/>
        <w:t>1.013e0</w:t>
      </w:r>
    </w:p>
    <w:p w:rsidR="00E00D30" w:rsidRDefault="00E00D30" w:rsidP="00E00D30">
      <w:r>
        <w:t>227.4270</w:t>
      </w:r>
      <w:r>
        <w:tab/>
        <w:t>1.013e0</w:t>
      </w:r>
    </w:p>
    <w:p w:rsidR="00E00D30" w:rsidRDefault="00E00D30" w:rsidP="00E00D30">
      <w:r>
        <w:t>227.4344</w:t>
      </w:r>
      <w:r>
        <w:tab/>
        <w:t>1.013e0</w:t>
      </w:r>
    </w:p>
    <w:p w:rsidR="00E00D30" w:rsidRDefault="00E00D30" w:rsidP="00E00D30">
      <w:r>
        <w:t>227.4546</w:t>
      </w:r>
      <w:r>
        <w:tab/>
        <w:t>1.013e0</w:t>
      </w:r>
    </w:p>
    <w:p w:rsidR="00E00D30" w:rsidRDefault="00E00D30" w:rsidP="00E00D30">
      <w:r>
        <w:t>227.4646</w:t>
      </w:r>
      <w:r>
        <w:tab/>
        <w:t>2.025e0</w:t>
      </w:r>
    </w:p>
    <w:p w:rsidR="00E00D30" w:rsidRDefault="00E00D30" w:rsidP="00E00D30">
      <w:r>
        <w:t>227.4753</w:t>
      </w:r>
      <w:r>
        <w:tab/>
        <w:t>1.013e0</w:t>
      </w:r>
    </w:p>
    <w:p w:rsidR="00E00D30" w:rsidRDefault="00E00D30" w:rsidP="00E00D30">
      <w:r>
        <w:t>227.4809</w:t>
      </w:r>
      <w:r>
        <w:tab/>
        <w:t>2.025e0</w:t>
      </w:r>
    </w:p>
    <w:p w:rsidR="00E00D30" w:rsidRDefault="00E00D30" w:rsidP="00E00D30">
      <w:r>
        <w:t>227.5148</w:t>
      </w:r>
      <w:r>
        <w:tab/>
        <w:t>1.013e0</w:t>
      </w:r>
    </w:p>
    <w:p w:rsidR="00E00D30" w:rsidRDefault="00E00D30" w:rsidP="00E00D30">
      <w:r>
        <w:t>227.5190</w:t>
      </w:r>
      <w:r>
        <w:tab/>
        <w:t>2.025e0</w:t>
      </w:r>
    </w:p>
    <w:p w:rsidR="00E00D30" w:rsidRDefault="00E00D30" w:rsidP="00E00D30">
      <w:r>
        <w:t>227.5277</w:t>
      </w:r>
      <w:r>
        <w:tab/>
        <w:t>2.025e0</w:t>
      </w:r>
    </w:p>
    <w:p w:rsidR="00E00D30" w:rsidRDefault="00E00D30" w:rsidP="00E00D30">
      <w:r>
        <w:t>227.5510</w:t>
      </w:r>
      <w:r>
        <w:tab/>
        <w:t>2.025e0</w:t>
      </w:r>
    </w:p>
    <w:p w:rsidR="00E00D30" w:rsidRDefault="00E00D30" w:rsidP="00E00D30">
      <w:r>
        <w:t>227.5551</w:t>
      </w:r>
      <w:r>
        <w:tab/>
        <w:t>2.025e0</w:t>
      </w:r>
    </w:p>
    <w:p w:rsidR="00E00D30" w:rsidRDefault="00E00D30" w:rsidP="00E00D30">
      <w:r>
        <w:t>227.5587</w:t>
      </w:r>
      <w:r>
        <w:tab/>
        <w:t>1.013e0</w:t>
      </w:r>
    </w:p>
    <w:p w:rsidR="00E00D30" w:rsidRDefault="00E00D30" w:rsidP="00E00D30">
      <w:r>
        <w:t>227.5748</w:t>
      </w:r>
      <w:r>
        <w:tab/>
        <w:t>2.025e0</w:t>
      </w:r>
    </w:p>
    <w:p w:rsidR="00E00D30" w:rsidRDefault="00E00D30" w:rsidP="00E00D30">
      <w:r>
        <w:t>227.5934</w:t>
      </w:r>
      <w:r>
        <w:tab/>
        <w:t>2.025e0</w:t>
      </w:r>
    </w:p>
    <w:p w:rsidR="00E00D30" w:rsidRDefault="00E00D30" w:rsidP="00E00D30">
      <w:r>
        <w:t>227.6036</w:t>
      </w:r>
      <w:r>
        <w:tab/>
        <w:t>1.013e0</w:t>
      </w:r>
    </w:p>
    <w:p w:rsidR="00E00D30" w:rsidRDefault="00E00D30" w:rsidP="00E00D30">
      <w:r>
        <w:t>227.6149</w:t>
      </w:r>
      <w:r>
        <w:tab/>
        <w:t>1.013e0</w:t>
      </w:r>
    </w:p>
    <w:p w:rsidR="00E00D30" w:rsidRDefault="00E00D30" w:rsidP="00E00D30">
      <w:r>
        <w:lastRenderedPageBreak/>
        <w:t>227.6413</w:t>
      </w:r>
      <w:r>
        <w:tab/>
        <w:t>2.025e0</w:t>
      </w:r>
    </w:p>
    <w:p w:rsidR="00E00D30" w:rsidRDefault="00E00D30" w:rsidP="00E00D30">
      <w:r>
        <w:t>227.6617</w:t>
      </w:r>
      <w:r>
        <w:tab/>
        <w:t>2.025e0</w:t>
      </w:r>
    </w:p>
    <w:p w:rsidR="00E00D30" w:rsidRDefault="00E00D30" w:rsidP="00E00D30">
      <w:r>
        <w:t>227.6828</w:t>
      </w:r>
      <w:r>
        <w:tab/>
        <w:t>1.013e0</w:t>
      </w:r>
    </w:p>
    <w:p w:rsidR="00E00D30" w:rsidRDefault="00E00D30" w:rsidP="00E00D30">
      <w:r>
        <w:t>227.6866</w:t>
      </w:r>
      <w:r>
        <w:tab/>
        <w:t>1.013e0</w:t>
      </w:r>
    </w:p>
    <w:p w:rsidR="00E00D30" w:rsidRDefault="00E00D30" w:rsidP="00E00D30">
      <w:r>
        <w:t>227.6950</w:t>
      </w:r>
      <w:r>
        <w:tab/>
        <w:t>1.013e0</w:t>
      </w:r>
    </w:p>
    <w:p w:rsidR="00E00D30" w:rsidRDefault="00E00D30" w:rsidP="00E00D30">
      <w:r>
        <w:t>227.7199</w:t>
      </w:r>
      <w:r>
        <w:tab/>
        <w:t>1.013e0</w:t>
      </w:r>
    </w:p>
    <w:p w:rsidR="00E00D30" w:rsidRDefault="00E00D30" w:rsidP="00E00D30">
      <w:r>
        <w:t>227.7354</w:t>
      </w:r>
      <w:r>
        <w:tab/>
        <w:t>1.013e0</w:t>
      </w:r>
    </w:p>
    <w:p w:rsidR="00E00D30" w:rsidRDefault="00E00D30" w:rsidP="00E00D30">
      <w:r>
        <w:t>227.7393</w:t>
      </w:r>
      <w:r>
        <w:tab/>
        <w:t>2.025e0</w:t>
      </w:r>
    </w:p>
    <w:p w:rsidR="00E00D30" w:rsidRDefault="00E00D30" w:rsidP="00E00D30">
      <w:r>
        <w:t>227.7469</w:t>
      </w:r>
      <w:r>
        <w:tab/>
        <w:t>1.013e0</w:t>
      </w:r>
    </w:p>
    <w:p w:rsidR="00E00D30" w:rsidRDefault="00E00D30" w:rsidP="00E00D30">
      <w:r>
        <w:t>227.7596</w:t>
      </w:r>
      <w:r>
        <w:tab/>
        <w:t>1.013e0</w:t>
      </w:r>
    </w:p>
    <w:p w:rsidR="00E00D30" w:rsidRDefault="00E00D30" w:rsidP="00E00D30">
      <w:r>
        <w:t>227.7725</w:t>
      </w:r>
      <w:r>
        <w:tab/>
        <w:t>1.013e0</w:t>
      </w:r>
    </w:p>
    <w:p w:rsidR="00E00D30" w:rsidRDefault="00E00D30" w:rsidP="00E00D30">
      <w:r>
        <w:t>227.7796</w:t>
      </w:r>
      <w:r>
        <w:tab/>
        <w:t>2.025e0</w:t>
      </w:r>
    </w:p>
    <w:p w:rsidR="00E00D30" w:rsidRDefault="00E00D30" w:rsidP="00E00D30">
      <w:r>
        <w:t>227.7838</w:t>
      </w:r>
      <w:r>
        <w:tab/>
        <w:t>1.013e0</w:t>
      </w:r>
    </w:p>
    <w:p w:rsidR="00E00D30" w:rsidRDefault="00E00D30" w:rsidP="00E00D30">
      <w:r>
        <w:t>227.7917</w:t>
      </w:r>
      <w:r>
        <w:tab/>
        <w:t>1.013e0</w:t>
      </w:r>
    </w:p>
    <w:p w:rsidR="00E00D30" w:rsidRDefault="00E00D30" w:rsidP="00E00D30">
      <w:r>
        <w:t>227.8150</w:t>
      </w:r>
      <w:r>
        <w:tab/>
        <w:t>1.013e0</w:t>
      </w:r>
    </w:p>
    <w:p w:rsidR="00E00D30" w:rsidRDefault="00E00D30" w:rsidP="00E00D30">
      <w:r>
        <w:t>227.8237</w:t>
      </w:r>
      <w:r>
        <w:tab/>
        <w:t>2.025e0</w:t>
      </w:r>
    </w:p>
    <w:p w:rsidR="00E00D30" w:rsidRDefault="00E00D30" w:rsidP="00E00D30">
      <w:r>
        <w:t>227.8365</w:t>
      </w:r>
      <w:r>
        <w:tab/>
        <w:t>1.013e0</w:t>
      </w:r>
    </w:p>
    <w:p w:rsidR="00E00D30" w:rsidRDefault="00E00D30" w:rsidP="00E00D30">
      <w:r>
        <w:t>227.8538</w:t>
      </w:r>
      <w:r>
        <w:tab/>
        <w:t>2.025e0</w:t>
      </w:r>
    </w:p>
    <w:p w:rsidR="00E00D30" w:rsidRDefault="00E00D30" w:rsidP="00E00D30">
      <w:r>
        <w:t>227.8797</w:t>
      </w:r>
      <w:r>
        <w:tab/>
        <w:t>2.025e0</w:t>
      </w:r>
    </w:p>
    <w:p w:rsidR="00E00D30" w:rsidRDefault="00E00D30" w:rsidP="00E00D30">
      <w:r>
        <w:lastRenderedPageBreak/>
        <w:t>227.9042</w:t>
      </w:r>
      <w:r>
        <w:tab/>
        <w:t>1.013e0</w:t>
      </w:r>
    </w:p>
    <w:p w:rsidR="00E00D30" w:rsidRDefault="00E00D30" w:rsidP="00E00D30">
      <w:r>
        <w:t>227.9158</w:t>
      </w:r>
      <w:r>
        <w:tab/>
        <w:t>1.013e0</w:t>
      </w:r>
    </w:p>
    <w:p w:rsidR="00E00D30" w:rsidRDefault="00E00D30" w:rsidP="00E00D30">
      <w:r>
        <w:t>227.9397</w:t>
      </w:r>
      <w:r>
        <w:tab/>
        <w:t>1.013e0</w:t>
      </w:r>
    </w:p>
    <w:p w:rsidR="00E00D30" w:rsidRDefault="00E00D30" w:rsidP="00E00D30">
      <w:r>
        <w:t>227.9440</w:t>
      </w:r>
      <w:r>
        <w:tab/>
        <w:t>1.013e0</w:t>
      </w:r>
    </w:p>
    <w:p w:rsidR="00E00D30" w:rsidRDefault="00E00D30" w:rsidP="00E00D30">
      <w:r>
        <w:t>227.9482</w:t>
      </w:r>
      <w:r>
        <w:tab/>
        <w:t>2.025e0</w:t>
      </w:r>
    </w:p>
    <w:p w:rsidR="00E00D30" w:rsidRDefault="00E00D30" w:rsidP="00E00D30">
      <w:r>
        <w:t>227.9684</w:t>
      </w:r>
      <w:r>
        <w:tab/>
        <w:t>3.038e0</w:t>
      </w:r>
    </w:p>
    <w:p w:rsidR="00E00D30" w:rsidRDefault="00E00D30" w:rsidP="00E00D30">
      <w:r>
        <w:t>227.9772</w:t>
      </w:r>
      <w:r>
        <w:tab/>
        <w:t>6.076e0</w:t>
      </w:r>
    </w:p>
    <w:p w:rsidR="00E00D30" w:rsidRDefault="00E00D30" w:rsidP="00E00D30">
      <w:r>
        <w:t>227.9816</w:t>
      </w:r>
      <w:r>
        <w:tab/>
        <w:t>3.876e1</w:t>
      </w:r>
    </w:p>
    <w:p w:rsidR="00E00D30" w:rsidRDefault="00E00D30" w:rsidP="00E00D30">
      <w:r>
        <w:t>227.9903</w:t>
      </w:r>
      <w:r>
        <w:tab/>
        <w:t>4.456e1</w:t>
      </w:r>
    </w:p>
    <w:p w:rsidR="00E00D30" w:rsidRDefault="00E00D30" w:rsidP="00E00D30">
      <w:r>
        <w:t>227.9949</w:t>
      </w:r>
      <w:r>
        <w:tab/>
        <w:t>7.079e0</w:t>
      </w:r>
    </w:p>
    <w:p w:rsidR="00E00D30" w:rsidRDefault="00E00D30" w:rsidP="00E00D30">
      <w:r>
        <w:t>228.0047</w:t>
      </w:r>
      <w:r>
        <w:tab/>
        <w:t>2.466e1</w:t>
      </w:r>
    </w:p>
    <w:p w:rsidR="00E00D30" w:rsidRDefault="00E00D30" w:rsidP="00E00D30">
      <w:r>
        <w:t>228.0058</w:t>
      </w:r>
      <w:r>
        <w:tab/>
        <w:t>2.322e1</w:t>
      </w:r>
    </w:p>
    <w:p w:rsidR="00E00D30" w:rsidRDefault="00E00D30" w:rsidP="00E00D30">
      <w:r>
        <w:t>228.0077</w:t>
      </w:r>
      <w:r>
        <w:tab/>
        <w:t>1.056e1</w:t>
      </w:r>
    </w:p>
    <w:p w:rsidR="00E00D30" w:rsidRDefault="00E00D30" w:rsidP="00E00D30">
      <w:r>
        <w:t>228.0092</w:t>
      </w:r>
      <w:r>
        <w:tab/>
        <w:t>6.076e0</w:t>
      </w:r>
    </w:p>
    <w:p w:rsidR="00E00D30" w:rsidRDefault="00E00D30" w:rsidP="00E00D30">
      <w:r>
        <w:t>228.0183</w:t>
      </w:r>
      <w:r>
        <w:tab/>
        <w:t>4.060e0</w:t>
      </w:r>
    </w:p>
    <w:p w:rsidR="00E00D30" w:rsidRDefault="00E00D30" w:rsidP="00E00D30">
      <w:r>
        <w:t>228.0306</w:t>
      </w:r>
      <w:r>
        <w:tab/>
        <w:t>2.025e0</w:t>
      </w:r>
    </w:p>
    <w:p w:rsidR="00E00D30" w:rsidRDefault="00E00D30" w:rsidP="00E00D30">
      <w:r>
        <w:t>228.0336</w:t>
      </w:r>
      <w:r>
        <w:tab/>
        <w:t>2.757e0</w:t>
      </w:r>
    </w:p>
    <w:p w:rsidR="00E00D30" w:rsidRDefault="00E00D30" w:rsidP="00E00D30">
      <w:r>
        <w:t>228.0555</w:t>
      </w:r>
      <w:r>
        <w:tab/>
        <w:t>1.013e0</w:t>
      </w:r>
    </w:p>
    <w:p w:rsidR="00E00D30" w:rsidRDefault="00E00D30" w:rsidP="00E00D30">
      <w:r>
        <w:t>228.0598</w:t>
      </w:r>
      <w:r>
        <w:tab/>
        <w:t>1.013e0</w:t>
      </w:r>
    </w:p>
    <w:p w:rsidR="00E00D30" w:rsidRDefault="00E00D30" w:rsidP="00E00D30">
      <w:r>
        <w:lastRenderedPageBreak/>
        <w:t>228.0812</w:t>
      </w:r>
      <w:r>
        <w:tab/>
        <w:t>2.025e0</w:t>
      </w:r>
    </w:p>
    <w:p w:rsidR="00E00D30" w:rsidRDefault="00E00D30" w:rsidP="00E00D30">
      <w:r>
        <w:t>228.0969</w:t>
      </w:r>
      <w:r>
        <w:tab/>
        <w:t>1.013e0</w:t>
      </w:r>
    </w:p>
    <w:p w:rsidR="00E00D30" w:rsidRDefault="00E00D30" w:rsidP="00E00D30">
      <w:r>
        <w:t>228.0984</w:t>
      </w:r>
      <w:r>
        <w:tab/>
        <w:t>2.025e0</w:t>
      </w:r>
    </w:p>
    <w:p w:rsidR="00E00D30" w:rsidRDefault="00E00D30" w:rsidP="00E00D30">
      <w:r>
        <w:t>228.1030</w:t>
      </w:r>
      <w:r>
        <w:tab/>
        <w:t>3.709e0</w:t>
      </w:r>
    </w:p>
    <w:p w:rsidR="00E00D30" w:rsidRDefault="00E00D30" w:rsidP="00E00D30">
      <w:r>
        <w:t>228.1043</w:t>
      </w:r>
      <w:r>
        <w:tab/>
        <w:t>3.038e0</w:t>
      </w:r>
    </w:p>
    <w:p w:rsidR="00E00D30" w:rsidRDefault="00E00D30" w:rsidP="00E00D30">
      <w:r>
        <w:t>228.1330</w:t>
      </w:r>
      <w:r>
        <w:tab/>
        <w:t>1.013e0</w:t>
      </w:r>
    </w:p>
    <w:p w:rsidR="00E00D30" w:rsidRDefault="00E00D30" w:rsidP="00E00D30">
      <w:r>
        <w:t>228.1376</w:t>
      </w:r>
      <w:r>
        <w:tab/>
        <w:t>1.013e0</w:t>
      </w:r>
    </w:p>
    <w:p w:rsidR="00E00D30" w:rsidRDefault="00E00D30" w:rsidP="00E00D30">
      <w:r>
        <w:t>228.1586</w:t>
      </w:r>
      <w:r>
        <w:tab/>
        <w:t>3.038e0</w:t>
      </w:r>
    </w:p>
    <w:p w:rsidR="00E00D30" w:rsidRDefault="00E00D30" w:rsidP="00E00D30">
      <w:r>
        <w:t>228.1607</w:t>
      </w:r>
      <w:r>
        <w:tab/>
        <w:t>2.025e0</w:t>
      </w:r>
    </w:p>
    <w:p w:rsidR="00E00D30" w:rsidRDefault="00E00D30" w:rsidP="00E00D30">
      <w:r>
        <w:t>228.1846</w:t>
      </w:r>
      <w:r>
        <w:tab/>
        <w:t>1.013e0</w:t>
      </w:r>
    </w:p>
    <w:p w:rsidR="00E00D30" w:rsidRDefault="00E00D30" w:rsidP="00E00D30">
      <w:r>
        <w:t>228.1876</w:t>
      </w:r>
      <w:r>
        <w:tab/>
        <w:t>7.089e0</w:t>
      </w:r>
    </w:p>
    <w:p w:rsidR="00E00D30" w:rsidRDefault="00E00D30" w:rsidP="00E00D30">
      <w:r>
        <w:t>228.1935</w:t>
      </w:r>
      <w:r>
        <w:tab/>
        <w:t>1.013e0</w:t>
      </w:r>
    </w:p>
    <w:p w:rsidR="00E00D30" w:rsidRDefault="00E00D30" w:rsidP="00E00D30">
      <w:r>
        <w:t>228.2017</w:t>
      </w:r>
      <w:r>
        <w:tab/>
        <w:t>1.013e0</w:t>
      </w:r>
    </w:p>
    <w:p w:rsidR="00E00D30" w:rsidRDefault="00E00D30" w:rsidP="00E00D30">
      <w:r>
        <w:t>228.2034</w:t>
      </w:r>
      <w:r>
        <w:tab/>
        <w:t>3.038e0</w:t>
      </w:r>
    </w:p>
    <w:p w:rsidR="00E00D30" w:rsidRDefault="00E00D30" w:rsidP="00E00D30">
      <w:r>
        <w:t>228.2055</w:t>
      </w:r>
      <w:r>
        <w:tab/>
        <w:t>3.038e0</w:t>
      </w:r>
    </w:p>
    <w:p w:rsidR="00E00D30" w:rsidRDefault="00E00D30" w:rsidP="00E00D30">
      <w:r>
        <w:t>228.2092</w:t>
      </w:r>
      <w:r>
        <w:tab/>
        <w:t>1.013e0</w:t>
      </w:r>
    </w:p>
    <w:p w:rsidR="00E00D30" w:rsidRDefault="00E00D30" w:rsidP="00E00D30">
      <w:r>
        <w:t>228.2450</w:t>
      </w:r>
      <w:r>
        <w:tab/>
        <w:t>3.038e0</w:t>
      </w:r>
    </w:p>
    <w:p w:rsidR="00E00D30" w:rsidRDefault="00E00D30" w:rsidP="00E00D30">
      <w:r>
        <w:t>228.2552</w:t>
      </w:r>
      <w:r>
        <w:tab/>
        <w:t>2.025e0</w:t>
      </w:r>
    </w:p>
    <w:p w:rsidR="00E00D30" w:rsidRDefault="00E00D30" w:rsidP="00E00D30">
      <w:r>
        <w:t>228.2619</w:t>
      </w:r>
      <w:r>
        <w:tab/>
        <w:t>2.025e0</w:t>
      </w:r>
    </w:p>
    <w:p w:rsidR="00E00D30" w:rsidRDefault="00E00D30" w:rsidP="00E00D30">
      <w:r>
        <w:lastRenderedPageBreak/>
        <w:t>228.2656</w:t>
      </w:r>
      <w:r>
        <w:tab/>
        <w:t>1.013e0</w:t>
      </w:r>
    </w:p>
    <w:p w:rsidR="00E00D30" w:rsidRDefault="00E00D30" w:rsidP="00E00D30">
      <w:r>
        <w:t>228.2786</w:t>
      </w:r>
      <w:r>
        <w:tab/>
        <w:t>3.038e0</w:t>
      </w:r>
    </w:p>
    <w:p w:rsidR="00E00D30" w:rsidRDefault="00E00D30" w:rsidP="00E00D30">
      <w:r>
        <w:t>228.2870</w:t>
      </w:r>
      <w:r>
        <w:tab/>
        <w:t>2.025e0</w:t>
      </w:r>
    </w:p>
    <w:p w:rsidR="00E00D30" w:rsidRDefault="00E00D30" w:rsidP="00E00D30">
      <w:r>
        <w:t>228.2966</w:t>
      </w:r>
      <w:r>
        <w:tab/>
        <w:t>1.013e0</w:t>
      </w:r>
    </w:p>
    <w:p w:rsidR="00E00D30" w:rsidRDefault="00E00D30" w:rsidP="00E00D30">
      <w:r>
        <w:t>228.3092</w:t>
      </w:r>
      <w:r>
        <w:tab/>
        <w:t>1.013e0</w:t>
      </w:r>
    </w:p>
    <w:p w:rsidR="00E00D30" w:rsidRDefault="00E00D30" w:rsidP="00E00D30">
      <w:r>
        <w:t>228.3179</w:t>
      </w:r>
      <w:r>
        <w:tab/>
        <w:t>2.025e0</w:t>
      </w:r>
    </w:p>
    <w:p w:rsidR="00E00D30" w:rsidRDefault="00E00D30" w:rsidP="00E00D30">
      <w:r>
        <w:t>228.3337</w:t>
      </w:r>
      <w:r>
        <w:tab/>
        <w:t>1.013e0</w:t>
      </w:r>
    </w:p>
    <w:p w:rsidR="00E00D30" w:rsidRDefault="00E00D30" w:rsidP="00E00D30">
      <w:r>
        <w:t>228.3413</w:t>
      </w:r>
      <w:r>
        <w:tab/>
        <w:t>1.013e0</w:t>
      </w:r>
    </w:p>
    <w:p w:rsidR="00E00D30" w:rsidRDefault="00E00D30" w:rsidP="00E00D30">
      <w:r>
        <w:t>228.3491</w:t>
      </w:r>
      <w:r>
        <w:tab/>
        <w:t>1.013e0</w:t>
      </w:r>
    </w:p>
    <w:p w:rsidR="00E00D30" w:rsidRDefault="00E00D30" w:rsidP="00E00D30">
      <w:r>
        <w:t>228.3695</w:t>
      </w:r>
      <w:r>
        <w:tab/>
        <w:t>1.013e0</w:t>
      </w:r>
    </w:p>
    <w:p w:rsidR="00E00D30" w:rsidRDefault="00E00D30" w:rsidP="00E00D30">
      <w:r>
        <w:t>228.4055</w:t>
      </w:r>
      <w:r>
        <w:tab/>
        <w:t>1.013e0</w:t>
      </w:r>
    </w:p>
    <w:p w:rsidR="00E00D30" w:rsidRDefault="00E00D30" w:rsidP="00E00D30">
      <w:r>
        <w:t>228.4171</w:t>
      </w:r>
      <w:r>
        <w:tab/>
        <w:t>2.025e0</w:t>
      </w:r>
    </w:p>
    <w:p w:rsidR="00E00D30" w:rsidRDefault="00E00D30" w:rsidP="00E00D30">
      <w:r>
        <w:t>228.4212</w:t>
      </w:r>
      <w:r>
        <w:tab/>
        <w:t>1.013e0</w:t>
      </w:r>
    </w:p>
    <w:p w:rsidR="00E00D30" w:rsidRDefault="00E00D30" w:rsidP="00E00D30">
      <w:r>
        <w:t>228.4468</w:t>
      </w:r>
      <w:r>
        <w:tab/>
        <w:t>2.025e0</w:t>
      </w:r>
    </w:p>
    <w:p w:rsidR="00E00D30" w:rsidRDefault="00E00D30" w:rsidP="00E00D30">
      <w:r>
        <w:t>228.4542</w:t>
      </w:r>
      <w:r>
        <w:tab/>
        <w:t>1.013e0</w:t>
      </w:r>
    </w:p>
    <w:p w:rsidR="00E00D30" w:rsidRDefault="00E00D30" w:rsidP="00E00D30">
      <w:r>
        <w:t>228.4734</w:t>
      </w:r>
      <w:r>
        <w:tab/>
        <w:t>1.013e0</w:t>
      </w:r>
    </w:p>
    <w:p w:rsidR="00E00D30" w:rsidRDefault="00E00D30" w:rsidP="00E00D30">
      <w:r>
        <w:t>228.4793</w:t>
      </w:r>
      <w:r>
        <w:tab/>
        <w:t>3.038e0</w:t>
      </w:r>
    </w:p>
    <w:p w:rsidR="00E00D30" w:rsidRDefault="00E00D30" w:rsidP="00E00D30">
      <w:r>
        <w:t>228.4989</w:t>
      </w:r>
      <w:r>
        <w:tab/>
        <w:t>1.013e0</w:t>
      </w:r>
    </w:p>
    <w:p w:rsidR="00E00D30" w:rsidRDefault="00E00D30" w:rsidP="00E00D30">
      <w:r>
        <w:t>228.5106</w:t>
      </w:r>
      <w:r>
        <w:tab/>
        <w:t>1.013e0</w:t>
      </w:r>
    </w:p>
    <w:p w:rsidR="00E00D30" w:rsidRDefault="00E00D30" w:rsidP="00E00D30">
      <w:r>
        <w:lastRenderedPageBreak/>
        <w:t>228.5240</w:t>
      </w:r>
      <w:r>
        <w:tab/>
        <w:t>2.025e0</w:t>
      </w:r>
    </w:p>
    <w:p w:rsidR="00E00D30" w:rsidRDefault="00E00D30" w:rsidP="00E00D30">
      <w:r>
        <w:t>228.5300</w:t>
      </w:r>
      <w:r>
        <w:tab/>
        <w:t>1.013e0</w:t>
      </w:r>
    </w:p>
    <w:p w:rsidR="00E00D30" w:rsidRDefault="00E00D30" w:rsidP="00E00D30">
      <w:r>
        <w:t>228.5503</w:t>
      </w:r>
      <w:r>
        <w:tab/>
        <w:t>2.025e0</w:t>
      </w:r>
    </w:p>
    <w:p w:rsidR="00E00D30" w:rsidRDefault="00E00D30" w:rsidP="00E00D30">
      <w:r>
        <w:t>228.5589</w:t>
      </w:r>
      <w:r>
        <w:tab/>
        <w:t>1.013e0</w:t>
      </w:r>
    </w:p>
    <w:p w:rsidR="00E00D30" w:rsidRDefault="00E00D30" w:rsidP="00E00D30">
      <w:r>
        <w:t>228.5711</w:t>
      </w:r>
      <w:r>
        <w:tab/>
        <w:t>1.013e0</w:t>
      </w:r>
    </w:p>
    <w:p w:rsidR="00E00D30" w:rsidRDefault="00E00D30" w:rsidP="00E00D30">
      <w:r>
        <w:t>228.5746</w:t>
      </w:r>
      <w:r>
        <w:tab/>
        <w:t>2.025e0</w:t>
      </w:r>
    </w:p>
    <w:p w:rsidR="00E00D30" w:rsidRDefault="00E00D30" w:rsidP="00E00D30">
      <w:r>
        <w:t>228.5825</w:t>
      </w:r>
      <w:r>
        <w:tab/>
        <w:t>1.013e0</w:t>
      </w:r>
    </w:p>
    <w:p w:rsidR="00E00D30" w:rsidRDefault="00E00D30" w:rsidP="00E00D30">
      <w:r>
        <w:t>228.5864</w:t>
      </w:r>
      <w:r>
        <w:tab/>
        <w:t>1.013e0</w:t>
      </w:r>
    </w:p>
    <w:p w:rsidR="00E00D30" w:rsidRDefault="00E00D30" w:rsidP="00E00D30">
      <w:r>
        <w:t>228.5977</w:t>
      </w:r>
      <w:r>
        <w:tab/>
        <w:t>1.013e0</w:t>
      </w:r>
    </w:p>
    <w:p w:rsidR="00E00D30" w:rsidRDefault="00E00D30" w:rsidP="00E00D30">
      <w:r>
        <w:t>228.6020</w:t>
      </w:r>
      <w:r>
        <w:tab/>
        <w:t>1.013e0</w:t>
      </w:r>
    </w:p>
    <w:p w:rsidR="00E00D30" w:rsidRDefault="00E00D30" w:rsidP="00E00D30">
      <w:r>
        <w:t>228.6235</w:t>
      </w:r>
      <w:r>
        <w:tab/>
        <w:t>1.013e0</w:t>
      </w:r>
    </w:p>
    <w:p w:rsidR="00E00D30" w:rsidRDefault="00E00D30" w:rsidP="00E00D30">
      <w:r>
        <w:t>228.6291</w:t>
      </w:r>
      <w:r>
        <w:tab/>
        <w:t>2.025e0</w:t>
      </w:r>
    </w:p>
    <w:p w:rsidR="00E00D30" w:rsidRDefault="00E00D30" w:rsidP="00E00D30">
      <w:r>
        <w:t>228.6311</w:t>
      </w:r>
      <w:r>
        <w:tab/>
        <w:t>3.038e0</w:t>
      </w:r>
    </w:p>
    <w:p w:rsidR="00E00D30" w:rsidRDefault="00E00D30" w:rsidP="00E00D30">
      <w:r>
        <w:t>228.6546</w:t>
      </w:r>
      <w:r>
        <w:tab/>
        <w:t>1.013e0</w:t>
      </w:r>
    </w:p>
    <w:p w:rsidR="00E00D30" w:rsidRDefault="00E00D30" w:rsidP="00E00D30">
      <w:r>
        <w:t>228.6622</w:t>
      </w:r>
      <w:r>
        <w:tab/>
        <w:t>2.025e0</w:t>
      </w:r>
    </w:p>
    <w:p w:rsidR="00E00D30" w:rsidRDefault="00E00D30" w:rsidP="00E00D30">
      <w:r>
        <w:t>228.6664</w:t>
      </w:r>
      <w:r>
        <w:tab/>
        <w:t>1.013e0</w:t>
      </w:r>
    </w:p>
    <w:p w:rsidR="00E00D30" w:rsidRDefault="00E00D30" w:rsidP="00E00D30">
      <w:r>
        <w:t>228.6994</w:t>
      </w:r>
      <w:r>
        <w:tab/>
        <w:t>1.013e0</w:t>
      </w:r>
    </w:p>
    <w:p w:rsidR="00E00D30" w:rsidRDefault="00E00D30" w:rsidP="00E00D30">
      <w:r>
        <w:t>228.7111</w:t>
      </w:r>
      <w:r>
        <w:tab/>
        <w:t>1.013e0</w:t>
      </w:r>
    </w:p>
    <w:p w:rsidR="00E00D30" w:rsidRDefault="00E00D30" w:rsidP="00E00D30">
      <w:r>
        <w:t>228.7312</w:t>
      </w:r>
      <w:r>
        <w:tab/>
        <w:t>2.025e0</w:t>
      </w:r>
    </w:p>
    <w:p w:rsidR="00E00D30" w:rsidRDefault="00E00D30" w:rsidP="00E00D30">
      <w:r>
        <w:lastRenderedPageBreak/>
        <w:t>228.7358</w:t>
      </w:r>
      <w:r>
        <w:tab/>
        <w:t>1.013e0</w:t>
      </w:r>
    </w:p>
    <w:p w:rsidR="00E00D30" w:rsidRDefault="00E00D30" w:rsidP="00E00D30">
      <w:r>
        <w:t>228.7597</w:t>
      </w:r>
      <w:r>
        <w:tab/>
        <w:t>2.025e0</w:t>
      </w:r>
    </w:p>
    <w:p w:rsidR="00E00D30" w:rsidRDefault="00E00D30" w:rsidP="00E00D30">
      <w:r>
        <w:t>228.8001</w:t>
      </w:r>
      <w:r>
        <w:tab/>
        <w:t>1.013e0</w:t>
      </w:r>
    </w:p>
    <w:p w:rsidR="00E00D30" w:rsidRDefault="00E00D30" w:rsidP="00E00D30">
      <w:r>
        <w:t>228.8042</w:t>
      </w:r>
      <w:r>
        <w:tab/>
        <w:t>1.013e0</w:t>
      </w:r>
    </w:p>
    <w:p w:rsidR="00E00D30" w:rsidRDefault="00E00D30" w:rsidP="00E00D30">
      <w:r>
        <w:t>228.8196</w:t>
      </w:r>
      <w:r>
        <w:tab/>
        <w:t>1.013e0</w:t>
      </w:r>
    </w:p>
    <w:p w:rsidR="00E00D30" w:rsidRDefault="00E00D30" w:rsidP="00E00D30">
      <w:r>
        <w:t>228.8275</w:t>
      </w:r>
      <w:r>
        <w:tab/>
        <w:t>1.013e0</w:t>
      </w:r>
    </w:p>
    <w:p w:rsidR="00E00D30" w:rsidRDefault="00E00D30" w:rsidP="00E00D30">
      <w:r>
        <w:t>228.8431</w:t>
      </w:r>
      <w:r>
        <w:tab/>
        <w:t>1.013e0</w:t>
      </w:r>
    </w:p>
    <w:p w:rsidR="00E00D30" w:rsidRDefault="00E00D30" w:rsidP="00E00D30">
      <w:r>
        <w:t>228.8475</w:t>
      </w:r>
      <w:r>
        <w:tab/>
        <w:t>1.013e0</w:t>
      </w:r>
    </w:p>
    <w:p w:rsidR="00E00D30" w:rsidRDefault="00E00D30" w:rsidP="00E00D30">
      <w:r>
        <w:t>228.8721</w:t>
      </w:r>
      <w:r>
        <w:tab/>
        <w:t>1.013e0</w:t>
      </w:r>
    </w:p>
    <w:p w:rsidR="00E00D30" w:rsidRDefault="00E00D30" w:rsidP="00E00D30">
      <w:r>
        <w:t>228.8995</w:t>
      </w:r>
      <w:r>
        <w:tab/>
        <w:t>1.013e0</w:t>
      </w:r>
    </w:p>
    <w:p w:rsidR="00E00D30" w:rsidRDefault="00E00D30" w:rsidP="00E00D30">
      <w:r>
        <w:t>228.9035</w:t>
      </w:r>
      <w:r>
        <w:tab/>
        <w:t>1.013e0</w:t>
      </w:r>
    </w:p>
    <w:p w:rsidR="00E00D30" w:rsidRDefault="00E00D30" w:rsidP="00E00D30">
      <w:r>
        <w:t>228.9122</w:t>
      </w:r>
      <w:r>
        <w:tab/>
        <w:t>1.013e0</w:t>
      </w:r>
    </w:p>
    <w:p w:rsidR="00E00D30" w:rsidRDefault="00E00D30" w:rsidP="00E00D30">
      <w:r>
        <w:t>228.9252</w:t>
      </w:r>
      <w:r>
        <w:tab/>
        <w:t>1.013e0</w:t>
      </w:r>
    </w:p>
    <w:p w:rsidR="00E00D30" w:rsidRDefault="00E00D30" w:rsidP="00E00D30">
      <w:r>
        <w:t>228.9287</w:t>
      </w:r>
      <w:r>
        <w:tab/>
        <w:t>1.013e0</w:t>
      </w:r>
    </w:p>
    <w:p w:rsidR="00E00D30" w:rsidRDefault="00E00D30" w:rsidP="00E00D30">
      <w:r>
        <w:t>228.9724</w:t>
      </w:r>
      <w:r>
        <w:tab/>
        <w:t>1.013e0</w:t>
      </w:r>
    </w:p>
    <w:p w:rsidR="00E00D30" w:rsidRDefault="00E00D30" w:rsidP="00E00D30">
      <w:r>
        <w:t>228.9764</w:t>
      </w:r>
      <w:r>
        <w:tab/>
        <w:t>3.038e0</w:t>
      </w:r>
    </w:p>
    <w:p w:rsidR="00E00D30" w:rsidRDefault="00E00D30" w:rsidP="00E00D30">
      <w:r>
        <w:t>228.9804</w:t>
      </w:r>
      <w:r>
        <w:tab/>
        <w:t>4.051e0</w:t>
      </w:r>
    </w:p>
    <w:p w:rsidR="00E00D30" w:rsidRDefault="00E00D30" w:rsidP="00E00D30">
      <w:r>
        <w:t>228.9988</w:t>
      </w:r>
      <w:r>
        <w:tab/>
        <w:t>6.076e0</w:t>
      </w:r>
    </w:p>
    <w:p w:rsidR="00E00D30" w:rsidRDefault="00E00D30" w:rsidP="00E00D30">
      <w:r>
        <w:t>229.0048</w:t>
      </w:r>
      <w:r>
        <w:tab/>
        <w:t>1.013e0</w:t>
      </w:r>
    </w:p>
    <w:p w:rsidR="00E00D30" w:rsidRDefault="00E00D30" w:rsidP="00E00D30">
      <w:r>
        <w:lastRenderedPageBreak/>
        <w:t>229.0089</w:t>
      </w:r>
      <w:r>
        <w:tab/>
        <w:t>4.051e0</w:t>
      </w:r>
    </w:p>
    <w:p w:rsidR="00E00D30" w:rsidRDefault="00E00D30" w:rsidP="00E00D30">
      <w:r>
        <w:t>229.0101</w:t>
      </w:r>
      <w:r>
        <w:tab/>
        <w:t>2.025e0</w:t>
      </w:r>
    </w:p>
    <w:p w:rsidR="00E00D30" w:rsidRDefault="00E00D30" w:rsidP="00E00D30">
      <w:r>
        <w:t>229.0139</w:t>
      </w:r>
      <w:r>
        <w:tab/>
        <w:t>4.051e0</w:t>
      </w:r>
    </w:p>
    <w:p w:rsidR="00E00D30" w:rsidRDefault="00E00D30" w:rsidP="00E00D30">
      <w:r>
        <w:t>229.0182</w:t>
      </w:r>
      <w:r>
        <w:tab/>
        <w:t>2.025e0</w:t>
      </w:r>
    </w:p>
    <w:p w:rsidR="00E00D30" w:rsidRDefault="00E00D30" w:rsidP="00E00D30">
      <w:r>
        <w:t>229.0285</w:t>
      </w:r>
      <w:r>
        <w:tab/>
        <w:t>1.013e0</w:t>
      </w:r>
    </w:p>
    <w:p w:rsidR="00E00D30" w:rsidRDefault="00E00D30" w:rsidP="00E00D30">
      <w:r>
        <w:t>229.0329</w:t>
      </w:r>
      <w:r>
        <w:tab/>
        <w:t>1.013e0</w:t>
      </w:r>
    </w:p>
    <w:p w:rsidR="00E00D30" w:rsidRDefault="00E00D30" w:rsidP="00E00D30">
      <w:r>
        <w:t>229.0455</w:t>
      </w:r>
      <w:r>
        <w:tab/>
        <w:t>1.013e0</w:t>
      </w:r>
    </w:p>
    <w:p w:rsidR="00E00D30" w:rsidRDefault="00E00D30" w:rsidP="00E00D30">
      <w:r>
        <w:t>229.0472</w:t>
      </w:r>
      <w:r>
        <w:tab/>
        <w:t>4.051e0</w:t>
      </w:r>
    </w:p>
    <w:p w:rsidR="00E00D30" w:rsidRDefault="00E00D30" w:rsidP="00E00D30">
      <w:r>
        <w:t>229.0503</w:t>
      </w:r>
      <w:r>
        <w:tab/>
        <w:t>3.038e0</w:t>
      </w:r>
    </w:p>
    <w:p w:rsidR="00E00D30" w:rsidRDefault="00E00D30" w:rsidP="00E00D30">
      <w:r>
        <w:t>229.0534</w:t>
      </w:r>
      <w:r>
        <w:tab/>
        <w:t>1.013e0</w:t>
      </w:r>
    </w:p>
    <w:p w:rsidR="00E00D30" w:rsidRDefault="00E00D30" w:rsidP="00E00D30">
      <w:r>
        <w:t>229.0577</w:t>
      </w:r>
      <w:r>
        <w:tab/>
        <w:t>3.038e0</w:t>
      </w:r>
    </w:p>
    <w:p w:rsidR="00E00D30" w:rsidRDefault="00E00D30" w:rsidP="00E00D30">
      <w:r>
        <w:t>229.0612</w:t>
      </w:r>
      <w:r>
        <w:tab/>
        <w:t>2.025e0</w:t>
      </w:r>
    </w:p>
    <w:p w:rsidR="00E00D30" w:rsidRDefault="00E00D30" w:rsidP="00E00D30">
      <w:r>
        <w:t>229.0725</w:t>
      </w:r>
      <w:r>
        <w:tab/>
        <w:t>2.025e0</w:t>
      </w:r>
    </w:p>
    <w:p w:rsidR="00E00D30" w:rsidRDefault="00E00D30" w:rsidP="00E00D30">
      <w:r>
        <w:t>229.0786</w:t>
      </w:r>
      <w:r>
        <w:tab/>
        <w:t>2.025e0</w:t>
      </w:r>
    </w:p>
    <w:p w:rsidR="00E00D30" w:rsidRDefault="00E00D30" w:rsidP="00E00D30">
      <w:r>
        <w:t>229.0889</w:t>
      </w:r>
      <w:r>
        <w:tab/>
        <w:t>1.013e0</w:t>
      </w:r>
    </w:p>
    <w:p w:rsidR="00E00D30" w:rsidRDefault="00E00D30" w:rsidP="00E00D30">
      <w:r>
        <w:t>229.0933</w:t>
      </w:r>
      <w:r>
        <w:tab/>
        <w:t>1.013e0</w:t>
      </w:r>
    </w:p>
    <w:p w:rsidR="00E00D30" w:rsidRDefault="00E00D30" w:rsidP="00E00D30">
      <w:r>
        <w:t>229.0972</w:t>
      </w:r>
      <w:r>
        <w:tab/>
        <w:t>3.038e0</w:t>
      </w:r>
    </w:p>
    <w:p w:rsidR="00E00D30" w:rsidRDefault="00E00D30" w:rsidP="00E00D30">
      <w:r>
        <w:t>229.1096</w:t>
      </w:r>
      <w:r>
        <w:tab/>
        <w:t>1.013e0</w:t>
      </w:r>
    </w:p>
    <w:p w:rsidR="00E00D30" w:rsidRDefault="00E00D30" w:rsidP="00E00D30">
      <w:r>
        <w:t>229.1232</w:t>
      </w:r>
      <w:r>
        <w:tab/>
        <w:t>2.025e0</w:t>
      </w:r>
    </w:p>
    <w:p w:rsidR="00E00D30" w:rsidRDefault="00E00D30" w:rsidP="00E00D30">
      <w:r>
        <w:lastRenderedPageBreak/>
        <w:t>229.1251</w:t>
      </w:r>
      <w:r>
        <w:tab/>
        <w:t>1.013e0</w:t>
      </w:r>
    </w:p>
    <w:p w:rsidR="00E00D30" w:rsidRDefault="00E00D30" w:rsidP="00E00D30">
      <w:r>
        <w:t>229.1262</w:t>
      </w:r>
      <w:r>
        <w:tab/>
        <w:t>3.038e0</w:t>
      </w:r>
    </w:p>
    <w:p w:rsidR="00E00D30" w:rsidRDefault="00E00D30" w:rsidP="00E00D30">
      <w:r>
        <w:t>229.1290</w:t>
      </w:r>
      <w:r>
        <w:tab/>
        <w:t>1.013e0</w:t>
      </w:r>
    </w:p>
    <w:p w:rsidR="00E00D30" w:rsidRDefault="00E00D30" w:rsidP="00E00D30">
      <w:r>
        <w:t>229.1410</w:t>
      </w:r>
      <w:r>
        <w:tab/>
        <w:t>1.013e0</w:t>
      </w:r>
    </w:p>
    <w:p w:rsidR="00E00D30" w:rsidRDefault="00E00D30" w:rsidP="00E00D30">
      <w:r>
        <w:t>229.1446</w:t>
      </w:r>
      <w:r>
        <w:tab/>
        <w:t>3.038e0</w:t>
      </w:r>
    </w:p>
    <w:p w:rsidR="00E00D30" w:rsidRDefault="00E00D30" w:rsidP="00E00D30">
      <w:r>
        <w:t>229.1483</w:t>
      </w:r>
      <w:r>
        <w:tab/>
        <w:t>3.038e0</w:t>
      </w:r>
    </w:p>
    <w:p w:rsidR="00E00D30" w:rsidRDefault="00E00D30" w:rsidP="00E00D30">
      <w:r>
        <w:t>229.1494</w:t>
      </w:r>
      <w:r>
        <w:tab/>
        <w:t>1.013e0</w:t>
      </w:r>
    </w:p>
    <w:p w:rsidR="00E00D30" w:rsidRDefault="00E00D30" w:rsidP="00E00D30">
      <w:r>
        <w:t>229.1661</w:t>
      </w:r>
      <w:r>
        <w:tab/>
        <w:t>1.013e0</w:t>
      </w:r>
    </w:p>
    <w:p w:rsidR="00E00D30" w:rsidRDefault="00E00D30" w:rsidP="00E00D30">
      <w:r>
        <w:t>229.1701</w:t>
      </w:r>
      <w:r>
        <w:tab/>
        <w:t>3.038e0</w:t>
      </w:r>
    </w:p>
    <w:p w:rsidR="00E00D30" w:rsidRDefault="00E00D30" w:rsidP="00E00D30">
      <w:r>
        <w:t>229.1736</w:t>
      </w:r>
      <w:r>
        <w:tab/>
        <w:t>1.013e0</w:t>
      </w:r>
    </w:p>
    <w:p w:rsidR="00E00D30" w:rsidRDefault="00E00D30" w:rsidP="00E00D30">
      <w:r>
        <w:t>229.1777</w:t>
      </w:r>
      <w:r>
        <w:tab/>
        <w:t>7.089e0</w:t>
      </w:r>
    </w:p>
    <w:p w:rsidR="00E00D30" w:rsidRDefault="00E00D30" w:rsidP="00E00D30">
      <w:r>
        <w:t>229.1896</w:t>
      </w:r>
      <w:r>
        <w:tab/>
        <w:t>1.013e0</w:t>
      </w:r>
    </w:p>
    <w:p w:rsidR="00E00D30" w:rsidRDefault="00E00D30" w:rsidP="00E00D30">
      <w:r>
        <w:t>229.2033</w:t>
      </w:r>
      <w:r>
        <w:tab/>
        <w:t>6.076e0</w:t>
      </w:r>
    </w:p>
    <w:p w:rsidR="00E00D30" w:rsidRDefault="00E00D30" w:rsidP="00E00D30">
      <w:r>
        <w:t>229.2380</w:t>
      </w:r>
      <w:r>
        <w:tab/>
        <w:t>1.013e0</w:t>
      </w:r>
    </w:p>
    <w:p w:rsidR="00E00D30" w:rsidRDefault="00E00D30" w:rsidP="00E00D30">
      <w:r>
        <w:t>229.2458</w:t>
      </w:r>
      <w:r>
        <w:tab/>
        <w:t>1.013e0</w:t>
      </w:r>
    </w:p>
    <w:p w:rsidR="00E00D30" w:rsidRDefault="00E00D30" w:rsidP="00E00D30">
      <w:r>
        <w:t>229.2534</w:t>
      </w:r>
      <w:r>
        <w:tab/>
        <w:t>1.013e0</w:t>
      </w:r>
    </w:p>
    <w:p w:rsidR="00E00D30" w:rsidRDefault="00E00D30" w:rsidP="00E00D30">
      <w:r>
        <w:t>229.2615</w:t>
      </w:r>
      <w:r>
        <w:tab/>
        <w:t>1.013e0</w:t>
      </w:r>
    </w:p>
    <w:p w:rsidR="00E00D30" w:rsidRDefault="00E00D30" w:rsidP="00E00D30">
      <w:r>
        <w:t>229.2789</w:t>
      </w:r>
      <w:r>
        <w:tab/>
        <w:t>2.025e0</w:t>
      </w:r>
    </w:p>
    <w:p w:rsidR="00E00D30" w:rsidRDefault="00E00D30" w:rsidP="00E00D30">
      <w:r>
        <w:t>229.2867</w:t>
      </w:r>
      <w:r>
        <w:tab/>
        <w:t>1.013e0</w:t>
      </w:r>
    </w:p>
    <w:p w:rsidR="00E00D30" w:rsidRDefault="00E00D30" w:rsidP="00E00D30">
      <w:r>
        <w:lastRenderedPageBreak/>
        <w:t>229.2885</w:t>
      </w:r>
      <w:r>
        <w:tab/>
        <w:t>2.025e0</w:t>
      </w:r>
    </w:p>
    <w:p w:rsidR="00E00D30" w:rsidRDefault="00E00D30" w:rsidP="00E00D30">
      <w:r>
        <w:t>229.2908</w:t>
      </w:r>
      <w:r>
        <w:tab/>
        <w:t>1.013e0</w:t>
      </w:r>
    </w:p>
    <w:p w:rsidR="00E00D30" w:rsidRDefault="00E00D30" w:rsidP="00E00D30">
      <w:r>
        <w:t>229.3138</w:t>
      </w:r>
      <w:r>
        <w:tab/>
        <w:t>2.025e0</w:t>
      </w:r>
    </w:p>
    <w:p w:rsidR="00E00D30" w:rsidRDefault="00E00D30" w:rsidP="00E00D30">
      <w:r>
        <w:t>229.3177</w:t>
      </w:r>
      <w:r>
        <w:tab/>
        <w:t>1.013e0</w:t>
      </w:r>
    </w:p>
    <w:p w:rsidR="00E00D30" w:rsidRDefault="00E00D30" w:rsidP="00E00D30">
      <w:r>
        <w:t>229.3393</w:t>
      </w:r>
      <w:r>
        <w:tab/>
        <w:t>1.013e0</w:t>
      </w:r>
    </w:p>
    <w:p w:rsidR="00E00D30" w:rsidRDefault="00E00D30" w:rsidP="00E00D30">
      <w:r>
        <w:t>229.3519</w:t>
      </w:r>
      <w:r>
        <w:tab/>
        <w:t>3.038e0</w:t>
      </w:r>
    </w:p>
    <w:p w:rsidR="00E00D30" w:rsidRDefault="00E00D30" w:rsidP="00E00D30">
      <w:r>
        <w:t>229.3550</w:t>
      </w:r>
      <w:r>
        <w:tab/>
        <w:t>1.013e0</w:t>
      </w:r>
    </w:p>
    <w:p w:rsidR="00E00D30" w:rsidRDefault="00E00D30" w:rsidP="00E00D30">
      <w:r>
        <w:t>229.3825</w:t>
      </w:r>
      <w:r>
        <w:tab/>
        <w:t>1.013e0</w:t>
      </w:r>
    </w:p>
    <w:p w:rsidR="00E00D30" w:rsidRDefault="00E00D30" w:rsidP="00E00D30">
      <w:r>
        <w:t>229.3868</w:t>
      </w:r>
      <w:r>
        <w:tab/>
        <w:t>1.013e0</w:t>
      </w:r>
    </w:p>
    <w:p w:rsidR="00E00D30" w:rsidRDefault="00E00D30" w:rsidP="00E00D30">
      <w:r>
        <w:t>229.4115</w:t>
      </w:r>
      <w:r>
        <w:tab/>
        <w:t>2.025e0</w:t>
      </w:r>
    </w:p>
    <w:p w:rsidR="00E00D30" w:rsidRDefault="00E00D30" w:rsidP="00E00D30">
      <w:r>
        <w:t>229.4149</w:t>
      </w:r>
      <w:r>
        <w:tab/>
        <w:t>1.013e0</w:t>
      </w:r>
    </w:p>
    <w:p w:rsidR="00E00D30" w:rsidRDefault="00E00D30" w:rsidP="00E00D30">
      <w:r>
        <w:t>229.4306</w:t>
      </w:r>
      <w:r>
        <w:tab/>
        <w:t>1.013e0</w:t>
      </w:r>
    </w:p>
    <w:p w:rsidR="00E00D30" w:rsidRDefault="00E00D30" w:rsidP="00E00D30">
      <w:r>
        <w:t>229.4490</w:t>
      </w:r>
      <w:r>
        <w:tab/>
        <w:t>2.025e0</w:t>
      </w:r>
    </w:p>
    <w:p w:rsidR="00E00D30" w:rsidRDefault="00E00D30" w:rsidP="00E00D30">
      <w:r>
        <w:t>229.4641</w:t>
      </w:r>
      <w:r>
        <w:tab/>
        <w:t>1.013e0</w:t>
      </w:r>
    </w:p>
    <w:p w:rsidR="00E00D30" w:rsidRDefault="00E00D30" w:rsidP="00E00D30">
      <w:r>
        <w:t>229.4851</w:t>
      </w:r>
      <w:r>
        <w:tab/>
        <w:t>2.025e0</w:t>
      </w:r>
    </w:p>
    <w:p w:rsidR="00E00D30" w:rsidRDefault="00E00D30" w:rsidP="00E00D30">
      <w:r>
        <w:t>229.4990</w:t>
      </w:r>
      <w:r>
        <w:tab/>
        <w:t>1.013e0</w:t>
      </w:r>
    </w:p>
    <w:p w:rsidR="00E00D30" w:rsidRDefault="00E00D30" w:rsidP="00E00D30">
      <w:r>
        <w:t>229.5083</w:t>
      </w:r>
      <w:r>
        <w:tab/>
        <w:t>4.051e0</w:t>
      </w:r>
    </w:p>
    <w:p w:rsidR="00E00D30" w:rsidRDefault="00E00D30" w:rsidP="00E00D30">
      <w:r>
        <w:t>229.5280</w:t>
      </w:r>
      <w:r>
        <w:tab/>
        <w:t>1.013e0</w:t>
      </w:r>
    </w:p>
    <w:p w:rsidR="00E00D30" w:rsidRDefault="00E00D30" w:rsidP="00E00D30">
      <w:r>
        <w:t>229.5357</w:t>
      </w:r>
      <w:r>
        <w:tab/>
        <w:t>1.013e0</w:t>
      </w:r>
    </w:p>
    <w:p w:rsidR="00E00D30" w:rsidRDefault="00E00D30" w:rsidP="00E00D30">
      <w:r>
        <w:lastRenderedPageBreak/>
        <w:t>229.5397</w:t>
      </w:r>
      <w:r>
        <w:tab/>
        <w:t>1.013e0</w:t>
      </w:r>
    </w:p>
    <w:p w:rsidR="00E00D30" w:rsidRDefault="00E00D30" w:rsidP="00E00D30">
      <w:r>
        <w:t>229.5473</w:t>
      </w:r>
      <w:r>
        <w:tab/>
        <w:t>2.025e0</w:t>
      </w:r>
    </w:p>
    <w:p w:rsidR="00E00D30" w:rsidRDefault="00E00D30" w:rsidP="00E00D30">
      <w:r>
        <w:t>229.5844</w:t>
      </w:r>
      <w:r>
        <w:tab/>
        <w:t>1.013e0</w:t>
      </w:r>
    </w:p>
    <w:p w:rsidR="00E00D30" w:rsidRDefault="00E00D30" w:rsidP="00E00D30">
      <w:r>
        <w:t>229.6200</w:t>
      </w:r>
      <w:r>
        <w:tab/>
        <w:t>1.013e0</w:t>
      </w:r>
    </w:p>
    <w:p w:rsidR="00E00D30" w:rsidRDefault="00E00D30" w:rsidP="00E00D30">
      <w:r>
        <w:t>229.6490</w:t>
      </w:r>
      <w:r>
        <w:tab/>
        <w:t>1.013e0</w:t>
      </w:r>
    </w:p>
    <w:p w:rsidR="00E00D30" w:rsidRDefault="00E00D30" w:rsidP="00E00D30">
      <w:r>
        <w:t>229.6607</w:t>
      </w:r>
      <w:r>
        <w:tab/>
        <w:t>1.013e0</w:t>
      </w:r>
    </w:p>
    <w:p w:rsidR="00E00D30" w:rsidRDefault="00E00D30" w:rsidP="00E00D30">
      <w:r>
        <w:t>229.6719</w:t>
      </w:r>
      <w:r>
        <w:tab/>
        <w:t>1.013e0</w:t>
      </w:r>
    </w:p>
    <w:p w:rsidR="00E00D30" w:rsidRDefault="00E00D30" w:rsidP="00E00D30">
      <w:r>
        <w:t>229.6850</w:t>
      </w:r>
      <w:r>
        <w:tab/>
        <w:t>1.013e0</w:t>
      </w:r>
    </w:p>
    <w:p w:rsidR="00E00D30" w:rsidRDefault="00E00D30" w:rsidP="00E00D30">
      <w:r>
        <w:t>229.7130</w:t>
      </w:r>
      <w:r>
        <w:tab/>
        <w:t>1.013e0</w:t>
      </w:r>
    </w:p>
    <w:p w:rsidR="00E00D30" w:rsidRDefault="00E00D30" w:rsidP="00E00D30">
      <w:r>
        <w:t>229.7149</w:t>
      </w:r>
      <w:r>
        <w:tab/>
        <w:t>2.025e0</w:t>
      </w:r>
    </w:p>
    <w:p w:rsidR="00E00D30" w:rsidRDefault="00E00D30" w:rsidP="00E00D30">
      <w:r>
        <w:t>229.7207</w:t>
      </w:r>
      <w:r>
        <w:tab/>
        <w:t>1.013e0</w:t>
      </w:r>
    </w:p>
    <w:p w:rsidR="00E00D30" w:rsidRDefault="00E00D30" w:rsidP="00E00D30">
      <w:r>
        <w:t>229.7287</w:t>
      </w:r>
      <w:r>
        <w:tab/>
        <w:t>1.013e0</w:t>
      </w:r>
    </w:p>
    <w:p w:rsidR="00E00D30" w:rsidRDefault="00E00D30" w:rsidP="00E00D30">
      <w:r>
        <w:t>229.7447</w:t>
      </w:r>
      <w:r>
        <w:tab/>
        <w:t>2.025e0</w:t>
      </w:r>
    </w:p>
    <w:p w:rsidR="00E00D30" w:rsidRDefault="00E00D30" w:rsidP="00E00D30">
      <w:r>
        <w:t>229.7498</w:t>
      </w:r>
      <w:r>
        <w:tab/>
        <w:t>1.013e0</w:t>
      </w:r>
    </w:p>
    <w:p w:rsidR="00E00D30" w:rsidRDefault="00E00D30" w:rsidP="00E00D30">
      <w:r>
        <w:t>229.7578</w:t>
      </w:r>
      <w:r>
        <w:tab/>
        <w:t>1.013e0</w:t>
      </w:r>
    </w:p>
    <w:p w:rsidR="00E00D30" w:rsidRDefault="00E00D30" w:rsidP="00E00D30">
      <w:r>
        <w:t>229.7736</w:t>
      </w:r>
      <w:r>
        <w:tab/>
        <w:t>1.013e0</w:t>
      </w:r>
    </w:p>
    <w:p w:rsidR="00E00D30" w:rsidRDefault="00E00D30" w:rsidP="00E00D30">
      <w:r>
        <w:t>229.7772</w:t>
      </w:r>
      <w:r>
        <w:tab/>
        <w:t>2.025e0</w:t>
      </w:r>
    </w:p>
    <w:p w:rsidR="00E00D30" w:rsidRDefault="00E00D30" w:rsidP="00E00D30">
      <w:r>
        <w:t>229.7810</w:t>
      </w:r>
      <w:r>
        <w:tab/>
        <w:t>1.013e0</w:t>
      </w:r>
    </w:p>
    <w:p w:rsidR="00E00D30" w:rsidRDefault="00E00D30" w:rsidP="00E00D30">
      <w:r>
        <w:t>229.7973</w:t>
      </w:r>
      <w:r>
        <w:tab/>
        <w:t>1.013e0</w:t>
      </w:r>
    </w:p>
    <w:p w:rsidR="00E00D30" w:rsidRDefault="00E00D30" w:rsidP="00E00D30">
      <w:r>
        <w:lastRenderedPageBreak/>
        <w:t>229.8144</w:t>
      </w:r>
      <w:r>
        <w:tab/>
        <w:t>2.025e0</w:t>
      </w:r>
    </w:p>
    <w:p w:rsidR="00E00D30" w:rsidRDefault="00E00D30" w:rsidP="00E00D30">
      <w:r>
        <w:t>229.8374</w:t>
      </w:r>
      <w:r>
        <w:tab/>
        <w:t>4.051e0</w:t>
      </w:r>
    </w:p>
    <w:p w:rsidR="00E00D30" w:rsidRDefault="00E00D30" w:rsidP="00E00D30">
      <w:r>
        <w:t>229.8455</w:t>
      </w:r>
      <w:r>
        <w:tab/>
        <w:t>1.013e0</w:t>
      </w:r>
    </w:p>
    <w:p w:rsidR="00E00D30" w:rsidRDefault="00E00D30" w:rsidP="00E00D30">
      <w:r>
        <w:t>229.8580</w:t>
      </w:r>
      <w:r>
        <w:tab/>
        <w:t>1.013e0</w:t>
      </w:r>
    </w:p>
    <w:p w:rsidR="00E00D30" w:rsidRDefault="00E00D30" w:rsidP="00E00D30">
      <w:r>
        <w:t>229.8902</w:t>
      </w:r>
      <w:r>
        <w:tab/>
        <w:t>1.013e0</w:t>
      </w:r>
    </w:p>
    <w:p w:rsidR="00E00D30" w:rsidRDefault="00E00D30" w:rsidP="00E00D30">
      <w:r>
        <w:t>229.9102</w:t>
      </w:r>
      <w:r>
        <w:tab/>
        <w:t>1.013e0</w:t>
      </w:r>
    </w:p>
    <w:p w:rsidR="00E00D30" w:rsidRDefault="00E00D30" w:rsidP="00E00D30">
      <w:r>
        <w:t>229.9185</w:t>
      </w:r>
      <w:r>
        <w:tab/>
        <w:t>1.013e0</w:t>
      </w:r>
    </w:p>
    <w:p w:rsidR="00E00D30" w:rsidRDefault="00E00D30" w:rsidP="00E00D30">
      <w:r>
        <w:t>229.9489</w:t>
      </w:r>
      <w:r>
        <w:tab/>
        <w:t>2.025e0</w:t>
      </w:r>
    </w:p>
    <w:p w:rsidR="00E00D30" w:rsidRDefault="00E00D30" w:rsidP="00E00D30">
      <w:r>
        <w:t>229.9563</w:t>
      </w:r>
      <w:r>
        <w:tab/>
        <w:t>2.025e0</w:t>
      </w:r>
    </w:p>
    <w:p w:rsidR="00E00D30" w:rsidRDefault="00E00D30" w:rsidP="00E00D30">
      <w:r>
        <w:t>229.9748</w:t>
      </w:r>
      <w:r>
        <w:tab/>
        <w:t>1.013e0</w:t>
      </w:r>
    </w:p>
    <w:p w:rsidR="00E00D30" w:rsidRDefault="00E00D30" w:rsidP="00E00D30">
      <w:r>
        <w:t>229.9790</w:t>
      </w:r>
      <w:r>
        <w:tab/>
        <w:t>2.025e0</w:t>
      </w:r>
    </w:p>
    <w:p w:rsidR="00E00D30" w:rsidRDefault="00E00D30" w:rsidP="00E00D30">
      <w:r>
        <w:t>229.9939</w:t>
      </w:r>
      <w:r>
        <w:tab/>
        <w:t>2.025e0</w:t>
      </w:r>
    </w:p>
    <w:p w:rsidR="00E00D30" w:rsidRDefault="00E00D30" w:rsidP="00E00D30">
      <w:r>
        <w:t>229.9969</w:t>
      </w:r>
      <w:r>
        <w:tab/>
        <w:t>3.038e0</w:t>
      </w:r>
    </w:p>
    <w:p w:rsidR="00E00D30" w:rsidRDefault="00E00D30" w:rsidP="00E00D30">
      <w:r>
        <w:t>230.0027</w:t>
      </w:r>
      <w:r>
        <w:tab/>
        <w:t>8.101e0</w:t>
      </w:r>
    </w:p>
    <w:p w:rsidR="00E00D30" w:rsidRDefault="00E00D30" w:rsidP="00E00D30">
      <w:r>
        <w:t>230.0040</w:t>
      </w:r>
      <w:r>
        <w:tab/>
        <w:t>3.038e0</w:t>
      </w:r>
    </w:p>
    <w:p w:rsidR="00E00D30" w:rsidRDefault="00E00D30" w:rsidP="00E00D30">
      <w:r>
        <w:t>230.0072</w:t>
      </w:r>
      <w:r>
        <w:tab/>
        <w:t>3.038e0</w:t>
      </w:r>
    </w:p>
    <w:p w:rsidR="00E00D30" w:rsidRDefault="00E00D30" w:rsidP="00E00D30">
      <w:r>
        <w:t>230.0128</w:t>
      </w:r>
      <w:r>
        <w:tab/>
        <w:t>2.025e0</w:t>
      </w:r>
    </w:p>
    <w:p w:rsidR="00E00D30" w:rsidRDefault="00E00D30" w:rsidP="00E00D30">
      <w:r>
        <w:t>230.0267</w:t>
      </w:r>
      <w:r>
        <w:tab/>
        <w:t>1.013e0</w:t>
      </w:r>
    </w:p>
    <w:p w:rsidR="00E00D30" w:rsidRDefault="00E00D30" w:rsidP="00E00D30">
      <w:r>
        <w:t>230.0374</w:t>
      </w:r>
      <w:r>
        <w:tab/>
        <w:t>2.025e0</w:t>
      </w:r>
    </w:p>
    <w:p w:rsidR="00E00D30" w:rsidRDefault="00E00D30" w:rsidP="00E00D30">
      <w:r>
        <w:lastRenderedPageBreak/>
        <w:t>230.0396</w:t>
      </w:r>
      <w:r>
        <w:tab/>
        <w:t>3.038e0</w:t>
      </w:r>
    </w:p>
    <w:p w:rsidR="00E00D30" w:rsidRDefault="00E00D30" w:rsidP="00E00D30">
      <w:r>
        <w:t>230.0439</w:t>
      </w:r>
      <w:r>
        <w:tab/>
        <w:t>1.013e0</w:t>
      </w:r>
    </w:p>
    <w:p w:rsidR="00E00D30" w:rsidRDefault="00E00D30" w:rsidP="00E00D30">
      <w:r>
        <w:t>230.0484</w:t>
      </w:r>
      <w:r>
        <w:tab/>
        <w:t>1.013e0</w:t>
      </w:r>
    </w:p>
    <w:p w:rsidR="00E00D30" w:rsidRDefault="00E00D30" w:rsidP="00E00D30">
      <w:r>
        <w:t>230.0615</w:t>
      </w:r>
      <w:r>
        <w:tab/>
        <w:t>3.038e0</w:t>
      </w:r>
    </w:p>
    <w:p w:rsidR="00E00D30" w:rsidRDefault="00E00D30" w:rsidP="00E00D30">
      <w:r>
        <w:t>230.0636</w:t>
      </w:r>
      <w:r>
        <w:tab/>
        <w:t>1.013e0</w:t>
      </w:r>
    </w:p>
    <w:p w:rsidR="00E00D30" w:rsidRDefault="00E00D30" w:rsidP="00E00D30">
      <w:r>
        <w:t>230.0714</w:t>
      </w:r>
      <w:r>
        <w:tab/>
        <w:t>1.013e0</w:t>
      </w:r>
    </w:p>
    <w:p w:rsidR="00E00D30" w:rsidRDefault="00E00D30" w:rsidP="00E00D30">
      <w:r>
        <w:t>230.0774</w:t>
      </w:r>
      <w:r>
        <w:tab/>
        <w:t>2.025e0</w:t>
      </w:r>
    </w:p>
    <w:p w:rsidR="00E00D30" w:rsidRDefault="00E00D30" w:rsidP="00E00D30">
      <w:r>
        <w:t>230.1077</w:t>
      </w:r>
      <w:r>
        <w:tab/>
        <w:t>2.025e0</w:t>
      </w:r>
    </w:p>
    <w:p w:rsidR="00E00D30" w:rsidRDefault="00E00D30" w:rsidP="00E00D30">
      <w:r>
        <w:t>230.1122</w:t>
      </w:r>
      <w:r>
        <w:tab/>
        <w:t>2.025e0</w:t>
      </w:r>
    </w:p>
    <w:p w:rsidR="00E00D30" w:rsidRDefault="00E00D30" w:rsidP="00E00D30">
      <w:r>
        <w:t>230.1162</w:t>
      </w:r>
      <w:r>
        <w:tab/>
        <w:t>1.013e0</w:t>
      </w:r>
    </w:p>
    <w:p w:rsidR="00E00D30" w:rsidRDefault="00E00D30" w:rsidP="00E00D30">
      <w:r>
        <w:t>230.1356</w:t>
      </w:r>
      <w:r>
        <w:tab/>
        <w:t>1.013e0</w:t>
      </w:r>
    </w:p>
    <w:p w:rsidR="00E00D30" w:rsidRDefault="00E00D30" w:rsidP="00E00D30">
      <w:r>
        <w:t>230.1516</w:t>
      </w:r>
      <w:r>
        <w:tab/>
        <w:t>4.051e0</w:t>
      </w:r>
    </w:p>
    <w:p w:rsidR="00E00D30" w:rsidRDefault="00E00D30" w:rsidP="00E00D30">
      <w:r>
        <w:t>230.1561</w:t>
      </w:r>
      <w:r>
        <w:tab/>
        <w:t>3.038e0</w:t>
      </w:r>
    </w:p>
    <w:p w:rsidR="00E00D30" w:rsidRDefault="00E00D30" w:rsidP="00E00D30">
      <w:r>
        <w:t>230.1588</w:t>
      </w:r>
      <w:r>
        <w:tab/>
        <w:t>2.025e0</w:t>
      </w:r>
    </w:p>
    <w:p w:rsidR="00E00D30" w:rsidRDefault="00E00D30" w:rsidP="00E00D30">
      <w:r>
        <w:t>230.1727</w:t>
      </w:r>
      <w:r>
        <w:tab/>
        <w:t>1.013e0</w:t>
      </w:r>
    </w:p>
    <w:p w:rsidR="00E00D30" w:rsidRDefault="00E00D30" w:rsidP="00E00D30">
      <w:r>
        <w:t>230.1765</w:t>
      </w:r>
      <w:r>
        <w:tab/>
        <w:t>2.025e0</w:t>
      </w:r>
    </w:p>
    <w:p w:rsidR="00E00D30" w:rsidRDefault="00E00D30" w:rsidP="00E00D30">
      <w:r>
        <w:t>230.1805</w:t>
      </w:r>
      <w:r>
        <w:tab/>
        <w:t>1.013e0</w:t>
      </w:r>
    </w:p>
    <w:p w:rsidR="00E00D30" w:rsidRDefault="00E00D30" w:rsidP="00E00D30">
      <w:r>
        <w:t>230.1847</w:t>
      </w:r>
      <w:r>
        <w:tab/>
        <w:t>1.013e0</w:t>
      </w:r>
    </w:p>
    <w:p w:rsidR="00E00D30" w:rsidRDefault="00E00D30" w:rsidP="00E00D30">
      <w:r>
        <w:t>230.1920</w:t>
      </w:r>
      <w:r>
        <w:tab/>
        <w:t>2.025e0</w:t>
      </w:r>
    </w:p>
    <w:p w:rsidR="00E00D30" w:rsidRDefault="00E00D30" w:rsidP="00E00D30">
      <w:r>
        <w:lastRenderedPageBreak/>
        <w:t>230.2088</w:t>
      </w:r>
      <w:r>
        <w:tab/>
        <w:t>3.038e0</w:t>
      </w:r>
    </w:p>
    <w:p w:rsidR="00E00D30" w:rsidRDefault="00E00D30" w:rsidP="00E00D30">
      <w:r>
        <w:t>230.2130</w:t>
      </w:r>
      <w:r>
        <w:tab/>
        <w:t>3.038e0</w:t>
      </w:r>
    </w:p>
    <w:p w:rsidR="00E00D30" w:rsidRDefault="00E00D30" w:rsidP="00E00D30">
      <w:r>
        <w:t>230.2173</w:t>
      </w:r>
      <w:r>
        <w:tab/>
        <w:t>1.013e0</w:t>
      </w:r>
    </w:p>
    <w:p w:rsidR="00E00D30" w:rsidRDefault="00E00D30" w:rsidP="00E00D30">
      <w:r>
        <w:t>230.2433</w:t>
      </w:r>
      <w:r>
        <w:tab/>
        <w:t>6.076e0</w:t>
      </w:r>
    </w:p>
    <w:p w:rsidR="00E00D30" w:rsidRDefault="00E00D30" w:rsidP="00E00D30">
      <w:r>
        <w:t>230.2447</w:t>
      </w:r>
      <w:r>
        <w:tab/>
        <w:t>1.013e0</w:t>
      </w:r>
    </w:p>
    <w:p w:rsidR="00E00D30" w:rsidRDefault="00E00D30" w:rsidP="00E00D30">
      <w:r>
        <w:t>230.2504</w:t>
      </w:r>
      <w:r>
        <w:tab/>
        <w:t>2.025e0</w:t>
      </w:r>
    </w:p>
    <w:p w:rsidR="00E00D30" w:rsidRDefault="00E00D30" w:rsidP="00E00D30">
      <w:r>
        <w:t>230.2527</w:t>
      </w:r>
      <w:r>
        <w:tab/>
        <w:t>2.025e0</w:t>
      </w:r>
    </w:p>
    <w:p w:rsidR="00E00D30" w:rsidRDefault="00E00D30" w:rsidP="00E00D30">
      <w:r>
        <w:t>230.2541</w:t>
      </w:r>
      <w:r>
        <w:tab/>
        <w:t>3.038e0</w:t>
      </w:r>
    </w:p>
    <w:p w:rsidR="00E00D30" w:rsidRDefault="00E00D30" w:rsidP="00E00D30">
      <w:r>
        <w:t>230.2588</w:t>
      </w:r>
      <w:r>
        <w:tab/>
        <w:t>2.025e0</w:t>
      </w:r>
    </w:p>
    <w:p w:rsidR="00E00D30" w:rsidRDefault="00E00D30" w:rsidP="00E00D30">
      <w:r>
        <w:t>230.2606</w:t>
      </w:r>
      <w:r>
        <w:tab/>
        <w:t>2.025e0</w:t>
      </w:r>
    </w:p>
    <w:p w:rsidR="00E00D30" w:rsidRDefault="00E00D30" w:rsidP="00E00D30">
      <w:r>
        <w:t>230.2708</w:t>
      </w:r>
      <w:r>
        <w:tab/>
        <w:t>2.025e0</w:t>
      </w:r>
    </w:p>
    <w:p w:rsidR="00E00D30" w:rsidRDefault="00E00D30" w:rsidP="00E00D30">
      <w:r>
        <w:t>230.2974</w:t>
      </w:r>
      <w:r>
        <w:tab/>
        <w:t>1.013e0</w:t>
      </w:r>
    </w:p>
    <w:p w:rsidR="00E00D30" w:rsidRDefault="00E00D30" w:rsidP="00E00D30">
      <w:r>
        <w:t>230.3168</w:t>
      </w:r>
      <w:r>
        <w:tab/>
        <w:t>1.013e0</w:t>
      </w:r>
    </w:p>
    <w:p w:rsidR="00E00D30" w:rsidRDefault="00E00D30" w:rsidP="00E00D30">
      <w:r>
        <w:t>230.3222</w:t>
      </w:r>
      <w:r>
        <w:tab/>
        <w:t>2.025e0</w:t>
      </w:r>
    </w:p>
    <w:p w:rsidR="00E00D30" w:rsidRDefault="00E00D30" w:rsidP="00E00D30">
      <w:r>
        <w:t>230.3422</w:t>
      </w:r>
      <w:r>
        <w:tab/>
        <w:t>1.013e0</w:t>
      </w:r>
    </w:p>
    <w:p w:rsidR="00E00D30" w:rsidRDefault="00E00D30" w:rsidP="00E00D30">
      <w:r>
        <w:t>230.3503</w:t>
      </w:r>
      <w:r>
        <w:tab/>
        <w:t>1.013e0</w:t>
      </w:r>
    </w:p>
    <w:p w:rsidR="00E00D30" w:rsidRDefault="00E00D30" w:rsidP="00E00D30">
      <w:r>
        <w:t>230.3779</w:t>
      </w:r>
      <w:r>
        <w:tab/>
        <w:t>1.013e0</w:t>
      </w:r>
    </w:p>
    <w:p w:rsidR="00E00D30" w:rsidRDefault="00E00D30" w:rsidP="00E00D30">
      <w:r>
        <w:t>230.3989</w:t>
      </w:r>
      <w:r>
        <w:tab/>
        <w:t>2.025e0</w:t>
      </w:r>
    </w:p>
    <w:p w:rsidR="00E00D30" w:rsidRDefault="00E00D30" w:rsidP="00E00D30">
      <w:r>
        <w:t>230.4299</w:t>
      </w:r>
      <w:r>
        <w:tab/>
        <w:t>2.025e0</w:t>
      </w:r>
    </w:p>
    <w:p w:rsidR="00E00D30" w:rsidRDefault="00E00D30" w:rsidP="00E00D30">
      <w:r>
        <w:lastRenderedPageBreak/>
        <w:t>230.4748</w:t>
      </w:r>
      <w:r>
        <w:tab/>
        <w:t>1.013e0</w:t>
      </w:r>
    </w:p>
    <w:p w:rsidR="00E00D30" w:rsidRDefault="00E00D30" w:rsidP="00E00D30">
      <w:r>
        <w:t>230.4902</w:t>
      </w:r>
      <w:r>
        <w:tab/>
        <w:t>1.013e0</w:t>
      </w:r>
    </w:p>
    <w:p w:rsidR="00E00D30" w:rsidRDefault="00E00D30" w:rsidP="00E00D30">
      <w:r>
        <w:t>230.5235</w:t>
      </w:r>
      <w:r>
        <w:tab/>
        <w:t>1.013e0</w:t>
      </w:r>
    </w:p>
    <w:p w:rsidR="00E00D30" w:rsidRDefault="00E00D30" w:rsidP="00E00D30">
      <w:r>
        <w:t>230.5553</w:t>
      </w:r>
      <w:r>
        <w:tab/>
        <w:t>1.013e0</w:t>
      </w:r>
    </w:p>
    <w:p w:rsidR="00E00D30" w:rsidRDefault="00E00D30" w:rsidP="00E00D30">
      <w:r>
        <w:t>230.5597</w:t>
      </w:r>
      <w:r>
        <w:tab/>
        <w:t>1.013e0</w:t>
      </w:r>
    </w:p>
    <w:p w:rsidR="00E00D30" w:rsidRDefault="00E00D30" w:rsidP="00E00D30">
      <w:r>
        <w:t>230.5643</w:t>
      </w:r>
      <w:r>
        <w:tab/>
        <w:t>1.013e0</w:t>
      </w:r>
    </w:p>
    <w:p w:rsidR="00E00D30" w:rsidRDefault="00E00D30" w:rsidP="00E00D30">
      <w:r>
        <w:t>230.5697</w:t>
      </w:r>
      <w:r>
        <w:tab/>
        <w:t>2.025e0</w:t>
      </w:r>
    </w:p>
    <w:p w:rsidR="00E00D30" w:rsidRDefault="00E00D30" w:rsidP="00E00D30">
      <w:r>
        <w:t>230.5839</w:t>
      </w:r>
      <w:r>
        <w:tab/>
        <w:t>1.013e0</w:t>
      </w:r>
    </w:p>
    <w:p w:rsidR="00E00D30" w:rsidRDefault="00E00D30" w:rsidP="00E00D30">
      <w:r>
        <w:t>230.5879</w:t>
      </w:r>
      <w:r>
        <w:tab/>
        <w:t>1.013e0</w:t>
      </w:r>
    </w:p>
    <w:p w:rsidR="00E00D30" w:rsidRDefault="00E00D30" w:rsidP="00E00D30">
      <w:r>
        <w:t>230.5997</w:t>
      </w:r>
      <w:r>
        <w:tab/>
        <w:t>2.025e0</w:t>
      </w:r>
    </w:p>
    <w:p w:rsidR="00E00D30" w:rsidRDefault="00E00D30" w:rsidP="00E00D30">
      <w:r>
        <w:t>230.6251</w:t>
      </w:r>
      <w:r>
        <w:tab/>
        <w:t>1.013e0</w:t>
      </w:r>
    </w:p>
    <w:p w:rsidR="00E00D30" w:rsidRDefault="00E00D30" w:rsidP="00E00D30">
      <w:r>
        <w:t>230.6366</w:t>
      </w:r>
      <w:r>
        <w:tab/>
        <w:t>2.025e0</w:t>
      </w:r>
    </w:p>
    <w:p w:rsidR="00E00D30" w:rsidRDefault="00E00D30" w:rsidP="00E00D30">
      <w:r>
        <w:t>230.6444</w:t>
      </w:r>
      <w:r>
        <w:tab/>
        <w:t>1.013e0</w:t>
      </w:r>
    </w:p>
    <w:p w:rsidR="00E00D30" w:rsidRDefault="00E00D30" w:rsidP="00E00D30">
      <w:r>
        <w:t>230.6770</w:t>
      </w:r>
      <w:r>
        <w:tab/>
        <w:t>2.025e0</w:t>
      </w:r>
    </w:p>
    <w:p w:rsidR="00E00D30" w:rsidRDefault="00E00D30" w:rsidP="00E00D30">
      <w:r>
        <w:t>230.7009</w:t>
      </w:r>
      <w:r>
        <w:tab/>
        <w:t>1.013e0</w:t>
      </w:r>
    </w:p>
    <w:p w:rsidR="00E00D30" w:rsidRDefault="00E00D30" w:rsidP="00E00D30">
      <w:r>
        <w:t>230.7203</w:t>
      </w:r>
      <w:r>
        <w:tab/>
        <w:t>1.013e0</w:t>
      </w:r>
    </w:p>
    <w:p w:rsidR="00E00D30" w:rsidRDefault="00E00D30" w:rsidP="00E00D30">
      <w:r>
        <w:t>230.7652</w:t>
      </w:r>
      <w:r>
        <w:tab/>
        <w:t>1.013e0</w:t>
      </w:r>
    </w:p>
    <w:p w:rsidR="00E00D30" w:rsidRDefault="00E00D30" w:rsidP="00E00D30">
      <w:r>
        <w:t>230.7813</w:t>
      </w:r>
      <w:r>
        <w:tab/>
        <w:t>1.013e0</w:t>
      </w:r>
    </w:p>
    <w:p w:rsidR="00E00D30" w:rsidRDefault="00E00D30" w:rsidP="00E00D30">
      <w:r>
        <w:t>230.7854</w:t>
      </w:r>
      <w:r>
        <w:tab/>
        <w:t>1.013e0</w:t>
      </w:r>
    </w:p>
    <w:p w:rsidR="00E00D30" w:rsidRDefault="00E00D30" w:rsidP="00E00D30">
      <w:r>
        <w:lastRenderedPageBreak/>
        <w:t>230.7939</w:t>
      </w:r>
      <w:r>
        <w:tab/>
        <w:t>1.013e0</w:t>
      </w:r>
    </w:p>
    <w:p w:rsidR="00E00D30" w:rsidRDefault="00E00D30" w:rsidP="00E00D30">
      <w:r>
        <w:t>230.8067</w:t>
      </w:r>
      <w:r>
        <w:tab/>
        <w:t>1.013e0</w:t>
      </w:r>
    </w:p>
    <w:p w:rsidR="00E00D30" w:rsidRDefault="00E00D30" w:rsidP="00E00D30">
      <w:r>
        <w:t>230.8180</w:t>
      </w:r>
      <w:r>
        <w:tab/>
        <w:t>1.013e0</w:t>
      </w:r>
    </w:p>
    <w:p w:rsidR="00E00D30" w:rsidRDefault="00E00D30" w:rsidP="00E00D30">
      <w:r>
        <w:t>230.8505</w:t>
      </w:r>
      <w:r>
        <w:tab/>
        <w:t>1.013e0</w:t>
      </w:r>
    </w:p>
    <w:p w:rsidR="00E00D30" w:rsidRDefault="00E00D30" w:rsidP="00E00D30">
      <w:r>
        <w:t>230.8785</w:t>
      </w:r>
      <w:r>
        <w:tab/>
        <w:t>2.025e0</w:t>
      </w:r>
    </w:p>
    <w:p w:rsidR="00E00D30" w:rsidRDefault="00E00D30" w:rsidP="00E00D30">
      <w:r>
        <w:t>230.9070</w:t>
      </w:r>
      <w:r>
        <w:tab/>
        <w:t>2.025e0</w:t>
      </w:r>
    </w:p>
    <w:p w:rsidR="00E00D30" w:rsidRDefault="00E00D30" w:rsidP="00E00D30">
      <w:r>
        <w:t>230.9113</w:t>
      </w:r>
      <w:r>
        <w:tab/>
        <w:t>1.013e0</w:t>
      </w:r>
    </w:p>
    <w:p w:rsidR="00E00D30" w:rsidRDefault="00E00D30" w:rsidP="00E00D30">
      <w:r>
        <w:t>230.9140</w:t>
      </w:r>
      <w:r>
        <w:tab/>
        <w:t>2.025e0</w:t>
      </w:r>
    </w:p>
    <w:p w:rsidR="00E00D30" w:rsidRDefault="00E00D30" w:rsidP="00E00D30">
      <w:r>
        <w:t>230.9312</w:t>
      </w:r>
      <w:r>
        <w:tab/>
        <w:t>1.013e0</w:t>
      </w:r>
    </w:p>
    <w:p w:rsidR="00E00D30" w:rsidRDefault="00E00D30" w:rsidP="00E00D30">
      <w:r>
        <w:t>230.9390</w:t>
      </w:r>
      <w:r>
        <w:tab/>
        <w:t>1.013e0</w:t>
      </w:r>
    </w:p>
    <w:p w:rsidR="00E00D30" w:rsidRDefault="00E00D30" w:rsidP="00E00D30">
      <w:r>
        <w:t>230.9431</w:t>
      </w:r>
      <w:r>
        <w:tab/>
        <w:t>1.013e0</w:t>
      </w:r>
    </w:p>
    <w:p w:rsidR="00E00D30" w:rsidRDefault="00E00D30" w:rsidP="00E00D30">
      <w:r>
        <w:t>230.9505</w:t>
      </w:r>
      <w:r>
        <w:tab/>
        <w:t>1.013e0</w:t>
      </w:r>
    </w:p>
    <w:p w:rsidR="00E00D30" w:rsidRDefault="00E00D30" w:rsidP="00E00D30">
      <w:r>
        <w:t>230.9524</w:t>
      </w:r>
      <w:r>
        <w:tab/>
        <w:t>3.038e0</w:t>
      </w:r>
    </w:p>
    <w:p w:rsidR="00E00D30" w:rsidRDefault="00E00D30" w:rsidP="00E00D30">
      <w:r>
        <w:t>230.9591</w:t>
      </w:r>
      <w:r>
        <w:tab/>
        <w:t>1.013e0</w:t>
      </w:r>
    </w:p>
    <w:p w:rsidR="00E00D30" w:rsidRDefault="00E00D30" w:rsidP="00E00D30">
      <w:r>
        <w:t>230.9678</w:t>
      </w:r>
      <w:r>
        <w:tab/>
        <w:t>1.013e0</w:t>
      </w:r>
    </w:p>
    <w:p w:rsidR="00E00D30" w:rsidRDefault="00E00D30" w:rsidP="00E00D30">
      <w:r>
        <w:t>230.9877</w:t>
      </w:r>
      <w:r>
        <w:tab/>
        <w:t>1.013e0</w:t>
      </w:r>
    </w:p>
    <w:p w:rsidR="00E00D30" w:rsidRDefault="00E00D30" w:rsidP="00E00D30">
      <w:r>
        <w:t>230.9900</w:t>
      </w:r>
      <w:r>
        <w:tab/>
        <w:t>2.025e0</w:t>
      </w:r>
    </w:p>
    <w:p w:rsidR="00E00D30" w:rsidRDefault="00E00D30" w:rsidP="00E00D30">
      <w:r>
        <w:t>230.9916</w:t>
      </w:r>
      <w:r>
        <w:tab/>
        <w:t>1.013e0</w:t>
      </w:r>
    </w:p>
    <w:p w:rsidR="00E00D30" w:rsidRDefault="00E00D30" w:rsidP="00E00D30">
      <w:r>
        <w:t>230.9993</w:t>
      </w:r>
      <w:r>
        <w:tab/>
        <w:t>1.013e0</w:t>
      </w:r>
    </w:p>
    <w:p w:rsidR="00E00D30" w:rsidRDefault="00E00D30" w:rsidP="00E00D30">
      <w:r>
        <w:lastRenderedPageBreak/>
        <w:t>231.0112</w:t>
      </w:r>
      <w:r>
        <w:tab/>
        <w:t>1.013e0</w:t>
      </w:r>
    </w:p>
    <w:p w:rsidR="00E00D30" w:rsidRDefault="00E00D30" w:rsidP="00E00D30">
      <w:r>
        <w:t>231.0407</w:t>
      </w:r>
      <w:r>
        <w:tab/>
        <w:t>1.013e0</w:t>
      </w:r>
    </w:p>
    <w:p w:rsidR="00E00D30" w:rsidRDefault="00E00D30" w:rsidP="00E00D30">
      <w:r>
        <w:t>231.0443</w:t>
      </w:r>
      <w:r>
        <w:tab/>
        <w:t>4.051e0</w:t>
      </w:r>
    </w:p>
    <w:p w:rsidR="00E00D30" w:rsidRDefault="00E00D30" w:rsidP="00E00D30">
      <w:r>
        <w:t>231.0500</w:t>
      </w:r>
      <w:r>
        <w:tab/>
        <w:t>4.797e0</w:t>
      </w:r>
    </w:p>
    <w:p w:rsidR="00E00D30" w:rsidRDefault="00E00D30" w:rsidP="00E00D30">
      <w:r>
        <w:t>231.0599</w:t>
      </w:r>
      <w:r>
        <w:tab/>
        <w:t>1.013e0</w:t>
      </w:r>
    </w:p>
    <w:p w:rsidR="00E00D30" w:rsidRDefault="00E00D30" w:rsidP="00E00D30">
      <w:r>
        <w:t>231.0623</w:t>
      </w:r>
      <w:r>
        <w:tab/>
        <w:t>3.038e0</w:t>
      </w:r>
    </w:p>
    <w:p w:rsidR="00E00D30" w:rsidRDefault="00E00D30" w:rsidP="00E00D30">
      <w:r>
        <w:t>231.0636</w:t>
      </w:r>
      <w:r>
        <w:tab/>
        <w:t>2.046e0</w:t>
      </w:r>
    </w:p>
    <w:p w:rsidR="00E00D30" w:rsidRDefault="00E00D30" w:rsidP="00E00D30">
      <w:r>
        <w:t>231.0671</w:t>
      </w:r>
      <w:r>
        <w:tab/>
        <w:t>3.038e0</w:t>
      </w:r>
    </w:p>
    <w:p w:rsidR="00E00D30" w:rsidRDefault="00E00D30" w:rsidP="00E00D30">
      <w:r>
        <w:t>231.0931</w:t>
      </w:r>
      <w:r>
        <w:tab/>
        <w:t>2.025e0</w:t>
      </w:r>
    </w:p>
    <w:p w:rsidR="00E00D30" w:rsidRDefault="00E00D30" w:rsidP="00E00D30">
      <w:r>
        <w:t>231.0970</w:t>
      </w:r>
      <w:r>
        <w:tab/>
        <w:t>4.051e0</w:t>
      </w:r>
    </w:p>
    <w:p w:rsidR="00E00D30" w:rsidRDefault="00E00D30" w:rsidP="00E00D30">
      <w:r>
        <w:t>231.0997</w:t>
      </w:r>
      <w:r>
        <w:tab/>
        <w:t>5.063e0</w:t>
      </w:r>
    </w:p>
    <w:p w:rsidR="00E00D30" w:rsidRDefault="00E00D30" w:rsidP="00E00D30">
      <w:r>
        <w:t>231.1027</w:t>
      </w:r>
      <w:r>
        <w:tab/>
        <w:t>2.025e0</w:t>
      </w:r>
    </w:p>
    <w:p w:rsidR="00E00D30" w:rsidRDefault="00E00D30" w:rsidP="00E00D30">
      <w:r>
        <w:t>231.1051</w:t>
      </w:r>
      <w:r>
        <w:tab/>
        <w:t>1.013e0</w:t>
      </w:r>
    </w:p>
    <w:p w:rsidR="00E00D30" w:rsidRDefault="00E00D30" w:rsidP="00E00D30">
      <w:r>
        <w:t>231.1126</w:t>
      </w:r>
      <w:r>
        <w:tab/>
        <w:t>1.013e0</w:t>
      </w:r>
    </w:p>
    <w:p w:rsidR="00E00D30" w:rsidRDefault="00E00D30" w:rsidP="00E00D30">
      <w:r>
        <w:t>231.1165</w:t>
      </w:r>
      <w:r>
        <w:tab/>
        <w:t>1.013e0</w:t>
      </w:r>
    </w:p>
    <w:p w:rsidR="00E00D30" w:rsidRDefault="00E00D30" w:rsidP="00E00D30">
      <w:r>
        <w:t>231.1269</w:t>
      </w:r>
      <w:r>
        <w:tab/>
        <w:t>3.038e0</w:t>
      </w:r>
    </w:p>
    <w:p w:rsidR="00E00D30" w:rsidRDefault="00E00D30" w:rsidP="00E00D30">
      <w:r>
        <w:t>231.1287</w:t>
      </w:r>
      <w:r>
        <w:tab/>
        <w:t>4.051e0</w:t>
      </w:r>
    </w:p>
    <w:p w:rsidR="00E00D30" w:rsidRDefault="00E00D30" w:rsidP="00E00D30">
      <w:r>
        <w:t>231.1312</w:t>
      </w:r>
      <w:r>
        <w:tab/>
        <w:t>2.025e0</w:t>
      </w:r>
    </w:p>
    <w:p w:rsidR="00E00D30" w:rsidRDefault="00E00D30" w:rsidP="00E00D30">
      <w:r>
        <w:t>231.1460</w:t>
      </w:r>
      <w:r>
        <w:tab/>
        <w:t>1.013e0</w:t>
      </w:r>
    </w:p>
    <w:p w:rsidR="00E00D30" w:rsidRDefault="00E00D30" w:rsidP="00E00D30">
      <w:r>
        <w:lastRenderedPageBreak/>
        <w:t>231.1539</w:t>
      </w:r>
      <w:r>
        <w:tab/>
        <w:t>1.013e0</w:t>
      </w:r>
    </w:p>
    <w:p w:rsidR="00E00D30" w:rsidRDefault="00E00D30" w:rsidP="00E00D30">
      <w:r>
        <w:t>231.1652</w:t>
      </w:r>
      <w:r>
        <w:tab/>
        <w:t>1.013e0</w:t>
      </w:r>
    </w:p>
    <w:p w:rsidR="00E00D30" w:rsidRDefault="00E00D30" w:rsidP="00E00D30">
      <w:r>
        <w:t>231.1673</w:t>
      </w:r>
      <w:r>
        <w:tab/>
        <w:t>2.025e0</w:t>
      </w:r>
    </w:p>
    <w:p w:rsidR="00E00D30" w:rsidRDefault="00E00D30" w:rsidP="00E00D30">
      <w:r>
        <w:t>231.1691</w:t>
      </w:r>
      <w:r>
        <w:tab/>
        <w:t>2.025e0</w:t>
      </w:r>
    </w:p>
    <w:p w:rsidR="00E00D30" w:rsidRDefault="00E00D30" w:rsidP="00E00D30">
      <w:r>
        <w:t>231.1749</w:t>
      </w:r>
      <w:r>
        <w:tab/>
        <w:t>2.025e0</w:t>
      </w:r>
    </w:p>
    <w:p w:rsidR="00E00D30" w:rsidRDefault="00E00D30" w:rsidP="00E00D30">
      <w:r>
        <w:t>231.1810</w:t>
      </w:r>
      <w:r>
        <w:tab/>
        <w:t>1.013e0</w:t>
      </w:r>
    </w:p>
    <w:p w:rsidR="00E00D30" w:rsidRDefault="00E00D30" w:rsidP="00E00D30">
      <w:r>
        <w:t>231.1851</w:t>
      </w:r>
      <w:r>
        <w:tab/>
        <w:t>1.013e0</w:t>
      </w:r>
    </w:p>
    <w:p w:rsidR="00E00D30" w:rsidRDefault="00E00D30" w:rsidP="00E00D30">
      <w:r>
        <w:t>231.1899</w:t>
      </w:r>
      <w:r>
        <w:tab/>
        <w:t>3.038e0</w:t>
      </w:r>
    </w:p>
    <w:p w:rsidR="00E00D30" w:rsidRDefault="00E00D30" w:rsidP="00E00D30">
      <w:r>
        <w:t>231.2102</w:t>
      </w:r>
      <w:r>
        <w:tab/>
        <w:t>1.013e0</w:t>
      </w:r>
    </w:p>
    <w:p w:rsidR="00E00D30" w:rsidRDefault="00E00D30" w:rsidP="00E00D30">
      <w:r>
        <w:t>231.2144</w:t>
      </w:r>
      <w:r>
        <w:tab/>
        <w:t>1.013e0</w:t>
      </w:r>
    </w:p>
    <w:p w:rsidR="00E00D30" w:rsidRDefault="00E00D30" w:rsidP="00E00D30">
      <w:r>
        <w:t>231.2506</w:t>
      </w:r>
      <w:r>
        <w:tab/>
        <w:t>1.013e0</w:t>
      </w:r>
    </w:p>
    <w:p w:rsidR="00E00D30" w:rsidRDefault="00E00D30" w:rsidP="00E00D30">
      <w:r>
        <w:t>231.2589</w:t>
      </w:r>
      <w:r>
        <w:tab/>
        <w:t>1.013e0</w:t>
      </w:r>
    </w:p>
    <w:p w:rsidR="00E00D30" w:rsidRDefault="00E00D30" w:rsidP="00E00D30">
      <w:r>
        <w:t>231.2785</w:t>
      </w:r>
      <w:r>
        <w:tab/>
        <w:t>1.013e0</w:t>
      </w:r>
    </w:p>
    <w:p w:rsidR="00E00D30" w:rsidRDefault="00E00D30" w:rsidP="00E00D30">
      <w:r>
        <w:t>231.2939</w:t>
      </w:r>
      <w:r>
        <w:tab/>
        <w:t>1.013e0</w:t>
      </w:r>
    </w:p>
    <w:p w:rsidR="00E00D30" w:rsidRDefault="00E00D30" w:rsidP="00E00D30">
      <w:r>
        <w:t>231.3467</w:t>
      </w:r>
      <w:r>
        <w:tab/>
        <w:t>2.025e0</w:t>
      </w:r>
    </w:p>
    <w:p w:rsidR="00E00D30" w:rsidRDefault="00E00D30" w:rsidP="00E00D30">
      <w:r>
        <w:t>231.3691</w:t>
      </w:r>
      <w:r>
        <w:tab/>
        <w:t>2.025e0</w:t>
      </w:r>
    </w:p>
    <w:p w:rsidR="00E00D30" w:rsidRDefault="00E00D30" w:rsidP="00E00D30">
      <w:r>
        <w:t>231.3762</w:t>
      </w:r>
      <w:r>
        <w:tab/>
        <w:t>1.013e0</w:t>
      </w:r>
    </w:p>
    <w:p w:rsidR="00E00D30" w:rsidRDefault="00E00D30" w:rsidP="00E00D30">
      <w:r>
        <w:t>231.3955</w:t>
      </w:r>
      <w:r>
        <w:tab/>
        <w:t>1.013e0</w:t>
      </w:r>
    </w:p>
    <w:p w:rsidR="00E00D30" w:rsidRDefault="00E00D30" w:rsidP="00E00D30">
      <w:r>
        <w:t>231.4111</w:t>
      </w:r>
      <w:r>
        <w:tab/>
        <w:t>1.013e0</w:t>
      </w:r>
    </w:p>
    <w:p w:rsidR="00E00D30" w:rsidRDefault="00E00D30" w:rsidP="00E00D30">
      <w:r>
        <w:lastRenderedPageBreak/>
        <w:t>231.4201</w:t>
      </w:r>
      <w:r>
        <w:tab/>
        <w:t>2.025e0</w:t>
      </w:r>
    </w:p>
    <w:p w:rsidR="00E00D30" w:rsidRDefault="00E00D30" w:rsidP="00E00D30">
      <w:r>
        <w:t>231.4523</w:t>
      </w:r>
      <w:r>
        <w:tab/>
        <w:t>2.025e0</w:t>
      </w:r>
    </w:p>
    <w:p w:rsidR="00E00D30" w:rsidRDefault="00E00D30" w:rsidP="00E00D30">
      <w:r>
        <w:t>231.5089</w:t>
      </w:r>
      <w:r>
        <w:tab/>
        <w:t>1.013e0</w:t>
      </w:r>
    </w:p>
    <w:p w:rsidR="00E00D30" w:rsidRDefault="00E00D30" w:rsidP="00E00D30">
      <w:r>
        <w:t>231.5243</w:t>
      </w:r>
      <w:r>
        <w:tab/>
        <w:t>1.013e0</w:t>
      </w:r>
    </w:p>
    <w:p w:rsidR="00E00D30" w:rsidRDefault="00E00D30" w:rsidP="00E00D30">
      <w:r>
        <w:t>231.5655</w:t>
      </w:r>
      <w:r>
        <w:tab/>
        <w:t>1.013e0</w:t>
      </w:r>
    </w:p>
    <w:p w:rsidR="00E00D30" w:rsidRDefault="00E00D30" w:rsidP="00E00D30">
      <w:r>
        <w:t>231.5733</w:t>
      </w:r>
      <w:r>
        <w:tab/>
        <w:t>1.013e0</w:t>
      </w:r>
    </w:p>
    <w:p w:rsidR="00E00D30" w:rsidRDefault="00E00D30" w:rsidP="00E00D30">
      <w:r>
        <w:t>231.5810</w:t>
      </w:r>
      <w:r>
        <w:tab/>
        <w:t>1.013e0</w:t>
      </w:r>
    </w:p>
    <w:p w:rsidR="00E00D30" w:rsidRDefault="00E00D30" w:rsidP="00E00D30">
      <w:r>
        <w:t>231.6026</w:t>
      </w:r>
      <w:r>
        <w:tab/>
        <w:t>4.051e0</w:t>
      </w:r>
    </w:p>
    <w:p w:rsidR="00E00D30" w:rsidRDefault="00E00D30" w:rsidP="00E00D30">
      <w:r>
        <w:t>231.6065</w:t>
      </w:r>
      <w:r>
        <w:tab/>
        <w:t>1.013e0</w:t>
      </w:r>
    </w:p>
    <w:p w:rsidR="00E00D30" w:rsidRDefault="00E00D30" w:rsidP="00E00D30">
      <w:r>
        <w:t>231.6181</w:t>
      </w:r>
      <w:r>
        <w:tab/>
        <w:t>1.013e0</w:t>
      </w:r>
    </w:p>
    <w:p w:rsidR="00E00D30" w:rsidRDefault="00E00D30" w:rsidP="00E00D30">
      <w:r>
        <w:t>231.6336</w:t>
      </w:r>
      <w:r>
        <w:tab/>
        <w:t>2.025e0</w:t>
      </w:r>
    </w:p>
    <w:p w:rsidR="00E00D30" w:rsidRDefault="00E00D30" w:rsidP="00E00D30">
      <w:r>
        <w:t>231.6400</w:t>
      </w:r>
      <w:r>
        <w:tab/>
        <w:t>2.025e0</w:t>
      </w:r>
    </w:p>
    <w:p w:rsidR="00E00D30" w:rsidRDefault="00E00D30" w:rsidP="00E00D30">
      <w:r>
        <w:t>231.6594</w:t>
      </w:r>
      <w:r>
        <w:tab/>
        <w:t>1.013e0</w:t>
      </w:r>
    </w:p>
    <w:p w:rsidR="00E00D30" w:rsidRDefault="00E00D30" w:rsidP="00E00D30">
      <w:r>
        <w:t>231.6671</w:t>
      </w:r>
      <w:r>
        <w:tab/>
        <w:t>1.013e0</w:t>
      </w:r>
    </w:p>
    <w:p w:rsidR="00E00D30" w:rsidRDefault="00E00D30" w:rsidP="00E00D30">
      <w:r>
        <w:t>231.6771</w:t>
      </w:r>
      <w:r>
        <w:tab/>
        <w:t>5.063e0</w:t>
      </w:r>
    </w:p>
    <w:p w:rsidR="00E00D30" w:rsidRDefault="00E00D30" w:rsidP="00E00D30">
      <w:r>
        <w:t>231.6830</w:t>
      </w:r>
      <w:r>
        <w:tab/>
        <w:t>1.013e0</w:t>
      </w:r>
    </w:p>
    <w:p w:rsidR="00E00D30" w:rsidRDefault="00E00D30" w:rsidP="00E00D30">
      <w:r>
        <w:t>231.7217</w:t>
      </w:r>
      <w:r>
        <w:tab/>
        <w:t>2.025e0</w:t>
      </w:r>
    </w:p>
    <w:p w:rsidR="00E00D30" w:rsidRDefault="00E00D30" w:rsidP="00E00D30">
      <w:r>
        <w:t>231.7315</w:t>
      </w:r>
      <w:r>
        <w:tab/>
        <w:t>1.013e0</w:t>
      </w:r>
    </w:p>
    <w:p w:rsidR="00E00D30" w:rsidRDefault="00E00D30" w:rsidP="00E00D30">
      <w:r>
        <w:t>231.7765</w:t>
      </w:r>
      <w:r>
        <w:tab/>
        <w:t>1.013e0</w:t>
      </w:r>
    </w:p>
    <w:p w:rsidR="00E00D30" w:rsidRDefault="00E00D30" w:rsidP="00E00D30">
      <w:r>
        <w:lastRenderedPageBreak/>
        <w:t>231.7923</w:t>
      </w:r>
      <w:r>
        <w:tab/>
        <w:t>1.013e0</w:t>
      </w:r>
    </w:p>
    <w:p w:rsidR="00E00D30" w:rsidRDefault="00E00D30" w:rsidP="00E00D30">
      <w:r>
        <w:t>231.7972</w:t>
      </w:r>
      <w:r>
        <w:tab/>
        <w:t>3.038e0</w:t>
      </w:r>
    </w:p>
    <w:p w:rsidR="00E00D30" w:rsidRDefault="00E00D30" w:rsidP="00E00D30">
      <w:r>
        <w:t>231.8078</w:t>
      </w:r>
      <w:r>
        <w:tab/>
        <w:t>1.013e0</w:t>
      </w:r>
    </w:p>
    <w:p w:rsidR="00E00D30" w:rsidRDefault="00E00D30" w:rsidP="00E00D30">
      <w:r>
        <w:t>231.8163</w:t>
      </w:r>
      <w:r>
        <w:tab/>
        <w:t>1.013e0</w:t>
      </w:r>
    </w:p>
    <w:p w:rsidR="00E00D30" w:rsidRDefault="00E00D30" w:rsidP="00E00D30">
      <w:r>
        <w:t>231.8330</w:t>
      </w:r>
      <w:r>
        <w:tab/>
        <w:t>1.013e0</w:t>
      </w:r>
    </w:p>
    <w:p w:rsidR="00E00D30" w:rsidRDefault="00E00D30" w:rsidP="00E00D30">
      <w:r>
        <w:t>231.8370</w:t>
      </w:r>
      <w:r>
        <w:tab/>
        <w:t>1.013e0</w:t>
      </w:r>
    </w:p>
    <w:p w:rsidR="00E00D30" w:rsidRDefault="00E00D30" w:rsidP="00E00D30">
      <w:r>
        <w:t>231.8409</w:t>
      </w:r>
      <w:r>
        <w:tab/>
        <w:t>2.025e0</w:t>
      </w:r>
    </w:p>
    <w:p w:rsidR="00E00D30" w:rsidRDefault="00E00D30" w:rsidP="00E00D30">
      <w:r>
        <w:t>231.8506</w:t>
      </w:r>
      <w:r>
        <w:tab/>
        <w:t>2.025e0</w:t>
      </w:r>
    </w:p>
    <w:p w:rsidR="00E00D30" w:rsidRDefault="00E00D30" w:rsidP="00E00D30">
      <w:r>
        <w:t>231.8565</w:t>
      </w:r>
      <w:r>
        <w:tab/>
        <w:t>2.025e0</w:t>
      </w:r>
    </w:p>
    <w:p w:rsidR="00E00D30" w:rsidRDefault="00E00D30" w:rsidP="00E00D30">
      <w:r>
        <w:t>231.8642</w:t>
      </w:r>
      <w:r>
        <w:tab/>
        <w:t>1.013e0</w:t>
      </w:r>
    </w:p>
    <w:p w:rsidR="00E00D30" w:rsidRDefault="00E00D30" w:rsidP="00E00D30">
      <w:r>
        <w:t>231.8815</w:t>
      </w:r>
      <w:r>
        <w:tab/>
        <w:t>1.013e0</w:t>
      </w:r>
    </w:p>
    <w:p w:rsidR="00E00D30" w:rsidRDefault="00E00D30" w:rsidP="00E00D30">
      <w:r>
        <w:t>231.8898</w:t>
      </w:r>
      <w:r>
        <w:tab/>
        <w:t>1.013e0</w:t>
      </w:r>
    </w:p>
    <w:p w:rsidR="00E00D30" w:rsidRDefault="00E00D30" w:rsidP="00E00D30">
      <w:r>
        <w:t>231.9252</w:t>
      </w:r>
      <w:r>
        <w:tab/>
        <w:t>2.025e0</w:t>
      </w:r>
    </w:p>
    <w:p w:rsidR="00E00D30" w:rsidRDefault="00E00D30" w:rsidP="00E00D30">
      <w:r>
        <w:t>231.9296</w:t>
      </w:r>
      <w:r>
        <w:tab/>
        <w:t>1.013e0</w:t>
      </w:r>
    </w:p>
    <w:p w:rsidR="00E00D30" w:rsidRDefault="00E00D30" w:rsidP="00E00D30">
      <w:r>
        <w:t>231.9659</w:t>
      </w:r>
      <w:r>
        <w:tab/>
        <w:t>1.013e0</w:t>
      </w:r>
    </w:p>
    <w:p w:rsidR="00E00D30" w:rsidRDefault="00E00D30" w:rsidP="00E00D30">
      <w:r>
        <w:t>231.9716</w:t>
      </w:r>
      <w:r>
        <w:tab/>
        <w:t>2.025e0</w:t>
      </w:r>
    </w:p>
    <w:p w:rsidR="00E00D30" w:rsidRDefault="00E00D30" w:rsidP="00E00D30">
      <w:r>
        <w:t>231.9739</w:t>
      </w:r>
      <w:r>
        <w:tab/>
        <w:t>1.013e0</w:t>
      </w:r>
    </w:p>
    <w:p w:rsidR="00E00D30" w:rsidRDefault="00E00D30" w:rsidP="00E00D30">
      <w:r>
        <w:t>231.9925</w:t>
      </w:r>
      <w:r>
        <w:tab/>
        <w:t>2.025e0</w:t>
      </w:r>
    </w:p>
    <w:p w:rsidR="00E00D30" w:rsidRDefault="00E00D30" w:rsidP="00E00D30">
      <w:r>
        <w:t>231.9962</w:t>
      </w:r>
      <w:r>
        <w:tab/>
        <w:t>5.549e0</w:t>
      </w:r>
    </w:p>
    <w:p w:rsidR="00E00D30" w:rsidRDefault="00E00D30" w:rsidP="00E00D30">
      <w:r>
        <w:lastRenderedPageBreak/>
        <w:t>232.0054</w:t>
      </w:r>
      <w:r>
        <w:tab/>
        <w:t>2.025e0</w:t>
      </w:r>
    </w:p>
    <w:p w:rsidR="00E00D30" w:rsidRDefault="00E00D30" w:rsidP="00E00D30">
      <w:r>
        <w:t>232.0072</w:t>
      </w:r>
      <w:r>
        <w:tab/>
        <w:t>5.063e0</w:t>
      </w:r>
    </w:p>
    <w:p w:rsidR="00E00D30" w:rsidRDefault="00E00D30" w:rsidP="00E00D30">
      <w:r>
        <w:t>232.0095</w:t>
      </w:r>
      <w:r>
        <w:tab/>
        <w:t>1.887e1</w:t>
      </w:r>
    </w:p>
    <w:p w:rsidR="00E00D30" w:rsidRDefault="00E00D30" w:rsidP="00E00D30">
      <w:r>
        <w:t>232.0114</w:t>
      </w:r>
      <w:r>
        <w:tab/>
        <w:t>1.114e1</w:t>
      </w:r>
    </w:p>
    <w:p w:rsidR="00E00D30" w:rsidRDefault="00E00D30" w:rsidP="00E00D30">
      <w:r>
        <w:t>232.0130</w:t>
      </w:r>
      <w:r>
        <w:tab/>
        <w:t>7.888e0</w:t>
      </w:r>
    </w:p>
    <w:p w:rsidR="00E00D30" w:rsidRDefault="00E00D30" w:rsidP="00E00D30">
      <w:r>
        <w:t>232.0206</w:t>
      </w:r>
      <w:r>
        <w:tab/>
        <w:t>3.038e0</w:t>
      </w:r>
    </w:p>
    <w:p w:rsidR="00E00D30" w:rsidRDefault="00E00D30" w:rsidP="00E00D30">
      <w:r>
        <w:t>232.0228</w:t>
      </w:r>
      <w:r>
        <w:tab/>
        <w:t>1.013e0</w:t>
      </w:r>
    </w:p>
    <w:p w:rsidR="00E00D30" w:rsidRDefault="00E00D30" w:rsidP="00E00D30">
      <w:r>
        <w:t>232.0366</w:t>
      </w:r>
      <w:r>
        <w:tab/>
        <w:t>3.038e0</w:t>
      </w:r>
    </w:p>
    <w:p w:rsidR="00E00D30" w:rsidRDefault="00E00D30" w:rsidP="00E00D30">
      <w:r>
        <w:t>232.0461</w:t>
      </w:r>
      <w:r>
        <w:tab/>
        <w:t>3.038e0</w:t>
      </w:r>
    </w:p>
    <w:p w:rsidR="00E00D30" w:rsidRDefault="00E00D30" w:rsidP="00E00D30">
      <w:r>
        <w:t>232.0557</w:t>
      </w:r>
      <w:r>
        <w:tab/>
        <w:t>3.038e0</w:t>
      </w:r>
    </w:p>
    <w:p w:rsidR="00E00D30" w:rsidRDefault="00E00D30" w:rsidP="00E00D30">
      <w:r>
        <w:t>232.0717</w:t>
      </w:r>
      <w:r>
        <w:tab/>
        <w:t>2.025e0</w:t>
      </w:r>
    </w:p>
    <w:p w:rsidR="00E00D30" w:rsidRDefault="00E00D30" w:rsidP="00E00D30">
      <w:r>
        <w:t>232.0753</w:t>
      </w:r>
      <w:r>
        <w:tab/>
        <w:t>1.013e0</w:t>
      </w:r>
    </w:p>
    <w:p w:rsidR="00E00D30" w:rsidRDefault="00E00D30" w:rsidP="00E00D30">
      <w:r>
        <w:t>232.0821</w:t>
      </w:r>
      <w:r>
        <w:tab/>
        <w:t>3.038e0</w:t>
      </w:r>
    </w:p>
    <w:p w:rsidR="00E00D30" w:rsidRDefault="00E00D30" w:rsidP="00E00D30">
      <w:r>
        <w:t>232.0912</w:t>
      </w:r>
      <w:r>
        <w:tab/>
        <w:t>1.013e0</w:t>
      </w:r>
    </w:p>
    <w:p w:rsidR="00E00D30" w:rsidRDefault="00E00D30" w:rsidP="00E00D30">
      <w:r>
        <w:t>232.0978</w:t>
      </w:r>
      <w:r>
        <w:tab/>
        <w:t>2.025e0</w:t>
      </w:r>
    </w:p>
    <w:p w:rsidR="00E00D30" w:rsidRDefault="00E00D30" w:rsidP="00E00D30">
      <w:r>
        <w:t>232.0997</w:t>
      </w:r>
      <w:r>
        <w:tab/>
        <w:t>1.013e0</w:t>
      </w:r>
    </w:p>
    <w:p w:rsidR="00E00D30" w:rsidRDefault="00E00D30" w:rsidP="00E00D30">
      <w:r>
        <w:t>232.1319</w:t>
      </w:r>
      <w:r>
        <w:tab/>
        <w:t>6.076e0</w:t>
      </w:r>
    </w:p>
    <w:p w:rsidR="00E00D30" w:rsidRDefault="00E00D30" w:rsidP="00E00D30">
      <w:r>
        <w:t>232.1477</w:t>
      </w:r>
      <w:r>
        <w:tab/>
        <w:t>1.013e0</w:t>
      </w:r>
    </w:p>
    <w:p w:rsidR="00E00D30" w:rsidRDefault="00E00D30" w:rsidP="00E00D30">
      <w:r>
        <w:t>232.1501</w:t>
      </w:r>
      <w:r>
        <w:tab/>
        <w:t>2.025e0</w:t>
      </w:r>
    </w:p>
    <w:p w:rsidR="00E00D30" w:rsidRDefault="00E00D30" w:rsidP="00E00D30">
      <w:r>
        <w:lastRenderedPageBreak/>
        <w:t>232.1619</w:t>
      </w:r>
      <w:r>
        <w:tab/>
        <w:t>2.025e0</w:t>
      </w:r>
    </w:p>
    <w:p w:rsidR="00E00D30" w:rsidRDefault="00E00D30" w:rsidP="00E00D30">
      <w:r>
        <w:t>232.1680</w:t>
      </w:r>
      <w:r>
        <w:tab/>
        <w:t>2.025e0</w:t>
      </w:r>
    </w:p>
    <w:p w:rsidR="00E00D30" w:rsidRDefault="00E00D30" w:rsidP="00E00D30">
      <w:r>
        <w:t>232.1692</w:t>
      </w:r>
      <w:r>
        <w:tab/>
        <w:t>1.013e0</w:t>
      </w:r>
    </w:p>
    <w:p w:rsidR="00E00D30" w:rsidRDefault="00E00D30" w:rsidP="00E00D30">
      <w:r>
        <w:t>232.1770</w:t>
      </w:r>
      <w:r>
        <w:tab/>
        <w:t>1.013e0</w:t>
      </w:r>
    </w:p>
    <w:p w:rsidR="00E00D30" w:rsidRDefault="00E00D30" w:rsidP="00E00D30">
      <w:r>
        <w:t>232.1811</w:t>
      </w:r>
      <w:r>
        <w:tab/>
        <w:t>1.013e0</w:t>
      </w:r>
    </w:p>
    <w:p w:rsidR="00E00D30" w:rsidRDefault="00E00D30" w:rsidP="00E00D30">
      <w:r>
        <w:t>232.1967</w:t>
      </w:r>
      <w:r>
        <w:tab/>
        <w:t>2.025e0</w:t>
      </w:r>
    </w:p>
    <w:p w:rsidR="00E00D30" w:rsidRDefault="00E00D30" w:rsidP="00E00D30">
      <w:r>
        <w:t>232.2174</w:t>
      </w:r>
      <w:r>
        <w:tab/>
        <w:t>1.013e0</w:t>
      </w:r>
    </w:p>
    <w:p w:rsidR="00E00D30" w:rsidRDefault="00E00D30" w:rsidP="00E00D30">
      <w:r>
        <w:t>232.2301</w:t>
      </w:r>
      <w:r>
        <w:tab/>
        <w:t>3.038e0</w:t>
      </w:r>
    </w:p>
    <w:p w:rsidR="00E00D30" w:rsidRDefault="00E00D30" w:rsidP="00E00D30">
      <w:r>
        <w:t>232.2374</w:t>
      </w:r>
      <w:r>
        <w:tab/>
        <w:t>1.013e0</w:t>
      </w:r>
    </w:p>
    <w:p w:rsidR="00E00D30" w:rsidRDefault="00E00D30" w:rsidP="00E00D30">
      <w:r>
        <w:t>232.2413</w:t>
      </w:r>
      <w:r>
        <w:tab/>
        <w:t>1.013e0</w:t>
      </w:r>
    </w:p>
    <w:p w:rsidR="00E00D30" w:rsidRDefault="00E00D30" w:rsidP="00E00D30">
      <w:r>
        <w:t>232.2492</w:t>
      </w:r>
      <w:r>
        <w:tab/>
        <w:t>1.013e0</w:t>
      </w:r>
    </w:p>
    <w:p w:rsidR="00E00D30" w:rsidRDefault="00E00D30" w:rsidP="00E00D30">
      <w:r>
        <w:t>232.2612</w:t>
      </w:r>
      <w:r>
        <w:tab/>
        <w:t>4.051e0</w:t>
      </w:r>
    </w:p>
    <w:p w:rsidR="00E00D30" w:rsidRDefault="00E00D30" w:rsidP="00E00D30">
      <w:r>
        <w:t>232.2698</w:t>
      </w:r>
      <w:r>
        <w:tab/>
        <w:t>3.038e0</w:t>
      </w:r>
    </w:p>
    <w:p w:rsidR="00E00D30" w:rsidRDefault="00E00D30" w:rsidP="00E00D30">
      <w:r>
        <w:t>232.2786</w:t>
      </w:r>
      <w:r>
        <w:tab/>
        <w:t>1.013e0</w:t>
      </w:r>
    </w:p>
    <w:p w:rsidR="00E00D30" w:rsidRDefault="00E00D30" w:rsidP="00E00D30">
      <w:r>
        <w:t>232.3020</w:t>
      </w:r>
      <w:r>
        <w:tab/>
        <w:t>1.013e0</w:t>
      </w:r>
    </w:p>
    <w:p w:rsidR="00E00D30" w:rsidRDefault="00E00D30" w:rsidP="00E00D30">
      <w:r>
        <w:t>232.3098</w:t>
      </w:r>
      <w:r>
        <w:tab/>
        <w:t>1.013e0</w:t>
      </w:r>
    </w:p>
    <w:p w:rsidR="00E00D30" w:rsidRDefault="00E00D30" w:rsidP="00E00D30">
      <w:r>
        <w:t>232.3265</w:t>
      </w:r>
      <w:r>
        <w:tab/>
        <w:t>1.013e0</w:t>
      </w:r>
    </w:p>
    <w:p w:rsidR="00E00D30" w:rsidRDefault="00E00D30" w:rsidP="00E00D30">
      <w:r>
        <w:t>232.3416</w:t>
      </w:r>
      <w:r>
        <w:tab/>
        <w:t>2.025e0</w:t>
      </w:r>
    </w:p>
    <w:p w:rsidR="00E00D30" w:rsidRDefault="00E00D30" w:rsidP="00E00D30">
      <w:r>
        <w:t>232.3664</w:t>
      </w:r>
      <w:r>
        <w:tab/>
        <w:t>1.013e0</w:t>
      </w:r>
    </w:p>
    <w:p w:rsidR="00E00D30" w:rsidRDefault="00E00D30" w:rsidP="00E00D30">
      <w:r>
        <w:lastRenderedPageBreak/>
        <w:t>232.4114</w:t>
      </w:r>
      <w:r>
        <w:tab/>
        <w:t>2.025e0</w:t>
      </w:r>
    </w:p>
    <w:p w:rsidR="00E00D30" w:rsidRDefault="00E00D30" w:rsidP="00E00D30">
      <w:r>
        <w:t>232.4402</w:t>
      </w:r>
      <w:r>
        <w:tab/>
        <w:t>1.013e0</w:t>
      </w:r>
    </w:p>
    <w:p w:rsidR="00E00D30" w:rsidRDefault="00E00D30" w:rsidP="00E00D30">
      <w:r>
        <w:t>232.4448</w:t>
      </w:r>
      <w:r>
        <w:tab/>
        <w:t>1.013e0</w:t>
      </w:r>
    </w:p>
    <w:p w:rsidR="00E00D30" w:rsidRDefault="00E00D30" w:rsidP="00E00D30">
      <w:r>
        <w:t>232.4642</w:t>
      </w:r>
      <w:r>
        <w:tab/>
        <w:t>1.013e0</w:t>
      </w:r>
    </w:p>
    <w:p w:rsidR="00E00D30" w:rsidRDefault="00E00D30" w:rsidP="00E00D30">
      <w:r>
        <w:t>232.4798</w:t>
      </w:r>
      <w:r>
        <w:tab/>
        <w:t>1.013e0</w:t>
      </w:r>
    </w:p>
    <w:p w:rsidR="00E00D30" w:rsidRDefault="00E00D30" w:rsidP="00E00D30">
      <w:r>
        <w:t>232.4969</w:t>
      </w:r>
      <w:r>
        <w:tab/>
        <w:t>1.013e0</w:t>
      </w:r>
    </w:p>
    <w:p w:rsidR="00E00D30" w:rsidRDefault="00E00D30" w:rsidP="00E00D30">
      <w:r>
        <w:t>232.5016</w:t>
      </w:r>
      <w:r>
        <w:tab/>
        <w:t>1.013e0</w:t>
      </w:r>
    </w:p>
    <w:p w:rsidR="00E00D30" w:rsidRDefault="00E00D30" w:rsidP="00E00D30">
      <w:r>
        <w:t>232.5056</w:t>
      </w:r>
      <w:r>
        <w:tab/>
        <w:t>1.013e0</w:t>
      </w:r>
    </w:p>
    <w:p w:rsidR="00E00D30" w:rsidRDefault="00E00D30" w:rsidP="00E00D30">
      <w:r>
        <w:t>232.5170</w:t>
      </w:r>
      <w:r>
        <w:tab/>
        <w:t>1.013e0</w:t>
      </w:r>
    </w:p>
    <w:p w:rsidR="00E00D30" w:rsidRDefault="00E00D30" w:rsidP="00E00D30">
      <w:r>
        <w:t>232.5660</w:t>
      </w:r>
      <w:r>
        <w:tab/>
        <w:t>2.025e0</w:t>
      </w:r>
    </w:p>
    <w:p w:rsidR="00E00D30" w:rsidRDefault="00E00D30" w:rsidP="00E00D30">
      <w:r>
        <w:t>232.5699</w:t>
      </w:r>
      <w:r>
        <w:tab/>
        <w:t>1.013e0</w:t>
      </w:r>
    </w:p>
    <w:p w:rsidR="00E00D30" w:rsidRDefault="00E00D30" w:rsidP="00E00D30">
      <w:r>
        <w:t>232.5777</w:t>
      </w:r>
      <w:r>
        <w:tab/>
        <w:t>1.013e0</w:t>
      </w:r>
    </w:p>
    <w:p w:rsidR="00E00D30" w:rsidRDefault="00E00D30" w:rsidP="00E00D30">
      <w:r>
        <w:t>232.5978</w:t>
      </w:r>
      <w:r>
        <w:tab/>
        <w:t>1.013e0</w:t>
      </w:r>
    </w:p>
    <w:p w:rsidR="00E00D30" w:rsidRDefault="00E00D30" w:rsidP="00E00D30">
      <w:r>
        <w:t>232.6017</w:t>
      </w:r>
      <w:r>
        <w:tab/>
        <w:t>1.013e0</w:t>
      </w:r>
    </w:p>
    <w:p w:rsidR="00E00D30" w:rsidRDefault="00E00D30" w:rsidP="00E00D30">
      <w:r>
        <w:t>232.6105</w:t>
      </w:r>
      <w:r>
        <w:tab/>
        <w:t>2.025e0</w:t>
      </w:r>
    </w:p>
    <w:p w:rsidR="00E00D30" w:rsidRDefault="00E00D30" w:rsidP="00E00D30">
      <w:r>
        <w:t>232.6150</w:t>
      </w:r>
      <w:r>
        <w:tab/>
        <w:t>1.013e0</w:t>
      </w:r>
    </w:p>
    <w:p w:rsidR="00E00D30" w:rsidRDefault="00E00D30" w:rsidP="00E00D30">
      <w:r>
        <w:t>232.6226</w:t>
      </w:r>
      <w:r>
        <w:tab/>
        <w:t>1.013e0</w:t>
      </w:r>
    </w:p>
    <w:p w:rsidR="00E00D30" w:rsidRDefault="00E00D30" w:rsidP="00E00D30">
      <w:r>
        <w:t>232.6542</w:t>
      </w:r>
      <w:r>
        <w:tab/>
        <w:t>1.013e0</w:t>
      </w:r>
    </w:p>
    <w:p w:rsidR="00E00D30" w:rsidRDefault="00E00D30" w:rsidP="00E00D30">
      <w:r>
        <w:t>232.6609</w:t>
      </w:r>
      <w:r>
        <w:tab/>
        <w:t>2.025e0</w:t>
      </w:r>
    </w:p>
    <w:p w:rsidR="00E00D30" w:rsidRDefault="00E00D30" w:rsidP="00E00D30">
      <w:r>
        <w:lastRenderedPageBreak/>
        <w:t>232.6718</w:t>
      </w:r>
      <w:r>
        <w:tab/>
        <w:t>1.013e0</w:t>
      </w:r>
    </w:p>
    <w:p w:rsidR="00E00D30" w:rsidRDefault="00E00D30" w:rsidP="00E00D30">
      <w:r>
        <w:t>232.6796</w:t>
      </w:r>
      <w:r>
        <w:tab/>
        <w:t>2.025e0</w:t>
      </w:r>
    </w:p>
    <w:p w:rsidR="00E00D30" w:rsidRDefault="00E00D30" w:rsidP="00E00D30">
      <w:r>
        <w:t>232.6873</w:t>
      </w:r>
      <w:r>
        <w:tab/>
        <w:t>2.025e0</w:t>
      </w:r>
    </w:p>
    <w:p w:rsidR="00E00D30" w:rsidRDefault="00E00D30" w:rsidP="00E00D30">
      <w:r>
        <w:t>232.7478</w:t>
      </w:r>
      <w:r>
        <w:tab/>
        <w:t>3.038e0</w:t>
      </w:r>
    </w:p>
    <w:p w:rsidR="00E00D30" w:rsidRDefault="00E00D30" w:rsidP="00E00D30">
      <w:r>
        <w:t>232.7644</w:t>
      </w:r>
      <w:r>
        <w:tab/>
        <w:t>2.025e0</w:t>
      </w:r>
    </w:p>
    <w:p w:rsidR="00E00D30" w:rsidRDefault="00E00D30" w:rsidP="00E00D30">
      <w:r>
        <w:t>232.7889</w:t>
      </w:r>
      <w:r>
        <w:tab/>
        <w:t>1.013e0</w:t>
      </w:r>
    </w:p>
    <w:p w:rsidR="00E00D30" w:rsidRDefault="00E00D30" w:rsidP="00E00D30">
      <w:r>
        <w:t>232.7927</w:t>
      </w:r>
      <w:r>
        <w:tab/>
        <w:t>1.013e0</w:t>
      </w:r>
    </w:p>
    <w:p w:rsidR="00E00D30" w:rsidRDefault="00E00D30" w:rsidP="00E00D30">
      <w:r>
        <w:t>232.8046</w:t>
      </w:r>
      <w:r>
        <w:tab/>
        <w:t>1.013e0</w:t>
      </w:r>
    </w:p>
    <w:p w:rsidR="00E00D30" w:rsidRDefault="00E00D30" w:rsidP="00E00D30">
      <w:r>
        <w:t>232.8456</w:t>
      </w:r>
      <w:r>
        <w:tab/>
        <w:t>2.025e0</w:t>
      </w:r>
    </w:p>
    <w:p w:rsidR="00E00D30" w:rsidRDefault="00E00D30" w:rsidP="00E00D30">
      <w:r>
        <w:t>232.8519</w:t>
      </w:r>
      <w:r>
        <w:tab/>
        <w:t>2.025e0</w:t>
      </w:r>
    </w:p>
    <w:p w:rsidR="00E00D30" w:rsidRDefault="00E00D30" w:rsidP="00E00D30">
      <w:r>
        <w:t>232.8573</w:t>
      </w:r>
      <w:r>
        <w:tab/>
        <w:t>1.013e0</w:t>
      </w:r>
    </w:p>
    <w:p w:rsidR="00E00D30" w:rsidRDefault="00E00D30" w:rsidP="00E00D30">
      <w:r>
        <w:t>232.8616</w:t>
      </w:r>
      <w:r>
        <w:tab/>
        <w:t>1.013e0</w:t>
      </w:r>
    </w:p>
    <w:p w:rsidR="00E00D30" w:rsidRDefault="00E00D30" w:rsidP="00E00D30">
      <w:r>
        <w:t>232.8729</w:t>
      </w:r>
      <w:r>
        <w:tab/>
        <w:t>1.013e0</w:t>
      </w:r>
    </w:p>
    <w:p w:rsidR="00E00D30" w:rsidRDefault="00E00D30" w:rsidP="00E00D30">
      <w:r>
        <w:t>232.9024</w:t>
      </w:r>
      <w:r>
        <w:tab/>
        <w:t>1.013e0</w:t>
      </w:r>
    </w:p>
    <w:p w:rsidR="00E00D30" w:rsidRDefault="00E00D30" w:rsidP="00E00D30">
      <w:r>
        <w:t>232.9257</w:t>
      </w:r>
      <w:r>
        <w:tab/>
        <w:t>2.025e0</w:t>
      </w:r>
    </w:p>
    <w:p w:rsidR="00E00D30" w:rsidRDefault="00E00D30" w:rsidP="00E00D30">
      <w:r>
        <w:t>232.9473</w:t>
      </w:r>
      <w:r>
        <w:tab/>
        <w:t>1.013e0</w:t>
      </w:r>
    </w:p>
    <w:p w:rsidR="00E00D30" w:rsidRDefault="00E00D30" w:rsidP="00E00D30">
      <w:r>
        <w:t>232.9518</w:t>
      </w:r>
      <w:r>
        <w:tab/>
        <w:t>1.013e0</w:t>
      </w:r>
    </w:p>
    <w:p w:rsidR="00E00D30" w:rsidRDefault="00E00D30" w:rsidP="00E00D30">
      <w:r>
        <w:t>232.9670</w:t>
      </w:r>
      <w:r>
        <w:tab/>
        <w:t>1.013e0</w:t>
      </w:r>
    </w:p>
    <w:p w:rsidR="00E00D30" w:rsidRDefault="00E00D30" w:rsidP="00E00D30">
      <w:r>
        <w:t>232.9712</w:t>
      </w:r>
      <w:r>
        <w:tab/>
        <w:t>1.013e0</w:t>
      </w:r>
    </w:p>
    <w:p w:rsidR="00E00D30" w:rsidRDefault="00E00D30" w:rsidP="00E00D30">
      <w:r>
        <w:lastRenderedPageBreak/>
        <w:t>232.9866</w:t>
      </w:r>
      <w:r>
        <w:tab/>
        <w:t>1.013e0</w:t>
      </w:r>
    </w:p>
    <w:p w:rsidR="00E00D30" w:rsidRDefault="00E00D30" w:rsidP="00E00D30">
      <w:r>
        <w:t>233.0018</w:t>
      </w:r>
      <w:r>
        <w:tab/>
        <w:t>2.025e0</w:t>
      </w:r>
    </w:p>
    <w:p w:rsidR="00E00D30" w:rsidRDefault="00E00D30" w:rsidP="00E00D30">
      <w:r>
        <w:t>233.0032</w:t>
      </w:r>
      <w:r>
        <w:tab/>
        <w:t>3.038e0</w:t>
      </w:r>
    </w:p>
    <w:p w:rsidR="00E00D30" w:rsidRDefault="00E00D30" w:rsidP="00E00D30">
      <w:r>
        <w:t>233.0095</w:t>
      </w:r>
      <w:r>
        <w:tab/>
        <w:t>3.038e0</w:t>
      </w:r>
    </w:p>
    <w:p w:rsidR="00E00D30" w:rsidRDefault="00E00D30" w:rsidP="00E00D30">
      <w:r>
        <w:t>233.0169</w:t>
      </w:r>
      <w:r>
        <w:tab/>
        <w:t>3.038e0</w:t>
      </w:r>
    </w:p>
    <w:p w:rsidR="00E00D30" w:rsidRDefault="00E00D30" w:rsidP="00E00D30">
      <w:r>
        <w:t>233.0279</w:t>
      </w:r>
      <w:r>
        <w:tab/>
        <w:t>1.013e0</w:t>
      </w:r>
    </w:p>
    <w:p w:rsidR="00E00D30" w:rsidRDefault="00E00D30" w:rsidP="00E00D30">
      <w:r>
        <w:t>233.0313</w:t>
      </w:r>
      <w:r>
        <w:tab/>
        <w:t>2.025e0</w:t>
      </w:r>
    </w:p>
    <w:p w:rsidR="00E00D30" w:rsidRDefault="00E00D30" w:rsidP="00E00D30">
      <w:r>
        <w:t>233.0571</w:t>
      </w:r>
      <w:r>
        <w:tab/>
        <w:t>1.013e0</w:t>
      </w:r>
    </w:p>
    <w:p w:rsidR="00E00D30" w:rsidRDefault="00E00D30" w:rsidP="00E00D30">
      <w:r>
        <w:t>233.0687</w:t>
      </w:r>
      <w:r>
        <w:tab/>
        <w:t>1.013e0</w:t>
      </w:r>
    </w:p>
    <w:p w:rsidR="00E00D30" w:rsidRDefault="00E00D30" w:rsidP="00E00D30">
      <w:r>
        <w:t>233.0764</w:t>
      </w:r>
      <w:r>
        <w:tab/>
        <w:t>1.013e0</w:t>
      </w:r>
    </w:p>
    <w:p w:rsidR="00E00D30" w:rsidRDefault="00E00D30" w:rsidP="00E00D30">
      <w:r>
        <w:t>233.0805</w:t>
      </w:r>
      <w:r>
        <w:tab/>
        <w:t>1.013e0</w:t>
      </w:r>
    </w:p>
    <w:p w:rsidR="00E00D30" w:rsidRDefault="00E00D30" w:rsidP="00E00D30">
      <w:r>
        <w:t>233.0844</w:t>
      </w:r>
      <w:r>
        <w:tab/>
        <w:t>1.013e0</w:t>
      </w:r>
    </w:p>
    <w:p w:rsidR="00E00D30" w:rsidRDefault="00E00D30" w:rsidP="00E00D30">
      <w:r>
        <w:t>233.0881</w:t>
      </w:r>
      <w:r>
        <w:tab/>
        <w:t>1.013e0</w:t>
      </w:r>
    </w:p>
    <w:p w:rsidR="00E00D30" w:rsidRDefault="00E00D30" w:rsidP="00E00D30">
      <w:r>
        <w:t>233.0936</w:t>
      </w:r>
      <w:r>
        <w:tab/>
        <w:t>3.038e0</w:t>
      </w:r>
    </w:p>
    <w:p w:rsidR="00E00D30" w:rsidRDefault="00E00D30" w:rsidP="00E00D30">
      <w:r>
        <w:t>233.0950</w:t>
      </w:r>
      <w:r>
        <w:tab/>
        <w:t>2.025e0</w:t>
      </w:r>
    </w:p>
    <w:p w:rsidR="00E00D30" w:rsidRDefault="00E00D30" w:rsidP="00E00D30">
      <w:r>
        <w:t>233.0965</w:t>
      </w:r>
      <w:r>
        <w:tab/>
        <w:t>1.013e0</w:t>
      </w:r>
    </w:p>
    <w:p w:rsidR="00E00D30" w:rsidRDefault="00E00D30" w:rsidP="00E00D30">
      <w:r>
        <w:t>233.0977</w:t>
      </w:r>
      <w:r>
        <w:tab/>
        <w:t>2.025e0</w:t>
      </w:r>
    </w:p>
    <w:p w:rsidR="00E00D30" w:rsidRDefault="00E00D30" w:rsidP="00E00D30">
      <w:r>
        <w:t>233.1021</w:t>
      </w:r>
      <w:r>
        <w:tab/>
        <w:t>4.051e0</w:t>
      </w:r>
    </w:p>
    <w:p w:rsidR="00E00D30" w:rsidRDefault="00E00D30" w:rsidP="00E00D30">
      <w:r>
        <w:t>233.1093</w:t>
      </w:r>
      <w:r>
        <w:tab/>
        <w:t>2.025e0</w:t>
      </w:r>
    </w:p>
    <w:p w:rsidR="00E00D30" w:rsidRDefault="00E00D30" w:rsidP="00E00D30">
      <w:r>
        <w:lastRenderedPageBreak/>
        <w:t>233.1181</w:t>
      </w:r>
      <w:r>
        <w:tab/>
        <w:t>1.013e0</w:t>
      </w:r>
    </w:p>
    <w:p w:rsidR="00E00D30" w:rsidRDefault="00E00D30" w:rsidP="00E00D30">
      <w:r>
        <w:t>233.1334</w:t>
      </w:r>
      <w:r>
        <w:tab/>
        <w:t>3.038e0</w:t>
      </w:r>
    </w:p>
    <w:p w:rsidR="00E00D30" w:rsidRDefault="00E00D30" w:rsidP="00E00D30">
      <w:r>
        <w:t>233.1411</w:t>
      </w:r>
      <w:r>
        <w:tab/>
        <w:t>1.013e0</w:t>
      </w:r>
    </w:p>
    <w:p w:rsidR="00E00D30" w:rsidRDefault="00E00D30" w:rsidP="00E00D30">
      <w:r>
        <w:t>233.1452</w:t>
      </w:r>
      <w:r>
        <w:tab/>
        <w:t>1.013e0</w:t>
      </w:r>
    </w:p>
    <w:p w:rsidR="00E00D30" w:rsidRDefault="00E00D30" w:rsidP="00E00D30">
      <w:r>
        <w:t>233.1619</w:t>
      </w:r>
      <w:r>
        <w:tab/>
        <w:t>1.013e0</w:t>
      </w:r>
    </w:p>
    <w:p w:rsidR="00E00D30" w:rsidRDefault="00E00D30" w:rsidP="00E00D30">
      <w:r>
        <w:t>233.1634</w:t>
      </w:r>
      <w:r>
        <w:tab/>
        <w:t>2.025e0</w:t>
      </w:r>
    </w:p>
    <w:p w:rsidR="00E00D30" w:rsidRDefault="00E00D30" w:rsidP="00E00D30">
      <w:r>
        <w:t>233.1845</w:t>
      </w:r>
      <w:r>
        <w:tab/>
        <w:t>2.025e0</w:t>
      </w:r>
    </w:p>
    <w:p w:rsidR="00E00D30" w:rsidRDefault="00E00D30" w:rsidP="00E00D30">
      <w:r>
        <w:t>233.1861</w:t>
      </w:r>
      <w:r>
        <w:tab/>
        <w:t>1.013e0</w:t>
      </w:r>
    </w:p>
    <w:p w:rsidR="00E00D30" w:rsidRDefault="00E00D30" w:rsidP="00E00D30">
      <w:r>
        <w:t>233.1890</w:t>
      </w:r>
      <w:r>
        <w:tab/>
        <w:t>3.038e0</w:t>
      </w:r>
    </w:p>
    <w:p w:rsidR="00E00D30" w:rsidRDefault="00E00D30" w:rsidP="00E00D30">
      <w:r>
        <w:t>233.1939</w:t>
      </w:r>
      <w:r>
        <w:tab/>
        <w:t>1.013e0</w:t>
      </w:r>
    </w:p>
    <w:p w:rsidR="00E00D30" w:rsidRDefault="00E00D30" w:rsidP="00E00D30">
      <w:r>
        <w:t>233.2017</w:t>
      </w:r>
      <w:r>
        <w:tab/>
        <w:t>1.013e0</w:t>
      </w:r>
    </w:p>
    <w:p w:rsidR="00E00D30" w:rsidRDefault="00E00D30" w:rsidP="00E00D30">
      <w:r>
        <w:t>233.2190</w:t>
      </w:r>
      <w:r>
        <w:tab/>
        <w:t>2.025e0</w:t>
      </w:r>
    </w:p>
    <w:p w:rsidR="00E00D30" w:rsidRDefault="00E00D30" w:rsidP="00E00D30">
      <w:r>
        <w:t>233.2582</w:t>
      </w:r>
      <w:r>
        <w:tab/>
        <w:t>1.013e0</w:t>
      </w:r>
    </w:p>
    <w:p w:rsidR="00E00D30" w:rsidRDefault="00E00D30" w:rsidP="00E00D30">
      <w:r>
        <w:t>233.2880</w:t>
      </w:r>
      <w:r>
        <w:tab/>
        <w:t>1.013e0</w:t>
      </w:r>
    </w:p>
    <w:p w:rsidR="00E00D30" w:rsidRDefault="00E00D30" w:rsidP="00E00D30">
      <w:r>
        <w:t>233.2996</w:t>
      </w:r>
      <w:r>
        <w:tab/>
        <w:t>1.013e0</w:t>
      </w:r>
    </w:p>
    <w:p w:rsidR="00E00D30" w:rsidRDefault="00E00D30" w:rsidP="00E00D30">
      <w:r>
        <w:t>233.3195</w:t>
      </w:r>
      <w:r>
        <w:tab/>
        <w:t>1.013e0</w:t>
      </w:r>
    </w:p>
    <w:p w:rsidR="00E00D30" w:rsidRDefault="00E00D30" w:rsidP="00E00D30">
      <w:r>
        <w:t>233.3326</w:t>
      </w:r>
      <w:r>
        <w:tab/>
        <w:t>1.013e0</w:t>
      </w:r>
    </w:p>
    <w:p w:rsidR="00E00D30" w:rsidRDefault="00E00D30" w:rsidP="00E00D30">
      <w:r>
        <w:t>233.3447</w:t>
      </w:r>
      <w:r>
        <w:tab/>
        <w:t>1.013e0</w:t>
      </w:r>
    </w:p>
    <w:p w:rsidR="00E00D30" w:rsidRDefault="00E00D30" w:rsidP="00E00D30">
      <w:r>
        <w:t>233.3642</w:t>
      </w:r>
      <w:r>
        <w:tab/>
        <w:t>1.013e0</w:t>
      </w:r>
    </w:p>
    <w:p w:rsidR="00E00D30" w:rsidRDefault="00E00D30" w:rsidP="00E00D30">
      <w:r>
        <w:lastRenderedPageBreak/>
        <w:t>233.3721</w:t>
      </w:r>
      <w:r>
        <w:tab/>
        <w:t>1.013e0</w:t>
      </w:r>
    </w:p>
    <w:p w:rsidR="00E00D30" w:rsidRDefault="00E00D30" w:rsidP="00E00D30">
      <w:r>
        <w:t>233.4015</w:t>
      </w:r>
      <w:r>
        <w:tab/>
        <w:t>1.013e0</w:t>
      </w:r>
    </w:p>
    <w:p w:rsidR="00E00D30" w:rsidRDefault="00E00D30" w:rsidP="00E00D30">
      <w:r>
        <w:t>233.4209</w:t>
      </w:r>
      <w:r>
        <w:tab/>
        <w:t>1.013e0</w:t>
      </w:r>
    </w:p>
    <w:p w:rsidR="00E00D30" w:rsidRDefault="00E00D30" w:rsidP="00E00D30">
      <w:r>
        <w:t>233.4335</w:t>
      </w:r>
      <w:r>
        <w:tab/>
        <w:t>1.013e0</w:t>
      </w:r>
    </w:p>
    <w:p w:rsidR="00E00D30" w:rsidRDefault="00E00D30" w:rsidP="00E00D30">
      <w:r>
        <w:t>233.4543</w:t>
      </w:r>
      <w:r>
        <w:tab/>
        <w:t>1.013e0</w:t>
      </w:r>
    </w:p>
    <w:p w:rsidR="00E00D30" w:rsidRDefault="00E00D30" w:rsidP="00E00D30">
      <w:r>
        <w:t>233.4739</w:t>
      </w:r>
      <w:r>
        <w:tab/>
        <w:t>1.013e0</w:t>
      </w:r>
    </w:p>
    <w:p w:rsidR="00E00D30" w:rsidRDefault="00E00D30" w:rsidP="00E00D30">
      <w:r>
        <w:t>233.4994</w:t>
      </w:r>
      <w:r>
        <w:tab/>
        <w:t>1.013e0</w:t>
      </w:r>
    </w:p>
    <w:p w:rsidR="00E00D30" w:rsidRDefault="00E00D30" w:rsidP="00E00D30">
      <w:r>
        <w:t>233.5113</w:t>
      </w:r>
      <w:r>
        <w:tab/>
        <w:t>2.025e0</w:t>
      </w:r>
    </w:p>
    <w:p w:rsidR="00E00D30" w:rsidRDefault="00E00D30" w:rsidP="00E00D30">
      <w:r>
        <w:t>233.5149</w:t>
      </w:r>
      <w:r>
        <w:tab/>
        <w:t>1.013e0</w:t>
      </w:r>
    </w:p>
    <w:p w:rsidR="00E00D30" w:rsidRDefault="00E00D30" w:rsidP="00E00D30">
      <w:r>
        <w:t>233.5347</w:t>
      </w:r>
      <w:r>
        <w:tab/>
        <w:t>1.013e0</w:t>
      </w:r>
    </w:p>
    <w:p w:rsidR="00E00D30" w:rsidRDefault="00E00D30" w:rsidP="00E00D30">
      <w:r>
        <w:t>233.5431</w:t>
      </w:r>
      <w:r>
        <w:tab/>
        <w:t>1.013e0</w:t>
      </w:r>
    </w:p>
    <w:p w:rsidR="00E00D30" w:rsidRDefault="00E00D30" w:rsidP="00E00D30">
      <w:r>
        <w:t>233.6045</w:t>
      </w:r>
      <w:r>
        <w:tab/>
        <w:t>1.013e0</w:t>
      </w:r>
    </w:p>
    <w:p w:rsidR="00E00D30" w:rsidRDefault="00E00D30" w:rsidP="00E00D30">
      <w:r>
        <w:t>233.6208</w:t>
      </w:r>
      <w:r>
        <w:tab/>
        <w:t>2.025e0</w:t>
      </w:r>
    </w:p>
    <w:p w:rsidR="00E00D30" w:rsidRDefault="00E00D30" w:rsidP="00E00D30">
      <w:r>
        <w:t>233.6289</w:t>
      </w:r>
      <w:r>
        <w:tab/>
        <w:t>1.013e0</w:t>
      </w:r>
    </w:p>
    <w:p w:rsidR="00E00D30" w:rsidRDefault="00E00D30" w:rsidP="00E00D30">
      <w:r>
        <w:t>233.6529</w:t>
      </w:r>
      <w:r>
        <w:tab/>
        <w:t>1.013e0</w:t>
      </w:r>
    </w:p>
    <w:p w:rsidR="00E00D30" w:rsidRDefault="00E00D30" w:rsidP="00E00D30">
      <w:r>
        <w:t>233.6620</w:t>
      </w:r>
      <w:r>
        <w:tab/>
        <w:t>1.013e0</w:t>
      </w:r>
    </w:p>
    <w:p w:rsidR="00E00D30" w:rsidRDefault="00E00D30" w:rsidP="00E00D30">
      <w:r>
        <w:t>233.6698</w:t>
      </w:r>
      <w:r>
        <w:tab/>
        <w:t>1.013e0</w:t>
      </w:r>
    </w:p>
    <w:p w:rsidR="00E00D30" w:rsidRDefault="00E00D30" w:rsidP="00E00D30">
      <w:r>
        <w:t>233.6775</w:t>
      </w:r>
      <w:r>
        <w:tab/>
        <w:t>1.013e0</w:t>
      </w:r>
    </w:p>
    <w:p w:rsidR="00E00D30" w:rsidRDefault="00E00D30" w:rsidP="00E00D30">
      <w:r>
        <w:t>233.6796</w:t>
      </w:r>
      <w:r>
        <w:tab/>
        <w:t>2.025e0</w:t>
      </w:r>
    </w:p>
    <w:p w:rsidR="00E00D30" w:rsidRDefault="00E00D30" w:rsidP="00E00D30">
      <w:r>
        <w:lastRenderedPageBreak/>
        <w:t>233.6815</w:t>
      </w:r>
      <w:r>
        <w:tab/>
        <w:t>1.013e0</w:t>
      </w:r>
    </w:p>
    <w:p w:rsidR="00E00D30" w:rsidRDefault="00E00D30" w:rsidP="00E00D30">
      <w:r>
        <w:t>233.7100</w:t>
      </w:r>
      <w:r>
        <w:tab/>
        <w:t>2.025e0</w:t>
      </w:r>
    </w:p>
    <w:p w:rsidR="00E00D30" w:rsidRDefault="00E00D30" w:rsidP="00E00D30">
      <w:r>
        <w:t>233.7146</w:t>
      </w:r>
      <w:r>
        <w:tab/>
        <w:t>1.013e0</w:t>
      </w:r>
    </w:p>
    <w:p w:rsidR="00E00D30" w:rsidRDefault="00E00D30" w:rsidP="00E00D30">
      <w:r>
        <w:t>233.7266</w:t>
      </w:r>
      <w:r>
        <w:tab/>
        <w:t>1.013e0</w:t>
      </w:r>
    </w:p>
    <w:p w:rsidR="00E00D30" w:rsidRDefault="00E00D30" w:rsidP="00E00D30">
      <w:r>
        <w:t>233.7834</w:t>
      </w:r>
      <w:r>
        <w:tab/>
        <w:t>1.013e0</w:t>
      </w:r>
    </w:p>
    <w:p w:rsidR="00E00D30" w:rsidRDefault="00E00D30" w:rsidP="00E00D30">
      <w:r>
        <w:t>233.8029</w:t>
      </w:r>
      <w:r>
        <w:tab/>
        <w:t>2.025e0</w:t>
      </w:r>
    </w:p>
    <w:p w:rsidR="00E00D30" w:rsidRDefault="00E00D30" w:rsidP="00E00D30">
      <w:r>
        <w:t>233.8066</w:t>
      </w:r>
      <w:r>
        <w:tab/>
        <w:t>2.025e0</w:t>
      </w:r>
    </w:p>
    <w:p w:rsidR="00E00D30" w:rsidRDefault="00E00D30" w:rsidP="00E00D30">
      <w:r>
        <w:t>233.8366</w:t>
      </w:r>
      <w:r>
        <w:tab/>
        <w:t>1.013e0</w:t>
      </w:r>
    </w:p>
    <w:p w:rsidR="00E00D30" w:rsidRDefault="00E00D30" w:rsidP="00E00D30">
      <w:r>
        <w:t>233.8596</w:t>
      </w:r>
      <w:r>
        <w:tab/>
        <w:t>1.013e0</w:t>
      </w:r>
    </w:p>
    <w:p w:rsidR="00E00D30" w:rsidRDefault="00E00D30" w:rsidP="00E00D30">
      <w:r>
        <w:t>233.8725</w:t>
      </w:r>
      <w:r>
        <w:tab/>
        <w:t>2.025e0</w:t>
      </w:r>
    </w:p>
    <w:p w:rsidR="00E00D30" w:rsidRDefault="00E00D30" w:rsidP="00E00D30">
      <w:r>
        <w:t>233.9129</w:t>
      </w:r>
      <w:r>
        <w:tab/>
        <w:t>1.013e0</w:t>
      </w:r>
    </w:p>
    <w:p w:rsidR="00E00D30" w:rsidRDefault="00E00D30" w:rsidP="00E00D30">
      <w:r>
        <w:t>233.9164</w:t>
      </w:r>
      <w:r>
        <w:tab/>
        <w:t>1.013e0</w:t>
      </w:r>
    </w:p>
    <w:p w:rsidR="00E00D30" w:rsidRDefault="00E00D30" w:rsidP="00E00D30">
      <w:r>
        <w:t>233.9205</w:t>
      </w:r>
      <w:r>
        <w:tab/>
        <w:t>1.013e0</w:t>
      </w:r>
    </w:p>
    <w:p w:rsidR="00E00D30" w:rsidRDefault="00E00D30" w:rsidP="00E00D30">
      <w:r>
        <w:t>233.9425</w:t>
      </w:r>
      <w:r>
        <w:tab/>
        <w:t>1.013e0</w:t>
      </w:r>
    </w:p>
    <w:p w:rsidR="00E00D30" w:rsidRDefault="00E00D30" w:rsidP="00E00D30">
      <w:r>
        <w:t>233.9537</w:t>
      </w:r>
      <w:r>
        <w:tab/>
        <w:t>1.013e0</w:t>
      </w:r>
    </w:p>
    <w:p w:rsidR="00E00D30" w:rsidRDefault="00E00D30" w:rsidP="00E00D30">
      <w:r>
        <w:t>233.9694</w:t>
      </w:r>
      <w:r>
        <w:tab/>
        <w:t>1.013e0</w:t>
      </w:r>
    </w:p>
    <w:p w:rsidR="00E00D30" w:rsidRDefault="00E00D30" w:rsidP="00E00D30">
      <w:r>
        <w:t>233.9800</w:t>
      </w:r>
      <w:r>
        <w:tab/>
        <w:t>2.025e0</w:t>
      </w:r>
    </w:p>
    <w:p w:rsidR="00E00D30" w:rsidRDefault="00E00D30" w:rsidP="00E00D30">
      <w:r>
        <w:t>233.9822</w:t>
      </w:r>
      <w:r>
        <w:tab/>
        <w:t>4.051e0</w:t>
      </w:r>
    </w:p>
    <w:p w:rsidR="00E00D30" w:rsidRDefault="00E00D30" w:rsidP="00E00D30">
      <w:r>
        <w:t>234.0010</w:t>
      </w:r>
      <w:r>
        <w:tab/>
        <w:t>3.640e0</w:t>
      </w:r>
    </w:p>
    <w:p w:rsidR="00E00D30" w:rsidRDefault="00E00D30" w:rsidP="00E00D30">
      <w:r>
        <w:lastRenderedPageBreak/>
        <w:t>234.0068</w:t>
      </w:r>
      <w:r>
        <w:tab/>
        <w:t>3.038e0</w:t>
      </w:r>
    </w:p>
    <w:p w:rsidR="00E00D30" w:rsidRDefault="00E00D30" w:rsidP="00E00D30">
      <w:r>
        <w:t>234.0105</w:t>
      </w:r>
      <w:r>
        <w:tab/>
        <w:t>1.013e0</w:t>
      </w:r>
    </w:p>
    <w:p w:rsidR="00E00D30" w:rsidRDefault="00E00D30" w:rsidP="00E00D30">
      <w:r>
        <w:t>234.0222</w:t>
      </w:r>
      <w:r>
        <w:tab/>
        <w:t>2.025e0</w:t>
      </w:r>
    </w:p>
    <w:p w:rsidR="00E00D30" w:rsidRDefault="00E00D30" w:rsidP="00E00D30">
      <w:r>
        <w:t>234.0264</w:t>
      </w:r>
      <w:r>
        <w:tab/>
        <w:t>1.013e0</w:t>
      </w:r>
    </w:p>
    <w:p w:rsidR="00E00D30" w:rsidRDefault="00E00D30" w:rsidP="00E00D30">
      <w:r>
        <w:t>234.0558</w:t>
      </w:r>
      <w:r>
        <w:tab/>
        <w:t>1.013e0</w:t>
      </w:r>
    </w:p>
    <w:p w:rsidR="00E00D30" w:rsidRDefault="00E00D30" w:rsidP="00E00D30">
      <w:r>
        <w:t>234.0597</w:t>
      </w:r>
      <w:r>
        <w:tab/>
        <w:t>2.025e0</w:t>
      </w:r>
    </w:p>
    <w:p w:rsidR="00E00D30" w:rsidRDefault="00E00D30" w:rsidP="00E00D30">
      <w:r>
        <w:t>234.0636</w:t>
      </w:r>
      <w:r>
        <w:tab/>
        <w:t>2.025e0</w:t>
      </w:r>
    </w:p>
    <w:p w:rsidR="00E00D30" w:rsidRDefault="00E00D30" w:rsidP="00E00D30">
      <w:r>
        <w:t>234.0899</w:t>
      </w:r>
      <w:r>
        <w:tab/>
        <w:t>5.063e0</w:t>
      </w:r>
    </w:p>
    <w:p w:rsidR="00E00D30" w:rsidRDefault="00E00D30" w:rsidP="00E00D30">
      <w:r>
        <w:t>234.0973</w:t>
      </w:r>
      <w:r>
        <w:tab/>
        <w:t>3.342e1</w:t>
      </w:r>
    </w:p>
    <w:p w:rsidR="00E00D30" w:rsidRDefault="00E00D30" w:rsidP="00E00D30">
      <w:r>
        <w:t>234.0990</w:t>
      </w:r>
      <w:r>
        <w:tab/>
        <w:t>3.241e1</w:t>
      </w:r>
    </w:p>
    <w:p w:rsidR="00E00D30" w:rsidRDefault="00E00D30" w:rsidP="00E00D30">
      <w:r>
        <w:t>234.1020</w:t>
      </w:r>
      <w:r>
        <w:tab/>
        <w:t>1.013e1</w:t>
      </w:r>
    </w:p>
    <w:p w:rsidR="00E00D30" w:rsidRDefault="00E00D30" w:rsidP="00E00D30">
      <w:r>
        <w:t>234.1403</w:t>
      </w:r>
      <w:r>
        <w:tab/>
        <w:t>1.013e0</w:t>
      </w:r>
    </w:p>
    <w:p w:rsidR="00E00D30" w:rsidRDefault="00E00D30" w:rsidP="00E00D30">
      <w:r>
        <w:t>234.1495</w:t>
      </w:r>
      <w:r>
        <w:tab/>
        <w:t>1.013e0</w:t>
      </w:r>
    </w:p>
    <w:p w:rsidR="00E00D30" w:rsidRDefault="00E00D30" w:rsidP="00E00D30">
      <w:r>
        <w:t>234.1577</w:t>
      </w:r>
      <w:r>
        <w:tab/>
        <w:t>1.013e0</w:t>
      </w:r>
    </w:p>
    <w:p w:rsidR="00E00D30" w:rsidRDefault="00E00D30" w:rsidP="00E00D30">
      <w:r>
        <w:t>234.1617</w:t>
      </w:r>
      <w:r>
        <w:tab/>
        <w:t>1.013e0</w:t>
      </w:r>
    </w:p>
    <w:p w:rsidR="00E00D30" w:rsidRDefault="00E00D30" w:rsidP="00E00D30">
      <w:r>
        <w:t>234.1675</w:t>
      </w:r>
      <w:r>
        <w:tab/>
        <w:t>2.025e0</w:t>
      </w:r>
    </w:p>
    <w:p w:rsidR="00E00D30" w:rsidRDefault="00E00D30" w:rsidP="00E00D30">
      <w:r>
        <w:t>234.1790</w:t>
      </w:r>
      <w:r>
        <w:tab/>
        <w:t>2.025e0</w:t>
      </w:r>
    </w:p>
    <w:p w:rsidR="00E00D30" w:rsidRDefault="00E00D30" w:rsidP="00E00D30">
      <w:r>
        <w:t>234.1812</w:t>
      </w:r>
      <w:r>
        <w:tab/>
        <w:t>1.013e0</w:t>
      </w:r>
    </w:p>
    <w:p w:rsidR="00E00D30" w:rsidRDefault="00E00D30" w:rsidP="00E00D30">
      <w:r>
        <w:t>234.1888</w:t>
      </w:r>
      <w:r>
        <w:tab/>
        <w:t>2.025e0</w:t>
      </w:r>
    </w:p>
    <w:p w:rsidR="00E00D30" w:rsidRDefault="00E00D30" w:rsidP="00E00D30">
      <w:r>
        <w:lastRenderedPageBreak/>
        <w:t>234.2262</w:t>
      </w:r>
      <w:r>
        <w:tab/>
        <w:t>1.013e0</w:t>
      </w:r>
    </w:p>
    <w:p w:rsidR="00E00D30" w:rsidRDefault="00E00D30" w:rsidP="00E00D30">
      <w:r>
        <w:t>234.2305</w:t>
      </w:r>
      <w:r>
        <w:tab/>
        <w:t>1.013e0</w:t>
      </w:r>
    </w:p>
    <w:p w:rsidR="00E00D30" w:rsidRDefault="00E00D30" w:rsidP="00E00D30">
      <w:r>
        <w:t>234.2502</w:t>
      </w:r>
      <w:r>
        <w:tab/>
        <w:t>1.013e0</w:t>
      </w:r>
    </w:p>
    <w:p w:rsidR="00E00D30" w:rsidRDefault="00E00D30" w:rsidP="00E00D30">
      <w:r>
        <w:t>234.2547</w:t>
      </w:r>
      <w:r>
        <w:tab/>
        <w:t>2.025e0</w:t>
      </w:r>
    </w:p>
    <w:p w:rsidR="00E00D30" w:rsidRDefault="00E00D30" w:rsidP="00E00D30">
      <w:r>
        <w:t>234.2635</w:t>
      </w:r>
      <w:r>
        <w:tab/>
        <w:t>1.013e0</w:t>
      </w:r>
    </w:p>
    <w:p w:rsidR="00E00D30" w:rsidRDefault="00E00D30" w:rsidP="00E00D30">
      <w:r>
        <w:t>234.2909</w:t>
      </w:r>
      <w:r>
        <w:tab/>
        <w:t>3.038e0</w:t>
      </w:r>
    </w:p>
    <w:p w:rsidR="00E00D30" w:rsidRDefault="00E00D30" w:rsidP="00E00D30">
      <w:r>
        <w:t>234.3121</w:t>
      </w:r>
      <w:r>
        <w:tab/>
        <w:t>2.025e0</w:t>
      </w:r>
    </w:p>
    <w:p w:rsidR="00E00D30" w:rsidRDefault="00E00D30" w:rsidP="00E00D30">
      <w:r>
        <w:t>234.3204</w:t>
      </w:r>
      <w:r>
        <w:tab/>
        <w:t>1.013e0</w:t>
      </w:r>
    </w:p>
    <w:p w:rsidR="00E00D30" w:rsidRDefault="00E00D30" w:rsidP="00E00D30">
      <w:r>
        <w:t>234.3244</w:t>
      </w:r>
      <w:r>
        <w:tab/>
        <w:t>1.013e0</w:t>
      </w:r>
    </w:p>
    <w:p w:rsidR="00E00D30" w:rsidRDefault="00E00D30" w:rsidP="00E00D30">
      <w:r>
        <w:t>234.3281</w:t>
      </w:r>
      <w:r>
        <w:tab/>
        <w:t>1.013e0</w:t>
      </w:r>
    </w:p>
    <w:p w:rsidR="00E00D30" w:rsidRDefault="00E00D30" w:rsidP="00E00D30">
      <w:r>
        <w:t>234.3439</w:t>
      </w:r>
      <w:r>
        <w:tab/>
        <w:t>1.013e0</w:t>
      </w:r>
    </w:p>
    <w:p w:rsidR="00E00D30" w:rsidRDefault="00E00D30" w:rsidP="00E00D30">
      <w:r>
        <w:t>234.3559</w:t>
      </w:r>
      <w:r>
        <w:tab/>
        <w:t>1.013e0</w:t>
      </w:r>
    </w:p>
    <w:p w:rsidR="00E00D30" w:rsidRDefault="00E00D30" w:rsidP="00E00D30">
      <w:r>
        <w:t>234.3849</w:t>
      </w:r>
      <w:r>
        <w:tab/>
        <w:t>1.013e0</w:t>
      </w:r>
    </w:p>
    <w:p w:rsidR="00E00D30" w:rsidRDefault="00E00D30" w:rsidP="00E00D30">
      <w:r>
        <w:t>234.3893</w:t>
      </w:r>
      <w:r>
        <w:tab/>
        <w:t>1.013e0</w:t>
      </w:r>
    </w:p>
    <w:p w:rsidR="00E00D30" w:rsidRDefault="00E00D30" w:rsidP="00E00D30">
      <w:r>
        <w:t>234.3968</w:t>
      </w:r>
      <w:r>
        <w:tab/>
        <w:t>3.038e0</w:t>
      </w:r>
    </w:p>
    <w:p w:rsidR="00E00D30" w:rsidRDefault="00E00D30" w:rsidP="00E00D30">
      <w:r>
        <w:t>234.4086</w:t>
      </w:r>
      <w:r>
        <w:tab/>
        <w:t>1.013e0</w:t>
      </w:r>
    </w:p>
    <w:p w:rsidR="00E00D30" w:rsidRDefault="00E00D30" w:rsidP="00E00D30">
      <w:r>
        <w:t>234.4702</w:t>
      </w:r>
      <w:r>
        <w:tab/>
        <w:t>2.025e0</w:t>
      </w:r>
    </w:p>
    <w:p w:rsidR="00E00D30" w:rsidRDefault="00E00D30" w:rsidP="00E00D30">
      <w:r>
        <w:t>234.4870</w:t>
      </w:r>
      <w:r>
        <w:tab/>
        <w:t>1.013e0</w:t>
      </w:r>
    </w:p>
    <w:p w:rsidR="00E00D30" w:rsidRDefault="00E00D30" w:rsidP="00E00D30">
      <w:r>
        <w:t>234.4932</w:t>
      </w:r>
      <w:r>
        <w:tab/>
        <w:t>2.025e0</w:t>
      </w:r>
    </w:p>
    <w:p w:rsidR="00E00D30" w:rsidRDefault="00E00D30" w:rsidP="00E00D30">
      <w:r>
        <w:lastRenderedPageBreak/>
        <w:t>234.4951</w:t>
      </w:r>
      <w:r>
        <w:tab/>
        <w:t>1.013e0</w:t>
      </w:r>
    </w:p>
    <w:p w:rsidR="00E00D30" w:rsidRDefault="00E00D30" w:rsidP="00E00D30">
      <w:r>
        <w:t>234.4986</w:t>
      </w:r>
      <w:r>
        <w:tab/>
        <w:t>1.013e0</w:t>
      </w:r>
    </w:p>
    <w:p w:rsidR="00E00D30" w:rsidRDefault="00E00D30" w:rsidP="00E00D30">
      <w:r>
        <w:t>234.5065</w:t>
      </w:r>
      <w:r>
        <w:tab/>
        <w:t>1.013e0</w:t>
      </w:r>
    </w:p>
    <w:p w:rsidR="00E00D30" w:rsidRDefault="00E00D30" w:rsidP="00E00D30">
      <w:r>
        <w:t>234.5146</w:t>
      </w:r>
      <w:r>
        <w:tab/>
        <w:t>1.013e0</w:t>
      </w:r>
    </w:p>
    <w:p w:rsidR="00E00D30" w:rsidRDefault="00E00D30" w:rsidP="00E00D30">
      <w:r>
        <w:t>234.5361</w:t>
      </w:r>
      <w:r>
        <w:tab/>
        <w:t>1.013e0</w:t>
      </w:r>
    </w:p>
    <w:p w:rsidR="00E00D30" w:rsidRDefault="00E00D30" w:rsidP="00E00D30">
      <w:r>
        <w:t>234.5520</w:t>
      </w:r>
      <w:r>
        <w:tab/>
        <w:t>1.013e0</w:t>
      </w:r>
    </w:p>
    <w:p w:rsidR="00E00D30" w:rsidRDefault="00E00D30" w:rsidP="00E00D30">
      <w:r>
        <w:t>234.5574</w:t>
      </w:r>
      <w:r>
        <w:tab/>
        <w:t>2.025e0</w:t>
      </w:r>
    </w:p>
    <w:p w:rsidR="00E00D30" w:rsidRDefault="00E00D30" w:rsidP="00E00D30">
      <w:r>
        <w:t>234.5715</w:t>
      </w:r>
      <w:r>
        <w:tab/>
        <w:t>1.013e0</w:t>
      </w:r>
    </w:p>
    <w:p w:rsidR="00E00D30" w:rsidRDefault="00E00D30" w:rsidP="00E00D30">
      <w:r>
        <w:t>234.5929</w:t>
      </w:r>
      <w:r>
        <w:tab/>
        <w:t>5.063e0</w:t>
      </w:r>
    </w:p>
    <w:p w:rsidR="00E00D30" w:rsidRDefault="00E00D30" w:rsidP="00E00D30">
      <w:r>
        <w:t>234.6047</w:t>
      </w:r>
      <w:r>
        <w:tab/>
        <w:t>1.013e0</w:t>
      </w:r>
    </w:p>
    <w:p w:rsidR="00E00D30" w:rsidRDefault="00E00D30" w:rsidP="00E00D30">
      <w:r>
        <w:t>234.6086</w:t>
      </w:r>
      <w:r>
        <w:tab/>
        <w:t>1.013e0</w:t>
      </w:r>
    </w:p>
    <w:p w:rsidR="00E00D30" w:rsidRDefault="00E00D30" w:rsidP="00E00D30">
      <w:r>
        <w:t>234.6374</w:t>
      </w:r>
      <w:r>
        <w:tab/>
        <w:t>1.013e0</w:t>
      </w:r>
    </w:p>
    <w:p w:rsidR="00E00D30" w:rsidRDefault="00E00D30" w:rsidP="00E00D30">
      <w:r>
        <w:t>234.6575</w:t>
      </w:r>
      <w:r>
        <w:tab/>
        <w:t>1.013e0</w:t>
      </w:r>
    </w:p>
    <w:p w:rsidR="00E00D30" w:rsidRDefault="00E00D30" w:rsidP="00E00D30">
      <w:r>
        <w:t>234.6694</w:t>
      </w:r>
      <w:r>
        <w:tab/>
        <w:t>1.013e0</w:t>
      </w:r>
    </w:p>
    <w:p w:rsidR="00E00D30" w:rsidRDefault="00E00D30" w:rsidP="00E00D30">
      <w:r>
        <w:t>234.6732</w:t>
      </w:r>
      <w:r>
        <w:tab/>
        <w:t>2.025e0</w:t>
      </w:r>
    </w:p>
    <w:p w:rsidR="00E00D30" w:rsidRDefault="00E00D30" w:rsidP="00E00D30">
      <w:r>
        <w:t>234.6990</w:t>
      </w:r>
      <w:r>
        <w:tab/>
        <w:t>1.013e0</w:t>
      </w:r>
    </w:p>
    <w:p w:rsidR="00E00D30" w:rsidRDefault="00E00D30" w:rsidP="00E00D30">
      <w:r>
        <w:t>234.7068</w:t>
      </w:r>
      <w:r>
        <w:tab/>
        <w:t>2.025e0</w:t>
      </w:r>
    </w:p>
    <w:p w:rsidR="00E00D30" w:rsidRDefault="00E00D30" w:rsidP="00E00D30">
      <w:r>
        <w:t>234.7303</w:t>
      </w:r>
      <w:r>
        <w:tab/>
        <w:t>1.013e0</w:t>
      </w:r>
    </w:p>
    <w:p w:rsidR="00E00D30" w:rsidRDefault="00E00D30" w:rsidP="00E00D30">
      <w:r>
        <w:t>234.7343</w:t>
      </w:r>
      <w:r>
        <w:tab/>
        <w:t>1.013e0</w:t>
      </w:r>
    </w:p>
    <w:p w:rsidR="00E00D30" w:rsidRDefault="00E00D30" w:rsidP="00E00D30">
      <w:r>
        <w:lastRenderedPageBreak/>
        <w:t>234.7410</w:t>
      </w:r>
      <w:r>
        <w:tab/>
        <w:t>2.025e0</w:t>
      </w:r>
    </w:p>
    <w:p w:rsidR="00E00D30" w:rsidRDefault="00E00D30" w:rsidP="00E00D30">
      <w:r>
        <w:t>234.7557</w:t>
      </w:r>
      <w:r>
        <w:tab/>
        <w:t>1.013e0</w:t>
      </w:r>
    </w:p>
    <w:p w:rsidR="00E00D30" w:rsidRDefault="00E00D30" w:rsidP="00E00D30">
      <w:r>
        <w:t>234.7873</w:t>
      </w:r>
      <w:r>
        <w:tab/>
        <w:t>1.013e0</w:t>
      </w:r>
    </w:p>
    <w:p w:rsidR="00E00D30" w:rsidRDefault="00E00D30" w:rsidP="00E00D30">
      <w:r>
        <w:t>234.8052</w:t>
      </w:r>
      <w:r>
        <w:tab/>
        <w:t>1.013e0</w:t>
      </w:r>
    </w:p>
    <w:p w:rsidR="00E00D30" w:rsidRDefault="00E00D30" w:rsidP="00E00D30">
      <w:r>
        <w:t>234.8618</w:t>
      </w:r>
      <w:r>
        <w:tab/>
        <w:t>1.013e0</w:t>
      </w:r>
    </w:p>
    <w:p w:rsidR="00E00D30" w:rsidRDefault="00E00D30" w:rsidP="00E00D30">
      <w:r>
        <w:t>234.8813</w:t>
      </w:r>
      <w:r>
        <w:tab/>
        <w:t>1.013e0</w:t>
      </w:r>
    </w:p>
    <w:p w:rsidR="00E00D30" w:rsidRDefault="00E00D30" w:rsidP="00E00D30">
      <w:r>
        <w:t>234.9063</w:t>
      </w:r>
      <w:r>
        <w:tab/>
        <w:t>1.013e0</w:t>
      </w:r>
    </w:p>
    <w:p w:rsidR="00E00D30" w:rsidRDefault="00E00D30" w:rsidP="00E00D30">
      <w:r>
        <w:t>234.9507</w:t>
      </w:r>
      <w:r>
        <w:tab/>
        <w:t>1.013e0</w:t>
      </w:r>
    </w:p>
    <w:p w:rsidR="00E00D30" w:rsidRDefault="00E00D30" w:rsidP="00E00D30">
      <w:r>
        <w:t>234.9592</w:t>
      </w:r>
      <w:r>
        <w:tab/>
        <w:t>1.013e0</w:t>
      </w:r>
    </w:p>
    <w:p w:rsidR="00E00D30" w:rsidRDefault="00E00D30" w:rsidP="00E00D30">
      <w:r>
        <w:t>234.9739</w:t>
      </w:r>
      <w:r>
        <w:tab/>
        <w:t>2.025e0</w:t>
      </w:r>
    </w:p>
    <w:p w:rsidR="00E00D30" w:rsidRDefault="00E00D30" w:rsidP="00E00D30">
      <w:r>
        <w:t>234.9851</w:t>
      </w:r>
      <w:r>
        <w:tab/>
        <w:t>2.025e0</w:t>
      </w:r>
    </w:p>
    <w:p w:rsidR="00E00D30" w:rsidRDefault="00E00D30" w:rsidP="00E00D30">
      <w:r>
        <w:t>234.9970</w:t>
      </w:r>
      <w:r>
        <w:tab/>
        <w:t>2.025e0</w:t>
      </w:r>
    </w:p>
    <w:p w:rsidR="00E00D30" w:rsidRDefault="00E00D30" w:rsidP="00E00D30">
      <w:r>
        <w:t>234.9987</w:t>
      </w:r>
      <w:r>
        <w:tab/>
        <w:t>7.089e0</w:t>
      </w:r>
    </w:p>
    <w:p w:rsidR="00E00D30" w:rsidRDefault="00E00D30" w:rsidP="00E00D30">
      <w:r>
        <w:t>235.0016</w:t>
      </w:r>
      <w:r>
        <w:tab/>
        <w:t>4.051e0</w:t>
      </w:r>
    </w:p>
    <w:p w:rsidR="00E00D30" w:rsidRDefault="00E00D30" w:rsidP="00E00D30">
      <w:r>
        <w:t>235.0182</w:t>
      </w:r>
      <w:r>
        <w:tab/>
        <w:t>2.025e0</w:t>
      </w:r>
    </w:p>
    <w:p w:rsidR="00E00D30" w:rsidRDefault="00E00D30" w:rsidP="00E00D30">
      <w:r>
        <w:t>235.0285</w:t>
      </w:r>
      <w:r>
        <w:tab/>
        <w:t>3.038e0</w:t>
      </w:r>
    </w:p>
    <w:p w:rsidR="00E00D30" w:rsidRDefault="00E00D30" w:rsidP="00E00D30">
      <w:r>
        <w:t>235.0323</w:t>
      </w:r>
      <w:r>
        <w:tab/>
        <w:t>1.013e0</w:t>
      </w:r>
    </w:p>
    <w:p w:rsidR="00E00D30" w:rsidRDefault="00E00D30" w:rsidP="00E00D30">
      <w:r>
        <w:t>235.0366</w:t>
      </w:r>
      <w:r>
        <w:tab/>
        <w:t>1.013e0</w:t>
      </w:r>
    </w:p>
    <w:p w:rsidR="00E00D30" w:rsidRDefault="00E00D30" w:rsidP="00E00D30">
      <w:r>
        <w:t>235.0402</w:t>
      </w:r>
      <w:r>
        <w:tab/>
        <w:t>1.013e0</w:t>
      </w:r>
    </w:p>
    <w:p w:rsidR="00E00D30" w:rsidRDefault="00E00D30" w:rsidP="00E00D30">
      <w:r>
        <w:lastRenderedPageBreak/>
        <w:t>235.0518</w:t>
      </w:r>
      <w:r>
        <w:tab/>
        <w:t>1.013e0</w:t>
      </w:r>
    </w:p>
    <w:p w:rsidR="00E00D30" w:rsidRDefault="00E00D30" w:rsidP="00E00D30">
      <w:r>
        <w:t>235.0775</w:t>
      </w:r>
      <w:r>
        <w:tab/>
        <w:t>1.013e0</w:t>
      </w:r>
    </w:p>
    <w:p w:rsidR="00E00D30" w:rsidRDefault="00E00D30" w:rsidP="00E00D30">
      <w:r>
        <w:t>235.0873</w:t>
      </w:r>
      <w:r>
        <w:tab/>
        <w:t>2.025e0</w:t>
      </w:r>
    </w:p>
    <w:p w:rsidR="00E00D30" w:rsidRDefault="00E00D30" w:rsidP="00E00D30">
      <w:r>
        <w:t>235.0890</w:t>
      </w:r>
      <w:r>
        <w:tab/>
        <w:t>8.614e0</w:t>
      </w:r>
    </w:p>
    <w:p w:rsidR="00E00D30" w:rsidRDefault="00E00D30" w:rsidP="00E00D30">
      <w:r>
        <w:t>235.0970</w:t>
      </w:r>
      <w:r>
        <w:tab/>
        <w:t>1.013e0</w:t>
      </w:r>
    </w:p>
    <w:p w:rsidR="00E00D30" w:rsidRDefault="00E00D30" w:rsidP="00E00D30">
      <w:r>
        <w:t>235.1010</w:t>
      </w:r>
      <w:r>
        <w:tab/>
        <w:t>2.025e0</w:t>
      </w:r>
    </w:p>
    <w:p w:rsidR="00E00D30" w:rsidRDefault="00E00D30" w:rsidP="00E00D30">
      <w:r>
        <w:t>235.1035</w:t>
      </w:r>
      <w:r>
        <w:tab/>
        <w:t>2.025e0</w:t>
      </w:r>
    </w:p>
    <w:p w:rsidR="00E00D30" w:rsidRDefault="00E00D30" w:rsidP="00E00D30">
      <w:r>
        <w:t>235.1183</w:t>
      </w:r>
      <w:r>
        <w:tab/>
        <w:t>1.013e0</w:t>
      </w:r>
    </w:p>
    <w:p w:rsidR="00E00D30" w:rsidRDefault="00E00D30" w:rsidP="00E00D30">
      <w:r>
        <w:t>235.1238</w:t>
      </w:r>
      <w:r>
        <w:tab/>
        <w:t>3.038e0</w:t>
      </w:r>
    </w:p>
    <w:p w:rsidR="00E00D30" w:rsidRDefault="00E00D30" w:rsidP="00E00D30">
      <w:r>
        <w:t>235.1382</w:t>
      </w:r>
      <w:r>
        <w:tab/>
        <w:t>1.013e0</w:t>
      </w:r>
    </w:p>
    <w:p w:rsidR="00E00D30" w:rsidRDefault="00E00D30" w:rsidP="00E00D30">
      <w:r>
        <w:t>235.1404</w:t>
      </w:r>
      <w:r>
        <w:tab/>
        <w:t>3.038e0</w:t>
      </w:r>
    </w:p>
    <w:p w:rsidR="00E00D30" w:rsidRDefault="00E00D30" w:rsidP="00E00D30">
      <w:r>
        <w:t>235.1423</w:t>
      </w:r>
      <w:r>
        <w:tab/>
        <w:t>1.013e0</w:t>
      </w:r>
    </w:p>
    <w:p w:rsidR="00E00D30" w:rsidRDefault="00E00D30" w:rsidP="00E00D30">
      <w:r>
        <w:t>235.1461</w:t>
      </w:r>
      <w:r>
        <w:tab/>
        <w:t>1.013e0</w:t>
      </w:r>
    </w:p>
    <w:p w:rsidR="00E00D30" w:rsidRDefault="00E00D30" w:rsidP="00E00D30">
      <w:r>
        <w:t>235.1576</w:t>
      </w:r>
      <w:r>
        <w:tab/>
        <w:t>1.013e0</w:t>
      </w:r>
    </w:p>
    <w:p w:rsidR="00E00D30" w:rsidRDefault="00E00D30" w:rsidP="00E00D30">
      <w:r>
        <w:t>235.1625</w:t>
      </w:r>
      <w:r>
        <w:tab/>
        <w:t>3.038e0</w:t>
      </w:r>
    </w:p>
    <w:p w:rsidR="00E00D30" w:rsidRDefault="00E00D30" w:rsidP="00E00D30">
      <w:r>
        <w:t>235.1644</w:t>
      </w:r>
      <w:r>
        <w:tab/>
        <w:t>2.025e0</w:t>
      </w:r>
    </w:p>
    <w:p w:rsidR="00E00D30" w:rsidRDefault="00E00D30" w:rsidP="00E00D30">
      <w:r>
        <w:t>235.1839</w:t>
      </w:r>
      <w:r>
        <w:tab/>
        <w:t>1.013e0</w:t>
      </w:r>
    </w:p>
    <w:p w:rsidR="00E00D30" w:rsidRDefault="00E00D30" w:rsidP="00E00D30">
      <w:r>
        <w:t>235.1953</w:t>
      </w:r>
      <w:r>
        <w:tab/>
        <w:t>2.025e0</w:t>
      </w:r>
    </w:p>
    <w:p w:rsidR="00E00D30" w:rsidRDefault="00E00D30" w:rsidP="00E00D30">
      <w:r>
        <w:t>235.2030</w:t>
      </w:r>
      <w:r>
        <w:tab/>
        <w:t>2.025e0</w:t>
      </w:r>
    </w:p>
    <w:p w:rsidR="00E00D30" w:rsidRDefault="00E00D30" w:rsidP="00E00D30">
      <w:r>
        <w:lastRenderedPageBreak/>
        <w:t>235.2235</w:t>
      </w:r>
      <w:r>
        <w:tab/>
        <w:t>4.051e0</w:t>
      </w:r>
    </w:p>
    <w:p w:rsidR="00E00D30" w:rsidRDefault="00E00D30" w:rsidP="00E00D30">
      <w:r>
        <w:t>235.2327</w:t>
      </w:r>
      <w:r>
        <w:tab/>
        <w:t>1.013e0</w:t>
      </w:r>
    </w:p>
    <w:p w:rsidR="00E00D30" w:rsidRDefault="00E00D30" w:rsidP="00E00D30">
      <w:r>
        <w:t>235.2544</w:t>
      </w:r>
      <w:r>
        <w:tab/>
        <w:t>2.025e0</w:t>
      </w:r>
    </w:p>
    <w:p w:rsidR="00E00D30" w:rsidRDefault="00E00D30" w:rsidP="00E00D30">
      <w:r>
        <w:t>235.2561</w:t>
      </w:r>
      <w:r>
        <w:tab/>
        <w:t>1.013e0</w:t>
      </w:r>
    </w:p>
    <w:p w:rsidR="00E00D30" w:rsidRDefault="00E00D30" w:rsidP="00E00D30">
      <w:r>
        <w:t>235.2598</w:t>
      </w:r>
      <w:r>
        <w:tab/>
        <w:t>1.013e0</w:t>
      </w:r>
    </w:p>
    <w:p w:rsidR="00E00D30" w:rsidRDefault="00E00D30" w:rsidP="00E00D30">
      <w:r>
        <w:t>235.2933</w:t>
      </w:r>
      <w:r>
        <w:tab/>
        <w:t>1.013e0</w:t>
      </w:r>
    </w:p>
    <w:p w:rsidR="00E00D30" w:rsidRDefault="00E00D30" w:rsidP="00E00D30">
      <w:r>
        <w:t>235.3257</w:t>
      </w:r>
      <w:r>
        <w:tab/>
        <w:t>1.013e0</w:t>
      </w:r>
    </w:p>
    <w:p w:rsidR="00E00D30" w:rsidRDefault="00E00D30" w:rsidP="00E00D30">
      <w:r>
        <w:t>235.3385</w:t>
      </w:r>
      <w:r>
        <w:tab/>
        <w:t>1.013e0</w:t>
      </w:r>
    </w:p>
    <w:p w:rsidR="00E00D30" w:rsidRDefault="00E00D30" w:rsidP="00E00D30">
      <w:r>
        <w:t>235.3663</w:t>
      </w:r>
      <w:r>
        <w:tab/>
        <w:t>1.013e0</w:t>
      </w:r>
    </w:p>
    <w:p w:rsidR="00E00D30" w:rsidRDefault="00E00D30" w:rsidP="00E00D30">
      <w:r>
        <w:t>235.3957</w:t>
      </w:r>
      <w:r>
        <w:tab/>
        <w:t>1.013e0</w:t>
      </w:r>
    </w:p>
    <w:p w:rsidR="00E00D30" w:rsidRDefault="00E00D30" w:rsidP="00E00D30">
      <w:r>
        <w:t>235.4111</w:t>
      </w:r>
      <w:r>
        <w:tab/>
        <w:t>1.013e0</w:t>
      </w:r>
    </w:p>
    <w:p w:rsidR="00E00D30" w:rsidRDefault="00E00D30" w:rsidP="00E00D30">
      <w:r>
        <w:t>235.4193</w:t>
      </w:r>
      <w:r>
        <w:tab/>
        <w:t>1.013e0</w:t>
      </w:r>
    </w:p>
    <w:p w:rsidR="00E00D30" w:rsidRDefault="00E00D30" w:rsidP="00E00D30">
      <w:r>
        <w:t>235.4405</w:t>
      </w:r>
      <w:r>
        <w:tab/>
        <w:t>1.013e0</w:t>
      </w:r>
    </w:p>
    <w:p w:rsidR="00E00D30" w:rsidRDefault="00E00D30" w:rsidP="00E00D30">
      <w:r>
        <w:t>235.4603</w:t>
      </w:r>
      <w:r>
        <w:tab/>
        <w:t>2.025e0</w:t>
      </w:r>
    </w:p>
    <w:p w:rsidR="00E00D30" w:rsidRDefault="00E00D30" w:rsidP="00E00D30">
      <w:r>
        <w:t>235.4823</w:t>
      </w:r>
      <w:r>
        <w:tab/>
        <w:t>3.038e0</w:t>
      </w:r>
    </w:p>
    <w:p w:rsidR="00E00D30" w:rsidRDefault="00E00D30" w:rsidP="00E00D30">
      <w:r>
        <w:t>235.4932</w:t>
      </w:r>
      <w:r>
        <w:tab/>
        <w:t>2.025e0</w:t>
      </w:r>
    </w:p>
    <w:p w:rsidR="00E00D30" w:rsidRDefault="00E00D30" w:rsidP="00E00D30">
      <w:r>
        <w:t>235.5055</w:t>
      </w:r>
      <w:r>
        <w:tab/>
        <w:t>1.013e0</w:t>
      </w:r>
    </w:p>
    <w:p w:rsidR="00E00D30" w:rsidRDefault="00E00D30" w:rsidP="00E00D30">
      <w:r>
        <w:t>235.5097</w:t>
      </w:r>
      <w:r>
        <w:tab/>
        <w:t>1.013e0</w:t>
      </w:r>
    </w:p>
    <w:p w:rsidR="00E00D30" w:rsidRDefault="00E00D30" w:rsidP="00E00D30">
      <w:r>
        <w:t>235.5421</w:t>
      </w:r>
      <w:r>
        <w:tab/>
        <w:t>1.013e0</w:t>
      </w:r>
    </w:p>
    <w:p w:rsidR="00E00D30" w:rsidRDefault="00E00D30" w:rsidP="00E00D30">
      <w:r>
        <w:lastRenderedPageBreak/>
        <w:t>235.5461</w:t>
      </w:r>
      <w:r>
        <w:tab/>
        <w:t>1.013e0</w:t>
      </w:r>
    </w:p>
    <w:p w:rsidR="00E00D30" w:rsidRDefault="00E00D30" w:rsidP="00E00D30">
      <w:r>
        <w:t>235.5589</w:t>
      </w:r>
      <w:r>
        <w:tab/>
        <w:t>2.025e0</w:t>
      </w:r>
    </w:p>
    <w:p w:rsidR="00E00D30" w:rsidRDefault="00E00D30" w:rsidP="00E00D30">
      <w:r>
        <w:t>235.5703</w:t>
      </w:r>
      <w:r>
        <w:tab/>
        <w:t>2.025e0</w:t>
      </w:r>
    </w:p>
    <w:p w:rsidR="00E00D30" w:rsidRDefault="00E00D30" w:rsidP="00E00D30">
      <w:r>
        <w:t>235.5780</w:t>
      </w:r>
      <w:r>
        <w:tab/>
        <w:t>1.013e0</w:t>
      </w:r>
    </w:p>
    <w:p w:rsidR="00E00D30" w:rsidRDefault="00E00D30" w:rsidP="00E00D30">
      <w:r>
        <w:t>235.5951</w:t>
      </w:r>
      <w:r>
        <w:tab/>
        <w:t>1.013e0</w:t>
      </w:r>
    </w:p>
    <w:p w:rsidR="00E00D30" w:rsidRDefault="00E00D30" w:rsidP="00E00D30">
      <w:r>
        <w:t>235.6273</w:t>
      </w:r>
      <w:r>
        <w:tab/>
        <w:t>1.013e0</w:t>
      </w:r>
    </w:p>
    <w:p w:rsidR="00E00D30" w:rsidRDefault="00E00D30" w:rsidP="00E00D30">
      <w:r>
        <w:t>235.6391</w:t>
      </w:r>
      <w:r>
        <w:tab/>
        <w:t>2.025e0</w:t>
      </w:r>
    </w:p>
    <w:p w:rsidR="00E00D30" w:rsidRDefault="00E00D30" w:rsidP="00E00D30">
      <w:r>
        <w:t>235.6433</w:t>
      </w:r>
      <w:r>
        <w:tab/>
        <w:t>1.013e0</w:t>
      </w:r>
    </w:p>
    <w:p w:rsidR="00E00D30" w:rsidRDefault="00E00D30" w:rsidP="00E00D30">
      <w:r>
        <w:t>235.6522</w:t>
      </w:r>
      <w:r>
        <w:tab/>
        <w:t>2.025e0</w:t>
      </w:r>
    </w:p>
    <w:p w:rsidR="00E00D30" w:rsidRDefault="00E00D30" w:rsidP="00E00D30">
      <w:r>
        <w:t>235.7175</w:t>
      </w:r>
      <w:r>
        <w:tab/>
        <w:t>1.013e0</w:t>
      </w:r>
    </w:p>
    <w:p w:rsidR="00E00D30" w:rsidRDefault="00E00D30" w:rsidP="00E00D30">
      <w:r>
        <w:t>235.7409</w:t>
      </w:r>
      <w:r>
        <w:tab/>
        <w:t>2.025e0</w:t>
      </w:r>
    </w:p>
    <w:p w:rsidR="00E00D30" w:rsidRDefault="00E00D30" w:rsidP="00E00D30">
      <w:r>
        <w:t>235.7451</w:t>
      </w:r>
      <w:r>
        <w:tab/>
        <w:t>1.013e0</w:t>
      </w:r>
    </w:p>
    <w:p w:rsidR="00E00D30" w:rsidRDefault="00E00D30" w:rsidP="00E00D30">
      <w:r>
        <w:t>235.7499</w:t>
      </w:r>
      <w:r>
        <w:tab/>
        <w:t>1.013e0</w:t>
      </w:r>
    </w:p>
    <w:p w:rsidR="00E00D30" w:rsidRDefault="00E00D30" w:rsidP="00E00D30">
      <w:r>
        <w:t>235.7628</w:t>
      </w:r>
      <w:r>
        <w:tab/>
        <w:t>1.013e0</w:t>
      </w:r>
    </w:p>
    <w:p w:rsidR="00E00D30" w:rsidRDefault="00E00D30" w:rsidP="00E00D30">
      <w:r>
        <w:t>235.7706</w:t>
      </w:r>
      <w:r>
        <w:tab/>
        <w:t>1.013e0</w:t>
      </w:r>
    </w:p>
    <w:p w:rsidR="00E00D30" w:rsidRDefault="00E00D30" w:rsidP="00E00D30">
      <w:r>
        <w:t>235.7902</w:t>
      </w:r>
      <w:r>
        <w:tab/>
        <w:t>1.013e0</w:t>
      </w:r>
    </w:p>
    <w:p w:rsidR="00E00D30" w:rsidRDefault="00E00D30" w:rsidP="00E00D30">
      <w:r>
        <w:t>235.8026</w:t>
      </w:r>
      <w:r>
        <w:tab/>
        <w:t>1.013e0</w:t>
      </w:r>
    </w:p>
    <w:p w:rsidR="00E00D30" w:rsidRDefault="00E00D30" w:rsidP="00E00D30">
      <w:r>
        <w:t>235.8074</w:t>
      </w:r>
      <w:r>
        <w:tab/>
        <w:t>1.013e0</w:t>
      </w:r>
    </w:p>
    <w:p w:rsidR="00E00D30" w:rsidRDefault="00E00D30" w:rsidP="00E00D30">
      <w:r>
        <w:t>235.8316</w:t>
      </w:r>
      <w:r>
        <w:tab/>
        <w:t>1.013e0</w:t>
      </w:r>
    </w:p>
    <w:p w:rsidR="00E00D30" w:rsidRDefault="00E00D30" w:rsidP="00E00D30">
      <w:r>
        <w:lastRenderedPageBreak/>
        <w:t>235.8431</w:t>
      </w:r>
      <w:r>
        <w:tab/>
        <w:t>1.013e0</w:t>
      </w:r>
    </w:p>
    <w:p w:rsidR="00E00D30" w:rsidRDefault="00E00D30" w:rsidP="00E00D30">
      <w:r>
        <w:t>235.8600</w:t>
      </w:r>
      <w:r>
        <w:tab/>
        <w:t>1.013e0</w:t>
      </w:r>
    </w:p>
    <w:p w:rsidR="00E00D30" w:rsidRDefault="00E00D30" w:rsidP="00E00D30">
      <w:r>
        <w:t>235.9001</w:t>
      </w:r>
      <w:r>
        <w:tab/>
        <w:t>1.013e0</w:t>
      </w:r>
    </w:p>
    <w:p w:rsidR="00E00D30" w:rsidRDefault="00E00D30" w:rsidP="00E00D30">
      <w:r>
        <w:t>235.9047</w:t>
      </w:r>
      <w:r>
        <w:tab/>
        <w:t>1.013e0</w:t>
      </w:r>
    </w:p>
    <w:p w:rsidR="00E00D30" w:rsidRDefault="00E00D30" w:rsidP="00E00D30">
      <w:r>
        <w:t>235.9087</w:t>
      </w:r>
      <w:r>
        <w:tab/>
        <w:t>1.013e0</w:t>
      </w:r>
    </w:p>
    <w:p w:rsidR="00E00D30" w:rsidRDefault="00E00D30" w:rsidP="00E00D30">
      <w:r>
        <w:t>235.9377</w:t>
      </w:r>
      <w:r>
        <w:tab/>
        <w:t>1.013e0</w:t>
      </w:r>
    </w:p>
    <w:p w:rsidR="00E00D30" w:rsidRDefault="00E00D30" w:rsidP="00E00D30">
      <w:r>
        <w:t>235.9871</w:t>
      </w:r>
      <w:r>
        <w:tab/>
        <w:t>2.025e0</w:t>
      </w:r>
    </w:p>
    <w:p w:rsidR="00E00D30" w:rsidRDefault="00E00D30" w:rsidP="00E00D30">
      <w:r>
        <w:t>235.9947</w:t>
      </w:r>
      <w:r>
        <w:tab/>
        <w:t>1.013e0</w:t>
      </w:r>
    </w:p>
    <w:p w:rsidR="00E00D30" w:rsidRDefault="00E00D30" w:rsidP="00E00D30">
      <w:r>
        <w:t>236.0016</w:t>
      </w:r>
      <w:r>
        <w:tab/>
        <w:t>3.038e0</w:t>
      </w:r>
    </w:p>
    <w:p w:rsidR="00E00D30" w:rsidRDefault="00E00D30" w:rsidP="00E00D30">
      <w:r>
        <w:t>236.0061</w:t>
      </w:r>
      <w:r>
        <w:tab/>
        <w:t>1.013e0</w:t>
      </w:r>
    </w:p>
    <w:p w:rsidR="00E00D30" w:rsidRDefault="00E00D30" w:rsidP="00E00D30">
      <w:r>
        <w:t>236.0080</w:t>
      </w:r>
      <w:r>
        <w:tab/>
        <w:t>3.038e0</w:t>
      </w:r>
    </w:p>
    <w:p w:rsidR="00E00D30" w:rsidRDefault="00E00D30" w:rsidP="00E00D30">
      <w:r>
        <w:t>236.0162</w:t>
      </w:r>
      <w:r>
        <w:tab/>
        <w:t>3.038e0</w:t>
      </w:r>
    </w:p>
    <w:p w:rsidR="00E00D30" w:rsidRDefault="00E00D30" w:rsidP="00E00D30">
      <w:r>
        <w:t>236.0185</w:t>
      </w:r>
      <w:r>
        <w:tab/>
        <w:t>3.038e0</w:t>
      </w:r>
    </w:p>
    <w:p w:rsidR="00E00D30" w:rsidRDefault="00E00D30" w:rsidP="00E00D30">
      <w:r>
        <w:t>236.0235</w:t>
      </w:r>
      <w:r>
        <w:tab/>
        <w:t>3.038e0</w:t>
      </w:r>
    </w:p>
    <w:p w:rsidR="00E00D30" w:rsidRDefault="00E00D30" w:rsidP="00E00D30">
      <w:r>
        <w:t>236.0250</w:t>
      </w:r>
      <w:r>
        <w:tab/>
        <w:t>6.076e0</w:t>
      </w:r>
    </w:p>
    <w:p w:rsidR="00E00D30" w:rsidRDefault="00E00D30" w:rsidP="00E00D30">
      <w:r>
        <w:t>236.0347</w:t>
      </w:r>
      <w:r>
        <w:tab/>
        <w:t>3.038e0</w:t>
      </w:r>
    </w:p>
    <w:p w:rsidR="00E00D30" w:rsidRDefault="00E00D30" w:rsidP="00E00D30">
      <w:r>
        <w:t>236.0359</w:t>
      </w:r>
      <w:r>
        <w:tab/>
        <w:t>3.038e0</w:t>
      </w:r>
    </w:p>
    <w:p w:rsidR="00E00D30" w:rsidRDefault="00E00D30" w:rsidP="00E00D30">
      <w:r>
        <w:t>236.0553</w:t>
      </w:r>
      <w:r>
        <w:tab/>
        <w:t>1.013e0</w:t>
      </w:r>
    </w:p>
    <w:p w:rsidR="00E00D30" w:rsidRDefault="00E00D30" w:rsidP="00E00D30">
      <w:r>
        <w:t>236.0770</w:t>
      </w:r>
      <w:r>
        <w:tab/>
        <w:t>1.013e0</w:t>
      </w:r>
    </w:p>
    <w:p w:rsidR="00E00D30" w:rsidRDefault="00E00D30" w:rsidP="00E00D30">
      <w:r>
        <w:lastRenderedPageBreak/>
        <w:t>236.0831</w:t>
      </w:r>
      <w:r>
        <w:tab/>
        <w:t>2.025e0</w:t>
      </w:r>
    </w:p>
    <w:p w:rsidR="00E00D30" w:rsidRDefault="00E00D30" w:rsidP="00E00D30">
      <w:r>
        <w:t>236.0889</w:t>
      </w:r>
      <w:r>
        <w:tab/>
        <w:t>1.013e0</w:t>
      </w:r>
    </w:p>
    <w:p w:rsidR="00E00D30" w:rsidRDefault="00E00D30" w:rsidP="00E00D30">
      <w:r>
        <w:t>236.0928</w:t>
      </w:r>
      <w:r>
        <w:tab/>
        <w:t>1.013e0</w:t>
      </w:r>
    </w:p>
    <w:p w:rsidR="00E00D30" w:rsidRDefault="00E00D30" w:rsidP="00E00D30">
      <w:r>
        <w:t>236.1046</w:t>
      </w:r>
      <w:r>
        <w:tab/>
        <w:t>1.013e0</w:t>
      </w:r>
    </w:p>
    <w:p w:rsidR="00E00D30" w:rsidRDefault="00E00D30" w:rsidP="00E00D30">
      <w:r>
        <w:t>236.1127</w:t>
      </w:r>
      <w:r>
        <w:tab/>
        <w:t>1.013e0</w:t>
      </w:r>
    </w:p>
    <w:p w:rsidR="00E00D30" w:rsidRDefault="00E00D30" w:rsidP="00E00D30">
      <w:r>
        <w:t>236.1300</w:t>
      </w:r>
      <w:r>
        <w:tab/>
        <w:t>2.025e0</w:t>
      </w:r>
    </w:p>
    <w:p w:rsidR="00E00D30" w:rsidRDefault="00E00D30" w:rsidP="00E00D30">
      <w:r>
        <w:t>236.1343</w:t>
      </w:r>
      <w:r>
        <w:tab/>
        <w:t>3.038e0</w:t>
      </w:r>
    </w:p>
    <w:p w:rsidR="00E00D30" w:rsidRDefault="00E00D30" w:rsidP="00E00D30">
      <w:r>
        <w:t>236.1421</w:t>
      </w:r>
      <w:r>
        <w:tab/>
        <w:t>1.013e0</w:t>
      </w:r>
    </w:p>
    <w:p w:rsidR="00E00D30" w:rsidRDefault="00E00D30" w:rsidP="00E00D30">
      <w:r>
        <w:t>236.1615</w:t>
      </w:r>
      <w:r>
        <w:tab/>
        <w:t>3.038e0</w:t>
      </w:r>
    </w:p>
    <w:p w:rsidR="00E00D30" w:rsidRDefault="00E00D30" w:rsidP="00E00D30">
      <w:r>
        <w:t>236.1654</w:t>
      </w:r>
      <w:r>
        <w:tab/>
        <w:t>1.013e0</w:t>
      </w:r>
    </w:p>
    <w:p w:rsidR="00E00D30" w:rsidRDefault="00E00D30" w:rsidP="00E00D30">
      <w:r>
        <w:t>236.1788</w:t>
      </w:r>
      <w:r>
        <w:tab/>
        <w:t>2.025e0</w:t>
      </w:r>
    </w:p>
    <w:p w:rsidR="00E00D30" w:rsidRDefault="00E00D30" w:rsidP="00E00D30">
      <w:r>
        <w:t>236.1916</w:t>
      </w:r>
      <w:r>
        <w:tab/>
        <w:t>1.013e0</w:t>
      </w:r>
    </w:p>
    <w:p w:rsidR="00E00D30" w:rsidRDefault="00E00D30" w:rsidP="00E00D30">
      <w:r>
        <w:t>236.2072</w:t>
      </w:r>
      <w:r>
        <w:tab/>
        <w:t>1.013e0</w:t>
      </w:r>
    </w:p>
    <w:p w:rsidR="00E00D30" w:rsidRDefault="00E00D30" w:rsidP="00E00D30">
      <w:r>
        <w:t>236.2274</w:t>
      </w:r>
      <w:r>
        <w:tab/>
        <w:t>1.013e0</w:t>
      </w:r>
    </w:p>
    <w:p w:rsidR="00E00D30" w:rsidRDefault="00E00D30" w:rsidP="00E00D30">
      <w:r>
        <w:t>236.2524</w:t>
      </w:r>
      <w:r>
        <w:tab/>
        <w:t>1.013e0</w:t>
      </w:r>
    </w:p>
    <w:p w:rsidR="00E00D30" w:rsidRDefault="00E00D30" w:rsidP="00E00D30">
      <w:r>
        <w:t>236.2642</w:t>
      </w:r>
      <w:r>
        <w:tab/>
        <w:t>1.013e0</w:t>
      </w:r>
    </w:p>
    <w:p w:rsidR="00E00D30" w:rsidRDefault="00E00D30" w:rsidP="00E00D30">
      <w:r>
        <w:t>236.2677</w:t>
      </w:r>
      <w:r>
        <w:tab/>
        <w:t>1.013e0</w:t>
      </w:r>
    </w:p>
    <w:p w:rsidR="00E00D30" w:rsidRDefault="00E00D30" w:rsidP="00E00D30">
      <w:r>
        <w:t>236.2717</w:t>
      </w:r>
      <w:r>
        <w:tab/>
        <w:t>1.013e0</w:t>
      </w:r>
    </w:p>
    <w:p w:rsidR="00E00D30" w:rsidRDefault="00E00D30" w:rsidP="00E00D30">
      <w:r>
        <w:t>236.2896</w:t>
      </w:r>
      <w:r>
        <w:tab/>
        <w:t>2.025e0</w:t>
      </w:r>
    </w:p>
    <w:p w:rsidR="00E00D30" w:rsidRDefault="00E00D30" w:rsidP="00E00D30">
      <w:r>
        <w:lastRenderedPageBreak/>
        <w:t>236.3249</w:t>
      </w:r>
      <w:r>
        <w:tab/>
        <w:t>1.013e0</w:t>
      </w:r>
    </w:p>
    <w:p w:rsidR="00E00D30" w:rsidRDefault="00E00D30" w:rsidP="00E00D30">
      <w:r>
        <w:t>236.3505</w:t>
      </w:r>
      <w:r>
        <w:tab/>
        <w:t>1.013e0</w:t>
      </w:r>
    </w:p>
    <w:p w:rsidR="00E00D30" w:rsidRDefault="00E00D30" w:rsidP="00E00D30">
      <w:r>
        <w:t>236.3524</w:t>
      </w:r>
      <w:r>
        <w:tab/>
        <w:t>2.025e0</w:t>
      </w:r>
    </w:p>
    <w:p w:rsidR="00E00D30" w:rsidRDefault="00E00D30" w:rsidP="00E00D30">
      <w:r>
        <w:t>236.3582</w:t>
      </w:r>
      <w:r>
        <w:tab/>
        <w:t>1.013e0</w:t>
      </w:r>
    </w:p>
    <w:p w:rsidR="00E00D30" w:rsidRDefault="00E00D30" w:rsidP="00E00D30">
      <w:r>
        <w:t>236.3738</w:t>
      </w:r>
      <w:r>
        <w:tab/>
        <w:t>1.013e0</w:t>
      </w:r>
    </w:p>
    <w:p w:rsidR="00E00D30" w:rsidRDefault="00E00D30" w:rsidP="00E00D30">
      <w:r>
        <w:t>236.3826</w:t>
      </w:r>
      <w:r>
        <w:tab/>
        <w:t>2.025e0</w:t>
      </w:r>
    </w:p>
    <w:p w:rsidR="00E00D30" w:rsidRDefault="00E00D30" w:rsidP="00E00D30">
      <w:r>
        <w:t>236.3997</w:t>
      </w:r>
      <w:r>
        <w:tab/>
        <w:t>1.013e0</w:t>
      </w:r>
    </w:p>
    <w:p w:rsidR="00E00D30" w:rsidRDefault="00E00D30" w:rsidP="00E00D30">
      <w:r>
        <w:t>236.4039</w:t>
      </w:r>
      <w:r>
        <w:tab/>
        <w:t>1.013e0</w:t>
      </w:r>
    </w:p>
    <w:p w:rsidR="00E00D30" w:rsidRDefault="00E00D30" w:rsidP="00E00D30">
      <w:r>
        <w:t>236.4113</w:t>
      </w:r>
      <w:r>
        <w:tab/>
        <w:t>1.013e0</w:t>
      </w:r>
    </w:p>
    <w:p w:rsidR="00E00D30" w:rsidRDefault="00E00D30" w:rsidP="00E00D30">
      <w:r>
        <w:t>236.4608</w:t>
      </w:r>
      <w:r>
        <w:tab/>
        <w:t>1.013e0</w:t>
      </w:r>
    </w:p>
    <w:p w:rsidR="00E00D30" w:rsidRDefault="00E00D30" w:rsidP="00E00D30">
      <w:r>
        <w:t>236.4873</w:t>
      </w:r>
      <w:r>
        <w:tab/>
        <w:t>2.025e0</w:t>
      </w:r>
    </w:p>
    <w:p w:rsidR="00E00D30" w:rsidRDefault="00E00D30" w:rsidP="00E00D30">
      <w:r>
        <w:t>236.4890</w:t>
      </w:r>
      <w:r>
        <w:tab/>
        <w:t>1.013e0</w:t>
      </w:r>
    </w:p>
    <w:p w:rsidR="00E00D30" w:rsidRDefault="00E00D30" w:rsidP="00E00D30">
      <w:r>
        <w:t>236.4978</w:t>
      </w:r>
      <w:r>
        <w:tab/>
        <w:t>1.013e0</w:t>
      </w:r>
    </w:p>
    <w:p w:rsidR="00E00D30" w:rsidRDefault="00E00D30" w:rsidP="00E00D30">
      <w:r>
        <w:t>236.5176</w:t>
      </w:r>
      <w:r>
        <w:tab/>
        <w:t>1.013e0</w:t>
      </w:r>
    </w:p>
    <w:p w:rsidR="00E00D30" w:rsidRDefault="00E00D30" w:rsidP="00E00D30">
      <w:r>
        <w:t>236.5422</w:t>
      </w:r>
      <w:r>
        <w:tab/>
        <w:t>1.013e0</w:t>
      </w:r>
    </w:p>
    <w:p w:rsidR="00E00D30" w:rsidRDefault="00E00D30" w:rsidP="00E00D30">
      <w:r>
        <w:t>236.5588</w:t>
      </w:r>
      <w:r>
        <w:tab/>
        <w:t>1.013e0</w:t>
      </w:r>
    </w:p>
    <w:p w:rsidR="00E00D30" w:rsidRDefault="00E00D30" w:rsidP="00E00D30">
      <w:r>
        <w:t>236.5670</w:t>
      </w:r>
      <w:r>
        <w:tab/>
        <w:t>1.013e0</w:t>
      </w:r>
    </w:p>
    <w:p w:rsidR="00E00D30" w:rsidRDefault="00E00D30" w:rsidP="00E00D30">
      <w:r>
        <w:t>236.5707</w:t>
      </w:r>
      <w:r>
        <w:tab/>
        <w:t>1.013e0</w:t>
      </w:r>
    </w:p>
    <w:p w:rsidR="00E00D30" w:rsidRDefault="00E00D30" w:rsidP="00E00D30">
      <w:r>
        <w:t>236.6081</w:t>
      </w:r>
      <w:r>
        <w:tab/>
        <w:t>1.013e0</w:t>
      </w:r>
    </w:p>
    <w:p w:rsidR="00E00D30" w:rsidRDefault="00E00D30" w:rsidP="00E00D30">
      <w:r>
        <w:lastRenderedPageBreak/>
        <w:t>236.6316</w:t>
      </w:r>
      <w:r>
        <w:tab/>
        <w:t>1.013e0</w:t>
      </w:r>
    </w:p>
    <w:p w:rsidR="00E00D30" w:rsidRDefault="00E00D30" w:rsidP="00E00D30">
      <w:r>
        <w:t>236.6352</w:t>
      </w:r>
      <w:r>
        <w:tab/>
        <w:t>1.013e0</w:t>
      </w:r>
    </w:p>
    <w:p w:rsidR="00E00D30" w:rsidRDefault="00E00D30" w:rsidP="00E00D30">
      <w:r>
        <w:t>236.6490</w:t>
      </w:r>
      <w:r>
        <w:tab/>
        <w:t>1.013e0</w:t>
      </w:r>
    </w:p>
    <w:p w:rsidR="00E00D30" w:rsidRDefault="00E00D30" w:rsidP="00E00D30">
      <w:r>
        <w:t>236.6509</w:t>
      </w:r>
      <w:r>
        <w:tab/>
        <w:t>2.025e0</w:t>
      </w:r>
    </w:p>
    <w:p w:rsidR="00E00D30" w:rsidRDefault="00E00D30" w:rsidP="00E00D30">
      <w:r>
        <w:t>236.6611</w:t>
      </w:r>
      <w:r>
        <w:tab/>
        <w:t>1.013e0</w:t>
      </w:r>
    </w:p>
    <w:p w:rsidR="00E00D30" w:rsidRDefault="00E00D30" w:rsidP="00E00D30">
      <w:r>
        <w:t>236.6807</w:t>
      </w:r>
      <w:r>
        <w:tab/>
        <w:t>1.013e0</w:t>
      </w:r>
    </w:p>
    <w:p w:rsidR="00E00D30" w:rsidRDefault="00E00D30" w:rsidP="00E00D30">
      <w:r>
        <w:t>236.6845</w:t>
      </w:r>
      <w:r>
        <w:tab/>
        <w:t>1.013e0</w:t>
      </w:r>
    </w:p>
    <w:p w:rsidR="00E00D30" w:rsidRDefault="00E00D30" w:rsidP="00E00D30">
      <w:r>
        <w:t>236.6886</w:t>
      </w:r>
      <w:r>
        <w:tab/>
        <w:t>1.013e0</w:t>
      </w:r>
    </w:p>
    <w:p w:rsidR="00E00D30" w:rsidRDefault="00E00D30" w:rsidP="00E00D30">
      <w:r>
        <w:t>236.7064</w:t>
      </w:r>
      <w:r>
        <w:tab/>
        <w:t>1.013e0</w:t>
      </w:r>
    </w:p>
    <w:p w:rsidR="00E00D30" w:rsidRDefault="00E00D30" w:rsidP="00E00D30">
      <w:r>
        <w:t>236.7104</w:t>
      </w:r>
      <w:r>
        <w:tab/>
        <w:t>1.013e0</w:t>
      </w:r>
    </w:p>
    <w:p w:rsidR="00E00D30" w:rsidRDefault="00E00D30" w:rsidP="00E00D30">
      <w:r>
        <w:t>236.7507</w:t>
      </w:r>
      <w:r>
        <w:tab/>
        <w:t>1.013e0</w:t>
      </w:r>
    </w:p>
    <w:p w:rsidR="00E00D30" w:rsidRDefault="00E00D30" w:rsidP="00E00D30">
      <w:r>
        <w:t>236.7555</w:t>
      </w:r>
      <w:r>
        <w:tab/>
        <w:t>1.013e0</w:t>
      </w:r>
    </w:p>
    <w:p w:rsidR="00E00D30" w:rsidRDefault="00E00D30" w:rsidP="00E00D30">
      <w:r>
        <w:t>236.7795</w:t>
      </w:r>
      <w:r>
        <w:tab/>
        <w:t>1.013e0</w:t>
      </w:r>
    </w:p>
    <w:p w:rsidR="00E00D30" w:rsidRDefault="00E00D30" w:rsidP="00E00D30">
      <w:r>
        <w:t>236.7831</w:t>
      </w:r>
      <w:r>
        <w:tab/>
        <w:t>1.013e0</w:t>
      </w:r>
    </w:p>
    <w:p w:rsidR="00E00D30" w:rsidRDefault="00E00D30" w:rsidP="00E00D30">
      <w:r>
        <w:t>236.7950</w:t>
      </w:r>
      <w:r>
        <w:tab/>
        <w:t>1.013e0</w:t>
      </w:r>
    </w:p>
    <w:p w:rsidR="00E00D30" w:rsidRDefault="00E00D30" w:rsidP="00E00D30">
      <w:r>
        <w:t>236.8264</w:t>
      </w:r>
      <w:r>
        <w:tab/>
        <w:t>2.025e0</w:t>
      </w:r>
    </w:p>
    <w:p w:rsidR="00E00D30" w:rsidRDefault="00E00D30" w:rsidP="00E00D30">
      <w:r>
        <w:t>236.8400</w:t>
      </w:r>
      <w:r>
        <w:tab/>
        <w:t>1.013e0</w:t>
      </w:r>
    </w:p>
    <w:p w:rsidR="00E00D30" w:rsidRDefault="00E00D30" w:rsidP="00E00D30">
      <w:r>
        <w:t>236.8455</w:t>
      </w:r>
      <w:r>
        <w:tab/>
        <w:t>2.025e0</w:t>
      </w:r>
    </w:p>
    <w:p w:rsidR="00E00D30" w:rsidRDefault="00E00D30" w:rsidP="00E00D30">
      <w:r>
        <w:t>236.8740</w:t>
      </w:r>
      <w:r>
        <w:tab/>
        <w:t>1.013e0</w:t>
      </w:r>
    </w:p>
    <w:p w:rsidR="00E00D30" w:rsidRDefault="00E00D30" w:rsidP="00E00D30">
      <w:r>
        <w:lastRenderedPageBreak/>
        <w:t>236.8756</w:t>
      </w:r>
      <w:r>
        <w:tab/>
        <w:t>3.038e0</w:t>
      </w:r>
    </w:p>
    <w:p w:rsidR="00E00D30" w:rsidRDefault="00E00D30" w:rsidP="00E00D30">
      <w:r>
        <w:t>236.8959</w:t>
      </w:r>
      <w:r>
        <w:tab/>
        <w:t>2.025e0</w:t>
      </w:r>
    </w:p>
    <w:p w:rsidR="00E00D30" w:rsidRDefault="00E00D30" w:rsidP="00E00D30">
      <w:r>
        <w:t>236.9228</w:t>
      </w:r>
      <w:r>
        <w:tab/>
        <w:t>1.013e0</w:t>
      </w:r>
    </w:p>
    <w:p w:rsidR="00E00D30" w:rsidRDefault="00E00D30" w:rsidP="00E00D30">
      <w:r>
        <w:t>236.9310</w:t>
      </w:r>
      <w:r>
        <w:tab/>
        <w:t>2.025e0</w:t>
      </w:r>
    </w:p>
    <w:p w:rsidR="00E00D30" w:rsidRDefault="00E00D30" w:rsidP="00E00D30">
      <w:r>
        <w:t>236.9550</w:t>
      </w:r>
      <w:r>
        <w:tab/>
        <w:t>1.013e0</w:t>
      </w:r>
    </w:p>
    <w:p w:rsidR="00E00D30" w:rsidRDefault="00E00D30" w:rsidP="00E00D30">
      <w:r>
        <w:t>236.9699</w:t>
      </w:r>
      <w:r>
        <w:tab/>
        <w:t>2.025e0</w:t>
      </w:r>
    </w:p>
    <w:p w:rsidR="00E00D30" w:rsidRDefault="00E00D30" w:rsidP="00E00D30">
      <w:r>
        <w:t>236.9780</w:t>
      </w:r>
      <w:r>
        <w:tab/>
        <w:t>2.025e0</w:t>
      </w:r>
    </w:p>
    <w:p w:rsidR="00E00D30" w:rsidRDefault="00E00D30" w:rsidP="00E00D30">
      <w:r>
        <w:t>236.9798</w:t>
      </w:r>
      <w:r>
        <w:tab/>
        <w:t>1.013e0</w:t>
      </w:r>
    </w:p>
    <w:p w:rsidR="00E00D30" w:rsidRDefault="00E00D30" w:rsidP="00E00D30">
      <w:r>
        <w:t>236.9878</w:t>
      </w:r>
      <w:r>
        <w:tab/>
        <w:t>1.013e0</w:t>
      </w:r>
    </w:p>
    <w:p w:rsidR="00E00D30" w:rsidRDefault="00E00D30" w:rsidP="00E00D30">
      <w:r>
        <w:t>236.9908</w:t>
      </w:r>
      <w:r>
        <w:tab/>
        <w:t>2.788e0</w:t>
      </w:r>
    </w:p>
    <w:p w:rsidR="00E00D30" w:rsidRDefault="00E00D30" w:rsidP="00E00D30">
      <w:r>
        <w:t>237.0151</w:t>
      </w:r>
      <w:r>
        <w:tab/>
        <w:t>8.352e0</w:t>
      </w:r>
    </w:p>
    <w:p w:rsidR="00E00D30" w:rsidRDefault="00E00D30" w:rsidP="00E00D30">
      <w:r>
        <w:t>237.0179</w:t>
      </w:r>
      <w:r>
        <w:tab/>
        <w:t>1.620e1</w:t>
      </w:r>
    </w:p>
    <w:p w:rsidR="00E00D30" w:rsidRDefault="00E00D30" w:rsidP="00E00D30">
      <w:r>
        <w:t>237.0210</w:t>
      </w:r>
      <w:r>
        <w:tab/>
        <w:t>2.177e1</w:t>
      </w:r>
    </w:p>
    <w:p w:rsidR="00E00D30" w:rsidRDefault="00E00D30" w:rsidP="00E00D30">
      <w:r>
        <w:t>237.0226</w:t>
      </w:r>
      <w:r>
        <w:tab/>
        <w:t>6.076e0</w:t>
      </w:r>
    </w:p>
    <w:p w:rsidR="00E00D30" w:rsidRDefault="00E00D30" w:rsidP="00E00D30">
      <w:r>
        <w:t>237.0238</w:t>
      </w:r>
      <w:r>
        <w:tab/>
        <w:t>2.152e1</w:t>
      </w:r>
    </w:p>
    <w:p w:rsidR="00E00D30" w:rsidRDefault="00E00D30" w:rsidP="00E00D30">
      <w:r>
        <w:t>237.0274</w:t>
      </w:r>
      <w:r>
        <w:tab/>
        <w:t>8.806e0</w:t>
      </w:r>
    </w:p>
    <w:p w:rsidR="00E00D30" w:rsidRDefault="00E00D30" w:rsidP="00E00D30">
      <w:r>
        <w:t>237.0527</w:t>
      </w:r>
      <w:r>
        <w:tab/>
        <w:t>1.013e0</w:t>
      </w:r>
    </w:p>
    <w:p w:rsidR="00E00D30" w:rsidRDefault="00E00D30" w:rsidP="00E00D30">
      <w:r>
        <w:t>237.0570</w:t>
      </w:r>
      <w:r>
        <w:tab/>
        <w:t>1.013e0</w:t>
      </w:r>
    </w:p>
    <w:p w:rsidR="00E00D30" w:rsidRDefault="00E00D30" w:rsidP="00E00D30">
      <w:r>
        <w:t>237.0743</w:t>
      </w:r>
      <w:r>
        <w:tab/>
        <w:t>2.025e0</w:t>
      </w:r>
    </w:p>
    <w:p w:rsidR="00E00D30" w:rsidRDefault="00E00D30" w:rsidP="00E00D30">
      <w:r>
        <w:lastRenderedPageBreak/>
        <w:t>237.0787</w:t>
      </w:r>
      <w:r>
        <w:tab/>
        <w:t>1.013e0</w:t>
      </w:r>
    </w:p>
    <w:p w:rsidR="00E00D30" w:rsidRDefault="00E00D30" w:rsidP="00E00D30">
      <w:r>
        <w:t>237.0862</w:t>
      </w:r>
      <w:r>
        <w:tab/>
        <w:t>1.013e0</w:t>
      </w:r>
    </w:p>
    <w:p w:rsidR="00E00D30" w:rsidRDefault="00E00D30" w:rsidP="00E00D30">
      <w:r>
        <w:t>237.0958</w:t>
      </w:r>
      <w:r>
        <w:tab/>
        <w:t>2.025e0</w:t>
      </w:r>
    </w:p>
    <w:p w:rsidR="00E00D30" w:rsidRDefault="00E00D30" w:rsidP="00E00D30">
      <w:r>
        <w:t>237.1060</w:t>
      </w:r>
      <w:r>
        <w:tab/>
        <w:t>1.013e0</w:t>
      </w:r>
    </w:p>
    <w:p w:rsidR="00E00D30" w:rsidRDefault="00E00D30" w:rsidP="00E00D30">
      <w:r>
        <w:t>237.1107</w:t>
      </w:r>
      <w:r>
        <w:tab/>
        <w:t>1.013e0</w:t>
      </w:r>
    </w:p>
    <w:p w:rsidR="00E00D30" w:rsidRDefault="00E00D30" w:rsidP="00E00D30">
      <w:r>
        <w:t>237.1168</w:t>
      </w:r>
      <w:r>
        <w:tab/>
        <w:t>2.025e0</w:t>
      </w:r>
    </w:p>
    <w:p w:rsidR="00E00D30" w:rsidRDefault="00E00D30" w:rsidP="00E00D30">
      <w:r>
        <w:t>237.1238</w:t>
      </w:r>
      <w:r>
        <w:tab/>
        <w:t>1.013e0</w:t>
      </w:r>
    </w:p>
    <w:p w:rsidR="00E00D30" w:rsidRDefault="00E00D30" w:rsidP="00E00D30">
      <w:r>
        <w:t>237.1315</w:t>
      </w:r>
      <w:r>
        <w:tab/>
        <w:t>2.025e0</w:t>
      </w:r>
    </w:p>
    <w:p w:rsidR="00E00D30" w:rsidRDefault="00E00D30" w:rsidP="00E00D30">
      <w:r>
        <w:t>237.1334</w:t>
      </w:r>
      <w:r>
        <w:tab/>
        <w:t>2.025e0</w:t>
      </w:r>
    </w:p>
    <w:p w:rsidR="00E00D30" w:rsidRDefault="00E00D30" w:rsidP="00E00D30">
      <w:r>
        <w:t>237.1348</w:t>
      </w:r>
      <w:r>
        <w:tab/>
        <w:t>6.076e0</w:t>
      </w:r>
    </w:p>
    <w:p w:rsidR="00E00D30" w:rsidRDefault="00E00D30" w:rsidP="00E00D30">
      <w:r>
        <w:t>237.1513</w:t>
      </w:r>
      <w:r>
        <w:tab/>
        <w:t>1.013e0</w:t>
      </w:r>
    </w:p>
    <w:p w:rsidR="00E00D30" w:rsidRDefault="00E00D30" w:rsidP="00E00D30">
      <w:r>
        <w:t>237.1549</w:t>
      </w:r>
      <w:r>
        <w:tab/>
        <w:t>1.013e0</w:t>
      </w:r>
    </w:p>
    <w:p w:rsidR="00E00D30" w:rsidRDefault="00E00D30" w:rsidP="00E00D30">
      <w:r>
        <w:t>237.1682</w:t>
      </w:r>
      <w:r>
        <w:tab/>
        <w:t>1.013e0</w:t>
      </w:r>
    </w:p>
    <w:p w:rsidR="00E00D30" w:rsidRDefault="00E00D30" w:rsidP="00E00D30">
      <w:r>
        <w:t>237.1849</w:t>
      </w:r>
      <w:r>
        <w:tab/>
        <w:t>1.013e0</w:t>
      </w:r>
    </w:p>
    <w:p w:rsidR="00E00D30" w:rsidRDefault="00E00D30" w:rsidP="00E00D30">
      <w:r>
        <w:t>237.1886</w:t>
      </w:r>
      <w:r>
        <w:tab/>
        <w:t>3.038e0</w:t>
      </w:r>
    </w:p>
    <w:p w:rsidR="00E00D30" w:rsidRDefault="00E00D30" w:rsidP="00E00D30">
      <w:r>
        <w:t>237.1964</w:t>
      </w:r>
      <w:r>
        <w:tab/>
        <w:t>1.013e0</w:t>
      </w:r>
    </w:p>
    <w:p w:rsidR="00E00D30" w:rsidRDefault="00E00D30" w:rsidP="00E00D30">
      <w:r>
        <w:t>237.2127</w:t>
      </w:r>
      <w:r>
        <w:tab/>
        <w:t>1.013e0</w:t>
      </w:r>
    </w:p>
    <w:p w:rsidR="00E00D30" w:rsidRDefault="00E00D30" w:rsidP="00E00D30">
      <w:r>
        <w:t>237.2214</w:t>
      </w:r>
      <w:r>
        <w:tab/>
        <w:t>1.013e0</w:t>
      </w:r>
    </w:p>
    <w:p w:rsidR="00E00D30" w:rsidRDefault="00E00D30" w:rsidP="00E00D30">
      <w:r>
        <w:t>237.2456</w:t>
      </w:r>
      <w:r>
        <w:tab/>
        <w:t>2.025e0</w:t>
      </w:r>
    </w:p>
    <w:p w:rsidR="00E00D30" w:rsidRDefault="00E00D30" w:rsidP="00E00D30">
      <w:r>
        <w:lastRenderedPageBreak/>
        <w:t>237.2517</w:t>
      </w:r>
      <w:r>
        <w:tab/>
        <w:t>2.025e0</w:t>
      </w:r>
    </w:p>
    <w:p w:rsidR="00E00D30" w:rsidRDefault="00E00D30" w:rsidP="00E00D30">
      <w:r>
        <w:t>237.2534</w:t>
      </w:r>
      <w:r>
        <w:tab/>
        <w:t>1.013e0</w:t>
      </w:r>
    </w:p>
    <w:p w:rsidR="00E00D30" w:rsidRDefault="00E00D30" w:rsidP="00E00D30">
      <w:r>
        <w:t>237.2614</w:t>
      </w:r>
      <w:r>
        <w:tab/>
        <w:t>1.013e0</w:t>
      </w:r>
    </w:p>
    <w:p w:rsidR="00E00D30" w:rsidRDefault="00E00D30" w:rsidP="00E00D30">
      <w:r>
        <w:t>237.2663</w:t>
      </w:r>
      <w:r>
        <w:tab/>
        <w:t>1.013e0</w:t>
      </w:r>
    </w:p>
    <w:p w:rsidR="00E00D30" w:rsidRDefault="00E00D30" w:rsidP="00E00D30">
      <w:r>
        <w:t>237.2869</w:t>
      </w:r>
      <w:r>
        <w:tab/>
        <w:t>1.013e0</w:t>
      </w:r>
    </w:p>
    <w:p w:rsidR="00E00D30" w:rsidRDefault="00E00D30" w:rsidP="00E00D30">
      <w:r>
        <w:t>237.3030</w:t>
      </w:r>
      <w:r>
        <w:tab/>
        <w:t>1.013e0</w:t>
      </w:r>
    </w:p>
    <w:p w:rsidR="00E00D30" w:rsidRDefault="00E00D30" w:rsidP="00E00D30">
      <w:r>
        <w:t>237.3363</w:t>
      </w:r>
      <w:r>
        <w:tab/>
        <w:t>1.013e0</w:t>
      </w:r>
    </w:p>
    <w:p w:rsidR="00E00D30" w:rsidRDefault="00E00D30" w:rsidP="00E00D30">
      <w:r>
        <w:t>237.3480</w:t>
      </w:r>
      <w:r>
        <w:tab/>
        <w:t>1.013e0</w:t>
      </w:r>
    </w:p>
    <w:p w:rsidR="00E00D30" w:rsidRDefault="00E00D30" w:rsidP="00E00D30">
      <w:r>
        <w:t>237.3794</w:t>
      </w:r>
      <w:r>
        <w:tab/>
        <w:t>2.025e0</w:t>
      </w:r>
    </w:p>
    <w:p w:rsidR="00E00D30" w:rsidRDefault="00E00D30" w:rsidP="00E00D30">
      <w:r>
        <w:t>237.3894</w:t>
      </w:r>
      <w:r>
        <w:tab/>
        <w:t>1.013e0</w:t>
      </w:r>
    </w:p>
    <w:p w:rsidR="00E00D30" w:rsidRDefault="00E00D30" w:rsidP="00E00D30">
      <w:r>
        <w:t>237.4216</w:t>
      </w:r>
      <w:r>
        <w:tab/>
        <w:t>1.013e0</w:t>
      </w:r>
    </w:p>
    <w:p w:rsidR="00E00D30" w:rsidRDefault="00E00D30" w:rsidP="00E00D30">
      <w:r>
        <w:t>237.4424</w:t>
      </w:r>
      <w:r>
        <w:tab/>
        <w:t>2.025e0</w:t>
      </w:r>
    </w:p>
    <w:p w:rsidR="00E00D30" w:rsidRDefault="00E00D30" w:rsidP="00E00D30">
      <w:r>
        <w:t>237.4504</w:t>
      </w:r>
      <w:r>
        <w:tab/>
        <w:t>1.013e0</w:t>
      </w:r>
    </w:p>
    <w:p w:rsidR="00E00D30" w:rsidRDefault="00E00D30" w:rsidP="00E00D30">
      <w:r>
        <w:t>237.4661</w:t>
      </w:r>
      <w:r>
        <w:tab/>
        <w:t>1.013e0</w:t>
      </w:r>
    </w:p>
    <w:p w:rsidR="00E00D30" w:rsidRDefault="00E00D30" w:rsidP="00E00D30">
      <w:r>
        <w:t>237.4879</w:t>
      </w:r>
      <w:r>
        <w:tab/>
        <w:t>1.013e0</w:t>
      </w:r>
    </w:p>
    <w:p w:rsidR="00E00D30" w:rsidRDefault="00E00D30" w:rsidP="00E00D30">
      <w:r>
        <w:t>237.4918</w:t>
      </w:r>
      <w:r>
        <w:tab/>
        <w:t>1.013e0</w:t>
      </w:r>
    </w:p>
    <w:p w:rsidR="00E00D30" w:rsidRDefault="00E00D30" w:rsidP="00E00D30">
      <w:r>
        <w:t>237.5114</w:t>
      </w:r>
      <w:r>
        <w:tab/>
        <w:t>1.016e0</w:t>
      </w:r>
    </w:p>
    <w:p w:rsidR="00E00D30" w:rsidRDefault="00E00D30" w:rsidP="00E00D30">
      <w:r>
        <w:t>237.5169</w:t>
      </w:r>
      <w:r>
        <w:tab/>
        <w:t>2.025e0</w:t>
      </w:r>
    </w:p>
    <w:p w:rsidR="00E00D30" w:rsidRDefault="00E00D30" w:rsidP="00E00D30">
      <w:r>
        <w:t>237.5357</w:t>
      </w:r>
      <w:r>
        <w:tab/>
        <w:t>2.025e0</w:t>
      </w:r>
    </w:p>
    <w:p w:rsidR="00E00D30" w:rsidRDefault="00E00D30" w:rsidP="00E00D30">
      <w:r>
        <w:lastRenderedPageBreak/>
        <w:t>237.5571</w:t>
      </w:r>
      <w:r>
        <w:tab/>
        <w:t>2.025e0</w:t>
      </w:r>
    </w:p>
    <w:p w:rsidR="00E00D30" w:rsidRDefault="00E00D30" w:rsidP="00E00D30">
      <w:r>
        <w:t>237.5685</w:t>
      </w:r>
      <w:r>
        <w:tab/>
        <w:t>1.013e0</w:t>
      </w:r>
    </w:p>
    <w:p w:rsidR="00E00D30" w:rsidRDefault="00E00D30" w:rsidP="00E00D30">
      <w:r>
        <w:t>237.5820</w:t>
      </w:r>
      <w:r>
        <w:tab/>
        <w:t>2.025e0</w:t>
      </w:r>
    </w:p>
    <w:p w:rsidR="00E00D30" w:rsidRDefault="00E00D30" w:rsidP="00E00D30">
      <w:r>
        <w:t>237.6218</w:t>
      </w:r>
      <w:r>
        <w:tab/>
        <w:t>1.013e0</w:t>
      </w:r>
    </w:p>
    <w:p w:rsidR="00E00D30" w:rsidRDefault="00E00D30" w:rsidP="00E00D30">
      <w:r>
        <w:t>237.6309</w:t>
      </w:r>
      <w:r>
        <w:tab/>
        <w:t>1.013e0</w:t>
      </w:r>
    </w:p>
    <w:p w:rsidR="00E00D30" w:rsidRDefault="00E00D30" w:rsidP="00E00D30">
      <w:r>
        <w:t>237.6434</w:t>
      </w:r>
      <w:r>
        <w:tab/>
        <w:t>1.013e0</w:t>
      </w:r>
    </w:p>
    <w:p w:rsidR="00E00D30" w:rsidRDefault="00E00D30" w:rsidP="00E00D30">
      <w:r>
        <w:t>237.6474</w:t>
      </w:r>
      <w:r>
        <w:tab/>
        <w:t>1.013e0</w:t>
      </w:r>
    </w:p>
    <w:p w:rsidR="00E00D30" w:rsidRDefault="00E00D30" w:rsidP="00E00D30">
      <w:r>
        <w:t>237.6592</w:t>
      </w:r>
      <w:r>
        <w:tab/>
        <w:t>1.013e0</w:t>
      </w:r>
    </w:p>
    <w:p w:rsidR="00E00D30" w:rsidRDefault="00E00D30" w:rsidP="00E00D30">
      <w:r>
        <w:t>237.6771</w:t>
      </w:r>
      <w:r>
        <w:tab/>
        <w:t>3.038e0</w:t>
      </w:r>
    </w:p>
    <w:p w:rsidR="00E00D30" w:rsidRDefault="00E00D30" w:rsidP="00E00D30">
      <w:r>
        <w:t>237.6931</w:t>
      </w:r>
      <w:r>
        <w:tab/>
        <w:t>1.013e0</w:t>
      </w:r>
    </w:p>
    <w:p w:rsidR="00E00D30" w:rsidRDefault="00E00D30" w:rsidP="00E00D30">
      <w:r>
        <w:t>237.7085</w:t>
      </w:r>
      <w:r>
        <w:tab/>
        <w:t>1.013e0</w:t>
      </w:r>
    </w:p>
    <w:p w:rsidR="00E00D30" w:rsidRDefault="00E00D30" w:rsidP="00E00D30">
      <w:r>
        <w:t>237.7122</w:t>
      </w:r>
      <w:r>
        <w:tab/>
        <w:t>1.013e0</w:t>
      </w:r>
    </w:p>
    <w:p w:rsidR="00E00D30" w:rsidRDefault="00E00D30" w:rsidP="00E00D30">
      <w:r>
        <w:t>237.7203</w:t>
      </w:r>
      <w:r>
        <w:tab/>
        <w:t>1.013e0</w:t>
      </w:r>
    </w:p>
    <w:p w:rsidR="00E00D30" w:rsidRDefault="00E00D30" w:rsidP="00E00D30">
      <w:r>
        <w:t>237.7377</w:t>
      </w:r>
      <w:r>
        <w:tab/>
        <w:t>1.013e0</w:t>
      </w:r>
    </w:p>
    <w:p w:rsidR="00E00D30" w:rsidRDefault="00E00D30" w:rsidP="00E00D30">
      <w:r>
        <w:t>237.7580</w:t>
      </w:r>
      <w:r>
        <w:tab/>
        <w:t>1.013e0</w:t>
      </w:r>
    </w:p>
    <w:p w:rsidR="00E00D30" w:rsidRDefault="00E00D30" w:rsidP="00E00D30">
      <w:r>
        <w:t>237.7616</w:t>
      </w:r>
      <w:r>
        <w:tab/>
        <w:t>1.013e0</w:t>
      </w:r>
    </w:p>
    <w:p w:rsidR="00E00D30" w:rsidRDefault="00E00D30" w:rsidP="00E00D30">
      <w:r>
        <w:t>237.7777</w:t>
      </w:r>
      <w:r>
        <w:tab/>
        <w:t>1.013e0</w:t>
      </w:r>
    </w:p>
    <w:p w:rsidR="00E00D30" w:rsidRDefault="00E00D30" w:rsidP="00E00D30">
      <w:r>
        <w:t>237.7867</w:t>
      </w:r>
      <w:r>
        <w:tab/>
        <w:t>1.013e0</w:t>
      </w:r>
    </w:p>
    <w:p w:rsidR="00E00D30" w:rsidRDefault="00E00D30" w:rsidP="00E00D30">
      <w:r>
        <w:t>237.8148</w:t>
      </w:r>
      <w:r>
        <w:tab/>
        <w:t>2.025e0</w:t>
      </w:r>
    </w:p>
    <w:p w:rsidR="00E00D30" w:rsidRDefault="00E00D30" w:rsidP="00E00D30">
      <w:r>
        <w:lastRenderedPageBreak/>
        <w:t>237.8186</w:t>
      </w:r>
      <w:r>
        <w:tab/>
        <w:t>1.013e0</w:t>
      </w:r>
    </w:p>
    <w:p w:rsidR="00E00D30" w:rsidRDefault="00E00D30" w:rsidP="00E00D30">
      <w:r>
        <w:t>237.8358</w:t>
      </w:r>
      <w:r>
        <w:tab/>
        <w:t>1.013e0</w:t>
      </w:r>
    </w:p>
    <w:p w:rsidR="00E00D30" w:rsidRDefault="00E00D30" w:rsidP="00E00D30">
      <w:r>
        <w:t>237.8402</w:t>
      </w:r>
      <w:r>
        <w:tab/>
        <w:t>1.013e0</w:t>
      </w:r>
    </w:p>
    <w:p w:rsidR="00E00D30" w:rsidRDefault="00E00D30" w:rsidP="00E00D30">
      <w:r>
        <w:t>237.8445</w:t>
      </w:r>
      <w:r>
        <w:tab/>
        <w:t>1.013e0</w:t>
      </w:r>
    </w:p>
    <w:p w:rsidR="00E00D30" w:rsidRDefault="00E00D30" w:rsidP="00E00D30">
      <w:r>
        <w:t>237.8641</w:t>
      </w:r>
      <w:r>
        <w:tab/>
        <w:t>1.013e0</w:t>
      </w:r>
    </w:p>
    <w:p w:rsidR="00E00D30" w:rsidRDefault="00E00D30" w:rsidP="00E00D30">
      <w:r>
        <w:t>237.8976</w:t>
      </w:r>
      <w:r>
        <w:tab/>
        <w:t>1.013e0</w:t>
      </w:r>
    </w:p>
    <w:p w:rsidR="00E00D30" w:rsidRDefault="00E00D30" w:rsidP="00E00D30">
      <w:r>
        <w:t>237.9019</w:t>
      </w:r>
      <w:r>
        <w:tab/>
        <w:t>1.013e0</w:t>
      </w:r>
    </w:p>
    <w:p w:rsidR="00E00D30" w:rsidRDefault="00E00D30" w:rsidP="00E00D30">
      <w:r>
        <w:t>237.9054</w:t>
      </w:r>
      <w:r>
        <w:tab/>
        <w:t>2.025e0</w:t>
      </w:r>
    </w:p>
    <w:p w:rsidR="00E00D30" w:rsidRDefault="00E00D30" w:rsidP="00E00D30">
      <w:r>
        <w:t>237.9568</w:t>
      </w:r>
      <w:r>
        <w:tab/>
        <w:t>2.025e0</w:t>
      </w:r>
    </w:p>
    <w:p w:rsidR="00E00D30" w:rsidRDefault="00E00D30" w:rsidP="00E00D30">
      <w:r>
        <w:t>237.9742</w:t>
      </w:r>
      <w:r>
        <w:tab/>
        <w:t>1.013e0</w:t>
      </w:r>
    </w:p>
    <w:p w:rsidR="00E00D30" w:rsidRDefault="00E00D30" w:rsidP="00E00D30">
      <w:r>
        <w:t>237.9828</w:t>
      </w:r>
      <w:r>
        <w:tab/>
        <w:t>1.013e0</w:t>
      </w:r>
    </w:p>
    <w:p w:rsidR="00E00D30" w:rsidRDefault="00E00D30" w:rsidP="00E00D30">
      <w:r>
        <w:t>237.9920</w:t>
      </w:r>
      <w:r>
        <w:tab/>
        <w:t>1.013e0</w:t>
      </w:r>
    </w:p>
    <w:p w:rsidR="00E00D30" w:rsidRDefault="00E00D30" w:rsidP="00E00D30">
      <w:r>
        <w:t>238.0100</w:t>
      </w:r>
      <w:r>
        <w:tab/>
        <w:t>2.025e0</w:t>
      </w:r>
    </w:p>
    <w:p w:rsidR="00E00D30" w:rsidRDefault="00E00D30" w:rsidP="00E00D30">
      <w:r>
        <w:t>238.0157</w:t>
      </w:r>
      <w:r>
        <w:tab/>
        <w:t>4.051e0</w:t>
      </w:r>
    </w:p>
    <w:p w:rsidR="00E00D30" w:rsidRDefault="00E00D30" w:rsidP="00E00D30">
      <w:r>
        <w:t>238.0199</w:t>
      </w:r>
      <w:r>
        <w:tab/>
        <w:t>4.051e0</w:t>
      </w:r>
    </w:p>
    <w:p w:rsidR="00E00D30" w:rsidRDefault="00E00D30" w:rsidP="00E00D30">
      <w:r>
        <w:t>238.0248</w:t>
      </w:r>
      <w:r>
        <w:tab/>
        <w:t>9.725e0</w:t>
      </w:r>
    </w:p>
    <w:p w:rsidR="00E00D30" w:rsidRDefault="00E00D30" w:rsidP="00E00D30">
      <w:r>
        <w:t>238.0320</w:t>
      </w:r>
      <w:r>
        <w:tab/>
        <w:t>2.025e0</w:t>
      </w:r>
    </w:p>
    <w:p w:rsidR="00E00D30" w:rsidRDefault="00E00D30" w:rsidP="00E00D30">
      <w:r>
        <w:t>238.0469</w:t>
      </w:r>
      <w:r>
        <w:tab/>
        <w:t>2.025e0</w:t>
      </w:r>
    </w:p>
    <w:p w:rsidR="00E00D30" w:rsidRDefault="00E00D30" w:rsidP="00E00D30">
      <w:r>
        <w:t>238.0496</w:t>
      </w:r>
      <w:r>
        <w:tab/>
        <w:t>1.013e0</w:t>
      </w:r>
    </w:p>
    <w:p w:rsidR="00E00D30" w:rsidRDefault="00E00D30" w:rsidP="00E00D30">
      <w:r>
        <w:lastRenderedPageBreak/>
        <w:t>238.0537</w:t>
      </w:r>
      <w:r>
        <w:tab/>
        <w:t>2.025e0</w:t>
      </w:r>
    </w:p>
    <w:p w:rsidR="00E00D30" w:rsidRDefault="00E00D30" w:rsidP="00E00D30">
      <w:r>
        <w:t>238.0572</w:t>
      </w:r>
      <w:r>
        <w:tab/>
        <w:t>1.013e0</w:t>
      </w:r>
    </w:p>
    <w:p w:rsidR="00E00D30" w:rsidRDefault="00E00D30" w:rsidP="00E00D30">
      <w:r>
        <w:t>238.0615</w:t>
      </w:r>
      <w:r>
        <w:tab/>
        <w:t>1.013e0</w:t>
      </w:r>
    </w:p>
    <w:p w:rsidR="00E00D30" w:rsidRDefault="00E00D30" w:rsidP="00E00D30">
      <w:r>
        <w:t>238.0835</w:t>
      </w:r>
      <w:r>
        <w:tab/>
        <w:t>2.025e0</w:t>
      </w:r>
    </w:p>
    <w:p w:rsidR="00E00D30" w:rsidRDefault="00E00D30" w:rsidP="00E00D30">
      <w:r>
        <w:t>238.0853</w:t>
      </w:r>
      <w:r>
        <w:tab/>
        <w:t>1.013e0</w:t>
      </w:r>
    </w:p>
    <w:p w:rsidR="00E00D30" w:rsidRDefault="00E00D30" w:rsidP="00E00D30">
      <w:r>
        <w:t>238.0942</w:t>
      </w:r>
      <w:r>
        <w:tab/>
        <w:t>1.013e0</w:t>
      </w:r>
    </w:p>
    <w:p w:rsidR="00E00D30" w:rsidRDefault="00E00D30" w:rsidP="00E00D30">
      <w:r>
        <w:t>238.1103</w:t>
      </w:r>
      <w:r>
        <w:tab/>
        <w:t>2.025e0</w:t>
      </w:r>
    </w:p>
    <w:p w:rsidR="00E00D30" w:rsidRDefault="00E00D30" w:rsidP="00E00D30">
      <w:r>
        <w:t>238.1222</w:t>
      </w:r>
      <w:r>
        <w:tab/>
        <w:t>2.025e0</w:t>
      </w:r>
    </w:p>
    <w:p w:rsidR="00E00D30" w:rsidRDefault="00E00D30" w:rsidP="00E00D30">
      <w:r>
        <w:t>238.1434</w:t>
      </w:r>
      <w:r>
        <w:tab/>
        <w:t>2.025e0</w:t>
      </w:r>
    </w:p>
    <w:p w:rsidR="00E00D30" w:rsidRDefault="00E00D30" w:rsidP="00E00D30">
      <w:r>
        <w:t>238.1521</w:t>
      </w:r>
      <w:r>
        <w:tab/>
        <w:t>2.025e0</w:t>
      </w:r>
    </w:p>
    <w:p w:rsidR="00E00D30" w:rsidRDefault="00E00D30" w:rsidP="00E00D30">
      <w:r>
        <w:t>238.1538</w:t>
      </w:r>
      <w:r>
        <w:tab/>
        <w:t>2.025e0</w:t>
      </w:r>
    </w:p>
    <w:p w:rsidR="00E00D30" w:rsidRDefault="00E00D30" w:rsidP="00E00D30">
      <w:r>
        <w:t>238.1557</w:t>
      </w:r>
      <w:r>
        <w:tab/>
        <w:t>1.013e0</w:t>
      </w:r>
    </w:p>
    <w:p w:rsidR="00E00D30" w:rsidRDefault="00E00D30" w:rsidP="00E00D30">
      <w:r>
        <w:t>238.1618</w:t>
      </w:r>
      <w:r>
        <w:tab/>
        <w:t>2.025e0</w:t>
      </w:r>
    </w:p>
    <w:p w:rsidR="00E00D30" w:rsidRDefault="00E00D30" w:rsidP="00E00D30">
      <w:r>
        <w:t>238.1718</w:t>
      </w:r>
      <w:r>
        <w:tab/>
        <w:t>1.013e0</w:t>
      </w:r>
    </w:p>
    <w:p w:rsidR="00E00D30" w:rsidRDefault="00E00D30" w:rsidP="00E00D30">
      <w:r>
        <w:t>238.1754</w:t>
      </w:r>
      <w:r>
        <w:tab/>
        <w:t>2.025e0</w:t>
      </w:r>
    </w:p>
    <w:p w:rsidR="00E00D30" w:rsidRDefault="00E00D30" w:rsidP="00E00D30">
      <w:r>
        <w:t>238.1969</w:t>
      </w:r>
      <w:r>
        <w:tab/>
        <w:t>1.013e0</w:t>
      </w:r>
    </w:p>
    <w:p w:rsidR="00E00D30" w:rsidRDefault="00E00D30" w:rsidP="00E00D30">
      <w:r>
        <w:t>238.2055</w:t>
      </w:r>
      <w:r>
        <w:tab/>
        <w:t>1.013e0</w:t>
      </w:r>
    </w:p>
    <w:p w:rsidR="00E00D30" w:rsidRDefault="00E00D30" w:rsidP="00E00D30">
      <w:r>
        <w:t>238.2130</w:t>
      </w:r>
      <w:r>
        <w:tab/>
        <w:t>1.013e0</w:t>
      </w:r>
    </w:p>
    <w:p w:rsidR="00E00D30" w:rsidRDefault="00E00D30" w:rsidP="00E00D30">
      <w:r>
        <w:t>238.2289</w:t>
      </w:r>
      <w:r>
        <w:tab/>
        <w:t>1.013e0</w:t>
      </w:r>
    </w:p>
    <w:p w:rsidR="00E00D30" w:rsidRDefault="00E00D30" w:rsidP="00E00D30">
      <w:r>
        <w:lastRenderedPageBreak/>
        <w:t>238.2326</w:t>
      </w:r>
      <w:r>
        <w:tab/>
        <w:t>1.013e0</w:t>
      </w:r>
    </w:p>
    <w:p w:rsidR="00E00D30" w:rsidRDefault="00E00D30" w:rsidP="00E00D30">
      <w:r>
        <w:t>238.2503</w:t>
      </w:r>
      <w:r>
        <w:tab/>
        <w:t>1.013e0</w:t>
      </w:r>
    </w:p>
    <w:p w:rsidR="00E00D30" w:rsidRDefault="00E00D30" w:rsidP="00E00D30">
      <w:r>
        <w:t>238.2701</w:t>
      </w:r>
      <w:r>
        <w:tab/>
        <w:t>3.038e0</w:t>
      </w:r>
    </w:p>
    <w:p w:rsidR="00E00D30" w:rsidRDefault="00E00D30" w:rsidP="00E00D30">
      <w:r>
        <w:t>238.2820</w:t>
      </w:r>
      <w:r>
        <w:tab/>
        <w:t>1.013e0</w:t>
      </w:r>
    </w:p>
    <w:p w:rsidR="00E00D30" w:rsidRDefault="00E00D30" w:rsidP="00E00D30">
      <w:r>
        <w:t>238.2995</w:t>
      </w:r>
      <w:r>
        <w:tab/>
        <w:t>1.013e0</w:t>
      </w:r>
    </w:p>
    <w:p w:rsidR="00E00D30" w:rsidRDefault="00E00D30" w:rsidP="00E00D30">
      <w:r>
        <w:t>238.3271</w:t>
      </w:r>
      <w:r>
        <w:tab/>
        <w:t>1.013e0</w:t>
      </w:r>
    </w:p>
    <w:p w:rsidR="00E00D30" w:rsidRDefault="00E00D30" w:rsidP="00E00D30">
      <w:r>
        <w:t>238.3397</w:t>
      </w:r>
      <w:r>
        <w:tab/>
        <w:t>1.013e0</w:t>
      </w:r>
    </w:p>
    <w:p w:rsidR="00E00D30" w:rsidRDefault="00E00D30" w:rsidP="00E00D30">
      <w:r>
        <w:t>238.3465</w:t>
      </w:r>
      <w:r>
        <w:tab/>
        <w:t>2.025e0</w:t>
      </w:r>
    </w:p>
    <w:p w:rsidR="00E00D30" w:rsidRDefault="00E00D30" w:rsidP="00E00D30">
      <w:r>
        <w:t>238.3531</w:t>
      </w:r>
      <w:r>
        <w:tab/>
        <w:t>1.013e0</w:t>
      </w:r>
    </w:p>
    <w:p w:rsidR="00E00D30" w:rsidRDefault="00E00D30" w:rsidP="00E00D30">
      <w:r>
        <w:t>238.3764</w:t>
      </w:r>
      <w:r>
        <w:tab/>
        <w:t>1.013e0</w:t>
      </w:r>
    </w:p>
    <w:p w:rsidR="00E00D30" w:rsidRDefault="00E00D30" w:rsidP="00E00D30">
      <w:r>
        <w:t>238.3888</w:t>
      </w:r>
      <w:r>
        <w:tab/>
        <w:t>1.013e0</w:t>
      </w:r>
    </w:p>
    <w:p w:rsidR="00E00D30" w:rsidRDefault="00E00D30" w:rsidP="00E00D30">
      <w:r>
        <w:t>238.3931</w:t>
      </w:r>
      <w:r>
        <w:tab/>
        <w:t>1.013e0</w:t>
      </w:r>
    </w:p>
    <w:p w:rsidR="00E00D30" w:rsidRDefault="00E00D30" w:rsidP="00E00D30">
      <w:r>
        <w:t>238.3976</w:t>
      </w:r>
      <w:r>
        <w:tab/>
        <w:t>1.013e0</w:t>
      </w:r>
    </w:p>
    <w:p w:rsidR="00E00D30" w:rsidRDefault="00E00D30" w:rsidP="00E00D30">
      <w:r>
        <w:t>238.4144</w:t>
      </w:r>
      <w:r>
        <w:tab/>
        <w:t>1.013e0</w:t>
      </w:r>
    </w:p>
    <w:p w:rsidR="00E00D30" w:rsidRDefault="00E00D30" w:rsidP="00E00D30">
      <w:r>
        <w:t>238.4180</w:t>
      </w:r>
      <w:r>
        <w:tab/>
        <w:t>2.025e0</w:t>
      </w:r>
    </w:p>
    <w:p w:rsidR="00E00D30" w:rsidRDefault="00E00D30" w:rsidP="00E00D30">
      <w:r>
        <w:t>238.4218</w:t>
      </w:r>
      <w:r>
        <w:tab/>
        <w:t>1.013e0</w:t>
      </w:r>
    </w:p>
    <w:p w:rsidR="00E00D30" w:rsidRDefault="00E00D30" w:rsidP="00E00D30">
      <w:r>
        <w:t>238.4497</w:t>
      </w:r>
      <w:r>
        <w:tab/>
        <w:t>2.025e0</w:t>
      </w:r>
    </w:p>
    <w:p w:rsidR="00E00D30" w:rsidRDefault="00E00D30" w:rsidP="00E00D30">
      <w:r>
        <w:t>238.4637</w:t>
      </w:r>
      <w:r>
        <w:tab/>
        <w:t>3.038e0</w:t>
      </w:r>
    </w:p>
    <w:p w:rsidR="00E00D30" w:rsidRDefault="00E00D30" w:rsidP="00E00D30">
      <w:r>
        <w:t>238.4752</w:t>
      </w:r>
      <w:r>
        <w:tab/>
        <w:t>1.013e0</w:t>
      </w:r>
    </w:p>
    <w:p w:rsidR="00E00D30" w:rsidRDefault="00E00D30" w:rsidP="00E00D30">
      <w:r>
        <w:lastRenderedPageBreak/>
        <w:t>238.4870</w:t>
      </w:r>
      <w:r>
        <w:tab/>
        <w:t>1.013e0</w:t>
      </w:r>
    </w:p>
    <w:p w:rsidR="00E00D30" w:rsidRDefault="00E00D30" w:rsidP="00E00D30">
      <w:r>
        <w:t>238.4963</w:t>
      </w:r>
      <w:r>
        <w:tab/>
        <w:t>1.013e0</w:t>
      </w:r>
    </w:p>
    <w:p w:rsidR="00E00D30" w:rsidRDefault="00E00D30" w:rsidP="00E00D30">
      <w:r>
        <w:t>238.5003</w:t>
      </w:r>
      <w:r>
        <w:tab/>
        <w:t>1.013e0</w:t>
      </w:r>
    </w:p>
    <w:p w:rsidR="00E00D30" w:rsidRDefault="00E00D30" w:rsidP="00E00D30">
      <w:r>
        <w:t>238.5089</w:t>
      </w:r>
      <w:r>
        <w:tab/>
        <w:t>1.013e0</w:t>
      </w:r>
    </w:p>
    <w:p w:rsidR="00E00D30" w:rsidRDefault="00E00D30" w:rsidP="00E00D30">
      <w:r>
        <w:t>238.5169</w:t>
      </w:r>
      <w:r>
        <w:tab/>
        <w:t>1.013e0</w:t>
      </w:r>
    </w:p>
    <w:p w:rsidR="00E00D30" w:rsidRDefault="00E00D30" w:rsidP="00E00D30">
      <w:r>
        <w:t>238.5186</w:t>
      </w:r>
      <w:r>
        <w:tab/>
        <w:t>2.025e0</w:t>
      </w:r>
    </w:p>
    <w:p w:rsidR="00E00D30" w:rsidRDefault="00E00D30" w:rsidP="00E00D30">
      <w:r>
        <w:t>238.5405</w:t>
      </w:r>
      <w:r>
        <w:tab/>
        <w:t>1.013e0</w:t>
      </w:r>
    </w:p>
    <w:p w:rsidR="00E00D30" w:rsidRDefault="00E00D30" w:rsidP="00E00D30">
      <w:r>
        <w:t>238.5543</w:t>
      </w:r>
      <w:r>
        <w:tab/>
        <w:t>1.013e0</w:t>
      </w:r>
    </w:p>
    <w:p w:rsidR="00E00D30" w:rsidRDefault="00E00D30" w:rsidP="00E00D30">
      <w:r>
        <w:t>238.5699</w:t>
      </w:r>
      <w:r>
        <w:tab/>
        <w:t>1.013e0</w:t>
      </w:r>
    </w:p>
    <w:p w:rsidR="00E00D30" w:rsidRDefault="00E00D30" w:rsidP="00E00D30">
      <w:r>
        <w:t>238.5780</w:t>
      </w:r>
      <w:r>
        <w:tab/>
        <w:t>1.013e0</w:t>
      </w:r>
    </w:p>
    <w:p w:rsidR="00E00D30" w:rsidRDefault="00E00D30" w:rsidP="00E00D30">
      <w:r>
        <w:t>238.5901</w:t>
      </w:r>
      <w:r>
        <w:tab/>
        <w:t>1.013e0</w:t>
      </w:r>
    </w:p>
    <w:p w:rsidR="00E00D30" w:rsidRDefault="00E00D30" w:rsidP="00E00D30">
      <w:r>
        <w:t>238.6076</w:t>
      </w:r>
      <w:r>
        <w:tab/>
        <w:t>3.038e0</w:t>
      </w:r>
    </w:p>
    <w:p w:rsidR="00E00D30" w:rsidRDefault="00E00D30" w:rsidP="00E00D30">
      <w:r>
        <w:t>238.6113</w:t>
      </w:r>
      <w:r>
        <w:tab/>
        <w:t>1.013e0</w:t>
      </w:r>
    </w:p>
    <w:p w:rsidR="00E00D30" w:rsidRDefault="00E00D30" w:rsidP="00E00D30">
      <w:r>
        <w:t>238.6270</w:t>
      </w:r>
      <w:r>
        <w:tab/>
        <w:t>1.013e0</w:t>
      </w:r>
    </w:p>
    <w:p w:rsidR="00E00D30" w:rsidRDefault="00E00D30" w:rsidP="00E00D30">
      <w:r>
        <w:t>238.6309</w:t>
      </w:r>
      <w:r>
        <w:tab/>
        <w:t>2.025e0</w:t>
      </w:r>
    </w:p>
    <w:p w:rsidR="00E00D30" w:rsidRDefault="00E00D30" w:rsidP="00E00D30">
      <w:r>
        <w:t>238.6434</w:t>
      </w:r>
      <w:r>
        <w:tab/>
        <w:t>1.013e0</w:t>
      </w:r>
    </w:p>
    <w:p w:rsidR="00E00D30" w:rsidRDefault="00E00D30" w:rsidP="00E00D30">
      <w:r>
        <w:t>238.6568</w:t>
      </w:r>
      <w:r>
        <w:tab/>
        <w:t>1.013e0</w:t>
      </w:r>
    </w:p>
    <w:p w:rsidR="00E00D30" w:rsidRDefault="00E00D30" w:rsidP="00E00D30">
      <w:r>
        <w:t>238.6645</w:t>
      </w:r>
      <w:r>
        <w:tab/>
        <w:t>1.013e0</w:t>
      </w:r>
    </w:p>
    <w:p w:rsidR="00E00D30" w:rsidRDefault="00E00D30" w:rsidP="00E00D30">
      <w:r>
        <w:t>238.6881</w:t>
      </w:r>
      <w:r>
        <w:tab/>
        <w:t>1.013e0</w:t>
      </w:r>
    </w:p>
    <w:p w:rsidR="00E00D30" w:rsidRDefault="00E00D30" w:rsidP="00E00D30">
      <w:r>
        <w:lastRenderedPageBreak/>
        <w:t>238.7101</w:t>
      </w:r>
      <w:r>
        <w:tab/>
        <w:t>1.013e0</w:t>
      </w:r>
    </w:p>
    <w:p w:rsidR="00E00D30" w:rsidRDefault="00E00D30" w:rsidP="00E00D30">
      <w:r>
        <w:t>238.7295</w:t>
      </w:r>
      <w:r>
        <w:tab/>
        <w:t>1.013e0</w:t>
      </w:r>
    </w:p>
    <w:p w:rsidR="00E00D30" w:rsidRDefault="00E00D30" w:rsidP="00E00D30">
      <w:r>
        <w:t>238.7672</w:t>
      </w:r>
      <w:r>
        <w:tab/>
        <w:t>1.013e0</w:t>
      </w:r>
    </w:p>
    <w:p w:rsidR="00E00D30" w:rsidRDefault="00E00D30" w:rsidP="00E00D30">
      <w:r>
        <w:t>238.7749</w:t>
      </w:r>
      <w:r>
        <w:tab/>
        <w:t>1.013e0</w:t>
      </w:r>
    </w:p>
    <w:p w:rsidR="00E00D30" w:rsidRDefault="00E00D30" w:rsidP="00E00D30">
      <w:r>
        <w:t>238.7829</w:t>
      </w:r>
      <w:r>
        <w:tab/>
        <w:t>1.013e0</w:t>
      </w:r>
    </w:p>
    <w:p w:rsidR="00E00D30" w:rsidRDefault="00E00D30" w:rsidP="00E00D30">
      <w:r>
        <w:t>238.8164</w:t>
      </w:r>
      <w:r>
        <w:tab/>
        <w:t>1.013e0</w:t>
      </w:r>
    </w:p>
    <w:p w:rsidR="00E00D30" w:rsidRDefault="00E00D30" w:rsidP="00E00D30">
      <w:r>
        <w:t>238.8269</w:t>
      </w:r>
      <w:r>
        <w:tab/>
        <w:t>4.051e0</w:t>
      </w:r>
    </w:p>
    <w:p w:rsidR="00E00D30" w:rsidRDefault="00E00D30" w:rsidP="00E00D30">
      <w:r>
        <w:t>238.8535</w:t>
      </w:r>
      <w:r>
        <w:tab/>
        <w:t>1.013e0</w:t>
      </w:r>
    </w:p>
    <w:p w:rsidR="00E00D30" w:rsidRDefault="00E00D30" w:rsidP="00E00D30">
      <w:r>
        <w:t>238.8578</w:t>
      </w:r>
      <w:r>
        <w:tab/>
        <w:t>1.013e0</w:t>
      </w:r>
    </w:p>
    <w:p w:rsidR="00E00D30" w:rsidRDefault="00E00D30" w:rsidP="00E00D30">
      <w:r>
        <w:t>238.8985</w:t>
      </w:r>
      <w:r>
        <w:tab/>
        <w:t>1.013e0</w:t>
      </w:r>
    </w:p>
    <w:p w:rsidR="00E00D30" w:rsidRDefault="00E00D30" w:rsidP="00E00D30">
      <w:r>
        <w:t>238.9071</w:t>
      </w:r>
      <w:r>
        <w:tab/>
        <w:t>2.025e0</w:t>
      </w:r>
    </w:p>
    <w:p w:rsidR="00E00D30" w:rsidRDefault="00E00D30" w:rsidP="00E00D30">
      <w:r>
        <w:t>238.9230</w:t>
      </w:r>
      <w:r>
        <w:tab/>
        <w:t>3.038e0</w:t>
      </w:r>
    </w:p>
    <w:p w:rsidR="00E00D30" w:rsidRDefault="00E00D30" w:rsidP="00E00D30">
      <w:r>
        <w:t>238.9273</w:t>
      </w:r>
      <w:r>
        <w:tab/>
        <w:t>1.013e0</w:t>
      </w:r>
    </w:p>
    <w:p w:rsidR="00E00D30" w:rsidRDefault="00E00D30" w:rsidP="00E00D30">
      <w:r>
        <w:t>238.9455</w:t>
      </w:r>
      <w:r>
        <w:tab/>
        <w:t>2.025e0</w:t>
      </w:r>
    </w:p>
    <w:p w:rsidR="00E00D30" w:rsidRDefault="00E00D30" w:rsidP="00E00D30">
      <w:r>
        <w:t>238.9564</w:t>
      </w:r>
      <w:r>
        <w:tab/>
        <w:t>1.013e0</w:t>
      </w:r>
    </w:p>
    <w:p w:rsidR="00E00D30" w:rsidRDefault="00E00D30" w:rsidP="00E00D30">
      <w:r>
        <w:t>238.9684</w:t>
      </w:r>
      <w:r>
        <w:tab/>
        <w:t>1.013e0</w:t>
      </w:r>
    </w:p>
    <w:p w:rsidR="00E00D30" w:rsidRDefault="00E00D30" w:rsidP="00E00D30">
      <w:r>
        <w:t>238.9724</w:t>
      </w:r>
      <w:r>
        <w:tab/>
        <w:t>2.025e0</w:t>
      </w:r>
    </w:p>
    <w:p w:rsidR="00E00D30" w:rsidRDefault="00E00D30" w:rsidP="00E00D30">
      <w:r>
        <w:t>238.9802</w:t>
      </w:r>
      <w:r>
        <w:tab/>
        <w:t>2.025e0</w:t>
      </w:r>
    </w:p>
    <w:p w:rsidR="00E00D30" w:rsidRDefault="00E00D30" w:rsidP="00E00D30">
      <w:r>
        <w:t>239.0032</w:t>
      </w:r>
      <w:r>
        <w:tab/>
        <w:t>2.025e0</w:t>
      </w:r>
    </w:p>
    <w:p w:rsidR="00E00D30" w:rsidRDefault="00E00D30" w:rsidP="00E00D30">
      <w:r>
        <w:lastRenderedPageBreak/>
        <w:t>239.0102</w:t>
      </w:r>
      <w:r>
        <w:tab/>
        <w:t>2.025e0</w:t>
      </w:r>
    </w:p>
    <w:p w:rsidR="00E00D30" w:rsidRDefault="00E00D30" w:rsidP="00E00D30">
      <w:r>
        <w:t>239.0158</w:t>
      </w:r>
      <w:r>
        <w:tab/>
        <w:t>2.025e0</w:t>
      </w:r>
    </w:p>
    <w:p w:rsidR="00E00D30" w:rsidRDefault="00E00D30" w:rsidP="00E00D30">
      <w:r>
        <w:t>239.0188</w:t>
      </w:r>
      <w:r>
        <w:tab/>
        <w:t>3.038e0</w:t>
      </w:r>
    </w:p>
    <w:p w:rsidR="00E00D30" w:rsidRDefault="00E00D30" w:rsidP="00E00D30">
      <w:r>
        <w:t>239.0260</w:t>
      </w:r>
      <w:r>
        <w:tab/>
        <w:t>6.076e0</w:t>
      </w:r>
    </w:p>
    <w:p w:rsidR="00E00D30" w:rsidRDefault="00E00D30" w:rsidP="00E00D30">
      <w:r>
        <w:t>239.0315</w:t>
      </w:r>
      <w:r>
        <w:tab/>
        <w:t>2.025e0</w:t>
      </w:r>
    </w:p>
    <w:p w:rsidR="00E00D30" w:rsidRDefault="00E00D30" w:rsidP="00E00D30">
      <w:r>
        <w:t>239.0376</w:t>
      </w:r>
      <w:r>
        <w:tab/>
        <w:t>2.025e0</w:t>
      </w:r>
    </w:p>
    <w:p w:rsidR="00E00D30" w:rsidRDefault="00E00D30" w:rsidP="00E00D30">
      <w:r>
        <w:t>239.0501</w:t>
      </w:r>
      <w:r>
        <w:tab/>
        <w:t>1.235e0</w:t>
      </w:r>
    </w:p>
    <w:p w:rsidR="00E00D30" w:rsidRDefault="00E00D30" w:rsidP="00E00D30">
      <w:r>
        <w:t>239.0866</w:t>
      </w:r>
      <w:r>
        <w:tab/>
        <w:t>1.013e0</w:t>
      </w:r>
    </w:p>
    <w:p w:rsidR="00E00D30" w:rsidRDefault="00E00D30" w:rsidP="00E00D30">
      <w:r>
        <w:t>239.1025</w:t>
      </w:r>
      <w:r>
        <w:tab/>
        <w:t>3.038e0</w:t>
      </w:r>
    </w:p>
    <w:p w:rsidR="00E00D30" w:rsidRDefault="00E00D30" w:rsidP="00E00D30">
      <w:r>
        <w:t>239.1041</w:t>
      </w:r>
      <w:r>
        <w:tab/>
        <w:t>1.013e0</w:t>
      </w:r>
    </w:p>
    <w:p w:rsidR="00E00D30" w:rsidRDefault="00E00D30" w:rsidP="00E00D30">
      <w:r>
        <w:t>239.1106</w:t>
      </w:r>
      <w:r>
        <w:tab/>
        <w:t>2.025e0</w:t>
      </w:r>
    </w:p>
    <w:p w:rsidR="00E00D30" w:rsidRDefault="00E00D30" w:rsidP="00E00D30">
      <w:r>
        <w:t>239.1126</w:t>
      </w:r>
      <w:r>
        <w:tab/>
        <w:t>3.038e0</w:t>
      </w:r>
    </w:p>
    <w:p w:rsidR="00E00D30" w:rsidRDefault="00E00D30" w:rsidP="00E00D30">
      <w:r>
        <w:t>239.1168</w:t>
      </w:r>
      <w:r>
        <w:tab/>
        <w:t>1.013e0</w:t>
      </w:r>
    </w:p>
    <w:p w:rsidR="00E00D30" w:rsidRDefault="00E00D30" w:rsidP="00E00D30">
      <w:r>
        <w:t>239.1243</w:t>
      </w:r>
      <w:r>
        <w:tab/>
        <w:t>1.013e0</w:t>
      </w:r>
    </w:p>
    <w:p w:rsidR="00E00D30" w:rsidRDefault="00E00D30" w:rsidP="00E00D30">
      <w:r>
        <w:t>239.1402</w:t>
      </w:r>
      <w:r>
        <w:tab/>
        <w:t>1.013e0</w:t>
      </w:r>
    </w:p>
    <w:p w:rsidR="00E00D30" w:rsidRDefault="00E00D30" w:rsidP="00E00D30">
      <w:r>
        <w:t>239.1413</w:t>
      </w:r>
      <w:r>
        <w:tab/>
        <w:t>7.089e0</w:t>
      </w:r>
    </w:p>
    <w:p w:rsidR="00E00D30" w:rsidRDefault="00E00D30" w:rsidP="00E00D30">
      <w:r>
        <w:t>239.1445</w:t>
      </w:r>
      <w:r>
        <w:tab/>
        <w:t>4.012e1</w:t>
      </w:r>
    </w:p>
    <w:p w:rsidR="00E00D30" w:rsidRDefault="00E00D30" w:rsidP="00E00D30">
      <w:r>
        <w:t>239.1532</w:t>
      </w:r>
      <w:r>
        <w:tab/>
        <w:t>2.025e0</w:t>
      </w:r>
    </w:p>
    <w:p w:rsidR="00E00D30" w:rsidRDefault="00E00D30" w:rsidP="00E00D30">
      <w:r>
        <w:t>239.1621</w:t>
      </w:r>
      <w:r>
        <w:tab/>
        <w:t>2.025e0</w:t>
      </w:r>
    </w:p>
    <w:p w:rsidR="00E00D30" w:rsidRDefault="00E00D30" w:rsidP="00E00D30">
      <w:r>
        <w:lastRenderedPageBreak/>
        <w:t>239.1642</w:t>
      </w:r>
      <w:r>
        <w:tab/>
        <w:t>2.025e0</w:t>
      </w:r>
    </w:p>
    <w:p w:rsidR="00E00D30" w:rsidRDefault="00E00D30" w:rsidP="00E00D30">
      <w:r>
        <w:t>239.1757</w:t>
      </w:r>
      <w:r>
        <w:tab/>
        <w:t>2.025e0</w:t>
      </w:r>
    </w:p>
    <w:p w:rsidR="00E00D30" w:rsidRDefault="00E00D30" w:rsidP="00E00D30">
      <w:r>
        <w:t>239.1896</w:t>
      </w:r>
      <w:r>
        <w:tab/>
        <w:t>1.013e0</w:t>
      </w:r>
    </w:p>
    <w:p w:rsidR="00E00D30" w:rsidRDefault="00E00D30" w:rsidP="00E00D30">
      <w:r>
        <w:t>239.1980</w:t>
      </w:r>
      <w:r>
        <w:tab/>
        <w:t>1.013e0</w:t>
      </w:r>
    </w:p>
    <w:p w:rsidR="00E00D30" w:rsidRDefault="00E00D30" w:rsidP="00E00D30">
      <w:r>
        <w:t>239.2115</w:t>
      </w:r>
      <w:r>
        <w:tab/>
        <w:t>1.013e0</w:t>
      </w:r>
    </w:p>
    <w:p w:rsidR="00E00D30" w:rsidRDefault="00E00D30" w:rsidP="00E00D30">
      <w:r>
        <w:t>239.2153</w:t>
      </w:r>
      <w:r>
        <w:tab/>
        <w:t>1.013e0</w:t>
      </w:r>
    </w:p>
    <w:p w:rsidR="00E00D30" w:rsidRDefault="00E00D30" w:rsidP="00E00D30">
      <w:r>
        <w:t>239.2195</w:t>
      </w:r>
      <w:r>
        <w:tab/>
        <w:t>5.063e0</w:t>
      </w:r>
    </w:p>
    <w:p w:rsidR="00E00D30" w:rsidRDefault="00E00D30" w:rsidP="00E00D30">
      <w:r>
        <w:t>239.2270</w:t>
      </w:r>
      <w:r>
        <w:tab/>
        <w:t>1.013e0</w:t>
      </w:r>
    </w:p>
    <w:p w:rsidR="00E00D30" w:rsidRDefault="00E00D30" w:rsidP="00E00D30">
      <w:r>
        <w:t>239.2520</w:t>
      </w:r>
      <w:r>
        <w:tab/>
        <w:t>2.025e0</w:t>
      </w:r>
    </w:p>
    <w:p w:rsidR="00E00D30" w:rsidRDefault="00E00D30" w:rsidP="00E00D30">
      <w:r>
        <w:t>239.2541</w:t>
      </w:r>
      <w:r>
        <w:tab/>
        <w:t>3.038e0</w:t>
      </w:r>
    </w:p>
    <w:p w:rsidR="00E00D30" w:rsidRDefault="00E00D30" w:rsidP="00E00D30">
      <w:r>
        <w:t>239.2646</w:t>
      </w:r>
      <w:r>
        <w:tab/>
        <w:t>1.013e0</w:t>
      </w:r>
    </w:p>
    <w:p w:rsidR="00E00D30" w:rsidRDefault="00E00D30" w:rsidP="00E00D30">
      <w:r>
        <w:t>239.2688</w:t>
      </w:r>
      <w:r>
        <w:tab/>
        <w:t>1.013e0</w:t>
      </w:r>
    </w:p>
    <w:p w:rsidR="00E00D30" w:rsidRDefault="00E00D30" w:rsidP="00E00D30">
      <w:r>
        <w:t>239.2881</w:t>
      </w:r>
      <w:r>
        <w:tab/>
        <w:t>1.013e0</w:t>
      </w:r>
    </w:p>
    <w:p w:rsidR="00E00D30" w:rsidRDefault="00E00D30" w:rsidP="00E00D30">
      <w:r>
        <w:t>239.2924</w:t>
      </w:r>
      <w:r>
        <w:tab/>
        <w:t>1.013e0</w:t>
      </w:r>
    </w:p>
    <w:p w:rsidR="00E00D30" w:rsidRDefault="00E00D30" w:rsidP="00E00D30">
      <w:r>
        <w:t>239.2965</w:t>
      </w:r>
      <w:r>
        <w:tab/>
        <w:t>2.025e0</w:t>
      </w:r>
    </w:p>
    <w:p w:rsidR="00E00D30" w:rsidRDefault="00E00D30" w:rsidP="00E00D30">
      <w:r>
        <w:t>239.2995</w:t>
      </w:r>
      <w:r>
        <w:tab/>
        <w:t>2.025e0</w:t>
      </w:r>
    </w:p>
    <w:p w:rsidR="00E00D30" w:rsidRDefault="00E00D30" w:rsidP="00E00D30">
      <w:r>
        <w:t>239.3100</w:t>
      </w:r>
      <w:r>
        <w:tab/>
        <w:t>1.013e0</w:t>
      </w:r>
    </w:p>
    <w:p w:rsidR="00E00D30" w:rsidRDefault="00E00D30" w:rsidP="00E00D30">
      <w:r>
        <w:t>239.3335</w:t>
      </w:r>
      <w:r>
        <w:tab/>
        <w:t>1.013e0</w:t>
      </w:r>
    </w:p>
    <w:p w:rsidR="00E00D30" w:rsidRDefault="00E00D30" w:rsidP="00E00D30">
      <w:r>
        <w:t>239.3374</w:t>
      </w:r>
      <w:r>
        <w:tab/>
        <w:t>1.013e0</w:t>
      </w:r>
    </w:p>
    <w:p w:rsidR="00E00D30" w:rsidRDefault="00E00D30" w:rsidP="00E00D30">
      <w:r>
        <w:lastRenderedPageBreak/>
        <w:t>239.3506</w:t>
      </w:r>
      <w:r>
        <w:tab/>
        <w:t>1.013e0</w:t>
      </w:r>
    </w:p>
    <w:p w:rsidR="00E00D30" w:rsidRDefault="00E00D30" w:rsidP="00E00D30">
      <w:r>
        <w:t>239.3593</w:t>
      </w:r>
      <w:r>
        <w:tab/>
        <w:t>1.013e0</w:t>
      </w:r>
    </w:p>
    <w:p w:rsidR="00E00D30" w:rsidRDefault="00E00D30" w:rsidP="00E00D30">
      <w:r>
        <w:t>239.3771</w:t>
      </w:r>
      <w:r>
        <w:tab/>
        <w:t>2.025e0</w:t>
      </w:r>
    </w:p>
    <w:p w:rsidR="00E00D30" w:rsidRDefault="00E00D30" w:rsidP="00E00D30">
      <w:r>
        <w:t>239.3868</w:t>
      </w:r>
      <w:r>
        <w:tab/>
        <w:t>1.013e0</w:t>
      </w:r>
    </w:p>
    <w:p w:rsidR="00E00D30" w:rsidRDefault="00E00D30" w:rsidP="00E00D30">
      <w:r>
        <w:t>239.3952</w:t>
      </w:r>
      <w:r>
        <w:tab/>
        <w:t>2.025e0</w:t>
      </w:r>
    </w:p>
    <w:p w:rsidR="00E00D30" w:rsidRDefault="00E00D30" w:rsidP="00E00D30">
      <w:r>
        <w:t>239.4070</w:t>
      </w:r>
      <w:r>
        <w:tab/>
        <w:t>2.025e0</w:t>
      </w:r>
    </w:p>
    <w:p w:rsidR="00E00D30" w:rsidRDefault="00E00D30" w:rsidP="00E00D30">
      <w:r>
        <w:t>239.4165</w:t>
      </w:r>
      <w:r>
        <w:tab/>
        <w:t>1.013e0</w:t>
      </w:r>
    </w:p>
    <w:p w:rsidR="00E00D30" w:rsidRDefault="00E00D30" w:rsidP="00E00D30">
      <w:r>
        <w:t>239.4578</w:t>
      </w:r>
      <w:r>
        <w:tab/>
        <w:t>1.013e0</w:t>
      </w:r>
    </w:p>
    <w:p w:rsidR="00E00D30" w:rsidRDefault="00E00D30" w:rsidP="00E00D30">
      <w:r>
        <w:t>239.4622</w:t>
      </w:r>
      <w:r>
        <w:tab/>
        <w:t>1.013e0</w:t>
      </w:r>
    </w:p>
    <w:p w:rsidR="00E00D30" w:rsidRDefault="00E00D30" w:rsidP="00E00D30">
      <w:r>
        <w:t>239.4912</w:t>
      </w:r>
      <w:r>
        <w:tab/>
        <w:t>3.038e0</w:t>
      </w:r>
    </w:p>
    <w:p w:rsidR="00E00D30" w:rsidRDefault="00E00D30" w:rsidP="00E00D30">
      <w:r>
        <w:t>239.4938</w:t>
      </w:r>
      <w:r>
        <w:tab/>
        <w:t>1.013e0</w:t>
      </w:r>
    </w:p>
    <w:p w:rsidR="00E00D30" w:rsidRDefault="00E00D30" w:rsidP="00E00D30">
      <w:r>
        <w:t>239.5026</w:t>
      </w:r>
      <w:r>
        <w:tab/>
        <w:t>3.038e0</w:t>
      </w:r>
    </w:p>
    <w:p w:rsidR="00E00D30" w:rsidRDefault="00E00D30" w:rsidP="00E00D30">
      <w:r>
        <w:t>239.5117</w:t>
      </w:r>
      <w:r>
        <w:tab/>
        <w:t>2.025e0</w:t>
      </w:r>
    </w:p>
    <w:p w:rsidR="00E00D30" w:rsidRDefault="00E00D30" w:rsidP="00E00D30">
      <w:r>
        <w:t>239.5312</w:t>
      </w:r>
      <w:r>
        <w:tab/>
        <w:t>2.025e0</w:t>
      </w:r>
    </w:p>
    <w:p w:rsidR="00E00D30" w:rsidRDefault="00E00D30" w:rsidP="00E00D30">
      <w:r>
        <w:t>239.5648</w:t>
      </w:r>
      <w:r>
        <w:tab/>
        <w:t>1.013e0</w:t>
      </w:r>
    </w:p>
    <w:p w:rsidR="00E00D30" w:rsidRDefault="00E00D30" w:rsidP="00E00D30">
      <w:r>
        <w:t>239.5687</w:t>
      </w:r>
      <w:r>
        <w:tab/>
        <w:t>1.013e0</w:t>
      </w:r>
    </w:p>
    <w:p w:rsidR="00E00D30" w:rsidRDefault="00E00D30" w:rsidP="00E00D30">
      <w:r>
        <w:t>239.5725</w:t>
      </w:r>
      <w:r>
        <w:tab/>
        <w:t>2.025e0</w:t>
      </w:r>
    </w:p>
    <w:p w:rsidR="00E00D30" w:rsidRDefault="00E00D30" w:rsidP="00E00D30">
      <w:r>
        <w:t>239.5924</w:t>
      </w:r>
      <w:r>
        <w:tab/>
        <w:t>1.013e0</w:t>
      </w:r>
    </w:p>
    <w:p w:rsidR="00E00D30" w:rsidRDefault="00E00D30" w:rsidP="00E00D30">
      <w:r>
        <w:t>239.6297</w:t>
      </w:r>
      <w:r>
        <w:tab/>
        <w:t>1.013e0</w:t>
      </w:r>
    </w:p>
    <w:p w:rsidR="00E00D30" w:rsidRDefault="00E00D30" w:rsidP="00E00D30">
      <w:r>
        <w:lastRenderedPageBreak/>
        <w:t>239.6465</w:t>
      </w:r>
      <w:r>
        <w:tab/>
        <w:t>1.013e0</w:t>
      </w:r>
    </w:p>
    <w:p w:rsidR="00E00D30" w:rsidRDefault="00E00D30" w:rsidP="00E00D30">
      <w:r>
        <w:t>239.6716</w:t>
      </w:r>
      <w:r>
        <w:tab/>
        <w:t>1.013e0</w:t>
      </w:r>
    </w:p>
    <w:p w:rsidR="00E00D30" w:rsidRDefault="00E00D30" w:rsidP="00E00D30">
      <w:r>
        <w:t>239.6830</w:t>
      </w:r>
      <w:r>
        <w:tab/>
        <w:t>1.013e0</w:t>
      </w:r>
    </w:p>
    <w:p w:rsidR="00E00D30" w:rsidRDefault="00E00D30" w:rsidP="00E00D30">
      <w:r>
        <w:t>239.6914</w:t>
      </w:r>
      <w:r>
        <w:tab/>
        <w:t>1.013e0</w:t>
      </w:r>
    </w:p>
    <w:p w:rsidR="00E00D30" w:rsidRDefault="00E00D30" w:rsidP="00E00D30">
      <w:r>
        <w:t>239.6958</w:t>
      </w:r>
      <w:r>
        <w:tab/>
        <w:t>1.013e0</w:t>
      </w:r>
    </w:p>
    <w:p w:rsidR="00E00D30" w:rsidRDefault="00E00D30" w:rsidP="00E00D30">
      <w:r>
        <w:t>239.7000</w:t>
      </w:r>
      <w:r>
        <w:tab/>
        <w:t>1.013e0</w:t>
      </w:r>
    </w:p>
    <w:p w:rsidR="00E00D30" w:rsidRDefault="00E00D30" w:rsidP="00E00D30">
      <w:r>
        <w:t>239.7287</w:t>
      </w:r>
      <w:r>
        <w:tab/>
        <w:t>1.013e0</w:t>
      </w:r>
    </w:p>
    <w:p w:rsidR="00E00D30" w:rsidRDefault="00E00D30" w:rsidP="00E00D30">
      <w:r>
        <w:t>239.7324</w:t>
      </w:r>
      <w:r>
        <w:tab/>
        <w:t>1.013e0</w:t>
      </w:r>
    </w:p>
    <w:p w:rsidR="00E00D30" w:rsidRDefault="00E00D30" w:rsidP="00E00D30">
      <w:r>
        <w:t>239.7364</w:t>
      </w:r>
      <w:r>
        <w:tab/>
        <w:t>1.013e0</w:t>
      </w:r>
    </w:p>
    <w:p w:rsidR="00E00D30" w:rsidRDefault="00E00D30" w:rsidP="00E00D30">
      <w:r>
        <w:t>239.7623</w:t>
      </w:r>
      <w:r>
        <w:tab/>
        <w:t>3.038e0</w:t>
      </w:r>
    </w:p>
    <w:p w:rsidR="00E00D30" w:rsidRDefault="00E00D30" w:rsidP="00E00D30">
      <w:r>
        <w:t>239.7700</w:t>
      </w:r>
      <w:r>
        <w:tab/>
        <w:t>1.013e0</w:t>
      </w:r>
    </w:p>
    <w:p w:rsidR="00E00D30" w:rsidRDefault="00E00D30" w:rsidP="00E00D30">
      <w:r>
        <w:t>239.7859</w:t>
      </w:r>
      <w:r>
        <w:tab/>
        <w:t>2.025e0</w:t>
      </w:r>
    </w:p>
    <w:p w:rsidR="00E00D30" w:rsidRDefault="00E00D30" w:rsidP="00E00D30">
      <w:r>
        <w:t>239.8156</w:t>
      </w:r>
      <w:r>
        <w:tab/>
        <w:t>2.025e0</w:t>
      </w:r>
    </w:p>
    <w:p w:rsidR="00E00D30" w:rsidRDefault="00E00D30" w:rsidP="00E00D30">
      <w:r>
        <w:t>239.8194</w:t>
      </w:r>
      <w:r>
        <w:tab/>
        <w:t>1.013e0</w:t>
      </w:r>
    </w:p>
    <w:p w:rsidR="00E00D30" w:rsidRDefault="00E00D30" w:rsidP="00E00D30">
      <w:r>
        <w:t>239.8333</w:t>
      </w:r>
      <w:r>
        <w:tab/>
        <w:t>2.025e0</w:t>
      </w:r>
    </w:p>
    <w:p w:rsidR="00E00D30" w:rsidRDefault="00E00D30" w:rsidP="00E00D30">
      <w:r>
        <w:t>239.8436</w:t>
      </w:r>
      <w:r>
        <w:tab/>
        <w:t>2.025e0</w:t>
      </w:r>
    </w:p>
    <w:p w:rsidR="00E00D30" w:rsidRDefault="00E00D30" w:rsidP="00E00D30">
      <w:r>
        <w:t>239.8484</w:t>
      </w:r>
      <w:r>
        <w:tab/>
        <w:t>1.013e0</w:t>
      </w:r>
    </w:p>
    <w:p w:rsidR="00E00D30" w:rsidRDefault="00E00D30" w:rsidP="00E00D30">
      <w:r>
        <w:t>239.8612</w:t>
      </w:r>
      <w:r>
        <w:tab/>
        <w:t>1.013e0</w:t>
      </w:r>
    </w:p>
    <w:p w:rsidR="00E00D30" w:rsidRDefault="00E00D30" w:rsidP="00E00D30">
      <w:r>
        <w:t>239.8688</w:t>
      </w:r>
      <w:r>
        <w:tab/>
        <w:t>1.013e0</w:t>
      </w:r>
    </w:p>
    <w:p w:rsidR="00E00D30" w:rsidRDefault="00E00D30" w:rsidP="00E00D30">
      <w:r>
        <w:lastRenderedPageBreak/>
        <w:t>239.8709</w:t>
      </w:r>
      <w:r>
        <w:tab/>
        <w:t>2.025e0</w:t>
      </w:r>
    </w:p>
    <w:p w:rsidR="00E00D30" w:rsidRDefault="00E00D30" w:rsidP="00E00D30">
      <w:r>
        <w:t>239.8849</w:t>
      </w:r>
      <w:r>
        <w:tab/>
        <w:t>1.013e0</w:t>
      </w:r>
    </w:p>
    <w:p w:rsidR="00E00D30" w:rsidRDefault="00E00D30" w:rsidP="00E00D30">
      <w:r>
        <w:t>239.8885</w:t>
      </w:r>
      <w:r>
        <w:tab/>
        <w:t>1.013e0</w:t>
      </w:r>
    </w:p>
    <w:p w:rsidR="00E00D30" w:rsidRDefault="00E00D30" w:rsidP="00E00D30">
      <w:r>
        <w:t>239.8975</w:t>
      </w:r>
      <w:r>
        <w:tab/>
        <w:t>1.013e0</w:t>
      </w:r>
    </w:p>
    <w:p w:rsidR="00E00D30" w:rsidRDefault="00E00D30" w:rsidP="00E00D30">
      <w:r>
        <w:t>239.9018</w:t>
      </w:r>
      <w:r>
        <w:tab/>
        <w:t>2.025e0</w:t>
      </w:r>
    </w:p>
    <w:p w:rsidR="00E00D30" w:rsidRDefault="00E00D30" w:rsidP="00E00D30">
      <w:r>
        <w:t>239.9109</w:t>
      </w:r>
      <w:r>
        <w:tab/>
        <w:t>1.013e0</w:t>
      </w:r>
    </w:p>
    <w:p w:rsidR="00E00D30" w:rsidRDefault="00E00D30" w:rsidP="00E00D30">
      <w:r>
        <w:t>239.9261</w:t>
      </w:r>
      <w:r>
        <w:tab/>
        <w:t>1.013e0</w:t>
      </w:r>
    </w:p>
    <w:p w:rsidR="00E00D30" w:rsidRDefault="00E00D30" w:rsidP="00E00D30">
      <w:r>
        <w:t>239.9301</w:t>
      </w:r>
      <w:r>
        <w:tab/>
        <w:t>1.013e0</w:t>
      </w:r>
    </w:p>
    <w:p w:rsidR="00E00D30" w:rsidRDefault="00E00D30" w:rsidP="00E00D30">
      <w:r>
        <w:t>239.9525</w:t>
      </w:r>
      <w:r>
        <w:tab/>
        <w:t>2.025e0</w:t>
      </w:r>
    </w:p>
    <w:p w:rsidR="00E00D30" w:rsidRDefault="00E00D30" w:rsidP="00E00D30">
      <w:r>
        <w:t>239.9639</w:t>
      </w:r>
      <w:r>
        <w:tab/>
        <w:t>1.013e0</w:t>
      </w:r>
    </w:p>
    <w:p w:rsidR="00E00D30" w:rsidRDefault="00E00D30" w:rsidP="00E00D30">
      <w:r>
        <w:t>239.9659</w:t>
      </w:r>
      <w:r>
        <w:tab/>
        <w:t>2.025e0</w:t>
      </w:r>
    </w:p>
    <w:p w:rsidR="00E00D30" w:rsidRDefault="00E00D30" w:rsidP="00E00D30">
      <w:r>
        <w:t>239.9716</w:t>
      </w:r>
      <w:r>
        <w:tab/>
        <w:t>1.013e0</w:t>
      </w:r>
    </w:p>
    <w:p w:rsidR="00E00D30" w:rsidRDefault="00E00D30" w:rsidP="00E00D30">
      <w:r>
        <w:t>239.9876</w:t>
      </w:r>
      <w:r>
        <w:tab/>
        <w:t>3.038e0</w:t>
      </w:r>
    </w:p>
    <w:p w:rsidR="00E00D30" w:rsidRDefault="00E00D30" w:rsidP="00E00D30">
      <w:r>
        <w:t>239.9962</w:t>
      </w:r>
      <w:r>
        <w:tab/>
        <w:t>1.013e0</w:t>
      </w:r>
    </w:p>
    <w:p w:rsidR="00E00D30" w:rsidRDefault="00E00D30" w:rsidP="00E00D30">
      <w:r>
        <w:t>240.0047</w:t>
      </w:r>
      <w:r>
        <w:tab/>
        <w:t>2.025e0</w:t>
      </w:r>
    </w:p>
    <w:p w:rsidR="00E00D30" w:rsidRDefault="00E00D30" w:rsidP="00E00D30">
      <w:r>
        <w:t>240.0112</w:t>
      </w:r>
      <w:r>
        <w:tab/>
        <w:t>2.025e0</w:t>
      </w:r>
    </w:p>
    <w:p w:rsidR="00E00D30" w:rsidRDefault="00E00D30" w:rsidP="00E00D30">
      <w:r>
        <w:t>240.0156</w:t>
      </w:r>
      <w:r>
        <w:tab/>
        <w:t>2.025e0</w:t>
      </w:r>
    </w:p>
    <w:p w:rsidR="00E00D30" w:rsidRDefault="00E00D30" w:rsidP="00E00D30">
      <w:r>
        <w:t>240.0210</w:t>
      </w:r>
      <w:r>
        <w:tab/>
        <w:t>2.025e0</w:t>
      </w:r>
    </w:p>
    <w:p w:rsidR="00E00D30" w:rsidRDefault="00E00D30" w:rsidP="00E00D30">
      <w:r>
        <w:t>240.0234</w:t>
      </w:r>
      <w:r>
        <w:tab/>
        <w:t>2.025e0</w:t>
      </w:r>
    </w:p>
    <w:p w:rsidR="00E00D30" w:rsidRDefault="00E00D30" w:rsidP="00E00D30">
      <w:r>
        <w:lastRenderedPageBreak/>
        <w:t>240.0269</w:t>
      </w:r>
      <w:r>
        <w:tab/>
        <w:t>4.051e0</w:t>
      </w:r>
    </w:p>
    <w:p w:rsidR="00E00D30" w:rsidRDefault="00E00D30" w:rsidP="00E00D30">
      <w:r>
        <w:t>240.0290</w:t>
      </w:r>
      <w:r>
        <w:tab/>
        <w:t>1.013e0</w:t>
      </w:r>
    </w:p>
    <w:p w:rsidR="00E00D30" w:rsidRDefault="00E00D30" w:rsidP="00E00D30">
      <w:r>
        <w:t>240.0369</w:t>
      </w:r>
      <w:r>
        <w:tab/>
        <w:t>3.038e0</w:t>
      </w:r>
    </w:p>
    <w:p w:rsidR="00E00D30" w:rsidRDefault="00E00D30" w:rsidP="00E00D30">
      <w:r>
        <w:t>240.0501</w:t>
      </w:r>
      <w:r>
        <w:tab/>
        <w:t>1.013e0</w:t>
      </w:r>
    </w:p>
    <w:p w:rsidR="00E00D30" w:rsidRDefault="00E00D30" w:rsidP="00E00D30">
      <w:r>
        <w:t>240.0549</w:t>
      </w:r>
      <w:r>
        <w:tab/>
        <w:t>1.013e0</w:t>
      </w:r>
    </w:p>
    <w:p w:rsidR="00E00D30" w:rsidRDefault="00E00D30" w:rsidP="00E00D30">
      <w:r>
        <w:t>240.0626</w:t>
      </w:r>
      <w:r>
        <w:tab/>
        <w:t>1.013e0</w:t>
      </w:r>
    </w:p>
    <w:p w:rsidR="00E00D30" w:rsidRDefault="00E00D30" w:rsidP="00E00D30">
      <w:r>
        <w:t>240.0665</w:t>
      </w:r>
      <w:r>
        <w:tab/>
        <w:t>1.013e0</w:t>
      </w:r>
    </w:p>
    <w:p w:rsidR="00E00D30" w:rsidRDefault="00E00D30" w:rsidP="00E00D30">
      <w:r>
        <w:t>240.0745</w:t>
      </w:r>
      <w:r>
        <w:tab/>
        <w:t>1.013e0</w:t>
      </w:r>
    </w:p>
    <w:p w:rsidR="00E00D30" w:rsidRDefault="00E00D30" w:rsidP="00E00D30">
      <w:r>
        <w:t>240.0784</w:t>
      </w:r>
      <w:r>
        <w:tab/>
        <w:t>1.013e0</w:t>
      </w:r>
    </w:p>
    <w:p w:rsidR="00E00D30" w:rsidRDefault="00E00D30" w:rsidP="00E00D30">
      <w:r>
        <w:t>240.0821</w:t>
      </w:r>
      <w:r>
        <w:tab/>
        <w:t>2.025e0</w:t>
      </w:r>
    </w:p>
    <w:p w:rsidR="00E00D30" w:rsidRDefault="00E00D30" w:rsidP="00E00D30">
      <w:r>
        <w:t>240.0844</w:t>
      </w:r>
      <w:r>
        <w:tab/>
        <w:t>2.025e0</w:t>
      </w:r>
    </w:p>
    <w:p w:rsidR="00E00D30" w:rsidRDefault="00E00D30" w:rsidP="00E00D30">
      <w:r>
        <w:t>240.0976</w:t>
      </w:r>
      <w:r>
        <w:tab/>
        <w:t>2.025e0</w:t>
      </w:r>
    </w:p>
    <w:p w:rsidR="00E00D30" w:rsidRDefault="00E00D30" w:rsidP="00E00D30">
      <w:r>
        <w:t>240.0989</w:t>
      </w:r>
      <w:r>
        <w:tab/>
        <w:t>4.311e0</w:t>
      </w:r>
    </w:p>
    <w:p w:rsidR="00E00D30" w:rsidRDefault="00E00D30" w:rsidP="00E00D30">
      <w:r>
        <w:t>240.1054</w:t>
      </w:r>
      <w:r>
        <w:tab/>
        <w:t>5.799e0</w:t>
      </w:r>
    </w:p>
    <w:p w:rsidR="00E00D30" w:rsidRDefault="00E00D30" w:rsidP="00E00D30">
      <w:r>
        <w:t>240.1080</w:t>
      </w:r>
      <w:r>
        <w:tab/>
        <w:t>3.114e0</w:t>
      </w:r>
    </w:p>
    <w:p w:rsidR="00E00D30" w:rsidRDefault="00E00D30" w:rsidP="00E00D30">
      <w:r>
        <w:t>240.1120</w:t>
      </w:r>
      <w:r>
        <w:tab/>
        <w:t>1.013e0</w:t>
      </w:r>
    </w:p>
    <w:p w:rsidR="00E00D30" w:rsidRDefault="00E00D30" w:rsidP="00E00D30">
      <w:r>
        <w:t>240.1238</w:t>
      </w:r>
      <w:r>
        <w:tab/>
        <w:t>2.025e0</w:t>
      </w:r>
    </w:p>
    <w:p w:rsidR="00E00D30" w:rsidRDefault="00E00D30" w:rsidP="00E00D30">
      <w:r>
        <w:t>240.1343</w:t>
      </w:r>
      <w:r>
        <w:tab/>
        <w:t>2.025e0</w:t>
      </w:r>
    </w:p>
    <w:p w:rsidR="00E00D30" w:rsidRDefault="00E00D30" w:rsidP="00E00D30">
      <w:r>
        <w:t>240.1448</w:t>
      </w:r>
      <w:r>
        <w:tab/>
        <w:t>1.013e0</w:t>
      </w:r>
    </w:p>
    <w:p w:rsidR="00E00D30" w:rsidRDefault="00E00D30" w:rsidP="00E00D30">
      <w:r>
        <w:lastRenderedPageBreak/>
        <w:t>240.1488</w:t>
      </w:r>
      <w:r>
        <w:tab/>
        <w:t>1.013e0</w:t>
      </w:r>
    </w:p>
    <w:p w:rsidR="00E00D30" w:rsidRDefault="00E00D30" w:rsidP="00E00D30">
      <w:r>
        <w:t>240.1535</w:t>
      </w:r>
      <w:r>
        <w:tab/>
        <w:t>1.013e0</w:t>
      </w:r>
    </w:p>
    <w:p w:rsidR="00E00D30" w:rsidRDefault="00E00D30" w:rsidP="00E00D30">
      <w:r>
        <w:t>240.1553</w:t>
      </w:r>
      <w:r>
        <w:tab/>
        <w:t>2.102e0</w:t>
      </w:r>
    </w:p>
    <w:p w:rsidR="00E00D30" w:rsidRDefault="00E00D30" w:rsidP="00E00D30">
      <w:r>
        <w:t>240.1674</w:t>
      </w:r>
      <w:r>
        <w:tab/>
        <w:t>4.051e0</w:t>
      </w:r>
    </w:p>
    <w:p w:rsidR="00E00D30" w:rsidRDefault="00E00D30" w:rsidP="00E00D30">
      <w:r>
        <w:t>240.1736</w:t>
      </w:r>
      <w:r>
        <w:tab/>
        <w:t>1.013e0</w:t>
      </w:r>
    </w:p>
    <w:p w:rsidR="00E00D30" w:rsidRDefault="00E00D30" w:rsidP="00E00D30">
      <w:r>
        <w:t>240.1776</w:t>
      </w:r>
      <w:r>
        <w:tab/>
        <w:t>2.025e0</w:t>
      </w:r>
    </w:p>
    <w:p w:rsidR="00E00D30" w:rsidRDefault="00E00D30" w:rsidP="00E00D30">
      <w:r>
        <w:t>240.1810</w:t>
      </w:r>
      <w:r>
        <w:tab/>
        <w:t>2.025e0</w:t>
      </w:r>
    </w:p>
    <w:p w:rsidR="00E00D30" w:rsidRDefault="00E00D30" w:rsidP="00E00D30">
      <w:r>
        <w:t>240.1836</w:t>
      </w:r>
      <w:r>
        <w:tab/>
        <w:t>2.025e0</w:t>
      </w:r>
    </w:p>
    <w:p w:rsidR="00E00D30" w:rsidRDefault="00E00D30" w:rsidP="00E00D30">
      <w:r>
        <w:t>240.1893</w:t>
      </w:r>
      <w:r>
        <w:tab/>
        <w:t>1.013e0</w:t>
      </w:r>
    </w:p>
    <w:p w:rsidR="00E00D30" w:rsidRDefault="00E00D30" w:rsidP="00E00D30">
      <w:r>
        <w:t>240.1924</w:t>
      </w:r>
      <w:r>
        <w:tab/>
        <w:t>2.025e0</w:t>
      </w:r>
    </w:p>
    <w:p w:rsidR="00E00D30" w:rsidRDefault="00E00D30" w:rsidP="00E00D30">
      <w:r>
        <w:t>240.1960</w:t>
      </w:r>
      <w:r>
        <w:tab/>
        <w:t>3.038e0</w:t>
      </w:r>
    </w:p>
    <w:p w:rsidR="00E00D30" w:rsidRDefault="00E00D30" w:rsidP="00E00D30">
      <w:r>
        <w:t>240.2029</w:t>
      </w:r>
      <w:r>
        <w:tab/>
        <w:t>2.025e0</w:t>
      </w:r>
    </w:p>
    <w:p w:rsidR="00E00D30" w:rsidRDefault="00E00D30" w:rsidP="00E00D30">
      <w:r>
        <w:t>240.2188</w:t>
      </w:r>
      <w:r>
        <w:tab/>
        <w:t>1.013e0</w:t>
      </w:r>
    </w:p>
    <w:p w:rsidR="00E00D30" w:rsidRDefault="00E00D30" w:rsidP="00E00D30">
      <w:r>
        <w:t>240.2305</w:t>
      </w:r>
      <w:r>
        <w:tab/>
        <w:t>1.013e0</w:t>
      </w:r>
    </w:p>
    <w:p w:rsidR="00E00D30" w:rsidRDefault="00E00D30" w:rsidP="00E00D30">
      <w:r>
        <w:t>240.2342</w:t>
      </w:r>
      <w:r>
        <w:tab/>
        <w:t>1.013e0</w:t>
      </w:r>
    </w:p>
    <w:p w:rsidR="00E00D30" w:rsidRDefault="00E00D30" w:rsidP="00E00D30">
      <w:r>
        <w:t>240.2397</w:t>
      </w:r>
      <w:r>
        <w:tab/>
        <w:t>2.025e0</w:t>
      </w:r>
    </w:p>
    <w:p w:rsidR="00E00D30" w:rsidRDefault="00E00D30" w:rsidP="00E00D30">
      <w:r>
        <w:t>240.2424</w:t>
      </w:r>
      <w:r>
        <w:tab/>
        <w:t>3.038e0</w:t>
      </w:r>
    </w:p>
    <w:p w:rsidR="00E00D30" w:rsidRDefault="00E00D30" w:rsidP="00E00D30">
      <w:r>
        <w:t>240.2434</w:t>
      </w:r>
      <w:r>
        <w:tab/>
        <w:t>2.025e0</w:t>
      </w:r>
    </w:p>
    <w:p w:rsidR="00E00D30" w:rsidRDefault="00E00D30" w:rsidP="00E00D30">
      <w:r>
        <w:t>240.2720</w:t>
      </w:r>
      <w:r>
        <w:tab/>
        <w:t>1.013e0</w:t>
      </w:r>
    </w:p>
    <w:p w:rsidR="00E00D30" w:rsidRDefault="00E00D30" w:rsidP="00E00D30">
      <w:r>
        <w:lastRenderedPageBreak/>
        <w:t>240.2764</w:t>
      </w:r>
      <w:r>
        <w:tab/>
        <w:t>1.013e0</w:t>
      </w:r>
    </w:p>
    <w:p w:rsidR="00E00D30" w:rsidRDefault="00E00D30" w:rsidP="00E00D30">
      <w:r>
        <w:t>240.2838</w:t>
      </w:r>
      <w:r>
        <w:tab/>
        <w:t>1.013e0</w:t>
      </w:r>
    </w:p>
    <w:p w:rsidR="00E00D30" w:rsidRDefault="00E00D30" w:rsidP="00E00D30">
      <w:r>
        <w:t>240.2971</w:t>
      </w:r>
      <w:r>
        <w:tab/>
        <w:t>1.013e0</w:t>
      </w:r>
    </w:p>
    <w:p w:rsidR="00E00D30" w:rsidRDefault="00E00D30" w:rsidP="00E00D30">
      <w:r>
        <w:t>240.3039</w:t>
      </w:r>
      <w:r>
        <w:tab/>
        <w:t>2.025e0</w:t>
      </w:r>
    </w:p>
    <w:p w:rsidR="00E00D30" w:rsidRDefault="00E00D30" w:rsidP="00E00D30">
      <w:r>
        <w:t>240.3787</w:t>
      </w:r>
      <w:r>
        <w:tab/>
        <w:t>1.013e0</w:t>
      </w:r>
    </w:p>
    <w:p w:rsidR="00E00D30" w:rsidRDefault="00E00D30" w:rsidP="00E00D30">
      <w:r>
        <w:t>240.3872</w:t>
      </w:r>
      <w:r>
        <w:tab/>
        <w:t>1.013e0</w:t>
      </w:r>
    </w:p>
    <w:p w:rsidR="00E00D30" w:rsidRDefault="00E00D30" w:rsidP="00E00D30">
      <w:r>
        <w:t>240.3965</w:t>
      </w:r>
      <w:r>
        <w:tab/>
        <w:t>1.013e0</w:t>
      </w:r>
    </w:p>
    <w:p w:rsidR="00E00D30" w:rsidRDefault="00E00D30" w:rsidP="00E00D30">
      <w:r>
        <w:t>240.4003</w:t>
      </w:r>
      <w:r>
        <w:tab/>
        <w:t>3.038e0</w:t>
      </w:r>
    </w:p>
    <w:p w:rsidR="00E00D30" w:rsidRDefault="00E00D30" w:rsidP="00E00D30">
      <w:r>
        <w:t>240.4048</w:t>
      </w:r>
      <w:r>
        <w:tab/>
        <w:t>1.013e0</w:t>
      </w:r>
    </w:p>
    <w:p w:rsidR="00E00D30" w:rsidRDefault="00E00D30" w:rsidP="00E00D30">
      <w:r>
        <w:t>240.4168</w:t>
      </w:r>
      <w:r>
        <w:tab/>
        <w:t>1.013e0</w:t>
      </w:r>
    </w:p>
    <w:p w:rsidR="00E00D30" w:rsidRDefault="00E00D30" w:rsidP="00E00D30">
      <w:r>
        <w:t>240.4411</w:t>
      </w:r>
      <w:r>
        <w:tab/>
        <w:t>2.025e0</w:t>
      </w:r>
    </w:p>
    <w:p w:rsidR="00E00D30" w:rsidRDefault="00E00D30" w:rsidP="00E00D30">
      <w:r>
        <w:t>240.4660</w:t>
      </w:r>
      <w:r>
        <w:tab/>
        <w:t>1.013e0</w:t>
      </w:r>
    </w:p>
    <w:p w:rsidR="00E00D30" w:rsidRDefault="00E00D30" w:rsidP="00E00D30">
      <w:r>
        <w:t>240.4741</w:t>
      </w:r>
      <w:r>
        <w:tab/>
        <w:t>1.013e0</w:t>
      </w:r>
    </w:p>
    <w:p w:rsidR="00E00D30" w:rsidRDefault="00E00D30" w:rsidP="00E00D30">
      <w:r>
        <w:t>240.4777</w:t>
      </w:r>
      <w:r>
        <w:tab/>
        <w:t>2.025e0</w:t>
      </w:r>
    </w:p>
    <w:p w:rsidR="00E00D30" w:rsidRDefault="00E00D30" w:rsidP="00E00D30">
      <w:r>
        <w:t>240.4952</w:t>
      </w:r>
      <w:r>
        <w:tab/>
        <w:t>1.013e0</w:t>
      </w:r>
    </w:p>
    <w:p w:rsidR="00E00D30" w:rsidRDefault="00E00D30" w:rsidP="00E00D30">
      <w:r>
        <w:t>240.5154</w:t>
      </w:r>
      <w:r>
        <w:tab/>
        <w:t>1.013e0</w:t>
      </w:r>
    </w:p>
    <w:p w:rsidR="00E00D30" w:rsidRDefault="00E00D30" w:rsidP="00E00D30">
      <w:r>
        <w:t>240.5401</w:t>
      </w:r>
      <w:r>
        <w:tab/>
        <w:t>1.013e0</w:t>
      </w:r>
    </w:p>
    <w:p w:rsidR="00E00D30" w:rsidRDefault="00E00D30" w:rsidP="00E00D30">
      <w:r>
        <w:t>240.5608</w:t>
      </w:r>
      <w:r>
        <w:tab/>
        <w:t>1.013e0</w:t>
      </w:r>
    </w:p>
    <w:p w:rsidR="00E00D30" w:rsidRDefault="00E00D30" w:rsidP="00E00D30">
      <w:r>
        <w:t>240.5688</w:t>
      </w:r>
      <w:r>
        <w:tab/>
        <w:t>2.025e0</w:t>
      </w:r>
    </w:p>
    <w:p w:rsidR="00E00D30" w:rsidRDefault="00E00D30" w:rsidP="00E00D30">
      <w:r>
        <w:lastRenderedPageBreak/>
        <w:t>240.5727</w:t>
      </w:r>
      <w:r>
        <w:tab/>
        <w:t>1.013e0</w:t>
      </w:r>
    </w:p>
    <w:p w:rsidR="00E00D30" w:rsidRDefault="00E00D30" w:rsidP="00E00D30">
      <w:r>
        <w:t>240.5766</w:t>
      </w:r>
      <w:r>
        <w:tab/>
        <w:t>1.013e0</w:t>
      </w:r>
    </w:p>
    <w:p w:rsidR="00E00D30" w:rsidRDefault="00E00D30" w:rsidP="00E00D30">
      <w:r>
        <w:t>240.5944</w:t>
      </w:r>
      <w:r>
        <w:tab/>
        <w:t>1.013e0</w:t>
      </w:r>
    </w:p>
    <w:p w:rsidR="00E00D30" w:rsidRDefault="00E00D30" w:rsidP="00E00D30">
      <w:r>
        <w:t>240.6143</w:t>
      </w:r>
      <w:r>
        <w:tab/>
        <w:t>1.013e0</w:t>
      </w:r>
    </w:p>
    <w:p w:rsidR="00E00D30" w:rsidRDefault="00E00D30" w:rsidP="00E00D30">
      <w:r>
        <w:t>240.6259</w:t>
      </w:r>
      <w:r>
        <w:tab/>
        <w:t>2.025e0</w:t>
      </w:r>
    </w:p>
    <w:p w:rsidR="00E00D30" w:rsidRDefault="00E00D30" w:rsidP="00E00D30">
      <w:r>
        <w:t>240.6503</w:t>
      </w:r>
      <w:r>
        <w:tab/>
        <w:t>3.038e0</w:t>
      </w:r>
    </w:p>
    <w:p w:rsidR="00E00D30" w:rsidRDefault="00E00D30" w:rsidP="00E00D30">
      <w:r>
        <w:t>240.6599</w:t>
      </w:r>
      <w:r>
        <w:tab/>
        <w:t>2.025e0</w:t>
      </w:r>
    </w:p>
    <w:p w:rsidR="00E00D30" w:rsidRDefault="00E00D30" w:rsidP="00E00D30">
      <w:r>
        <w:t>240.7171</w:t>
      </w:r>
      <w:r>
        <w:tab/>
        <w:t>1.013e0</w:t>
      </w:r>
    </w:p>
    <w:p w:rsidR="00E00D30" w:rsidRDefault="00E00D30" w:rsidP="00E00D30">
      <w:r>
        <w:t>240.7209</w:t>
      </w:r>
      <w:r>
        <w:tab/>
        <w:t>1.013e0</w:t>
      </w:r>
    </w:p>
    <w:p w:rsidR="00E00D30" w:rsidRDefault="00E00D30" w:rsidP="00E00D30">
      <w:r>
        <w:t>240.7249</w:t>
      </w:r>
      <w:r>
        <w:tab/>
        <w:t>1.013e0</w:t>
      </w:r>
    </w:p>
    <w:p w:rsidR="00E00D30" w:rsidRDefault="00E00D30" w:rsidP="00E00D30">
      <w:r>
        <w:t>240.7290</w:t>
      </w:r>
      <w:r>
        <w:tab/>
        <w:t>1.013e0</w:t>
      </w:r>
    </w:p>
    <w:p w:rsidR="00E00D30" w:rsidRDefault="00E00D30" w:rsidP="00E00D30">
      <w:r>
        <w:t>240.7512</w:t>
      </w:r>
      <w:r>
        <w:tab/>
        <w:t>1.013e0</w:t>
      </w:r>
    </w:p>
    <w:p w:rsidR="00E00D30" w:rsidRDefault="00E00D30" w:rsidP="00E00D30">
      <w:r>
        <w:t>240.7627</w:t>
      </w:r>
      <w:r>
        <w:tab/>
        <w:t>1.013e0</w:t>
      </w:r>
    </w:p>
    <w:p w:rsidR="00E00D30" w:rsidRDefault="00E00D30" w:rsidP="00E00D30">
      <w:r>
        <w:t>240.7877</w:t>
      </w:r>
      <w:r>
        <w:tab/>
        <w:t>1.013e0</w:t>
      </w:r>
    </w:p>
    <w:p w:rsidR="00E00D30" w:rsidRDefault="00E00D30" w:rsidP="00E00D30">
      <w:r>
        <w:t>240.7891</w:t>
      </w:r>
      <w:r>
        <w:tab/>
        <w:t>2.025e0</w:t>
      </w:r>
    </w:p>
    <w:p w:rsidR="00E00D30" w:rsidRDefault="00E00D30" w:rsidP="00E00D30">
      <w:r>
        <w:t>240.7964</w:t>
      </w:r>
      <w:r>
        <w:tab/>
        <w:t>1.013e0</w:t>
      </w:r>
    </w:p>
    <w:p w:rsidR="00E00D30" w:rsidRDefault="00E00D30" w:rsidP="00E00D30">
      <w:r>
        <w:t>240.8043</w:t>
      </w:r>
      <w:r>
        <w:tab/>
        <w:t>1.013e0</w:t>
      </w:r>
    </w:p>
    <w:p w:rsidR="00E00D30" w:rsidRDefault="00E00D30" w:rsidP="00E00D30">
      <w:r>
        <w:t>240.8373</w:t>
      </w:r>
      <w:r>
        <w:tab/>
        <w:t>1.013e0</w:t>
      </w:r>
    </w:p>
    <w:p w:rsidR="00E00D30" w:rsidRDefault="00E00D30" w:rsidP="00E00D30">
      <w:r>
        <w:t>240.8654</w:t>
      </w:r>
      <w:r>
        <w:tab/>
        <w:t>1.013e0</w:t>
      </w:r>
    </w:p>
    <w:p w:rsidR="00E00D30" w:rsidRDefault="00E00D30" w:rsidP="00E00D30">
      <w:r>
        <w:lastRenderedPageBreak/>
        <w:t>240.8693</w:t>
      </w:r>
      <w:r>
        <w:tab/>
        <w:t>1.013e0</w:t>
      </w:r>
    </w:p>
    <w:p w:rsidR="00E00D30" w:rsidRDefault="00E00D30" w:rsidP="00E00D30">
      <w:r>
        <w:t>240.8868</w:t>
      </w:r>
      <w:r>
        <w:tab/>
        <w:t>1.013e0</w:t>
      </w:r>
    </w:p>
    <w:p w:rsidR="00E00D30" w:rsidRDefault="00E00D30" w:rsidP="00E00D30">
      <w:r>
        <w:t>240.8916</w:t>
      </w:r>
      <w:r>
        <w:tab/>
        <w:t>1.013e0</w:t>
      </w:r>
    </w:p>
    <w:p w:rsidR="00E00D30" w:rsidRDefault="00E00D30" w:rsidP="00E00D30">
      <w:r>
        <w:t>240.9110</w:t>
      </w:r>
      <w:r>
        <w:tab/>
        <w:t>1.013e0</w:t>
      </w:r>
    </w:p>
    <w:p w:rsidR="00E00D30" w:rsidRDefault="00E00D30" w:rsidP="00E00D30">
      <w:r>
        <w:t>240.9192</w:t>
      </w:r>
      <w:r>
        <w:tab/>
        <w:t>1.013e0</w:t>
      </w:r>
    </w:p>
    <w:p w:rsidR="00E00D30" w:rsidRDefault="00E00D30" w:rsidP="00E00D30">
      <w:r>
        <w:t>240.9274</w:t>
      </w:r>
      <w:r>
        <w:tab/>
        <w:t>1.013e0</w:t>
      </w:r>
    </w:p>
    <w:p w:rsidR="00E00D30" w:rsidRDefault="00E00D30" w:rsidP="00E00D30">
      <w:r>
        <w:t>240.9604</w:t>
      </w:r>
      <w:r>
        <w:tab/>
        <w:t>1.013e0</w:t>
      </w:r>
    </w:p>
    <w:p w:rsidR="00E00D30" w:rsidRDefault="00E00D30" w:rsidP="00E00D30">
      <w:r>
        <w:t>240.9850</w:t>
      </w:r>
      <w:r>
        <w:tab/>
        <w:t>2.025e0</w:t>
      </w:r>
    </w:p>
    <w:p w:rsidR="00E00D30" w:rsidRDefault="00E00D30" w:rsidP="00E00D30">
      <w:r>
        <w:t>241.0012</w:t>
      </w:r>
      <w:r>
        <w:tab/>
        <w:t>1.013e1</w:t>
      </w:r>
    </w:p>
    <w:p w:rsidR="00E00D30" w:rsidRDefault="00E00D30" w:rsidP="00E00D30">
      <w:r>
        <w:t>241.0061</w:t>
      </w:r>
      <w:r>
        <w:tab/>
        <w:t>1.013e0</w:t>
      </w:r>
    </w:p>
    <w:p w:rsidR="00E00D30" w:rsidRDefault="00E00D30" w:rsidP="00E00D30">
      <w:r>
        <w:t>241.0119</w:t>
      </w:r>
      <w:r>
        <w:tab/>
        <w:t>3.038e0</w:t>
      </w:r>
    </w:p>
    <w:p w:rsidR="00E00D30" w:rsidRDefault="00E00D30" w:rsidP="00E00D30">
      <w:r>
        <w:t>241.0139</w:t>
      </w:r>
      <w:r>
        <w:tab/>
        <w:t>1.013e0</w:t>
      </w:r>
    </w:p>
    <w:p w:rsidR="00E00D30" w:rsidRDefault="00E00D30" w:rsidP="00E00D30">
      <w:r>
        <w:t>241.0266</w:t>
      </w:r>
      <w:r>
        <w:tab/>
        <w:t>3.038e0</w:t>
      </w:r>
    </w:p>
    <w:p w:rsidR="00E00D30" w:rsidRDefault="00E00D30" w:rsidP="00E00D30">
      <w:r>
        <w:t>241.0358</w:t>
      </w:r>
      <w:r>
        <w:tab/>
        <w:t>1.013e0</w:t>
      </w:r>
    </w:p>
    <w:p w:rsidR="00E00D30" w:rsidRDefault="00E00D30" w:rsidP="00E00D30">
      <w:r>
        <w:t>241.0476</w:t>
      </w:r>
      <w:r>
        <w:tab/>
        <w:t>2.664e0</w:t>
      </w:r>
    </w:p>
    <w:p w:rsidR="00E00D30" w:rsidRDefault="00E00D30" w:rsidP="00E00D30">
      <w:r>
        <w:t>241.0522</w:t>
      </w:r>
      <w:r>
        <w:tab/>
        <w:t>5.063e0</w:t>
      </w:r>
    </w:p>
    <w:p w:rsidR="00E00D30" w:rsidRDefault="00E00D30" w:rsidP="00E00D30">
      <w:r>
        <w:t>241.0536</w:t>
      </w:r>
      <w:r>
        <w:tab/>
        <w:t>3.038e0</w:t>
      </w:r>
    </w:p>
    <w:p w:rsidR="00E00D30" w:rsidRDefault="00E00D30" w:rsidP="00E00D30">
      <w:r>
        <w:t>241.0578</w:t>
      </w:r>
      <w:r>
        <w:tab/>
        <w:t>2.025e0</w:t>
      </w:r>
    </w:p>
    <w:p w:rsidR="00E00D30" w:rsidRDefault="00E00D30" w:rsidP="00E00D30">
      <w:r>
        <w:t>241.0805</w:t>
      </w:r>
      <w:r>
        <w:tab/>
        <w:t>2.025e0</w:t>
      </w:r>
    </w:p>
    <w:p w:rsidR="00E00D30" w:rsidRDefault="00E00D30" w:rsidP="00E00D30">
      <w:r>
        <w:lastRenderedPageBreak/>
        <w:t>241.0826</w:t>
      </w:r>
      <w:r>
        <w:tab/>
        <w:t>2.025e0</w:t>
      </w:r>
    </w:p>
    <w:p w:rsidR="00E00D30" w:rsidRDefault="00E00D30" w:rsidP="00E00D30">
      <w:r>
        <w:t>241.0854</w:t>
      </w:r>
      <w:r>
        <w:tab/>
        <w:t>1.013e0</w:t>
      </w:r>
    </w:p>
    <w:p w:rsidR="00E00D30" w:rsidRDefault="00E00D30" w:rsidP="00E00D30">
      <w:r>
        <w:t>241.0933</w:t>
      </w:r>
      <w:r>
        <w:tab/>
        <w:t>1.013e0</w:t>
      </w:r>
    </w:p>
    <w:p w:rsidR="00E00D30" w:rsidRDefault="00E00D30" w:rsidP="00E00D30">
      <w:r>
        <w:t>241.1010</w:t>
      </w:r>
      <w:r>
        <w:tab/>
        <w:t>2.025e0</w:t>
      </w:r>
    </w:p>
    <w:p w:rsidR="00E00D30" w:rsidRDefault="00E00D30" w:rsidP="00E00D30">
      <w:r>
        <w:t>241.1054</w:t>
      </w:r>
      <w:r>
        <w:tab/>
        <w:t>1.013e0</w:t>
      </w:r>
    </w:p>
    <w:p w:rsidR="00E00D30" w:rsidRDefault="00E00D30" w:rsidP="00E00D30">
      <w:r>
        <w:t>241.1120</w:t>
      </w:r>
      <w:r>
        <w:tab/>
        <w:t>6.094e0</w:t>
      </w:r>
    </w:p>
    <w:p w:rsidR="00E00D30" w:rsidRDefault="00E00D30" w:rsidP="00E00D30">
      <w:r>
        <w:t>241.1132</w:t>
      </w:r>
      <w:r>
        <w:tab/>
        <w:t>1.013e0</w:t>
      </w:r>
    </w:p>
    <w:p w:rsidR="00E00D30" w:rsidRDefault="00E00D30" w:rsidP="00E00D30">
      <w:r>
        <w:t>241.1173</w:t>
      </w:r>
      <w:r>
        <w:tab/>
        <w:t>2.025e0</w:t>
      </w:r>
    </w:p>
    <w:p w:rsidR="00E00D30" w:rsidRDefault="00E00D30" w:rsidP="00E00D30">
      <w:r>
        <w:t>241.1199</w:t>
      </w:r>
      <w:r>
        <w:tab/>
        <w:t>2.025e0</w:t>
      </w:r>
    </w:p>
    <w:p w:rsidR="00E00D30" w:rsidRDefault="00E00D30" w:rsidP="00E00D30">
      <w:r>
        <w:t>241.1303</w:t>
      </w:r>
      <w:r>
        <w:tab/>
        <w:t>2.025e0</w:t>
      </w:r>
    </w:p>
    <w:p w:rsidR="00E00D30" w:rsidRDefault="00E00D30" w:rsidP="00E00D30">
      <w:r>
        <w:t>241.1407</w:t>
      </w:r>
      <w:r>
        <w:tab/>
        <w:t>2.025e0</w:t>
      </w:r>
    </w:p>
    <w:p w:rsidR="00E00D30" w:rsidRDefault="00E00D30" w:rsidP="00E00D30">
      <w:r>
        <w:t>241.1469</w:t>
      </w:r>
      <w:r>
        <w:tab/>
        <w:t>1.013e0</w:t>
      </w:r>
    </w:p>
    <w:p w:rsidR="00E00D30" w:rsidRDefault="00E00D30" w:rsidP="00E00D30">
      <w:r>
        <w:t>241.1505</w:t>
      </w:r>
      <w:r>
        <w:tab/>
        <w:t>1.013e0</w:t>
      </w:r>
    </w:p>
    <w:p w:rsidR="00E00D30" w:rsidRDefault="00E00D30" w:rsidP="00E00D30">
      <w:r>
        <w:t>241.1623</w:t>
      </w:r>
      <w:r>
        <w:tab/>
        <w:t>1.013e0</w:t>
      </w:r>
    </w:p>
    <w:p w:rsidR="00E00D30" w:rsidRDefault="00E00D30" w:rsidP="00E00D30">
      <w:r>
        <w:t>241.1707</w:t>
      </w:r>
      <w:r>
        <w:tab/>
        <w:t>3.038e0</w:t>
      </w:r>
    </w:p>
    <w:p w:rsidR="00E00D30" w:rsidRDefault="00E00D30" w:rsidP="00E00D30">
      <w:r>
        <w:t>241.1883</w:t>
      </w:r>
      <w:r>
        <w:tab/>
        <w:t>3.038e0</w:t>
      </w:r>
    </w:p>
    <w:p w:rsidR="00E00D30" w:rsidRDefault="00E00D30" w:rsidP="00E00D30">
      <w:r>
        <w:t>241.1922</w:t>
      </w:r>
      <w:r>
        <w:tab/>
        <w:t>3.038e0</w:t>
      </w:r>
    </w:p>
    <w:p w:rsidR="00E00D30" w:rsidRDefault="00E00D30" w:rsidP="00E00D30">
      <w:r>
        <w:t>241.1961</w:t>
      </w:r>
      <w:r>
        <w:tab/>
        <w:t>1.013e0</w:t>
      </w:r>
    </w:p>
    <w:p w:rsidR="00E00D30" w:rsidRDefault="00E00D30" w:rsidP="00E00D30">
      <w:r>
        <w:t>241.2159</w:t>
      </w:r>
      <w:r>
        <w:tab/>
        <w:t>1.013e0</w:t>
      </w:r>
    </w:p>
    <w:p w:rsidR="00E00D30" w:rsidRDefault="00E00D30" w:rsidP="00E00D30">
      <w:r>
        <w:lastRenderedPageBreak/>
        <w:t>241.2203</w:t>
      </w:r>
      <w:r>
        <w:tab/>
        <w:t>2.025e0</w:t>
      </w:r>
    </w:p>
    <w:p w:rsidR="00E00D30" w:rsidRDefault="00E00D30" w:rsidP="00E00D30">
      <w:r>
        <w:t>241.2294</w:t>
      </w:r>
      <w:r>
        <w:tab/>
        <w:t>1.013e0</w:t>
      </w:r>
    </w:p>
    <w:p w:rsidR="00E00D30" w:rsidRDefault="00E00D30" w:rsidP="00E00D30">
      <w:r>
        <w:t>241.2377</w:t>
      </w:r>
      <w:r>
        <w:tab/>
        <w:t>2.025e0</w:t>
      </w:r>
    </w:p>
    <w:p w:rsidR="00E00D30" w:rsidRDefault="00E00D30" w:rsidP="00E00D30">
      <w:r>
        <w:t>241.2572</w:t>
      </w:r>
      <w:r>
        <w:tab/>
        <w:t>2.025e0</w:t>
      </w:r>
    </w:p>
    <w:p w:rsidR="00E00D30" w:rsidRDefault="00E00D30" w:rsidP="00E00D30">
      <w:r>
        <w:t>241.2873</w:t>
      </w:r>
      <w:r>
        <w:tab/>
        <w:t>1.013e0</w:t>
      </w:r>
    </w:p>
    <w:p w:rsidR="00E00D30" w:rsidRDefault="00E00D30" w:rsidP="00E00D30">
      <w:r>
        <w:t>241.2950</w:t>
      </w:r>
      <w:r>
        <w:tab/>
        <w:t>1.013e0</w:t>
      </w:r>
    </w:p>
    <w:p w:rsidR="00E00D30" w:rsidRDefault="00E00D30" w:rsidP="00E00D30">
      <w:r>
        <w:t>241.3243</w:t>
      </w:r>
      <w:r>
        <w:tab/>
        <w:t>2.025e0</w:t>
      </w:r>
    </w:p>
    <w:p w:rsidR="00E00D30" w:rsidRDefault="00E00D30" w:rsidP="00E00D30">
      <w:r>
        <w:t>241.3285</w:t>
      </w:r>
      <w:r>
        <w:tab/>
        <w:t>1.013e0</w:t>
      </w:r>
    </w:p>
    <w:p w:rsidR="00E00D30" w:rsidRDefault="00E00D30" w:rsidP="00E00D30">
      <w:r>
        <w:t>241.3486</w:t>
      </w:r>
      <w:r>
        <w:tab/>
        <w:t>1.013e0</w:t>
      </w:r>
    </w:p>
    <w:p w:rsidR="00E00D30" w:rsidRDefault="00E00D30" w:rsidP="00E00D30">
      <w:r>
        <w:t>241.3567</w:t>
      </w:r>
      <w:r>
        <w:tab/>
        <w:t>1.013e0</w:t>
      </w:r>
    </w:p>
    <w:p w:rsidR="00E00D30" w:rsidRDefault="00E00D30" w:rsidP="00E00D30">
      <w:r>
        <w:t>241.3648</w:t>
      </w:r>
      <w:r>
        <w:tab/>
        <w:t>1.013e0</w:t>
      </w:r>
    </w:p>
    <w:p w:rsidR="00E00D30" w:rsidRDefault="00E00D30" w:rsidP="00E00D30">
      <w:r>
        <w:t>241.3756</w:t>
      </w:r>
      <w:r>
        <w:tab/>
        <w:t>2.025e0</w:t>
      </w:r>
    </w:p>
    <w:p w:rsidR="00E00D30" w:rsidRDefault="00E00D30" w:rsidP="00E00D30">
      <w:r>
        <w:t>241.3941</w:t>
      </w:r>
      <w:r>
        <w:tab/>
        <w:t>1.013e0</w:t>
      </w:r>
    </w:p>
    <w:p w:rsidR="00E00D30" w:rsidRDefault="00E00D30" w:rsidP="00E00D30">
      <w:r>
        <w:t>241.3984</w:t>
      </w:r>
      <w:r>
        <w:tab/>
        <w:t>1.013e0</w:t>
      </w:r>
    </w:p>
    <w:p w:rsidR="00E00D30" w:rsidRDefault="00E00D30" w:rsidP="00E00D30">
      <w:r>
        <w:t>241.4280</w:t>
      </w:r>
      <w:r>
        <w:tab/>
        <w:t>2.025e0</w:t>
      </w:r>
    </w:p>
    <w:p w:rsidR="00E00D30" w:rsidRDefault="00E00D30" w:rsidP="00E00D30">
      <w:r>
        <w:t>241.4358</w:t>
      </w:r>
      <w:r>
        <w:tab/>
        <w:t>1.013e0</w:t>
      </w:r>
    </w:p>
    <w:p w:rsidR="00E00D30" w:rsidRDefault="00E00D30" w:rsidP="00E00D30">
      <w:r>
        <w:t>241.4397</w:t>
      </w:r>
      <w:r>
        <w:tab/>
        <w:t>1.013e0</w:t>
      </w:r>
    </w:p>
    <w:p w:rsidR="00E00D30" w:rsidRDefault="00E00D30" w:rsidP="00E00D30">
      <w:r>
        <w:t>241.4514</w:t>
      </w:r>
      <w:r>
        <w:tab/>
        <w:t>1.013e0</w:t>
      </w:r>
    </w:p>
    <w:p w:rsidR="00E00D30" w:rsidRDefault="00E00D30" w:rsidP="00E00D30">
      <w:r>
        <w:t>241.4601</w:t>
      </w:r>
      <w:r>
        <w:tab/>
        <w:t>2.025e0</w:t>
      </w:r>
    </w:p>
    <w:p w:rsidR="00E00D30" w:rsidRDefault="00E00D30" w:rsidP="00E00D30">
      <w:r>
        <w:lastRenderedPageBreak/>
        <w:t>241.5081</w:t>
      </w:r>
      <w:r>
        <w:tab/>
        <w:t>2.025e0</w:t>
      </w:r>
    </w:p>
    <w:p w:rsidR="00E00D30" w:rsidRDefault="00E00D30" w:rsidP="00E00D30">
      <w:r>
        <w:t>241.5274</w:t>
      </w:r>
      <w:r>
        <w:tab/>
        <w:t>1.013e0</w:t>
      </w:r>
    </w:p>
    <w:p w:rsidR="00E00D30" w:rsidRDefault="00E00D30" w:rsidP="00E00D30">
      <w:r>
        <w:t>241.5387</w:t>
      </w:r>
      <w:r>
        <w:tab/>
        <w:t>1.013e0</w:t>
      </w:r>
    </w:p>
    <w:p w:rsidR="00E00D30" w:rsidRDefault="00E00D30" w:rsidP="00E00D30">
      <w:r>
        <w:t>241.5426</w:t>
      </w:r>
      <w:r>
        <w:tab/>
        <w:t>2.025e0</w:t>
      </w:r>
    </w:p>
    <w:p w:rsidR="00E00D30" w:rsidRDefault="00E00D30" w:rsidP="00E00D30">
      <w:r>
        <w:t>241.5678</w:t>
      </w:r>
      <w:r>
        <w:tab/>
        <w:t>1.013e0</w:t>
      </w:r>
    </w:p>
    <w:p w:rsidR="00E00D30" w:rsidRDefault="00E00D30" w:rsidP="00E00D30">
      <w:r>
        <w:t>241.5780</w:t>
      </w:r>
      <w:r>
        <w:tab/>
        <w:t>2.025e0</w:t>
      </w:r>
    </w:p>
    <w:p w:rsidR="00E00D30" w:rsidRDefault="00E00D30" w:rsidP="00E00D30">
      <w:r>
        <w:t>241.5802</w:t>
      </w:r>
      <w:r>
        <w:tab/>
        <w:t>1.013e0</w:t>
      </w:r>
    </w:p>
    <w:p w:rsidR="00E00D30" w:rsidRDefault="00E00D30" w:rsidP="00E00D30">
      <w:r>
        <w:t>241.6130</w:t>
      </w:r>
      <w:r>
        <w:tab/>
        <w:t>3.038e0</w:t>
      </w:r>
    </w:p>
    <w:p w:rsidR="00E00D30" w:rsidRDefault="00E00D30" w:rsidP="00E00D30">
      <w:r>
        <w:t>241.6338</w:t>
      </w:r>
      <w:r>
        <w:tab/>
        <w:t>1.013e0</w:t>
      </w:r>
    </w:p>
    <w:p w:rsidR="00E00D30" w:rsidRDefault="00E00D30" w:rsidP="00E00D30">
      <w:r>
        <w:t>241.6416</w:t>
      </w:r>
      <w:r>
        <w:tab/>
        <w:t>1.013e0</w:t>
      </w:r>
    </w:p>
    <w:p w:rsidR="00E00D30" w:rsidRDefault="00E00D30" w:rsidP="00E00D30">
      <w:r>
        <w:t>241.6624</w:t>
      </w:r>
      <w:r>
        <w:tab/>
        <w:t>2.025e0</w:t>
      </w:r>
    </w:p>
    <w:p w:rsidR="00E00D30" w:rsidRDefault="00E00D30" w:rsidP="00E00D30">
      <w:r>
        <w:t>241.6716</w:t>
      </w:r>
      <w:r>
        <w:tab/>
        <w:t>1.013e0</w:t>
      </w:r>
    </w:p>
    <w:p w:rsidR="00E00D30" w:rsidRDefault="00E00D30" w:rsidP="00E00D30">
      <w:r>
        <w:t>241.6758</w:t>
      </w:r>
      <w:r>
        <w:tab/>
        <w:t>1.013e0</w:t>
      </w:r>
    </w:p>
    <w:p w:rsidR="00E00D30" w:rsidRDefault="00E00D30" w:rsidP="00E00D30">
      <w:r>
        <w:t>241.6876</w:t>
      </w:r>
      <w:r>
        <w:tab/>
        <w:t>1.013e0</w:t>
      </w:r>
    </w:p>
    <w:p w:rsidR="00E00D30" w:rsidRDefault="00E00D30" w:rsidP="00E00D30">
      <w:r>
        <w:t>241.7212</w:t>
      </w:r>
      <w:r>
        <w:tab/>
        <w:t>1.013e0</w:t>
      </w:r>
    </w:p>
    <w:p w:rsidR="00E00D30" w:rsidRDefault="00E00D30" w:rsidP="00E00D30">
      <w:r>
        <w:t>241.7407</w:t>
      </w:r>
      <w:r>
        <w:tab/>
        <w:t>1.013e0</w:t>
      </w:r>
    </w:p>
    <w:p w:rsidR="00E00D30" w:rsidRDefault="00E00D30" w:rsidP="00E00D30">
      <w:r>
        <w:t>241.7486</w:t>
      </w:r>
      <w:r>
        <w:tab/>
        <w:t>1.013e0</w:t>
      </w:r>
    </w:p>
    <w:p w:rsidR="00E00D30" w:rsidRDefault="00E00D30" w:rsidP="00E00D30">
      <w:r>
        <w:t>241.7706</w:t>
      </w:r>
      <w:r>
        <w:tab/>
        <w:t>1.013e0</w:t>
      </w:r>
    </w:p>
    <w:p w:rsidR="00E00D30" w:rsidRDefault="00E00D30" w:rsidP="00E00D30">
      <w:r>
        <w:t>241.7783</w:t>
      </w:r>
      <w:r>
        <w:tab/>
        <w:t>1.013e0</w:t>
      </w:r>
    </w:p>
    <w:p w:rsidR="00E00D30" w:rsidRDefault="00E00D30" w:rsidP="00E00D30">
      <w:r>
        <w:lastRenderedPageBreak/>
        <w:t>241.7824</w:t>
      </w:r>
      <w:r>
        <w:tab/>
        <w:t>1.013e0</w:t>
      </w:r>
    </w:p>
    <w:p w:rsidR="00E00D30" w:rsidRDefault="00E00D30" w:rsidP="00E00D30">
      <w:r>
        <w:t>241.7862</w:t>
      </w:r>
      <w:r>
        <w:tab/>
        <w:t>2.025e0</w:t>
      </w:r>
    </w:p>
    <w:p w:rsidR="00E00D30" w:rsidRDefault="00E00D30" w:rsidP="00E00D30">
      <w:r>
        <w:t>241.8028</w:t>
      </w:r>
      <w:r>
        <w:tab/>
        <w:t>1.013e0</w:t>
      </w:r>
    </w:p>
    <w:p w:rsidR="00E00D30" w:rsidRDefault="00E00D30" w:rsidP="00E00D30">
      <w:r>
        <w:t>241.8200</w:t>
      </w:r>
      <w:r>
        <w:tab/>
        <w:t>1.013e0</w:t>
      </w:r>
    </w:p>
    <w:p w:rsidR="00E00D30" w:rsidRDefault="00E00D30" w:rsidP="00E00D30">
      <w:r>
        <w:t>241.8434</w:t>
      </w:r>
      <w:r>
        <w:tab/>
        <w:t>1.013e0</w:t>
      </w:r>
    </w:p>
    <w:p w:rsidR="00E00D30" w:rsidRDefault="00E00D30" w:rsidP="00E00D30">
      <w:r>
        <w:t>241.8571</w:t>
      </w:r>
      <w:r>
        <w:tab/>
        <w:t>1.013e0</w:t>
      </w:r>
    </w:p>
    <w:p w:rsidR="00E00D30" w:rsidRDefault="00E00D30" w:rsidP="00E00D30">
      <w:r>
        <w:t>241.8775</w:t>
      </w:r>
      <w:r>
        <w:tab/>
        <w:t>1.013e0</w:t>
      </w:r>
    </w:p>
    <w:p w:rsidR="00E00D30" w:rsidRDefault="00E00D30" w:rsidP="00E00D30">
      <w:r>
        <w:t>241.9112</w:t>
      </w:r>
      <w:r>
        <w:tab/>
        <w:t>1.013e0</w:t>
      </w:r>
    </w:p>
    <w:p w:rsidR="00E00D30" w:rsidRDefault="00E00D30" w:rsidP="00E00D30">
      <w:r>
        <w:t>241.9192</w:t>
      </w:r>
      <w:r>
        <w:tab/>
        <w:t>1.013e0</w:t>
      </w:r>
    </w:p>
    <w:p w:rsidR="00E00D30" w:rsidRDefault="00E00D30" w:rsidP="00E00D30">
      <w:r>
        <w:t>241.9430</w:t>
      </w:r>
      <w:r>
        <w:tab/>
        <w:t>1.013e0</w:t>
      </w:r>
    </w:p>
    <w:p w:rsidR="00E00D30" w:rsidRDefault="00E00D30" w:rsidP="00E00D30">
      <w:r>
        <w:t>241.9478</w:t>
      </w:r>
      <w:r>
        <w:tab/>
        <w:t>1.013e0</w:t>
      </w:r>
    </w:p>
    <w:p w:rsidR="00E00D30" w:rsidRDefault="00E00D30" w:rsidP="00E00D30">
      <w:r>
        <w:t>241.9729</w:t>
      </w:r>
      <w:r>
        <w:tab/>
        <w:t>1.013e0</w:t>
      </w:r>
    </w:p>
    <w:p w:rsidR="00E00D30" w:rsidRDefault="00E00D30" w:rsidP="00E00D30">
      <w:r>
        <w:t>241.9808</w:t>
      </w:r>
      <w:r>
        <w:tab/>
        <w:t>2.025e0</w:t>
      </w:r>
    </w:p>
    <w:p w:rsidR="00E00D30" w:rsidRDefault="00E00D30" w:rsidP="00E00D30">
      <w:r>
        <w:t>242.0225</w:t>
      </w:r>
      <w:r>
        <w:tab/>
        <w:t>5.873e1</w:t>
      </w:r>
    </w:p>
    <w:p w:rsidR="00E00D30" w:rsidRDefault="00E00D30" w:rsidP="00E00D30">
      <w:r>
        <w:t>242.0242</w:t>
      </w:r>
      <w:r>
        <w:tab/>
        <w:t>3.045e1</w:t>
      </w:r>
    </w:p>
    <w:p w:rsidR="00E00D30" w:rsidRDefault="00E00D30" w:rsidP="00E00D30">
      <w:r>
        <w:t>242.0253</w:t>
      </w:r>
      <w:r>
        <w:tab/>
        <w:t>1.836e1</w:t>
      </w:r>
    </w:p>
    <w:p w:rsidR="00E00D30" w:rsidRDefault="00E00D30" w:rsidP="00E00D30">
      <w:r>
        <w:t>242.0266</w:t>
      </w:r>
      <w:r>
        <w:tab/>
        <w:t>2.633e1</w:t>
      </w:r>
    </w:p>
    <w:p w:rsidR="00E00D30" w:rsidRDefault="00E00D30" w:rsidP="00E00D30">
      <w:r>
        <w:t>242.0287</w:t>
      </w:r>
      <w:r>
        <w:tab/>
        <w:t>1.418e1</w:t>
      </w:r>
    </w:p>
    <w:p w:rsidR="00E00D30" w:rsidRDefault="00E00D30" w:rsidP="00E00D30">
      <w:r>
        <w:t>242.0307</w:t>
      </w:r>
      <w:r>
        <w:tab/>
        <w:t>2.621e1</w:t>
      </w:r>
    </w:p>
    <w:p w:rsidR="00E00D30" w:rsidRDefault="00E00D30" w:rsidP="00E00D30">
      <w:r>
        <w:lastRenderedPageBreak/>
        <w:t>242.0717</w:t>
      </w:r>
      <w:r>
        <w:tab/>
        <w:t>1.013e0</w:t>
      </w:r>
    </w:p>
    <w:p w:rsidR="00E00D30" w:rsidRDefault="00E00D30" w:rsidP="00E00D30">
      <w:r>
        <w:t>242.0758</w:t>
      </w:r>
      <w:r>
        <w:tab/>
        <w:t>3.038e0</w:t>
      </w:r>
    </w:p>
    <w:p w:rsidR="00E00D30" w:rsidRDefault="00E00D30" w:rsidP="00E00D30">
      <w:r>
        <w:t>242.0795</w:t>
      </w:r>
      <w:r>
        <w:tab/>
        <w:t>2.025e0</w:t>
      </w:r>
    </w:p>
    <w:p w:rsidR="00E00D30" w:rsidRDefault="00E00D30" w:rsidP="00E00D30">
      <w:r>
        <w:t>242.0914</w:t>
      </w:r>
      <w:r>
        <w:tab/>
        <w:t>3.038e0</w:t>
      </w:r>
    </w:p>
    <w:p w:rsidR="00E00D30" w:rsidRDefault="00E00D30" w:rsidP="00E00D30">
      <w:r>
        <w:t>242.1016</w:t>
      </w:r>
      <w:r>
        <w:tab/>
        <w:t>1.013e0</w:t>
      </w:r>
    </w:p>
    <w:p w:rsidR="00E00D30" w:rsidRDefault="00E00D30" w:rsidP="00E00D30">
      <w:r>
        <w:t>242.1172</w:t>
      </w:r>
      <w:r>
        <w:tab/>
        <w:t>2.025e0</w:t>
      </w:r>
    </w:p>
    <w:p w:rsidR="00E00D30" w:rsidRDefault="00E00D30" w:rsidP="00E00D30">
      <w:r>
        <w:t>242.1212</w:t>
      </w:r>
      <w:r>
        <w:tab/>
        <w:t>2.025e0</w:t>
      </w:r>
    </w:p>
    <w:p w:rsidR="00E00D30" w:rsidRDefault="00E00D30" w:rsidP="00E00D30">
      <w:r>
        <w:t>242.1251</w:t>
      </w:r>
      <w:r>
        <w:tab/>
        <w:t>1.013e0</w:t>
      </w:r>
    </w:p>
    <w:p w:rsidR="00E00D30" w:rsidRDefault="00E00D30" w:rsidP="00E00D30">
      <w:r>
        <w:t>242.1469</w:t>
      </w:r>
      <w:r>
        <w:tab/>
        <w:t>1.013e0</w:t>
      </w:r>
    </w:p>
    <w:p w:rsidR="00E00D30" w:rsidRDefault="00E00D30" w:rsidP="00E00D30">
      <w:r>
        <w:t>242.1511</w:t>
      </w:r>
      <w:r>
        <w:tab/>
        <w:t>2.025e0</w:t>
      </w:r>
    </w:p>
    <w:p w:rsidR="00E00D30" w:rsidRDefault="00E00D30" w:rsidP="00E00D30">
      <w:r>
        <w:t>242.1593</w:t>
      </w:r>
      <w:r>
        <w:tab/>
        <w:t>1.013e0</w:t>
      </w:r>
    </w:p>
    <w:p w:rsidR="00E00D30" w:rsidRDefault="00E00D30" w:rsidP="00E00D30">
      <w:r>
        <w:t>242.1668</w:t>
      </w:r>
      <w:r>
        <w:tab/>
        <w:t>4.051e0</w:t>
      </w:r>
    </w:p>
    <w:p w:rsidR="00E00D30" w:rsidRDefault="00E00D30" w:rsidP="00E00D30">
      <w:r>
        <w:t>242.1786</w:t>
      </w:r>
      <w:r>
        <w:tab/>
        <w:t>1.013e0</w:t>
      </w:r>
    </w:p>
    <w:p w:rsidR="00E00D30" w:rsidRDefault="00E00D30" w:rsidP="00E00D30">
      <w:r>
        <w:t>242.1831</w:t>
      </w:r>
      <w:r>
        <w:tab/>
        <w:t>1.013e0</w:t>
      </w:r>
    </w:p>
    <w:p w:rsidR="00E00D30" w:rsidRDefault="00E00D30" w:rsidP="00E00D30">
      <w:r>
        <w:t>242.1918</w:t>
      </w:r>
      <w:r>
        <w:tab/>
        <w:t>1.013e0</w:t>
      </w:r>
    </w:p>
    <w:p w:rsidR="00E00D30" w:rsidRDefault="00E00D30" w:rsidP="00E00D30">
      <w:r>
        <w:t>242.2007</w:t>
      </w:r>
      <w:r>
        <w:tab/>
        <w:t>1.013e0</w:t>
      </w:r>
    </w:p>
    <w:p w:rsidR="00E00D30" w:rsidRDefault="00E00D30" w:rsidP="00E00D30">
      <w:r>
        <w:t>242.2043</w:t>
      </w:r>
      <w:r>
        <w:tab/>
        <w:t>3.038e0</w:t>
      </w:r>
    </w:p>
    <w:p w:rsidR="00E00D30" w:rsidRDefault="00E00D30" w:rsidP="00E00D30">
      <w:r>
        <w:t>242.2330</w:t>
      </w:r>
      <w:r>
        <w:tab/>
        <w:t>3.038e0</w:t>
      </w:r>
    </w:p>
    <w:p w:rsidR="00E00D30" w:rsidRDefault="00E00D30" w:rsidP="00E00D30">
      <w:r>
        <w:t>242.2419</w:t>
      </w:r>
      <w:r>
        <w:tab/>
        <w:t>1.013e0</w:t>
      </w:r>
    </w:p>
    <w:p w:rsidR="00E00D30" w:rsidRDefault="00E00D30" w:rsidP="00E00D30">
      <w:r>
        <w:lastRenderedPageBreak/>
        <w:t>242.2454</w:t>
      </w:r>
      <w:r>
        <w:tab/>
        <w:t>2.025e0</w:t>
      </w:r>
    </w:p>
    <w:p w:rsidR="00E00D30" w:rsidRDefault="00E00D30" w:rsidP="00E00D30">
      <w:r>
        <w:t>242.2807</w:t>
      </w:r>
      <w:r>
        <w:tab/>
        <w:t>8.101e0</w:t>
      </w:r>
    </w:p>
    <w:p w:rsidR="00E00D30" w:rsidRDefault="00E00D30" w:rsidP="00E00D30">
      <w:r>
        <w:t>242.2831</w:t>
      </w:r>
      <w:r>
        <w:tab/>
        <w:t>3.803e1</w:t>
      </w:r>
    </w:p>
    <w:p w:rsidR="00E00D30" w:rsidRDefault="00E00D30" w:rsidP="00E00D30">
      <w:r>
        <w:t>242.2863</w:t>
      </w:r>
      <w:r>
        <w:tab/>
        <w:t>1.722e1</w:t>
      </w:r>
    </w:p>
    <w:p w:rsidR="00E00D30" w:rsidRDefault="00E00D30" w:rsidP="00E00D30">
      <w:r>
        <w:t>242.2876</w:t>
      </w:r>
      <w:r>
        <w:tab/>
        <w:t>5.520e1</w:t>
      </w:r>
    </w:p>
    <w:p w:rsidR="00E00D30" w:rsidRDefault="00E00D30" w:rsidP="00E00D30">
      <w:r>
        <w:t>242.3090</w:t>
      </w:r>
      <w:r>
        <w:tab/>
        <w:t>2.694e0</w:t>
      </w:r>
    </w:p>
    <w:p w:rsidR="00E00D30" w:rsidRDefault="00E00D30" w:rsidP="00E00D30">
      <w:r>
        <w:t>242.3173</w:t>
      </w:r>
      <w:r>
        <w:tab/>
        <w:t>2.025e0</w:t>
      </w:r>
    </w:p>
    <w:p w:rsidR="00E00D30" w:rsidRDefault="00E00D30" w:rsidP="00E00D30">
      <w:r>
        <w:t>242.3257</w:t>
      </w:r>
      <w:r>
        <w:tab/>
        <w:t>1.395e0</w:t>
      </w:r>
    </w:p>
    <w:p w:rsidR="00E00D30" w:rsidRDefault="00E00D30" w:rsidP="00E00D30">
      <w:r>
        <w:t>242.3459</w:t>
      </w:r>
      <w:r>
        <w:tab/>
        <w:t>1.013e0</w:t>
      </w:r>
    </w:p>
    <w:p w:rsidR="00E00D30" w:rsidRDefault="00E00D30" w:rsidP="00E00D30">
      <w:r>
        <w:t>242.3513</w:t>
      </w:r>
      <w:r>
        <w:tab/>
        <w:t>2.025e0</w:t>
      </w:r>
    </w:p>
    <w:p w:rsidR="00E00D30" w:rsidRDefault="00E00D30" w:rsidP="00E00D30">
      <w:r>
        <w:t>242.3533</w:t>
      </w:r>
      <w:r>
        <w:tab/>
        <w:t>1.013e0</w:t>
      </w:r>
    </w:p>
    <w:p w:rsidR="00E00D30" w:rsidRDefault="00E00D30" w:rsidP="00E00D30">
      <w:r>
        <w:t>242.3651</w:t>
      </w:r>
      <w:r>
        <w:tab/>
        <w:t>1.013e0</w:t>
      </w:r>
    </w:p>
    <w:p w:rsidR="00E00D30" w:rsidRDefault="00E00D30" w:rsidP="00E00D30">
      <w:r>
        <w:t>242.3988</w:t>
      </w:r>
      <w:r>
        <w:tab/>
        <w:t>1.013e0</w:t>
      </w:r>
    </w:p>
    <w:p w:rsidR="00E00D30" w:rsidRDefault="00E00D30" w:rsidP="00E00D30">
      <w:r>
        <w:t>242.4106</w:t>
      </w:r>
      <w:r>
        <w:tab/>
        <w:t>1.013e0</w:t>
      </w:r>
    </w:p>
    <w:p w:rsidR="00E00D30" w:rsidRDefault="00E00D30" w:rsidP="00E00D30">
      <w:r>
        <w:t>242.4126</w:t>
      </w:r>
      <w:r>
        <w:tab/>
        <w:t>2.025e0</w:t>
      </w:r>
    </w:p>
    <w:p w:rsidR="00E00D30" w:rsidRDefault="00E00D30" w:rsidP="00E00D30">
      <w:r>
        <w:t>242.4276</w:t>
      </w:r>
      <w:r>
        <w:tab/>
        <w:t>1.013e0</w:t>
      </w:r>
    </w:p>
    <w:p w:rsidR="00E00D30" w:rsidRDefault="00E00D30" w:rsidP="00E00D30">
      <w:r>
        <w:t>242.4390</w:t>
      </w:r>
      <w:r>
        <w:tab/>
        <w:t>2.025e0</w:t>
      </w:r>
    </w:p>
    <w:p w:rsidR="00E00D30" w:rsidRDefault="00E00D30" w:rsidP="00E00D30">
      <w:r>
        <w:t>242.4445</w:t>
      </w:r>
      <w:r>
        <w:tab/>
        <w:t>1.013e0</w:t>
      </w:r>
    </w:p>
    <w:p w:rsidR="00E00D30" w:rsidRDefault="00E00D30" w:rsidP="00E00D30">
      <w:r>
        <w:t>242.4488</w:t>
      </w:r>
      <w:r>
        <w:tab/>
        <w:t>1.013e0</w:t>
      </w:r>
    </w:p>
    <w:p w:rsidR="00E00D30" w:rsidRDefault="00E00D30" w:rsidP="00E00D30">
      <w:r>
        <w:lastRenderedPageBreak/>
        <w:t>242.4770</w:t>
      </w:r>
      <w:r>
        <w:tab/>
        <w:t>1.013e0</w:t>
      </w:r>
    </w:p>
    <w:p w:rsidR="00E00D30" w:rsidRDefault="00E00D30" w:rsidP="00E00D30">
      <w:r>
        <w:t>242.4813</w:t>
      </w:r>
      <w:r>
        <w:tab/>
        <w:t>4.051e0</w:t>
      </w:r>
    </w:p>
    <w:p w:rsidR="00E00D30" w:rsidRDefault="00E00D30" w:rsidP="00E00D30">
      <w:r>
        <w:t>242.4862</w:t>
      </w:r>
      <w:r>
        <w:tab/>
        <w:t>1.013e0</w:t>
      </w:r>
    </w:p>
    <w:p w:rsidR="00E00D30" w:rsidRDefault="00E00D30" w:rsidP="00E00D30">
      <w:r>
        <w:t>242.5020</w:t>
      </w:r>
      <w:r>
        <w:tab/>
        <w:t>1.013e0</w:t>
      </w:r>
    </w:p>
    <w:p w:rsidR="00E00D30" w:rsidRDefault="00E00D30" w:rsidP="00E00D30">
      <w:r>
        <w:t>242.5140</w:t>
      </w:r>
      <w:r>
        <w:tab/>
        <w:t>1.013e0</w:t>
      </w:r>
    </w:p>
    <w:p w:rsidR="00E00D30" w:rsidRDefault="00E00D30" w:rsidP="00E00D30">
      <w:r>
        <w:t>242.5270</w:t>
      </w:r>
      <w:r>
        <w:tab/>
        <w:t>1.013e0</w:t>
      </w:r>
    </w:p>
    <w:p w:rsidR="00E00D30" w:rsidRDefault="00E00D30" w:rsidP="00E00D30">
      <w:r>
        <w:t>242.5468</w:t>
      </w:r>
      <w:r>
        <w:tab/>
        <w:t>3.038e0</w:t>
      </w:r>
    </w:p>
    <w:p w:rsidR="00E00D30" w:rsidRDefault="00E00D30" w:rsidP="00E00D30">
      <w:r>
        <w:t>242.5555</w:t>
      </w:r>
      <w:r>
        <w:tab/>
        <w:t>1.013e0</w:t>
      </w:r>
    </w:p>
    <w:p w:rsidR="00E00D30" w:rsidRDefault="00E00D30" w:rsidP="00E00D30">
      <w:r>
        <w:t>242.5635</w:t>
      </w:r>
      <w:r>
        <w:tab/>
        <w:t>1.013e0</w:t>
      </w:r>
    </w:p>
    <w:p w:rsidR="00E00D30" w:rsidRDefault="00E00D30" w:rsidP="00E00D30">
      <w:r>
        <w:t>242.5681</w:t>
      </w:r>
      <w:r>
        <w:tab/>
        <w:t>2.025e0</w:t>
      </w:r>
    </w:p>
    <w:p w:rsidR="00E00D30" w:rsidRDefault="00E00D30" w:rsidP="00E00D30">
      <w:r>
        <w:t>242.5932</w:t>
      </w:r>
      <w:r>
        <w:tab/>
        <w:t>1.013e0</w:t>
      </w:r>
    </w:p>
    <w:p w:rsidR="00E00D30" w:rsidRDefault="00E00D30" w:rsidP="00E00D30">
      <w:r>
        <w:t>242.6130</w:t>
      </w:r>
      <w:r>
        <w:tab/>
        <w:t>2.025e0</w:t>
      </w:r>
    </w:p>
    <w:p w:rsidR="00E00D30" w:rsidRDefault="00E00D30" w:rsidP="00E00D30">
      <w:r>
        <w:t>242.6546</w:t>
      </w:r>
      <w:r>
        <w:tab/>
        <w:t>1.013e0</w:t>
      </w:r>
    </w:p>
    <w:p w:rsidR="00E00D30" w:rsidRDefault="00E00D30" w:rsidP="00E00D30">
      <w:r>
        <w:t>242.7128</w:t>
      </w:r>
      <w:r>
        <w:tab/>
        <w:t>1.013e0</w:t>
      </w:r>
    </w:p>
    <w:p w:rsidR="00E00D30" w:rsidRDefault="00E00D30" w:rsidP="00E00D30">
      <w:r>
        <w:t>242.7422</w:t>
      </w:r>
      <w:r>
        <w:tab/>
        <w:t>3.038e0</w:t>
      </w:r>
    </w:p>
    <w:p w:rsidR="00E00D30" w:rsidRDefault="00E00D30" w:rsidP="00E00D30">
      <w:r>
        <w:t>242.7463</w:t>
      </w:r>
      <w:r>
        <w:tab/>
        <w:t>1.013e0</w:t>
      </w:r>
    </w:p>
    <w:p w:rsidR="00E00D30" w:rsidRDefault="00E00D30" w:rsidP="00E00D30">
      <w:r>
        <w:t>242.7537</w:t>
      </w:r>
      <w:r>
        <w:tab/>
        <w:t>1.013e0</w:t>
      </w:r>
    </w:p>
    <w:p w:rsidR="00E00D30" w:rsidRDefault="00E00D30" w:rsidP="00E00D30">
      <w:r>
        <w:t>242.8129</w:t>
      </w:r>
      <w:r>
        <w:tab/>
        <w:t>1.013e0</w:t>
      </w:r>
    </w:p>
    <w:p w:rsidR="00E00D30" w:rsidRDefault="00E00D30" w:rsidP="00E00D30">
      <w:r>
        <w:t>242.8190</w:t>
      </w:r>
      <w:r>
        <w:tab/>
        <w:t>2.025e0</w:t>
      </w:r>
    </w:p>
    <w:p w:rsidR="00E00D30" w:rsidRDefault="00E00D30" w:rsidP="00E00D30">
      <w:r>
        <w:lastRenderedPageBreak/>
        <w:t>242.8789</w:t>
      </w:r>
      <w:r>
        <w:tab/>
        <w:t>2.025e0</w:t>
      </w:r>
    </w:p>
    <w:p w:rsidR="00E00D30" w:rsidRDefault="00E00D30" w:rsidP="00E00D30">
      <w:r>
        <w:t>242.9082</w:t>
      </w:r>
      <w:r>
        <w:tab/>
        <w:t>1.013e0</w:t>
      </w:r>
    </w:p>
    <w:p w:rsidR="00E00D30" w:rsidRDefault="00E00D30" w:rsidP="00E00D30">
      <w:r>
        <w:t>242.9325</w:t>
      </w:r>
      <w:r>
        <w:tab/>
        <w:t>2.025e0</w:t>
      </w:r>
    </w:p>
    <w:p w:rsidR="00E00D30" w:rsidRDefault="00E00D30" w:rsidP="00E00D30">
      <w:r>
        <w:t>242.9761</w:t>
      </w:r>
      <w:r>
        <w:tab/>
        <w:t>2.025e0</w:t>
      </w:r>
    </w:p>
    <w:p w:rsidR="00E00D30" w:rsidRDefault="00E00D30" w:rsidP="00E00D30">
      <w:r>
        <w:t>242.9981</w:t>
      </w:r>
      <w:r>
        <w:tab/>
        <w:t>3.038e0</w:t>
      </w:r>
    </w:p>
    <w:p w:rsidR="00E00D30" w:rsidRDefault="00E00D30" w:rsidP="00E00D30">
      <w:r>
        <w:t>243.0081</w:t>
      </w:r>
      <w:r>
        <w:tab/>
        <w:t>3.038e0</w:t>
      </w:r>
    </w:p>
    <w:p w:rsidR="00E00D30" w:rsidRDefault="00E00D30" w:rsidP="00E00D30">
      <w:r>
        <w:t>243.0100</w:t>
      </w:r>
      <w:r>
        <w:tab/>
        <w:t>4.051e0</w:t>
      </w:r>
    </w:p>
    <w:p w:rsidR="00E00D30" w:rsidRDefault="00E00D30" w:rsidP="00E00D30">
      <w:r>
        <w:t>243.0111</w:t>
      </w:r>
      <w:r>
        <w:tab/>
        <w:t>4.051e0</w:t>
      </w:r>
    </w:p>
    <w:p w:rsidR="00E00D30" w:rsidRDefault="00E00D30" w:rsidP="00E00D30">
      <w:r>
        <w:t>243.0155</w:t>
      </w:r>
      <w:r>
        <w:tab/>
        <w:t>3.038e0</w:t>
      </w:r>
    </w:p>
    <w:p w:rsidR="00E00D30" w:rsidRDefault="00E00D30" w:rsidP="00E00D30">
      <w:r>
        <w:t>243.0234</w:t>
      </w:r>
      <w:r>
        <w:tab/>
        <w:t>4.051e0</w:t>
      </w:r>
    </w:p>
    <w:p w:rsidR="00E00D30" w:rsidRDefault="00E00D30" w:rsidP="00E00D30">
      <w:r>
        <w:t>243.0278</w:t>
      </w:r>
      <w:r>
        <w:tab/>
        <w:t>3.038e0</w:t>
      </w:r>
    </w:p>
    <w:p w:rsidR="00E00D30" w:rsidRDefault="00E00D30" w:rsidP="00E00D30">
      <w:r>
        <w:t>243.0308</w:t>
      </w:r>
      <w:r>
        <w:tab/>
        <w:t>4.789e0</w:t>
      </w:r>
    </w:p>
    <w:p w:rsidR="00E00D30" w:rsidRDefault="00E00D30" w:rsidP="00E00D30">
      <w:r>
        <w:t>243.0418</w:t>
      </w:r>
      <w:r>
        <w:tab/>
        <w:t>4.595e0</w:t>
      </w:r>
    </w:p>
    <w:p w:rsidR="00E00D30" w:rsidRDefault="00E00D30" w:rsidP="00E00D30">
      <w:r>
        <w:t>243.0465</w:t>
      </w:r>
      <w:r>
        <w:tab/>
        <w:t>2.025e0</w:t>
      </w:r>
    </w:p>
    <w:p w:rsidR="00E00D30" w:rsidRDefault="00E00D30" w:rsidP="00E00D30">
      <w:r>
        <w:t>243.0534</w:t>
      </w:r>
      <w:r>
        <w:tab/>
        <w:t>1.013e0</w:t>
      </w:r>
    </w:p>
    <w:p w:rsidR="00E00D30" w:rsidRDefault="00E00D30" w:rsidP="00E00D30">
      <w:r>
        <w:t>243.0616</w:t>
      </w:r>
      <w:r>
        <w:tab/>
        <w:t>2.085e0</w:t>
      </w:r>
    </w:p>
    <w:p w:rsidR="00E00D30" w:rsidRDefault="00E00D30" w:rsidP="00E00D30">
      <w:r>
        <w:t>243.0644</w:t>
      </w:r>
      <w:r>
        <w:tab/>
        <w:t>3.038e0</w:t>
      </w:r>
    </w:p>
    <w:p w:rsidR="00E00D30" w:rsidRDefault="00E00D30" w:rsidP="00E00D30">
      <w:r>
        <w:t>243.0654</w:t>
      </w:r>
      <w:r>
        <w:tab/>
        <w:t>1.013e0</w:t>
      </w:r>
    </w:p>
    <w:p w:rsidR="00E00D30" w:rsidRDefault="00E00D30" w:rsidP="00E00D30">
      <w:r>
        <w:t>243.0853</w:t>
      </w:r>
      <w:r>
        <w:tab/>
        <w:t>3.038e0</w:t>
      </w:r>
    </w:p>
    <w:p w:rsidR="00E00D30" w:rsidRDefault="00E00D30" w:rsidP="00E00D30">
      <w:r>
        <w:lastRenderedPageBreak/>
        <w:t>243.0940</w:t>
      </w:r>
      <w:r>
        <w:tab/>
        <w:t>1.013e0</w:t>
      </w:r>
    </w:p>
    <w:p w:rsidR="00E00D30" w:rsidRDefault="00E00D30" w:rsidP="00E00D30">
      <w:r>
        <w:t>243.1055</w:t>
      </w:r>
      <w:r>
        <w:tab/>
        <w:t>3.038e0</w:t>
      </w:r>
    </w:p>
    <w:p w:rsidR="00E00D30" w:rsidRDefault="00E00D30" w:rsidP="00E00D30">
      <w:r>
        <w:t>243.1091</w:t>
      </w:r>
      <w:r>
        <w:tab/>
        <w:t>2.025e0</w:t>
      </w:r>
    </w:p>
    <w:p w:rsidR="00E00D30" w:rsidRDefault="00E00D30" w:rsidP="00E00D30">
      <w:r>
        <w:t>243.1104</w:t>
      </w:r>
      <w:r>
        <w:tab/>
        <w:t>2.602e0</w:t>
      </w:r>
    </w:p>
    <w:p w:rsidR="00E00D30" w:rsidRDefault="00E00D30" w:rsidP="00E00D30">
      <w:r>
        <w:t>243.1116</w:t>
      </w:r>
      <w:r>
        <w:tab/>
        <w:t>1.013e0</w:t>
      </w:r>
    </w:p>
    <w:p w:rsidR="00E00D30" w:rsidRDefault="00E00D30" w:rsidP="00E00D30">
      <w:r>
        <w:t>243.1161</w:t>
      </w:r>
      <w:r>
        <w:tab/>
        <w:t>3.038e0</w:t>
      </w:r>
    </w:p>
    <w:p w:rsidR="00E00D30" w:rsidRDefault="00E00D30" w:rsidP="00E00D30">
      <w:r>
        <w:t>243.1199</w:t>
      </w:r>
      <w:r>
        <w:tab/>
        <w:t>3.038e0</w:t>
      </w:r>
    </w:p>
    <w:p w:rsidR="00E00D30" w:rsidRDefault="00E00D30" w:rsidP="00E00D30">
      <w:r>
        <w:t>243.1309</w:t>
      </w:r>
      <w:r>
        <w:tab/>
        <w:t>5.063e0</w:t>
      </w:r>
    </w:p>
    <w:p w:rsidR="00E00D30" w:rsidRDefault="00E00D30" w:rsidP="00E00D30">
      <w:r>
        <w:t>243.1608</w:t>
      </w:r>
      <w:r>
        <w:tab/>
        <w:t>1.013e0</w:t>
      </w:r>
    </w:p>
    <w:p w:rsidR="00E00D30" w:rsidRDefault="00E00D30" w:rsidP="00E00D30">
      <w:r>
        <w:t>243.1632</w:t>
      </w:r>
      <w:r>
        <w:tab/>
        <w:t>2.025e0</w:t>
      </w:r>
    </w:p>
    <w:p w:rsidR="00E00D30" w:rsidRDefault="00E00D30" w:rsidP="00E00D30">
      <w:r>
        <w:t>243.1643</w:t>
      </w:r>
      <w:r>
        <w:tab/>
        <w:t>3.038e0</w:t>
      </w:r>
    </w:p>
    <w:p w:rsidR="00E00D30" w:rsidRDefault="00E00D30" w:rsidP="00E00D30">
      <w:r>
        <w:t>243.1686</w:t>
      </w:r>
      <w:r>
        <w:tab/>
        <w:t>2.025e0</w:t>
      </w:r>
    </w:p>
    <w:p w:rsidR="00E00D30" w:rsidRDefault="00E00D30" w:rsidP="00E00D30">
      <w:r>
        <w:t>243.1765</w:t>
      </w:r>
      <w:r>
        <w:tab/>
        <w:t>1.013e0</w:t>
      </w:r>
    </w:p>
    <w:p w:rsidR="00E00D30" w:rsidRDefault="00E00D30" w:rsidP="00E00D30">
      <w:r>
        <w:t>243.1984</w:t>
      </w:r>
      <w:r>
        <w:tab/>
        <w:t>2.025e0</w:t>
      </w:r>
    </w:p>
    <w:p w:rsidR="00E00D30" w:rsidRDefault="00E00D30" w:rsidP="00E00D30">
      <w:r>
        <w:t>243.2065</w:t>
      </w:r>
      <w:r>
        <w:tab/>
        <w:t>1.013e0</w:t>
      </w:r>
    </w:p>
    <w:p w:rsidR="00E00D30" w:rsidRDefault="00E00D30" w:rsidP="00E00D30">
      <w:r>
        <w:t>243.2084</w:t>
      </w:r>
      <w:r>
        <w:tab/>
        <w:t>2.025e0</w:t>
      </w:r>
    </w:p>
    <w:p w:rsidR="00E00D30" w:rsidRDefault="00E00D30" w:rsidP="00E00D30">
      <w:r>
        <w:t>243.2143</w:t>
      </w:r>
      <w:r>
        <w:tab/>
        <w:t>1.013e0</w:t>
      </w:r>
    </w:p>
    <w:p w:rsidR="00E00D30" w:rsidRDefault="00E00D30" w:rsidP="00E00D30">
      <w:r>
        <w:t>243.2392</w:t>
      </w:r>
      <w:r>
        <w:tab/>
        <w:t>1.013e0</w:t>
      </w:r>
    </w:p>
    <w:p w:rsidR="00E00D30" w:rsidRDefault="00E00D30" w:rsidP="00E00D30">
      <w:r>
        <w:t>243.2437</w:t>
      </w:r>
      <w:r>
        <w:tab/>
        <w:t>1.013e0</w:t>
      </w:r>
    </w:p>
    <w:p w:rsidR="00E00D30" w:rsidRDefault="00E00D30" w:rsidP="00E00D30">
      <w:r>
        <w:lastRenderedPageBreak/>
        <w:t>243.2602</w:t>
      </w:r>
      <w:r>
        <w:tab/>
        <w:t>3.038e0</w:t>
      </w:r>
    </w:p>
    <w:p w:rsidR="00E00D30" w:rsidRDefault="00E00D30" w:rsidP="00E00D30">
      <w:r>
        <w:t>243.2727</w:t>
      </w:r>
      <w:r>
        <w:tab/>
        <w:t>2.025e0</w:t>
      </w:r>
    </w:p>
    <w:p w:rsidR="00E00D30" w:rsidRDefault="00E00D30" w:rsidP="00E00D30">
      <w:r>
        <w:t>243.2794</w:t>
      </w:r>
      <w:r>
        <w:tab/>
        <w:t>3.038e0</w:t>
      </w:r>
    </w:p>
    <w:p w:rsidR="00E00D30" w:rsidRDefault="00E00D30" w:rsidP="00E00D30">
      <w:r>
        <w:t>243.2848</w:t>
      </w:r>
      <w:r>
        <w:tab/>
        <w:t>2.025e0</w:t>
      </w:r>
    </w:p>
    <w:p w:rsidR="00E00D30" w:rsidRDefault="00E00D30" w:rsidP="00E00D30">
      <w:r>
        <w:t>243.2875</w:t>
      </w:r>
      <w:r>
        <w:tab/>
        <w:t>5.063e0</w:t>
      </w:r>
    </w:p>
    <w:p w:rsidR="00E00D30" w:rsidRDefault="00E00D30" w:rsidP="00E00D30">
      <w:r>
        <w:t>243.2893</w:t>
      </w:r>
      <w:r>
        <w:tab/>
        <w:t>4.051e0</w:t>
      </w:r>
    </w:p>
    <w:p w:rsidR="00E00D30" w:rsidRDefault="00E00D30" w:rsidP="00E00D30">
      <w:r>
        <w:t>243.2939</w:t>
      </w:r>
      <w:r>
        <w:tab/>
        <w:t>2.025e0</w:t>
      </w:r>
    </w:p>
    <w:p w:rsidR="00E00D30" w:rsidRDefault="00E00D30" w:rsidP="00E00D30">
      <w:r>
        <w:t>243.3246</w:t>
      </w:r>
      <w:r>
        <w:tab/>
        <w:t>2.025e0</w:t>
      </w:r>
    </w:p>
    <w:p w:rsidR="00E00D30" w:rsidRDefault="00E00D30" w:rsidP="00E00D30">
      <w:r>
        <w:t>243.3514</w:t>
      </w:r>
      <w:r>
        <w:tab/>
        <w:t>1.013e0</w:t>
      </w:r>
    </w:p>
    <w:p w:rsidR="00E00D30" w:rsidRDefault="00E00D30" w:rsidP="00E00D30">
      <w:r>
        <w:t>243.3554</w:t>
      </w:r>
      <w:r>
        <w:tab/>
        <w:t>2.025e0</w:t>
      </w:r>
    </w:p>
    <w:p w:rsidR="00E00D30" w:rsidRDefault="00E00D30" w:rsidP="00E00D30">
      <w:r>
        <w:t>243.3759</w:t>
      </w:r>
      <w:r>
        <w:tab/>
        <w:t>1.013e0</w:t>
      </w:r>
    </w:p>
    <w:p w:rsidR="00E00D30" w:rsidRDefault="00E00D30" w:rsidP="00E00D30">
      <w:r>
        <w:t>243.3885</w:t>
      </w:r>
      <w:r>
        <w:tab/>
        <w:t>2.025e0</w:t>
      </w:r>
    </w:p>
    <w:p w:rsidR="00E00D30" w:rsidRDefault="00E00D30" w:rsidP="00E00D30">
      <w:r>
        <w:t>243.4170</w:t>
      </w:r>
      <w:r>
        <w:tab/>
        <w:t>1.013e0</w:t>
      </w:r>
    </w:p>
    <w:p w:rsidR="00E00D30" w:rsidRDefault="00E00D30" w:rsidP="00E00D30">
      <w:r>
        <w:t>243.4188</w:t>
      </w:r>
      <w:r>
        <w:tab/>
        <w:t>3.038e0</w:t>
      </w:r>
    </w:p>
    <w:p w:rsidR="00E00D30" w:rsidRDefault="00E00D30" w:rsidP="00E00D30">
      <w:r>
        <w:t>243.4255</w:t>
      </w:r>
      <w:r>
        <w:tab/>
        <w:t>1.013e0</w:t>
      </w:r>
    </w:p>
    <w:p w:rsidR="00E00D30" w:rsidRDefault="00E00D30" w:rsidP="00E00D30">
      <w:r>
        <w:t>243.4585</w:t>
      </w:r>
      <w:r>
        <w:tab/>
        <w:t>1.013e0</w:t>
      </w:r>
    </w:p>
    <w:p w:rsidR="00E00D30" w:rsidRDefault="00E00D30" w:rsidP="00E00D30">
      <w:r>
        <w:t>243.4666</w:t>
      </w:r>
      <w:r>
        <w:tab/>
        <w:t>1.013e0</w:t>
      </w:r>
    </w:p>
    <w:p w:rsidR="00E00D30" w:rsidRDefault="00E00D30" w:rsidP="00E00D30">
      <w:r>
        <w:t>243.4757</w:t>
      </w:r>
      <w:r>
        <w:tab/>
        <w:t>1.013e0</w:t>
      </w:r>
    </w:p>
    <w:p w:rsidR="00E00D30" w:rsidRDefault="00E00D30" w:rsidP="00E00D30">
      <w:r>
        <w:t>243.4848</w:t>
      </w:r>
      <w:r>
        <w:tab/>
        <w:t>1.013e0</w:t>
      </w:r>
    </w:p>
    <w:p w:rsidR="00E00D30" w:rsidRDefault="00E00D30" w:rsidP="00E00D30">
      <w:r>
        <w:lastRenderedPageBreak/>
        <w:t>243.4886</w:t>
      </w:r>
      <w:r>
        <w:tab/>
        <w:t>3.038e0</w:t>
      </w:r>
    </w:p>
    <w:p w:rsidR="00E00D30" w:rsidRDefault="00E00D30" w:rsidP="00E00D30">
      <w:r>
        <w:t>243.5260</w:t>
      </w:r>
      <w:r>
        <w:tab/>
        <w:t>1.013e0</w:t>
      </w:r>
    </w:p>
    <w:p w:rsidR="00E00D30" w:rsidRDefault="00E00D30" w:rsidP="00E00D30">
      <w:r>
        <w:t>243.5419</w:t>
      </w:r>
      <w:r>
        <w:tab/>
        <w:t>1.013e0</w:t>
      </w:r>
    </w:p>
    <w:p w:rsidR="00E00D30" w:rsidRDefault="00E00D30" w:rsidP="00E00D30">
      <w:r>
        <w:t>243.5461</w:t>
      </w:r>
      <w:r>
        <w:tab/>
        <w:t>1.013e0</w:t>
      </w:r>
    </w:p>
    <w:p w:rsidR="00E00D30" w:rsidRDefault="00E00D30" w:rsidP="00E00D30">
      <w:r>
        <w:t>243.5666</w:t>
      </w:r>
      <w:r>
        <w:tab/>
        <w:t>1.013e0</w:t>
      </w:r>
    </w:p>
    <w:p w:rsidR="00E00D30" w:rsidRDefault="00E00D30" w:rsidP="00E00D30">
      <w:r>
        <w:t>243.5760</w:t>
      </w:r>
      <w:r>
        <w:tab/>
        <w:t>1.013e0</w:t>
      </w:r>
    </w:p>
    <w:p w:rsidR="00E00D30" w:rsidRDefault="00E00D30" w:rsidP="00E00D30">
      <w:r>
        <w:t>243.5800</w:t>
      </w:r>
      <w:r>
        <w:tab/>
        <w:t>1.013e0</w:t>
      </w:r>
    </w:p>
    <w:p w:rsidR="00E00D30" w:rsidRDefault="00E00D30" w:rsidP="00E00D30">
      <w:r>
        <w:t>243.5916</w:t>
      </w:r>
      <w:r>
        <w:tab/>
        <w:t>1.013e0</w:t>
      </w:r>
    </w:p>
    <w:p w:rsidR="00E00D30" w:rsidRDefault="00E00D30" w:rsidP="00E00D30">
      <w:r>
        <w:t>243.6036</w:t>
      </w:r>
      <w:r>
        <w:tab/>
        <w:t>3.038e0</w:t>
      </w:r>
    </w:p>
    <w:p w:rsidR="00E00D30" w:rsidRDefault="00E00D30" w:rsidP="00E00D30">
      <w:r>
        <w:t>243.6121</w:t>
      </w:r>
      <w:r>
        <w:tab/>
        <w:t>1.013e0</w:t>
      </w:r>
    </w:p>
    <w:p w:rsidR="00E00D30" w:rsidRDefault="00E00D30" w:rsidP="00E00D30">
      <w:r>
        <w:t>243.6296</w:t>
      </w:r>
      <w:r>
        <w:tab/>
        <w:t>1.013e0</w:t>
      </w:r>
    </w:p>
    <w:p w:rsidR="00E00D30" w:rsidRDefault="00E00D30" w:rsidP="00E00D30">
      <w:r>
        <w:t>243.6373</w:t>
      </w:r>
      <w:r>
        <w:tab/>
        <w:t>1.013e0</w:t>
      </w:r>
    </w:p>
    <w:p w:rsidR="00E00D30" w:rsidRDefault="00E00D30" w:rsidP="00E00D30">
      <w:r>
        <w:t>243.6414</w:t>
      </w:r>
      <w:r>
        <w:tab/>
        <w:t>1.013e0</w:t>
      </w:r>
    </w:p>
    <w:p w:rsidR="00E00D30" w:rsidRDefault="00E00D30" w:rsidP="00E00D30">
      <w:r>
        <w:t>243.6622</w:t>
      </w:r>
      <w:r>
        <w:tab/>
        <w:t>1.013e0</w:t>
      </w:r>
    </w:p>
    <w:p w:rsidR="00E00D30" w:rsidRDefault="00E00D30" w:rsidP="00E00D30">
      <w:r>
        <w:t>243.7030</w:t>
      </w:r>
      <w:r>
        <w:tab/>
        <w:t>1.013e0</w:t>
      </w:r>
    </w:p>
    <w:p w:rsidR="00E00D30" w:rsidRDefault="00E00D30" w:rsidP="00E00D30">
      <w:r>
        <w:t>243.7166</w:t>
      </w:r>
      <w:r>
        <w:tab/>
        <w:t>1.013e0</w:t>
      </w:r>
    </w:p>
    <w:p w:rsidR="00E00D30" w:rsidRDefault="00E00D30" w:rsidP="00E00D30">
      <w:r>
        <w:t>243.7407</w:t>
      </w:r>
      <w:r>
        <w:tab/>
        <w:t>1.013e0</w:t>
      </w:r>
    </w:p>
    <w:p w:rsidR="00E00D30" w:rsidRDefault="00E00D30" w:rsidP="00E00D30">
      <w:r>
        <w:t>243.7706</w:t>
      </w:r>
      <w:r>
        <w:tab/>
        <w:t>2.025e0</w:t>
      </w:r>
    </w:p>
    <w:p w:rsidR="00E00D30" w:rsidRDefault="00E00D30" w:rsidP="00E00D30">
      <w:r>
        <w:t>243.8032</w:t>
      </w:r>
      <w:r>
        <w:tab/>
        <w:t>1.013e0</w:t>
      </w:r>
    </w:p>
    <w:p w:rsidR="00E00D30" w:rsidRDefault="00E00D30" w:rsidP="00E00D30">
      <w:r>
        <w:lastRenderedPageBreak/>
        <w:t>243.8078</w:t>
      </w:r>
      <w:r>
        <w:tab/>
        <w:t>1.013e0</w:t>
      </w:r>
    </w:p>
    <w:p w:rsidR="00E00D30" w:rsidRDefault="00E00D30" w:rsidP="00E00D30">
      <w:r>
        <w:t>243.8150</w:t>
      </w:r>
      <w:r>
        <w:tab/>
        <w:t>2.025e0</w:t>
      </w:r>
    </w:p>
    <w:p w:rsidR="00E00D30" w:rsidRDefault="00E00D30" w:rsidP="00E00D30">
      <w:r>
        <w:t>243.8285</w:t>
      </w:r>
      <w:r>
        <w:tab/>
        <w:t>1.013e0</w:t>
      </w:r>
    </w:p>
    <w:p w:rsidR="00E00D30" w:rsidRDefault="00E00D30" w:rsidP="00E00D30">
      <w:r>
        <w:t>243.8488</w:t>
      </w:r>
      <w:r>
        <w:tab/>
        <w:t>1.013e0</w:t>
      </w:r>
    </w:p>
    <w:p w:rsidR="00E00D30" w:rsidRDefault="00E00D30" w:rsidP="00E00D30">
      <w:r>
        <w:t>243.8536</w:t>
      </w:r>
      <w:r>
        <w:tab/>
        <w:t>1.013e0</w:t>
      </w:r>
    </w:p>
    <w:p w:rsidR="00E00D30" w:rsidRDefault="00E00D30" w:rsidP="00E00D30">
      <w:r>
        <w:t>243.8579</w:t>
      </w:r>
      <w:r>
        <w:tab/>
        <w:t>1.013e0</w:t>
      </w:r>
    </w:p>
    <w:p w:rsidR="00E00D30" w:rsidRDefault="00E00D30" w:rsidP="00E00D30">
      <w:r>
        <w:t>243.8856</w:t>
      </w:r>
      <w:r>
        <w:tab/>
        <w:t>1.013e0</w:t>
      </w:r>
    </w:p>
    <w:p w:rsidR="00E00D30" w:rsidRDefault="00E00D30" w:rsidP="00E00D30">
      <w:r>
        <w:t>243.9314</w:t>
      </w:r>
      <w:r>
        <w:tab/>
        <w:t>1.013e0</w:t>
      </w:r>
    </w:p>
    <w:p w:rsidR="00E00D30" w:rsidRDefault="00E00D30" w:rsidP="00E00D30">
      <w:r>
        <w:t>243.9504</w:t>
      </w:r>
      <w:r>
        <w:tab/>
        <w:t>2.025e0</w:t>
      </w:r>
    </w:p>
    <w:p w:rsidR="00E00D30" w:rsidRDefault="00E00D30" w:rsidP="00E00D30">
      <w:r>
        <w:t>243.9529</w:t>
      </w:r>
      <w:r>
        <w:tab/>
        <w:t>2.025e0</w:t>
      </w:r>
    </w:p>
    <w:p w:rsidR="00E00D30" w:rsidRDefault="00E00D30" w:rsidP="00E00D30">
      <w:r>
        <w:t>243.9731</w:t>
      </w:r>
      <w:r>
        <w:tab/>
        <w:t>1.013e0</w:t>
      </w:r>
    </w:p>
    <w:p w:rsidR="00E00D30" w:rsidRDefault="00E00D30" w:rsidP="00E00D30">
      <w:r>
        <w:t>243.9945</w:t>
      </w:r>
      <w:r>
        <w:tab/>
        <w:t>1.013e0</w:t>
      </w:r>
    </w:p>
    <w:p w:rsidR="00E00D30" w:rsidRDefault="00E00D30" w:rsidP="00E00D30">
      <w:r>
        <w:t>243.9989</w:t>
      </w:r>
      <w:r>
        <w:tab/>
        <w:t>2.025e0</w:t>
      </w:r>
    </w:p>
    <w:p w:rsidR="00E00D30" w:rsidRDefault="00E00D30" w:rsidP="00E00D30">
      <w:r>
        <w:t>244.0108</w:t>
      </w:r>
      <w:r>
        <w:tab/>
        <w:t>1.013e0</w:t>
      </w:r>
    </w:p>
    <w:p w:rsidR="00E00D30" w:rsidRDefault="00E00D30" w:rsidP="00E00D30">
      <w:r>
        <w:t>244.0127</w:t>
      </w:r>
      <w:r>
        <w:tab/>
        <w:t>3.846e0</w:t>
      </w:r>
    </w:p>
    <w:p w:rsidR="00E00D30" w:rsidRDefault="00E00D30" w:rsidP="00E00D30">
      <w:r>
        <w:t>244.0149</w:t>
      </w:r>
      <w:r>
        <w:tab/>
        <w:t>5.063e0</w:t>
      </w:r>
    </w:p>
    <w:p w:rsidR="00E00D30" w:rsidRDefault="00E00D30" w:rsidP="00E00D30">
      <w:r>
        <w:t>244.0189</w:t>
      </w:r>
      <w:r>
        <w:tab/>
        <w:t>2.025e0</w:t>
      </w:r>
    </w:p>
    <w:p w:rsidR="00E00D30" w:rsidRDefault="00E00D30" w:rsidP="00E00D30">
      <w:r>
        <w:t>244.0298</w:t>
      </w:r>
      <w:r>
        <w:tab/>
        <w:t>4.051e0</w:t>
      </w:r>
    </w:p>
    <w:p w:rsidR="00E00D30" w:rsidRDefault="00E00D30" w:rsidP="00E00D30">
      <w:r>
        <w:t>244.0355</w:t>
      </w:r>
      <w:r>
        <w:tab/>
        <w:t>1.013e0</w:t>
      </w:r>
    </w:p>
    <w:p w:rsidR="00E00D30" w:rsidRDefault="00E00D30" w:rsidP="00E00D30">
      <w:r>
        <w:lastRenderedPageBreak/>
        <w:t>244.0489</w:t>
      </w:r>
      <w:r>
        <w:tab/>
        <w:t>1.013e0</w:t>
      </w:r>
    </w:p>
    <w:p w:rsidR="00E00D30" w:rsidRDefault="00E00D30" w:rsidP="00E00D30">
      <w:r>
        <w:t>244.0529</w:t>
      </w:r>
      <w:r>
        <w:tab/>
        <w:t>2.025e0</w:t>
      </w:r>
    </w:p>
    <w:p w:rsidR="00E00D30" w:rsidRDefault="00E00D30" w:rsidP="00E00D30">
      <w:r>
        <w:t>244.0606</w:t>
      </w:r>
      <w:r>
        <w:tab/>
        <w:t>3.038e0</w:t>
      </w:r>
    </w:p>
    <w:p w:rsidR="00E00D30" w:rsidRDefault="00E00D30" w:rsidP="00E00D30">
      <w:r>
        <w:t>244.0686</w:t>
      </w:r>
      <w:r>
        <w:tab/>
        <w:t>1.013e0</w:t>
      </w:r>
    </w:p>
    <w:p w:rsidR="00E00D30" w:rsidRDefault="00E00D30" w:rsidP="00E00D30">
      <w:r>
        <w:t>244.0701</w:t>
      </w:r>
      <w:r>
        <w:tab/>
        <w:t>3.038e0</w:t>
      </w:r>
    </w:p>
    <w:p w:rsidR="00E00D30" w:rsidRDefault="00E00D30" w:rsidP="00E00D30">
      <w:r>
        <w:t>244.0809</w:t>
      </w:r>
      <w:r>
        <w:tab/>
        <w:t>1.013e0</w:t>
      </w:r>
    </w:p>
    <w:p w:rsidR="00E00D30" w:rsidRDefault="00E00D30" w:rsidP="00E00D30">
      <w:r>
        <w:t>244.0905</w:t>
      </w:r>
      <w:r>
        <w:tab/>
        <w:t>1.013e0</w:t>
      </w:r>
    </w:p>
    <w:p w:rsidR="00E00D30" w:rsidRDefault="00E00D30" w:rsidP="00E00D30">
      <w:r>
        <w:t>244.1104</w:t>
      </w:r>
      <w:r>
        <w:tab/>
        <w:t>2.025e0</w:t>
      </w:r>
    </w:p>
    <w:p w:rsidR="00E00D30" w:rsidRDefault="00E00D30" w:rsidP="00E00D30">
      <w:r>
        <w:t>244.1227</w:t>
      </w:r>
      <w:r>
        <w:tab/>
        <w:t>2.025e0</w:t>
      </w:r>
    </w:p>
    <w:p w:rsidR="00E00D30" w:rsidRDefault="00E00D30" w:rsidP="00E00D30">
      <w:r>
        <w:t>244.1522</w:t>
      </w:r>
      <w:r>
        <w:tab/>
        <w:t>2.025e0</w:t>
      </w:r>
    </w:p>
    <w:p w:rsidR="00E00D30" w:rsidRDefault="00E00D30" w:rsidP="00E00D30">
      <w:r>
        <w:t>244.1599</w:t>
      </w:r>
      <w:r>
        <w:tab/>
        <w:t>1.013e0</w:t>
      </w:r>
    </w:p>
    <w:p w:rsidR="00E00D30" w:rsidRDefault="00E00D30" w:rsidP="00E00D30">
      <w:r>
        <w:t>244.1722</w:t>
      </w:r>
      <w:r>
        <w:tab/>
        <w:t>1.013e0</w:t>
      </w:r>
    </w:p>
    <w:p w:rsidR="00E00D30" w:rsidRDefault="00E00D30" w:rsidP="00E00D30">
      <w:r>
        <w:t>244.1870</w:t>
      </w:r>
      <w:r>
        <w:tab/>
        <w:t>4.051e0</w:t>
      </w:r>
    </w:p>
    <w:p w:rsidR="00E00D30" w:rsidRDefault="00E00D30" w:rsidP="00E00D30">
      <w:r>
        <w:t>244.1901</w:t>
      </w:r>
      <w:r>
        <w:tab/>
        <w:t>1.013e0</w:t>
      </w:r>
    </w:p>
    <w:p w:rsidR="00E00D30" w:rsidRDefault="00E00D30" w:rsidP="00E00D30">
      <w:r>
        <w:t>244.1942</w:t>
      </w:r>
      <w:r>
        <w:tab/>
        <w:t>1.013e0</w:t>
      </w:r>
    </w:p>
    <w:p w:rsidR="00E00D30" w:rsidRDefault="00E00D30" w:rsidP="00E00D30">
      <w:r>
        <w:t>244.1982</w:t>
      </w:r>
      <w:r>
        <w:tab/>
        <w:t>1.013e0</w:t>
      </w:r>
    </w:p>
    <w:p w:rsidR="00E00D30" w:rsidRDefault="00E00D30" w:rsidP="00E00D30">
      <w:r>
        <w:t>244.2018</w:t>
      </w:r>
      <w:r>
        <w:tab/>
        <w:t>4.051e0</w:t>
      </w:r>
    </w:p>
    <w:p w:rsidR="00E00D30" w:rsidRDefault="00E00D30" w:rsidP="00E00D30">
      <w:r>
        <w:t>244.2141</w:t>
      </w:r>
      <w:r>
        <w:tab/>
        <w:t>3.038e0</w:t>
      </w:r>
    </w:p>
    <w:p w:rsidR="00E00D30" w:rsidRDefault="00E00D30" w:rsidP="00E00D30">
      <w:r>
        <w:t>244.2269</w:t>
      </w:r>
      <w:r>
        <w:tab/>
        <w:t>1.013e0</w:t>
      </w:r>
    </w:p>
    <w:p w:rsidR="00E00D30" w:rsidRDefault="00E00D30" w:rsidP="00E00D30">
      <w:r>
        <w:lastRenderedPageBreak/>
        <w:t>244.2554</w:t>
      </w:r>
      <w:r>
        <w:tab/>
        <w:t>1.013e0</w:t>
      </w:r>
    </w:p>
    <w:p w:rsidR="00E00D30" w:rsidRDefault="00E00D30" w:rsidP="00E00D30">
      <w:r>
        <w:t>244.2817</w:t>
      </w:r>
      <w:r>
        <w:tab/>
        <w:t>3.038e0</w:t>
      </w:r>
    </w:p>
    <w:p w:rsidR="00E00D30" w:rsidRDefault="00E00D30" w:rsidP="00E00D30">
      <w:r>
        <w:t>244.2973</w:t>
      </w:r>
      <w:r>
        <w:tab/>
        <w:t>1.013e0</w:t>
      </w:r>
    </w:p>
    <w:p w:rsidR="00E00D30" w:rsidRDefault="00E00D30" w:rsidP="00E00D30">
      <w:r>
        <w:t>244.3093</w:t>
      </w:r>
      <w:r>
        <w:tab/>
        <w:t>1.013e0</w:t>
      </w:r>
    </w:p>
    <w:p w:rsidR="00E00D30" w:rsidRDefault="00E00D30" w:rsidP="00E00D30">
      <w:r>
        <w:t>244.3272</w:t>
      </w:r>
      <w:r>
        <w:tab/>
        <w:t>1.013e0</w:t>
      </w:r>
    </w:p>
    <w:p w:rsidR="00E00D30" w:rsidRDefault="00E00D30" w:rsidP="00E00D30">
      <w:r>
        <w:t>244.3354</w:t>
      </w:r>
      <w:r>
        <w:tab/>
        <w:t>1.013e0</w:t>
      </w:r>
    </w:p>
    <w:p w:rsidR="00E00D30" w:rsidRDefault="00E00D30" w:rsidP="00E00D30">
      <w:r>
        <w:t>244.3639</w:t>
      </w:r>
      <w:r>
        <w:tab/>
        <w:t>3.038e0</w:t>
      </w:r>
    </w:p>
    <w:p w:rsidR="00E00D30" w:rsidRDefault="00E00D30" w:rsidP="00E00D30">
      <w:r>
        <w:t>244.3811</w:t>
      </w:r>
      <w:r>
        <w:tab/>
        <w:t>1.013e0</w:t>
      </w:r>
    </w:p>
    <w:p w:rsidR="00E00D30" w:rsidRDefault="00E00D30" w:rsidP="00E00D30">
      <w:r>
        <w:t>244.3965</w:t>
      </w:r>
      <w:r>
        <w:tab/>
        <w:t>1.013e0</w:t>
      </w:r>
    </w:p>
    <w:p w:rsidR="00E00D30" w:rsidRDefault="00E00D30" w:rsidP="00E00D30">
      <w:r>
        <w:t>244.4046</w:t>
      </w:r>
      <w:r>
        <w:tab/>
        <w:t>1.013e0</w:t>
      </w:r>
    </w:p>
    <w:p w:rsidR="00E00D30" w:rsidRDefault="00E00D30" w:rsidP="00E00D30">
      <w:r>
        <w:t>244.4139</w:t>
      </w:r>
      <w:r>
        <w:tab/>
        <w:t>1.013e0</w:t>
      </w:r>
    </w:p>
    <w:p w:rsidR="00E00D30" w:rsidRDefault="00E00D30" w:rsidP="00E00D30">
      <w:r>
        <w:t>244.4185</w:t>
      </w:r>
      <w:r>
        <w:tab/>
        <w:t>1.013e0</w:t>
      </w:r>
    </w:p>
    <w:p w:rsidR="00E00D30" w:rsidRDefault="00E00D30" w:rsidP="00E00D30">
      <w:r>
        <w:t>244.4880</w:t>
      </w:r>
      <w:r>
        <w:tab/>
        <w:t>1.013e0</w:t>
      </w:r>
    </w:p>
    <w:p w:rsidR="00E00D30" w:rsidRDefault="00E00D30" w:rsidP="00E00D30">
      <w:r>
        <w:t>244.4960</w:t>
      </w:r>
      <w:r>
        <w:tab/>
        <w:t>1.013e0</w:t>
      </w:r>
    </w:p>
    <w:p w:rsidR="00E00D30" w:rsidRDefault="00E00D30" w:rsidP="00E00D30">
      <w:r>
        <w:t>244.5180</w:t>
      </w:r>
      <w:r>
        <w:tab/>
        <w:t>1.013e0</w:t>
      </w:r>
    </w:p>
    <w:p w:rsidR="00E00D30" w:rsidRDefault="00E00D30" w:rsidP="00E00D30">
      <w:r>
        <w:t>244.5282</w:t>
      </w:r>
      <w:r>
        <w:tab/>
        <w:t>2.025e0</w:t>
      </w:r>
    </w:p>
    <w:p w:rsidR="00E00D30" w:rsidRDefault="00E00D30" w:rsidP="00E00D30">
      <w:r>
        <w:t>244.5511</w:t>
      </w:r>
      <w:r>
        <w:tab/>
        <w:t>1.013e0</w:t>
      </w:r>
    </w:p>
    <w:p w:rsidR="00E00D30" w:rsidRDefault="00E00D30" w:rsidP="00E00D30">
      <w:r>
        <w:t>244.5552</w:t>
      </w:r>
      <w:r>
        <w:tab/>
        <w:t>1.013e0</w:t>
      </w:r>
    </w:p>
    <w:p w:rsidR="00E00D30" w:rsidRDefault="00E00D30" w:rsidP="00E00D30">
      <w:r>
        <w:t>244.5565</w:t>
      </w:r>
      <w:r>
        <w:tab/>
        <w:t>4.051e0</w:t>
      </w:r>
    </w:p>
    <w:p w:rsidR="00E00D30" w:rsidRDefault="00E00D30" w:rsidP="00E00D30">
      <w:r>
        <w:lastRenderedPageBreak/>
        <w:t>244.5639</w:t>
      </w:r>
      <w:r>
        <w:tab/>
        <w:t>1.013e0</w:t>
      </w:r>
    </w:p>
    <w:p w:rsidR="00E00D30" w:rsidRDefault="00E00D30" w:rsidP="00E00D30">
      <w:r>
        <w:t>244.5681</w:t>
      </w:r>
      <w:r>
        <w:tab/>
        <w:t>1.013e0</w:t>
      </w:r>
    </w:p>
    <w:p w:rsidR="00E00D30" w:rsidRDefault="00E00D30" w:rsidP="00E00D30">
      <w:r>
        <w:t>244.5834</w:t>
      </w:r>
      <w:r>
        <w:tab/>
        <w:t>1.013e0</w:t>
      </w:r>
    </w:p>
    <w:p w:rsidR="00E00D30" w:rsidRDefault="00E00D30" w:rsidP="00E00D30">
      <w:r>
        <w:t>244.6056</w:t>
      </w:r>
      <w:r>
        <w:tab/>
        <w:t>1.013e0</w:t>
      </w:r>
    </w:p>
    <w:p w:rsidR="00E00D30" w:rsidRDefault="00E00D30" w:rsidP="00E00D30">
      <w:r>
        <w:t>244.6098</w:t>
      </w:r>
      <w:r>
        <w:tab/>
        <w:t>2.025e0</w:t>
      </w:r>
    </w:p>
    <w:p w:rsidR="00E00D30" w:rsidRDefault="00E00D30" w:rsidP="00E00D30">
      <w:r>
        <w:t>244.6134</w:t>
      </w:r>
      <w:r>
        <w:tab/>
        <w:t>1.013e0</w:t>
      </w:r>
    </w:p>
    <w:p w:rsidR="00E00D30" w:rsidRDefault="00E00D30" w:rsidP="00E00D30">
      <w:r>
        <w:t>244.6178</w:t>
      </w:r>
      <w:r>
        <w:tab/>
        <w:t>1.013e0</w:t>
      </w:r>
    </w:p>
    <w:p w:rsidR="00E00D30" w:rsidRDefault="00E00D30" w:rsidP="00E00D30">
      <w:r>
        <w:t>244.6254</w:t>
      </w:r>
      <w:r>
        <w:tab/>
        <w:t>1.013e0</w:t>
      </w:r>
    </w:p>
    <w:p w:rsidR="00E00D30" w:rsidRDefault="00E00D30" w:rsidP="00E00D30">
      <w:r>
        <w:t>244.6334</w:t>
      </w:r>
      <w:r>
        <w:tab/>
        <w:t>1.013e0</w:t>
      </w:r>
    </w:p>
    <w:p w:rsidR="00E00D30" w:rsidRDefault="00E00D30" w:rsidP="00E00D30">
      <w:r>
        <w:t>244.6420</w:t>
      </w:r>
      <w:r>
        <w:tab/>
        <w:t>1.013e0</w:t>
      </w:r>
    </w:p>
    <w:p w:rsidR="00E00D30" w:rsidRDefault="00E00D30" w:rsidP="00E00D30">
      <w:r>
        <w:t>244.6555</w:t>
      </w:r>
      <w:r>
        <w:tab/>
        <w:t>1.013e0</w:t>
      </w:r>
    </w:p>
    <w:p w:rsidR="00E00D30" w:rsidRDefault="00E00D30" w:rsidP="00E00D30">
      <w:r>
        <w:t>244.6710</w:t>
      </w:r>
      <w:r>
        <w:tab/>
        <w:t>2.025e0</w:t>
      </w:r>
    </w:p>
    <w:p w:rsidR="00E00D30" w:rsidRDefault="00E00D30" w:rsidP="00E00D30">
      <w:r>
        <w:t>244.6751</w:t>
      </w:r>
      <w:r>
        <w:tab/>
        <w:t>2.025e0</w:t>
      </w:r>
    </w:p>
    <w:p w:rsidR="00E00D30" w:rsidRDefault="00E00D30" w:rsidP="00E00D30">
      <w:r>
        <w:t>244.6835</w:t>
      </w:r>
      <w:r>
        <w:tab/>
        <w:t>1.013e0</w:t>
      </w:r>
    </w:p>
    <w:p w:rsidR="00E00D30" w:rsidRDefault="00E00D30" w:rsidP="00E00D30">
      <w:r>
        <w:t>244.7132</w:t>
      </w:r>
      <w:r>
        <w:tab/>
        <w:t>1.013e0</w:t>
      </w:r>
    </w:p>
    <w:p w:rsidR="00E00D30" w:rsidRDefault="00E00D30" w:rsidP="00E00D30">
      <w:r>
        <w:t>244.7169</w:t>
      </w:r>
      <w:r>
        <w:tab/>
        <w:t>1.013e0</w:t>
      </w:r>
    </w:p>
    <w:p w:rsidR="00E00D30" w:rsidRDefault="00E00D30" w:rsidP="00E00D30">
      <w:r>
        <w:t>244.7334</w:t>
      </w:r>
      <w:r>
        <w:tab/>
        <w:t>1.013e0</w:t>
      </w:r>
    </w:p>
    <w:p w:rsidR="00E00D30" w:rsidRDefault="00E00D30" w:rsidP="00E00D30">
      <w:r>
        <w:t>244.7470</w:t>
      </w:r>
      <w:r>
        <w:tab/>
        <w:t>1.013e0</w:t>
      </w:r>
    </w:p>
    <w:p w:rsidR="00E00D30" w:rsidRDefault="00E00D30" w:rsidP="00E00D30">
      <w:r>
        <w:t>244.7547</w:t>
      </w:r>
      <w:r>
        <w:tab/>
        <w:t>1.013e0</w:t>
      </w:r>
    </w:p>
    <w:p w:rsidR="00E00D30" w:rsidRDefault="00E00D30" w:rsidP="00E00D30">
      <w:r>
        <w:lastRenderedPageBreak/>
        <w:t>244.8043</w:t>
      </w:r>
      <w:r>
        <w:tab/>
        <w:t>1.013e0</w:t>
      </w:r>
    </w:p>
    <w:p w:rsidR="00E00D30" w:rsidRDefault="00E00D30" w:rsidP="00E00D30">
      <w:r>
        <w:t>244.8083</w:t>
      </w:r>
      <w:r>
        <w:tab/>
        <w:t>1.013e0</w:t>
      </w:r>
    </w:p>
    <w:p w:rsidR="00E00D30" w:rsidRDefault="00E00D30" w:rsidP="00E00D30">
      <w:r>
        <w:t>244.8205</w:t>
      </w:r>
      <w:r>
        <w:tab/>
        <w:t>1.013e0</w:t>
      </w:r>
    </w:p>
    <w:p w:rsidR="00E00D30" w:rsidRDefault="00E00D30" w:rsidP="00E00D30">
      <w:r>
        <w:t>244.8582</w:t>
      </w:r>
      <w:r>
        <w:tab/>
        <w:t>1.013e0</w:t>
      </w:r>
    </w:p>
    <w:p w:rsidR="00E00D30" w:rsidRDefault="00E00D30" w:rsidP="00E00D30">
      <w:r>
        <w:t>244.8799</w:t>
      </w:r>
      <w:r>
        <w:tab/>
        <w:t>1.013e0</w:t>
      </w:r>
    </w:p>
    <w:p w:rsidR="00E00D30" w:rsidRDefault="00E00D30" w:rsidP="00E00D30">
      <w:r>
        <w:t>244.8842</w:t>
      </w:r>
      <w:r>
        <w:tab/>
        <w:t>1.013e0</w:t>
      </w:r>
    </w:p>
    <w:p w:rsidR="00E00D30" w:rsidRDefault="00E00D30" w:rsidP="00E00D30">
      <w:r>
        <w:t>244.8881</w:t>
      </w:r>
      <w:r>
        <w:tab/>
        <w:t>1.013e0</w:t>
      </w:r>
    </w:p>
    <w:p w:rsidR="00E00D30" w:rsidRDefault="00E00D30" w:rsidP="00E00D30">
      <w:r>
        <w:t>244.9252</w:t>
      </w:r>
      <w:r>
        <w:tab/>
        <w:t>1.013e0</w:t>
      </w:r>
    </w:p>
    <w:p w:rsidR="00E00D30" w:rsidRDefault="00E00D30" w:rsidP="00E00D30">
      <w:r>
        <w:t>244.9458</w:t>
      </w:r>
      <w:r>
        <w:tab/>
        <w:t>1.013e0</w:t>
      </w:r>
    </w:p>
    <w:p w:rsidR="00E00D30" w:rsidRDefault="00E00D30" w:rsidP="00E00D30">
      <w:r>
        <w:t>244.9496</w:t>
      </w:r>
      <w:r>
        <w:tab/>
        <w:t>1.013e0</w:t>
      </w:r>
    </w:p>
    <w:p w:rsidR="00E00D30" w:rsidRDefault="00E00D30" w:rsidP="00E00D30">
      <w:r>
        <w:t>244.9665</w:t>
      </w:r>
      <w:r>
        <w:tab/>
        <w:t>1.013e0</w:t>
      </w:r>
    </w:p>
    <w:p w:rsidR="00E00D30" w:rsidRDefault="00E00D30" w:rsidP="00E00D30">
      <w:r>
        <w:t>244.9836</w:t>
      </w:r>
      <w:r>
        <w:tab/>
        <w:t>3.038e0</w:t>
      </w:r>
    </w:p>
    <w:p w:rsidR="00E00D30" w:rsidRDefault="00E00D30" w:rsidP="00E00D30">
      <w:r>
        <w:t>244.9936</w:t>
      </w:r>
      <w:r>
        <w:tab/>
        <w:t>3.856e0</w:t>
      </w:r>
    </w:p>
    <w:p w:rsidR="00E00D30" w:rsidRDefault="00E00D30" w:rsidP="00E00D30">
      <w:r>
        <w:t>245.0171</w:t>
      </w:r>
      <w:r>
        <w:tab/>
        <w:t>9.114e0</w:t>
      </w:r>
    </w:p>
    <w:p w:rsidR="00E00D30" w:rsidRDefault="00E00D30" w:rsidP="00E00D30">
      <w:r>
        <w:t>245.0249</w:t>
      </w:r>
      <w:r>
        <w:tab/>
        <w:t>1.499e1</w:t>
      </w:r>
    </w:p>
    <w:p w:rsidR="00E00D30" w:rsidRDefault="00E00D30" w:rsidP="00E00D30">
      <w:r>
        <w:t>245.0262</w:t>
      </w:r>
      <w:r>
        <w:tab/>
        <w:t>4.000e1</w:t>
      </w:r>
    </w:p>
    <w:p w:rsidR="00E00D30" w:rsidRDefault="00E00D30" w:rsidP="00E00D30">
      <w:r>
        <w:t>245.0302</w:t>
      </w:r>
      <w:r>
        <w:tab/>
        <w:t>1.519e1</w:t>
      </w:r>
    </w:p>
    <w:p w:rsidR="00E00D30" w:rsidRDefault="00E00D30" w:rsidP="00E00D30">
      <w:r>
        <w:t>245.0325</w:t>
      </w:r>
      <w:r>
        <w:tab/>
        <w:t>1.620e1</w:t>
      </w:r>
    </w:p>
    <w:p w:rsidR="00E00D30" w:rsidRDefault="00E00D30" w:rsidP="00E00D30">
      <w:r>
        <w:t>245.0346</w:t>
      </w:r>
      <w:r>
        <w:tab/>
        <w:t>2.228e1</w:t>
      </w:r>
    </w:p>
    <w:p w:rsidR="00E00D30" w:rsidRDefault="00E00D30" w:rsidP="00E00D30">
      <w:r>
        <w:lastRenderedPageBreak/>
        <w:t>245.0408</w:t>
      </w:r>
      <w:r>
        <w:tab/>
        <w:t>5.769e0</w:t>
      </w:r>
    </w:p>
    <w:p w:rsidR="00E00D30" w:rsidRDefault="00E00D30" w:rsidP="00E00D30">
      <w:r>
        <w:t>245.0433</w:t>
      </w:r>
      <w:r>
        <w:tab/>
        <w:t>5.569e0</w:t>
      </w:r>
    </w:p>
    <w:p w:rsidR="00E00D30" w:rsidRDefault="00E00D30" w:rsidP="00E00D30">
      <w:r>
        <w:t>245.0831</w:t>
      </w:r>
      <w:r>
        <w:tab/>
        <w:t>1.013e0</w:t>
      </w:r>
    </w:p>
    <w:p w:rsidR="00E00D30" w:rsidRDefault="00E00D30" w:rsidP="00E00D30">
      <w:r>
        <w:t>245.0872</w:t>
      </w:r>
      <w:r>
        <w:tab/>
        <w:t>2.025e0</w:t>
      </w:r>
    </w:p>
    <w:p w:rsidR="00E00D30" w:rsidRDefault="00E00D30" w:rsidP="00E00D30">
      <w:r>
        <w:t>245.0993</w:t>
      </w:r>
      <w:r>
        <w:tab/>
        <w:t>4.239e0</w:t>
      </w:r>
    </w:p>
    <w:p w:rsidR="00E00D30" w:rsidRDefault="00E00D30" w:rsidP="00E00D30">
      <w:r>
        <w:t>245.1063</w:t>
      </w:r>
      <w:r>
        <w:tab/>
        <w:t>2.025e0</w:t>
      </w:r>
    </w:p>
    <w:p w:rsidR="00E00D30" w:rsidRDefault="00E00D30" w:rsidP="00E00D30">
      <w:r>
        <w:t>245.1082</w:t>
      </w:r>
      <w:r>
        <w:tab/>
        <w:t>1.013e0</w:t>
      </w:r>
    </w:p>
    <w:p w:rsidR="00E00D30" w:rsidRDefault="00E00D30" w:rsidP="00E00D30">
      <w:r>
        <w:t>245.1249</w:t>
      </w:r>
      <w:r>
        <w:tab/>
        <w:t>1.013e0</w:t>
      </w:r>
    </w:p>
    <w:p w:rsidR="00E00D30" w:rsidRDefault="00E00D30" w:rsidP="00E00D30">
      <w:r>
        <w:t>245.1268</w:t>
      </w:r>
      <w:r>
        <w:tab/>
        <w:t>2.025e0</w:t>
      </w:r>
    </w:p>
    <w:p w:rsidR="00E00D30" w:rsidRDefault="00E00D30" w:rsidP="00E00D30">
      <w:r>
        <w:t>245.1301</w:t>
      </w:r>
      <w:r>
        <w:tab/>
        <w:t>3.038e0</w:t>
      </w:r>
    </w:p>
    <w:p w:rsidR="00E00D30" w:rsidRDefault="00E00D30" w:rsidP="00E00D30">
      <w:r>
        <w:t>245.1370</w:t>
      </w:r>
      <w:r>
        <w:tab/>
        <w:t>2.025e0</w:t>
      </w:r>
    </w:p>
    <w:p w:rsidR="00E00D30" w:rsidRDefault="00E00D30" w:rsidP="00E00D30">
      <w:r>
        <w:t>245.1390</w:t>
      </w:r>
      <w:r>
        <w:tab/>
        <w:t>2.025e0</w:t>
      </w:r>
    </w:p>
    <w:p w:rsidR="00E00D30" w:rsidRDefault="00E00D30" w:rsidP="00E00D30">
      <w:r>
        <w:t>245.1448</w:t>
      </w:r>
      <w:r>
        <w:tab/>
        <w:t>1.013e0</w:t>
      </w:r>
    </w:p>
    <w:p w:rsidR="00E00D30" w:rsidRDefault="00E00D30" w:rsidP="00E00D30">
      <w:r>
        <w:t>245.1494</w:t>
      </w:r>
      <w:r>
        <w:tab/>
        <w:t>1.013e0</w:t>
      </w:r>
    </w:p>
    <w:p w:rsidR="00E00D30" w:rsidRDefault="00E00D30" w:rsidP="00E00D30">
      <w:r>
        <w:t>245.1736</w:t>
      </w:r>
      <w:r>
        <w:tab/>
        <w:t>3.038e0</w:t>
      </w:r>
    </w:p>
    <w:p w:rsidR="00E00D30" w:rsidRDefault="00E00D30" w:rsidP="00E00D30">
      <w:r>
        <w:t>245.1824</w:t>
      </w:r>
      <w:r>
        <w:tab/>
        <w:t>1.013e0</w:t>
      </w:r>
    </w:p>
    <w:p w:rsidR="00E00D30" w:rsidRDefault="00E00D30" w:rsidP="00E00D30">
      <w:r>
        <w:t>245.1844</w:t>
      </w:r>
      <w:r>
        <w:tab/>
        <w:t>2.025e0</w:t>
      </w:r>
    </w:p>
    <w:p w:rsidR="00E00D30" w:rsidRDefault="00E00D30" w:rsidP="00E00D30">
      <w:r>
        <w:t>245.1864</w:t>
      </w:r>
      <w:r>
        <w:tab/>
        <w:t>1.013e0</w:t>
      </w:r>
    </w:p>
    <w:p w:rsidR="00E00D30" w:rsidRDefault="00E00D30" w:rsidP="00E00D30">
      <w:r>
        <w:t>245.1905</w:t>
      </w:r>
      <w:r>
        <w:tab/>
        <w:t>1.013e0</w:t>
      </w:r>
    </w:p>
    <w:p w:rsidR="00E00D30" w:rsidRDefault="00E00D30" w:rsidP="00E00D30">
      <w:r>
        <w:lastRenderedPageBreak/>
        <w:t>245.2041</w:t>
      </w:r>
      <w:r>
        <w:tab/>
        <w:t>1.013e0</w:t>
      </w:r>
    </w:p>
    <w:p w:rsidR="00E00D30" w:rsidRDefault="00E00D30" w:rsidP="00E00D30">
      <w:r>
        <w:t>245.2146</w:t>
      </w:r>
      <w:r>
        <w:tab/>
        <w:t>2.025e0</w:t>
      </w:r>
    </w:p>
    <w:p w:rsidR="00E00D30" w:rsidRDefault="00E00D30" w:rsidP="00E00D30">
      <w:r>
        <w:t>245.2205</w:t>
      </w:r>
      <w:r>
        <w:tab/>
        <w:t>1.013e0</w:t>
      </w:r>
    </w:p>
    <w:p w:rsidR="00E00D30" w:rsidRDefault="00E00D30" w:rsidP="00E00D30">
      <w:r>
        <w:t>245.2282</w:t>
      </w:r>
      <w:r>
        <w:tab/>
        <w:t>1.013e0</w:t>
      </w:r>
    </w:p>
    <w:p w:rsidR="00E00D30" w:rsidRDefault="00E00D30" w:rsidP="00E00D30">
      <w:r>
        <w:t>245.2323</w:t>
      </w:r>
      <w:r>
        <w:tab/>
        <w:t>2.025e0</w:t>
      </w:r>
    </w:p>
    <w:p w:rsidR="00E00D30" w:rsidRDefault="00E00D30" w:rsidP="00E00D30">
      <w:r>
        <w:t>245.2545</w:t>
      </w:r>
      <w:r>
        <w:tab/>
        <w:t>1.013e0</w:t>
      </w:r>
    </w:p>
    <w:p w:rsidR="00E00D30" w:rsidRDefault="00E00D30" w:rsidP="00E00D30">
      <w:r>
        <w:t>245.2663</w:t>
      </w:r>
      <w:r>
        <w:tab/>
        <w:t>1.013e0</w:t>
      </w:r>
    </w:p>
    <w:p w:rsidR="00E00D30" w:rsidRDefault="00E00D30" w:rsidP="00E00D30">
      <w:r>
        <w:t>245.2702</w:t>
      </w:r>
      <w:r>
        <w:tab/>
        <w:t>1.013e0</w:t>
      </w:r>
    </w:p>
    <w:p w:rsidR="00E00D30" w:rsidRDefault="00E00D30" w:rsidP="00E00D30">
      <w:r>
        <w:t>245.2779</w:t>
      </w:r>
      <w:r>
        <w:tab/>
        <w:t>1.013e0</w:t>
      </w:r>
    </w:p>
    <w:p w:rsidR="00E00D30" w:rsidRDefault="00E00D30" w:rsidP="00E00D30">
      <w:r>
        <w:t>245.3006</w:t>
      </w:r>
      <w:r>
        <w:tab/>
        <w:t>1.013e0</w:t>
      </w:r>
    </w:p>
    <w:p w:rsidR="00E00D30" w:rsidRDefault="00E00D30" w:rsidP="00E00D30">
      <w:r>
        <w:t>245.3096</w:t>
      </w:r>
      <w:r>
        <w:tab/>
        <w:t>3.038e0</w:t>
      </w:r>
    </w:p>
    <w:p w:rsidR="00E00D30" w:rsidRDefault="00E00D30" w:rsidP="00E00D30">
      <w:r>
        <w:t>245.3160</w:t>
      </w:r>
      <w:r>
        <w:tab/>
        <w:t>1.013e0</w:t>
      </w:r>
    </w:p>
    <w:p w:rsidR="00E00D30" w:rsidRDefault="00E00D30" w:rsidP="00E00D30">
      <w:r>
        <w:t>245.3241</w:t>
      </w:r>
      <w:r>
        <w:tab/>
        <w:t>1.013e0</w:t>
      </w:r>
    </w:p>
    <w:p w:rsidR="00E00D30" w:rsidRDefault="00E00D30" w:rsidP="00E00D30">
      <w:r>
        <w:t>245.3461</w:t>
      </w:r>
      <w:r>
        <w:tab/>
        <w:t>2.025e0</w:t>
      </w:r>
    </w:p>
    <w:p w:rsidR="00E00D30" w:rsidRDefault="00E00D30" w:rsidP="00E00D30">
      <w:r>
        <w:t>245.3698</w:t>
      </w:r>
      <w:r>
        <w:tab/>
        <w:t>2.025e0</w:t>
      </w:r>
    </w:p>
    <w:p w:rsidR="00E00D30" w:rsidRDefault="00E00D30" w:rsidP="00E00D30">
      <w:r>
        <w:t>245.3826</w:t>
      </w:r>
      <w:r>
        <w:tab/>
        <w:t>1.013e0</w:t>
      </w:r>
    </w:p>
    <w:p w:rsidR="00E00D30" w:rsidRDefault="00E00D30" w:rsidP="00E00D30">
      <w:r>
        <w:t>245.3873</w:t>
      </w:r>
      <w:r>
        <w:tab/>
        <w:t>1.013e0</w:t>
      </w:r>
    </w:p>
    <w:p w:rsidR="00E00D30" w:rsidRDefault="00E00D30" w:rsidP="00E00D30">
      <w:r>
        <w:t>245.3915</w:t>
      </w:r>
      <w:r>
        <w:tab/>
        <w:t>2.025e0</w:t>
      </w:r>
    </w:p>
    <w:p w:rsidR="00E00D30" w:rsidRDefault="00E00D30" w:rsidP="00E00D30">
      <w:r>
        <w:t>245.4035</w:t>
      </w:r>
      <w:r>
        <w:tab/>
        <w:t>1.013e0</w:t>
      </w:r>
    </w:p>
    <w:p w:rsidR="00E00D30" w:rsidRDefault="00E00D30" w:rsidP="00E00D30">
      <w:r>
        <w:lastRenderedPageBreak/>
        <w:t>245.4993</w:t>
      </w:r>
      <w:r>
        <w:tab/>
        <w:t>1.013e0</w:t>
      </w:r>
    </w:p>
    <w:p w:rsidR="00E00D30" w:rsidRDefault="00E00D30" w:rsidP="00E00D30">
      <w:r>
        <w:t>245.5158</w:t>
      </w:r>
      <w:r>
        <w:tab/>
        <w:t>1.013e0</w:t>
      </w:r>
    </w:p>
    <w:p w:rsidR="00E00D30" w:rsidRDefault="00E00D30" w:rsidP="00E00D30">
      <w:r>
        <w:t>245.5201</w:t>
      </w:r>
      <w:r>
        <w:tab/>
        <w:t>1.013e0</w:t>
      </w:r>
    </w:p>
    <w:p w:rsidR="00E00D30" w:rsidRDefault="00E00D30" w:rsidP="00E00D30">
      <w:r>
        <w:t>245.5246</w:t>
      </w:r>
      <w:r>
        <w:tab/>
        <w:t>1.013e0</w:t>
      </w:r>
    </w:p>
    <w:p w:rsidR="00E00D30" w:rsidRDefault="00E00D30" w:rsidP="00E00D30">
      <w:r>
        <w:t>245.5374</w:t>
      </w:r>
      <w:r>
        <w:tab/>
        <w:t>1.013e0</w:t>
      </w:r>
    </w:p>
    <w:p w:rsidR="00E00D30" w:rsidRDefault="00E00D30" w:rsidP="00E00D30">
      <w:r>
        <w:t>245.5529</w:t>
      </w:r>
      <w:r>
        <w:tab/>
        <w:t>1.013e0</w:t>
      </w:r>
    </w:p>
    <w:p w:rsidR="00E00D30" w:rsidRDefault="00E00D30" w:rsidP="00E00D30">
      <w:r>
        <w:t>245.5566</w:t>
      </w:r>
      <w:r>
        <w:tab/>
        <w:t>1.013e0</w:t>
      </w:r>
    </w:p>
    <w:p w:rsidR="00E00D30" w:rsidRDefault="00E00D30" w:rsidP="00E00D30">
      <w:r>
        <w:t>245.5850</w:t>
      </w:r>
      <w:r>
        <w:tab/>
        <w:t>2.025e0</w:t>
      </w:r>
    </w:p>
    <w:p w:rsidR="00E00D30" w:rsidRDefault="00E00D30" w:rsidP="00E00D30">
      <w:r>
        <w:t>245.5870</w:t>
      </w:r>
      <w:r>
        <w:tab/>
        <w:t>2.025e0</w:t>
      </w:r>
    </w:p>
    <w:p w:rsidR="00E00D30" w:rsidRDefault="00E00D30" w:rsidP="00E00D30">
      <w:r>
        <w:t>245.5908</w:t>
      </w:r>
      <w:r>
        <w:tab/>
        <w:t>2.025e0</w:t>
      </w:r>
    </w:p>
    <w:p w:rsidR="00E00D30" w:rsidRDefault="00E00D30" w:rsidP="00E00D30">
      <w:r>
        <w:t>245.6142</w:t>
      </w:r>
      <w:r>
        <w:tab/>
        <w:t>2.025e0</w:t>
      </w:r>
    </w:p>
    <w:p w:rsidR="00E00D30" w:rsidRDefault="00E00D30" w:rsidP="00E00D30">
      <w:r>
        <w:t>245.6162</w:t>
      </w:r>
      <w:r>
        <w:tab/>
        <w:t>1.013e0</w:t>
      </w:r>
    </w:p>
    <w:p w:rsidR="00E00D30" w:rsidRDefault="00E00D30" w:rsidP="00E00D30">
      <w:r>
        <w:t>245.6445</w:t>
      </w:r>
      <w:r>
        <w:tab/>
        <w:t>2.025e0</w:t>
      </w:r>
    </w:p>
    <w:p w:rsidR="00E00D30" w:rsidRDefault="00E00D30" w:rsidP="00E00D30">
      <w:r>
        <w:t>245.6459</w:t>
      </w:r>
      <w:r>
        <w:tab/>
        <w:t>2.025e0</w:t>
      </w:r>
    </w:p>
    <w:p w:rsidR="00E00D30" w:rsidRDefault="00E00D30" w:rsidP="00E00D30">
      <w:r>
        <w:t>245.6621</w:t>
      </w:r>
      <w:r>
        <w:tab/>
        <w:t>1.013e0</w:t>
      </w:r>
    </w:p>
    <w:p w:rsidR="00E00D30" w:rsidRDefault="00E00D30" w:rsidP="00E00D30">
      <w:r>
        <w:t>245.6941</w:t>
      </w:r>
      <w:r>
        <w:tab/>
        <w:t>2.025e0</w:t>
      </w:r>
    </w:p>
    <w:p w:rsidR="00E00D30" w:rsidRDefault="00E00D30" w:rsidP="00E00D30">
      <w:r>
        <w:t>245.6988</w:t>
      </w:r>
      <w:r>
        <w:tab/>
        <w:t>1.013e0</w:t>
      </w:r>
    </w:p>
    <w:p w:rsidR="00E00D30" w:rsidRDefault="00E00D30" w:rsidP="00E00D30">
      <w:r>
        <w:t>245.7243</w:t>
      </w:r>
      <w:r>
        <w:tab/>
        <w:t>1.013e0</w:t>
      </w:r>
    </w:p>
    <w:p w:rsidR="00E00D30" w:rsidRDefault="00E00D30" w:rsidP="00E00D30">
      <w:r>
        <w:t>245.7286</w:t>
      </w:r>
      <w:r>
        <w:tab/>
        <w:t>1.013e0</w:t>
      </w:r>
    </w:p>
    <w:p w:rsidR="00E00D30" w:rsidRDefault="00E00D30" w:rsidP="00E00D30">
      <w:r>
        <w:lastRenderedPageBreak/>
        <w:t>245.7784</w:t>
      </w:r>
      <w:r>
        <w:tab/>
        <w:t>1.013e0</w:t>
      </w:r>
    </w:p>
    <w:p w:rsidR="00E00D30" w:rsidRDefault="00E00D30" w:rsidP="00E00D30">
      <w:r>
        <w:t>245.7859</w:t>
      </w:r>
      <w:r>
        <w:tab/>
        <w:t>1.013e0</w:t>
      </w:r>
    </w:p>
    <w:p w:rsidR="00E00D30" w:rsidRDefault="00E00D30" w:rsidP="00E00D30">
      <w:r>
        <w:t>245.7905</w:t>
      </w:r>
      <w:r>
        <w:tab/>
        <w:t>1.013e0</w:t>
      </w:r>
    </w:p>
    <w:p w:rsidR="00E00D30" w:rsidRDefault="00E00D30" w:rsidP="00E00D30">
      <w:r>
        <w:t>245.8499</w:t>
      </w:r>
      <w:r>
        <w:tab/>
        <w:t>1.013e0</w:t>
      </w:r>
    </w:p>
    <w:p w:rsidR="00E00D30" w:rsidRDefault="00E00D30" w:rsidP="00E00D30">
      <w:r>
        <w:t>245.8620</w:t>
      </w:r>
      <w:r>
        <w:tab/>
        <w:t>2.025e0</w:t>
      </w:r>
    </w:p>
    <w:p w:rsidR="00E00D30" w:rsidRDefault="00E00D30" w:rsidP="00E00D30">
      <w:r>
        <w:t>245.8736</w:t>
      </w:r>
      <w:r>
        <w:tab/>
        <w:t>1.013e0</w:t>
      </w:r>
    </w:p>
    <w:p w:rsidR="00E00D30" w:rsidRDefault="00E00D30" w:rsidP="00E00D30">
      <w:r>
        <w:t>245.8825</w:t>
      </w:r>
      <w:r>
        <w:tab/>
        <w:t>1.013e0</w:t>
      </w:r>
    </w:p>
    <w:p w:rsidR="00E00D30" w:rsidRDefault="00E00D30" w:rsidP="00E00D30">
      <w:r>
        <w:t>245.9077</w:t>
      </w:r>
      <w:r>
        <w:tab/>
        <w:t>1.013e0</w:t>
      </w:r>
    </w:p>
    <w:p w:rsidR="00E00D30" w:rsidRDefault="00E00D30" w:rsidP="00E00D30">
      <w:r>
        <w:t>245.9234</w:t>
      </w:r>
      <w:r>
        <w:tab/>
        <w:t>1.013e0</w:t>
      </w:r>
    </w:p>
    <w:p w:rsidR="00E00D30" w:rsidRDefault="00E00D30" w:rsidP="00E00D30">
      <w:r>
        <w:t>245.9279</w:t>
      </w:r>
      <w:r>
        <w:tab/>
        <w:t>2.025e0</w:t>
      </w:r>
    </w:p>
    <w:p w:rsidR="00E00D30" w:rsidRDefault="00E00D30" w:rsidP="00E00D30">
      <w:r>
        <w:t>245.9597</w:t>
      </w:r>
      <w:r>
        <w:tab/>
        <w:t>2.025e0</w:t>
      </w:r>
    </w:p>
    <w:p w:rsidR="00E00D30" w:rsidRDefault="00E00D30" w:rsidP="00E00D30">
      <w:r>
        <w:t>245.9693</w:t>
      </w:r>
      <w:r>
        <w:tab/>
        <w:t>1.013e0</w:t>
      </w:r>
    </w:p>
    <w:p w:rsidR="00E00D30" w:rsidRDefault="00E00D30" w:rsidP="00E00D30">
      <w:r>
        <w:t>245.9831</w:t>
      </w:r>
      <w:r>
        <w:tab/>
        <w:t>3.038e0</w:t>
      </w:r>
    </w:p>
    <w:p w:rsidR="00E00D30" w:rsidRDefault="00E00D30" w:rsidP="00E00D30">
      <w:r>
        <w:t>245.9877</w:t>
      </w:r>
      <w:r>
        <w:tab/>
        <w:t>1.013e0</w:t>
      </w:r>
    </w:p>
    <w:p w:rsidR="00E00D30" w:rsidRDefault="00E00D30" w:rsidP="00E00D30">
      <w:r>
        <w:t>245.9911</w:t>
      </w:r>
      <w:r>
        <w:tab/>
        <w:t>4.051e0</w:t>
      </w:r>
    </w:p>
    <w:p w:rsidR="00E00D30" w:rsidRDefault="00E00D30" w:rsidP="00E00D30">
      <w:r>
        <w:t>246.0041</w:t>
      </w:r>
      <w:r>
        <w:tab/>
        <w:t>6.076e0</w:t>
      </w:r>
    </w:p>
    <w:p w:rsidR="00E00D30" w:rsidRDefault="00E00D30" w:rsidP="00E00D30">
      <w:r>
        <w:t>246.0053</w:t>
      </w:r>
      <w:r>
        <w:tab/>
        <w:t>9.114e0</w:t>
      </w:r>
    </w:p>
    <w:p w:rsidR="00E00D30" w:rsidRDefault="00E00D30" w:rsidP="00E00D30">
      <w:r>
        <w:t>246.0071</w:t>
      </w:r>
      <w:r>
        <w:tab/>
        <w:t>2.025e0</w:t>
      </w:r>
    </w:p>
    <w:p w:rsidR="00E00D30" w:rsidRDefault="00E00D30" w:rsidP="00E00D30">
      <w:r>
        <w:t>246.0090</w:t>
      </w:r>
      <w:r>
        <w:tab/>
        <w:t>2.025e0</w:t>
      </w:r>
    </w:p>
    <w:p w:rsidR="00E00D30" w:rsidRDefault="00E00D30" w:rsidP="00E00D30">
      <w:r>
        <w:lastRenderedPageBreak/>
        <w:t>246.0295</w:t>
      </w:r>
      <w:r>
        <w:tab/>
        <w:t>5.063e0</w:t>
      </w:r>
    </w:p>
    <w:p w:rsidR="00E00D30" w:rsidRDefault="00E00D30" w:rsidP="00E00D30">
      <w:r>
        <w:t>246.0334</w:t>
      </w:r>
      <w:r>
        <w:tab/>
        <w:t>2.025e0</w:t>
      </w:r>
    </w:p>
    <w:p w:rsidR="00E00D30" w:rsidRDefault="00E00D30" w:rsidP="00E00D30">
      <w:r>
        <w:t>246.0391</w:t>
      </w:r>
      <w:r>
        <w:tab/>
        <w:t>3.038e0</w:t>
      </w:r>
    </w:p>
    <w:p w:rsidR="00E00D30" w:rsidRDefault="00E00D30" w:rsidP="00E00D30">
      <w:r>
        <w:t>246.0411</w:t>
      </w:r>
      <w:r>
        <w:tab/>
        <w:t>2.025e0</w:t>
      </w:r>
    </w:p>
    <w:p w:rsidR="00E00D30" w:rsidRDefault="00E00D30" w:rsidP="00E00D30">
      <w:r>
        <w:t>246.0452</w:t>
      </w:r>
      <w:r>
        <w:tab/>
        <w:t>5.063e0</w:t>
      </w:r>
    </w:p>
    <w:p w:rsidR="00E00D30" w:rsidRDefault="00E00D30" w:rsidP="00E00D30">
      <w:r>
        <w:t>246.0704</w:t>
      </w:r>
      <w:r>
        <w:tab/>
        <w:t>3.038e0</w:t>
      </w:r>
    </w:p>
    <w:p w:rsidR="00E00D30" w:rsidRDefault="00E00D30" w:rsidP="00E00D30">
      <w:r>
        <w:t>246.0871</w:t>
      </w:r>
      <w:r>
        <w:tab/>
        <w:t>1.013e0</w:t>
      </w:r>
    </w:p>
    <w:p w:rsidR="00E00D30" w:rsidRDefault="00E00D30" w:rsidP="00E00D30">
      <w:r>
        <w:t>246.0967</w:t>
      </w:r>
      <w:r>
        <w:tab/>
        <w:t>3.038e0</w:t>
      </w:r>
    </w:p>
    <w:p w:rsidR="00E00D30" w:rsidRDefault="00E00D30" w:rsidP="00E00D30">
      <w:r>
        <w:t>246.0990</w:t>
      </w:r>
      <w:r>
        <w:tab/>
        <w:t>3.038e0</w:t>
      </w:r>
    </w:p>
    <w:p w:rsidR="00E00D30" w:rsidRDefault="00E00D30" w:rsidP="00E00D30">
      <w:r>
        <w:t>246.1073</w:t>
      </w:r>
      <w:r>
        <w:tab/>
        <w:t>1.013e0</w:t>
      </w:r>
    </w:p>
    <w:p w:rsidR="00E00D30" w:rsidRDefault="00E00D30" w:rsidP="00E00D30">
      <w:r>
        <w:t>246.1122</w:t>
      </w:r>
      <w:r>
        <w:tab/>
        <w:t>2.025e0</w:t>
      </w:r>
    </w:p>
    <w:p w:rsidR="00E00D30" w:rsidRDefault="00E00D30" w:rsidP="00E00D30">
      <w:r>
        <w:t>246.1160</w:t>
      </w:r>
      <w:r>
        <w:tab/>
        <w:t>1.013e0</w:t>
      </w:r>
    </w:p>
    <w:p w:rsidR="00E00D30" w:rsidRDefault="00E00D30" w:rsidP="00E00D30">
      <w:r>
        <w:t>246.1290</w:t>
      </w:r>
      <w:r>
        <w:tab/>
        <w:t>1.013e0</w:t>
      </w:r>
    </w:p>
    <w:p w:rsidR="00E00D30" w:rsidRDefault="00E00D30" w:rsidP="00E00D30">
      <w:r>
        <w:t>246.1453</w:t>
      </w:r>
      <w:r>
        <w:tab/>
        <w:t>2.025e0</w:t>
      </w:r>
    </w:p>
    <w:p w:rsidR="00E00D30" w:rsidRDefault="00E00D30" w:rsidP="00E00D30">
      <w:r>
        <w:t>246.1467</w:t>
      </w:r>
      <w:r>
        <w:tab/>
        <w:t>2.025e0</w:t>
      </w:r>
    </w:p>
    <w:p w:rsidR="00E00D30" w:rsidRDefault="00E00D30" w:rsidP="00E00D30">
      <w:r>
        <w:t>246.1485</w:t>
      </w:r>
      <w:r>
        <w:tab/>
        <w:t>1.013e0</w:t>
      </w:r>
    </w:p>
    <w:p w:rsidR="00E00D30" w:rsidRDefault="00E00D30" w:rsidP="00E00D30">
      <w:r>
        <w:t>246.1519</w:t>
      </w:r>
      <w:r>
        <w:tab/>
        <w:t>2.025e0</w:t>
      </w:r>
    </w:p>
    <w:p w:rsidR="00E00D30" w:rsidRDefault="00E00D30" w:rsidP="00E00D30">
      <w:r>
        <w:t>246.1558</w:t>
      </w:r>
      <w:r>
        <w:tab/>
        <w:t>2.025e0</w:t>
      </w:r>
    </w:p>
    <w:p w:rsidR="00E00D30" w:rsidRDefault="00E00D30" w:rsidP="00E00D30">
      <w:r>
        <w:t>246.1748</w:t>
      </w:r>
      <w:r>
        <w:tab/>
        <w:t>2.025e0</w:t>
      </w:r>
    </w:p>
    <w:p w:rsidR="00E00D30" w:rsidRDefault="00E00D30" w:rsidP="00E00D30">
      <w:r>
        <w:lastRenderedPageBreak/>
        <w:t>246.1786</w:t>
      </w:r>
      <w:r>
        <w:tab/>
        <w:t>1.013e0</w:t>
      </w:r>
    </w:p>
    <w:p w:rsidR="00E00D30" w:rsidRDefault="00E00D30" w:rsidP="00E00D30">
      <w:r>
        <w:t>246.1868</w:t>
      </w:r>
      <w:r>
        <w:tab/>
        <w:t>3.038e0</w:t>
      </w:r>
    </w:p>
    <w:p w:rsidR="00E00D30" w:rsidRDefault="00E00D30" w:rsidP="00E00D30">
      <w:r>
        <w:t>246.1905</w:t>
      </w:r>
      <w:r>
        <w:tab/>
        <w:t>1.013e0</w:t>
      </w:r>
    </w:p>
    <w:p w:rsidR="00E00D30" w:rsidRDefault="00E00D30" w:rsidP="00E00D30">
      <w:r>
        <w:t>246.2020</w:t>
      </w:r>
      <w:r>
        <w:tab/>
        <w:t>2.025e0</w:t>
      </w:r>
    </w:p>
    <w:p w:rsidR="00E00D30" w:rsidRDefault="00E00D30" w:rsidP="00E00D30">
      <w:r>
        <w:t>246.2245</w:t>
      </w:r>
      <w:r>
        <w:tab/>
        <w:t>1.013e0</w:t>
      </w:r>
    </w:p>
    <w:p w:rsidR="00E00D30" w:rsidRDefault="00E00D30" w:rsidP="00E00D30">
      <w:r>
        <w:t>246.2327</w:t>
      </w:r>
      <w:r>
        <w:tab/>
        <w:t>2.025e0</w:t>
      </w:r>
    </w:p>
    <w:p w:rsidR="00E00D30" w:rsidRDefault="00E00D30" w:rsidP="00E00D30">
      <w:r>
        <w:t>246.2363</w:t>
      </w:r>
      <w:r>
        <w:tab/>
        <w:t>1.013e0</w:t>
      </w:r>
    </w:p>
    <w:p w:rsidR="00E00D30" w:rsidRDefault="00E00D30" w:rsidP="00E00D30">
      <w:r>
        <w:t>246.2784</w:t>
      </w:r>
      <w:r>
        <w:tab/>
        <w:t>1.013e0</w:t>
      </w:r>
    </w:p>
    <w:p w:rsidR="00E00D30" w:rsidRDefault="00E00D30" w:rsidP="00E00D30">
      <w:r>
        <w:t>246.2823</w:t>
      </w:r>
      <w:r>
        <w:tab/>
        <w:t>1.013e0</w:t>
      </w:r>
    </w:p>
    <w:p w:rsidR="00E00D30" w:rsidRDefault="00E00D30" w:rsidP="00E00D30">
      <w:r>
        <w:t>246.3162</w:t>
      </w:r>
      <w:r>
        <w:tab/>
        <w:t>1.013e0</w:t>
      </w:r>
    </w:p>
    <w:p w:rsidR="00E00D30" w:rsidRDefault="00E00D30" w:rsidP="00E00D30">
      <w:r>
        <w:t>246.3206</w:t>
      </w:r>
      <w:r>
        <w:tab/>
        <w:t>1.013e0</w:t>
      </w:r>
    </w:p>
    <w:p w:rsidR="00E00D30" w:rsidRDefault="00E00D30" w:rsidP="00E00D30">
      <w:r>
        <w:t>246.3246</w:t>
      </w:r>
      <w:r>
        <w:tab/>
        <w:t>1.013e0</w:t>
      </w:r>
    </w:p>
    <w:p w:rsidR="00E00D30" w:rsidRDefault="00E00D30" w:rsidP="00E00D30">
      <w:r>
        <w:t>246.3320</w:t>
      </w:r>
      <w:r>
        <w:tab/>
        <w:t>1.013e0</w:t>
      </w:r>
    </w:p>
    <w:p w:rsidR="00E00D30" w:rsidRDefault="00E00D30" w:rsidP="00E00D30">
      <w:r>
        <w:t>246.3364</w:t>
      </w:r>
      <w:r>
        <w:tab/>
        <w:t>1.013e0</w:t>
      </w:r>
    </w:p>
    <w:p w:rsidR="00E00D30" w:rsidRDefault="00E00D30" w:rsidP="00E00D30">
      <w:r>
        <w:t>246.3547</w:t>
      </w:r>
      <w:r>
        <w:tab/>
        <w:t>1.013e0</w:t>
      </w:r>
    </w:p>
    <w:p w:rsidR="00E00D30" w:rsidRDefault="00E00D30" w:rsidP="00E00D30">
      <w:r>
        <w:t>246.3582</w:t>
      </w:r>
      <w:r>
        <w:tab/>
        <w:t>1.013e0</w:t>
      </w:r>
    </w:p>
    <w:p w:rsidR="00E00D30" w:rsidRDefault="00E00D30" w:rsidP="00E00D30">
      <w:r>
        <w:t>246.3701</w:t>
      </w:r>
      <w:r>
        <w:tab/>
        <w:t>1.013e0</w:t>
      </w:r>
    </w:p>
    <w:p w:rsidR="00E00D30" w:rsidRDefault="00E00D30" w:rsidP="00E00D30">
      <w:r>
        <w:t>246.3825</w:t>
      </w:r>
      <w:r>
        <w:tab/>
        <w:t>1.013e0</w:t>
      </w:r>
    </w:p>
    <w:p w:rsidR="00E00D30" w:rsidRDefault="00E00D30" w:rsidP="00E00D30">
      <w:r>
        <w:t>246.3966</w:t>
      </w:r>
      <w:r>
        <w:tab/>
        <w:t>1.013e0</w:t>
      </w:r>
    </w:p>
    <w:p w:rsidR="00E00D30" w:rsidRDefault="00E00D30" w:rsidP="00E00D30">
      <w:r>
        <w:lastRenderedPageBreak/>
        <w:t>246.4041</w:t>
      </w:r>
      <w:r>
        <w:tab/>
        <w:t>1.013e0</w:t>
      </w:r>
    </w:p>
    <w:p w:rsidR="00E00D30" w:rsidRDefault="00E00D30" w:rsidP="00E00D30">
      <w:r>
        <w:t>246.4376</w:t>
      </w:r>
      <w:r>
        <w:tab/>
        <w:t>1.013e0</w:t>
      </w:r>
    </w:p>
    <w:p w:rsidR="00E00D30" w:rsidRDefault="00E00D30" w:rsidP="00E00D30">
      <w:r>
        <w:t>246.4657</w:t>
      </w:r>
      <w:r>
        <w:tab/>
        <w:t>1.013e0</w:t>
      </w:r>
    </w:p>
    <w:p w:rsidR="00E00D30" w:rsidRDefault="00E00D30" w:rsidP="00E00D30">
      <w:r>
        <w:t>246.4922</w:t>
      </w:r>
      <w:r>
        <w:tab/>
        <w:t>1.013e0</w:t>
      </w:r>
    </w:p>
    <w:p w:rsidR="00E00D30" w:rsidRDefault="00E00D30" w:rsidP="00E00D30">
      <w:r>
        <w:t>246.5077</w:t>
      </w:r>
      <w:r>
        <w:tab/>
        <w:t>1.013e0</w:t>
      </w:r>
    </w:p>
    <w:p w:rsidR="00E00D30" w:rsidRDefault="00E00D30" w:rsidP="00E00D30">
      <w:r>
        <w:t>246.5173</w:t>
      </w:r>
      <w:r>
        <w:tab/>
        <w:t>2.025e0</w:t>
      </w:r>
    </w:p>
    <w:p w:rsidR="00E00D30" w:rsidRDefault="00E00D30" w:rsidP="00E00D30">
      <w:r>
        <w:t>246.5295</w:t>
      </w:r>
      <w:r>
        <w:tab/>
        <w:t>1.013e0</w:t>
      </w:r>
    </w:p>
    <w:p w:rsidR="00E00D30" w:rsidRDefault="00E00D30" w:rsidP="00E00D30">
      <w:r>
        <w:t>246.5499</w:t>
      </w:r>
      <w:r>
        <w:tab/>
        <w:t>1.013e0</w:t>
      </w:r>
    </w:p>
    <w:p w:rsidR="00E00D30" w:rsidRDefault="00E00D30" w:rsidP="00E00D30">
      <w:r>
        <w:t>246.5835</w:t>
      </w:r>
      <w:r>
        <w:tab/>
        <w:t>1.013e0</w:t>
      </w:r>
    </w:p>
    <w:p w:rsidR="00E00D30" w:rsidRDefault="00E00D30" w:rsidP="00E00D30">
      <w:r>
        <w:t>246.6344</w:t>
      </w:r>
      <w:r>
        <w:tab/>
        <w:t>3.038e0</w:t>
      </w:r>
    </w:p>
    <w:p w:rsidR="00E00D30" w:rsidRDefault="00E00D30" w:rsidP="00E00D30">
      <w:r>
        <w:t>246.6431</w:t>
      </w:r>
      <w:r>
        <w:tab/>
        <w:t>2.025e0</w:t>
      </w:r>
    </w:p>
    <w:p w:rsidR="00E00D30" w:rsidRDefault="00E00D30" w:rsidP="00E00D30">
      <w:r>
        <w:t>246.6494</w:t>
      </w:r>
      <w:r>
        <w:tab/>
        <w:t>1.013e0</w:t>
      </w:r>
    </w:p>
    <w:p w:rsidR="00E00D30" w:rsidRDefault="00E00D30" w:rsidP="00E00D30">
      <w:r>
        <w:t>246.6536</w:t>
      </w:r>
      <w:r>
        <w:tab/>
        <w:t>1.013e0</w:t>
      </w:r>
    </w:p>
    <w:p w:rsidR="00E00D30" w:rsidRDefault="00E00D30" w:rsidP="00E00D30">
      <w:r>
        <w:t>246.6715</w:t>
      </w:r>
      <w:r>
        <w:tab/>
        <w:t>1.013e0</w:t>
      </w:r>
    </w:p>
    <w:p w:rsidR="00E00D30" w:rsidRDefault="00E00D30" w:rsidP="00E00D30">
      <w:r>
        <w:t>246.6836</w:t>
      </w:r>
      <w:r>
        <w:tab/>
        <w:t>1.013e0</w:t>
      </w:r>
    </w:p>
    <w:p w:rsidR="00E00D30" w:rsidRDefault="00E00D30" w:rsidP="00E00D30">
      <w:r>
        <w:t>246.6911</w:t>
      </w:r>
      <w:r>
        <w:tab/>
        <w:t>1.013e0</w:t>
      </w:r>
    </w:p>
    <w:p w:rsidR="00E00D30" w:rsidRDefault="00E00D30" w:rsidP="00E00D30">
      <w:r>
        <w:t>246.6950</w:t>
      </w:r>
      <w:r>
        <w:tab/>
        <w:t>1.013e0</w:t>
      </w:r>
    </w:p>
    <w:p w:rsidR="00E00D30" w:rsidRDefault="00E00D30" w:rsidP="00E00D30">
      <w:r>
        <w:t>246.7041</w:t>
      </w:r>
      <w:r>
        <w:tab/>
        <w:t>4.051e0</w:t>
      </w:r>
    </w:p>
    <w:p w:rsidR="00E00D30" w:rsidRDefault="00E00D30" w:rsidP="00E00D30">
      <w:r>
        <w:t>246.7134</w:t>
      </w:r>
      <w:r>
        <w:tab/>
        <w:t>1.013e0</w:t>
      </w:r>
    </w:p>
    <w:p w:rsidR="00E00D30" w:rsidRDefault="00E00D30" w:rsidP="00E00D30">
      <w:r>
        <w:lastRenderedPageBreak/>
        <w:t>246.7173</w:t>
      </w:r>
      <w:r>
        <w:tab/>
        <w:t>1.013e0</w:t>
      </w:r>
    </w:p>
    <w:p w:rsidR="00E00D30" w:rsidRDefault="00E00D30" w:rsidP="00E00D30">
      <w:r>
        <w:t>246.7250</w:t>
      </w:r>
      <w:r>
        <w:tab/>
        <w:t>1.013e0</w:t>
      </w:r>
    </w:p>
    <w:p w:rsidR="00E00D30" w:rsidRDefault="00E00D30" w:rsidP="00E00D30">
      <w:r>
        <w:t>246.7455</w:t>
      </w:r>
      <w:r>
        <w:tab/>
        <w:t>1.013e0</w:t>
      </w:r>
    </w:p>
    <w:p w:rsidR="00E00D30" w:rsidRDefault="00E00D30" w:rsidP="00E00D30">
      <w:r>
        <w:t>246.7586</w:t>
      </w:r>
      <w:r>
        <w:tab/>
        <w:t>2.025e0</w:t>
      </w:r>
    </w:p>
    <w:p w:rsidR="00E00D30" w:rsidRDefault="00E00D30" w:rsidP="00E00D30">
      <w:r>
        <w:t>246.7671</w:t>
      </w:r>
      <w:r>
        <w:tab/>
        <w:t>1.013e0</w:t>
      </w:r>
    </w:p>
    <w:p w:rsidR="00E00D30" w:rsidRDefault="00E00D30" w:rsidP="00E00D30">
      <w:r>
        <w:t>246.7749</w:t>
      </w:r>
      <w:r>
        <w:tab/>
        <w:t>1.013e0</w:t>
      </w:r>
    </w:p>
    <w:p w:rsidR="00E00D30" w:rsidRDefault="00E00D30" w:rsidP="00E00D30">
      <w:r>
        <w:t>246.7916</w:t>
      </w:r>
      <w:r>
        <w:tab/>
        <w:t>1.013e0</w:t>
      </w:r>
    </w:p>
    <w:p w:rsidR="00E00D30" w:rsidRDefault="00E00D30" w:rsidP="00E00D30">
      <w:r>
        <w:t>246.8095</w:t>
      </w:r>
      <w:r>
        <w:tab/>
        <w:t>2.025e0</w:t>
      </w:r>
    </w:p>
    <w:p w:rsidR="00E00D30" w:rsidRDefault="00E00D30" w:rsidP="00E00D30">
      <w:r>
        <w:t>246.8468</w:t>
      </w:r>
      <w:r>
        <w:tab/>
        <w:t>2.025e0</w:t>
      </w:r>
    </w:p>
    <w:p w:rsidR="00E00D30" w:rsidRDefault="00E00D30" w:rsidP="00E00D30">
      <w:r>
        <w:t>246.8513</w:t>
      </w:r>
      <w:r>
        <w:tab/>
        <w:t>2.025e0</w:t>
      </w:r>
    </w:p>
    <w:p w:rsidR="00E00D30" w:rsidRDefault="00E00D30" w:rsidP="00E00D30">
      <w:r>
        <w:t>246.8587</w:t>
      </w:r>
      <w:r>
        <w:tab/>
        <w:t>1.013e0</w:t>
      </w:r>
    </w:p>
    <w:p w:rsidR="00E00D30" w:rsidRDefault="00E00D30" w:rsidP="00E00D30">
      <w:r>
        <w:t>246.8835</w:t>
      </w:r>
      <w:r>
        <w:tab/>
        <w:t>1.013e0</w:t>
      </w:r>
    </w:p>
    <w:p w:rsidR="00E00D30" w:rsidRDefault="00E00D30" w:rsidP="00E00D30">
      <w:r>
        <w:t>246.9046</w:t>
      </w:r>
      <w:r>
        <w:tab/>
        <w:t>1.013e0</w:t>
      </w:r>
    </w:p>
    <w:p w:rsidR="00E00D30" w:rsidRDefault="00E00D30" w:rsidP="00E00D30">
      <w:r>
        <w:t>246.9165</w:t>
      </w:r>
      <w:r>
        <w:tab/>
        <w:t>2.025e0</w:t>
      </w:r>
    </w:p>
    <w:p w:rsidR="00E00D30" w:rsidRDefault="00E00D30" w:rsidP="00E00D30">
      <w:r>
        <w:t>246.9254</w:t>
      </w:r>
      <w:r>
        <w:tab/>
        <w:t>2.025e0</w:t>
      </w:r>
    </w:p>
    <w:p w:rsidR="00E00D30" w:rsidRDefault="00E00D30" w:rsidP="00E00D30">
      <w:r>
        <w:t>246.9354</w:t>
      </w:r>
      <w:r>
        <w:tab/>
        <w:t>2.025e0</w:t>
      </w:r>
    </w:p>
    <w:p w:rsidR="00E00D30" w:rsidRDefault="00E00D30" w:rsidP="00E00D30">
      <w:r>
        <w:t>246.9388</w:t>
      </w:r>
      <w:r>
        <w:tab/>
        <w:t>1.013e0</w:t>
      </w:r>
    </w:p>
    <w:p w:rsidR="00E00D30" w:rsidRDefault="00E00D30" w:rsidP="00E00D30">
      <w:r>
        <w:t>246.9586</w:t>
      </w:r>
      <w:r>
        <w:tab/>
        <w:t>1.013e0</w:t>
      </w:r>
    </w:p>
    <w:p w:rsidR="00E00D30" w:rsidRDefault="00E00D30" w:rsidP="00E00D30">
      <w:r>
        <w:t>246.9626</w:t>
      </w:r>
      <w:r>
        <w:tab/>
        <w:t>2.025e0</w:t>
      </w:r>
    </w:p>
    <w:p w:rsidR="00E00D30" w:rsidRDefault="00E00D30" w:rsidP="00E00D30">
      <w:r>
        <w:lastRenderedPageBreak/>
        <w:t>246.9833</w:t>
      </w:r>
      <w:r>
        <w:tab/>
        <w:t>2.025e0</w:t>
      </w:r>
    </w:p>
    <w:p w:rsidR="00E00D30" w:rsidRDefault="00E00D30" w:rsidP="00E00D30">
      <w:r>
        <w:t>246.9848</w:t>
      </w:r>
      <w:r>
        <w:tab/>
        <w:t>1.013e0</w:t>
      </w:r>
    </w:p>
    <w:p w:rsidR="00E00D30" w:rsidRDefault="00E00D30" w:rsidP="00E00D30">
      <w:r>
        <w:t>246.9926</w:t>
      </w:r>
      <w:r>
        <w:tab/>
        <w:t>2.025e0</w:t>
      </w:r>
    </w:p>
    <w:p w:rsidR="00E00D30" w:rsidRDefault="00E00D30" w:rsidP="00E00D30">
      <w:r>
        <w:t>247.0005</w:t>
      </w:r>
      <w:r>
        <w:tab/>
        <w:t>1.013e0</w:t>
      </w:r>
    </w:p>
    <w:p w:rsidR="00E00D30" w:rsidRDefault="00E00D30" w:rsidP="00E00D30">
      <w:r>
        <w:t>247.0048</w:t>
      </w:r>
      <w:r>
        <w:tab/>
        <w:t>2.924e0</w:t>
      </w:r>
    </w:p>
    <w:p w:rsidR="00E00D30" w:rsidRDefault="00E00D30" w:rsidP="00E00D30">
      <w:r>
        <w:t>247.0064</w:t>
      </w:r>
      <w:r>
        <w:tab/>
        <w:t>2.025e0</w:t>
      </w:r>
    </w:p>
    <w:p w:rsidR="00E00D30" w:rsidRDefault="00E00D30" w:rsidP="00E00D30">
      <w:r>
        <w:t>247.0125</w:t>
      </w:r>
      <w:r>
        <w:tab/>
        <w:t>1.013e0</w:t>
      </w:r>
    </w:p>
    <w:p w:rsidR="00E00D30" w:rsidRDefault="00E00D30" w:rsidP="00E00D30">
      <w:r>
        <w:t>247.0218</w:t>
      </w:r>
      <w:r>
        <w:tab/>
        <w:t>1.013e0</w:t>
      </w:r>
    </w:p>
    <w:p w:rsidR="00E00D30" w:rsidRDefault="00E00D30" w:rsidP="00E00D30">
      <w:r>
        <w:t>247.0237</w:t>
      </w:r>
      <w:r>
        <w:tab/>
        <w:t>3.038e0</w:t>
      </w:r>
    </w:p>
    <w:p w:rsidR="00E00D30" w:rsidRDefault="00E00D30" w:rsidP="00E00D30">
      <w:r>
        <w:t>247.0278</w:t>
      </w:r>
      <w:r>
        <w:tab/>
        <w:t>5.063e0</w:t>
      </w:r>
    </w:p>
    <w:p w:rsidR="00E00D30" w:rsidRDefault="00E00D30" w:rsidP="00E00D30">
      <w:r>
        <w:t>247.0320</w:t>
      </w:r>
      <w:r>
        <w:tab/>
        <w:t>5.177e0</w:t>
      </w:r>
    </w:p>
    <w:p w:rsidR="00E00D30" w:rsidRDefault="00E00D30" w:rsidP="00E00D30">
      <w:r>
        <w:t>247.0349</w:t>
      </w:r>
      <w:r>
        <w:tab/>
        <w:t>6.076e0</w:t>
      </w:r>
    </w:p>
    <w:p w:rsidR="00E00D30" w:rsidRDefault="00E00D30" w:rsidP="00E00D30">
      <w:r>
        <w:t>247.0443</w:t>
      </w:r>
      <w:r>
        <w:tab/>
        <w:t>2.025e0</w:t>
      </w:r>
    </w:p>
    <w:p w:rsidR="00E00D30" w:rsidRDefault="00E00D30" w:rsidP="00E00D30">
      <w:r>
        <w:t>247.0464</w:t>
      </w:r>
      <w:r>
        <w:tab/>
        <w:t>1.013e0</w:t>
      </w:r>
    </w:p>
    <w:p w:rsidR="00E00D30" w:rsidRDefault="00E00D30" w:rsidP="00E00D30">
      <w:r>
        <w:t>247.0504</w:t>
      </w:r>
      <w:r>
        <w:tab/>
        <w:t>1.013e0</w:t>
      </w:r>
    </w:p>
    <w:p w:rsidR="00E00D30" w:rsidRDefault="00E00D30" w:rsidP="00E00D30">
      <w:r>
        <w:t>247.0652</w:t>
      </w:r>
      <w:r>
        <w:tab/>
        <w:t>2.025e0</w:t>
      </w:r>
    </w:p>
    <w:p w:rsidR="00E00D30" w:rsidRDefault="00E00D30" w:rsidP="00E00D30">
      <w:r>
        <w:t>247.0724</w:t>
      </w:r>
      <w:r>
        <w:tab/>
        <w:t>1.013e0</w:t>
      </w:r>
    </w:p>
    <w:p w:rsidR="00E00D30" w:rsidRDefault="00E00D30" w:rsidP="00E00D30">
      <w:r>
        <w:t>247.0922</w:t>
      </w:r>
      <w:r>
        <w:tab/>
        <w:t>2.025e0</w:t>
      </w:r>
    </w:p>
    <w:p w:rsidR="00E00D30" w:rsidRDefault="00E00D30" w:rsidP="00E00D30">
      <w:r>
        <w:t>247.0962</w:t>
      </w:r>
      <w:r>
        <w:tab/>
        <w:t>1.013e0</w:t>
      </w:r>
    </w:p>
    <w:p w:rsidR="00E00D30" w:rsidRDefault="00E00D30" w:rsidP="00E00D30">
      <w:r>
        <w:lastRenderedPageBreak/>
        <w:t>247.0999</w:t>
      </w:r>
      <w:r>
        <w:tab/>
        <w:t>1.013e0</w:t>
      </w:r>
    </w:p>
    <w:p w:rsidR="00E00D30" w:rsidRDefault="00E00D30" w:rsidP="00E00D30">
      <w:r>
        <w:t>247.1223</w:t>
      </w:r>
      <w:r>
        <w:tab/>
        <w:t>1.013e0</w:t>
      </w:r>
    </w:p>
    <w:p w:rsidR="00E00D30" w:rsidRDefault="00E00D30" w:rsidP="00E00D30">
      <w:r>
        <w:t>247.1382</w:t>
      </w:r>
      <w:r>
        <w:tab/>
        <w:t>2.025e0</w:t>
      </w:r>
    </w:p>
    <w:p w:rsidR="00E00D30" w:rsidRDefault="00E00D30" w:rsidP="00E00D30">
      <w:r>
        <w:t>247.1404</w:t>
      </w:r>
      <w:r>
        <w:tab/>
        <w:t>2.025e0</w:t>
      </w:r>
    </w:p>
    <w:p w:rsidR="00E00D30" w:rsidRDefault="00E00D30" w:rsidP="00E00D30">
      <w:r>
        <w:t>247.1447</w:t>
      </w:r>
      <w:r>
        <w:tab/>
        <w:t>2.025e0</w:t>
      </w:r>
    </w:p>
    <w:p w:rsidR="00E00D30" w:rsidRDefault="00E00D30" w:rsidP="00E00D30">
      <w:r>
        <w:t>247.1553</w:t>
      </w:r>
      <w:r>
        <w:tab/>
        <w:t>1.013e0</w:t>
      </w:r>
    </w:p>
    <w:p w:rsidR="00E00D30" w:rsidRDefault="00E00D30" w:rsidP="00E00D30">
      <w:r>
        <w:t>247.1644</w:t>
      </w:r>
      <w:r>
        <w:tab/>
        <w:t>1.013e0</w:t>
      </w:r>
    </w:p>
    <w:p w:rsidR="00E00D30" w:rsidRDefault="00E00D30" w:rsidP="00E00D30">
      <w:r>
        <w:t>247.1840</w:t>
      </w:r>
      <w:r>
        <w:tab/>
        <w:t>2.025e0</w:t>
      </w:r>
    </w:p>
    <w:p w:rsidR="00E00D30" w:rsidRDefault="00E00D30" w:rsidP="00E00D30">
      <w:r>
        <w:t>247.1932</w:t>
      </w:r>
      <w:r>
        <w:tab/>
        <w:t>3.038e0</w:t>
      </w:r>
    </w:p>
    <w:p w:rsidR="00E00D30" w:rsidRDefault="00E00D30" w:rsidP="00E00D30">
      <w:r>
        <w:t>247.2014</w:t>
      </w:r>
      <w:r>
        <w:tab/>
        <w:t>1.013e0</w:t>
      </w:r>
    </w:p>
    <w:p w:rsidR="00E00D30" w:rsidRDefault="00E00D30" w:rsidP="00E00D30">
      <w:r>
        <w:t>247.2224</w:t>
      </w:r>
      <w:r>
        <w:tab/>
        <w:t>2.025e0</w:t>
      </w:r>
    </w:p>
    <w:p w:rsidR="00E00D30" w:rsidRDefault="00E00D30" w:rsidP="00E00D30">
      <w:r>
        <w:t>247.2260</w:t>
      </w:r>
      <w:r>
        <w:tab/>
        <w:t>1.013e0</w:t>
      </w:r>
    </w:p>
    <w:p w:rsidR="00E00D30" w:rsidRDefault="00E00D30" w:rsidP="00E00D30">
      <w:r>
        <w:t>247.2300</w:t>
      </w:r>
      <w:r>
        <w:tab/>
        <w:t>1.013e0</w:t>
      </w:r>
    </w:p>
    <w:p w:rsidR="00E00D30" w:rsidRDefault="00E00D30" w:rsidP="00E00D30">
      <w:r>
        <w:t>247.2427</w:t>
      </w:r>
      <w:r>
        <w:tab/>
        <w:t>1.013e0</w:t>
      </w:r>
    </w:p>
    <w:p w:rsidR="00E00D30" w:rsidRDefault="00E00D30" w:rsidP="00E00D30">
      <w:r>
        <w:t>247.2521</w:t>
      </w:r>
      <w:r>
        <w:tab/>
        <w:t>1.013e0</w:t>
      </w:r>
    </w:p>
    <w:p w:rsidR="00E00D30" w:rsidRDefault="00E00D30" w:rsidP="00E00D30">
      <w:r>
        <w:t>247.2601</w:t>
      </w:r>
      <w:r>
        <w:tab/>
        <w:t>1.013e0</w:t>
      </w:r>
    </w:p>
    <w:p w:rsidR="00E00D30" w:rsidRDefault="00E00D30" w:rsidP="00E00D30">
      <w:r>
        <w:t>247.2679</w:t>
      </w:r>
      <w:r>
        <w:tab/>
        <w:t>1.013e0</w:t>
      </w:r>
    </w:p>
    <w:p w:rsidR="00E00D30" w:rsidRDefault="00E00D30" w:rsidP="00E00D30">
      <w:r>
        <w:t>247.2758</w:t>
      </w:r>
      <w:r>
        <w:tab/>
        <w:t>1.013e0</w:t>
      </w:r>
    </w:p>
    <w:p w:rsidR="00E00D30" w:rsidRDefault="00E00D30" w:rsidP="00E00D30">
      <w:r>
        <w:t>247.3638</w:t>
      </w:r>
      <w:r>
        <w:tab/>
        <w:t>1.013e0</w:t>
      </w:r>
    </w:p>
    <w:p w:rsidR="00E00D30" w:rsidRDefault="00E00D30" w:rsidP="00E00D30">
      <w:r>
        <w:lastRenderedPageBreak/>
        <w:t>247.3718</w:t>
      </w:r>
      <w:r>
        <w:tab/>
        <w:t>1.013e0</w:t>
      </w:r>
    </w:p>
    <w:p w:rsidR="00E00D30" w:rsidRDefault="00E00D30" w:rsidP="00E00D30">
      <w:r>
        <w:t>247.4360</w:t>
      </w:r>
      <w:r>
        <w:tab/>
        <w:t>1.013e0</w:t>
      </w:r>
    </w:p>
    <w:p w:rsidR="00E00D30" w:rsidRDefault="00E00D30" w:rsidP="00E00D30">
      <w:r>
        <w:t>247.4598</w:t>
      </w:r>
      <w:r>
        <w:tab/>
        <w:t>1.013e0</w:t>
      </w:r>
    </w:p>
    <w:p w:rsidR="00E00D30" w:rsidRDefault="00E00D30" w:rsidP="00E00D30">
      <w:r>
        <w:t>247.4641</w:t>
      </w:r>
      <w:r>
        <w:tab/>
        <w:t>1.013e0</w:t>
      </w:r>
    </w:p>
    <w:p w:rsidR="00E00D30" w:rsidRDefault="00E00D30" w:rsidP="00E00D30">
      <w:r>
        <w:t>247.4687</w:t>
      </w:r>
      <w:r>
        <w:tab/>
        <w:t>1.013e0</w:t>
      </w:r>
    </w:p>
    <w:p w:rsidR="00E00D30" w:rsidRDefault="00E00D30" w:rsidP="00E00D30">
      <w:r>
        <w:t>247.4819</w:t>
      </w:r>
      <w:r>
        <w:tab/>
        <w:t>2.025e0</w:t>
      </w:r>
    </w:p>
    <w:p w:rsidR="00E00D30" w:rsidRDefault="00E00D30" w:rsidP="00E00D30">
      <w:r>
        <w:t>247.5018</w:t>
      </w:r>
      <w:r>
        <w:tab/>
        <w:t>1.013e0</w:t>
      </w:r>
    </w:p>
    <w:p w:rsidR="00E00D30" w:rsidRDefault="00E00D30" w:rsidP="00E00D30">
      <w:r>
        <w:t>247.5195</w:t>
      </w:r>
      <w:r>
        <w:tab/>
        <w:t>1.013e0</w:t>
      </w:r>
    </w:p>
    <w:p w:rsidR="00E00D30" w:rsidRDefault="00E00D30" w:rsidP="00E00D30">
      <w:r>
        <w:t>247.5242</w:t>
      </w:r>
      <w:r>
        <w:tab/>
        <w:t>1.013e0</w:t>
      </w:r>
    </w:p>
    <w:p w:rsidR="00E00D30" w:rsidRDefault="00E00D30" w:rsidP="00E00D30">
      <w:r>
        <w:t>247.5395</w:t>
      </w:r>
      <w:r>
        <w:tab/>
        <w:t>1.013e0</w:t>
      </w:r>
    </w:p>
    <w:p w:rsidR="00E00D30" w:rsidRDefault="00E00D30" w:rsidP="00E00D30">
      <w:r>
        <w:t>247.5439</w:t>
      </w:r>
      <w:r>
        <w:tab/>
        <w:t>1.013e0</w:t>
      </w:r>
    </w:p>
    <w:p w:rsidR="00E00D30" w:rsidRDefault="00E00D30" w:rsidP="00E00D30">
      <w:r>
        <w:t>247.5478</w:t>
      </w:r>
      <w:r>
        <w:tab/>
        <w:t>2.025e0</w:t>
      </w:r>
    </w:p>
    <w:p w:rsidR="00E00D30" w:rsidRDefault="00E00D30" w:rsidP="00E00D30">
      <w:r>
        <w:t>247.5655</w:t>
      </w:r>
      <w:r>
        <w:tab/>
        <w:t>1.013e0</w:t>
      </w:r>
    </w:p>
    <w:p w:rsidR="00E00D30" w:rsidRDefault="00E00D30" w:rsidP="00E00D30">
      <w:r>
        <w:t>247.5854</w:t>
      </w:r>
      <w:r>
        <w:tab/>
        <w:t>1.013e0</w:t>
      </w:r>
    </w:p>
    <w:p w:rsidR="00E00D30" w:rsidRDefault="00E00D30" w:rsidP="00E00D30">
      <w:r>
        <w:t>247.5921</w:t>
      </w:r>
      <w:r>
        <w:tab/>
        <w:t>2.025e0</w:t>
      </w:r>
    </w:p>
    <w:p w:rsidR="00E00D30" w:rsidRDefault="00E00D30" w:rsidP="00E00D30">
      <w:r>
        <w:t>247.5979</w:t>
      </w:r>
      <w:r>
        <w:tab/>
        <w:t>1.013e0</w:t>
      </w:r>
    </w:p>
    <w:p w:rsidR="00E00D30" w:rsidRDefault="00E00D30" w:rsidP="00E00D30">
      <w:r>
        <w:t>247.6234</w:t>
      </w:r>
      <w:r>
        <w:tab/>
        <w:t>1.013e0</w:t>
      </w:r>
    </w:p>
    <w:p w:rsidR="00E00D30" w:rsidRDefault="00E00D30" w:rsidP="00E00D30">
      <w:r>
        <w:t>247.6356</w:t>
      </w:r>
      <w:r>
        <w:tab/>
        <w:t>1.013e0</w:t>
      </w:r>
    </w:p>
    <w:p w:rsidR="00E00D30" w:rsidRDefault="00E00D30" w:rsidP="00E00D30">
      <w:r>
        <w:t>247.6533</w:t>
      </w:r>
      <w:r>
        <w:tab/>
        <w:t>1.013e0</w:t>
      </w:r>
    </w:p>
    <w:p w:rsidR="00E00D30" w:rsidRDefault="00E00D30" w:rsidP="00E00D30">
      <w:r>
        <w:lastRenderedPageBreak/>
        <w:t>247.6616</w:t>
      </w:r>
      <w:r>
        <w:tab/>
        <w:t>2.025e0</w:t>
      </w:r>
    </w:p>
    <w:p w:rsidR="00E00D30" w:rsidRDefault="00E00D30" w:rsidP="00E00D30">
      <w:r>
        <w:t>247.6736</w:t>
      </w:r>
      <w:r>
        <w:tab/>
        <w:t>2.025e0</w:t>
      </w:r>
    </w:p>
    <w:p w:rsidR="00E00D30" w:rsidRDefault="00E00D30" w:rsidP="00E00D30">
      <w:r>
        <w:t>247.6815</w:t>
      </w:r>
      <w:r>
        <w:tab/>
        <w:t>1.013e0</w:t>
      </w:r>
    </w:p>
    <w:p w:rsidR="00E00D30" w:rsidRDefault="00E00D30" w:rsidP="00E00D30">
      <w:r>
        <w:t>247.7036</w:t>
      </w:r>
      <w:r>
        <w:tab/>
        <w:t>1.013e0</w:t>
      </w:r>
    </w:p>
    <w:p w:rsidR="00E00D30" w:rsidRDefault="00E00D30" w:rsidP="00E00D30">
      <w:r>
        <w:t>247.7116</w:t>
      </w:r>
      <w:r>
        <w:tab/>
        <w:t>3.038e0</w:t>
      </w:r>
    </w:p>
    <w:p w:rsidR="00E00D30" w:rsidRDefault="00E00D30" w:rsidP="00E00D30">
      <w:r>
        <w:t>247.7194</w:t>
      </w:r>
      <w:r>
        <w:tab/>
        <w:t>1.013e0</w:t>
      </w:r>
    </w:p>
    <w:p w:rsidR="00E00D30" w:rsidRDefault="00E00D30" w:rsidP="00E00D30">
      <w:r>
        <w:t>247.7316</w:t>
      </w:r>
      <w:r>
        <w:tab/>
        <w:t>1.013e0</w:t>
      </w:r>
    </w:p>
    <w:p w:rsidR="00E00D30" w:rsidRDefault="00E00D30" w:rsidP="00E00D30">
      <w:r>
        <w:t>247.7456</w:t>
      </w:r>
      <w:r>
        <w:tab/>
        <w:t>1.013e0</w:t>
      </w:r>
    </w:p>
    <w:p w:rsidR="00E00D30" w:rsidRDefault="00E00D30" w:rsidP="00E00D30">
      <w:r>
        <w:t>247.7614</w:t>
      </w:r>
      <w:r>
        <w:tab/>
        <w:t>1.013e0</w:t>
      </w:r>
    </w:p>
    <w:p w:rsidR="00E00D30" w:rsidRDefault="00E00D30" w:rsidP="00E00D30">
      <w:r>
        <w:t>247.7670</w:t>
      </w:r>
      <w:r>
        <w:tab/>
        <w:t>2.025e0</w:t>
      </w:r>
    </w:p>
    <w:p w:rsidR="00E00D30" w:rsidRDefault="00E00D30" w:rsidP="00E00D30">
      <w:r>
        <w:t>247.7825</w:t>
      </w:r>
      <w:r>
        <w:tab/>
        <w:t>1.013e0</w:t>
      </w:r>
    </w:p>
    <w:p w:rsidR="00E00D30" w:rsidRDefault="00E00D30" w:rsidP="00E00D30">
      <w:r>
        <w:t>247.8151</w:t>
      </w:r>
      <w:r>
        <w:tab/>
        <w:t>1.013e0</w:t>
      </w:r>
    </w:p>
    <w:p w:rsidR="00E00D30" w:rsidRDefault="00E00D30" w:rsidP="00E00D30">
      <w:r>
        <w:t>247.8453</w:t>
      </w:r>
      <w:r>
        <w:tab/>
        <w:t>1.013e0</w:t>
      </w:r>
    </w:p>
    <w:p w:rsidR="00E00D30" w:rsidRDefault="00E00D30" w:rsidP="00E00D30">
      <w:r>
        <w:t>247.8531</w:t>
      </w:r>
      <w:r>
        <w:tab/>
        <w:t>1.013e0</w:t>
      </w:r>
    </w:p>
    <w:p w:rsidR="00E00D30" w:rsidRDefault="00E00D30" w:rsidP="00E00D30">
      <w:r>
        <w:t>247.9117</w:t>
      </w:r>
      <w:r>
        <w:tab/>
        <w:t>2.025e0</w:t>
      </w:r>
    </w:p>
    <w:p w:rsidR="00E00D30" w:rsidRDefault="00E00D30" w:rsidP="00E00D30">
      <w:r>
        <w:t>247.9258</w:t>
      </w:r>
      <w:r>
        <w:tab/>
        <w:t>1.013e0</w:t>
      </w:r>
    </w:p>
    <w:p w:rsidR="00E00D30" w:rsidRDefault="00E00D30" w:rsidP="00E00D30">
      <w:r>
        <w:t>247.9493</w:t>
      </w:r>
      <w:r>
        <w:tab/>
        <w:t>2.025e0</w:t>
      </w:r>
    </w:p>
    <w:p w:rsidR="00E00D30" w:rsidRDefault="00E00D30" w:rsidP="00E00D30">
      <w:r>
        <w:t>247.9581</w:t>
      </w:r>
      <w:r>
        <w:tab/>
        <w:t>5.063e0</w:t>
      </w:r>
    </w:p>
    <w:p w:rsidR="00E00D30" w:rsidRDefault="00E00D30" w:rsidP="00E00D30">
      <w:r>
        <w:t>247.9871</w:t>
      </w:r>
      <w:r>
        <w:tab/>
        <w:t>2.025e0</w:t>
      </w:r>
    </w:p>
    <w:p w:rsidR="00E00D30" w:rsidRDefault="00E00D30" w:rsidP="00E00D30">
      <w:r>
        <w:lastRenderedPageBreak/>
        <w:t>247.9949</w:t>
      </w:r>
      <w:r>
        <w:tab/>
        <w:t>1.013e0</w:t>
      </w:r>
    </w:p>
    <w:p w:rsidR="00E00D30" w:rsidRDefault="00E00D30" w:rsidP="00E00D30">
      <w:r>
        <w:t>248.0087</w:t>
      </w:r>
      <w:r>
        <w:tab/>
        <w:t>3.038e0</w:t>
      </w:r>
    </w:p>
    <w:p w:rsidR="00E00D30" w:rsidRDefault="00E00D30" w:rsidP="00E00D30">
      <w:r>
        <w:t>248.0176</w:t>
      </w:r>
      <w:r>
        <w:tab/>
        <w:t>2.025e0</w:t>
      </w:r>
    </w:p>
    <w:p w:rsidR="00E00D30" w:rsidRDefault="00E00D30" w:rsidP="00E00D30">
      <w:r>
        <w:t>248.0215</w:t>
      </w:r>
      <w:r>
        <w:tab/>
        <w:t>1.013e0</w:t>
      </w:r>
    </w:p>
    <w:p w:rsidR="00E00D30" w:rsidRDefault="00E00D30" w:rsidP="00E00D30">
      <w:r>
        <w:t>248.0251</w:t>
      </w:r>
      <w:r>
        <w:tab/>
        <w:t>1.013e0</w:t>
      </w:r>
    </w:p>
    <w:p w:rsidR="00E00D30" w:rsidRDefault="00E00D30" w:rsidP="00E00D30">
      <w:r>
        <w:t>248.0291</w:t>
      </w:r>
      <w:r>
        <w:tab/>
        <w:t>1.013e0</w:t>
      </w:r>
    </w:p>
    <w:p w:rsidR="00E00D30" w:rsidRDefault="00E00D30" w:rsidP="00E00D30">
      <w:r>
        <w:t>248.0461</w:t>
      </w:r>
      <w:r>
        <w:tab/>
        <w:t>2.025e0</w:t>
      </w:r>
    </w:p>
    <w:p w:rsidR="00E00D30" w:rsidRDefault="00E00D30" w:rsidP="00E00D30">
      <w:r>
        <w:t>248.0534</w:t>
      </w:r>
      <w:r>
        <w:tab/>
        <w:t>2.025e0</w:t>
      </w:r>
    </w:p>
    <w:p w:rsidR="00E00D30" w:rsidRDefault="00E00D30" w:rsidP="00E00D30">
      <w:r>
        <w:t>248.0625</w:t>
      </w:r>
      <w:r>
        <w:tab/>
        <w:t>2.025e0</w:t>
      </w:r>
    </w:p>
    <w:p w:rsidR="00E00D30" w:rsidRDefault="00E00D30" w:rsidP="00E00D30">
      <w:r>
        <w:t>248.0670</w:t>
      </w:r>
      <w:r>
        <w:tab/>
        <w:t>1.013e0</w:t>
      </w:r>
    </w:p>
    <w:p w:rsidR="00E00D30" w:rsidRDefault="00E00D30" w:rsidP="00E00D30">
      <w:r>
        <w:t>248.0729</w:t>
      </w:r>
      <w:r>
        <w:tab/>
        <w:t>2.025e0</w:t>
      </w:r>
    </w:p>
    <w:p w:rsidR="00E00D30" w:rsidRDefault="00E00D30" w:rsidP="00E00D30">
      <w:r>
        <w:t>248.0833</w:t>
      </w:r>
      <w:r>
        <w:tab/>
        <w:t>2.025e0</w:t>
      </w:r>
    </w:p>
    <w:p w:rsidR="00E00D30" w:rsidRDefault="00E00D30" w:rsidP="00E00D30">
      <w:r>
        <w:t>248.0920</w:t>
      </w:r>
      <w:r>
        <w:tab/>
        <w:t>1.013e0</w:t>
      </w:r>
    </w:p>
    <w:p w:rsidR="00E00D30" w:rsidRDefault="00E00D30" w:rsidP="00E00D30">
      <w:r>
        <w:t>248.1232</w:t>
      </w:r>
      <w:r>
        <w:tab/>
        <w:t>2.025e0</w:t>
      </w:r>
    </w:p>
    <w:p w:rsidR="00E00D30" w:rsidRDefault="00E00D30" w:rsidP="00E00D30">
      <w:r>
        <w:t>248.1385</w:t>
      </w:r>
      <w:r>
        <w:tab/>
        <w:t>1.013e0</w:t>
      </w:r>
    </w:p>
    <w:p w:rsidR="00E00D30" w:rsidRDefault="00E00D30" w:rsidP="00E00D30">
      <w:r>
        <w:t>248.1512</w:t>
      </w:r>
      <w:r>
        <w:tab/>
        <w:t>1.013e0</w:t>
      </w:r>
    </w:p>
    <w:p w:rsidR="00E00D30" w:rsidRDefault="00E00D30" w:rsidP="00E00D30">
      <w:r>
        <w:t>248.1670</w:t>
      </w:r>
      <w:r>
        <w:tab/>
        <w:t>1.013e0</w:t>
      </w:r>
    </w:p>
    <w:p w:rsidR="00E00D30" w:rsidRDefault="00E00D30" w:rsidP="00E00D30">
      <w:r>
        <w:t>248.1801</w:t>
      </w:r>
      <w:r>
        <w:tab/>
        <w:t>4.051e0</w:t>
      </w:r>
    </w:p>
    <w:p w:rsidR="00E00D30" w:rsidRDefault="00E00D30" w:rsidP="00E00D30">
      <w:r>
        <w:t>248.1844</w:t>
      </w:r>
      <w:r>
        <w:tab/>
        <w:t>1.013e0</w:t>
      </w:r>
    </w:p>
    <w:p w:rsidR="00E00D30" w:rsidRDefault="00E00D30" w:rsidP="00E00D30">
      <w:r>
        <w:lastRenderedPageBreak/>
        <w:t>248.2010</w:t>
      </w:r>
      <w:r>
        <w:tab/>
        <w:t>2.025e0</w:t>
      </w:r>
    </w:p>
    <w:p w:rsidR="00E00D30" w:rsidRDefault="00E00D30" w:rsidP="00E00D30">
      <w:r>
        <w:t>248.2128</w:t>
      </w:r>
      <w:r>
        <w:tab/>
        <w:t>1.013e0</w:t>
      </w:r>
    </w:p>
    <w:p w:rsidR="00E00D30" w:rsidRDefault="00E00D30" w:rsidP="00E00D30">
      <w:r>
        <w:t>248.2213</w:t>
      </w:r>
      <w:r>
        <w:tab/>
        <w:t>1.013e0</w:t>
      </w:r>
    </w:p>
    <w:p w:rsidR="00E00D30" w:rsidRDefault="00E00D30" w:rsidP="00E00D30">
      <w:r>
        <w:t>248.2307</w:t>
      </w:r>
      <w:r>
        <w:tab/>
        <w:t>1.013e0</w:t>
      </w:r>
    </w:p>
    <w:p w:rsidR="00E00D30" w:rsidRDefault="00E00D30" w:rsidP="00E00D30">
      <w:r>
        <w:t>248.2353</w:t>
      </w:r>
      <w:r>
        <w:tab/>
        <w:t>1.013e0</w:t>
      </w:r>
    </w:p>
    <w:p w:rsidR="00E00D30" w:rsidRDefault="00E00D30" w:rsidP="00E00D30">
      <w:r>
        <w:t>248.2675</w:t>
      </w:r>
      <w:r>
        <w:tab/>
        <w:t>1.013e0</w:t>
      </w:r>
    </w:p>
    <w:p w:rsidR="00E00D30" w:rsidRDefault="00E00D30" w:rsidP="00E00D30">
      <w:r>
        <w:t>248.2770</w:t>
      </w:r>
      <w:r>
        <w:tab/>
        <w:t>2.025e0</w:t>
      </w:r>
    </w:p>
    <w:p w:rsidR="00E00D30" w:rsidRDefault="00E00D30" w:rsidP="00E00D30">
      <w:r>
        <w:t>248.2813</w:t>
      </w:r>
      <w:r>
        <w:tab/>
        <w:t>1.013e0</w:t>
      </w:r>
    </w:p>
    <w:p w:rsidR="00E00D30" w:rsidRDefault="00E00D30" w:rsidP="00E00D30">
      <w:r>
        <w:t>248.2969</w:t>
      </w:r>
      <w:r>
        <w:tab/>
        <w:t>1.013e0</w:t>
      </w:r>
    </w:p>
    <w:p w:rsidR="00E00D30" w:rsidRDefault="00E00D30" w:rsidP="00E00D30">
      <w:r>
        <w:t>248.3270</w:t>
      </w:r>
      <w:r>
        <w:tab/>
        <w:t>1.013e0</w:t>
      </w:r>
    </w:p>
    <w:p w:rsidR="00E00D30" w:rsidRDefault="00E00D30" w:rsidP="00E00D30">
      <w:r>
        <w:t>248.3292</w:t>
      </w:r>
      <w:r>
        <w:tab/>
        <w:t>2.025e0</w:t>
      </w:r>
    </w:p>
    <w:p w:rsidR="00E00D30" w:rsidRDefault="00E00D30" w:rsidP="00E00D30">
      <w:r>
        <w:t>248.3313</w:t>
      </w:r>
      <w:r>
        <w:tab/>
        <w:t>1.013e0</w:t>
      </w:r>
    </w:p>
    <w:p w:rsidR="00E00D30" w:rsidRDefault="00E00D30" w:rsidP="00E00D30">
      <w:r>
        <w:t>248.3605</w:t>
      </w:r>
      <w:r>
        <w:tab/>
        <w:t>1.013e0</w:t>
      </w:r>
    </w:p>
    <w:p w:rsidR="00E00D30" w:rsidRDefault="00E00D30" w:rsidP="00E00D30">
      <w:r>
        <w:t>248.3693</w:t>
      </w:r>
      <w:r>
        <w:tab/>
        <w:t>1.013e0</w:t>
      </w:r>
    </w:p>
    <w:p w:rsidR="00E00D30" w:rsidRDefault="00E00D30" w:rsidP="00E00D30">
      <w:r>
        <w:t>248.3770</w:t>
      </w:r>
      <w:r>
        <w:tab/>
        <w:t>1.013e0</w:t>
      </w:r>
    </w:p>
    <w:p w:rsidR="00E00D30" w:rsidRDefault="00E00D30" w:rsidP="00E00D30">
      <w:r>
        <w:t>248.3810</w:t>
      </w:r>
      <w:r>
        <w:tab/>
        <w:t>1.013e0</w:t>
      </w:r>
    </w:p>
    <w:p w:rsidR="00E00D30" w:rsidRDefault="00E00D30" w:rsidP="00E00D30">
      <w:r>
        <w:t>248.3956</w:t>
      </w:r>
      <w:r>
        <w:tab/>
        <w:t>2.025e0</w:t>
      </w:r>
    </w:p>
    <w:p w:rsidR="00E00D30" w:rsidRDefault="00E00D30" w:rsidP="00E00D30">
      <w:r>
        <w:t>248.4017</w:t>
      </w:r>
      <w:r>
        <w:tab/>
        <w:t>1.013e0</w:t>
      </w:r>
    </w:p>
    <w:p w:rsidR="00E00D30" w:rsidRDefault="00E00D30" w:rsidP="00E00D30">
      <w:r>
        <w:t>248.4150</w:t>
      </w:r>
      <w:r>
        <w:tab/>
        <w:t>1.013e0</w:t>
      </w:r>
    </w:p>
    <w:p w:rsidR="00E00D30" w:rsidRDefault="00E00D30" w:rsidP="00E00D30">
      <w:r>
        <w:lastRenderedPageBreak/>
        <w:t>248.4190</w:t>
      </w:r>
      <w:r>
        <w:tab/>
        <w:t>1.013e0</w:t>
      </w:r>
    </w:p>
    <w:p w:rsidR="00E00D30" w:rsidRDefault="00E00D30" w:rsidP="00E00D30">
      <w:r>
        <w:t>248.4230</w:t>
      </w:r>
      <w:r>
        <w:tab/>
        <w:t>1.013e0</w:t>
      </w:r>
    </w:p>
    <w:p w:rsidR="00E00D30" w:rsidRDefault="00E00D30" w:rsidP="00E00D30">
      <w:r>
        <w:t>248.4308</w:t>
      </w:r>
      <w:r>
        <w:tab/>
        <w:t>1.013e0</w:t>
      </w:r>
    </w:p>
    <w:p w:rsidR="00E00D30" w:rsidRDefault="00E00D30" w:rsidP="00E00D30">
      <w:r>
        <w:t>248.4479</w:t>
      </w:r>
      <w:r>
        <w:tab/>
        <w:t>1.013e0</w:t>
      </w:r>
    </w:p>
    <w:p w:rsidR="00E00D30" w:rsidRDefault="00E00D30" w:rsidP="00E00D30">
      <w:r>
        <w:t>248.4806</w:t>
      </w:r>
      <w:r>
        <w:tab/>
        <w:t>1.013e0</w:t>
      </w:r>
    </w:p>
    <w:p w:rsidR="00E00D30" w:rsidRDefault="00E00D30" w:rsidP="00E00D30">
      <w:r>
        <w:t>248.4854</w:t>
      </w:r>
      <w:r>
        <w:tab/>
        <w:t>1.013e0</w:t>
      </w:r>
    </w:p>
    <w:p w:rsidR="00E00D30" w:rsidRDefault="00E00D30" w:rsidP="00E00D30">
      <w:r>
        <w:t>248.4942</w:t>
      </w:r>
      <w:r>
        <w:tab/>
        <w:t>1.013e0</w:t>
      </w:r>
    </w:p>
    <w:p w:rsidR="00E00D30" w:rsidRDefault="00E00D30" w:rsidP="00E00D30">
      <w:r>
        <w:t>248.5069</w:t>
      </w:r>
      <w:r>
        <w:tab/>
        <w:t>1.013e0</w:t>
      </w:r>
    </w:p>
    <w:p w:rsidR="00E00D30" w:rsidRDefault="00E00D30" w:rsidP="00E00D30">
      <w:r>
        <w:t>248.5111</w:t>
      </w:r>
      <w:r>
        <w:tab/>
        <w:t>2.025e0</w:t>
      </w:r>
    </w:p>
    <w:p w:rsidR="00E00D30" w:rsidRDefault="00E00D30" w:rsidP="00E00D30">
      <w:r>
        <w:t>248.5169</w:t>
      </w:r>
      <w:r>
        <w:tab/>
        <w:t>2.025e0</w:t>
      </w:r>
    </w:p>
    <w:p w:rsidR="00E00D30" w:rsidRDefault="00E00D30" w:rsidP="00E00D30">
      <w:r>
        <w:t>248.5312</w:t>
      </w:r>
      <w:r>
        <w:tab/>
        <w:t>1.013e0</w:t>
      </w:r>
    </w:p>
    <w:p w:rsidR="00E00D30" w:rsidRDefault="00E00D30" w:rsidP="00E00D30">
      <w:r>
        <w:t>248.5453</w:t>
      </w:r>
      <w:r>
        <w:tab/>
        <w:t>1.013e0</w:t>
      </w:r>
    </w:p>
    <w:p w:rsidR="00E00D30" w:rsidRDefault="00E00D30" w:rsidP="00E00D30">
      <w:r>
        <w:t>248.5648</w:t>
      </w:r>
      <w:r>
        <w:tab/>
        <w:t>2.025e0</w:t>
      </w:r>
    </w:p>
    <w:p w:rsidR="00E00D30" w:rsidRDefault="00E00D30" w:rsidP="00E00D30">
      <w:r>
        <w:t>248.6030</w:t>
      </w:r>
      <w:r>
        <w:tab/>
        <w:t>1.013e0</w:t>
      </w:r>
    </w:p>
    <w:p w:rsidR="00E00D30" w:rsidRDefault="00E00D30" w:rsidP="00E00D30">
      <w:r>
        <w:t>248.6192</w:t>
      </w:r>
      <w:r>
        <w:tab/>
        <w:t>1.013e0</w:t>
      </w:r>
    </w:p>
    <w:p w:rsidR="00E00D30" w:rsidRDefault="00E00D30" w:rsidP="00E00D30">
      <w:r>
        <w:t>248.6490</w:t>
      </w:r>
      <w:r>
        <w:tab/>
        <w:t>1.013e0</w:t>
      </w:r>
    </w:p>
    <w:p w:rsidR="00E00D30" w:rsidRDefault="00E00D30" w:rsidP="00E00D30">
      <w:r>
        <w:t>248.6529</w:t>
      </w:r>
      <w:r>
        <w:tab/>
        <w:t>1.013e0</w:t>
      </w:r>
    </w:p>
    <w:p w:rsidR="00E00D30" w:rsidRDefault="00E00D30" w:rsidP="00E00D30">
      <w:r>
        <w:t>248.6792</w:t>
      </w:r>
      <w:r>
        <w:tab/>
        <w:t>1.013e0</w:t>
      </w:r>
    </w:p>
    <w:p w:rsidR="00E00D30" w:rsidRDefault="00E00D30" w:rsidP="00E00D30">
      <w:r>
        <w:t>248.6987</w:t>
      </w:r>
      <w:r>
        <w:tab/>
        <w:t>1.013e0</w:t>
      </w:r>
    </w:p>
    <w:p w:rsidR="00E00D30" w:rsidRDefault="00E00D30" w:rsidP="00E00D30">
      <w:r>
        <w:lastRenderedPageBreak/>
        <w:t>248.7369</w:t>
      </w:r>
      <w:r>
        <w:tab/>
        <w:t>1.013e0</w:t>
      </w:r>
    </w:p>
    <w:p w:rsidR="00E00D30" w:rsidRDefault="00E00D30" w:rsidP="00E00D30">
      <w:r>
        <w:t>248.7583</w:t>
      </w:r>
      <w:r>
        <w:tab/>
        <w:t>1.013e0</w:t>
      </w:r>
    </w:p>
    <w:p w:rsidR="00E00D30" w:rsidRDefault="00E00D30" w:rsidP="00E00D30">
      <w:r>
        <w:t>248.7749</w:t>
      </w:r>
      <w:r>
        <w:tab/>
        <w:t>1.013e0</w:t>
      </w:r>
    </w:p>
    <w:p w:rsidR="00E00D30" w:rsidRDefault="00E00D30" w:rsidP="00E00D30">
      <w:r>
        <w:t>248.7789</w:t>
      </w:r>
      <w:r>
        <w:tab/>
        <w:t>1.013e0</w:t>
      </w:r>
    </w:p>
    <w:p w:rsidR="00E00D30" w:rsidRDefault="00E00D30" w:rsidP="00E00D30">
      <w:r>
        <w:t>248.7998</w:t>
      </w:r>
      <w:r>
        <w:tab/>
        <w:t>1.013e0</w:t>
      </w:r>
    </w:p>
    <w:p w:rsidR="00E00D30" w:rsidRDefault="00E00D30" w:rsidP="00E00D30">
      <w:r>
        <w:t>248.8171</w:t>
      </w:r>
      <w:r>
        <w:tab/>
        <w:t>2.025e0</w:t>
      </w:r>
    </w:p>
    <w:p w:rsidR="00E00D30" w:rsidRDefault="00E00D30" w:rsidP="00E00D30">
      <w:r>
        <w:t>248.8290</w:t>
      </w:r>
      <w:r>
        <w:tab/>
        <w:t>1.013e0</w:t>
      </w:r>
    </w:p>
    <w:p w:rsidR="00E00D30" w:rsidRDefault="00E00D30" w:rsidP="00E00D30">
      <w:r>
        <w:t>248.8417</w:t>
      </w:r>
      <w:r>
        <w:tab/>
        <w:t>1.013e0</w:t>
      </w:r>
    </w:p>
    <w:p w:rsidR="00E00D30" w:rsidRDefault="00E00D30" w:rsidP="00E00D30">
      <w:r>
        <w:t>248.8466</w:t>
      </w:r>
      <w:r>
        <w:tab/>
        <w:t>1.013e0</w:t>
      </w:r>
    </w:p>
    <w:p w:rsidR="00E00D30" w:rsidRDefault="00E00D30" w:rsidP="00E00D30">
      <w:r>
        <w:t>248.8671</w:t>
      </w:r>
      <w:r>
        <w:tab/>
        <w:t>1.013e0</w:t>
      </w:r>
    </w:p>
    <w:p w:rsidR="00E00D30" w:rsidRDefault="00E00D30" w:rsidP="00E00D30">
      <w:r>
        <w:t>248.9131</w:t>
      </w:r>
      <w:r>
        <w:tab/>
        <w:t>1.013e0</w:t>
      </w:r>
    </w:p>
    <w:p w:rsidR="00E00D30" w:rsidRDefault="00E00D30" w:rsidP="00E00D30">
      <w:r>
        <w:t>248.9300</w:t>
      </w:r>
      <w:r>
        <w:tab/>
        <w:t>1.013e0</w:t>
      </w:r>
    </w:p>
    <w:p w:rsidR="00E00D30" w:rsidRDefault="00E00D30" w:rsidP="00E00D30">
      <w:r>
        <w:t>248.9390</w:t>
      </w:r>
      <w:r>
        <w:tab/>
        <w:t>1.013e0</w:t>
      </w:r>
    </w:p>
    <w:p w:rsidR="00E00D30" w:rsidRDefault="00E00D30" w:rsidP="00E00D30">
      <w:r>
        <w:t>248.9764</w:t>
      </w:r>
      <w:r>
        <w:tab/>
        <w:t>1.013e0</w:t>
      </w:r>
    </w:p>
    <w:p w:rsidR="00E00D30" w:rsidRDefault="00E00D30" w:rsidP="00E00D30">
      <w:r>
        <w:t>248.9854</w:t>
      </w:r>
      <w:r>
        <w:tab/>
        <w:t>1.013e0</w:t>
      </w:r>
    </w:p>
    <w:p w:rsidR="00E00D30" w:rsidRDefault="00E00D30" w:rsidP="00E00D30">
      <w:r>
        <w:t>248.9971</w:t>
      </w:r>
      <w:r>
        <w:tab/>
        <w:t>1.013e0</w:t>
      </w:r>
    </w:p>
    <w:p w:rsidR="00E00D30" w:rsidRDefault="00E00D30" w:rsidP="00E00D30">
      <w:r>
        <w:t>249.0018</w:t>
      </w:r>
      <w:r>
        <w:tab/>
        <w:t>3.038e0</w:t>
      </w:r>
    </w:p>
    <w:p w:rsidR="00E00D30" w:rsidRDefault="00E00D30" w:rsidP="00E00D30">
      <w:r>
        <w:t>249.0092</w:t>
      </w:r>
      <w:r>
        <w:tab/>
        <w:t>1.013e0</w:t>
      </w:r>
    </w:p>
    <w:p w:rsidR="00E00D30" w:rsidRDefault="00E00D30" w:rsidP="00E00D30">
      <w:r>
        <w:t>249.0135</w:t>
      </w:r>
      <w:r>
        <w:tab/>
        <w:t>1.013e0</w:t>
      </w:r>
    </w:p>
    <w:p w:rsidR="00E00D30" w:rsidRDefault="00E00D30" w:rsidP="00E00D30">
      <w:r>
        <w:lastRenderedPageBreak/>
        <w:t>249.0200</w:t>
      </w:r>
      <w:r>
        <w:tab/>
        <w:t>2.025e0</w:t>
      </w:r>
    </w:p>
    <w:p w:rsidR="00E00D30" w:rsidRDefault="00E00D30" w:rsidP="00E00D30">
      <w:r>
        <w:t>249.0403</w:t>
      </w:r>
      <w:r>
        <w:tab/>
        <w:t>3.783e0</w:t>
      </w:r>
    </w:p>
    <w:p w:rsidR="00E00D30" w:rsidRDefault="00E00D30" w:rsidP="00E00D30">
      <w:r>
        <w:t>249.0582</w:t>
      </w:r>
      <w:r>
        <w:tab/>
        <w:t>7.089e0</w:t>
      </w:r>
    </w:p>
    <w:p w:rsidR="00E00D30" w:rsidRDefault="00E00D30" w:rsidP="00E00D30">
      <w:r>
        <w:t>249.0603</w:t>
      </w:r>
      <w:r>
        <w:tab/>
        <w:t>6.076e0</w:t>
      </w:r>
    </w:p>
    <w:p w:rsidR="00E00D30" w:rsidRDefault="00E00D30" w:rsidP="00E00D30">
      <w:r>
        <w:t>249.0614</w:t>
      </w:r>
      <w:r>
        <w:tab/>
        <w:t>1.061e1</w:t>
      </w:r>
    </w:p>
    <w:p w:rsidR="00E00D30" w:rsidRDefault="00E00D30" w:rsidP="00E00D30">
      <w:r>
        <w:t>249.0629</w:t>
      </w:r>
      <w:r>
        <w:tab/>
        <w:t>8.583e0</w:t>
      </w:r>
    </w:p>
    <w:p w:rsidR="00E00D30" w:rsidRDefault="00E00D30" w:rsidP="00E00D30">
      <w:r>
        <w:t>249.0654</w:t>
      </w:r>
      <w:r>
        <w:tab/>
        <w:t>5.063e0</w:t>
      </w:r>
    </w:p>
    <w:p w:rsidR="00E00D30" w:rsidRDefault="00E00D30" w:rsidP="00E00D30">
      <w:r>
        <w:t>249.0672</w:t>
      </w:r>
      <w:r>
        <w:tab/>
        <w:t>4.051e0</w:t>
      </w:r>
    </w:p>
    <w:p w:rsidR="00E00D30" w:rsidRDefault="00E00D30" w:rsidP="00E00D30">
      <w:r>
        <w:t>249.0713</w:t>
      </w:r>
      <w:r>
        <w:tab/>
        <w:t>6.076e0</w:t>
      </w:r>
    </w:p>
    <w:p w:rsidR="00E00D30" w:rsidRDefault="00E00D30" w:rsidP="00E00D30">
      <w:r>
        <w:t>249.1012</w:t>
      </w:r>
      <w:r>
        <w:tab/>
        <w:t>1.013e0</w:t>
      </w:r>
    </w:p>
    <w:p w:rsidR="00E00D30" w:rsidRDefault="00E00D30" w:rsidP="00E00D30">
      <w:r>
        <w:t>249.1038</w:t>
      </w:r>
      <w:r>
        <w:tab/>
        <w:t>2.025e0</w:t>
      </w:r>
    </w:p>
    <w:p w:rsidR="00E00D30" w:rsidRDefault="00E00D30" w:rsidP="00E00D30">
      <w:r>
        <w:t>249.1059</w:t>
      </w:r>
      <w:r>
        <w:tab/>
        <w:t>2.025e0</w:t>
      </w:r>
    </w:p>
    <w:p w:rsidR="00E00D30" w:rsidRDefault="00E00D30" w:rsidP="00E00D30">
      <w:r>
        <w:t>249.1155</w:t>
      </w:r>
      <w:r>
        <w:tab/>
        <w:t>3.038e0</w:t>
      </w:r>
    </w:p>
    <w:p w:rsidR="00E00D30" w:rsidRDefault="00E00D30" w:rsidP="00E00D30">
      <w:r>
        <w:t>249.1272</w:t>
      </w:r>
      <w:r>
        <w:tab/>
        <w:t>1.013e0</w:t>
      </w:r>
    </w:p>
    <w:p w:rsidR="00E00D30" w:rsidRDefault="00E00D30" w:rsidP="00E00D30">
      <w:r>
        <w:t>249.1312</w:t>
      </w:r>
      <w:r>
        <w:tab/>
        <w:t>1.013e0</w:t>
      </w:r>
    </w:p>
    <w:p w:rsidR="00E00D30" w:rsidRDefault="00E00D30" w:rsidP="00E00D30">
      <w:r>
        <w:t>249.1391</w:t>
      </w:r>
      <w:r>
        <w:tab/>
        <w:t>2.025e0</w:t>
      </w:r>
    </w:p>
    <w:p w:rsidR="00E00D30" w:rsidRDefault="00E00D30" w:rsidP="00E00D30">
      <w:r>
        <w:t>249.1501</w:t>
      </w:r>
      <w:r>
        <w:tab/>
        <w:t>2.025e0</w:t>
      </w:r>
    </w:p>
    <w:p w:rsidR="00E00D30" w:rsidRDefault="00E00D30" w:rsidP="00E00D30">
      <w:r>
        <w:t>249.1543</w:t>
      </w:r>
      <w:r>
        <w:tab/>
        <w:t>2.025e0</w:t>
      </w:r>
    </w:p>
    <w:p w:rsidR="00E00D30" w:rsidRDefault="00E00D30" w:rsidP="00E00D30">
      <w:r>
        <w:t>249.1568</w:t>
      </w:r>
      <w:r>
        <w:tab/>
        <w:t>1.013e0</w:t>
      </w:r>
    </w:p>
    <w:p w:rsidR="00E00D30" w:rsidRDefault="00E00D30" w:rsidP="00E00D30">
      <w:r>
        <w:lastRenderedPageBreak/>
        <w:t>249.1641</w:t>
      </w:r>
      <w:r>
        <w:tab/>
        <w:t>3.038e0</w:t>
      </w:r>
    </w:p>
    <w:p w:rsidR="00E00D30" w:rsidRDefault="00E00D30" w:rsidP="00E00D30">
      <w:r>
        <w:t>249.1654</w:t>
      </w:r>
      <w:r>
        <w:tab/>
        <w:t>1.013e0</w:t>
      </w:r>
    </w:p>
    <w:p w:rsidR="00E00D30" w:rsidRDefault="00E00D30" w:rsidP="00E00D30">
      <w:r>
        <w:t>249.1812</w:t>
      </w:r>
      <w:r>
        <w:tab/>
        <w:t>1.013e0</w:t>
      </w:r>
    </w:p>
    <w:p w:rsidR="00E00D30" w:rsidRDefault="00E00D30" w:rsidP="00E00D30">
      <w:r>
        <w:t>249.1849</w:t>
      </w:r>
      <w:r>
        <w:tab/>
        <w:t>1.013e0</w:t>
      </w:r>
    </w:p>
    <w:p w:rsidR="00E00D30" w:rsidRDefault="00E00D30" w:rsidP="00E00D30">
      <w:r>
        <w:t>249.1942</w:t>
      </w:r>
      <w:r>
        <w:tab/>
        <w:t>2.025e0</w:t>
      </w:r>
    </w:p>
    <w:p w:rsidR="00E00D30" w:rsidRDefault="00E00D30" w:rsidP="00E00D30">
      <w:r>
        <w:t>249.1987</w:t>
      </w:r>
      <w:r>
        <w:tab/>
        <w:t>1.013e0</w:t>
      </w:r>
    </w:p>
    <w:p w:rsidR="00E00D30" w:rsidRDefault="00E00D30" w:rsidP="00E00D30">
      <w:r>
        <w:t>249.2192</w:t>
      </w:r>
      <w:r>
        <w:tab/>
        <w:t>1.013e0</w:t>
      </w:r>
    </w:p>
    <w:p w:rsidR="00E00D30" w:rsidRDefault="00E00D30" w:rsidP="00E00D30">
      <w:r>
        <w:t>249.2346</w:t>
      </w:r>
      <w:r>
        <w:tab/>
        <w:t>2.025e0</w:t>
      </w:r>
    </w:p>
    <w:p w:rsidR="00E00D30" w:rsidRDefault="00E00D30" w:rsidP="00E00D30">
      <w:r>
        <w:t>249.2357</w:t>
      </w:r>
      <w:r>
        <w:tab/>
        <w:t>1.013e0</w:t>
      </w:r>
    </w:p>
    <w:p w:rsidR="00E00D30" w:rsidRDefault="00E00D30" w:rsidP="00E00D30">
      <w:r>
        <w:t>249.2538</w:t>
      </w:r>
      <w:r>
        <w:tab/>
        <w:t>1.013e0</w:t>
      </w:r>
    </w:p>
    <w:p w:rsidR="00E00D30" w:rsidRDefault="00E00D30" w:rsidP="00E00D30">
      <w:r>
        <w:t>249.2825</w:t>
      </w:r>
      <w:r>
        <w:tab/>
        <w:t>1.013e0</w:t>
      </w:r>
    </w:p>
    <w:p w:rsidR="00E00D30" w:rsidRDefault="00E00D30" w:rsidP="00E00D30">
      <w:r>
        <w:t>249.2867</w:t>
      </w:r>
      <w:r>
        <w:tab/>
        <w:t>1.013e0</w:t>
      </w:r>
    </w:p>
    <w:p w:rsidR="00E00D30" w:rsidRDefault="00E00D30" w:rsidP="00E00D30">
      <w:r>
        <w:t>249.2954</w:t>
      </w:r>
      <w:r>
        <w:tab/>
        <w:t>1.013e0</w:t>
      </w:r>
    </w:p>
    <w:p w:rsidR="00E00D30" w:rsidRDefault="00E00D30" w:rsidP="00E00D30">
      <w:r>
        <w:t>249.3376</w:t>
      </w:r>
      <w:r>
        <w:tab/>
        <w:t>1.013e0</w:t>
      </w:r>
    </w:p>
    <w:p w:rsidR="00E00D30" w:rsidRDefault="00E00D30" w:rsidP="00E00D30">
      <w:r>
        <w:t>249.3573</w:t>
      </w:r>
      <w:r>
        <w:tab/>
        <w:t>1.013e0</w:t>
      </w:r>
    </w:p>
    <w:p w:rsidR="00E00D30" w:rsidRDefault="00E00D30" w:rsidP="00E00D30">
      <w:r>
        <w:t>249.3613</w:t>
      </w:r>
      <w:r>
        <w:tab/>
        <w:t>2.025e0</w:t>
      </w:r>
    </w:p>
    <w:p w:rsidR="00E00D30" w:rsidRDefault="00E00D30" w:rsidP="00E00D30">
      <w:r>
        <w:t>249.3835</w:t>
      </w:r>
      <w:r>
        <w:tab/>
        <w:t>1.013e0</w:t>
      </w:r>
    </w:p>
    <w:p w:rsidR="00E00D30" w:rsidRDefault="00E00D30" w:rsidP="00E00D30">
      <w:r>
        <w:t>249.3994</w:t>
      </w:r>
      <w:r>
        <w:tab/>
        <w:t>1.013e0</w:t>
      </w:r>
    </w:p>
    <w:p w:rsidR="00E00D30" w:rsidRDefault="00E00D30" w:rsidP="00E00D30">
      <w:r>
        <w:t>249.4036</w:t>
      </w:r>
      <w:r>
        <w:tab/>
        <w:t>1.013e0</w:t>
      </w:r>
    </w:p>
    <w:p w:rsidR="00E00D30" w:rsidRDefault="00E00D30" w:rsidP="00E00D30">
      <w:r>
        <w:lastRenderedPageBreak/>
        <w:t>249.4258</w:t>
      </w:r>
      <w:r>
        <w:tab/>
        <w:t>2.025e0</w:t>
      </w:r>
    </w:p>
    <w:p w:rsidR="00E00D30" w:rsidRDefault="00E00D30" w:rsidP="00E00D30">
      <w:r>
        <w:t>249.4917</w:t>
      </w:r>
      <w:r>
        <w:tab/>
        <w:t>1.013e0</w:t>
      </w:r>
    </w:p>
    <w:p w:rsidR="00E00D30" w:rsidRDefault="00E00D30" w:rsidP="00E00D30">
      <w:r>
        <w:t>249.5054</w:t>
      </w:r>
      <w:r>
        <w:tab/>
        <w:t>1.013e0</w:t>
      </w:r>
    </w:p>
    <w:p w:rsidR="00E00D30" w:rsidRDefault="00E00D30" w:rsidP="00E00D30">
      <w:r>
        <w:t>249.5136</w:t>
      </w:r>
      <w:r>
        <w:tab/>
        <w:t>2.025e0</w:t>
      </w:r>
    </w:p>
    <w:p w:rsidR="00E00D30" w:rsidRDefault="00E00D30" w:rsidP="00E00D30">
      <w:r>
        <w:t>249.5177</w:t>
      </w:r>
      <w:r>
        <w:tab/>
        <w:t>1.013e0</w:t>
      </w:r>
    </w:p>
    <w:p w:rsidR="00E00D30" w:rsidRDefault="00E00D30" w:rsidP="00E00D30">
      <w:r>
        <w:t>249.5296</w:t>
      </w:r>
      <w:r>
        <w:tab/>
        <w:t>1.013e0</w:t>
      </w:r>
    </w:p>
    <w:p w:rsidR="00E00D30" w:rsidRDefault="00E00D30" w:rsidP="00E00D30">
      <w:r>
        <w:t>249.5558</w:t>
      </w:r>
      <w:r>
        <w:tab/>
        <w:t>1.013e0</w:t>
      </w:r>
    </w:p>
    <w:p w:rsidR="00E00D30" w:rsidRDefault="00E00D30" w:rsidP="00E00D30">
      <w:r>
        <w:t>249.5598</w:t>
      </w:r>
      <w:r>
        <w:tab/>
        <w:t>1.013e0</w:t>
      </w:r>
    </w:p>
    <w:p w:rsidR="00E00D30" w:rsidRDefault="00E00D30" w:rsidP="00E00D30">
      <w:r>
        <w:t>249.5637</w:t>
      </w:r>
      <w:r>
        <w:tab/>
        <w:t>1.013e0</w:t>
      </w:r>
    </w:p>
    <w:p w:rsidR="00E00D30" w:rsidRDefault="00E00D30" w:rsidP="00E00D30">
      <w:r>
        <w:t>249.5676</w:t>
      </w:r>
      <w:r>
        <w:tab/>
        <w:t>1.013e0</w:t>
      </w:r>
    </w:p>
    <w:p w:rsidR="00E00D30" w:rsidRDefault="00E00D30" w:rsidP="00E00D30">
      <w:r>
        <w:t>249.5890</w:t>
      </w:r>
      <w:r>
        <w:tab/>
        <w:t>1.013e0</w:t>
      </w:r>
    </w:p>
    <w:p w:rsidR="00E00D30" w:rsidRDefault="00E00D30" w:rsidP="00E00D30">
      <w:r>
        <w:t>249.5980</w:t>
      </w:r>
      <w:r>
        <w:tab/>
        <w:t>1.013e0</w:t>
      </w:r>
    </w:p>
    <w:p w:rsidR="00E00D30" w:rsidRDefault="00E00D30" w:rsidP="00E00D30">
      <w:r>
        <w:t>249.6101</w:t>
      </w:r>
      <w:r>
        <w:tab/>
        <w:t>1.013e0</w:t>
      </w:r>
    </w:p>
    <w:p w:rsidR="00E00D30" w:rsidRDefault="00E00D30" w:rsidP="00E00D30">
      <w:r>
        <w:t>249.6141</w:t>
      </w:r>
      <w:r>
        <w:tab/>
        <w:t>1.013e0</w:t>
      </w:r>
    </w:p>
    <w:p w:rsidR="00E00D30" w:rsidRDefault="00E00D30" w:rsidP="00E00D30">
      <w:r>
        <w:t>249.6176</w:t>
      </w:r>
      <w:r>
        <w:tab/>
        <w:t>1.013e0</w:t>
      </w:r>
    </w:p>
    <w:p w:rsidR="00E00D30" w:rsidRDefault="00E00D30" w:rsidP="00E00D30">
      <w:r>
        <w:t>249.6215</w:t>
      </w:r>
      <w:r>
        <w:tab/>
        <w:t>1.013e0</w:t>
      </w:r>
    </w:p>
    <w:p w:rsidR="00E00D30" w:rsidRDefault="00E00D30" w:rsidP="00E00D30">
      <w:r>
        <w:t>249.6257</w:t>
      </w:r>
      <w:r>
        <w:tab/>
        <w:t>1.013e0</w:t>
      </w:r>
    </w:p>
    <w:p w:rsidR="00E00D30" w:rsidRDefault="00E00D30" w:rsidP="00E00D30">
      <w:r>
        <w:t>249.6355</w:t>
      </w:r>
      <w:r>
        <w:tab/>
        <w:t>1.013e0</w:t>
      </w:r>
    </w:p>
    <w:p w:rsidR="00E00D30" w:rsidRDefault="00E00D30" w:rsidP="00E00D30">
      <w:r>
        <w:t>249.6519</w:t>
      </w:r>
      <w:r>
        <w:tab/>
        <w:t>1.013e0</w:t>
      </w:r>
    </w:p>
    <w:p w:rsidR="00E00D30" w:rsidRDefault="00E00D30" w:rsidP="00E00D30">
      <w:r>
        <w:lastRenderedPageBreak/>
        <w:t>249.6637</w:t>
      </w:r>
      <w:r>
        <w:tab/>
        <w:t>1.013e0</w:t>
      </w:r>
    </w:p>
    <w:p w:rsidR="00E00D30" w:rsidRDefault="00E00D30" w:rsidP="00E00D30">
      <w:r>
        <w:t>249.6979</w:t>
      </w:r>
      <w:r>
        <w:tab/>
        <w:t>1.013e0</w:t>
      </w:r>
    </w:p>
    <w:p w:rsidR="00E00D30" w:rsidRDefault="00E00D30" w:rsidP="00E00D30">
      <w:r>
        <w:t>249.7019</w:t>
      </w:r>
      <w:r>
        <w:tab/>
        <w:t>1.013e0</w:t>
      </w:r>
    </w:p>
    <w:p w:rsidR="00E00D30" w:rsidRDefault="00E00D30" w:rsidP="00E00D30">
      <w:r>
        <w:t>249.7095</w:t>
      </w:r>
      <w:r>
        <w:tab/>
        <w:t>1.013e0</w:t>
      </w:r>
    </w:p>
    <w:p w:rsidR="00E00D30" w:rsidRDefault="00E00D30" w:rsidP="00E00D30">
      <w:r>
        <w:t>249.7560</w:t>
      </w:r>
      <w:r>
        <w:tab/>
        <w:t>1.013e0</w:t>
      </w:r>
    </w:p>
    <w:p w:rsidR="00E00D30" w:rsidRDefault="00E00D30" w:rsidP="00E00D30">
      <w:r>
        <w:t>249.7782</w:t>
      </w:r>
      <w:r>
        <w:tab/>
        <w:t>1.013e0</w:t>
      </w:r>
    </w:p>
    <w:p w:rsidR="00E00D30" w:rsidRDefault="00E00D30" w:rsidP="00E00D30">
      <w:r>
        <w:t>249.7940</w:t>
      </w:r>
      <w:r>
        <w:tab/>
        <w:t>1.013e0</w:t>
      </w:r>
    </w:p>
    <w:p w:rsidR="00E00D30" w:rsidRDefault="00E00D30" w:rsidP="00E00D30">
      <w:r>
        <w:t>249.8070</w:t>
      </w:r>
      <w:r>
        <w:tab/>
        <w:t>1.013e0</w:t>
      </w:r>
    </w:p>
    <w:p w:rsidR="00E00D30" w:rsidRDefault="00E00D30" w:rsidP="00E00D30">
      <w:r>
        <w:t>249.8163</w:t>
      </w:r>
      <w:r>
        <w:tab/>
        <w:t>1.013e0</w:t>
      </w:r>
    </w:p>
    <w:p w:rsidR="00E00D30" w:rsidRDefault="00E00D30" w:rsidP="00E00D30">
      <w:r>
        <w:t>249.8360</w:t>
      </w:r>
      <w:r>
        <w:tab/>
        <w:t>2.025e0</w:t>
      </w:r>
    </w:p>
    <w:p w:rsidR="00E00D30" w:rsidRDefault="00E00D30" w:rsidP="00E00D30">
      <w:r>
        <w:t>249.8490</w:t>
      </w:r>
      <w:r>
        <w:tab/>
        <w:t>1.013e0</w:t>
      </w:r>
    </w:p>
    <w:p w:rsidR="00E00D30" w:rsidRDefault="00E00D30" w:rsidP="00E00D30">
      <w:r>
        <w:t>249.8581</w:t>
      </w:r>
      <w:r>
        <w:tab/>
        <w:t>1.013e0</w:t>
      </w:r>
    </w:p>
    <w:p w:rsidR="00E00D30" w:rsidRDefault="00E00D30" w:rsidP="00E00D30">
      <w:r>
        <w:t>249.8624</w:t>
      </w:r>
      <w:r>
        <w:tab/>
        <w:t>1.013e0</w:t>
      </w:r>
    </w:p>
    <w:p w:rsidR="00E00D30" w:rsidRDefault="00E00D30" w:rsidP="00E00D30">
      <w:r>
        <w:t>249.8955</w:t>
      </w:r>
      <w:r>
        <w:tab/>
        <w:t>1.013e0</w:t>
      </w:r>
    </w:p>
    <w:p w:rsidR="00E00D30" w:rsidRDefault="00E00D30" w:rsidP="00E00D30">
      <w:r>
        <w:t>249.9467</w:t>
      </w:r>
      <w:r>
        <w:tab/>
        <w:t>1.013e0</w:t>
      </w:r>
    </w:p>
    <w:p w:rsidR="00E00D30" w:rsidRDefault="00E00D30" w:rsidP="00E00D30">
      <w:r>
        <w:t>249.9543</w:t>
      </w:r>
      <w:r>
        <w:tab/>
        <w:t>1.013e0</w:t>
      </w:r>
    </w:p>
    <w:p w:rsidR="00E00D30" w:rsidRDefault="00E00D30" w:rsidP="00E00D30">
      <w:r>
        <w:t>249.9662</w:t>
      </w:r>
      <w:r>
        <w:tab/>
        <w:t>1.013e0</w:t>
      </w:r>
    </w:p>
    <w:p w:rsidR="00E00D30" w:rsidRDefault="00E00D30" w:rsidP="00E00D30">
      <w:r>
        <w:t>249.9680</w:t>
      </w:r>
      <w:r>
        <w:tab/>
        <w:t>3.038e0</w:t>
      </w:r>
    </w:p>
    <w:p w:rsidR="00E00D30" w:rsidRDefault="00E00D30" w:rsidP="00E00D30">
      <w:r>
        <w:t>249.9837</w:t>
      </w:r>
      <w:r>
        <w:tab/>
        <w:t>1.013e0</w:t>
      </w:r>
    </w:p>
    <w:p w:rsidR="00E00D30" w:rsidRDefault="00E00D30" w:rsidP="00E00D30">
      <w:r>
        <w:lastRenderedPageBreak/>
        <w:t>249.9886</w:t>
      </w:r>
      <w:r>
        <w:tab/>
        <w:t>2.025e0</w:t>
      </w:r>
    </w:p>
    <w:p w:rsidR="00E00D30" w:rsidRDefault="00E00D30" w:rsidP="00E00D30">
      <w:r>
        <w:t>250.0045</w:t>
      </w:r>
      <w:r>
        <w:tab/>
        <w:t>1.013e0</w:t>
      </w:r>
    </w:p>
    <w:p w:rsidR="00E00D30" w:rsidRDefault="00E00D30" w:rsidP="00E00D30">
      <w:r>
        <w:t>250.0083</w:t>
      </w:r>
      <w:r>
        <w:tab/>
        <w:t>1.013e0</w:t>
      </w:r>
    </w:p>
    <w:p w:rsidR="00E00D30" w:rsidRDefault="00E00D30" w:rsidP="00E00D30">
      <w:r>
        <w:t>250.0123</w:t>
      </w:r>
      <w:r>
        <w:tab/>
        <w:t>1.102e0</w:t>
      </w:r>
    </w:p>
    <w:p w:rsidR="00E00D30" w:rsidRDefault="00E00D30" w:rsidP="00E00D30">
      <w:r>
        <w:t>250.0299</w:t>
      </w:r>
      <w:r>
        <w:tab/>
        <w:t>5.063e0</w:t>
      </w:r>
    </w:p>
    <w:p w:rsidR="00E00D30" w:rsidRDefault="00E00D30" w:rsidP="00E00D30">
      <w:r>
        <w:t>250.0325</w:t>
      </w:r>
      <w:r>
        <w:tab/>
        <w:t>2.025e0</w:t>
      </w:r>
    </w:p>
    <w:p w:rsidR="00E00D30" w:rsidRDefault="00E00D30" w:rsidP="00E00D30">
      <w:r>
        <w:t>250.0379</w:t>
      </w:r>
      <w:r>
        <w:tab/>
        <w:t>2.025e0</w:t>
      </w:r>
    </w:p>
    <w:p w:rsidR="00E00D30" w:rsidRDefault="00E00D30" w:rsidP="00E00D30">
      <w:r>
        <w:t>250.0506</w:t>
      </w:r>
      <w:r>
        <w:tab/>
        <w:t>1.013e0</w:t>
      </w:r>
    </w:p>
    <w:p w:rsidR="00E00D30" w:rsidRDefault="00E00D30" w:rsidP="00E00D30">
      <w:r>
        <w:t>250.0629</w:t>
      </w:r>
      <w:r>
        <w:tab/>
        <w:t>3.038e0</w:t>
      </w:r>
    </w:p>
    <w:p w:rsidR="00E00D30" w:rsidRDefault="00E00D30" w:rsidP="00E00D30">
      <w:r>
        <w:t>250.0675</w:t>
      </w:r>
      <w:r>
        <w:tab/>
        <w:t>2.025e0</w:t>
      </w:r>
    </w:p>
    <w:p w:rsidR="00E00D30" w:rsidRDefault="00E00D30" w:rsidP="00E00D30">
      <w:r>
        <w:t>250.0723</w:t>
      </w:r>
      <w:r>
        <w:tab/>
        <w:t>1.013e0</w:t>
      </w:r>
    </w:p>
    <w:p w:rsidR="00E00D30" w:rsidRDefault="00E00D30" w:rsidP="00E00D30">
      <w:r>
        <w:t>250.0851</w:t>
      </w:r>
      <w:r>
        <w:tab/>
        <w:t>3.744e0</w:t>
      </w:r>
    </w:p>
    <w:p w:rsidR="00E00D30" w:rsidRDefault="00E00D30" w:rsidP="00E00D30">
      <w:r>
        <w:t>250.0927</w:t>
      </w:r>
      <w:r>
        <w:tab/>
        <w:t>1.013e0</w:t>
      </w:r>
    </w:p>
    <w:p w:rsidR="00E00D30" w:rsidRDefault="00E00D30" w:rsidP="00E00D30">
      <w:r>
        <w:t>250.1164</w:t>
      </w:r>
      <w:r>
        <w:tab/>
        <w:t>2.025e0</w:t>
      </w:r>
    </w:p>
    <w:p w:rsidR="00E00D30" w:rsidRDefault="00E00D30" w:rsidP="00E00D30">
      <w:r>
        <w:t>250.1222</w:t>
      </w:r>
      <w:r>
        <w:tab/>
        <w:t>4.051e0</w:t>
      </w:r>
    </w:p>
    <w:p w:rsidR="00E00D30" w:rsidRDefault="00E00D30" w:rsidP="00E00D30">
      <w:r>
        <w:t>250.1309</w:t>
      </w:r>
      <w:r>
        <w:tab/>
        <w:t>3.038e0</w:t>
      </w:r>
    </w:p>
    <w:p w:rsidR="00E00D30" w:rsidRDefault="00E00D30" w:rsidP="00E00D30">
      <w:r>
        <w:t>250.1425</w:t>
      </w:r>
      <w:r>
        <w:tab/>
        <w:t>1.013e0</w:t>
      </w:r>
    </w:p>
    <w:p w:rsidR="00E00D30" w:rsidRDefault="00E00D30" w:rsidP="00E00D30">
      <w:r>
        <w:t>250.1559</w:t>
      </w:r>
      <w:r>
        <w:tab/>
        <w:t>1.013e0</w:t>
      </w:r>
    </w:p>
    <w:p w:rsidR="00E00D30" w:rsidRDefault="00E00D30" w:rsidP="00E00D30">
      <w:r>
        <w:t>250.1607</w:t>
      </w:r>
      <w:r>
        <w:tab/>
        <w:t>1.013e0</w:t>
      </w:r>
    </w:p>
    <w:p w:rsidR="00E00D30" w:rsidRDefault="00E00D30" w:rsidP="00E00D30">
      <w:r>
        <w:lastRenderedPageBreak/>
        <w:t>250.1626</w:t>
      </w:r>
      <w:r>
        <w:tab/>
        <w:t>2.025e0</w:t>
      </w:r>
    </w:p>
    <w:p w:rsidR="00E00D30" w:rsidRDefault="00E00D30" w:rsidP="00E00D30">
      <w:r>
        <w:t>250.1729</w:t>
      </w:r>
      <w:r>
        <w:tab/>
        <w:t>1.013e0</w:t>
      </w:r>
    </w:p>
    <w:p w:rsidR="00E00D30" w:rsidRDefault="00E00D30" w:rsidP="00E00D30">
      <w:r>
        <w:t>250.1772</w:t>
      </w:r>
      <w:r>
        <w:tab/>
        <w:t>1.013e0</w:t>
      </w:r>
    </w:p>
    <w:p w:rsidR="00E00D30" w:rsidRDefault="00E00D30" w:rsidP="00E00D30">
      <w:r>
        <w:t>250.1847</w:t>
      </w:r>
      <w:r>
        <w:tab/>
        <w:t>1.013e0</w:t>
      </w:r>
    </w:p>
    <w:p w:rsidR="00E00D30" w:rsidRDefault="00E00D30" w:rsidP="00E00D30">
      <w:r>
        <w:t>250.1932</w:t>
      </w:r>
      <w:r>
        <w:tab/>
        <w:t>2.025e0</w:t>
      </w:r>
    </w:p>
    <w:p w:rsidR="00E00D30" w:rsidRDefault="00E00D30" w:rsidP="00E00D30">
      <w:r>
        <w:t>250.2029</w:t>
      </w:r>
      <w:r>
        <w:tab/>
        <w:t>1.013e0</w:t>
      </w:r>
    </w:p>
    <w:p w:rsidR="00E00D30" w:rsidRDefault="00E00D30" w:rsidP="00E00D30">
      <w:r>
        <w:t>250.2307</w:t>
      </w:r>
      <w:r>
        <w:tab/>
        <w:t>1.013e0</w:t>
      </w:r>
    </w:p>
    <w:p w:rsidR="00E00D30" w:rsidRDefault="00E00D30" w:rsidP="00E00D30">
      <w:r>
        <w:t>250.2571</w:t>
      </w:r>
      <w:r>
        <w:tab/>
        <w:t>3.038e0</w:t>
      </w:r>
    </w:p>
    <w:p w:rsidR="00E00D30" w:rsidRDefault="00E00D30" w:rsidP="00E00D30">
      <w:r>
        <w:t>250.2689</w:t>
      </w:r>
      <w:r>
        <w:tab/>
        <w:t>1.013e0</w:t>
      </w:r>
    </w:p>
    <w:p w:rsidR="00E00D30" w:rsidRDefault="00E00D30" w:rsidP="00E00D30">
      <w:r>
        <w:t>250.2816</w:t>
      </w:r>
      <w:r>
        <w:tab/>
        <w:t>1.013e0</w:t>
      </w:r>
    </w:p>
    <w:p w:rsidR="00E00D30" w:rsidRDefault="00E00D30" w:rsidP="00E00D30">
      <w:r>
        <w:t>250.2954</w:t>
      </w:r>
      <w:r>
        <w:tab/>
        <w:t>1.013e0</w:t>
      </w:r>
    </w:p>
    <w:p w:rsidR="00E00D30" w:rsidRDefault="00E00D30" w:rsidP="00E00D30">
      <w:r>
        <w:t>250.2987</w:t>
      </w:r>
      <w:r>
        <w:tab/>
        <w:t>2.025e0</w:t>
      </w:r>
    </w:p>
    <w:p w:rsidR="00E00D30" w:rsidRDefault="00E00D30" w:rsidP="00E00D30">
      <w:r>
        <w:t>250.3172</w:t>
      </w:r>
      <w:r>
        <w:tab/>
        <w:t>2.025e0</w:t>
      </w:r>
    </w:p>
    <w:p w:rsidR="00E00D30" w:rsidRDefault="00E00D30" w:rsidP="00E00D30">
      <w:r>
        <w:t>250.3235</w:t>
      </w:r>
      <w:r>
        <w:tab/>
        <w:t>1.013e0</w:t>
      </w:r>
    </w:p>
    <w:p w:rsidR="00E00D30" w:rsidRDefault="00E00D30" w:rsidP="00E00D30">
      <w:r>
        <w:t>250.3330</w:t>
      </w:r>
      <w:r>
        <w:tab/>
        <w:t>1.013e0</w:t>
      </w:r>
    </w:p>
    <w:p w:rsidR="00E00D30" w:rsidRDefault="00E00D30" w:rsidP="00E00D30">
      <w:r>
        <w:t>250.3375</w:t>
      </w:r>
      <w:r>
        <w:tab/>
        <w:t>1.013e0</w:t>
      </w:r>
    </w:p>
    <w:p w:rsidR="00E00D30" w:rsidRDefault="00E00D30" w:rsidP="00E00D30">
      <w:r>
        <w:t>250.3493</w:t>
      </w:r>
      <w:r>
        <w:tab/>
        <w:t>1.013e0</w:t>
      </w:r>
    </w:p>
    <w:p w:rsidR="00E00D30" w:rsidRDefault="00E00D30" w:rsidP="00E00D30">
      <w:r>
        <w:t>250.3629</w:t>
      </w:r>
      <w:r>
        <w:tab/>
        <w:t>2.025e0</w:t>
      </w:r>
    </w:p>
    <w:p w:rsidR="00E00D30" w:rsidRDefault="00E00D30" w:rsidP="00E00D30">
      <w:r>
        <w:t>250.3655</w:t>
      </w:r>
      <w:r>
        <w:tab/>
        <w:t>1.013e0</w:t>
      </w:r>
    </w:p>
    <w:p w:rsidR="00E00D30" w:rsidRDefault="00E00D30" w:rsidP="00E00D30">
      <w:r>
        <w:lastRenderedPageBreak/>
        <w:t>250.3706</w:t>
      </w:r>
      <w:r>
        <w:tab/>
        <w:t>1.013e0</w:t>
      </w:r>
    </w:p>
    <w:p w:rsidR="00E00D30" w:rsidRDefault="00E00D30" w:rsidP="00E00D30">
      <w:r>
        <w:t>250.3795</w:t>
      </w:r>
      <w:r>
        <w:tab/>
        <w:t>1.013e0</w:t>
      </w:r>
    </w:p>
    <w:p w:rsidR="00E00D30" w:rsidRDefault="00E00D30" w:rsidP="00E00D30">
      <w:r>
        <w:t>250.3877</w:t>
      </w:r>
      <w:r>
        <w:tab/>
        <w:t>1.013e0</w:t>
      </w:r>
    </w:p>
    <w:p w:rsidR="00E00D30" w:rsidRDefault="00E00D30" w:rsidP="00E00D30">
      <w:r>
        <w:t>250.4214</w:t>
      </w:r>
      <w:r>
        <w:tab/>
        <w:t>2.025e0</w:t>
      </w:r>
    </w:p>
    <w:p w:rsidR="00E00D30" w:rsidRDefault="00E00D30" w:rsidP="00E00D30">
      <w:r>
        <w:t>250.4456</w:t>
      </w:r>
      <w:r>
        <w:tab/>
        <w:t>1.013e0</w:t>
      </w:r>
    </w:p>
    <w:p w:rsidR="00E00D30" w:rsidRDefault="00E00D30" w:rsidP="00E00D30">
      <w:r>
        <w:t>250.5054</w:t>
      </w:r>
      <w:r>
        <w:tab/>
        <w:t>2.025e0</w:t>
      </w:r>
    </w:p>
    <w:p w:rsidR="00E00D30" w:rsidRDefault="00E00D30" w:rsidP="00E00D30">
      <w:r>
        <w:t>250.5100</w:t>
      </w:r>
      <w:r>
        <w:tab/>
        <w:t>1.013e0</w:t>
      </w:r>
    </w:p>
    <w:p w:rsidR="00E00D30" w:rsidRDefault="00E00D30" w:rsidP="00E00D30">
      <w:r>
        <w:t>250.5296</w:t>
      </w:r>
      <w:r>
        <w:tab/>
        <w:t>1.013e0</w:t>
      </w:r>
    </w:p>
    <w:p w:rsidR="00E00D30" w:rsidRDefault="00E00D30" w:rsidP="00E00D30">
      <w:r>
        <w:t>250.5379</w:t>
      </w:r>
      <w:r>
        <w:tab/>
        <w:t>1.013e0</w:t>
      </w:r>
    </w:p>
    <w:p w:rsidR="00E00D30" w:rsidRDefault="00E00D30" w:rsidP="00E00D30">
      <w:r>
        <w:t>250.5678</w:t>
      </w:r>
      <w:r>
        <w:tab/>
        <w:t>1.013e0</w:t>
      </w:r>
    </w:p>
    <w:p w:rsidR="00E00D30" w:rsidRDefault="00E00D30" w:rsidP="00E00D30">
      <w:r>
        <w:t>250.5717</w:t>
      </w:r>
      <w:r>
        <w:tab/>
        <w:t>1.013e0</w:t>
      </w:r>
    </w:p>
    <w:p w:rsidR="00E00D30" w:rsidRDefault="00E00D30" w:rsidP="00E00D30">
      <w:r>
        <w:t>250.5759</w:t>
      </w:r>
      <w:r>
        <w:tab/>
        <w:t>1.013e0</w:t>
      </w:r>
    </w:p>
    <w:p w:rsidR="00E00D30" w:rsidRDefault="00E00D30" w:rsidP="00E00D30">
      <w:r>
        <w:t>250.5845</w:t>
      </w:r>
      <w:r>
        <w:tab/>
        <w:t>1.013e0</w:t>
      </w:r>
    </w:p>
    <w:p w:rsidR="00E00D30" w:rsidRDefault="00E00D30" w:rsidP="00E00D30">
      <w:r>
        <w:t>250.5940</w:t>
      </w:r>
      <w:r>
        <w:tab/>
        <w:t>2.025e0</w:t>
      </w:r>
    </w:p>
    <w:p w:rsidR="00E00D30" w:rsidRDefault="00E00D30" w:rsidP="00E00D30">
      <w:r>
        <w:t>250.6020</w:t>
      </w:r>
      <w:r>
        <w:tab/>
        <w:t>1.013e0</w:t>
      </w:r>
    </w:p>
    <w:p w:rsidR="00E00D30" w:rsidRDefault="00E00D30" w:rsidP="00E00D30">
      <w:r>
        <w:t>250.6269</w:t>
      </w:r>
      <w:r>
        <w:tab/>
        <w:t>1.013e0</w:t>
      </w:r>
    </w:p>
    <w:p w:rsidR="00E00D30" w:rsidRDefault="00E00D30" w:rsidP="00E00D30">
      <w:r>
        <w:t>250.6311</w:t>
      </w:r>
      <w:r>
        <w:tab/>
        <w:t>1.013e0</w:t>
      </w:r>
    </w:p>
    <w:p w:rsidR="00E00D30" w:rsidRDefault="00E00D30" w:rsidP="00E00D30">
      <w:r>
        <w:t>250.6441</w:t>
      </w:r>
      <w:r>
        <w:tab/>
        <w:t>1.013e0</w:t>
      </w:r>
    </w:p>
    <w:p w:rsidR="00E00D30" w:rsidRDefault="00E00D30" w:rsidP="00E00D30">
      <w:r>
        <w:t>250.6481</w:t>
      </w:r>
      <w:r>
        <w:tab/>
        <w:t>1.013e0</w:t>
      </w:r>
    </w:p>
    <w:p w:rsidR="00E00D30" w:rsidRDefault="00E00D30" w:rsidP="00E00D30">
      <w:r>
        <w:lastRenderedPageBreak/>
        <w:t>250.6561</w:t>
      </w:r>
      <w:r>
        <w:tab/>
        <w:t>1.013e0</w:t>
      </w:r>
    </w:p>
    <w:p w:rsidR="00E00D30" w:rsidRDefault="00E00D30" w:rsidP="00E00D30">
      <w:r>
        <w:t>250.6598</w:t>
      </w:r>
      <w:r>
        <w:tab/>
        <w:t>1.013e0</w:t>
      </w:r>
    </w:p>
    <w:p w:rsidR="00E00D30" w:rsidRDefault="00E00D30" w:rsidP="00E00D30">
      <w:r>
        <w:t>250.6686</w:t>
      </w:r>
      <w:r>
        <w:tab/>
        <w:t>1.013e0</w:t>
      </w:r>
    </w:p>
    <w:p w:rsidR="00E00D30" w:rsidRDefault="00E00D30" w:rsidP="00E00D30">
      <w:r>
        <w:t>250.6779</w:t>
      </w:r>
      <w:r>
        <w:tab/>
        <w:t>1.013e0</w:t>
      </w:r>
    </w:p>
    <w:p w:rsidR="00E00D30" w:rsidRDefault="00E00D30" w:rsidP="00E00D30">
      <w:r>
        <w:t>250.6981</w:t>
      </w:r>
      <w:r>
        <w:tab/>
        <w:t>2.025e0</w:t>
      </w:r>
    </w:p>
    <w:p w:rsidR="00E00D30" w:rsidRDefault="00E00D30" w:rsidP="00E00D30">
      <w:r>
        <w:t>250.7221</w:t>
      </w:r>
      <w:r>
        <w:tab/>
        <w:t>2.025e0</w:t>
      </w:r>
    </w:p>
    <w:p w:rsidR="00E00D30" w:rsidRDefault="00E00D30" w:rsidP="00E00D30">
      <w:r>
        <w:t>250.7285</w:t>
      </w:r>
      <w:r>
        <w:tab/>
        <w:t>2.025e0</w:t>
      </w:r>
    </w:p>
    <w:p w:rsidR="00E00D30" w:rsidRDefault="00E00D30" w:rsidP="00E00D30">
      <w:r>
        <w:t>250.7867</w:t>
      </w:r>
      <w:r>
        <w:tab/>
        <w:t>1.013e0</w:t>
      </w:r>
    </w:p>
    <w:p w:rsidR="00E00D30" w:rsidRDefault="00E00D30" w:rsidP="00E00D30">
      <w:r>
        <w:t>250.8206</w:t>
      </w:r>
      <w:r>
        <w:tab/>
        <w:t>1.013e0</w:t>
      </w:r>
    </w:p>
    <w:p w:rsidR="00E00D30" w:rsidRDefault="00E00D30" w:rsidP="00E00D30">
      <w:r>
        <w:t>250.8591</w:t>
      </w:r>
      <w:r>
        <w:tab/>
        <w:t>1.013e0</w:t>
      </w:r>
    </w:p>
    <w:p w:rsidR="00E00D30" w:rsidRDefault="00E00D30" w:rsidP="00E00D30">
      <w:r>
        <w:t>250.8830</w:t>
      </w:r>
      <w:r>
        <w:tab/>
        <w:t>1.013e0</w:t>
      </w:r>
    </w:p>
    <w:p w:rsidR="00E00D30" w:rsidRDefault="00E00D30" w:rsidP="00E00D30">
      <w:r>
        <w:t>250.8975</w:t>
      </w:r>
      <w:r>
        <w:tab/>
        <w:t>1.013e0</w:t>
      </w:r>
    </w:p>
    <w:p w:rsidR="00E00D30" w:rsidRDefault="00E00D30" w:rsidP="00E00D30">
      <w:r>
        <w:t>250.9010</w:t>
      </w:r>
      <w:r>
        <w:tab/>
        <w:t>1.013e0</w:t>
      </w:r>
    </w:p>
    <w:p w:rsidR="00E00D30" w:rsidRDefault="00E00D30" w:rsidP="00E00D30">
      <w:r>
        <w:t>250.9205</w:t>
      </w:r>
      <w:r>
        <w:tab/>
        <w:t>1.013e0</w:t>
      </w:r>
    </w:p>
    <w:p w:rsidR="00E00D30" w:rsidRDefault="00E00D30" w:rsidP="00E00D30">
      <w:r>
        <w:t>250.9301</w:t>
      </w:r>
      <w:r>
        <w:tab/>
        <w:t>1.013e0</w:t>
      </w:r>
    </w:p>
    <w:p w:rsidR="00E00D30" w:rsidRDefault="00E00D30" w:rsidP="00E00D30">
      <w:r>
        <w:t>250.9684</w:t>
      </w:r>
      <w:r>
        <w:tab/>
        <w:t>4.175e0</w:t>
      </w:r>
    </w:p>
    <w:p w:rsidR="00E00D30" w:rsidRDefault="00E00D30" w:rsidP="00E00D30">
      <w:r>
        <w:t>250.9707</w:t>
      </w:r>
      <w:r>
        <w:tab/>
        <w:t>1.620e1</w:t>
      </w:r>
    </w:p>
    <w:p w:rsidR="00E00D30" w:rsidRDefault="00E00D30" w:rsidP="00E00D30">
      <w:r>
        <w:t>250.9737</w:t>
      </w:r>
      <w:r>
        <w:tab/>
        <w:t>7.089e0</w:t>
      </w:r>
    </w:p>
    <w:p w:rsidR="00E00D30" w:rsidRDefault="00E00D30" w:rsidP="00E00D30">
      <w:r>
        <w:t>250.9762</w:t>
      </w:r>
      <w:r>
        <w:tab/>
        <w:t>9.114e0</w:t>
      </w:r>
    </w:p>
    <w:p w:rsidR="00E00D30" w:rsidRDefault="00E00D30" w:rsidP="00E00D30">
      <w:r>
        <w:lastRenderedPageBreak/>
        <w:t>250.9780</w:t>
      </w:r>
      <w:r>
        <w:tab/>
        <w:t>1.418e1</w:t>
      </w:r>
    </w:p>
    <w:p w:rsidR="00E00D30" w:rsidRDefault="00E00D30" w:rsidP="00E00D30">
      <w:r>
        <w:t>250.9833</w:t>
      </w:r>
      <w:r>
        <w:tab/>
        <w:t>5.945e0</w:t>
      </w:r>
    </w:p>
    <w:p w:rsidR="00E00D30" w:rsidRDefault="00E00D30" w:rsidP="00E00D30">
      <w:r>
        <w:t>250.9852</w:t>
      </w:r>
      <w:r>
        <w:tab/>
        <w:t>3.038e0</w:t>
      </w:r>
    </w:p>
    <w:p w:rsidR="00E00D30" w:rsidRDefault="00E00D30" w:rsidP="00E00D30">
      <w:r>
        <w:t>250.9926</w:t>
      </w:r>
      <w:r>
        <w:tab/>
        <w:t>1.934e1</w:t>
      </w:r>
    </w:p>
    <w:p w:rsidR="00E00D30" w:rsidRDefault="00E00D30" w:rsidP="00E00D30">
      <w:r>
        <w:t>250.9964</w:t>
      </w:r>
      <w:r>
        <w:tab/>
        <w:t>8.101e0</w:t>
      </w:r>
    </w:p>
    <w:p w:rsidR="00E00D30" w:rsidRDefault="00E00D30" w:rsidP="00E00D30">
      <w:r>
        <w:t>251.0184</w:t>
      </w:r>
      <w:r>
        <w:tab/>
        <w:t>1.013e0</w:t>
      </w:r>
    </w:p>
    <w:p w:rsidR="00E00D30" w:rsidRDefault="00E00D30" w:rsidP="00E00D30">
      <w:r>
        <w:t>251.0228</w:t>
      </w:r>
      <w:r>
        <w:tab/>
        <w:t>2.025e0</w:t>
      </w:r>
    </w:p>
    <w:p w:rsidR="00E00D30" w:rsidRDefault="00E00D30" w:rsidP="00E00D30">
      <w:r>
        <w:t>251.0298</w:t>
      </w:r>
      <w:r>
        <w:tab/>
        <w:t>2.025e0</w:t>
      </w:r>
    </w:p>
    <w:p w:rsidR="00E00D30" w:rsidRDefault="00E00D30" w:rsidP="00E00D30">
      <w:r>
        <w:t>251.0309</w:t>
      </w:r>
      <w:r>
        <w:tab/>
        <w:t>6.841e0</w:t>
      </w:r>
    </w:p>
    <w:p w:rsidR="00E00D30" w:rsidRDefault="00E00D30" w:rsidP="00E00D30">
      <w:r>
        <w:t>251.0354</w:t>
      </w:r>
      <w:r>
        <w:tab/>
        <w:t>5.063e0</w:t>
      </w:r>
    </w:p>
    <w:p w:rsidR="00E00D30" w:rsidRDefault="00E00D30" w:rsidP="00E00D30">
      <w:r>
        <w:t>251.0412</w:t>
      </w:r>
      <w:r>
        <w:tab/>
        <w:t>3.038e0</w:t>
      </w:r>
    </w:p>
    <w:p w:rsidR="00E00D30" w:rsidRDefault="00E00D30" w:rsidP="00E00D30">
      <w:r>
        <w:t>251.0432</w:t>
      </w:r>
      <w:r>
        <w:tab/>
        <w:t>2.025e0</w:t>
      </w:r>
    </w:p>
    <w:p w:rsidR="00E00D30" w:rsidRDefault="00E00D30" w:rsidP="00E00D30">
      <w:r>
        <w:t>251.0443</w:t>
      </w:r>
      <w:r>
        <w:tab/>
        <w:t>3.038e0</w:t>
      </w:r>
    </w:p>
    <w:p w:rsidR="00E00D30" w:rsidRDefault="00E00D30" w:rsidP="00E00D30">
      <w:r>
        <w:t>251.0588</w:t>
      </w:r>
      <w:r>
        <w:tab/>
        <w:t>2.025e0</w:t>
      </w:r>
    </w:p>
    <w:p w:rsidR="00E00D30" w:rsidRDefault="00E00D30" w:rsidP="00E00D30">
      <w:r>
        <w:t>251.0625</w:t>
      </w:r>
      <w:r>
        <w:tab/>
        <w:t>3.038e0</w:t>
      </w:r>
    </w:p>
    <w:p w:rsidR="00E00D30" w:rsidRDefault="00E00D30" w:rsidP="00E00D30">
      <w:r>
        <w:t>251.0652</w:t>
      </w:r>
      <w:r>
        <w:tab/>
        <w:t>1.013e0</w:t>
      </w:r>
    </w:p>
    <w:p w:rsidR="00E00D30" w:rsidRDefault="00E00D30" w:rsidP="00E00D30">
      <w:r>
        <w:t>251.0813</w:t>
      </w:r>
      <w:r>
        <w:tab/>
        <w:t>1.013e0</w:t>
      </w:r>
    </w:p>
    <w:p w:rsidR="00E00D30" w:rsidRDefault="00E00D30" w:rsidP="00E00D30">
      <w:r>
        <w:t>251.1072</w:t>
      </w:r>
      <w:r>
        <w:tab/>
        <w:t>2.025e0</w:t>
      </w:r>
    </w:p>
    <w:p w:rsidR="00E00D30" w:rsidRDefault="00E00D30" w:rsidP="00E00D30">
      <w:r>
        <w:t>251.1112</w:t>
      </w:r>
      <w:r>
        <w:tab/>
        <w:t>4.051e0</w:t>
      </w:r>
    </w:p>
    <w:p w:rsidR="00E00D30" w:rsidRDefault="00E00D30" w:rsidP="00E00D30">
      <w:r>
        <w:lastRenderedPageBreak/>
        <w:t>251.1155</w:t>
      </w:r>
      <w:r>
        <w:tab/>
        <w:t>3.038e0</w:t>
      </w:r>
    </w:p>
    <w:p w:rsidR="00E00D30" w:rsidRDefault="00E00D30" w:rsidP="00E00D30">
      <w:r>
        <w:t>251.1257</w:t>
      </w:r>
      <w:r>
        <w:tab/>
        <w:t>5.063e0</w:t>
      </w:r>
    </w:p>
    <w:p w:rsidR="00E00D30" w:rsidRDefault="00E00D30" w:rsidP="00E00D30">
      <w:r>
        <w:t>251.1314</w:t>
      </w:r>
      <w:r>
        <w:tab/>
        <w:t>1.013e0</w:t>
      </w:r>
    </w:p>
    <w:p w:rsidR="00E00D30" w:rsidRDefault="00E00D30" w:rsidP="00E00D30">
      <w:r>
        <w:t>251.1447</w:t>
      </w:r>
      <w:r>
        <w:tab/>
        <w:t>2.025e0</w:t>
      </w:r>
    </w:p>
    <w:p w:rsidR="00E00D30" w:rsidRDefault="00E00D30" w:rsidP="00E00D30">
      <w:r>
        <w:t>251.1598</w:t>
      </w:r>
      <w:r>
        <w:tab/>
        <w:t>2.091e0</w:t>
      </w:r>
    </w:p>
    <w:p w:rsidR="00E00D30" w:rsidRDefault="00E00D30" w:rsidP="00E00D30">
      <w:r>
        <w:t>251.1772</w:t>
      </w:r>
      <w:r>
        <w:tab/>
        <w:t>4.051e0</w:t>
      </w:r>
    </w:p>
    <w:p w:rsidR="00E00D30" w:rsidRDefault="00E00D30" w:rsidP="00E00D30">
      <w:r>
        <w:t>251.1804</w:t>
      </w:r>
      <w:r>
        <w:tab/>
        <w:t>5.063e0</w:t>
      </w:r>
    </w:p>
    <w:p w:rsidR="00E00D30" w:rsidRDefault="00E00D30" w:rsidP="00E00D30">
      <w:r>
        <w:t>251.1865</w:t>
      </w:r>
      <w:r>
        <w:tab/>
        <w:t>1.013e0</w:t>
      </w:r>
    </w:p>
    <w:p w:rsidR="00E00D30" w:rsidRDefault="00E00D30" w:rsidP="00E00D30">
      <w:r>
        <w:t>251.2457</w:t>
      </w:r>
      <w:r>
        <w:tab/>
        <w:t>2.025e0</w:t>
      </w:r>
    </w:p>
    <w:p w:rsidR="00E00D30" w:rsidRDefault="00E00D30" w:rsidP="00E00D30">
      <w:r>
        <w:t>251.2499</w:t>
      </w:r>
      <w:r>
        <w:tab/>
        <w:t>1.013e0</w:t>
      </w:r>
    </w:p>
    <w:p w:rsidR="00E00D30" w:rsidRDefault="00E00D30" w:rsidP="00E00D30">
      <w:r>
        <w:t>251.2643</w:t>
      </w:r>
      <w:r>
        <w:tab/>
        <w:t>2.025e0</w:t>
      </w:r>
    </w:p>
    <w:p w:rsidR="00E00D30" w:rsidRDefault="00E00D30" w:rsidP="00E00D30">
      <w:r>
        <w:t>251.2753</w:t>
      </w:r>
      <w:r>
        <w:tab/>
        <w:t>1.013e0</w:t>
      </w:r>
    </w:p>
    <w:p w:rsidR="00E00D30" w:rsidRDefault="00E00D30" w:rsidP="00E00D30">
      <w:r>
        <w:t>251.2843</w:t>
      </w:r>
      <w:r>
        <w:tab/>
        <w:t>1.013e0</w:t>
      </w:r>
    </w:p>
    <w:p w:rsidR="00E00D30" w:rsidRDefault="00E00D30" w:rsidP="00E00D30">
      <w:r>
        <w:t>251.2885</w:t>
      </w:r>
      <w:r>
        <w:tab/>
        <w:t>2.025e0</w:t>
      </w:r>
    </w:p>
    <w:p w:rsidR="00E00D30" w:rsidRDefault="00E00D30" w:rsidP="00E00D30">
      <w:r>
        <w:t>251.3081</w:t>
      </w:r>
      <w:r>
        <w:tab/>
        <w:t>2.025e0</w:t>
      </w:r>
    </w:p>
    <w:p w:rsidR="00E00D30" w:rsidRDefault="00E00D30" w:rsidP="00E00D30">
      <w:r>
        <w:t>251.3175</w:t>
      </w:r>
      <w:r>
        <w:tab/>
        <w:t>1.013e0</w:t>
      </w:r>
    </w:p>
    <w:p w:rsidR="00E00D30" w:rsidRDefault="00E00D30" w:rsidP="00E00D30">
      <w:r>
        <w:t>251.3463</w:t>
      </w:r>
      <w:r>
        <w:tab/>
        <w:t>1.013e0</w:t>
      </w:r>
    </w:p>
    <w:p w:rsidR="00E00D30" w:rsidRDefault="00E00D30" w:rsidP="00E00D30">
      <w:r>
        <w:t>251.3549</w:t>
      </w:r>
      <w:r>
        <w:tab/>
        <w:t>1.013e0</w:t>
      </w:r>
    </w:p>
    <w:p w:rsidR="00E00D30" w:rsidRDefault="00E00D30" w:rsidP="00E00D30">
      <w:r>
        <w:t>251.3687</w:t>
      </w:r>
      <w:r>
        <w:tab/>
        <w:t>1.013e0</w:t>
      </w:r>
    </w:p>
    <w:p w:rsidR="00E00D30" w:rsidRDefault="00E00D30" w:rsidP="00E00D30">
      <w:r>
        <w:lastRenderedPageBreak/>
        <w:t>251.3845</w:t>
      </w:r>
      <w:r>
        <w:tab/>
        <w:t>2.025e0</w:t>
      </w:r>
    </w:p>
    <w:p w:rsidR="00E00D30" w:rsidRDefault="00E00D30" w:rsidP="00E00D30">
      <w:r>
        <w:t>251.3885</w:t>
      </w:r>
      <w:r>
        <w:tab/>
        <w:t>1.013e0</w:t>
      </w:r>
    </w:p>
    <w:p w:rsidR="00E00D30" w:rsidRDefault="00E00D30" w:rsidP="00E00D30">
      <w:r>
        <w:t>251.3923</w:t>
      </w:r>
      <w:r>
        <w:tab/>
        <w:t>1.013e0</w:t>
      </w:r>
    </w:p>
    <w:p w:rsidR="00E00D30" w:rsidRDefault="00E00D30" w:rsidP="00E00D30">
      <w:r>
        <w:t>251.4110</w:t>
      </w:r>
      <w:r>
        <w:tab/>
        <w:t>2.192e0</w:t>
      </w:r>
    </w:p>
    <w:p w:rsidR="00E00D30" w:rsidRDefault="00E00D30" w:rsidP="00E00D30">
      <w:r>
        <w:t>251.4391</w:t>
      </w:r>
      <w:r>
        <w:tab/>
        <w:t>1.013e0</w:t>
      </w:r>
    </w:p>
    <w:p w:rsidR="00E00D30" w:rsidRDefault="00E00D30" w:rsidP="00E00D30">
      <w:r>
        <w:t>251.4534</w:t>
      </w:r>
      <w:r>
        <w:tab/>
        <w:t>1.013e0</w:t>
      </w:r>
    </w:p>
    <w:p w:rsidR="00E00D30" w:rsidRDefault="00E00D30" w:rsidP="00E00D30">
      <w:r>
        <w:t>251.4649</w:t>
      </w:r>
      <w:r>
        <w:tab/>
        <w:t>1.013e0</w:t>
      </w:r>
    </w:p>
    <w:p w:rsidR="00E00D30" w:rsidRDefault="00E00D30" w:rsidP="00E00D30">
      <w:r>
        <w:t>251.4955</w:t>
      </w:r>
      <w:r>
        <w:tab/>
        <w:t>1.013e0</w:t>
      </w:r>
    </w:p>
    <w:p w:rsidR="00E00D30" w:rsidRDefault="00E00D30" w:rsidP="00E00D30">
      <w:r>
        <w:t>251.5114</w:t>
      </w:r>
      <w:r>
        <w:tab/>
        <w:t>1.013e0</w:t>
      </w:r>
    </w:p>
    <w:p w:rsidR="00E00D30" w:rsidRDefault="00E00D30" w:rsidP="00E00D30">
      <w:r>
        <w:t>251.5376</w:t>
      </w:r>
      <w:r>
        <w:tab/>
        <w:t>1.013e0</w:t>
      </w:r>
    </w:p>
    <w:p w:rsidR="00E00D30" w:rsidRDefault="00E00D30" w:rsidP="00E00D30">
      <w:r>
        <w:t>251.5572</w:t>
      </w:r>
      <w:r>
        <w:tab/>
        <w:t>1.013e0</w:t>
      </w:r>
    </w:p>
    <w:p w:rsidR="00E00D30" w:rsidRDefault="00E00D30" w:rsidP="00E00D30">
      <w:r>
        <w:t>251.5680</w:t>
      </w:r>
      <w:r>
        <w:tab/>
        <w:t>2.025e0</w:t>
      </w:r>
    </w:p>
    <w:p w:rsidR="00E00D30" w:rsidRDefault="00E00D30" w:rsidP="00E00D30">
      <w:r>
        <w:t>251.5700</w:t>
      </w:r>
      <w:r>
        <w:tab/>
        <w:t>1.013e0</w:t>
      </w:r>
    </w:p>
    <w:p w:rsidR="00E00D30" w:rsidRDefault="00E00D30" w:rsidP="00E00D30">
      <w:r>
        <w:t>251.5835</w:t>
      </w:r>
      <w:r>
        <w:tab/>
        <w:t>1.013e0</w:t>
      </w:r>
    </w:p>
    <w:p w:rsidR="00E00D30" w:rsidRDefault="00E00D30" w:rsidP="00E00D30">
      <w:r>
        <w:t>251.5954</w:t>
      </w:r>
      <w:r>
        <w:tab/>
        <w:t>1.013e0</w:t>
      </w:r>
    </w:p>
    <w:p w:rsidR="00E00D30" w:rsidRDefault="00E00D30" w:rsidP="00E00D30">
      <w:r>
        <w:t>251.5993</w:t>
      </w:r>
      <w:r>
        <w:tab/>
        <w:t>1.013e0</w:t>
      </w:r>
    </w:p>
    <w:p w:rsidR="00E00D30" w:rsidRDefault="00E00D30" w:rsidP="00E00D30">
      <w:r>
        <w:t>251.6073</w:t>
      </w:r>
      <w:r>
        <w:tab/>
        <w:t>1.013e0</w:t>
      </w:r>
    </w:p>
    <w:p w:rsidR="00E00D30" w:rsidRDefault="00E00D30" w:rsidP="00E00D30">
      <w:r>
        <w:t>251.6258</w:t>
      </w:r>
      <w:r>
        <w:tab/>
        <w:t>1.013e0</w:t>
      </w:r>
    </w:p>
    <w:p w:rsidR="00E00D30" w:rsidRDefault="00E00D30" w:rsidP="00E00D30">
      <w:r>
        <w:t>251.6414</w:t>
      </w:r>
      <w:r>
        <w:tab/>
        <w:t>1.013e0</w:t>
      </w:r>
    </w:p>
    <w:p w:rsidR="00E00D30" w:rsidRDefault="00E00D30" w:rsidP="00E00D30">
      <w:r>
        <w:lastRenderedPageBreak/>
        <w:t>251.6717</w:t>
      </w:r>
      <w:r>
        <w:tab/>
        <w:t>1.013e0</w:t>
      </w:r>
    </w:p>
    <w:p w:rsidR="00E00D30" w:rsidRDefault="00E00D30" w:rsidP="00E00D30">
      <w:r>
        <w:t>251.7144</w:t>
      </w:r>
      <w:r>
        <w:tab/>
        <w:t>1.013e0</w:t>
      </w:r>
    </w:p>
    <w:p w:rsidR="00E00D30" w:rsidRDefault="00E00D30" w:rsidP="00E00D30">
      <w:r>
        <w:t>251.7299</w:t>
      </w:r>
      <w:r>
        <w:tab/>
        <w:t>1.013e0</w:t>
      </w:r>
    </w:p>
    <w:p w:rsidR="00E00D30" w:rsidRDefault="00E00D30" w:rsidP="00E00D30">
      <w:r>
        <w:t>251.7431</w:t>
      </w:r>
      <w:r>
        <w:tab/>
        <w:t>1.013e0</w:t>
      </w:r>
    </w:p>
    <w:p w:rsidR="00E00D30" w:rsidRDefault="00E00D30" w:rsidP="00E00D30">
      <w:r>
        <w:t>251.7680</w:t>
      </w:r>
      <w:r>
        <w:tab/>
        <w:t>1.013e0</w:t>
      </w:r>
    </w:p>
    <w:p w:rsidR="00E00D30" w:rsidRDefault="00E00D30" w:rsidP="00E00D30">
      <w:r>
        <w:t>251.7721</w:t>
      </w:r>
      <w:r>
        <w:tab/>
        <w:t>1.013e0</w:t>
      </w:r>
    </w:p>
    <w:p w:rsidR="00E00D30" w:rsidRDefault="00E00D30" w:rsidP="00E00D30">
      <w:r>
        <w:t>251.7853</w:t>
      </w:r>
      <w:r>
        <w:tab/>
        <w:t>1.013e0</w:t>
      </w:r>
    </w:p>
    <w:p w:rsidR="00E00D30" w:rsidRDefault="00E00D30" w:rsidP="00E00D30">
      <w:r>
        <w:t>251.7984</w:t>
      </w:r>
      <w:r>
        <w:tab/>
        <w:t>1.013e0</w:t>
      </w:r>
    </w:p>
    <w:p w:rsidR="00E00D30" w:rsidRDefault="00E00D30" w:rsidP="00E00D30">
      <w:r>
        <w:t>251.8062</w:t>
      </w:r>
      <w:r>
        <w:tab/>
        <w:t>2.025e0</w:t>
      </w:r>
    </w:p>
    <w:p w:rsidR="00E00D30" w:rsidRDefault="00E00D30" w:rsidP="00E00D30">
      <w:r>
        <w:t>251.8181</w:t>
      </w:r>
      <w:r>
        <w:tab/>
        <w:t>1.013e0</w:t>
      </w:r>
    </w:p>
    <w:p w:rsidR="00E00D30" w:rsidRDefault="00E00D30" w:rsidP="00E00D30">
      <w:r>
        <w:t>251.8446</w:t>
      </w:r>
      <w:r>
        <w:tab/>
        <w:t>2.025e0</w:t>
      </w:r>
    </w:p>
    <w:p w:rsidR="00E00D30" w:rsidRDefault="00E00D30" w:rsidP="00E00D30">
      <w:r>
        <w:t>251.8484</w:t>
      </w:r>
      <w:r>
        <w:tab/>
        <w:t>1.013e0</w:t>
      </w:r>
    </w:p>
    <w:p w:rsidR="00E00D30" w:rsidRDefault="00E00D30" w:rsidP="00E00D30">
      <w:r>
        <w:t>251.8696</w:t>
      </w:r>
      <w:r>
        <w:tab/>
        <w:t>1.013e0</w:t>
      </w:r>
    </w:p>
    <w:p w:rsidR="00E00D30" w:rsidRDefault="00E00D30" w:rsidP="00E00D30">
      <w:r>
        <w:t>251.8742</w:t>
      </w:r>
      <w:r>
        <w:tab/>
        <w:t>1.013e0</w:t>
      </w:r>
    </w:p>
    <w:p w:rsidR="00E00D30" w:rsidRDefault="00E00D30" w:rsidP="00E00D30">
      <w:r>
        <w:t>251.8866</w:t>
      </w:r>
      <w:r>
        <w:tab/>
        <w:t>1.013e0</w:t>
      </w:r>
    </w:p>
    <w:p w:rsidR="00E00D30" w:rsidRDefault="00E00D30" w:rsidP="00E00D30">
      <w:r>
        <w:t>251.9164</w:t>
      </w:r>
      <w:r>
        <w:tab/>
        <w:t>1.013e0</w:t>
      </w:r>
    </w:p>
    <w:p w:rsidR="00E00D30" w:rsidRDefault="00E00D30" w:rsidP="00E00D30">
      <w:r>
        <w:t>251.9447</w:t>
      </w:r>
      <w:r>
        <w:tab/>
        <w:t>1.013e0</w:t>
      </w:r>
    </w:p>
    <w:p w:rsidR="00E00D30" w:rsidRDefault="00E00D30" w:rsidP="00E00D30">
      <w:r>
        <w:t>251.9585</w:t>
      </w:r>
      <w:r>
        <w:tab/>
        <w:t>1.013e0</w:t>
      </w:r>
    </w:p>
    <w:p w:rsidR="00E00D30" w:rsidRDefault="00E00D30" w:rsidP="00E00D30">
      <w:r>
        <w:t>251.9601</w:t>
      </w:r>
      <w:r>
        <w:tab/>
        <w:t>3.038e0</w:t>
      </w:r>
    </w:p>
    <w:p w:rsidR="00E00D30" w:rsidRDefault="00E00D30" w:rsidP="00E00D30">
      <w:r>
        <w:lastRenderedPageBreak/>
        <w:t>251.9790</w:t>
      </w:r>
      <w:r>
        <w:tab/>
        <w:t>1.013e0</w:t>
      </w:r>
    </w:p>
    <w:p w:rsidR="00E00D30" w:rsidRDefault="00E00D30" w:rsidP="00E00D30">
      <w:r>
        <w:t>251.9823</w:t>
      </w:r>
      <w:r>
        <w:tab/>
        <w:t>4.051e0</w:t>
      </w:r>
    </w:p>
    <w:p w:rsidR="00E00D30" w:rsidRDefault="00E00D30" w:rsidP="00E00D30">
      <w:r>
        <w:t>251.9874</w:t>
      </w:r>
      <w:r>
        <w:tab/>
        <w:t>2.025e0</w:t>
      </w:r>
    </w:p>
    <w:p w:rsidR="00E00D30" w:rsidRDefault="00E00D30" w:rsidP="00E00D30">
      <w:r>
        <w:t>251.9898</w:t>
      </w:r>
      <w:r>
        <w:tab/>
        <w:t>2.025e0</w:t>
      </w:r>
    </w:p>
    <w:p w:rsidR="00E00D30" w:rsidRDefault="00E00D30" w:rsidP="00E00D30">
      <w:r>
        <w:t>252.0002</w:t>
      </w:r>
      <w:r>
        <w:tab/>
        <w:t>2.025e0</w:t>
      </w:r>
    </w:p>
    <w:p w:rsidR="00E00D30" w:rsidRDefault="00E00D30" w:rsidP="00E00D30">
      <w:r>
        <w:t>252.0173</w:t>
      </w:r>
      <w:r>
        <w:tab/>
        <w:t>1.013e0</w:t>
      </w:r>
    </w:p>
    <w:p w:rsidR="00E00D30" w:rsidRDefault="00E00D30" w:rsidP="00E00D30">
      <w:r>
        <w:t>252.0293</w:t>
      </w:r>
      <w:r>
        <w:tab/>
        <w:t>2.025e0</w:t>
      </w:r>
    </w:p>
    <w:p w:rsidR="00E00D30" w:rsidRDefault="00E00D30" w:rsidP="00E00D30">
      <w:r>
        <w:t>252.0320</w:t>
      </w:r>
      <w:r>
        <w:tab/>
        <w:t>4.051e0</w:t>
      </w:r>
    </w:p>
    <w:p w:rsidR="00E00D30" w:rsidRDefault="00E00D30" w:rsidP="00E00D30">
      <w:r>
        <w:t>252.0338</w:t>
      </w:r>
      <w:r>
        <w:tab/>
        <w:t>1.013e0</w:t>
      </w:r>
    </w:p>
    <w:p w:rsidR="00E00D30" w:rsidRDefault="00E00D30" w:rsidP="00E00D30">
      <w:r>
        <w:t>252.0382</w:t>
      </w:r>
      <w:r>
        <w:tab/>
        <w:t>2.025e0</w:t>
      </w:r>
    </w:p>
    <w:p w:rsidR="00E00D30" w:rsidRDefault="00E00D30" w:rsidP="00E00D30">
      <w:r>
        <w:t>252.0515</w:t>
      </w:r>
      <w:r>
        <w:tab/>
        <w:t>1.013e0</w:t>
      </w:r>
    </w:p>
    <w:p w:rsidR="00E00D30" w:rsidRDefault="00E00D30" w:rsidP="00E00D30">
      <w:r>
        <w:t>252.0596</w:t>
      </w:r>
      <w:r>
        <w:tab/>
        <w:t>3.038e0</w:t>
      </w:r>
    </w:p>
    <w:p w:rsidR="00E00D30" w:rsidRDefault="00E00D30" w:rsidP="00E00D30">
      <w:r>
        <w:t>252.0639</w:t>
      </w:r>
      <w:r>
        <w:tab/>
        <w:t>1.013e0</w:t>
      </w:r>
    </w:p>
    <w:p w:rsidR="00E00D30" w:rsidRDefault="00E00D30" w:rsidP="00E00D30">
      <w:r>
        <w:t>252.0655</w:t>
      </w:r>
      <w:r>
        <w:tab/>
        <w:t>2.025e0</w:t>
      </w:r>
    </w:p>
    <w:p w:rsidR="00E00D30" w:rsidRDefault="00E00D30" w:rsidP="00E00D30">
      <w:r>
        <w:t>252.0674</w:t>
      </w:r>
      <w:r>
        <w:tab/>
        <w:t>1.013e0</w:t>
      </w:r>
    </w:p>
    <w:p w:rsidR="00E00D30" w:rsidRDefault="00E00D30" w:rsidP="00E00D30">
      <w:r>
        <w:t>252.0712</w:t>
      </w:r>
      <w:r>
        <w:tab/>
        <w:t>1.013e0</w:t>
      </w:r>
    </w:p>
    <w:p w:rsidR="00E00D30" w:rsidRDefault="00E00D30" w:rsidP="00E00D30">
      <w:r>
        <w:t>252.1036</w:t>
      </w:r>
      <w:r>
        <w:tab/>
        <w:t>2.025e0</w:t>
      </w:r>
    </w:p>
    <w:p w:rsidR="00E00D30" w:rsidRDefault="00E00D30" w:rsidP="00E00D30">
      <w:r>
        <w:t>252.1189</w:t>
      </w:r>
      <w:r>
        <w:tab/>
        <w:t>2.025e0</w:t>
      </w:r>
    </w:p>
    <w:p w:rsidR="00E00D30" w:rsidRDefault="00E00D30" w:rsidP="00E00D30">
      <w:r>
        <w:t>252.1224</w:t>
      </w:r>
      <w:r>
        <w:tab/>
        <w:t>1.013e0</w:t>
      </w:r>
    </w:p>
    <w:p w:rsidR="00E00D30" w:rsidRDefault="00E00D30" w:rsidP="00E00D30">
      <w:r>
        <w:lastRenderedPageBreak/>
        <w:t>252.1275</w:t>
      </w:r>
      <w:r>
        <w:tab/>
        <w:t>1.013e0</w:t>
      </w:r>
    </w:p>
    <w:p w:rsidR="00E00D30" w:rsidRDefault="00E00D30" w:rsidP="00E00D30">
      <w:r>
        <w:t>252.1319</w:t>
      </w:r>
      <w:r>
        <w:tab/>
        <w:t>2.025e0</w:t>
      </w:r>
    </w:p>
    <w:p w:rsidR="00E00D30" w:rsidRDefault="00E00D30" w:rsidP="00E00D30">
      <w:r>
        <w:t>252.1400</w:t>
      </w:r>
      <w:r>
        <w:tab/>
        <w:t>3.038e0</w:t>
      </w:r>
    </w:p>
    <w:p w:rsidR="00E00D30" w:rsidRDefault="00E00D30" w:rsidP="00E00D30">
      <w:r>
        <w:t>252.1519</w:t>
      </w:r>
      <w:r>
        <w:tab/>
        <w:t>1.015e0</w:t>
      </w:r>
    </w:p>
    <w:p w:rsidR="00E00D30" w:rsidRDefault="00E00D30" w:rsidP="00E00D30">
      <w:r>
        <w:t>252.1626</w:t>
      </w:r>
      <w:r>
        <w:tab/>
        <w:t>2.025e0</w:t>
      </w:r>
    </w:p>
    <w:p w:rsidR="00E00D30" w:rsidRDefault="00E00D30" w:rsidP="00E00D30">
      <w:r>
        <w:t>252.1668</w:t>
      </w:r>
      <w:r>
        <w:tab/>
        <w:t>3.038e0</w:t>
      </w:r>
    </w:p>
    <w:p w:rsidR="00E00D30" w:rsidRDefault="00E00D30" w:rsidP="00E00D30">
      <w:r>
        <w:t>252.1741</w:t>
      </w:r>
      <w:r>
        <w:tab/>
        <w:t>1.013e0</w:t>
      </w:r>
    </w:p>
    <w:p w:rsidR="00E00D30" w:rsidRDefault="00E00D30" w:rsidP="00E00D30">
      <w:r>
        <w:t>252.1767</w:t>
      </w:r>
      <w:r>
        <w:tab/>
        <w:t>2.025e0</w:t>
      </w:r>
    </w:p>
    <w:p w:rsidR="00E00D30" w:rsidRDefault="00E00D30" w:rsidP="00E00D30">
      <w:r>
        <w:t>252.1823</w:t>
      </w:r>
      <w:r>
        <w:tab/>
        <w:t>2.025e0</w:t>
      </w:r>
    </w:p>
    <w:p w:rsidR="00E00D30" w:rsidRDefault="00E00D30" w:rsidP="00E00D30">
      <w:r>
        <w:t>252.1980</w:t>
      </w:r>
      <w:r>
        <w:tab/>
        <w:t>1.013e0</w:t>
      </w:r>
    </w:p>
    <w:p w:rsidR="00E00D30" w:rsidRDefault="00E00D30" w:rsidP="00E00D30">
      <w:r>
        <w:t>252.2025</w:t>
      </w:r>
      <w:r>
        <w:tab/>
        <w:t>1.013e0</w:t>
      </w:r>
    </w:p>
    <w:p w:rsidR="00E00D30" w:rsidRDefault="00E00D30" w:rsidP="00E00D30">
      <w:r>
        <w:t>252.2072</w:t>
      </w:r>
      <w:r>
        <w:tab/>
        <w:t>1.013e0</w:t>
      </w:r>
    </w:p>
    <w:p w:rsidR="00E00D30" w:rsidRDefault="00E00D30" w:rsidP="00E00D30">
      <w:r>
        <w:t>252.2116</w:t>
      </w:r>
      <w:r>
        <w:tab/>
        <w:t>1.013e0</w:t>
      </w:r>
    </w:p>
    <w:p w:rsidR="00E00D30" w:rsidRDefault="00E00D30" w:rsidP="00E00D30">
      <w:r>
        <w:t>252.2181</w:t>
      </w:r>
      <w:r>
        <w:tab/>
        <w:t>2.025e0</w:t>
      </w:r>
    </w:p>
    <w:p w:rsidR="00E00D30" w:rsidRDefault="00E00D30" w:rsidP="00E00D30">
      <w:r>
        <w:t>252.2401</w:t>
      </w:r>
      <w:r>
        <w:tab/>
        <w:t>1.013e0</w:t>
      </w:r>
    </w:p>
    <w:p w:rsidR="00E00D30" w:rsidRDefault="00E00D30" w:rsidP="00E00D30">
      <w:r>
        <w:t>252.2443</w:t>
      </w:r>
      <w:r>
        <w:tab/>
        <w:t>1.013e0</w:t>
      </w:r>
    </w:p>
    <w:p w:rsidR="00E00D30" w:rsidRDefault="00E00D30" w:rsidP="00E00D30">
      <w:r>
        <w:t>252.2585</w:t>
      </w:r>
      <w:r>
        <w:tab/>
        <w:t>1.013e0</w:t>
      </w:r>
    </w:p>
    <w:p w:rsidR="00E00D30" w:rsidRDefault="00E00D30" w:rsidP="00E00D30">
      <w:r>
        <w:t>252.2784</w:t>
      </w:r>
      <w:r>
        <w:tab/>
        <w:t>1.013e0</w:t>
      </w:r>
    </w:p>
    <w:p w:rsidR="00E00D30" w:rsidRDefault="00E00D30" w:rsidP="00E00D30">
      <w:r>
        <w:t>252.2916</w:t>
      </w:r>
      <w:r>
        <w:tab/>
        <w:t>1.013e0</w:t>
      </w:r>
    </w:p>
    <w:p w:rsidR="00E00D30" w:rsidRDefault="00E00D30" w:rsidP="00E00D30">
      <w:r>
        <w:lastRenderedPageBreak/>
        <w:t>252.2956</w:t>
      </w:r>
      <w:r>
        <w:tab/>
        <w:t>2.025e0</w:t>
      </w:r>
    </w:p>
    <w:p w:rsidR="00E00D30" w:rsidRDefault="00E00D30" w:rsidP="00E00D30">
      <w:r>
        <w:t>252.3010</w:t>
      </w:r>
      <w:r>
        <w:tab/>
        <w:t>1.013e0</w:t>
      </w:r>
    </w:p>
    <w:p w:rsidR="00E00D30" w:rsidRDefault="00E00D30" w:rsidP="00E00D30">
      <w:r>
        <w:t>252.3206</w:t>
      </w:r>
      <w:r>
        <w:tab/>
        <w:t>1.013e0</w:t>
      </w:r>
    </w:p>
    <w:p w:rsidR="00E00D30" w:rsidRDefault="00E00D30" w:rsidP="00E00D30">
      <w:r>
        <w:t>252.3335</w:t>
      </w:r>
      <w:r>
        <w:tab/>
        <w:t>1.013e0</w:t>
      </w:r>
    </w:p>
    <w:p w:rsidR="00E00D30" w:rsidRDefault="00E00D30" w:rsidP="00E00D30">
      <w:r>
        <w:t>252.3428</w:t>
      </w:r>
      <w:r>
        <w:tab/>
        <w:t>1.013e0</w:t>
      </w:r>
    </w:p>
    <w:p w:rsidR="00E00D30" w:rsidRDefault="00E00D30" w:rsidP="00E00D30">
      <w:r>
        <w:t>252.3854</w:t>
      </w:r>
      <w:r>
        <w:tab/>
        <w:t>1.013e0</w:t>
      </w:r>
    </w:p>
    <w:p w:rsidR="00E00D30" w:rsidRDefault="00E00D30" w:rsidP="00E00D30">
      <w:r>
        <w:t>252.4180</w:t>
      </w:r>
      <w:r>
        <w:tab/>
        <w:t>1.013e0</w:t>
      </w:r>
    </w:p>
    <w:p w:rsidR="00E00D30" w:rsidRDefault="00E00D30" w:rsidP="00E00D30">
      <w:r>
        <w:t>252.4203</w:t>
      </w:r>
      <w:r>
        <w:tab/>
        <w:t>2.025e0</w:t>
      </w:r>
    </w:p>
    <w:p w:rsidR="00E00D30" w:rsidRDefault="00E00D30" w:rsidP="00E00D30">
      <w:r>
        <w:t>252.4230</w:t>
      </w:r>
      <w:r>
        <w:tab/>
        <w:t>1.013e0</w:t>
      </w:r>
    </w:p>
    <w:p w:rsidR="00E00D30" w:rsidRDefault="00E00D30" w:rsidP="00E00D30">
      <w:r>
        <w:t>252.4272</w:t>
      </w:r>
      <w:r>
        <w:tab/>
        <w:t>1.013e0</w:t>
      </w:r>
    </w:p>
    <w:p w:rsidR="00E00D30" w:rsidRDefault="00E00D30" w:rsidP="00E00D30">
      <w:r>
        <w:t>252.4513</w:t>
      </w:r>
      <w:r>
        <w:tab/>
        <w:t>1.013e0</w:t>
      </w:r>
    </w:p>
    <w:p w:rsidR="00E00D30" w:rsidRDefault="00E00D30" w:rsidP="00E00D30">
      <w:r>
        <w:t>252.4696</w:t>
      </w:r>
      <w:r>
        <w:tab/>
        <w:t>1.013e0</w:t>
      </w:r>
    </w:p>
    <w:p w:rsidR="00E00D30" w:rsidRDefault="00E00D30" w:rsidP="00E00D30">
      <w:r>
        <w:t>252.4818</w:t>
      </w:r>
      <w:r>
        <w:tab/>
        <w:t>2.025e0</w:t>
      </w:r>
    </w:p>
    <w:p w:rsidR="00E00D30" w:rsidRDefault="00E00D30" w:rsidP="00E00D30">
      <w:r>
        <w:t>252.4900</w:t>
      </w:r>
      <w:r>
        <w:tab/>
        <w:t>1.013e0</w:t>
      </w:r>
    </w:p>
    <w:p w:rsidR="00E00D30" w:rsidRDefault="00E00D30" w:rsidP="00E00D30">
      <w:r>
        <w:t>252.5071</w:t>
      </w:r>
      <w:r>
        <w:tab/>
        <w:t>1.013e0</w:t>
      </w:r>
    </w:p>
    <w:p w:rsidR="00E00D30" w:rsidRDefault="00E00D30" w:rsidP="00E00D30">
      <w:r>
        <w:t>252.5240</w:t>
      </w:r>
      <w:r>
        <w:tab/>
        <w:t>2.025e0</w:t>
      </w:r>
    </w:p>
    <w:p w:rsidR="00E00D30" w:rsidRDefault="00E00D30" w:rsidP="00E00D30">
      <w:r>
        <w:t>252.5356</w:t>
      </w:r>
      <w:r>
        <w:tab/>
        <w:t>1.013e0</w:t>
      </w:r>
    </w:p>
    <w:p w:rsidR="00E00D30" w:rsidRDefault="00E00D30" w:rsidP="00E00D30">
      <w:r>
        <w:t>252.5539</w:t>
      </w:r>
      <w:r>
        <w:tab/>
        <w:t>1.013e0</w:t>
      </w:r>
    </w:p>
    <w:p w:rsidR="00E00D30" w:rsidRDefault="00E00D30" w:rsidP="00E00D30">
      <w:r>
        <w:t>252.5583</w:t>
      </w:r>
      <w:r>
        <w:tab/>
        <w:t>1.013e0</w:t>
      </w:r>
    </w:p>
    <w:p w:rsidR="00E00D30" w:rsidRDefault="00E00D30" w:rsidP="00E00D30">
      <w:r>
        <w:lastRenderedPageBreak/>
        <w:t>252.5721</w:t>
      </w:r>
      <w:r>
        <w:tab/>
        <w:t>2.025e0</w:t>
      </w:r>
    </w:p>
    <w:p w:rsidR="00E00D30" w:rsidRDefault="00E00D30" w:rsidP="00E00D30">
      <w:r>
        <w:t>252.5741</w:t>
      </w:r>
      <w:r>
        <w:tab/>
        <w:t>2.025e0</w:t>
      </w:r>
    </w:p>
    <w:p w:rsidR="00E00D30" w:rsidRDefault="00E00D30" w:rsidP="00E00D30">
      <w:r>
        <w:t>252.5821</w:t>
      </w:r>
      <w:r>
        <w:tab/>
        <w:t>1.013e0</w:t>
      </w:r>
    </w:p>
    <w:p w:rsidR="00E00D30" w:rsidRDefault="00E00D30" w:rsidP="00E00D30">
      <w:r>
        <w:t>252.6107</w:t>
      </w:r>
      <w:r>
        <w:tab/>
        <w:t>2.025e0</w:t>
      </w:r>
    </w:p>
    <w:p w:rsidR="00E00D30" w:rsidRDefault="00E00D30" w:rsidP="00E00D30">
      <w:r>
        <w:t>252.6124</w:t>
      </w:r>
      <w:r>
        <w:tab/>
        <w:t>1.013e0</w:t>
      </w:r>
    </w:p>
    <w:p w:rsidR="00E00D30" w:rsidRDefault="00E00D30" w:rsidP="00E00D30">
      <w:r>
        <w:t>252.6202</w:t>
      </w:r>
      <w:r>
        <w:tab/>
        <w:t>1.013e0</w:t>
      </w:r>
    </w:p>
    <w:p w:rsidR="00E00D30" w:rsidRDefault="00E00D30" w:rsidP="00E00D30">
      <w:r>
        <w:t>252.6243</w:t>
      </w:r>
      <w:r>
        <w:tab/>
        <w:t>1.013e0</w:t>
      </w:r>
    </w:p>
    <w:p w:rsidR="00E00D30" w:rsidRDefault="00E00D30" w:rsidP="00E00D30">
      <w:r>
        <w:t>252.6290</w:t>
      </w:r>
      <w:r>
        <w:tab/>
        <w:t>1.013e0</w:t>
      </w:r>
    </w:p>
    <w:p w:rsidR="00E00D30" w:rsidRDefault="00E00D30" w:rsidP="00E00D30">
      <w:r>
        <w:t>252.6623</w:t>
      </w:r>
      <w:r>
        <w:tab/>
        <w:t>1.013e0</w:t>
      </w:r>
    </w:p>
    <w:p w:rsidR="00E00D30" w:rsidRDefault="00E00D30" w:rsidP="00E00D30">
      <w:r>
        <w:t>252.6811</w:t>
      </w:r>
      <w:r>
        <w:tab/>
        <w:t>1.013e0</w:t>
      </w:r>
    </w:p>
    <w:p w:rsidR="00E00D30" w:rsidRDefault="00E00D30" w:rsidP="00E00D30">
      <w:r>
        <w:t>252.6850</w:t>
      </w:r>
      <w:r>
        <w:tab/>
        <w:t>1.013e0</w:t>
      </w:r>
    </w:p>
    <w:p w:rsidR="00E00D30" w:rsidRDefault="00E00D30" w:rsidP="00E00D30">
      <w:r>
        <w:t>252.7469</w:t>
      </w:r>
      <w:r>
        <w:tab/>
        <w:t>1.013e0</w:t>
      </w:r>
    </w:p>
    <w:p w:rsidR="00E00D30" w:rsidRDefault="00E00D30" w:rsidP="00E00D30">
      <w:r>
        <w:t>252.7652</w:t>
      </w:r>
      <w:r>
        <w:tab/>
        <w:t>1.013e0</w:t>
      </w:r>
    </w:p>
    <w:p w:rsidR="00E00D30" w:rsidRDefault="00E00D30" w:rsidP="00E00D30">
      <w:r>
        <w:t>252.7698</w:t>
      </w:r>
      <w:r>
        <w:tab/>
        <w:t>1.013e0</w:t>
      </w:r>
    </w:p>
    <w:p w:rsidR="00E00D30" w:rsidRDefault="00E00D30" w:rsidP="00E00D30">
      <w:r>
        <w:t>252.7814</w:t>
      </w:r>
      <w:r>
        <w:tab/>
        <w:t>1.013e0</w:t>
      </w:r>
    </w:p>
    <w:p w:rsidR="00E00D30" w:rsidRDefault="00E00D30" w:rsidP="00E00D30">
      <w:r>
        <w:t>252.7853</w:t>
      </w:r>
      <w:r>
        <w:tab/>
        <w:t>1.013e0</w:t>
      </w:r>
    </w:p>
    <w:p w:rsidR="00E00D30" w:rsidRDefault="00E00D30" w:rsidP="00E00D30">
      <w:r>
        <w:t>252.7939</w:t>
      </w:r>
      <w:r>
        <w:tab/>
        <w:t>2.025e0</w:t>
      </w:r>
    </w:p>
    <w:p w:rsidR="00E00D30" w:rsidRDefault="00E00D30" w:rsidP="00E00D30">
      <w:r>
        <w:t>252.8029</w:t>
      </w:r>
      <w:r>
        <w:tab/>
        <w:t>1.013e0</w:t>
      </w:r>
    </w:p>
    <w:p w:rsidR="00E00D30" w:rsidRDefault="00E00D30" w:rsidP="00E00D30">
      <w:r>
        <w:t>252.8237</w:t>
      </w:r>
      <w:r>
        <w:tab/>
        <w:t>2.025e0</w:t>
      </w:r>
    </w:p>
    <w:p w:rsidR="00E00D30" w:rsidRDefault="00E00D30" w:rsidP="00E00D30">
      <w:r>
        <w:lastRenderedPageBreak/>
        <w:t>252.8314</w:t>
      </w:r>
      <w:r>
        <w:tab/>
        <w:t>1.013e0</w:t>
      </w:r>
    </w:p>
    <w:p w:rsidR="00E00D30" w:rsidRDefault="00E00D30" w:rsidP="00E00D30">
      <w:r>
        <w:t>252.8451</w:t>
      </w:r>
      <w:r>
        <w:tab/>
        <w:t>1.013e0</w:t>
      </w:r>
    </w:p>
    <w:p w:rsidR="00E00D30" w:rsidRDefault="00E00D30" w:rsidP="00E00D30">
      <w:r>
        <w:t>252.8526</w:t>
      </w:r>
      <w:r>
        <w:tab/>
        <w:t>2.025e0</w:t>
      </w:r>
    </w:p>
    <w:p w:rsidR="00E00D30" w:rsidRDefault="00E00D30" w:rsidP="00E00D30">
      <w:r>
        <w:t>252.8618</w:t>
      </w:r>
      <w:r>
        <w:tab/>
        <w:t>1.013e0</w:t>
      </w:r>
    </w:p>
    <w:p w:rsidR="00E00D30" w:rsidRDefault="00E00D30" w:rsidP="00E00D30">
      <w:r>
        <w:t>252.8735</w:t>
      </w:r>
      <w:r>
        <w:tab/>
        <w:t>1.013e0</w:t>
      </w:r>
    </w:p>
    <w:p w:rsidR="00E00D30" w:rsidRDefault="00E00D30" w:rsidP="00E00D30">
      <w:r>
        <w:t>252.9001</w:t>
      </w:r>
      <w:r>
        <w:tab/>
        <w:t>1.013e0</w:t>
      </w:r>
    </w:p>
    <w:p w:rsidR="00E00D30" w:rsidRDefault="00E00D30" w:rsidP="00E00D30">
      <w:r>
        <w:t>252.9348</w:t>
      </w:r>
      <w:r>
        <w:tab/>
        <w:t>1.013e0</w:t>
      </w:r>
    </w:p>
    <w:p w:rsidR="00E00D30" w:rsidRDefault="00E00D30" w:rsidP="00E00D30">
      <w:r>
        <w:t>252.9677</w:t>
      </w:r>
      <w:r>
        <w:tab/>
        <w:t>1.013e0</w:t>
      </w:r>
    </w:p>
    <w:p w:rsidR="00E00D30" w:rsidRDefault="00E00D30" w:rsidP="00E00D30">
      <w:r>
        <w:t>252.9693</w:t>
      </w:r>
      <w:r>
        <w:tab/>
        <w:t>2.025e0</w:t>
      </w:r>
    </w:p>
    <w:p w:rsidR="00E00D30" w:rsidRDefault="00E00D30" w:rsidP="00E00D30">
      <w:r>
        <w:t>252.9720</w:t>
      </w:r>
      <w:r>
        <w:tab/>
        <w:t>2.025e0</w:t>
      </w:r>
    </w:p>
    <w:p w:rsidR="00E00D30" w:rsidRDefault="00E00D30" w:rsidP="00E00D30">
      <w:r>
        <w:t>252.9778</w:t>
      </w:r>
      <w:r>
        <w:tab/>
        <w:t>2.025e0</w:t>
      </w:r>
    </w:p>
    <w:p w:rsidR="00E00D30" w:rsidRDefault="00E00D30" w:rsidP="00E00D30">
      <w:r>
        <w:t>252.9806</w:t>
      </w:r>
      <w:r>
        <w:tab/>
        <w:t>3.038e0</w:t>
      </w:r>
    </w:p>
    <w:p w:rsidR="00E00D30" w:rsidRDefault="00E00D30" w:rsidP="00E00D30">
      <w:r>
        <w:t>252.9817</w:t>
      </w:r>
      <w:r>
        <w:tab/>
        <w:t>3.038e0</w:t>
      </w:r>
    </w:p>
    <w:p w:rsidR="00E00D30" w:rsidRDefault="00E00D30" w:rsidP="00E00D30">
      <w:r>
        <w:t>252.9849</w:t>
      </w:r>
      <w:r>
        <w:tab/>
        <w:t>1.013e0</w:t>
      </w:r>
    </w:p>
    <w:p w:rsidR="00E00D30" w:rsidRDefault="00E00D30" w:rsidP="00E00D30">
      <w:r>
        <w:t>253.0002</w:t>
      </w:r>
      <w:r>
        <w:tab/>
        <w:t>1.013e0</w:t>
      </w:r>
    </w:p>
    <w:p w:rsidR="00E00D30" w:rsidRDefault="00E00D30" w:rsidP="00E00D30">
      <w:r>
        <w:t>253.0098</w:t>
      </w:r>
      <w:r>
        <w:tab/>
        <w:t>2.025e0</w:t>
      </w:r>
    </w:p>
    <w:p w:rsidR="00E00D30" w:rsidRDefault="00E00D30" w:rsidP="00E00D30">
      <w:r>
        <w:t>253.0144</w:t>
      </w:r>
      <w:r>
        <w:tab/>
        <w:t>1.013e0</w:t>
      </w:r>
    </w:p>
    <w:p w:rsidR="00E00D30" w:rsidRDefault="00E00D30" w:rsidP="00E00D30">
      <w:r>
        <w:t>253.0308</w:t>
      </w:r>
      <w:r>
        <w:tab/>
        <w:t>1.013e0</w:t>
      </w:r>
    </w:p>
    <w:p w:rsidR="00E00D30" w:rsidRDefault="00E00D30" w:rsidP="00E00D30">
      <w:r>
        <w:t>253.0362</w:t>
      </w:r>
      <w:r>
        <w:tab/>
        <w:t>3.764e0</w:t>
      </w:r>
    </w:p>
    <w:p w:rsidR="00E00D30" w:rsidRDefault="00E00D30" w:rsidP="00E00D30">
      <w:r>
        <w:lastRenderedPageBreak/>
        <w:t>253.0408</w:t>
      </w:r>
      <w:r>
        <w:tab/>
        <w:t>2.025e0</w:t>
      </w:r>
    </w:p>
    <w:p w:rsidR="00E00D30" w:rsidRDefault="00E00D30" w:rsidP="00E00D30">
      <w:r>
        <w:t>253.0691</w:t>
      </w:r>
      <w:r>
        <w:tab/>
        <w:t>1.013e0</w:t>
      </w:r>
    </w:p>
    <w:p w:rsidR="00E00D30" w:rsidRDefault="00E00D30" w:rsidP="00E00D30">
      <w:r>
        <w:t>253.0714</w:t>
      </w:r>
      <w:r>
        <w:tab/>
        <w:t>2.025e0</w:t>
      </w:r>
    </w:p>
    <w:p w:rsidR="00E00D30" w:rsidRDefault="00E00D30" w:rsidP="00E00D30">
      <w:r>
        <w:t>253.0730</w:t>
      </w:r>
      <w:r>
        <w:tab/>
        <w:t>2.025e0</w:t>
      </w:r>
    </w:p>
    <w:p w:rsidR="00E00D30" w:rsidRDefault="00E00D30" w:rsidP="00E00D30">
      <w:r>
        <w:t>253.0771</w:t>
      </w:r>
      <w:r>
        <w:tab/>
        <w:t>2.025e0</w:t>
      </w:r>
    </w:p>
    <w:p w:rsidR="00E00D30" w:rsidRDefault="00E00D30" w:rsidP="00E00D30">
      <w:r>
        <w:t>253.0860</w:t>
      </w:r>
      <w:r>
        <w:tab/>
        <w:t>2.025e0</w:t>
      </w:r>
    </w:p>
    <w:p w:rsidR="00E00D30" w:rsidRDefault="00E00D30" w:rsidP="00E00D30">
      <w:r>
        <w:t>253.0895</w:t>
      </w:r>
      <w:r>
        <w:tab/>
        <w:t>1.013e0</w:t>
      </w:r>
    </w:p>
    <w:p w:rsidR="00E00D30" w:rsidRDefault="00E00D30" w:rsidP="00E00D30">
      <w:r>
        <w:t>253.1029</w:t>
      </w:r>
      <w:r>
        <w:tab/>
        <w:t>2.025e0</w:t>
      </w:r>
    </w:p>
    <w:p w:rsidR="00E00D30" w:rsidRDefault="00E00D30" w:rsidP="00E00D30">
      <w:r>
        <w:t>253.1114</w:t>
      </w:r>
      <w:r>
        <w:tab/>
        <w:t>2.025e0</w:t>
      </w:r>
    </w:p>
    <w:p w:rsidR="00E00D30" w:rsidRDefault="00E00D30" w:rsidP="00E00D30">
      <w:r>
        <w:t>253.1176</w:t>
      </w:r>
      <w:r>
        <w:tab/>
        <w:t>2.025e0</w:t>
      </w:r>
    </w:p>
    <w:p w:rsidR="00E00D30" w:rsidRDefault="00E00D30" w:rsidP="00E00D30">
      <w:r>
        <w:t>253.1194</w:t>
      </w:r>
      <w:r>
        <w:tab/>
        <w:t>1.013e0</w:t>
      </w:r>
    </w:p>
    <w:p w:rsidR="00E00D30" w:rsidRDefault="00E00D30" w:rsidP="00E00D30">
      <w:r>
        <w:t>253.1537</w:t>
      </w:r>
      <w:r>
        <w:tab/>
        <w:t>3.038e0</w:t>
      </w:r>
    </w:p>
    <w:p w:rsidR="00E00D30" w:rsidRDefault="00E00D30" w:rsidP="00E00D30">
      <w:r>
        <w:t>253.1696</w:t>
      </w:r>
      <w:r>
        <w:tab/>
        <w:t>2.025e0</w:t>
      </w:r>
    </w:p>
    <w:p w:rsidR="00E00D30" w:rsidRDefault="00E00D30" w:rsidP="00E00D30">
      <w:r>
        <w:t>253.1746</w:t>
      </w:r>
      <w:r>
        <w:tab/>
        <w:t>1.013e0</w:t>
      </w:r>
    </w:p>
    <w:p w:rsidR="00E00D30" w:rsidRDefault="00E00D30" w:rsidP="00E00D30">
      <w:r>
        <w:t>253.1918</w:t>
      </w:r>
      <w:r>
        <w:tab/>
        <w:t>2.025e0</w:t>
      </w:r>
    </w:p>
    <w:p w:rsidR="00E00D30" w:rsidRDefault="00E00D30" w:rsidP="00E00D30">
      <w:r>
        <w:t>253.2043</w:t>
      </w:r>
      <w:r>
        <w:tab/>
        <w:t>2.025e0</w:t>
      </w:r>
    </w:p>
    <w:p w:rsidR="00E00D30" w:rsidRDefault="00E00D30" w:rsidP="00E00D30">
      <w:r>
        <w:t>253.2077</w:t>
      </w:r>
      <w:r>
        <w:tab/>
        <w:t>1.013e0</w:t>
      </w:r>
    </w:p>
    <w:p w:rsidR="00E00D30" w:rsidRDefault="00E00D30" w:rsidP="00E00D30">
      <w:r>
        <w:t>253.2261</w:t>
      </w:r>
      <w:r>
        <w:tab/>
        <w:t>1.013e0</w:t>
      </w:r>
    </w:p>
    <w:p w:rsidR="00E00D30" w:rsidRDefault="00E00D30" w:rsidP="00E00D30">
      <w:r>
        <w:t>253.2593</w:t>
      </w:r>
      <w:r>
        <w:tab/>
        <w:t>1.013e0</w:t>
      </w:r>
    </w:p>
    <w:p w:rsidR="00E00D30" w:rsidRDefault="00E00D30" w:rsidP="00E00D30">
      <w:r>
        <w:lastRenderedPageBreak/>
        <w:t>253.3687</w:t>
      </w:r>
      <w:r>
        <w:tab/>
        <w:t>2.025e0</w:t>
      </w:r>
    </w:p>
    <w:p w:rsidR="00E00D30" w:rsidRDefault="00E00D30" w:rsidP="00E00D30">
      <w:r>
        <w:t>253.3812</w:t>
      </w:r>
      <w:r>
        <w:tab/>
        <w:t>1.013e0</w:t>
      </w:r>
    </w:p>
    <w:p w:rsidR="00E00D30" w:rsidRDefault="00E00D30" w:rsidP="00E00D30">
      <w:r>
        <w:t>253.3992</w:t>
      </w:r>
      <w:r>
        <w:tab/>
        <w:t>2.025e0</w:t>
      </w:r>
    </w:p>
    <w:p w:rsidR="00E00D30" w:rsidRDefault="00E00D30" w:rsidP="00E00D30">
      <w:r>
        <w:t>253.4111</w:t>
      </w:r>
      <w:r>
        <w:tab/>
        <w:t>1.013e0</w:t>
      </w:r>
    </w:p>
    <w:p w:rsidR="00E00D30" w:rsidRDefault="00E00D30" w:rsidP="00E00D30">
      <w:r>
        <w:t>253.4172</w:t>
      </w:r>
      <w:r>
        <w:tab/>
        <w:t>3.038e0</w:t>
      </w:r>
    </w:p>
    <w:p w:rsidR="00E00D30" w:rsidRDefault="00E00D30" w:rsidP="00E00D30">
      <w:r>
        <w:t>253.4495</w:t>
      </w:r>
      <w:r>
        <w:tab/>
        <w:t>1.013e0</w:t>
      </w:r>
    </w:p>
    <w:p w:rsidR="00E00D30" w:rsidRDefault="00E00D30" w:rsidP="00E00D30">
      <w:r>
        <w:t>253.4961</w:t>
      </w:r>
      <w:r>
        <w:tab/>
        <w:t>1.013e0</w:t>
      </w:r>
    </w:p>
    <w:p w:rsidR="00E00D30" w:rsidRDefault="00E00D30" w:rsidP="00E00D30">
      <w:r>
        <w:t>253.5462</w:t>
      </w:r>
      <w:r>
        <w:tab/>
        <w:t>1.013e0</w:t>
      </w:r>
    </w:p>
    <w:p w:rsidR="00E00D30" w:rsidRDefault="00E00D30" w:rsidP="00E00D30">
      <w:r>
        <w:t>253.5555</w:t>
      </w:r>
      <w:r>
        <w:tab/>
        <w:t>1.013e0</w:t>
      </w:r>
    </w:p>
    <w:p w:rsidR="00E00D30" w:rsidRDefault="00E00D30" w:rsidP="00E00D30">
      <w:r>
        <w:t>253.5803</w:t>
      </w:r>
      <w:r>
        <w:tab/>
        <w:t>1.013e0</w:t>
      </w:r>
    </w:p>
    <w:p w:rsidR="00E00D30" w:rsidRDefault="00E00D30" w:rsidP="00E00D30">
      <w:r>
        <w:t>253.5889</w:t>
      </w:r>
      <w:r>
        <w:tab/>
        <w:t>1.013e0</w:t>
      </w:r>
    </w:p>
    <w:p w:rsidR="00E00D30" w:rsidRDefault="00E00D30" w:rsidP="00E00D30">
      <w:r>
        <w:t>253.6105</w:t>
      </w:r>
      <w:r>
        <w:tab/>
        <w:t>1.013e0</w:t>
      </w:r>
    </w:p>
    <w:p w:rsidR="00E00D30" w:rsidRDefault="00E00D30" w:rsidP="00E00D30">
      <w:r>
        <w:t>253.6187</w:t>
      </w:r>
      <w:r>
        <w:tab/>
        <w:t>1.013e0</w:t>
      </w:r>
    </w:p>
    <w:p w:rsidR="00E00D30" w:rsidRDefault="00E00D30" w:rsidP="00E00D30">
      <w:r>
        <w:t>253.6310</w:t>
      </w:r>
      <w:r>
        <w:tab/>
        <w:t>1.013e0</w:t>
      </w:r>
    </w:p>
    <w:p w:rsidR="00E00D30" w:rsidRDefault="00E00D30" w:rsidP="00E00D30">
      <w:r>
        <w:t>253.6404</w:t>
      </w:r>
      <w:r>
        <w:tab/>
        <w:t>1.013e0</w:t>
      </w:r>
    </w:p>
    <w:p w:rsidR="00E00D30" w:rsidRDefault="00E00D30" w:rsidP="00E00D30">
      <w:r>
        <w:t>253.6569</w:t>
      </w:r>
      <w:r>
        <w:tab/>
        <w:t>1.013e0</w:t>
      </w:r>
    </w:p>
    <w:p w:rsidR="00E00D30" w:rsidRDefault="00E00D30" w:rsidP="00E00D30">
      <w:r>
        <w:t>253.6685</w:t>
      </w:r>
      <w:r>
        <w:tab/>
        <w:t>1.013e0</w:t>
      </w:r>
    </w:p>
    <w:p w:rsidR="00E00D30" w:rsidRDefault="00E00D30" w:rsidP="00E00D30">
      <w:r>
        <w:t>253.7092</w:t>
      </w:r>
      <w:r>
        <w:tab/>
        <w:t>2.025e0</w:t>
      </w:r>
    </w:p>
    <w:p w:rsidR="00E00D30" w:rsidRDefault="00E00D30" w:rsidP="00E00D30">
      <w:r>
        <w:t>253.7205</w:t>
      </w:r>
      <w:r>
        <w:tab/>
        <w:t>1.013e0</w:t>
      </w:r>
    </w:p>
    <w:p w:rsidR="00E00D30" w:rsidRDefault="00E00D30" w:rsidP="00E00D30">
      <w:r>
        <w:lastRenderedPageBreak/>
        <w:t>253.7455</w:t>
      </w:r>
      <w:r>
        <w:tab/>
        <w:t>1.013e0</w:t>
      </w:r>
    </w:p>
    <w:p w:rsidR="00E00D30" w:rsidRDefault="00E00D30" w:rsidP="00E00D30">
      <w:r>
        <w:t>253.7494</w:t>
      </w:r>
      <w:r>
        <w:tab/>
        <w:t>1.013e0</w:t>
      </w:r>
    </w:p>
    <w:p w:rsidR="00E00D30" w:rsidRDefault="00E00D30" w:rsidP="00E00D30">
      <w:r>
        <w:t>253.7719</w:t>
      </w:r>
      <w:r>
        <w:tab/>
        <w:t>1.013e0</w:t>
      </w:r>
    </w:p>
    <w:p w:rsidR="00E00D30" w:rsidRDefault="00E00D30" w:rsidP="00E00D30">
      <w:r>
        <w:t>253.7920</w:t>
      </w:r>
      <w:r>
        <w:tab/>
        <w:t>2.025e0</w:t>
      </w:r>
    </w:p>
    <w:p w:rsidR="00E00D30" w:rsidRDefault="00E00D30" w:rsidP="00E00D30">
      <w:r>
        <w:t>253.8220</w:t>
      </w:r>
      <w:r>
        <w:tab/>
        <w:t>1.013e0</w:t>
      </w:r>
    </w:p>
    <w:p w:rsidR="00E00D30" w:rsidRDefault="00E00D30" w:rsidP="00E00D30">
      <w:r>
        <w:t>253.8605</w:t>
      </w:r>
      <w:r>
        <w:tab/>
        <w:t>2.025e0</w:t>
      </w:r>
    </w:p>
    <w:p w:rsidR="00E00D30" w:rsidRDefault="00E00D30" w:rsidP="00E00D30">
      <w:r>
        <w:t>253.8858</w:t>
      </w:r>
      <w:r>
        <w:tab/>
        <w:t>1.013e0</w:t>
      </w:r>
    </w:p>
    <w:p w:rsidR="00E00D30" w:rsidRDefault="00E00D30" w:rsidP="00E00D30">
      <w:r>
        <w:t>253.9804</w:t>
      </w:r>
      <w:r>
        <w:tab/>
        <w:t>3.038e0</w:t>
      </w:r>
    </w:p>
    <w:p w:rsidR="00E00D30" w:rsidRDefault="00E00D30" w:rsidP="00E00D30">
      <w:r>
        <w:t>253.9834</w:t>
      </w:r>
      <w:r>
        <w:tab/>
        <w:t>1.013e0</w:t>
      </w:r>
    </w:p>
    <w:p w:rsidR="00E00D30" w:rsidRDefault="00E00D30" w:rsidP="00E00D30">
      <w:r>
        <w:t>254.0039</w:t>
      </w:r>
      <w:r>
        <w:tab/>
        <w:t>3.038e0</w:t>
      </w:r>
    </w:p>
    <w:p w:rsidR="00E00D30" w:rsidRDefault="00E00D30" w:rsidP="00E00D30">
      <w:r>
        <w:t>254.0207</w:t>
      </w:r>
      <w:r>
        <w:tab/>
        <w:t>2.484e0</w:t>
      </w:r>
    </w:p>
    <w:p w:rsidR="00E00D30" w:rsidRDefault="00E00D30" w:rsidP="00E00D30">
      <w:r>
        <w:t>254.0280</w:t>
      </w:r>
      <w:r>
        <w:tab/>
        <w:t>3.038e0</w:t>
      </w:r>
    </w:p>
    <w:p w:rsidR="00E00D30" w:rsidRDefault="00E00D30" w:rsidP="00E00D30">
      <w:r>
        <w:t>254.0335</w:t>
      </w:r>
      <w:r>
        <w:tab/>
        <w:t>4.051e0</w:t>
      </w:r>
    </w:p>
    <w:p w:rsidR="00E00D30" w:rsidRDefault="00E00D30" w:rsidP="00E00D30">
      <w:r>
        <w:t>254.0355</w:t>
      </w:r>
      <w:r>
        <w:tab/>
        <w:t>2.025e0</w:t>
      </w:r>
    </w:p>
    <w:p w:rsidR="00E00D30" w:rsidRDefault="00E00D30" w:rsidP="00E00D30">
      <w:r>
        <w:t>254.0388</w:t>
      </w:r>
      <w:r>
        <w:tab/>
        <w:t>7.089e0</w:t>
      </w:r>
    </w:p>
    <w:p w:rsidR="00E00D30" w:rsidRDefault="00E00D30" w:rsidP="00E00D30">
      <w:r>
        <w:t>254.0459</w:t>
      </w:r>
      <w:r>
        <w:tab/>
        <w:t>8.101e0</w:t>
      </w:r>
    </w:p>
    <w:p w:rsidR="00E00D30" w:rsidRDefault="00E00D30" w:rsidP="00E00D30">
      <w:r>
        <w:t>254.0479</w:t>
      </w:r>
      <w:r>
        <w:tab/>
        <w:t>7.089e0</w:t>
      </w:r>
    </w:p>
    <w:p w:rsidR="00E00D30" w:rsidRDefault="00E00D30" w:rsidP="00E00D30">
      <w:r>
        <w:t>254.0510</w:t>
      </w:r>
      <w:r>
        <w:tab/>
        <w:t>3.038e0</w:t>
      </w:r>
    </w:p>
    <w:p w:rsidR="00E00D30" w:rsidRDefault="00E00D30" w:rsidP="00E00D30">
      <w:r>
        <w:t>254.0563</w:t>
      </w:r>
      <w:r>
        <w:tab/>
        <w:t>3.522e0</w:t>
      </w:r>
    </w:p>
    <w:p w:rsidR="00E00D30" w:rsidRDefault="00E00D30" w:rsidP="00E00D30">
      <w:r>
        <w:lastRenderedPageBreak/>
        <w:t>254.0592</w:t>
      </w:r>
      <w:r>
        <w:tab/>
        <w:t>2.025e0</w:t>
      </w:r>
    </w:p>
    <w:p w:rsidR="00E00D30" w:rsidRDefault="00E00D30" w:rsidP="00E00D30">
      <w:r>
        <w:t>254.0679</w:t>
      </w:r>
      <w:r>
        <w:tab/>
        <w:t>1.013e0</w:t>
      </w:r>
    </w:p>
    <w:p w:rsidR="00E00D30" w:rsidRDefault="00E00D30" w:rsidP="00E00D30">
      <w:r>
        <w:t>254.1221</w:t>
      </w:r>
      <w:r>
        <w:tab/>
        <w:t>2.025e0</w:t>
      </w:r>
    </w:p>
    <w:p w:rsidR="00E00D30" w:rsidRDefault="00E00D30" w:rsidP="00E00D30">
      <w:r>
        <w:t>254.1306</w:t>
      </w:r>
      <w:r>
        <w:tab/>
        <w:t>1.013e0</w:t>
      </w:r>
    </w:p>
    <w:p w:rsidR="00E00D30" w:rsidRDefault="00E00D30" w:rsidP="00E00D30">
      <w:r>
        <w:t>254.1336</w:t>
      </w:r>
      <w:r>
        <w:tab/>
        <w:t>2.025e0</w:t>
      </w:r>
    </w:p>
    <w:p w:rsidR="00E00D30" w:rsidRDefault="00E00D30" w:rsidP="00E00D30">
      <w:r>
        <w:t>254.1354</w:t>
      </w:r>
      <w:r>
        <w:tab/>
        <w:t>4.051e0</w:t>
      </w:r>
    </w:p>
    <w:p w:rsidR="00E00D30" w:rsidRDefault="00E00D30" w:rsidP="00E00D30">
      <w:r>
        <w:t>254.1402</w:t>
      </w:r>
      <w:r>
        <w:tab/>
        <w:t>1.013e0</w:t>
      </w:r>
    </w:p>
    <w:p w:rsidR="00E00D30" w:rsidRDefault="00E00D30" w:rsidP="00E00D30">
      <w:r>
        <w:t>254.1447</w:t>
      </w:r>
      <w:r>
        <w:tab/>
        <w:t>2.025e0</w:t>
      </w:r>
    </w:p>
    <w:p w:rsidR="00E00D30" w:rsidRDefault="00E00D30" w:rsidP="00E00D30">
      <w:r>
        <w:t>254.1526</w:t>
      </w:r>
      <w:r>
        <w:tab/>
        <w:t>1.013e0</w:t>
      </w:r>
    </w:p>
    <w:p w:rsidR="00E00D30" w:rsidRDefault="00E00D30" w:rsidP="00E00D30">
      <w:r>
        <w:t>254.1613</w:t>
      </w:r>
      <w:r>
        <w:tab/>
        <w:t>4.051e0</w:t>
      </w:r>
    </w:p>
    <w:p w:rsidR="00E00D30" w:rsidRDefault="00E00D30" w:rsidP="00E00D30">
      <w:r>
        <w:t>254.1671</w:t>
      </w:r>
      <w:r>
        <w:tab/>
        <w:t>2.025e0</w:t>
      </w:r>
    </w:p>
    <w:p w:rsidR="00E00D30" w:rsidRDefault="00E00D30" w:rsidP="00E00D30">
      <w:r>
        <w:t>254.1755</w:t>
      </w:r>
      <w:r>
        <w:tab/>
        <w:t>3.038e0</w:t>
      </w:r>
    </w:p>
    <w:p w:rsidR="00E00D30" w:rsidRDefault="00E00D30" w:rsidP="00E00D30">
      <w:r>
        <w:t>254.1826</w:t>
      </w:r>
      <w:r>
        <w:tab/>
        <w:t>1.013e0</w:t>
      </w:r>
    </w:p>
    <w:p w:rsidR="00E00D30" w:rsidRDefault="00E00D30" w:rsidP="00E00D30">
      <w:r>
        <w:t>254.1952</w:t>
      </w:r>
      <w:r>
        <w:tab/>
        <w:t>1.013e0</w:t>
      </w:r>
    </w:p>
    <w:p w:rsidR="00E00D30" w:rsidRDefault="00E00D30" w:rsidP="00E00D30">
      <w:r>
        <w:t>254.1989</w:t>
      </w:r>
      <w:r>
        <w:tab/>
        <w:t>1.013e0</w:t>
      </w:r>
    </w:p>
    <w:p w:rsidR="00E00D30" w:rsidRDefault="00E00D30" w:rsidP="00E00D30">
      <w:r>
        <w:t>254.2038</w:t>
      </w:r>
      <w:r>
        <w:tab/>
        <w:t>2.025e0</w:t>
      </w:r>
    </w:p>
    <w:p w:rsidR="00E00D30" w:rsidRDefault="00E00D30" w:rsidP="00E00D30">
      <w:r>
        <w:t>254.2162</w:t>
      </w:r>
      <w:r>
        <w:tab/>
        <w:t>2.025e0</w:t>
      </w:r>
    </w:p>
    <w:p w:rsidR="00E00D30" w:rsidRDefault="00E00D30" w:rsidP="00E00D30">
      <w:r>
        <w:t>254.2179</w:t>
      </w:r>
      <w:r>
        <w:tab/>
        <w:t>2.025e0</w:t>
      </w:r>
    </w:p>
    <w:p w:rsidR="00E00D30" w:rsidRDefault="00E00D30" w:rsidP="00E00D30">
      <w:r>
        <w:t>254.2251</w:t>
      </w:r>
      <w:r>
        <w:tab/>
        <w:t>1.013e0</w:t>
      </w:r>
    </w:p>
    <w:p w:rsidR="00E00D30" w:rsidRDefault="00E00D30" w:rsidP="00E00D30">
      <w:r>
        <w:lastRenderedPageBreak/>
        <w:t>254.2293</w:t>
      </w:r>
      <w:r>
        <w:tab/>
        <w:t>1.013e0</w:t>
      </w:r>
    </w:p>
    <w:p w:rsidR="00E00D30" w:rsidRDefault="00E00D30" w:rsidP="00E00D30">
      <w:r>
        <w:t>254.2453</w:t>
      </w:r>
      <w:r>
        <w:tab/>
        <w:t>2.025e0</w:t>
      </w:r>
    </w:p>
    <w:p w:rsidR="00E00D30" w:rsidRDefault="00E00D30" w:rsidP="00E00D30">
      <w:r>
        <w:t>254.2854</w:t>
      </w:r>
      <w:r>
        <w:tab/>
        <w:t>2.025e0</w:t>
      </w:r>
    </w:p>
    <w:p w:rsidR="00E00D30" w:rsidRDefault="00E00D30" w:rsidP="00E00D30">
      <w:r>
        <w:t>254.2960</w:t>
      </w:r>
      <w:r>
        <w:tab/>
        <w:t>1.013e0</w:t>
      </w:r>
    </w:p>
    <w:p w:rsidR="00E00D30" w:rsidRDefault="00E00D30" w:rsidP="00E00D30">
      <w:r>
        <w:t>254.3178</w:t>
      </w:r>
      <w:r>
        <w:tab/>
        <w:t>1.013e0</w:t>
      </w:r>
    </w:p>
    <w:p w:rsidR="00E00D30" w:rsidRDefault="00E00D30" w:rsidP="00E00D30">
      <w:r>
        <w:t>254.3298</w:t>
      </w:r>
      <w:r>
        <w:tab/>
        <w:t>2.025e0</w:t>
      </w:r>
    </w:p>
    <w:p w:rsidR="00E00D30" w:rsidRDefault="00E00D30" w:rsidP="00E00D30">
      <w:r>
        <w:t>254.3480</w:t>
      </w:r>
      <w:r>
        <w:tab/>
        <w:t>1.013e0</w:t>
      </w:r>
    </w:p>
    <w:p w:rsidR="00E00D30" w:rsidRDefault="00E00D30" w:rsidP="00E00D30">
      <w:r>
        <w:t>254.3561</w:t>
      </w:r>
      <w:r>
        <w:tab/>
        <w:t>1.013e0</w:t>
      </w:r>
    </w:p>
    <w:p w:rsidR="00E00D30" w:rsidRDefault="00E00D30" w:rsidP="00E00D30">
      <w:r>
        <w:t>254.3766</w:t>
      </w:r>
      <w:r>
        <w:tab/>
        <w:t>1.013e0</w:t>
      </w:r>
    </w:p>
    <w:p w:rsidR="00E00D30" w:rsidRDefault="00E00D30" w:rsidP="00E00D30">
      <w:r>
        <w:t>254.3963</w:t>
      </w:r>
      <w:r>
        <w:tab/>
        <w:t>2.025e0</w:t>
      </w:r>
    </w:p>
    <w:p w:rsidR="00E00D30" w:rsidRDefault="00E00D30" w:rsidP="00E00D30">
      <w:r>
        <w:t>254.4025</w:t>
      </w:r>
      <w:r>
        <w:tab/>
        <w:t>1.013e0</w:t>
      </w:r>
    </w:p>
    <w:p w:rsidR="00E00D30" w:rsidRDefault="00E00D30" w:rsidP="00E00D30">
      <w:r>
        <w:t>254.4103</w:t>
      </w:r>
      <w:r>
        <w:tab/>
        <w:t>1.013e0</w:t>
      </w:r>
    </w:p>
    <w:p w:rsidR="00E00D30" w:rsidRDefault="00E00D30" w:rsidP="00E00D30">
      <w:r>
        <w:t>254.4116</w:t>
      </w:r>
      <w:r>
        <w:tab/>
        <w:t>2.025e0</w:t>
      </w:r>
    </w:p>
    <w:p w:rsidR="00E00D30" w:rsidRDefault="00E00D30" w:rsidP="00E00D30">
      <w:r>
        <w:t>254.4329</w:t>
      </w:r>
      <w:r>
        <w:tab/>
        <w:t>2.025e0</w:t>
      </w:r>
    </w:p>
    <w:p w:rsidR="00E00D30" w:rsidRDefault="00E00D30" w:rsidP="00E00D30">
      <w:r>
        <w:t>254.4451</w:t>
      </w:r>
      <w:r>
        <w:tab/>
        <w:t>1.013e0</w:t>
      </w:r>
    </w:p>
    <w:p w:rsidR="00E00D30" w:rsidRDefault="00E00D30" w:rsidP="00E00D30">
      <w:r>
        <w:t>254.4613</w:t>
      </w:r>
      <w:r>
        <w:tab/>
        <w:t>1.013e0</w:t>
      </w:r>
    </w:p>
    <w:p w:rsidR="00E00D30" w:rsidRDefault="00E00D30" w:rsidP="00E00D30">
      <w:r>
        <w:t>254.4754</w:t>
      </w:r>
      <w:r>
        <w:tab/>
        <w:t>1.013e0</w:t>
      </w:r>
    </w:p>
    <w:p w:rsidR="00E00D30" w:rsidRDefault="00E00D30" w:rsidP="00E00D30">
      <w:r>
        <w:t>254.4830</w:t>
      </w:r>
      <w:r>
        <w:tab/>
        <w:t>1.013e0</w:t>
      </w:r>
    </w:p>
    <w:p w:rsidR="00E00D30" w:rsidRDefault="00E00D30" w:rsidP="00E00D30">
      <w:r>
        <w:t>254.4954</w:t>
      </w:r>
      <w:r>
        <w:tab/>
        <w:t>1.013e0</w:t>
      </w:r>
    </w:p>
    <w:p w:rsidR="00E00D30" w:rsidRDefault="00E00D30" w:rsidP="00E00D30">
      <w:r>
        <w:lastRenderedPageBreak/>
        <w:t>254.4974</w:t>
      </w:r>
      <w:r>
        <w:tab/>
        <w:t>2.025e0</w:t>
      </w:r>
    </w:p>
    <w:p w:rsidR="00E00D30" w:rsidRDefault="00E00D30" w:rsidP="00E00D30">
      <w:r>
        <w:t>254.4990</w:t>
      </w:r>
      <w:r>
        <w:tab/>
        <w:t>2.025e0</w:t>
      </w:r>
    </w:p>
    <w:p w:rsidR="00E00D30" w:rsidRDefault="00E00D30" w:rsidP="00E00D30">
      <w:r>
        <w:t>254.5177</w:t>
      </w:r>
      <w:r>
        <w:tab/>
        <w:t>1.013e0</w:t>
      </w:r>
    </w:p>
    <w:p w:rsidR="00E00D30" w:rsidRDefault="00E00D30" w:rsidP="00E00D30">
      <w:r>
        <w:t>254.5510</w:t>
      </w:r>
      <w:r>
        <w:tab/>
        <w:t>1.013e0</w:t>
      </w:r>
    </w:p>
    <w:p w:rsidR="00E00D30" w:rsidRDefault="00E00D30" w:rsidP="00E00D30">
      <w:r>
        <w:t>254.5718</w:t>
      </w:r>
      <w:r>
        <w:tab/>
        <w:t>1.013e0</w:t>
      </w:r>
    </w:p>
    <w:p w:rsidR="00E00D30" w:rsidRDefault="00E00D30" w:rsidP="00E00D30">
      <w:r>
        <w:t>254.5935</w:t>
      </w:r>
      <w:r>
        <w:tab/>
        <w:t>1.013e0</w:t>
      </w:r>
    </w:p>
    <w:p w:rsidR="00E00D30" w:rsidRDefault="00E00D30" w:rsidP="00E00D30">
      <w:r>
        <w:t>254.6278</w:t>
      </w:r>
      <w:r>
        <w:tab/>
        <w:t>2.025e0</w:t>
      </w:r>
    </w:p>
    <w:p w:rsidR="00E00D30" w:rsidRDefault="00E00D30" w:rsidP="00E00D30">
      <w:r>
        <w:t>254.6525</w:t>
      </w:r>
      <w:r>
        <w:tab/>
        <w:t>1.013e0</w:t>
      </w:r>
    </w:p>
    <w:p w:rsidR="00E00D30" w:rsidRDefault="00E00D30" w:rsidP="00E00D30">
      <w:r>
        <w:t>254.6607</w:t>
      </w:r>
      <w:r>
        <w:tab/>
        <w:t>1.013e0</w:t>
      </w:r>
    </w:p>
    <w:p w:rsidR="00E00D30" w:rsidRDefault="00E00D30" w:rsidP="00E00D30">
      <w:r>
        <w:t>254.6869</w:t>
      </w:r>
      <w:r>
        <w:tab/>
        <w:t>2.025e0</w:t>
      </w:r>
    </w:p>
    <w:p w:rsidR="00E00D30" w:rsidRDefault="00E00D30" w:rsidP="00E00D30">
      <w:r>
        <w:t>254.7330</w:t>
      </w:r>
      <w:r>
        <w:tab/>
        <w:t>1.013e0</w:t>
      </w:r>
    </w:p>
    <w:p w:rsidR="00E00D30" w:rsidRDefault="00E00D30" w:rsidP="00E00D30">
      <w:r>
        <w:t>254.7413</w:t>
      </w:r>
      <w:r>
        <w:tab/>
        <w:t>2.025e0</w:t>
      </w:r>
    </w:p>
    <w:p w:rsidR="00E00D30" w:rsidRDefault="00E00D30" w:rsidP="00E00D30">
      <w:r>
        <w:t>254.7547</w:t>
      </w:r>
      <w:r>
        <w:tab/>
        <w:t>1.013e0</w:t>
      </w:r>
    </w:p>
    <w:p w:rsidR="00E00D30" w:rsidRDefault="00E00D30" w:rsidP="00E00D30">
      <w:r>
        <w:t>254.7591</w:t>
      </w:r>
      <w:r>
        <w:tab/>
        <w:t>1.013e0</w:t>
      </w:r>
    </w:p>
    <w:p w:rsidR="00E00D30" w:rsidRDefault="00E00D30" w:rsidP="00E00D30">
      <w:r>
        <w:t>254.8137</w:t>
      </w:r>
      <w:r>
        <w:tab/>
        <w:t>1.013e0</w:t>
      </w:r>
    </w:p>
    <w:p w:rsidR="00E00D30" w:rsidRDefault="00E00D30" w:rsidP="00E00D30">
      <w:r>
        <w:t>254.8222</w:t>
      </w:r>
      <w:r>
        <w:tab/>
        <w:t>1.013e0</w:t>
      </w:r>
    </w:p>
    <w:p w:rsidR="00E00D30" w:rsidRDefault="00E00D30" w:rsidP="00E00D30">
      <w:r>
        <w:t>254.8482</w:t>
      </w:r>
      <w:r>
        <w:tab/>
        <w:t>1.013e0</w:t>
      </w:r>
    </w:p>
    <w:p w:rsidR="00E00D30" w:rsidRDefault="00E00D30" w:rsidP="00E00D30">
      <w:r>
        <w:t>254.8683</w:t>
      </w:r>
      <w:r>
        <w:tab/>
        <w:t>1.013e0</w:t>
      </w:r>
    </w:p>
    <w:p w:rsidR="00E00D30" w:rsidRDefault="00E00D30" w:rsidP="00E00D30">
      <w:r>
        <w:t>254.8867</w:t>
      </w:r>
      <w:r>
        <w:tab/>
        <w:t>1.013e0</w:t>
      </w:r>
    </w:p>
    <w:p w:rsidR="00E00D30" w:rsidRDefault="00E00D30" w:rsidP="00E00D30">
      <w:r>
        <w:lastRenderedPageBreak/>
        <w:t>254.8946</w:t>
      </w:r>
      <w:r>
        <w:tab/>
        <w:t>1.013e0</w:t>
      </w:r>
    </w:p>
    <w:p w:rsidR="00E00D30" w:rsidRDefault="00E00D30" w:rsidP="00E00D30">
      <w:r>
        <w:t>254.9104</w:t>
      </w:r>
      <w:r>
        <w:tab/>
        <w:t>1.013e0</w:t>
      </w:r>
    </w:p>
    <w:p w:rsidR="00E00D30" w:rsidRDefault="00E00D30" w:rsidP="00E00D30">
      <w:r>
        <w:t>254.9713</w:t>
      </w:r>
      <w:r>
        <w:tab/>
        <w:t>1.013e0</w:t>
      </w:r>
    </w:p>
    <w:p w:rsidR="00E00D30" w:rsidRDefault="00E00D30" w:rsidP="00E00D30">
      <w:r>
        <w:t>254.9873</w:t>
      </w:r>
      <w:r>
        <w:tab/>
        <w:t>1.013e0</w:t>
      </w:r>
    </w:p>
    <w:p w:rsidR="00E00D30" w:rsidRDefault="00E00D30" w:rsidP="00E00D30">
      <w:r>
        <w:t>254.9910</w:t>
      </w:r>
      <w:r>
        <w:tab/>
        <w:t>2.025e0</w:t>
      </w:r>
    </w:p>
    <w:p w:rsidR="00E00D30" w:rsidRDefault="00E00D30" w:rsidP="00E00D30">
      <w:r>
        <w:t>255.0107</w:t>
      </w:r>
      <w:r>
        <w:tab/>
        <w:t>2.025e0</w:t>
      </w:r>
    </w:p>
    <w:p w:rsidR="00E00D30" w:rsidRDefault="00E00D30" w:rsidP="00E00D30">
      <w:r>
        <w:t>255.0278</w:t>
      </w:r>
      <w:r>
        <w:tab/>
        <w:t>2.025e0</w:t>
      </w:r>
    </w:p>
    <w:p w:rsidR="00E00D30" w:rsidRDefault="00E00D30" w:rsidP="00E00D30">
      <w:r>
        <w:t>255.0366</w:t>
      </w:r>
      <w:r>
        <w:tab/>
        <w:t>3.038e0</w:t>
      </w:r>
    </w:p>
    <w:p w:rsidR="00E00D30" w:rsidRDefault="00E00D30" w:rsidP="00E00D30">
      <w:r>
        <w:t>255.0382</w:t>
      </w:r>
      <w:r>
        <w:tab/>
        <w:t>1.013e0</w:t>
      </w:r>
    </w:p>
    <w:p w:rsidR="00E00D30" w:rsidRDefault="00E00D30" w:rsidP="00E00D30">
      <w:r>
        <w:t>255.0453</w:t>
      </w:r>
      <w:r>
        <w:tab/>
        <w:t>3.038e0</w:t>
      </w:r>
    </w:p>
    <w:p w:rsidR="00E00D30" w:rsidRDefault="00E00D30" w:rsidP="00E00D30">
      <w:r>
        <w:t>255.0477</w:t>
      </w:r>
      <w:r>
        <w:tab/>
        <w:t>2.025e0</w:t>
      </w:r>
    </w:p>
    <w:p w:rsidR="00E00D30" w:rsidRDefault="00E00D30" w:rsidP="00E00D30">
      <w:r>
        <w:t>255.0517</w:t>
      </w:r>
      <w:r>
        <w:tab/>
        <w:t>2.167e0</w:t>
      </w:r>
    </w:p>
    <w:p w:rsidR="00E00D30" w:rsidRDefault="00E00D30" w:rsidP="00E00D30">
      <w:r>
        <w:t>255.0719</w:t>
      </w:r>
      <w:r>
        <w:tab/>
        <w:t>1.013e0</w:t>
      </w:r>
    </w:p>
    <w:p w:rsidR="00E00D30" w:rsidRDefault="00E00D30" w:rsidP="00E00D30">
      <w:r>
        <w:t>255.0762</w:t>
      </w:r>
      <w:r>
        <w:tab/>
        <w:t>1.013e0</w:t>
      </w:r>
    </w:p>
    <w:p w:rsidR="00E00D30" w:rsidRDefault="00E00D30" w:rsidP="00E00D30">
      <w:r>
        <w:t>255.0782</w:t>
      </w:r>
      <w:r>
        <w:tab/>
        <w:t>3.038e0</w:t>
      </w:r>
    </w:p>
    <w:p w:rsidR="00E00D30" w:rsidRDefault="00E00D30" w:rsidP="00E00D30">
      <w:r>
        <w:t>255.1102</w:t>
      </w:r>
      <w:r>
        <w:tab/>
        <w:t>1.013e0</w:t>
      </w:r>
    </w:p>
    <w:p w:rsidR="00E00D30" w:rsidRDefault="00E00D30" w:rsidP="00E00D30">
      <w:r>
        <w:t>255.1149</w:t>
      </w:r>
      <w:r>
        <w:tab/>
        <w:t>2.025e0</w:t>
      </w:r>
    </w:p>
    <w:p w:rsidR="00E00D30" w:rsidRDefault="00E00D30" w:rsidP="00E00D30">
      <w:r>
        <w:t>255.1201</w:t>
      </w:r>
      <w:r>
        <w:tab/>
        <w:t>2.025e0</w:t>
      </w:r>
    </w:p>
    <w:p w:rsidR="00E00D30" w:rsidRDefault="00E00D30" w:rsidP="00E00D30">
      <w:r>
        <w:t>255.1250</w:t>
      </w:r>
      <w:r>
        <w:tab/>
        <w:t>4.051e0</w:t>
      </w:r>
    </w:p>
    <w:p w:rsidR="00E00D30" w:rsidRDefault="00E00D30" w:rsidP="00E00D30">
      <w:r>
        <w:lastRenderedPageBreak/>
        <w:t>255.1330</w:t>
      </w:r>
      <w:r>
        <w:tab/>
        <w:t>1.013e0</w:t>
      </w:r>
    </w:p>
    <w:p w:rsidR="00E00D30" w:rsidRDefault="00E00D30" w:rsidP="00E00D30">
      <w:r>
        <w:t>255.1408</w:t>
      </w:r>
      <w:r>
        <w:tab/>
        <w:t>2.025e0</w:t>
      </w:r>
    </w:p>
    <w:p w:rsidR="00E00D30" w:rsidRDefault="00E00D30" w:rsidP="00E00D30">
      <w:r>
        <w:t>255.1446</w:t>
      </w:r>
      <w:r>
        <w:tab/>
        <w:t>1.013e0</w:t>
      </w:r>
    </w:p>
    <w:p w:rsidR="00E00D30" w:rsidRDefault="00E00D30" w:rsidP="00E00D30">
      <w:r>
        <w:t>255.1488</w:t>
      </w:r>
      <w:r>
        <w:tab/>
        <w:t>1.013e0</w:t>
      </w:r>
    </w:p>
    <w:p w:rsidR="00E00D30" w:rsidRDefault="00E00D30" w:rsidP="00E00D30">
      <w:r>
        <w:t>255.1509</w:t>
      </w:r>
      <w:r>
        <w:tab/>
        <w:t>2.025e0</w:t>
      </w:r>
    </w:p>
    <w:p w:rsidR="00E00D30" w:rsidRDefault="00E00D30" w:rsidP="00E00D30">
      <w:r>
        <w:t>255.1614</w:t>
      </w:r>
      <w:r>
        <w:tab/>
        <w:t>1.013e0</w:t>
      </w:r>
    </w:p>
    <w:p w:rsidR="00E00D30" w:rsidRDefault="00E00D30" w:rsidP="00E00D30">
      <w:r>
        <w:t>255.1752</w:t>
      </w:r>
      <w:r>
        <w:tab/>
        <w:t>2.025e0</w:t>
      </w:r>
    </w:p>
    <w:p w:rsidR="00E00D30" w:rsidRDefault="00E00D30" w:rsidP="00E00D30">
      <w:r>
        <w:t>255.1790</w:t>
      </w:r>
      <w:r>
        <w:tab/>
        <w:t>1.013e0</w:t>
      </w:r>
    </w:p>
    <w:p w:rsidR="00E00D30" w:rsidRDefault="00E00D30" w:rsidP="00E00D30">
      <w:r>
        <w:t>255.1884</w:t>
      </w:r>
      <w:r>
        <w:tab/>
        <w:t>3.038e0</w:t>
      </w:r>
    </w:p>
    <w:p w:rsidR="00E00D30" w:rsidRDefault="00E00D30" w:rsidP="00E00D30">
      <w:r>
        <w:t>255.1911</w:t>
      </w:r>
      <w:r>
        <w:tab/>
        <w:t>3.038e0</w:t>
      </w:r>
    </w:p>
    <w:p w:rsidR="00E00D30" w:rsidRDefault="00E00D30" w:rsidP="00E00D30">
      <w:r>
        <w:t>255.1929</w:t>
      </w:r>
      <w:r>
        <w:tab/>
        <w:t>2.025e0</w:t>
      </w:r>
    </w:p>
    <w:p w:rsidR="00E00D30" w:rsidRDefault="00E00D30" w:rsidP="00E00D30">
      <w:r>
        <w:t>255.1957</w:t>
      </w:r>
      <w:r>
        <w:tab/>
        <w:t>2.025e0</w:t>
      </w:r>
    </w:p>
    <w:p w:rsidR="00E00D30" w:rsidRDefault="00E00D30" w:rsidP="00E00D30">
      <w:r>
        <w:t>255.1975</w:t>
      </w:r>
      <w:r>
        <w:tab/>
        <w:t>2.025e0</w:t>
      </w:r>
    </w:p>
    <w:p w:rsidR="00E00D30" w:rsidRDefault="00E00D30" w:rsidP="00E00D30">
      <w:r>
        <w:t>255.2206</w:t>
      </w:r>
      <w:r>
        <w:tab/>
        <w:t>3.038e0</w:t>
      </w:r>
    </w:p>
    <w:p w:rsidR="00E00D30" w:rsidRDefault="00E00D30" w:rsidP="00E00D30">
      <w:r>
        <w:t>255.2253</w:t>
      </w:r>
      <w:r>
        <w:tab/>
        <w:t>1.013e0</w:t>
      </w:r>
    </w:p>
    <w:p w:rsidR="00E00D30" w:rsidRDefault="00E00D30" w:rsidP="00E00D30">
      <w:r>
        <w:t>255.2372</w:t>
      </w:r>
      <w:r>
        <w:tab/>
        <w:t>3.038e0</w:t>
      </w:r>
    </w:p>
    <w:p w:rsidR="00E00D30" w:rsidRDefault="00E00D30" w:rsidP="00E00D30">
      <w:r>
        <w:t>255.2467</w:t>
      </w:r>
      <w:r>
        <w:tab/>
        <w:t>1.013e0</w:t>
      </w:r>
    </w:p>
    <w:p w:rsidR="00E00D30" w:rsidRDefault="00E00D30" w:rsidP="00E00D30">
      <w:r>
        <w:t>255.2532</w:t>
      </w:r>
      <w:r>
        <w:tab/>
        <w:t>2.025e0</w:t>
      </w:r>
    </w:p>
    <w:p w:rsidR="00E00D30" w:rsidRDefault="00E00D30" w:rsidP="00E00D30">
      <w:r>
        <w:t>255.2682</w:t>
      </w:r>
      <w:r>
        <w:tab/>
        <w:t>1.013e0</w:t>
      </w:r>
    </w:p>
    <w:p w:rsidR="00E00D30" w:rsidRDefault="00E00D30" w:rsidP="00E00D30">
      <w:r>
        <w:lastRenderedPageBreak/>
        <w:t>255.2758</w:t>
      </w:r>
      <w:r>
        <w:tab/>
        <w:t>1.013e0</w:t>
      </w:r>
    </w:p>
    <w:p w:rsidR="00E00D30" w:rsidRDefault="00E00D30" w:rsidP="00E00D30">
      <w:r>
        <w:t>255.2897</w:t>
      </w:r>
      <w:r>
        <w:tab/>
        <w:t>2.025e0</w:t>
      </w:r>
    </w:p>
    <w:p w:rsidR="00E00D30" w:rsidRDefault="00E00D30" w:rsidP="00E00D30">
      <w:r>
        <w:t>255.3061</w:t>
      </w:r>
      <w:r>
        <w:tab/>
        <w:t>1.013e0</w:t>
      </w:r>
    </w:p>
    <w:p w:rsidR="00E00D30" w:rsidRDefault="00E00D30" w:rsidP="00E00D30">
      <w:r>
        <w:t>255.3224</w:t>
      </w:r>
      <w:r>
        <w:tab/>
        <w:t>1.013e0</w:t>
      </w:r>
    </w:p>
    <w:p w:rsidR="00E00D30" w:rsidRDefault="00E00D30" w:rsidP="00E00D30">
      <w:r>
        <w:t>255.3320</w:t>
      </w:r>
      <w:r>
        <w:tab/>
        <w:t>1.013e0</w:t>
      </w:r>
    </w:p>
    <w:p w:rsidR="00E00D30" w:rsidRDefault="00E00D30" w:rsidP="00E00D30">
      <w:r>
        <w:t>255.3370</w:t>
      </w:r>
      <w:r>
        <w:tab/>
        <w:t>1.013e0</w:t>
      </w:r>
    </w:p>
    <w:p w:rsidR="00E00D30" w:rsidRDefault="00E00D30" w:rsidP="00E00D30">
      <w:r>
        <w:t>255.3526</w:t>
      </w:r>
      <w:r>
        <w:tab/>
        <w:t>2.025e0</w:t>
      </w:r>
    </w:p>
    <w:p w:rsidR="00E00D30" w:rsidRDefault="00E00D30" w:rsidP="00E00D30">
      <w:r>
        <w:t>255.3611</w:t>
      </w:r>
      <w:r>
        <w:tab/>
        <w:t>2.025e0</w:t>
      </w:r>
    </w:p>
    <w:p w:rsidR="00E00D30" w:rsidRDefault="00E00D30" w:rsidP="00E00D30">
      <w:r>
        <w:t>255.3739</w:t>
      </w:r>
      <w:r>
        <w:tab/>
        <w:t>2.025e0</w:t>
      </w:r>
    </w:p>
    <w:p w:rsidR="00E00D30" w:rsidRDefault="00E00D30" w:rsidP="00E00D30">
      <w:r>
        <w:t>255.3765</w:t>
      </w:r>
      <w:r>
        <w:tab/>
        <w:t>2.025e0</w:t>
      </w:r>
    </w:p>
    <w:p w:rsidR="00E00D30" w:rsidRDefault="00E00D30" w:rsidP="00E00D30">
      <w:r>
        <w:t>255.3871</w:t>
      </w:r>
      <w:r>
        <w:tab/>
        <w:t>2.025e0</w:t>
      </w:r>
    </w:p>
    <w:p w:rsidR="00E00D30" w:rsidRDefault="00E00D30" w:rsidP="00E00D30">
      <w:r>
        <w:t>255.4129</w:t>
      </w:r>
      <w:r>
        <w:tab/>
        <w:t>1.013e0</w:t>
      </w:r>
    </w:p>
    <w:p w:rsidR="00E00D30" w:rsidRDefault="00E00D30" w:rsidP="00E00D30">
      <w:r>
        <w:t>255.4215</w:t>
      </w:r>
      <w:r>
        <w:tab/>
        <w:t>1.013e0</w:t>
      </w:r>
    </w:p>
    <w:p w:rsidR="00E00D30" w:rsidRDefault="00E00D30" w:rsidP="00E00D30">
      <w:r>
        <w:t>255.4254</w:t>
      </w:r>
      <w:r>
        <w:tab/>
        <w:t>1.013e0</w:t>
      </w:r>
    </w:p>
    <w:p w:rsidR="00E00D30" w:rsidRDefault="00E00D30" w:rsidP="00E00D30">
      <w:r>
        <w:t>255.4294</w:t>
      </w:r>
      <w:r>
        <w:tab/>
        <w:t>1.013e0</w:t>
      </w:r>
    </w:p>
    <w:p w:rsidR="00E00D30" w:rsidRDefault="00E00D30" w:rsidP="00E00D30">
      <w:r>
        <w:t>255.4332</w:t>
      </w:r>
      <w:r>
        <w:tab/>
        <w:t>1.013e0</w:t>
      </w:r>
    </w:p>
    <w:p w:rsidR="00E00D30" w:rsidRDefault="00E00D30" w:rsidP="00E00D30">
      <w:r>
        <w:t>255.4555</w:t>
      </w:r>
      <w:r>
        <w:tab/>
        <w:t>1.013e0</w:t>
      </w:r>
    </w:p>
    <w:p w:rsidR="00E00D30" w:rsidRDefault="00E00D30" w:rsidP="00E00D30">
      <w:r>
        <w:t>255.4603</w:t>
      </w:r>
      <w:r>
        <w:tab/>
        <w:t>1.013e0</w:t>
      </w:r>
    </w:p>
    <w:p w:rsidR="00E00D30" w:rsidRDefault="00E00D30" w:rsidP="00E00D30">
      <w:r>
        <w:t>255.4840</w:t>
      </w:r>
      <w:r>
        <w:tab/>
        <w:t>1.013e0</w:t>
      </w:r>
    </w:p>
    <w:p w:rsidR="00E00D30" w:rsidRDefault="00E00D30" w:rsidP="00E00D30">
      <w:r>
        <w:lastRenderedPageBreak/>
        <w:t>255.4930</w:t>
      </w:r>
      <w:r>
        <w:tab/>
        <w:t>1.013e0</w:t>
      </w:r>
    </w:p>
    <w:p w:rsidR="00E00D30" w:rsidRDefault="00E00D30" w:rsidP="00E00D30">
      <w:r>
        <w:t>255.4982</w:t>
      </w:r>
      <w:r>
        <w:tab/>
        <w:t>1.013e0</w:t>
      </w:r>
    </w:p>
    <w:p w:rsidR="00E00D30" w:rsidRDefault="00E00D30" w:rsidP="00E00D30">
      <w:r>
        <w:t>255.5140</w:t>
      </w:r>
      <w:r>
        <w:tab/>
        <w:t>1.013e0</w:t>
      </w:r>
    </w:p>
    <w:p w:rsidR="00E00D30" w:rsidRDefault="00E00D30" w:rsidP="00E00D30">
      <w:r>
        <w:t>255.5181</w:t>
      </w:r>
      <w:r>
        <w:tab/>
        <w:t>1.013e0</w:t>
      </w:r>
    </w:p>
    <w:p w:rsidR="00E00D30" w:rsidRDefault="00E00D30" w:rsidP="00E00D30">
      <w:r>
        <w:t>255.5446</w:t>
      </w:r>
      <w:r>
        <w:tab/>
        <w:t>1.013e0</w:t>
      </w:r>
    </w:p>
    <w:p w:rsidR="00E00D30" w:rsidRDefault="00E00D30" w:rsidP="00E00D30">
      <w:r>
        <w:t>255.5481</w:t>
      </w:r>
      <w:r>
        <w:tab/>
        <w:t>2.025e0</w:t>
      </w:r>
    </w:p>
    <w:p w:rsidR="00E00D30" w:rsidRDefault="00E00D30" w:rsidP="00E00D30">
      <w:r>
        <w:t>255.5568</w:t>
      </w:r>
      <w:r>
        <w:tab/>
        <w:t>3.038e0</w:t>
      </w:r>
    </w:p>
    <w:p w:rsidR="00E00D30" w:rsidRDefault="00E00D30" w:rsidP="00E00D30">
      <w:r>
        <w:t>255.5690</w:t>
      </w:r>
      <w:r>
        <w:tab/>
        <w:t>1.013e0</w:t>
      </w:r>
    </w:p>
    <w:p w:rsidR="00E00D30" w:rsidRDefault="00E00D30" w:rsidP="00E00D30">
      <w:r>
        <w:t>255.5785</w:t>
      </w:r>
      <w:r>
        <w:tab/>
        <w:t>1.013e0</w:t>
      </w:r>
    </w:p>
    <w:p w:rsidR="00E00D30" w:rsidRDefault="00E00D30" w:rsidP="00E00D30">
      <w:r>
        <w:t>255.5910</w:t>
      </w:r>
      <w:r>
        <w:tab/>
        <w:t>2.025e0</w:t>
      </w:r>
    </w:p>
    <w:p w:rsidR="00E00D30" w:rsidRDefault="00E00D30" w:rsidP="00E00D30">
      <w:r>
        <w:t>255.6257</w:t>
      </w:r>
      <w:r>
        <w:tab/>
        <w:t>1.013e0</w:t>
      </w:r>
    </w:p>
    <w:p w:rsidR="00E00D30" w:rsidRDefault="00E00D30" w:rsidP="00E00D30">
      <w:r>
        <w:t>255.6681</w:t>
      </w:r>
      <w:r>
        <w:tab/>
        <w:t>1.013e0</w:t>
      </w:r>
    </w:p>
    <w:p w:rsidR="00E00D30" w:rsidRDefault="00E00D30" w:rsidP="00E00D30">
      <w:r>
        <w:t>255.6757</w:t>
      </w:r>
      <w:r>
        <w:tab/>
        <w:t>2.025e0</w:t>
      </w:r>
    </w:p>
    <w:p w:rsidR="00E00D30" w:rsidRDefault="00E00D30" w:rsidP="00E00D30">
      <w:r>
        <w:t>255.6796</w:t>
      </w:r>
      <w:r>
        <w:tab/>
        <w:t>1.013e0</w:t>
      </w:r>
    </w:p>
    <w:p w:rsidR="00E00D30" w:rsidRDefault="00E00D30" w:rsidP="00E00D30">
      <w:r>
        <w:t>255.6835</w:t>
      </w:r>
      <w:r>
        <w:tab/>
        <w:t>1.013e0</w:t>
      </w:r>
    </w:p>
    <w:p w:rsidR="00E00D30" w:rsidRDefault="00E00D30" w:rsidP="00E00D30">
      <w:r>
        <w:t>255.7184</w:t>
      </w:r>
      <w:r>
        <w:tab/>
        <w:t>1.013e0</w:t>
      </w:r>
    </w:p>
    <w:p w:rsidR="00E00D30" w:rsidRDefault="00E00D30" w:rsidP="00E00D30">
      <w:r>
        <w:t>255.7398</w:t>
      </w:r>
      <w:r>
        <w:tab/>
        <w:t>1.013e0</w:t>
      </w:r>
    </w:p>
    <w:p w:rsidR="00E00D30" w:rsidRDefault="00E00D30" w:rsidP="00E00D30">
      <w:r>
        <w:t>255.7624</w:t>
      </w:r>
      <w:r>
        <w:tab/>
        <w:t>2.025e0</w:t>
      </w:r>
    </w:p>
    <w:p w:rsidR="00E00D30" w:rsidRDefault="00E00D30" w:rsidP="00E00D30">
      <w:r>
        <w:t>255.7643</w:t>
      </w:r>
      <w:r>
        <w:tab/>
        <w:t>1.013e0</w:t>
      </w:r>
    </w:p>
    <w:p w:rsidR="00E00D30" w:rsidRDefault="00E00D30" w:rsidP="00E00D30">
      <w:r>
        <w:lastRenderedPageBreak/>
        <w:t>255.7681</w:t>
      </w:r>
      <w:r>
        <w:tab/>
        <w:t>1.013e0</w:t>
      </w:r>
    </w:p>
    <w:p w:rsidR="00E00D30" w:rsidRDefault="00E00D30" w:rsidP="00E00D30">
      <w:r>
        <w:t>255.7930</w:t>
      </w:r>
      <w:r>
        <w:tab/>
        <w:t>2.025e0</w:t>
      </w:r>
    </w:p>
    <w:p w:rsidR="00E00D30" w:rsidRDefault="00E00D30" w:rsidP="00E00D30">
      <w:r>
        <w:t>255.8333</w:t>
      </w:r>
      <w:r>
        <w:tab/>
        <w:t>1.013e0</w:t>
      </w:r>
    </w:p>
    <w:p w:rsidR="00E00D30" w:rsidRDefault="00E00D30" w:rsidP="00E00D30">
      <w:r>
        <w:t>255.8583</w:t>
      </w:r>
      <w:r>
        <w:tab/>
        <w:t>1.013e0</w:t>
      </w:r>
    </w:p>
    <w:p w:rsidR="00E00D30" w:rsidRDefault="00E00D30" w:rsidP="00E00D30">
      <w:r>
        <w:t>255.8755</w:t>
      </w:r>
      <w:r>
        <w:tab/>
        <w:t>1.013e0</w:t>
      </w:r>
    </w:p>
    <w:p w:rsidR="00E00D30" w:rsidRDefault="00E00D30" w:rsidP="00E00D30">
      <w:r>
        <w:t>255.8797</w:t>
      </w:r>
      <w:r>
        <w:tab/>
        <w:t>1.013e0</w:t>
      </w:r>
    </w:p>
    <w:p w:rsidR="00E00D30" w:rsidRDefault="00E00D30" w:rsidP="00E00D30">
      <w:r>
        <w:t>255.9141</w:t>
      </w:r>
      <w:r>
        <w:tab/>
        <w:t>1.013e0</w:t>
      </w:r>
    </w:p>
    <w:p w:rsidR="00E00D30" w:rsidRDefault="00E00D30" w:rsidP="00E00D30">
      <w:r>
        <w:t>255.9317</w:t>
      </w:r>
      <w:r>
        <w:tab/>
        <w:t>2.025e0</w:t>
      </w:r>
    </w:p>
    <w:p w:rsidR="00E00D30" w:rsidRDefault="00E00D30" w:rsidP="00E00D30">
      <w:r>
        <w:t>255.9439</w:t>
      </w:r>
      <w:r>
        <w:tab/>
        <w:t>1.013e0</w:t>
      </w:r>
    </w:p>
    <w:p w:rsidR="00E00D30" w:rsidRDefault="00E00D30" w:rsidP="00E00D30">
      <w:r>
        <w:t>255.9605</w:t>
      </w:r>
      <w:r>
        <w:tab/>
        <w:t>2.025e0</w:t>
      </w:r>
    </w:p>
    <w:p w:rsidR="00E00D30" w:rsidRDefault="00E00D30" w:rsidP="00E00D30">
      <w:r>
        <w:t>255.9723</w:t>
      </w:r>
      <w:r>
        <w:tab/>
        <w:t>1.013e0</w:t>
      </w:r>
    </w:p>
    <w:p w:rsidR="00E00D30" w:rsidRDefault="00E00D30" w:rsidP="00E00D30">
      <w:r>
        <w:t>256.0028</w:t>
      </w:r>
      <w:r>
        <w:tab/>
        <w:t>1.013e0</w:t>
      </w:r>
    </w:p>
    <w:p w:rsidR="00E00D30" w:rsidRDefault="00E00D30" w:rsidP="00E00D30">
      <w:r>
        <w:t>256.0106</w:t>
      </w:r>
      <w:r>
        <w:tab/>
        <w:t>1.013e0</w:t>
      </w:r>
    </w:p>
    <w:p w:rsidR="00E00D30" w:rsidRDefault="00E00D30" w:rsidP="00E00D30">
      <w:r>
        <w:t>256.0201</w:t>
      </w:r>
      <w:r>
        <w:tab/>
        <w:t>2.025e0</w:t>
      </w:r>
    </w:p>
    <w:p w:rsidR="00E00D30" w:rsidRDefault="00E00D30" w:rsidP="00E00D30">
      <w:r>
        <w:t>256.0248</w:t>
      </w:r>
      <w:r>
        <w:tab/>
        <w:t>4.051e0</w:t>
      </w:r>
    </w:p>
    <w:p w:rsidR="00E00D30" w:rsidRDefault="00E00D30" w:rsidP="00E00D30">
      <w:r>
        <w:t>256.0416</w:t>
      </w:r>
      <w:r>
        <w:tab/>
        <w:t>4.051e0</w:t>
      </w:r>
    </w:p>
    <w:p w:rsidR="00E00D30" w:rsidRDefault="00E00D30" w:rsidP="00E00D30">
      <w:r>
        <w:t>256.0452</w:t>
      </w:r>
      <w:r>
        <w:tab/>
        <w:t>1.013e0</w:t>
      </w:r>
    </w:p>
    <w:p w:rsidR="00E00D30" w:rsidRDefault="00E00D30" w:rsidP="00E00D30">
      <w:r>
        <w:t>256.0507</w:t>
      </w:r>
      <w:r>
        <w:tab/>
        <w:t>6.076e0</w:t>
      </w:r>
    </w:p>
    <w:p w:rsidR="00E00D30" w:rsidRDefault="00E00D30" w:rsidP="00E00D30">
      <w:r>
        <w:t>256.0540</w:t>
      </w:r>
      <w:r>
        <w:tab/>
        <w:t>4.558e0</w:t>
      </w:r>
    </w:p>
    <w:p w:rsidR="00E00D30" w:rsidRDefault="00E00D30" w:rsidP="00E00D30">
      <w:r>
        <w:lastRenderedPageBreak/>
        <w:t>256.0558</w:t>
      </w:r>
      <w:r>
        <w:tab/>
        <w:t>2.025e0</w:t>
      </w:r>
    </w:p>
    <w:p w:rsidR="00E00D30" w:rsidRDefault="00E00D30" w:rsidP="00E00D30">
      <w:r>
        <w:t>256.0958</w:t>
      </w:r>
      <w:r>
        <w:tab/>
        <w:t>1.013e0</w:t>
      </w:r>
    </w:p>
    <w:p w:rsidR="00E00D30" w:rsidRDefault="00E00D30" w:rsidP="00E00D30">
      <w:r>
        <w:t>256.1028</w:t>
      </w:r>
      <w:r>
        <w:tab/>
        <w:t>2.025e0</w:t>
      </w:r>
    </w:p>
    <w:p w:rsidR="00E00D30" w:rsidRDefault="00E00D30" w:rsidP="00E00D30">
      <w:r>
        <w:t>256.1265</w:t>
      </w:r>
      <w:r>
        <w:tab/>
        <w:t>1.013e0</w:t>
      </w:r>
    </w:p>
    <w:p w:rsidR="00E00D30" w:rsidRDefault="00E00D30" w:rsidP="00E00D30">
      <w:r>
        <w:t>256.1387</w:t>
      </w:r>
      <w:r>
        <w:tab/>
        <w:t>1.013e0</w:t>
      </w:r>
    </w:p>
    <w:p w:rsidR="00E00D30" w:rsidRDefault="00E00D30" w:rsidP="00E00D30">
      <w:r>
        <w:t>256.1656</w:t>
      </w:r>
      <w:r>
        <w:tab/>
        <w:t>3.038e0</w:t>
      </w:r>
    </w:p>
    <w:p w:rsidR="00E00D30" w:rsidRDefault="00E00D30" w:rsidP="00E00D30">
      <w:r>
        <w:t>256.1688</w:t>
      </w:r>
      <w:r>
        <w:tab/>
        <w:t>5.063e0</w:t>
      </w:r>
    </w:p>
    <w:p w:rsidR="00E00D30" w:rsidRDefault="00E00D30" w:rsidP="00E00D30">
      <w:r>
        <w:t>256.1733</w:t>
      </w:r>
      <w:r>
        <w:tab/>
        <w:t>8.101e0</w:t>
      </w:r>
    </w:p>
    <w:p w:rsidR="00E00D30" w:rsidRDefault="00E00D30" w:rsidP="00E00D30">
      <w:r>
        <w:t>256.1748</w:t>
      </w:r>
      <w:r>
        <w:tab/>
        <w:t>4.051e0</w:t>
      </w:r>
    </w:p>
    <w:p w:rsidR="00E00D30" w:rsidRDefault="00E00D30" w:rsidP="00E00D30">
      <w:r>
        <w:t>256.1779</w:t>
      </w:r>
      <w:r>
        <w:tab/>
        <w:t>7.089e0</w:t>
      </w:r>
    </w:p>
    <w:p w:rsidR="00E00D30" w:rsidRDefault="00E00D30" w:rsidP="00E00D30">
      <w:r>
        <w:t>256.1818</w:t>
      </w:r>
      <w:r>
        <w:tab/>
        <w:t>4.051e0</w:t>
      </w:r>
    </w:p>
    <w:p w:rsidR="00E00D30" w:rsidRDefault="00E00D30" w:rsidP="00E00D30">
      <w:r>
        <w:t>256.1990</w:t>
      </w:r>
      <w:r>
        <w:tab/>
        <w:t>2.025e0</w:t>
      </w:r>
    </w:p>
    <w:p w:rsidR="00E00D30" w:rsidRDefault="00E00D30" w:rsidP="00E00D30">
      <w:r>
        <w:t>256.2030</w:t>
      </w:r>
      <w:r>
        <w:tab/>
        <w:t>1.013e0</w:t>
      </w:r>
    </w:p>
    <w:p w:rsidR="00E00D30" w:rsidRDefault="00E00D30" w:rsidP="00E00D30">
      <w:r>
        <w:t>256.2146</w:t>
      </w:r>
      <w:r>
        <w:tab/>
        <w:t>1.013e0</w:t>
      </w:r>
    </w:p>
    <w:p w:rsidR="00E00D30" w:rsidRDefault="00E00D30" w:rsidP="00E00D30">
      <w:r>
        <w:t>256.2374</w:t>
      </w:r>
      <w:r>
        <w:tab/>
        <w:t>1.013e0</w:t>
      </w:r>
    </w:p>
    <w:p w:rsidR="00E00D30" w:rsidRDefault="00E00D30" w:rsidP="00E00D30">
      <w:r>
        <w:t>256.2433</w:t>
      </w:r>
      <w:r>
        <w:tab/>
        <w:t>2.025e0</w:t>
      </w:r>
    </w:p>
    <w:p w:rsidR="00E00D30" w:rsidRDefault="00E00D30" w:rsidP="00E00D30">
      <w:r>
        <w:t>256.2492</w:t>
      </w:r>
      <w:r>
        <w:tab/>
        <w:t>1.013e0</w:t>
      </w:r>
    </w:p>
    <w:p w:rsidR="00E00D30" w:rsidRDefault="00E00D30" w:rsidP="00E00D30">
      <w:r>
        <w:t>256.2533</w:t>
      </w:r>
      <w:r>
        <w:tab/>
        <w:t>1.013e0</w:t>
      </w:r>
    </w:p>
    <w:p w:rsidR="00E00D30" w:rsidRDefault="00E00D30" w:rsidP="00E00D30">
      <w:r>
        <w:t>256.2665</w:t>
      </w:r>
      <w:r>
        <w:tab/>
        <w:t>4.051e0</w:t>
      </w:r>
    </w:p>
    <w:p w:rsidR="00E00D30" w:rsidRDefault="00E00D30" w:rsidP="00E00D30">
      <w:r>
        <w:lastRenderedPageBreak/>
        <w:t>256.2758</w:t>
      </w:r>
      <w:r>
        <w:tab/>
        <w:t>1.013e0</w:t>
      </w:r>
    </w:p>
    <w:p w:rsidR="00E00D30" w:rsidRDefault="00E00D30" w:rsidP="00E00D30">
      <w:r>
        <w:t>256.3097</w:t>
      </w:r>
      <w:r>
        <w:tab/>
        <w:t>1.013e0</w:t>
      </w:r>
    </w:p>
    <w:p w:rsidR="00E00D30" w:rsidRDefault="00E00D30" w:rsidP="00E00D30">
      <w:r>
        <w:t>256.3183</w:t>
      </w:r>
      <w:r>
        <w:tab/>
        <w:t>1.013e0</w:t>
      </w:r>
    </w:p>
    <w:p w:rsidR="00E00D30" w:rsidRDefault="00E00D30" w:rsidP="00E00D30">
      <w:r>
        <w:t>256.3431</w:t>
      </w:r>
      <w:r>
        <w:tab/>
        <w:t>1.013e0</w:t>
      </w:r>
    </w:p>
    <w:p w:rsidR="00E00D30" w:rsidRDefault="00E00D30" w:rsidP="00E00D30">
      <w:r>
        <w:t>256.3477</w:t>
      </w:r>
      <w:r>
        <w:tab/>
        <w:t>1.013e0</w:t>
      </w:r>
    </w:p>
    <w:p w:rsidR="00E00D30" w:rsidRDefault="00E00D30" w:rsidP="00E00D30">
      <w:r>
        <w:t>256.3566</w:t>
      </w:r>
      <w:r>
        <w:tab/>
        <w:t>1.013e0</w:t>
      </w:r>
    </w:p>
    <w:p w:rsidR="00E00D30" w:rsidRDefault="00E00D30" w:rsidP="00E00D30">
      <w:r>
        <w:t>256.3859</w:t>
      </w:r>
      <w:r>
        <w:tab/>
        <w:t>1.013e0</w:t>
      </w:r>
    </w:p>
    <w:p w:rsidR="00E00D30" w:rsidRDefault="00E00D30" w:rsidP="00E00D30">
      <w:r>
        <w:t>256.3953</w:t>
      </w:r>
      <w:r>
        <w:tab/>
        <w:t>1.013e0</w:t>
      </w:r>
    </w:p>
    <w:p w:rsidR="00E00D30" w:rsidRDefault="00E00D30" w:rsidP="00E00D30">
      <w:r>
        <w:t>256.4243</w:t>
      </w:r>
      <w:r>
        <w:tab/>
        <w:t>3.038e0</w:t>
      </w:r>
    </w:p>
    <w:p w:rsidR="00E00D30" w:rsidRDefault="00E00D30" w:rsidP="00E00D30">
      <w:r>
        <w:t>256.4286</w:t>
      </w:r>
      <w:r>
        <w:tab/>
        <w:t>1.013e0</w:t>
      </w:r>
    </w:p>
    <w:p w:rsidR="00E00D30" w:rsidRDefault="00E00D30" w:rsidP="00E00D30">
      <w:r>
        <w:t>256.4572</w:t>
      </w:r>
      <w:r>
        <w:tab/>
        <w:t>1.013e0</w:t>
      </w:r>
    </w:p>
    <w:p w:rsidR="00E00D30" w:rsidRDefault="00E00D30" w:rsidP="00E00D30">
      <w:r>
        <w:t>256.4839</w:t>
      </w:r>
      <w:r>
        <w:tab/>
        <w:t>1.013e0</w:t>
      </w:r>
    </w:p>
    <w:p w:rsidR="00E00D30" w:rsidRDefault="00E00D30" w:rsidP="00E00D30">
      <w:r>
        <w:t>256.4883</w:t>
      </w:r>
      <w:r>
        <w:tab/>
        <w:t>1.013e0</w:t>
      </w:r>
    </w:p>
    <w:p w:rsidR="00E00D30" w:rsidRDefault="00E00D30" w:rsidP="00E00D30">
      <w:r>
        <w:t>256.5186</w:t>
      </w:r>
      <w:r>
        <w:tab/>
        <w:t>2.025e0</w:t>
      </w:r>
    </w:p>
    <w:p w:rsidR="00E00D30" w:rsidRDefault="00E00D30" w:rsidP="00E00D30">
      <w:r>
        <w:t>256.5418</w:t>
      </w:r>
      <w:r>
        <w:tab/>
        <w:t>2.025e0</w:t>
      </w:r>
    </w:p>
    <w:p w:rsidR="00E00D30" w:rsidRDefault="00E00D30" w:rsidP="00E00D30">
      <w:r>
        <w:t>256.5755</w:t>
      </w:r>
      <w:r>
        <w:tab/>
        <w:t>3.038e0</w:t>
      </w:r>
    </w:p>
    <w:p w:rsidR="00E00D30" w:rsidRDefault="00E00D30" w:rsidP="00E00D30">
      <w:r>
        <w:t>256.5808</w:t>
      </w:r>
      <w:r>
        <w:tab/>
        <w:t>1.013e0</w:t>
      </w:r>
    </w:p>
    <w:p w:rsidR="00E00D30" w:rsidRDefault="00E00D30" w:rsidP="00E00D30">
      <w:r>
        <w:t>256.5908</w:t>
      </w:r>
      <w:r>
        <w:tab/>
        <w:t>1.013e0</w:t>
      </w:r>
    </w:p>
    <w:p w:rsidR="00E00D30" w:rsidRDefault="00E00D30" w:rsidP="00E00D30">
      <w:r>
        <w:t>256.6071</w:t>
      </w:r>
      <w:r>
        <w:tab/>
        <w:t>1.013e0</w:t>
      </w:r>
    </w:p>
    <w:p w:rsidR="00E00D30" w:rsidRDefault="00E00D30" w:rsidP="00E00D30">
      <w:r>
        <w:lastRenderedPageBreak/>
        <w:t>256.6152</w:t>
      </w:r>
      <w:r>
        <w:tab/>
        <w:t>1.013e0</w:t>
      </w:r>
    </w:p>
    <w:p w:rsidR="00E00D30" w:rsidRDefault="00E00D30" w:rsidP="00E00D30">
      <w:r>
        <w:t>256.6285</w:t>
      </w:r>
      <w:r>
        <w:tab/>
        <w:t>1.013e0</w:t>
      </w:r>
    </w:p>
    <w:p w:rsidR="00E00D30" w:rsidRDefault="00E00D30" w:rsidP="00E00D30">
      <w:r>
        <w:t>256.6379</w:t>
      </w:r>
      <w:r>
        <w:tab/>
        <w:t>1.013e0</w:t>
      </w:r>
    </w:p>
    <w:p w:rsidR="00E00D30" w:rsidRDefault="00E00D30" w:rsidP="00E00D30">
      <w:r>
        <w:t>256.6574</w:t>
      </w:r>
      <w:r>
        <w:tab/>
        <w:t>1.013e0</w:t>
      </w:r>
    </w:p>
    <w:p w:rsidR="00E00D30" w:rsidRDefault="00E00D30" w:rsidP="00E00D30">
      <w:r>
        <w:t>256.6881</w:t>
      </w:r>
      <w:r>
        <w:tab/>
        <w:t>1.013e0</w:t>
      </w:r>
    </w:p>
    <w:p w:rsidR="00E00D30" w:rsidRDefault="00E00D30" w:rsidP="00E00D30">
      <w:r>
        <w:t>256.7141</w:t>
      </w:r>
      <w:r>
        <w:tab/>
        <w:t>1.013e0</w:t>
      </w:r>
    </w:p>
    <w:p w:rsidR="00E00D30" w:rsidRDefault="00E00D30" w:rsidP="00E00D30">
      <w:r>
        <w:t>256.7346</w:t>
      </w:r>
      <w:r>
        <w:tab/>
        <w:t>1.013e0</w:t>
      </w:r>
    </w:p>
    <w:p w:rsidR="00E00D30" w:rsidRDefault="00E00D30" w:rsidP="00E00D30">
      <w:r>
        <w:t>256.7445</w:t>
      </w:r>
      <w:r>
        <w:tab/>
        <w:t>3.038e0</w:t>
      </w:r>
    </w:p>
    <w:p w:rsidR="00E00D30" w:rsidRDefault="00E00D30" w:rsidP="00E00D30">
      <w:r>
        <w:t>256.7809</w:t>
      </w:r>
      <w:r>
        <w:tab/>
        <w:t>1.013e0</w:t>
      </w:r>
    </w:p>
    <w:p w:rsidR="00E00D30" w:rsidRDefault="00E00D30" w:rsidP="00E00D30">
      <w:r>
        <w:t>256.8158</w:t>
      </w:r>
      <w:r>
        <w:tab/>
        <w:t>1.013e0</w:t>
      </w:r>
    </w:p>
    <w:p w:rsidR="00E00D30" w:rsidRDefault="00E00D30" w:rsidP="00E00D30">
      <w:r>
        <w:t>256.8241</w:t>
      </w:r>
      <w:r>
        <w:tab/>
        <w:t>1.013e0</w:t>
      </w:r>
    </w:p>
    <w:p w:rsidR="00E00D30" w:rsidRDefault="00E00D30" w:rsidP="00E00D30">
      <w:r>
        <w:t>256.8381</w:t>
      </w:r>
      <w:r>
        <w:tab/>
        <w:t>2.025e0</w:t>
      </w:r>
    </w:p>
    <w:p w:rsidR="00E00D30" w:rsidRDefault="00E00D30" w:rsidP="00E00D30">
      <w:r>
        <w:t>256.8410</w:t>
      </w:r>
      <w:r>
        <w:tab/>
        <w:t>3.038e0</w:t>
      </w:r>
    </w:p>
    <w:p w:rsidR="00E00D30" w:rsidRDefault="00E00D30" w:rsidP="00E00D30">
      <w:r>
        <w:t>256.8884</w:t>
      </w:r>
      <w:r>
        <w:tab/>
        <w:t>1.013e0</w:t>
      </w:r>
    </w:p>
    <w:p w:rsidR="00E00D30" w:rsidRDefault="00E00D30" w:rsidP="00E00D30">
      <w:r>
        <w:t>256.9227</w:t>
      </w:r>
      <w:r>
        <w:tab/>
        <w:t>1.013e0</w:t>
      </w:r>
    </w:p>
    <w:p w:rsidR="00E00D30" w:rsidRDefault="00E00D30" w:rsidP="00E00D30">
      <w:r>
        <w:t>256.9476</w:t>
      </w:r>
      <w:r>
        <w:tab/>
        <w:t>2.025e0</w:t>
      </w:r>
    </w:p>
    <w:p w:rsidR="00E00D30" w:rsidRDefault="00E00D30" w:rsidP="00E00D30">
      <w:r>
        <w:t>256.9617</w:t>
      </w:r>
      <w:r>
        <w:tab/>
        <w:t>2.025e0</w:t>
      </w:r>
    </w:p>
    <w:p w:rsidR="00E00D30" w:rsidRDefault="00E00D30" w:rsidP="00E00D30">
      <w:r>
        <w:t>257.0058</w:t>
      </w:r>
      <w:r>
        <w:tab/>
        <w:t>2.025e0</w:t>
      </w:r>
    </w:p>
    <w:p w:rsidR="00E00D30" w:rsidRDefault="00E00D30" w:rsidP="00E00D30">
      <w:r>
        <w:t>257.0079</w:t>
      </w:r>
      <w:r>
        <w:tab/>
        <w:t>4.051e0</w:t>
      </w:r>
    </w:p>
    <w:p w:rsidR="00E00D30" w:rsidRDefault="00E00D30" w:rsidP="00E00D30">
      <w:r>
        <w:lastRenderedPageBreak/>
        <w:t>257.0117</w:t>
      </w:r>
      <w:r>
        <w:tab/>
        <w:t>1.013e0</w:t>
      </w:r>
    </w:p>
    <w:p w:rsidR="00E00D30" w:rsidRDefault="00E00D30" w:rsidP="00E00D30">
      <w:r>
        <w:t>257.0176</w:t>
      </w:r>
      <w:r>
        <w:tab/>
        <w:t>2.155e0</w:t>
      </w:r>
    </w:p>
    <w:p w:rsidR="00E00D30" w:rsidRDefault="00E00D30" w:rsidP="00E00D30">
      <w:r>
        <w:t>257.0245</w:t>
      </w:r>
      <w:r>
        <w:tab/>
        <w:t>2.025e0</w:t>
      </w:r>
    </w:p>
    <w:p w:rsidR="00E00D30" w:rsidRDefault="00E00D30" w:rsidP="00E00D30">
      <w:r>
        <w:t>257.0310</w:t>
      </w:r>
      <w:r>
        <w:tab/>
        <w:t>3.038e0</w:t>
      </w:r>
    </w:p>
    <w:p w:rsidR="00E00D30" w:rsidRDefault="00E00D30" w:rsidP="00E00D30">
      <w:r>
        <w:t>257.0334</w:t>
      </w:r>
      <w:r>
        <w:tab/>
        <w:t>1.013e0</w:t>
      </w:r>
    </w:p>
    <w:p w:rsidR="00E00D30" w:rsidRDefault="00E00D30" w:rsidP="00E00D30">
      <w:r>
        <w:t>257.0428</w:t>
      </w:r>
      <w:r>
        <w:tab/>
        <w:t>3.038e0</w:t>
      </w:r>
    </w:p>
    <w:p w:rsidR="00E00D30" w:rsidRDefault="00E00D30" w:rsidP="00E00D30">
      <w:r>
        <w:t>257.0505</w:t>
      </w:r>
      <w:r>
        <w:tab/>
        <w:t>1.013e0</w:t>
      </w:r>
    </w:p>
    <w:p w:rsidR="00E00D30" w:rsidRDefault="00E00D30" w:rsidP="00E00D30">
      <w:r>
        <w:t>257.0619</w:t>
      </w:r>
      <w:r>
        <w:tab/>
        <w:t>1.013e0</w:t>
      </w:r>
    </w:p>
    <w:p w:rsidR="00E00D30" w:rsidRDefault="00E00D30" w:rsidP="00E00D30">
      <w:r>
        <w:t>257.0766</w:t>
      </w:r>
      <w:r>
        <w:tab/>
        <w:t>1.013e0</w:t>
      </w:r>
    </w:p>
    <w:p w:rsidR="00E00D30" w:rsidRDefault="00E00D30" w:rsidP="00E00D30">
      <w:r>
        <w:t>257.0970</w:t>
      </w:r>
      <w:r>
        <w:tab/>
        <w:t>1.013e0</w:t>
      </w:r>
    </w:p>
    <w:p w:rsidR="00E00D30" w:rsidRDefault="00E00D30" w:rsidP="00E00D30">
      <w:r>
        <w:t>257.1048</w:t>
      </w:r>
      <w:r>
        <w:tab/>
        <w:t>1.013e0</w:t>
      </w:r>
    </w:p>
    <w:p w:rsidR="00E00D30" w:rsidRDefault="00E00D30" w:rsidP="00E00D30">
      <w:r>
        <w:t>257.1097</w:t>
      </w:r>
      <w:r>
        <w:tab/>
        <w:t>1.013e0</w:t>
      </w:r>
    </w:p>
    <w:p w:rsidR="00E00D30" w:rsidRDefault="00E00D30" w:rsidP="00E00D30">
      <w:r>
        <w:t>257.1143</w:t>
      </w:r>
      <w:r>
        <w:tab/>
        <w:t>1.013e0</w:t>
      </w:r>
    </w:p>
    <w:p w:rsidR="00E00D30" w:rsidRDefault="00E00D30" w:rsidP="00E00D30">
      <w:r>
        <w:t>257.1273</w:t>
      </w:r>
      <w:r>
        <w:tab/>
        <w:t>2.025e0</w:t>
      </w:r>
    </w:p>
    <w:p w:rsidR="00E00D30" w:rsidRDefault="00E00D30" w:rsidP="00E00D30">
      <w:r>
        <w:t>257.1351</w:t>
      </w:r>
      <w:r>
        <w:tab/>
        <w:t>1.013e0</w:t>
      </w:r>
    </w:p>
    <w:p w:rsidR="00E00D30" w:rsidRDefault="00E00D30" w:rsidP="00E00D30">
      <w:r>
        <w:t>257.1368</w:t>
      </w:r>
      <w:r>
        <w:tab/>
        <w:t>2.025e0</w:t>
      </w:r>
    </w:p>
    <w:p w:rsidR="00E00D30" w:rsidRDefault="00E00D30" w:rsidP="00E00D30">
      <w:r>
        <w:t>257.1394</w:t>
      </w:r>
      <w:r>
        <w:tab/>
        <w:t>1.013e0</w:t>
      </w:r>
    </w:p>
    <w:p w:rsidR="00E00D30" w:rsidRDefault="00E00D30" w:rsidP="00E00D30">
      <w:r>
        <w:t>257.1457</w:t>
      </w:r>
      <w:r>
        <w:tab/>
        <w:t>2.025e0</w:t>
      </w:r>
    </w:p>
    <w:p w:rsidR="00E00D30" w:rsidRDefault="00E00D30" w:rsidP="00E00D30">
      <w:r>
        <w:t>257.1478</w:t>
      </w:r>
      <w:r>
        <w:tab/>
        <w:t>1.013e0</w:t>
      </w:r>
    </w:p>
    <w:p w:rsidR="00E00D30" w:rsidRDefault="00E00D30" w:rsidP="00E00D30">
      <w:r>
        <w:lastRenderedPageBreak/>
        <w:t>257.1616</w:t>
      </w:r>
      <w:r>
        <w:tab/>
        <w:t>1.013e0</w:t>
      </w:r>
    </w:p>
    <w:p w:rsidR="00E00D30" w:rsidRDefault="00E00D30" w:rsidP="00E00D30">
      <w:r>
        <w:t>257.1658</w:t>
      </w:r>
      <w:r>
        <w:tab/>
        <w:t>2.025e0</w:t>
      </w:r>
    </w:p>
    <w:p w:rsidR="00E00D30" w:rsidRDefault="00E00D30" w:rsidP="00E00D30">
      <w:r>
        <w:t>257.1796</w:t>
      </w:r>
      <w:r>
        <w:tab/>
        <w:t>2.025e0</w:t>
      </w:r>
    </w:p>
    <w:p w:rsidR="00E00D30" w:rsidRDefault="00E00D30" w:rsidP="00E00D30">
      <w:r>
        <w:t>257.1950</w:t>
      </w:r>
      <w:r>
        <w:tab/>
        <w:t>2.025e0</w:t>
      </w:r>
    </w:p>
    <w:p w:rsidR="00E00D30" w:rsidRDefault="00E00D30" w:rsidP="00E00D30">
      <w:r>
        <w:t>257.2001</w:t>
      </w:r>
      <w:r>
        <w:tab/>
        <w:t>1.013e0</w:t>
      </w:r>
    </w:p>
    <w:p w:rsidR="00E00D30" w:rsidRDefault="00E00D30" w:rsidP="00E00D30">
      <w:r>
        <w:t>257.2040</w:t>
      </w:r>
      <w:r>
        <w:tab/>
        <w:t>3.038e0</w:t>
      </w:r>
    </w:p>
    <w:p w:rsidR="00E00D30" w:rsidRDefault="00E00D30" w:rsidP="00E00D30">
      <w:r>
        <w:t>257.2121</w:t>
      </w:r>
      <w:r>
        <w:tab/>
        <w:t>1.013e0</w:t>
      </w:r>
    </w:p>
    <w:p w:rsidR="00E00D30" w:rsidRDefault="00E00D30" w:rsidP="00E00D30">
      <w:r>
        <w:t>257.2198</w:t>
      </w:r>
      <w:r>
        <w:tab/>
        <w:t>1.013e0</w:t>
      </w:r>
    </w:p>
    <w:p w:rsidR="00E00D30" w:rsidRDefault="00E00D30" w:rsidP="00E00D30">
      <w:r>
        <w:t>257.2505</w:t>
      </w:r>
      <w:r>
        <w:tab/>
        <w:t>1.013e0</w:t>
      </w:r>
    </w:p>
    <w:p w:rsidR="00E00D30" w:rsidRDefault="00E00D30" w:rsidP="00E00D30">
      <w:r>
        <w:t>257.2545</w:t>
      </w:r>
      <w:r>
        <w:tab/>
        <w:t>1.013e0</w:t>
      </w:r>
    </w:p>
    <w:p w:rsidR="00E00D30" w:rsidRDefault="00E00D30" w:rsidP="00E00D30">
      <w:r>
        <w:t>257.2766</w:t>
      </w:r>
      <w:r>
        <w:tab/>
        <w:t>1.013e0</w:t>
      </w:r>
    </w:p>
    <w:p w:rsidR="00E00D30" w:rsidRDefault="00E00D30" w:rsidP="00E00D30">
      <w:r>
        <w:t>257.2929</w:t>
      </w:r>
      <w:r>
        <w:tab/>
        <w:t>1.013e0</w:t>
      </w:r>
    </w:p>
    <w:p w:rsidR="00E00D30" w:rsidRDefault="00E00D30" w:rsidP="00E00D30">
      <w:r>
        <w:t>257.2968</w:t>
      </w:r>
      <w:r>
        <w:tab/>
        <w:t>3.038e0</w:t>
      </w:r>
    </w:p>
    <w:p w:rsidR="00E00D30" w:rsidRDefault="00E00D30" w:rsidP="00E00D30">
      <w:r>
        <w:t>257.3100</w:t>
      </w:r>
      <w:r>
        <w:tab/>
        <w:t>1.013e0</w:t>
      </w:r>
    </w:p>
    <w:p w:rsidR="00E00D30" w:rsidRDefault="00E00D30" w:rsidP="00E00D30">
      <w:r>
        <w:t>257.3195</w:t>
      </w:r>
      <w:r>
        <w:tab/>
        <w:t>2.025e0</w:t>
      </w:r>
    </w:p>
    <w:p w:rsidR="00E00D30" w:rsidRDefault="00E00D30" w:rsidP="00E00D30">
      <w:r>
        <w:t>257.3315</w:t>
      </w:r>
      <w:r>
        <w:tab/>
        <w:t>1.013e0</w:t>
      </w:r>
    </w:p>
    <w:p w:rsidR="00E00D30" w:rsidRDefault="00E00D30" w:rsidP="00E00D30">
      <w:r>
        <w:t>257.4124</w:t>
      </w:r>
      <w:r>
        <w:tab/>
        <w:t>1.013e0</w:t>
      </w:r>
    </w:p>
    <w:p w:rsidR="00E00D30" w:rsidRDefault="00E00D30" w:rsidP="00E00D30">
      <w:r>
        <w:t>257.4433</w:t>
      </w:r>
      <w:r>
        <w:tab/>
        <w:t>2.025e0</w:t>
      </w:r>
    </w:p>
    <w:p w:rsidR="00E00D30" w:rsidRDefault="00E00D30" w:rsidP="00E00D30">
      <w:r>
        <w:t>257.4674</w:t>
      </w:r>
      <w:r>
        <w:tab/>
        <w:t>2.025e0</w:t>
      </w:r>
    </w:p>
    <w:p w:rsidR="00E00D30" w:rsidRDefault="00E00D30" w:rsidP="00E00D30">
      <w:r>
        <w:lastRenderedPageBreak/>
        <w:t>257.4723</w:t>
      </w:r>
      <w:r>
        <w:tab/>
        <w:t>1.013e0</w:t>
      </w:r>
    </w:p>
    <w:p w:rsidR="00E00D30" w:rsidRDefault="00E00D30" w:rsidP="00E00D30">
      <w:r>
        <w:t>257.4792</w:t>
      </w:r>
      <w:r>
        <w:tab/>
        <w:t>2.025e0</w:t>
      </w:r>
    </w:p>
    <w:p w:rsidR="00E00D30" w:rsidRDefault="00E00D30" w:rsidP="00E00D30">
      <w:r>
        <w:t>257.4813</w:t>
      </w:r>
      <w:r>
        <w:tab/>
        <w:t>2.025e0</w:t>
      </w:r>
    </w:p>
    <w:p w:rsidR="00E00D30" w:rsidRDefault="00E00D30" w:rsidP="00E00D30">
      <w:r>
        <w:t>257.4854</w:t>
      </w:r>
      <w:r>
        <w:tab/>
        <w:t>1.013e0</w:t>
      </w:r>
    </w:p>
    <w:p w:rsidR="00E00D30" w:rsidRDefault="00E00D30" w:rsidP="00E00D30">
      <w:r>
        <w:t>257.4932</w:t>
      </w:r>
      <w:r>
        <w:tab/>
        <w:t>2.025e0</w:t>
      </w:r>
    </w:p>
    <w:p w:rsidR="00E00D30" w:rsidRDefault="00E00D30" w:rsidP="00E00D30">
      <w:r>
        <w:t>257.5017</w:t>
      </w:r>
      <w:r>
        <w:tab/>
        <w:t>2.025e0</w:t>
      </w:r>
    </w:p>
    <w:p w:rsidR="00E00D30" w:rsidRDefault="00E00D30" w:rsidP="00E00D30">
      <w:r>
        <w:t>257.5055</w:t>
      </w:r>
      <w:r>
        <w:tab/>
        <w:t>1.013e0</w:t>
      </w:r>
    </w:p>
    <w:p w:rsidR="00E00D30" w:rsidRDefault="00E00D30" w:rsidP="00E00D30">
      <w:r>
        <w:t>257.5280</w:t>
      </w:r>
      <w:r>
        <w:tab/>
        <w:t>2.025e0</w:t>
      </w:r>
    </w:p>
    <w:p w:rsidR="00E00D30" w:rsidRDefault="00E00D30" w:rsidP="00E00D30">
      <w:r>
        <w:t>257.5359</w:t>
      </w:r>
      <w:r>
        <w:tab/>
        <w:t>1.013e0</w:t>
      </w:r>
    </w:p>
    <w:p w:rsidR="00E00D30" w:rsidRDefault="00E00D30" w:rsidP="00E00D30">
      <w:r>
        <w:t>257.5662</w:t>
      </w:r>
      <w:r>
        <w:tab/>
        <w:t>1.013e0</w:t>
      </w:r>
    </w:p>
    <w:p w:rsidR="00E00D30" w:rsidRDefault="00E00D30" w:rsidP="00E00D30">
      <w:r>
        <w:t>257.5744</w:t>
      </w:r>
      <w:r>
        <w:tab/>
        <w:t>1.013e0</w:t>
      </w:r>
    </w:p>
    <w:p w:rsidR="00E00D30" w:rsidRDefault="00E00D30" w:rsidP="00E00D30">
      <w:r>
        <w:t>257.5967</w:t>
      </w:r>
      <w:r>
        <w:tab/>
        <w:t>1.013e0</w:t>
      </w:r>
    </w:p>
    <w:p w:rsidR="00E00D30" w:rsidRDefault="00E00D30" w:rsidP="00E00D30">
      <w:r>
        <w:t>257.6129</w:t>
      </w:r>
      <w:r>
        <w:tab/>
        <w:t>1.013e0</w:t>
      </w:r>
    </w:p>
    <w:p w:rsidR="00E00D30" w:rsidRDefault="00E00D30" w:rsidP="00E00D30">
      <w:r>
        <w:t>257.6167</w:t>
      </w:r>
      <w:r>
        <w:tab/>
        <w:t>1.013e0</w:t>
      </w:r>
    </w:p>
    <w:p w:rsidR="00E00D30" w:rsidRDefault="00E00D30" w:rsidP="00E00D30">
      <w:r>
        <w:t>257.6346</w:t>
      </w:r>
      <w:r>
        <w:tab/>
        <w:t>1.013e0</w:t>
      </w:r>
    </w:p>
    <w:p w:rsidR="00E00D30" w:rsidRDefault="00E00D30" w:rsidP="00E00D30">
      <w:r>
        <w:t>257.6392</w:t>
      </w:r>
      <w:r>
        <w:tab/>
        <w:t>1.013e0</w:t>
      </w:r>
    </w:p>
    <w:p w:rsidR="00E00D30" w:rsidRDefault="00E00D30" w:rsidP="00E00D30">
      <w:r>
        <w:t>257.6473</w:t>
      </w:r>
      <w:r>
        <w:tab/>
        <w:t>1.013e0</w:t>
      </w:r>
    </w:p>
    <w:p w:rsidR="00E00D30" w:rsidRDefault="00E00D30" w:rsidP="00E00D30">
      <w:r>
        <w:t>257.6592</w:t>
      </w:r>
      <w:r>
        <w:tab/>
        <w:t>1.013e0</w:t>
      </w:r>
    </w:p>
    <w:p w:rsidR="00E00D30" w:rsidRDefault="00E00D30" w:rsidP="00E00D30">
      <w:r>
        <w:t>257.6624</w:t>
      </w:r>
      <w:r>
        <w:tab/>
        <w:t>2.025e0</w:t>
      </w:r>
    </w:p>
    <w:p w:rsidR="00E00D30" w:rsidRDefault="00E00D30" w:rsidP="00E00D30">
      <w:r>
        <w:lastRenderedPageBreak/>
        <w:t>257.6680</w:t>
      </w:r>
      <w:r>
        <w:tab/>
        <w:t>1.013e0</w:t>
      </w:r>
    </w:p>
    <w:p w:rsidR="00E00D30" w:rsidRDefault="00E00D30" w:rsidP="00E00D30">
      <w:r>
        <w:t>257.6937</w:t>
      </w:r>
      <w:r>
        <w:tab/>
        <w:t>1.013e0</w:t>
      </w:r>
    </w:p>
    <w:p w:rsidR="00E00D30" w:rsidRDefault="00E00D30" w:rsidP="00E00D30">
      <w:r>
        <w:t>257.7009</w:t>
      </w:r>
      <w:r>
        <w:tab/>
        <w:t>2.025e0</w:t>
      </w:r>
    </w:p>
    <w:p w:rsidR="00E00D30" w:rsidRDefault="00E00D30" w:rsidP="00E00D30">
      <w:r>
        <w:t>257.7588</w:t>
      </w:r>
      <w:r>
        <w:tab/>
        <w:t>2.025e0</w:t>
      </w:r>
    </w:p>
    <w:p w:rsidR="00E00D30" w:rsidRDefault="00E00D30" w:rsidP="00E00D30">
      <w:r>
        <w:t>257.7788</w:t>
      </w:r>
      <w:r>
        <w:tab/>
        <w:t>2.025e0</w:t>
      </w:r>
    </w:p>
    <w:p w:rsidR="00E00D30" w:rsidRDefault="00E00D30" w:rsidP="00E00D30">
      <w:r>
        <w:t>257.8210</w:t>
      </w:r>
      <w:r>
        <w:tab/>
        <w:t>1.013e0</w:t>
      </w:r>
    </w:p>
    <w:p w:rsidR="00E00D30" w:rsidRDefault="00E00D30" w:rsidP="00E00D30">
      <w:r>
        <w:t>257.8305</w:t>
      </w:r>
      <w:r>
        <w:tab/>
        <w:t>1.013e0</w:t>
      </w:r>
    </w:p>
    <w:p w:rsidR="00E00D30" w:rsidRDefault="00E00D30" w:rsidP="00E00D30">
      <w:r>
        <w:t>257.8353</w:t>
      </w:r>
      <w:r>
        <w:tab/>
        <w:t>1.013e0</w:t>
      </w:r>
    </w:p>
    <w:p w:rsidR="00E00D30" w:rsidRDefault="00E00D30" w:rsidP="00E00D30">
      <w:r>
        <w:t>257.8477</w:t>
      </w:r>
      <w:r>
        <w:tab/>
        <w:t>3.038e0</w:t>
      </w:r>
    </w:p>
    <w:p w:rsidR="00E00D30" w:rsidRDefault="00E00D30" w:rsidP="00E00D30">
      <w:r>
        <w:t>257.8906</w:t>
      </w:r>
      <w:r>
        <w:tab/>
        <w:t>1.013e0</w:t>
      </w:r>
    </w:p>
    <w:p w:rsidR="00E00D30" w:rsidRDefault="00E00D30" w:rsidP="00E00D30">
      <w:r>
        <w:t>257.9368</w:t>
      </w:r>
      <w:r>
        <w:tab/>
        <w:t>1.013e0</w:t>
      </w:r>
    </w:p>
    <w:p w:rsidR="00E00D30" w:rsidRDefault="00E00D30" w:rsidP="00E00D30">
      <w:r>
        <w:t>257.9452</w:t>
      </w:r>
      <w:r>
        <w:tab/>
        <w:t>2.025e0</w:t>
      </w:r>
    </w:p>
    <w:p w:rsidR="00E00D30" w:rsidRDefault="00E00D30" w:rsidP="00E00D30">
      <w:r>
        <w:t>257.9867</w:t>
      </w:r>
      <w:r>
        <w:tab/>
        <w:t>3.038e0</w:t>
      </w:r>
    </w:p>
    <w:p w:rsidR="00E00D30" w:rsidRDefault="00E00D30" w:rsidP="00E00D30">
      <w:r>
        <w:t>257.9929</w:t>
      </w:r>
      <w:r>
        <w:tab/>
        <w:t>1.013e0</w:t>
      </w:r>
    </w:p>
    <w:p w:rsidR="00E00D30" w:rsidRDefault="00E00D30" w:rsidP="00E00D30">
      <w:r>
        <w:t>257.9978</w:t>
      </w:r>
      <w:r>
        <w:tab/>
        <w:t>1.013e0</w:t>
      </w:r>
    </w:p>
    <w:p w:rsidR="00E00D30" w:rsidRDefault="00E00D30" w:rsidP="00E00D30">
      <w:r>
        <w:t>258.0049</w:t>
      </w:r>
      <w:r>
        <w:tab/>
        <w:t>3.038e0</w:t>
      </w:r>
    </w:p>
    <w:p w:rsidR="00E00D30" w:rsidRDefault="00E00D30" w:rsidP="00E00D30">
      <w:r>
        <w:t>258.0099</w:t>
      </w:r>
      <w:r>
        <w:tab/>
        <w:t>4.051e0</w:t>
      </w:r>
    </w:p>
    <w:p w:rsidR="00E00D30" w:rsidRDefault="00E00D30" w:rsidP="00E00D30">
      <w:r>
        <w:t>258.0177</w:t>
      </w:r>
      <w:r>
        <w:tab/>
        <w:t>1.013e0</w:t>
      </w:r>
    </w:p>
    <w:p w:rsidR="00E00D30" w:rsidRDefault="00E00D30" w:rsidP="00E00D30">
      <w:r>
        <w:t>258.0407</w:t>
      </w:r>
      <w:r>
        <w:tab/>
        <w:t>1.013e0</w:t>
      </w:r>
    </w:p>
    <w:p w:rsidR="00E00D30" w:rsidRDefault="00E00D30" w:rsidP="00E00D30">
      <w:r>
        <w:lastRenderedPageBreak/>
        <w:t>258.0506</w:t>
      </w:r>
      <w:r>
        <w:tab/>
        <w:t>4.051e0</w:t>
      </w:r>
    </w:p>
    <w:p w:rsidR="00E00D30" w:rsidRDefault="00E00D30" w:rsidP="00E00D30">
      <w:r>
        <w:t>258.0563</w:t>
      </w:r>
      <w:r>
        <w:tab/>
        <w:t>1.013e0</w:t>
      </w:r>
    </w:p>
    <w:p w:rsidR="00E00D30" w:rsidRDefault="00E00D30" w:rsidP="00E00D30">
      <w:r>
        <w:t>258.0789</w:t>
      </w:r>
      <w:r>
        <w:tab/>
        <w:t>1.013e0</w:t>
      </w:r>
    </w:p>
    <w:p w:rsidR="00E00D30" w:rsidRDefault="00E00D30" w:rsidP="00E00D30">
      <w:r>
        <w:t>258.0912</w:t>
      </w:r>
      <w:r>
        <w:tab/>
        <w:t>1.013e0</w:t>
      </w:r>
    </w:p>
    <w:p w:rsidR="00E00D30" w:rsidRDefault="00E00D30" w:rsidP="00E00D30">
      <w:r>
        <w:t>258.0985</w:t>
      </w:r>
      <w:r>
        <w:tab/>
        <w:t>1.013e0</w:t>
      </w:r>
    </w:p>
    <w:p w:rsidR="00E00D30" w:rsidRDefault="00E00D30" w:rsidP="00E00D30">
      <w:r>
        <w:t>258.1174</w:t>
      </w:r>
      <w:r>
        <w:tab/>
        <w:t>1.013e0</w:t>
      </w:r>
    </w:p>
    <w:p w:rsidR="00E00D30" w:rsidRDefault="00E00D30" w:rsidP="00E00D30">
      <w:r>
        <w:t>258.1295</w:t>
      </w:r>
      <w:r>
        <w:tab/>
        <w:t>2.025e0</w:t>
      </w:r>
    </w:p>
    <w:p w:rsidR="00E00D30" w:rsidRDefault="00E00D30" w:rsidP="00E00D30">
      <w:r>
        <w:t>258.1332</w:t>
      </w:r>
      <w:r>
        <w:tab/>
        <w:t>2.025e0</w:t>
      </w:r>
    </w:p>
    <w:p w:rsidR="00E00D30" w:rsidRDefault="00E00D30" w:rsidP="00E00D30">
      <w:r>
        <w:t>258.1376</w:t>
      </w:r>
      <w:r>
        <w:tab/>
        <w:t>1.013e0</w:t>
      </w:r>
    </w:p>
    <w:p w:rsidR="00E00D30" w:rsidRDefault="00E00D30" w:rsidP="00E00D30">
      <w:r>
        <w:t>258.1413</w:t>
      </w:r>
      <w:r>
        <w:tab/>
        <w:t>1.013e0</w:t>
      </w:r>
    </w:p>
    <w:p w:rsidR="00E00D30" w:rsidRDefault="00E00D30" w:rsidP="00E00D30">
      <w:r>
        <w:t>258.1508</w:t>
      </w:r>
      <w:r>
        <w:tab/>
        <w:t>1.013e0</w:t>
      </w:r>
    </w:p>
    <w:p w:rsidR="00E00D30" w:rsidRDefault="00E00D30" w:rsidP="00E00D30">
      <w:r>
        <w:t>258.1556</w:t>
      </w:r>
      <w:r>
        <w:tab/>
        <w:t>1.013e0</w:t>
      </w:r>
    </w:p>
    <w:p w:rsidR="00E00D30" w:rsidRDefault="00E00D30" w:rsidP="00E00D30">
      <w:r>
        <w:t>258.1679</w:t>
      </w:r>
      <w:r>
        <w:tab/>
        <w:t>2.025e0</w:t>
      </w:r>
    </w:p>
    <w:p w:rsidR="00E00D30" w:rsidRDefault="00E00D30" w:rsidP="00E00D30">
      <w:r>
        <w:t>258.1761</w:t>
      </w:r>
      <w:r>
        <w:tab/>
        <w:t>1.013e0</w:t>
      </w:r>
    </w:p>
    <w:p w:rsidR="00E00D30" w:rsidRDefault="00E00D30" w:rsidP="00E00D30">
      <w:r>
        <w:t>258.1938</w:t>
      </w:r>
      <w:r>
        <w:tab/>
        <w:t>2.025e0</w:t>
      </w:r>
    </w:p>
    <w:p w:rsidR="00E00D30" w:rsidRDefault="00E00D30" w:rsidP="00E00D30">
      <w:r>
        <w:t>258.1955</w:t>
      </w:r>
      <w:r>
        <w:tab/>
        <w:t>2.583e0</w:t>
      </w:r>
    </w:p>
    <w:p w:rsidR="00E00D30" w:rsidRDefault="00E00D30" w:rsidP="00E00D30">
      <w:r>
        <w:t>258.2027</w:t>
      </w:r>
      <w:r>
        <w:tab/>
        <w:t>1.013e0</w:t>
      </w:r>
    </w:p>
    <w:p w:rsidR="00E00D30" w:rsidRDefault="00E00D30" w:rsidP="00E00D30">
      <w:r>
        <w:t>258.2123</w:t>
      </w:r>
      <w:r>
        <w:tab/>
        <w:t>2.025e0</w:t>
      </w:r>
    </w:p>
    <w:p w:rsidR="00E00D30" w:rsidRDefault="00E00D30" w:rsidP="00E00D30">
      <w:r>
        <w:t>258.2274</w:t>
      </w:r>
      <w:r>
        <w:tab/>
        <w:t>1.013e0</w:t>
      </w:r>
    </w:p>
    <w:p w:rsidR="00E00D30" w:rsidRDefault="00E00D30" w:rsidP="00E00D30">
      <w:r>
        <w:lastRenderedPageBreak/>
        <w:t>258.2322</w:t>
      </w:r>
      <w:r>
        <w:tab/>
        <w:t>1.013e0</w:t>
      </w:r>
    </w:p>
    <w:p w:rsidR="00E00D30" w:rsidRDefault="00E00D30" w:rsidP="00E00D30">
      <w:r>
        <w:t>258.2447</w:t>
      </w:r>
      <w:r>
        <w:tab/>
        <w:t>1.013e0</w:t>
      </w:r>
    </w:p>
    <w:p w:rsidR="00E00D30" w:rsidRDefault="00E00D30" w:rsidP="00E00D30">
      <w:r>
        <w:t>258.2489</w:t>
      </w:r>
      <w:r>
        <w:tab/>
        <w:t>2.025e0</w:t>
      </w:r>
    </w:p>
    <w:p w:rsidR="00E00D30" w:rsidRDefault="00E00D30" w:rsidP="00E00D30">
      <w:r>
        <w:t>258.2705</w:t>
      </w:r>
      <w:r>
        <w:tab/>
        <w:t>1.013e0</w:t>
      </w:r>
    </w:p>
    <w:p w:rsidR="00E00D30" w:rsidRDefault="00E00D30" w:rsidP="00E00D30">
      <w:r>
        <w:t>258.2745</w:t>
      </w:r>
      <w:r>
        <w:tab/>
        <w:t>2.025e0</w:t>
      </w:r>
    </w:p>
    <w:p w:rsidR="00E00D30" w:rsidRDefault="00E00D30" w:rsidP="00E00D30">
      <w:r>
        <w:t>258.2913</w:t>
      </w:r>
      <w:r>
        <w:tab/>
        <w:t>1.013e0</w:t>
      </w:r>
    </w:p>
    <w:p w:rsidR="00E00D30" w:rsidRDefault="00E00D30" w:rsidP="00E00D30">
      <w:r>
        <w:t>258.2953</w:t>
      </w:r>
      <w:r>
        <w:tab/>
        <w:t>1.013e0</w:t>
      </w:r>
    </w:p>
    <w:p w:rsidR="00E00D30" w:rsidRDefault="00E00D30" w:rsidP="00E00D30">
      <w:r>
        <w:t>258.3119</w:t>
      </w:r>
      <w:r>
        <w:tab/>
        <w:t>2.025e0</w:t>
      </w:r>
    </w:p>
    <w:p w:rsidR="00E00D30" w:rsidRDefault="00E00D30" w:rsidP="00E00D30">
      <w:r>
        <w:t>258.3136</w:t>
      </w:r>
      <w:r>
        <w:tab/>
        <w:t>1.013e0</w:t>
      </w:r>
    </w:p>
    <w:p w:rsidR="00E00D30" w:rsidRDefault="00E00D30" w:rsidP="00E00D30">
      <w:r>
        <w:t>258.3566</w:t>
      </w:r>
      <w:r>
        <w:tab/>
        <w:t>1.013e0</w:t>
      </w:r>
    </w:p>
    <w:p w:rsidR="00E00D30" w:rsidRDefault="00E00D30" w:rsidP="00E00D30">
      <w:r>
        <w:t>258.3604</w:t>
      </w:r>
      <w:r>
        <w:tab/>
        <w:t>2.025e0</w:t>
      </w:r>
    </w:p>
    <w:p w:rsidR="00E00D30" w:rsidRDefault="00E00D30" w:rsidP="00E00D30">
      <w:r>
        <w:t>258.3763</w:t>
      </w:r>
      <w:r>
        <w:tab/>
        <w:t>1.013e0</w:t>
      </w:r>
    </w:p>
    <w:p w:rsidR="00E00D30" w:rsidRDefault="00E00D30" w:rsidP="00E00D30">
      <w:r>
        <w:t>258.3806</w:t>
      </w:r>
      <w:r>
        <w:tab/>
        <w:t>1.013e0</w:t>
      </w:r>
    </w:p>
    <w:p w:rsidR="00E00D30" w:rsidRDefault="00E00D30" w:rsidP="00E00D30">
      <w:r>
        <w:t>258.3900</w:t>
      </w:r>
      <w:r>
        <w:tab/>
        <w:t>1.013e0</w:t>
      </w:r>
    </w:p>
    <w:p w:rsidR="00E00D30" w:rsidRDefault="00E00D30" w:rsidP="00E00D30">
      <w:r>
        <w:t>258.4029</w:t>
      </w:r>
      <w:r>
        <w:tab/>
        <w:t>1.013e0</w:t>
      </w:r>
    </w:p>
    <w:p w:rsidR="00E00D30" w:rsidRDefault="00E00D30" w:rsidP="00E00D30">
      <w:r>
        <w:t>258.4068</w:t>
      </w:r>
      <w:r>
        <w:tab/>
        <w:t>3.038e0</w:t>
      </w:r>
    </w:p>
    <w:p w:rsidR="00E00D30" w:rsidRDefault="00E00D30" w:rsidP="00E00D30">
      <w:r>
        <w:t>258.4240</w:t>
      </w:r>
      <w:r>
        <w:tab/>
        <w:t>1.013e0</w:t>
      </w:r>
    </w:p>
    <w:p w:rsidR="00E00D30" w:rsidRDefault="00E00D30" w:rsidP="00E00D30">
      <w:r>
        <w:t>258.4372</w:t>
      </w:r>
      <w:r>
        <w:tab/>
        <w:t>2.165e0</w:t>
      </w:r>
    </w:p>
    <w:p w:rsidR="00E00D30" w:rsidRDefault="00E00D30" w:rsidP="00E00D30">
      <w:r>
        <w:t>258.4495</w:t>
      </w:r>
      <w:r>
        <w:tab/>
        <w:t>1.013e0</w:t>
      </w:r>
    </w:p>
    <w:p w:rsidR="00E00D30" w:rsidRDefault="00E00D30" w:rsidP="00E00D30">
      <w:r>
        <w:lastRenderedPageBreak/>
        <w:t>258.4533</w:t>
      </w:r>
      <w:r>
        <w:tab/>
        <w:t>1.013e0</w:t>
      </w:r>
    </w:p>
    <w:p w:rsidR="00E00D30" w:rsidRDefault="00E00D30" w:rsidP="00E00D30">
      <w:r>
        <w:t>258.4879</w:t>
      </w:r>
      <w:r>
        <w:tab/>
        <w:t>2.025e0</w:t>
      </w:r>
    </w:p>
    <w:p w:rsidR="00E00D30" w:rsidRDefault="00E00D30" w:rsidP="00E00D30">
      <w:r>
        <w:t>258.5003</w:t>
      </w:r>
      <w:r>
        <w:tab/>
        <w:t>1.013e0</w:t>
      </w:r>
    </w:p>
    <w:p w:rsidR="00E00D30" w:rsidRDefault="00E00D30" w:rsidP="00E00D30">
      <w:r>
        <w:t>258.5189</w:t>
      </w:r>
      <w:r>
        <w:tab/>
        <w:t>1.013e0</w:t>
      </w:r>
    </w:p>
    <w:p w:rsidR="00E00D30" w:rsidRDefault="00E00D30" w:rsidP="00E00D30">
      <w:r>
        <w:t>258.5225</w:t>
      </w:r>
      <w:r>
        <w:tab/>
        <w:t>1.013e0</w:t>
      </w:r>
    </w:p>
    <w:p w:rsidR="00E00D30" w:rsidRDefault="00E00D30" w:rsidP="00E00D30">
      <w:r>
        <w:t>258.5435</w:t>
      </w:r>
      <w:r>
        <w:tab/>
        <w:t>2.025e0</w:t>
      </w:r>
    </w:p>
    <w:p w:rsidR="00E00D30" w:rsidRDefault="00E00D30" w:rsidP="00E00D30">
      <w:r>
        <w:t>258.5649</w:t>
      </w:r>
      <w:r>
        <w:tab/>
        <w:t>1.013e0</w:t>
      </w:r>
    </w:p>
    <w:p w:rsidR="00E00D30" w:rsidRDefault="00E00D30" w:rsidP="00E00D30">
      <w:r>
        <w:t>258.5745</w:t>
      </w:r>
      <w:r>
        <w:tab/>
        <w:t>2.025e0</w:t>
      </w:r>
    </w:p>
    <w:p w:rsidR="00E00D30" w:rsidRDefault="00E00D30" w:rsidP="00E00D30">
      <w:r>
        <w:t>258.5773</w:t>
      </w:r>
      <w:r>
        <w:tab/>
        <w:t>1.013e0</w:t>
      </w:r>
    </w:p>
    <w:p w:rsidR="00E00D30" w:rsidRDefault="00E00D30" w:rsidP="00E00D30">
      <w:r>
        <w:t>258.5864</w:t>
      </w:r>
      <w:r>
        <w:tab/>
        <w:t>1.013e0</w:t>
      </w:r>
    </w:p>
    <w:p w:rsidR="00E00D30" w:rsidRDefault="00E00D30" w:rsidP="00E00D30">
      <w:r>
        <w:t>258.6161</w:t>
      </w:r>
      <w:r>
        <w:tab/>
        <w:t>2.217e0</w:t>
      </w:r>
    </w:p>
    <w:p w:rsidR="00E00D30" w:rsidRDefault="00E00D30" w:rsidP="00E00D30">
      <w:r>
        <w:t>258.6201</w:t>
      </w:r>
      <w:r>
        <w:tab/>
        <w:t>2.025e0</w:t>
      </w:r>
    </w:p>
    <w:p w:rsidR="00E00D30" w:rsidRDefault="00E00D30" w:rsidP="00E00D30">
      <w:r>
        <w:t>258.6500</w:t>
      </w:r>
      <w:r>
        <w:tab/>
        <w:t>1.013e0</w:t>
      </w:r>
    </w:p>
    <w:p w:rsidR="00E00D30" w:rsidRDefault="00E00D30" w:rsidP="00E00D30">
      <w:r>
        <w:t>258.6540</w:t>
      </w:r>
      <w:r>
        <w:tab/>
        <w:t>1.013e0</w:t>
      </w:r>
    </w:p>
    <w:p w:rsidR="00E00D30" w:rsidRDefault="00E00D30" w:rsidP="00E00D30">
      <w:r>
        <w:t>258.6583</w:t>
      </w:r>
      <w:r>
        <w:tab/>
        <w:t>1.013e0</w:t>
      </w:r>
    </w:p>
    <w:p w:rsidR="00E00D30" w:rsidRDefault="00E00D30" w:rsidP="00E00D30">
      <w:r>
        <w:t>258.6847</w:t>
      </w:r>
      <w:r>
        <w:tab/>
        <w:t>1.013e0</w:t>
      </w:r>
    </w:p>
    <w:p w:rsidR="00E00D30" w:rsidRDefault="00E00D30" w:rsidP="00E00D30">
      <w:r>
        <w:t>258.7272</w:t>
      </w:r>
      <w:r>
        <w:tab/>
        <w:t>2.025e0</w:t>
      </w:r>
    </w:p>
    <w:p w:rsidR="00E00D30" w:rsidRDefault="00E00D30" w:rsidP="00E00D30">
      <w:r>
        <w:t>258.7581</w:t>
      </w:r>
      <w:r>
        <w:tab/>
        <w:t>1.013e0</w:t>
      </w:r>
    </w:p>
    <w:p w:rsidR="00E00D30" w:rsidRDefault="00E00D30" w:rsidP="00E00D30">
      <w:r>
        <w:t>258.7617</w:t>
      </w:r>
      <w:r>
        <w:tab/>
        <w:t>1.013e0</w:t>
      </w:r>
    </w:p>
    <w:p w:rsidR="00E00D30" w:rsidRDefault="00E00D30" w:rsidP="00E00D30">
      <w:r>
        <w:lastRenderedPageBreak/>
        <w:t>258.7954</w:t>
      </w:r>
      <w:r>
        <w:tab/>
        <w:t>2.025e0</w:t>
      </w:r>
    </w:p>
    <w:p w:rsidR="00E00D30" w:rsidRDefault="00E00D30" w:rsidP="00E00D30">
      <w:r>
        <w:t>258.8086</w:t>
      </w:r>
      <w:r>
        <w:tab/>
        <w:t>1.013e0</w:t>
      </w:r>
    </w:p>
    <w:p w:rsidR="00E00D30" w:rsidRDefault="00E00D30" w:rsidP="00E00D30">
      <w:r>
        <w:t>258.8165</w:t>
      </w:r>
      <w:r>
        <w:tab/>
        <w:t>4.051e0</w:t>
      </w:r>
    </w:p>
    <w:p w:rsidR="00E00D30" w:rsidRDefault="00E00D30" w:rsidP="00E00D30">
      <w:r>
        <w:t>258.8217</w:t>
      </w:r>
      <w:r>
        <w:tab/>
        <w:t>1.013e0</w:t>
      </w:r>
    </w:p>
    <w:p w:rsidR="00E00D30" w:rsidRDefault="00E00D30" w:rsidP="00E00D30">
      <w:r>
        <w:t>258.8507</w:t>
      </w:r>
      <w:r>
        <w:tab/>
        <w:t>2.025e0</w:t>
      </w:r>
    </w:p>
    <w:p w:rsidR="00E00D30" w:rsidRDefault="00E00D30" w:rsidP="00E00D30">
      <w:r>
        <w:t>258.8542</w:t>
      </w:r>
      <w:r>
        <w:tab/>
        <w:t>2.025e0</w:t>
      </w:r>
    </w:p>
    <w:p w:rsidR="00E00D30" w:rsidRDefault="00E00D30" w:rsidP="00E00D30">
      <w:r>
        <w:t>258.8597</w:t>
      </w:r>
      <w:r>
        <w:tab/>
        <w:t>1.013e0</w:t>
      </w:r>
    </w:p>
    <w:p w:rsidR="00E00D30" w:rsidRDefault="00E00D30" w:rsidP="00E00D30">
      <w:r>
        <w:t>258.8812</w:t>
      </w:r>
      <w:r>
        <w:tab/>
        <w:t>1.013e0</w:t>
      </w:r>
    </w:p>
    <w:p w:rsidR="00E00D30" w:rsidRDefault="00E00D30" w:rsidP="00E00D30">
      <w:r>
        <w:t>258.9078</w:t>
      </w:r>
      <w:r>
        <w:tab/>
        <w:t>1.013e0</w:t>
      </w:r>
    </w:p>
    <w:p w:rsidR="00E00D30" w:rsidRDefault="00E00D30" w:rsidP="00E00D30">
      <w:r>
        <w:t>258.9199</w:t>
      </w:r>
      <w:r>
        <w:tab/>
        <w:t>1.013e0</w:t>
      </w:r>
    </w:p>
    <w:p w:rsidR="00E00D30" w:rsidRDefault="00E00D30" w:rsidP="00E00D30">
      <w:r>
        <w:t>258.9316</w:t>
      </w:r>
      <w:r>
        <w:tab/>
        <w:t>1.013e0</w:t>
      </w:r>
    </w:p>
    <w:p w:rsidR="00E00D30" w:rsidRDefault="00E00D30" w:rsidP="00E00D30">
      <w:r>
        <w:t>258.9413</w:t>
      </w:r>
      <w:r>
        <w:tab/>
        <w:t>1.013e0</w:t>
      </w:r>
    </w:p>
    <w:p w:rsidR="00E00D30" w:rsidRDefault="00E00D30" w:rsidP="00E00D30">
      <w:r>
        <w:t>258.9545</w:t>
      </w:r>
      <w:r>
        <w:tab/>
        <w:t>1.013e0</w:t>
      </w:r>
    </w:p>
    <w:p w:rsidR="00E00D30" w:rsidRDefault="00E00D30" w:rsidP="00E00D30">
      <w:r>
        <w:t>258.9703</w:t>
      </w:r>
      <w:r>
        <w:tab/>
        <w:t>2.025e0</w:t>
      </w:r>
    </w:p>
    <w:p w:rsidR="00E00D30" w:rsidRDefault="00E00D30" w:rsidP="00E00D30">
      <w:r>
        <w:t>259.0009</w:t>
      </w:r>
      <w:r>
        <w:tab/>
        <w:t>8.101e0</w:t>
      </w:r>
    </w:p>
    <w:p w:rsidR="00E00D30" w:rsidRDefault="00E00D30" w:rsidP="00E00D30">
      <w:r>
        <w:t>259.0023</w:t>
      </w:r>
      <w:r>
        <w:tab/>
        <w:t>5.063e0</w:t>
      </w:r>
    </w:p>
    <w:p w:rsidR="00E00D30" w:rsidRDefault="00E00D30" w:rsidP="00E00D30">
      <w:r>
        <w:t>259.0049</w:t>
      </w:r>
      <w:r>
        <w:tab/>
        <w:t>1.013e0</w:t>
      </w:r>
    </w:p>
    <w:p w:rsidR="00E00D30" w:rsidRDefault="00E00D30" w:rsidP="00E00D30">
      <w:r>
        <w:t>259.0076</w:t>
      </w:r>
      <w:r>
        <w:tab/>
        <w:t>2.183e0</w:t>
      </w:r>
    </w:p>
    <w:p w:rsidR="00E00D30" w:rsidRDefault="00E00D30" w:rsidP="00E00D30">
      <w:r>
        <w:t>259.0133</w:t>
      </w:r>
      <w:r>
        <w:tab/>
        <w:t>1.013e0</w:t>
      </w:r>
    </w:p>
    <w:p w:rsidR="00E00D30" w:rsidRDefault="00E00D30" w:rsidP="00E00D30">
      <w:r>
        <w:lastRenderedPageBreak/>
        <w:t>259.0145</w:t>
      </w:r>
      <w:r>
        <w:tab/>
        <w:t>5.063e0</w:t>
      </w:r>
    </w:p>
    <w:p w:rsidR="00E00D30" w:rsidRDefault="00E00D30" w:rsidP="00E00D30">
      <w:r>
        <w:t>259.0276</w:t>
      </w:r>
      <w:r>
        <w:tab/>
        <w:t>1.013e0</w:t>
      </w:r>
    </w:p>
    <w:p w:rsidR="00E00D30" w:rsidRDefault="00E00D30" w:rsidP="00E00D30">
      <w:r>
        <w:t>259.0436</w:t>
      </w:r>
      <w:r>
        <w:tab/>
        <w:t>1.013e0</w:t>
      </w:r>
    </w:p>
    <w:p w:rsidR="00E00D30" w:rsidRDefault="00E00D30" w:rsidP="00E00D30">
      <w:r>
        <w:t>259.0491</w:t>
      </w:r>
      <w:r>
        <w:tab/>
        <w:t>2.025e0</w:t>
      </w:r>
    </w:p>
    <w:p w:rsidR="00E00D30" w:rsidRDefault="00E00D30" w:rsidP="00E00D30">
      <w:r>
        <w:t>259.0519</w:t>
      </w:r>
      <w:r>
        <w:tab/>
        <w:t>4.051e0</w:t>
      </w:r>
    </w:p>
    <w:p w:rsidR="00E00D30" w:rsidRDefault="00E00D30" w:rsidP="00E00D30">
      <w:r>
        <w:t>259.0549</w:t>
      </w:r>
      <w:r>
        <w:tab/>
        <w:t>3.038e0</w:t>
      </w:r>
    </w:p>
    <w:p w:rsidR="00E00D30" w:rsidRDefault="00E00D30" w:rsidP="00E00D30">
      <w:r>
        <w:t>259.0640</w:t>
      </w:r>
      <w:r>
        <w:tab/>
        <w:t>2.025e0</w:t>
      </w:r>
    </w:p>
    <w:p w:rsidR="00E00D30" w:rsidRDefault="00E00D30" w:rsidP="00E00D30">
      <w:r>
        <w:t>259.0661</w:t>
      </w:r>
      <w:r>
        <w:tab/>
        <w:t>1.013e0</w:t>
      </w:r>
    </w:p>
    <w:p w:rsidR="00E00D30" w:rsidRDefault="00E00D30" w:rsidP="00E00D30">
      <w:r>
        <w:t>259.0722</w:t>
      </w:r>
      <w:r>
        <w:tab/>
        <w:t>2.025e0</w:t>
      </w:r>
    </w:p>
    <w:p w:rsidR="00E00D30" w:rsidRDefault="00E00D30" w:rsidP="00E00D30">
      <w:r>
        <w:t>259.1125</w:t>
      </w:r>
      <w:r>
        <w:tab/>
        <w:t>1.013e0</w:t>
      </w:r>
    </w:p>
    <w:p w:rsidR="00E00D30" w:rsidRDefault="00E00D30" w:rsidP="00E00D30">
      <w:r>
        <w:t>259.1188</w:t>
      </w:r>
      <w:r>
        <w:tab/>
        <w:t>4.051e0</w:t>
      </w:r>
    </w:p>
    <w:p w:rsidR="00E00D30" w:rsidRDefault="00E00D30" w:rsidP="00E00D30">
      <w:r>
        <w:t>259.1207</w:t>
      </w:r>
      <w:r>
        <w:tab/>
        <w:t>2.025e0</w:t>
      </w:r>
    </w:p>
    <w:p w:rsidR="00E00D30" w:rsidRDefault="00E00D30" w:rsidP="00E00D30">
      <w:r>
        <w:t>259.1429</w:t>
      </w:r>
      <w:r>
        <w:tab/>
        <w:t>1.013e0</w:t>
      </w:r>
    </w:p>
    <w:p w:rsidR="00E00D30" w:rsidRDefault="00E00D30" w:rsidP="00E00D30">
      <w:r>
        <w:t>259.1472</w:t>
      </w:r>
      <w:r>
        <w:tab/>
        <w:t>1.013e0</w:t>
      </w:r>
    </w:p>
    <w:p w:rsidR="00E00D30" w:rsidRDefault="00E00D30" w:rsidP="00E00D30">
      <w:r>
        <w:t>259.1554</w:t>
      </w:r>
      <w:r>
        <w:tab/>
        <w:t>2.025e0</w:t>
      </w:r>
    </w:p>
    <w:p w:rsidR="00E00D30" w:rsidRDefault="00E00D30" w:rsidP="00E00D30">
      <w:r>
        <w:t>259.1669</w:t>
      </w:r>
      <w:r>
        <w:tab/>
        <w:t>1.013e0</w:t>
      </w:r>
    </w:p>
    <w:p w:rsidR="00E00D30" w:rsidRDefault="00E00D30" w:rsidP="00E00D30">
      <w:r>
        <w:t>259.1765</w:t>
      </w:r>
      <w:r>
        <w:tab/>
        <w:t>5.063e0</w:t>
      </w:r>
    </w:p>
    <w:p w:rsidR="00E00D30" w:rsidRDefault="00E00D30" w:rsidP="00E00D30">
      <w:r>
        <w:t>259.1863</w:t>
      </w:r>
      <w:r>
        <w:tab/>
        <w:t>1.013e0</w:t>
      </w:r>
    </w:p>
    <w:p w:rsidR="00E00D30" w:rsidRDefault="00E00D30" w:rsidP="00E00D30">
      <w:r>
        <w:t>259.1898</w:t>
      </w:r>
      <w:r>
        <w:tab/>
        <w:t>1.013e0</w:t>
      </w:r>
    </w:p>
    <w:p w:rsidR="00E00D30" w:rsidRDefault="00E00D30" w:rsidP="00E00D30">
      <w:r>
        <w:lastRenderedPageBreak/>
        <w:t>259.2017</w:t>
      </w:r>
      <w:r>
        <w:tab/>
        <w:t>1.013e0</w:t>
      </w:r>
    </w:p>
    <w:p w:rsidR="00E00D30" w:rsidRDefault="00E00D30" w:rsidP="00E00D30">
      <w:r>
        <w:t>259.2057</w:t>
      </w:r>
      <w:r>
        <w:tab/>
        <w:t>1.013e0</w:t>
      </w:r>
    </w:p>
    <w:p w:rsidR="00E00D30" w:rsidRDefault="00E00D30" w:rsidP="00E00D30">
      <w:r>
        <w:t>259.2089</w:t>
      </w:r>
      <w:r>
        <w:tab/>
        <w:t>3.038e0</w:t>
      </w:r>
    </w:p>
    <w:p w:rsidR="00E00D30" w:rsidRDefault="00E00D30" w:rsidP="00E00D30">
      <w:r>
        <w:t>259.2364</w:t>
      </w:r>
      <w:r>
        <w:tab/>
        <w:t>1.013e0</w:t>
      </w:r>
    </w:p>
    <w:p w:rsidR="00E00D30" w:rsidRDefault="00E00D30" w:rsidP="00E00D30">
      <w:r>
        <w:t>259.2488</w:t>
      </w:r>
      <w:r>
        <w:tab/>
        <w:t>1.013e0</w:t>
      </w:r>
    </w:p>
    <w:p w:rsidR="00E00D30" w:rsidRDefault="00E00D30" w:rsidP="00E00D30">
      <w:r>
        <w:t>259.2581</w:t>
      </w:r>
      <w:r>
        <w:tab/>
        <w:t>1.013e0</w:t>
      </w:r>
    </w:p>
    <w:p w:rsidR="00E00D30" w:rsidRDefault="00E00D30" w:rsidP="00E00D30">
      <w:r>
        <w:t>259.2815</w:t>
      </w:r>
      <w:r>
        <w:tab/>
        <w:t>2.025e0</w:t>
      </w:r>
    </w:p>
    <w:p w:rsidR="00E00D30" w:rsidRDefault="00E00D30" w:rsidP="00E00D30">
      <w:r>
        <w:t>259.2852</w:t>
      </w:r>
      <w:r>
        <w:tab/>
        <w:t>2.025e0</w:t>
      </w:r>
    </w:p>
    <w:p w:rsidR="00E00D30" w:rsidRDefault="00E00D30" w:rsidP="00E00D30">
      <w:r>
        <w:t>259.2966</w:t>
      </w:r>
      <w:r>
        <w:tab/>
        <w:t>1.013e0</w:t>
      </w:r>
    </w:p>
    <w:p w:rsidR="00E00D30" w:rsidRDefault="00E00D30" w:rsidP="00E00D30">
      <w:r>
        <w:t>259.3054</w:t>
      </w:r>
      <w:r>
        <w:tab/>
        <w:t>1.013e0</w:t>
      </w:r>
    </w:p>
    <w:p w:rsidR="00E00D30" w:rsidRDefault="00E00D30" w:rsidP="00E00D30">
      <w:r>
        <w:t>259.3217</w:t>
      </w:r>
      <w:r>
        <w:tab/>
        <w:t>1.013e0</w:t>
      </w:r>
    </w:p>
    <w:p w:rsidR="00E00D30" w:rsidRDefault="00E00D30" w:rsidP="00E00D30">
      <w:r>
        <w:t>259.3257</w:t>
      </w:r>
      <w:r>
        <w:tab/>
        <w:t>1.013e0</w:t>
      </w:r>
    </w:p>
    <w:p w:rsidR="00E00D30" w:rsidRDefault="00E00D30" w:rsidP="00E00D30">
      <w:r>
        <w:t>259.3350</w:t>
      </w:r>
      <w:r>
        <w:tab/>
        <w:t>1.013e0</w:t>
      </w:r>
    </w:p>
    <w:p w:rsidR="00E00D30" w:rsidRDefault="00E00D30" w:rsidP="00E00D30">
      <w:r>
        <w:t>259.3440</w:t>
      </w:r>
      <w:r>
        <w:tab/>
        <w:t>1.013e0</w:t>
      </w:r>
    </w:p>
    <w:p w:rsidR="00E00D30" w:rsidRDefault="00E00D30" w:rsidP="00E00D30">
      <w:r>
        <w:t>259.3601</w:t>
      </w:r>
      <w:r>
        <w:tab/>
        <w:t>3.038e0</w:t>
      </w:r>
    </w:p>
    <w:p w:rsidR="00E00D30" w:rsidRDefault="00E00D30" w:rsidP="00E00D30">
      <w:r>
        <w:t>259.3865</w:t>
      </w:r>
      <w:r>
        <w:tab/>
        <w:t>1.013e0</w:t>
      </w:r>
    </w:p>
    <w:p w:rsidR="00E00D30" w:rsidRDefault="00E00D30" w:rsidP="00E00D30">
      <w:r>
        <w:t>259.4025</w:t>
      </w:r>
      <w:r>
        <w:tab/>
        <w:t>1.013e0</w:t>
      </w:r>
    </w:p>
    <w:p w:rsidR="00E00D30" w:rsidRDefault="00E00D30" w:rsidP="00E00D30">
      <w:r>
        <w:t>259.4119</w:t>
      </w:r>
      <w:r>
        <w:tab/>
        <w:t>1.013e0</w:t>
      </w:r>
    </w:p>
    <w:p w:rsidR="00E00D30" w:rsidRDefault="00E00D30" w:rsidP="00E00D30">
      <w:r>
        <w:t>259.4411</w:t>
      </w:r>
      <w:r>
        <w:tab/>
        <w:t>1.013e0</w:t>
      </w:r>
    </w:p>
    <w:p w:rsidR="00E00D30" w:rsidRDefault="00E00D30" w:rsidP="00E00D30">
      <w:r>
        <w:lastRenderedPageBreak/>
        <w:t>259.4679</w:t>
      </w:r>
      <w:r>
        <w:tab/>
        <w:t>4.051e0</w:t>
      </w:r>
    </w:p>
    <w:p w:rsidR="00E00D30" w:rsidRDefault="00E00D30" w:rsidP="00E00D30">
      <w:r>
        <w:t>259.5023</w:t>
      </w:r>
      <w:r>
        <w:tab/>
        <w:t>1.013e0</w:t>
      </w:r>
    </w:p>
    <w:p w:rsidR="00E00D30" w:rsidRDefault="00E00D30" w:rsidP="00E00D30">
      <w:r>
        <w:t>259.5655</w:t>
      </w:r>
      <w:r>
        <w:tab/>
        <w:t>1.013e0</w:t>
      </w:r>
    </w:p>
    <w:p w:rsidR="00E00D30" w:rsidRDefault="00E00D30" w:rsidP="00E00D30">
      <w:r>
        <w:t>259.5835</w:t>
      </w:r>
      <w:r>
        <w:tab/>
        <w:t>1.013e0</w:t>
      </w:r>
    </w:p>
    <w:p w:rsidR="00E00D30" w:rsidRDefault="00E00D30" w:rsidP="00E00D30">
      <w:r>
        <w:t>259.5955</w:t>
      </w:r>
      <w:r>
        <w:tab/>
        <w:t>1.013e0</w:t>
      </w:r>
    </w:p>
    <w:p w:rsidR="00E00D30" w:rsidRDefault="00E00D30" w:rsidP="00E00D30">
      <w:r>
        <w:t>259.6088</w:t>
      </w:r>
      <w:r>
        <w:tab/>
        <w:t>2.025e0</w:t>
      </w:r>
    </w:p>
    <w:p w:rsidR="00E00D30" w:rsidRDefault="00E00D30" w:rsidP="00E00D30">
      <w:r>
        <w:t>259.6220</w:t>
      </w:r>
      <w:r>
        <w:tab/>
        <w:t>2.025e0</w:t>
      </w:r>
    </w:p>
    <w:p w:rsidR="00E00D30" w:rsidRDefault="00E00D30" w:rsidP="00E00D30">
      <w:r>
        <w:t>259.6260</w:t>
      </w:r>
      <w:r>
        <w:tab/>
        <w:t>1.013e0</w:t>
      </w:r>
    </w:p>
    <w:p w:rsidR="00E00D30" w:rsidRDefault="00E00D30" w:rsidP="00E00D30">
      <w:r>
        <w:t>259.6455</w:t>
      </w:r>
      <w:r>
        <w:tab/>
        <w:t>2.025e0</w:t>
      </w:r>
    </w:p>
    <w:p w:rsidR="00E00D30" w:rsidRDefault="00E00D30" w:rsidP="00E00D30">
      <w:r>
        <w:t>259.6570</w:t>
      </w:r>
      <w:r>
        <w:tab/>
        <w:t>2.025e0</w:t>
      </w:r>
    </w:p>
    <w:p w:rsidR="00E00D30" w:rsidRDefault="00E00D30" w:rsidP="00E00D30">
      <w:r>
        <w:t>259.6690</w:t>
      </w:r>
      <w:r>
        <w:tab/>
        <w:t>1.013e0</w:t>
      </w:r>
    </w:p>
    <w:p w:rsidR="00E00D30" w:rsidRDefault="00E00D30" w:rsidP="00E00D30">
      <w:r>
        <w:t>259.6725</w:t>
      </w:r>
      <w:r>
        <w:tab/>
        <w:t>1.013e0</w:t>
      </w:r>
    </w:p>
    <w:p w:rsidR="00E00D30" w:rsidRDefault="00E00D30" w:rsidP="00E00D30">
      <w:r>
        <w:t>259.6768</w:t>
      </w:r>
      <w:r>
        <w:tab/>
        <w:t>1.013e0</w:t>
      </w:r>
    </w:p>
    <w:p w:rsidR="00E00D30" w:rsidRDefault="00E00D30" w:rsidP="00E00D30">
      <w:r>
        <w:t>259.6810</w:t>
      </w:r>
      <w:r>
        <w:tab/>
        <w:t>1.013e0</w:t>
      </w:r>
    </w:p>
    <w:p w:rsidR="00E00D30" w:rsidRDefault="00E00D30" w:rsidP="00E00D30">
      <w:r>
        <w:t>259.7295</w:t>
      </w:r>
      <w:r>
        <w:tab/>
        <w:t>1.013e0</w:t>
      </w:r>
    </w:p>
    <w:p w:rsidR="00E00D30" w:rsidRDefault="00E00D30" w:rsidP="00E00D30">
      <w:r>
        <w:t>259.7498</w:t>
      </w:r>
      <w:r>
        <w:tab/>
        <w:t>1.013e0</w:t>
      </w:r>
    </w:p>
    <w:p w:rsidR="00E00D30" w:rsidRDefault="00E00D30" w:rsidP="00E00D30">
      <w:r>
        <w:t>259.7843</w:t>
      </w:r>
      <w:r>
        <w:tab/>
        <w:t>1.013e0</w:t>
      </w:r>
    </w:p>
    <w:p w:rsidR="00E00D30" w:rsidRDefault="00E00D30" w:rsidP="00E00D30">
      <w:r>
        <w:t>259.8109</w:t>
      </w:r>
      <w:r>
        <w:tab/>
        <w:t>1.013e0</w:t>
      </w:r>
    </w:p>
    <w:p w:rsidR="00E00D30" w:rsidRDefault="00E00D30" w:rsidP="00E00D30">
      <w:r>
        <w:t>259.8675</w:t>
      </w:r>
      <w:r>
        <w:tab/>
        <w:t>2.025e0</w:t>
      </w:r>
    </w:p>
    <w:p w:rsidR="00E00D30" w:rsidRDefault="00E00D30" w:rsidP="00E00D30">
      <w:r>
        <w:lastRenderedPageBreak/>
        <w:t>259.8926</w:t>
      </w:r>
      <w:r>
        <w:tab/>
        <w:t>1.013e0</w:t>
      </w:r>
    </w:p>
    <w:p w:rsidR="00E00D30" w:rsidRDefault="00E00D30" w:rsidP="00E00D30">
      <w:r>
        <w:t>259.9118</w:t>
      </w:r>
      <w:r>
        <w:tab/>
        <w:t>1.013e0</w:t>
      </w:r>
    </w:p>
    <w:p w:rsidR="00E00D30" w:rsidRDefault="00E00D30" w:rsidP="00E00D30">
      <w:r>
        <w:t>259.9277</w:t>
      </w:r>
      <w:r>
        <w:tab/>
        <w:t>2.025e0</w:t>
      </w:r>
    </w:p>
    <w:p w:rsidR="00E00D30" w:rsidRDefault="00E00D30" w:rsidP="00E00D30">
      <w:r>
        <w:t>259.9388</w:t>
      </w:r>
      <w:r>
        <w:tab/>
        <w:t>1.013e0</w:t>
      </w:r>
    </w:p>
    <w:p w:rsidR="00E00D30" w:rsidRDefault="00E00D30" w:rsidP="00E00D30">
      <w:r>
        <w:t>259.9506</w:t>
      </w:r>
      <w:r>
        <w:tab/>
        <w:t>1.013e0</w:t>
      </w:r>
    </w:p>
    <w:p w:rsidR="00E00D30" w:rsidRDefault="00E00D30" w:rsidP="00E00D30">
      <w:r>
        <w:t>259.9613</w:t>
      </w:r>
      <w:r>
        <w:tab/>
        <w:t>3.038e0</w:t>
      </w:r>
    </w:p>
    <w:p w:rsidR="00E00D30" w:rsidRDefault="00E00D30" w:rsidP="00E00D30">
      <w:r>
        <w:t>259.9737</w:t>
      </w:r>
      <w:r>
        <w:tab/>
        <w:t>1.013e0</w:t>
      </w:r>
    </w:p>
    <w:p w:rsidR="00E00D30" w:rsidRDefault="00E00D30" w:rsidP="00E00D30">
      <w:r>
        <w:t>259.9945</w:t>
      </w:r>
      <w:r>
        <w:tab/>
        <w:t>4.051e0</w:t>
      </w:r>
    </w:p>
    <w:p w:rsidR="00E00D30" w:rsidRDefault="00E00D30" w:rsidP="00E00D30">
      <w:r>
        <w:t>259.9964</w:t>
      </w:r>
      <w:r>
        <w:tab/>
        <w:t>3.038e0</w:t>
      </w:r>
    </w:p>
    <w:p w:rsidR="00E00D30" w:rsidRDefault="00E00D30" w:rsidP="00E00D30">
      <w:r>
        <w:t>260.0033</w:t>
      </w:r>
      <w:r>
        <w:tab/>
        <w:t>2.025e0</w:t>
      </w:r>
    </w:p>
    <w:p w:rsidR="00E00D30" w:rsidRDefault="00E00D30" w:rsidP="00E00D30">
      <w:r>
        <w:t>260.0068</w:t>
      </w:r>
      <w:r>
        <w:tab/>
        <w:t>8.101e0</w:t>
      </w:r>
    </w:p>
    <w:p w:rsidR="00E00D30" w:rsidRDefault="00E00D30" w:rsidP="00E00D30">
      <w:r>
        <w:t>260.0123</w:t>
      </w:r>
      <w:r>
        <w:tab/>
        <w:t>1.013e0</w:t>
      </w:r>
    </w:p>
    <w:p w:rsidR="00E00D30" w:rsidRDefault="00E00D30" w:rsidP="00E00D30">
      <w:r>
        <w:t>260.0140</w:t>
      </w:r>
      <w:r>
        <w:tab/>
        <w:t>2.025e0</w:t>
      </w:r>
    </w:p>
    <w:p w:rsidR="00E00D30" w:rsidRDefault="00E00D30" w:rsidP="00E00D30">
      <w:r>
        <w:t>260.0240</w:t>
      </w:r>
      <w:r>
        <w:tab/>
        <w:t>1.013e0</w:t>
      </w:r>
    </w:p>
    <w:p w:rsidR="00E00D30" w:rsidRDefault="00E00D30" w:rsidP="00E00D30">
      <w:r>
        <w:t>260.0323</w:t>
      </w:r>
      <w:r>
        <w:tab/>
        <w:t>1.013e0</w:t>
      </w:r>
    </w:p>
    <w:p w:rsidR="00E00D30" w:rsidRDefault="00E00D30" w:rsidP="00E00D30">
      <w:r>
        <w:t>260.0420</w:t>
      </w:r>
      <w:r>
        <w:tab/>
        <w:t>1.013e0</w:t>
      </w:r>
    </w:p>
    <w:p w:rsidR="00E00D30" w:rsidRDefault="00E00D30" w:rsidP="00E00D30">
      <w:r>
        <w:t>260.0584</w:t>
      </w:r>
      <w:r>
        <w:tab/>
        <w:t>1.013e0</w:t>
      </w:r>
    </w:p>
    <w:p w:rsidR="00E00D30" w:rsidRDefault="00E00D30" w:rsidP="00E00D30">
      <w:r>
        <w:t>260.0629</w:t>
      </w:r>
      <w:r>
        <w:tab/>
        <w:t>1.013e0</w:t>
      </w:r>
    </w:p>
    <w:p w:rsidR="00E00D30" w:rsidRDefault="00E00D30" w:rsidP="00E00D30">
      <w:r>
        <w:t>260.0645</w:t>
      </w:r>
      <w:r>
        <w:tab/>
        <w:t>2.025e0</w:t>
      </w:r>
    </w:p>
    <w:p w:rsidR="00E00D30" w:rsidRDefault="00E00D30" w:rsidP="00E00D30">
      <w:r>
        <w:lastRenderedPageBreak/>
        <w:t>260.0723</w:t>
      </w:r>
      <w:r>
        <w:tab/>
        <w:t>2.025e0</w:t>
      </w:r>
    </w:p>
    <w:p w:rsidR="00E00D30" w:rsidRDefault="00E00D30" w:rsidP="00E00D30">
      <w:r>
        <w:t>260.0798</w:t>
      </w:r>
      <w:r>
        <w:tab/>
        <w:t>2.025e0</w:t>
      </w:r>
    </w:p>
    <w:p w:rsidR="00E00D30" w:rsidRDefault="00E00D30" w:rsidP="00E00D30">
      <w:r>
        <w:t>260.0892</w:t>
      </w:r>
      <w:r>
        <w:tab/>
        <w:t>1.013e0</w:t>
      </w:r>
    </w:p>
    <w:p w:rsidR="00E00D30" w:rsidRDefault="00E00D30" w:rsidP="00E00D30">
      <w:r>
        <w:t>260.1011</w:t>
      </w:r>
      <w:r>
        <w:tab/>
        <w:t>2.025e0</w:t>
      </w:r>
    </w:p>
    <w:p w:rsidR="00E00D30" w:rsidRDefault="00E00D30" w:rsidP="00E00D30">
      <w:r>
        <w:t>260.1193</w:t>
      </w:r>
      <w:r>
        <w:tab/>
        <w:t>1.013e0</w:t>
      </w:r>
    </w:p>
    <w:p w:rsidR="00E00D30" w:rsidRDefault="00E00D30" w:rsidP="00E00D30">
      <w:r>
        <w:t>260.1297</w:t>
      </w:r>
      <w:r>
        <w:tab/>
        <w:t>2.025e0</w:t>
      </w:r>
    </w:p>
    <w:p w:rsidR="00E00D30" w:rsidRDefault="00E00D30" w:rsidP="00E00D30">
      <w:r>
        <w:t>260.1357</w:t>
      </w:r>
      <w:r>
        <w:tab/>
        <w:t>2.025e0</w:t>
      </w:r>
    </w:p>
    <w:p w:rsidR="00E00D30" w:rsidRDefault="00E00D30" w:rsidP="00E00D30">
      <w:r>
        <w:t>260.1396</w:t>
      </w:r>
      <w:r>
        <w:tab/>
        <w:t>1.013e0</w:t>
      </w:r>
    </w:p>
    <w:p w:rsidR="00E00D30" w:rsidRDefault="00E00D30" w:rsidP="00E00D30">
      <w:r>
        <w:t>260.1464</w:t>
      </w:r>
      <w:r>
        <w:tab/>
        <w:t>2.025e0</w:t>
      </w:r>
    </w:p>
    <w:p w:rsidR="00E00D30" w:rsidRDefault="00E00D30" w:rsidP="00E00D30">
      <w:r>
        <w:t>260.1528</w:t>
      </w:r>
      <w:r>
        <w:tab/>
        <w:t>4.051e0</w:t>
      </w:r>
    </w:p>
    <w:p w:rsidR="00E00D30" w:rsidRDefault="00E00D30" w:rsidP="00E00D30">
      <w:r>
        <w:t>260.1663</w:t>
      </w:r>
      <w:r>
        <w:tab/>
        <w:t>1.013e0</w:t>
      </w:r>
    </w:p>
    <w:p w:rsidR="00E00D30" w:rsidRDefault="00E00D30" w:rsidP="00E00D30">
      <w:r>
        <w:t>260.1702</w:t>
      </w:r>
      <w:r>
        <w:tab/>
        <w:t>1.013e0</w:t>
      </w:r>
    </w:p>
    <w:p w:rsidR="00E00D30" w:rsidRDefault="00E00D30" w:rsidP="00E00D30">
      <w:r>
        <w:t>260.1747</w:t>
      </w:r>
      <w:r>
        <w:tab/>
        <w:t>1.013e0</w:t>
      </w:r>
    </w:p>
    <w:p w:rsidR="00E00D30" w:rsidRDefault="00E00D30" w:rsidP="00E00D30">
      <w:r>
        <w:t>260.1784</w:t>
      </w:r>
      <w:r>
        <w:tab/>
        <w:t>1.013e0</w:t>
      </w:r>
    </w:p>
    <w:p w:rsidR="00E00D30" w:rsidRDefault="00E00D30" w:rsidP="00E00D30">
      <w:r>
        <w:t>260.1860</w:t>
      </w:r>
      <w:r>
        <w:tab/>
        <w:t>2.025e0</w:t>
      </w:r>
    </w:p>
    <w:p w:rsidR="00E00D30" w:rsidRDefault="00E00D30" w:rsidP="00E00D30">
      <w:r>
        <w:t>260.2169</w:t>
      </w:r>
      <w:r>
        <w:tab/>
        <w:t>2.025e0</w:t>
      </w:r>
    </w:p>
    <w:p w:rsidR="00E00D30" w:rsidRDefault="00E00D30" w:rsidP="00E00D30">
      <w:r>
        <w:t>260.2195</w:t>
      </w:r>
      <w:r>
        <w:tab/>
        <w:t>2.025e0</w:t>
      </w:r>
    </w:p>
    <w:p w:rsidR="00E00D30" w:rsidRDefault="00E00D30" w:rsidP="00E00D30">
      <w:r>
        <w:t>260.2242</w:t>
      </w:r>
      <w:r>
        <w:tab/>
        <w:t>2.025e0</w:t>
      </w:r>
    </w:p>
    <w:p w:rsidR="00E00D30" w:rsidRDefault="00E00D30" w:rsidP="00E00D30">
      <w:r>
        <w:t>260.2437</w:t>
      </w:r>
      <w:r>
        <w:tab/>
        <w:t>1.013e0</w:t>
      </w:r>
    </w:p>
    <w:p w:rsidR="00E00D30" w:rsidRDefault="00E00D30" w:rsidP="00E00D30">
      <w:r>
        <w:lastRenderedPageBreak/>
        <w:t>260.2479</w:t>
      </w:r>
      <w:r>
        <w:tab/>
        <w:t>1.013e0</w:t>
      </w:r>
    </w:p>
    <w:p w:rsidR="00E00D30" w:rsidRDefault="00E00D30" w:rsidP="00E00D30">
      <w:r>
        <w:t>260.2556</w:t>
      </w:r>
      <w:r>
        <w:tab/>
        <w:t>1.013e0</w:t>
      </w:r>
    </w:p>
    <w:p w:rsidR="00E00D30" w:rsidRDefault="00E00D30" w:rsidP="00E00D30">
      <w:r>
        <w:t>260.2778</w:t>
      </w:r>
      <w:r>
        <w:tab/>
        <w:t>1.013e0</w:t>
      </w:r>
    </w:p>
    <w:p w:rsidR="00E00D30" w:rsidRDefault="00E00D30" w:rsidP="00E00D30">
      <w:r>
        <w:t>260.2902</w:t>
      </w:r>
      <w:r>
        <w:tab/>
        <w:t>1.013e0</w:t>
      </w:r>
    </w:p>
    <w:p w:rsidR="00E00D30" w:rsidRDefault="00E00D30" w:rsidP="00E00D30">
      <w:r>
        <w:t>260.3072</w:t>
      </w:r>
      <w:r>
        <w:tab/>
        <w:t>1.013e0</w:t>
      </w:r>
    </w:p>
    <w:p w:rsidR="00E00D30" w:rsidRDefault="00E00D30" w:rsidP="00E00D30">
      <w:r>
        <w:t>260.3248</w:t>
      </w:r>
      <w:r>
        <w:tab/>
        <w:t>1.013e0</w:t>
      </w:r>
    </w:p>
    <w:p w:rsidR="00E00D30" w:rsidRDefault="00E00D30" w:rsidP="00E00D30">
      <w:r>
        <w:t>260.3454</w:t>
      </w:r>
      <w:r>
        <w:tab/>
        <w:t>3.038e0</w:t>
      </w:r>
    </w:p>
    <w:p w:rsidR="00E00D30" w:rsidRDefault="00E00D30" w:rsidP="00E00D30">
      <w:r>
        <w:t>260.3985</w:t>
      </w:r>
      <w:r>
        <w:tab/>
        <w:t>1.013e0</w:t>
      </w:r>
    </w:p>
    <w:p w:rsidR="00E00D30" w:rsidRDefault="00E00D30" w:rsidP="00E00D30">
      <w:r>
        <w:t>260.4225</w:t>
      </w:r>
      <w:r>
        <w:tab/>
        <w:t>1.013e0</w:t>
      </w:r>
    </w:p>
    <w:p w:rsidR="00E00D30" w:rsidRDefault="00E00D30" w:rsidP="00E00D30">
      <w:r>
        <w:t>260.4371</w:t>
      </w:r>
      <w:r>
        <w:tab/>
        <w:t>1.013e0</w:t>
      </w:r>
    </w:p>
    <w:p w:rsidR="00E00D30" w:rsidRDefault="00E00D30" w:rsidP="00E00D30">
      <w:r>
        <w:t>260.4610</w:t>
      </w:r>
      <w:r>
        <w:tab/>
        <w:t>1.013e0</w:t>
      </w:r>
    </w:p>
    <w:p w:rsidR="00E00D30" w:rsidRDefault="00E00D30" w:rsidP="00E00D30">
      <w:r>
        <w:t>260.4711</w:t>
      </w:r>
      <w:r>
        <w:tab/>
        <w:t>1.013e0</w:t>
      </w:r>
    </w:p>
    <w:p w:rsidR="00E00D30" w:rsidRDefault="00E00D30" w:rsidP="00E00D30">
      <w:r>
        <w:t>260.5727</w:t>
      </w:r>
      <w:r>
        <w:tab/>
        <w:t>1.013e0</w:t>
      </w:r>
    </w:p>
    <w:p w:rsidR="00E00D30" w:rsidRDefault="00E00D30" w:rsidP="00E00D30">
      <w:r>
        <w:t>260.6250</w:t>
      </w:r>
      <w:r>
        <w:tab/>
        <w:t>1.013e0</w:t>
      </w:r>
    </w:p>
    <w:p w:rsidR="00E00D30" w:rsidRDefault="00E00D30" w:rsidP="00E00D30">
      <w:r>
        <w:t>260.6478</w:t>
      </w:r>
      <w:r>
        <w:tab/>
        <w:t>3.038e0</w:t>
      </w:r>
    </w:p>
    <w:p w:rsidR="00E00D30" w:rsidRDefault="00E00D30" w:rsidP="00E00D30">
      <w:r>
        <w:t>260.6522</w:t>
      </w:r>
      <w:r>
        <w:tab/>
        <w:t>2.025e0</w:t>
      </w:r>
    </w:p>
    <w:p w:rsidR="00E00D30" w:rsidRDefault="00E00D30" w:rsidP="00E00D30">
      <w:r>
        <w:t>260.6689</w:t>
      </w:r>
      <w:r>
        <w:tab/>
        <w:t>1.013e0</w:t>
      </w:r>
    </w:p>
    <w:p w:rsidR="00E00D30" w:rsidRDefault="00E00D30" w:rsidP="00E00D30">
      <w:r>
        <w:t>260.6711</w:t>
      </w:r>
      <w:r>
        <w:tab/>
        <w:t>2.025e0</w:t>
      </w:r>
    </w:p>
    <w:p w:rsidR="00E00D30" w:rsidRDefault="00E00D30" w:rsidP="00E00D30">
      <w:r>
        <w:t>260.6804</w:t>
      </w:r>
      <w:r>
        <w:tab/>
        <w:t>1.013e0</w:t>
      </w:r>
    </w:p>
    <w:p w:rsidR="00E00D30" w:rsidRDefault="00E00D30" w:rsidP="00E00D30">
      <w:r>
        <w:lastRenderedPageBreak/>
        <w:t>260.6881</w:t>
      </w:r>
      <w:r>
        <w:tab/>
        <w:t>1.013e0</w:t>
      </w:r>
    </w:p>
    <w:p w:rsidR="00E00D30" w:rsidRDefault="00E00D30" w:rsidP="00E00D30">
      <w:r>
        <w:t>260.6975</w:t>
      </w:r>
      <w:r>
        <w:tab/>
        <w:t>1.013e0</w:t>
      </w:r>
    </w:p>
    <w:p w:rsidR="00E00D30" w:rsidRDefault="00E00D30" w:rsidP="00E00D30">
      <w:r>
        <w:t>260.7230</w:t>
      </w:r>
      <w:r>
        <w:tab/>
        <w:t>1.013e0</w:t>
      </w:r>
    </w:p>
    <w:p w:rsidR="00E00D30" w:rsidRDefault="00E00D30" w:rsidP="00E00D30">
      <w:r>
        <w:t>260.7272</w:t>
      </w:r>
      <w:r>
        <w:tab/>
        <w:t>3.038e0</w:t>
      </w:r>
    </w:p>
    <w:p w:rsidR="00E00D30" w:rsidRDefault="00E00D30" w:rsidP="00E00D30">
      <w:r>
        <w:t>260.7408</w:t>
      </w:r>
      <w:r>
        <w:tab/>
        <w:t>1.013e0</w:t>
      </w:r>
    </w:p>
    <w:p w:rsidR="00E00D30" w:rsidRDefault="00E00D30" w:rsidP="00E00D30">
      <w:r>
        <w:t>260.7534</w:t>
      </w:r>
      <w:r>
        <w:tab/>
        <w:t>1.013e0</w:t>
      </w:r>
    </w:p>
    <w:p w:rsidR="00E00D30" w:rsidRDefault="00E00D30" w:rsidP="00E00D30">
      <w:r>
        <w:t>260.7617</w:t>
      </w:r>
      <w:r>
        <w:tab/>
        <w:t>1.013e0</w:t>
      </w:r>
    </w:p>
    <w:p w:rsidR="00E00D30" w:rsidRDefault="00E00D30" w:rsidP="00E00D30">
      <w:r>
        <w:t>260.8085</w:t>
      </w:r>
      <w:r>
        <w:tab/>
        <w:t>1.013e0</w:t>
      </w:r>
    </w:p>
    <w:p w:rsidR="00E00D30" w:rsidRDefault="00E00D30" w:rsidP="00E00D30">
      <w:r>
        <w:t>260.8432</w:t>
      </w:r>
      <w:r>
        <w:tab/>
        <w:t>2.025e0</w:t>
      </w:r>
    </w:p>
    <w:p w:rsidR="00E00D30" w:rsidRDefault="00E00D30" w:rsidP="00E00D30">
      <w:r>
        <w:t>260.8737</w:t>
      </w:r>
      <w:r>
        <w:tab/>
        <w:t>2.025e0</w:t>
      </w:r>
    </w:p>
    <w:p w:rsidR="00E00D30" w:rsidRDefault="00E00D30" w:rsidP="00E00D30">
      <w:r>
        <w:t>260.8775</w:t>
      </w:r>
      <w:r>
        <w:tab/>
        <w:t>1.013e0</w:t>
      </w:r>
    </w:p>
    <w:p w:rsidR="00E00D30" w:rsidRDefault="00E00D30" w:rsidP="00E00D30">
      <w:r>
        <w:t>260.8857</w:t>
      </w:r>
      <w:r>
        <w:tab/>
        <w:t>2.025e0</w:t>
      </w:r>
    </w:p>
    <w:p w:rsidR="00E00D30" w:rsidRDefault="00E00D30" w:rsidP="00E00D30">
      <w:r>
        <w:t>260.9428</w:t>
      </w:r>
      <w:r>
        <w:tab/>
        <w:t>2.025e0</w:t>
      </w:r>
    </w:p>
    <w:p w:rsidR="00E00D30" w:rsidRDefault="00E00D30" w:rsidP="00E00D30">
      <w:r>
        <w:t>260.9988</w:t>
      </w:r>
      <w:r>
        <w:tab/>
        <w:t>2.937e1</w:t>
      </w:r>
    </w:p>
    <w:p w:rsidR="00E00D30" w:rsidRDefault="00E00D30" w:rsidP="00E00D30">
      <w:r>
        <w:t>261.0000</w:t>
      </w:r>
      <w:r>
        <w:tab/>
        <w:t>5.975e1</w:t>
      </w:r>
    </w:p>
    <w:p w:rsidR="00E00D30" w:rsidRDefault="00E00D30" w:rsidP="00E00D30">
      <w:r>
        <w:t>261.0011</w:t>
      </w:r>
      <w:r>
        <w:tab/>
        <w:t>1.157e2</w:t>
      </w:r>
    </w:p>
    <w:p w:rsidR="00E00D30" w:rsidRDefault="00E00D30" w:rsidP="00E00D30">
      <w:r>
        <w:t>261.0028</w:t>
      </w:r>
      <w:r>
        <w:tab/>
        <w:t>3.443e1</w:t>
      </w:r>
    </w:p>
    <w:p w:rsidR="00E00D30" w:rsidRDefault="00E00D30" w:rsidP="00E00D30">
      <w:r>
        <w:t>261.0038</w:t>
      </w:r>
      <w:r>
        <w:tab/>
        <w:t>2.281e1</w:t>
      </w:r>
    </w:p>
    <w:p w:rsidR="00E00D30" w:rsidRDefault="00E00D30" w:rsidP="00E00D30">
      <w:r>
        <w:t>261.0051</w:t>
      </w:r>
      <w:r>
        <w:tab/>
        <w:t>2.734e1</w:t>
      </w:r>
    </w:p>
    <w:p w:rsidR="00E00D30" w:rsidRDefault="00E00D30" w:rsidP="00E00D30">
      <w:r>
        <w:lastRenderedPageBreak/>
        <w:t>261.0551</w:t>
      </w:r>
      <w:r>
        <w:tab/>
        <w:t>1.013e0</w:t>
      </w:r>
    </w:p>
    <w:p w:rsidR="00E00D30" w:rsidRDefault="00E00D30" w:rsidP="00E00D30">
      <w:r>
        <w:t>261.0746</w:t>
      </w:r>
      <w:r>
        <w:tab/>
        <w:t>1.013e0</w:t>
      </w:r>
    </w:p>
    <w:p w:rsidR="00E00D30" w:rsidRDefault="00E00D30" w:rsidP="00E00D30">
      <w:r>
        <w:t>261.0817</w:t>
      </w:r>
      <w:r>
        <w:tab/>
        <w:t>2.025e0</w:t>
      </w:r>
    </w:p>
    <w:p w:rsidR="00E00D30" w:rsidRDefault="00E00D30" w:rsidP="00E00D30">
      <w:r>
        <w:t>261.0946</w:t>
      </w:r>
      <w:r>
        <w:tab/>
        <w:t>2.025e0</w:t>
      </w:r>
    </w:p>
    <w:p w:rsidR="00E00D30" w:rsidRDefault="00E00D30" w:rsidP="00E00D30">
      <w:r>
        <w:t>261.1167</w:t>
      </w:r>
      <w:r>
        <w:tab/>
        <w:t>5.063e0</w:t>
      </w:r>
    </w:p>
    <w:p w:rsidR="00E00D30" w:rsidRDefault="00E00D30" w:rsidP="00E00D30">
      <w:r>
        <w:t>261.1299</w:t>
      </w:r>
      <w:r>
        <w:tab/>
        <w:t>1.519e1</w:t>
      </w:r>
    </w:p>
    <w:p w:rsidR="00E00D30" w:rsidRDefault="00E00D30" w:rsidP="00E00D30">
      <w:r>
        <w:t>261.1328</w:t>
      </w:r>
      <w:r>
        <w:tab/>
        <w:t>5.063e0</w:t>
      </w:r>
    </w:p>
    <w:p w:rsidR="00E00D30" w:rsidRDefault="00E00D30" w:rsidP="00E00D30">
      <w:r>
        <w:t>261.1359</w:t>
      </w:r>
      <w:r>
        <w:tab/>
        <w:t>1.336e1</w:t>
      </w:r>
    </w:p>
    <w:p w:rsidR="00E00D30" w:rsidRDefault="00E00D30" w:rsidP="00E00D30">
      <w:r>
        <w:t>261.1374</w:t>
      </w:r>
      <w:r>
        <w:tab/>
        <w:t>9.114e0</w:t>
      </w:r>
    </w:p>
    <w:p w:rsidR="00E00D30" w:rsidRDefault="00E00D30" w:rsidP="00E00D30">
      <w:r>
        <w:t>261.1390</w:t>
      </w:r>
      <w:r>
        <w:tab/>
        <w:t>3.038e0</w:t>
      </w:r>
    </w:p>
    <w:p w:rsidR="00E00D30" w:rsidRDefault="00E00D30" w:rsidP="00E00D30">
      <w:r>
        <w:t>261.1440</w:t>
      </w:r>
      <w:r>
        <w:tab/>
        <w:t>2.025e0</w:t>
      </w:r>
    </w:p>
    <w:p w:rsidR="00E00D30" w:rsidRDefault="00E00D30" w:rsidP="00E00D30">
      <w:r>
        <w:t>261.1868</w:t>
      </w:r>
      <w:r>
        <w:tab/>
        <w:t>2.025e0</w:t>
      </w:r>
    </w:p>
    <w:p w:rsidR="00E00D30" w:rsidRDefault="00E00D30" w:rsidP="00E00D30">
      <w:r>
        <w:t>261.1997</w:t>
      </w:r>
      <w:r>
        <w:tab/>
        <w:t>2.025e0</w:t>
      </w:r>
    </w:p>
    <w:p w:rsidR="00E00D30" w:rsidRDefault="00E00D30" w:rsidP="00E00D30">
      <w:r>
        <w:t>261.2045</w:t>
      </w:r>
      <w:r>
        <w:tab/>
        <w:t>2.025e0</w:t>
      </w:r>
    </w:p>
    <w:p w:rsidR="00E00D30" w:rsidRDefault="00E00D30" w:rsidP="00E00D30">
      <w:r>
        <w:t>261.2196</w:t>
      </w:r>
      <w:r>
        <w:tab/>
        <w:t>2.025e0</w:t>
      </w:r>
    </w:p>
    <w:p w:rsidR="00E00D30" w:rsidRDefault="00E00D30" w:rsidP="00E00D30">
      <w:r>
        <w:t>261.2216</w:t>
      </w:r>
      <w:r>
        <w:tab/>
        <w:t>1.013e0</w:t>
      </w:r>
    </w:p>
    <w:p w:rsidR="00E00D30" w:rsidRDefault="00E00D30" w:rsidP="00E00D30">
      <w:r>
        <w:t>261.2291</w:t>
      </w:r>
      <w:r>
        <w:tab/>
        <w:t>1.013e0</w:t>
      </w:r>
    </w:p>
    <w:p w:rsidR="00E00D30" w:rsidRDefault="00E00D30" w:rsidP="00E00D30">
      <w:r>
        <w:t>261.2436</w:t>
      </w:r>
      <w:r>
        <w:tab/>
        <w:t>1.013e0</w:t>
      </w:r>
    </w:p>
    <w:p w:rsidR="00E00D30" w:rsidRDefault="00E00D30" w:rsidP="00E00D30">
      <w:r>
        <w:t>261.2485</w:t>
      </w:r>
      <w:r>
        <w:tab/>
        <w:t>2.025e0</w:t>
      </w:r>
    </w:p>
    <w:p w:rsidR="00E00D30" w:rsidRDefault="00E00D30" w:rsidP="00E00D30">
      <w:r>
        <w:lastRenderedPageBreak/>
        <w:t>261.2519</w:t>
      </w:r>
      <w:r>
        <w:tab/>
        <w:t>1.013e0</w:t>
      </w:r>
    </w:p>
    <w:p w:rsidR="00E00D30" w:rsidRDefault="00E00D30" w:rsidP="00E00D30">
      <w:r>
        <w:t>261.2560</w:t>
      </w:r>
      <w:r>
        <w:tab/>
        <w:t>1.013e0</w:t>
      </w:r>
    </w:p>
    <w:p w:rsidR="00E00D30" w:rsidRDefault="00E00D30" w:rsidP="00E00D30">
      <w:r>
        <w:t>261.2599</w:t>
      </w:r>
      <w:r>
        <w:tab/>
        <w:t>1.013e0</w:t>
      </w:r>
    </w:p>
    <w:p w:rsidR="00E00D30" w:rsidRDefault="00E00D30" w:rsidP="00E00D30">
      <w:r>
        <w:t>261.3009</w:t>
      </w:r>
      <w:r>
        <w:tab/>
        <w:t>2.071e0</w:t>
      </w:r>
    </w:p>
    <w:p w:rsidR="00E00D30" w:rsidRDefault="00E00D30" w:rsidP="00E00D30">
      <w:r>
        <w:t>261.3065</w:t>
      </w:r>
      <w:r>
        <w:tab/>
        <w:t>1.013e0</w:t>
      </w:r>
    </w:p>
    <w:p w:rsidR="00E00D30" w:rsidRDefault="00E00D30" w:rsidP="00E00D30">
      <w:r>
        <w:t>261.3798</w:t>
      </w:r>
      <w:r>
        <w:tab/>
        <w:t>1.013e0</w:t>
      </w:r>
    </w:p>
    <w:p w:rsidR="00E00D30" w:rsidRDefault="00E00D30" w:rsidP="00E00D30">
      <w:r>
        <w:t>261.3980</w:t>
      </w:r>
      <w:r>
        <w:tab/>
        <w:t>1.013e0</w:t>
      </w:r>
    </w:p>
    <w:p w:rsidR="00E00D30" w:rsidRDefault="00E00D30" w:rsidP="00E00D30">
      <w:r>
        <w:t>261.4105</w:t>
      </w:r>
      <w:r>
        <w:tab/>
        <w:t>2.025e0</w:t>
      </w:r>
    </w:p>
    <w:p w:rsidR="00E00D30" w:rsidRDefault="00E00D30" w:rsidP="00E00D30">
      <w:r>
        <w:t>261.4149</w:t>
      </w:r>
      <w:r>
        <w:tab/>
        <w:t>2.025e0</w:t>
      </w:r>
    </w:p>
    <w:p w:rsidR="00E00D30" w:rsidRDefault="00E00D30" w:rsidP="00E00D30">
      <w:r>
        <w:t>261.4575</w:t>
      </w:r>
      <w:r>
        <w:tab/>
        <w:t>2.025e0</w:t>
      </w:r>
    </w:p>
    <w:p w:rsidR="00E00D30" w:rsidRDefault="00E00D30" w:rsidP="00E00D30">
      <w:r>
        <w:t>261.4611</w:t>
      </w:r>
      <w:r>
        <w:tab/>
        <w:t>1.013e0</w:t>
      </w:r>
    </w:p>
    <w:p w:rsidR="00E00D30" w:rsidRDefault="00E00D30" w:rsidP="00E00D30">
      <w:r>
        <w:t>261.4695</w:t>
      </w:r>
      <w:r>
        <w:tab/>
        <w:t>3.038e0</w:t>
      </w:r>
    </w:p>
    <w:p w:rsidR="00E00D30" w:rsidRDefault="00E00D30" w:rsidP="00E00D30">
      <w:r>
        <w:t>261.4706</w:t>
      </w:r>
      <w:r>
        <w:tab/>
        <w:t>1.013e0</w:t>
      </w:r>
    </w:p>
    <w:p w:rsidR="00E00D30" w:rsidRDefault="00E00D30" w:rsidP="00E00D30">
      <w:r>
        <w:t>261.4799</w:t>
      </w:r>
      <w:r>
        <w:tab/>
        <w:t>1.013e0</w:t>
      </w:r>
    </w:p>
    <w:p w:rsidR="00E00D30" w:rsidRDefault="00E00D30" w:rsidP="00E00D30">
      <w:r>
        <w:t>261.5096</w:t>
      </w:r>
      <w:r>
        <w:tab/>
        <w:t>1.013e0</w:t>
      </w:r>
    </w:p>
    <w:p w:rsidR="00E00D30" w:rsidRDefault="00E00D30" w:rsidP="00E00D30">
      <w:r>
        <w:t>261.5264</w:t>
      </w:r>
      <w:r>
        <w:tab/>
        <w:t>1.013e0</w:t>
      </w:r>
    </w:p>
    <w:p w:rsidR="00E00D30" w:rsidRDefault="00E00D30" w:rsidP="00E00D30">
      <w:r>
        <w:t>261.5349</w:t>
      </w:r>
      <w:r>
        <w:tab/>
        <w:t>1.013e0</w:t>
      </w:r>
    </w:p>
    <w:p w:rsidR="00E00D30" w:rsidRDefault="00E00D30" w:rsidP="00E00D30">
      <w:r>
        <w:t>261.5383</w:t>
      </w:r>
      <w:r>
        <w:tab/>
        <w:t>2.025e0</w:t>
      </w:r>
    </w:p>
    <w:p w:rsidR="00E00D30" w:rsidRDefault="00E00D30" w:rsidP="00E00D30">
      <w:r>
        <w:t>261.5529</w:t>
      </w:r>
      <w:r>
        <w:tab/>
        <w:t>1.013e0</w:t>
      </w:r>
    </w:p>
    <w:p w:rsidR="00E00D30" w:rsidRDefault="00E00D30" w:rsidP="00E00D30">
      <w:r>
        <w:lastRenderedPageBreak/>
        <w:t>261.5612</w:t>
      </w:r>
      <w:r>
        <w:tab/>
        <w:t>1.013e0</w:t>
      </w:r>
    </w:p>
    <w:p w:rsidR="00E00D30" w:rsidRDefault="00E00D30" w:rsidP="00E00D30">
      <w:r>
        <w:t>261.5769</w:t>
      </w:r>
      <w:r>
        <w:tab/>
        <w:t>1.013e0</w:t>
      </w:r>
    </w:p>
    <w:p w:rsidR="00E00D30" w:rsidRDefault="00E00D30" w:rsidP="00E00D30">
      <w:r>
        <w:t>261.5869</w:t>
      </w:r>
      <w:r>
        <w:tab/>
        <w:t>2.025e0</w:t>
      </w:r>
    </w:p>
    <w:p w:rsidR="00E00D30" w:rsidRDefault="00E00D30" w:rsidP="00E00D30">
      <w:r>
        <w:t>261.5999</w:t>
      </w:r>
      <w:r>
        <w:tab/>
        <w:t>1.013e0</w:t>
      </w:r>
    </w:p>
    <w:p w:rsidR="00E00D30" w:rsidRDefault="00E00D30" w:rsidP="00E00D30">
      <w:r>
        <w:t>261.6118</w:t>
      </w:r>
      <w:r>
        <w:tab/>
        <w:t>1.013e0</w:t>
      </w:r>
    </w:p>
    <w:p w:rsidR="00E00D30" w:rsidRDefault="00E00D30" w:rsidP="00E00D30">
      <w:r>
        <w:t>261.6205</w:t>
      </w:r>
      <w:r>
        <w:tab/>
        <w:t>1.013e0</w:t>
      </w:r>
    </w:p>
    <w:p w:rsidR="00E00D30" w:rsidRDefault="00E00D30" w:rsidP="00E00D30">
      <w:r>
        <w:t>261.6256</w:t>
      </w:r>
      <w:r>
        <w:tab/>
        <w:t>3.038e0</w:t>
      </w:r>
    </w:p>
    <w:p w:rsidR="00E00D30" w:rsidRDefault="00E00D30" w:rsidP="00E00D30">
      <w:r>
        <w:t>261.6347</w:t>
      </w:r>
      <w:r>
        <w:tab/>
        <w:t>1.013e0</w:t>
      </w:r>
    </w:p>
    <w:p w:rsidR="00E00D30" w:rsidRDefault="00E00D30" w:rsidP="00E00D30">
      <w:r>
        <w:t>261.6640</w:t>
      </w:r>
      <w:r>
        <w:tab/>
        <w:t>4.051e0</w:t>
      </w:r>
    </w:p>
    <w:p w:rsidR="00E00D30" w:rsidRDefault="00E00D30" w:rsidP="00E00D30">
      <w:r>
        <w:t>261.6933</w:t>
      </w:r>
      <w:r>
        <w:tab/>
        <w:t>1.013e0</w:t>
      </w:r>
    </w:p>
    <w:p w:rsidR="00E00D30" w:rsidRDefault="00E00D30" w:rsidP="00E00D30">
      <w:r>
        <w:t>261.6980</w:t>
      </w:r>
      <w:r>
        <w:tab/>
        <w:t>1.013e0</w:t>
      </w:r>
    </w:p>
    <w:p w:rsidR="00E00D30" w:rsidRDefault="00E00D30" w:rsidP="00E00D30">
      <w:r>
        <w:t>261.7230</w:t>
      </w:r>
      <w:r>
        <w:tab/>
        <w:t>3.038e0</w:t>
      </w:r>
    </w:p>
    <w:p w:rsidR="00E00D30" w:rsidRDefault="00E00D30" w:rsidP="00E00D30">
      <w:r>
        <w:t>261.7367</w:t>
      </w:r>
      <w:r>
        <w:tab/>
        <w:t>1.013e0</w:t>
      </w:r>
    </w:p>
    <w:p w:rsidR="00E00D30" w:rsidRDefault="00E00D30" w:rsidP="00E00D30">
      <w:r>
        <w:t>261.7477</w:t>
      </w:r>
      <w:r>
        <w:tab/>
        <w:t>3.038e0</w:t>
      </w:r>
    </w:p>
    <w:p w:rsidR="00E00D30" w:rsidRDefault="00E00D30" w:rsidP="00E00D30">
      <w:r>
        <w:t>261.7707</w:t>
      </w:r>
      <w:r>
        <w:tab/>
        <w:t>1.013e0</w:t>
      </w:r>
    </w:p>
    <w:p w:rsidR="00E00D30" w:rsidRDefault="00E00D30" w:rsidP="00E00D30">
      <w:r>
        <w:t>261.7754</w:t>
      </w:r>
      <w:r>
        <w:tab/>
        <w:t>1.013e0</w:t>
      </w:r>
    </w:p>
    <w:p w:rsidR="00E00D30" w:rsidRDefault="00E00D30" w:rsidP="00E00D30">
      <w:r>
        <w:t>261.7896</w:t>
      </w:r>
      <w:r>
        <w:tab/>
        <w:t>1.013e0</w:t>
      </w:r>
    </w:p>
    <w:p w:rsidR="00E00D30" w:rsidRDefault="00E00D30" w:rsidP="00E00D30">
      <w:r>
        <w:t>261.8146</w:t>
      </w:r>
      <w:r>
        <w:tab/>
        <w:t>1.013e0</w:t>
      </w:r>
    </w:p>
    <w:p w:rsidR="00E00D30" w:rsidRDefault="00E00D30" w:rsidP="00E00D30">
      <w:r>
        <w:t>261.8343</w:t>
      </w:r>
      <w:r>
        <w:tab/>
        <w:t>2.025e0</w:t>
      </w:r>
    </w:p>
    <w:p w:rsidR="00E00D30" w:rsidRDefault="00E00D30" w:rsidP="00E00D30">
      <w:r>
        <w:lastRenderedPageBreak/>
        <w:t>261.8413</w:t>
      </w:r>
      <w:r>
        <w:tab/>
        <w:t>3.038e0</w:t>
      </w:r>
    </w:p>
    <w:p w:rsidR="00E00D30" w:rsidRDefault="00E00D30" w:rsidP="00E00D30">
      <w:r>
        <w:t>261.8437</w:t>
      </w:r>
      <w:r>
        <w:tab/>
        <w:t>1.013e0</w:t>
      </w:r>
    </w:p>
    <w:p w:rsidR="00E00D30" w:rsidRDefault="00E00D30" w:rsidP="00E00D30">
      <w:r>
        <w:t>261.8790</w:t>
      </w:r>
      <w:r>
        <w:tab/>
        <w:t>1.013e0</w:t>
      </w:r>
    </w:p>
    <w:p w:rsidR="00E00D30" w:rsidRDefault="00E00D30" w:rsidP="00E00D30">
      <w:r>
        <w:t>261.8824</w:t>
      </w:r>
      <w:r>
        <w:tab/>
        <w:t>1.013e0</w:t>
      </w:r>
    </w:p>
    <w:p w:rsidR="00E00D30" w:rsidRDefault="00E00D30" w:rsidP="00E00D30">
      <w:r>
        <w:t>261.8967</w:t>
      </w:r>
      <w:r>
        <w:tab/>
        <w:t>1.013e0</w:t>
      </w:r>
    </w:p>
    <w:p w:rsidR="00E00D30" w:rsidRDefault="00E00D30" w:rsidP="00E00D30">
      <w:r>
        <w:t>261.9306</w:t>
      </w:r>
      <w:r>
        <w:tab/>
        <w:t>1.013e0</w:t>
      </w:r>
    </w:p>
    <w:p w:rsidR="00E00D30" w:rsidRDefault="00E00D30" w:rsidP="00E00D30">
      <w:r>
        <w:t>261.9401</w:t>
      </w:r>
      <w:r>
        <w:tab/>
        <w:t>2.025e0</w:t>
      </w:r>
    </w:p>
    <w:p w:rsidR="00E00D30" w:rsidRDefault="00E00D30" w:rsidP="00E00D30">
      <w:r>
        <w:t>261.9563</w:t>
      </w:r>
      <w:r>
        <w:tab/>
        <w:t>1.013e0</w:t>
      </w:r>
    </w:p>
    <w:p w:rsidR="00E00D30" w:rsidRDefault="00E00D30" w:rsidP="00E00D30">
      <w:r>
        <w:t>261.9694</w:t>
      </w:r>
      <w:r>
        <w:tab/>
        <w:t>1.013e0</w:t>
      </w:r>
    </w:p>
    <w:p w:rsidR="00E00D30" w:rsidRDefault="00E00D30" w:rsidP="00E00D30">
      <w:r>
        <w:t>261.9741</w:t>
      </w:r>
      <w:r>
        <w:tab/>
        <w:t>1.013e0</w:t>
      </w:r>
    </w:p>
    <w:p w:rsidR="00E00D30" w:rsidRDefault="00E00D30" w:rsidP="00E00D30">
      <w:r>
        <w:t>261.9791</w:t>
      </w:r>
      <w:r>
        <w:tab/>
        <w:t>2.025e0</w:t>
      </w:r>
    </w:p>
    <w:p w:rsidR="00E00D30" w:rsidRDefault="00E00D30" w:rsidP="00E00D30">
      <w:r>
        <w:t>261.9885</w:t>
      </w:r>
      <w:r>
        <w:tab/>
        <w:t>2.025e0</w:t>
      </w:r>
    </w:p>
    <w:p w:rsidR="00E00D30" w:rsidRDefault="00E00D30" w:rsidP="00E00D30">
      <w:r>
        <w:t>261.9942</w:t>
      </w:r>
      <w:r>
        <w:tab/>
        <w:t>3.038e0</w:t>
      </w:r>
    </w:p>
    <w:p w:rsidR="00E00D30" w:rsidRDefault="00E00D30" w:rsidP="00E00D30">
      <w:r>
        <w:t>261.9956</w:t>
      </w:r>
      <w:r>
        <w:tab/>
        <w:t>9.114e0</w:t>
      </w:r>
    </w:p>
    <w:p w:rsidR="00E00D30" w:rsidRDefault="00E00D30" w:rsidP="00E00D30">
      <w:r>
        <w:t>261.9974</w:t>
      </w:r>
      <w:r>
        <w:tab/>
        <w:t>6.076e0</w:t>
      </w:r>
    </w:p>
    <w:p w:rsidR="00E00D30" w:rsidRDefault="00E00D30" w:rsidP="00E00D30">
      <w:r>
        <w:t>262.0105</w:t>
      </w:r>
      <w:r>
        <w:tab/>
        <w:t>1.300e1</w:t>
      </w:r>
    </w:p>
    <w:p w:rsidR="00E00D30" w:rsidRDefault="00E00D30" w:rsidP="00E00D30">
      <w:r>
        <w:t>262.0128</w:t>
      </w:r>
      <w:r>
        <w:tab/>
        <w:t>2.328e0</w:t>
      </w:r>
    </w:p>
    <w:p w:rsidR="00E00D30" w:rsidRDefault="00E00D30" w:rsidP="00E00D30">
      <w:r>
        <w:t>262.0196</w:t>
      </w:r>
      <w:r>
        <w:tab/>
        <w:t>4.051e0</w:t>
      </w:r>
    </w:p>
    <w:p w:rsidR="00E00D30" w:rsidRDefault="00E00D30" w:rsidP="00E00D30">
      <w:r>
        <w:t>262.0217</w:t>
      </w:r>
      <w:r>
        <w:tab/>
        <w:t>1.013e0</w:t>
      </w:r>
    </w:p>
    <w:p w:rsidR="00E00D30" w:rsidRDefault="00E00D30" w:rsidP="00E00D30">
      <w:r>
        <w:lastRenderedPageBreak/>
        <w:t>262.0521</w:t>
      </w:r>
      <w:r>
        <w:tab/>
        <w:t>1.013e0</w:t>
      </w:r>
    </w:p>
    <w:p w:rsidR="00E00D30" w:rsidRDefault="00E00D30" w:rsidP="00E00D30">
      <w:r>
        <w:t>262.0684</w:t>
      </w:r>
      <w:r>
        <w:tab/>
        <w:t>2.025e0</w:t>
      </w:r>
    </w:p>
    <w:p w:rsidR="00E00D30" w:rsidRDefault="00E00D30" w:rsidP="00E00D30">
      <w:r>
        <w:t>262.0720</w:t>
      </w:r>
      <w:r>
        <w:tab/>
        <w:t>1.013e0</w:t>
      </w:r>
    </w:p>
    <w:p w:rsidR="00E00D30" w:rsidRDefault="00E00D30" w:rsidP="00E00D30">
      <w:r>
        <w:t>262.0759</w:t>
      </w:r>
      <w:r>
        <w:tab/>
        <w:t>1.013e0</w:t>
      </w:r>
    </w:p>
    <w:p w:rsidR="00E00D30" w:rsidRDefault="00E00D30" w:rsidP="00E00D30">
      <w:r>
        <w:t>262.0947</w:t>
      </w:r>
      <w:r>
        <w:tab/>
        <w:t>1.013e0</w:t>
      </w:r>
    </w:p>
    <w:p w:rsidR="00E00D30" w:rsidRDefault="00E00D30" w:rsidP="00E00D30">
      <w:r>
        <w:t>262.0968</w:t>
      </w:r>
      <w:r>
        <w:tab/>
        <w:t>6.076e0</w:t>
      </w:r>
    </w:p>
    <w:p w:rsidR="00E00D30" w:rsidRDefault="00E00D30" w:rsidP="00E00D30">
      <w:r>
        <w:t>262.1201</w:t>
      </w:r>
      <w:r>
        <w:tab/>
        <w:t>2.408e0</w:t>
      </w:r>
    </w:p>
    <w:p w:rsidR="00E00D30" w:rsidRDefault="00E00D30" w:rsidP="00E00D30">
      <w:r>
        <w:t>262.1296</w:t>
      </w:r>
      <w:r>
        <w:tab/>
        <w:t>4.051e0</w:t>
      </w:r>
    </w:p>
    <w:p w:rsidR="00E00D30" w:rsidRDefault="00E00D30" w:rsidP="00E00D30">
      <w:r>
        <w:t>262.1331</w:t>
      </w:r>
      <w:r>
        <w:tab/>
        <w:t>4.051e0</w:t>
      </w:r>
    </w:p>
    <w:p w:rsidR="00E00D30" w:rsidRDefault="00E00D30" w:rsidP="00E00D30">
      <w:r>
        <w:t>262.1375</w:t>
      </w:r>
      <w:r>
        <w:tab/>
        <w:t>2.025e0</w:t>
      </w:r>
    </w:p>
    <w:p w:rsidR="00E00D30" w:rsidRDefault="00E00D30" w:rsidP="00E00D30">
      <w:r>
        <w:t>262.1398</w:t>
      </w:r>
      <w:r>
        <w:tab/>
        <w:t>2.025e0</w:t>
      </w:r>
    </w:p>
    <w:p w:rsidR="00E00D30" w:rsidRDefault="00E00D30" w:rsidP="00E00D30">
      <w:r>
        <w:t>262.1409</w:t>
      </w:r>
      <w:r>
        <w:tab/>
        <w:t>4.051e0</w:t>
      </w:r>
    </w:p>
    <w:p w:rsidR="00E00D30" w:rsidRDefault="00E00D30" w:rsidP="00E00D30">
      <w:r>
        <w:t>262.1586</w:t>
      </w:r>
      <w:r>
        <w:tab/>
        <w:t>2.025e0</w:t>
      </w:r>
    </w:p>
    <w:p w:rsidR="00E00D30" w:rsidRDefault="00E00D30" w:rsidP="00E00D30">
      <w:r>
        <w:t>262.1608</w:t>
      </w:r>
      <w:r>
        <w:tab/>
        <w:t>2.025e0</w:t>
      </w:r>
    </w:p>
    <w:p w:rsidR="00E00D30" w:rsidRDefault="00E00D30" w:rsidP="00E00D30">
      <w:r>
        <w:t>262.1672</w:t>
      </w:r>
      <w:r>
        <w:tab/>
        <w:t>2.025e0</w:t>
      </w:r>
    </w:p>
    <w:p w:rsidR="00E00D30" w:rsidRDefault="00E00D30" w:rsidP="00E00D30">
      <w:r>
        <w:t>262.1725</w:t>
      </w:r>
      <w:r>
        <w:tab/>
        <w:t>1.013e0</w:t>
      </w:r>
    </w:p>
    <w:p w:rsidR="00E00D30" w:rsidRDefault="00E00D30" w:rsidP="00E00D30">
      <w:r>
        <w:t>262.1761</w:t>
      </w:r>
      <w:r>
        <w:tab/>
        <w:t>4.051e0</w:t>
      </w:r>
    </w:p>
    <w:p w:rsidR="00E00D30" w:rsidRDefault="00E00D30" w:rsidP="00E00D30">
      <w:r>
        <w:t>262.1800</w:t>
      </w:r>
      <w:r>
        <w:tab/>
        <w:t>2.025e0</w:t>
      </w:r>
    </w:p>
    <w:p w:rsidR="00E00D30" w:rsidRDefault="00E00D30" w:rsidP="00E00D30">
      <w:r>
        <w:t>262.1865</w:t>
      </w:r>
      <w:r>
        <w:tab/>
        <w:t>3.038e0</w:t>
      </w:r>
    </w:p>
    <w:p w:rsidR="00E00D30" w:rsidRDefault="00E00D30" w:rsidP="00E00D30">
      <w:r>
        <w:lastRenderedPageBreak/>
        <w:t>262.1924</w:t>
      </w:r>
      <w:r>
        <w:tab/>
        <w:t>1.013e0</w:t>
      </w:r>
    </w:p>
    <w:p w:rsidR="00E00D30" w:rsidRDefault="00E00D30" w:rsidP="00E00D30">
      <w:r>
        <w:t>262.2146</w:t>
      </w:r>
      <w:r>
        <w:tab/>
        <w:t>2.025e0</w:t>
      </w:r>
    </w:p>
    <w:p w:rsidR="00E00D30" w:rsidRDefault="00E00D30" w:rsidP="00E00D30">
      <w:r>
        <w:t>262.2407</w:t>
      </w:r>
      <w:r>
        <w:tab/>
        <w:t>1.013e0</w:t>
      </w:r>
    </w:p>
    <w:p w:rsidR="00E00D30" w:rsidRDefault="00E00D30" w:rsidP="00E00D30">
      <w:r>
        <w:t>262.2494</w:t>
      </w:r>
      <w:r>
        <w:tab/>
        <w:t>1.013e0</w:t>
      </w:r>
    </w:p>
    <w:p w:rsidR="00E00D30" w:rsidRDefault="00E00D30" w:rsidP="00E00D30">
      <w:r>
        <w:t>262.2519</w:t>
      </w:r>
      <w:r>
        <w:tab/>
        <w:t>2.025e0</w:t>
      </w:r>
    </w:p>
    <w:p w:rsidR="00E00D30" w:rsidRDefault="00E00D30" w:rsidP="00E00D30">
      <w:r>
        <w:t>262.2618</w:t>
      </w:r>
      <w:r>
        <w:tab/>
        <w:t>1.013e0</w:t>
      </w:r>
    </w:p>
    <w:p w:rsidR="00E00D30" w:rsidRDefault="00E00D30" w:rsidP="00E00D30">
      <w:r>
        <w:t>262.2963</w:t>
      </w:r>
      <w:r>
        <w:tab/>
        <w:t>2.025e0</w:t>
      </w:r>
    </w:p>
    <w:p w:rsidR="00E00D30" w:rsidRDefault="00E00D30" w:rsidP="00E00D30">
      <w:r>
        <w:t>262.3230</w:t>
      </w:r>
      <w:r>
        <w:tab/>
        <w:t>1.013e0</w:t>
      </w:r>
    </w:p>
    <w:p w:rsidR="00E00D30" w:rsidRDefault="00E00D30" w:rsidP="00E00D30">
      <w:r>
        <w:t>262.3348</w:t>
      </w:r>
      <w:r>
        <w:tab/>
        <w:t>1.013e0</w:t>
      </w:r>
    </w:p>
    <w:p w:rsidR="00E00D30" w:rsidRDefault="00E00D30" w:rsidP="00E00D30">
      <w:r>
        <w:t>262.3526</w:t>
      </w:r>
      <w:r>
        <w:tab/>
        <w:t>2.025e0</w:t>
      </w:r>
    </w:p>
    <w:p w:rsidR="00E00D30" w:rsidRDefault="00E00D30" w:rsidP="00E00D30">
      <w:r>
        <w:t>262.3617</w:t>
      </w:r>
      <w:r>
        <w:tab/>
        <w:t>1.013e0</w:t>
      </w:r>
    </w:p>
    <w:p w:rsidR="00E00D30" w:rsidRDefault="00E00D30" w:rsidP="00E00D30">
      <w:r>
        <w:t>262.3779</w:t>
      </w:r>
      <w:r>
        <w:tab/>
        <w:t>1.013e0</w:t>
      </w:r>
    </w:p>
    <w:p w:rsidR="00E00D30" w:rsidRDefault="00E00D30" w:rsidP="00E00D30">
      <w:r>
        <w:t>262.3863</w:t>
      </w:r>
      <w:r>
        <w:tab/>
        <w:t>1.013e0</w:t>
      </w:r>
    </w:p>
    <w:p w:rsidR="00E00D30" w:rsidRDefault="00E00D30" w:rsidP="00E00D30">
      <w:r>
        <w:t>262.4123</w:t>
      </w:r>
      <w:r>
        <w:tab/>
        <w:t>1.013e0</w:t>
      </w:r>
    </w:p>
    <w:p w:rsidR="00E00D30" w:rsidRDefault="00E00D30" w:rsidP="00E00D30">
      <w:r>
        <w:t>262.4350</w:t>
      </w:r>
      <w:r>
        <w:tab/>
        <w:t>1.013e0</w:t>
      </w:r>
    </w:p>
    <w:p w:rsidR="00E00D30" w:rsidRDefault="00E00D30" w:rsidP="00E00D30">
      <w:r>
        <w:t>262.4514</w:t>
      </w:r>
      <w:r>
        <w:tab/>
        <w:t>1.013e0</w:t>
      </w:r>
    </w:p>
    <w:p w:rsidR="00E00D30" w:rsidRDefault="00E00D30" w:rsidP="00E00D30">
      <w:r>
        <w:t>262.4552</w:t>
      </w:r>
      <w:r>
        <w:tab/>
        <w:t>1.013e0</w:t>
      </w:r>
    </w:p>
    <w:p w:rsidR="00E00D30" w:rsidRDefault="00E00D30" w:rsidP="00E00D30">
      <w:r>
        <w:t>262.4689</w:t>
      </w:r>
      <w:r>
        <w:tab/>
        <w:t>1.013e0</w:t>
      </w:r>
    </w:p>
    <w:p w:rsidR="00E00D30" w:rsidRDefault="00E00D30" w:rsidP="00E00D30">
      <w:r>
        <w:t>262.4817</w:t>
      </w:r>
      <w:r>
        <w:tab/>
        <w:t>1.013e0</w:t>
      </w:r>
    </w:p>
    <w:p w:rsidR="00E00D30" w:rsidRDefault="00E00D30" w:rsidP="00E00D30">
      <w:r>
        <w:lastRenderedPageBreak/>
        <w:t>262.4936</w:t>
      </w:r>
      <w:r>
        <w:tab/>
        <w:t>1.013e0</w:t>
      </w:r>
    </w:p>
    <w:p w:rsidR="00E00D30" w:rsidRDefault="00E00D30" w:rsidP="00E00D30">
      <w:r>
        <w:t>262.5028</w:t>
      </w:r>
      <w:r>
        <w:tab/>
        <w:t>1.013e0</w:t>
      </w:r>
    </w:p>
    <w:p w:rsidR="00E00D30" w:rsidRDefault="00E00D30" w:rsidP="00E00D30">
      <w:r>
        <w:t>262.5247</w:t>
      </w:r>
      <w:r>
        <w:tab/>
        <w:t>1.013e0</w:t>
      </w:r>
    </w:p>
    <w:p w:rsidR="00E00D30" w:rsidRDefault="00E00D30" w:rsidP="00E00D30">
      <w:r>
        <w:t>262.5284</w:t>
      </w:r>
      <w:r>
        <w:tab/>
        <w:t>1.013e0</w:t>
      </w:r>
    </w:p>
    <w:p w:rsidR="00E00D30" w:rsidRDefault="00E00D30" w:rsidP="00E00D30">
      <w:r>
        <w:t>262.5369</w:t>
      </w:r>
      <w:r>
        <w:tab/>
        <w:t>1.013e0</w:t>
      </w:r>
    </w:p>
    <w:p w:rsidR="00E00D30" w:rsidRDefault="00E00D30" w:rsidP="00E00D30">
      <w:r>
        <w:t>262.5513</w:t>
      </w:r>
      <w:r>
        <w:tab/>
        <w:t>1.013e0</w:t>
      </w:r>
    </w:p>
    <w:p w:rsidR="00E00D30" w:rsidRDefault="00E00D30" w:rsidP="00E00D30">
      <w:r>
        <w:t>262.5526</w:t>
      </w:r>
      <w:r>
        <w:tab/>
        <w:t>2.025e0</w:t>
      </w:r>
    </w:p>
    <w:p w:rsidR="00E00D30" w:rsidRDefault="00E00D30" w:rsidP="00E00D30">
      <w:r>
        <w:t>262.5757</w:t>
      </w:r>
      <w:r>
        <w:tab/>
        <w:t>1.013e0</w:t>
      </w:r>
    </w:p>
    <w:p w:rsidR="00E00D30" w:rsidRDefault="00E00D30" w:rsidP="00E00D30">
      <w:r>
        <w:t>262.5853</w:t>
      </w:r>
      <w:r>
        <w:tab/>
        <w:t>1.013e0</w:t>
      </w:r>
    </w:p>
    <w:p w:rsidR="00E00D30" w:rsidRDefault="00E00D30" w:rsidP="00E00D30">
      <w:r>
        <w:t>262.6019</w:t>
      </w:r>
      <w:r>
        <w:tab/>
        <w:t>1.013e0</w:t>
      </w:r>
    </w:p>
    <w:p w:rsidR="00E00D30" w:rsidRDefault="00E00D30" w:rsidP="00E00D30">
      <w:r>
        <w:t>262.6405</w:t>
      </w:r>
      <w:r>
        <w:tab/>
        <w:t>2.025e0</w:t>
      </w:r>
    </w:p>
    <w:p w:rsidR="00E00D30" w:rsidRDefault="00E00D30" w:rsidP="00E00D30">
      <w:r>
        <w:t>262.6468</w:t>
      </w:r>
      <w:r>
        <w:tab/>
        <w:t>2.025e0</w:t>
      </w:r>
    </w:p>
    <w:p w:rsidR="00E00D30" w:rsidRDefault="00E00D30" w:rsidP="00E00D30">
      <w:r>
        <w:t>262.6673</w:t>
      </w:r>
      <w:r>
        <w:tab/>
        <w:t>1.013e0</w:t>
      </w:r>
    </w:p>
    <w:p w:rsidR="00E00D30" w:rsidRDefault="00E00D30" w:rsidP="00E00D30">
      <w:r>
        <w:t>262.6791</w:t>
      </w:r>
      <w:r>
        <w:tab/>
        <w:t>1.013e0</w:t>
      </w:r>
    </w:p>
    <w:p w:rsidR="00E00D30" w:rsidRDefault="00E00D30" w:rsidP="00E00D30">
      <w:r>
        <w:t>262.6832</w:t>
      </w:r>
      <w:r>
        <w:tab/>
        <w:t>1.013e0</w:t>
      </w:r>
    </w:p>
    <w:p w:rsidR="00E00D30" w:rsidRDefault="00E00D30" w:rsidP="00E00D30">
      <w:r>
        <w:t>262.7058</w:t>
      </w:r>
      <w:r>
        <w:tab/>
        <w:t>1.013e0</w:t>
      </w:r>
    </w:p>
    <w:p w:rsidR="00E00D30" w:rsidRDefault="00E00D30" w:rsidP="00E00D30">
      <w:r>
        <w:t>262.7143</w:t>
      </w:r>
      <w:r>
        <w:tab/>
        <w:t>1.013e0</w:t>
      </w:r>
    </w:p>
    <w:p w:rsidR="00E00D30" w:rsidRDefault="00E00D30" w:rsidP="00E00D30">
      <w:r>
        <w:t>262.7263</w:t>
      </w:r>
      <w:r>
        <w:tab/>
        <w:t>1.013e0</w:t>
      </w:r>
    </w:p>
    <w:p w:rsidR="00E00D30" w:rsidRDefault="00E00D30" w:rsidP="00E00D30">
      <w:r>
        <w:t>262.7653</w:t>
      </w:r>
      <w:r>
        <w:tab/>
        <w:t>3.038e0</w:t>
      </w:r>
    </w:p>
    <w:p w:rsidR="00E00D30" w:rsidRDefault="00E00D30" w:rsidP="00E00D30">
      <w:r>
        <w:lastRenderedPageBreak/>
        <w:t>262.7995</w:t>
      </w:r>
      <w:r>
        <w:tab/>
        <w:t>1.013e0</w:t>
      </w:r>
    </w:p>
    <w:p w:rsidR="00E00D30" w:rsidRDefault="00E00D30" w:rsidP="00E00D30">
      <w:r>
        <w:t>262.8301</w:t>
      </w:r>
      <w:r>
        <w:tab/>
        <w:t>1.013e0</w:t>
      </w:r>
    </w:p>
    <w:p w:rsidR="00E00D30" w:rsidRDefault="00E00D30" w:rsidP="00E00D30">
      <w:r>
        <w:t>262.8344</w:t>
      </w:r>
      <w:r>
        <w:tab/>
        <w:t>1.013e0</w:t>
      </w:r>
    </w:p>
    <w:p w:rsidR="00E00D30" w:rsidRDefault="00E00D30" w:rsidP="00E00D30">
      <w:r>
        <w:t>262.8380</w:t>
      </w:r>
      <w:r>
        <w:tab/>
        <w:t>1.013e0</w:t>
      </w:r>
    </w:p>
    <w:p w:rsidR="00E00D30" w:rsidRDefault="00E00D30" w:rsidP="00E00D30">
      <w:r>
        <w:t>262.8481</w:t>
      </w:r>
      <w:r>
        <w:tab/>
        <w:t>1.013e0</w:t>
      </w:r>
    </w:p>
    <w:p w:rsidR="00E00D30" w:rsidRDefault="00E00D30" w:rsidP="00E00D30">
      <w:r>
        <w:t>262.8525</w:t>
      </w:r>
      <w:r>
        <w:tab/>
        <w:t>1.013e0</w:t>
      </w:r>
    </w:p>
    <w:p w:rsidR="00E00D30" w:rsidRDefault="00E00D30" w:rsidP="00E00D30">
      <w:r>
        <w:t>262.8728</w:t>
      </w:r>
      <w:r>
        <w:tab/>
        <w:t>1.013e0</w:t>
      </w:r>
    </w:p>
    <w:p w:rsidR="00E00D30" w:rsidRDefault="00E00D30" w:rsidP="00E00D30">
      <w:r>
        <w:t>262.9077</w:t>
      </w:r>
      <w:r>
        <w:tab/>
        <w:t>2.025e0</w:t>
      </w:r>
    </w:p>
    <w:p w:rsidR="00E00D30" w:rsidRDefault="00E00D30" w:rsidP="00E00D30">
      <w:r>
        <w:t>262.9461</w:t>
      </w:r>
      <w:r>
        <w:tab/>
        <w:t>1.013e0</w:t>
      </w:r>
    </w:p>
    <w:p w:rsidR="00E00D30" w:rsidRDefault="00E00D30" w:rsidP="00E00D30">
      <w:r>
        <w:t>262.9595</w:t>
      </w:r>
      <w:r>
        <w:tab/>
        <w:t>1.013e0</w:t>
      </w:r>
    </w:p>
    <w:p w:rsidR="00E00D30" w:rsidRDefault="00E00D30" w:rsidP="00E00D30">
      <w:r>
        <w:t>262.9622</w:t>
      </w:r>
      <w:r>
        <w:tab/>
        <w:t>2.025e0</w:t>
      </w:r>
    </w:p>
    <w:p w:rsidR="00E00D30" w:rsidRDefault="00E00D30" w:rsidP="00E00D30">
      <w:r>
        <w:t>262.9638</w:t>
      </w:r>
      <w:r>
        <w:tab/>
        <w:t>2.025e0</w:t>
      </w:r>
    </w:p>
    <w:p w:rsidR="00E00D30" w:rsidRDefault="00E00D30" w:rsidP="00E00D30">
      <w:r>
        <w:t>262.9708</w:t>
      </w:r>
      <w:r>
        <w:tab/>
        <w:t>2.025e0</w:t>
      </w:r>
    </w:p>
    <w:p w:rsidR="00E00D30" w:rsidRDefault="00E00D30" w:rsidP="00E00D30">
      <w:r>
        <w:t>262.9849</w:t>
      </w:r>
      <w:r>
        <w:tab/>
        <w:t>2.025e0</w:t>
      </w:r>
    </w:p>
    <w:p w:rsidR="00E00D30" w:rsidRDefault="00E00D30" w:rsidP="00E00D30">
      <w:r>
        <w:t>262.9878</w:t>
      </w:r>
      <w:r>
        <w:tab/>
        <w:t>2.025e0</w:t>
      </w:r>
    </w:p>
    <w:p w:rsidR="00E00D30" w:rsidRDefault="00E00D30" w:rsidP="00E00D30">
      <w:r>
        <w:t>262.9903</w:t>
      </w:r>
      <w:r>
        <w:tab/>
        <w:t>3.038e0</w:t>
      </w:r>
    </w:p>
    <w:p w:rsidR="00E00D30" w:rsidRDefault="00E00D30" w:rsidP="00E00D30">
      <w:r>
        <w:t>262.9943</w:t>
      </w:r>
      <w:r>
        <w:tab/>
        <w:t>1.230e0</w:t>
      </w:r>
    </w:p>
    <w:p w:rsidR="00E00D30" w:rsidRDefault="00E00D30" w:rsidP="00E00D30">
      <w:r>
        <w:t>263.0005</w:t>
      </w:r>
      <w:r>
        <w:tab/>
        <w:t>9.114e0</w:t>
      </w:r>
    </w:p>
    <w:p w:rsidR="00E00D30" w:rsidRDefault="00E00D30" w:rsidP="00E00D30">
      <w:r>
        <w:t>263.0021</w:t>
      </w:r>
      <w:r>
        <w:tab/>
        <w:t>2.025e0</w:t>
      </w:r>
    </w:p>
    <w:p w:rsidR="00E00D30" w:rsidRDefault="00E00D30" w:rsidP="00E00D30">
      <w:r>
        <w:lastRenderedPageBreak/>
        <w:t>263.0045</w:t>
      </w:r>
      <w:r>
        <w:tab/>
        <w:t>3.038e0</w:t>
      </w:r>
    </w:p>
    <w:p w:rsidR="00E00D30" w:rsidRDefault="00E00D30" w:rsidP="00E00D30">
      <w:r>
        <w:t>263.0138</w:t>
      </w:r>
      <w:r>
        <w:tab/>
        <w:t>2.025e0</w:t>
      </w:r>
    </w:p>
    <w:p w:rsidR="00E00D30" w:rsidRDefault="00E00D30" w:rsidP="00E00D30">
      <w:r>
        <w:t>263.0236</w:t>
      </w:r>
      <w:r>
        <w:tab/>
        <w:t>1.013e0</w:t>
      </w:r>
    </w:p>
    <w:p w:rsidR="00E00D30" w:rsidRDefault="00E00D30" w:rsidP="00E00D30">
      <w:r>
        <w:t>263.0265</w:t>
      </w:r>
      <w:r>
        <w:tab/>
        <w:t>2.270e0</w:t>
      </w:r>
    </w:p>
    <w:p w:rsidR="00E00D30" w:rsidRDefault="00E00D30" w:rsidP="00E00D30">
      <w:r>
        <w:t>263.0355</w:t>
      </w:r>
      <w:r>
        <w:tab/>
        <w:t>9.114e0</w:t>
      </w:r>
    </w:p>
    <w:p w:rsidR="00E00D30" w:rsidRDefault="00E00D30" w:rsidP="00E00D30">
      <w:r>
        <w:t>263.0370</w:t>
      </w:r>
      <w:r>
        <w:tab/>
        <w:t>2.025e0</w:t>
      </w:r>
    </w:p>
    <w:p w:rsidR="00E00D30" w:rsidRDefault="00E00D30" w:rsidP="00E00D30">
      <w:r>
        <w:t>263.0583</w:t>
      </w:r>
      <w:r>
        <w:tab/>
        <w:t>1.013e0</w:t>
      </w:r>
    </w:p>
    <w:p w:rsidR="00E00D30" w:rsidRDefault="00E00D30" w:rsidP="00E00D30">
      <w:r>
        <w:t>263.0623</w:t>
      </w:r>
      <w:r>
        <w:tab/>
        <w:t>1.013e0</w:t>
      </w:r>
    </w:p>
    <w:p w:rsidR="00E00D30" w:rsidRDefault="00E00D30" w:rsidP="00E00D30">
      <w:r>
        <w:t>263.0668</w:t>
      </w:r>
      <w:r>
        <w:tab/>
        <w:t>2.025e0</w:t>
      </w:r>
    </w:p>
    <w:p w:rsidR="00E00D30" w:rsidRDefault="00E00D30" w:rsidP="00E00D30">
      <w:r>
        <w:t>263.0851</w:t>
      </w:r>
      <w:r>
        <w:tab/>
        <w:t>1.013e0</w:t>
      </w:r>
    </w:p>
    <w:p w:rsidR="00E00D30" w:rsidRDefault="00E00D30" w:rsidP="00E00D30">
      <w:r>
        <w:t>263.0877</w:t>
      </w:r>
      <w:r>
        <w:tab/>
        <w:t>4.051e0</w:t>
      </w:r>
    </w:p>
    <w:p w:rsidR="00E00D30" w:rsidRDefault="00E00D30" w:rsidP="00E00D30">
      <w:r>
        <w:t>263.0930</w:t>
      </w:r>
      <w:r>
        <w:tab/>
        <w:t>1.013e0</w:t>
      </w:r>
    </w:p>
    <w:p w:rsidR="00E00D30" w:rsidRDefault="00E00D30" w:rsidP="00E00D30">
      <w:r>
        <w:t>263.0972</w:t>
      </w:r>
      <w:r>
        <w:tab/>
        <w:t>1.013e0</w:t>
      </w:r>
    </w:p>
    <w:p w:rsidR="00E00D30" w:rsidRDefault="00E00D30" w:rsidP="00E00D30">
      <w:r>
        <w:t>263.1033</w:t>
      </w:r>
      <w:r>
        <w:tab/>
        <w:t>2.025e0</w:t>
      </w:r>
    </w:p>
    <w:p w:rsidR="00E00D30" w:rsidRDefault="00E00D30" w:rsidP="00E00D30">
      <w:r>
        <w:t>263.1055</w:t>
      </w:r>
      <w:r>
        <w:tab/>
        <w:t>1.013e0</w:t>
      </w:r>
    </w:p>
    <w:p w:rsidR="00E00D30" w:rsidRDefault="00E00D30" w:rsidP="00E00D30">
      <w:r>
        <w:t>263.1238</w:t>
      </w:r>
      <w:r>
        <w:tab/>
        <w:t>1.013e0</w:t>
      </w:r>
    </w:p>
    <w:p w:rsidR="00E00D30" w:rsidRDefault="00E00D30" w:rsidP="00E00D30">
      <w:r>
        <w:t>263.1277</w:t>
      </w:r>
      <w:r>
        <w:tab/>
        <w:t>1.013e0</w:t>
      </w:r>
    </w:p>
    <w:p w:rsidR="00E00D30" w:rsidRDefault="00E00D30" w:rsidP="00E00D30">
      <w:r>
        <w:t>263.1309</w:t>
      </w:r>
      <w:r>
        <w:tab/>
        <w:t>3.038e0</w:t>
      </w:r>
    </w:p>
    <w:p w:rsidR="00E00D30" w:rsidRDefault="00E00D30" w:rsidP="00E00D30">
      <w:r>
        <w:t>263.1320</w:t>
      </w:r>
      <w:r>
        <w:tab/>
        <w:t>1.013e0</w:t>
      </w:r>
    </w:p>
    <w:p w:rsidR="00E00D30" w:rsidRDefault="00E00D30" w:rsidP="00E00D30">
      <w:r>
        <w:lastRenderedPageBreak/>
        <w:t>263.1359</w:t>
      </w:r>
      <w:r>
        <w:tab/>
        <w:t>1.013e0</w:t>
      </w:r>
    </w:p>
    <w:p w:rsidR="00E00D30" w:rsidRDefault="00E00D30" w:rsidP="00E00D30">
      <w:r>
        <w:t>263.1492</w:t>
      </w:r>
      <w:r>
        <w:tab/>
        <w:t>1.013e0</w:t>
      </w:r>
    </w:p>
    <w:p w:rsidR="00E00D30" w:rsidRDefault="00E00D30" w:rsidP="00E00D30">
      <w:r>
        <w:t>263.1591</w:t>
      </w:r>
      <w:r>
        <w:tab/>
        <w:t>1.013e0</w:t>
      </w:r>
    </w:p>
    <w:p w:rsidR="00E00D30" w:rsidRDefault="00E00D30" w:rsidP="00E00D30">
      <w:r>
        <w:t>263.1625</w:t>
      </w:r>
      <w:r>
        <w:tab/>
        <w:t>1.013e0</w:t>
      </w:r>
    </w:p>
    <w:p w:rsidR="00E00D30" w:rsidRDefault="00E00D30" w:rsidP="00E00D30">
      <w:r>
        <w:t>263.1707</w:t>
      </w:r>
      <w:r>
        <w:tab/>
        <w:t>1.013e0</w:t>
      </w:r>
    </w:p>
    <w:p w:rsidR="00E00D30" w:rsidRDefault="00E00D30" w:rsidP="00E00D30">
      <w:r>
        <w:t>263.1745</w:t>
      </w:r>
      <w:r>
        <w:tab/>
        <w:t>1.013e0</w:t>
      </w:r>
    </w:p>
    <w:p w:rsidR="00E00D30" w:rsidRDefault="00E00D30" w:rsidP="00E00D30">
      <w:r>
        <w:t>263.1809</w:t>
      </w:r>
      <w:r>
        <w:tab/>
        <w:t>5.063e0</w:t>
      </w:r>
    </w:p>
    <w:p w:rsidR="00E00D30" w:rsidRDefault="00E00D30" w:rsidP="00E00D30">
      <w:r>
        <w:t>263.1832</w:t>
      </w:r>
      <w:r>
        <w:tab/>
        <w:t>2.025e0</w:t>
      </w:r>
    </w:p>
    <w:p w:rsidR="00E00D30" w:rsidRDefault="00E00D30" w:rsidP="00E00D30">
      <w:r>
        <w:t>263.1882</w:t>
      </w:r>
      <w:r>
        <w:tab/>
        <w:t>1.013e0</w:t>
      </w:r>
    </w:p>
    <w:p w:rsidR="00E00D30" w:rsidRDefault="00E00D30" w:rsidP="00E00D30">
      <w:r>
        <w:t>263.2017</w:t>
      </w:r>
      <w:r>
        <w:tab/>
        <w:t>1.013e0</w:t>
      </w:r>
    </w:p>
    <w:p w:rsidR="00E00D30" w:rsidRDefault="00E00D30" w:rsidP="00E00D30">
      <w:r>
        <w:t>263.2094</w:t>
      </w:r>
      <w:r>
        <w:tab/>
        <w:t>1.013e0</w:t>
      </w:r>
    </w:p>
    <w:p w:rsidR="00E00D30" w:rsidRDefault="00E00D30" w:rsidP="00E00D30">
      <w:r>
        <w:t>263.2365</w:t>
      </w:r>
      <w:r>
        <w:tab/>
        <w:t>1.013e0</w:t>
      </w:r>
    </w:p>
    <w:p w:rsidR="00E00D30" w:rsidRDefault="00E00D30" w:rsidP="00E00D30">
      <w:r>
        <w:t>263.2400</w:t>
      </w:r>
      <w:r>
        <w:tab/>
        <w:t>1.013e0</w:t>
      </w:r>
    </w:p>
    <w:p w:rsidR="00E00D30" w:rsidRDefault="00E00D30" w:rsidP="00E00D30">
      <w:r>
        <w:t>263.2461</w:t>
      </w:r>
      <w:r>
        <w:tab/>
        <w:t>2.025e0</w:t>
      </w:r>
    </w:p>
    <w:p w:rsidR="00E00D30" w:rsidRDefault="00E00D30" w:rsidP="00E00D30">
      <w:r>
        <w:t>263.2480</w:t>
      </w:r>
      <w:r>
        <w:tab/>
        <w:t>1.013e0</w:t>
      </w:r>
    </w:p>
    <w:p w:rsidR="00E00D30" w:rsidRDefault="00E00D30" w:rsidP="00E00D30">
      <w:r>
        <w:t>263.2567</w:t>
      </w:r>
      <w:r>
        <w:tab/>
        <w:t>2.025e0</w:t>
      </w:r>
    </w:p>
    <w:p w:rsidR="00E00D30" w:rsidRDefault="00E00D30" w:rsidP="00E00D30">
      <w:r>
        <w:t>263.2869</w:t>
      </w:r>
      <w:r>
        <w:tab/>
        <w:t>1.013e0</w:t>
      </w:r>
    </w:p>
    <w:p w:rsidR="00E00D30" w:rsidRDefault="00E00D30" w:rsidP="00E00D30">
      <w:r>
        <w:t>263.3440</w:t>
      </w:r>
      <w:r>
        <w:tab/>
        <w:t>1.013e0</w:t>
      </w:r>
    </w:p>
    <w:p w:rsidR="00E00D30" w:rsidRDefault="00E00D30" w:rsidP="00E00D30">
      <w:r>
        <w:t>263.3523</w:t>
      </w:r>
      <w:r>
        <w:tab/>
        <w:t>1.013e0</w:t>
      </w:r>
    </w:p>
    <w:p w:rsidR="00E00D30" w:rsidRDefault="00E00D30" w:rsidP="00E00D30">
      <w:r>
        <w:lastRenderedPageBreak/>
        <w:t>263.3682</w:t>
      </w:r>
      <w:r>
        <w:tab/>
        <w:t>1.013e0</w:t>
      </w:r>
    </w:p>
    <w:p w:rsidR="00E00D30" w:rsidRDefault="00E00D30" w:rsidP="00E00D30">
      <w:r>
        <w:t>263.3735</w:t>
      </w:r>
      <w:r>
        <w:tab/>
        <w:t>1.013e0</w:t>
      </w:r>
    </w:p>
    <w:p w:rsidR="00E00D30" w:rsidRDefault="00E00D30" w:rsidP="00E00D30">
      <w:r>
        <w:t>263.3870</w:t>
      </w:r>
      <w:r>
        <w:tab/>
        <w:t>1.013e0</w:t>
      </w:r>
    </w:p>
    <w:p w:rsidR="00E00D30" w:rsidRDefault="00E00D30" w:rsidP="00E00D30">
      <w:r>
        <w:t>263.4121</w:t>
      </w:r>
      <w:r>
        <w:tab/>
        <w:t>1.013e0</w:t>
      </w:r>
    </w:p>
    <w:p w:rsidR="00E00D30" w:rsidRDefault="00E00D30" w:rsidP="00E00D30">
      <w:r>
        <w:t>263.4417</w:t>
      </w:r>
      <w:r>
        <w:tab/>
        <w:t>1.013e0</w:t>
      </w:r>
    </w:p>
    <w:p w:rsidR="00E00D30" w:rsidRDefault="00E00D30" w:rsidP="00E00D30">
      <w:r>
        <w:t>263.4462</w:t>
      </w:r>
      <w:r>
        <w:tab/>
        <w:t>1.013e0</w:t>
      </w:r>
    </w:p>
    <w:p w:rsidR="00E00D30" w:rsidRDefault="00E00D30" w:rsidP="00E00D30">
      <w:r>
        <w:t>263.4590</w:t>
      </w:r>
      <w:r>
        <w:tab/>
        <w:t>2.025e0</w:t>
      </w:r>
    </w:p>
    <w:p w:rsidR="00E00D30" w:rsidRDefault="00E00D30" w:rsidP="00E00D30">
      <w:r>
        <w:t>263.4606</w:t>
      </w:r>
      <w:r>
        <w:tab/>
        <w:t>1.013e0</w:t>
      </w:r>
    </w:p>
    <w:p w:rsidR="00E00D30" w:rsidRDefault="00E00D30" w:rsidP="00E00D30">
      <w:r>
        <w:t>263.4644</w:t>
      </w:r>
      <w:r>
        <w:tab/>
        <w:t>1.013e0</w:t>
      </w:r>
    </w:p>
    <w:p w:rsidR="00E00D30" w:rsidRDefault="00E00D30" w:rsidP="00E00D30">
      <w:r>
        <w:t>263.4804</w:t>
      </w:r>
      <w:r>
        <w:tab/>
        <w:t>1.013e0</w:t>
      </w:r>
    </w:p>
    <w:p w:rsidR="00E00D30" w:rsidRDefault="00E00D30" w:rsidP="00E00D30">
      <w:r>
        <w:t>263.4899</w:t>
      </w:r>
      <w:r>
        <w:tab/>
        <w:t>1.013e0</w:t>
      </w:r>
    </w:p>
    <w:p w:rsidR="00E00D30" w:rsidRDefault="00E00D30" w:rsidP="00E00D30">
      <w:r>
        <w:t>263.5112</w:t>
      </w:r>
      <w:r>
        <w:tab/>
        <w:t>1.013e0</w:t>
      </w:r>
    </w:p>
    <w:p w:rsidR="00E00D30" w:rsidRDefault="00E00D30" w:rsidP="00E00D30">
      <w:r>
        <w:t>263.5464</w:t>
      </w:r>
      <w:r>
        <w:tab/>
        <w:t>1.013e0</w:t>
      </w:r>
    </w:p>
    <w:p w:rsidR="00E00D30" w:rsidRDefault="00E00D30" w:rsidP="00E00D30">
      <w:r>
        <w:t>263.5530</w:t>
      </w:r>
      <w:r>
        <w:tab/>
        <w:t>3.038e0</w:t>
      </w:r>
    </w:p>
    <w:p w:rsidR="00E00D30" w:rsidRDefault="00E00D30" w:rsidP="00E00D30">
      <w:r>
        <w:t>263.5887</w:t>
      </w:r>
      <w:r>
        <w:tab/>
        <w:t>1.013e0</w:t>
      </w:r>
    </w:p>
    <w:p w:rsidR="00E00D30" w:rsidRDefault="00E00D30" w:rsidP="00E00D30">
      <w:r>
        <w:t>263.6314</w:t>
      </w:r>
      <w:r>
        <w:tab/>
        <w:t>2.025e0</w:t>
      </w:r>
    </w:p>
    <w:p w:rsidR="00E00D30" w:rsidRDefault="00E00D30" w:rsidP="00E00D30">
      <w:r>
        <w:t>263.6503</w:t>
      </w:r>
      <w:r>
        <w:tab/>
        <w:t>1.013e0</w:t>
      </w:r>
    </w:p>
    <w:p w:rsidR="00E00D30" w:rsidRDefault="00E00D30" w:rsidP="00E00D30">
      <w:r>
        <w:t>263.6583</w:t>
      </w:r>
      <w:r>
        <w:tab/>
        <w:t>2.025e0</w:t>
      </w:r>
    </w:p>
    <w:p w:rsidR="00E00D30" w:rsidRDefault="00E00D30" w:rsidP="00E00D30">
      <w:r>
        <w:t>263.7189</w:t>
      </w:r>
      <w:r>
        <w:tab/>
        <w:t>1.013e0</w:t>
      </w:r>
    </w:p>
    <w:p w:rsidR="00E00D30" w:rsidRDefault="00E00D30" w:rsidP="00E00D30">
      <w:r>
        <w:lastRenderedPageBreak/>
        <w:t>263.7487</w:t>
      </w:r>
      <w:r>
        <w:tab/>
        <w:t>1.013e0</w:t>
      </w:r>
    </w:p>
    <w:p w:rsidR="00E00D30" w:rsidRDefault="00E00D30" w:rsidP="00E00D30">
      <w:r>
        <w:t>263.7825</w:t>
      </w:r>
      <w:r>
        <w:tab/>
        <w:t>1.013e0</w:t>
      </w:r>
    </w:p>
    <w:p w:rsidR="00E00D30" w:rsidRDefault="00E00D30" w:rsidP="00E00D30">
      <w:r>
        <w:t>263.7925</w:t>
      </w:r>
      <w:r>
        <w:tab/>
        <w:t>1.013e0</w:t>
      </w:r>
    </w:p>
    <w:p w:rsidR="00E00D30" w:rsidRDefault="00E00D30" w:rsidP="00E00D30">
      <w:r>
        <w:t>263.7971</w:t>
      </w:r>
      <w:r>
        <w:tab/>
        <w:t>1.013e0</w:t>
      </w:r>
    </w:p>
    <w:p w:rsidR="00E00D30" w:rsidRDefault="00E00D30" w:rsidP="00E00D30">
      <w:r>
        <w:t>263.8218</w:t>
      </w:r>
      <w:r>
        <w:tab/>
        <w:t>1.013e0</w:t>
      </w:r>
    </w:p>
    <w:p w:rsidR="00E00D30" w:rsidRDefault="00E00D30" w:rsidP="00E00D30">
      <w:r>
        <w:t>263.8439</w:t>
      </w:r>
      <w:r>
        <w:tab/>
        <w:t>1.013e0</w:t>
      </w:r>
    </w:p>
    <w:p w:rsidR="00E00D30" w:rsidRDefault="00E00D30" w:rsidP="00E00D30">
      <w:r>
        <w:t>263.8480</w:t>
      </w:r>
      <w:r>
        <w:tab/>
        <w:t>1.013e0</w:t>
      </w:r>
    </w:p>
    <w:p w:rsidR="00E00D30" w:rsidRDefault="00E00D30" w:rsidP="00E00D30">
      <w:r>
        <w:t>263.8655</w:t>
      </w:r>
      <w:r>
        <w:tab/>
        <w:t>2.025e0</w:t>
      </w:r>
    </w:p>
    <w:p w:rsidR="00E00D30" w:rsidRDefault="00E00D30" w:rsidP="00E00D30">
      <w:r>
        <w:t>263.8787</w:t>
      </w:r>
      <w:r>
        <w:tab/>
        <w:t>1.013e0</w:t>
      </w:r>
    </w:p>
    <w:p w:rsidR="00E00D30" w:rsidRDefault="00E00D30" w:rsidP="00E00D30">
      <w:r>
        <w:t>263.8947</w:t>
      </w:r>
      <w:r>
        <w:tab/>
        <w:t>1.013e0</w:t>
      </w:r>
    </w:p>
    <w:p w:rsidR="00E00D30" w:rsidRDefault="00E00D30" w:rsidP="00E00D30">
      <w:r>
        <w:t>263.9091</w:t>
      </w:r>
      <w:r>
        <w:tab/>
        <w:t>1.013e0</w:t>
      </w:r>
    </w:p>
    <w:p w:rsidR="00E00D30" w:rsidRDefault="00E00D30" w:rsidP="00E00D30">
      <w:r>
        <w:t>263.9176</w:t>
      </w:r>
      <w:r>
        <w:tab/>
        <w:t>1.013e0</w:t>
      </w:r>
    </w:p>
    <w:p w:rsidR="00E00D30" w:rsidRDefault="00E00D30" w:rsidP="00E00D30">
      <w:r>
        <w:t>263.9361</w:t>
      </w:r>
      <w:r>
        <w:tab/>
        <w:t>2.025e0</w:t>
      </w:r>
    </w:p>
    <w:p w:rsidR="00E00D30" w:rsidRDefault="00E00D30" w:rsidP="00E00D30">
      <w:r>
        <w:t>263.9483</w:t>
      </w:r>
      <w:r>
        <w:tab/>
        <w:t>1.013e0</w:t>
      </w:r>
    </w:p>
    <w:p w:rsidR="00E00D30" w:rsidRDefault="00E00D30" w:rsidP="00E00D30">
      <w:r>
        <w:t>263.9523</w:t>
      </w:r>
      <w:r>
        <w:tab/>
        <w:t>1.013e0</w:t>
      </w:r>
    </w:p>
    <w:p w:rsidR="00E00D30" w:rsidRDefault="00E00D30" w:rsidP="00E00D30">
      <w:r>
        <w:t>263.9645</w:t>
      </w:r>
      <w:r>
        <w:tab/>
        <w:t>4.051e0</w:t>
      </w:r>
    </w:p>
    <w:p w:rsidR="00E00D30" w:rsidRDefault="00E00D30" w:rsidP="00E00D30">
      <w:r>
        <w:t>263.9775</w:t>
      </w:r>
      <w:r>
        <w:tab/>
        <w:t>1.013e0</w:t>
      </w:r>
    </w:p>
    <w:p w:rsidR="00E00D30" w:rsidRDefault="00E00D30" w:rsidP="00E00D30">
      <w:r>
        <w:t>263.9828</w:t>
      </w:r>
      <w:r>
        <w:tab/>
        <w:t>1.013e0</w:t>
      </w:r>
    </w:p>
    <w:p w:rsidR="00E00D30" w:rsidRDefault="00E00D30" w:rsidP="00E00D30">
      <w:r>
        <w:t>263.9911</w:t>
      </w:r>
      <w:r>
        <w:tab/>
        <w:t>1.013e0</w:t>
      </w:r>
    </w:p>
    <w:p w:rsidR="00E00D30" w:rsidRDefault="00E00D30" w:rsidP="00E00D30">
      <w:r>
        <w:lastRenderedPageBreak/>
        <w:t>263.9951</w:t>
      </w:r>
      <w:r>
        <w:tab/>
        <w:t>4.051e0</w:t>
      </w:r>
    </w:p>
    <w:p w:rsidR="00E00D30" w:rsidRDefault="00E00D30" w:rsidP="00E00D30">
      <w:r>
        <w:t>263.9972</w:t>
      </w:r>
      <w:r>
        <w:tab/>
        <w:t>2.025e0</w:t>
      </w:r>
    </w:p>
    <w:p w:rsidR="00E00D30" w:rsidRDefault="00E00D30" w:rsidP="00E00D30">
      <w:r>
        <w:t>264.0013</w:t>
      </w:r>
      <w:r>
        <w:tab/>
        <w:t>3.038e0</w:t>
      </w:r>
    </w:p>
    <w:p w:rsidR="00E00D30" w:rsidRDefault="00E00D30" w:rsidP="00E00D30">
      <w:r>
        <w:t>264.0032</w:t>
      </w:r>
      <w:r>
        <w:tab/>
        <w:t>1.013e0</w:t>
      </w:r>
    </w:p>
    <w:p w:rsidR="00E00D30" w:rsidRDefault="00E00D30" w:rsidP="00E00D30">
      <w:r>
        <w:t>264.0104</w:t>
      </w:r>
      <w:r>
        <w:tab/>
        <w:t>3.369e0</w:t>
      </w:r>
    </w:p>
    <w:p w:rsidR="00E00D30" w:rsidRDefault="00E00D30" w:rsidP="00E00D30">
      <w:r>
        <w:t>264.0143</w:t>
      </w:r>
      <w:r>
        <w:tab/>
        <w:t>2.025e0</w:t>
      </w:r>
    </w:p>
    <w:p w:rsidR="00E00D30" w:rsidRDefault="00E00D30" w:rsidP="00E00D30">
      <w:r>
        <w:t>264.0164</w:t>
      </w:r>
      <w:r>
        <w:tab/>
        <w:t>1.013e0</w:t>
      </w:r>
    </w:p>
    <w:p w:rsidR="00E00D30" w:rsidRDefault="00E00D30" w:rsidP="00E00D30">
      <w:r>
        <w:t>264.0264</w:t>
      </w:r>
      <w:r>
        <w:tab/>
        <w:t>1.013e0</w:t>
      </w:r>
    </w:p>
    <w:p w:rsidR="00E00D30" w:rsidRDefault="00E00D30" w:rsidP="00E00D30">
      <w:r>
        <w:t>264.0294</w:t>
      </w:r>
      <w:r>
        <w:tab/>
        <w:t>3.038e0</w:t>
      </w:r>
    </w:p>
    <w:p w:rsidR="00E00D30" w:rsidRDefault="00E00D30" w:rsidP="00E00D30">
      <w:r>
        <w:t>264.0603</w:t>
      </w:r>
      <w:r>
        <w:tab/>
        <w:t>1.013e0</w:t>
      </w:r>
    </w:p>
    <w:p w:rsidR="00E00D30" w:rsidRDefault="00E00D30" w:rsidP="00E00D30">
      <w:r>
        <w:t>264.0648</w:t>
      </w:r>
      <w:r>
        <w:tab/>
        <w:t>1.013e0</w:t>
      </w:r>
    </w:p>
    <w:p w:rsidR="00E00D30" w:rsidRDefault="00E00D30" w:rsidP="00E00D30">
      <w:r>
        <w:t>264.0687</w:t>
      </w:r>
      <w:r>
        <w:tab/>
        <w:t>1.013e0</w:t>
      </w:r>
    </w:p>
    <w:p w:rsidR="00E00D30" w:rsidRDefault="00E00D30" w:rsidP="00E00D30">
      <w:r>
        <w:t>264.0726</w:t>
      </w:r>
      <w:r>
        <w:tab/>
        <w:t>1.013e0</w:t>
      </w:r>
    </w:p>
    <w:p w:rsidR="00E00D30" w:rsidRDefault="00E00D30" w:rsidP="00E00D30">
      <w:r>
        <w:t>264.0750</w:t>
      </w:r>
      <w:r>
        <w:tab/>
        <w:t>3.038e0</w:t>
      </w:r>
    </w:p>
    <w:p w:rsidR="00E00D30" w:rsidRDefault="00E00D30" w:rsidP="00E00D30">
      <w:r>
        <w:t>264.0785</w:t>
      </w:r>
      <w:r>
        <w:tab/>
        <w:t>3.038e0</w:t>
      </w:r>
    </w:p>
    <w:p w:rsidR="00E00D30" w:rsidRDefault="00E00D30" w:rsidP="00E00D30">
      <w:r>
        <w:t>264.0947</w:t>
      </w:r>
      <w:r>
        <w:tab/>
        <w:t>1.013e0</w:t>
      </w:r>
    </w:p>
    <w:p w:rsidR="00E00D30" w:rsidRDefault="00E00D30" w:rsidP="00E00D30">
      <w:r>
        <w:t>264.1155</w:t>
      </w:r>
      <w:r>
        <w:tab/>
        <w:t>1.013e0</w:t>
      </w:r>
    </w:p>
    <w:p w:rsidR="00E00D30" w:rsidRDefault="00E00D30" w:rsidP="00E00D30">
      <w:r>
        <w:t>264.1194</w:t>
      </w:r>
      <w:r>
        <w:tab/>
        <w:t>1.013e0</w:t>
      </w:r>
    </w:p>
    <w:p w:rsidR="00E00D30" w:rsidRDefault="00E00D30" w:rsidP="00E00D30">
      <w:r>
        <w:t>264.1292</w:t>
      </w:r>
      <w:r>
        <w:tab/>
        <w:t>1.013e0</w:t>
      </w:r>
    </w:p>
    <w:p w:rsidR="00E00D30" w:rsidRDefault="00E00D30" w:rsidP="00E00D30">
      <w:r>
        <w:lastRenderedPageBreak/>
        <w:t>264.1337</w:t>
      </w:r>
      <w:r>
        <w:tab/>
        <w:t>2.025e0</w:t>
      </w:r>
    </w:p>
    <w:p w:rsidR="00E00D30" w:rsidRDefault="00E00D30" w:rsidP="00E00D30">
      <w:r>
        <w:t>264.1401</w:t>
      </w:r>
      <w:r>
        <w:tab/>
        <w:t>2.025e0</w:t>
      </w:r>
    </w:p>
    <w:p w:rsidR="00E00D30" w:rsidRDefault="00E00D30" w:rsidP="00E00D30">
      <w:r>
        <w:t>264.1422</w:t>
      </w:r>
      <w:r>
        <w:tab/>
        <w:t>1.013e0</w:t>
      </w:r>
    </w:p>
    <w:p w:rsidR="00E00D30" w:rsidRDefault="00E00D30" w:rsidP="00E00D30">
      <w:r>
        <w:t>264.1501</w:t>
      </w:r>
      <w:r>
        <w:tab/>
        <w:t>1.013e0</w:t>
      </w:r>
    </w:p>
    <w:p w:rsidR="00E00D30" w:rsidRDefault="00E00D30" w:rsidP="00E00D30">
      <w:r>
        <w:t>264.1677</w:t>
      </w:r>
      <w:r>
        <w:tab/>
        <w:t>1.013e0</w:t>
      </w:r>
    </w:p>
    <w:p w:rsidR="00E00D30" w:rsidRDefault="00E00D30" w:rsidP="00E00D30">
      <w:r>
        <w:t>264.1809</w:t>
      </w:r>
      <w:r>
        <w:tab/>
        <w:t>1.013e0</w:t>
      </w:r>
    </w:p>
    <w:p w:rsidR="00E00D30" w:rsidRDefault="00E00D30" w:rsidP="00E00D30">
      <w:r>
        <w:t>264.1894</w:t>
      </w:r>
      <w:r>
        <w:tab/>
        <w:t>1.013e0</w:t>
      </w:r>
    </w:p>
    <w:p w:rsidR="00E00D30" w:rsidRDefault="00E00D30" w:rsidP="00E00D30">
      <w:r>
        <w:t>264.1952</w:t>
      </w:r>
      <w:r>
        <w:tab/>
        <w:t>2.025e0</w:t>
      </w:r>
    </w:p>
    <w:p w:rsidR="00E00D30" w:rsidRDefault="00E00D30" w:rsidP="00E00D30">
      <w:r>
        <w:t>264.2021</w:t>
      </w:r>
      <w:r>
        <w:tab/>
        <w:t>1.013e0</w:t>
      </w:r>
    </w:p>
    <w:p w:rsidR="00E00D30" w:rsidRDefault="00E00D30" w:rsidP="00E00D30">
      <w:r>
        <w:t>264.2118</w:t>
      </w:r>
      <w:r>
        <w:tab/>
        <w:t>1.013e0</w:t>
      </w:r>
    </w:p>
    <w:p w:rsidR="00E00D30" w:rsidRDefault="00E00D30" w:rsidP="00E00D30">
      <w:r>
        <w:t>264.2142</w:t>
      </w:r>
      <w:r>
        <w:tab/>
        <w:t>2.025e0</w:t>
      </w:r>
    </w:p>
    <w:p w:rsidR="00E00D30" w:rsidRDefault="00E00D30" w:rsidP="00E00D30">
      <w:r>
        <w:t>264.2278</w:t>
      </w:r>
      <w:r>
        <w:tab/>
        <w:t>1.013e0</w:t>
      </w:r>
    </w:p>
    <w:p w:rsidR="00E00D30" w:rsidRDefault="00E00D30" w:rsidP="00E00D30">
      <w:r>
        <w:t>264.2584</w:t>
      </w:r>
      <w:r>
        <w:tab/>
        <w:t>1.013e0</w:t>
      </w:r>
    </w:p>
    <w:p w:rsidR="00E00D30" w:rsidRDefault="00E00D30" w:rsidP="00E00D30">
      <w:r>
        <w:t>264.2751</w:t>
      </w:r>
      <w:r>
        <w:tab/>
        <w:t>1.013e0</w:t>
      </w:r>
    </w:p>
    <w:p w:rsidR="00E00D30" w:rsidRDefault="00E00D30" w:rsidP="00E00D30">
      <w:r>
        <w:t>264.2933</w:t>
      </w:r>
      <w:r>
        <w:tab/>
        <w:t>1.013e0</w:t>
      </w:r>
    </w:p>
    <w:p w:rsidR="00E00D30" w:rsidRDefault="00E00D30" w:rsidP="00E00D30">
      <w:r>
        <w:t>264.3014</w:t>
      </w:r>
      <w:r>
        <w:tab/>
        <w:t>1.013e0</w:t>
      </w:r>
    </w:p>
    <w:p w:rsidR="00E00D30" w:rsidRDefault="00E00D30" w:rsidP="00E00D30">
      <w:r>
        <w:t>264.3191</w:t>
      </w:r>
      <w:r>
        <w:tab/>
        <w:t>1.013e0</w:t>
      </w:r>
    </w:p>
    <w:p w:rsidR="00E00D30" w:rsidRDefault="00E00D30" w:rsidP="00E00D30">
      <w:r>
        <w:t>264.3241</w:t>
      </w:r>
      <w:r>
        <w:tab/>
        <w:t>1.013e0</w:t>
      </w:r>
    </w:p>
    <w:p w:rsidR="00E00D30" w:rsidRDefault="00E00D30" w:rsidP="00E00D30">
      <w:r>
        <w:t>264.3320</w:t>
      </w:r>
      <w:r>
        <w:tab/>
        <w:t>1.013e0</w:t>
      </w:r>
    </w:p>
    <w:p w:rsidR="00E00D30" w:rsidRDefault="00E00D30" w:rsidP="00E00D30">
      <w:r>
        <w:lastRenderedPageBreak/>
        <w:t>264.3381</w:t>
      </w:r>
      <w:r>
        <w:tab/>
        <w:t>2.025e0</w:t>
      </w:r>
    </w:p>
    <w:p w:rsidR="00E00D30" w:rsidRDefault="00E00D30" w:rsidP="00E00D30">
      <w:r>
        <w:t>264.3444</w:t>
      </w:r>
      <w:r>
        <w:tab/>
        <w:t>1.013e0</w:t>
      </w:r>
    </w:p>
    <w:p w:rsidR="00E00D30" w:rsidRDefault="00E00D30" w:rsidP="00E00D30">
      <w:r>
        <w:t>264.3669</w:t>
      </w:r>
      <w:r>
        <w:tab/>
        <w:t>1.013e0</w:t>
      </w:r>
    </w:p>
    <w:p w:rsidR="00E00D30" w:rsidRDefault="00E00D30" w:rsidP="00E00D30">
      <w:r>
        <w:t>264.3750</w:t>
      </w:r>
      <w:r>
        <w:tab/>
        <w:t>1.013e0</w:t>
      </w:r>
    </w:p>
    <w:p w:rsidR="00E00D30" w:rsidRDefault="00E00D30" w:rsidP="00E00D30">
      <w:r>
        <w:t>264.3828</w:t>
      </w:r>
      <w:r>
        <w:tab/>
        <w:t>1.013e0</w:t>
      </w:r>
    </w:p>
    <w:p w:rsidR="00E00D30" w:rsidRDefault="00E00D30" w:rsidP="00E00D30">
      <w:r>
        <w:t>264.3974</w:t>
      </w:r>
      <w:r>
        <w:tab/>
        <w:t>1.013e0</w:t>
      </w:r>
    </w:p>
    <w:p w:rsidR="00E00D30" w:rsidRDefault="00E00D30" w:rsidP="00E00D30">
      <w:r>
        <w:t>264.4056</w:t>
      </w:r>
      <w:r>
        <w:tab/>
        <w:t>2.025e0</w:t>
      </w:r>
    </w:p>
    <w:p w:rsidR="00E00D30" w:rsidRDefault="00E00D30" w:rsidP="00E00D30">
      <w:r>
        <w:t>264.4141</w:t>
      </w:r>
      <w:r>
        <w:tab/>
        <w:t>1.013e0</w:t>
      </w:r>
    </w:p>
    <w:p w:rsidR="00E00D30" w:rsidRDefault="00E00D30" w:rsidP="00E00D30">
      <w:r>
        <w:t>264.4266</w:t>
      </w:r>
      <w:r>
        <w:tab/>
        <w:t>2.025e0</w:t>
      </w:r>
    </w:p>
    <w:p w:rsidR="00E00D30" w:rsidRDefault="00E00D30" w:rsidP="00E00D30">
      <w:r>
        <w:t>264.4409</w:t>
      </w:r>
      <w:r>
        <w:tab/>
        <w:t>1.013e0</w:t>
      </w:r>
    </w:p>
    <w:p w:rsidR="00E00D30" w:rsidRDefault="00E00D30" w:rsidP="00E00D30">
      <w:r>
        <w:t>264.4564</w:t>
      </w:r>
      <w:r>
        <w:tab/>
        <w:t>1.013e0</w:t>
      </w:r>
    </w:p>
    <w:p w:rsidR="00E00D30" w:rsidRDefault="00E00D30" w:rsidP="00E00D30">
      <w:r>
        <w:t>264.4657</w:t>
      </w:r>
      <w:r>
        <w:tab/>
        <w:t>1.013e0</w:t>
      </w:r>
    </w:p>
    <w:p w:rsidR="00E00D30" w:rsidRDefault="00E00D30" w:rsidP="00E00D30">
      <w:r>
        <w:t>264.4706</w:t>
      </w:r>
      <w:r>
        <w:tab/>
        <w:t>1.013e0</w:t>
      </w:r>
    </w:p>
    <w:p w:rsidR="00E00D30" w:rsidRDefault="00E00D30" w:rsidP="00E00D30">
      <w:r>
        <w:t>264.4758</w:t>
      </w:r>
      <w:r>
        <w:tab/>
        <w:t>1.013e0</w:t>
      </w:r>
    </w:p>
    <w:p w:rsidR="00E00D30" w:rsidRDefault="00E00D30" w:rsidP="00E00D30">
      <w:r>
        <w:t>264.5180</w:t>
      </w:r>
      <w:r>
        <w:tab/>
        <w:t>2.025e0</w:t>
      </w:r>
    </w:p>
    <w:p w:rsidR="00E00D30" w:rsidRDefault="00E00D30" w:rsidP="00E00D30">
      <w:r>
        <w:t>264.5200</w:t>
      </w:r>
      <w:r>
        <w:tab/>
        <w:t>2.025e0</w:t>
      </w:r>
    </w:p>
    <w:p w:rsidR="00E00D30" w:rsidRDefault="00E00D30" w:rsidP="00E00D30">
      <w:r>
        <w:t>264.5300</w:t>
      </w:r>
      <w:r>
        <w:tab/>
        <w:t>1.013e0</w:t>
      </w:r>
    </w:p>
    <w:p w:rsidR="00E00D30" w:rsidRDefault="00E00D30" w:rsidP="00E00D30">
      <w:r>
        <w:t>264.5394</w:t>
      </w:r>
      <w:r>
        <w:tab/>
        <w:t>1.013e0</w:t>
      </w:r>
    </w:p>
    <w:p w:rsidR="00E00D30" w:rsidRDefault="00E00D30" w:rsidP="00E00D30">
      <w:r>
        <w:t>264.5529</w:t>
      </w:r>
      <w:r>
        <w:tab/>
        <w:t>1.013e0</w:t>
      </w:r>
    </w:p>
    <w:p w:rsidR="00E00D30" w:rsidRDefault="00E00D30" w:rsidP="00E00D30">
      <w:r>
        <w:lastRenderedPageBreak/>
        <w:t>264.5608</w:t>
      </w:r>
      <w:r>
        <w:tab/>
        <w:t>1.013e0</w:t>
      </w:r>
    </w:p>
    <w:p w:rsidR="00E00D30" w:rsidRDefault="00E00D30" w:rsidP="00E00D30">
      <w:r>
        <w:t>264.5733</w:t>
      </w:r>
      <w:r>
        <w:tab/>
        <w:t>1.013e0</w:t>
      </w:r>
    </w:p>
    <w:p w:rsidR="00E00D30" w:rsidRDefault="00E00D30" w:rsidP="00E00D30">
      <w:r>
        <w:t>264.5781</w:t>
      </w:r>
      <w:r>
        <w:tab/>
        <w:t>1.013e0</w:t>
      </w:r>
    </w:p>
    <w:p w:rsidR="00E00D30" w:rsidRDefault="00E00D30" w:rsidP="00E00D30">
      <w:r>
        <w:t>264.5829</w:t>
      </w:r>
      <w:r>
        <w:tab/>
        <w:t>1.013e0</w:t>
      </w:r>
    </w:p>
    <w:p w:rsidR="00E00D30" w:rsidRDefault="00E00D30" w:rsidP="00E00D30">
      <w:r>
        <w:t>264.6348</w:t>
      </w:r>
      <w:r>
        <w:tab/>
        <w:t>1.013e0</w:t>
      </w:r>
    </w:p>
    <w:p w:rsidR="00E00D30" w:rsidRDefault="00E00D30" w:rsidP="00E00D30">
      <w:r>
        <w:t>264.6424</w:t>
      </w:r>
      <w:r>
        <w:tab/>
        <w:t>1.013e0</w:t>
      </w:r>
    </w:p>
    <w:p w:rsidR="00E00D30" w:rsidRDefault="00E00D30" w:rsidP="00E00D30">
      <w:r>
        <w:t>264.6613</w:t>
      </w:r>
      <w:r>
        <w:tab/>
        <w:t>2.025e0</w:t>
      </w:r>
    </w:p>
    <w:p w:rsidR="00E00D30" w:rsidRDefault="00E00D30" w:rsidP="00E00D30">
      <w:r>
        <w:t>264.6692</w:t>
      </w:r>
      <w:r>
        <w:tab/>
        <w:t>1.013e0</w:t>
      </w:r>
    </w:p>
    <w:p w:rsidR="00E00D30" w:rsidRDefault="00E00D30" w:rsidP="00E00D30">
      <w:r>
        <w:t>264.6736</w:t>
      </w:r>
      <w:r>
        <w:tab/>
        <w:t>1.013e0</w:t>
      </w:r>
    </w:p>
    <w:p w:rsidR="00E00D30" w:rsidRDefault="00E00D30" w:rsidP="00E00D30">
      <w:r>
        <w:t>264.6863</w:t>
      </w:r>
      <w:r>
        <w:tab/>
        <w:t>2.025e0</w:t>
      </w:r>
    </w:p>
    <w:p w:rsidR="00E00D30" w:rsidRDefault="00E00D30" w:rsidP="00E00D30">
      <w:r>
        <w:t>264.6905</w:t>
      </w:r>
      <w:r>
        <w:tab/>
        <w:t>1.013e0</w:t>
      </w:r>
    </w:p>
    <w:p w:rsidR="00E00D30" w:rsidRDefault="00E00D30" w:rsidP="00E00D30">
      <w:r>
        <w:t>264.7040</w:t>
      </w:r>
      <w:r>
        <w:tab/>
        <w:t>1.013e0</w:t>
      </w:r>
    </w:p>
    <w:p w:rsidR="00E00D30" w:rsidRDefault="00E00D30" w:rsidP="00E00D30">
      <w:r>
        <w:t>264.7080</w:t>
      </w:r>
      <w:r>
        <w:tab/>
        <w:t>1.013e0</w:t>
      </w:r>
    </w:p>
    <w:p w:rsidR="00E00D30" w:rsidRDefault="00E00D30" w:rsidP="00E00D30">
      <w:r>
        <w:t>264.7125</w:t>
      </w:r>
      <w:r>
        <w:tab/>
        <w:t>3.038e0</w:t>
      </w:r>
    </w:p>
    <w:p w:rsidR="00E00D30" w:rsidRDefault="00E00D30" w:rsidP="00E00D30">
      <w:r>
        <w:t>264.7428</w:t>
      </w:r>
      <w:r>
        <w:tab/>
        <w:t>1.013e0</w:t>
      </w:r>
    </w:p>
    <w:p w:rsidR="00E00D30" w:rsidRDefault="00E00D30" w:rsidP="00E00D30">
      <w:r>
        <w:t>264.7639</w:t>
      </w:r>
      <w:r>
        <w:tab/>
        <w:t>1.013e0</w:t>
      </w:r>
    </w:p>
    <w:p w:rsidR="00E00D30" w:rsidRDefault="00E00D30" w:rsidP="00E00D30">
      <w:r>
        <w:t>264.7684</w:t>
      </w:r>
      <w:r>
        <w:tab/>
        <w:t>3.038e0</w:t>
      </w:r>
    </w:p>
    <w:p w:rsidR="00E00D30" w:rsidRDefault="00E00D30" w:rsidP="00E00D30">
      <w:r>
        <w:t>264.8203</w:t>
      </w:r>
      <w:r>
        <w:tab/>
        <w:t>1.013e0</w:t>
      </w:r>
    </w:p>
    <w:p w:rsidR="00E00D30" w:rsidRDefault="00E00D30" w:rsidP="00E00D30">
      <w:r>
        <w:t>264.8362</w:t>
      </w:r>
      <w:r>
        <w:tab/>
        <w:t>2.025e0</w:t>
      </w:r>
    </w:p>
    <w:p w:rsidR="00E00D30" w:rsidRDefault="00E00D30" w:rsidP="00E00D30">
      <w:r>
        <w:lastRenderedPageBreak/>
        <w:t>264.8511</w:t>
      </w:r>
      <w:r>
        <w:tab/>
        <w:t>1.013e0</w:t>
      </w:r>
    </w:p>
    <w:p w:rsidR="00E00D30" w:rsidRDefault="00E00D30" w:rsidP="00E00D30">
      <w:r>
        <w:t>264.8552</w:t>
      </w:r>
      <w:r>
        <w:tab/>
        <w:t>1.013e0</w:t>
      </w:r>
    </w:p>
    <w:p w:rsidR="00E00D30" w:rsidRDefault="00E00D30" w:rsidP="00E00D30">
      <w:r>
        <w:t>264.8717</w:t>
      </w:r>
      <w:r>
        <w:tab/>
        <w:t>1.013e0</w:t>
      </w:r>
    </w:p>
    <w:p w:rsidR="00E00D30" w:rsidRDefault="00E00D30" w:rsidP="00E00D30">
      <w:r>
        <w:t>264.8814</w:t>
      </w:r>
      <w:r>
        <w:tab/>
        <w:t>1.013e0</w:t>
      </w:r>
    </w:p>
    <w:p w:rsidR="00E00D30" w:rsidRDefault="00E00D30" w:rsidP="00E00D30">
      <w:r>
        <w:t>264.9160</w:t>
      </w:r>
      <w:r>
        <w:tab/>
        <w:t>1.013e0</w:t>
      </w:r>
    </w:p>
    <w:p w:rsidR="00E00D30" w:rsidRDefault="00E00D30" w:rsidP="00E00D30">
      <w:r>
        <w:t>264.9206</w:t>
      </w:r>
      <w:r>
        <w:tab/>
        <w:t>1.013e0</w:t>
      </w:r>
    </w:p>
    <w:p w:rsidR="00E00D30" w:rsidRDefault="00E00D30" w:rsidP="00E00D30">
      <w:r>
        <w:t>264.9249</w:t>
      </w:r>
      <w:r>
        <w:tab/>
        <w:t>1.013e0</w:t>
      </w:r>
    </w:p>
    <w:p w:rsidR="00E00D30" w:rsidRDefault="00E00D30" w:rsidP="00E00D30">
      <w:r>
        <w:t>264.9288</w:t>
      </w:r>
      <w:r>
        <w:tab/>
        <w:t>2.025e0</w:t>
      </w:r>
    </w:p>
    <w:p w:rsidR="00E00D30" w:rsidRDefault="00E00D30" w:rsidP="00E00D30">
      <w:r>
        <w:t>264.9618</w:t>
      </w:r>
      <w:r>
        <w:tab/>
        <w:t>2.025e0</w:t>
      </w:r>
    </w:p>
    <w:p w:rsidR="00E00D30" w:rsidRDefault="00E00D30" w:rsidP="00E00D30">
      <w:r>
        <w:t>264.9683</w:t>
      </w:r>
      <w:r>
        <w:tab/>
        <w:t>9.114e0</w:t>
      </w:r>
    </w:p>
    <w:p w:rsidR="00E00D30" w:rsidRDefault="00E00D30" w:rsidP="00E00D30">
      <w:r>
        <w:t>264.9784</w:t>
      </w:r>
      <w:r>
        <w:tab/>
        <w:t>7.089e0</w:t>
      </w:r>
    </w:p>
    <w:p w:rsidR="00E00D30" w:rsidRDefault="00E00D30" w:rsidP="00E00D30">
      <w:r>
        <w:t>264.9794</w:t>
      </w:r>
      <w:r>
        <w:tab/>
        <w:t>7.089e0</w:t>
      </w:r>
    </w:p>
    <w:p w:rsidR="00E00D30" w:rsidRDefault="00E00D30" w:rsidP="00E00D30">
      <w:r>
        <w:t>264.9812</w:t>
      </w:r>
      <w:r>
        <w:tab/>
        <w:t>1.823e1</w:t>
      </w:r>
    </w:p>
    <w:p w:rsidR="00E00D30" w:rsidRDefault="00E00D30" w:rsidP="00E00D30">
      <w:r>
        <w:t>264.9919</w:t>
      </w:r>
      <w:r>
        <w:tab/>
        <w:t>4.051e0</w:t>
      </w:r>
    </w:p>
    <w:p w:rsidR="00E00D30" w:rsidRDefault="00E00D30" w:rsidP="00E00D30">
      <w:r>
        <w:t>264.9940</w:t>
      </w:r>
      <w:r>
        <w:tab/>
        <w:t>3.038e0</w:t>
      </w:r>
    </w:p>
    <w:p w:rsidR="00E00D30" w:rsidRDefault="00E00D30" w:rsidP="00E00D30">
      <w:r>
        <w:t>265.0181</w:t>
      </w:r>
      <w:r>
        <w:tab/>
        <w:t>2.025e0</w:t>
      </w:r>
    </w:p>
    <w:p w:rsidR="00E00D30" w:rsidRDefault="00E00D30" w:rsidP="00E00D30">
      <w:r>
        <w:t>265.0279</w:t>
      </w:r>
      <w:r>
        <w:tab/>
        <w:t>6.076e0</w:t>
      </w:r>
    </w:p>
    <w:p w:rsidR="00E00D30" w:rsidRDefault="00E00D30" w:rsidP="00E00D30">
      <w:r>
        <w:t>265.0330</w:t>
      </w:r>
      <w:r>
        <w:tab/>
        <w:t>1.013e0</w:t>
      </w:r>
    </w:p>
    <w:p w:rsidR="00E00D30" w:rsidRDefault="00E00D30" w:rsidP="00E00D30">
      <w:r>
        <w:t>265.0411</w:t>
      </w:r>
      <w:r>
        <w:tab/>
        <w:t>1.013e0</w:t>
      </w:r>
    </w:p>
    <w:p w:rsidR="00E00D30" w:rsidRDefault="00E00D30" w:rsidP="00E00D30">
      <w:r>
        <w:lastRenderedPageBreak/>
        <w:t>265.0576</w:t>
      </w:r>
      <w:r>
        <w:tab/>
        <w:t>1.013e0</w:t>
      </w:r>
    </w:p>
    <w:p w:rsidR="00E00D30" w:rsidRDefault="00E00D30" w:rsidP="00E00D30">
      <w:r>
        <w:t>265.0627</w:t>
      </w:r>
      <w:r>
        <w:tab/>
        <w:t>5.063e0</w:t>
      </w:r>
    </w:p>
    <w:p w:rsidR="00E00D30" w:rsidRDefault="00E00D30" w:rsidP="00E00D30">
      <w:r>
        <w:t>265.0804</w:t>
      </w:r>
      <w:r>
        <w:tab/>
        <w:t>1.013e0</w:t>
      </w:r>
    </w:p>
    <w:p w:rsidR="00E00D30" w:rsidRDefault="00E00D30" w:rsidP="00E00D30">
      <w:r>
        <w:t>265.0841</w:t>
      </w:r>
      <w:r>
        <w:tab/>
        <w:t>1.013e0</w:t>
      </w:r>
    </w:p>
    <w:p w:rsidR="00E00D30" w:rsidRDefault="00E00D30" w:rsidP="00E00D30">
      <w:r>
        <w:t>265.0919</w:t>
      </w:r>
      <w:r>
        <w:tab/>
        <w:t>1.013e0</w:t>
      </w:r>
    </w:p>
    <w:p w:rsidR="00E00D30" w:rsidRDefault="00E00D30" w:rsidP="00E00D30">
      <w:r>
        <w:t>265.1065</w:t>
      </w:r>
      <w:r>
        <w:tab/>
        <w:t>1.013e0</w:t>
      </w:r>
    </w:p>
    <w:p w:rsidR="00E00D30" w:rsidRDefault="00E00D30" w:rsidP="00E00D30">
      <w:r>
        <w:t>265.1091</w:t>
      </w:r>
      <w:r>
        <w:tab/>
        <w:t>2.025e0</w:t>
      </w:r>
    </w:p>
    <w:p w:rsidR="00E00D30" w:rsidRDefault="00E00D30" w:rsidP="00E00D30">
      <w:r>
        <w:t>265.1108</w:t>
      </w:r>
      <w:r>
        <w:tab/>
        <w:t>1.013e0</w:t>
      </w:r>
    </w:p>
    <w:p w:rsidR="00E00D30" w:rsidRDefault="00E00D30" w:rsidP="00E00D30">
      <w:r>
        <w:t>265.1149</w:t>
      </w:r>
      <w:r>
        <w:tab/>
        <w:t>1.013e0</w:t>
      </w:r>
    </w:p>
    <w:p w:rsidR="00E00D30" w:rsidRDefault="00E00D30" w:rsidP="00E00D30">
      <w:r>
        <w:t>265.1359</w:t>
      </w:r>
      <w:r>
        <w:tab/>
        <w:t>1.013e0</w:t>
      </w:r>
    </w:p>
    <w:p w:rsidR="00E00D30" w:rsidRDefault="00E00D30" w:rsidP="00E00D30">
      <w:r>
        <w:t>265.1409</w:t>
      </w:r>
      <w:r>
        <w:tab/>
        <w:t>1.013e0</w:t>
      </w:r>
    </w:p>
    <w:p w:rsidR="00E00D30" w:rsidRDefault="00E00D30" w:rsidP="00E00D30">
      <w:r>
        <w:t>265.1458</w:t>
      </w:r>
      <w:r>
        <w:tab/>
        <w:t>1.013e0</w:t>
      </w:r>
    </w:p>
    <w:p w:rsidR="00E00D30" w:rsidRDefault="00E00D30" w:rsidP="00E00D30">
      <w:r>
        <w:t>265.1600</w:t>
      </w:r>
      <w:r>
        <w:tab/>
        <w:t>2.025e0</w:t>
      </w:r>
    </w:p>
    <w:p w:rsidR="00E00D30" w:rsidRDefault="00E00D30" w:rsidP="00E00D30">
      <w:r>
        <w:t>265.1845</w:t>
      </w:r>
      <w:r>
        <w:tab/>
        <w:t>1.013e0</w:t>
      </w:r>
    </w:p>
    <w:p w:rsidR="00E00D30" w:rsidRDefault="00E00D30" w:rsidP="00E00D30">
      <w:r>
        <w:t>265.1885</w:t>
      </w:r>
      <w:r>
        <w:tab/>
        <w:t>1.013e0</w:t>
      </w:r>
    </w:p>
    <w:p w:rsidR="00E00D30" w:rsidRDefault="00E00D30" w:rsidP="00E00D30">
      <w:r>
        <w:t>265.1924</w:t>
      </w:r>
      <w:r>
        <w:tab/>
        <w:t>1.013e0</w:t>
      </w:r>
    </w:p>
    <w:p w:rsidR="00E00D30" w:rsidRDefault="00E00D30" w:rsidP="00E00D30">
      <w:r>
        <w:t>265.2089</w:t>
      </w:r>
      <w:r>
        <w:tab/>
        <w:t>3.038e0</w:t>
      </w:r>
    </w:p>
    <w:p w:rsidR="00E00D30" w:rsidRDefault="00E00D30" w:rsidP="00E00D30">
      <w:r>
        <w:t>265.2143</w:t>
      </w:r>
      <w:r>
        <w:tab/>
        <w:t>2.025e0</w:t>
      </w:r>
    </w:p>
    <w:p w:rsidR="00E00D30" w:rsidRDefault="00E00D30" w:rsidP="00E00D30">
      <w:r>
        <w:t>265.2292</w:t>
      </w:r>
      <w:r>
        <w:tab/>
        <w:t>2.025e0</w:t>
      </w:r>
    </w:p>
    <w:p w:rsidR="00E00D30" w:rsidRDefault="00E00D30" w:rsidP="00E00D30">
      <w:r>
        <w:lastRenderedPageBreak/>
        <w:t>265.2393</w:t>
      </w:r>
      <w:r>
        <w:tab/>
        <w:t>1.013e0</w:t>
      </w:r>
    </w:p>
    <w:p w:rsidR="00E00D30" w:rsidRDefault="00E00D30" w:rsidP="00E00D30">
      <w:r>
        <w:t>265.2445</w:t>
      </w:r>
      <w:r>
        <w:tab/>
        <w:t>2.025e0</w:t>
      </w:r>
    </w:p>
    <w:p w:rsidR="00E00D30" w:rsidRDefault="00E00D30" w:rsidP="00E00D30">
      <w:r>
        <w:t>265.2620</w:t>
      </w:r>
      <w:r>
        <w:tab/>
        <w:t>1.013e0</w:t>
      </w:r>
    </w:p>
    <w:p w:rsidR="00E00D30" w:rsidRDefault="00E00D30" w:rsidP="00E00D30">
      <w:r>
        <w:t>265.2828</w:t>
      </w:r>
      <w:r>
        <w:tab/>
        <w:t>1.013e0</w:t>
      </w:r>
    </w:p>
    <w:p w:rsidR="00E00D30" w:rsidRDefault="00E00D30" w:rsidP="00E00D30">
      <w:r>
        <w:t>265.3207</w:t>
      </w:r>
      <w:r>
        <w:tab/>
        <w:t>2.025e0</w:t>
      </w:r>
    </w:p>
    <w:p w:rsidR="00E00D30" w:rsidRDefault="00E00D30" w:rsidP="00E00D30">
      <w:r>
        <w:t>265.3335</w:t>
      </w:r>
      <w:r>
        <w:tab/>
        <w:t>2.025e0</w:t>
      </w:r>
    </w:p>
    <w:p w:rsidR="00E00D30" w:rsidRDefault="00E00D30" w:rsidP="00E00D30">
      <w:r>
        <w:t>265.3617</w:t>
      </w:r>
      <w:r>
        <w:tab/>
        <w:t>1.013e0</w:t>
      </w:r>
    </w:p>
    <w:p w:rsidR="00E00D30" w:rsidRDefault="00E00D30" w:rsidP="00E00D30">
      <w:r>
        <w:t>265.3701</w:t>
      </w:r>
      <w:r>
        <w:tab/>
        <w:t>2.025e0</w:t>
      </w:r>
    </w:p>
    <w:p w:rsidR="00E00D30" w:rsidRDefault="00E00D30" w:rsidP="00E00D30">
      <w:r>
        <w:t>265.3749</w:t>
      </w:r>
      <w:r>
        <w:tab/>
        <w:t>1.013e0</w:t>
      </w:r>
    </w:p>
    <w:p w:rsidR="00E00D30" w:rsidRDefault="00E00D30" w:rsidP="00E00D30">
      <w:r>
        <w:t>265.3786</w:t>
      </w:r>
      <w:r>
        <w:tab/>
        <w:t>1.013e0</w:t>
      </w:r>
    </w:p>
    <w:p w:rsidR="00E00D30" w:rsidRDefault="00E00D30" w:rsidP="00E00D30">
      <w:r>
        <w:t>265.4153</w:t>
      </w:r>
      <w:r>
        <w:tab/>
        <w:t>2.025e0</w:t>
      </w:r>
    </w:p>
    <w:p w:rsidR="00E00D30" w:rsidRDefault="00E00D30" w:rsidP="00E00D30">
      <w:r>
        <w:t>265.4218</w:t>
      </w:r>
      <w:r>
        <w:tab/>
        <w:t>1.013e0</w:t>
      </w:r>
    </w:p>
    <w:p w:rsidR="00E00D30" w:rsidRDefault="00E00D30" w:rsidP="00E00D30">
      <w:r>
        <w:t>265.4521</w:t>
      </w:r>
      <w:r>
        <w:tab/>
        <w:t>1.013e0</w:t>
      </w:r>
    </w:p>
    <w:p w:rsidR="00E00D30" w:rsidRDefault="00E00D30" w:rsidP="00E00D30">
      <w:r>
        <w:t>265.4790</w:t>
      </w:r>
      <w:r>
        <w:tab/>
        <w:t>1.013e0</w:t>
      </w:r>
    </w:p>
    <w:p w:rsidR="00E00D30" w:rsidRDefault="00E00D30" w:rsidP="00E00D30">
      <w:r>
        <w:t>265.4871</w:t>
      </w:r>
      <w:r>
        <w:tab/>
        <w:t>1.013e0</w:t>
      </w:r>
    </w:p>
    <w:p w:rsidR="00E00D30" w:rsidRDefault="00E00D30" w:rsidP="00E00D30">
      <w:r>
        <w:t>265.4950</w:t>
      </w:r>
      <w:r>
        <w:tab/>
        <w:t>1.013e0</w:t>
      </w:r>
    </w:p>
    <w:p w:rsidR="00E00D30" w:rsidRDefault="00E00D30" w:rsidP="00E00D30">
      <w:r>
        <w:t>265.5258</w:t>
      </w:r>
      <w:r>
        <w:tab/>
        <w:t>1.013e0</w:t>
      </w:r>
    </w:p>
    <w:p w:rsidR="00E00D30" w:rsidRDefault="00E00D30" w:rsidP="00E00D30">
      <w:r>
        <w:t>265.5688</w:t>
      </w:r>
      <w:r>
        <w:tab/>
        <w:t>1.013e0</w:t>
      </w:r>
    </w:p>
    <w:p w:rsidR="00E00D30" w:rsidRDefault="00E00D30" w:rsidP="00E00D30">
      <w:r>
        <w:t>265.6040</w:t>
      </w:r>
      <w:r>
        <w:tab/>
        <w:t>1.013e0</w:t>
      </w:r>
    </w:p>
    <w:p w:rsidR="00E00D30" w:rsidRDefault="00E00D30" w:rsidP="00E00D30">
      <w:r>
        <w:lastRenderedPageBreak/>
        <w:t>265.6113</w:t>
      </w:r>
      <w:r>
        <w:tab/>
        <w:t>1.013e0</w:t>
      </w:r>
    </w:p>
    <w:p w:rsidR="00E00D30" w:rsidRDefault="00E00D30" w:rsidP="00E00D30">
      <w:r>
        <w:t>265.6162</w:t>
      </w:r>
      <w:r>
        <w:tab/>
        <w:t>1.013e0</w:t>
      </w:r>
    </w:p>
    <w:p w:rsidR="00E00D30" w:rsidRDefault="00E00D30" w:rsidP="00E00D30">
      <w:r>
        <w:t>265.6265</w:t>
      </w:r>
      <w:r>
        <w:tab/>
        <w:t>1.013e0</w:t>
      </w:r>
    </w:p>
    <w:p w:rsidR="00E00D30" w:rsidRDefault="00E00D30" w:rsidP="00E00D30">
      <w:r>
        <w:t>265.6384</w:t>
      </w:r>
      <w:r>
        <w:tab/>
        <w:t>1.013e0</w:t>
      </w:r>
    </w:p>
    <w:p w:rsidR="00E00D30" w:rsidRDefault="00E00D30" w:rsidP="00E00D30">
      <w:r>
        <w:t>265.6464</w:t>
      </w:r>
      <w:r>
        <w:tab/>
        <w:t>1.013e0</w:t>
      </w:r>
    </w:p>
    <w:p w:rsidR="00E00D30" w:rsidRDefault="00E00D30" w:rsidP="00E00D30">
      <w:r>
        <w:t>265.6510</w:t>
      </w:r>
      <w:r>
        <w:tab/>
        <w:t>1.013e0</w:t>
      </w:r>
    </w:p>
    <w:p w:rsidR="00E00D30" w:rsidRDefault="00E00D30" w:rsidP="00E00D30">
      <w:r>
        <w:t>265.6693</w:t>
      </w:r>
      <w:r>
        <w:tab/>
        <w:t>1.013e0</w:t>
      </w:r>
    </w:p>
    <w:p w:rsidR="00E00D30" w:rsidRDefault="00E00D30" w:rsidP="00E00D30">
      <w:r>
        <w:t>265.6813</w:t>
      </w:r>
      <w:r>
        <w:tab/>
        <w:t>1.013e0</w:t>
      </w:r>
    </w:p>
    <w:p w:rsidR="00E00D30" w:rsidRDefault="00E00D30" w:rsidP="00E00D30">
      <w:r>
        <w:t>265.6898</w:t>
      </w:r>
      <w:r>
        <w:tab/>
        <w:t>1.013e0</w:t>
      </w:r>
    </w:p>
    <w:p w:rsidR="00E00D30" w:rsidRDefault="00E00D30" w:rsidP="00E00D30">
      <w:r>
        <w:t>265.7121</w:t>
      </w:r>
      <w:r>
        <w:tab/>
        <w:t>1.013e0</w:t>
      </w:r>
    </w:p>
    <w:p w:rsidR="00E00D30" w:rsidRDefault="00E00D30" w:rsidP="00E00D30">
      <w:r>
        <w:t>265.7241</w:t>
      </w:r>
      <w:r>
        <w:tab/>
        <w:t>1.013e0</w:t>
      </w:r>
    </w:p>
    <w:p w:rsidR="00E00D30" w:rsidRDefault="00E00D30" w:rsidP="00E00D30">
      <w:r>
        <w:t>265.7430</w:t>
      </w:r>
      <w:r>
        <w:tab/>
        <w:t>2.025e0</w:t>
      </w:r>
    </w:p>
    <w:p w:rsidR="00E00D30" w:rsidRDefault="00E00D30" w:rsidP="00E00D30">
      <w:r>
        <w:t>265.7591</w:t>
      </w:r>
      <w:r>
        <w:tab/>
        <w:t>1.013e0</w:t>
      </w:r>
    </w:p>
    <w:p w:rsidR="00E00D30" w:rsidRDefault="00E00D30" w:rsidP="00E00D30">
      <w:r>
        <w:t>265.7732</w:t>
      </w:r>
      <w:r>
        <w:tab/>
        <w:t>1.013e0</w:t>
      </w:r>
    </w:p>
    <w:p w:rsidR="00E00D30" w:rsidRDefault="00E00D30" w:rsidP="00E00D30">
      <w:r>
        <w:t>265.7779</w:t>
      </w:r>
      <w:r>
        <w:tab/>
        <w:t>1.013e0</w:t>
      </w:r>
    </w:p>
    <w:p w:rsidR="00E00D30" w:rsidRDefault="00E00D30" w:rsidP="00E00D30">
      <w:r>
        <w:t>265.7897</w:t>
      </w:r>
      <w:r>
        <w:tab/>
        <w:t>1.013e0</w:t>
      </w:r>
    </w:p>
    <w:p w:rsidR="00E00D30" w:rsidRDefault="00E00D30" w:rsidP="00E00D30">
      <w:r>
        <w:t>265.7936</w:t>
      </w:r>
      <w:r>
        <w:tab/>
        <w:t>1.013e0</w:t>
      </w:r>
    </w:p>
    <w:p w:rsidR="00E00D30" w:rsidRDefault="00E00D30" w:rsidP="00E00D30">
      <w:r>
        <w:t>265.8129</w:t>
      </w:r>
      <w:r>
        <w:tab/>
        <w:t>1.013e0</w:t>
      </w:r>
    </w:p>
    <w:p w:rsidR="00E00D30" w:rsidRDefault="00E00D30" w:rsidP="00E00D30">
      <w:r>
        <w:t>265.8209</w:t>
      </w:r>
      <w:r>
        <w:tab/>
        <w:t>1.013e0</w:t>
      </w:r>
    </w:p>
    <w:p w:rsidR="00E00D30" w:rsidRDefault="00E00D30" w:rsidP="00E00D30">
      <w:r>
        <w:lastRenderedPageBreak/>
        <w:t>265.8372</w:t>
      </w:r>
      <w:r>
        <w:tab/>
        <w:t>1.013e0</w:t>
      </w:r>
    </w:p>
    <w:p w:rsidR="00E00D30" w:rsidRDefault="00E00D30" w:rsidP="00E00D30">
      <w:r>
        <w:t>265.8424</w:t>
      </w:r>
      <w:r>
        <w:tab/>
        <w:t>1.013e0</w:t>
      </w:r>
    </w:p>
    <w:p w:rsidR="00E00D30" w:rsidRDefault="00E00D30" w:rsidP="00E00D30">
      <w:r>
        <w:t>265.8763</w:t>
      </w:r>
      <w:r>
        <w:tab/>
        <w:t>1.013e0</w:t>
      </w:r>
    </w:p>
    <w:p w:rsidR="00E00D30" w:rsidRDefault="00E00D30" w:rsidP="00E00D30">
      <w:r>
        <w:t>265.8862</w:t>
      </w:r>
      <w:r>
        <w:tab/>
        <w:t>1.013e0</w:t>
      </w:r>
    </w:p>
    <w:p w:rsidR="00E00D30" w:rsidRDefault="00E00D30" w:rsidP="00E00D30">
      <w:r>
        <w:t>265.9590</w:t>
      </w:r>
      <w:r>
        <w:tab/>
        <w:t>3.038e0</w:t>
      </w:r>
    </w:p>
    <w:p w:rsidR="00E00D30" w:rsidRDefault="00E00D30" w:rsidP="00E00D30">
      <w:r>
        <w:t>265.9602</w:t>
      </w:r>
      <w:r>
        <w:tab/>
        <w:t>1.013e0</w:t>
      </w:r>
    </w:p>
    <w:p w:rsidR="00E00D30" w:rsidRDefault="00E00D30" w:rsidP="00E00D30">
      <w:r>
        <w:t>265.9720</w:t>
      </w:r>
      <w:r>
        <w:tab/>
        <w:t>1.013e0</w:t>
      </w:r>
    </w:p>
    <w:p w:rsidR="00E00D30" w:rsidRDefault="00E00D30" w:rsidP="00E00D30">
      <w:r>
        <w:t>265.9848</w:t>
      </w:r>
      <w:r>
        <w:tab/>
        <w:t>1.013e0</w:t>
      </w:r>
    </w:p>
    <w:p w:rsidR="00E00D30" w:rsidRDefault="00E00D30" w:rsidP="00E00D30">
      <w:r>
        <w:t>265.9941</w:t>
      </w:r>
      <w:r>
        <w:tab/>
        <w:t>1.013e0</w:t>
      </w:r>
    </w:p>
    <w:p w:rsidR="00E00D30" w:rsidRDefault="00E00D30" w:rsidP="00E00D30">
      <w:r>
        <w:t>265.9990</w:t>
      </w:r>
      <w:r>
        <w:tab/>
        <w:t>2.025e0</w:t>
      </w:r>
    </w:p>
    <w:p w:rsidR="00E00D30" w:rsidRDefault="00E00D30" w:rsidP="00E00D30">
      <w:r>
        <w:t>266.0028</w:t>
      </w:r>
      <w:r>
        <w:tab/>
        <w:t>1.013e0</w:t>
      </w:r>
    </w:p>
    <w:p w:rsidR="00E00D30" w:rsidRDefault="00E00D30" w:rsidP="00E00D30">
      <w:r>
        <w:t>266.0286</w:t>
      </w:r>
      <w:r>
        <w:tab/>
        <w:t>2.025e0</w:t>
      </w:r>
    </w:p>
    <w:p w:rsidR="00E00D30" w:rsidRDefault="00E00D30" w:rsidP="00E00D30">
      <w:r>
        <w:t>266.0316</w:t>
      </w:r>
      <w:r>
        <w:tab/>
        <w:t>2.025e0</w:t>
      </w:r>
    </w:p>
    <w:p w:rsidR="00E00D30" w:rsidRDefault="00E00D30" w:rsidP="00E00D30">
      <w:r>
        <w:t>266.0420</w:t>
      </w:r>
      <w:r>
        <w:tab/>
        <w:t>1.013e0</w:t>
      </w:r>
    </w:p>
    <w:p w:rsidR="00E00D30" w:rsidRDefault="00E00D30" w:rsidP="00E00D30">
      <w:r>
        <w:t>266.0536</w:t>
      </w:r>
      <w:r>
        <w:tab/>
        <w:t>1.013e0</w:t>
      </w:r>
    </w:p>
    <w:p w:rsidR="00E00D30" w:rsidRDefault="00E00D30" w:rsidP="00E00D30">
      <w:r>
        <w:t>266.0551</w:t>
      </w:r>
      <w:r>
        <w:tab/>
        <w:t>4.051e0</w:t>
      </w:r>
    </w:p>
    <w:p w:rsidR="00E00D30" w:rsidRDefault="00E00D30" w:rsidP="00E00D30">
      <w:r>
        <w:t>266.0683</w:t>
      </w:r>
      <w:r>
        <w:tab/>
        <w:t>1.013e0</w:t>
      </w:r>
    </w:p>
    <w:p w:rsidR="00E00D30" w:rsidRDefault="00E00D30" w:rsidP="00E00D30">
      <w:r>
        <w:t>266.0768</w:t>
      </w:r>
      <w:r>
        <w:tab/>
        <w:t>1.013e0</w:t>
      </w:r>
    </w:p>
    <w:p w:rsidR="00E00D30" w:rsidRDefault="00E00D30" w:rsidP="00E00D30">
      <w:r>
        <w:t>266.0804</w:t>
      </w:r>
      <w:r>
        <w:tab/>
        <w:t>1.013e0</w:t>
      </w:r>
    </w:p>
    <w:p w:rsidR="00E00D30" w:rsidRDefault="00E00D30" w:rsidP="00E00D30">
      <w:r>
        <w:lastRenderedPageBreak/>
        <w:t>266.0885</w:t>
      </w:r>
      <w:r>
        <w:tab/>
        <w:t>1.013e0</w:t>
      </w:r>
    </w:p>
    <w:p w:rsidR="00E00D30" w:rsidRDefault="00E00D30" w:rsidP="00E00D30">
      <w:r>
        <w:t>266.0981</w:t>
      </w:r>
      <w:r>
        <w:tab/>
        <w:t>2.025e0</w:t>
      </w:r>
    </w:p>
    <w:p w:rsidR="00E00D30" w:rsidRDefault="00E00D30" w:rsidP="00E00D30">
      <w:r>
        <w:t>266.1076</w:t>
      </w:r>
      <w:r>
        <w:tab/>
        <w:t>1.013e0</w:t>
      </w:r>
    </w:p>
    <w:p w:rsidR="00E00D30" w:rsidRDefault="00E00D30" w:rsidP="00E00D30">
      <w:r>
        <w:t>266.1276</w:t>
      </w:r>
      <w:r>
        <w:tab/>
        <w:t>1.013e0</w:t>
      </w:r>
    </w:p>
    <w:p w:rsidR="00E00D30" w:rsidRDefault="00E00D30" w:rsidP="00E00D30">
      <w:r>
        <w:t>266.1317</w:t>
      </w:r>
      <w:r>
        <w:tab/>
        <w:t>1.013e0</w:t>
      </w:r>
    </w:p>
    <w:p w:rsidR="00E00D30" w:rsidRDefault="00E00D30" w:rsidP="00E00D30">
      <w:r>
        <w:t>266.1404</w:t>
      </w:r>
      <w:r>
        <w:tab/>
        <w:t>2.025e0</w:t>
      </w:r>
    </w:p>
    <w:p w:rsidR="00E00D30" w:rsidRDefault="00E00D30" w:rsidP="00E00D30">
      <w:r>
        <w:t>266.1430</w:t>
      </w:r>
      <w:r>
        <w:tab/>
        <w:t>3.038e0</w:t>
      </w:r>
    </w:p>
    <w:p w:rsidR="00E00D30" w:rsidRDefault="00E00D30" w:rsidP="00E00D30">
      <w:r>
        <w:t>266.1521</w:t>
      </w:r>
      <w:r>
        <w:tab/>
        <w:t>3.038e0</w:t>
      </w:r>
    </w:p>
    <w:p w:rsidR="00E00D30" w:rsidRDefault="00E00D30" w:rsidP="00E00D30">
      <w:r>
        <w:t>266.1581</w:t>
      </w:r>
      <w:r>
        <w:tab/>
        <w:t>1.013e0</w:t>
      </w:r>
    </w:p>
    <w:p w:rsidR="00E00D30" w:rsidRDefault="00E00D30" w:rsidP="00E00D30">
      <w:r>
        <w:t>266.1661</w:t>
      </w:r>
      <w:r>
        <w:tab/>
        <w:t>1.013e0</w:t>
      </w:r>
    </w:p>
    <w:p w:rsidR="00E00D30" w:rsidRDefault="00E00D30" w:rsidP="00E00D30">
      <w:r>
        <w:t>266.1855</w:t>
      </w:r>
      <w:r>
        <w:tab/>
        <w:t>1.013e0</w:t>
      </w:r>
    </w:p>
    <w:p w:rsidR="00E00D30" w:rsidRDefault="00E00D30" w:rsidP="00E00D30">
      <w:r>
        <w:t>266.1875</w:t>
      </w:r>
      <w:r>
        <w:tab/>
        <w:t>2.025e0</w:t>
      </w:r>
    </w:p>
    <w:p w:rsidR="00E00D30" w:rsidRDefault="00E00D30" w:rsidP="00E00D30">
      <w:r>
        <w:t>266.1971</w:t>
      </w:r>
      <w:r>
        <w:tab/>
        <w:t>2.025e0</w:t>
      </w:r>
    </w:p>
    <w:p w:rsidR="00E00D30" w:rsidRDefault="00E00D30" w:rsidP="00E00D30">
      <w:r>
        <w:t>266.1993</w:t>
      </w:r>
      <w:r>
        <w:tab/>
        <w:t>3.038e0</w:t>
      </w:r>
    </w:p>
    <w:p w:rsidR="00E00D30" w:rsidRDefault="00E00D30" w:rsidP="00E00D30">
      <w:r>
        <w:t>266.2088</w:t>
      </w:r>
      <w:r>
        <w:tab/>
        <w:t>2.025e0</w:t>
      </w:r>
    </w:p>
    <w:p w:rsidR="00E00D30" w:rsidRDefault="00E00D30" w:rsidP="00E00D30">
      <w:r>
        <w:t>266.2152</w:t>
      </w:r>
      <w:r>
        <w:tab/>
        <w:t>2.025e0</w:t>
      </w:r>
    </w:p>
    <w:p w:rsidR="00E00D30" w:rsidRDefault="00E00D30" w:rsidP="00E00D30">
      <w:r>
        <w:t>266.2243</w:t>
      </w:r>
      <w:r>
        <w:tab/>
        <w:t>1.013e0</w:t>
      </w:r>
    </w:p>
    <w:p w:rsidR="00E00D30" w:rsidRDefault="00E00D30" w:rsidP="00E00D30">
      <w:r>
        <w:t>266.2392</w:t>
      </w:r>
      <w:r>
        <w:tab/>
        <w:t>4.051e0</w:t>
      </w:r>
    </w:p>
    <w:p w:rsidR="00E00D30" w:rsidRDefault="00E00D30" w:rsidP="00E00D30">
      <w:r>
        <w:t>266.2548</w:t>
      </w:r>
      <w:r>
        <w:tab/>
        <w:t>2.025e0</w:t>
      </w:r>
    </w:p>
    <w:p w:rsidR="00E00D30" w:rsidRDefault="00E00D30" w:rsidP="00E00D30">
      <w:r>
        <w:lastRenderedPageBreak/>
        <w:t>266.2793</w:t>
      </w:r>
      <w:r>
        <w:tab/>
        <w:t>1.013e0</w:t>
      </w:r>
    </w:p>
    <w:p w:rsidR="00E00D30" w:rsidRDefault="00E00D30" w:rsidP="00E00D30">
      <w:r>
        <w:t>266.2980</w:t>
      </w:r>
      <w:r>
        <w:tab/>
        <w:t>1.013e0</w:t>
      </w:r>
    </w:p>
    <w:p w:rsidR="00E00D30" w:rsidRDefault="00E00D30" w:rsidP="00E00D30">
      <w:r>
        <w:t>266.3733</w:t>
      </w:r>
      <w:r>
        <w:tab/>
        <w:t>3.038e0</w:t>
      </w:r>
    </w:p>
    <w:p w:rsidR="00E00D30" w:rsidRDefault="00E00D30" w:rsidP="00E00D30">
      <w:r>
        <w:t>266.3882</w:t>
      </w:r>
      <w:r>
        <w:tab/>
        <w:t>2.025e0</w:t>
      </w:r>
    </w:p>
    <w:p w:rsidR="00E00D30" w:rsidRDefault="00E00D30" w:rsidP="00E00D30">
      <w:r>
        <w:t>266.4366</w:t>
      </w:r>
      <w:r>
        <w:tab/>
        <w:t>1.013e0</w:t>
      </w:r>
    </w:p>
    <w:p w:rsidR="00E00D30" w:rsidRDefault="00E00D30" w:rsidP="00E00D30">
      <w:r>
        <w:t>266.4530</w:t>
      </w:r>
      <w:r>
        <w:tab/>
        <w:t>1.013e0</w:t>
      </w:r>
    </w:p>
    <w:p w:rsidR="00E00D30" w:rsidRDefault="00E00D30" w:rsidP="00E00D30">
      <w:r>
        <w:t>266.4709</w:t>
      </w:r>
      <w:r>
        <w:tab/>
        <w:t>2.025e0</w:t>
      </w:r>
    </w:p>
    <w:p w:rsidR="00E00D30" w:rsidRDefault="00E00D30" w:rsidP="00E00D30">
      <w:r>
        <w:t>266.5187</w:t>
      </w:r>
      <w:r>
        <w:tab/>
        <w:t>2.025e0</w:t>
      </w:r>
    </w:p>
    <w:p w:rsidR="00E00D30" w:rsidRDefault="00E00D30" w:rsidP="00E00D30">
      <w:r>
        <w:t>266.5501</w:t>
      </w:r>
      <w:r>
        <w:tab/>
        <w:t>1.013e0</w:t>
      </w:r>
    </w:p>
    <w:p w:rsidR="00E00D30" w:rsidRDefault="00E00D30" w:rsidP="00E00D30">
      <w:r>
        <w:t>266.5845</w:t>
      </w:r>
      <w:r>
        <w:tab/>
        <w:t>1.013e0</w:t>
      </w:r>
    </w:p>
    <w:p w:rsidR="00E00D30" w:rsidRDefault="00E00D30" w:rsidP="00E00D30">
      <w:r>
        <w:t>266.6275</w:t>
      </w:r>
      <w:r>
        <w:tab/>
        <w:t>1.013e0</w:t>
      </w:r>
    </w:p>
    <w:p w:rsidR="00E00D30" w:rsidRDefault="00E00D30" w:rsidP="00E00D30">
      <w:r>
        <w:t>266.6313</w:t>
      </w:r>
      <w:r>
        <w:tab/>
        <w:t>1.013e0</w:t>
      </w:r>
    </w:p>
    <w:p w:rsidR="00E00D30" w:rsidRDefault="00E00D30" w:rsidP="00E00D30">
      <w:r>
        <w:t>266.6356</w:t>
      </w:r>
      <w:r>
        <w:tab/>
        <w:t>2.025e0</w:t>
      </w:r>
    </w:p>
    <w:p w:rsidR="00E00D30" w:rsidRDefault="00E00D30" w:rsidP="00E00D30">
      <w:r>
        <w:t>266.6667</w:t>
      </w:r>
      <w:r>
        <w:tab/>
        <w:t>1.013e0</w:t>
      </w:r>
    </w:p>
    <w:p w:rsidR="00E00D30" w:rsidRDefault="00E00D30" w:rsidP="00E00D30">
      <w:r>
        <w:t>266.6743</w:t>
      </w:r>
      <w:r>
        <w:tab/>
        <w:t>1.013e0</w:t>
      </w:r>
    </w:p>
    <w:p w:rsidR="00E00D30" w:rsidRDefault="00E00D30" w:rsidP="00E00D30">
      <w:r>
        <w:t>266.6923</w:t>
      </w:r>
      <w:r>
        <w:tab/>
        <w:t>1.013e0</w:t>
      </w:r>
    </w:p>
    <w:p w:rsidR="00E00D30" w:rsidRDefault="00E00D30" w:rsidP="00E00D30">
      <w:r>
        <w:t>266.7071</w:t>
      </w:r>
      <w:r>
        <w:tab/>
        <w:t>2.025e0</w:t>
      </w:r>
    </w:p>
    <w:p w:rsidR="00E00D30" w:rsidRDefault="00E00D30" w:rsidP="00E00D30">
      <w:r>
        <w:t>266.7110</w:t>
      </w:r>
      <w:r>
        <w:tab/>
        <w:t>2.025e0</w:t>
      </w:r>
    </w:p>
    <w:p w:rsidR="00E00D30" w:rsidRDefault="00E00D30" w:rsidP="00E00D30">
      <w:r>
        <w:t>266.7132</w:t>
      </w:r>
      <w:r>
        <w:tab/>
        <w:t>1.013e0</w:t>
      </w:r>
    </w:p>
    <w:p w:rsidR="00E00D30" w:rsidRDefault="00E00D30" w:rsidP="00E00D30">
      <w:r>
        <w:lastRenderedPageBreak/>
        <w:t>266.7269</w:t>
      </w:r>
      <w:r>
        <w:tab/>
        <w:t>1.013e0</w:t>
      </w:r>
    </w:p>
    <w:p w:rsidR="00E00D30" w:rsidRDefault="00E00D30" w:rsidP="00E00D30">
      <w:r>
        <w:t>266.7793</w:t>
      </w:r>
      <w:r>
        <w:tab/>
        <w:t>2.025e0</w:t>
      </w:r>
    </w:p>
    <w:p w:rsidR="00E00D30" w:rsidRDefault="00E00D30" w:rsidP="00E00D30">
      <w:r>
        <w:t>266.7830</w:t>
      </w:r>
      <w:r>
        <w:tab/>
        <w:t>2.025e0</w:t>
      </w:r>
    </w:p>
    <w:p w:rsidR="00E00D30" w:rsidRDefault="00E00D30" w:rsidP="00E00D30">
      <w:r>
        <w:t>266.8057</w:t>
      </w:r>
      <w:r>
        <w:tab/>
        <w:t>1.013e0</w:t>
      </w:r>
    </w:p>
    <w:p w:rsidR="00E00D30" w:rsidRDefault="00E00D30" w:rsidP="00E00D30">
      <w:r>
        <w:t>266.8222</w:t>
      </w:r>
      <w:r>
        <w:tab/>
        <w:t>1.013e0</w:t>
      </w:r>
    </w:p>
    <w:p w:rsidR="00E00D30" w:rsidRDefault="00E00D30" w:rsidP="00E00D30">
      <w:r>
        <w:t>266.8647</w:t>
      </w:r>
      <w:r>
        <w:tab/>
        <w:t>1.013e0</w:t>
      </w:r>
    </w:p>
    <w:p w:rsidR="00E00D30" w:rsidRDefault="00E00D30" w:rsidP="00E00D30">
      <w:r>
        <w:t>266.8796</w:t>
      </w:r>
      <w:r>
        <w:tab/>
        <w:t>1.013e0</w:t>
      </w:r>
    </w:p>
    <w:p w:rsidR="00E00D30" w:rsidRDefault="00E00D30" w:rsidP="00E00D30">
      <w:r>
        <w:t>266.8915</w:t>
      </w:r>
      <w:r>
        <w:tab/>
        <w:t>2.025e0</w:t>
      </w:r>
    </w:p>
    <w:p w:rsidR="00E00D30" w:rsidRDefault="00E00D30" w:rsidP="00E00D30">
      <w:r>
        <w:t>266.9185</w:t>
      </w:r>
      <w:r>
        <w:tab/>
        <w:t>1.013e0</w:t>
      </w:r>
    </w:p>
    <w:p w:rsidR="00E00D30" w:rsidRDefault="00E00D30" w:rsidP="00E00D30">
      <w:r>
        <w:t>266.9264</w:t>
      </w:r>
      <w:r>
        <w:tab/>
        <w:t>2.025e0</w:t>
      </w:r>
    </w:p>
    <w:p w:rsidR="00E00D30" w:rsidRDefault="00E00D30" w:rsidP="00E00D30">
      <w:r>
        <w:t>266.9419</w:t>
      </w:r>
      <w:r>
        <w:tab/>
        <w:t>2.025e0</w:t>
      </w:r>
    </w:p>
    <w:p w:rsidR="00E00D30" w:rsidRDefault="00E00D30" w:rsidP="00E00D30">
      <w:r>
        <w:t>266.9518</w:t>
      </w:r>
      <w:r>
        <w:tab/>
        <w:t>1.265e0</w:t>
      </w:r>
    </w:p>
    <w:p w:rsidR="00E00D30" w:rsidRDefault="00E00D30" w:rsidP="00E00D30">
      <w:r>
        <w:t>266.9535</w:t>
      </w:r>
      <w:r>
        <w:tab/>
        <w:t>3.038e0</w:t>
      </w:r>
    </w:p>
    <w:p w:rsidR="00E00D30" w:rsidRDefault="00E00D30" w:rsidP="00E00D30">
      <w:r>
        <w:t>266.9634</w:t>
      </w:r>
      <w:r>
        <w:tab/>
        <w:t>2.025e0</w:t>
      </w:r>
    </w:p>
    <w:p w:rsidR="00E00D30" w:rsidRDefault="00E00D30" w:rsidP="00E00D30">
      <w:r>
        <w:t>266.9655</w:t>
      </w:r>
      <w:r>
        <w:tab/>
        <w:t>3.038e0</w:t>
      </w:r>
    </w:p>
    <w:p w:rsidR="00E00D30" w:rsidRDefault="00E00D30" w:rsidP="00E00D30">
      <w:r>
        <w:t>266.9829</w:t>
      </w:r>
      <w:r>
        <w:tab/>
        <w:t>1.013e0</w:t>
      </w:r>
    </w:p>
    <w:p w:rsidR="00E00D30" w:rsidRDefault="00E00D30" w:rsidP="00E00D30">
      <w:r>
        <w:t>266.9923</w:t>
      </w:r>
      <w:r>
        <w:tab/>
        <w:t>1.013e0</w:t>
      </w:r>
    </w:p>
    <w:p w:rsidR="00E00D30" w:rsidRDefault="00E00D30" w:rsidP="00E00D30">
      <w:r>
        <w:t>267.0006</w:t>
      </w:r>
      <w:r>
        <w:tab/>
        <w:t>1.013e0</w:t>
      </w:r>
    </w:p>
    <w:p w:rsidR="00E00D30" w:rsidRDefault="00E00D30" w:rsidP="00E00D30">
      <w:r>
        <w:t>267.0050</w:t>
      </w:r>
      <w:r>
        <w:tab/>
        <w:t>2.025e0</w:t>
      </w:r>
    </w:p>
    <w:p w:rsidR="00E00D30" w:rsidRDefault="00E00D30" w:rsidP="00E00D30">
      <w:r>
        <w:lastRenderedPageBreak/>
        <w:t>267.0125</w:t>
      </w:r>
      <w:r>
        <w:tab/>
        <w:t>1.013e0</w:t>
      </w:r>
    </w:p>
    <w:p w:rsidR="00E00D30" w:rsidRDefault="00E00D30" w:rsidP="00E00D30">
      <w:r>
        <w:t>267.0223</w:t>
      </w:r>
      <w:r>
        <w:tab/>
        <w:t>2.025e0</w:t>
      </w:r>
    </w:p>
    <w:p w:rsidR="00E00D30" w:rsidRDefault="00E00D30" w:rsidP="00E00D30">
      <w:r>
        <w:t>267.0276</w:t>
      </w:r>
      <w:r>
        <w:tab/>
        <w:t>2.025e0</w:t>
      </w:r>
    </w:p>
    <w:p w:rsidR="00E00D30" w:rsidRDefault="00E00D30" w:rsidP="00E00D30">
      <w:r>
        <w:t>267.0319</w:t>
      </w:r>
      <w:r>
        <w:tab/>
        <w:t>3.038e0</w:t>
      </w:r>
    </w:p>
    <w:p w:rsidR="00E00D30" w:rsidRDefault="00E00D30" w:rsidP="00E00D30">
      <w:r>
        <w:t>267.0375</w:t>
      </w:r>
      <w:r>
        <w:tab/>
        <w:t>2.025e0</w:t>
      </w:r>
    </w:p>
    <w:p w:rsidR="00E00D30" w:rsidRDefault="00E00D30" w:rsidP="00E00D30">
      <w:r>
        <w:t>267.0391</w:t>
      </w:r>
      <w:r>
        <w:tab/>
        <w:t>2.025e0</w:t>
      </w:r>
    </w:p>
    <w:p w:rsidR="00E00D30" w:rsidRDefault="00E00D30" w:rsidP="00E00D30">
      <w:r>
        <w:t>267.0455</w:t>
      </w:r>
      <w:r>
        <w:tab/>
        <w:t>2.281e0</w:t>
      </w:r>
    </w:p>
    <w:p w:rsidR="00E00D30" w:rsidRDefault="00E00D30" w:rsidP="00E00D30">
      <w:r>
        <w:t>267.0471</w:t>
      </w:r>
      <w:r>
        <w:tab/>
        <w:t>2.025e0</w:t>
      </w:r>
    </w:p>
    <w:p w:rsidR="00E00D30" w:rsidRDefault="00E00D30" w:rsidP="00E00D30">
      <w:r>
        <w:t>267.0573</w:t>
      </w:r>
      <w:r>
        <w:tab/>
        <w:t>1.013e0</w:t>
      </w:r>
    </w:p>
    <w:p w:rsidR="00E00D30" w:rsidRDefault="00E00D30" w:rsidP="00E00D30">
      <w:r>
        <w:t>267.0661</w:t>
      </w:r>
      <w:r>
        <w:tab/>
        <w:t>1.013e0</w:t>
      </w:r>
    </w:p>
    <w:p w:rsidR="00E00D30" w:rsidRDefault="00E00D30" w:rsidP="00E00D30">
      <w:r>
        <w:t>267.0739</w:t>
      </w:r>
      <w:r>
        <w:tab/>
        <w:t>1.013e0</w:t>
      </w:r>
    </w:p>
    <w:p w:rsidR="00E00D30" w:rsidRDefault="00E00D30" w:rsidP="00E00D30">
      <w:r>
        <w:t>267.0781</w:t>
      </w:r>
      <w:r>
        <w:tab/>
        <w:t>4.051e0</w:t>
      </w:r>
    </w:p>
    <w:p w:rsidR="00E00D30" w:rsidRDefault="00E00D30" w:rsidP="00E00D30">
      <w:r>
        <w:t>267.0820</w:t>
      </w:r>
      <w:r>
        <w:tab/>
        <w:t>1.013e0</w:t>
      </w:r>
    </w:p>
    <w:p w:rsidR="00E00D30" w:rsidRDefault="00E00D30" w:rsidP="00E00D30">
      <w:r>
        <w:t>267.0936</w:t>
      </w:r>
      <w:r>
        <w:tab/>
        <w:t>2.025e0</w:t>
      </w:r>
    </w:p>
    <w:p w:rsidR="00E00D30" w:rsidRDefault="00E00D30" w:rsidP="00E00D30">
      <w:r>
        <w:t>267.1129</w:t>
      </w:r>
      <w:r>
        <w:tab/>
        <w:t>2.025e0</w:t>
      </w:r>
    </w:p>
    <w:p w:rsidR="00E00D30" w:rsidRDefault="00E00D30" w:rsidP="00E00D30">
      <w:r>
        <w:t>267.1217</w:t>
      </w:r>
      <w:r>
        <w:tab/>
        <w:t>3.038e0</w:t>
      </w:r>
    </w:p>
    <w:p w:rsidR="00E00D30" w:rsidRDefault="00E00D30" w:rsidP="00E00D30">
      <w:r>
        <w:t>267.1475</w:t>
      </w:r>
      <w:r>
        <w:tab/>
        <w:t>6.076e0</w:t>
      </w:r>
    </w:p>
    <w:p w:rsidR="00E00D30" w:rsidRDefault="00E00D30" w:rsidP="00E00D30">
      <w:r>
        <w:t>267.1520</w:t>
      </w:r>
      <w:r>
        <w:tab/>
        <w:t>3.038e0</w:t>
      </w:r>
    </w:p>
    <w:p w:rsidR="00E00D30" w:rsidRDefault="00E00D30" w:rsidP="00E00D30">
      <w:r>
        <w:t>267.1577</w:t>
      </w:r>
      <w:r>
        <w:tab/>
        <w:t>2.025e0</w:t>
      </w:r>
    </w:p>
    <w:p w:rsidR="00E00D30" w:rsidRDefault="00E00D30" w:rsidP="00E00D30">
      <w:r>
        <w:lastRenderedPageBreak/>
        <w:t>267.1603</w:t>
      </w:r>
      <w:r>
        <w:tab/>
        <w:t>5.063e0</w:t>
      </w:r>
    </w:p>
    <w:p w:rsidR="00E00D30" w:rsidRDefault="00E00D30" w:rsidP="00E00D30">
      <w:r>
        <w:t>267.1632</w:t>
      </w:r>
      <w:r>
        <w:tab/>
        <w:t>4.051e0</w:t>
      </w:r>
    </w:p>
    <w:p w:rsidR="00E00D30" w:rsidRDefault="00E00D30" w:rsidP="00E00D30">
      <w:r>
        <w:t>267.1729</w:t>
      </w:r>
      <w:r>
        <w:tab/>
        <w:t>3.038e0</w:t>
      </w:r>
    </w:p>
    <w:p w:rsidR="00E00D30" w:rsidRDefault="00E00D30" w:rsidP="00E00D30">
      <w:r>
        <w:t>267.1771</w:t>
      </w:r>
      <w:r>
        <w:tab/>
        <w:t>3.038e0</w:t>
      </w:r>
    </w:p>
    <w:p w:rsidR="00E00D30" w:rsidRDefault="00E00D30" w:rsidP="00E00D30">
      <w:r>
        <w:t>267.1785</w:t>
      </w:r>
      <w:r>
        <w:tab/>
        <w:t>5.063e0</w:t>
      </w:r>
    </w:p>
    <w:p w:rsidR="00E00D30" w:rsidRDefault="00E00D30" w:rsidP="00E00D30">
      <w:r>
        <w:t>267.2100</w:t>
      </w:r>
      <w:r>
        <w:tab/>
        <w:t>4.051e0</w:t>
      </w:r>
    </w:p>
    <w:p w:rsidR="00E00D30" w:rsidRDefault="00E00D30" w:rsidP="00E00D30">
      <w:r>
        <w:t>267.2178</w:t>
      </w:r>
      <w:r>
        <w:tab/>
        <w:t>2.025e0</w:t>
      </w:r>
    </w:p>
    <w:p w:rsidR="00E00D30" w:rsidRDefault="00E00D30" w:rsidP="00E00D30">
      <w:r>
        <w:t>267.2215</w:t>
      </w:r>
      <w:r>
        <w:tab/>
        <w:t>1.013e0</w:t>
      </w:r>
    </w:p>
    <w:p w:rsidR="00E00D30" w:rsidRDefault="00E00D30" w:rsidP="00E00D30">
      <w:r>
        <w:t>267.2390</w:t>
      </w:r>
      <w:r>
        <w:tab/>
        <w:t>2.025e0</w:t>
      </w:r>
    </w:p>
    <w:p w:rsidR="00E00D30" w:rsidRDefault="00E00D30" w:rsidP="00E00D30">
      <w:r>
        <w:t>267.2442</w:t>
      </w:r>
      <w:r>
        <w:tab/>
        <w:t>2.025e0</w:t>
      </w:r>
    </w:p>
    <w:p w:rsidR="00E00D30" w:rsidRDefault="00E00D30" w:rsidP="00E00D30">
      <w:r>
        <w:t>267.2523</w:t>
      </w:r>
      <w:r>
        <w:tab/>
        <w:t>1.013e0</w:t>
      </w:r>
    </w:p>
    <w:p w:rsidR="00E00D30" w:rsidRDefault="00E00D30" w:rsidP="00E00D30">
      <w:r>
        <w:t>267.3086</w:t>
      </w:r>
      <w:r>
        <w:tab/>
        <w:t>2.025e0</w:t>
      </w:r>
    </w:p>
    <w:p w:rsidR="00E00D30" w:rsidRDefault="00E00D30" w:rsidP="00E00D30">
      <w:r>
        <w:t>267.3183</w:t>
      </w:r>
      <w:r>
        <w:tab/>
        <w:t>1.013e0</w:t>
      </w:r>
    </w:p>
    <w:p w:rsidR="00E00D30" w:rsidRDefault="00E00D30" w:rsidP="00E00D30">
      <w:r>
        <w:t>267.3263</w:t>
      </w:r>
      <w:r>
        <w:tab/>
        <w:t>1.013e0</w:t>
      </w:r>
    </w:p>
    <w:p w:rsidR="00E00D30" w:rsidRDefault="00E00D30" w:rsidP="00E00D30">
      <w:r>
        <w:t>267.3307</w:t>
      </w:r>
      <w:r>
        <w:tab/>
        <w:t>1.013e0</w:t>
      </w:r>
    </w:p>
    <w:p w:rsidR="00E00D30" w:rsidRDefault="00E00D30" w:rsidP="00E00D30">
      <w:r>
        <w:t>267.3326</w:t>
      </w:r>
      <w:r>
        <w:tab/>
        <w:t>2.025e0</w:t>
      </w:r>
    </w:p>
    <w:p w:rsidR="00E00D30" w:rsidRDefault="00E00D30" w:rsidP="00E00D30">
      <w:r>
        <w:t>267.3573</w:t>
      </w:r>
      <w:r>
        <w:tab/>
        <w:t>1.013e0</w:t>
      </w:r>
    </w:p>
    <w:p w:rsidR="00E00D30" w:rsidRDefault="00E00D30" w:rsidP="00E00D30">
      <w:r>
        <w:t>267.3610</w:t>
      </w:r>
      <w:r>
        <w:tab/>
        <w:t>1.013e0</w:t>
      </w:r>
    </w:p>
    <w:p w:rsidR="00E00D30" w:rsidRDefault="00E00D30" w:rsidP="00E00D30">
      <w:r>
        <w:t>267.3872</w:t>
      </w:r>
      <w:r>
        <w:tab/>
        <w:t>1.013e0</w:t>
      </w:r>
    </w:p>
    <w:p w:rsidR="00E00D30" w:rsidRDefault="00E00D30" w:rsidP="00E00D30">
      <w:r>
        <w:lastRenderedPageBreak/>
        <w:t>267.3912</w:t>
      </w:r>
      <w:r>
        <w:tab/>
        <w:t>2.025e0</w:t>
      </w:r>
    </w:p>
    <w:p w:rsidR="00E00D30" w:rsidRDefault="00E00D30" w:rsidP="00E00D30">
      <w:r>
        <w:t>267.4001</w:t>
      </w:r>
      <w:r>
        <w:tab/>
        <w:t>1.013e0</w:t>
      </w:r>
    </w:p>
    <w:p w:rsidR="00E00D30" w:rsidRDefault="00E00D30" w:rsidP="00E00D30">
      <w:r>
        <w:t>267.4045</w:t>
      </w:r>
      <w:r>
        <w:tab/>
        <w:t>1.013e0</w:t>
      </w:r>
    </w:p>
    <w:p w:rsidR="00E00D30" w:rsidRDefault="00E00D30" w:rsidP="00E00D30">
      <w:r>
        <w:t>267.4080</w:t>
      </w:r>
      <w:r>
        <w:tab/>
        <w:t>1.013e0</w:t>
      </w:r>
    </w:p>
    <w:p w:rsidR="00E00D30" w:rsidRDefault="00E00D30" w:rsidP="00E00D30">
      <w:r>
        <w:t>267.4564</w:t>
      </w:r>
      <w:r>
        <w:tab/>
        <w:t>1.013e0</w:t>
      </w:r>
    </w:p>
    <w:p w:rsidR="00E00D30" w:rsidRDefault="00E00D30" w:rsidP="00E00D30">
      <w:r>
        <w:t>267.4758</w:t>
      </w:r>
      <w:r>
        <w:tab/>
        <w:t>2.025e0</w:t>
      </w:r>
    </w:p>
    <w:p w:rsidR="00E00D30" w:rsidRDefault="00E00D30" w:rsidP="00E00D30">
      <w:r>
        <w:t>267.4860</w:t>
      </w:r>
      <w:r>
        <w:tab/>
        <w:t>1.013e0</w:t>
      </w:r>
    </w:p>
    <w:p w:rsidR="00E00D30" w:rsidRDefault="00E00D30" w:rsidP="00E00D30">
      <w:r>
        <w:t>267.4959</w:t>
      </w:r>
      <w:r>
        <w:tab/>
        <w:t>1.013e0</w:t>
      </w:r>
    </w:p>
    <w:p w:rsidR="00E00D30" w:rsidRDefault="00E00D30" w:rsidP="00E00D30">
      <w:r>
        <w:t>267.4997</w:t>
      </w:r>
      <w:r>
        <w:tab/>
        <w:t>2.025e0</w:t>
      </w:r>
    </w:p>
    <w:p w:rsidR="00E00D30" w:rsidRDefault="00E00D30" w:rsidP="00E00D30">
      <w:r>
        <w:t>267.5086</w:t>
      </w:r>
      <w:r>
        <w:tab/>
        <w:t>1.013e0</w:t>
      </w:r>
    </w:p>
    <w:p w:rsidR="00E00D30" w:rsidRDefault="00E00D30" w:rsidP="00E00D30">
      <w:r>
        <w:t>267.5305</w:t>
      </w:r>
      <w:r>
        <w:tab/>
        <w:t>1.013e0</w:t>
      </w:r>
    </w:p>
    <w:p w:rsidR="00E00D30" w:rsidRDefault="00E00D30" w:rsidP="00E00D30">
      <w:r>
        <w:t>267.5437</w:t>
      </w:r>
      <w:r>
        <w:tab/>
        <w:t>1.013e0</w:t>
      </w:r>
    </w:p>
    <w:p w:rsidR="00E00D30" w:rsidRDefault="00E00D30" w:rsidP="00E00D30">
      <w:r>
        <w:t>267.5521</w:t>
      </w:r>
      <w:r>
        <w:tab/>
        <w:t>1.013e0</w:t>
      </w:r>
    </w:p>
    <w:p w:rsidR="00E00D30" w:rsidRDefault="00E00D30" w:rsidP="00E00D30">
      <w:r>
        <w:t>267.5556</w:t>
      </w:r>
      <w:r>
        <w:tab/>
        <w:t>2.025e0</w:t>
      </w:r>
    </w:p>
    <w:p w:rsidR="00E00D30" w:rsidRDefault="00E00D30" w:rsidP="00E00D30">
      <w:r>
        <w:t>267.5751</w:t>
      </w:r>
      <w:r>
        <w:tab/>
        <w:t>1.013e0</w:t>
      </w:r>
    </w:p>
    <w:p w:rsidR="00E00D30" w:rsidRDefault="00E00D30" w:rsidP="00E00D30">
      <w:r>
        <w:t>267.5785</w:t>
      </w:r>
      <w:r>
        <w:tab/>
        <w:t>1.013e0</w:t>
      </w:r>
    </w:p>
    <w:p w:rsidR="00E00D30" w:rsidRDefault="00E00D30" w:rsidP="00E00D30">
      <w:r>
        <w:t>267.5867</w:t>
      </w:r>
      <w:r>
        <w:tab/>
        <w:t>1.013e0</w:t>
      </w:r>
    </w:p>
    <w:p w:rsidR="00E00D30" w:rsidRDefault="00E00D30" w:rsidP="00E00D30">
      <w:r>
        <w:t>267.5946</w:t>
      </w:r>
      <w:r>
        <w:tab/>
        <w:t>1.013e0</w:t>
      </w:r>
    </w:p>
    <w:p w:rsidR="00E00D30" w:rsidRDefault="00E00D30" w:rsidP="00E00D30">
      <w:r>
        <w:t>267.6174</w:t>
      </w:r>
      <w:r>
        <w:tab/>
        <w:t>2.025e0</w:t>
      </w:r>
    </w:p>
    <w:p w:rsidR="00E00D30" w:rsidRDefault="00E00D30" w:rsidP="00E00D30">
      <w:r>
        <w:lastRenderedPageBreak/>
        <w:t>267.6486</w:t>
      </w:r>
      <w:r>
        <w:tab/>
        <w:t>1.013e0</w:t>
      </w:r>
    </w:p>
    <w:p w:rsidR="00E00D30" w:rsidRDefault="00E00D30" w:rsidP="00E00D30">
      <w:r>
        <w:t>267.6524</w:t>
      </w:r>
      <w:r>
        <w:tab/>
        <w:t>1.013e0</w:t>
      </w:r>
    </w:p>
    <w:p w:rsidR="00E00D30" w:rsidRDefault="00E00D30" w:rsidP="00E00D30">
      <w:r>
        <w:t>267.6563</w:t>
      </w:r>
      <w:r>
        <w:tab/>
        <w:t>2.025e0</w:t>
      </w:r>
    </w:p>
    <w:p w:rsidR="00E00D30" w:rsidRDefault="00E00D30" w:rsidP="00E00D30">
      <w:r>
        <w:t>267.6834</w:t>
      </w:r>
      <w:r>
        <w:tab/>
        <w:t>1.013e0</w:t>
      </w:r>
    </w:p>
    <w:p w:rsidR="00E00D30" w:rsidRDefault="00E00D30" w:rsidP="00E00D30">
      <w:r>
        <w:t>267.6992</w:t>
      </w:r>
      <w:r>
        <w:tab/>
        <w:t>1.013e0</w:t>
      </w:r>
    </w:p>
    <w:p w:rsidR="00E00D30" w:rsidRDefault="00E00D30" w:rsidP="00E00D30">
      <w:r>
        <w:t>267.7573</w:t>
      </w:r>
      <w:r>
        <w:tab/>
        <w:t>1.013e0</w:t>
      </w:r>
    </w:p>
    <w:p w:rsidR="00E00D30" w:rsidRDefault="00E00D30" w:rsidP="00E00D30">
      <w:r>
        <w:t>267.7650</w:t>
      </w:r>
      <w:r>
        <w:tab/>
        <w:t>1.013e0</w:t>
      </w:r>
    </w:p>
    <w:p w:rsidR="00E00D30" w:rsidRDefault="00E00D30" w:rsidP="00E00D30">
      <w:r>
        <w:t>267.7732</w:t>
      </w:r>
      <w:r>
        <w:tab/>
        <w:t>1.013e0</w:t>
      </w:r>
    </w:p>
    <w:p w:rsidR="00E00D30" w:rsidRDefault="00E00D30" w:rsidP="00E00D30">
      <w:r>
        <w:t>267.8101</w:t>
      </w:r>
      <w:r>
        <w:tab/>
        <w:t>2.025e0</w:t>
      </w:r>
    </w:p>
    <w:p w:rsidR="00E00D30" w:rsidRDefault="00E00D30" w:rsidP="00E00D30">
      <w:r>
        <w:t>267.8172</w:t>
      </w:r>
      <w:r>
        <w:tab/>
        <w:t>1.013e0</w:t>
      </w:r>
    </w:p>
    <w:p w:rsidR="00E00D30" w:rsidRDefault="00E00D30" w:rsidP="00E00D30">
      <w:r>
        <w:t>267.8271</w:t>
      </w:r>
      <w:r>
        <w:tab/>
        <w:t>1.013e0</w:t>
      </w:r>
    </w:p>
    <w:p w:rsidR="00E00D30" w:rsidRDefault="00E00D30" w:rsidP="00E00D30">
      <w:r>
        <w:t>267.8468</w:t>
      </w:r>
      <w:r>
        <w:tab/>
        <w:t>1.013e0</w:t>
      </w:r>
    </w:p>
    <w:p w:rsidR="00E00D30" w:rsidRDefault="00E00D30" w:rsidP="00E00D30">
      <w:r>
        <w:t>267.8661</w:t>
      </w:r>
      <w:r>
        <w:tab/>
        <w:t>1.013e0</w:t>
      </w:r>
    </w:p>
    <w:p w:rsidR="00E00D30" w:rsidRDefault="00E00D30" w:rsidP="00E00D30">
      <w:r>
        <w:t>267.8958</w:t>
      </w:r>
      <w:r>
        <w:tab/>
        <w:t>1.013e0</w:t>
      </w:r>
    </w:p>
    <w:p w:rsidR="00E00D30" w:rsidRDefault="00E00D30" w:rsidP="00E00D30">
      <w:r>
        <w:t>267.9088</w:t>
      </w:r>
      <w:r>
        <w:tab/>
        <w:t>1.013e0</w:t>
      </w:r>
    </w:p>
    <w:p w:rsidR="00E00D30" w:rsidRDefault="00E00D30" w:rsidP="00E00D30">
      <w:r>
        <w:t>267.9167</w:t>
      </w:r>
      <w:r>
        <w:tab/>
        <w:t>1.013e0</w:t>
      </w:r>
    </w:p>
    <w:p w:rsidR="00E00D30" w:rsidRDefault="00E00D30" w:rsidP="00E00D30">
      <w:r>
        <w:t>267.9354</w:t>
      </w:r>
      <w:r>
        <w:tab/>
        <w:t>2.025e0</w:t>
      </w:r>
    </w:p>
    <w:p w:rsidR="00E00D30" w:rsidRDefault="00E00D30" w:rsidP="00E00D30">
      <w:r>
        <w:t>267.9437</w:t>
      </w:r>
      <w:r>
        <w:tab/>
        <w:t>2.025e0</w:t>
      </w:r>
    </w:p>
    <w:p w:rsidR="00E00D30" w:rsidRDefault="00E00D30" w:rsidP="00E00D30">
      <w:r>
        <w:t>267.9557</w:t>
      </w:r>
      <w:r>
        <w:tab/>
        <w:t>1.013e0</w:t>
      </w:r>
    </w:p>
    <w:p w:rsidR="00E00D30" w:rsidRDefault="00E00D30" w:rsidP="00E00D30">
      <w:r>
        <w:lastRenderedPageBreak/>
        <w:t>267.9654</w:t>
      </w:r>
      <w:r>
        <w:tab/>
        <w:t>3.038e0</w:t>
      </w:r>
    </w:p>
    <w:p w:rsidR="00E00D30" w:rsidRDefault="00E00D30" w:rsidP="00E00D30">
      <w:r>
        <w:t>267.9785</w:t>
      </w:r>
      <w:r>
        <w:tab/>
        <w:t>1.013e0</w:t>
      </w:r>
    </w:p>
    <w:p w:rsidR="00E00D30" w:rsidRDefault="00E00D30" w:rsidP="00E00D30">
      <w:r>
        <w:t>267.9947</w:t>
      </w:r>
      <w:r>
        <w:tab/>
        <w:t>1.013e0</w:t>
      </w:r>
    </w:p>
    <w:p w:rsidR="00E00D30" w:rsidRDefault="00E00D30" w:rsidP="00E00D30">
      <w:r>
        <w:t>268.0047</w:t>
      </w:r>
      <w:r>
        <w:tab/>
        <w:t>1.013e0</w:t>
      </w:r>
    </w:p>
    <w:p w:rsidR="00E00D30" w:rsidRDefault="00E00D30" w:rsidP="00E00D30">
      <w:r>
        <w:t>268.0096</w:t>
      </w:r>
      <w:r>
        <w:tab/>
        <w:t>2.025e0</w:t>
      </w:r>
    </w:p>
    <w:p w:rsidR="00E00D30" w:rsidRDefault="00E00D30" w:rsidP="00E00D30">
      <w:r>
        <w:t>268.0255</w:t>
      </w:r>
      <w:r>
        <w:tab/>
        <w:t>1.013e0</w:t>
      </w:r>
    </w:p>
    <w:p w:rsidR="00E00D30" w:rsidRDefault="00E00D30" w:rsidP="00E00D30">
      <w:r>
        <w:t>268.0268</w:t>
      </w:r>
      <w:r>
        <w:tab/>
        <w:t>2.025e0</w:t>
      </w:r>
    </w:p>
    <w:p w:rsidR="00E00D30" w:rsidRDefault="00E00D30" w:rsidP="00E00D30">
      <w:r>
        <w:t>268.0297</w:t>
      </w:r>
      <w:r>
        <w:tab/>
        <w:t>2.025e0</w:t>
      </w:r>
    </w:p>
    <w:p w:rsidR="00E00D30" w:rsidRDefault="00E00D30" w:rsidP="00E00D30">
      <w:r>
        <w:t>268.0324</w:t>
      </w:r>
      <w:r>
        <w:tab/>
        <w:t>2.025e0</w:t>
      </w:r>
    </w:p>
    <w:p w:rsidR="00E00D30" w:rsidRDefault="00E00D30" w:rsidP="00E00D30">
      <w:r>
        <w:t>268.0408</w:t>
      </w:r>
      <w:r>
        <w:tab/>
        <w:t>2.025e0</w:t>
      </w:r>
    </w:p>
    <w:p w:rsidR="00E00D30" w:rsidRDefault="00E00D30" w:rsidP="00E00D30">
      <w:r>
        <w:t>268.0526</w:t>
      </w:r>
      <w:r>
        <w:tab/>
        <w:t>1.013e0</w:t>
      </w:r>
    </w:p>
    <w:p w:rsidR="00E00D30" w:rsidRDefault="00E00D30" w:rsidP="00E00D30">
      <w:r>
        <w:t>268.0630</w:t>
      </w:r>
      <w:r>
        <w:tab/>
        <w:t>2.025e0</w:t>
      </w:r>
    </w:p>
    <w:p w:rsidR="00E00D30" w:rsidRDefault="00E00D30" w:rsidP="00E00D30">
      <w:r>
        <w:t>268.0760</w:t>
      </w:r>
      <w:r>
        <w:tab/>
        <w:t>4.051e0</w:t>
      </w:r>
    </w:p>
    <w:p w:rsidR="00E00D30" w:rsidRDefault="00E00D30" w:rsidP="00E00D30">
      <w:r>
        <w:t>268.0792</w:t>
      </w:r>
      <w:r>
        <w:tab/>
        <w:t>1.013e0</w:t>
      </w:r>
    </w:p>
    <w:p w:rsidR="00E00D30" w:rsidRDefault="00E00D30" w:rsidP="00E00D30">
      <w:r>
        <w:t>268.0915</w:t>
      </w:r>
      <w:r>
        <w:tab/>
        <w:t>1.013e0</w:t>
      </w:r>
    </w:p>
    <w:p w:rsidR="00E00D30" w:rsidRDefault="00E00D30" w:rsidP="00E00D30">
      <w:r>
        <w:t>268.1138</w:t>
      </w:r>
      <w:r>
        <w:tab/>
        <w:t>1.013e0</w:t>
      </w:r>
    </w:p>
    <w:p w:rsidR="00E00D30" w:rsidRDefault="00E00D30" w:rsidP="00E00D30">
      <w:r>
        <w:t>268.1190</w:t>
      </w:r>
      <w:r>
        <w:tab/>
        <w:t>2.025e0</w:t>
      </w:r>
    </w:p>
    <w:p w:rsidR="00E00D30" w:rsidRDefault="00E00D30" w:rsidP="00E00D30">
      <w:r>
        <w:t>268.1264</w:t>
      </w:r>
      <w:r>
        <w:tab/>
        <w:t>2.025e0</w:t>
      </w:r>
    </w:p>
    <w:p w:rsidR="00E00D30" w:rsidRDefault="00E00D30" w:rsidP="00E00D30">
      <w:r>
        <w:t>268.1288</w:t>
      </w:r>
      <w:r>
        <w:tab/>
        <w:t>6.034e0</w:t>
      </w:r>
    </w:p>
    <w:p w:rsidR="00E00D30" w:rsidRDefault="00E00D30" w:rsidP="00E00D30">
      <w:r>
        <w:lastRenderedPageBreak/>
        <w:t>268.1351</w:t>
      </w:r>
      <w:r>
        <w:tab/>
        <w:t>1.215e1</w:t>
      </w:r>
    </w:p>
    <w:p w:rsidR="00E00D30" w:rsidRDefault="00E00D30" w:rsidP="00E00D30">
      <w:r>
        <w:t>268.1362</w:t>
      </w:r>
      <w:r>
        <w:tab/>
        <w:t>7.089e0</w:t>
      </w:r>
    </w:p>
    <w:p w:rsidR="00E00D30" w:rsidRDefault="00E00D30" w:rsidP="00E00D30">
      <w:r>
        <w:t>268.1433</w:t>
      </w:r>
      <w:r>
        <w:tab/>
        <w:t>1.404e1</w:t>
      </w:r>
    </w:p>
    <w:p w:rsidR="00E00D30" w:rsidRDefault="00E00D30" w:rsidP="00E00D30">
      <w:r>
        <w:t>268.1452</w:t>
      </w:r>
      <w:r>
        <w:tab/>
        <w:t>1.505e1</w:t>
      </w:r>
    </w:p>
    <w:p w:rsidR="00E00D30" w:rsidRDefault="00E00D30" w:rsidP="00E00D30">
      <w:r>
        <w:t>268.1500</w:t>
      </w:r>
      <w:r>
        <w:tab/>
        <w:t>3.038e0</w:t>
      </w:r>
    </w:p>
    <w:p w:rsidR="00E00D30" w:rsidRDefault="00E00D30" w:rsidP="00E00D30">
      <w:r>
        <w:t>268.1552</w:t>
      </w:r>
      <w:r>
        <w:tab/>
        <w:t>2.025e0</w:t>
      </w:r>
    </w:p>
    <w:p w:rsidR="00E00D30" w:rsidRDefault="00E00D30" w:rsidP="00E00D30">
      <w:r>
        <w:t>268.1733</w:t>
      </w:r>
      <w:r>
        <w:tab/>
        <w:t>1.013e0</w:t>
      </w:r>
    </w:p>
    <w:p w:rsidR="00E00D30" w:rsidRDefault="00E00D30" w:rsidP="00E00D30">
      <w:r>
        <w:t>268.1776</w:t>
      </w:r>
      <w:r>
        <w:tab/>
        <w:t>1.013e0</w:t>
      </w:r>
    </w:p>
    <w:p w:rsidR="00E00D30" w:rsidRDefault="00E00D30" w:rsidP="00E00D30">
      <w:r>
        <w:t>268.1875</w:t>
      </w:r>
      <w:r>
        <w:tab/>
        <w:t>1.013e0</w:t>
      </w:r>
    </w:p>
    <w:p w:rsidR="00E00D30" w:rsidRDefault="00E00D30" w:rsidP="00E00D30">
      <w:r>
        <w:t>268.1908</w:t>
      </w:r>
      <w:r>
        <w:tab/>
        <w:t>3.038e0</w:t>
      </w:r>
    </w:p>
    <w:p w:rsidR="00E00D30" w:rsidRDefault="00E00D30" w:rsidP="00E00D30">
      <w:r>
        <w:t>268.2061</w:t>
      </w:r>
      <w:r>
        <w:tab/>
        <w:t>2.025e0</w:t>
      </w:r>
    </w:p>
    <w:p w:rsidR="00E00D30" w:rsidRDefault="00E00D30" w:rsidP="00E00D30">
      <w:r>
        <w:t>268.2177</w:t>
      </w:r>
      <w:r>
        <w:tab/>
        <w:t>1.013e0</w:t>
      </w:r>
    </w:p>
    <w:p w:rsidR="00E00D30" w:rsidRDefault="00E00D30" w:rsidP="00E00D30">
      <w:r>
        <w:t>268.2350</w:t>
      </w:r>
      <w:r>
        <w:tab/>
        <w:t>1.013e0</w:t>
      </w:r>
    </w:p>
    <w:p w:rsidR="00E00D30" w:rsidRDefault="00E00D30" w:rsidP="00E00D30">
      <w:r>
        <w:t>268.2471</w:t>
      </w:r>
      <w:r>
        <w:tab/>
        <w:t>1.013e0</w:t>
      </w:r>
    </w:p>
    <w:p w:rsidR="00E00D30" w:rsidRDefault="00E00D30" w:rsidP="00E00D30">
      <w:r>
        <w:t>268.2508</w:t>
      </w:r>
      <w:r>
        <w:tab/>
        <w:t>2.025e0</w:t>
      </w:r>
    </w:p>
    <w:p w:rsidR="00E00D30" w:rsidRDefault="00E00D30" w:rsidP="00E00D30">
      <w:r>
        <w:t>268.2523</w:t>
      </w:r>
      <w:r>
        <w:tab/>
        <w:t>1.013e0</w:t>
      </w:r>
    </w:p>
    <w:p w:rsidR="00E00D30" w:rsidRDefault="00E00D30" w:rsidP="00E00D30">
      <w:r>
        <w:t>268.2695</w:t>
      </w:r>
      <w:r>
        <w:tab/>
        <w:t>2.025e0</w:t>
      </w:r>
    </w:p>
    <w:p w:rsidR="00E00D30" w:rsidRDefault="00E00D30" w:rsidP="00E00D30">
      <w:r>
        <w:t>268.2916</w:t>
      </w:r>
      <w:r>
        <w:tab/>
        <w:t>1.013e0</w:t>
      </w:r>
    </w:p>
    <w:p w:rsidR="00E00D30" w:rsidRDefault="00E00D30" w:rsidP="00E00D30">
      <w:r>
        <w:t>268.3213</w:t>
      </w:r>
      <w:r>
        <w:tab/>
        <w:t>1.013e0</w:t>
      </w:r>
    </w:p>
    <w:p w:rsidR="00E00D30" w:rsidRDefault="00E00D30" w:rsidP="00E00D30">
      <w:r>
        <w:lastRenderedPageBreak/>
        <w:t>268.3445</w:t>
      </w:r>
      <w:r>
        <w:tab/>
        <w:t>3.038e0</w:t>
      </w:r>
    </w:p>
    <w:p w:rsidR="00E00D30" w:rsidRDefault="00E00D30" w:rsidP="00E00D30">
      <w:r>
        <w:t>268.3559</w:t>
      </w:r>
      <w:r>
        <w:tab/>
        <w:t>1.013e0</w:t>
      </w:r>
    </w:p>
    <w:p w:rsidR="00E00D30" w:rsidRDefault="00E00D30" w:rsidP="00E00D30">
      <w:r>
        <w:t>268.3607</w:t>
      </w:r>
      <w:r>
        <w:tab/>
        <w:t>1.013e0</w:t>
      </w:r>
    </w:p>
    <w:p w:rsidR="00E00D30" w:rsidRDefault="00E00D30" w:rsidP="00E00D30">
      <w:r>
        <w:t>268.3658</w:t>
      </w:r>
      <w:r>
        <w:tab/>
        <w:t>1.013e0</w:t>
      </w:r>
    </w:p>
    <w:p w:rsidR="00E00D30" w:rsidRDefault="00E00D30" w:rsidP="00E00D30">
      <w:r>
        <w:t>268.3869</w:t>
      </w:r>
      <w:r>
        <w:tab/>
        <w:t>1.013e0</w:t>
      </w:r>
    </w:p>
    <w:p w:rsidR="00E00D30" w:rsidRDefault="00E00D30" w:rsidP="00E00D30">
      <w:r>
        <w:t>268.3909</w:t>
      </w:r>
      <w:r>
        <w:tab/>
        <w:t>1.013e0</w:t>
      </w:r>
    </w:p>
    <w:p w:rsidR="00E00D30" w:rsidRDefault="00E00D30" w:rsidP="00E00D30">
      <w:r>
        <w:t>268.4062</w:t>
      </w:r>
      <w:r>
        <w:tab/>
        <w:t>2.025e0</w:t>
      </w:r>
    </w:p>
    <w:p w:rsidR="00E00D30" w:rsidRDefault="00E00D30" w:rsidP="00E00D30">
      <w:r>
        <w:t>268.4103</w:t>
      </w:r>
      <w:r>
        <w:tab/>
        <w:t>1.013e0</w:t>
      </w:r>
    </w:p>
    <w:p w:rsidR="00E00D30" w:rsidRDefault="00E00D30" w:rsidP="00E00D30">
      <w:r>
        <w:t>268.4292</w:t>
      </w:r>
      <w:r>
        <w:tab/>
        <w:t>2.025e0</w:t>
      </w:r>
    </w:p>
    <w:p w:rsidR="00E00D30" w:rsidRDefault="00E00D30" w:rsidP="00E00D30">
      <w:r>
        <w:t>268.4350</w:t>
      </w:r>
      <w:r>
        <w:tab/>
        <w:t>1.013e0</w:t>
      </w:r>
    </w:p>
    <w:p w:rsidR="00E00D30" w:rsidRDefault="00E00D30" w:rsidP="00E00D30">
      <w:r>
        <w:t>268.4612</w:t>
      </w:r>
      <w:r>
        <w:tab/>
        <w:t>1.013e0</w:t>
      </w:r>
    </w:p>
    <w:p w:rsidR="00E00D30" w:rsidRDefault="00E00D30" w:rsidP="00E00D30">
      <w:r>
        <w:t>268.4696</w:t>
      </w:r>
      <w:r>
        <w:tab/>
        <w:t>1.013e0</w:t>
      </w:r>
    </w:p>
    <w:p w:rsidR="00E00D30" w:rsidRDefault="00E00D30" w:rsidP="00E00D30">
      <w:r>
        <w:t>268.4804</w:t>
      </w:r>
      <w:r>
        <w:tab/>
        <w:t>2.025e0</w:t>
      </w:r>
    </w:p>
    <w:p w:rsidR="00E00D30" w:rsidRDefault="00E00D30" w:rsidP="00E00D30">
      <w:r>
        <w:t>268.4897</w:t>
      </w:r>
      <w:r>
        <w:tab/>
        <w:t>2.025e0</w:t>
      </w:r>
    </w:p>
    <w:p w:rsidR="00E00D30" w:rsidRDefault="00E00D30" w:rsidP="00E00D30">
      <w:r>
        <w:t>268.5092</w:t>
      </w:r>
      <w:r>
        <w:tab/>
        <w:t>1.013e0</w:t>
      </w:r>
    </w:p>
    <w:p w:rsidR="00E00D30" w:rsidRDefault="00E00D30" w:rsidP="00E00D30">
      <w:r>
        <w:t>268.5889</w:t>
      </w:r>
      <w:r>
        <w:tab/>
        <w:t>1.013e0</w:t>
      </w:r>
    </w:p>
    <w:p w:rsidR="00E00D30" w:rsidRDefault="00E00D30" w:rsidP="00E00D30">
      <w:r>
        <w:t>268.5927</w:t>
      </w:r>
      <w:r>
        <w:tab/>
        <w:t>2.025e0</w:t>
      </w:r>
    </w:p>
    <w:p w:rsidR="00E00D30" w:rsidRDefault="00E00D30" w:rsidP="00E00D30">
      <w:r>
        <w:t>268.6233</w:t>
      </w:r>
      <w:r>
        <w:tab/>
        <w:t>1.013e0</w:t>
      </w:r>
    </w:p>
    <w:p w:rsidR="00E00D30" w:rsidRDefault="00E00D30" w:rsidP="00E00D30">
      <w:r>
        <w:t>268.6319</w:t>
      </w:r>
      <w:r>
        <w:tab/>
        <w:t>1.013e0</w:t>
      </w:r>
    </w:p>
    <w:p w:rsidR="00E00D30" w:rsidRDefault="00E00D30" w:rsidP="00E00D30">
      <w:r>
        <w:lastRenderedPageBreak/>
        <w:t>268.6704</w:t>
      </w:r>
      <w:r>
        <w:tab/>
        <w:t>1.013e0</w:t>
      </w:r>
    </w:p>
    <w:p w:rsidR="00E00D30" w:rsidRDefault="00E00D30" w:rsidP="00E00D30">
      <w:r>
        <w:t>268.7135</w:t>
      </w:r>
      <w:r>
        <w:tab/>
        <w:t>1.013e0</w:t>
      </w:r>
    </w:p>
    <w:p w:rsidR="00E00D30" w:rsidRDefault="00E00D30" w:rsidP="00E00D30">
      <w:r>
        <w:t>268.7273</w:t>
      </w:r>
      <w:r>
        <w:tab/>
        <w:t>1.013e0</w:t>
      </w:r>
    </w:p>
    <w:p w:rsidR="00E00D30" w:rsidRDefault="00E00D30" w:rsidP="00E00D30">
      <w:r>
        <w:t>268.7404</w:t>
      </w:r>
      <w:r>
        <w:tab/>
        <w:t>1.013e0</w:t>
      </w:r>
    </w:p>
    <w:p w:rsidR="00E00D30" w:rsidRDefault="00E00D30" w:rsidP="00E00D30">
      <w:r>
        <w:t>268.7663</w:t>
      </w:r>
      <w:r>
        <w:tab/>
        <w:t>3.038e0</w:t>
      </w:r>
    </w:p>
    <w:p w:rsidR="00E00D30" w:rsidRDefault="00E00D30" w:rsidP="00E00D30">
      <w:r>
        <w:t>268.7834</w:t>
      </w:r>
      <w:r>
        <w:tab/>
        <w:t>2.025e0</w:t>
      </w:r>
    </w:p>
    <w:p w:rsidR="00E00D30" w:rsidRDefault="00E00D30" w:rsidP="00E00D30">
      <w:r>
        <w:t>268.7873</w:t>
      </w:r>
      <w:r>
        <w:tab/>
        <w:t>1.013e0</w:t>
      </w:r>
    </w:p>
    <w:p w:rsidR="00E00D30" w:rsidRDefault="00E00D30" w:rsidP="00E00D30">
      <w:r>
        <w:t>268.8147</w:t>
      </w:r>
      <w:r>
        <w:tab/>
        <w:t>1.013e0</w:t>
      </w:r>
    </w:p>
    <w:p w:rsidR="00E00D30" w:rsidRDefault="00E00D30" w:rsidP="00E00D30">
      <w:r>
        <w:t>268.8661</w:t>
      </w:r>
      <w:r>
        <w:tab/>
        <w:t>1.013e0</w:t>
      </w:r>
    </w:p>
    <w:p w:rsidR="00E00D30" w:rsidRDefault="00E00D30" w:rsidP="00E00D30">
      <w:r>
        <w:t>268.8741</w:t>
      </w:r>
      <w:r>
        <w:tab/>
        <w:t>2.025e0</w:t>
      </w:r>
    </w:p>
    <w:p w:rsidR="00E00D30" w:rsidRDefault="00E00D30" w:rsidP="00E00D30">
      <w:r>
        <w:t>268.9106</w:t>
      </w:r>
      <w:r>
        <w:tab/>
        <w:t>1.013e0</w:t>
      </w:r>
    </w:p>
    <w:p w:rsidR="00E00D30" w:rsidRDefault="00E00D30" w:rsidP="00E00D30">
      <w:r>
        <w:t>268.9150</w:t>
      </w:r>
      <w:r>
        <w:tab/>
        <w:t>2.025e0</w:t>
      </w:r>
    </w:p>
    <w:p w:rsidR="00E00D30" w:rsidRDefault="00E00D30" w:rsidP="00E00D30">
      <w:r>
        <w:t>268.9597</w:t>
      </w:r>
      <w:r>
        <w:tab/>
        <w:t>3.038e0</w:t>
      </w:r>
    </w:p>
    <w:p w:rsidR="00E00D30" w:rsidRDefault="00E00D30" w:rsidP="00E00D30">
      <w:r>
        <w:t>268.9644</w:t>
      </w:r>
      <w:r>
        <w:tab/>
        <w:t>2.025e0</w:t>
      </w:r>
    </w:p>
    <w:p w:rsidR="00E00D30" w:rsidRDefault="00E00D30" w:rsidP="00E00D30">
      <w:r>
        <w:t>268.9704</w:t>
      </w:r>
      <w:r>
        <w:tab/>
        <w:t>2.025e0</w:t>
      </w:r>
    </w:p>
    <w:p w:rsidR="00E00D30" w:rsidRDefault="00E00D30" w:rsidP="00E00D30">
      <w:r>
        <w:t>268.9802</w:t>
      </w:r>
      <w:r>
        <w:tab/>
        <w:t>1.013e0</w:t>
      </w:r>
    </w:p>
    <w:p w:rsidR="00E00D30" w:rsidRDefault="00E00D30" w:rsidP="00E00D30">
      <w:r>
        <w:t>268.9867</w:t>
      </w:r>
      <w:r>
        <w:tab/>
        <w:t>2.025e0</w:t>
      </w:r>
    </w:p>
    <w:p w:rsidR="00E00D30" w:rsidRDefault="00E00D30" w:rsidP="00E00D30">
      <w:r>
        <w:t>268.9933</w:t>
      </w:r>
      <w:r>
        <w:tab/>
        <w:t>2.025e0</w:t>
      </w:r>
    </w:p>
    <w:p w:rsidR="00E00D30" w:rsidRDefault="00E00D30" w:rsidP="00E00D30">
      <w:r>
        <w:t>269.0104</w:t>
      </w:r>
      <w:r>
        <w:tab/>
        <w:t>2.025e0</w:t>
      </w:r>
    </w:p>
    <w:p w:rsidR="00E00D30" w:rsidRDefault="00E00D30" w:rsidP="00E00D30">
      <w:r>
        <w:lastRenderedPageBreak/>
        <w:t>269.0284</w:t>
      </w:r>
      <w:r>
        <w:tab/>
        <w:t>2.025e0</w:t>
      </w:r>
    </w:p>
    <w:p w:rsidR="00E00D30" w:rsidRDefault="00E00D30" w:rsidP="00E00D30">
      <w:r>
        <w:t>269.0361</w:t>
      </w:r>
      <w:r>
        <w:tab/>
        <w:t>1.013e0</w:t>
      </w:r>
    </w:p>
    <w:p w:rsidR="00E00D30" w:rsidRDefault="00E00D30" w:rsidP="00E00D30">
      <w:r>
        <w:t>269.0400</w:t>
      </w:r>
      <w:r>
        <w:tab/>
        <w:t>1.013e0</w:t>
      </w:r>
    </w:p>
    <w:p w:rsidR="00E00D30" w:rsidRDefault="00E00D30" w:rsidP="00E00D30">
      <w:r>
        <w:t>269.0445</w:t>
      </w:r>
      <w:r>
        <w:tab/>
        <w:t>1.013e0</w:t>
      </w:r>
    </w:p>
    <w:p w:rsidR="00E00D30" w:rsidRDefault="00E00D30" w:rsidP="00E00D30">
      <w:r>
        <w:t>269.0495</w:t>
      </w:r>
      <w:r>
        <w:tab/>
        <w:t>3.038e0</w:t>
      </w:r>
    </w:p>
    <w:p w:rsidR="00E00D30" w:rsidRDefault="00E00D30" w:rsidP="00E00D30">
      <w:r>
        <w:t>269.0619</w:t>
      </w:r>
      <w:r>
        <w:tab/>
        <w:t>2.025e0</w:t>
      </w:r>
    </w:p>
    <w:p w:rsidR="00E00D30" w:rsidRDefault="00E00D30" w:rsidP="00E00D30">
      <w:r>
        <w:t>269.0669</w:t>
      </w:r>
      <w:r>
        <w:tab/>
        <w:t>1.013e0</w:t>
      </w:r>
    </w:p>
    <w:p w:rsidR="00E00D30" w:rsidRDefault="00E00D30" w:rsidP="00E00D30">
      <w:r>
        <w:t>269.0693</w:t>
      </w:r>
      <w:r>
        <w:tab/>
        <w:t>3.038e0</w:t>
      </w:r>
    </w:p>
    <w:p w:rsidR="00E00D30" w:rsidRDefault="00E00D30" w:rsidP="00E00D30">
      <w:r>
        <w:t>269.0711</w:t>
      </w:r>
      <w:r>
        <w:tab/>
        <w:t>1.013e0</w:t>
      </w:r>
    </w:p>
    <w:p w:rsidR="00E00D30" w:rsidRDefault="00E00D30" w:rsidP="00E00D30">
      <w:r>
        <w:t>269.0775</w:t>
      </w:r>
      <w:r>
        <w:tab/>
        <w:t>3.038e0</w:t>
      </w:r>
    </w:p>
    <w:p w:rsidR="00E00D30" w:rsidRDefault="00E00D30" w:rsidP="00E00D30">
      <w:r>
        <w:t>269.0822</w:t>
      </w:r>
      <w:r>
        <w:tab/>
        <w:t>2.025e0</w:t>
      </w:r>
    </w:p>
    <w:p w:rsidR="00E00D30" w:rsidRDefault="00E00D30" w:rsidP="00E00D30">
      <w:r>
        <w:t>269.1059</w:t>
      </w:r>
      <w:r>
        <w:tab/>
        <w:t>1.013e0</w:t>
      </w:r>
    </w:p>
    <w:p w:rsidR="00E00D30" w:rsidRDefault="00E00D30" w:rsidP="00E00D30">
      <w:r>
        <w:t>269.1194</w:t>
      </w:r>
      <w:r>
        <w:tab/>
        <w:t>1.013e0</w:t>
      </w:r>
    </w:p>
    <w:p w:rsidR="00E00D30" w:rsidRDefault="00E00D30" w:rsidP="00E00D30">
      <w:r>
        <w:t>269.1290</w:t>
      </w:r>
      <w:r>
        <w:tab/>
        <w:t>1.013e0</w:t>
      </w:r>
    </w:p>
    <w:p w:rsidR="00E00D30" w:rsidRDefault="00E00D30" w:rsidP="00E00D30">
      <w:r>
        <w:t>269.1338</w:t>
      </w:r>
      <w:r>
        <w:tab/>
        <w:t>4.051e0</w:t>
      </w:r>
    </w:p>
    <w:p w:rsidR="00E00D30" w:rsidRDefault="00E00D30" w:rsidP="00E00D30">
      <w:r>
        <w:t>269.1370</w:t>
      </w:r>
      <w:r>
        <w:tab/>
        <w:t>2.025e0</w:t>
      </w:r>
    </w:p>
    <w:p w:rsidR="00E00D30" w:rsidRDefault="00E00D30" w:rsidP="00E00D30">
      <w:r>
        <w:t>269.1381</w:t>
      </w:r>
      <w:r>
        <w:tab/>
        <w:t>4.051e0</w:t>
      </w:r>
    </w:p>
    <w:p w:rsidR="00E00D30" w:rsidRDefault="00E00D30" w:rsidP="00E00D30">
      <w:r>
        <w:t>269.1393</w:t>
      </w:r>
      <w:r>
        <w:tab/>
        <w:t>6.076e0</w:t>
      </w:r>
    </w:p>
    <w:p w:rsidR="00E00D30" w:rsidRDefault="00E00D30" w:rsidP="00E00D30">
      <w:r>
        <w:t>269.1429</w:t>
      </w:r>
      <w:r>
        <w:tab/>
        <w:t>2.025e0</w:t>
      </w:r>
    </w:p>
    <w:p w:rsidR="00E00D30" w:rsidRDefault="00E00D30" w:rsidP="00E00D30">
      <w:r>
        <w:lastRenderedPageBreak/>
        <w:t>269.1487</w:t>
      </w:r>
      <w:r>
        <w:tab/>
        <w:t>1.013e0</w:t>
      </w:r>
    </w:p>
    <w:p w:rsidR="00E00D30" w:rsidRDefault="00E00D30" w:rsidP="00E00D30">
      <w:r>
        <w:t>269.1603</w:t>
      </w:r>
      <w:r>
        <w:tab/>
        <w:t>2.335e0</w:t>
      </w:r>
    </w:p>
    <w:p w:rsidR="00E00D30" w:rsidRDefault="00E00D30" w:rsidP="00E00D30">
      <w:r>
        <w:t>269.1798</w:t>
      </w:r>
      <w:r>
        <w:tab/>
        <w:t>1.013e0</w:t>
      </w:r>
    </w:p>
    <w:p w:rsidR="00E00D30" w:rsidRDefault="00E00D30" w:rsidP="00E00D30">
      <w:r>
        <w:t>269.1837</w:t>
      </w:r>
      <w:r>
        <w:tab/>
        <w:t>1.013e0</w:t>
      </w:r>
    </w:p>
    <w:p w:rsidR="00E00D30" w:rsidRDefault="00E00D30" w:rsidP="00E00D30">
      <w:r>
        <w:t>269.1935</w:t>
      </w:r>
      <w:r>
        <w:tab/>
        <w:t>2.025e0</w:t>
      </w:r>
    </w:p>
    <w:p w:rsidR="00E00D30" w:rsidRDefault="00E00D30" w:rsidP="00E00D30">
      <w:r>
        <w:t>269.1988</w:t>
      </w:r>
      <w:r>
        <w:tab/>
        <w:t>1.013e0</w:t>
      </w:r>
    </w:p>
    <w:p w:rsidR="00E00D30" w:rsidRDefault="00E00D30" w:rsidP="00E00D30">
      <w:r>
        <w:t>269.2069</w:t>
      </w:r>
      <w:r>
        <w:tab/>
        <w:t>4.051e0</w:t>
      </w:r>
    </w:p>
    <w:p w:rsidR="00E00D30" w:rsidRDefault="00E00D30" w:rsidP="00E00D30">
      <w:r>
        <w:t>269.2090</w:t>
      </w:r>
      <w:r>
        <w:tab/>
        <w:t>2.025e0</w:t>
      </w:r>
    </w:p>
    <w:p w:rsidR="00E00D30" w:rsidRDefault="00E00D30" w:rsidP="00E00D30">
      <w:r>
        <w:t>269.2148</w:t>
      </w:r>
      <w:r>
        <w:tab/>
        <w:t>1.013e0</w:t>
      </w:r>
    </w:p>
    <w:p w:rsidR="00E00D30" w:rsidRDefault="00E00D30" w:rsidP="00E00D30">
      <w:r>
        <w:t>269.2213</w:t>
      </w:r>
      <w:r>
        <w:tab/>
        <w:t>2.025e0</w:t>
      </w:r>
    </w:p>
    <w:p w:rsidR="00E00D30" w:rsidRDefault="00E00D30" w:rsidP="00E00D30">
      <w:r>
        <w:t>269.2286</w:t>
      </w:r>
      <w:r>
        <w:tab/>
        <w:t>3.038e0</w:t>
      </w:r>
    </w:p>
    <w:p w:rsidR="00E00D30" w:rsidRDefault="00E00D30" w:rsidP="00E00D30">
      <w:r>
        <w:t>269.2332</w:t>
      </w:r>
      <w:r>
        <w:tab/>
        <w:t>1.013e0</w:t>
      </w:r>
    </w:p>
    <w:p w:rsidR="00E00D30" w:rsidRDefault="00E00D30" w:rsidP="00E00D30">
      <w:r>
        <w:t>269.2345</w:t>
      </w:r>
      <w:r>
        <w:tab/>
        <w:t>2.025e0</w:t>
      </w:r>
    </w:p>
    <w:p w:rsidR="00E00D30" w:rsidRDefault="00E00D30" w:rsidP="00E00D30">
      <w:r>
        <w:t>269.2499</w:t>
      </w:r>
      <w:r>
        <w:tab/>
        <w:t>1.013e0</w:t>
      </w:r>
    </w:p>
    <w:p w:rsidR="00E00D30" w:rsidRDefault="00E00D30" w:rsidP="00E00D30">
      <w:r>
        <w:t>269.2580</w:t>
      </w:r>
      <w:r>
        <w:tab/>
        <w:t>1.013e0</w:t>
      </w:r>
    </w:p>
    <w:p w:rsidR="00E00D30" w:rsidRDefault="00E00D30" w:rsidP="00E00D30">
      <w:r>
        <w:t>269.2608</w:t>
      </w:r>
      <w:r>
        <w:tab/>
        <w:t>2.025e0</w:t>
      </w:r>
    </w:p>
    <w:p w:rsidR="00E00D30" w:rsidRDefault="00E00D30" w:rsidP="00E00D30">
      <w:r>
        <w:t>269.2674</w:t>
      </w:r>
      <w:r>
        <w:tab/>
        <w:t>3.038e0</w:t>
      </w:r>
    </w:p>
    <w:p w:rsidR="00E00D30" w:rsidRDefault="00E00D30" w:rsidP="00E00D30">
      <w:r>
        <w:t>269.2767</w:t>
      </w:r>
      <w:r>
        <w:tab/>
        <w:t>2.025e0</w:t>
      </w:r>
    </w:p>
    <w:p w:rsidR="00E00D30" w:rsidRDefault="00E00D30" w:rsidP="00E00D30">
      <w:r>
        <w:t>269.2809</w:t>
      </w:r>
      <w:r>
        <w:tab/>
        <w:t>1.013e0</w:t>
      </w:r>
    </w:p>
    <w:p w:rsidR="00E00D30" w:rsidRDefault="00E00D30" w:rsidP="00E00D30">
      <w:r>
        <w:lastRenderedPageBreak/>
        <w:t>269.2848</w:t>
      </w:r>
      <w:r>
        <w:tab/>
        <w:t>1.013e0</w:t>
      </w:r>
    </w:p>
    <w:p w:rsidR="00E00D30" w:rsidRDefault="00E00D30" w:rsidP="00E00D30">
      <w:r>
        <w:t>269.3122</w:t>
      </w:r>
      <w:r>
        <w:tab/>
        <w:t>1.013e0</w:t>
      </w:r>
    </w:p>
    <w:p w:rsidR="00E00D30" w:rsidRDefault="00E00D30" w:rsidP="00E00D30">
      <w:r>
        <w:t>269.3199</w:t>
      </w:r>
      <w:r>
        <w:tab/>
        <w:t>1.013e0</w:t>
      </w:r>
    </w:p>
    <w:p w:rsidR="00E00D30" w:rsidRDefault="00E00D30" w:rsidP="00E00D30">
      <w:r>
        <w:t>269.3229</w:t>
      </w:r>
      <w:r>
        <w:tab/>
        <w:t>3.038e0</w:t>
      </w:r>
    </w:p>
    <w:p w:rsidR="00E00D30" w:rsidRDefault="00E00D30" w:rsidP="00E00D30">
      <w:r>
        <w:t>269.3424</w:t>
      </w:r>
      <w:r>
        <w:tab/>
        <w:t>1.013e0</w:t>
      </w:r>
    </w:p>
    <w:p w:rsidR="00E00D30" w:rsidRDefault="00E00D30" w:rsidP="00E00D30">
      <w:r>
        <w:t>269.3506</w:t>
      </w:r>
      <w:r>
        <w:tab/>
        <w:t>1.013e0</w:t>
      </w:r>
    </w:p>
    <w:p w:rsidR="00E00D30" w:rsidRDefault="00E00D30" w:rsidP="00E00D30">
      <w:r>
        <w:t>269.4070</w:t>
      </w:r>
      <w:r>
        <w:tab/>
        <w:t>1.013e0</w:t>
      </w:r>
    </w:p>
    <w:p w:rsidR="00E00D30" w:rsidRDefault="00E00D30" w:rsidP="00E00D30">
      <w:r>
        <w:t>269.4211</w:t>
      </w:r>
      <w:r>
        <w:tab/>
        <w:t>1.013e0</w:t>
      </w:r>
    </w:p>
    <w:p w:rsidR="00E00D30" w:rsidRDefault="00E00D30" w:rsidP="00E00D30">
      <w:r>
        <w:t>269.4246</w:t>
      </w:r>
      <w:r>
        <w:tab/>
        <w:t>1.013e0</w:t>
      </w:r>
    </w:p>
    <w:p w:rsidR="00E00D30" w:rsidRDefault="00E00D30" w:rsidP="00E00D30">
      <w:r>
        <w:t>269.4268</w:t>
      </w:r>
      <w:r>
        <w:tab/>
        <w:t>2.025e0</w:t>
      </w:r>
    </w:p>
    <w:p w:rsidR="00E00D30" w:rsidRDefault="00E00D30" w:rsidP="00E00D30">
      <w:r>
        <w:t>269.4368</w:t>
      </w:r>
      <w:r>
        <w:tab/>
        <w:t>1.013e0</w:t>
      </w:r>
    </w:p>
    <w:p w:rsidR="00E00D30" w:rsidRDefault="00E00D30" w:rsidP="00E00D30">
      <w:r>
        <w:t>269.4601</w:t>
      </w:r>
      <w:r>
        <w:tab/>
        <w:t>1.013e0</w:t>
      </w:r>
    </w:p>
    <w:p w:rsidR="00E00D30" w:rsidRDefault="00E00D30" w:rsidP="00E00D30">
      <w:r>
        <w:t>269.4638</w:t>
      </w:r>
      <w:r>
        <w:tab/>
        <w:t>1.013e0</w:t>
      </w:r>
    </w:p>
    <w:p w:rsidR="00E00D30" w:rsidRDefault="00E00D30" w:rsidP="00E00D30">
      <w:r>
        <w:t>269.4921</w:t>
      </w:r>
      <w:r>
        <w:tab/>
        <w:t>2.025e0</w:t>
      </w:r>
    </w:p>
    <w:p w:rsidR="00E00D30" w:rsidRDefault="00E00D30" w:rsidP="00E00D30">
      <w:r>
        <w:t>269.5163</w:t>
      </w:r>
      <w:r>
        <w:tab/>
        <w:t>1.013e0</w:t>
      </w:r>
    </w:p>
    <w:p w:rsidR="00E00D30" w:rsidRDefault="00E00D30" w:rsidP="00E00D30">
      <w:r>
        <w:t>269.5258</w:t>
      </w:r>
      <w:r>
        <w:tab/>
        <w:t>1.013e0</w:t>
      </w:r>
    </w:p>
    <w:p w:rsidR="00E00D30" w:rsidRDefault="00E00D30" w:rsidP="00E00D30">
      <w:r>
        <w:t>269.5300</w:t>
      </w:r>
      <w:r>
        <w:tab/>
        <w:t>1.013e0</w:t>
      </w:r>
    </w:p>
    <w:p w:rsidR="00E00D30" w:rsidRDefault="00E00D30" w:rsidP="00E00D30">
      <w:r>
        <w:t>269.5357</w:t>
      </w:r>
      <w:r>
        <w:tab/>
        <w:t>2.025e0</w:t>
      </w:r>
    </w:p>
    <w:p w:rsidR="00E00D30" w:rsidRDefault="00E00D30" w:rsidP="00E00D30">
      <w:r>
        <w:t>269.5378</w:t>
      </w:r>
      <w:r>
        <w:tab/>
        <w:t>1.013e0</w:t>
      </w:r>
    </w:p>
    <w:p w:rsidR="00E00D30" w:rsidRDefault="00E00D30" w:rsidP="00E00D30">
      <w:r>
        <w:lastRenderedPageBreak/>
        <w:t>269.5561</w:t>
      </w:r>
      <w:r>
        <w:tab/>
        <w:t>3.038e0</w:t>
      </w:r>
    </w:p>
    <w:p w:rsidR="00E00D30" w:rsidRDefault="00E00D30" w:rsidP="00E00D30">
      <w:r>
        <w:t>269.5946</w:t>
      </w:r>
      <w:r>
        <w:tab/>
        <w:t>2.025e0</w:t>
      </w:r>
    </w:p>
    <w:p w:rsidR="00E00D30" w:rsidRDefault="00E00D30" w:rsidP="00E00D30">
      <w:r>
        <w:t>269.5996</w:t>
      </w:r>
      <w:r>
        <w:tab/>
        <w:t>2.025e0</w:t>
      </w:r>
    </w:p>
    <w:p w:rsidR="00E00D30" w:rsidRDefault="00E00D30" w:rsidP="00E00D30">
      <w:r>
        <w:t>269.6155</w:t>
      </w:r>
      <w:r>
        <w:tab/>
        <w:t>1.013e0</w:t>
      </w:r>
    </w:p>
    <w:p w:rsidR="00E00D30" w:rsidRDefault="00E00D30" w:rsidP="00E00D30">
      <w:r>
        <w:t>269.6206</w:t>
      </w:r>
      <w:r>
        <w:tab/>
        <w:t>1.013e0</w:t>
      </w:r>
    </w:p>
    <w:p w:rsidR="00E00D30" w:rsidRDefault="00E00D30" w:rsidP="00E00D30">
      <w:r>
        <w:t>269.6653</w:t>
      </w:r>
      <w:r>
        <w:tab/>
        <w:t>1.013e0</w:t>
      </w:r>
    </w:p>
    <w:p w:rsidR="00E00D30" w:rsidRDefault="00E00D30" w:rsidP="00E00D30">
      <w:r>
        <w:t>269.7047</w:t>
      </w:r>
      <w:r>
        <w:tab/>
        <w:t>1.013e0</w:t>
      </w:r>
    </w:p>
    <w:p w:rsidR="00E00D30" w:rsidRDefault="00E00D30" w:rsidP="00E00D30">
      <w:r>
        <w:t>269.7253</w:t>
      </w:r>
      <w:r>
        <w:tab/>
        <w:t>1.013e0</w:t>
      </w:r>
    </w:p>
    <w:p w:rsidR="00E00D30" w:rsidRDefault="00E00D30" w:rsidP="00E00D30">
      <w:r>
        <w:t>269.7298</w:t>
      </w:r>
      <w:r>
        <w:tab/>
        <w:t>1.013e0</w:t>
      </w:r>
    </w:p>
    <w:p w:rsidR="00E00D30" w:rsidRDefault="00E00D30" w:rsidP="00E00D30">
      <w:r>
        <w:t>269.7397</w:t>
      </w:r>
      <w:r>
        <w:tab/>
        <w:t>1.013e0</w:t>
      </w:r>
    </w:p>
    <w:p w:rsidR="00E00D30" w:rsidRDefault="00E00D30" w:rsidP="00E00D30">
      <w:r>
        <w:t>269.7516</w:t>
      </w:r>
      <w:r>
        <w:tab/>
        <w:t>3.038e0</w:t>
      </w:r>
    </w:p>
    <w:p w:rsidR="00E00D30" w:rsidRDefault="00E00D30" w:rsidP="00E00D30">
      <w:r>
        <w:t>269.8094</w:t>
      </w:r>
      <w:r>
        <w:tab/>
        <w:t>1.013e0</w:t>
      </w:r>
    </w:p>
    <w:p w:rsidR="00E00D30" w:rsidRDefault="00E00D30" w:rsidP="00E00D30">
      <w:r>
        <w:t>269.8234</w:t>
      </w:r>
      <w:r>
        <w:tab/>
        <w:t>2.025e0</w:t>
      </w:r>
    </w:p>
    <w:p w:rsidR="00E00D30" w:rsidRDefault="00E00D30" w:rsidP="00E00D30">
      <w:r>
        <w:t>269.8656</w:t>
      </w:r>
      <w:r>
        <w:tab/>
        <w:t>2.025e0</w:t>
      </w:r>
    </w:p>
    <w:p w:rsidR="00E00D30" w:rsidRDefault="00E00D30" w:rsidP="00E00D30">
      <w:r>
        <w:t>269.8692</w:t>
      </w:r>
      <w:r>
        <w:tab/>
        <w:t>1.013e0</w:t>
      </w:r>
    </w:p>
    <w:p w:rsidR="00E00D30" w:rsidRDefault="00E00D30" w:rsidP="00E00D30">
      <w:r>
        <w:t>269.8740</w:t>
      </w:r>
      <w:r>
        <w:tab/>
        <w:t>1.013e0</w:t>
      </w:r>
    </w:p>
    <w:p w:rsidR="00E00D30" w:rsidRDefault="00E00D30" w:rsidP="00E00D30">
      <w:r>
        <w:t>269.8835</w:t>
      </w:r>
      <w:r>
        <w:tab/>
        <w:t>1.013e0</w:t>
      </w:r>
    </w:p>
    <w:p w:rsidR="00E00D30" w:rsidRDefault="00E00D30" w:rsidP="00E00D30">
      <w:r>
        <w:t>269.9048</w:t>
      </w:r>
      <w:r>
        <w:tab/>
        <w:t>2.025e0</w:t>
      </w:r>
    </w:p>
    <w:p w:rsidR="00E00D30" w:rsidRDefault="00E00D30" w:rsidP="00E00D30">
      <w:r>
        <w:t>269.9344</w:t>
      </w:r>
      <w:r>
        <w:tab/>
        <w:t>1.013e0</w:t>
      </w:r>
    </w:p>
    <w:p w:rsidR="00E00D30" w:rsidRDefault="00E00D30" w:rsidP="00E00D30">
      <w:r>
        <w:lastRenderedPageBreak/>
        <w:t>269.9392</w:t>
      </w:r>
      <w:r>
        <w:tab/>
        <w:t>1.013e0</w:t>
      </w:r>
    </w:p>
    <w:p w:rsidR="00E00D30" w:rsidRDefault="00E00D30" w:rsidP="00E00D30">
      <w:r>
        <w:t>269.9810</w:t>
      </w:r>
      <w:r>
        <w:tab/>
        <w:t>2.025e0</w:t>
      </w:r>
    </w:p>
    <w:p w:rsidR="00E00D30" w:rsidRDefault="00E00D30" w:rsidP="00E00D30">
      <w:r>
        <w:t>269.9886</w:t>
      </w:r>
      <w:r>
        <w:tab/>
        <w:t>1.013e0</w:t>
      </w:r>
    </w:p>
    <w:p w:rsidR="00E00D30" w:rsidRDefault="00E00D30" w:rsidP="00E00D30">
      <w:r>
        <w:t>269.9962</w:t>
      </w:r>
      <w:r>
        <w:tab/>
        <w:t>2.025e0</w:t>
      </w:r>
    </w:p>
    <w:p w:rsidR="00E00D30" w:rsidRDefault="00E00D30" w:rsidP="00E00D30">
      <w:r>
        <w:t>270.0245</w:t>
      </w:r>
      <w:r>
        <w:tab/>
        <w:t>2.324e0</w:t>
      </w:r>
    </w:p>
    <w:p w:rsidR="00E00D30" w:rsidRDefault="00E00D30" w:rsidP="00E00D30">
      <w:r>
        <w:t>270.0319</w:t>
      </w:r>
      <w:r>
        <w:tab/>
        <w:t>1.013e0</w:t>
      </w:r>
    </w:p>
    <w:p w:rsidR="00E00D30" w:rsidRDefault="00E00D30" w:rsidP="00E00D30">
      <w:r>
        <w:t>270.0356</w:t>
      </w:r>
      <w:r>
        <w:tab/>
        <w:t>2.025e0</w:t>
      </w:r>
    </w:p>
    <w:p w:rsidR="00E00D30" w:rsidRDefault="00E00D30" w:rsidP="00E00D30">
      <w:r>
        <w:t>270.0500</w:t>
      </w:r>
      <w:r>
        <w:tab/>
        <w:t>3.038e0</w:t>
      </w:r>
    </w:p>
    <w:p w:rsidR="00E00D30" w:rsidRDefault="00E00D30" w:rsidP="00E00D30">
      <w:r>
        <w:t>270.0532</w:t>
      </w:r>
      <w:r>
        <w:tab/>
        <w:t>3.038e0</w:t>
      </w:r>
    </w:p>
    <w:p w:rsidR="00E00D30" w:rsidRDefault="00E00D30" w:rsidP="00E00D30">
      <w:r>
        <w:t>270.0665</w:t>
      </w:r>
      <w:r>
        <w:tab/>
        <w:t>1.013e0</w:t>
      </w:r>
    </w:p>
    <w:p w:rsidR="00E00D30" w:rsidRDefault="00E00D30" w:rsidP="00E00D30">
      <w:r>
        <w:t>270.0704</w:t>
      </w:r>
      <w:r>
        <w:tab/>
        <w:t>2.025e0</w:t>
      </w:r>
    </w:p>
    <w:p w:rsidR="00E00D30" w:rsidRDefault="00E00D30" w:rsidP="00E00D30">
      <w:r>
        <w:t>270.0765</w:t>
      </w:r>
      <w:r>
        <w:tab/>
        <w:t>5.063e0</w:t>
      </w:r>
    </w:p>
    <w:p w:rsidR="00E00D30" w:rsidRDefault="00E00D30" w:rsidP="00E00D30">
      <w:r>
        <w:t>270.0931</w:t>
      </w:r>
      <w:r>
        <w:tab/>
        <w:t>1.013e0</w:t>
      </w:r>
    </w:p>
    <w:p w:rsidR="00E00D30" w:rsidRDefault="00E00D30" w:rsidP="00E00D30">
      <w:r>
        <w:t>270.1100</w:t>
      </w:r>
      <w:r>
        <w:tab/>
        <w:t>1.013e0</w:t>
      </w:r>
    </w:p>
    <w:p w:rsidR="00E00D30" w:rsidRDefault="00E00D30" w:rsidP="00E00D30">
      <w:r>
        <w:t>270.1230</w:t>
      </w:r>
      <w:r>
        <w:tab/>
        <w:t>4.051e0</w:t>
      </w:r>
    </w:p>
    <w:p w:rsidR="00E00D30" w:rsidRDefault="00E00D30" w:rsidP="00E00D30">
      <w:r>
        <w:t>270.1295</w:t>
      </w:r>
      <w:r>
        <w:tab/>
        <w:t>3.038e0</w:t>
      </w:r>
    </w:p>
    <w:p w:rsidR="00E00D30" w:rsidRDefault="00E00D30" w:rsidP="00E00D30">
      <w:r>
        <w:t>270.1327</w:t>
      </w:r>
      <w:r>
        <w:tab/>
        <w:t>1.013e0</w:t>
      </w:r>
    </w:p>
    <w:p w:rsidR="00E00D30" w:rsidRDefault="00E00D30" w:rsidP="00E00D30">
      <w:r>
        <w:t>270.1392</w:t>
      </w:r>
      <w:r>
        <w:tab/>
        <w:t>3.038e0</w:t>
      </w:r>
    </w:p>
    <w:p w:rsidR="00E00D30" w:rsidRDefault="00E00D30" w:rsidP="00E00D30">
      <w:r>
        <w:t>270.1406</w:t>
      </w:r>
      <w:r>
        <w:tab/>
        <w:t>2.025e0</w:t>
      </w:r>
    </w:p>
    <w:p w:rsidR="00E00D30" w:rsidRDefault="00E00D30" w:rsidP="00E00D30">
      <w:r>
        <w:lastRenderedPageBreak/>
        <w:t>270.1486</w:t>
      </w:r>
      <w:r>
        <w:tab/>
        <w:t>1.013e0</w:t>
      </w:r>
    </w:p>
    <w:p w:rsidR="00E00D30" w:rsidRDefault="00E00D30" w:rsidP="00E00D30">
      <w:r>
        <w:t>270.1627</w:t>
      </w:r>
      <w:r>
        <w:tab/>
        <w:t>1.013e0</w:t>
      </w:r>
    </w:p>
    <w:p w:rsidR="00E00D30" w:rsidRDefault="00E00D30" w:rsidP="00E00D30">
      <w:r>
        <w:t>270.1714</w:t>
      </w:r>
      <w:r>
        <w:tab/>
        <w:t>1.013e0</w:t>
      </w:r>
    </w:p>
    <w:p w:rsidR="00E00D30" w:rsidRDefault="00E00D30" w:rsidP="00E00D30">
      <w:r>
        <w:t>270.1877</w:t>
      </w:r>
      <w:r>
        <w:tab/>
        <w:t>1.013e0</w:t>
      </w:r>
    </w:p>
    <w:p w:rsidR="00E00D30" w:rsidRDefault="00E00D30" w:rsidP="00E00D30">
      <w:r>
        <w:t>270.1919</w:t>
      </w:r>
      <w:r>
        <w:tab/>
        <w:t>3.038e0</w:t>
      </w:r>
    </w:p>
    <w:p w:rsidR="00E00D30" w:rsidRDefault="00E00D30" w:rsidP="00E00D30">
      <w:r>
        <w:t>270.2065</w:t>
      </w:r>
      <w:r>
        <w:tab/>
        <w:t>1.013e0</w:t>
      </w:r>
    </w:p>
    <w:p w:rsidR="00E00D30" w:rsidRDefault="00E00D30" w:rsidP="00E00D30">
      <w:r>
        <w:t>270.2226</w:t>
      </w:r>
      <w:r>
        <w:tab/>
        <w:t>1.013e0</w:t>
      </w:r>
    </w:p>
    <w:p w:rsidR="00E00D30" w:rsidRDefault="00E00D30" w:rsidP="00E00D30">
      <w:r>
        <w:t>270.2258</w:t>
      </w:r>
      <w:r>
        <w:tab/>
        <w:t>3.038e0</w:t>
      </w:r>
    </w:p>
    <w:p w:rsidR="00E00D30" w:rsidRDefault="00E00D30" w:rsidP="00E00D30">
      <w:r>
        <w:t>270.2328</w:t>
      </w:r>
      <w:r>
        <w:tab/>
        <w:t>1.013e0</w:t>
      </w:r>
    </w:p>
    <w:p w:rsidR="00E00D30" w:rsidRDefault="00E00D30" w:rsidP="00E00D30">
      <w:r>
        <w:t>270.2536</w:t>
      </w:r>
      <w:r>
        <w:tab/>
        <w:t>1.013e0</w:t>
      </w:r>
    </w:p>
    <w:p w:rsidR="00E00D30" w:rsidRDefault="00E00D30" w:rsidP="00E00D30">
      <w:r>
        <w:t>270.2622</w:t>
      </w:r>
      <w:r>
        <w:tab/>
        <w:t>1.013e0</w:t>
      </w:r>
    </w:p>
    <w:p w:rsidR="00E00D30" w:rsidRDefault="00E00D30" w:rsidP="00E00D30">
      <w:r>
        <w:t>270.2672</w:t>
      </w:r>
      <w:r>
        <w:tab/>
        <w:t>1.013e0</w:t>
      </w:r>
    </w:p>
    <w:p w:rsidR="00E00D30" w:rsidRDefault="00E00D30" w:rsidP="00E00D30">
      <w:r>
        <w:t>270.2887</w:t>
      </w:r>
      <w:r>
        <w:tab/>
        <w:t>1.013e0</w:t>
      </w:r>
    </w:p>
    <w:p w:rsidR="00E00D30" w:rsidRDefault="00E00D30" w:rsidP="00E00D30">
      <w:r>
        <w:t>270.2924</w:t>
      </w:r>
      <w:r>
        <w:tab/>
        <w:t>1.013e0</w:t>
      </w:r>
    </w:p>
    <w:p w:rsidR="00E00D30" w:rsidRDefault="00E00D30" w:rsidP="00E00D30">
      <w:r>
        <w:t>270.2976</w:t>
      </w:r>
      <w:r>
        <w:tab/>
        <w:t>1.013e0</w:t>
      </w:r>
    </w:p>
    <w:p w:rsidR="00E00D30" w:rsidRDefault="00E00D30" w:rsidP="00E00D30">
      <w:r>
        <w:t>270.3072</w:t>
      </w:r>
      <w:r>
        <w:tab/>
        <w:t>1.013e0</w:t>
      </w:r>
    </w:p>
    <w:p w:rsidR="00E00D30" w:rsidRDefault="00E00D30" w:rsidP="00E00D30">
      <w:r>
        <w:t>270.3117</w:t>
      </w:r>
      <w:r>
        <w:tab/>
        <w:t>1.013e0</w:t>
      </w:r>
    </w:p>
    <w:p w:rsidR="00E00D30" w:rsidRDefault="00E00D30" w:rsidP="00E00D30">
      <w:r>
        <w:t>270.3240</w:t>
      </w:r>
      <w:r>
        <w:tab/>
        <w:t>2.025e0</w:t>
      </w:r>
    </w:p>
    <w:p w:rsidR="00E00D30" w:rsidRDefault="00E00D30" w:rsidP="00E00D30">
      <w:r>
        <w:t>270.3275</w:t>
      </w:r>
      <w:r>
        <w:tab/>
        <w:t>1.013e0</w:t>
      </w:r>
    </w:p>
    <w:p w:rsidR="00E00D30" w:rsidRDefault="00E00D30" w:rsidP="00E00D30">
      <w:r>
        <w:lastRenderedPageBreak/>
        <w:t>270.3311</w:t>
      </w:r>
      <w:r>
        <w:tab/>
        <w:t>2.025e0</w:t>
      </w:r>
    </w:p>
    <w:p w:rsidR="00E00D30" w:rsidRDefault="00E00D30" w:rsidP="00E00D30">
      <w:r>
        <w:t>270.3468</w:t>
      </w:r>
      <w:r>
        <w:tab/>
        <w:t>2.025e0</w:t>
      </w:r>
    </w:p>
    <w:p w:rsidR="00E00D30" w:rsidRDefault="00E00D30" w:rsidP="00E00D30">
      <w:r>
        <w:t>270.3669</w:t>
      </w:r>
      <w:r>
        <w:tab/>
        <w:t>1.013e0</w:t>
      </w:r>
    </w:p>
    <w:p w:rsidR="00E00D30" w:rsidRDefault="00E00D30" w:rsidP="00E00D30">
      <w:r>
        <w:t>270.3938</w:t>
      </w:r>
      <w:r>
        <w:tab/>
        <w:t>4.051e0</w:t>
      </w:r>
    </w:p>
    <w:p w:rsidR="00E00D30" w:rsidRDefault="00E00D30" w:rsidP="00E00D30">
      <w:r>
        <w:t>270.4286</w:t>
      </w:r>
      <w:r>
        <w:tab/>
        <w:t>2.025e0</w:t>
      </w:r>
    </w:p>
    <w:p w:rsidR="00E00D30" w:rsidRDefault="00E00D30" w:rsidP="00E00D30">
      <w:r>
        <w:t>270.4596</w:t>
      </w:r>
      <w:r>
        <w:tab/>
        <w:t>1.013e0</w:t>
      </w:r>
    </w:p>
    <w:p w:rsidR="00E00D30" w:rsidRDefault="00E00D30" w:rsidP="00E00D30">
      <w:r>
        <w:t>270.4770</w:t>
      </w:r>
      <w:r>
        <w:tab/>
        <w:t>1.013e0</w:t>
      </w:r>
    </w:p>
    <w:p w:rsidR="00E00D30" w:rsidRDefault="00E00D30" w:rsidP="00E00D30">
      <w:r>
        <w:t>270.4872</w:t>
      </w:r>
      <w:r>
        <w:tab/>
        <w:t>4.051e0</w:t>
      </w:r>
    </w:p>
    <w:p w:rsidR="00E00D30" w:rsidRDefault="00E00D30" w:rsidP="00E00D30">
      <w:r>
        <w:t>270.4945</w:t>
      </w:r>
      <w:r>
        <w:tab/>
        <w:t>1.013e0</w:t>
      </w:r>
    </w:p>
    <w:p w:rsidR="00E00D30" w:rsidRDefault="00E00D30" w:rsidP="00E00D30">
      <w:r>
        <w:t>270.5165</w:t>
      </w:r>
      <w:r>
        <w:tab/>
        <w:t>1.013e0</w:t>
      </w:r>
    </w:p>
    <w:p w:rsidR="00E00D30" w:rsidRDefault="00E00D30" w:rsidP="00E00D30">
      <w:r>
        <w:t>270.5218</w:t>
      </w:r>
      <w:r>
        <w:tab/>
        <w:t>3.038e0</w:t>
      </w:r>
    </w:p>
    <w:p w:rsidR="00E00D30" w:rsidRDefault="00E00D30" w:rsidP="00E00D30">
      <w:r>
        <w:t>270.5416</w:t>
      </w:r>
      <w:r>
        <w:tab/>
        <w:t>1.013e0</w:t>
      </w:r>
    </w:p>
    <w:p w:rsidR="00E00D30" w:rsidRDefault="00E00D30" w:rsidP="00E00D30">
      <w:r>
        <w:t>270.5766</w:t>
      </w:r>
      <w:r>
        <w:tab/>
        <w:t>1.013e0</w:t>
      </w:r>
    </w:p>
    <w:p w:rsidR="00E00D30" w:rsidRDefault="00E00D30" w:rsidP="00E00D30">
      <w:r>
        <w:t>270.6117</w:t>
      </w:r>
      <w:r>
        <w:tab/>
        <w:t>1.013e0</w:t>
      </w:r>
    </w:p>
    <w:p w:rsidR="00E00D30" w:rsidRDefault="00E00D30" w:rsidP="00E00D30">
      <w:r>
        <w:t>270.6188</w:t>
      </w:r>
      <w:r>
        <w:tab/>
        <w:t>2.025e0</w:t>
      </w:r>
    </w:p>
    <w:p w:rsidR="00E00D30" w:rsidRDefault="00E00D30" w:rsidP="00E00D30">
      <w:r>
        <w:t>270.6265</w:t>
      </w:r>
      <w:r>
        <w:tab/>
        <w:t>1.013e0</w:t>
      </w:r>
    </w:p>
    <w:p w:rsidR="00E00D30" w:rsidRDefault="00E00D30" w:rsidP="00E00D30">
      <w:r>
        <w:t>270.6611</w:t>
      </w:r>
      <w:r>
        <w:tab/>
        <w:t>1.013e0</w:t>
      </w:r>
    </w:p>
    <w:p w:rsidR="00E00D30" w:rsidRDefault="00E00D30" w:rsidP="00E00D30">
      <w:r>
        <w:t>270.6817</w:t>
      </w:r>
      <w:r>
        <w:tab/>
        <w:t>2.025e0</w:t>
      </w:r>
    </w:p>
    <w:p w:rsidR="00E00D30" w:rsidRDefault="00E00D30" w:rsidP="00E00D30">
      <w:r>
        <w:t>270.7011</w:t>
      </w:r>
      <w:r>
        <w:tab/>
        <w:t>2.025e0</w:t>
      </w:r>
    </w:p>
    <w:p w:rsidR="00E00D30" w:rsidRDefault="00E00D30" w:rsidP="00E00D30">
      <w:r>
        <w:lastRenderedPageBreak/>
        <w:t>270.7130</w:t>
      </w:r>
      <w:r>
        <w:tab/>
        <w:t>3.038e0</w:t>
      </w:r>
    </w:p>
    <w:p w:rsidR="00E00D30" w:rsidRDefault="00E00D30" w:rsidP="00E00D30">
      <w:r>
        <w:t>270.7208</w:t>
      </w:r>
      <w:r>
        <w:tab/>
        <w:t>1.013e0</w:t>
      </w:r>
    </w:p>
    <w:p w:rsidR="00E00D30" w:rsidRDefault="00E00D30" w:rsidP="00E00D30">
      <w:r>
        <w:t>270.7479</w:t>
      </w:r>
      <w:r>
        <w:tab/>
        <w:t>1.013e0</w:t>
      </w:r>
    </w:p>
    <w:p w:rsidR="00E00D30" w:rsidRDefault="00E00D30" w:rsidP="00E00D30">
      <w:r>
        <w:t>270.7608</w:t>
      </w:r>
      <w:r>
        <w:tab/>
        <w:t>1.013e0</w:t>
      </w:r>
    </w:p>
    <w:p w:rsidR="00E00D30" w:rsidRDefault="00E00D30" w:rsidP="00E00D30">
      <w:r>
        <w:t>270.8181</w:t>
      </w:r>
      <w:r>
        <w:tab/>
        <w:t>2.025e0</w:t>
      </w:r>
    </w:p>
    <w:p w:rsidR="00E00D30" w:rsidRDefault="00E00D30" w:rsidP="00E00D30">
      <w:r>
        <w:t>270.8483</w:t>
      </w:r>
      <w:r>
        <w:tab/>
        <w:t>2.025e0</w:t>
      </w:r>
    </w:p>
    <w:p w:rsidR="00E00D30" w:rsidRDefault="00E00D30" w:rsidP="00E00D30">
      <w:r>
        <w:t>270.8656</w:t>
      </w:r>
      <w:r>
        <w:tab/>
        <w:t>1.013e0</w:t>
      </w:r>
    </w:p>
    <w:p w:rsidR="00E00D30" w:rsidRDefault="00E00D30" w:rsidP="00E00D30">
      <w:r>
        <w:t>270.8957</w:t>
      </w:r>
      <w:r>
        <w:tab/>
        <w:t>1.013e0</w:t>
      </w:r>
    </w:p>
    <w:p w:rsidR="00E00D30" w:rsidRDefault="00E00D30" w:rsidP="00E00D30">
      <w:r>
        <w:t>270.9055</w:t>
      </w:r>
      <w:r>
        <w:tab/>
        <w:t>1.013e0</w:t>
      </w:r>
    </w:p>
    <w:p w:rsidR="00E00D30" w:rsidRDefault="00E00D30" w:rsidP="00E00D30">
      <w:r>
        <w:t>270.9150</w:t>
      </w:r>
      <w:r>
        <w:tab/>
        <w:t>1.013e0</w:t>
      </w:r>
    </w:p>
    <w:p w:rsidR="00E00D30" w:rsidRDefault="00E00D30" w:rsidP="00E00D30">
      <w:r>
        <w:t>270.9228</w:t>
      </w:r>
      <w:r>
        <w:tab/>
        <w:t>1.013e0</w:t>
      </w:r>
    </w:p>
    <w:p w:rsidR="00E00D30" w:rsidRDefault="00E00D30" w:rsidP="00E00D30">
      <w:r>
        <w:t>270.9358</w:t>
      </w:r>
      <w:r>
        <w:tab/>
        <w:t>1.013e0</w:t>
      </w:r>
    </w:p>
    <w:p w:rsidR="00E00D30" w:rsidRDefault="00E00D30" w:rsidP="00E00D30">
      <w:r>
        <w:t>270.9501</w:t>
      </w:r>
      <w:r>
        <w:tab/>
        <w:t>1.013e0</w:t>
      </w:r>
    </w:p>
    <w:p w:rsidR="00E00D30" w:rsidRDefault="00E00D30" w:rsidP="00E00D30">
      <w:r>
        <w:t>270.9540</w:t>
      </w:r>
      <w:r>
        <w:tab/>
        <w:t>1.013e0</w:t>
      </w:r>
    </w:p>
    <w:p w:rsidR="00E00D30" w:rsidRDefault="00E00D30" w:rsidP="00E00D30">
      <w:r>
        <w:t>270.9754</w:t>
      </w:r>
      <w:r>
        <w:tab/>
        <w:t>2.025e0</w:t>
      </w:r>
    </w:p>
    <w:p w:rsidR="00E00D30" w:rsidRDefault="00E00D30" w:rsidP="00E00D30">
      <w:r>
        <w:t>270.9807</w:t>
      </w:r>
      <w:r>
        <w:tab/>
        <w:t>1.013e0</w:t>
      </w:r>
    </w:p>
    <w:p w:rsidR="00E00D30" w:rsidRDefault="00E00D30" w:rsidP="00E00D30">
      <w:r>
        <w:t>270.9850</w:t>
      </w:r>
      <w:r>
        <w:tab/>
        <w:t>1.013e0</w:t>
      </w:r>
    </w:p>
    <w:p w:rsidR="00E00D30" w:rsidRDefault="00E00D30" w:rsidP="00E00D30">
      <w:r>
        <w:t>270.9969</w:t>
      </w:r>
      <w:r>
        <w:tab/>
        <w:t>1.013e0</w:t>
      </w:r>
    </w:p>
    <w:p w:rsidR="00E00D30" w:rsidRDefault="00E00D30" w:rsidP="00E00D30">
      <w:r>
        <w:t>271.0057</w:t>
      </w:r>
      <w:r>
        <w:tab/>
        <w:t>1.013e0</w:t>
      </w:r>
    </w:p>
    <w:p w:rsidR="00E00D30" w:rsidRDefault="00E00D30" w:rsidP="00E00D30">
      <w:r>
        <w:lastRenderedPageBreak/>
        <w:t>271.0103</w:t>
      </w:r>
      <w:r>
        <w:tab/>
        <w:t>1.013e0</w:t>
      </w:r>
    </w:p>
    <w:p w:rsidR="00E00D30" w:rsidRDefault="00E00D30" w:rsidP="00E00D30">
      <w:r>
        <w:t>271.0280</w:t>
      </w:r>
      <w:r>
        <w:tab/>
        <w:t>1.013e0</w:t>
      </w:r>
    </w:p>
    <w:p w:rsidR="00E00D30" w:rsidRDefault="00E00D30" w:rsidP="00E00D30">
      <w:r>
        <w:t>271.0321</w:t>
      </w:r>
      <w:r>
        <w:tab/>
        <w:t>1.013e0</w:t>
      </w:r>
    </w:p>
    <w:p w:rsidR="00E00D30" w:rsidRDefault="00E00D30" w:rsidP="00E00D30">
      <w:r>
        <w:t>271.0340</w:t>
      </w:r>
      <w:r>
        <w:tab/>
        <w:t>2.025e0</w:t>
      </w:r>
    </w:p>
    <w:p w:rsidR="00E00D30" w:rsidRDefault="00E00D30" w:rsidP="00E00D30">
      <w:r>
        <w:t>271.0359</w:t>
      </w:r>
      <w:r>
        <w:tab/>
        <w:t>1.013e0</w:t>
      </w:r>
    </w:p>
    <w:p w:rsidR="00E00D30" w:rsidRDefault="00E00D30" w:rsidP="00E00D30">
      <w:r>
        <w:t>271.0629</w:t>
      </w:r>
      <w:r>
        <w:tab/>
        <w:t>2.025e0</w:t>
      </w:r>
    </w:p>
    <w:p w:rsidR="00E00D30" w:rsidRDefault="00E00D30" w:rsidP="00E00D30">
      <w:r>
        <w:t>271.0711</w:t>
      </w:r>
      <w:r>
        <w:tab/>
        <w:t>1.013e0</w:t>
      </w:r>
    </w:p>
    <w:p w:rsidR="00E00D30" w:rsidRDefault="00E00D30" w:rsidP="00E00D30">
      <w:r>
        <w:t>271.0751</w:t>
      </w:r>
      <w:r>
        <w:tab/>
        <w:t>1.013e0</w:t>
      </w:r>
    </w:p>
    <w:p w:rsidR="00E00D30" w:rsidRDefault="00E00D30" w:rsidP="00E00D30">
      <w:r>
        <w:t>271.0912</w:t>
      </w:r>
      <w:r>
        <w:tab/>
        <w:t>2.025e0</w:t>
      </w:r>
    </w:p>
    <w:p w:rsidR="00E00D30" w:rsidRDefault="00E00D30" w:rsidP="00E00D30">
      <w:r>
        <w:t>271.0940</w:t>
      </w:r>
      <w:r>
        <w:tab/>
        <w:t>1.013e0</w:t>
      </w:r>
    </w:p>
    <w:p w:rsidR="00E00D30" w:rsidRDefault="00E00D30" w:rsidP="00E00D30">
      <w:r>
        <w:t>271.1061</w:t>
      </w:r>
      <w:r>
        <w:tab/>
        <w:t>1.013e0</w:t>
      </w:r>
    </w:p>
    <w:p w:rsidR="00E00D30" w:rsidRDefault="00E00D30" w:rsidP="00E00D30">
      <w:r>
        <w:t>271.1102</w:t>
      </w:r>
      <w:r>
        <w:tab/>
        <w:t>1.013e0</w:t>
      </w:r>
    </w:p>
    <w:p w:rsidR="00E00D30" w:rsidRDefault="00E00D30" w:rsidP="00E00D30">
      <w:r>
        <w:t>271.1205</w:t>
      </w:r>
      <w:r>
        <w:tab/>
        <w:t>1.013e0</w:t>
      </w:r>
    </w:p>
    <w:p w:rsidR="00E00D30" w:rsidRDefault="00E00D30" w:rsidP="00E00D30">
      <w:r>
        <w:t>271.1250</w:t>
      </w:r>
      <w:r>
        <w:tab/>
        <w:t>1.013e0</w:t>
      </w:r>
    </w:p>
    <w:p w:rsidR="00E00D30" w:rsidRDefault="00E00D30" w:rsidP="00E00D30">
      <w:r>
        <w:t>271.1310</w:t>
      </w:r>
      <w:r>
        <w:tab/>
        <w:t>2.025e0</w:t>
      </w:r>
    </w:p>
    <w:p w:rsidR="00E00D30" w:rsidRDefault="00E00D30" w:rsidP="00E00D30">
      <w:r>
        <w:t>271.1374</w:t>
      </w:r>
      <w:r>
        <w:tab/>
        <w:t>3.038e0</w:t>
      </w:r>
    </w:p>
    <w:p w:rsidR="00E00D30" w:rsidRDefault="00E00D30" w:rsidP="00E00D30">
      <w:r>
        <w:t>271.1455</w:t>
      </w:r>
      <w:r>
        <w:tab/>
        <w:t>1.013e0</w:t>
      </w:r>
    </w:p>
    <w:p w:rsidR="00E00D30" w:rsidRDefault="00E00D30" w:rsidP="00E00D30">
      <w:r>
        <w:t>271.1489</w:t>
      </w:r>
      <w:r>
        <w:tab/>
        <w:t>2.025e0</w:t>
      </w:r>
    </w:p>
    <w:p w:rsidR="00E00D30" w:rsidRDefault="00E00D30" w:rsidP="00E00D30">
      <w:r>
        <w:t>271.1642</w:t>
      </w:r>
      <w:r>
        <w:tab/>
        <w:t>1.013e0</w:t>
      </w:r>
    </w:p>
    <w:p w:rsidR="00E00D30" w:rsidRDefault="00E00D30" w:rsidP="00E00D30">
      <w:r>
        <w:lastRenderedPageBreak/>
        <w:t>271.1761</w:t>
      </w:r>
      <w:r>
        <w:tab/>
        <w:t>2.025e0</w:t>
      </w:r>
    </w:p>
    <w:p w:rsidR="00E00D30" w:rsidRDefault="00E00D30" w:rsidP="00E00D30">
      <w:r>
        <w:t>271.1801</w:t>
      </w:r>
      <w:r>
        <w:tab/>
        <w:t>1.013e0</w:t>
      </w:r>
    </w:p>
    <w:p w:rsidR="00E00D30" w:rsidRDefault="00E00D30" w:rsidP="00E00D30">
      <w:r>
        <w:t>271.1901</w:t>
      </w:r>
      <w:r>
        <w:tab/>
        <w:t>1.013e0</w:t>
      </w:r>
    </w:p>
    <w:p w:rsidR="00E00D30" w:rsidRDefault="00E00D30" w:rsidP="00E00D30">
      <w:r>
        <w:t>271.1922</w:t>
      </w:r>
      <w:r>
        <w:tab/>
        <w:t>2.025e0</w:t>
      </w:r>
    </w:p>
    <w:p w:rsidR="00E00D30" w:rsidRDefault="00E00D30" w:rsidP="00E00D30">
      <w:r>
        <w:t>271.1950</w:t>
      </w:r>
      <w:r>
        <w:tab/>
        <w:t>1.013e0</w:t>
      </w:r>
    </w:p>
    <w:p w:rsidR="00E00D30" w:rsidRDefault="00E00D30" w:rsidP="00E00D30">
      <w:r>
        <w:t>271.1972</w:t>
      </w:r>
      <w:r>
        <w:tab/>
        <w:t>2.025e0</w:t>
      </w:r>
    </w:p>
    <w:p w:rsidR="00E00D30" w:rsidRDefault="00E00D30" w:rsidP="00E00D30">
      <w:r>
        <w:t>271.1996</w:t>
      </w:r>
      <w:r>
        <w:tab/>
        <w:t>1.013e0</w:t>
      </w:r>
    </w:p>
    <w:p w:rsidR="00E00D30" w:rsidRDefault="00E00D30" w:rsidP="00E00D30">
      <w:r>
        <w:t>271.2161</w:t>
      </w:r>
      <w:r>
        <w:tab/>
        <w:t>2.025e0</w:t>
      </w:r>
    </w:p>
    <w:p w:rsidR="00E00D30" w:rsidRDefault="00E00D30" w:rsidP="00E00D30">
      <w:r>
        <w:t>271.2263</w:t>
      </w:r>
      <w:r>
        <w:tab/>
        <w:t>2.025e0</w:t>
      </w:r>
    </w:p>
    <w:p w:rsidR="00E00D30" w:rsidRDefault="00E00D30" w:rsidP="00E00D30">
      <w:r>
        <w:t>271.2325</w:t>
      </w:r>
      <w:r>
        <w:tab/>
        <w:t>2.025e0</w:t>
      </w:r>
    </w:p>
    <w:p w:rsidR="00E00D30" w:rsidRDefault="00E00D30" w:rsidP="00E00D30">
      <w:r>
        <w:t>271.2551</w:t>
      </w:r>
      <w:r>
        <w:tab/>
        <w:t>1.013e0</w:t>
      </w:r>
    </w:p>
    <w:p w:rsidR="00E00D30" w:rsidRDefault="00E00D30" w:rsidP="00E00D30">
      <w:r>
        <w:t>271.2733</w:t>
      </w:r>
      <w:r>
        <w:tab/>
        <w:t>2.025e0</w:t>
      </w:r>
    </w:p>
    <w:p w:rsidR="00E00D30" w:rsidRDefault="00E00D30" w:rsidP="00E00D30">
      <w:r>
        <w:t>271.2772</w:t>
      </w:r>
      <w:r>
        <w:tab/>
        <w:t>1.013e0</w:t>
      </w:r>
    </w:p>
    <w:p w:rsidR="00E00D30" w:rsidRDefault="00E00D30" w:rsidP="00E00D30">
      <w:r>
        <w:t>271.2899</w:t>
      </w:r>
      <w:r>
        <w:tab/>
        <w:t>3.038e0</w:t>
      </w:r>
    </w:p>
    <w:p w:rsidR="00E00D30" w:rsidRDefault="00E00D30" w:rsidP="00E00D30">
      <w:r>
        <w:t>271.3127</w:t>
      </w:r>
      <w:r>
        <w:tab/>
        <w:t>1.013e0</w:t>
      </w:r>
    </w:p>
    <w:p w:rsidR="00E00D30" w:rsidRDefault="00E00D30" w:rsidP="00E00D30">
      <w:r>
        <w:t>271.3249</w:t>
      </w:r>
      <w:r>
        <w:tab/>
        <w:t>1.013e0</w:t>
      </w:r>
    </w:p>
    <w:p w:rsidR="00E00D30" w:rsidRDefault="00E00D30" w:rsidP="00E00D30">
      <w:r>
        <w:t>271.3322</w:t>
      </w:r>
      <w:r>
        <w:tab/>
        <w:t>2.025e0</w:t>
      </w:r>
    </w:p>
    <w:p w:rsidR="00E00D30" w:rsidRDefault="00E00D30" w:rsidP="00E00D30">
      <w:r>
        <w:t>271.3354</w:t>
      </w:r>
      <w:r>
        <w:tab/>
        <w:t>3.038e0</w:t>
      </w:r>
    </w:p>
    <w:p w:rsidR="00E00D30" w:rsidRDefault="00E00D30" w:rsidP="00E00D30">
      <w:r>
        <w:t>271.3514</w:t>
      </w:r>
      <w:r>
        <w:tab/>
        <w:t>2.025e0</w:t>
      </w:r>
    </w:p>
    <w:p w:rsidR="00E00D30" w:rsidRDefault="00E00D30" w:rsidP="00E00D30">
      <w:r>
        <w:lastRenderedPageBreak/>
        <w:t>271.3604</w:t>
      </w:r>
      <w:r>
        <w:tab/>
        <w:t>1.013e0</w:t>
      </w:r>
    </w:p>
    <w:p w:rsidR="00E00D30" w:rsidRDefault="00E00D30" w:rsidP="00E00D30">
      <w:r>
        <w:t>271.3903</w:t>
      </w:r>
      <w:r>
        <w:tab/>
        <w:t>1.013e0</w:t>
      </w:r>
    </w:p>
    <w:p w:rsidR="00E00D30" w:rsidRDefault="00E00D30" w:rsidP="00E00D30">
      <w:r>
        <w:t>271.4134</w:t>
      </w:r>
      <w:r>
        <w:tab/>
        <w:t>1.013e0</w:t>
      </w:r>
    </w:p>
    <w:p w:rsidR="00E00D30" w:rsidRDefault="00E00D30" w:rsidP="00E00D30">
      <w:r>
        <w:t>271.4350</w:t>
      </w:r>
      <w:r>
        <w:tab/>
        <w:t>1.013e0</w:t>
      </w:r>
    </w:p>
    <w:p w:rsidR="00E00D30" w:rsidRDefault="00E00D30" w:rsidP="00E00D30">
      <w:r>
        <w:t>271.4524</w:t>
      </w:r>
      <w:r>
        <w:tab/>
        <w:t>1.013e0</w:t>
      </w:r>
    </w:p>
    <w:p w:rsidR="00E00D30" w:rsidRDefault="00E00D30" w:rsidP="00E00D30">
      <w:r>
        <w:t>271.4566</w:t>
      </w:r>
      <w:r>
        <w:tab/>
        <w:t>1.013e0</w:t>
      </w:r>
    </w:p>
    <w:p w:rsidR="00E00D30" w:rsidRDefault="00E00D30" w:rsidP="00E00D30">
      <w:r>
        <w:t>271.4605</w:t>
      </w:r>
      <w:r>
        <w:tab/>
        <w:t>1.013e0</w:t>
      </w:r>
    </w:p>
    <w:p w:rsidR="00E00D30" w:rsidRDefault="00E00D30" w:rsidP="00E00D30">
      <w:r>
        <w:t>271.4703</w:t>
      </w:r>
      <w:r>
        <w:tab/>
        <w:t>1.013e0</w:t>
      </w:r>
    </w:p>
    <w:p w:rsidR="00E00D30" w:rsidRDefault="00E00D30" w:rsidP="00E00D30">
      <w:r>
        <w:t>271.4736</w:t>
      </w:r>
      <w:r>
        <w:tab/>
        <w:t>2.025e0</w:t>
      </w:r>
    </w:p>
    <w:p w:rsidR="00E00D30" w:rsidRDefault="00E00D30" w:rsidP="00E00D30">
      <w:r>
        <w:t>271.5326</w:t>
      </w:r>
      <w:r>
        <w:tab/>
        <w:t>2.025e0</w:t>
      </w:r>
    </w:p>
    <w:p w:rsidR="00E00D30" w:rsidRDefault="00E00D30" w:rsidP="00E00D30">
      <w:r>
        <w:t>271.5499</w:t>
      </w:r>
      <w:r>
        <w:tab/>
        <w:t>1.013e0</w:t>
      </w:r>
    </w:p>
    <w:p w:rsidR="00E00D30" w:rsidRDefault="00E00D30" w:rsidP="00E00D30">
      <w:r>
        <w:t>271.5556</w:t>
      </w:r>
      <w:r>
        <w:tab/>
        <w:t>3.038e0</w:t>
      </w:r>
    </w:p>
    <w:p w:rsidR="00E00D30" w:rsidRDefault="00E00D30" w:rsidP="00E00D30">
      <w:r>
        <w:t>271.5617</w:t>
      </w:r>
      <w:r>
        <w:tab/>
        <w:t>2.025e0</w:t>
      </w:r>
    </w:p>
    <w:p w:rsidR="00E00D30" w:rsidRDefault="00E00D30" w:rsidP="00E00D30">
      <w:r>
        <w:t>271.5749</w:t>
      </w:r>
      <w:r>
        <w:tab/>
        <w:t>1.013e0</w:t>
      </w:r>
    </w:p>
    <w:p w:rsidR="00E00D30" w:rsidRDefault="00E00D30" w:rsidP="00E00D30">
      <w:r>
        <w:t>271.6549</w:t>
      </w:r>
      <w:r>
        <w:tab/>
        <w:t>1.013e0</w:t>
      </w:r>
    </w:p>
    <w:p w:rsidR="00E00D30" w:rsidRDefault="00E00D30" w:rsidP="00E00D30">
      <w:r>
        <w:t>271.6904</w:t>
      </w:r>
      <w:r>
        <w:tab/>
        <w:t>1.013e0</w:t>
      </w:r>
    </w:p>
    <w:p w:rsidR="00E00D30" w:rsidRDefault="00E00D30" w:rsidP="00E00D30">
      <w:r>
        <w:t>271.6938</w:t>
      </w:r>
      <w:r>
        <w:tab/>
        <w:t>1.013e0</w:t>
      </w:r>
    </w:p>
    <w:p w:rsidR="00E00D30" w:rsidRDefault="00E00D30" w:rsidP="00E00D30">
      <w:r>
        <w:t>271.7019</w:t>
      </w:r>
      <w:r>
        <w:tab/>
        <w:t>1.013e0</w:t>
      </w:r>
    </w:p>
    <w:p w:rsidR="00E00D30" w:rsidRDefault="00E00D30" w:rsidP="00E00D30">
      <w:r>
        <w:t>271.7060</w:t>
      </w:r>
      <w:r>
        <w:tab/>
        <w:t>1.013e0</w:t>
      </w:r>
    </w:p>
    <w:p w:rsidR="00E00D30" w:rsidRDefault="00E00D30" w:rsidP="00E00D30">
      <w:r>
        <w:lastRenderedPageBreak/>
        <w:t>271.7202</w:t>
      </w:r>
      <w:r>
        <w:tab/>
        <w:t>2.025e0</w:t>
      </w:r>
    </w:p>
    <w:p w:rsidR="00E00D30" w:rsidRDefault="00E00D30" w:rsidP="00E00D30">
      <w:r>
        <w:t>271.7330</w:t>
      </w:r>
      <w:r>
        <w:tab/>
        <w:t>1.013e0</w:t>
      </w:r>
    </w:p>
    <w:p w:rsidR="00E00D30" w:rsidRDefault="00E00D30" w:rsidP="00E00D30">
      <w:r>
        <w:t>271.7599</w:t>
      </w:r>
      <w:r>
        <w:tab/>
        <w:t>1.013e0</w:t>
      </w:r>
    </w:p>
    <w:p w:rsidR="00E00D30" w:rsidRDefault="00E00D30" w:rsidP="00E00D30">
      <w:r>
        <w:t>271.7640</w:t>
      </w:r>
      <w:r>
        <w:tab/>
        <w:t>2.025e0</w:t>
      </w:r>
    </w:p>
    <w:p w:rsidR="00E00D30" w:rsidRDefault="00E00D30" w:rsidP="00E00D30">
      <w:r>
        <w:t>271.8300</w:t>
      </w:r>
      <w:r>
        <w:tab/>
        <w:t>1.013e0</w:t>
      </w:r>
    </w:p>
    <w:p w:rsidR="00E00D30" w:rsidRDefault="00E00D30" w:rsidP="00E00D30">
      <w:r>
        <w:t>271.8340</w:t>
      </w:r>
      <w:r>
        <w:tab/>
        <w:t>1.013e0</w:t>
      </w:r>
    </w:p>
    <w:p w:rsidR="00E00D30" w:rsidRDefault="00E00D30" w:rsidP="00E00D30">
      <w:r>
        <w:t>271.8382</w:t>
      </w:r>
      <w:r>
        <w:tab/>
        <w:t>1.013e0</w:t>
      </w:r>
    </w:p>
    <w:p w:rsidR="00E00D30" w:rsidRDefault="00E00D30" w:rsidP="00E00D30">
      <w:r>
        <w:t>271.9745</w:t>
      </w:r>
      <w:r>
        <w:tab/>
        <w:t>1.013e0</w:t>
      </w:r>
    </w:p>
    <w:p w:rsidR="00E00D30" w:rsidRDefault="00E00D30" w:rsidP="00E00D30">
      <w:r>
        <w:t>271.9783</w:t>
      </w:r>
      <w:r>
        <w:tab/>
        <w:t>2.025e0</w:t>
      </w:r>
    </w:p>
    <w:p w:rsidR="00E00D30" w:rsidRDefault="00E00D30" w:rsidP="00E00D30">
      <w:r>
        <w:t>271.9825</w:t>
      </w:r>
      <w:r>
        <w:tab/>
        <w:t>2.025e0</w:t>
      </w:r>
    </w:p>
    <w:p w:rsidR="00E00D30" w:rsidRDefault="00E00D30" w:rsidP="00E00D30">
      <w:r>
        <w:t>272.0008</w:t>
      </w:r>
      <w:r>
        <w:tab/>
        <w:t>2.025e0</w:t>
      </w:r>
    </w:p>
    <w:p w:rsidR="00E00D30" w:rsidRDefault="00E00D30" w:rsidP="00E00D30">
      <w:r>
        <w:t>272.0053</w:t>
      </w:r>
      <w:r>
        <w:tab/>
        <w:t>1.013e0</w:t>
      </w:r>
    </w:p>
    <w:p w:rsidR="00E00D30" w:rsidRDefault="00E00D30" w:rsidP="00E00D30">
      <w:r>
        <w:t>272.0215</w:t>
      </w:r>
      <w:r>
        <w:tab/>
        <w:t>2.025e0</w:t>
      </w:r>
    </w:p>
    <w:p w:rsidR="00E00D30" w:rsidRDefault="00E00D30" w:rsidP="00E00D30">
      <w:r>
        <w:t>272.0254</w:t>
      </w:r>
      <w:r>
        <w:tab/>
        <w:t>2.025e0</w:t>
      </w:r>
    </w:p>
    <w:p w:rsidR="00E00D30" w:rsidRDefault="00E00D30" w:rsidP="00E00D30">
      <w:r>
        <w:t>272.0489</w:t>
      </w:r>
      <w:r>
        <w:tab/>
        <w:t>1.013e0</w:t>
      </w:r>
    </w:p>
    <w:p w:rsidR="00E00D30" w:rsidRDefault="00E00D30" w:rsidP="00E00D30">
      <w:r>
        <w:t>272.0645</w:t>
      </w:r>
      <w:r>
        <w:tab/>
        <w:t>2.025e0</w:t>
      </w:r>
    </w:p>
    <w:p w:rsidR="00E00D30" w:rsidRDefault="00E00D30" w:rsidP="00E00D30">
      <w:r>
        <w:t>272.0655</w:t>
      </w:r>
      <w:r>
        <w:tab/>
        <w:t>1.013e0</w:t>
      </w:r>
    </w:p>
    <w:p w:rsidR="00E00D30" w:rsidRDefault="00E00D30" w:rsidP="00E00D30">
      <w:r>
        <w:t>272.0842</w:t>
      </w:r>
      <w:r>
        <w:tab/>
        <w:t>5.063e0</w:t>
      </w:r>
    </w:p>
    <w:p w:rsidR="00E00D30" w:rsidRDefault="00E00D30" w:rsidP="00E00D30">
      <w:r>
        <w:t>272.1031</w:t>
      </w:r>
      <w:r>
        <w:tab/>
        <w:t>2.025e0</w:t>
      </w:r>
    </w:p>
    <w:p w:rsidR="00E00D30" w:rsidRDefault="00E00D30" w:rsidP="00E00D30">
      <w:r>
        <w:lastRenderedPageBreak/>
        <w:t>272.1116</w:t>
      </w:r>
      <w:r>
        <w:tab/>
        <w:t>2.025e0</w:t>
      </w:r>
    </w:p>
    <w:p w:rsidR="00E00D30" w:rsidRDefault="00E00D30" w:rsidP="00E00D30">
      <w:r>
        <w:t>272.1268</w:t>
      </w:r>
      <w:r>
        <w:tab/>
        <w:t>1.013e0</w:t>
      </w:r>
    </w:p>
    <w:p w:rsidR="00E00D30" w:rsidRDefault="00E00D30" w:rsidP="00E00D30">
      <w:r>
        <w:t>272.1355</w:t>
      </w:r>
      <w:r>
        <w:tab/>
        <w:t>1.013e0</w:t>
      </w:r>
    </w:p>
    <w:p w:rsidR="00E00D30" w:rsidRDefault="00E00D30" w:rsidP="00E00D30">
      <w:r>
        <w:t>272.1569</w:t>
      </w:r>
      <w:r>
        <w:tab/>
        <w:t>3.038e0</w:t>
      </w:r>
    </w:p>
    <w:p w:rsidR="00E00D30" w:rsidRDefault="00E00D30" w:rsidP="00E00D30">
      <w:r>
        <w:t>272.1604</w:t>
      </w:r>
      <w:r>
        <w:tab/>
        <w:t>3.038e0</w:t>
      </w:r>
    </w:p>
    <w:p w:rsidR="00E00D30" w:rsidRDefault="00E00D30" w:rsidP="00E00D30">
      <w:r>
        <w:t>272.1775</w:t>
      </w:r>
      <w:r>
        <w:tab/>
        <w:t>3.038e0</w:t>
      </w:r>
    </w:p>
    <w:p w:rsidR="00E00D30" w:rsidRDefault="00E00D30" w:rsidP="00E00D30">
      <w:r>
        <w:t>272.1859</w:t>
      </w:r>
      <w:r>
        <w:tab/>
        <w:t>4.051e0</w:t>
      </w:r>
    </w:p>
    <w:p w:rsidR="00E00D30" w:rsidRDefault="00E00D30" w:rsidP="00E00D30">
      <w:r>
        <w:t>272.1969</w:t>
      </w:r>
      <w:r>
        <w:tab/>
        <w:t>1.013e0</w:t>
      </w:r>
    </w:p>
    <w:p w:rsidR="00E00D30" w:rsidRDefault="00E00D30" w:rsidP="00E00D30">
      <w:r>
        <w:t>272.2007</w:t>
      </w:r>
      <w:r>
        <w:tab/>
        <w:t>1.013e0</w:t>
      </w:r>
    </w:p>
    <w:p w:rsidR="00E00D30" w:rsidRDefault="00E00D30" w:rsidP="00E00D30">
      <w:r>
        <w:t>272.2094</w:t>
      </w:r>
      <w:r>
        <w:tab/>
        <w:t>3.038e0</w:t>
      </w:r>
    </w:p>
    <w:p w:rsidR="00E00D30" w:rsidRDefault="00E00D30" w:rsidP="00E00D30">
      <w:r>
        <w:t>272.2198</w:t>
      </w:r>
      <w:r>
        <w:tab/>
        <w:t>2.025e0</w:t>
      </w:r>
    </w:p>
    <w:p w:rsidR="00E00D30" w:rsidRDefault="00E00D30" w:rsidP="00E00D30">
      <w:r>
        <w:t>272.2281</w:t>
      </w:r>
      <w:r>
        <w:tab/>
        <w:t>2.025e0</w:t>
      </w:r>
    </w:p>
    <w:p w:rsidR="00E00D30" w:rsidRDefault="00E00D30" w:rsidP="00E00D30">
      <w:r>
        <w:t>272.2358</w:t>
      </w:r>
      <w:r>
        <w:tab/>
        <w:t>2.025e0</w:t>
      </w:r>
    </w:p>
    <w:p w:rsidR="00E00D30" w:rsidRDefault="00E00D30" w:rsidP="00E00D30">
      <w:r>
        <w:t>272.2513</w:t>
      </w:r>
      <w:r>
        <w:tab/>
        <w:t>1.013e0</w:t>
      </w:r>
    </w:p>
    <w:p w:rsidR="00E00D30" w:rsidRDefault="00E00D30" w:rsidP="00E00D30">
      <w:r>
        <w:t>272.2629</w:t>
      </w:r>
      <w:r>
        <w:tab/>
        <w:t>1.013e0</w:t>
      </w:r>
    </w:p>
    <w:p w:rsidR="00E00D30" w:rsidRDefault="00E00D30" w:rsidP="00E00D30">
      <w:r>
        <w:t>272.2650</w:t>
      </w:r>
      <w:r>
        <w:tab/>
        <w:t>2.025e0</w:t>
      </w:r>
    </w:p>
    <w:p w:rsidR="00E00D30" w:rsidRDefault="00E00D30" w:rsidP="00E00D30">
      <w:r>
        <w:t>272.2763</w:t>
      </w:r>
      <w:r>
        <w:tab/>
        <w:t>1.013e0</w:t>
      </w:r>
    </w:p>
    <w:p w:rsidR="00E00D30" w:rsidRDefault="00E00D30" w:rsidP="00E00D30">
      <w:r>
        <w:t>272.2882</w:t>
      </w:r>
      <w:r>
        <w:tab/>
        <w:t>2.025e0</w:t>
      </w:r>
    </w:p>
    <w:p w:rsidR="00E00D30" w:rsidRDefault="00E00D30" w:rsidP="00E00D30">
      <w:r>
        <w:t>272.2939</w:t>
      </w:r>
      <w:r>
        <w:tab/>
        <w:t>1.013e0</w:t>
      </w:r>
    </w:p>
    <w:p w:rsidR="00E00D30" w:rsidRDefault="00E00D30" w:rsidP="00E00D30">
      <w:r>
        <w:lastRenderedPageBreak/>
        <w:t>272.3252</w:t>
      </w:r>
      <w:r>
        <w:tab/>
        <w:t>1.013e0</w:t>
      </w:r>
    </w:p>
    <w:p w:rsidR="00E00D30" w:rsidRDefault="00E00D30" w:rsidP="00E00D30">
      <w:r>
        <w:t>272.3411</w:t>
      </w:r>
      <w:r>
        <w:tab/>
        <w:t>2.025e0</w:t>
      </w:r>
    </w:p>
    <w:p w:rsidR="00E00D30" w:rsidRDefault="00E00D30" w:rsidP="00E00D30">
      <w:r>
        <w:t>272.3465</w:t>
      </w:r>
      <w:r>
        <w:tab/>
        <w:t>1.013e0</w:t>
      </w:r>
    </w:p>
    <w:p w:rsidR="00E00D30" w:rsidRDefault="00E00D30" w:rsidP="00E00D30">
      <w:r>
        <w:t>272.3562</w:t>
      </w:r>
      <w:r>
        <w:tab/>
        <w:t>1.013e0</w:t>
      </w:r>
    </w:p>
    <w:p w:rsidR="00E00D30" w:rsidRDefault="00E00D30" w:rsidP="00E00D30">
      <w:r>
        <w:t>272.3603</w:t>
      </w:r>
      <w:r>
        <w:tab/>
        <w:t>1.013e0</w:t>
      </w:r>
    </w:p>
    <w:p w:rsidR="00E00D30" w:rsidRDefault="00E00D30" w:rsidP="00E00D30">
      <w:r>
        <w:t>272.3813</w:t>
      </w:r>
      <w:r>
        <w:tab/>
        <w:t>2.025e0</w:t>
      </w:r>
    </w:p>
    <w:p w:rsidR="00E00D30" w:rsidRDefault="00E00D30" w:rsidP="00E00D30">
      <w:r>
        <w:t>272.3888</w:t>
      </w:r>
      <w:r>
        <w:tab/>
        <w:t>3.038e0</w:t>
      </w:r>
    </w:p>
    <w:p w:rsidR="00E00D30" w:rsidRDefault="00E00D30" w:rsidP="00E00D30">
      <w:r>
        <w:t>272.4304</w:t>
      </w:r>
      <w:r>
        <w:tab/>
        <w:t>2.025e0</w:t>
      </w:r>
    </w:p>
    <w:p w:rsidR="00E00D30" w:rsidRDefault="00E00D30" w:rsidP="00E00D30">
      <w:r>
        <w:t>272.4348</w:t>
      </w:r>
      <w:r>
        <w:tab/>
        <w:t>1.013e0</w:t>
      </w:r>
    </w:p>
    <w:p w:rsidR="00E00D30" w:rsidRDefault="00E00D30" w:rsidP="00E00D30">
      <w:r>
        <w:t>272.4384</w:t>
      </w:r>
      <w:r>
        <w:tab/>
        <w:t>1.013e0</w:t>
      </w:r>
    </w:p>
    <w:p w:rsidR="00E00D30" w:rsidRDefault="00E00D30" w:rsidP="00E00D30">
      <w:r>
        <w:t>272.4465</w:t>
      </w:r>
      <w:r>
        <w:tab/>
        <w:t>1.013e0</w:t>
      </w:r>
    </w:p>
    <w:p w:rsidR="00E00D30" w:rsidRDefault="00E00D30" w:rsidP="00E00D30">
      <w:r>
        <w:t>272.5086</w:t>
      </w:r>
      <w:r>
        <w:tab/>
        <w:t>2.025e0</w:t>
      </w:r>
    </w:p>
    <w:p w:rsidR="00E00D30" w:rsidRDefault="00E00D30" w:rsidP="00E00D30">
      <w:r>
        <w:t>272.5217</w:t>
      </w:r>
      <w:r>
        <w:tab/>
        <w:t>1.013e0</w:t>
      </w:r>
    </w:p>
    <w:p w:rsidR="00E00D30" w:rsidRDefault="00E00D30" w:rsidP="00E00D30">
      <w:r>
        <w:t>272.5317</w:t>
      </w:r>
      <w:r>
        <w:tab/>
        <w:t>1.013e0</w:t>
      </w:r>
    </w:p>
    <w:p w:rsidR="00E00D30" w:rsidRDefault="00E00D30" w:rsidP="00E00D30">
      <w:r>
        <w:t>272.5619</w:t>
      </w:r>
      <w:r>
        <w:tab/>
        <w:t>1.013e0</w:t>
      </w:r>
    </w:p>
    <w:p w:rsidR="00E00D30" w:rsidRDefault="00E00D30" w:rsidP="00E00D30">
      <w:r>
        <w:t>272.6143</w:t>
      </w:r>
      <w:r>
        <w:tab/>
        <w:t>1.013e0</w:t>
      </w:r>
    </w:p>
    <w:p w:rsidR="00E00D30" w:rsidRDefault="00E00D30" w:rsidP="00E00D30">
      <w:r>
        <w:t>272.6219</w:t>
      </w:r>
      <w:r>
        <w:tab/>
        <w:t>1.013e0</w:t>
      </w:r>
    </w:p>
    <w:p w:rsidR="00E00D30" w:rsidRDefault="00E00D30" w:rsidP="00E00D30">
      <w:r>
        <w:t>272.6448</w:t>
      </w:r>
      <w:r>
        <w:tab/>
        <w:t>1.013e0</w:t>
      </w:r>
    </w:p>
    <w:p w:rsidR="00E00D30" w:rsidRDefault="00E00D30" w:rsidP="00E00D30">
      <w:r>
        <w:t>272.6531</w:t>
      </w:r>
      <w:r>
        <w:tab/>
        <w:t>3.038e0</w:t>
      </w:r>
    </w:p>
    <w:p w:rsidR="00E00D30" w:rsidRDefault="00E00D30" w:rsidP="00E00D30">
      <w:r>
        <w:lastRenderedPageBreak/>
        <w:t>272.6726</w:t>
      </w:r>
      <w:r>
        <w:tab/>
        <w:t>1.013e0</w:t>
      </w:r>
    </w:p>
    <w:p w:rsidR="00E00D30" w:rsidRDefault="00E00D30" w:rsidP="00E00D30">
      <w:r>
        <w:t>272.6804</w:t>
      </w:r>
      <w:r>
        <w:tab/>
        <w:t>1.013e0</w:t>
      </w:r>
    </w:p>
    <w:p w:rsidR="00E00D30" w:rsidRDefault="00E00D30" w:rsidP="00E00D30">
      <w:r>
        <w:t>272.7155</w:t>
      </w:r>
      <w:r>
        <w:tab/>
        <w:t>1.013e0</w:t>
      </w:r>
    </w:p>
    <w:p w:rsidR="00E00D30" w:rsidRDefault="00E00D30" w:rsidP="00E00D30">
      <w:r>
        <w:t>272.7249</w:t>
      </w:r>
      <w:r>
        <w:tab/>
        <w:t>2.025e0</w:t>
      </w:r>
    </w:p>
    <w:p w:rsidR="00E00D30" w:rsidRDefault="00E00D30" w:rsidP="00E00D30">
      <w:r>
        <w:t>272.7278</w:t>
      </w:r>
      <w:r>
        <w:tab/>
        <w:t>1.013e0</w:t>
      </w:r>
    </w:p>
    <w:p w:rsidR="00E00D30" w:rsidRDefault="00E00D30" w:rsidP="00E00D30">
      <w:r>
        <w:t>272.7461</w:t>
      </w:r>
      <w:r>
        <w:tab/>
        <w:t>1.013e0</w:t>
      </w:r>
    </w:p>
    <w:p w:rsidR="00E00D30" w:rsidRDefault="00E00D30" w:rsidP="00E00D30">
      <w:r>
        <w:t>272.7778</w:t>
      </w:r>
      <w:r>
        <w:tab/>
        <w:t>1.013e0</w:t>
      </w:r>
    </w:p>
    <w:p w:rsidR="00E00D30" w:rsidRDefault="00E00D30" w:rsidP="00E00D30">
      <w:r>
        <w:t>272.8028</w:t>
      </w:r>
      <w:r>
        <w:tab/>
        <w:t>1.013e0</w:t>
      </w:r>
    </w:p>
    <w:p w:rsidR="00E00D30" w:rsidRDefault="00E00D30" w:rsidP="00E00D30">
      <w:r>
        <w:t>272.8164</w:t>
      </w:r>
      <w:r>
        <w:tab/>
        <w:t>1.013e0</w:t>
      </w:r>
    </w:p>
    <w:p w:rsidR="00E00D30" w:rsidRDefault="00E00D30" w:rsidP="00E00D30">
      <w:r>
        <w:t>272.8329</w:t>
      </w:r>
      <w:r>
        <w:tab/>
        <w:t>1.013e0</w:t>
      </w:r>
    </w:p>
    <w:p w:rsidR="00E00D30" w:rsidRDefault="00E00D30" w:rsidP="00E00D30">
      <w:r>
        <w:t>272.8515</w:t>
      </w:r>
      <w:r>
        <w:tab/>
        <w:t>1.013e0</w:t>
      </w:r>
    </w:p>
    <w:p w:rsidR="00E00D30" w:rsidRDefault="00E00D30" w:rsidP="00E00D30">
      <w:r>
        <w:t>272.8907</w:t>
      </w:r>
      <w:r>
        <w:tab/>
        <w:t>2.025e0</w:t>
      </w:r>
    </w:p>
    <w:p w:rsidR="00E00D30" w:rsidRDefault="00E00D30" w:rsidP="00E00D30">
      <w:r>
        <w:t>272.9177</w:t>
      </w:r>
      <w:r>
        <w:tab/>
        <w:t>1.013e0</w:t>
      </w:r>
    </w:p>
    <w:p w:rsidR="00E00D30" w:rsidRDefault="00E00D30" w:rsidP="00E00D30">
      <w:r>
        <w:t>272.9835</w:t>
      </w:r>
      <w:r>
        <w:tab/>
        <w:t>2.025e0</w:t>
      </w:r>
    </w:p>
    <w:p w:rsidR="00E00D30" w:rsidRDefault="00E00D30" w:rsidP="00E00D30">
      <w:r>
        <w:t>272.9917</w:t>
      </w:r>
      <w:r>
        <w:tab/>
        <w:t>4.051e0</w:t>
      </w:r>
    </w:p>
    <w:p w:rsidR="00E00D30" w:rsidRDefault="00E00D30" w:rsidP="00E00D30">
      <w:r>
        <w:t>272.9960</w:t>
      </w:r>
      <w:r>
        <w:tab/>
        <w:t>3.038e0</w:t>
      </w:r>
    </w:p>
    <w:p w:rsidR="00E00D30" w:rsidRDefault="00E00D30" w:rsidP="00E00D30">
      <w:r>
        <w:t>273.0103</w:t>
      </w:r>
      <w:r>
        <w:tab/>
        <w:t>3.038e0</w:t>
      </w:r>
    </w:p>
    <w:p w:rsidR="00E00D30" w:rsidRDefault="00E00D30" w:rsidP="00E00D30">
      <w:r>
        <w:t>273.0145</w:t>
      </w:r>
      <w:r>
        <w:tab/>
        <w:t>3.038e0</w:t>
      </w:r>
    </w:p>
    <w:p w:rsidR="00E00D30" w:rsidRDefault="00E00D30" w:rsidP="00E00D30">
      <w:r>
        <w:t>273.0157</w:t>
      </w:r>
      <w:r>
        <w:tab/>
        <w:t>5.063e0</w:t>
      </w:r>
    </w:p>
    <w:p w:rsidR="00E00D30" w:rsidRDefault="00E00D30" w:rsidP="00E00D30">
      <w:r>
        <w:lastRenderedPageBreak/>
        <w:t>273.0444</w:t>
      </w:r>
      <w:r>
        <w:tab/>
        <w:t>2.025e0</w:t>
      </w:r>
    </w:p>
    <w:p w:rsidR="00E00D30" w:rsidRDefault="00E00D30" w:rsidP="00E00D30">
      <w:r>
        <w:t>273.0489</w:t>
      </w:r>
      <w:r>
        <w:tab/>
        <w:t>1.013e0</w:t>
      </w:r>
    </w:p>
    <w:p w:rsidR="00E00D30" w:rsidRDefault="00E00D30" w:rsidP="00E00D30">
      <w:r>
        <w:t>273.0582</w:t>
      </w:r>
      <w:r>
        <w:tab/>
        <w:t>1.013e0</w:t>
      </w:r>
    </w:p>
    <w:p w:rsidR="00E00D30" w:rsidRDefault="00E00D30" w:rsidP="00E00D30">
      <w:r>
        <w:t>273.0621</w:t>
      </w:r>
      <w:r>
        <w:tab/>
        <w:t>1.013e0</w:t>
      </w:r>
    </w:p>
    <w:p w:rsidR="00E00D30" w:rsidRDefault="00E00D30" w:rsidP="00E00D30">
      <w:r>
        <w:t>273.0661</w:t>
      </w:r>
      <w:r>
        <w:tab/>
        <w:t>1.013e0</w:t>
      </w:r>
    </w:p>
    <w:p w:rsidR="00E00D30" w:rsidRDefault="00E00D30" w:rsidP="00E00D30">
      <w:r>
        <w:t>273.0841</w:t>
      </w:r>
      <w:r>
        <w:tab/>
        <w:t>1.013e0</w:t>
      </w:r>
    </w:p>
    <w:p w:rsidR="00E00D30" w:rsidRDefault="00E00D30" w:rsidP="00E00D30">
      <w:r>
        <w:t>273.0890</w:t>
      </w:r>
      <w:r>
        <w:tab/>
        <w:t>1.013e0</w:t>
      </w:r>
    </w:p>
    <w:p w:rsidR="00E00D30" w:rsidRDefault="00E00D30" w:rsidP="00E00D30">
      <w:r>
        <w:t>273.0936</w:t>
      </w:r>
      <w:r>
        <w:tab/>
        <w:t>1.013e0</w:t>
      </w:r>
    </w:p>
    <w:p w:rsidR="00E00D30" w:rsidRDefault="00E00D30" w:rsidP="00E00D30">
      <w:r>
        <w:t>273.1017</w:t>
      </w:r>
      <w:r>
        <w:tab/>
        <w:t>1.013e0</w:t>
      </w:r>
    </w:p>
    <w:p w:rsidR="00E00D30" w:rsidRDefault="00E00D30" w:rsidP="00E00D30">
      <w:r>
        <w:t>273.1324</w:t>
      </w:r>
      <w:r>
        <w:tab/>
        <w:t>1.013e0</w:t>
      </w:r>
    </w:p>
    <w:p w:rsidR="00E00D30" w:rsidRDefault="00E00D30" w:rsidP="00E00D30">
      <w:r>
        <w:t>273.1364</w:t>
      </w:r>
      <w:r>
        <w:tab/>
        <w:t>1.013e0</w:t>
      </w:r>
    </w:p>
    <w:p w:rsidR="00E00D30" w:rsidRDefault="00E00D30" w:rsidP="00E00D30">
      <w:r>
        <w:t>273.1403</w:t>
      </w:r>
      <w:r>
        <w:tab/>
        <w:t>1.013e0</w:t>
      </w:r>
    </w:p>
    <w:p w:rsidR="00E00D30" w:rsidRDefault="00E00D30" w:rsidP="00E00D30">
      <w:r>
        <w:t>273.1445</w:t>
      </w:r>
      <w:r>
        <w:tab/>
        <w:t>4.051e0</w:t>
      </w:r>
    </w:p>
    <w:p w:rsidR="00E00D30" w:rsidRDefault="00E00D30" w:rsidP="00E00D30">
      <w:r>
        <w:t>273.1569</w:t>
      </w:r>
      <w:r>
        <w:tab/>
        <w:t>2.025e0</w:t>
      </w:r>
    </w:p>
    <w:p w:rsidR="00E00D30" w:rsidRDefault="00E00D30" w:rsidP="00E00D30">
      <w:r>
        <w:t>273.1599</w:t>
      </w:r>
      <w:r>
        <w:tab/>
        <w:t>3.038e0</w:t>
      </w:r>
    </w:p>
    <w:p w:rsidR="00E00D30" w:rsidRDefault="00E00D30" w:rsidP="00E00D30">
      <w:r>
        <w:t>273.1674</w:t>
      </w:r>
      <w:r>
        <w:tab/>
        <w:t>3.038e0</w:t>
      </w:r>
    </w:p>
    <w:p w:rsidR="00E00D30" w:rsidRDefault="00E00D30" w:rsidP="00E00D30">
      <w:r>
        <w:t>273.1715</w:t>
      </w:r>
      <w:r>
        <w:tab/>
        <w:t>3.038e0</w:t>
      </w:r>
    </w:p>
    <w:p w:rsidR="00E00D30" w:rsidRDefault="00E00D30" w:rsidP="00E00D30">
      <w:r>
        <w:t>273.1741</w:t>
      </w:r>
      <w:r>
        <w:tab/>
        <w:t>7.089e0</w:t>
      </w:r>
    </w:p>
    <w:p w:rsidR="00E00D30" w:rsidRDefault="00E00D30" w:rsidP="00E00D30">
      <w:r>
        <w:t>273.1827</w:t>
      </w:r>
      <w:r>
        <w:tab/>
        <w:t>4.051e0</w:t>
      </w:r>
    </w:p>
    <w:p w:rsidR="00E00D30" w:rsidRDefault="00E00D30" w:rsidP="00E00D30">
      <w:r>
        <w:lastRenderedPageBreak/>
        <w:t>273.1898</w:t>
      </w:r>
      <w:r>
        <w:tab/>
        <w:t>2.025e0</w:t>
      </w:r>
    </w:p>
    <w:p w:rsidR="00E00D30" w:rsidRDefault="00E00D30" w:rsidP="00E00D30">
      <w:r>
        <w:t>273.1986</w:t>
      </w:r>
      <w:r>
        <w:tab/>
        <w:t>1.013e0</w:t>
      </w:r>
    </w:p>
    <w:p w:rsidR="00E00D30" w:rsidRDefault="00E00D30" w:rsidP="00E00D30">
      <w:r>
        <w:t>273.2151</w:t>
      </w:r>
      <w:r>
        <w:tab/>
        <w:t>1.013e0</w:t>
      </w:r>
    </w:p>
    <w:p w:rsidR="00E00D30" w:rsidRDefault="00E00D30" w:rsidP="00E00D30">
      <w:r>
        <w:t>273.2336</w:t>
      </w:r>
      <w:r>
        <w:tab/>
        <w:t>3.038e0</w:t>
      </w:r>
    </w:p>
    <w:p w:rsidR="00E00D30" w:rsidRDefault="00E00D30" w:rsidP="00E00D30">
      <w:r>
        <w:t>273.2457</w:t>
      </w:r>
      <w:r>
        <w:tab/>
        <w:t>1.013e0</w:t>
      </w:r>
    </w:p>
    <w:p w:rsidR="00E00D30" w:rsidRDefault="00E00D30" w:rsidP="00E00D30">
      <w:r>
        <w:t>273.2554</w:t>
      </w:r>
      <w:r>
        <w:tab/>
        <w:t>1.013e0</w:t>
      </w:r>
    </w:p>
    <w:p w:rsidR="00E00D30" w:rsidRDefault="00E00D30" w:rsidP="00E00D30">
      <w:r>
        <w:t>273.2650</w:t>
      </w:r>
      <w:r>
        <w:tab/>
        <w:t>1.013e0</w:t>
      </w:r>
    </w:p>
    <w:p w:rsidR="00E00D30" w:rsidRDefault="00E00D30" w:rsidP="00E00D30">
      <w:r>
        <w:t>273.2852</w:t>
      </w:r>
      <w:r>
        <w:tab/>
        <w:t>3.038e0</w:t>
      </w:r>
    </w:p>
    <w:p w:rsidR="00E00D30" w:rsidRDefault="00E00D30" w:rsidP="00E00D30">
      <w:r>
        <w:t>273.3254</w:t>
      </w:r>
      <w:r>
        <w:tab/>
        <w:t>1.013e0</w:t>
      </w:r>
    </w:p>
    <w:p w:rsidR="00E00D30" w:rsidRDefault="00E00D30" w:rsidP="00E00D30">
      <w:r>
        <w:t>273.3305</w:t>
      </w:r>
      <w:r>
        <w:tab/>
        <w:t>1.013e0</w:t>
      </w:r>
    </w:p>
    <w:p w:rsidR="00E00D30" w:rsidRDefault="00E00D30" w:rsidP="00E00D30">
      <w:r>
        <w:t>273.3394</w:t>
      </w:r>
      <w:r>
        <w:tab/>
        <w:t>1.013e0</w:t>
      </w:r>
    </w:p>
    <w:p w:rsidR="00E00D30" w:rsidRDefault="00E00D30" w:rsidP="00E00D30">
      <w:r>
        <w:t>273.3605</w:t>
      </w:r>
      <w:r>
        <w:tab/>
        <w:t>2.025e0</w:t>
      </w:r>
    </w:p>
    <w:p w:rsidR="00E00D30" w:rsidRDefault="00E00D30" w:rsidP="00E00D30">
      <w:r>
        <w:t>273.4008</w:t>
      </w:r>
      <w:r>
        <w:tab/>
        <w:t>1.013e0</w:t>
      </w:r>
    </w:p>
    <w:p w:rsidR="00E00D30" w:rsidRDefault="00E00D30" w:rsidP="00E00D30">
      <w:r>
        <w:t>273.4173</w:t>
      </w:r>
      <w:r>
        <w:tab/>
        <w:t>1.013e0</w:t>
      </w:r>
    </w:p>
    <w:p w:rsidR="00E00D30" w:rsidRDefault="00E00D30" w:rsidP="00E00D30">
      <w:r>
        <w:t>273.4349</w:t>
      </w:r>
      <w:r>
        <w:tab/>
        <w:t>3.038e0</w:t>
      </w:r>
    </w:p>
    <w:p w:rsidR="00E00D30" w:rsidRDefault="00E00D30" w:rsidP="00E00D30">
      <w:r>
        <w:t>273.4483</w:t>
      </w:r>
      <w:r>
        <w:tab/>
        <w:t>1.013e0</w:t>
      </w:r>
    </w:p>
    <w:p w:rsidR="00E00D30" w:rsidRDefault="00E00D30" w:rsidP="00E00D30">
      <w:r>
        <w:t>273.4527</w:t>
      </w:r>
      <w:r>
        <w:tab/>
        <w:t>2.025e0</w:t>
      </w:r>
    </w:p>
    <w:p w:rsidR="00E00D30" w:rsidRDefault="00E00D30" w:rsidP="00E00D30">
      <w:r>
        <w:t>273.4662</w:t>
      </w:r>
      <w:r>
        <w:tab/>
        <w:t>1.013e0</w:t>
      </w:r>
    </w:p>
    <w:p w:rsidR="00E00D30" w:rsidRDefault="00E00D30" w:rsidP="00E00D30">
      <w:r>
        <w:t>273.4915</w:t>
      </w:r>
      <w:r>
        <w:tab/>
        <w:t>1.013e0</w:t>
      </w:r>
    </w:p>
    <w:p w:rsidR="00E00D30" w:rsidRDefault="00E00D30" w:rsidP="00E00D30">
      <w:r>
        <w:lastRenderedPageBreak/>
        <w:t>273.4990</w:t>
      </w:r>
      <w:r>
        <w:tab/>
        <w:t>2.025e0</w:t>
      </w:r>
    </w:p>
    <w:p w:rsidR="00E00D30" w:rsidRDefault="00E00D30" w:rsidP="00E00D30">
      <w:r>
        <w:t>273.5064</w:t>
      </w:r>
      <w:r>
        <w:tab/>
        <w:t>1.013e0</w:t>
      </w:r>
    </w:p>
    <w:p w:rsidR="00E00D30" w:rsidRDefault="00E00D30" w:rsidP="00E00D30">
      <w:r>
        <w:t>273.5110</w:t>
      </w:r>
      <w:r>
        <w:tab/>
        <w:t>1.013e0</w:t>
      </w:r>
    </w:p>
    <w:p w:rsidR="00E00D30" w:rsidRDefault="00E00D30" w:rsidP="00E00D30">
      <w:r>
        <w:t>273.5146</w:t>
      </w:r>
      <w:r>
        <w:tab/>
        <w:t>1.013e0</w:t>
      </w:r>
    </w:p>
    <w:p w:rsidR="00E00D30" w:rsidRDefault="00E00D30" w:rsidP="00E00D30">
      <w:r>
        <w:t>273.5718</w:t>
      </w:r>
      <w:r>
        <w:tab/>
        <w:t>1.013e0</w:t>
      </w:r>
    </w:p>
    <w:p w:rsidR="00E00D30" w:rsidRDefault="00E00D30" w:rsidP="00E00D30">
      <w:r>
        <w:t>273.5848</w:t>
      </w:r>
      <w:r>
        <w:tab/>
        <w:t>2.025e0</w:t>
      </w:r>
    </w:p>
    <w:p w:rsidR="00E00D30" w:rsidRDefault="00E00D30" w:rsidP="00E00D30">
      <w:r>
        <w:t>273.6591</w:t>
      </w:r>
      <w:r>
        <w:tab/>
        <w:t>1.013e0</w:t>
      </w:r>
    </w:p>
    <w:p w:rsidR="00E00D30" w:rsidRDefault="00E00D30" w:rsidP="00E00D30">
      <w:r>
        <w:t>273.6776</w:t>
      </w:r>
      <w:r>
        <w:tab/>
        <w:t>1.013e0</w:t>
      </w:r>
    </w:p>
    <w:p w:rsidR="00E00D30" w:rsidRDefault="00E00D30" w:rsidP="00E00D30">
      <w:r>
        <w:t>273.7154</w:t>
      </w:r>
      <w:r>
        <w:tab/>
        <w:t>2.025e0</w:t>
      </w:r>
    </w:p>
    <w:p w:rsidR="00E00D30" w:rsidRDefault="00E00D30" w:rsidP="00E00D30">
      <w:r>
        <w:t>273.7336</w:t>
      </w:r>
      <w:r>
        <w:tab/>
        <w:t>1.013e0</w:t>
      </w:r>
    </w:p>
    <w:p w:rsidR="00E00D30" w:rsidRDefault="00E00D30" w:rsidP="00E00D30">
      <w:r>
        <w:t>273.7481</w:t>
      </w:r>
      <w:r>
        <w:tab/>
        <w:t>1.013e0</w:t>
      </w:r>
    </w:p>
    <w:p w:rsidR="00E00D30" w:rsidRDefault="00E00D30" w:rsidP="00E00D30">
      <w:r>
        <w:t>273.7784</w:t>
      </w:r>
      <w:r>
        <w:tab/>
        <w:t>1.013e0</w:t>
      </w:r>
    </w:p>
    <w:p w:rsidR="00E00D30" w:rsidRDefault="00E00D30" w:rsidP="00E00D30">
      <w:r>
        <w:t>273.8000</w:t>
      </w:r>
      <w:r>
        <w:tab/>
        <w:t>1.013e0</w:t>
      </w:r>
    </w:p>
    <w:p w:rsidR="00E00D30" w:rsidRDefault="00E00D30" w:rsidP="00E00D30">
      <w:r>
        <w:t>273.9195</w:t>
      </w:r>
      <w:r>
        <w:tab/>
        <w:t>1.013e0</w:t>
      </w:r>
    </w:p>
    <w:p w:rsidR="00E00D30" w:rsidRDefault="00E00D30" w:rsidP="00E00D30">
      <w:r>
        <w:t>273.9280</w:t>
      </w:r>
      <w:r>
        <w:tab/>
        <w:t>1.013e0</w:t>
      </w:r>
    </w:p>
    <w:p w:rsidR="00E00D30" w:rsidRDefault="00E00D30" w:rsidP="00E00D30">
      <w:r>
        <w:t>273.9633</w:t>
      </w:r>
      <w:r>
        <w:tab/>
        <w:t>1.013e0</w:t>
      </w:r>
    </w:p>
    <w:p w:rsidR="00E00D30" w:rsidRDefault="00E00D30" w:rsidP="00E00D30">
      <w:r>
        <w:t>273.9742</w:t>
      </w:r>
      <w:r>
        <w:tab/>
        <w:t>3.038e0</w:t>
      </w:r>
    </w:p>
    <w:p w:rsidR="00E00D30" w:rsidRDefault="00E00D30" w:rsidP="00E00D30">
      <w:r>
        <w:t>273.9756</w:t>
      </w:r>
      <w:r>
        <w:tab/>
        <w:t>1.013e0</w:t>
      </w:r>
    </w:p>
    <w:p w:rsidR="00E00D30" w:rsidRDefault="00E00D30" w:rsidP="00E00D30">
      <w:r>
        <w:t>273.9849</w:t>
      </w:r>
      <w:r>
        <w:tab/>
        <w:t>1.013e0</w:t>
      </w:r>
    </w:p>
    <w:p w:rsidR="00E00D30" w:rsidRDefault="00E00D30" w:rsidP="00E00D30">
      <w:r>
        <w:lastRenderedPageBreak/>
        <w:t>273.9901</w:t>
      </w:r>
      <w:r>
        <w:tab/>
        <w:t>1.013e0</w:t>
      </w:r>
    </w:p>
    <w:p w:rsidR="00E00D30" w:rsidRDefault="00E00D30" w:rsidP="00E00D30">
      <w:r>
        <w:t>273.9944</w:t>
      </w:r>
      <w:r>
        <w:tab/>
        <w:t>1.013e0</w:t>
      </w:r>
    </w:p>
    <w:p w:rsidR="00E00D30" w:rsidRDefault="00E00D30" w:rsidP="00E00D30">
      <w:r>
        <w:t>273.9984</w:t>
      </w:r>
      <w:r>
        <w:tab/>
        <w:t>1.013e0</w:t>
      </w:r>
    </w:p>
    <w:p w:rsidR="00E00D30" w:rsidRDefault="00E00D30" w:rsidP="00E00D30">
      <w:r>
        <w:t>274.0140</w:t>
      </w:r>
      <w:r>
        <w:tab/>
        <w:t>6.076e0</w:t>
      </w:r>
    </w:p>
    <w:p w:rsidR="00E00D30" w:rsidRDefault="00E00D30" w:rsidP="00E00D30">
      <w:r>
        <w:t>274.0202</w:t>
      </w:r>
      <w:r>
        <w:tab/>
        <w:t>1.013e0</w:t>
      </w:r>
    </w:p>
    <w:p w:rsidR="00E00D30" w:rsidRDefault="00E00D30" w:rsidP="00E00D30">
      <w:r>
        <w:t>274.0224</w:t>
      </w:r>
      <w:r>
        <w:tab/>
        <w:t>5.063e0</w:t>
      </w:r>
    </w:p>
    <w:p w:rsidR="00E00D30" w:rsidRDefault="00E00D30" w:rsidP="00E00D30">
      <w:r>
        <w:t>274.0317</w:t>
      </w:r>
      <w:r>
        <w:tab/>
        <w:t>2.025e0</w:t>
      </w:r>
    </w:p>
    <w:p w:rsidR="00E00D30" w:rsidRDefault="00E00D30" w:rsidP="00E00D30">
      <w:r>
        <w:t>274.0339</w:t>
      </w:r>
      <w:r>
        <w:tab/>
        <w:t>2.025e0</w:t>
      </w:r>
    </w:p>
    <w:p w:rsidR="00E00D30" w:rsidRDefault="00E00D30" w:rsidP="00E00D30">
      <w:r>
        <w:t>274.0359</w:t>
      </w:r>
      <w:r>
        <w:tab/>
        <w:t>5.063e0</w:t>
      </w:r>
    </w:p>
    <w:p w:rsidR="00E00D30" w:rsidRDefault="00E00D30" w:rsidP="00E00D30">
      <w:r>
        <w:t>274.0605</w:t>
      </w:r>
      <w:r>
        <w:tab/>
        <w:t>1.013e0</w:t>
      </w:r>
    </w:p>
    <w:p w:rsidR="00E00D30" w:rsidRDefault="00E00D30" w:rsidP="00E00D30">
      <w:r>
        <w:t>274.0651</w:t>
      </w:r>
      <w:r>
        <w:tab/>
        <w:t>1.013e0</w:t>
      </w:r>
    </w:p>
    <w:p w:rsidR="00E00D30" w:rsidRDefault="00E00D30" w:rsidP="00E00D30">
      <w:r>
        <w:t>274.0768</w:t>
      </w:r>
      <w:r>
        <w:tab/>
        <w:t>1.013e0</w:t>
      </w:r>
    </w:p>
    <w:p w:rsidR="00E00D30" w:rsidRDefault="00E00D30" w:rsidP="00E00D30">
      <w:r>
        <w:t>274.0807</w:t>
      </w:r>
      <w:r>
        <w:tab/>
        <w:t>1.013e0</w:t>
      </w:r>
    </w:p>
    <w:p w:rsidR="00E00D30" w:rsidRDefault="00E00D30" w:rsidP="00E00D30">
      <w:r>
        <w:t>274.1037</w:t>
      </w:r>
      <w:r>
        <w:tab/>
        <w:t>1.013e0</w:t>
      </w:r>
    </w:p>
    <w:p w:rsidR="00E00D30" w:rsidRDefault="00E00D30" w:rsidP="00E00D30">
      <w:r>
        <w:t>274.1062</w:t>
      </w:r>
      <w:r>
        <w:tab/>
        <w:t>2.025e0</w:t>
      </w:r>
    </w:p>
    <w:p w:rsidR="00E00D30" w:rsidRDefault="00E00D30" w:rsidP="00E00D30">
      <w:r>
        <w:t>274.1190</w:t>
      </w:r>
      <w:r>
        <w:tab/>
        <w:t>2.025e0</w:t>
      </w:r>
    </w:p>
    <w:p w:rsidR="00E00D30" w:rsidRDefault="00E00D30" w:rsidP="00E00D30">
      <w:r>
        <w:t>274.1262</w:t>
      </w:r>
      <w:r>
        <w:tab/>
        <w:t>1.013e0</w:t>
      </w:r>
    </w:p>
    <w:p w:rsidR="00E00D30" w:rsidRDefault="00E00D30" w:rsidP="00E00D30">
      <w:r>
        <w:t>274.1299</w:t>
      </w:r>
      <w:r>
        <w:tab/>
        <w:t>2.289e0</w:t>
      </w:r>
    </w:p>
    <w:p w:rsidR="00E00D30" w:rsidRDefault="00E00D30" w:rsidP="00E00D30">
      <w:r>
        <w:t>274.1409</w:t>
      </w:r>
      <w:r>
        <w:tab/>
        <w:t>2.025e0</w:t>
      </w:r>
    </w:p>
    <w:p w:rsidR="00E00D30" w:rsidRDefault="00E00D30" w:rsidP="00E00D30">
      <w:r>
        <w:lastRenderedPageBreak/>
        <w:t>274.1514</w:t>
      </w:r>
      <w:r>
        <w:tab/>
        <w:t>1.013e0</w:t>
      </w:r>
    </w:p>
    <w:p w:rsidR="00E00D30" w:rsidRDefault="00E00D30" w:rsidP="00E00D30">
      <w:r>
        <w:t>274.1553</w:t>
      </w:r>
      <w:r>
        <w:tab/>
        <w:t>3.038e0</w:t>
      </w:r>
    </w:p>
    <w:p w:rsidR="00E00D30" w:rsidRDefault="00E00D30" w:rsidP="00E00D30">
      <w:r>
        <w:t>274.1591</w:t>
      </w:r>
      <w:r>
        <w:tab/>
        <w:t>2.025e0</w:t>
      </w:r>
    </w:p>
    <w:p w:rsidR="00E00D30" w:rsidRDefault="00E00D30" w:rsidP="00E00D30">
      <w:r>
        <w:t>274.1847</w:t>
      </w:r>
      <w:r>
        <w:tab/>
        <w:t>6.076e0</w:t>
      </w:r>
    </w:p>
    <w:p w:rsidR="00E00D30" w:rsidRDefault="00E00D30" w:rsidP="00E00D30">
      <w:r>
        <w:t>274.1866</w:t>
      </w:r>
      <w:r>
        <w:tab/>
        <w:t>2.025e0</w:t>
      </w:r>
    </w:p>
    <w:p w:rsidR="00E00D30" w:rsidRDefault="00E00D30" w:rsidP="00E00D30">
      <w:r>
        <w:t>274.1938</w:t>
      </w:r>
      <w:r>
        <w:tab/>
        <w:t>4.051e0</w:t>
      </w:r>
    </w:p>
    <w:p w:rsidR="00E00D30" w:rsidRDefault="00E00D30" w:rsidP="00E00D30">
      <w:r>
        <w:t>274.2026</w:t>
      </w:r>
      <w:r>
        <w:tab/>
        <w:t>3.038e0</w:t>
      </w:r>
    </w:p>
    <w:p w:rsidR="00E00D30" w:rsidRDefault="00E00D30" w:rsidP="00E00D30">
      <w:r>
        <w:t>274.2092</w:t>
      </w:r>
      <w:r>
        <w:tab/>
        <w:t>2.025e0</w:t>
      </w:r>
    </w:p>
    <w:p w:rsidR="00E00D30" w:rsidRDefault="00E00D30" w:rsidP="00E00D30">
      <w:r>
        <w:t>274.2184</w:t>
      </w:r>
      <w:r>
        <w:tab/>
        <w:t>2.025e0</w:t>
      </w:r>
    </w:p>
    <w:p w:rsidR="00E00D30" w:rsidRDefault="00E00D30" w:rsidP="00E00D30">
      <w:r>
        <w:t>274.2522</w:t>
      </w:r>
      <w:r>
        <w:tab/>
        <w:t>1.013e0</w:t>
      </w:r>
    </w:p>
    <w:p w:rsidR="00E00D30" w:rsidRDefault="00E00D30" w:rsidP="00E00D30">
      <w:r>
        <w:t>274.2673</w:t>
      </w:r>
      <w:r>
        <w:tab/>
        <w:t>1.013e0</w:t>
      </w:r>
    </w:p>
    <w:p w:rsidR="00E00D30" w:rsidRDefault="00E00D30" w:rsidP="00E00D30">
      <w:r>
        <w:t>274.2927</w:t>
      </w:r>
      <w:r>
        <w:tab/>
        <w:t>1.013e0</w:t>
      </w:r>
    </w:p>
    <w:p w:rsidR="00E00D30" w:rsidRDefault="00E00D30" w:rsidP="00E00D30">
      <w:r>
        <w:t>274.3027</w:t>
      </w:r>
      <w:r>
        <w:tab/>
        <w:t>1.013e0</w:t>
      </w:r>
    </w:p>
    <w:p w:rsidR="00E00D30" w:rsidRDefault="00E00D30" w:rsidP="00E00D30">
      <w:r>
        <w:t>274.3419</w:t>
      </w:r>
      <w:r>
        <w:tab/>
        <w:t>1.013e0</w:t>
      </w:r>
    </w:p>
    <w:p w:rsidR="00E00D30" w:rsidRDefault="00E00D30" w:rsidP="00E00D30">
      <w:r>
        <w:t>274.3440</w:t>
      </w:r>
      <w:r>
        <w:tab/>
        <w:t>2.025e0</w:t>
      </w:r>
    </w:p>
    <w:p w:rsidR="00E00D30" w:rsidRDefault="00E00D30" w:rsidP="00E00D30">
      <w:r>
        <w:t>274.3633</w:t>
      </w:r>
      <w:r>
        <w:tab/>
        <w:t>1.013e0</w:t>
      </w:r>
    </w:p>
    <w:p w:rsidR="00E00D30" w:rsidRDefault="00E00D30" w:rsidP="00E00D30">
      <w:r>
        <w:t>274.3730</w:t>
      </w:r>
      <w:r>
        <w:tab/>
        <w:t>1.013e0</w:t>
      </w:r>
    </w:p>
    <w:p w:rsidR="00E00D30" w:rsidRDefault="00E00D30" w:rsidP="00E00D30">
      <w:r>
        <w:t>274.3936</w:t>
      </w:r>
      <w:r>
        <w:tab/>
        <w:t>1.013e0</w:t>
      </w:r>
    </w:p>
    <w:p w:rsidR="00E00D30" w:rsidRDefault="00E00D30" w:rsidP="00E00D30">
      <w:r>
        <w:t>274.4125</w:t>
      </w:r>
      <w:r>
        <w:tab/>
        <w:t>1.013e0</w:t>
      </w:r>
    </w:p>
    <w:p w:rsidR="00E00D30" w:rsidRDefault="00E00D30" w:rsidP="00E00D30">
      <w:r>
        <w:lastRenderedPageBreak/>
        <w:t>274.4390</w:t>
      </w:r>
      <w:r>
        <w:tab/>
        <w:t>1.013e0</w:t>
      </w:r>
    </w:p>
    <w:p w:rsidR="00E00D30" w:rsidRDefault="00E00D30" w:rsidP="00E00D30">
      <w:r>
        <w:t>274.4432</w:t>
      </w:r>
      <w:r>
        <w:tab/>
        <w:t>1.013e0</w:t>
      </w:r>
    </w:p>
    <w:p w:rsidR="00E00D30" w:rsidRDefault="00E00D30" w:rsidP="00E00D30">
      <w:r>
        <w:t>274.4905</w:t>
      </w:r>
      <w:r>
        <w:tab/>
        <w:t>1.013e0</w:t>
      </w:r>
    </w:p>
    <w:p w:rsidR="00E00D30" w:rsidRDefault="00E00D30" w:rsidP="00E00D30">
      <w:r>
        <w:t>274.5255</w:t>
      </w:r>
      <w:r>
        <w:tab/>
        <w:t>1.013e0</w:t>
      </w:r>
    </w:p>
    <w:p w:rsidR="00E00D30" w:rsidRDefault="00E00D30" w:rsidP="00E00D30">
      <w:r>
        <w:t>274.5335</w:t>
      </w:r>
      <w:r>
        <w:tab/>
        <w:t>2.025e0</w:t>
      </w:r>
    </w:p>
    <w:p w:rsidR="00E00D30" w:rsidRDefault="00E00D30" w:rsidP="00E00D30">
      <w:r>
        <w:t>274.5569</w:t>
      </w:r>
      <w:r>
        <w:tab/>
        <w:t>1.013e0</w:t>
      </w:r>
    </w:p>
    <w:p w:rsidR="00E00D30" w:rsidRDefault="00E00D30" w:rsidP="00E00D30">
      <w:r>
        <w:t>274.5757</w:t>
      </w:r>
      <w:r>
        <w:tab/>
        <w:t>1.013e0</w:t>
      </w:r>
    </w:p>
    <w:p w:rsidR="00E00D30" w:rsidRDefault="00E00D30" w:rsidP="00E00D30">
      <w:r>
        <w:t>274.5839</w:t>
      </w:r>
      <w:r>
        <w:tab/>
        <w:t>1.013e0</w:t>
      </w:r>
    </w:p>
    <w:p w:rsidR="00E00D30" w:rsidRDefault="00E00D30" w:rsidP="00E00D30">
      <w:r>
        <w:t>274.5915</w:t>
      </w:r>
      <w:r>
        <w:tab/>
        <w:t>5.063e0</w:t>
      </w:r>
    </w:p>
    <w:p w:rsidR="00E00D30" w:rsidRDefault="00E00D30" w:rsidP="00E00D30">
      <w:r>
        <w:t>274.5934</w:t>
      </w:r>
      <w:r>
        <w:tab/>
        <w:t>2.025e0</w:t>
      </w:r>
    </w:p>
    <w:p w:rsidR="00E00D30" w:rsidRDefault="00E00D30" w:rsidP="00E00D30">
      <w:r>
        <w:t>274.6151</w:t>
      </w:r>
      <w:r>
        <w:tab/>
        <w:t>1.013e0</w:t>
      </w:r>
    </w:p>
    <w:p w:rsidR="00E00D30" w:rsidRDefault="00E00D30" w:rsidP="00E00D30">
      <w:r>
        <w:t>274.6230</w:t>
      </w:r>
      <w:r>
        <w:tab/>
        <w:t>1.013e0</w:t>
      </w:r>
    </w:p>
    <w:p w:rsidR="00E00D30" w:rsidRDefault="00E00D30" w:rsidP="00E00D30">
      <w:r>
        <w:t>274.6270</w:t>
      </w:r>
      <w:r>
        <w:tab/>
        <w:t>1.013e0</w:t>
      </w:r>
    </w:p>
    <w:p w:rsidR="00E00D30" w:rsidRDefault="00E00D30" w:rsidP="00E00D30">
      <w:r>
        <w:t>274.6408</w:t>
      </w:r>
      <w:r>
        <w:tab/>
        <w:t>1.013e0</w:t>
      </w:r>
    </w:p>
    <w:p w:rsidR="00E00D30" w:rsidRDefault="00E00D30" w:rsidP="00E00D30">
      <w:r>
        <w:t>274.6460</w:t>
      </w:r>
      <w:r>
        <w:tab/>
        <w:t>2.025e0</w:t>
      </w:r>
    </w:p>
    <w:p w:rsidR="00E00D30" w:rsidRDefault="00E00D30" w:rsidP="00E00D30">
      <w:r>
        <w:t>274.6542</w:t>
      </w:r>
      <w:r>
        <w:tab/>
        <w:t>1.013e0</w:t>
      </w:r>
    </w:p>
    <w:p w:rsidR="00E00D30" w:rsidRDefault="00E00D30" w:rsidP="00E00D30">
      <w:r>
        <w:t>274.6627</w:t>
      </w:r>
      <w:r>
        <w:tab/>
        <w:t>1.013e0</w:t>
      </w:r>
    </w:p>
    <w:p w:rsidR="00E00D30" w:rsidRDefault="00E00D30" w:rsidP="00E00D30">
      <w:r>
        <w:t>274.6763</w:t>
      </w:r>
      <w:r>
        <w:tab/>
        <w:t>1.013e0</w:t>
      </w:r>
    </w:p>
    <w:p w:rsidR="00E00D30" w:rsidRDefault="00E00D30" w:rsidP="00E00D30">
      <w:r>
        <w:t>274.6975</w:t>
      </w:r>
      <w:r>
        <w:tab/>
        <w:t>2.025e0</w:t>
      </w:r>
    </w:p>
    <w:p w:rsidR="00E00D30" w:rsidRDefault="00E00D30" w:rsidP="00E00D30">
      <w:r>
        <w:lastRenderedPageBreak/>
        <w:t>274.7370</w:t>
      </w:r>
      <w:r>
        <w:tab/>
        <w:t>1.013e0</w:t>
      </w:r>
    </w:p>
    <w:p w:rsidR="00E00D30" w:rsidRDefault="00E00D30" w:rsidP="00E00D30">
      <w:r>
        <w:t>274.7424</w:t>
      </w:r>
      <w:r>
        <w:tab/>
        <w:t>1.013e0</w:t>
      </w:r>
    </w:p>
    <w:p w:rsidR="00E00D30" w:rsidRDefault="00E00D30" w:rsidP="00E00D30">
      <w:r>
        <w:t>274.7638</w:t>
      </w:r>
      <w:r>
        <w:tab/>
        <w:t>1.013e0</w:t>
      </w:r>
    </w:p>
    <w:p w:rsidR="00E00D30" w:rsidRDefault="00E00D30" w:rsidP="00E00D30">
      <w:r>
        <w:t>274.7868</w:t>
      </w:r>
      <w:r>
        <w:tab/>
        <w:t>1.013e0</w:t>
      </w:r>
    </w:p>
    <w:p w:rsidR="00E00D30" w:rsidRDefault="00E00D30" w:rsidP="00E00D30">
      <w:r>
        <w:t>274.7948</w:t>
      </w:r>
      <w:r>
        <w:tab/>
        <w:t>1.013e0</w:t>
      </w:r>
    </w:p>
    <w:p w:rsidR="00E00D30" w:rsidRDefault="00E00D30" w:rsidP="00E00D30">
      <w:r>
        <w:t>274.7988</w:t>
      </w:r>
      <w:r>
        <w:tab/>
        <w:t>1.013e0</w:t>
      </w:r>
    </w:p>
    <w:p w:rsidR="00E00D30" w:rsidRDefault="00E00D30" w:rsidP="00E00D30">
      <w:r>
        <w:t>274.8131</w:t>
      </w:r>
      <w:r>
        <w:tab/>
        <w:t>1.013e0</w:t>
      </w:r>
    </w:p>
    <w:p w:rsidR="00E00D30" w:rsidRDefault="00E00D30" w:rsidP="00E00D30">
      <w:r>
        <w:t>274.8345</w:t>
      </w:r>
      <w:r>
        <w:tab/>
        <w:t>1.013e0</w:t>
      </w:r>
    </w:p>
    <w:p w:rsidR="00E00D30" w:rsidRDefault="00E00D30" w:rsidP="00E00D30">
      <w:r>
        <w:t>274.8380</w:t>
      </w:r>
      <w:r>
        <w:tab/>
        <w:t>1.013e0</w:t>
      </w:r>
    </w:p>
    <w:p w:rsidR="00E00D30" w:rsidRDefault="00E00D30" w:rsidP="00E00D30">
      <w:r>
        <w:t>274.8535</w:t>
      </w:r>
      <w:r>
        <w:tab/>
        <w:t>1.013e0</w:t>
      </w:r>
    </w:p>
    <w:p w:rsidR="00E00D30" w:rsidRDefault="00E00D30" w:rsidP="00E00D30">
      <w:r>
        <w:t>274.8571</w:t>
      </w:r>
      <w:r>
        <w:tab/>
        <w:t>1.013e0</w:t>
      </w:r>
    </w:p>
    <w:p w:rsidR="00E00D30" w:rsidRDefault="00E00D30" w:rsidP="00E00D30">
      <w:r>
        <w:t>274.8656</w:t>
      </w:r>
      <w:r>
        <w:tab/>
        <w:t>1.013e0</w:t>
      </w:r>
    </w:p>
    <w:p w:rsidR="00E00D30" w:rsidRDefault="00E00D30" w:rsidP="00E00D30">
      <w:r>
        <w:t>274.8922</w:t>
      </w:r>
      <w:r>
        <w:tab/>
        <w:t>1.013e0</w:t>
      </w:r>
    </w:p>
    <w:p w:rsidR="00E00D30" w:rsidRDefault="00E00D30" w:rsidP="00E00D30">
      <w:r>
        <w:t>274.8964</w:t>
      </w:r>
      <w:r>
        <w:tab/>
        <w:t>1.013e0</w:t>
      </w:r>
    </w:p>
    <w:p w:rsidR="00E00D30" w:rsidRDefault="00E00D30" w:rsidP="00E00D30">
      <w:r>
        <w:t>274.9005</w:t>
      </w:r>
      <w:r>
        <w:tab/>
        <w:t>1.013e0</w:t>
      </w:r>
    </w:p>
    <w:p w:rsidR="00E00D30" w:rsidRDefault="00E00D30" w:rsidP="00E00D30">
      <w:r>
        <w:t>274.9142</w:t>
      </w:r>
      <w:r>
        <w:tab/>
        <w:t>1.013e0</w:t>
      </w:r>
    </w:p>
    <w:p w:rsidR="00E00D30" w:rsidRDefault="00E00D30" w:rsidP="00E00D30">
      <w:r>
        <w:t>274.9491</w:t>
      </w:r>
      <w:r>
        <w:tab/>
        <w:t>1.013e0</w:t>
      </w:r>
    </w:p>
    <w:p w:rsidR="00E00D30" w:rsidRDefault="00E00D30" w:rsidP="00E00D30">
      <w:r>
        <w:t>274.9711</w:t>
      </w:r>
      <w:r>
        <w:tab/>
        <w:t>1.013e0</w:t>
      </w:r>
    </w:p>
    <w:p w:rsidR="00E00D30" w:rsidRDefault="00E00D30" w:rsidP="00E00D30">
      <w:r>
        <w:t>274.9845</w:t>
      </w:r>
      <w:r>
        <w:tab/>
        <w:t>1.013e0</w:t>
      </w:r>
    </w:p>
    <w:p w:rsidR="00E00D30" w:rsidRDefault="00E00D30" w:rsidP="00E00D30">
      <w:r>
        <w:lastRenderedPageBreak/>
        <w:t>275.0146</w:t>
      </w:r>
      <w:r>
        <w:tab/>
        <w:t>6.076e0</w:t>
      </w:r>
    </w:p>
    <w:p w:rsidR="00E00D30" w:rsidRDefault="00E00D30" w:rsidP="00E00D30">
      <w:r>
        <w:t>275.0310</w:t>
      </w:r>
      <w:r>
        <w:tab/>
        <w:t>2.025e0</w:t>
      </w:r>
    </w:p>
    <w:p w:rsidR="00E00D30" w:rsidRDefault="00E00D30" w:rsidP="00E00D30">
      <w:r>
        <w:t>275.0371</w:t>
      </w:r>
      <w:r>
        <w:tab/>
        <w:t>9.146e0</w:t>
      </w:r>
    </w:p>
    <w:p w:rsidR="00E00D30" w:rsidRDefault="00E00D30" w:rsidP="00E00D30">
      <w:r>
        <w:t>275.0394</w:t>
      </w:r>
      <w:r>
        <w:tab/>
        <w:t>2.025e0</w:t>
      </w:r>
    </w:p>
    <w:p w:rsidR="00E00D30" w:rsidRDefault="00E00D30" w:rsidP="00E00D30">
      <w:r>
        <w:t>275.0414</w:t>
      </w:r>
      <w:r>
        <w:tab/>
        <w:t>1.013e0</w:t>
      </w:r>
    </w:p>
    <w:p w:rsidR="00E00D30" w:rsidRDefault="00E00D30" w:rsidP="00E00D30">
      <w:r>
        <w:t>275.0553</w:t>
      </w:r>
      <w:r>
        <w:tab/>
        <w:t>1.013e0</w:t>
      </w:r>
    </w:p>
    <w:p w:rsidR="00E00D30" w:rsidRDefault="00E00D30" w:rsidP="00E00D30">
      <w:r>
        <w:t>275.0604</w:t>
      </w:r>
      <w:r>
        <w:tab/>
        <w:t>1.013e0</w:t>
      </w:r>
    </w:p>
    <w:p w:rsidR="00E00D30" w:rsidRDefault="00E00D30" w:rsidP="00E00D30">
      <w:r>
        <w:t>275.0722</w:t>
      </w:r>
      <w:r>
        <w:tab/>
        <w:t>1.013e0</w:t>
      </w:r>
    </w:p>
    <w:p w:rsidR="00E00D30" w:rsidRDefault="00E00D30" w:rsidP="00E00D30">
      <w:r>
        <w:t>275.0789</w:t>
      </w:r>
      <w:r>
        <w:tab/>
        <w:t>2.025e0</w:t>
      </w:r>
    </w:p>
    <w:p w:rsidR="00E00D30" w:rsidRDefault="00E00D30" w:rsidP="00E00D30">
      <w:r>
        <w:t>275.0920</w:t>
      </w:r>
      <w:r>
        <w:tab/>
        <w:t>2.025e0</w:t>
      </w:r>
    </w:p>
    <w:p w:rsidR="00E00D30" w:rsidRDefault="00E00D30" w:rsidP="00E00D30">
      <w:r>
        <w:t>275.1053</w:t>
      </w:r>
      <w:r>
        <w:tab/>
        <w:t>2.025e0</w:t>
      </w:r>
    </w:p>
    <w:p w:rsidR="00E00D30" w:rsidRDefault="00E00D30" w:rsidP="00E00D30">
      <w:r>
        <w:t>275.1117</w:t>
      </w:r>
      <w:r>
        <w:tab/>
        <w:t>1.013e0</w:t>
      </w:r>
    </w:p>
    <w:p w:rsidR="00E00D30" w:rsidRDefault="00E00D30" w:rsidP="00E00D30">
      <w:r>
        <w:t>275.1161</w:t>
      </w:r>
      <w:r>
        <w:tab/>
        <w:t>1.013e0</w:t>
      </w:r>
    </w:p>
    <w:p w:rsidR="00E00D30" w:rsidRDefault="00E00D30" w:rsidP="00E00D30">
      <w:r>
        <w:t>275.1212</w:t>
      </w:r>
      <w:r>
        <w:tab/>
        <w:t>1.013e0</w:t>
      </w:r>
    </w:p>
    <w:p w:rsidR="00E00D30" w:rsidRDefault="00E00D30" w:rsidP="00E00D30">
      <w:r>
        <w:t>275.1346</w:t>
      </w:r>
      <w:r>
        <w:tab/>
        <w:t>2.025e0</w:t>
      </w:r>
    </w:p>
    <w:p w:rsidR="00E00D30" w:rsidRDefault="00E00D30" w:rsidP="00E00D30">
      <w:r>
        <w:t>275.1386</w:t>
      </w:r>
      <w:r>
        <w:tab/>
        <w:t>2.025e0</w:t>
      </w:r>
    </w:p>
    <w:p w:rsidR="00E00D30" w:rsidRDefault="00E00D30" w:rsidP="00E00D30">
      <w:r>
        <w:t>275.1487</w:t>
      </w:r>
      <w:r>
        <w:tab/>
        <w:t>2.025e0</w:t>
      </w:r>
    </w:p>
    <w:p w:rsidR="00E00D30" w:rsidRDefault="00E00D30" w:rsidP="00E00D30">
      <w:r>
        <w:t>275.1514</w:t>
      </w:r>
      <w:r>
        <w:tab/>
        <w:t>1.013e0</w:t>
      </w:r>
    </w:p>
    <w:p w:rsidR="00E00D30" w:rsidRDefault="00E00D30" w:rsidP="00E00D30">
      <w:r>
        <w:t>275.1524</w:t>
      </w:r>
      <w:r>
        <w:tab/>
        <w:t>2.025e0</w:t>
      </w:r>
    </w:p>
    <w:p w:rsidR="00E00D30" w:rsidRDefault="00E00D30" w:rsidP="00E00D30">
      <w:r>
        <w:lastRenderedPageBreak/>
        <w:t>275.1656</w:t>
      </w:r>
      <w:r>
        <w:tab/>
        <w:t>1.013e0</w:t>
      </w:r>
    </w:p>
    <w:p w:rsidR="00E00D30" w:rsidRDefault="00E00D30" w:rsidP="00E00D30">
      <w:r>
        <w:t>275.1685</w:t>
      </w:r>
      <w:r>
        <w:tab/>
        <w:t>3.038e0</w:t>
      </w:r>
    </w:p>
    <w:p w:rsidR="00E00D30" w:rsidRDefault="00E00D30" w:rsidP="00E00D30">
      <w:r>
        <w:t>275.1823</w:t>
      </w:r>
      <w:r>
        <w:tab/>
        <w:t>1.013e0</w:t>
      </w:r>
    </w:p>
    <w:p w:rsidR="00E00D30" w:rsidRDefault="00E00D30" w:rsidP="00E00D30">
      <w:r>
        <w:t>275.1971</w:t>
      </w:r>
      <w:r>
        <w:tab/>
        <w:t>1.013e0</w:t>
      </w:r>
    </w:p>
    <w:p w:rsidR="00E00D30" w:rsidRDefault="00E00D30" w:rsidP="00E00D30">
      <w:r>
        <w:t>275.2090</w:t>
      </w:r>
      <w:r>
        <w:tab/>
        <w:t>1.013e0</w:t>
      </w:r>
    </w:p>
    <w:p w:rsidR="00E00D30" w:rsidRDefault="00E00D30" w:rsidP="00E00D30">
      <w:r>
        <w:t>275.2442</w:t>
      </w:r>
      <w:r>
        <w:tab/>
        <w:t>1.013e0</w:t>
      </w:r>
    </w:p>
    <w:p w:rsidR="00E00D30" w:rsidRDefault="00E00D30" w:rsidP="00E00D30">
      <w:r>
        <w:t>275.2479</w:t>
      </w:r>
      <w:r>
        <w:tab/>
        <w:t>1.013e0</w:t>
      </w:r>
    </w:p>
    <w:p w:rsidR="00E00D30" w:rsidRDefault="00E00D30" w:rsidP="00E00D30">
      <w:r>
        <w:t>275.2578</w:t>
      </w:r>
      <w:r>
        <w:tab/>
        <w:t>4.051e0</w:t>
      </w:r>
    </w:p>
    <w:p w:rsidR="00E00D30" w:rsidRDefault="00E00D30" w:rsidP="00E00D30">
      <w:r>
        <w:t>275.2932</w:t>
      </w:r>
      <w:r>
        <w:tab/>
        <w:t>1.013e0</w:t>
      </w:r>
    </w:p>
    <w:p w:rsidR="00E00D30" w:rsidRDefault="00E00D30" w:rsidP="00E00D30">
      <w:r>
        <w:t>275.2985</w:t>
      </w:r>
      <w:r>
        <w:tab/>
        <w:t>2.025e0</w:t>
      </w:r>
    </w:p>
    <w:p w:rsidR="00E00D30" w:rsidRDefault="00E00D30" w:rsidP="00E00D30">
      <w:r>
        <w:t>275.3235</w:t>
      </w:r>
      <w:r>
        <w:tab/>
        <w:t>1.013e0</w:t>
      </w:r>
    </w:p>
    <w:p w:rsidR="00E00D30" w:rsidRDefault="00E00D30" w:rsidP="00E00D30">
      <w:r>
        <w:t>275.3415</w:t>
      </w:r>
      <w:r>
        <w:tab/>
        <w:t>1.013e0</w:t>
      </w:r>
    </w:p>
    <w:p w:rsidR="00E00D30" w:rsidRDefault="00E00D30" w:rsidP="00E00D30">
      <w:r>
        <w:t>275.3540</w:t>
      </w:r>
      <w:r>
        <w:tab/>
        <w:t>1.013e0</w:t>
      </w:r>
    </w:p>
    <w:p w:rsidR="00E00D30" w:rsidRDefault="00E00D30" w:rsidP="00E00D30">
      <w:r>
        <w:t>275.3840</w:t>
      </w:r>
      <w:r>
        <w:tab/>
        <w:t>2.025e0</w:t>
      </w:r>
    </w:p>
    <w:p w:rsidR="00E00D30" w:rsidRDefault="00E00D30" w:rsidP="00E00D30">
      <w:r>
        <w:t>275.3894</w:t>
      </w:r>
      <w:r>
        <w:tab/>
        <w:t>1.013e0</w:t>
      </w:r>
    </w:p>
    <w:p w:rsidR="00E00D30" w:rsidRDefault="00E00D30" w:rsidP="00E00D30">
      <w:r>
        <w:t>275.3945</w:t>
      </w:r>
      <w:r>
        <w:tab/>
        <w:t>1.013e0</w:t>
      </w:r>
    </w:p>
    <w:p w:rsidR="00E00D30" w:rsidRDefault="00E00D30" w:rsidP="00E00D30">
      <w:r>
        <w:t>275.4119</w:t>
      </w:r>
      <w:r>
        <w:tab/>
        <w:t>2.025e0</w:t>
      </w:r>
    </w:p>
    <w:p w:rsidR="00E00D30" w:rsidRDefault="00E00D30" w:rsidP="00E00D30">
      <w:r>
        <w:t>275.4249</w:t>
      </w:r>
      <w:r>
        <w:tab/>
        <w:t>1.013e0</w:t>
      </w:r>
    </w:p>
    <w:p w:rsidR="00E00D30" w:rsidRDefault="00E00D30" w:rsidP="00E00D30">
      <w:r>
        <w:t>275.4330</w:t>
      </w:r>
      <w:r>
        <w:tab/>
        <w:t>2.025e0</w:t>
      </w:r>
    </w:p>
    <w:p w:rsidR="00E00D30" w:rsidRDefault="00E00D30" w:rsidP="00E00D30">
      <w:r>
        <w:lastRenderedPageBreak/>
        <w:t>275.4784</w:t>
      </w:r>
      <w:r>
        <w:tab/>
        <w:t>1.013e0</w:t>
      </w:r>
    </w:p>
    <w:p w:rsidR="00E00D30" w:rsidRDefault="00E00D30" w:rsidP="00E00D30">
      <w:r>
        <w:t>275.5057</w:t>
      </w:r>
      <w:r>
        <w:tab/>
        <w:t>1.013e0</w:t>
      </w:r>
    </w:p>
    <w:p w:rsidR="00E00D30" w:rsidRDefault="00E00D30" w:rsidP="00E00D30">
      <w:r>
        <w:t>275.5177</w:t>
      </w:r>
      <w:r>
        <w:tab/>
        <w:t>1.013e0</w:t>
      </w:r>
    </w:p>
    <w:p w:rsidR="00E00D30" w:rsidRDefault="00E00D30" w:rsidP="00E00D30">
      <w:r>
        <w:t>275.5311</w:t>
      </w:r>
      <w:r>
        <w:tab/>
        <w:t>1.013e0</w:t>
      </w:r>
    </w:p>
    <w:p w:rsidR="00E00D30" w:rsidRDefault="00E00D30" w:rsidP="00E00D30">
      <w:r>
        <w:t>275.5840</w:t>
      </w:r>
      <w:r>
        <w:tab/>
        <w:t>1.013e0</w:t>
      </w:r>
    </w:p>
    <w:p w:rsidR="00E00D30" w:rsidRDefault="00E00D30" w:rsidP="00E00D30">
      <w:r>
        <w:t>275.6074</w:t>
      </w:r>
      <w:r>
        <w:tab/>
        <w:t>2.025e0</w:t>
      </w:r>
    </w:p>
    <w:p w:rsidR="00E00D30" w:rsidRDefault="00E00D30" w:rsidP="00E00D30">
      <w:r>
        <w:t>275.6197</w:t>
      </w:r>
      <w:r>
        <w:tab/>
        <w:t>2.025e0</w:t>
      </w:r>
    </w:p>
    <w:p w:rsidR="00E00D30" w:rsidRDefault="00E00D30" w:rsidP="00E00D30">
      <w:r>
        <w:t>275.6278</w:t>
      </w:r>
      <w:r>
        <w:tab/>
        <w:t>1.013e0</w:t>
      </w:r>
    </w:p>
    <w:p w:rsidR="00E00D30" w:rsidRDefault="00E00D30" w:rsidP="00E00D30">
      <w:r>
        <w:t>275.6376</w:t>
      </w:r>
      <w:r>
        <w:tab/>
        <w:t>1.013e0</w:t>
      </w:r>
    </w:p>
    <w:p w:rsidR="00E00D30" w:rsidRDefault="00E00D30" w:rsidP="00E00D30">
      <w:r>
        <w:t>275.6679</w:t>
      </w:r>
      <w:r>
        <w:tab/>
        <w:t>1.013e0</w:t>
      </w:r>
    </w:p>
    <w:p w:rsidR="00E00D30" w:rsidRDefault="00E00D30" w:rsidP="00E00D30">
      <w:r>
        <w:t>275.6856</w:t>
      </w:r>
      <w:r>
        <w:tab/>
        <w:t>1.013e0</w:t>
      </w:r>
    </w:p>
    <w:p w:rsidR="00E00D30" w:rsidRDefault="00E00D30" w:rsidP="00E00D30">
      <w:r>
        <w:t>275.6934</w:t>
      </w:r>
      <w:r>
        <w:tab/>
        <w:t>1.013e0</w:t>
      </w:r>
    </w:p>
    <w:p w:rsidR="00E00D30" w:rsidRDefault="00E00D30" w:rsidP="00E00D30">
      <w:r>
        <w:t>275.6984</w:t>
      </w:r>
      <w:r>
        <w:tab/>
        <w:t>1.013e0</w:t>
      </w:r>
    </w:p>
    <w:p w:rsidR="00E00D30" w:rsidRDefault="00E00D30" w:rsidP="00E00D30">
      <w:r>
        <w:t>275.7167</w:t>
      </w:r>
      <w:r>
        <w:tab/>
        <w:t>1.013e0</w:t>
      </w:r>
    </w:p>
    <w:p w:rsidR="00E00D30" w:rsidRDefault="00E00D30" w:rsidP="00E00D30">
      <w:r>
        <w:t>275.7347</w:t>
      </w:r>
      <w:r>
        <w:tab/>
        <w:t>2.025e0</w:t>
      </w:r>
    </w:p>
    <w:p w:rsidR="00E00D30" w:rsidRDefault="00E00D30" w:rsidP="00E00D30">
      <w:r>
        <w:t>275.7479</w:t>
      </w:r>
      <w:r>
        <w:tab/>
        <w:t>1.013e0</w:t>
      </w:r>
    </w:p>
    <w:p w:rsidR="00E00D30" w:rsidRDefault="00E00D30" w:rsidP="00E00D30">
      <w:r>
        <w:t>275.7748</w:t>
      </w:r>
      <w:r>
        <w:tab/>
        <w:t>1.013e0</w:t>
      </w:r>
    </w:p>
    <w:p w:rsidR="00E00D30" w:rsidRDefault="00E00D30" w:rsidP="00E00D30">
      <w:r>
        <w:t>275.7834</w:t>
      </w:r>
      <w:r>
        <w:tab/>
        <w:t>1.013e0</w:t>
      </w:r>
    </w:p>
    <w:p w:rsidR="00E00D30" w:rsidRDefault="00E00D30" w:rsidP="00E00D30">
      <w:r>
        <w:t>275.7910</w:t>
      </w:r>
      <w:r>
        <w:tab/>
        <w:t>1.013e0</w:t>
      </w:r>
    </w:p>
    <w:p w:rsidR="00E00D30" w:rsidRDefault="00E00D30" w:rsidP="00E00D30">
      <w:r>
        <w:lastRenderedPageBreak/>
        <w:t>275.8094</w:t>
      </w:r>
      <w:r>
        <w:tab/>
        <w:t>2.025e0</w:t>
      </w:r>
    </w:p>
    <w:p w:rsidR="00E00D30" w:rsidRDefault="00E00D30" w:rsidP="00E00D30">
      <w:r>
        <w:t>275.8264</w:t>
      </w:r>
      <w:r>
        <w:tab/>
        <w:t>1.013e0</w:t>
      </w:r>
    </w:p>
    <w:p w:rsidR="00E00D30" w:rsidRDefault="00E00D30" w:rsidP="00E00D30">
      <w:r>
        <w:t>275.8327</w:t>
      </w:r>
      <w:r>
        <w:tab/>
        <w:t>3.038e0</w:t>
      </w:r>
    </w:p>
    <w:p w:rsidR="00E00D30" w:rsidRDefault="00E00D30" w:rsidP="00E00D30">
      <w:r>
        <w:t>275.8495</w:t>
      </w:r>
      <w:r>
        <w:tab/>
        <w:t>2.025e0</w:t>
      </w:r>
    </w:p>
    <w:p w:rsidR="00E00D30" w:rsidRDefault="00E00D30" w:rsidP="00E00D30">
      <w:r>
        <w:t>275.9197</w:t>
      </w:r>
      <w:r>
        <w:tab/>
        <w:t>1.013e0</w:t>
      </w:r>
    </w:p>
    <w:p w:rsidR="00E00D30" w:rsidRDefault="00E00D30" w:rsidP="00E00D30">
      <w:r>
        <w:t>275.9278</w:t>
      </w:r>
      <w:r>
        <w:tab/>
        <w:t>1.013e0</w:t>
      </w:r>
    </w:p>
    <w:p w:rsidR="00E00D30" w:rsidRDefault="00E00D30" w:rsidP="00E00D30">
      <w:r>
        <w:t>275.9317</w:t>
      </w:r>
      <w:r>
        <w:tab/>
        <w:t>1.013e0</w:t>
      </w:r>
    </w:p>
    <w:p w:rsidR="00E00D30" w:rsidRDefault="00E00D30" w:rsidP="00E00D30">
      <w:r>
        <w:t>275.9469</w:t>
      </w:r>
      <w:r>
        <w:tab/>
        <w:t>1.013e0</w:t>
      </w:r>
    </w:p>
    <w:p w:rsidR="00E00D30" w:rsidRDefault="00E00D30" w:rsidP="00E00D30">
      <w:r>
        <w:t>275.9487</w:t>
      </w:r>
      <w:r>
        <w:tab/>
        <w:t>2.025e0</w:t>
      </w:r>
    </w:p>
    <w:p w:rsidR="00E00D30" w:rsidRDefault="00E00D30" w:rsidP="00E00D30">
      <w:r>
        <w:t>275.9592</w:t>
      </w:r>
      <w:r>
        <w:tab/>
        <w:t>1.013e0</w:t>
      </w:r>
    </w:p>
    <w:p w:rsidR="00E00D30" w:rsidRDefault="00E00D30" w:rsidP="00E00D30">
      <w:r>
        <w:t>275.9628</w:t>
      </w:r>
      <w:r>
        <w:tab/>
        <w:t>7.089e0</w:t>
      </w:r>
    </w:p>
    <w:p w:rsidR="00E00D30" w:rsidRDefault="00E00D30" w:rsidP="00E00D30">
      <w:r>
        <w:t>275.9671</w:t>
      </w:r>
      <w:r>
        <w:tab/>
        <w:t>2.025e0</w:t>
      </w:r>
    </w:p>
    <w:p w:rsidR="00E00D30" w:rsidRDefault="00E00D30" w:rsidP="00E00D30">
      <w:r>
        <w:t>275.9751</w:t>
      </w:r>
      <w:r>
        <w:tab/>
        <w:t>8.101e0</w:t>
      </w:r>
    </w:p>
    <w:p w:rsidR="00E00D30" w:rsidRDefault="00E00D30" w:rsidP="00E00D30">
      <w:r>
        <w:t>275.9829</w:t>
      </w:r>
      <w:r>
        <w:tab/>
        <w:t>2.025e0</w:t>
      </w:r>
    </w:p>
    <w:p w:rsidR="00E00D30" w:rsidRDefault="00E00D30" w:rsidP="00E00D30">
      <w:r>
        <w:t>275.9852</w:t>
      </w:r>
      <w:r>
        <w:tab/>
        <w:t>3.038e0</w:t>
      </w:r>
    </w:p>
    <w:p w:rsidR="00E00D30" w:rsidRDefault="00E00D30" w:rsidP="00E00D30">
      <w:r>
        <w:t>275.9901</w:t>
      </w:r>
      <w:r>
        <w:tab/>
        <w:t>1.013e0</w:t>
      </w:r>
    </w:p>
    <w:p w:rsidR="00E00D30" w:rsidRDefault="00E00D30" w:rsidP="00E00D30">
      <w:r>
        <w:t>276.0234</w:t>
      </w:r>
      <w:r>
        <w:tab/>
        <w:t>2.025e0</w:t>
      </w:r>
    </w:p>
    <w:p w:rsidR="00E00D30" w:rsidRDefault="00E00D30" w:rsidP="00E00D30">
      <w:r>
        <w:t>276.0253</w:t>
      </w:r>
      <w:r>
        <w:tab/>
        <w:t>4.051e0</w:t>
      </w:r>
    </w:p>
    <w:p w:rsidR="00E00D30" w:rsidRDefault="00E00D30" w:rsidP="00E00D30">
      <w:r>
        <w:t>276.0291</w:t>
      </w:r>
      <w:r>
        <w:tab/>
        <w:t>2.840e0</w:t>
      </w:r>
    </w:p>
    <w:p w:rsidR="00E00D30" w:rsidRDefault="00E00D30" w:rsidP="00E00D30">
      <w:r>
        <w:lastRenderedPageBreak/>
        <w:t>276.0328</w:t>
      </w:r>
      <w:r>
        <w:tab/>
        <w:t>2.025e0</w:t>
      </w:r>
    </w:p>
    <w:p w:rsidR="00E00D30" w:rsidRDefault="00E00D30" w:rsidP="00E00D30">
      <w:r>
        <w:t>276.0402</w:t>
      </w:r>
      <w:r>
        <w:tab/>
        <w:t>5.063e0</w:t>
      </w:r>
    </w:p>
    <w:p w:rsidR="00E00D30" w:rsidRDefault="00E00D30" w:rsidP="00E00D30">
      <w:r>
        <w:t>276.0491</w:t>
      </w:r>
      <w:r>
        <w:tab/>
        <w:t>2.025e0</w:t>
      </w:r>
    </w:p>
    <w:p w:rsidR="00E00D30" w:rsidRDefault="00E00D30" w:rsidP="00E00D30">
      <w:r>
        <w:t>276.0541</w:t>
      </w:r>
      <w:r>
        <w:tab/>
        <w:t>3.038e0</w:t>
      </w:r>
    </w:p>
    <w:p w:rsidR="00E00D30" w:rsidRDefault="00E00D30" w:rsidP="00E00D30">
      <w:r>
        <w:t>276.0567</w:t>
      </w:r>
      <w:r>
        <w:tab/>
        <w:t>1.013e0</w:t>
      </w:r>
    </w:p>
    <w:p w:rsidR="00E00D30" w:rsidRDefault="00E00D30" w:rsidP="00E00D30">
      <w:r>
        <w:t>276.0668</w:t>
      </w:r>
      <w:r>
        <w:tab/>
        <w:t>2.025e0</w:t>
      </w:r>
    </w:p>
    <w:p w:rsidR="00E00D30" w:rsidRDefault="00E00D30" w:rsidP="00E00D30">
      <w:r>
        <w:t>276.0685</w:t>
      </w:r>
      <w:r>
        <w:tab/>
        <w:t>1.013e0</w:t>
      </w:r>
    </w:p>
    <w:p w:rsidR="00E00D30" w:rsidRDefault="00E00D30" w:rsidP="00E00D30">
      <w:r>
        <w:t>276.0735</w:t>
      </w:r>
      <w:r>
        <w:tab/>
        <w:t>1.013e0</w:t>
      </w:r>
    </w:p>
    <w:p w:rsidR="00E00D30" w:rsidRDefault="00E00D30" w:rsidP="00E00D30">
      <w:r>
        <w:t>276.0879</w:t>
      </w:r>
      <w:r>
        <w:tab/>
        <w:t>1.013e0</w:t>
      </w:r>
    </w:p>
    <w:p w:rsidR="00E00D30" w:rsidRDefault="00E00D30" w:rsidP="00E00D30">
      <w:r>
        <w:t>276.1143</w:t>
      </w:r>
      <w:r>
        <w:tab/>
        <w:t>1.013e0</w:t>
      </w:r>
    </w:p>
    <w:p w:rsidR="00E00D30" w:rsidRDefault="00E00D30" w:rsidP="00E00D30">
      <w:r>
        <w:t>276.1193</w:t>
      </w:r>
      <w:r>
        <w:tab/>
        <w:t>1.013e0</w:t>
      </w:r>
    </w:p>
    <w:p w:rsidR="00E00D30" w:rsidRDefault="00E00D30" w:rsidP="00E00D30">
      <w:r>
        <w:t>276.1451</w:t>
      </w:r>
      <w:r>
        <w:tab/>
        <w:t>1.013e0</w:t>
      </w:r>
    </w:p>
    <w:p w:rsidR="00E00D30" w:rsidRDefault="00E00D30" w:rsidP="00E00D30">
      <w:r>
        <w:t>276.1498</w:t>
      </w:r>
      <w:r>
        <w:tab/>
        <w:t>1.013e0</w:t>
      </w:r>
    </w:p>
    <w:p w:rsidR="00E00D30" w:rsidRDefault="00E00D30" w:rsidP="00E00D30">
      <w:r>
        <w:t>276.1573</w:t>
      </w:r>
      <w:r>
        <w:tab/>
        <w:t>2.025e0</w:t>
      </w:r>
    </w:p>
    <w:p w:rsidR="00E00D30" w:rsidRDefault="00E00D30" w:rsidP="00E00D30">
      <w:r>
        <w:t>276.1703</w:t>
      </w:r>
      <w:r>
        <w:tab/>
        <w:t>1.013e0</w:t>
      </w:r>
    </w:p>
    <w:p w:rsidR="00E00D30" w:rsidRDefault="00E00D30" w:rsidP="00E00D30">
      <w:r>
        <w:t>276.1750</w:t>
      </w:r>
      <w:r>
        <w:tab/>
        <w:t>1.013e0</w:t>
      </w:r>
    </w:p>
    <w:p w:rsidR="00E00D30" w:rsidRDefault="00E00D30" w:rsidP="00E00D30">
      <w:r>
        <w:t>276.1800</w:t>
      </w:r>
      <w:r>
        <w:tab/>
        <w:t>2.025e0</w:t>
      </w:r>
    </w:p>
    <w:p w:rsidR="00E00D30" w:rsidRDefault="00E00D30" w:rsidP="00E00D30">
      <w:r>
        <w:t>276.1880</w:t>
      </w:r>
      <w:r>
        <w:tab/>
        <w:t>2.025e0</w:t>
      </w:r>
    </w:p>
    <w:p w:rsidR="00E00D30" w:rsidRDefault="00E00D30" w:rsidP="00E00D30">
      <w:r>
        <w:t>276.1954</w:t>
      </w:r>
      <w:r>
        <w:tab/>
        <w:t>2.025e0</w:t>
      </w:r>
    </w:p>
    <w:p w:rsidR="00E00D30" w:rsidRDefault="00E00D30" w:rsidP="00E00D30">
      <w:r>
        <w:lastRenderedPageBreak/>
        <w:t>276.2016</w:t>
      </w:r>
      <w:r>
        <w:tab/>
        <w:t>1.013e0</w:t>
      </w:r>
    </w:p>
    <w:p w:rsidR="00E00D30" w:rsidRDefault="00E00D30" w:rsidP="00E00D30">
      <w:r>
        <w:t>276.2060</w:t>
      </w:r>
      <w:r>
        <w:tab/>
        <w:t>1.013e0</w:t>
      </w:r>
    </w:p>
    <w:p w:rsidR="00E00D30" w:rsidRDefault="00E00D30" w:rsidP="00E00D30">
      <w:r>
        <w:t>276.2169</w:t>
      </w:r>
      <w:r>
        <w:tab/>
        <w:t>2.025e0</w:t>
      </w:r>
    </w:p>
    <w:p w:rsidR="00E00D30" w:rsidRDefault="00E00D30" w:rsidP="00E00D30">
      <w:r>
        <w:t>276.2246</w:t>
      </w:r>
      <w:r>
        <w:tab/>
        <w:t>1.013e0</w:t>
      </w:r>
    </w:p>
    <w:p w:rsidR="00E00D30" w:rsidRDefault="00E00D30" w:rsidP="00E00D30">
      <w:r>
        <w:t>276.2412</w:t>
      </w:r>
      <w:r>
        <w:tab/>
        <w:t>1.013e0</w:t>
      </w:r>
    </w:p>
    <w:p w:rsidR="00E00D30" w:rsidRDefault="00E00D30" w:rsidP="00E00D30">
      <w:r>
        <w:t>276.2461</w:t>
      </w:r>
      <w:r>
        <w:tab/>
        <w:t>1.013e0</w:t>
      </w:r>
    </w:p>
    <w:p w:rsidR="00E00D30" w:rsidRDefault="00E00D30" w:rsidP="00E00D30">
      <w:r>
        <w:t>276.2560</w:t>
      </w:r>
      <w:r>
        <w:tab/>
        <w:t>2.025e0</w:t>
      </w:r>
    </w:p>
    <w:p w:rsidR="00E00D30" w:rsidRDefault="00E00D30" w:rsidP="00E00D30">
      <w:r>
        <w:t>276.2639</w:t>
      </w:r>
      <w:r>
        <w:tab/>
        <w:t>2.025e0</w:t>
      </w:r>
    </w:p>
    <w:p w:rsidR="00E00D30" w:rsidRDefault="00E00D30" w:rsidP="00E00D30">
      <w:r>
        <w:t>276.2722</w:t>
      </w:r>
      <w:r>
        <w:tab/>
        <w:t>1.013e0</w:t>
      </w:r>
    </w:p>
    <w:p w:rsidR="00E00D30" w:rsidRDefault="00E00D30" w:rsidP="00E00D30">
      <w:r>
        <w:t>276.2869</w:t>
      </w:r>
      <w:r>
        <w:tab/>
        <w:t>1.013e0</w:t>
      </w:r>
    </w:p>
    <w:p w:rsidR="00E00D30" w:rsidRDefault="00E00D30" w:rsidP="00E00D30">
      <w:r>
        <w:t>276.2996</w:t>
      </w:r>
      <w:r>
        <w:tab/>
        <w:t>1.013e0</w:t>
      </w:r>
    </w:p>
    <w:p w:rsidR="00E00D30" w:rsidRDefault="00E00D30" w:rsidP="00E00D30">
      <w:r>
        <w:t>276.3085</w:t>
      </w:r>
      <w:r>
        <w:tab/>
        <w:t>3.038e0</w:t>
      </w:r>
    </w:p>
    <w:p w:rsidR="00E00D30" w:rsidRDefault="00E00D30" w:rsidP="00E00D30">
      <w:r>
        <w:t>276.3383</w:t>
      </w:r>
      <w:r>
        <w:tab/>
        <w:t>1.013e0</w:t>
      </w:r>
    </w:p>
    <w:p w:rsidR="00E00D30" w:rsidRDefault="00E00D30" w:rsidP="00E00D30">
      <w:r>
        <w:t>276.3478</w:t>
      </w:r>
      <w:r>
        <w:tab/>
        <w:t>1.013e0</w:t>
      </w:r>
    </w:p>
    <w:p w:rsidR="00E00D30" w:rsidRDefault="00E00D30" w:rsidP="00E00D30">
      <w:r>
        <w:t>276.3525</w:t>
      </w:r>
      <w:r>
        <w:tab/>
        <w:t>2.025e0</w:t>
      </w:r>
    </w:p>
    <w:p w:rsidR="00E00D30" w:rsidRDefault="00E00D30" w:rsidP="00E00D30">
      <w:r>
        <w:t>276.3789</w:t>
      </w:r>
      <w:r>
        <w:tab/>
        <w:t>2.025e0</w:t>
      </w:r>
    </w:p>
    <w:p w:rsidR="00E00D30" w:rsidRDefault="00E00D30" w:rsidP="00E00D30">
      <w:r>
        <w:t>276.3832</w:t>
      </w:r>
      <w:r>
        <w:tab/>
        <w:t>1.013e0</w:t>
      </w:r>
    </w:p>
    <w:p w:rsidR="00E00D30" w:rsidRDefault="00E00D30" w:rsidP="00E00D30">
      <w:r>
        <w:t>276.4052</w:t>
      </w:r>
      <w:r>
        <w:tab/>
        <w:t>1.013e0</w:t>
      </w:r>
    </w:p>
    <w:p w:rsidR="00E00D30" w:rsidRDefault="00E00D30" w:rsidP="00E00D30">
      <w:r>
        <w:t>276.4086</w:t>
      </w:r>
      <w:r>
        <w:tab/>
        <w:t>1.013e0</w:t>
      </w:r>
    </w:p>
    <w:p w:rsidR="00E00D30" w:rsidRDefault="00E00D30" w:rsidP="00E00D30">
      <w:r>
        <w:lastRenderedPageBreak/>
        <w:t>276.4147</w:t>
      </w:r>
      <w:r>
        <w:tab/>
        <w:t>2.025e0</w:t>
      </w:r>
    </w:p>
    <w:p w:rsidR="00E00D30" w:rsidRDefault="00E00D30" w:rsidP="00E00D30">
      <w:r>
        <w:t>276.4320</w:t>
      </w:r>
      <w:r>
        <w:tab/>
        <w:t>1.013e0</w:t>
      </w:r>
    </w:p>
    <w:p w:rsidR="00E00D30" w:rsidRDefault="00E00D30" w:rsidP="00E00D30">
      <w:r>
        <w:t>276.4435</w:t>
      </w:r>
      <w:r>
        <w:tab/>
        <w:t>2.025e0</w:t>
      </w:r>
    </w:p>
    <w:p w:rsidR="00E00D30" w:rsidRDefault="00E00D30" w:rsidP="00E00D30">
      <w:r>
        <w:t>276.4632</w:t>
      </w:r>
      <w:r>
        <w:tab/>
        <w:t>1.013e0</w:t>
      </w:r>
    </w:p>
    <w:p w:rsidR="00E00D30" w:rsidRDefault="00E00D30" w:rsidP="00E00D30">
      <w:r>
        <w:t>276.4872</w:t>
      </w:r>
      <w:r>
        <w:tab/>
        <w:t>2.025e0</w:t>
      </w:r>
    </w:p>
    <w:p w:rsidR="00E00D30" w:rsidRDefault="00E00D30" w:rsidP="00E00D30">
      <w:r>
        <w:t>276.5025</w:t>
      </w:r>
      <w:r>
        <w:tab/>
        <w:t>1.013e0</w:t>
      </w:r>
    </w:p>
    <w:p w:rsidR="00E00D30" w:rsidRDefault="00E00D30" w:rsidP="00E00D30">
      <w:r>
        <w:t>276.5069</w:t>
      </w:r>
      <w:r>
        <w:tab/>
        <w:t>1.013e0</w:t>
      </w:r>
    </w:p>
    <w:p w:rsidR="00E00D30" w:rsidRDefault="00E00D30" w:rsidP="00E00D30">
      <w:r>
        <w:t>276.5295</w:t>
      </w:r>
      <w:r>
        <w:tab/>
        <w:t>1.013e0</w:t>
      </w:r>
    </w:p>
    <w:p w:rsidR="00E00D30" w:rsidRDefault="00E00D30" w:rsidP="00E00D30">
      <w:r>
        <w:t>276.5416</w:t>
      </w:r>
      <w:r>
        <w:tab/>
        <w:t>1.013e0</w:t>
      </w:r>
    </w:p>
    <w:p w:rsidR="00E00D30" w:rsidRDefault="00E00D30" w:rsidP="00E00D30">
      <w:r>
        <w:t>276.5614</w:t>
      </w:r>
      <w:r>
        <w:tab/>
        <w:t>1.013e0</w:t>
      </w:r>
    </w:p>
    <w:p w:rsidR="00E00D30" w:rsidRDefault="00E00D30" w:rsidP="00E00D30">
      <w:r>
        <w:t>276.5647</w:t>
      </w:r>
      <w:r>
        <w:tab/>
        <w:t>1.013e0</w:t>
      </w:r>
    </w:p>
    <w:p w:rsidR="00E00D30" w:rsidRDefault="00E00D30" w:rsidP="00E00D30">
      <w:r>
        <w:t>276.5865</w:t>
      </w:r>
      <w:r>
        <w:tab/>
        <w:t>1.013e0</w:t>
      </w:r>
    </w:p>
    <w:p w:rsidR="00E00D30" w:rsidRDefault="00E00D30" w:rsidP="00E00D30">
      <w:r>
        <w:t>276.5901</w:t>
      </w:r>
      <w:r>
        <w:tab/>
        <w:t>2.025e0</w:t>
      </w:r>
    </w:p>
    <w:p w:rsidR="00E00D30" w:rsidRDefault="00E00D30" w:rsidP="00E00D30">
      <w:r>
        <w:t>276.6241</w:t>
      </w:r>
      <w:r>
        <w:tab/>
        <w:t>2.025e0</w:t>
      </w:r>
    </w:p>
    <w:p w:rsidR="00E00D30" w:rsidRDefault="00E00D30" w:rsidP="00E00D30">
      <w:r>
        <w:t>276.6352</w:t>
      </w:r>
      <w:r>
        <w:tab/>
        <w:t>1.013e0</w:t>
      </w:r>
    </w:p>
    <w:p w:rsidR="00E00D30" w:rsidRDefault="00E00D30" w:rsidP="00E00D30">
      <w:r>
        <w:t>276.6627</w:t>
      </w:r>
      <w:r>
        <w:tab/>
        <w:t>1.013e0</w:t>
      </w:r>
    </w:p>
    <w:p w:rsidR="00E00D30" w:rsidRDefault="00E00D30" w:rsidP="00E00D30">
      <w:r>
        <w:t>276.6805</w:t>
      </w:r>
      <w:r>
        <w:tab/>
        <w:t>2.025e0</w:t>
      </w:r>
    </w:p>
    <w:p w:rsidR="00E00D30" w:rsidRDefault="00E00D30" w:rsidP="00E00D30">
      <w:r>
        <w:t>276.6835</w:t>
      </w:r>
      <w:r>
        <w:tab/>
        <w:t>1.013e0</w:t>
      </w:r>
    </w:p>
    <w:p w:rsidR="00E00D30" w:rsidRDefault="00E00D30" w:rsidP="00E00D30">
      <w:r>
        <w:t>276.7409</w:t>
      </w:r>
      <w:r>
        <w:tab/>
        <w:t>1.013e0</w:t>
      </w:r>
    </w:p>
    <w:p w:rsidR="00E00D30" w:rsidRDefault="00E00D30" w:rsidP="00E00D30">
      <w:r>
        <w:lastRenderedPageBreak/>
        <w:t>276.7451</w:t>
      </w:r>
      <w:r>
        <w:tab/>
        <w:t>1.013e0</w:t>
      </w:r>
    </w:p>
    <w:p w:rsidR="00E00D30" w:rsidRDefault="00E00D30" w:rsidP="00E00D30">
      <w:r>
        <w:t>276.7763</w:t>
      </w:r>
      <w:r>
        <w:tab/>
        <w:t>1.013e0</w:t>
      </w:r>
    </w:p>
    <w:p w:rsidR="00E00D30" w:rsidRDefault="00E00D30" w:rsidP="00E00D30">
      <w:r>
        <w:t>276.7828</w:t>
      </w:r>
      <w:r>
        <w:tab/>
        <w:t>2.025e0</w:t>
      </w:r>
    </w:p>
    <w:p w:rsidR="00E00D30" w:rsidRDefault="00E00D30" w:rsidP="00E00D30">
      <w:r>
        <w:t>276.7973</w:t>
      </w:r>
      <w:r>
        <w:tab/>
        <w:t>2.025e0</w:t>
      </w:r>
    </w:p>
    <w:p w:rsidR="00E00D30" w:rsidRDefault="00E00D30" w:rsidP="00E00D30">
      <w:r>
        <w:t>276.8079</w:t>
      </w:r>
      <w:r>
        <w:tab/>
        <w:t>2.025e0</w:t>
      </w:r>
    </w:p>
    <w:p w:rsidR="00E00D30" w:rsidRDefault="00E00D30" w:rsidP="00E00D30">
      <w:r>
        <w:t>276.8387</w:t>
      </w:r>
      <w:r>
        <w:tab/>
        <w:t>1.013e0</w:t>
      </w:r>
    </w:p>
    <w:p w:rsidR="00E00D30" w:rsidRDefault="00E00D30" w:rsidP="00E00D30">
      <w:r>
        <w:t>276.8659</w:t>
      </w:r>
      <w:r>
        <w:tab/>
        <w:t>1.013e0</w:t>
      </w:r>
    </w:p>
    <w:p w:rsidR="00E00D30" w:rsidRDefault="00E00D30" w:rsidP="00E00D30">
      <w:r>
        <w:t>276.8780</w:t>
      </w:r>
      <w:r>
        <w:tab/>
        <w:t>1.013e0</w:t>
      </w:r>
    </w:p>
    <w:p w:rsidR="00E00D30" w:rsidRDefault="00E00D30" w:rsidP="00E00D30">
      <w:r>
        <w:t>276.8817</w:t>
      </w:r>
      <w:r>
        <w:tab/>
        <w:t>1.013e0</w:t>
      </w:r>
    </w:p>
    <w:p w:rsidR="00E00D30" w:rsidRDefault="00E00D30" w:rsidP="00E00D30">
      <w:r>
        <w:t>276.8936</w:t>
      </w:r>
      <w:r>
        <w:tab/>
        <w:t>3.038e0</w:t>
      </w:r>
    </w:p>
    <w:p w:rsidR="00E00D30" w:rsidRDefault="00E00D30" w:rsidP="00E00D30">
      <w:r>
        <w:t>276.9050</w:t>
      </w:r>
      <w:r>
        <w:tab/>
        <w:t>1.013e0</w:t>
      </w:r>
    </w:p>
    <w:p w:rsidR="00E00D30" w:rsidRDefault="00E00D30" w:rsidP="00E00D30">
      <w:r>
        <w:t>276.9221</w:t>
      </w:r>
      <w:r>
        <w:tab/>
        <w:t>1.013e0</w:t>
      </w:r>
    </w:p>
    <w:p w:rsidR="00E00D30" w:rsidRDefault="00E00D30" w:rsidP="00E00D30">
      <w:r>
        <w:t>276.9323</w:t>
      </w:r>
      <w:r>
        <w:tab/>
        <w:t>1.013e0</w:t>
      </w:r>
    </w:p>
    <w:p w:rsidR="00E00D30" w:rsidRDefault="00E00D30" w:rsidP="00E00D30">
      <w:r>
        <w:t>276.9364</w:t>
      </w:r>
      <w:r>
        <w:tab/>
        <w:t>1.013e0</w:t>
      </w:r>
    </w:p>
    <w:p w:rsidR="00E00D30" w:rsidRDefault="00E00D30" w:rsidP="00E00D30">
      <w:r>
        <w:t>276.9716</w:t>
      </w:r>
      <w:r>
        <w:tab/>
        <w:t>4.051e0</w:t>
      </w:r>
    </w:p>
    <w:p w:rsidR="00E00D30" w:rsidRDefault="00E00D30" w:rsidP="00E00D30">
      <w:r>
        <w:t>276.9819</w:t>
      </w:r>
      <w:r>
        <w:tab/>
        <w:t>6.076e0</w:t>
      </w:r>
    </w:p>
    <w:p w:rsidR="00E00D30" w:rsidRDefault="00E00D30" w:rsidP="00E00D30">
      <w:r>
        <w:t>276.9862</w:t>
      </w:r>
      <w:r>
        <w:tab/>
        <w:t>2.025e0</w:t>
      </w:r>
    </w:p>
    <w:p w:rsidR="00E00D30" w:rsidRDefault="00E00D30" w:rsidP="00E00D30">
      <w:r>
        <w:t>277.0072</w:t>
      </w:r>
      <w:r>
        <w:tab/>
        <w:t>1.013e0</w:t>
      </w:r>
    </w:p>
    <w:p w:rsidR="00E00D30" w:rsidRDefault="00E00D30" w:rsidP="00E00D30">
      <w:r>
        <w:t>277.0149</w:t>
      </w:r>
      <w:r>
        <w:tab/>
        <w:t>1.013e0</w:t>
      </w:r>
    </w:p>
    <w:p w:rsidR="00E00D30" w:rsidRDefault="00E00D30" w:rsidP="00E00D30">
      <w:r>
        <w:lastRenderedPageBreak/>
        <w:t>277.0238</w:t>
      </w:r>
      <w:r>
        <w:tab/>
        <w:t>1.013e0</w:t>
      </w:r>
    </w:p>
    <w:p w:rsidR="00E00D30" w:rsidRDefault="00E00D30" w:rsidP="00E00D30">
      <w:r>
        <w:t>277.0351</w:t>
      </w:r>
      <w:r>
        <w:tab/>
        <w:t>2.025e0</w:t>
      </w:r>
    </w:p>
    <w:p w:rsidR="00E00D30" w:rsidRDefault="00E00D30" w:rsidP="00E00D30">
      <w:r>
        <w:t>277.0383</w:t>
      </w:r>
      <w:r>
        <w:tab/>
        <w:t>3.038e0</w:t>
      </w:r>
    </w:p>
    <w:p w:rsidR="00E00D30" w:rsidRDefault="00E00D30" w:rsidP="00E00D30">
      <w:r>
        <w:t>277.0420</w:t>
      </w:r>
      <w:r>
        <w:tab/>
        <w:t>1.013e0</w:t>
      </w:r>
    </w:p>
    <w:p w:rsidR="00E00D30" w:rsidRDefault="00E00D30" w:rsidP="00E00D30">
      <w:r>
        <w:t>277.0596</w:t>
      </w:r>
      <w:r>
        <w:tab/>
        <w:t>2.025e0</w:t>
      </w:r>
    </w:p>
    <w:p w:rsidR="00E00D30" w:rsidRDefault="00E00D30" w:rsidP="00E00D30">
      <w:r>
        <w:t>277.0640</w:t>
      </w:r>
      <w:r>
        <w:tab/>
        <w:t>2.025e0</w:t>
      </w:r>
    </w:p>
    <w:p w:rsidR="00E00D30" w:rsidRDefault="00E00D30" w:rsidP="00E00D30">
      <w:r>
        <w:t>277.0814</w:t>
      </w:r>
      <w:r>
        <w:tab/>
        <w:t>1.013e0</w:t>
      </w:r>
    </w:p>
    <w:p w:rsidR="00E00D30" w:rsidRDefault="00E00D30" w:rsidP="00E00D30">
      <w:r>
        <w:t>277.0851</w:t>
      </w:r>
      <w:r>
        <w:tab/>
        <w:t>1.013e0</w:t>
      </w:r>
    </w:p>
    <w:p w:rsidR="00E00D30" w:rsidRDefault="00E00D30" w:rsidP="00E00D30">
      <w:r>
        <w:t>277.0903</w:t>
      </w:r>
      <w:r>
        <w:tab/>
        <w:t>2.025e0</w:t>
      </w:r>
    </w:p>
    <w:p w:rsidR="00E00D30" w:rsidRDefault="00E00D30" w:rsidP="00E00D30">
      <w:r>
        <w:t>277.0950</w:t>
      </w:r>
      <w:r>
        <w:tab/>
        <w:t>2.025e0</w:t>
      </w:r>
    </w:p>
    <w:p w:rsidR="00E00D30" w:rsidRDefault="00E00D30" w:rsidP="00E00D30">
      <w:r>
        <w:t>277.1020</w:t>
      </w:r>
      <w:r>
        <w:tab/>
        <w:t>2.025e0</w:t>
      </w:r>
    </w:p>
    <w:p w:rsidR="00E00D30" w:rsidRDefault="00E00D30" w:rsidP="00E00D30">
      <w:r>
        <w:t>277.1086</w:t>
      </w:r>
      <w:r>
        <w:tab/>
        <w:t>2.025e0</w:t>
      </w:r>
    </w:p>
    <w:p w:rsidR="00E00D30" w:rsidRDefault="00E00D30" w:rsidP="00E00D30">
      <w:r>
        <w:t>277.1131</w:t>
      </w:r>
      <w:r>
        <w:tab/>
        <w:t>4.051e0</w:t>
      </w:r>
    </w:p>
    <w:p w:rsidR="00E00D30" w:rsidRDefault="00E00D30" w:rsidP="00E00D30">
      <w:r>
        <w:t>277.1220</w:t>
      </w:r>
      <w:r>
        <w:tab/>
        <w:t>5.063e0</w:t>
      </w:r>
    </w:p>
    <w:p w:rsidR="00E00D30" w:rsidRDefault="00E00D30" w:rsidP="00E00D30">
      <w:r>
        <w:t>277.1364</w:t>
      </w:r>
      <w:r>
        <w:tab/>
        <w:t>3.038e0</w:t>
      </w:r>
    </w:p>
    <w:p w:rsidR="00E00D30" w:rsidRDefault="00E00D30" w:rsidP="00E00D30">
      <w:r>
        <w:t>277.1437</w:t>
      </w:r>
      <w:r>
        <w:tab/>
        <w:t>1.013e0</w:t>
      </w:r>
    </w:p>
    <w:p w:rsidR="00E00D30" w:rsidRDefault="00E00D30" w:rsidP="00E00D30">
      <w:r>
        <w:t>277.1751</w:t>
      </w:r>
      <w:r>
        <w:tab/>
        <w:t>2.025e0</w:t>
      </w:r>
    </w:p>
    <w:p w:rsidR="00E00D30" w:rsidRDefault="00E00D30" w:rsidP="00E00D30">
      <w:r>
        <w:t>277.1793</w:t>
      </w:r>
      <w:r>
        <w:tab/>
        <w:t>3.038e0</w:t>
      </w:r>
    </w:p>
    <w:p w:rsidR="00E00D30" w:rsidRDefault="00E00D30" w:rsidP="00E00D30">
      <w:r>
        <w:t>277.1830</w:t>
      </w:r>
      <w:r>
        <w:tab/>
        <w:t>2.025e0</w:t>
      </w:r>
    </w:p>
    <w:p w:rsidR="00E00D30" w:rsidRDefault="00E00D30" w:rsidP="00E00D30">
      <w:r>
        <w:lastRenderedPageBreak/>
        <w:t>277.1967</w:t>
      </w:r>
      <w:r>
        <w:tab/>
        <w:t>2.025e0</w:t>
      </w:r>
    </w:p>
    <w:p w:rsidR="00E00D30" w:rsidRDefault="00E00D30" w:rsidP="00E00D30">
      <w:r>
        <w:t>277.2063</w:t>
      </w:r>
      <w:r>
        <w:tab/>
        <w:t>1.013e0</w:t>
      </w:r>
    </w:p>
    <w:p w:rsidR="00E00D30" w:rsidRDefault="00E00D30" w:rsidP="00E00D30">
      <w:r>
        <w:t>277.2147</w:t>
      </w:r>
      <w:r>
        <w:tab/>
        <w:t>2.025e0</w:t>
      </w:r>
    </w:p>
    <w:p w:rsidR="00E00D30" w:rsidRDefault="00E00D30" w:rsidP="00E00D30">
      <w:r>
        <w:t>277.2233</w:t>
      </w:r>
      <w:r>
        <w:tab/>
        <w:t>9.844e0</w:t>
      </w:r>
    </w:p>
    <w:p w:rsidR="00E00D30" w:rsidRDefault="00E00D30" w:rsidP="00E00D30">
      <w:r>
        <w:t>277.2633</w:t>
      </w:r>
      <w:r>
        <w:tab/>
        <w:t>1.013e0</w:t>
      </w:r>
    </w:p>
    <w:p w:rsidR="00E00D30" w:rsidRDefault="00E00D30" w:rsidP="00E00D30">
      <w:r>
        <w:t>277.2988</w:t>
      </w:r>
      <w:r>
        <w:tab/>
        <w:t>1.013e0</w:t>
      </w:r>
    </w:p>
    <w:p w:rsidR="00E00D30" w:rsidRDefault="00E00D30" w:rsidP="00E00D30">
      <w:r>
        <w:t>277.3159</w:t>
      </w:r>
      <w:r>
        <w:tab/>
        <w:t>1.013e0</w:t>
      </w:r>
    </w:p>
    <w:p w:rsidR="00E00D30" w:rsidRDefault="00E00D30" w:rsidP="00E00D30">
      <w:r>
        <w:t>277.3395</w:t>
      </w:r>
      <w:r>
        <w:tab/>
        <w:t>2.025e0</w:t>
      </w:r>
    </w:p>
    <w:p w:rsidR="00E00D30" w:rsidRDefault="00E00D30" w:rsidP="00E00D30">
      <w:r>
        <w:t>277.3601</w:t>
      </w:r>
      <w:r>
        <w:tab/>
        <w:t>1.013e0</w:t>
      </w:r>
    </w:p>
    <w:p w:rsidR="00E00D30" w:rsidRDefault="00E00D30" w:rsidP="00E00D30">
      <w:r>
        <w:t>277.3956</w:t>
      </w:r>
      <w:r>
        <w:tab/>
        <w:t>2.025e0</w:t>
      </w:r>
    </w:p>
    <w:p w:rsidR="00E00D30" w:rsidRDefault="00E00D30" w:rsidP="00E00D30">
      <w:r>
        <w:t>277.4263</w:t>
      </w:r>
      <w:r>
        <w:tab/>
        <w:t>1.013e0</w:t>
      </w:r>
    </w:p>
    <w:p w:rsidR="00E00D30" w:rsidRDefault="00E00D30" w:rsidP="00E00D30">
      <w:r>
        <w:t>277.4491</w:t>
      </w:r>
      <w:r>
        <w:tab/>
        <w:t>1.013e0</w:t>
      </w:r>
    </w:p>
    <w:p w:rsidR="00E00D30" w:rsidRDefault="00E00D30" w:rsidP="00E00D30">
      <w:r>
        <w:t>277.4531</w:t>
      </w:r>
      <w:r>
        <w:tab/>
        <w:t>1.013e0</w:t>
      </w:r>
    </w:p>
    <w:p w:rsidR="00E00D30" w:rsidRDefault="00E00D30" w:rsidP="00E00D30">
      <w:r>
        <w:t>277.4623</w:t>
      </w:r>
      <w:r>
        <w:tab/>
        <w:t>1.013e0</w:t>
      </w:r>
    </w:p>
    <w:p w:rsidR="00E00D30" w:rsidRDefault="00E00D30" w:rsidP="00E00D30">
      <w:r>
        <w:t>277.4665</w:t>
      </w:r>
      <w:r>
        <w:tab/>
        <w:t>2.025e0</w:t>
      </w:r>
    </w:p>
    <w:p w:rsidR="00E00D30" w:rsidRDefault="00E00D30" w:rsidP="00E00D30">
      <w:r>
        <w:t>277.4718</w:t>
      </w:r>
      <w:r>
        <w:tab/>
        <w:t>4.051e0</w:t>
      </w:r>
    </w:p>
    <w:p w:rsidR="00E00D30" w:rsidRDefault="00E00D30" w:rsidP="00E00D30">
      <w:r>
        <w:t>277.4801</w:t>
      </w:r>
      <w:r>
        <w:tab/>
        <w:t>1.013e0</w:t>
      </w:r>
    </w:p>
    <w:p w:rsidR="00E00D30" w:rsidRDefault="00E00D30" w:rsidP="00E00D30">
      <w:r>
        <w:t>277.5159</w:t>
      </w:r>
      <w:r>
        <w:tab/>
        <w:t>2.025e0</w:t>
      </w:r>
    </w:p>
    <w:p w:rsidR="00E00D30" w:rsidRDefault="00E00D30" w:rsidP="00E00D30">
      <w:r>
        <w:t>277.5199</w:t>
      </w:r>
      <w:r>
        <w:tab/>
        <w:t>1.013e0</w:t>
      </w:r>
    </w:p>
    <w:p w:rsidR="00E00D30" w:rsidRDefault="00E00D30" w:rsidP="00E00D30">
      <w:r>
        <w:lastRenderedPageBreak/>
        <w:t>277.5689</w:t>
      </w:r>
      <w:r>
        <w:tab/>
        <w:t>1.013e0</w:t>
      </w:r>
    </w:p>
    <w:p w:rsidR="00E00D30" w:rsidRDefault="00E00D30" w:rsidP="00E00D30">
      <w:r>
        <w:t>277.5899</w:t>
      </w:r>
      <w:r>
        <w:tab/>
        <w:t>1.013e0</w:t>
      </w:r>
    </w:p>
    <w:p w:rsidR="00E00D30" w:rsidRDefault="00E00D30" w:rsidP="00E00D30">
      <w:r>
        <w:t>277.6047</w:t>
      </w:r>
      <w:r>
        <w:tab/>
        <w:t>2.025e0</w:t>
      </w:r>
    </w:p>
    <w:p w:rsidR="00E00D30" w:rsidRDefault="00E00D30" w:rsidP="00E00D30">
      <w:r>
        <w:t>277.6133</w:t>
      </w:r>
      <w:r>
        <w:tab/>
        <w:t>2.025e0</w:t>
      </w:r>
    </w:p>
    <w:p w:rsidR="00E00D30" w:rsidRDefault="00E00D30" w:rsidP="00E00D30">
      <w:r>
        <w:t>277.6529</w:t>
      </w:r>
      <w:r>
        <w:tab/>
        <w:t>2.025e0</w:t>
      </w:r>
    </w:p>
    <w:p w:rsidR="00E00D30" w:rsidRDefault="00E00D30" w:rsidP="00E00D30">
      <w:r>
        <w:t>277.6564</w:t>
      </w:r>
      <w:r>
        <w:tab/>
        <w:t>1.013e0</w:t>
      </w:r>
    </w:p>
    <w:p w:rsidR="00E00D30" w:rsidRDefault="00E00D30" w:rsidP="00E00D30">
      <w:r>
        <w:t>277.6608</w:t>
      </w:r>
      <w:r>
        <w:tab/>
        <w:t>1.013e0</w:t>
      </w:r>
    </w:p>
    <w:p w:rsidR="00E00D30" w:rsidRDefault="00E00D30" w:rsidP="00E00D30">
      <w:r>
        <w:t>277.6964</w:t>
      </w:r>
      <w:r>
        <w:tab/>
        <w:t>1.013e0</w:t>
      </w:r>
    </w:p>
    <w:p w:rsidR="00E00D30" w:rsidRDefault="00E00D30" w:rsidP="00E00D30">
      <w:r>
        <w:t>277.7154</w:t>
      </w:r>
      <w:r>
        <w:tab/>
        <w:t>1.013e0</w:t>
      </w:r>
    </w:p>
    <w:p w:rsidR="00E00D30" w:rsidRDefault="00E00D30" w:rsidP="00E00D30">
      <w:r>
        <w:t>277.7487</w:t>
      </w:r>
      <w:r>
        <w:tab/>
        <w:t>2.025e0</w:t>
      </w:r>
    </w:p>
    <w:p w:rsidR="00E00D30" w:rsidRDefault="00E00D30" w:rsidP="00E00D30">
      <w:r>
        <w:t>277.7503</w:t>
      </w:r>
      <w:r>
        <w:tab/>
        <w:t>1.013e0</w:t>
      </w:r>
    </w:p>
    <w:p w:rsidR="00E00D30" w:rsidRDefault="00E00D30" w:rsidP="00E00D30">
      <w:r>
        <w:t>277.7542</w:t>
      </w:r>
      <w:r>
        <w:tab/>
        <w:t>1.013e0</w:t>
      </w:r>
    </w:p>
    <w:p w:rsidR="00E00D30" w:rsidRDefault="00E00D30" w:rsidP="00E00D30">
      <w:r>
        <w:t>277.7933</w:t>
      </w:r>
      <w:r>
        <w:tab/>
        <w:t>1.013e0</w:t>
      </w:r>
    </w:p>
    <w:p w:rsidR="00E00D30" w:rsidRDefault="00E00D30" w:rsidP="00E00D30">
      <w:r>
        <w:t>277.8479</w:t>
      </w:r>
      <w:r>
        <w:tab/>
        <w:t>2.025e0</w:t>
      </w:r>
    </w:p>
    <w:p w:rsidR="00E00D30" w:rsidRDefault="00E00D30" w:rsidP="00E00D30">
      <w:r>
        <w:t>277.9269</w:t>
      </w:r>
      <w:r>
        <w:tab/>
        <w:t>3.038e0</w:t>
      </w:r>
    </w:p>
    <w:p w:rsidR="00E00D30" w:rsidRDefault="00E00D30" w:rsidP="00E00D30">
      <w:r>
        <w:t>277.9612</w:t>
      </w:r>
      <w:r>
        <w:tab/>
        <w:t>7.089e0</w:t>
      </w:r>
    </w:p>
    <w:p w:rsidR="00E00D30" w:rsidRDefault="00E00D30" w:rsidP="00E00D30">
      <w:r>
        <w:t>277.9661</w:t>
      </w:r>
      <w:r>
        <w:tab/>
        <w:t>4.051e0</w:t>
      </w:r>
    </w:p>
    <w:p w:rsidR="00E00D30" w:rsidRDefault="00E00D30" w:rsidP="00E00D30">
      <w:r>
        <w:t>277.9718</w:t>
      </w:r>
      <w:r>
        <w:tab/>
        <w:t>9.114e0</w:t>
      </w:r>
    </w:p>
    <w:p w:rsidR="00E00D30" w:rsidRDefault="00E00D30" w:rsidP="00E00D30">
      <w:r>
        <w:t>277.9764</w:t>
      </w:r>
      <w:r>
        <w:tab/>
        <w:t>3.038e0</w:t>
      </w:r>
    </w:p>
    <w:p w:rsidR="00E00D30" w:rsidRDefault="00E00D30" w:rsidP="00E00D30">
      <w:r>
        <w:lastRenderedPageBreak/>
        <w:t>277.9932</w:t>
      </w:r>
      <w:r>
        <w:tab/>
        <w:t>3.038e0</w:t>
      </w:r>
    </w:p>
    <w:p w:rsidR="00E00D30" w:rsidRDefault="00E00D30" w:rsidP="00E00D30">
      <w:r>
        <w:t>277.9975</w:t>
      </w:r>
      <w:r>
        <w:tab/>
        <w:t>5.063e0</w:t>
      </w:r>
    </w:p>
    <w:p w:rsidR="00E00D30" w:rsidRDefault="00E00D30" w:rsidP="00E00D30">
      <w:r>
        <w:t>278.0128</w:t>
      </w:r>
      <w:r>
        <w:tab/>
        <w:t>1.013e0</w:t>
      </w:r>
    </w:p>
    <w:p w:rsidR="00E00D30" w:rsidRDefault="00E00D30" w:rsidP="00E00D30">
      <w:r>
        <w:t>278.0183</w:t>
      </w:r>
      <w:r>
        <w:tab/>
        <w:t>2.025e0</w:t>
      </w:r>
    </w:p>
    <w:p w:rsidR="00E00D30" w:rsidRDefault="00E00D30" w:rsidP="00E00D30">
      <w:r>
        <w:t>278.0245</w:t>
      </w:r>
      <w:r>
        <w:tab/>
        <w:t>1.013e0</w:t>
      </w:r>
    </w:p>
    <w:p w:rsidR="00E00D30" w:rsidRDefault="00E00D30" w:rsidP="00E00D30">
      <w:r>
        <w:t>278.0385</w:t>
      </w:r>
      <w:r>
        <w:tab/>
        <w:t>2.025e0</w:t>
      </w:r>
    </w:p>
    <w:p w:rsidR="00E00D30" w:rsidRDefault="00E00D30" w:rsidP="00E00D30">
      <w:r>
        <w:t>278.0441</w:t>
      </w:r>
      <w:r>
        <w:tab/>
        <w:t>3.038e0</w:t>
      </w:r>
    </w:p>
    <w:p w:rsidR="00E00D30" w:rsidRDefault="00E00D30" w:rsidP="00E00D30">
      <w:r>
        <w:t>278.0477</w:t>
      </w:r>
      <w:r>
        <w:tab/>
        <w:t>1.013e0</w:t>
      </w:r>
    </w:p>
    <w:p w:rsidR="00E00D30" w:rsidRDefault="00E00D30" w:rsidP="00E00D30">
      <w:r>
        <w:t>278.0558</w:t>
      </w:r>
      <w:r>
        <w:tab/>
        <w:t>1.013e0</w:t>
      </w:r>
    </w:p>
    <w:p w:rsidR="00E00D30" w:rsidRDefault="00E00D30" w:rsidP="00E00D30">
      <w:r>
        <w:t>278.0600</w:t>
      </w:r>
      <w:r>
        <w:tab/>
        <w:t>1.013e0</w:t>
      </w:r>
    </w:p>
    <w:p w:rsidR="00E00D30" w:rsidRDefault="00E00D30" w:rsidP="00E00D30">
      <w:r>
        <w:t>278.0689</w:t>
      </w:r>
      <w:r>
        <w:tab/>
        <w:t>1.013e0</w:t>
      </w:r>
    </w:p>
    <w:p w:rsidR="00E00D30" w:rsidRDefault="00E00D30" w:rsidP="00E00D30">
      <w:r>
        <w:t>278.0789</w:t>
      </w:r>
      <w:r>
        <w:tab/>
        <w:t>3.038e0</w:t>
      </w:r>
    </w:p>
    <w:p w:rsidR="00E00D30" w:rsidRDefault="00E00D30" w:rsidP="00E00D30">
      <w:r>
        <w:t>278.0930</w:t>
      </w:r>
      <w:r>
        <w:tab/>
        <w:t>2.025e0</w:t>
      </w:r>
    </w:p>
    <w:p w:rsidR="00E00D30" w:rsidRDefault="00E00D30" w:rsidP="00E00D30">
      <w:r>
        <w:t>278.1099</w:t>
      </w:r>
      <w:r>
        <w:tab/>
        <w:t>1.013e0</w:t>
      </w:r>
    </w:p>
    <w:p w:rsidR="00E00D30" w:rsidRDefault="00E00D30" w:rsidP="00E00D30">
      <w:r>
        <w:t>278.1264</w:t>
      </w:r>
      <w:r>
        <w:tab/>
        <w:t>2.025e0</w:t>
      </w:r>
    </w:p>
    <w:p w:rsidR="00E00D30" w:rsidRDefault="00E00D30" w:rsidP="00E00D30">
      <w:r>
        <w:t>278.1479</w:t>
      </w:r>
      <w:r>
        <w:tab/>
        <w:t>2.025e0</w:t>
      </w:r>
    </w:p>
    <w:p w:rsidR="00E00D30" w:rsidRDefault="00E00D30" w:rsidP="00E00D30">
      <w:r>
        <w:t>278.1511</w:t>
      </w:r>
      <w:r>
        <w:tab/>
        <w:t>4.183e0</w:t>
      </w:r>
    </w:p>
    <w:p w:rsidR="00E00D30" w:rsidRDefault="00E00D30" w:rsidP="00E00D30">
      <w:r>
        <w:t>278.1674</w:t>
      </w:r>
      <w:r>
        <w:tab/>
        <w:t>4.051e0</w:t>
      </w:r>
    </w:p>
    <w:p w:rsidR="00E00D30" w:rsidRDefault="00E00D30" w:rsidP="00E00D30">
      <w:r>
        <w:t>278.1764</w:t>
      </w:r>
      <w:r>
        <w:tab/>
        <w:t>4.051e0</w:t>
      </w:r>
    </w:p>
    <w:p w:rsidR="00E00D30" w:rsidRDefault="00E00D30" w:rsidP="00E00D30">
      <w:r>
        <w:lastRenderedPageBreak/>
        <w:t>278.1971</w:t>
      </w:r>
      <w:r>
        <w:tab/>
        <w:t>1.013e0</w:t>
      </w:r>
    </w:p>
    <w:p w:rsidR="00E00D30" w:rsidRDefault="00E00D30" w:rsidP="00E00D30">
      <w:r>
        <w:t>278.2019</w:t>
      </w:r>
      <w:r>
        <w:tab/>
        <w:t>1.013e0</w:t>
      </w:r>
    </w:p>
    <w:p w:rsidR="00E00D30" w:rsidRDefault="00E00D30" w:rsidP="00E00D30">
      <w:r>
        <w:t>278.2073</w:t>
      </w:r>
      <w:r>
        <w:tab/>
        <w:t>1.013e0</w:t>
      </w:r>
    </w:p>
    <w:p w:rsidR="00E00D30" w:rsidRDefault="00E00D30" w:rsidP="00E00D30">
      <w:r>
        <w:t>278.2138</w:t>
      </w:r>
      <w:r>
        <w:tab/>
        <w:t>2.025e0</w:t>
      </w:r>
    </w:p>
    <w:p w:rsidR="00E00D30" w:rsidRDefault="00E00D30" w:rsidP="00E00D30">
      <w:r>
        <w:t>278.2321</w:t>
      </w:r>
      <w:r>
        <w:tab/>
        <w:t>4.051e0</w:t>
      </w:r>
    </w:p>
    <w:p w:rsidR="00E00D30" w:rsidRDefault="00E00D30" w:rsidP="00E00D30">
      <w:r>
        <w:t>278.2375</w:t>
      </w:r>
      <w:r>
        <w:tab/>
        <w:t>2.025e0</w:t>
      </w:r>
    </w:p>
    <w:p w:rsidR="00E00D30" w:rsidRDefault="00E00D30" w:rsidP="00E00D30">
      <w:r>
        <w:t>278.2630</w:t>
      </w:r>
      <w:r>
        <w:tab/>
        <w:t>1.013e0</w:t>
      </w:r>
    </w:p>
    <w:p w:rsidR="00E00D30" w:rsidRDefault="00E00D30" w:rsidP="00E00D30">
      <w:r>
        <w:t>278.2683</w:t>
      </w:r>
      <w:r>
        <w:tab/>
        <w:t>1.013e0</w:t>
      </w:r>
    </w:p>
    <w:p w:rsidR="00E00D30" w:rsidRDefault="00E00D30" w:rsidP="00E00D30">
      <w:r>
        <w:t>278.2737</w:t>
      </w:r>
      <w:r>
        <w:tab/>
        <w:t>1.013e0</w:t>
      </w:r>
    </w:p>
    <w:p w:rsidR="00E00D30" w:rsidRDefault="00E00D30" w:rsidP="00E00D30">
      <w:r>
        <w:t>278.2990</w:t>
      </w:r>
      <w:r>
        <w:tab/>
        <w:t>1.013e0</w:t>
      </w:r>
    </w:p>
    <w:p w:rsidR="00E00D30" w:rsidRDefault="00E00D30" w:rsidP="00E00D30">
      <w:r>
        <w:t>278.3079</w:t>
      </w:r>
      <w:r>
        <w:tab/>
        <w:t>2.025e0</w:t>
      </w:r>
    </w:p>
    <w:p w:rsidR="00E00D30" w:rsidRDefault="00E00D30" w:rsidP="00E00D30">
      <w:r>
        <w:t>278.3654</w:t>
      </w:r>
      <w:r>
        <w:tab/>
        <w:t>1.013e0</w:t>
      </w:r>
    </w:p>
    <w:p w:rsidR="00E00D30" w:rsidRDefault="00E00D30" w:rsidP="00E00D30">
      <w:r>
        <w:t>278.3805</w:t>
      </w:r>
      <w:r>
        <w:tab/>
        <w:t>1.013e0</w:t>
      </w:r>
    </w:p>
    <w:p w:rsidR="00E00D30" w:rsidRDefault="00E00D30" w:rsidP="00E00D30">
      <w:r>
        <w:t>278.3925</w:t>
      </w:r>
      <w:r>
        <w:tab/>
        <w:t>1.013e0</w:t>
      </w:r>
    </w:p>
    <w:p w:rsidR="00E00D30" w:rsidRDefault="00E00D30" w:rsidP="00E00D30">
      <w:r>
        <w:t>278.4015</w:t>
      </w:r>
      <w:r>
        <w:tab/>
        <w:t>1.013e0</w:t>
      </w:r>
    </w:p>
    <w:p w:rsidR="00E00D30" w:rsidRDefault="00E00D30" w:rsidP="00E00D30">
      <w:r>
        <w:t>278.4155</w:t>
      </w:r>
      <w:r>
        <w:tab/>
        <w:t>1.013e0</w:t>
      </w:r>
    </w:p>
    <w:p w:rsidR="00E00D30" w:rsidRDefault="00E00D30" w:rsidP="00E00D30">
      <w:r>
        <w:t>278.4318</w:t>
      </w:r>
      <w:r>
        <w:tab/>
        <w:t>1.013e0</w:t>
      </w:r>
    </w:p>
    <w:p w:rsidR="00E00D30" w:rsidRDefault="00E00D30" w:rsidP="00E00D30">
      <w:r>
        <w:t>278.4368</w:t>
      </w:r>
      <w:r>
        <w:tab/>
        <w:t>1.013e0</w:t>
      </w:r>
    </w:p>
    <w:p w:rsidR="00E00D30" w:rsidRDefault="00E00D30" w:rsidP="00E00D30">
      <w:r>
        <w:t>278.4629</w:t>
      </w:r>
      <w:r>
        <w:tab/>
        <w:t>1.013e0</w:t>
      </w:r>
    </w:p>
    <w:p w:rsidR="00E00D30" w:rsidRDefault="00E00D30" w:rsidP="00E00D30">
      <w:r>
        <w:lastRenderedPageBreak/>
        <w:t>278.5038</w:t>
      </w:r>
      <w:r>
        <w:tab/>
        <w:t>1.013e0</w:t>
      </w:r>
    </w:p>
    <w:p w:rsidR="00E00D30" w:rsidRDefault="00E00D30" w:rsidP="00E00D30">
      <w:r>
        <w:t>278.5175</w:t>
      </w:r>
      <w:r>
        <w:tab/>
        <w:t>1.013e0</w:t>
      </w:r>
    </w:p>
    <w:p w:rsidR="00E00D30" w:rsidRDefault="00E00D30" w:rsidP="00E00D30">
      <w:r>
        <w:t>278.5214</w:t>
      </w:r>
      <w:r>
        <w:tab/>
        <w:t>2.025e0</w:t>
      </w:r>
    </w:p>
    <w:p w:rsidR="00E00D30" w:rsidRDefault="00E00D30" w:rsidP="00E00D30">
      <w:r>
        <w:t>278.5531</w:t>
      </w:r>
      <w:r>
        <w:tab/>
        <w:t>1.013e0</w:t>
      </w:r>
    </w:p>
    <w:p w:rsidR="00E00D30" w:rsidRDefault="00E00D30" w:rsidP="00E00D30">
      <w:r>
        <w:t>278.5750</w:t>
      </w:r>
      <w:r>
        <w:tab/>
        <w:t>1.013e0</w:t>
      </w:r>
    </w:p>
    <w:p w:rsidR="00E00D30" w:rsidRDefault="00E00D30" w:rsidP="00E00D30">
      <w:r>
        <w:t>278.5839</w:t>
      </w:r>
      <w:r>
        <w:tab/>
        <w:t>1.013e0</w:t>
      </w:r>
    </w:p>
    <w:p w:rsidR="00E00D30" w:rsidRDefault="00E00D30" w:rsidP="00E00D30">
      <w:r>
        <w:t>278.5884</w:t>
      </w:r>
      <w:r>
        <w:tab/>
        <w:t>1.013e0</w:t>
      </w:r>
    </w:p>
    <w:p w:rsidR="00E00D30" w:rsidRDefault="00E00D30" w:rsidP="00E00D30">
      <w:r>
        <w:t>278.6862</w:t>
      </w:r>
      <w:r>
        <w:tab/>
        <w:t>1.013e0</w:t>
      </w:r>
    </w:p>
    <w:p w:rsidR="00E00D30" w:rsidRDefault="00E00D30" w:rsidP="00E00D30">
      <w:r>
        <w:t>278.7212</w:t>
      </w:r>
      <w:r>
        <w:tab/>
        <w:t>2.025e0</w:t>
      </w:r>
    </w:p>
    <w:p w:rsidR="00E00D30" w:rsidRDefault="00E00D30" w:rsidP="00E00D30">
      <w:r>
        <w:t>278.7335</w:t>
      </w:r>
      <w:r>
        <w:tab/>
        <w:t>1.013e0</w:t>
      </w:r>
    </w:p>
    <w:p w:rsidR="00E00D30" w:rsidRDefault="00E00D30" w:rsidP="00E00D30">
      <w:r>
        <w:t>278.7648</w:t>
      </w:r>
      <w:r>
        <w:tab/>
        <w:t>1.013e0</w:t>
      </w:r>
    </w:p>
    <w:p w:rsidR="00E00D30" w:rsidRDefault="00E00D30" w:rsidP="00E00D30">
      <w:r>
        <w:t>278.7958</w:t>
      </w:r>
      <w:r>
        <w:tab/>
        <w:t>2.025e0</w:t>
      </w:r>
    </w:p>
    <w:p w:rsidR="00E00D30" w:rsidRDefault="00E00D30" w:rsidP="00E00D30">
      <w:r>
        <w:t>278.7983</w:t>
      </w:r>
      <w:r>
        <w:tab/>
        <w:t>2.025e0</w:t>
      </w:r>
    </w:p>
    <w:p w:rsidR="00E00D30" w:rsidRDefault="00E00D30" w:rsidP="00E00D30">
      <w:r>
        <w:t>278.8001</w:t>
      </w:r>
      <w:r>
        <w:tab/>
        <w:t>2.025e0</w:t>
      </w:r>
    </w:p>
    <w:p w:rsidR="00E00D30" w:rsidRDefault="00E00D30" w:rsidP="00E00D30">
      <w:r>
        <w:t>278.8051</w:t>
      </w:r>
      <w:r>
        <w:tab/>
        <w:t>1.013e0</w:t>
      </w:r>
    </w:p>
    <w:p w:rsidR="00E00D30" w:rsidRDefault="00E00D30" w:rsidP="00E00D30">
      <w:r>
        <w:t>278.8275</w:t>
      </w:r>
      <w:r>
        <w:tab/>
        <w:t>1.013e0</w:t>
      </w:r>
    </w:p>
    <w:p w:rsidR="00E00D30" w:rsidRDefault="00E00D30" w:rsidP="00E00D30">
      <w:r>
        <w:t>278.8310</w:t>
      </w:r>
      <w:r>
        <w:tab/>
        <w:t>1.013e0</w:t>
      </w:r>
    </w:p>
    <w:p w:rsidR="00E00D30" w:rsidRDefault="00E00D30" w:rsidP="00E00D30">
      <w:r>
        <w:t>278.8358</w:t>
      </w:r>
      <w:r>
        <w:tab/>
        <w:t>1.013e0</w:t>
      </w:r>
    </w:p>
    <w:p w:rsidR="00E00D30" w:rsidRDefault="00E00D30" w:rsidP="00E00D30">
      <w:r>
        <w:t>278.8452</w:t>
      </w:r>
      <w:r>
        <w:tab/>
        <w:t>2.025e0</w:t>
      </w:r>
    </w:p>
    <w:p w:rsidR="00E00D30" w:rsidRDefault="00E00D30" w:rsidP="00E00D30">
      <w:r>
        <w:lastRenderedPageBreak/>
        <w:t>278.8821</w:t>
      </w:r>
      <w:r>
        <w:tab/>
        <w:t>1.013e0</w:t>
      </w:r>
    </w:p>
    <w:p w:rsidR="00E00D30" w:rsidRDefault="00E00D30" w:rsidP="00E00D30">
      <w:r>
        <w:t>278.9000</w:t>
      </w:r>
      <w:r>
        <w:tab/>
        <w:t>2.025e0</w:t>
      </w:r>
    </w:p>
    <w:p w:rsidR="00E00D30" w:rsidRDefault="00E00D30" w:rsidP="00E00D30">
      <w:r>
        <w:t>278.9024</w:t>
      </w:r>
      <w:r>
        <w:tab/>
        <w:t>2.025e0</w:t>
      </w:r>
    </w:p>
    <w:p w:rsidR="00E00D30" w:rsidRDefault="00E00D30" w:rsidP="00E00D30">
      <w:r>
        <w:t>278.9250</w:t>
      </w:r>
      <w:r>
        <w:tab/>
        <w:t>3.038e0</w:t>
      </w:r>
    </w:p>
    <w:p w:rsidR="00E00D30" w:rsidRDefault="00E00D30" w:rsidP="00E00D30">
      <w:r>
        <w:t>278.9424</w:t>
      </w:r>
      <w:r>
        <w:tab/>
        <w:t>2.025e0</w:t>
      </w:r>
    </w:p>
    <w:p w:rsidR="00E00D30" w:rsidRDefault="00E00D30" w:rsidP="00E00D30">
      <w:r>
        <w:t>278.9522</w:t>
      </w:r>
      <w:r>
        <w:tab/>
        <w:t>1.013e0</w:t>
      </w:r>
    </w:p>
    <w:p w:rsidR="00E00D30" w:rsidRDefault="00E00D30" w:rsidP="00E00D30">
      <w:r>
        <w:t>278.9561</w:t>
      </w:r>
      <w:r>
        <w:tab/>
        <w:t>1.013e0</w:t>
      </w:r>
    </w:p>
    <w:p w:rsidR="00E00D30" w:rsidRDefault="00E00D30" w:rsidP="00E00D30">
      <w:r>
        <w:t>278.9689</w:t>
      </w:r>
      <w:r>
        <w:tab/>
        <w:t>1.013e0</w:t>
      </w:r>
    </w:p>
    <w:p w:rsidR="00E00D30" w:rsidRDefault="00E00D30" w:rsidP="00E00D30">
      <w:r>
        <w:t>279.0053</w:t>
      </w:r>
      <w:r>
        <w:tab/>
        <w:t>1.013e0</w:t>
      </w:r>
    </w:p>
    <w:p w:rsidR="00E00D30" w:rsidRDefault="00E00D30" w:rsidP="00E00D30">
      <w:r>
        <w:t>279.0150</w:t>
      </w:r>
      <w:r>
        <w:tab/>
        <w:t>2.025e0</w:t>
      </w:r>
    </w:p>
    <w:p w:rsidR="00E00D30" w:rsidRDefault="00E00D30" w:rsidP="00E00D30">
      <w:r>
        <w:t>279.0312</w:t>
      </w:r>
      <w:r>
        <w:tab/>
        <w:t>1.013e0</w:t>
      </w:r>
    </w:p>
    <w:p w:rsidR="00E00D30" w:rsidRDefault="00E00D30" w:rsidP="00E00D30">
      <w:r>
        <w:t>279.0421</w:t>
      </w:r>
      <w:r>
        <w:tab/>
        <w:t>2.025e0</w:t>
      </w:r>
    </w:p>
    <w:p w:rsidR="00E00D30" w:rsidRDefault="00E00D30" w:rsidP="00E00D30">
      <w:r>
        <w:t>279.0462</w:t>
      </w:r>
      <w:r>
        <w:tab/>
        <w:t>1.013e0</w:t>
      </w:r>
    </w:p>
    <w:p w:rsidR="00E00D30" w:rsidRDefault="00E00D30" w:rsidP="00E00D30">
      <w:r>
        <w:t>279.0562</w:t>
      </w:r>
      <w:r>
        <w:tab/>
        <w:t>2.025e0</w:t>
      </w:r>
    </w:p>
    <w:p w:rsidR="00E00D30" w:rsidRDefault="00E00D30" w:rsidP="00E00D30">
      <w:r>
        <w:t>279.0582</w:t>
      </w:r>
      <w:r>
        <w:tab/>
        <w:t>1.013e0</w:t>
      </w:r>
    </w:p>
    <w:p w:rsidR="00E00D30" w:rsidRDefault="00E00D30" w:rsidP="00E00D30">
      <w:r>
        <w:t>279.0718</w:t>
      </w:r>
      <w:r>
        <w:tab/>
        <w:t>3.038e0</w:t>
      </w:r>
    </w:p>
    <w:p w:rsidR="00E00D30" w:rsidRDefault="00E00D30" w:rsidP="00E00D30">
      <w:r>
        <w:t>279.0866</w:t>
      </w:r>
      <w:r>
        <w:tab/>
        <w:t>4.016e0</w:t>
      </w:r>
    </w:p>
    <w:p w:rsidR="00E00D30" w:rsidRDefault="00E00D30" w:rsidP="00E00D30">
      <w:r>
        <w:t>279.0913</w:t>
      </w:r>
      <w:r>
        <w:tab/>
        <w:t>5.063e0</w:t>
      </w:r>
    </w:p>
    <w:p w:rsidR="00E00D30" w:rsidRDefault="00E00D30" w:rsidP="00E00D30">
      <w:r>
        <w:t>279.0972</w:t>
      </w:r>
      <w:r>
        <w:tab/>
        <w:t>5.063e0</w:t>
      </w:r>
    </w:p>
    <w:p w:rsidR="00E00D30" w:rsidRDefault="00E00D30" w:rsidP="00E00D30">
      <w:r>
        <w:lastRenderedPageBreak/>
        <w:t>279.0996</w:t>
      </w:r>
      <w:r>
        <w:tab/>
        <w:t>1.122e1</w:t>
      </w:r>
    </w:p>
    <w:p w:rsidR="00E00D30" w:rsidRDefault="00E00D30" w:rsidP="00E00D30">
      <w:r>
        <w:t>279.1025</w:t>
      </w:r>
      <w:r>
        <w:tab/>
        <w:t>4.051e0</w:t>
      </w:r>
    </w:p>
    <w:p w:rsidR="00E00D30" w:rsidRDefault="00E00D30" w:rsidP="00E00D30">
      <w:r>
        <w:t>279.1169</w:t>
      </w:r>
      <w:r>
        <w:tab/>
        <w:t>3.038e0</w:t>
      </w:r>
    </w:p>
    <w:p w:rsidR="00E00D30" w:rsidRDefault="00E00D30" w:rsidP="00E00D30">
      <w:r>
        <w:t>279.1504</w:t>
      </w:r>
      <w:r>
        <w:tab/>
        <w:t>1.008e1</w:t>
      </w:r>
    </w:p>
    <w:p w:rsidR="00E00D30" w:rsidRDefault="00E00D30" w:rsidP="00E00D30">
      <w:r>
        <w:t>279.1521</w:t>
      </w:r>
      <w:r>
        <w:tab/>
        <w:t>5.063e0</w:t>
      </w:r>
    </w:p>
    <w:p w:rsidR="00E00D30" w:rsidRDefault="00E00D30" w:rsidP="00E00D30">
      <w:r>
        <w:t>279.1545</w:t>
      </w:r>
      <w:r>
        <w:tab/>
        <w:t>6.076e0</w:t>
      </w:r>
    </w:p>
    <w:p w:rsidR="00E00D30" w:rsidRDefault="00E00D30" w:rsidP="00E00D30">
      <w:r>
        <w:t>279.1591</w:t>
      </w:r>
      <w:r>
        <w:tab/>
        <w:t>5.176e0</w:t>
      </w:r>
    </w:p>
    <w:p w:rsidR="00E00D30" w:rsidRDefault="00E00D30" w:rsidP="00E00D30">
      <w:r>
        <w:t>279.1604</w:t>
      </w:r>
      <w:r>
        <w:tab/>
        <w:t>2.835e1</w:t>
      </w:r>
    </w:p>
    <w:p w:rsidR="00E00D30" w:rsidRDefault="00E00D30" w:rsidP="00E00D30">
      <w:r>
        <w:t>279.1696</w:t>
      </w:r>
      <w:r>
        <w:tab/>
        <w:t>9.114e0</w:t>
      </w:r>
    </w:p>
    <w:p w:rsidR="00E00D30" w:rsidRDefault="00E00D30" w:rsidP="00E00D30">
      <w:r>
        <w:t>279.1741</w:t>
      </w:r>
      <w:r>
        <w:tab/>
        <w:t>5.142e0</w:t>
      </w:r>
    </w:p>
    <w:p w:rsidR="00E00D30" w:rsidRDefault="00E00D30" w:rsidP="00E00D30">
      <w:r>
        <w:t>279.1918</w:t>
      </w:r>
      <w:r>
        <w:tab/>
        <w:t>1.013e0</w:t>
      </w:r>
    </w:p>
    <w:p w:rsidR="00E00D30" w:rsidRDefault="00E00D30" w:rsidP="00E00D30">
      <w:r>
        <w:t>279.1992</w:t>
      </w:r>
      <w:r>
        <w:tab/>
        <w:t>4.051e0</w:t>
      </w:r>
    </w:p>
    <w:p w:rsidR="00E00D30" w:rsidRDefault="00E00D30" w:rsidP="00E00D30">
      <w:r>
        <w:t>279.2267</w:t>
      </w:r>
      <w:r>
        <w:tab/>
        <w:t>1.013e0</w:t>
      </w:r>
    </w:p>
    <w:p w:rsidR="00E00D30" w:rsidRDefault="00E00D30" w:rsidP="00E00D30">
      <w:r>
        <w:t>279.2305</w:t>
      </w:r>
      <w:r>
        <w:tab/>
        <w:t>1.013e0</w:t>
      </w:r>
    </w:p>
    <w:p w:rsidR="00E00D30" w:rsidRDefault="00E00D30" w:rsidP="00E00D30">
      <w:r>
        <w:t>279.2353</w:t>
      </w:r>
      <w:r>
        <w:tab/>
        <w:t>1.013e0</w:t>
      </w:r>
    </w:p>
    <w:p w:rsidR="00E00D30" w:rsidRDefault="00E00D30" w:rsidP="00E00D30">
      <w:r>
        <w:t>279.2383</w:t>
      </w:r>
      <w:r>
        <w:tab/>
        <w:t>2.025e0</w:t>
      </w:r>
    </w:p>
    <w:p w:rsidR="00E00D30" w:rsidRDefault="00E00D30" w:rsidP="00E00D30">
      <w:r>
        <w:t>279.2457</w:t>
      </w:r>
      <w:r>
        <w:tab/>
        <w:t>1.013e0</w:t>
      </w:r>
    </w:p>
    <w:p w:rsidR="00E00D30" w:rsidRDefault="00E00D30" w:rsidP="00E00D30">
      <w:r>
        <w:t>279.2618</w:t>
      </w:r>
      <w:r>
        <w:tab/>
        <w:t>2.025e0</w:t>
      </w:r>
    </w:p>
    <w:p w:rsidR="00E00D30" w:rsidRDefault="00E00D30" w:rsidP="00E00D30">
      <w:r>
        <w:t>279.2765</w:t>
      </w:r>
      <w:r>
        <w:tab/>
        <w:t>1.013e0</w:t>
      </w:r>
    </w:p>
    <w:p w:rsidR="00E00D30" w:rsidRDefault="00E00D30" w:rsidP="00E00D30">
      <w:r>
        <w:lastRenderedPageBreak/>
        <w:t>279.3021</w:t>
      </w:r>
      <w:r>
        <w:tab/>
        <w:t>1.013e0</w:t>
      </w:r>
    </w:p>
    <w:p w:rsidR="00E00D30" w:rsidRDefault="00E00D30" w:rsidP="00E00D30">
      <w:r>
        <w:t>279.3519</w:t>
      </w:r>
      <w:r>
        <w:tab/>
        <w:t>1.013e0</w:t>
      </w:r>
    </w:p>
    <w:p w:rsidR="00E00D30" w:rsidRDefault="00E00D30" w:rsidP="00E00D30">
      <w:r>
        <w:t>279.3686</w:t>
      </w:r>
      <w:r>
        <w:tab/>
        <w:t>2.025e0</w:t>
      </w:r>
    </w:p>
    <w:p w:rsidR="00E00D30" w:rsidRDefault="00E00D30" w:rsidP="00E00D30">
      <w:r>
        <w:t>279.3832</w:t>
      </w:r>
      <w:r>
        <w:tab/>
        <w:t>1.013e0</w:t>
      </w:r>
    </w:p>
    <w:p w:rsidR="00E00D30" w:rsidRDefault="00E00D30" w:rsidP="00E00D30">
      <w:r>
        <w:t>279.4047</w:t>
      </w:r>
      <w:r>
        <w:tab/>
        <w:t>1.013e0</w:t>
      </w:r>
    </w:p>
    <w:p w:rsidR="00E00D30" w:rsidRDefault="00E00D30" w:rsidP="00E00D30">
      <w:r>
        <w:t>279.4084</w:t>
      </w:r>
      <w:r>
        <w:tab/>
        <w:t>2.025e0</w:t>
      </w:r>
    </w:p>
    <w:p w:rsidR="00E00D30" w:rsidRDefault="00E00D30" w:rsidP="00E00D30">
      <w:r>
        <w:t>279.4096</w:t>
      </w:r>
      <w:r>
        <w:tab/>
        <w:t>1.013e0</w:t>
      </w:r>
    </w:p>
    <w:p w:rsidR="00E00D30" w:rsidRDefault="00E00D30" w:rsidP="00E00D30">
      <w:r>
        <w:t>279.4224</w:t>
      </w:r>
      <w:r>
        <w:tab/>
        <w:t>1.013e0</w:t>
      </w:r>
    </w:p>
    <w:p w:rsidR="00E00D30" w:rsidRDefault="00E00D30" w:rsidP="00E00D30">
      <w:r>
        <w:t>279.4662</w:t>
      </w:r>
      <w:r>
        <w:tab/>
        <w:t>3.038e0</w:t>
      </w:r>
    </w:p>
    <w:p w:rsidR="00E00D30" w:rsidRDefault="00E00D30" w:rsidP="00E00D30">
      <w:r>
        <w:t>279.4765</w:t>
      </w:r>
      <w:r>
        <w:tab/>
        <w:t>1.013e0</w:t>
      </w:r>
    </w:p>
    <w:p w:rsidR="00E00D30" w:rsidRDefault="00E00D30" w:rsidP="00E00D30">
      <w:r>
        <w:t>279.5329</w:t>
      </w:r>
      <w:r>
        <w:tab/>
        <w:t>2.025e0</w:t>
      </w:r>
    </w:p>
    <w:p w:rsidR="00E00D30" w:rsidRDefault="00E00D30" w:rsidP="00E00D30">
      <w:r>
        <w:t>279.5506</w:t>
      </w:r>
      <w:r>
        <w:tab/>
        <w:t>2.025e0</w:t>
      </w:r>
    </w:p>
    <w:p w:rsidR="00E00D30" w:rsidRDefault="00E00D30" w:rsidP="00E00D30">
      <w:r>
        <w:t>279.5559</w:t>
      </w:r>
      <w:r>
        <w:tab/>
        <w:t>2.025e0</w:t>
      </w:r>
    </w:p>
    <w:p w:rsidR="00E00D30" w:rsidRDefault="00E00D30" w:rsidP="00E00D30">
      <w:r>
        <w:t>279.5647</w:t>
      </w:r>
      <w:r>
        <w:tab/>
        <w:t>3.038e0</w:t>
      </w:r>
    </w:p>
    <w:p w:rsidR="00E00D30" w:rsidRDefault="00E00D30" w:rsidP="00E00D30">
      <w:r>
        <w:t>279.5830</w:t>
      </w:r>
      <w:r>
        <w:tab/>
        <w:t>1.013e0</w:t>
      </w:r>
    </w:p>
    <w:p w:rsidR="00E00D30" w:rsidRDefault="00E00D30" w:rsidP="00E00D30">
      <w:r>
        <w:t>279.6183</w:t>
      </w:r>
      <w:r>
        <w:tab/>
        <w:t>1.013e0</w:t>
      </w:r>
    </w:p>
    <w:p w:rsidR="00E00D30" w:rsidRDefault="00E00D30" w:rsidP="00E00D30">
      <w:r>
        <w:t>279.6244</w:t>
      </w:r>
      <w:r>
        <w:tab/>
        <w:t>4.051e0</w:t>
      </w:r>
    </w:p>
    <w:p w:rsidR="00E00D30" w:rsidRDefault="00E00D30" w:rsidP="00E00D30">
      <w:r>
        <w:t>279.6410</w:t>
      </w:r>
      <w:r>
        <w:tab/>
        <w:t>1.013e0</w:t>
      </w:r>
    </w:p>
    <w:p w:rsidR="00E00D30" w:rsidRDefault="00E00D30" w:rsidP="00E00D30">
      <w:r>
        <w:t>279.6458</w:t>
      </w:r>
      <w:r>
        <w:tab/>
        <w:t>1.013e0</w:t>
      </w:r>
    </w:p>
    <w:p w:rsidR="00E00D30" w:rsidRDefault="00E00D30" w:rsidP="00E00D30">
      <w:r>
        <w:lastRenderedPageBreak/>
        <w:t>279.6810</w:t>
      </w:r>
      <w:r>
        <w:tab/>
        <w:t>2.025e0</w:t>
      </w:r>
    </w:p>
    <w:p w:rsidR="00E00D30" w:rsidRDefault="00E00D30" w:rsidP="00E00D30">
      <w:r>
        <w:t>279.6972</w:t>
      </w:r>
      <w:r>
        <w:tab/>
        <w:t>2.025e0</w:t>
      </w:r>
    </w:p>
    <w:p w:rsidR="00E00D30" w:rsidRDefault="00E00D30" w:rsidP="00E00D30">
      <w:r>
        <w:t>279.7075</w:t>
      </w:r>
      <w:r>
        <w:tab/>
        <w:t>2.025e0</w:t>
      </w:r>
    </w:p>
    <w:p w:rsidR="00E00D30" w:rsidRDefault="00E00D30" w:rsidP="00E00D30">
      <w:r>
        <w:t>279.7382</w:t>
      </w:r>
      <w:r>
        <w:tab/>
        <w:t>1.013e0</w:t>
      </w:r>
    </w:p>
    <w:p w:rsidR="00E00D30" w:rsidRDefault="00E00D30" w:rsidP="00E00D30">
      <w:r>
        <w:t>279.7597</w:t>
      </w:r>
      <w:r>
        <w:tab/>
        <w:t>1.013e0</w:t>
      </w:r>
    </w:p>
    <w:p w:rsidR="00E00D30" w:rsidRDefault="00E00D30" w:rsidP="00E00D30">
      <w:r>
        <w:t>279.7638</w:t>
      </w:r>
      <w:r>
        <w:tab/>
        <w:t>1.013e0</w:t>
      </w:r>
    </w:p>
    <w:p w:rsidR="00E00D30" w:rsidRDefault="00E00D30" w:rsidP="00E00D30">
      <w:r>
        <w:t>279.7739</w:t>
      </w:r>
      <w:r>
        <w:tab/>
        <w:t>1.013e0</w:t>
      </w:r>
    </w:p>
    <w:p w:rsidR="00E00D30" w:rsidRDefault="00E00D30" w:rsidP="00E00D30">
      <w:r>
        <w:t>279.8100</w:t>
      </w:r>
      <w:r>
        <w:tab/>
        <w:t>1.013e0</w:t>
      </w:r>
    </w:p>
    <w:p w:rsidR="00E00D30" w:rsidRDefault="00E00D30" w:rsidP="00E00D30">
      <w:r>
        <w:t>279.8241</w:t>
      </w:r>
      <w:r>
        <w:tab/>
        <w:t>2.025e0</w:t>
      </w:r>
    </w:p>
    <w:p w:rsidR="00E00D30" w:rsidRDefault="00E00D30" w:rsidP="00E00D30">
      <w:r>
        <w:t>279.8263</w:t>
      </w:r>
      <w:r>
        <w:tab/>
        <w:t>1.013e0</w:t>
      </w:r>
    </w:p>
    <w:p w:rsidR="00E00D30" w:rsidRDefault="00E00D30" w:rsidP="00E00D30">
      <w:r>
        <w:t>279.8309</w:t>
      </w:r>
      <w:r>
        <w:tab/>
        <w:t>1.013e0</w:t>
      </w:r>
    </w:p>
    <w:p w:rsidR="00E00D30" w:rsidRDefault="00E00D30" w:rsidP="00E00D30">
      <w:r>
        <w:t>279.8407</w:t>
      </w:r>
      <w:r>
        <w:tab/>
        <w:t>1.013e0</w:t>
      </w:r>
    </w:p>
    <w:p w:rsidR="00E00D30" w:rsidRDefault="00E00D30" w:rsidP="00E00D30">
      <w:r>
        <w:t>279.8619</w:t>
      </w:r>
      <w:r>
        <w:tab/>
        <w:t>1.013e0</w:t>
      </w:r>
    </w:p>
    <w:p w:rsidR="00E00D30" w:rsidRDefault="00E00D30" w:rsidP="00E00D30">
      <w:r>
        <w:t>279.8665</w:t>
      </w:r>
      <w:r>
        <w:tab/>
        <w:t>1.013e0</w:t>
      </w:r>
    </w:p>
    <w:p w:rsidR="00E00D30" w:rsidRDefault="00E00D30" w:rsidP="00E00D30">
      <w:r>
        <w:t>279.8715</w:t>
      </w:r>
      <w:r>
        <w:tab/>
        <w:t>1.013e0</w:t>
      </w:r>
    </w:p>
    <w:p w:rsidR="00E00D30" w:rsidRDefault="00E00D30" w:rsidP="00E00D30">
      <w:r>
        <w:t>279.8813</w:t>
      </w:r>
      <w:r>
        <w:tab/>
        <w:t>1.013e0</w:t>
      </w:r>
    </w:p>
    <w:p w:rsidR="00E00D30" w:rsidRDefault="00E00D30" w:rsidP="00E00D30">
      <w:r>
        <w:t>279.8853</w:t>
      </w:r>
      <w:r>
        <w:tab/>
        <w:t>1.013e0</w:t>
      </w:r>
    </w:p>
    <w:p w:rsidR="00E00D30" w:rsidRDefault="00E00D30" w:rsidP="00E00D30">
      <w:r>
        <w:t>279.8928</w:t>
      </w:r>
      <w:r>
        <w:tab/>
        <w:t>1.013e0</w:t>
      </w:r>
    </w:p>
    <w:p w:rsidR="00E00D30" w:rsidRDefault="00E00D30" w:rsidP="00E00D30">
      <w:r>
        <w:t>279.9242</w:t>
      </w:r>
      <w:r>
        <w:tab/>
        <w:t>1.013e0</w:t>
      </w:r>
    </w:p>
    <w:p w:rsidR="00E00D30" w:rsidRDefault="00E00D30" w:rsidP="00E00D30">
      <w:r>
        <w:lastRenderedPageBreak/>
        <w:t>279.9333</w:t>
      </w:r>
      <w:r>
        <w:tab/>
        <w:t>1.013e0</w:t>
      </w:r>
    </w:p>
    <w:p w:rsidR="00E00D30" w:rsidRDefault="00E00D30" w:rsidP="00E00D30">
      <w:r>
        <w:t>279.9423</w:t>
      </w:r>
      <w:r>
        <w:tab/>
        <w:t>3.038e0</w:t>
      </w:r>
    </w:p>
    <w:p w:rsidR="00E00D30" w:rsidRDefault="00E00D30" w:rsidP="00E00D30">
      <w:r>
        <w:t>279.9560</w:t>
      </w:r>
      <w:r>
        <w:tab/>
        <w:t>1.013e0</w:t>
      </w:r>
    </w:p>
    <w:p w:rsidR="00E00D30" w:rsidRDefault="00E00D30" w:rsidP="00E00D30">
      <w:r>
        <w:t>279.9641</w:t>
      </w:r>
      <w:r>
        <w:tab/>
        <w:t>1.013e0</w:t>
      </w:r>
    </w:p>
    <w:p w:rsidR="00E00D30" w:rsidRDefault="00E00D30" w:rsidP="00E00D30">
      <w:r>
        <w:t>279.9693</w:t>
      </w:r>
      <w:r>
        <w:tab/>
        <w:t>2.025e0</w:t>
      </w:r>
    </w:p>
    <w:p w:rsidR="00E00D30" w:rsidRDefault="00E00D30" w:rsidP="00E00D30">
      <w:r>
        <w:t>279.9789</w:t>
      </w:r>
      <w:r>
        <w:tab/>
        <w:t>2.025e0</w:t>
      </w:r>
    </w:p>
    <w:p w:rsidR="00E00D30" w:rsidRDefault="00E00D30" w:rsidP="00E00D30">
      <w:r>
        <w:t>279.9800</w:t>
      </w:r>
      <w:r>
        <w:tab/>
        <w:t>2.025e0</w:t>
      </w:r>
    </w:p>
    <w:p w:rsidR="00E00D30" w:rsidRDefault="00E00D30" w:rsidP="00E00D30">
      <w:r>
        <w:t>280.0103</w:t>
      </w:r>
      <w:r>
        <w:tab/>
        <w:t>1.013e0</w:t>
      </w:r>
    </w:p>
    <w:p w:rsidR="00E00D30" w:rsidRDefault="00E00D30" w:rsidP="00E00D30">
      <w:r>
        <w:t>280.0142</w:t>
      </w:r>
      <w:r>
        <w:tab/>
        <w:t>2.025e0</w:t>
      </w:r>
    </w:p>
    <w:p w:rsidR="00E00D30" w:rsidRDefault="00E00D30" w:rsidP="00E00D30">
      <w:r>
        <w:t>280.0182</w:t>
      </w:r>
      <w:r>
        <w:tab/>
        <w:t>1.013e0</w:t>
      </w:r>
    </w:p>
    <w:p w:rsidR="00E00D30" w:rsidRDefault="00E00D30" w:rsidP="00E00D30">
      <w:r>
        <w:t>280.0360</w:t>
      </w:r>
      <w:r>
        <w:tab/>
        <w:t>2.025e0</w:t>
      </w:r>
    </w:p>
    <w:p w:rsidR="00E00D30" w:rsidRDefault="00E00D30" w:rsidP="00E00D30">
      <w:r>
        <w:t>280.0536</w:t>
      </w:r>
      <w:r>
        <w:tab/>
        <w:t>1.013e0</w:t>
      </w:r>
    </w:p>
    <w:p w:rsidR="00E00D30" w:rsidRDefault="00E00D30" w:rsidP="00E00D30">
      <w:r>
        <w:t>280.0575</w:t>
      </w:r>
      <w:r>
        <w:tab/>
        <w:t>1.013e0</w:t>
      </w:r>
    </w:p>
    <w:p w:rsidR="00E00D30" w:rsidRDefault="00E00D30" w:rsidP="00E00D30">
      <w:r>
        <w:t>280.0774</w:t>
      </w:r>
      <w:r>
        <w:tab/>
        <w:t>1.013e0</w:t>
      </w:r>
    </w:p>
    <w:p w:rsidR="00E00D30" w:rsidRDefault="00E00D30" w:rsidP="00E00D30">
      <w:r>
        <w:t>280.0889</w:t>
      </w:r>
      <w:r>
        <w:tab/>
        <w:t>3.038e0</w:t>
      </w:r>
    </w:p>
    <w:p w:rsidR="00E00D30" w:rsidRDefault="00E00D30" w:rsidP="00E00D30">
      <w:r>
        <w:t>280.0903</w:t>
      </w:r>
      <w:r>
        <w:tab/>
        <w:t>2.025e0</w:t>
      </w:r>
    </w:p>
    <w:p w:rsidR="00E00D30" w:rsidRDefault="00E00D30" w:rsidP="00E00D30">
      <w:r>
        <w:t>280.0927</w:t>
      </w:r>
      <w:r>
        <w:tab/>
        <w:t>1.013e0</w:t>
      </w:r>
    </w:p>
    <w:p w:rsidR="00E00D30" w:rsidRDefault="00E00D30" w:rsidP="00E00D30">
      <w:r>
        <w:t>280.0968</w:t>
      </w:r>
      <w:r>
        <w:tab/>
        <w:t>2.025e0</w:t>
      </w:r>
    </w:p>
    <w:p w:rsidR="00E00D30" w:rsidRDefault="00E00D30" w:rsidP="00E00D30">
      <w:r>
        <w:t>280.0988</w:t>
      </w:r>
      <w:r>
        <w:tab/>
        <w:t>2.025e0</w:t>
      </w:r>
    </w:p>
    <w:p w:rsidR="00E00D30" w:rsidRDefault="00E00D30" w:rsidP="00E00D30">
      <w:r>
        <w:lastRenderedPageBreak/>
        <w:t>280.1032</w:t>
      </w:r>
      <w:r>
        <w:tab/>
        <w:t>1.013e0</w:t>
      </w:r>
    </w:p>
    <w:p w:rsidR="00E00D30" w:rsidRDefault="00E00D30" w:rsidP="00E00D30">
      <w:r>
        <w:t>280.1241</w:t>
      </w:r>
      <w:r>
        <w:tab/>
        <w:t>1.013e0</w:t>
      </w:r>
    </w:p>
    <w:p w:rsidR="00E00D30" w:rsidRDefault="00E00D30" w:rsidP="00E00D30">
      <w:r>
        <w:t>280.1496</w:t>
      </w:r>
      <w:r>
        <w:tab/>
        <w:t>2.025e0</w:t>
      </w:r>
    </w:p>
    <w:p w:rsidR="00E00D30" w:rsidRDefault="00E00D30" w:rsidP="00E00D30">
      <w:r>
        <w:t>280.1556</w:t>
      </w:r>
      <w:r>
        <w:tab/>
        <w:t>1.013e0</w:t>
      </w:r>
    </w:p>
    <w:p w:rsidR="00E00D30" w:rsidRDefault="00E00D30" w:rsidP="00E00D30">
      <w:r>
        <w:t>280.1581</w:t>
      </w:r>
      <w:r>
        <w:tab/>
        <w:t>6.076e0</w:t>
      </w:r>
    </w:p>
    <w:p w:rsidR="00E00D30" w:rsidRDefault="00E00D30" w:rsidP="00E00D30">
      <w:r>
        <w:t>280.1638</w:t>
      </w:r>
      <w:r>
        <w:tab/>
        <w:t>4.051e0</w:t>
      </w:r>
    </w:p>
    <w:p w:rsidR="00E00D30" w:rsidRDefault="00E00D30" w:rsidP="00E00D30">
      <w:r>
        <w:t>280.1787</w:t>
      </w:r>
      <w:r>
        <w:tab/>
        <w:t>2.025e0</w:t>
      </w:r>
    </w:p>
    <w:p w:rsidR="00E00D30" w:rsidRDefault="00E00D30" w:rsidP="00E00D30">
      <w:r>
        <w:t>280.1819</w:t>
      </w:r>
      <w:r>
        <w:tab/>
        <w:t>3.218e0</w:t>
      </w:r>
    </w:p>
    <w:p w:rsidR="00E00D30" w:rsidRDefault="00E00D30" w:rsidP="00E00D30">
      <w:r>
        <w:t>280.1933</w:t>
      </w:r>
      <w:r>
        <w:tab/>
        <w:t>2.025e0</w:t>
      </w:r>
    </w:p>
    <w:p w:rsidR="00E00D30" w:rsidRDefault="00E00D30" w:rsidP="00E00D30">
      <w:r>
        <w:t>280.1974</w:t>
      </w:r>
      <w:r>
        <w:tab/>
        <w:t>2.025e0</w:t>
      </w:r>
    </w:p>
    <w:p w:rsidR="00E00D30" w:rsidRDefault="00E00D30" w:rsidP="00E00D30">
      <w:r>
        <w:t>280.2103</w:t>
      </w:r>
      <w:r>
        <w:tab/>
        <w:t>1.013e0</w:t>
      </w:r>
    </w:p>
    <w:p w:rsidR="00E00D30" w:rsidRDefault="00E00D30" w:rsidP="00E00D30">
      <w:r>
        <w:t>280.2183</w:t>
      </w:r>
      <w:r>
        <w:tab/>
        <w:t>1.013e0</w:t>
      </w:r>
    </w:p>
    <w:p w:rsidR="00E00D30" w:rsidRDefault="00E00D30" w:rsidP="00E00D30">
      <w:r>
        <w:t>280.2206</w:t>
      </w:r>
      <w:r>
        <w:tab/>
        <w:t>2.025e0</w:t>
      </w:r>
    </w:p>
    <w:p w:rsidR="00E00D30" w:rsidRDefault="00E00D30" w:rsidP="00E00D30">
      <w:r>
        <w:t>280.2540</w:t>
      </w:r>
      <w:r>
        <w:tab/>
        <w:t>1.013e0</w:t>
      </w:r>
    </w:p>
    <w:p w:rsidR="00E00D30" w:rsidRDefault="00E00D30" w:rsidP="00E00D30">
      <w:r>
        <w:t>280.2725</w:t>
      </w:r>
      <w:r>
        <w:tab/>
        <w:t>1.013e0</w:t>
      </w:r>
    </w:p>
    <w:p w:rsidR="00E00D30" w:rsidRDefault="00E00D30" w:rsidP="00E00D30">
      <w:r>
        <w:t>280.2773</w:t>
      </w:r>
      <w:r>
        <w:tab/>
        <w:t>1.013e0</w:t>
      </w:r>
    </w:p>
    <w:p w:rsidR="00E00D30" w:rsidRDefault="00E00D30" w:rsidP="00E00D30">
      <w:r>
        <w:t>280.3120</w:t>
      </w:r>
      <w:r>
        <w:tab/>
        <w:t>1.013e0</w:t>
      </w:r>
    </w:p>
    <w:p w:rsidR="00E00D30" w:rsidRDefault="00E00D30" w:rsidP="00E00D30">
      <w:r>
        <w:t>280.3290</w:t>
      </w:r>
      <w:r>
        <w:tab/>
        <w:t>1.013e0</w:t>
      </w:r>
    </w:p>
    <w:p w:rsidR="00E00D30" w:rsidRDefault="00E00D30" w:rsidP="00E00D30">
      <w:r>
        <w:t>280.3342</w:t>
      </w:r>
      <w:r>
        <w:tab/>
        <w:t>1.013e0</w:t>
      </w:r>
    </w:p>
    <w:p w:rsidR="00E00D30" w:rsidRDefault="00E00D30" w:rsidP="00E00D30">
      <w:r>
        <w:lastRenderedPageBreak/>
        <w:t>280.3479</w:t>
      </w:r>
      <w:r>
        <w:tab/>
        <w:t>1.013e0</w:t>
      </w:r>
    </w:p>
    <w:p w:rsidR="00E00D30" w:rsidRDefault="00E00D30" w:rsidP="00E00D30">
      <w:r>
        <w:t>280.3516</w:t>
      </w:r>
      <w:r>
        <w:tab/>
        <w:t>1.013e0</w:t>
      </w:r>
    </w:p>
    <w:p w:rsidR="00E00D30" w:rsidRDefault="00E00D30" w:rsidP="00E00D30">
      <w:r>
        <w:t>280.3652</w:t>
      </w:r>
      <w:r>
        <w:tab/>
        <w:t>2.025e0</w:t>
      </w:r>
    </w:p>
    <w:p w:rsidR="00E00D30" w:rsidRDefault="00E00D30" w:rsidP="00E00D30">
      <w:r>
        <w:t>280.3750</w:t>
      </w:r>
      <w:r>
        <w:tab/>
        <w:t>1.013e0</w:t>
      </w:r>
    </w:p>
    <w:p w:rsidR="00E00D30" w:rsidRDefault="00E00D30" w:rsidP="00E00D30">
      <w:r>
        <w:t>280.4141</w:t>
      </w:r>
      <w:r>
        <w:tab/>
        <w:t>1.013e0</w:t>
      </w:r>
    </w:p>
    <w:p w:rsidR="00E00D30" w:rsidRDefault="00E00D30" w:rsidP="00E00D30">
      <w:r>
        <w:t>280.4371</w:t>
      </w:r>
      <w:r>
        <w:tab/>
        <w:t>1.013e0</w:t>
      </w:r>
    </w:p>
    <w:p w:rsidR="00E00D30" w:rsidRDefault="00E00D30" w:rsidP="00E00D30">
      <w:r>
        <w:t>280.4480</w:t>
      </w:r>
      <w:r>
        <w:tab/>
        <w:t>2.025e0</w:t>
      </w:r>
    </w:p>
    <w:p w:rsidR="00E00D30" w:rsidRDefault="00E00D30" w:rsidP="00E00D30">
      <w:r>
        <w:t>280.4575</w:t>
      </w:r>
      <w:r>
        <w:tab/>
        <w:t>1.013e0</w:t>
      </w:r>
    </w:p>
    <w:p w:rsidR="00E00D30" w:rsidRDefault="00E00D30" w:rsidP="00E00D30">
      <w:r>
        <w:t>280.4678</w:t>
      </w:r>
      <w:r>
        <w:tab/>
        <w:t>1.013e0</w:t>
      </w:r>
    </w:p>
    <w:p w:rsidR="00E00D30" w:rsidRDefault="00E00D30" w:rsidP="00E00D30">
      <w:r>
        <w:t>280.5126</w:t>
      </w:r>
      <w:r>
        <w:tab/>
        <w:t>1.013e0</w:t>
      </w:r>
    </w:p>
    <w:p w:rsidR="00E00D30" w:rsidRDefault="00E00D30" w:rsidP="00E00D30">
      <w:r>
        <w:t>280.5162</w:t>
      </w:r>
      <w:r>
        <w:tab/>
        <w:t>1.013e0</w:t>
      </w:r>
    </w:p>
    <w:p w:rsidR="00E00D30" w:rsidRDefault="00E00D30" w:rsidP="00E00D30">
      <w:r>
        <w:t>280.5868</w:t>
      </w:r>
      <w:r>
        <w:tab/>
        <w:t>2.025e0</w:t>
      </w:r>
    </w:p>
    <w:p w:rsidR="00E00D30" w:rsidRDefault="00E00D30" w:rsidP="00E00D30">
      <w:r>
        <w:t>280.5914</w:t>
      </w:r>
      <w:r>
        <w:tab/>
        <w:t>2.025e0</w:t>
      </w:r>
    </w:p>
    <w:p w:rsidR="00E00D30" w:rsidRDefault="00E00D30" w:rsidP="00E00D30">
      <w:r>
        <w:t>280.6217</w:t>
      </w:r>
      <w:r>
        <w:tab/>
        <w:t>2.025e0</w:t>
      </w:r>
    </w:p>
    <w:p w:rsidR="00E00D30" w:rsidRDefault="00E00D30" w:rsidP="00E00D30">
      <w:r>
        <w:t>280.6330</w:t>
      </w:r>
      <w:r>
        <w:tab/>
        <w:t>1.013e0</w:t>
      </w:r>
    </w:p>
    <w:p w:rsidR="00E00D30" w:rsidRDefault="00E00D30" w:rsidP="00E00D30">
      <w:r>
        <w:t>280.6381</w:t>
      </w:r>
      <w:r>
        <w:tab/>
        <w:t>1.013e0</w:t>
      </w:r>
    </w:p>
    <w:p w:rsidR="00E00D30" w:rsidRDefault="00E00D30" w:rsidP="00E00D30">
      <w:r>
        <w:t>280.6536</w:t>
      </w:r>
      <w:r>
        <w:tab/>
        <w:t>1.013e0</w:t>
      </w:r>
    </w:p>
    <w:p w:rsidR="00E00D30" w:rsidRDefault="00E00D30" w:rsidP="00E00D30">
      <w:r>
        <w:t>280.6587</w:t>
      </w:r>
      <w:r>
        <w:tab/>
        <w:t>1.013e0</w:t>
      </w:r>
    </w:p>
    <w:p w:rsidR="00E00D30" w:rsidRDefault="00E00D30" w:rsidP="00E00D30">
      <w:r>
        <w:t>280.6769</w:t>
      </w:r>
      <w:r>
        <w:tab/>
        <w:t>1.013e0</w:t>
      </w:r>
    </w:p>
    <w:p w:rsidR="00E00D30" w:rsidRDefault="00E00D30" w:rsidP="00E00D30">
      <w:r>
        <w:lastRenderedPageBreak/>
        <w:t>280.6994</w:t>
      </w:r>
      <w:r>
        <w:tab/>
        <w:t>1.013e0</w:t>
      </w:r>
    </w:p>
    <w:p w:rsidR="00E00D30" w:rsidRDefault="00E00D30" w:rsidP="00E00D30">
      <w:r>
        <w:t>280.7201</w:t>
      </w:r>
      <w:r>
        <w:tab/>
        <w:t>1.013e0</w:t>
      </w:r>
    </w:p>
    <w:p w:rsidR="00E00D30" w:rsidRDefault="00E00D30" w:rsidP="00E00D30">
      <w:r>
        <w:t>280.7397</w:t>
      </w:r>
      <w:r>
        <w:tab/>
        <w:t>1.013e0</w:t>
      </w:r>
    </w:p>
    <w:p w:rsidR="00E00D30" w:rsidRDefault="00E00D30" w:rsidP="00E00D30">
      <w:r>
        <w:t>280.7789</w:t>
      </w:r>
      <w:r>
        <w:tab/>
        <w:t>1.013e0</w:t>
      </w:r>
    </w:p>
    <w:p w:rsidR="00E00D30" w:rsidRDefault="00E00D30" w:rsidP="00E00D30">
      <w:r>
        <w:t>280.8064</w:t>
      </w:r>
      <w:r>
        <w:tab/>
        <w:t>1.013e0</w:t>
      </w:r>
    </w:p>
    <w:p w:rsidR="00E00D30" w:rsidRDefault="00E00D30" w:rsidP="00E00D30">
      <w:r>
        <w:t>280.8145</w:t>
      </w:r>
      <w:r>
        <w:tab/>
        <w:t>1.013e0</w:t>
      </w:r>
    </w:p>
    <w:p w:rsidR="00E00D30" w:rsidRDefault="00E00D30" w:rsidP="00E00D30">
      <w:r>
        <w:t>280.8283</w:t>
      </w:r>
      <w:r>
        <w:tab/>
        <w:t>1.013e0</w:t>
      </w:r>
    </w:p>
    <w:p w:rsidR="00E00D30" w:rsidRDefault="00E00D30" w:rsidP="00E00D30">
      <w:r>
        <w:t>280.8499</w:t>
      </w:r>
      <w:r>
        <w:tab/>
        <w:t>2.025e0</w:t>
      </w:r>
    </w:p>
    <w:p w:rsidR="00E00D30" w:rsidRDefault="00E00D30" w:rsidP="00E00D30">
      <w:r>
        <w:t>280.8642</w:t>
      </w:r>
      <w:r>
        <w:tab/>
        <w:t>1.013e0</w:t>
      </w:r>
    </w:p>
    <w:p w:rsidR="00E00D30" w:rsidRDefault="00E00D30" w:rsidP="00E00D30">
      <w:r>
        <w:t>280.8730</w:t>
      </w:r>
      <w:r>
        <w:tab/>
        <w:t>1.013e0</w:t>
      </w:r>
    </w:p>
    <w:p w:rsidR="00E00D30" w:rsidRDefault="00E00D30" w:rsidP="00E00D30">
      <w:r>
        <w:t>280.9004</w:t>
      </w:r>
      <w:r>
        <w:tab/>
        <w:t>1.013e0</w:t>
      </w:r>
    </w:p>
    <w:p w:rsidR="00E00D30" w:rsidRDefault="00E00D30" w:rsidP="00E00D30">
      <w:r>
        <w:t>280.9063</w:t>
      </w:r>
      <w:r>
        <w:tab/>
        <w:t>2.025e0</w:t>
      </w:r>
    </w:p>
    <w:p w:rsidR="00E00D30" w:rsidRDefault="00E00D30" w:rsidP="00E00D30">
      <w:r>
        <w:t>280.9437</w:t>
      </w:r>
      <w:r>
        <w:tab/>
        <w:t>1.013e0</w:t>
      </w:r>
    </w:p>
    <w:p w:rsidR="00E00D30" w:rsidRDefault="00E00D30" w:rsidP="00E00D30">
      <w:r>
        <w:t>280.9512</w:t>
      </w:r>
      <w:r>
        <w:tab/>
        <w:t>2.025e0</w:t>
      </w:r>
    </w:p>
    <w:p w:rsidR="00E00D30" w:rsidRDefault="00E00D30" w:rsidP="00E00D30">
      <w:r>
        <w:t>280.9528</w:t>
      </w:r>
      <w:r>
        <w:tab/>
        <w:t>3.038e0</w:t>
      </w:r>
    </w:p>
    <w:p w:rsidR="00E00D30" w:rsidRDefault="00E00D30" w:rsidP="00E00D30">
      <w:r>
        <w:t>280.9621</w:t>
      </w:r>
      <w:r>
        <w:tab/>
        <w:t>1.013e0</w:t>
      </w:r>
    </w:p>
    <w:p w:rsidR="00E00D30" w:rsidRDefault="00E00D30" w:rsidP="00E00D30">
      <w:r>
        <w:t>280.9791</w:t>
      </w:r>
      <w:r>
        <w:tab/>
        <w:t>1.013e0</w:t>
      </w:r>
    </w:p>
    <w:p w:rsidR="00E00D30" w:rsidRDefault="00E00D30" w:rsidP="00E00D30">
      <w:r>
        <w:t>280.9929</w:t>
      </w:r>
      <w:r>
        <w:tab/>
        <w:t>2.025e0</w:t>
      </w:r>
    </w:p>
    <w:p w:rsidR="00E00D30" w:rsidRDefault="00E00D30" w:rsidP="00E00D30">
      <w:r>
        <w:t>281.0028</w:t>
      </w:r>
      <w:r>
        <w:tab/>
        <w:t>1.013e0</w:t>
      </w:r>
    </w:p>
    <w:p w:rsidR="00E00D30" w:rsidRDefault="00E00D30" w:rsidP="00E00D30">
      <w:r>
        <w:lastRenderedPageBreak/>
        <w:t>281.0106</w:t>
      </w:r>
      <w:r>
        <w:tab/>
        <w:t>1.013e0</w:t>
      </w:r>
    </w:p>
    <w:p w:rsidR="00E00D30" w:rsidRDefault="00E00D30" w:rsidP="00E00D30">
      <w:r>
        <w:t>281.0291</w:t>
      </w:r>
      <w:r>
        <w:tab/>
        <w:t>1.013e0</w:t>
      </w:r>
    </w:p>
    <w:p w:rsidR="00E00D30" w:rsidRDefault="00E00D30" w:rsidP="00E00D30">
      <w:r>
        <w:t>281.0403</w:t>
      </w:r>
      <w:r>
        <w:tab/>
        <w:t>4.051e0</w:t>
      </w:r>
    </w:p>
    <w:p w:rsidR="00E00D30" w:rsidRDefault="00E00D30" w:rsidP="00E00D30">
      <w:r>
        <w:t>281.0458</w:t>
      </w:r>
      <w:r>
        <w:tab/>
        <w:t>1.013e0</w:t>
      </w:r>
    </w:p>
    <w:p w:rsidR="00E00D30" w:rsidRDefault="00E00D30" w:rsidP="00E00D30">
      <w:r>
        <w:t>281.0509</w:t>
      </w:r>
      <w:r>
        <w:tab/>
        <w:t>4.051e0</w:t>
      </w:r>
    </w:p>
    <w:p w:rsidR="00E00D30" w:rsidRDefault="00E00D30" w:rsidP="00E00D30">
      <w:r>
        <w:t>281.0602</w:t>
      </w:r>
      <w:r>
        <w:tab/>
        <w:t>1.013e0</w:t>
      </w:r>
    </w:p>
    <w:p w:rsidR="00E00D30" w:rsidRDefault="00E00D30" w:rsidP="00E00D30">
      <w:r>
        <w:t>281.0657</w:t>
      </w:r>
      <w:r>
        <w:tab/>
        <w:t>1.013e0</w:t>
      </w:r>
    </w:p>
    <w:p w:rsidR="00E00D30" w:rsidRDefault="00E00D30" w:rsidP="00E00D30">
      <w:r>
        <w:t>281.0734</w:t>
      </w:r>
      <w:r>
        <w:tab/>
        <w:t>3.038e0</w:t>
      </w:r>
    </w:p>
    <w:p w:rsidR="00E00D30" w:rsidRDefault="00E00D30" w:rsidP="00E00D30">
      <w:r>
        <w:t>281.1086</w:t>
      </w:r>
      <w:r>
        <w:tab/>
        <w:t>1.013e0</w:t>
      </w:r>
    </w:p>
    <w:p w:rsidR="00E00D30" w:rsidRDefault="00E00D30" w:rsidP="00E00D30">
      <w:r>
        <w:t>281.1324</w:t>
      </w:r>
      <w:r>
        <w:tab/>
        <w:t>1.013e0</w:t>
      </w:r>
    </w:p>
    <w:p w:rsidR="00E00D30" w:rsidRDefault="00E00D30" w:rsidP="00E00D30">
      <w:r>
        <w:t>281.1403</w:t>
      </w:r>
      <w:r>
        <w:tab/>
        <w:t>1.013e0</w:t>
      </w:r>
    </w:p>
    <w:p w:rsidR="00E00D30" w:rsidRDefault="00E00D30" w:rsidP="00E00D30">
      <w:r>
        <w:t>281.1459</w:t>
      </w:r>
      <w:r>
        <w:tab/>
        <w:t>3.038e0</w:t>
      </w:r>
    </w:p>
    <w:p w:rsidR="00E00D30" w:rsidRDefault="00E00D30" w:rsidP="00E00D30">
      <w:r>
        <w:t>281.1472</w:t>
      </w:r>
      <w:r>
        <w:tab/>
        <w:t>2.025e0</w:t>
      </w:r>
    </w:p>
    <w:p w:rsidR="00E00D30" w:rsidRDefault="00E00D30" w:rsidP="00E00D30">
      <w:r>
        <w:t>281.1530</w:t>
      </w:r>
      <w:r>
        <w:tab/>
        <w:t>1.013e0</w:t>
      </w:r>
    </w:p>
    <w:p w:rsidR="00E00D30" w:rsidRDefault="00E00D30" w:rsidP="00E00D30">
      <w:r>
        <w:t>281.1561</w:t>
      </w:r>
      <w:r>
        <w:tab/>
        <w:t>4.051e0</w:t>
      </w:r>
    </w:p>
    <w:p w:rsidR="00E00D30" w:rsidRDefault="00E00D30" w:rsidP="00E00D30">
      <w:r>
        <w:t>281.1716</w:t>
      </w:r>
      <w:r>
        <w:tab/>
        <w:t>1.013e0</w:t>
      </w:r>
    </w:p>
    <w:p w:rsidR="00E00D30" w:rsidRDefault="00E00D30" w:rsidP="00E00D30">
      <w:r>
        <w:t>281.1755</w:t>
      </w:r>
      <w:r>
        <w:tab/>
        <w:t>2.025e0</w:t>
      </w:r>
    </w:p>
    <w:p w:rsidR="00E00D30" w:rsidRDefault="00E00D30" w:rsidP="00E00D30">
      <w:r>
        <w:t>281.1891</w:t>
      </w:r>
      <w:r>
        <w:tab/>
        <w:t>1.013e0</w:t>
      </w:r>
    </w:p>
    <w:p w:rsidR="00E00D30" w:rsidRDefault="00E00D30" w:rsidP="00E00D30">
      <w:r>
        <w:t>281.1941</w:t>
      </w:r>
      <w:r>
        <w:tab/>
        <w:t>1.013e0</w:t>
      </w:r>
    </w:p>
    <w:p w:rsidR="00E00D30" w:rsidRDefault="00E00D30" w:rsidP="00E00D30">
      <w:r>
        <w:lastRenderedPageBreak/>
        <w:t>281.1969</w:t>
      </w:r>
      <w:r>
        <w:tab/>
        <w:t>2.025e0</w:t>
      </w:r>
    </w:p>
    <w:p w:rsidR="00E00D30" w:rsidRDefault="00E00D30" w:rsidP="00E00D30">
      <w:r>
        <w:t>281.2000</w:t>
      </w:r>
      <w:r>
        <w:tab/>
        <w:t>2.025e0</w:t>
      </w:r>
    </w:p>
    <w:p w:rsidR="00E00D30" w:rsidRDefault="00E00D30" w:rsidP="00E00D30">
      <w:r>
        <w:t>281.2030</w:t>
      </w:r>
      <w:r>
        <w:tab/>
        <w:t>1.013e0</w:t>
      </w:r>
    </w:p>
    <w:p w:rsidR="00E00D30" w:rsidRDefault="00E00D30" w:rsidP="00E00D30">
      <w:r>
        <w:t>281.2463</w:t>
      </w:r>
      <w:r>
        <w:tab/>
        <w:t>1.013e0</w:t>
      </w:r>
    </w:p>
    <w:p w:rsidR="00E00D30" w:rsidRDefault="00E00D30" w:rsidP="00E00D30">
      <w:r>
        <w:t>281.2589</w:t>
      </w:r>
      <w:r>
        <w:tab/>
        <w:t>2.025e0</w:t>
      </w:r>
    </w:p>
    <w:p w:rsidR="00E00D30" w:rsidRDefault="00E00D30" w:rsidP="00E00D30">
      <w:r>
        <w:t>281.2616</w:t>
      </w:r>
      <w:r>
        <w:tab/>
        <w:t>1.013e0</w:t>
      </w:r>
    </w:p>
    <w:p w:rsidR="00E00D30" w:rsidRDefault="00E00D30" w:rsidP="00E00D30">
      <w:r>
        <w:t>281.2738</w:t>
      </w:r>
      <w:r>
        <w:tab/>
        <w:t>1.013e0</w:t>
      </w:r>
    </w:p>
    <w:p w:rsidR="00E00D30" w:rsidRDefault="00E00D30" w:rsidP="00E00D30">
      <w:r>
        <w:t>281.2870</w:t>
      </w:r>
      <w:r>
        <w:tab/>
        <w:t>1.013e0</w:t>
      </w:r>
    </w:p>
    <w:p w:rsidR="00E00D30" w:rsidRDefault="00E00D30" w:rsidP="00E00D30">
      <w:r>
        <w:t>281.2892</w:t>
      </w:r>
      <w:r>
        <w:tab/>
        <w:t>2.025e0</w:t>
      </w:r>
    </w:p>
    <w:p w:rsidR="00E00D30" w:rsidRDefault="00E00D30" w:rsidP="00E00D30">
      <w:r>
        <w:t>281.2922</w:t>
      </w:r>
      <w:r>
        <w:tab/>
        <w:t>1.013e0</w:t>
      </w:r>
    </w:p>
    <w:p w:rsidR="00E00D30" w:rsidRDefault="00E00D30" w:rsidP="00E00D30">
      <w:r>
        <w:t>281.2967</w:t>
      </w:r>
      <w:r>
        <w:tab/>
        <w:t>1.013e0</w:t>
      </w:r>
    </w:p>
    <w:p w:rsidR="00E00D30" w:rsidRDefault="00E00D30" w:rsidP="00E00D30">
      <w:r>
        <w:t>281.3490</w:t>
      </w:r>
      <w:r>
        <w:tab/>
        <w:t>1.013e0</w:t>
      </w:r>
    </w:p>
    <w:p w:rsidR="00E00D30" w:rsidRDefault="00E00D30" w:rsidP="00E00D30">
      <w:r>
        <w:t>281.3854</w:t>
      </w:r>
      <w:r>
        <w:tab/>
        <w:t>1.013e0</w:t>
      </w:r>
    </w:p>
    <w:p w:rsidR="00E00D30" w:rsidRDefault="00E00D30" w:rsidP="00E00D30">
      <w:r>
        <w:t>281.3987</w:t>
      </w:r>
      <w:r>
        <w:tab/>
        <w:t>1.013e0</w:t>
      </w:r>
    </w:p>
    <w:p w:rsidR="00E00D30" w:rsidRDefault="00E00D30" w:rsidP="00E00D30">
      <w:r>
        <w:t>281.4263</w:t>
      </w:r>
      <w:r>
        <w:tab/>
        <w:t>2.025e0</w:t>
      </w:r>
    </w:p>
    <w:p w:rsidR="00E00D30" w:rsidRDefault="00E00D30" w:rsidP="00E00D30">
      <w:r>
        <w:t>281.4305</w:t>
      </w:r>
      <w:r>
        <w:tab/>
        <w:t>1.013e0</w:t>
      </w:r>
    </w:p>
    <w:p w:rsidR="00E00D30" w:rsidRDefault="00E00D30" w:rsidP="00E00D30">
      <w:r>
        <w:t>281.4778</w:t>
      </w:r>
      <w:r>
        <w:tab/>
        <w:t>1.013e0</w:t>
      </w:r>
    </w:p>
    <w:p w:rsidR="00E00D30" w:rsidRDefault="00E00D30" w:rsidP="00E00D30">
      <w:r>
        <w:t>281.4875</w:t>
      </w:r>
      <w:r>
        <w:tab/>
        <w:t>2.025e0</w:t>
      </w:r>
    </w:p>
    <w:p w:rsidR="00E00D30" w:rsidRDefault="00E00D30" w:rsidP="00E00D30">
      <w:r>
        <w:t>281.4890</w:t>
      </w:r>
      <w:r>
        <w:tab/>
        <w:t>2.025e0</w:t>
      </w:r>
    </w:p>
    <w:p w:rsidR="00E00D30" w:rsidRDefault="00E00D30" w:rsidP="00E00D30">
      <w:r>
        <w:lastRenderedPageBreak/>
        <w:t>281.4934</w:t>
      </w:r>
      <w:r>
        <w:tab/>
        <w:t>1.013e0</w:t>
      </w:r>
    </w:p>
    <w:p w:rsidR="00E00D30" w:rsidRDefault="00E00D30" w:rsidP="00E00D30">
      <w:r>
        <w:t>281.5139</w:t>
      </w:r>
      <w:r>
        <w:tab/>
        <w:t>1.013e0</w:t>
      </w:r>
    </w:p>
    <w:p w:rsidR="00E00D30" w:rsidRDefault="00E00D30" w:rsidP="00E00D30">
      <w:r>
        <w:t>281.5638</w:t>
      </w:r>
      <w:r>
        <w:tab/>
        <w:t>3.038e0</w:t>
      </w:r>
    </w:p>
    <w:p w:rsidR="00E00D30" w:rsidRDefault="00E00D30" w:rsidP="00E00D30">
      <w:r>
        <w:t>281.5678</w:t>
      </w:r>
      <w:r>
        <w:tab/>
        <w:t>1.013e0</w:t>
      </w:r>
    </w:p>
    <w:p w:rsidR="00E00D30" w:rsidRDefault="00E00D30" w:rsidP="00E00D30">
      <w:r>
        <w:t>281.5991</w:t>
      </w:r>
      <w:r>
        <w:tab/>
        <w:t>1.013e0</w:t>
      </w:r>
    </w:p>
    <w:p w:rsidR="00E00D30" w:rsidRDefault="00E00D30" w:rsidP="00E00D30">
      <w:r>
        <w:t>281.6031</w:t>
      </w:r>
      <w:r>
        <w:tab/>
        <w:t>1.013e0</w:t>
      </w:r>
    </w:p>
    <w:p w:rsidR="00E00D30" w:rsidRDefault="00E00D30" w:rsidP="00E00D30">
      <w:r>
        <w:t>281.6070</w:t>
      </w:r>
      <w:r>
        <w:tab/>
        <w:t>1.013e0</w:t>
      </w:r>
    </w:p>
    <w:p w:rsidR="00E00D30" w:rsidRDefault="00E00D30" w:rsidP="00E00D30">
      <w:r>
        <w:t>281.6197</w:t>
      </w:r>
      <w:r>
        <w:tab/>
        <w:t>4.051e0</w:t>
      </w:r>
    </w:p>
    <w:p w:rsidR="00E00D30" w:rsidRDefault="00E00D30" w:rsidP="00E00D30">
      <w:r>
        <w:t>281.6303</w:t>
      </w:r>
      <w:r>
        <w:tab/>
        <w:t>2.025e0</w:t>
      </w:r>
    </w:p>
    <w:p w:rsidR="00E00D30" w:rsidRDefault="00E00D30" w:rsidP="00E00D30">
      <w:r>
        <w:t>281.6344</w:t>
      </w:r>
      <w:r>
        <w:tab/>
        <w:t>1.013e0</w:t>
      </w:r>
    </w:p>
    <w:p w:rsidR="00E00D30" w:rsidRDefault="00E00D30" w:rsidP="00E00D30">
      <w:r>
        <w:t>281.6384</w:t>
      </w:r>
      <w:r>
        <w:tab/>
        <w:t>1.013e0</w:t>
      </w:r>
    </w:p>
    <w:p w:rsidR="00E00D30" w:rsidRDefault="00E00D30" w:rsidP="00E00D30">
      <w:r>
        <w:t>281.6540</w:t>
      </w:r>
      <w:r>
        <w:tab/>
        <w:t>2.025e0</w:t>
      </w:r>
    </w:p>
    <w:p w:rsidR="00E00D30" w:rsidRDefault="00E00D30" w:rsidP="00E00D30">
      <w:r>
        <w:t>281.6893</w:t>
      </w:r>
      <w:r>
        <w:tab/>
        <w:t>1.013e0</w:t>
      </w:r>
    </w:p>
    <w:p w:rsidR="00E00D30" w:rsidRDefault="00E00D30" w:rsidP="00E00D30">
      <w:r>
        <w:t>281.7011</w:t>
      </w:r>
      <w:r>
        <w:tab/>
        <w:t>1.013e0</w:t>
      </w:r>
    </w:p>
    <w:p w:rsidR="00E00D30" w:rsidRDefault="00E00D30" w:rsidP="00E00D30">
      <w:r>
        <w:t>281.7228</w:t>
      </w:r>
      <w:r>
        <w:tab/>
        <w:t>2.025e0</w:t>
      </w:r>
    </w:p>
    <w:p w:rsidR="00E00D30" w:rsidRDefault="00E00D30" w:rsidP="00E00D30">
      <w:r>
        <w:t>281.7411</w:t>
      </w:r>
      <w:r>
        <w:tab/>
        <w:t>1.013e0</w:t>
      </w:r>
    </w:p>
    <w:p w:rsidR="00E00D30" w:rsidRDefault="00E00D30" w:rsidP="00E00D30">
      <w:r>
        <w:t>281.7825</w:t>
      </w:r>
      <w:r>
        <w:tab/>
        <w:t>1.013e0</w:t>
      </w:r>
    </w:p>
    <w:p w:rsidR="00E00D30" w:rsidRDefault="00E00D30" w:rsidP="00E00D30">
      <w:r>
        <w:t>281.7955</w:t>
      </w:r>
      <w:r>
        <w:tab/>
        <w:t>2.025e0</w:t>
      </w:r>
    </w:p>
    <w:p w:rsidR="00E00D30" w:rsidRDefault="00E00D30" w:rsidP="00E00D30">
      <w:r>
        <w:t>281.8393</w:t>
      </w:r>
      <w:r>
        <w:tab/>
        <w:t>1.013e0</w:t>
      </w:r>
    </w:p>
    <w:p w:rsidR="00E00D30" w:rsidRDefault="00E00D30" w:rsidP="00E00D30">
      <w:r>
        <w:lastRenderedPageBreak/>
        <w:t>281.8660</w:t>
      </w:r>
      <w:r>
        <w:tab/>
        <w:t>1.013e0</w:t>
      </w:r>
    </w:p>
    <w:p w:rsidR="00E00D30" w:rsidRDefault="00E00D30" w:rsidP="00E00D30">
      <w:r>
        <w:t>281.9269</w:t>
      </w:r>
      <w:r>
        <w:tab/>
        <w:t>2.025e0</w:t>
      </w:r>
    </w:p>
    <w:p w:rsidR="00E00D30" w:rsidRDefault="00E00D30" w:rsidP="00E00D30">
      <w:r>
        <w:t>281.9427</w:t>
      </w:r>
      <w:r>
        <w:tab/>
        <w:t>3.038e0</w:t>
      </w:r>
    </w:p>
    <w:p w:rsidR="00E00D30" w:rsidRDefault="00E00D30" w:rsidP="00E00D30">
      <w:r>
        <w:t>281.9521</w:t>
      </w:r>
      <w:r>
        <w:tab/>
        <w:t>1.013e0</w:t>
      </w:r>
    </w:p>
    <w:p w:rsidR="00E00D30" w:rsidRDefault="00E00D30" w:rsidP="00E00D30">
      <w:r>
        <w:t>281.9607</w:t>
      </w:r>
      <w:r>
        <w:tab/>
        <w:t>1.013e0</w:t>
      </w:r>
    </w:p>
    <w:p w:rsidR="00E00D30" w:rsidRDefault="00E00D30" w:rsidP="00E00D30">
      <w:r>
        <w:t>281.9696</w:t>
      </w:r>
      <w:r>
        <w:tab/>
        <w:t>2.025e0</w:t>
      </w:r>
    </w:p>
    <w:p w:rsidR="00E00D30" w:rsidRDefault="00E00D30" w:rsidP="00E00D30">
      <w:r>
        <w:t>281.9738</w:t>
      </w:r>
      <w:r>
        <w:tab/>
        <w:t>2.025e0</w:t>
      </w:r>
    </w:p>
    <w:p w:rsidR="00E00D30" w:rsidRDefault="00E00D30" w:rsidP="00E00D30">
      <w:r>
        <w:t>281.9790</w:t>
      </w:r>
      <w:r>
        <w:tab/>
        <w:t>1.013e0</w:t>
      </w:r>
    </w:p>
    <w:p w:rsidR="00E00D30" w:rsidRDefault="00E00D30" w:rsidP="00E00D30">
      <w:r>
        <w:t>281.9957</w:t>
      </w:r>
      <w:r>
        <w:tab/>
        <w:t>1.013e0</w:t>
      </w:r>
    </w:p>
    <w:p w:rsidR="00E00D30" w:rsidRDefault="00E00D30" w:rsidP="00E00D30">
      <w:r>
        <w:t>282.0024</w:t>
      </w:r>
      <w:r>
        <w:tab/>
        <w:t>2.025e0</w:t>
      </w:r>
    </w:p>
    <w:p w:rsidR="00E00D30" w:rsidRDefault="00E00D30" w:rsidP="00E00D30">
      <w:r>
        <w:t>282.0074</w:t>
      </w:r>
      <w:r>
        <w:tab/>
        <w:t>4.051e0</w:t>
      </w:r>
    </w:p>
    <w:p w:rsidR="00E00D30" w:rsidRDefault="00E00D30" w:rsidP="00E00D30">
      <w:r>
        <w:t>282.0155</w:t>
      </w:r>
      <w:r>
        <w:tab/>
        <w:t>9.077e0</w:t>
      </w:r>
    </w:p>
    <w:p w:rsidR="00E00D30" w:rsidRDefault="00E00D30" w:rsidP="00E00D30">
      <w:r>
        <w:t>282.0190</w:t>
      </w:r>
      <w:r>
        <w:tab/>
        <w:t>1.013e0</w:t>
      </w:r>
    </w:p>
    <w:p w:rsidR="00E00D30" w:rsidRDefault="00E00D30" w:rsidP="00E00D30">
      <w:r>
        <w:t>282.0230</w:t>
      </w:r>
      <w:r>
        <w:tab/>
        <w:t>2.025e0</w:t>
      </w:r>
    </w:p>
    <w:p w:rsidR="00E00D30" w:rsidRDefault="00E00D30" w:rsidP="00E00D30">
      <w:r>
        <w:t>282.0263</w:t>
      </w:r>
      <w:r>
        <w:tab/>
        <w:t>4.051e0</w:t>
      </w:r>
    </w:p>
    <w:p w:rsidR="00E00D30" w:rsidRDefault="00E00D30" w:rsidP="00E00D30">
      <w:r>
        <w:t>282.0300</w:t>
      </w:r>
      <w:r>
        <w:tab/>
        <w:t>4.051e0</w:t>
      </w:r>
    </w:p>
    <w:p w:rsidR="00E00D30" w:rsidRDefault="00E00D30" w:rsidP="00E00D30">
      <w:r>
        <w:t>282.0409</w:t>
      </w:r>
      <w:r>
        <w:tab/>
        <w:t>1.013e0</w:t>
      </w:r>
    </w:p>
    <w:p w:rsidR="00E00D30" w:rsidRDefault="00E00D30" w:rsidP="00E00D30">
      <w:r>
        <w:t>282.0568</w:t>
      </w:r>
      <w:r>
        <w:tab/>
        <w:t>2.025e0</w:t>
      </w:r>
    </w:p>
    <w:p w:rsidR="00E00D30" w:rsidRDefault="00E00D30" w:rsidP="00E00D30">
      <w:r>
        <w:t>282.0626</w:t>
      </w:r>
      <w:r>
        <w:tab/>
        <w:t>2.025e0</w:t>
      </w:r>
    </w:p>
    <w:p w:rsidR="00E00D30" w:rsidRDefault="00E00D30" w:rsidP="00E00D30">
      <w:r>
        <w:lastRenderedPageBreak/>
        <w:t>282.0704</w:t>
      </w:r>
      <w:r>
        <w:tab/>
        <w:t>3.038e0</w:t>
      </w:r>
    </w:p>
    <w:p w:rsidR="00E00D30" w:rsidRDefault="00E00D30" w:rsidP="00E00D30">
      <w:r>
        <w:t>282.0721</w:t>
      </w:r>
      <w:r>
        <w:tab/>
        <w:t>1.013e0</w:t>
      </w:r>
    </w:p>
    <w:p w:rsidR="00E00D30" w:rsidRDefault="00E00D30" w:rsidP="00E00D30">
      <w:r>
        <w:t>282.0818</w:t>
      </w:r>
      <w:r>
        <w:tab/>
        <w:t>3.038e0</w:t>
      </w:r>
    </w:p>
    <w:p w:rsidR="00E00D30" w:rsidRDefault="00E00D30" w:rsidP="00E00D30">
      <w:r>
        <w:t>282.0942</w:t>
      </w:r>
      <w:r>
        <w:tab/>
        <w:t>1.013e0</w:t>
      </w:r>
    </w:p>
    <w:p w:rsidR="00E00D30" w:rsidRDefault="00E00D30" w:rsidP="00E00D30">
      <w:r>
        <w:t>282.1393</w:t>
      </w:r>
      <w:r>
        <w:tab/>
        <w:t>1.013e0</w:t>
      </w:r>
    </w:p>
    <w:p w:rsidR="00E00D30" w:rsidRDefault="00E00D30" w:rsidP="00E00D30">
      <w:r>
        <w:t>282.1564</w:t>
      </w:r>
      <w:r>
        <w:tab/>
        <w:t>7.089e0</w:t>
      </w:r>
    </w:p>
    <w:p w:rsidR="00E00D30" w:rsidRDefault="00E00D30" w:rsidP="00E00D30">
      <w:r>
        <w:t>282.1606</w:t>
      </w:r>
      <w:r>
        <w:tab/>
        <w:t>1.013e0</w:t>
      </w:r>
    </w:p>
    <w:p w:rsidR="00E00D30" w:rsidRDefault="00E00D30" w:rsidP="00E00D30">
      <w:r>
        <w:t>282.1700</w:t>
      </w:r>
      <w:r>
        <w:tab/>
        <w:t>4.051e0</w:t>
      </w:r>
    </w:p>
    <w:p w:rsidR="00E00D30" w:rsidRDefault="00E00D30" w:rsidP="00E00D30">
      <w:r>
        <w:t>282.1723</w:t>
      </w:r>
      <w:r>
        <w:tab/>
        <w:t>4.051e0</w:t>
      </w:r>
    </w:p>
    <w:p w:rsidR="00E00D30" w:rsidRDefault="00E00D30" w:rsidP="00E00D30">
      <w:r>
        <w:t>282.1943</w:t>
      </w:r>
      <w:r>
        <w:tab/>
        <w:t>2.025e0</w:t>
      </w:r>
    </w:p>
    <w:p w:rsidR="00E00D30" w:rsidRDefault="00E00D30" w:rsidP="00E00D30">
      <w:r>
        <w:t>282.1961</w:t>
      </w:r>
      <w:r>
        <w:tab/>
        <w:t>1.013e0</w:t>
      </w:r>
    </w:p>
    <w:p w:rsidR="00E00D30" w:rsidRDefault="00E00D30" w:rsidP="00E00D30">
      <w:r>
        <w:t>282.2026</w:t>
      </w:r>
      <w:r>
        <w:tab/>
        <w:t>3.038e0</w:t>
      </w:r>
    </w:p>
    <w:p w:rsidR="00E00D30" w:rsidRDefault="00E00D30" w:rsidP="00E00D30">
      <w:r>
        <w:t>282.2233</w:t>
      </w:r>
      <w:r>
        <w:tab/>
        <w:t>3.038e0</w:t>
      </w:r>
    </w:p>
    <w:p w:rsidR="00E00D30" w:rsidRDefault="00E00D30" w:rsidP="00E00D30">
      <w:r>
        <w:t>282.2283</w:t>
      </w:r>
      <w:r>
        <w:tab/>
        <w:t>2.025e0</w:t>
      </w:r>
    </w:p>
    <w:p w:rsidR="00E00D30" w:rsidRDefault="00E00D30" w:rsidP="00E00D30">
      <w:r>
        <w:t>282.2340</w:t>
      </w:r>
      <w:r>
        <w:tab/>
        <w:t>3.038e0</w:t>
      </w:r>
    </w:p>
    <w:p w:rsidR="00E00D30" w:rsidRDefault="00E00D30" w:rsidP="00E00D30">
      <w:r>
        <w:t>282.2362</w:t>
      </w:r>
      <w:r>
        <w:tab/>
        <w:t>4.051e0</w:t>
      </w:r>
    </w:p>
    <w:p w:rsidR="00E00D30" w:rsidRDefault="00E00D30" w:rsidP="00E00D30">
      <w:r>
        <w:t>282.2397</w:t>
      </w:r>
      <w:r>
        <w:tab/>
        <w:t>2.025e0</w:t>
      </w:r>
    </w:p>
    <w:p w:rsidR="00E00D30" w:rsidRDefault="00E00D30" w:rsidP="00E00D30">
      <w:r>
        <w:t>282.2466</w:t>
      </w:r>
      <w:r>
        <w:tab/>
        <w:t>1.013e0</w:t>
      </w:r>
    </w:p>
    <w:p w:rsidR="00E00D30" w:rsidRDefault="00E00D30" w:rsidP="00E00D30">
      <w:r>
        <w:t>282.2505</w:t>
      </w:r>
      <w:r>
        <w:tab/>
        <w:t>3.038e0</w:t>
      </w:r>
    </w:p>
    <w:p w:rsidR="00E00D30" w:rsidRDefault="00E00D30" w:rsidP="00E00D30">
      <w:r>
        <w:lastRenderedPageBreak/>
        <w:t>282.2748</w:t>
      </w:r>
      <w:r>
        <w:tab/>
        <w:t>2.025e0</w:t>
      </w:r>
    </w:p>
    <w:p w:rsidR="00E00D30" w:rsidRDefault="00E00D30" w:rsidP="00E00D30">
      <w:r>
        <w:t>282.2861</w:t>
      </w:r>
      <w:r>
        <w:tab/>
        <w:t>2.025e0</w:t>
      </w:r>
    </w:p>
    <w:p w:rsidR="00E00D30" w:rsidRDefault="00E00D30" w:rsidP="00E00D30">
      <w:r>
        <w:t>282.3100</w:t>
      </w:r>
      <w:r>
        <w:tab/>
        <w:t>1.013e0</w:t>
      </w:r>
    </w:p>
    <w:p w:rsidR="00E00D30" w:rsidRDefault="00E00D30" w:rsidP="00E00D30">
      <w:r>
        <w:t>282.3176</w:t>
      </w:r>
      <w:r>
        <w:tab/>
        <w:t>1.013e0</w:t>
      </w:r>
    </w:p>
    <w:p w:rsidR="00E00D30" w:rsidRDefault="00E00D30" w:rsidP="00E00D30">
      <w:r>
        <w:t>282.3216</w:t>
      </w:r>
      <w:r>
        <w:tab/>
        <w:t>1.013e0</w:t>
      </w:r>
    </w:p>
    <w:p w:rsidR="00E00D30" w:rsidRDefault="00E00D30" w:rsidP="00E00D30">
      <w:r>
        <w:t>282.3285</w:t>
      </w:r>
      <w:r>
        <w:tab/>
        <w:t>2.025e0</w:t>
      </w:r>
    </w:p>
    <w:p w:rsidR="00E00D30" w:rsidRDefault="00E00D30" w:rsidP="00E00D30">
      <w:r>
        <w:t>282.3568</w:t>
      </w:r>
      <w:r>
        <w:tab/>
        <w:t>1.013e0</w:t>
      </w:r>
    </w:p>
    <w:p w:rsidR="00E00D30" w:rsidRDefault="00E00D30" w:rsidP="00E00D30">
      <w:r>
        <w:t>282.3843</w:t>
      </w:r>
      <w:r>
        <w:tab/>
        <w:t>1.013e0</w:t>
      </w:r>
    </w:p>
    <w:p w:rsidR="00E00D30" w:rsidRDefault="00E00D30" w:rsidP="00E00D30">
      <w:r>
        <w:t>282.3929</w:t>
      </w:r>
      <w:r>
        <w:tab/>
        <w:t>1.013e0</w:t>
      </w:r>
    </w:p>
    <w:p w:rsidR="00E00D30" w:rsidRDefault="00E00D30" w:rsidP="00E00D30">
      <w:r>
        <w:t>282.4015</w:t>
      </w:r>
      <w:r>
        <w:tab/>
        <w:t>2.025e0</w:t>
      </w:r>
    </w:p>
    <w:p w:rsidR="00E00D30" w:rsidRDefault="00E00D30" w:rsidP="00E00D30">
      <w:r>
        <w:t>282.4076</w:t>
      </w:r>
      <w:r>
        <w:tab/>
        <w:t>1.013e0</w:t>
      </w:r>
    </w:p>
    <w:p w:rsidR="00E00D30" w:rsidRDefault="00E00D30" w:rsidP="00E00D30">
      <w:r>
        <w:t>282.4221</w:t>
      </w:r>
      <w:r>
        <w:tab/>
        <w:t>2.025e0</w:t>
      </w:r>
    </w:p>
    <w:p w:rsidR="00E00D30" w:rsidRDefault="00E00D30" w:rsidP="00E00D30">
      <w:r>
        <w:t>282.4514</w:t>
      </w:r>
      <w:r>
        <w:tab/>
        <w:t>2.025e0</w:t>
      </w:r>
    </w:p>
    <w:p w:rsidR="00E00D30" w:rsidRDefault="00E00D30" w:rsidP="00E00D30">
      <w:r>
        <w:t>282.4600</w:t>
      </w:r>
      <w:r>
        <w:tab/>
        <w:t>1.013e0</w:t>
      </w:r>
    </w:p>
    <w:p w:rsidR="00E00D30" w:rsidRDefault="00E00D30" w:rsidP="00E00D30">
      <w:r>
        <w:t>282.4745</w:t>
      </w:r>
      <w:r>
        <w:tab/>
        <w:t>2.025e0</w:t>
      </w:r>
    </w:p>
    <w:p w:rsidR="00E00D30" w:rsidRDefault="00E00D30" w:rsidP="00E00D30">
      <w:r>
        <w:t>282.4785</w:t>
      </w:r>
      <w:r>
        <w:tab/>
        <w:t>1.013e0</w:t>
      </w:r>
    </w:p>
    <w:p w:rsidR="00E00D30" w:rsidRDefault="00E00D30" w:rsidP="00E00D30">
      <w:r>
        <w:t>282.4829</w:t>
      </w:r>
      <w:r>
        <w:tab/>
        <w:t>2.025e0</w:t>
      </w:r>
    </w:p>
    <w:p w:rsidR="00E00D30" w:rsidRDefault="00E00D30" w:rsidP="00E00D30">
      <w:r>
        <w:t>282.5258</w:t>
      </w:r>
      <w:r>
        <w:tab/>
        <w:t>2.025e0</w:t>
      </w:r>
    </w:p>
    <w:p w:rsidR="00E00D30" w:rsidRDefault="00E00D30" w:rsidP="00E00D30">
      <w:r>
        <w:t>282.5275</w:t>
      </w:r>
      <w:r>
        <w:tab/>
        <w:t>1.013e0</w:t>
      </w:r>
    </w:p>
    <w:p w:rsidR="00E00D30" w:rsidRDefault="00E00D30" w:rsidP="00E00D30">
      <w:r>
        <w:lastRenderedPageBreak/>
        <w:t>282.5417</w:t>
      </w:r>
      <w:r>
        <w:tab/>
        <w:t>1.013e0</w:t>
      </w:r>
    </w:p>
    <w:p w:rsidR="00E00D30" w:rsidRDefault="00E00D30" w:rsidP="00E00D30">
      <w:r>
        <w:t>282.5636</w:t>
      </w:r>
      <w:r>
        <w:tab/>
        <w:t>1.013e0</w:t>
      </w:r>
    </w:p>
    <w:p w:rsidR="00E00D30" w:rsidRDefault="00E00D30" w:rsidP="00E00D30">
      <w:r>
        <w:t>282.5726</w:t>
      </w:r>
      <w:r>
        <w:tab/>
        <w:t>1.013e0</w:t>
      </w:r>
    </w:p>
    <w:p w:rsidR="00E00D30" w:rsidRDefault="00E00D30" w:rsidP="00E00D30">
      <w:r>
        <w:t>282.5829</w:t>
      </w:r>
      <w:r>
        <w:tab/>
        <w:t>2.025e0</w:t>
      </w:r>
    </w:p>
    <w:p w:rsidR="00E00D30" w:rsidRDefault="00E00D30" w:rsidP="00E00D30">
      <w:r>
        <w:t>282.6121</w:t>
      </w:r>
      <w:r>
        <w:tab/>
        <w:t>1.013e0</w:t>
      </w:r>
    </w:p>
    <w:p w:rsidR="00E00D30" w:rsidRDefault="00E00D30" w:rsidP="00E00D30">
      <w:r>
        <w:t>282.6161</w:t>
      </w:r>
      <w:r>
        <w:tab/>
        <w:t>1.013e0</w:t>
      </w:r>
    </w:p>
    <w:p w:rsidR="00E00D30" w:rsidRDefault="00E00D30" w:rsidP="00E00D30">
      <w:r>
        <w:t>282.6207</w:t>
      </w:r>
      <w:r>
        <w:tab/>
        <w:t>1.013e0</w:t>
      </w:r>
    </w:p>
    <w:p w:rsidR="00E00D30" w:rsidRDefault="00E00D30" w:rsidP="00E00D30">
      <w:r>
        <w:t>282.6568</w:t>
      </w:r>
      <w:r>
        <w:tab/>
        <w:t>1.013e0</w:t>
      </w:r>
    </w:p>
    <w:p w:rsidR="00E00D30" w:rsidRDefault="00E00D30" w:rsidP="00E00D30">
      <w:r>
        <w:t>282.7103</w:t>
      </w:r>
      <w:r>
        <w:tab/>
        <w:t>1.013e0</w:t>
      </w:r>
    </w:p>
    <w:p w:rsidR="00E00D30" w:rsidRDefault="00E00D30" w:rsidP="00E00D30">
      <w:r>
        <w:t>282.7336</w:t>
      </w:r>
      <w:r>
        <w:tab/>
        <w:t>1.013e0</w:t>
      </w:r>
    </w:p>
    <w:p w:rsidR="00E00D30" w:rsidRDefault="00E00D30" w:rsidP="00E00D30">
      <w:r>
        <w:t>282.7690</w:t>
      </w:r>
      <w:r>
        <w:tab/>
        <w:t>1.013e0</w:t>
      </w:r>
    </w:p>
    <w:p w:rsidR="00E00D30" w:rsidRDefault="00E00D30" w:rsidP="00E00D30">
      <w:r>
        <w:t>282.7917</w:t>
      </w:r>
      <w:r>
        <w:tab/>
        <w:t>1.013e0</w:t>
      </w:r>
    </w:p>
    <w:p w:rsidR="00E00D30" w:rsidRDefault="00E00D30" w:rsidP="00E00D30">
      <w:r>
        <w:t>282.7967</w:t>
      </w:r>
      <w:r>
        <w:tab/>
        <w:t>1.013e0</w:t>
      </w:r>
    </w:p>
    <w:p w:rsidR="00E00D30" w:rsidRDefault="00E00D30" w:rsidP="00E00D30">
      <w:r>
        <w:t>282.8174</w:t>
      </w:r>
      <w:r>
        <w:tab/>
        <w:t>1.013e0</w:t>
      </w:r>
    </w:p>
    <w:p w:rsidR="00E00D30" w:rsidRDefault="00E00D30" w:rsidP="00E00D30">
      <w:r>
        <w:t>282.8482</w:t>
      </w:r>
      <w:r>
        <w:tab/>
        <w:t>2.025e0</w:t>
      </w:r>
    </w:p>
    <w:p w:rsidR="00E00D30" w:rsidRDefault="00E00D30" w:rsidP="00E00D30">
      <w:r>
        <w:t>282.8539</w:t>
      </w:r>
      <w:r>
        <w:tab/>
        <w:t>1.013e0</w:t>
      </w:r>
    </w:p>
    <w:p w:rsidR="00E00D30" w:rsidRDefault="00E00D30" w:rsidP="00E00D30">
      <w:r>
        <w:t>282.8672</w:t>
      </w:r>
      <w:r>
        <w:tab/>
        <w:t>1.013e0</w:t>
      </w:r>
    </w:p>
    <w:p w:rsidR="00E00D30" w:rsidRDefault="00E00D30" w:rsidP="00E00D30">
      <w:r>
        <w:t>282.8848</w:t>
      </w:r>
      <w:r>
        <w:tab/>
        <w:t>1.013e0</w:t>
      </w:r>
    </w:p>
    <w:p w:rsidR="00E00D30" w:rsidRDefault="00E00D30" w:rsidP="00E00D30">
      <w:r>
        <w:t>282.9140</w:t>
      </w:r>
      <w:r>
        <w:tab/>
        <w:t>2.025e0</w:t>
      </w:r>
    </w:p>
    <w:p w:rsidR="00E00D30" w:rsidRDefault="00E00D30" w:rsidP="00E00D30">
      <w:r>
        <w:lastRenderedPageBreak/>
        <w:t>282.9701</w:t>
      </w:r>
      <w:r>
        <w:tab/>
        <w:t>1.013e0</w:t>
      </w:r>
    </w:p>
    <w:p w:rsidR="00E00D30" w:rsidRDefault="00E00D30" w:rsidP="00E00D30">
      <w:r>
        <w:t>282.9736</w:t>
      </w:r>
      <w:r>
        <w:tab/>
        <w:t>1.013e0</w:t>
      </w:r>
    </w:p>
    <w:p w:rsidR="00E00D30" w:rsidRDefault="00E00D30" w:rsidP="00E00D30">
      <w:r>
        <w:t>282.9774</w:t>
      </w:r>
      <w:r>
        <w:tab/>
        <w:t>2.025e0</w:t>
      </w:r>
    </w:p>
    <w:p w:rsidR="00E00D30" w:rsidRDefault="00E00D30" w:rsidP="00E00D30">
      <w:r>
        <w:t>282.9787</w:t>
      </w:r>
      <w:r>
        <w:tab/>
        <w:t>1.013e0</w:t>
      </w:r>
    </w:p>
    <w:p w:rsidR="00E00D30" w:rsidRDefault="00E00D30" w:rsidP="00E00D30">
      <w:r>
        <w:t>282.9834</w:t>
      </w:r>
      <w:r>
        <w:tab/>
        <w:t>2.025e0</w:t>
      </w:r>
    </w:p>
    <w:p w:rsidR="00E00D30" w:rsidRDefault="00E00D30" w:rsidP="00E00D30">
      <w:r>
        <w:t>282.9854</w:t>
      </w:r>
      <w:r>
        <w:tab/>
        <w:t>3.038e0</w:t>
      </w:r>
    </w:p>
    <w:p w:rsidR="00E00D30" w:rsidRDefault="00E00D30" w:rsidP="00E00D30">
      <w:r>
        <w:t>283.0093</w:t>
      </w:r>
      <w:r>
        <w:tab/>
        <w:t>1.013e0</w:t>
      </w:r>
    </w:p>
    <w:p w:rsidR="00E00D30" w:rsidRDefault="00E00D30" w:rsidP="00E00D30">
      <w:r>
        <w:t>283.0198</w:t>
      </w:r>
      <w:r>
        <w:tab/>
        <w:t>2.025e0</w:t>
      </w:r>
    </w:p>
    <w:p w:rsidR="00E00D30" w:rsidRDefault="00E00D30" w:rsidP="00E00D30">
      <w:r>
        <w:t>283.0221</w:t>
      </w:r>
      <w:r>
        <w:tab/>
        <w:t>2.025e0</w:t>
      </w:r>
    </w:p>
    <w:p w:rsidR="00E00D30" w:rsidRDefault="00E00D30" w:rsidP="00E00D30">
      <w:r>
        <w:t>283.0264</w:t>
      </w:r>
      <w:r>
        <w:tab/>
        <w:t>2.025e0</w:t>
      </w:r>
    </w:p>
    <w:p w:rsidR="00E00D30" w:rsidRDefault="00E00D30" w:rsidP="00E00D30">
      <w:r>
        <w:t>283.0324</w:t>
      </w:r>
      <w:r>
        <w:tab/>
        <w:t>4.051e0</w:t>
      </w:r>
    </w:p>
    <w:p w:rsidR="00E00D30" w:rsidRDefault="00E00D30" w:rsidP="00E00D30">
      <w:r>
        <w:t>283.0432</w:t>
      </w:r>
      <w:r>
        <w:tab/>
        <w:t>2.025e0</w:t>
      </w:r>
    </w:p>
    <w:p w:rsidR="00E00D30" w:rsidRDefault="00E00D30" w:rsidP="00E00D30">
      <w:r>
        <w:t>283.0461</w:t>
      </w:r>
      <w:r>
        <w:tab/>
        <w:t>1.013e0</w:t>
      </w:r>
    </w:p>
    <w:p w:rsidR="00E00D30" w:rsidRDefault="00E00D30" w:rsidP="00E00D30">
      <w:r>
        <w:t>283.0483</w:t>
      </w:r>
      <w:r>
        <w:tab/>
        <w:t>2.025e0</w:t>
      </w:r>
    </w:p>
    <w:p w:rsidR="00E00D30" w:rsidRDefault="00E00D30" w:rsidP="00E00D30">
      <w:r>
        <w:t>283.0503</w:t>
      </w:r>
      <w:r>
        <w:tab/>
        <w:t>3.038e0</w:t>
      </w:r>
    </w:p>
    <w:p w:rsidR="00E00D30" w:rsidRDefault="00E00D30" w:rsidP="00E00D30">
      <w:r>
        <w:t>283.0700</w:t>
      </w:r>
      <w:r>
        <w:tab/>
        <w:t>2.025e0</w:t>
      </w:r>
    </w:p>
    <w:p w:rsidR="00E00D30" w:rsidRDefault="00E00D30" w:rsidP="00E00D30">
      <w:r>
        <w:t>283.0722</w:t>
      </w:r>
      <w:r>
        <w:tab/>
        <w:t>1.013e0</w:t>
      </w:r>
    </w:p>
    <w:p w:rsidR="00E00D30" w:rsidRDefault="00E00D30" w:rsidP="00E00D30">
      <w:r>
        <w:t>283.0767</w:t>
      </w:r>
      <w:r>
        <w:tab/>
        <w:t>1.013e0</w:t>
      </w:r>
    </w:p>
    <w:p w:rsidR="00E00D30" w:rsidRDefault="00E00D30" w:rsidP="00E00D30">
      <w:r>
        <w:t>283.0849</w:t>
      </w:r>
      <w:r>
        <w:tab/>
        <w:t>4.051e0</w:t>
      </w:r>
    </w:p>
    <w:p w:rsidR="00E00D30" w:rsidRDefault="00E00D30" w:rsidP="00E00D30">
      <w:r>
        <w:lastRenderedPageBreak/>
        <w:t>283.0871</w:t>
      </w:r>
      <w:r>
        <w:tab/>
        <w:t>1.013e0</w:t>
      </w:r>
    </w:p>
    <w:p w:rsidR="00E00D30" w:rsidRDefault="00E00D30" w:rsidP="00E00D30">
      <w:r>
        <w:t>283.1164</w:t>
      </w:r>
      <w:r>
        <w:tab/>
        <w:t>2.025e0</w:t>
      </w:r>
    </w:p>
    <w:p w:rsidR="00E00D30" w:rsidRDefault="00E00D30" w:rsidP="00E00D30">
      <w:r>
        <w:t>283.1183</w:t>
      </w:r>
      <w:r>
        <w:tab/>
        <w:t>1.013e0</w:t>
      </w:r>
    </w:p>
    <w:p w:rsidR="00E00D30" w:rsidRDefault="00E00D30" w:rsidP="00E00D30">
      <w:r>
        <w:t>283.1227</w:t>
      </w:r>
      <w:r>
        <w:tab/>
        <w:t>1.013e0</w:t>
      </w:r>
    </w:p>
    <w:p w:rsidR="00E00D30" w:rsidRDefault="00E00D30" w:rsidP="00E00D30">
      <w:r>
        <w:t>283.1270</w:t>
      </w:r>
      <w:r>
        <w:tab/>
        <w:t>1.013e0</w:t>
      </w:r>
    </w:p>
    <w:p w:rsidR="00E00D30" w:rsidRDefault="00E00D30" w:rsidP="00E00D30">
      <w:r>
        <w:t>283.1346</w:t>
      </w:r>
      <w:r>
        <w:tab/>
        <w:t>1.013e0</w:t>
      </w:r>
    </w:p>
    <w:p w:rsidR="00E00D30" w:rsidRDefault="00E00D30" w:rsidP="00E00D30">
      <w:r>
        <w:t>283.1360</w:t>
      </w:r>
      <w:r>
        <w:tab/>
        <w:t>4.051e0</w:t>
      </w:r>
    </w:p>
    <w:p w:rsidR="00E00D30" w:rsidRDefault="00E00D30" w:rsidP="00E00D30">
      <w:r>
        <w:t>283.1545</w:t>
      </w:r>
      <w:r>
        <w:tab/>
        <w:t>1.013e0</w:t>
      </w:r>
    </w:p>
    <w:p w:rsidR="00E00D30" w:rsidRDefault="00E00D30" w:rsidP="00E00D30">
      <w:r>
        <w:t>283.1580</w:t>
      </w:r>
      <w:r>
        <w:tab/>
        <w:t>1.013e0</w:t>
      </w:r>
    </w:p>
    <w:p w:rsidR="00E00D30" w:rsidRDefault="00E00D30" w:rsidP="00E00D30">
      <w:r>
        <w:t>283.1702</w:t>
      </w:r>
      <w:r>
        <w:tab/>
        <w:t>1.013e0</w:t>
      </w:r>
    </w:p>
    <w:p w:rsidR="00E00D30" w:rsidRDefault="00E00D30" w:rsidP="00E00D30">
      <w:r>
        <w:t>283.1769</w:t>
      </w:r>
      <w:r>
        <w:tab/>
        <w:t>4.051e0</w:t>
      </w:r>
    </w:p>
    <w:p w:rsidR="00E00D30" w:rsidRDefault="00E00D30" w:rsidP="00E00D30">
      <w:r>
        <w:t>283.1802</w:t>
      </w:r>
      <w:r>
        <w:tab/>
        <w:t>4.051e0</w:t>
      </w:r>
    </w:p>
    <w:p w:rsidR="00E00D30" w:rsidRDefault="00E00D30" w:rsidP="00E00D30">
      <w:r>
        <w:t>283.1956</w:t>
      </w:r>
      <w:r>
        <w:tab/>
        <w:t>2.025e0</w:t>
      </w:r>
    </w:p>
    <w:p w:rsidR="00E00D30" w:rsidRDefault="00E00D30" w:rsidP="00E00D30">
      <w:r>
        <w:t>283.1976</w:t>
      </w:r>
      <w:r>
        <w:tab/>
        <w:t>1.013e0</w:t>
      </w:r>
    </w:p>
    <w:p w:rsidR="00E00D30" w:rsidRDefault="00E00D30" w:rsidP="00E00D30">
      <w:r>
        <w:t>283.2013</w:t>
      </w:r>
      <w:r>
        <w:tab/>
        <w:t>1.013e0</w:t>
      </w:r>
    </w:p>
    <w:p w:rsidR="00E00D30" w:rsidRDefault="00E00D30" w:rsidP="00E00D30">
      <w:r>
        <w:t>283.2121</w:t>
      </w:r>
      <w:r>
        <w:tab/>
        <w:t>1.013e0</w:t>
      </w:r>
    </w:p>
    <w:p w:rsidR="00E00D30" w:rsidRDefault="00E00D30" w:rsidP="00E00D30">
      <w:r>
        <w:t>283.2168</w:t>
      </w:r>
      <w:r>
        <w:tab/>
        <w:t>1.013e0</w:t>
      </w:r>
    </w:p>
    <w:p w:rsidR="00E00D30" w:rsidRDefault="00E00D30" w:rsidP="00E00D30">
      <w:r>
        <w:t>283.2299</w:t>
      </w:r>
      <w:r>
        <w:tab/>
        <w:t>4.051e0</w:t>
      </w:r>
    </w:p>
    <w:p w:rsidR="00E00D30" w:rsidRDefault="00E00D30" w:rsidP="00E00D30">
      <w:r>
        <w:t>283.2380</w:t>
      </w:r>
      <w:r>
        <w:tab/>
        <w:t>4.051e0</w:t>
      </w:r>
    </w:p>
    <w:p w:rsidR="00E00D30" w:rsidRDefault="00E00D30" w:rsidP="00E00D30">
      <w:r>
        <w:lastRenderedPageBreak/>
        <w:t>283.2605</w:t>
      </w:r>
      <w:r>
        <w:tab/>
        <w:t>1.013e0</w:t>
      </w:r>
    </w:p>
    <w:p w:rsidR="00E00D30" w:rsidRDefault="00E00D30" w:rsidP="00E00D30">
      <w:r>
        <w:t>283.2648</w:t>
      </w:r>
      <w:r>
        <w:tab/>
        <w:t>1.013e0</w:t>
      </w:r>
    </w:p>
    <w:p w:rsidR="00E00D30" w:rsidRDefault="00E00D30" w:rsidP="00E00D30">
      <w:r>
        <w:t>283.2705</w:t>
      </w:r>
      <w:r>
        <w:tab/>
        <w:t>2.025e0</w:t>
      </w:r>
    </w:p>
    <w:p w:rsidR="00E00D30" w:rsidRDefault="00E00D30" w:rsidP="00E00D30">
      <w:r>
        <w:t>283.2796</w:t>
      </w:r>
      <w:r>
        <w:tab/>
        <w:t>1.013e0</w:t>
      </w:r>
    </w:p>
    <w:p w:rsidR="00E00D30" w:rsidRDefault="00E00D30" w:rsidP="00E00D30">
      <w:r>
        <w:t>283.2839</w:t>
      </w:r>
      <w:r>
        <w:tab/>
        <w:t>1.013e0</w:t>
      </w:r>
    </w:p>
    <w:p w:rsidR="00E00D30" w:rsidRDefault="00E00D30" w:rsidP="00E00D30">
      <w:r>
        <w:t>283.2918</w:t>
      </w:r>
      <w:r>
        <w:tab/>
        <w:t>2.025e0</w:t>
      </w:r>
    </w:p>
    <w:p w:rsidR="00E00D30" w:rsidRDefault="00E00D30" w:rsidP="00E00D30">
      <w:r>
        <w:t>283.3362</w:t>
      </w:r>
      <w:r>
        <w:tab/>
        <w:t>1.013e0</w:t>
      </w:r>
    </w:p>
    <w:p w:rsidR="00E00D30" w:rsidRDefault="00E00D30" w:rsidP="00E00D30">
      <w:r>
        <w:t>283.3673</w:t>
      </w:r>
      <w:r>
        <w:tab/>
        <w:t>1.013e0</w:t>
      </w:r>
    </w:p>
    <w:p w:rsidR="00E00D30" w:rsidRDefault="00E00D30" w:rsidP="00E00D30">
      <w:r>
        <w:t>283.3821</w:t>
      </w:r>
      <w:r>
        <w:tab/>
        <w:t>1.013e0</w:t>
      </w:r>
    </w:p>
    <w:p w:rsidR="00E00D30" w:rsidRDefault="00E00D30" w:rsidP="00E00D30">
      <w:r>
        <w:t>283.3859</w:t>
      </w:r>
      <w:r>
        <w:tab/>
        <w:t>1.013e0</w:t>
      </w:r>
    </w:p>
    <w:p w:rsidR="00E00D30" w:rsidRDefault="00E00D30" w:rsidP="00E00D30">
      <w:r>
        <w:t>283.4257</w:t>
      </w:r>
      <w:r>
        <w:tab/>
        <w:t>2.025e0</w:t>
      </w:r>
    </w:p>
    <w:p w:rsidR="00E00D30" w:rsidRDefault="00E00D30" w:rsidP="00E00D30">
      <w:r>
        <w:t>283.4569</w:t>
      </w:r>
      <w:r>
        <w:tab/>
        <w:t>1.013e0</w:t>
      </w:r>
    </w:p>
    <w:p w:rsidR="00E00D30" w:rsidRDefault="00E00D30" w:rsidP="00E00D30">
      <w:r>
        <w:t>283.4589</w:t>
      </w:r>
      <w:r>
        <w:tab/>
        <w:t>2.025e0</w:t>
      </w:r>
    </w:p>
    <w:p w:rsidR="00E00D30" w:rsidRDefault="00E00D30" w:rsidP="00E00D30">
      <w:r>
        <w:t>283.5198</w:t>
      </w:r>
      <w:r>
        <w:tab/>
        <w:t>3.038e0</w:t>
      </w:r>
    </w:p>
    <w:p w:rsidR="00E00D30" w:rsidRDefault="00E00D30" w:rsidP="00E00D30">
      <w:r>
        <w:t>283.5238</w:t>
      </w:r>
      <w:r>
        <w:tab/>
        <w:t>1.013e0</w:t>
      </w:r>
    </w:p>
    <w:p w:rsidR="00E00D30" w:rsidRDefault="00E00D30" w:rsidP="00E00D30">
      <w:r>
        <w:t>283.5551</w:t>
      </w:r>
      <w:r>
        <w:tab/>
        <w:t>1.013e0</w:t>
      </w:r>
    </w:p>
    <w:p w:rsidR="00E00D30" w:rsidRDefault="00E00D30" w:rsidP="00E00D30">
      <w:r>
        <w:t>283.5700</w:t>
      </w:r>
      <w:r>
        <w:tab/>
        <w:t>1.013e0</w:t>
      </w:r>
    </w:p>
    <w:p w:rsidR="00E00D30" w:rsidRDefault="00E00D30" w:rsidP="00E00D30">
      <w:r>
        <w:t>283.5751</w:t>
      </w:r>
      <w:r>
        <w:tab/>
        <w:t>1.013e0</w:t>
      </w:r>
    </w:p>
    <w:p w:rsidR="00E00D30" w:rsidRDefault="00E00D30" w:rsidP="00E00D30">
      <w:r>
        <w:t>283.5827</w:t>
      </w:r>
      <w:r>
        <w:tab/>
        <w:t>1.013e0</w:t>
      </w:r>
    </w:p>
    <w:p w:rsidR="00E00D30" w:rsidRDefault="00E00D30" w:rsidP="00E00D30">
      <w:r>
        <w:lastRenderedPageBreak/>
        <w:t>283.6066</w:t>
      </w:r>
      <w:r>
        <w:tab/>
        <w:t>1.013e0</w:t>
      </w:r>
    </w:p>
    <w:p w:rsidR="00E00D30" w:rsidRDefault="00E00D30" w:rsidP="00E00D30">
      <w:r>
        <w:t>283.6141</w:t>
      </w:r>
      <w:r>
        <w:tab/>
        <w:t>1.013e0</w:t>
      </w:r>
    </w:p>
    <w:p w:rsidR="00E00D30" w:rsidRDefault="00E00D30" w:rsidP="00E00D30">
      <w:r>
        <w:t>283.6319</w:t>
      </w:r>
      <w:r>
        <w:tab/>
        <w:t>2.025e0</w:t>
      </w:r>
    </w:p>
    <w:p w:rsidR="00E00D30" w:rsidRDefault="00E00D30" w:rsidP="00E00D30">
      <w:r>
        <w:t>283.6459</w:t>
      </w:r>
      <w:r>
        <w:tab/>
        <w:t>1.013e0</w:t>
      </w:r>
    </w:p>
    <w:p w:rsidR="00E00D30" w:rsidRDefault="00E00D30" w:rsidP="00E00D30">
      <w:r>
        <w:t>283.6496</w:t>
      </w:r>
      <w:r>
        <w:tab/>
        <w:t>1.013e0</w:t>
      </w:r>
    </w:p>
    <w:p w:rsidR="00E00D30" w:rsidRDefault="00E00D30" w:rsidP="00E00D30">
      <w:r>
        <w:t>283.6584</w:t>
      </w:r>
      <w:r>
        <w:tab/>
        <w:t>1.013e0</w:t>
      </w:r>
    </w:p>
    <w:p w:rsidR="00E00D30" w:rsidRDefault="00E00D30" w:rsidP="00E00D30">
      <w:r>
        <w:t>283.7003</w:t>
      </w:r>
      <w:r>
        <w:tab/>
        <w:t>1.013e0</w:t>
      </w:r>
    </w:p>
    <w:p w:rsidR="00E00D30" w:rsidRDefault="00E00D30" w:rsidP="00E00D30">
      <w:r>
        <w:t>283.7206</w:t>
      </w:r>
      <w:r>
        <w:tab/>
        <w:t>1.013e0</w:t>
      </w:r>
    </w:p>
    <w:p w:rsidR="00E00D30" w:rsidRDefault="00E00D30" w:rsidP="00E00D30">
      <w:r>
        <w:t>283.7483</w:t>
      </w:r>
      <w:r>
        <w:tab/>
        <w:t>2.025e0</w:t>
      </w:r>
    </w:p>
    <w:p w:rsidR="00E00D30" w:rsidRDefault="00E00D30" w:rsidP="00E00D30">
      <w:r>
        <w:t>283.7794</w:t>
      </w:r>
      <w:r>
        <w:tab/>
        <w:t>1.013e0</w:t>
      </w:r>
    </w:p>
    <w:p w:rsidR="00E00D30" w:rsidRDefault="00E00D30" w:rsidP="00E00D30">
      <w:r>
        <w:t>283.8030</w:t>
      </w:r>
      <w:r>
        <w:tab/>
        <w:t>1.013e0</w:t>
      </w:r>
    </w:p>
    <w:p w:rsidR="00E00D30" w:rsidRDefault="00E00D30" w:rsidP="00E00D30">
      <w:r>
        <w:t>283.8150</w:t>
      </w:r>
      <w:r>
        <w:tab/>
        <w:t>1.013e0</w:t>
      </w:r>
    </w:p>
    <w:p w:rsidR="00E00D30" w:rsidRDefault="00E00D30" w:rsidP="00E00D30">
      <w:r>
        <w:t>283.8195</w:t>
      </w:r>
      <w:r>
        <w:tab/>
        <w:t>2.025e0</w:t>
      </w:r>
    </w:p>
    <w:p w:rsidR="00E00D30" w:rsidRDefault="00E00D30" w:rsidP="00E00D30">
      <w:r>
        <w:t>283.8206</w:t>
      </w:r>
      <w:r>
        <w:tab/>
        <w:t>2.025e0</w:t>
      </w:r>
    </w:p>
    <w:p w:rsidR="00E00D30" w:rsidRDefault="00E00D30" w:rsidP="00E00D30">
      <w:r>
        <w:t>283.8299</w:t>
      </w:r>
      <w:r>
        <w:tab/>
        <w:t>1.013e0</w:t>
      </w:r>
    </w:p>
    <w:p w:rsidR="00E00D30" w:rsidRDefault="00E00D30" w:rsidP="00E00D30">
      <w:r>
        <w:t>283.8380</w:t>
      </w:r>
      <w:r>
        <w:tab/>
        <w:t>1.013e0</w:t>
      </w:r>
    </w:p>
    <w:p w:rsidR="00E00D30" w:rsidRDefault="00E00D30" w:rsidP="00E00D30">
      <w:r>
        <w:t>283.8817</w:t>
      </w:r>
      <w:r>
        <w:tab/>
        <w:t>1.013e0</w:t>
      </w:r>
    </w:p>
    <w:p w:rsidR="00E00D30" w:rsidRDefault="00E00D30" w:rsidP="00E00D30">
      <w:r>
        <w:t>283.9183</w:t>
      </w:r>
      <w:r>
        <w:tab/>
        <w:t>1.013e0</w:t>
      </w:r>
    </w:p>
    <w:p w:rsidR="00E00D30" w:rsidRDefault="00E00D30" w:rsidP="00E00D30">
      <w:r>
        <w:t>283.9757</w:t>
      </w:r>
      <w:r>
        <w:tab/>
        <w:t>1.013e0</w:t>
      </w:r>
    </w:p>
    <w:p w:rsidR="00E00D30" w:rsidRDefault="00E00D30" w:rsidP="00E00D30">
      <w:r>
        <w:lastRenderedPageBreak/>
        <w:t>283.9857</w:t>
      </w:r>
      <w:r>
        <w:tab/>
        <w:t>1.013e0</w:t>
      </w:r>
    </w:p>
    <w:p w:rsidR="00E00D30" w:rsidRDefault="00E00D30" w:rsidP="00E00D30">
      <w:r>
        <w:t>283.9891</w:t>
      </w:r>
      <w:r>
        <w:tab/>
        <w:t>2.025e0</w:t>
      </w:r>
    </w:p>
    <w:p w:rsidR="00E00D30" w:rsidRDefault="00E00D30" w:rsidP="00E00D30">
      <w:r>
        <w:t>283.9911</w:t>
      </w:r>
      <w:r>
        <w:tab/>
        <w:t>1.013e0</w:t>
      </w:r>
    </w:p>
    <w:p w:rsidR="00E00D30" w:rsidRDefault="00E00D30" w:rsidP="00E00D30">
      <w:r>
        <w:t>283.9963</w:t>
      </w:r>
      <w:r>
        <w:tab/>
        <w:t>4.051e0</w:t>
      </w:r>
    </w:p>
    <w:p w:rsidR="00E00D30" w:rsidRDefault="00E00D30" w:rsidP="00E00D30">
      <w:r>
        <w:t>284.0074</w:t>
      </w:r>
      <w:r>
        <w:tab/>
        <w:t>1.013e0</w:t>
      </w:r>
    </w:p>
    <w:p w:rsidR="00E00D30" w:rsidRDefault="00E00D30" w:rsidP="00E00D30">
      <w:r>
        <w:t>284.0205</w:t>
      </w:r>
      <w:r>
        <w:tab/>
        <w:t>2.025e0</w:t>
      </w:r>
    </w:p>
    <w:p w:rsidR="00E00D30" w:rsidRDefault="00E00D30" w:rsidP="00E00D30">
      <w:r>
        <w:t>284.0223</w:t>
      </w:r>
      <w:r>
        <w:tab/>
        <w:t>1.013e0</w:t>
      </w:r>
    </w:p>
    <w:p w:rsidR="00E00D30" w:rsidRDefault="00E00D30" w:rsidP="00E00D30">
      <w:r>
        <w:t>284.0349</w:t>
      </w:r>
      <w:r>
        <w:tab/>
        <w:t>1.013e0</w:t>
      </w:r>
    </w:p>
    <w:p w:rsidR="00E00D30" w:rsidRDefault="00E00D30" w:rsidP="00E00D30">
      <w:r>
        <w:t>284.0388</w:t>
      </w:r>
      <w:r>
        <w:tab/>
        <w:t>1.013e0</w:t>
      </w:r>
    </w:p>
    <w:p w:rsidR="00E00D30" w:rsidRDefault="00E00D30" w:rsidP="00E00D30">
      <w:r>
        <w:t>284.0482</w:t>
      </w:r>
      <w:r>
        <w:tab/>
        <w:t>1.013e0</w:t>
      </w:r>
    </w:p>
    <w:p w:rsidR="00E00D30" w:rsidRDefault="00E00D30" w:rsidP="00E00D30">
      <w:r>
        <w:t>284.0583</w:t>
      </w:r>
      <w:r>
        <w:tab/>
        <w:t>1.013e0</w:t>
      </w:r>
    </w:p>
    <w:p w:rsidR="00E00D30" w:rsidRDefault="00E00D30" w:rsidP="00E00D30">
      <w:r>
        <w:t>284.0606</w:t>
      </w:r>
      <w:r>
        <w:tab/>
        <w:t>2.025e0</w:t>
      </w:r>
    </w:p>
    <w:p w:rsidR="00E00D30" w:rsidRDefault="00E00D30" w:rsidP="00E00D30">
      <w:r>
        <w:t>284.0886</w:t>
      </w:r>
      <w:r>
        <w:tab/>
        <w:t>3.038e0</w:t>
      </w:r>
    </w:p>
    <w:p w:rsidR="00E00D30" w:rsidRDefault="00E00D30" w:rsidP="00E00D30">
      <w:r>
        <w:t>284.0937</w:t>
      </w:r>
      <w:r>
        <w:tab/>
        <w:t>1.013e0</w:t>
      </w:r>
    </w:p>
    <w:p w:rsidR="00E00D30" w:rsidRDefault="00E00D30" w:rsidP="00E00D30">
      <w:r>
        <w:t>284.1018</w:t>
      </w:r>
      <w:r>
        <w:tab/>
        <w:t>1.013e0</w:t>
      </w:r>
    </w:p>
    <w:p w:rsidR="00E00D30" w:rsidRDefault="00E00D30" w:rsidP="00E00D30">
      <w:r>
        <w:t>284.1054</w:t>
      </w:r>
      <w:r>
        <w:tab/>
        <w:t>1.013e0</w:t>
      </w:r>
    </w:p>
    <w:p w:rsidR="00E00D30" w:rsidRDefault="00E00D30" w:rsidP="00E00D30">
      <w:r>
        <w:t>284.1163</w:t>
      </w:r>
      <w:r>
        <w:tab/>
        <w:t>1.013e0</w:t>
      </w:r>
    </w:p>
    <w:p w:rsidR="00E00D30" w:rsidRDefault="00E00D30" w:rsidP="00E00D30">
      <w:r>
        <w:t>284.1251</w:t>
      </w:r>
      <w:r>
        <w:tab/>
        <w:t>1.013e0</w:t>
      </w:r>
    </w:p>
    <w:p w:rsidR="00E00D30" w:rsidRDefault="00E00D30" w:rsidP="00E00D30">
      <w:r>
        <w:t>284.1310</w:t>
      </w:r>
      <w:r>
        <w:tab/>
        <w:t>2.025e0</w:t>
      </w:r>
    </w:p>
    <w:p w:rsidR="00E00D30" w:rsidRDefault="00E00D30" w:rsidP="00E00D30">
      <w:r>
        <w:lastRenderedPageBreak/>
        <w:t>284.1371</w:t>
      </w:r>
      <w:r>
        <w:tab/>
        <w:t>1.013e0</w:t>
      </w:r>
    </w:p>
    <w:p w:rsidR="00E00D30" w:rsidRDefault="00E00D30" w:rsidP="00E00D30">
      <w:r>
        <w:t>284.1472</w:t>
      </w:r>
      <w:r>
        <w:tab/>
        <w:t>1.013e0</w:t>
      </w:r>
    </w:p>
    <w:p w:rsidR="00E00D30" w:rsidRDefault="00E00D30" w:rsidP="00E00D30">
      <w:r>
        <w:t>284.1523</w:t>
      </w:r>
      <w:r>
        <w:tab/>
        <w:t>1.013e0</w:t>
      </w:r>
    </w:p>
    <w:p w:rsidR="00E00D30" w:rsidRDefault="00E00D30" w:rsidP="00E00D30">
      <w:r>
        <w:t>284.1624</w:t>
      </w:r>
      <w:r>
        <w:tab/>
        <w:t>2.025e0</w:t>
      </w:r>
    </w:p>
    <w:p w:rsidR="00E00D30" w:rsidRDefault="00E00D30" w:rsidP="00E00D30">
      <w:r>
        <w:t>284.1650</w:t>
      </w:r>
      <w:r>
        <w:tab/>
        <w:t>1.013e0</w:t>
      </w:r>
    </w:p>
    <w:p w:rsidR="00E00D30" w:rsidRDefault="00E00D30" w:rsidP="00E00D30">
      <w:r>
        <w:t>284.1686</w:t>
      </w:r>
      <w:r>
        <w:tab/>
        <w:t>1.013e0</w:t>
      </w:r>
    </w:p>
    <w:p w:rsidR="00E00D30" w:rsidRDefault="00E00D30" w:rsidP="00E00D30">
      <w:r>
        <w:t>284.1731</w:t>
      </w:r>
      <w:r>
        <w:tab/>
        <w:t>1.013e0</w:t>
      </w:r>
    </w:p>
    <w:p w:rsidR="00E00D30" w:rsidRDefault="00E00D30" w:rsidP="00E00D30">
      <w:r>
        <w:t>284.1950</w:t>
      </w:r>
      <w:r>
        <w:tab/>
        <w:t>3.038e0</w:t>
      </w:r>
    </w:p>
    <w:p w:rsidR="00E00D30" w:rsidRDefault="00E00D30" w:rsidP="00E00D30">
      <w:r>
        <w:t>284.1964</w:t>
      </w:r>
      <w:r>
        <w:tab/>
        <w:t>1.013e0</w:t>
      </w:r>
    </w:p>
    <w:p w:rsidR="00E00D30" w:rsidRDefault="00E00D30" w:rsidP="00E00D30">
      <w:r>
        <w:t>284.2052</w:t>
      </w:r>
      <w:r>
        <w:tab/>
        <w:t>4.051e0</w:t>
      </w:r>
    </w:p>
    <w:p w:rsidR="00E00D30" w:rsidRDefault="00E00D30" w:rsidP="00E00D30">
      <w:r>
        <w:t>284.2095</w:t>
      </w:r>
      <w:r>
        <w:tab/>
        <w:t>1.013e0</w:t>
      </w:r>
    </w:p>
    <w:p w:rsidR="00E00D30" w:rsidRDefault="00E00D30" w:rsidP="00E00D30">
      <w:r>
        <w:t>284.2119</w:t>
      </w:r>
      <w:r>
        <w:tab/>
        <w:t>2.025e0</w:t>
      </w:r>
    </w:p>
    <w:p w:rsidR="00E00D30" w:rsidRDefault="00E00D30" w:rsidP="00E00D30">
      <w:r>
        <w:t>284.2134</w:t>
      </w:r>
      <w:r>
        <w:tab/>
        <w:t>2.025e0</w:t>
      </w:r>
    </w:p>
    <w:p w:rsidR="00E00D30" w:rsidRDefault="00E00D30" w:rsidP="00E00D30">
      <w:r>
        <w:t>284.2147</w:t>
      </w:r>
      <w:r>
        <w:tab/>
        <w:t>1.013e0</w:t>
      </w:r>
    </w:p>
    <w:p w:rsidR="00E00D30" w:rsidRDefault="00E00D30" w:rsidP="00E00D30">
      <w:r>
        <w:t>284.2275</w:t>
      </w:r>
      <w:r>
        <w:tab/>
        <w:t>1.013e0</w:t>
      </w:r>
    </w:p>
    <w:p w:rsidR="00E00D30" w:rsidRDefault="00E00D30" w:rsidP="00E00D30">
      <w:r>
        <w:t>284.2408</w:t>
      </w:r>
      <w:r>
        <w:tab/>
        <w:t>1.013e0</w:t>
      </w:r>
    </w:p>
    <w:p w:rsidR="00E00D30" w:rsidRDefault="00E00D30" w:rsidP="00E00D30">
      <w:r>
        <w:t>284.2588</w:t>
      </w:r>
      <w:r>
        <w:tab/>
        <w:t>1.013e0</w:t>
      </w:r>
    </w:p>
    <w:p w:rsidR="00E00D30" w:rsidRDefault="00E00D30" w:rsidP="00E00D30">
      <w:r>
        <w:t>284.2652</w:t>
      </w:r>
      <w:r>
        <w:tab/>
        <w:t>4.051e0</w:t>
      </w:r>
    </w:p>
    <w:p w:rsidR="00E00D30" w:rsidRDefault="00E00D30" w:rsidP="00E00D30">
      <w:r>
        <w:t>284.2722</w:t>
      </w:r>
      <w:r>
        <w:tab/>
        <w:t>2.025e0</w:t>
      </w:r>
    </w:p>
    <w:p w:rsidR="00E00D30" w:rsidRDefault="00E00D30" w:rsidP="00E00D30">
      <w:r>
        <w:lastRenderedPageBreak/>
        <w:t>284.2792</w:t>
      </w:r>
      <w:r>
        <w:tab/>
        <w:t>2.025e0</w:t>
      </w:r>
    </w:p>
    <w:p w:rsidR="00E00D30" w:rsidRDefault="00E00D30" w:rsidP="00E00D30">
      <w:r>
        <w:t>284.2903</w:t>
      </w:r>
      <w:r>
        <w:tab/>
        <w:t>1.013e0</w:t>
      </w:r>
    </w:p>
    <w:p w:rsidR="00E00D30" w:rsidRDefault="00E00D30" w:rsidP="00E00D30">
      <w:r>
        <w:t>284.3086</w:t>
      </w:r>
      <w:r>
        <w:tab/>
        <w:t>1.013e0</w:t>
      </w:r>
    </w:p>
    <w:p w:rsidR="00E00D30" w:rsidRDefault="00E00D30" w:rsidP="00E00D30">
      <w:r>
        <w:t>284.3327</w:t>
      </w:r>
      <w:r>
        <w:tab/>
        <w:t>2.025e0</w:t>
      </w:r>
    </w:p>
    <w:p w:rsidR="00E00D30" w:rsidRDefault="00E00D30" w:rsidP="00E00D30">
      <w:r>
        <w:t>284.3398</w:t>
      </w:r>
      <w:r>
        <w:tab/>
        <w:t>1.013e0</w:t>
      </w:r>
    </w:p>
    <w:p w:rsidR="00E00D30" w:rsidRDefault="00E00D30" w:rsidP="00E00D30">
      <w:r>
        <w:t>284.3616</w:t>
      </w:r>
      <w:r>
        <w:tab/>
        <w:t>1.013e0</w:t>
      </w:r>
    </w:p>
    <w:p w:rsidR="00E00D30" w:rsidRDefault="00E00D30" w:rsidP="00E00D30">
      <w:r>
        <w:t>284.3850</w:t>
      </w:r>
      <w:r>
        <w:tab/>
        <w:t>1.013e0</w:t>
      </w:r>
    </w:p>
    <w:p w:rsidR="00E00D30" w:rsidRDefault="00E00D30" w:rsidP="00E00D30">
      <w:r>
        <w:t>284.3928</w:t>
      </w:r>
      <w:r>
        <w:tab/>
        <w:t>1.013e0</w:t>
      </w:r>
    </w:p>
    <w:p w:rsidR="00E00D30" w:rsidRDefault="00E00D30" w:rsidP="00E00D30">
      <w:r>
        <w:t>284.4075</w:t>
      </w:r>
      <w:r>
        <w:tab/>
        <w:t>2.025e0</w:t>
      </w:r>
    </w:p>
    <w:p w:rsidR="00E00D30" w:rsidRDefault="00E00D30" w:rsidP="00E00D30">
      <w:r>
        <w:t>284.4474</w:t>
      </w:r>
      <w:r>
        <w:tab/>
        <w:t>1.013e0</w:t>
      </w:r>
    </w:p>
    <w:p w:rsidR="00E00D30" w:rsidRDefault="00E00D30" w:rsidP="00E00D30">
      <w:r>
        <w:t>284.4699</w:t>
      </w:r>
      <w:r>
        <w:tab/>
        <w:t>1.013e0</w:t>
      </w:r>
    </w:p>
    <w:p w:rsidR="00E00D30" w:rsidRDefault="00E00D30" w:rsidP="00E00D30">
      <w:r>
        <w:t>284.4965</w:t>
      </w:r>
      <w:r>
        <w:tab/>
        <w:t>1.013e0</w:t>
      </w:r>
    </w:p>
    <w:p w:rsidR="00E00D30" w:rsidRDefault="00E00D30" w:rsidP="00E00D30">
      <w:r>
        <w:t>284.5104</w:t>
      </w:r>
      <w:r>
        <w:tab/>
        <w:t>1.013e0</w:t>
      </w:r>
    </w:p>
    <w:p w:rsidR="00E00D30" w:rsidRDefault="00E00D30" w:rsidP="00E00D30">
      <w:r>
        <w:t>284.5146</w:t>
      </w:r>
      <w:r>
        <w:tab/>
        <w:t>3.038e0</w:t>
      </w:r>
    </w:p>
    <w:p w:rsidR="00E00D30" w:rsidRDefault="00E00D30" w:rsidP="00E00D30">
      <w:r>
        <w:t>284.5952</w:t>
      </w:r>
      <w:r>
        <w:tab/>
        <w:t>4.051e0</w:t>
      </w:r>
    </w:p>
    <w:p w:rsidR="00E00D30" w:rsidRDefault="00E00D30" w:rsidP="00E00D30">
      <w:r>
        <w:t>284.6007</w:t>
      </w:r>
      <w:r>
        <w:tab/>
        <w:t>1.013e0</w:t>
      </w:r>
    </w:p>
    <w:p w:rsidR="00E00D30" w:rsidRDefault="00E00D30" w:rsidP="00E00D30">
      <w:r>
        <w:t>284.6108</w:t>
      </w:r>
      <w:r>
        <w:tab/>
        <w:t>2.025e0</w:t>
      </w:r>
    </w:p>
    <w:p w:rsidR="00E00D30" w:rsidRDefault="00E00D30" w:rsidP="00E00D30">
      <w:r>
        <w:t>284.6129</w:t>
      </w:r>
      <w:r>
        <w:tab/>
        <w:t>3.038e0</w:t>
      </w:r>
    </w:p>
    <w:p w:rsidR="00E00D30" w:rsidRDefault="00E00D30" w:rsidP="00E00D30">
      <w:r>
        <w:t>284.6173</w:t>
      </w:r>
      <w:r>
        <w:tab/>
        <w:t>1.013e0</w:t>
      </w:r>
    </w:p>
    <w:p w:rsidR="00E00D30" w:rsidRDefault="00E00D30" w:rsidP="00E00D30">
      <w:r>
        <w:lastRenderedPageBreak/>
        <w:t>284.6194</w:t>
      </w:r>
      <w:r>
        <w:tab/>
        <w:t>2.025e0</w:t>
      </w:r>
    </w:p>
    <w:p w:rsidR="00E00D30" w:rsidRDefault="00E00D30" w:rsidP="00E00D30">
      <w:r>
        <w:t>284.6443</w:t>
      </w:r>
      <w:r>
        <w:tab/>
        <w:t>1.013e0</w:t>
      </w:r>
    </w:p>
    <w:p w:rsidR="00E00D30" w:rsidRDefault="00E00D30" w:rsidP="00E00D30">
      <w:r>
        <w:t>284.6629</w:t>
      </w:r>
      <w:r>
        <w:tab/>
        <w:t>1.013e0</w:t>
      </w:r>
    </w:p>
    <w:p w:rsidR="00E00D30" w:rsidRDefault="00E00D30" w:rsidP="00E00D30">
      <w:r>
        <w:t>284.6798</w:t>
      </w:r>
      <w:r>
        <w:tab/>
        <w:t>2.025e0</w:t>
      </w:r>
    </w:p>
    <w:p w:rsidR="00E00D30" w:rsidRDefault="00E00D30" w:rsidP="00E00D30">
      <w:r>
        <w:t>284.7201</w:t>
      </w:r>
      <w:r>
        <w:tab/>
        <w:t>1.013e0</w:t>
      </w:r>
    </w:p>
    <w:p w:rsidR="00E00D30" w:rsidRDefault="00E00D30" w:rsidP="00E00D30">
      <w:r>
        <w:t>284.7348</w:t>
      </w:r>
      <w:r>
        <w:tab/>
        <w:t>1.013e0</w:t>
      </w:r>
    </w:p>
    <w:p w:rsidR="00E00D30" w:rsidRDefault="00E00D30" w:rsidP="00E00D30">
      <w:r>
        <w:t>284.7505</w:t>
      </w:r>
      <w:r>
        <w:tab/>
        <w:t>2.025e0</w:t>
      </w:r>
    </w:p>
    <w:p w:rsidR="00E00D30" w:rsidRDefault="00E00D30" w:rsidP="00E00D30">
      <w:r>
        <w:t>284.7931</w:t>
      </w:r>
      <w:r>
        <w:tab/>
        <w:t>3.038e0</w:t>
      </w:r>
    </w:p>
    <w:p w:rsidR="00E00D30" w:rsidRDefault="00E00D30" w:rsidP="00E00D30">
      <w:r>
        <w:t>284.8292</w:t>
      </w:r>
      <w:r>
        <w:tab/>
        <w:t>2.025e0</w:t>
      </w:r>
    </w:p>
    <w:p w:rsidR="00E00D30" w:rsidRDefault="00E00D30" w:rsidP="00E00D30">
      <w:r>
        <w:t>284.8330</w:t>
      </w:r>
      <w:r>
        <w:tab/>
        <w:t>1.013e0</w:t>
      </w:r>
    </w:p>
    <w:p w:rsidR="00E00D30" w:rsidRDefault="00E00D30" w:rsidP="00E00D30">
      <w:r>
        <w:t>284.8371</w:t>
      </w:r>
      <w:r>
        <w:tab/>
        <w:t>1.013e0</w:t>
      </w:r>
    </w:p>
    <w:p w:rsidR="00E00D30" w:rsidRDefault="00E00D30" w:rsidP="00E00D30">
      <w:r>
        <w:t>284.8454</w:t>
      </w:r>
      <w:r>
        <w:tab/>
        <w:t>1.013e0</w:t>
      </w:r>
    </w:p>
    <w:p w:rsidR="00E00D30" w:rsidRDefault="00E00D30" w:rsidP="00E00D30">
      <w:r>
        <w:t>284.8875</w:t>
      </w:r>
      <w:r>
        <w:tab/>
        <w:t>1.013e0</w:t>
      </w:r>
    </w:p>
    <w:p w:rsidR="00E00D30" w:rsidRDefault="00E00D30" w:rsidP="00E00D30">
      <w:r>
        <w:t>284.9080</w:t>
      </w:r>
      <w:r>
        <w:tab/>
        <w:t>1.013e0</w:t>
      </w:r>
    </w:p>
    <w:p w:rsidR="00E00D30" w:rsidRDefault="00E00D30" w:rsidP="00E00D30">
      <w:r>
        <w:t>284.9236</w:t>
      </w:r>
      <w:r>
        <w:tab/>
        <w:t>3.038e0</w:t>
      </w:r>
    </w:p>
    <w:p w:rsidR="00E00D30" w:rsidRDefault="00E00D30" w:rsidP="00E00D30">
      <w:r>
        <w:t>284.9274</w:t>
      </w:r>
      <w:r>
        <w:tab/>
        <w:t>1.013e0</w:t>
      </w:r>
    </w:p>
    <w:p w:rsidR="00E00D30" w:rsidRDefault="00E00D30" w:rsidP="00E00D30">
      <w:r>
        <w:t>284.9496</w:t>
      </w:r>
      <w:r>
        <w:tab/>
        <w:t>1.013e0</w:t>
      </w:r>
    </w:p>
    <w:p w:rsidR="00E00D30" w:rsidRDefault="00E00D30" w:rsidP="00E00D30">
      <w:r>
        <w:t>284.9537</w:t>
      </w:r>
      <w:r>
        <w:tab/>
        <w:t>2.025e0</w:t>
      </w:r>
    </w:p>
    <w:p w:rsidR="00E00D30" w:rsidRDefault="00E00D30" w:rsidP="00E00D30">
      <w:r>
        <w:t>284.9590</w:t>
      </w:r>
      <w:r>
        <w:tab/>
        <w:t>1.013e0</w:t>
      </w:r>
    </w:p>
    <w:p w:rsidR="00E00D30" w:rsidRDefault="00E00D30" w:rsidP="00E00D30">
      <w:r>
        <w:lastRenderedPageBreak/>
        <w:t>284.9820</w:t>
      </w:r>
      <w:r>
        <w:tab/>
        <w:t>4.051e0</w:t>
      </w:r>
    </w:p>
    <w:p w:rsidR="00E00D30" w:rsidRDefault="00E00D30" w:rsidP="00E00D30">
      <w:r>
        <w:t>284.9905</w:t>
      </w:r>
      <w:r>
        <w:tab/>
        <w:t>1.013e0</w:t>
      </w:r>
    </w:p>
    <w:p w:rsidR="00E00D30" w:rsidRDefault="00E00D30" w:rsidP="00E00D30">
      <w:r>
        <w:t>284.9944</w:t>
      </w:r>
      <w:r>
        <w:tab/>
        <w:t>2.025e0</w:t>
      </w:r>
    </w:p>
    <w:p w:rsidR="00E00D30" w:rsidRDefault="00E00D30" w:rsidP="00E00D30">
      <w:r>
        <w:t>285.0024</w:t>
      </w:r>
      <w:r>
        <w:tab/>
        <w:t>1.013e0</w:t>
      </w:r>
    </w:p>
    <w:p w:rsidR="00E00D30" w:rsidRDefault="00E00D30" w:rsidP="00E00D30">
      <w:r>
        <w:t>285.0220</w:t>
      </w:r>
      <w:r>
        <w:tab/>
        <w:t>2.025e0</w:t>
      </w:r>
    </w:p>
    <w:p w:rsidR="00E00D30" w:rsidRDefault="00E00D30" w:rsidP="00E00D30">
      <w:r>
        <w:t>285.0325</w:t>
      </w:r>
      <w:r>
        <w:tab/>
        <w:t>2.025e0</w:t>
      </w:r>
    </w:p>
    <w:p w:rsidR="00E00D30" w:rsidRDefault="00E00D30" w:rsidP="00E00D30">
      <w:r>
        <w:t>285.0489</w:t>
      </w:r>
      <w:r>
        <w:tab/>
        <w:t>1.013e0</w:t>
      </w:r>
    </w:p>
    <w:p w:rsidR="00E00D30" w:rsidRDefault="00E00D30" w:rsidP="00E00D30">
      <w:r>
        <w:t>285.0619</w:t>
      </w:r>
      <w:r>
        <w:tab/>
        <w:t>2.072e0</w:t>
      </w:r>
    </w:p>
    <w:p w:rsidR="00E00D30" w:rsidRDefault="00E00D30" w:rsidP="00E00D30">
      <w:r>
        <w:t>285.0678</w:t>
      </w:r>
      <w:r>
        <w:tab/>
        <w:t>2.025e0</w:t>
      </w:r>
    </w:p>
    <w:p w:rsidR="00E00D30" w:rsidRDefault="00E00D30" w:rsidP="00E00D30">
      <w:r>
        <w:t>285.0753</w:t>
      </w:r>
      <w:r>
        <w:tab/>
        <w:t>1.013e0</w:t>
      </w:r>
    </w:p>
    <w:p w:rsidR="00E00D30" w:rsidRDefault="00E00D30" w:rsidP="00E00D30">
      <w:r>
        <w:t>285.0802</w:t>
      </w:r>
      <w:r>
        <w:tab/>
        <w:t>1.013e0</w:t>
      </w:r>
    </w:p>
    <w:p w:rsidR="00E00D30" w:rsidRDefault="00E00D30" w:rsidP="00E00D30">
      <w:r>
        <w:t>285.0862</w:t>
      </w:r>
      <w:r>
        <w:tab/>
        <w:t>2.025e0</w:t>
      </w:r>
    </w:p>
    <w:p w:rsidR="00E00D30" w:rsidRDefault="00E00D30" w:rsidP="00E00D30">
      <w:r>
        <w:t>285.1067</w:t>
      </w:r>
      <w:r>
        <w:tab/>
        <w:t>2.025e0</w:t>
      </w:r>
    </w:p>
    <w:p w:rsidR="00E00D30" w:rsidRDefault="00E00D30" w:rsidP="00E00D30">
      <w:r>
        <w:t>285.1188</w:t>
      </w:r>
      <w:r>
        <w:tab/>
        <w:t>5.063e0</w:t>
      </w:r>
    </w:p>
    <w:p w:rsidR="00E00D30" w:rsidRDefault="00E00D30" w:rsidP="00E00D30">
      <w:r>
        <w:t>285.1324</w:t>
      </w:r>
      <w:r>
        <w:tab/>
        <w:t>3.038e0</w:t>
      </w:r>
    </w:p>
    <w:p w:rsidR="00E00D30" w:rsidRDefault="00E00D30" w:rsidP="00E00D30">
      <w:r>
        <w:t>285.1559</w:t>
      </w:r>
      <w:r>
        <w:tab/>
        <w:t>1.013e0</w:t>
      </w:r>
    </w:p>
    <w:p w:rsidR="00E00D30" w:rsidRDefault="00E00D30" w:rsidP="00E00D30">
      <w:r>
        <w:t>285.1599</w:t>
      </w:r>
      <w:r>
        <w:tab/>
        <w:t>3.038e0</w:t>
      </w:r>
    </w:p>
    <w:p w:rsidR="00E00D30" w:rsidRDefault="00E00D30" w:rsidP="00E00D30">
      <w:r>
        <w:t>285.1637</w:t>
      </w:r>
      <w:r>
        <w:tab/>
        <w:t>1.013e0</w:t>
      </w:r>
    </w:p>
    <w:p w:rsidR="00E00D30" w:rsidRDefault="00E00D30" w:rsidP="00E00D30">
      <w:r>
        <w:t>285.1726</w:t>
      </w:r>
      <w:r>
        <w:tab/>
        <w:t>3.038e0</w:t>
      </w:r>
    </w:p>
    <w:p w:rsidR="00E00D30" w:rsidRDefault="00E00D30" w:rsidP="00E00D30">
      <w:r>
        <w:lastRenderedPageBreak/>
        <w:t>285.2003</w:t>
      </w:r>
      <w:r>
        <w:tab/>
        <w:t>1.013e0</w:t>
      </w:r>
    </w:p>
    <w:p w:rsidR="00E00D30" w:rsidRDefault="00E00D30" w:rsidP="00E00D30">
      <w:r>
        <w:t>285.2054</w:t>
      </w:r>
      <w:r>
        <w:tab/>
        <w:t>3.038e0</w:t>
      </w:r>
    </w:p>
    <w:p w:rsidR="00E00D30" w:rsidRDefault="00E00D30" w:rsidP="00E00D30">
      <w:r>
        <w:t>285.2148</w:t>
      </w:r>
      <w:r>
        <w:tab/>
        <w:t>1.013e0</w:t>
      </w:r>
    </w:p>
    <w:p w:rsidR="00E00D30" w:rsidRDefault="00E00D30" w:rsidP="00E00D30">
      <w:r>
        <w:t>285.2503</w:t>
      </w:r>
      <w:r>
        <w:tab/>
        <w:t>3.038e0</w:t>
      </w:r>
    </w:p>
    <w:p w:rsidR="00E00D30" w:rsidRDefault="00E00D30" w:rsidP="00E00D30">
      <w:r>
        <w:t>285.2778</w:t>
      </w:r>
      <w:r>
        <w:tab/>
        <w:t>1.013e0</w:t>
      </w:r>
    </w:p>
    <w:p w:rsidR="00E00D30" w:rsidRDefault="00E00D30" w:rsidP="00E00D30">
      <w:r>
        <w:t>285.2862</w:t>
      </w:r>
      <w:r>
        <w:tab/>
        <w:t>1.013e0</w:t>
      </w:r>
    </w:p>
    <w:p w:rsidR="00E00D30" w:rsidRDefault="00E00D30" w:rsidP="00E00D30">
      <w:r>
        <w:t>285.2897</w:t>
      </w:r>
      <w:r>
        <w:tab/>
        <w:t>1.013e0</w:t>
      </w:r>
    </w:p>
    <w:p w:rsidR="00E00D30" w:rsidRDefault="00E00D30" w:rsidP="00E00D30">
      <w:r>
        <w:t>285.2950</w:t>
      </w:r>
      <w:r>
        <w:tab/>
        <w:t>3.038e0</w:t>
      </w:r>
    </w:p>
    <w:p w:rsidR="00E00D30" w:rsidRDefault="00E00D30" w:rsidP="00E00D30">
      <w:r>
        <w:t>285.2995</w:t>
      </w:r>
      <w:r>
        <w:tab/>
        <w:t>2.025e0</w:t>
      </w:r>
    </w:p>
    <w:p w:rsidR="00E00D30" w:rsidRDefault="00E00D30" w:rsidP="00E00D30">
      <w:r>
        <w:t>285.3045</w:t>
      </w:r>
      <w:r>
        <w:tab/>
        <w:t>1.013e0</w:t>
      </w:r>
    </w:p>
    <w:p w:rsidR="00E00D30" w:rsidRDefault="00E00D30" w:rsidP="00E00D30">
      <w:r>
        <w:t>285.3213</w:t>
      </w:r>
      <w:r>
        <w:tab/>
        <w:t>1.013e0</w:t>
      </w:r>
    </w:p>
    <w:p w:rsidR="00E00D30" w:rsidRDefault="00E00D30" w:rsidP="00E00D30">
      <w:r>
        <w:t>285.3361</w:t>
      </w:r>
      <w:r>
        <w:tab/>
        <w:t>4.051e0</w:t>
      </w:r>
    </w:p>
    <w:p w:rsidR="00E00D30" w:rsidRDefault="00E00D30" w:rsidP="00E00D30">
      <w:r>
        <w:t>285.3408</w:t>
      </w:r>
      <w:r>
        <w:tab/>
        <w:t>1.013e0</w:t>
      </w:r>
    </w:p>
    <w:p w:rsidR="00E00D30" w:rsidRDefault="00E00D30" w:rsidP="00E00D30">
      <w:r>
        <w:t>285.3447</w:t>
      </w:r>
      <w:r>
        <w:tab/>
        <w:t>1.013e0</w:t>
      </w:r>
    </w:p>
    <w:p w:rsidR="00E00D30" w:rsidRDefault="00E00D30" w:rsidP="00E00D30">
      <w:r>
        <w:t>285.3672</w:t>
      </w:r>
      <w:r>
        <w:tab/>
        <w:t>1.013e0</w:t>
      </w:r>
    </w:p>
    <w:p w:rsidR="00E00D30" w:rsidRDefault="00E00D30" w:rsidP="00E00D30">
      <w:r>
        <w:t>285.3881</w:t>
      </w:r>
      <w:r>
        <w:tab/>
        <w:t>2.025e0</w:t>
      </w:r>
    </w:p>
    <w:p w:rsidR="00E00D30" w:rsidRDefault="00E00D30" w:rsidP="00E00D30">
      <w:r>
        <w:t>285.4116</w:t>
      </w:r>
      <w:r>
        <w:tab/>
        <w:t>1.013e0</w:t>
      </w:r>
    </w:p>
    <w:p w:rsidR="00E00D30" w:rsidRDefault="00E00D30" w:rsidP="00E00D30">
      <w:r>
        <w:t>285.4301</w:t>
      </w:r>
      <w:r>
        <w:tab/>
        <w:t>1.013e0</w:t>
      </w:r>
    </w:p>
    <w:p w:rsidR="00E00D30" w:rsidRDefault="00E00D30" w:rsidP="00E00D30">
      <w:r>
        <w:t>285.4391</w:t>
      </w:r>
      <w:r>
        <w:tab/>
        <w:t>1.013e0</w:t>
      </w:r>
    </w:p>
    <w:p w:rsidR="00E00D30" w:rsidRDefault="00E00D30" w:rsidP="00E00D30">
      <w:r>
        <w:lastRenderedPageBreak/>
        <w:t>285.5142</w:t>
      </w:r>
      <w:r>
        <w:tab/>
        <w:t>2.025e0</w:t>
      </w:r>
    </w:p>
    <w:p w:rsidR="00E00D30" w:rsidRDefault="00E00D30" w:rsidP="00E00D30">
      <w:r>
        <w:t>285.5559</w:t>
      </w:r>
      <w:r>
        <w:tab/>
        <w:t>1.013e0</w:t>
      </w:r>
    </w:p>
    <w:p w:rsidR="00E00D30" w:rsidRDefault="00E00D30" w:rsidP="00E00D30">
      <w:r>
        <w:t>285.5771</w:t>
      </w:r>
      <w:r>
        <w:tab/>
        <w:t>1.013e0</w:t>
      </w:r>
    </w:p>
    <w:p w:rsidR="00E00D30" w:rsidRDefault="00E00D30" w:rsidP="00E00D30">
      <w:r>
        <w:t>285.5921</w:t>
      </w:r>
      <w:r>
        <w:tab/>
        <w:t>1.013e0</w:t>
      </w:r>
    </w:p>
    <w:p w:rsidR="00E00D30" w:rsidRDefault="00E00D30" w:rsidP="00E00D30">
      <w:r>
        <w:t>285.6087</w:t>
      </w:r>
      <w:r>
        <w:tab/>
        <w:t>1.013e0</w:t>
      </w:r>
    </w:p>
    <w:p w:rsidR="00E00D30" w:rsidRDefault="00E00D30" w:rsidP="00E00D30">
      <w:r>
        <w:t>285.6130</w:t>
      </w:r>
      <w:r>
        <w:tab/>
        <w:t>1.013e0</w:t>
      </w:r>
    </w:p>
    <w:p w:rsidR="00E00D30" w:rsidRDefault="00E00D30" w:rsidP="00E00D30">
      <w:r>
        <w:t>285.6183</w:t>
      </w:r>
      <w:r>
        <w:tab/>
        <w:t>1.013e0</w:t>
      </w:r>
    </w:p>
    <w:p w:rsidR="00E00D30" w:rsidRDefault="00E00D30" w:rsidP="00E00D30">
      <w:r>
        <w:t>285.6233</w:t>
      </w:r>
      <w:r>
        <w:tab/>
        <w:t>1.013e0</w:t>
      </w:r>
    </w:p>
    <w:p w:rsidR="00E00D30" w:rsidRDefault="00E00D30" w:rsidP="00E00D30">
      <w:r>
        <w:t>285.6474</w:t>
      </w:r>
      <w:r>
        <w:tab/>
        <w:t>2.025e0</w:t>
      </w:r>
    </w:p>
    <w:p w:rsidR="00E00D30" w:rsidRDefault="00E00D30" w:rsidP="00E00D30">
      <w:r>
        <w:t>285.7035</w:t>
      </w:r>
      <w:r>
        <w:tab/>
        <w:t>1.013e0</w:t>
      </w:r>
    </w:p>
    <w:p w:rsidR="00E00D30" w:rsidRDefault="00E00D30" w:rsidP="00E00D30">
      <w:r>
        <w:t>285.7176</w:t>
      </w:r>
      <w:r>
        <w:tab/>
        <w:t>1.013e0</w:t>
      </w:r>
    </w:p>
    <w:p w:rsidR="00E00D30" w:rsidRDefault="00E00D30" w:rsidP="00E00D30">
      <w:r>
        <w:t>285.7225</w:t>
      </w:r>
      <w:r>
        <w:tab/>
        <w:t>2.025e0</w:t>
      </w:r>
    </w:p>
    <w:p w:rsidR="00E00D30" w:rsidRDefault="00E00D30" w:rsidP="00E00D30">
      <w:r>
        <w:t>285.7436</w:t>
      </w:r>
      <w:r>
        <w:tab/>
        <w:t>1.013e0</w:t>
      </w:r>
    </w:p>
    <w:p w:rsidR="00E00D30" w:rsidRDefault="00E00D30" w:rsidP="00E00D30">
      <w:r>
        <w:t>285.7807</w:t>
      </w:r>
      <w:r>
        <w:tab/>
        <w:t>1.013e0</w:t>
      </w:r>
    </w:p>
    <w:p w:rsidR="00E00D30" w:rsidRDefault="00E00D30" w:rsidP="00E00D30">
      <w:r>
        <w:t>285.7894</w:t>
      </w:r>
      <w:r>
        <w:tab/>
        <w:t>2.025e0</w:t>
      </w:r>
    </w:p>
    <w:p w:rsidR="00E00D30" w:rsidRDefault="00E00D30" w:rsidP="00E00D30">
      <w:r>
        <w:t>285.8072</w:t>
      </w:r>
      <w:r>
        <w:tab/>
        <w:t>2.025e0</w:t>
      </w:r>
    </w:p>
    <w:p w:rsidR="00E00D30" w:rsidRDefault="00E00D30" w:rsidP="00E00D30">
      <w:r>
        <w:t>285.8116</w:t>
      </w:r>
      <w:r>
        <w:tab/>
        <w:t>2.025e0</w:t>
      </w:r>
    </w:p>
    <w:p w:rsidR="00E00D30" w:rsidRDefault="00E00D30" w:rsidP="00E00D30">
      <w:r>
        <w:t>285.8840</w:t>
      </w:r>
      <w:r>
        <w:tab/>
        <w:t>1.013e0</w:t>
      </w:r>
    </w:p>
    <w:p w:rsidR="00E00D30" w:rsidRDefault="00E00D30" w:rsidP="00E00D30">
      <w:r>
        <w:t>285.8921</w:t>
      </w:r>
      <w:r>
        <w:tab/>
        <w:t>1.013e0</w:t>
      </w:r>
    </w:p>
    <w:p w:rsidR="00E00D30" w:rsidRDefault="00E00D30" w:rsidP="00E00D30">
      <w:r>
        <w:lastRenderedPageBreak/>
        <w:t>285.8959</w:t>
      </w:r>
      <w:r>
        <w:tab/>
        <w:t>1.013e0</w:t>
      </w:r>
    </w:p>
    <w:p w:rsidR="00E00D30" w:rsidRDefault="00E00D30" w:rsidP="00E00D30">
      <w:r>
        <w:t>285.9011</w:t>
      </w:r>
      <w:r>
        <w:tab/>
        <w:t>2.025e0</w:t>
      </w:r>
    </w:p>
    <w:p w:rsidR="00E00D30" w:rsidRDefault="00E00D30" w:rsidP="00E00D30">
      <w:r>
        <w:t>285.9276</w:t>
      </w:r>
      <w:r>
        <w:tab/>
        <w:t>1.013e0</w:t>
      </w:r>
    </w:p>
    <w:p w:rsidR="00E00D30" w:rsidRDefault="00E00D30" w:rsidP="00E00D30">
      <w:r>
        <w:t>285.9319</w:t>
      </w:r>
      <w:r>
        <w:tab/>
        <w:t>1.013e0</w:t>
      </w:r>
    </w:p>
    <w:p w:rsidR="00E00D30" w:rsidRDefault="00E00D30" w:rsidP="00E00D30">
      <w:r>
        <w:t>285.9377</w:t>
      </w:r>
      <w:r>
        <w:tab/>
        <w:t>1.013e0</w:t>
      </w:r>
    </w:p>
    <w:p w:rsidR="00E00D30" w:rsidRDefault="00E00D30" w:rsidP="00E00D30">
      <w:r>
        <w:t>285.9471</w:t>
      </w:r>
      <w:r>
        <w:tab/>
        <w:t>2.025e0</w:t>
      </w:r>
    </w:p>
    <w:p w:rsidR="00E00D30" w:rsidRDefault="00E00D30" w:rsidP="00E00D30">
      <w:r>
        <w:t>285.9635</w:t>
      </w:r>
      <w:r>
        <w:tab/>
        <w:t>2.025e0</w:t>
      </w:r>
    </w:p>
    <w:p w:rsidR="00E00D30" w:rsidRDefault="00E00D30" w:rsidP="00E00D30">
      <w:r>
        <w:t>285.9823</w:t>
      </w:r>
      <w:r>
        <w:tab/>
        <w:t>1.013e0</w:t>
      </w:r>
    </w:p>
    <w:p w:rsidR="00E00D30" w:rsidRDefault="00E00D30" w:rsidP="00E00D30">
      <w:r>
        <w:t>285.9865</w:t>
      </w:r>
      <w:r>
        <w:tab/>
        <w:t>2.025e0</w:t>
      </w:r>
    </w:p>
    <w:p w:rsidR="00E00D30" w:rsidRDefault="00E00D30" w:rsidP="00E00D30">
      <w:r>
        <w:t>285.9992</w:t>
      </w:r>
      <w:r>
        <w:tab/>
        <w:t>3.038e0</w:t>
      </w:r>
    </w:p>
    <w:p w:rsidR="00E00D30" w:rsidRDefault="00E00D30" w:rsidP="00E00D30">
      <w:r>
        <w:t>286.0153</w:t>
      </w:r>
      <w:r>
        <w:tab/>
        <w:t>3.087e0</w:t>
      </w:r>
    </w:p>
    <w:p w:rsidR="00E00D30" w:rsidRDefault="00E00D30" w:rsidP="00E00D30">
      <w:r>
        <w:t>286.0245</w:t>
      </w:r>
      <w:r>
        <w:tab/>
        <w:t>2.025e0</w:t>
      </w:r>
    </w:p>
    <w:p w:rsidR="00E00D30" w:rsidRDefault="00E00D30" w:rsidP="00E00D30">
      <w:r>
        <w:t>286.0386</w:t>
      </w:r>
      <w:r>
        <w:tab/>
        <w:t>2.025e0</w:t>
      </w:r>
    </w:p>
    <w:p w:rsidR="00E00D30" w:rsidRDefault="00E00D30" w:rsidP="00E00D30">
      <w:r>
        <w:t>286.0496</w:t>
      </w:r>
      <w:r>
        <w:tab/>
        <w:t>1.013e0</w:t>
      </w:r>
    </w:p>
    <w:p w:rsidR="00E00D30" w:rsidRDefault="00E00D30" w:rsidP="00E00D30">
      <w:r>
        <w:t>286.0540</w:t>
      </w:r>
      <w:r>
        <w:tab/>
        <w:t>1.013e0</w:t>
      </w:r>
    </w:p>
    <w:p w:rsidR="00E00D30" w:rsidRDefault="00E00D30" w:rsidP="00E00D30">
      <w:r>
        <w:t>286.0636</w:t>
      </w:r>
      <w:r>
        <w:tab/>
        <w:t>2.025e0</w:t>
      </w:r>
    </w:p>
    <w:p w:rsidR="00E00D30" w:rsidRDefault="00E00D30" w:rsidP="00E00D30">
      <w:r>
        <w:t>286.0737</w:t>
      </w:r>
      <w:r>
        <w:tab/>
        <w:t>2.025e0</w:t>
      </w:r>
    </w:p>
    <w:p w:rsidR="00E00D30" w:rsidRDefault="00E00D30" w:rsidP="00E00D30">
      <w:r>
        <w:t>286.0770</w:t>
      </w:r>
      <w:r>
        <w:tab/>
        <w:t>1.013e0</w:t>
      </w:r>
    </w:p>
    <w:p w:rsidR="00E00D30" w:rsidRDefault="00E00D30" w:rsidP="00E00D30">
      <w:r>
        <w:t>286.0890</w:t>
      </w:r>
      <w:r>
        <w:tab/>
        <w:t>1.013e0</w:t>
      </w:r>
    </w:p>
    <w:p w:rsidR="00E00D30" w:rsidRDefault="00E00D30" w:rsidP="00E00D30">
      <w:r>
        <w:lastRenderedPageBreak/>
        <w:t>286.0996</w:t>
      </w:r>
      <w:r>
        <w:tab/>
        <w:t>1.013e0</w:t>
      </w:r>
    </w:p>
    <w:p w:rsidR="00E00D30" w:rsidRDefault="00E00D30" w:rsidP="00E00D30">
      <w:r>
        <w:t>286.1050</w:t>
      </w:r>
      <w:r>
        <w:tab/>
        <w:t>1.013e0</w:t>
      </w:r>
    </w:p>
    <w:p w:rsidR="00E00D30" w:rsidRDefault="00E00D30" w:rsidP="00E00D30">
      <w:r>
        <w:t>286.1126</w:t>
      </w:r>
      <w:r>
        <w:tab/>
        <w:t>1.013e0</w:t>
      </w:r>
    </w:p>
    <w:p w:rsidR="00E00D30" w:rsidRDefault="00E00D30" w:rsidP="00E00D30">
      <w:r>
        <w:t>286.1207</w:t>
      </w:r>
      <w:r>
        <w:tab/>
        <w:t>2.025e0</w:t>
      </w:r>
    </w:p>
    <w:p w:rsidR="00E00D30" w:rsidRDefault="00E00D30" w:rsidP="00E00D30">
      <w:r>
        <w:t>286.1310</w:t>
      </w:r>
      <w:r>
        <w:tab/>
        <w:t>1.013e0</w:t>
      </w:r>
    </w:p>
    <w:p w:rsidR="00E00D30" w:rsidRDefault="00E00D30" w:rsidP="00E00D30">
      <w:r>
        <w:t>286.1398</w:t>
      </w:r>
      <w:r>
        <w:tab/>
        <w:t>1.013e0</w:t>
      </w:r>
    </w:p>
    <w:p w:rsidR="00E00D30" w:rsidRDefault="00E00D30" w:rsidP="00E00D30">
      <w:r>
        <w:t>286.1530</w:t>
      </w:r>
      <w:r>
        <w:tab/>
        <w:t>2.025e0</w:t>
      </w:r>
    </w:p>
    <w:p w:rsidR="00E00D30" w:rsidRDefault="00E00D30" w:rsidP="00E00D30">
      <w:r>
        <w:t>286.1632</w:t>
      </w:r>
      <w:r>
        <w:tab/>
        <w:t>3.038e0</w:t>
      </w:r>
    </w:p>
    <w:p w:rsidR="00E00D30" w:rsidRDefault="00E00D30" w:rsidP="00E00D30">
      <w:r>
        <w:t>286.1675</w:t>
      </w:r>
      <w:r>
        <w:tab/>
        <w:t>1.013e0</w:t>
      </w:r>
    </w:p>
    <w:p w:rsidR="00E00D30" w:rsidRDefault="00E00D30" w:rsidP="00E00D30">
      <w:r>
        <w:t>286.1829</w:t>
      </w:r>
      <w:r>
        <w:tab/>
        <w:t>3.038e0</w:t>
      </w:r>
    </w:p>
    <w:p w:rsidR="00E00D30" w:rsidRDefault="00E00D30" w:rsidP="00E00D30">
      <w:r>
        <w:t>286.1942</w:t>
      </w:r>
      <w:r>
        <w:tab/>
        <w:t>1.013e0</w:t>
      </w:r>
    </w:p>
    <w:p w:rsidR="00E00D30" w:rsidRDefault="00E00D30" w:rsidP="00E00D30">
      <w:r>
        <w:t>286.1989</w:t>
      </w:r>
      <w:r>
        <w:tab/>
        <w:t>1.013e0</w:t>
      </w:r>
    </w:p>
    <w:p w:rsidR="00E00D30" w:rsidRDefault="00E00D30" w:rsidP="00E00D30">
      <w:r>
        <w:t>286.2029</w:t>
      </w:r>
      <w:r>
        <w:tab/>
        <w:t>1.013e0</w:t>
      </w:r>
    </w:p>
    <w:p w:rsidR="00E00D30" w:rsidRDefault="00E00D30" w:rsidP="00E00D30">
      <w:r>
        <w:t>286.2111</w:t>
      </w:r>
      <w:r>
        <w:tab/>
        <w:t>2.025e0</w:t>
      </w:r>
    </w:p>
    <w:p w:rsidR="00E00D30" w:rsidRDefault="00E00D30" w:rsidP="00E00D30">
      <w:r>
        <w:t>286.2256</w:t>
      </w:r>
      <w:r>
        <w:tab/>
        <w:t>1.013e0</w:t>
      </w:r>
    </w:p>
    <w:p w:rsidR="00E00D30" w:rsidRDefault="00E00D30" w:rsidP="00E00D30">
      <w:r>
        <w:t>286.2305</w:t>
      </w:r>
      <w:r>
        <w:tab/>
        <w:t>1.013e0</w:t>
      </w:r>
    </w:p>
    <w:p w:rsidR="00E00D30" w:rsidRDefault="00E00D30" w:rsidP="00E00D30">
      <w:r>
        <w:t>286.2343</w:t>
      </w:r>
      <w:r>
        <w:tab/>
        <w:t>1.013e0</w:t>
      </w:r>
    </w:p>
    <w:p w:rsidR="00E00D30" w:rsidRDefault="00E00D30" w:rsidP="00E00D30">
      <w:r>
        <w:t>286.2386</w:t>
      </w:r>
      <w:r>
        <w:tab/>
        <w:t>1.013e0</w:t>
      </w:r>
    </w:p>
    <w:p w:rsidR="00E00D30" w:rsidRDefault="00E00D30" w:rsidP="00E00D30">
      <w:r>
        <w:t>286.2440</w:t>
      </w:r>
      <w:r>
        <w:tab/>
        <w:t>2.025e0</w:t>
      </w:r>
    </w:p>
    <w:p w:rsidR="00E00D30" w:rsidRDefault="00E00D30" w:rsidP="00E00D30">
      <w:r>
        <w:lastRenderedPageBreak/>
        <w:t>286.2506</w:t>
      </w:r>
      <w:r>
        <w:tab/>
        <w:t>2.025e0</w:t>
      </w:r>
    </w:p>
    <w:p w:rsidR="00E00D30" w:rsidRDefault="00E00D30" w:rsidP="00E00D30">
      <w:r>
        <w:t>286.2620</w:t>
      </w:r>
      <w:r>
        <w:tab/>
        <w:t>1.013e0</w:t>
      </w:r>
    </w:p>
    <w:p w:rsidR="00E00D30" w:rsidRDefault="00E00D30" w:rsidP="00E00D30">
      <w:r>
        <w:t>286.2637</w:t>
      </w:r>
      <w:r>
        <w:tab/>
        <w:t>2.025e0</w:t>
      </w:r>
    </w:p>
    <w:p w:rsidR="00E00D30" w:rsidRDefault="00E00D30" w:rsidP="00E00D30">
      <w:r>
        <w:t>286.2779</w:t>
      </w:r>
      <w:r>
        <w:tab/>
        <w:t>1.013e0</w:t>
      </w:r>
    </w:p>
    <w:p w:rsidR="00E00D30" w:rsidRDefault="00E00D30" w:rsidP="00E00D30">
      <w:r>
        <w:t>286.2855</w:t>
      </w:r>
      <w:r>
        <w:tab/>
        <w:t>2.025e0</w:t>
      </w:r>
    </w:p>
    <w:p w:rsidR="00E00D30" w:rsidRDefault="00E00D30" w:rsidP="00E00D30">
      <w:r>
        <w:t>286.3015</w:t>
      </w:r>
      <w:r>
        <w:tab/>
        <w:t>1.013e0</w:t>
      </w:r>
    </w:p>
    <w:p w:rsidR="00E00D30" w:rsidRDefault="00E00D30" w:rsidP="00E00D30">
      <w:r>
        <w:t>286.3099</w:t>
      </w:r>
      <w:r>
        <w:tab/>
        <w:t>1.013e0</w:t>
      </w:r>
    </w:p>
    <w:p w:rsidR="00E00D30" w:rsidRDefault="00E00D30" w:rsidP="00E00D30">
      <w:r>
        <w:t>286.3210</w:t>
      </w:r>
      <w:r>
        <w:tab/>
        <w:t>2.025e0</w:t>
      </w:r>
    </w:p>
    <w:p w:rsidR="00E00D30" w:rsidRDefault="00E00D30" w:rsidP="00E00D30">
      <w:r>
        <w:t>286.3329</w:t>
      </w:r>
      <w:r>
        <w:tab/>
        <w:t>2.025e0</w:t>
      </w:r>
    </w:p>
    <w:p w:rsidR="00E00D30" w:rsidRDefault="00E00D30" w:rsidP="00E00D30">
      <w:r>
        <w:t>286.3510</w:t>
      </w:r>
      <w:r>
        <w:tab/>
        <w:t>1.013e0</w:t>
      </w:r>
    </w:p>
    <w:p w:rsidR="00E00D30" w:rsidRDefault="00E00D30" w:rsidP="00E00D30">
      <w:r>
        <w:t>286.3780</w:t>
      </w:r>
      <w:r>
        <w:tab/>
        <w:t>2.025e0</w:t>
      </w:r>
    </w:p>
    <w:p w:rsidR="00E00D30" w:rsidRDefault="00E00D30" w:rsidP="00E00D30">
      <w:r>
        <w:t>286.4001</w:t>
      </w:r>
      <w:r>
        <w:tab/>
        <w:t>1.013e0</w:t>
      </w:r>
    </w:p>
    <w:p w:rsidR="00E00D30" w:rsidRDefault="00E00D30" w:rsidP="00E00D30">
      <w:r>
        <w:t>286.4317</w:t>
      </w:r>
      <w:r>
        <w:tab/>
        <w:t>1.013e0</w:t>
      </w:r>
    </w:p>
    <w:p w:rsidR="00E00D30" w:rsidRDefault="00E00D30" w:rsidP="00E00D30">
      <w:r>
        <w:t>286.4550</w:t>
      </w:r>
      <w:r>
        <w:tab/>
        <w:t>2.025e0</w:t>
      </w:r>
    </w:p>
    <w:p w:rsidR="00E00D30" w:rsidRDefault="00E00D30" w:rsidP="00E00D30">
      <w:r>
        <w:t>286.4904</w:t>
      </w:r>
      <w:r>
        <w:tab/>
        <w:t>1.013e0</w:t>
      </w:r>
    </w:p>
    <w:p w:rsidR="00E00D30" w:rsidRDefault="00E00D30" w:rsidP="00E00D30">
      <w:r>
        <w:t>286.4987</w:t>
      </w:r>
      <w:r>
        <w:tab/>
        <w:t>1.013e0</w:t>
      </w:r>
    </w:p>
    <w:p w:rsidR="00E00D30" w:rsidRDefault="00E00D30" w:rsidP="00E00D30">
      <w:r>
        <w:t>286.5139</w:t>
      </w:r>
      <w:r>
        <w:tab/>
        <w:t>1.013e0</w:t>
      </w:r>
    </w:p>
    <w:p w:rsidR="00E00D30" w:rsidRDefault="00E00D30" w:rsidP="00E00D30">
      <w:r>
        <w:t>286.5396</w:t>
      </w:r>
      <w:r>
        <w:tab/>
        <w:t>1.013e0</w:t>
      </w:r>
    </w:p>
    <w:p w:rsidR="00E00D30" w:rsidRDefault="00E00D30" w:rsidP="00E00D30">
      <w:r>
        <w:t>286.5577</w:t>
      </w:r>
      <w:r>
        <w:tab/>
        <w:t>1.013e0</w:t>
      </w:r>
    </w:p>
    <w:p w:rsidR="00E00D30" w:rsidRDefault="00E00D30" w:rsidP="00E00D30">
      <w:r>
        <w:lastRenderedPageBreak/>
        <w:t>286.5813</w:t>
      </w:r>
      <w:r>
        <w:tab/>
        <w:t>2.025e0</w:t>
      </w:r>
    </w:p>
    <w:p w:rsidR="00E00D30" w:rsidRDefault="00E00D30" w:rsidP="00E00D30">
      <w:r>
        <w:t>286.6071</w:t>
      </w:r>
      <w:r>
        <w:tab/>
        <w:t>2.025e0</w:t>
      </w:r>
    </w:p>
    <w:p w:rsidR="00E00D30" w:rsidRDefault="00E00D30" w:rsidP="00E00D30">
      <w:r>
        <w:t>286.6126</w:t>
      </w:r>
      <w:r>
        <w:tab/>
        <w:t>1.013e0</w:t>
      </w:r>
    </w:p>
    <w:p w:rsidR="00E00D30" w:rsidRDefault="00E00D30" w:rsidP="00E00D30">
      <w:r>
        <w:t>286.6521</w:t>
      </w:r>
      <w:r>
        <w:tab/>
        <w:t>2.025e0</w:t>
      </w:r>
    </w:p>
    <w:p w:rsidR="00E00D30" w:rsidRDefault="00E00D30" w:rsidP="00E00D30">
      <w:r>
        <w:t>286.6708</w:t>
      </w:r>
      <w:r>
        <w:tab/>
        <w:t>1.013e0</w:t>
      </w:r>
    </w:p>
    <w:p w:rsidR="00E00D30" w:rsidRDefault="00E00D30" w:rsidP="00E00D30">
      <w:r>
        <w:t>286.6756</w:t>
      </w:r>
      <w:r>
        <w:tab/>
        <w:t>1.013e0</w:t>
      </w:r>
    </w:p>
    <w:p w:rsidR="00E00D30" w:rsidRDefault="00E00D30" w:rsidP="00E00D30">
      <w:r>
        <w:t>286.6837</w:t>
      </w:r>
      <w:r>
        <w:tab/>
        <w:t>1.013e0</w:t>
      </w:r>
    </w:p>
    <w:p w:rsidR="00E00D30" w:rsidRDefault="00E00D30" w:rsidP="00E00D30">
      <w:r>
        <w:t>286.7072</w:t>
      </w:r>
      <w:r>
        <w:tab/>
        <w:t>1.013e0</w:t>
      </w:r>
    </w:p>
    <w:p w:rsidR="00E00D30" w:rsidRDefault="00E00D30" w:rsidP="00E00D30">
      <w:r>
        <w:t>286.7156</w:t>
      </w:r>
      <w:r>
        <w:tab/>
        <w:t>1.013e0</w:t>
      </w:r>
    </w:p>
    <w:p w:rsidR="00E00D30" w:rsidRDefault="00E00D30" w:rsidP="00E00D30">
      <w:r>
        <w:t>286.7338</w:t>
      </w:r>
      <w:r>
        <w:tab/>
        <w:t>1.013e0</w:t>
      </w:r>
    </w:p>
    <w:p w:rsidR="00E00D30" w:rsidRDefault="00E00D30" w:rsidP="00E00D30">
      <w:r>
        <w:t>286.7425</w:t>
      </w:r>
      <w:r>
        <w:tab/>
        <w:t>1.013e0</w:t>
      </w:r>
    </w:p>
    <w:p w:rsidR="00E00D30" w:rsidRDefault="00E00D30" w:rsidP="00E00D30">
      <w:r>
        <w:t>286.7653</w:t>
      </w:r>
      <w:r>
        <w:tab/>
        <w:t>1.013e0</w:t>
      </w:r>
    </w:p>
    <w:p w:rsidR="00E00D30" w:rsidRDefault="00E00D30" w:rsidP="00E00D30">
      <w:r>
        <w:t>286.8096</w:t>
      </w:r>
      <w:r>
        <w:tab/>
        <w:t>1.013e0</w:t>
      </w:r>
    </w:p>
    <w:p w:rsidR="00E00D30" w:rsidRDefault="00E00D30" w:rsidP="00E00D30">
      <w:r>
        <w:t>286.8172</w:t>
      </w:r>
      <w:r>
        <w:tab/>
        <w:t>2.025e0</w:t>
      </w:r>
    </w:p>
    <w:p w:rsidR="00E00D30" w:rsidRDefault="00E00D30" w:rsidP="00E00D30">
      <w:r>
        <w:t>286.8492</w:t>
      </w:r>
      <w:r>
        <w:tab/>
        <w:t>1.013e0</w:t>
      </w:r>
    </w:p>
    <w:p w:rsidR="00E00D30" w:rsidRDefault="00E00D30" w:rsidP="00E00D30">
      <w:r>
        <w:t>286.8858</w:t>
      </w:r>
      <w:r>
        <w:tab/>
        <w:t>1.013e0</w:t>
      </w:r>
    </w:p>
    <w:p w:rsidR="00E00D30" w:rsidRDefault="00E00D30" w:rsidP="00E00D30">
      <w:r>
        <w:t>286.9084</w:t>
      </w:r>
      <w:r>
        <w:tab/>
        <w:t>1.013e0</w:t>
      </w:r>
    </w:p>
    <w:p w:rsidR="00E00D30" w:rsidRDefault="00E00D30" w:rsidP="00E00D30">
      <w:r>
        <w:t>286.9121</w:t>
      </w:r>
      <w:r>
        <w:tab/>
        <w:t>1.013e0</w:t>
      </w:r>
    </w:p>
    <w:p w:rsidR="00E00D30" w:rsidRDefault="00E00D30" w:rsidP="00E00D30">
      <w:r>
        <w:t>286.9225</w:t>
      </w:r>
      <w:r>
        <w:tab/>
        <w:t>1.013e0</w:t>
      </w:r>
    </w:p>
    <w:p w:rsidR="00E00D30" w:rsidRDefault="00E00D30" w:rsidP="00E00D30">
      <w:r>
        <w:lastRenderedPageBreak/>
        <w:t>286.9359</w:t>
      </w:r>
      <w:r>
        <w:tab/>
        <w:t>1.013e0</w:t>
      </w:r>
    </w:p>
    <w:p w:rsidR="00E00D30" w:rsidRDefault="00E00D30" w:rsidP="00E00D30">
      <w:r>
        <w:t>286.9399</w:t>
      </w:r>
      <w:r>
        <w:tab/>
        <w:t>1.013e0</w:t>
      </w:r>
    </w:p>
    <w:p w:rsidR="00E00D30" w:rsidRDefault="00E00D30" w:rsidP="00E00D30">
      <w:r>
        <w:t>286.9438</w:t>
      </w:r>
      <w:r>
        <w:tab/>
        <w:t>1.013e0</w:t>
      </w:r>
    </w:p>
    <w:p w:rsidR="00E00D30" w:rsidRDefault="00E00D30" w:rsidP="00E00D30">
      <w:r>
        <w:t>286.9715</w:t>
      </w:r>
      <w:r>
        <w:tab/>
        <w:t>1.013e0</w:t>
      </w:r>
    </w:p>
    <w:p w:rsidR="00E00D30" w:rsidRDefault="00E00D30" w:rsidP="00E00D30">
      <w:r>
        <w:t>286.9805</w:t>
      </w:r>
      <w:r>
        <w:tab/>
        <w:t>1.013e0</w:t>
      </w:r>
    </w:p>
    <w:p w:rsidR="00E00D30" w:rsidRDefault="00E00D30" w:rsidP="00E00D30">
      <w:r>
        <w:t>286.9853</w:t>
      </w:r>
      <w:r>
        <w:tab/>
        <w:t>3.038e0</w:t>
      </w:r>
    </w:p>
    <w:p w:rsidR="00E00D30" w:rsidRDefault="00E00D30" w:rsidP="00E00D30">
      <w:r>
        <w:t>287.0118</w:t>
      </w:r>
      <w:r>
        <w:tab/>
        <w:t>1.013e0</w:t>
      </w:r>
    </w:p>
    <w:p w:rsidR="00E00D30" w:rsidRDefault="00E00D30" w:rsidP="00E00D30">
      <w:r>
        <w:t>287.0304</w:t>
      </w:r>
      <w:r>
        <w:tab/>
        <w:t>1.013e0</w:t>
      </w:r>
    </w:p>
    <w:p w:rsidR="00E00D30" w:rsidRDefault="00E00D30" w:rsidP="00E00D30">
      <w:r>
        <w:t>287.0470</w:t>
      </w:r>
      <w:r>
        <w:tab/>
        <w:t>2.347e0</w:t>
      </w:r>
    </w:p>
    <w:p w:rsidR="00E00D30" w:rsidRDefault="00E00D30" w:rsidP="00E00D30">
      <w:r>
        <w:t>287.0497</w:t>
      </w:r>
      <w:r>
        <w:tab/>
        <w:t>2.025e0</w:t>
      </w:r>
    </w:p>
    <w:p w:rsidR="00E00D30" w:rsidRDefault="00E00D30" w:rsidP="00E00D30">
      <w:r>
        <w:t>287.0527</w:t>
      </w:r>
      <w:r>
        <w:tab/>
        <w:t>1.215e1</w:t>
      </w:r>
    </w:p>
    <w:p w:rsidR="00E00D30" w:rsidRDefault="00E00D30" w:rsidP="00E00D30">
      <w:r>
        <w:t>287.0552</w:t>
      </w:r>
      <w:r>
        <w:tab/>
        <w:t>5.063e0</w:t>
      </w:r>
    </w:p>
    <w:p w:rsidR="00E00D30" w:rsidRDefault="00E00D30" w:rsidP="00E00D30">
      <w:r>
        <w:t>287.0608</w:t>
      </w:r>
      <w:r>
        <w:tab/>
        <w:t>9.114e0</w:t>
      </w:r>
    </w:p>
    <w:p w:rsidR="00E00D30" w:rsidRDefault="00E00D30" w:rsidP="00E00D30">
      <w:r>
        <w:t>287.0660</w:t>
      </w:r>
      <w:r>
        <w:tab/>
        <w:t>1.013e0</w:t>
      </w:r>
    </w:p>
    <w:p w:rsidR="00E00D30" w:rsidRDefault="00E00D30" w:rsidP="00E00D30">
      <w:r>
        <w:t>287.0753</w:t>
      </w:r>
      <w:r>
        <w:tab/>
        <w:t>4.051e0</w:t>
      </w:r>
    </w:p>
    <w:p w:rsidR="00E00D30" w:rsidRDefault="00E00D30" w:rsidP="00E00D30">
      <w:r>
        <w:t>287.0802</w:t>
      </w:r>
      <w:r>
        <w:tab/>
        <w:t>1.013e0</w:t>
      </w:r>
    </w:p>
    <w:p w:rsidR="00E00D30" w:rsidRDefault="00E00D30" w:rsidP="00E00D30">
      <w:r>
        <w:t>287.1111</w:t>
      </w:r>
      <w:r>
        <w:tab/>
        <w:t>2.025e0</w:t>
      </w:r>
    </w:p>
    <w:p w:rsidR="00E00D30" w:rsidRDefault="00E00D30" w:rsidP="00E00D30">
      <w:r>
        <w:t>287.1169</w:t>
      </w:r>
      <w:r>
        <w:tab/>
        <w:t>1.013e0</w:t>
      </w:r>
    </w:p>
    <w:p w:rsidR="00E00D30" w:rsidRDefault="00E00D30" w:rsidP="00E00D30">
      <w:r>
        <w:t>287.1356</w:t>
      </w:r>
      <w:r>
        <w:tab/>
        <w:t>1.328e0</w:t>
      </w:r>
    </w:p>
    <w:p w:rsidR="00E00D30" w:rsidRDefault="00E00D30" w:rsidP="00E00D30">
      <w:r>
        <w:lastRenderedPageBreak/>
        <w:t>287.1384</w:t>
      </w:r>
      <w:r>
        <w:tab/>
        <w:t>3.038e0</w:t>
      </w:r>
    </w:p>
    <w:p w:rsidR="00E00D30" w:rsidRDefault="00E00D30" w:rsidP="00E00D30">
      <w:r>
        <w:t>287.1485</w:t>
      </w:r>
      <w:r>
        <w:tab/>
        <w:t>1.013e0</w:t>
      </w:r>
    </w:p>
    <w:p w:rsidR="00E00D30" w:rsidRDefault="00E00D30" w:rsidP="00E00D30">
      <w:r>
        <w:t>287.1565</w:t>
      </w:r>
      <w:r>
        <w:tab/>
        <w:t>2.025e0</w:t>
      </w:r>
    </w:p>
    <w:p w:rsidR="00E00D30" w:rsidRDefault="00E00D30" w:rsidP="00E00D30">
      <w:r>
        <w:t>287.1610</w:t>
      </w:r>
      <w:r>
        <w:tab/>
        <w:t>1.013e0</w:t>
      </w:r>
    </w:p>
    <w:p w:rsidR="00E00D30" w:rsidRDefault="00E00D30" w:rsidP="00E00D30">
      <w:r>
        <w:t>287.1732</w:t>
      </w:r>
      <w:r>
        <w:tab/>
        <w:t>3.038e0</w:t>
      </w:r>
    </w:p>
    <w:p w:rsidR="00E00D30" w:rsidRDefault="00E00D30" w:rsidP="00E00D30">
      <w:r>
        <w:t>287.1748</w:t>
      </w:r>
      <w:r>
        <w:tab/>
        <w:t>2.025e0</w:t>
      </w:r>
    </w:p>
    <w:p w:rsidR="00E00D30" w:rsidRDefault="00E00D30" w:rsidP="00E00D30">
      <w:r>
        <w:t>287.1863</w:t>
      </w:r>
      <w:r>
        <w:tab/>
        <w:t>2.025e0</w:t>
      </w:r>
    </w:p>
    <w:p w:rsidR="00E00D30" w:rsidRDefault="00E00D30" w:rsidP="00E00D30">
      <w:r>
        <w:t>287.1899</w:t>
      </w:r>
      <w:r>
        <w:tab/>
        <w:t>2.025e0</w:t>
      </w:r>
    </w:p>
    <w:p w:rsidR="00E00D30" w:rsidRDefault="00E00D30" w:rsidP="00E00D30">
      <w:r>
        <w:t>287.1959</w:t>
      </w:r>
      <w:r>
        <w:tab/>
        <w:t>2.025e0</w:t>
      </w:r>
    </w:p>
    <w:p w:rsidR="00E00D30" w:rsidRDefault="00E00D30" w:rsidP="00E00D30">
      <w:r>
        <w:t>287.2119</w:t>
      </w:r>
      <w:r>
        <w:tab/>
        <w:t>1.013e0</w:t>
      </w:r>
    </w:p>
    <w:p w:rsidR="00E00D30" w:rsidRDefault="00E00D30" w:rsidP="00E00D30">
      <w:r>
        <w:t>287.2137</w:t>
      </w:r>
      <w:r>
        <w:tab/>
        <w:t>2.025e0</w:t>
      </w:r>
    </w:p>
    <w:p w:rsidR="00E00D30" w:rsidRDefault="00E00D30" w:rsidP="00E00D30">
      <w:r>
        <w:t>287.2279</w:t>
      </w:r>
      <w:r>
        <w:tab/>
        <w:t>1.013e0</w:t>
      </w:r>
    </w:p>
    <w:p w:rsidR="00E00D30" w:rsidRDefault="00E00D30" w:rsidP="00E00D30">
      <w:r>
        <w:t>287.2391</w:t>
      </w:r>
      <w:r>
        <w:tab/>
        <w:t>2.025e0</w:t>
      </w:r>
    </w:p>
    <w:p w:rsidR="00E00D30" w:rsidRDefault="00E00D30" w:rsidP="00E00D30">
      <w:r>
        <w:t>287.2491</w:t>
      </w:r>
      <w:r>
        <w:tab/>
        <w:t>2.025e0</w:t>
      </w:r>
    </w:p>
    <w:p w:rsidR="00E00D30" w:rsidRDefault="00E00D30" w:rsidP="00E00D30">
      <w:r>
        <w:t>287.2510</w:t>
      </w:r>
      <w:r>
        <w:tab/>
        <w:t>1.013e0</w:t>
      </w:r>
    </w:p>
    <w:p w:rsidR="00E00D30" w:rsidRDefault="00E00D30" w:rsidP="00E00D30">
      <w:r>
        <w:t>287.2556</w:t>
      </w:r>
      <w:r>
        <w:tab/>
        <w:t>1.013e0</w:t>
      </w:r>
    </w:p>
    <w:p w:rsidR="00E00D30" w:rsidRDefault="00E00D30" w:rsidP="00E00D30">
      <w:r>
        <w:t>287.2693</w:t>
      </w:r>
      <w:r>
        <w:tab/>
        <w:t>1.013e0</w:t>
      </w:r>
    </w:p>
    <w:p w:rsidR="00E00D30" w:rsidRDefault="00E00D30" w:rsidP="00E00D30">
      <w:r>
        <w:t>287.2788</w:t>
      </w:r>
      <w:r>
        <w:tab/>
        <w:t>2.025e0</w:t>
      </w:r>
    </w:p>
    <w:p w:rsidR="00E00D30" w:rsidRDefault="00E00D30" w:rsidP="00E00D30">
      <w:r>
        <w:t>287.2825</w:t>
      </w:r>
      <w:r>
        <w:tab/>
        <w:t>1.013e0</w:t>
      </w:r>
    </w:p>
    <w:p w:rsidR="00E00D30" w:rsidRDefault="00E00D30" w:rsidP="00E00D30">
      <w:r>
        <w:lastRenderedPageBreak/>
        <w:t>287.3008</w:t>
      </w:r>
      <w:r>
        <w:tab/>
        <w:t>1.013e0</w:t>
      </w:r>
    </w:p>
    <w:p w:rsidR="00E00D30" w:rsidRDefault="00E00D30" w:rsidP="00E00D30">
      <w:r>
        <w:t>287.3141</w:t>
      </w:r>
      <w:r>
        <w:tab/>
        <w:t>1.013e0</w:t>
      </w:r>
    </w:p>
    <w:p w:rsidR="00E00D30" w:rsidRDefault="00E00D30" w:rsidP="00E00D30">
      <w:r>
        <w:t>287.3324</w:t>
      </w:r>
      <w:r>
        <w:tab/>
        <w:t>1.013e0</w:t>
      </w:r>
    </w:p>
    <w:p w:rsidR="00E00D30" w:rsidRDefault="00E00D30" w:rsidP="00E00D30">
      <w:r>
        <w:t>287.3587</w:t>
      </w:r>
      <w:r>
        <w:tab/>
        <w:t>1.013e0</w:t>
      </w:r>
    </w:p>
    <w:p w:rsidR="00E00D30" w:rsidRDefault="00E00D30" w:rsidP="00E00D30">
      <w:r>
        <w:t>287.3731</w:t>
      </w:r>
      <w:r>
        <w:tab/>
        <w:t>1.013e0</w:t>
      </w:r>
    </w:p>
    <w:p w:rsidR="00E00D30" w:rsidRDefault="00E00D30" w:rsidP="00E00D30">
      <w:r>
        <w:t>287.4008</w:t>
      </w:r>
      <w:r>
        <w:tab/>
        <w:t>1.013e0</w:t>
      </w:r>
    </w:p>
    <w:p w:rsidR="00E00D30" w:rsidRDefault="00E00D30" w:rsidP="00E00D30">
      <w:r>
        <w:t>287.4046</w:t>
      </w:r>
      <w:r>
        <w:tab/>
        <w:t>1.013e0</w:t>
      </w:r>
    </w:p>
    <w:p w:rsidR="00E00D30" w:rsidRDefault="00E00D30" w:rsidP="00E00D30">
      <w:r>
        <w:t>287.4271</w:t>
      </w:r>
      <w:r>
        <w:tab/>
        <w:t>1.013e0</w:t>
      </w:r>
    </w:p>
    <w:p w:rsidR="00E00D30" w:rsidRDefault="00E00D30" w:rsidP="00E00D30">
      <w:r>
        <w:t>287.4326</w:t>
      </w:r>
      <w:r>
        <w:tab/>
        <w:t>1.013e0</w:t>
      </w:r>
    </w:p>
    <w:p w:rsidR="00E00D30" w:rsidRDefault="00E00D30" w:rsidP="00E00D30">
      <w:r>
        <w:t>287.4380</w:t>
      </w:r>
      <w:r>
        <w:tab/>
        <w:t>2.025e0</w:t>
      </w:r>
    </w:p>
    <w:p w:rsidR="00E00D30" w:rsidRDefault="00E00D30" w:rsidP="00E00D30">
      <w:r>
        <w:t>287.4678</w:t>
      </w:r>
      <w:r>
        <w:tab/>
        <w:t>1.013e0</w:t>
      </w:r>
    </w:p>
    <w:p w:rsidR="00E00D30" w:rsidRDefault="00E00D30" w:rsidP="00E00D30">
      <w:r>
        <w:t>287.4918</w:t>
      </w:r>
      <w:r>
        <w:tab/>
        <w:t>3.038e0</w:t>
      </w:r>
    </w:p>
    <w:p w:rsidR="00E00D30" w:rsidRDefault="00E00D30" w:rsidP="00E00D30">
      <w:r>
        <w:t>287.4958</w:t>
      </w:r>
      <w:r>
        <w:tab/>
        <w:t>2.025e0</w:t>
      </w:r>
    </w:p>
    <w:p w:rsidR="00E00D30" w:rsidRDefault="00E00D30" w:rsidP="00E00D30">
      <w:r>
        <w:t>287.4994</w:t>
      </w:r>
      <w:r>
        <w:tab/>
        <w:t>1.013e0</w:t>
      </w:r>
    </w:p>
    <w:p w:rsidR="00E00D30" w:rsidRDefault="00E00D30" w:rsidP="00E00D30">
      <w:r>
        <w:t>287.5313</w:t>
      </w:r>
      <w:r>
        <w:tab/>
        <w:t>1.013e0</w:t>
      </w:r>
    </w:p>
    <w:p w:rsidR="00E00D30" w:rsidRDefault="00E00D30" w:rsidP="00E00D30">
      <w:r>
        <w:t>287.5628</w:t>
      </w:r>
      <w:r>
        <w:tab/>
        <w:t>1.013e0</w:t>
      </w:r>
    </w:p>
    <w:p w:rsidR="00E00D30" w:rsidRDefault="00E00D30" w:rsidP="00E00D30">
      <w:r>
        <w:t>287.5981</w:t>
      </w:r>
      <w:r>
        <w:tab/>
        <w:t>1.013e0</w:t>
      </w:r>
    </w:p>
    <w:p w:rsidR="00E00D30" w:rsidRDefault="00E00D30" w:rsidP="00E00D30">
      <w:r>
        <w:t>287.6021</w:t>
      </w:r>
      <w:r>
        <w:tab/>
        <w:t>1.013e0</w:t>
      </w:r>
    </w:p>
    <w:p w:rsidR="00E00D30" w:rsidRDefault="00E00D30" w:rsidP="00E00D30">
      <w:r>
        <w:t>287.6063</w:t>
      </w:r>
      <w:r>
        <w:tab/>
        <w:t>1.013e0</w:t>
      </w:r>
    </w:p>
    <w:p w:rsidR="00E00D30" w:rsidRDefault="00E00D30" w:rsidP="00E00D30">
      <w:r>
        <w:lastRenderedPageBreak/>
        <w:t>287.6193</w:t>
      </w:r>
      <w:r>
        <w:tab/>
        <w:t>3.038e0</w:t>
      </w:r>
    </w:p>
    <w:p w:rsidR="00E00D30" w:rsidRDefault="00E00D30" w:rsidP="00E00D30">
      <w:r>
        <w:t>287.6275</w:t>
      </w:r>
      <w:r>
        <w:tab/>
        <w:t>2.025e0</w:t>
      </w:r>
    </w:p>
    <w:p w:rsidR="00E00D30" w:rsidRDefault="00E00D30" w:rsidP="00E00D30">
      <w:r>
        <w:t>287.6425</w:t>
      </w:r>
      <w:r>
        <w:tab/>
        <w:t>1.013e0</w:t>
      </w:r>
    </w:p>
    <w:p w:rsidR="00E00D30" w:rsidRDefault="00E00D30" w:rsidP="00E00D30">
      <w:r>
        <w:t>287.6650</w:t>
      </w:r>
      <w:r>
        <w:tab/>
        <w:t>1.013e0</w:t>
      </w:r>
    </w:p>
    <w:p w:rsidR="00E00D30" w:rsidRDefault="00E00D30" w:rsidP="00E00D30">
      <w:r>
        <w:t>287.6848</w:t>
      </w:r>
      <w:r>
        <w:tab/>
        <w:t>2.025e0</w:t>
      </w:r>
    </w:p>
    <w:p w:rsidR="00E00D30" w:rsidRDefault="00E00D30" w:rsidP="00E00D30">
      <w:r>
        <w:t>287.7693</w:t>
      </w:r>
      <w:r>
        <w:tab/>
        <w:t>1.013e0</w:t>
      </w:r>
    </w:p>
    <w:p w:rsidR="00E00D30" w:rsidRDefault="00E00D30" w:rsidP="00E00D30">
      <w:r>
        <w:t>287.7742</w:t>
      </w:r>
      <w:r>
        <w:tab/>
        <w:t>1.013e0</w:t>
      </w:r>
    </w:p>
    <w:p w:rsidR="00E00D30" w:rsidRDefault="00E00D30" w:rsidP="00E00D30">
      <w:r>
        <w:t>287.8057</w:t>
      </w:r>
      <w:r>
        <w:tab/>
        <w:t>1.013e0</w:t>
      </w:r>
    </w:p>
    <w:p w:rsidR="00E00D30" w:rsidRDefault="00E00D30" w:rsidP="00E00D30">
      <w:r>
        <w:t>287.8189</w:t>
      </w:r>
      <w:r>
        <w:tab/>
        <w:t>1.013e0</w:t>
      </w:r>
    </w:p>
    <w:p w:rsidR="00E00D30" w:rsidRDefault="00E00D30" w:rsidP="00E00D30">
      <w:r>
        <w:t>287.8463</w:t>
      </w:r>
      <w:r>
        <w:tab/>
        <w:t>1.013e0</w:t>
      </w:r>
    </w:p>
    <w:p w:rsidR="00E00D30" w:rsidRDefault="00E00D30" w:rsidP="00E00D30">
      <w:r>
        <w:t>287.8508</w:t>
      </w:r>
      <w:r>
        <w:tab/>
        <w:t>1.013e0</w:t>
      </w:r>
    </w:p>
    <w:p w:rsidR="00E00D30" w:rsidRDefault="00E00D30" w:rsidP="00E00D30">
      <w:r>
        <w:t>287.8688</w:t>
      </w:r>
      <w:r>
        <w:tab/>
        <w:t>1.013e0</w:t>
      </w:r>
    </w:p>
    <w:p w:rsidR="00E00D30" w:rsidRDefault="00E00D30" w:rsidP="00E00D30">
      <w:r>
        <w:t>287.9098</w:t>
      </w:r>
      <w:r>
        <w:tab/>
        <w:t>1.013e0</w:t>
      </w:r>
    </w:p>
    <w:p w:rsidR="00E00D30" w:rsidRDefault="00E00D30" w:rsidP="00E00D30">
      <w:r>
        <w:t>287.9371</w:t>
      </w:r>
      <w:r>
        <w:tab/>
        <w:t>1.013e0</w:t>
      </w:r>
    </w:p>
    <w:p w:rsidR="00E00D30" w:rsidRDefault="00E00D30" w:rsidP="00E00D30">
      <w:r>
        <w:t>287.9509</w:t>
      </w:r>
      <w:r>
        <w:tab/>
        <w:t>2.025e0</w:t>
      </w:r>
    </w:p>
    <w:p w:rsidR="00E00D30" w:rsidRDefault="00E00D30" w:rsidP="00E00D30">
      <w:r>
        <w:t>287.9810</w:t>
      </w:r>
      <w:r>
        <w:tab/>
        <w:t>1.013e0</w:t>
      </w:r>
    </w:p>
    <w:p w:rsidR="00E00D30" w:rsidRDefault="00E00D30" w:rsidP="00E00D30">
      <w:r>
        <w:t>287.9954</w:t>
      </w:r>
      <w:r>
        <w:tab/>
        <w:t>1.013e0</w:t>
      </w:r>
    </w:p>
    <w:p w:rsidR="00E00D30" w:rsidRDefault="00E00D30" w:rsidP="00E00D30">
      <w:r>
        <w:t>288.0001</w:t>
      </w:r>
      <w:r>
        <w:tab/>
        <w:t>2.025e0</w:t>
      </w:r>
    </w:p>
    <w:p w:rsidR="00E00D30" w:rsidRDefault="00E00D30" w:rsidP="00E00D30">
      <w:r>
        <w:t>288.0039</w:t>
      </w:r>
      <w:r>
        <w:tab/>
        <w:t>1.013e0</w:t>
      </w:r>
    </w:p>
    <w:p w:rsidR="00E00D30" w:rsidRDefault="00E00D30" w:rsidP="00E00D30">
      <w:r>
        <w:lastRenderedPageBreak/>
        <w:t>288.0052</w:t>
      </w:r>
      <w:r>
        <w:tab/>
        <w:t>3.038e0</w:t>
      </w:r>
    </w:p>
    <w:p w:rsidR="00E00D30" w:rsidRDefault="00E00D30" w:rsidP="00E00D30">
      <w:r>
        <w:t>288.0164</w:t>
      </w:r>
      <w:r>
        <w:tab/>
        <w:t>1.013e0</w:t>
      </w:r>
    </w:p>
    <w:p w:rsidR="00E00D30" w:rsidRDefault="00E00D30" w:rsidP="00E00D30">
      <w:r>
        <w:t>288.0242</w:t>
      </w:r>
      <w:r>
        <w:tab/>
        <w:t>2.025e0</w:t>
      </w:r>
    </w:p>
    <w:p w:rsidR="00E00D30" w:rsidRDefault="00E00D30" w:rsidP="00E00D30">
      <w:r>
        <w:t>288.0441</w:t>
      </w:r>
      <w:r>
        <w:tab/>
        <w:t>7.880e0</w:t>
      </w:r>
    </w:p>
    <w:p w:rsidR="00E00D30" w:rsidRDefault="00E00D30" w:rsidP="00E00D30">
      <w:r>
        <w:t>288.0670</w:t>
      </w:r>
      <w:r>
        <w:tab/>
        <w:t>1.013e0</w:t>
      </w:r>
    </w:p>
    <w:p w:rsidR="00E00D30" w:rsidRDefault="00E00D30" w:rsidP="00E00D30">
      <w:r>
        <w:t>288.0684</w:t>
      </w:r>
      <w:r>
        <w:tab/>
        <w:t>3.038e0</w:t>
      </w:r>
    </w:p>
    <w:p w:rsidR="00E00D30" w:rsidRDefault="00E00D30" w:rsidP="00E00D30">
      <w:r>
        <w:t>288.0712</w:t>
      </w:r>
      <w:r>
        <w:tab/>
        <w:t>2.025e0</w:t>
      </w:r>
    </w:p>
    <w:p w:rsidR="00E00D30" w:rsidRDefault="00E00D30" w:rsidP="00E00D30">
      <w:r>
        <w:t>288.0850</w:t>
      </w:r>
      <w:r>
        <w:tab/>
        <w:t>2.025e0</w:t>
      </w:r>
    </w:p>
    <w:p w:rsidR="00E00D30" w:rsidRDefault="00E00D30" w:rsidP="00E00D30">
      <w:r>
        <w:t>288.0948</w:t>
      </w:r>
      <w:r>
        <w:tab/>
        <w:t>3.038e0</w:t>
      </w:r>
    </w:p>
    <w:p w:rsidR="00E00D30" w:rsidRDefault="00E00D30" w:rsidP="00E00D30">
      <w:r>
        <w:t>288.1112</w:t>
      </w:r>
      <w:r>
        <w:tab/>
        <w:t>1.013e0</w:t>
      </w:r>
    </w:p>
    <w:p w:rsidR="00E00D30" w:rsidRDefault="00E00D30" w:rsidP="00E00D30">
      <w:r>
        <w:t>288.1257</w:t>
      </w:r>
      <w:r>
        <w:tab/>
        <w:t>4.051e0</w:t>
      </w:r>
    </w:p>
    <w:p w:rsidR="00E00D30" w:rsidRDefault="00E00D30" w:rsidP="00E00D30">
      <w:r>
        <w:t>288.1267</w:t>
      </w:r>
      <w:r>
        <w:tab/>
        <w:t>1.013e0</w:t>
      </w:r>
    </w:p>
    <w:p w:rsidR="00E00D30" w:rsidRDefault="00E00D30" w:rsidP="00E00D30">
      <w:r>
        <w:t>288.1305</w:t>
      </w:r>
      <w:r>
        <w:tab/>
        <w:t>2.025e0</w:t>
      </w:r>
    </w:p>
    <w:p w:rsidR="00E00D30" w:rsidRDefault="00E00D30" w:rsidP="00E00D30">
      <w:r>
        <w:t>288.1561</w:t>
      </w:r>
      <w:r>
        <w:tab/>
        <w:t>3.038e0</w:t>
      </w:r>
    </w:p>
    <w:p w:rsidR="00E00D30" w:rsidRDefault="00E00D30" w:rsidP="00E00D30">
      <w:r>
        <w:t>288.1579</w:t>
      </w:r>
      <w:r>
        <w:tab/>
        <w:t>1.013e0</w:t>
      </w:r>
    </w:p>
    <w:p w:rsidR="00E00D30" w:rsidRDefault="00E00D30" w:rsidP="00E00D30">
      <w:r>
        <w:t>288.1720</w:t>
      </w:r>
      <w:r>
        <w:tab/>
        <w:t>4.051e0</w:t>
      </w:r>
    </w:p>
    <w:p w:rsidR="00E00D30" w:rsidRDefault="00E00D30" w:rsidP="00E00D30">
      <w:r>
        <w:t>288.1754</w:t>
      </w:r>
      <w:r>
        <w:tab/>
        <w:t>2.025e0</w:t>
      </w:r>
    </w:p>
    <w:p w:rsidR="00E00D30" w:rsidRDefault="00E00D30" w:rsidP="00E00D30">
      <w:r>
        <w:t>288.1779</w:t>
      </w:r>
      <w:r>
        <w:tab/>
        <w:t>6.076e0</w:t>
      </w:r>
    </w:p>
    <w:p w:rsidR="00E00D30" w:rsidRDefault="00E00D30" w:rsidP="00E00D30">
      <w:r>
        <w:t>288.1796</w:t>
      </w:r>
      <w:r>
        <w:tab/>
        <w:t>2.025e0</w:t>
      </w:r>
    </w:p>
    <w:p w:rsidR="00E00D30" w:rsidRDefault="00E00D30" w:rsidP="00E00D30">
      <w:r>
        <w:lastRenderedPageBreak/>
        <w:t>288.2061</w:t>
      </w:r>
      <w:r>
        <w:tab/>
        <w:t>2.025e0</w:t>
      </w:r>
    </w:p>
    <w:p w:rsidR="00E00D30" w:rsidRDefault="00E00D30" w:rsidP="00E00D30">
      <w:r>
        <w:t>288.2112</w:t>
      </w:r>
      <w:r>
        <w:tab/>
        <w:t>3.038e0</w:t>
      </w:r>
    </w:p>
    <w:p w:rsidR="00E00D30" w:rsidRDefault="00E00D30" w:rsidP="00E00D30">
      <w:r>
        <w:t>288.2130</w:t>
      </w:r>
      <w:r>
        <w:tab/>
        <w:t>2.025e0</w:t>
      </w:r>
    </w:p>
    <w:p w:rsidR="00E00D30" w:rsidRDefault="00E00D30" w:rsidP="00E00D30">
      <w:r>
        <w:t>288.2209</w:t>
      </w:r>
      <w:r>
        <w:tab/>
        <w:t>1.013e0</w:t>
      </w:r>
    </w:p>
    <w:p w:rsidR="00E00D30" w:rsidRDefault="00E00D30" w:rsidP="00E00D30">
      <w:r>
        <w:t>288.2224</w:t>
      </w:r>
      <w:r>
        <w:tab/>
        <w:t>3.281e0</w:t>
      </w:r>
    </w:p>
    <w:p w:rsidR="00E00D30" w:rsidRDefault="00E00D30" w:rsidP="00E00D30">
      <w:r>
        <w:t>288.2329</w:t>
      </w:r>
      <w:r>
        <w:tab/>
        <w:t>2.025e0</w:t>
      </w:r>
    </w:p>
    <w:p w:rsidR="00E00D30" w:rsidRDefault="00E00D30" w:rsidP="00E00D30">
      <w:r>
        <w:t>288.2451</w:t>
      </w:r>
      <w:r>
        <w:tab/>
        <w:t>6.076e0</w:t>
      </w:r>
    </w:p>
    <w:p w:rsidR="00E00D30" w:rsidRDefault="00E00D30" w:rsidP="00E00D30">
      <w:r>
        <w:t>288.2512</w:t>
      </w:r>
      <w:r>
        <w:tab/>
        <w:t>3.038e0</w:t>
      </w:r>
    </w:p>
    <w:p w:rsidR="00E00D30" w:rsidRDefault="00E00D30" w:rsidP="00E00D30">
      <w:r>
        <w:t>288.2529</w:t>
      </w:r>
      <w:r>
        <w:tab/>
        <w:t>1.013e0</w:t>
      </w:r>
    </w:p>
    <w:p w:rsidR="00E00D30" w:rsidRDefault="00E00D30" w:rsidP="00E00D30">
      <w:r>
        <w:t>288.2566</w:t>
      </w:r>
      <w:r>
        <w:tab/>
        <w:t>2.025e0</w:t>
      </w:r>
    </w:p>
    <w:p w:rsidR="00E00D30" w:rsidRDefault="00E00D30" w:rsidP="00E00D30">
      <w:r>
        <w:t>288.2694</w:t>
      </w:r>
      <w:r>
        <w:tab/>
        <w:t>2.025e0</w:t>
      </w:r>
    </w:p>
    <w:p w:rsidR="00E00D30" w:rsidRDefault="00E00D30" w:rsidP="00E00D30">
      <w:r>
        <w:t>288.3010</w:t>
      </w:r>
      <w:r>
        <w:tab/>
        <w:t>1.013e0</w:t>
      </w:r>
    </w:p>
    <w:p w:rsidR="00E00D30" w:rsidRDefault="00E00D30" w:rsidP="00E00D30">
      <w:r>
        <w:t>288.3157</w:t>
      </w:r>
      <w:r>
        <w:tab/>
        <w:t>1.013e0</w:t>
      </w:r>
    </w:p>
    <w:p w:rsidR="00E00D30" w:rsidRDefault="00E00D30" w:rsidP="00E00D30">
      <w:r>
        <w:t>288.3592</w:t>
      </w:r>
      <w:r>
        <w:tab/>
        <w:t>1.013e0</w:t>
      </w:r>
    </w:p>
    <w:p w:rsidR="00E00D30" w:rsidRDefault="00E00D30" w:rsidP="00E00D30">
      <w:r>
        <w:t>288.3828</w:t>
      </w:r>
      <w:r>
        <w:tab/>
        <w:t>1.013e0</w:t>
      </w:r>
    </w:p>
    <w:p w:rsidR="00E00D30" w:rsidRDefault="00E00D30" w:rsidP="00E00D30">
      <w:r>
        <w:t>288.4063</w:t>
      </w:r>
      <w:r>
        <w:tab/>
        <w:t>1.013e0</w:t>
      </w:r>
    </w:p>
    <w:p w:rsidR="00E00D30" w:rsidRDefault="00E00D30" w:rsidP="00E00D30">
      <w:r>
        <w:t>288.4144</w:t>
      </w:r>
      <w:r>
        <w:tab/>
        <w:t>1.013e0</w:t>
      </w:r>
    </w:p>
    <w:p w:rsidR="00E00D30" w:rsidRDefault="00E00D30" w:rsidP="00E00D30">
      <w:r>
        <w:t>288.4419</w:t>
      </w:r>
      <w:r>
        <w:tab/>
        <w:t>1.013e0</w:t>
      </w:r>
    </w:p>
    <w:p w:rsidR="00E00D30" w:rsidRDefault="00E00D30" w:rsidP="00E00D30">
      <w:r>
        <w:t>288.4537</w:t>
      </w:r>
      <w:r>
        <w:tab/>
        <w:t>1.013e0</w:t>
      </w:r>
    </w:p>
    <w:p w:rsidR="00E00D30" w:rsidRDefault="00E00D30" w:rsidP="00E00D30">
      <w:r>
        <w:lastRenderedPageBreak/>
        <w:t>288.4908</w:t>
      </w:r>
      <w:r>
        <w:tab/>
        <w:t>1.013e0</w:t>
      </w:r>
    </w:p>
    <w:p w:rsidR="00E00D30" w:rsidRDefault="00E00D30" w:rsidP="00E00D30">
      <w:r>
        <w:t>288.5805</w:t>
      </w:r>
      <w:r>
        <w:tab/>
        <w:t>1.013e0</w:t>
      </w:r>
    </w:p>
    <w:p w:rsidR="00E00D30" w:rsidRDefault="00E00D30" w:rsidP="00E00D30">
      <w:r>
        <w:t>288.5824</w:t>
      </w:r>
      <w:r>
        <w:tab/>
        <w:t>2.025e0</w:t>
      </w:r>
    </w:p>
    <w:p w:rsidR="00E00D30" w:rsidRDefault="00E00D30" w:rsidP="00E00D30">
      <w:r>
        <w:t>288.5856</w:t>
      </w:r>
      <w:r>
        <w:tab/>
        <w:t>1.013e0</w:t>
      </w:r>
    </w:p>
    <w:p w:rsidR="00E00D30" w:rsidRDefault="00E00D30" w:rsidP="00E00D30">
      <w:r>
        <w:t>288.6002</w:t>
      </w:r>
      <w:r>
        <w:tab/>
        <w:t>2.025e0</w:t>
      </w:r>
    </w:p>
    <w:p w:rsidR="00E00D30" w:rsidRDefault="00E00D30" w:rsidP="00E00D30">
      <w:r>
        <w:t>288.6078</w:t>
      </w:r>
      <w:r>
        <w:tab/>
        <w:t>1.013e0</w:t>
      </w:r>
    </w:p>
    <w:p w:rsidR="00E00D30" w:rsidRDefault="00E00D30" w:rsidP="00E00D30">
      <w:r>
        <w:t>288.6225</w:t>
      </w:r>
      <w:r>
        <w:tab/>
        <w:t>1.013e0</w:t>
      </w:r>
    </w:p>
    <w:p w:rsidR="00E00D30" w:rsidRDefault="00E00D30" w:rsidP="00E00D30">
      <w:r>
        <w:t>288.6354</w:t>
      </w:r>
      <w:r>
        <w:tab/>
        <w:t>1.013e0</w:t>
      </w:r>
    </w:p>
    <w:p w:rsidR="00E00D30" w:rsidRDefault="00E00D30" w:rsidP="00E00D30">
      <w:r>
        <w:t>288.6808</w:t>
      </w:r>
      <w:r>
        <w:tab/>
        <w:t>2.025e0</w:t>
      </w:r>
    </w:p>
    <w:p w:rsidR="00E00D30" w:rsidRDefault="00E00D30" w:rsidP="00E00D30">
      <w:r>
        <w:t>288.6946</w:t>
      </w:r>
      <w:r>
        <w:tab/>
        <w:t>2.025e0</w:t>
      </w:r>
    </w:p>
    <w:p w:rsidR="00E00D30" w:rsidRDefault="00E00D30" w:rsidP="00E00D30">
      <w:r>
        <w:t>288.7176</w:t>
      </w:r>
      <w:r>
        <w:tab/>
        <w:t>2.025e0</w:t>
      </w:r>
    </w:p>
    <w:p w:rsidR="00E00D30" w:rsidRDefault="00E00D30" w:rsidP="00E00D30">
      <w:r>
        <w:t>288.7281</w:t>
      </w:r>
      <w:r>
        <w:tab/>
        <w:t>2.025e0</w:t>
      </w:r>
    </w:p>
    <w:p w:rsidR="00E00D30" w:rsidRDefault="00E00D30" w:rsidP="00E00D30">
      <w:r>
        <w:t>288.7339</w:t>
      </w:r>
      <w:r>
        <w:tab/>
        <w:t>1.013e0</w:t>
      </w:r>
    </w:p>
    <w:p w:rsidR="00E00D30" w:rsidRDefault="00E00D30" w:rsidP="00E00D30">
      <w:r>
        <w:t>288.7656</w:t>
      </w:r>
      <w:r>
        <w:tab/>
        <w:t>1.013e0</w:t>
      </w:r>
    </w:p>
    <w:p w:rsidR="00E00D30" w:rsidRDefault="00E00D30" w:rsidP="00E00D30">
      <w:r>
        <w:t>288.8338</w:t>
      </w:r>
      <w:r>
        <w:tab/>
        <w:t>1.013e0</w:t>
      </w:r>
    </w:p>
    <w:p w:rsidR="00E00D30" w:rsidRDefault="00E00D30" w:rsidP="00E00D30">
      <w:r>
        <w:t>288.8390</w:t>
      </w:r>
      <w:r>
        <w:tab/>
        <w:t>1.013e0</w:t>
      </w:r>
    </w:p>
    <w:p w:rsidR="00E00D30" w:rsidRDefault="00E00D30" w:rsidP="00E00D30">
      <w:r>
        <w:t>288.8484</w:t>
      </w:r>
      <w:r>
        <w:tab/>
        <w:t>2.025e0</w:t>
      </w:r>
    </w:p>
    <w:p w:rsidR="00E00D30" w:rsidRDefault="00E00D30" w:rsidP="00E00D30">
      <w:r>
        <w:t>288.8659</w:t>
      </w:r>
      <w:r>
        <w:tab/>
        <w:t>1.013e0</w:t>
      </w:r>
    </w:p>
    <w:p w:rsidR="00E00D30" w:rsidRDefault="00E00D30" w:rsidP="00E00D30">
      <w:r>
        <w:t>288.9154</w:t>
      </w:r>
      <w:r>
        <w:tab/>
        <w:t>1.013e0</w:t>
      </w:r>
    </w:p>
    <w:p w:rsidR="00E00D30" w:rsidRDefault="00E00D30" w:rsidP="00E00D30">
      <w:r>
        <w:lastRenderedPageBreak/>
        <w:t>288.9344</w:t>
      </w:r>
      <w:r>
        <w:tab/>
        <w:t>2.025e0</w:t>
      </w:r>
    </w:p>
    <w:p w:rsidR="00E00D30" w:rsidRDefault="00E00D30" w:rsidP="00E00D30">
      <w:r>
        <w:t>288.9511</w:t>
      </w:r>
      <w:r>
        <w:tab/>
        <w:t>1.013e0</w:t>
      </w:r>
    </w:p>
    <w:p w:rsidR="00E00D30" w:rsidRDefault="00E00D30" w:rsidP="00E00D30">
      <w:r>
        <w:t>288.9609</w:t>
      </w:r>
      <w:r>
        <w:tab/>
        <w:t>1.013e0</w:t>
      </w:r>
    </w:p>
    <w:p w:rsidR="00E00D30" w:rsidRDefault="00E00D30" w:rsidP="00E00D30">
      <w:r>
        <w:t>288.9657</w:t>
      </w:r>
      <w:r>
        <w:tab/>
        <w:t>1.013e0</w:t>
      </w:r>
    </w:p>
    <w:p w:rsidR="00E00D30" w:rsidRDefault="00E00D30" w:rsidP="00E00D30">
      <w:r>
        <w:t>288.9679</w:t>
      </w:r>
      <w:r>
        <w:tab/>
        <w:t>3.038e0</w:t>
      </w:r>
    </w:p>
    <w:p w:rsidR="00E00D30" w:rsidRDefault="00E00D30" w:rsidP="00E00D30">
      <w:r>
        <w:t>288.9767</w:t>
      </w:r>
      <w:r>
        <w:tab/>
        <w:t>2.025e0</w:t>
      </w:r>
    </w:p>
    <w:p w:rsidR="00E00D30" w:rsidRDefault="00E00D30" w:rsidP="00E00D30">
      <w:r>
        <w:t>288.9928</w:t>
      </w:r>
      <w:r>
        <w:tab/>
        <w:t>2.025e0</w:t>
      </w:r>
    </w:p>
    <w:p w:rsidR="00E00D30" w:rsidRDefault="00E00D30" w:rsidP="00E00D30">
      <w:r>
        <w:t>289.0240</w:t>
      </w:r>
      <w:r>
        <w:tab/>
        <w:t>1.013e0</w:t>
      </w:r>
    </w:p>
    <w:p w:rsidR="00E00D30" w:rsidRDefault="00E00D30" w:rsidP="00E00D30">
      <w:r>
        <w:t>289.0320</w:t>
      </w:r>
      <w:r>
        <w:tab/>
        <w:t>2.025e0</w:t>
      </w:r>
    </w:p>
    <w:p w:rsidR="00E00D30" w:rsidRDefault="00E00D30" w:rsidP="00E00D30">
      <w:r>
        <w:t>289.0342</w:t>
      </w:r>
      <w:r>
        <w:tab/>
        <w:t>1.013e0</w:t>
      </w:r>
    </w:p>
    <w:p w:rsidR="00E00D30" w:rsidRDefault="00E00D30" w:rsidP="00E00D30">
      <w:r>
        <w:t>289.0419</w:t>
      </w:r>
      <w:r>
        <w:tab/>
        <w:t>1.013e0</w:t>
      </w:r>
    </w:p>
    <w:p w:rsidR="00E00D30" w:rsidRDefault="00E00D30" w:rsidP="00E00D30">
      <w:r>
        <w:t>289.0557</w:t>
      </w:r>
      <w:r>
        <w:tab/>
        <w:t>1.013e0</w:t>
      </w:r>
    </w:p>
    <w:p w:rsidR="00E00D30" w:rsidRDefault="00E00D30" w:rsidP="00E00D30">
      <w:r>
        <w:t>289.0608</w:t>
      </w:r>
      <w:r>
        <w:tab/>
        <w:t>1.013e0</w:t>
      </w:r>
    </w:p>
    <w:p w:rsidR="00E00D30" w:rsidRDefault="00E00D30" w:rsidP="00E00D30">
      <w:r>
        <w:t>289.0666</w:t>
      </w:r>
      <w:r>
        <w:tab/>
        <w:t>2.025e0</w:t>
      </w:r>
    </w:p>
    <w:p w:rsidR="00E00D30" w:rsidRDefault="00E00D30" w:rsidP="00E00D30">
      <w:r>
        <w:t>289.0849</w:t>
      </w:r>
      <w:r>
        <w:tab/>
        <w:t>2.025e0</w:t>
      </w:r>
    </w:p>
    <w:p w:rsidR="00E00D30" w:rsidRDefault="00E00D30" w:rsidP="00E00D30">
      <w:r>
        <w:t>289.1134</w:t>
      </w:r>
      <w:r>
        <w:tab/>
        <w:t>3.038e0</w:t>
      </w:r>
    </w:p>
    <w:p w:rsidR="00E00D30" w:rsidRDefault="00E00D30" w:rsidP="00E00D30">
      <w:r>
        <w:t>289.1171</w:t>
      </w:r>
      <w:r>
        <w:tab/>
        <w:t>1.399e0</w:t>
      </w:r>
    </w:p>
    <w:p w:rsidR="00E00D30" w:rsidRDefault="00E00D30" w:rsidP="00E00D30">
      <w:r>
        <w:t>289.1289</w:t>
      </w:r>
      <w:r>
        <w:tab/>
        <w:t>1.013e0</w:t>
      </w:r>
    </w:p>
    <w:p w:rsidR="00E00D30" w:rsidRDefault="00E00D30" w:rsidP="00E00D30">
      <w:r>
        <w:t>289.1475</w:t>
      </w:r>
      <w:r>
        <w:tab/>
        <w:t>3.038e0</w:t>
      </w:r>
    </w:p>
    <w:p w:rsidR="00E00D30" w:rsidRDefault="00E00D30" w:rsidP="00E00D30">
      <w:r>
        <w:lastRenderedPageBreak/>
        <w:t>289.1605</w:t>
      </w:r>
      <w:r>
        <w:tab/>
        <w:t>1.013e0</w:t>
      </w:r>
    </w:p>
    <w:p w:rsidR="00E00D30" w:rsidRDefault="00E00D30" w:rsidP="00E00D30">
      <w:r>
        <w:t>289.1794</w:t>
      </w:r>
      <w:r>
        <w:tab/>
        <w:t>3.038e0</w:t>
      </w:r>
    </w:p>
    <w:p w:rsidR="00E00D30" w:rsidRDefault="00E00D30" w:rsidP="00E00D30">
      <w:r>
        <w:t>289.1878</w:t>
      </w:r>
      <w:r>
        <w:tab/>
        <w:t>1.013e0</w:t>
      </w:r>
    </w:p>
    <w:p w:rsidR="00E00D30" w:rsidRDefault="00E00D30" w:rsidP="00E00D30">
      <w:r>
        <w:t>289.1915</w:t>
      </w:r>
      <w:r>
        <w:tab/>
        <w:t>1.013e0</w:t>
      </w:r>
    </w:p>
    <w:p w:rsidR="00E00D30" w:rsidRDefault="00E00D30" w:rsidP="00E00D30">
      <w:r>
        <w:t>289.1958</w:t>
      </w:r>
      <w:r>
        <w:tab/>
        <w:t>2.025e0</w:t>
      </w:r>
    </w:p>
    <w:p w:rsidR="00E00D30" w:rsidRDefault="00E00D30" w:rsidP="00E00D30">
      <w:r>
        <w:t>289.2146</w:t>
      </w:r>
      <w:r>
        <w:tab/>
        <w:t>1.013e0</w:t>
      </w:r>
    </w:p>
    <w:p w:rsidR="00E00D30" w:rsidRDefault="00E00D30" w:rsidP="00E00D30">
      <w:r>
        <w:t>289.2194</w:t>
      </w:r>
      <w:r>
        <w:tab/>
        <w:t>1.013e0</w:t>
      </w:r>
    </w:p>
    <w:p w:rsidR="00E00D30" w:rsidRDefault="00E00D30" w:rsidP="00E00D30">
      <w:r>
        <w:t>289.2516</w:t>
      </w:r>
      <w:r>
        <w:tab/>
        <w:t>2.025e0</w:t>
      </w:r>
    </w:p>
    <w:p w:rsidR="00E00D30" w:rsidRDefault="00E00D30" w:rsidP="00E00D30">
      <w:r>
        <w:t>289.2548</w:t>
      </w:r>
      <w:r>
        <w:tab/>
        <w:t>1.013e0</w:t>
      </w:r>
    </w:p>
    <w:p w:rsidR="00E00D30" w:rsidRDefault="00E00D30" w:rsidP="00E00D30">
      <w:r>
        <w:t>289.2589</w:t>
      </w:r>
      <w:r>
        <w:tab/>
        <w:t>1.013e0</w:t>
      </w:r>
    </w:p>
    <w:p w:rsidR="00E00D30" w:rsidRDefault="00E00D30" w:rsidP="00E00D30">
      <w:r>
        <w:t>289.2628</w:t>
      </w:r>
      <w:r>
        <w:tab/>
        <w:t>1.013e0</w:t>
      </w:r>
    </w:p>
    <w:p w:rsidR="00E00D30" w:rsidRDefault="00E00D30" w:rsidP="00E00D30">
      <w:r>
        <w:t>289.2863</w:t>
      </w:r>
      <w:r>
        <w:tab/>
        <w:t>2.025e0</w:t>
      </w:r>
    </w:p>
    <w:p w:rsidR="00E00D30" w:rsidRDefault="00E00D30" w:rsidP="00E00D30">
      <w:r>
        <w:t>289.2992</w:t>
      </w:r>
      <w:r>
        <w:tab/>
        <w:t>1.013e0</w:t>
      </w:r>
    </w:p>
    <w:p w:rsidR="00E00D30" w:rsidRDefault="00E00D30" w:rsidP="00E00D30">
      <w:r>
        <w:t>289.3626</w:t>
      </w:r>
      <w:r>
        <w:tab/>
        <w:t>2.025e0</w:t>
      </w:r>
    </w:p>
    <w:p w:rsidR="00E00D30" w:rsidRDefault="00E00D30" w:rsidP="00E00D30">
      <w:r>
        <w:t>289.3889</w:t>
      </w:r>
      <w:r>
        <w:tab/>
        <w:t>3.038e0</w:t>
      </w:r>
    </w:p>
    <w:p w:rsidR="00E00D30" w:rsidRDefault="00E00D30" w:rsidP="00E00D30">
      <w:r>
        <w:t>289.3993</w:t>
      </w:r>
      <w:r>
        <w:tab/>
        <w:t>1.013e0</w:t>
      </w:r>
    </w:p>
    <w:p w:rsidR="00E00D30" w:rsidRDefault="00E00D30" w:rsidP="00E00D30">
      <w:r>
        <w:t>289.4523</w:t>
      </w:r>
      <w:r>
        <w:tab/>
        <w:t>1.013e0</w:t>
      </w:r>
    </w:p>
    <w:p w:rsidR="00E00D30" w:rsidRDefault="00E00D30" w:rsidP="00E00D30">
      <w:r>
        <w:t>289.4597</w:t>
      </w:r>
      <w:r>
        <w:tab/>
        <w:t>3.038e0</w:t>
      </w:r>
    </w:p>
    <w:p w:rsidR="00E00D30" w:rsidRDefault="00E00D30" w:rsidP="00E00D30">
      <w:r>
        <w:t>289.4628</w:t>
      </w:r>
      <w:r>
        <w:tab/>
        <w:t>1.013e0</w:t>
      </w:r>
    </w:p>
    <w:p w:rsidR="00E00D30" w:rsidRDefault="00E00D30" w:rsidP="00E00D30">
      <w:r>
        <w:lastRenderedPageBreak/>
        <w:t>289.5034</w:t>
      </w:r>
      <w:r>
        <w:tab/>
        <w:t>1.013e0</w:t>
      </w:r>
    </w:p>
    <w:p w:rsidR="00E00D30" w:rsidRDefault="00E00D30" w:rsidP="00E00D30">
      <w:r>
        <w:t>289.5266</w:t>
      </w:r>
      <w:r>
        <w:tab/>
        <w:t>2.025e0</w:t>
      </w:r>
    </w:p>
    <w:p w:rsidR="00E00D30" w:rsidRDefault="00E00D30" w:rsidP="00E00D30">
      <w:r>
        <w:t>289.5350</w:t>
      </w:r>
      <w:r>
        <w:tab/>
        <w:t>1.013e0</w:t>
      </w:r>
    </w:p>
    <w:p w:rsidR="00E00D30" w:rsidRDefault="00E00D30" w:rsidP="00E00D30">
      <w:r>
        <w:t>289.5432</w:t>
      </w:r>
      <w:r>
        <w:tab/>
        <w:t>1.013e0</w:t>
      </w:r>
    </w:p>
    <w:p w:rsidR="00E00D30" w:rsidRDefault="00E00D30" w:rsidP="00E00D30">
      <w:r>
        <w:t>289.5531</w:t>
      </w:r>
      <w:r>
        <w:tab/>
        <w:t>1.013e0</w:t>
      </w:r>
    </w:p>
    <w:p w:rsidR="00E00D30" w:rsidRDefault="00E00D30" w:rsidP="00E00D30">
      <w:r>
        <w:t>289.5748</w:t>
      </w:r>
      <w:r>
        <w:tab/>
        <w:t>1.013e0</w:t>
      </w:r>
    </w:p>
    <w:p w:rsidR="00E00D30" w:rsidRDefault="00E00D30" w:rsidP="00E00D30">
      <w:r>
        <w:t>289.5792</w:t>
      </w:r>
      <w:r>
        <w:tab/>
        <w:t>1.013e0</w:t>
      </w:r>
    </w:p>
    <w:p w:rsidR="00E00D30" w:rsidRDefault="00E00D30" w:rsidP="00E00D30">
      <w:r>
        <w:t>289.5983</w:t>
      </w:r>
      <w:r>
        <w:tab/>
        <w:t>1.013e0</w:t>
      </w:r>
    </w:p>
    <w:p w:rsidR="00E00D30" w:rsidRDefault="00E00D30" w:rsidP="00E00D30">
      <w:r>
        <w:t>289.6162</w:t>
      </w:r>
      <w:r>
        <w:tab/>
        <w:t>1.013e0</w:t>
      </w:r>
    </w:p>
    <w:p w:rsidR="00E00D30" w:rsidRDefault="00E00D30" w:rsidP="00E00D30">
      <w:r>
        <w:t>289.6180</w:t>
      </w:r>
      <w:r>
        <w:tab/>
        <w:t>2.025e0</w:t>
      </w:r>
    </w:p>
    <w:p w:rsidR="00E00D30" w:rsidRDefault="00E00D30" w:rsidP="00E00D30">
      <w:r>
        <w:t>289.6209</w:t>
      </w:r>
      <w:r>
        <w:tab/>
        <w:t>5.276e0</w:t>
      </w:r>
    </w:p>
    <w:p w:rsidR="00E00D30" w:rsidRDefault="00E00D30" w:rsidP="00E00D30">
      <w:r>
        <w:t>289.6280</w:t>
      </w:r>
      <w:r>
        <w:tab/>
        <w:t>4.051e0</w:t>
      </w:r>
    </w:p>
    <w:p w:rsidR="00E00D30" w:rsidRDefault="00E00D30" w:rsidP="00E00D30">
      <w:r>
        <w:t>289.6299</w:t>
      </w:r>
      <w:r>
        <w:tab/>
        <w:t>1.013e0</w:t>
      </w:r>
    </w:p>
    <w:p w:rsidR="00E00D30" w:rsidRDefault="00E00D30" w:rsidP="00E00D30">
      <w:r>
        <w:t>289.6531</w:t>
      </w:r>
      <w:r>
        <w:tab/>
        <w:t>2.025e0</w:t>
      </w:r>
    </w:p>
    <w:p w:rsidR="00E00D30" w:rsidRDefault="00E00D30" w:rsidP="00E00D30">
      <w:r>
        <w:t>289.6930</w:t>
      </w:r>
      <w:r>
        <w:tab/>
        <w:t>1.013e0</w:t>
      </w:r>
    </w:p>
    <w:p w:rsidR="00E00D30" w:rsidRDefault="00E00D30" w:rsidP="00E00D30">
      <w:r>
        <w:t>289.7206</w:t>
      </w:r>
      <w:r>
        <w:tab/>
        <w:t>1.013e0</w:t>
      </w:r>
    </w:p>
    <w:p w:rsidR="00E00D30" w:rsidRDefault="00E00D30" w:rsidP="00E00D30">
      <w:r>
        <w:t>289.7328</w:t>
      </w:r>
      <w:r>
        <w:tab/>
        <w:t>3.038e0</w:t>
      </w:r>
    </w:p>
    <w:p w:rsidR="00E00D30" w:rsidRDefault="00E00D30" w:rsidP="00E00D30">
      <w:r>
        <w:t>289.7648</w:t>
      </w:r>
      <w:r>
        <w:tab/>
        <w:t>1.013e0</w:t>
      </w:r>
    </w:p>
    <w:p w:rsidR="00E00D30" w:rsidRDefault="00E00D30" w:rsidP="00E00D30">
      <w:r>
        <w:t>289.7685</w:t>
      </w:r>
      <w:r>
        <w:tab/>
        <w:t>2.025e0</w:t>
      </w:r>
    </w:p>
    <w:p w:rsidR="00E00D30" w:rsidRDefault="00E00D30" w:rsidP="00E00D30">
      <w:r>
        <w:lastRenderedPageBreak/>
        <w:t>289.7701</w:t>
      </w:r>
      <w:r>
        <w:tab/>
        <w:t>1.013e0</w:t>
      </w:r>
    </w:p>
    <w:p w:rsidR="00E00D30" w:rsidRDefault="00E00D30" w:rsidP="00E00D30">
      <w:r>
        <w:t>289.7838</w:t>
      </w:r>
      <w:r>
        <w:tab/>
        <w:t>2.025e0</w:t>
      </w:r>
    </w:p>
    <w:p w:rsidR="00E00D30" w:rsidRDefault="00E00D30" w:rsidP="00E00D30">
      <w:r>
        <w:t>289.8069</w:t>
      </w:r>
      <w:r>
        <w:tab/>
        <w:t>1.013e0</w:t>
      </w:r>
    </w:p>
    <w:p w:rsidR="00E00D30" w:rsidRDefault="00E00D30" w:rsidP="00E00D30">
      <w:r>
        <w:t>289.8236</w:t>
      </w:r>
      <w:r>
        <w:tab/>
        <w:t>1.013e0</w:t>
      </w:r>
    </w:p>
    <w:p w:rsidR="00E00D30" w:rsidRDefault="00E00D30" w:rsidP="00E00D30">
      <w:r>
        <w:t>289.8391</w:t>
      </w:r>
      <w:r>
        <w:tab/>
        <w:t>2.025e0</w:t>
      </w:r>
    </w:p>
    <w:p w:rsidR="00E00D30" w:rsidRDefault="00E00D30" w:rsidP="00E00D30">
      <w:r>
        <w:t>289.8747</w:t>
      </w:r>
      <w:r>
        <w:tab/>
        <w:t>1.013e0</w:t>
      </w:r>
    </w:p>
    <w:p w:rsidR="00E00D30" w:rsidRDefault="00E00D30" w:rsidP="00E00D30">
      <w:r>
        <w:t>289.8928</w:t>
      </w:r>
      <w:r>
        <w:tab/>
        <w:t>2.025e0</w:t>
      </w:r>
    </w:p>
    <w:p w:rsidR="00E00D30" w:rsidRDefault="00E00D30" w:rsidP="00E00D30">
      <w:r>
        <w:t>289.9102</w:t>
      </w:r>
      <w:r>
        <w:tab/>
        <w:t>1.013e0</w:t>
      </w:r>
    </w:p>
    <w:p w:rsidR="00E00D30" w:rsidRDefault="00E00D30" w:rsidP="00E00D30">
      <w:r>
        <w:t>289.9232</w:t>
      </w:r>
      <w:r>
        <w:tab/>
        <w:t>1.013e0</w:t>
      </w:r>
    </w:p>
    <w:p w:rsidR="00E00D30" w:rsidRDefault="00E00D30" w:rsidP="00E00D30">
      <w:r>
        <w:t>289.9379</w:t>
      </w:r>
      <w:r>
        <w:tab/>
        <w:t>1.013e0</w:t>
      </w:r>
    </w:p>
    <w:p w:rsidR="00E00D30" w:rsidRDefault="00E00D30" w:rsidP="00E00D30">
      <w:r>
        <w:t>289.9479</w:t>
      </w:r>
      <w:r>
        <w:tab/>
        <w:t>2.025e0</w:t>
      </w:r>
    </w:p>
    <w:p w:rsidR="00E00D30" w:rsidRDefault="00E00D30" w:rsidP="00E00D30">
      <w:r>
        <w:t>289.9735</w:t>
      </w:r>
      <w:r>
        <w:tab/>
        <w:t>2.025e0</w:t>
      </w:r>
    </w:p>
    <w:p w:rsidR="00E00D30" w:rsidRDefault="00E00D30" w:rsidP="00E00D30">
      <w:r>
        <w:t>290.0055</w:t>
      </w:r>
      <w:r>
        <w:tab/>
        <w:t>2.025e0</w:t>
      </w:r>
    </w:p>
    <w:p w:rsidR="00E00D30" w:rsidRDefault="00E00D30" w:rsidP="00E00D30">
      <w:r>
        <w:t>290.0187</w:t>
      </w:r>
      <w:r>
        <w:tab/>
        <w:t>1.013e0</w:t>
      </w:r>
    </w:p>
    <w:p w:rsidR="00E00D30" w:rsidRDefault="00E00D30" w:rsidP="00E00D30">
      <w:r>
        <w:t>290.0230</w:t>
      </w:r>
      <w:r>
        <w:tab/>
        <w:t>2.025e0</w:t>
      </w:r>
    </w:p>
    <w:p w:rsidR="00E00D30" w:rsidRDefault="00E00D30" w:rsidP="00E00D30">
      <w:r>
        <w:t>290.0348</w:t>
      </w:r>
      <w:r>
        <w:tab/>
        <w:t>2.025e0</w:t>
      </w:r>
    </w:p>
    <w:p w:rsidR="00E00D30" w:rsidRDefault="00E00D30" w:rsidP="00E00D30">
      <w:r>
        <w:t>290.0505</w:t>
      </w:r>
      <w:r>
        <w:tab/>
        <w:t>1.013e0</w:t>
      </w:r>
    </w:p>
    <w:p w:rsidR="00E00D30" w:rsidRDefault="00E00D30" w:rsidP="00E00D30">
      <w:r>
        <w:t>290.0688</w:t>
      </w:r>
      <w:r>
        <w:tab/>
        <w:t>1.013e0</w:t>
      </w:r>
    </w:p>
    <w:p w:rsidR="00E00D30" w:rsidRDefault="00E00D30" w:rsidP="00E00D30">
      <w:r>
        <w:t>290.0770</w:t>
      </w:r>
      <w:r>
        <w:tab/>
        <w:t>2.025e0</w:t>
      </w:r>
    </w:p>
    <w:p w:rsidR="00E00D30" w:rsidRDefault="00E00D30" w:rsidP="00E00D30">
      <w:r>
        <w:lastRenderedPageBreak/>
        <w:t>290.0827</w:t>
      </w:r>
      <w:r>
        <w:tab/>
        <w:t>1.013e0</w:t>
      </w:r>
    </w:p>
    <w:p w:rsidR="00E00D30" w:rsidRDefault="00E00D30" w:rsidP="00E00D30">
      <w:r>
        <w:t>290.1065</w:t>
      </w:r>
      <w:r>
        <w:tab/>
        <w:t>1.322e0</w:t>
      </w:r>
    </w:p>
    <w:p w:rsidR="00E00D30" w:rsidRDefault="00E00D30" w:rsidP="00E00D30">
      <w:r>
        <w:t>290.1078</w:t>
      </w:r>
      <w:r>
        <w:tab/>
        <w:t>3.038e0</w:t>
      </w:r>
    </w:p>
    <w:p w:rsidR="00E00D30" w:rsidRDefault="00E00D30" w:rsidP="00E00D30">
      <w:r>
        <w:t>290.1235</w:t>
      </w:r>
      <w:r>
        <w:tab/>
        <w:t>1.013e0</w:t>
      </w:r>
    </w:p>
    <w:p w:rsidR="00E00D30" w:rsidRDefault="00E00D30" w:rsidP="00E00D30">
      <w:r>
        <w:t>290.1298</w:t>
      </w:r>
      <w:r>
        <w:tab/>
        <w:t>3.038e0</w:t>
      </w:r>
    </w:p>
    <w:p w:rsidR="00E00D30" w:rsidRDefault="00E00D30" w:rsidP="00E00D30">
      <w:r>
        <w:t>290.1315</w:t>
      </w:r>
      <w:r>
        <w:tab/>
        <w:t>1.013e0</w:t>
      </w:r>
    </w:p>
    <w:p w:rsidR="00E00D30" w:rsidRDefault="00E00D30" w:rsidP="00E00D30">
      <w:r>
        <w:t>290.1332</w:t>
      </w:r>
      <w:r>
        <w:tab/>
        <w:t>2.025e0</w:t>
      </w:r>
    </w:p>
    <w:p w:rsidR="00E00D30" w:rsidRDefault="00E00D30" w:rsidP="00E00D30">
      <w:r>
        <w:t>290.1370</w:t>
      </w:r>
      <w:r>
        <w:tab/>
        <w:t>2.025e0</w:t>
      </w:r>
    </w:p>
    <w:p w:rsidR="00E00D30" w:rsidRDefault="00E00D30" w:rsidP="00E00D30">
      <w:r>
        <w:t>290.1386</w:t>
      </w:r>
      <w:r>
        <w:tab/>
        <w:t>2.025e0</w:t>
      </w:r>
    </w:p>
    <w:p w:rsidR="00E00D30" w:rsidRDefault="00E00D30" w:rsidP="00E00D30">
      <w:r>
        <w:t>290.1516</w:t>
      </w:r>
      <w:r>
        <w:tab/>
        <w:t>2.025e0</w:t>
      </w:r>
    </w:p>
    <w:p w:rsidR="00E00D30" w:rsidRDefault="00E00D30" w:rsidP="00E00D30">
      <w:r>
        <w:t>290.1592</w:t>
      </w:r>
      <w:r>
        <w:tab/>
        <w:t>1.013e0</w:t>
      </w:r>
    </w:p>
    <w:p w:rsidR="00E00D30" w:rsidRDefault="00E00D30" w:rsidP="00E00D30">
      <w:r>
        <w:t>290.1613</w:t>
      </w:r>
      <w:r>
        <w:tab/>
        <w:t>2.025e0</w:t>
      </w:r>
    </w:p>
    <w:p w:rsidR="00E00D30" w:rsidRDefault="00E00D30" w:rsidP="00E00D30">
      <w:r>
        <w:t>290.1867</w:t>
      </w:r>
      <w:r>
        <w:tab/>
        <w:t>1.013e0</w:t>
      </w:r>
    </w:p>
    <w:p w:rsidR="00E00D30" w:rsidRDefault="00E00D30" w:rsidP="00E00D30">
      <w:r>
        <w:t>290.1907</w:t>
      </w:r>
      <w:r>
        <w:tab/>
        <w:t>2.025e0</w:t>
      </w:r>
    </w:p>
    <w:p w:rsidR="00E00D30" w:rsidRDefault="00E00D30" w:rsidP="00E00D30">
      <w:r>
        <w:t>290.1935</w:t>
      </w:r>
      <w:r>
        <w:tab/>
        <w:t>2.069e0</w:t>
      </w:r>
    </w:p>
    <w:p w:rsidR="00E00D30" w:rsidRDefault="00E00D30" w:rsidP="00E00D30">
      <w:r>
        <w:t>290.1969</w:t>
      </w:r>
      <w:r>
        <w:tab/>
        <w:t>3.255e0</w:t>
      </w:r>
    </w:p>
    <w:p w:rsidR="00E00D30" w:rsidRDefault="00E00D30" w:rsidP="00E00D30">
      <w:r>
        <w:t>290.2096</w:t>
      </w:r>
      <w:r>
        <w:tab/>
        <w:t>1.013e0</w:t>
      </w:r>
    </w:p>
    <w:p w:rsidR="00E00D30" w:rsidRDefault="00E00D30" w:rsidP="00E00D30">
      <w:r>
        <w:t>290.2161</w:t>
      </w:r>
      <w:r>
        <w:tab/>
        <w:t>5.366e0</w:t>
      </w:r>
    </w:p>
    <w:p w:rsidR="00E00D30" w:rsidRDefault="00E00D30" w:rsidP="00E00D30">
      <w:r>
        <w:t>290.2221</w:t>
      </w:r>
      <w:r>
        <w:tab/>
        <w:t>4.180e0</w:t>
      </w:r>
    </w:p>
    <w:p w:rsidR="00E00D30" w:rsidRDefault="00E00D30" w:rsidP="00E00D30">
      <w:r>
        <w:lastRenderedPageBreak/>
        <w:t>290.2264</w:t>
      </w:r>
      <w:r>
        <w:tab/>
        <w:t>1.013e0</w:t>
      </w:r>
    </w:p>
    <w:p w:rsidR="00E00D30" w:rsidRDefault="00E00D30" w:rsidP="00E00D30">
      <w:r>
        <w:t>290.2361</w:t>
      </w:r>
      <w:r>
        <w:tab/>
        <w:t>2.025e0</w:t>
      </w:r>
    </w:p>
    <w:p w:rsidR="00E00D30" w:rsidRDefault="00E00D30" w:rsidP="00E00D30">
      <w:r>
        <w:t>290.2403</w:t>
      </w:r>
      <w:r>
        <w:tab/>
        <w:t>2.025e0</w:t>
      </w:r>
    </w:p>
    <w:p w:rsidR="00E00D30" w:rsidRDefault="00E00D30" w:rsidP="00E00D30">
      <w:r>
        <w:t>290.2471</w:t>
      </w:r>
      <w:r>
        <w:tab/>
        <w:t>2.025e0</w:t>
      </w:r>
    </w:p>
    <w:p w:rsidR="00E00D30" w:rsidRDefault="00E00D30" w:rsidP="00E00D30">
      <w:r>
        <w:t>290.2584</w:t>
      </w:r>
      <w:r>
        <w:tab/>
        <w:t>1.013e0</w:t>
      </w:r>
    </w:p>
    <w:p w:rsidR="00E00D30" w:rsidRDefault="00E00D30" w:rsidP="00E00D30">
      <w:r>
        <w:t>290.2626</w:t>
      </w:r>
      <w:r>
        <w:tab/>
        <w:t>1.013e0</w:t>
      </w:r>
    </w:p>
    <w:p w:rsidR="00E00D30" w:rsidRDefault="00E00D30" w:rsidP="00E00D30">
      <w:r>
        <w:t>290.2732</w:t>
      </w:r>
      <w:r>
        <w:tab/>
        <w:t>1.013e0</w:t>
      </w:r>
    </w:p>
    <w:p w:rsidR="00E00D30" w:rsidRDefault="00E00D30" w:rsidP="00E00D30">
      <w:r>
        <w:t>290.3266</w:t>
      </w:r>
      <w:r>
        <w:tab/>
        <w:t>1.013e0</w:t>
      </w:r>
    </w:p>
    <w:p w:rsidR="00E00D30" w:rsidRDefault="00E00D30" w:rsidP="00E00D30">
      <w:r>
        <w:t>290.3326</w:t>
      </w:r>
      <w:r>
        <w:tab/>
        <w:t>2.025e0</w:t>
      </w:r>
    </w:p>
    <w:p w:rsidR="00E00D30" w:rsidRDefault="00E00D30" w:rsidP="00E00D30">
      <w:r>
        <w:t>290.3360</w:t>
      </w:r>
      <w:r>
        <w:tab/>
        <w:t>2.025e0</w:t>
      </w:r>
    </w:p>
    <w:p w:rsidR="00E00D30" w:rsidRDefault="00E00D30" w:rsidP="00E00D30">
      <w:r>
        <w:t>290.3526</w:t>
      </w:r>
      <w:r>
        <w:tab/>
        <w:t>1.013e0</w:t>
      </w:r>
    </w:p>
    <w:p w:rsidR="00E00D30" w:rsidRDefault="00E00D30" w:rsidP="00E00D30">
      <w:r>
        <w:t>290.3723</w:t>
      </w:r>
      <w:r>
        <w:tab/>
        <w:t>1.013e0</w:t>
      </w:r>
    </w:p>
    <w:p w:rsidR="00E00D30" w:rsidRDefault="00E00D30" w:rsidP="00E00D30">
      <w:r>
        <w:t>290.3768</w:t>
      </w:r>
      <w:r>
        <w:tab/>
        <w:t>1.013e0</w:t>
      </w:r>
    </w:p>
    <w:p w:rsidR="00E00D30" w:rsidRDefault="00E00D30" w:rsidP="00E00D30">
      <w:r>
        <w:t>290.3846</w:t>
      </w:r>
      <w:r>
        <w:tab/>
        <w:t>1.013e0</w:t>
      </w:r>
    </w:p>
    <w:p w:rsidR="00E00D30" w:rsidRDefault="00E00D30" w:rsidP="00E00D30">
      <w:r>
        <w:t>290.4120</w:t>
      </w:r>
      <w:r>
        <w:tab/>
        <w:t>1.013e0</w:t>
      </w:r>
    </w:p>
    <w:p w:rsidR="00E00D30" w:rsidRDefault="00E00D30" w:rsidP="00E00D30">
      <w:r>
        <w:t>290.4219</w:t>
      </w:r>
      <w:r>
        <w:tab/>
        <w:t>2.025e0</w:t>
      </w:r>
    </w:p>
    <w:p w:rsidR="00E00D30" w:rsidRDefault="00E00D30" w:rsidP="00E00D30">
      <w:r>
        <w:t>290.4401</w:t>
      </w:r>
      <w:r>
        <w:tab/>
        <w:t>1.013e0</w:t>
      </w:r>
    </w:p>
    <w:p w:rsidR="00E00D30" w:rsidRDefault="00E00D30" w:rsidP="00E00D30">
      <w:r>
        <w:t>290.4437</w:t>
      </w:r>
      <w:r>
        <w:tab/>
        <w:t>1.013e0</w:t>
      </w:r>
    </w:p>
    <w:p w:rsidR="00E00D30" w:rsidRDefault="00E00D30" w:rsidP="00E00D30">
      <w:r>
        <w:t>290.4753</w:t>
      </w:r>
      <w:r>
        <w:tab/>
        <w:t>1.013e0</w:t>
      </w:r>
    </w:p>
    <w:p w:rsidR="00E00D30" w:rsidRDefault="00E00D30" w:rsidP="00E00D30">
      <w:r>
        <w:lastRenderedPageBreak/>
        <w:t>290.4947</w:t>
      </w:r>
      <w:r>
        <w:tab/>
        <w:t>2.025e0</w:t>
      </w:r>
    </w:p>
    <w:p w:rsidR="00E00D30" w:rsidRDefault="00E00D30" w:rsidP="00E00D30">
      <w:r>
        <w:t>290.5030</w:t>
      </w:r>
      <w:r>
        <w:tab/>
        <w:t>1.013e0</w:t>
      </w:r>
    </w:p>
    <w:p w:rsidR="00E00D30" w:rsidRDefault="00E00D30" w:rsidP="00E00D30">
      <w:r>
        <w:t>290.5173</w:t>
      </w:r>
      <w:r>
        <w:tab/>
        <w:t>1.013e0</w:t>
      </w:r>
    </w:p>
    <w:p w:rsidR="00E00D30" w:rsidRDefault="00E00D30" w:rsidP="00E00D30">
      <w:r>
        <w:t>290.5436</w:t>
      </w:r>
      <w:r>
        <w:tab/>
        <w:t>1.013e0</w:t>
      </w:r>
    </w:p>
    <w:p w:rsidR="00E00D30" w:rsidRDefault="00E00D30" w:rsidP="00E00D30">
      <w:r>
        <w:t>290.5662</w:t>
      </w:r>
      <w:r>
        <w:tab/>
        <w:t>1.013e0</w:t>
      </w:r>
    </w:p>
    <w:p w:rsidR="00E00D30" w:rsidRDefault="00E00D30" w:rsidP="00E00D30">
      <w:r>
        <w:t>290.5810</w:t>
      </w:r>
      <w:r>
        <w:tab/>
        <w:t>2.025e0</w:t>
      </w:r>
    </w:p>
    <w:p w:rsidR="00E00D30" w:rsidRDefault="00E00D30" w:rsidP="00E00D30">
      <w:r>
        <w:t>290.5899</w:t>
      </w:r>
      <w:r>
        <w:tab/>
        <w:t>2.025e0</w:t>
      </w:r>
    </w:p>
    <w:p w:rsidR="00E00D30" w:rsidRDefault="00E00D30" w:rsidP="00E00D30">
      <w:r>
        <w:t>290.6074</w:t>
      </w:r>
      <w:r>
        <w:tab/>
        <w:t>1.013e0</w:t>
      </w:r>
    </w:p>
    <w:p w:rsidR="00E00D30" w:rsidRDefault="00E00D30" w:rsidP="00E00D30">
      <w:r>
        <w:t>290.6195</w:t>
      </w:r>
      <w:r>
        <w:tab/>
        <w:t>2.025e0</w:t>
      </w:r>
    </w:p>
    <w:p w:rsidR="00E00D30" w:rsidRDefault="00E00D30" w:rsidP="00E00D30">
      <w:r>
        <w:t>290.6255</w:t>
      </w:r>
      <w:r>
        <w:tab/>
        <w:t>1.013e0</w:t>
      </w:r>
    </w:p>
    <w:p w:rsidR="00E00D30" w:rsidRDefault="00E00D30" w:rsidP="00E00D30">
      <w:r>
        <w:t>290.6394</w:t>
      </w:r>
      <w:r>
        <w:tab/>
        <w:t>1.013e0</w:t>
      </w:r>
    </w:p>
    <w:p w:rsidR="00E00D30" w:rsidRDefault="00E00D30" w:rsidP="00E00D30">
      <w:r>
        <w:t>290.6420</w:t>
      </w:r>
      <w:r>
        <w:tab/>
        <w:t>2.025e0</w:t>
      </w:r>
    </w:p>
    <w:p w:rsidR="00E00D30" w:rsidRDefault="00E00D30" w:rsidP="00E00D30">
      <w:r>
        <w:t>290.6809</w:t>
      </w:r>
      <w:r>
        <w:tab/>
        <w:t>1.013e0</w:t>
      </w:r>
    </w:p>
    <w:p w:rsidR="00E00D30" w:rsidRDefault="00E00D30" w:rsidP="00E00D30">
      <w:r>
        <w:t>290.7243</w:t>
      </w:r>
      <w:r>
        <w:tab/>
        <w:t>1.013e0</w:t>
      </w:r>
    </w:p>
    <w:p w:rsidR="00E00D30" w:rsidRDefault="00E00D30" w:rsidP="00E00D30">
      <w:r>
        <w:t>290.7719</w:t>
      </w:r>
      <w:r>
        <w:tab/>
        <w:t>1.013e0</w:t>
      </w:r>
    </w:p>
    <w:p w:rsidR="00E00D30" w:rsidRDefault="00E00D30" w:rsidP="00E00D30">
      <w:r>
        <w:t>290.8009</w:t>
      </w:r>
      <w:r>
        <w:tab/>
        <w:t>2.025e0</w:t>
      </w:r>
    </w:p>
    <w:p w:rsidR="00E00D30" w:rsidRDefault="00E00D30" w:rsidP="00E00D30">
      <w:r>
        <w:t>290.8031</w:t>
      </w:r>
      <w:r>
        <w:tab/>
        <w:t>1.013e0</w:t>
      </w:r>
    </w:p>
    <w:p w:rsidR="00E00D30" w:rsidRDefault="00E00D30" w:rsidP="00E00D30">
      <w:r>
        <w:t>290.8309</w:t>
      </w:r>
      <w:r>
        <w:tab/>
        <w:t>1.013e0</w:t>
      </w:r>
    </w:p>
    <w:p w:rsidR="00E00D30" w:rsidRDefault="00E00D30" w:rsidP="00E00D30">
      <w:r>
        <w:t>290.8387</w:t>
      </w:r>
      <w:r>
        <w:tab/>
        <w:t>1.013e0</w:t>
      </w:r>
    </w:p>
    <w:p w:rsidR="00E00D30" w:rsidRDefault="00E00D30" w:rsidP="00E00D30">
      <w:r>
        <w:lastRenderedPageBreak/>
        <w:t>290.8517</w:t>
      </w:r>
      <w:r>
        <w:tab/>
        <w:t>1.013e0</w:t>
      </w:r>
    </w:p>
    <w:p w:rsidR="00E00D30" w:rsidRDefault="00E00D30" w:rsidP="00E00D30">
      <w:r>
        <w:t>290.8628</w:t>
      </w:r>
      <w:r>
        <w:tab/>
        <w:t>2.025e0</w:t>
      </w:r>
    </w:p>
    <w:p w:rsidR="00E00D30" w:rsidRDefault="00E00D30" w:rsidP="00E00D30">
      <w:r>
        <w:t>290.8702</w:t>
      </w:r>
      <w:r>
        <w:tab/>
        <w:t>1.013e0</w:t>
      </w:r>
    </w:p>
    <w:p w:rsidR="00E00D30" w:rsidRDefault="00E00D30" w:rsidP="00E00D30">
      <w:r>
        <w:t>290.8778</w:t>
      </w:r>
      <w:r>
        <w:tab/>
        <w:t>2.025e0</w:t>
      </w:r>
    </w:p>
    <w:p w:rsidR="00E00D30" w:rsidRDefault="00E00D30" w:rsidP="00E00D30">
      <w:r>
        <w:t>290.9004</w:t>
      </w:r>
      <w:r>
        <w:tab/>
        <w:t>2.025e0</w:t>
      </w:r>
    </w:p>
    <w:p w:rsidR="00E00D30" w:rsidRDefault="00E00D30" w:rsidP="00E00D30">
      <w:r>
        <w:t>290.9019</w:t>
      </w:r>
      <w:r>
        <w:tab/>
        <w:t>1.013e0</w:t>
      </w:r>
    </w:p>
    <w:p w:rsidR="00E00D30" w:rsidRDefault="00E00D30" w:rsidP="00E00D30">
      <w:r>
        <w:t>290.9101</w:t>
      </w:r>
      <w:r>
        <w:tab/>
        <w:t>1.013e0</w:t>
      </w:r>
    </w:p>
    <w:p w:rsidR="00E00D30" w:rsidRDefault="00E00D30" w:rsidP="00E00D30">
      <w:r>
        <w:t>290.9296</w:t>
      </w:r>
      <w:r>
        <w:tab/>
        <w:t>1.013e0</w:t>
      </w:r>
    </w:p>
    <w:p w:rsidR="00E00D30" w:rsidRDefault="00E00D30" w:rsidP="00E00D30">
      <w:r>
        <w:t>290.9341</w:t>
      </w:r>
      <w:r>
        <w:tab/>
        <w:t>1.013e0</w:t>
      </w:r>
    </w:p>
    <w:p w:rsidR="00E00D30" w:rsidRDefault="00E00D30" w:rsidP="00E00D30">
      <w:r>
        <w:t>290.9571</w:t>
      </w:r>
      <w:r>
        <w:tab/>
        <w:t>3.038e0</w:t>
      </w:r>
    </w:p>
    <w:p w:rsidR="00E00D30" w:rsidRDefault="00E00D30" w:rsidP="00E00D30">
      <w:r>
        <w:t>290.9611</w:t>
      </w:r>
      <w:r>
        <w:tab/>
        <w:t>2.025e0</w:t>
      </w:r>
    </w:p>
    <w:p w:rsidR="00E00D30" w:rsidRDefault="00E00D30" w:rsidP="00E00D30">
      <w:r>
        <w:t>290.9692</w:t>
      </w:r>
      <w:r>
        <w:tab/>
        <w:t>5.063e0</w:t>
      </w:r>
    </w:p>
    <w:p w:rsidR="00E00D30" w:rsidRDefault="00E00D30" w:rsidP="00E00D30">
      <w:r>
        <w:t>290.9793</w:t>
      </w:r>
      <w:r>
        <w:tab/>
        <w:t>1.013e0</w:t>
      </w:r>
    </w:p>
    <w:p w:rsidR="00E00D30" w:rsidRDefault="00E00D30" w:rsidP="00E00D30">
      <w:r>
        <w:t>290.9971</w:t>
      </w:r>
      <w:r>
        <w:tab/>
        <w:t>2.025e0</w:t>
      </w:r>
    </w:p>
    <w:p w:rsidR="00E00D30" w:rsidRDefault="00E00D30" w:rsidP="00E00D30">
      <w:r>
        <w:t>291.0050</w:t>
      </w:r>
      <w:r>
        <w:tab/>
        <w:t>2.025e0</w:t>
      </w:r>
    </w:p>
    <w:p w:rsidR="00E00D30" w:rsidRDefault="00E00D30" w:rsidP="00E00D30">
      <w:r>
        <w:t>291.0107</w:t>
      </w:r>
      <w:r>
        <w:tab/>
        <w:t>2.025e0</w:t>
      </w:r>
    </w:p>
    <w:p w:rsidR="00E00D30" w:rsidRDefault="00E00D30" w:rsidP="00E00D30">
      <w:r>
        <w:t>291.0244</w:t>
      </w:r>
      <w:r>
        <w:tab/>
        <w:t>1.013e0</w:t>
      </w:r>
    </w:p>
    <w:p w:rsidR="00E00D30" w:rsidRDefault="00E00D30" w:rsidP="00E00D30">
      <w:r>
        <w:t>291.0430</w:t>
      </w:r>
      <w:r>
        <w:tab/>
        <w:t>1.013e0</w:t>
      </w:r>
    </w:p>
    <w:p w:rsidR="00E00D30" w:rsidRDefault="00E00D30" w:rsidP="00E00D30">
      <w:r>
        <w:t>291.0504</w:t>
      </w:r>
      <w:r>
        <w:tab/>
        <w:t>2.025e0</w:t>
      </w:r>
    </w:p>
    <w:p w:rsidR="00E00D30" w:rsidRDefault="00E00D30" w:rsidP="00E00D30">
      <w:r>
        <w:lastRenderedPageBreak/>
        <w:t>291.0521</w:t>
      </w:r>
      <w:r>
        <w:tab/>
        <w:t>1.013e0</w:t>
      </w:r>
    </w:p>
    <w:p w:rsidR="00E00D30" w:rsidRDefault="00E00D30" w:rsidP="00E00D30">
      <w:r>
        <w:t>291.0918</w:t>
      </w:r>
      <w:r>
        <w:tab/>
        <w:t>1.013e0</w:t>
      </w:r>
    </w:p>
    <w:p w:rsidR="00E00D30" w:rsidRDefault="00E00D30" w:rsidP="00E00D30">
      <w:r>
        <w:t>291.0963</w:t>
      </w:r>
      <w:r>
        <w:tab/>
        <w:t>1.013e0</w:t>
      </w:r>
    </w:p>
    <w:p w:rsidR="00E00D30" w:rsidRDefault="00E00D30" w:rsidP="00E00D30">
      <w:r>
        <w:t>291.0996</w:t>
      </w:r>
      <w:r>
        <w:tab/>
        <w:t>2.025e0</w:t>
      </w:r>
    </w:p>
    <w:p w:rsidR="00E00D30" w:rsidRDefault="00E00D30" w:rsidP="00E00D30">
      <w:r>
        <w:t>291.1309</w:t>
      </w:r>
      <w:r>
        <w:tab/>
        <w:t>2.025e0</w:t>
      </w:r>
    </w:p>
    <w:p w:rsidR="00E00D30" w:rsidRDefault="00E00D30" w:rsidP="00E00D30">
      <w:r>
        <w:t>291.1334</w:t>
      </w:r>
      <w:r>
        <w:tab/>
        <w:t>1.013e0</w:t>
      </w:r>
    </w:p>
    <w:p w:rsidR="00E00D30" w:rsidRDefault="00E00D30" w:rsidP="00E00D30">
      <w:r>
        <w:t>291.1433</w:t>
      </w:r>
      <w:r>
        <w:tab/>
        <w:t>1.013e0</w:t>
      </w:r>
    </w:p>
    <w:p w:rsidR="00E00D30" w:rsidRDefault="00E00D30" w:rsidP="00E00D30">
      <w:r>
        <w:t>291.1494</w:t>
      </w:r>
      <w:r>
        <w:tab/>
        <w:t>2.025e0</w:t>
      </w:r>
    </w:p>
    <w:p w:rsidR="00E00D30" w:rsidRDefault="00E00D30" w:rsidP="00E00D30">
      <w:r>
        <w:t>291.1746</w:t>
      </w:r>
      <w:r>
        <w:tab/>
        <w:t>3.038e0</w:t>
      </w:r>
    </w:p>
    <w:p w:rsidR="00E00D30" w:rsidRDefault="00E00D30" w:rsidP="00E00D30">
      <w:r>
        <w:t>291.1787</w:t>
      </w:r>
      <w:r>
        <w:tab/>
        <w:t>1.013e0</w:t>
      </w:r>
    </w:p>
    <w:p w:rsidR="00E00D30" w:rsidRDefault="00E00D30" w:rsidP="00E00D30">
      <w:r>
        <w:t>291.1882</w:t>
      </w:r>
      <w:r>
        <w:tab/>
        <w:t>4.051e0</w:t>
      </w:r>
    </w:p>
    <w:p w:rsidR="00E00D30" w:rsidRDefault="00E00D30" w:rsidP="00E00D30">
      <w:r>
        <w:t>291.1921</w:t>
      </w:r>
      <w:r>
        <w:tab/>
        <w:t>2.025e0</w:t>
      </w:r>
    </w:p>
    <w:p w:rsidR="00E00D30" w:rsidRDefault="00E00D30" w:rsidP="00E00D30">
      <w:r>
        <w:t>291.1964</w:t>
      </w:r>
      <w:r>
        <w:tab/>
        <w:t>2.025e0</w:t>
      </w:r>
    </w:p>
    <w:p w:rsidR="00E00D30" w:rsidRDefault="00E00D30" w:rsidP="00E00D30">
      <w:r>
        <w:t>291.2083</w:t>
      </w:r>
      <w:r>
        <w:tab/>
        <w:t>2.025e0</w:t>
      </w:r>
    </w:p>
    <w:p w:rsidR="00E00D30" w:rsidRDefault="00E00D30" w:rsidP="00E00D30">
      <w:r>
        <w:t>291.2143</w:t>
      </w:r>
      <w:r>
        <w:tab/>
        <w:t>2.025e0</w:t>
      </w:r>
    </w:p>
    <w:p w:rsidR="00E00D30" w:rsidRDefault="00E00D30" w:rsidP="00E00D30">
      <w:r>
        <w:t>291.2292</w:t>
      </w:r>
      <w:r>
        <w:tab/>
        <w:t>1.013e0</w:t>
      </w:r>
    </w:p>
    <w:p w:rsidR="00E00D30" w:rsidRDefault="00E00D30" w:rsidP="00E00D30">
      <w:r>
        <w:t>291.2365</w:t>
      </w:r>
      <w:r>
        <w:tab/>
        <w:t>2.025e0</w:t>
      </w:r>
    </w:p>
    <w:p w:rsidR="00E00D30" w:rsidRDefault="00E00D30" w:rsidP="00E00D30">
      <w:r>
        <w:t>291.2503</w:t>
      </w:r>
      <w:r>
        <w:tab/>
        <w:t>1.013e0</w:t>
      </w:r>
    </w:p>
    <w:p w:rsidR="00E00D30" w:rsidRDefault="00E00D30" w:rsidP="00E00D30">
      <w:r>
        <w:t>291.2615</w:t>
      </w:r>
      <w:r>
        <w:tab/>
        <w:t>1.013e0</w:t>
      </w:r>
    </w:p>
    <w:p w:rsidR="00E00D30" w:rsidRDefault="00E00D30" w:rsidP="00E00D30">
      <w:r>
        <w:lastRenderedPageBreak/>
        <w:t>291.2740</w:t>
      </w:r>
      <w:r>
        <w:tab/>
        <w:t>1.013e0</w:t>
      </w:r>
    </w:p>
    <w:p w:rsidR="00E00D30" w:rsidRDefault="00E00D30" w:rsidP="00E00D30">
      <w:r>
        <w:t>291.2972</w:t>
      </w:r>
      <w:r>
        <w:tab/>
        <w:t>1.013e0</w:t>
      </w:r>
    </w:p>
    <w:p w:rsidR="00E00D30" w:rsidRDefault="00E00D30" w:rsidP="00E00D30">
      <w:r>
        <w:t>291.3514</w:t>
      </w:r>
      <w:r>
        <w:tab/>
        <w:t>1.013e0</w:t>
      </w:r>
    </w:p>
    <w:p w:rsidR="00E00D30" w:rsidRDefault="00E00D30" w:rsidP="00E00D30">
      <w:r>
        <w:t>291.3560</w:t>
      </w:r>
      <w:r>
        <w:tab/>
        <w:t>2.025e0</w:t>
      </w:r>
    </w:p>
    <w:p w:rsidR="00E00D30" w:rsidRDefault="00E00D30" w:rsidP="00E00D30">
      <w:r>
        <w:t>291.3839</w:t>
      </w:r>
      <w:r>
        <w:tab/>
        <w:t>1.013e0</w:t>
      </w:r>
    </w:p>
    <w:p w:rsidR="00E00D30" w:rsidRDefault="00E00D30" w:rsidP="00E00D30">
      <w:r>
        <w:t>291.4239</w:t>
      </w:r>
      <w:r>
        <w:tab/>
        <w:t>5.063e0</w:t>
      </w:r>
    </w:p>
    <w:p w:rsidR="00E00D30" w:rsidRDefault="00E00D30" w:rsidP="00E00D30">
      <w:r>
        <w:t>291.4362</w:t>
      </w:r>
      <w:r>
        <w:tab/>
        <w:t>2.025e0</w:t>
      </w:r>
    </w:p>
    <w:p w:rsidR="00E00D30" w:rsidRDefault="00E00D30" w:rsidP="00E00D30">
      <w:r>
        <w:t>291.4474</w:t>
      </w:r>
      <w:r>
        <w:tab/>
        <w:t>1.013e0</w:t>
      </w:r>
    </w:p>
    <w:p w:rsidR="00E00D30" w:rsidRDefault="00E00D30" w:rsidP="00E00D30">
      <w:r>
        <w:t>291.4593</w:t>
      </w:r>
      <w:r>
        <w:tab/>
        <w:t>1.013e0</w:t>
      </w:r>
    </w:p>
    <w:p w:rsidR="00E00D30" w:rsidRDefault="00E00D30" w:rsidP="00E00D30">
      <w:r>
        <w:t>291.5059</w:t>
      </w:r>
      <w:r>
        <w:tab/>
        <w:t>1.013e0</w:t>
      </w:r>
    </w:p>
    <w:p w:rsidR="00E00D30" w:rsidRDefault="00E00D30" w:rsidP="00E00D30">
      <w:r>
        <w:t>291.5187</w:t>
      </w:r>
      <w:r>
        <w:tab/>
        <w:t>1.013e0</w:t>
      </w:r>
    </w:p>
    <w:p w:rsidR="00E00D30" w:rsidRDefault="00E00D30" w:rsidP="00E00D30">
      <w:r>
        <w:t>291.5253</w:t>
      </w:r>
      <w:r>
        <w:tab/>
        <w:t>2.025e0</w:t>
      </w:r>
    </w:p>
    <w:p w:rsidR="00E00D30" w:rsidRDefault="00E00D30" w:rsidP="00E00D30">
      <w:r>
        <w:t>291.5272</w:t>
      </w:r>
      <w:r>
        <w:tab/>
        <w:t>1.013e0</w:t>
      </w:r>
    </w:p>
    <w:p w:rsidR="00E00D30" w:rsidRDefault="00E00D30" w:rsidP="00E00D30">
      <w:r>
        <w:t>291.5463</w:t>
      </w:r>
      <w:r>
        <w:tab/>
        <w:t>1.013e0</w:t>
      </w:r>
    </w:p>
    <w:p w:rsidR="00E00D30" w:rsidRDefault="00E00D30" w:rsidP="00E00D30">
      <w:r>
        <w:t>291.6017</w:t>
      </w:r>
      <w:r>
        <w:tab/>
        <w:t>1.013e0</w:t>
      </w:r>
    </w:p>
    <w:p w:rsidR="00E00D30" w:rsidRDefault="00E00D30" w:rsidP="00E00D30">
      <w:r>
        <w:t>291.6100</w:t>
      </w:r>
      <w:r>
        <w:tab/>
        <w:t>1.013e0</w:t>
      </w:r>
    </w:p>
    <w:p w:rsidR="00E00D30" w:rsidRDefault="00E00D30" w:rsidP="00E00D30">
      <w:r>
        <w:t>291.6137</w:t>
      </w:r>
      <w:r>
        <w:tab/>
        <w:t>2.025e0</w:t>
      </w:r>
    </w:p>
    <w:p w:rsidR="00E00D30" w:rsidRDefault="00E00D30" w:rsidP="00E00D30">
      <w:r>
        <w:t>291.6376</w:t>
      </w:r>
      <w:r>
        <w:tab/>
        <w:t>1.013e0</w:t>
      </w:r>
    </w:p>
    <w:p w:rsidR="00E00D30" w:rsidRDefault="00E00D30" w:rsidP="00E00D30">
      <w:r>
        <w:t>291.6495</w:t>
      </w:r>
      <w:r>
        <w:tab/>
        <w:t>1.013e0</w:t>
      </w:r>
    </w:p>
    <w:p w:rsidR="00E00D30" w:rsidRDefault="00E00D30" w:rsidP="00E00D30">
      <w:r>
        <w:lastRenderedPageBreak/>
        <w:t>291.6550</w:t>
      </w:r>
      <w:r>
        <w:tab/>
        <w:t>1.013e0</w:t>
      </w:r>
    </w:p>
    <w:p w:rsidR="00E00D30" w:rsidRDefault="00E00D30" w:rsidP="00E00D30">
      <w:r>
        <w:t>291.6596</w:t>
      </w:r>
      <w:r>
        <w:tab/>
        <w:t>3.038e0</w:t>
      </w:r>
    </w:p>
    <w:p w:rsidR="00E00D30" w:rsidRDefault="00E00D30" w:rsidP="00E00D30">
      <w:r>
        <w:t>291.6647</w:t>
      </w:r>
      <w:r>
        <w:tab/>
        <w:t>1.013e0</w:t>
      </w:r>
    </w:p>
    <w:p w:rsidR="00E00D30" w:rsidRDefault="00E00D30" w:rsidP="00E00D30">
      <w:r>
        <w:t>291.7464</w:t>
      </w:r>
      <w:r>
        <w:tab/>
        <w:t>2.025e0</w:t>
      </w:r>
    </w:p>
    <w:p w:rsidR="00E00D30" w:rsidRDefault="00E00D30" w:rsidP="00E00D30">
      <w:r>
        <w:t>291.7509</w:t>
      </w:r>
      <w:r>
        <w:tab/>
        <w:t>1.013e0</w:t>
      </w:r>
    </w:p>
    <w:p w:rsidR="00E00D30" w:rsidRDefault="00E00D30" w:rsidP="00E00D30">
      <w:r>
        <w:t>291.7875</w:t>
      </w:r>
      <w:r>
        <w:tab/>
        <w:t>1.013e0</w:t>
      </w:r>
    </w:p>
    <w:p w:rsidR="00E00D30" w:rsidRDefault="00E00D30" w:rsidP="00E00D30">
      <w:r>
        <w:t>291.7918</w:t>
      </w:r>
      <w:r>
        <w:tab/>
        <w:t>1.013e0</w:t>
      </w:r>
    </w:p>
    <w:p w:rsidR="00E00D30" w:rsidRDefault="00E00D30" w:rsidP="00E00D30">
      <w:r>
        <w:t>291.8507</w:t>
      </w:r>
      <w:r>
        <w:tab/>
        <w:t>1.013e0</w:t>
      </w:r>
    </w:p>
    <w:p w:rsidR="00E00D30" w:rsidRDefault="00E00D30" w:rsidP="00E00D30">
      <w:r>
        <w:t>291.8681</w:t>
      </w:r>
      <w:r>
        <w:tab/>
        <w:t>1.013e0</w:t>
      </w:r>
    </w:p>
    <w:p w:rsidR="00E00D30" w:rsidRDefault="00E00D30" w:rsidP="00E00D30">
      <w:r>
        <w:t>291.8734</w:t>
      </w:r>
      <w:r>
        <w:tab/>
        <w:t>1.013e0</w:t>
      </w:r>
    </w:p>
    <w:p w:rsidR="00E00D30" w:rsidRDefault="00E00D30" w:rsidP="00E00D30">
      <w:r>
        <w:t>291.8777</w:t>
      </w:r>
      <w:r>
        <w:tab/>
        <w:t>3.038e0</w:t>
      </w:r>
    </w:p>
    <w:p w:rsidR="00E00D30" w:rsidRDefault="00E00D30" w:rsidP="00E00D30">
      <w:r>
        <w:t>291.8824</w:t>
      </w:r>
      <w:r>
        <w:tab/>
        <w:t>1.013e0</w:t>
      </w:r>
    </w:p>
    <w:p w:rsidR="00E00D30" w:rsidRDefault="00E00D30" w:rsidP="00E00D30">
      <w:r>
        <w:t>291.8905</w:t>
      </w:r>
      <w:r>
        <w:tab/>
        <w:t>1.013e0</w:t>
      </w:r>
    </w:p>
    <w:p w:rsidR="00E00D30" w:rsidRDefault="00E00D30" w:rsidP="00E00D30">
      <w:r>
        <w:t>291.9054</w:t>
      </w:r>
      <w:r>
        <w:tab/>
        <w:t>1.013e0</w:t>
      </w:r>
    </w:p>
    <w:p w:rsidR="00E00D30" w:rsidRDefault="00E00D30" w:rsidP="00E00D30">
      <w:r>
        <w:t>291.9225</w:t>
      </w:r>
      <w:r>
        <w:tab/>
        <w:t>1.013e0</w:t>
      </w:r>
    </w:p>
    <w:p w:rsidR="00E00D30" w:rsidRDefault="00E00D30" w:rsidP="00E00D30">
      <w:r>
        <w:t>291.9321</w:t>
      </w:r>
      <w:r>
        <w:tab/>
        <w:t>1.013e0</w:t>
      </w:r>
    </w:p>
    <w:p w:rsidR="00E00D30" w:rsidRDefault="00E00D30" w:rsidP="00E00D30">
      <w:r>
        <w:t>291.9713</w:t>
      </w:r>
      <w:r>
        <w:tab/>
        <w:t>2.025e0</w:t>
      </w:r>
    </w:p>
    <w:p w:rsidR="00E00D30" w:rsidRDefault="00E00D30" w:rsidP="00E00D30">
      <w:r>
        <w:t>291.9733</w:t>
      </w:r>
      <w:r>
        <w:tab/>
        <w:t>2.025e0</w:t>
      </w:r>
    </w:p>
    <w:p w:rsidR="00E00D30" w:rsidRDefault="00E00D30" w:rsidP="00E00D30">
      <w:r>
        <w:t>291.9958</w:t>
      </w:r>
      <w:r>
        <w:tab/>
        <w:t>8.101e0</w:t>
      </w:r>
    </w:p>
    <w:p w:rsidR="00E00D30" w:rsidRDefault="00E00D30" w:rsidP="00E00D30">
      <w:r>
        <w:lastRenderedPageBreak/>
        <w:t>292.0001</w:t>
      </w:r>
      <w:r>
        <w:tab/>
        <w:t>3.038e0</w:t>
      </w:r>
    </w:p>
    <w:p w:rsidR="00E00D30" w:rsidRDefault="00E00D30" w:rsidP="00E00D30">
      <w:r>
        <w:t>292.0049</w:t>
      </w:r>
      <w:r>
        <w:tab/>
        <w:t>2.025e0</w:t>
      </w:r>
    </w:p>
    <w:p w:rsidR="00E00D30" w:rsidRDefault="00E00D30" w:rsidP="00E00D30">
      <w:r>
        <w:t>292.0075</w:t>
      </w:r>
      <w:r>
        <w:tab/>
        <w:t>5.063e0</w:t>
      </w:r>
    </w:p>
    <w:p w:rsidR="00E00D30" w:rsidRDefault="00E00D30" w:rsidP="00E00D30">
      <w:r>
        <w:t>292.0286</w:t>
      </w:r>
      <w:r>
        <w:tab/>
        <w:t>2.025e0</w:t>
      </w:r>
    </w:p>
    <w:p w:rsidR="00E00D30" w:rsidRDefault="00E00D30" w:rsidP="00E00D30">
      <w:r>
        <w:t>292.0327</w:t>
      </w:r>
      <w:r>
        <w:tab/>
        <w:t>1.013e0</w:t>
      </w:r>
    </w:p>
    <w:p w:rsidR="00E00D30" w:rsidRDefault="00E00D30" w:rsidP="00E00D30">
      <w:r>
        <w:t>292.0447</w:t>
      </w:r>
      <w:r>
        <w:tab/>
        <w:t>1.013e0</w:t>
      </w:r>
    </w:p>
    <w:p w:rsidR="00E00D30" w:rsidRDefault="00E00D30" w:rsidP="00E00D30">
      <w:r>
        <w:t>292.0497</w:t>
      </w:r>
      <w:r>
        <w:tab/>
        <w:t>1.013e0</w:t>
      </w:r>
    </w:p>
    <w:p w:rsidR="00E00D30" w:rsidRDefault="00E00D30" w:rsidP="00E00D30">
      <w:r>
        <w:t>292.0547</w:t>
      </w:r>
      <w:r>
        <w:tab/>
        <w:t>1.013e0</w:t>
      </w:r>
    </w:p>
    <w:p w:rsidR="00E00D30" w:rsidRDefault="00E00D30" w:rsidP="00E00D30">
      <w:r>
        <w:t>292.0912</w:t>
      </w:r>
      <w:r>
        <w:tab/>
        <w:t>2.025e0</w:t>
      </w:r>
    </w:p>
    <w:p w:rsidR="00E00D30" w:rsidRDefault="00E00D30" w:rsidP="00E00D30">
      <w:r>
        <w:t>292.0960</w:t>
      </w:r>
      <w:r>
        <w:tab/>
        <w:t>1.013e0</w:t>
      </w:r>
    </w:p>
    <w:p w:rsidR="00E00D30" w:rsidRDefault="00E00D30" w:rsidP="00E00D30">
      <w:r>
        <w:t>292.1275</w:t>
      </w:r>
      <w:r>
        <w:tab/>
        <w:t>2.025e0</w:t>
      </w:r>
    </w:p>
    <w:p w:rsidR="00E00D30" w:rsidRDefault="00E00D30" w:rsidP="00E00D30">
      <w:r>
        <w:t>292.1316</w:t>
      </w:r>
      <w:r>
        <w:tab/>
        <w:t>1.013e0</w:t>
      </w:r>
    </w:p>
    <w:p w:rsidR="00E00D30" w:rsidRDefault="00E00D30" w:rsidP="00E00D30">
      <w:r>
        <w:t>292.1359</w:t>
      </w:r>
      <w:r>
        <w:tab/>
        <w:t>2.025e0</w:t>
      </w:r>
    </w:p>
    <w:p w:rsidR="00E00D30" w:rsidRDefault="00E00D30" w:rsidP="00E00D30">
      <w:r>
        <w:t>292.1400</w:t>
      </w:r>
      <w:r>
        <w:tab/>
        <w:t>1.013e0</w:t>
      </w:r>
    </w:p>
    <w:p w:rsidR="00E00D30" w:rsidRDefault="00E00D30" w:rsidP="00E00D30">
      <w:r>
        <w:t>292.1557</w:t>
      </w:r>
      <w:r>
        <w:tab/>
        <w:t>1.013e0</w:t>
      </w:r>
    </w:p>
    <w:p w:rsidR="00E00D30" w:rsidRDefault="00E00D30" w:rsidP="00E00D30">
      <w:r>
        <w:t>292.1774</w:t>
      </w:r>
      <w:r>
        <w:tab/>
        <w:t>2.025e0</w:t>
      </w:r>
    </w:p>
    <w:p w:rsidR="00E00D30" w:rsidRDefault="00E00D30" w:rsidP="00E00D30">
      <w:r>
        <w:t>292.1829</w:t>
      </w:r>
      <w:r>
        <w:tab/>
        <w:t>2.667e0</w:t>
      </w:r>
    </w:p>
    <w:p w:rsidR="00E00D30" w:rsidRDefault="00E00D30" w:rsidP="00E00D30">
      <w:r>
        <w:t>292.1891</w:t>
      </w:r>
      <w:r>
        <w:tab/>
        <w:t>2.025e0</w:t>
      </w:r>
    </w:p>
    <w:p w:rsidR="00E00D30" w:rsidRDefault="00E00D30" w:rsidP="00E00D30">
      <w:r>
        <w:t>292.2035</w:t>
      </w:r>
      <w:r>
        <w:tab/>
        <w:t>4.051e0</w:t>
      </w:r>
    </w:p>
    <w:p w:rsidR="00E00D30" w:rsidRDefault="00E00D30" w:rsidP="00E00D30">
      <w:r>
        <w:lastRenderedPageBreak/>
        <w:t>292.2066</w:t>
      </w:r>
      <w:r>
        <w:tab/>
        <w:t>4.738e0</w:t>
      </w:r>
    </w:p>
    <w:p w:rsidR="00E00D30" w:rsidRDefault="00E00D30" w:rsidP="00E00D30">
      <w:r>
        <w:t>292.2102</w:t>
      </w:r>
      <w:r>
        <w:tab/>
        <w:t>4.051e0</w:t>
      </w:r>
    </w:p>
    <w:p w:rsidR="00E00D30" w:rsidRDefault="00E00D30" w:rsidP="00E00D30">
      <w:r>
        <w:t>292.2180</w:t>
      </w:r>
      <w:r>
        <w:tab/>
        <w:t>5.063e0</w:t>
      </w:r>
    </w:p>
    <w:p w:rsidR="00E00D30" w:rsidRDefault="00E00D30" w:rsidP="00E00D30">
      <w:r>
        <w:t>292.2288</w:t>
      </w:r>
      <w:r>
        <w:tab/>
        <w:t>2.025e0</w:t>
      </w:r>
    </w:p>
    <w:p w:rsidR="00E00D30" w:rsidRDefault="00E00D30" w:rsidP="00E00D30">
      <w:r>
        <w:t>292.2307</w:t>
      </w:r>
      <w:r>
        <w:tab/>
        <w:t>2.025e0</w:t>
      </w:r>
    </w:p>
    <w:p w:rsidR="00E00D30" w:rsidRDefault="00E00D30" w:rsidP="00E00D30">
      <w:r>
        <w:t>292.2412</w:t>
      </w:r>
      <w:r>
        <w:tab/>
        <w:t>1.013e0</w:t>
      </w:r>
    </w:p>
    <w:p w:rsidR="00E00D30" w:rsidRDefault="00E00D30" w:rsidP="00E00D30">
      <w:r>
        <w:t>292.2684</w:t>
      </w:r>
      <w:r>
        <w:tab/>
        <w:t>1.013e0</w:t>
      </w:r>
    </w:p>
    <w:p w:rsidR="00E00D30" w:rsidRDefault="00E00D30" w:rsidP="00E00D30">
      <w:r>
        <w:t>292.2780</w:t>
      </w:r>
      <w:r>
        <w:tab/>
        <w:t>1.013e0</w:t>
      </w:r>
    </w:p>
    <w:p w:rsidR="00E00D30" w:rsidRDefault="00E00D30" w:rsidP="00E00D30">
      <w:r>
        <w:t>292.3098</w:t>
      </w:r>
      <w:r>
        <w:tab/>
        <w:t>2.025e0</w:t>
      </w:r>
    </w:p>
    <w:p w:rsidR="00E00D30" w:rsidRDefault="00E00D30" w:rsidP="00E00D30">
      <w:r>
        <w:t>292.3452</w:t>
      </w:r>
      <w:r>
        <w:tab/>
        <w:t>1.013e0</w:t>
      </w:r>
    </w:p>
    <w:p w:rsidR="00E00D30" w:rsidRDefault="00E00D30" w:rsidP="00E00D30">
      <w:r>
        <w:t>292.3690</w:t>
      </w:r>
      <w:r>
        <w:tab/>
        <w:t>1.013e0</w:t>
      </w:r>
    </w:p>
    <w:p w:rsidR="00E00D30" w:rsidRDefault="00E00D30" w:rsidP="00E00D30">
      <w:r>
        <w:t>292.3906</w:t>
      </w:r>
      <w:r>
        <w:tab/>
        <w:t>1.013e0</w:t>
      </w:r>
    </w:p>
    <w:p w:rsidR="00E00D30" w:rsidRDefault="00E00D30" w:rsidP="00E00D30">
      <w:r>
        <w:t>292.4402</w:t>
      </w:r>
      <w:r>
        <w:tab/>
        <w:t>1.013e0</w:t>
      </w:r>
    </w:p>
    <w:p w:rsidR="00E00D30" w:rsidRDefault="00E00D30" w:rsidP="00E00D30">
      <w:r>
        <w:t>292.4604</w:t>
      </w:r>
      <w:r>
        <w:tab/>
        <w:t>1.013e0</w:t>
      </w:r>
    </w:p>
    <w:p w:rsidR="00E00D30" w:rsidRDefault="00E00D30" w:rsidP="00E00D30">
      <w:r>
        <w:t>292.4637</w:t>
      </w:r>
      <w:r>
        <w:tab/>
        <w:t>1.013e0</w:t>
      </w:r>
    </w:p>
    <w:p w:rsidR="00E00D30" w:rsidRDefault="00E00D30" w:rsidP="00E00D30">
      <w:r>
        <w:t>292.4869</w:t>
      </w:r>
      <w:r>
        <w:tab/>
        <w:t>1.013e0</w:t>
      </w:r>
    </w:p>
    <w:p w:rsidR="00E00D30" w:rsidRDefault="00E00D30" w:rsidP="00E00D30">
      <w:r>
        <w:t>292.5231</w:t>
      </w:r>
      <w:r>
        <w:tab/>
        <w:t>1.013e0</w:t>
      </w:r>
    </w:p>
    <w:p w:rsidR="00E00D30" w:rsidRDefault="00E00D30" w:rsidP="00E00D30">
      <w:r>
        <w:t>292.5485</w:t>
      </w:r>
      <w:r>
        <w:tab/>
        <w:t>2.025e0</w:t>
      </w:r>
    </w:p>
    <w:p w:rsidR="00E00D30" w:rsidRDefault="00E00D30" w:rsidP="00E00D30">
      <w:r>
        <w:t>292.5508</w:t>
      </w:r>
      <w:r>
        <w:tab/>
        <w:t>1.013e0</w:t>
      </w:r>
    </w:p>
    <w:p w:rsidR="00E00D30" w:rsidRDefault="00E00D30" w:rsidP="00E00D30">
      <w:r>
        <w:lastRenderedPageBreak/>
        <w:t>292.5634</w:t>
      </w:r>
      <w:r>
        <w:tab/>
        <w:t>1.013e0</w:t>
      </w:r>
    </w:p>
    <w:p w:rsidR="00E00D30" w:rsidRDefault="00E00D30" w:rsidP="00E00D30">
      <w:r>
        <w:t>292.5723</w:t>
      </w:r>
      <w:r>
        <w:tab/>
        <w:t>1.013e0</w:t>
      </w:r>
    </w:p>
    <w:p w:rsidR="00E00D30" w:rsidRDefault="00E00D30" w:rsidP="00E00D30">
      <w:r>
        <w:t>292.5988</w:t>
      </w:r>
      <w:r>
        <w:tab/>
        <w:t>2.025e0</w:t>
      </w:r>
    </w:p>
    <w:p w:rsidR="00E00D30" w:rsidRDefault="00E00D30" w:rsidP="00E00D30">
      <w:r>
        <w:t>292.6418</w:t>
      </w:r>
      <w:r>
        <w:tab/>
        <w:t>1.013e0</w:t>
      </w:r>
    </w:p>
    <w:p w:rsidR="00E00D30" w:rsidRDefault="00E00D30" w:rsidP="00E00D30">
      <w:r>
        <w:t>292.6498</w:t>
      </w:r>
      <w:r>
        <w:tab/>
        <w:t>1.013e0</w:t>
      </w:r>
    </w:p>
    <w:p w:rsidR="00E00D30" w:rsidRDefault="00E00D30" w:rsidP="00E00D30">
      <w:r>
        <w:t>292.6540</w:t>
      </w:r>
      <w:r>
        <w:tab/>
        <w:t>3.038e0</w:t>
      </w:r>
    </w:p>
    <w:p w:rsidR="00E00D30" w:rsidRDefault="00E00D30" w:rsidP="00E00D30">
      <w:r>
        <w:t>292.6741</w:t>
      </w:r>
      <w:r>
        <w:tab/>
        <w:t>1.013e0</w:t>
      </w:r>
    </w:p>
    <w:p w:rsidR="00E00D30" w:rsidRDefault="00E00D30" w:rsidP="00E00D30">
      <w:r>
        <w:t>292.7091</w:t>
      </w:r>
      <w:r>
        <w:tab/>
        <w:t>1.013e0</w:t>
      </w:r>
    </w:p>
    <w:p w:rsidR="00E00D30" w:rsidRDefault="00E00D30" w:rsidP="00E00D30">
      <w:r>
        <w:t>292.7134</w:t>
      </w:r>
      <w:r>
        <w:tab/>
        <w:t>1.013e0</w:t>
      </w:r>
    </w:p>
    <w:p w:rsidR="00E00D30" w:rsidRDefault="00E00D30" w:rsidP="00E00D30">
      <w:r>
        <w:t>292.7195</w:t>
      </w:r>
      <w:r>
        <w:tab/>
        <w:t>2.025e0</w:t>
      </w:r>
    </w:p>
    <w:p w:rsidR="00E00D30" w:rsidRDefault="00E00D30" w:rsidP="00E00D30">
      <w:r>
        <w:t>292.7276</w:t>
      </w:r>
      <w:r>
        <w:tab/>
        <w:t>1.013e0</w:t>
      </w:r>
    </w:p>
    <w:p w:rsidR="00E00D30" w:rsidRDefault="00E00D30" w:rsidP="00E00D30">
      <w:r>
        <w:t>292.7409</w:t>
      </w:r>
      <w:r>
        <w:tab/>
        <w:t>2.025e0</w:t>
      </w:r>
    </w:p>
    <w:p w:rsidR="00E00D30" w:rsidRDefault="00E00D30" w:rsidP="00E00D30">
      <w:r>
        <w:t>292.7488</w:t>
      </w:r>
      <w:r>
        <w:tab/>
        <w:t>1.013e0</w:t>
      </w:r>
    </w:p>
    <w:p w:rsidR="00E00D30" w:rsidRDefault="00E00D30" w:rsidP="00E00D30">
      <w:r>
        <w:t>292.7727</w:t>
      </w:r>
      <w:r>
        <w:tab/>
        <w:t>1.013e0</w:t>
      </w:r>
    </w:p>
    <w:p w:rsidR="00E00D30" w:rsidRDefault="00E00D30" w:rsidP="00E00D30">
      <w:r>
        <w:t>292.7962</w:t>
      </w:r>
      <w:r>
        <w:tab/>
        <w:t>1.013e0</w:t>
      </w:r>
    </w:p>
    <w:p w:rsidR="00E00D30" w:rsidRDefault="00E00D30" w:rsidP="00E00D30">
      <w:r>
        <w:t>292.8087</w:t>
      </w:r>
      <w:r>
        <w:tab/>
        <w:t>1.013e0</w:t>
      </w:r>
    </w:p>
    <w:p w:rsidR="00E00D30" w:rsidRDefault="00E00D30" w:rsidP="00E00D30">
      <w:r>
        <w:t>292.8127</w:t>
      </w:r>
      <w:r>
        <w:tab/>
        <w:t>1.013e0</w:t>
      </w:r>
    </w:p>
    <w:p w:rsidR="00E00D30" w:rsidRDefault="00E00D30" w:rsidP="00E00D30">
      <w:r>
        <w:t>292.8477</w:t>
      </w:r>
      <w:r>
        <w:tab/>
        <w:t>2.025e0</w:t>
      </w:r>
    </w:p>
    <w:p w:rsidR="00E00D30" w:rsidRDefault="00E00D30" w:rsidP="00E00D30">
      <w:r>
        <w:t>292.9034</w:t>
      </w:r>
      <w:r>
        <w:tab/>
        <w:t>1.013e0</w:t>
      </w:r>
    </w:p>
    <w:p w:rsidR="00E00D30" w:rsidRDefault="00E00D30" w:rsidP="00E00D30">
      <w:r>
        <w:lastRenderedPageBreak/>
        <w:t>292.9143</w:t>
      </w:r>
      <w:r>
        <w:tab/>
        <w:t>1.013e0</w:t>
      </w:r>
    </w:p>
    <w:p w:rsidR="00E00D30" w:rsidRDefault="00E00D30" w:rsidP="00E00D30">
      <w:r>
        <w:t>292.9271</w:t>
      </w:r>
      <w:r>
        <w:tab/>
        <w:t>1.013e0</w:t>
      </w:r>
    </w:p>
    <w:p w:rsidR="00E00D30" w:rsidRDefault="00E00D30" w:rsidP="00E00D30">
      <w:r>
        <w:t>292.9621</w:t>
      </w:r>
      <w:r>
        <w:tab/>
        <w:t>2.025e0</w:t>
      </w:r>
    </w:p>
    <w:p w:rsidR="00E00D30" w:rsidRDefault="00E00D30" w:rsidP="00E00D30">
      <w:r>
        <w:t>292.9759</w:t>
      </w:r>
      <w:r>
        <w:tab/>
        <w:t>2.025e0</w:t>
      </w:r>
    </w:p>
    <w:p w:rsidR="00E00D30" w:rsidRDefault="00E00D30" w:rsidP="00E00D30">
      <w:r>
        <w:t>292.9864</w:t>
      </w:r>
      <w:r>
        <w:tab/>
        <w:t>1.013e0</w:t>
      </w:r>
    </w:p>
    <w:p w:rsidR="00E00D30" w:rsidRDefault="00E00D30" w:rsidP="00E00D30">
      <w:r>
        <w:t>292.9944</w:t>
      </w:r>
      <w:r>
        <w:tab/>
        <w:t>1.013e0</w:t>
      </w:r>
    </w:p>
    <w:p w:rsidR="00E00D30" w:rsidRDefault="00E00D30" w:rsidP="00E00D30">
      <w:r>
        <w:t>292.9997</w:t>
      </w:r>
      <w:r>
        <w:tab/>
        <w:t>1.013e0</w:t>
      </w:r>
    </w:p>
    <w:p w:rsidR="00E00D30" w:rsidRDefault="00E00D30" w:rsidP="00E00D30">
      <w:r>
        <w:t>293.0101</w:t>
      </w:r>
      <w:r>
        <w:tab/>
        <w:t>1.013e0</w:t>
      </w:r>
    </w:p>
    <w:p w:rsidR="00E00D30" w:rsidRDefault="00E00D30" w:rsidP="00E00D30">
      <w:r>
        <w:t>293.0140</w:t>
      </w:r>
      <w:r>
        <w:tab/>
        <w:t>2.025e0</w:t>
      </w:r>
    </w:p>
    <w:p w:rsidR="00E00D30" w:rsidRDefault="00E00D30" w:rsidP="00E00D30">
      <w:r>
        <w:t>293.0295</w:t>
      </w:r>
      <w:r>
        <w:tab/>
        <w:t>2.025e0</w:t>
      </w:r>
    </w:p>
    <w:p w:rsidR="00E00D30" w:rsidRDefault="00E00D30" w:rsidP="00E00D30">
      <w:r>
        <w:t>293.0457</w:t>
      </w:r>
      <w:r>
        <w:tab/>
        <w:t>1.013e0</w:t>
      </w:r>
    </w:p>
    <w:p w:rsidR="00E00D30" w:rsidRDefault="00E00D30" w:rsidP="00E00D30">
      <w:r>
        <w:t>293.0536</w:t>
      </w:r>
      <w:r>
        <w:tab/>
        <w:t>1.013e0</w:t>
      </w:r>
    </w:p>
    <w:p w:rsidR="00E00D30" w:rsidRDefault="00E00D30" w:rsidP="00E00D30">
      <w:r>
        <w:t>293.0586</w:t>
      </w:r>
      <w:r>
        <w:tab/>
        <w:t>4.051e0</w:t>
      </w:r>
    </w:p>
    <w:p w:rsidR="00E00D30" w:rsidRDefault="00E00D30" w:rsidP="00E00D30">
      <w:r>
        <w:t>293.1175</w:t>
      </w:r>
      <w:r>
        <w:tab/>
        <w:t>1.013e0</w:t>
      </w:r>
    </w:p>
    <w:p w:rsidR="00E00D30" w:rsidRDefault="00E00D30" w:rsidP="00E00D30">
      <w:r>
        <w:t>293.1227</w:t>
      </w:r>
      <w:r>
        <w:tab/>
        <w:t>1.013e0</w:t>
      </w:r>
    </w:p>
    <w:p w:rsidR="00E00D30" w:rsidRDefault="00E00D30" w:rsidP="00E00D30">
      <w:r>
        <w:t>293.1338</w:t>
      </w:r>
      <w:r>
        <w:tab/>
        <w:t>2.025e0</w:t>
      </w:r>
    </w:p>
    <w:p w:rsidR="00E00D30" w:rsidRDefault="00E00D30" w:rsidP="00E00D30">
      <w:r>
        <w:t>293.1367</w:t>
      </w:r>
      <w:r>
        <w:tab/>
        <w:t>1.013e0</w:t>
      </w:r>
    </w:p>
    <w:p w:rsidR="00E00D30" w:rsidRDefault="00E00D30" w:rsidP="00E00D30">
      <w:r>
        <w:t>293.1446</w:t>
      </w:r>
      <w:r>
        <w:tab/>
        <w:t>1.013e0</w:t>
      </w:r>
    </w:p>
    <w:p w:rsidR="00E00D30" w:rsidRDefault="00E00D30" w:rsidP="00E00D30">
      <w:r>
        <w:t>293.1496</w:t>
      </w:r>
      <w:r>
        <w:tab/>
        <w:t>1.013e0</w:t>
      </w:r>
    </w:p>
    <w:p w:rsidR="00E00D30" w:rsidRDefault="00E00D30" w:rsidP="00E00D30">
      <w:r>
        <w:lastRenderedPageBreak/>
        <w:t>293.1591</w:t>
      </w:r>
      <w:r>
        <w:tab/>
        <w:t>2.025e0</w:t>
      </w:r>
    </w:p>
    <w:p w:rsidR="00E00D30" w:rsidRDefault="00E00D30" w:rsidP="00E00D30">
      <w:r>
        <w:t>293.1704</w:t>
      </w:r>
      <w:r>
        <w:tab/>
        <w:t>2.025e0</w:t>
      </w:r>
    </w:p>
    <w:p w:rsidR="00E00D30" w:rsidRDefault="00E00D30" w:rsidP="00E00D30">
      <w:r>
        <w:t>293.1743</w:t>
      </w:r>
      <w:r>
        <w:tab/>
        <w:t>2.025e0</w:t>
      </w:r>
    </w:p>
    <w:p w:rsidR="00E00D30" w:rsidRDefault="00E00D30" w:rsidP="00E00D30">
      <w:r>
        <w:t>293.1822</w:t>
      </w:r>
      <w:r>
        <w:tab/>
        <w:t>4.051e0</w:t>
      </w:r>
    </w:p>
    <w:p w:rsidR="00E00D30" w:rsidRDefault="00E00D30" w:rsidP="00E00D30">
      <w:r>
        <w:t>293.1921</w:t>
      </w:r>
      <w:r>
        <w:tab/>
        <w:t>1.013e0</w:t>
      </w:r>
    </w:p>
    <w:p w:rsidR="00E00D30" w:rsidRDefault="00E00D30" w:rsidP="00E00D30">
      <w:r>
        <w:t>293.1966</w:t>
      </w:r>
      <w:r>
        <w:tab/>
        <w:t>3.038e0</w:t>
      </w:r>
    </w:p>
    <w:p w:rsidR="00E00D30" w:rsidRDefault="00E00D30" w:rsidP="00E00D30">
      <w:r>
        <w:t>293.2115</w:t>
      </w:r>
      <w:r>
        <w:tab/>
        <w:t>2.025e0</w:t>
      </w:r>
    </w:p>
    <w:p w:rsidR="00E00D30" w:rsidRDefault="00E00D30" w:rsidP="00E00D30">
      <w:r>
        <w:t>293.2192</w:t>
      </w:r>
      <w:r>
        <w:tab/>
        <w:t>1.013e0</w:t>
      </w:r>
    </w:p>
    <w:p w:rsidR="00E00D30" w:rsidRDefault="00E00D30" w:rsidP="00E00D30">
      <w:r>
        <w:t>293.2276</w:t>
      </w:r>
      <w:r>
        <w:tab/>
        <w:t>1.013e0</w:t>
      </w:r>
    </w:p>
    <w:p w:rsidR="00E00D30" w:rsidRDefault="00E00D30" w:rsidP="00E00D30">
      <w:r>
        <w:t>293.2358</w:t>
      </w:r>
      <w:r>
        <w:tab/>
        <w:t>1.013e0</w:t>
      </w:r>
    </w:p>
    <w:p w:rsidR="00E00D30" w:rsidRDefault="00E00D30" w:rsidP="00E00D30">
      <w:r>
        <w:t>293.2433</w:t>
      </w:r>
      <w:r>
        <w:tab/>
        <w:t>2.025e0</w:t>
      </w:r>
    </w:p>
    <w:p w:rsidR="00E00D30" w:rsidRDefault="00E00D30" w:rsidP="00E00D30">
      <w:r>
        <w:t>293.2474</w:t>
      </w:r>
      <w:r>
        <w:tab/>
        <w:t>2.025e0</w:t>
      </w:r>
    </w:p>
    <w:p w:rsidR="00E00D30" w:rsidRDefault="00E00D30" w:rsidP="00E00D30">
      <w:r>
        <w:t>293.2678</w:t>
      </w:r>
      <w:r>
        <w:tab/>
        <w:t>1.013e0</w:t>
      </w:r>
    </w:p>
    <w:p w:rsidR="00E00D30" w:rsidRDefault="00E00D30" w:rsidP="00E00D30">
      <w:r>
        <w:t>293.2775</w:t>
      </w:r>
      <w:r>
        <w:tab/>
        <w:t>3.038e0</w:t>
      </w:r>
    </w:p>
    <w:p w:rsidR="00E00D30" w:rsidRDefault="00E00D30" w:rsidP="00E00D30">
      <w:r>
        <w:t>293.2790</w:t>
      </w:r>
      <w:r>
        <w:tab/>
        <w:t>2.025e0</w:t>
      </w:r>
    </w:p>
    <w:p w:rsidR="00E00D30" w:rsidRDefault="00E00D30" w:rsidP="00E00D30">
      <w:r>
        <w:t>293.3051</w:t>
      </w:r>
      <w:r>
        <w:tab/>
        <w:t>1.013e0</w:t>
      </w:r>
    </w:p>
    <w:p w:rsidR="00E00D30" w:rsidRDefault="00E00D30" w:rsidP="00E00D30">
      <w:r>
        <w:t>293.3268</w:t>
      </w:r>
      <w:r>
        <w:tab/>
        <w:t>1.013e0</w:t>
      </w:r>
    </w:p>
    <w:p w:rsidR="00E00D30" w:rsidRDefault="00E00D30" w:rsidP="00E00D30">
      <w:r>
        <w:t>293.3958</w:t>
      </w:r>
      <w:r>
        <w:tab/>
        <w:t>1.013e0</w:t>
      </w:r>
    </w:p>
    <w:p w:rsidR="00E00D30" w:rsidRDefault="00E00D30" w:rsidP="00E00D30">
      <w:r>
        <w:t>293.4010</w:t>
      </w:r>
      <w:r>
        <w:tab/>
        <w:t>1.013e0</w:t>
      </w:r>
    </w:p>
    <w:p w:rsidR="00E00D30" w:rsidRDefault="00E00D30" w:rsidP="00E00D30">
      <w:r>
        <w:lastRenderedPageBreak/>
        <w:t>293.4224</w:t>
      </w:r>
      <w:r>
        <w:tab/>
        <w:t>1.013e0</w:t>
      </w:r>
    </w:p>
    <w:p w:rsidR="00E00D30" w:rsidRDefault="00E00D30" w:rsidP="00E00D30">
      <w:r>
        <w:t>293.4336</w:t>
      </w:r>
      <w:r>
        <w:tab/>
        <w:t>1.013e0</w:t>
      </w:r>
    </w:p>
    <w:p w:rsidR="00E00D30" w:rsidRDefault="00E00D30" w:rsidP="00E00D30">
      <w:r>
        <w:t>293.4494</w:t>
      </w:r>
      <w:r>
        <w:tab/>
        <w:t>1.013e0</w:t>
      </w:r>
    </w:p>
    <w:p w:rsidR="00E00D30" w:rsidRDefault="00E00D30" w:rsidP="00E00D30">
      <w:r>
        <w:t>293.4547</w:t>
      </w:r>
      <w:r>
        <w:tab/>
        <w:t>1.013e0</w:t>
      </w:r>
    </w:p>
    <w:p w:rsidR="00E00D30" w:rsidRDefault="00E00D30" w:rsidP="00E00D30">
      <w:r>
        <w:t>293.4868</w:t>
      </w:r>
      <w:r>
        <w:tab/>
        <w:t>2.025e0</w:t>
      </w:r>
    </w:p>
    <w:p w:rsidR="00E00D30" w:rsidRDefault="00E00D30" w:rsidP="00E00D30">
      <w:r>
        <w:t>293.5089</w:t>
      </w:r>
      <w:r>
        <w:tab/>
        <w:t>1.013e0</w:t>
      </w:r>
    </w:p>
    <w:p w:rsidR="00E00D30" w:rsidRDefault="00E00D30" w:rsidP="00E00D30">
      <w:r>
        <w:t>293.5410</w:t>
      </w:r>
      <w:r>
        <w:tab/>
        <w:t>1.013e0</w:t>
      </w:r>
    </w:p>
    <w:p w:rsidR="00E00D30" w:rsidRDefault="00E00D30" w:rsidP="00E00D30">
      <w:r>
        <w:t>293.5604</w:t>
      </w:r>
      <w:r>
        <w:tab/>
        <w:t>1.013e0</w:t>
      </w:r>
    </w:p>
    <w:p w:rsidR="00E00D30" w:rsidRDefault="00E00D30" w:rsidP="00E00D30">
      <w:r>
        <w:t>293.5685</w:t>
      </w:r>
      <w:r>
        <w:tab/>
        <w:t>1.013e0</w:t>
      </w:r>
    </w:p>
    <w:p w:rsidR="00E00D30" w:rsidRDefault="00E00D30" w:rsidP="00E00D30">
      <w:r>
        <w:t>293.6104</w:t>
      </w:r>
      <w:r>
        <w:tab/>
        <w:t>1.013e0</w:t>
      </w:r>
    </w:p>
    <w:p w:rsidR="00E00D30" w:rsidRDefault="00E00D30" w:rsidP="00E00D30">
      <w:r>
        <w:t>293.6279</w:t>
      </w:r>
      <w:r>
        <w:tab/>
        <w:t>1.013e0</w:t>
      </w:r>
    </w:p>
    <w:p w:rsidR="00E00D30" w:rsidRDefault="00E00D30" w:rsidP="00E00D30">
      <w:r>
        <w:t>293.6354</w:t>
      </w:r>
      <w:r>
        <w:tab/>
        <w:t>3.038e0</w:t>
      </w:r>
    </w:p>
    <w:p w:rsidR="00E00D30" w:rsidRDefault="00E00D30" w:rsidP="00E00D30">
      <w:r>
        <w:t>293.6555</w:t>
      </w:r>
      <w:r>
        <w:tab/>
        <w:t>1.013e0</w:t>
      </w:r>
    </w:p>
    <w:p w:rsidR="00E00D30" w:rsidRDefault="00E00D30" w:rsidP="00E00D30">
      <w:r>
        <w:t>293.6599</w:t>
      </w:r>
      <w:r>
        <w:tab/>
        <w:t>1.013e0</w:t>
      </w:r>
    </w:p>
    <w:p w:rsidR="00E00D30" w:rsidRDefault="00E00D30" w:rsidP="00E00D30">
      <w:r>
        <w:t>293.6688</w:t>
      </w:r>
      <w:r>
        <w:tab/>
        <w:t>1.013e0</w:t>
      </w:r>
    </w:p>
    <w:p w:rsidR="00E00D30" w:rsidRDefault="00E00D30" w:rsidP="00E00D30">
      <w:r>
        <w:t>293.6714</w:t>
      </w:r>
      <w:r>
        <w:tab/>
        <w:t>2.025e0</w:t>
      </w:r>
    </w:p>
    <w:p w:rsidR="00E00D30" w:rsidRDefault="00E00D30" w:rsidP="00E00D30">
      <w:r>
        <w:t>293.6831</w:t>
      </w:r>
      <w:r>
        <w:tab/>
        <w:t>1.013e0</w:t>
      </w:r>
    </w:p>
    <w:p w:rsidR="00E00D30" w:rsidRDefault="00E00D30" w:rsidP="00E00D30">
      <w:r>
        <w:t>293.6900</w:t>
      </w:r>
      <w:r>
        <w:tab/>
        <w:t>2.025e0</w:t>
      </w:r>
    </w:p>
    <w:p w:rsidR="00E00D30" w:rsidRDefault="00E00D30" w:rsidP="00E00D30">
      <w:r>
        <w:t>293.6910</w:t>
      </w:r>
      <w:r>
        <w:tab/>
        <w:t>1.013e0</w:t>
      </w:r>
    </w:p>
    <w:p w:rsidR="00E00D30" w:rsidRDefault="00E00D30" w:rsidP="00E00D30">
      <w:r>
        <w:lastRenderedPageBreak/>
        <w:t>293.7466</w:t>
      </w:r>
      <w:r>
        <w:tab/>
        <w:t>1.013e0</w:t>
      </w:r>
    </w:p>
    <w:p w:rsidR="00E00D30" w:rsidRDefault="00E00D30" w:rsidP="00E00D30">
      <w:r>
        <w:t>293.7579</w:t>
      </w:r>
      <w:r>
        <w:tab/>
        <w:t>2.025e0</w:t>
      </w:r>
    </w:p>
    <w:p w:rsidR="00E00D30" w:rsidRDefault="00E00D30" w:rsidP="00E00D30">
      <w:r>
        <w:t>293.7599</w:t>
      </w:r>
      <w:r>
        <w:tab/>
        <w:t>1.013e0</w:t>
      </w:r>
    </w:p>
    <w:p w:rsidR="00E00D30" w:rsidRDefault="00E00D30" w:rsidP="00E00D30">
      <w:r>
        <w:t>293.7821</w:t>
      </w:r>
      <w:r>
        <w:tab/>
        <w:t>1.013e0</w:t>
      </w:r>
    </w:p>
    <w:p w:rsidR="00E00D30" w:rsidRDefault="00E00D30" w:rsidP="00E00D30">
      <w:r>
        <w:t>293.8104</w:t>
      </w:r>
      <w:r>
        <w:tab/>
        <w:t>1.013e0</w:t>
      </w:r>
    </w:p>
    <w:p w:rsidR="00E00D30" w:rsidRDefault="00E00D30" w:rsidP="00E00D30">
      <w:r>
        <w:t>293.8564</w:t>
      </w:r>
      <w:r>
        <w:tab/>
        <w:t>2.025e0</w:t>
      </w:r>
    </w:p>
    <w:p w:rsidR="00E00D30" w:rsidRDefault="00E00D30" w:rsidP="00E00D30">
      <w:r>
        <w:t>293.8732</w:t>
      </w:r>
      <w:r>
        <w:tab/>
        <w:t>1.013e0</w:t>
      </w:r>
    </w:p>
    <w:p w:rsidR="00E00D30" w:rsidRDefault="00E00D30" w:rsidP="00E00D30">
      <w:r>
        <w:t>293.8759</w:t>
      </w:r>
      <w:r>
        <w:tab/>
        <w:t>2.025e0</w:t>
      </w:r>
    </w:p>
    <w:p w:rsidR="00E00D30" w:rsidRDefault="00E00D30" w:rsidP="00E00D30">
      <w:r>
        <w:t>293.8778</w:t>
      </w:r>
      <w:r>
        <w:tab/>
        <w:t>1.013e0</w:t>
      </w:r>
    </w:p>
    <w:p w:rsidR="00E00D30" w:rsidRDefault="00E00D30" w:rsidP="00E00D30">
      <w:r>
        <w:t>293.8970</w:t>
      </w:r>
      <w:r>
        <w:tab/>
        <w:t>1.013e0</w:t>
      </w:r>
    </w:p>
    <w:p w:rsidR="00E00D30" w:rsidRDefault="00E00D30" w:rsidP="00E00D30">
      <w:r>
        <w:t>293.9100</w:t>
      </w:r>
      <w:r>
        <w:tab/>
        <w:t>1.013e0</w:t>
      </w:r>
    </w:p>
    <w:p w:rsidR="00E00D30" w:rsidRDefault="00E00D30" w:rsidP="00E00D30">
      <w:r>
        <w:t>293.9159</w:t>
      </w:r>
      <w:r>
        <w:tab/>
        <w:t>1.013e0</w:t>
      </w:r>
    </w:p>
    <w:p w:rsidR="00E00D30" w:rsidRDefault="00E00D30" w:rsidP="00E00D30">
      <w:r>
        <w:t>293.9286</w:t>
      </w:r>
      <w:r>
        <w:tab/>
        <w:t>1.013e0</w:t>
      </w:r>
    </w:p>
    <w:p w:rsidR="00E00D30" w:rsidRDefault="00E00D30" w:rsidP="00E00D30">
      <w:r>
        <w:t>293.9348</w:t>
      </w:r>
      <w:r>
        <w:tab/>
        <w:t>2.025e0</w:t>
      </w:r>
    </w:p>
    <w:p w:rsidR="00E00D30" w:rsidRDefault="00E00D30" w:rsidP="00E00D30">
      <w:r>
        <w:t>293.9690</w:t>
      </w:r>
      <w:r>
        <w:tab/>
        <w:t>1.013e0</w:t>
      </w:r>
    </w:p>
    <w:p w:rsidR="00E00D30" w:rsidRDefault="00E00D30" w:rsidP="00E00D30">
      <w:r>
        <w:t>293.9749</w:t>
      </w:r>
      <w:r>
        <w:tab/>
        <w:t>1.013e0</w:t>
      </w:r>
    </w:p>
    <w:p w:rsidR="00E00D30" w:rsidRDefault="00E00D30" w:rsidP="00E00D30">
      <w:r>
        <w:t>293.9774</w:t>
      </w:r>
      <w:r>
        <w:tab/>
        <w:t>3.038e0</w:t>
      </w:r>
    </w:p>
    <w:p w:rsidR="00E00D30" w:rsidRDefault="00E00D30" w:rsidP="00E00D30">
      <w:r>
        <w:t>293.9797</w:t>
      </w:r>
      <w:r>
        <w:tab/>
        <w:t>1.013e0</w:t>
      </w:r>
    </w:p>
    <w:p w:rsidR="00E00D30" w:rsidRDefault="00E00D30" w:rsidP="00E00D30">
      <w:r>
        <w:t>293.9820</w:t>
      </w:r>
      <w:r>
        <w:tab/>
        <w:t>2.025e0</w:t>
      </w:r>
    </w:p>
    <w:p w:rsidR="00E00D30" w:rsidRDefault="00E00D30" w:rsidP="00E00D30">
      <w:r>
        <w:lastRenderedPageBreak/>
        <w:t>294.0013</w:t>
      </w:r>
      <w:r>
        <w:tab/>
        <w:t>1.013e0</w:t>
      </w:r>
    </w:p>
    <w:p w:rsidR="00E00D30" w:rsidRDefault="00E00D30" w:rsidP="00E00D30">
      <w:r>
        <w:t>294.0158</w:t>
      </w:r>
      <w:r>
        <w:tab/>
        <w:t>1.013e0</w:t>
      </w:r>
    </w:p>
    <w:p w:rsidR="00E00D30" w:rsidRDefault="00E00D30" w:rsidP="00E00D30">
      <w:r>
        <w:t>294.0203</w:t>
      </w:r>
      <w:r>
        <w:tab/>
        <w:t>4.051e0</w:t>
      </w:r>
    </w:p>
    <w:p w:rsidR="00E00D30" w:rsidRDefault="00E00D30" w:rsidP="00E00D30">
      <w:r>
        <w:t>294.0238</w:t>
      </w:r>
      <w:r>
        <w:tab/>
        <w:t>1.013e0</w:t>
      </w:r>
    </w:p>
    <w:p w:rsidR="00E00D30" w:rsidRDefault="00E00D30" w:rsidP="00E00D30">
      <w:r>
        <w:t>294.0392</w:t>
      </w:r>
      <w:r>
        <w:tab/>
        <w:t>1.013e0</w:t>
      </w:r>
    </w:p>
    <w:p w:rsidR="00E00D30" w:rsidRDefault="00E00D30" w:rsidP="00E00D30">
      <w:r>
        <w:t>294.0475</w:t>
      </w:r>
      <w:r>
        <w:tab/>
        <w:t>1.013e0</w:t>
      </w:r>
    </w:p>
    <w:p w:rsidR="00E00D30" w:rsidRDefault="00E00D30" w:rsidP="00E00D30">
      <w:r>
        <w:t>294.0603</w:t>
      </w:r>
      <w:r>
        <w:tab/>
        <w:t>1.013e0</w:t>
      </w:r>
    </w:p>
    <w:p w:rsidR="00E00D30" w:rsidRDefault="00E00D30" w:rsidP="00E00D30">
      <w:r>
        <w:t>294.0656</w:t>
      </w:r>
      <w:r>
        <w:tab/>
        <w:t>2.025e0</w:t>
      </w:r>
    </w:p>
    <w:p w:rsidR="00E00D30" w:rsidRDefault="00E00D30" w:rsidP="00E00D30">
      <w:r>
        <w:t>294.0876</w:t>
      </w:r>
      <w:r>
        <w:tab/>
        <w:t>1.013e0</w:t>
      </w:r>
    </w:p>
    <w:p w:rsidR="00E00D30" w:rsidRDefault="00E00D30" w:rsidP="00E00D30">
      <w:r>
        <w:t>294.1035</w:t>
      </w:r>
      <w:r>
        <w:tab/>
        <w:t>1.013e0</w:t>
      </w:r>
    </w:p>
    <w:p w:rsidR="00E00D30" w:rsidRDefault="00E00D30" w:rsidP="00E00D30">
      <w:r>
        <w:t>294.1069</w:t>
      </w:r>
      <w:r>
        <w:tab/>
        <w:t>2.025e0</w:t>
      </w:r>
    </w:p>
    <w:p w:rsidR="00E00D30" w:rsidRDefault="00E00D30" w:rsidP="00E00D30">
      <w:r>
        <w:t>294.1150</w:t>
      </w:r>
      <w:r>
        <w:tab/>
        <w:t>2.025e0</w:t>
      </w:r>
    </w:p>
    <w:p w:rsidR="00E00D30" w:rsidRDefault="00E00D30" w:rsidP="00E00D30">
      <w:r>
        <w:t>294.1341</w:t>
      </w:r>
      <w:r>
        <w:tab/>
        <w:t>4.051e0</w:t>
      </w:r>
    </w:p>
    <w:p w:rsidR="00E00D30" w:rsidRDefault="00E00D30" w:rsidP="00E00D30">
      <w:r>
        <w:t>294.1521</w:t>
      </w:r>
      <w:r>
        <w:tab/>
        <w:t>3.038e0</w:t>
      </w:r>
    </w:p>
    <w:p w:rsidR="00E00D30" w:rsidRDefault="00E00D30" w:rsidP="00E00D30">
      <w:r>
        <w:t>294.1548</w:t>
      </w:r>
      <w:r>
        <w:tab/>
        <w:t>5.063e0</w:t>
      </w:r>
    </w:p>
    <w:p w:rsidR="00E00D30" w:rsidRDefault="00E00D30" w:rsidP="00E00D30">
      <w:r>
        <w:t>294.1568</w:t>
      </w:r>
      <w:r>
        <w:tab/>
        <w:t>1.013e0</w:t>
      </w:r>
    </w:p>
    <w:p w:rsidR="00E00D30" w:rsidRDefault="00E00D30" w:rsidP="00E00D30">
      <w:r>
        <w:t>294.1895</w:t>
      </w:r>
      <w:r>
        <w:tab/>
        <w:t>1.013e0</w:t>
      </w:r>
    </w:p>
    <w:p w:rsidR="00E00D30" w:rsidRDefault="00E00D30" w:rsidP="00E00D30">
      <w:r>
        <w:t>294.2022</w:t>
      </w:r>
      <w:r>
        <w:tab/>
        <w:t>1.013e0</w:t>
      </w:r>
    </w:p>
    <w:p w:rsidR="00E00D30" w:rsidRDefault="00E00D30" w:rsidP="00E00D30">
      <w:r>
        <w:t>294.2061</w:t>
      </w:r>
      <w:r>
        <w:tab/>
        <w:t>1.013e0</w:t>
      </w:r>
    </w:p>
    <w:p w:rsidR="00E00D30" w:rsidRDefault="00E00D30" w:rsidP="00E00D30">
      <w:r>
        <w:lastRenderedPageBreak/>
        <w:t>294.2106</w:t>
      </w:r>
      <w:r>
        <w:tab/>
        <w:t>1.013e0</w:t>
      </w:r>
    </w:p>
    <w:p w:rsidR="00E00D30" w:rsidRDefault="00E00D30" w:rsidP="00E00D30">
      <w:r>
        <w:t>294.2256</w:t>
      </w:r>
      <w:r>
        <w:tab/>
        <w:t>1.013e0</w:t>
      </w:r>
    </w:p>
    <w:p w:rsidR="00E00D30" w:rsidRDefault="00E00D30" w:rsidP="00E00D30">
      <w:r>
        <w:t>294.2297</w:t>
      </w:r>
      <w:r>
        <w:tab/>
        <w:t>3.038e0</w:t>
      </w:r>
    </w:p>
    <w:p w:rsidR="00E00D30" w:rsidRDefault="00E00D30" w:rsidP="00E00D30">
      <w:r>
        <w:t>294.2891</w:t>
      </w:r>
      <w:r>
        <w:tab/>
        <w:t>2.025e0</w:t>
      </w:r>
    </w:p>
    <w:p w:rsidR="00E00D30" w:rsidRDefault="00E00D30" w:rsidP="00E00D30">
      <w:r>
        <w:t>294.3022</w:t>
      </w:r>
      <w:r>
        <w:tab/>
        <w:t>1.013e0</w:t>
      </w:r>
    </w:p>
    <w:p w:rsidR="00E00D30" w:rsidRDefault="00E00D30" w:rsidP="00E00D30">
      <w:r>
        <w:t>294.3208</w:t>
      </w:r>
      <w:r>
        <w:tab/>
        <w:t>1.013e0</w:t>
      </w:r>
    </w:p>
    <w:p w:rsidR="00E00D30" w:rsidRDefault="00E00D30" w:rsidP="00E00D30">
      <w:r>
        <w:t>294.3250</w:t>
      </w:r>
      <w:r>
        <w:tab/>
        <w:t>1.013e0</w:t>
      </w:r>
    </w:p>
    <w:p w:rsidR="00E00D30" w:rsidRDefault="00E00D30" w:rsidP="00E00D30">
      <w:r>
        <w:t>294.3484</w:t>
      </w:r>
      <w:r>
        <w:tab/>
        <w:t>1.013e0</w:t>
      </w:r>
    </w:p>
    <w:p w:rsidR="00E00D30" w:rsidRDefault="00E00D30" w:rsidP="00E00D30">
      <w:r>
        <w:t>294.3525</w:t>
      </w:r>
      <w:r>
        <w:tab/>
        <w:t>1.013e0</w:t>
      </w:r>
    </w:p>
    <w:p w:rsidR="00E00D30" w:rsidRDefault="00E00D30" w:rsidP="00E00D30">
      <w:r>
        <w:t>294.3567</w:t>
      </w:r>
      <w:r>
        <w:tab/>
        <w:t>1.013e0</w:t>
      </w:r>
    </w:p>
    <w:p w:rsidR="00E00D30" w:rsidRDefault="00E00D30" w:rsidP="00E00D30">
      <w:r>
        <w:t>294.3609</w:t>
      </w:r>
      <w:r>
        <w:tab/>
        <w:t>1.013e0</w:t>
      </w:r>
    </w:p>
    <w:p w:rsidR="00E00D30" w:rsidRDefault="00E00D30" w:rsidP="00E00D30">
      <w:r>
        <w:t>294.3885</w:t>
      </w:r>
      <w:r>
        <w:tab/>
        <w:t>2.025e0</w:t>
      </w:r>
    </w:p>
    <w:p w:rsidR="00E00D30" w:rsidRDefault="00E00D30" w:rsidP="00E00D30">
      <w:r>
        <w:t>294.4231</w:t>
      </w:r>
      <w:r>
        <w:tab/>
        <w:t>2.737e0</w:t>
      </w:r>
    </w:p>
    <w:p w:rsidR="00E00D30" w:rsidRDefault="00E00D30" w:rsidP="00E00D30">
      <w:r>
        <w:t>294.4714</w:t>
      </w:r>
      <w:r>
        <w:tab/>
        <w:t>2.025e0</w:t>
      </w:r>
    </w:p>
    <w:p w:rsidR="00E00D30" w:rsidRDefault="00E00D30" w:rsidP="00E00D30">
      <w:r>
        <w:t>294.4844</w:t>
      </w:r>
      <w:r>
        <w:tab/>
        <w:t>1.013e0</w:t>
      </w:r>
    </w:p>
    <w:p w:rsidR="00E00D30" w:rsidRDefault="00E00D30" w:rsidP="00E00D30">
      <w:r>
        <w:t>294.5399</w:t>
      </w:r>
      <w:r>
        <w:tab/>
        <w:t>2.025e0</w:t>
      </w:r>
    </w:p>
    <w:p w:rsidR="00E00D30" w:rsidRDefault="00E00D30" w:rsidP="00E00D30">
      <w:r>
        <w:t>294.5541</w:t>
      </w:r>
      <w:r>
        <w:tab/>
        <w:t>1.013e0</w:t>
      </w:r>
    </w:p>
    <w:p w:rsidR="00E00D30" w:rsidRDefault="00E00D30" w:rsidP="00E00D30">
      <w:r>
        <w:t>294.5865</w:t>
      </w:r>
      <w:r>
        <w:tab/>
        <w:t>1.013e0</w:t>
      </w:r>
    </w:p>
    <w:p w:rsidR="00E00D30" w:rsidRDefault="00E00D30" w:rsidP="00E00D30">
      <w:r>
        <w:t>294.6137</w:t>
      </w:r>
      <w:r>
        <w:tab/>
        <w:t>1.013e0</w:t>
      </w:r>
    </w:p>
    <w:p w:rsidR="00E00D30" w:rsidRDefault="00E00D30" w:rsidP="00E00D30">
      <w:r>
        <w:lastRenderedPageBreak/>
        <w:t>294.6181</w:t>
      </w:r>
      <w:r>
        <w:tab/>
        <w:t>1.013e0</w:t>
      </w:r>
    </w:p>
    <w:p w:rsidR="00E00D30" w:rsidRDefault="00E00D30" w:rsidP="00E00D30">
      <w:r>
        <w:t>294.6262</w:t>
      </w:r>
      <w:r>
        <w:tab/>
        <w:t>1.013e0</w:t>
      </w:r>
    </w:p>
    <w:p w:rsidR="00E00D30" w:rsidRDefault="00E00D30" w:rsidP="00E00D30">
      <w:r>
        <w:t>294.6349</w:t>
      </w:r>
      <w:r>
        <w:tab/>
        <w:t>3.038e0</w:t>
      </w:r>
    </w:p>
    <w:p w:rsidR="00E00D30" w:rsidRDefault="00E00D30" w:rsidP="00E00D30">
      <w:r>
        <w:t>294.6402</w:t>
      </w:r>
      <w:r>
        <w:tab/>
        <w:t>1.013e0</w:t>
      </w:r>
    </w:p>
    <w:p w:rsidR="00E00D30" w:rsidRDefault="00E00D30" w:rsidP="00E00D30">
      <w:r>
        <w:t>294.6717</w:t>
      </w:r>
      <w:r>
        <w:tab/>
        <w:t>2.025e0</w:t>
      </w:r>
    </w:p>
    <w:p w:rsidR="00E00D30" w:rsidRDefault="00E00D30" w:rsidP="00E00D30">
      <w:r>
        <w:t>294.6775</w:t>
      </w:r>
      <w:r>
        <w:tab/>
        <w:t>1.013e0</w:t>
      </w:r>
    </w:p>
    <w:p w:rsidR="00E00D30" w:rsidRDefault="00E00D30" w:rsidP="00E00D30">
      <w:r>
        <w:t>294.6815</w:t>
      </w:r>
      <w:r>
        <w:tab/>
        <w:t>1.013e0</w:t>
      </w:r>
    </w:p>
    <w:p w:rsidR="00E00D30" w:rsidRDefault="00E00D30" w:rsidP="00E00D30">
      <w:r>
        <w:t>294.7096</w:t>
      </w:r>
      <w:r>
        <w:tab/>
        <w:t>1.013e0</w:t>
      </w:r>
    </w:p>
    <w:p w:rsidR="00E00D30" w:rsidRDefault="00E00D30" w:rsidP="00E00D30">
      <w:r>
        <w:t>294.7177</w:t>
      </w:r>
      <w:r>
        <w:tab/>
        <w:t>1.013e0</w:t>
      </w:r>
    </w:p>
    <w:p w:rsidR="00E00D30" w:rsidRDefault="00E00D30" w:rsidP="00E00D30">
      <w:r>
        <w:t>294.7212</w:t>
      </w:r>
      <w:r>
        <w:tab/>
        <w:t>1.013e0</w:t>
      </w:r>
    </w:p>
    <w:p w:rsidR="00E00D30" w:rsidRDefault="00E00D30" w:rsidP="00E00D30">
      <w:r>
        <w:t>294.7261</w:t>
      </w:r>
      <w:r>
        <w:tab/>
        <w:t>2.025e0</w:t>
      </w:r>
    </w:p>
    <w:p w:rsidR="00E00D30" w:rsidRDefault="00E00D30" w:rsidP="00E00D30">
      <w:r>
        <w:t>294.7316</w:t>
      </w:r>
      <w:r>
        <w:tab/>
        <w:t>1.013e0</w:t>
      </w:r>
    </w:p>
    <w:p w:rsidR="00E00D30" w:rsidRDefault="00E00D30" w:rsidP="00E00D30">
      <w:r>
        <w:t>294.7589</w:t>
      </w:r>
      <w:r>
        <w:tab/>
        <w:t>1.013e0</w:t>
      </w:r>
    </w:p>
    <w:p w:rsidR="00E00D30" w:rsidRDefault="00E00D30" w:rsidP="00E00D30">
      <w:r>
        <w:t>294.7712</w:t>
      </w:r>
      <w:r>
        <w:tab/>
        <w:t>2.025e0</w:t>
      </w:r>
    </w:p>
    <w:p w:rsidR="00E00D30" w:rsidRDefault="00E00D30" w:rsidP="00E00D30">
      <w:r>
        <w:t>294.7726</w:t>
      </w:r>
      <w:r>
        <w:tab/>
        <w:t>1.013e0</w:t>
      </w:r>
    </w:p>
    <w:p w:rsidR="00E00D30" w:rsidRDefault="00E00D30" w:rsidP="00E00D30">
      <w:r>
        <w:t>294.8044</w:t>
      </w:r>
      <w:r>
        <w:tab/>
        <w:t>1.013e0</w:t>
      </w:r>
    </w:p>
    <w:p w:rsidR="00E00D30" w:rsidRDefault="00E00D30" w:rsidP="00E00D30">
      <w:r>
        <w:t>294.8551</w:t>
      </w:r>
      <w:r>
        <w:tab/>
        <w:t>1.013e0</w:t>
      </w:r>
    </w:p>
    <w:p w:rsidR="00E00D30" w:rsidRDefault="00E00D30" w:rsidP="00E00D30">
      <w:r>
        <w:t>294.8768</w:t>
      </w:r>
      <w:r>
        <w:tab/>
        <w:t>1.013e0</w:t>
      </w:r>
    </w:p>
    <w:p w:rsidR="00E00D30" w:rsidRDefault="00E00D30" w:rsidP="00E00D30">
      <w:r>
        <w:t>294.8797</w:t>
      </w:r>
      <w:r>
        <w:tab/>
        <w:t>2.025e0</w:t>
      </w:r>
    </w:p>
    <w:p w:rsidR="00E00D30" w:rsidRDefault="00E00D30" w:rsidP="00E00D30">
      <w:r>
        <w:lastRenderedPageBreak/>
        <w:t>294.9018</w:t>
      </w:r>
      <w:r>
        <w:tab/>
        <w:t>2.025e0</w:t>
      </w:r>
    </w:p>
    <w:p w:rsidR="00E00D30" w:rsidRDefault="00E00D30" w:rsidP="00E00D30">
      <w:r>
        <w:t>294.9413</w:t>
      </w:r>
      <w:r>
        <w:tab/>
        <w:t>1.013e0</w:t>
      </w:r>
    </w:p>
    <w:p w:rsidR="00E00D30" w:rsidRDefault="00E00D30" w:rsidP="00E00D30">
      <w:r>
        <w:t>294.9514</w:t>
      </w:r>
      <w:r>
        <w:tab/>
        <w:t>1.013e0</w:t>
      </w:r>
    </w:p>
    <w:p w:rsidR="00E00D30" w:rsidRDefault="00E00D30" w:rsidP="00E00D30">
      <w:r>
        <w:t>294.9682</w:t>
      </w:r>
      <w:r>
        <w:tab/>
        <w:t>1.013e0</w:t>
      </w:r>
    </w:p>
    <w:p w:rsidR="00E00D30" w:rsidRDefault="00E00D30" w:rsidP="00E00D30">
      <w:r>
        <w:t>294.9827</w:t>
      </w:r>
      <w:r>
        <w:tab/>
        <w:t>1.013e0</w:t>
      </w:r>
    </w:p>
    <w:p w:rsidR="00E00D30" w:rsidRDefault="00E00D30" w:rsidP="00E00D30">
      <w:r>
        <w:t>294.9867</w:t>
      </w:r>
      <w:r>
        <w:tab/>
        <w:t>1.013e0</w:t>
      </w:r>
    </w:p>
    <w:p w:rsidR="00E00D30" w:rsidRDefault="00E00D30" w:rsidP="00E00D30">
      <w:r>
        <w:t>295.0005</w:t>
      </w:r>
      <w:r>
        <w:tab/>
        <w:t>1.013e0</w:t>
      </w:r>
    </w:p>
    <w:p w:rsidR="00E00D30" w:rsidRDefault="00E00D30" w:rsidP="00E00D30">
      <w:r>
        <w:t>295.0503</w:t>
      </w:r>
      <w:r>
        <w:tab/>
        <w:t>1.013e0</w:t>
      </w:r>
    </w:p>
    <w:p w:rsidR="00E00D30" w:rsidRDefault="00E00D30" w:rsidP="00E00D30">
      <w:r>
        <w:t>295.0595</w:t>
      </w:r>
      <w:r>
        <w:tab/>
        <w:t>1.013e0</w:t>
      </w:r>
    </w:p>
    <w:p w:rsidR="00E00D30" w:rsidRDefault="00E00D30" w:rsidP="00E00D30">
      <w:r>
        <w:t>295.0662</w:t>
      </w:r>
      <w:r>
        <w:tab/>
        <w:t>2.025e0</w:t>
      </w:r>
    </w:p>
    <w:p w:rsidR="00E00D30" w:rsidRDefault="00E00D30" w:rsidP="00E00D30">
      <w:r>
        <w:t>295.0704</w:t>
      </w:r>
      <w:r>
        <w:tab/>
        <w:t>1.013e0</w:t>
      </w:r>
    </w:p>
    <w:p w:rsidR="00E00D30" w:rsidRDefault="00E00D30" w:rsidP="00E00D30">
      <w:r>
        <w:t>295.0864</w:t>
      </w:r>
      <w:r>
        <w:tab/>
        <w:t>1.013e0</w:t>
      </w:r>
    </w:p>
    <w:p w:rsidR="00E00D30" w:rsidRDefault="00E00D30" w:rsidP="00E00D30">
      <w:r>
        <w:t>295.0921</w:t>
      </w:r>
      <w:r>
        <w:tab/>
        <w:t>2.025e0</w:t>
      </w:r>
    </w:p>
    <w:p w:rsidR="00E00D30" w:rsidRDefault="00E00D30" w:rsidP="00E00D30">
      <w:r>
        <w:t>295.1020</w:t>
      </w:r>
      <w:r>
        <w:tab/>
        <w:t>1.013e0</w:t>
      </w:r>
    </w:p>
    <w:p w:rsidR="00E00D30" w:rsidRDefault="00E00D30" w:rsidP="00E00D30">
      <w:r>
        <w:t>295.1055</w:t>
      </w:r>
      <w:r>
        <w:tab/>
        <w:t>1.013e0</w:t>
      </w:r>
    </w:p>
    <w:p w:rsidR="00E00D30" w:rsidRDefault="00E00D30" w:rsidP="00E00D30">
      <w:r>
        <w:t>295.1096</w:t>
      </w:r>
      <w:r>
        <w:tab/>
        <w:t>1.013e0</w:t>
      </w:r>
    </w:p>
    <w:p w:rsidR="00E00D30" w:rsidRDefault="00E00D30" w:rsidP="00E00D30">
      <w:r>
        <w:t>295.1334</w:t>
      </w:r>
      <w:r>
        <w:tab/>
        <w:t>1.013e0</w:t>
      </w:r>
    </w:p>
    <w:p w:rsidR="00E00D30" w:rsidRDefault="00E00D30" w:rsidP="00E00D30">
      <w:r>
        <w:t>295.1413</w:t>
      </w:r>
      <w:r>
        <w:tab/>
        <w:t>1.013e0</w:t>
      </w:r>
    </w:p>
    <w:p w:rsidR="00E00D30" w:rsidRDefault="00E00D30" w:rsidP="00E00D30">
      <w:r>
        <w:t>295.1492</w:t>
      </w:r>
      <w:r>
        <w:tab/>
        <w:t>2.025e0</w:t>
      </w:r>
    </w:p>
    <w:p w:rsidR="00E00D30" w:rsidRDefault="00E00D30" w:rsidP="00E00D30">
      <w:r>
        <w:lastRenderedPageBreak/>
        <w:t>295.1515</w:t>
      </w:r>
      <w:r>
        <w:tab/>
        <w:t>1.013e0</w:t>
      </w:r>
    </w:p>
    <w:p w:rsidR="00E00D30" w:rsidRDefault="00E00D30" w:rsidP="00E00D30">
      <w:r>
        <w:t>295.1536</w:t>
      </w:r>
      <w:r>
        <w:tab/>
        <w:t>3.038e0</w:t>
      </w:r>
    </w:p>
    <w:p w:rsidR="00E00D30" w:rsidRDefault="00E00D30" w:rsidP="00E00D30">
      <w:r>
        <w:t>295.1572</w:t>
      </w:r>
      <w:r>
        <w:tab/>
        <w:t>2.025e0</w:t>
      </w:r>
    </w:p>
    <w:p w:rsidR="00E00D30" w:rsidRDefault="00E00D30" w:rsidP="00E00D30">
      <w:r>
        <w:t>295.1640</w:t>
      </w:r>
      <w:r>
        <w:tab/>
        <w:t>2.025e0</w:t>
      </w:r>
    </w:p>
    <w:p w:rsidR="00E00D30" w:rsidRDefault="00E00D30" w:rsidP="00E00D30">
      <w:r>
        <w:t>295.1722</w:t>
      </w:r>
      <w:r>
        <w:tab/>
        <w:t>2.025e0</w:t>
      </w:r>
    </w:p>
    <w:p w:rsidR="00E00D30" w:rsidRDefault="00E00D30" w:rsidP="00E00D30">
      <w:r>
        <w:t>295.1838</w:t>
      </w:r>
      <w:r>
        <w:tab/>
        <w:t>1.013e0</w:t>
      </w:r>
    </w:p>
    <w:p w:rsidR="00E00D30" w:rsidRDefault="00E00D30" w:rsidP="00E00D30">
      <w:r>
        <w:t>295.1902</w:t>
      </w:r>
      <w:r>
        <w:tab/>
        <w:t>3.038e0</w:t>
      </w:r>
    </w:p>
    <w:p w:rsidR="00E00D30" w:rsidRDefault="00E00D30" w:rsidP="00E00D30">
      <w:r>
        <w:t>295.1973</w:t>
      </w:r>
      <w:r>
        <w:tab/>
        <w:t>1.013e0</w:t>
      </w:r>
    </w:p>
    <w:p w:rsidR="00E00D30" w:rsidRDefault="00E00D30" w:rsidP="00E00D30">
      <w:r>
        <w:t>295.2010</w:t>
      </w:r>
      <w:r>
        <w:tab/>
        <w:t>1.013e0</w:t>
      </w:r>
    </w:p>
    <w:p w:rsidR="00E00D30" w:rsidRDefault="00E00D30" w:rsidP="00E00D30">
      <w:r>
        <w:t>295.2125</w:t>
      </w:r>
      <w:r>
        <w:tab/>
        <w:t>2.025e0</w:t>
      </w:r>
    </w:p>
    <w:p w:rsidR="00E00D30" w:rsidRDefault="00E00D30" w:rsidP="00E00D30">
      <w:r>
        <w:t>295.2204</w:t>
      </w:r>
      <w:r>
        <w:tab/>
        <w:t>5.063e0</w:t>
      </w:r>
    </w:p>
    <w:p w:rsidR="00E00D30" w:rsidRDefault="00E00D30" w:rsidP="00E00D30">
      <w:r>
        <w:t>295.2287</w:t>
      </w:r>
      <w:r>
        <w:tab/>
        <w:t>1.013e0</w:t>
      </w:r>
    </w:p>
    <w:p w:rsidR="00E00D30" w:rsidRDefault="00E00D30" w:rsidP="00E00D30">
      <w:r>
        <w:t>295.2325</w:t>
      </w:r>
      <w:r>
        <w:tab/>
        <w:t>1.013e0</w:t>
      </w:r>
    </w:p>
    <w:p w:rsidR="00E00D30" w:rsidRDefault="00E00D30" w:rsidP="00E00D30">
      <w:r>
        <w:t>295.2426</w:t>
      </w:r>
      <w:r>
        <w:tab/>
        <w:t>1.013e0</w:t>
      </w:r>
    </w:p>
    <w:p w:rsidR="00E00D30" w:rsidRDefault="00E00D30" w:rsidP="00E00D30">
      <w:r>
        <w:t>295.2604</w:t>
      </w:r>
      <w:r>
        <w:tab/>
        <w:t>1.013e0</w:t>
      </w:r>
    </w:p>
    <w:p w:rsidR="00E00D30" w:rsidRDefault="00E00D30" w:rsidP="00E00D30">
      <w:r>
        <w:t>295.2921</w:t>
      </w:r>
      <w:r>
        <w:tab/>
        <w:t>2.025e0</w:t>
      </w:r>
    </w:p>
    <w:p w:rsidR="00E00D30" w:rsidRDefault="00E00D30" w:rsidP="00E00D30">
      <w:r>
        <w:t>295.3286</w:t>
      </w:r>
      <w:r>
        <w:tab/>
        <w:t>1.013e0</w:t>
      </w:r>
    </w:p>
    <w:p w:rsidR="00E00D30" w:rsidRDefault="00E00D30" w:rsidP="00E00D30">
      <w:r>
        <w:t>295.3342</w:t>
      </w:r>
      <w:r>
        <w:tab/>
        <w:t>1.013e0</w:t>
      </w:r>
    </w:p>
    <w:p w:rsidR="00E00D30" w:rsidRDefault="00E00D30" w:rsidP="00E00D30">
      <w:r>
        <w:t>295.3615</w:t>
      </w:r>
      <w:r>
        <w:tab/>
        <w:t>1.013e0</w:t>
      </w:r>
    </w:p>
    <w:p w:rsidR="00E00D30" w:rsidRDefault="00E00D30" w:rsidP="00E00D30">
      <w:r>
        <w:lastRenderedPageBreak/>
        <w:t>295.4030</w:t>
      </w:r>
      <w:r>
        <w:tab/>
        <w:t>1.013e0</w:t>
      </w:r>
    </w:p>
    <w:p w:rsidR="00E00D30" w:rsidRDefault="00E00D30" w:rsidP="00E00D30">
      <w:r>
        <w:t>295.4581</w:t>
      </w:r>
      <w:r>
        <w:tab/>
        <w:t>1.013e0</w:t>
      </w:r>
    </w:p>
    <w:p w:rsidR="00E00D30" w:rsidRDefault="00E00D30" w:rsidP="00E00D30">
      <w:r>
        <w:t>295.4625</w:t>
      </w:r>
      <w:r>
        <w:tab/>
        <w:t>1.013e0</w:t>
      </w:r>
    </w:p>
    <w:p w:rsidR="00E00D30" w:rsidRDefault="00E00D30" w:rsidP="00E00D30">
      <w:r>
        <w:t>295.4943</w:t>
      </w:r>
      <w:r>
        <w:tab/>
        <w:t>2.025e0</w:t>
      </w:r>
    </w:p>
    <w:p w:rsidR="00E00D30" w:rsidRDefault="00E00D30" w:rsidP="00E00D30">
      <w:r>
        <w:t>295.4986</w:t>
      </w:r>
      <w:r>
        <w:tab/>
        <w:t>1.013e0</w:t>
      </w:r>
    </w:p>
    <w:p w:rsidR="00E00D30" w:rsidRDefault="00E00D30" w:rsidP="00E00D30">
      <w:r>
        <w:t>295.5043</w:t>
      </w:r>
      <w:r>
        <w:tab/>
        <w:t>2.025e0</w:t>
      </w:r>
    </w:p>
    <w:p w:rsidR="00E00D30" w:rsidRDefault="00E00D30" w:rsidP="00E00D30">
      <w:r>
        <w:t>295.5172</w:t>
      </w:r>
      <w:r>
        <w:tab/>
        <w:t>1.013e0</w:t>
      </w:r>
    </w:p>
    <w:p w:rsidR="00E00D30" w:rsidRDefault="00E00D30" w:rsidP="00E00D30">
      <w:r>
        <w:t>295.5301</w:t>
      </w:r>
      <w:r>
        <w:tab/>
        <w:t>1.013e0</w:t>
      </w:r>
    </w:p>
    <w:p w:rsidR="00E00D30" w:rsidRDefault="00E00D30" w:rsidP="00E00D30">
      <w:r>
        <w:t>295.5387</w:t>
      </w:r>
      <w:r>
        <w:tab/>
        <w:t>1.013e0</w:t>
      </w:r>
    </w:p>
    <w:p w:rsidR="00E00D30" w:rsidRDefault="00E00D30" w:rsidP="00E00D30">
      <w:r>
        <w:t>295.5443</w:t>
      </w:r>
      <w:r>
        <w:tab/>
        <w:t>1.013e0</w:t>
      </w:r>
    </w:p>
    <w:p w:rsidR="00E00D30" w:rsidRDefault="00E00D30" w:rsidP="00E00D30">
      <w:r>
        <w:t>295.5500</w:t>
      </w:r>
      <w:r>
        <w:tab/>
        <w:t>1.013e0</w:t>
      </w:r>
    </w:p>
    <w:p w:rsidR="00E00D30" w:rsidRDefault="00E00D30" w:rsidP="00E00D30">
      <w:r>
        <w:t>295.5766</w:t>
      </w:r>
      <w:r>
        <w:tab/>
        <w:t>1.013e0</w:t>
      </w:r>
    </w:p>
    <w:p w:rsidR="00E00D30" w:rsidRDefault="00E00D30" w:rsidP="00E00D30">
      <w:r>
        <w:t>295.6089</w:t>
      </w:r>
      <w:r>
        <w:tab/>
        <w:t>1.013e0</w:t>
      </w:r>
    </w:p>
    <w:p w:rsidR="00E00D30" w:rsidRDefault="00E00D30" w:rsidP="00E00D30">
      <w:r>
        <w:t>295.6305</w:t>
      </w:r>
      <w:r>
        <w:tab/>
        <w:t>1.013e0</w:t>
      </w:r>
    </w:p>
    <w:p w:rsidR="00E00D30" w:rsidRDefault="00E00D30" w:rsidP="00E00D30">
      <w:r>
        <w:t>295.6408</w:t>
      </w:r>
      <w:r>
        <w:tab/>
        <w:t>1.013e0</w:t>
      </w:r>
    </w:p>
    <w:p w:rsidR="00E00D30" w:rsidRDefault="00E00D30" w:rsidP="00E00D30">
      <w:r>
        <w:t>295.6449</w:t>
      </w:r>
      <w:r>
        <w:tab/>
        <w:t>2.025e0</w:t>
      </w:r>
    </w:p>
    <w:p w:rsidR="00E00D30" w:rsidRDefault="00E00D30" w:rsidP="00E00D30">
      <w:r>
        <w:t>295.6520</w:t>
      </w:r>
      <w:r>
        <w:tab/>
        <w:t>2.025e0</w:t>
      </w:r>
    </w:p>
    <w:p w:rsidR="00E00D30" w:rsidRDefault="00E00D30" w:rsidP="00E00D30">
      <w:r>
        <w:t>295.6768</w:t>
      </w:r>
      <w:r>
        <w:tab/>
        <w:t>2.025e0</w:t>
      </w:r>
    </w:p>
    <w:p w:rsidR="00E00D30" w:rsidRDefault="00E00D30" w:rsidP="00E00D30">
      <w:r>
        <w:t>295.7442</w:t>
      </w:r>
      <w:r>
        <w:tab/>
        <w:t>3.038e0</w:t>
      </w:r>
    </w:p>
    <w:p w:rsidR="00E00D30" w:rsidRDefault="00E00D30" w:rsidP="00E00D30">
      <w:r>
        <w:lastRenderedPageBreak/>
        <w:t>295.7489</w:t>
      </w:r>
      <w:r>
        <w:tab/>
        <w:t>1.013e0</w:t>
      </w:r>
    </w:p>
    <w:p w:rsidR="00E00D30" w:rsidRDefault="00E00D30" w:rsidP="00E00D30">
      <w:r>
        <w:t>295.7868</w:t>
      </w:r>
      <w:r>
        <w:tab/>
        <w:t>1.013e0</w:t>
      </w:r>
    </w:p>
    <w:p w:rsidR="00E00D30" w:rsidRDefault="00E00D30" w:rsidP="00E00D30">
      <w:r>
        <w:t>295.8036</w:t>
      </w:r>
      <w:r>
        <w:tab/>
        <w:t>1.013e0</w:t>
      </w:r>
    </w:p>
    <w:p w:rsidR="00E00D30" w:rsidRDefault="00E00D30" w:rsidP="00E00D30">
      <w:r>
        <w:t>295.8590</w:t>
      </w:r>
      <w:r>
        <w:tab/>
        <w:t>2.025e0</w:t>
      </w:r>
    </w:p>
    <w:p w:rsidR="00E00D30" w:rsidRDefault="00E00D30" w:rsidP="00E00D30">
      <w:r>
        <w:t>295.8869</w:t>
      </w:r>
      <w:r>
        <w:tab/>
        <w:t>1.013e0</w:t>
      </w:r>
    </w:p>
    <w:p w:rsidR="00E00D30" w:rsidRDefault="00E00D30" w:rsidP="00E00D30">
      <w:r>
        <w:t>295.9055</w:t>
      </w:r>
      <w:r>
        <w:tab/>
        <w:t>1.013e0</w:t>
      </w:r>
    </w:p>
    <w:p w:rsidR="00E00D30" w:rsidRDefault="00E00D30" w:rsidP="00E00D30">
      <w:r>
        <w:t>295.9377</w:t>
      </w:r>
      <w:r>
        <w:tab/>
        <w:t>1.013e0</w:t>
      </w:r>
    </w:p>
    <w:p w:rsidR="00E00D30" w:rsidRDefault="00E00D30" w:rsidP="00E00D30">
      <w:r>
        <w:t>295.9648</w:t>
      </w:r>
      <w:r>
        <w:tab/>
        <w:t>1.013e0</w:t>
      </w:r>
    </w:p>
    <w:p w:rsidR="00E00D30" w:rsidRDefault="00E00D30" w:rsidP="00E00D30">
      <w:r>
        <w:t>295.9924</w:t>
      </w:r>
      <w:r>
        <w:tab/>
        <w:t>2.025e0</w:t>
      </w:r>
    </w:p>
    <w:p w:rsidR="00E00D30" w:rsidRDefault="00E00D30" w:rsidP="00E00D30">
      <w:r>
        <w:t>296.0100</w:t>
      </w:r>
      <w:r>
        <w:tab/>
        <w:t>1.013e0</w:t>
      </w:r>
    </w:p>
    <w:p w:rsidR="00E00D30" w:rsidRDefault="00E00D30" w:rsidP="00E00D30">
      <w:r>
        <w:t>296.0162</w:t>
      </w:r>
      <w:r>
        <w:tab/>
        <w:t>2.025e0</w:t>
      </w:r>
    </w:p>
    <w:p w:rsidR="00E00D30" w:rsidRDefault="00E00D30" w:rsidP="00E00D30">
      <w:r>
        <w:t>296.0300</w:t>
      </w:r>
      <w:r>
        <w:tab/>
        <w:t>2.025e0</w:t>
      </w:r>
    </w:p>
    <w:p w:rsidR="00E00D30" w:rsidRDefault="00E00D30" w:rsidP="00E00D30">
      <w:r>
        <w:t>296.0335</w:t>
      </w:r>
      <w:r>
        <w:tab/>
        <w:t>2.025e0</w:t>
      </w:r>
    </w:p>
    <w:p w:rsidR="00E00D30" w:rsidRDefault="00E00D30" w:rsidP="00E00D30">
      <w:r>
        <w:t>296.0421</w:t>
      </w:r>
      <w:r>
        <w:tab/>
        <w:t>1.013e0</w:t>
      </w:r>
    </w:p>
    <w:p w:rsidR="00E00D30" w:rsidRDefault="00E00D30" w:rsidP="00E00D30">
      <w:r>
        <w:t>296.0515</w:t>
      </w:r>
      <w:r>
        <w:tab/>
        <w:t>4.735e0</w:t>
      </w:r>
    </w:p>
    <w:p w:rsidR="00E00D30" w:rsidRDefault="00E00D30" w:rsidP="00E00D30">
      <w:r>
        <w:t>296.0653</w:t>
      </w:r>
      <w:r>
        <w:tab/>
        <w:t>1.013e0</w:t>
      </w:r>
    </w:p>
    <w:p w:rsidR="00E00D30" w:rsidRDefault="00E00D30" w:rsidP="00E00D30">
      <w:r>
        <w:t>296.0678</w:t>
      </w:r>
      <w:r>
        <w:tab/>
        <w:t>2.025e0</w:t>
      </w:r>
    </w:p>
    <w:p w:rsidR="00E00D30" w:rsidRDefault="00E00D30" w:rsidP="00E00D30">
      <w:r>
        <w:t>296.0693</w:t>
      </w:r>
      <w:r>
        <w:tab/>
        <w:t>1.013e0</w:t>
      </w:r>
    </w:p>
    <w:p w:rsidR="00E00D30" w:rsidRDefault="00E00D30" w:rsidP="00E00D30">
      <w:r>
        <w:t>296.0735</w:t>
      </w:r>
      <w:r>
        <w:tab/>
        <w:t>2.025e0</w:t>
      </w:r>
    </w:p>
    <w:p w:rsidR="00E00D30" w:rsidRDefault="00E00D30" w:rsidP="00E00D30">
      <w:r>
        <w:lastRenderedPageBreak/>
        <w:t>296.0782</w:t>
      </w:r>
      <w:r>
        <w:tab/>
        <w:t>1.013e0</w:t>
      </w:r>
    </w:p>
    <w:p w:rsidR="00E00D30" w:rsidRDefault="00E00D30" w:rsidP="00E00D30">
      <w:r>
        <w:t>296.0975</w:t>
      </w:r>
      <w:r>
        <w:tab/>
        <w:t>1.013e0</w:t>
      </w:r>
    </w:p>
    <w:p w:rsidR="00E00D30" w:rsidRDefault="00E00D30" w:rsidP="00E00D30">
      <w:r>
        <w:t>296.1006</w:t>
      </w:r>
      <w:r>
        <w:tab/>
        <w:t>3.038e0</w:t>
      </w:r>
    </w:p>
    <w:p w:rsidR="00E00D30" w:rsidRDefault="00E00D30" w:rsidP="00E00D30">
      <w:r>
        <w:t>296.1050</w:t>
      </w:r>
      <w:r>
        <w:tab/>
        <w:t>1.013e0</w:t>
      </w:r>
    </w:p>
    <w:p w:rsidR="00E00D30" w:rsidRDefault="00E00D30" w:rsidP="00E00D30">
      <w:r>
        <w:t>296.1171</w:t>
      </w:r>
      <w:r>
        <w:tab/>
        <w:t>2.025e0</w:t>
      </w:r>
    </w:p>
    <w:p w:rsidR="00E00D30" w:rsidRDefault="00E00D30" w:rsidP="00E00D30">
      <w:r>
        <w:t>296.1213</w:t>
      </w:r>
      <w:r>
        <w:tab/>
        <w:t>4.051e0</w:t>
      </w:r>
    </w:p>
    <w:p w:rsidR="00E00D30" w:rsidRDefault="00E00D30" w:rsidP="00E00D30">
      <w:r>
        <w:t>296.1566</w:t>
      </w:r>
      <w:r>
        <w:tab/>
        <w:t>1.013e0</w:t>
      </w:r>
    </w:p>
    <w:p w:rsidR="00E00D30" w:rsidRDefault="00E00D30" w:rsidP="00E00D30">
      <w:r>
        <w:t>296.1699</w:t>
      </w:r>
      <w:r>
        <w:tab/>
        <w:t>1.013e0</w:t>
      </w:r>
    </w:p>
    <w:p w:rsidR="00E00D30" w:rsidRDefault="00E00D30" w:rsidP="00E00D30">
      <w:r>
        <w:t>296.1759</w:t>
      </w:r>
      <w:r>
        <w:tab/>
        <w:t>3.038e0</w:t>
      </w:r>
    </w:p>
    <w:p w:rsidR="00E00D30" w:rsidRDefault="00E00D30" w:rsidP="00E00D30">
      <w:r>
        <w:t>296.1923</w:t>
      </w:r>
      <w:r>
        <w:tab/>
        <w:t>1.013e0</w:t>
      </w:r>
    </w:p>
    <w:p w:rsidR="00E00D30" w:rsidRDefault="00E00D30" w:rsidP="00E00D30">
      <w:r>
        <w:t>296.2067</w:t>
      </w:r>
      <w:r>
        <w:tab/>
        <w:t>2.025e0</w:t>
      </w:r>
    </w:p>
    <w:p w:rsidR="00E00D30" w:rsidRDefault="00E00D30" w:rsidP="00E00D30">
      <w:r>
        <w:t>296.2122</w:t>
      </w:r>
      <w:r>
        <w:tab/>
        <w:t>1.013e0</w:t>
      </w:r>
    </w:p>
    <w:p w:rsidR="00E00D30" w:rsidRDefault="00E00D30" w:rsidP="00E00D30">
      <w:r>
        <w:t>296.2206</w:t>
      </w:r>
      <w:r>
        <w:tab/>
        <w:t>1.013e0</w:t>
      </w:r>
    </w:p>
    <w:p w:rsidR="00E00D30" w:rsidRDefault="00E00D30" w:rsidP="00E00D30">
      <w:r>
        <w:t>296.2222</w:t>
      </w:r>
      <w:r>
        <w:tab/>
        <w:t>2.025e0</w:t>
      </w:r>
    </w:p>
    <w:p w:rsidR="00E00D30" w:rsidRDefault="00E00D30" w:rsidP="00E00D30">
      <w:r>
        <w:t>296.2239</w:t>
      </w:r>
      <w:r>
        <w:tab/>
        <w:t>1.013e0</w:t>
      </w:r>
    </w:p>
    <w:p w:rsidR="00E00D30" w:rsidRDefault="00E00D30" w:rsidP="00E00D30">
      <w:r>
        <w:t>296.2520</w:t>
      </w:r>
      <w:r>
        <w:tab/>
        <w:t>1.013e0</w:t>
      </w:r>
    </w:p>
    <w:p w:rsidR="00E00D30" w:rsidRDefault="00E00D30" w:rsidP="00E00D30">
      <w:r>
        <w:t>296.2617</w:t>
      </w:r>
      <w:r>
        <w:tab/>
        <w:t>1.013e0</w:t>
      </w:r>
    </w:p>
    <w:p w:rsidR="00E00D30" w:rsidRDefault="00E00D30" w:rsidP="00E00D30">
      <w:r>
        <w:t>296.2670</w:t>
      </w:r>
      <w:r>
        <w:tab/>
        <w:t>1.013e0</w:t>
      </w:r>
    </w:p>
    <w:p w:rsidR="00E00D30" w:rsidRDefault="00E00D30" w:rsidP="00E00D30">
      <w:r>
        <w:t>296.2755</w:t>
      </w:r>
      <w:r>
        <w:tab/>
        <w:t>1.013e0</w:t>
      </w:r>
    </w:p>
    <w:p w:rsidR="00E00D30" w:rsidRDefault="00E00D30" w:rsidP="00E00D30">
      <w:r>
        <w:lastRenderedPageBreak/>
        <w:t>296.2847</w:t>
      </w:r>
      <w:r>
        <w:tab/>
        <w:t>3.038e0</w:t>
      </w:r>
    </w:p>
    <w:p w:rsidR="00E00D30" w:rsidRDefault="00E00D30" w:rsidP="00E00D30">
      <w:r>
        <w:t>296.2891</w:t>
      </w:r>
      <w:r>
        <w:tab/>
        <w:t>1.013e0</w:t>
      </w:r>
    </w:p>
    <w:p w:rsidR="00E00D30" w:rsidRDefault="00E00D30" w:rsidP="00E00D30">
      <w:r>
        <w:t>296.3264</w:t>
      </w:r>
      <w:r>
        <w:tab/>
        <w:t>1.013e0</w:t>
      </w:r>
    </w:p>
    <w:p w:rsidR="00E00D30" w:rsidRDefault="00E00D30" w:rsidP="00E00D30">
      <w:r>
        <w:t>296.3710</w:t>
      </w:r>
      <w:r>
        <w:tab/>
        <w:t>2.025e0</w:t>
      </w:r>
    </w:p>
    <w:p w:rsidR="00E00D30" w:rsidRDefault="00E00D30" w:rsidP="00E00D30">
      <w:r>
        <w:t>296.3752</w:t>
      </w:r>
      <w:r>
        <w:tab/>
        <w:t>1.013e0</w:t>
      </w:r>
    </w:p>
    <w:p w:rsidR="00E00D30" w:rsidRDefault="00E00D30" w:rsidP="00E00D30">
      <w:r>
        <w:t>296.3809</w:t>
      </w:r>
      <w:r>
        <w:tab/>
        <w:t>1.013e0</w:t>
      </w:r>
    </w:p>
    <w:p w:rsidR="00E00D30" w:rsidRDefault="00E00D30" w:rsidP="00E00D30">
      <w:r>
        <w:t>296.4074</w:t>
      </w:r>
      <w:r>
        <w:tab/>
        <w:t>1.013e0</w:t>
      </w:r>
    </w:p>
    <w:p w:rsidR="00E00D30" w:rsidRDefault="00E00D30" w:rsidP="00E00D30">
      <w:r>
        <w:t>296.4304</w:t>
      </w:r>
      <w:r>
        <w:tab/>
        <w:t>1.013e0</w:t>
      </w:r>
    </w:p>
    <w:p w:rsidR="00E00D30" w:rsidRDefault="00E00D30" w:rsidP="00E00D30">
      <w:r>
        <w:t>296.4346</w:t>
      </w:r>
      <w:r>
        <w:tab/>
        <w:t>1.013e0</w:t>
      </w:r>
    </w:p>
    <w:p w:rsidR="00E00D30" w:rsidRDefault="00E00D30" w:rsidP="00E00D30">
      <w:r>
        <w:t>296.4357</w:t>
      </w:r>
      <w:r>
        <w:tab/>
        <w:t>2.025e0</w:t>
      </w:r>
    </w:p>
    <w:p w:rsidR="00E00D30" w:rsidRDefault="00E00D30" w:rsidP="00E00D30">
      <w:r>
        <w:t>296.4454</w:t>
      </w:r>
      <w:r>
        <w:tab/>
        <w:t>1.013e0</w:t>
      </w:r>
    </w:p>
    <w:p w:rsidR="00E00D30" w:rsidRDefault="00E00D30" w:rsidP="00E00D30">
      <w:r>
        <w:t>296.4542</w:t>
      </w:r>
      <w:r>
        <w:tab/>
        <w:t>1.013e0</w:t>
      </w:r>
    </w:p>
    <w:p w:rsidR="00E00D30" w:rsidRDefault="00E00D30" w:rsidP="00E00D30">
      <w:r>
        <w:t>296.4727</w:t>
      </w:r>
      <w:r>
        <w:tab/>
        <w:t>1.013e0</w:t>
      </w:r>
    </w:p>
    <w:p w:rsidR="00E00D30" w:rsidRDefault="00E00D30" w:rsidP="00E00D30">
      <w:r>
        <w:t>296.4860</w:t>
      </w:r>
      <w:r>
        <w:tab/>
        <w:t>1.013e0</w:t>
      </w:r>
    </w:p>
    <w:p w:rsidR="00E00D30" w:rsidRDefault="00E00D30" w:rsidP="00E00D30">
      <w:r>
        <w:t>296.4992</w:t>
      </w:r>
      <w:r>
        <w:tab/>
        <w:t>1.013e0</w:t>
      </w:r>
    </w:p>
    <w:p w:rsidR="00E00D30" w:rsidRDefault="00E00D30" w:rsidP="00E00D30">
      <w:r>
        <w:t>296.5419</w:t>
      </w:r>
      <w:r>
        <w:tab/>
        <w:t>1.013e0</w:t>
      </w:r>
    </w:p>
    <w:p w:rsidR="00E00D30" w:rsidRDefault="00E00D30" w:rsidP="00E00D30">
      <w:r>
        <w:t>296.5732</w:t>
      </w:r>
      <w:r>
        <w:tab/>
        <w:t>1.013e0</w:t>
      </w:r>
    </w:p>
    <w:p w:rsidR="00E00D30" w:rsidRDefault="00E00D30" w:rsidP="00E00D30">
      <w:r>
        <w:t>296.6014</w:t>
      </w:r>
      <w:r>
        <w:tab/>
        <w:t>1.013e0</w:t>
      </w:r>
    </w:p>
    <w:p w:rsidR="00E00D30" w:rsidRDefault="00E00D30" w:rsidP="00E00D30">
      <w:r>
        <w:t>296.6046</w:t>
      </w:r>
      <w:r>
        <w:tab/>
        <w:t>4.051e0</w:t>
      </w:r>
    </w:p>
    <w:p w:rsidR="00E00D30" w:rsidRDefault="00E00D30" w:rsidP="00E00D30">
      <w:r>
        <w:lastRenderedPageBreak/>
        <w:t>296.6606</w:t>
      </w:r>
      <w:r>
        <w:tab/>
        <w:t>1.013e0</w:t>
      </w:r>
    </w:p>
    <w:p w:rsidR="00E00D30" w:rsidRDefault="00E00D30" w:rsidP="00E00D30">
      <w:r>
        <w:t>296.6690</w:t>
      </w:r>
      <w:r>
        <w:tab/>
        <w:t>1.013e0</w:t>
      </w:r>
    </w:p>
    <w:p w:rsidR="00E00D30" w:rsidRDefault="00E00D30" w:rsidP="00E00D30">
      <w:r>
        <w:t>296.6888</w:t>
      </w:r>
      <w:r>
        <w:tab/>
        <w:t>1.013e0</w:t>
      </w:r>
    </w:p>
    <w:p w:rsidR="00E00D30" w:rsidRDefault="00E00D30" w:rsidP="00E00D30">
      <w:r>
        <w:t>296.7239</w:t>
      </w:r>
      <w:r>
        <w:tab/>
        <w:t>1.013e0</w:t>
      </w:r>
    </w:p>
    <w:p w:rsidR="00E00D30" w:rsidRDefault="00E00D30" w:rsidP="00E00D30">
      <w:r>
        <w:t>296.8033</w:t>
      </w:r>
      <w:r>
        <w:tab/>
        <w:t>5.063e0</w:t>
      </w:r>
    </w:p>
    <w:p w:rsidR="00E00D30" w:rsidRDefault="00E00D30" w:rsidP="00E00D30">
      <w:r>
        <w:t>296.8193</w:t>
      </w:r>
      <w:r>
        <w:tab/>
        <w:t>1.013e0</w:t>
      </w:r>
    </w:p>
    <w:p w:rsidR="00E00D30" w:rsidRDefault="00E00D30" w:rsidP="00E00D30">
      <w:r>
        <w:t>296.8345</w:t>
      </w:r>
      <w:r>
        <w:tab/>
        <w:t>1.013e0</w:t>
      </w:r>
    </w:p>
    <w:p w:rsidR="00E00D30" w:rsidRDefault="00E00D30" w:rsidP="00E00D30">
      <w:r>
        <w:t>296.8430</w:t>
      </w:r>
      <w:r>
        <w:tab/>
        <w:t>1.013e0</w:t>
      </w:r>
    </w:p>
    <w:p w:rsidR="00E00D30" w:rsidRDefault="00E00D30" w:rsidP="00E00D30">
      <w:r>
        <w:t>296.8748</w:t>
      </w:r>
      <w:r>
        <w:tab/>
        <w:t>1.013e0</w:t>
      </w:r>
    </w:p>
    <w:p w:rsidR="00E00D30" w:rsidRDefault="00E00D30" w:rsidP="00E00D30">
      <w:r>
        <w:t>296.9212</w:t>
      </w:r>
      <w:r>
        <w:tab/>
        <w:t>1.013e0</w:t>
      </w:r>
    </w:p>
    <w:p w:rsidR="00E00D30" w:rsidRDefault="00E00D30" w:rsidP="00E00D30">
      <w:r>
        <w:t>296.9305</w:t>
      </w:r>
      <w:r>
        <w:tab/>
        <w:t>1.013e0</w:t>
      </w:r>
    </w:p>
    <w:p w:rsidR="00E00D30" w:rsidRDefault="00E00D30" w:rsidP="00E00D30">
      <w:r>
        <w:t>296.9582</w:t>
      </w:r>
      <w:r>
        <w:tab/>
        <w:t>2.025e0</w:t>
      </w:r>
    </w:p>
    <w:p w:rsidR="00E00D30" w:rsidRDefault="00E00D30" w:rsidP="00E00D30">
      <w:r>
        <w:t>296.9604</w:t>
      </w:r>
      <w:r>
        <w:tab/>
        <w:t>4.051e0</w:t>
      </w:r>
    </w:p>
    <w:p w:rsidR="00E00D30" w:rsidRDefault="00E00D30" w:rsidP="00E00D30">
      <w:r>
        <w:t>296.9626</w:t>
      </w:r>
      <w:r>
        <w:tab/>
        <w:t>1.013e0</w:t>
      </w:r>
    </w:p>
    <w:p w:rsidR="00E00D30" w:rsidRDefault="00E00D30" w:rsidP="00E00D30">
      <w:r>
        <w:t>296.9678</w:t>
      </w:r>
      <w:r>
        <w:tab/>
        <w:t>5.063e0</w:t>
      </w:r>
    </w:p>
    <w:p w:rsidR="00E00D30" w:rsidRDefault="00E00D30" w:rsidP="00E00D30">
      <w:r>
        <w:t>296.9751</w:t>
      </w:r>
      <w:r>
        <w:tab/>
        <w:t>1.013e0</w:t>
      </w:r>
    </w:p>
    <w:p w:rsidR="00E00D30" w:rsidRDefault="00E00D30" w:rsidP="00E00D30">
      <w:r>
        <w:t>296.9818</w:t>
      </w:r>
      <w:r>
        <w:tab/>
        <w:t>3.038e0</w:t>
      </w:r>
    </w:p>
    <w:p w:rsidR="00E00D30" w:rsidRDefault="00E00D30" w:rsidP="00E00D30">
      <w:r>
        <w:t>296.9832</w:t>
      </w:r>
      <w:r>
        <w:tab/>
        <w:t>3.038e0</w:t>
      </w:r>
    </w:p>
    <w:p w:rsidR="00E00D30" w:rsidRDefault="00E00D30" w:rsidP="00E00D30">
      <w:r>
        <w:t>296.9921</w:t>
      </w:r>
      <w:r>
        <w:tab/>
        <w:t>2.025e0</w:t>
      </w:r>
    </w:p>
    <w:p w:rsidR="00E00D30" w:rsidRDefault="00E00D30" w:rsidP="00E00D30">
      <w:r>
        <w:lastRenderedPageBreak/>
        <w:t>297.0083</w:t>
      </w:r>
      <w:r>
        <w:tab/>
        <w:t>2.025e0</w:t>
      </w:r>
    </w:p>
    <w:p w:rsidR="00E00D30" w:rsidRDefault="00E00D30" w:rsidP="00E00D30">
      <w:r>
        <w:t>297.0097</w:t>
      </w:r>
      <w:r>
        <w:tab/>
        <w:t>2.025e0</w:t>
      </w:r>
    </w:p>
    <w:p w:rsidR="00E00D30" w:rsidRDefault="00E00D30" w:rsidP="00E00D30">
      <w:r>
        <w:t>297.0205</w:t>
      </w:r>
      <w:r>
        <w:tab/>
        <w:t>2.025e0</w:t>
      </w:r>
    </w:p>
    <w:p w:rsidR="00E00D30" w:rsidRDefault="00E00D30" w:rsidP="00E00D30">
      <w:r>
        <w:t>297.0298</w:t>
      </w:r>
      <w:r>
        <w:tab/>
        <w:t>1.013e0</w:t>
      </w:r>
    </w:p>
    <w:p w:rsidR="00E00D30" w:rsidRDefault="00E00D30" w:rsidP="00E00D30">
      <w:r>
        <w:t>297.0308</w:t>
      </w:r>
      <w:r>
        <w:tab/>
        <w:t>2.025e0</w:t>
      </w:r>
    </w:p>
    <w:p w:rsidR="00E00D30" w:rsidRDefault="00E00D30" w:rsidP="00E00D30">
      <w:r>
        <w:t>297.0327</w:t>
      </w:r>
      <w:r>
        <w:tab/>
        <w:t>2.025e0</w:t>
      </w:r>
    </w:p>
    <w:p w:rsidR="00E00D30" w:rsidRDefault="00E00D30" w:rsidP="00E00D30">
      <w:r>
        <w:t>297.0520</w:t>
      </w:r>
      <w:r>
        <w:tab/>
        <w:t>3.038e0</w:t>
      </w:r>
    </w:p>
    <w:p w:rsidR="00E00D30" w:rsidRDefault="00E00D30" w:rsidP="00E00D30">
      <w:r>
        <w:t>297.0535</w:t>
      </w:r>
      <w:r>
        <w:tab/>
        <w:t>3.038e0</w:t>
      </w:r>
    </w:p>
    <w:p w:rsidR="00E00D30" w:rsidRDefault="00E00D30" w:rsidP="00E00D30">
      <w:r>
        <w:t>297.0732</w:t>
      </w:r>
      <w:r>
        <w:tab/>
        <w:t>2.025e0</w:t>
      </w:r>
    </w:p>
    <w:p w:rsidR="00E00D30" w:rsidRDefault="00E00D30" w:rsidP="00E00D30">
      <w:r>
        <w:t>297.0817</w:t>
      </w:r>
      <w:r>
        <w:tab/>
        <w:t>1.013e0</w:t>
      </w:r>
    </w:p>
    <w:p w:rsidR="00E00D30" w:rsidRDefault="00E00D30" w:rsidP="00E00D30">
      <w:r>
        <w:t>297.1130</w:t>
      </w:r>
      <w:r>
        <w:tab/>
        <w:t>1.013e0</w:t>
      </w:r>
    </w:p>
    <w:p w:rsidR="00E00D30" w:rsidRDefault="00E00D30" w:rsidP="00E00D30">
      <w:r>
        <w:t>297.1267</w:t>
      </w:r>
      <w:r>
        <w:tab/>
        <w:t>1.013e0</w:t>
      </w:r>
    </w:p>
    <w:p w:rsidR="00E00D30" w:rsidRDefault="00E00D30" w:rsidP="00E00D30">
      <w:r>
        <w:t>297.1323</w:t>
      </w:r>
      <w:r>
        <w:tab/>
        <w:t>2.025e0</w:t>
      </w:r>
    </w:p>
    <w:p w:rsidR="00E00D30" w:rsidRDefault="00E00D30" w:rsidP="00E00D30">
      <w:r>
        <w:t>297.1393</w:t>
      </w:r>
      <w:r>
        <w:tab/>
        <w:t>7.391e0</w:t>
      </w:r>
    </w:p>
    <w:p w:rsidR="00E00D30" w:rsidRDefault="00E00D30" w:rsidP="00E00D30">
      <w:r>
        <w:t>297.1450</w:t>
      </w:r>
      <w:r>
        <w:tab/>
        <w:t>1.013e0</w:t>
      </w:r>
    </w:p>
    <w:p w:rsidR="00E00D30" w:rsidRDefault="00E00D30" w:rsidP="00E00D30">
      <w:r>
        <w:t>297.1539</w:t>
      </w:r>
      <w:r>
        <w:tab/>
        <w:t>1.013e0</w:t>
      </w:r>
    </w:p>
    <w:p w:rsidR="00E00D30" w:rsidRDefault="00E00D30" w:rsidP="00E00D30">
      <w:r>
        <w:t>297.1587</w:t>
      </w:r>
      <w:r>
        <w:tab/>
        <w:t>2.025e0</w:t>
      </w:r>
    </w:p>
    <w:p w:rsidR="00E00D30" w:rsidRDefault="00E00D30" w:rsidP="00E00D30">
      <w:r>
        <w:t>297.1635</w:t>
      </w:r>
      <w:r>
        <w:tab/>
        <w:t>2.025e0</w:t>
      </w:r>
    </w:p>
    <w:p w:rsidR="00E00D30" w:rsidRDefault="00E00D30" w:rsidP="00E00D30">
      <w:r>
        <w:t>297.1646</w:t>
      </w:r>
      <w:r>
        <w:tab/>
        <w:t>1.013e0</w:t>
      </w:r>
    </w:p>
    <w:p w:rsidR="00E00D30" w:rsidRDefault="00E00D30" w:rsidP="00E00D30">
      <w:r>
        <w:lastRenderedPageBreak/>
        <w:t>297.1913</w:t>
      </w:r>
      <w:r>
        <w:tab/>
        <w:t>4.051e0</w:t>
      </w:r>
    </w:p>
    <w:p w:rsidR="00E00D30" w:rsidRDefault="00E00D30" w:rsidP="00E00D30">
      <w:r>
        <w:t>297.2044</w:t>
      </w:r>
      <w:r>
        <w:tab/>
        <w:t>1.013e0</w:t>
      </w:r>
    </w:p>
    <w:p w:rsidR="00E00D30" w:rsidRDefault="00E00D30" w:rsidP="00E00D30">
      <w:r>
        <w:t>297.2088</w:t>
      </w:r>
      <w:r>
        <w:tab/>
        <w:t>1.013e0</w:t>
      </w:r>
    </w:p>
    <w:p w:rsidR="00E00D30" w:rsidRDefault="00E00D30" w:rsidP="00E00D30">
      <w:r>
        <w:t>297.2302</w:t>
      </w:r>
      <w:r>
        <w:tab/>
        <w:t>2.025e0</w:t>
      </w:r>
    </w:p>
    <w:p w:rsidR="00E00D30" w:rsidRDefault="00E00D30" w:rsidP="00E00D30">
      <w:r>
        <w:t>297.2328</w:t>
      </w:r>
      <w:r>
        <w:tab/>
        <w:t>3.038e0</w:t>
      </w:r>
    </w:p>
    <w:p w:rsidR="00E00D30" w:rsidRDefault="00E00D30" w:rsidP="00E00D30">
      <w:r>
        <w:t>297.2362</w:t>
      </w:r>
      <w:r>
        <w:tab/>
        <w:t>1.013e0</w:t>
      </w:r>
    </w:p>
    <w:p w:rsidR="00E00D30" w:rsidRDefault="00E00D30" w:rsidP="00E00D30">
      <w:r>
        <w:t>297.2409</w:t>
      </w:r>
      <w:r>
        <w:tab/>
        <w:t>1.013e0</w:t>
      </w:r>
    </w:p>
    <w:p w:rsidR="00E00D30" w:rsidRDefault="00E00D30" w:rsidP="00E00D30">
      <w:r>
        <w:t>297.2460</w:t>
      </w:r>
      <w:r>
        <w:tab/>
        <w:t>1.013e0</w:t>
      </w:r>
    </w:p>
    <w:p w:rsidR="00E00D30" w:rsidRDefault="00E00D30" w:rsidP="00E00D30">
      <w:r>
        <w:t>297.2786</w:t>
      </w:r>
      <w:r>
        <w:tab/>
        <w:t>2.025e0</w:t>
      </w:r>
    </w:p>
    <w:p w:rsidR="00E00D30" w:rsidRDefault="00E00D30" w:rsidP="00E00D30">
      <w:r>
        <w:t>297.2878</w:t>
      </w:r>
      <w:r>
        <w:tab/>
        <w:t>1.013e0</w:t>
      </w:r>
    </w:p>
    <w:p w:rsidR="00E00D30" w:rsidRDefault="00E00D30" w:rsidP="00E00D30">
      <w:r>
        <w:t>297.2918</w:t>
      </w:r>
      <w:r>
        <w:tab/>
        <w:t>3.038e0</w:t>
      </w:r>
    </w:p>
    <w:p w:rsidR="00E00D30" w:rsidRDefault="00E00D30" w:rsidP="00E00D30">
      <w:r>
        <w:t>297.2942</w:t>
      </w:r>
      <w:r>
        <w:tab/>
        <w:t>2.025e0</w:t>
      </w:r>
    </w:p>
    <w:p w:rsidR="00E00D30" w:rsidRDefault="00E00D30" w:rsidP="00E00D30">
      <w:r>
        <w:t>297.3010</w:t>
      </w:r>
      <w:r>
        <w:tab/>
        <w:t>3.038e0</w:t>
      </w:r>
    </w:p>
    <w:p w:rsidR="00E00D30" w:rsidRDefault="00E00D30" w:rsidP="00E00D30">
      <w:r>
        <w:t>297.3326</w:t>
      </w:r>
      <w:r>
        <w:tab/>
        <w:t>1.013e0</w:t>
      </w:r>
    </w:p>
    <w:p w:rsidR="00E00D30" w:rsidRDefault="00E00D30" w:rsidP="00E00D30">
      <w:r>
        <w:t>297.4067</w:t>
      </w:r>
      <w:r>
        <w:tab/>
        <w:t>1.013e0</w:t>
      </w:r>
    </w:p>
    <w:p w:rsidR="00E00D30" w:rsidRDefault="00E00D30" w:rsidP="00E00D30">
      <w:r>
        <w:t>297.4193</w:t>
      </w:r>
      <w:r>
        <w:tab/>
        <w:t>1.013e0</w:t>
      </w:r>
    </w:p>
    <w:p w:rsidR="00E00D30" w:rsidRDefault="00E00D30" w:rsidP="00E00D30">
      <w:r>
        <w:t>297.4348</w:t>
      </w:r>
      <w:r>
        <w:tab/>
        <w:t>1.013e0</w:t>
      </w:r>
    </w:p>
    <w:p w:rsidR="00E00D30" w:rsidRDefault="00E00D30" w:rsidP="00E00D30">
      <w:r>
        <w:t>297.4432</w:t>
      </w:r>
      <w:r>
        <w:tab/>
        <w:t>1.013e0</w:t>
      </w:r>
    </w:p>
    <w:p w:rsidR="00E00D30" w:rsidRDefault="00E00D30" w:rsidP="00E00D30">
      <w:r>
        <w:t>297.4746</w:t>
      </w:r>
      <w:r>
        <w:tab/>
        <w:t>2.025e0</w:t>
      </w:r>
    </w:p>
    <w:p w:rsidR="00E00D30" w:rsidRDefault="00E00D30" w:rsidP="00E00D30">
      <w:r>
        <w:lastRenderedPageBreak/>
        <w:t>297.4767</w:t>
      </w:r>
      <w:r>
        <w:tab/>
        <w:t>2.025e0</w:t>
      </w:r>
    </w:p>
    <w:p w:rsidR="00E00D30" w:rsidRDefault="00E00D30" w:rsidP="00E00D30">
      <w:r>
        <w:t>297.5024</w:t>
      </w:r>
      <w:r>
        <w:tab/>
        <w:t>2.025e0</w:t>
      </w:r>
    </w:p>
    <w:p w:rsidR="00E00D30" w:rsidRDefault="00E00D30" w:rsidP="00E00D30">
      <w:r>
        <w:t>297.5220</w:t>
      </w:r>
      <w:r>
        <w:tab/>
        <w:t>1.013e0</w:t>
      </w:r>
    </w:p>
    <w:p w:rsidR="00E00D30" w:rsidRDefault="00E00D30" w:rsidP="00E00D30">
      <w:r>
        <w:t>297.5341</w:t>
      </w:r>
      <w:r>
        <w:tab/>
        <w:t>1.013e0</w:t>
      </w:r>
    </w:p>
    <w:p w:rsidR="00E00D30" w:rsidRDefault="00E00D30" w:rsidP="00E00D30">
      <w:r>
        <w:t>297.5439</w:t>
      </w:r>
      <w:r>
        <w:tab/>
        <w:t>2.025e0</w:t>
      </w:r>
    </w:p>
    <w:p w:rsidR="00E00D30" w:rsidRDefault="00E00D30" w:rsidP="00E00D30">
      <w:r>
        <w:t>297.5537</w:t>
      </w:r>
      <w:r>
        <w:tab/>
        <w:t>1.013e0</w:t>
      </w:r>
    </w:p>
    <w:p w:rsidR="00E00D30" w:rsidRDefault="00E00D30" w:rsidP="00E00D30">
      <w:r>
        <w:t>297.5577</w:t>
      </w:r>
      <w:r>
        <w:tab/>
        <w:t>1.013e0</w:t>
      </w:r>
    </w:p>
    <w:p w:rsidR="00E00D30" w:rsidRDefault="00E00D30" w:rsidP="00E00D30">
      <w:r>
        <w:t>297.5658</w:t>
      </w:r>
      <w:r>
        <w:tab/>
        <w:t>2.025e0</w:t>
      </w:r>
    </w:p>
    <w:p w:rsidR="00E00D30" w:rsidRDefault="00E00D30" w:rsidP="00E00D30">
      <w:r>
        <w:t>297.5992</w:t>
      </w:r>
      <w:r>
        <w:tab/>
        <w:t>3.038e0</w:t>
      </w:r>
    </w:p>
    <w:p w:rsidR="00E00D30" w:rsidRDefault="00E00D30" w:rsidP="00E00D30">
      <w:r>
        <w:t>297.6012</w:t>
      </w:r>
      <w:r>
        <w:tab/>
        <w:t>2.025e0</w:t>
      </w:r>
    </w:p>
    <w:p w:rsidR="00E00D30" w:rsidRDefault="00E00D30" w:rsidP="00E00D30">
      <w:r>
        <w:t>297.6061</w:t>
      </w:r>
      <w:r>
        <w:tab/>
        <w:t>3.038e0</w:t>
      </w:r>
    </w:p>
    <w:p w:rsidR="00E00D30" w:rsidRDefault="00E00D30" w:rsidP="00E00D30">
      <w:r>
        <w:t>297.6149</w:t>
      </w:r>
      <w:r>
        <w:tab/>
        <w:t>4.051e0</w:t>
      </w:r>
    </w:p>
    <w:p w:rsidR="00E00D30" w:rsidRDefault="00E00D30" w:rsidP="00E00D30">
      <w:r>
        <w:t>297.6168</w:t>
      </w:r>
      <w:r>
        <w:tab/>
        <w:t>6.076e0</w:t>
      </w:r>
    </w:p>
    <w:p w:rsidR="00E00D30" w:rsidRDefault="00E00D30" w:rsidP="00E00D30">
      <w:r>
        <w:t>297.6214</w:t>
      </w:r>
      <w:r>
        <w:tab/>
        <w:t>4.051e0</w:t>
      </w:r>
    </w:p>
    <w:p w:rsidR="00E00D30" w:rsidRDefault="00E00D30" w:rsidP="00E00D30">
      <w:r>
        <w:t>297.6402</w:t>
      </w:r>
      <w:r>
        <w:tab/>
        <w:t>2.025e0</w:t>
      </w:r>
    </w:p>
    <w:p w:rsidR="00E00D30" w:rsidRDefault="00E00D30" w:rsidP="00E00D30">
      <w:r>
        <w:t>297.6502</w:t>
      </w:r>
      <w:r>
        <w:tab/>
        <w:t>2.025e0</w:t>
      </w:r>
    </w:p>
    <w:p w:rsidR="00E00D30" w:rsidRDefault="00E00D30" w:rsidP="00E00D30">
      <w:r>
        <w:t>297.6535</w:t>
      </w:r>
      <w:r>
        <w:tab/>
        <w:t>4.051e0</w:t>
      </w:r>
    </w:p>
    <w:p w:rsidR="00E00D30" w:rsidRDefault="00E00D30" w:rsidP="00E00D30">
      <w:r>
        <w:t>297.6633</w:t>
      </w:r>
      <w:r>
        <w:tab/>
        <w:t>1.013e0</w:t>
      </w:r>
    </w:p>
    <w:p w:rsidR="00E00D30" w:rsidRDefault="00E00D30" w:rsidP="00E00D30">
      <w:r>
        <w:t>297.6734</w:t>
      </w:r>
      <w:r>
        <w:tab/>
        <w:t>1.013e0</w:t>
      </w:r>
    </w:p>
    <w:p w:rsidR="00E00D30" w:rsidRDefault="00E00D30" w:rsidP="00E00D30">
      <w:r>
        <w:lastRenderedPageBreak/>
        <w:t>297.6810</w:t>
      </w:r>
      <w:r>
        <w:tab/>
        <w:t>3.038e0</w:t>
      </w:r>
    </w:p>
    <w:p w:rsidR="00E00D30" w:rsidRDefault="00E00D30" w:rsidP="00E00D30">
      <w:r>
        <w:t>297.7051</w:t>
      </w:r>
      <w:r>
        <w:tab/>
        <w:t>1.013e0</w:t>
      </w:r>
    </w:p>
    <w:p w:rsidR="00E00D30" w:rsidRDefault="00E00D30" w:rsidP="00E00D30">
      <w:r>
        <w:t>297.7179</w:t>
      </w:r>
      <w:r>
        <w:tab/>
        <w:t>1.013e0</w:t>
      </w:r>
    </w:p>
    <w:p w:rsidR="00E00D30" w:rsidRDefault="00E00D30" w:rsidP="00E00D30">
      <w:r>
        <w:t>297.7206</w:t>
      </w:r>
      <w:r>
        <w:tab/>
        <w:t>2.025e0</w:t>
      </w:r>
    </w:p>
    <w:p w:rsidR="00E00D30" w:rsidRDefault="00E00D30" w:rsidP="00E00D30">
      <w:r>
        <w:t>297.7347</w:t>
      </w:r>
      <w:r>
        <w:tab/>
        <w:t>2.025e0</w:t>
      </w:r>
    </w:p>
    <w:p w:rsidR="00E00D30" w:rsidRDefault="00E00D30" w:rsidP="00E00D30">
      <w:r>
        <w:t>297.7922</w:t>
      </w:r>
      <w:r>
        <w:tab/>
        <w:t>1.013e0</w:t>
      </w:r>
    </w:p>
    <w:p w:rsidR="00E00D30" w:rsidRDefault="00E00D30" w:rsidP="00E00D30">
      <w:r>
        <w:t>297.8152</w:t>
      </w:r>
      <w:r>
        <w:tab/>
        <w:t>1.013e0</w:t>
      </w:r>
    </w:p>
    <w:p w:rsidR="00E00D30" w:rsidRDefault="00E00D30" w:rsidP="00E00D30">
      <w:r>
        <w:t>297.8204</w:t>
      </w:r>
      <w:r>
        <w:tab/>
        <w:t>1.013e0</w:t>
      </w:r>
    </w:p>
    <w:p w:rsidR="00E00D30" w:rsidRDefault="00E00D30" w:rsidP="00E00D30">
      <w:r>
        <w:t>297.8320</w:t>
      </w:r>
      <w:r>
        <w:tab/>
        <w:t>1.013e0</w:t>
      </w:r>
    </w:p>
    <w:p w:rsidR="00E00D30" w:rsidRDefault="00E00D30" w:rsidP="00E00D30">
      <w:r>
        <w:t>297.8475</w:t>
      </w:r>
      <w:r>
        <w:tab/>
        <w:t>1.013e0</w:t>
      </w:r>
    </w:p>
    <w:p w:rsidR="00E00D30" w:rsidRDefault="00E00D30" w:rsidP="00E00D30">
      <w:r>
        <w:t>297.8562</w:t>
      </w:r>
      <w:r>
        <w:tab/>
        <w:t>2.025e0</w:t>
      </w:r>
    </w:p>
    <w:p w:rsidR="00E00D30" w:rsidRDefault="00E00D30" w:rsidP="00E00D30">
      <w:r>
        <w:t>297.8597</w:t>
      </w:r>
      <w:r>
        <w:tab/>
        <w:t>1.013e0</w:t>
      </w:r>
    </w:p>
    <w:p w:rsidR="00E00D30" w:rsidRDefault="00E00D30" w:rsidP="00E00D30">
      <w:r>
        <w:t>297.8796</w:t>
      </w:r>
      <w:r>
        <w:tab/>
        <w:t>1.013e0</w:t>
      </w:r>
    </w:p>
    <w:p w:rsidR="00E00D30" w:rsidRDefault="00E00D30" w:rsidP="00E00D30">
      <w:r>
        <w:t>297.8909</w:t>
      </w:r>
      <w:r>
        <w:tab/>
        <w:t>2.025e0</w:t>
      </w:r>
    </w:p>
    <w:p w:rsidR="00E00D30" w:rsidRDefault="00E00D30" w:rsidP="00E00D30">
      <w:r>
        <w:t>297.9076</w:t>
      </w:r>
      <w:r>
        <w:tab/>
        <w:t>2.025e0</w:t>
      </w:r>
    </w:p>
    <w:p w:rsidR="00E00D30" w:rsidRDefault="00E00D30" w:rsidP="00E00D30">
      <w:r>
        <w:t>297.9154</w:t>
      </w:r>
      <w:r>
        <w:tab/>
        <w:t>1.013e0</w:t>
      </w:r>
    </w:p>
    <w:p w:rsidR="00E00D30" w:rsidRDefault="00E00D30" w:rsidP="00E00D30">
      <w:r>
        <w:t>297.9194</w:t>
      </w:r>
      <w:r>
        <w:tab/>
        <w:t>1.013e0</w:t>
      </w:r>
    </w:p>
    <w:p w:rsidR="00E00D30" w:rsidRDefault="00E00D30" w:rsidP="00E00D30">
      <w:r>
        <w:t>297.9430</w:t>
      </w:r>
      <w:r>
        <w:tab/>
        <w:t>1.013e0</w:t>
      </w:r>
    </w:p>
    <w:p w:rsidR="00E00D30" w:rsidRDefault="00E00D30" w:rsidP="00E00D30">
      <w:r>
        <w:t>297.9510</w:t>
      </w:r>
      <w:r>
        <w:tab/>
        <w:t>1.013e0</w:t>
      </w:r>
    </w:p>
    <w:p w:rsidR="00E00D30" w:rsidRDefault="00E00D30" w:rsidP="00E00D30">
      <w:r>
        <w:lastRenderedPageBreak/>
        <w:t>297.9591</w:t>
      </w:r>
      <w:r>
        <w:tab/>
        <w:t>2.025e0</w:t>
      </w:r>
    </w:p>
    <w:p w:rsidR="00E00D30" w:rsidRDefault="00E00D30" w:rsidP="00E00D30">
      <w:r>
        <w:t>297.9789</w:t>
      </w:r>
      <w:r>
        <w:tab/>
        <w:t>1.013e0</w:t>
      </w:r>
    </w:p>
    <w:p w:rsidR="00E00D30" w:rsidRDefault="00E00D30" w:rsidP="00E00D30">
      <w:r>
        <w:t>297.9832</w:t>
      </w:r>
      <w:r>
        <w:tab/>
        <w:t>1.013e0</w:t>
      </w:r>
    </w:p>
    <w:p w:rsidR="00E00D30" w:rsidRDefault="00E00D30" w:rsidP="00E00D30">
      <w:r>
        <w:t>297.9888</w:t>
      </w:r>
      <w:r>
        <w:tab/>
        <w:t>1.013e0</w:t>
      </w:r>
    </w:p>
    <w:p w:rsidR="00E00D30" w:rsidRDefault="00E00D30" w:rsidP="00E00D30">
      <w:r>
        <w:t>297.9946</w:t>
      </w:r>
      <w:r>
        <w:tab/>
        <w:t>1.013e0</w:t>
      </w:r>
    </w:p>
    <w:p w:rsidR="00E00D30" w:rsidRDefault="00E00D30" w:rsidP="00E00D30">
      <w:r>
        <w:t>298.0031</w:t>
      </w:r>
      <w:r>
        <w:tab/>
        <w:t>1.013e0</w:t>
      </w:r>
    </w:p>
    <w:p w:rsidR="00E00D30" w:rsidRDefault="00E00D30" w:rsidP="00E00D30">
      <w:r>
        <w:t>298.0103</w:t>
      </w:r>
      <w:r>
        <w:tab/>
        <w:t>2.025e0</w:t>
      </w:r>
    </w:p>
    <w:p w:rsidR="00E00D30" w:rsidRDefault="00E00D30" w:rsidP="00E00D30">
      <w:r>
        <w:t>298.0207</w:t>
      </w:r>
      <w:r>
        <w:tab/>
        <w:t>2.025e0</w:t>
      </w:r>
    </w:p>
    <w:p w:rsidR="00E00D30" w:rsidRDefault="00E00D30" w:rsidP="00E00D30">
      <w:r>
        <w:t>298.0304</w:t>
      </w:r>
      <w:r>
        <w:tab/>
        <w:t>2.025e0</w:t>
      </w:r>
    </w:p>
    <w:p w:rsidR="00E00D30" w:rsidRDefault="00E00D30" w:rsidP="00E00D30">
      <w:r>
        <w:t>298.0346</w:t>
      </w:r>
      <w:r>
        <w:tab/>
        <w:t>1.013e0</w:t>
      </w:r>
    </w:p>
    <w:p w:rsidR="00E00D30" w:rsidRDefault="00E00D30" w:rsidP="00E00D30">
      <w:r>
        <w:t>298.0435</w:t>
      </w:r>
      <w:r>
        <w:tab/>
        <w:t>1.013e0</w:t>
      </w:r>
    </w:p>
    <w:p w:rsidR="00E00D30" w:rsidRDefault="00E00D30" w:rsidP="00E00D30">
      <w:r>
        <w:t>298.0644</w:t>
      </w:r>
      <w:r>
        <w:tab/>
        <w:t>2.025e0</w:t>
      </w:r>
    </w:p>
    <w:p w:rsidR="00E00D30" w:rsidRDefault="00E00D30" w:rsidP="00E00D30">
      <w:r>
        <w:t>298.0728</w:t>
      </w:r>
      <w:r>
        <w:tab/>
        <w:t>2.025e0</w:t>
      </w:r>
    </w:p>
    <w:p w:rsidR="00E00D30" w:rsidRDefault="00E00D30" w:rsidP="00E00D30">
      <w:r>
        <w:t>298.0746</w:t>
      </w:r>
      <w:r>
        <w:tab/>
        <w:t>2.025e0</w:t>
      </w:r>
    </w:p>
    <w:p w:rsidR="00E00D30" w:rsidRDefault="00E00D30" w:rsidP="00E00D30">
      <w:r>
        <w:t>298.0775</w:t>
      </w:r>
      <w:r>
        <w:tab/>
        <w:t>3.038e0</w:t>
      </w:r>
    </w:p>
    <w:p w:rsidR="00E00D30" w:rsidRDefault="00E00D30" w:rsidP="00E00D30">
      <w:r>
        <w:t>298.1022</w:t>
      </w:r>
      <w:r>
        <w:tab/>
        <w:t>2.025e0</w:t>
      </w:r>
    </w:p>
    <w:p w:rsidR="00E00D30" w:rsidRDefault="00E00D30" w:rsidP="00E00D30">
      <w:r>
        <w:t>298.1056</w:t>
      </w:r>
      <w:r>
        <w:tab/>
        <w:t>2.025e0</w:t>
      </w:r>
    </w:p>
    <w:p w:rsidR="00E00D30" w:rsidRDefault="00E00D30" w:rsidP="00E00D30">
      <w:r>
        <w:t>298.1081</w:t>
      </w:r>
      <w:r>
        <w:tab/>
        <w:t>3.038e0</w:t>
      </w:r>
    </w:p>
    <w:p w:rsidR="00E00D30" w:rsidRDefault="00E00D30" w:rsidP="00E00D30">
      <w:r>
        <w:t>298.1133</w:t>
      </w:r>
      <w:r>
        <w:tab/>
        <w:t>7.147e0</w:t>
      </w:r>
    </w:p>
    <w:p w:rsidR="00E00D30" w:rsidRDefault="00E00D30" w:rsidP="00E00D30">
      <w:r>
        <w:lastRenderedPageBreak/>
        <w:t>298.1408</w:t>
      </w:r>
      <w:r>
        <w:tab/>
        <w:t>1.013e0</w:t>
      </w:r>
    </w:p>
    <w:p w:rsidR="00E00D30" w:rsidRDefault="00E00D30" w:rsidP="00E00D30">
      <w:r>
        <w:t>298.1496</w:t>
      </w:r>
      <w:r>
        <w:tab/>
        <w:t>1.013e0</w:t>
      </w:r>
    </w:p>
    <w:p w:rsidR="00E00D30" w:rsidRDefault="00E00D30" w:rsidP="00E00D30">
      <w:r>
        <w:t>298.1542</w:t>
      </w:r>
      <w:r>
        <w:tab/>
        <w:t>1.013e0</w:t>
      </w:r>
    </w:p>
    <w:p w:rsidR="00E00D30" w:rsidRDefault="00E00D30" w:rsidP="00E00D30">
      <w:r>
        <w:t>298.1586</w:t>
      </w:r>
      <w:r>
        <w:tab/>
        <w:t>2.025e0</w:t>
      </w:r>
    </w:p>
    <w:p w:rsidR="00E00D30" w:rsidRDefault="00E00D30" w:rsidP="00E00D30">
      <w:r>
        <w:t>298.1675</w:t>
      </w:r>
      <w:r>
        <w:tab/>
        <w:t>2.025e0</w:t>
      </w:r>
    </w:p>
    <w:p w:rsidR="00E00D30" w:rsidRDefault="00E00D30" w:rsidP="00E00D30">
      <w:r>
        <w:t>298.1755</w:t>
      </w:r>
      <w:r>
        <w:tab/>
        <w:t>2.025e0</w:t>
      </w:r>
    </w:p>
    <w:p w:rsidR="00E00D30" w:rsidRDefault="00E00D30" w:rsidP="00E00D30">
      <w:r>
        <w:t>298.1895</w:t>
      </w:r>
      <w:r>
        <w:tab/>
        <w:t>2.025e0</w:t>
      </w:r>
    </w:p>
    <w:p w:rsidR="00E00D30" w:rsidRDefault="00E00D30" w:rsidP="00E00D30">
      <w:r>
        <w:t>298.1951</w:t>
      </w:r>
      <w:r>
        <w:tab/>
        <w:t>1.013e0</w:t>
      </w:r>
    </w:p>
    <w:p w:rsidR="00E00D30" w:rsidRDefault="00E00D30" w:rsidP="00E00D30">
      <w:r>
        <w:t>298.2097</w:t>
      </w:r>
      <w:r>
        <w:tab/>
        <w:t>5.063e0</w:t>
      </w:r>
    </w:p>
    <w:p w:rsidR="00E00D30" w:rsidRDefault="00E00D30" w:rsidP="00E00D30">
      <w:r>
        <w:t>298.2223</w:t>
      </w:r>
      <w:r>
        <w:tab/>
        <w:t>1.013e0</w:t>
      </w:r>
    </w:p>
    <w:p w:rsidR="00E00D30" w:rsidRDefault="00E00D30" w:rsidP="00E00D30">
      <w:r>
        <w:t>298.2370</w:t>
      </w:r>
      <w:r>
        <w:tab/>
        <w:t>2.025e0</w:t>
      </w:r>
    </w:p>
    <w:p w:rsidR="00E00D30" w:rsidRDefault="00E00D30" w:rsidP="00E00D30">
      <w:r>
        <w:t>298.2452</w:t>
      </w:r>
      <w:r>
        <w:tab/>
        <w:t>2.025e0</w:t>
      </w:r>
    </w:p>
    <w:p w:rsidR="00E00D30" w:rsidRDefault="00E00D30" w:rsidP="00E00D30">
      <w:r>
        <w:t>298.2552</w:t>
      </w:r>
      <w:r>
        <w:tab/>
        <w:t>1.013e0</w:t>
      </w:r>
    </w:p>
    <w:p w:rsidR="00E00D30" w:rsidRDefault="00E00D30" w:rsidP="00E00D30">
      <w:r>
        <w:t>298.2639</w:t>
      </w:r>
      <w:r>
        <w:tab/>
        <w:t>3.038e0</w:t>
      </w:r>
    </w:p>
    <w:p w:rsidR="00E00D30" w:rsidRDefault="00E00D30" w:rsidP="00E00D30">
      <w:r>
        <w:t>298.2650</w:t>
      </w:r>
      <w:r>
        <w:tab/>
        <w:t>1.013e0</w:t>
      </w:r>
    </w:p>
    <w:p w:rsidR="00E00D30" w:rsidRDefault="00E00D30" w:rsidP="00E00D30">
      <w:r>
        <w:t>298.2690</w:t>
      </w:r>
      <w:r>
        <w:tab/>
        <w:t>2.025e0</w:t>
      </w:r>
    </w:p>
    <w:p w:rsidR="00E00D30" w:rsidRDefault="00E00D30" w:rsidP="00E00D30">
      <w:r>
        <w:t>298.2951</w:t>
      </w:r>
      <w:r>
        <w:tab/>
        <w:t>2.025e0</w:t>
      </w:r>
    </w:p>
    <w:p w:rsidR="00E00D30" w:rsidRDefault="00E00D30" w:rsidP="00E00D30">
      <w:r>
        <w:t>298.3007</w:t>
      </w:r>
      <w:r>
        <w:tab/>
        <w:t>2.025e0</w:t>
      </w:r>
    </w:p>
    <w:p w:rsidR="00E00D30" w:rsidRDefault="00E00D30" w:rsidP="00E00D30">
      <w:r>
        <w:t>298.3608</w:t>
      </w:r>
      <w:r>
        <w:tab/>
        <w:t>1.013e0</w:t>
      </w:r>
    </w:p>
    <w:p w:rsidR="00E00D30" w:rsidRDefault="00E00D30" w:rsidP="00E00D30">
      <w:r>
        <w:lastRenderedPageBreak/>
        <w:t>298.3880</w:t>
      </w:r>
      <w:r>
        <w:tab/>
        <w:t>1.013e0</w:t>
      </w:r>
    </w:p>
    <w:p w:rsidR="00E00D30" w:rsidRDefault="00E00D30" w:rsidP="00E00D30">
      <w:r>
        <w:t>298.4014</w:t>
      </w:r>
      <w:r>
        <w:tab/>
        <w:t>1.013e0</w:t>
      </w:r>
    </w:p>
    <w:p w:rsidR="00E00D30" w:rsidRDefault="00E00D30" w:rsidP="00E00D30">
      <w:r>
        <w:t>298.4120</w:t>
      </w:r>
      <w:r>
        <w:tab/>
        <w:t>1.013e0</w:t>
      </w:r>
    </w:p>
    <w:p w:rsidR="00E00D30" w:rsidRDefault="00E00D30" w:rsidP="00E00D30">
      <w:r>
        <w:t>298.4268</w:t>
      </w:r>
      <w:r>
        <w:tab/>
        <w:t>2.025e0</w:t>
      </w:r>
    </w:p>
    <w:p w:rsidR="00E00D30" w:rsidRDefault="00E00D30" w:rsidP="00E00D30">
      <w:r>
        <w:t>298.4396</w:t>
      </w:r>
      <w:r>
        <w:tab/>
        <w:t>1.013e0</w:t>
      </w:r>
    </w:p>
    <w:p w:rsidR="00E00D30" w:rsidRDefault="00E00D30" w:rsidP="00E00D30">
      <w:r>
        <w:t>298.4668</w:t>
      </w:r>
      <w:r>
        <w:tab/>
        <w:t>1.013e0</w:t>
      </w:r>
    </w:p>
    <w:p w:rsidR="00E00D30" w:rsidRDefault="00E00D30" w:rsidP="00E00D30">
      <w:r>
        <w:t>298.4801</w:t>
      </w:r>
      <w:r>
        <w:tab/>
        <w:t>1.013e0</w:t>
      </w:r>
    </w:p>
    <w:p w:rsidR="00E00D30" w:rsidRDefault="00E00D30" w:rsidP="00E00D30">
      <w:r>
        <w:t>298.4889</w:t>
      </w:r>
      <w:r>
        <w:tab/>
        <w:t>1.013e0</w:t>
      </w:r>
    </w:p>
    <w:p w:rsidR="00E00D30" w:rsidRDefault="00E00D30" w:rsidP="00E00D30">
      <w:r>
        <w:t>298.5032</w:t>
      </w:r>
      <w:r>
        <w:tab/>
        <w:t>1.013e0</w:t>
      </w:r>
    </w:p>
    <w:p w:rsidR="00E00D30" w:rsidRDefault="00E00D30" w:rsidP="00E00D30">
      <w:r>
        <w:t>298.5212</w:t>
      </w:r>
      <w:r>
        <w:tab/>
        <w:t>2.025e0</w:t>
      </w:r>
    </w:p>
    <w:p w:rsidR="00E00D30" w:rsidRDefault="00E00D30" w:rsidP="00E00D30">
      <w:r>
        <w:t>298.5316</w:t>
      </w:r>
      <w:r>
        <w:tab/>
        <w:t>1.013e0</w:t>
      </w:r>
    </w:p>
    <w:p w:rsidR="00E00D30" w:rsidRDefault="00E00D30" w:rsidP="00E00D30">
      <w:r>
        <w:t>298.5592</w:t>
      </w:r>
      <w:r>
        <w:tab/>
        <w:t>2.025e0</w:t>
      </w:r>
    </w:p>
    <w:p w:rsidR="00E00D30" w:rsidRDefault="00E00D30" w:rsidP="00E00D30">
      <w:r>
        <w:t>298.5715</w:t>
      </w:r>
      <w:r>
        <w:tab/>
        <w:t>1.013e0</w:t>
      </w:r>
    </w:p>
    <w:p w:rsidR="00E00D30" w:rsidRDefault="00E00D30" w:rsidP="00E00D30">
      <w:r>
        <w:t>298.5750</w:t>
      </w:r>
      <w:r>
        <w:tab/>
        <w:t>2.025e0</w:t>
      </w:r>
    </w:p>
    <w:p w:rsidR="00E00D30" w:rsidRDefault="00E00D30" w:rsidP="00E00D30">
      <w:r>
        <w:t>298.5948</w:t>
      </w:r>
      <w:r>
        <w:tab/>
        <w:t>1.013e0</w:t>
      </w:r>
    </w:p>
    <w:p w:rsidR="00E00D30" w:rsidRDefault="00E00D30" w:rsidP="00E00D30">
      <w:r>
        <w:t>298.6134</w:t>
      </w:r>
      <w:r>
        <w:tab/>
        <w:t>1.013e0</w:t>
      </w:r>
    </w:p>
    <w:p w:rsidR="00E00D30" w:rsidRDefault="00E00D30" w:rsidP="00E00D30">
      <w:r>
        <w:t>298.6545</w:t>
      </w:r>
      <w:r>
        <w:tab/>
        <w:t>1.013e0</w:t>
      </w:r>
    </w:p>
    <w:p w:rsidR="00E00D30" w:rsidRDefault="00E00D30" w:rsidP="00E00D30">
      <w:r>
        <w:t>298.6586</w:t>
      </w:r>
      <w:r>
        <w:tab/>
        <w:t>1.013e0</w:t>
      </w:r>
    </w:p>
    <w:p w:rsidR="00E00D30" w:rsidRDefault="00E00D30" w:rsidP="00E00D30">
      <w:r>
        <w:t>298.6901</w:t>
      </w:r>
      <w:r>
        <w:tab/>
        <w:t>1.013e0</w:t>
      </w:r>
    </w:p>
    <w:p w:rsidR="00E00D30" w:rsidRDefault="00E00D30" w:rsidP="00E00D30">
      <w:r>
        <w:lastRenderedPageBreak/>
        <w:t>298.7062</w:t>
      </w:r>
      <w:r>
        <w:tab/>
        <w:t>2.025e0</w:t>
      </w:r>
    </w:p>
    <w:p w:rsidR="00E00D30" w:rsidRDefault="00E00D30" w:rsidP="00E00D30">
      <w:r>
        <w:t>298.7278</w:t>
      </w:r>
      <w:r>
        <w:tab/>
        <w:t>1.013e0</w:t>
      </w:r>
    </w:p>
    <w:p w:rsidR="00E00D30" w:rsidRDefault="00E00D30" w:rsidP="00E00D30">
      <w:r>
        <w:t>298.7332</w:t>
      </w:r>
      <w:r>
        <w:tab/>
        <w:t>1.013e0</w:t>
      </w:r>
    </w:p>
    <w:p w:rsidR="00E00D30" w:rsidRDefault="00E00D30" w:rsidP="00E00D30">
      <w:r>
        <w:t>298.7379</w:t>
      </w:r>
      <w:r>
        <w:tab/>
        <w:t>1.013e0</w:t>
      </w:r>
    </w:p>
    <w:p w:rsidR="00E00D30" w:rsidRDefault="00E00D30" w:rsidP="00E00D30">
      <w:r>
        <w:t>298.7556</w:t>
      </w:r>
      <w:r>
        <w:tab/>
        <w:t>3.038e0</w:t>
      </w:r>
    </w:p>
    <w:p w:rsidR="00E00D30" w:rsidRDefault="00E00D30" w:rsidP="00E00D30">
      <w:r>
        <w:t>298.7660</w:t>
      </w:r>
      <w:r>
        <w:tab/>
        <w:t>2.025e0</w:t>
      </w:r>
    </w:p>
    <w:p w:rsidR="00E00D30" w:rsidRDefault="00E00D30" w:rsidP="00E00D30">
      <w:r>
        <w:t>298.7738</w:t>
      </w:r>
      <w:r>
        <w:tab/>
        <w:t>1.013e0</w:t>
      </w:r>
    </w:p>
    <w:p w:rsidR="00E00D30" w:rsidRDefault="00E00D30" w:rsidP="00E00D30">
      <w:r>
        <w:t>298.7877</w:t>
      </w:r>
      <w:r>
        <w:tab/>
        <w:t>1.013e0</w:t>
      </w:r>
    </w:p>
    <w:p w:rsidR="00E00D30" w:rsidRDefault="00E00D30" w:rsidP="00E00D30">
      <w:r>
        <w:t>298.8056</w:t>
      </w:r>
      <w:r>
        <w:tab/>
        <w:t>1.013e0</w:t>
      </w:r>
    </w:p>
    <w:p w:rsidR="00E00D30" w:rsidRDefault="00E00D30" w:rsidP="00E00D30">
      <w:r>
        <w:t>298.8263</w:t>
      </w:r>
      <w:r>
        <w:tab/>
        <w:t>2.025e0</w:t>
      </w:r>
    </w:p>
    <w:p w:rsidR="00E00D30" w:rsidRDefault="00E00D30" w:rsidP="00E00D30">
      <w:r>
        <w:t>298.8314</w:t>
      </w:r>
      <w:r>
        <w:tab/>
        <w:t>2.025e0</w:t>
      </w:r>
    </w:p>
    <w:p w:rsidR="00E00D30" w:rsidRDefault="00E00D30" w:rsidP="00E00D30">
      <w:r>
        <w:t>298.8334</w:t>
      </w:r>
      <w:r>
        <w:tab/>
        <w:t>1.013e0</w:t>
      </w:r>
    </w:p>
    <w:p w:rsidR="00E00D30" w:rsidRDefault="00E00D30" w:rsidP="00E00D30">
      <w:r>
        <w:t>298.8693</w:t>
      </w:r>
      <w:r>
        <w:tab/>
        <w:t>1.013e0</w:t>
      </w:r>
    </w:p>
    <w:p w:rsidR="00E00D30" w:rsidRDefault="00E00D30" w:rsidP="00E00D30">
      <w:r>
        <w:t>298.8793</w:t>
      </w:r>
      <w:r>
        <w:tab/>
        <w:t>2.025e0</w:t>
      </w:r>
    </w:p>
    <w:p w:rsidR="00E00D30" w:rsidRDefault="00E00D30" w:rsidP="00E00D30">
      <w:r>
        <w:t>298.8888</w:t>
      </w:r>
      <w:r>
        <w:tab/>
        <w:t>1.013e0</w:t>
      </w:r>
    </w:p>
    <w:p w:rsidR="00E00D30" w:rsidRDefault="00E00D30" w:rsidP="00E00D30">
      <w:r>
        <w:t>298.8939</w:t>
      </w:r>
      <w:r>
        <w:tab/>
        <w:t>4.051e0</w:t>
      </w:r>
    </w:p>
    <w:p w:rsidR="00E00D30" w:rsidRDefault="00E00D30" w:rsidP="00E00D30">
      <w:r>
        <w:t>298.9074</w:t>
      </w:r>
      <w:r>
        <w:tab/>
        <w:t>1.013e0</w:t>
      </w:r>
    </w:p>
    <w:p w:rsidR="00E00D30" w:rsidRDefault="00E00D30" w:rsidP="00E00D30">
      <w:r>
        <w:t>298.9310</w:t>
      </w:r>
      <w:r>
        <w:tab/>
        <w:t>2.025e0</w:t>
      </w:r>
    </w:p>
    <w:p w:rsidR="00E00D30" w:rsidRDefault="00E00D30" w:rsidP="00E00D30">
      <w:r>
        <w:t>298.9485</w:t>
      </w:r>
      <w:r>
        <w:tab/>
        <w:t>2.025e0</w:t>
      </w:r>
    </w:p>
    <w:p w:rsidR="00E00D30" w:rsidRDefault="00E00D30" w:rsidP="00E00D30">
      <w:r>
        <w:lastRenderedPageBreak/>
        <w:t>298.9618</w:t>
      </w:r>
      <w:r>
        <w:tab/>
        <w:t>1.013e0</w:t>
      </w:r>
    </w:p>
    <w:p w:rsidR="00E00D30" w:rsidRDefault="00E00D30" w:rsidP="00E00D30">
      <w:r>
        <w:t>298.9805</w:t>
      </w:r>
      <w:r>
        <w:tab/>
        <w:t>1.013e0</w:t>
      </w:r>
    </w:p>
    <w:p w:rsidR="00E00D30" w:rsidRDefault="00E00D30" w:rsidP="00E00D30">
      <w:r>
        <w:t>298.9945</w:t>
      </w:r>
      <w:r>
        <w:tab/>
        <w:t>1.013e0</w:t>
      </w:r>
    </w:p>
    <w:p w:rsidR="00E00D30" w:rsidRDefault="00E00D30" w:rsidP="00E00D30">
      <w:r>
        <w:t>299.0272</w:t>
      </w:r>
      <w:r>
        <w:tab/>
        <w:t>1.013e0</w:t>
      </w:r>
    </w:p>
    <w:p w:rsidR="00E00D30" w:rsidRDefault="00E00D30" w:rsidP="00E00D30">
      <w:r>
        <w:t>299.0332</w:t>
      </w:r>
      <w:r>
        <w:tab/>
        <w:t>2.025e0</w:t>
      </w:r>
    </w:p>
    <w:p w:rsidR="00E00D30" w:rsidRDefault="00E00D30" w:rsidP="00E00D30">
      <w:r>
        <w:t>299.0359</w:t>
      </w:r>
      <w:r>
        <w:tab/>
        <w:t>2.025e0</w:t>
      </w:r>
    </w:p>
    <w:p w:rsidR="00E00D30" w:rsidRDefault="00E00D30" w:rsidP="00E00D30">
      <w:r>
        <w:t>299.0439</w:t>
      </w:r>
      <w:r>
        <w:tab/>
        <w:t>1.013e0</w:t>
      </w:r>
    </w:p>
    <w:p w:rsidR="00E00D30" w:rsidRDefault="00E00D30" w:rsidP="00E00D30">
      <w:r>
        <w:t>299.0639</w:t>
      </w:r>
      <w:r>
        <w:tab/>
        <w:t>1.013e0</w:t>
      </w:r>
    </w:p>
    <w:p w:rsidR="00E00D30" w:rsidRDefault="00E00D30" w:rsidP="00E00D30">
      <w:r>
        <w:t>299.0681</w:t>
      </w:r>
      <w:r>
        <w:tab/>
        <w:t>2.025e0</w:t>
      </w:r>
    </w:p>
    <w:p w:rsidR="00E00D30" w:rsidRDefault="00E00D30" w:rsidP="00E00D30">
      <w:r>
        <w:t>299.0718</w:t>
      </w:r>
      <w:r>
        <w:tab/>
        <w:t>1.013e0</w:t>
      </w:r>
    </w:p>
    <w:p w:rsidR="00E00D30" w:rsidRDefault="00E00D30" w:rsidP="00E00D30">
      <w:r>
        <w:t>299.0917</w:t>
      </w:r>
      <w:r>
        <w:tab/>
        <w:t>1.013e0</w:t>
      </w:r>
    </w:p>
    <w:p w:rsidR="00E00D30" w:rsidRDefault="00E00D30" w:rsidP="00E00D30">
      <w:r>
        <w:t>299.0956</w:t>
      </w:r>
      <w:r>
        <w:tab/>
        <w:t>2.025e0</w:t>
      </w:r>
    </w:p>
    <w:p w:rsidR="00E00D30" w:rsidRDefault="00E00D30" w:rsidP="00E00D30">
      <w:r>
        <w:t>299.0996</w:t>
      </w:r>
      <w:r>
        <w:tab/>
        <w:t>1.013e0</w:t>
      </w:r>
    </w:p>
    <w:p w:rsidR="00E00D30" w:rsidRDefault="00E00D30" w:rsidP="00E00D30">
      <w:r>
        <w:t>299.1037</w:t>
      </w:r>
      <w:r>
        <w:tab/>
        <w:t>1.013e0</w:t>
      </w:r>
    </w:p>
    <w:p w:rsidR="00E00D30" w:rsidRDefault="00E00D30" w:rsidP="00E00D30">
      <w:r>
        <w:t>299.1238</w:t>
      </w:r>
      <w:r>
        <w:tab/>
        <w:t>3.038e0</w:t>
      </w:r>
    </w:p>
    <w:p w:rsidR="00E00D30" w:rsidRDefault="00E00D30" w:rsidP="00E00D30">
      <w:r>
        <w:t>299.1346</w:t>
      </w:r>
      <w:r>
        <w:tab/>
        <w:t>4.051e0</w:t>
      </w:r>
    </w:p>
    <w:p w:rsidR="00E00D30" w:rsidRDefault="00E00D30" w:rsidP="00E00D30">
      <w:r>
        <w:t>299.1360</w:t>
      </w:r>
      <w:r>
        <w:tab/>
        <w:t>1.013e0</w:t>
      </w:r>
    </w:p>
    <w:p w:rsidR="00E00D30" w:rsidRDefault="00E00D30" w:rsidP="00E00D30">
      <w:r>
        <w:t>299.1468</w:t>
      </w:r>
      <w:r>
        <w:tab/>
        <w:t>1.013e0</w:t>
      </w:r>
    </w:p>
    <w:p w:rsidR="00E00D30" w:rsidRDefault="00E00D30" w:rsidP="00E00D30">
      <w:r>
        <w:t>299.1538</w:t>
      </w:r>
      <w:r>
        <w:tab/>
        <w:t>3.038e0</w:t>
      </w:r>
    </w:p>
    <w:p w:rsidR="00E00D30" w:rsidRDefault="00E00D30" w:rsidP="00E00D30">
      <w:r>
        <w:lastRenderedPageBreak/>
        <w:t>299.1552</w:t>
      </w:r>
      <w:r>
        <w:tab/>
        <w:t>1.013e0</w:t>
      </w:r>
    </w:p>
    <w:p w:rsidR="00E00D30" w:rsidRDefault="00E00D30" w:rsidP="00E00D30">
      <w:r>
        <w:t>299.1595</w:t>
      </w:r>
      <w:r>
        <w:tab/>
        <w:t>1.013e0</w:t>
      </w:r>
    </w:p>
    <w:p w:rsidR="00E00D30" w:rsidRDefault="00E00D30" w:rsidP="00E00D30">
      <w:r>
        <w:t>299.1798</w:t>
      </w:r>
      <w:r>
        <w:tab/>
        <w:t>2.025e0</w:t>
      </w:r>
    </w:p>
    <w:p w:rsidR="00E00D30" w:rsidRDefault="00E00D30" w:rsidP="00E00D30">
      <w:r>
        <w:t>299.1866</w:t>
      </w:r>
      <w:r>
        <w:tab/>
        <w:t>3.038e0</w:t>
      </w:r>
    </w:p>
    <w:p w:rsidR="00E00D30" w:rsidRDefault="00E00D30" w:rsidP="00E00D30">
      <w:r>
        <w:t>299.1958</w:t>
      </w:r>
      <w:r>
        <w:tab/>
        <w:t>1.013e0</w:t>
      </w:r>
    </w:p>
    <w:p w:rsidR="00E00D30" w:rsidRDefault="00E00D30" w:rsidP="00E00D30">
      <w:r>
        <w:t>299.2010</w:t>
      </w:r>
      <w:r>
        <w:tab/>
        <w:t>2.025e0</w:t>
      </w:r>
    </w:p>
    <w:p w:rsidR="00E00D30" w:rsidRDefault="00E00D30" w:rsidP="00E00D30">
      <w:r>
        <w:t>299.2174</w:t>
      </w:r>
      <w:r>
        <w:tab/>
        <w:t>2.025e0</w:t>
      </w:r>
    </w:p>
    <w:p w:rsidR="00E00D30" w:rsidRDefault="00E00D30" w:rsidP="00E00D30">
      <w:r>
        <w:t>299.2232</w:t>
      </w:r>
      <w:r>
        <w:tab/>
        <w:t>1.013e0</w:t>
      </w:r>
    </w:p>
    <w:p w:rsidR="00E00D30" w:rsidRDefault="00E00D30" w:rsidP="00E00D30">
      <w:r>
        <w:t>299.2387</w:t>
      </w:r>
      <w:r>
        <w:tab/>
        <w:t>1.013e0</w:t>
      </w:r>
    </w:p>
    <w:p w:rsidR="00E00D30" w:rsidRDefault="00E00D30" w:rsidP="00E00D30">
      <w:r>
        <w:t>299.2429</w:t>
      </w:r>
      <w:r>
        <w:tab/>
        <w:t>2.025e0</w:t>
      </w:r>
    </w:p>
    <w:p w:rsidR="00E00D30" w:rsidRDefault="00E00D30" w:rsidP="00E00D30">
      <w:r>
        <w:t>299.2572</w:t>
      </w:r>
      <w:r>
        <w:tab/>
        <w:t>2.025e0</w:t>
      </w:r>
    </w:p>
    <w:p w:rsidR="00E00D30" w:rsidRDefault="00E00D30" w:rsidP="00E00D30">
      <w:r>
        <w:t>299.2706</w:t>
      </w:r>
      <w:r>
        <w:tab/>
        <w:t>4.051e0</w:t>
      </w:r>
    </w:p>
    <w:p w:rsidR="00E00D30" w:rsidRDefault="00E00D30" w:rsidP="00E00D30">
      <w:r>
        <w:t>299.2791</w:t>
      </w:r>
      <w:r>
        <w:tab/>
        <w:t>1.013e0</w:t>
      </w:r>
    </w:p>
    <w:p w:rsidR="00E00D30" w:rsidRDefault="00E00D30" w:rsidP="00E00D30">
      <w:r>
        <w:t>299.3130</w:t>
      </w:r>
      <w:r>
        <w:tab/>
        <w:t>3.038e0</w:t>
      </w:r>
    </w:p>
    <w:p w:rsidR="00E00D30" w:rsidRDefault="00E00D30" w:rsidP="00E00D30">
      <w:r>
        <w:t>299.3213</w:t>
      </w:r>
      <w:r>
        <w:tab/>
        <w:t>1.013e0</w:t>
      </w:r>
    </w:p>
    <w:p w:rsidR="00E00D30" w:rsidRDefault="00E00D30" w:rsidP="00E00D30">
      <w:r>
        <w:t>299.3283</w:t>
      </w:r>
      <w:r>
        <w:tab/>
        <w:t>2.025e0</w:t>
      </w:r>
    </w:p>
    <w:p w:rsidR="00E00D30" w:rsidRDefault="00E00D30" w:rsidP="00E00D30">
      <w:r>
        <w:t>299.3439</w:t>
      </w:r>
      <w:r>
        <w:tab/>
        <w:t>2.025e0</w:t>
      </w:r>
    </w:p>
    <w:p w:rsidR="00E00D30" w:rsidRDefault="00E00D30" w:rsidP="00E00D30">
      <w:r>
        <w:t>299.3489</w:t>
      </w:r>
      <w:r>
        <w:tab/>
        <w:t>2.025e0</w:t>
      </w:r>
    </w:p>
    <w:p w:rsidR="00E00D30" w:rsidRDefault="00E00D30" w:rsidP="00E00D30">
      <w:r>
        <w:t>299.3538</w:t>
      </w:r>
      <w:r>
        <w:tab/>
        <w:t>1.013e0</w:t>
      </w:r>
    </w:p>
    <w:p w:rsidR="00E00D30" w:rsidRDefault="00E00D30" w:rsidP="00E00D30">
      <w:r>
        <w:lastRenderedPageBreak/>
        <w:t>299.3898</w:t>
      </w:r>
      <w:r>
        <w:tab/>
        <w:t>1.013e0</w:t>
      </w:r>
    </w:p>
    <w:p w:rsidR="00E00D30" w:rsidRDefault="00E00D30" w:rsidP="00E00D30">
      <w:r>
        <w:t>299.3983</w:t>
      </w:r>
      <w:r>
        <w:tab/>
        <w:t>1.013e0</w:t>
      </w:r>
    </w:p>
    <w:p w:rsidR="00E00D30" w:rsidRDefault="00E00D30" w:rsidP="00E00D30">
      <w:r>
        <w:t>299.4739</w:t>
      </w:r>
      <w:r>
        <w:tab/>
        <w:t>2.025e0</w:t>
      </w:r>
    </w:p>
    <w:p w:rsidR="00E00D30" w:rsidRDefault="00E00D30" w:rsidP="00E00D30">
      <w:r>
        <w:t>299.5093</w:t>
      </w:r>
      <w:r>
        <w:tab/>
        <w:t>1.013e0</w:t>
      </w:r>
    </w:p>
    <w:p w:rsidR="00E00D30" w:rsidRDefault="00E00D30" w:rsidP="00E00D30">
      <w:r>
        <w:t>299.5171</w:t>
      </w:r>
      <w:r>
        <w:tab/>
        <w:t>2.025e0</w:t>
      </w:r>
    </w:p>
    <w:p w:rsidR="00E00D30" w:rsidRDefault="00E00D30" w:rsidP="00E00D30">
      <w:r>
        <w:t>299.5412</w:t>
      </w:r>
      <w:r>
        <w:tab/>
        <w:t>1.013e0</w:t>
      </w:r>
    </w:p>
    <w:p w:rsidR="00E00D30" w:rsidRDefault="00E00D30" w:rsidP="00E00D30">
      <w:r>
        <w:t>299.5449</w:t>
      </w:r>
      <w:r>
        <w:tab/>
        <w:t>1.013e0</w:t>
      </w:r>
    </w:p>
    <w:p w:rsidR="00E00D30" w:rsidRDefault="00E00D30" w:rsidP="00E00D30">
      <w:r>
        <w:t>299.5734</w:t>
      </w:r>
      <w:r>
        <w:tab/>
        <w:t>1.013e0</w:t>
      </w:r>
    </w:p>
    <w:p w:rsidR="00E00D30" w:rsidRDefault="00E00D30" w:rsidP="00E00D30">
      <w:r>
        <w:t>299.5884</w:t>
      </w:r>
      <w:r>
        <w:tab/>
        <w:t>1.013e0</w:t>
      </w:r>
    </w:p>
    <w:p w:rsidR="00E00D30" w:rsidRDefault="00E00D30" w:rsidP="00E00D30">
      <w:r>
        <w:t>299.6048</w:t>
      </w:r>
      <w:r>
        <w:tab/>
        <w:t>1.013e0</w:t>
      </w:r>
    </w:p>
    <w:p w:rsidR="00E00D30" w:rsidRDefault="00E00D30" w:rsidP="00E00D30">
      <w:r>
        <w:t>299.6428</w:t>
      </w:r>
      <w:r>
        <w:tab/>
        <w:t>1.013e0</w:t>
      </w:r>
    </w:p>
    <w:p w:rsidR="00E00D30" w:rsidRDefault="00E00D30" w:rsidP="00E00D30">
      <w:r>
        <w:t>299.6460</w:t>
      </w:r>
      <w:r>
        <w:tab/>
        <w:t>2.025e0</w:t>
      </w:r>
    </w:p>
    <w:p w:rsidR="00E00D30" w:rsidRDefault="00E00D30" w:rsidP="00E00D30">
      <w:r>
        <w:t>299.6488</w:t>
      </w:r>
      <w:r>
        <w:tab/>
        <w:t>1.013e0</w:t>
      </w:r>
    </w:p>
    <w:p w:rsidR="00E00D30" w:rsidRDefault="00E00D30" w:rsidP="00E00D30">
      <w:r>
        <w:t>299.6606</w:t>
      </w:r>
      <w:r>
        <w:tab/>
        <w:t>1.013e0</w:t>
      </w:r>
    </w:p>
    <w:p w:rsidR="00E00D30" w:rsidRDefault="00E00D30" w:rsidP="00E00D30">
      <w:r>
        <w:t>299.6843</w:t>
      </w:r>
      <w:r>
        <w:tab/>
        <w:t>1.013e0</w:t>
      </w:r>
    </w:p>
    <w:p w:rsidR="00E00D30" w:rsidRDefault="00E00D30" w:rsidP="00E00D30">
      <w:r>
        <w:t>299.6883</w:t>
      </w:r>
      <w:r>
        <w:tab/>
        <w:t>2.025e0</w:t>
      </w:r>
    </w:p>
    <w:p w:rsidR="00E00D30" w:rsidRDefault="00E00D30" w:rsidP="00E00D30">
      <w:r>
        <w:t>299.7358</w:t>
      </w:r>
      <w:r>
        <w:tab/>
        <w:t>4.051e0</w:t>
      </w:r>
    </w:p>
    <w:p w:rsidR="00E00D30" w:rsidRDefault="00E00D30" w:rsidP="00E00D30">
      <w:r>
        <w:t>299.7440</w:t>
      </w:r>
      <w:r>
        <w:tab/>
        <w:t>1.013e0</w:t>
      </w:r>
    </w:p>
    <w:p w:rsidR="00E00D30" w:rsidRDefault="00E00D30" w:rsidP="00E00D30">
      <w:r>
        <w:t>299.8234</w:t>
      </w:r>
      <w:r>
        <w:tab/>
        <w:t>1.013e0</w:t>
      </w:r>
    </w:p>
    <w:p w:rsidR="00E00D30" w:rsidRDefault="00E00D30" w:rsidP="00E00D30">
      <w:r>
        <w:lastRenderedPageBreak/>
        <w:t>299.8273</w:t>
      </w:r>
      <w:r>
        <w:tab/>
        <w:t>1.013e0</w:t>
      </w:r>
    </w:p>
    <w:p w:rsidR="00E00D30" w:rsidRDefault="00E00D30" w:rsidP="00E00D30">
      <w:r>
        <w:t>299.8585</w:t>
      </w:r>
      <w:r>
        <w:tab/>
        <w:t>3.038e0</w:t>
      </w:r>
    </w:p>
    <w:p w:rsidR="00E00D30" w:rsidRDefault="00E00D30" w:rsidP="00E00D30">
      <w:r>
        <w:t>299.8720</w:t>
      </w:r>
      <w:r>
        <w:tab/>
        <w:t>1.013e0</w:t>
      </w:r>
    </w:p>
    <w:p w:rsidR="00E00D30" w:rsidRDefault="00E00D30" w:rsidP="00E00D30">
      <w:r>
        <w:t>299.8731</w:t>
      </w:r>
      <w:r>
        <w:tab/>
        <w:t>2.025e0</w:t>
      </w:r>
    </w:p>
    <w:p w:rsidR="00E00D30" w:rsidRDefault="00E00D30" w:rsidP="00E00D30">
      <w:r>
        <w:t>299.8751</w:t>
      </w:r>
      <w:r>
        <w:tab/>
        <w:t>2.025e0</w:t>
      </w:r>
    </w:p>
    <w:p w:rsidR="00E00D30" w:rsidRDefault="00E00D30" w:rsidP="00E00D30">
      <w:r>
        <w:t>299.9010</w:t>
      </w:r>
      <w:r>
        <w:tab/>
        <w:t>2.025e0</w:t>
      </w:r>
    </w:p>
    <w:p w:rsidR="00E00D30" w:rsidRDefault="00E00D30" w:rsidP="00E00D30">
      <w:r>
        <w:t>299.9103</w:t>
      </w:r>
      <w:r>
        <w:tab/>
        <w:t>2.025e0</w:t>
      </w:r>
    </w:p>
    <w:p w:rsidR="00E00D30" w:rsidRDefault="00E00D30" w:rsidP="00E00D30">
      <w:r>
        <w:t>299.9229</w:t>
      </w:r>
      <w:r>
        <w:tab/>
        <w:t>1.013e0</w:t>
      </w:r>
    </w:p>
    <w:p w:rsidR="00E00D30" w:rsidRDefault="00E00D30" w:rsidP="00E00D30">
      <w:r>
        <w:t>299.9377</w:t>
      </w:r>
      <w:r>
        <w:tab/>
        <w:t>1.013e0</w:t>
      </w:r>
    </w:p>
    <w:p w:rsidR="00E00D30" w:rsidRDefault="00E00D30" w:rsidP="00E00D30">
      <w:r>
        <w:t>299.9507</w:t>
      </w:r>
      <w:r>
        <w:tab/>
        <w:t>1.013e0</w:t>
      </w:r>
    </w:p>
    <w:p w:rsidR="00E00D30" w:rsidRDefault="00E00D30" w:rsidP="00E00D30">
      <w:r>
        <w:t>299.9574</w:t>
      </w:r>
      <w:r>
        <w:tab/>
        <w:t>2.025e0</w:t>
      </w:r>
    </w:p>
    <w:p w:rsidR="00E00D30" w:rsidRDefault="00E00D30" w:rsidP="00E00D30">
      <w:r>
        <w:t>299.9921</w:t>
      </w:r>
      <w:r>
        <w:tab/>
        <w:t>1.013e0</w:t>
      </w:r>
    </w:p>
    <w:p w:rsidR="00E00D30" w:rsidRDefault="00E00D30" w:rsidP="00E00D30">
      <w:r>
        <w:t>300.0026</w:t>
      </w:r>
      <w:r>
        <w:tab/>
        <w:t>1.013e0</w:t>
      </w:r>
    </w:p>
    <w:p w:rsidR="00E00D30" w:rsidRDefault="00E00D30" w:rsidP="00E00D30">
      <w:r>
        <w:t>300.0147</w:t>
      </w:r>
      <w:r>
        <w:tab/>
        <w:t>2.025e0</w:t>
      </w:r>
    </w:p>
    <w:p w:rsidR="00E00D30" w:rsidRDefault="00E00D30" w:rsidP="00E00D30">
      <w:r>
        <w:t>300.0343</w:t>
      </w:r>
      <w:r>
        <w:tab/>
        <w:t>1.013e0</w:t>
      </w:r>
    </w:p>
    <w:p w:rsidR="00E00D30" w:rsidRDefault="00E00D30" w:rsidP="00E00D30">
      <w:r>
        <w:t>300.0383</w:t>
      </w:r>
      <w:r>
        <w:tab/>
        <w:t>1.013e0</w:t>
      </w:r>
    </w:p>
    <w:p w:rsidR="00E00D30" w:rsidRDefault="00E00D30" w:rsidP="00E00D30">
      <w:r>
        <w:t>300.0424</w:t>
      </w:r>
      <w:r>
        <w:tab/>
        <w:t>1.013e0</w:t>
      </w:r>
    </w:p>
    <w:p w:rsidR="00E00D30" w:rsidRDefault="00E00D30" w:rsidP="00E00D30">
      <w:r>
        <w:t>300.0470</w:t>
      </w:r>
      <w:r>
        <w:tab/>
        <w:t>2.025e0</w:t>
      </w:r>
    </w:p>
    <w:p w:rsidR="00E00D30" w:rsidRDefault="00E00D30" w:rsidP="00E00D30">
      <w:r>
        <w:t>300.0523</w:t>
      </w:r>
      <w:r>
        <w:tab/>
        <w:t>1.013e0</w:t>
      </w:r>
    </w:p>
    <w:p w:rsidR="00E00D30" w:rsidRDefault="00E00D30" w:rsidP="00E00D30">
      <w:r>
        <w:lastRenderedPageBreak/>
        <w:t>300.0742</w:t>
      </w:r>
      <w:r>
        <w:tab/>
        <w:t>1.013e0</w:t>
      </w:r>
    </w:p>
    <w:p w:rsidR="00E00D30" w:rsidRDefault="00E00D30" w:rsidP="00E00D30">
      <w:r>
        <w:t>300.0879</w:t>
      </w:r>
      <w:r>
        <w:tab/>
        <w:t>3.038e0</w:t>
      </w:r>
    </w:p>
    <w:p w:rsidR="00E00D30" w:rsidRDefault="00E00D30" w:rsidP="00E00D30">
      <w:r>
        <w:t>300.0920</w:t>
      </w:r>
      <w:r>
        <w:tab/>
        <w:t>3.038e0</w:t>
      </w:r>
    </w:p>
    <w:p w:rsidR="00E00D30" w:rsidRDefault="00E00D30" w:rsidP="00E00D30">
      <w:r>
        <w:t>300.0940</w:t>
      </w:r>
      <w:r>
        <w:tab/>
        <w:t>1.013e0</w:t>
      </w:r>
    </w:p>
    <w:p w:rsidR="00E00D30" w:rsidRDefault="00E00D30" w:rsidP="00E00D30">
      <w:r>
        <w:t>300.1068</w:t>
      </w:r>
      <w:r>
        <w:tab/>
        <w:t>1.013e0</w:t>
      </w:r>
    </w:p>
    <w:p w:rsidR="00E00D30" w:rsidRDefault="00E00D30" w:rsidP="00E00D30">
      <w:r>
        <w:t>300.1118</w:t>
      </w:r>
      <w:r>
        <w:tab/>
        <w:t>2.025e0</w:t>
      </w:r>
    </w:p>
    <w:p w:rsidR="00E00D30" w:rsidRDefault="00E00D30" w:rsidP="00E00D30">
      <w:r>
        <w:t>300.1346</w:t>
      </w:r>
      <w:r>
        <w:tab/>
        <w:t>1.013e0</w:t>
      </w:r>
    </w:p>
    <w:p w:rsidR="00E00D30" w:rsidRDefault="00E00D30" w:rsidP="00E00D30">
      <w:r>
        <w:t>300.1390</w:t>
      </w:r>
      <w:r>
        <w:tab/>
        <w:t>2.479e0</w:t>
      </w:r>
    </w:p>
    <w:p w:rsidR="00E00D30" w:rsidRDefault="00E00D30" w:rsidP="00E00D30">
      <w:r>
        <w:t>300.1422</w:t>
      </w:r>
      <w:r>
        <w:tab/>
        <w:t>2.025e0</w:t>
      </w:r>
    </w:p>
    <w:p w:rsidR="00E00D30" w:rsidRDefault="00E00D30" w:rsidP="00E00D30">
      <w:r>
        <w:t>300.1520</w:t>
      </w:r>
      <w:r>
        <w:tab/>
        <w:t>9.114e0</w:t>
      </w:r>
    </w:p>
    <w:p w:rsidR="00E00D30" w:rsidRDefault="00E00D30" w:rsidP="00E00D30">
      <w:r>
        <w:t>300.1674</w:t>
      </w:r>
      <w:r>
        <w:tab/>
        <w:t>6.076e0</w:t>
      </w:r>
    </w:p>
    <w:p w:rsidR="00E00D30" w:rsidRDefault="00E00D30" w:rsidP="00E00D30">
      <w:r>
        <w:t>300.1976</w:t>
      </w:r>
      <w:r>
        <w:tab/>
        <w:t>9.114e0</w:t>
      </w:r>
    </w:p>
    <w:p w:rsidR="00E00D30" w:rsidRDefault="00E00D30" w:rsidP="00E00D30">
      <w:r>
        <w:t>300.1996</w:t>
      </w:r>
      <w:r>
        <w:tab/>
        <w:t>7.716e0</w:t>
      </w:r>
    </w:p>
    <w:p w:rsidR="00E00D30" w:rsidRDefault="00E00D30" w:rsidP="00E00D30">
      <w:r>
        <w:t>300.2011</w:t>
      </w:r>
      <w:r>
        <w:tab/>
        <w:t>7.089e0</w:t>
      </w:r>
    </w:p>
    <w:p w:rsidR="00E00D30" w:rsidRDefault="00E00D30" w:rsidP="00E00D30">
      <w:r>
        <w:t>300.2042</w:t>
      </w:r>
      <w:r>
        <w:tab/>
        <w:t>1.519e1</w:t>
      </w:r>
    </w:p>
    <w:p w:rsidR="00E00D30" w:rsidRDefault="00E00D30" w:rsidP="00E00D30">
      <w:r>
        <w:t>300.2070</w:t>
      </w:r>
      <w:r>
        <w:tab/>
        <w:t>3.038e0</w:t>
      </w:r>
    </w:p>
    <w:p w:rsidR="00E00D30" w:rsidRDefault="00E00D30" w:rsidP="00E00D30">
      <w:r>
        <w:t>300.2120</w:t>
      </w:r>
      <w:r>
        <w:tab/>
        <w:t>7.089e0</w:t>
      </w:r>
    </w:p>
    <w:p w:rsidR="00E00D30" w:rsidRDefault="00E00D30" w:rsidP="00E00D30">
      <w:r>
        <w:t>300.2368</w:t>
      </w:r>
      <w:r>
        <w:tab/>
        <w:t>8.101e0</w:t>
      </w:r>
    </w:p>
    <w:p w:rsidR="00E00D30" w:rsidRDefault="00E00D30" w:rsidP="00E00D30">
      <w:r>
        <w:t>300.2491</w:t>
      </w:r>
      <w:r>
        <w:tab/>
        <w:t>1.013e0</w:t>
      </w:r>
    </w:p>
    <w:p w:rsidR="00E00D30" w:rsidRDefault="00E00D30" w:rsidP="00E00D30">
      <w:r>
        <w:lastRenderedPageBreak/>
        <w:t>300.2653</w:t>
      </w:r>
      <w:r>
        <w:tab/>
        <w:t>1.013e0</w:t>
      </w:r>
    </w:p>
    <w:p w:rsidR="00E00D30" w:rsidRDefault="00E00D30" w:rsidP="00E00D30">
      <w:r>
        <w:t>300.2772</w:t>
      </w:r>
      <w:r>
        <w:tab/>
        <w:t>2.025e0</w:t>
      </w:r>
    </w:p>
    <w:p w:rsidR="00E00D30" w:rsidRDefault="00E00D30" w:rsidP="00E00D30">
      <w:r>
        <w:t>300.2853</w:t>
      </w:r>
      <w:r>
        <w:tab/>
        <w:t>3.038e0</w:t>
      </w:r>
    </w:p>
    <w:p w:rsidR="00E00D30" w:rsidRDefault="00E00D30" w:rsidP="00E00D30">
      <w:r>
        <w:t>300.2876</w:t>
      </w:r>
      <w:r>
        <w:tab/>
        <w:t>1.013e0</w:t>
      </w:r>
    </w:p>
    <w:p w:rsidR="00E00D30" w:rsidRDefault="00E00D30" w:rsidP="00E00D30">
      <w:r>
        <w:t>300.3008</w:t>
      </w:r>
      <w:r>
        <w:tab/>
        <w:t>1.013e0</w:t>
      </w:r>
    </w:p>
    <w:p w:rsidR="00E00D30" w:rsidRDefault="00E00D30" w:rsidP="00E00D30">
      <w:r>
        <w:t>300.3369</w:t>
      </w:r>
      <w:r>
        <w:tab/>
        <w:t>2.025e0</w:t>
      </w:r>
    </w:p>
    <w:p w:rsidR="00E00D30" w:rsidRDefault="00E00D30" w:rsidP="00E00D30">
      <w:r>
        <w:t>300.3474</w:t>
      </w:r>
      <w:r>
        <w:tab/>
        <w:t>1.013e0</w:t>
      </w:r>
    </w:p>
    <w:p w:rsidR="00E00D30" w:rsidRDefault="00E00D30" w:rsidP="00E00D30">
      <w:r>
        <w:t>300.3745</w:t>
      </w:r>
      <w:r>
        <w:tab/>
        <w:t>1.013e0</w:t>
      </w:r>
    </w:p>
    <w:p w:rsidR="00E00D30" w:rsidRDefault="00E00D30" w:rsidP="00E00D30">
      <w:r>
        <w:t>300.3845</w:t>
      </w:r>
      <w:r>
        <w:tab/>
        <w:t>1.013e0</w:t>
      </w:r>
    </w:p>
    <w:p w:rsidR="00E00D30" w:rsidRDefault="00E00D30" w:rsidP="00E00D30">
      <w:r>
        <w:t>300.3977</w:t>
      </w:r>
      <w:r>
        <w:tab/>
        <w:t>2.025e0</w:t>
      </w:r>
    </w:p>
    <w:p w:rsidR="00E00D30" w:rsidRDefault="00E00D30" w:rsidP="00E00D30">
      <w:r>
        <w:t>300.4075</w:t>
      </w:r>
      <w:r>
        <w:tab/>
        <w:t>1.013e0</w:t>
      </w:r>
    </w:p>
    <w:p w:rsidR="00E00D30" w:rsidRDefault="00E00D30" w:rsidP="00E00D30">
      <w:r>
        <w:t>300.4126</w:t>
      </w:r>
      <w:r>
        <w:tab/>
        <w:t>2.025e0</w:t>
      </w:r>
    </w:p>
    <w:p w:rsidR="00E00D30" w:rsidRDefault="00E00D30" w:rsidP="00E00D30">
      <w:r>
        <w:t>300.4523</w:t>
      </w:r>
      <w:r>
        <w:tab/>
        <w:t>1.013e0</w:t>
      </w:r>
    </w:p>
    <w:p w:rsidR="00E00D30" w:rsidRDefault="00E00D30" w:rsidP="00E00D30">
      <w:r>
        <w:t>300.4620</w:t>
      </w:r>
      <w:r>
        <w:tab/>
        <w:t>2.025e0</w:t>
      </w:r>
    </w:p>
    <w:p w:rsidR="00E00D30" w:rsidRDefault="00E00D30" w:rsidP="00E00D30">
      <w:r>
        <w:t>300.4723</w:t>
      </w:r>
      <w:r>
        <w:tab/>
        <w:t>2.025e0</w:t>
      </w:r>
    </w:p>
    <w:p w:rsidR="00E00D30" w:rsidRDefault="00E00D30" w:rsidP="00E00D30">
      <w:r>
        <w:t>300.4873</w:t>
      </w:r>
      <w:r>
        <w:tab/>
        <w:t>2.025e0</w:t>
      </w:r>
    </w:p>
    <w:p w:rsidR="00E00D30" w:rsidRDefault="00E00D30" w:rsidP="00E00D30">
      <w:r>
        <w:t>300.5278</w:t>
      </w:r>
      <w:r>
        <w:tab/>
        <w:t>1.013e0</w:t>
      </w:r>
    </w:p>
    <w:p w:rsidR="00E00D30" w:rsidRDefault="00E00D30" w:rsidP="00E00D30">
      <w:r>
        <w:t>300.5442</w:t>
      </w:r>
      <w:r>
        <w:tab/>
        <w:t>1.013e0</w:t>
      </w:r>
    </w:p>
    <w:p w:rsidR="00E00D30" w:rsidRDefault="00E00D30" w:rsidP="00E00D30">
      <w:r>
        <w:t>300.5675</w:t>
      </w:r>
      <w:r>
        <w:tab/>
        <w:t>3.038e0</w:t>
      </w:r>
    </w:p>
    <w:p w:rsidR="00E00D30" w:rsidRDefault="00E00D30" w:rsidP="00E00D30">
      <w:r>
        <w:lastRenderedPageBreak/>
        <w:t>300.6153</w:t>
      </w:r>
      <w:r>
        <w:tab/>
        <w:t>1.013e0</w:t>
      </w:r>
    </w:p>
    <w:p w:rsidR="00E00D30" w:rsidRDefault="00E00D30" w:rsidP="00E00D30">
      <w:r>
        <w:t>300.6274</w:t>
      </w:r>
      <w:r>
        <w:tab/>
        <w:t>1.013e0</w:t>
      </w:r>
    </w:p>
    <w:p w:rsidR="00E00D30" w:rsidRDefault="00E00D30" w:rsidP="00E00D30">
      <w:r>
        <w:t>300.6317</w:t>
      </w:r>
      <w:r>
        <w:tab/>
        <w:t>1.013e0</w:t>
      </w:r>
    </w:p>
    <w:p w:rsidR="00E00D30" w:rsidRDefault="00E00D30" w:rsidP="00E00D30">
      <w:r>
        <w:t>300.6370</w:t>
      </w:r>
      <w:r>
        <w:tab/>
        <w:t>2.025e0</w:t>
      </w:r>
    </w:p>
    <w:p w:rsidR="00E00D30" w:rsidRDefault="00E00D30" w:rsidP="00E00D30">
      <w:r>
        <w:t>300.6510</w:t>
      </w:r>
      <w:r>
        <w:tab/>
        <w:t>1.013e0</w:t>
      </w:r>
    </w:p>
    <w:p w:rsidR="00E00D30" w:rsidRDefault="00E00D30" w:rsidP="00E00D30">
      <w:r>
        <w:t>300.6752</w:t>
      </w:r>
      <w:r>
        <w:tab/>
        <w:t>1.013e0</w:t>
      </w:r>
    </w:p>
    <w:p w:rsidR="00E00D30" w:rsidRDefault="00E00D30" w:rsidP="00E00D30">
      <w:r>
        <w:t>300.7191</w:t>
      </w:r>
      <w:r>
        <w:tab/>
        <w:t>1.013e0</w:t>
      </w:r>
    </w:p>
    <w:p w:rsidR="00E00D30" w:rsidRDefault="00E00D30" w:rsidP="00E00D30">
      <w:r>
        <w:t>300.7224</w:t>
      </w:r>
      <w:r>
        <w:tab/>
        <w:t>2.025e0</w:t>
      </w:r>
    </w:p>
    <w:p w:rsidR="00E00D30" w:rsidRDefault="00E00D30" w:rsidP="00E00D30">
      <w:r>
        <w:t>300.7302</w:t>
      </w:r>
      <w:r>
        <w:tab/>
        <w:t>1.013e0</w:t>
      </w:r>
    </w:p>
    <w:p w:rsidR="00E00D30" w:rsidRDefault="00E00D30" w:rsidP="00E00D30">
      <w:r>
        <w:t>300.7346</w:t>
      </w:r>
      <w:r>
        <w:tab/>
        <w:t>1.013e0</w:t>
      </w:r>
    </w:p>
    <w:p w:rsidR="00E00D30" w:rsidRDefault="00E00D30" w:rsidP="00E00D30">
      <w:r>
        <w:t>300.7466</w:t>
      </w:r>
      <w:r>
        <w:tab/>
        <w:t>3.038e0</w:t>
      </w:r>
    </w:p>
    <w:p w:rsidR="00E00D30" w:rsidRDefault="00E00D30" w:rsidP="00E00D30">
      <w:r>
        <w:t>300.7576</w:t>
      </w:r>
      <w:r>
        <w:tab/>
        <w:t>1.013e0</w:t>
      </w:r>
    </w:p>
    <w:p w:rsidR="00E00D30" w:rsidRDefault="00E00D30" w:rsidP="00E00D30">
      <w:r>
        <w:t>300.7631</w:t>
      </w:r>
      <w:r>
        <w:tab/>
        <w:t>1.013e0</w:t>
      </w:r>
    </w:p>
    <w:p w:rsidR="00E00D30" w:rsidRDefault="00E00D30" w:rsidP="00E00D30">
      <w:r>
        <w:t>300.7664</w:t>
      </w:r>
      <w:r>
        <w:tab/>
        <w:t>1.013e0</w:t>
      </w:r>
    </w:p>
    <w:p w:rsidR="00E00D30" w:rsidRDefault="00E00D30" w:rsidP="00E00D30">
      <w:r>
        <w:t>300.7794</w:t>
      </w:r>
      <w:r>
        <w:tab/>
        <w:t>1.013e0</w:t>
      </w:r>
    </w:p>
    <w:p w:rsidR="00E00D30" w:rsidRDefault="00E00D30" w:rsidP="00E00D30">
      <w:r>
        <w:t>300.7902</w:t>
      </w:r>
      <w:r>
        <w:tab/>
        <w:t>1.013e0</w:t>
      </w:r>
    </w:p>
    <w:p w:rsidR="00E00D30" w:rsidRDefault="00E00D30" w:rsidP="00E00D30">
      <w:r>
        <w:t>300.8068</w:t>
      </w:r>
      <w:r>
        <w:tab/>
        <w:t>1.013e0</w:t>
      </w:r>
    </w:p>
    <w:p w:rsidR="00E00D30" w:rsidRDefault="00E00D30" w:rsidP="00E00D30">
      <w:r>
        <w:t>300.8166</w:t>
      </w:r>
      <w:r>
        <w:tab/>
        <w:t>2.025e0</w:t>
      </w:r>
    </w:p>
    <w:p w:rsidR="00E00D30" w:rsidRDefault="00E00D30" w:rsidP="00E00D30">
      <w:r>
        <w:t>300.8341</w:t>
      </w:r>
      <w:r>
        <w:tab/>
        <w:t>1.013e0</w:t>
      </w:r>
    </w:p>
    <w:p w:rsidR="00E00D30" w:rsidRDefault="00E00D30" w:rsidP="00E00D30">
      <w:r>
        <w:lastRenderedPageBreak/>
        <w:t>300.8542</w:t>
      </w:r>
      <w:r>
        <w:tab/>
        <w:t>3.038e0</w:t>
      </w:r>
    </w:p>
    <w:p w:rsidR="00E00D30" w:rsidRDefault="00E00D30" w:rsidP="00E00D30">
      <w:r>
        <w:t>300.8626</w:t>
      </w:r>
      <w:r>
        <w:tab/>
        <w:t>1.013e0</w:t>
      </w:r>
    </w:p>
    <w:p w:rsidR="00E00D30" w:rsidRDefault="00E00D30" w:rsidP="00E00D30">
      <w:r>
        <w:t>300.8902</w:t>
      </w:r>
      <w:r>
        <w:tab/>
        <w:t>1.013e0</w:t>
      </w:r>
    </w:p>
    <w:p w:rsidR="00E00D30" w:rsidRDefault="00E00D30" w:rsidP="00E00D30">
      <w:r>
        <w:t>300.9138</w:t>
      </w:r>
      <w:r>
        <w:tab/>
        <w:t>1.013e0</w:t>
      </w:r>
    </w:p>
    <w:p w:rsidR="00E00D30" w:rsidRDefault="00E00D30" w:rsidP="00E00D30">
      <w:r>
        <w:t>300.9212</w:t>
      </w:r>
      <w:r>
        <w:tab/>
        <w:t>4.051e0</w:t>
      </w:r>
    </w:p>
    <w:p w:rsidR="00E00D30" w:rsidRDefault="00E00D30" w:rsidP="00E00D30">
      <w:r>
        <w:t>300.9327</w:t>
      </w:r>
      <w:r>
        <w:tab/>
        <w:t>2.025e0</w:t>
      </w:r>
    </w:p>
    <w:p w:rsidR="00E00D30" w:rsidRDefault="00E00D30" w:rsidP="00E00D30">
      <w:r>
        <w:t>300.9546</w:t>
      </w:r>
      <w:r>
        <w:tab/>
        <w:t>1.013e0</w:t>
      </w:r>
    </w:p>
    <w:p w:rsidR="00E00D30" w:rsidRDefault="00E00D30" w:rsidP="00E00D30">
      <w:r>
        <w:t>300.9601</w:t>
      </w:r>
      <w:r>
        <w:tab/>
        <w:t>1.013e0</w:t>
      </w:r>
    </w:p>
    <w:p w:rsidR="00E00D30" w:rsidRDefault="00E00D30" w:rsidP="00E00D30">
      <w:r>
        <w:t>300.9820</w:t>
      </w:r>
      <w:r>
        <w:tab/>
        <w:t>1.013e0</w:t>
      </w:r>
    </w:p>
    <w:p w:rsidR="00E00D30" w:rsidRDefault="00E00D30" w:rsidP="00E00D30">
      <w:r>
        <w:t>300.9879</w:t>
      </w:r>
      <w:r>
        <w:tab/>
        <w:t>1.013e0</w:t>
      </w:r>
    </w:p>
    <w:p w:rsidR="00E00D30" w:rsidRDefault="00E00D30" w:rsidP="00E00D30">
      <w:r>
        <w:t>301.0014</w:t>
      </w:r>
      <w:r>
        <w:tab/>
        <w:t>1.013e0</w:t>
      </w:r>
    </w:p>
    <w:p w:rsidR="00E00D30" w:rsidRDefault="00E00D30" w:rsidP="00E00D30">
      <w:r>
        <w:t>301.0055</w:t>
      </w:r>
      <w:r>
        <w:tab/>
        <w:t>2.025e0</w:t>
      </w:r>
    </w:p>
    <w:p w:rsidR="00E00D30" w:rsidRDefault="00E00D30" w:rsidP="00E00D30">
      <w:r>
        <w:t>301.0144</w:t>
      </w:r>
      <w:r>
        <w:tab/>
        <w:t>4.051e0</w:t>
      </w:r>
    </w:p>
    <w:p w:rsidR="00E00D30" w:rsidRDefault="00E00D30" w:rsidP="00E00D30">
      <w:r>
        <w:t>301.0244</w:t>
      </w:r>
      <w:r>
        <w:tab/>
        <w:t>2.025e0</w:t>
      </w:r>
    </w:p>
    <w:p w:rsidR="00E00D30" w:rsidRDefault="00E00D30" w:rsidP="00E00D30">
      <w:r>
        <w:t>301.0432</w:t>
      </w:r>
      <w:r>
        <w:tab/>
        <w:t>2.025e0</w:t>
      </w:r>
    </w:p>
    <w:p w:rsidR="00E00D30" w:rsidRDefault="00E00D30" w:rsidP="00E00D30">
      <w:r>
        <w:t>301.0459</w:t>
      </w:r>
      <w:r>
        <w:tab/>
        <w:t>7.089e0</w:t>
      </w:r>
    </w:p>
    <w:p w:rsidR="00E00D30" w:rsidRDefault="00E00D30" w:rsidP="00E00D30">
      <w:r>
        <w:t>301.0695</w:t>
      </w:r>
      <w:r>
        <w:tab/>
        <w:t>1.013e0</w:t>
      </w:r>
    </w:p>
    <w:p w:rsidR="00E00D30" w:rsidRDefault="00E00D30" w:rsidP="00E00D30">
      <w:r>
        <w:t>301.0752</w:t>
      </w:r>
      <w:r>
        <w:tab/>
        <w:t>2.025e0</w:t>
      </w:r>
    </w:p>
    <w:p w:rsidR="00E00D30" w:rsidRDefault="00E00D30" w:rsidP="00E00D30">
      <w:r>
        <w:t>301.0850</w:t>
      </w:r>
      <w:r>
        <w:tab/>
        <w:t>1.013e0</w:t>
      </w:r>
    </w:p>
    <w:p w:rsidR="00E00D30" w:rsidRDefault="00E00D30" w:rsidP="00E00D30">
      <w:r>
        <w:lastRenderedPageBreak/>
        <w:t>301.1085</w:t>
      </w:r>
      <w:r>
        <w:tab/>
        <w:t>3.038e0</w:t>
      </w:r>
    </w:p>
    <w:p w:rsidR="00E00D30" w:rsidRDefault="00E00D30" w:rsidP="00E00D30">
      <w:r>
        <w:t>301.1148</w:t>
      </w:r>
      <w:r>
        <w:tab/>
        <w:t>2.025e0</w:t>
      </w:r>
    </w:p>
    <w:p w:rsidR="00E00D30" w:rsidRDefault="00E00D30" w:rsidP="00E00D30">
      <w:r>
        <w:t>301.1171</w:t>
      </w:r>
      <w:r>
        <w:tab/>
        <w:t>2.025e0</w:t>
      </w:r>
    </w:p>
    <w:p w:rsidR="00E00D30" w:rsidRDefault="00E00D30" w:rsidP="00E00D30">
      <w:r>
        <w:t>301.1189</w:t>
      </w:r>
      <w:r>
        <w:tab/>
        <w:t>2.025e0</w:t>
      </w:r>
    </w:p>
    <w:p w:rsidR="00E00D30" w:rsidRDefault="00E00D30" w:rsidP="00E00D30">
      <w:r>
        <w:t>301.1435</w:t>
      </w:r>
      <w:r>
        <w:tab/>
        <w:t>3.038e0</w:t>
      </w:r>
    </w:p>
    <w:p w:rsidR="00E00D30" w:rsidRDefault="00E00D30" w:rsidP="00E00D30">
      <w:r>
        <w:t>301.1612</w:t>
      </w:r>
      <w:r>
        <w:tab/>
        <w:t>3.038e0</w:t>
      </w:r>
    </w:p>
    <w:p w:rsidR="00E00D30" w:rsidRDefault="00E00D30" w:rsidP="00E00D30">
      <w:r>
        <w:t>301.1681</w:t>
      </w:r>
      <w:r>
        <w:tab/>
        <w:t>2.025e0</w:t>
      </w:r>
    </w:p>
    <w:p w:rsidR="00E00D30" w:rsidRDefault="00E00D30" w:rsidP="00E00D30">
      <w:r>
        <w:t>301.1727</w:t>
      </w:r>
      <w:r>
        <w:tab/>
        <w:t>1.013e0</w:t>
      </w:r>
    </w:p>
    <w:p w:rsidR="00E00D30" w:rsidRDefault="00E00D30" w:rsidP="00E00D30">
      <w:r>
        <w:t>301.1767</w:t>
      </w:r>
      <w:r>
        <w:tab/>
        <w:t>1.013e0</w:t>
      </w:r>
    </w:p>
    <w:p w:rsidR="00E00D30" w:rsidRDefault="00E00D30" w:rsidP="00E00D30">
      <w:r>
        <w:t>301.1924</w:t>
      </w:r>
      <w:r>
        <w:tab/>
        <w:t>5.063e0</w:t>
      </w:r>
    </w:p>
    <w:p w:rsidR="00E00D30" w:rsidRDefault="00E00D30" w:rsidP="00E00D30">
      <w:r>
        <w:t>301.1960</w:t>
      </w:r>
      <w:r>
        <w:tab/>
        <w:t>1.013e0</w:t>
      </w:r>
    </w:p>
    <w:p w:rsidR="00E00D30" w:rsidRDefault="00E00D30" w:rsidP="00E00D30">
      <w:r>
        <w:t>301.2059</w:t>
      </w:r>
      <w:r>
        <w:tab/>
        <w:t>4.051e0</w:t>
      </w:r>
    </w:p>
    <w:p w:rsidR="00E00D30" w:rsidRDefault="00E00D30" w:rsidP="00E00D30">
      <w:r>
        <w:t>301.2167</w:t>
      </w:r>
      <w:r>
        <w:tab/>
        <w:t>2.025e0</w:t>
      </w:r>
    </w:p>
    <w:p w:rsidR="00E00D30" w:rsidRDefault="00E00D30" w:rsidP="00E00D30">
      <w:r>
        <w:t>301.2349</w:t>
      </w:r>
      <w:r>
        <w:tab/>
        <w:t>2.025e0</w:t>
      </w:r>
    </w:p>
    <w:p w:rsidR="00E00D30" w:rsidRDefault="00E00D30" w:rsidP="00E00D30">
      <w:r>
        <w:t>301.2365</w:t>
      </w:r>
      <w:r>
        <w:tab/>
        <w:t>3.038e0</w:t>
      </w:r>
    </w:p>
    <w:p w:rsidR="00E00D30" w:rsidRDefault="00E00D30" w:rsidP="00E00D30">
      <w:r>
        <w:t>301.2445</w:t>
      </w:r>
      <w:r>
        <w:tab/>
        <w:t>2.025e0</w:t>
      </w:r>
    </w:p>
    <w:p w:rsidR="00E00D30" w:rsidRDefault="00E00D30" w:rsidP="00E00D30">
      <w:r>
        <w:t>301.2702</w:t>
      </w:r>
      <w:r>
        <w:tab/>
        <w:t>3.038e0</w:t>
      </w:r>
    </w:p>
    <w:p w:rsidR="00E00D30" w:rsidRDefault="00E00D30" w:rsidP="00E00D30">
      <w:r>
        <w:t>301.2839</w:t>
      </w:r>
      <w:r>
        <w:tab/>
        <w:t>2.025e0</w:t>
      </w:r>
    </w:p>
    <w:p w:rsidR="00E00D30" w:rsidRDefault="00E00D30" w:rsidP="00E00D30">
      <w:r>
        <w:t>301.2853</w:t>
      </w:r>
      <w:r>
        <w:tab/>
        <w:t>2.025e0</w:t>
      </w:r>
    </w:p>
    <w:p w:rsidR="00E00D30" w:rsidRDefault="00E00D30" w:rsidP="00E00D30">
      <w:r>
        <w:lastRenderedPageBreak/>
        <w:t>301.2921</w:t>
      </w:r>
      <w:r>
        <w:tab/>
        <w:t>3.038e0</w:t>
      </w:r>
    </w:p>
    <w:p w:rsidR="00E00D30" w:rsidRDefault="00E00D30" w:rsidP="00E00D30">
      <w:r>
        <w:t>301.2941</w:t>
      </w:r>
      <w:r>
        <w:tab/>
        <w:t>2.025e0</w:t>
      </w:r>
    </w:p>
    <w:p w:rsidR="00E00D30" w:rsidRDefault="00E00D30" w:rsidP="00E00D30">
      <w:r>
        <w:t>301.2966</w:t>
      </w:r>
      <w:r>
        <w:tab/>
        <w:t>2.025e0</w:t>
      </w:r>
    </w:p>
    <w:p w:rsidR="00E00D30" w:rsidRDefault="00E00D30" w:rsidP="00E00D30">
      <w:r>
        <w:t>301.2984</w:t>
      </w:r>
      <w:r>
        <w:tab/>
        <w:t>3.038e0</w:t>
      </w:r>
    </w:p>
    <w:p w:rsidR="00E00D30" w:rsidRDefault="00E00D30" w:rsidP="00E00D30">
      <w:r>
        <w:t>301.3000</w:t>
      </w:r>
      <w:r>
        <w:tab/>
        <w:t>1.013e0</w:t>
      </w:r>
    </w:p>
    <w:p w:rsidR="00E00D30" w:rsidRDefault="00E00D30" w:rsidP="00E00D30">
      <w:r>
        <w:t>301.3036</w:t>
      </w:r>
      <w:r>
        <w:tab/>
        <w:t>2.025e0</w:t>
      </w:r>
    </w:p>
    <w:p w:rsidR="00E00D30" w:rsidRDefault="00E00D30" w:rsidP="00E00D30">
      <w:r>
        <w:t>301.3280</w:t>
      </w:r>
      <w:r>
        <w:tab/>
        <w:t>1.013e0</w:t>
      </w:r>
    </w:p>
    <w:p w:rsidR="00E00D30" w:rsidRDefault="00E00D30" w:rsidP="00E00D30">
      <w:r>
        <w:t>301.3380</w:t>
      </w:r>
      <w:r>
        <w:tab/>
        <w:t>1.013e0</w:t>
      </w:r>
    </w:p>
    <w:p w:rsidR="00E00D30" w:rsidRDefault="00E00D30" w:rsidP="00E00D30">
      <w:r>
        <w:t>301.3405</w:t>
      </w:r>
      <w:r>
        <w:tab/>
        <w:t>2.025e0</w:t>
      </w:r>
    </w:p>
    <w:p w:rsidR="00E00D30" w:rsidRDefault="00E00D30" w:rsidP="00E00D30">
      <w:r>
        <w:t>301.3839</w:t>
      </w:r>
      <w:r>
        <w:tab/>
        <w:t>1.013e0</w:t>
      </w:r>
    </w:p>
    <w:p w:rsidR="00E00D30" w:rsidRDefault="00E00D30" w:rsidP="00E00D30">
      <w:r>
        <w:t>301.3876</w:t>
      </w:r>
      <w:r>
        <w:tab/>
        <w:t>1.013e0</w:t>
      </w:r>
    </w:p>
    <w:p w:rsidR="00E00D30" w:rsidRDefault="00E00D30" w:rsidP="00E00D30">
      <w:r>
        <w:t>301.3988</w:t>
      </w:r>
      <w:r>
        <w:tab/>
        <w:t>1.013e0</w:t>
      </w:r>
    </w:p>
    <w:p w:rsidR="00E00D30" w:rsidRDefault="00E00D30" w:rsidP="00E00D30">
      <w:r>
        <w:t>301.4041</w:t>
      </w:r>
      <w:r>
        <w:tab/>
        <w:t>2.025e0</w:t>
      </w:r>
    </w:p>
    <w:p w:rsidR="00E00D30" w:rsidRDefault="00E00D30" w:rsidP="00E00D30">
      <w:r>
        <w:t>301.4158</w:t>
      </w:r>
      <w:r>
        <w:tab/>
        <w:t>1.013e0</w:t>
      </w:r>
    </w:p>
    <w:p w:rsidR="00E00D30" w:rsidRDefault="00E00D30" w:rsidP="00E00D30">
      <w:r>
        <w:t>301.4208</w:t>
      </w:r>
      <w:r>
        <w:tab/>
        <w:t>1.013e0</w:t>
      </w:r>
    </w:p>
    <w:p w:rsidR="00E00D30" w:rsidRDefault="00E00D30" w:rsidP="00E00D30">
      <w:r>
        <w:t>301.4259</w:t>
      </w:r>
      <w:r>
        <w:tab/>
        <w:t>1.013e0</w:t>
      </w:r>
    </w:p>
    <w:p w:rsidR="00E00D30" w:rsidRDefault="00E00D30" w:rsidP="00E00D30">
      <w:r>
        <w:t>301.4435</w:t>
      </w:r>
      <w:r>
        <w:tab/>
        <w:t>1.013e0</w:t>
      </w:r>
    </w:p>
    <w:p w:rsidR="00E00D30" w:rsidRDefault="00E00D30" w:rsidP="00E00D30">
      <w:r>
        <w:t>301.4633</w:t>
      </w:r>
      <w:r>
        <w:tab/>
        <w:t>1.013e0</w:t>
      </w:r>
    </w:p>
    <w:p w:rsidR="00E00D30" w:rsidRDefault="00E00D30" w:rsidP="00E00D30">
      <w:r>
        <w:t>301.4678</w:t>
      </w:r>
      <w:r>
        <w:tab/>
        <w:t>1.013e0</w:t>
      </w:r>
    </w:p>
    <w:p w:rsidR="00E00D30" w:rsidRDefault="00E00D30" w:rsidP="00E00D30">
      <w:r>
        <w:lastRenderedPageBreak/>
        <w:t>301.4993</w:t>
      </w:r>
      <w:r>
        <w:tab/>
        <w:t>1.013e0</w:t>
      </w:r>
    </w:p>
    <w:p w:rsidR="00E00D30" w:rsidRDefault="00E00D30" w:rsidP="00E00D30">
      <w:r>
        <w:t>301.5042</w:t>
      </w:r>
      <w:r>
        <w:tab/>
        <w:t>3.038e0</w:t>
      </w:r>
    </w:p>
    <w:p w:rsidR="00E00D30" w:rsidRDefault="00E00D30" w:rsidP="00E00D30">
      <w:r>
        <w:t>301.5136</w:t>
      </w:r>
      <w:r>
        <w:tab/>
        <w:t>1.013e0</w:t>
      </w:r>
    </w:p>
    <w:p w:rsidR="00E00D30" w:rsidRDefault="00E00D30" w:rsidP="00E00D30">
      <w:r>
        <w:t>301.5414</w:t>
      </w:r>
      <w:r>
        <w:tab/>
        <w:t>1.013e0</w:t>
      </w:r>
    </w:p>
    <w:p w:rsidR="00E00D30" w:rsidRDefault="00E00D30" w:rsidP="00E00D30">
      <w:r>
        <w:t>301.5592</w:t>
      </w:r>
      <w:r>
        <w:tab/>
        <w:t>2.025e0</w:t>
      </w:r>
    </w:p>
    <w:p w:rsidR="00E00D30" w:rsidRDefault="00E00D30" w:rsidP="00E00D30">
      <w:r>
        <w:t>301.5738</w:t>
      </w:r>
      <w:r>
        <w:tab/>
        <w:t>1.013e0</w:t>
      </w:r>
    </w:p>
    <w:p w:rsidR="00E00D30" w:rsidRDefault="00E00D30" w:rsidP="00E00D30">
      <w:r>
        <w:t>301.5790</w:t>
      </w:r>
      <w:r>
        <w:tab/>
        <w:t>1.013e0</w:t>
      </w:r>
    </w:p>
    <w:p w:rsidR="00E00D30" w:rsidRDefault="00E00D30" w:rsidP="00E00D30">
      <w:r>
        <w:t>301.6467</w:t>
      </w:r>
      <w:r>
        <w:tab/>
        <w:t>1.013e0</w:t>
      </w:r>
    </w:p>
    <w:p w:rsidR="00E00D30" w:rsidRDefault="00E00D30" w:rsidP="00E00D30">
      <w:r>
        <w:t>301.6566</w:t>
      </w:r>
      <w:r>
        <w:tab/>
        <w:t>1.013e0</w:t>
      </w:r>
    </w:p>
    <w:p w:rsidR="00E00D30" w:rsidRDefault="00E00D30" w:rsidP="00E00D30">
      <w:r>
        <w:t>301.6617</w:t>
      </w:r>
      <w:r>
        <w:tab/>
        <w:t>1.013e0</w:t>
      </w:r>
    </w:p>
    <w:p w:rsidR="00E00D30" w:rsidRDefault="00E00D30" w:rsidP="00E00D30">
      <w:r>
        <w:t>301.6895</w:t>
      </w:r>
      <w:r>
        <w:tab/>
        <w:t>1.013e0</w:t>
      </w:r>
    </w:p>
    <w:p w:rsidR="00E00D30" w:rsidRDefault="00E00D30" w:rsidP="00E00D30">
      <w:r>
        <w:t>301.6984</w:t>
      </w:r>
      <w:r>
        <w:tab/>
        <w:t>1.013e0</w:t>
      </w:r>
    </w:p>
    <w:p w:rsidR="00E00D30" w:rsidRDefault="00E00D30" w:rsidP="00E00D30">
      <w:r>
        <w:t>301.7220</w:t>
      </w:r>
      <w:r>
        <w:tab/>
        <w:t>1.013e0</w:t>
      </w:r>
    </w:p>
    <w:p w:rsidR="00E00D30" w:rsidRDefault="00E00D30" w:rsidP="00E00D30">
      <w:r>
        <w:t>301.7283</w:t>
      </w:r>
      <w:r>
        <w:tab/>
        <w:t>3.038e0</w:t>
      </w:r>
    </w:p>
    <w:p w:rsidR="00E00D30" w:rsidRDefault="00E00D30" w:rsidP="00E00D30">
      <w:r>
        <w:t>301.7304</w:t>
      </w:r>
      <w:r>
        <w:tab/>
        <w:t>1.013e0</w:t>
      </w:r>
    </w:p>
    <w:p w:rsidR="00E00D30" w:rsidRDefault="00E00D30" w:rsidP="00E00D30">
      <w:r>
        <w:t>301.7384</w:t>
      </w:r>
      <w:r>
        <w:tab/>
        <w:t>1.013e0</w:t>
      </w:r>
    </w:p>
    <w:p w:rsidR="00E00D30" w:rsidRDefault="00E00D30" w:rsidP="00E00D30">
      <w:r>
        <w:t>301.7441</w:t>
      </w:r>
      <w:r>
        <w:tab/>
        <w:t>1.013e0</w:t>
      </w:r>
    </w:p>
    <w:p w:rsidR="00E00D30" w:rsidRDefault="00E00D30" w:rsidP="00E00D30">
      <w:r>
        <w:t>301.7582</w:t>
      </w:r>
      <w:r>
        <w:tab/>
        <w:t>1.013e0</w:t>
      </w:r>
    </w:p>
    <w:p w:rsidR="00E00D30" w:rsidRDefault="00E00D30" w:rsidP="00E00D30">
      <w:r>
        <w:t>301.7881</w:t>
      </w:r>
      <w:r>
        <w:tab/>
        <w:t>2.025e0</w:t>
      </w:r>
    </w:p>
    <w:p w:rsidR="00E00D30" w:rsidRDefault="00E00D30" w:rsidP="00E00D30">
      <w:r>
        <w:lastRenderedPageBreak/>
        <w:t>301.7900</w:t>
      </w:r>
      <w:r>
        <w:tab/>
        <w:t>1.013e0</w:t>
      </w:r>
    </w:p>
    <w:p w:rsidR="00E00D30" w:rsidRDefault="00E00D30" w:rsidP="00E00D30">
      <w:r>
        <w:t>301.7988</w:t>
      </w:r>
      <w:r>
        <w:tab/>
        <w:t>1.013e0</w:t>
      </w:r>
    </w:p>
    <w:p w:rsidR="00E00D30" w:rsidRDefault="00E00D30" w:rsidP="00E00D30">
      <w:r>
        <w:t>301.8103</w:t>
      </w:r>
      <w:r>
        <w:tab/>
        <w:t>1.013e0</w:t>
      </w:r>
    </w:p>
    <w:p w:rsidR="00E00D30" w:rsidRDefault="00E00D30" w:rsidP="00E00D30">
      <w:r>
        <w:t>301.8374</w:t>
      </w:r>
      <w:r>
        <w:tab/>
        <w:t>1.013e0</w:t>
      </w:r>
    </w:p>
    <w:p w:rsidR="00E00D30" w:rsidRDefault="00E00D30" w:rsidP="00E00D30">
      <w:r>
        <w:t>301.8463</w:t>
      </w:r>
      <w:r>
        <w:tab/>
        <w:t>1.013e0</w:t>
      </w:r>
    </w:p>
    <w:p w:rsidR="00E00D30" w:rsidRDefault="00E00D30" w:rsidP="00E00D30">
      <w:r>
        <w:t>301.8593</w:t>
      </w:r>
      <w:r>
        <w:tab/>
        <w:t>1.013e0</w:t>
      </w:r>
    </w:p>
    <w:p w:rsidR="00E00D30" w:rsidRDefault="00E00D30" w:rsidP="00E00D30">
      <w:r>
        <w:t>301.8976</w:t>
      </w:r>
      <w:r>
        <w:tab/>
        <w:t>1.013e0</w:t>
      </w:r>
    </w:p>
    <w:p w:rsidR="00E00D30" w:rsidRDefault="00E00D30" w:rsidP="00E00D30">
      <w:r>
        <w:t>301.9016</w:t>
      </w:r>
      <w:r>
        <w:tab/>
        <w:t>1.013e0</w:t>
      </w:r>
    </w:p>
    <w:p w:rsidR="00E00D30" w:rsidRDefault="00E00D30" w:rsidP="00E00D30">
      <w:r>
        <w:t>301.9529</w:t>
      </w:r>
      <w:r>
        <w:tab/>
        <w:t>2.025e0</w:t>
      </w:r>
    </w:p>
    <w:p w:rsidR="00E00D30" w:rsidRDefault="00E00D30" w:rsidP="00E00D30">
      <w:r>
        <w:t>301.9585</w:t>
      </w:r>
      <w:r>
        <w:tab/>
        <w:t>7.089e0</w:t>
      </w:r>
    </w:p>
    <w:p w:rsidR="00E00D30" w:rsidRDefault="00E00D30" w:rsidP="00E00D30">
      <w:r>
        <w:t>301.9596</w:t>
      </w:r>
      <w:r>
        <w:tab/>
        <w:t>3.038e0</w:t>
      </w:r>
    </w:p>
    <w:p w:rsidR="00E00D30" w:rsidRDefault="00E00D30" w:rsidP="00E00D30">
      <w:r>
        <w:t>301.9705</w:t>
      </w:r>
      <w:r>
        <w:tab/>
        <w:t>2.025e0</w:t>
      </w:r>
    </w:p>
    <w:p w:rsidR="00E00D30" w:rsidRDefault="00E00D30" w:rsidP="00E00D30">
      <w:r>
        <w:t>301.9726</w:t>
      </w:r>
      <w:r>
        <w:tab/>
        <w:t>2.025e0</w:t>
      </w:r>
    </w:p>
    <w:p w:rsidR="00E00D30" w:rsidRDefault="00E00D30" w:rsidP="00E00D30">
      <w:r>
        <w:t>301.9752</w:t>
      </w:r>
      <w:r>
        <w:tab/>
        <w:t>2.025e0</w:t>
      </w:r>
    </w:p>
    <w:p w:rsidR="00E00D30" w:rsidRDefault="00E00D30" w:rsidP="00E00D30">
      <w:r>
        <w:t>301.9805</w:t>
      </w:r>
      <w:r>
        <w:tab/>
        <w:t>1.013e0</w:t>
      </w:r>
    </w:p>
    <w:p w:rsidR="00E00D30" w:rsidRDefault="00E00D30" w:rsidP="00E00D30">
      <w:r>
        <w:t>302.0038</w:t>
      </w:r>
      <w:r>
        <w:tab/>
        <w:t>2.025e0</w:t>
      </w:r>
    </w:p>
    <w:p w:rsidR="00E00D30" w:rsidRDefault="00E00D30" w:rsidP="00E00D30">
      <w:r>
        <w:t>302.0094</w:t>
      </w:r>
      <w:r>
        <w:tab/>
        <w:t>3.038e0</w:t>
      </w:r>
    </w:p>
    <w:p w:rsidR="00E00D30" w:rsidRDefault="00E00D30" w:rsidP="00E00D30">
      <w:r>
        <w:t>302.0158</w:t>
      </w:r>
      <w:r>
        <w:tab/>
        <w:t>3.038e0</w:t>
      </w:r>
    </w:p>
    <w:p w:rsidR="00E00D30" w:rsidRDefault="00E00D30" w:rsidP="00E00D30">
      <w:r>
        <w:t>302.0214</w:t>
      </w:r>
      <w:r>
        <w:tab/>
        <w:t>2.025e0</w:t>
      </w:r>
    </w:p>
    <w:p w:rsidR="00E00D30" w:rsidRDefault="00E00D30" w:rsidP="00E00D30">
      <w:r>
        <w:lastRenderedPageBreak/>
        <w:t>302.0265</w:t>
      </w:r>
      <w:r>
        <w:tab/>
        <w:t>6.076e0</w:t>
      </w:r>
    </w:p>
    <w:p w:rsidR="00E00D30" w:rsidRDefault="00E00D30" w:rsidP="00E00D30">
      <w:r>
        <w:t>302.0294</w:t>
      </w:r>
      <w:r>
        <w:tab/>
        <w:t>1.013e0</w:t>
      </w:r>
    </w:p>
    <w:p w:rsidR="00E00D30" w:rsidRDefault="00E00D30" w:rsidP="00E00D30">
      <w:r>
        <w:t>302.0493</w:t>
      </w:r>
      <w:r>
        <w:tab/>
        <w:t>2.025e0</w:t>
      </w:r>
    </w:p>
    <w:p w:rsidR="00E00D30" w:rsidRDefault="00E00D30" w:rsidP="00E00D30">
      <w:r>
        <w:t>302.0531</w:t>
      </w:r>
      <w:r>
        <w:tab/>
        <w:t>3.038e0</w:t>
      </w:r>
    </w:p>
    <w:p w:rsidR="00E00D30" w:rsidRDefault="00E00D30" w:rsidP="00E00D30">
      <w:r>
        <w:t>302.0730</w:t>
      </w:r>
      <w:r>
        <w:tab/>
        <w:t>1.013e0</w:t>
      </w:r>
    </w:p>
    <w:p w:rsidR="00E00D30" w:rsidRDefault="00E00D30" w:rsidP="00E00D30">
      <w:r>
        <w:t>302.0853</w:t>
      </w:r>
      <w:r>
        <w:tab/>
        <w:t>1.013e0</w:t>
      </w:r>
    </w:p>
    <w:p w:rsidR="00E00D30" w:rsidRDefault="00E00D30" w:rsidP="00E00D30">
      <w:r>
        <w:t>302.0894</w:t>
      </w:r>
      <w:r>
        <w:tab/>
        <w:t>4.051e0</w:t>
      </w:r>
    </w:p>
    <w:p w:rsidR="00E00D30" w:rsidRDefault="00E00D30" w:rsidP="00E00D30">
      <w:r>
        <w:t>302.0935</w:t>
      </w:r>
      <w:r>
        <w:tab/>
        <w:t>3.038e0</w:t>
      </w:r>
    </w:p>
    <w:p w:rsidR="00E00D30" w:rsidRDefault="00E00D30" w:rsidP="00E00D30">
      <w:r>
        <w:t>302.0955</w:t>
      </w:r>
      <w:r>
        <w:tab/>
        <w:t>1.013e0</w:t>
      </w:r>
    </w:p>
    <w:p w:rsidR="00E00D30" w:rsidRDefault="00E00D30" w:rsidP="00E00D30">
      <w:r>
        <w:t>302.1010</w:t>
      </w:r>
      <w:r>
        <w:tab/>
        <w:t>2.025e0</w:t>
      </w:r>
    </w:p>
    <w:p w:rsidR="00E00D30" w:rsidRDefault="00E00D30" w:rsidP="00E00D30">
      <w:r>
        <w:t>302.1326</w:t>
      </w:r>
      <w:r>
        <w:tab/>
        <w:t>2.025e0</w:t>
      </w:r>
    </w:p>
    <w:p w:rsidR="00E00D30" w:rsidRDefault="00E00D30" w:rsidP="00E00D30">
      <w:r>
        <w:t>302.1412</w:t>
      </w:r>
      <w:r>
        <w:tab/>
        <w:t>1.013e0</w:t>
      </w:r>
    </w:p>
    <w:p w:rsidR="00E00D30" w:rsidRDefault="00E00D30" w:rsidP="00E00D30">
      <w:r>
        <w:t>302.1448</w:t>
      </w:r>
      <w:r>
        <w:tab/>
        <w:t>1.013e0</w:t>
      </w:r>
    </w:p>
    <w:p w:rsidR="00E00D30" w:rsidRDefault="00E00D30" w:rsidP="00E00D30">
      <w:r>
        <w:t>302.1522</w:t>
      </w:r>
      <w:r>
        <w:tab/>
        <w:t>3.038e0</w:t>
      </w:r>
    </w:p>
    <w:p w:rsidR="00E00D30" w:rsidRDefault="00E00D30" w:rsidP="00E00D30">
      <w:r>
        <w:t>302.1729</w:t>
      </w:r>
      <w:r>
        <w:tab/>
        <w:t>1.013e0</w:t>
      </w:r>
    </w:p>
    <w:p w:rsidR="00E00D30" w:rsidRDefault="00E00D30" w:rsidP="00E00D30">
      <w:r>
        <w:t>302.1779</w:t>
      </w:r>
      <w:r>
        <w:tab/>
        <w:t>1.013e0</w:t>
      </w:r>
    </w:p>
    <w:p w:rsidR="00E00D30" w:rsidRDefault="00E00D30" w:rsidP="00E00D30">
      <w:r>
        <w:t>302.1802</w:t>
      </w:r>
      <w:r>
        <w:tab/>
        <w:t>3.038e0</w:t>
      </w:r>
    </w:p>
    <w:p w:rsidR="00E00D30" w:rsidRDefault="00E00D30" w:rsidP="00E00D30">
      <w:r>
        <w:t>302.1886</w:t>
      </w:r>
      <w:r>
        <w:tab/>
        <w:t>2.025e0</w:t>
      </w:r>
    </w:p>
    <w:p w:rsidR="00E00D30" w:rsidRDefault="00E00D30" w:rsidP="00E00D30">
      <w:r>
        <w:t>302.1964</w:t>
      </w:r>
      <w:r>
        <w:tab/>
        <w:t>2.025e0</w:t>
      </w:r>
    </w:p>
    <w:p w:rsidR="00E00D30" w:rsidRDefault="00E00D30" w:rsidP="00E00D30">
      <w:r>
        <w:lastRenderedPageBreak/>
        <w:t>302.2090</w:t>
      </w:r>
      <w:r>
        <w:tab/>
        <w:t>2.025e0</w:t>
      </w:r>
    </w:p>
    <w:p w:rsidR="00E00D30" w:rsidRDefault="00E00D30" w:rsidP="00E00D30">
      <w:r>
        <w:t>302.2311</w:t>
      </w:r>
      <w:r>
        <w:tab/>
        <w:t>6.076e0</w:t>
      </w:r>
    </w:p>
    <w:p w:rsidR="00E00D30" w:rsidRDefault="00E00D30" w:rsidP="00E00D30">
      <w:r>
        <w:t>302.2382</w:t>
      </w:r>
      <w:r>
        <w:tab/>
        <w:t>1.013e0</w:t>
      </w:r>
    </w:p>
    <w:p w:rsidR="00E00D30" w:rsidRDefault="00E00D30" w:rsidP="00E00D30">
      <w:r>
        <w:t>302.2437</w:t>
      </w:r>
      <w:r>
        <w:tab/>
        <w:t>1.013e0</w:t>
      </w:r>
    </w:p>
    <w:p w:rsidR="00E00D30" w:rsidRDefault="00E00D30" w:rsidP="00E00D30">
      <w:r>
        <w:t>302.2541</w:t>
      </w:r>
      <w:r>
        <w:tab/>
        <w:t>2.025e0</w:t>
      </w:r>
    </w:p>
    <w:p w:rsidR="00E00D30" w:rsidRDefault="00E00D30" w:rsidP="00E00D30">
      <w:r>
        <w:t>302.2657</w:t>
      </w:r>
      <w:r>
        <w:tab/>
        <w:t>1.013e0</w:t>
      </w:r>
    </w:p>
    <w:p w:rsidR="00E00D30" w:rsidRDefault="00E00D30" w:rsidP="00E00D30">
      <w:r>
        <w:t>302.2712</w:t>
      </w:r>
      <w:r>
        <w:tab/>
        <w:t>1.013e0</w:t>
      </w:r>
    </w:p>
    <w:p w:rsidR="00E00D30" w:rsidRDefault="00E00D30" w:rsidP="00E00D30">
      <w:r>
        <w:t>302.2805</w:t>
      </w:r>
      <w:r>
        <w:tab/>
        <w:t>1.013e0</w:t>
      </w:r>
    </w:p>
    <w:p w:rsidR="00E00D30" w:rsidRDefault="00E00D30" w:rsidP="00E00D30">
      <w:r>
        <w:t>302.2843</w:t>
      </w:r>
      <w:r>
        <w:tab/>
        <w:t>2.025e0</w:t>
      </w:r>
    </w:p>
    <w:p w:rsidR="00E00D30" w:rsidRDefault="00E00D30" w:rsidP="00E00D30">
      <w:r>
        <w:t>302.2885</w:t>
      </w:r>
      <w:r>
        <w:tab/>
        <w:t>1.013e0</w:t>
      </w:r>
    </w:p>
    <w:p w:rsidR="00E00D30" w:rsidRDefault="00E00D30" w:rsidP="00E00D30">
      <w:r>
        <w:t>302.3126</w:t>
      </w:r>
      <w:r>
        <w:tab/>
        <w:t>1.013e0</w:t>
      </w:r>
    </w:p>
    <w:p w:rsidR="00E00D30" w:rsidRDefault="00E00D30" w:rsidP="00E00D30">
      <w:r>
        <w:t>302.3160</w:t>
      </w:r>
      <w:r>
        <w:tab/>
        <w:t>1.013e0</w:t>
      </w:r>
    </w:p>
    <w:p w:rsidR="00E00D30" w:rsidRDefault="00E00D30" w:rsidP="00E00D30">
      <w:r>
        <w:t>302.3262</w:t>
      </w:r>
      <w:r>
        <w:tab/>
        <w:t>1.013e0</w:t>
      </w:r>
    </w:p>
    <w:p w:rsidR="00E00D30" w:rsidRDefault="00E00D30" w:rsidP="00E00D30">
      <w:r>
        <w:t>302.3322</w:t>
      </w:r>
      <w:r>
        <w:tab/>
        <w:t>2.025e0</w:t>
      </w:r>
    </w:p>
    <w:p w:rsidR="00E00D30" w:rsidRDefault="00E00D30" w:rsidP="00E00D30">
      <w:r>
        <w:t>302.3639</w:t>
      </w:r>
      <w:r>
        <w:tab/>
        <w:t>1.013e0</w:t>
      </w:r>
    </w:p>
    <w:p w:rsidR="00E00D30" w:rsidRDefault="00E00D30" w:rsidP="00E00D30">
      <w:r>
        <w:t>302.3677</w:t>
      </w:r>
      <w:r>
        <w:tab/>
        <w:t>1.013e0</w:t>
      </w:r>
    </w:p>
    <w:p w:rsidR="00E00D30" w:rsidRDefault="00E00D30" w:rsidP="00E00D30">
      <w:r>
        <w:t>302.3742</w:t>
      </w:r>
      <w:r>
        <w:tab/>
        <w:t>2.025e0</w:t>
      </w:r>
    </w:p>
    <w:p w:rsidR="00E00D30" w:rsidRDefault="00E00D30" w:rsidP="00E00D30">
      <w:r>
        <w:t>302.4236</w:t>
      </w:r>
      <w:r>
        <w:tab/>
        <w:t>1.013e0</w:t>
      </w:r>
    </w:p>
    <w:p w:rsidR="00E00D30" w:rsidRDefault="00E00D30" w:rsidP="00E00D30">
      <w:r>
        <w:t>302.4321</w:t>
      </w:r>
      <w:r>
        <w:tab/>
        <w:t>1.013e0</w:t>
      </w:r>
    </w:p>
    <w:p w:rsidR="00E00D30" w:rsidRDefault="00E00D30" w:rsidP="00E00D30">
      <w:r>
        <w:lastRenderedPageBreak/>
        <w:t>302.4472</w:t>
      </w:r>
      <w:r>
        <w:tab/>
        <w:t>1.013e0</w:t>
      </w:r>
    </w:p>
    <w:p w:rsidR="00E00D30" w:rsidRDefault="00E00D30" w:rsidP="00E00D30">
      <w:r>
        <w:t>302.4795</w:t>
      </w:r>
      <w:r>
        <w:tab/>
        <w:t>1.013e0</w:t>
      </w:r>
    </w:p>
    <w:p w:rsidR="00E00D30" w:rsidRDefault="00E00D30" w:rsidP="00E00D30">
      <w:r>
        <w:t>302.5022</w:t>
      </w:r>
      <w:r>
        <w:tab/>
        <w:t>1.013e0</w:t>
      </w:r>
    </w:p>
    <w:p w:rsidR="00E00D30" w:rsidRDefault="00E00D30" w:rsidP="00E00D30">
      <w:r>
        <w:t>302.5074</w:t>
      </w:r>
      <w:r>
        <w:tab/>
        <w:t>1.013e0</w:t>
      </w:r>
    </w:p>
    <w:p w:rsidR="00E00D30" w:rsidRDefault="00E00D30" w:rsidP="00E00D30">
      <w:r>
        <w:t>302.5194</w:t>
      </w:r>
      <w:r>
        <w:tab/>
        <w:t>1.013e0</w:t>
      </w:r>
    </w:p>
    <w:p w:rsidR="00E00D30" w:rsidRDefault="00E00D30" w:rsidP="00E00D30">
      <w:r>
        <w:t>302.5353</w:t>
      </w:r>
      <w:r>
        <w:tab/>
        <w:t>1.013e0</w:t>
      </w:r>
    </w:p>
    <w:p w:rsidR="00E00D30" w:rsidRDefault="00E00D30" w:rsidP="00E00D30">
      <w:r>
        <w:t>302.5628</w:t>
      </w:r>
      <w:r>
        <w:tab/>
        <w:t>1.013e0</w:t>
      </w:r>
    </w:p>
    <w:p w:rsidR="00E00D30" w:rsidRDefault="00E00D30" w:rsidP="00E00D30">
      <w:r>
        <w:t>302.5756</w:t>
      </w:r>
      <w:r>
        <w:tab/>
        <w:t>1.013e0</w:t>
      </w:r>
    </w:p>
    <w:p w:rsidR="00E00D30" w:rsidRDefault="00E00D30" w:rsidP="00E00D30">
      <w:r>
        <w:t>302.5949</w:t>
      </w:r>
      <w:r>
        <w:tab/>
        <w:t>1.013e0</w:t>
      </w:r>
    </w:p>
    <w:p w:rsidR="00E00D30" w:rsidRDefault="00E00D30" w:rsidP="00E00D30">
      <w:r>
        <w:t>302.6122</w:t>
      </w:r>
      <w:r>
        <w:tab/>
        <w:t>1.013e0</w:t>
      </w:r>
    </w:p>
    <w:p w:rsidR="00E00D30" w:rsidRDefault="00E00D30" w:rsidP="00E00D30">
      <w:r>
        <w:t>302.6399</w:t>
      </w:r>
      <w:r>
        <w:tab/>
        <w:t>1.013e0</w:t>
      </w:r>
    </w:p>
    <w:p w:rsidR="00E00D30" w:rsidRDefault="00E00D30" w:rsidP="00E00D30">
      <w:r>
        <w:t>302.6453</w:t>
      </w:r>
      <w:r>
        <w:tab/>
        <w:t>2.025e0</w:t>
      </w:r>
    </w:p>
    <w:p w:rsidR="00E00D30" w:rsidRDefault="00E00D30" w:rsidP="00E00D30">
      <w:r>
        <w:t>302.6633</w:t>
      </w:r>
      <w:r>
        <w:tab/>
        <w:t>1.013e0</w:t>
      </w:r>
    </w:p>
    <w:p w:rsidR="00E00D30" w:rsidRDefault="00E00D30" w:rsidP="00E00D30">
      <w:r>
        <w:t>302.6784</w:t>
      </w:r>
      <w:r>
        <w:tab/>
        <w:t>1.013e0</w:t>
      </w:r>
    </w:p>
    <w:p w:rsidR="00E00D30" w:rsidRDefault="00E00D30" w:rsidP="00E00D30">
      <w:r>
        <w:t>302.6950</w:t>
      </w:r>
      <w:r>
        <w:tab/>
        <w:t>2.025e0</w:t>
      </w:r>
    </w:p>
    <w:p w:rsidR="00E00D30" w:rsidRDefault="00E00D30" w:rsidP="00E00D30">
      <w:r>
        <w:t>302.7386</w:t>
      </w:r>
      <w:r>
        <w:tab/>
        <w:t>1.013e0</w:t>
      </w:r>
    </w:p>
    <w:p w:rsidR="00E00D30" w:rsidRDefault="00E00D30" w:rsidP="00E00D30">
      <w:r>
        <w:t>302.7608</w:t>
      </w:r>
      <w:r>
        <w:tab/>
        <w:t>1.013e0</w:t>
      </w:r>
    </w:p>
    <w:p w:rsidR="00E00D30" w:rsidRDefault="00E00D30" w:rsidP="00E00D30">
      <w:r>
        <w:t>302.7703</w:t>
      </w:r>
      <w:r>
        <w:tab/>
        <w:t>1.013e0</w:t>
      </w:r>
    </w:p>
    <w:p w:rsidR="00E00D30" w:rsidRDefault="00E00D30" w:rsidP="00E00D30">
      <w:r>
        <w:t>302.7745</w:t>
      </w:r>
      <w:r>
        <w:tab/>
        <w:t>1.013e0</w:t>
      </w:r>
    </w:p>
    <w:p w:rsidR="00E00D30" w:rsidRDefault="00E00D30" w:rsidP="00E00D30">
      <w:r>
        <w:lastRenderedPageBreak/>
        <w:t>302.7785</w:t>
      </w:r>
      <w:r>
        <w:tab/>
        <w:t>1.013e0</w:t>
      </w:r>
    </w:p>
    <w:p w:rsidR="00E00D30" w:rsidRDefault="00E00D30" w:rsidP="00E00D30">
      <w:r>
        <w:t>302.7889</w:t>
      </w:r>
      <w:r>
        <w:tab/>
        <w:t>1.013e0</w:t>
      </w:r>
    </w:p>
    <w:p w:rsidR="00E00D30" w:rsidRDefault="00E00D30" w:rsidP="00E00D30">
      <w:r>
        <w:t>302.8263</w:t>
      </w:r>
      <w:r>
        <w:tab/>
        <w:t>1.013e0</w:t>
      </w:r>
    </w:p>
    <w:p w:rsidR="00E00D30" w:rsidRDefault="00E00D30" w:rsidP="00E00D30">
      <w:r>
        <w:t>302.8301</w:t>
      </w:r>
      <w:r>
        <w:tab/>
        <w:t>1.013e0</w:t>
      </w:r>
    </w:p>
    <w:p w:rsidR="00E00D30" w:rsidRDefault="00E00D30" w:rsidP="00E00D30">
      <w:r>
        <w:t>302.8626</w:t>
      </w:r>
      <w:r>
        <w:tab/>
        <w:t>1.013e0</w:t>
      </w:r>
    </w:p>
    <w:p w:rsidR="00E00D30" w:rsidRDefault="00E00D30" w:rsidP="00E00D30">
      <w:r>
        <w:t>302.8709</w:t>
      </w:r>
      <w:r>
        <w:tab/>
        <w:t>1.013e0</w:t>
      </w:r>
    </w:p>
    <w:p w:rsidR="00E00D30" w:rsidRDefault="00E00D30" w:rsidP="00E00D30">
      <w:r>
        <w:t>302.8770</w:t>
      </w:r>
      <w:r>
        <w:tab/>
        <w:t>1.013e0</w:t>
      </w:r>
    </w:p>
    <w:p w:rsidR="00E00D30" w:rsidRDefault="00E00D30" w:rsidP="00E00D30">
      <w:r>
        <w:t>302.8944</w:t>
      </w:r>
      <w:r>
        <w:tab/>
        <w:t>3.038e0</w:t>
      </w:r>
    </w:p>
    <w:p w:rsidR="00E00D30" w:rsidRDefault="00E00D30" w:rsidP="00E00D30">
      <w:r>
        <w:t>302.9020</w:t>
      </w:r>
      <w:r>
        <w:tab/>
        <w:t>2.025e0</w:t>
      </w:r>
    </w:p>
    <w:p w:rsidR="00E00D30" w:rsidRDefault="00E00D30" w:rsidP="00E00D30">
      <w:r>
        <w:t>302.9225</w:t>
      </w:r>
      <w:r>
        <w:tab/>
        <w:t>1.013e0</w:t>
      </w:r>
    </w:p>
    <w:p w:rsidR="00E00D30" w:rsidRDefault="00E00D30" w:rsidP="00E00D30">
      <w:r>
        <w:t>302.9358</w:t>
      </w:r>
      <w:r>
        <w:tab/>
        <w:t>2.025e0</w:t>
      </w:r>
    </w:p>
    <w:p w:rsidR="00E00D30" w:rsidRDefault="00E00D30" w:rsidP="00E00D30">
      <w:r>
        <w:t>302.9645</w:t>
      </w:r>
      <w:r>
        <w:tab/>
        <w:t>1.013e0</w:t>
      </w:r>
    </w:p>
    <w:p w:rsidR="00E00D30" w:rsidRDefault="00E00D30" w:rsidP="00E00D30">
      <w:r>
        <w:t>302.9998</w:t>
      </w:r>
      <w:r>
        <w:tab/>
        <w:t>2.762e0</w:t>
      </w:r>
    </w:p>
    <w:p w:rsidR="00E00D30" w:rsidRDefault="00E00D30" w:rsidP="00E00D30">
      <w:r>
        <w:t>303.0081</w:t>
      </w:r>
      <w:r>
        <w:tab/>
        <w:t>3.148e0</w:t>
      </w:r>
    </w:p>
    <w:p w:rsidR="00E00D30" w:rsidRDefault="00E00D30" w:rsidP="00E00D30">
      <w:r>
        <w:t>303.0160</w:t>
      </w:r>
      <w:r>
        <w:tab/>
        <w:t>5.063e0</w:t>
      </w:r>
    </w:p>
    <w:p w:rsidR="00E00D30" w:rsidRDefault="00E00D30" w:rsidP="00E00D30">
      <w:r>
        <w:t>303.0179</w:t>
      </w:r>
      <w:r>
        <w:tab/>
        <w:t>4.051e0</w:t>
      </w:r>
    </w:p>
    <w:p w:rsidR="00E00D30" w:rsidRDefault="00E00D30" w:rsidP="00E00D30">
      <w:r>
        <w:t>303.0215</w:t>
      </w:r>
      <w:r>
        <w:tab/>
        <w:t>2.025e0</w:t>
      </w:r>
    </w:p>
    <w:p w:rsidR="00E00D30" w:rsidRDefault="00E00D30" w:rsidP="00E00D30">
      <w:r>
        <w:t>303.0245</w:t>
      </w:r>
      <w:r>
        <w:tab/>
        <w:t>5.063e0</w:t>
      </w:r>
    </w:p>
    <w:p w:rsidR="00E00D30" w:rsidRDefault="00E00D30" w:rsidP="00E00D30">
      <w:r>
        <w:t>303.0256</w:t>
      </w:r>
      <w:r>
        <w:tab/>
        <w:t>3.038e0</w:t>
      </w:r>
    </w:p>
    <w:p w:rsidR="00E00D30" w:rsidRDefault="00E00D30" w:rsidP="00E00D30">
      <w:r>
        <w:lastRenderedPageBreak/>
        <w:t>303.0301</w:t>
      </w:r>
      <w:r>
        <w:tab/>
        <w:t>8.101e0</w:t>
      </w:r>
    </w:p>
    <w:p w:rsidR="00E00D30" w:rsidRDefault="00E00D30" w:rsidP="00E00D30">
      <w:r>
        <w:t>303.0343</w:t>
      </w:r>
      <w:r>
        <w:tab/>
        <w:t>4.134e0</w:t>
      </w:r>
    </w:p>
    <w:p w:rsidR="00E00D30" w:rsidRDefault="00E00D30" w:rsidP="00E00D30">
      <w:r>
        <w:t>303.0371</w:t>
      </w:r>
      <w:r>
        <w:tab/>
        <w:t>8.101e0</w:t>
      </w:r>
    </w:p>
    <w:p w:rsidR="00E00D30" w:rsidRDefault="00E00D30" w:rsidP="00E00D30">
      <w:r>
        <w:t>303.0411</w:t>
      </w:r>
      <w:r>
        <w:tab/>
        <w:t>6.076e0</w:t>
      </w:r>
    </w:p>
    <w:p w:rsidR="00E00D30" w:rsidRDefault="00E00D30" w:rsidP="00E00D30">
      <w:r>
        <w:t>303.0517</w:t>
      </w:r>
      <w:r>
        <w:tab/>
        <w:t>4.888e0</w:t>
      </w:r>
    </w:p>
    <w:p w:rsidR="00E00D30" w:rsidRDefault="00E00D30" w:rsidP="00E00D30">
      <w:r>
        <w:t>303.0776</w:t>
      </w:r>
      <w:r>
        <w:tab/>
        <w:t>2.025e0</w:t>
      </w:r>
    </w:p>
    <w:p w:rsidR="00E00D30" w:rsidRDefault="00E00D30" w:rsidP="00E00D30">
      <w:r>
        <w:t>303.0804</w:t>
      </w:r>
      <w:r>
        <w:tab/>
        <w:t>3.038e0</w:t>
      </w:r>
    </w:p>
    <w:p w:rsidR="00E00D30" w:rsidRDefault="00E00D30" w:rsidP="00E00D30">
      <w:r>
        <w:t>303.0894</w:t>
      </w:r>
      <w:r>
        <w:tab/>
        <w:t>1.013e0</w:t>
      </w:r>
    </w:p>
    <w:p w:rsidR="00E00D30" w:rsidRDefault="00E00D30" w:rsidP="00E00D30">
      <w:r>
        <w:t>303.1075</w:t>
      </w:r>
      <w:r>
        <w:tab/>
        <w:t>2.025e0</w:t>
      </w:r>
    </w:p>
    <w:p w:rsidR="00E00D30" w:rsidRDefault="00E00D30" w:rsidP="00E00D30">
      <w:r>
        <w:t>303.1119</w:t>
      </w:r>
      <w:r>
        <w:tab/>
        <w:t>2.025e0</w:t>
      </w:r>
    </w:p>
    <w:p w:rsidR="00E00D30" w:rsidRDefault="00E00D30" w:rsidP="00E00D30">
      <w:r>
        <w:t>303.1212</w:t>
      </w:r>
      <w:r>
        <w:tab/>
        <w:t>1.013e0</w:t>
      </w:r>
    </w:p>
    <w:p w:rsidR="00E00D30" w:rsidRDefault="00E00D30" w:rsidP="00E00D30">
      <w:r>
        <w:t>303.1333</w:t>
      </w:r>
      <w:r>
        <w:tab/>
        <w:t>2.025e0</w:t>
      </w:r>
    </w:p>
    <w:p w:rsidR="00E00D30" w:rsidRDefault="00E00D30" w:rsidP="00E00D30">
      <w:r>
        <w:t>303.1362</w:t>
      </w:r>
      <w:r>
        <w:tab/>
        <w:t>3.038e0</w:t>
      </w:r>
    </w:p>
    <w:p w:rsidR="00E00D30" w:rsidRDefault="00E00D30" w:rsidP="00E00D30">
      <w:r>
        <w:t>303.1428</w:t>
      </w:r>
      <w:r>
        <w:tab/>
        <w:t>2.025e0</w:t>
      </w:r>
    </w:p>
    <w:p w:rsidR="00E00D30" w:rsidRDefault="00E00D30" w:rsidP="00E00D30">
      <w:r>
        <w:t>303.1493</w:t>
      </w:r>
      <w:r>
        <w:tab/>
        <w:t>1.013e0</w:t>
      </w:r>
    </w:p>
    <w:p w:rsidR="00E00D30" w:rsidRDefault="00E00D30" w:rsidP="00E00D30">
      <w:r>
        <w:t>303.1534</w:t>
      </w:r>
      <w:r>
        <w:tab/>
        <w:t>1.013e0</w:t>
      </w:r>
    </w:p>
    <w:p w:rsidR="00E00D30" w:rsidRDefault="00E00D30" w:rsidP="00E00D30">
      <w:r>
        <w:t>303.1579</w:t>
      </w:r>
      <w:r>
        <w:tab/>
        <w:t>1.013e0</w:t>
      </w:r>
    </w:p>
    <w:p w:rsidR="00E00D30" w:rsidRDefault="00E00D30" w:rsidP="00E00D30">
      <w:r>
        <w:t>303.1730</w:t>
      </w:r>
      <w:r>
        <w:tab/>
        <w:t>1.013e0</w:t>
      </w:r>
    </w:p>
    <w:p w:rsidR="00E00D30" w:rsidRDefault="00E00D30" w:rsidP="00E00D30">
      <w:r>
        <w:t>303.2186</w:t>
      </w:r>
      <w:r>
        <w:tab/>
        <w:t>1.013e0</w:t>
      </w:r>
    </w:p>
    <w:p w:rsidR="00E00D30" w:rsidRDefault="00E00D30" w:rsidP="00E00D30">
      <w:r>
        <w:lastRenderedPageBreak/>
        <w:t>303.2237</w:t>
      </w:r>
      <w:r>
        <w:tab/>
        <w:t>1.013e0</w:t>
      </w:r>
    </w:p>
    <w:p w:rsidR="00E00D30" w:rsidRDefault="00E00D30" w:rsidP="00E00D30">
      <w:r>
        <w:t>303.2349</w:t>
      </w:r>
      <w:r>
        <w:tab/>
        <w:t>2.025e0</w:t>
      </w:r>
    </w:p>
    <w:p w:rsidR="00E00D30" w:rsidRDefault="00E00D30" w:rsidP="00E00D30">
      <w:r>
        <w:t>303.2458</w:t>
      </w:r>
      <w:r>
        <w:tab/>
        <w:t>1.013e0</w:t>
      </w:r>
    </w:p>
    <w:p w:rsidR="00E00D30" w:rsidRDefault="00E00D30" w:rsidP="00E00D30">
      <w:r>
        <w:t>303.2611</w:t>
      </w:r>
      <w:r>
        <w:tab/>
        <w:t>2.025e0</w:t>
      </w:r>
    </w:p>
    <w:p w:rsidR="00E00D30" w:rsidRDefault="00E00D30" w:rsidP="00E00D30">
      <w:r>
        <w:t>303.2625</w:t>
      </w:r>
      <w:r>
        <w:tab/>
        <w:t>2.025e0</w:t>
      </w:r>
    </w:p>
    <w:p w:rsidR="00E00D30" w:rsidRDefault="00E00D30" w:rsidP="00E00D30">
      <w:r>
        <w:t>303.2650</w:t>
      </w:r>
      <w:r>
        <w:tab/>
        <w:t>1.013e0</w:t>
      </w:r>
    </w:p>
    <w:p w:rsidR="00E00D30" w:rsidRDefault="00E00D30" w:rsidP="00E00D30">
      <w:r>
        <w:t>303.2732</w:t>
      </w:r>
      <w:r>
        <w:tab/>
        <w:t>1.013e0</w:t>
      </w:r>
    </w:p>
    <w:p w:rsidR="00E00D30" w:rsidRDefault="00E00D30" w:rsidP="00E00D30">
      <w:r>
        <w:t>303.2847</w:t>
      </w:r>
      <w:r>
        <w:tab/>
        <w:t>1.013e0</w:t>
      </w:r>
    </w:p>
    <w:p w:rsidR="00E00D30" w:rsidRDefault="00E00D30" w:rsidP="00E00D30">
      <w:r>
        <w:t>303.2927</w:t>
      </w:r>
      <w:r>
        <w:tab/>
        <w:t>2.025e0</w:t>
      </w:r>
    </w:p>
    <w:p w:rsidR="00E00D30" w:rsidRDefault="00E00D30" w:rsidP="00E00D30">
      <w:r>
        <w:t>303.2970</w:t>
      </w:r>
      <w:r>
        <w:tab/>
        <w:t>2.025e0</w:t>
      </w:r>
    </w:p>
    <w:p w:rsidR="00E00D30" w:rsidRDefault="00E00D30" w:rsidP="00E00D30">
      <w:r>
        <w:t>303.3062</w:t>
      </w:r>
      <w:r>
        <w:tab/>
        <w:t>1.013e0</w:t>
      </w:r>
    </w:p>
    <w:p w:rsidR="00E00D30" w:rsidRDefault="00E00D30" w:rsidP="00E00D30">
      <w:r>
        <w:t>303.3168</w:t>
      </w:r>
      <w:r>
        <w:tab/>
        <w:t>1.013e0</w:t>
      </w:r>
    </w:p>
    <w:p w:rsidR="00E00D30" w:rsidRDefault="00E00D30" w:rsidP="00E00D30">
      <w:r>
        <w:t>303.4083</w:t>
      </w:r>
      <w:r>
        <w:tab/>
        <w:t>2.025e0</w:t>
      </w:r>
    </w:p>
    <w:p w:rsidR="00E00D30" w:rsidRDefault="00E00D30" w:rsidP="00E00D30">
      <w:r>
        <w:t>303.4147</w:t>
      </w:r>
      <w:r>
        <w:tab/>
        <w:t>2.025e0</w:t>
      </w:r>
    </w:p>
    <w:p w:rsidR="00E00D30" w:rsidRDefault="00E00D30" w:rsidP="00E00D30">
      <w:r>
        <w:t>303.4226</w:t>
      </w:r>
      <w:r>
        <w:tab/>
        <w:t>1.013e0</w:t>
      </w:r>
    </w:p>
    <w:p w:rsidR="00E00D30" w:rsidRDefault="00E00D30" w:rsidP="00E00D30">
      <w:r>
        <w:t>303.4324</w:t>
      </w:r>
      <w:r>
        <w:tab/>
        <w:t>1.013e0</w:t>
      </w:r>
    </w:p>
    <w:p w:rsidR="00E00D30" w:rsidRDefault="00E00D30" w:rsidP="00E00D30">
      <w:r>
        <w:t>303.4443</w:t>
      </w:r>
      <w:r>
        <w:tab/>
        <w:t>1.013e0</w:t>
      </w:r>
    </w:p>
    <w:p w:rsidR="00E00D30" w:rsidRDefault="00E00D30" w:rsidP="00E00D30">
      <w:r>
        <w:t>303.4604</w:t>
      </w:r>
      <w:r>
        <w:tab/>
        <w:t>1.013e0</w:t>
      </w:r>
    </w:p>
    <w:p w:rsidR="00E00D30" w:rsidRDefault="00E00D30" w:rsidP="00E00D30">
      <w:r>
        <w:t>303.4884</w:t>
      </w:r>
      <w:r>
        <w:tab/>
        <w:t>1.013e0</w:t>
      </w:r>
    </w:p>
    <w:p w:rsidR="00E00D30" w:rsidRDefault="00E00D30" w:rsidP="00E00D30">
      <w:r>
        <w:lastRenderedPageBreak/>
        <w:t>303.5160</w:t>
      </w:r>
      <w:r>
        <w:tab/>
        <w:t>1.013e0</w:t>
      </w:r>
    </w:p>
    <w:p w:rsidR="00E00D30" w:rsidRDefault="00E00D30" w:rsidP="00E00D30">
      <w:r>
        <w:t>303.5246</w:t>
      </w:r>
      <w:r>
        <w:tab/>
        <w:t>1.013e0</w:t>
      </w:r>
    </w:p>
    <w:p w:rsidR="00E00D30" w:rsidRDefault="00E00D30" w:rsidP="00E00D30">
      <w:r>
        <w:t>303.5282</w:t>
      </w:r>
      <w:r>
        <w:tab/>
        <w:t>1.013e0</w:t>
      </w:r>
    </w:p>
    <w:p w:rsidR="00E00D30" w:rsidRDefault="00E00D30" w:rsidP="00E00D30">
      <w:r>
        <w:t>303.5379</w:t>
      </w:r>
      <w:r>
        <w:tab/>
        <w:t>1.013e0</w:t>
      </w:r>
    </w:p>
    <w:p w:rsidR="00E00D30" w:rsidRDefault="00E00D30" w:rsidP="00E00D30">
      <w:r>
        <w:t>303.5436</w:t>
      </w:r>
      <w:r>
        <w:tab/>
        <w:t>1.013e0</w:t>
      </w:r>
    </w:p>
    <w:p w:rsidR="00E00D30" w:rsidRDefault="00E00D30" w:rsidP="00E00D30">
      <w:r>
        <w:t>303.5601</w:t>
      </w:r>
      <w:r>
        <w:tab/>
        <w:t>1.013e0</w:t>
      </w:r>
    </w:p>
    <w:p w:rsidR="00E00D30" w:rsidRDefault="00E00D30" w:rsidP="00E00D30">
      <w:r>
        <w:t>303.5938</w:t>
      </w:r>
      <w:r>
        <w:tab/>
        <w:t>3.038e0</w:t>
      </w:r>
    </w:p>
    <w:p w:rsidR="00E00D30" w:rsidRDefault="00E00D30" w:rsidP="00E00D30">
      <w:r>
        <w:t>303.6240</w:t>
      </w:r>
      <w:r>
        <w:tab/>
        <w:t>2.025e0</w:t>
      </w:r>
    </w:p>
    <w:p w:rsidR="00E00D30" w:rsidRDefault="00E00D30" w:rsidP="00E00D30">
      <w:r>
        <w:t>303.6317</w:t>
      </w:r>
      <w:r>
        <w:tab/>
        <w:t>1.013e0</w:t>
      </w:r>
    </w:p>
    <w:p w:rsidR="00E00D30" w:rsidRDefault="00E00D30" w:rsidP="00E00D30">
      <w:r>
        <w:t>303.6335</w:t>
      </w:r>
      <w:r>
        <w:tab/>
        <w:t>2.025e0</w:t>
      </w:r>
    </w:p>
    <w:p w:rsidR="00E00D30" w:rsidRDefault="00E00D30" w:rsidP="00E00D30">
      <w:r>
        <w:t>303.6697</w:t>
      </w:r>
      <w:r>
        <w:tab/>
        <w:t>2.025e0</w:t>
      </w:r>
    </w:p>
    <w:p w:rsidR="00E00D30" w:rsidRDefault="00E00D30" w:rsidP="00E00D30">
      <w:r>
        <w:t>303.6717</w:t>
      </w:r>
      <w:r>
        <w:tab/>
        <w:t>1.013e0</w:t>
      </w:r>
    </w:p>
    <w:p w:rsidR="00E00D30" w:rsidRDefault="00E00D30" w:rsidP="00E00D30">
      <w:r>
        <w:t>303.6797</w:t>
      </w:r>
      <w:r>
        <w:tab/>
        <w:t>2.025e0</w:t>
      </w:r>
    </w:p>
    <w:p w:rsidR="00E00D30" w:rsidRDefault="00E00D30" w:rsidP="00E00D30">
      <w:r>
        <w:t>303.6960</w:t>
      </w:r>
      <w:r>
        <w:tab/>
        <w:t>1.013e0</w:t>
      </w:r>
    </w:p>
    <w:p w:rsidR="00E00D30" w:rsidRDefault="00E00D30" w:rsidP="00E00D30">
      <w:r>
        <w:t>303.7236</w:t>
      </w:r>
      <w:r>
        <w:tab/>
        <w:t>1.013e0</w:t>
      </w:r>
    </w:p>
    <w:p w:rsidR="00E00D30" w:rsidRDefault="00E00D30" w:rsidP="00E00D30">
      <w:r>
        <w:t>303.7556</w:t>
      </w:r>
      <w:r>
        <w:tab/>
        <w:t>2.025e0</w:t>
      </w:r>
    </w:p>
    <w:p w:rsidR="00E00D30" w:rsidRDefault="00E00D30" w:rsidP="00E00D30">
      <w:r>
        <w:t>303.7596</w:t>
      </w:r>
      <w:r>
        <w:tab/>
        <w:t>1.013e0</w:t>
      </w:r>
    </w:p>
    <w:p w:rsidR="00E00D30" w:rsidRDefault="00E00D30" w:rsidP="00E00D30">
      <w:r>
        <w:t>303.8074</w:t>
      </w:r>
      <w:r>
        <w:tab/>
        <w:t>1.013e0</w:t>
      </w:r>
    </w:p>
    <w:p w:rsidR="00E00D30" w:rsidRDefault="00E00D30" w:rsidP="00E00D30">
      <w:r>
        <w:t>303.8153</w:t>
      </w:r>
      <w:r>
        <w:tab/>
        <w:t>1.013e0</w:t>
      </w:r>
    </w:p>
    <w:p w:rsidR="00E00D30" w:rsidRDefault="00E00D30" w:rsidP="00E00D30">
      <w:r>
        <w:lastRenderedPageBreak/>
        <w:t>303.8199</w:t>
      </w:r>
      <w:r>
        <w:tab/>
        <w:t>1.013e0</w:t>
      </w:r>
    </w:p>
    <w:p w:rsidR="00E00D30" w:rsidRDefault="00E00D30" w:rsidP="00E00D30">
      <w:r>
        <w:t>303.8472</w:t>
      </w:r>
      <w:r>
        <w:tab/>
        <w:t>1.013e0</w:t>
      </w:r>
    </w:p>
    <w:p w:rsidR="00E00D30" w:rsidRDefault="00E00D30" w:rsidP="00E00D30">
      <w:r>
        <w:t>303.8633</w:t>
      </w:r>
      <w:r>
        <w:tab/>
        <w:t>1.013e0</w:t>
      </w:r>
    </w:p>
    <w:p w:rsidR="00E00D30" w:rsidRDefault="00E00D30" w:rsidP="00E00D30">
      <w:r>
        <w:t>303.8713</w:t>
      </w:r>
      <w:r>
        <w:tab/>
        <w:t>1.013e0</w:t>
      </w:r>
    </w:p>
    <w:p w:rsidR="00E00D30" w:rsidRDefault="00E00D30" w:rsidP="00E00D30">
      <w:r>
        <w:t>303.8751</w:t>
      </w:r>
      <w:r>
        <w:tab/>
        <w:t>1.013e0</w:t>
      </w:r>
    </w:p>
    <w:p w:rsidR="00E00D30" w:rsidRDefault="00E00D30" w:rsidP="00E00D30">
      <w:r>
        <w:t>303.8815</w:t>
      </w:r>
      <w:r>
        <w:tab/>
        <w:t>2.025e0</w:t>
      </w:r>
    </w:p>
    <w:p w:rsidR="00E00D30" w:rsidRDefault="00E00D30" w:rsidP="00E00D30">
      <w:r>
        <w:t>303.8970</w:t>
      </w:r>
      <w:r>
        <w:tab/>
        <w:t>2.025e0</w:t>
      </w:r>
    </w:p>
    <w:p w:rsidR="00E00D30" w:rsidRDefault="00E00D30" w:rsidP="00E00D30">
      <w:r>
        <w:t>303.9032</w:t>
      </w:r>
      <w:r>
        <w:tab/>
        <w:t>1.013e0</w:t>
      </w:r>
    </w:p>
    <w:p w:rsidR="00E00D30" w:rsidRDefault="00E00D30" w:rsidP="00E00D30">
      <w:r>
        <w:t>303.9231</w:t>
      </w:r>
      <w:r>
        <w:tab/>
        <w:t>1.013e0</w:t>
      </w:r>
    </w:p>
    <w:p w:rsidR="00E00D30" w:rsidRDefault="00E00D30" w:rsidP="00E00D30">
      <w:r>
        <w:t>303.9464</w:t>
      </w:r>
      <w:r>
        <w:tab/>
        <w:t>1.013e0</w:t>
      </w:r>
    </w:p>
    <w:p w:rsidR="00E00D30" w:rsidRDefault="00E00D30" w:rsidP="00E00D30">
      <w:r>
        <w:t>303.9550</w:t>
      </w:r>
      <w:r>
        <w:tab/>
        <w:t>1.013e0</w:t>
      </w:r>
    </w:p>
    <w:p w:rsidR="00E00D30" w:rsidRDefault="00E00D30" w:rsidP="00E00D30">
      <w:r>
        <w:t>303.9632</w:t>
      </w:r>
      <w:r>
        <w:tab/>
        <w:t>1.013e0</w:t>
      </w:r>
    </w:p>
    <w:p w:rsidR="00E00D30" w:rsidRDefault="00E00D30" w:rsidP="00E00D30">
      <w:r>
        <w:t>303.9828</w:t>
      </w:r>
      <w:r>
        <w:tab/>
        <w:t>2.025e0</w:t>
      </w:r>
    </w:p>
    <w:p w:rsidR="00E00D30" w:rsidRDefault="00E00D30" w:rsidP="00E00D30">
      <w:r>
        <w:t>304.0068</w:t>
      </w:r>
      <w:r>
        <w:tab/>
        <w:t>1.013e0</w:t>
      </w:r>
    </w:p>
    <w:p w:rsidR="00E00D30" w:rsidRDefault="00E00D30" w:rsidP="00E00D30">
      <w:r>
        <w:t>304.0112</w:t>
      </w:r>
      <w:r>
        <w:tab/>
        <w:t>1.013e0</w:t>
      </w:r>
    </w:p>
    <w:p w:rsidR="00E00D30" w:rsidRDefault="00E00D30" w:rsidP="00E00D30">
      <w:r>
        <w:t>304.0150</w:t>
      </w:r>
      <w:r>
        <w:tab/>
        <w:t>1.013e0</w:t>
      </w:r>
    </w:p>
    <w:p w:rsidR="00E00D30" w:rsidRDefault="00E00D30" w:rsidP="00E00D30">
      <w:r>
        <w:t>304.0191</w:t>
      </w:r>
      <w:r>
        <w:tab/>
        <w:t>4.051e0</w:t>
      </w:r>
    </w:p>
    <w:p w:rsidR="00E00D30" w:rsidRDefault="00E00D30" w:rsidP="00E00D30">
      <w:r>
        <w:t>304.0295</w:t>
      </w:r>
      <w:r>
        <w:tab/>
        <w:t>2.025e0</w:t>
      </w:r>
    </w:p>
    <w:p w:rsidR="00E00D30" w:rsidRDefault="00E00D30" w:rsidP="00E00D30">
      <w:r>
        <w:t>304.0348</w:t>
      </w:r>
      <w:r>
        <w:tab/>
        <w:t>1.013e0</w:t>
      </w:r>
    </w:p>
    <w:p w:rsidR="00E00D30" w:rsidRDefault="00E00D30" w:rsidP="00E00D30">
      <w:r>
        <w:lastRenderedPageBreak/>
        <w:t>304.0391</w:t>
      </w:r>
      <w:r>
        <w:tab/>
        <w:t>1.013e0</w:t>
      </w:r>
    </w:p>
    <w:p w:rsidR="00E00D30" w:rsidRDefault="00E00D30" w:rsidP="00E00D30">
      <w:r>
        <w:t>304.0409</w:t>
      </w:r>
      <w:r>
        <w:tab/>
        <w:t>2.025e0</w:t>
      </w:r>
    </w:p>
    <w:p w:rsidR="00E00D30" w:rsidRDefault="00E00D30" w:rsidP="00E00D30">
      <w:r>
        <w:t>304.0467</w:t>
      </w:r>
      <w:r>
        <w:tab/>
        <w:t>1.013e0</w:t>
      </w:r>
    </w:p>
    <w:p w:rsidR="00E00D30" w:rsidRDefault="00E00D30" w:rsidP="00E00D30">
      <w:r>
        <w:t>304.0516</w:t>
      </w:r>
      <w:r>
        <w:tab/>
        <w:t>1.013e0</w:t>
      </w:r>
    </w:p>
    <w:p w:rsidR="00E00D30" w:rsidRDefault="00E00D30" w:rsidP="00E00D30">
      <w:r>
        <w:t>304.0746</w:t>
      </w:r>
      <w:r>
        <w:tab/>
        <w:t>1.013e0</w:t>
      </w:r>
    </w:p>
    <w:p w:rsidR="00E00D30" w:rsidRDefault="00E00D30" w:rsidP="00E00D30">
      <w:r>
        <w:t>304.0901</w:t>
      </w:r>
      <w:r>
        <w:tab/>
        <w:t>2.025e0</w:t>
      </w:r>
    </w:p>
    <w:p w:rsidR="00E00D30" w:rsidRDefault="00E00D30" w:rsidP="00E00D30">
      <w:r>
        <w:t>304.0947</w:t>
      </w:r>
      <w:r>
        <w:tab/>
        <w:t>2.025e0</w:t>
      </w:r>
    </w:p>
    <w:p w:rsidR="00E00D30" w:rsidRDefault="00E00D30" w:rsidP="00E00D30">
      <w:r>
        <w:t>304.1028</w:t>
      </w:r>
      <w:r>
        <w:tab/>
        <w:t>1.013e0</w:t>
      </w:r>
    </w:p>
    <w:p w:rsidR="00E00D30" w:rsidRDefault="00E00D30" w:rsidP="00E00D30">
      <w:r>
        <w:t>304.1144</w:t>
      </w:r>
      <w:r>
        <w:tab/>
        <w:t>2.025e0</w:t>
      </w:r>
    </w:p>
    <w:p w:rsidR="00E00D30" w:rsidRDefault="00E00D30" w:rsidP="00E00D30">
      <w:r>
        <w:t>304.1230</w:t>
      </w:r>
      <w:r>
        <w:tab/>
        <w:t>1.013e0</w:t>
      </w:r>
    </w:p>
    <w:p w:rsidR="00E00D30" w:rsidRDefault="00E00D30" w:rsidP="00E00D30">
      <w:r>
        <w:t>304.1290</w:t>
      </w:r>
      <w:r>
        <w:tab/>
        <w:t>5.063e0</w:t>
      </w:r>
    </w:p>
    <w:p w:rsidR="00E00D30" w:rsidRDefault="00E00D30" w:rsidP="00E00D30">
      <w:r>
        <w:t>304.1406</w:t>
      </w:r>
      <w:r>
        <w:tab/>
        <w:t>2.025e0</w:t>
      </w:r>
    </w:p>
    <w:p w:rsidR="00E00D30" w:rsidRDefault="00E00D30" w:rsidP="00E00D30">
      <w:r>
        <w:t>304.1504</w:t>
      </w:r>
      <w:r>
        <w:tab/>
        <w:t>1.013e0</w:t>
      </w:r>
    </w:p>
    <w:p w:rsidR="00E00D30" w:rsidRDefault="00E00D30" w:rsidP="00E00D30">
      <w:r>
        <w:t>304.1580</w:t>
      </w:r>
      <w:r>
        <w:tab/>
        <w:t>3.038e0</w:t>
      </w:r>
    </w:p>
    <w:p w:rsidR="00E00D30" w:rsidRDefault="00E00D30" w:rsidP="00E00D30">
      <w:r>
        <w:t>304.1660</w:t>
      </w:r>
      <w:r>
        <w:tab/>
        <w:t>2.025e0</w:t>
      </w:r>
    </w:p>
    <w:p w:rsidR="00E00D30" w:rsidRDefault="00E00D30" w:rsidP="00E00D30">
      <w:r>
        <w:t>304.1685</w:t>
      </w:r>
      <w:r>
        <w:tab/>
        <w:t>2.025e0</w:t>
      </w:r>
    </w:p>
    <w:p w:rsidR="00E00D30" w:rsidRDefault="00E00D30" w:rsidP="00E00D30">
      <w:r>
        <w:t>304.1740</w:t>
      </w:r>
      <w:r>
        <w:tab/>
        <w:t>2.025e0</w:t>
      </w:r>
    </w:p>
    <w:p w:rsidR="00E00D30" w:rsidRDefault="00E00D30" w:rsidP="00E00D30">
      <w:r>
        <w:t>304.1791</w:t>
      </w:r>
      <w:r>
        <w:tab/>
        <w:t>5.063e0</w:t>
      </w:r>
    </w:p>
    <w:p w:rsidR="00E00D30" w:rsidRDefault="00E00D30" w:rsidP="00E00D30">
      <w:r>
        <w:t>304.2008</w:t>
      </w:r>
      <w:r>
        <w:tab/>
        <w:t>1.013e0</w:t>
      </w:r>
    </w:p>
    <w:p w:rsidR="00E00D30" w:rsidRDefault="00E00D30" w:rsidP="00E00D30">
      <w:r>
        <w:lastRenderedPageBreak/>
        <w:t>304.2063</w:t>
      </w:r>
      <w:r>
        <w:tab/>
        <w:t>1.013e0</w:t>
      </w:r>
    </w:p>
    <w:p w:rsidR="00E00D30" w:rsidRDefault="00E00D30" w:rsidP="00E00D30">
      <w:r>
        <w:t>304.2099</w:t>
      </w:r>
      <w:r>
        <w:tab/>
        <w:t>5.063e0</w:t>
      </w:r>
    </w:p>
    <w:p w:rsidR="00E00D30" w:rsidRDefault="00E00D30" w:rsidP="00E00D30">
      <w:r>
        <w:t>304.2143</w:t>
      </w:r>
      <w:r>
        <w:tab/>
        <w:t>2.025e0</w:t>
      </w:r>
    </w:p>
    <w:p w:rsidR="00E00D30" w:rsidRDefault="00E00D30" w:rsidP="00E00D30">
      <w:r>
        <w:t>304.2422</w:t>
      </w:r>
      <w:r>
        <w:tab/>
        <w:t>1.013e0</w:t>
      </w:r>
    </w:p>
    <w:p w:rsidR="00E00D30" w:rsidRDefault="00E00D30" w:rsidP="00E00D30">
      <w:r>
        <w:t>304.2551</w:t>
      </w:r>
      <w:r>
        <w:tab/>
        <w:t>4.508e0</w:t>
      </w:r>
    </w:p>
    <w:p w:rsidR="00E00D30" w:rsidRDefault="00E00D30" w:rsidP="00E00D30">
      <w:r>
        <w:t>304.2854</w:t>
      </w:r>
      <w:r>
        <w:tab/>
        <w:t>6.076e0</w:t>
      </w:r>
    </w:p>
    <w:p w:rsidR="00E00D30" w:rsidRDefault="00E00D30" w:rsidP="00E00D30">
      <w:r>
        <w:t>304.2973</w:t>
      </w:r>
      <w:r>
        <w:tab/>
        <w:t>3.942e1</w:t>
      </w:r>
    </w:p>
    <w:p w:rsidR="00E00D30" w:rsidRDefault="00E00D30" w:rsidP="00E00D30">
      <w:r>
        <w:t>304.3006</w:t>
      </w:r>
      <w:r>
        <w:tab/>
        <w:t>1.659e1</w:t>
      </w:r>
    </w:p>
    <w:p w:rsidR="00E00D30" w:rsidRDefault="00E00D30" w:rsidP="00E00D30">
      <w:r>
        <w:t>304.3102</w:t>
      </w:r>
      <w:r>
        <w:tab/>
        <w:t>9.114e0</w:t>
      </w:r>
    </w:p>
    <w:p w:rsidR="00E00D30" w:rsidRDefault="00E00D30" w:rsidP="00E00D30">
      <w:r>
        <w:t>304.3129</w:t>
      </w:r>
      <w:r>
        <w:tab/>
        <w:t>7.089e0</w:t>
      </w:r>
    </w:p>
    <w:p w:rsidR="00E00D30" w:rsidRDefault="00E00D30" w:rsidP="00E00D30">
      <w:r>
        <w:t>304.3580</w:t>
      </w:r>
      <w:r>
        <w:tab/>
        <w:t>2.025e0</w:t>
      </w:r>
    </w:p>
    <w:p w:rsidR="00E00D30" w:rsidRDefault="00E00D30" w:rsidP="00E00D30">
      <w:r>
        <w:t>304.3665</w:t>
      </w:r>
      <w:r>
        <w:tab/>
        <w:t>1.013e0</w:t>
      </w:r>
    </w:p>
    <w:p w:rsidR="00E00D30" w:rsidRDefault="00E00D30" w:rsidP="00E00D30">
      <w:r>
        <w:t>304.3722</w:t>
      </w:r>
      <w:r>
        <w:tab/>
        <w:t>2.025e0</w:t>
      </w:r>
    </w:p>
    <w:p w:rsidR="00E00D30" w:rsidRDefault="00E00D30" w:rsidP="00E00D30">
      <w:r>
        <w:t>304.3820</w:t>
      </w:r>
      <w:r>
        <w:tab/>
        <w:t>1.013e0</w:t>
      </w:r>
    </w:p>
    <w:p w:rsidR="00E00D30" w:rsidRDefault="00E00D30" w:rsidP="00E00D30">
      <w:r>
        <w:t>304.4054</w:t>
      </w:r>
      <w:r>
        <w:tab/>
        <w:t>1.013e0</w:t>
      </w:r>
    </w:p>
    <w:p w:rsidR="00E00D30" w:rsidRDefault="00E00D30" w:rsidP="00E00D30">
      <w:r>
        <w:t>304.4131</w:t>
      </w:r>
      <w:r>
        <w:tab/>
        <w:t>2.025e0</w:t>
      </w:r>
    </w:p>
    <w:p w:rsidR="00E00D30" w:rsidRDefault="00E00D30" w:rsidP="00E00D30">
      <w:r>
        <w:t>304.4418</w:t>
      </w:r>
      <w:r>
        <w:tab/>
        <w:t>2.025e0</w:t>
      </w:r>
    </w:p>
    <w:p w:rsidR="00E00D30" w:rsidRDefault="00E00D30" w:rsidP="00E00D30">
      <w:r>
        <w:t>304.4502</w:t>
      </w:r>
      <w:r>
        <w:tab/>
        <w:t>1.013e0</w:t>
      </w:r>
    </w:p>
    <w:p w:rsidR="00E00D30" w:rsidRDefault="00E00D30" w:rsidP="00E00D30">
      <w:r>
        <w:t>304.4739</w:t>
      </w:r>
      <w:r>
        <w:tab/>
        <w:t>1.013e0</w:t>
      </w:r>
    </w:p>
    <w:p w:rsidR="00E00D30" w:rsidRDefault="00E00D30" w:rsidP="00E00D30">
      <w:r>
        <w:lastRenderedPageBreak/>
        <w:t>304.4778</w:t>
      </w:r>
      <w:r>
        <w:tab/>
        <w:t>1.013e0</w:t>
      </w:r>
    </w:p>
    <w:p w:rsidR="00E00D30" w:rsidRDefault="00E00D30" w:rsidP="00E00D30">
      <w:r>
        <w:t>304.4882</w:t>
      </w:r>
      <w:r>
        <w:tab/>
        <w:t>1.013e0</w:t>
      </w:r>
    </w:p>
    <w:p w:rsidR="00E00D30" w:rsidRDefault="00E00D30" w:rsidP="00E00D30">
      <w:r>
        <w:t>304.5336</w:t>
      </w:r>
      <w:r>
        <w:tab/>
        <w:t>1.013e0</w:t>
      </w:r>
    </w:p>
    <w:p w:rsidR="00E00D30" w:rsidRDefault="00E00D30" w:rsidP="00E00D30">
      <w:r>
        <w:t>304.5493</w:t>
      </w:r>
      <w:r>
        <w:tab/>
        <w:t>1.013e0</w:t>
      </w:r>
    </w:p>
    <w:p w:rsidR="00E00D30" w:rsidRDefault="00E00D30" w:rsidP="00E00D30">
      <w:r>
        <w:t>304.5540</w:t>
      </w:r>
      <w:r>
        <w:tab/>
        <w:t>1.013e0</w:t>
      </w:r>
    </w:p>
    <w:p w:rsidR="00E00D30" w:rsidRDefault="00E00D30" w:rsidP="00E00D30">
      <w:r>
        <w:t>304.5895</w:t>
      </w:r>
      <w:r>
        <w:tab/>
        <w:t>1.013e0</w:t>
      </w:r>
    </w:p>
    <w:p w:rsidR="00E00D30" w:rsidRDefault="00E00D30" w:rsidP="00E00D30">
      <w:r>
        <w:t>304.6135</w:t>
      </w:r>
      <w:r>
        <w:tab/>
        <w:t>1.013e0</w:t>
      </w:r>
    </w:p>
    <w:p w:rsidR="00E00D30" w:rsidRDefault="00E00D30" w:rsidP="00E00D30">
      <w:r>
        <w:t>304.6324</w:t>
      </w:r>
      <w:r>
        <w:tab/>
        <w:t>3.038e0</w:t>
      </w:r>
    </w:p>
    <w:p w:rsidR="00E00D30" w:rsidRDefault="00E00D30" w:rsidP="00E00D30">
      <w:r>
        <w:t>304.6739</w:t>
      </w:r>
      <w:r>
        <w:tab/>
        <w:t>1.013e0</w:t>
      </w:r>
    </w:p>
    <w:p w:rsidR="00E00D30" w:rsidRDefault="00E00D30" w:rsidP="00E00D30">
      <w:r>
        <w:t>304.6775</w:t>
      </w:r>
      <w:r>
        <w:tab/>
        <w:t>1.013e0</w:t>
      </w:r>
    </w:p>
    <w:p w:rsidR="00E00D30" w:rsidRDefault="00E00D30" w:rsidP="00E00D30">
      <w:r>
        <w:t>304.6831</w:t>
      </w:r>
      <w:r>
        <w:tab/>
        <w:t>2.025e0</w:t>
      </w:r>
    </w:p>
    <w:p w:rsidR="00E00D30" w:rsidRDefault="00E00D30" w:rsidP="00E00D30">
      <w:r>
        <w:t>304.7253</w:t>
      </w:r>
      <w:r>
        <w:tab/>
        <w:t>2.025e0</w:t>
      </w:r>
    </w:p>
    <w:p w:rsidR="00E00D30" w:rsidRDefault="00E00D30" w:rsidP="00E00D30">
      <w:r>
        <w:t>304.7292</w:t>
      </w:r>
      <w:r>
        <w:tab/>
        <w:t>1.013e0</w:t>
      </w:r>
    </w:p>
    <w:p w:rsidR="00E00D30" w:rsidRDefault="00E00D30" w:rsidP="00E00D30">
      <w:r>
        <w:t>304.7761</w:t>
      </w:r>
      <w:r>
        <w:tab/>
        <w:t>1.013e0</w:t>
      </w:r>
    </w:p>
    <w:p w:rsidR="00E00D30" w:rsidRDefault="00E00D30" w:rsidP="00E00D30">
      <w:r>
        <w:t>304.7982</w:t>
      </w:r>
      <w:r>
        <w:tab/>
        <w:t>1.013e0</w:t>
      </w:r>
    </w:p>
    <w:p w:rsidR="00E00D30" w:rsidRDefault="00E00D30" w:rsidP="00E00D30">
      <w:r>
        <w:t>304.8170</w:t>
      </w:r>
      <w:r>
        <w:tab/>
        <w:t>1.013e0</w:t>
      </w:r>
    </w:p>
    <w:p w:rsidR="00E00D30" w:rsidRDefault="00E00D30" w:rsidP="00E00D30">
      <w:r>
        <w:t>304.8259</w:t>
      </w:r>
      <w:r>
        <w:tab/>
        <w:t>1.013e0</w:t>
      </w:r>
    </w:p>
    <w:p w:rsidR="00E00D30" w:rsidRDefault="00E00D30" w:rsidP="00E00D30">
      <w:r>
        <w:t>304.8733</w:t>
      </w:r>
      <w:r>
        <w:tab/>
        <w:t>2.025e0</w:t>
      </w:r>
    </w:p>
    <w:p w:rsidR="00E00D30" w:rsidRDefault="00E00D30" w:rsidP="00E00D30">
      <w:r>
        <w:t>304.8818</w:t>
      </w:r>
      <w:r>
        <w:tab/>
        <w:t>1.013e0</w:t>
      </w:r>
    </w:p>
    <w:p w:rsidR="00E00D30" w:rsidRDefault="00E00D30" w:rsidP="00E00D30">
      <w:r>
        <w:lastRenderedPageBreak/>
        <w:t>304.8870</w:t>
      </w:r>
      <w:r>
        <w:tab/>
        <w:t>1.013e0</w:t>
      </w:r>
    </w:p>
    <w:p w:rsidR="00E00D30" w:rsidRDefault="00E00D30" w:rsidP="00E00D30">
      <w:r>
        <w:t>304.8981</w:t>
      </w:r>
      <w:r>
        <w:tab/>
        <w:t>2.025e0</w:t>
      </w:r>
    </w:p>
    <w:p w:rsidR="00E00D30" w:rsidRDefault="00E00D30" w:rsidP="00E00D30">
      <w:r>
        <w:t>304.9003</w:t>
      </w:r>
      <w:r>
        <w:tab/>
        <w:t>7.089e0</w:t>
      </w:r>
    </w:p>
    <w:p w:rsidR="00E00D30" w:rsidRDefault="00E00D30" w:rsidP="00E00D30">
      <w:r>
        <w:t>304.9028</w:t>
      </w:r>
      <w:r>
        <w:tab/>
        <w:t>2.025e0</w:t>
      </w:r>
    </w:p>
    <w:p w:rsidR="00E00D30" w:rsidRDefault="00E00D30" w:rsidP="00E00D30">
      <w:r>
        <w:t>304.9090</w:t>
      </w:r>
      <w:r>
        <w:tab/>
        <w:t>1.013e0</w:t>
      </w:r>
    </w:p>
    <w:p w:rsidR="00E00D30" w:rsidRDefault="00E00D30" w:rsidP="00E00D30">
      <w:r>
        <w:t>304.9291</w:t>
      </w:r>
      <w:r>
        <w:tab/>
        <w:t>2.025e0</w:t>
      </w:r>
    </w:p>
    <w:p w:rsidR="00E00D30" w:rsidRDefault="00E00D30" w:rsidP="00E00D30">
      <w:r>
        <w:t>304.9422</w:t>
      </w:r>
      <w:r>
        <w:tab/>
        <w:t>1.013e0</w:t>
      </w:r>
    </w:p>
    <w:p w:rsidR="00E00D30" w:rsidRDefault="00E00D30" w:rsidP="00E00D30">
      <w:r>
        <w:t>304.9724</w:t>
      </w:r>
      <w:r>
        <w:tab/>
        <w:t>3.038e0</w:t>
      </w:r>
    </w:p>
    <w:p w:rsidR="00E00D30" w:rsidRDefault="00E00D30" w:rsidP="00E00D30">
      <w:r>
        <w:t>304.9755</w:t>
      </w:r>
      <w:r>
        <w:tab/>
        <w:t>1.013e0</w:t>
      </w:r>
    </w:p>
    <w:p w:rsidR="00E00D30" w:rsidRDefault="00E00D30" w:rsidP="00E00D30">
      <w:r>
        <w:t>304.9929</w:t>
      </w:r>
      <w:r>
        <w:tab/>
        <w:t>1.013e0</w:t>
      </w:r>
    </w:p>
    <w:p w:rsidR="00E00D30" w:rsidRDefault="00E00D30" w:rsidP="00E00D30">
      <w:r>
        <w:t>305.0037</w:t>
      </w:r>
      <w:r>
        <w:tab/>
        <w:t>1.013e0</w:t>
      </w:r>
    </w:p>
    <w:p w:rsidR="00E00D30" w:rsidRDefault="00E00D30" w:rsidP="00E00D30">
      <w:r>
        <w:t>305.0078</w:t>
      </w:r>
      <w:r>
        <w:tab/>
        <w:t>3.038e0</w:t>
      </w:r>
    </w:p>
    <w:p w:rsidR="00E00D30" w:rsidRDefault="00E00D30" w:rsidP="00E00D30">
      <w:r>
        <w:t>305.0126</w:t>
      </w:r>
      <w:r>
        <w:tab/>
        <w:t>1.013e0</w:t>
      </w:r>
    </w:p>
    <w:p w:rsidR="00E00D30" w:rsidRDefault="00E00D30" w:rsidP="00E00D30">
      <w:r>
        <w:t>305.0254</w:t>
      </w:r>
      <w:r>
        <w:tab/>
        <w:t>2.025e0</w:t>
      </w:r>
    </w:p>
    <w:p w:rsidR="00E00D30" w:rsidRDefault="00E00D30" w:rsidP="00E00D30">
      <w:r>
        <w:t>305.0322</w:t>
      </w:r>
      <w:r>
        <w:tab/>
        <w:t>3.038e0</w:t>
      </w:r>
    </w:p>
    <w:p w:rsidR="00E00D30" w:rsidRDefault="00E00D30" w:rsidP="00E00D30">
      <w:r>
        <w:t>305.0364</w:t>
      </w:r>
      <w:r>
        <w:tab/>
        <w:t>1.013e0</w:t>
      </w:r>
    </w:p>
    <w:p w:rsidR="00E00D30" w:rsidRDefault="00E00D30" w:rsidP="00E00D30">
      <w:r>
        <w:t>305.0590</w:t>
      </w:r>
      <w:r>
        <w:tab/>
        <w:t>3.038e0</w:t>
      </w:r>
    </w:p>
    <w:p w:rsidR="00E00D30" w:rsidRDefault="00E00D30" w:rsidP="00E00D30">
      <w:r>
        <w:t>305.0685</w:t>
      </w:r>
      <w:r>
        <w:tab/>
        <w:t>1.013e0</w:t>
      </w:r>
    </w:p>
    <w:p w:rsidR="00E00D30" w:rsidRDefault="00E00D30" w:rsidP="00E00D30">
      <w:r>
        <w:t>305.0727</w:t>
      </w:r>
      <w:r>
        <w:tab/>
        <w:t>2.025e0</w:t>
      </w:r>
    </w:p>
    <w:p w:rsidR="00E00D30" w:rsidRDefault="00E00D30" w:rsidP="00E00D30">
      <w:r>
        <w:lastRenderedPageBreak/>
        <w:t>305.0745</w:t>
      </w:r>
      <w:r>
        <w:tab/>
        <w:t>2.025e0</w:t>
      </w:r>
    </w:p>
    <w:p w:rsidR="00E00D30" w:rsidRDefault="00E00D30" w:rsidP="00E00D30">
      <w:r>
        <w:t>305.0766</w:t>
      </w:r>
      <w:r>
        <w:tab/>
        <w:t>1.013e0</w:t>
      </w:r>
    </w:p>
    <w:p w:rsidR="00E00D30" w:rsidRDefault="00E00D30" w:rsidP="00E00D30">
      <w:r>
        <w:t>305.0988</w:t>
      </w:r>
      <w:r>
        <w:tab/>
        <w:t>3.038e0</w:t>
      </w:r>
    </w:p>
    <w:p w:rsidR="00E00D30" w:rsidRDefault="00E00D30" w:rsidP="00E00D30">
      <w:r>
        <w:t>305.1010</w:t>
      </w:r>
      <w:r>
        <w:tab/>
        <w:t>1.013e0</w:t>
      </w:r>
    </w:p>
    <w:p w:rsidR="00E00D30" w:rsidRDefault="00E00D30" w:rsidP="00E00D30">
      <w:r>
        <w:t>305.1202</w:t>
      </w:r>
      <w:r>
        <w:tab/>
        <w:t>3.038e0</w:t>
      </w:r>
    </w:p>
    <w:p w:rsidR="00E00D30" w:rsidRDefault="00E00D30" w:rsidP="00E00D30">
      <w:r>
        <w:t>305.1256</w:t>
      </w:r>
      <w:r>
        <w:tab/>
        <w:t>8.306e0</w:t>
      </w:r>
    </w:p>
    <w:p w:rsidR="00E00D30" w:rsidRDefault="00E00D30" w:rsidP="00E00D30">
      <w:r>
        <w:t>305.1306</w:t>
      </w:r>
      <w:r>
        <w:tab/>
        <w:t>4.059e0</w:t>
      </w:r>
    </w:p>
    <w:p w:rsidR="00E00D30" w:rsidRDefault="00E00D30" w:rsidP="00E00D30">
      <w:r>
        <w:t>305.1327</w:t>
      </w:r>
      <w:r>
        <w:tab/>
        <w:t>1.013e0</w:t>
      </w:r>
    </w:p>
    <w:p w:rsidR="00E00D30" w:rsidRDefault="00E00D30" w:rsidP="00E00D30">
      <w:r>
        <w:t>305.1341</w:t>
      </w:r>
      <w:r>
        <w:tab/>
        <w:t>7.089e0</w:t>
      </w:r>
    </w:p>
    <w:p w:rsidR="00E00D30" w:rsidRDefault="00E00D30" w:rsidP="00E00D30">
      <w:r>
        <w:t>305.1360</w:t>
      </w:r>
      <w:r>
        <w:tab/>
        <w:t>3.038e0</w:t>
      </w:r>
    </w:p>
    <w:p w:rsidR="00E00D30" w:rsidRDefault="00E00D30" w:rsidP="00E00D30">
      <w:r>
        <w:t>305.1463</w:t>
      </w:r>
      <w:r>
        <w:tab/>
        <w:t>4.051e0</w:t>
      </w:r>
    </w:p>
    <w:p w:rsidR="00E00D30" w:rsidRDefault="00E00D30" w:rsidP="00E00D30">
      <w:r>
        <w:t>305.1490</w:t>
      </w:r>
      <w:r>
        <w:tab/>
        <w:t>1.620e1</w:t>
      </w:r>
    </w:p>
    <w:p w:rsidR="00E00D30" w:rsidRDefault="00E00D30" w:rsidP="00E00D30">
      <w:r>
        <w:t>305.1502</w:t>
      </w:r>
      <w:r>
        <w:tab/>
        <w:t>4.051e0</w:t>
      </w:r>
    </w:p>
    <w:p w:rsidR="00E00D30" w:rsidRDefault="00E00D30" w:rsidP="00E00D30">
      <w:r>
        <w:t>305.1569</w:t>
      </w:r>
      <w:r>
        <w:tab/>
        <w:t>5.252e0</w:t>
      </w:r>
    </w:p>
    <w:p w:rsidR="00E00D30" w:rsidRDefault="00E00D30" w:rsidP="00E00D30">
      <w:r>
        <w:t>305.1618</w:t>
      </w:r>
      <w:r>
        <w:tab/>
        <w:t>2.833e0</w:t>
      </w:r>
    </w:p>
    <w:p w:rsidR="00E00D30" w:rsidRDefault="00E00D30" w:rsidP="00E00D30">
      <w:r>
        <w:t>305.1766</w:t>
      </w:r>
      <w:r>
        <w:tab/>
        <w:t>1.428e0</w:t>
      </w:r>
    </w:p>
    <w:p w:rsidR="00E00D30" w:rsidRDefault="00E00D30" w:rsidP="00E00D30">
      <w:r>
        <w:t>305.1806</w:t>
      </w:r>
      <w:r>
        <w:tab/>
        <w:t>1.013e0</w:t>
      </w:r>
    </w:p>
    <w:p w:rsidR="00E00D30" w:rsidRDefault="00E00D30" w:rsidP="00E00D30">
      <w:r>
        <w:t>305.1929</w:t>
      </w:r>
      <w:r>
        <w:tab/>
        <w:t>2.025e0</w:t>
      </w:r>
    </w:p>
    <w:p w:rsidR="00E00D30" w:rsidRDefault="00E00D30" w:rsidP="00E00D30">
      <w:r>
        <w:t>305.1985</w:t>
      </w:r>
      <w:r>
        <w:tab/>
        <w:t>2.025e0</w:t>
      </w:r>
    </w:p>
    <w:p w:rsidR="00E00D30" w:rsidRDefault="00E00D30" w:rsidP="00E00D30">
      <w:r>
        <w:lastRenderedPageBreak/>
        <w:t>305.2029</w:t>
      </w:r>
      <w:r>
        <w:tab/>
        <w:t>1.013e0</w:t>
      </w:r>
    </w:p>
    <w:p w:rsidR="00E00D30" w:rsidRDefault="00E00D30" w:rsidP="00E00D30">
      <w:r>
        <w:t>305.2141</w:t>
      </w:r>
      <w:r>
        <w:tab/>
        <w:t>2.025e0</w:t>
      </w:r>
    </w:p>
    <w:p w:rsidR="00E00D30" w:rsidRDefault="00E00D30" w:rsidP="00E00D30">
      <w:r>
        <w:t>305.2281</w:t>
      </w:r>
      <w:r>
        <w:tab/>
        <w:t>3.038e0</w:t>
      </w:r>
    </w:p>
    <w:p w:rsidR="00E00D30" w:rsidRDefault="00E00D30" w:rsidP="00E00D30">
      <w:r>
        <w:t>305.2308</w:t>
      </w:r>
      <w:r>
        <w:tab/>
        <w:t>2.025e0</w:t>
      </w:r>
    </w:p>
    <w:p w:rsidR="00E00D30" w:rsidRDefault="00E00D30" w:rsidP="00E00D30">
      <w:r>
        <w:t>305.2423</w:t>
      </w:r>
      <w:r>
        <w:tab/>
        <w:t>2.025e0</w:t>
      </w:r>
    </w:p>
    <w:p w:rsidR="00E00D30" w:rsidRDefault="00E00D30" w:rsidP="00E00D30">
      <w:r>
        <w:t>305.2531</w:t>
      </w:r>
      <w:r>
        <w:tab/>
        <w:t>1.013e0</w:t>
      </w:r>
    </w:p>
    <w:p w:rsidR="00E00D30" w:rsidRDefault="00E00D30" w:rsidP="00E00D30">
      <w:r>
        <w:t>305.2582</w:t>
      </w:r>
      <w:r>
        <w:tab/>
        <w:t>4.051e0</w:t>
      </w:r>
    </w:p>
    <w:p w:rsidR="00E00D30" w:rsidRDefault="00E00D30" w:rsidP="00E00D30">
      <w:r>
        <w:t>305.2722</w:t>
      </w:r>
      <w:r>
        <w:tab/>
        <w:t>1.013e0</w:t>
      </w:r>
    </w:p>
    <w:p w:rsidR="00E00D30" w:rsidRDefault="00E00D30" w:rsidP="00E00D30">
      <w:r>
        <w:t>305.2893</w:t>
      </w:r>
      <w:r>
        <w:tab/>
        <w:t>6.076e0</w:t>
      </w:r>
    </w:p>
    <w:p w:rsidR="00E00D30" w:rsidRDefault="00E00D30" w:rsidP="00E00D30">
      <w:r>
        <w:t>305.2904</w:t>
      </w:r>
      <w:r>
        <w:tab/>
        <w:t>2.025e0</w:t>
      </w:r>
    </w:p>
    <w:p w:rsidR="00E00D30" w:rsidRDefault="00E00D30" w:rsidP="00E00D30">
      <w:r>
        <w:t>305.2922</w:t>
      </w:r>
      <w:r>
        <w:tab/>
        <w:t>3.038e0</w:t>
      </w:r>
    </w:p>
    <w:p w:rsidR="00E00D30" w:rsidRDefault="00E00D30" w:rsidP="00E00D30">
      <w:r>
        <w:t>305.2963</w:t>
      </w:r>
      <w:r>
        <w:tab/>
        <w:t>2.025e0</w:t>
      </w:r>
    </w:p>
    <w:p w:rsidR="00E00D30" w:rsidRDefault="00E00D30" w:rsidP="00E00D30">
      <w:r>
        <w:t>305.3138</w:t>
      </w:r>
      <w:r>
        <w:tab/>
        <w:t>1.013e0</w:t>
      </w:r>
    </w:p>
    <w:p w:rsidR="00E00D30" w:rsidRDefault="00E00D30" w:rsidP="00E00D30">
      <w:r>
        <w:t>305.3264</w:t>
      </w:r>
      <w:r>
        <w:tab/>
        <w:t>2.025e0</w:t>
      </w:r>
    </w:p>
    <w:p w:rsidR="00E00D30" w:rsidRDefault="00E00D30" w:rsidP="00E00D30">
      <w:r>
        <w:t>305.3322</w:t>
      </w:r>
      <w:r>
        <w:tab/>
        <w:t>1.013e0</w:t>
      </w:r>
    </w:p>
    <w:p w:rsidR="00E00D30" w:rsidRDefault="00E00D30" w:rsidP="00E00D30">
      <w:r>
        <w:t>305.3361</w:t>
      </w:r>
      <w:r>
        <w:tab/>
        <w:t>1.013e0</w:t>
      </w:r>
    </w:p>
    <w:p w:rsidR="00E00D30" w:rsidRDefault="00E00D30" w:rsidP="00E00D30">
      <w:r>
        <w:t>305.3419</w:t>
      </w:r>
      <w:r>
        <w:tab/>
        <w:t>1.013e0</w:t>
      </w:r>
    </w:p>
    <w:p w:rsidR="00E00D30" w:rsidRDefault="00E00D30" w:rsidP="00E00D30">
      <w:r>
        <w:t>305.3546</w:t>
      </w:r>
      <w:r>
        <w:tab/>
        <w:t>2.025e0</w:t>
      </w:r>
    </w:p>
    <w:p w:rsidR="00E00D30" w:rsidRDefault="00E00D30" w:rsidP="00E00D30">
      <w:r>
        <w:t>305.3644</w:t>
      </w:r>
      <w:r>
        <w:tab/>
        <w:t>2.025e0</w:t>
      </w:r>
    </w:p>
    <w:p w:rsidR="00E00D30" w:rsidRDefault="00E00D30" w:rsidP="00E00D30">
      <w:r>
        <w:lastRenderedPageBreak/>
        <w:t>305.3746</w:t>
      </w:r>
      <w:r>
        <w:tab/>
        <w:t>1.013e0</w:t>
      </w:r>
    </w:p>
    <w:p w:rsidR="00E00D30" w:rsidRDefault="00E00D30" w:rsidP="00E00D30">
      <w:r>
        <w:t>305.4084</w:t>
      </w:r>
      <w:r>
        <w:tab/>
        <w:t>1.013e0</w:t>
      </w:r>
    </w:p>
    <w:p w:rsidR="00E00D30" w:rsidRDefault="00E00D30" w:rsidP="00E00D30">
      <w:r>
        <w:t>305.4120</w:t>
      </w:r>
      <w:r>
        <w:tab/>
        <w:t>1.013e0</w:t>
      </w:r>
    </w:p>
    <w:p w:rsidR="00E00D30" w:rsidRDefault="00E00D30" w:rsidP="00E00D30">
      <w:r>
        <w:t>305.4580</w:t>
      </w:r>
      <w:r>
        <w:tab/>
        <w:t>1.013e0</w:t>
      </w:r>
    </w:p>
    <w:p w:rsidR="00E00D30" w:rsidRDefault="00E00D30" w:rsidP="00E00D30">
      <w:r>
        <w:t>305.4964</w:t>
      </w:r>
      <w:r>
        <w:tab/>
        <w:t>1.013e0</w:t>
      </w:r>
    </w:p>
    <w:p w:rsidR="00E00D30" w:rsidRDefault="00E00D30" w:rsidP="00E00D30">
      <w:r>
        <w:t>305.5190</w:t>
      </w:r>
      <w:r>
        <w:tab/>
        <w:t>1.013e0</w:t>
      </w:r>
    </w:p>
    <w:p w:rsidR="00E00D30" w:rsidRDefault="00E00D30" w:rsidP="00E00D30">
      <w:r>
        <w:t>305.5319</w:t>
      </w:r>
      <w:r>
        <w:tab/>
        <w:t>1.013e0</w:t>
      </w:r>
    </w:p>
    <w:p w:rsidR="00E00D30" w:rsidRDefault="00E00D30" w:rsidP="00E00D30">
      <w:r>
        <w:t>305.5363</w:t>
      </w:r>
      <w:r>
        <w:tab/>
        <w:t>1.013e0</w:t>
      </w:r>
    </w:p>
    <w:p w:rsidR="00E00D30" w:rsidRDefault="00E00D30" w:rsidP="00E00D30">
      <w:r>
        <w:t>305.5470</w:t>
      </w:r>
      <w:r>
        <w:tab/>
        <w:t>2.025e0</w:t>
      </w:r>
    </w:p>
    <w:p w:rsidR="00E00D30" w:rsidRDefault="00E00D30" w:rsidP="00E00D30">
      <w:r>
        <w:t>305.6078</w:t>
      </w:r>
      <w:r>
        <w:tab/>
        <w:t>1.013e0</w:t>
      </w:r>
    </w:p>
    <w:p w:rsidR="00E00D30" w:rsidRDefault="00E00D30" w:rsidP="00E00D30">
      <w:r>
        <w:t>305.6205</w:t>
      </w:r>
      <w:r>
        <w:tab/>
        <w:t>2.025e0</w:t>
      </w:r>
    </w:p>
    <w:p w:rsidR="00E00D30" w:rsidRDefault="00E00D30" w:rsidP="00E00D30">
      <w:r>
        <w:t>305.6259</w:t>
      </w:r>
      <w:r>
        <w:tab/>
        <w:t>2.025e0</w:t>
      </w:r>
    </w:p>
    <w:p w:rsidR="00E00D30" w:rsidRDefault="00E00D30" w:rsidP="00E00D30">
      <w:r>
        <w:t>305.6277</w:t>
      </w:r>
      <w:r>
        <w:tab/>
        <w:t>2.025e0</w:t>
      </w:r>
    </w:p>
    <w:p w:rsidR="00E00D30" w:rsidRDefault="00E00D30" w:rsidP="00E00D30">
      <w:r>
        <w:t>305.6295</w:t>
      </w:r>
      <w:r>
        <w:tab/>
        <w:t>7.089e0</w:t>
      </w:r>
    </w:p>
    <w:p w:rsidR="00E00D30" w:rsidRDefault="00E00D30" w:rsidP="00E00D30">
      <w:r>
        <w:t>305.6679</w:t>
      </w:r>
      <w:r>
        <w:tab/>
        <w:t>2.025e0</w:t>
      </w:r>
    </w:p>
    <w:p w:rsidR="00E00D30" w:rsidRDefault="00E00D30" w:rsidP="00E00D30">
      <w:r>
        <w:t>305.6718</w:t>
      </w:r>
      <w:r>
        <w:tab/>
        <w:t>2.025e0</w:t>
      </w:r>
    </w:p>
    <w:p w:rsidR="00E00D30" w:rsidRDefault="00E00D30" w:rsidP="00E00D30">
      <w:r>
        <w:t>305.6998</w:t>
      </w:r>
      <w:r>
        <w:tab/>
        <w:t>1.013e0</w:t>
      </w:r>
    </w:p>
    <w:p w:rsidR="00E00D30" w:rsidRDefault="00E00D30" w:rsidP="00E00D30">
      <w:r>
        <w:t>305.7039</w:t>
      </w:r>
      <w:r>
        <w:tab/>
        <w:t>1.013e0</w:t>
      </w:r>
    </w:p>
    <w:p w:rsidR="00E00D30" w:rsidRDefault="00E00D30" w:rsidP="00E00D30">
      <w:r>
        <w:t>305.7132</w:t>
      </w:r>
      <w:r>
        <w:tab/>
        <w:t>1.013e0</w:t>
      </w:r>
    </w:p>
    <w:p w:rsidR="00E00D30" w:rsidRDefault="00E00D30" w:rsidP="00E00D30">
      <w:r>
        <w:lastRenderedPageBreak/>
        <w:t>305.7318</w:t>
      </w:r>
      <w:r>
        <w:tab/>
        <w:t>1.013e0</w:t>
      </w:r>
    </w:p>
    <w:p w:rsidR="00E00D30" w:rsidRDefault="00E00D30" w:rsidP="00E00D30">
      <w:r>
        <w:t>305.7355</w:t>
      </w:r>
      <w:r>
        <w:tab/>
        <w:t>1.013e0</w:t>
      </w:r>
    </w:p>
    <w:p w:rsidR="00E00D30" w:rsidRDefault="00E00D30" w:rsidP="00E00D30">
      <w:r>
        <w:t>305.7518</w:t>
      </w:r>
      <w:r>
        <w:tab/>
        <w:t>1.013e0</w:t>
      </w:r>
    </w:p>
    <w:p w:rsidR="00E00D30" w:rsidRDefault="00E00D30" w:rsidP="00E00D30">
      <w:r>
        <w:t>305.7581</w:t>
      </w:r>
      <w:r>
        <w:tab/>
        <w:t>2.025e0</w:t>
      </w:r>
    </w:p>
    <w:p w:rsidR="00E00D30" w:rsidRDefault="00E00D30" w:rsidP="00E00D30">
      <w:r>
        <w:t>305.7689</w:t>
      </w:r>
      <w:r>
        <w:tab/>
        <w:t>1.013e0</w:t>
      </w:r>
    </w:p>
    <w:p w:rsidR="00E00D30" w:rsidRDefault="00E00D30" w:rsidP="00E00D30">
      <w:r>
        <w:t>305.7946</w:t>
      </w:r>
      <w:r>
        <w:tab/>
        <w:t>2.025e0</w:t>
      </w:r>
    </w:p>
    <w:p w:rsidR="00E00D30" w:rsidRDefault="00E00D30" w:rsidP="00E00D30">
      <w:r>
        <w:t>305.8114</w:t>
      </w:r>
      <w:r>
        <w:tab/>
        <w:t>1.013e0</w:t>
      </w:r>
    </w:p>
    <w:p w:rsidR="00E00D30" w:rsidRDefault="00E00D30" w:rsidP="00E00D30">
      <w:r>
        <w:t>305.8222</w:t>
      </w:r>
      <w:r>
        <w:tab/>
        <w:t>2.025e0</w:t>
      </w:r>
    </w:p>
    <w:p w:rsidR="00E00D30" w:rsidRDefault="00E00D30" w:rsidP="00E00D30">
      <w:r>
        <w:t>305.8395</w:t>
      </w:r>
      <w:r>
        <w:tab/>
        <w:t>2.025e0</w:t>
      </w:r>
    </w:p>
    <w:p w:rsidR="00E00D30" w:rsidRDefault="00E00D30" w:rsidP="00E00D30">
      <w:r>
        <w:t>305.8798</w:t>
      </w:r>
      <w:r>
        <w:tab/>
        <w:t>1.013e0</w:t>
      </w:r>
    </w:p>
    <w:p w:rsidR="00E00D30" w:rsidRDefault="00E00D30" w:rsidP="00E00D30">
      <w:r>
        <w:t>305.8996</w:t>
      </w:r>
      <w:r>
        <w:tab/>
        <w:t>1.013e0</w:t>
      </w:r>
    </w:p>
    <w:p w:rsidR="00E00D30" w:rsidRDefault="00E00D30" w:rsidP="00E00D30">
      <w:r>
        <w:t>305.9316</w:t>
      </w:r>
      <w:r>
        <w:tab/>
        <w:t>2.025e0</w:t>
      </w:r>
    </w:p>
    <w:p w:rsidR="00E00D30" w:rsidRDefault="00E00D30" w:rsidP="00E00D30">
      <w:r>
        <w:t>305.9743</w:t>
      </w:r>
      <w:r>
        <w:tab/>
        <w:t>2.025e0</w:t>
      </w:r>
    </w:p>
    <w:p w:rsidR="00E00D30" w:rsidRDefault="00E00D30" w:rsidP="00E00D30">
      <w:r>
        <w:t>305.9918</w:t>
      </w:r>
      <w:r>
        <w:tab/>
        <w:t>1.013e0</w:t>
      </w:r>
    </w:p>
    <w:p w:rsidR="00E00D30" w:rsidRDefault="00E00D30" w:rsidP="00E00D30">
      <w:r>
        <w:t>306.0114</w:t>
      </w:r>
      <w:r>
        <w:tab/>
        <w:t>1.013e0</w:t>
      </w:r>
    </w:p>
    <w:p w:rsidR="00E00D30" w:rsidRDefault="00E00D30" w:rsidP="00E00D30">
      <w:r>
        <w:t>306.0298</w:t>
      </w:r>
      <w:r>
        <w:tab/>
        <w:t>1.013e0</w:t>
      </w:r>
    </w:p>
    <w:p w:rsidR="00E00D30" w:rsidRDefault="00E00D30" w:rsidP="00E00D30">
      <w:r>
        <w:t>306.0355</w:t>
      </w:r>
      <w:r>
        <w:tab/>
        <w:t>1.013e0</w:t>
      </w:r>
    </w:p>
    <w:p w:rsidR="00E00D30" w:rsidRDefault="00E00D30" w:rsidP="00E00D30">
      <w:r>
        <w:t>306.0550</w:t>
      </w:r>
      <w:r>
        <w:tab/>
        <w:t>2.025e0</w:t>
      </w:r>
    </w:p>
    <w:p w:rsidR="00E00D30" w:rsidRDefault="00E00D30" w:rsidP="00E00D30">
      <w:r>
        <w:t>306.0714</w:t>
      </w:r>
      <w:r>
        <w:tab/>
        <w:t>2.025e0</w:t>
      </w:r>
    </w:p>
    <w:p w:rsidR="00E00D30" w:rsidRDefault="00E00D30" w:rsidP="00E00D30">
      <w:r>
        <w:lastRenderedPageBreak/>
        <w:t>306.0798</w:t>
      </w:r>
      <w:r>
        <w:tab/>
        <w:t>1.013e0</w:t>
      </w:r>
    </w:p>
    <w:p w:rsidR="00E00D30" w:rsidRDefault="00E00D30" w:rsidP="00E00D30">
      <w:r>
        <w:t>306.0911</w:t>
      </w:r>
      <w:r>
        <w:tab/>
        <w:t>1.013e0</w:t>
      </w:r>
    </w:p>
    <w:p w:rsidR="00E00D30" w:rsidRDefault="00E00D30" w:rsidP="00E00D30">
      <w:r>
        <w:t>306.1082</w:t>
      </w:r>
      <w:r>
        <w:tab/>
        <w:t>1.013e0</w:t>
      </w:r>
    </w:p>
    <w:p w:rsidR="00E00D30" w:rsidRDefault="00E00D30" w:rsidP="00E00D30">
      <w:r>
        <w:t>306.1210</w:t>
      </w:r>
      <w:r>
        <w:tab/>
        <w:t>5.063e0</w:t>
      </w:r>
    </w:p>
    <w:p w:rsidR="00E00D30" w:rsidRDefault="00E00D30" w:rsidP="00E00D30">
      <w:r>
        <w:t>306.1227</w:t>
      </w:r>
      <w:r>
        <w:tab/>
        <w:t>2.025e0</w:t>
      </w:r>
    </w:p>
    <w:p w:rsidR="00E00D30" w:rsidRDefault="00E00D30" w:rsidP="00E00D30">
      <w:r>
        <w:t>306.1414</w:t>
      </w:r>
      <w:r>
        <w:tab/>
        <w:t>3.038e0</w:t>
      </w:r>
    </w:p>
    <w:p w:rsidR="00E00D30" w:rsidRDefault="00E00D30" w:rsidP="00E00D30">
      <w:r>
        <w:t>306.1467</w:t>
      </w:r>
      <w:r>
        <w:tab/>
        <w:t>2.025e0</w:t>
      </w:r>
    </w:p>
    <w:p w:rsidR="00E00D30" w:rsidRDefault="00E00D30" w:rsidP="00E00D30">
      <w:r>
        <w:t>306.1530</w:t>
      </w:r>
      <w:r>
        <w:tab/>
        <w:t>3.038e0</w:t>
      </w:r>
    </w:p>
    <w:p w:rsidR="00E00D30" w:rsidRDefault="00E00D30" w:rsidP="00E00D30">
      <w:r>
        <w:t>306.1551</w:t>
      </w:r>
      <w:r>
        <w:tab/>
        <w:t>1.013e0</w:t>
      </w:r>
    </w:p>
    <w:p w:rsidR="00E00D30" w:rsidRDefault="00E00D30" w:rsidP="00E00D30">
      <w:r>
        <w:t>306.1631</w:t>
      </w:r>
      <w:r>
        <w:tab/>
        <w:t>7.089e0</w:t>
      </w:r>
    </w:p>
    <w:p w:rsidR="00E00D30" w:rsidRDefault="00E00D30" w:rsidP="00E00D30">
      <w:r>
        <w:t>306.1829</w:t>
      </w:r>
      <w:r>
        <w:tab/>
        <w:t>4.051e0</w:t>
      </w:r>
    </w:p>
    <w:p w:rsidR="00E00D30" w:rsidRDefault="00E00D30" w:rsidP="00E00D30">
      <w:r>
        <w:t>306.1857</w:t>
      </w:r>
      <w:r>
        <w:tab/>
        <w:t>2.025e0</w:t>
      </w:r>
    </w:p>
    <w:p w:rsidR="00E00D30" w:rsidRDefault="00E00D30" w:rsidP="00E00D30">
      <w:r>
        <w:t>306.1869</w:t>
      </w:r>
      <w:r>
        <w:tab/>
        <w:t>3.038e0</w:t>
      </w:r>
    </w:p>
    <w:p w:rsidR="00E00D30" w:rsidRDefault="00E00D30" w:rsidP="00E00D30">
      <w:r>
        <w:t>306.2030</w:t>
      </w:r>
      <w:r>
        <w:tab/>
        <w:t>2.025e0</w:t>
      </w:r>
    </w:p>
    <w:p w:rsidR="00E00D30" w:rsidRDefault="00E00D30" w:rsidP="00E00D30">
      <w:r>
        <w:t>306.2092</w:t>
      </w:r>
      <w:r>
        <w:tab/>
        <w:t>2.025e0</w:t>
      </w:r>
    </w:p>
    <w:p w:rsidR="00E00D30" w:rsidRDefault="00E00D30" w:rsidP="00E00D30">
      <w:r>
        <w:t>306.2190</w:t>
      </w:r>
      <w:r>
        <w:tab/>
        <w:t>1.013e0</w:t>
      </w:r>
    </w:p>
    <w:p w:rsidR="00E00D30" w:rsidRDefault="00E00D30" w:rsidP="00E00D30">
      <w:r>
        <w:t>306.2269</w:t>
      </w:r>
      <w:r>
        <w:tab/>
        <w:t>3.038e0</w:t>
      </w:r>
    </w:p>
    <w:p w:rsidR="00E00D30" w:rsidRDefault="00E00D30" w:rsidP="00E00D30">
      <w:r>
        <w:t>306.2298</w:t>
      </w:r>
      <w:r>
        <w:tab/>
        <w:t>3.038e0</w:t>
      </w:r>
    </w:p>
    <w:p w:rsidR="00E00D30" w:rsidRDefault="00E00D30" w:rsidP="00E00D30">
      <w:r>
        <w:t>306.2353</w:t>
      </w:r>
      <w:r>
        <w:tab/>
        <w:t>1.013e0</w:t>
      </w:r>
    </w:p>
    <w:p w:rsidR="00E00D30" w:rsidRDefault="00E00D30" w:rsidP="00E00D30">
      <w:r>
        <w:lastRenderedPageBreak/>
        <w:t>306.2679</w:t>
      </w:r>
      <w:r>
        <w:tab/>
        <w:t>4.051e0</w:t>
      </w:r>
    </w:p>
    <w:p w:rsidR="00E00D30" w:rsidRDefault="00E00D30" w:rsidP="00E00D30">
      <w:r>
        <w:t>306.2711</w:t>
      </w:r>
      <w:r>
        <w:tab/>
        <w:t>1.013e0</w:t>
      </w:r>
    </w:p>
    <w:p w:rsidR="00E00D30" w:rsidRDefault="00E00D30" w:rsidP="00E00D30">
      <w:r>
        <w:t>306.2831</w:t>
      </w:r>
      <w:r>
        <w:tab/>
        <w:t>2.025e0</w:t>
      </w:r>
    </w:p>
    <w:p w:rsidR="00E00D30" w:rsidRDefault="00E00D30" w:rsidP="00E00D30">
      <w:r>
        <w:t>306.2917</w:t>
      </w:r>
      <w:r>
        <w:tab/>
        <w:t>1.013e0</w:t>
      </w:r>
    </w:p>
    <w:p w:rsidR="00E00D30" w:rsidRDefault="00E00D30" w:rsidP="00E00D30">
      <w:r>
        <w:t>306.2951</w:t>
      </w:r>
      <w:r>
        <w:tab/>
        <w:t>1.013e0</w:t>
      </w:r>
    </w:p>
    <w:p w:rsidR="00E00D30" w:rsidRDefault="00E00D30" w:rsidP="00E00D30">
      <w:r>
        <w:t>306.3007</w:t>
      </w:r>
      <w:r>
        <w:tab/>
        <w:t>4.051e0</w:t>
      </w:r>
    </w:p>
    <w:p w:rsidR="00E00D30" w:rsidRDefault="00E00D30" w:rsidP="00E00D30">
      <w:r>
        <w:t>306.3235</w:t>
      </w:r>
      <w:r>
        <w:tab/>
        <w:t>1.013e0</w:t>
      </w:r>
    </w:p>
    <w:p w:rsidR="00E00D30" w:rsidRDefault="00E00D30" w:rsidP="00E00D30">
      <w:r>
        <w:t>306.3412</w:t>
      </w:r>
      <w:r>
        <w:tab/>
        <w:t>1.013e0</w:t>
      </w:r>
    </w:p>
    <w:p w:rsidR="00E00D30" w:rsidRDefault="00E00D30" w:rsidP="00E00D30">
      <w:r>
        <w:t>306.3692</w:t>
      </w:r>
      <w:r>
        <w:tab/>
        <w:t>1.013e0</w:t>
      </w:r>
    </w:p>
    <w:p w:rsidR="00E00D30" w:rsidRDefault="00E00D30" w:rsidP="00E00D30">
      <w:r>
        <w:t>306.3831</w:t>
      </w:r>
      <w:r>
        <w:tab/>
        <w:t>1.013e0</w:t>
      </w:r>
    </w:p>
    <w:p w:rsidR="00E00D30" w:rsidRDefault="00E00D30" w:rsidP="00E00D30">
      <w:r>
        <w:t>306.3918</w:t>
      </w:r>
      <w:r>
        <w:tab/>
        <w:t>1.013e0</w:t>
      </w:r>
    </w:p>
    <w:p w:rsidR="00E00D30" w:rsidRDefault="00E00D30" w:rsidP="00E00D30">
      <w:r>
        <w:t>306.4071</w:t>
      </w:r>
      <w:r>
        <w:tab/>
        <w:t>1.013e0</w:t>
      </w:r>
    </w:p>
    <w:p w:rsidR="00E00D30" w:rsidRDefault="00E00D30" w:rsidP="00E00D30">
      <w:r>
        <w:t>306.4246</w:t>
      </w:r>
      <w:r>
        <w:tab/>
        <w:t>1.013e0</w:t>
      </w:r>
    </w:p>
    <w:p w:rsidR="00E00D30" w:rsidRDefault="00E00D30" w:rsidP="00E00D30">
      <w:r>
        <w:t>306.4432</w:t>
      </w:r>
      <w:r>
        <w:tab/>
        <w:t>1.013e0</w:t>
      </w:r>
    </w:p>
    <w:p w:rsidR="00E00D30" w:rsidRDefault="00E00D30" w:rsidP="00E00D30">
      <w:r>
        <w:t>306.4586</w:t>
      </w:r>
      <w:r>
        <w:tab/>
        <w:t>1.013e0</w:t>
      </w:r>
    </w:p>
    <w:p w:rsidR="00E00D30" w:rsidRDefault="00E00D30" w:rsidP="00E00D30">
      <w:r>
        <w:t>306.4758</w:t>
      </w:r>
      <w:r>
        <w:tab/>
        <w:t>3.038e0</w:t>
      </w:r>
    </w:p>
    <w:p w:rsidR="00E00D30" w:rsidRDefault="00E00D30" w:rsidP="00E00D30">
      <w:r>
        <w:t>306.4860</w:t>
      </w:r>
      <w:r>
        <w:tab/>
        <w:t>1.013e0</w:t>
      </w:r>
    </w:p>
    <w:p w:rsidR="00E00D30" w:rsidRDefault="00E00D30" w:rsidP="00E00D30">
      <w:r>
        <w:t>306.5081</w:t>
      </w:r>
      <w:r>
        <w:tab/>
        <w:t>1.013e0</w:t>
      </w:r>
    </w:p>
    <w:p w:rsidR="00E00D30" w:rsidRDefault="00E00D30" w:rsidP="00E00D30">
      <w:r>
        <w:t>306.5555</w:t>
      </w:r>
      <w:r>
        <w:tab/>
        <w:t>1.013e0</w:t>
      </w:r>
    </w:p>
    <w:p w:rsidR="00E00D30" w:rsidRDefault="00E00D30" w:rsidP="00E00D30">
      <w:r>
        <w:lastRenderedPageBreak/>
        <w:t>306.5788</w:t>
      </w:r>
      <w:r>
        <w:tab/>
        <w:t>1.013e0</w:t>
      </w:r>
    </w:p>
    <w:p w:rsidR="00E00D30" w:rsidRDefault="00E00D30" w:rsidP="00E00D30">
      <w:r>
        <w:t>306.6154</w:t>
      </w:r>
      <w:r>
        <w:tab/>
        <w:t>1.013e0</w:t>
      </w:r>
    </w:p>
    <w:p w:rsidR="00E00D30" w:rsidRDefault="00E00D30" w:rsidP="00E00D30">
      <w:r>
        <w:t>306.6252</w:t>
      </w:r>
      <w:r>
        <w:tab/>
        <w:t>1.013e0</w:t>
      </w:r>
    </w:p>
    <w:p w:rsidR="00E00D30" w:rsidRDefault="00E00D30" w:rsidP="00E00D30">
      <w:r>
        <w:t>306.6311</w:t>
      </w:r>
      <w:r>
        <w:tab/>
        <w:t>1.013e0</w:t>
      </w:r>
    </w:p>
    <w:p w:rsidR="00E00D30" w:rsidRDefault="00E00D30" w:rsidP="00E00D30">
      <w:r>
        <w:t>306.6388</w:t>
      </w:r>
      <w:r>
        <w:tab/>
        <w:t>2.025e0</w:t>
      </w:r>
    </w:p>
    <w:p w:rsidR="00E00D30" w:rsidRDefault="00E00D30" w:rsidP="00E00D30">
      <w:r>
        <w:t>306.6631</w:t>
      </w:r>
      <w:r>
        <w:tab/>
        <w:t>2.025e0</w:t>
      </w:r>
    </w:p>
    <w:p w:rsidR="00E00D30" w:rsidRDefault="00E00D30" w:rsidP="00E00D30">
      <w:r>
        <w:t>306.6670</w:t>
      </w:r>
      <w:r>
        <w:tab/>
        <w:t>1.013e0</w:t>
      </w:r>
    </w:p>
    <w:p w:rsidR="00E00D30" w:rsidRDefault="00E00D30" w:rsidP="00E00D30">
      <w:r>
        <w:t>306.6931</w:t>
      </w:r>
      <w:r>
        <w:tab/>
        <w:t>3.038e0</w:t>
      </w:r>
    </w:p>
    <w:p w:rsidR="00E00D30" w:rsidRDefault="00E00D30" w:rsidP="00E00D30">
      <w:r>
        <w:t>306.7343</w:t>
      </w:r>
      <w:r>
        <w:tab/>
        <w:t>2.025e0</w:t>
      </w:r>
    </w:p>
    <w:p w:rsidR="00E00D30" w:rsidRDefault="00E00D30" w:rsidP="00E00D30">
      <w:r>
        <w:t>306.7586</w:t>
      </w:r>
      <w:r>
        <w:tab/>
        <w:t>1.013e0</w:t>
      </w:r>
    </w:p>
    <w:p w:rsidR="00E00D30" w:rsidRDefault="00E00D30" w:rsidP="00E00D30">
      <w:r>
        <w:t>306.7747</w:t>
      </w:r>
      <w:r>
        <w:tab/>
        <w:t>1.013e0</w:t>
      </w:r>
    </w:p>
    <w:p w:rsidR="00E00D30" w:rsidRDefault="00E00D30" w:rsidP="00E00D30">
      <w:r>
        <w:t>306.7828</w:t>
      </w:r>
      <w:r>
        <w:tab/>
        <w:t>1.013e0</w:t>
      </w:r>
    </w:p>
    <w:p w:rsidR="00E00D30" w:rsidRDefault="00E00D30" w:rsidP="00E00D30">
      <w:r>
        <w:t>306.7976</w:t>
      </w:r>
      <w:r>
        <w:tab/>
        <w:t>1.013e0</w:t>
      </w:r>
    </w:p>
    <w:p w:rsidR="00E00D30" w:rsidRDefault="00E00D30" w:rsidP="00E00D30">
      <w:r>
        <w:t>306.8389</w:t>
      </w:r>
      <w:r>
        <w:tab/>
        <w:t>1.013e0</w:t>
      </w:r>
    </w:p>
    <w:p w:rsidR="00E00D30" w:rsidRDefault="00E00D30" w:rsidP="00E00D30">
      <w:r>
        <w:t>306.8479</w:t>
      </w:r>
      <w:r>
        <w:tab/>
        <w:t>1.013e0</w:t>
      </w:r>
    </w:p>
    <w:p w:rsidR="00E00D30" w:rsidRDefault="00E00D30" w:rsidP="00E00D30">
      <w:r>
        <w:t>306.8813</w:t>
      </w:r>
      <w:r>
        <w:tab/>
        <w:t>2.025e0</w:t>
      </w:r>
    </w:p>
    <w:p w:rsidR="00E00D30" w:rsidRDefault="00E00D30" w:rsidP="00E00D30">
      <w:r>
        <w:t>306.8947</w:t>
      </w:r>
      <w:r>
        <w:tab/>
        <w:t>1.013e0</w:t>
      </w:r>
    </w:p>
    <w:p w:rsidR="00E00D30" w:rsidRDefault="00E00D30" w:rsidP="00E00D30">
      <w:r>
        <w:t>306.9035</w:t>
      </w:r>
      <w:r>
        <w:tab/>
        <w:t>1.013e0</w:t>
      </w:r>
    </w:p>
    <w:p w:rsidR="00E00D30" w:rsidRDefault="00E00D30" w:rsidP="00E00D30">
      <w:r>
        <w:t>306.9146</w:t>
      </w:r>
      <w:r>
        <w:tab/>
        <w:t>1.013e0</w:t>
      </w:r>
    </w:p>
    <w:p w:rsidR="00E00D30" w:rsidRDefault="00E00D30" w:rsidP="00E00D30">
      <w:r>
        <w:lastRenderedPageBreak/>
        <w:t>306.9270</w:t>
      </w:r>
      <w:r>
        <w:tab/>
        <w:t>2.025e0</w:t>
      </w:r>
    </w:p>
    <w:p w:rsidR="00E00D30" w:rsidRDefault="00E00D30" w:rsidP="00E00D30">
      <w:r>
        <w:t>306.9788</w:t>
      </w:r>
      <w:r>
        <w:tab/>
        <w:t>1.013e0</w:t>
      </w:r>
    </w:p>
    <w:p w:rsidR="00E00D30" w:rsidRDefault="00E00D30" w:rsidP="00E00D30">
      <w:r>
        <w:t>306.9928</w:t>
      </w:r>
      <w:r>
        <w:tab/>
        <w:t>2.025e0</w:t>
      </w:r>
    </w:p>
    <w:p w:rsidR="00E00D30" w:rsidRDefault="00E00D30" w:rsidP="00E00D30">
      <w:r>
        <w:t>307.0146</w:t>
      </w:r>
      <w:r>
        <w:tab/>
        <w:t>2.025e0</w:t>
      </w:r>
    </w:p>
    <w:p w:rsidR="00E00D30" w:rsidRDefault="00E00D30" w:rsidP="00E00D30">
      <w:r>
        <w:t>307.0261</w:t>
      </w:r>
      <w:r>
        <w:tab/>
        <w:t>1.013e0</w:t>
      </w:r>
    </w:p>
    <w:p w:rsidR="00E00D30" w:rsidRDefault="00E00D30" w:rsidP="00E00D30">
      <w:r>
        <w:t>307.0347</w:t>
      </w:r>
      <w:r>
        <w:tab/>
        <w:t>2.025e0</w:t>
      </w:r>
    </w:p>
    <w:p w:rsidR="00E00D30" w:rsidRDefault="00E00D30" w:rsidP="00E00D30">
      <w:r>
        <w:t>307.0430</w:t>
      </w:r>
      <w:r>
        <w:tab/>
        <w:t>1.013e0</w:t>
      </w:r>
    </w:p>
    <w:p w:rsidR="00E00D30" w:rsidRDefault="00E00D30" w:rsidP="00E00D30">
      <w:r>
        <w:t>307.0768</w:t>
      </w:r>
      <w:r>
        <w:tab/>
        <w:t>1.013e0</w:t>
      </w:r>
    </w:p>
    <w:p w:rsidR="00E00D30" w:rsidRDefault="00E00D30" w:rsidP="00E00D30">
      <w:r>
        <w:t>307.0818</w:t>
      </w:r>
      <w:r>
        <w:tab/>
        <w:t>1.013e0</w:t>
      </w:r>
    </w:p>
    <w:p w:rsidR="00E00D30" w:rsidRDefault="00E00D30" w:rsidP="00E00D30">
      <w:r>
        <w:t>307.0971</w:t>
      </w:r>
      <w:r>
        <w:tab/>
        <w:t>2.025e0</w:t>
      </w:r>
    </w:p>
    <w:p w:rsidR="00E00D30" w:rsidRDefault="00E00D30" w:rsidP="00E00D30">
      <w:r>
        <w:t>307.1041</w:t>
      </w:r>
      <w:r>
        <w:tab/>
        <w:t>1.013e0</w:t>
      </w:r>
    </w:p>
    <w:p w:rsidR="00E00D30" w:rsidRDefault="00E00D30" w:rsidP="00E00D30">
      <w:r>
        <w:t>307.1099</w:t>
      </w:r>
      <w:r>
        <w:tab/>
        <w:t>1.013e0</w:t>
      </w:r>
    </w:p>
    <w:p w:rsidR="00E00D30" w:rsidRDefault="00E00D30" w:rsidP="00E00D30">
      <w:r>
        <w:t>307.1137</w:t>
      </w:r>
      <w:r>
        <w:tab/>
        <w:t>3.038e0</w:t>
      </w:r>
    </w:p>
    <w:p w:rsidR="00E00D30" w:rsidRDefault="00E00D30" w:rsidP="00E00D30">
      <w:r>
        <w:t>307.1154</w:t>
      </w:r>
      <w:r>
        <w:tab/>
        <w:t>2.025e0</w:t>
      </w:r>
    </w:p>
    <w:p w:rsidR="00E00D30" w:rsidRDefault="00E00D30" w:rsidP="00E00D30">
      <w:r>
        <w:t>307.1325</w:t>
      </w:r>
      <w:r>
        <w:tab/>
        <w:t>1.013e0</w:t>
      </w:r>
    </w:p>
    <w:p w:rsidR="00E00D30" w:rsidRDefault="00E00D30" w:rsidP="00E00D30">
      <w:r>
        <w:t>307.1378</w:t>
      </w:r>
      <w:r>
        <w:tab/>
        <w:t>1.013e0</w:t>
      </w:r>
    </w:p>
    <w:p w:rsidR="00E00D30" w:rsidRDefault="00E00D30" w:rsidP="00E00D30">
      <w:r>
        <w:t>307.1488</w:t>
      </w:r>
      <w:r>
        <w:tab/>
        <w:t>2.025e0</w:t>
      </w:r>
    </w:p>
    <w:p w:rsidR="00E00D30" w:rsidRDefault="00E00D30" w:rsidP="00E00D30">
      <w:r>
        <w:t>307.1708</w:t>
      </w:r>
      <w:r>
        <w:tab/>
        <w:t>1.013e0</w:t>
      </w:r>
    </w:p>
    <w:p w:rsidR="00E00D30" w:rsidRDefault="00E00D30" w:rsidP="00E00D30">
      <w:r>
        <w:t>307.1772</w:t>
      </w:r>
      <w:r>
        <w:tab/>
        <w:t>2.025e0</w:t>
      </w:r>
    </w:p>
    <w:p w:rsidR="00E00D30" w:rsidRDefault="00E00D30" w:rsidP="00E00D30">
      <w:r>
        <w:lastRenderedPageBreak/>
        <w:t>307.1787</w:t>
      </w:r>
      <w:r>
        <w:tab/>
        <w:t>1.013e0</w:t>
      </w:r>
    </w:p>
    <w:p w:rsidR="00E00D30" w:rsidRDefault="00E00D30" w:rsidP="00E00D30">
      <w:r>
        <w:t>307.1879</w:t>
      </w:r>
      <w:r>
        <w:tab/>
        <w:t>2.025e0</w:t>
      </w:r>
    </w:p>
    <w:p w:rsidR="00E00D30" w:rsidRDefault="00E00D30" w:rsidP="00E00D30">
      <w:r>
        <w:t>307.1934</w:t>
      </w:r>
      <w:r>
        <w:tab/>
        <w:t>6.076e0</w:t>
      </w:r>
    </w:p>
    <w:p w:rsidR="00E00D30" w:rsidRDefault="00E00D30" w:rsidP="00E00D30">
      <w:r>
        <w:t>307.2028</w:t>
      </w:r>
      <w:r>
        <w:tab/>
        <w:t>2.025e0</w:t>
      </w:r>
    </w:p>
    <w:p w:rsidR="00E00D30" w:rsidRDefault="00E00D30" w:rsidP="00E00D30">
      <w:r>
        <w:t>307.2158</w:t>
      </w:r>
      <w:r>
        <w:tab/>
        <w:t>2.025e0</w:t>
      </w:r>
    </w:p>
    <w:p w:rsidR="00E00D30" w:rsidRDefault="00E00D30" w:rsidP="00E00D30">
      <w:r>
        <w:t>307.2285</w:t>
      </w:r>
      <w:r>
        <w:tab/>
        <w:t>2.025e0</w:t>
      </w:r>
    </w:p>
    <w:p w:rsidR="00E00D30" w:rsidRDefault="00E00D30" w:rsidP="00E00D30">
      <w:r>
        <w:t>307.2307</w:t>
      </w:r>
      <w:r>
        <w:tab/>
        <w:t>1.013e0</w:t>
      </w:r>
    </w:p>
    <w:p w:rsidR="00E00D30" w:rsidRDefault="00E00D30" w:rsidP="00E00D30">
      <w:r>
        <w:t>307.2352</w:t>
      </w:r>
      <w:r>
        <w:tab/>
        <w:t>1.013e0</w:t>
      </w:r>
    </w:p>
    <w:p w:rsidR="00E00D30" w:rsidRDefault="00E00D30" w:rsidP="00E00D30">
      <w:r>
        <w:t>307.2444</w:t>
      </w:r>
      <w:r>
        <w:tab/>
        <w:t>2.025e0</w:t>
      </w:r>
    </w:p>
    <w:p w:rsidR="00E00D30" w:rsidRDefault="00E00D30" w:rsidP="00E00D30">
      <w:r>
        <w:t>307.2495</w:t>
      </w:r>
      <w:r>
        <w:tab/>
        <w:t>2.025e0</w:t>
      </w:r>
    </w:p>
    <w:p w:rsidR="00E00D30" w:rsidRDefault="00E00D30" w:rsidP="00E00D30">
      <w:r>
        <w:t>307.2626</w:t>
      </w:r>
      <w:r>
        <w:tab/>
        <w:t>1.013e0</w:t>
      </w:r>
    </w:p>
    <w:p w:rsidR="00E00D30" w:rsidRDefault="00E00D30" w:rsidP="00E00D30">
      <w:r>
        <w:t>307.2993</w:t>
      </w:r>
      <w:r>
        <w:tab/>
        <w:t>1.013e0</w:t>
      </w:r>
    </w:p>
    <w:p w:rsidR="00E00D30" w:rsidRDefault="00E00D30" w:rsidP="00E00D30">
      <w:r>
        <w:t>307.3228</w:t>
      </w:r>
      <w:r>
        <w:tab/>
        <w:t>1.013e0</w:t>
      </w:r>
    </w:p>
    <w:p w:rsidR="00E00D30" w:rsidRDefault="00E00D30" w:rsidP="00E00D30">
      <w:r>
        <w:t>307.3274</w:t>
      </w:r>
      <w:r>
        <w:tab/>
        <w:t>1.013e0</w:t>
      </w:r>
    </w:p>
    <w:p w:rsidR="00E00D30" w:rsidRDefault="00E00D30" w:rsidP="00E00D30">
      <w:r>
        <w:t>307.3425</w:t>
      </w:r>
      <w:r>
        <w:tab/>
        <w:t>1.013e0</w:t>
      </w:r>
    </w:p>
    <w:p w:rsidR="00E00D30" w:rsidRDefault="00E00D30" w:rsidP="00E00D30">
      <w:r>
        <w:t>307.3831</w:t>
      </w:r>
      <w:r>
        <w:tab/>
        <w:t>1.013e0</w:t>
      </w:r>
    </w:p>
    <w:p w:rsidR="00E00D30" w:rsidRDefault="00E00D30" w:rsidP="00E00D30">
      <w:r>
        <w:t>307.3886</w:t>
      </w:r>
      <w:r>
        <w:tab/>
        <w:t>1.013e0</w:t>
      </w:r>
    </w:p>
    <w:p w:rsidR="00E00D30" w:rsidRDefault="00E00D30" w:rsidP="00E00D30">
      <w:r>
        <w:t>307.4026</w:t>
      </w:r>
      <w:r>
        <w:tab/>
        <w:t>1.013e0</w:t>
      </w:r>
    </w:p>
    <w:p w:rsidR="00E00D30" w:rsidRDefault="00E00D30" w:rsidP="00E00D30">
      <w:r>
        <w:t>307.4051</w:t>
      </w:r>
      <w:r>
        <w:tab/>
        <w:t>2.025e0</w:t>
      </w:r>
    </w:p>
    <w:p w:rsidR="00E00D30" w:rsidRDefault="00E00D30" w:rsidP="00E00D30">
      <w:r>
        <w:lastRenderedPageBreak/>
        <w:t>307.4226</w:t>
      </w:r>
      <w:r>
        <w:tab/>
        <w:t>1.013e0</w:t>
      </w:r>
    </w:p>
    <w:p w:rsidR="00E00D30" w:rsidRDefault="00E00D30" w:rsidP="00E00D30">
      <w:r>
        <w:t>307.4306</w:t>
      </w:r>
      <w:r>
        <w:tab/>
        <w:t>1.013e0</w:t>
      </w:r>
    </w:p>
    <w:p w:rsidR="00E00D30" w:rsidRDefault="00E00D30" w:rsidP="00E00D30">
      <w:r>
        <w:t>307.4501</w:t>
      </w:r>
      <w:r>
        <w:tab/>
        <w:t>1.013e0</w:t>
      </w:r>
    </w:p>
    <w:p w:rsidR="00E00D30" w:rsidRDefault="00E00D30" w:rsidP="00E00D30">
      <w:r>
        <w:t>307.4869</w:t>
      </w:r>
      <w:r>
        <w:tab/>
        <w:t>2.025e0</w:t>
      </w:r>
    </w:p>
    <w:p w:rsidR="00E00D30" w:rsidRDefault="00E00D30" w:rsidP="00E00D30">
      <w:r>
        <w:t>307.4948</w:t>
      </w:r>
      <w:r>
        <w:tab/>
        <w:t>1.013e0</w:t>
      </w:r>
    </w:p>
    <w:p w:rsidR="00E00D30" w:rsidRDefault="00E00D30" w:rsidP="00E00D30">
      <w:r>
        <w:t>307.5111</w:t>
      </w:r>
      <w:r>
        <w:tab/>
        <w:t>1.013e0</w:t>
      </w:r>
    </w:p>
    <w:p w:rsidR="00E00D30" w:rsidRDefault="00E00D30" w:rsidP="00E00D30">
      <w:r>
        <w:t>307.5188</w:t>
      </w:r>
      <w:r>
        <w:tab/>
        <w:t>1.013e0</w:t>
      </w:r>
    </w:p>
    <w:p w:rsidR="00E00D30" w:rsidRDefault="00E00D30" w:rsidP="00E00D30">
      <w:r>
        <w:t>307.5392</w:t>
      </w:r>
      <w:r>
        <w:tab/>
        <w:t>1.013e0</w:t>
      </w:r>
    </w:p>
    <w:p w:rsidR="00E00D30" w:rsidRDefault="00E00D30" w:rsidP="00E00D30">
      <w:r>
        <w:t>307.5508</w:t>
      </w:r>
      <w:r>
        <w:tab/>
        <w:t>2.025e0</w:t>
      </w:r>
    </w:p>
    <w:p w:rsidR="00E00D30" w:rsidRDefault="00E00D30" w:rsidP="00E00D30">
      <w:r>
        <w:t>307.5668</w:t>
      </w:r>
      <w:r>
        <w:tab/>
        <w:t>1.013e0</w:t>
      </w:r>
    </w:p>
    <w:p w:rsidR="00E00D30" w:rsidRDefault="00E00D30" w:rsidP="00E00D30">
      <w:r>
        <w:t>307.5747</w:t>
      </w:r>
      <w:r>
        <w:tab/>
        <w:t>1.013e0</w:t>
      </w:r>
    </w:p>
    <w:p w:rsidR="00E00D30" w:rsidRDefault="00E00D30" w:rsidP="00E00D30">
      <w:r>
        <w:t>307.5791</w:t>
      </w:r>
      <w:r>
        <w:tab/>
        <w:t>1.013e0</w:t>
      </w:r>
    </w:p>
    <w:p w:rsidR="00E00D30" w:rsidRDefault="00E00D30" w:rsidP="00E00D30">
      <w:r>
        <w:t>307.5948</w:t>
      </w:r>
      <w:r>
        <w:tab/>
        <w:t>1.013e0</w:t>
      </w:r>
    </w:p>
    <w:p w:rsidR="00E00D30" w:rsidRDefault="00E00D30" w:rsidP="00E00D30">
      <w:r>
        <w:t>307.6027</w:t>
      </w:r>
      <w:r>
        <w:tab/>
        <w:t>1.013e0</w:t>
      </w:r>
    </w:p>
    <w:p w:rsidR="00E00D30" w:rsidRDefault="00E00D30" w:rsidP="00E00D30">
      <w:r>
        <w:t>307.6403</w:t>
      </w:r>
      <w:r>
        <w:tab/>
        <w:t>3.038e0</w:t>
      </w:r>
    </w:p>
    <w:p w:rsidR="00E00D30" w:rsidRDefault="00E00D30" w:rsidP="00E00D30">
      <w:r>
        <w:t>307.6507</w:t>
      </w:r>
      <w:r>
        <w:tab/>
        <w:t>1.013e0</w:t>
      </w:r>
    </w:p>
    <w:p w:rsidR="00E00D30" w:rsidRDefault="00E00D30" w:rsidP="00E00D30">
      <w:r>
        <w:t>307.6592</w:t>
      </w:r>
      <w:r>
        <w:tab/>
        <w:t>1.013e0</w:t>
      </w:r>
    </w:p>
    <w:p w:rsidR="00E00D30" w:rsidRDefault="00E00D30" w:rsidP="00E00D30">
      <w:r>
        <w:t>307.6789</w:t>
      </w:r>
      <w:r>
        <w:tab/>
        <w:t>1.013e0</w:t>
      </w:r>
    </w:p>
    <w:p w:rsidR="00E00D30" w:rsidRDefault="00E00D30" w:rsidP="00E00D30">
      <w:r>
        <w:t>307.6827</w:t>
      </w:r>
      <w:r>
        <w:tab/>
        <w:t>1.013e0</w:t>
      </w:r>
    </w:p>
    <w:p w:rsidR="00E00D30" w:rsidRDefault="00E00D30" w:rsidP="00E00D30">
      <w:r>
        <w:lastRenderedPageBreak/>
        <w:t>307.7111</w:t>
      </w:r>
      <w:r>
        <w:tab/>
        <w:t>1.013e0</w:t>
      </w:r>
    </w:p>
    <w:p w:rsidR="00E00D30" w:rsidRDefault="00E00D30" w:rsidP="00E00D30">
      <w:r>
        <w:t>307.7530</w:t>
      </w:r>
      <w:r>
        <w:tab/>
        <w:t>2.025e0</w:t>
      </w:r>
    </w:p>
    <w:p w:rsidR="00E00D30" w:rsidRDefault="00E00D30" w:rsidP="00E00D30">
      <w:r>
        <w:t>307.7666</w:t>
      </w:r>
      <w:r>
        <w:tab/>
        <w:t>1.013e0</w:t>
      </w:r>
    </w:p>
    <w:p w:rsidR="00E00D30" w:rsidRDefault="00E00D30" w:rsidP="00E00D30">
      <w:r>
        <w:t>307.8228</w:t>
      </w:r>
      <w:r>
        <w:tab/>
        <w:t>1.013e0</w:t>
      </w:r>
    </w:p>
    <w:p w:rsidR="00E00D30" w:rsidRDefault="00E00D30" w:rsidP="00E00D30">
      <w:r>
        <w:t>307.8272</w:t>
      </w:r>
      <w:r>
        <w:tab/>
        <w:t>1.013e0</w:t>
      </w:r>
    </w:p>
    <w:p w:rsidR="00E00D30" w:rsidRDefault="00E00D30" w:rsidP="00E00D30">
      <w:r>
        <w:t>307.8464</w:t>
      </w:r>
      <w:r>
        <w:tab/>
        <w:t>1.013e0</w:t>
      </w:r>
    </w:p>
    <w:p w:rsidR="00E00D30" w:rsidRDefault="00E00D30" w:rsidP="00E00D30">
      <w:r>
        <w:t>307.8972</w:t>
      </w:r>
      <w:r>
        <w:tab/>
        <w:t>1.013e0</w:t>
      </w:r>
    </w:p>
    <w:p w:rsidR="00E00D30" w:rsidRDefault="00E00D30" w:rsidP="00E00D30">
      <w:r>
        <w:t>307.9029</w:t>
      </w:r>
      <w:r>
        <w:tab/>
        <w:t>2.025e0</w:t>
      </w:r>
    </w:p>
    <w:p w:rsidR="00E00D30" w:rsidRDefault="00E00D30" w:rsidP="00E00D30">
      <w:r>
        <w:t>307.9475</w:t>
      </w:r>
      <w:r>
        <w:tab/>
        <w:t>1.013e0</w:t>
      </w:r>
    </w:p>
    <w:p w:rsidR="00E00D30" w:rsidRDefault="00E00D30" w:rsidP="00E00D30">
      <w:r>
        <w:t>307.9526</w:t>
      </w:r>
      <w:r>
        <w:tab/>
        <w:t>1.013e0</w:t>
      </w:r>
    </w:p>
    <w:p w:rsidR="00E00D30" w:rsidRDefault="00E00D30" w:rsidP="00E00D30">
      <w:r>
        <w:t>307.9582</w:t>
      </w:r>
      <w:r>
        <w:tab/>
        <w:t>1.013e0</w:t>
      </w:r>
    </w:p>
    <w:p w:rsidR="00E00D30" w:rsidRDefault="00E00D30" w:rsidP="00E00D30">
      <w:r>
        <w:t>307.9627</w:t>
      </w:r>
      <w:r>
        <w:tab/>
        <w:t>1.013e0</w:t>
      </w:r>
    </w:p>
    <w:p w:rsidR="00E00D30" w:rsidRDefault="00E00D30" w:rsidP="00E00D30">
      <w:r>
        <w:t>307.9807</w:t>
      </w:r>
      <w:r>
        <w:tab/>
        <w:t>1.013e0</w:t>
      </w:r>
    </w:p>
    <w:p w:rsidR="00E00D30" w:rsidRDefault="00E00D30" w:rsidP="00E00D30">
      <w:r>
        <w:t>308.0193</w:t>
      </w:r>
      <w:r>
        <w:tab/>
        <w:t>1.013e0</w:t>
      </w:r>
    </w:p>
    <w:p w:rsidR="00E00D30" w:rsidRDefault="00E00D30" w:rsidP="00E00D30">
      <w:r>
        <w:t>308.0407</w:t>
      </w:r>
      <w:r>
        <w:tab/>
        <w:t>2.025e0</w:t>
      </w:r>
    </w:p>
    <w:p w:rsidR="00E00D30" w:rsidRDefault="00E00D30" w:rsidP="00E00D30">
      <w:r>
        <w:t>308.0460</w:t>
      </w:r>
      <w:r>
        <w:tab/>
        <w:t>3.089e0</w:t>
      </w:r>
    </w:p>
    <w:p w:rsidR="00E00D30" w:rsidRDefault="00E00D30" w:rsidP="00E00D30">
      <w:r>
        <w:t>308.0529</w:t>
      </w:r>
      <w:r>
        <w:tab/>
        <w:t>2.025e0</w:t>
      </w:r>
    </w:p>
    <w:p w:rsidR="00E00D30" w:rsidRDefault="00E00D30" w:rsidP="00E00D30">
      <w:r>
        <w:t>308.0554</w:t>
      </w:r>
      <w:r>
        <w:tab/>
        <w:t>1.013e0</w:t>
      </w:r>
    </w:p>
    <w:p w:rsidR="00E00D30" w:rsidRDefault="00E00D30" w:rsidP="00E00D30">
      <w:r>
        <w:t>308.0774</w:t>
      </w:r>
      <w:r>
        <w:tab/>
        <w:t>2.025e0</w:t>
      </w:r>
    </w:p>
    <w:p w:rsidR="00E00D30" w:rsidRDefault="00E00D30" w:rsidP="00E00D30">
      <w:r>
        <w:lastRenderedPageBreak/>
        <w:t>308.0830</w:t>
      </w:r>
      <w:r>
        <w:tab/>
        <w:t>2.025e0</w:t>
      </w:r>
    </w:p>
    <w:p w:rsidR="00E00D30" w:rsidRDefault="00E00D30" w:rsidP="00E00D30">
      <w:r>
        <w:t>308.1108</w:t>
      </w:r>
      <w:r>
        <w:tab/>
        <w:t>1.013e0</w:t>
      </w:r>
    </w:p>
    <w:p w:rsidR="00E00D30" w:rsidRDefault="00E00D30" w:rsidP="00E00D30">
      <w:r>
        <w:t>308.1281</w:t>
      </w:r>
      <w:r>
        <w:tab/>
        <w:t>5.063e0</w:t>
      </w:r>
    </w:p>
    <w:p w:rsidR="00E00D30" w:rsidRDefault="00E00D30" w:rsidP="00E00D30">
      <w:r>
        <w:t>308.1428</w:t>
      </w:r>
      <w:r>
        <w:tab/>
        <w:t>1.013e0</w:t>
      </w:r>
    </w:p>
    <w:p w:rsidR="00E00D30" w:rsidRDefault="00E00D30" w:rsidP="00E00D30">
      <w:r>
        <w:t>308.1482</w:t>
      </w:r>
      <w:r>
        <w:tab/>
        <w:t>1.013e0</w:t>
      </w:r>
    </w:p>
    <w:p w:rsidR="00E00D30" w:rsidRDefault="00E00D30" w:rsidP="00E00D30">
      <w:r>
        <w:t>308.1544</w:t>
      </w:r>
      <w:r>
        <w:tab/>
        <w:t>3.038e0</w:t>
      </w:r>
    </w:p>
    <w:p w:rsidR="00E00D30" w:rsidRDefault="00E00D30" w:rsidP="00E00D30">
      <w:r>
        <w:t>308.1628</w:t>
      </w:r>
      <w:r>
        <w:tab/>
        <w:t>1.013e0</w:t>
      </w:r>
    </w:p>
    <w:p w:rsidR="00E00D30" w:rsidRDefault="00E00D30" w:rsidP="00E00D30">
      <w:r>
        <w:t>308.1669</w:t>
      </w:r>
      <w:r>
        <w:tab/>
        <w:t>1.013e0</w:t>
      </w:r>
    </w:p>
    <w:p w:rsidR="00E00D30" w:rsidRDefault="00E00D30" w:rsidP="00E00D30">
      <w:r>
        <w:t>308.1819</w:t>
      </w:r>
      <w:r>
        <w:tab/>
        <w:t>2.025e0</w:t>
      </w:r>
    </w:p>
    <w:p w:rsidR="00E00D30" w:rsidRDefault="00E00D30" w:rsidP="00E00D30">
      <w:r>
        <w:t>308.1870</w:t>
      </w:r>
      <w:r>
        <w:tab/>
        <w:t>1.013e0</w:t>
      </w:r>
    </w:p>
    <w:p w:rsidR="00E00D30" w:rsidRDefault="00E00D30" w:rsidP="00E00D30">
      <w:r>
        <w:t>308.1934</w:t>
      </w:r>
      <w:r>
        <w:tab/>
        <w:t>2.025e0</w:t>
      </w:r>
    </w:p>
    <w:p w:rsidR="00E00D30" w:rsidRDefault="00E00D30" w:rsidP="00E00D30">
      <w:r>
        <w:t>308.1951</w:t>
      </w:r>
      <w:r>
        <w:tab/>
        <w:t>2.025e0</w:t>
      </w:r>
    </w:p>
    <w:p w:rsidR="00E00D30" w:rsidRDefault="00E00D30" w:rsidP="00E00D30">
      <w:r>
        <w:t>308.2042</w:t>
      </w:r>
      <w:r>
        <w:tab/>
        <w:t>2.025e0</w:t>
      </w:r>
    </w:p>
    <w:p w:rsidR="00E00D30" w:rsidRDefault="00E00D30" w:rsidP="00E00D30">
      <w:r>
        <w:t>308.2097</w:t>
      </w:r>
      <w:r>
        <w:tab/>
        <w:t>1.013e0</w:t>
      </w:r>
    </w:p>
    <w:p w:rsidR="00E00D30" w:rsidRDefault="00E00D30" w:rsidP="00E00D30">
      <w:r>
        <w:t>308.2229</w:t>
      </w:r>
      <w:r>
        <w:tab/>
        <w:t>1.013e0</w:t>
      </w:r>
    </w:p>
    <w:p w:rsidR="00E00D30" w:rsidRDefault="00E00D30" w:rsidP="00E00D30">
      <w:r>
        <w:t>308.2269</w:t>
      </w:r>
      <w:r>
        <w:tab/>
        <w:t>1.013e0</w:t>
      </w:r>
    </w:p>
    <w:p w:rsidR="00E00D30" w:rsidRDefault="00E00D30" w:rsidP="00E00D30">
      <w:r>
        <w:t>308.2379</w:t>
      </w:r>
      <w:r>
        <w:tab/>
        <w:t>1.013e0</w:t>
      </w:r>
    </w:p>
    <w:p w:rsidR="00E00D30" w:rsidRDefault="00E00D30" w:rsidP="00E00D30">
      <w:r>
        <w:t>308.2551</w:t>
      </w:r>
      <w:r>
        <w:tab/>
        <w:t>4.051e0</w:t>
      </w:r>
    </w:p>
    <w:p w:rsidR="00E00D30" w:rsidRDefault="00E00D30" w:rsidP="00E00D30">
      <w:r>
        <w:t>308.2603</w:t>
      </w:r>
      <w:r>
        <w:tab/>
        <w:t>1.013e0</w:t>
      </w:r>
    </w:p>
    <w:p w:rsidR="00E00D30" w:rsidRDefault="00E00D30" w:rsidP="00E00D30">
      <w:r>
        <w:lastRenderedPageBreak/>
        <w:t>308.2770</w:t>
      </w:r>
      <w:r>
        <w:tab/>
        <w:t>2.025e0</w:t>
      </w:r>
    </w:p>
    <w:p w:rsidR="00E00D30" w:rsidRDefault="00E00D30" w:rsidP="00E00D30">
      <w:r>
        <w:t>308.2884</w:t>
      </w:r>
      <w:r>
        <w:tab/>
        <w:t>2.025e0</w:t>
      </w:r>
    </w:p>
    <w:p w:rsidR="00E00D30" w:rsidRDefault="00E00D30" w:rsidP="00E00D30">
      <w:r>
        <w:t>308.2945</w:t>
      </w:r>
      <w:r>
        <w:tab/>
        <w:t>2.025e0</w:t>
      </w:r>
    </w:p>
    <w:p w:rsidR="00E00D30" w:rsidRDefault="00E00D30" w:rsidP="00E00D30">
      <w:r>
        <w:t>308.3110</w:t>
      </w:r>
      <w:r>
        <w:tab/>
        <w:t>1.013e0</w:t>
      </w:r>
    </w:p>
    <w:p w:rsidR="00E00D30" w:rsidRDefault="00E00D30" w:rsidP="00E00D30">
      <w:r>
        <w:t>308.3394</w:t>
      </w:r>
      <w:r>
        <w:tab/>
        <w:t>1.013e0</w:t>
      </w:r>
    </w:p>
    <w:p w:rsidR="00E00D30" w:rsidRDefault="00E00D30" w:rsidP="00E00D30">
      <w:r>
        <w:t>308.3674</w:t>
      </w:r>
      <w:r>
        <w:tab/>
        <w:t>1.013e0</w:t>
      </w:r>
    </w:p>
    <w:p w:rsidR="00E00D30" w:rsidRDefault="00E00D30" w:rsidP="00E00D30">
      <w:r>
        <w:t>308.4116</w:t>
      </w:r>
      <w:r>
        <w:tab/>
        <w:t>1.013e0</w:t>
      </w:r>
    </w:p>
    <w:p w:rsidR="00E00D30" w:rsidRDefault="00E00D30" w:rsidP="00E00D30">
      <w:r>
        <w:t>308.4391</w:t>
      </w:r>
      <w:r>
        <w:tab/>
        <w:t>1.013e0</w:t>
      </w:r>
    </w:p>
    <w:p w:rsidR="00E00D30" w:rsidRDefault="00E00D30" w:rsidP="00E00D30">
      <w:r>
        <w:t>308.4570</w:t>
      </w:r>
      <w:r>
        <w:tab/>
        <w:t>2.025e0</w:t>
      </w:r>
    </w:p>
    <w:p w:rsidR="00E00D30" w:rsidRDefault="00E00D30" w:rsidP="00E00D30">
      <w:r>
        <w:t>308.4767</w:t>
      </w:r>
      <w:r>
        <w:tab/>
        <w:t>3.038e0</w:t>
      </w:r>
    </w:p>
    <w:p w:rsidR="00E00D30" w:rsidRDefault="00E00D30" w:rsidP="00E00D30">
      <w:r>
        <w:t>308.4953</w:t>
      </w:r>
      <w:r>
        <w:tab/>
        <w:t>1.013e0</w:t>
      </w:r>
    </w:p>
    <w:p w:rsidR="00E00D30" w:rsidRDefault="00E00D30" w:rsidP="00E00D30">
      <w:r>
        <w:t>308.5177</w:t>
      </w:r>
      <w:r>
        <w:tab/>
        <w:t>1.013e0</w:t>
      </w:r>
    </w:p>
    <w:p w:rsidR="00E00D30" w:rsidRDefault="00E00D30" w:rsidP="00E00D30">
      <w:r>
        <w:t>308.5597</w:t>
      </w:r>
      <w:r>
        <w:tab/>
        <w:t>1.013e0</w:t>
      </w:r>
    </w:p>
    <w:p w:rsidR="00E00D30" w:rsidRDefault="00E00D30" w:rsidP="00E00D30">
      <w:r>
        <w:t>308.5633</w:t>
      </w:r>
      <w:r>
        <w:tab/>
        <w:t>1.013e0</w:t>
      </w:r>
    </w:p>
    <w:p w:rsidR="00E00D30" w:rsidRDefault="00E00D30" w:rsidP="00E00D30">
      <w:r>
        <w:t>308.5679</w:t>
      </w:r>
      <w:r>
        <w:tab/>
        <w:t>1.013e0</w:t>
      </w:r>
    </w:p>
    <w:p w:rsidR="00E00D30" w:rsidRDefault="00E00D30" w:rsidP="00E00D30">
      <w:r>
        <w:t>308.5911</w:t>
      </w:r>
      <w:r>
        <w:tab/>
        <w:t>1.013e0</w:t>
      </w:r>
    </w:p>
    <w:p w:rsidR="00E00D30" w:rsidRDefault="00E00D30" w:rsidP="00E00D30">
      <w:r>
        <w:t>308.6240</w:t>
      </w:r>
      <w:r>
        <w:tab/>
        <w:t>1.013e0</w:t>
      </w:r>
    </w:p>
    <w:p w:rsidR="00E00D30" w:rsidRDefault="00E00D30" w:rsidP="00E00D30">
      <w:r>
        <w:t>308.6295</w:t>
      </w:r>
      <w:r>
        <w:tab/>
        <w:t>1.013e0</w:t>
      </w:r>
    </w:p>
    <w:p w:rsidR="00E00D30" w:rsidRDefault="00E00D30" w:rsidP="00E00D30">
      <w:r>
        <w:t>308.6371</w:t>
      </w:r>
      <w:r>
        <w:tab/>
        <w:t>2.025e0</w:t>
      </w:r>
    </w:p>
    <w:p w:rsidR="00E00D30" w:rsidRDefault="00E00D30" w:rsidP="00E00D30">
      <w:r>
        <w:lastRenderedPageBreak/>
        <w:t>308.6475</w:t>
      </w:r>
      <w:r>
        <w:tab/>
        <w:t>2.025e0</w:t>
      </w:r>
    </w:p>
    <w:p w:rsidR="00E00D30" w:rsidRDefault="00E00D30" w:rsidP="00E00D30">
      <w:r>
        <w:t>308.6524</w:t>
      </w:r>
      <w:r>
        <w:tab/>
        <w:t>1.013e0</w:t>
      </w:r>
    </w:p>
    <w:p w:rsidR="00E00D30" w:rsidRDefault="00E00D30" w:rsidP="00E00D30">
      <w:r>
        <w:t>308.6575</w:t>
      </w:r>
      <w:r>
        <w:tab/>
        <w:t>1.013e0</w:t>
      </w:r>
    </w:p>
    <w:p w:rsidR="00E00D30" w:rsidRDefault="00E00D30" w:rsidP="00E00D30">
      <w:r>
        <w:t>308.6714</w:t>
      </w:r>
      <w:r>
        <w:tab/>
        <w:t>1.013e0</w:t>
      </w:r>
    </w:p>
    <w:p w:rsidR="00E00D30" w:rsidRDefault="00E00D30" w:rsidP="00E00D30">
      <w:r>
        <w:t>308.6912</w:t>
      </w:r>
      <w:r>
        <w:tab/>
        <w:t>2.025e0</w:t>
      </w:r>
    </w:p>
    <w:p w:rsidR="00E00D30" w:rsidRDefault="00E00D30" w:rsidP="00E00D30">
      <w:r>
        <w:t>308.7137</w:t>
      </w:r>
      <w:r>
        <w:tab/>
        <w:t>1.013e0</w:t>
      </w:r>
    </w:p>
    <w:p w:rsidR="00E00D30" w:rsidRDefault="00E00D30" w:rsidP="00E00D30">
      <w:r>
        <w:t>308.7314</w:t>
      </w:r>
      <w:r>
        <w:tab/>
        <w:t>1.013e0</w:t>
      </w:r>
    </w:p>
    <w:p w:rsidR="00E00D30" w:rsidRDefault="00E00D30" w:rsidP="00E00D30">
      <w:r>
        <w:t>308.7598</w:t>
      </w:r>
      <w:r>
        <w:tab/>
        <w:t>1.013e0</w:t>
      </w:r>
    </w:p>
    <w:p w:rsidR="00E00D30" w:rsidRDefault="00E00D30" w:rsidP="00E00D30">
      <w:r>
        <w:t>308.7650</w:t>
      </w:r>
      <w:r>
        <w:tab/>
        <w:t>2.025e0</w:t>
      </w:r>
    </w:p>
    <w:p w:rsidR="00E00D30" w:rsidRDefault="00E00D30" w:rsidP="00E00D30">
      <w:r>
        <w:t>308.7873</w:t>
      </w:r>
      <w:r>
        <w:tab/>
        <w:t>1.013e0</w:t>
      </w:r>
    </w:p>
    <w:p w:rsidR="00E00D30" w:rsidRDefault="00E00D30" w:rsidP="00E00D30">
      <w:r>
        <w:t>308.8199</w:t>
      </w:r>
      <w:r>
        <w:tab/>
        <w:t>1.013e0</w:t>
      </w:r>
    </w:p>
    <w:p w:rsidR="00E00D30" w:rsidRDefault="00E00D30" w:rsidP="00E00D30">
      <w:r>
        <w:t>308.8597</w:t>
      </w:r>
      <w:r>
        <w:tab/>
        <w:t>1.013e0</w:t>
      </w:r>
    </w:p>
    <w:p w:rsidR="00E00D30" w:rsidRDefault="00E00D30" w:rsidP="00E00D30">
      <w:r>
        <w:t>308.8635</w:t>
      </w:r>
      <w:r>
        <w:tab/>
        <w:t>1.013e0</w:t>
      </w:r>
    </w:p>
    <w:p w:rsidR="00E00D30" w:rsidRDefault="00E00D30" w:rsidP="00E00D30">
      <w:r>
        <w:t>308.8675</w:t>
      </w:r>
      <w:r>
        <w:tab/>
        <w:t>2.025e0</w:t>
      </w:r>
    </w:p>
    <w:p w:rsidR="00E00D30" w:rsidRDefault="00E00D30" w:rsidP="00E00D30">
      <w:r>
        <w:t>308.8956</w:t>
      </w:r>
      <w:r>
        <w:tab/>
        <w:t>1.013e0</w:t>
      </w:r>
    </w:p>
    <w:p w:rsidR="00E00D30" w:rsidRDefault="00E00D30" w:rsidP="00E00D30">
      <w:r>
        <w:t>308.9234</w:t>
      </w:r>
      <w:r>
        <w:tab/>
        <w:t>1.013e0</w:t>
      </w:r>
    </w:p>
    <w:p w:rsidR="00E00D30" w:rsidRDefault="00E00D30" w:rsidP="00E00D30">
      <w:r>
        <w:t>308.9432</w:t>
      </w:r>
      <w:r>
        <w:tab/>
        <w:t>1.013e0</w:t>
      </w:r>
    </w:p>
    <w:p w:rsidR="00E00D30" w:rsidRDefault="00E00D30" w:rsidP="00E00D30">
      <w:r>
        <w:t>308.9636</w:t>
      </w:r>
      <w:r>
        <w:tab/>
        <w:t>2.025e0</w:t>
      </w:r>
    </w:p>
    <w:p w:rsidR="00E00D30" w:rsidRDefault="00E00D30" w:rsidP="00E00D30">
      <w:r>
        <w:t>308.9754</w:t>
      </w:r>
      <w:r>
        <w:tab/>
        <w:t>1.013e0</w:t>
      </w:r>
    </w:p>
    <w:p w:rsidR="00E00D30" w:rsidRDefault="00E00D30" w:rsidP="00E00D30">
      <w:r>
        <w:lastRenderedPageBreak/>
        <w:t>308.9889</w:t>
      </w:r>
      <w:r>
        <w:tab/>
        <w:t>3.038e0</w:t>
      </w:r>
    </w:p>
    <w:p w:rsidR="00E00D30" w:rsidRDefault="00E00D30" w:rsidP="00E00D30">
      <w:r>
        <w:t>309.0077</w:t>
      </w:r>
      <w:r>
        <w:tab/>
        <w:t>1.013e0</w:t>
      </w:r>
    </w:p>
    <w:p w:rsidR="00E00D30" w:rsidRDefault="00E00D30" w:rsidP="00E00D30">
      <w:r>
        <w:t>309.0116</w:t>
      </w:r>
      <w:r>
        <w:tab/>
        <w:t>1.013e0</w:t>
      </w:r>
    </w:p>
    <w:p w:rsidR="00E00D30" w:rsidRDefault="00E00D30" w:rsidP="00E00D30">
      <w:r>
        <w:t>309.0278</w:t>
      </w:r>
      <w:r>
        <w:tab/>
        <w:t>1.013e0</w:t>
      </w:r>
    </w:p>
    <w:p w:rsidR="00E00D30" w:rsidRDefault="00E00D30" w:rsidP="00E00D30">
      <w:r>
        <w:t>309.0361</w:t>
      </w:r>
      <w:r>
        <w:tab/>
        <w:t>1.013e0</w:t>
      </w:r>
    </w:p>
    <w:p w:rsidR="00E00D30" w:rsidRDefault="00E00D30" w:rsidP="00E00D30">
      <w:r>
        <w:t>309.0722</w:t>
      </w:r>
      <w:r>
        <w:tab/>
        <w:t>2.025e0</w:t>
      </w:r>
    </w:p>
    <w:p w:rsidR="00E00D30" w:rsidRDefault="00E00D30" w:rsidP="00E00D30">
      <w:r>
        <w:t>309.0823</w:t>
      </w:r>
      <w:r>
        <w:tab/>
        <w:t>3.038e0</w:t>
      </w:r>
    </w:p>
    <w:p w:rsidR="00E00D30" w:rsidRDefault="00E00D30" w:rsidP="00E00D30">
      <w:r>
        <w:t>309.0918</w:t>
      </w:r>
      <w:r>
        <w:tab/>
        <w:t>1.013e0</w:t>
      </w:r>
    </w:p>
    <w:p w:rsidR="00E00D30" w:rsidRDefault="00E00D30" w:rsidP="00E00D30">
      <w:r>
        <w:t>309.1013</w:t>
      </w:r>
      <w:r>
        <w:tab/>
        <w:t>2.025e0</w:t>
      </w:r>
    </w:p>
    <w:p w:rsidR="00E00D30" w:rsidRDefault="00E00D30" w:rsidP="00E00D30">
      <w:r>
        <w:t>309.1158</w:t>
      </w:r>
      <w:r>
        <w:tab/>
        <w:t>1.013e0</w:t>
      </w:r>
    </w:p>
    <w:p w:rsidR="00E00D30" w:rsidRDefault="00E00D30" w:rsidP="00E00D30">
      <w:r>
        <w:t>309.1282</w:t>
      </w:r>
      <w:r>
        <w:tab/>
        <w:t>2.025e0</w:t>
      </w:r>
    </w:p>
    <w:p w:rsidR="00E00D30" w:rsidRDefault="00E00D30" w:rsidP="00E00D30">
      <w:r>
        <w:t>309.1400</w:t>
      </w:r>
      <w:r>
        <w:tab/>
        <w:t>1.013e0</w:t>
      </w:r>
    </w:p>
    <w:p w:rsidR="00E00D30" w:rsidRDefault="00E00D30" w:rsidP="00E00D30">
      <w:r>
        <w:t>309.1575</w:t>
      </w:r>
      <w:r>
        <w:tab/>
        <w:t>2.025e0</w:t>
      </w:r>
    </w:p>
    <w:p w:rsidR="00E00D30" w:rsidRDefault="00E00D30" w:rsidP="00E00D30">
      <w:r>
        <w:t>309.1620</w:t>
      </w:r>
      <w:r>
        <w:tab/>
        <w:t>1.013e0</w:t>
      </w:r>
    </w:p>
    <w:p w:rsidR="00E00D30" w:rsidRDefault="00E00D30" w:rsidP="00E00D30">
      <w:r>
        <w:t>309.1636</w:t>
      </w:r>
      <w:r>
        <w:tab/>
        <w:t>4.051e0</w:t>
      </w:r>
    </w:p>
    <w:p w:rsidR="00E00D30" w:rsidRDefault="00E00D30" w:rsidP="00E00D30">
      <w:r>
        <w:t>309.1676</w:t>
      </w:r>
      <w:r>
        <w:tab/>
        <w:t>1.013e0</w:t>
      </w:r>
    </w:p>
    <w:p w:rsidR="00E00D30" w:rsidRDefault="00E00D30" w:rsidP="00E00D30">
      <w:r>
        <w:t>309.1758</w:t>
      </w:r>
      <w:r>
        <w:tab/>
        <w:t>1.013e0</w:t>
      </w:r>
    </w:p>
    <w:p w:rsidR="00E00D30" w:rsidRDefault="00E00D30" w:rsidP="00E00D30">
      <w:r>
        <w:t>309.1960</w:t>
      </w:r>
      <w:r>
        <w:tab/>
        <w:t>2.025e0</w:t>
      </w:r>
    </w:p>
    <w:p w:rsidR="00E00D30" w:rsidRDefault="00E00D30" w:rsidP="00E00D30">
      <w:r>
        <w:t>309.2039</w:t>
      </w:r>
      <w:r>
        <w:tab/>
        <w:t>1.013e0</w:t>
      </w:r>
    </w:p>
    <w:p w:rsidR="00E00D30" w:rsidRDefault="00E00D30" w:rsidP="00E00D30">
      <w:r>
        <w:lastRenderedPageBreak/>
        <w:t>309.2062</w:t>
      </w:r>
      <w:r>
        <w:tab/>
        <w:t>2.025e0</w:t>
      </w:r>
    </w:p>
    <w:p w:rsidR="00E00D30" w:rsidRDefault="00E00D30" w:rsidP="00E00D30">
      <w:r>
        <w:t>309.2083</w:t>
      </w:r>
      <w:r>
        <w:tab/>
        <w:t>2.025e0</w:t>
      </w:r>
    </w:p>
    <w:p w:rsidR="00E00D30" w:rsidRDefault="00E00D30" w:rsidP="00E00D30">
      <w:r>
        <w:t>309.2203</w:t>
      </w:r>
      <w:r>
        <w:tab/>
        <w:t>2.025e0</w:t>
      </w:r>
    </w:p>
    <w:p w:rsidR="00E00D30" w:rsidRDefault="00E00D30" w:rsidP="00E00D30">
      <w:r>
        <w:t>309.2237</w:t>
      </w:r>
      <w:r>
        <w:tab/>
        <w:t>1.013e0</w:t>
      </w:r>
    </w:p>
    <w:p w:rsidR="00E00D30" w:rsidRDefault="00E00D30" w:rsidP="00E00D30">
      <w:r>
        <w:t>309.2279</w:t>
      </w:r>
      <w:r>
        <w:tab/>
        <w:t>1.013e0</w:t>
      </w:r>
    </w:p>
    <w:p w:rsidR="00E00D30" w:rsidRDefault="00E00D30" w:rsidP="00E00D30">
      <w:r>
        <w:t>309.2324</w:t>
      </w:r>
      <w:r>
        <w:tab/>
        <w:t>1.013e0</w:t>
      </w:r>
    </w:p>
    <w:p w:rsidR="00E00D30" w:rsidRDefault="00E00D30" w:rsidP="00E00D30">
      <w:r>
        <w:t>309.2477</w:t>
      </w:r>
      <w:r>
        <w:tab/>
        <w:t>2.025e0</w:t>
      </w:r>
    </w:p>
    <w:p w:rsidR="00E00D30" w:rsidRDefault="00E00D30" w:rsidP="00E00D30">
      <w:r>
        <w:t>309.2558</w:t>
      </w:r>
      <w:r>
        <w:tab/>
        <w:t>1.013e0</w:t>
      </w:r>
    </w:p>
    <w:p w:rsidR="00E00D30" w:rsidRDefault="00E00D30" w:rsidP="00E00D30">
      <w:r>
        <w:t>309.2684</w:t>
      </w:r>
      <w:r>
        <w:tab/>
        <w:t>1.013e0</w:t>
      </w:r>
    </w:p>
    <w:p w:rsidR="00E00D30" w:rsidRDefault="00E00D30" w:rsidP="00E00D30">
      <w:r>
        <w:t>309.2881</w:t>
      </w:r>
      <w:r>
        <w:tab/>
        <w:t>1.013e0</w:t>
      </w:r>
    </w:p>
    <w:p w:rsidR="00E00D30" w:rsidRDefault="00E00D30" w:rsidP="00E00D30">
      <w:r>
        <w:t>309.3584</w:t>
      </w:r>
      <w:r>
        <w:tab/>
        <w:t>1.013e0</w:t>
      </w:r>
    </w:p>
    <w:p w:rsidR="00E00D30" w:rsidRDefault="00E00D30" w:rsidP="00E00D30">
      <w:r>
        <w:t>309.3862</w:t>
      </w:r>
      <w:r>
        <w:tab/>
        <w:t>1.013e0</w:t>
      </w:r>
    </w:p>
    <w:p w:rsidR="00E00D30" w:rsidRDefault="00E00D30" w:rsidP="00E00D30">
      <w:r>
        <w:t>309.4143</w:t>
      </w:r>
      <w:r>
        <w:tab/>
        <w:t>1.013e0</w:t>
      </w:r>
    </w:p>
    <w:p w:rsidR="00E00D30" w:rsidRDefault="00E00D30" w:rsidP="00E00D30">
      <w:r>
        <w:t>309.4323</w:t>
      </w:r>
      <w:r>
        <w:tab/>
        <w:t>1.013e0</w:t>
      </w:r>
    </w:p>
    <w:p w:rsidR="00E00D30" w:rsidRDefault="00E00D30" w:rsidP="00E00D30">
      <w:r>
        <w:t>309.4373</w:t>
      </w:r>
      <w:r>
        <w:tab/>
        <w:t>1.013e0</w:t>
      </w:r>
    </w:p>
    <w:p w:rsidR="00E00D30" w:rsidRDefault="00E00D30" w:rsidP="00E00D30">
      <w:r>
        <w:t>309.4521</w:t>
      </w:r>
      <w:r>
        <w:tab/>
        <w:t>1.013e0</w:t>
      </w:r>
    </w:p>
    <w:p w:rsidR="00E00D30" w:rsidRDefault="00E00D30" w:rsidP="00E00D30">
      <w:r>
        <w:t>309.4648</w:t>
      </w:r>
      <w:r>
        <w:tab/>
        <w:t>1.013e0</w:t>
      </w:r>
    </w:p>
    <w:p w:rsidR="00E00D30" w:rsidRDefault="00E00D30" w:rsidP="00E00D30">
      <w:r>
        <w:t>309.4887</w:t>
      </w:r>
      <w:r>
        <w:tab/>
        <w:t>1.013e0</w:t>
      </w:r>
    </w:p>
    <w:p w:rsidR="00E00D30" w:rsidRDefault="00E00D30" w:rsidP="00E00D30">
      <w:r>
        <w:t>309.4985</w:t>
      </w:r>
      <w:r>
        <w:tab/>
        <w:t>1.013e0</w:t>
      </w:r>
    </w:p>
    <w:p w:rsidR="00E00D30" w:rsidRDefault="00E00D30" w:rsidP="00E00D30">
      <w:r>
        <w:lastRenderedPageBreak/>
        <w:t>309.5083</w:t>
      </w:r>
      <w:r>
        <w:tab/>
        <w:t>2.025e0</w:t>
      </w:r>
    </w:p>
    <w:p w:rsidR="00E00D30" w:rsidRDefault="00E00D30" w:rsidP="00E00D30">
      <w:r>
        <w:t>309.5122</w:t>
      </w:r>
      <w:r>
        <w:tab/>
        <w:t>1.013e0</w:t>
      </w:r>
    </w:p>
    <w:p w:rsidR="00E00D30" w:rsidRDefault="00E00D30" w:rsidP="00E00D30">
      <w:r>
        <w:t>309.5323</w:t>
      </w:r>
      <w:r>
        <w:tab/>
        <w:t>1.013e0</w:t>
      </w:r>
    </w:p>
    <w:p w:rsidR="00E00D30" w:rsidRDefault="00E00D30" w:rsidP="00E00D30">
      <w:r>
        <w:t>309.5362</w:t>
      </w:r>
      <w:r>
        <w:tab/>
        <w:t>1.013e0</w:t>
      </w:r>
    </w:p>
    <w:p w:rsidR="00E00D30" w:rsidRDefault="00E00D30" w:rsidP="00E00D30">
      <w:r>
        <w:t>309.5547</w:t>
      </w:r>
      <w:r>
        <w:tab/>
        <w:t>2.025e0</w:t>
      </w:r>
    </w:p>
    <w:p w:rsidR="00E00D30" w:rsidRDefault="00E00D30" w:rsidP="00E00D30">
      <w:r>
        <w:t>309.5773</w:t>
      </w:r>
      <w:r>
        <w:tab/>
        <w:t>1.013e0</w:t>
      </w:r>
    </w:p>
    <w:p w:rsidR="00E00D30" w:rsidRDefault="00E00D30" w:rsidP="00E00D30">
      <w:r>
        <w:t>309.5885</w:t>
      </w:r>
      <w:r>
        <w:tab/>
        <w:t>1.013e0</w:t>
      </w:r>
    </w:p>
    <w:p w:rsidR="00E00D30" w:rsidRDefault="00E00D30" w:rsidP="00E00D30">
      <w:r>
        <w:t>309.6057</w:t>
      </w:r>
      <w:r>
        <w:tab/>
        <w:t>1.013e0</w:t>
      </w:r>
    </w:p>
    <w:p w:rsidR="00E00D30" w:rsidRDefault="00E00D30" w:rsidP="00E00D30">
      <w:r>
        <w:t>309.6284</w:t>
      </w:r>
      <w:r>
        <w:tab/>
        <w:t>1.013e0</w:t>
      </w:r>
    </w:p>
    <w:p w:rsidR="00E00D30" w:rsidRDefault="00E00D30" w:rsidP="00E00D30">
      <w:r>
        <w:t>309.6394</w:t>
      </w:r>
      <w:r>
        <w:tab/>
        <w:t>1.013e0</w:t>
      </w:r>
    </w:p>
    <w:p w:rsidR="00E00D30" w:rsidRDefault="00E00D30" w:rsidP="00E00D30">
      <w:r>
        <w:t>309.6564</w:t>
      </w:r>
      <w:r>
        <w:tab/>
        <w:t>1.013e0</w:t>
      </w:r>
    </w:p>
    <w:p w:rsidR="00E00D30" w:rsidRDefault="00E00D30" w:rsidP="00E00D30">
      <w:r>
        <w:t>309.6698</w:t>
      </w:r>
      <w:r>
        <w:tab/>
        <w:t>2.025e0</w:t>
      </w:r>
    </w:p>
    <w:p w:rsidR="00E00D30" w:rsidRDefault="00E00D30" w:rsidP="00E00D30">
      <w:r>
        <w:t>309.6850</w:t>
      </w:r>
      <w:r>
        <w:tab/>
        <w:t>1.013e0</w:t>
      </w:r>
    </w:p>
    <w:p w:rsidR="00E00D30" w:rsidRDefault="00E00D30" w:rsidP="00E00D30">
      <w:r>
        <w:t>309.6896</w:t>
      </w:r>
      <w:r>
        <w:tab/>
        <w:t>1.013e0</w:t>
      </w:r>
    </w:p>
    <w:p w:rsidR="00E00D30" w:rsidRDefault="00E00D30" w:rsidP="00E00D30">
      <w:r>
        <w:t>309.7290</w:t>
      </w:r>
      <w:r>
        <w:tab/>
        <w:t>2.025e0</w:t>
      </w:r>
    </w:p>
    <w:p w:rsidR="00E00D30" w:rsidRDefault="00E00D30" w:rsidP="00E00D30">
      <w:r>
        <w:t>309.7407</w:t>
      </w:r>
      <w:r>
        <w:tab/>
        <w:t>1.013e0</w:t>
      </w:r>
    </w:p>
    <w:p w:rsidR="00E00D30" w:rsidRDefault="00E00D30" w:rsidP="00E00D30">
      <w:r>
        <w:t>309.7466</w:t>
      </w:r>
      <w:r>
        <w:tab/>
        <w:t>2.025e0</w:t>
      </w:r>
    </w:p>
    <w:p w:rsidR="00E00D30" w:rsidRDefault="00E00D30" w:rsidP="00E00D30">
      <w:r>
        <w:t>309.7611</w:t>
      </w:r>
      <w:r>
        <w:tab/>
        <w:t>1.013e0</w:t>
      </w:r>
    </w:p>
    <w:p w:rsidR="00E00D30" w:rsidRDefault="00E00D30" w:rsidP="00E00D30">
      <w:r>
        <w:t>309.7793</w:t>
      </w:r>
      <w:r>
        <w:tab/>
        <w:t>1.013e0</w:t>
      </w:r>
    </w:p>
    <w:p w:rsidR="00E00D30" w:rsidRDefault="00E00D30" w:rsidP="00E00D30">
      <w:r>
        <w:lastRenderedPageBreak/>
        <w:t>309.7939</w:t>
      </w:r>
      <w:r>
        <w:tab/>
        <w:t>4.051e0</w:t>
      </w:r>
    </w:p>
    <w:p w:rsidR="00E00D30" w:rsidRDefault="00E00D30" w:rsidP="00E00D30">
      <w:r>
        <w:t>309.7994</w:t>
      </w:r>
      <w:r>
        <w:tab/>
        <w:t>2.025e0</w:t>
      </w:r>
    </w:p>
    <w:p w:rsidR="00E00D30" w:rsidRDefault="00E00D30" w:rsidP="00E00D30">
      <w:r>
        <w:t>309.8023</w:t>
      </w:r>
      <w:r>
        <w:tab/>
        <w:t>1.013e0</w:t>
      </w:r>
    </w:p>
    <w:p w:rsidR="00E00D30" w:rsidRDefault="00E00D30" w:rsidP="00E00D30">
      <w:r>
        <w:t>309.8249</w:t>
      </w:r>
      <w:r>
        <w:tab/>
        <w:t>3.038e0</w:t>
      </w:r>
    </w:p>
    <w:p w:rsidR="00E00D30" w:rsidRDefault="00E00D30" w:rsidP="00E00D30">
      <w:r>
        <w:t>309.8355</w:t>
      </w:r>
      <w:r>
        <w:tab/>
        <w:t>1.013e0</w:t>
      </w:r>
    </w:p>
    <w:p w:rsidR="00E00D30" w:rsidRDefault="00E00D30" w:rsidP="00E00D30">
      <w:r>
        <w:t>309.8448</w:t>
      </w:r>
      <w:r>
        <w:tab/>
        <w:t>1.013e0</w:t>
      </w:r>
    </w:p>
    <w:p w:rsidR="00E00D30" w:rsidRDefault="00E00D30" w:rsidP="00E00D30">
      <w:r>
        <w:t>309.8580</w:t>
      </w:r>
      <w:r>
        <w:tab/>
        <w:t>1.013e0</w:t>
      </w:r>
    </w:p>
    <w:p w:rsidR="00E00D30" w:rsidRDefault="00E00D30" w:rsidP="00E00D30">
      <w:r>
        <w:t>309.8738</w:t>
      </w:r>
      <w:r>
        <w:tab/>
        <w:t>3.038e0</w:t>
      </w:r>
    </w:p>
    <w:p w:rsidR="00E00D30" w:rsidRDefault="00E00D30" w:rsidP="00E00D30">
      <w:r>
        <w:t>309.8894</w:t>
      </w:r>
      <w:r>
        <w:tab/>
        <w:t>2.025e0</w:t>
      </w:r>
    </w:p>
    <w:p w:rsidR="00E00D30" w:rsidRDefault="00E00D30" w:rsidP="00E00D30">
      <w:r>
        <w:t>309.9028</w:t>
      </w:r>
      <w:r>
        <w:tab/>
        <w:t>2.025e0</w:t>
      </w:r>
    </w:p>
    <w:p w:rsidR="00E00D30" w:rsidRDefault="00E00D30" w:rsidP="00E00D30">
      <w:r>
        <w:t>309.9142</w:t>
      </w:r>
      <w:r>
        <w:tab/>
        <w:t>1.013e0</w:t>
      </w:r>
    </w:p>
    <w:p w:rsidR="00E00D30" w:rsidRDefault="00E00D30" w:rsidP="00E00D30">
      <w:r>
        <w:t>309.9290</w:t>
      </w:r>
      <w:r>
        <w:tab/>
        <w:t>1.013e0</w:t>
      </w:r>
    </w:p>
    <w:p w:rsidR="00E00D30" w:rsidRDefault="00E00D30" w:rsidP="00E00D30">
      <w:r>
        <w:t>309.9662</w:t>
      </w:r>
      <w:r>
        <w:tab/>
        <w:t>2.025e0</w:t>
      </w:r>
    </w:p>
    <w:p w:rsidR="00E00D30" w:rsidRDefault="00E00D30" w:rsidP="00E00D30">
      <w:r>
        <w:t>309.9688</w:t>
      </w:r>
      <w:r>
        <w:tab/>
        <w:t>2.025e0</w:t>
      </w:r>
    </w:p>
    <w:p w:rsidR="00E00D30" w:rsidRDefault="00E00D30" w:rsidP="00E00D30">
      <w:r>
        <w:t>309.9990</w:t>
      </w:r>
      <w:r>
        <w:tab/>
        <w:t>1.013e0</w:t>
      </w:r>
    </w:p>
    <w:p w:rsidR="00E00D30" w:rsidRDefault="00E00D30" w:rsidP="00E00D30">
      <w:r>
        <w:t>310.0043</w:t>
      </w:r>
      <w:r>
        <w:tab/>
        <w:t>1.013e0</w:t>
      </w:r>
    </w:p>
    <w:p w:rsidR="00E00D30" w:rsidRDefault="00E00D30" w:rsidP="00E00D30">
      <w:r>
        <w:t>310.0210</w:t>
      </w:r>
      <w:r>
        <w:tab/>
        <w:t>1.013e0</w:t>
      </w:r>
    </w:p>
    <w:p w:rsidR="00E00D30" w:rsidRDefault="00E00D30" w:rsidP="00E00D30">
      <w:r>
        <w:t>310.0266</w:t>
      </w:r>
      <w:r>
        <w:tab/>
        <w:t>1.013e0</w:t>
      </w:r>
    </w:p>
    <w:p w:rsidR="00E00D30" w:rsidRDefault="00E00D30" w:rsidP="00E00D30">
      <w:r>
        <w:t>310.0377</w:t>
      </w:r>
      <w:r>
        <w:tab/>
        <w:t>1.013e0</w:t>
      </w:r>
    </w:p>
    <w:p w:rsidR="00E00D30" w:rsidRDefault="00E00D30" w:rsidP="00E00D30">
      <w:r>
        <w:lastRenderedPageBreak/>
        <w:t>310.0393</w:t>
      </w:r>
      <w:r>
        <w:tab/>
        <w:t>3.038e0</w:t>
      </w:r>
    </w:p>
    <w:p w:rsidR="00E00D30" w:rsidRDefault="00E00D30" w:rsidP="00E00D30">
      <w:r>
        <w:t>310.0457</w:t>
      </w:r>
      <w:r>
        <w:tab/>
        <w:t>1.013e0</w:t>
      </w:r>
    </w:p>
    <w:p w:rsidR="00E00D30" w:rsidRDefault="00E00D30" w:rsidP="00E00D30">
      <w:r>
        <w:t>310.0549</w:t>
      </w:r>
      <w:r>
        <w:tab/>
        <w:t>2.025e0</w:t>
      </w:r>
    </w:p>
    <w:p w:rsidR="00E00D30" w:rsidRDefault="00E00D30" w:rsidP="00E00D30">
      <w:r>
        <w:t>310.0652</w:t>
      </w:r>
      <w:r>
        <w:tab/>
        <w:t>1.013e0</w:t>
      </w:r>
    </w:p>
    <w:p w:rsidR="00E00D30" w:rsidRDefault="00E00D30" w:rsidP="00E00D30">
      <w:r>
        <w:t>310.0738</w:t>
      </w:r>
      <w:r>
        <w:tab/>
        <w:t>1.013e0</w:t>
      </w:r>
    </w:p>
    <w:p w:rsidR="00E00D30" w:rsidRDefault="00E00D30" w:rsidP="00E00D30">
      <w:r>
        <w:t>310.0774</w:t>
      </w:r>
      <w:r>
        <w:tab/>
        <w:t>1.013e0</w:t>
      </w:r>
    </w:p>
    <w:p w:rsidR="00E00D30" w:rsidRDefault="00E00D30" w:rsidP="00E00D30">
      <w:r>
        <w:t>310.0972</w:t>
      </w:r>
      <w:r>
        <w:tab/>
        <w:t>1.013e0</w:t>
      </w:r>
    </w:p>
    <w:p w:rsidR="00E00D30" w:rsidRDefault="00E00D30" w:rsidP="00E00D30">
      <w:r>
        <w:t>310.1055</w:t>
      </w:r>
      <w:r>
        <w:tab/>
        <w:t>1.013e0</w:t>
      </w:r>
    </w:p>
    <w:p w:rsidR="00E00D30" w:rsidRDefault="00E00D30" w:rsidP="00E00D30">
      <w:r>
        <w:t>310.1214</w:t>
      </w:r>
      <w:r>
        <w:tab/>
        <w:t>1.013e0</w:t>
      </w:r>
    </w:p>
    <w:p w:rsidR="00E00D30" w:rsidRDefault="00E00D30" w:rsidP="00E00D30">
      <w:r>
        <w:t>310.1254</w:t>
      </w:r>
      <w:r>
        <w:tab/>
        <w:t>1.013e0</w:t>
      </w:r>
    </w:p>
    <w:p w:rsidR="00E00D30" w:rsidRDefault="00E00D30" w:rsidP="00E00D30">
      <w:r>
        <w:t>310.1360</w:t>
      </w:r>
      <w:r>
        <w:tab/>
        <w:t>2.025e0</w:t>
      </w:r>
    </w:p>
    <w:p w:rsidR="00E00D30" w:rsidRDefault="00E00D30" w:rsidP="00E00D30">
      <w:r>
        <w:t>310.1617</w:t>
      </w:r>
      <w:r>
        <w:tab/>
        <w:t>1.013e0</w:t>
      </w:r>
    </w:p>
    <w:p w:rsidR="00E00D30" w:rsidRDefault="00E00D30" w:rsidP="00E00D30">
      <w:r>
        <w:t>310.1677</w:t>
      </w:r>
      <w:r>
        <w:tab/>
        <w:t>1.013e0</w:t>
      </w:r>
    </w:p>
    <w:p w:rsidR="00E00D30" w:rsidRDefault="00E00D30" w:rsidP="00E00D30">
      <w:r>
        <w:t>310.1729</w:t>
      </w:r>
      <w:r>
        <w:tab/>
        <w:t>3.038e0</w:t>
      </w:r>
    </w:p>
    <w:p w:rsidR="00E00D30" w:rsidRDefault="00E00D30" w:rsidP="00E00D30">
      <w:r>
        <w:t>310.1955</w:t>
      </w:r>
      <w:r>
        <w:tab/>
        <w:t>1.013e0</w:t>
      </w:r>
    </w:p>
    <w:p w:rsidR="00E00D30" w:rsidRDefault="00E00D30" w:rsidP="00E00D30">
      <w:r>
        <w:t>310.2031</w:t>
      </w:r>
      <w:r>
        <w:tab/>
        <w:t>2.025e0</w:t>
      </w:r>
    </w:p>
    <w:p w:rsidR="00E00D30" w:rsidRDefault="00E00D30" w:rsidP="00E00D30">
      <w:r>
        <w:t>310.2237</w:t>
      </w:r>
      <w:r>
        <w:tab/>
        <w:t>2.025e0</w:t>
      </w:r>
    </w:p>
    <w:p w:rsidR="00E00D30" w:rsidRDefault="00E00D30" w:rsidP="00E00D30">
      <w:r>
        <w:t>310.2335</w:t>
      </w:r>
      <w:r>
        <w:tab/>
        <w:t>2.025e0</w:t>
      </w:r>
    </w:p>
    <w:p w:rsidR="00E00D30" w:rsidRDefault="00E00D30" w:rsidP="00E00D30">
      <w:r>
        <w:t>310.2375</w:t>
      </w:r>
      <w:r>
        <w:tab/>
        <w:t>1.013e0</w:t>
      </w:r>
    </w:p>
    <w:p w:rsidR="00E00D30" w:rsidRDefault="00E00D30" w:rsidP="00E00D30">
      <w:r>
        <w:lastRenderedPageBreak/>
        <w:t>310.2417</w:t>
      </w:r>
      <w:r>
        <w:tab/>
        <w:t>1.013e0</w:t>
      </w:r>
    </w:p>
    <w:p w:rsidR="00E00D30" w:rsidRDefault="00E00D30" w:rsidP="00E00D30">
      <w:r>
        <w:t>310.2657</w:t>
      </w:r>
      <w:r>
        <w:tab/>
        <w:t>1.013e0</w:t>
      </w:r>
    </w:p>
    <w:p w:rsidR="00E00D30" w:rsidRDefault="00E00D30" w:rsidP="00E00D30">
      <w:r>
        <w:t>310.2740</w:t>
      </w:r>
      <w:r>
        <w:tab/>
        <w:t>1.013e0</w:t>
      </w:r>
    </w:p>
    <w:p w:rsidR="00E00D30" w:rsidRDefault="00E00D30" w:rsidP="00E00D30">
      <w:r>
        <w:t>310.2798</w:t>
      </w:r>
      <w:r>
        <w:tab/>
        <w:t>1.013e0</w:t>
      </w:r>
    </w:p>
    <w:p w:rsidR="00E00D30" w:rsidRDefault="00E00D30" w:rsidP="00E00D30">
      <w:r>
        <w:t>310.2853</w:t>
      </w:r>
      <w:r>
        <w:tab/>
        <w:t>1.013e0</w:t>
      </w:r>
    </w:p>
    <w:p w:rsidR="00E00D30" w:rsidRDefault="00E00D30" w:rsidP="00E00D30">
      <w:r>
        <w:t>310.2938</w:t>
      </w:r>
      <w:r>
        <w:tab/>
        <w:t>1.013e0</w:t>
      </w:r>
    </w:p>
    <w:p w:rsidR="00E00D30" w:rsidRDefault="00E00D30" w:rsidP="00E00D30">
      <w:r>
        <w:t>310.2978</w:t>
      </w:r>
      <w:r>
        <w:tab/>
        <w:t>1.013e0</w:t>
      </w:r>
    </w:p>
    <w:p w:rsidR="00E00D30" w:rsidRDefault="00E00D30" w:rsidP="00E00D30">
      <w:r>
        <w:t>310.3222</w:t>
      </w:r>
      <w:r>
        <w:tab/>
        <w:t>3.038e0</w:t>
      </w:r>
    </w:p>
    <w:p w:rsidR="00E00D30" w:rsidRDefault="00E00D30" w:rsidP="00E00D30">
      <w:r>
        <w:t>310.3258</w:t>
      </w:r>
      <w:r>
        <w:tab/>
        <w:t>1.013e0</w:t>
      </w:r>
    </w:p>
    <w:p w:rsidR="00E00D30" w:rsidRDefault="00E00D30" w:rsidP="00E00D30">
      <w:r>
        <w:t>310.3359</w:t>
      </w:r>
      <w:r>
        <w:tab/>
        <w:t>1.013e0</w:t>
      </w:r>
    </w:p>
    <w:p w:rsidR="00E00D30" w:rsidRDefault="00E00D30" w:rsidP="00E00D30">
      <w:r>
        <w:t>310.3498</w:t>
      </w:r>
      <w:r>
        <w:tab/>
        <w:t>1.013e0</w:t>
      </w:r>
    </w:p>
    <w:p w:rsidR="00E00D30" w:rsidRDefault="00E00D30" w:rsidP="00E00D30">
      <w:r>
        <w:t>310.3780</w:t>
      </w:r>
      <w:r>
        <w:tab/>
        <w:t>1.013e0</w:t>
      </w:r>
    </w:p>
    <w:p w:rsidR="00E00D30" w:rsidRDefault="00E00D30" w:rsidP="00E00D30">
      <w:r>
        <w:t>310.3867</w:t>
      </w:r>
      <w:r>
        <w:tab/>
        <w:t>1.013e0</w:t>
      </w:r>
    </w:p>
    <w:p w:rsidR="00E00D30" w:rsidRDefault="00E00D30" w:rsidP="00E00D30">
      <w:r>
        <w:t>310.4018</w:t>
      </w:r>
      <w:r>
        <w:tab/>
        <w:t>1.013e0</w:t>
      </w:r>
    </w:p>
    <w:p w:rsidR="00E00D30" w:rsidRDefault="00E00D30" w:rsidP="00E00D30">
      <w:r>
        <w:t>310.4178</w:t>
      </w:r>
      <w:r>
        <w:tab/>
        <w:t>2.025e0</w:t>
      </w:r>
    </w:p>
    <w:p w:rsidR="00E00D30" w:rsidRDefault="00E00D30" w:rsidP="00E00D30">
      <w:r>
        <w:t>310.4203</w:t>
      </w:r>
      <w:r>
        <w:tab/>
        <w:t>1.013e0</w:t>
      </w:r>
    </w:p>
    <w:p w:rsidR="00E00D30" w:rsidRDefault="00E00D30" w:rsidP="00E00D30">
      <w:r>
        <w:t>310.4341</w:t>
      </w:r>
      <w:r>
        <w:tab/>
        <w:t>1.013e0</w:t>
      </w:r>
    </w:p>
    <w:p w:rsidR="00E00D30" w:rsidRDefault="00E00D30" w:rsidP="00E00D30">
      <w:r>
        <w:t>310.4380</w:t>
      </w:r>
      <w:r>
        <w:tab/>
        <w:t>1.013e0</w:t>
      </w:r>
    </w:p>
    <w:p w:rsidR="00E00D30" w:rsidRDefault="00E00D30" w:rsidP="00E00D30">
      <w:r>
        <w:t>310.4541</w:t>
      </w:r>
      <w:r>
        <w:tab/>
        <w:t>1.013e0</w:t>
      </w:r>
    </w:p>
    <w:p w:rsidR="00E00D30" w:rsidRDefault="00E00D30" w:rsidP="00E00D30">
      <w:r>
        <w:lastRenderedPageBreak/>
        <w:t>310.4767</w:t>
      </w:r>
      <w:r>
        <w:tab/>
        <w:t>2.025e0</w:t>
      </w:r>
    </w:p>
    <w:p w:rsidR="00E00D30" w:rsidRDefault="00E00D30" w:rsidP="00E00D30">
      <w:r>
        <w:t>310.4821</w:t>
      </w:r>
      <w:r>
        <w:tab/>
        <w:t>1.013e0</w:t>
      </w:r>
    </w:p>
    <w:p w:rsidR="00E00D30" w:rsidRDefault="00E00D30" w:rsidP="00E00D30">
      <w:r>
        <w:t>310.4865</w:t>
      </w:r>
      <w:r>
        <w:tab/>
        <w:t>1.013e0</w:t>
      </w:r>
    </w:p>
    <w:p w:rsidR="00E00D30" w:rsidRDefault="00E00D30" w:rsidP="00E00D30">
      <w:r>
        <w:t>310.4992</w:t>
      </w:r>
      <w:r>
        <w:tab/>
        <w:t>1.013e0</w:t>
      </w:r>
    </w:p>
    <w:p w:rsidR="00E00D30" w:rsidRDefault="00E00D30" w:rsidP="00E00D30">
      <w:r>
        <w:t>310.5140</w:t>
      </w:r>
      <w:r>
        <w:tab/>
        <w:t>2.025e0</w:t>
      </w:r>
    </w:p>
    <w:p w:rsidR="00E00D30" w:rsidRDefault="00E00D30" w:rsidP="00E00D30">
      <w:r>
        <w:t>310.5182</w:t>
      </w:r>
      <w:r>
        <w:tab/>
        <w:t>1.013e0</w:t>
      </w:r>
    </w:p>
    <w:p w:rsidR="00E00D30" w:rsidRDefault="00E00D30" w:rsidP="00E00D30">
      <w:r>
        <w:t>310.5468</w:t>
      </w:r>
      <w:r>
        <w:tab/>
        <w:t>1.013e0</w:t>
      </w:r>
    </w:p>
    <w:p w:rsidR="00E00D30" w:rsidRDefault="00E00D30" w:rsidP="00E00D30">
      <w:r>
        <w:t>310.5613</w:t>
      </w:r>
      <w:r>
        <w:tab/>
        <w:t>1.013e0</w:t>
      </w:r>
    </w:p>
    <w:p w:rsidR="00E00D30" w:rsidRDefault="00E00D30" w:rsidP="00E00D30">
      <w:r>
        <w:t>310.5707</w:t>
      </w:r>
      <w:r>
        <w:tab/>
        <w:t>1.013e0</w:t>
      </w:r>
    </w:p>
    <w:p w:rsidR="00E00D30" w:rsidRDefault="00E00D30" w:rsidP="00E00D30">
      <w:r>
        <w:t>310.5838</w:t>
      </w:r>
      <w:r>
        <w:tab/>
        <w:t>1.013e0</w:t>
      </w:r>
    </w:p>
    <w:p w:rsidR="00E00D30" w:rsidRDefault="00E00D30" w:rsidP="00E00D30">
      <w:r>
        <w:t>310.5984</w:t>
      </w:r>
      <w:r>
        <w:tab/>
        <w:t>1.013e0</w:t>
      </w:r>
    </w:p>
    <w:p w:rsidR="00E00D30" w:rsidRDefault="00E00D30" w:rsidP="00E00D30">
      <w:r>
        <w:t>310.6023</w:t>
      </w:r>
      <w:r>
        <w:tab/>
        <w:t>1.013e0</w:t>
      </w:r>
    </w:p>
    <w:p w:rsidR="00E00D30" w:rsidRDefault="00E00D30" w:rsidP="00E00D30">
      <w:r>
        <w:t>310.6063</w:t>
      </w:r>
      <w:r>
        <w:tab/>
        <w:t>1.013e0</w:t>
      </w:r>
    </w:p>
    <w:p w:rsidR="00E00D30" w:rsidRDefault="00E00D30" w:rsidP="00E00D30">
      <w:r>
        <w:t>310.6268</w:t>
      </w:r>
      <w:r>
        <w:tab/>
        <w:t>1.013e0</w:t>
      </w:r>
    </w:p>
    <w:p w:rsidR="00E00D30" w:rsidRDefault="00E00D30" w:rsidP="00E00D30">
      <w:r>
        <w:t>310.6400</w:t>
      </w:r>
      <w:r>
        <w:tab/>
        <w:t>1.013e0</w:t>
      </w:r>
    </w:p>
    <w:p w:rsidR="00E00D30" w:rsidRDefault="00E00D30" w:rsidP="00E00D30">
      <w:r>
        <w:t>310.6590</w:t>
      </w:r>
      <w:r>
        <w:tab/>
        <w:t>1.013e0</w:t>
      </w:r>
    </w:p>
    <w:p w:rsidR="00E00D30" w:rsidRDefault="00E00D30" w:rsidP="00E00D30">
      <w:r>
        <w:t>310.6682</w:t>
      </w:r>
      <w:r>
        <w:tab/>
        <w:t>2.025e0</w:t>
      </w:r>
    </w:p>
    <w:p w:rsidR="00E00D30" w:rsidRDefault="00E00D30" w:rsidP="00E00D30">
      <w:r>
        <w:t>310.6807</w:t>
      </w:r>
      <w:r>
        <w:tab/>
        <w:t>2.025e0</w:t>
      </w:r>
    </w:p>
    <w:p w:rsidR="00E00D30" w:rsidRDefault="00E00D30" w:rsidP="00E00D30">
      <w:r>
        <w:t>310.7148</w:t>
      </w:r>
      <w:r>
        <w:tab/>
        <w:t>1.013e0</w:t>
      </w:r>
    </w:p>
    <w:p w:rsidR="00E00D30" w:rsidRDefault="00E00D30" w:rsidP="00E00D30">
      <w:r>
        <w:lastRenderedPageBreak/>
        <w:t>310.7188</w:t>
      </w:r>
      <w:r>
        <w:tab/>
        <w:t>1.013e0</w:t>
      </w:r>
    </w:p>
    <w:p w:rsidR="00E00D30" w:rsidRDefault="00E00D30" w:rsidP="00E00D30">
      <w:r>
        <w:t>310.7304</w:t>
      </w:r>
      <w:r>
        <w:tab/>
        <w:t>3.038e0</w:t>
      </w:r>
    </w:p>
    <w:p w:rsidR="00E00D30" w:rsidRDefault="00E00D30" w:rsidP="00E00D30">
      <w:r>
        <w:t>310.7908</w:t>
      </w:r>
      <w:r>
        <w:tab/>
        <w:t>1.013e0</w:t>
      </w:r>
    </w:p>
    <w:p w:rsidR="00E00D30" w:rsidRDefault="00E00D30" w:rsidP="00E00D30">
      <w:r>
        <w:t>310.7993</w:t>
      </w:r>
      <w:r>
        <w:tab/>
        <w:t>1.013e0</w:t>
      </w:r>
    </w:p>
    <w:p w:rsidR="00E00D30" w:rsidRDefault="00E00D30" w:rsidP="00E00D30">
      <w:r>
        <w:t>310.8148</w:t>
      </w:r>
      <w:r>
        <w:tab/>
        <w:t>1.013e0</w:t>
      </w:r>
    </w:p>
    <w:p w:rsidR="00E00D30" w:rsidRDefault="00E00D30" w:rsidP="00E00D30">
      <w:r>
        <w:t>310.8474</w:t>
      </w:r>
      <w:r>
        <w:tab/>
        <w:t>1.013e0</w:t>
      </w:r>
    </w:p>
    <w:p w:rsidR="00E00D30" w:rsidRDefault="00E00D30" w:rsidP="00E00D30">
      <w:r>
        <w:t>310.8509</w:t>
      </w:r>
      <w:r>
        <w:tab/>
        <w:t>1.013e0</w:t>
      </w:r>
    </w:p>
    <w:p w:rsidR="00E00D30" w:rsidRDefault="00E00D30" w:rsidP="00E00D30">
      <w:r>
        <w:t>310.8915</w:t>
      </w:r>
      <w:r>
        <w:tab/>
        <w:t>2.025e0</w:t>
      </w:r>
    </w:p>
    <w:p w:rsidR="00E00D30" w:rsidRDefault="00E00D30" w:rsidP="00E00D30">
      <w:r>
        <w:t>310.9035</w:t>
      </w:r>
      <w:r>
        <w:tab/>
        <w:t>1.013e0</w:t>
      </w:r>
    </w:p>
    <w:p w:rsidR="00E00D30" w:rsidRDefault="00E00D30" w:rsidP="00E00D30">
      <w:r>
        <w:t>310.9218</w:t>
      </w:r>
      <w:r>
        <w:tab/>
        <w:t>2.025e0</w:t>
      </w:r>
    </w:p>
    <w:p w:rsidR="00E00D30" w:rsidRDefault="00E00D30" w:rsidP="00E00D30">
      <w:r>
        <w:t>310.9396</w:t>
      </w:r>
      <w:r>
        <w:tab/>
        <w:t>1.013e0</w:t>
      </w:r>
    </w:p>
    <w:p w:rsidR="00E00D30" w:rsidRDefault="00E00D30" w:rsidP="00E00D30">
      <w:r>
        <w:t>310.9554</w:t>
      </w:r>
      <w:r>
        <w:tab/>
        <w:t>2.025e0</w:t>
      </w:r>
    </w:p>
    <w:p w:rsidR="00E00D30" w:rsidRDefault="00E00D30" w:rsidP="00E00D30">
      <w:r>
        <w:t>310.9593</w:t>
      </w:r>
      <w:r>
        <w:tab/>
        <w:t>1.013e0</w:t>
      </w:r>
    </w:p>
    <w:p w:rsidR="00E00D30" w:rsidRDefault="00E00D30" w:rsidP="00E00D30">
      <w:r>
        <w:t>310.9676</w:t>
      </w:r>
      <w:r>
        <w:tab/>
        <w:t>1.013e0</w:t>
      </w:r>
    </w:p>
    <w:p w:rsidR="00E00D30" w:rsidRDefault="00E00D30" w:rsidP="00E00D30">
      <w:r>
        <w:t>310.9780</w:t>
      </w:r>
      <w:r>
        <w:tab/>
        <w:t>1.013e0</w:t>
      </w:r>
    </w:p>
    <w:p w:rsidR="00E00D30" w:rsidRDefault="00E00D30" w:rsidP="00E00D30">
      <w:r>
        <w:t>310.9951</w:t>
      </w:r>
      <w:r>
        <w:tab/>
        <w:t>1.013e0</w:t>
      </w:r>
    </w:p>
    <w:p w:rsidR="00E00D30" w:rsidRDefault="00E00D30" w:rsidP="00E00D30">
      <w:r>
        <w:t>311.0113</w:t>
      </w:r>
      <w:r>
        <w:tab/>
        <w:t>1.013e0</w:t>
      </w:r>
    </w:p>
    <w:p w:rsidR="00E00D30" w:rsidRDefault="00E00D30" w:rsidP="00E00D30">
      <w:r>
        <w:t>311.0199</w:t>
      </w:r>
      <w:r>
        <w:tab/>
        <w:t>1.013e0</w:t>
      </w:r>
    </w:p>
    <w:p w:rsidR="00E00D30" w:rsidRDefault="00E00D30" w:rsidP="00E00D30">
      <w:r>
        <w:t>311.0334</w:t>
      </w:r>
      <w:r>
        <w:tab/>
        <w:t>2.025e0</w:t>
      </w:r>
    </w:p>
    <w:p w:rsidR="00E00D30" w:rsidRDefault="00E00D30" w:rsidP="00E00D30">
      <w:r>
        <w:lastRenderedPageBreak/>
        <w:t>311.0394</w:t>
      </w:r>
      <w:r>
        <w:tab/>
        <w:t>1.013e0</w:t>
      </w:r>
    </w:p>
    <w:p w:rsidR="00E00D30" w:rsidRDefault="00E00D30" w:rsidP="00E00D30">
      <w:r>
        <w:t>311.0439</w:t>
      </w:r>
      <w:r>
        <w:tab/>
        <w:t>1.013e0</w:t>
      </w:r>
    </w:p>
    <w:p w:rsidR="00E00D30" w:rsidRDefault="00E00D30" w:rsidP="00E00D30">
      <w:r>
        <w:t>311.0480</w:t>
      </w:r>
      <w:r>
        <w:tab/>
        <w:t>1.013e0</w:t>
      </w:r>
    </w:p>
    <w:p w:rsidR="00E00D30" w:rsidRDefault="00E00D30" w:rsidP="00E00D30">
      <w:r>
        <w:t>311.0570</w:t>
      </w:r>
      <w:r>
        <w:tab/>
        <w:t>1.013e0</w:t>
      </w:r>
    </w:p>
    <w:p w:rsidR="00E00D30" w:rsidRDefault="00E00D30" w:rsidP="00E00D30">
      <w:r>
        <w:t>311.0674</w:t>
      </w:r>
      <w:r>
        <w:tab/>
        <w:t>1.013e0</w:t>
      </w:r>
    </w:p>
    <w:p w:rsidR="00E00D30" w:rsidRDefault="00E00D30" w:rsidP="00E00D30">
      <w:r>
        <w:t>311.0693</w:t>
      </w:r>
      <w:r>
        <w:tab/>
        <w:t>4.051e0</w:t>
      </w:r>
    </w:p>
    <w:p w:rsidR="00E00D30" w:rsidRDefault="00E00D30" w:rsidP="00E00D30">
      <w:r>
        <w:t>311.0780</w:t>
      </w:r>
      <w:r>
        <w:tab/>
        <w:t>2.025e0</w:t>
      </w:r>
    </w:p>
    <w:p w:rsidR="00E00D30" w:rsidRDefault="00E00D30" w:rsidP="00E00D30">
      <w:r>
        <w:t>311.0835</w:t>
      </w:r>
      <w:r>
        <w:tab/>
        <w:t>2.025e0</w:t>
      </w:r>
    </w:p>
    <w:p w:rsidR="00E00D30" w:rsidRDefault="00E00D30" w:rsidP="00E00D30">
      <w:r>
        <w:t>311.0933</w:t>
      </w:r>
      <w:r>
        <w:tab/>
        <w:t>2.025e0</w:t>
      </w:r>
    </w:p>
    <w:p w:rsidR="00E00D30" w:rsidRDefault="00E00D30" w:rsidP="00E00D30">
      <w:r>
        <w:t>311.0991</w:t>
      </w:r>
      <w:r>
        <w:tab/>
        <w:t>2.025e0</w:t>
      </w:r>
    </w:p>
    <w:p w:rsidR="00E00D30" w:rsidRDefault="00E00D30" w:rsidP="00E00D30">
      <w:r>
        <w:t>311.1086</w:t>
      </w:r>
      <w:r>
        <w:tab/>
        <w:t>4.051e0</w:t>
      </w:r>
    </w:p>
    <w:p w:rsidR="00E00D30" w:rsidRDefault="00E00D30" w:rsidP="00E00D30">
      <w:r>
        <w:t>311.1123</w:t>
      </w:r>
      <w:r>
        <w:tab/>
        <w:t>2.025e0</w:t>
      </w:r>
    </w:p>
    <w:p w:rsidR="00E00D30" w:rsidRDefault="00E00D30" w:rsidP="00E00D30">
      <w:r>
        <w:t>311.1237</w:t>
      </w:r>
      <w:r>
        <w:tab/>
        <w:t>1.013e0</w:t>
      </w:r>
    </w:p>
    <w:p w:rsidR="00E00D30" w:rsidRDefault="00E00D30" w:rsidP="00E00D30">
      <w:r>
        <w:t>311.1361</w:t>
      </w:r>
      <w:r>
        <w:tab/>
        <w:t>1.013e0</w:t>
      </w:r>
    </w:p>
    <w:p w:rsidR="00E00D30" w:rsidRDefault="00E00D30" w:rsidP="00E00D30">
      <w:r>
        <w:t>311.1415</w:t>
      </w:r>
      <w:r>
        <w:tab/>
        <w:t>1.013e0</w:t>
      </w:r>
    </w:p>
    <w:p w:rsidR="00E00D30" w:rsidRDefault="00E00D30" w:rsidP="00E00D30">
      <w:r>
        <w:t>311.1473</w:t>
      </w:r>
      <w:r>
        <w:tab/>
        <w:t>3.038e0</w:t>
      </w:r>
    </w:p>
    <w:p w:rsidR="00E00D30" w:rsidRDefault="00E00D30" w:rsidP="00E00D30">
      <w:r>
        <w:t>311.1539</w:t>
      </w:r>
      <w:r>
        <w:tab/>
        <w:t>2.025e0</w:t>
      </w:r>
    </w:p>
    <w:p w:rsidR="00E00D30" w:rsidRDefault="00E00D30" w:rsidP="00E00D30">
      <w:r>
        <w:t>311.1572</w:t>
      </w:r>
      <w:r>
        <w:tab/>
        <w:t>3.038e0</w:t>
      </w:r>
    </w:p>
    <w:p w:rsidR="00E00D30" w:rsidRDefault="00E00D30" w:rsidP="00E00D30">
      <w:r>
        <w:t>311.1711</w:t>
      </w:r>
      <w:r>
        <w:tab/>
        <w:t>3.038e0</w:t>
      </w:r>
    </w:p>
    <w:p w:rsidR="00E00D30" w:rsidRDefault="00E00D30" w:rsidP="00E00D30">
      <w:r>
        <w:lastRenderedPageBreak/>
        <w:t>311.1741</w:t>
      </w:r>
      <w:r>
        <w:tab/>
        <w:t>2.025e0</w:t>
      </w:r>
    </w:p>
    <w:p w:rsidR="00E00D30" w:rsidRDefault="00E00D30" w:rsidP="00E00D30">
      <w:r>
        <w:t>311.1754</w:t>
      </w:r>
      <w:r>
        <w:tab/>
        <w:t>1.013e0</w:t>
      </w:r>
    </w:p>
    <w:p w:rsidR="00E00D30" w:rsidRDefault="00E00D30" w:rsidP="00E00D30">
      <w:r>
        <w:t>311.1843</w:t>
      </w:r>
      <w:r>
        <w:tab/>
        <w:t>1.013e0</w:t>
      </w:r>
    </w:p>
    <w:p w:rsidR="00E00D30" w:rsidRDefault="00E00D30" w:rsidP="00E00D30">
      <w:r>
        <w:t>311.2003</w:t>
      </w:r>
      <w:r>
        <w:tab/>
        <w:t>2.025e0</w:t>
      </w:r>
    </w:p>
    <w:p w:rsidR="00E00D30" w:rsidRDefault="00E00D30" w:rsidP="00E00D30">
      <w:r>
        <w:t>311.2062</w:t>
      </w:r>
      <w:r>
        <w:tab/>
        <w:t>3.038e0</w:t>
      </w:r>
    </w:p>
    <w:p w:rsidR="00E00D30" w:rsidRDefault="00E00D30" w:rsidP="00E00D30">
      <w:r>
        <w:t>311.2125</w:t>
      </w:r>
      <w:r>
        <w:tab/>
        <w:t>8.180e0</w:t>
      </w:r>
    </w:p>
    <w:p w:rsidR="00E00D30" w:rsidRDefault="00E00D30" w:rsidP="00E00D30">
      <w:r>
        <w:t>311.2205</w:t>
      </w:r>
      <w:r>
        <w:tab/>
        <w:t>1.013e0</w:t>
      </w:r>
    </w:p>
    <w:p w:rsidR="00E00D30" w:rsidRDefault="00E00D30" w:rsidP="00E00D30">
      <w:r>
        <w:t>311.2405</w:t>
      </w:r>
      <w:r>
        <w:tab/>
        <w:t>1.075e0</w:t>
      </w:r>
    </w:p>
    <w:p w:rsidR="00E00D30" w:rsidRDefault="00E00D30" w:rsidP="00E00D30">
      <w:r>
        <w:t>311.2502</w:t>
      </w:r>
      <w:r>
        <w:tab/>
        <w:t>2.025e0</w:t>
      </w:r>
    </w:p>
    <w:p w:rsidR="00E00D30" w:rsidRDefault="00E00D30" w:rsidP="00E00D30">
      <w:r>
        <w:t>311.2545</w:t>
      </w:r>
      <w:r>
        <w:tab/>
        <w:t>1.013e0</w:t>
      </w:r>
    </w:p>
    <w:p w:rsidR="00E00D30" w:rsidRDefault="00E00D30" w:rsidP="00E00D30">
      <w:r>
        <w:t>311.2602</w:t>
      </w:r>
      <w:r>
        <w:tab/>
        <w:t>1.013e0</w:t>
      </w:r>
    </w:p>
    <w:p w:rsidR="00E00D30" w:rsidRDefault="00E00D30" w:rsidP="00E00D30">
      <w:r>
        <w:t>311.2639</w:t>
      </w:r>
      <w:r>
        <w:tab/>
        <w:t>1.013e0</w:t>
      </w:r>
    </w:p>
    <w:p w:rsidR="00E00D30" w:rsidRDefault="00E00D30" w:rsidP="00E00D30">
      <w:r>
        <w:t>311.2730</w:t>
      </w:r>
      <w:r>
        <w:tab/>
        <w:t>4.096e0</w:t>
      </w:r>
    </w:p>
    <w:p w:rsidR="00E00D30" w:rsidRDefault="00E00D30" w:rsidP="00E00D30">
      <w:r>
        <w:t>311.2831</w:t>
      </w:r>
      <w:r>
        <w:tab/>
        <w:t>1.013e0</w:t>
      </w:r>
    </w:p>
    <w:p w:rsidR="00E00D30" w:rsidRDefault="00E00D30" w:rsidP="00E00D30">
      <w:r>
        <w:t>311.3001</w:t>
      </w:r>
      <w:r>
        <w:tab/>
        <w:t>4.051e0</w:t>
      </w:r>
    </w:p>
    <w:p w:rsidR="00E00D30" w:rsidRDefault="00E00D30" w:rsidP="00E00D30">
      <w:r>
        <w:t>311.3162</w:t>
      </w:r>
      <w:r>
        <w:tab/>
        <w:t>1.013e0</w:t>
      </w:r>
    </w:p>
    <w:p w:rsidR="00E00D30" w:rsidRDefault="00E00D30" w:rsidP="00E00D30">
      <w:r>
        <w:t>311.3392</w:t>
      </w:r>
      <w:r>
        <w:tab/>
        <w:t>1.013e0</w:t>
      </w:r>
    </w:p>
    <w:p w:rsidR="00E00D30" w:rsidRDefault="00E00D30" w:rsidP="00E00D30">
      <w:r>
        <w:t>311.3483</w:t>
      </w:r>
      <w:r>
        <w:tab/>
        <w:t>1.013e0</w:t>
      </w:r>
    </w:p>
    <w:p w:rsidR="00E00D30" w:rsidRDefault="00E00D30" w:rsidP="00E00D30">
      <w:r>
        <w:t>311.3563</w:t>
      </w:r>
      <w:r>
        <w:tab/>
        <w:t>1.013e0</w:t>
      </w:r>
    </w:p>
    <w:p w:rsidR="00E00D30" w:rsidRDefault="00E00D30" w:rsidP="00E00D30">
      <w:r>
        <w:lastRenderedPageBreak/>
        <w:t>311.3622</w:t>
      </w:r>
      <w:r>
        <w:tab/>
        <w:t>1.013e0</w:t>
      </w:r>
    </w:p>
    <w:p w:rsidR="00E00D30" w:rsidRDefault="00E00D30" w:rsidP="00E00D30">
      <w:r>
        <w:t>311.3729</w:t>
      </w:r>
      <w:r>
        <w:tab/>
        <w:t>2.025e0</w:t>
      </w:r>
    </w:p>
    <w:p w:rsidR="00E00D30" w:rsidRDefault="00E00D30" w:rsidP="00E00D30">
      <w:r>
        <w:t>311.4005</w:t>
      </w:r>
      <w:r>
        <w:tab/>
        <w:t>1.013e0</w:t>
      </w:r>
    </w:p>
    <w:p w:rsidR="00E00D30" w:rsidRDefault="00E00D30" w:rsidP="00E00D30">
      <w:r>
        <w:t>311.4045</w:t>
      </w:r>
      <w:r>
        <w:tab/>
        <w:t>1.013e0</w:t>
      </w:r>
    </w:p>
    <w:p w:rsidR="00E00D30" w:rsidRDefault="00E00D30" w:rsidP="00E00D30">
      <w:r>
        <w:t>311.4090</w:t>
      </w:r>
      <w:r>
        <w:tab/>
        <w:t>1.013e0</w:t>
      </w:r>
    </w:p>
    <w:p w:rsidR="00E00D30" w:rsidRDefault="00E00D30" w:rsidP="00E00D30">
      <w:r>
        <w:t>311.4367</w:t>
      </w:r>
      <w:r>
        <w:tab/>
        <w:t>2.025e0</w:t>
      </w:r>
    </w:p>
    <w:p w:rsidR="00E00D30" w:rsidRDefault="00E00D30" w:rsidP="00E00D30">
      <w:r>
        <w:t>311.4750</w:t>
      </w:r>
      <w:r>
        <w:tab/>
        <w:t>1.013e0</w:t>
      </w:r>
    </w:p>
    <w:p w:rsidR="00E00D30" w:rsidRDefault="00E00D30" w:rsidP="00E00D30">
      <w:r>
        <w:t>311.4803</w:t>
      </w:r>
      <w:r>
        <w:tab/>
        <w:t>2.025e0</w:t>
      </w:r>
    </w:p>
    <w:p w:rsidR="00E00D30" w:rsidRDefault="00E00D30" w:rsidP="00E00D30">
      <w:r>
        <w:t>311.5258</w:t>
      </w:r>
      <w:r>
        <w:tab/>
        <w:t>1.013e0</w:t>
      </w:r>
    </w:p>
    <w:p w:rsidR="00E00D30" w:rsidRDefault="00E00D30" w:rsidP="00E00D30">
      <w:r>
        <w:t>311.5689</w:t>
      </w:r>
      <w:r>
        <w:tab/>
        <w:t>1.013e0</w:t>
      </w:r>
    </w:p>
    <w:p w:rsidR="00E00D30" w:rsidRDefault="00E00D30" w:rsidP="00E00D30">
      <w:r>
        <w:t>311.5932</w:t>
      </w:r>
      <w:r>
        <w:tab/>
        <w:t>1.013e0</w:t>
      </w:r>
    </w:p>
    <w:p w:rsidR="00E00D30" w:rsidRDefault="00E00D30" w:rsidP="00E00D30">
      <w:r>
        <w:t>311.6157</w:t>
      </w:r>
      <w:r>
        <w:tab/>
        <w:t>1.013e0</w:t>
      </w:r>
    </w:p>
    <w:p w:rsidR="00E00D30" w:rsidRDefault="00E00D30" w:rsidP="00E00D30">
      <w:r>
        <w:t>311.6213</w:t>
      </w:r>
      <w:r>
        <w:tab/>
        <w:t>1.013e0</w:t>
      </w:r>
    </w:p>
    <w:p w:rsidR="00E00D30" w:rsidRDefault="00E00D30" w:rsidP="00E00D30">
      <w:r>
        <w:t>311.6384</w:t>
      </w:r>
      <w:r>
        <w:tab/>
        <w:t>1.013e0</w:t>
      </w:r>
    </w:p>
    <w:p w:rsidR="00E00D30" w:rsidRDefault="00E00D30" w:rsidP="00E00D30">
      <w:r>
        <w:t>311.6432</w:t>
      </w:r>
      <w:r>
        <w:tab/>
        <w:t>2.025e0</w:t>
      </w:r>
    </w:p>
    <w:p w:rsidR="00E00D30" w:rsidRDefault="00E00D30" w:rsidP="00E00D30">
      <w:r>
        <w:t>311.6624</w:t>
      </w:r>
      <w:r>
        <w:tab/>
        <w:t>2.025e0</w:t>
      </w:r>
    </w:p>
    <w:p w:rsidR="00E00D30" w:rsidRDefault="00E00D30" w:rsidP="00E00D30">
      <w:r>
        <w:t>311.6723</w:t>
      </w:r>
      <w:r>
        <w:tab/>
        <w:t>1.013e0</w:t>
      </w:r>
    </w:p>
    <w:p w:rsidR="00E00D30" w:rsidRDefault="00E00D30" w:rsidP="00E00D30">
      <w:r>
        <w:t>311.6891</w:t>
      </w:r>
      <w:r>
        <w:tab/>
        <w:t>1.013e0</w:t>
      </w:r>
    </w:p>
    <w:p w:rsidR="00E00D30" w:rsidRDefault="00E00D30" w:rsidP="00E00D30">
      <w:r>
        <w:t>311.6953</w:t>
      </w:r>
      <w:r>
        <w:tab/>
        <w:t>1.013e0</w:t>
      </w:r>
    </w:p>
    <w:p w:rsidR="00E00D30" w:rsidRDefault="00E00D30" w:rsidP="00E00D30">
      <w:r>
        <w:lastRenderedPageBreak/>
        <w:t>311.7006</w:t>
      </w:r>
      <w:r>
        <w:tab/>
        <w:t>1.013e0</w:t>
      </w:r>
    </w:p>
    <w:p w:rsidR="00E00D30" w:rsidRDefault="00E00D30" w:rsidP="00E00D30">
      <w:r>
        <w:t>311.7286</w:t>
      </w:r>
      <w:r>
        <w:tab/>
        <w:t>1.013e0</w:t>
      </w:r>
    </w:p>
    <w:p w:rsidR="00E00D30" w:rsidRDefault="00E00D30" w:rsidP="00E00D30">
      <w:r>
        <w:t>311.7514</w:t>
      </w:r>
      <w:r>
        <w:tab/>
        <w:t>2.025e0</w:t>
      </w:r>
    </w:p>
    <w:p w:rsidR="00E00D30" w:rsidRDefault="00E00D30" w:rsidP="00E00D30">
      <w:r>
        <w:t>311.7574</w:t>
      </w:r>
      <w:r>
        <w:tab/>
        <w:t>1.013e0</w:t>
      </w:r>
    </w:p>
    <w:p w:rsidR="00E00D30" w:rsidRDefault="00E00D30" w:rsidP="00E00D30">
      <w:r>
        <w:t>311.7977</w:t>
      </w:r>
      <w:r>
        <w:tab/>
        <w:t>1.013e0</w:t>
      </w:r>
    </w:p>
    <w:p w:rsidR="00E00D30" w:rsidRDefault="00E00D30" w:rsidP="00E00D30">
      <w:r>
        <w:t>311.8497</w:t>
      </w:r>
      <w:r>
        <w:tab/>
        <w:t>1.013e0</w:t>
      </w:r>
    </w:p>
    <w:p w:rsidR="00E00D30" w:rsidRDefault="00E00D30" w:rsidP="00E00D30">
      <w:r>
        <w:t>311.8537</w:t>
      </w:r>
      <w:r>
        <w:tab/>
        <w:t>1.013e0</w:t>
      </w:r>
    </w:p>
    <w:p w:rsidR="00E00D30" w:rsidRDefault="00E00D30" w:rsidP="00E00D30">
      <w:r>
        <w:t>311.8784</w:t>
      </w:r>
      <w:r>
        <w:tab/>
        <w:t>1.013e0</w:t>
      </w:r>
    </w:p>
    <w:p w:rsidR="00E00D30" w:rsidRDefault="00E00D30" w:rsidP="00E00D30">
      <w:r>
        <w:t>311.8979</w:t>
      </w:r>
      <w:r>
        <w:tab/>
        <w:t>1.013e0</w:t>
      </w:r>
    </w:p>
    <w:p w:rsidR="00E00D30" w:rsidRDefault="00E00D30" w:rsidP="00E00D30">
      <w:r>
        <w:t>311.9153</w:t>
      </w:r>
      <w:r>
        <w:tab/>
        <w:t>1.013e0</w:t>
      </w:r>
    </w:p>
    <w:p w:rsidR="00E00D30" w:rsidRDefault="00E00D30" w:rsidP="00E00D30">
      <w:r>
        <w:t>311.9434</w:t>
      </w:r>
      <w:r>
        <w:tab/>
        <w:t>1.013e0</w:t>
      </w:r>
    </w:p>
    <w:p w:rsidR="00E00D30" w:rsidRDefault="00E00D30" w:rsidP="00E00D30">
      <w:r>
        <w:t>311.9582</w:t>
      </w:r>
      <w:r>
        <w:tab/>
        <w:t>1.013e0</w:t>
      </w:r>
    </w:p>
    <w:p w:rsidR="00E00D30" w:rsidRDefault="00E00D30" w:rsidP="00E00D30">
      <w:r>
        <w:t>311.9867</w:t>
      </w:r>
      <w:r>
        <w:tab/>
        <w:t>1.013e0</w:t>
      </w:r>
    </w:p>
    <w:p w:rsidR="00E00D30" w:rsidRDefault="00E00D30" w:rsidP="00E00D30">
      <w:r>
        <w:t>311.9902</w:t>
      </w:r>
      <w:r>
        <w:tab/>
        <w:t>1.013e0</w:t>
      </w:r>
    </w:p>
    <w:p w:rsidR="00E00D30" w:rsidRDefault="00E00D30" w:rsidP="00E00D30">
      <w:r>
        <w:t>312.0022</w:t>
      </w:r>
      <w:r>
        <w:tab/>
        <w:t>2.025e0</w:t>
      </w:r>
    </w:p>
    <w:p w:rsidR="00E00D30" w:rsidRDefault="00E00D30" w:rsidP="00E00D30">
      <w:r>
        <w:t>312.0104</w:t>
      </w:r>
      <w:r>
        <w:tab/>
        <w:t>1.013e0</w:t>
      </w:r>
    </w:p>
    <w:p w:rsidR="00E00D30" w:rsidRDefault="00E00D30" w:rsidP="00E00D30">
      <w:r>
        <w:t>312.0185</w:t>
      </w:r>
      <w:r>
        <w:tab/>
        <w:t>1.013e0</w:t>
      </w:r>
    </w:p>
    <w:p w:rsidR="00E00D30" w:rsidRDefault="00E00D30" w:rsidP="00E00D30">
      <w:r>
        <w:t>312.0225</w:t>
      </w:r>
      <w:r>
        <w:tab/>
        <w:t>1.013e0</w:t>
      </w:r>
    </w:p>
    <w:p w:rsidR="00E00D30" w:rsidRDefault="00E00D30" w:rsidP="00E00D30">
      <w:r>
        <w:t>312.0340</w:t>
      </w:r>
      <w:r>
        <w:tab/>
        <w:t>1.013e0</w:t>
      </w:r>
    </w:p>
    <w:p w:rsidR="00E00D30" w:rsidRDefault="00E00D30" w:rsidP="00E00D30">
      <w:r>
        <w:lastRenderedPageBreak/>
        <w:t>312.0458</w:t>
      </w:r>
      <w:r>
        <w:tab/>
        <w:t>3.038e0</w:t>
      </w:r>
    </w:p>
    <w:p w:rsidR="00E00D30" w:rsidRDefault="00E00D30" w:rsidP="00E00D30">
      <w:r>
        <w:t>312.0710</w:t>
      </w:r>
      <w:r>
        <w:tab/>
        <w:t>2.025e0</w:t>
      </w:r>
    </w:p>
    <w:p w:rsidR="00E00D30" w:rsidRDefault="00E00D30" w:rsidP="00E00D30">
      <w:r>
        <w:t>312.0788</w:t>
      </w:r>
      <w:r>
        <w:tab/>
        <w:t>2.025e0</w:t>
      </w:r>
    </w:p>
    <w:p w:rsidR="00E00D30" w:rsidRDefault="00E00D30" w:rsidP="00E00D30">
      <w:r>
        <w:t>312.1025</w:t>
      </w:r>
      <w:r>
        <w:tab/>
        <w:t>1.013e0</w:t>
      </w:r>
    </w:p>
    <w:p w:rsidR="00E00D30" w:rsidRDefault="00E00D30" w:rsidP="00E00D30">
      <w:r>
        <w:t>312.1136</w:t>
      </w:r>
      <w:r>
        <w:tab/>
        <w:t>1.013e0</w:t>
      </w:r>
    </w:p>
    <w:p w:rsidR="00E00D30" w:rsidRDefault="00E00D30" w:rsidP="00E00D30">
      <w:r>
        <w:t>312.1188</w:t>
      </w:r>
      <w:r>
        <w:tab/>
        <w:t>2.025e0</w:t>
      </w:r>
    </w:p>
    <w:p w:rsidR="00E00D30" w:rsidRDefault="00E00D30" w:rsidP="00E00D30">
      <w:r>
        <w:t>312.1306</w:t>
      </w:r>
      <w:r>
        <w:tab/>
        <w:t>1.013e0</w:t>
      </w:r>
    </w:p>
    <w:p w:rsidR="00E00D30" w:rsidRDefault="00E00D30" w:rsidP="00E00D30">
      <w:r>
        <w:t>312.1440</w:t>
      </w:r>
      <w:r>
        <w:tab/>
        <w:t>2.025e0</w:t>
      </w:r>
    </w:p>
    <w:p w:rsidR="00E00D30" w:rsidRDefault="00E00D30" w:rsidP="00E00D30">
      <w:r>
        <w:t>312.1470</w:t>
      </w:r>
      <w:r>
        <w:tab/>
        <w:t>1.013e0</w:t>
      </w:r>
    </w:p>
    <w:p w:rsidR="00E00D30" w:rsidRDefault="00E00D30" w:rsidP="00E00D30">
      <w:r>
        <w:t>312.1623</w:t>
      </w:r>
      <w:r>
        <w:tab/>
        <w:t>3.038e0</w:t>
      </w:r>
    </w:p>
    <w:p w:rsidR="00E00D30" w:rsidRDefault="00E00D30" w:rsidP="00E00D30">
      <w:r>
        <w:t>312.1641</w:t>
      </w:r>
      <w:r>
        <w:tab/>
        <w:t>1.013e0</w:t>
      </w:r>
    </w:p>
    <w:p w:rsidR="00E00D30" w:rsidRDefault="00E00D30" w:rsidP="00E00D30">
      <w:r>
        <w:t>312.1770</w:t>
      </w:r>
      <w:r>
        <w:tab/>
        <w:t>2.025e0</w:t>
      </w:r>
    </w:p>
    <w:p w:rsidR="00E00D30" w:rsidRDefault="00E00D30" w:rsidP="00E00D30">
      <w:r>
        <w:t>312.1789</w:t>
      </w:r>
      <w:r>
        <w:tab/>
        <w:t>1.013e0</w:t>
      </w:r>
    </w:p>
    <w:p w:rsidR="00E00D30" w:rsidRDefault="00E00D30" w:rsidP="00E00D30">
      <w:r>
        <w:t>312.1809</w:t>
      </w:r>
      <w:r>
        <w:tab/>
        <w:t>2.025e0</w:t>
      </w:r>
    </w:p>
    <w:p w:rsidR="00E00D30" w:rsidRDefault="00E00D30" w:rsidP="00E00D30">
      <w:r>
        <w:t>312.1969</w:t>
      </w:r>
      <w:r>
        <w:tab/>
        <w:t>2.025e0</w:t>
      </w:r>
    </w:p>
    <w:p w:rsidR="00E00D30" w:rsidRDefault="00E00D30" w:rsidP="00E00D30">
      <w:r>
        <w:t>312.2068</w:t>
      </w:r>
      <w:r>
        <w:tab/>
        <w:t>2.025e0</w:t>
      </w:r>
    </w:p>
    <w:p w:rsidR="00E00D30" w:rsidRDefault="00E00D30" w:rsidP="00E00D30">
      <w:r>
        <w:t>312.2119</w:t>
      </w:r>
      <w:r>
        <w:tab/>
        <w:t>3.038e0</w:t>
      </w:r>
    </w:p>
    <w:p w:rsidR="00E00D30" w:rsidRDefault="00E00D30" w:rsidP="00E00D30">
      <w:r>
        <w:t>312.2310</w:t>
      </w:r>
      <w:r>
        <w:tab/>
        <w:t>1.013e0</w:t>
      </w:r>
    </w:p>
    <w:p w:rsidR="00E00D30" w:rsidRDefault="00E00D30" w:rsidP="00E00D30">
      <w:r>
        <w:t>312.2394</w:t>
      </w:r>
      <w:r>
        <w:tab/>
        <w:t>2.025e0</w:t>
      </w:r>
    </w:p>
    <w:p w:rsidR="00E00D30" w:rsidRDefault="00E00D30" w:rsidP="00E00D30">
      <w:r>
        <w:lastRenderedPageBreak/>
        <w:t>312.2565</w:t>
      </w:r>
      <w:r>
        <w:tab/>
        <w:t>2.025e0</w:t>
      </w:r>
    </w:p>
    <w:p w:rsidR="00E00D30" w:rsidRDefault="00E00D30" w:rsidP="00E00D30">
      <w:r>
        <w:t>312.2614</w:t>
      </w:r>
      <w:r>
        <w:tab/>
        <w:t>2.025e0</w:t>
      </w:r>
    </w:p>
    <w:p w:rsidR="00E00D30" w:rsidRDefault="00E00D30" w:rsidP="00E00D30">
      <w:r>
        <w:t>312.2673</w:t>
      </w:r>
      <w:r>
        <w:tab/>
        <w:t>1.013e0</w:t>
      </w:r>
    </w:p>
    <w:p w:rsidR="00E00D30" w:rsidRDefault="00E00D30" w:rsidP="00E00D30">
      <w:r>
        <w:t>312.2772</w:t>
      </w:r>
      <w:r>
        <w:tab/>
        <w:t>1.013e0</w:t>
      </w:r>
    </w:p>
    <w:p w:rsidR="00E00D30" w:rsidRDefault="00E00D30" w:rsidP="00E00D30">
      <w:r>
        <w:t>312.2815</w:t>
      </w:r>
      <w:r>
        <w:tab/>
        <w:t>2.025e0</w:t>
      </w:r>
    </w:p>
    <w:p w:rsidR="00E00D30" w:rsidRDefault="00E00D30" w:rsidP="00E00D30">
      <w:r>
        <w:t>312.2999</w:t>
      </w:r>
      <w:r>
        <w:tab/>
        <w:t>1.013e0</w:t>
      </w:r>
    </w:p>
    <w:p w:rsidR="00E00D30" w:rsidRDefault="00E00D30" w:rsidP="00E00D30">
      <w:r>
        <w:t>312.3059</w:t>
      </w:r>
      <w:r>
        <w:tab/>
        <w:t>1.013e0</w:t>
      </w:r>
    </w:p>
    <w:p w:rsidR="00E00D30" w:rsidRDefault="00E00D30" w:rsidP="00E00D30">
      <w:r>
        <w:t>312.3112</w:t>
      </w:r>
      <w:r>
        <w:tab/>
        <w:t>1.013e0</w:t>
      </w:r>
    </w:p>
    <w:p w:rsidR="00E00D30" w:rsidRDefault="00E00D30" w:rsidP="00E00D30">
      <w:r>
        <w:t>312.3212</w:t>
      </w:r>
      <w:r>
        <w:tab/>
        <w:t>2.025e0</w:t>
      </w:r>
    </w:p>
    <w:p w:rsidR="00E00D30" w:rsidRDefault="00E00D30" w:rsidP="00E00D30">
      <w:r>
        <w:t>312.3239</w:t>
      </w:r>
      <w:r>
        <w:tab/>
        <w:t>1.013e0</w:t>
      </w:r>
    </w:p>
    <w:p w:rsidR="00E00D30" w:rsidRDefault="00E00D30" w:rsidP="00E00D30">
      <w:r>
        <w:t>312.3435</w:t>
      </w:r>
      <w:r>
        <w:tab/>
        <w:t>1.013e0</w:t>
      </w:r>
    </w:p>
    <w:p w:rsidR="00E00D30" w:rsidRDefault="00E00D30" w:rsidP="00E00D30">
      <w:r>
        <w:t>312.3475</w:t>
      </w:r>
      <w:r>
        <w:tab/>
        <w:t>2.025e0</w:t>
      </w:r>
    </w:p>
    <w:p w:rsidR="00E00D30" w:rsidRDefault="00E00D30" w:rsidP="00E00D30">
      <w:r>
        <w:t>312.3625</w:t>
      </w:r>
      <w:r>
        <w:tab/>
        <w:t>1.013e0</w:t>
      </w:r>
    </w:p>
    <w:p w:rsidR="00E00D30" w:rsidRDefault="00E00D30" w:rsidP="00E00D30">
      <w:r>
        <w:t>312.3680</w:t>
      </w:r>
      <w:r>
        <w:tab/>
        <w:t>2.025e0</w:t>
      </w:r>
    </w:p>
    <w:p w:rsidR="00E00D30" w:rsidRDefault="00E00D30" w:rsidP="00E00D30">
      <w:r>
        <w:t>312.3715</w:t>
      </w:r>
      <w:r>
        <w:tab/>
        <w:t>2.025e0</w:t>
      </w:r>
    </w:p>
    <w:p w:rsidR="00E00D30" w:rsidRDefault="00E00D30" w:rsidP="00E00D30">
      <w:r>
        <w:t>312.3846</w:t>
      </w:r>
      <w:r>
        <w:tab/>
        <w:t>1.013e0</w:t>
      </w:r>
    </w:p>
    <w:p w:rsidR="00E00D30" w:rsidRDefault="00E00D30" w:rsidP="00E00D30">
      <w:r>
        <w:t>312.4061</w:t>
      </w:r>
      <w:r>
        <w:tab/>
        <w:t>2.025e0</w:t>
      </w:r>
    </w:p>
    <w:p w:rsidR="00E00D30" w:rsidRDefault="00E00D30" w:rsidP="00E00D30">
      <w:r>
        <w:t>312.4077</w:t>
      </w:r>
      <w:r>
        <w:tab/>
        <w:t>2.025e0</w:t>
      </w:r>
    </w:p>
    <w:p w:rsidR="00E00D30" w:rsidRDefault="00E00D30" w:rsidP="00E00D30">
      <w:r>
        <w:t>312.4414</w:t>
      </w:r>
      <w:r>
        <w:tab/>
        <w:t>1.013e0</w:t>
      </w:r>
    </w:p>
    <w:p w:rsidR="00E00D30" w:rsidRDefault="00E00D30" w:rsidP="00E00D30">
      <w:r>
        <w:lastRenderedPageBreak/>
        <w:t>312.4720</w:t>
      </w:r>
      <w:r>
        <w:tab/>
        <w:t>2.025e0</w:t>
      </w:r>
    </w:p>
    <w:p w:rsidR="00E00D30" w:rsidRDefault="00E00D30" w:rsidP="00E00D30">
      <w:r>
        <w:t>312.4798</w:t>
      </w:r>
      <w:r>
        <w:tab/>
        <w:t>1.013e0</w:t>
      </w:r>
    </w:p>
    <w:p w:rsidR="00E00D30" w:rsidRDefault="00E00D30" w:rsidP="00E00D30">
      <w:r>
        <w:t>312.4839</w:t>
      </w:r>
      <w:r>
        <w:tab/>
        <w:t>2.025e0</w:t>
      </w:r>
    </w:p>
    <w:p w:rsidR="00E00D30" w:rsidRDefault="00E00D30" w:rsidP="00E00D30">
      <w:r>
        <w:t>312.5035</w:t>
      </w:r>
      <w:r>
        <w:tab/>
        <w:t>1.013e0</w:t>
      </w:r>
    </w:p>
    <w:p w:rsidR="00E00D30" w:rsidRDefault="00E00D30" w:rsidP="00E00D30">
      <w:r>
        <w:t>312.5149</w:t>
      </w:r>
      <w:r>
        <w:tab/>
        <w:t>2.025e0</w:t>
      </w:r>
    </w:p>
    <w:p w:rsidR="00E00D30" w:rsidRDefault="00E00D30" w:rsidP="00E00D30">
      <w:r>
        <w:t>312.5166</w:t>
      </w:r>
      <w:r>
        <w:tab/>
        <w:t>1.013e0</w:t>
      </w:r>
    </w:p>
    <w:p w:rsidR="00E00D30" w:rsidRDefault="00E00D30" w:rsidP="00E00D30">
      <w:r>
        <w:t>312.5362</w:t>
      </w:r>
      <w:r>
        <w:tab/>
        <w:t>1.013e0</w:t>
      </w:r>
    </w:p>
    <w:p w:rsidR="00E00D30" w:rsidRDefault="00E00D30" w:rsidP="00E00D30">
      <w:r>
        <w:t>312.5522</w:t>
      </w:r>
      <w:r>
        <w:tab/>
        <w:t>2.025e0</w:t>
      </w:r>
    </w:p>
    <w:p w:rsidR="00E00D30" w:rsidRDefault="00E00D30" w:rsidP="00E00D30">
      <w:r>
        <w:t>312.5546</w:t>
      </w:r>
      <w:r>
        <w:tab/>
        <w:t>2.025e0</w:t>
      </w:r>
    </w:p>
    <w:p w:rsidR="00E00D30" w:rsidRDefault="00E00D30" w:rsidP="00E00D30">
      <w:r>
        <w:t>312.6056</w:t>
      </w:r>
      <w:r>
        <w:tab/>
        <w:t>1.013e0</w:t>
      </w:r>
    </w:p>
    <w:p w:rsidR="00E00D30" w:rsidRDefault="00E00D30" w:rsidP="00E00D30">
      <w:r>
        <w:t>312.6166</w:t>
      </w:r>
      <w:r>
        <w:tab/>
        <w:t>1.013e0</w:t>
      </w:r>
    </w:p>
    <w:p w:rsidR="00E00D30" w:rsidRDefault="00E00D30" w:rsidP="00E00D30">
      <w:r>
        <w:t>312.6205</w:t>
      </w:r>
      <w:r>
        <w:tab/>
        <w:t>1.013e0</w:t>
      </w:r>
    </w:p>
    <w:p w:rsidR="00E00D30" w:rsidRDefault="00E00D30" w:rsidP="00E00D30">
      <w:r>
        <w:t>312.6245</w:t>
      </w:r>
      <w:r>
        <w:tab/>
        <w:t>1.013e0</w:t>
      </w:r>
    </w:p>
    <w:p w:rsidR="00E00D30" w:rsidRDefault="00E00D30" w:rsidP="00E00D30">
      <w:r>
        <w:t>312.6445</w:t>
      </w:r>
      <w:r>
        <w:tab/>
        <w:t>1.013e0</w:t>
      </w:r>
    </w:p>
    <w:p w:rsidR="00E00D30" w:rsidRDefault="00E00D30" w:rsidP="00E00D30">
      <w:r>
        <w:t>312.6566</w:t>
      </w:r>
      <w:r>
        <w:tab/>
        <w:t>2.025e0</w:t>
      </w:r>
    </w:p>
    <w:p w:rsidR="00E00D30" w:rsidRDefault="00E00D30" w:rsidP="00E00D30">
      <w:r>
        <w:t>312.6620</w:t>
      </w:r>
      <w:r>
        <w:tab/>
        <w:t>1.013e0</w:t>
      </w:r>
    </w:p>
    <w:p w:rsidR="00E00D30" w:rsidRDefault="00E00D30" w:rsidP="00E00D30">
      <w:r>
        <w:t>312.6679</w:t>
      </w:r>
      <w:r>
        <w:tab/>
        <w:t>1.013e0</w:t>
      </w:r>
    </w:p>
    <w:p w:rsidR="00E00D30" w:rsidRDefault="00E00D30" w:rsidP="00E00D30">
      <w:r>
        <w:t>312.6812</w:t>
      </w:r>
      <w:r>
        <w:tab/>
        <w:t>1.013e0</w:t>
      </w:r>
    </w:p>
    <w:p w:rsidR="00E00D30" w:rsidRDefault="00E00D30" w:rsidP="00E00D30">
      <w:r>
        <w:t>312.7066</w:t>
      </w:r>
      <w:r>
        <w:tab/>
        <w:t>2.025e0</w:t>
      </w:r>
    </w:p>
    <w:p w:rsidR="00E00D30" w:rsidRDefault="00E00D30" w:rsidP="00E00D30">
      <w:r>
        <w:lastRenderedPageBreak/>
        <w:t>312.7333</w:t>
      </w:r>
      <w:r>
        <w:tab/>
        <w:t>2.025e0</w:t>
      </w:r>
    </w:p>
    <w:p w:rsidR="00E00D30" w:rsidRDefault="00E00D30" w:rsidP="00E00D30">
      <w:r>
        <w:t>312.7470</w:t>
      </w:r>
      <w:r>
        <w:tab/>
        <w:t>1.013e0</w:t>
      </w:r>
    </w:p>
    <w:p w:rsidR="00E00D30" w:rsidRDefault="00E00D30" w:rsidP="00E00D30">
      <w:r>
        <w:t>312.7699</w:t>
      </w:r>
      <w:r>
        <w:tab/>
        <w:t>1.013e0</w:t>
      </w:r>
    </w:p>
    <w:p w:rsidR="00E00D30" w:rsidRDefault="00E00D30" w:rsidP="00E00D30">
      <w:r>
        <w:t>312.7896</w:t>
      </w:r>
      <w:r>
        <w:tab/>
        <w:t>1.013e0</w:t>
      </w:r>
    </w:p>
    <w:p w:rsidR="00E00D30" w:rsidRDefault="00E00D30" w:rsidP="00E00D30">
      <w:r>
        <w:t>312.7935</w:t>
      </w:r>
      <w:r>
        <w:tab/>
        <w:t>1.013e0</w:t>
      </w:r>
    </w:p>
    <w:p w:rsidR="00E00D30" w:rsidRDefault="00E00D30" w:rsidP="00E00D30">
      <w:r>
        <w:t>312.8094</w:t>
      </w:r>
      <w:r>
        <w:tab/>
        <w:t>1.013e0</w:t>
      </w:r>
    </w:p>
    <w:p w:rsidR="00E00D30" w:rsidRDefault="00E00D30" w:rsidP="00E00D30">
      <w:r>
        <w:t>312.8127</w:t>
      </w:r>
      <w:r>
        <w:tab/>
        <w:t>3.038e0</w:t>
      </w:r>
    </w:p>
    <w:p w:rsidR="00E00D30" w:rsidRDefault="00E00D30" w:rsidP="00E00D30">
      <w:r>
        <w:t>312.8174</w:t>
      </w:r>
      <w:r>
        <w:tab/>
        <w:t>1.013e0</w:t>
      </w:r>
    </w:p>
    <w:p w:rsidR="00E00D30" w:rsidRDefault="00E00D30" w:rsidP="00E00D30">
      <w:r>
        <w:t>312.8413</w:t>
      </w:r>
      <w:r>
        <w:tab/>
        <w:t>1.013e0</w:t>
      </w:r>
    </w:p>
    <w:p w:rsidR="00E00D30" w:rsidRDefault="00E00D30" w:rsidP="00E00D30">
      <w:r>
        <w:t>312.8496</w:t>
      </w:r>
      <w:r>
        <w:tab/>
        <w:t>1.013e0</w:t>
      </w:r>
    </w:p>
    <w:p w:rsidR="00E00D30" w:rsidRDefault="00E00D30" w:rsidP="00E00D30">
      <w:r>
        <w:t>312.8549</w:t>
      </w:r>
      <w:r>
        <w:tab/>
        <w:t>1.013e0</w:t>
      </w:r>
    </w:p>
    <w:p w:rsidR="00E00D30" w:rsidRDefault="00E00D30" w:rsidP="00E00D30">
      <w:r>
        <w:t>312.9120</w:t>
      </w:r>
      <w:r>
        <w:tab/>
        <w:t>2.025e0</w:t>
      </w:r>
    </w:p>
    <w:p w:rsidR="00E00D30" w:rsidRDefault="00E00D30" w:rsidP="00E00D30">
      <w:r>
        <w:t>312.9171</w:t>
      </w:r>
      <w:r>
        <w:tab/>
        <w:t>1.013e0</w:t>
      </w:r>
    </w:p>
    <w:p w:rsidR="00E00D30" w:rsidRDefault="00E00D30" w:rsidP="00E00D30">
      <w:r>
        <w:t>312.9304</w:t>
      </w:r>
      <w:r>
        <w:tab/>
        <w:t>3.038e0</w:t>
      </w:r>
    </w:p>
    <w:p w:rsidR="00E00D30" w:rsidRDefault="00E00D30" w:rsidP="00E00D30">
      <w:r>
        <w:t>312.9337</w:t>
      </w:r>
      <w:r>
        <w:tab/>
        <w:t>5.063e0</w:t>
      </w:r>
    </w:p>
    <w:p w:rsidR="00E00D30" w:rsidRDefault="00E00D30" w:rsidP="00E00D30">
      <w:r>
        <w:t>312.9352</w:t>
      </w:r>
      <w:r>
        <w:tab/>
        <w:t>5.063e0</w:t>
      </w:r>
    </w:p>
    <w:p w:rsidR="00E00D30" w:rsidRDefault="00E00D30" w:rsidP="00E00D30">
      <w:r>
        <w:t>312.9370</w:t>
      </w:r>
      <w:r>
        <w:tab/>
        <w:t>6.614e0</w:t>
      </w:r>
    </w:p>
    <w:p w:rsidR="00E00D30" w:rsidRDefault="00E00D30" w:rsidP="00E00D30">
      <w:r>
        <w:t>312.9384</w:t>
      </w:r>
      <w:r>
        <w:tab/>
        <w:t>4.051e0</w:t>
      </w:r>
    </w:p>
    <w:p w:rsidR="00E00D30" w:rsidRDefault="00E00D30" w:rsidP="00E00D30">
      <w:r>
        <w:t>312.9417</w:t>
      </w:r>
      <w:r>
        <w:tab/>
        <w:t>5.063e0</w:t>
      </w:r>
    </w:p>
    <w:p w:rsidR="00E00D30" w:rsidRDefault="00E00D30" w:rsidP="00E00D30">
      <w:r>
        <w:lastRenderedPageBreak/>
        <w:t>312.9537</w:t>
      </w:r>
      <w:r>
        <w:tab/>
        <w:t>2.025e0</w:t>
      </w:r>
    </w:p>
    <w:p w:rsidR="00E00D30" w:rsidRDefault="00E00D30" w:rsidP="00E00D30">
      <w:r>
        <w:t>312.9608</w:t>
      </w:r>
      <w:r>
        <w:tab/>
        <w:t>5.150e0</w:t>
      </w:r>
    </w:p>
    <w:p w:rsidR="00E00D30" w:rsidRDefault="00E00D30" w:rsidP="00E00D30">
      <w:r>
        <w:t>312.9673</w:t>
      </w:r>
      <w:r>
        <w:tab/>
        <w:t>2.499e0</w:t>
      </w:r>
    </w:p>
    <w:p w:rsidR="00E00D30" w:rsidRDefault="00E00D30" w:rsidP="00E00D30">
      <w:r>
        <w:t>313.0058</w:t>
      </w:r>
      <w:r>
        <w:tab/>
        <w:t>1.013e0</w:t>
      </w:r>
    </w:p>
    <w:p w:rsidR="00E00D30" w:rsidRDefault="00E00D30" w:rsidP="00E00D30">
      <w:r>
        <w:t>313.0100</w:t>
      </w:r>
      <w:r>
        <w:tab/>
        <w:t>2.025e0</w:t>
      </w:r>
    </w:p>
    <w:p w:rsidR="00E00D30" w:rsidRDefault="00E00D30" w:rsidP="00E00D30">
      <w:r>
        <w:t>313.0257</w:t>
      </w:r>
      <w:r>
        <w:tab/>
        <w:t>2.025e0</w:t>
      </w:r>
    </w:p>
    <w:p w:rsidR="00E00D30" w:rsidRDefault="00E00D30" w:rsidP="00E00D30">
      <w:r>
        <w:t>313.0300</w:t>
      </w:r>
      <w:r>
        <w:tab/>
        <w:t>1.013e0</w:t>
      </w:r>
    </w:p>
    <w:p w:rsidR="00E00D30" w:rsidRDefault="00E00D30" w:rsidP="00E00D30">
      <w:r>
        <w:t>313.0374</w:t>
      </w:r>
      <w:r>
        <w:tab/>
        <w:t>4.051e0</w:t>
      </w:r>
    </w:p>
    <w:p w:rsidR="00E00D30" w:rsidRDefault="00E00D30" w:rsidP="00E00D30">
      <w:r>
        <w:t>313.0424</w:t>
      </w:r>
      <w:r>
        <w:tab/>
        <w:t>1.013e0</w:t>
      </w:r>
    </w:p>
    <w:p w:rsidR="00E00D30" w:rsidRDefault="00E00D30" w:rsidP="00E00D30">
      <w:r>
        <w:t>313.0586</w:t>
      </w:r>
      <w:r>
        <w:tab/>
        <w:t>3.038e0</w:t>
      </w:r>
    </w:p>
    <w:p w:rsidR="00E00D30" w:rsidRDefault="00E00D30" w:rsidP="00E00D30">
      <w:r>
        <w:t>313.0663</w:t>
      </w:r>
      <w:r>
        <w:tab/>
        <w:t>1.013e0</w:t>
      </w:r>
    </w:p>
    <w:p w:rsidR="00E00D30" w:rsidRDefault="00E00D30" w:rsidP="00E00D30">
      <w:r>
        <w:t>313.0703</w:t>
      </w:r>
      <w:r>
        <w:tab/>
        <w:t>1.013e0</w:t>
      </w:r>
    </w:p>
    <w:p w:rsidR="00E00D30" w:rsidRDefault="00E00D30" w:rsidP="00E00D30">
      <w:r>
        <w:t>313.0902</w:t>
      </w:r>
      <w:r>
        <w:tab/>
        <w:t>1.013e0</w:t>
      </w:r>
    </w:p>
    <w:p w:rsidR="00E00D30" w:rsidRDefault="00E00D30" w:rsidP="00E00D30">
      <w:r>
        <w:t>313.0948</w:t>
      </w:r>
      <w:r>
        <w:tab/>
        <w:t>1.013e0</w:t>
      </w:r>
    </w:p>
    <w:p w:rsidR="00E00D30" w:rsidRDefault="00E00D30" w:rsidP="00E00D30">
      <w:r>
        <w:t>313.0982</w:t>
      </w:r>
      <w:r>
        <w:tab/>
        <w:t>2.025e0</w:t>
      </w:r>
    </w:p>
    <w:p w:rsidR="00E00D30" w:rsidRDefault="00E00D30" w:rsidP="00E00D30">
      <w:r>
        <w:t>313.1088</w:t>
      </w:r>
      <w:r>
        <w:tab/>
        <w:t>2.025e0</w:t>
      </w:r>
    </w:p>
    <w:p w:rsidR="00E00D30" w:rsidRDefault="00E00D30" w:rsidP="00E00D30">
      <w:r>
        <w:t>313.1100</w:t>
      </w:r>
      <w:r>
        <w:tab/>
        <w:t>1.013e0</w:t>
      </w:r>
    </w:p>
    <w:p w:rsidR="00E00D30" w:rsidRDefault="00E00D30" w:rsidP="00E00D30">
      <w:r>
        <w:t>313.1148</w:t>
      </w:r>
      <w:r>
        <w:tab/>
        <w:t>1.013e0</w:t>
      </w:r>
    </w:p>
    <w:p w:rsidR="00E00D30" w:rsidRDefault="00E00D30" w:rsidP="00E00D30">
      <w:r>
        <w:t>313.1183</w:t>
      </w:r>
      <w:r>
        <w:tab/>
        <w:t>1.013e0</w:t>
      </w:r>
    </w:p>
    <w:p w:rsidR="00E00D30" w:rsidRDefault="00E00D30" w:rsidP="00E00D30">
      <w:r>
        <w:lastRenderedPageBreak/>
        <w:t>313.1327</w:t>
      </w:r>
      <w:r>
        <w:tab/>
        <w:t>1.013e0</w:t>
      </w:r>
    </w:p>
    <w:p w:rsidR="00E00D30" w:rsidRDefault="00E00D30" w:rsidP="00E00D30">
      <w:r>
        <w:t>313.1473</w:t>
      </w:r>
      <w:r>
        <w:tab/>
        <w:t>2.025e0</w:t>
      </w:r>
    </w:p>
    <w:p w:rsidR="00E00D30" w:rsidRDefault="00E00D30" w:rsidP="00E00D30">
      <w:r>
        <w:t>313.1610</w:t>
      </w:r>
      <w:r>
        <w:tab/>
        <w:t>2.025e0</w:t>
      </w:r>
    </w:p>
    <w:p w:rsidR="00E00D30" w:rsidRDefault="00E00D30" w:rsidP="00E00D30">
      <w:r>
        <w:t>313.1667</w:t>
      </w:r>
      <w:r>
        <w:tab/>
        <w:t>1.013e0</w:t>
      </w:r>
    </w:p>
    <w:p w:rsidR="00E00D30" w:rsidRDefault="00E00D30" w:rsidP="00E00D30">
      <w:r>
        <w:t>313.1838</w:t>
      </w:r>
      <w:r>
        <w:tab/>
        <w:t>1.013e0</w:t>
      </w:r>
    </w:p>
    <w:p w:rsidR="00E00D30" w:rsidRDefault="00E00D30" w:rsidP="00E00D30">
      <w:r>
        <w:t>313.1988</w:t>
      </w:r>
      <w:r>
        <w:tab/>
        <w:t>1.013e0</w:t>
      </w:r>
    </w:p>
    <w:p w:rsidR="00E00D30" w:rsidRDefault="00E00D30" w:rsidP="00E00D30">
      <w:r>
        <w:t>313.2112</w:t>
      </w:r>
      <w:r>
        <w:tab/>
        <w:t>3.038e0</w:t>
      </w:r>
    </w:p>
    <w:p w:rsidR="00E00D30" w:rsidRDefault="00E00D30" w:rsidP="00E00D30">
      <w:r>
        <w:t>313.2147</w:t>
      </w:r>
      <w:r>
        <w:tab/>
        <w:t>2.025e0</w:t>
      </w:r>
    </w:p>
    <w:p w:rsidR="00E00D30" w:rsidRDefault="00E00D30" w:rsidP="00E00D30">
      <w:r>
        <w:t>313.2296</w:t>
      </w:r>
      <w:r>
        <w:tab/>
        <w:t>4.249e0</w:t>
      </w:r>
    </w:p>
    <w:p w:rsidR="00E00D30" w:rsidRDefault="00E00D30" w:rsidP="00E00D30">
      <w:r>
        <w:t>313.2380</w:t>
      </w:r>
      <w:r>
        <w:tab/>
        <w:t>2.025e0</w:t>
      </w:r>
    </w:p>
    <w:p w:rsidR="00E00D30" w:rsidRDefault="00E00D30" w:rsidP="00E00D30">
      <w:r>
        <w:t>313.2507</w:t>
      </w:r>
      <w:r>
        <w:tab/>
        <w:t>4.051e0</w:t>
      </w:r>
    </w:p>
    <w:p w:rsidR="00E00D30" w:rsidRDefault="00E00D30" w:rsidP="00E00D30">
      <w:r>
        <w:t>313.2532</w:t>
      </w:r>
      <w:r>
        <w:tab/>
        <w:t>2.025e0</w:t>
      </w:r>
    </w:p>
    <w:p w:rsidR="00E00D30" w:rsidRDefault="00E00D30" w:rsidP="00E00D30">
      <w:r>
        <w:t>313.2589</w:t>
      </w:r>
      <w:r>
        <w:tab/>
        <w:t>1.013e0</w:t>
      </w:r>
    </w:p>
    <w:p w:rsidR="00E00D30" w:rsidRDefault="00E00D30" w:rsidP="00E00D30">
      <w:r>
        <w:t>313.2790</w:t>
      </w:r>
      <w:r>
        <w:tab/>
        <w:t>1.013e0</w:t>
      </w:r>
    </w:p>
    <w:p w:rsidR="00E00D30" w:rsidRDefault="00E00D30" w:rsidP="00E00D30">
      <w:r>
        <w:t>313.3027</w:t>
      </w:r>
      <w:r>
        <w:tab/>
        <w:t>1.013e0</w:t>
      </w:r>
    </w:p>
    <w:p w:rsidR="00E00D30" w:rsidRDefault="00E00D30" w:rsidP="00E00D30">
      <w:r>
        <w:t>313.3072</w:t>
      </w:r>
      <w:r>
        <w:tab/>
        <w:t>2.025e0</w:t>
      </w:r>
    </w:p>
    <w:p w:rsidR="00E00D30" w:rsidRDefault="00E00D30" w:rsidP="00E00D30">
      <w:r>
        <w:t>313.3203</w:t>
      </w:r>
      <w:r>
        <w:tab/>
        <w:t>1.013e0</w:t>
      </w:r>
    </w:p>
    <w:p w:rsidR="00E00D30" w:rsidRDefault="00E00D30" w:rsidP="00E00D30">
      <w:r>
        <w:t>313.3254</w:t>
      </w:r>
      <w:r>
        <w:tab/>
        <w:t>3.038e0</w:t>
      </w:r>
    </w:p>
    <w:p w:rsidR="00E00D30" w:rsidRDefault="00E00D30" w:rsidP="00E00D30">
      <w:r>
        <w:t>313.3597</w:t>
      </w:r>
      <w:r>
        <w:tab/>
        <w:t>2.025e0</w:t>
      </w:r>
    </w:p>
    <w:p w:rsidR="00E00D30" w:rsidRDefault="00E00D30" w:rsidP="00E00D30">
      <w:r>
        <w:lastRenderedPageBreak/>
        <w:t>313.3676</w:t>
      </w:r>
      <w:r>
        <w:tab/>
        <w:t>1.013e0</w:t>
      </w:r>
    </w:p>
    <w:p w:rsidR="00E00D30" w:rsidRDefault="00E00D30" w:rsidP="00E00D30">
      <w:r>
        <w:t>313.3824</w:t>
      </w:r>
      <w:r>
        <w:tab/>
        <w:t>1.013e0</w:t>
      </w:r>
    </w:p>
    <w:p w:rsidR="00E00D30" w:rsidRDefault="00E00D30" w:rsidP="00E00D30">
      <w:r>
        <w:t>313.4106</w:t>
      </w:r>
      <w:r>
        <w:tab/>
        <w:t>1.013e0</w:t>
      </w:r>
    </w:p>
    <w:p w:rsidR="00E00D30" w:rsidRDefault="00E00D30" w:rsidP="00E00D30">
      <w:r>
        <w:t>313.4280</w:t>
      </w:r>
      <w:r>
        <w:tab/>
        <w:t>2.025e0</w:t>
      </w:r>
    </w:p>
    <w:p w:rsidR="00E00D30" w:rsidRDefault="00E00D30" w:rsidP="00E00D30">
      <w:r>
        <w:t>313.4390</w:t>
      </w:r>
      <w:r>
        <w:tab/>
        <w:t>1.013e0</w:t>
      </w:r>
    </w:p>
    <w:p w:rsidR="00E00D30" w:rsidRDefault="00E00D30" w:rsidP="00E00D30">
      <w:r>
        <w:t>313.4429</w:t>
      </w:r>
      <w:r>
        <w:tab/>
        <w:t>2.025e0</w:t>
      </w:r>
    </w:p>
    <w:p w:rsidR="00E00D30" w:rsidRDefault="00E00D30" w:rsidP="00E00D30">
      <w:r>
        <w:t>313.4478</w:t>
      </w:r>
      <w:r>
        <w:tab/>
        <w:t>1.013e0</w:t>
      </w:r>
    </w:p>
    <w:p w:rsidR="00E00D30" w:rsidRDefault="00E00D30" w:rsidP="00E00D30">
      <w:r>
        <w:t>313.4644</w:t>
      </w:r>
      <w:r>
        <w:tab/>
        <w:t>2.025e0</w:t>
      </w:r>
    </w:p>
    <w:p w:rsidR="00E00D30" w:rsidRDefault="00E00D30" w:rsidP="00E00D30">
      <w:r>
        <w:t>313.4760</w:t>
      </w:r>
      <w:r>
        <w:tab/>
        <w:t>2.025e0</w:t>
      </w:r>
    </w:p>
    <w:p w:rsidR="00E00D30" w:rsidRDefault="00E00D30" w:rsidP="00E00D30">
      <w:r>
        <w:t>313.4800</w:t>
      </w:r>
      <w:r>
        <w:tab/>
        <w:t>1.013e0</w:t>
      </w:r>
    </w:p>
    <w:p w:rsidR="00E00D30" w:rsidRDefault="00E00D30" w:rsidP="00E00D30">
      <w:r>
        <w:t>313.5081</w:t>
      </w:r>
      <w:r>
        <w:tab/>
        <w:t>1.013e0</w:t>
      </w:r>
    </w:p>
    <w:p w:rsidR="00E00D30" w:rsidRDefault="00E00D30" w:rsidP="00E00D30">
      <w:r>
        <w:t>313.5158</w:t>
      </w:r>
      <w:r>
        <w:tab/>
        <w:t>2.025e0</w:t>
      </w:r>
    </w:p>
    <w:p w:rsidR="00E00D30" w:rsidRDefault="00E00D30" w:rsidP="00E00D30">
      <w:r>
        <w:t>313.5503</w:t>
      </w:r>
      <w:r>
        <w:tab/>
        <w:t>3.038e0</w:t>
      </w:r>
    </w:p>
    <w:p w:rsidR="00E00D30" w:rsidRDefault="00E00D30" w:rsidP="00E00D30">
      <w:r>
        <w:t>313.5523</w:t>
      </w:r>
      <w:r>
        <w:tab/>
        <w:t>1.013e0</w:t>
      </w:r>
    </w:p>
    <w:p w:rsidR="00E00D30" w:rsidRDefault="00E00D30" w:rsidP="00E00D30">
      <w:r>
        <w:t>313.5602</w:t>
      </w:r>
      <w:r>
        <w:tab/>
        <w:t>1.013e0</w:t>
      </w:r>
    </w:p>
    <w:p w:rsidR="00E00D30" w:rsidRDefault="00E00D30" w:rsidP="00E00D30">
      <w:r>
        <w:t>313.5870</w:t>
      </w:r>
      <w:r>
        <w:tab/>
        <w:t>2.025e0</w:t>
      </w:r>
    </w:p>
    <w:p w:rsidR="00E00D30" w:rsidRDefault="00E00D30" w:rsidP="00E00D30">
      <w:r>
        <w:t>313.5925</w:t>
      </w:r>
      <w:r>
        <w:tab/>
        <w:t>1.013e0</w:t>
      </w:r>
    </w:p>
    <w:p w:rsidR="00E00D30" w:rsidRDefault="00E00D30" w:rsidP="00E00D30">
      <w:r>
        <w:t>313.6039</w:t>
      </w:r>
      <w:r>
        <w:tab/>
        <w:t>2.025e0</w:t>
      </w:r>
    </w:p>
    <w:p w:rsidR="00E00D30" w:rsidRDefault="00E00D30" w:rsidP="00E00D30">
      <w:r>
        <w:t>313.6124</w:t>
      </w:r>
      <w:r>
        <w:tab/>
        <w:t>1.013e0</w:t>
      </w:r>
    </w:p>
    <w:p w:rsidR="00E00D30" w:rsidRDefault="00E00D30" w:rsidP="00E00D30">
      <w:r>
        <w:lastRenderedPageBreak/>
        <w:t>313.6246</w:t>
      </w:r>
      <w:r>
        <w:tab/>
        <w:t>2.025e0</w:t>
      </w:r>
    </w:p>
    <w:p w:rsidR="00E00D30" w:rsidRDefault="00E00D30" w:rsidP="00E00D30">
      <w:r>
        <w:t>313.6320</w:t>
      </w:r>
      <w:r>
        <w:tab/>
        <w:t>1.013e0</w:t>
      </w:r>
    </w:p>
    <w:p w:rsidR="00E00D30" w:rsidRDefault="00E00D30" w:rsidP="00E00D30">
      <w:r>
        <w:t>313.6495</w:t>
      </w:r>
      <w:r>
        <w:tab/>
        <w:t>2.025e0</w:t>
      </w:r>
    </w:p>
    <w:p w:rsidR="00E00D30" w:rsidRDefault="00E00D30" w:rsidP="00E00D30">
      <w:r>
        <w:t>313.6605</w:t>
      </w:r>
      <w:r>
        <w:tab/>
        <w:t>1.013e0</w:t>
      </w:r>
    </w:p>
    <w:p w:rsidR="00E00D30" w:rsidRDefault="00E00D30" w:rsidP="00E00D30">
      <w:r>
        <w:t>313.6833</w:t>
      </w:r>
      <w:r>
        <w:tab/>
        <w:t>1.013e0</w:t>
      </w:r>
    </w:p>
    <w:p w:rsidR="00E00D30" w:rsidRDefault="00E00D30" w:rsidP="00E00D30">
      <w:r>
        <w:t>313.6968</w:t>
      </w:r>
      <w:r>
        <w:tab/>
        <w:t>1.013e0</w:t>
      </w:r>
    </w:p>
    <w:p w:rsidR="00E00D30" w:rsidRDefault="00E00D30" w:rsidP="00E00D30">
      <w:r>
        <w:t>313.7172</w:t>
      </w:r>
      <w:r>
        <w:tab/>
        <w:t>1.013e0</w:t>
      </w:r>
    </w:p>
    <w:p w:rsidR="00E00D30" w:rsidRDefault="00E00D30" w:rsidP="00E00D30">
      <w:r>
        <w:t>313.7251</w:t>
      </w:r>
      <w:r>
        <w:tab/>
        <w:t>3.038e0</w:t>
      </w:r>
    </w:p>
    <w:p w:rsidR="00E00D30" w:rsidRDefault="00E00D30" w:rsidP="00E00D30">
      <w:r>
        <w:t>313.7402</w:t>
      </w:r>
      <w:r>
        <w:tab/>
        <w:t>1.013e0</w:t>
      </w:r>
    </w:p>
    <w:p w:rsidR="00E00D30" w:rsidRDefault="00E00D30" w:rsidP="00E00D30">
      <w:r>
        <w:t>313.7675</w:t>
      </w:r>
      <w:r>
        <w:tab/>
        <w:t>2.025e0</w:t>
      </w:r>
    </w:p>
    <w:p w:rsidR="00E00D30" w:rsidRDefault="00E00D30" w:rsidP="00E00D30">
      <w:r>
        <w:t>313.7914</w:t>
      </w:r>
      <w:r>
        <w:tab/>
        <w:t>2.025e0</w:t>
      </w:r>
    </w:p>
    <w:p w:rsidR="00E00D30" w:rsidRDefault="00E00D30" w:rsidP="00E00D30">
      <w:r>
        <w:t>313.8239</w:t>
      </w:r>
      <w:r>
        <w:tab/>
        <w:t>3.038e0</w:t>
      </w:r>
    </w:p>
    <w:p w:rsidR="00E00D30" w:rsidRDefault="00E00D30" w:rsidP="00E00D30">
      <w:r>
        <w:t>313.8380</w:t>
      </w:r>
      <w:r>
        <w:tab/>
        <w:t>1.013e0</w:t>
      </w:r>
    </w:p>
    <w:p w:rsidR="00E00D30" w:rsidRDefault="00E00D30" w:rsidP="00E00D30">
      <w:r>
        <w:t>313.8576</w:t>
      </w:r>
      <w:r>
        <w:tab/>
        <w:t>1.013e0</w:t>
      </w:r>
    </w:p>
    <w:p w:rsidR="00E00D30" w:rsidRDefault="00E00D30" w:rsidP="00E00D30">
      <w:r>
        <w:t>313.8616</w:t>
      </w:r>
      <w:r>
        <w:tab/>
        <w:t>1.013e0</w:t>
      </w:r>
    </w:p>
    <w:p w:rsidR="00E00D30" w:rsidRDefault="00E00D30" w:rsidP="00E00D30">
      <w:r>
        <w:t>313.9102</w:t>
      </w:r>
      <w:r>
        <w:tab/>
        <w:t>2.025e0</w:t>
      </w:r>
    </w:p>
    <w:p w:rsidR="00E00D30" w:rsidRDefault="00E00D30" w:rsidP="00E00D30">
      <w:r>
        <w:t>313.9277</w:t>
      </w:r>
      <w:r>
        <w:tab/>
        <w:t>1.013e0</w:t>
      </w:r>
    </w:p>
    <w:p w:rsidR="00E00D30" w:rsidRDefault="00E00D30" w:rsidP="00E00D30">
      <w:r>
        <w:t>313.9339</w:t>
      </w:r>
      <w:r>
        <w:tab/>
        <w:t>2.025e0</w:t>
      </w:r>
    </w:p>
    <w:p w:rsidR="00E00D30" w:rsidRDefault="00E00D30" w:rsidP="00E00D30">
      <w:r>
        <w:t>313.9385</w:t>
      </w:r>
      <w:r>
        <w:tab/>
        <w:t>1.013e0</w:t>
      </w:r>
    </w:p>
    <w:p w:rsidR="00E00D30" w:rsidRDefault="00E00D30" w:rsidP="00E00D30">
      <w:r>
        <w:lastRenderedPageBreak/>
        <w:t>313.9431</w:t>
      </w:r>
      <w:r>
        <w:tab/>
        <w:t>4.051e0</w:t>
      </w:r>
    </w:p>
    <w:p w:rsidR="00E00D30" w:rsidRDefault="00E00D30" w:rsidP="00E00D30">
      <w:r>
        <w:t>313.9484</w:t>
      </w:r>
      <w:r>
        <w:tab/>
        <w:t>2.025e0</w:t>
      </w:r>
    </w:p>
    <w:p w:rsidR="00E00D30" w:rsidRDefault="00E00D30" w:rsidP="00E00D30">
      <w:r>
        <w:t>313.9702</w:t>
      </w:r>
      <w:r>
        <w:tab/>
        <w:t>1.013e0</w:t>
      </w:r>
    </w:p>
    <w:p w:rsidR="00E00D30" w:rsidRDefault="00E00D30" w:rsidP="00E00D30">
      <w:r>
        <w:t>313.9777</w:t>
      </w:r>
      <w:r>
        <w:tab/>
        <w:t>3.038e0</w:t>
      </w:r>
    </w:p>
    <w:p w:rsidR="00E00D30" w:rsidRDefault="00E00D30" w:rsidP="00E00D30">
      <w:r>
        <w:t>313.9787</w:t>
      </w:r>
      <w:r>
        <w:tab/>
        <w:t>1.013e0</w:t>
      </w:r>
    </w:p>
    <w:p w:rsidR="00E00D30" w:rsidRDefault="00E00D30" w:rsidP="00E00D30">
      <w:r>
        <w:t>313.9846</w:t>
      </w:r>
      <w:r>
        <w:tab/>
        <w:t>3.038e0</w:t>
      </w:r>
    </w:p>
    <w:p w:rsidR="00E00D30" w:rsidRDefault="00E00D30" w:rsidP="00E00D30">
      <w:r>
        <w:t>313.9901</w:t>
      </w:r>
      <w:r>
        <w:tab/>
        <w:t>2.025e0</w:t>
      </w:r>
    </w:p>
    <w:p w:rsidR="00E00D30" w:rsidRDefault="00E00D30" w:rsidP="00E00D30">
      <w:r>
        <w:t>314.0186</w:t>
      </w:r>
      <w:r>
        <w:tab/>
        <w:t>1.013e0</w:t>
      </w:r>
    </w:p>
    <w:p w:rsidR="00E00D30" w:rsidRDefault="00E00D30" w:rsidP="00E00D30">
      <w:r>
        <w:t>314.0223</w:t>
      </w:r>
      <w:r>
        <w:tab/>
        <w:t>2.025e0</w:t>
      </w:r>
    </w:p>
    <w:p w:rsidR="00E00D30" w:rsidRDefault="00E00D30" w:rsidP="00E00D30">
      <w:r>
        <w:t>314.0385</w:t>
      </w:r>
      <w:r>
        <w:tab/>
        <w:t>2.025e0</w:t>
      </w:r>
    </w:p>
    <w:p w:rsidR="00E00D30" w:rsidRDefault="00E00D30" w:rsidP="00E00D30">
      <w:r>
        <w:t>314.0426</w:t>
      </w:r>
      <w:r>
        <w:tab/>
        <w:t>2.025e0</w:t>
      </w:r>
    </w:p>
    <w:p w:rsidR="00E00D30" w:rsidRDefault="00E00D30" w:rsidP="00E00D30">
      <w:r>
        <w:t>314.0585</w:t>
      </w:r>
      <w:r>
        <w:tab/>
        <w:t>1.013e0</w:t>
      </w:r>
    </w:p>
    <w:p w:rsidR="00E00D30" w:rsidRDefault="00E00D30" w:rsidP="00E00D30">
      <w:r>
        <w:t>314.0746</w:t>
      </w:r>
      <w:r>
        <w:tab/>
        <w:t>2.025e0</w:t>
      </w:r>
    </w:p>
    <w:p w:rsidR="00E00D30" w:rsidRDefault="00E00D30" w:rsidP="00E00D30">
      <w:r>
        <w:t>314.0868</w:t>
      </w:r>
      <w:r>
        <w:tab/>
        <w:t>1.013e0</w:t>
      </w:r>
    </w:p>
    <w:p w:rsidR="00E00D30" w:rsidRDefault="00E00D30" w:rsidP="00E00D30">
      <w:r>
        <w:t>314.1073</w:t>
      </w:r>
      <w:r>
        <w:tab/>
        <w:t>2.025e0</w:t>
      </w:r>
    </w:p>
    <w:p w:rsidR="00E00D30" w:rsidRDefault="00E00D30" w:rsidP="00E00D30">
      <w:r>
        <w:t>314.1309</w:t>
      </w:r>
      <w:r>
        <w:tab/>
        <w:t>2.025e0</w:t>
      </w:r>
    </w:p>
    <w:p w:rsidR="00E00D30" w:rsidRDefault="00E00D30" w:rsidP="00E00D30">
      <w:r>
        <w:t>314.1373</w:t>
      </w:r>
      <w:r>
        <w:tab/>
        <w:t>3.038e0</w:t>
      </w:r>
    </w:p>
    <w:p w:rsidR="00E00D30" w:rsidRDefault="00E00D30" w:rsidP="00E00D30">
      <w:r>
        <w:t>314.1396</w:t>
      </w:r>
      <w:r>
        <w:tab/>
        <w:t>4.051e0</w:t>
      </w:r>
    </w:p>
    <w:p w:rsidR="00E00D30" w:rsidRDefault="00E00D30" w:rsidP="00E00D30">
      <w:r>
        <w:t>314.1495</w:t>
      </w:r>
      <w:r>
        <w:tab/>
        <w:t>1.013e0</w:t>
      </w:r>
    </w:p>
    <w:p w:rsidR="00E00D30" w:rsidRDefault="00E00D30" w:rsidP="00E00D30">
      <w:r>
        <w:lastRenderedPageBreak/>
        <w:t>314.1550</w:t>
      </w:r>
      <w:r>
        <w:tab/>
        <w:t>1.013e0</w:t>
      </w:r>
    </w:p>
    <w:p w:rsidR="00E00D30" w:rsidRDefault="00E00D30" w:rsidP="00E00D30">
      <w:r>
        <w:t>314.1630</w:t>
      </w:r>
      <w:r>
        <w:tab/>
        <w:t>1.013e0</w:t>
      </w:r>
    </w:p>
    <w:p w:rsidR="00E00D30" w:rsidRDefault="00E00D30" w:rsidP="00E00D30">
      <w:r>
        <w:t>314.1671</w:t>
      </w:r>
      <w:r>
        <w:tab/>
        <w:t>1.013e0</w:t>
      </w:r>
    </w:p>
    <w:p w:rsidR="00E00D30" w:rsidRDefault="00E00D30" w:rsidP="00E00D30">
      <w:r>
        <w:t>314.1721</w:t>
      </w:r>
      <w:r>
        <w:tab/>
        <w:t>1.013e0</w:t>
      </w:r>
    </w:p>
    <w:p w:rsidR="00E00D30" w:rsidRDefault="00E00D30" w:rsidP="00E00D30">
      <w:r>
        <w:t>314.1779</w:t>
      </w:r>
      <w:r>
        <w:tab/>
        <w:t>1.013e0</w:t>
      </w:r>
    </w:p>
    <w:p w:rsidR="00E00D30" w:rsidRDefault="00E00D30" w:rsidP="00E00D30">
      <w:r>
        <w:t>314.2101</w:t>
      </w:r>
      <w:r>
        <w:tab/>
        <w:t>3.038e0</w:t>
      </w:r>
    </w:p>
    <w:p w:rsidR="00E00D30" w:rsidRDefault="00E00D30" w:rsidP="00E00D30">
      <w:r>
        <w:t>314.2112</w:t>
      </w:r>
      <w:r>
        <w:tab/>
        <w:t>1.013e0</w:t>
      </w:r>
    </w:p>
    <w:p w:rsidR="00E00D30" w:rsidRDefault="00E00D30" w:rsidP="00E00D30">
      <w:r>
        <w:t>314.2154</w:t>
      </w:r>
      <w:r>
        <w:tab/>
        <w:t>1.013e0</w:t>
      </w:r>
    </w:p>
    <w:p w:rsidR="00E00D30" w:rsidRDefault="00E00D30" w:rsidP="00E00D30">
      <w:r>
        <w:t>314.2204</w:t>
      </w:r>
      <w:r>
        <w:tab/>
        <w:t>4.051e0</w:t>
      </w:r>
    </w:p>
    <w:p w:rsidR="00E00D30" w:rsidRDefault="00E00D30" w:rsidP="00E00D30">
      <w:r>
        <w:t>314.2235</w:t>
      </w:r>
      <w:r>
        <w:tab/>
        <w:t>1.013e0</w:t>
      </w:r>
    </w:p>
    <w:p w:rsidR="00E00D30" w:rsidRDefault="00E00D30" w:rsidP="00E00D30">
      <w:r>
        <w:t>314.2249</w:t>
      </w:r>
      <w:r>
        <w:tab/>
        <w:t>2.025e0</w:t>
      </w:r>
    </w:p>
    <w:p w:rsidR="00E00D30" w:rsidRDefault="00E00D30" w:rsidP="00E00D30">
      <w:r>
        <w:t>314.2552</w:t>
      </w:r>
      <w:r>
        <w:tab/>
        <w:t>2.025e0</w:t>
      </w:r>
    </w:p>
    <w:p w:rsidR="00E00D30" w:rsidRDefault="00E00D30" w:rsidP="00E00D30">
      <w:r>
        <w:t>314.2736</w:t>
      </w:r>
      <w:r>
        <w:tab/>
        <w:t>2.025e0</w:t>
      </w:r>
    </w:p>
    <w:p w:rsidR="00E00D30" w:rsidRDefault="00E00D30" w:rsidP="00E00D30">
      <w:r>
        <w:t>314.2783</w:t>
      </w:r>
      <w:r>
        <w:tab/>
        <w:t>2.025e0</w:t>
      </w:r>
    </w:p>
    <w:p w:rsidR="00E00D30" w:rsidRDefault="00E00D30" w:rsidP="00E00D30">
      <w:r>
        <w:t>314.2888</w:t>
      </w:r>
      <w:r>
        <w:tab/>
        <w:t>2.025e0</w:t>
      </w:r>
    </w:p>
    <w:p w:rsidR="00E00D30" w:rsidRDefault="00E00D30" w:rsidP="00E00D30">
      <w:r>
        <w:t>314.2919</w:t>
      </w:r>
      <w:r>
        <w:tab/>
        <w:t>2.025e0</w:t>
      </w:r>
    </w:p>
    <w:p w:rsidR="00E00D30" w:rsidRDefault="00E00D30" w:rsidP="00E00D30">
      <w:r>
        <w:t>314.2957</w:t>
      </w:r>
      <w:r>
        <w:tab/>
        <w:t>1.013e0</w:t>
      </w:r>
    </w:p>
    <w:p w:rsidR="00E00D30" w:rsidRDefault="00E00D30" w:rsidP="00E00D30">
      <w:r>
        <w:t>314.3137</w:t>
      </w:r>
      <w:r>
        <w:tab/>
        <w:t>2.025e0</w:t>
      </w:r>
    </w:p>
    <w:p w:rsidR="00E00D30" w:rsidRDefault="00E00D30" w:rsidP="00E00D30">
      <w:r>
        <w:t>314.3237</w:t>
      </w:r>
      <w:r>
        <w:tab/>
        <w:t>1.013e0</w:t>
      </w:r>
    </w:p>
    <w:p w:rsidR="00E00D30" w:rsidRDefault="00E00D30" w:rsidP="00E00D30">
      <w:r>
        <w:lastRenderedPageBreak/>
        <w:t>314.3283</w:t>
      </w:r>
      <w:r>
        <w:tab/>
        <w:t>2.025e0</w:t>
      </w:r>
    </w:p>
    <w:p w:rsidR="00E00D30" w:rsidRDefault="00E00D30" w:rsidP="00E00D30">
      <w:r>
        <w:t>314.3519</w:t>
      </w:r>
      <w:r>
        <w:tab/>
        <w:t>1.013e0</w:t>
      </w:r>
    </w:p>
    <w:p w:rsidR="00E00D30" w:rsidRDefault="00E00D30" w:rsidP="00E00D30">
      <w:r>
        <w:t>314.3661</w:t>
      </w:r>
      <w:r>
        <w:tab/>
        <w:t>1.013e0</w:t>
      </w:r>
    </w:p>
    <w:p w:rsidR="00E00D30" w:rsidRDefault="00E00D30" w:rsidP="00E00D30">
      <w:r>
        <w:t>314.3781</w:t>
      </w:r>
      <w:r>
        <w:tab/>
        <w:t>2.025e0</w:t>
      </w:r>
    </w:p>
    <w:p w:rsidR="00E00D30" w:rsidRDefault="00E00D30" w:rsidP="00E00D30">
      <w:r>
        <w:t>314.3942</w:t>
      </w:r>
      <w:r>
        <w:tab/>
        <w:t>1.013e0</w:t>
      </w:r>
    </w:p>
    <w:p w:rsidR="00E00D30" w:rsidRDefault="00E00D30" w:rsidP="00E00D30">
      <w:r>
        <w:t>314.4041</w:t>
      </w:r>
      <w:r>
        <w:tab/>
        <w:t>2.025e0</w:t>
      </w:r>
    </w:p>
    <w:p w:rsidR="00E00D30" w:rsidRDefault="00E00D30" w:rsidP="00E00D30">
      <w:r>
        <w:t>314.4060</w:t>
      </w:r>
      <w:r>
        <w:tab/>
        <w:t>2.025e0</w:t>
      </w:r>
    </w:p>
    <w:p w:rsidR="00E00D30" w:rsidRDefault="00E00D30" w:rsidP="00E00D30">
      <w:r>
        <w:t>314.4284</w:t>
      </w:r>
      <w:r>
        <w:tab/>
        <w:t>1.013e0</w:t>
      </w:r>
    </w:p>
    <w:p w:rsidR="00E00D30" w:rsidRDefault="00E00D30" w:rsidP="00E00D30">
      <w:r>
        <w:t>314.4646</w:t>
      </w:r>
      <w:r>
        <w:tab/>
        <w:t>2.025e0</w:t>
      </w:r>
    </w:p>
    <w:p w:rsidR="00E00D30" w:rsidRDefault="00E00D30" w:rsidP="00E00D30">
      <w:r>
        <w:t>314.4664</w:t>
      </w:r>
      <w:r>
        <w:tab/>
        <w:t>2.025e0</w:t>
      </w:r>
    </w:p>
    <w:p w:rsidR="00E00D30" w:rsidRDefault="00E00D30" w:rsidP="00E00D30">
      <w:r>
        <w:t>314.4852</w:t>
      </w:r>
      <w:r>
        <w:tab/>
        <w:t>1.013e0</w:t>
      </w:r>
    </w:p>
    <w:p w:rsidR="00E00D30" w:rsidRDefault="00E00D30" w:rsidP="00E00D30">
      <w:r>
        <w:t>314.4930</w:t>
      </w:r>
      <w:r>
        <w:tab/>
        <w:t>2.025e0</w:t>
      </w:r>
    </w:p>
    <w:p w:rsidR="00E00D30" w:rsidRDefault="00E00D30" w:rsidP="00E00D30">
      <w:r>
        <w:t>314.4980</w:t>
      </w:r>
      <w:r>
        <w:tab/>
        <w:t>2.025e0</w:t>
      </w:r>
    </w:p>
    <w:p w:rsidR="00E00D30" w:rsidRDefault="00E00D30" w:rsidP="00E00D30">
      <w:r>
        <w:t>314.5250</w:t>
      </w:r>
      <w:r>
        <w:tab/>
        <w:t>1.013e0</w:t>
      </w:r>
    </w:p>
    <w:p w:rsidR="00E00D30" w:rsidRDefault="00E00D30" w:rsidP="00E00D30">
      <w:r>
        <w:t>314.5269</w:t>
      </w:r>
      <w:r>
        <w:tab/>
        <w:t>2.025e0</w:t>
      </w:r>
    </w:p>
    <w:p w:rsidR="00E00D30" w:rsidRDefault="00E00D30" w:rsidP="00E00D30">
      <w:r>
        <w:t>314.5491</w:t>
      </w:r>
      <w:r>
        <w:tab/>
        <w:t>1.013e0</w:t>
      </w:r>
    </w:p>
    <w:p w:rsidR="00E00D30" w:rsidRDefault="00E00D30" w:rsidP="00E00D30">
      <w:r>
        <w:t>314.5648</w:t>
      </w:r>
      <w:r>
        <w:tab/>
        <w:t>1.013e0</w:t>
      </w:r>
    </w:p>
    <w:p w:rsidR="00E00D30" w:rsidRDefault="00E00D30" w:rsidP="00E00D30">
      <w:r>
        <w:t>314.5815</w:t>
      </w:r>
      <w:r>
        <w:tab/>
        <w:t>2.025e0</w:t>
      </w:r>
    </w:p>
    <w:p w:rsidR="00E00D30" w:rsidRDefault="00E00D30" w:rsidP="00E00D30">
      <w:r>
        <w:t>314.5878</w:t>
      </w:r>
      <w:r>
        <w:tab/>
        <w:t>1.013e0</w:t>
      </w:r>
    </w:p>
    <w:p w:rsidR="00E00D30" w:rsidRDefault="00E00D30" w:rsidP="00E00D30">
      <w:r>
        <w:lastRenderedPageBreak/>
        <w:t>314.5933</w:t>
      </w:r>
      <w:r>
        <w:tab/>
        <w:t>2.025e0</w:t>
      </w:r>
    </w:p>
    <w:p w:rsidR="00E00D30" w:rsidRDefault="00E00D30" w:rsidP="00E00D30">
      <w:r>
        <w:t>314.6215</w:t>
      </w:r>
      <w:r>
        <w:tab/>
        <w:t>1.013e0</w:t>
      </w:r>
    </w:p>
    <w:p w:rsidR="00E00D30" w:rsidRDefault="00E00D30" w:rsidP="00E00D30">
      <w:r>
        <w:t>314.6500</w:t>
      </w:r>
      <w:r>
        <w:tab/>
        <w:t>1.013e0</w:t>
      </w:r>
    </w:p>
    <w:p w:rsidR="00E00D30" w:rsidRDefault="00E00D30" w:rsidP="00E00D30">
      <w:r>
        <w:t>314.6617</w:t>
      </w:r>
      <w:r>
        <w:tab/>
        <w:t>1.013e0</w:t>
      </w:r>
    </w:p>
    <w:p w:rsidR="00E00D30" w:rsidRDefault="00E00D30" w:rsidP="00E00D30">
      <w:r>
        <w:t>314.6858</w:t>
      </w:r>
      <w:r>
        <w:tab/>
        <w:t>1.013e0</w:t>
      </w:r>
    </w:p>
    <w:p w:rsidR="00E00D30" w:rsidRDefault="00E00D30" w:rsidP="00E00D30">
      <w:r>
        <w:t>314.6903</w:t>
      </w:r>
      <w:r>
        <w:tab/>
        <w:t>2.025e0</w:t>
      </w:r>
    </w:p>
    <w:p w:rsidR="00E00D30" w:rsidRDefault="00E00D30" w:rsidP="00E00D30">
      <w:r>
        <w:t>314.6959</w:t>
      </w:r>
      <w:r>
        <w:tab/>
        <w:t>1.013e0</w:t>
      </w:r>
    </w:p>
    <w:p w:rsidR="00E00D30" w:rsidRDefault="00E00D30" w:rsidP="00E00D30">
      <w:r>
        <w:t>314.7419</w:t>
      </w:r>
      <w:r>
        <w:tab/>
        <w:t>2.025e0</w:t>
      </w:r>
    </w:p>
    <w:p w:rsidR="00E00D30" w:rsidRDefault="00E00D30" w:rsidP="00E00D30">
      <w:r>
        <w:t>314.7862</w:t>
      </w:r>
      <w:r>
        <w:tab/>
        <w:t>2.025e0</w:t>
      </w:r>
    </w:p>
    <w:p w:rsidR="00E00D30" w:rsidRDefault="00E00D30" w:rsidP="00E00D30">
      <w:r>
        <w:t>314.8043</w:t>
      </w:r>
      <w:r>
        <w:tab/>
        <w:t>1.013e0</w:t>
      </w:r>
    </w:p>
    <w:p w:rsidR="00E00D30" w:rsidRDefault="00E00D30" w:rsidP="00E00D30">
      <w:r>
        <w:t>314.8104</w:t>
      </w:r>
      <w:r>
        <w:tab/>
        <w:t>1.013e0</w:t>
      </w:r>
    </w:p>
    <w:p w:rsidR="00E00D30" w:rsidRDefault="00E00D30" w:rsidP="00E00D30">
      <w:r>
        <w:t>314.8185</w:t>
      </w:r>
      <w:r>
        <w:tab/>
        <w:t>1.013e0</w:t>
      </w:r>
    </w:p>
    <w:p w:rsidR="00E00D30" w:rsidRDefault="00E00D30" w:rsidP="00E00D30">
      <w:r>
        <w:t>314.8204</w:t>
      </w:r>
      <w:r>
        <w:tab/>
        <w:t>2.025e0</w:t>
      </w:r>
    </w:p>
    <w:p w:rsidR="00E00D30" w:rsidRDefault="00E00D30" w:rsidP="00E00D30">
      <w:r>
        <w:t>314.8385</w:t>
      </w:r>
      <w:r>
        <w:tab/>
        <w:t>1.013e0</w:t>
      </w:r>
    </w:p>
    <w:p w:rsidR="00E00D30" w:rsidRDefault="00E00D30" w:rsidP="00E00D30">
      <w:r>
        <w:t>314.8465</w:t>
      </w:r>
      <w:r>
        <w:tab/>
        <w:t>1.013e0</w:t>
      </w:r>
    </w:p>
    <w:p w:rsidR="00E00D30" w:rsidRDefault="00E00D30" w:rsidP="00E00D30">
      <w:r>
        <w:t>314.8504</w:t>
      </w:r>
      <w:r>
        <w:tab/>
        <w:t>1.013e0</w:t>
      </w:r>
    </w:p>
    <w:p w:rsidR="00E00D30" w:rsidRDefault="00E00D30" w:rsidP="00E00D30">
      <w:r>
        <w:t>314.8949</w:t>
      </w:r>
      <w:r>
        <w:tab/>
        <w:t>1.013e0</w:t>
      </w:r>
    </w:p>
    <w:p w:rsidR="00E00D30" w:rsidRDefault="00E00D30" w:rsidP="00E00D30">
      <w:r>
        <w:t>314.8987</w:t>
      </w:r>
      <w:r>
        <w:tab/>
        <w:t>1.013e0</w:t>
      </w:r>
    </w:p>
    <w:p w:rsidR="00E00D30" w:rsidRDefault="00E00D30" w:rsidP="00E00D30">
      <w:r>
        <w:t>314.9028</w:t>
      </w:r>
      <w:r>
        <w:tab/>
        <w:t>2.025e0</w:t>
      </w:r>
    </w:p>
    <w:p w:rsidR="00E00D30" w:rsidRDefault="00E00D30" w:rsidP="00E00D30">
      <w:r>
        <w:lastRenderedPageBreak/>
        <w:t>314.9187</w:t>
      </w:r>
      <w:r>
        <w:tab/>
        <w:t>1.013e0</w:t>
      </w:r>
    </w:p>
    <w:p w:rsidR="00E00D30" w:rsidRDefault="00E00D30" w:rsidP="00E00D30">
      <w:r>
        <w:t>314.9258</w:t>
      </w:r>
      <w:r>
        <w:tab/>
        <w:t>5.063e0</w:t>
      </w:r>
    </w:p>
    <w:p w:rsidR="00E00D30" w:rsidRDefault="00E00D30" w:rsidP="00E00D30">
      <w:r>
        <w:t>314.9374</w:t>
      </w:r>
      <w:r>
        <w:tab/>
        <w:t>3.779e0</w:t>
      </w:r>
    </w:p>
    <w:p w:rsidR="00E00D30" w:rsidRDefault="00E00D30" w:rsidP="00E00D30">
      <w:r>
        <w:t>314.9391</w:t>
      </w:r>
      <w:r>
        <w:tab/>
        <w:t>2.025e0</w:t>
      </w:r>
    </w:p>
    <w:p w:rsidR="00E00D30" w:rsidRDefault="00E00D30" w:rsidP="00E00D30">
      <w:r>
        <w:t>314.9415</w:t>
      </w:r>
      <w:r>
        <w:tab/>
        <w:t>1.013e0</w:t>
      </w:r>
    </w:p>
    <w:p w:rsidR="00E00D30" w:rsidRDefault="00E00D30" w:rsidP="00E00D30">
      <w:r>
        <w:t>314.9467</w:t>
      </w:r>
      <w:r>
        <w:tab/>
        <w:t>1.013e0</w:t>
      </w:r>
    </w:p>
    <w:p w:rsidR="00E00D30" w:rsidRDefault="00E00D30" w:rsidP="00E00D30">
      <w:r>
        <w:t>314.9596</w:t>
      </w:r>
      <w:r>
        <w:tab/>
        <w:t>5.063e0</w:t>
      </w:r>
    </w:p>
    <w:p w:rsidR="00E00D30" w:rsidRDefault="00E00D30" w:rsidP="00E00D30">
      <w:r>
        <w:t>314.9879</w:t>
      </w:r>
      <w:r>
        <w:tab/>
        <w:t>3.038e0</w:t>
      </w:r>
    </w:p>
    <w:p w:rsidR="00E00D30" w:rsidRDefault="00E00D30" w:rsidP="00E00D30">
      <w:r>
        <w:t>314.9981</w:t>
      </w:r>
      <w:r>
        <w:tab/>
        <w:t>1.013e0</w:t>
      </w:r>
    </w:p>
    <w:p w:rsidR="00E00D30" w:rsidRDefault="00E00D30" w:rsidP="00E00D30">
      <w:r>
        <w:t>315.0257</w:t>
      </w:r>
      <w:r>
        <w:tab/>
        <w:t>2.025e0</w:t>
      </w:r>
    </w:p>
    <w:p w:rsidR="00E00D30" w:rsidRDefault="00E00D30" w:rsidP="00E00D30">
      <w:r>
        <w:t>315.0316</w:t>
      </w:r>
      <w:r>
        <w:tab/>
        <w:t>1.013e0</w:t>
      </w:r>
    </w:p>
    <w:p w:rsidR="00E00D30" w:rsidRDefault="00E00D30" w:rsidP="00E00D30">
      <w:r>
        <w:t>315.0354</w:t>
      </w:r>
      <w:r>
        <w:tab/>
        <w:t>1.087e0</w:t>
      </w:r>
    </w:p>
    <w:p w:rsidR="00E00D30" w:rsidRDefault="00E00D30" w:rsidP="00E00D30">
      <w:r>
        <w:t>315.0378</w:t>
      </w:r>
      <w:r>
        <w:tab/>
        <w:t>2.025e0</w:t>
      </w:r>
    </w:p>
    <w:p w:rsidR="00E00D30" w:rsidRDefault="00E00D30" w:rsidP="00E00D30">
      <w:r>
        <w:t>315.0598</w:t>
      </w:r>
      <w:r>
        <w:tab/>
        <w:t>1.013e0</w:t>
      </w:r>
    </w:p>
    <w:p w:rsidR="00E00D30" w:rsidRDefault="00E00D30" w:rsidP="00E00D30">
      <w:r>
        <w:t>315.0634</w:t>
      </w:r>
      <w:r>
        <w:tab/>
        <w:t>2.025e0</w:t>
      </w:r>
    </w:p>
    <w:p w:rsidR="00E00D30" w:rsidRDefault="00E00D30" w:rsidP="00E00D30">
      <w:r>
        <w:t>315.0740</w:t>
      </w:r>
      <w:r>
        <w:tab/>
        <w:t>2.025e0</w:t>
      </w:r>
    </w:p>
    <w:p w:rsidR="00E00D30" w:rsidRDefault="00E00D30" w:rsidP="00E00D30">
      <w:r>
        <w:t>315.0804</w:t>
      </w:r>
      <w:r>
        <w:tab/>
        <w:t>2.025e0</w:t>
      </w:r>
    </w:p>
    <w:p w:rsidR="00E00D30" w:rsidRDefault="00E00D30" w:rsidP="00E00D30">
      <w:r>
        <w:t>315.1098</w:t>
      </w:r>
      <w:r>
        <w:tab/>
        <w:t>2.025e0</w:t>
      </w:r>
    </w:p>
    <w:p w:rsidR="00E00D30" w:rsidRDefault="00E00D30" w:rsidP="00E00D30">
      <w:r>
        <w:t>315.1736</w:t>
      </w:r>
      <w:r>
        <w:tab/>
        <w:t>4.354e2</w:t>
      </w:r>
    </w:p>
    <w:p w:rsidR="00E00D30" w:rsidRDefault="00E00D30" w:rsidP="00E00D30">
      <w:r>
        <w:lastRenderedPageBreak/>
        <w:t>315.1748</w:t>
      </w:r>
      <w:r>
        <w:tab/>
        <w:t>1.418e2</w:t>
      </w:r>
    </w:p>
    <w:p w:rsidR="00E00D30" w:rsidRDefault="00E00D30" w:rsidP="00E00D30">
      <w:r>
        <w:t>315.1762</w:t>
      </w:r>
      <w:r>
        <w:tab/>
        <w:t>4.078e2</w:t>
      </w:r>
    </w:p>
    <w:p w:rsidR="00E00D30" w:rsidRDefault="00E00D30" w:rsidP="00E00D30">
      <w:r>
        <w:t>315.1777</w:t>
      </w:r>
      <w:r>
        <w:tab/>
        <w:t>4.658e1</w:t>
      </w:r>
    </w:p>
    <w:p w:rsidR="00E00D30" w:rsidRDefault="00E00D30" w:rsidP="00E00D30">
      <w:r>
        <w:t>315.1849</w:t>
      </w:r>
      <w:r>
        <w:tab/>
        <w:t>5.063e0</w:t>
      </w:r>
    </w:p>
    <w:p w:rsidR="00E00D30" w:rsidRDefault="00E00D30" w:rsidP="00E00D30">
      <w:r>
        <w:t>315.2381</w:t>
      </w:r>
      <w:r>
        <w:tab/>
        <w:t>1.013e0</w:t>
      </w:r>
    </w:p>
    <w:p w:rsidR="00E00D30" w:rsidRDefault="00E00D30" w:rsidP="00E00D30">
      <w:r>
        <w:t>315.2428</w:t>
      </w:r>
      <w:r>
        <w:tab/>
        <w:t>2.025e0</w:t>
      </w:r>
    </w:p>
    <w:p w:rsidR="00E00D30" w:rsidRDefault="00E00D30" w:rsidP="00E00D30">
      <w:r>
        <w:t>315.2460</w:t>
      </w:r>
      <w:r>
        <w:tab/>
        <w:t>2.025e0</w:t>
      </w:r>
    </w:p>
    <w:p w:rsidR="00E00D30" w:rsidRDefault="00E00D30" w:rsidP="00E00D30">
      <w:r>
        <w:t>315.2490</w:t>
      </w:r>
      <w:r>
        <w:tab/>
        <w:t>1.013e0</w:t>
      </w:r>
    </w:p>
    <w:p w:rsidR="00E00D30" w:rsidRDefault="00E00D30" w:rsidP="00E00D30">
      <w:r>
        <w:t>315.2741</w:t>
      </w:r>
      <w:r>
        <w:tab/>
        <w:t>3.038e0</w:t>
      </w:r>
    </w:p>
    <w:p w:rsidR="00E00D30" w:rsidRDefault="00E00D30" w:rsidP="00E00D30">
      <w:r>
        <w:t>315.2809</w:t>
      </w:r>
      <w:r>
        <w:tab/>
        <w:t>3.038e0</w:t>
      </w:r>
    </w:p>
    <w:p w:rsidR="00E00D30" w:rsidRDefault="00E00D30" w:rsidP="00E00D30">
      <w:r>
        <w:t>315.2891</w:t>
      </w:r>
      <w:r>
        <w:tab/>
        <w:t>1.013e0</w:t>
      </w:r>
    </w:p>
    <w:p w:rsidR="00E00D30" w:rsidRDefault="00E00D30" w:rsidP="00E00D30">
      <w:r>
        <w:t>315.3043</w:t>
      </w:r>
      <w:r>
        <w:tab/>
        <w:t>2.025e0</w:t>
      </w:r>
    </w:p>
    <w:p w:rsidR="00E00D30" w:rsidRDefault="00E00D30" w:rsidP="00E00D30">
      <w:r>
        <w:t>315.3136</w:t>
      </w:r>
      <w:r>
        <w:tab/>
        <w:t>1.013e0</w:t>
      </w:r>
    </w:p>
    <w:p w:rsidR="00E00D30" w:rsidRDefault="00E00D30" w:rsidP="00E00D30">
      <w:r>
        <w:t>315.3185</w:t>
      </w:r>
      <w:r>
        <w:tab/>
        <w:t>2.757e0</w:t>
      </w:r>
    </w:p>
    <w:p w:rsidR="00E00D30" w:rsidRDefault="00E00D30" w:rsidP="00E00D30">
      <w:r>
        <w:t>315.3451</w:t>
      </w:r>
      <w:r>
        <w:tab/>
        <w:t>3.038e0</w:t>
      </w:r>
    </w:p>
    <w:p w:rsidR="00E00D30" w:rsidRDefault="00E00D30" w:rsidP="00E00D30">
      <w:r>
        <w:t>315.3519</w:t>
      </w:r>
      <w:r>
        <w:tab/>
        <w:t>1.013e0</w:t>
      </w:r>
    </w:p>
    <w:p w:rsidR="00E00D30" w:rsidRDefault="00E00D30" w:rsidP="00E00D30">
      <w:r>
        <w:t>315.3541</w:t>
      </w:r>
      <w:r>
        <w:tab/>
        <w:t>2.025e0</w:t>
      </w:r>
    </w:p>
    <w:p w:rsidR="00E00D30" w:rsidRDefault="00E00D30" w:rsidP="00E00D30">
      <w:r>
        <w:t>315.3633</w:t>
      </w:r>
      <w:r>
        <w:tab/>
        <w:t>2.025e0</w:t>
      </w:r>
    </w:p>
    <w:p w:rsidR="00E00D30" w:rsidRDefault="00E00D30" w:rsidP="00E00D30">
      <w:r>
        <w:t>315.3654</w:t>
      </w:r>
      <w:r>
        <w:tab/>
        <w:t>1.013e0</w:t>
      </w:r>
    </w:p>
    <w:p w:rsidR="00E00D30" w:rsidRDefault="00E00D30" w:rsidP="00E00D30">
      <w:r>
        <w:lastRenderedPageBreak/>
        <w:t>315.3751</w:t>
      </w:r>
      <w:r>
        <w:tab/>
        <w:t>1.013e0</w:t>
      </w:r>
    </w:p>
    <w:p w:rsidR="00E00D30" w:rsidRDefault="00E00D30" w:rsidP="00E00D30">
      <w:r>
        <w:t>315.3974</w:t>
      </w:r>
      <w:r>
        <w:tab/>
        <w:t>1.013e0</w:t>
      </w:r>
    </w:p>
    <w:p w:rsidR="00E00D30" w:rsidRDefault="00E00D30" w:rsidP="00E00D30">
      <w:r>
        <w:t>315.4031</w:t>
      </w:r>
      <w:r>
        <w:tab/>
        <w:t>1.013e0</w:t>
      </w:r>
    </w:p>
    <w:p w:rsidR="00E00D30" w:rsidRDefault="00E00D30" w:rsidP="00E00D30">
      <w:r>
        <w:t>315.4265</w:t>
      </w:r>
      <w:r>
        <w:tab/>
        <w:t>2.025e0</w:t>
      </w:r>
    </w:p>
    <w:p w:rsidR="00E00D30" w:rsidRDefault="00E00D30" w:rsidP="00E00D30">
      <w:r>
        <w:t>315.4301</w:t>
      </w:r>
      <w:r>
        <w:tab/>
        <w:t>2.025e0</w:t>
      </w:r>
    </w:p>
    <w:p w:rsidR="00E00D30" w:rsidRDefault="00E00D30" w:rsidP="00E00D30">
      <w:r>
        <w:t>315.4373</w:t>
      </w:r>
      <w:r>
        <w:tab/>
        <w:t>1.013e0</w:t>
      </w:r>
    </w:p>
    <w:p w:rsidR="00E00D30" w:rsidRDefault="00E00D30" w:rsidP="00E00D30">
      <w:r>
        <w:t>315.4498</w:t>
      </w:r>
      <w:r>
        <w:tab/>
        <w:t>1.013e0</w:t>
      </w:r>
    </w:p>
    <w:p w:rsidR="00E00D30" w:rsidRDefault="00E00D30" w:rsidP="00E00D30">
      <w:r>
        <w:t>315.4660</w:t>
      </w:r>
      <w:r>
        <w:tab/>
        <w:t>1.013e0</w:t>
      </w:r>
    </w:p>
    <w:p w:rsidR="00E00D30" w:rsidRDefault="00E00D30" w:rsidP="00E00D30">
      <w:r>
        <w:t>315.4700</w:t>
      </w:r>
      <w:r>
        <w:tab/>
        <w:t>1.013e0</w:t>
      </w:r>
    </w:p>
    <w:p w:rsidR="00E00D30" w:rsidRDefault="00E00D30" w:rsidP="00E00D30">
      <w:r>
        <w:t>315.4880</w:t>
      </w:r>
      <w:r>
        <w:tab/>
        <w:t>2.025e0</w:t>
      </w:r>
    </w:p>
    <w:p w:rsidR="00E00D30" w:rsidRDefault="00E00D30" w:rsidP="00E00D30">
      <w:r>
        <w:t>315.5072</w:t>
      </w:r>
      <w:r>
        <w:tab/>
        <w:t>3.038e0</w:t>
      </w:r>
    </w:p>
    <w:p w:rsidR="00E00D30" w:rsidRDefault="00E00D30" w:rsidP="00E00D30">
      <w:r>
        <w:t>315.5163</w:t>
      </w:r>
      <w:r>
        <w:tab/>
        <w:t>2.025e0</w:t>
      </w:r>
    </w:p>
    <w:p w:rsidR="00E00D30" w:rsidRDefault="00E00D30" w:rsidP="00E00D30">
      <w:r>
        <w:t>315.5182</w:t>
      </w:r>
      <w:r>
        <w:tab/>
        <w:t>2.025e0</w:t>
      </w:r>
    </w:p>
    <w:p w:rsidR="00E00D30" w:rsidRDefault="00E00D30" w:rsidP="00E00D30">
      <w:r>
        <w:t>315.5517</w:t>
      </w:r>
      <w:r>
        <w:tab/>
        <w:t>2.025e0</w:t>
      </w:r>
    </w:p>
    <w:p w:rsidR="00E00D30" w:rsidRDefault="00E00D30" w:rsidP="00E00D30">
      <w:r>
        <w:t>315.5585</w:t>
      </w:r>
      <w:r>
        <w:tab/>
        <w:t>2.025e0</w:t>
      </w:r>
    </w:p>
    <w:p w:rsidR="00E00D30" w:rsidRDefault="00E00D30" w:rsidP="00E00D30">
      <w:r>
        <w:t>315.5712</w:t>
      </w:r>
      <w:r>
        <w:tab/>
        <w:t>2.025e0</w:t>
      </w:r>
    </w:p>
    <w:p w:rsidR="00E00D30" w:rsidRDefault="00E00D30" w:rsidP="00E00D30">
      <w:r>
        <w:t>315.5749</w:t>
      </w:r>
      <w:r>
        <w:tab/>
        <w:t>1.013e0</w:t>
      </w:r>
    </w:p>
    <w:p w:rsidR="00E00D30" w:rsidRDefault="00E00D30" w:rsidP="00E00D30">
      <w:r>
        <w:t>315.5828</w:t>
      </w:r>
      <w:r>
        <w:tab/>
        <w:t>1.013e0</w:t>
      </w:r>
    </w:p>
    <w:p w:rsidR="00E00D30" w:rsidRDefault="00E00D30" w:rsidP="00E00D30">
      <w:r>
        <w:t>315.5865</w:t>
      </w:r>
      <w:r>
        <w:tab/>
        <w:t>1.013e0</w:t>
      </w:r>
    </w:p>
    <w:p w:rsidR="00E00D30" w:rsidRDefault="00E00D30" w:rsidP="00E00D30">
      <w:r>
        <w:lastRenderedPageBreak/>
        <w:t>315.6202</w:t>
      </w:r>
      <w:r>
        <w:tab/>
        <w:t>1.013e0</w:t>
      </w:r>
    </w:p>
    <w:p w:rsidR="00E00D30" w:rsidRDefault="00E00D30" w:rsidP="00E00D30">
      <w:r>
        <w:t>315.6272</w:t>
      </w:r>
      <w:r>
        <w:tab/>
        <w:t>3.038e0</w:t>
      </w:r>
    </w:p>
    <w:p w:rsidR="00E00D30" w:rsidRDefault="00E00D30" w:rsidP="00E00D30">
      <w:r>
        <w:t>315.6373</w:t>
      </w:r>
      <w:r>
        <w:tab/>
        <w:t>2.025e0</w:t>
      </w:r>
    </w:p>
    <w:p w:rsidR="00E00D30" w:rsidRDefault="00E00D30" w:rsidP="00E00D30">
      <w:r>
        <w:t>315.6412</w:t>
      </w:r>
      <w:r>
        <w:tab/>
        <w:t>2.025e0</w:t>
      </w:r>
    </w:p>
    <w:p w:rsidR="00E00D30" w:rsidRDefault="00E00D30" w:rsidP="00E00D30">
      <w:r>
        <w:t>315.6549</w:t>
      </w:r>
      <w:r>
        <w:tab/>
        <w:t>1.013e0</w:t>
      </w:r>
    </w:p>
    <w:p w:rsidR="00E00D30" w:rsidRDefault="00E00D30" w:rsidP="00E00D30">
      <w:r>
        <w:t>315.6717</w:t>
      </w:r>
      <w:r>
        <w:tab/>
        <w:t>1.013e0</w:t>
      </w:r>
    </w:p>
    <w:p w:rsidR="00E00D30" w:rsidRDefault="00E00D30" w:rsidP="00E00D30">
      <w:r>
        <w:t>315.6749</w:t>
      </w:r>
      <w:r>
        <w:tab/>
        <w:t>2.025e0</w:t>
      </w:r>
    </w:p>
    <w:p w:rsidR="00E00D30" w:rsidRDefault="00E00D30" w:rsidP="00E00D30">
      <w:r>
        <w:t>315.6835</w:t>
      </w:r>
      <w:r>
        <w:tab/>
        <w:t>1.013e0</w:t>
      </w:r>
    </w:p>
    <w:p w:rsidR="00E00D30" w:rsidRDefault="00E00D30" w:rsidP="00E00D30">
      <w:r>
        <w:t>315.6963</w:t>
      </w:r>
      <w:r>
        <w:tab/>
        <w:t>4.146e0</w:t>
      </w:r>
    </w:p>
    <w:p w:rsidR="00E00D30" w:rsidRDefault="00E00D30" w:rsidP="00E00D30">
      <w:r>
        <w:t>315.6983</w:t>
      </w:r>
      <w:r>
        <w:tab/>
        <w:t>2.025e0</w:t>
      </w:r>
    </w:p>
    <w:p w:rsidR="00E00D30" w:rsidRDefault="00E00D30" w:rsidP="00E00D30">
      <w:r>
        <w:t>315.7230</w:t>
      </w:r>
      <w:r>
        <w:tab/>
        <w:t>2.025e0</w:t>
      </w:r>
    </w:p>
    <w:p w:rsidR="00E00D30" w:rsidRDefault="00E00D30" w:rsidP="00E00D30">
      <w:r>
        <w:t>315.7280</w:t>
      </w:r>
      <w:r>
        <w:tab/>
        <w:t>2.025e0</w:t>
      </w:r>
    </w:p>
    <w:p w:rsidR="00E00D30" w:rsidRDefault="00E00D30" w:rsidP="00E00D30">
      <w:r>
        <w:t>315.7314</w:t>
      </w:r>
      <w:r>
        <w:tab/>
        <w:t>2.025e0</w:t>
      </w:r>
    </w:p>
    <w:p w:rsidR="00E00D30" w:rsidRDefault="00E00D30" w:rsidP="00E00D30">
      <w:r>
        <w:t>315.7352</w:t>
      </w:r>
      <w:r>
        <w:tab/>
        <w:t>2.025e0</w:t>
      </w:r>
    </w:p>
    <w:p w:rsidR="00E00D30" w:rsidRDefault="00E00D30" w:rsidP="00E00D30">
      <w:r>
        <w:t>315.7576</w:t>
      </w:r>
      <w:r>
        <w:tab/>
        <w:t>2.025e0</w:t>
      </w:r>
    </w:p>
    <w:p w:rsidR="00E00D30" w:rsidRDefault="00E00D30" w:rsidP="00E00D30">
      <w:r>
        <w:t>315.7808</w:t>
      </w:r>
      <w:r>
        <w:tab/>
        <w:t>4.051e0</w:t>
      </w:r>
    </w:p>
    <w:p w:rsidR="00E00D30" w:rsidRDefault="00E00D30" w:rsidP="00E00D30">
      <w:r>
        <w:t>315.7821</w:t>
      </w:r>
      <w:r>
        <w:tab/>
        <w:t>2.025e0</w:t>
      </w:r>
    </w:p>
    <w:p w:rsidR="00E00D30" w:rsidRDefault="00E00D30" w:rsidP="00E00D30">
      <w:r>
        <w:t>315.7858</w:t>
      </w:r>
      <w:r>
        <w:tab/>
        <w:t>2.025e0</w:t>
      </w:r>
    </w:p>
    <w:p w:rsidR="00E00D30" w:rsidRDefault="00E00D30" w:rsidP="00E00D30">
      <w:r>
        <w:t>315.8017</w:t>
      </w:r>
      <w:r>
        <w:tab/>
        <w:t>2.025e0</w:t>
      </w:r>
    </w:p>
    <w:p w:rsidR="00E00D30" w:rsidRDefault="00E00D30" w:rsidP="00E00D30">
      <w:r>
        <w:lastRenderedPageBreak/>
        <w:t>315.8059</w:t>
      </w:r>
      <w:r>
        <w:tab/>
        <w:t>3.038e0</w:t>
      </w:r>
    </w:p>
    <w:p w:rsidR="00E00D30" w:rsidRDefault="00E00D30" w:rsidP="00E00D30">
      <w:r>
        <w:t>315.8145</w:t>
      </w:r>
      <w:r>
        <w:tab/>
        <w:t>1.013e0</w:t>
      </w:r>
    </w:p>
    <w:p w:rsidR="00E00D30" w:rsidRDefault="00E00D30" w:rsidP="00E00D30">
      <w:r>
        <w:t>315.8403</w:t>
      </w:r>
      <w:r>
        <w:tab/>
        <w:t>2.025e0</w:t>
      </w:r>
    </w:p>
    <w:p w:rsidR="00E00D30" w:rsidRDefault="00E00D30" w:rsidP="00E00D30">
      <w:r>
        <w:t>315.8435</w:t>
      </w:r>
      <w:r>
        <w:tab/>
        <w:t>1.013e0</w:t>
      </w:r>
    </w:p>
    <w:p w:rsidR="00E00D30" w:rsidRDefault="00E00D30" w:rsidP="00E00D30">
      <w:r>
        <w:t>315.8482</w:t>
      </w:r>
      <w:r>
        <w:tab/>
        <w:t>1.013e0</w:t>
      </w:r>
    </w:p>
    <w:p w:rsidR="00E00D30" w:rsidRDefault="00E00D30" w:rsidP="00E00D30">
      <w:r>
        <w:t>315.8527</w:t>
      </w:r>
      <w:r>
        <w:tab/>
        <w:t>1.013e0</w:t>
      </w:r>
    </w:p>
    <w:p w:rsidR="00E00D30" w:rsidRDefault="00E00D30" w:rsidP="00E00D30">
      <w:r>
        <w:t>315.8662</w:t>
      </w:r>
      <w:r>
        <w:tab/>
        <w:t>2.025e0</w:t>
      </w:r>
    </w:p>
    <w:p w:rsidR="00E00D30" w:rsidRDefault="00E00D30" w:rsidP="00E00D30">
      <w:r>
        <w:t>315.8892</w:t>
      </w:r>
      <w:r>
        <w:tab/>
        <w:t>2.025e0</w:t>
      </w:r>
    </w:p>
    <w:p w:rsidR="00E00D30" w:rsidRDefault="00E00D30" w:rsidP="00E00D30">
      <w:r>
        <w:t>315.8945</w:t>
      </w:r>
      <w:r>
        <w:tab/>
        <w:t>4.051e0</w:t>
      </w:r>
    </w:p>
    <w:p w:rsidR="00E00D30" w:rsidRDefault="00E00D30" w:rsidP="00E00D30">
      <w:r>
        <w:t>315.8995</w:t>
      </w:r>
      <w:r>
        <w:tab/>
        <w:t>3.038e0</w:t>
      </w:r>
    </w:p>
    <w:p w:rsidR="00E00D30" w:rsidRDefault="00E00D30" w:rsidP="00E00D30">
      <w:r>
        <w:t>315.9087</w:t>
      </w:r>
      <w:r>
        <w:tab/>
        <w:t>1.013e0</w:t>
      </w:r>
    </w:p>
    <w:p w:rsidR="00E00D30" w:rsidRDefault="00E00D30" w:rsidP="00E00D30">
      <w:r>
        <w:t>315.9174</w:t>
      </w:r>
      <w:r>
        <w:tab/>
        <w:t>1.013e0</w:t>
      </w:r>
    </w:p>
    <w:p w:rsidR="00E00D30" w:rsidRDefault="00E00D30" w:rsidP="00E00D30">
      <w:r>
        <w:t>315.9292</w:t>
      </w:r>
      <w:r>
        <w:tab/>
        <w:t>1.013e0</w:t>
      </w:r>
    </w:p>
    <w:p w:rsidR="00E00D30" w:rsidRDefault="00E00D30" w:rsidP="00E00D30">
      <w:r>
        <w:t>315.9649</w:t>
      </w:r>
      <w:r>
        <w:tab/>
        <w:t>1.013e0</w:t>
      </w:r>
    </w:p>
    <w:p w:rsidR="00E00D30" w:rsidRDefault="00E00D30" w:rsidP="00E00D30">
      <w:r>
        <w:t>315.9689</w:t>
      </w:r>
      <w:r>
        <w:tab/>
        <w:t>1.013e0</w:t>
      </w:r>
    </w:p>
    <w:p w:rsidR="00E00D30" w:rsidRDefault="00E00D30" w:rsidP="00E00D30">
      <w:r>
        <w:t>315.9744</w:t>
      </w:r>
      <w:r>
        <w:tab/>
        <w:t>1.013e0</w:t>
      </w:r>
    </w:p>
    <w:p w:rsidR="00E00D30" w:rsidRDefault="00E00D30" w:rsidP="00E00D30">
      <w:r>
        <w:t>315.9807</w:t>
      </w:r>
      <w:r>
        <w:tab/>
        <w:t>1.013e0</w:t>
      </w:r>
    </w:p>
    <w:p w:rsidR="00E00D30" w:rsidRDefault="00E00D30" w:rsidP="00E00D30">
      <w:r>
        <w:t>315.9860</w:t>
      </w:r>
      <w:r>
        <w:tab/>
        <w:t>2.025e0</w:t>
      </w:r>
    </w:p>
    <w:p w:rsidR="00E00D30" w:rsidRDefault="00E00D30" w:rsidP="00E00D30">
      <w:r>
        <w:t>315.9975</w:t>
      </w:r>
      <w:r>
        <w:tab/>
        <w:t>1.013e0</w:t>
      </w:r>
    </w:p>
    <w:p w:rsidR="00E00D30" w:rsidRDefault="00E00D30" w:rsidP="00E00D30">
      <w:r>
        <w:lastRenderedPageBreak/>
        <w:t>316.0106</w:t>
      </w:r>
      <w:r>
        <w:tab/>
        <w:t>2.025e0</w:t>
      </w:r>
    </w:p>
    <w:p w:rsidR="00E00D30" w:rsidRDefault="00E00D30" w:rsidP="00E00D30">
      <w:r>
        <w:t>316.0219</w:t>
      </w:r>
      <w:r>
        <w:tab/>
        <w:t>3.038e0</w:t>
      </w:r>
    </w:p>
    <w:p w:rsidR="00E00D30" w:rsidRDefault="00E00D30" w:rsidP="00E00D30">
      <w:r>
        <w:t>316.0270</w:t>
      </w:r>
      <w:r>
        <w:tab/>
        <w:t>2.025e0</w:t>
      </w:r>
    </w:p>
    <w:p w:rsidR="00E00D30" w:rsidRDefault="00E00D30" w:rsidP="00E00D30">
      <w:r>
        <w:t>316.0342</w:t>
      </w:r>
      <w:r>
        <w:tab/>
        <w:t>4.051e0</w:t>
      </w:r>
    </w:p>
    <w:p w:rsidR="00E00D30" w:rsidRDefault="00E00D30" w:rsidP="00E00D30">
      <w:r>
        <w:t>316.0414</w:t>
      </w:r>
      <w:r>
        <w:tab/>
        <w:t>4.051e0</w:t>
      </w:r>
    </w:p>
    <w:p w:rsidR="00E00D30" w:rsidRDefault="00E00D30" w:rsidP="00E00D30">
      <w:r>
        <w:t>316.0594</w:t>
      </w:r>
      <w:r>
        <w:tab/>
        <w:t>2.025e0</w:t>
      </w:r>
    </w:p>
    <w:p w:rsidR="00E00D30" w:rsidRDefault="00E00D30" w:rsidP="00E00D30">
      <w:r>
        <w:t>316.0696</w:t>
      </w:r>
      <w:r>
        <w:tab/>
        <w:t>1.013e0</w:t>
      </w:r>
    </w:p>
    <w:p w:rsidR="00E00D30" w:rsidRDefault="00E00D30" w:rsidP="00E00D30">
      <w:r>
        <w:t>316.0721</w:t>
      </w:r>
      <w:r>
        <w:tab/>
        <w:t>2.025e0</w:t>
      </w:r>
    </w:p>
    <w:p w:rsidR="00E00D30" w:rsidRDefault="00E00D30" w:rsidP="00E00D30">
      <w:r>
        <w:t>316.0978</w:t>
      </w:r>
      <w:r>
        <w:tab/>
        <w:t>1.013e0</w:t>
      </w:r>
    </w:p>
    <w:p w:rsidR="00E00D30" w:rsidRDefault="00E00D30" w:rsidP="00E00D30">
      <w:r>
        <w:t>316.1002</w:t>
      </w:r>
      <w:r>
        <w:tab/>
        <w:t>2.025e0</w:t>
      </w:r>
    </w:p>
    <w:p w:rsidR="00E00D30" w:rsidRDefault="00E00D30" w:rsidP="00E00D30">
      <w:r>
        <w:t>316.1122</w:t>
      </w:r>
      <w:r>
        <w:tab/>
        <w:t>1.013e0</w:t>
      </w:r>
    </w:p>
    <w:p w:rsidR="00E00D30" w:rsidRDefault="00E00D30" w:rsidP="00E00D30">
      <w:r>
        <w:t>316.1482</w:t>
      </w:r>
      <w:r>
        <w:tab/>
        <w:t>2.025e0</w:t>
      </w:r>
    </w:p>
    <w:p w:rsidR="00E00D30" w:rsidRDefault="00E00D30" w:rsidP="00E00D30">
      <w:r>
        <w:t>316.1672</w:t>
      </w:r>
      <w:r>
        <w:tab/>
        <w:t>5.063e0</w:t>
      </w:r>
    </w:p>
    <w:p w:rsidR="00E00D30" w:rsidRDefault="00E00D30" w:rsidP="00E00D30">
      <w:r>
        <w:t>316.1754</w:t>
      </w:r>
      <w:r>
        <w:tab/>
        <w:t>1.715e1</w:t>
      </w:r>
    </w:p>
    <w:p w:rsidR="00E00D30" w:rsidRDefault="00E00D30" w:rsidP="00E00D30">
      <w:r>
        <w:t>316.1778</w:t>
      </w:r>
      <w:r>
        <w:tab/>
        <w:t>1.292e2</w:t>
      </w:r>
    </w:p>
    <w:p w:rsidR="00E00D30" w:rsidRDefault="00E00D30" w:rsidP="00E00D30">
      <w:r>
        <w:t>316.1794</w:t>
      </w:r>
      <w:r>
        <w:tab/>
        <w:t>1.058e2</w:t>
      </w:r>
    </w:p>
    <w:p w:rsidR="00E00D30" w:rsidRDefault="00E00D30" w:rsidP="00E00D30">
      <w:r>
        <w:t>316.1842</w:t>
      </w:r>
      <w:r>
        <w:tab/>
        <w:t>3.139e1</w:t>
      </w:r>
    </w:p>
    <w:p w:rsidR="00E00D30" w:rsidRDefault="00E00D30" w:rsidP="00E00D30">
      <w:r>
        <w:t>316.1954</w:t>
      </w:r>
      <w:r>
        <w:tab/>
        <w:t>3.038e0</w:t>
      </w:r>
    </w:p>
    <w:p w:rsidR="00E00D30" w:rsidRDefault="00E00D30" w:rsidP="00E00D30">
      <w:r>
        <w:t>316.2177</w:t>
      </w:r>
      <w:r>
        <w:tab/>
        <w:t>3.038e0</w:t>
      </w:r>
    </w:p>
    <w:p w:rsidR="00E00D30" w:rsidRDefault="00E00D30" w:rsidP="00E00D30">
      <w:r>
        <w:lastRenderedPageBreak/>
        <w:t>316.2384</w:t>
      </w:r>
      <w:r>
        <w:tab/>
        <w:t>5.063e0</w:t>
      </w:r>
    </w:p>
    <w:p w:rsidR="00E00D30" w:rsidRDefault="00E00D30" w:rsidP="00E00D30">
      <w:r>
        <w:t>316.2433</w:t>
      </w:r>
      <w:r>
        <w:tab/>
        <w:t>1.013e0</w:t>
      </w:r>
    </w:p>
    <w:p w:rsidR="00E00D30" w:rsidRDefault="00E00D30" w:rsidP="00E00D30">
      <w:r>
        <w:t>316.2492</w:t>
      </w:r>
      <w:r>
        <w:tab/>
        <w:t>2.025e0</w:t>
      </w:r>
    </w:p>
    <w:p w:rsidR="00E00D30" w:rsidRDefault="00E00D30" w:rsidP="00E00D30">
      <w:r>
        <w:t>316.2666</w:t>
      </w:r>
      <w:r>
        <w:tab/>
        <w:t>1.013e0</w:t>
      </w:r>
    </w:p>
    <w:p w:rsidR="00E00D30" w:rsidRDefault="00E00D30" w:rsidP="00E00D30">
      <w:r>
        <w:t>316.2818</w:t>
      </w:r>
      <w:r>
        <w:tab/>
        <w:t>2.025e0</w:t>
      </w:r>
    </w:p>
    <w:p w:rsidR="00E00D30" w:rsidRDefault="00E00D30" w:rsidP="00E00D30">
      <w:r>
        <w:t>316.2864</w:t>
      </w:r>
      <w:r>
        <w:tab/>
        <w:t>4.051e0</w:t>
      </w:r>
    </w:p>
    <w:p w:rsidR="00E00D30" w:rsidRDefault="00E00D30" w:rsidP="00E00D30">
      <w:r>
        <w:t>316.2950</w:t>
      </w:r>
      <w:r>
        <w:tab/>
        <w:t>1.013e0</w:t>
      </w:r>
    </w:p>
    <w:p w:rsidR="00E00D30" w:rsidRDefault="00E00D30" w:rsidP="00E00D30">
      <w:r>
        <w:t>316.3133</w:t>
      </w:r>
      <w:r>
        <w:tab/>
        <w:t>2.025e0</w:t>
      </w:r>
    </w:p>
    <w:p w:rsidR="00E00D30" w:rsidRDefault="00E00D30" w:rsidP="00E00D30">
      <w:r>
        <w:t>316.3328</w:t>
      </w:r>
      <w:r>
        <w:tab/>
        <w:t>2.025e0</w:t>
      </w:r>
    </w:p>
    <w:p w:rsidR="00E00D30" w:rsidRDefault="00E00D30" w:rsidP="00E00D30">
      <w:r>
        <w:t>316.3350</w:t>
      </w:r>
      <w:r>
        <w:tab/>
        <w:t>1.013e0</w:t>
      </w:r>
    </w:p>
    <w:p w:rsidR="00E00D30" w:rsidRDefault="00E00D30" w:rsidP="00E00D30">
      <w:r>
        <w:t>316.3520</w:t>
      </w:r>
      <w:r>
        <w:tab/>
        <w:t>1.013e0</w:t>
      </w:r>
    </w:p>
    <w:p w:rsidR="00E00D30" w:rsidRDefault="00E00D30" w:rsidP="00E00D30">
      <w:r>
        <w:t>316.3577</w:t>
      </w:r>
      <w:r>
        <w:tab/>
        <w:t>1.013e0</w:t>
      </w:r>
    </w:p>
    <w:p w:rsidR="00E00D30" w:rsidRDefault="00E00D30" w:rsidP="00E00D30">
      <w:r>
        <w:t>316.3740</w:t>
      </w:r>
      <w:r>
        <w:tab/>
        <w:t>2.025e0</w:t>
      </w:r>
    </w:p>
    <w:p w:rsidR="00E00D30" w:rsidRDefault="00E00D30" w:rsidP="00E00D30">
      <w:r>
        <w:t>316.3753</w:t>
      </w:r>
      <w:r>
        <w:tab/>
        <w:t>1.013e0</w:t>
      </w:r>
    </w:p>
    <w:p w:rsidR="00E00D30" w:rsidRDefault="00E00D30" w:rsidP="00E00D30">
      <w:r>
        <w:t>316.3864</w:t>
      </w:r>
      <w:r>
        <w:tab/>
        <w:t>2.025e0</w:t>
      </w:r>
    </w:p>
    <w:p w:rsidR="00E00D30" w:rsidRDefault="00E00D30" w:rsidP="00E00D30">
      <w:r>
        <w:t>316.4002</w:t>
      </w:r>
      <w:r>
        <w:tab/>
        <w:t>1.013e0</w:t>
      </w:r>
    </w:p>
    <w:p w:rsidR="00E00D30" w:rsidRDefault="00E00D30" w:rsidP="00E00D30">
      <w:r>
        <w:t>316.4039</w:t>
      </w:r>
      <w:r>
        <w:tab/>
        <w:t>2.025e0</w:t>
      </w:r>
    </w:p>
    <w:p w:rsidR="00E00D30" w:rsidRDefault="00E00D30" w:rsidP="00E00D30">
      <w:r>
        <w:t>316.4378</w:t>
      </w:r>
      <w:r>
        <w:tab/>
        <w:t>3.038e0</w:t>
      </w:r>
    </w:p>
    <w:p w:rsidR="00E00D30" w:rsidRDefault="00E00D30" w:rsidP="00E00D30">
      <w:r>
        <w:t>316.4842</w:t>
      </w:r>
      <w:r>
        <w:tab/>
        <w:t>1.013e0</w:t>
      </w:r>
    </w:p>
    <w:p w:rsidR="00E00D30" w:rsidRDefault="00E00D30" w:rsidP="00E00D30">
      <w:r>
        <w:lastRenderedPageBreak/>
        <w:t>316.4886</w:t>
      </w:r>
      <w:r>
        <w:tab/>
        <w:t>2.025e0</w:t>
      </w:r>
    </w:p>
    <w:p w:rsidR="00E00D30" w:rsidRDefault="00E00D30" w:rsidP="00E00D30">
      <w:r>
        <w:t>316.4896</w:t>
      </w:r>
      <w:r>
        <w:tab/>
        <w:t>1.013e0</w:t>
      </w:r>
    </w:p>
    <w:p w:rsidR="00E00D30" w:rsidRDefault="00E00D30" w:rsidP="00E00D30">
      <w:r>
        <w:t>316.5005</w:t>
      </w:r>
      <w:r>
        <w:tab/>
        <w:t>1.013e0</w:t>
      </w:r>
    </w:p>
    <w:p w:rsidR="00E00D30" w:rsidRDefault="00E00D30" w:rsidP="00E00D30">
      <w:r>
        <w:t>316.5240</w:t>
      </w:r>
      <w:r>
        <w:tab/>
        <w:t>1.013e0</w:t>
      </w:r>
    </w:p>
    <w:p w:rsidR="00E00D30" w:rsidRDefault="00E00D30" w:rsidP="00E00D30">
      <w:r>
        <w:t>316.5284</w:t>
      </w:r>
      <w:r>
        <w:tab/>
        <w:t>1.013e0</w:t>
      </w:r>
    </w:p>
    <w:p w:rsidR="00E00D30" w:rsidRDefault="00E00D30" w:rsidP="00E00D30">
      <w:r>
        <w:t>316.5326</w:t>
      </w:r>
      <w:r>
        <w:tab/>
        <w:t>1.013e0</w:t>
      </w:r>
    </w:p>
    <w:p w:rsidR="00E00D30" w:rsidRDefault="00E00D30" w:rsidP="00E00D30">
      <w:r>
        <w:t>316.5524</w:t>
      </w:r>
      <w:r>
        <w:tab/>
        <w:t>1.013e0</w:t>
      </w:r>
    </w:p>
    <w:p w:rsidR="00E00D30" w:rsidRDefault="00E00D30" w:rsidP="00E00D30">
      <w:r>
        <w:t>316.5698</w:t>
      </w:r>
      <w:r>
        <w:tab/>
        <w:t>1.013e0</w:t>
      </w:r>
    </w:p>
    <w:p w:rsidR="00E00D30" w:rsidRDefault="00E00D30" w:rsidP="00E00D30">
      <w:r>
        <w:t>316.5868</w:t>
      </w:r>
      <w:r>
        <w:tab/>
        <w:t>2.025e0</w:t>
      </w:r>
    </w:p>
    <w:p w:rsidR="00E00D30" w:rsidRDefault="00E00D30" w:rsidP="00E00D30">
      <w:r>
        <w:t>316.5921</w:t>
      </w:r>
      <w:r>
        <w:tab/>
        <w:t>4.079e0</w:t>
      </w:r>
    </w:p>
    <w:p w:rsidR="00E00D30" w:rsidRDefault="00E00D30" w:rsidP="00E00D30">
      <w:r>
        <w:t>316.6041</w:t>
      </w:r>
      <w:r>
        <w:tab/>
        <w:t>1.013e0</w:t>
      </w:r>
    </w:p>
    <w:p w:rsidR="00E00D30" w:rsidRDefault="00E00D30" w:rsidP="00E00D30">
      <w:r>
        <w:t>316.6131</w:t>
      </w:r>
      <w:r>
        <w:tab/>
        <w:t>1.013e0</w:t>
      </w:r>
    </w:p>
    <w:p w:rsidR="00E00D30" w:rsidRDefault="00E00D30" w:rsidP="00E00D30">
      <w:r>
        <w:t>316.6217</w:t>
      </w:r>
      <w:r>
        <w:tab/>
        <w:t>1.013e0</w:t>
      </w:r>
    </w:p>
    <w:p w:rsidR="00E00D30" w:rsidRDefault="00E00D30" w:rsidP="00E00D30">
      <w:r>
        <w:t>316.6313</w:t>
      </w:r>
      <w:r>
        <w:tab/>
        <w:t>3.038e0</w:t>
      </w:r>
    </w:p>
    <w:p w:rsidR="00E00D30" w:rsidRDefault="00E00D30" w:rsidP="00E00D30">
      <w:r>
        <w:t>316.6533</w:t>
      </w:r>
      <w:r>
        <w:tab/>
        <w:t>2.025e0</w:t>
      </w:r>
    </w:p>
    <w:p w:rsidR="00E00D30" w:rsidRDefault="00E00D30" w:rsidP="00E00D30">
      <w:r>
        <w:t>316.6784</w:t>
      </w:r>
      <w:r>
        <w:tab/>
        <w:t>1.013e0</w:t>
      </w:r>
    </w:p>
    <w:p w:rsidR="00E00D30" w:rsidRDefault="00E00D30" w:rsidP="00E00D30">
      <w:r>
        <w:t>316.6914</w:t>
      </w:r>
      <w:r>
        <w:tab/>
        <w:t>2.025e0</w:t>
      </w:r>
    </w:p>
    <w:p w:rsidR="00E00D30" w:rsidRDefault="00E00D30" w:rsidP="00E00D30">
      <w:r>
        <w:t>316.6981</w:t>
      </w:r>
      <w:r>
        <w:tab/>
        <w:t>1.013e0</w:t>
      </w:r>
    </w:p>
    <w:p w:rsidR="00E00D30" w:rsidRDefault="00E00D30" w:rsidP="00E00D30">
      <w:r>
        <w:t>316.7212</w:t>
      </w:r>
      <w:r>
        <w:tab/>
        <w:t>2.025e0</w:t>
      </w:r>
    </w:p>
    <w:p w:rsidR="00E00D30" w:rsidRDefault="00E00D30" w:rsidP="00E00D30">
      <w:r>
        <w:lastRenderedPageBreak/>
        <w:t>316.7263</w:t>
      </w:r>
      <w:r>
        <w:tab/>
        <w:t>1.013e0</w:t>
      </w:r>
    </w:p>
    <w:p w:rsidR="00E00D30" w:rsidRDefault="00E00D30" w:rsidP="00E00D30">
      <w:r>
        <w:t>316.7539</w:t>
      </w:r>
      <w:r>
        <w:tab/>
        <w:t>1.013e0</w:t>
      </w:r>
    </w:p>
    <w:p w:rsidR="00E00D30" w:rsidRDefault="00E00D30" w:rsidP="00E00D30">
      <w:r>
        <w:t>316.7560</w:t>
      </w:r>
      <w:r>
        <w:tab/>
        <w:t>3.038e0</w:t>
      </w:r>
    </w:p>
    <w:p w:rsidR="00E00D30" w:rsidRDefault="00E00D30" w:rsidP="00E00D30">
      <w:r>
        <w:t>316.7744</w:t>
      </w:r>
      <w:r>
        <w:tab/>
        <w:t>2.025e0</w:t>
      </w:r>
    </w:p>
    <w:p w:rsidR="00E00D30" w:rsidRDefault="00E00D30" w:rsidP="00E00D30">
      <w:r>
        <w:t>316.7895</w:t>
      </w:r>
      <w:r>
        <w:tab/>
        <w:t>3.038e0</w:t>
      </w:r>
    </w:p>
    <w:p w:rsidR="00E00D30" w:rsidRDefault="00E00D30" w:rsidP="00E00D30">
      <w:r>
        <w:t>316.8219</w:t>
      </w:r>
      <w:r>
        <w:tab/>
        <w:t>1.013e0</w:t>
      </w:r>
    </w:p>
    <w:p w:rsidR="00E00D30" w:rsidRDefault="00E00D30" w:rsidP="00E00D30">
      <w:r>
        <w:t>316.8264</w:t>
      </w:r>
      <w:r>
        <w:tab/>
        <w:t>1.013e0</w:t>
      </w:r>
    </w:p>
    <w:p w:rsidR="00E00D30" w:rsidRDefault="00E00D30" w:rsidP="00E00D30">
      <w:r>
        <w:t>316.8344</w:t>
      </w:r>
      <w:r>
        <w:tab/>
        <w:t>1.013e0</w:t>
      </w:r>
    </w:p>
    <w:p w:rsidR="00E00D30" w:rsidRDefault="00E00D30" w:rsidP="00E00D30">
      <w:r>
        <w:t>316.8504</w:t>
      </w:r>
      <w:r>
        <w:tab/>
        <w:t>1.013e0</w:t>
      </w:r>
    </w:p>
    <w:p w:rsidR="00E00D30" w:rsidRDefault="00E00D30" w:rsidP="00E00D30">
      <w:r>
        <w:t>316.8671</w:t>
      </w:r>
      <w:r>
        <w:tab/>
        <w:t>2.025e0</w:t>
      </w:r>
    </w:p>
    <w:p w:rsidR="00E00D30" w:rsidRDefault="00E00D30" w:rsidP="00E00D30">
      <w:r>
        <w:t>316.8964</w:t>
      </w:r>
      <w:r>
        <w:tab/>
        <w:t>1.013e0</w:t>
      </w:r>
    </w:p>
    <w:p w:rsidR="00E00D30" w:rsidRDefault="00E00D30" w:rsidP="00E00D30">
      <w:r>
        <w:t>316.8994</w:t>
      </w:r>
      <w:r>
        <w:tab/>
        <w:t>2.025e0</w:t>
      </w:r>
    </w:p>
    <w:p w:rsidR="00E00D30" w:rsidRDefault="00E00D30" w:rsidP="00E00D30">
      <w:r>
        <w:t>316.9025</w:t>
      </w:r>
      <w:r>
        <w:tab/>
        <w:t>1.013e0</w:t>
      </w:r>
    </w:p>
    <w:p w:rsidR="00E00D30" w:rsidRDefault="00E00D30" w:rsidP="00E00D30">
      <w:r>
        <w:t>316.9041</w:t>
      </w:r>
      <w:r>
        <w:tab/>
        <w:t>2.025e0</w:t>
      </w:r>
    </w:p>
    <w:p w:rsidR="00E00D30" w:rsidRDefault="00E00D30" w:rsidP="00E00D30">
      <w:r>
        <w:t>316.9150</w:t>
      </w:r>
      <w:r>
        <w:tab/>
        <w:t>1.013e0</w:t>
      </w:r>
    </w:p>
    <w:p w:rsidR="00E00D30" w:rsidRDefault="00E00D30" w:rsidP="00E00D30">
      <w:r>
        <w:t>316.9193</w:t>
      </w:r>
      <w:r>
        <w:tab/>
        <w:t>1.013e0</w:t>
      </w:r>
    </w:p>
    <w:p w:rsidR="00E00D30" w:rsidRDefault="00E00D30" w:rsidP="00E00D30">
      <w:r>
        <w:t>316.9439</w:t>
      </w:r>
      <w:r>
        <w:tab/>
        <w:t>3.038e0</w:t>
      </w:r>
    </w:p>
    <w:p w:rsidR="00E00D30" w:rsidRDefault="00E00D30" w:rsidP="00E00D30">
      <w:r>
        <w:t>316.9512</w:t>
      </w:r>
      <w:r>
        <w:tab/>
        <w:t>2.025e0</w:t>
      </w:r>
    </w:p>
    <w:p w:rsidR="00E00D30" w:rsidRDefault="00E00D30" w:rsidP="00E00D30">
      <w:r>
        <w:t>316.9545</w:t>
      </w:r>
      <w:r>
        <w:tab/>
        <w:t>3.038e0</w:t>
      </w:r>
    </w:p>
    <w:p w:rsidR="00E00D30" w:rsidRDefault="00E00D30" w:rsidP="00E00D30">
      <w:r>
        <w:lastRenderedPageBreak/>
        <w:t>316.9711</w:t>
      </w:r>
      <w:r>
        <w:tab/>
        <w:t>2.025e0</w:t>
      </w:r>
    </w:p>
    <w:p w:rsidR="00E00D30" w:rsidRDefault="00E00D30" w:rsidP="00E00D30">
      <w:r>
        <w:t>316.9742</w:t>
      </w:r>
      <w:r>
        <w:tab/>
        <w:t>3.038e0</w:t>
      </w:r>
    </w:p>
    <w:p w:rsidR="00E00D30" w:rsidRDefault="00E00D30" w:rsidP="00E00D30">
      <w:r>
        <w:t>316.9915</w:t>
      </w:r>
      <w:r>
        <w:tab/>
        <w:t>1.013e0</w:t>
      </w:r>
    </w:p>
    <w:p w:rsidR="00E00D30" w:rsidRDefault="00E00D30" w:rsidP="00E00D30">
      <w:r>
        <w:t>317.0058</w:t>
      </w:r>
      <w:r>
        <w:tab/>
        <w:t>2.025e0</w:t>
      </w:r>
    </w:p>
    <w:p w:rsidR="00E00D30" w:rsidRDefault="00E00D30" w:rsidP="00E00D30">
      <w:r>
        <w:t>317.0082</w:t>
      </w:r>
      <w:r>
        <w:tab/>
        <w:t>3.038e0</w:t>
      </w:r>
    </w:p>
    <w:p w:rsidR="00E00D30" w:rsidRDefault="00E00D30" w:rsidP="00E00D30">
      <w:r>
        <w:t>317.0109</w:t>
      </w:r>
      <w:r>
        <w:tab/>
        <w:t>1.013e0</w:t>
      </w:r>
    </w:p>
    <w:p w:rsidR="00E00D30" w:rsidRDefault="00E00D30" w:rsidP="00E00D30">
      <w:r>
        <w:t>317.0132</w:t>
      </w:r>
      <w:r>
        <w:tab/>
        <w:t>3.038e0</w:t>
      </w:r>
    </w:p>
    <w:p w:rsidR="00E00D30" w:rsidRDefault="00E00D30" w:rsidP="00E00D30">
      <w:r>
        <w:t>317.0158</w:t>
      </w:r>
      <w:r>
        <w:tab/>
        <w:t>1.013e0</w:t>
      </w:r>
    </w:p>
    <w:p w:rsidR="00E00D30" w:rsidRDefault="00E00D30" w:rsidP="00E00D30">
      <w:r>
        <w:t>317.0481</w:t>
      </w:r>
      <w:r>
        <w:tab/>
        <w:t>1.013e0</w:t>
      </w:r>
    </w:p>
    <w:p w:rsidR="00E00D30" w:rsidRDefault="00E00D30" w:rsidP="00E00D30">
      <w:r>
        <w:t>317.0511</w:t>
      </w:r>
      <w:r>
        <w:tab/>
        <w:t>2.025e0</w:t>
      </w:r>
    </w:p>
    <w:p w:rsidR="00E00D30" w:rsidRDefault="00E00D30" w:rsidP="00E00D30">
      <w:r>
        <w:t>317.0549</w:t>
      </w:r>
      <w:r>
        <w:tab/>
        <w:t>4.051e0</w:t>
      </w:r>
    </w:p>
    <w:p w:rsidR="00E00D30" w:rsidRDefault="00E00D30" w:rsidP="00E00D30">
      <w:r>
        <w:t>317.0569</w:t>
      </w:r>
      <w:r>
        <w:tab/>
        <w:t>1.013e0</w:t>
      </w:r>
    </w:p>
    <w:p w:rsidR="00E00D30" w:rsidRDefault="00E00D30" w:rsidP="00E00D30">
      <w:r>
        <w:t>317.0923</w:t>
      </w:r>
      <w:r>
        <w:tab/>
        <w:t>5.063e0</w:t>
      </w:r>
    </w:p>
    <w:p w:rsidR="00E00D30" w:rsidRDefault="00E00D30" w:rsidP="00E00D30">
      <w:r>
        <w:t>317.1086</w:t>
      </w:r>
      <w:r>
        <w:tab/>
        <w:t>1.013e0</w:t>
      </w:r>
    </w:p>
    <w:p w:rsidR="00E00D30" w:rsidRDefault="00E00D30" w:rsidP="00E00D30">
      <w:r>
        <w:t>317.1119</w:t>
      </w:r>
      <w:r>
        <w:tab/>
        <w:t>2.025e0</w:t>
      </w:r>
    </w:p>
    <w:p w:rsidR="00E00D30" w:rsidRDefault="00E00D30" w:rsidP="00E00D30">
      <w:r>
        <w:t>317.1143</w:t>
      </w:r>
      <w:r>
        <w:tab/>
        <w:t>1.013e0</w:t>
      </w:r>
    </w:p>
    <w:p w:rsidR="00E00D30" w:rsidRDefault="00E00D30" w:rsidP="00E00D30">
      <w:r>
        <w:t>317.1205</w:t>
      </w:r>
      <w:r>
        <w:tab/>
        <w:t>1.013e0</w:t>
      </w:r>
    </w:p>
    <w:p w:rsidR="00E00D30" w:rsidRDefault="00E00D30" w:rsidP="00E00D30">
      <w:r>
        <w:t>317.1428</w:t>
      </w:r>
      <w:r>
        <w:tab/>
        <w:t>3.038e0</w:t>
      </w:r>
    </w:p>
    <w:p w:rsidR="00E00D30" w:rsidRDefault="00E00D30" w:rsidP="00E00D30">
      <w:r>
        <w:t>317.1491</w:t>
      </w:r>
      <w:r>
        <w:tab/>
        <w:t>1.013e0</w:t>
      </w:r>
    </w:p>
    <w:p w:rsidR="00E00D30" w:rsidRDefault="00E00D30" w:rsidP="00E00D30">
      <w:r>
        <w:lastRenderedPageBreak/>
        <w:t>317.1783</w:t>
      </w:r>
      <w:r>
        <w:tab/>
        <w:t>6.344e0</w:t>
      </w:r>
    </w:p>
    <w:p w:rsidR="00E00D30" w:rsidRDefault="00E00D30" w:rsidP="00E00D30">
      <w:r>
        <w:t>317.1796</w:t>
      </w:r>
      <w:r>
        <w:tab/>
        <w:t>1.316e1</w:t>
      </w:r>
    </w:p>
    <w:p w:rsidR="00E00D30" w:rsidRDefault="00E00D30" w:rsidP="00E00D30">
      <w:r>
        <w:t>317.1843</w:t>
      </w:r>
      <w:r>
        <w:tab/>
        <w:t>4.051e0</w:t>
      </w:r>
    </w:p>
    <w:p w:rsidR="00E00D30" w:rsidRDefault="00E00D30" w:rsidP="00E00D30">
      <w:r>
        <w:t>317.1890</w:t>
      </w:r>
      <w:r>
        <w:tab/>
        <w:t>1.215e1</w:t>
      </w:r>
    </w:p>
    <w:p w:rsidR="00E00D30" w:rsidRDefault="00E00D30" w:rsidP="00E00D30">
      <w:r>
        <w:t>317.1927</w:t>
      </w:r>
      <w:r>
        <w:tab/>
        <w:t>4.051e0</w:t>
      </w:r>
    </w:p>
    <w:p w:rsidR="00E00D30" w:rsidRDefault="00E00D30" w:rsidP="00E00D30">
      <w:r>
        <w:t>317.1984</w:t>
      </w:r>
      <w:r>
        <w:tab/>
        <w:t>8.001e0</w:t>
      </w:r>
    </w:p>
    <w:p w:rsidR="00E00D30" w:rsidRDefault="00E00D30" w:rsidP="00E00D30">
      <w:r>
        <w:t>317.2055</w:t>
      </w:r>
      <w:r>
        <w:tab/>
        <w:t>1.013e0</w:t>
      </w:r>
    </w:p>
    <w:p w:rsidR="00E00D30" w:rsidRDefault="00E00D30" w:rsidP="00E00D30">
      <w:r>
        <w:t>317.2378</w:t>
      </w:r>
      <w:r>
        <w:tab/>
        <w:t>1.013e0</w:t>
      </w:r>
    </w:p>
    <w:p w:rsidR="00E00D30" w:rsidRDefault="00E00D30" w:rsidP="00E00D30">
      <w:r>
        <w:t>317.2463</w:t>
      </w:r>
      <w:r>
        <w:tab/>
        <w:t>1.013e0</w:t>
      </w:r>
    </w:p>
    <w:p w:rsidR="00E00D30" w:rsidRDefault="00E00D30" w:rsidP="00E00D30">
      <w:r>
        <w:t>317.2615</w:t>
      </w:r>
      <w:r>
        <w:tab/>
        <w:t>1.013e0</w:t>
      </w:r>
    </w:p>
    <w:p w:rsidR="00E00D30" w:rsidRDefault="00E00D30" w:rsidP="00E00D30">
      <w:r>
        <w:t>317.2656</w:t>
      </w:r>
      <w:r>
        <w:tab/>
        <w:t>1.013e0</w:t>
      </w:r>
    </w:p>
    <w:p w:rsidR="00E00D30" w:rsidRDefault="00E00D30" w:rsidP="00E00D30">
      <w:r>
        <w:t>317.2692</w:t>
      </w:r>
      <w:r>
        <w:tab/>
        <w:t>3.038e0</w:t>
      </w:r>
    </w:p>
    <w:p w:rsidR="00E00D30" w:rsidRDefault="00E00D30" w:rsidP="00E00D30">
      <w:r>
        <w:t>317.2841</w:t>
      </w:r>
      <w:r>
        <w:tab/>
        <w:t>2.431e0</w:t>
      </w:r>
    </w:p>
    <w:p w:rsidR="00E00D30" w:rsidRDefault="00E00D30" w:rsidP="00E00D30">
      <w:r>
        <w:t>317.2938</w:t>
      </w:r>
      <w:r>
        <w:tab/>
        <w:t>1.013e0</w:t>
      </w:r>
    </w:p>
    <w:p w:rsidR="00E00D30" w:rsidRDefault="00E00D30" w:rsidP="00E00D30">
      <w:r>
        <w:t>317.3092</w:t>
      </w:r>
      <w:r>
        <w:tab/>
        <w:t>1.013e0</w:t>
      </w:r>
    </w:p>
    <w:p w:rsidR="00E00D30" w:rsidRDefault="00E00D30" w:rsidP="00E00D30">
      <w:r>
        <w:t>317.3137</w:t>
      </w:r>
      <w:r>
        <w:tab/>
        <w:t>1.013e0</w:t>
      </w:r>
    </w:p>
    <w:p w:rsidR="00E00D30" w:rsidRDefault="00E00D30" w:rsidP="00E00D30">
      <w:r>
        <w:t>317.3221</w:t>
      </w:r>
      <w:r>
        <w:tab/>
        <w:t>2.025e0</w:t>
      </w:r>
    </w:p>
    <w:p w:rsidR="00E00D30" w:rsidRDefault="00E00D30" w:rsidP="00E00D30">
      <w:r>
        <w:t>317.3266</w:t>
      </w:r>
      <w:r>
        <w:tab/>
        <w:t>1.013e0</w:t>
      </w:r>
    </w:p>
    <w:p w:rsidR="00E00D30" w:rsidRDefault="00E00D30" w:rsidP="00E00D30">
      <w:r>
        <w:t>317.3609</w:t>
      </w:r>
      <w:r>
        <w:tab/>
        <w:t>1.013e0</w:t>
      </w:r>
    </w:p>
    <w:p w:rsidR="00E00D30" w:rsidRDefault="00E00D30" w:rsidP="00E00D30">
      <w:r>
        <w:lastRenderedPageBreak/>
        <w:t>317.3703</w:t>
      </w:r>
      <w:r>
        <w:tab/>
        <w:t>1.013e0</w:t>
      </w:r>
    </w:p>
    <w:p w:rsidR="00E00D30" w:rsidRDefault="00E00D30" w:rsidP="00E00D30">
      <w:r>
        <w:t>317.3840</w:t>
      </w:r>
      <w:r>
        <w:tab/>
        <w:t>1.013e0</w:t>
      </w:r>
    </w:p>
    <w:p w:rsidR="00E00D30" w:rsidRDefault="00E00D30" w:rsidP="00E00D30">
      <w:r>
        <w:t>317.3983</w:t>
      </w:r>
      <w:r>
        <w:tab/>
        <w:t>1.013e0</w:t>
      </w:r>
    </w:p>
    <w:p w:rsidR="00E00D30" w:rsidRDefault="00E00D30" w:rsidP="00E00D30">
      <w:r>
        <w:t>317.4024</w:t>
      </w:r>
      <w:r>
        <w:tab/>
        <w:t>1.013e0</w:t>
      </w:r>
    </w:p>
    <w:p w:rsidR="00E00D30" w:rsidRDefault="00E00D30" w:rsidP="00E00D30">
      <w:r>
        <w:t>317.4225</w:t>
      </w:r>
      <w:r>
        <w:tab/>
        <w:t>1.013e0</w:t>
      </w:r>
    </w:p>
    <w:p w:rsidR="00E00D30" w:rsidRDefault="00E00D30" w:rsidP="00E00D30">
      <w:r>
        <w:t>317.4548</w:t>
      </w:r>
      <w:r>
        <w:tab/>
        <w:t>1.013e0</w:t>
      </w:r>
    </w:p>
    <w:p w:rsidR="00E00D30" w:rsidRDefault="00E00D30" w:rsidP="00E00D30">
      <w:r>
        <w:t>317.4753</w:t>
      </w:r>
      <w:r>
        <w:tab/>
        <w:t>2.025e0</w:t>
      </w:r>
    </w:p>
    <w:p w:rsidR="00E00D30" w:rsidRDefault="00E00D30" w:rsidP="00E00D30">
      <w:r>
        <w:t>317.4791</w:t>
      </w:r>
      <w:r>
        <w:tab/>
        <w:t>1.013e0</w:t>
      </w:r>
    </w:p>
    <w:p w:rsidR="00E00D30" w:rsidRDefault="00E00D30" w:rsidP="00E00D30">
      <w:r>
        <w:t>317.5032</w:t>
      </w:r>
      <w:r>
        <w:tab/>
        <w:t>1.013e0</w:t>
      </w:r>
    </w:p>
    <w:p w:rsidR="00E00D30" w:rsidRDefault="00E00D30" w:rsidP="00E00D30">
      <w:r>
        <w:t>317.5406</w:t>
      </w:r>
      <w:r>
        <w:tab/>
        <w:t>2.025e0</w:t>
      </w:r>
    </w:p>
    <w:p w:rsidR="00E00D30" w:rsidRDefault="00E00D30" w:rsidP="00E00D30">
      <w:r>
        <w:t>317.5557</w:t>
      </w:r>
      <w:r>
        <w:tab/>
        <w:t>1.013e0</w:t>
      </w:r>
    </w:p>
    <w:p w:rsidR="00E00D30" w:rsidRDefault="00E00D30" w:rsidP="00E00D30">
      <w:r>
        <w:t>317.5636</w:t>
      </w:r>
      <w:r>
        <w:tab/>
        <w:t>1.013e0</w:t>
      </w:r>
    </w:p>
    <w:p w:rsidR="00E00D30" w:rsidRDefault="00E00D30" w:rsidP="00E00D30">
      <w:r>
        <w:t>317.5793</w:t>
      </w:r>
      <w:r>
        <w:tab/>
        <w:t>1.013e0</w:t>
      </w:r>
    </w:p>
    <w:p w:rsidR="00E00D30" w:rsidRDefault="00E00D30" w:rsidP="00E00D30">
      <w:r>
        <w:t>317.6470</w:t>
      </w:r>
      <w:r>
        <w:tab/>
        <w:t>4.051e0</w:t>
      </w:r>
    </w:p>
    <w:p w:rsidR="00E00D30" w:rsidRDefault="00E00D30" w:rsidP="00E00D30">
      <w:r>
        <w:t>317.6524</w:t>
      </w:r>
      <w:r>
        <w:tab/>
        <w:t>6.083e0</w:t>
      </w:r>
    </w:p>
    <w:p w:rsidR="00E00D30" w:rsidRDefault="00E00D30" w:rsidP="00E00D30">
      <w:r>
        <w:t>317.6537</w:t>
      </w:r>
      <w:r>
        <w:tab/>
        <w:t>1.814e1</w:t>
      </w:r>
    </w:p>
    <w:p w:rsidR="00E00D30" w:rsidRDefault="00E00D30" w:rsidP="00E00D30">
      <w:r>
        <w:t>317.6571</w:t>
      </w:r>
      <w:r>
        <w:tab/>
        <w:t>2.937e1</w:t>
      </w:r>
    </w:p>
    <w:p w:rsidR="00E00D30" w:rsidRDefault="00E00D30" w:rsidP="00E00D30">
      <w:r>
        <w:t>317.6586</w:t>
      </w:r>
      <w:r>
        <w:tab/>
        <w:t>1.316e1</w:t>
      </w:r>
    </w:p>
    <w:p w:rsidR="00E00D30" w:rsidRDefault="00E00D30" w:rsidP="00E00D30">
      <w:r>
        <w:t>317.6607</w:t>
      </w:r>
      <w:r>
        <w:tab/>
        <w:t>1.418e1</w:t>
      </w:r>
    </w:p>
    <w:p w:rsidR="00E00D30" w:rsidRDefault="00E00D30" w:rsidP="00E00D30">
      <w:r>
        <w:lastRenderedPageBreak/>
        <w:t>317.6773</w:t>
      </w:r>
      <w:r>
        <w:tab/>
        <w:t>1.013e0</w:t>
      </w:r>
    </w:p>
    <w:p w:rsidR="00E00D30" w:rsidRDefault="00E00D30" w:rsidP="00E00D30">
      <w:r>
        <w:t>317.7114</w:t>
      </w:r>
      <w:r>
        <w:tab/>
        <w:t>1.013e0</w:t>
      </w:r>
    </w:p>
    <w:p w:rsidR="00E00D30" w:rsidRDefault="00E00D30" w:rsidP="00E00D30">
      <w:r>
        <w:t>317.7344</w:t>
      </w:r>
      <w:r>
        <w:tab/>
        <w:t>1.013e0</w:t>
      </w:r>
    </w:p>
    <w:p w:rsidR="00E00D30" w:rsidRDefault="00E00D30" w:rsidP="00E00D30">
      <w:r>
        <w:t>317.7574</w:t>
      </w:r>
      <w:r>
        <w:tab/>
        <w:t>1.013e0</w:t>
      </w:r>
    </w:p>
    <w:p w:rsidR="00E00D30" w:rsidRDefault="00E00D30" w:rsidP="00E00D30">
      <w:r>
        <w:t>317.7630</w:t>
      </w:r>
      <w:r>
        <w:tab/>
        <w:t>2.025e0</w:t>
      </w:r>
    </w:p>
    <w:p w:rsidR="00E00D30" w:rsidRDefault="00E00D30" w:rsidP="00E00D30">
      <w:r>
        <w:t>317.7730</w:t>
      </w:r>
      <w:r>
        <w:tab/>
        <w:t>1.013e0</w:t>
      </w:r>
    </w:p>
    <w:p w:rsidR="00E00D30" w:rsidRDefault="00E00D30" w:rsidP="00E00D30">
      <w:r>
        <w:t>317.7773</w:t>
      </w:r>
      <w:r>
        <w:tab/>
        <w:t>1.013e0</w:t>
      </w:r>
    </w:p>
    <w:p w:rsidR="00E00D30" w:rsidRDefault="00E00D30" w:rsidP="00E00D30">
      <w:r>
        <w:t>317.7838</w:t>
      </w:r>
      <w:r>
        <w:tab/>
        <w:t>2.025e0</w:t>
      </w:r>
    </w:p>
    <w:p w:rsidR="00E00D30" w:rsidRDefault="00E00D30" w:rsidP="00E00D30">
      <w:r>
        <w:t>317.7892</w:t>
      </w:r>
      <w:r>
        <w:tab/>
        <w:t>2.025e0</w:t>
      </w:r>
    </w:p>
    <w:p w:rsidR="00E00D30" w:rsidRDefault="00E00D30" w:rsidP="00E00D30">
      <w:r>
        <w:t>317.7919</w:t>
      </w:r>
      <w:r>
        <w:tab/>
        <w:t>1.013e0</w:t>
      </w:r>
    </w:p>
    <w:p w:rsidR="00E00D30" w:rsidRDefault="00E00D30" w:rsidP="00E00D30">
      <w:r>
        <w:t>317.7980</w:t>
      </w:r>
      <w:r>
        <w:tab/>
        <w:t>1.013e0</w:t>
      </w:r>
    </w:p>
    <w:p w:rsidR="00E00D30" w:rsidRDefault="00E00D30" w:rsidP="00E00D30">
      <w:r>
        <w:t>317.8059</w:t>
      </w:r>
      <w:r>
        <w:tab/>
        <w:t>1.013e0</w:t>
      </w:r>
    </w:p>
    <w:p w:rsidR="00E00D30" w:rsidRDefault="00E00D30" w:rsidP="00E00D30">
      <w:r>
        <w:t>317.8073</w:t>
      </w:r>
      <w:r>
        <w:tab/>
        <w:t>2.025e0</w:t>
      </w:r>
    </w:p>
    <w:p w:rsidR="00E00D30" w:rsidRDefault="00E00D30" w:rsidP="00E00D30">
      <w:r>
        <w:t>317.8092</w:t>
      </w:r>
      <w:r>
        <w:tab/>
        <w:t>2.025e0</w:t>
      </w:r>
    </w:p>
    <w:p w:rsidR="00E00D30" w:rsidRDefault="00E00D30" w:rsidP="00E00D30">
      <w:r>
        <w:t>317.8436</w:t>
      </w:r>
      <w:r>
        <w:tab/>
        <w:t>2.025e0</w:t>
      </w:r>
    </w:p>
    <w:p w:rsidR="00E00D30" w:rsidRDefault="00E00D30" w:rsidP="00E00D30">
      <w:r>
        <w:t>317.8497</w:t>
      </w:r>
      <w:r>
        <w:tab/>
        <w:t>1.013e0</w:t>
      </w:r>
    </w:p>
    <w:p w:rsidR="00E00D30" w:rsidRDefault="00E00D30" w:rsidP="00E00D30">
      <w:r>
        <w:t>317.8738</w:t>
      </w:r>
      <w:r>
        <w:tab/>
        <w:t>2.025e0</w:t>
      </w:r>
    </w:p>
    <w:p w:rsidR="00E00D30" w:rsidRDefault="00E00D30" w:rsidP="00E00D30">
      <w:r>
        <w:t>317.8820</w:t>
      </w:r>
      <w:r>
        <w:tab/>
        <w:t>1.013e0</w:t>
      </w:r>
    </w:p>
    <w:p w:rsidR="00E00D30" w:rsidRDefault="00E00D30" w:rsidP="00E00D30">
      <w:r>
        <w:t>317.9003</w:t>
      </w:r>
      <w:r>
        <w:tab/>
        <w:t>4.051e0</w:t>
      </w:r>
    </w:p>
    <w:p w:rsidR="00E00D30" w:rsidRDefault="00E00D30" w:rsidP="00E00D30">
      <w:r>
        <w:lastRenderedPageBreak/>
        <w:t>317.9063</w:t>
      </w:r>
      <w:r>
        <w:tab/>
        <w:t>1.013e0</w:t>
      </w:r>
    </w:p>
    <w:p w:rsidR="00E00D30" w:rsidRDefault="00E00D30" w:rsidP="00E00D30">
      <w:r>
        <w:t>317.9102</w:t>
      </w:r>
      <w:r>
        <w:tab/>
        <w:t>2.025e0</w:t>
      </w:r>
    </w:p>
    <w:p w:rsidR="00E00D30" w:rsidRDefault="00E00D30" w:rsidP="00E00D30">
      <w:r>
        <w:t>317.9182</w:t>
      </w:r>
      <w:r>
        <w:tab/>
        <w:t>1.013e0</w:t>
      </w:r>
    </w:p>
    <w:p w:rsidR="00E00D30" w:rsidRDefault="00E00D30" w:rsidP="00E00D30">
      <w:r>
        <w:t>317.9302</w:t>
      </w:r>
      <w:r>
        <w:tab/>
        <w:t>1.013e0</w:t>
      </w:r>
    </w:p>
    <w:p w:rsidR="00E00D30" w:rsidRDefault="00E00D30" w:rsidP="00E00D30">
      <w:r>
        <w:t>317.9344</w:t>
      </w:r>
      <w:r>
        <w:tab/>
        <w:t>1.013e0</w:t>
      </w:r>
    </w:p>
    <w:p w:rsidR="00E00D30" w:rsidRDefault="00E00D30" w:rsidP="00E00D30">
      <w:r>
        <w:t>317.9431</w:t>
      </w:r>
      <w:r>
        <w:tab/>
        <w:t>2.025e0</w:t>
      </w:r>
    </w:p>
    <w:p w:rsidR="00E00D30" w:rsidRDefault="00E00D30" w:rsidP="00E00D30">
      <w:r>
        <w:t>317.9585</w:t>
      </w:r>
      <w:r>
        <w:tab/>
        <w:t>2.025e0</w:t>
      </w:r>
    </w:p>
    <w:p w:rsidR="00E00D30" w:rsidRDefault="00E00D30" w:rsidP="00E00D30">
      <w:r>
        <w:t>317.9756</w:t>
      </w:r>
      <w:r>
        <w:tab/>
        <w:t>1.013e0</w:t>
      </w:r>
    </w:p>
    <w:p w:rsidR="00E00D30" w:rsidRDefault="00E00D30" w:rsidP="00E00D30">
      <w:r>
        <w:t>317.9814</w:t>
      </w:r>
      <w:r>
        <w:tab/>
        <w:t>1.013e0</w:t>
      </w:r>
    </w:p>
    <w:p w:rsidR="00E00D30" w:rsidRDefault="00E00D30" w:rsidP="00E00D30">
      <w:r>
        <w:t>317.9854</w:t>
      </w:r>
      <w:r>
        <w:tab/>
        <w:t>2.025e0</w:t>
      </w:r>
    </w:p>
    <w:p w:rsidR="00E00D30" w:rsidRDefault="00E00D30" w:rsidP="00E00D30">
      <w:r>
        <w:t>317.9869</w:t>
      </w:r>
      <w:r>
        <w:tab/>
        <w:t>1.013e0</w:t>
      </w:r>
    </w:p>
    <w:p w:rsidR="00E00D30" w:rsidRDefault="00E00D30" w:rsidP="00E00D30">
      <w:r>
        <w:t>317.9988</w:t>
      </w:r>
      <w:r>
        <w:tab/>
        <w:t>1.013e0</w:t>
      </w:r>
    </w:p>
    <w:p w:rsidR="00E00D30" w:rsidRDefault="00E00D30" w:rsidP="00E00D30">
      <w:r>
        <w:t>318.0046</w:t>
      </w:r>
      <w:r>
        <w:tab/>
        <w:t>3.038e0</w:t>
      </w:r>
    </w:p>
    <w:p w:rsidR="00E00D30" w:rsidRDefault="00E00D30" w:rsidP="00E00D30">
      <w:r>
        <w:t>318.0107</w:t>
      </w:r>
      <w:r>
        <w:tab/>
        <w:t>1.013e0</w:t>
      </w:r>
    </w:p>
    <w:p w:rsidR="00E00D30" w:rsidRDefault="00E00D30" w:rsidP="00E00D30">
      <w:r>
        <w:t>318.0189</w:t>
      </w:r>
      <w:r>
        <w:tab/>
        <w:t>1.013e0</w:t>
      </w:r>
    </w:p>
    <w:p w:rsidR="00E00D30" w:rsidRDefault="00E00D30" w:rsidP="00E00D30">
      <w:r>
        <w:t>318.0276</w:t>
      </w:r>
      <w:r>
        <w:tab/>
        <w:t>2.025e0</w:t>
      </w:r>
    </w:p>
    <w:p w:rsidR="00E00D30" w:rsidRDefault="00E00D30" w:rsidP="00E00D30">
      <w:r>
        <w:t>318.0540</w:t>
      </w:r>
      <w:r>
        <w:tab/>
        <w:t>2.025e0</w:t>
      </w:r>
    </w:p>
    <w:p w:rsidR="00E00D30" w:rsidRDefault="00E00D30" w:rsidP="00E00D30">
      <w:r>
        <w:t>318.0621</w:t>
      </w:r>
      <w:r>
        <w:tab/>
        <w:t>1.013e0</w:t>
      </w:r>
    </w:p>
    <w:p w:rsidR="00E00D30" w:rsidRDefault="00E00D30" w:rsidP="00E00D30">
      <w:r>
        <w:t>318.0676</w:t>
      </w:r>
      <w:r>
        <w:tab/>
        <w:t>1.013e0</w:t>
      </w:r>
    </w:p>
    <w:p w:rsidR="00E00D30" w:rsidRDefault="00E00D30" w:rsidP="00E00D30">
      <w:r>
        <w:lastRenderedPageBreak/>
        <w:t>318.1137</w:t>
      </w:r>
      <w:r>
        <w:tab/>
        <w:t>3.038e0</w:t>
      </w:r>
    </w:p>
    <w:p w:rsidR="00E00D30" w:rsidRDefault="00E00D30" w:rsidP="00E00D30">
      <w:r>
        <w:t>318.1272</w:t>
      </w:r>
      <w:r>
        <w:tab/>
        <w:t>6.480e0</w:t>
      </w:r>
    </w:p>
    <w:p w:rsidR="00E00D30" w:rsidRDefault="00E00D30" w:rsidP="00E00D30">
      <w:r>
        <w:t>318.1319</w:t>
      </w:r>
      <w:r>
        <w:tab/>
        <w:t>3.038e0</w:t>
      </w:r>
    </w:p>
    <w:p w:rsidR="00E00D30" w:rsidRDefault="00E00D30" w:rsidP="00E00D30">
      <w:r>
        <w:t>318.1349</w:t>
      </w:r>
      <w:r>
        <w:tab/>
        <w:t>5.063e0</w:t>
      </w:r>
    </w:p>
    <w:p w:rsidR="00E00D30" w:rsidRDefault="00E00D30" w:rsidP="00E00D30">
      <w:r>
        <w:t>318.1372</w:t>
      </w:r>
      <w:r>
        <w:tab/>
        <w:t>6.076e0</w:t>
      </w:r>
    </w:p>
    <w:p w:rsidR="00E00D30" w:rsidRDefault="00E00D30" w:rsidP="00E00D30">
      <w:r>
        <w:t>318.1523</w:t>
      </w:r>
      <w:r>
        <w:tab/>
        <w:t>8.779e0</w:t>
      </w:r>
    </w:p>
    <w:p w:rsidR="00E00D30" w:rsidRDefault="00E00D30" w:rsidP="00E00D30">
      <w:r>
        <w:t>318.1571</w:t>
      </w:r>
      <w:r>
        <w:tab/>
        <w:t>4.051e0</w:t>
      </w:r>
    </w:p>
    <w:p w:rsidR="00E00D30" w:rsidRDefault="00E00D30" w:rsidP="00E00D30">
      <w:r>
        <w:t>318.1620</w:t>
      </w:r>
      <w:r>
        <w:tab/>
        <w:t>5.063e0</w:t>
      </w:r>
    </w:p>
    <w:p w:rsidR="00E00D30" w:rsidRDefault="00E00D30" w:rsidP="00E00D30">
      <w:r>
        <w:t>318.1824</w:t>
      </w:r>
      <w:r>
        <w:tab/>
        <w:t>5.063e0</w:t>
      </w:r>
    </w:p>
    <w:p w:rsidR="00E00D30" w:rsidRDefault="00E00D30" w:rsidP="00E00D30">
      <w:r>
        <w:t>318.1887</w:t>
      </w:r>
      <w:r>
        <w:tab/>
        <w:t>1.013e0</w:t>
      </w:r>
    </w:p>
    <w:p w:rsidR="00E00D30" w:rsidRDefault="00E00D30" w:rsidP="00E00D30">
      <w:r>
        <w:t>318.1920</w:t>
      </w:r>
      <w:r>
        <w:tab/>
        <w:t>4.051e0</w:t>
      </w:r>
    </w:p>
    <w:p w:rsidR="00E00D30" w:rsidRDefault="00E00D30" w:rsidP="00E00D30">
      <w:r>
        <w:t>318.1950</w:t>
      </w:r>
      <w:r>
        <w:tab/>
        <w:t>3.794e0</w:t>
      </w:r>
    </w:p>
    <w:p w:rsidR="00E00D30" w:rsidRDefault="00E00D30" w:rsidP="00E00D30">
      <w:r>
        <w:t>318.2090</w:t>
      </w:r>
      <w:r>
        <w:tab/>
        <w:t>8.101e0</w:t>
      </w:r>
    </w:p>
    <w:p w:rsidR="00E00D30" w:rsidRDefault="00E00D30" w:rsidP="00E00D30">
      <w:r>
        <w:t>318.2125</w:t>
      </w:r>
      <w:r>
        <w:tab/>
        <w:t>1.013e0</w:t>
      </w:r>
    </w:p>
    <w:p w:rsidR="00E00D30" w:rsidRDefault="00E00D30" w:rsidP="00E00D30">
      <w:r>
        <w:t>318.2288</w:t>
      </w:r>
      <w:r>
        <w:tab/>
        <w:t>1.013e0</w:t>
      </w:r>
    </w:p>
    <w:p w:rsidR="00E00D30" w:rsidRDefault="00E00D30" w:rsidP="00E00D30">
      <w:r>
        <w:t>318.2365</w:t>
      </w:r>
      <w:r>
        <w:tab/>
        <w:t>2.025e0</w:t>
      </w:r>
    </w:p>
    <w:p w:rsidR="00E00D30" w:rsidRDefault="00E00D30" w:rsidP="00E00D30">
      <w:r>
        <w:t>318.2462</w:t>
      </w:r>
      <w:r>
        <w:tab/>
        <w:t>1.013e0</w:t>
      </w:r>
    </w:p>
    <w:p w:rsidR="00E00D30" w:rsidRDefault="00E00D30" w:rsidP="00E00D30">
      <w:r>
        <w:t>318.2520</w:t>
      </w:r>
      <w:r>
        <w:tab/>
        <w:t>1.013e0</w:t>
      </w:r>
    </w:p>
    <w:p w:rsidR="00E00D30" w:rsidRDefault="00E00D30" w:rsidP="00E00D30">
      <w:r>
        <w:t>318.2567</w:t>
      </w:r>
      <w:r>
        <w:tab/>
        <w:t>1.013e0</w:t>
      </w:r>
    </w:p>
    <w:p w:rsidR="00E00D30" w:rsidRDefault="00E00D30" w:rsidP="00E00D30">
      <w:r>
        <w:lastRenderedPageBreak/>
        <w:t>318.2613</w:t>
      </w:r>
      <w:r>
        <w:tab/>
        <w:t>1.013e0</w:t>
      </w:r>
    </w:p>
    <w:p w:rsidR="00E00D30" w:rsidRDefault="00E00D30" w:rsidP="00E00D30">
      <w:r>
        <w:t>318.2650</w:t>
      </w:r>
      <w:r>
        <w:tab/>
        <w:t>2.025e0</w:t>
      </w:r>
    </w:p>
    <w:p w:rsidR="00E00D30" w:rsidRDefault="00E00D30" w:rsidP="00E00D30">
      <w:r>
        <w:t>318.2748</w:t>
      </w:r>
      <w:r>
        <w:tab/>
        <w:t>2.025e0</w:t>
      </w:r>
    </w:p>
    <w:p w:rsidR="00E00D30" w:rsidRDefault="00E00D30" w:rsidP="00E00D30">
      <w:r>
        <w:t>318.2771</w:t>
      </w:r>
      <w:r>
        <w:tab/>
        <w:t>2.025e0</w:t>
      </w:r>
    </w:p>
    <w:p w:rsidR="00E00D30" w:rsidRDefault="00E00D30" w:rsidP="00E00D30">
      <w:r>
        <w:t>318.3016</w:t>
      </w:r>
      <w:r>
        <w:tab/>
        <w:t>2.025e0</w:t>
      </w:r>
    </w:p>
    <w:p w:rsidR="00E00D30" w:rsidRDefault="00E00D30" w:rsidP="00E00D30">
      <w:r>
        <w:t>318.3137</w:t>
      </w:r>
      <w:r>
        <w:tab/>
        <w:t>1.013e0</w:t>
      </w:r>
    </w:p>
    <w:p w:rsidR="00E00D30" w:rsidRDefault="00E00D30" w:rsidP="00E00D30">
      <w:r>
        <w:t>318.3325</w:t>
      </w:r>
      <w:r>
        <w:tab/>
        <w:t>1.013e0</w:t>
      </w:r>
    </w:p>
    <w:p w:rsidR="00E00D30" w:rsidRDefault="00E00D30" w:rsidP="00E00D30">
      <w:r>
        <w:t>318.3536</w:t>
      </w:r>
      <w:r>
        <w:tab/>
        <w:t>2.025e0</w:t>
      </w:r>
    </w:p>
    <w:p w:rsidR="00E00D30" w:rsidRDefault="00E00D30" w:rsidP="00E00D30">
      <w:r>
        <w:t>318.3656</w:t>
      </w:r>
      <w:r>
        <w:tab/>
        <w:t>2.025e0</w:t>
      </w:r>
    </w:p>
    <w:p w:rsidR="00E00D30" w:rsidRDefault="00E00D30" w:rsidP="00E00D30">
      <w:r>
        <w:t>318.3698</w:t>
      </w:r>
      <w:r>
        <w:tab/>
        <w:t>1.013e0</w:t>
      </w:r>
    </w:p>
    <w:p w:rsidR="00E00D30" w:rsidRDefault="00E00D30" w:rsidP="00E00D30">
      <w:r>
        <w:t>318.3979</w:t>
      </w:r>
      <w:r>
        <w:tab/>
        <w:t>2.025e0</w:t>
      </w:r>
    </w:p>
    <w:p w:rsidR="00E00D30" w:rsidRDefault="00E00D30" w:rsidP="00E00D30">
      <w:r>
        <w:t>318.4318</w:t>
      </w:r>
      <w:r>
        <w:tab/>
        <w:t>2.025e0</w:t>
      </w:r>
    </w:p>
    <w:p w:rsidR="00E00D30" w:rsidRDefault="00E00D30" w:rsidP="00E00D30">
      <w:r>
        <w:t>318.4362</w:t>
      </w:r>
      <w:r>
        <w:tab/>
        <w:t>1.013e0</w:t>
      </w:r>
    </w:p>
    <w:p w:rsidR="00E00D30" w:rsidRDefault="00E00D30" w:rsidP="00E00D30">
      <w:r>
        <w:t>318.4417</w:t>
      </w:r>
      <w:r>
        <w:tab/>
        <w:t>1.013e0</w:t>
      </w:r>
    </w:p>
    <w:p w:rsidR="00E00D30" w:rsidRDefault="00E00D30" w:rsidP="00E00D30">
      <w:r>
        <w:t>318.4462</w:t>
      </w:r>
      <w:r>
        <w:tab/>
        <w:t>1.013e0</w:t>
      </w:r>
    </w:p>
    <w:p w:rsidR="00E00D30" w:rsidRDefault="00E00D30" w:rsidP="00E00D30">
      <w:r>
        <w:t>318.4548</w:t>
      </w:r>
      <w:r>
        <w:tab/>
        <w:t>1.013e0</w:t>
      </w:r>
    </w:p>
    <w:p w:rsidR="00E00D30" w:rsidRDefault="00E00D30" w:rsidP="00E00D30">
      <w:r>
        <w:t>318.4648</w:t>
      </w:r>
      <w:r>
        <w:tab/>
        <w:t>2.025e0</w:t>
      </w:r>
    </w:p>
    <w:p w:rsidR="00E00D30" w:rsidRDefault="00E00D30" w:rsidP="00E00D30">
      <w:r>
        <w:t>318.4987</w:t>
      </w:r>
      <w:r>
        <w:tab/>
        <w:t>1.013e0</w:t>
      </w:r>
    </w:p>
    <w:p w:rsidR="00E00D30" w:rsidRDefault="00E00D30" w:rsidP="00E00D30">
      <w:r>
        <w:t>318.5028</w:t>
      </w:r>
      <w:r>
        <w:tab/>
        <w:t>1.013e0</w:t>
      </w:r>
    </w:p>
    <w:p w:rsidR="00E00D30" w:rsidRDefault="00E00D30" w:rsidP="00E00D30">
      <w:r>
        <w:lastRenderedPageBreak/>
        <w:t>318.5314</w:t>
      </w:r>
      <w:r>
        <w:tab/>
        <w:t>1.013e0</w:t>
      </w:r>
    </w:p>
    <w:p w:rsidR="00E00D30" w:rsidRDefault="00E00D30" w:rsidP="00E00D30">
      <w:r>
        <w:t>318.5329</w:t>
      </w:r>
      <w:r>
        <w:tab/>
        <w:t>2.025e0</w:t>
      </w:r>
    </w:p>
    <w:p w:rsidR="00E00D30" w:rsidRDefault="00E00D30" w:rsidP="00E00D30">
      <w:r>
        <w:t>318.5513</w:t>
      </w:r>
      <w:r>
        <w:tab/>
        <w:t>1.013e0</w:t>
      </w:r>
    </w:p>
    <w:p w:rsidR="00E00D30" w:rsidRDefault="00E00D30" w:rsidP="00E00D30">
      <w:r>
        <w:t>318.5556</w:t>
      </w:r>
      <w:r>
        <w:tab/>
        <w:t>1.013e0</w:t>
      </w:r>
    </w:p>
    <w:p w:rsidR="00E00D30" w:rsidRDefault="00E00D30" w:rsidP="00E00D30">
      <w:r>
        <w:t>318.5591</w:t>
      </w:r>
      <w:r>
        <w:tab/>
        <w:t>1.013e0</w:t>
      </w:r>
    </w:p>
    <w:p w:rsidR="00E00D30" w:rsidRDefault="00E00D30" w:rsidP="00E00D30">
      <w:r>
        <w:t>318.5916</w:t>
      </w:r>
      <w:r>
        <w:tab/>
        <w:t>1.013e0</w:t>
      </w:r>
    </w:p>
    <w:p w:rsidR="00E00D30" w:rsidRDefault="00E00D30" w:rsidP="00E00D30">
      <w:r>
        <w:t>318.6032</w:t>
      </w:r>
      <w:r>
        <w:tab/>
        <w:t>1.013e0</w:t>
      </w:r>
    </w:p>
    <w:p w:rsidR="00E00D30" w:rsidRDefault="00E00D30" w:rsidP="00E00D30">
      <w:r>
        <w:t>318.6157</w:t>
      </w:r>
      <w:r>
        <w:tab/>
        <w:t>1.013e0</w:t>
      </w:r>
    </w:p>
    <w:p w:rsidR="00E00D30" w:rsidRDefault="00E00D30" w:rsidP="00E00D30">
      <w:r>
        <w:t>318.6192</w:t>
      </w:r>
      <w:r>
        <w:tab/>
        <w:t>3.038e0</w:t>
      </w:r>
    </w:p>
    <w:p w:rsidR="00E00D30" w:rsidRDefault="00E00D30" w:rsidP="00E00D30">
      <w:r>
        <w:t>318.6203</w:t>
      </w:r>
      <w:r>
        <w:tab/>
        <w:t>1.013e0</w:t>
      </w:r>
    </w:p>
    <w:p w:rsidR="00E00D30" w:rsidRDefault="00E00D30" w:rsidP="00E00D30">
      <w:r>
        <w:t>318.6436</w:t>
      </w:r>
      <w:r>
        <w:tab/>
        <w:t>1.013e0</w:t>
      </w:r>
    </w:p>
    <w:p w:rsidR="00E00D30" w:rsidRDefault="00E00D30" w:rsidP="00E00D30">
      <w:r>
        <w:t>318.6520</w:t>
      </w:r>
      <w:r>
        <w:tab/>
        <w:t>2.025e0</w:t>
      </w:r>
    </w:p>
    <w:p w:rsidR="00E00D30" w:rsidRDefault="00E00D30" w:rsidP="00E00D30">
      <w:r>
        <w:t>318.6554</w:t>
      </w:r>
      <w:r>
        <w:tab/>
        <w:t>3.038e0</w:t>
      </w:r>
    </w:p>
    <w:p w:rsidR="00E00D30" w:rsidRDefault="00E00D30" w:rsidP="00E00D30">
      <w:r>
        <w:t>318.6601</w:t>
      </w:r>
      <w:r>
        <w:tab/>
        <w:t>2.025e0</w:t>
      </w:r>
    </w:p>
    <w:p w:rsidR="00E00D30" w:rsidRDefault="00E00D30" w:rsidP="00E00D30">
      <w:r>
        <w:t>318.6727</w:t>
      </w:r>
      <w:r>
        <w:tab/>
        <w:t>1.013e0</w:t>
      </w:r>
    </w:p>
    <w:p w:rsidR="00E00D30" w:rsidRDefault="00E00D30" w:rsidP="00E00D30">
      <w:r>
        <w:t>318.6849</w:t>
      </w:r>
      <w:r>
        <w:tab/>
        <w:t>3.381e0</w:t>
      </w:r>
    </w:p>
    <w:p w:rsidR="00E00D30" w:rsidRDefault="00E00D30" w:rsidP="00E00D30">
      <w:r>
        <w:t>318.6963</w:t>
      </w:r>
      <w:r>
        <w:tab/>
        <w:t>2.025e0</w:t>
      </w:r>
    </w:p>
    <w:p w:rsidR="00E00D30" w:rsidRDefault="00E00D30" w:rsidP="00E00D30">
      <w:r>
        <w:t>318.7010</w:t>
      </w:r>
      <w:r>
        <w:tab/>
        <w:t>3.038e0</w:t>
      </w:r>
    </w:p>
    <w:p w:rsidR="00E00D30" w:rsidRDefault="00E00D30" w:rsidP="00E00D30">
      <w:r>
        <w:t>318.7165</w:t>
      </w:r>
      <w:r>
        <w:tab/>
        <w:t>1.013e0</w:t>
      </w:r>
    </w:p>
    <w:p w:rsidR="00E00D30" w:rsidRDefault="00E00D30" w:rsidP="00E00D30">
      <w:r>
        <w:lastRenderedPageBreak/>
        <w:t>318.7204</w:t>
      </w:r>
      <w:r>
        <w:tab/>
        <w:t>1.013e0</w:t>
      </w:r>
    </w:p>
    <w:p w:rsidR="00E00D30" w:rsidRDefault="00E00D30" w:rsidP="00E00D30">
      <w:r>
        <w:t>318.7486</w:t>
      </w:r>
      <w:r>
        <w:tab/>
        <w:t>1.013e0</w:t>
      </w:r>
    </w:p>
    <w:p w:rsidR="00E00D30" w:rsidRDefault="00E00D30" w:rsidP="00E00D30">
      <w:r>
        <w:t>318.7664</w:t>
      </w:r>
      <w:r>
        <w:tab/>
        <w:t>2.025e0</w:t>
      </w:r>
    </w:p>
    <w:p w:rsidR="00E00D30" w:rsidRDefault="00E00D30" w:rsidP="00E00D30">
      <w:r>
        <w:t>318.7912</w:t>
      </w:r>
      <w:r>
        <w:tab/>
        <w:t>4.051e0</w:t>
      </w:r>
    </w:p>
    <w:p w:rsidR="00E00D30" w:rsidRDefault="00E00D30" w:rsidP="00E00D30">
      <w:r>
        <w:t>318.7933</w:t>
      </w:r>
      <w:r>
        <w:tab/>
        <w:t>1.013e0</w:t>
      </w:r>
    </w:p>
    <w:p w:rsidR="00E00D30" w:rsidRDefault="00E00D30" w:rsidP="00E00D30">
      <w:r>
        <w:t>318.8164</w:t>
      </w:r>
      <w:r>
        <w:tab/>
        <w:t>1.013e0</w:t>
      </w:r>
    </w:p>
    <w:p w:rsidR="00E00D30" w:rsidRDefault="00E00D30" w:rsidP="00E00D30">
      <w:r>
        <w:t>318.8295</w:t>
      </w:r>
      <w:r>
        <w:tab/>
        <w:t>1.013e0</w:t>
      </w:r>
    </w:p>
    <w:p w:rsidR="00E00D30" w:rsidRDefault="00E00D30" w:rsidP="00E00D30">
      <w:r>
        <w:t>318.8471</w:t>
      </w:r>
      <w:r>
        <w:tab/>
        <w:t>3.038e0</w:t>
      </w:r>
    </w:p>
    <w:p w:rsidR="00E00D30" w:rsidRDefault="00E00D30" w:rsidP="00E00D30">
      <w:r>
        <w:t>318.8681</w:t>
      </w:r>
      <w:r>
        <w:tab/>
        <w:t>1.013e0</w:t>
      </w:r>
    </w:p>
    <w:p w:rsidR="00E00D30" w:rsidRDefault="00E00D30" w:rsidP="00E00D30">
      <w:r>
        <w:t>318.8744</w:t>
      </w:r>
      <w:r>
        <w:tab/>
        <w:t>1.013e0</w:t>
      </w:r>
    </w:p>
    <w:p w:rsidR="00E00D30" w:rsidRDefault="00E00D30" w:rsidP="00E00D30">
      <w:r>
        <w:t>318.8774</w:t>
      </w:r>
      <w:r>
        <w:tab/>
        <w:t>9.144e0</w:t>
      </w:r>
    </w:p>
    <w:p w:rsidR="00E00D30" w:rsidRDefault="00E00D30" w:rsidP="00E00D30">
      <w:r>
        <w:t>318.8991</w:t>
      </w:r>
      <w:r>
        <w:tab/>
        <w:t>2.025e0</w:t>
      </w:r>
    </w:p>
    <w:p w:rsidR="00E00D30" w:rsidRDefault="00E00D30" w:rsidP="00E00D30">
      <w:r>
        <w:t>318.9101</w:t>
      </w:r>
      <w:r>
        <w:tab/>
        <w:t>6.399e0</w:t>
      </w:r>
    </w:p>
    <w:p w:rsidR="00E00D30" w:rsidRDefault="00E00D30" w:rsidP="00E00D30">
      <w:r>
        <w:t>318.9148</w:t>
      </w:r>
      <w:r>
        <w:tab/>
        <w:t>1.013e0</w:t>
      </w:r>
    </w:p>
    <w:p w:rsidR="00E00D30" w:rsidRDefault="00E00D30" w:rsidP="00E00D30">
      <w:r>
        <w:t>318.9213</w:t>
      </w:r>
      <w:r>
        <w:tab/>
        <w:t>3.038e0</w:t>
      </w:r>
    </w:p>
    <w:p w:rsidR="00E00D30" w:rsidRDefault="00E00D30" w:rsidP="00E00D30">
      <w:r>
        <w:t>318.9301</w:t>
      </w:r>
      <w:r>
        <w:tab/>
        <w:t>1.013e0</w:t>
      </w:r>
    </w:p>
    <w:p w:rsidR="00E00D30" w:rsidRDefault="00E00D30" w:rsidP="00E00D30">
      <w:r>
        <w:t>318.9546</w:t>
      </w:r>
      <w:r>
        <w:tab/>
        <w:t>1.013e0</w:t>
      </w:r>
    </w:p>
    <w:p w:rsidR="00E00D30" w:rsidRDefault="00E00D30" w:rsidP="00E00D30">
      <w:r>
        <w:t>318.9584</w:t>
      </w:r>
      <w:r>
        <w:tab/>
        <w:t>1.013e0</w:t>
      </w:r>
    </w:p>
    <w:p w:rsidR="00E00D30" w:rsidRDefault="00E00D30" w:rsidP="00E00D30">
      <w:r>
        <w:t>318.9624</w:t>
      </w:r>
      <w:r>
        <w:tab/>
        <w:t>1.013e0</w:t>
      </w:r>
    </w:p>
    <w:p w:rsidR="00E00D30" w:rsidRDefault="00E00D30" w:rsidP="00E00D30">
      <w:r>
        <w:lastRenderedPageBreak/>
        <w:t>318.9668</w:t>
      </w:r>
      <w:r>
        <w:tab/>
        <w:t>1.013e0</w:t>
      </w:r>
    </w:p>
    <w:p w:rsidR="00E00D30" w:rsidRDefault="00E00D30" w:rsidP="00E00D30">
      <w:r>
        <w:t>318.9697</w:t>
      </w:r>
      <w:r>
        <w:tab/>
        <w:t>2.025e0</w:t>
      </w:r>
    </w:p>
    <w:p w:rsidR="00E00D30" w:rsidRDefault="00E00D30" w:rsidP="00E00D30">
      <w:r>
        <w:t>318.9776</w:t>
      </w:r>
      <w:r>
        <w:tab/>
        <w:t>1.013e0</w:t>
      </w:r>
    </w:p>
    <w:p w:rsidR="00E00D30" w:rsidRDefault="00E00D30" w:rsidP="00E00D30">
      <w:r>
        <w:t>319.0067</w:t>
      </w:r>
      <w:r>
        <w:tab/>
        <w:t>2.025e0</w:t>
      </w:r>
    </w:p>
    <w:p w:rsidR="00E00D30" w:rsidRDefault="00E00D30" w:rsidP="00E00D30">
      <w:r>
        <w:t>319.0151</w:t>
      </w:r>
      <w:r>
        <w:tab/>
        <w:t>4.051e0</w:t>
      </w:r>
    </w:p>
    <w:p w:rsidR="00E00D30" w:rsidRDefault="00E00D30" w:rsidP="00E00D30">
      <w:r>
        <w:t>319.0187</w:t>
      </w:r>
      <w:r>
        <w:tab/>
        <w:t>1.013e0</w:t>
      </w:r>
    </w:p>
    <w:p w:rsidR="00E00D30" w:rsidRDefault="00E00D30" w:rsidP="00E00D30">
      <w:r>
        <w:t>319.0239</w:t>
      </w:r>
      <w:r>
        <w:tab/>
        <w:t>1.013e0</w:t>
      </w:r>
    </w:p>
    <w:p w:rsidR="00E00D30" w:rsidRDefault="00E00D30" w:rsidP="00E00D30">
      <w:r>
        <w:t>319.0436</w:t>
      </w:r>
      <w:r>
        <w:tab/>
        <w:t>1.013e0</w:t>
      </w:r>
    </w:p>
    <w:p w:rsidR="00E00D30" w:rsidRDefault="00E00D30" w:rsidP="00E00D30">
      <w:r>
        <w:t>319.0509</w:t>
      </w:r>
      <w:r>
        <w:tab/>
        <w:t>2.025e0</w:t>
      </w:r>
    </w:p>
    <w:p w:rsidR="00E00D30" w:rsidRDefault="00E00D30" w:rsidP="00E00D30">
      <w:r>
        <w:t>319.0585</w:t>
      </w:r>
      <w:r>
        <w:tab/>
        <w:t>1.013e0</w:t>
      </w:r>
    </w:p>
    <w:p w:rsidR="00E00D30" w:rsidRDefault="00E00D30" w:rsidP="00E00D30">
      <w:r>
        <w:t>319.0605</w:t>
      </w:r>
      <w:r>
        <w:tab/>
        <w:t>2.025e0</w:t>
      </w:r>
    </w:p>
    <w:p w:rsidR="00E00D30" w:rsidRDefault="00E00D30" w:rsidP="00E00D30">
      <w:r>
        <w:t>319.0713</w:t>
      </w:r>
      <w:r>
        <w:tab/>
        <w:t>2.025e0</w:t>
      </w:r>
    </w:p>
    <w:p w:rsidR="00E00D30" w:rsidRDefault="00E00D30" w:rsidP="00E00D30">
      <w:r>
        <w:t>319.0892</w:t>
      </w:r>
      <w:r>
        <w:tab/>
        <w:t>2.025e0</w:t>
      </w:r>
    </w:p>
    <w:p w:rsidR="00E00D30" w:rsidRDefault="00E00D30" w:rsidP="00E00D30">
      <w:r>
        <w:t>319.0955</w:t>
      </w:r>
      <w:r>
        <w:tab/>
        <w:t>1.013e0</w:t>
      </w:r>
    </w:p>
    <w:p w:rsidR="00E00D30" w:rsidRDefault="00E00D30" w:rsidP="00E00D30">
      <w:r>
        <w:t>319.1180</w:t>
      </w:r>
      <w:r>
        <w:tab/>
        <w:t>2.025e0</w:t>
      </w:r>
    </w:p>
    <w:p w:rsidR="00E00D30" w:rsidRDefault="00E00D30" w:rsidP="00E00D30">
      <w:r>
        <w:t>319.1239</w:t>
      </w:r>
      <w:r>
        <w:tab/>
        <w:t>1.013e0</w:t>
      </w:r>
    </w:p>
    <w:p w:rsidR="00E00D30" w:rsidRDefault="00E00D30" w:rsidP="00E00D30">
      <w:r>
        <w:t>319.1281</w:t>
      </w:r>
      <w:r>
        <w:tab/>
        <w:t>1.013e0</w:t>
      </w:r>
    </w:p>
    <w:p w:rsidR="00E00D30" w:rsidRDefault="00E00D30" w:rsidP="00E00D30">
      <w:r>
        <w:t>319.1347</w:t>
      </w:r>
      <w:r>
        <w:tab/>
        <w:t>2.621e0</w:t>
      </w:r>
    </w:p>
    <w:p w:rsidR="00E00D30" w:rsidRDefault="00E00D30" w:rsidP="00E00D30">
      <w:r>
        <w:t>319.1402</w:t>
      </w:r>
      <w:r>
        <w:tab/>
        <w:t>3.038e0</w:t>
      </w:r>
    </w:p>
    <w:p w:rsidR="00E00D30" w:rsidRDefault="00E00D30" w:rsidP="00E00D30">
      <w:r>
        <w:lastRenderedPageBreak/>
        <w:t>319.1440</w:t>
      </w:r>
      <w:r>
        <w:tab/>
        <w:t>1.013e0</w:t>
      </w:r>
    </w:p>
    <w:p w:rsidR="00E00D30" w:rsidRDefault="00E00D30" w:rsidP="00E00D30">
      <w:r>
        <w:t>319.1726</w:t>
      </w:r>
      <w:r>
        <w:tab/>
        <w:t>2.025e0</w:t>
      </w:r>
    </w:p>
    <w:p w:rsidR="00E00D30" w:rsidRDefault="00E00D30" w:rsidP="00E00D30">
      <w:r>
        <w:t>319.1835</w:t>
      </w:r>
      <w:r>
        <w:tab/>
        <w:t>6.076e0</w:t>
      </w:r>
    </w:p>
    <w:p w:rsidR="00E00D30" w:rsidRDefault="00E00D30" w:rsidP="00E00D30">
      <w:r>
        <w:t>319.1846</w:t>
      </w:r>
      <w:r>
        <w:tab/>
        <w:t>2.025e0</w:t>
      </w:r>
    </w:p>
    <w:p w:rsidR="00E00D30" w:rsidRDefault="00E00D30" w:rsidP="00E00D30">
      <w:r>
        <w:t>319.2009</w:t>
      </w:r>
      <w:r>
        <w:tab/>
        <w:t>2.025e0</w:t>
      </w:r>
    </w:p>
    <w:p w:rsidR="00E00D30" w:rsidRDefault="00E00D30" w:rsidP="00E00D30">
      <w:r>
        <w:t>319.2187</w:t>
      </w:r>
      <w:r>
        <w:tab/>
        <w:t>4.051e0</w:t>
      </w:r>
    </w:p>
    <w:p w:rsidR="00E00D30" w:rsidRDefault="00E00D30" w:rsidP="00E00D30">
      <w:r>
        <w:t>319.2201</w:t>
      </w:r>
      <w:r>
        <w:tab/>
        <w:t>1.013e0</w:t>
      </w:r>
    </w:p>
    <w:p w:rsidR="00E00D30" w:rsidRDefault="00E00D30" w:rsidP="00E00D30">
      <w:r>
        <w:t>319.2288</w:t>
      </w:r>
      <w:r>
        <w:tab/>
        <w:t>2.025e0</w:t>
      </w:r>
    </w:p>
    <w:p w:rsidR="00E00D30" w:rsidRDefault="00E00D30" w:rsidP="00E00D30">
      <w:r>
        <w:t>319.2548</w:t>
      </w:r>
      <w:r>
        <w:tab/>
        <w:t>2.025e0</w:t>
      </w:r>
    </w:p>
    <w:p w:rsidR="00E00D30" w:rsidRDefault="00E00D30" w:rsidP="00E00D30">
      <w:r>
        <w:t>319.2570</w:t>
      </w:r>
      <w:r>
        <w:tab/>
        <w:t>1.013e0</w:t>
      </w:r>
    </w:p>
    <w:p w:rsidR="00E00D30" w:rsidRDefault="00E00D30" w:rsidP="00E00D30">
      <w:r>
        <w:t>319.2661</w:t>
      </w:r>
      <w:r>
        <w:tab/>
        <w:t>1.013e0</w:t>
      </w:r>
    </w:p>
    <w:p w:rsidR="00E00D30" w:rsidRDefault="00E00D30" w:rsidP="00E00D30">
      <w:r>
        <w:t>319.2718</w:t>
      </w:r>
      <w:r>
        <w:tab/>
        <w:t>1.013e0</w:t>
      </w:r>
    </w:p>
    <w:p w:rsidR="00E00D30" w:rsidRDefault="00E00D30" w:rsidP="00E00D30">
      <w:r>
        <w:t>319.2730</w:t>
      </w:r>
      <w:r>
        <w:tab/>
        <w:t>2.025e0</w:t>
      </w:r>
    </w:p>
    <w:p w:rsidR="00E00D30" w:rsidRDefault="00E00D30" w:rsidP="00E00D30">
      <w:r>
        <w:t>319.2815</w:t>
      </w:r>
      <w:r>
        <w:tab/>
        <w:t>1.013e0</w:t>
      </w:r>
    </w:p>
    <w:p w:rsidR="00E00D30" w:rsidRDefault="00E00D30" w:rsidP="00E00D30">
      <w:r>
        <w:t>319.2895</w:t>
      </w:r>
      <w:r>
        <w:tab/>
        <w:t>2.025e0</w:t>
      </w:r>
    </w:p>
    <w:p w:rsidR="00E00D30" w:rsidRDefault="00E00D30" w:rsidP="00E00D30">
      <w:r>
        <w:t>319.3009</w:t>
      </w:r>
      <w:r>
        <w:tab/>
        <w:t>1.013e0</w:t>
      </w:r>
    </w:p>
    <w:p w:rsidR="00E00D30" w:rsidRDefault="00E00D30" w:rsidP="00E00D30">
      <w:r>
        <w:t>319.3052</w:t>
      </w:r>
      <w:r>
        <w:tab/>
        <w:t>1.013e0</w:t>
      </w:r>
    </w:p>
    <w:p w:rsidR="00E00D30" w:rsidRDefault="00E00D30" w:rsidP="00E00D30">
      <w:r>
        <w:t>319.3138</w:t>
      </w:r>
      <w:r>
        <w:tab/>
        <w:t>1.013e0</w:t>
      </w:r>
    </w:p>
    <w:p w:rsidR="00E00D30" w:rsidRDefault="00E00D30" w:rsidP="00E00D30">
      <w:r>
        <w:t>319.3239</w:t>
      </w:r>
      <w:r>
        <w:tab/>
        <w:t>2.025e0</w:t>
      </w:r>
    </w:p>
    <w:p w:rsidR="00E00D30" w:rsidRDefault="00E00D30" w:rsidP="00E00D30">
      <w:r>
        <w:lastRenderedPageBreak/>
        <w:t>319.3255</w:t>
      </w:r>
      <w:r>
        <w:tab/>
        <w:t>2.025e0</w:t>
      </w:r>
    </w:p>
    <w:p w:rsidR="00E00D30" w:rsidRDefault="00E00D30" w:rsidP="00E00D30">
      <w:r>
        <w:t>319.3658</w:t>
      </w:r>
      <w:r>
        <w:tab/>
        <w:t>1.013e0</w:t>
      </w:r>
    </w:p>
    <w:p w:rsidR="00E00D30" w:rsidRDefault="00E00D30" w:rsidP="00E00D30">
      <w:r>
        <w:t>319.3701</w:t>
      </w:r>
      <w:r>
        <w:tab/>
        <w:t>1.013e0</w:t>
      </w:r>
    </w:p>
    <w:p w:rsidR="00E00D30" w:rsidRDefault="00E00D30" w:rsidP="00E00D30">
      <w:r>
        <w:t>319.4104</w:t>
      </w:r>
      <w:r>
        <w:tab/>
        <w:t>1.013e0</w:t>
      </w:r>
    </w:p>
    <w:p w:rsidR="00E00D30" w:rsidRDefault="00E00D30" w:rsidP="00E00D30">
      <w:r>
        <w:t>319.4385</w:t>
      </w:r>
      <w:r>
        <w:tab/>
        <w:t>1.013e0</w:t>
      </w:r>
    </w:p>
    <w:p w:rsidR="00E00D30" w:rsidRDefault="00E00D30" w:rsidP="00E00D30">
      <w:r>
        <w:t>319.4508</w:t>
      </w:r>
      <w:r>
        <w:tab/>
        <w:t>1.013e0</w:t>
      </w:r>
    </w:p>
    <w:p w:rsidR="00E00D30" w:rsidRDefault="00E00D30" w:rsidP="00E00D30">
      <w:r>
        <w:t>319.4585</w:t>
      </w:r>
      <w:r>
        <w:tab/>
        <w:t>2.025e0</w:t>
      </w:r>
    </w:p>
    <w:p w:rsidR="00E00D30" w:rsidRDefault="00E00D30" w:rsidP="00E00D30">
      <w:r>
        <w:t>319.4854</w:t>
      </w:r>
      <w:r>
        <w:tab/>
        <w:t>1.013e0</w:t>
      </w:r>
    </w:p>
    <w:p w:rsidR="00E00D30" w:rsidRDefault="00E00D30" w:rsidP="00E00D30">
      <w:r>
        <w:t>319.5230</w:t>
      </w:r>
      <w:r>
        <w:tab/>
        <w:t>1.013e0</w:t>
      </w:r>
    </w:p>
    <w:p w:rsidR="00E00D30" w:rsidRDefault="00E00D30" w:rsidP="00E00D30">
      <w:r>
        <w:t>319.5374</w:t>
      </w:r>
      <w:r>
        <w:tab/>
        <w:t>2.025e0</w:t>
      </w:r>
    </w:p>
    <w:p w:rsidR="00E00D30" w:rsidRDefault="00E00D30" w:rsidP="00E00D30">
      <w:r>
        <w:t>319.5554</w:t>
      </w:r>
      <w:r>
        <w:tab/>
        <w:t>1.013e0</w:t>
      </w:r>
    </w:p>
    <w:p w:rsidR="00E00D30" w:rsidRDefault="00E00D30" w:rsidP="00E00D30">
      <w:r>
        <w:t>319.5717</w:t>
      </w:r>
      <w:r>
        <w:tab/>
        <w:t>1.013e0</w:t>
      </w:r>
    </w:p>
    <w:p w:rsidR="00E00D30" w:rsidRDefault="00E00D30" w:rsidP="00E00D30">
      <w:r>
        <w:t>319.5896</w:t>
      </w:r>
      <w:r>
        <w:tab/>
        <w:t>1.013e0</w:t>
      </w:r>
    </w:p>
    <w:p w:rsidR="00E00D30" w:rsidRDefault="00E00D30" w:rsidP="00E00D30">
      <w:r>
        <w:t>319.5999</w:t>
      </w:r>
      <w:r>
        <w:tab/>
        <w:t>1.013e0</w:t>
      </w:r>
    </w:p>
    <w:p w:rsidR="00E00D30" w:rsidRDefault="00E00D30" w:rsidP="00E00D30">
      <w:r>
        <w:t>319.6444</w:t>
      </w:r>
      <w:r>
        <w:tab/>
        <w:t>2.025e0</w:t>
      </w:r>
    </w:p>
    <w:p w:rsidR="00E00D30" w:rsidRDefault="00E00D30" w:rsidP="00E00D30">
      <w:r>
        <w:t>319.6528</w:t>
      </w:r>
      <w:r>
        <w:tab/>
        <w:t>1.013e0</w:t>
      </w:r>
    </w:p>
    <w:p w:rsidR="00E00D30" w:rsidRDefault="00E00D30" w:rsidP="00E00D30">
      <w:r>
        <w:t>319.6605</w:t>
      </w:r>
      <w:r>
        <w:tab/>
        <w:t>1.013e0</w:t>
      </w:r>
    </w:p>
    <w:p w:rsidR="00E00D30" w:rsidRDefault="00E00D30" w:rsidP="00E00D30">
      <w:r>
        <w:t>319.6645</w:t>
      </w:r>
      <w:r>
        <w:tab/>
        <w:t>2.025e0</w:t>
      </w:r>
    </w:p>
    <w:p w:rsidR="00E00D30" w:rsidRDefault="00E00D30" w:rsidP="00E00D30">
      <w:r>
        <w:t>319.7166</w:t>
      </w:r>
      <w:r>
        <w:tab/>
        <w:t>1.013e0</w:t>
      </w:r>
    </w:p>
    <w:p w:rsidR="00E00D30" w:rsidRDefault="00E00D30" w:rsidP="00E00D30">
      <w:r>
        <w:lastRenderedPageBreak/>
        <w:t>319.7223</w:t>
      </w:r>
      <w:r>
        <w:tab/>
        <w:t>1.013e0</w:t>
      </w:r>
    </w:p>
    <w:p w:rsidR="00E00D30" w:rsidRDefault="00E00D30" w:rsidP="00E00D30">
      <w:r>
        <w:t>319.7371</w:t>
      </w:r>
      <w:r>
        <w:tab/>
        <w:t>1.013e0</w:t>
      </w:r>
    </w:p>
    <w:p w:rsidR="00E00D30" w:rsidRDefault="00E00D30" w:rsidP="00E00D30">
      <w:r>
        <w:t>319.7570</w:t>
      </w:r>
      <w:r>
        <w:tab/>
        <w:t>1.013e0</w:t>
      </w:r>
    </w:p>
    <w:p w:rsidR="00E00D30" w:rsidRDefault="00E00D30" w:rsidP="00E00D30">
      <w:r>
        <w:t>319.7613</w:t>
      </w:r>
      <w:r>
        <w:tab/>
        <w:t>1.013e0</w:t>
      </w:r>
    </w:p>
    <w:p w:rsidR="00E00D30" w:rsidRDefault="00E00D30" w:rsidP="00E00D30">
      <w:r>
        <w:t>319.7859</w:t>
      </w:r>
      <w:r>
        <w:tab/>
        <w:t>2.025e0</w:t>
      </w:r>
    </w:p>
    <w:p w:rsidR="00E00D30" w:rsidRDefault="00E00D30" w:rsidP="00E00D30">
      <w:r>
        <w:t>319.8176</w:t>
      </w:r>
      <w:r>
        <w:tab/>
        <w:t>1.013e0</w:t>
      </w:r>
    </w:p>
    <w:p w:rsidR="00E00D30" w:rsidRDefault="00E00D30" w:rsidP="00E00D30">
      <w:r>
        <w:t>319.8554</w:t>
      </w:r>
      <w:r>
        <w:tab/>
        <w:t>1.013e0</w:t>
      </w:r>
    </w:p>
    <w:p w:rsidR="00E00D30" w:rsidRDefault="00E00D30" w:rsidP="00E00D30">
      <w:r>
        <w:t>319.8661</w:t>
      </w:r>
      <w:r>
        <w:tab/>
        <w:t>1.013e0</w:t>
      </w:r>
    </w:p>
    <w:p w:rsidR="00E00D30" w:rsidRDefault="00E00D30" w:rsidP="00E00D30">
      <w:r>
        <w:t>319.8783</w:t>
      </w:r>
      <w:r>
        <w:tab/>
        <w:t>1.013e0</w:t>
      </w:r>
    </w:p>
    <w:p w:rsidR="00E00D30" w:rsidRDefault="00E00D30" w:rsidP="00E00D30">
      <w:r>
        <w:t>319.9024</w:t>
      </w:r>
      <w:r>
        <w:tab/>
        <w:t>2.025e0</w:t>
      </w:r>
    </w:p>
    <w:p w:rsidR="00E00D30" w:rsidRDefault="00E00D30" w:rsidP="00E00D30">
      <w:r>
        <w:t>319.9160</w:t>
      </w:r>
      <w:r>
        <w:tab/>
        <w:t>2.025e0</w:t>
      </w:r>
    </w:p>
    <w:p w:rsidR="00E00D30" w:rsidRDefault="00E00D30" w:rsidP="00E00D30">
      <w:r>
        <w:t>319.9189</w:t>
      </w:r>
      <w:r>
        <w:tab/>
        <w:t>1.013e0</w:t>
      </w:r>
    </w:p>
    <w:p w:rsidR="00E00D30" w:rsidRDefault="00E00D30" w:rsidP="00E00D30">
      <w:r>
        <w:t>319.9225</w:t>
      </w:r>
      <w:r>
        <w:tab/>
        <w:t>1.013e0</w:t>
      </w:r>
    </w:p>
    <w:p w:rsidR="00E00D30" w:rsidRDefault="00E00D30" w:rsidP="00E00D30">
      <w:r>
        <w:t>319.9367</w:t>
      </w:r>
      <w:r>
        <w:tab/>
        <w:t>1.013e0</w:t>
      </w:r>
    </w:p>
    <w:p w:rsidR="00E00D30" w:rsidRDefault="00E00D30" w:rsidP="00E00D30">
      <w:r>
        <w:t>319.9514</w:t>
      </w:r>
      <w:r>
        <w:tab/>
        <w:t>1.013e0</w:t>
      </w:r>
    </w:p>
    <w:p w:rsidR="00E00D30" w:rsidRDefault="00E00D30" w:rsidP="00E00D30">
      <w:r>
        <w:t>319.9652</w:t>
      </w:r>
      <w:r>
        <w:tab/>
        <w:t>1.013e0</w:t>
      </w:r>
    </w:p>
    <w:p w:rsidR="00E00D30" w:rsidRDefault="00E00D30" w:rsidP="00E00D30">
      <w:r>
        <w:t>319.9752</w:t>
      </w:r>
      <w:r>
        <w:tab/>
        <w:t>1.013e0</w:t>
      </w:r>
    </w:p>
    <w:p w:rsidR="00E00D30" w:rsidRDefault="00E00D30" w:rsidP="00E00D30">
      <w:r>
        <w:t>319.9836</w:t>
      </w:r>
      <w:r>
        <w:tab/>
        <w:t>1.013e0</w:t>
      </w:r>
    </w:p>
    <w:p w:rsidR="00E00D30" w:rsidRDefault="00E00D30" w:rsidP="00E00D30">
      <w:r>
        <w:t>320.0020</w:t>
      </w:r>
      <w:r>
        <w:tab/>
        <w:t>2.025e0</w:t>
      </w:r>
    </w:p>
    <w:p w:rsidR="00E00D30" w:rsidRDefault="00E00D30" w:rsidP="00E00D30">
      <w:r>
        <w:lastRenderedPageBreak/>
        <w:t>320.0032</w:t>
      </w:r>
      <w:r>
        <w:tab/>
        <w:t>1.013e0</w:t>
      </w:r>
    </w:p>
    <w:p w:rsidR="00E00D30" w:rsidRDefault="00E00D30" w:rsidP="00E00D30">
      <w:r>
        <w:t>320.0075</w:t>
      </w:r>
      <w:r>
        <w:tab/>
        <w:t>1.013e0</w:t>
      </w:r>
    </w:p>
    <w:p w:rsidR="00E00D30" w:rsidRDefault="00E00D30" w:rsidP="00E00D30">
      <w:r>
        <w:t>320.0163</w:t>
      </w:r>
      <w:r>
        <w:tab/>
        <w:t>2.025e0</w:t>
      </w:r>
    </w:p>
    <w:p w:rsidR="00E00D30" w:rsidRDefault="00E00D30" w:rsidP="00E00D30">
      <w:r>
        <w:t>320.0234</w:t>
      </w:r>
      <w:r>
        <w:tab/>
        <w:t>1.013e0</w:t>
      </w:r>
    </w:p>
    <w:p w:rsidR="00E00D30" w:rsidRDefault="00E00D30" w:rsidP="00E00D30">
      <w:r>
        <w:t>320.0270</w:t>
      </w:r>
      <w:r>
        <w:tab/>
        <w:t>2.025e0</w:t>
      </w:r>
    </w:p>
    <w:p w:rsidR="00E00D30" w:rsidRDefault="00E00D30" w:rsidP="00E00D30">
      <w:r>
        <w:t>320.0466</w:t>
      </w:r>
      <w:r>
        <w:tab/>
        <w:t>1.013e0</w:t>
      </w:r>
    </w:p>
    <w:p w:rsidR="00E00D30" w:rsidRDefault="00E00D30" w:rsidP="00E00D30">
      <w:r>
        <w:t>320.0559</w:t>
      </w:r>
      <w:r>
        <w:tab/>
        <w:t>1.013e0</w:t>
      </w:r>
    </w:p>
    <w:p w:rsidR="00E00D30" w:rsidRDefault="00E00D30" w:rsidP="00E00D30">
      <w:r>
        <w:t>320.0637</w:t>
      </w:r>
      <w:r>
        <w:tab/>
        <w:t>1.013e0</w:t>
      </w:r>
    </w:p>
    <w:p w:rsidR="00E00D30" w:rsidRDefault="00E00D30" w:rsidP="00E00D30">
      <w:r>
        <w:t>320.0751</w:t>
      </w:r>
      <w:r>
        <w:tab/>
        <w:t>1.013e0</w:t>
      </w:r>
    </w:p>
    <w:p w:rsidR="00E00D30" w:rsidRDefault="00E00D30" w:rsidP="00E00D30">
      <w:r>
        <w:t>320.0840</w:t>
      </w:r>
      <w:r>
        <w:tab/>
        <w:t>3.038e0</w:t>
      </w:r>
    </w:p>
    <w:p w:rsidR="00E00D30" w:rsidRDefault="00E00D30" w:rsidP="00E00D30">
      <w:r>
        <w:t>320.0925</w:t>
      </w:r>
      <w:r>
        <w:tab/>
        <w:t>1.013e0</w:t>
      </w:r>
    </w:p>
    <w:p w:rsidR="00E00D30" w:rsidRDefault="00E00D30" w:rsidP="00E00D30">
      <w:r>
        <w:t>320.0986</w:t>
      </w:r>
      <w:r>
        <w:tab/>
        <w:t>1.013e0</w:t>
      </w:r>
    </w:p>
    <w:p w:rsidR="00E00D30" w:rsidRDefault="00E00D30" w:rsidP="00E00D30">
      <w:r>
        <w:t>320.1158</w:t>
      </w:r>
      <w:r>
        <w:tab/>
        <w:t>2.025e0</w:t>
      </w:r>
    </w:p>
    <w:p w:rsidR="00E00D30" w:rsidRDefault="00E00D30" w:rsidP="00E00D30">
      <w:r>
        <w:t>320.1333</w:t>
      </w:r>
      <w:r>
        <w:tab/>
        <w:t>2.025e0</w:t>
      </w:r>
    </w:p>
    <w:p w:rsidR="00E00D30" w:rsidRDefault="00E00D30" w:rsidP="00E00D30">
      <w:r>
        <w:t>320.1364</w:t>
      </w:r>
      <w:r>
        <w:tab/>
        <w:t>1.013e0</w:t>
      </w:r>
    </w:p>
    <w:p w:rsidR="00E00D30" w:rsidRDefault="00E00D30" w:rsidP="00E00D30">
      <w:r>
        <w:t>320.1396</w:t>
      </w:r>
      <w:r>
        <w:tab/>
        <w:t>4.051e0</w:t>
      </w:r>
    </w:p>
    <w:p w:rsidR="00E00D30" w:rsidRDefault="00E00D30" w:rsidP="00E00D30">
      <w:r>
        <w:t>320.1529</w:t>
      </w:r>
      <w:r>
        <w:tab/>
        <w:t>2.025e0</w:t>
      </w:r>
    </w:p>
    <w:p w:rsidR="00E00D30" w:rsidRDefault="00E00D30" w:rsidP="00E00D30">
      <w:r>
        <w:t>320.1561</w:t>
      </w:r>
      <w:r>
        <w:tab/>
        <w:t>1.013e0</w:t>
      </w:r>
    </w:p>
    <w:p w:rsidR="00E00D30" w:rsidRDefault="00E00D30" w:rsidP="00E00D30">
      <w:r>
        <w:t>320.1757</w:t>
      </w:r>
      <w:r>
        <w:tab/>
        <w:t>2.025e0</w:t>
      </w:r>
    </w:p>
    <w:p w:rsidR="00E00D30" w:rsidRDefault="00E00D30" w:rsidP="00E00D30">
      <w:r>
        <w:lastRenderedPageBreak/>
        <w:t>320.1796</w:t>
      </w:r>
      <w:r>
        <w:tab/>
        <w:t>1.013e0</w:t>
      </w:r>
    </w:p>
    <w:p w:rsidR="00E00D30" w:rsidRDefault="00E00D30" w:rsidP="00E00D30">
      <w:r>
        <w:t>320.1889</w:t>
      </w:r>
      <w:r>
        <w:tab/>
        <w:t>1.013e0</w:t>
      </w:r>
    </w:p>
    <w:p w:rsidR="00E00D30" w:rsidRDefault="00E00D30" w:rsidP="00E00D30">
      <w:r>
        <w:t>320.1971</w:t>
      </w:r>
      <w:r>
        <w:tab/>
        <w:t>1.013e0</w:t>
      </w:r>
    </w:p>
    <w:p w:rsidR="00E00D30" w:rsidRDefault="00E00D30" w:rsidP="00E00D30">
      <w:r>
        <w:t>320.1984</w:t>
      </w:r>
      <w:r>
        <w:tab/>
        <w:t>2.025e0</w:t>
      </w:r>
    </w:p>
    <w:p w:rsidR="00E00D30" w:rsidRDefault="00E00D30" w:rsidP="00E00D30">
      <w:r>
        <w:t>320.1999</w:t>
      </w:r>
      <w:r>
        <w:tab/>
        <w:t>2.025e0</w:t>
      </w:r>
    </w:p>
    <w:p w:rsidR="00E00D30" w:rsidRDefault="00E00D30" w:rsidP="00E00D30">
      <w:r>
        <w:t>320.2024</w:t>
      </w:r>
      <w:r>
        <w:tab/>
        <w:t>1.013e0</w:t>
      </w:r>
    </w:p>
    <w:p w:rsidR="00E00D30" w:rsidRDefault="00E00D30" w:rsidP="00E00D30">
      <w:r>
        <w:t>320.2219</w:t>
      </w:r>
      <w:r>
        <w:tab/>
        <w:t>2.025e0</w:t>
      </w:r>
    </w:p>
    <w:p w:rsidR="00E00D30" w:rsidRDefault="00E00D30" w:rsidP="00E00D30">
      <w:r>
        <w:t>320.2254</w:t>
      </w:r>
      <w:r>
        <w:tab/>
        <w:t>2.025e0</w:t>
      </w:r>
    </w:p>
    <w:p w:rsidR="00E00D30" w:rsidRDefault="00E00D30" w:rsidP="00E00D30">
      <w:r>
        <w:t>320.2369</w:t>
      </w:r>
      <w:r>
        <w:tab/>
        <w:t>1.013e0</w:t>
      </w:r>
    </w:p>
    <w:p w:rsidR="00E00D30" w:rsidRDefault="00E00D30" w:rsidP="00E00D30">
      <w:r>
        <w:t>320.2413</w:t>
      </w:r>
      <w:r>
        <w:tab/>
        <w:t>6.076e0</w:t>
      </w:r>
    </w:p>
    <w:p w:rsidR="00E00D30" w:rsidRDefault="00E00D30" w:rsidP="00E00D30">
      <w:r>
        <w:t>320.2505</w:t>
      </w:r>
      <w:r>
        <w:tab/>
        <w:t>2.025e0</w:t>
      </w:r>
    </w:p>
    <w:p w:rsidR="00E00D30" w:rsidRDefault="00E00D30" w:rsidP="00E00D30">
      <w:r>
        <w:t>320.2738</w:t>
      </w:r>
      <w:r>
        <w:tab/>
        <w:t>1.013e0</w:t>
      </w:r>
    </w:p>
    <w:p w:rsidR="00E00D30" w:rsidRDefault="00E00D30" w:rsidP="00E00D30">
      <w:r>
        <w:t>320.2941</w:t>
      </w:r>
      <w:r>
        <w:tab/>
        <w:t>1.013e0</w:t>
      </w:r>
    </w:p>
    <w:p w:rsidR="00E00D30" w:rsidRDefault="00E00D30" w:rsidP="00E00D30">
      <w:r>
        <w:t>320.2960</w:t>
      </w:r>
      <w:r>
        <w:tab/>
        <w:t>3.038e0</w:t>
      </w:r>
    </w:p>
    <w:p w:rsidR="00E00D30" w:rsidRDefault="00E00D30" w:rsidP="00E00D30">
      <w:r>
        <w:t>320.3026</w:t>
      </w:r>
      <w:r>
        <w:tab/>
        <w:t>2.025e0</w:t>
      </w:r>
    </w:p>
    <w:p w:rsidR="00E00D30" w:rsidRDefault="00E00D30" w:rsidP="00E00D30">
      <w:r>
        <w:t>320.3061</w:t>
      </w:r>
      <w:r>
        <w:tab/>
        <w:t>2.025e0</w:t>
      </w:r>
    </w:p>
    <w:p w:rsidR="00E00D30" w:rsidRDefault="00E00D30" w:rsidP="00E00D30">
      <w:r>
        <w:t>320.3504</w:t>
      </w:r>
      <w:r>
        <w:tab/>
        <w:t>1.013e0</w:t>
      </w:r>
    </w:p>
    <w:p w:rsidR="00E00D30" w:rsidRDefault="00E00D30" w:rsidP="00E00D30">
      <w:r>
        <w:t>320.3829</w:t>
      </w:r>
      <w:r>
        <w:tab/>
        <w:t>1.013e0</w:t>
      </w:r>
    </w:p>
    <w:p w:rsidR="00E00D30" w:rsidRDefault="00E00D30" w:rsidP="00E00D30">
      <w:r>
        <w:t>320.3876</w:t>
      </w:r>
      <w:r>
        <w:tab/>
        <w:t>1.013e0</w:t>
      </w:r>
    </w:p>
    <w:p w:rsidR="00E00D30" w:rsidRDefault="00E00D30" w:rsidP="00E00D30">
      <w:r>
        <w:lastRenderedPageBreak/>
        <w:t>320.4034</w:t>
      </w:r>
      <w:r>
        <w:tab/>
        <w:t>1.013e0</w:t>
      </w:r>
    </w:p>
    <w:p w:rsidR="00E00D30" w:rsidRDefault="00E00D30" w:rsidP="00E00D30">
      <w:r>
        <w:t>320.4072</w:t>
      </w:r>
      <w:r>
        <w:tab/>
        <w:t>1.013e0</w:t>
      </w:r>
    </w:p>
    <w:p w:rsidR="00E00D30" w:rsidRDefault="00E00D30" w:rsidP="00E00D30">
      <w:r>
        <w:t>320.4114</w:t>
      </w:r>
      <w:r>
        <w:tab/>
        <w:t>1.013e0</w:t>
      </w:r>
    </w:p>
    <w:p w:rsidR="00E00D30" w:rsidRDefault="00E00D30" w:rsidP="00E00D30">
      <w:r>
        <w:t>320.4352</w:t>
      </w:r>
      <w:r>
        <w:tab/>
        <w:t>1.013e0</w:t>
      </w:r>
    </w:p>
    <w:p w:rsidR="00E00D30" w:rsidRDefault="00E00D30" w:rsidP="00E00D30">
      <w:r>
        <w:t>320.4687</w:t>
      </w:r>
      <w:r>
        <w:tab/>
        <w:t>1.013e0</w:t>
      </w:r>
    </w:p>
    <w:p w:rsidR="00E00D30" w:rsidRDefault="00E00D30" w:rsidP="00E00D30">
      <w:r>
        <w:t>320.4716</w:t>
      </w:r>
      <w:r>
        <w:tab/>
        <w:t>2.025e0</w:t>
      </w:r>
    </w:p>
    <w:p w:rsidR="00E00D30" w:rsidRDefault="00E00D30" w:rsidP="00E00D30">
      <w:r>
        <w:t>320.4879</w:t>
      </w:r>
      <w:r>
        <w:tab/>
        <w:t>1.013e0</w:t>
      </w:r>
    </w:p>
    <w:p w:rsidR="00E00D30" w:rsidRDefault="00E00D30" w:rsidP="00E00D30">
      <w:r>
        <w:t>320.5202</w:t>
      </w:r>
      <w:r>
        <w:tab/>
        <w:t>2.025e0</w:t>
      </w:r>
    </w:p>
    <w:p w:rsidR="00E00D30" w:rsidRDefault="00E00D30" w:rsidP="00E00D30">
      <w:r>
        <w:t>320.5501</w:t>
      </w:r>
      <w:r>
        <w:tab/>
        <w:t>3.038e0</w:t>
      </w:r>
    </w:p>
    <w:p w:rsidR="00E00D30" w:rsidRDefault="00E00D30" w:rsidP="00E00D30">
      <w:r>
        <w:t>320.5555</w:t>
      </w:r>
      <w:r>
        <w:tab/>
        <w:t>1.013e0</w:t>
      </w:r>
    </w:p>
    <w:p w:rsidR="00E00D30" w:rsidRDefault="00E00D30" w:rsidP="00E00D30">
      <w:r>
        <w:t>320.5644</w:t>
      </w:r>
      <w:r>
        <w:tab/>
        <w:t>1.013e0</w:t>
      </w:r>
    </w:p>
    <w:p w:rsidR="00E00D30" w:rsidRDefault="00E00D30" w:rsidP="00E00D30">
      <w:r>
        <w:t>320.5791</w:t>
      </w:r>
      <w:r>
        <w:tab/>
        <w:t>1.013e0</w:t>
      </w:r>
    </w:p>
    <w:p w:rsidR="00E00D30" w:rsidRDefault="00E00D30" w:rsidP="00E00D30">
      <w:r>
        <w:t>320.6017</w:t>
      </w:r>
      <w:r>
        <w:tab/>
        <w:t>1.013e0</w:t>
      </w:r>
    </w:p>
    <w:p w:rsidR="00E00D30" w:rsidRDefault="00E00D30" w:rsidP="00E00D30">
      <w:r>
        <w:t>320.6132</w:t>
      </w:r>
      <w:r>
        <w:tab/>
        <w:t>1.013e0</w:t>
      </w:r>
    </w:p>
    <w:p w:rsidR="00E00D30" w:rsidRDefault="00E00D30" w:rsidP="00E00D30">
      <w:r>
        <w:t>320.6550</w:t>
      </w:r>
      <w:r>
        <w:tab/>
        <w:t>2.025e0</w:t>
      </w:r>
    </w:p>
    <w:p w:rsidR="00E00D30" w:rsidRDefault="00E00D30" w:rsidP="00E00D30">
      <w:r>
        <w:t>320.6631</w:t>
      </w:r>
      <w:r>
        <w:tab/>
        <w:t>4.051e0</w:t>
      </w:r>
    </w:p>
    <w:p w:rsidR="00E00D30" w:rsidRDefault="00E00D30" w:rsidP="00E00D30">
      <w:r>
        <w:t>320.6939</w:t>
      </w:r>
      <w:r>
        <w:tab/>
        <w:t>1.013e0</w:t>
      </w:r>
    </w:p>
    <w:p w:rsidR="00E00D30" w:rsidRDefault="00E00D30" w:rsidP="00E00D30">
      <w:r>
        <w:t>320.7176</w:t>
      </w:r>
      <w:r>
        <w:tab/>
        <w:t>1.013e0</w:t>
      </w:r>
    </w:p>
    <w:p w:rsidR="00E00D30" w:rsidRDefault="00E00D30" w:rsidP="00E00D30">
      <w:r>
        <w:t>320.7235</w:t>
      </w:r>
      <w:r>
        <w:tab/>
        <w:t>2.025e0</w:t>
      </w:r>
    </w:p>
    <w:p w:rsidR="00E00D30" w:rsidRDefault="00E00D30" w:rsidP="00E00D30">
      <w:r>
        <w:lastRenderedPageBreak/>
        <w:t>320.7265</w:t>
      </w:r>
      <w:r>
        <w:tab/>
        <w:t>1.013e0</w:t>
      </w:r>
    </w:p>
    <w:p w:rsidR="00E00D30" w:rsidRDefault="00E00D30" w:rsidP="00E00D30">
      <w:r>
        <w:t>320.7463</w:t>
      </w:r>
      <w:r>
        <w:tab/>
        <w:t>1.013e0</w:t>
      </w:r>
    </w:p>
    <w:p w:rsidR="00E00D30" w:rsidRDefault="00E00D30" w:rsidP="00E00D30">
      <w:r>
        <w:t>320.7501</w:t>
      </w:r>
      <w:r>
        <w:tab/>
        <w:t>1.013e0</w:t>
      </w:r>
    </w:p>
    <w:p w:rsidR="00E00D30" w:rsidRDefault="00E00D30" w:rsidP="00E00D30">
      <w:r>
        <w:t>320.7853</w:t>
      </w:r>
      <w:r>
        <w:tab/>
        <w:t>2.025e0</w:t>
      </w:r>
    </w:p>
    <w:p w:rsidR="00E00D30" w:rsidRDefault="00E00D30" w:rsidP="00E00D30">
      <w:r>
        <w:t>320.8032</w:t>
      </w:r>
      <w:r>
        <w:tab/>
        <w:t>1.013e0</w:t>
      </w:r>
    </w:p>
    <w:p w:rsidR="00E00D30" w:rsidRDefault="00E00D30" w:rsidP="00E00D30">
      <w:r>
        <w:t>320.8108</w:t>
      </w:r>
      <w:r>
        <w:tab/>
        <w:t>1.013e0</w:t>
      </w:r>
    </w:p>
    <w:p w:rsidR="00E00D30" w:rsidRDefault="00E00D30" w:rsidP="00E00D30">
      <w:r>
        <w:t>320.8221</w:t>
      </w:r>
      <w:r>
        <w:tab/>
        <w:t>1.013e0</w:t>
      </w:r>
    </w:p>
    <w:p w:rsidR="00E00D30" w:rsidRDefault="00E00D30" w:rsidP="00E00D30">
      <w:r>
        <w:t>320.8302</w:t>
      </w:r>
      <w:r>
        <w:tab/>
        <w:t>2.025e0</w:t>
      </w:r>
    </w:p>
    <w:p w:rsidR="00E00D30" w:rsidRDefault="00E00D30" w:rsidP="00E00D30">
      <w:r>
        <w:t>320.8393</w:t>
      </w:r>
      <w:r>
        <w:tab/>
        <w:t>1.013e0</w:t>
      </w:r>
    </w:p>
    <w:p w:rsidR="00E00D30" w:rsidRDefault="00E00D30" w:rsidP="00E00D30">
      <w:r>
        <w:t>320.8553</w:t>
      </w:r>
      <w:r>
        <w:tab/>
        <w:t>1.013e0</w:t>
      </w:r>
    </w:p>
    <w:p w:rsidR="00E00D30" w:rsidRDefault="00E00D30" w:rsidP="00E00D30">
      <w:r>
        <w:t>320.8836</w:t>
      </w:r>
      <w:r>
        <w:tab/>
        <w:t>1.013e0</w:t>
      </w:r>
    </w:p>
    <w:p w:rsidR="00E00D30" w:rsidRDefault="00E00D30" w:rsidP="00E00D30">
      <w:r>
        <w:t>320.8877</w:t>
      </w:r>
      <w:r>
        <w:tab/>
        <w:t>1.013e0</w:t>
      </w:r>
    </w:p>
    <w:p w:rsidR="00E00D30" w:rsidRDefault="00E00D30" w:rsidP="00E00D30">
      <w:r>
        <w:t>320.8915</w:t>
      </w:r>
      <w:r>
        <w:tab/>
        <w:t>3.038e0</w:t>
      </w:r>
    </w:p>
    <w:p w:rsidR="00E00D30" w:rsidRDefault="00E00D30" w:rsidP="00E00D30">
      <w:r>
        <w:t>320.8978</w:t>
      </w:r>
      <w:r>
        <w:tab/>
        <w:t>1.013e0</w:t>
      </w:r>
    </w:p>
    <w:p w:rsidR="00E00D30" w:rsidRDefault="00E00D30" w:rsidP="00E00D30">
      <w:r>
        <w:t>320.9078</w:t>
      </w:r>
      <w:r>
        <w:tab/>
        <w:t>2.025e0</w:t>
      </w:r>
    </w:p>
    <w:p w:rsidR="00E00D30" w:rsidRDefault="00E00D30" w:rsidP="00E00D30">
      <w:r>
        <w:t>320.9123</w:t>
      </w:r>
      <w:r>
        <w:tab/>
        <w:t>1.013e0</w:t>
      </w:r>
    </w:p>
    <w:p w:rsidR="00E00D30" w:rsidRDefault="00E00D30" w:rsidP="00E00D30">
      <w:r>
        <w:t>320.9157</w:t>
      </w:r>
      <w:r>
        <w:tab/>
        <w:t>2.025e0</w:t>
      </w:r>
    </w:p>
    <w:p w:rsidR="00E00D30" w:rsidRDefault="00E00D30" w:rsidP="00E00D30">
      <w:r>
        <w:t>320.9322</w:t>
      </w:r>
      <w:r>
        <w:tab/>
        <w:t>1.013e0</w:t>
      </w:r>
    </w:p>
    <w:p w:rsidR="00E00D30" w:rsidRDefault="00E00D30" w:rsidP="00E00D30">
      <w:r>
        <w:t>320.9554</w:t>
      </w:r>
      <w:r>
        <w:tab/>
        <w:t>1.013e0</w:t>
      </w:r>
    </w:p>
    <w:p w:rsidR="00E00D30" w:rsidRDefault="00E00D30" w:rsidP="00E00D30">
      <w:r>
        <w:lastRenderedPageBreak/>
        <w:t>320.9578</w:t>
      </w:r>
      <w:r>
        <w:tab/>
        <w:t>2.025e0</w:t>
      </w:r>
    </w:p>
    <w:p w:rsidR="00E00D30" w:rsidRDefault="00E00D30" w:rsidP="00E00D30">
      <w:r>
        <w:t>320.9604</w:t>
      </w:r>
      <w:r>
        <w:tab/>
        <w:t>1.013e0</w:t>
      </w:r>
    </w:p>
    <w:p w:rsidR="00E00D30" w:rsidRDefault="00E00D30" w:rsidP="00E00D30">
      <w:r>
        <w:t>320.9642</w:t>
      </w:r>
      <w:r>
        <w:tab/>
        <w:t>2.025e0</w:t>
      </w:r>
    </w:p>
    <w:p w:rsidR="00E00D30" w:rsidRDefault="00E00D30" w:rsidP="00E00D30">
      <w:r>
        <w:t>320.9684</w:t>
      </w:r>
      <w:r>
        <w:tab/>
        <w:t>1.013e0</w:t>
      </w:r>
    </w:p>
    <w:p w:rsidR="00E00D30" w:rsidRDefault="00E00D30" w:rsidP="00E00D30">
      <w:r>
        <w:t>320.9747</w:t>
      </w:r>
      <w:r>
        <w:tab/>
        <w:t>2.025e0</w:t>
      </w:r>
    </w:p>
    <w:p w:rsidR="00E00D30" w:rsidRDefault="00E00D30" w:rsidP="00E00D30">
      <w:r>
        <w:t>320.9901</w:t>
      </w:r>
      <w:r>
        <w:tab/>
        <w:t>2.025e0</w:t>
      </w:r>
    </w:p>
    <w:p w:rsidR="00E00D30" w:rsidRDefault="00E00D30" w:rsidP="00E00D30">
      <w:r>
        <w:t>321.0128</w:t>
      </w:r>
      <w:r>
        <w:tab/>
        <w:t>1.013e0</w:t>
      </w:r>
    </w:p>
    <w:p w:rsidR="00E00D30" w:rsidRDefault="00E00D30" w:rsidP="00E00D30">
      <w:r>
        <w:t>321.0254</w:t>
      </w:r>
      <w:r>
        <w:tab/>
        <w:t>1.013e0</w:t>
      </w:r>
    </w:p>
    <w:p w:rsidR="00E00D30" w:rsidRDefault="00E00D30" w:rsidP="00E00D30">
      <w:r>
        <w:t>321.0281</w:t>
      </w:r>
      <w:r>
        <w:tab/>
        <w:t>4.051e0</w:t>
      </w:r>
    </w:p>
    <w:p w:rsidR="00E00D30" w:rsidRDefault="00E00D30" w:rsidP="00E00D30">
      <w:r>
        <w:t>321.0483</w:t>
      </w:r>
      <w:r>
        <w:tab/>
        <w:t>2.025e0</w:t>
      </w:r>
    </w:p>
    <w:p w:rsidR="00E00D30" w:rsidRDefault="00E00D30" w:rsidP="00E00D30">
      <w:r>
        <w:t>321.0538</w:t>
      </w:r>
      <w:r>
        <w:tab/>
        <w:t>1.013e0</w:t>
      </w:r>
    </w:p>
    <w:p w:rsidR="00E00D30" w:rsidRDefault="00E00D30" w:rsidP="00E00D30">
      <w:r>
        <w:t>321.0776</w:t>
      </w:r>
      <w:r>
        <w:tab/>
        <w:t>2.025e0</w:t>
      </w:r>
    </w:p>
    <w:p w:rsidR="00E00D30" w:rsidRDefault="00E00D30" w:rsidP="00E00D30">
      <w:r>
        <w:t>321.0834</w:t>
      </w:r>
      <w:r>
        <w:tab/>
        <w:t>1.013e0</w:t>
      </w:r>
    </w:p>
    <w:p w:rsidR="00E00D30" w:rsidRDefault="00E00D30" w:rsidP="00E00D30">
      <w:r>
        <w:t>321.1017</w:t>
      </w:r>
      <w:r>
        <w:tab/>
        <w:t>1.013e0</w:t>
      </w:r>
    </w:p>
    <w:p w:rsidR="00E00D30" w:rsidRDefault="00E00D30" w:rsidP="00E00D30">
      <w:r>
        <w:t>321.1066</w:t>
      </w:r>
      <w:r>
        <w:tab/>
        <w:t>1.013e0</w:t>
      </w:r>
    </w:p>
    <w:p w:rsidR="00E00D30" w:rsidRDefault="00E00D30" w:rsidP="00E00D30">
      <w:r>
        <w:t>321.1182</w:t>
      </w:r>
      <w:r>
        <w:tab/>
        <w:t>1.013e0</w:t>
      </w:r>
    </w:p>
    <w:p w:rsidR="00E00D30" w:rsidRDefault="00E00D30" w:rsidP="00E00D30">
      <w:r>
        <w:t>321.1260</w:t>
      </w:r>
      <w:r>
        <w:tab/>
        <w:t>1.013e0</w:t>
      </w:r>
    </w:p>
    <w:p w:rsidR="00E00D30" w:rsidRDefault="00E00D30" w:rsidP="00E00D30">
      <w:r>
        <w:t>321.1404</w:t>
      </w:r>
      <w:r>
        <w:tab/>
        <w:t>3.038e0</w:t>
      </w:r>
    </w:p>
    <w:p w:rsidR="00E00D30" w:rsidRDefault="00E00D30" w:rsidP="00E00D30">
      <w:r>
        <w:t>321.1414</w:t>
      </w:r>
      <w:r>
        <w:tab/>
        <w:t>3.038e0</w:t>
      </w:r>
    </w:p>
    <w:p w:rsidR="00E00D30" w:rsidRDefault="00E00D30" w:rsidP="00E00D30">
      <w:r>
        <w:lastRenderedPageBreak/>
        <w:t>321.1462</w:t>
      </w:r>
      <w:r>
        <w:tab/>
        <w:t>1.013e0</w:t>
      </w:r>
    </w:p>
    <w:p w:rsidR="00E00D30" w:rsidRDefault="00E00D30" w:rsidP="00E00D30">
      <w:r>
        <w:t>321.1480</w:t>
      </w:r>
      <w:r>
        <w:tab/>
        <w:t>4.051e0</w:t>
      </w:r>
    </w:p>
    <w:p w:rsidR="00E00D30" w:rsidRDefault="00E00D30" w:rsidP="00E00D30">
      <w:r>
        <w:t>321.1584</w:t>
      </w:r>
      <w:r>
        <w:tab/>
        <w:t>1.013e0</w:t>
      </w:r>
    </w:p>
    <w:p w:rsidR="00E00D30" w:rsidRDefault="00E00D30" w:rsidP="00E00D30">
      <w:r>
        <w:t>321.1640</w:t>
      </w:r>
      <w:r>
        <w:tab/>
        <w:t>2.025e0</w:t>
      </w:r>
    </w:p>
    <w:p w:rsidR="00E00D30" w:rsidRDefault="00E00D30" w:rsidP="00E00D30">
      <w:r>
        <w:t>321.1744</w:t>
      </w:r>
      <w:r>
        <w:tab/>
        <w:t>1.013e0</w:t>
      </w:r>
    </w:p>
    <w:p w:rsidR="00E00D30" w:rsidRDefault="00E00D30" w:rsidP="00E00D30">
      <w:r>
        <w:t>321.1785</w:t>
      </w:r>
      <w:r>
        <w:tab/>
        <w:t>1.013e0</w:t>
      </w:r>
    </w:p>
    <w:p w:rsidR="00E00D30" w:rsidRDefault="00E00D30" w:rsidP="00E00D30">
      <w:r>
        <w:t>321.1872</w:t>
      </w:r>
      <w:r>
        <w:tab/>
        <w:t>1.013e0</w:t>
      </w:r>
    </w:p>
    <w:p w:rsidR="00E00D30" w:rsidRDefault="00E00D30" w:rsidP="00E00D30">
      <w:r>
        <w:t>321.1941</w:t>
      </w:r>
      <w:r>
        <w:tab/>
        <w:t>2.025e0</w:t>
      </w:r>
    </w:p>
    <w:p w:rsidR="00E00D30" w:rsidRDefault="00E00D30" w:rsidP="00E00D30">
      <w:r>
        <w:t>321.1972</w:t>
      </w:r>
      <w:r>
        <w:tab/>
        <w:t>2.025e0</w:t>
      </w:r>
    </w:p>
    <w:p w:rsidR="00E00D30" w:rsidRDefault="00E00D30" w:rsidP="00E00D30">
      <w:r>
        <w:t>321.1988</w:t>
      </w:r>
      <w:r>
        <w:tab/>
        <w:t>1.013e0</w:t>
      </w:r>
    </w:p>
    <w:p w:rsidR="00E00D30" w:rsidRDefault="00E00D30" w:rsidP="00E00D30">
      <w:r>
        <w:t>321.2031</w:t>
      </w:r>
      <w:r>
        <w:tab/>
        <w:t>1.013e0</w:t>
      </w:r>
    </w:p>
    <w:p w:rsidR="00E00D30" w:rsidRDefault="00E00D30" w:rsidP="00E00D30">
      <w:r>
        <w:t>321.2222</w:t>
      </w:r>
      <w:r>
        <w:tab/>
        <w:t>1.013e0</w:t>
      </w:r>
    </w:p>
    <w:p w:rsidR="00E00D30" w:rsidRDefault="00E00D30" w:rsidP="00E00D30">
      <w:r>
        <w:t>321.2268</w:t>
      </w:r>
      <w:r>
        <w:tab/>
        <w:t>1.013e0</w:t>
      </w:r>
    </w:p>
    <w:p w:rsidR="00E00D30" w:rsidRDefault="00E00D30" w:rsidP="00E00D30">
      <w:r>
        <w:t>321.2310</w:t>
      </w:r>
      <w:r>
        <w:tab/>
        <w:t>1.013e0</w:t>
      </w:r>
    </w:p>
    <w:p w:rsidR="00E00D30" w:rsidRDefault="00E00D30" w:rsidP="00E00D30">
      <w:r>
        <w:t>321.2361</w:t>
      </w:r>
      <w:r>
        <w:tab/>
        <w:t>2.025e0</w:t>
      </w:r>
    </w:p>
    <w:p w:rsidR="00E00D30" w:rsidRDefault="00E00D30" w:rsidP="00E00D30">
      <w:r>
        <w:t>321.2449</w:t>
      </w:r>
      <w:r>
        <w:tab/>
        <w:t>2.025e0</w:t>
      </w:r>
    </w:p>
    <w:p w:rsidR="00E00D30" w:rsidRDefault="00E00D30" w:rsidP="00E00D30">
      <w:r>
        <w:t>321.2593</w:t>
      </w:r>
      <w:r>
        <w:tab/>
        <w:t>1.013e0</w:t>
      </w:r>
    </w:p>
    <w:p w:rsidR="00E00D30" w:rsidRDefault="00E00D30" w:rsidP="00E00D30">
      <w:r>
        <w:t>321.2833</w:t>
      </w:r>
      <w:r>
        <w:tab/>
        <w:t>1.013e0</w:t>
      </w:r>
    </w:p>
    <w:p w:rsidR="00E00D30" w:rsidRDefault="00E00D30" w:rsidP="00E00D30">
      <w:r>
        <w:t>321.3126</w:t>
      </w:r>
      <w:r>
        <w:tab/>
        <w:t>3.038e0</w:t>
      </w:r>
    </w:p>
    <w:p w:rsidR="00E00D30" w:rsidRDefault="00E00D30" w:rsidP="00E00D30">
      <w:r>
        <w:lastRenderedPageBreak/>
        <w:t>321.3156</w:t>
      </w:r>
      <w:r>
        <w:tab/>
        <w:t>1.013e0</w:t>
      </w:r>
    </w:p>
    <w:p w:rsidR="00E00D30" w:rsidRDefault="00E00D30" w:rsidP="00E00D30">
      <w:r>
        <w:t>321.3209</w:t>
      </w:r>
      <w:r>
        <w:tab/>
        <w:t>1.013e0</w:t>
      </w:r>
    </w:p>
    <w:p w:rsidR="00E00D30" w:rsidRDefault="00E00D30" w:rsidP="00E00D30">
      <w:r>
        <w:t>321.3660</w:t>
      </w:r>
      <w:r>
        <w:tab/>
        <w:t>2.025e0</w:t>
      </w:r>
    </w:p>
    <w:p w:rsidR="00E00D30" w:rsidRDefault="00E00D30" w:rsidP="00E00D30">
      <w:r>
        <w:t>321.3885</w:t>
      </w:r>
      <w:r>
        <w:tab/>
        <w:t>1.013e0</w:t>
      </w:r>
    </w:p>
    <w:p w:rsidR="00E00D30" w:rsidRDefault="00E00D30" w:rsidP="00E00D30">
      <w:r>
        <w:t>321.3926</w:t>
      </w:r>
      <w:r>
        <w:tab/>
        <w:t>1.013e0</w:t>
      </w:r>
    </w:p>
    <w:p w:rsidR="00E00D30" w:rsidRDefault="00E00D30" w:rsidP="00E00D30">
      <w:r>
        <w:t>321.4169</w:t>
      </w:r>
      <w:r>
        <w:tab/>
        <w:t>2.025e0</w:t>
      </w:r>
    </w:p>
    <w:p w:rsidR="00E00D30" w:rsidRDefault="00E00D30" w:rsidP="00E00D30">
      <w:r>
        <w:t>321.4449</w:t>
      </w:r>
      <w:r>
        <w:tab/>
        <w:t>1.013e0</w:t>
      </w:r>
    </w:p>
    <w:p w:rsidR="00E00D30" w:rsidRDefault="00E00D30" w:rsidP="00E00D30">
      <w:r>
        <w:t>321.4975</w:t>
      </w:r>
      <w:r>
        <w:tab/>
        <w:t>1.013e0</w:t>
      </w:r>
    </w:p>
    <w:p w:rsidR="00E00D30" w:rsidRDefault="00E00D30" w:rsidP="00E00D30">
      <w:r>
        <w:t>321.5259</w:t>
      </w:r>
      <w:r>
        <w:tab/>
        <w:t>1.013e0</w:t>
      </w:r>
    </w:p>
    <w:p w:rsidR="00E00D30" w:rsidRDefault="00E00D30" w:rsidP="00E00D30">
      <w:r>
        <w:t>321.5461</w:t>
      </w:r>
      <w:r>
        <w:tab/>
        <w:t>1.013e0</w:t>
      </w:r>
    </w:p>
    <w:p w:rsidR="00E00D30" w:rsidRDefault="00E00D30" w:rsidP="00E00D30">
      <w:r>
        <w:t>321.5744</w:t>
      </w:r>
      <w:r>
        <w:tab/>
        <w:t>2.025e0</w:t>
      </w:r>
    </w:p>
    <w:p w:rsidR="00E00D30" w:rsidRDefault="00E00D30" w:rsidP="00E00D30">
      <w:r>
        <w:t>321.5783</w:t>
      </w:r>
      <w:r>
        <w:tab/>
        <w:t>1.013e0</w:t>
      </w:r>
    </w:p>
    <w:p w:rsidR="00E00D30" w:rsidRDefault="00E00D30" w:rsidP="00E00D30">
      <w:r>
        <w:t>321.6465</w:t>
      </w:r>
      <w:r>
        <w:tab/>
        <w:t>1.013e0</w:t>
      </w:r>
    </w:p>
    <w:p w:rsidR="00E00D30" w:rsidRDefault="00E00D30" w:rsidP="00E00D30">
      <w:r>
        <w:t>321.6552</w:t>
      </w:r>
      <w:r>
        <w:tab/>
        <w:t>1.013e0</w:t>
      </w:r>
    </w:p>
    <w:p w:rsidR="00E00D30" w:rsidRDefault="00E00D30" w:rsidP="00E00D30">
      <w:r>
        <w:t>321.6569</w:t>
      </w:r>
      <w:r>
        <w:tab/>
        <w:t>3.038e0</w:t>
      </w:r>
    </w:p>
    <w:p w:rsidR="00E00D30" w:rsidRDefault="00E00D30" w:rsidP="00E00D30">
      <w:r>
        <w:t>321.6751</w:t>
      </w:r>
      <w:r>
        <w:tab/>
        <w:t>1.013e0</w:t>
      </w:r>
    </w:p>
    <w:p w:rsidR="00E00D30" w:rsidRDefault="00E00D30" w:rsidP="00E00D30">
      <w:r>
        <w:t>321.6833</w:t>
      </w:r>
      <w:r>
        <w:tab/>
        <w:t>1.013e0</w:t>
      </w:r>
    </w:p>
    <w:p w:rsidR="00E00D30" w:rsidRDefault="00E00D30" w:rsidP="00E00D30">
      <w:r>
        <w:t>321.7037</w:t>
      </w:r>
      <w:r>
        <w:tab/>
        <w:t>1.013e0</w:t>
      </w:r>
    </w:p>
    <w:p w:rsidR="00E00D30" w:rsidRDefault="00E00D30" w:rsidP="00E00D30">
      <w:r>
        <w:t>321.7318</w:t>
      </w:r>
      <w:r>
        <w:tab/>
        <w:t>1.013e0</w:t>
      </w:r>
    </w:p>
    <w:p w:rsidR="00E00D30" w:rsidRDefault="00E00D30" w:rsidP="00E00D30">
      <w:r>
        <w:lastRenderedPageBreak/>
        <w:t>321.7448</w:t>
      </w:r>
      <w:r>
        <w:tab/>
        <w:t>1.013e0</w:t>
      </w:r>
    </w:p>
    <w:p w:rsidR="00E00D30" w:rsidRDefault="00E00D30" w:rsidP="00E00D30">
      <w:r>
        <w:t>321.7801</w:t>
      </w:r>
      <w:r>
        <w:tab/>
        <w:t>1.013e0</w:t>
      </w:r>
    </w:p>
    <w:p w:rsidR="00E00D30" w:rsidRDefault="00E00D30" w:rsidP="00E00D30">
      <w:r>
        <w:t>321.7924</w:t>
      </w:r>
      <w:r>
        <w:tab/>
        <w:t>1.013e0</w:t>
      </w:r>
    </w:p>
    <w:p w:rsidR="00E00D30" w:rsidRDefault="00E00D30" w:rsidP="00E00D30">
      <w:r>
        <w:t>321.8411</w:t>
      </w:r>
      <w:r>
        <w:tab/>
        <w:t>1.013e0</w:t>
      </w:r>
    </w:p>
    <w:p w:rsidR="00E00D30" w:rsidRDefault="00E00D30" w:rsidP="00E00D30">
      <w:r>
        <w:t>321.8694</w:t>
      </w:r>
      <w:r>
        <w:tab/>
        <w:t>1.013e0</w:t>
      </w:r>
    </w:p>
    <w:p w:rsidR="00E00D30" w:rsidRDefault="00E00D30" w:rsidP="00E00D30">
      <w:r>
        <w:t>321.8789</w:t>
      </w:r>
      <w:r>
        <w:tab/>
        <w:t>1.013e0</w:t>
      </w:r>
    </w:p>
    <w:p w:rsidR="00E00D30" w:rsidRDefault="00E00D30" w:rsidP="00E00D30">
      <w:r>
        <w:t>321.8897</w:t>
      </w:r>
      <w:r>
        <w:tab/>
        <w:t>1.013e0</w:t>
      </w:r>
    </w:p>
    <w:p w:rsidR="00E00D30" w:rsidRDefault="00E00D30" w:rsidP="00E00D30">
      <w:r>
        <w:t>321.9132</w:t>
      </w:r>
      <w:r>
        <w:tab/>
        <w:t>1.013e0</w:t>
      </w:r>
    </w:p>
    <w:p w:rsidR="00E00D30" w:rsidRDefault="00E00D30" w:rsidP="00E00D30">
      <w:r>
        <w:t>321.9259</w:t>
      </w:r>
      <w:r>
        <w:tab/>
        <w:t>1.013e0</w:t>
      </w:r>
    </w:p>
    <w:p w:rsidR="00E00D30" w:rsidRDefault="00E00D30" w:rsidP="00E00D30">
      <w:r>
        <w:t>321.9597</w:t>
      </w:r>
      <w:r>
        <w:tab/>
        <w:t>1.013e0</w:t>
      </w:r>
    </w:p>
    <w:p w:rsidR="00E00D30" w:rsidRDefault="00E00D30" w:rsidP="00E00D30">
      <w:r>
        <w:t>321.9646</w:t>
      </w:r>
      <w:r>
        <w:tab/>
        <w:t>2.025e0</w:t>
      </w:r>
    </w:p>
    <w:p w:rsidR="00E00D30" w:rsidRDefault="00E00D30" w:rsidP="00E00D30">
      <w:r>
        <w:t>321.9662</w:t>
      </w:r>
      <w:r>
        <w:tab/>
        <w:t>2.025e0</w:t>
      </w:r>
    </w:p>
    <w:p w:rsidR="00E00D30" w:rsidRDefault="00E00D30" w:rsidP="00E00D30">
      <w:r>
        <w:t>321.9832</w:t>
      </w:r>
      <w:r>
        <w:tab/>
        <w:t>1.013e0</w:t>
      </w:r>
    </w:p>
    <w:p w:rsidR="00E00D30" w:rsidRDefault="00E00D30" w:rsidP="00E00D30">
      <w:r>
        <w:t>322.0026</w:t>
      </w:r>
      <w:r>
        <w:tab/>
        <w:t>1.013e0</w:t>
      </w:r>
    </w:p>
    <w:p w:rsidR="00E00D30" w:rsidRDefault="00E00D30" w:rsidP="00E00D30">
      <w:r>
        <w:t>322.0125</w:t>
      </w:r>
      <w:r>
        <w:tab/>
        <w:t>2.025e0</w:t>
      </w:r>
    </w:p>
    <w:p w:rsidR="00E00D30" w:rsidRDefault="00E00D30" w:rsidP="00E00D30">
      <w:r>
        <w:t>322.0181</w:t>
      </w:r>
      <w:r>
        <w:tab/>
        <w:t>1.013e0</w:t>
      </w:r>
    </w:p>
    <w:p w:rsidR="00E00D30" w:rsidRDefault="00E00D30" w:rsidP="00E00D30">
      <w:r>
        <w:t>322.0230</w:t>
      </w:r>
      <w:r>
        <w:tab/>
        <w:t>1.013e0</w:t>
      </w:r>
    </w:p>
    <w:p w:rsidR="00E00D30" w:rsidRDefault="00E00D30" w:rsidP="00E00D30">
      <w:r>
        <w:t>322.0516</w:t>
      </w:r>
      <w:r>
        <w:tab/>
        <w:t>1.013e0</w:t>
      </w:r>
    </w:p>
    <w:p w:rsidR="00E00D30" w:rsidRDefault="00E00D30" w:rsidP="00E00D30">
      <w:r>
        <w:t>322.0644</w:t>
      </w:r>
      <w:r>
        <w:tab/>
        <w:t>1.013e0</w:t>
      </w:r>
    </w:p>
    <w:p w:rsidR="00E00D30" w:rsidRDefault="00E00D30" w:rsidP="00E00D30">
      <w:r>
        <w:lastRenderedPageBreak/>
        <w:t>322.0702</w:t>
      </w:r>
      <w:r>
        <w:tab/>
        <w:t>1.013e0</w:t>
      </w:r>
    </w:p>
    <w:p w:rsidR="00E00D30" w:rsidRDefault="00E00D30" w:rsidP="00E00D30">
      <w:r>
        <w:t>322.0795</w:t>
      </w:r>
      <w:r>
        <w:tab/>
        <w:t>1.013e0</w:t>
      </w:r>
    </w:p>
    <w:p w:rsidR="00E00D30" w:rsidRDefault="00E00D30" w:rsidP="00E00D30">
      <w:r>
        <w:t>322.0828</w:t>
      </w:r>
      <w:r>
        <w:tab/>
        <w:t>3.038e0</w:t>
      </w:r>
    </w:p>
    <w:p w:rsidR="00E00D30" w:rsidRDefault="00E00D30" w:rsidP="00E00D30">
      <w:r>
        <w:t>322.1168</w:t>
      </w:r>
      <w:r>
        <w:tab/>
        <w:t>2.025e0</w:t>
      </w:r>
    </w:p>
    <w:p w:rsidR="00E00D30" w:rsidRDefault="00E00D30" w:rsidP="00E00D30">
      <w:r>
        <w:t>322.1220</w:t>
      </w:r>
      <w:r>
        <w:tab/>
        <w:t>2.025e0</w:t>
      </w:r>
    </w:p>
    <w:p w:rsidR="00E00D30" w:rsidRDefault="00E00D30" w:rsidP="00E00D30">
      <w:r>
        <w:t>322.1252</w:t>
      </w:r>
      <w:r>
        <w:tab/>
        <w:t>2.025e0</w:t>
      </w:r>
    </w:p>
    <w:p w:rsidR="00E00D30" w:rsidRDefault="00E00D30" w:rsidP="00E00D30">
      <w:r>
        <w:t>322.1325</w:t>
      </w:r>
      <w:r>
        <w:tab/>
        <w:t>1.013e0</w:t>
      </w:r>
    </w:p>
    <w:p w:rsidR="00E00D30" w:rsidRDefault="00E00D30" w:rsidP="00E00D30">
      <w:r>
        <w:t>322.1344</w:t>
      </w:r>
      <w:r>
        <w:tab/>
        <w:t>2.025e0</w:t>
      </w:r>
    </w:p>
    <w:p w:rsidR="00E00D30" w:rsidRDefault="00E00D30" w:rsidP="00E00D30">
      <w:r>
        <w:t>322.1401</w:t>
      </w:r>
      <w:r>
        <w:tab/>
        <w:t>2.025e0</w:t>
      </w:r>
    </w:p>
    <w:p w:rsidR="00E00D30" w:rsidRDefault="00E00D30" w:rsidP="00E00D30">
      <w:r>
        <w:t>322.1458</w:t>
      </w:r>
      <w:r>
        <w:tab/>
        <w:t>1.013e0</w:t>
      </w:r>
    </w:p>
    <w:p w:rsidR="00E00D30" w:rsidRDefault="00E00D30" w:rsidP="00E00D30">
      <w:r>
        <w:t>322.1691</w:t>
      </w:r>
      <w:r>
        <w:tab/>
        <w:t>1.013e0</w:t>
      </w:r>
    </w:p>
    <w:p w:rsidR="00E00D30" w:rsidRDefault="00E00D30" w:rsidP="00E00D30">
      <w:r>
        <w:t>322.1729</w:t>
      </w:r>
      <w:r>
        <w:tab/>
        <w:t>2.025e0</w:t>
      </w:r>
    </w:p>
    <w:p w:rsidR="00E00D30" w:rsidRDefault="00E00D30" w:rsidP="00E00D30">
      <w:r>
        <w:t>322.1808</w:t>
      </w:r>
      <w:r>
        <w:tab/>
        <w:t>1.013e0</w:t>
      </w:r>
    </w:p>
    <w:p w:rsidR="00E00D30" w:rsidRDefault="00E00D30" w:rsidP="00E00D30">
      <w:r>
        <w:t>322.1917</w:t>
      </w:r>
      <w:r>
        <w:tab/>
        <w:t>4.051e0</w:t>
      </w:r>
    </w:p>
    <w:p w:rsidR="00E00D30" w:rsidRDefault="00E00D30" w:rsidP="00E00D30">
      <w:r>
        <w:t>322.2061</w:t>
      </w:r>
      <w:r>
        <w:tab/>
        <w:t>2.025e0</w:t>
      </w:r>
    </w:p>
    <w:p w:rsidR="00E00D30" w:rsidRDefault="00E00D30" w:rsidP="00E00D30">
      <w:r>
        <w:t>322.2107</w:t>
      </w:r>
      <w:r>
        <w:tab/>
        <w:t>4.051e0</w:t>
      </w:r>
    </w:p>
    <w:p w:rsidR="00E00D30" w:rsidRDefault="00E00D30" w:rsidP="00E00D30">
      <w:r>
        <w:t>322.2220</w:t>
      </w:r>
      <w:r>
        <w:tab/>
        <w:t>1.013e0</w:t>
      </w:r>
    </w:p>
    <w:p w:rsidR="00E00D30" w:rsidRDefault="00E00D30" w:rsidP="00E00D30">
      <w:r>
        <w:t>322.2411</w:t>
      </w:r>
      <w:r>
        <w:tab/>
        <w:t>1.013e0</w:t>
      </w:r>
    </w:p>
    <w:p w:rsidR="00E00D30" w:rsidRDefault="00E00D30" w:rsidP="00E00D30">
      <w:r>
        <w:t>322.2451</w:t>
      </w:r>
      <w:r>
        <w:tab/>
        <w:t>1.013e0</w:t>
      </w:r>
    </w:p>
    <w:p w:rsidR="00E00D30" w:rsidRDefault="00E00D30" w:rsidP="00E00D30">
      <w:r>
        <w:lastRenderedPageBreak/>
        <w:t>322.2501</w:t>
      </w:r>
      <w:r>
        <w:tab/>
        <w:t>2.025e0</w:t>
      </w:r>
    </w:p>
    <w:p w:rsidR="00E00D30" w:rsidRDefault="00E00D30" w:rsidP="00E00D30">
      <w:r>
        <w:t>322.2512</w:t>
      </w:r>
      <w:r>
        <w:tab/>
        <w:t>1.013e0</w:t>
      </w:r>
    </w:p>
    <w:p w:rsidR="00E00D30" w:rsidRDefault="00E00D30" w:rsidP="00E00D30">
      <w:r>
        <w:t>322.2566</w:t>
      </w:r>
      <w:r>
        <w:tab/>
        <w:t>1.013e0</w:t>
      </w:r>
    </w:p>
    <w:p w:rsidR="00E00D30" w:rsidRDefault="00E00D30" w:rsidP="00E00D30">
      <w:r>
        <w:t>322.2696</w:t>
      </w:r>
      <w:r>
        <w:tab/>
        <w:t>1.013e0</w:t>
      </w:r>
    </w:p>
    <w:p w:rsidR="00E00D30" w:rsidRDefault="00E00D30" w:rsidP="00E00D30">
      <w:r>
        <w:t>322.2939</w:t>
      </w:r>
      <w:r>
        <w:tab/>
        <w:t>1.013e0</w:t>
      </w:r>
    </w:p>
    <w:p w:rsidR="00E00D30" w:rsidRDefault="00E00D30" w:rsidP="00E00D30">
      <w:r>
        <w:t>322.2975</w:t>
      </w:r>
      <w:r>
        <w:tab/>
        <w:t>1.013e0</w:t>
      </w:r>
    </w:p>
    <w:p w:rsidR="00E00D30" w:rsidRDefault="00E00D30" w:rsidP="00E00D30">
      <w:r>
        <w:t>322.3464</w:t>
      </w:r>
      <w:r>
        <w:tab/>
        <w:t>1.013e0</w:t>
      </w:r>
    </w:p>
    <w:p w:rsidR="00E00D30" w:rsidRDefault="00E00D30" w:rsidP="00E00D30">
      <w:r>
        <w:t>322.3555</w:t>
      </w:r>
      <w:r>
        <w:tab/>
        <w:t>1.013e0</w:t>
      </w:r>
    </w:p>
    <w:p w:rsidR="00E00D30" w:rsidRDefault="00E00D30" w:rsidP="00E00D30">
      <w:r>
        <w:t>322.3846</w:t>
      </w:r>
      <w:r>
        <w:tab/>
        <w:t>1.013e0</w:t>
      </w:r>
    </w:p>
    <w:p w:rsidR="00E00D30" w:rsidRDefault="00E00D30" w:rsidP="00E00D30">
      <w:r>
        <w:t>322.4083</w:t>
      </w:r>
      <w:r>
        <w:tab/>
        <w:t>1.013e0</w:t>
      </w:r>
    </w:p>
    <w:p w:rsidR="00E00D30" w:rsidRDefault="00E00D30" w:rsidP="00E00D30">
      <w:r>
        <w:t>322.4432</w:t>
      </w:r>
      <w:r>
        <w:tab/>
        <w:t>1.013e0</w:t>
      </w:r>
    </w:p>
    <w:p w:rsidR="00E00D30" w:rsidRDefault="00E00D30" w:rsidP="00E00D30">
      <w:r>
        <w:t>322.4952</w:t>
      </w:r>
      <w:r>
        <w:tab/>
        <w:t>1.013e0</w:t>
      </w:r>
    </w:p>
    <w:p w:rsidR="00E00D30" w:rsidRDefault="00E00D30" w:rsidP="00E00D30">
      <w:r>
        <w:t>322.5079</w:t>
      </w:r>
      <w:r>
        <w:tab/>
        <w:t>1.013e0</w:t>
      </w:r>
    </w:p>
    <w:p w:rsidR="00E00D30" w:rsidRDefault="00E00D30" w:rsidP="00E00D30">
      <w:r>
        <w:t>322.5125</w:t>
      </w:r>
      <w:r>
        <w:tab/>
        <w:t>1.013e0</w:t>
      </w:r>
    </w:p>
    <w:p w:rsidR="00E00D30" w:rsidRDefault="00E00D30" w:rsidP="00E00D30">
      <w:r>
        <w:t>322.5242</w:t>
      </w:r>
      <w:r>
        <w:tab/>
        <w:t>1.013e0</w:t>
      </w:r>
    </w:p>
    <w:p w:rsidR="00E00D30" w:rsidRDefault="00E00D30" w:rsidP="00E00D30">
      <w:r>
        <w:t>322.5324</w:t>
      </w:r>
      <w:r>
        <w:tab/>
        <w:t>1.013e0</w:t>
      </w:r>
    </w:p>
    <w:p w:rsidR="00E00D30" w:rsidRDefault="00E00D30" w:rsidP="00E00D30">
      <w:r>
        <w:t>322.5524</w:t>
      </w:r>
      <w:r>
        <w:tab/>
        <w:t>1.013e0</w:t>
      </w:r>
    </w:p>
    <w:p w:rsidR="00E00D30" w:rsidRDefault="00E00D30" w:rsidP="00E00D30">
      <w:r>
        <w:t>322.5565</w:t>
      </w:r>
      <w:r>
        <w:tab/>
        <w:t>2.025e0</w:t>
      </w:r>
    </w:p>
    <w:p w:rsidR="00E00D30" w:rsidRDefault="00E00D30" w:rsidP="00E00D30">
      <w:r>
        <w:t>322.5649</w:t>
      </w:r>
      <w:r>
        <w:tab/>
        <w:t>1.013e0</w:t>
      </w:r>
    </w:p>
    <w:p w:rsidR="00E00D30" w:rsidRDefault="00E00D30" w:rsidP="00E00D30">
      <w:r>
        <w:lastRenderedPageBreak/>
        <w:t>322.5850</w:t>
      </w:r>
      <w:r>
        <w:tab/>
        <w:t>1.013e0</w:t>
      </w:r>
    </w:p>
    <w:p w:rsidR="00E00D30" w:rsidRDefault="00E00D30" w:rsidP="00E00D30">
      <w:r>
        <w:t>322.6001</w:t>
      </w:r>
      <w:r>
        <w:tab/>
        <w:t>1.013e0</w:t>
      </w:r>
    </w:p>
    <w:p w:rsidR="00E00D30" w:rsidRDefault="00E00D30" w:rsidP="00E00D30">
      <w:r>
        <w:t>322.6251</w:t>
      </w:r>
      <w:r>
        <w:tab/>
        <w:t>2.025e0</w:t>
      </w:r>
    </w:p>
    <w:p w:rsidR="00E00D30" w:rsidRDefault="00E00D30" w:rsidP="00E00D30">
      <w:r>
        <w:t>322.6700</w:t>
      </w:r>
      <w:r>
        <w:tab/>
        <w:t>1.013e0</w:t>
      </w:r>
    </w:p>
    <w:p w:rsidR="00E00D30" w:rsidRDefault="00E00D30" w:rsidP="00E00D30">
      <w:r>
        <w:t>322.6938</w:t>
      </w:r>
      <w:r>
        <w:tab/>
        <w:t>1.013e0</w:t>
      </w:r>
    </w:p>
    <w:p w:rsidR="00E00D30" w:rsidRDefault="00E00D30" w:rsidP="00E00D30">
      <w:r>
        <w:t>322.6991</w:t>
      </w:r>
      <w:r>
        <w:tab/>
        <w:t>1.013e0</w:t>
      </w:r>
    </w:p>
    <w:p w:rsidR="00E00D30" w:rsidRDefault="00E00D30" w:rsidP="00E00D30">
      <w:r>
        <w:t>322.7226</w:t>
      </w:r>
      <w:r>
        <w:tab/>
        <w:t>3.038e0</w:t>
      </w:r>
    </w:p>
    <w:p w:rsidR="00E00D30" w:rsidRDefault="00E00D30" w:rsidP="00E00D30">
      <w:r>
        <w:t>322.7516</w:t>
      </w:r>
      <w:r>
        <w:tab/>
        <w:t>1.013e0</w:t>
      </w:r>
    </w:p>
    <w:p w:rsidR="00E00D30" w:rsidRDefault="00E00D30" w:rsidP="00E00D30">
      <w:r>
        <w:t>322.8158</w:t>
      </w:r>
      <w:r>
        <w:tab/>
        <w:t>2.025e0</w:t>
      </w:r>
    </w:p>
    <w:p w:rsidR="00E00D30" w:rsidRDefault="00E00D30" w:rsidP="00E00D30">
      <w:r>
        <w:t>322.8192</w:t>
      </w:r>
      <w:r>
        <w:tab/>
        <w:t>1.013e0</w:t>
      </w:r>
    </w:p>
    <w:p w:rsidR="00E00D30" w:rsidRDefault="00E00D30" w:rsidP="00E00D30">
      <w:r>
        <w:t>322.8235</w:t>
      </w:r>
      <w:r>
        <w:tab/>
        <w:t>2.025e0</w:t>
      </w:r>
    </w:p>
    <w:p w:rsidR="00E00D30" w:rsidRDefault="00E00D30" w:rsidP="00E00D30">
      <w:r>
        <w:t>322.8569</w:t>
      </w:r>
      <w:r>
        <w:tab/>
        <w:t>1.013e0</w:t>
      </w:r>
    </w:p>
    <w:p w:rsidR="00E00D30" w:rsidRDefault="00E00D30" w:rsidP="00E00D30">
      <w:r>
        <w:t>322.8621</w:t>
      </w:r>
      <w:r>
        <w:tab/>
        <w:t>1.013e0</w:t>
      </w:r>
    </w:p>
    <w:p w:rsidR="00E00D30" w:rsidRDefault="00E00D30" w:rsidP="00E00D30">
      <w:r>
        <w:t>322.8681</w:t>
      </w:r>
      <w:r>
        <w:tab/>
        <w:t>1.013e0</w:t>
      </w:r>
    </w:p>
    <w:p w:rsidR="00E00D30" w:rsidRDefault="00E00D30" w:rsidP="00E00D30">
      <w:r>
        <w:t>322.8860</w:t>
      </w:r>
      <w:r>
        <w:tab/>
        <w:t>1.013e0</w:t>
      </w:r>
    </w:p>
    <w:p w:rsidR="00E00D30" w:rsidRDefault="00E00D30" w:rsidP="00E00D30">
      <w:r>
        <w:t>322.9007</w:t>
      </w:r>
      <w:r>
        <w:tab/>
        <w:t>1.013e0</w:t>
      </w:r>
    </w:p>
    <w:p w:rsidR="00E00D30" w:rsidRDefault="00E00D30" w:rsidP="00E00D30">
      <w:r>
        <w:t>322.9442</w:t>
      </w:r>
      <w:r>
        <w:tab/>
        <w:t>4.051e0</w:t>
      </w:r>
    </w:p>
    <w:p w:rsidR="00E00D30" w:rsidRDefault="00E00D30" w:rsidP="00E00D30">
      <w:r>
        <w:t>322.9570</w:t>
      </w:r>
      <w:r>
        <w:tab/>
        <w:t>1.013e0</w:t>
      </w:r>
    </w:p>
    <w:p w:rsidR="00E00D30" w:rsidRDefault="00E00D30" w:rsidP="00E00D30">
      <w:r>
        <w:t>322.9618</w:t>
      </w:r>
      <w:r>
        <w:tab/>
        <w:t>1.013e0</w:t>
      </w:r>
    </w:p>
    <w:p w:rsidR="00E00D30" w:rsidRDefault="00E00D30" w:rsidP="00E00D30">
      <w:r>
        <w:lastRenderedPageBreak/>
        <w:t>322.9648</w:t>
      </w:r>
      <w:r>
        <w:tab/>
        <w:t>2.025e0</w:t>
      </w:r>
    </w:p>
    <w:p w:rsidR="00E00D30" w:rsidRDefault="00E00D30" w:rsidP="00E00D30">
      <w:r>
        <w:t>322.9731</w:t>
      </w:r>
      <w:r>
        <w:tab/>
        <w:t>1.013e0</w:t>
      </w:r>
    </w:p>
    <w:p w:rsidR="00E00D30" w:rsidRDefault="00E00D30" w:rsidP="00E00D30">
      <w:r>
        <w:t>323.0080</w:t>
      </w:r>
      <w:r>
        <w:tab/>
        <w:t>2.025e0</w:t>
      </w:r>
    </w:p>
    <w:p w:rsidR="00E00D30" w:rsidRDefault="00E00D30" w:rsidP="00E00D30">
      <w:r>
        <w:t>323.0336</w:t>
      </w:r>
      <w:r>
        <w:tab/>
        <w:t>2.025e0</w:t>
      </w:r>
    </w:p>
    <w:p w:rsidR="00E00D30" w:rsidRDefault="00E00D30" w:rsidP="00E00D30">
      <w:r>
        <w:t>323.0378</w:t>
      </w:r>
      <w:r>
        <w:tab/>
        <w:t>1.013e0</w:t>
      </w:r>
    </w:p>
    <w:p w:rsidR="00E00D30" w:rsidRDefault="00E00D30" w:rsidP="00E00D30">
      <w:r>
        <w:t>323.0622</w:t>
      </w:r>
      <w:r>
        <w:tab/>
        <w:t>2.025e0</w:t>
      </w:r>
    </w:p>
    <w:p w:rsidR="00E00D30" w:rsidRDefault="00E00D30" w:rsidP="00E00D30">
      <w:r>
        <w:t>323.0685</w:t>
      </w:r>
      <w:r>
        <w:tab/>
        <w:t>2.025e0</w:t>
      </w:r>
    </w:p>
    <w:p w:rsidR="00E00D30" w:rsidRDefault="00E00D30" w:rsidP="00E00D30">
      <w:r>
        <w:t>323.0724</w:t>
      </w:r>
      <w:r>
        <w:tab/>
        <w:t>3.038e0</w:t>
      </w:r>
    </w:p>
    <w:p w:rsidR="00E00D30" w:rsidRDefault="00E00D30" w:rsidP="00E00D30">
      <w:r>
        <w:t>323.0904</w:t>
      </w:r>
      <w:r>
        <w:tab/>
        <w:t>2.025e0</w:t>
      </w:r>
    </w:p>
    <w:p w:rsidR="00E00D30" w:rsidRDefault="00E00D30" w:rsidP="00E00D30">
      <w:r>
        <w:t>323.1012</w:t>
      </w:r>
      <w:r>
        <w:tab/>
        <w:t>1.013e0</w:t>
      </w:r>
    </w:p>
    <w:p w:rsidR="00E00D30" w:rsidRDefault="00E00D30" w:rsidP="00E00D30">
      <w:r>
        <w:t>323.1147</w:t>
      </w:r>
      <w:r>
        <w:tab/>
        <w:t>2.025e0</w:t>
      </w:r>
    </w:p>
    <w:p w:rsidR="00E00D30" w:rsidRDefault="00E00D30" w:rsidP="00E00D30">
      <w:r>
        <w:t>323.1436</w:t>
      </w:r>
      <w:r>
        <w:tab/>
        <w:t>3.165e0</w:t>
      </w:r>
    </w:p>
    <w:p w:rsidR="00E00D30" w:rsidRDefault="00E00D30" w:rsidP="00E00D30">
      <w:r>
        <w:t>323.1543</w:t>
      </w:r>
      <w:r>
        <w:tab/>
        <w:t>1.013e0</w:t>
      </w:r>
    </w:p>
    <w:p w:rsidR="00E00D30" w:rsidRDefault="00E00D30" w:rsidP="00E00D30">
      <w:r>
        <w:t>323.1595</w:t>
      </w:r>
      <w:r>
        <w:tab/>
        <w:t>2.025e0</w:t>
      </w:r>
    </w:p>
    <w:p w:rsidR="00E00D30" w:rsidRDefault="00E00D30" w:rsidP="00E00D30">
      <w:r>
        <w:t>323.1774</w:t>
      </w:r>
      <w:r>
        <w:tab/>
        <w:t>6.076e0</w:t>
      </w:r>
    </w:p>
    <w:p w:rsidR="00E00D30" w:rsidRDefault="00E00D30" w:rsidP="00E00D30">
      <w:r>
        <w:t>323.1878</w:t>
      </w:r>
      <w:r>
        <w:tab/>
        <w:t>3.038e0</w:t>
      </w:r>
    </w:p>
    <w:p w:rsidR="00E00D30" w:rsidRDefault="00E00D30" w:rsidP="00E00D30">
      <w:r>
        <w:t>323.1988</w:t>
      </w:r>
      <w:r>
        <w:tab/>
        <w:t>2.025e0</w:t>
      </w:r>
    </w:p>
    <w:p w:rsidR="00E00D30" w:rsidRDefault="00E00D30" w:rsidP="00E00D30">
      <w:r>
        <w:t>323.2409</w:t>
      </w:r>
      <w:r>
        <w:tab/>
        <w:t>3.038e0</w:t>
      </w:r>
    </w:p>
    <w:p w:rsidR="00E00D30" w:rsidRDefault="00E00D30" w:rsidP="00E00D30">
      <w:r>
        <w:t>323.2481</w:t>
      </w:r>
      <w:r>
        <w:tab/>
        <w:t>1.013e0</w:t>
      </w:r>
    </w:p>
    <w:p w:rsidR="00E00D30" w:rsidRDefault="00E00D30" w:rsidP="00E00D30">
      <w:r>
        <w:lastRenderedPageBreak/>
        <w:t>323.2531</w:t>
      </w:r>
      <w:r>
        <w:tab/>
        <w:t>2.025e0</w:t>
      </w:r>
    </w:p>
    <w:p w:rsidR="00E00D30" w:rsidRDefault="00E00D30" w:rsidP="00E00D30">
      <w:r>
        <w:t>323.2542</w:t>
      </w:r>
      <w:r>
        <w:tab/>
        <w:t>2.025e0</w:t>
      </w:r>
    </w:p>
    <w:p w:rsidR="00E00D30" w:rsidRDefault="00E00D30" w:rsidP="00E00D30">
      <w:r>
        <w:t>323.2635</w:t>
      </w:r>
      <w:r>
        <w:tab/>
        <w:t>3.038e0</w:t>
      </w:r>
    </w:p>
    <w:p w:rsidR="00E00D30" w:rsidRDefault="00E00D30" w:rsidP="00E00D30">
      <w:r>
        <w:t>323.2646</w:t>
      </w:r>
      <w:r>
        <w:tab/>
        <w:t>1.013e0</w:t>
      </w:r>
    </w:p>
    <w:p w:rsidR="00E00D30" w:rsidRDefault="00E00D30" w:rsidP="00E00D30">
      <w:r>
        <w:t>323.2667</w:t>
      </w:r>
      <w:r>
        <w:tab/>
        <w:t>2.025e0</w:t>
      </w:r>
    </w:p>
    <w:p w:rsidR="00E00D30" w:rsidRDefault="00E00D30" w:rsidP="00E00D30">
      <w:r>
        <w:t>323.2703</w:t>
      </w:r>
      <w:r>
        <w:tab/>
        <w:t>2.025e0</w:t>
      </w:r>
    </w:p>
    <w:p w:rsidR="00E00D30" w:rsidRDefault="00E00D30" w:rsidP="00E00D30">
      <w:r>
        <w:t>323.2822</w:t>
      </w:r>
      <w:r>
        <w:tab/>
        <w:t>1.013e0</w:t>
      </w:r>
    </w:p>
    <w:p w:rsidR="00E00D30" w:rsidRDefault="00E00D30" w:rsidP="00E00D30">
      <w:r>
        <w:t>323.2881</w:t>
      </w:r>
      <w:r>
        <w:tab/>
        <w:t>1.013e0</w:t>
      </w:r>
    </w:p>
    <w:p w:rsidR="00E00D30" w:rsidRDefault="00E00D30" w:rsidP="00E00D30">
      <w:r>
        <w:t>323.3112</w:t>
      </w:r>
      <w:r>
        <w:tab/>
        <w:t>1.013e0</w:t>
      </w:r>
    </w:p>
    <w:p w:rsidR="00E00D30" w:rsidRDefault="00E00D30" w:rsidP="00E00D30">
      <w:r>
        <w:t>323.3255</w:t>
      </w:r>
      <w:r>
        <w:tab/>
        <w:t>1.013e0</w:t>
      </w:r>
    </w:p>
    <w:p w:rsidR="00E00D30" w:rsidRDefault="00E00D30" w:rsidP="00E00D30">
      <w:r>
        <w:t>323.3453</w:t>
      </w:r>
      <w:r>
        <w:tab/>
        <w:t>1.013e0</w:t>
      </w:r>
    </w:p>
    <w:p w:rsidR="00E00D30" w:rsidRDefault="00E00D30" w:rsidP="00E00D30">
      <w:r>
        <w:t>323.3735</w:t>
      </w:r>
      <w:r>
        <w:tab/>
        <w:t>2.025e0</w:t>
      </w:r>
    </w:p>
    <w:p w:rsidR="00E00D30" w:rsidRDefault="00E00D30" w:rsidP="00E00D30">
      <w:r>
        <w:t>323.3781</w:t>
      </w:r>
      <w:r>
        <w:tab/>
        <w:t>1.013e0</w:t>
      </w:r>
    </w:p>
    <w:p w:rsidR="00E00D30" w:rsidRDefault="00E00D30" w:rsidP="00E00D30">
      <w:r>
        <w:t>323.3871</w:t>
      </w:r>
      <w:r>
        <w:tab/>
        <w:t>1.013e0</w:t>
      </w:r>
    </w:p>
    <w:p w:rsidR="00E00D30" w:rsidRDefault="00E00D30" w:rsidP="00E00D30">
      <w:r>
        <w:t>323.4001</w:t>
      </w:r>
      <w:r>
        <w:tab/>
        <w:t>2.025e0</w:t>
      </w:r>
    </w:p>
    <w:p w:rsidR="00E00D30" w:rsidRDefault="00E00D30" w:rsidP="00E00D30">
      <w:r>
        <w:t>323.4397</w:t>
      </w:r>
      <w:r>
        <w:tab/>
        <w:t>1.013e0</w:t>
      </w:r>
    </w:p>
    <w:p w:rsidR="00E00D30" w:rsidRDefault="00E00D30" w:rsidP="00E00D30">
      <w:r>
        <w:t>323.4685</w:t>
      </w:r>
      <w:r>
        <w:tab/>
        <w:t>2.025e0</w:t>
      </w:r>
    </w:p>
    <w:p w:rsidR="00E00D30" w:rsidRDefault="00E00D30" w:rsidP="00E00D30">
      <w:r>
        <w:t>323.4922</w:t>
      </w:r>
      <w:r>
        <w:tab/>
        <w:t>1.013e0</w:t>
      </w:r>
    </w:p>
    <w:p w:rsidR="00E00D30" w:rsidRDefault="00E00D30" w:rsidP="00E00D30">
      <w:r>
        <w:t>323.4982</w:t>
      </w:r>
      <w:r>
        <w:tab/>
        <w:t>1.013e0</w:t>
      </w:r>
    </w:p>
    <w:p w:rsidR="00E00D30" w:rsidRDefault="00E00D30" w:rsidP="00E00D30">
      <w:r>
        <w:lastRenderedPageBreak/>
        <w:t>323.5216</w:t>
      </w:r>
      <w:r>
        <w:tab/>
        <w:t>1.013e0</w:t>
      </w:r>
    </w:p>
    <w:p w:rsidR="00E00D30" w:rsidRDefault="00E00D30" w:rsidP="00E00D30">
      <w:r>
        <w:t>323.5443</w:t>
      </w:r>
      <w:r>
        <w:tab/>
        <w:t>2.025e0</w:t>
      </w:r>
    </w:p>
    <w:p w:rsidR="00E00D30" w:rsidRDefault="00E00D30" w:rsidP="00E00D30">
      <w:r>
        <w:t>323.5556</w:t>
      </w:r>
      <w:r>
        <w:tab/>
        <w:t>1.013e0</w:t>
      </w:r>
    </w:p>
    <w:p w:rsidR="00E00D30" w:rsidRDefault="00E00D30" w:rsidP="00E00D30">
      <w:r>
        <w:t>323.5923</w:t>
      </w:r>
      <w:r>
        <w:tab/>
        <w:t>1.013e0</w:t>
      </w:r>
    </w:p>
    <w:p w:rsidR="00E00D30" w:rsidRDefault="00E00D30" w:rsidP="00E00D30">
      <w:r>
        <w:t>323.6034</w:t>
      </w:r>
      <w:r>
        <w:tab/>
        <w:t>1.013e0</w:t>
      </w:r>
    </w:p>
    <w:p w:rsidR="00E00D30" w:rsidRDefault="00E00D30" w:rsidP="00E00D30">
      <w:r>
        <w:t>323.6148</w:t>
      </w:r>
      <w:r>
        <w:tab/>
        <w:t>3.038e0</w:t>
      </w:r>
    </w:p>
    <w:p w:rsidR="00E00D30" w:rsidRDefault="00E00D30" w:rsidP="00E00D30">
      <w:r>
        <w:t>323.6164</w:t>
      </w:r>
      <w:r>
        <w:tab/>
        <w:t>1.013e0</w:t>
      </w:r>
    </w:p>
    <w:p w:rsidR="00E00D30" w:rsidRDefault="00E00D30" w:rsidP="00E00D30">
      <w:r>
        <w:t>323.6329</w:t>
      </w:r>
      <w:r>
        <w:tab/>
        <w:t>3.038e0</w:t>
      </w:r>
    </w:p>
    <w:p w:rsidR="00E00D30" w:rsidRDefault="00E00D30" w:rsidP="00E00D30">
      <w:r>
        <w:t>323.6364</w:t>
      </w:r>
      <w:r>
        <w:tab/>
        <w:t>1.013e0</w:t>
      </w:r>
    </w:p>
    <w:p w:rsidR="00E00D30" w:rsidRDefault="00E00D30" w:rsidP="00E00D30">
      <w:r>
        <w:t>323.6532</w:t>
      </w:r>
      <w:r>
        <w:tab/>
        <w:t>2.025e0</w:t>
      </w:r>
    </w:p>
    <w:p w:rsidR="00E00D30" w:rsidRDefault="00E00D30" w:rsidP="00E00D30">
      <w:r>
        <w:t>323.6739</w:t>
      </w:r>
      <w:r>
        <w:tab/>
        <w:t>1.013e0</w:t>
      </w:r>
    </w:p>
    <w:p w:rsidR="00E00D30" w:rsidRDefault="00E00D30" w:rsidP="00E00D30">
      <w:r>
        <w:t>323.6754</w:t>
      </w:r>
      <w:r>
        <w:tab/>
        <w:t>2.025e0</w:t>
      </w:r>
    </w:p>
    <w:p w:rsidR="00E00D30" w:rsidRDefault="00E00D30" w:rsidP="00E00D30">
      <w:r>
        <w:t>323.7216</w:t>
      </w:r>
      <w:r>
        <w:tab/>
        <w:t>1.013e0</w:t>
      </w:r>
    </w:p>
    <w:p w:rsidR="00E00D30" w:rsidRDefault="00E00D30" w:rsidP="00E00D30">
      <w:r>
        <w:t>323.7259</w:t>
      </w:r>
      <w:r>
        <w:tab/>
        <w:t>1.013e0</w:t>
      </w:r>
    </w:p>
    <w:p w:rsidR="00E00D30" w:rsidRDefault="00E00D30" w:rsidP="00E00D30">
      <w:r>
        <w:t>323.7463</w:t>
      </w:r>
      <w:r>
        <w:tab/>
        <w:t>1.013e0</w:t>
      </w:r>
    </w:p>
    <w:p w:rsidR="00E00D30" w:rsidRDefault="00E00D30" w:rsidP="00E00D30">
      <w:r>
        <w:t>323.7496</w:t>
      </w:r>
      <w:r>
        <w:tab/>
        <w:t>1.013e0</w:t>
      </w:r>
    </w:p>
    <w:p w:rsidR="00E00D30" w:rsidRDefault="00E00D30" w:rsidP="00E00D30">
      <w:r>
        <w:t>323.7619</w:t>
      </w:r>
      <w:r>
        <w:tab/>
        <w:t>2.025e0</w:t>
      </w:r>
    </w:p>
    <w:p w:rsidR="00E00D30" w:rsidRDefault="00E00D30" w:rsidP="00E00D30">
      <w:r>
        <w:t>323.7784</w:t>
      </w:r>
      <w:r>
        <w:tab/>
        <w:t>1.013e0</w:t>
      </w:r>
    </w:p>
    <w:p w:rsidR="00E00D30" w:rsidRDefault="00E00D30" w:rsidP="00E00D30">
      <w:r>
        <w:t>323.8186</w:t>
      </w:r>
      <w:r>
        <w:tab/>
        <w:t>1.013e0</w:t>
      </w:r>
    </w:p>
    <w:p w:rsidR="00E00D30" w:rsidRDefault="00E00D30" w:rsidP="00E00D30">
      <w:r>
        <w:lastRenderedPageBreak/>
        <w:t>323.8429</w:t>
      </w:r>
      <w:r>
        <w:tab/>
        <w:t>1.013e0</w:t>
      </w:r>
    </w:p>
    <w:p w:rsidR="00E00D30" w:rsidRDefault="00E00D30" w:rsidP="00E00D30">
      <w:r>
        <w:t>323.8746</w:t>
      </w:r>
      <w:r>
        <w:tab/>
        <w:t>2.025e0</w:t>
      </w:r>
    </w:p>
    <w:p w:rsidR="00E00D30" w:rsidRDefault="00E00D30" w:rsidP="00E00D30">
      <w:r>
        <w:t>323.9178</w:t>
      </w:r>
      <w:r>
        <w:tab/>
        <w:t>2.025e0</w:t>
      </w:r>
    </w:p>
    <w:p w:rsidR="00E00D30" w:rsidRDefault="00E00D30" w:rsidP="00E00D30">
      <w:r>
        <w:t>323.9284</w:t>
      </w:r>
      <w:r>
        <w:tab/>
        <w:t>1.013e0</w:t>
      </w:r>
    </w:p>
    <w:p w:rsidR="00E00D30" w:rsidRDefault="00E00D30" w:rsidP="00E00D30">
      <w:r>
        <w:t>323.9422</w:t>
      </w:r>
      <w:r>
        <w:tab/>
        <w:t>3.038e0</w:t>
      </w:r>
    </w:p>
    <w:p w:rsidR="00E00D30" w:rsidRDefault="00E00D30" w:rsidP="00E00D30">
      <w:r>
        <w:t>323.9526</w:t>
      </w:r>
      <w:r>
        <w:tab/>
        <w:t>1.013e0</w:t>
      </w:r>
    </w:p>
    <w:p w:rsidR="00E00D30" w:rsidRDefault="00E00D30" w:rsidP="00E00D30">
      <w:r>
        <w:t>323.9657</w:t>
      </w:r>
      <w:r>
        <w:tab/>
        <w:t>1.013e0</w:t>
      </w:r>
    </w:p>
    <w:p w:rsidR="00E00D30" w:rsidRDefault="00E00D30" w:rsidP="00E00D30">
      <w:r>
        <w:t>323.9846</w:t>
      </w:r>
      <w:r>
        <w:tab/>
        <w:t>1.013e0</w:t>
      </w:r>
    </w:p>
    <w:p w:rsidR="00E00D30" w:rsidRDefault="00E00D30" w:rsidP="00E00D30">
      <w:r>
        <w:t>324.0088</w:t>
      </w:r>
      <w:r>
        <w:tab/>
        <w:t>1.013e0</w:t>
      </w:r>
    </w:p>
    <w:p w:rsidR="00E00D30" w:rsidRDefault="00E00D30" w:rsidP="00E00D30">
      <w:r>
        <w:t>324.0127</w:t>
      </w:r>
      <w:r>
        <w:tab/>
        <w:t>1.013e0</w:t>
      </w:r>
    </w:p>
    <w:p w:rsidR="00E00D30" w:rsidRDefault="00E00D30" w:rsidP="00E00D30">
      <w:r>
        <w:t>324.0215</w:t>
      </w:r>
      <w:r>
        <w:tab/>
        <w:t>2.025e0</w:t>
      </w:r>
    </w:p>
    <w:p w:rsidR="00E00D30" w:rsidRDefault="00E00D30" w:rsidP="00E00D30">
      <w:r>
        <w:t>324.0330</w:t>
      </w:r>
      <w:r>
        <w:tab/>
        <w:t>3.038e0</w:t>
      </w:r>
    </w:p>
    <w:p w:rsidR="00E00D30" w:rsidRDefault="00E00D30" w:rsidP="00E00D30">
      <w:r>
        <w:t>324.0415</w:t>
      </w:r>
      <w:r>
        <w:tab/>
        <w:t>1.013e0</w:t>
      </w:r>
    </w:p>
    <w:p w:rsidR="00E00D30" w:rsidRDefault="00E00D30" w:rsidP="00E00D30">
      <w:r>
        <w:t>324.0449</w:t>
      </w:r>
      <w:r>
        <w:tab/>
        <w:t>4.051e0</w:t>
      </w:r>
    </w:p>
    <w:p w:rsidR="00E00D30" w:rsidRDefault="00E00D30" w:rsidP="00E00D30">
      <w:r>
        <w:t>324.0714</w:t>
      </w:r>
      <w:r>
        <w:tab/>
        <w:t>3.038e0</w:t>
      </w:r>
    </w:p>
    <w:p w:rsidR="00E00D30" w:rsidRDefault="00E00D30" w:rsidP="00E00D30">
      <w:r>
        <w:t>324.0766</w:t>
      </w:r>
      <w:r>
        <w:tab/>
        <w:t>1.013e0</w:t>
      </w:r>
    </w:p>
    <w:p w:rsidR="00E00D30" w:rsidRDefault="00E00D30" w:rsidP="00E00D30">
      <w:r>
        <w:t>324.0823</w:t>
      </w:r>
      <w:r>
        <w:tab/>
        <w:t>1.013e0</w:t>
      </w:r>
    </w:p>
    <w:p w:rsidR="00E00D30" w:rsidRDefault="00E00D30" w:rsidP="00E00D30">
      <w:r>
        <w:t>324.1062</w:t>
      </w:r>
      <w:r>
        <w:tab/>
        <w:t>2.025e0</w:t>
      </w:r>
    </w:p>
    <w:p w:rsidR="00E00D30" w:rsidRDefault="00E00D30" w:rsidP="00E00D30">
      <w:r>
        <w:t>324.1199</w:t>
      </w:r>
      <w:r>
        <w:tab/>
        <w:t>2.025e0</w:t>
      </w:r>
    </w:p>
    <w:p w:rsidR="00E00D30" w:rsidRDefault="00E00D30" w:rsidP="00E00D30">
      <w:r>
        <w:lastRenderedPageBreak/>
        <w:t>324.1264</w:t>
      </w:r>
      <w:r>
        <w:tab/>
        <w:t>2.025e0</w:t>
      </w:r>
    </w:p>
    <w:p w:rsidR="00E00D30" w:rsidRDefault="00E00D30" w:rsidP="00E00D30">
      <w:r>
        <w:t>324.1385</w:t>
      </w:r>
      <w:r>
        <w:tab/>
        <w:t>2.025e0</w:t>
      </w:r>
    </w:p>
    <w:p w:rsidR="00E00D30" w:rsidRDefault="00E00D30" w:rsidP="00E00D30">
      <w:r>
        <w:t>324.1468</w:t>
      </w:r>
      <w:r>
        <w:tab/>
        <w:t>2.025e0</w:t>
      </w:r>
    </w:p>
    <w:p w:rsidR="00E00D30" w:rsidRDefault="00E00D30" w:rsidP="00E00D30">
      <w:r>
        <w:t>324.1481</w:t>
      </w:r>
      <w:r>
        <w:tab/>
        <w:t>2.025e0</w:t>
      </w:r>
    </w:p>
    <w:p w:rsidR="00E00D30" w:rsidRDefault="00E00D30" w:rsidP="00E00D30">
      <w:r>
        <w:t>324.1527</w:t>
      </w:r>
      <w:r>
        <w:tab/>
        <w:t>3.038e0</w:t>
      </w:r>
    </w:p>
    <w:p w:rsidR="00E00D30" w:rsidRDefault="00E00D30" w:rsidP="00E00D30">
      <w:r>
        <w:t>324.1552</w:t>
      </w:r>
      <w:r>
        <w:tab/>
        <w:t>2.025e0</w:t>
      </w:r>
    </w:p>
    <w:p w:rsidR="00E00D30" w:rsidRDefault="00E00D30" w:rsidP="00E00D30">
      <w:r>
        <w:t>324.1705</w:t>
      </w:r>
      <w:r>
        <w:tab/>
        <w:t>1.013e0</w:t>
      </w:r>
    </w:p>
    <w:p w:rsidR="00E00D30" w:rsidRDefault="00E00D30" w:rsidP="00E00D30">
      <w:r>
        <w:t>324.1726</w:t>
      </w:r>
      <w:r>
        <w:tab/>
        <w:t>4.051e0</w:t>
      </w:r>
    </w:p>
    <w:p w:rsidR="00E00D30" w:rsidRDefault="00E00D30" w:rsidP="00E00D30">
      <w:r>
        <w:t>324.1891</w:t>
      </w:r>
      <w:r>
        <w:tab/>
        <w:t>2.025e0</w:t>
      </w:r>
    </w:p>
    <w:p w:rsidR="00E00D30" w:rsidRDefault="00E00D30" w:rsidP="00E00D30">
      <w:r>
        <w:t>324.1930</w:t>
      </w:r>
      <w:r>
        <w:tab/>
        <w:t>2.025e0</w:t>
      </w:r>
    </w:p>
    <w:p w:rsidR="00E00D30" w:rsidRDefault="00E00D30" w:rsidP="00E00D30">
      <w:r>
        <w:t>324.1951</w:t>
      </w:r>
      <w:r>
        <w:tab/>
        <w:t>1.013e0</w:t>
      </w:r>
    </w:p>
    <w:p w:rsidR="00E00D30" w:rsidRDefault="00E00D30" w:rsidP="00E00D30">
      <w:r>
        <w:t>324.2069</w:t>
      </w:r>
      <w:r>
        <w:tab/>
        <w:t>3.068e0</w:t>
      </w:r>
    </w:p>
    <w:p w:rsidR="00E00D30" w:rsidRDefault="00E00D30" w:rsidP="00E00D30">
      <w:r>
        <w:t>324.2289</w:t>
      </w:r>
      <w:r>
        <w:tab/>
        <w:t>1.013e0</w:t>
      </w:r>
    </w:p>
    <w:p w:rsidR="00E00D30" w:rsidRDefault="00E00D30" w:rsidP="00E00D30">
      <w:r>
        <w:t>324.2314</w:t>
      </w:r>
      <w:r>
        <w:tab/>
        <w:t>2.025e0</w:t>
      </w:r>
    </w:p>
    <w:p w:rsidR="00E00D30" w:rsidRDefault="00E00D30" w:rsidP="00E00D30">
      <w:r>
        <w:t>324.2397</w:t>
      </w:r>
      <w:r>
        <w:tab/>
        <w:t>1.013e0</w:t>
      </w:r>
    </w:p>
    <w:p w:rsidR="00E00D30" w:rsidRDefault="00E00D30" w:rsidP="00E00D30">
      <w:r>
        <w:t>324.2656</w:t>
      </w:r>
      <w:r>
        <w:tab/>
        <w:t>2.025e0</w:t>
      </w:r>
    </w:p>
    <w:p w:rsidR="00E00D30" w:rsidRDefault="00E00D30" w:rsidP="00E00D30">
      <w:r>
        <w:t>324.2684</w:t>
      </w:r>
      <w:r>
        <w:tab/>
        <w:t>1.013e0</w:t>
      </w:r>
    </w:p>
    <w:p w:rsidR="00E00D30" w:rsidRDefault="00E00D30" w:rsidP="00E00D30">
      <w:r>
        <w:t>324.2758</w:t>
      </w:r>
      <w:r>
        <w:tab/>
        <w:t>1.013e0</w:t>
      </w:r>
    </w:p>
    <w:p w:rsidR="00E00D30" w:rsidRDefault="00E00D30" w:rsidP="00E00D30">
      <w:r>
        <w:t>324.2801</w:t>
      </w:r>
      <w:r>
        <w:tab/>
        <w:t>3.038e0</w:t>
      </w:r>
    </w:p>
    <w:p w:rsidR="00E00D30" w:rsidRDefault="00E00D30" w:rsidP="00E00D30">
      <w:r>
        <w:lastRenderedPageBreak/>
        <w:t>324.2846</w:t>
      </w:r>
      <w:r>
        <w:tab/>
        <w:t>3.038e0</w:t>
      </w:r>
    </w:p>
    <w:p w:rsidR="00E00D30" w:rsidRDefault="00E00D30" w:rsidP="00E00D30">
      <w:r>
        <w:t>324.2876</w:t>
      </w:r>
      <w:r>
        <w:tab/>
        <w:t>3.038e0</w:t>
      </w:r>
    </w:p>
    <w:p w:rsidR="00E00D30" w:rsidRDefault="00E00D30" w:rsidP="00E00D30">
      <w:r>
        <w:t>324.3015</w:t>
      </w:r>
      <w:r>
        <w:tab/>
        <w:t>3.038e0</w:t>
      </w:r>
    </w:p>
    <w:p w:rsidR="00E00D30" w:rsidRDefault="00E00D30" w:rsidP="00E00D30">
      <w:r>
        <w:t>324.3054</w:t>
      </w:r>
      <w:r>
        <w:tab/>
        <w:t>1.013e0</w:t>
      </w:r>
    </w:p>
    <w:p w:rsidR="00E00D30" w:rsidRDefault="00E00D30" w:rsidP="00E00D30">
      <w:r>
        <w:t>324.3165</w:t>
      </w:r>
      <w:r>
        <w:tab/>
        <w:t>1.013e0</w:t>
      </w:r>
    </w:p>
    <w:p w:rsidR="00E00D30" w:rsidRDefault="00E00D30" w:rsidP="00E00D30">
      <w:r>
        <w:t>324.3388</w:t>
      </w:r>
      <w:r>
        <w:tab/>
        <w:t>2.025e0</w:t>
      </w:r>
    </w:p>
    <w:p w:rsidR="00E00D30" w:rsidRDefault="00E00D30" w:rsidP="00E00D30">
      <w:r>
        <w:t>324.3580</w:t>
      </w:r>
      <w:r>
        <w:tab/>
        <w:t>1.013e0</w:t>
      </w:r>
    </w:p>
    <w:p w:rsidR="00E00D30" w:rsidRDefault="00E00D30" w:rsidP="00E00D30">
      <w:r>
        <w:t>324.3772</w:t>
      </w:r>
      <w:r>
        <w:tab/>
        <w:t>1.013e0</w:t>
      </w:r>
    </w:p>
    <w:p w:rsidR="00E00D30" w:rsidRDefault="00E00D30" w:rsidP="00E00D30">
      <w:r>
        <w:t>324.3976</w:t>
      </w:r>
      <w:r>
        <w:tab/>
        <w:t>1.013e0</w:t>
      </w:r>
    </w:p>
    <w:p w:rsidR="00E00D30" w:rsidRDefault="00E00D30" w:rsidP="00E00D30">
      <w:r>
        <w:t>324.4220</w:t>
      </w:r>
      <w:r>
        <w:tab/>
        <w:t>1.013e0</w:t>
      </w:r>
    </w:p>
    <w:p w:rsidR="00E00D30" w:rsidRDefault="00E00D30" w:rsidP="00E00D30">
      <w:r>
        <w:t>324.4630</w:t>
      </w:r>
      <w:r>
        <w:tab/>
        <w:t>1.013e0</w:t>
      </w:r>
    </w:p>
    <w:p w:rsidR="00E00D30" w:rsidRDefault="00E00D30" w:rsidP="00E00D30">
      <w:r>
        <w:t>324.4767</w:t>
      </w:r>
      <w:r>
        <w:tab/>
        <w:t>2.025e0</w:t>
      </w:r>
    </w:p>
    <w:p w:rsidR="00E00D30" w:rsidRDefault="00E00D30" w:rsidP="00E00D30">
      <w:r>
        <w:t>324.4864</w:t>
      </w:r>
      <w:r>
        <w:tab/>
        <w:t>1.013e0</w:t>
      </w:r>
    </w:p>
    <w:p w:rsidR="00E00D30" w:rsidRDefault="00E00D30" w:rsidP="00E00D30">
      <w:r>
        <w:t>324.5073</w:t>
      </w:r>
      <w:r>
        <w:tab/>
        <w:t>1.013e0</w:t>
      </w:r>
    </w:p>
    <w:p w:rsidR="00E00D30" w:rsidRDefault="00E00D30" w:rsidP="00E00D30">
      <w:r>
        <w:t>324.5109</w:t>
      </w:r>
      <w:r>
        <w:tab/>
        <w:t>1.013e0</w:t>
      </w:r>
    </w:p>
    <w:p w:rsidR="00E00D30" w:rsidRDefault="00E00D30" w:rsidP="00E00D30">
      <w:r>
        <w:t>324.5389</w:t>
      </w:r>
      <w:r>
        <w:tab/>
        <w:t>1.013e0</w:t>
      </w:r>
    </w:p>
    <w:p w:rsidR="00E00D30" w:rsidRDefault="00E00D30" w:rsidP="00E00D30">
      <w:r>
        <w:t>324.5450</w:t>
      </w:r>
      <w:r>
        <w:tab/>
        <w:t>1.013e0</w:t>
      </w:r>
    </w:p>
    <w:p w:rsidR="00E00D30" w:rsidRDefault="00E00D30" w:rsidP="00E00D30">
      <w:r>
        <w:t>324.6081</w:t>
      </w:r>
      <w:r>
        <w:tab/>
        <w:t>1.013e0</w:t>
      </w:r>
    </w:p>
    <w:p w:rsidR="00E00D30" w:rsidRDefault="00E00D30" w:rsidP="00E00D30">
      <w:r>
        <w:t>324.6120</w:t>
      </w:r>
      <w:r>
        <w:tab/>
        <w:t>2.025e0</w:t>
      </w:r>
    </w:p>
    <w:p w:rsidR="00E00D30" w:rsidRDefault="00E00D30" w:rsidP="00E00D30">
      <w:r>
        <w:lastRenderedPageBreak/>
        <w:t>324.6506</w:t>
      </w:r>
      <w:r>
        <w:tab/>
        <w:t>2.025e0</w:t>
      </w:r>
    </w:p>
    <w:p w:rsidR="00E00D30" w:rsidRDefault="00E00D30" w:rsidP="00E00D30">
      <w:r>
        <w:t>324.6613</w:t>
      </w:r>
      <w:r>
        <w:tab/>
        <w:t>3.038e0</w:t>
      </w:r>
    </w:p>
    <w:p w:rsidR="00E00D30" w:rsidRDefault="00E00D30" w:rsidP="00E00D30">
      <w:r>
        <w:t>324.7264</w:t>
      </w:r>
      <w:r>
        <w:tab/>
        <w:t>1.013e0</w:t>
      </w:r>
    </w:p>
    <w:p w:rsidR="00E00D30" w:rsidRDefault="00E00D30" w:rsidP="00E00D30">
      <w:r>
        <w:t>324.7376</w:t>
      </w:r>
      <w:r>
        <w:tab/>
        <w:t>1.013e0</w:t>
      </w:r>
    </w:p>
    <w:p w:rsidR="00E00D30" w:rsidRDefault="00E00D30" w:rsidP="00E00D30">
      <w:r>
        <w:t>324.7660</w:t>
      </w:r>
      <w:r>
        <w:tab/>
        <w:t>1.013e0</w:t>
      </w:r>
    </w:p>
    <w:p w:rsidR="00E00D30" w:rsidRDefault="00E00D30" w:rsidP="00E00D30">
      <w:r>
        <w:t>324.7699</w:t>
      </w:r>
      <w:r>
        <w:tab/>
        <w:t>1.013e0</w:t>
      </w:r>
    </w:p>
    <w:p w:rsidR="00E00D30" w:rsidRDefault="00E00D30" w:rsidP="00E00D30">
      <w:r>
        <w:t>324.8672</w:t>
      </w:r>
      <w:r>
        <w:tab/>
        <w:t>1.013e0</w:t>
      </w:r>
    </w:p>
    <w:p w:rsidR="00E00D30" w:rsidRDefault="00E00D30" w:rsidP="00E00D30">
      <w:r>
        <w:t>324.8961</w:t>
      </w:r>
      <w:r>
        <w:tab/>
        <w:t>1.013e0</w:t>
      </w:r>
    </w:p>
    <w:p w:rsidR="00E00D30" w:rsidRDefault="00E00D30" w:rsidP="00E00D30">
      <w:r>
        <w:t>324.8997</w:t>
      </w:r>
      <w:r>
        <w:tab/>
        <w:t>1.013e0</w:t>
      </w:r>
    </w:p>
    <w:p w:rsidR="00E00D30" w:rsidRDefault="00E00D30" w:rsidP="00E00D30">
      <w:r>
        <w:t>324.9036</w:t>
      </w:r>
      <w:r>
        <w:tab/>
        <w:t>2.025e0</w:t>
      </w:r>
    </w:p>
    <w:p w:rsidR="00E00D30" w:rsidRDefault="00E00D30" w:rsidP="00E00D30">
      <w:r>
        <w:t>324.9117</w:t>
      </w:r>
      <w:r>
        <w:tab/>
        <w:t>2.025e0</w:t>
      </w:r>
    </w:p>
    <w:p w:rsidR="00E00D30" w:rsidRDefault="00E00D30" w:rsidP="00E00D30">
      <w:r>
        <w:t>324.9281</w:t>
      </w:r>
      <w:r>
        <w:tab/>
        <w:t>1.013e0</w:t>
      </w:r>
    </w:p>
    <w:p w:rsidR="00E00D30" w:rsidRDefault="00E00D30" w:rsidP="00E00D30">
      <w:r>
        <w:t>324.9436</w:t>
      </w:r>
      <w:r>
        <w:tab/>
        <w:t>3.038e0</w:t>
      </w:r>
    </w:p>
    <w:p w:rsidR="00E00D30" w:rsidRDefault="00E00D30" w:rsidP="00E00D30">
      <w:r>
        <w:t>324.9482</w:t>
      </w:r>
      <w:r>
        <w:tab/>
        <w:t>1.013e0</w:t>
      </w:r>
    </w:p>
    <w:p w:rsidR="00E00D30" w:rsidRDefault="00E00D30" w:rsidP="00E00D30">
      <w:r>
        <w:t>324.9527</w:t>
      </w:r>
      <w:r>
        <w:tab/>
        <w:t>1.013e0</w:t>
      </w:r>
    </w:p>
    <w:p w:rsidR="00E00D30" w:rsidRDefault="00E00D30" w:rsidP="00E00D30">
      <w:r>
        <w:t>324.9903</w:t>
      </w:r>
      <w:r>
        <w:tab/>
        <w:t>1.013e0</w:t>
      </w:r>
    </w:p>
    <w:p w:rsidR="00E00D30" w:rsidRDefault="00E00D30" w:rsidP="00E00D30">
      <w:r>
        <w:t>325.0014</w:t>
      </w:r>
      <w:r>
        <w:tab/>
        <w:t>1.013e0</w:t>
      </w:r>
    </w:p>
    <w:p w:rsidR="00E00D30" w:rsidRDefault="00E00D30" w:rsidP="00E00D30">
      <w:r>
        <w:t>325.0372</w:t>
      </w:r>
      <w:r>
        <w:tab/>
        <w:t>1.013e0</w:t>
      </w:r>
    </w:p>
    <w:p w:rsidR="00E00D30" w:rsidRDefault="00E00D30" w:rsidP="00E00D30">
      <w:r>
        <w:t>325.0408</w:t>
      </w:r>
      <w:r>
        <w:tab/>
        <w:t>2.025e0</w:t>
      </w:r>
    </w:p>
    <w:p w:rsidR="00E00D30" w:rsidRDefault="00E00D30" w:rsidP="00E00D30">
      <w:r>
        <w:lastRenderedPageBreak/>
        <w:t>325.0431</w:t>
      </w:r>
      <w:r>
        <w:tab/>
        <w:t>1.013e0</w:t>
      </w:r>
    </w:p>
    <w:p w:rsidR="00E00D30" w:rsidRDefault="00E00D30" w:rsidP="00E00D30">
      <w:r>
        <w:t>325.0488</w:t>
      </w:r>
      <w:r>
        <w:tab/>
        <w:t>1.013e0</w:t>
      </w:r>
    </w:p>
    <w:p w:rsidR="00E00D30" w:rsidRDefault="00E00D30" w:rsidP="00E00D30">
      <w:r>
        <w:t>325.0615</w:t>
      </w:r>
      <w:r>
        <w:tab/>
        <w:t>1.013e0</w:t>
      </w:r>
    </w:p>
    <w:p w:rsidR="00E00D30" w:rsidRDefault="00E00D30" w:rsidP="00E00D30">
      <w:r>
        <w:t>325.0638</w:t>
      </w:r>
      <w:r>
        <w:tab/>
        <w:t>3.038e0</w:t>
      </w:r>
    </w:p>
    <w:p w:rsidR="00E00D30" w:rsidRDefault="00E00D30" w:rsidP="00E00D30">
      <w:r>
        <w:t>325.0742</w:t>
      </w:r>
      <w:r>
        <w:tab/>
        <w:t>2.025e0</w:t>
      </w:r>
    </w:p>
    <w:p w:rsidR="00E00D30" w:rsidRDefault="00E00D30" w:rsidP="00E00D30">
      <w:r>
        <w:t>325.0820</w:t>
      </w:r>
      <w:r>
        <w:tab/>
        <w:t>2.025e0</w:t>
      </w:r>
    </w:p>
    <w:p w:rsidR="00E00D30" w:rsidRDefault="00E00D30" w:rsidP="00E00D30">
      <w:r>
        <w:t>325.0904</w:t>
      </w:r>
      <w:r>
        <w:tab/>
        <w:t>2.025e0</w:t>
      </w:r>
    </w:p>
    <w:p w:rsidR="00E00D30" w:rsidRDefault="00E00D30" w:rsidP="00E00D30">
      <w:r>
        <w:t>325.0935</w:t>
      </w:r>
      <w:r>
        <w:tab/>
        <w:t>3.038e0</w:t>
      </w:r>
    </w:p>
    <w:p w:rsidR="00E00D30" w:rsidRDefault="00E00D30" w:rsidP="00E00D30">
      <w:r>
        <w:t>325.1192</w:t>
      </w:r>
      <w:r>
        <w:tab/>
        <w:t>1.013e0</w:t>
      </w:r>
    </w:p>
    <w:p w:rsidR="00E00D30" w:rsidRDefault="00E00D30" w:rsidP="00E00D30">
      <w:r>
        <w:t>325.1281</w:t>
      </w:r>
      <w:r>
        <w:tab/>
        <w:t>2.025e0</w:t>
      </w:r>
    </w:p>
    <w:p w:rsidR="00E00D30" w:rsidRDefault="00E00D30" w:rsidP="00E00D30">
      <w:r>
        <w:t>325.1323</w:t>
      </w:r>
      <w:r>
        <w:tab/>
        <w:t>4.051e0</w:t>
      </w:r>
    </w:p>
    <w:p w:rsidR="00E00D30" w:rsidRDefault="00E00D30" w:rsidP="00E00D30">
      <w:r>
        <w:t>325.1428</w:t>
      </w:r>
      <w:r>
        <w:tab/>
        <w:t>1.013e0</w:t>
      </w:r>
    </w:p>
    <w:p w:rsidR="00E00D30" w:rsidRDefault="00E00D30" w:rsidP="00E00D30">
      <w:r>
        <w:t>325.1533</w:t>
      </w:r>
      <w:r>
        <w:tab/>
        <w:t>4.051e0</w:t>
      </w:r>
    </w:p>
    <w:p w:rsidR="00E00D30" w:rsidRDefault="00E00D30" w:rsidP="00E00D30">
      <w:r>
        <w:t>325.1548</w:t>
      </w:r>
      <w:r>
        <w:tab/>
        <w:t>3.038e0</w:t>
      </w:r>
    </w:p>
    <w:p w:rsidR="00E00D30" w:rsidRDefault="00E00D30" w:rsidP="00E00D30">
      <w:r>
        <w:t>325.1612</w:t>
      </w:r>
      <w:r>
        <w:tab/>
        <w:t>5.063e0</w:t>
      </w:r>
    </w:p>
    <w:p w:rsidR="00E00D30" w:rsidRDefault="00E00D30" w:rsidP="00E00D30">
      <w:r>
        <w:t>325.1669</w:t>
      </w:r>
      <w:r>
        <w:tab/>
        <w:t>1.013e0</w:t>
      </w:r>
    </w:p>
    <w:p w:rsidR="00E00D30" w:rsidRDefault="00E00D30" w:rsidP="00E00D30">
      <w:r>
        <w:t>325.1682</w:t>
      </w:r>
      <w:r>
        <w:tab/>
        <w:t>2.025e0</w:t>
      </w:r>
    </w:p>
    <w:p w:rsidR="00E00D30" w:rsidRDefault="00E00D30" w:rsidP="00E00D30">
      <w:r>
        <w:t>325.1784</w:t>
      </w:r>
      <w:r>
        <w:tab/>
        <w:t>1.013e0</w:t>
      </w:r>
    </w:p>
    <w:p w:rsidR="00E00D30" w:rsidRDefault="00E00D30" w:rsidP="00E00D30">
      <w:r>
        <w:t>325.2075</w:t>
      </w:r>
      <w:r>
        <w:tab/>
        <w:t>2.025e0</w:t>
      </w:r>
    </w:p>
    <w:p w:rsidR="00E00D30" w:rsidRDefault="00E00D30" w:rsidP="00E00D30">
      <w:r>
        <w:lastRenderedPageBreak/>
        <w:t>325.2308</w:t>
      </w:r>
      <w:r>
        <w:tab/>
        <w:t>1.013e0</w:t>
      </w:r>
    </w:p>
    <w:p w:rsidR="00E00D30" w:rsidRDefault="00E00D30" w:rsidP="00E00D30">
      <w:r>
        <w:t>325.2358</w:t>
      </w:r>
      <w:r>
        <w:tab/>
        <w:t>2.025e0</w:t>
      </w:r>
    </w:p>
    <w:p w:rsidR="00E00D30" w:rsidRDefault="00E00D30" w:rsidP="00E00D30">
      <w:r>
        <w:t>325.2444</w:t>
      </w:r>
      <w:r>
        <w:tab/>
        <w:t>1.013e0</w:t>
      </w:r>
    </w:p>
    <w:p w:rsidR="00E00D30" w:rsidRDefault="00E00D30" w:rsidP="00E00D30">
      <w:r>
        <w:t>325.2541</w:t>
      </w:r>
      <w:r>
        <w:tab/>
        <w:t>2.025e0</w:t>
      </w:r>
    </w:p>
    <w:p w:rsidR="00E00D30" w:rsidRDefault="00E00D30" w:rsidP="00E00D30">
      <w:r>
        <w:t>325.2591</w:t>
      </w:r>
      <w:r>
        <w:tab/>
        <w:t>3.038e0</w:t>
      </w:r>
    </w:p>
    <w:p w:rsidR="00E00D30" w:rsidRDefault="00E00D30" w:rsidP="00E00D30">
      <w:r>
        <w:t>325.2701</w:t>
      </w:r>
      <w:r>
        <w:tab/>
        <w:t>2.025e0</w:t>
      </w:r>
    </w:p>
    <w:p w:rsidR="00E00D30" w:rsidRDefault="00E00D30" w:rsidP="00E00D30">
      <w:r>
        <w:t>325.2835</w:t>
      </w:r>
      <w:r>
        <w:tab/>
        <w:t>2.025e0</w:t>
      </w:r>
    </w:p>
    <w:p w:rsidR="00E00D30" w:rsidRDefault="00E00D30" w:rsidP="00E00D30">
      <w:r>
        <w:t>325.2924</w:t>
      </w:r>
      <w:r>
        <w:tab/>
        <w:t>1.013e0</w:t>
      </w:r>
    </w:p>
    <w:p w:rsidR="00E00D30" w:rsidRDefault="00E00D30" w:rsidP="00E00D30">
      <w:r>
        <w:t>325.3211</w:t>
      </w:r>
      <w:r>
        <w:tab/>
        <w:t>2.025e0</w:t>
      </w:r>
    </w:p>
    <w:p w:rsidR="00E00D30" w:rsidRDefault="00E00D30" w:rsidP="00E00D30">
      <w:r>
        <w:t>325.3412</w:t>
      </w:r>
      <w:r>
        <w:tab/>
        <w:t>1.013e0</w:t>
      </w:r>
    </w:p>
    <w:p w:rsidR="00E00D30" w:rsidRDefault="00E00D30" w:rsidP="00E00D30">
      <w:r>
        <w:t>325.3451</w:t>
      </w:r>
      <w:r>
        <w:tab/>
        <w:t>1.013e0</w:t>
      </w:r>
    </w:p>
    <w:p w:rsidR="00E00D30" w:rsidRDefault="00E00D30" w:rsidP="00E00D30">
      <w:r>
        <w:t>325.3891</w:t>
      </w:r>
      <w:r>
        <w:tab/>
        <w:t>1.013e0</w:t>
      </w:r>
    </w:p>
    <w:p w:rsidR="00E00D30" w:rsidRDefault="00E00D30" w:rsidP="00E00D30">
      <w:r>
        <w:t>325.3978</w:t>
      </w:r>
      <w:r>
        <w:tab/>
        <w:t>1.013e0</w:t>
      </w:r>
    </w:p>
    <w:p w:rsidR="00E00D30" w:rsidRDefault="00E00D30" w:rsidP="00E00D30">
      <w:r>
        <w:t>325.4019</w:t>
      </w:r>
      <w:r>
        <w:tab/>
        <w:t>1.013e0</w:t>
      </w:r>
    </w:p>
    <w:p w:rsidR="00E00D30" w:rsidRDefault="00E00D30" w:rsidP="00E00D30">
      <w:r>
        <w:t>325.4073</w:t>
      </w:r>
      <w:r>
        <w:tab/>
        <w:t>1.013e0</w:t>
      </w:r>
    </w:p>
    <w:p w:rsidR="00E00D30" w:rsidRDefault="00E00D30" w:rsidP="00E00D30">
      <w:r>
        <w:t>325.4342</w:t>
      </w:r>
      <w:r>
        <w:tab/>
        <w:t>2.025e0</w:t>
      </w:r>
    </w:p>
    <w:p w:rsidR="00E00D30" w:rsidRDefault="00E00D30" w:rsidP="00E00D30">
      <w:r>
        <w:t>325.4419</w:t>
      </w:r>
      <w:r>
        <w:tab/>
        <w:t>1.013e0</w:t>
      </w:r>
    </w:p>
    <w:p w:rsidR="00E00D30" w:rsidRDefault="00E00D30" w:rsidP="00E00D30">
      <w:r>
        <w:t>325.4544</w:t>
      </w:r>
      <w:r>
        <w:tab/>
        <w:t>1.013e0</w:t>
      </w:r>
    </w:p>
    <w:p w:rsidR="00E00D30" w:rsidRDefault="00E00D30" w:rsidP="00E00D30">
      <w:r>
        <w:t>325.4581</w:t>
      </w:r>
      <w:r>
        <w:tab/>
        <w:t>2.025e0</w:t>
      </w:r>
    </w:p>
    <w:p w:rsidR="00E00D30" w:rsidRDefault="00E00D30" w:rsidP="00E00D30">
      <w:r>
        <w:lastRenderedPageBreak/>
        <w:t>325.4846</w:t>
      </w:r>
      <w:r>
        <w:tab/>
        <w:t>2.025e0</w:t>
      </w:r>
    </w:p>
    <w:p w:rsidR="00E00D30" w:rsidRDefault="00E00D30" w:rsidP="00E00D30">
      <w:r>
        <w:t>325.4948</w:t>
      </w:r>
      <w:r>
        <w:tab/>
        <w:t>1.013e0</w:t>
      </w:r>
    </w:p>
    <w:p w:rsidR="00E00D30" w:rsidRDefault="00E00D30" w:rsidP="00E00D30">
      <w:r>
        <w:t>325.5280</w:t>
      </w:r>
      <w:r>
        <w:tab/>
        <w:t>1.013e0</w:t>
      </w:r>
    </w:p>
    <w:p w:rsidR="00E00D30" w:rsidRDefault="00E00D30" w:rsidP="00E00D30">
      <w:r>
        <w:t>325.5517</w:t>
      </w:r>
      <w:r>
        <w:tab/>
        <w:t>1.013e0</w:t>
      </w:r>
    </w:p>
    <w:p w:rsidR="00E00D30" w:rsidRDefault="00E00D30" w:rsidP="00E00D30">
      <w:r>
        <w:t>325.5654</w:t>
      </w:r>
      <w:r>
        <w:tab/>
        <w:t>1.013e0</w:t>
      </w:r>
    </w:p>
    <w:p w:rsidR="00E00D30" w:rsidRDefault="00E00D30" w:rsidP="00E00D30">
      <w:r>
        <w:t>325.5713</w:t>
      </w:r>
      <w:r>
        <w:tab/>
        <w:t>1.013e0</w:t>
      </w:r>
    </w:p>
    <w:p w:rsidR="00E00D30" w:rsidRDefault="00E00D30" w:rsidP="00E00D30">
      <w:r>
        <w:t>325.5761</w:t>
      </w:r>
      <w:r>
        <w:tab/>
        <w:t>1.013e0</w:t>
      </w:r>
    </w:p>
    <w:p w:rsidR="00E00D30" w:rsidRDefault="00E00D30" w:rsidP="00E00D30">
      <w:r>
        <w:t>325.6049</w:t>
      </w:r>
      <w:r>
        <w:tab/>
        <w:t>1.013e0</w:t>
      </w:r>
    </w:p>
    <w:p w:rsidR="00E00D30" w:rsidRDefault="00E00D30" w:rsidP="00E00D30">
      <w:r>
        <w:t>325.6183</w:t>
      </w:r>
      <w:r>
        <w:tab/>
        <w:t>1.013e0</w:t>
      </w:r>
    </w:p>
    <w:p w:rsidR="00E00D30" w:rsidRDefault="00E00D30" w:rsidP="00E00D30">
      <w:r>
        <w:t>325.6333</w:t>
      </w:r>
      <w:r>
        <w:tab/>
        <w:t>1.013e0</w:t>
      </w:r>
    </w:p>
    <w:p w:rsidR="00E00D30" w:rsidRDefault="00E00D30" w:rsidP="00E00D30">
      <w:r>
        <w:t>325.6392</w:t>
      </w:r>
      <w:r>
        <w:tab/>
        <w:t>1.013e1</w:t>
      </w:r>
    </w:p>
    <w:p w:rsidR="00E00D30" w:rsidRDefault="00E00D30" w:rsidP="00E00D30">
      <w:r>
        <w:t>325.6473</w:t>
      </w:r>
      <w:r>
        <w:tab/>
        <w:t>1.114e1</w:t>
      </w:r>
    </w:p>
    <w:p w:rsidR="00E00D30" w:rsidRDefault="00E00D30" w:rsidP="00E00D30">
      <w:r>
        <w:t>325.6487</w:t>
      </w:r>
      <w:r>
        <w:tab/>
        <w:t>1.316e1</w:t>
      </w:r>
    </w:p>
    <w:p w:rsidR="00E00D30" w:rsidRDefault="00E00D30" w:rsidP="00E00D30">
      <w:r>
        <w:t>325.6507</w:t>
      </w:r>
      <w:r>
        <w:tab/>
        <w:t>4.051e0</w:t>
      </w:r>
    </w:p>
    <w:p w:rsidR="00E00D30" w:rsidRDefault="00E00D30" w:rsidP="00E00D30">
      <w:r>
        <w:t>325.6522</w:t>
      </w:r>
      <w:r>
        <w:tab/>
        <w:t>2.025e0</w:t>
      </w:r>
    </w:p>
    <w:p w:rsidR="00E00D30" w:rsidRDefault="00E00D30" w:rsidP="00E00D30">
      <w:r>
        <w:t>325.6533</w:t>
      </w:r>
      <w:r>
        <w:tab/>
        <w:t>7.823e0</w:t>
      </w:r>
    </w:p>
    <w:p w:rsidR="00E00D30" w:rsidRDefault="00E00D30" w:rsidP="00E00D30">
      <w:r>
        <w:t>325.6688</w:t>
      </w:r>
      <w:r>
        <w:tab/>
        <w:t>4.051e0</w:t>
      </w:r>
    </w:p>
    <w:p w:rsidR="00E00D30" w:rsidRDefault="00E00D30" w:rsidP="00E00D30">
      <w:r>
        <w:t>325.6816</w:t>
      </w:r>
      <w:r>
        <w:tab/>
        <w:t>2.025e0</w:t>
      </w:r>
    </w:p>
    <w:p w:rsidR="00E00D30" w:rsidRDefault="00E00D30" w:rsidP="00E00D30">
      <w:r>
        <w:t>325.6896</w:t>
      </w:r>
      <w:r>
        <w:tab/>
        <w:t>1.013e0</w:t>
      </w:r>
    </w:p>
    <w:p w:rsidR="00E00D30" w:rsidRDefault="00E00D30" w:rsidP="00E00D30">
      <w:r>
        <w:lastRenderedPageBreak/>
        <w:t>325.7099</w:t>
      </w:r>
      <w:r>
        <w:tab/>
        <w:t>1.013e0</w:t>
      </w:r>
    </w:p>
    <w:p w:rsidR="00E00D30" w:rsidRDefault="00E00D30" w:rsidP="00E00D30">
      <w:r>
        <w:t>325.7180</w:t>
      </w:r>
      <w:r>
        <w:tab/>
        <w:t>1.013e0</w:t>
      </w:r>
    </w:p>
    <w:p w:rsidR="00E00D30" w:rsidRDefault="00E00D30" w:rsidP="00E00D30">
      <w:r>
        <w:t>325.7238</w:t>
      </w:r>
      <w:r>
        <w:tab/>
        <w:t>1.013e0</w:t>
      </w:r>
    </w:p>
    <w:p w:rsidR="00E00D30" w:rsidRDefault="00E00D30" w:rsidP="00E00D30">
      <w:r>
        <w:t>325.7343</w:t>
      </w:r>
      <w:r>
        <w:tab/>
        <w:t>1.013e0</w:t>
      </w:r>
    </w:p>
    <w:p w:rsidR="00E00D30" w:rsidRDefault="00E00D30" w:rsidP="00E00D30">
      <w:r>
        <w:t>325.7382</w:t>
      </w:r>
      <w:r>
        <w:tab/>
        <w:t>1.013e0</w:t>
      </w:r>
    </w:p>
    <w:p w:rsidR="00E00D30" w:rsidRDefault="00E00D30" w:rsidP="00E00D30">
      <w:r>
        <w:t>325.7479</w:t>
      </w:r>
      <w:r>
        <w:tab/>
        <w:t>1.013e0</w:t>
      </w:r>
    </w:p>
    <w:p w:rsidR="00E00D30" w:rsidRDefault="00E00D30" w:rsidP="00E00D30">
      <w:r>
        <w:t>325.7769</w:t>
      </w:r>
      <w:r>
        <w:tab/>
        <w:t>1.013e0</w:t>
      </w:r>
    </w:p>
    <w:p w:rsidR="00E00D30" w:rsidRDefault="00E00D30" w:rsidP="00E00D30">
      <w:r>
        <w:t>325.7992</w:t>
      </w:r>
      <w:r>
        <w:tab/>
        <w:t>2.025e0</w:t>
      </w:r>
    </w:p>
    <w:p w:rsidR="00E00D30" w:rsidRDefault="00E00D30" w:rsidP="00E00D30">
      <w:r>
        <w:t>325.8061</w:t>
      </w:r>
      <w:r>
        <w:tab/>
        <w:t>1.013e0</w:t>
      </w:r>
    </w:p>
    <w:p w:rsidR="00E00D30" w:rsidRDefault="00E00D30" w:rsidP="00E00D30">
      <w:r>
        <w:t>325.8298</w:t>
      </w:r>
      <w:r>
        <w:tab/>
        <w:t>1.013e0</w:t>
      </w:r>
    </w:p>
    <w:p w:rsidR="00E00D30" w:rsidRDefault="00E00D30" w:rsidP="00E00D30">
      <w:r>
        <w:t>325.8356</w:t>
      </w:r>
      <w:r>
        <w:tab/>
        <w:t>1.013e0</w:t>
      </w:r>
    </w:p>
    <w:p w:rsidR="00E00D30" w:rsidRDefault="00E00D30" w:rsidP="00E00D30">
      <w:r>
        <w:t>325.8592</w:t>
      </w:r>
      <w:r>
        <w:tab/>
        <w:t>1.013e0</w:t>
      </w:r>
    </w:p>
    <w:p w:rsidR="00E00D30" w:rsidRDefault="00E00D30" w:rsidP="00E00D30">
      <w:r>
        <w:t>325.8646</w:t>
      </w:r>
      <w:r>
        <w:tab/>
        <w:t>2.025e0</w:t>
      </w:r>
    </w:p>
    <w:p w:rsidR="00E00D30" w:rsidRDefault="00E00D30" w:rsidP="00E00D30">
      <w:r>
        <w:t>325.8827</w:t>
      </w:r>
      <w:r>
        <w:tab/>
        <w:t>1.013e0</w:t>
      </w:r>
    </w:p>
    <w:p w:rsidR="00E00D30" w:rsidRDefault="00E00D30" w:rsidP="00E00D30">
      <w:r>
        <w:t>325.8883</w:t>
      </w:r>
      <w:r>
        <w:tab/>
        <w:t>2.025e0</w:t>
      </w:r>
    </w:p>
    <w:p w:rsidR="00E00D30" w:rsidRDefault="00E00D30" w:rsidP="00E00D30">
      <w:r>
        <w:t>325.8968</w:t>
      </w:r>
      <w:r>
        <w:tab/>
        <w:t>1.013e0</w:t>
      </w:r>
    </w:p>
    <w:p w:rsidR="00E00D30" w:rsidRDefault="00E00D30" w:rsidP="00E00D30">
      <w:r>
        <w:t>325.9176</w:t>
      </w:r>
      <w:r>
        <w:tab/>
        <w:t>2.025e0</w:t>
      </w:r>
    </w:p>
    <w:p w:rsidR="00E00D30" w:rsidRDefault="00E00D30" w:rsidP="00E00D30">
      <w:r>
        <w:t>325.9296</w:t>
      </w:r>
      <w:r>
        <w:tab/>
        <w:t>2.025e0</w:t>
      </w:r>
    </w:p>
    <w:p w:rsidR="00E00D30" w:rsidRDefault="00E00D30" w:rsidP="00E00D30">
      <w:r>
        <w:t>325.9415</w:t>
      </w:r>
      <w:r>
        <w:tab/>
        <w:t>1.013e0</w:t>
      </w:r>
    </w:p>
    <w:p w:rsidR="00E00D30" w:rsidRDefault="00E00D30" w:rsidP="00E00D30">
      <w:r>
        <w:lastRenderedPageBreak/>
        <w:t>325.9491</w:t>
      </w:r>
      <w:r>
        <w:tab/>
        <w:t>1.013e0</w:t>
      </w:r>
    </w:p>
    <w:p w:rsidR="00E00D30" w:rsidRDefault="00E00D30" w:rsidP="00E00D30">
      <w:r>
        <w:t>325.9689</w:t>
      </w:r>
      <w:r>
        <w:tab/>
        <w:t>2.025e0</w:t>
      </w:r>
    </w:p>
    <w:p w:rsidR="00E00D30" w:rsidRDefault="00E00D30" w:rsidP="00E00D30">
      <w:r>
        <w:t>325.9786</w:t>
      </w:r>
      <w:r>
        <w:tab/>
        <w:t>2.025e0</w:t>
      </w:r>
    </w:p>
    <w:p w:rsidR="00E00D30" w:rsidRDefault="00E00D30" w:rsidP="00E00D30">
      <w:r>
        <w:t>326.0016</w:t>
      </w:r>
      <w:r>
        <w:tab/>
        <w:t>1.013e0</w:t>
      </w:r>
    </w:p>
    <w:p w:rsidR="00E00D30" w:rsidRDefault="00E00D30" w:rsidP="00E00D30">
      <w:r>
        <w:t>326.0060</w:t>
      </w:r>
      <w:r>
        <w:tab/>
        <w:t>2.025e0</w:t>
      </w:r>
    </w:p>
    <w:p w:rsidR="00E00D30" w:rsidRDefault="00E00D30" w:rsidP="00E00D30">
      <w:r>
        <w:t>326.0281</w:t>
      </w:r>
      <w:r>
        <w:tab/>
        <w:t>2.025e0</w:t>
      </w:r>
    </w:p>
    <w:p w:rsidR="00E00D30" w:rsidRDefault="00E00D30" w:rsidP="00E00D30">
      <w:r>
        <w:t>326.0298</w:t>
      </w:r>
      <w:r>
        <w:tab/>
        <w:t>1.013e0</w:t>
      </w:r>
    </w:p>
    <w:p w:rsidR="00E00D30" w:rsidRDefault="00E00D30" w:rsidP="00E00D30">
      <w:r>
        <w:t>326.0312</w:t>
      </w:r>
      <w:r>
        <w:tab/>
        <w:t>2.025e0</w:t>
      </w:r>
    </w:p>
    <w:p w:rsidR="00E00D30" w:rsidRDefault="00E00D30" w:rsidP="00E00D30">
      <w:r>
        <w:t>326.0468</w:t>
      </w:r>
      <w:r>
        <w:tab/>
        <w:t>1.013e0</w:t>
      </w:r>
    </w:p>
    <w:p w:rsidR="00E00D30" w:rsidRDefault="00E00D30" w:rsidP="00E00D30">
      <w:r>
        <w:t>326.0589</w:t>
      </w:r>
      <w:r>
        <w:tab/>
        <w:t>1.013e0</w:t>
      </w:r>
    </w:p>
    <w:p w:rsidR="00E00D30" w:rsidRDefault="00E00D30" w:rsidP="00E00D30">
      <w:r>
        <w:t>326.0692</w:t>
      </w:r>
      <w:r>
        <w:tab/>
        <w:t>3.038e0</w:t>
      </w:r>
    </w:p>
    <w:p w:rsidR="00E00D30" w:rsidRDefault="00E00D30" w:rsidP="00E00D30">
      <w:r>
        <w:t>326.0710</w:t>
      </w:r>
      <w:r>
        <w:tab/>
        <w:t>2.025e0</w:t>
      </w:r>
    </w:p>
    <w:p w:rsidR="00E00D30" w:rsidRDefault="00E00D30" w:rsidP="00E00D30">
      <w:r>
        <w:t>326.0768</w:t>
      </w:r>
      <w:r>
        <w:tab/>
        <w:t>2.025e0</w:t>
      </w:r>
    </w:p>
    <w:p w:rsidR="00E00D30" w:rsidRDefault="00E00D30" w:rsidP="00E00D30">
      <w:r>
        <w:t>326.0998</w:t>
      </w:r>
      <w:r>
        <w:tab/>
        <w:t>2.025e0</w:t>
      </w:r>
    </w:p>
    <w:p w:rsidR="00E00D30" w:rsidRDefault="00E00D30" w:rsidP="00E00D30">
      <w:r>
        <w:t>326.1053</w:t>
      </w:r>
      <w:r>
        <w:tab/>
        <w:t>2.025e0</w:t>
      </w:r>
    </w:p>
    <w:p w:rsidR="00E00D30" w:rsidRDefault="00E00D30" w:rsidP="00E00D30">
      <w:r>
        <w:t>326.1235</w:t>
      </w:r>
      <w:r>
        <w:tab/>
        <w:t>2.025e0</w:t>
      </w:r>
    </w:p>
    <w:p w:rsidR="00E00D30" w:rsidRDefault="00E00D30" w:rsidP="00E00D30">
      <w:r>
        <w:t>326.1273</w:t>
      </w:r>
      <w:r>
        <w:tab/>
        <w:t>1.013e0</w:t>
      </w:r>
    </w:p>
    <w:p w:rsidR="00E00D30" w:rsidRDefault="00E00D30" w:rsidP="00E00D30">
      <w:r>
        <w:t>326.1335</w:t>
      </w:r>
      <w:r>
        <w:tab/>
        <w:t>5.063e0</w:t>
      </w:r>
    </w:p>
    <w:p w:rsidR="00E00D30" w:rsidRDefault="00E00D30" w:rsidP="00E00D30">
      <w:r>
        <w:t>326.1417</w:t>
      </w:r>
      <w:r>
        <w:tab/>
        <w:t>4.051e0</w:t>
      </w:r>
    </w:p>
    <w:p w:rsidR="00E00D30" w:rsidRDefault="00E00D30" w:rsidP="00E00D30">
      <w:r>
        <w:lastRenderedPageBreak/>
        <w:t>326.1508</w:t>
      </w:r>
      <w:r>
        <w:tab/>
        <w:t>3.038e0</w:t>
      </w:r>
    </w:p>
    <w:p w:rsidR="00E00D30" w:rsidRDefault="00E00D30" w:rsidP="00E00D30">
      <w:r>
        <w:t>326.1558</w:t>
      </w:r>
      <w:r>
        <w:tab/>
        <w:t>4.051e0</w:t>
      </w:r>
    </w:p>
    <w:p w:rsidR="00E00D30" w:rsidRDefault="00E00D30" w:rsidP="00E00D30">
      <w:r>
        <w:t>326.1631</w:t>
      </w:r>
      <w:r>
        <w:tab/>
        <w:t>5.063e0</w:t>
      </w:r>
    </w:p>
    <w:p w:rsidR="00E00D30" w:rsidRDefault="00E00D30" w:rsidP="00E00D30">
      <w:r>
        <w:t>326.1679</w:t>
      </w:r>
      <w:r>
        <w:tab/>
        <w:t>2.025e0</w:t>
      </w:r>
    </w:p>
    <w:p w:rsidR="00E00D30" w:rsidRDefault="00E00D30" w:rsidP="00E00D30">
      <w:r>
        <w:t>326.1942</w:t>
      </w:r>
      <w:r>
        <w:tab/>
        <w:t>1.013e0</w:t>
      </w:r>
    </w:p>
    <w:p w:rsidR="00E00D30" w:rsidRDefault="00E00D30" w:rsidP="00E00D30">
      <w:r>
        <w:t>326.2002</w:t>
      </w:r>
      <w:r>
        <w:tab/>
        <w:t>2.025e0</w:t>
      </w:r>
    </w:p>
    <w:p w:rsidR="00E00D30" w:rsidRDefault="00E00D30" w:rsidP="00E00D30">
      <w:r>
        <w:t>326.2084</w:t>
      </w:r>
      <w:r>
        <w:tab/>
        <w:t>2.025e0</w:t>
      </w:r>
    </w:p>
    <w:p w:rsidR="00E00D30" w:rsidRDefault="00E00D30" w:rsidP="00E00D30">
      <w:r>
        <w:t>326.2183</w:t>
      </w:r>
      <w:r>
        <w:tab/>
        <w:t>1.013e0</w:t>
      </w:r>
    </w:p>
    <w:p w:rsidR="00E00D30" w:rsidRDefault="00E00D30" w:rsidP="00E00D30">
      <w:r>
        <w:t>326.2236</w:t>
      </w:r>
      <w:r>
        <w:tab/>
        <w:t>1.013e0</w:t>
      </w:r>
    </w:p>
    <w:p w:rsidR="00E00D30" w:rsidRDefault="00E00D30" w:rsidP="00E00D30">
      <w:r>
        <w:t>326.2313</w:t>
      </w:r>
      <w:r>
        <w:tab/>
        <w:t>4.487e0</w:t>
      </w:r>
    </w:p>
    <w:p w:rsidR="00E00D30" w:rsidRDefault="00E00D30" w:rsidP="00E00D30">
      <w:r>
        <w:t>326.2399</w:t>
      </w:r>
      <w:r>
        <w:tab/>
        <w:t>2.025e0</w:t>
      </w:r>
    </w:p>
    <w:p w:rsidR="00E00D30" w:rsidRDefault="00E00D30" w:rsidP="00E00D30">
      <w:r>
        <w:t>326.2473</w:t>
      </w:r>
      <w:r>
        <w:tab/>
        <w:t>1.013e0</w:t>
      </w:r>
    </w:p>
    <w:p w:rsidR="00E00D30" w:rsidRDefault="00E00D30" w:rsidP="00E00D30">
      <w:r>
        <w:t>326.2612</w:t>
      </w:r>
      <w:r>
        <w:tab/>
        <w:t>1.013e0</w:t>
      </w:r>
    </w:p>
    <w:p w:rsidR="00E00D30" w:rsidRDefault="00E00D30" w:rsidP="00E00D30">
      <w:r>
        <w:t>326.2895</w:t>
      </w:r>
      <w:r>
        <w:tab/>
        <w:t>1.013e0</w:t>
      </w:r>
    </w:p>
    <w:p w:rsidR="00E00D30" w:rsidRDefault="00E00D30" w:rsidP="00E00D30">
      <w:r>
        <w:t>326.2978</w:t>
      </w:r>
      <w:r>
        <w:tab/>
        <w:t>3.038e0</w:t>
      </w:r>
    </w:p>
    <w:p w:rsidR="00E00D30" w:rsidRDefault="00E00D30" w:rsidP="00E00D30">
      <w:r>
        <w:t>326.3006</w:t>
      </w:r>
      <w:r>
        <w:tab/>
        <w:t>1.013e0</w:t>
      </w:r>
    </w:p>
    <w:p w:rsidR="00E00D30" w:rsidRDefault="00E00D30" w:rsidP="00E00D30">
      <w:r>
        <w:t>326.3060</w:t>
      </w:r>
      <w:r>
        <w:tab/>
        <w:t>1.013e0</w:t>
      </w:r>
    </w:p>
    <w:p w:rsidR="00E00D30" w:rsidRDefault="00E00D30" w:rsidP="00E00D30">
      <w:r>
        <w:t>326.3102</w:t>
      </w:r>
      <w:r>
        <w:tab/>
        <w:t>1.013e0</w:t>
      </w:r>
    </w:p>
    <w:p w:rsidR="00E00D30" w:rsidRDefault="00E00D30" w:rsidP="00E00D30">
      <w:r>
        <w:t>326.3137</w:t>
      </w:r>
      <w:r>
        <w:tab/>
        <w:t>1.013e0</w:t>
      </w:r>
    </w:p>
    <w:p w:rsidR="00E00D30" w:rsidRDefault="00E00D30" w:rsidP="00E00D30">
      <w:r>
        <w:lastRenderedPageBreak/>
        <w:t>326.3162</w:t>
      </w:r>
      <w:r>
        <w:tab/>
        <w:t>2.025e0</w:t>
      </w:r>
    </w:p>
    <w:p w:rsidR="00E00D30" w:rsidRDefault="00E00D30" w:rsidP="00E00D30">
      <w:r>
        <w:t>326.3239</w:t>
      </w:r>
      <w:r>
        <w:tab/>
        <w:t>3.038e0</w:t>
      </w:r>
    </w:p>
    <w:p w:rsidR="00E00D30" w:rsidRDefault="00E00D30" w:rsidP="00E00D30">
      <w:r>
        <w:t>326.3297</w:t>
      </w:r>
      <w:r>
        <w:tab/>
        <w:t>1.013e0</w:t>
      </w:r>
    </w:p>
    <w:p w:rsidR="00E00D30" w:rsidRDefault="00E00D30" w:rsidP="00E00D30">
      <w:r>
        <w:t>326.3625</w:t>
      </w:r>
      <w:r>
        <w:tab/>
        <w:t>3.038e0</w:t>
      </w:r>
    </w:p>
    <w:p w:rsidR="00E00D30" w:rsidRDefault="00E00D30" w:rsidP="00E00D30">
      <w:r>
        <w:t>326.3643</w:t>
      </w:r>
      <w:r>
        <w:tab/>
        <w:t>2.025e0</w:t>
      </w:r>
    </w:p>
    <w:p w:rsidR="00E00D30" w:rsidRDefault="00E00D30" w:rsidP="00E00D30">
      <w:r>
        <w:t>326.3718</w:t>
      </w:r>
      <w:r>
        <w:tab/>
        <w:t>9.114e0</w:t>
      </w:r>
    </w:p>
    <w:p w:rsidR="00E00D30" w:rsidRDefault="00E00D30" w:rsidP="00E00D30">
      <w:r>
        <w:t>326.3826</w:t>
      </w:r>
      <w:r>
        <w:tab/>
        <w:t>5.063e0</w:t>
      </w:r>
    </w:p>
    <w:p w:rsidR="00E00D30" w:rsidRDefault="00E00D30" w:rsidP="00E00D30">
      <w:r>
        <w:t>326.3860</w:t>
      </w:r>
      <w:r>
        <w:tab/>
        <w:t>1.418e1</w:t>
      </w:r>
    </w:p>
    <w:p w:rsidR="00E00D30" w:rsidRDefault="00E00D30" w:rsidP="00E00D30">
      <w:r>
        <w:t>326.3875</w:t>
      </w:r>
      <w:r>
        <w:tab/>
        <w:t>6.076e0</w:t>
      </w:r>
    </w:p>
    <w:p w:rsidR="00E00D30" w:rsidRDefault="00E00D30" w:rsidP="00E00D30">
      <w:r>
        <w:t>326.3951</w:t>
      </w:r>
      <w:r>
        <w:tab/>
        <w:t>3.038e0</w:t>
      </w:r>
    </w:p>
    <w:p w:rsidR="00E00D30" w:rsidRDefault="00E00D30" w:rsidP="00E00D30">
      <w:r>
        <w:t>326.4015</w:t>
      </w:r>
      <w:r>
        <w:tab/>
        <w:t>2.025e0</w:t>
      </w:r>
    </w:p>
    <w:p w:rsidR="00E00D30" w:rsidRDefault="00E00D30" w:rsidP="00E00D30">
      <w:r>
        <w:t>326.4297</w:t>
      </w:r>
      <w:r>
        <w:tab/>
        <w:t>1.013e0</w:t>
      </w:r>
    </w:p>
    <w:p w:rsidR="00E00D30" w:rsidRDefault="00E00D30" w:rsidP="00E00D30">
      <w:r>
        <w:t>326.4521</w:t>
      </w:r>
      <w:r>
        <w:tab/>
        <w:t>2.025e0</w:t>
      </w:r>
    </w:p>
    <w:p w:rsidR="00E00D30" w:rsidRDefault="00E00D30" w:rsidP="00E00D30">
      <w:r>
        <w:t>326.4592</w:t>
      </w:r>
      <w:r>
        <w:tab/>
        <w:t>2.025e0</w:t>
      </w:r>
    </w:p>
    <w:p w:rsidR="00E00D30" w:rsidRDefault="00E00D30" w:rsidP="00E00D30">
      <w:r>
        <w:t>326.4786</w:t>
      </w:r>
      <w:r>
        <w:tab/>
        <w:t>2.025e0</w:t>
      </w:r>
    </w:p>
    <w:p w:rsidR="00E00D30" w:rsidRDefault="00E00D30" w:rsidP="00E00D30">
      <w:r>
        <w:t>326.4825</w:t>
      </w:r>
      <w:r>
        <w:tab/>
        <w:t>1.013e0</w:t>
      </w:r>
    </w:p>
    <w:p w:rsidR="00E00D30" w:rsidRDefault="00E00D30" w:rsidP="00E00D30">
      <w:r>
        <w:t>326.5164</w:t>
      </w:r>
      <w:r>
        <w:tab/>
        <w:t>1.013e0</w:t>
      </w:r>
    </w:p>
    <w:p w:rsidR="00E00D30" w:rsidRDefault="00E00D30" w:rsidP="00E00D30">
      <w:r>
        <w:t>326.5211</w:t>
      </w:r>
      <w:r>
        <w:tab/>
        <w:t>1.013e0</w:t>
      </w:r>
    </w:p>
    <w:p w:rsidR="00E00D30" w:rsidRDefault="00E00D30" w:rsidP="00E00D30">
      <w:r>
        <w:t>326.5357</w:t>
      </w:r>
      <w:r>
        <w:tab/>
        <w:t>1.013e0</w:t>
      </w:r>
    </w:p>
    <w:p w:rsidR="00E00D30" w:rsidRDefault="00E00D30" w:rsidP="00E00D30">
      <w:r>
        <w:lastRenderedPageBreak/>
        <w:t>326.5409</w:t>
      </w:r>
      <w:r>
        <w:tab/>
        <w:t>1.013e0</w:t>
      </w:r>
    </w:p>
    <w:p w:rsidR="00E00D30" w:rsidRDefault="00E00D30" w:rsidP="00E00D30">
      <w:r>
        <w:t>326.5537</w:t>
      </w:r>
      <w:r>
        <w:tab/>
        <w:t>3.038e0</w:t>
      </w:r>
    </w:p>
    <w:p w:rsidR="00E00D30" w:rsidRDefault="00E00D30" w:rsidP="00E00D30">
      <w:r>
        <w:t>326.5745</w:t>
      </w:r>
      <w:r>
        <w:tab/>
        <w:t>2.025e0</w:t>
      </w:r>
    </w:p>
    <w:p w:rsidR="00E00D30" w:rsidRDefault="00E00D30" w:rsidP="00E00D30">
      <w:r>
        <w:t>326.5977</w:t>
      </w:r>
      <w:r>
        <w:tab/>
        <w:t>2.025e0</w:t>
      </w:r>
    </w:p>
    <w:p w:rsidR="00E00D30" w:rsidRDefault="00E00D30" w:rsidP="00E00D30">
      <w:r>
        <w:t>326.6281</w:t>
      </w:r>
      <w:r>
        <w:tab/>
        <w:t>2.025e0</w:t>
      </w:r>
    </w:p>
    <w:p w:rsidR="00E00D30" w:rsidRDefault="00E00D30" w:rsidP="00E00D30">
      <w:r>
        <w:t>326.6362</w:t>
      </w:r>
      <w:r>
        <w:tab/>
        <w:t>1.013e0</w:t>
      </w:r>
    </w:p>
    <w:p w:rsidR="00E00D30" w:rsidRDefault="00E00D30" w:rsidP="00E00D30">
      <w:r>
        <w:t>326.6395</w:t>
      </w:r>
      <w:r>
        <w:tab/>
        <w:t>6.076e0</w:t>
      </w:r>
    </w:p>
    <w:p w:rsidR="00E00D30" w:rsidRDefault="00E00D30" w:rsidP="00E00D30">
      <w:r>
        <w:t>326.6439</w:t>
      </w:r>
      <w:r>
        <w:tab/>
        <w:t>6.076e0</w:t>
      </w:r>
    </w:p>
    <w:p w:rsidR="00E00D30" w:rsidRDefault="00E00D30" w:rsidP="00E00D30">
      <w:r>
        <w:t>326.6572</w:t>
      </w:r>
      <w:r>
        <w:tab/>
        <w:t>2.025e0</w:t>
      </w:r>
    </w:p>
    <w:p w:rsidR="00E00D30" w:rsidRDefault="00E00D30" w:rsidP="00E00D30">
      <w:r>
        <w:t>326.6592</w:t>
      </w:r>
      <w:r>
        <w:tab/>
        <w:t>2.025e0</w:t>
      </w:r>
    </w:p>
    <w:p w:rsidR="00E00D30" w:rsidRDefault="00E00D30" w:rsidP="00E00D30">
      <w:r>
        <w:t>326.6696</w:t>
      </w:r>
      <w:r>
        <w:tab/>
        <w:t>6.076e0</w:t>
      </w:r>
    </w:p>
    <w:p w:rsidR="00E00D30" w:rsidRDefault="00E00D30" w:rsidP="00E00D30">
      <w:r>
        <w:t>326.6788</w:t>
      </w:r>
      <w:r>
        <w:tab/>
        <w:t>1.013e0</w:t>
      </w:r>
    </w:p>
    <w:p w:rsidR="00E00D30" w:rsidRDefault="00E00D30" w:rsidP="00E00D30">
      <w:r>
        <w:t>326.7122</w:t>
      </w:r>
      <w:r>
        <w:tab/>
        <w:t>1.013e0</w:t>
      </w:r>
    </w:p>
    <w:p w:rsidR="00E00D30" w:rsidRDefault="00E00D30" w:rsidP="00E00D30">
      <w:r>
        <w:t>326.7235</w:t>
      </w:r>
      <w:r>
        <w:tab/>
        <w:t>1.013e0</w:t>
      </w:r>
    </w:p>
    <w:p w:rsidR="00E00D30" w:rsidRDefault="00E00D30" w:rsidP="00E00D30">
      <w:r>
        <w:t>326.7274</w:t>
      </w:r>
      <w:r>
        <w:tab/>
        <w:t>1.013e0</w:t>
      </w:r>
    </w:p>
    <w:p w:rsidR="00E00D30" w:rsidRDefault="00E00D30" w:rsidP="00E00D30">
      <w:r>
        <w:t>326.7559</w:t>
      </w:r>
      <w:r>
        <w:tab/>
        <w:t>1.013e0</w:t>
      </w:r>
    </w:p>
    <w:p w:rsidR="00E00D30" w:rsidRDefault="00E00D30" w:rsidP="00E00D30">
      <w:r>
        <w:t>326.7680</w:t>
      </w:r>
      <w:r>
        <w:tab/>
        <w:t>2.025e0</w:t>
      </w:r>
    </w:p>
    <w:p w:rsidR="00E00D30" w:rsidRDefault="00E00D30" w:rsidP="00E00D30">
      <w:r>
        <w:t>326.7846</w:t>
      </w:r>
      <w:r>
        <w:tab/>
        <w:t>1.013e0</w:t>
      </w:r>
    </w:p>
    <w:p w:rsidR="00E00D30" w:rsidRDefault="00E00D30" w:rsidP="00E00D30">
      <w:r>
        <w:t>326.8174</w:t>
      </w:r>
      <w:r>
        <w:tab/>
        <w:t>2.025e0</w:t>
      </w:r>
    </w:p>
    <w:p w:rsidR="00E00D30" w:rsidRDefault="00E00D30" w:rsidP="00E00D30">
      <w:r>
        <w:lastRenderedPageBreak/>
        <w:t>326.8184</w:t>
      </w:r>
      <w:r>
        <w:tab/>
        <w:t>1.013e0</w:t>
      </w:r>
    </w:p>
    <w:p w:rsidR="00E00D30" w:rsidRDefault="00E00D30" w:rsidP="00E00D30">
      <w:r>
        <w:t>326.8899</w:t>
      </w:r>
      <w:r>
        <w:tab/>
        <w:t>1.013e0</w:t>
      </w:r>
    </w:p>
    <w:p w:rsidR="00E00D30" w:rsidRDefault="00E00D30" w:rsidP="00E00D30">
      <w:r>
        <w:t>326.9099</w:t>
      </w:r>
      <w:r>
        <w:tab/>
        <w:t>3.038e0</w:t>
      </w:r>
    </w:p>
    <w:p w:rsidR="00E00D30" w:rsidRDefault="00E00D30" w:rsidP="00E00D30">
      <w:r>
        <w:t>326.9130</w:t>
      </w:r>
      <w:r>
        <w:tab/>
        <w:t>2.025e0</w:t>
      </w:r>
    </w:p>
    <w:p w:rsidR="00E00D30" w:rsidRDefault="00E00D30" w:rsidP="00E00D30">
      <w:r>
        <w:t>326.9212</w:t>
      </w:r>
      <w:r>
        <w:tab/>
        <w:t>3.038e0</w:t>
      </w:r>
    </w:p>
    <w:p w:rsidR="00E00D30" w:rsidRDefault="00E00D30" w:rsidP="00E00D30">
      <w:r>
        <w:t>326.9269</w:t>
      </w:r>
      <w:r>
        <w:tab/>
        <w:t>3.038e0</w:t>
      </w:r>
    </w:p>
    <w:p w:rsidR="00E00D30" w:rsidRDefault="00E00D30" w:rsidP="00E00D30">
      <w:r>
        <w:t>326.9286</w:t>
      </w:r>
      <w:r>
        <w:tab/>
        <w:t>2.025e0</w:t>
      </w:r>
    </w:p>
    <w:p w:rsidR="00E00D30" w:rsidRDefault="00E00D30" w:rsidP="00E00D30">
      <w:r>
        <w:t>326.9302</w:t>
      </w:r>
      <w:r>
        <w:tab/>
        <w:t>1.013e0</w:t>
      </w:r>
    </w:p>
    <w:p w:rsidR="00E00D30" w:rsidRDefault="00E00D30" w:rsidP="00E00D30">
      <w:r>
        <w:t>326.9583</w:t>
      </w:r>
      <w:r>
        <w:tab/>
        <w:t>3.240e0</w:t>
      </w:r>
    </w:p>
    <w:p w:rsidR="00E00D30" w:rsidRDefault="00E00D30" w:rsidP="00E00D30">
      <w:r>
        <w:t>326.9938</w:t>
      </w:r>
      <w:r>
        <w:tab/>
        <w:t>3.038e0</w:t>
      </w:r>
    </w:p>
    <w:p w:rsidR="00E00D30" w:rsidRDefault="00E00D30" w:rsidP="00E00D30">
      <w:r>
        <w:t>327.0033</w:t>
      </w:r>
      <w:r>
        <w:tab/>
        <w:t>2.025e0</w:t>
      </w:r>
    </w:p>
    <w:p w:rsidR="00E00D30" w:rsidRDefault="00E00D30" w:rsidP="00E00D30">
      <w:r>
        <w:t>327.0069</w:t>
      </w:r>
      <w:r>
        <w:tab/>
        <w:t>1.013e0</w:t>
      </w:r>
    </w:p>
    <w:p w:rsidR="00E00D30" w:rsidRDefault="00E00D30" w:rsidP="00E00D30">
      <w:r>
        <w:t>327.0133</w:t>
      </w:r>
      <w:r>
        <w:tab/>
        <w:t>2.025e0</w:t>
      </w:r>
    </w:p>
    <w:p w:rsidR="00E00D30" w:rsidRDefault="00E00D30" w:rsidP="00E00D30">
      <w:r>
        <w:t>327.0397</w:t>
      </w:r>
      <w:r>
        <w:tab/>
        <w:t>1.013e0</w:t>
      </w:r>
    </w:p>
    <w:p w:rsidR="00E00D30" w:rsidRDefault="00E00D30" w:rsidP="00E00D30">
      <w:r>
        <w:t>327.0436</w:t>
      </w:r>
      <w:r>
        <w:tab/>
        <w:t>1.013e0</w:t>
      </w:r>
    </w:p>
    <w:p w:rsidR="00E00D30" w:rsidRDefault="00E00D30" w:rsidP="00E00D30">
      <w:r>
        <w:t>327.0546</w:t>
      </w:r>
      <w:r>
        <w:tab/>
        <w:t>1.013e0</w:t>
      </w:r>
    </w:p>
    <w:p w:rsidR="00E00D30" w:rsidRDefault="00E00D30" w:rsidP="00E00D30">
      <w:r>
        <w:t>327.0718</w:t>
      </w:r>
      <w:r>
        <w:tab/>
        <w:t>2.025e0</w:t>
      </w:r>
    </w:p>
    <w:p w:rsidR="00E00D30" w:rsidRDefault="00E00D30" w:rsidP="00E00D30">
      <w:r>
        <w:t>327.0753</w:t>
      </w:r>
      <w:r>
        <w:tab/>
        <w:t>5.063e0</w:t>
      </w:r>
    </w:p>
    <w:p w:rsidR="00E00D30" w:rsidRDefault="00E00D30" w:rsidP="00E00D30">
      <w:r>
        <w:t>327.0842</w:t>
      </w:r>
      <w:r>
        <w:tab/>
        <w:t>2.025e0</w:t>
      </w:r>
    </w:p>
    <w:p w:rsidR="00E00D30" w:rsidRDefault="00E00D30" w:rsidP="00E00D30">
      <w:r>
        <w:lastRenderedPageBreak/>
        <w:t>327.0886</w:t>
      </w:r>
      <w:r>
        <w:tab/>
        <w:t>3.038e0</w:t>
      </w:r>
    </w:p>
    <w:p w:rsidR="00E00D30" w:rsidRDefault="00E00D30" w:rsidP="00E00D30">
      <w:r>
        <w:t>327.0967</w:t>
      </w:r>
      <w:r>
        <w:tab/>
        <w:t>2.025e0</w:t>
      </w:r>
    </w:p>
    <w:p w:rsidR="00E00D30" w:rsidRDefault="00E00D30" w:rsidP="00E00D30">
      <w:r>
        <w:t>327.1166</w:t>
      </w:r>
      <w:r>
        <w:tab/>
        <w:t>1.013e0</w:t>
      </w:r>
    </w:p>
    <w:p w:rsidR="00E00D30" w:rsidRDefault="00E00D30" w:rsidP="00E00D30">
      <w:r>
        <w:t>327.1372</w:t>
      </w:r>
      <w:r>
        <w:tab/>
        <w:t>1.013e0</w:t>
      </w:r>
    </w:p>
    <w:p w:rsidR="00E00D30" w:rsidRDefault="00E00D30" w:rsidP="00E00D30">
      <w:r>
        <w:t>327.1451</w:t>
      </w:r>
      <w:r>
        <w:tab/>
        <w:t>1.013e0</w:t>
      </w:r>
    </w:p>
    <w:p w:rsidR="00E00D30" w:rsidRDefault="00E00D30" w:rsidP="00E00D30">
      <w:r>
        <w:t>327.1543</w:t>
      </w:r>
      <w:r>
        <w:tab/>
        <w:t>1.013e0</w:t>
      </w:r>
    </w:p>
    <w:p w:rsidR="00E00D30" w:rsidRDefault="00E00D30" w:rsidP="00E00D30">
      <w:r>
        <w:t>327.1558</w:t>
      </w:r>
      <w:r>
        <w:tab/>
        <w:t>8.002e0</w:t>
      </w:r>
    </w:p>
    <w:p w:rsidR="00E00D30" w:rsidRDefault="00E00D30" w:rsidP="00E00D30">
      <w:r>
        <w:t>327.1608</w:t>
      </w:r>
      <w:r>
        <w:tab/>
        <w:t>1.013e0</w:t>
      </w:r>
    </w:p>
    <w:p w:rsidR="00E00D30" w:rsidRDefault="00E00D30" w:rsidP="00E00D30">
      <w:r>
        <w:t>327.1633</w:t>
      </w:r>
      <w:r>
        <w:tab/>
        <w:t>5.063e0</w:t>
      </w:r>
    </w:p>
    <w:p w:rsidR="00E00D30" w:rsidRDefault="00E00D30" w:rsidP="00E00D30">
      <w:r>
        <w:t>327.1766</w:t>
      </w:r>
      <w:r>
        <w:tab/>
        <w:t>3.038e0</w:t>
      </w:r>
    </w:p>
    <w:p w:rsidR="00E00D30" w:rsidRDefault="00E00D30" w:rsidP="00E00D30">
      <w:r>
        <w:t>327.1837</w:t>
      </w:r>
      <w:r>
        <w:tab/>
        <w:t>2.025e0</w:t>
      </w:r>
    </w:p>
    <w:p w:rsidR="00E00D30" w:rsidRDefault="00E00D30" w:rsidP="00E00D30">
      <w:r>
        <w:t>327.1897</w:t>
      </w:r>
      <w:r>
        <w:tab/>
        <w:t>1.013e0</w:t>
      </w:r>
    </w:p>
    <w:p w:rsidR="00E00D30" w:rsidRDefault="00E00D30" w:rsidP="00E00D30">
      <w:r>
        <w:t>327.1947</w:t>
      </w:r>
      <w:r>
        <w:tab/>
        <w:t>3.318e0</w:t>
      </w:r>
    </w:p>
    <w:p w:rsidR="00E00D30" w:rsidRDefault="00E00D30" w:rsidP="00E00D30">
      <w:r>
        <w:t>327.2051</w:t>
      </w:r>
      <w:r>
        <w:tab/>
        <w:t>7.089e0</w:t>
      </w:r>
    </w:p>
    <w:p w:rsidR="00E00D30" w:rsidRDefault="00E00D30" w:rsidP="00E00D30">
      <w:r>
        <w:t>327.2312</w:t>
      </w:r>
      <w:r>
        <w:tab/>
        <w:t>1.013e0</w:t>
      </w:r>
    </w:p>
    <w:p w:rsidR="00E00D30" w:rsidRDefault="00E00D30" w:rsidP="00E00D30">
      <w:r>
        <w:t>327.2505</w:t>
      </w:r>
      <w:r>
        <w:tab/>
        <w:t>1.013e0</w:t>
      </w:r>
    </w:p>
    <w:p w:rsidR="00E00D30" w:rsidRDefault="00E00D30" w:rsidP="00E00D30">
      <w:r>
        <w:t>327.2655</w:t>
      </w:r>
      <w:r>
        <w:tab/>
        <w:t>3.038e0</w:t>
      </w:r>
    </w:p>
    <w:p w:rsidR="00E00D30" w:rsidRDefault="00E00D30" w:rsidP="00E00D30">
      <w:r>
        <w:t>327.2682</w:t>
      </w:r>
      <w:r>
        <w:tab/>
        <w:t>3.038e0</w:t>
      </w:r>
    </w:p>
    <w:p w:rsidR="00E00D30" w:rsidRDefault="00E00D30" w:rsidP="00E00D30">
      <w:r>
        <w:t>327.2710</w:t>
      </w:r>
      <w:r>
        <w:tab/>
        <w:t>1.013e0</w:t>
      </w:r>
    </w:p>
    <w:p w:rsidR="00E00D30" w:rsidRDefault="00E00D30" w:rsidP="00E00D30">
      <w:r>
        <w:lastRenderedPageBreak/>
        <w:t>327.2801</w:t>
      </w:r>
      <w:r>
        <w:tab/>
        <w:t>2.025e0</w:t>
      </w:r>
    </w:p>
    <w:p w:rsidR="00E00D30" w:rsidRDefault="00E00D30" w:rsidP="00E00D30">
      <w:r>
        <w:t>327.2954</w:t>
      </w:r>
      <w:r>
        <w:tab/>
        <w:t>1.013e0</w:t>
      </w:r>
    </w:p>
    <w:p w:rsidR="00E00D30" w:rsidRDefault="00E00D30" w:rsidP="00E00D30">
      <w:r>
        <w:t>327.2997</w:t>
      </w:r>
      <w:r>
        <w:tab/>
        <w:t>1.013e0</w:t>
      </w:r>
    </w:p>
    <w:p w:rsidR="00E00D30" w:rsidRDefault="00E00D30" w:rsidP="00E00D30">
      <w:r>
        <w:t>327.3142</w:t>
      </w:r>
      <w:r>
        <w:tab/>
        <w:t>1.013e0</w:t>
      </w:r>
    </w:p>
    <w:p w:rsidR="00E00D30" w:rsidRDefault="00E00D30" w:rsidP="00E00D30">
      <w:r>
        <w:t>327.3276</w:t>
      </w:r>
      <w:r>
        <w:tab/>
        <w:t>1.013e0</w:t>
      </w:r>
    </w:p>
    <w:p w:rsidR="00E00D30" w:rsidRDefault="00E00D30" w:rsidP="00E00D30">
      <w:r>
        <w:t>327.3316</w:t>
      </w:r>
      <w:r>
        <w:tab/>
        <w:t>1.013e0</w:t>
      </w:r>
    </w:p>
    <w:p w:rsidR="00E00D30" w:rsidRDefault="00E00D30" w:rsidP="00E00D30">
      <w:r>
        <w:t>327.3733</w:t>
      </w:r>
      <w:r>
        <w:tab/>
        <w:t>5.063e0</w:t>
      </w:r>
    </w:p>
    <w:p w:rsidR="00E00D30" w:rsidRDefault="00E00D30" w:rsidP="00E00D30">
      <w:r>
        <w:t>327.3886</w:t>
      </w:r>
      <w:r>
        <w:tab/>
        <w:t>2.025e0</w:t>
      </w:r>
    </w:p>
    <w:p w:rsidR="00E00D30" w:rsidRDefault="00E00D30" w:rsidP="00E00D30">
      <w:r>
        <w:t>327.3925</w:t>
      </w:r>
      <w:r>
        <w:tab/>
        <w:t>2.025e0</w:t>
      </w:r>
    </w:p>
    <w:p w:rsidR="00E00D30" w:rsidRDefault="00E00D30" w:rsidP="00E00D30">
      <w:r>
        <w:t>327.3964</w:t>
      </w:r>
      <w:r>
        <w:tab/>
        <w:t>1.013e0</w:t>
      </w:r>
    </w:p>
    <w:p w:rsidR="00E00D30" w:rsidRDefault="00E00D30" w:rsidP="00E00D30">
      <w:r>
        <w:t>327.4169</w:t>
      </w:r>
      <w:r>
        <w:tab/>
        <w:t>2.025e0</w:t>
      </w:r>
    </w:p>
    <w:p w:rsidR="00E00D30" w:rsidRDefault="00E00D30" w:rsidP="00E00D30">
      <w:r>
        <w:t>327.4381</w:t>
      </w:r>
      <w:r>
        <w:tab/>
        <w:t>1.013e0</w:t>
      </w:r>
    </w:p>
    <w:p w:rsidR="00E00D30" w:rsidRDefault="00E00D30" w:rsidP="00E00D30">
      <w:r>
        <w:t>327.4858</w:t>
      </w:r>
      <w:r>
        <w:tab/>
        <w:t>1.013e0</w:t>
      </w:r>
    </w:p>
    <w:p w:rsidR="00E00D30" w:rsidRDefault="00E00D30" w:rsidP="00E00D30">
      <w:r>
        <w:t>327.4944</w:t>
      </w:r>
      <w:r>
        <w:tab/>
        <w:t>2.025e0</w:t>
      </w:r>
    </w:p>
    <w:p w:rsidR="00E00D30" w:rsidRDefault="00E00D30" w:rsidP="00E00D30">
      <w:r>
        <w:t>327.5912</w:t>
      </w:r>
      <w:r>
        <w:tab/>
        <w:t>2.025e0</w:t>
      </w:r>
    </w:p>
    <w:p w:rsidR="00E00D30" w:rsidRDefault="00E00D30" w:rsidP="00E00D30">
      <w:r>
        <w:t>327.6158</w:t>
      </w:r>
      <w:r>
        <w:tab/>
        <w:t>2.025e0</w:t>
      </w:r>
    </w:p>
    <w:p w:rsidR="00E00D30" w:rsidRDefault="00E00D30" w:rsidP="00E00D30">
      <w:r>
        <w:t>327.6318</w:t>
      </w:r>
      <w:r>
        <w:tab/>
        <w:t>4.051e0</w:t>
      </w:r>
    </w:p>
    <w:p w:rsidR="00E00D30" w:rsidRDefault="00E00D30" w:rsidP="00E00D30">
      <w:r>
        <w:t>327.6339</w:t>
      </w:r>
      <w:r>
        <w:tab/>
        <w:t>4.051e0</w:t>
      </w:r>
    </w:p>
    <w:p w:rsidR="00E00D30" w:rsidRDefault="00E00D30" w:rsidP="00E00D30">
      <w:r>
        <w:t>327.6404</w:t>
      </w:r>
      <w:r>
        <w:tab/>
        <w:t>2.025e0</w:t>
      </w:r>
    </w:p>
    <w:p w:rsidR="00E00D30" w:rsidRDefault="00E00D30" w:rsidP="00E00D30">
      <w:r>
        <w:lastRenderedPageBreak/>
        <w:t>327.6446</w:t>
      </w:r>
      <w:r>
        <w:tab/>
        <w:t>2.025e0</w:t>
      </w:r>
    </w:p>
    <w:p w:rsidR="00E00D30" w:rsidRDefault="00E00D30" w:rsidP="00E00D30">
      <w:r>
        <w:t>327.6560</w:t>
      </w:r>
      <w:r>
        <w:tab/>
        <w:t>1.013e0</w:t>
      </w:r>
    </w:p>
    <w:p w:rsidR="00E00D30" w:rsidRDefault="00E00D30" w:rsidP="00E00D30">
      <w:r>
        <w:t>327.6796</w:t>
      </w:r>
      <w:r>
        <w:tab/>
        <w:t>1.013e0</w:t>
      </w:r>
    </w:p>
    <w:p w:rsidR="00E00D30" w:rsidRDefault="00E00D30" w:rsidP="00E00D30">
      <w:r>
        <w:t>327.6955</w:t>
      </w:r>
      <w:r>
        <w:tab/>
        <w:t>2.025e0</w:t>
      </w:r>
    </w:p>
    <w:p w:rsidR="00E00D30" w:rsidRDefault="00E00D30" w:rsidP="00E00D30">
      <w:r>
        <w:t>327.7077</w:t>
      </w:r>
      <w:r>
        <w:tab/>
        <w:t>2.025e0</w:t>
      </w:r>
    </w:p>
    <w:p w:rsidR="00E00D30" w:rsidRDefault="00E00D30" w:rsidP="00E00D30">
      <w:r>
        <w:t>327.7330</w:t>
      </w:r>
      <w:r>
        <w:tab/>
        <w:t>1.013e0</w:t>
      </w:r>
    </w:p>
    <w:p w:rsidR="00E00D30" w:rsidRDefault="00E00D30" w:rsidP="00E00D30">
      <w:r>
        <w:t>327.7455</w:t>
      </w:r>
      <w:r>
        <w:tab/>
        <w:t>1.013e0</w:t>
      </w:r>
    </w:p>
    <w:p w:rsidR="00E00D30" w:rsidRDefault="00E00D30" w:rsidP="00E00D30">
      <w:r>
        <w:t>327.7501</w:t>
      </w:r>
      <w:r>
        <w:tab/>
        <w:t>4.051e0</w:t>
      </w:r>
    </w:p>
    <w:p w:rsidR="00E00D30" w:rsidRDefault="00E00D30" w:rsidP="00E00D30">
      <w:r>
        <w:t>327.7537</w:t>
      </w:r>
      <w:r>
        <w:tab/>
        <w:t>2.025e0</w:t>
      </w:r>
    </w:p>
    <w:p w:rsidR="00E00D30" w:rsidRDefault="00E00D30" w:rsidP="00E00D30">
      <w:r>
        <w:t>327.7658</w:t>
      </w:r>
      <w:r>
        <w:tab/>
        <w:t>1.013e0</w:t>
      </w:r>
    </w:p>
    <w:p w:rsidR="00E00D30" w:rsidRDefault="00E00D30" w:rsidP="00E00D30">
      <w:r>
        <w:t>327.7860</w:t>
      </w:r>
      <w:r>
        <w:tab/>
        <w:t>1.013e0</w:t>
      </w:r>
    </w:p>
    <w:p w:rsidR="00E00D30" w:rsidRDefault="00E00D30" w:rsidP="00E00D30">
      <w:r>
        <w:t>327.8098</w:t>
      </w:r>
      <w:r>
        <w:tab/>
        <w:t>1.013e0</w:t>
      </w:r>
    </w:p>
    <w:p w:rsidR="00E00D30" w:rsidRDefault="00E00D30" w:rsidP="00E00D30">
      <w:r>
        <w:t>327.8232</w:t>
      </w:r>
      <w:r>
        <w:tab/>
        <w:t>1.013e0</w:t>
      </w:r>
    </w:p>
    <w:p w:rsidR="00E00D30" w:rsidRDefault="00E00D30" w:rsidP="00E00D30">
      <w:r>
        <w:t>327.8391</w:t>
      </w:r>
      <w:r>
        <w:tab/>
        <w:t>1.013e0</w:t>
      </w:r>
    </w:p>
    <w:p w:rsidR="00E00D30" w:rsidRDefault="00E00D30" w:rsidP="00E00D30">
      <w:r>
        <w:t>327.8919</w:t>
      </w:r>
      <w:r>
        <w:tab/>
        <w:t>1.013e0</w:t>
      </w:r>
    </w:p>
    <w:p w:rsidR="00E00D30" w:rsidRDefault="00E00D30" w:rsidP="00E00D30">
      <w:r>
        <w:t>327.9042</w:t>
      </w:r>
      <w:r>
        <w:tab/>
        <w:t>2.025e0</w:t>
      </w:r>
    </w:p>
    <w:p w:rsidR="00E00D30" w:rsidRDefault="00E00D30" w:rsidP="00E00D30">
      <w:r>
        <w:t>327.9160</w:t>
      </w:r>
      <w:r>
        <w:tab/>
        <w:t>2.025e0</w:t>
      </w:r>
    </w:p>
    <w:p w:rsidR="00E00D30" w:rsidRDefault="00E00D30" w:rsidP="00E00D30">
      <w:r>
        <w:t>327.9192</w:t>
      </w:r>
      <w:r>
        <w:tab/>
        <w:t>9.114e0</w:t>
      </w:r>
    </w:p>
    <w:p w:rsidR="00E00D30" w:rsidRDefault="00E00D30" w:rsidP="00E00D30">
      <w:r>
        <w:t>327.9206</w:t>
      </w:r>
      <w:r>
        <w:tab/>
        <w:t>1.013e0</w:t>
      </w:r>
    </w:p>
    <w:p w:rsidR="00E00D30" w:rsidRDefault="00E00D30" w:rsidP="00E00D30">
      <w:r>
        <w:lastRenderedPageBreak/>
        <w:t>327.9243</w:t>
      </w:r>
      <w:r>
        <w:tab/>
        <w:t>1.013e0</w:t>
      </w:r>
    </w:p>
    <w:p w:rsidR="00E00D30" w:rsidRDefault="00E00D30" w:rsidP="00E00D30">
      <w:r>
        <w:t>327.9367</w:t>
      </w:r>
      <w:r>
        <w:tab/>
        <w:t>2.025e0</w:t>
      </w:r>
    </w:p>
    <w:p w:rsidR="00E00D30" w:rsidRDefault="00E00D30" w:rsidP="00E00D30">
      <w:r>
        <w:t>327.9445</w:t>
      </w:r>
      <w:r>
        <w:tab/>
        <w:t>3.038e0</w:t>
      </w:r>
    </w:p>
    <w:p w:rsidR="00E00D30" w:rsidRDefault="00E00D30" w:rsidP="00E00D30">
      <w:r>
        <w:t>327.9524</w:t>
      </w:r>
      <w:r>
        <w:tab/>
        <w:t>3.038e0</w:t>
      </w:r>
    </w:p>
    <w:p w:rsidR="00E00D30" w:rsidRDefault="00E00D30" w:rsidP="00E00D30">
      <w:r>
        <w:t>327.9579</w:t>
      </w:r>
      <w:r>
        <w:tab/>
        <w:t>1.013e0</w:t>
      </w:r>
    </w:p>
    <w:p w:rsidR="00E00D30" w:rsidRDefault="00E00D30" w:rsidP="00E00D30">
      <w:r>
        <w:t>327.9973</w:t>
      </w:r>
      <w:r>
        <w:tab/>
        <w:t>3.038e0</w:t>
      </w:r>
    </w:p>
    <w:p w:rsidR="00E00D30" w:rsidRDefault="00E00D30" w:rsidP="00E00D30">
      <w:r>
        <w:t>328.0107</w:t>
      </w:r>
      <w:r>
        <w:tab/>
        <w:t>1.013e0</w:t>
      </w:r>
    </w:p>
    <w:p w:rsidR="00E00D30" w:rsidRDefault="00E00D30" w:rsidP="00E00D30">
      <w:r>
        <w:t>328.0401</w:t>
      </w:r>
      <w:r>
        <w:tab/>
        <w:t>1.013e0</w:t>
      </w:r>
    </w:p>
    <w:p w:rsidR="00E00D30" w:rsidRDefault="00E00D30" w:rsidP="00E00D30">
      <w:r>
        <w:t>328.0501</w:t>
      </w:r>
      <w:r>
        <w:tab/>
        <w:t>1.013e0</w:t>
      </w:r>
    </w:p>
    <w:p w:rsidR="00E00D30" w:rsidRDefault="00E00D30" w:rsidP="00E00D30">
      <w:r>
        <w:t>328.0564</w:t>
      </w:r>
      <w:r>
        <w:tab/>
        <w:t>2.025e0</w:t>
      </w:r>
    </w:p>
    <w:p w:rsidR="00E00D30" w:rsidRDefault="00E00D30" w:rsidP="00E00D30">
      <w:r>
        <w:t>328.0686</w:t>
      </w:r>
      <w:r>
        <w:tab/>
        <w:t>2.025e0</w:t>
      </w:r>
    </w:p>
    <w:p w:rsidR="00E00D30" w:rsidRDefault="00E00D30" w:rsidP="00E00D30">
      <w:r>
        <w:t>328.0743</w:t>
      </w:r>
      <w:r>
        <w:tab/>
        <w:t>1.013e0</w:t>
      </w:r>
    </w:p>
    <w:p w:rsidR="00E00D30" w:rsidRDefault="00E00D30" w:rsidP="00E00D30">
      <w:r>
        <w:t>328.0785</w:t>
      </w:r>
      <w:r>
        <w:tab/>
        <w:t>2.025e0</w:t>
      </w:r>
    </w:p>
    <w:p w:rsidR="00E00D30" w:rsidRDefault="00E00D30" w:rsidP="00E00D30">
      <w:r>
        <w:t>328.0821</w:t>
      </w:r>
      <w:r>
        <w:tab/>
        <w:t>7.089e0</w:t>
      </w:r>
    </w:p>
    <w:p w:rsidR="00E00D30" w:rsidRDefault="00E00D30" w:rsidP="00E00D30">
      <w:r>
        <w:t>328.0887</w:t>
      </w:r>
      <w:r>
        <w:tab/>
        <w:t>5.063e0</w:t>
      </w:r>
    </w:p>
    <w:p w:rsidR="00E00D30" w:rsidRDefault="00E00D30" w:rsidP="00E00D30">
      <w:r>
        <w:t>328.1029</w:t>
      </w:r>
      <w:r>
        <w:tab/>
        <w:t>4.051e0</w:t>
      </w:r>
    </w:p>
    <w:p w:rsidR="00E00D30" w:rsidRDefault="00E00D30" w:rsidP="00E00D30">
      <w:r>
        <w:t>328.1069</w:t>
      </w:r>
      <w:r>
        <w:tab/>
        <w:t>1.013e0</w:t>
      </w:r>
    </w:p>
    <w:p w:rsidR="00E00D30" w:rsidRDefault="00E00D30" w:rsidP="00E00D30">
      <w:r>
        <w:t>328.1256</w:t>
      </w:r>
      <w:r>
        <w:tab/>
        <w:t>3.038e0</w:t>
      </w:r>
    </w:p>
    <w:p w:rsidR="00E00D30" w:rsidRDefault="00E00D30" w:rsidP="00E00D30">
      <w:r>
        <w:t>328.1350</w:t>
      </w:r>
      <w:r>
        <w:tab/>
        <w:t>1.013e0</w:t>
      </w:r>
    </w:p>
    <w:p w:rsidR="00E00D30" w:rsidRDefault="00E00D30" w:rsidP="00E00D30">
      <w:r>
        <w:lastRenderedPageBreak/>
        <w:t>328.1398</w:t>
      </w:r>
      <w:r>
        <w:tab/>
        <w:t>3.038e0</w:t>
      </w:r>
    </w:p>
    <w:p w:rsidR="00E00D30" w:rsidRDefault="00E00D30" w:rsidP="00E00D30">
      <w:r>
        <w:t>328.1408</w:t>
      </w:r>
      <w:r>
        <w:tab/>
        <w:t>1.013e0</w:t>
      </w:r>
    </w:p>
    <w:p w:rsidR="00E00D30" w:rsidRDefault="00E00D30" w:rsidP="00E00D30">
      <w:r>
        <w:t>328.1443</w:t>
      </w:r>
      <w:r>
        <w:tab/>
        <w:t>2.679e0</w:t>
      </w:r>
    </w:p>
    <w:p w:rsidR="00E00D30" w:rsidRDefault="00E00D30" w:rsidP="00E00D30">
      <w:r>
        <w:t>328.1624</w:t>
      </w:r>
      <w:r>
        <w:tab/>
        <w:t>3.038e0</w:t>
      </w:r>
    </w:p>
    <w:p w:rsidR="00E00D30" w:rsidRDefault="00E00D30" w:rsidP="00E00D30">
      <w:r>
        <w:t>328.1728</w:t>
      </w:r>
      <w:r>
        <w:tab/>
        <w:t>4.051e0</w:t>
      </w:r>
    </w:p>
    <w:p w:rsidR="00E00D30" w:rsidRDefault="00E00D30" w:rsidP="00E00D30">
      <w:r>
        <w:t>328.1841</w:t>
      </w:r>
      <w:r>
        <w:tab/>
        <w:t>1.013e0</w:t>
      </w:r>
    </w:p>
    <w:p w:rsidR="00E00D30" w:rsidRDefault="00E00D30" w:rsidP="00E00D30">
      <w:r>
        <w:t>328.2234</w:t>
      </w:r>
      <w:r>
        <w:tab/>
        <w:t>1.013e0</w:t>
      </w:r>
    </w:p>
    <w:p w:rsidR="00E00D30" w:rsidRDefault="00E00D30" w:rsidP="00E00D30">
      <w:r>
        <w:t>328.2290</w:t>
      </w:r>
      <w:r>
        <w:tab/>
        <w:t>2.025e0</w:t>
      </w:r>
    </w:p>
    <w:p w:rsidR="00E00D30" w:rsidRDefault="00E00D30" w:rsidP="00E00D30">
      <w:r>
        <w:t>328.2347</w:t>
      </w:r>
      <w:r>
        <w:tab/>
        <w:t>2.025e0</w:t>
      </w:r>
    </w:p>
    <w:p w:rsidR="00E00D30" w:rsidRDefault="00E00D30" w:rsidP="00E00D30">
      <w:r>
        <w:t>328.2462</w:t>
      </w:r>
      <w:r>
        <w:tab/>
        <w:t>3.038e0</w:t>
      </w:r>
    </w:p>
    <w:p w:rsidR="00E00D30" w:rsidRDefault="00E00D30" w:rsidP="00E00D30">
      <w:r>
        <w:t>328.2473</w:t>
      </w:r>
      <w:r>
        <w:tab/>
        <w:t>1.013e0</w:t>
      </w:r>
    </w:p>
    <w:p w:rsidR="00E00D30" w:rsidRDefault="00E00D30" w:rsidP="00E00D30">
      <w:r>
        <w:t>328.2650</w:t>
      </w:r>
      <w:r>
        <w:tab/>
        <w:t>1.013e0</w:t>
      </w:r>
    </w:p>
    <w:p w:rsidR="00E00D30" w:rsidRDefault="00E00D30" w:rsidP="00E00D30">
      <w:r>
        <w:t>328.2813</w:t>
      </w:r>
      <w:r>
        <w:tab/>
        <w:t>1.013e0</w:t>
      </w:r>
    </w:p>
    <w:p w:rsidR="00E00D30" w:rsidRDefault="00E00D30" w:rsidP="00E00D30">
      <w:r>
        <w:t>328.2885</w:t>
      </w:r>
      <w:r>
        <w:tab/>
        <w:t>3.038e0</w:t>
      </w:r>
    </w:p>
    <w:p w:rsidR="00E00D30" w:rsidRDefault="00E00D30" w:rsidP="00E00D30">
      <w:r>
        <w:t>328.3062</w:t>
      </w:r>
      <w:r>
        <w:tab/>
        <w:t>2.025e0</w:t>
      </w:r>
    </w:p>
    <w:p w:rsidR="00E00D30" w:rsidRDefault="00E00D30" w:rsidP="00E00D30">
      <w:r>
        <w:t>328.3181</w:t>
      </w:r>
      <w:r>
        <w:tab/>
        <w:t>1.013e0</w:t>
      </w:r>
    </w:p>
    <w:p w:rsidR="00E00D30" w:rsidRDefault="00E00D30" w:rsidP="00E00D30">
      <w:r>
        <w:t>328.3266</w:t>
      </w:r>
      <w:r>
        <w:tab/>
        <w:t>2.025e0</w:t>
      </w:r>
    </w:p>
    <w:p w:rsidR="00E00D30" w:rsidRDefault="00E00D30" w:rsidP="00E00D30">
      <w:r>
        <w:t>328.3422</w:t>
      </w:r>
      <w:r>
        <w:tab/>
        <w:t>1.013e0</w:t>
      </w:r>
    </w:p>
    <w:p w:rsidR="00E00D30" w:rsidRDefault="00E00D30" w:rsidP="00E00D30">
      <w:r>
        <w:t>328.3538</w:t>
      </w:r>
      <w:r>
        <w:tab/>
        <w:t>1.013e0</w:t>
      </w:r>
    </w:p>
    <w:p w:rsidR="00E00D30" w:rsidRDefault="00E00D30" w:rsidP="00E00D30">
      <w:r>
        <w:lastRenderedPageBreak/>
        <w:t>328.3585</w:t>
      </w:r>
      <w:r>
        <w:tab/>
        <w:t>1.013e0</w:t>
      </w:r>
    </w:p>
    <w:p w:rsidR="00E00D30" w:rsidRDefault="00E00D30" w:rsidP="00E00D30">
      <w:r>
        <w:t>328.3667</w:t>
      </w:r>
      <w:r>
        <w:tab/>
        <w:t>1.013e0</w:t>
      </w:r>
    </w:p>
    <w:p w:rsidR="00E00D30" w:rsidRDefault="00E00D30" w:rsidP="00E00D30">
      <w:r>
        <w:t>328.3779</w:t>
      </w:r>
      <w:r>
        <w:tab/>
        <w:t>1.013e0</w:t>
      </w:r>
    </w:p>
    <w:p w:rsidR="00E00D30" w:rsidRDefault="00E00D30" w:rsidP="00E00D30">
      <w:r>
        <w:t>328.3832</w:t>
      </w:r>
      <w:r>
        <w:tab/>
        <w:t>1.013e0</w:t>
      </w:r>
    </w:p>
    <w:p w:rsidR="00E00D30" w:rsidRDefault="00E00D30" w:rsidP="00E00D30">
      <w:r>
        <w:t>328.4307</w:t>
      </w:r>
      <w:r>
        <w:tab/>
        <w:t>1.013e0</w:t>
      </w:r>
    </w:p>
    <w:p w:rsidR="00E00D30" w:rsidRDefault="00E00D30" w:rsidP="00E00D30">
      <w:r>
        <w:t>328.4646</w:t>
      </w:r>
      <w:r>
        <w:tab/>
        <w:t>2.025e0</w:t>
      </w:r>
    </w:p>
    <w:p w:rsidR="00E00D30" w:rsidRDefault="00E00D30" w:rsidP="00E00D30">
      <w:r>
        <w:t>328.4722</w:t>
      </w:r>
      <w:r>
        <w:tab/>
        <w:t>1.013e0</w:t>
      </w:r>
    </w:p>
    <w:p w:rsidR="00E00D30" w:rsidRDefault="00E00D30" w:rsidP="00E00D30">
      <w:r>
        <w:t>328.4925</w:t>
      </w:r>
      <w:r>
        <w:tab/>
        <w:t>1.013e0</w:t>
      </w:r>
    </w:p>
    <w:p w:rsidR="00E00D30" w:rsidRDefault="00E00D30" w:rsidP="00E00D30">
      <w:r>
        <w:t>328.5417</w:t>
      </w:r>
      <w:r>
        <w:tab/>
        <w:t>1.013e0</w:t>
      </w:r>
    </w:p>
    <w:p w:rsidR="00E00D30" w:rsidRDefault="00E00D30" w:rsidP="00E00D30">
      <w:r>
        <w:t>328.5902</w:t>
      </w:r>
      <w:r>
        <w:tab/>
        <w:t>1.013e0</w:t>
      </w:r>
    </w:p>
    <w:p w:rsidR="00E00D30" w:rsidRDefault="00E00D30" w:rsidP="00E00D30">
      <w:r>
        <w:t>328.6120</w:t>
      </w:r>
      <w:r>
        <w:tab/>
        <w:t>2.025e0</w:t>
      </w:r>
    </w:p>
    <w:p w:rsidR="00E00D30" w:rsidRDefault="00E00D30" w:rsidP="00E00D30">
      <w:r>
        <w:t>328.6185</w:t>
      </w:r>
      <w:r>
        <w:tab/>
        <w:t>1.013e0</w:t>
      </w:r>
    </w:p>
    <w:p w:rsidR="00E00D30" w:rsidRDefault="00E00D30" w:rsidP="00E00D30">
      <w:r>
        <w:t>328.6225</w:t>
      </w:r>
      <w:r>
        <w:tab/>
        <w:t>2.025e0</w:t>
      </w:r>
    </w:p>
    <w:p w:rsidR="00E00D30" w:rsidRDefault="00E00D30" w:rsidP="00E00D30">
      <w:r>
        <w:t>328.6368</w:t>
      </w:r>
      <w:r>
        <w:tab/>
        <w:t>2.025e0</w:t>
      </w:r>
    </w:p>
    <w:p w:rsidR="00E00D30" w:rsidRDefault="00E00D30" w:rsidP="00E00D30">
      <w:r>
        <w:t>328.6467</w:t>
      </w:r>
      <w:r>
        <w:tab/>
        <w:t>3.038e0</w:t>
      </w:r>
    </w:p>
    <w:p w:rsidR="00E00D30" w:rsidRDefault="00E00D30" w:rsidP="00E00D30">
      <w:r>
        <w:t>328.6674</w:t>
      </w:r>
      <w:r>
        <w:tab/>
        <w:t>2.025e0</w:t>
      </w:r>
    </w:p>
    <w:p w:rsidR="00E00D30" w:rsidRDefault="00E00D30" w:rsidP="00E00D30">
      <w:r>
        <w:t>328.7089</w:t>
      </w:r>
      <w:r>
        <w:tab/>
        <w:t>2.025e0</w:t>
      </w:r>
    </w:p>
    <w:p w:rsidR="00E00D30" w:rsidRDefault="00E00D30" w:rsidP="00E00D30">
      <w:r>
        <w:t>328.7245</w:t>
      </w:r>
      <w:r>
        <w:tab/>
        <w:t>1.013e0</w:t>
      </w:r>
    </w:p>
    <w:p w:rsidR="00E00D30" w:rsidRDefault="00E00D30" w:rsidP="00E00D30">
      <w:r>
        <w:t>328.7446</w:t>
      </w:r>
      <w:r>
        <w:tab/>
        <w:t>1.013e0</w:t>
      </w:r>
    </w:p>
    <w:p w:rsidR="00E00D30" w:rsidRDefault="00E00D30" w:rsidP="00E00D30">
      <w:r>
        <w:lastRenderedPageBreak/>
        <w:t>328.7812</w:t>
      </w:r>
      <w:r>
        <w:tab/>
        <w:t>1.013e0</w:t>
      </w:r>
    </w:p>
    <w:p w:rsidR="00E00D30" w:rsidRDefault="00E00D30" w:rsidP="00E00D30">
      <w:r>
        <w:t>328.8102</w:t>
      </w:r>
      <w:r>
        <w:tab/>
        <w:t>1.013e0</w:t>
      </w:r>
    </w:p>
    <w:p w:rsidR="00E00D30" w:rsidRDefault="00E00D30" w:rsidP="00E00D30">
      <w:r>
        <w:t>328.8453</w:t>
      </w:r>
      <w:r>
        <w:tab/>
        <w:t>1.013e0</w:t>
      </w:r>
    </w:p>
    <w:p w:rsidR="00E00D30" w:rsidRDefault="00E00D30" w:rsidP="00E00D30">
      <w:r>
        <w:t>328.8500</w:t>
      </w:r>
      <w:r>
        <w:tab/>
        <w:t>1.013e0</w:t>
      </w:r>
    </w:p>
    <w:p w:rsidR="00E00D30" w:rsidRDefault="00E00D30" w:rsidP="00E00D30">
      <w:r>
        <w:t>328.8629</w:t>
      </w:r>
      <w:r>
        <w:tab/>
        <w:t>1.013e0</w:t>
      </w:r>
    </w:p>
    <w:p w:rsidR="00E00D30" w:rsidRDefault="00E00D30" w:rsidP="00E00D30">
      <w:r>
        <w:t>328.8938</w:t>
      </w:r>
      <w:r>
        <w:tab/>
        <w:t>3.038e0</w:t>
      </w:r>
    </w:p>
    <w:p w:rsidR="00E00D30" w:rsidRDefault="00E00D30" w:rsidP="00E00D30">
      <w:r>
        <w:t>328.8959</w:t>
      </w:r>
      <w:r>
        <w:tab/>
        <w:t>8.101e0</w:t>
      </w:r>
    </w:p>
    <w:p w:rsidR="00E00D30" w:rsidRDefault="00E00D30" w:rsidP="00E00D30">
      <w:r>
        <w:t>328.9113</w:t>
      </w:r>
      <w:r>
        <w:tab/>
        <w:t>3.038e0</w:t>
      </w:r>
    </w:p>
    <w:p w:rsidR="00E00D30" w:rsidRDefault="00E00D30" w:rsidP="00E00D30">
      <w:r>
        <w:t>328.9150</w:t>
      </w:r>
      <w:r>
        <w:tab/>
        <w:t>1.924e1</w:t>
      </w:r>
    </w:p>
    <w:p w:rsidR="00E00D30" w:rsidRDefault="00E00D30" w:rsidP="00E00D30">
      <w:r>
        <w:t>328.9168</w:t>
      </w:r>
      <w:r>
        <w:tab/>
        <w:t>1.013e1</w:t>
      </w:r>
    </w:p>
    <w:p w:rsidR="00E00D30" w:rsidRDefault="00E00D30" w:rsidP="00E00D30">
      <w:r>
        <w:t>328.9183</w:t>
      </w:r>
      <w:r>
        <w:tab/>
        <w:t>7.089e0</w:t>
      </w:r>
    </w:p>
    <w:p w:rsidR="00E00D30" w:rsidRDefault="00E00D30" w:rsidP="00E00D30">
      <w:r>
        <w:t>328.9195</w:t>
      </w:r>
      <w:r>
        <w:tab/>
        <w:t>1.451e1</w:t>
      </w:r>
    </w:p>
    <w:p w:rsidR="00E00D30" w:rsidRDefault="00E00D30" w:rsidP="00E00D30">
      <w:r>
        <w:t>328.9209</w:t>
      </w:r>
      <w:r>
        <w:tab/>
        <w:t>1.316e1</w:t>
      </w:r>
    </w:p>
    <w:p w:rsidR="00E00D30" w:rsidRDefault="00E00D30" w:rsidP="00E00D30">
      <w:r>
        <w:t>328.9245</w:t>
      </w:r>
      <w:r>
        <w:tab/>
        <w:t>1.519e1</w:t>
      </w:r>
    </w:p>
    <w:p w:rsidR="00E00D30" w:rsidRDefault="00E00D30" w:rsidP="00E00D30">
      <w:r>
        <w:t>328.9261</w:t>
      </w:r>
      <w:r>
        <w:tab/>
        <w:t>3.038e0</w:t>
      </w:r>
    </w:p>
    <w:p w:rsidR="00E00D30" w:rsidRDefault="00E00D30" w:rsidP="00E00D30">
      <w:r>
        <w:t>328.9356</w:t>
      </w:r>
      <w:r>
        <w:tab/>
        <w:t>3.466e0</w:t>
      </w:r>
    </w:p>
    <w:p w:rsidR="00E00D30" w:rsidRDefault="00E00D30" w:rsidP="00E00D30">
      <w:r>
        <w:t>328.9696</w:t>
      </w:r>
      <w:r>
        <w:tab/>
        <w:t>2.610e0</w:t>
      </w:r>
    </w:p>
    <w:p w:rsidR="00E00D30" w:rsidRDefault="00E00D30" w:rsidP="00E00D30">
      <w:r>
        <w:t>328.9755</w:t>
      </w:r>
      <w:r>
        <w:tab/>
        <w:t>2.025e0</w:t>
      </w:r>
    </w:p>
    <w:p w:rsidR="00E00D30" w:rsidRDefault="00E00D30" w:rsidP="00E00D30">
      <w:r>
        <w:t>328.9938</w:t>
      </w:r>
      <w:r>
        <w:tab/>
        <w:t>4.051e0</w:t>
      </w:r>
    </w:p>
    <w:p w:rsidR="00E00D30" w:rsidRDefault="00E00D30" w:rsidP="00E00D30">
      <w:r>
        <w:lastRenderedPageBreak/>
        <w:t>328.9994</w:t>
      </w:r>
      <w:r>
        <w:tab/>
        <w:t>1.013e0</w:t>
      </w:r>
    </w:p>
    <w:p w:rsidR="00E00D30" w:rsidRDefault="00E00D30" w:rsidP="00E00D30">
      <w:r>
        <w:t>329.0409</w:t>
      </w:r>
      <w:r>
        <w:tab/>
        <w:t>1.013e0</w:t>
      </w:r>
    </w:p>
    <w:p w:rsidR="00E00D30" w:rsidRDefault="00E00D30" w:rsidP="00E00D30">
      <w:r>
        <w:t>329.0765</w:t>
      </w:r>
      <w:r>
        <w:tab/>
        <w:t>4.051e0</w:t>
      </w:r>
    </w:p>
    <w:p w:rsidR="00E00D30" w:rsidRDefault="00E00D30" w:rsidP="00E00D30">
      <w:r>
        <w:t>329.0797</w:t>
      </w:r>
      <w:r>
        <w:tab/>
        <w:t>3.038e0</w:t>
      </w:r>
    </w:p>
    <w:p w:rsidR="00E00D30" w:rsidRDefault="00E00D30" w:rsidP="00E00D30">
      <w:r>
        <w:t>329.0837</w:t>
      </w:r>
      <w:r>
        <w:tab/>
        <w:t>2.025e0</w:t>
      </w:r>
    </w:p>
    <w:p w:rsidR="00E00D30" w:rsidRDefault="00E00D30" w:rsidP="00E00D30">
      <w:r>
        <w:t>329.0979</w:t>
      </w:r>
      <w:r>
        <w:tab/>
        <w:t>2.025e0</w:t>
      </w:r>
    </w:p>
    <w:p w:rsidR="00E00D30" w:rsidRDefault="00E00D30" w:rsidP="00E00D30">
      <w:r>
        <w:t>329.1060</w:t>
      </w:r>
      <w:r>
        <w:tab/>
        <w:t>3.038e0</w:t>
      </w:r>
    </w:p>
    <w:p w:rsidR="00E00D30" w:rsidRDefault="00E00D30" w:rsidP="00E00D30">
      <w:r>
        <w:t>329.1298</w:t>
      </w:r>
      <w:r>
        <w:tab/>
        <w:t>1.013e0</w:t>
      </w:r>
    </w:p>
    <w:p w:rsidR="00E00D30" w:rsidRDefault="00E00D30" w:rsidP="00E00D30">
      <w:r>
        <w:t>329.1320</w:t>
      </w:r>
      <w:r>
        <w:tab/>
        <w:t>2.032e0</w:t>
      </w:r>
    </w:p>
    <w:p w:rsidR="00E00D30" w:rsidRDefault="00E00D30" w:rsidP="00E00D30">
      <w:r>
        <w:t>329.1452</w:t>
      </w:r>
      <w:r>
        <w:tab/>
        <w:t>3.038e0</w:t>
      </w:r>
    </w:p>
    <w:p w:rsidR="00E00D30" w:rsidRDefault="00E00D30" w:rsidP="00E00D30">
      <w:r>
        <w:t>329.1592</w:t>
      </w:r>
      <w:r>
        <w:tab/>
        <w:t>1.013e0</w:t>
      </w:r>
    </w:p>
    <w:p w:rsidR="00E00D30" w:rsidRDefault="00E00D30" w:rsidP="00E00D30">
      <w:r>
        <w:t>329.1666</w:t>
      </w:r>
      <w:r>
        <w:tab/>
        <w:t>1.013e0</w:t>
      </w:r>
    </w:p>
    <w:p w:rsidR="00E00D30" w:rsidRDefault="00E00D30" w:rsidP="00E00D30">
      <w:r>
        <w:t>329.1714</w:t>
      </w:r>
      <w:r>
        <w:tab/>
        <w:t>1.013e0</w:t>
      </w:r>
    </w:p>
    <w:p w:rsidR="00E00D30" w:rsidRDefault="00E00D30" w:rsidP="00E00D30">
      <w:r>
        <w:t>329.1724</w:t>
      </w:r>
      <w:r>
        <w:tab/>
        <w:t>8.101e0</w:t>
      </w:r>
    </w:p>
    <w:p w:rsidR="00E00D30" w:rsidRDefault="00E00D30" w:rsidP="00E00D30">
      <w:r>
        <w:t>329.1837</w:t>
      </w:r>
      <w:r>
        <w:tab/>
        <w:t>4.051e0</w:t>
      </w:r>
    </w:p>
    <w:p w:rsidR="00E00D30" w:rsidRDefault="00E00D30" w:rsidP="00E00D30">
      <w:r>
        <w:t>329.1922</w:t>
      </w:r>
      <w:r>
        <w:tab/>
        <w:t>9.114e0</w:t>
      </w:r>
    </w:p>
    <w:p w:rsidR="00E00D30" w:rsidRDefault="00E00D30" w:rsidP="00E00D30">
      <w:r>
        <w:t>329.1949</w:t>
      </w:r>
      <w:r>
        <w:tab/>
        <w:t>2.025e0</w:t>
      </w:r>
    </w:p>
    <w:p w:rsidR="00E00D30" w:rsidRDefault="00E00D30" w:rsidP="00E00D30">
      <w:r>
        <w:t>329.2086</w:t>
      </w:r>
      <w:r>
        <w:tab/>
        <w:t>7.943e0</w:t>
      </w:r>
    </w:p>
    <w:p w:rsidR="00E00D30" w:rsidRDefault="00E00D30" w:rsidP="00E00D30">
      <w:r>
        <w:t>329.2134</w:t>
      </w:r>
      <w:r>
        <w:tab/>
        <w:t>2.181e0</w:t>
      </w:r>
    </w:p>
    <w:p w:rsidR="00E00D30" w:rsidRDefault="00E00D30" w:rsidP="00E00D30">
      <w:r>
        <w:lastRenderedPageBreak/>
        <w:t>329.2153</w:t>
      </w:r>
      <w:r>
        <w:tab/>
        <w:t>2.025e0</w:t>
      </w:r>
    </w:p>
    <w:p w:rsidR="00E00D30" w:rsidRDefault="00E00D30" w:rsidP="00E00D30">
      <w:r>
        <w:t>329.2230</w:t>
      </w:r>
      <w:r>
        <w:tab/>
        <w:t>2.025e0</w:t>
      </w:r>
    </w:p>
    <w:p w:rsidR="00E00D30" w:rsidRDefault="00E00D30" w:rsidP="00E00D30">
      <w:r>
        <w:t>329.2247</w:t>
      </w:r>
      <w:r>
        <w:tab/>
        <w:t>1.013e0</w:t>
      </w:r>
    </w:p>
    <w:p w:rsidR="00E00D30" w:rsidRDefault="00E00D30" w:rsidP="00E00D30">
      <w:r>
        <w:t>329.2295</w:t>
      </w:r>
      <w:r>
        <w:tab/>
        <w:t>2.025e0</w:t>
      </w:r>
    </w:p>
    <w:p w:rsidR="00E00D30" w:rsidRDefault="00E00D30" w:rsidP="00E00D30">
      <w:r>
        <w:t>329.2566</w:t>
      </w:r>
      <w:r>
        <w:tab/>
        <w:t>2.025e0</w:t>
      </w:r>
    </w:p>
    <w:p w:rsidR="00E00D30" w:rsidRDefault="00E00D30" w:rsidP="00E00D30">
      <w:r>
        <w:t>329.2595</w:t>
      </w:r>
      <w:r>
        <w:tab/>
        <w:t>2.025e0</w:t>
      </w:r>
    </w:p>
    <w:p w:rsidR="00E00D30" w:rsidRDefault="00E00D30" w:rsidP="00E00D30">
      <w:r>
        <w:t>329.2643</w:t>
      </w:r>
      <w:r>
        <w:tab/>
        <w:t>1.013e0</w:t>
      </w:r>
    </w:p>
    <w:p w:rsidR="00E00D30" w:rsidRDefault="00E00D30" w:rsidP="00E00D30">
      <w:r>
        <w:t>329.2666</w:t>
      </w:r>
      <w:r>
        <w:tab/>
        <w:t>2.025e0</w:t>
      </w:r>
    </w:p>
    <w:p w:rsidR="00E00D30" w:rsidRDefault="00E00D30" w:rsidP="00E00D30">
      <w:r>
        <w:t>329.3169</w:t>
      </w:r>
      <w:r>
        <w:tab/>
        <w:t>1.013e0</w:t>
      </w:r>
    </w:p>
    <w:p w:rsidR="00E00D30" w:rsidRDefault="00E00D30" w:rsidP="00E00D30">
      <w:r>
        <w:t>329.3215</w:t>
      </w:r>
      <w:r>
        <w:tab/>
        <w:t>3.038e0</w:t>
      </w:r>
    </w:p>
    <w:p w:rsidR="00E00D30" w:rsidRDefault="00E00D30" w:rsidP="00E00D30">
      <w:r>
        <w:t>329.3309</w:t>
      </w:r>
      <w:r>
        <w:tab/>
        <w:t>3.038e0</w:t>
      </w:r>
    </w:p>
    <w:p w:rsidR="00E00D30" w:rsidRDefault="00E00D30" w:rsidP="00E00D30">
      <w:r>
        <w:t>329.3319</w:t>
      </w:r>
      <w:r>
        <w:tab/>
        <w:t>1.013e0</w:t>
      </w:r>
    </w:p>
    <w:p w:rsidR="00E00D30" w:rsidRDefault="00E00D30" w:rsidP="00E00D30">
      <w:r>
        <w:t>329.3657</w:t>
      </w:r>
      <w:r>
        <w:tab/>
        <w:t>1.013e0</w:t>
      </w:r>
    </w:p>
    <w:p w:rsidR="00E00D30" w:rsidRDefault="00E00D30" w:rsidP="00E00D30">
      <w:r>
        <w:t>329.3703</w:t>
      </w:r>
      <w:r>
        <w:tab/>
        <w:t>2.025e0</w:t>
      </w:r>
    </w:p>
    <w:p w:rsidR="00E00D30" w:rsidRDefault="00E00D30" w:rsidP="00E00D30">
      <w:r>
        <w:t>329.3983</w:t>
      </w:r>
      <w:r>
        <w:tab/>
        <w:t>1.013e0</w:t>
      </w:r>
    </w:p>
    <w:p w:rsidR="00E00D30" w:rsidRDefault="00E00D30" w:rsidP="00E00D30">
      <w:r>
        <w:t>329.4087</w:t>
      </w:r>
      <w:r>
        <w:tab/>
        <w:t>1.013e0</w:t>
      </w:r>
    </w:p>
    <w:p w:rsidR="00E00D30" w:rsidRDefault="00E00D30" w:rsidP="00E00D30">
      <w:r>
        <w:t>329.4190</w:t>
      </w:r>
      <w:r>
        <w:tab/>
        <w:t>1.013e0</w:t>
      </w:r>
    </w:p>
    <w:p w:rsidR="00E00D30" w:rsidRDefault="00E00D30" w:rsidP="00E00D30">
      <w:r>
        <w:t>329.4431</w:t>
      </w:r>
      <w:r>
        <w:tab/>
        <w:t>1.013e0</w:t>
      </w:r>
    </w:p>
    <w:p w:rsidR="00E00D30" w:rsidRDefault="00E00D30" w:rsidP="00E00D30">
      <w:r>
        <w:t>329.4469</w:t>
      </w:r>
      <w:r>
        <w:tab/>
        <w:t>1.013e0</w:t>
      </w:r>
    </w:p>
    <w:p w:rsidR="00E00D30" w:rsidRDefault="00E00D30" w:rsidP="00E00D30">
      <w:r>
        <w:lastRenderedPageBreak/>
        <w:t>329.4511</w:t>
      </w:r>
      <w:r>
        <w:tab/>
        <w:t>1.013e0</w:t>
      </w:r>
    </w:p>
    <w:p w:rsidR="00E00D30" w:rsidRDefault="00E00D30" w:rsidP="00E00D30">
      <w:r>
        <w:t>329.4858</w:t>
      </w:r>
      <w:r>
        <w:tab/>
        <w:t>1.013e0</w:t>
      </w:r>
    </w:p>
    <w:p w:rsidR="00E00D30" w:rsidRDefault="00E00D30" w:rsidP="00E00D30">
      <w:r>
        <w:t>329.5155</w:t>
      </w:r>
      <w:r>
        <w:tab/>
        <w:t>1.013e0</w:t>
      </w:r>
    </w:p>
    <w:p w:rsidR="00E00D30" w:rsidRDefault="00E00D30" w:rsidP="00E00D30">
      <w:r>
        <w:t>329.5203</w:t>
      </w:r>
      <w:r>
        <w:tab/>
        <w:t>1.013e0</w:t>
      </w:r>
    </w:p>
    <w:p w:rsidR="00E00D30" w:rsidRDefault="00E00D30" w:rsidP="00E00D30">
      <w:r>
        <w:t>329.5689</w:t>
      </w:r>
      <w:r>
        <w:tab/>
        <w:t>1.013e0</w:t>
      </w:r>
    </w:p>
    <w:p w:rsidR="00E00D30" w:rsidRDefault="00E00D30" w:rsidP="00E00D30">
      <w:r>
        <w:t>329.5867</w:t>
      </w:r>
      <w:r>
        <w:tab/>
        <w:t>1.013e0</w:t>
      </w:r>
    </w:p>
    <w:p w:rsidR="00E00D30" w:rsidRDefault="00E00D30" w:rsidP="00E00D30">
      <w:r>
        <w:t>329.5925</w:t>
      </w:r>
      <w:r>
        <w:tab/>
        <w:t>1.013e0</w:t>
      </w:r>
    </w:p>
    <w:p w:rsidR="00E00D30" w:rsidRDefault="00E00D30" w:rsidP="00E00D30">
      <w:r>
        <w:t>329.5975</w:t>
      </w:r>
      <w:r>
        <w:tab/>
        <w:t>1.013e0</w:t>
      </w:r>
    </w:p>
    <w:p w:rsidR="00E00D30" w:rsidRDefault="00E00D30" w:rsidP="00E00D30">
      <w:r>
        <w:t>329.6054</w:t>
      </w:r>
      <w:r>
        <w:tab/>
        <w:t>2.025e0</w:t>
      </w:r>
    </w:p>
    <w:p w:rsidR="00E00D30" w:rsidRDefault="00E00D30" w:rsidP="00E00D30">
      <w:r>
        <w:t>329.6400</w:t>
      </w:r>
      <w:r>
        <w:tab/>
        <w:t>1.013e0</w:t>
      </w:r>
    </w:p>
    <w:p w:rsidR="00E00D30" w:rsidRDefault="00E00D30" w:rsidP="00E00D30">
      <w:r>
        <w:t>329.6465</w:t>
      </w:r>
      <w:r>
        <w:tab/>
        <w:t>1.013e0</w:t>
      </w:r>
    </w:p>
    <w:p w:rsidR="00E00D30" w:rsidRDefault="00E00D30" w:rsidP="00E00D30">
      <w:r>
        <w:t>329.7237</w:t>
      </w:r>
      <w:r>
        <w:tab/>
        <w:t>1.013e0</w:t>
      </w:r>
    </w:p>
    <w:p w:rsidR="00E00D30" w:rsidRDefault="00E00D30" w:rsidP="00E00D30">
      <w:r>
        <w:t>329.7314</w:t>
      </w:r>
      <w:r>
        <w:tab/>
        <w:t>1.013e0</w:t>
      </w:r>
    </w:p>
    <w:p w:rsidR="00E00D30" w:rsidRDefault="00E00D30" w:rsidP="00E00D30">
      <w:r>
        <w:t>329.7411</w:t>
      </w:r>
      <w:r>
        <w:tab/>
        <w:t>1.013e0</w:t>
      </w:r>
    </w:p>
    <w:p w:rsidR="00E00D30" w:rsidRDefault="00E00D30" w:rsidP="00E00D30">
      <w:r>
        <w:t>329.7944</w:t>
      </w:r>
      <w:r>
        <w:tab/>
        <w:t>1.013e0</w:t>
      </w:r>
    </w:p>
    <w:p w:rsidR="00E00D30" w:rsidRDefault="00E00D30" w:rsidP="00E00D30">
      <w:r>
        <w:t>329.8010</w:t>
      </w:r>
      <w:r>
        <w:tab/>
        <w:t>1.013e0</w:t>
      </w:r>
    </w:p>
    <w:p w:rsidR="00E00D30" w:rsidRDefault="00E00D30" w:rsidP="00E00D30">
      <w:r>
        <w:t>329.8243</w:t>
      </w:r>
      <w:r>
        <w:tab/>
        <w:t>1.013e0</w:t>
      </w:r>
    </w:p>
    <w:p w:rsidR="00E00D30" w:rsidRDefault="00E00D30" w:rsidP="00E00D30">
      <w:r>
        <w:t>329.8290</w:t>
      </w:r>
      <w:r>
        <w:tab/>
        <w:t>2.025e0</w:t>
      </w:r>
    </w:p>
    <w:p w:rsidR="00E00D30" w:rsidRDefault="00E00D30" w:rsidP="00E00D30">
      <w:r>
        <w:t>329.8336</w:t>
      </w:r>
      <w:r>
        <w:tab/>
        <w:t>1.013e0</w:t>
      </w:r>
    </w:p>
    <w:p w:rsidR="00E00D30" w:rsidRDefault="00E00D30" w:rsidP="00E00D30">
      <w:r>
        <w:lastRenderedPageBreak/>
        <w:t>329.8540</w:t>
      </w:r>
      <w:r>
        <w:tab/>
        <w:t>1.013e0</w:t>
      </w:r>
    </w:p>
    <w:p w:rsidR="00E00D30" w:rsidRDefault="00E00D30" w:rsidP="00E00D30">
      <w:r>
        <w:t>329.8575</w:t>
      </w:r>
      <w:r>
        <w:tab/>
        <w:t>1.013e0</w:t>
      </w:r>
    </w:p>
    <w:p w:rsidR="00E00D30" w:rsidRDefault="00E00D30" w:rsidP="00E00D30">
      <w:r>
        <w:t>329.8717</w:t>
      </w:r>
      <w:r>
        <w:tab/>
        <w:t>1.013e0</w:t>
      </w:r>
    </w:p>
    <w:p w:rsidR="00E00D30" w:rsidRDefault="00E00D30" w:rsidP="00E00D30">
      <w:r>
        <w:t>329.8778</w:t>
      </w:r>
      <w:r>
        <w:tab/>
        <w:t>1.013e0</w:t>
      </w:r>
    </w:p>
    <w:p w:rsidR="00E00D30" w:rsidRDefault="00E00D30" w:rsidP="00E00D30">
      <w:r>
        <w:t>329.9176</w:t>
      </w:r>
      <w:r>
        <w:tab/>
        <w:t>2.468e0</w:t>
      </w:r>
    </w:p>
    <w:p w:rsidR="00E00D30" w:rsidRDefault="00E00D30" w:rsidP="00E00D30">
      <w:r>
        <w:t>329.9237</w:t>
      </w:r>
      <w:r>
        <w:tab/>
        <w:t>3.038e0</w:t>
      </w:r>
    </w:p>
    <w:p w:rsidR="00E00D30" w:rsidRDefault="00E00D30" w:rsidP="00E00D30">
      <w:r>
        <w:t>329.9248</w:t>
      </w:r>
      <w:r>
        <w:tab/>
        <w:t>3.038e0</w:t>
      </w:r>
    </w:p>
    <w:p w:rsidR="00E00D30" w:rsidRDefault="00E00D30" w:rsidP="00E00D30">
      <w:r>
        <w:t>329.9292</w:t>
      </w:r>
      <w:r>
        <w:tab/>
        <w:t>3.038e0</w:t>
      </w:r>
    </w:p>
    <w:p w:rsidR="00E00D30" w:rsidRDefault="00E00D30" w:rsidP="00E00D30">
      <w:r>
        <w:t>329.9327</w:t>
      </w:r>
      <w:r>
        <w:tab/>
        <w:t>2.025e0</w:t>
      </w:r>
    </w:p>
    <w:p w:rsidR="00E00D30" w:rsidRDefault="00E00D30" w:rsidP="00E00D30">
      <w:r>
        <w:t>329.9447</w:t>
      </w:r>
      <w:r>
        <w:tab/>
        <w:t>5.063e0</w:t>
      </w:r>
    </w:p>
    <w:p w:rsidR="00E00D30" w:rsidRDefault="00E00D30" w:rsidP="00E00D30">
      <w:r>
        <w:t>329.9475</w:t>
      </w:r>
      <w:r>
        <w:tab/>
        <w:t>2.025e0</w:t>
      </w:r>
    </w:p>
    <w:p w:rsidR="00E00D30" w:rsidRDefault="00E00D30" w:rsidP="00E00D30">
      <w:r>
        <w:t>329.9752</w:t>
      </w:r>
      <w:r>
        <w:tab/>
        <w:t>2.025e0</w:t>
      </w:r>
    </w:p>
    <w:p w:rsidR="00E00D30" w:rsidRDefault="00E00D30" w:rsidP="00E00D30">
      <w:r>
        <w:t>329.9792</w:t>
      </w:r>
      <w:r>
        <w:tab/>
        <w:t>2.025e0</w:t>
      </w:r>
    </w:p>
    <w:p w:rsidR="00E00D30" w:rsidRDefault="00E00D30" w:rsidP="00E00D30">
      <w:r>
        <w:t>329.9909</w:t>
      </w:r>
      <w:r>
        <w:tab/>
        <w:t>2.025e0</w:t>
      </w:r>
    </w:p>
    <w:p w:rsidR="00E00D30" w:rsidRDefault="00E00D30" w:rsidP="00E00D30">
      <w:r>
        <w:t>329.9967</w:t>
      </w:r>
      <w:r>
        <w:tab/>
        <w:t>3.038e0</w:t>
      </w:r>
    </w:p>
    <w:p w:rsidR="00E00D30" w:rsidRDefault="00E00D30" w:rsidP="00E00D30">
      <w:r>
        <w:t>330.0024</w:t>
      </w:r>
      <w:r>
        <w:tab/>
        <w:t>1.013e0</w:t>
      </w:r>
    </w:p>
    <w:p w:rsidR="00E00D30" w:rsidRDefault="00E00D30" w:rsidP="00E00D30">
      <w:r>
        <w:t>330.0204</w:t>
      </w:r>
      <w:r>
        <w:tab/>
        <w:t>2.025e0</w:t>
      </w:r>
    </w:p>
    <w:p w:rsidR="00E00D30" w:rsidRDefault="00E00D30" w:rsidP="00E00D30">
      <w:r>
        <w:t>330.0896</w:t>
      </w:r>
      <w:r>
        <w:tab/>
        <w:t>1.013e0</w:t>
      </w:r>
    </w:p>
    <w:p w:rsidR="00E00D30" w:rsidRDefault="00E00D30" w:rsidP="00E00D30">
      <w:r>
        <w:t>330.1176</w:t>
      </w:r>
      <w:r>
        <w:tab/>
        <w:t>3.038e0</w:t>
      </w:r>
    </w:p>
    <w:p w:rsidR="00E00D30" w:rsidRDefault="00E00D30" w:rsidP="00E00D30">
      <w:r>
        <w:lastRenderedPageBreak/>
        <w:t>330.1807</w:t>
      </w:r>
      <w:r>
        <w:tab/>
        <w:t>4.051e0</w:t>
      </w:r>
    </w:p>
    <w:p w:rsidR="00E00D30" w:rsidRDefault="00E00D30" w:rsidP="00E00D30">
      <w:r>
        <w:t>330.1832</w:t>
      </w:r>
      <w:r>
        <w:tab/>
        <w:t>2.025e0</w:t>
      </w:r>
    </w:p>
    <w:p w:rsidR="00E00D30" w:rsidRDefault="00E00D30" w:rsidP="00E00D30">
      <w:r>
        <w:t>330.1873</w:t>
      </w:r>
      <w:r>
        <w:tab/>
        <w:t>1.013e0</w:t>
      </w:r>
    </w:p>
    <w:p w:rsidR="00E00D30" w:rsidRDefault="00E00D30" w:rsidP="00E00D30">
      <w:r>
        <w:t>330.1925</w:t>
      </w:r>
      <w:r>
        <w:tab/>
        <w:t>7.089e0</w:t>
      </w:r>
    </w:p>
    <w:p w:rsidR="00E00D30" w:rsidRDefault="00E00D30" w:rsidP="00E00D30">
      <w:r>
        <w:t>330.1940</w:t>
      </w:r>
      <w:r>
        <w:tab/>
        <w:t>4.051e0</w:t>
      </w:r>
    </w:p>
    <w:p w:rsidR="00E00D30" w:rsidRDefault="00E00D30" w:rsidP="00E00D30">
      <w:r>
        <w:t>330.1982</w:t>
      </w:r>
      <w:r>
        <w:tab/>
        <w:t>3.586e0</w:t>
      </w:r>
    </w:p>
    <w:p w:rsidR="00E00D30" w:rsidRDefault="00E00D30" w:rsidP="00E00D30">
      <w:r>
        <w:t>330.2049</w:t>
      </w:r>
      <w:r>
        <w:tab/>
        <w:t>2.025e0</w:t>
      </w:r>
    </w:p>
    <w:p w:rsidR="00E00D30" w:rsidRDefault="00E00D30" w:rsidP="00E00D30">
      <w:r>
        <w:t>330.2221</w:t>
      </w:r>
      <w:r>
        <w:tab/>
        <w:t>4.051e0</w:t>
      </w:r>
    </w:p>
    <w:p w:rsidR="00E00D30" w:rsidRDefault="00E00D30" w:rsidP="00E00D30">
      <w:r>
        <w:t>330.2291</w:t>
      </w:r>
      <w:r>
        <w:tab/>
        <w:t>3.038e0</w:t>
      </w:r>
    </w:p>
    <w:p w:rsidR="00E00D30" w:rsidRDefault="00E00D30" w:rsidP="00E00D30">
      <w:r>
        <w:t>330.2399</w:t>
      </w:r>
      <w:r>
        <w:tab/>
        <w:t>2.025e0</w:t>
      </w:r>
    </w:p>
    <w:p w:rsidR="00E00D30" w:rsidRDefault="00E00D30" w:rsidP="00E00D30">
      <w:r>
        <w:t>330.2437</w:t>
      </w:r>
      <w:r>
        <w:tab/>
        <w:t>1.013e0</w:t>
      </w:r>
    </w:p>
    <w:p w:rsidR="00E00D30" w:rsidRDefault="00E00D30" w:rsidP="00E00D30">
      <w:r>
        <w:t>330.2503</w:t>
      </w:r>
      <w:r>
        <w:tab/>
        <w:t>3.038e0</w:t>
      </w:r>
    </w:p>
    <w:p w:rsidR="00E00D30" w:rsidRDefault="00E00D30" w:rsidP="00E00D30">
      <w:r>
        <w:t>330.2540</w:t>
      </w:r>
      <w:r>
        <w:tab/>
        <w:t>2.025e0</w:t>
      </w:r>
    </w:p>
    <w:p w:rsidR="00E00D30" w:rsidRDefault="00E00D30" w:rsidP="00E00D30">
      <w:r>
        <w:t>330.2657</w:t>
      </w:r>
      <w:r>
        <w:tab/>
        <w:t>2.025e0</w:t>
      </w:r>
    </w:p>
    <w:p w:rsidR="00E00D30" w:rsidRDefault="00E00D30" w:rsidP="00E00D30">
      <w:r>
        <w:t>330.2722</w:t>
      </w:r>
      <w:r>
        <w:tab/>
        <w:t>1.013e0</w:t>
      </w:r>
    </w:p>
    <w:p w:rsidR="00E00D30" w:rsidRDefault="00E00D30" w:rsidP="00E00D30">
      <w:r>
        <w:t>330.2792</w:t>
      </w:r>
      <w:r>
        <w:tab/>
        <w:t>2.025e0</w:t>
      </w:r>
    </w:p>
    <w:p w:rsidR="00E00D30" w:rsidRDefault="00E00D30" w:rsidP="00E00D30">
      <w:r>
        <w:t>330.2925</w:t>
      </w:r>
      <w:r>
        <w:tab/>
        <w:t>1.013e0</w:t>
      </w:r>
    </w:p>
    <w:p w:rsidR="00E00D30" w:rsidRDefault="00E00D30" w:rsidP="00E00D30">
      <w:r>
        <w:t>330.3209</w:t>
      </w:r>
      <w:r>
        <w:tab/>
        <w:t>1.013e0</w:t>
      </w:r>
    </w:p>
    <w:p w:rsidR="00E00D30" w:rsidRDefault="00E00D30" w:rsidP="00E00D30">
      <w:r>
        <w:t>330.3250</w:t>
      </w:r>
      <w:r>
        <w:tab/>
        <w:t>1.013e0</w:t>
      </w:r>
    </w:p>
    <w:p w:rsidR="00E00D30" w:rsidRDefault="00E00D30" w:rsidP="00E00D30">
      <w:r>
        <w:lastRenderedPageBreak/>
        <w:t>330.3301</w:t>
      </w:r>
      <w:r>
        <w:tab/>
        <w:t>1.013e0</w:t>
      </w:r>
    </w:p>
    <w:p w:rsidR="00E00D30" w:rsidRDefault="00E00D30" w:rsidP="00E00D30">
      <w:r>
        <w:t>330.3415</w:t>
      </w:r>
      <w:r>
        <w:tab/>
        <w:t>1.013e0</w:t>
      </w:r>
    </w:p>
    <w:p w:rsidR="00E00D30" w:rsidRDefault="00E00D30" w:rsidP="00E00D30">
      <w:r>
        <w:t>330.3494</w:t>
      </w:r>
      <w:r>
        <w:tab/>
        <w:t>2.025e0</w:t>
      </w:r>
    </w:p>
    <w:p w:rsidR="00E00D30" w:rsidRDefault="00E00D30" w:rsidP="00E00D30">
      <w:r>
        <w:t>330.3533</w:t>
      </w:r>
      <w:r>
        <w:tab/>
        <w:t>1.013e0</w:t>
      </w:r>
    </w:p>
    <w:p w:rsidR="00E00D30" w:rsidRDefault="00E00D30" w:rsidP="00E00D30">
      <w:r>
        <w:t>330.3701</w:t>
      </w:r>
      <w:r>
        <w:tab/>
        <w:t>1.013e0</w:t>
      </w:r>
    </w:p>
    <w:p w:rsidR="00E00D30" w:rsidRDefault="00E00D30" w:rsidP="00E00D30">
      <w:r>
        <w:t>330.4266</w:t>
      </w:r>
      <w:r>
        <w:tab/>
        <w:t>1.013e0</w:t>
      </w:r>
    </w:p>
    <w:p w:rsidR="00E00D30" w:rsidRDefault="00E00D30" w:rsidP="00E00D30">
      <w:r>
        <w:t>330.4431</w:t>
      </w:r>
      <w:r>
        <w:tab/>
        <w:t>1.013e0</w:t>
      </w:r>
    </w:p>
    <w:p w:rsidR="00E00D30" w:rsidRDefault="00E00D30" w:rsidP="00E00D30">
      <w:r>
        <w:t>330.4554</w:t>
      </w:r>
      <w:r>
        <w:tab/>
        <w:t>5.063e0</w:t>
      </w:r>
    </w:p>
    <w:p w:rsidR="00E00D30" w:rsidRDefault="00E00D30" w:rsidP="00E00D30">
      <w:r>
        <w:t>330.4903</w:t>
      </w:r>
      <w:r>
        <w:tab/>
        <w:t>1.013e0</w:t>
      </w:r>
    </w:p>
    <w:p w:rsidR="00E00D30" w:rsidRDefault="00E00D30" w:rsidP="00E00D30">
      <w:r>
        <w:t>330.4949</w:t>
      </w:r>
      <w:r>
        <w:tab/>
        <w:t>2.025e0</w:t>
      </w:r>
    </w:p>
    <w:p w:rsidR="00E00D30" w:rsidRDefault="00E00D30" w:rsidP="00E00D30">
      <w:r>
        <w:t>330.5081</w:t>
      </w:r>
      <w:r>
        <w:tab/>
        <w:t>2.025e0</w:t>
      </w:r>
    </w:p>
    <w:p w:rsidR="00E00D30" w:rsidRDefault="00E00D30" w:rsidP="00E00D30">
      <w:r>
        <w:t>330.5283</w:t>
      </w:r>
      <w:r>
        <w:tab/>
        <w:t>1.013e0</w:t>
      </w:r>
    </w:p>
    <w:p w:rsidR="00E00D30" w:rsidRDefault="00E00D30" w:rsidP="00E00D30">
      <w:r>
        <w:t>330.5321</w:t>
      </w:r>
      <w:r>
        <w:tab/>
        <w:t>1.013e0</w:t>
      </w:r>
    </w:p>
    <w:p w:rsidR="00E00D30" w:rsidRDefault="00E00D30" w:rsidP="00E00D30">
      <w:r>
        <w:t>330.5486</w:t>
      </w:r>
      <w:r>
        <w:tab/>
        <w:t>1.013e0</w:t>
      </w:r>
    </w:p>
    <w:p w:rsidR="00E00D30" w:rsidRDefault="00E00D30" w:rsidP="00E00D30">
      <w:r>
        <w:t>330.5618</w:t>
      </w:r>
      <w:r>
        <w:tab/>
        <w:t>1.013e0</w:t>
      </w:r>
    </w:p>
    <w:p w:rsidR="00E00D30" w:rsidRDefault="00E00D30" w:rsidP="00E00D30">
      <w:r>
        <w:t>330.5675</w:t>
      </w:r>
      <w:r>
        <w:tab/>
        <w:t>1.013e0</w:t>
      </w:r>
    </w:p>
    <w:p w:rsidR="00E00D30" w:rsidRDefault="00E00D30" w:rsidP="00E00D30">
      <w:r>
        <w:t>330.5735</w:t>
      </w:r>
      <w:r>
        <w:tab/>
        <w:t>1.013e0</w:t>
      </w:r>
    </w:p>
    <w:p w:rsidR="00E00D30" w:rsidRDefault="00E00D30" w:rsidP="00E00D30">
      <w:r>
        <w:t>330.5811</w:t>
      </w:r>
      <w:r>
        <w:tab/>
        <w:t>1.013e0</w:t>
      </w:r>
    </w:p>
    <w:p w:rsidR="00E00D30" w:rsidRDefault="00E00D30" w:rsidP="00E00D30">
      <w:r>
        <w:t>330.5914</w:t>
      </w:r>
      <w:r>
        <w:tab/>
        <w:t>1.013e0</w:t>
      </w:r>
    </w:p>
    <w:p w:rsidR="00E00D30" w:rsidRDefault="00E00D30" w:rsidP="00E00D30">
      <w:r>
        <w:lastRenderedPageBreak/>
        <w:t>330.6137</w:t>
      </w:r>
      <w:r>
        <w:tab/>
        <w:t>2.025e0</w:t>
      </w:r>
    </w:p>
    <w:p w:rsidR="00E00D30" w:rsidRDefault="00E00D30" w:rsidP="00E00D30">
      <w:r>
        <w:t>330.6450</w:t>
      </w:r>
      <w:r>
        <w:tab/>
        <w:t>1.013e0</w:t>
      </w:r>
    </w:p>
    <w:p w:rsidR="00E00D30" w:rsidRDefault="00E00D30" w:rsidP="00E00D30">
      <w:r>
        <w:t>330.6588</w:t>
      </w:r>
      <w:r>
        <w:tab/>
        <w:t>1.013e0</w:t>
      </w:r>
    </w:p>
    <w:p w:rsidR="00E00D30" w:rsidRDefault="00E00D30" w:rsidP="00E00D30">
      <w:r>
        <w:t>330.6787</w:t>
      </w:r>
      <w:r>
        <w:tab/>
        <w:t>1.013e0</w:t>
      </w:r>
    </w:p>
    <w:p w:rsidR="00E00D30" w:rsidRDefault="00E00D30" w:rsidP="00E00D30">
      <w:r>
        <w:t>330.6867</w:t>
      </w:r>
      <w:r>
        <w:tab/>
        <w:t>2.025e0</w:t>
      </w:r>
    </w:p>
    <w:p w:rsidR="00E00D30" w:rsidRDefault="00E00D30" w:rsidP="00E00D30">
      <w:r>
        <w:t>330.6987</w:t>
      </w:r>
      <w:r>
        <w:tab/>
        <w:t>3.038e0</w:t>
      </w:r>
    </w:p>
    <w:p w:rsidR="00E00D30" w:rsidRDefault="00E00D30" w:rsidP="00E00D30">
      <w:r>
        <w:t>330.7225</w:t>
      </w:r>
      <w:r>
        <w:tab/>
        <w:t>1.013e0</w:t>
      </w:r>
    </w:p>
    <w:p w:rsidR="00E00D30" w:rsidRDefault="00E00D30" w:rsidP="00E00D30">
      <w:r>
        <w:t>330.7356</w:t>
      </w:r>
      <w:r>
        <w:tab/>
        <w:t>1.013e0</w:t>
      </w:r>
    </w:p>
    <w:p w:rsidR="00E00D30" w:rsidRDefault="00E00D30" w:rsidP="00E00D30">
      <w:r>
        <w:t>330.7369</w:t>
      </w:r>
      <w:r>
        <w:tab/>
        <w:t>2.025e0</w:t>
      </w:r>
    </w:p>
    <w:p w:rsidR="00E00D30" w:rsidRDefault="00E00D30" w:rsidP="00E00D30">
      <w:r>
        <w:t>330.7466</w:t>
      </w:r>
      <w:r>
        <w:tab/>
        <w:t>2.025e0</w:t>
      </w:r>
    </w:p>
    <w:p w:rsidR="00E00D30" w:rsidRDefault="00E00D30" w:rsidP="00E00D30">
      <w:r>
        <w:t>330.7558</w:t>
      </w:r>
      <w:r>
        <w:tab/>
        <w:t>1.013e0</w:t>
      </w:r>
    </w:p>
    <w:p w:rsidR="00E00D30" w:rsidRDefault="00E00D30" w:rsidP="00E00D30">
      <w:r>
        <w:t>330.8000</w:t>
      </w:r>
      <w:r>
        <w:tab/>
        <w:t>1.013e0</w:t>
      </w:r>
    </w:p>
    <w:p w:rsidR="00E00D30" w:rsidRDefault="00E00D30" w:rsidP="00E00D30">
      <w:r>
        <w:t>330.8295</w:t>
      </w:r>
      <w:r>
        <w:tab/>
        <w:t>2.025e0</w:t>
      </w:r>
    </w:p>
    <w:p w:rsidR="00E00D30" w:rsidRDefault="00E00D30" w:rsidP="00E00D30">
      <w:r>
        <w:t>330.8581</w:t>
      </w:r>
      <w:r>
        <w:tab/>
        <w:t>1.013e0</w:t>
      </w:r>
    </w:p>
    <w:p w:rsidR="00E00D30" w:rsidRDefault="00E00D30" w:rsidP="00E00D30">
      <w:r>
        <w:t>330.8618</w:t>
      </w:r>
      <w:r>
        <w:tab/>
        <w:t>1.013e0</w:t>
      </w:r>
    </w:p>
    <w:p w:rsidR="00E00D30" w:rsidRDefault="00E00D30" w:rsidP="00E00D30">
      <w:r>
        <w:t>330.8715</w:t>
      </w:r>
      <w:r>
        <w:tab/>
        <w:t>1.013e0</w:t>
      </w:r>
    </w:p>
    <w:p w:rsidR="00E00D30" w:rsidRDefault="00E00D30" w:rsidP="00E00D30">
      <w:r>
        <w:t>330.8774</w:t>
      </w:r>
      <w:r>
        <w:tab/>
        <w:t>1.013e0</w:t>
      </w:r>
    </w:p>
    <w:p w:rsidR="00E00D30" w:rsidRDefault="00E00D30" w:rsidP="00E00D30">
      <w:r>
        <w:t>330.8951</w:t>
      </w:r>
      <w:r>
        <w:tab/>
        <w:t>1.013e0</w:t>
      </w:r>
    </w:p>
    <w:p w:rsidR="00E00D30" w:rsidRDefault="00E00D30" w:rsidP="00E00D30">
      <w:r>
        <w:t>330.8982</w:t>
      </w:r>
      <w:r>
        <w:tab/>
        <w:t>2.025e0</w:t>
      </w:r>
    </w:p>
    <w:p w:rsidR="00E00D30" w:rsidRDefault="00E00D30" w:rsidP="00E00D30">
      <w:r>
        <w:lastRenderedPageBreak/>
        <w:t>330.9193</w:t>
      </w:r>
      <w:r>
        <w:tab/>
        <w:t>3.038e0</w:t>
      </w:r>
    </w:p>
    <w:p w:rsidR="00E00D30" w:rsidRDefault="00E00D30" w:rsidP="00E00D30">
      <w:r>
        <w:t>330.9248</w:t>
      </w:r>
      <w:r>
        <w:tab/>
        <w:t>2.025e0</w:t>
      </w:r>
    </w:p>
    <w:p w:rsidR="00E00D30" w:rsidRDefault="00E00D30" w:rsidP="00E00D30">
      <w:r>
        <w:t>330.9260</w:t>
      </w:r>
      <w:r>
        <w:tab/>
        <w:t>3.038e0</w:t>
      </w:r>
    </w:p>
    <w:p w:rsidR="00E00D30" w:rsidRDefault="00E00D30" w:rsidP="00E00D30">
      <w:r>
        <w:t>330.9315</w:t>
      </w:r>
      <w:r>
        <w:tab/>
        <w:t>1.013e0</w:t>
      </w:r>
    </w:p>
    <w:p w:rsidR="00E00D30" w:rsidRDefault="00E00D30" w:rsidP="00E00D30">
      <w:r>
        <w:t>330.9409</w:t>
      </w:r>
      <w:r>
        <w:tab/>
        <w:t>2.025e0</w:t>
      </w:r>
    </w:p>
    <w:p w:rsidR="00E00D30" w:rsidRDefault="00E00D30" w:rsidP="00E00D30">
      <w:r>
        <w:t>330.9495</w:t>
      </w:r>
      <w:r>
        <w:tab/>
        <w:t>3.038e0</w:t>
      </w:r>
    </w:p>
    <w:p w:rsidR="00E00D30" w:rsidRDefault="00E00D30" w:rsidP="00E00D30">
      <w:r>
        <w:t>330.9673</w:t>
      </w:r>
      <w:r>
        <w:tab/>
        <w:t>1.013e0</w:t>
      </w:r>
    </w:p>
    <w:p w:rsidR="00E00D30" w:rsidRDefault="00E00D30" w:rsidP="00E00D30">
      <w:r>
        <w:t>330.9727</w:t>
      </w:r>
      <w:r>
        <w:tab/>
        <w:t>2.025e0</w:t>
      </w:r>
    </w:p>
    <w:p w:rsidR="00E00D30" w:rsidRDefault="00E00D30" w:rsidP="00E00D30">
      <w:r>
        <w:t>330.9785</w:t>
      </w:r>
      <w:r>
        <w:tab/>
        <w:t>1.013e0</w:t>
      </w:r>
    </w:p>
    <w:p w:rsidR="00E00D30" w:rsidRDefault="00E00D30" w:rsidP="00E00D30">
      <w:r>
        <w:t>330.9901</w:t>
      </w:r>
      <w:r>
        <w:tab/>
        <w:t>2.025e0</w:t>
      </w:r>
    </w:p>
    <w:p w:rsidR="00E00D30" w:rsidRDefault="00E00D30" w:rsidP="00E00D30">
      <w:r>
        <w:t>331.0001</w:t>
      </w:r>
      <w:r>
        <w:tab/>
        <w:t>2.025e0</w:t>
      </w:r>
    </w:p>
    <w:p w:rsidR="00E00D30" w:rsidRDefault="00E00D30" w:rsidP="00E00D30">
      <w:r>
        <w:t>331.0120</w:t>
      </w:r>
      <w:r>
        <w:tab/>
        <w:t>1.013e0</w:t>
      </w:r>
    </w:p>
    <w:p w:rsidR="00E00D30" w:rsidRDefault="00E00D30" w:rsidP="00E00D30">
      <w:r>
        <w:t>331.0265</w:t>
      </w:r>
      <w:r>
        <w:tab/>
        <w:t>3.038e0</w:t>
      </w:r>
    </w:p>
    <w:p w:rsidR="00E00D30" w:rsidRDefault="00E00D30" w:rsidP="00E00D30">
      <w:r>
        <w:t>331.0741</w:t>
      </w:r>
      <w:r>
        <w:tab/>
        <w:t>2.025e0</w:t>
      </w:r>
    </w:p>
    <w:p w:rsidR="00E00D30" w:rsidRDefault="00E00D30" w:rsidP="00E00D30">
      <w:r>
        <w:t>331.0856</w:t>
      </w:r>
      <w:r>
        <w:tab/>
        <w:t>1.013e0</w:t>
      </w:r>
    </w:p>
    <w:p w:rsidR="00E00D30" w:rsidRDefault="00E00D30" w:rsidP="00E00D30">
      <w:r>
        <w:t>331.0867</w:t>
      </w:r>
      <w:r>
        <w:tab/>
        <w:t>3.038e0</w:t>
      </w:r>
    </w:p>
    <w:p w:rsidR="00E00D30" w:rsidRDefault="00E00D30" w:rsidP="00E00D30">
      <w:r>
        <w:t>331.0984</w:t>
      </w:r>
      <w:r>
        <w:tab/>
        <w:t>1.013e0</w:t>
      </w:r>
    </w:p>
    <w:p w:rsidR="00E00D30" w:rsidRDefault="00E00D30" w:rsidP="00E00D30">
      <w:r>
        <w:t>331.1037</w:t>
      </w:r>
      <w:r>
        <w:tab/>
        <w:t>1.013e0</w:t>
      </w:r>
    </w:p>
    <w:p w:rsidR="00E00D30" w:rsidRDefault="00E00D30" w:rsidP="00E00D30">
      <w:r>
        <w:t>331.1428</w:t>
      </w:r>
      <w:r>
        <w:tab/>
        <w:t>1.013e0</w:t>
      </w:r>
    </w:p>
    <w:p w:rsidR="00E00D30" w:rsidRDefault="00E00D30" w:rsidP="00E00D30">
      <w:r>
        <w:lastRenderedPageBreak/>
        <w:t>331.1456</w:t>
      </w:r>
      <w:r>
        <w:tab/>
        <w:t>4.051e0</w:t>
      </w:r>
    </w:p>
    <w:p w:rsidR="00E00D30" w:rsidRDefault="00E00D30" w:rsidP="00E00D30">
      <w:r>
        <w:t>331.1569</w:t>
      </w:r>
      <w:r>
        <w:tab/>
        <w:t>4.051e0</w:t>
      </w:r>
    </w:p>
    <w:p w:rsidR="00E00D30" w:rsidRDefault="00E00D30" w:rsidP="00E00D30">
      <w:r>
        <w:t>331.1627</w:t>
      </w:r>
      <w:r>
        <w:tab/>
        <w:t>1.013e0</w:t>
      </w:r>
    </w:p>
    <w:p w:rsidR="00E00D30" w:rsidRDefault="00E00D30" w:rsidP="00E00D30">
      <w:r>
        <w:t>331.1698</w:t>
      </w:r>
      <w:r>
        <w:tab/>
        <w:t>2.025e0</w:t>
      </w:r>
    </w:p>
    <w:p w:rsidR="00E00D30" w:rsidRDefault="00E00D30" w:rsidP="00E00D30">
      <w:r>
        <w:t>331.2007</w:t>
      </w:r>
      <w:r>
        <w:tab/>
        <w:t>2.025e0</w:t>
      </w:r>
    </w:p>
    <w:p w:rsidR="00E00D30" w:rsidRDefault="00E00D30" w:rsidP="00E00D30">
      <w:r>
        <w:t>331.2053</w:t>
      </w:r>
      <w:r>
        <w:tab/>
        <w:t>1.013e0</w:t>
      </w:r>
    </w:p>
    <w:p w:rsidR="00E00D30" w:rsidRDefault="00E00D30" w:rsidP="00E00D30">
      <w:r>
        <w:t>331.2119</w:t>
      </w:r>
      <w:r>
        <w:tab/>
        <w:t>7.089e0</w:t>
      </w:r>
    </w:p>
    <w:p w:rsidR="00E00D30" w:rsidRDefault="00E00D30" w:rsidP="00E00D30">
      <w:r>
        <w:t>331.2134</w:t>
      </w:r>
      <w:r>
        <w:tab/>
        <w:t>3.038e0</w:t>
      </w:r>
    </w:p>
    <w:p w:rsidR="00E00D30" w:rsidRDefault="00E00D30" w:rsidP="00E00D30">
      <w:r>
        <w:t>331.2166</w:t>
      </w:r>
      <w:r>
        <w:tab/>
        <w:t>3.038e0</w:t>
      </w:r>
    </w:p>
    <w:p w:rsidR="00E00D30" w:rsidRDefault="00E00D30" w:rsidP="00E00D30">
      <w:r>
        <w:t>331.2278</w:t>
      </w:r>
      <w:r>
        <w:tab/>
        <w:t>3.038e0</w:t>
      </w:r>
    </w:p>
    <w:p w:rsidR="00E00D30" w:rsidRDefault="00E00D30" w:rsidP="00E00D30">
      <w:r>
        <w:t>331.2351</w:t>
      </w:r>
      <w:r>
        <w:tab/>
        <w:t>1.013e0</w:t>
      </w:r>
    </w:p>
    <w:p w:rsidR="00E00D30" w:rsidRDefault="00E00D30" w:rsidP="00E00D30">
      <w:r>
        <w:t>331.2588</w:t>
      </w:r>
      <w:r>
        <w:tab/>
        <w:t>1.013e0</w:t>
      </w:r>
    </w:p>
    <w:p w:rsidR="00E00D30" w:rsidRDefault="00E00D30" w:rsidP="00E00D30">
      <w:r>
        <w:t>331.2644</w:t>
      </w:r>
      <w:r>
        <w:tab/>
        <w:t>4.051e0</w:t>
      </w:r>
    </w:p>
    <w:p w:rsidR="00E00D30" w:rsidRDefault="00E00D30" w:rsidP="00E00D30">
      <w:r>
        <w:t>331.2687</w:t>
      </w:r>
      <w:r>
        <w:tab/>
        <w:t>1.140e0</w:t>
      </w:r>
    </w:p>
    <w:p w:rsidR="00E00D30" w:rsidRDefault="00E00D30" w:rsidP="00E00D30">
      <w:r>
        <w:t>331.2769</w:t>
      </w:r>
      <w:r>
        <w:tab/>
        <w:t>1.013e0</w:t>
      </w:r>
    </w:p>
    <w:p w:rsidR="00E00D30" w:rsidRDefault="00E00D30" w:rsidP="00E00D30">
      <w:r>
        <w:t>331.2927</w:t>
      </w:r>
      <w:r>
        <w:tab/>
        <w:t>1.013e0</w:t>
      </w:r>
    </w:p>
    <w:p w:rsidR="00E00D30" w:rsidRDefault="00E00D30" w:rsidP="00E00D30">
      <w:r>
        <w:t>331.2968</w:t>
      </w:r>
      <w:r>
        <w:tab/>
        <w:t>1.013e0</w:t>
      </w:r>
    </w:p>
    <w:p w:rsidR="00E00D30" w:rsidRDefault="00E00D30" w:rsidP="00E00D30">
      <w:r>
        <w:t>331.3094</w:t>
      </w:r>
      <w:r>
        <w:tab/>
        <w:t>2.025e0</w:t>
      </w:r>
    </w:p>
    <w:p w:rsidR="00E00D30" w:rsidRDefault="00E00D30" w:rsidP="00E00D30">
      <w:r>
        <w:t>331.3477</w:t>
      </w:r>
      <w:r>
        <w:tab/>
        <w:t>2.025e0</w:t>
      </w:r>
    </w:p>
    <w:p w:rsidR="00E00D30" w:rsidRDefault="00E00D30" w:rsidP="00E00D30">
      <w:r>
        <w:lastRenderedPageBreak/>
        <w:t>331.3544</w:t>
      </w:r>
      <w:r>
        <w:tab/>
        <w:t>1.013e0</w:t>
      </w:r>
    </w:p>
    <w:p w:rsidR="00E00D30" w:rsidRDefault="00E00D30" w:rsidP="00E00D30">
      <w:r>
        <w:t>331.3706</w:t>
      </w:r>
      <w:r>
        <w:tab/>
        <w:t>1.013e0</w:t>
      </w:r>
    </w:p>
    <w:p w:rsidR="00E00D30" w:rsidRDefault="00E00D30" w:rsidP="00E00D30">
      <w:r>
        <w:t>331.3902</w:t>
      </w:r>
      <w:r>
        <w:tab/>
        <w:t>1.013e0</w:t>
      </w:r>
    </w:p>
    <w:p w:rsidR="00E00D30" w:rsidRDefault="00E00D30" w:rsidP="00E00D30">
      <w:r>
        <w:t>331.4230</w:t>
      </w:r>
      <w:r>
        <w:tab/>
        <w:t>2.025e0</w:t>
      </w:r>
    </w:p>
    <w:p w:rsidR="00E00D30" w:rsidRDefault="00E00D30" w:rsidP="00E00D30">
      <w:r>
        <w:t>331.4518</w:t>
      </w:r>
      <w:r>
        <w:tab/>
        <w:t>2.025e0</w:t>
      </w:r>
    </w:p>
    <w:p w:rsidR="00E00D30" w:rsidRDefault="00E00D30" w:rsidP="00E00D30">
      <w:r>
        <w:t>331.4760</w:t>
      </w:r>
      <w:r>
        <w:tab/>
        <w:t>1.013e0</w:t>
      </w:r>
    </w:p>
    <w:p w:rsidR="00E00D30" w:rsidRDefault="00E00D30" w:rsidP="00E00D30">
      <w:r>
        <w:t>331.4798</w:t>
      </w:r>
      <w:r>
        <w:tab/>
        <w:t>1.013e0</w:t>
      </w:r>
    </w:p>
    <w:p w:rsidR="00E00D30" w:rsidRDefault="00E00D30" w:rsidP="00E00D30">
      <w:r>
        <w:t>331.4920</w:t>
      </w:r>
      <w:r>
        <w:tab/>
        <w:t>1.013e0</w:t>
      </w:r>
    </w:p>
    <w:p w:rsidR="00E00D30" w:rsidRDefault="00E00D30" w:rsidP="00E00D30">
      <w:r>
        <w:t>331.5099</w:t>
      </w:r>
      <w:r>
        <w:tab/>
        <w:t>1.013e0</w:t>
      </w:r>
    </w:p>
    <w:p w:rsidR="00E00D30" w:rsidRDefault="00E00D30" w:rsidP="00E00D30">
      <w:r>
        <w:t>331.5246</w:t>
      </w:r>
      <w:r>
        <w:tab/>
        <w:t>1.013e0</w:t>
      </w:r>
    </w:p>
    <w:p w:rsidR="00E00D30" w:rsidRDefault="00E00D30" w:rsidP="00E00D30">
      <w:r>
        <w:t>331.5398</w:t>
      </w:r>
      <w:r>
        <w:tab/>
        <w:t>1.013e0</w:t>
      </w:r>
    </w:p>
    <w:p w:rsidR="00E00D30" w:rsidRDefault="00E00D30" w:rsidP="00E00D30">
      <w:r>
        <w:t>331.5490</w:t>
      </w:r>
      <w:r>
        <w:tab/>
        <w:t>1.013e0</w:t>
      </w:r>
    </w:p>
    <w:p w:rsidR="00E00D30" w:rsidRDefault="00E00D30" w:rsidP="00E00D30">
      <w:r>
        <w:t>331.5736</w:t>
      </w:r>
      <w:r>
        <w:tab/>
        <w:t>1.013e0</w:t>
      </w:r>
    </w:p>
    <w:p w:rsidR="00E00D30" w:rsidRDefault="00E00D30" w:rsidP="00E00D30">
      <w:r>
        <w:t>331.5876</w:t>
      </w:r>
      <w:r>
        <w:tab/>
        <w:t>1.013e0</w:t>
      </w:r>
    </w:p>
    <w:p w:rsidR="00E00D30" w:rsidRDefault="00E00D30" w:rsidP="00E00D30">
      <w:r>
        <w:t>331.6019</w:t>
      </w:r>
      <w:r>
        <w:tab/>
        <w:t>1.013e0</w:t>
      </w:r>
    </w:p>
    <w:p w:rsidR="00E00D30" w:rsidRDefault="00E00D30" w:rsidP="00E00D30">
      <w:r>
        <w:t>331.6170</w:t>
      </w:r>
      <w:r>
        <w:tab/>
        <w:t>1.013e0</w:t>
      </w:r>
    </w:p>
    <w:p w:rsidR="00E00D30" w:rsidRDefault="00E00D30" w:rsidP="00E00D30">
      <w:r>
        <w:t>331.6438</w:t>
      </w:r>
      <w:r>
        <w:tab/>
        <w:t>2.025e0</w:t>
      </w:r>
    </w:p>
    <w:p w:rsidR="00E00D30" w:rsidRDefault="00E00D30" w:rsidP="00E00D30">
      <w:r>
        <w:t>331.6508</w:t>
      </w:r>
      <w:r>
        <w:tab/>
        <w:t>2.025e0</w:t>
      </w:r>
    </w:p>
    <w:p w:rsidR="00E00D30" w:rsidRDefault="00E00D30" w:rsidP="00E00D30">
      <w:r>
        <w:t>331.7083</w:t>
      </w:r>
      <w:r>
        <w:tab/>
        <w:t>1.013e0</w:t>
      </w:r>
    </w:p>
    <w:p w:rsidR="00E00D30" w:rsidRDefault="00E00D30" w:rsidP="00E00D30">
      <w:r>
        <w:lastRenderedPageBreak/>
        <w:t>331.7428</w:t>
      </w:r>
      <w:r>
        <w:tab/>
        <w:t>1.013e0</w:t>
      </w:r>
    </w:p>
    <w:p w:rsidR="00E00D30" w:rsidRDefault="00E00D30" w:rsidP="00E00D30">
      <w:r>
        <w:t>331.7661</w:t>
      </w:r>
      <w:r>
        <w:tab/>
        <w:t>1.013e0</w:t>
      </w:r>
    </w:p>
    <w:p w:rsidR="00E00D30" w:rsidRDefault="00E00D30" w:rsidP="00E00D30">
      <w:r>
        <w:t>331.7770</w:t>
      </w:r>
      <w:r>
        <w:tab/>
        <w:t>1.013e0</w:t>
      </w:r>
    </w:p>
    <w:p w:rsidR="00E00D30" w:rsidRDefault="00E00D30" w:rsidP="00E00D30">
      <w:r>
        <w:t>331.7903</w:t>
      </w:r>
      <w:r>
        <w:tab/>
        <w:t>2.025e0</w:t>
      </w:r>
    </w:p>
    <w:p w:rsidR="00E00D30" w:rsidRDefault="00E00D30" w:rsidP="00E00D30">
      <w:r>
        <w:t>331.8545</w:t>
      </w:r>
      <w:r>
        <w:tab/>
        <w:t>1.013e0</w:t>
      </w:r>
    </w:p>
    <w:p w:rsidR="00E00D30" w:rsidRDefault="00E00D30" w:rsidP="00E00D30">
      <w:r>
        <w:t>331.8628</w:t>
      </w:r>
      <w:r>
        <w:tab/>
        <w:t>1.013e0</w:t>
      </w:r>
    </w:p>
    <w:p w:rsidR="00E00D30" w:rsidRDefault="00E00D30" w:rsidP="00E00D30">
      <w:r>
        <w:t>331.8677</w:t>
      </w:r>
      <w:r>
        <w:tab/>
        <w:t>2.025e0</w:t>
      </w:r>
    </w:p>
    <w:p w:rsidR="00E00D30" w:rsidRDefault="00E00D30" w:rsidP="00E00D30">
      <w:r>
        <w:t>331.9154</w:t>
      </w:r>
      <w:r>
        <w:tab/>
        <w:t>1.013e0</w:t>
      </w:r>
    </w:p>
    <w:p w:rsidR="00E00D30" w:rsidRDefault="00E00D30" w:rsidP="00E00D30">
      <w:r>
        <w:t>331.9318</w:t>
      </w:r>
      <w:r>
        <w:tab/>
        <w:t>1.013e0</w:t>
      </w:r>
    </w:p>
    <w:p w:rsidR="00E00D30" w:rsidRDefault="00E00D30" w:rsidP="00E00D30">
      <w:r>
        <w:t>331.9363</w:t>
      </w:r>
      <w:r>
        <w:tab/>
        <w:t>2.025e0</w:t>
      </w:r>
    </w:p>
    <w:p w:rsidR="00E00D30" w:rsidRDefault="00E00D30" w:rsidP="00E00D30">
      <w:r>
        <w:t>331.9515</w:t>
      </w:r>
      <w:r>
        <w:tab/>
        <w:t>1.013e0</w:t>
      </w:r>
    </w:p>
    <w:p w:rsidR="00E00D30" w:rsidRDefault="00E00D30" w:rsidP="00E00D30">
      <w:r>
        <w:t>331.9603</w:t>
      </w:r>
      <w:r>
        <w:tab/>
        <w:t>1.013e0</w:t>
      </w:r>
    </w:p>
    <w:p w:rsidR="00E00D30" w:rsidRDefault="00E00D30" w:rsidP="00E00D30">
      <w:r>
        <w:t>331.9698</w:t>
      </w:r>
      <w:r>
        <w:tab/>
        <w:t>1.013e0</w:t>
      </w:r>
    </w:p>
    <w:p w:rsidR="00E00D30" w:rsidRDefault="00E00D30" w:rsidP="00E00D30">
      <w:r>
        <w:t>332.0008</w:t>
      </w:r>
      <w:r>
        <w:tab/>
        <w:t>2.025e0</w:t>
      </w:r>
    </w:p>
    <w:p w:rsidR="00E00D30" w:rsidRDefault="00E00D30" w:rsidP="00E00D30">
      <w:r>
        <w:t>332.0091</w:t>
      </w:r>
      <w:r>
        <w:tab/>
        <w:t>1.013e0</w:t>
      </w:r>
    </w:p>
    <w:p w:rsidR="00E00D30" w:rsidRDefault="00E00D30" w:rsidP="00E00D30">
      <w:r>
        <w:t>332.0132</w:t>
      </w:r>
      <w:r>
        <w:tab/>
        <w:t>1.013e0</w:t>
      </w:r>
    </w:p>
    <w:p w:rsidR="00E00D30" w:rsidRDefault="00E00D30" w:rsidP="00E00D30">
      <w:r>
        <w:t>332.0337</w:t>
      </w:r>
      <w:r>
        <w:tab/>
        <w:t>2.025e0</w:t>
      </w:r>
    </w:p>
    <w:p w:rsidR="00E00D30" w:rsidRDefault="00E00D30" w:rsidP="00E00D30">
      <w:r>
        <w:t>332.0415</w:t>
      </w:r>
      <w:r>
        <w:tab/>
        <w:t>3.038e0</w:t>
      </w:r>
    </w:p>
    <w:p w:rsidR="00E00D30" w:rsidRDefault="00E00D30" w:rsidP="00E00D30">
      <w:r>
        <w:t>332.0620</w:t>
      </w:r>
      <w:r>
        <w:tab/>
        <w:t>1.013e0</w:t>
      </w:r>
    </w:p>
    <w:p w:rsidR="00E00D30" w:rsidRDefault="00E00D30" w:rsidP="00E00D30">
      <w:r>
        <w:lastRenderedPageBreak/>
        <w:t>332.0774</w:t>
      </w:r>
      <w:r>
        <w:tab/>
        <w:t>1.013e0</w:t>
      </w:r>
    </w:p>
    <w:p w:rsidR="00E00D30" w:rsidRDefault="00E00D30" w:rsidP="00E00D30">
      <w:r>
        <w:t>332.0988</w:t>
      </w:r>
      <w:r>
        <w:tab/>
        <w:t>2.025e0</w:t>
      </w:r>
    </w:p>
    <w:p w:rsidR="00E00D30" w:rsidRDefault="00E00D30" w:rsidP="00E00D30">
      <w:r>
        <w:t>332.1309</w:t>
      </w:r>
      <w:r>
        <w:tab/>
        <w:t>2.025e0</w:t>
      </w:r>
    </w:p>
    <w:p w:rsidR="00E00D30" w:rsidRDefault="00E00D30" w:rsidP="00E00D30">
      <w:r>
        <w:t>332.1357</w:t>
      </w:r>
      <w:r>
        <w:tab/>
        <w:t>1.013e0</w:t>
      </w:r>
    </w:p>
    <w:p w:rsidR="00E00D30" w:rsidRDefault="00E00D30" w:rsidP="00E00D30">
      <w:r>
        <w:t>332.1393</w:t>
      </w:r>
      <w:r>
        <w:tab/>
        <w:t>2.025e0</w:t>
      </w:r>
    </w:p>
    <w:p w:rsidR="00E00D30" w:rsidRDefault="00E00D30" w:rsidP="00E00D30">
      <w:r>
        <w:t>332.1516</w:t>
      </w:r>
      <w:r>
        <w:tab/>
        <w:t>2.025e0</w:t>
      </w:r>
    </w:p>
    <w:p w:rsidR="00E00D30" w:rsidRDefault="00E00D30" w:rsidP="00E00D30">
      <w:r>
        <w:t>332.1588</w:t>
      </w:r>
      <w:r>
        <w:tab/>
        <w:t>4.051e0</w:t>
      </w:r>
    </w:p>
    <w:p w:rsidR="00E00D30" w:rsidRDefault="00E00D30" w:rsidP="00E00D30">
      <w:r>
        <w:t>332.1642</w:t>
      </w:r>
      <w:r>
        <w:tab/>
        <w:t>2.025e0</w:t>
      </w:r>
    </w:p>
    <w:p w:rsidR="00E00D30" w:rsidRDefault="00E00D30" w:rsidP="00E00D30">
      <w:r>
        <w:t>332.1964</w:t>
      </w:r>
      <w:r>
        <w:tab/>
        <w:t>2.025e0</w:t>
      </w:r>
    </w:p>
    <w:p w:rsidR="00E00D30" w:rsidRDefault="00E00D30" w:rsidP="00E00D30">
      <w:r>
        <w:t>332.2083</w:t>
      </w:r>
      <w:r>
        <w:tab/>
        <w:t>1.013e0</w:t>
      </w:r>
    </w:p>
    <w:p w:rsidR="00E00D30" w:rsidRDefault="00E00D30" w:rsidP="00E00D30">
      <w:r>
        <w:t>332.2126</w:t>
      </w:r>
      <w:r>
        <w:tab/>
        <w:t>1.013e0</w:t>
      </w:r>
    </w:p>
    <w:p w:rsidR="00E00D30" w:rsidRDefault="00E00D30" w:rsidP="00E00D30">
      <w:r>
        <w:t>332.2203</w:t>
      </w:r>
      <w:r>
        <w:tab/>
        <w:t>1.013e0</w:t>
      </w:r>
    </w:p>
    <w:p w:rsidR="00E00D30" w:rsidRDefault="00E00D30" w:rsidP="00E00D30">
      <w:r>
        <w:t>332.2292</w:t>
      </w:r>
      <w:r>
        <w:tab/>
        <w:t>2.025e0</w:t>
      </w:r>
    </w:p>
    <w:p w:rsidR="00E00D30" w:rsidRDefault="00E00D30" w:rsidP="00E00D30">
      <w:r>
        <w:t>332.2326</w:t>
      </w:r>
      <w:r>
        <w:tab/>
        <w:t>4.051e0</w:t>
      </w:r>
    </w:p>
    <w:p w:rsidR="00E00D30" w:rsidRDefault="00E00D30" w:rsidP="00E00D30">
      <w:r>
        <w:t>332.2410</w:t>
      </w:r>
      <w:r>
        <w:tab/>
        <w:t>2.025e0</w:t>
      </w:r>
    </w:p>
    <w:p w:rsidR="00E00D30" w:rsidRDefault="00E00D30" w:rsidP="00E00D30">
      <w:r>
        <w:t>332.2451</w:t>
      </w:r>
      <w:r>
        <w:tab/>
        <w:t>1.013e0</w:t>
      </w:r>
    </w:p>
    <w:p w:rsidR="00E00D30" w:rsidRDefault="00E00D30" w:rsidP="00E00D30">
      <w:r>
        <w:t>332.2563</w:t>
      </w:r>
      <w:r>
        <w:tab/>
        <w:t>1.013e0</w:t>
      </w:r>
    </w:p>
    <w:p w:rsidR="00E00D30" w:rsidRDefault="00E00D30" w:rsidP="00E00D30">
      <w:r>
        <w:t>332.2620</w:t>
      </w:r>
      <w:r>
        <w:tab/>
        <w:t>1.013e0</w:t>
      </w:r>
    </w:p>
    <w:p w:rsidR="00E00D30" w:rsidRDefault="00E00D30" w:rsidP="00E00D30">
      <w:r>
        <w:t>332.2679</w:t>
      </w:r>
      <w:r>
        <w:tab/>
        <w:t>2.025e0</w:t>
      </w:r>
    </w:p>
    <w:p w:rsidR="00E00D30" w:rsidRDefault="00E00D30" w:rsidP="00E00D30">
      <w:r>
        <w:lastRenderedPageBreak/>
        <w:t>332.2694</w:t>
      </w:r>
      <w:r>
        <w:tab/>
        <w:t>1.013e0</w:t>
      </w:r>
    </w:p>
    <w:p w:rsidR="00E00D30" w:rsidRDefault="00E00D30" w:rsidP="00E00D30">
      <w:r>
        <w:t>332.2803</w:t>
      </w:r>
      <w:r>
        <w:tab/>
        <w:t>1.013e0</w:t>
      </w:r>
    </w:p>
    <w:p w:rsidR="00E00D30" w:rsidRDefault="00E00D30" w:rsidP="00E00D30">
      <w:r>
        <w:t>332.2826</w:t>
      </w:r>
      <w:r>
        <w:tab/>
        <w:t>3.038e0</w:t>
      </w:r>
    </w:p>
    <w:p w:rsidR="00E00D30" w:rsidRDefault="00E00D30" w:rsidP="00E00D30">
      <w:r>
        <w:t>332.2925</w:t>
      </w:r>
      <w:r>
        <w:tab/>
        <w:t>4.051e0</w:t>
      </w:r>
    </w:p>
    <w:p w:rsidR="00E00D30" w:rsidRDefault="00E00D30" w:rsidP="00E00D30">
      <w:r>
        <w:t>332.3126</w:t>
      </w:r>
      <w:r>
        <w:tab/>
        <w:t>3.038e0</w:t>
      </w:r>
    </w:p>
    <w:p w:rsidR="00E00D30" w:rsidRDefault="00E00D30" w:rsidP="00E00D30">
      <w:r>
        <w:t>332.3227</w:t>
      </w:r>
      <w:r>
        <w:tab/>
        <w:t>1.013e0</w:t>
      </w:r>
    </w:p>
    <w:p w:rsidR="00E00D30" w:rsidRDefault="00E00D30" w:rsidP="00E00D30">
      <w:r>
        <w:t>332.3267</w:t>
      </w:r>
      <w:r>
        <w:tab/>
        <w:t>3.038e0</w:t>
      </w:r>
    </w:p>
    <w:p w:rsidR="00E00D30" w:rsidRDefault="00E00D30" w:rsidP="00E00D30">
      <w:r>
        <w:t>332.3340</w:t>
      </w:r>
      <w:r>
        <w:tab/>
        <w:t>8.101e0</w:t>
      </w:r>
    </w:p>
    <w:p w:rsidR="00E00D30" w:rsidRDefault="00E00D30" w:rsidP="00E00D30">
      <w:r>
        <w:t>332.3360</w:t>
      </w:r>
      <w:r>
        <w:tab/>
        <w:t>2.025e0</w:t>
      </w:r>
    </w:p>
    <w:p w:rsidR="00E00D30" w:rsidRDefault="00E00D30" w:rsidP="00E00D30">
      <w:r>
        <w:t>332.3456</w:t>
      </w:r>
      <w:r>
        <w:tab/>
        <w:t>5.063e0</w:t>
      </w:r>
    </w:p>
    <w:p w:rsidR="00E00D30" w:rsidRDefault="00E00D30" w:rsidP="00E00D30">
      <w:r>
        <w:t>332.3467</w:t>
      </w:r>
      <w:r>
        <w:tab/>
        <w:t>1.013e0</w:t>
      </w:r>
    </w:p>
    <w:p w:rsidR="00E00D30" w:rsidRDefault="00E00D30" w:rsidP="00E00D30">
      <w:r>
        <w:t>332.3571</w:t>
      </w:r>
      <w:r>
        <w:tab/>
        <w:t>2.025e0</w:t>
      </w:r>
    </w:p>
    <w:p w:rsidR="00E00D30" w:rsidRDefault="00E00D30" w:rsidP="00E00D30">
      <w:r>
        <w:t>332.4298</w:t>
      </w:r>
      <w:r>
        <w:tab/>
        <w:t>1.013e0</w:t>
      </w:r>
    </w:p>
    <w:p w:rsidR="00E00D30" w:rsidRDefault="00E00D30" w:rsidP="00E00D30">
      <w:r>
        <w:t>332.4407</w:t>
      </w:r>
      <w:r>
        <w:tab/>
        <w:t>1.013e0</w:t>
      </w:r>
    </w:p>
    <w:p w:rsidR="00E00D30" w:rsidRDefault="00E00D30" w:rsidP="00E00D30">
      <w:r>
        <w:t>332.4695</w:t>
      </w:r>
      <w:r>
        <w:tab/>
        <w:t>1.013e0</w:t>
      </w:r>
    </w:p>
    <w:p w:rsidR="00E00D30" w:rsidRDefault="00E00D30" w:rsidP="00E00D30">
      <w:r>
        <w:t>332.4933</w:t>
      </w:r>
      <w:r>
        <w:tab/>
        <w:t>1.013e0</w:t>
      </w:r>
    </w:p>
    <w:p w:rsidR="00E00D30" w:rsidRDefault="00E00D30" w:rsidP="00E00D30">
      <w:r>
        <w:t>332.5140</w:t>
      </w:r>
      <w:r>
        <w:tab/>
        <w:t>1.013e0</w:t>
      </w:r>
    </w:p>
    <w:p w:rsidR="00E00D30" w:rsidRDefault="00E00D30" w:rsidP="00E00D30">
      <w:r>
        <w:t>332.5180</w:t>
      </w:r>
      <w:r>
        <w:tab/>
        <w:t>1.013e0</w:t>
      </w:r>
    </w:p>
    <w:p w:rsidR="00E00D30" w:rsidRDefault="00E00D30" w:rsidP="00E00D30">
      <w:r>
        <w:t>332.5219</w:t>
      </w:r>
      <w:r>
        <w:tab/>
        <w:t>1.013e0</w:t>
      </w:r>
    </w:p>
    <w:p w:rsidR="00E00D30" w:rsidRDefault="00E00D30" w:rsidP="00E00D30">
      <w:r>
        <w:lastRenderedPageBreak/>
        <w:t>332.5465</w:t>
      </w:r>
      <w:r>
        <w:tab/>
        <w:t>1.013e0</w:t>
      </w:r>
    </w:p>
    <w:p w:rsidR="00E00D30" w:rsidRDefault="00E00D30" w:rsidP="00E00D30">
      <w:r>
        <w:t>332.5855</w:t>
      </w:r>
      <w:r>
        <w:tab/>
        <w:t>2.025e0</w:t>
      </w:r>
    </w:p>
    <w:p w:rsidR="00E00D30" w:rsidRDefault="00E00D30" w:rsidP="00E00D30">
      <w:r>
        <w:t>332.6198</w:t>
      </w:r>
      <w:r>
        <w:tab/>
        <w:t>1.013e0</w:t>
      </w:r>
    </w:p>
    <w:p w:rsidR="00E00D30" w:rsidRDefault="00E00D30" w:rsidP="00E00D30">
      <w:r>
        <w:t>332.6395</w:t>
      </w:r>
      <w:r>
        <w:tab/>
        <w:t>2.025e0</w:t>
      </w:r>
    </w:p>
    <w:p w:rsidR="00E00D30" w:rsidRDefault="00E00D30" w:rsidP="00E00D30">
      <w:r>
        <w:t>332.6573</w:t>
      </w:r>
      <w:r>
        <w:tab/>
        <w:t>1.013e0</w:t>
      </w:r>
    </w:p>
    <w:p w:rsidR="00E00D30" w:rsidRDefault="00E00D30" w:rsidP="00E00D30">
      <w:r>
        <w:t>332.6932</w:t>
      </w:r>
      <w:r>
        <w:tab/>
        <w:t>1.013e0</w:t>
      </w:r>
    </w:p>
    <w:p w:rsidR="00E00D30" w:rsidRDefault="00E00D30" w:rsidP="00E00D30">
      <w:r>
        <w:t>332.6971</w:t>
      </w:r>
      <w:r>
        <w:tab/>
        <w:t>2.025e0</w:t>
      </w:r>
    </w:p>
    <w:p w:rsidR="00E00D30" w:rsidRDefault="00E00D30" w:rsidP="00E00D30">
      <w:r>
        <w:t>332.7411</w:t>
      </w:r>
      <w:r>
        <w:tab/>
        <w:t>3.038e0</w:t>
      </w:r>
    </w:p>
    <w:p w:rsidR="00E00D30" w:rsidRDefault="00E00D30" w:rsidP="00E00D30">
      <w:r>
        <w:t>332.7591</w:t>
      </w:r>
      <w:r>
        <w:tab/>
        <w:t>2.025e0</w:t>
      </w:r>
    </w:p>
    <w:p w:rsidR="00E00D30" w:rsidRDefault="00E00D30" w:rsidP="00E00D30">
      <w:r>
        <w:t>332.7868</w:t>
      </w:r>
      <w:r>
        <w:tab/>
        <w:t>2.025e0</w:t>
      </w:r>
    </w:p>
    <w:p w:rsidR="00E00D30" w:rsidRDefault="00E00D30" w:rsidP="00E00D30">
      <w:r>
        <w:t>332.8368</w:t>
      </w:r>
      <w:r>
        <w:tab/>
        <w:t>2.025e0</w:t>
      </w:r>
    </w:p>
    <w:p w:rsidR="00E00D30" w:rsidRDefault="00E00D30" w:rsidP="00E00D30">
      <w:r>
        <w:t>332.8483</w:t>
      </w:r>
      <w:r>
        <w:tab/>
        <w:t>2.025e0</w:t>
      </w:r>
    </w:p>
    <w:p w:rsidR="00E00D30" w:rsidRDefault="00E00D30" w:rsidP="00E00D30">
      <w:r>
        <w:t>332.8558</w:t>
      </w:r>
      <w:r>
        <w:tab/>
        <w:t>2.025e0</w:t>
      </w:r>
    </w:p>
    <w:p w:rsidR="00E00D30" w:rsidRDefault="00E00D30" w:rsidP="00E00D30">
      <w:r>
        <w:t>332.8669</w:t>
      </w:r>
      <w:r>
        <w:tab/>
        <w:t>1.013e0</w:t>
      </w:r>
    </w:p>
    <w:p w:rsidR="00E00D30" w:rsidRDefault="00E00D30" w:rsidP="00E00D30">
      <w:r>
        <w:t>332.8822</w:t>
      </w:r>
      <w:r>
        <w:tab/>
        <w:t>3.038e0</w:t>
      </w:r>
    </w:p>
    <w:p w:rsidR="00E00D30" w:rsidRDefault="00E00D30" w:rsidP="00E00D30">
      <w:r>
        <w:t>332.8967</w:t>
      </w:r>
      <w:r>
        <w:tab/>
        <w:t>2.025e0</w:t>
      </w:r>
    </w:p>
    <w:p w:rsidR="00E00D30" w:rsidRDefault="00E00D30" w:rsidP="00E00D30">
      <w:r>
        <w:t>332.9028</w:t>
      </w:r>
      <w:r>
        <w:tab/>
        <w:t>2.025e0</w:t>
      </w:r>
    </w:p>
    <w:p w:rsidR="00E00D30" w:rsidRDefault="00E00D30" w:rsidP="00E00D30">
      <w:r>
        <w:t>332.9053</w:t>
      </w:r>
      <w:r>
        <w:tab/>
        <w:t>1.013e0</w:t>
      </w:r>
    </w:p>
    <w:p w:rsidR="00E00D30" w:rsidRDefault="00E00D30" w:rsidP="00E00D30">
      <w:r>
        <w:t>332.9146</w:t>
      </w:r>
      <w:r>
        <w:tab/>
        <w:t>1.013e0</w:t>
      </w:r>
    </w:p>
    <w:p w:rsidR="00E00D30" w:rsidRDefault="00E00D30" w:rsidP="00E00D30">
      <w:r>
        <w:lastRenderedPageBreak/>
        <w:t>332.9206</w:t>
      </w:r>
      <w:r>
        <w:tab/>
        <w:t>1.013e0</w:t>
      </w:r>
    </w:p>
    <w:p w:rsidR="00E00D30" w:rsidRDefault="00E00D30" w:rsidP="00E00D30">
      <w:r>
        <w:t>332.9336</w:t>
      </w:r>
      <w:r>
        <w:tab/>
        <w:t>1.013e0</w:t>
      </w:r>
    </w:p>
    <w:p w:rsidR="00E00D30" w:rsidRDefault="00E00D30" w:rsidP="00E00D30">
      <w:r>
        <w:t>332.9626</w:t>
      </w:r>
      <w:r>
        <w:tab/>
        <w:t>2.025e0</w:t>
      </w:r>
    </w:p>
    <w:p w:rsidR="00E00D30" w:rsidRDefault="00E00D30" w:rsidP="00E00D30">
      <w:r>
        <w:t>332.9691</w:t>
      </w:r>
      <w:r>
        <w:tab/>
        <w:t>1.013e0</w:t>
      </w:r>
    </w:p>
    <w:p w:rsidR="00E00D30" w:rsidRDefault="00E00D30" w:rsidP="00E00D30">
      <w:r>
        <w:t>332.9770</w:t>
      </w:r>
      <w:r>
        <w:tab/>
        <w:t>2.025e0</w:t>
      </w:r>
    </w:p>
    <w:p w:rsidR="00E00D30" w:rsidRDefault="00E00D30" w:rsidP="00E00D30">
      <w:r>
        <w:t>332.9867</w:t>
      </w:r>
      <w:r>
        <w:tab/>
        <w:t>1.013e0</w:t>
      </w:r>
    </w:p>
    <w:p w:rsidR="00E00D30" w:rsidRDefault="00E00D30" w:rsidP="00E00D30">
      <w:r>
        <w:t>332.9985</w:t>
      </w:r>
      <w:r>
        <w:tab/>
        <w:t>1.013e0</w:t>
      </w:r>
    </w:p>
    <w:p w:rsidR="00E00D30" w:rsidRDefault="00E00D30" w:rsidP="00E00D30">
      <w:r>
        <w:t>333.0024</w:t>
      </w:r>
      <w:r>
        <w:tab/>
        <w:t>1.013e0</w:t>
      </w:r>
    </w:p>
    <w:p w:rsidR="00E00D30" w:rsidRDefault="00E00D30" w:rsidP="00E00D30">
      <w:r>
        <w:t>333.0407</w:t>
      </w:r>
      <w:r>
        <w:tab/>
        <w:t>2.025e0</w:t>
      </w:r>
    </w:p>
    <w:p w:rsidR="00E00D30" w:rsidRDefault="00E00D30" w:rsidP="00E00D30">
      <w:r>
        <w:t>333.0555</w:t>
      </w:r>
      <w:r>
        <w:tab/>
        <w:t>1.013e0</w:t>
      </w:r>
    </w:p>
    <w:p w:rsidR="00E00D30" w:rsidRDefault="00E00D30" w:rsidP="00E00D30">
      <w:r>
        <w:t>333.0734</w:t>
      </w:r>
      <w:r>
        <w:tab/>
        <w:t>2.025e0</w:t>
      </w:r>
    </w:p>
    <w:p w:rsidR="00E00D30" w:rsidRDefault="00E00D30" w:rsidP="00E00D30">
      <w:r>
        <w:t>333.0759</w:t>
      </w:r>
      <w:r>
        <w:tab/>
        <w:t>1.013e0</w:t>
      </w:r>
    </w:p>
    <w:p w:rsidR="00E00D30" w:rsidRDefault="00E00D30" w:rsidP="00E00D30">
      <w:r>
        <w:t>333.0804</w:t>
      </w:r>
      <w:r>
        <w:tab/>
        <w:t>1.013e0</w:t>
      </w:r>
    </w:p>
    <w:p w:rsidR="00E00D30" w:rsidRDefault="00E00D30" w:rsidP="00E00D30">
      <w:r>
        <w:t>333.1083</w:t>
      </w:r>
      <w:r>
        <w:tab/>
        <w:t>1.013e0</w:t>
      </w:r>
    </w:p>
    <w:p w:rsidR="00E00D30" w:rsidRDefault="00E00D30" w:rsidP="00E00D30">
      <w:r>
        <w:t>333.1368</w:t>
      </w:r>
      <w:r>
        <w:tab/>
        <w:t>1.013e0</w:t>
      </w:r>
    </w:p>
    <w:p w:rsidR="00E00D30" w:rsidRDefault="00E00D30" w:rsidP="00E00D30">
      <w:r>
        <w:t>333.1425</w:t>
      </w:r>
      <w:r>
        <w:tab/>
        <w:t>1.013e0</w:t>
      </w:r>
    </w:p>
    <w:p w:rsidR="00E00D30" w:rsidRDefault="00E00D30" w:rsidP="00E00D30">
      <w:r>
        <w:t>333.1458</w:t>
      </w:r>
      <w:r>
        <w:tab/>
        <w:t>2.025e0</w:t>
      </w:r>
    </w:p>
    <w:p w:rsidR="00E00D30" w:rsidRDefault="00E00D30" w:rsidP="00E00D30">
      <w:r>
        <w:t>333.1485</w:t>
      </w:r>
      <w:r>
        <w:tab/>
        <w:t>3.038e0</w:t>
      </w:r>
    </w:p>
    <w:p w:rsidR="00E00D30" w:rsidRDefault="00E00D30" w:rsidP="00E00D30">
      <w:r>
        <w:t>333.1613</w:t>
      </w:r>
      <w:r>
        <w:tab/>
        <w:t>1.013e0</w:t>
      </w:r>
    </w:p>
    <w:p w:rsidR="00E00D30" w:rsidRDefault="00E00D30" w:rsidP="00E00D30">
      <w:r>
        <w:lastRenderedPageBreak/>
        <w:t>333.1725</w:t>
      </w:r>
      <w:r>
        <w:tab/>
        <w:t>1.013e0</w:t>
      </w:r>
    </w:p>
    <w:p w:rsidR="00E00D30" w:rsidRDefault="00E00D30" w:rsidP="00E00D30">
      <w:r>
        <w:t>333.1764</w:t>
      </w:r>
      <w:r>
        <w:tab/>
        <w:t>2.025e0</w:t>
      </w:r>
    </w:p>
    <w:p w:rsidR="00E00D30" w:rsidRDefault="00E00D30" w:rsidP="00E00D30">
      <w:r>
        <w:t>333.1969</w:t>
      </w:r>
      <w:r>
        <w:tab/>
        <w:t>1.013e0</w:t>
      </w:r>
    </w:p>
    <w:p w:rsidR="00E00D30" w:rsidRDefault="00E00D30" w:rsidP="00E00D30">
      <w:r>
        <w:t>333.2017</w:t>
      </w:r>
      <w:r>
        <w:tab/>
        <w:t>3.584e0</w:t>
      </w:r>
    </w:p>
    <w:p w:rsidR="00E00D30" w:rsidRDefault="00E00D30" w:rsidP="00E00D30">
      <w:r>
        <w:t>333.2064</w:t>
      </w:r>
      <w:r>
        <w:tab/>
        <w:t>2.025e0</w:t>
      </w:r>
    </w:p>
    <w:p w:rsidR="00E00D30" w:rsidRDefault="00E00D30" w:rsidP="00E00D30">
      <w:r>
        <w:t>333.2436</w:t>
      </w:r>
      <w:r>
        <w:tab/>
        <w:t>3.038e0</w:t>
      </w:r>
    </w:p>
    <w:p w:rsidR="00E00D30" w:rsidRDefault="00E00D30" w:rsidP="00E00D30">
      <w:r>
        <w:t>333.2491</w:t>
      </w:r>
      <w:r>
        <w:tab/>
        <w:t>3.038e0</w:t>
      </w:r>
    </w:p>
    <w:p w:rsidR="00E00D30" w:rsidRDefault="00E00D30" w:rsidP="00E00D30">
      <w:r>
        <w:t>333.2592</w:t>
      </w:r>
      <w:r>
        <w:tab/>
        <w:t>2.025e0</w:t>
      </w:r>
    </w:p>
    <w:p w:rsidR="00E00D30" w:rsidRDefault="00E00D30" w:rsidP="00E00D30">
      <w:r>
        <w:t>333.2630</w:t>
      </w:r>
      <w:r>
        <w:tab/>
        <w:t>1.013e0</w:t>
      </w:r>
    </w:p>
    <w:p w:rsidR="00E00D30" w:rsidRDefault="00E00D30" w:rsidP="00E00D30">
      <w:r>
        <w:t>333.2744</w:t>
      </w:r>
      <w:r>
        <w:tab/>
        <w:t>2.025e0</w:t>
      </w:r>
    </w:p>
    <w:p w:rsidR="00E00D30" w:rsidRDefault="00E00D30" w:rsidP="00E00D30">
      <w:r>
        <w:t>333.2941</w:t>
      </w:r>
      <w:r>
        <w:tab/>
        <w:t>2.025e0</w:t>
      </w:r>
    </w:p>
    <w:p w:rsidR="00E00D30" w:rsidRDefault="00E00D30" w:rsidP="00E00D30">
      <w:r>
        <w:t>333.2988</w:t>
      </w:r>
      <w:r>
        <w:tab/>
        <w:t>1.013e0</w:t>
      </w:r>
    </w:p>
    <w:p w:rsidR="00E00D30" w:rsidRDefault="00E00D30" w:rsidP="00E00D30">
      <w:r>
        <w:t>333.3026</w:t>
      </w:r>
      <w:r>
        <w:tab/>
        <w:t>2.025e0</w:t>
      </w:r>
    </w:p>
    <w:p w:rsidR="00E00D30" w:rsidRDefault="00E00D30" w:rsidP="00E00D30">
      <w:r>
        <w:t>333.3054</w:t>
      </w:r>
      <w:r>
        <w:tab/>
        <w:t>4.051e0</w:t>
      </w:r>
    </w:p>
    <w:p w:rsidR="00E00D30" w:rsidRDefault="00E00D30" w:rsidP="00E00D30">
      <w:r>
        <w:t>333.3222</w:t>
      </w:r>
      <w:r>
        <w:tab/>
        <w:t>1.013e0</w:t>
      </w:r>
    </w:p>
    <w:p w:rsidR="00E00D30" w:rsidRDefault="00E00D30" w:rsidP="00E00D30">
      <w:r>
        <w:t>333.3233</w:t>
      </w:r>
      <w:r>
        <w:tab/>
        <w:t>3.038e0</w:t>
      </w:r>
    </w:p>
    <w:p w:rsidR="00E00D30" w:rsidRDefault="00E00D30" w:rsidP="00E00D30">
      <w:r>
        <w:t>333.3287</w:t>
      </w:r>
      <w:r>
        <w:tab/>
        <w:t>3.038e0</w:t>
      </w:r>
    </w:p>
    <w:p w:rsidR="00E00D30" w:rsidRDefault="00E00D30" w:rsidP="00E00D30">
      <w:r>
        <w:t>333.3402</w:t>
      </w:r>
      <w:r>
        <w:tab/>
        <w:t>1.013e0</w:t>
      </w:r>
    </w:p>
    <w:p w:rsidR="00E00D30" w:rsidRDefault="00E00D30" w:rsidP="00E00D30">
      <w:r>
        <w:t>333.3570</w:t>
      </w:r>
      <w:r>
        <w:tab/>
        <w:t>1.013e0</w:t>
      </w:r>
    </w:p>
    <w:p w:rsidR="00E00D30" w:rsidRDefault="00E00D30" w:rsidP="00E00D30">
      <w:r>
        <w:lastRenderedPageBreak/>
        <w:t>333.3762</w:t>
      </w:r>
      <w:r>
        <w:tab/>
        <w:t>1.013e0</w:t>
      </w:r>
    </w:p>
    <w:p w:rsidR="00E00D30" w:rsidRDefault="00E00D30" w:rsidP="00E00D30">
      <w:r>
        <w:t>333.3944</w:t>
      </w:r>
      <w:r>
        <w:tab/>
        <w:t>1.013e0</w:t>
      </w:r>
    </w:p>
    <w:p w:rsidR="00E00D30" w:rsidRDefault="00E00D30" w:rsidP="00E00D30">
      <w:r>
        <w:t>333.4182</w:t>
      </w:r>
      <w:r>
        <w:tab/>
        <w:t>2.025e0</w:t>
      </w:r>
    </w:p>
    <w:p w:rsidR="00E00D30" w:rsidRDefault="00E00D30" w:rsidP="00E00D30">
      <w:r>
        <w:t>333.4389</w:t>
      </w:r>
      <w:r>
        <w:tab/>
        <w:t>1.013e0</w:t>
      </w:r>
    </w:p>
    <w:p w:rsidR="00E00D30" w:rsidRDefault="00E00D30" w:rsidP="00E00D30">
      <w:r>
        <w:t>333.4424</w:t>
      </w:r>
      <w:r>
        <w:tab/>
        <w:t>1.013e0</w:t>
      </w:r>
    </w:p>
    <w:p w:rsidR="00E00D30" w:rsidRDefault="00E00D30" w:rsidP="00E00D30">
      <w:r>
        <w:t>333.4544</w:t>
      </w:r>
      <w:r>
        <w:tab/>
        <w:t>1.013e0</w:t>
      </w:r>
    </w:p>
    <w:p w:rsidR="00E00D30" w:rsidRDefault="00E00D30" w:rsidP="00E00D30">
      <w:r>
        <w:t>333.4784</w:t>
      </w:r>
      <w:r>
        <w:tab/>
        <w:t>1.013e0</w:t>
      </w:r>
    </w:p>
    <w:p w:rsidR="00E00D30" w:rsidRDefault="00E00D30" w:rsidP="00E00D30">
      <w:r>
        <w:t>333.4802</w:t>
      </w:r>
      <w:r>
        <w:tab/>
        <w:t>2.025e0</w:t>
      </w:r>
    </w:p>
    <w:p w:rsidR="00E00D30" w:rsidRDefault="00E00D30" w:rsidP="00E00D30">
      <w:r>
        <w:t>333.4838</w:t>
      </w:r>
      <w:r>
        <w:tab/>
        <w:t>1.013e0</w:t>
      </w:r>
    </w:p>
    <w:p w:rsidR="00E00D30" w:rsidRDefault="00E00D30" w:rsidP="00E00D30">
      <w:r>
        <w:t>333.5652</w:t>
      </w:r>
      <w:r>
        <w:tab/>
        <w:t>1.013e0</w:t>
      </w:r>
    </w:p>
    <w:p w:rsidR="00E00D30" w:rsidRDefault="00E00D30" w:rsidP="00E00D30">
      <w:r>
        <w:t>333.5984</w:t>
      </w:r>
      <w:r>
        <w:tab/>
        <w:t>1.013e0</w:t>
      </w:r>
    </w:p>
    <w:p w:rsidR="00E00D30" w:rsidRDefault="00E00D30" w:rsidP="00E00D30">
      <w:r>
        <w:t>333.6181</w:t>
      </w:r>
      <w:r>
        <w:tab/>
        <w:t>1.013e0</w:t>
      </w:r>
    </w:p>
    <w:p w:rsidR="00E00D30" w:rsidRDefault="00E00D30" w:rsidP="00E00D30">
      <w:r>
        <w:t>333.6420</w:t>
      </w:r>
      <w:r>
        <w:tab/>
        <w:t>1.013e0</w:t>
      </w:r>
    </w:p>
    <w:p w:rsidR="00E00D30" w:rsidRDefault="00E00D30" w:rsidP="00E00D30">
      <w:r>
        <w:t>333.6524</w:t>
      </w:r>
      <w:r>
        <w:tab/>
        <w:t>3.038e0</w:t>
      </w:r>
    </w:p>
    <w:p w:rsidR="00E00D30" w:rsidRDefault="00E00D30" w:rsidP="00E00D30">
      <w:r>
        <w:t>333.6704</w:t>
      </w:r>
      <w:r>
        <w:tab/>
        <w:t>1.013e0</w:t>
      </w:r>
    </w:p>
    <w:p w:rsidR="00E00D30" w:rsidRDefault="00E00D30" w:rsidP="00E00D30">
      <w:r>
        <w:t>333.6739</w:t>
      </w:r>
      <w:r>
        <w:tab/>
        <w:t>2.025e0</w:t>
      </w:r>
    </w:p>
    <w:p w:rsidR="00E00D30" w:rsidRDefault="00E00D30" w:rsidP="00E00D30">
      <w:r>
        <w:t>333.6869</w:t>
      </w:r>
      <w:r>
        <w:tab/>
        <w:t>1.013e0</w:t>
      </w:r>
    </w:p>
    <w:p w:rsidR="00E00D30" w:rsidRDefault="00E00D30" w:rsidP="00E00D30">
      <w:r>
        <w:t>333.7120</w:t>
      </w:r>
      <w:r>
        <w:tab/>
        <w:t>2.025e0</w:t>
      </w:r>
    </w:p>
    <w:p w:rsidR="00E00D30" w:rsidRDefault="00E00D30" w:rsidP="00E00D30">
      <w:r>
        <w:t>333.7160</w:t>
      </w:r>
      <w:r>
        <w:tab/>
        <w:t>1.013e0</w:t>
      </w:r>
    </w:p>
    <w:p w:rsidR="00E00D30" w:rsidRDefault="00E00D30" w:rsidP="00E00D30">
      <w:r>
        <w:lastRenderedPageBreak/>
        <w:t>333.7194</w:t>
      </w:r>
      <w:r>
        <w:tab/>
        <w:t>1.013e0</w:t>
      </w:r>
    </w:p>
    <w:p w:rsidR="00E00D30" w:rsidRDefault="00E00D30" w:rsidP="00E00D30">
      <w:r>
        <w:t>333.7361</w:t>
      </w:r>
      <w:r>
        <w:tab/>
        <w:t>1.013e0</w:t>
      </w:r>
    </w:p>
    <w:p w:rsidR="00E00D30" w:rsidRDefault="00E00D30" w:rsidP="00E00D30">
      <w:r>
        <w:t>333.7485</w:t>
      </w:r>
      <w:r>
        <w:tab/>
        <w:t>1.013e0</w:t>
      </w:r>
    </w:p>
    <w:p w:rsidR="00E00D30" w:rsidRDefault="00E00D30" w:rsidP="00E00D30">
      <w:r>
        <w:t>333.8565</w:t>
      </w:r>
      <w:r>
        <w:tab/>
        <w:t>2.025e0</w:t>
      </w:r>
    </w:p>
    <w:p w:rsidR="00E00D30" w:rsidRDefault="00E00D30" w:rsidP="00E00D30">
      <w:r>
        <w:t>333.8661</w:t>
      </w:r>
      <w:r>
        <w:tab/>
        <w:t>1.013e0</w:t>
      </w:r>
    </w:p>
    <w:p w:rsidR="00E00D30" w:rsidRDefault="00E00D30" w:rsidP="00E00D30">
      <w:r>
        <w:t>333.8806</w:t>
      </w:r>
      <w:r>
        <w:tab/>
        <w:t>2.025e0</w:t>
      </w:r>
    </w:p>
    <w:p w:rsidR="00E00D30" w:rsidRDefault="00E00D30" w:rsidP="00E00D30">
      <w:r>
        <w:t>333.9051</w:t>
      </w:r>
      <w:r>
        <w:tab/>
        <w:t>1.013e0</w:t>
      </w:r>
    </w:p>
    <w:p w:rsidR="00E00D30" w:rsidRDefault="00E00D30" w:rsidP="00E00D30">
      <w:r>
        <w:t>333.9090</w:t>
      </w:r>
      <w:r>
        <w:tab/>
        <w:t>2.025e0</w:t>
      </w:r>
    </w:p>
    <w:p w:rsidR="00E00D30" w:rsidRDefault="00E00D30" w:rsidP="00E00D30">
      <w:r>
        <w:t>333.9106</w:t>
      </w:r>
      <w:r>
        <w:tab/>
        <w:t>1.013e0</w:t>
      </w:r>
    </w:p>
    <w:p w:rsidR="00E00D30" w:rsidRDefault="00E00D30" w:rsidP="00E00D30">
      <w:r>
        <w:t>333.9268</w:t>
      </w:r>
      <w:r>
        <w:tab/>
        <w:t>2.025e0</w:t>
      </w:r>
    </w:p>
    <w:p w:rsidR="00E00D30" w:rsidRDefault="00E00D30" w:rsidP="00E00D30">
      <w:r>
        <w:t>333.9436</w:t>
      </w:r>
      <w:r>
        <w:tab/>
        <w:t>1.013e0</w:t>
      </w:r>
    </w:p>
    <w:p w:rsidR="00E00D30" w:rsidRDefault="00E00D30" w:rsidP="00E00D30">
      <w:r>
        <w:t>333.9481</w:t>
      </w:r>
      <w:r>
        <w:tab/>
        <w:t>3.038e0</w:t>
      </w:r>
    </w:p>
    <w:p w:rsidR="00E00D30" w:rsidRDefault="00E00D30" w:rsidP="00E00D30">
      <w:r>
        <w:t>333.9648</w:t>
      </w:r>
      <w:r>
        <w:tab/>
        <w:t>1.013e0</w:t>
      </w:r>
    </w:p>
    <w:p w:rsidR="00E00D30" w:rsidRDefault="00E00D30" w:rsidP="00E00D30">
      <w:r>
        <w:t>333.9722</w:t>
      </w:r>
      <w:r>
        <w:tab/>
        <w:t>2.025e0</w:t>
      </w:r>
    </w:p>
    <w:p w:rsidR="00E00D30" w:rsidRDefault="00E00D30" w:rsidP="00E00D30">
      <w:r>
        <w:t>333.9765</w:t>
      </w:r>
      <w:r>
        <w:tab/>
        <w:t>3.038e0</w:t>
      </w:r>
    </w:p>
    <w:p w:rsidR="00E00D30" w:rsidRDefault="00E00D30" w:rsidP="00E00D30">
      <w:r>
        <w:t>334.0068</w:t>
      </w:r>
      <w:r>
        <w:tab/>
        <w:t>2.025e0</w:t>
      </w:r>
    </w:p>
    <w:p w:rsidR="00E00D30" w:rsidRDefault="00E00D30" w:rsidP="00E00D30">
      <w:r>
        <w:t>334.0356</w:t>
      </w:r>
      <w:r>
        <w:tab/>
        <w:t>2.025e0</w:t>
      </w:r>
    </w:p>
    <w:p w:rsidR="00E00D30" w:rsidRDefault="00E00D30" w:rsidP="00E00D30">
      <w:r>
        <w:t>334.0367</w:t>
      </w:r>
      <w:r>
        <w:tab/>
        <w:t>1.013e0</w:t>
      </w:r>
    </w:p>
    <w:p w:rsidR="00E00D30" w:rsidRDefault="00E00D30" w:rsidP="00E00D30">
      <w:r>
        <w:t>334.0457</w:t>
      </w:r>
      <w:r>
        <w:tab/>
        <w:t>1.013e0</w:t>
      </w:r>
    </w:p>
    <w:p w:rsidR="00E00D30" w:rsidRDefault="00E00D30" w:rsidP="00E00D30">
      <w:r>
        <w:lastRenderedPageBreak/>
        <w:t>334.0607</w:t>
      </w:r>
      <w:r>
        <w:tab/>
        <w:t>1.013e0</w:t>
      </w:r>
    </w:p>
    <w:p w:rsidR="00E00D30" w:rsidRDefault="00E00D30" w:rsidP="00E00D30">
      <w:r>
        <w:t>334.1105</w:t>
      </w:r>
      <w:r>
        <w:tab/>
        <w:t>2.025e0</w:t>
      </w:r>
    </w:p>
    <w:p w:rsidR="00E00D30" w:rsidRDefault="00E00D30" w:rsidP="00E00D30">
      <w:r>
        <w:t>334.1390</w:t>
      </w:r>
      <w:r>
        <w:tab/>
        <w:t>2.025e0</w:t>
      </w:r>
    </w:p>
    <w:p w:rsidR="00E00D30" w:rsidRDefault="00E00D30" w:rsidP="00E00D30">
      <w:r>
        <w:t>334.1476</w:t>
      </w:r>
      <w:r>
        <w:tab/>
        <w:t>1.013e0</w:t>
      </w:r>
    </w:p>
    <w:p w:rsidR="00E00D30" w:rsidRDefault="00E00D30" w:rsidP="00E00D30">
      <w:r>
        <w:t>334.1681</w:t>
      </w:r>
      <w:r>
        <w:tab/>
        <w:t>1.013e0</w:t>
      </w:r>
    </w:p>
    <w:p w:rsidR="00E00D30" w:rsidRDefault="00E00D30" w:rsidP="00E00D30">
      <w:r>
        <w:t>334.1758</w:t>
      </w:r>
      <w:r>
        <w:tab/>
        <w:t>1.013e0</w:t>
      </w:r>
    </w:p>
    <w:p w:rsidR="00E00D30" w:rsidRDefault="00E00D30" w:rsidP="00E00D30">
      <w:r>
        <w:t>334.1930</w:t>
      </w:r>
      <w:r>
        <w:tab/>
        <w:t>1.013e0</w:t>
      </w:r>
    </w:p>
    <w:p w:rsidR="00E00D30" w:rsidRDefault="00E00D30" w:rsidP="00E00D30">
      <w:r>
        <w:t>334.2004</w:t>
      </w:r>
      <w:r>
        <w:tab/>
        <w:t>1.013e0</w:t>
      </w:r>
    </w:p>
    <w:p w:rsidR="00E00D30" w:rsidRDefault="00E00D30" w:rsidP="00E00D30">
      <w:r>
        <w:t>334.2111</w:t>
      </w:r>
      <w:r>
        <w:tab/>
        <w:t>1.013e0</w:t>
      </w:r>
    </w:p>
    <w:p w:rsidR="00E00D30" w:rsidRDefault="00E00D30" w:rsidP="00E00D30">
      <w:r>
        <w:t>334.2209</w:t>
      </w:r>
      <w:r>
        <w:tab/>
        <w:t>1.013e0</w:t>
      </w:r>
    </w:p>
    <w:p w:rsidR="00E00D30" w:rsidRDefault="00E00D30" w:rsidP="00E00D30">
      <w:r>
        <w:t>334.2350</w:t>
      </w:r>
      <w:r>
        <w:tab/>
        <w:t>2.025e0</w:t>
      </w:r>
    </w:p>
    <w:p w:rsidR="00E00D30" w:rsidRDefault="00E00D30" w:rsidP="00E00D30">
      <w:r>
        <w:t>334.2412</w:t>
      </w:r>
      <w:r>
        <w:tab/>
        <w:t>2.025e0</w:t>
      </w:r>
    </w:p>
    <w:p w:rsidR="00E00D30" w:rsidRDefault="00E00D30" w:rsidP="00E00D30">
      <w:r>
        <w:t>334.2470</w:t>
      </w:r>
      <w:r>
        <w:tab/>
        <w:t>5.367e0</w:t>
      </w:r>
    </w:p>
    <w:p w:rsidR="00E00D30" w:rsidRDefault="00E00D30" w:rsidP="00E00D30">
      <w:r>
        <w:t>334.2533</w:t>
      </w:r>
      <w:r>
        <w:tab/>
        <w:t>1.013e0</w:t>
      </w:r>
    </w:p>
    <w:p w:rsidR="00E00D30" w:rsidRDefault="00E00D30" w:rsidP="00E00D30">
      <w:r>
        <w:t>334.2591</w:t>
      </w:r>
      <w:r>
        <w:tab/>
        <w:t>1.013e0</w:t>
      </w:r>
    </w:p>
    <w:p w:rsidR="00E00D30" w:rsidRDefault="00E00D30" w:rsidP="00E00D30">
      <w:r>
        <w:t>334.2737</w:t>
      </w:r>
      <w:r>
        <w:tab/>
        <w:t>3.215e0</w:t>
      </w:r>
    </w:p>
    <w:p w:rsidR="00E00D30" w:rsidRDefault="00E00D30" w:rsidP="00E00D30">
      <w:r>
        <w:t>334.2833</w:t>
      </w:r>
      <w:r>
        <w:tab/>
        <w:t>1.013e0</w:t>
      </w:r>
    </w:p>
    <w:p w:rsidR="00E00D30" w:rsidRDefault="00E00D30" w:rsidP="00E00D30">
      <w:r>
        <w:t>334.2847</w:t>
      </w:r>
      <w:r>
        <w:tab/>
        <w:t>3.038e0</w:t>
      </w:r>
    </w:p>
    <w:p w:rsidR="00E00D30" w:rsidRDefault="00E00D30" w:rsidP="00E00D30">
      <w:r>
        <w:t>334.2862</w:t>
      </w:r>
      <w:r>
        <w:tab/>
        <w:t>2.025e0</w:t>
      </w:r>
    </w:p>
    <w:p w:rsidR="00E00D30" w:rsidRDefault="00E00D30" w:rsidP="00E00D30">
      <w:r>
        <w:lastRenderedPageBreak/>
        <w:t>334.3072</w:t>
      </w:r>
      <w:r>
        <w:tab/>
        <w:t>1.013e0</w:t>
      </w:r>
    </w:p>
    <w:p w:rsidR="00E00D30" w:rsidRDefault="00E00D30" w:rsidP="00E00D30">
      <w:r>
        <w:t>334.3314</w:t>
      </w:r>
      <w:r>
        <w:tab/>
        <w:t>1.013e0</w:t>
      </w:r>
    </w:p>
    <w:p w:rsidR="00E00D30" w:rsidRDefault="00E00D30" w:rsidP="00E00D30">
      <w:r>
        <w:t>334.3976</w:t>
      </w:r>
      <w:r>
        <w:tab/>
        <w:t>2.025e0</w:t>
      </w:r>
    </w:p>
    <w:p w:rsidR="00E00D30" w:rsidRDefault="00E00D30" w:rsidP="00E00D30">
      <w:r>
        <w:t>334.4301</w:t>
      </w:r>
      <w:r>
        <w:tab/>
        <w:t>2.025e0</w:t>
      </w:r>
    </w:p>
    <w:p w:rsidR="00E00D30" w:rsidRDefault="00E00D30" w:rsidP="00E00D30">
      <w:r>
        <w:t>334.4458</w:t>
      </w:r>
      <w:r>
        <w:tab/>
        <w:t>1.013e0</w:t>
      </w:r>
    </w:p>
    <w:p w:rsidR="00E00D30" w:rsidRDefault="00E00D30" w:rsidP="00E00D30">
      <w:r>
        <w:t>334.4577</w:t>
      </w:r>
      <w:r>
        <w:tab/>
        <w:t>1.013e0</w:t>
      </w:r>
    </w:p>
    <w:p w:rsidR="00E00D30" w:rsidRDefault="00E00D30" w:rsidP="00E00D30">
      <w:r>
        <w:t>334.4737</w:t>
      </w:r>
      <w:r>
        <w:tab/>
        <w:t>1.013e0</w:t>
      </w:r>
    </w:p>
    <w:p w:rsidR="00E00D30" w:rsidRDefault="00E00D30" w:rsidP="00E00D30">
      <w:r>
        <w:t>334.4878</w:t>
      </w:r>
      <w:r>
        <w:tab/>
        <w:t>1.013e0</w:t>
      </w:r>
    </w:p>
    <w:p w:rsidR="00E00D30" w:rsidRDefault="00E00D30" w:rsidP="00E00D30">
      <w:r>
        <w:t>334.5117</w:t>
      </w:r>
      <w:r>
        <w:tab/>
        <w:t>1.013e0</w:t>
      </w:r>
    </w:p>
    <w:p w:rsidR="00E00D30" w:rsidRDefault="00E00D30" w:rsidP="00E00D30">
      <w:r>
        <w:t>334.5179</w:t>
      </w:r>
      <w:r>
        <w:tab/>
        <w:t>1.013e0</w:t>
      </w:r>
    </w:p>
    <w:p w:rsidR="00E00D30" w:rsidRDefault="00E00D30" w:rsidP="00E00D30">
      <w:r>
        <w:t>334.5267</w:t>
      </w:r>
      <w:r>
        <w:tab/>
        <w:t>1.013e0</w:t>
      </w:r>
    </w:p>
    <w:p w:rsidR="00E00D30" w:rsidRDefault="00E00D30" w:rsidP="00E00D30">
      <w:r>
        <w:t>334.5516</w:t>
      </w:r>
      <w:r>
        <w:tab/>
        <w:t>1.013e0</w:t>
      </w:r>
    </w:p>
    <w:p w:rsidR="00E00D30" w:rsidRDefault="00E00D30" w:rsidP="00E00D30">
      <w:r>
        <w:t>334.5797</w:t>
      </w:r>
      <w:r>
        <w:tab/>
        <w:t>1.013e0</w:t>
      </w:r>
    </w:p>
    <w:p w:rsidR="00E00D30" w:rsidRDefault="00E00D30" w:rsidP="00E00D30">
      <w:r>
        <w:t>334.5841</w:t>
      </w:r>
      <w:r>
        <w:tab/>
        <w:t>1.013e0</w:t>
      </w:r>
    </w:p>
    <w:p w:rsidR="00E00D30" w:rsidRDefault="00E00D30" w:rsidP="00E00D30">
      <w:r>
        <w:t>334.5926</w:t>
      </w:r>
      <w:r>
        <w:tab/>
        <w:t>2.025e0</w:t>
      </w:r>
    </w:p>
    <w:p w:rsidR="00E00D30" w:rsidRDefault="00E00D30" w:rsidP="00E00D30">
      <w:r>
        <w:t>334.6146</w:t>
      </w:r>
      <w:r>
        <w:tab/>
        <w:t>1.013e0</w:t>
      </w:r>
    </w:p>
    <w:p w:rsidR="00E00D30" w:rsidRDefault="00E00D30" w:rsidP="00E00D30">
      <w:r>
        <w:t>334.6325</w:t>
      </w:r>
      <w:r>
        <w:tab/>
        <w:t>1.013e0</w:t>
      </w:r>
    </w:p>
    <w:p w:rsidR="00E00D30" w:rsidRDefault="00E00D30" w:rsidP="00E00D30">
      <w:r>
        <w:t>334.6682</w:t>
      </w:r>
      <w:r>
        <w:tab/>
        <w:t>1.013e0</w:t>
      </w:r>
    </w:p>
    <w:p w:rsidR="00E00D30" w:rsidRDefault="00E00D30" w:rsidP="00E00D30">
      <w:r>
        <w:t>334.6924</w:t>
      </w:r>
      <w:r>
        <w:tab/>
        <w:t>1.013e0</w:t>
      </w:r>
    </w:p>
    <w:p w:rsidR="00E00D30" w:rsidRDefault="00E00D30" w:rsidP="00E00D30">
      <w:r>
        <w:lastRenderedPageBreak/>
        <w:t>334.7165</w:t>
      </w:r>
      <w:r>
        <w:tab/>
        <w:t>1.013e0</w:t>
      </w:r>
    </w:p>
    <w:p w:rsidR="00E00D30" w:rsidRDefault="00E00D30" w:rsidP="00E00D30">
      <w:r>
        <w:t>334.7229</w:t>
      </w:r>
      <w:r>
        <w:tab/>
        <w:t>1.013e0</w:t>
      </w:r>
    </w:p>
    <w:p w:rsidR="00E00D30" w:rsidRDefault="00E00D30" w:rsidP="00E00D30">
      <w:r>
        <w:t>334.7307</w:t>
      </w:r>
      <w:r>
        <w:tab/>
        <w:t>1.013e0</w:t>
      </w:r>
    </w:p>
    <w:p w:rsidR="00E00D30" w:rsidRDefault="00E00D30" w:rsidP="00E00D30">
      <w:r>
        <w:t>334.7404</w:t>
      </w:r>
      <w:r>
        <w:tab/>
        <w:t>1.013e0</w:t>
      </w:r>
    </w:p>
    <w:p w:rsidR="00E00D30" w:rsidRDefault="00E00D30" w:rsidP="00E00D30">
      <w:r>
        <w:t>334.7650</w:t>
      </w:r>
      <w:r>
        <w:tab/>
        <w:t>1.013e0</w:t>
      </w:r>
    </w:p>
    <w:p w:rsidR="00E00D30" w:rsidRDefault="00E00D30" w:rsidP="00E00D30">
      <w:r>
        <w:t>334.7707</w:t>
      </w:r>
      <w:r>
        <w:tab/>
        <w:t>1.013e0</w:t>
      </w:r>
    </w:p>
    <w:p w:rsidR="00E00D30" w:rsidRDefault="00E00D30" w:rsidP="00E00D30">
      <w:r>
        <w:t>334.7796</w:t>
      </w:r>
      <w:r>
        <w:tab/>
        <w:t>1.013e0</w:t>
      </w:r>
    </w:p>
    <w:p w:rsidR="00E00D30" w:rsidRDefault="00E00D30" w:rsidP="00E00D30">
      <w:r>
        <w:t>334.7885</w:t>
      </w:r>
      <w:r>
        <w:tab/>
        <w:t>1.013e0</w:t>
      </w:r>
    </w:p>
    <w:p w:rsidR="00E00D30" w:rsidRDefault="00E00D30" w:rsidP="00E00D30">
      <w:r>
        <w:t>334.7946</w:t>
      </w:r>
      <w:r>
        <w:tab/>
        <w:t>1.013e0</w:t>
      </w:r>
    </w:p>
    <w:p w:rsidR="00E00D30" w:rsidRDefault="00E00D30" w:rsidP="00E00D30">
      <w:r>
        <w:t>334.8188</w:t>
      </w:r>
      <w:r>
        <w:tab/>
        <w:t>1.013e0</w:t>
      </w:r>
    </w:p>
    <w:p w:rsidR="00E00D30" w:rsidRDefault="00E00D30" w:rsidP="00E00D30">
      <w:r>
        <w:t>334.8285</w:t>
      </w:r>
      <w:r>
        <w:tab/>
        <w:t>1.013e0</w:t>
      </w:r>
    </w:p>
    <w:p w:rsidR="00E00D30" w:rsidRDefault="00E00D30" w:rsidP="00E00D30">
      <w:r>
        <w:t>334.8367</w:t>
      </w:r>
      <w:r>
        <w:tab/>
        <w:t>1.013e0</w:t>
      </w:r>
    </w:p>
    <w:p w:rsidR="00E00D30" w:rsidRDefault="00E00D30" w:rsidP="00E00D30">
      <w:r>
        <w:t>334.8427</w:t>
      </w:r>
      <w:r>
        <w:tab/>
        <w:t>1.013e0</w:t>
      </w:r>
    </w:p>
    <w:p w:rsidR="00E00D30" w:rsidRDefault="00E00D30" w:rsidP="00E00D30">
      <w:r>
        <w:t>334.8800</w:t>
      </w:r>
      <w:r>
        <w:tab/>
        <w:t>2.025e0</w:t>
      </w:r>
    </w:p>
    <w:p w:rsidR="00E00D30" w:rsidRDefault="00E00D30" w:rsidP="00E00D30">
      <w:r>
        <w:t>334.8991</w:t>
      </w:r>
      <w:r>
        <w:tab/>
        <w:t>2.025e0</w:t>
      </w:r>
    </w:p>
    <w:p w:rsidR="00E00D30" w:rsidRDefault="00E00D30" w:rsidP="00E00D30">
      <w:r>
        <w:t>334.9020</w:t>
      </w:r>
      <w:r>
        <w:tab/>
        <w:t>2.025e0</w:t>
      </w:r>
    </w:p>
    <w:p w:rsidR="00E00D30" w:rsidRDefault="00E00D30" w:rsidP="00E00D30">
      <w:r>
        <w:t>334.9150</w:t>
      </w:r>
      <w:r>
        <w:tab/>
        <w:t>1.013e0</w:t>
      </w:r>
    </w:p>
    <w:p w:rsidR="00E00D30" w:rsidRDefault="00E00D30" w:rsidP="00E00D30">
      <w:r>
        <w:t>334.9286</w:t>
      </w:r>
      <w:r>
        <w:tab/>
        <w:t>2.025e0</w:t>
      </w:r>
    </w:p>
    <w:p w:rsidR="00E00D30" w:rsidRDefault="00E00D30" w:rsidP="00E00D30">
      <w:r>
        <w:t>334.9453</w:t>
      </w:r>
      <w:r>
        <w:tab/>
        <w:t>1.013e0</w:t>
      </w:r>
    </w:p>
    <w:p w:rsidR="00E00D30" w:rsidRDefault="00E00D30" w:rsidP="00E00D30">
      <w:r>
        <w:lastRenderedPageBreak/>
        <w:t>334.9632</w:t>
      </w:r>
      <w:r>
        <w:tab/>
        <w:t>1.013e0</w:t>
      </w:r>
    </w:p>
    <w:p w:rsidR="00E00D30" w:rsidRDefault="00E00D30" w:rsidP="00E00D30">
      <w:r>
        <w:t>334.9646</w:t>
      </w:r>
      <w:r>
        <w:tab/>
        <w:t>2.025e0</w:t>
      </w:r>
    </w:p>
    <w:p w:rsidR="00E00D30" w:rsidRDefault="00E00D30" w:rsidP="00E00D30">
      <w:r>
        <w:t>334.9754</w:t>
      </w:r>
      <w:r>
        <w:tab/>
        <w:t>2.025e0</w:t>
      </w:r>
    </w:p>
    <w:p w:rsidR="00E00D30" w:rsidRDefault="00E00D30" w:rsidP="00E00D30">
      <w:r>
        <w:t>334.9790</w:t>
      </w:r>
      <w:r>
        <w:tab/>
        <w:t>3.038e0</w:t>
      </w:r>
    </w:p>
    <w:p w:rsidR="00E00D30" w:rsidRDefault="00E00D30" w:rsidP="00E00D30">
      <w:r>
        <w:t>334.9935</w:t>
      </w:r>
      <w:r>
        <w:tab/>
        <w:t>1.013e0</w:t>
      </w:r>
    </w:p>
    <w:p w:rsidR="00E00D30" w:rsidRDefault="00E00D30" w:rsidP="00E00D30">
      <w:r>
        <w:t>335.0080</w:t>
      </w:r>
      <w:r>
        <w:tab/>
        <w:t>1.013e0</w:t>
      </w:r>
    </w:p>
    <w:p w:rsidR="00E00D30" w:rsidRDefault="00E00D30" w:rsidP="00E00D30">
      <w:r>
        <w:t>335.0399</w:t>
      </w:r>
      <w:r>
        <w:tab/>
        <w:t>2.025e0</w:t>
      </w:r>
    </w:p>
    <w:p w:rsidR="00E00D30" w:rsidRDefault="00E00D30" w:rsidP="00E00D30">
      <w:r>
        <w:t>335.0475</w:t>
      </w:r>
      <w:r>
        <w:tab/>
        <w:t>1.013e0</w:t>
      </w:r>
    </w:p>
    <w:p w:rsidR="00E00D30" w:rsidRDefault="00E00D30" w:rsidP="00E00D30">
      <w:r>
        <w:t>335.0529</w:t>
      </w:r>
      <w:r>
        <w:tab/>
        <w:t>1.013e0</w:t>
      </w:r>
    </w:p>
    <w:p w:rsidR="00E00D30" w:rsidRDefault="00E00D30" w:rsidP="00E00D30">
      <w:r>
        <w:t>335.0718</w:t>
      </w:r>
      <w:r>
        <w:tab/>
        <w:t>1.013e0</w:t>
      </w:r>
    </w:p>
    <w:p w:rsidR="00E00D30" w:rsidRDefault="00E00D30" w:rsidP="00E00D30">
      <w:r>
        <w:t>335.0779</w:t>
      </w:r>
      <w:r>
        <w:tab/>
        <w:t>1.013e0</w:t>
      </w:r>
    </w:p>
    <w:p w:rsidR="00E00D30" w:rsidRDefault="00E00D30" w:rsidP="00E00D30">
      <w:r>
        <w:t>335.0790</w:t>
      </w:r>
      <w:r>
        <w:tab/>
        <w:t>3.038e0</w:t>
      </w:r>
    </w:p>
    <w:p w:rsidR="00E00D30" w:rsidRDefault="00E00D30" w:rsidP="00E00D30">
      <w:r>
        <w:t>335.0802</w:t>
      </w:r>
      <w:r>
        <w:tab/>
        <w:t>2.025e0</w:t>
      </w:r>
    </w:p>
    <w:p w:rsidR="00E00D30" w:rsidRDefault="00E00D30" w:rsidP="00E00D30">
      <w:r>
        <w:t>335.0814</w:t>
      </w:r>
      <w:r>
        <w:tab/>
        <w:t>1.013e0</w:t>
      </w:r>
    </w:p>
    <w:p w:rsidR="00E00D30" w:rsidRDefault="00E00D30" w:rsidP="00E00D30">
      <w:r>
        <w:t>335.1138</w:t>
      </w:r>
      <w:r>
        <w:tab/>
        <w:t>1.013e0</w:t>
      </w:r>
    </w:p>
    <w:p w:rsidR="00E00D30" w:rsidRDefault="00E00D30" w:rsidP="00E00D30">
      <w:r>
        <w:t>335.1265</w:t>
      </w:r>
      <w:r>
        <w:tab/>
        <w:t>1.013e0</w:t>
      </w:r>
    </w:p>
    <w:p w:rsidR="00E00D30" w:rsidRDefault="00E00D30" w:rsidP="00E00D30">
      <w:r>
        <w:t>335.1302</w:t>
      </w:r>
      <w:r>
        <w:tab/>
        <w:t>2.025e0</w:t>
      </w:r>
    </w:p>
    <w:p w:rsidR="00E00D30" w:rsidRDefault="00E00D30" w:rsidP="00E00D30">
      <w:r>
        <w:t>335.1522</w:t>
      </w:r>
      <w:r>
        <w:tab/>
        <w:t>4.051e0</w:t>
      </w:r>
    </w:p>
    <w:p w:rsidR="00E00D30" w:rsidRDefault="00E00D30" w:rsidP="00E00D30">
      <w:r>
        <w:t>335.1628</w:t>
      </w:r>
      <w:r>
        <w:tab/>
        <w:t>1.013e0</w:t>
      </w:r>
    </w:p>
    <w:p w:rsidR="00E00D30" w:rsidRDefault="00E00D30" w:rsidP="00E00D30">
      <w:r>
        <w:lastRenderedPageBreak/>
        <w:t>335.1712</w:t>
      </w:r>
      <w:r>
        <w:tab/>
        <w:t>4.051e0</w:t>
      </w:r>
    </w:p>
    <w:p w:rsidR="00E00D30" w:rsidRDefault="00E00D30" w:rsidP="00E00D30">
      <w:r>
        <w:t>335.1745</w:t>
      </w:r>
      <w:r>
        <w:tab/>
        <w:t>3.038e0</w:t>
      </w:r>
    </w:p>
    <w:p w:rsidR="00E00D30" w:rsidRDefault="00E00D30" w:rsidP="00E00D30">
      <w:r>
        <w:t>335.1837</w:t>
      </w:r>
      <w:r>
        <w:tab/>
        <w:t>1.013e0</w:t>
      </w:r>
    </w:p>
    <w:p w:rsidR="00E00D30" w:rsidRDefault="00E00D30" w:rsidP="00E00D30">
      <w:r>
        <w:t>335.2023</w:t>
      </w:r>
      <w:r>
        <w:tab/>
        <w:t>2.025e0</w:t>
      </w:r>
    </w:p>
    <w:p w:rsidR="00E00D30" w:rsidRDefault="00E00D30" w:rsidP="00E00D30">
      <w:r>
        <w:t>335.2124</w:t>
      </w:r>
      <w:r>
        <w:tab/>
        <w:t>2.025e0</w:t>
      </w:r>
    </w:p>
    <w:p w:rsidR="00E00D30" w:rsidRDefault="00E00D30" w:rsidP="00E00D30">
      <w:r>
        <w:t>335.2249</w:t>
      </w:r>
      <w:r>
        <w:tab/>
        <w:t>2.025e0</w:t>
      </w:r>
    </w:p>
    <w:p w:rsidR="00E00D30" w:rsidRDefault="00E00D30" w:rsidP="00E00D30">
      <w:r>
        <w:t>335.2327</w:t>
      </w:r>
      <w:r>
        <w:tab/>
        <w:t>1.013e0</w:t>
      </w:r>
    </w:p>
    <w:p w:rsidR="00E00D30" w:rsidRDefault="00E00D30" w:rsidP="00E00D30">
      <w:r>
        <w:t>335.2484</w:t>
      </w:r>
      <w:r>
        <w:tab/>
        <w:t>2.025e0</w:t>
      </w:r>
    </w:p>
    <w:p w:rsidR="00E00D30" w:rsidRDefault="00E00D30" w:rsidP="00E00D30">
      <w:r>
        <w:t>335.2556</w:t>
      </w:r>
      <w:r>
        <w:tab/>
        <w:t>2.382e0</w:t>
      </w:r>
    </w:p>
    <w:p w:rsidR="00E00D30" w:rsidRDefault="00E00D30" w:rsidP="00E00D30">
      <w:r>
        <w:t>335.2568</w:t>
      </w:r>
      <w:r>
        <w:tab/>
        <w:t>1.013e0</w:t>
      </w:r>
    </w:p>
    <w:p w:rsidR="00E00D30" w:rsidRDefault="00E00D30" w:rsidP="00E00D30">
      <w:r>
        <w:t>335.2706</w:t>
      </w:r>
      <w:r>
        <w:tab/>
        <w:t>1.013e0</w:t>
      </w:r>
    </w:p>
    <w:p w:rsidR="00E00D30" w:rsidRDefault="00E00D30" w:rsidP="00E00D30">
      <w:r>
        <w:t>335.3007</w:t>
      </w:r>
      <w:r>
        <w:tab/>
        <w:t>1.013e0</w:t>
      </w:r>
    </w:p>
    <w:p w:rsidR="00E00D30" w:rsidRDefault="00E00D30" w:rsidP="00E00D30">
      <w:r>
        <w:t>335.3069</w:t>
      </w:r>
      <w:r>
        <w:tab/>
        <w:t>2.025e0</w:t>
      </w:r>
    </w:p>
    <w:p w:rsidR="00E00D30" w:rsidRDefault="00E00D30" w:rsidP="00E00D30">
      <w:r>
        <w:t>335.3250</w:t>
      </w:r>
      <w:r>
        <w:tab/>
        <w:t>2.025e0</w:t>
      </w:r>
    </w:p>
    <w:p w:rsidR="00E00D30" w:rsidRDefault="00E00D30" w:rsidP="00E00D30">
      <w:r>
        <w:t>335.3381</w:t>
      </w:r>
      <w:r>
        <w:tab/>
        <w:t>1.013e0</w:t>
      </w:r>
    </w:p>
    <w:p w:rsidR="00E00D30" w:rsidRDefault="00E00D30" w:rsidP="00E00D30">
      <w:r>
        <w:t>335.3587</w:t>
      </w:r>
      <w:r>
        <w:tab/>
        <w:t>1.013e0</w:t>
      </w:r>
    </w:p>
    <w:p w:rsidR="00E00D30" w:rsidRDefault="00E00D30" w:rsidP="00E00D30">
      <w:r>
        <w:t>335.3832</w:t>
      </w:r>
      <w:r>
        <w:tab/>
        <w:t>1.013e0</w:t>
      </w:r>
    </w:p>
    <w:p w:rsidR="00E00D30" w:rsidRDefault="00E00D30" w:rsidP="00E00D30">
      <w:r>
        <w:t>335.3922</w:t>
      </w:r>
      <w:r>
        <w:tab/>
        <w:t>2.025e0</w:t>
      </w:r>
    </w:p>
    <w:p w:rsidR="00E00D30" w:rsidRDefault="00E00D30" w:rsidP="00E00D30">
      <w:r>
        <w:t>335.4032</w:t>
      </w:r>
      <w:r>
        <w:tab/>
        <w:t>1.013e0</w:t>
      </w:r>
    </w:p>
    <w:p w:rsidR="00E00D30" w:rsidRDefault="00E00D30" w:rsidP="00E00D30">
      <w:r>
        <w:lastRenderedPageBreak/>
        <w:t>335.4215</w:t>
      </w:r>
      <w:r>
        <w:tab/>
        <w:t>1.013e0</w:t>
      </w:r>
    </w:p>
    <w:p w:rsidR="00E00D30" w:rsidRDefault="00E00D30" w:rsidP="00E00D30">
      <w:r>
        <w:t>335.4521</w:t>
      </w:r>
      <w:r>
        <w:tab/>
        <w:t>1.013e0</w:t>
      </w:r>
    </w:p>
    <w:p w:rsidR="00E00D30" w:rsidRDefault="00E00D30" w:rsidP="00E00D30">
      <w:r>
        <w:t>335.4648</w:t>
      </w:r>
      <w:r>
        <w:tab/>
        <w:t>1.013e0</w:t>
      </w:r>
    </w:p>
    <w:p w:rsidR="00E00D30" w:rsidRDefault="00E00D30" w:rsidP="00E00D30">
      <w:r>
        <w:t>335.5342</w:t>
      </w:r>
      <w:r>
        <w:tab/>
        <w:t>1.013e0</w:t>
      </w:r>
    </w:p>
    <w:p w:rsidR="00E00D30" w:rsidRDefault="00E00D30" w:rsidP="00E00D30">
      <w:r>
        <w:t>335.5587</w:t>
      </w:r>
      <w:r>
        <w:tab/>
        <w:t>1.013e0</w:t>
      </w:r>
    </w:p>
    <w:p w:rsidR="00E00D30" w:rsidRDefault="00E00D30" w:rsidP="00E00D30">
      <w:r>
        <w:t>335.6078</w:t>
      </w:r>
      <w:r>
        <w:tab/>
        <w:t>1.013e0</w:t>
      </w:r>
    </w:p>
    <w:p w:rsidR="00E00D30" w:rsidRDefault="00E00D30" w:rsidP="00E00D30">
      <w:r>
        <w:t>335.6115</w:t>
      </w:r>
      <w:r>
        <w:tab/>
        <w:t>1.013e0</w:t>
      </w:r>
    </w:p>
    <w:p w:rsidR="00E00D30" w:rsidRDefault="00E00D30" w:rsidP="00E00D30">
      <w:r>
        <w:t>335.6238</w:t>
      </w:r>
      <w:r>
        <w:tab/>
        <w:t>2.025e0</w:t>
      </w:r>
    </w:p>
    <w:p w:rsidR="00E00D30" w:rsidRDefault="00E00D30" w:rsidP="00E00D30">
      <w:r>
        <w:t>335.6403</w:t>
      </w:r>
      <w:r>
        <w:tab/>
        <w:t>1.013e0</w:t>
      </w:r>
    </w:p>
    <w:p w:rsidR="00E00D30" w:rsidRDefault="00E00D30" w:rsidP="00E00D30">
      <w:r>
        <w:t>335.6648</w:t>
      </w:r>
      <w:r>
        <w:tab/>
        <w:t>1.013e0</w:t>
      </w:r>
    </w:p>
    <w:p w:rsidR="00E00D30" w:rsidRDefault="00E00D30" w:rsidP="00E00D30">
      <w:r>
        <w:t>335.6892</w:t>
      </w:r>
      <w:r>
        <w:tab/>
        <w:t>2.025e0</w:t>
      </w:r>
    </w:p>
    <w:p w:rsidR="00E00D30" w:rsidRDefault="00E00D30" w:rsidP="00E00D30">
      <w:r>
        <w:t>335.7142</w:t>
      </w:r>
      <w:r>
        <w:tab/>
        <w:t>1.013e0</w:t>
      </w:r>
    </w:p>
    <w:p w:rsidR="00E00D30" w:rsidRDefault="00E00D30" w:rsidP="00E00D30">
      <w:r>
        <w:t>335.7177</w:t>
      </w:r>
      <w:r>
        <w:tab/>
        <w:t>2.025e0</w:t>
      </w:r>
    </w:p>
    <w:p w:rsidR="00E00D30" w:rsidRDefault="00E00D30" w:rsidP="00E00D30">
      <w:r>
        <w:t>335.7625</w:t>
      </w:r>
      <w:r>
        <w:tab/>
        <w:t>1.013e0</w:t>
      </w:r>
    </w:p>
    <w:p w:rsidR="00E00D30" w:rsidRDefault="00E00D30" w:rsidP="00E00D30">
      <w:r>
        <w:t>335.7713</w:t>
      </w:r>
      <w:r>
        <w:tab/>
        <w:t>1.013e0</w:t>
      </w:r>
    </w:p>
    <w:p w:rsidR="00E00D30" w:rsidRDefault="00E00D30" w:rsidP="00E00D30">
      <w:r>
        <w:t>335.7834</w:t>
      </w:r>
      <w:r>
        <w:tab/>
        <w:t>1.013e0</w:t>
      </w:r>
    </w:p>
    <w:p w:rsidR="00E00D30" w:rsidRDefault="00E00D30" w:rsidP="00E00D30">
      <w:r>
        <w:t>335.7872</w:t>
      </w:r>
      <w:r>
        <w:tab/>
        <w:t>1.013e0</w:t>
      </w:r>
    </w:p>
    <w:p w:rsidR="00E00D30" w:rsidRDefault="00E00D30" w:rsidP="00E00D30">
      <w:r>
        <w:t>335.7911</w:t>
      </w:r>
      <w:r>
        <w:tab/>
        <w:t>1.013e0</w:t>
      </w:r>
    </w:p>
    <w:p w:rsidR="00E00D30" w:rsidRDefault="00E00D30" w:rsidP="00E00D30">
      <w:r>
        <w:t>335.8243</w:t>
      </w:r>
      <w:r>
        <w:tab/>
        <w:t>3.038e0</w:t>
      </w:r>
    </w:p>
    <w:p w:rsidR="00E00D30" w:rsidRDefault="00E00D30" w:rsidP="00E00D30">
      <w:r>
        <w:lastRenderedPageBreak/>
        <w:t>335.8317</w:t>
      </w:r>
      <w:r>
        <w:tab/>
        <w:t>1.013e0</w:t>
      </w:r>
    </w:p>
    <w:p w:rsidR="00E00D30" w:rsidRDefault="00E00D30" w:rsidP="00E00D30">
      <w:r>
        <w:t>335.8407</w:t>
      </w:r>
      <w:r>
        <w:tab/>
        <w:t>1.013e0</w:t>
      </w:r>
    </w:p>
    <w:p w:rsidR="00E00D30" w:rsidRDefault="00E00D30" w:rsidP="00E00D30">
      <w:r>
        <w:t>335.8718</w:t>
      </w:r>
      <w:r>
        <w:tab/>
        <w:t>2.025e0</w:t>
      </w:r>
    </w:p>
    <w:p w:rsidR="00E00D30" w:rsidRDefault="00E00D30" w:rsidP="00E00D30">
      <w:r>
        <w:t>335.8853</w:t>
      </w:r>
      <w:r>
        <w:tab/>
        <w:t>1.013e0</w:t>
      </w:r>
    </w:p>
    <w:p w:rsidR="00E00D30" w:rsidRDefault="00E00D30" w:rsidP="00E00D30">
      <w:r>
        <w:t>335.8892</w:t>
      </w:r>
      <w:r>
        <w:tab/>
        <w:t>1.013e0</w:t>
      </w:r>
    </w:p>
    <w:p w:rsidR="00E00D30" w:rsidRDefault="00E00D30" w:rsidP="00E00D30">
      <w:r>
        <w:t>335.8915</w:t>
      </w:r>
      <w:r>
        <w:tab/>
        <w:t>2.025e0</w:t>
      </w:r>
    </w:p>
    <w:p w:rsidR="00E00D30" w:rsidRDefault="00E00D30" w:rsidP="00E00D30">
      <w:r>
        <w:t>335.8927</w:t>
      </w:r>
      <w:r>
        <w:tab/>
        <w:t>2.025e0</w:t>
      </w:r>
    </w:p>
    <w:p w:rsidR="00E00D30" w:rsidRDefault="00E00D30" w:rsidP="00E00D30">
      <w:r>
        <w:t>335.9033</w:t>
      </w:r>
      <w:r>
        <w:tab/>
        <w:t>2.025e0</w:t>
      </w:r>
    </w:p>
    <w:p w:rsidR="00E00D30" w:rsidRDefault="00E00D30" w:rsidP="00E00D30">
      <w:r>
        <w:t>335.9098</w:t>
      </w:r>
      <w:r>
        <w:tab/>
        <w:t>2.025e0</w:t>
      </w:r>
    </w:p>
    <w:p w:rsidR="00E00D30" w:rsidRDefault="00E00D30" w:rsidP="00E00D30">
      <w:r>
        <w:t>335.9380</w:t>
      </w:r>
      <w:r>
        <w:tab/>
        <w:t>1.013e0</w:t>
      </w:r>
    </w:p>
    <w:p w:rsidR="00E00D30" w:rsidRDefault="00E00D30" w:rsidP="00E00D30">
      <w:r>
        <w:t>335.9423</w:t>
      </w:r>
      <w:r>
        <w:tab/>
        <w:t>1.013e0</w:t>
      </w:r>
    </w:p>
    <w:p w:rsidR="00E00D30" w:rsidRDefault="00E00D30" w:rsidP="00E00D30">
      <w:r>
        <w:t>335.9708</w:t>
      </w:r>
      <w:r>
        <w:tab/>
        <w:t>1.013e0</w:t>
      </w:r>
    </w:p>
    <w:p w:rsidR="00E00D30" w:rsidRDefault="00E00D30" w:rsidP="00E00D30">
      <w:r>
        <w:t>335.9767</w:t>
      </w:r>
      <w:r>
        <w:tab/>
        <w:t>2.025e0</w:t>
      </w:r>
    </w:p>
    <w:p w:rsidR="00E00D30" w:rsidRDefault="00E00D30" w:rsidP="00E00D30">
      <w:r>
        <w:t>336.0010</w:t>
      </w:r>
      <w:r>
        <w:tab/>
        <w:t>1.013e0</w:t>
      </w:r>
    </w:p>
    <w:p w:rsidR="00E00D30" w:rsidRDefault="00E00D30" w:rsidP="00E00D30">
      <w:r>
        <w:t>336.0068</w:t>
      </w:r>
      <w:r>
        <w:tab/>
        <w:t>1.013e0</w:t>
      </w:r>
    </w:p>
    <w:p w:rsidR="00E00D30" w:rsidRDefault="00E00D30" w:rsidP="00E00D30">
      <w:r>
        <w:t>336.0158</w:t>
      </w:r>
      <w:r>
        <w:tab/>
        <w:t>2.025e0</w:t>
      </w:r>
    </w:p>
    <w:p w:rsidR="00E00D30" w:rsidRDefault="00E00D30" w:rsidP="00E00D30">
      <w:r>
        <w:t>336.0453</w:t>
      </w:r>
      <w:r>
        <w:tab/>
        <w:t>2.025e0</w:t>
      </w:r>
    </w:p>
    <w:p w:rsidR="00E00D30" w:rsidRDefault="00E00D30" w:rsidP="00E00D30">
      <w:r>
        <w:t>336.0493</w:t>
      </w:r>
      <w:r>
        <w:tab/>
        <w:t>1.013e0</w:t>
      </w:r>
    </w:p>
    <w:p w:rsidR="00E00D30" w:rsidRDefault="00E00D30" w:rsidP="00E00D30">
      <w:r>
        <w:t>336.0816</w:t>
      </w:r>
      <w:r>
        <w:tab/>
        <w:t>2.025e0</w:t>
      </w:r>
    </w:p>
    <w:p w:rsidR="00E00D30" w:rsidRDefault="00E00D30" w:rsidP="00E00D30">
      <w:r>
        <w:lastRenderedPageBreak/>
        <w:t>336.0981</w:t>
      </w:r>
      <w:r>
        <w:tab/>
        <w:t>1.013e0</w:t>
      </w:r>
    </w:p>
    <w:p w:rsidR="00E00D30" w:rsidRDefault="00E00D30" w:rsidP="00E00D30">
      <w:r>
        <w:t>336.1362</w:t>
      </w:r>
      <w:r>
        <w:tab/>
        <w:t>2.025e0</w:t>
      </w:r>
    </w:p>
    <w:p w:rsidR="00E00D30" w:rsidRDefault="00E00D30" w:rsidP="00E00D30">
      <w:r>
        <w:t>336.1381</w:t>
      </w:r>
      <w:r>
        <w:tab/>
        <w:t>2.089e0</w:t>
      </w:r>
    </w:p>
    <w:p w:rsidR="00E00D30" w:rsidRDefault="00E00D30" w:rsidP="00E00D30">
      <w:r>
        <w:t>336.1421</w:t>
      </w:r>
      <w:r>
        <w:tab/>
        <w:t>2.025e0</w:t>
      </w:r>
    </w:p>
    <w:p w:rsidR="00E00D30" w:rsidRDefault="00E00D30" w:rsidP="00E00D30">
      <w:r>
        <w:t>336.1463</w:t>
      </w:r>
      <w:r>
        <w:tab/>
        <w:t>2.025e0</w:t>
      </w:r>
    </w:p>
    <w:p w:rsidR="00E00D30" w:rsidRDefault="00E00D30" w:rsidP="00E00D30">
      <w:r>
        <w:t>336.1579</w:t>
      </w:r>
      <w:r>
        <w:tab/>
        <w:t>1.013e0</w:t>
      </w:r>
    </w:p>
    <w:p w:rsidR="00E00D30" w:rsidRDefault="00E00D30" w:rsidP="00E00D30">
      <w:r>
        <w:t>336.1673</w:t>
      </w:r>
      <w:r>
        <w:tab/>
        <w:t>2.025e0</w:t>
      </w:r>
    </w:p>
    <w:p w:rsidR="00E00D30" w:rsidRDefault="00E00D30" w:rsidP="00E00D30">
      <w:r>
        <w:t>336.1750</w:t>
      </w:r>
      <w:r>
        <w:tab/>
        <w:t>2.025e0</w:t>
      </w:r>
    </w:p>
    <w:p w:rsidR="00E00D30" w:rsidRDefault="00E00D30" w:rsidP="00E00D30">
      <w:r>
        <w:t>336.1770</w:t>
      </w:r>
      <w:r>
        <w:tab/>
        <w:t>2.025e0</w:t>
      </w:r>
    </w:p>
    <w:p w:rsidR="00E00D30" w:rsidRDefault="00E00D30" w:rsidP="00E00D30">
      <w:r>
        <w:t>336.1823</w:t>
      </w:r>
      <w:r>
        <w:tab/>
        <w:t>1.013e0</w:t>
      </w:r>
    </w:p>
    <w:p w:rsidR="00E00D30" w:rsidRDefault="00E00D30" w:rsidP="00E00D30">
      <w:r>
        <w:t>336.2157</w:t>
      </w:r>
      <w:r>
        <w:tab/>
        <w:t>4.051e0</w:t>
      </w:r>
    </w:p>
    <w:p w:rsidR="00E00D30" w:rsidRDefault="00E00D30" w:rsidP="00E00D30">
      <w:r>
        <w:t>336.2401</w:t>
      </w:r>
      <w:r>
        <w:tab/>
        <w:t>1.013e0</w:t>
      </w:r>
    </w:p>
    <w:p w:rsidR="00E00D30" w:rsidRDefault="00E00D30" w:rsidP="00E00D30">
      <w:r>
        <w:t>336.2487</w:t>
      </w:r>
      <w:r>
        <w:tab/>
        <w:t>1.013e0</w:t>
      </w:r>
    </w:p>
    <w:p w:rsidR="00E00D30" w:rsidRDefault="00E00D30" w:rsidP="00E00D30">
      <w:r>
        <w:t>336.2507</w:t>
      </w:r>
      <w:r>
        <w:tab/>
        <w:t>4.051e0</w:t>
      </w:r>
    </w:p>
    <w:p w:rsidR="00E00D30" w:rsidRDefault="00E00D30" w:rsidP="00E00D30">
      <w:r>
        <w:t>336.2733</w:t>
      </w:r>
      <w:r>
        <w:tab/>
        <w:t>1.013e0</w:t>
      </w:r>
    </w:p>
    <w:p w:rsidR="00E00D30" w:rsidRDefault="00E00D30" w:rsidP="00E00D30">
      <w:r>
        <w:t>336.2789</w:t>
      </w:r>
      <w:r>
        <w:tab/>
        <w:t>2.025e0</w:t>
      </w:r>
    </w:p>
    <w:p w:rsidR="00E00D30" w:rsidRDefault="00E00D30" w:rsidP="00E00D30">
      <w:r>
        <w:t>336.2934</w:t>
      </w:r>
      <w:r>
        <w:tab/>
        <w:t>1.013e0</w:t>
      </w:r>
    </w:p>
    <w:p w:rsidR="00E00D30" w:rsidRDefault="00E00D30" w:rsidP="00E00D30">
      <w:r>
        <w:t>336.3007</w:t>
      </w:r>
      <w:r>
        <w:tab/>
        <w:t>5.063e0</w:t>
      </w:r>
    </w:p>
    <w:p w:rsidR="00E00D30" w:rsidRDefault="00E00D30" w:rsidP="00E00D30">
      <w:r>
        <w:t>336.3053</w:t>
      </w:r>
      <w:r>
        <w:tab/>
        <w:t>2.025e0</w:t>
      </w:r>
    </w:p>
    <w:p w:rsidR="00E00D30" w:rsidRDefault="00E00D30" w:rsidP="00E00D30">
      <w:r>
        <w:lastRenderedPageBreak/>
        <w:t>336.3076</w:t>
      </w:r>
      <w:r>
        <w:tab/>
        <w:t>4.051e0</w:t>
      </w:r>
    </w:p>
    <w:p w:rsidR="00E00D30" w:rsidRDefault="00E00D30" w:rsidP="00E00D30">
      <w:r>
        <w:t>336.3096</w:t>
      </w:r>
      <w:r>
        <w:tab/>
        <w:t>1.013e0</w:t>
      </w:r>
    </w:p>
    <w:p w:rsidR="00E00D30" w:rsidRDefault="00E00D30" w:rsidP="00E00D30">
      <w:r>
        <w:t>336.3138</w:t>
      </w:r>
      <w:r>
        <w:tab/>
        <w:t>1.013e0</w:t>
      </w:r>
    </w:p>
    <w:p w:rsidR="00E00D30" w:rsidRDefault="00E00D30" w:rsidP="00E00D30">
      <w:r>
        <w:t>336.3271</w:t>
      </w:r>
      <w:r>
        <w:tab/>
        <w:t>1.013e0</w:t>
      </w:r>
    </w:p>
    <w:p w:rsidR="00E00D30" w:rsidRDefault="00E00D30" w:rsidP="00E00D30">
      <w:r>
        <w:t>336.3427</w:t>
      </w:r>
      <w:r>
        <w:tab/>
        <w:t>1.013e0</w:t>
      </w:r>
    </w:p>
    <w:p w:rsidR="00E00D30" w:rsidRDefault="00E00D30" w:rsidP="00E00D30">
      <w:r>
        <w:t>336.3467</w:t>
      </w:r>
      <w:r>
        <w:tab/>
        <w:t>3.038e0</w:t>
      </w:r>
    </w:p>
    <w:p w:rsidR="00E00D30" w:rsidRDefault="00E00D30" w:rsidP="00E00D30">
      <w:r>
        <w:t>336.3526</w:t>
      </w:r>
      <w:r>
        <w:tab/>
        <w:t>2.025e0</w:t>
      </w:r>
    </w:p>
    <w:p w:rsidR="00E00D30" w:rsidRDefault="00E00D30" w:rsidP="00E00D30">
      <w:r>
        <w:t>336.3666</w:t>
      </w:r>
      <w:r>
        <w:tab/>
        <w:t>1.013e0</w:t>
      </w:r>
    </w:p>
    <w:p w:rsidR="00E00D30" w:rsidRDefault="00E00D30" w:rsidP="00E00D30">
      <w:r>
        <w:t>336.3761</w:t>
      </w:r>
      <w:r>
        <w:tab/>
        <w:t>1.013e0</w:t>
      </w:r>
    </w:p>
    <w:p w:rsidR="00E00D30" w:rsidRDefault="00E00D30" w:rsidP="00E00D30">
      <w:r>
        <w:t>336.3996</w:t>
      </w:r>
      <w:r>
        <w:tab/>
        <w:t>4.051e0</w:t>
      </w:r>
    </w:p>
    <w:p w:rsidR="00E00D30" w:rsidRDefault="00E00D30" w:rsidP="00E00D30">
      <w:r>
        <w:t>336.4305</w:t>
      </w:r>
      <w:r>
        <w:tab/>
        <w:t>2.025e0</w:t>
      </w:r>
    </w:p>
    <w:p w:rsidR="00E00D30" w:rsidRDefault="00E00D30" w:rsidP="00E00D30">
      <w:r>
        <w:t>336.4483</w:t>
      </w:r>
      <w:r>
        <w:tab/>
        <w:t>1.013e0</w:t>
      </w:r>
    </w:p>
    <w:p w:rsidR="00E00D30" w:rsidRDefault="00E00D30" w:rsidP="00E00D30">
      <w:r>
        <w:t>336.4646</w:t>
      </w:r>
      <w:r>
        <w:tab/>
        <w:t>1.013e0</w:t>
      </w:r>
    </w:p>
    <w:p w:rsidR="00E00D30" w:rsidRDefault="00E00D30" w:rsidP="00E00D30">
      <w:r>
        <w:t>336.4687</w:t>
      </w:r>
      <w:r>
        <w:tab/>
        <w:t>1.013e0</w:t>
      </w:r>
    </w:p>
    <w:p w:rsidR="00E00D30" w:rsidRDefault="00E00D30" w:rsidP="00E00D30">
      <w:r>
        <w:t>336.5217</w:t>
      </w:r>
      <w:r>
        <w:tab/>
        <w:t>1.013e0</w:t>
      </w:r>
    </w:p>
    <w:p w:rsidR="00E00D30" w:rsidRDefault="00E00D30" w:rsidP="00E00D30">
      <w:r>
        <w:t>336.5953</w:t>
      </w:r>
      <w:r>
        <w:tab/>
        <w:t>1.013e0</w:t>
      </w:r>
    </w:p>
    <w:p w:rsidR="00E00D30" w:rsidRDefault="00E00D30" w:rsidP="00E00D30">
      <w:r>
        <w:t>336.6056</w:t>
      </w:r>
      <w:r>
        <w:tab/>
        <w:t>1.013e0</w:t>
      </w:r>
    </w:p>
    <w:p w:rsidR="00E00D30" w:rsidRDefault="00E00D30" w:rsidP="00E00D30">
      <w:r>
        <w:t>336.6200</w:t>
      </w:r>
      <w:r>
        <w:tab/>
        <w:t>1.013e0</w:t>
      </w:r>
    </w:p>
    <w:p w:rsidR="00E00D30" w:rsidRDefault="00E00D30" w:rsidP="00E00D30">
      <w:r>
        <w:t>336.6236</w:t>
      </w:r>
      <w:r>
        <w:tab/>
        <w:t>1.013e0</w:t>
      </w:r>
    </w:p>
    <w:p w:rsidR="00E00D30" w:rsidRDefault="00E00D30" w:rsidP="00E00D30">
      <w:r>
        <w:lastRenderedPageBreak/>
        <w:t>336.6445</w:t>
      </w:r>
      <w:r>
        <w:tab/>
        <w:t>1.013e0</w:t>
      </w:r>
    </w:p>
    <w:p w:rsidR="00E00D30" w:rsidRDefault="00E00D30" w:rsidP="00E00D30">
      <w:r>
        <w:t>336.6488</w:t>
      </w:r>
      <w:r>
        <w:tab/>
        <w:t>1.013e0</w:t>
      </w:r>
    </w:p>
    <w:p w:rsidR="00E00D30" w:rsidRDefault="00E00D30" w:rsidP="00E00D30">
      <w:r>
        <w:t>336.6538</w:t>
      </w:r>
      <w:r>
        <w:tab/>
        <w:t>1.013e0</w:t>
      </w:r>
    </w:p>
    <w:p w:rsidR="00E00D30" w:rsidRDefault="00E00D30" w:rsidP="00E00D30">
      <w:r>
        <w:t>336.6600</w:t>
      </w:r>
      <w:r>
        <w:tab/>
        <w:t>1.013e0</w:t>
      </w:r>
    </w:p>
    <w:p w:rsidR="00E00D30" w:rsidRDefault="00E00D30" w:rsidP="00E00D30">
      <w:r>
        <w:t>336.6648</w:t>
      </w:r>
      <w:r>
        <w:tab/>
        <w:t>1.013e0</w:t>
      </w:r>
    </w:p>
    <w:p w:rsidR="00E00D30" w:rsidRDefault="00E00D30" w:rsidP="00E00D30">
      <w:r>
        <w:t>336.6895</w:t>
      </w:r>
      <w:r>
        <w:tab/>
        <w:t>1.013e0</w:t>
      </w:r>
    </w:p>
    <w:p w:rsidR="00E00D30" w:rsidRDefault="00E00D30" w:rsidP="00E00D30">
      <w:r>
        <w:t>336.6979</w:t>
      </w:r>
      <w:r>
        <w:tab/>
        <w:t>1.013e0</w:t>
      </w:r>
    </w:p>
    <w:p w:rsidR="00E00D30" w:rsidRDefault="00E00D30" w:rsidP="00E00D30">
      <w:r>
        <w:t>336.7385</w:t>
      </w:r>
      <w:r>
        <w:tab/>
        <w:t>1.013e0</w:t>
      </w:r>
    </w:p>
    <w:p w:rsidR="00E00D30" w:rsidRDefault="00E00D30" w:rsidP="00E00D30">
      <w:r>
        <w:t>336.7630</w:t>
      </w:r>
      <w:r>
        <w:tab/>
        <w:t>2.025e0</w:t>
      </w:r>
    </w:p>
    <w:p w:rsidR="00E00D30" w:rsidRDefault="00E00D30" w:rsidP="00E00D30">
      <w:r>
        <w:t>336.7668</w:t>
      </w:r>
      <w:r>
        <w:tab/>
        <w:t>1.013e0</w:t>
      </w:r>
    </w:p>
    <w:p w:rsidR="00E00D30" w:rsidRDefault="00E00D30" w:rsidP="00E00D30">
      <w:r>
        <w:t>336.8057</w:t>
      </w:r>
      <w:r>
        <w:tab/>
        <w:t>1.013e0</w:t>
      </w:r>
    </w:p>
    <w:p w:rsidR="00E00D30" w:rsidRDefault="00E00D30" w:rsidP="00E00D30">
      <w:r>
        <w:t>336.8354</w:t>
      </w:r>
      <w:r>
        <w:tab/>
        <w:t>1.013e0</w:t>
      </w:r>
    </w:p>
    <w:p w:rsidR="00E00D30" w:rsidRDefault="00E00D30" w:rsidP="00E00D30">
      <w:r>
        <w:t>336.8408</w:t>
      </w:r>
      <w:r>
        <w:tab/>
        <w:t>2.025e0</w:t>
      </w:r>
    </w:p>
    <w:p w:rsidR="00E00D30" w:rsidRDefault="00E00D30" w:rsidP="00E00D30">
      <w:r>
        <w:t>336.8602</w:t>
      </w:r>
      <w:r>
        <w:tab/>
        <w:t>1.013e0</w:t>
      </w:r>
    </w:p>
    <w:p w:rsidR="00E00D30" w:rsidRDefault="00E00D30" w:rsidP="00E00D30">
      <w:r>
        <w:t>336.8810</w:t>
      </w:r>
      <w:r>
        <w:tab/>
        <w:t>2.025e0</w:t>
      </w:r>
    </w:p>
    <w:p w:rsidR="00E00D30" w:rsidRDefault="00E00D30" w:rsidP="00E00D30">
      <w:r>
        <w:t>336.8895</w:t>
      </w:r>
      <w:r>
        <w:tab/>
        <w:t>1.013e0</w:t>
      </w:r>
    </w:p>
    <w:p w:rsidR="00E00D30" w:rsidRDefault="00E00D30" w:rsidP="00E00D30">
      <w:r>
        <w:t>336.8913</w:t>
      </w:r>
      <w:r>
        <w:tab/>
        <w:t>5.063e0</w:t>
      </w:r>
    </w:p>
    <w:p w:rsidR="00E00D30" w:rsidRDefault="00E00D30" w:rsidP="00E00D30">
      <w:r>
        <w:t>336.8975</w:t>
      </w:r>
      <w:r>
        <w:tab/>
        <w:t>1.013e0</w:t>
      </w:r>
    </w:p>
    <w:p w:rsidR="00E00D30" w:rsidRDefault="00E00D30" w:rsidP="00E00D30">
      <w:r>
        <w:t>336.9059</w:t>
      </w:r>
      <w:r>
        <w:tab/>
        <w:t>2.025e0</w:t>
      </w:r>
    </w:p>
    <w:p w:rsidR="00E00D30" w:rsidRDefault="00E00D30" w:rsidP="00E00D30">
      <w:r>
        <w:lastRenderedPageBreak/>
        <w:t>336.9098</w:t>
      </w:r>
      <w:r>
        <w:tab/>
        <w:t>3.038e0</w:t>
      </w:r>
    </w:p>
    <w:p w:rsidR="00E00D30" w:rsidRDefault="00E00D30" w:rsidP="00E00D30">
      <w:r>
        <w:t>336.9205</w:t>
      </w:r>
      <w:r>
        <w:tab/>
        <w:t>2.025e0</w:t>
      </w:r>
    </w:p>
    <w:p w:rsidR="00E00D30" w:rsidRDefault="00E00D30" w:rsidP="00E00D30">
      <w:r>
        <w:t>336.9221</w:t>
      </w:r>
      <w:r>
        <w:tab/>
        <w:t>1.013e0</w:t>
      </w:r>
    </w:p>
    <w:p w:rsidR="00E00D30" w:rsidRDefault="00E00D30" w:rsidP="00E00D30">
      <w:r>
        <w:t>336.9323</w:t>
      </w:r>
      <w:r>
        <w:tab/>
        <w:t>1.013e0</w:t>
      </w:r>
    </w:p>
    <w:p w:rsidR="00E00D30" w:rsidRDefault="00E00D30" w:rsidP="00E00D30">
      <w:r>
        <w:t>336.9426</w:t>
      </w:r>
      <w:r>
        <w:tab/>
        <w:t>1.013e0</w:t>
      </w:r>
    </w:p>
    <w:p w:rsidR="00E00D30" w:rsidRDefault="00E00D30" w:rsidP="00E00D30">
      <w:r>
        <w:t>336.9631</w:t>
      </w:r>
      <w:r>
        <w:tab/>
        <w:t>1.013e0</w:t>
      </w:r>
    </w:p>
    <w:p w:rsidR="00E00D30" w:rsidRDefault="00E00D30" w:rsidP="00E00D30">
      <w:r>
        <w:t>336.9671</w:t>
      </w:r>
      <w:r>
        <w:tab/>
        <w:t>1.013e0</w:t>
      </w:r>
    </w:p>
    <w:p w:rsidR="00E00D30" w:rsidRDefault="00E00D30" w:rsidP="00E00D30">
      <w:r>
        <w:t>336.9956</w:t>
      </w:r>
      <w:r>
        <w:tab/>
        <w:t>2.025e0</w:t>
      </w:r>
    </w:p>
    <w:p w:rsidR="00E00D30" w:rsidRDefault="00E00D30" w:rsidP="00E00D30">
      <w:r>
        <w:t>337.0051</w:t>
      </w:r>
      <w:r>
        <w:tab/>
        <w:t>1.013e0</w:t>
      </w:r>
    </w:p>
    <w:p w:rsidR="00E00D30" w:rsidRDefault="00E00D30" w:rsidP="00E00D30">
      <w:r>
        <w:t>337.0160</w:t>
      </w:r>
      <w:r>
        <w:tab/>
        <w:t>2.025e0</w:t>
      </w:r>
    </w:p>
    <w:p w:rsidR="00E00D30" w:rsidRDefault="00E00D30" w:rsidP="00E00D30">
      <w:r>
        <w:t>337.0449</w:t>
      </w:r>
      <w:r>
        <w:tab/>
        <w:t>2.025e0</w:t>
      </w:r>
    </w:p>
    <w:p w:rsidR="00E00D30" w:rsidRDefault="00E00D30" w:rsidP="00E00D30">
      <w:r>
        <w:t>337.0732</w:t>
      </w:r>
      <w:r>
        <w:tab/>
        <w:t>1.013e0</w:t>
      </w:r>
    </w:p>
    <w:p w:rsidR="00E00D30" w:rsidRDefault="00E00D30" w:rsidP="00E00D30">
      <w:r>
        <w:t>337.0843</w:t>
      </w:r>
      <w:r>
        <w:tab/>
        <w:t>1.013e0</w:t>
      </w:r>
    </w:p>
    <w:p w:rsidR="00E00D30" w:rsidRDefault="00E00D30" w:rsidP="00E00D30">
      <w:r>
        <w:t>337.0897</w:t>
      </w:r>
      <w:r>
        <w:tab/>
        <w:t>1.013e0</w:t>
      </w:r>
    </w:p>
    <w:p w:rsidR="00E00D30" w:rsidRDefault="00E00D30" w:rsidP="00E00D30">
      <w:r>
        <w:t>337.1018</w:t>
      </w:r>
      <w:r>
        <w:tab/>
        <w:t>1.013e0</w:t>
      </w:r>
    </w:p>
    <w:p w:rsidR="00E00D30" w:rsidRDefault="00E00D30" w:rsidP="00E00D30">
      <w:r>
        <w:t>337.1140</w:t>
      </w:r>
      <w:r>
        <w:tab/>
        <w:t>3.038e0</w:t>
      </w:r>
    </w:p>
    <w:p w:rsidR="00E00D30" w:rsidRDefault="00E00D30" w:rsidP="00E00D30">
      <w:r>
        <w:t>337.1201</w:t>
      </w:r>
      <w:r>
        <w:tab/>
        <w:t>3.038e0</w:t>
      </w:r>
    </w:p>
    <w:p w:rsidR="00E00D30" w:rsidRDefault="00E00D30" w:rsidP="00E00D30">
      <w:r>
        <w:t>337.1224</w:t>
      </w:r>
      <w:r>
        <w:tab/>
        <w:t>2.025e0</w:t>
      </w:r>
    </w:p>
    <w:p w:rsidR="00E00D30" w:rsidRDefault="00E00D30" w:rsidP="00E00D30">
      <w:r>
        <w:t>337.1402</w:t>
      </w:r>
      <w:r>
        <w:tab/>
        <w:t>2.025e0</w:t>
      </w:r>
    </w:p>
    <w:p w:rsidR="00E00D30" w:rsidRDefault="00E00D30" w:rsidP="00E00D30">
      <w:r>
        <w:lastRenderedPageBreak/>
        <w:t>337.1541</w:t>
      </w:r>
      <w:r>
        <w:tab/>
        <w:t>2.025e0</w:t>
      </w:r>
    </w:p>
    <w:p w:rsidR="00E00D30" w:rsidRDefault="00E00D30" w:rsidP="00E00D30">
      <w:r>
        <w:t>337.1591</w:t>
      </w:r>
      <w:r>
        <w:tab/>
        <w:t>2.025e0</w:t>
      </w:r>
    </w:p>
    <w:p w:rsidR="00E00D30" w:rsidRDefault="00E00D30" w:rsidP="00E00D30">
      <w:r>
        <w:t>337.1664</w:t>
      </w:r>
      <w:r>
        <w:tab/>
        <w:t>2.025e0</w:t>
      </w:r>
    </w:p>
    <w:p w:rsidR="00E00D30" w:rsidRDefault="00E00D30" w:rsidP="00E00D30">
      <w:r>
        <w:t>337.1875</w:t>
      </w:r>
      <w:r>
        <w:tab/>
        <w:t>2.025e0</w:t>
      </w:r>
    </w:p>
    <w:p w:rsidR="00E00D30" w:rsidRDefault="00E00D30" w:rsidP="00E00D30">
      <w:r>
        <w:t>337.1999</w:t>
      </w:r>
      <w:r>
        <w:tab/>
        <w:t>2.025e0</w:t>
      </w:r>
    </w:p>
    <w:p w:rsidR="00E00D30" w:rsidRDefault="00E00D30" w:rsidP="00E00D30">
      <w:r>
        <w:t>337.2104</w:t>
      </w:r>
      <w:r>
        <w:tab/>
        <w:t>4.051e0</w:t>
      </w:r>
    </w:p>
    <w:p w:rsidR="00E00D30" w:rsidRDefault="00E00D30" w:rsidP="00E00D30">
      <w:r>
        <w:t>337.2203</w:t>
      </w:r>
      <w:r>
        <w:tab/>
        <w:t>1.013e0</w:t>
      </w:r>
    </w:p>
    <w:p w:rsidR="00E00D30" w:rsidRDefault="00E00D30" w:rsidP="00E00D30">
      <w:r>
        <w:t>337.2291</w:t>
      </w:r>
      <w:r>
        <w:tab/>
        <w:t>1.013e0</w:t>
      </w:r>
    </w:p>
    <w:p w:rsidR="00E00D30" w:rsidRDefault="00E00D30" w:rsidP="00E00D30">
      <w:r>
        <w:t>337.2323</w:t>
      </w:r>
      <w:r>
        <w:tab/>
        <w:t>2.025e0</w:t>
      </w:r>
    </w:p>
    <w:p w:rsidR="00E00D30" w:rsidRDefault="00E00D30" w:rsidP="00E00D30">
      <w:r>
        <w:t>337.2417</w:t>
      </w:r>
      <w:r>
        <w:tab/>
        <w:t>3.038e0</w:t>
      </w:r>
    </w:p>
    <w:p w:rsidR="00E00D30" w:rsidRDefault="00E00D30" w:rsidP="00E00D30">
      <w:r>
        <w:t>337.2535</w:t>
      </w:r>
      <w:r>
        <w:tab/>
        <w:t>1.013e0</w:t>
      </w:r>
    </w:p>
    <w:p w:rsidR="00E00D30" w:rsidRDefault="00E00D30" w:rsidP="00E00D30">
      <w:r>
        <w:t>337.2660</w:t>
      </w:r>
      <w:r>
        <w:tab/>
        <w:t>1.013e0</w:t>
      </w:r>
    </w:p>
    <w:p w:rsidR="00E00D30" w:rsidRDefault="00E00D30" w:rsidP="00E00D30">
      <w:r>
        <w:t>337.2777</w:t>
      </w:r>
      <w:r>
        <w:tab/>
        <w:t>2.025e0</w:t>
      </w:r>
    </w:p>
    <w:p w:rsidR="00E00D30" w:rsidRDefault="00E00D30" w:rsidP="00E00D30">
      <w:r>
        <w:t>337.2921</w:t>
      </w:r>
      <w:r>
        <w:tab/>
        <w:t>2.025e0</w:t>
      </w:r>
    </w:p>
    <w:p w:rsidR="00E00D30" w:rsidRDefault="00E00D30" w:rsidP="00E00D30">
      <w:r>
        <w:t>337.2936</w:t>
      </w:r>
      <w:r>
        <w:tab/>
        <w:t>2.025e0</w:t>
      </w:r>
    </w:p>
    <w:p w:rsidR="00E00D30" w:rsidRDefault="00E00D30" w:rsidP="00E00D30">
      <w:r>
        <w:t>337.3184</w:t>
      </w:r>
      <w:r>
        <w:tab/>
        <w:t>1.013e0</w:t>
      </w:r>
    </w:p>
    <w:p w:rsidR="00E00D30" w:rsidRDefault="00E00D30" w:rsidP="00E00D30">
      <w:r>
        <w:t>337.3278</w:t>
      </w:r>
      <w:r>
        <w:tab/>
        <w:t>3.038e0</w:t>
      </w:r>
    </w:p>
    <w:p w:rsidR="00E00D30" w:rsidRDefault="00E00D30" w:rsidP="00E00D30">
      <w:r>
        <w:t>337.3427</w:t>
      </w:r>
      <w:r>
        <w:tab/>
        <w:t>1.013e0</w:t>
      </w:r>
    </w:p>
    <w:p w:rsidR="00E00D30" w:rsidRDefault="00E00D30" w:rsidP="00E00D30">
      <w:r>
        <w:t>337.3594</w:t>
      </w:r>
      <w:r>
        <w:tab/>
        <w:t>2.025e0</w:t>
      </w:r>
    </w:p>
    <w:p w:rsidR="00E00D30" w:rsidRDefault="00E00D30" w:rsidP="00E00D30">
      <w:r>
        <w:lastRenderedPageBreak/>
        <w:t>337.3679</w:t>
      </w:r>
      <w:r>
        <w:tab/>
        <w:t>1.013e0</w:t>
      </w:r>
    </w:p>
    <w:p w:rsidR="00E00D30" w:rsidRDefault="00E00D30" w:rsidP="00E00D30">
      <w:r>
        <w:t>337.3869</w:t>
      </w:r>
      <w:r>
        <w:tab/>
        <w:t>1.013e0</w:t>
      </w:r>
    </w:p>
    <w:p w:rsidR="00E00D30" w:rsidRDefault="00E00D30" w:rsidP="00E00D30">
      <w:r>
        <w:t>337.4055</w:t>
      </w:r>
      <w:r>
        <w:tab/>
        <w:t>1.013e0</w:t>
      </w:r>
    </w:p>
    <w:p w:rsidR="00E00D30" w:rsidRDefault="00E00D30" w:rsidP="00E00D30">
      <w:r>
        <w:t>337.4245</w:t>
      </w:r>
      <w:r>
        <w:tab/>
        <w:t>1.013e0</w:t>
      </w:r>
    </w:p>
    <w:p w:rsidR="00E00D30" w:rsidRDefault="00E00D30" w:rsidP="00E00D30">
      <w:r>
        <w:t>337.4324</w:t>
      </w:r>
      <w:r>
        <w:tab/>
        <w:t>2.025e0</w:t>
      </w:r>
    </w:p>
    <w:p w:rsidR="00E00D30" w:rsidRDefault="00E00D30" w:rsidP="00E00D30">
      <w:r>
        <w:t>337.4595</w:t>
      </w:r>
      <w:r>
        <w:tab/>
        <w:t>1.013e0</w:t>
      </w:r>
    </w:p>
    <w:p w:rsidR="00E00D30" w:rsidRDefault="00E00D30" w:rsidP="00E00D30">
      <w:r>
        <w:t>337.4661</w:t>
      </w:r>
      <w:r>
        <w:tab/>
        <w:t>1.013e0</w:t>
      </w:r>
    </w:p>
    <w:p w:rsidR="00E00D30" w:rsidRDefault="00E00D30" w:rsidP="00E00D30">
      <w:r>
        <w:t>337.4720</w:t>
      </w:r>
      <w:r>
        <w:tab/>
        <w:t>2.025e0</w:t>
      </w:r>
    </w:p>
    <w:p w:rsidR="00E00D30" w:rsidRDefault="00E00D30" w:rsidP="00E00D30">
      <w:r>
        <w:t>337.4778</w:t>
      </w:r>
      <w:r>
        <w:tab/>
        <w:t>2.025e0</w:t>
      </w:r>
    </w:p>
    <w:p w:rsidR="00E00D30" w:rsidRDefault="00E00D30" w:rsidP="00E00D30">
      <w:r>
        <w:t>337.5086</w:t>
      </w:r>
      <w:r>
        <w:tab/>
        <w:t>2.025e0</w:t>
      </w:r>
    </w:p>
    <w:p w:rsidR="00E00D30" w:rsidRDefault="00E00D30" w:rsidP="00E00D30">
      <w:r>
        <w:t>337.5328</w:t>
      </w:r>
      <w:r>
        <w:tab/>
        <w:t>1.013e0</w:t>
      </w:r>
    </w:p>
    <w:p w:rsidR="00E00D30" w:rsidRDefault="00E00D30" w:rsidP="00E00D30">
      <w:r>
        <w:t>337.5431</w:t>
      </w:r>
      <w:r>
        <w:tab/>
        <w:t>1.013e0</w:t>
      </w:r>
    </w:p>
    <w:p w:rsidR="00E00D30" w:rsidRDefault="00E00D30" w:rsidP="00E00D30">
      <w:r>
        <w:t>337.5754</w:t>
      </w:r>
      <w:r>
        <w:tab/>
        <w:t>1.013e0</w:t>
      </w:r>
    </w:p>
    <w:p w:rsidR="00E00D30" w:rsidRDefault="00E00D30" w:rsidP="00E00D30">
      <w:r>
        <w:t>337.6113</w:t>
      </w:r>
      <w:r>
        <w:tab/>
        <w:t>1.013e0</w:t>
      </w:r>
    </w:p>
    <w:p w:rsidR="00E00D30" w:rsidRDefault="00E00D30" w:rsidP="00E00D30">
      <w:r>
        <w:t>337.6614</w:t>
      </w:r>
      <w:r>
        <w:tab/>
        <w:t>2.025e0</w:t>
      </w:r>
    </w:p>
    <w:p w:rsidR="00E00D30" w:rsidRDefault="00E00D30" w:rsidP="00E00D30">
      <w:r>
        <w:t>337.6657</w:t>
      </w:r>
      <w:r>
        <w:tab/>
        <w:t>1.013e0</w:t>
      </w:r>
    </w:p>
    <w:p w:rsidR="00E00D30" w:rsidRDefault="00E00D30" w:rsidP="00E00D30">
      <w:r>
        <w:t>337.6696</w:t>
      </w:r>
      <w:r>
        <w:tab/>
        <w:t>1.013e0</w:t>
      </w:r>
    </w:p>
    <w:p w:rsidR="00E00D30" w:rsidRDefault="00E00D30" w:rsidP="00E00D30">
      <w:r>
        <w:t>337.6739</w:t>
      </w:r>
      <w:r>
        <w:tab/>
        <w:t>1.013e0</w:t>
      </w:r>
    </w:p>
    <w:p w:rsidR="00E00D30" w:rsidRDefault="00E00D30" w:rsidP="00E00D30">
      <w:r>
        <w:t>337.6984</w:t>
      </w:r>
      <w:r>
        <w:tab/>
        <w:t>1.013e0</w:t>
      </w:r>
    </w:p>
    <w:p w:rsidR="00E00D30" w:rsidRDefault="00E00D30" w:rsidP="00E00D30">
      <w:r>
        <w:lastRenderedPageBreak/>
        <w:t>337.7084</w:t>
      </w:r>
      <w:r>
        <w:tab/>
        <w:t>1.013e0</w:t>
      </w:r>
    </w:p>
    <w:p w:rsidR="00E00D30" w:rsidRDefault="00E00D30" w:rsidP="00E00D30">
      <w:r>
        <w:t>337.7233</w:t>
      </w:r>
      <w:r>
        <w:tab/>
        <w:t>1.013e0</w:t>
      </w:r>
    </w:p>
    <w:p w:rsidR="00E00D30" w:rsidRDefault="00E00D30" w:rsidP="00E00D30">
      <w:r>
        <w:t>337.7474</w:t>
      </w:r>
      <w:r>
        <w:tab/>
        <w:t>1.013e0</w:t>
      </w:r>
    </w:p>
    <w:p w:rsidR="00E00D30" w:rsidRDefault="00E00D30" w:rsidP="00E00D30">
      <w:r>
        <w:t>337.7569</w:t>
      </w:r>
      <w:r>
        <w:tab/>
        <w:t>1.013e0</w:t>
      </w:r>
    </w:p>
    <w:p w:rsidR="00E00D30" w:rsidRDefault="00E00D30" w:rsidP="00E00D30">
      <w:r>
        <w:t>337.7630</w:t>
      </w:r>
      <w:r>
        <w:tab/>
        <w:t>1.013e0</w:t>
      </w:r>
    </w:p>
    <w:p w:rsidR="00E00D30" w:rsidRDefault="00E00D30" w:rsidP="00E00D30">
      <w:r>
        <w:t>337.7923</w:t>
      </w:r>
      <w:r>
        <w:tab/>
        <w:t>1.013e0</w:t>
      </w:r>
    </w:p>
    <w:p w:rsidR="00E00D30" w:rsidRDefault="00E00D30" w:rsidP="00E00D30">
      <w:r>
        <w:t>337.7964</w:t>
      </w:r>
      <w:r>
        <w:tab/>
        <w:t>1.013e0</w:t>
      </w:r>
    </w:p>
    <w:p w:rsidR="00E00D30" w:rsidRDefault="00E00D30" w:rsidP="00E00D30">
      <w:r>
        <w:t>337.8055</w:t>
      </w:r>
      <w:r>
        <w:tab/>
        <w:t>1.013e0</w:t>
      </w:r>
    </w:p>
    <w:p w:rsidR="00E00D30" w:rsidRDefault="00E00D30" w:rsidP="00E00D30">
      <w:r>
        <w:t>337.8296</w:t>
      </w:r>
      <w:r>
        <w:tab/>
        <w:t>1.013e0</w:t>
      </w:r>
    </w:p>
    <w:p w:rsidR="00E00D30" w:rsidRDefault="00E00D30" w:rsidP="00E00D30">
      <w:r>
        <w:t>337.8421</w:t>
      </w:r>
      <w:r>
        <w:tab/>
        <w:t>2.025e0</w:t>
      </w:r>
    </w:p>
    <w:p w:rsidR="00E00D30" w:rsidRDefault="00E00D30" w:rsidP="00E00D30">
      <w:r>
        <w:t>337.8574</w:t>
      </w:r>
      <w:r>
        <w:tab/>
        <w:t>2.025e0</w:t>
      </w:r>
    </w:p>
    <w:p w:rsidR="00E00D30" w:rsidRDefault="00E00D30" w:rsidP="00E00D30">
      <w:r>
        <w:t>337.8599</w:t>
      </w:r>
      <w:r>
        <w:tab/>
        <w:t>1.013e0</w:t>
      </w:r>
    </w:p>
    <w:p w:rsidR="00E00D30" w:rsidRDefault="00E00D30" w:rsidP="00E00D30">
      <w:r>
        <w:t>337.8742</w:t>
      </w:r>
      <w:r>
        <w:tab/>
        <w:t>2.025e0</w:t>
      </w:r>
    </w:p>
    <w:p w:rsidR="00E00D30" w:rsidRDefault="00E00D30" w:rsidP="00E00D30">
      <w:r>
        <w:t>337.8949</w:t>
      </w:r>
      <w:r>
        <w:tab/>
        <w:t>1.013e0</w:t>
      </w:r>
    </w:p>
    <w:p w:rsidR="00E00D30" w:rsidRDefault="00E00D30" w:rsidP="00E00D30">
      <w:r>
        <w:t>337.9111</w:t>
      </w:r>
      <w:r>
        <w:tab/>
        <w:t>2.025e0</w:t>
      </w:r>
    </w:p>
    <w:p w:rsidR="00E00D30" w:rsidRDefault="00E00D30" w:rsidP="00E00D30">
      <w:r>
        <w:t>337.9390</w:t>
      </w:r>
      <w:r>
        <w:tab/>
        <w:t>1.013e0</w:t>
      </w:r>
    </w:p>
    <w:p w:rsidR="00E00D30" w:rsidRDefault="00E00D30" w:rsidP="00E00D30">
      <w:r>
        <w:t>337.9436</w:t>
      </w:r>
      <w:r>
        <w:tab/>
        <w:t>2.025e0</w:t>
      </w:r>
    </w:p>
    <w:p w:rsidR="00E00D30" w:rsidRDefault="00E00D30" w:rsidP="00E00D30">
      <w:r>
        <w:t>337.9571</w:t>
      </w:r>
      <w:r>
        <w:tab/>
        <w:t>1.013e0</w:t>
      </w:r>
    </w:p>
    <w:p w:rsidR="00E00D30" w:rsidRDefault="00E00D30" w:rsidP="00E00D30">
      <w:r>
        <w:t>337.9763</w:t>
      </w:r>
      <w:r>
        <w:tab/>
        <w:t>2.025e0</w:t>
      </w:r>
    </w:p>
    <w:p w:rsidR="00E00D30" w:rsidRDefault="00E00D30" w:rsidP="00E00D30">
      <w:r>
        <w:lastRenderedPageBreak/>
        <w:t>337.9815</w:t>
      </w:r>
      <w:r>
        <w:tab/>
        <w:t>1.013e0</w:t>
      </w:r>
    </w:p>
    <w:p w:rsidR="00E00D30" w:rsidRDefault="00E00D30" w:rsidP="00E00D30">
      <w:r>
        <w:t>337.9902</w:t>
      </w:r>
      <w:r>
        <w:tab/>
        <w:t>3.038e0</w:t>
      </w:r>
    </w:p>
    <w:p w:rsidR="00E00D30" w:rsidRDefault="00E00D30" w:rsidP="00E00D30">
      <w:r>
        <w:t>337.9947</w:t>
      </w:r>
      <w:r>
        <w:tab/>
        <w:t>2.025e0</w:t>
      </w:r>
    </w:p>
    <w:p w:rsidR="00E00D30" w:rsidRDefault="00E00D30" w:rsidP="00E00D30">
      <w:r>
        <w:t>337.9962</w:t>
      </w:r>
      <w:r>
        <w:tab/>
        <w:t>3.038e0</w:t>
      </w:r>
    </w:p>
    <w:p w:rsidR="00E00D30" w:rsidRDefault="00E00D30" w:rsidP="00E00D30">
      <w:r>
        <w:t>338.0007</w:t>
      </w:r>
      <w:r>
        <w:tab/>
        <w:t>1.013e0</w:t>
      </w:r>
    </w:p>
    <w:p w:rsidR="00E00D30" w:rsidRDefault="00E00D30" w:rsidP="00E00D30">
      <w:r>
        <w:t>338.0088</w:t>
      </w:r>
      <w:r>
        <w:tab/>
        <w:t>3.038e0</w:t>
      </w:r>
    </w:p>
    <w:p w:rsidR="00E00D30" w:rsidRDefault="00E00D30" w:rsidP="00E00D30">
      <w:r>
        <w:t>338.0173</w:t>
      </w:r>
      <w:r>
        <w:tab/>
        <w:t>2.025e0</w:t>
      </w:r>
    </w:p>
    <w:p w:rsidR="00E00D30" w:rsidRDefault="00E00D30" w:rsidP="00E00D30">
      <w:r>
        <w:t>338.0251</w:t>
      </w:r>
      <w:r>
        <w:tab/>
        <w:t>1.013e0</w:t>
      </w:r>
    </w:p>
    <w:p w:rsidR="00E00D30" w:rsidRDefault="00E00D30" w:rsidP="00E00D30">
      <w:r>
        <w:t>338.0548</w:t>
      </w:r>
      <w:r>
        <w:tab/>
        <w:t>1.013e0</w:t>
      </w:r>
    </w:p>
    <w:p w:rsidR="00E00D30" w:rsidRDefault="00E00D30" w:rsidP="00E00D30">
      <w:r>
        <w:t>338.0605</w:t>
      </w:r>
      <w:r>
        <w:tab/>
        <w:t>1.013e0</w:t>
      </w:r>
    </w:p>
    <w:p w:rsidR="00E00D30" w:rsidRDefault="00E00D30" w:rsidP="00E00D30">
      <w:r>
        <w:t>338.0663</w:t>
      </w:r>
      <w:r>
        <w:tab/>
        <w:t>1.013e0</w:t>
      </w:r>
    </w:p>
    <w:p w:rsidR="00E00D30" w:rsidRDefault="00E00D30" w:rsidP="00E00D30">
      <w:r>
        <w:t>338.0987</w:t>
      </w:r>
      <w:r>
        <w:tab/>
        <w:t>1.013e0</w:t>
      </w:r>
    </w:p>
    <w:p w:rsidR="00E00D30" w:rsidRDefault="00E00D30" w:rsidP="00E00D30">
      <w:r>
        <w:t>338.1095</w:t>
      </w:r>
      <w:r>
        <w:tab/>
        <w:t>1.013e0</w:t>
      </w:r>
    </w:p>
    <w:p w:rsidR="00E00D30" w:rsidRDefault="00E00D30" w:rsidP="00E00D30">
      <w:r>
        <w:t>338.1277</w:t>
      </w:r>
      <w:r>
        <w:tab/>
        <w:t>1.013e0</w:t>
      </w:r>
    </w:p>
    <w:p w:rsidR="00E00D30" w:rsidRDefault="00E00D30" w:rsidP="00E00D30">
      <w:r>
        <w:t>338.1338</w:t>
      </w:r>
      <w:r>
        <w:tab/>
        <w:t>1.013e0</w:t>
      </w:r>
    </w:p>
    <w:p w:rsidR="00E00D30" w:rsidRDefault="00E00D30" w:rsidP="00E00D30">
      <w:r>
        <w:t>338.1438</w:t>
      </w:r>
      <w:r>
        <w:tab/>
        <w:t>2.025e0</w:t>
      </w:r>
    </w:p>
    <w:p w:rsidR="00E00D30" w:rsidRDefault="00E00D30" w:rsidP="00E00D30">
      <w:r>
        <w:t>338.1638</w:t>
      </w:r>
      <w:r>
        <w:tab/>
        <w:t>2.025e0</w:t>
      </w:r>
    </w:p>
    <w:p w:rsidR="00E00D30" w:rsidRDefault="00E00D30" w:rsidP="00E00D30">
      <w:r>
        <w:t>338.1761</w:t>
      </w:r>
      <w:r>
        <w:tab/>
        <w:t>1.013e0</w:t>
      </w:r>
    </w:p>
    <w:p w:rsidR="00E00D30" w:rsidRDefault="00E00D30" w:rsidP="00E00D30">
      <w:r>
        <w:t>338.1841</w:t>
      </w:r>
      <w:r>
        <w:tab/>
        <w:t>3.038e0</w:t>
      </w:r>
    </w:p>
    <w:p w:rsidR="00E00D30" w:rsidRDefault="00E00D30" w:rsidP="00E00D30">
      <w:r>
        <w:lastRenderedPageBreak/>
        <w:t>338.1884</w:t>
      </w:r>
      <w:r>
        <w:tab/>
        <w:t>2.025e0</w:t>
      </w:r>
    </w:p>
    <w:p w:rsidR="00E00D30" w:rsidRDefault="00E00D30" w:rsidP="00E00D30">
      <w:r>
        <w:t>338.1934</w:t>
      </w:r>
      <w:r>
        <w:tab/>
        <w:t>1.013e0</w:t>
      </w:r>
    </w:p>
    <w:p w:rsidR="00E00D30" w:rsidRDefault="00E00D30" w:rsidP="00E00D30">
      <w:r>
        <w:t>338.2009</w:t>
      </w:r>
      <w:r>
        <w:tab/>
        <w:t>1.013e0</w:t>
      </w:r>
    </w:p>
    <w:p w:rsidR="00E00D30" w:rsidRDefault="00E00D30" w:rsidP="00E00D30">
      <w:r>
        <w:t>338.2173</w:t>
      </w:r>
      <w:r>
        <w:tab/>
        <w:t>2.025e0</w:t>
      </w:r>
    </w:p>
    <w:p w:rsidR="00E00D30" w:rsidRDefault="00E00D30" w:rsidP="00E00D30">
      <w:r>
        <w:t>338.2196</w:t>
      </w:r>
      <w:r>
        <w:tab/>
        <w:t>3.038e0</w:t>
      </w:r>
    </w:p>
    <w:p w:rsidR="00E00D30" w:rsidRDefault="00E00D30" w:rsidP="00E00D30">
      <w:r>
        <w:t>338.2254</w:t>
      </w:r>
      <w:r>
        <w:tab/>
        <w:t>2.025e0</w:t>
      </w:r>
    </w:p>
    <w:p w:rsidR="00E00D30" w:rsidRDefault="00E00D30" w:rsidP="00E00D30">
      <w:r>
        <w:t>338.2421</w:t>
      </w:r>
      <w:r>
        <w:tab/>
        <w:t>2.025e0</w:t>
      </w:r>
    </w:p>
    <w:p w:rsidR="00E00D30" w:rsidRDefault="00E00D30" w:rsidP="00E00D30">
      <w:r>
        <w:t>338.2529</w:t>
      </w:r>
      <w:r>
        <w:tab/>
        <w:t>3.038e0</w:t>
      </w:r>
    </w:p>
    <w:p w:rsidR="00E00D30" w:rsidRDefault="00E00D30" w:rsidP="00E00D30">
      <w:r>
        <w:t>338.2734</w:t>
      </w:r>
      <w:r>
        <w:tab/>
        <w:t>2.025e0</w:t>
      </w:r>
    </w:p>
    <w:p w:rsidR="00E00D30" w:rsidRDefault="00E00D30" w:rsidP="00E00D30">
      <w:r>
        <w:t>338.2951</w:t>
      </w:r>
      <w:r>
        <w:tab/>
        <w:t>1.013e0</w:t>
      </w:r>
    </w:p>
    <w:p w:rsidR="00E00D30" w:rsidRDefault="00E00D30" w:rsidP="00E00D30">
      <w:r>
        <w:t>338.3155</w:t>
      </w:r>
      <w:r>
        <w:tab/>
        <w:t>1.013e0</w:t>
      </w:r>
    </w:p>
    <w:p w:rsidR="00E00D30" w:rsidRDefault="00E00D30" w:rsidP="00E00D30">
      <w:r>
        <w:t>338.3360</w:t>
      </w:r>
      <w:r>
        <w:tab/>
        <w:t>2.025e0</w:t>
      </w:r>
    </w:p>
    <w:p w:rsidR="00E00D30" w:rsidRDefault="00E00D30" w:rsidP="00E00D30">
      <w:r>
        <w:t>338.3374</w:t>
      </w:r>
      <w:r>
        <w:tab/>
        <w:t>2.025e0</w:t>
      </w:r>
    </w:p>
    <w:p w:rsidR="00E00D30" w:rsidRDefault="00E00D30" w:rsidP="00E00D30">
      <w:r>
        <w:t>338.3481</w:t>
      </w:r>
      <w:r>
        <w:tab/>
        <w:t>2.025e0</w:t>
      </w:r>
    </w:p>
    <w:p w:rsidR="00E00D30" w:rsidRDefault="00E00D30" w:rsidP="00E00D30">
      <w:r>
        <w:t>338.3643</w:t>
      </w:r>
      <w:r>
        <w:tab/>
        <w:t>1.013e0</w:t>
      </w:r>
    </w:p>
    <w:p w:rsidR="00E00D30" w:rsidRDefault="00E00D30" w:rsidP="00E00D30">
      <w:r>
        <w:t>338.3770</w:t>
      </w:r>
      <w:r>
        <w:tab/>
        <w:t>1.013e0</w:t>
      </w:r>
    </w:p>
    <w:p w:rsidR="00E00D30" w:rsidRDefault="00E00D30" w:rsidP="00E00D30">
      <w:r>
        <w:t>338.4069</w:t>
      </w:r>
      <w:r>
        <w:tab/>
        <w:t>1.013e0</w:t>
      </w:r>
    </w:p>
    <w:p w:rsidR="00E00D30" w:rsidRDefault="00E00D30" w:rsidP="00E00D30">
      <w:r>
        <w:t>338.4615</w:t>
      </w:r>
      <w:r>
        <w:tab/>
        <w:t>2.025e0</w:t>
      </w:r>
    </w:p>
    <w:p w:rsidR="00E00D30" w:rsidRDefault="00E00D30" w:rsidP="00E00D30">
      <w:r>
        <w:t>338.4803</w:t>
      </w:r>
      <w:r>
        <w:tab/>
        <w:t>1.013e0</w:t>
      </w:r>
    </w:p>
    <w:p w:rsidR="00E00D30" w:rsidRDefault="00E00D30" w:rsidP="00E00D30">
      <w:r>
        <w:lastRenderedPageBreak/>
        <w:t>338.4914</w:t>
      </w:r>
      <w:r>
        <w:tab/>
        <w:t>1.013e0</w:t>
      </w:r>
    </w:p>
    <w:p w:rsidR="00E00D30" w:rsidRDefault="00E00D30" w:rsidP="00E00D30">
      <w:r>
        <w:t>338.5161</w:t>
      </w:r>
      <w:r>
        <w:tab/>
        <w:t>1.013e0</w:t>
      </w:r>
    </w:p>
    <w:p w:rsidR="00E00D30" w:rsidRDefault="00E00D30" w:rsidP="00E00D30">
      <w:r>
        <w:t>338.5238</w:t>
      </w:r>
      <w:r>
        <w:tab/>
        <w:t>1.013e0</w:t>
      </w:r>
    </w:p>
    <w:p w:rsidR="00E00D30" w:rsidRDefault="00E00D30" w:rsidP="00E00D30">
      <w:r>
        <w:t>338.5420</w:t>
      </w:r>
      <w:r>
        <w:tab/>
        <w:t>3.038e0</w:t>
      </w:r>
    </w:p>
    <w:p w:rsidR="00E00D30" w:rsidRDefault="00E00D30" w:rsidP="00E00D30">
      <w:r>
        <w:t>338.5489</w:t>
      </w:r>
      <w:r>
        <w:tab/>
        <w:t>3.038e0</w:t>
      </w:r>
    </w:p>
    <w:p w:rsidR="00E00D30" w:rsidRDefault="00E00D30" w:rsidP="00E00D30">
      <w:r>
        <w:t>338.5891</w:t>
      </w:r>
      <w:r>
        <w:tab/>
        <w:t>1.013e0</w:t>
      </w:r>
    </w:p>
    <w:p w:rsidR="00E00D30" w:rsidRDefault="00E00D30" w:rsidP="00E00D30">
      <w:r>
        <w:t>338.5956</w:t>
      </w:r>
      <w:r>
        <w:tab/>
        <w:t>2.025e0</w:t>
      </w:r>
    </w:p>
    <w:p w:rsidR="00E00D30" w:rsidRDefault="00E00D30" w:rsidP="00E00D30">
      <w:r>
        <w:t>338.6378</w:t>
      </w:r>
      <w:r>
        <w:tab/>
        <w:t>1.013e0</w:t>
      </w:r>
    </w:p>
    <w:p w:rsidR="00E00D30" w:rsidRDefault="00E00D30" w:rsidP="00E00D30">
      <w:r>
        <w:t>338.6467</w:t>
      </w:r>
      <w:r>
        <w:tab/>
        <w:t>1.013e0</w:t>
      </w:r>
    </w:p>
    <w:p w:rsidR="00E00D30" w:rsidRDefault="00E00D30" w:rsidP="00E00D30">
      <w:r>
        <w:t>338.6510</w:t>
      </w:r>
      <w:r>
        <w:tab/>
        <w:t>1.013e0</w:t>
      </w:r>
    </w:p>
    <w:p w:rsidR="00E00D30" w:rsidRDefault="00E00D30" w:rsidP="00E00D30">
      <w:r>
        <w:t>338.6806</w:t>
      </w:r>
      <w:r>
        <w:tab/>
        <w:t>1.013e0</w:t>
      </w:r>
    </w:p>
    <w:p w:rsidR="00E00D30" w:rsidRDefault="00E00D30" w:rsidP="00E00D30">
      <w:r>
        <w:t>338.6918</w:t>
      </w:r>
      <w:r>
        <w:tab/>
        <w:t>1.013e0</w:t>
      </w:r>
    </w:p>
    <w:p w:rsidR="00E00D30" w:rsidRDefault="00E00D30" w:rsidP="00E00D30">
      <w:r>
        <w:t>338.7047</w:t>
      </w:r>
      <w:r>
        <w:tab/>
        <w:t>1.013e0</w:t>
      </w:r>
    </w:p>
    <w:p w:rsidR="00E00D30" w:rsidRDefault="00E00D30" w:rsidP="00E00D30">
      <w:r>
        <w:t>338.7109</w:t>
      </w:r>
      <w:r>
        <w:tab/>
        <w:t>2.025e0</w:t>
      </w:r>
    </w:p>
    <w:p w:rsidR="00E00D30" w:rsidRDefault="00E00D30" w:rsidP="00E00D30">
      <w:r>
        <w:t>338.7168</w:t>
      </w:r>
      <w:r>
        <w:tab/>
        <w:t>1.013e0</w:t>
      </w:r>
    </w:p>
    <w:p w:rsidR="00E00D30" w:rsidRDefault="00E00D30" w:rsidP="00E00D30">
      <w:r>
        <w:t>338.7242</w:t>
      </w:r>
      <w:r>
        <w:tab/>
        <w:t>2.025e0</w:t>
      </w:r>
    </w:p>
    <w:p w:rsidR="00E00D30" w:rsidRDefault="00E00D30" w:rsidP="00E00D30">
      <w:r>
        <w:t>338.7353</w:t>
      </w:r>
      <w:r>
        <w:tab/>
        <w:t>1.013e0</w:t>
      </w:r>
    </w:p>
    <w:p w:rsidR="00E00D30" w:rsidRDefault="00E00D30" w:rsidP="00E00D30">
      <w:r>
        <w:t>338.7698</w:t>
      </w:r>
      <w:r>
        <w:tab/>
        <w:t>1.013e0</w:t>
      </w:r>
    </w:p>
    <w:p w:rsidR="00E00D30" w:rsidRDefault="00E00D30" w:rsidP="00E00D30">
      <w:r>
        <w:t>338.7779</w:t>
      </w:r>
      <w:r>
        <w:tab/>
        <w:t>1.013e0</w:t>
      </w:r>
    </w:p>
    <w:p w:rsidR="00E00D30" w:rsidRDefault="00E00D30" w:rsidP="00E00D30">
      <w:r>
        <w:lastRenderedPageBreak/>
        <w:t>338.7838</w:t>
      </w:r>
      <w:r>
        <w:tab/>
        <w:t>1.013e0</w:t>
      </w:r>
    </w:p>
    <w:p w:rsidR="00E00D30" w:rsidRDefault="00E00D30" w:rsidP="00E00D30">
      <w:r>
        <w:t>338.8189</w:t>
      </w:r>
      <w:r>
        <w:tab/>
        <w:t>1.013e0</w:t>
      </w:r>
    </w:p>
    <w:p w:rsidR="00E00D30" w:rsidRDefault="00E00D30" w:rsidP="00E00D30">
      <w:r>
        <w:t>338.8475</w:t>
      </w:r>
      <w:r>
        <w:tab/>
        <w:t>1.013e0</w:t>
      </w:r>
    </w:p>
    <w:p w:rsidR="00E00D30" w:rsidRDefault="00E00D30" w:rsidP="00E00D30">
      <w:r>
        <w:t>338.8508</w:t>
      </w:r>
      <w:r>
        <w:tab/>
        <w:t>1.013e0</w:t>
      </w:r>
    </w:p>
    <w:p w:rsidR="00E00D30" w:rsidRDefault="00E00D30" w:rsidP="00E00D30">
      <w:r>
        <w:t>338.8527</w:t>
      </w:r>
      <w:r>
        <w:tab/>
        <w:t>2.025e0</w:t>
      </w:r>
    </w:p>
    <w:p w:rsidR="00E00D30" w:rsidRDefault="00E00D30" w:rsidP="00E00D30">
      <w:r>
        <w:t>338.8877</w:t>
      </w:r>
      <w:r>
        <w:tab/>
        <w:t>2.025e0</w:t>
      </w:r>
    </w:p>
    <w:p w:rsidR="00E00D30" w:rsidRDefault="00E00D30" w:rsidP="00E00D30">
      <w:r>
        <w:t>338.8962</w:t>
      </w:r>
      <w:r>
        <w:tab/>
        <w:t>1.013e0</w:t>
      </w:r>
    </w:p>
    <w:p w:rsidR="00E00D30" w:rsidRDefault="00E00D30" w:rsidP="00E00D30">
      <w:r>
        <w:t>338.9000</w:t>
      </w:r>
      <w:r>
        <w:tab/>
        <w:t>1.013e0</w:t>
      </w:r>
    </w:p>
    <w:p w:rsidR="00E00D30" w:rsidRDefault="00E00D30" w:rsidP="00E00D30">
      <w:r>
        <w:t>338.9117</w:t>
      </w:r>
      <w:r>
        <w:tab/>
        <w:t>1.013e0</w:t>
      </w:r>
    </w:p>
    <w:p w:rsidR="00E00D30" w:rsidRDefault="00E00D30" w:rsidP="00E00D30">
      <w:r>
        <w:t>338.9299</w:t>
      </w:r>
      <w:r>
        <w:tab/>
        <w:t>1.013e0</w:t>
      </w:r>
    </w:p>
    <w:p w:rsidR="00E00D30" w:rsidRDefault="00E00D30" w:rsidP="00E00D30">
      <w:r>
        <w:t>338.9451</w:t>
      </w:r>
      <w:r>
        <w:tab/>
        <w:t>3.530e0</w:t>
      </w:r>
    </w:p>
    <w:p w:rsidR="00E00D30" w:rsidRDefault="00E00D30" w:rsidP="00E00D30">
      <w:r>
        <w:t>338.9735</w:t>
      </w:r>
      <w:r>
        <w:tab/>
        <w:t>3.038e0</w:t>
      </w:r>
    </w:p>
    <w:p w:rsidR="00E00D30" w:rsidRDefault="00E00D30" w:rsidP="00E00D30">
      <w:r>
        <w:t>338.9868</w:t>
      </w:r>
      <w:r>
        <w:tab/>
        <w:t>3.038e0</w:t>
      </w:r>
    </w:p>
    <w:p w:rsidR="00E00D30" w:rsidRDefault="00E00D30" w:rsidP="00E00D30">
      <w:r>
        <w:t>338.9905</w:t>
      </w:r>
      <w:r>
        <w:tab/>
        <w:t>2.025e0</w:t>
      </w:r>
    </w:p>
    <w:p w:rsidR="00E00D30" w:rsidRDefault="00E00D30" w:rsidP="00E00D30">
      <w:r>
        <w:t>339.0064</w:t>
      </w:r>
      <w:r>
        <w:tab/>
        <w:t>2.025e0</w:t>
      </w:r>
    </w:p>
    <w:p w:rsidR="00E00D30" w:rsidRDefault="00E00D30" w:rsidP="00E00D30">
      <w:r>
        <w:t>339.0134</w:t>
      </w:r>
      <w:r>
        <w:tab/>
        <w:t>2.025e0</w:t>
      </w:r>
    </w:p>
    <w:p w:rsidR="00E00D30" w:rsidRDefault="00E00D30" w:rsidP="00E00D30">
      <w:r>
        <w:t>339.0193</w:t>
      </w:r>
      <w:r>
        <w:tab/>
        <w:t>1.013e0</w:t>
      </w:r>
    </w:p>
    <w:p w:rsidR="00E00D30" w:rsidRDefault="00E00D30" w:rsidP="00E00D30">
      <w:r>
        <w:t>339.0262</w:t>
      </w:r>
      <w:r>
        <w:tab/>
        <w:t>3.038e0</w:t>
      </w:r>
    </w:p>
    <w:p w:rsidR="00E00D30" w:rsidRDefault="00E00D30" w:rsidP="00E00D30">
      <w:r>
        <w:t>339.0466</w:t>
      </w:r>
      <w:r>
        <w:tab/>
        <w:t>3.357e0</w:t>
      </w:r>
    </w:p>
    <w:p w:rsidR="00E00D30" w:rsidRDefault="00E00D30" w:rsidP="00E00D30">
      <w:r>
        <w:lastRenderedPageBreak/>
        <w:t>339.0518</w:t>
      </w:r>
      <w:r>
        <w:tab/>
        <w:t>3.038e0</w:t>
      </w:r>
    </w:p>
    <w:p w:rsidR="00E00D30" w:rsidRDefault="00E00D30" w:rsidP="00E00D30">
      <w:r>
        <w:t>339.0553</w:t>
      </w:r>
      <w:r>
        <w:tab/>
        <w:t>2.025e0</w:t>
      </w:r>
    </w:p>
    <w:p w:rsidR="00E00D30" w:rsidRDefault="00E00D30" w:rsidP="00E00D30">
      <w:r>
        <w:t>339.0668</w:t>
      </w:r>
      <w:r>
        <w:tab/>
        <w:t>2.025e0</w:t>
      </w:r>
    </w:p>
    <w:p w:rsidR="00E00D30" w:rsidRDefault="00E00D30" w:rsidP="00E00D30">
      <w:r>
        <w:t>339.0703</w:t>
      </w:r>
      <w:r>
        <w:tab/>
        <w:t>2.025e0</w:t>
      </w:r>
    </w:p>
    <w:p w:rsidR="00E00D30" w:rsidRDefault="00E00D30" w:rsidP="00E00D30">
      <w:r>
        <w:t>339.0827</w:t>
      </w:r>
      <w:r>
        <w:tab/>
        <w:t>1.013e0</w:t>
      </w:r>
    </w:p>
    <w:p w:rsidR="00E00D30" w:rsidRDefault="00E00D30" w:rsidP="00E00D30">
      <w:r>
        <w:t>339.0967</w:t>
      </w:r>
      <w:r>
        <w:tab/>
        <w:t>2.025e0</w:t>
      </w:r>
    </w:p>
    <w:p w:rsidR="00E00D30" w:rsidRDefault="00E00D30" w:rsidP="00E00D30">
      <w:r>
        <w:t>339.1067</w:t>
      </w:r>
      <w:r>
        <w:tab/>
        <w:t>1.013e0</w:t>
      </w:r>
    </w:p>
    <w:p w:rsidR="00E00D30" w:rsidRDefault="00E00D30" w:rsidP="00E00D30">
      <w:r>
        <w:t>339.1085</w:t>
      </w:r>
      <w:r>
        <w:tab/>
        <w:t>2.025e0</w:t>
      </w:r>
    </w:p>
    <w:p w:rsidR="00E00D30" w:rsidRDefault="00E00D30" w:rsidP="00E00D30">
      <w:r>
        <w:t>339.1112</w:t>
      </w:r>
      <w:r>
        <w:tab/>
        <w:t>2.025e0</w:t>
      </w:r>
    </w:p>
    <w:p w:rsidR="00E00D30" w:rsidRDefault="00E00D30" w:rsidP="00E00D30">
      <w:r>
        <w:t>339.1254</w:t>
      </w:r>
      <w:r>
        <w:tab/>
        <w:t>1.013e0</w:t>
      </w:r>
    </w:p>
    <w:p w:rsidR="00E00D30" w:rsidRDefault="00E00D30" w:rsidP="00E00D30">
      <w:r>
        <w:t>339.1309</w:t>
      </w:r>
      <w:r>
        <w:tab/>
        <w:t>1.013e0</w:t>
      </w:r>
    </w:p>
    <w:p w:rsidR="00E00D30" w:rsidRDefault="00E00D30" w:rsidP="00E00D30">
      <w:r>
        <w:t>339.1602</w:t>
      </w:r>
      <w:r>
        <w:tab/>
        <w:t>2.025e0</w:t>
      </w:r>
    </w:p>
    <w:p w:rsidR="00E00D30" w:rsidRDefault="00E00D30" w:rsidP="00E00D30">
      <w:r>
        <w:t>339.1666</w:t>
      </w:r>
      <w:r>
        <w:tab/>
        <w:t>1.013e0</w:t>
      </w:r>
    </w:p>
    <w:p w:rsidR="00E00D30" w:rsidRDefault="00E00D30" w:rsidP="00E00D30">
      <w:r>
        <w:t>339.1741</w:t>
      </w:r>
      <w:r>
        <w:tab/>
        <w:t>1.013e0</w:t>
      </w:r>
    </w:p>
    <w:p w:rsidR="00E00D30" w:rsidRDefault="00E00D30" w:rsidP="00E00D30">
      <w:r>
        <w:t>339.1772</w:t>
      </w:r>
      <w:r>
        <w:tab/>
        <w:t>2.025e0</w:t>
      </w:r>
    </w:p>
    <w:p w:rsidR="00E00D30" w:rsidRDefault="00E00D30" w:rsidP="00E00D30">
      <w:r>
        <w:t>339.1948</w:t>
      </w:r>
      <w:r>
        <w:tab/>
        <w:t>1.013e0</w:t>
      </w:r>
    </w:p>
    <w:p w:rsidR="00E00D30" w:rsidRDefault="00E00D30" w:rsidP="00E00D30">
      <w:r>
        <w:t>339.1984</w:t>
      </w:r>
      <w:r>
        <w:tab/>
        <w:t>2.025e0</w:t>
      </w:r>
    </w:p>
    <w:p w:rsidR="00E00D30" w:rsidRDefault="00E00D30" w:rsidP="00E00D30">
      <w:r>
        <w:t>339.2108</w:t>
      </w:r>
      <w:r>
        <w:tab/>
        <w:t>6.076e0</w:t>
      </w:r>
    </w:p>
    <w:p w:rsidR="00E00D30" w:rsidRDefault="00E00D30" w:rsidP="00E00D30">
      <w:r>
        <w:t>339.2153</w:t>
      </w:r>
      <w:r>
        <w:tab/>
        <w:t>1.013e0</w:t>
      </w:r>
    </w:p>
    <w:p w:rsidR="00E00D30" w:rsidRDefault="00E00D30" w:rsidP="00E00D30">
      <w:r>
        <w:lastRenderedPageBreak/>
        <w:t>339.2365</w:t>
      </w:r>
      <w:r>
        <w:tab/>
        <w:t>2.025e0</w:t>
      </w:r>
    </w:p>
    <w:p w:rsidR="00E00D30" w:rsidRDefault="00E00D30" w:rsidP="00E00D30">
      <w:r>
        <w:t>339.2478</w:t>
      </w:r>
      <w:r>
        <w:tab/>
        <w:t>1.013e0</w:t>
      </w:r>
    </w:p>
    <w:p w:rsidR="00E00D30" w:rsidRDefault="00E00D30" w:rsidP="00E00D30">
      <w:r>
        <w:t>339.2526</w:t>
      </w:r>
      <w:r>
        <w:tab/>
        <w:t>3.038e0</w:t>
      </w:r>
    </w:p>
    <w:p w:rsidR="00E00D30" w:rsidRDefault="00E00D30" w:rsidP="00E00D30">
      <w:r>
        <w:t>339.2565</w:t>
      </w:r>
      <w:r>
        <w:tab/>
        <w:t>2.025e0</w:t>
      </w:r>
    </w:p>
    <w:p w:rsidR="00E00D30" w:rsidRDefault="00E00D30" w:rsidP="00E00D30">
      <w:r>
        <w:t>339.2590</w:t>
      </w:r>
      <w:r>
        <w:tab/>
        <w:t>1.013e0</w:t>
      </w:r>
    </w:p>
    <w:p w:rsidR="00E00D30" w:rsidRDefault="00E00D30" w:rsidP="00E00D30">
      <w:r>
        <w:t>339.2834</w:t>
      </w:r>
      <w:r>
        <w:tab/>
        <w:t>1.013e0</w:t>
      </w:r>
    </w:p>
    <w:p w:rsidR="00E00D30" w:rsidRDefault="00E00D30" w:rsidP="00E00D30">
      <w:r>
        <w:t>339.3124</w:t>
      </w:r>
      <w:r>
        <w:tab/>
        <w:t>2.025e0</w:t>
      </w:r>
    </w:p>
    <w:p w:rsidR="00E00D30" w:rsidRDefault="00E00D30" w:rsidP="00E00D30">
      <w:r>
        <w:t>339.3218</w:t>
      </w:r>
      <w:r>
        <w:tab/>
        <w:t>3.038e0</w:t>
      </w:r>
    </w:p>
    <w:p w:rsidR="00E00D30" w:rsidRDefault="00E00D30" w:rsidP="00E00D30">
      <w:r>
        <w:t>339.3420</w:t>
      </w:r>
      <w:r>
        <w:tab/>
        <w:t>1.013e0</w:t>
      </w:r>
    </w:p>
    <w:p w:rsidR="00E00D30" w:rsidRDefault="00E00D30" w:rsidP="00E00D30">
      <w:r>
        <w:t>339.3440</w:t>
      </w:r>
      <w:r>
        <w:tab/>
        <w:t>4.051e0</w:t>
      </w:r>
    </w:p>
    <w:p w:rsidR="00E00D30" w:rsidRDefault="00E00D30" w:rsidP="00E00D30">
      <w:r>
        <w:t>339.3624</w:t>
      </w:r>
      <w:r>
        <w:tab/>
        <w:t>1.013e0</w:t>
      </w:r>
    </w:p>
    <w:p w:rsidR="00E00D30" w:rsidRDefault="00E00D30" w:rsidP="00E00D30">
      <w:r>
        <w:t>339.3809</w:t>
      </w:r>
      <w:r>
        <w:tab/>
        <w:t>1.013e0</w:t>
      </w:r>
    </w:p>
    <w:p w:rsidR="00E00D30" w:rsidRDefault="00E00D30" w:rsidP="00E00D30">
      <w:r>
        <w:t>339.4441</w:t>
      </w:r>
      <w:r>
        <w:tab/>
        <w:t>1.013e0</w:t>
      </w:r>
    </w:p>
    <w:p w:rsidR="00E00D30" w:rsidRDefault="00E00D30" w:rsidP="00E00D30">
      <w:r>
        <w:t>339.4525</w:t>
      </w:r>
      <w:r>
        <w:tab/>
        <w:t>2.025e0</w:t>
      </w:r>
    </w:p>
    <w:p w:rsidR="00E00D30" w:rsidRDefault="00E00D30" w:rsidP="00E00D30">
      <w:r>
        <w:t>339.4544</w:t>
      </w:r>
      <w:r>
        <w:tab/>
        <w:t>1.013e0</w:t>
      </w:r>
    </w:p>
    <w:p w:rsidR="00E00D30" w:rsidRDefault="00E00D30" w:rsidP="00E00D30">
      <w:r>
        <w:t>339.4884</w:t>
      </w:r>
      <w:r>
        <w:tab/>
        <w:t>2.025e0</w:t>
      </w:r>
    </w:p>
    <w:p w:rsidR="00E00D30" w:rsidRDefault="00E00D30" w:rsidP="00E00D30">
      <w:r>
        <w:t>339.4934</w:t>
      </w:r>
      <w:r>
        <w:tab/>
        <w:t>2.025e0</w:t>
      </w:r>
    </w:p>
    <w:p w:rsidR="00E00D30" w:rsidRDefault="00E00D30" w:rsidP="00E00D30">
      <w:r>
        <w:t>339.5087</w:t>
      </w:r>
      <w:r>
        <w:tab/>
        <w:t>1.013e0</w:t>
      </w:r>
    </w:p>
    <w:p w:rsidR="00E00D30" w:rsidRDefault="00E00D30" w:rsidP="00E00D30">
      <w:r>
        <w:t>339.5138</w:t>
      </w:r>
      <w:r>
        <w:tab/>
        <w:t>1.013e0</w:t>
      </w:r>
    </w:p>
    <w:p w:rsidR="00E00D30" w:rsidRDefault="00E00D30" w:rsidP="00E00D30">
      <w:r>
        <w:lastRenderedPageBreak/>
        <w:t>339.5219</w:t>
      </w:r>
      <w:r>
        <w:tab/>
        <w:t>1.013e0</w:t>
      </w:r>
    </w:p>
    <w:p w:rsidR="00E00D30" w:rsidRDefault="00E00D30" w:rsidP="00E00D30">
      <w:r>
        <w:t>339.5877</w:t>
      </w:r>
      <w:r>
        <w:tab/>
        <w:t>1.013e0</w:t>
      </w:r>
    </w:p>
    <w:p w:rsidR="00E00D30" w:rsidRDefault="00E00D30" w:rsidP="00E00D30">
      <w:r>
        <w:t>339.6079</w:t>
      </w:r>
      <w:r>
        <w:tab/>
        <w:t>2.025e0</w:t>
      </w:r>
    </w:p>
    <w:p w:rsidR="00E00D30" w:rsidRDefault="00E00D30" w:rsidP="00E00D30">
      <w:r>
        <w:t>339.6411</w:t>
      </w:r>
      <w:r>
        <w:tab/>
        <w:t>1.013e0</w:t>
      </w:r>
    </w:p>
    <w:p w:rsidR="00E00D30" w:rsidRDefault="00E00D30" w:rsidP="00E00D30">
      <w:r>
        <w:t>339.6446</w:t>
      </w:r>
      <w:r>
        <w:tab/>
        <w:t>1.013e0</w:t>
      </w:r>
    </w:p>
    <w:p w:rsidR="00E00D30" w:rsidRDefault="00E00D30" w:rsidP="00E00D30">
      <w:r>
        <w:t>339.6490</w:t>
      </w:r>
      <w:r>
        <w:tab/>
        <w:t>1.013e0</w:t>
      </w:r>
    </w:p>
    <w:p w:rsidR="00E00D30" w:rsidRDefault="00E00D30" w:rsidP="00E00D30">
      <w:r>
        <w:t>339.6656</w:t>
      </w:r>
      <w:r>
        <w:tab/>
        <w:t>1.013e0</w:t>
      </w:r>
    </w:p>
    <w:p w:rsidR="00E00D30" w:rsidRDefault="00E00D30" w:rsidP="00E00D30">
      <w:r>
        <w:t>339.6898</w:t>
      </w:r>
      <w:r>
        <w:tab/>
        <w:t>1.013e0</w:t>
      </w:r>
    </w:p>
    <w:p w:rsidR="00E00D30" w:rsidRDefault="00E00D30" w:rsidP="00E00D30">
      <w:r>
        <w:t>339.7041</w:t>
      </w:r>
      <w:r>
        <w:tab/>
        <w:t>1.013e0</w:t>
      </w:r>
    </w:p>
    <w:p w:rsidR="00E00D30" w:rsidRDefault="00E00D30" w:rsidP="00E00D30">
      <w:r>
        <w:t>339.7184</w:t>
      </w:r>
      <w:r>
        <w:tab/>
        <w:t>1.013e0</w:t>
      </w:r>
    </w:p>
    <w:p w:rsidR="00E00D30" w:rsidRDefault="00E00D30" w:rsidP="00E00D30">
      <w:r>
        <w:t>339.7264</w:t>
      </w:r>
      <w:r>
        <w:tab/>
        <w:t>2.025e0</w:t>
      </w:r>
    </w:p>
    <w:p w:rsidR="00E00D30" w:rsidRDefault="00E00D30" w:rsidP="00E00D30">
      <w:r>
        <w:t>339.7468</w:t>
      </w:r>
      <w:r>
        <w:tab/>
        <w:t>1.013e0</w:t>
      </w:r>
    </w:p>
    <w:p w:rsidR="00E00D30" w:rsidRDefault="00E00D30" w:rsidP="00E00D30">
      <w:r>
        <w:t>339.7633</w:t>
      </w:r>
      <w:r>
        <w:tab/>
        <w:t>1.013e0</w:t>
      </w:r>
    </w:p>
    <w:p w:rsidR="00E00D30" w:rsidRDefault="00E00D30" w:rsidP="00E00D30">
      <w:r>
        <w:t>339.7712</w:t>
      </w:r>
      <w:r>
        <w:tab/>
        <w:t>1.013e0</w:t>
      </w:r>
    </w:p>
    <w:p w:rsidR="00E00D30" w:rsidRDefault="00E00D30" w:rsidP="00E00D30">
      <w:r>
        <w:t>339.8007</w:t>
      </w:r>
      <w:r>
        <w:tab/>
        <w:t>2.025e0</w:t>
      </w:r>
    </w:p>
    <w:p w:rsidR="00E00D30" w:rsidRDefault="00E00D30" w:rsidP="00E00D30">
      <w:r>
        <w:t>339.8126</w:t>
      </w:r>
      <w:r>
        <w:tab/>
        <w:t>1.013e0</w:t>
      </w:r>
    </w:p>
    <w:p w:rsidR="00E00D30" w:rsidRDefault="00E00D30" w:rsidP="00E00D30">
      <w:r>
        <w:t>339.8322</w:t>
      </w:r>
      <w:r>
        <w:tab/>
        <w:t>1.013e0</w:t>
      </w:r>
    </w:p>
    <w:p w:rsidR="00E00D30" w:rsidRDefault="00E00D30" w:rsidP="00E00D30">
      <w:r>
        <w:t>339.8618</w:t>
      </w:r>
      <w:r>
        <w:tab/>
        <w:t>1.013e0</w:t>
      </w:r>
    </w:p>
    <w:p w:rsidR="00E00D30" w:rsidRDefault="00E00D30" w:rsidP="00E00D30">
      <w:r>
        <w:t>339.8658</w:t>
      </w:r>
      <w:r>
        <w:tab/>
        <w:t>1.013e0</w:t>
      </w:r>
    </w:p>
    <w:p w:rsidR="00E00D30" w:rsidRDefault="00E00D30" w:rsidP="00E00D30">
      <w:r>
        <w:lastRenderedPageBreak/>
        <w:t>339.8907</w:t>
      </w:r>
      <w:r>
        <w:tab/>
        <w:t>1.013e0</w:t>
      </w:r>
    </w:p>
    <w:p w:rsidR="00E00D30" w:rsidRDefault="00E00D30" w:rsidP="00E00D30">
      <w:r>
        <w:t>339.8993</w:t>
      </w:r>
      <w:r>
        <w:tab/>
        <w:t>1.013e0</w:t>
      </w:r>
    </w:p>
    <w:p w:rsidR="00E00D30" w:rsidRDefault="00E00D30" w:rsidP="00E00D30">
      <w:r>
        <w:t>339.9052</w:t>
      </w:r>
      <w:r>
        <w:tab/>
        <w:t>1.013e0</w:t>
      </w:r>
    </w:p>
    <w:p w:rsidR="00E00D30" w:rsidRDefault="00E00D30" w:rsidP="00E00D30">
      <w:r>
        <w:t>339.9486</w:t>
      </w:r>
      <w:r>
        <w:tab/>
        <w:t>1.013e0</w:t>
      </w:r>
    </w:p>
    <w:p w:rsidR="00E00D30" w:rsidRDefault="00E00D30" w:rsidP="00E00D30">
      <w:r>
        <w:t>339.9726</w:t>
      </w:r>
      <w:r>
        <w:tab/>
        <w:t>1.013e0</w:t>
      </w:r>
    </w:p>
    <w:p w:rsidR="00E00D30" w:rsidRDefault="00E00D30" w:rsidP="00E00D30">
      <w:r>
        <w:t>339.9761</w:t>
      </w:r>
      <w:r>
        <w:tab/>
        <w:t>2.025e0</w:t>
      </w:r>
    </w:p>
    <w:p w:rsidR="00E00D30" w:rsidRDefault="00E00D30" w:rsidP="00E00D30">
      <w:r>
        <w:t>339.9848</w:t>
      </w:r>
      <w:r>
        <w:tab/>
        <w:t>1.013e0</w:t>
      </w:r>
    </w:p>
    <w:p w:rsidR="00E00D30" w:rsidRDefault="00E00D30" w:rsidP="00E00D30">
      <w:r>
        <w:t>339.9930</w:t>
      </w:r>
      <w:r>
        <w:tab/>
        <w:t>1.013e0</w:t>
      </w:r>
    </w:p>
    <w:p w:rsidR="00E00D30" w:rsidRDefault="00E00D30" w:rsidP="00E00D30">
      <w:r>
        <w:t>339.9985</w:t>
      </w:r>
      <w:r>
        <w:tab/>
        <w:t>2.025e0</w:t>
      </w:r>
    </w:p>
    <w:p w:rsidR="00E00D30" w:rsidRDefault="00E00D30" w:rsidP="00E00D30">
      <w:r>
        <w:t>340.0106</w:t>
      </w:r>
      <w:r>
        <w:tab/>
        <w:t>2.025e0</w:t>
      </w:r>
    </w:p>
    <w:p w:rsidR="00E00D30" w:rsidRDefault="00E00D30" w:rsidP="00E00D30">
      <w:r>
        <w:t>340.0214</w:t>
      </w:r>
      <w:r>
        <w:tab/>
        <w:t>2.025e0</w:t>
      </w:r>
    </w:p>
    <w:p w:rsidR="00E00D30" w:rsidRDefault="00E00D30" w:rsidP="00E00D30">
      <w:r>
        <w:t>340.0275</w:t>
      </w:r>
      <w:r>
        <w:tab/>
        <w:t>1.013e0</w:t>
      </w:r>
    </w:p>
    <w:p w:rsidR="00E00D30" w:rsidRDefault="00E00D30" w:rsidP="00E00D30">
      <w:r>
        <w:t>340.0333</w:t>
      </w:r>
      <w:r>
        <w:tab/>
        <w:t>2.025e0</w:t>
      </w:r>
    </w:p>
    <w:p w:rsidR="00E00D30" w:rsidRDefault="00E00D30" w:rsidP="00E00D30">
      <w:r>
        <w:t>340.0376</w:t>
      </w:r>
      <w:r>
        <w:tab/>
        <w:t>2.025e0</w:t>
      </w:r>
    </w:p>
    <w:p w:rsidR="00E00D30" w:rsidRDefault="00E00D30" w:rsidP="00E00D30">
      <w:r>
        <w:t>340.0463</w:t>
      </w:r>
      <w:r>
        <w:tab/>
        <w:t>1.013e0</w:t>
      </w:r>
    </w:p>
    <w:p w:rsidR="00E00D30" w:rsidRDefault="00E00D30" w:rsidP="00E00D30">
      <w:r>
        <w:t>340.0580</w:t>
      </w:r>
      <w:r>
        <w:tab/>
        <w:t>1.013e0</w:t>
      </w:r>
    </w:p>
    <w:p w:rsidR="00E00D30" w:rsidRDefault="00E00D30" w:rsidP="00E00D30">
      <w:r>
        <w:t>340.0803</w:t>
      </w:r>
      <w:r>
        <w:tab/>
        <w:t>2.025e0</w:t>
      </w:r>
    </w:p>
    <w:p w:rsidR="00E00D30" w:rsidRDefault="00E00D30" w:rsidP="00E00D30">
      <w:r>
        <w:t>340.0868</w:t>
      </w:r>
      <w:r>
        <w:tab/>
        <w:t>1.013e0</w:t>
      </w:r>
    </w:p>
    <w:p w:rsidR="00E00D30" w:rsidRDefault="00E00D30" w:rsidP="00E00D30">
      <w:r>
        <w:t>340.0907</w:t>
      </w:r>
      <w:r>
        <w:tab/>
        <w:t>1.013e0</w:t>
      </w:r>
    </w:p>
    <w:p w:rsidR="00E00D30" w:rsidRDefault="00E00D30" w:rsidP="00E00D30">
      <w:r>
        <w:lastRenderedPageBreak/>
        <w:t>340.1035</w:t>
      </w:r>
      <w:r>
        <w:tab/>
        <w:t>2.025e0</w:t>
      </w:r>
    </w:p>
    <w:p w:rsidR="00E00D30" w:rsidRDefault="00E00D30" w:rsidP="00E00D30">
      <w:r>
        <w:t>340.1067</w:t>
      </w:r>
      <w:r>
        <w:tab/>
        <w:t>1.013e0</w:t>
      </w:r>
    </w:p>
    <w:p w:rsidR="00E00D30" w:rsidRDefault="00E00D30" w:rsidP="00E00D30">
      <w:r>
        <w:t>340.1215</w:t>
      </w:r>
      <w:r>
        <w:tab/>
        <w:t>3.038e0</w:t>
      </w:r>
    </w:p>
    <w:p w:rsidR="00E00D30" w:rsidRDefault="00E00D30" w:rsidP="00E00D30">
      <w:r>
        <w:t>340.1400</w:t>
      </w:r>
      <w:r>
        <w:tab/>
        <w:t>2.025e0</w:t>
      </w:r>
    </w:p>
    <w:p w:rsidR="00E00D30" w:rsidRDefault="00E00D30" w:rsidP="00E00D30">
      <w:r>
        <w:t>340.1609</w:t>
      </w:r>
      <w:r>
        <w:tab/>
        <w:t>1.013e0</w:t>
      </w:r>
    </w:p>
    <w:p w:rsidR="00E00D30" w:rsidRDefault="00E00D30" w:rsidP="00E00D30">
      <w:r>
        <w:t>340.1644</w:t>
      </w:r>
      <w:r>
        <w:tab/>
        <w:t>1.013e0</w:t>
      </w:r>
    </w:p>
    <w:p w:rsidR="00E00D30" w:rsidRDefault="00E00D30" w:rsidP="00E00D30">
      <w:r>
        <w:t>340.1790</w:t>
      </w:r>
      <w:r>
        <w:tab/>
        <w:t>2.025e0</w:t>
      </w:r>
    </w:p>
    <w:p w:rsidR="00E00D30" w:rsidRDefault="00E00D30" w:rsidP="00E00D30">
      <w:r>
        <w:t>340.1890</w:t>
      </w:r>
      <w:r>
        <w:tab/>
        <w:t>2.025e0</w:t>
      </w:r>
    </w:p>
    <w:p w:rsidR="00E00D30" w:rsidRDefault="00E00D30" w:rsidP="00E00D30">
      <w:r>
        <w:t>340.1983</w:t>
      </w:r>
      <w:r>
        <w:tab/>
        <w:t>1.013e0</w:t>
      </w:r>
    </w:p>
    <w:p w:rsidR="00E00D30" w:rsidRDefault="00E00D30" w:rsidP="00E00D30">
      <w:r>
        <w:t>340.2174</w:t>
      </w:r>
      <w:r>
        <w:tab/>
        <w:t>1.013e0</w:t>
      </w:r>
    </w:p>
    <w:p w:rsidR="00E00D30" w:rsidRDefault="00E00D30" w:rsidP="00E00D30">
      <w:r>
        <w:t>340.2232</w:t>
      </w:r>
      <w:r>
        <w:tab/>
        <w:t>2.025e0</w:t>
      </w:r>
    </w:p>
    <w:p w:rsidR="00E00D30" w:rsidRDefault="00E00D30" w:rsidP="00E00D30">
      <w:r>
        <w:t>340.2321</w:t>
      </w:r>
      <w:r>
        <w:tab/>
        <w:t>3.038e0</w:t>
      </w:r>
    </w:p>
    <w:p w:rsidR="00E00D30" w:rsidRDefault="00E00D30" w:rsidP="00E00D30">
      <w:r>
        <w:t>340.2420</w:t>
      </w:r>
      <w:r>
        <w:tab/>
        <w:t>1.013e0</w:t>
      </w:r>
    </w:p>
    <w:p w:rsidR="00E00D30" w:rsidRDefault="00E00D30" w:rsidP="00E00D30">
      <w:r>
        <w:t>340.2474</w:t>
      </w:r>
      <w:r>
        <w:tab/>
        <w:t>1.013e0</w:t>
      </w:r>
    </w:p>
    <w:p w:rsidR="00E00D30" w:rsidRDefault="00E00D30" w:rsidP="00E00D30">
      <w:r>
        <w:t>340.2535</w:t>
      </w:r>
      <w:r>
        <w:tab/>
        <w:t>1.013e0</w:t>
      </w:r>
    </w:p>
    <w:p w:rsidR="00E00D30" w:rsidRDefault="00E00D30" w:rsidP="00E00D30">
      <w:r>
        <w:t>340.2703</w:t>
      </w:r>
      <w:r>
        <w:tab/>
        <w:t>2.025e0</w:t>
      </w:r>
    </w:p>
    <w:p w:rsidR="00E00D30" w:rsidRDefault="00E00D30" w:rsidP="00E00D30">
      <w:r>
        <w:t>340.2716</w:t>
      </w:r>
      <w:r>
        <w:tab/>
        <w:t>1.013e0</w:t>
      </w:r>
    </w:p>
    <w:p w:rsidR="00E00D30" w:rsidRDefault="00E00D30" w:rsidP="00E00D30">
      <w:r>
        <w:t>340.2832</w:t>
      </w:r>
      <w:r>
        <w:tab/>
        <w:t>1.013e0</w:t>
      </w:r>
    </w:p>
    <w:p w:rsidR="00E00D30" w:rsidRDefault="00E00D30" w:rsidP="00E00D30">
      <w:r>
        <w:t>340.3138</w:t>
      </w:r>
      <w:r>
        <w:tab/>
        <w:t>2.025e0</w:t>
      </w:r>
    </w:p>
    <w:p w:rsidR="00E00D30" w:rsidRDefault="00E00D30" w:rsidP="00E00D30">
      <w:r>
        <w:lastRenderedPageBreak/>
        <w:t>340.3157</w:t>
      </w:r>
      <w:r>
        <w:tab/>
        <w:t>1.013e0</w:t>
      </w:r>
    </w:p>
    <w:p w:rsidR="00E00D30" w:rsidRDefault="00E00D30" w:rsidP="00E00D30">
      <w:r>
        <w:t>340.3203</w:t>
      </w:r>
      <w:r>
        <w:tab/>
        <w:t>2.025e0</w:t>
      </w:r>
    </w:p>
    <w:p w:rsidR="00E00D30" w:rsidRDefault="00E00D30" w:rsidP="00E00D30">
      <w:r>
        <w:t>340.3431</w:t>
      </w:r>
      <w:r>
        <w:tab/>
        <w:t>2.025e0</w:t>
      </w:r>
    </w:p>
    <w:p w:rsidR="00E00D30" w:rsidRDefault="00E00D30" w:rsidP="00E00D30">
      <w:r>
        <w:t>340.3511</w:t>
      </w:r>
      <w:r>
        <w:tab/>
        <w:t>1.013e0</w:t>
      </w:r>
    </w:p>
    <w:p w:rsidR="00E00D30" w:rsidRDefault="00E00D30" w:rsidP="00E00D30">
      <w:r>
        <w:t>340.3541</w:t>
      </w:r>
      <w:r>
        <w:tab/>
        <w:t>2.025e0</w:t>
      </w:r>
    </w:p>
    <w:p w:rsidR="00E00D30" w:rsidRDefault="00E00D30" w:rsidP="00E00D30">
      <w:r>
        <w:t>340.3649</w:t>
      </w:r>
      <w:r>
        <w:tab/>
        <w:t>1.013e0</w:t>
      </w:r>
    </w:p>
    <w:p w:rsidR="00E00D30" w:rsidRDefault="00E00D30" w:rsidP="00E00D30">
      <w:r>
        <w:t>340.3761</w:t>
      </w:r>
      <w:r>
        <w:tab/>
        <w:t>1.013e0</w:t>
      </w:r>
    </w:p>
    <w:p w:rsidR="00E00D30" w:rsidRDefault="00E00D30" w:rsidP="00E00D30">
      <w:r>
        <w:t>340.3781</w:t>
      </w:r>
      <w:r>
        <w:tab/>
        <w:t>2.025e0</w:t>
      </w:r>
    </w:p>
    <w:p w:rsidR="00E00D30" w:rsidRDefault="00E00D30" w:rsidP="00E00D30">
      <w:r>
        <w:t>340.3897</w:t>
      </w:r>
      <w:r>
        <w:tab/>
        <w:t>1.013e0</w:t>
      </w:r>
    </w:p>
    <w:p w:rsidR="00E00D30" w:rsidRDefault="00E00D30" w:rsidP="00E00D30">
      <w:r>
        <w:t>340.4244</w:t>
      </w:r>
      <w:r>
        <w:tab/>
        <w:t>1.013e0</w:t>
      </w:r>
    </w:p>
    <w:p w:rsidR="00E00D30" w:rsidRDefault="00E00D30" w:rsidP="00E00D30">
      <w:r>
        <w:t>340.4347</w:t>
      </w:r>
      <w:r>
        <w:tab/>
        <w:t>1.013e0</w:t>
      </w:r>
    </w:p>
    <w:p w:rsidR="00E00D30" w:rsidRDefault="00E00D30" w:rsidP="00E00D30">
      <w:r>
        <w:t>340.4514</w:t>
      </w:r>
      <w:r>
        <w:tab/>
        <w:t>2.025e0</w:t>
      </w:r>
    </w:p>
    <w:p w:rsidR="00E00D30" w:rsidRDefault="00E00D30" w:rsidP="00E00D30">
      <w:r>
        <w:t>340.4678</w:t>
      </w:r>
      <w:r>
        <w:tab/>
        <w:t>1.013e0</w:t>
      </w:r>
    </w:p>
    <w:p w:rsidR="00E00D30" w:rsidRDefault="00E00D30" w:rsidP="00E00D30">
      <w:r>
        <w:t>340.4880</w:t>
      </w:r>
      <w:r>
        <w:tab/>
        <w:t>2.025e0</w:t>
      </w:r>
    </w:p>
    <w:p w:rsidR="00E00D30" w:rsidRDefault="00E00D30" w:rsidP="00E00D30">
      <w:r>
        <w:t>340.4919</w:t>
      </w:r>
      <w:r>
        <w:tab/>
        <w:t>1.013e0</w:t>
      </w:r>
    </w:p>
    <w:p w:rsidR="00E00D30" w:rsidRDefault="00E00D30" w:rsidP="00E00D30">
      <w:r>
        <w:t>340.5041</w:t>
      </w:r>
      <w:r>
        <w:tab/>
        <w:t>1.013e0</w:t>
      </w:r>
    </w:p>
    <w:p w:rsidR="00E00D30" w:rsidRDefault="00E00D30" w:rsidP="00E00D30">
      <w:r>
        <w:t>340.5123</w:t>
      </w:r>
      <w:r>
        <w:tab/>
        <w:t>1.013e0</w:t>
      </w:r>
    </w:p>
    <w:p w:rsidR="00E00D30" w:rsidRDefault="00E00D30" w:rsidP="00E00D30">
      <w:r>
        <w:t>340.5275</w:t>
      </w:r>
      <w:r>
        <w:tab/>
        <w:t>2.025e0</w:t>
      </w:r>
    </w:p>
    <w:p w:rsidR="00E00D30" w:rsidRDefault="00E00D30" w:rsidP="00E00D30">
      <w:r>
        <w:t>340.5393</w:t>
      </w:r>
      <w:r>
        <w:tab/>
        <w:t>3.038e0</w:t>
      </w:r>
    </w:p>
    <w:p w:rsidR="00E00D30" w:rsidRDefault="00E00D30" w:rsidP="00E00D30">
      <w:r>
        <w:lastRenderedPageBreak/>
        <w:t>340.5901</w:t>
      </w:r>
      <w:r>
        <w:tab/>
        <w:t>1.013e0</w:t>
      </w:r>
    </w:p>
    <w:p w:rsidR="00E00D30" w:rsidRDefault="00E00D30" w:rsidP="00E00D30">
      <w:r>
        <w:t>340.6068</w:t>
      </w:r>
      <w:r>
        <w:tab/>
        <w:t>2.025e0</w:t>
      </w:r>
    </w:p>
    <w:p w:rsidR="00E00D30" w:rsidRDefault="00E00D30" w:rsidP="00E00D30">
      <w:r>
        <w:t>340.6313</w:t>
      </w:r>
      <w:r>
        <w:tab/>
        <w:t>2.025e0</w:t>
      </w:r>
    </w:p>
    <w:p w:rsidR="00E00D30" w:rsidRDefault="00E00D30" w:rsidP="00E00D30">
      <w:r>
        <w:t>340.6397</w:t>
      </w:r>
      <w:r>
        <w:tab/>
        <w:t>1.013e0</w:t>
      </w:r>
    </w:p>
    <w:p w:rsidR="00E00D30" w:rsidRDefault="00E00D30" w:rsidP="00E00D30">
      <w:r>
        <w:t>340.7336</w:t>
      </w:r>
      <w:r>
        <w:tab/>
        <w:t>1.013e0</w:t>
      </w:r>
    </w:p>
    <w:p w:rsidR="00E00D30" w:rsidRDefault="00E00D30" w:rsidP="00E00D30">
      <w:r>
        <w:t>340.7485</w:t>
      </w:r>
      <w:r>
        <w:tab/>
        <w:t>1.013e0</w:t>
      </w:r>
    </w:p>
    <w:p w:rsidR="00E00D30" w:rsidRDefault="00E00D30" w:rsidP="00E00D30">
      <w:r>
        <w:t>340.8219</w:t>
      </w:r>
      <w:r>
        <w:tab/>
        <w:t>1.013e0</w:t>
      </w:r>
    </w:p>
    <w:p w:rsidR="00E00D30" w:rsidRDefault="00E00D30" w:rsidP="00E00D30">
      <w:r>
        <w:t>340.8403</w:t>
      </w:r>
      <w:r>
        <w:tab/>
        <w:t>2.025e0</w:t>
      </w:r>
    </w:p>
    <w:p w:rsidR="00E00D30" w:rsidRDefault="00E00D30" w:rsidP="00E00D30">
      <w:r>
        <w:t>340.8604</w:t>
      </w:r>
      <w:r>
        <w:tab/>
        <w:t>2.025e0</w:t>
      </w:r>
    </w:p>
    <w:p w:rsidR="00E00D30" w:rsidRDefault="00E00D30" w:rsidP="00E00D30">
      <w:r>
        <w:t>340.8654</w:t>
      </w:r>
      <w:r>
        <w:tab/>
        <w:t>1.013e0</w:t>
      </w:r>
    </w:p>
    <w:p w:rsidR="00E00D30" w:rsidRDefault="00E00D30" w:rsidP="00E00D30">
      <w:r>
        <w:t>340.8873</w:t>
      </w:r>
      <w:r>
        <w:tab/>
        <w:t>2.025e0</w:t>
      </w:r>
    </w:p>
    <w:p w:rsidR="00E00D30" w:rsidRDefault="00E00D30" w:rsidP="00E00D30">
      <w:r>
        <w:t>340.9060</w:t>
      </w:r>
      <w:r>
        <w:tab/>
        <w:t>1.013e0</w:t>
      </w:r>
    </w:p>
    <w:p w:rsidR="00E00D30" w:rsidRDefault="00E00D30" w:rsidP="00E00D30">
      <w:r>
        <w:t>340.9097</w:t>
      </w:r>
      <w:r>
        <w:tab/>
        <w:t>1.013e0</w:t>
      </w:r>
    </w:p>
    <w:p w:rsidR="00E00D30" w:rsidRDefault="00E00D30" w:rsidP="00E00D30">
      <w:r>
        <w:t>340.9298</w:t>
      </w:r>
      <w:r>
        <w:tab/>
        <w:t>2.025e0</w:t>
      </w:r>
    </w:p>
    <w:p w:rsidR="00E00D30" w:rsidRDefault="00E00D30" w:rsidP="00E00D30">
      <w:r>
        <w:t>340.9627</w:t>
      </w:r>
      <w:r>
        <w:tab/>
        <w:t>1.013e0</w:t>
      </w:r>
    </w:p>
    <w:p w:rsidR="00E00D30" w:rsidRDefault="00E00D30" w:rsidP="00E00D30">
      <w:r>
        <w:t>340.9749</w:t>
      </w:r>
      <w:r>
        <w:tab/>
        <w:t>1.013e0</w:t>
      </w:r>
    </w:p>
    <w:p w:rsidR="00E00D30" w:rsidRDefault="00E00D30" w:rsidP="00E00D30">
      <w:r>
        <w:t>340.9834</w:t>
      </w:r>
      <w:r>
        <w:tab/>
        <w:t>1.013e0</w:t>
      </w:r>
    </w:p>
    <w:p w:rsidR="00E00D30" w:rsidRDefault="00E00D30" w:rsidP="00E00D30">
      <w:r>
        <w:t>341.0043</w:t>
      </w:r>
      <w:r>
        <w:tab/>
        <w:t>1.013e0</w:t>
      </w:r>
    </w:p>
    <w:p w:rsidR="00E00D30" w:rsidRDefault="00E00D30" w:rsidP="00E00D30">
      <w:r>
        <w:t>341.0200</w:t>
      </w:r>
      <w:r>
        <w:tab/>
        <w:t>2.025e0</w:t>
      </w:r>
    </w:p>
    <w:p w:rsidR="00E00D30" w:rsidRDefault="00E00D30" w:rsidP="00E00D30">
      <w:r>
        <w:lastRenderedPageBreak/>
        <w:t>341.0296</w:t>
      </w:r>
      <w:r>
        <w:tab/>
        <w:t>2.025e0</w:t>
      </w:r>
    </w:p>
    <w:p w:rsidR="00E00D30" w:rsidRDefault="00E00D30" w:rsidP="00E00D30">
      <w:r>
        <w:t>341.0399</w:t>
      </w:r>
      <w:r>
        <w:tab/>
        <w:t>2.025e0</w:t>
      </w:r>
    </w:p>
    <w:p w:rsidR="00E00D30" w:rsidRDefault="00E00D30" w:rsidP="00E00D30">
      <w:r>
        <w:t>341.0486</w:t>
      </w:r>
      <w:r>
        <w:tab/>
        <w:t>1.013e0</w:t>
      </w:r>
    </w:p>
    <w:p w:rsidR="00E00D30" w:rsidRDefault="00E00D30" w:rsidP="00E00D30">
      <w:r>
        <w:t>341.0540</w:t>
      </w:r>
      <w:r>
        <w:tab/>
        <w:t>2.025e0</w:t>
      </w:r>
    </w:p>
    <w:p w:rsidR="00E00D30" w:rsidRDefault="00E00D30" w:rsidP="00E00D30">
      <w:r>
        <w:t>341.0609</w:t>
      </w:r>
      <w:r>
        <w:tab/>
        <w:t>1.013e0</w:t>
      </w:r>
    </w:p>
    <w:p w:rsidR="00E00D30" w:rsidRDefault="00E00D30" w:rsidP="00E00D30">
      <w:r>
        <w:t>341.0627</w:t>
      </w:r>
      <w:r>
        <w:tab/>
        <w:t>2.025e0</w:t>
      </w:r>
    </w:p>
    <w:p w:rsidR="00E00D30" w:rsidRDefault="00E00D30" w:rsidP="00E00D30">
      <w:r>
        <w:t>341.0836</w:t>
      </w:r>
      <w:r>
        <w:tab/>
        <w:t>2.025e0</w:t>
      </w:r>
    </w:p>
    <w:p w:rsidR="00E00D30" w:rsidRDefault="00E00D30" w:rsidP="00E00D30">
      <w:r>
        <w:t>341.0856</w:t>
      </w:r>
      <w:r>
        <w:tab/>
        <w:t>1.013e0</w:t>
      </w:r>
    </w:p>
    <w:p w:rsidR="00E00D30" w:rsidRDefault="00E00D30" w:rsidP="00E00D30">
      <w:r>
        <w:t>341.1031</w:t>
      </w:r>
      <w:r>
        <w:tab/>
        <w:t>2.025e0</w:t>
      </w:r>
    </w:p>
    <w:p w:rsidR="00E00D30" w:rsidRDefault="00E00D30" w:rsidP="00E00D30">
      <w:r>
        <w:t>341.1186</w:t>
      </w:r>
      <w:r>
        <w:tab/>
        <w:t>2.025e0</w:t>
      </w:r>
    </w:p>
    <w:p w:rsidR="00E00D30" w:rsidRDefault="00E00D30" w:rsidP="00E00D30">
      <w:r>
        <w:t>341.1400</w:t>
      </w:r>
      <w:r>
        <w:tab/>
        <w:t>3.038e0</w:t>
      </w:r>
    </w:p>
    <w:p w:rsidR="00E00D30" w:rsidRDefault="00E00D30" w:rsidP="00E00D30">
      <w:r>
        <w:t>341.1431</w:t>
      </w:r>
      <w:r>
        <w:tab/>
        <w:t>2.025e0</w:t>
      </w:r>
    </w:p>
    <w:p w:rsidR="00E00D30" w:rsidRDefault="00E00D30" w:rsidP="00E00D30">
      <w:r>
        <w:t>341.1608</w:t>
      </w:r>
      <w:r>
        <w:tab/>
        <w:t>2.025e0</w:t>
      </w:r>
    </w:p>
    <w:p w:rsidR="00E00D30" w:rsidRDefault="00E00D30" w:rsidP="00E00D30">
      <w:r>
        <w:t>341.1714</w:t>
      </w:r>
      <w:r>
        <w:tab/>
        <w:t>1.013e0</w:t>
      </w:r>
    </w:p>
    <w:p w:rsidR="00E00D30" w:rsidRDefault="00E00D30" w:rsidP="00E00D30">
      <w:r>
        <w:t>341.1801</w:t>
      </w:r>
      <w:r>
        <w:tab/>
        <w:t>8.101e0</w:t>
      </w:r>
    </w:p>
    <w:p w:rsidR="00E00D30" w:rsidRDefault="00E00D30" w:rsidP="00E00D30">
      <w:r>
        <w:t>341.1830</w:t>
      </w:r>
      <w:r>
        <w:tab/>
        <w:t>5.063e0</w:t>
      </w:r>
    </w:p>
    <w:p w:rsidR="00E00D30" w:rsidRDefault="00E00D30" w:rsidP="00E00D30">
      <w:r>
        <w:t>341.1862</w:t>
      </w:r>
      <w:r>
        <w:tab/>
        <w:t>4.051e0</w:t>
      </w:r>
    </w:p>
    <w:p w:rsidR="00E00D30" w:rsidRDefault="00E00D30" w:rsidP="00E00D30">
      <w:r>
        <w:t>341.1914</w:t>
      </w:r>
      <w:r>
        <w:tab/>
        <w:t>7.089e0</w:t>
      </w:r>
    </w:p>
    <w:p w:rsidR="00E00D30" w:rsidRDefault="00E00D30" w:rsidP="00E00D30">
      <w:r>
        <w:t>341.1965</w:t>
      </w:r>
      <w:r>
        <w:tab/>
        <w:t>3.038e0</w:t>
      </w:r>
    </w:p>
    <w:p w:rsidR="00E00D30" w:rsidRDefault="00E00D30" w:rsidP="00E00D30">
      <w:r>
        <w:lastRenderedPageBreak/>
        <w:t>341.2006</w:t>
      </w:r>
      <w:r>
        <w:tab/>
        <w:t>1.013e0</w:t>
      </w:r>
    </w:p>
    <w:p w:rsidR="00E00D30" w:rsidRDefault="00E00D30" w:rsidP="00E00D30">
      <w:r>
        <w:t>341.2025</w:t>
      </w:r>
      <w:r>
        <w:tab/>
        <w:t>1.248e0</w:t>
      </w:r>
    </w:p>
    <w:p w:rsidR="00E00D30" w:rsidRDefault="00E00D30" w:rsidP="00E00D30">
      <w:r>
        <w:t>341.2143</w:t>
      </w:r>
      <w:r>
        <w:tab/>
        <w:t>1.013e0</w:t>
      </w:r>
    </w:p>
    <w:p w:rsidR="00E00D30" w:rsidRDefault="00E00D30" w:rsidP="00E00D30">
      <w:r>
        <w:t>341.2329</w:t>
      </w:r>
      <w:r>
        <w:tab/>
        <w:t>2.025e0</w:t>
      </w:r>
    </w:p>
    <w:p w:rsidR="00E00D30" w:rsidRDefault="00E00D30" w:rsidP="00E00D30">
      <w:r>
        <w:t>341.2368</w:t>
      </w:r>
      <w:r>
        <w:tab/>
        <w:t>2.025e0</w:t>
      </w:r>
    </w:p>
    <w:p w:rsidR="00E00D30" w:rsidRDefault="00E00D30" w:rsidP="00E00D30">
      <w:r>
        <w:t>341.2466</w:t>
      </w:r>
      <w:r>
        <w:tab/>
        <w:t>2.025e0</w:t>
      </w:r>
    </w:p>
    <w:p w:rsidR="00E00D30" w:rsidRDefault="00E00D30" w:rsidP="00E00D30">
      <w:r>
        <w:t>341.2556</w:t>
      </w:r>
      <w:r>
        <w:tab/>
        <w:t>2.025e0</w:t>
      </w:r>
    </w:p>
    <w:p w:rsidR="00E00D30" w:rsidRDefault="00E00D30" w:rsidP="00E00D30">
      <w:r>
        <w:t>341.2661</w:t>
      </w:r>
      <w:r>
        <w:tab/>
        <w:t>2.025e0</w:t>
      </w:r>
    </w:p>
    <w:p w:rsidR="00E00D30" w:rsidRDefault="00E00D30" w:rsidP="00E00D30">
      <w:r>
        <w:t>341.2679</w:t>
      </w:r>
      <w:r>
        <w:tab/>
        <w:t>2.025e0</w:t>
      </w:r>
    </w:p>
    <w:p w:rsidR="00E00D30" w:rsidRDefault="00E00D30" w:rsidP="00E00D30">
      <w:r>
        <w:t>341.2693</w:t>
      </w:r>
      <w:r>
        <w:tab/>
        <w:t>5.829e0</w:t>
      </w:r>
    </w:p>
    <w:p w:rsidR="00E00D30" w:rsidRDefault="00E00D30" w:rsidP="00E00D30">
      <w:r>
        <w:t>341.2715</w:t>
      </w:r>
      <w:r>
        <w:tab/>
        <w:t>2.025e0</w:t>
      </w:r>
    </w:p>
    <w:p w:rsidR="00E00D30" w:rsidRDefault="00E00D30" w:rsidP="00E00D30">
      <w:r>
        <w:t>341.2784</w:t>
      </w:r>
      <w:r>
        <w:tab/>
        <w:t>2.025e0</w:t>
      </w:r>
    </w:p>
    <w:p w:rsidR="00E00D30" w:rsidRDefault="00E00D30" w:rsidP="00E00D30">
      <w:r>
        <w:t>341.2823</w:t>
      </w:r>
      <w:r>
        <w:tab/>
        <w:t>1.013e0</w:t>
      </w:r>
    </w:p>
    <w:p w:rsidR="00E00D30" w:rsidRDefault="00E00D30" w:rsidP="00E00D30">
      <w:r>
        <w:t>341.2903</w:t>
      </w:r>
      <w:r>
        <w:tab/>
        <w:t>2.025e0</w:t>
      </w:r>
    </w:p>
    <w:p w:rsidR="00E00D30" w:rsidRDefault="00E00D30" w:rsidP="00E00D30">
      <w:r>
        <w:t>341.3086</w:t>
      </w:r>
      <w:r>
        <w:tab/>
        <w:t>3.038e0</w:t>
      </w:r>
    </w:p>
    <w:p w:rsidR="00E00D30" w:rsidRDefault="00E00D30" w:rsidP="00E00D30">
      <w:r>
        <w:t>341.3362</w:t>
      </w:r>
      <w:r>
        <w:tab/>
        <w:t>1.013e0</w:t>
      </w:r>
    </w:p>
    <w:p w:rsidR="00E00D30" w:rsidRDefault="00E00D30" w:rsidP="00E00D30">
      <w:r>
        <w:t>341.3522</w:t>
      </w:r>
      <w:r>
        <w:tab/>
        <w:t>2.025e0</w:t>
      </w:r>
    </w:p>
    <w:p w:rsidR="00E00D30" w:rsidRDefault="00E00D30" w:rsidP="00E00D30">
      <w:r>
        <w:t>341.3609</w:t>
      </w:r>
      <w:r>
        <w:tab/>
        <w:t>1.013e0</w:t>
      </w:r>
    </w:p>
    <w:p w:rsidR="00E00D30" w:rsidRDefault="00E00D30" w:rsidP="00E00D30">
      <w:r>
        <w:t>341.3858</w:t>
      </w:r>
      <w:r>
        <w:tab/>
        <w:t>1.013e0</w:t>
      </w:r>
    </w:p>
    <w:p w:rsidR="00E00D30" w:rsidRDefault="00E00D30" w:rsidP="00E00D30">
      <w:r>
        <w:lastRenderedPageBreak/>
        <w:t>341.4172</w:t>
      </w:r>
      <w:r>
        <w:tab/>
        <w:t>2.025e0</w:t>
      </w:r>
    </w:p>
    <w:p w:rsidR="00E00D30" w:rsidRDefault="00E00D30" w:rsidP="00E00D30">
      <w:r>
        <w:t>341.4224</w:t>
      </w:r>
      <w:r>
        <w:tab/>
        <w:t>1.013e0</w:t>
      </w:r>
    </w:p>
    <w:p w:rsidR="00E00D30" w:rsidRDefault="00E00D30" w:rsidP="00E00D30">
      <w:r>
        <w:t>341.4709</w:t>
      </w:r>
      <w:r>
        <w:tab/>
        <w:t>2.025e0</w:t>
      </w:r>
    </w:p>
    <w:p w:rsidR="00E00D30" w:rsidRDefault="00E00D30" w:rsidP="00E00D30">
      <w:r>
        <w:t>341.4750</w:t>
      </w:r>
      <w:r>
        <w:tab/>
        <w:t>1.013e0</w:t>
      </w:r>
    </w:p>
    <w:p w:rsidR="00E00D30" w:rsidRDefault="00E00D30" w:rsidP="00E00D30">
      <w:r>
        <w:t>341.5207</w:t>
      </w:r>
      <w:r>
        <w:tab/>
        <w:t>1.013e0</w:t>
      </w:r>
    </w:p>
    <w:p w:rsidR="00E00D30" w:rsidRDefault="00E00D30" w:rsidP="00E00D30">
      <w:r>
        <w:t>341.5282</w:t>
      </w:r>
      <w:r>
        <w:tab/>
        <w:t>1.013e0</w:t>
      </w:r>
    </w:p>
    <w:p w:rsidR="00E00D30" w:rsidRDefault="00E00D30" w:rsidP="00E00D30">
      <w:r>
        <w:t>341.5881</w:t>
      </w:r>
      <w:r>
        <w:tab/>
        <w:t>1.013e0</w:t>
      </w:r>
    </w:p>
    <w:p w:rsidR="00E00D30" w:rsidRDefault="00E00D30" w:rsidP="00E00D30">
      <w:r>
        <w:t>341.5977</w:t>
      </w:r>
      <w:r>
        <w:tab/>
        <w:t>1.013e0</w:t>
      </w:r>
    </w:p>
    <w:p w:rsidR="00E00D30" w:rsidRDefault="00E00D30" w:rsidP="00E00D30">
      <w:r>
        <w:t>341.6371</w:t>
      </w:r>
      <w:r>
        <w:tab/>
        <w:t>1.013e0</w:t>
      </w:r>
    </w:p>
    <w:p w:rsidR="00E00D30" w:rsidRDefault="00E00D30" w:rsidP="00E00D30">
      <w:r>
        <w:t>341.6551</w:t>
      </w:r>
      <w:r>
        <w:tab/>
        <w:t>1.013e0</w:t>
      </w:r>
    </w:p>
    <w:p w:rsidR="00E00D30" w:rsidRDefault="00E00D30" w:rsidP="00E00D30">
      <w:r>
        <w:t>341.6613</w:t>
      </w:r>
      <w:r>
        <w:tab/>
        <w:t>1.013e0</w:t>
      </w:r>
    </w:p>
    <w:p w:rsidR="00E00D30" w:rsidRDefault="00E00D30" w:rsidP="00E00D30">
      <w:r>
        <w:t>341.7003</w:t>
      </w:r>
      <w:r>
        <w:tab/>
        <w:t>1.013e0</w:t>
      </w:r>
    </w:p>
    <w:p w:rsidR="00E00D30" w:rsidRDefault="00E00D30" w:rsidP="00E00D30">
      <w:r>
        <w:t>341.7169</w:t>
      </w:r>
      <w:r>
        <w:tab/>
        <w:t>1.013e0</w:t>
      </w:r>
    </w:p>
    <w:p w:rsidR="00E00D30" w:rsidRDefault="00E00D30" w:rsidP="00E00D30">
      <w:r>
        <w:t>341.7453</w:t>
      </w:r>
      <w:r>
        <w:tab/>
        <w:t>1.013e0</w:t>
      </w:r>
    </w:p>
    <w:p w:rsidR="00E00D30" w:rsidRDefault="00E00D30" w:rsidP="00E00D30">
      <w:r>
        <w:t>341.7700</w:t>
      </w:r>
      <w:r>
        <w:tab/>
        <w:t>1.013e0</w:t>
      </w:r>
    </w:p>
    <w:p w:rsidR="00E00D30" w:rsidRDefault="00E00D30" w:rsidP="00E00D30">
      <w:r>
        <w:t>341.7885</w:t>
      </w:r>
      <w:r>
        <w:tab/>
        <w:t>2.025e0</w:t>
      </w:r>
    </w:p>
    <w:p w:rsidR="00E00D30" w:rsidRDefault="00E00D30" w:rsidP="00E00D30">
      <w:r>
        <w:t>341.7900</w:t>
      </w:r>
      <w:r>
        <w:tab/>
        <w:t>1.013e0</w:t>
      </w:r>
    </w:p>
    <w:p w:rsidR="00E00D30" w:rsidRDefault="00E00D30" w:rsidP="00E00D30">
      <w:r>
        <w:t>341.8635</w:t>
      </w:r>
      <w:r>
        <w:tab/>
        <w:t>1.013e0</w:t>
      </w:r>
    </w:p>
    <w:p w:rsidR="00E00D30" w:rsidRDefault="00E00D30" w:rsidP="00E00D30">
      <w:r>
        <w:t>341.8723</w:t>
      </w:r>
      <w:r>
        <w:tab/>
        <w:t>1.013e0</w:t>
      </w:r>
    </w:p>
    <w:p w:rsidR="00E00D30" w:rsidRDefault="00E00D30" w:rsidP="00E00D30">
      <w:r>
        <w:lastRenderedPageBreak/>
        <w:t>341.8825</w:t>
      </w:r>
      <w:r>
        <w:tab/>
        <w:t>3.038e0</w:t>
      </w:r>
    </w:p>
    <w:p w:rsidR="00E00D30" w:rsidRDefault="00E00D30" w:rsidP="00E00D30">
      <w:r>
        <w:t>341.9174</w:t>
      </w:r>
      <w:r>
        <w:tab/>
        <w:t>1.013e0</w:t>
      </w:r>
    </w:p>
    <w:p w:rsidR="00E00D30" w:rsidRDefault="00E00D30" w:rsidP="00E00D30">
      <w:r>
        <w:t>341.9218</w:t>
      </w:r>
      <w:r>
        <w:tab/>
        <w:t>3.038e0</w:t>
      </w:r>
    </w:p>
    <w:p w:rsidR="00E00D30" w:rsidRDefault="00E00D30" w:rsidP="00E00D30">
      <w:r>
        <w:t>341.9255</w:t>
      </w:r>
      <w:r>
        <w:tab/>
        <w:t>1.013e0</w:t>
      </w:r>
    </w:p>
    <w:p w:rsidR="00E00D30" w:rsidRDefault="00E00D30" w:rsidP="00E00D30">
      <w:r>
        <w:t>341.9373</w:t>
      </w:r>
      <w:r>
        <w:tab/>
        <w:t>1.013e0</w:t>
      </w:r>
    </w:p>
    <w:p w:rsidR="00E00D30" w:rsidRDefault="00E00D30" w:rsidP="00E00D30">
      <w:r>
        <w:t>341.9460</w:t>
      </w:r>
      <w:r>
        <w:tab/>
        <w:t>1.013e0</w:t>
      </w:r>
    </w:p>
    <w:p w:rsidR="00E00D30" w:rsidRDefault="00E00D30" w:rsidP="00E00D30">
      <w:r>
        <w:t>341.9561</w:t>
      </w:r>
      <w:r>
        <w:tab/>
        <w:t>1.013e0</w:t>
      </w:r>
    </w:p>
    <w:p w:rsidR="00E00D30" w:rsidRDefault="00E00D30" w:rsidP="00E00D30">
      <w:r>
        <w:t>341.9832</w:t>
      </w:r>
      <w:r>
        <w:tab/>
        <w:t>2.025e0</w:t>
      </w:r>
    </w:p>
    <w:p w:rsidR="00E00D30" w:rsidRDefault="00E00D30" w:rsidP="00E00D30">
      <w:r>
        <w:t>341.9867</w:t>
      </w:r>
      <w:r>
        <w:tab/>
        <w:t>2.025e0</w:t>
      </w:r>
    </w:p>
    <w:p w:rsidR="00E00D30" w:rsidRDefault="00E00D30" w:rsidP="00E00D30">
      <w:r>
        <w:t>341.9955</w:t>
      </w:r>
      <w:r>
        <w:tab/>
        <w:t>4.051e0</w:t>
      </w:r>
    </w:p>
    <w:p w:rsidR="00E00D30" w:rsidRDefault="00E00D30" w:rsidP="00E00D30">
      <w:r>
        <w:t>342.0023</w:t>
      </w:r>
      <w:r>
        <w:tab/>
        <w:t>2.025e0</w:t>
      </w:r>
    </w:p>
    <w:p w:rsidR="00E00D30" w:rsidRDefault="00E00D30" w:rsidP="00E00D30">
      <w:r>
        <w:t>342.0160</w:t>
      </w:r>
      <w:r>
        <w:tab/>
        <w:t>3.038e0</w:t>
      </w:r>
    </w:p>
    <w:p w:rsidR="00E00D30" w:rsidRDefault="00E00D30" w:rsidP="00E00D30">
      <w:r>
        <w:t>342.0237</w:t>
      </w:r>
      <w:r>
        <w:tab/>
        <w:t>1.013e0</w:t>
      </w:r>
    </w:p>
    <w:p w:rsidR="00E00D30" w:rsidRDefault="00E00D30" w:rsidP="00E00D30">
      <w:r>
        <w:t>342.0374</w:t>
      </w:r>
      <w:r>
        <w:tab/>
        <w:t>2.025e0</w:t>
      </w:r>
    </w:p>
    <w:p w:rsidR="00E00D30" w:rsidRDefault="00E00D30" w:rsidP="00E00D30">
      <w:r>
        <w:t>342.0446</w:t>
      </w:r>
      <w:r>
        <w:tab/>
        <w:t>1.013e0</w:t>
      </w:r>
    </w:p>
    <w:p w:rsidR="00E00D30" w:rsidRDefault="00E00D30" w:rsidP="00E00D30">
      <w:r>
        <w:t>342.0537</w:t>
      </w:r>
      <w:r>
        <w:tab/>
        <w:t>2.025e0</w:t>
      </w:r>
    </w:p>
    <w:p w:rsidR="00E00D30" w:rsidRDefault="00E00D30" w:rsidP="00E00D30">
      <w:r>
        <w:t>342.0553</w:t>
      </w:r>
      <w:r>
        <w:tab/>
        <w:t>2.025e0</w:t>
      </w:r>
    </w:p>
    <w:p w:rsidR="00E00D30" w:rsidRDefault="00E00D30" w:rsidP="00E00D30">
      <w:r>
        <w:t>342.0652</w:t>
      </w:r>
      <w:r>
        <w:tab/>
        <w:t>1.013e0</w:t>
      </w:r>
    </w:p>
    <w:p w:rsidR="00E00D30" w:rsidRDefault="00E00D30" w:rsidP="00E00D30">
      <w:r>
        <w:t>342.0785</w:t>
      </w:r>
      <w:r>
        <w:tab/>
        <w:t>1.013e0</w:t>
      </w:r>
    </w:p>
    <w:p w:rsidR="00E00D30" w:rsidRDefault="00E00D30" w:rsidP="00E00D30">
      <w:r>
        <w:lastRenderedPageBreak/>
        <w:t>342.0975</w:t>
      </w:r>
      <w:r>
        <w:tab/>
        <w:t>1.013e0</w:t>
      </w:r>
    </w:p>
    <w:p w:rsidR="00E00D30" w:rsidRDefault="00E00D30" w:rsidP="00E00D30">
      <w:r>
        <w:t>342.1041</w:t>
      </w:r>
      <w:r>
        <w:tab/>
        <w:t>2.025e0</w:t>
      </w:r>
    </w:p>
    <w:p w:rsidR="00E00D30" w:rsidRDefault="00E00D30" w:rsidP="00E00D30">
      <w:r>
        <w:t>342.1129</w:t>
      </w:r>
      <w:r>
        <w:tab/>
        <w:t>2.025e0</w:t>
      </w:r>
    </w:p>
    <w:p w:rsidR="00E00D30" w:rsidRDefault="00E00D30" w:rsidP="00E00D30">
      <w:r>
        <w:t>342.1390</w:t>
      </w:r>
      <w:r>
        <w:tab/>
        <w:t>1.013e0</w:t>
      </w:r>
    </w:p>
    <w:p w:rsidR="00E00D30" w:rsidRDefault="00E00D30" w:rsidP="00E00D30">
      <w:r>
        <w:t>342.1431</w:t>
      </w:r>
      <w:r>
        <w:tab/>
        <w:t>2.025e0</w:t>
      </w:r>
    </w:p>
    <w:p w:rsidR="00E00D30" w:rsidRDefault="00E00D30" w:rsidP="00E00D30">
      <w:r>
        <w:t>342.1448</w:t>
      </w:r>
      <w:r>
        <w:tab/>
        <w:t>2.025e0</w:t>
      </w:r>
    </w:p>
    <w:p w:rsidR="00E00D30" w:rsidRDefault="00E00D30" w:rsidP="00E00D30">
      <w:r>
        <w:t>342.1481</w:t>
      </w:r>
      <w:r>
        <w:tab/>
        <w:t>3.038e0</w:t>
      </w:r>
    </w:p>
    <w:p w:rsidR="00E00D30" w:rsidRDefault="00E00D30" w:rsidP="00E00D30">
      <w:r>
        <w:t>342.1533</w:t>
      </w:r>
      <w:r>
        <w:tab/>
        <w:t>2.025e0</w:t>
      </w:r>
    </w:p>
    <w:p w:rsidR="00E00D30" w:rsidRDefault="00E00D30" w:rsidP="00E00D30">
      <w:r>
        <w:t>342.1605</w:t>
      </w:r>
      <w:r>
        <w:tab/>
        <w:t>3.038e0</w:t>
      </w:r>
    </w:p>
    <w:p w:rsidR="00E00D30" w:rsidRDefault="00E00D30" w:rsidP="00E00D30">
      <w:r>
        <w:t>342.1627</w:t>
      </w:r>
      <w:r>
        <w:tab/>
        <w:t>2.025e0</w:t>
      </w:r>
    </w:p>
    <w:p w:rsidR="00E00D30" w:rsidRDefault="00E00D30" w:rsidP="00E00D30">
      <w:r>
        <w:t>342.1672</w:t>
      </w:r>
      <w:r>
        <w:tab/>
        <w:t>2.025e0</w:t>
      </w:r>
    </w:p>
    <w:p w:rsidR="00E00D30" w:rsidRDefault="00E00D30" w:rsidP="00E00D30">
      <w:r>
        <w:t>342.1779</w:t>
      </w:r>
      <w:r>
        <w:tab/>
        <w:t>2.025e0</w:t>
      </w:r>
    </w:p>
    <w:p w:rsidR="00E00D30" w:rsidRDefault="00E00D30" w:rsidP="00E00D30">
      <w:r>
        <w:t>342.1888</w:t>
      </w:r>
      <w:r>
        <w:tab/>
        <w:t>2.025e0</w:t>
      </w:r>
    </w:p>
    <w:p w:rsidR="00E00D30" w:rsidRDefault="00E00D30" w:rsidP="00E00D30">
      <w:r>
        <w:t>342.1961</w:t>
      </w:r>
      <w:r>
        <w:tab/>
        <w:t>1.013e0</w:t>
      </w:r>
    </w:p>
    <w:p w:rsidR="00E00D30" w:rsidRDefault="00E00D30" w:rsidP="00E00D30">
      <w:r>
        <w:t>342.2007</w:t>
      </w:r>
      <w:r>
        <w:tab/>
        <w:t>2.025e0</w:t>
      </w:r>
    </w:p>
    <w:p w:rsidR="00E00D30" w:rsidRDefault="00E00D30" w:rsidP="00E00D30">
      <w:r>
        <w:t>342.2095</w:t>
      </w:r>
      <w:r>
        <w:tab/>
        <w:t>2.025e0</w:t>
      </w:r>
    </w:p>
    <w:p w:rsidR="00E00D30" w:rsidRDefault="00E00D30" w:rsidP="00E00D30">
      <w:r>
        <w:t>342.2207</w:t>
      </w:r>
      <w:r>
        <w:tab/>
        <w:t>1.013e0</w:t>
      </w:r>
    </w:p>
    <w:p w:rsidR="00E00D30" w:rsidRDefault="00E00D30" w:rsidP="00E00D30">
      <w:r>
        <w:t>342.2324</w:t>
      </w:r>
      <w:r>
        <w:tab/>
        <w:t>1.013e0</w:t>
      </w:r>
    </w:p>
    <w:p w:rsidR="00E00D30" w:rsidRDefault="00E00D30" w:rsidP="00E00D30">
      <w:r>
        <w:t>342.2453</w:t>
      </w:r>
      <w:r>
        <w:tab/>
        <w:t>1.013e0</w:t>
      </w:r>
    </w:p>
    <w:p w:rsidR="00E00D30" w:rsidRDefault="00E00D30" w:rsidP="00E00D30">
      <w:r>
        <w:lastRenderedPageBreak/>
        <w:t>342.2563</w:t>
      </w:r>
      <w:r>
        <w:tab/>
        <w:t>1.013e0</w:t>
      </w:r>
    </w:p>
    <w:p w:rsidR="00E00D30" w:rsidRDefault="00E00D30" w:rsidP="00E00D30">
      <w:r>
        <w:t>342.2610</w:t>
      </w:r>
      <w:r>
        <w:tab/>
        <w:t>6.076e0</w:t>
      </w:r>
    </w:p>
    <w:p w:rsidR="00E00D30" w:rsidRDefault="00E00D30" w:rsidP="00E00D30">
      <w:r>
        <w:t>342.2703</w:t>
      </w:r>
      <w:r>
        <w:tab/>
        <w:t>1.013e0</w:t>
      </w:r>
    </w:p>
    <w:p w:rsidR="00E00D30" w:rsidRDefault="00E00D30" w:rsidP="00E00D30">
      <w:r>
        <w:t>342.2809</w:t>
      </w:r>
      <w:r>
        <w:tab/>
        <w:t>1.013e0</w:t>
      </w:r>
    </w:p>
    <w:p w:rsidR="00E00D30" w:rsidRDefault="00E00D30" w:rsidP="00E00D30">
      <w:r>
        <w:t>342.2868</w:t>
      </w:r>
      <w:r>
        <w:tab/>
        <w:t>2.025e0</w:t>
      </w:r>
    </w:p>
    <w:p w:rsidR="00E00D30" w:rsidRDefault="00E00D30" w:rsidP="00E00D30">
      <w:r>
        <w:t>342.3055</w:t>
      </w:r>
      <w:r>
        <w:tab/>
        <w:t>1.013e0</w:t>
      </w:r>
    </w:p>
    <w:p w:rsidR="00E00D30" w:rsidRDefault="00E00D30" w:rsidP="00E00D30">
      <w:r>
        <w:t>342.3116</w:t>
      </w:r>
      <w:r>
        <w:tab/>
        <w:t>1.013e0</w:t>
      </w:r>
    </w:p>
    <w:p w:rsidR="00E00D30" w:rsidRDefault="00E00D30" w:rsidP="00E00D30">
      <w:r>
        <w:t>342.3136</w:t>
      </w:r>
      <w:r>
        <w:tab/>
        <w:t>2.025e0</w:t>
      </w:r>
    </w:p>
    <w:p w:rsidR="00E00D30" w:rsidRDefault="00E00D30" w:rsidP="00E00D30">
      <w:r>
        <w:t>342.3241</w:t>
      </w:r>
      <w:r>
        <w:tab/>
        <w:t>1.013e0</w:t>
      </w:r>
    </w:p>
    <w:p w:rsidR="00E00D30" w:rsidRDefault="00E00D30" w:rsidP="00E00D30">
      <w:r>
        <w:t>342.3487</w:t>
      </w:r>
      <w:r>
        <w:tab/>
        <w:t>1.013e0</w:t>
      </w:r>
    </w:p>
    <w:p w:rsidR="00E00D30" w:rsidRDefault="00E00D30" w:rsidP="00E00D30">
      <w:r>
        <w:t>342.4008</w:t>
      </w:r>
      <w:r>
        <w:tab/>
        <w:t>2.025e0</w:t>
      </w:r>
    </w:p>
    <w:p w:rsidR="00E00D30" w:rsidRDefault="00E00D30" w:rsidP="00E00D30">
      <w:r>
        <w:t>342.4096</w:t>
      </w:r>
      <w:r>
        <w:tab/>
        <w:t>1.013e0</w:t>
      </w:r>
    </w:p>
    <w:p w:rsidR="00E00D30" w:rsidRDefault="00E00D30" w:rsidP="00E00D30">
      <w:r>
        <w:t>342.4382</w:t>
      </w:r>
      <w:r>
        <w:tab/>
        <w:t>3.038e0</w:t>
      </w:r>
    </w:p>
    <w:p w:rsidR="00E00D30" w:rsidRDefault="00E00D30" w:rsidP="00E00D30">
      <w:r>
        <w:t>342.4470</w:t>
      </w:r>
      <w:r>
        <w:tab/>
        <w:t>1.013e0</w:t>
      </w:r>
    </w:p>
    <w:p w:rsidR="00E00D30" w:rsidRDefault="00E00D30" w:rsidP="00E00D30">
      <w:r>
        <w:t>342.4716</w:t>
      </w:r>
      <w:r>
        <w:tab/>
        <w:t>1.013e0</w:t>
      </w:r>
    </w:p>
    <w:p w:rsidR="00E00D30" w:rsidRDefault="00E00D30" w:rsidP="00E00D30">
      <w:r>
        <w:t>342.4912</w:t>
      </w:r>
      <w:r>
        <w:tab/>
        <w:t>2.025e0</w:t>
      </w:r>
    </w:p>
    <w:p w:rsidR="00E00D30" w:rsidRDefault="00E00D30" w:rsidP="00E00D30">
      <w:r>
        <w:t>342.5267</w:t>
      </w:r>
      <w:r>
        <w:tab/>
        <w:t>1.013e0</w:t>
      </w:r>
    </w:p>
    <w:p w:rsidR="00E00D30" w:rsidRDefault="00E00D30" w:rsidP="00E00D30">
      <w:r>
        <w:t>342.5327</w:t>
      </w:r>
      <w:r>
        <w:tab/>
        <w:t>1.013e0</w:t>
      </w:r>
    </w:p>
    <w:p w:rsidR="00E00D30" w:rsidRDefault="00E00D30" w:rsidP="00E00D30">
      <w:r>
        <w:t>342.5405</w:t>
      </w:r>
      <w:r>
        <w:tab/>
        <w:t>1.013e0</w:t>
      </w:r>
    </w:p>
    <w:p w:rsidR="00E00D30" w:rsidRDefault="00E00D30" w:rsidP="00E00D30">
      <w:r>
        <w:lastRenderedPageBreak/>
        <w:t>342.5512</w:t>
      </w:r>
      <w:r>
        <w:tab/>
        <w:t>1.013e0</w:t>
      </w:r>
    </w:p>
    <w:p w:rsidR="00E00D30" w:rsidRDefault="00E00D30" w:rsidP="00E00D30">
      <w:r>
        <w:t>342.5735</w:t>
      </w:r>
      <w:r>
        <w:tab/>
        <w:t>2.025e0</w:t>
      </w:r>
    </w:p>
    <w:p w:rsidR="00E00D30" w:rsidRDefault="00E00D30" w:rsidP="00E00D30">
      <w:r>
        <w:t>342.5942</w:t>
      </w:r>
      <w:r>
        <w:tab/>
        <w:t>2.025e0</w:t>
      </w:r>
    </w:p>
    <w:p w:rsidR="00E00D30" w:rsidRDefault="00E00D30" w:rsidP="00E00D30">
      <w:r>
        <w:t>342.6006</w:t>
      </w:r>
      <w:r>
        <w:tab/>
        <w:t>2.025e0</w:t>
      </w:r>
    </w:p>
    <w:p w:rsidR="00E00D30" w:rsidRDefault="00E00D30" w:rsidP="00E00D30">
      <w:r>
        <w:t>342.6063</w:t>
      </w:r>
      <w:r>
        <w:tab/>
        <w:t>1.013e0</w:t>
      </w:r>
    </w:p>
    <w:p w:rsidR="00E00D30" w:rsidRDefault="00E00D30" w:rsidP="00E00D30">
      <w:r>
        <w:t>342.6103</w:t>
      </w:r>
      <w:r>
        <w:tab/>
        <w:t>1.013e0</w:t>
      </w:r>
    </w:p>
    <w:p w:rsidR="00E00D30" w:rsidRDefault="00E00D30" w:rsidP="00E00D30">
      <w:r>
        <w:t>342.6803</w:t>
      </w:r>
      <w:r>
        <w:tab/>
        <w:t>1.013e0</w:t>
      </w:r>
    </w:p>
    <w:p w:rsidR="00E00D30" w:rsidRDefault="00E00D30" w:rsidP="00E00D30">
      <w:r>
        <w:t>342.6843</w:t>
      </w:r>
      <w:r>
        <w:tab/>
        <w:t>2.025e0</w:t>
      </w:r>
    </w:p>
    <w:p w:rsidR="00E00D30" w:rsidRDefault="00E00D30" w:rsidP="00E00D30">
      <w:r>
        <w:t>342.7174</w:t>
      </w:r>
      <w:r>
        <w:tab/>
        <w:t>1.013e0</w:t>
      </w:r>
    </w:p>
    <w:p w:rsidR="00E00D30" w:rsidRDefault="00E00D30" w:rsidP="00E00D30">
      <w:r>
        <w:t>342.7234</w:t>
      </w:r>
      <w:r>
        <w:tab/>
        <w:t>1.013e0</w:t>
      </w:r>
    </w:p>
    <w:p w:rsidR="00E00D30" w:rsidRDefault="00E00D30" w:rsidP="00E00D30">
      <w:r>
        <w:t>342.7541</w:t>
      </w:r>
      <w:r>
        <w:tab/>
        <w:t>1.013e0</w:t>
      </w:r>
    </w:p>
    <w:p w:rsidR="00E00D30" w:rsidRDefault="00E00D30" w:rsidP="00E00D30">
      <w:r>
        <w:t>342.7577</w:t>
      </w:r>
      <w:r>
        <w:tab/>
        <w:t>1.013e0</w:t>
      </w:r>
    </w:p>
    <w:p w:rsidR="00E00D30" w:rsidRDefault="00E00D30" w:rsidP="00E00D30">
      <w:r>
        <w:t>342.8033</w:t>
      </w:r>
      <w:r>
        <w:tab/>
        <w:t>2.025e0</w:t>
      </w:r>
    </w:p>
    <w:p w:rsidR="00E00D30" w:rsidRDefault="00E00D30" w:rsidP="00E00D30">
      <w:r>
        <w:t>342.8112</w:t>
      </w:r>
      <w:r>
        <w:tab/>
        <w:t>1.013e0</w:t>
      </w:r>
    </w:p>
    <w:p w:rsidR="00E00D30" w:rsidRDefault="00E00D30" w:rsidP="00E00D30">
      <w:r>
        <w:t>342.8218</w:t>
      </w:r>
      <w:r>
        <w:tab/>
        <w:t>1.013e0</w:t>
      </w:r>
    </w:p>
    <w:p w:rsidR="00E00D30" w:rsidRDefault="00E00D30" w:rsidP="00E00D30">
      <w:r>
        <w:t>342.8402</w:t>
      </w:r>
      <w:r>
        <w:tab/>
        <w:t>1.013e0</w:t>
      </w:r>
    </w:p>
    <w:p w:rsidR="00E00D30" w:rsidRDefault="00E00D30" w:rsidP="00E00D30">
      <w:r>
        <w:t>342.8525</w:t>
      </w:r>
      <w:r>
        <w:tab/>
        <w:t>1.013e0</w:t>
      </w:r>
    </w:p>
    <w:p w:rsidR="00E00D30" w:rsidRDefault="00E00D30" w:rsidP="00E00D30">
      <w:r>
        <w:t>342.8809</w:t>
      </w:r>
      <w:r>
        <w:tab/>
        <w:t>1.013e0</w:t>
      </w:r>
    </w:p>
    <w:p w:rsidR="00E00D30" w:rsidRDefault="00E00D30" w:rsidP="00E00D30">
      <w:r>
        <w:t>342.8896</w:t>
      </w:r>
      <w:r>
        <w:tab/>
        <w:t>1.013e0</w:t>
      </w:r>
    </w:p>
    <w:p w:rsidR="00E00D30" w:rsidRDefault="00E00D30" w:rsidP="00E00D30">
      <w:r>
        <w:lastRenderedPageBreak/>
        <w:t>342.9053</w:t>
      </w:r>
      <w:r>
        <w:tab/>
        <w:t>1.013e0</w:t>
      </w:r>
    </w:p>
    <w:p w:rsidR="00E00D30" w:rsidRDefault="00E00D30" w:rsidP="00E00D30">
      <w:r>
        <w:t>342.9094</w:t>
      </w:r>
      <w:r>
        <w:tab/>
        <w:t>1.013e0</w:t>
      </w:r>
    </w:p>
    <w:p w:rsidR="00E00D30" w:rsidRDefault="00E00D30" w:rsidP="00E00D30">
      <w:r>
        <w:t>342.9204</w:t>
      </w:r>
      <w:r>
        <w:tab/>
        <w:t>1.013e0</w:t>
      </w:r>
    </w:p>
    <w:p w:rsidR="00E00D30" w:rsidRDefault="00E00D30" w:rsidP="00E00D30">
      <w:r>
        <w:t>342.9250</w:t>
      </w:r>
      <w:r>
        <w:tab/>
        <w:t>2.025e0</w:t>
      </w:r>
    </w:p>
    <w:p w:rsidR="00E00D30" w:rsidRDefault="00E00D30" w:rsidP="00E00D30">
      <w:r>
        <w:t>342.9514</w:t>
      </w:r>
      <w:r>
        <w:tab/>
        <w:t>1.013e0</w:t>
      </w:r>
    </w:p>
    <w:p w:rsidR="00E00D30" w:rsidRDefault="00E00D30" w:rsidP="00E00D30">
      <w:r>
        <w:t>342.9590</w:t>
      </w:r>
      <w:r>
        <w:tab/>
        <w:t>2.025e0</w:t>
      </w:r>
    </w:p>
    <w:p w:rsidR="00E00D30" w:rsidRDefault="00E00D30" w:rsidP="00E00D30">
      <w:r>
        <w:t>342.9722</w:t>
      </w:r>
      <w:r>
        <w:tab/>
        <w:t>2.025e0</w:t>
      </w:r>
    </w:p>
    <w:p w:rsidR="00E00D30" w:rsidRDefault="00E00D30" w:rsidP="00E00D30">
      <w:r>
        <w:t>342.9793</w:t>
      </w:r>
      <w:r>
        <w:tab/>
        <w:t>1.013e0</w:t>
      </w:r>
    </w:p>
    <w:p w:rsidR="00E00D30" w:rsidRDefault="00E00D30" w:rsidP="00E00D30">
      <w:r>
        <w:t>343.0002</w:t>
      </w:r>
      <w:r>
        <w:tab/>
        <w:t>1.013e0</w:t>
      </w:r>
    </w:p>
    <w:p w:rsidR="00E00D30" w:rsidRDefault="00E00D30" w:rsidP="00E00D30">
      <w:r>
        <w:t>343.0125</w:t>
      </w:r>
      <w:r>
        <w:tab/>
        <w:t>1.013e0</w:t>
      </w:r>
    </w:p>
    <w:p w:rsidR="00E00D30" w:rsidRDefault="00E00D30" w:rsidP="00E00D30">
      <w:r>
        <w:t>343.0247</w:t>
      </w:r>
      <w:r>
        <w:tab/>
        <w:t>1.013e0</w:t>
      </w:r>
    </w:p>
    <w:p w:rsidR="00E00D30" w:rsidRDefault="00E00D30" w:rsidP="00E00D30">
      <w:r>
        <w:t>343.0429</w:t>
      </w:r>
      <w:r>
        <w:tab/>
        <w:t>4.051e0</w:t>
      </w:r>
    </w:p>
    <w:p w:rsidR="00E00D30" w:rsidRDefault="00E00D30" w:rsidP="00E00D30">
      <w:r>
        <w:t>343.0490</w:t>
      </w:r>
      <w:r>
        <w:tab/>
        <w:t>2.025e0</w:t>
      </w:r>
    </w:p>
    <w:p w:rsidR="00E00D30" w:rsidRDefault="00E00D30" w:rsidP="00E00D30">
      <w:r>
        <w:t>343.0631</w:t>
      </w:r>
      <w:r>
        <w:tab/>
        <w:t>2.025e0</w:t>
      </w:r>
    </w:p>
    <w:p w:rsidR="00E00D30" w:rsidRDefault="00E00D30" w:rsidP="00E00D30">
      <w:r>
        <w:t>343.0744</w:t>
      </w:r>
      <w:r>
        <w:tab/>
        <w:t>1.013e0</w:t>
      </w:r>
    </w:p>
    <w:p w:rsidR="00E00D30" w:rsidRDefault="00E00D30" w:rsidP="00E00D30">
      <w:r>
        <w:t>343.0929</w:t>
      </w:r>
      <w:r>
        <w:tab/>
        <w:t>2.025e0</w:t>
      </w:r>
    </w:p>
    <w:p w:rsidR="00E00D30" w:rsidRDefault="00E00D30" w:rsidP="00E00D30">
      <w:r>
        <w:t>343.1042</w:t>
      </w:r>
      <w:r>
        <w:tab/>
        <w:t>2.025e0</w:t>
      </w:r>
    </w:p>
    <w:p w:rsidR="00E00D30" w:rsidRDefault="00E00D30" w:rsidP="00E00D30">
      <w:r>
        <w:t>343.1077</w:t>
      </w:r>
      <w:r>
        <w:tab/>
        <w:t>2.025e0</w:t>
      </w:r>
    </w:p>
    <w:p w:rsidR="00E00D30" w:rsidRDefault="00E00D30" w:rsidP="00E00D30">
      <w:r>
        <w:t>343.1173</w:t>
      </w:r>
      <w:r>
        <w:tab/>
        <w:t>1.013e0</w:t>
      </w:r>
    </w:p>
    <w:p w:rsidR="00E00D30" w:rsidRDefault="00E00D30" w:rsidP="00E00D30">
      <w:r>
        <w:lastRenderedPageBreak/>
        <w:t>343.1268</w:t>
      </w:r>
      <w:r>
        <w:tab/>
        <w:t>4.051e0</w:t>
      </w:r>
    </w:p>
    <w:p w:rsidR="00E00D30" w:rsidRDefault="00E00D30" w:rsidP="00E00D30">
      <w:r>
        <w:t>343.1344</w:t>
      </w:r>
      <w:r>
        <w:tab/>
        <w:t>2.025e0</w:t>
      </w:r>
    </w:p>
    <w:p w:rsidR="00E00D30" w:rsidRDefault="00E00D30" w:rsidP="00E00D30">
      <w:r>
        <w:t>343.1447</w:t>
      </w:r>
      <w:r>
        <w:tab/>
        <w:t>2.025e0</w:t>
      </w:r>
    </w:p>
    <w:p w:rsidR="00E00D30" w:rsidRDefault="00E00D30" w:rsidP="00E00D30">
      <w:r>
        <w:t>343.1490</w:t>
      </w:r>
      <w:r>
        <w:tab/>
        <w:t>3.038e0</w:t>
      </w:r>
    </w:p>
    <w:p w:rsidR="00E00D30" w:rsidRDefault="00E00D30" w:rsidP="00E00D30">
      <w:r>
        <w:t>343.1515</w:t>
      </w:r>
      <w:r>
        <w:tab/>
        <w:t>2.025e0</w:t>
      </w:r>
    </w:p>
    <w:p w:rsidR="00E00D30" w:rsidRDefault="00E00D30" w:rsidP="00E00D30">
      <w:r>
        <w:t>343.1666</w:t>
      </w:r>
      <w:r>
        <w:tab/>
        <w:t>1.013e0</w:t>
      </w:r>
    </w:p>
    <w:p w:rsidR="00E00D30" w:rsidRDefault="00E00D30" w:rsidP="00E00D30">
      <w:r>
        <w:t>343.1803</w:t>
      </w:r>
      <w:r>
        <w:tab/>
        <w:t>1.013e0</w:t>
      </w:r>
    </w:p>
    <w:p w:rsidR="00E00D30" w:rsidRDefault="00E00D30" w:rsidP="00E00D30">
      <w:r>
        <w:t>343.2051</w:t>
      </w:r>
      <w:r>
        <w:tab/>
        <w:t>2.025e0</w:t>
      </w:r>
    </w:p>
    <w:p w:rsidR="00E00D30" w:rsidRDefault="00E00D30" w:rsidP="00E00D30">
      <w:r>
        <w:t>343.2095</w:t>
      </w:r>
      <w:r>
        <w:tab/>
        <w:t>2.025e0</w:t>
      </w:r>
    </w:p>
    <w:p w:rsidR="00E00D30" w:rsidRDefault="00E00D30" w:rsidP="00E00D30">
      <w:r>
        <w:t>343.2110</w:t>
      </w:r>
      <w:r>
        <w:tab/>
        <w:t>2.025e0</w:t>
      </w:r>
    </w:p>
    <w:p w:rsidR="00E00D30" w:rsidRDefault="00E00D30" w:rsidP="00E00D30">
      <w:r>
        <w:t>343.2130</w:t>
      </w:r>
      <w:r>
        <w:tab/>
        <w:t>2.025e0</w:t>
      </w:r>
    </w:p>
    <w:p w:rsidR="00E00D30" w:rsidRDefault="00E00D30" w:rsidP="00E00D30">
      <w:r>
        <w:t>343.2160</w:t>
      </w:r>
      <w:r>
        <w:tab/>
        <w:t>2.025e0</w:t>
      </w:r>
    </w:p>
    <w:p w:rsidR="00E00D30" w:rsidRDefault="00E00D30" w:rsidP="00E00D30">
      <w:r>
        <w:t>343.2353</w:t>
      </w:r>
      <w:r>
        <w:tab/>
        <w:t>3.038e0</w:t>
      </w:r>
    </w:p>
    <w:p w:rsidR="00E00D30" w:rsidRDefault="00E00D30" w:rsidP="00E00D30">
      <w:r>
        <w:t>343.2660</w:t>
      </w:r>
      <w:r>
        <w:tab/>
        <w:t>2.025e0</w:t>
      </w:r>
    </w:p>
    <w:p w:rsidR="00E00D30" w:rsidRDefault="00E00D30" w:rsidP="00E00D30">
      <w:r>
        <w:t>343.2834</w:t>
      </w:r>
      <w:r>
        <w:tab/>
        <w:t>2.025e0</w:t>
      </w:r>
    </w:p>
    <w:p w:rsidR="00E00D30" w:rsidRDefault="00E00D30" w:rsidP="00E00D30">
      <w:r>
        <w:t>343.2849</w:t>
      </w:r>
      <w:r>
        <w:tab/>
        <w:t>2.025e0</w:t>
      </w:r>
    </w:p>
    <w:p w:rsidR="00E00D30" w:rsidRDefault="00E00D30" w:rsidP="00E00D30">
      <w:r>
        <w:t>343.2866</w:t>
      </w:r>
      <w:r>
        <w:tab/>
        <w:t>2.025e0</w:t>
      </w:r>
    </w:p>
    <w:p w:rsidR="00E00D30" w:rsidRDefault="00E00D30" w:rsidP="00E00D30">
      <w:r>
        <w:t>343.2893</w:t>
      </w:r>
      <w:r>
        <w:tab/>
        <w:t>3.038e0</w:t>
      </w:r>
    </w:p>
    <w:p w:rsidR="00E00D30" w:rsidRDefault="00E00D30" w:rsidP="00E00D30">
      <w:r>
        <w:t>343.2969</w:t>
      </w:r>
      <w:r>
        <w:tab/>
        <w:t>3.038e0</w:t>
      </w:r>
    </w:p>
    <w:p w:rsidR="00E00D30" w:rsidRDefault="00E00D30" w:rsidP="00E00D30">
      <w:r>
        <w:lastRenderedPageBreak/>
        <w:t>343.2989</w:t>
      </w:r>
      <w:r>
        <w:tab/>
        <w:t>4.051e0</w:t>
      </w:r>
    </w:p>
    <w:p w:rsidR="00E00D30" w:rsidRDefault="00E00D30" w:rsidP="00E00D30">
      <w:r>
        <w:t>343.3091</w:t>
      </w:r>
      <w:r>
        <w:tab/>
        <w:t>3.038e0</w:t>
      </w:r>
    </w:p>
    <w:p w:rsidR="00E00D30" w:rsidRDefault="00E00D30" w:rsidP="00E00D30">
      <w:r>
        <w:t>343.3144</w:t>
      </w:r>
      <w:r>
        <w:tab/>
        <w:t>1.013e0</w:t>
      </w:r>
    </w:p>
    <w:p w:rsidR="00E00D30" w:rsidRDefault="00E00D30" w:rsidP="00E00D30">
      <w:r>
        <w:t>343.3237</w:t>
      </w:r>
      <w:r>
        <w:tab/>
        <w:t>1.013e0</w:t>
      </w:r>
    </w:p>
    <w:p w:rsidR="00E00D30" w:rsidRDefault="00E00D30" w:rsidP="00E00D30">
      <w:r>
        <w:t>343.3279</w:t>
      </w:r>
      <w:r>
        <w:tab/>
        <w:t>1.013e0</w:t>
      </w:r>
    </w:p>
    <w:p w:rsidR="00E00D30" w:rsidRDefault="00E00D30" w:rsidP="00E00D30">
      <w:r>
        <w:t>343.3394</w:t>
      </w:r>
      <w:r>
        <w:tab/>
        <w:t>1.013e0</w:t>
      </w:r>
    </w:p>
    <w:p w:rsidR="00E00D30" w:rsidRDefault="00E00D30" w:rsidP="00E00D30">
      <w:r>
        <w:t>343.3446</w:t>
      </w:r>
      <w:r>
        <w:tab/>
        <w:t>2.025e0</w:t>
      </w:r>
    </w:p>
    <w:p w:rsidR="00E00D30" w:rsidRDefault="00E00D30" w:rsidP="00E00D30">
      <w:r>
        <w:t>343.3524</w:t>
      </w:r>
      <w:r>
        <w:tab/>
        <w:t>1.013e0</w:t>
      </w:r>
    </w:p>
    <w:p w:rsidR="00E00D30" w:rsidRDefault="00E00D30" w:rsidP="00E00D30">
      <w:r>
        <w:t>343.3881</w:t>
      </w:r>
      <w:r>
        <w:tab/>
        <w:t>1.013e0</w:t>
      </w:r>
    </w:p>
    <w:p w:rsidR="00E00D30" w:rsidRDefault="00E00D30" w:rsidP="00E00D30">
      <w:r>
        <w:t>343.4117</w:t>
      </w:r>
      <w:r>
        <w:tab/>
        <w:t>3.038e0</w:t>
      </w:r>
    </w:p>
    <w:p w:rsidR="00E00D30" w:rsidRDefault="00E00D30" w:rsidP="00E00D30">
      <w:r>
        <w:t>343.4183</w:t>
      </w:r>
      <w:r>
        <w:tab/>
        <w:t>1.013e0</w:t>
      </w:r>
    </w:p>
    <w:p w:rsidR="00E00D30" w:rsidRDefault="00E00D30" w:rsidP="00E00D30">
      <w:r>
        <w:t>343.4431</w:t>
      </w:r>
      <w:r>
        <w:tab/>
        <w:t>1.013e0</w:t>
      </w:r>
    </w:p>
    <w:p w:rsidR="00E00D30" w:rsidRDefault="00E00D30" w:rsidP="00E00D30">
      <w:r>
        <w:t>343.4510</w:t>
      </w:r>
      <w:r>
        <w:tab/>
        <w:t>1.013e0</w:t>
      </w:r>
    </w:p>
    <w:p w:rsidR="00E00D30" w:rsidRDefault="00E00D30" w:rsidP="00E00D30">
      <w:r>
        <w:t>343.4921</w:t>
      </w:r>
      <w:r>
        <w:tab/>
        <w:t>1.013e0</w:t>
      </w:r>
    </w:p>
    <w:p w:rsidR="00E00D30" w:rsidRDefault="00E00D30" w:rsidP="00E00D30">
      <w:r>
        <w:t>343.5002</w:t>
      </w:r>
      <w:r>
        <w:tab/>
        <w:t>1.013e0</w:t>
      </w:r>
    </w:p>
    <w:p w:rsidR="00E00D30" w:rsidRDefault="00E00D30" w:rsidP="00E00D30">
      <w:r>
        <w:t>343.5206</w:t>
      </w:r>
      <w:r>
        <w:tab/>
        <w:t>1.013e0</w:t>
      </w:r>
    </w:p>
    <w:p w:rsidR="00E00D30" w:rsidRDefault="00E00D30" w:rsidP="00E00D30">
      <w:r>
        <w:t>343.5415</w:t>
      </w:r>
      <w:r>
        <w:tab/>
        <w:t>1.013e0</w:t>
      </w:r>
    </w:p>
    <w:p w:rsidR="00E00D30" w:rsidRDefault="00E00D30" w:rsidP="00E00D30">
      <w:r>
        <w:t>343.5498</w:t>
      </w:r>
      <w:r>
        <w:tab/>
        <w:t>1.013e0</w:t>
      </w:r>
    </w:p>
    <w:p w:rsidR="00E00D30" w:rsidRDefault="00E00D30" w:rsidP="00E00D30">
      <w:r>
        <w:t>343.5793</w:t>
      </w:r>
      <w:r>
        <w:tab/>
        <w:t>1.013e0</w:t>
      </w:r>
    </w:p>
    <w:p w:rsidR="00E00D30" w:rsidRDefault="00E00D30" w:rsidP="00E00D30">
      <w:r>
        <w:lastRenderedPageBreak/>
        <w:t>343.6107</w:t>
      </w:r>
      <w:r>
        <w:tab/>
        <w:t>2.025e0</w:t>
      </w:r>
    </w:p>
    <w:p w:rsidR="00E00D30" w:rsidRDefault="00E00D30" w:rsidP="00E00D30">
      <w:r>
        <w:t>343.6153</w:t>
      </w:r>
      <w:r>
        <w:tab/>
        <w:t>3.038e0</w:t>
      </w:r>
    </w:p>
    <w:p w:rsidR="00E00D30" w:rsidRDefault="00E00D30" w:rsidP="00E00D30">
      <w:r>
        <w:t>343.6197</w:t>
      </w:r>
      <w:r>
        <w:tab/>
        <w:t>1.013e0</w:t>
      </w:r>
    </w:p>
    <w:p w:rsidR="00E00D30" w:rsidRDefault="00E00D30" w:rsidP="00E00D30">
      <w:r>
        <w:t>343.6286</w:t>
      </w:r>
      <w:r>
        <w:tab/>
        <w:t>1.013e0</w:t>
      </w:r>
    </w:p>
    <w:p w:rsidR="00E00D30" w:rsidRDefault="00E00D30" w:rsidP="00E00D30">
      <w:r>
        <w:t>343.6532</w:t>
      </w:r>
      <w:r>
        <w:tab/>
        <w:t>1.013e0</w:t>
      </w:r>
    </w:p>
    <w:p w:rsidR="00E00D30" w:rsidRDefault="00E00D30" w:rsidP="00E00D30">
      <w:r>
        <w:t>343.6783</w:t>
      </w:r>
      <w:r>
        <w:tab/>
        <w:t>1.013e0</w:t>
      </w:r>
    </w:p>
    <w:p w:rsidR="00E00D30" w:rsidRDefault="00E00D30" w:rsidP="00E00D30">
      <w:r>
        <w:t>343.7422</w:t>
      </w:r>
      <w:r>
        <w:tab/>
        <w:t>1.013e0</w:t>
      </w:r>
    </w:p>
    <w:p w:rsidR="00E00D30" w:rsidRDefault="00E00D30" w:rsidP="00E00D30">
      <w:r>
        <w:t>343.8074</w:t>
      </w:r>
      <w:r>
        <w:tab/>
        <w:t>1.013e0</w:t>
      </w:r>
    </w:p>
    <w:p w:rsidR="00E00D30" w:rsidRDefault="00E00D30" w:rsidP="00E00D30">
      <w:r>
        <w:t>343.8163</w:t>
      </w:r>
      <w:r>
        <w:tab/>
        <w:t>1.013e0</w:t>
      </w:r>
    </w:p>
    <w:p w:rsidR="00E00D30" w:rsidRDefault="00E00D30" w:rsidP="00E00D30">
      <w:r>
        <w:t>343.8369</w:t>
      </w:r>
      <w:r>
        <w:tab/>
        <w:t>1.013e0</w:t>
      </w:r>
    </w:p>
    <w:p w:rsidR="00E00D30" w:rsidRDefault="00E00D30" w:rsidP="00E00D30">
      <w:r>
        <w:t>343.8655</w:t>
      </w:r>
      <w:r>
        <w:tab/>
        <w:t>1.013e0</w:t>
      </w:r>
    </w:p>
    <w:p w:rsidR="00E00D30" w:rsidRDefault="00E00D30" w:rsidP="00E00D30">
      <w:r>
        <w:t>343.8729</w:t>
      </w:r>
      <w:r>
        <w:tab/>
        <w:t>2.025e0</w:t>
      </w:r>
    </w:p>
    <w:p w:rsidR="00E00D30" w:rsidRDefault="00E00D30" w:rsidP="00E00D30">
      <w:r>
        <w:t>343.9065</w:t>
      </w:r>
      <w:r>
        <w:tab/>
        <w:t>1.013e0</w:t>
      </w:r>
    </w:p>
    <w:p w:rsidR="00E00D30" w:rsidRDefault="00E00D30" w:rsidP="00E00D30">
      <w:r>
        <w:t>343.9186</w:t>
      </w:r>
      <w:r>
        <w:tab/>
        <w:t>3.038e0</w:t>
      </w:r>
    </w:p>
    <w:p w:rsidR="00E00D30" w:rsidRDefault="00E00D30" w:rsidP="00E00D30">
      <w:r>
        <w:t>343.9245</w:t>
      </w:r>
      <w:r>
        <w:tab/>
        <w:t>1.013e0</w:t>
      </w:r>
    </w:p>
    <w:p w:rsidR="00E00D30" w:rsidRDefault="00E00D30" w:rsidP="00E00D30">
      <w:r>
        <w:t>343.9306</w:t>
      </w:r>
      <w:r>
        <w:tab/>
        <w:t>6.076e0</w:t>
      </w:r>
    </w:p>
    <w:p w:rsidR="00E00D30" w:rsidRDefault="00E00D30" w:rsidP="00E00D30">
      <w:r>
        <w:t>343.9357</w:t>
      </w:r>
      <w:r>
        <w:tab/>
        <w:t>1.090e0</w:t>
      </w:r>
    </w:p>
    <w:p w:rsidR="00E00D30" w:rsidRDefault="00E00D30" w:rsidP="00E00D30">
      <w:r>
        <w:t>343.9470</w:t>
      </w:r>
      <w:r>
        <w:tab/>
        <w:t>3.038e0</w:t>
      </w:r>
    </w:p>
    <w:p w:rsidR="00E00D30" w:rsidRDefault="00E00D30" w:rsidP="00E00D30">
      <w:r>
        <w:t>343.9514</w:t>
      </w:r>
      <w:r>
        <w:tab/>
        <w:t>2.025e0</w:t>
      </w:r>
    </w:p>
    <w:p w:rsidR="00E00D30" w:rsidRDefault="00E00D30" w:rsidP="00E00D30">
      <w:r>
        <w:lastRenderedPageBreak/>
        <w:t>343.9530</w:t>
      </w:r>
      <w:r>
        <w:tab/>
        <w:t>4.051e0</w:t>
      </w:r>
    </w:p>
    <w:p w:rsidR="00E00D30" w:rsidRDefault="00E00D30" w:rsidP="00E00D30">
      <w:r>
        <w:t>343.9583</w:t>
      </w:r>
      <w:r>
        <w:tab/>
        <w:t>2.457e0</w:t>
      </w:r>
    </w:p>
    <w:p w:rsidR="00E00D30" w:rsidRDefault="00E00D30" w:rsidP="00E00D30">
      <w:r>
        <w:t>343.9655</w:t>
      </w:r>
      <w:r>
        <w:tab/>
        <w:t>2.025e0</w:t>
      </w:r>
    </w:p>
    <w:p w:rsidR="00E00D30" w:rsidRDefault="00E00D30" w:rsidP="00E00D30">
      <w:r>
        <w:t>343.9700</w:t>
      </w:r>
      <w:r>
        <w:tab/>
        <w:t>3.038e0</w:t>
      </w:r>
    </w:p>
    <w:p w:rsidR="00E00D30" w:rsidRDefault="00E00D30" w:rsidP="00E00D30">
      <w:r>
        <w:t>344.0171</w:t>
      </w:r>
      <w:r>
        <w:tab/>
        <w:t>1.013e0</w:t>
      </w:r>
    </w:p>
    <w:p w:rsidR="00E00D30" w:rsidRDefault="00E00D30" w:rsidP="00E00D30">
      <w:r>
        <w:t>344.0237</w:t>
      </w:r>
      <w:r>
        <w:tab/>
        <w:t>1.013e0</w:t>
      </w:r>
    </w:p>
    <w:p w:rsidR="00E00D30" w:rsidRDefault="00E00D30" w:rsidP="00E00D30">
      <w:r>
        <w:t>344.0420</w:t>
      </w:r>
      <w:r>
        <w:tab/>
        <w:t>3.953e0</w:t>
      </w:r>
    </w:p>
    <w:p w:rsidR="00E00D30" w:rsidRDefault="00E00D30" w:rsidP="00E00D30">
      <w:r>
        <w:t>344.0440</w:t>
      </w:r>
      <w:r>
        <w:tab/>
        <w:t>4.051e0</w:t>
      </w:r>
    </w:p>
    <w:p w:rsidR="00E00D30" w:rsidRDefault="00E00D30" w:rsidP="00E00D30">
      <w:r>
        <w:t>344.0479</w:t>
      </w:r>
      <w:r>
        <w:tab/>
        <w:t>2.025e0</w:t>
      </w:r>
    </w:p>
    <w:p w:rsidR="00E00D30" w:rsidRDefault="00E00D30" w:rsidP="00E00D30">
      <w:r>
        <w:t>344.0545</w:t>
      </w:r>
      <w:r>
        <w:tab/>
        <w:t>1.013e0</w:t>
      </w:r>
    </w:p>
    <w:p w:rsidR="00E00D30" w:rsidRDefault="00E00D30" w:rsidP="00E00D30">
      <w:r>
        <w:t>344.0786</w:t>
      </w:r>
      <w:r>
        <w:tab/>
        <w:t>1.013e0</w:t>
      </w:r>
    </w:p>
    <w:p w:rsidR="00E00D30" w:rsidRDefault="00E00D30" w:rsidP="00E00D30">
      <w:r>
        <w:t>344.0830</w:t>
      </w:r>
      <w:r>
        <w:tab/>
        <w:t>1.013e0</w:t>
      </w:r>
    </w:p>
    <w:p w:rsidR="00E00D30" w:rsidRDefault="00E00D30" w:rsidP="00E00D30">
      <w:r>
        <w:t>344.0909</w:t>
      </w:r>
      <w:r>
        <w:tab/>
        <w:t>2.025e0</w:t>
      </w:r>
    </w:p>
    <w:p w:rsidR="00E00D30" w:rsidRDefault="00E00D30" w:rsidP="00E00D30">
      <w:r>
        <w:t>344.1220</w:t>
      </w:r>
      <w:r>
        <w:tab/>
        <w:t>1.013e0</w:t>
      </w:r>
    </w:p>
    <w:p w:rsidR="00E00D30" w:rsidRDefault="00E00D30" w:rsidP="00E00D30">
      <w:r>
        <w:t>344.1467</w:t>
      </w:r>
      <w:r>
        <w:tab/>
        <w:t>1.013e0</w:t>
      </w:r>
    </w:p>
    <w:p w:rsidR="00E00D30" w:rsidRDefault="00E00D30" w:rsidP="00E00D30">
      <w:r>
        <w:t>344.1499</w:t>
      </w:r>
      <w:r>
        <w:tab/>
        <w:t>3.038e0</w:t>
      </w:r>
    </w:p>
    <w:p w:rsidR="00E00D30" w:rsidRDefault="00E00D30" w:rsidP="00E00D30">
      <w:r>
        <w:t>344.1569</w:t>
      </w:r>
      <w:r>
        <w:tab/>
        <w:t>1.013e0</w:t>
      </w:r>
    </w:p>
    <w:p w:rsidR="00E00D30" w:rsidRDefault="00E00D30" w:rsidP="00E00D30">
      <w:r>
        <w:t>344.1614</w:t>
      </w:r>
      <w:r>
        <w:tab/>
        <w:t>1.013e0</w:t>
      </w:r>
    </w:p>
    <w:p w:rsidR="00E00D30" w:rsidRDefault="00E00D30" w:rsidP="00E00D30">
      <w:r>
        <w:t>344.1782</w:t>
      </w:r>
      <w:r>
        <w:tab/>
        <w:t>4.199e0</w:t>
      </w:r>
    </w:p>
    <w:p w:rsidR="00E00D30" w:rsidRDefault="00E00D30" w:rsidP="00E00D30">
      <w:r>
        <w:lastRenderedPageBreak/>
        <w:t>344.2127</w:t>
      </w:r>
      <w:r>
        <w:tab/>
        <w:t>3.038e0</w:t>
      </w:r>
    </w:p>
    <w:p w:rsidR="00E00D30" w:rsidRDefault="00E00D30" w:rsidP="00E00D30">
      <w:r>
        <w:t>344.2153</w:t>
      </w:r>
      <w:r>
        <w:tab/>
        <w:t>8.101e0</w:t>
      </w:r>
    </w:p>
    <w:p w:rsidR="00E00D30" w:rsidRDefault="00E00D30" w:rsidP="00E00D30">
      <w:r>
        <w:t>344.2215</w:t>
      </w:r>
      <w:r>
        <w:tab/>
        <w:t>2.033e1</w:t>
      </w:r>
    </w:p>
    <w:p w:rsidR="00E00D30" w:rsidRDefault="00E00D30" w:rsidP="00E00D30">
      <w:r>
        <w:t>344.2247</w:t>
      </w:r>
      <w:r>
        <w:tab/>
        <w:t>5.063e0</w:t>
      </w:r>
    </w:p>
    <w:p w:rsidR="00E00D30" w:rsidRDefault="00E00D30" w:rsidP="00E00D30">
      <w:r>
        <w:t>344.2292</w:t>
      </w:r>
      <w:r>
        <w:tab/>
        <w:t>3.038e0</w:t>
      </w:r>
    </w:p>
    <w:p w:rsidR="00E00D30" w:rsidRDefault="00E00D30" w:rsidP="00E00D30">
      <w:r>
        <w:t>344.2319</w:t>
      </w:r>
      <w:r>
        <w:tab/>
        <w:t>1.418e1</w:t>
      </w:r>
    </w:p>
    <w:p w:rsidR="00E00D30" w:rsidRDefault="00E00D30" w:rsidP="00E00D30">
      <w:r>
        <w:t>344.2694</w:t>
      </w:r>
      <w:r>
        <w:tab/>
        <w:t>2.618e0</w:t>
      </w:r>
    </w:p>
    <w:p w:rsidR="00E00D30" w:rsidRDefault="00E00D30" w:rsidP="00E00D30">
      <w:r>
        <w:t>344.2783</w:t>
      </w:r>
      <w:r>
        <w:tab/>
        <w:t>2.025e0</w:t>
      </w:r>
    </w:p>
    <w:p w:rsidR="00E00D30" w:rsidRDefault="00E00D30" w:rsidP="00E00D30">
      <w:r>
        <w:t>344.2924</w:t>
      </w:r>
      <w:r>
        <w:tab/>
        <w:t>2.025e0</w:t>
      </w:r>
    </w:p>
    <w:p w:rsidR="00E00D30" w:rsidRDefault="00E00D30" w:rsidP="00E00D30">
      <w:r>
        <w:t>344.2970</w:t>
      </w:r>
      <w:r>
        <w:tab/>
        <w:t>3.622e0</w:t>
      </w:r>
    </w:p>
    <w:p w:rsidR="00E00D30" w:rsidRDefault="00E00D30" w:rsidP="00E00D30">
      <w:r>
        <w:t>344.3075</w:t>
      </w:r>
      <w:r>
        <w:tab/>
        <w:t>2.025e0</w:t>
      </w:r>
    </w:p>
    <w:p w:rsidR="00E00D30" w:rsidRDefault="00E00D30" w:rsidP="00E00D30">
      <w:r>
        <w:t>344.3093</w:t>
      </w:r>
      <w:r>
        <w:tab/>
        <w:t>6.076e0</w:t>
      </w:r>
    </w:p>
    <w:p w:rsidR="00E00D30" w:rsidRDefault="00E00D30" w:rsidP="00E00D30">
      <w:r>
        <w:t>344.3152</w:t>
      </w:r>
      <w:r>
        <w:tab/>
        <w:t>2.025e0</w:t>
      </w:r>
    </w:p>
    <w:p w:rsidR="00E00D30" w:rsidRDefault="00E00D30" w:rsidP="00E00D30">
      <w:r>
        <w:t>344.3293</w:t>
      </w:r>
      <w:r>
        <w:tab/>
        <w:t>1.013e0</w:t>
      </w:r>
    </w:p>
    <w:p w:rsidR="00E00D30" w:rsidRDefault="00E00D30" w:rsidP="00E00D30">
      <w:r>
        <w:t>344.3380</w:t>
      </w:r>
      <w:r>
        <w:tab/>
        <w:t>1.013e0</w:t>
      </w:r>
    </w:p>
    <w:p w:rsidR="00E00D30" w:rsidRDefault="00E00D30" w:rsidP="00E00D30">
      <w:r>
        <w:t>344.3747</w:t>
      </w:r>
      <w:r>
        <w:tab/>
        <w:t>1.013e0</w:t>
      </w:r>
    </w:p>
    <w:p w:rsidR="00E00D30" w:rsidRDefault="00E00D30" w:rsidP="00E00D30">
      <w:r>
        <w:t>344.3785</w:t>
      </w:r>
      <w:r>
        <w:tab/>
        <w:t>1.013e0</w:t>
      </w:r>
    </w:p>
    <w:p w:rsidR="00E00D30" w:rsidRDefault="00E00D30" w:rsidP="00E00D30">
      <w:r>
        <w:t>344.3874</w:t>
      </w:r>
      <w:r>
        <w:tab/>
        <w:t>3.038e0</w:t>
      </w:r>
    </w:p>
    <w:p w:rsidR="00E00D30" w:rsidRDefault="00E00D30" w:rsidP="00E00D30">
      <w:r>
        <w:t>344.4070</w:t>
      </w:r>
      <w:r>
        <w:tab/>
        <w:t>1.013e0</w:t>
      </w:r>
    </w:p>
    <w:p w:rsidR="00E00D30" w:rsidRDefault="00E00D30" w:rsidP="00E00D30">
      <w:r>
        <w:lastRenderedPageBreak/>
        <w:t>344.4126</w:t>
      </w:r>
      <w:r>
        <w:tab/>
        <w:t>1.013e0</w:t>
      </w:r>
    </w:p>
    <w:p w:rsidR="00E00D30" w:rsidRDefault="00E00D30" w:rsidP="00E00D30">
      <w:r>
        <w:t>344.4183</w:t>
      </w:r>
      <w:r>
        <w:tab/>
        <w:t>1.013e0</w:t>
      </w:r>
    </w:p>
    <w:p w:rsidR="00E00D30" w:rsidRDefault="00E00D30" w:rsidP="00E00D30">
      <w:r>
        <w:t>344.4237</w:t>
      </w:r>
      <w:r>
        <w:tab/>
        <w:t>1.013e0</w:t>
      </w:r>
    </w:p>
    <w:p w:rsidR="00E00D30" w:rsidRDefault="00E00D30" w:rsidP="00E00D30">
      <w:r>
        <w:t>344.4276</w:t>
      </w:r>
      <w:r>
        <w:tab/>
        <w:t>1.013e0</w:t>
      </w:r>
    </w:p>
    <w:p w:rsidR="00E00D30" w:rsidRDefault="00E00D30" w:rsidP="00E00D30">
      <w:r>
        <w:t>344.4349</w:t>
      </w:r>
      <w:r>
        <w:tab/>
        <w:t>2.025e0</w:t>
      </w:r>
    </w:p>
    <w:p w:rsidR="00E00D30" w:rsidRDefault="00E00D30" w:rsidP="00E00D30">
      <w:r>
        <w:t>344.4489</w:t>
      </w:r>
      <w:r>
        <w:tab/>
        <w:t>2.025e0</w:t>
      </w:r>
    </w:p>
    <w:p w:rsidR="00E00D30" w:rsidRDefault="00E00D30" w:rsidP="00E00D30">
      <w:r>
        <w:t>344.4562</w:t>
      </w:r>
      <w:r>
        <w:tab/>
        <w:t>1.013e0</w:t>
      </w:r>
    </w:p>
    <w:p w:rsidR="00E00D30" w:rsidRDefault="00E00D30" w:rsidP="00E00D30">
      <w:r>
        <w:t>344.4614</w:t>
      </w:r>
      <w:r>
        <w:tab/>
        <w:t>1.013e0</w:t>
      </w:r>
    </w:p>
    <w:p w:rsidR="00E00D30" w:rsidRDefault="00E00D30" w:rsidP="00E00D30">
      <w:r>
        <w:t>344.4976</w:t>
      </w:r>
      <w:r>
        <w:tab/>
        <w:t>1.013e0</w:t>
      </w:r>
    </w:p>
    <w:p w:rsidR="00E00D30" w:rsidRDefault="00E00D30" w:rsidP="00E00D30">
      <w:r>
        <w:t>344.5307</w:t>
      </w:r>
      <w:r>
        <w:tab/>
        <w:t>1.013e0</w:t>
      </w:r>
    </w:p>
    <w:p w:rsidR="00E00D30" w:rsidRDefault="00E00D30" w:rsidP="00E00D30">
      <w:r>
        <w:t>344.5510</w:t>
      </w:r>
      <w:r>
        <w:tab/>
        <w:t>1.013e0</w:t>
      </w:r>
    </w:p>
    <w:p w:rsidR="00E00D30" w:rsidRDefault="00E00D30" w:rsidP="00E00D30">
      <w:r>
        <w:t>344.5553</w:t>
      </w:r>
      <w:r>
        <w:tab/>
        <w:t>1.013e0</w:t>
      </w:r>
    </w:p>
    <w:p w:rsidR="00E00D30" w:rsidRDefault="00E00D30" w:rsidP="00E00D30">
      <w:r>
        <w:t>344.5604</w:t>
      </w:r>
      <w:r>
        <w:tab/>
        <w:t>1.013e0</w:t>
      </w:r>
    </w:p>
    <w:p w:rsidR="00E00D30" w:rsidRDefault="00E00D30" w:rsidP="00E00D30">
      <w:r>
        <w:t>344.5650</w:t>
      </w:r>
      <w:r>
        <w:tab/>
        <w:t>2.025e0</w:t>
      </w:r>
    </w:p>
    <w:p w:rsidR="00E00D30" w:rsidRDefault="00E00D30" w:rsidP="00E00D30">
      <w:r>
        <w:t>344.5714</w:t>
      </w:r>
      <w:r>
        <w:tab/>
        <w:t>1.013e0</w:t>
      </w:r>
    </w:p>
    <w:p w:rsidR="00E00D30" w:rsidRDefault="00E00D30" w:rsidP="00E00D30">
      <w:r>
        <w:t>344.5795</w:t>
      </w:r>
      <w:r>
        <w:tab/>
        <w:t>1.013e0</w:t>
      </w:r>
    </w:p>
    <w:p w:rsidR="00E00D30" w:rsidRDefault="00E00D30" w:rsidP="00E00D30">
      <w:r>
        <w:t>344.5951</w:t>
      </w:r>
      <w:r>
        <w:tab/>
        <w:t>2.025e0</w:t>
      </w:r>
    </w:p>
    <w:p w:rsidR="00E00D30" w:rsidRDefault="00E00D30" w:rsidP="00E00D30">
      <w:r>
        <w:t>344.6001</w:t>
      </w:r>
      <w:r>
        <w:tab/>
        <w:t>1.013e0</w:t>
      </w:r>
    </w:p>
    <w:p w:rsidR="00E00D30" w:rsidRDefault="00E00D30" w:rsidP="00E00D30">
      <w:r>
        <w:t>344.6165</w:t>
      </w:r>
      <w:r>
        <w:tab/>
        <w:t>1.013e0</w:t>
      </w:r>
    </w:p>
    <w:p w:rsidR="00E00D30" w:rsidRDefault="00E00D30" w:rsidP="00E00D30">
      <w:r>
        <w:lastRenderedPageBreak/>
        <w:t>344.6332</w:t>
      </w:r>
      <w:r>
        <w:tab/>
        <w:t>2.025e0</w:t>
      </w:r>
    </w:p>
    <w:p w:rsidR="00E00D30" w:rsidRDefault="00E00D30" w:rsidP="00E00D30">
      <w:r>
        <w:t>344.6406</w:t>
      </w:r>
      <w:r>
        <w:tab/>
        <w:t>1.013e0</w:t>
      </w:r>
    </w:p>
    <w:p w:rsidR="00E00D30" w:rsidRDefault="00E00D30" w:rsidP="00E00D30">
      <w:r>
        <w:t>344.6778</w:t>
      </w:r>
      <w:r>
        <w:tab/>
        <w:t>2.025e0</w:t>
      </w:r>
    </w:p>
    <w:p w:rsidR="00E00D30" w:rsidRDefault="00E00D30" w:rsidP="00E00D30">
      <w:r>
        <w:t>344.6844</w:t>
      </w:r>
      <w:r>
        <w:tab/>
        <w:t>1.013e0</w:t>
      </w:r>
    </w:p>
    <w:p w:rsidR="00E00D30" w:rsidRDefault="00E00D30" w:rsidP="00E00D30">
      <w:r>
        <w:t>344.7195</w:t>
      </w:r>
      <w:r>
        <w:tab/>
        <w:t>2.025e0</w:t>
      </w:r>
    </w:p>
    <w:p w:rsidR="00E00D30" w:rsidRDefault="00E00D30" w:rsidP="00E00D30">
      <w:r>
        <w:t>344.7644</w:t>
      </w:r>
      <w:r>
        <w:tab/>
        <w:t>1.013e0</w:t>
      </w:r>
    </w:p>
    <w:p w:rsidR="00E00D30" w:rsidRDefault="00E00D30" w:rsidP="00E00D30">
      <w:r>
        <w:t>344.7681</w:t>
      </w:r>
      <w:r>
        <w:tab/>
        <w:t>2.025e0</w:t>
      </w:r>
    </w:p>
    <w:p w:rsidR="00E00D30" w:rsidRDefault="00E00D30" w:rsidP="00E00D30">
      <w:r>
        <w:t>344.7972</w:t>
      </w:r>
      <w:r>
        <w:tab/>
        <w:t>2.025e0</w:t>
      </w:r>
    </w:p>
    <w:p w:rsidR="00E00D30" w:rsidRDefault="00E00D30" w:rsidP="00E00D30">
      <w:r>
        <w:t>344.8390</w:t>
      </w:r>
      <w:r>
        <w:tab/>
        <w:t>1.013e0</w:t>
      </w:r>
    </w:p>
    <w:p w:rsidR="00E00D30" w:rsidRDefault="00E00D30" w:rsidP="00E00D30">
      <w:r>
        <w:t>344.8571</w:t>
      </w:r>
      <w:r>
        <w:tab/>
        <w:t>1.013e0</w:t>
      </w:r>
    </w:p>
    <w:p w:rsidR="00E00D30" w:rsidRDefault="00E00D30" w:rsidP="00E00D30">
      <w:r>
        <w:t>344.8669</w:t>
      </w:r>
      <w:r>
        <w:tab/>
        <w:t>1.013e0</w:t>
      </w:r>
    </w:p>
    <w:p w:rsidR="00E00D30" w:rsidRDefault="00E00D30" w:rsidP="00E00D30">
      <w:r>
        <w:t>344.9059</w:t>
      </w:r>
      <w:r>
        <w:tab/>
        <w:t>4.051e0</w:t>
      </w:r>
    </w:p>
    <w:p w:rsidR="00E00D30" w:rsidRDefault="00E00D30" w:rsidP="00E00D30">
      <w:r>
        <w:t>344.9126</w:t>
      </w:r>
      <w:r>
        <w:tab/>
        <w:t>1.013e0</w:t>
      </w:r>
    </w:p>
    <w:p w:rsidR="00E00D30" w:rsidRDefault="00E00D30" w:rsidP="00E00D30">
      <w:r>
        <w:t>344.9165</w:t>
      </w:r>
      <w:r>
        <w:tab/>
        <w:t>2.025e0</w:t>
      </w:r>
    </w:p>
    <w:p w:rsidR="00E00D30" w:rsidRDefault="00E00D30" w:rsidP="00E00D30">
      <w:r>
        <w:t>344.9204</w:t>
      </w:r>
      <w:r>
        <w:tab/>
        <w:t>2.025e0</w:t>
      </w:r>
    </w:p>
    <w:p w:rsidR="00E00D30" w:rsidRDefault="00E00D30" w:rsidP="00E00D30">
      <w:r>
        <w:t>344.9243</w:t>
      </w:r>
      <w:r>
        <w:tab/>
        <w:t>6.076e0</w:t>
      </w:r>
    </w:p>
    <w:p w:rsidR="00E00D30" w:rsidRDefault="00E00D30" w:rsidP="00E00D30">
      <w:r>
        <w:t>344.9460</w:t>
      </w:r>
      <w:r>
        <w:tab/>
        <w:t>2.025e0</w:t>
      </w:r>
    </w:p>
    <w:p w:rsidR="00E00D30" w:rsidRDefault="00E00D30" w:rsidP="00E00D30">
      <w:r>
        <w:t>344.9559</w:t>
      </w:r>
      <w:r>
        <w:tab/>
        <w:t>2.025e0</w:t>
      </w:r>
    </w:p>
    <w:p w:rsidR="00E00D30" w:rsidRDefault="00E00D30" w:rsidP="00E00D30">
      <w:r>
        <w:t>344.9702</w:t>
      </w:r>
      <w:r>
        <w:tab/>
        <w:t>1.013e0</w:t>
      </w:r>
    </w:p>
    <w:p w:rsidR="00E00D30" w:rsidRDefault="00E00D30" w:rsidP="00E00D30">
      <w:r>
        <w:lastRenderedPageBreak/>
        <w:t>344.9746</w:t>
      </w:r>
      <w:r>
        <w:tab/>
        <w:t>2.025e0</w:t>
      </w:r>
    </w:p>
    <w:p w:rsidR="00E00D30" w:rsidRDefault="00E00D30" w:rsidP="00E00D30">
      <w:r>
        <w:t>344.9901</w:t>
      </w:r>
      <w:r>
        <w:tab/>
        <w:t>1.013e0</w:t>
      </w:r>
    </w:p>
    <w:p w:rsidR="00E00D30" w:rsidRDefault="00E00D30" w:rsidP="00E00D30">
      <w:r>
        <w:t>344.9944</w:t>
      </w:r>
      <w:r>
        <w:tab/>
        <w:t>1.013e0</w:t>
      </w:r>
    </w:p>
    <w:p w:rsidR="00E00D30" w:rsidRDefault="00E00D30" w:rsidP="00E00D30">
      <w:r>
        <w:t>344.9994</w:t>
      </w:r>
      <w:r>
        <w:tab/>
        <w:t>1.013e0</w:t>
      </w:r>
    </w:p>
    <w:p w:rsidR="00E00D30" w:rsidRDefault="00E00D30" w:rsidP="00E00D30">
      <w:r>
        <w:t>345.0303</w:t>
      </w:r>
      <w:r>
        <w:tab/>
        <w:t>1.013e0</w:t>
      </w:r>
    </w:p>
    <w:p w:rsidR="00E00D30" w:rsidRDefault="00E00D30" w:rsidP="00E00D30">
      <w:r>
        <w:t>345.0355</w:t>
      </w:r>
      <w:r>
        <w:tab/>
        <w:t>1.013e0</w:t>
      </w:r>
    </w:p>
    <w:p w:rsidR="00E00D30" w:rsidRDefault="00E00D30" w:rsidP="00E00D30">
      <w:r>
        <w:t>345.0682</w:t>
      </w:r>
      <w:r>
        <w:tab/>
        <w:t>1.013e0</w:t>
      </w:r>
    </w:p>
    <w:p w:rsidR="00E00D30" w:rsidRDefault="00E00D30" w:rsidP="00E00D30">
      <w:r>
        <w:t>345.0696</w:t>
      </w:r>
      <w:r>
        <w:tab/>
        <w:t>2.025e0</w:t>
      </w:r>
    </w:p>
    <w:p w:rsidR="00E00D30" w:rsidRDefault="00E00D30" w:rsidP="00E00D30">
      <w:r>
        <w:t>345.0737</w:t>
      </w:r>
      <w:r>
        <w:tab/>
        <w:t>4.051e0</w:t>
      </w:r>
    </w:p>
    <w:p w:rsidR="00E00D30" w:rsidRDefault="00E00D30" w:rsidP="00E00D30">
      <w:r>
        <w:t>345.0982</w:t>
      </w:r>
      <w:r>
        <w:tab/>
        <w:t>4.051e0</w:t>
      </w:r>
    </w:p>
    <w:p w:rsidR="00E00D30" w:rsidRDefault="00E00D30" w:rsidP="00E00D30">
      <w:r>
        <w:t>345.1176</w:t>
      </w:r>
      <w:r>
        <w:tab/>
        <w:t>2.025e0</w:t>
      </w:r>
    </w:p>
    <w:p w:rsidR="00E00D30" w:rsidRDefault="00E00D30" w:rsidP="00E00D30">
      <w:r>
        <w:t>345.1231</w:t>
      </w:r>
      <w:r>
        <w:tab/>
        <w:t>1.013e0</w:t>
      </w:r>
    </w:p>
    <w:p w:rsidR="00E00D30" w:rsidRDefault="00E00D30" w:rsidP="00E00D30">
      <w:r>
        <w:t>345.1252</w:t>
      </w:r>
      <w:r>
        <w:tab/>
        <w:t>5.063e0</w:t>
      </w:r>
    </w:p>
    <w:p w:rsidR="00E00D30" w:rsidRDefault="00E00D30" w:rsidP="00E00D30">
      <w:r>
        <w:t>345.1297</w:t>
      </w:r>
      <w:r>
        <w:tab/>
        <w:t>4.051e0</w:t>
      </w:r>
    </w:p>
    <w:p w:rsidR="00E00D30" w:rsidRDefault="00E00D30" w:rsidP="00E00D30">
      <w:r>
        <w:t>345.1425</w:t>
      </w:r>
      <w:r>
        <w:tab/>
        <w:t>1.013e0</w:t>
      </w:r>
    </w:p>
    <w:p w:rsidR="00E00D30" w:rsidRDefault="00E00D30" w:rsidP="00E00D30">
      <w:r>
        <w:t>345.1483</w:t>
      </w:r>
      <w:r>
        <w:tab/>
        <w:t>1.013e0</w:t>
      </w:r>
    </w:p>
    <w:p w:rsidR="00E00D30" w:rsidRDefault="00E00D30" w:rsidP="00E00D30">
      <w:r>
        <w:t>345.1667</w:t>
      </w:r>
      <w:r>
        <w:tab/>
        <w:t>1.013e0</w:t>
      </w:r>
    </w:p>
    <w:p w:rsidR="00E00D30" w:rsidRDefault="00E00D30" w:rsidP="00E00D30">
      <w:r>
        <w:t>345.1757</w:t>
      </w:r>
      <w:r>
        <w:tab/>
        <w:t>5.063e0</w:t>
      </w:r>
    </w:p>
    <w:p w:rsidR="00E00D30" w:rsidRDefault="00E00D30" w:rsidP="00E00D30">
      <w:r>
        <w:t>345.1788</w:t>
      </w:r>
      <w:r>
        <w:tab/>
        <w:t>1.013e0</w:t>
      </w:r>
    </w:p>
    <w:p w:rsidR="00E00D30" w:rsidRDefault="00E00D30" w:rsidP="00E00D30">
      <w:r>
        <w:lastRenderedPageBreak/>
        <w:t>345.1839</w:t>
      </w:r>
      <w:r>
        <w:tab/>
        <w:t>1.013e0</w:t>
      </w:r>
    </w:p>
    <w:p w:rsidR="00E00D30" w:rsidRDefault="00E00D30" w:rsidP="00E00D30">
      <w:r>
        <w:t>345.1875</w:t>
      </w:r>
      <w:r>
        <w:tab/>
        <w:t>1.013e0</w:t>
      </w:r>
    </w:p>
    <w:p w:rsidR="00E00D30" w:rsidRDefault="00E00D30" w:rsidP="00E00D30">
      <w:r>
        <w:t>345.2081</w:t>
      </w:r>
      <w:r>
        <w:tab/>
        <w:t>2.025e0</w:t>
      </w:r>
    </w:p>
    <w:p w:rsidR="00E00D30" w:rsidRDefault="00E00D30" w:rsidP="00E00D30">
      <w:r>
        <w:t>345.2289</w:t>
      </w:r>
      <w:r>
        <w:tab/>
        <w:t>5.063e0</w:t>
      </w:r>
    </w:p>
    <w:p w:rsidR="00E00D30" w:rsidRDefault="00E00D30" w:rsidP="00E00D30">
      <w:r>
        <w:t>345.2321</w:t>
      </w:r>
      <w:r>
        <w:tab/>
        <w:t>4.051e0</w:t>
      </w:r>
    </w:p>
    <w:p w:rsidR="00E00D30" w:rsidRDefault="00E00D30" w:rsidP="00E00D30">
      <w:r>
        <w:t>345.2348</w:t>
      </w:r>
      <w:r>
        <w:tab/>
        <w:t>3.038e0</w:t>
      </w:r>
    </w:p>
    <w:p w:rsidR="00E00D30" w:rsidRDefault="00E00D30" w:rsidP="00E00D30">
      <w:r>
        <w:t>345.2407</w:t>
      </w:r>
      <w:r>
        <w:tab/>
        <w:t>1.013e0</w:t>
      </w:r>
    </w:p>
    <w:p w:rsidR="00E00D30" w:rsidRDefault="00E00D30" w:rsidP="00E00D30">
      <w:r>
        <w:t>345.2547</w:t>
      </w:r>
      <w:r>
        <w:tab/>
        <w:t>3.038e0</w:t>
      </w:r>
    </w:p>
    <w:p w:rsidR="00E00D30" w:rsidRDefault="00E00D30" w:rsidP="00E00D30">
      <w:r>
        <w:t>345.2778</w:t>
      </w:r>
      <w:r>
        <w:tab/>
        <w:t>1.013e0</w:t>
      </w:r>
    </w:p>
    <w:p w:rsidR="00E00D30" w:rsidRDefault="00E00D30" w:rsidP="00E00D30">
      <w:r>
        <w:t>345.2859</w:t>
      </w:r>
      <w:r>
        <w:tab/>
        <w:t>1.013e0</w:t>
      </w:r>
    </w:p>
    <w:p w:rsidR="00E00D30" w:rsidRDefault="00E00D30" w:rsidP="00E00D30">
      <w:r>
        <w:t>345.2883</w:t>
      </w:r>
      <w:r>
        <w:tab/>
        <w:t>2.025e0</w:t>
      </w:r>
    </w:p>
    <w:p w:rsidR="00E00D30" w:rsidRDefault="00E00D30" w:rsidP="00E00D30">
      <w:r>
        <w:t>345.3026</w:t>
      </w:r>
      <w:r>
        <w:tab/>
        <w:t>1.013e0</w:t>
      </w:r>
    </w:p>
    <w:p w:rsidR="00E00D30" w:rsidRDefault="00E00D30" w:rsidP="00E00D30">
      <w:r>
        <w:t>345.3069</w:t>
      </w:r>
      <w:r>
        <w:tab/>
        <w:t>2.025e0</w:t>
      </w:r>
    </w:p>
    <w:p w:rsidR="00E00D30" w:rsidRDefault="00E00D30" w:rsidP="00E00D30">
      <w:r>
        <w:t>345.3106</w:t>
      </w:r>
      <w:r>
        <w:tab/>
        <w:t>2.025e0</w:t>
      </w:r>
    </w:p>
    <w:p w:rsidR="00E00D30" w:rsidRDefault="00E00D30" w:rsidP="00E00D30">
      <w:r>
        <w:t>345.3804</w:t>
      </w:r>
      <w:r>
        <w:tab/>
        <w:t>2.025e0</w:t>
      </w:r>
    </w:p>
    <w:p w:rsidR="00E00D30" w:rsidRDefault="00E00D30" w:rsidP="00E00D30">
      <w:r>
        <w:t>345.3893</w:t>
      </w:r>
      <w:r>
        <w:tab/>
        <w:t>1.013e0</w:t>
      </w:r>
    </w:p>
    <w:p w:rsidR="00E00D30" w:rsidRDefault="00E00D30" w:rsidP="00E00D30">
      <w:r>
        <w:t>345.4092</w:t>
      </w:r>
      <w:r>
        <w:tab/>
        <w:t>1.013e0</w:t>
      </w:r>
    </w:p>
    <w:p w:rsidR="00E00D30" w:rsidRDefault="00E00D30" w:rsidP="00E00D30">
      <w:r>
        <w:t>345.4202</w:t>
      </w:r>
      <w:r>
        <w:tab/>
        <w:t>1.013e0</w:t>
      </w:r>
    </w:p>
    <w:p w:rsidR="00E00D30" w:rsidRDefault="00E00D30" w:rsidP="00E00D30">
      <w:r>
        <w:t>345.4258</w:t>
      </w:r>
      <w:r>
        <w:tab/>
        <w:t>1.013e0</w:t>
      </w:r>
    </w:p>
    <w:p w:rsidR="00E00D30" w:rsidRDefault="00E00D30" w:rsidP="00E00D30">
      <w:r>
        <w:lastRenderedPageBreak/>
        <w:t>345.4343</w:t>
      </w:r>
      <w:r>
        <w:tab/>
        <w:t>1.013e0</w:t>
      </w:r>
    </w:p>
    <w:p w:rsidR="00E00D30" w:rsidRDefault="00E00D30" w:rsidP="00E00D30">
      <w:r>
        <w:t>345.4448</w:t>
      </w:r>
      <w:r>
        <w:tab/>
        <w:t>1.013e0</w:t>
      </w:r>
    </w:p>
    <w:p w:rsidR="00E00D30" w:rsidRDefault="00E00D30" w:rsidP="00E00D30">
      <w:r>
        <w:t>345.4696</w:t>
      </w:r>
      <w:r>
        <w:tab/>
        <w:t>1.013e0</w:t>
      </w:r>
    </w:p>
    <w:p w:rsidR="00E00D30" w:rsidRDefault="00E00D30" w:rsidP="00E00D30">
      <w:r>
        <w:t>345.4789</w:t>
      </w:r>
      <w:r>
        <w:tab/>
        <w:t>1.013e0</w:t>
      </w:r>
    </w:p>
    <w:p w:rsidR="00E00D30" w:rsidRDefault="00E00D30" w:rsidP="00E00D30">
      <w:r>
        <w:t>345.4983</w:t>
      </w:r>
      <w:r>
        <w:tab/>
        <w:t>2.025e0</w:t>
      </w:r>
    </w:p>
    <w:p w:rsidR="00E00D30" w:rsidRDefault="00E00D30" w:rsidP="00E00D30">
      <w:r>
        <w:t>345.5328</w:t>
      </w:r>
      <w:r>
        <w:tab/>
        <w:t>1.013e0</w:t>
      </w:r>
    </w:p>
    <w:p w:rsidR="00E00D30" w:rsidRDefault="00E00D30" w:rsidP="00E00D30">
      <w:r>
        <w:t>345.5489</w:t>
      </w:r>
      <w:r>
        <w:tab/>
        <w:t>2.025e0</w:t>
      </w:r>
    </w:p>
    <w:p w:rsidR="00E00D30" w:rsidRDefault="00E00D30" w:rsidP="00E00D30">
      <w:r>
        <w:t>345.5531</w:t>
      </w:r>
      <w:r>
        <w:tab/>
        <w:t>1.013e0</w:t>
      </w:r>
    </w:p>
    <w:p w:rsidR="00E00D30" w:rsidRDefault="00E00D30" w:rsidP="00E00D30">
      <w:r>
        <w:t>345.5600</w:t>
      </w:r>
      <w:r>
        <w:tab/>
        <w:t>2.025e0</w:t>
      </w:r>
    </w:p>
    <w:p w:rsidR="00E00D30" w:rsidRDefault="00E00D30" w:rsidP="00E00D30">
      <w:r>
        <w:t>345.5988</w:t>
      </w:r>
      <w:r>
        <w:tab/>
        <w:t>1.013e0</w:t>
      </w:r>
    </w:p>
    <w:p w:rsidR="00E00D30" w:rsidRDefault="00E00D30" w:rsidP="00E00D30">
      <w:r>
        <w:t>345.6308</w:t>
      </w:r>
      <w:r>
        <w:tab/>
        <w:t>1.013e0</w:t>
      </w:r>
    </w:p>
    <w:p w:rsidR="00E00D30" w:rsidRDefault="00E00D30" w:rsidP="00E00D30">
      <w:r>
        <w:t>345.6339</w:t>
      </w:r>
      <w:r>
        <w:tab/>
        <w:t>5.063e0</w:t>
      </w:r>
    </w:p>
    <w:p w:rsidR="00E00D30" w:rsidRDefault="00E00D30" w:rsidP="00E00D30">
      <w:r>
        <w:t>345.6764</w:t>
      </w:r>
      <w:r>
        <w:tab/>
        <w:t>1.013e0</w:t>
      </w:r>
    </w:p>
    <w:p w:rsidR="00E00D30" w:rsidRDefault="00E00D30" w:rsidP="00E00D30">
      <w:r>
        <w:t>345.6926</w:t>
      </w:r>
      <w:r>
        <w:tab/>
        <w:t>1.013e0</w:t>
      </w:r>
    </w:p>
    <w:p w:rsidR="00E00D30" w:rsidRDefault="00E00D30" w:rsidP="00E00D30">
      <w:r>
        <w:t>345.7052</w:t>
      </w:r>
      <w:r>
        <w:tab/>
        <w:t>1.013e0</w:t>
      </w:r>
    </w:p>
    <w:p w:rsidR="00E00D30" w:rsidRDefault="00E00D30" w:rsidP="00E00D30">
      <w:r>
        <w:t>345.7482</w:t>
      </w:r>
      <w:r>
        <w:tab/>
        <w:t>2.025e0</w:t>
      </w:r>
    </w:p>
    <w:p w:rsidR="00E00D30" w:rsidRDefault="00E00D30" w:rsidP="00E00D30">
      <w:r>
        <w:t>345.7796</w:t>
      </w:r>
      <w:r>
        <w:tab/>
        <w:t>1.013e0</w:t>
      </w:r>
    </w:p>
    <w:p w:rsidR="00E00D30" w:rsidRDefault="00E00D30" w:rsidP="00E00D30">
      <w:r>
        <w:t>345.7913</w:t>
      </w:r>
      <w:r>
        <w:tab/>
        <w:t>2.025e0</w:t>
      </w:r>
    </w:p>
    <w:p w:rsidR="00E00D30" w:rsidRDefault="00E00D30" w:rsidP="00E00D30">
      <w:r>
        <w:t>345.8044</w:t>
      </w:r>
      <w:r>
        <w:tab/>
        <w:t>1.013e0</w:t>
      </w:r>
    </w:p>
    <w:p w:rsidR="00E00D30" w:rsidRDefault="00E00D30" w:rsidP="00E00D30">
      <w:r>
        <w:lastRenderedPageBreak/>
        <w:t>345.8489</w:t>
      </w:r>
      <w:r>
        <w:tab/>
        <w:t>3.038e0</w:t>
      </w:r>
    </w:p>
    <w:p w:rsidR="00E00D30" w:rsidRDefault="00E00D30" w:rsidP="00E00D30">
      <w:r>
        <w:t>345.8538</w:t>
      </w:r>
      <w:r>
        <w:tab/>
        <w:t>1.013e0</w:t>
      </w:r>
    </w:p>
    <w:p w:rsidR="00E00D30" w:rsidRDefault="00E00D30" w:rsidP="00E00D30">
      <w:r>
        <w:t>345.8771</w:t>
      </w:r>
      <w:r>
        <w:tab/>
        <w:t>2.025e0</w:t>
      </w:r>
    </w:p>
    <w:p w:rsidR="00E00D30" w:rsidRDefault="00E00D30" w:rsidP="00E00D30">
      <w:r>
        <w:t>345.8848</w:t>
      </w:r>
      <w:r>
        <w:tab/>
        <w:t>1.013e0</w:t>
      </w:r>
    </w:p>
    <w:p w:rsidR="00E00D30" w:rsidRDefault="00E00D30" w:rsidP="00E00D30">
      <w:r>
        <w:t>345.8979</w:t>
      </w:r>
      <w:r>
        <w:tab/>
        <w:t>1.013e0</w:t>
      </w:r>
    </w:p>
    <w:p w:rsidR="00E00D30" w:rsidRDefault="00E00D30" w:rsidP="00E00D30">
      <w:r>
        <w:t>345.9045</w:t>
      </w:r>
      <w:r>
        <w:tab/>
        <w:t>2.025e0</w:t>
      </w:r>
    </w:p>
    <w:p w:rsidR="00E00D30" w:rsidRDefault="00E00D30" w:rsidP="00E00D30">
      <w:r>
        <w:t>345.9069</w:t>
      </w:r>
      <w:r>
        <w:tab/>
        <w:t>2.822e0</w:t>
      </w:r>
    </w:p>
    <w:p w:rsidR="00E00D30" w:rsidRDefault="00E00D30" w:rsidP="00E00D30">
      <w:r>
        <w:t>345.9147</w:t>
      </w:r>
      <w:r>
        <w:tab/>
        <w:t>4.051e0</w:t>
      </w:r>
    </w:p>
    <w:p w:rsidR="00E00D30" w:rsidRDefault="00E00D30" w:rsidP="00E00D30">
      <w:r>
        <w:t>345.9191</w:t>
      </w:r>
      <w:r>
        <w:tab/>
        <w:t>8.101e0</w:t>
      </w:r>
    </w:p>
    <w:p w:rsidR="00E00D30" w:rsidRDefault="00E00D30" w:rsidP="00E00D30">
      <w:r>
        <w:t>345.9218</w:t>
      </w:r>
      <w:r>
        <w:tab/>
        <w:t>4.051e0</w:t>
      </w:r>
    </w:p>
    <w:p w:rsidR="00E00D30" w:rsidRDefault="00E00D30" w:rsidP="00E00D30">
      <w:r>
        <w:t>345.9290</w:t>
      </w:r>
      <w:r>
        <w:tab/>
        <w:t>5.063e0</w:t>
      </w:r>
    </w:p>
    <w:p w:rsidR="00E00D30" w:rsidRDefault="00E00D30" w:rsidP="00E00D30">
      <w:r>
        <w:t>345.9311</w:t>
      </w:r>
      <w:r>
        <w:tab/>
        <w:t>2.025e0</w:t>
      </w:r>
    </w:p>
    <w:p w:rsidR="00E00D30" w:rsidRDefault="00E00D30" w:rsidP="00E00D30">
      <w:r>
        <w:t>345.9464</w:t>
      </w:r>
      <w:r>
        <w:tab/>
        <w:t>5.063e0</w:t>
      </w:r>
    </w:p>
    <w:p w:rsidR="00E00D30" w:rsidRDefault="00E00D30" w:rsidP="00E00D30">
      <w:r>
        <w:t>345.9532</w:t>
      </w:r>
      <w:r>
        <w:tab/>
        <w:t>1.013e0</w:t>
      </w:r>
    </w:p>
    <w:p w:rsidR="00E00D30" w:rsidRDefault="00E00D30" w:rsidP="00E00D30">
      <w:r>
        <w:t>345.9642</w:t>
      </w:r>
      <w:r>
        <w:tab/>
        <w:t>2.025e0</w:t>
      </w:r>
    </w:p>
    <w:p w:rsidR="00E00D30" w:rsidRDefault="00E00D30" w:rsidP="00E00D30">
      <w:r>
        <w:t>345.9885</w:t>
      </w:r>
      <w:r>
        <w:tab/>
        <w:t>1.013e0</w:t>
      </w:r>
    </w:p>
    <w:p w:rsidR="00E00D30" w:rsidRDefault="00E00D30" w:rsidP="00E00D30">
      <w:r>
        <w:t>345.9930</w:t>
      </w:r>
      <w:r>
        <w:tab/>
        <w:t>2.025e0</w:t>
      </w:r>
    </w:p>
    <w:p w:rsidR="00E00D30" w:rsidRDefault="00E00D30" w:rsidP="00E00D30">
      <w:r>
        <w:t>346.0050</w:t>
      </w:r>
      <w:r>
        <w:tab/>
        <w:t>2.025e0</w:t>
      </w:r>
    </w:p>
    <w:p w:rsidR="00E00D30" w:rsidRDefault="00E00D30" w:rsidP="00E00D30">
      <w:r>
        <w:t>346.0090</w:t>
      </w:r>
      <w:r>
        <w:tab/>
        <w:t>1.013e0</w:t>
      </w:r>
    </w:p>
    <w:p w:rsidR="00E00D30" w:rsidRDefault="00E00D30" w:rsidP="00E00D30">
      <w:r>
        <w:lastRenderedPageBreak/>
        <w:t>346.0179</w:t>
      </w:r>
      <w:r>
        <w:tab/>
        <w:t>2.025e0</w:t>
      </w:r>
    </w:p>
    <w:p w:rsidR="00E00D30" w:rsidRDefault="00E00D30" w:rsidP="00E00D30">
      <w:r>
        <w:t>346.0274</w:t>
      </w:r>
      <w:r>
        <w:tab/>
        <w:t>1.013e0</w:t>
      </w:r>
    </w:p>
    <w:p w:rsidR="00E00D30" w:rsidRDefault="00E00D30" w:rsidP="00E00D30">
      <w:r>
        <w:t>346.0585</w:t>
      </w:r>
      <w:r>
        <w:tab/>
        <w:t>2.025e0</w:t>
      </w:r>
    </w:p>
    <w:p w:rsidR="00E00D30" w:rsidRDefault="00E00D30" w:rsidP="00E00D30">
      <w:r>
        <w:t>346.0625</w:t>
      </w:r>
      <w:r>
        <w:tab/>
        <w:t>2.025e0</w:t>
      </w:r>
    </w:p>
    <w:p w:rsidR="00E00D30" w:rsidRDefault="00E00D30" w:rsidP="00E00D30">
      <w:r>
        <w:t>346.0644</w:t>
      </w:r>
      <w:r>
        <w:tab/>
        <w:t>3.038e0</w:t>
      </w:r>
    </w:p>
    <w:p w:rsidR="00E00D30" w:rsidRDefault="00E00D30" w:rsidP="00E00D30">
      <w:r>
        <w:t>346.0708</w:t>
      </w:r>
      <w:r>
        <w:tab/>
        <w:t>1.013e0</w:t>
      </w:r>
    </w:p>
    <w:p w:rsidR="00E00D30" w:rsidRDefault="00E00D30" w:rsidP="00E00D30">
      <w:r>
        <w:t>346.0959</w:t>
      </w:r>
      <w:r>
        <w:tab/>
        <w:t>2.025e0</w:t>
      </w:r>
    </w:p>
    <w:p w:rsidR="00E00D30" w:rsidRDefault="00E00D30" w:rsidP="00E00D30">
      <w:r>
        <w:t>346.1020</w:t>
      </w:r>
      <w:r>
        <w:tab/>
        <w:t>2.025e0</w:t>
      </w:r>
    </w:p>
    <w:p w:rsidR="00E00D30" w:rsidRDefault="00E00D30" w:rsidP="00E00D30">
      <w:r>
        <w:t>346.1273</w:t>
      </w:r>
      <w:r>
        <w:tab/>
        <w:t>1.013e0</w:t>
      </w:r>
    </w:p>
    <w:p w:rsidR="00E00D30" w:rsidRDefault="00E00D30" w:rsidP="00E00D30">
      <w:r>
        <w:t>346.1295</w:t>
      </w:r>
      <w:r>
        <w:tab/>
        <w:t>2.025e0</w:t>
      </w:r>
    </w:p>
    <w:p w:rsidR="00E00D30" w:rsidRDefault="00E00D30" w:rsidP="00E00D30">
      <w:r>
        <w:t>346.1326</w:t>
      </w:r>
      <w:r>
        <w:tab/>
        <w:t>1.013e0</w:t>
      </w:r>
    </w:p>
    <w:p w:rsidR="00E00D30" w:rsidRDefault="00E00D30" w:rsidP="00E00D30">
      <w:r>
        <w:t>346.1366</w:t>
      </w:r>
      <w:r>
        <w:tab/>
        <w:t>1.013e0</w:t>
      </w:r>
    </w:p>
    <w:p w:rsidR="00E00D30" w:rsidRDefault="00E00D30" w:rsidP="00E00D30">
      <w:r>
        <w:t>346.1451</w:t>
      </w:r>
      <w:r>
        <w:tab/>
        <w:t>2.025e0</w:t>
      </w:r>
    </w:p>
    <w:p w:rsidR="00E00D30" w:rsidRDefault="00E00D30" w:rsidP="00E00D30">
      <w:r>
        <w:t>346.1515</w:t>
      </w:r>
      <w:r>
        <w:tab/>
        <w:t>1.013e0</w:t>
      </w:r>
    </w:p>
    <w:p w:rsidR="00E00D30" w:rsidRDefault="00E00D30" w:rsidP="00E00D30">
      <w:r>
        <w:t>346.1653</w:t>
      </w:r>
      <w:r>
        <w:tab/>
        <w:t>1.013e0</w:t>
      </w:r>
    </w:p>
    <w:p w:rsidR="00E00D30" w:rsidRDefault="00E00D30" w:rsidP="00E00D30">
      <w:r>
        <w:t>346.1701</w:t>
      </w:r>
      <w:r>
        <w:tab/>
        <w:t>1.013e0</w:t>
      </w:r>
    </w:p>
    <w:p w:rsidR="00E00D30" w:rsidRDefault="00E00D30" w:rsidP="00E00D30">
      <w:r>
        <w:t>346.1773</w:t>
      </w:r>
      <w:r>
        <w:tab/>
        <w:t>3.038e0</w:t>
      </w:r>
    </w:p>
    <w:p w:rsidR="00E00D30" w:rsidRDefault="00E00D30" w:rsidP="00E00D30">
      <w:r>
        <w:t>346.1950</w:t>
      </w:r>
      <w:r>
        <w:tab/>
        <w:t>3.038e0</w:t>
      </w:r>
    </w:p>
    <w:p w:rsidR="00E00D30" w:rsidRDefault="00E00D30" w:rsidP="00E00D30">
      <w:r>
        <w:t>346.1974</w:t>
      </w:r>
      <w:r>
        <w:tab/>
        <w:t>5.063e0</w:t>
      </w:r>
    </w:p>
    <w:p w:rsidR="00E00D30" w:rsidRDefault="00E00D30" w:rsidP="00E00D30">
      <w:r>
        <w:lastRenderedPageBreak/>
        <w:t>346.2018</w:t>
      </w:r>
      <w:r>
        <w:tab/>
        <w:t>2.025e0</w:t>
      </w:r>
    </w:p>
    <w:p w:rsidR="00E00D30" w:rsidRDefault="00E00D30" w:rsidP="00E00D30">
      <w:r>
        <w:t>346.2104</w:t>
      </w:r>
      <w:r>
        <w:tab/>
        <w:t>1.013e0</w:t>
      </w:r>
    </w:p>
    <w:p w:rsidR="00E00D30" w:rsidRDefault="00E00D30" w:rsidP="00E00D30">
      <w:r>
        <w:t>346.2158</w:t>
      </w:r>
      <w:r>
        <w:tab/>
        <w:t>3.038e0</w:t>
      </w:r>
    </w:p>
    <w:p w:rsidR="00E00D30" w:rsidRDefault="00E00D30" w:rsidP="00E00D30">
      <w:r>
        <w:t>346.2231</w:t>
      </w:r>
      <w:r>
        <w:tab/>
        <w:t>1.519e0</w:t>
      </w:r>
    </w:p>
    <w:p w:rsidR="00E00D30" w:rsidRDefault="00E00D30" w:rsidP="00E00D30">
      <w:r>
        <w:t>346.2353</w:t>
      </w:r>
      <w:r>
        <w:tab/>
        <w:t>2.025e0</w:t>
      </w:r>
    </w:p>
    <w:p w:rsidR="00E00D30" w:rsidRDefault="00E00D30" w:rsidP="00E00D30">
      <w:r>
        <w:t>346.2447</w:t>
      </w:r>
      <w:r>
        <w:tab/>
        <w:t>1.013e0</w:t>
      </w:r>
    </w:p>
    <w:p w:rsidR="00E00D30" w:rsidRDefault="00E00D30" w:rsidP="00E00D30">
      <w:r>
        <w:t>346.2530</w:t>
      </w:r>
      <w:r>
        <w:tab/>
        <w:t>4.051e0</w:t>
      </w:r>
    </w:p>
    <w:p w:rsidR="00E00D30" w:rsidRDefault="00E00D30" w:rsidP="00E00D30">
      <w:r>
        <w:t>346.2686</w:t>
      </w:r>
      <w:r>
        <w:tab/>
        <w:t>2.025e0</w:t>
      </w:r>
    </w:p>
    <w:p w:rsidR="00E00D30" w:rsidRDefault="00E00D30" w:rsidP="00E00D30">
      <w:r>
        <w:t>346.2723</w:t>
      </w:r>
      <w:r>
        <w:tab/>
        <w:t>2.025e0</w:t>
      </w:r>
    </w:p>
    <w:p w:rsidR="00E00D30" w:rsidRDefault="00E00D30" w:rsidP="00E00D30">
      <w:r>
        <w:t>346.2805</w:t>
      </w:r>
      <w:r>
        <w:tab/>
        <w:t>1.013e0</w:t>
      </w:r>
    </w:p>
    <w:p w:rsidR="00E00D30" w:rsidRDefault="00E00D30" w:rsidP="00E00D30">
      <w:r>
        <w:t>346.3005</w:t>
      </w:r>
      <w:r>
        <w:tab/>
        <w:t>2.025e0</w:t>
      </w:r>
    </w:p>
    <w:p w:rsidR="00E00D30" w:rsidRDefault="00E00D30" w:rsidP="00E00D30">
      <w:r>
        <w:t>346.3052</w:t>
      </w:r>
      <w:r>
        <w:tab/>
        <w:t>1.013e0</w:t>
      </w:r>
    </w:p>
    <w:p w:rsidR="00E00D30" w:rsidRDefault="00E00D30" w:rsidP="00E00D30">
      <w:r>
        <w:t>346.3314</w:t>
      </w:r>
      <w:r>
        <w:tab/>
        <w:t>2.025e0</w:t>
      </w:r>
    </w:p>
    <w:p w:rsidR="00E00D30" w:rsidRDefault="00E00D30" w:rsidP="00E00D30">
      <w:r>
        <w:t>346.3378</w:t>
      </w:r>
      <w:r>
        <w:tab/>
        <w:t>1.013e0</w:t>
      </w:r>
    </w:p>
    <w:p w:rsidR="00E00D30" w:rsidRDefault="00E00D30" w:rsidP="00E00D30">
      <w:r>
        <w:t>346.3873</w:t>
      </w:r>
      <w:r>
        <w:tab/>
        <w:t>1.013e0</w:t>
      </w:r>
    </w:p>
    <w:p w:rsidR="00E00D30" w:rsidRDefault="00E00D30" w:rsidP="00E00D30">
      <w:r>
        <w:t>346.4077</w:t>
      </w:r>
      <w:r>
        <w:tab/>
        <w:t>1.013e0</w:t>
      </w:r>
    </w:p>
    <w:p w:rsidR="00E00D30" w:rsidRDefault="00E00D30" w:rsidP="00E00D30">
      <w:r>
        <w:t>346.4247</w:t>
      </w:r>
      <w:r>
        <w:tab/>
        <w:t>1.013e0</w:t>
      </w:r>
    </w:p>
    <w:p w:rsidR="00E00D30" w:rsidRDefault="00E00D30" w:rsidP="00E00D30">
      <w:r>
        <w:t>346.4497</w:t>
      </w:r>
      <w:r>
        <w:tab/>
        <w:t>1.013e0</w:t>
      </w:r>
    </w:p>
    <w:p w:rsidR="00E00D30" w:rsidRDefault="00E00D30" w:rsidP="00E00D30">
      <w:r>
        <w:t>346.4572</w:t>
      </w:r>
      <w:r>
        <w:tab/>
        <w:t>1.013e0</w:t>
      </w:r>
    </w:p>
    <w:p w:rsidR="00E00D30" w:rsidRDefault="00E00D30" w:rsidP="00E00D30">
      <w:r>
        <w:lastRenderedPageBreak/>
        <w:t>346.4990</w:t>
      </w:r>
      <w:r>
        <w:tab/>
        <w:t>1.013e0</w:t>
      </w:r>
    </w:p>
    <w:p w:rsidR="00E00D30" w:rsidRDefault="00E00D30" w:rsidP="00E00D30">
      <w:r>
        <w:t>346.5024</w:t>
      </w:r>
      <w:r>
        <w:tab/>
        <w:t>1.013e0</w:t>
      </w:r>
    </w:p>
    <w:p w:rsidR="00E00D30" w:rsidRDefault="00E00D30" w:rsidP="00E00D30">
      <w:r>
        <w:t>346.5096</w:t>
      </w:r>
      <w:r>
        <w:tab/>
        <w:t>2.025e0</w:t>
      </w:r>
    </w:p>
    <w:p w:rsidR="00E00D30" w:rsidRDefault="00E00D30" w:rsidP="00E00D30">
      <w:r>
        <w:t>346.5232</w:t>
      </w:r>
      <w:r>
        <w:tab/>
        <w:t>1.013e0</w:t>
      </w:r>
    </w:p>
    <w:p w:rsidR="00E00D30" w:rsidRDefault="00E00D30" w:rsidP="00E00D30">
      <w:r>
        <w:t>346.5315</w:t>
      </w:r>
      <w:r>
        <w:tab/>
        <w:t>1.013e0</w:t>
      </w:r>
    </w:p>
    <w:p w:rsidR="00E00D30" w:rsidRDefault="00E00D30" w:rsidP="00E00D30">
      <w:r>
        <w:t>346.5522</w:t>
      </w:r>
      <w:r>
        <w:tab/>
        <w:t>1.013e0</w:t>
      </w:r>
    </w:p>
    <w:p w:rsidR="00E00D30" w:rsidRDefault="00E00D30" w:rsidP="00E00D30">
      <w:r>
        <w:t>346.5763</w:t>
      </w:r>
      <w:r>
        <w:tab/>
        <w:t>1.013e0</w:t>
      </w:r>
    </w:p>
    <w:p w:rsidR="00E00D30" w:rsidRDefault="00E00D30" w:rsidP="00E00D30">
      <w:r>
        <w:t>346.5803</w:t>
      </w:r>
      <w:r>
        <w:tab/>
        <w:t>1.013e0</w:t>
      </w:r>
    </w:p>
    <w:p w:rsidR="00E00D30" w:rsidRDefault="00E00D30" w:rsidP="00E00D30">
      <w:r>
        <w:t>346.5928</w:t>
      </w:r>
      <w:r>
        <w:tab/>
        <w:t>1.013e0</w:t>
      </w:r>
    </w:p>
    <w:p w:rsidR="00E00D30" w:rsidRDefault="00E00D30" w:rsidP="00E00D30">
      <w:r>
        <w:t>346.6111</w:t>
      </w:r>
      <w:r>
        <w:tab/>
        <w:t>1.013e0</w:t>
      </w:r>
    </w:p>
    <w:p w:rsidR="00E00D30" w:rsidRDefault="00E00D30" w:rsidP="00E00D30">
      <w:r>
        <w:t>346.6378</w:t>
      </w:r>
      <w:r>
        <w:tab/>
        <w:t>2.025e0</w:t>
      </w:r>
    </w:p>
    <w:p w:rsidR="00E00D30" w:rsidRDefault="00E00D30" w:rsidP="00E00D30">
      <w:r>
        <w:t>346.6503</w:t>
      </w:r>
      <w:r>
        <w:tab/>
        <w:t>1.013e0</w:t>
      </w:r>
    </w:p>
    <w:p w:rsidR="00E00D30" w:rsidRDefault="00E00D30" w:rsidP="00E00D30">
      <w:r>
        <w:t>346.6607</w:t>
      </w:r>
      <w:r>
        <w:tab/>
        <w:t>1.013e0</w:t>
      </w:r>
    </w:p>
    <w:p w:rsidR="00E00D30" w:rsidRDefault="00E00D30" w:rsidP="00E00D30">
      <w:r>
        <w:t>346.6856</w:t>
      </w:r>
      <w:r>
        <w:tab/>
        <w:t>1.013e0</w:t>
      </w:r>
    </w:p>
    <w:p w:rsidR="00E00D30" w:rsidRDefault="00E00D30" w:rsidP="00E00D30">
      <w:r>
        <w:t>346.6874</w:t>
      </w:r>
      <w:r>
        <w:tab/>
        <w:t>2.025e0</w:t>
      </w:r>
    </w:p>
    <w:p w:rsidR="00E00D30" w:rsidRDefault="00E00D30" w:rsidP="00E00D30">
      <w:r>
        <w:t>346.6955</w:t>
      </w:r>
      <w:r>
        <w:tab/>
        <w:t>1.013e0</w:t>
      </w:r>
    </w:p>
    <w:p w:rsidR="00E00D30" w:rsidRDefault="00E00D30" w:rsidP="00E00D30">
      <w:r>
        <w:t>346.7040</w:t>
      </w:r>
      <w:r>
        <w:tab/>
        <w:t>1.013e0</w:t>
      </w:r>
    </w:p>
    <w:p w:rsidR="00E00D30" w:rsidRDefault="00E00D30" w:rsidP="00E00D30">
      <w:r>
        <w:t>346.7353</w:t>
      </w:r>
      <w:r>
        <w:tab/>
        <w:t>1.013e0</w:t>
      </w:r>
    </w:p>
    <w:p w:rsidR="00E00D30" w:rsidRDefault="00E00D30" w:rsidP="00E00D30">
      <w:r>
        <w:t>346.7448</w:t>
      </w:r>
      <w:r>
        <w:tab/>
        <w:t>1.013e0</w:t>
      </w:r>
    </w:p>
    <w:p w:rsidR="00E00D30" w:rsidRDefault="00E00D30" w:rsidP="00E00D30">
      <w:r>
        <w:lastRenderedPageBreak/>
        <w:t>346.7489</w:t>
      </w:r>
      <w:r>
        <w:tab/>
        <w:t>1.013e0</w:t>
      </w:r>
    </w:p>
    <w:p w:rsidR="00E00D30" w:rsidRDefault="00E00D30" w:rsidP="00E00D30">
      <w:r>
        <w:t>346.7697</w:t>
      </w:r>
      <w:r>
        <w:tab/>
        <w:t>1.013e0</w:t>
      </w:r>
    </w:p>
    <w:p w:rsidR="00E00D30" w:rsidRDefault="00E00D30" w:rsidP="00E00D30">
      <w:r>
        <w:t>346.8097</w:t>
      </w:r>
      <w:r>
        <w:tab/>
        <w:t>3.038e0</w:t>
      </w:r>
    </w:p>
    <w:p w:rsidR="00E00D30" w:rsidRDefault="00E00D30" w:rsidP="00E00D30">
      <w:r>
        <w:t>346.8437</w:t>
      </w:r>
      <w:r>
        <w:tab/>
        <w:t>1.013e0</w:t>
      </w:r>
    </w:p>
    <w:p w:rsidR="00E00D30" w:rsidRDefault="00E00D30" w:rsidP="00E00D30">
      <w:r>
        <w:t>346.8534</w:t>
      </w:r>
      <w:r>
        <w:tab/>
        <w:t>1.013e0</w:t>
      </w:r>
    </w:p>
    <w:p w:rsidR="00E00D30" w:rsidRDefault="00E00D30" w:rsidP="00E00D30">
      <w:r>
        <w:t>346.8635</w:t>
      </w:r>
      <w:r>
        <w:tab/>
        <w:t>3.038e0</w:t>
      </w:r>
    </w:p>
    <w:p w:rsidR="00E00D30" w:rsidRDefault="00E00D30" w:rsidP="00E00D30">
      <w:r>
        <w:t>346.8972</w:t>
      </w:r>
      <w:r>
        <w:tab/>
        <w:t>2.025e0</w:t>
      </w:r>
    </w:p>
    <w:p w:rsidR="00E00D30" w:rsidRDefault="00E00D30" w:rsidP="00E00D30">
      <w:r>
        <w:t>346.9135</w:t>
      </w:r>
      <w:r>
        <w:tab/>
        <w:t>1.013e0</w:t>
      </w:r>
    </w:p>
    <w:p w:rsidR="00E00D30" w:rsidRDefault="00E00D30" w:rsidP="00E00D30">
      <w:r>
        <w:t>346.9222</w:t>
      </w:r>
      <w:r>
        <w:tab/>
        <w:t>1.013e0</w:t>
      </w:r>
    </w:p>
    <w:p w:rsidR="00E00D30" w:rsidRDefault="00E00D30" w:rsidP="00E00D30">
      <w:r>
        <w:t>346.9257</w:t>
      </w:r>
      <w:r>
        <w:tab/>
        <w:t>4.051e0</w:t>
      </w:r>
    </w:p>
    <w:p w:rsidR="00E00D30" w:rsidRDefault="00E00D30" w:rsidP="00E00D30">
      <w:r>
        <w:t>346.9280</w:t>
      </w:r>
      <w:r>
        <w:tab/>
        <w:t>3.038e0</w:t>
      </w:r>
    </w:p>
    <w:p w:rsidR="00E00D30" w:rsidRDefault="00E00D30" w:rsidP="00E00D30">
      <w:r>
        <w:t>346.9422</w:t>
      </w:r>
      <w:r>
        <w:tab/>
        <w:t>1.013e0</w:t>
      </w:r>
    </w:p>
    <w:p w:rsidR="00E00D30" w:rsidRDefault="00E00D30" w:rsidP="00E00D30">
      <w:r>
        <w:t>346.9507</w:t>
      </w:r>
      <w:r>
        <w:tab/>
        <w:t>2.025e0</w:t>
      </w:r>
    </w:p>
    <w:p w:rsidR="00E00D30" w:rsidRDefault="00E00D30" w:rsidP="00E00D30">
      <w:r>
        <w:t>346.9655</w:t>
      </w:r>
      <w:r>
        <w:tab/>
        <w:t>2.025e0</w:t>
      </w:r>
    </w:p>
    <w:p w:rsidR="00E00D30" w:rsidRDefault="00E00D30" w:rsidP="00E00D30">
      <w:r>
        <w:t>346.9675</w:t>
      </w:r>
      <w:r>
        <w:tab/>
        <w:t>1.013e0</w:t>
      </w:r>
    </w:p>
    <w:p w:rsidR="00E00D30" w:rsidRDefault="00E00D30" w:rsidP="00E00D30">
      <w:r>
        <w:t>346.9693</w:t>
      </w:r>
      <w:r>
        <w:tab/>
        <w:t>2.025e0</w:t>
      </w:r>
    </w:p>
    <w:p w:rsidR="00E00D30" w:rsidRDefault="00E00D30" w:rsidP="00E00D30">
      <w:r>
        <w:t>346.9775</w:t>
      </w:r>
      <w:r>
        <w:tab/>
        <w:t>1.013e0</w:t>
      </w:r>
    </w:p>
    <w:p w:rsidR="00E00D30" w:rsidRDefault="00E00D30" w:rsidP="00E00D30">
      <w:r>
        <w:t>346.9867</w:t>
      </w:r>
      <w:r>
        <w:tab/>
        <w:t>2.025e0</w:t>
      </w:r>
    </w:p>
    <w:p w:rsidR="00E00D30" w:rsidRDefault="00E00D30" w:rsidP="00E00D30">
      <w:r>
        <w:t>347.0083</w:t>
      </w:r>
      <w:r>
        <w:tab/>
        <w:t>1.013e0</w:t>
      </w:r>
    </w:p>
    <w:p w:rsidR="00E00D30" w:rsidRDefault="00E00D30" w:rsidP="00E00D30">
      <w:r>
        <w:lastRenderedPageBreak/>
        <w:t>347.0121</w:t>
      </w:r>
      <w:r>
        <w:tab/>
        <w:t>1.013e0</w:t>
      </w:r>
    </w:p>
    <w:p w:rsidR="00E00D30" w:rsidRDefault="00E00D30" w:rsidP="00E00D30">
      <w:r>
        <w:t>347.0212</w:t>
      </w:r>
      <w:r>
        <w:tab/>
        <w:t>1.013e0</w:t>
      </w:r>
    </w:p>
    <w:p w:rsidR="00E00D30" w:rsidRDefault="00E00D30" w:rsidP="00E00D30">
      <w:r>
        <w:t>347.0227</w:t>
      </w:r>
      <w:r>
        <w:tab/>
        <w:t>2.025e0</w:t>
      </w:r>
    </w:p>
    <w:p w:rsidR="00E00D30" w:rsidRDefault="00E00D30" w:rsidP="00E00D30">
      <w:r>
        <w:t>347.0275</w:t>
      </w:r>
      <w:r>
        <w:tab/>
        <w:t>1.013e0</w:t>
      </w:r>
    </w:p>
    <w:p w:rsidR="00E00D30" w:rsidRDefault="00E00D30" w:rsidP="00E00D30">
      <w:r>
        <w:t>347.0314</w:t>
      </w:r>
      <w:r>
        <w:tab/>
        <w:t>2.025e0</w:t>
      </w:r>
    </w:p>
    <w:p w:rsidR="00E00D30" w:rsidRDefault="00E00D30" w:rsidP="00E00D30">
      <w:r>
        <w:t>347.0658</w:t>
      </w:r>
      <w:r>
        <w:tab/>
        <w:t>2.025e0</w:t>
      </w:r>
    </w:p>
    <w:p w:rsidR="00E00D30" w:rsidRDefault="00E00D30" w:rsidP="00E00D30">
      <w:r>
        <w:t>347.0710</w:t>
      </w:r>
      <w:r>
        <w:tab/>
        <w:t>1.013e0</w:t>
      </w:r>
    </w:p>
    <w:p w:rsidR="00E00D30" w:rsidRDefault="00E00D30" w:rsidP="00E00D30">
      <w:r>
        <w:t>347.1021</w:t>
      </w:r>
      <w:r>
        <w:tab/>
        <w:t>1.013e0</w:t>
      </w:r>
    </w:p>
    <w:p w:rsidR="00E00D30" w:rsidRDefault="00E00D30" w:rsidP="00E00D30">
      <w:r>
        <w:t>347.1068</w:t>
      </w:r>
      <w:r>
        <w:tab/>
        <w:t>1.013e0</w:t>
      </w:r>
    </w:p>
    <w:p w:rsidR="00E00D30" w:rsidRDefault="00E00D30" w:rsidP="00E00D30">
      <w:r>
        <w:t>347.1163</w:t>
      </w:r>
      <w:r>
        <w:tab/>
        <w:t>2.025e0</w:t>
      </w:r>
    </w:p>
    <w:p w:rsidR="00E00D30" w:rsidRDefault="00E00D30" w:rsidP="00E00D30">
      <w:r>
        <w:t>347.1274</w:t>
      </w:r>
      <w:r>
        <w:tab/>
        <w:t>1.013e0</w:t>
      </w:r>
    </w:p>
    <w:p w:rsidR="00E00D30" w:rsidRDefault="00E00D30" w:rsidP="00E00D30">
      <w:r>
        <w:t>347.1317</w:t>
      </w:r>
      <w:r>
        <w:tab/>
        <w:t>1.013e0</w:t>
      </w:r>
    </w:p>
    <w:p w:rsidR="00E00D30" w:rsidRDefault="00E00D30" w:rsidP="00E00D30">
      <w:r>
        <w:t>347.1490</w:t>
      </w:r>
      <w:r>
        <w:tab/>
        <w:t>4.051e0</w:t>
      </w:r>
    </w:p>
    <w:p w:rsidR="00E00D30" w:rsidRDefault="00E00D30" w:rsidP="00E00D30">
      <w:r>
        <w:t>347.1501</w:t>
      </w:r>
      <w:r>
        <w:tab/>
        <w:t>3.038e0</w:t>
      </w:r>
    </w:p>
    <w:p w:rsidR="00E00D30" w:rsidRDefault="00E00D30" w:rsidP="00E00D30">
      <w:r>
        <w:t>347.1603</w:t>
      </w:r>
      <w:r>
        <w:tab/>
        <w:t>3.038e0</w:t>
      </w:r>
    </w:p>
    <w:p w:rsidR="00E00D30" w:rsidRDefault="00E00D30" w:rsidP="00E00D30">
      <w:r>
        <w:t>347.1647</w:t>
      </w:r>
      <w:r>
        <w:tab/>
        <w:t>1.013e0</w:t>
      </w:r>
    </w:p>
    <w:p w:rsidR="00E00D30" w:rsidRDefault="00E00D30" w:rsidP="00E00D30">
      <w:r>
        <w:t>347.1707</w:t>
      </w:r>
      <w:r>
        <w:tab/>
        <w:t>2.025e0</w:t>
      </w:r>
    </w:p>
    <w:p w:rsidR="00E00D30" w:rsidRDefault="00E00D30" w:rsidP="00E00D30">
      <w:r>
        <w:t>347.1986</w:t>
      </w:r>
      <w:r>
        <w:tab/>
        <w:t>3.038e0</w:t>
      </w:r>
    </w:p>
    <w:p w:rsidR="00E00D30" w:rsidRDefault="00E00D30" w:rsidP="00E00D30">
      <w:r>
        <w:t>347.2344</w:t>
      </w:r>
      <w:r>
        <w:tab/>
        <w:t>1.013e0</w:t>
      </w:r>
    </w:p>
    <w:p w:rsidR="00E00D30" w:rsidRDefault="00E00D30" w:rsidP="00E00D30">
      <w:r>
        <w:lastRenderedPageBreak/>
        <w:t>347.2392</w:t>
      </w:r>
      <w:r>
        <w:tab/>
        <w:t>3.038e0</w:t>
      </w:r>
    </w:p>
    <w:p w:rsidR="00E00D30" w:rsidRDefault="00E00D30" w:rsidP="00E00D30">
      <w:r>
        <w:t>347.2920</w:t>
      </w:r>
      <w:r>
        <w:tab/>
        <w:t>2.025e0</w:t>
      </w:r>
    </w:p>
    <w:p w:rsidR="00E00D30" w:rsidRDefault="00E00D30" w:rsidP="00E00D30">
      <w:r>
        <w:t>347.3008</w:t>
      </w:r>
      <w:r>
        <w:tab/>
        <w:t>1.013e0</w:t>
      </w:r>
    </w:p>
    <w:p w:rsidR="00E00D30" w:rsidRDefault="00E00D30" w:rsidP="00E00D30">
      <w:r>
        <w:t>347.3383</w:t>
      </w:r>
      <w:r>
        <w:tab/>
        <w:t>1.013e0</w:t>
      </w:r>
    </w:p>
    <w:p w:rsidR="00E00D30" w:rsidRDefault="00E00D30" w:rsidP="00E00D30">
      <w:r>
        <w:t>347.4031</w:t>
      </w:r>
      <w:r>
        <w:tab/>
        <w:t>1.013e0</w:t>
      </w:r>
    </w:p>
    <w:p w:rsidR="00E00D30" w:rsidRDefault="00E00D30" w:rsidP="00E00D30">
      <w:r>
        <w:t>347.4385</w:t>
      </w:r>
      <w:r>
        <w:tab/>
        <w:t>1.013e0</w:t>
      </w:r>
    </w:p>
    <w:p w:rsidR="00E00D30" w:rsidRDefault="00E00D30" w:rsidP="00E00D30">
      <w:r>
        <w:t>347.4458</w:t>
      </w:r>
      <w:r>
        <w:tab/>
        <w:t>2.025e0</w:t>
      </w:r>
    </w:p>
    <w:p w:rsidR="00E00D30" w:rsidRDefault="00E00D30" w:rsidP="00E00D30">
      <w:r>
        <w:t>347.4545</w:t>
      </w:r>
      <w:r>
        <w:tab/>
        <w:t>2.025e0</w:t>
      </w:r>
    </w:p>
    <w:p w:rsidR="00E00D30" w:rsidRDefault="00E00D30" w:rsidP="00E00D30">
      <w:r>
        <w:t>347.4839</w:t>
      </w:r>
      <w:r>
        <w:tab/>
        <w:t>2.025e0</w:t>
      </w:r>
    </w:p>
    <w:p w:rsidR="00E00D30" w:rsidRDefault="00E00D30" w:rsidP="00E00D30">
      <w:r>
        <w:t>347.5185</w:t>
      </w:r>
      <w:r>
        <w:tab/>
        <w:t>1.013e0</w:t>
      </w:r>
    </w:p>
    <w:p w:rsidR="00E00D30" w:rsidRDefault="00E00D30" w:rsidP="00E00D30">
      <w:r>
        <w:t>347.5594</w:t>
      </w:r>
      <w:r>
        <w:tab/>
        <w:t>2.025e0</w:t>
      </w:r>
    </w:p>
    <w:p w:rsidR="00E00D30" w:rsidRDefault="00E00D30" w:rsidP="00E00D30">
      <w:r>
        <w:t>347.5630</w:t>
      </w:r>
      <w:r>
        <w:tab/>
        <w:t>1.013e0</w:t>
      </w:r>
    </w:p>
    <w:p w:rsidR="00E00D30" w:rsidRDefault="00E00D30" w:rsidP="00E00D30">
      <w:r>
        <w:t>347.5922</w:t>
      </w:r>
      <w:r>
        <w:tab/>
        <w:t>1.013e0</w:t>
      </w:r>
    </w:p>
    <w:p w:rsidR="00E00D30" w:rsidRDefault="00E00D30" w:rsidP="00E00D30">
      <w:r>
        <w:t>347.5964</w:t>
      </w:r>
      <w:r>
        <w:tab/>
        <w:t>3.038e0</w:t>
      </w:r>
    </w:p>
    <w:p w:rsidR="00E00D30" w:rsidRDefault="00E00D30" w:rsidP="00E00D30">
      <w:r>
        <w:t>347.6060</w:t>
      </w:r>
      <w:r>
        <w:tab/>
        <w:t>1.013e0</w:t>
      </w:r>
    </w:p>
    <w:p w:rsidR="00E00D30" w:rsidRDefault="00E00D30" w:rsidP="00E00D30">
      <w:r>
        <w:t>347.6169</w:t>
      </w:r>
      <w:r>
        <w:tab/>
        <w:t>1.013e0</w:t>
      </w:r>
    </w:p>
    <w:p w:rsidR="00E00D30" w:rsidRDefault="00E00D30" w:rsidP="00E00D30">
      <w:r>
        <w:t>347.6458</w:t>
      </w:r>
      <w:r>
        <w:tab/>
        <w:t>1.013e0</w:t>
      </w:r>
    </w:p>
    <w:p w:rsidR="00E00D30" w:rsidRDefault="00E00D30" w:rsidP="00E00D30">
      <w:r>
        <w:t>347.6623</w:t>
      </w:r>
      <w:r>
        <w:tab/>
        <w:t>1.013e0</w:t>
      </w:r>
    </w:p>
    <w:p w:rsidR="00E00D30" w:rsidRDefault="00E00D30" w:rsidP="00E00D30">
      <w:r>
        <w:t>347.6956</w:t>
      </w:r>
      <w:r>
        <w:tab/>
        <w:t>1.013e0</w:t>
      </w:r>
    </w:p>
    <w:p w:rsidR="00E00D30" w:rsidRDefault="00E00D30" w:rsidP="00E00D30">
      <w:r>
        <w:lastRenderedPageBreak/>
        <w:t>347.6994</w:t>
      </w:r>
      <w:r>
        <w:tab/>
        <w:t>1.013e0</w:t>
      </w:r>
    </w:p>
    <w:p w:rsidR="00E00D30" w:rsidRDefault="00E00D30" w:rsidP="00E00D30">
      <w:r>
        <w:t>347.7366</w:t>
      </w:r>
      <w:r>
        <w:tab/>
        <w:t>1.013e0</w:t>
      </w:r>
    </w:p>
    <w:p w:rsidR="00E00D30" w:rsidRDefault="00E00D30" w:rsidP="00E00D30">
      <w:r>
        <w:t>347.7404</w:t>
      </w:r>
      <w:r>
        <w:tab/>
        <w:t>1.013e0</w:t>
      </w:r>
    </w:p>
    <w:p w:rsidR="00E00D30" w:rsidRDefault="00E00D30" w:rsidP="00E00D30">
      <w:r>
        <w:t>347.7447</w:t>
      </w:r>
      <w:r>
        <w:tab/>
        <w:t>3.038e0</w:t>
      </w:r>
    </w:p>
    <w:p w:rsidR="00E00D30" w:rsidRDefault="00E00D30" w:rsidP="00E00D30">
      <w:r>
        <w:t>347.7610</w:t>
      </w:r>
      <w:r>
        <w:tab/>
        <w:t>1.013e0</w:t>
      </w:r>
    </w:p>
    <w:p w:rsidR="00E00D30" w:rsidRDefault="00E00D30" w:rsidP="00E00D30">
      <w:r>
        <w:t>347.8055</w:t>
      </w:r>
      <w:r>
        <w:tab/>
        <w:t>1.013e0</w:t>
      </w:r>
    </w:p>
    <w:p w:rsidR="00E00D30" w:rsidRDefault="00E00D30" w:rsidP="00E00D30">
      <w:r>
        <w:t>347.8109</w:t>
      </w:r>
      <w:r>
        <w:tab/>
        <w:t>1.013e0</w:t>
      </w:r>
    </w:p>
    <w:p w:rsidR="00E00D30" w:rsidRDefault="00E00D30" w:rsidP="00E00D30">
      <w:r>
        <w:t>347.8289</w:t>
      </w:r>
      <w:r>
        <w:tab/>
        <w:t>2.025e0</w:t>
      </w:r>
    </w:p>
    <w:p w:rsidR="00E00D30" w:rsidRDefault="00E00D30" w:rsidP="00E00D30">
      <w:r>
        <w:t>347.8598</w:t>
      </w:r>
      <w:r>
        <w:tab/>
        <w:t>1.013e0</w:t>
      </w:r>
    </w:p>
    <w:p w:rsidR="00E00D30" w:rsidRDefault="00E00D30" w:rsidP="00E00D30">
      <w:r>
        <w:t>347.8679</w:t>
      </w:r>
      <w:r>
        <w:tab/>
        <w:t>1.013e0</w:t>
      </w:r>
    </w:p>
    <w:p w:rsidR="00E00D30" w:rsidRDefault="00E00D30" w:rsidP="00E00D30">
      <w:r>
        <w:t>347.8728</w:t>
      </w:r>
      <w:r>
        <w:tab/>
        <w:t>2.025e0</w:t>
      </w:r>
    </w:p>
    <w:p w:rsidR="00E00D30" w:rsidRDefault="00E00D30" w:rsidP="00E00D30">
      <w:r>
        <w:t>347.8883</w:t>
      </w:r>
      <w:r>
        <w:tab/>
        <w:t>1.013e0</w:t>
      </w:r>
    </w:p>
    <w:p w:rsidR="00E00D30" w:rsidRDefault="00E00D30" w:rsidP="00E00D30">
      <w:r>
        <w:t>347.9052</w:t>
      </w:r>
      <w:r>
        <w:tab/>
        <w:t>1.013e0</w:t>
      </w:r>
    </w:p>
    <w:p w:rsidR="00E00D30" w:rsidRDefault="00E00D30" w:rsidP="00E00D30">
      <w:r>
        <w:t>347.9130</w:t>
      </w:r>
      <w:r>
        <w:tab/>
        <w:t>1.013e0</w:t>
      </w:r>
    </w:p>
    <w:p w:rsidR="00E00D30" w:rsidRDefault="00E00D30" w:rsidP="00E00D30">
      <w:r>
        <w:t>347.9192</w:t>
      </w:r>
      <w:r>
        <w:tab/>
        <w:t>2.025e0</w:t>
      </w:r>
    </w:p>
    <w:p w:rsidR="00E00D30" w:rsidRDefault="00E00D30" w:rsidP="00E00D30">
      <w:r>
        <w:t>347.9216</w:t>
      </w:r>
      <w:r>
        <w:tab/>
        <w:t>4.051e0</w:t>
      </w:r>
    </w:p>
    <w:p w:rsidR="00E00D30" w:rsidRDefault="00E00D30" w:rsidP="00E00D30">
      <w:r>
        <w:t>347.9300</w:t>
      </w:r>
      <w:r>
        <w:tab/>
        <w:t>2.025e0</w:t>
      </w:r>
    </w:p>
    <w:p w:rsidR="00E00D30" w:rsidRDefault="00E00D30" w:rsidP="00E00D30">
      <w:r>
        <w:t>347.9424</w:t>
      </w:r>
      <w:r>
        <w:tab/>
        <w:t>1.013e0</w:t>
      </w:r>
    </w:p>
    <w:p w:rsidR="00E00D30" w:rsidRDefault="00E00D30" w:rsidP="00E00D30">
      <w:r>
        <w:t>347.9493</w:t>
      </w:r>
      <w:r>
        <w:tab/>
        <w:t>1.013e0</w:t>
      </w:r>
    </w:p>
    <w:p w:rsidR="00E00D30" w:rsidRDefault="00E00D30" w:rsidP="00E00D30">
      <w:r>
        <w:lastRenderedPageBreak/>
        <w:t>347.9738</w:t>
      </w:r>
      <w:r>
        <w:tab/>
        <w:t>1.013e0</w:t>
      </w:r>
    </w:p>
    <w:p w:rsidR="00E00D30" w:rsidRDefault="00E00D30" w:rsidP="00E00D30">
      <w:r>
        <w:t>347.9865</w:t>
      </w:r>
      <w:r>
        <w:tab/>
        <w:t>3.038e0</w:t>
      </w:r>
    </w:p>
    <w:p w:rsidR="00E00D30" w:rsidRDefault="00E00D30" w:rsidP="00E00D30">
      <w:r>
        <w:t>348.0010</w:t>
      </w:r>
      <w:r>
        <w:tab/>
        <w:t>2.025e0</w:t>
      </w:r>
    </w:p>
    <w:p w:rsidR="00E00D30" w:rsidRDefault="00E00D30" w:rsidP="00E00D30">
      <w:r>
        <w:t>348.0039</w:t>
      </w:r>
      <w:r>
        <w:tab/>
        <w:t>1.013e0</w:t>
      </w:r>
    </w:p>
    <w:p w:rsidR="00E00D30" w:rsidRDefault="00E00D30" w:rsidP="00E00D30">
      <w:r>
        <w:t>348.0284</w:t>
      </w:r>
      <w:r>
        <w:tab/>
        <w:t>2.025e0</w:t>
      </w:r>
    </w:p>
    <w:p w:rsidR="00E00D30" w:rsidRDefault="00E00D30" w:rsidP="00E00D30">
      <w:r>
        <w:t>348.0364</w:t>
      </w:r>
      <w:r>
        <w:tab/>
        <w:t>1.013e0</w:t>
      </w:r>
    </w:p>
    <w:p w:rsidR="00E00D30" w:rsidRDefault="00E00D30" w:rsidP="00E00D30">
      <w:r>
        <w:t>348.0484</w:t>
      </w:r>
      <w:r>
        <w:tab/>
        <w:t>1.013e0</w:t>
      </w:r>
    </w:p>
    <w:p w:rsidR="00E00D30" w:rsidRDefault="00E00D30" w:rsidP="00E00D30">
      <w:r>
        <w:t>348.0595</w:t>
      </w:r>
      <w:r>
        <w:tab/>
        <w:t>2.025e0</w:t>
      </w:r>
    </w:p>
    <w:p w:rsidR="00E00D30" w:rsidRDefault="00E00D30" w:rsidP="00E00D30">
      <w:r>
        <w:t>348.0842</w:t>
      </w:r>
      <w:r>
        <w:tab/>
        <w:t>2.025e0</w:t>
      </w:r>
    </w:p>
    <w:p w:rsidR="00E00D30" w:rsidRDefault="00E00D30" w:rsidP="00E00D30">
      <w:r>
        <w:t>348.0865</w:t>
      </w:r>
      <w:r>
        <w:tab/>
        <w:t>1.013e0</w:t>
      </w:r>
    </w:p>
    <w:p w:rsidR="00E00D30" w:rsidRDefault="00E00D30" w:rsidP="00E00D30">
      <w:r>
        <w:t>348.0949</w:t>
      </w:r>
      <w:r>
        <w:tab/>
        <w:t>2.025e0</w:t>
      </w:r>
    </w:p>
    <w:p w:rsidR="00E00D30" w:rsidRDefault="00E00D30" w:rsidP="00E00D30">
      <w:r>
        <w:t>348.1107</w:t>
      </w:r>
      <w:r>
        <w:tab/>
        <w:t>2.025e0</w:t>
      </w:r>
    </w:p>
    <w:p w:rsidR="00E00D30" w:rsidRDefault="00E00D30" w:rsidP="00E00D30">
      <w:r>
        <w:t>348.1317</w:t>
      </w:r>
      <w:r>
        <w:tab/>
        <w:t>1.013e0</w:t>
      </w:r>
    </w:p>
    <w:p w:rsidR="00E00D30" w:rsidRDefault="00E00D30" w:rsidP="00E00D30">
      <w:r>
        <w:t>348.1359</w:t>
      </w:r>
      <w:r>
        <w:tab/>
        <w:t>1.013e0</w:t>
      </w:r>
    </w:p>
    <w:p w:rsidR="00E00D30" w:rsidRDefault="00E00D30" w:rsidP="00E00D30">
      <w:r>
        <w:t>348.1725</w:t>
      </w:r>
      <w:r>
        <w:tab/>
        <w:t>1.013e0</w:t>
      </w:r>
    </w:p>
    <w:p w:rsidR="00E00D30" w:rsidRDefault="00E00D30" w:rsidP="00E00D30">
      <w:r>
        <w:t>348.1804</w:t>
      </w:r>
      <w:r>
        <w:tab/>
        <w:t>1.013e0</w:t>
      </w:r>
    </w:p>
    <w:p w:rsidR="00E00D30" w:rsidRDefault="00E00D30" w:rsidP="00E00D30">
      <w:r>
        <w:t>348.1920</w:t>
      </w:r>
      <w:r>
        <w:tab/>
        <w:t>1.013e0</w:t>
      </w:r>
    </w:p>
    <w:p w:rsidR="00E00D30" w:rsidRDefault="00E00D30" w:rsidP="00E00D30">
      <w:r>
        <w:t>348.2018</w:t>
      </w:r>
      <w:r>
        <w:tab/>
        <w:t>2.025e0</w:t>
      </w:r>
    </w:p>
    <w:p w:rsidR="00E00D30" w:rsidRDefault="00E00D30" w:rsidP="00E00D30">
      <w:r>
        <w:t>348.2041</w:t>
      </w:r>
      <w:r>
        <w:tab/>
        <w:t>2.025e0</w:t>
      </w:r>
    </w:p>
    <w:p w:rsidR="00E00D30" w:rsidRDefault="00E00D30" w:rsidP="00E00D30">
      <w:r>
        <w:lastRenderedPageBreak/>
        <w:t>348.2108</w:t>
      </w:r>
      <w:r>
        <w:tab/>
        <w:t>1.013e0</w:t>
      </w:r>
    </w:p>
    <w:p w:rsidR="00E00D30" w:rsidRDefault="00E00D30" w:rsidP="00E00D30">
      <w:r>
        <w:t>348.2299</w:t>
      </w:r>
      <w:r>
        <w:tab/>
        <w:t>1.013e0</w:t>
      </w:r>
    </w:p>
    <w:p w:rsidR="00E00D30" w:rsidRDefault="00E00D30" w:rsidP="00E00D30">
      <w:r>
        <w:t>348.2512</w:t>
      </w:r>
      <w:r>
        <w:tab/>
        <w:t>1.013e0</w:t>
      </w:r>
    </w:p>
    <w:p w:rsidR="00E00D30" w:rsidRDefault="00E00D30" w:rsidP="00E00D30">
      <w:r>
        <w:t>348.2647</w:t>
      </w:r>
      <w:r>
        <w:tab/>
        <w:t>2.025e0</w:t>
      </w:r>
    </w:p>
    <w:p w:rsidR="00E00D30" w:rsidRDefault="00E00D30" w:rsidP="00E00D30">
      <w:r>
        <w:t>348.2778</w:t>
      </w:r>
      <w:r>
        <w:tab/>
        <w:t>2.025e0</w:t>
      </w:r>
    </w:p>
    <w:p w:rsidR="00E00D30" w:rsidRDefault="00E00D30" w:rsidP="00E00D30">
      <w:r>
        <w:t>348.2917</w:t>
      </w:r>
      <w:r>
        <w:tab/>
        <w:t>1.013e0</w:t>
      </w:r>
    </w:p>
    <w:p w:rsidR="00E00D30" w:rsidRDefault="00E00D30" w:rsidP="00E00D30">
      <w:r>
        <w:t>348.2960</w:t>
      </w:r>
      <w:r>
        <w:tab/>
        <w:t>1.013e0</w:t>
      </w:r>
    </w:p>
    <w:p w:rsidR="00E00D30" w:rsidRDefault="00E00D30" w:rsidP="00E00D30">
      <w:r>
        <w:t>348.3002</w:t>
      </w:r>
      <w:r>
        <w:tab/>
        <w:t>2.025e0</w:t>
      </w:r>
    </w:p>
    <w:p w:rsidR="00E00D30" w:rsidRDefault="00E00D30" w:rsidP="00E00D30">
      <w:r>
        <w:t>348.3139</w:t>
      </w:r>
      <w:r>
        <w:tab/>
        <w:t>2.025e0</w:t>
      </w:r>
    </w:p>
    <w:p w:rsidR="00E00D30" w:rsidRDefault="00E00D30" w:rsidP="00E00D30">
      <w:r>
        <w:t>348.3225</w:t>
      </w:r>
      <w:r>
        <w:tab/>
        <w:t>3.038e0</w:t>
      </w:r>
    </w:p>
    <w:p w:rsidR="00E00D30" w:rsidRDefault="00E00D30" w:rsidP="00E00D30">
      <w:r>
        <w:t>348.3294</w:t>
      </w:r>
      <w:r>
        <w:tab/>
        <w:t>3.038e0</w:t>
      </w:r>
    </w:p>
    <w:p w:rsidR="00E00D30" w:rsidRDefault="00E00D30" w:rsidP="00E00D30">
      <w:r>
        <w:t>348.3494</w:t>
      </w:r>
      <w:r>
        <w:tab/>
        <w:t>1.013e0</w:t>
      </w:r>
    </w:p>
    <w:p w:rsidR="00E00D30" w:rsidRDefault="00E00D30" w:rsidP="00E00D30">
      <w:r>
        <w:t>348.4195</w:t>
      </w:r>
      <w:r>
        <w:tab/>
        <w:t>1.013e0</w:t>
      </w:r>
    </w:p>
    <w:p w:rsidR="00E00D30" w:rsidRDefault="00E00D30" w:rsidP="00E00D30">
      <w:r>
        <w:t>348.4291</w:t>
      </w:r>
      <w:r>
        <w:tab/>
        <w:t>1.013e0</w:t>
      </w:r>
    </w:p>
    <w:p w:rsidR="00E00D30" w:rsidRDefault="00E00D30" w:rsidP="00E00D30">
      <w:r>
        <w:t>348.4402</w:t>
      </w:r>
      <w:r>
        <w:tab/>
        <w:t>2.025e0</w:t>
      </w:r>
    </w:p>
    <w:p w:rsidR="00E00D30" w:rsidRDefault="00E00D30" w:rsidP="00E00D30">
      <w:r>
        <w:t>348.4484</w:t>
      </w:r>
      <w:r>
        <w:tab/>
        <w:t>1.013e0</w:t>
      </w:r>
    </w:p>
    <w:p w:rsidR="00E00D30" w:rsidRDefault="00E00D30" w:rsidP="00E00D30">
      <w:r>
        <w:t>348.4663</w:t>
      </w:r>
      <w:r>
        <w:tab/>
        <w:t>2.025e0</w:t>
      </w:r>
    </w:p>
    <w:p w:rsidR="00E00D30" w:rsidRDefault="00E00D30" w:rsidP="00E00D30">
      <w:r>
        <w:t>348.4829</w:t>
      </w:r>
      <w:r>
        <w:tab/>
        <w:t>2.025e0</w:t>
      </w:r>
    </w:p>
    <w:p w:rsidR="00E00D30" w:rsidRDefault="00E00D30" w:rsidP="00E00D30">
      <w:r>
        <w:t>348.5040</w:t>
      </w:r>
      <w:r>
        <w:tab/>
        <w:t>1.013e0</w:t>
      </w:r>
    </w:p>
    <w:p w:rsidR="00E00D30" w:rsidRDefault="00E00D30" w:rsidP="00E00D30">
      <w:r>
        <w:lastRenderedPageBreak/>
        <w:t>348.5349</w:t>
      </w:r>
      <w:r>
        <w:tab/>
        <w:t>1.013e0</w:t>
      </w:r>
    </w:p>
    <w:p w:rsidR="00E00D30" w:rsidRDefault="00E00D30" w:rsidP="00E00D30">
      <w:r>
        <w:t>348.6226</w:t>
      </w:r>
      <w:r>
        <w:tab/>
        <w:t>2.025e0</w:t>
      </w:r>
    </w:p>
    <w:p w:rsidR="00E00D30" w:rsidRDefault="00E00D30" w:rsidP="00E00D30">
      <w:r>
        <w:t>348.6787</w:t>
      </w:r>
      <w:r>
        <w:tab/>
        <w:t>2.025e0</w:t>
      </w:r>
    </w:p>
    <w:p w:rsidR="00E00D30" w:rsidRDefault="00E00D30" w:rsidP="00E00D30">
      <w:r>
        <w:t>348.6830</w:t>
      </w:r>
      <w:r>
        <w:tab/>
        <w:t>1.013e0</w:t>
      </w:r>
    </w:p>
    <w:p w:rsidR="00E00D30" w:rsidRDefault="00E00D30" w:rsidP="00E00D30">
      <w:r>
        <w:t>348.6911</w:t>
      </w:r>
      <w:r>
        <w:tab/>
        <w:t>3.038e0</w:t>
      </w:r>
    </w:p>
    <w:p w:rsidR="00E00D30" w:rsidRDefault="00E00D30" w:rsidP="00E00D30">
      <w:r>
        <w:t>348.7364</w:t>
      </w:r>
      <w:r>
        <w:tab/>
        <w:t>1.013e0</w:t>
      </w:r>
    </w:p>
    <w:p w:rsidR="00E00D30" w:rsidRDefault="00E00D30" w:rsidP="00E00D30">
      <w:r>
        <w:t>348.7663</w:t>
      </w:r>
      <w:r>
        <w:tab/>
        <w:t>1.013e0</w:t>
      </w:r>
    </w:p>
    <w:p w:rsidR="00E00D30" w:rsidRDefault="00E00D30" w:rsidP="00E00D30">
      <w:r>
        <w:t>348.7726</w:t>
      </w:r>
      <w:r>
        <w:tab/>
        <w:t>1.013e0</w:t>
      </w:r>
    </w:p>
    <w:p w:rsidR="00E00D30" w:rsidRDefault="00E00D30" w:rsidP="00E00D30">
      <w:r>
        <w:t>348.7861</w:t>
      </w:r>
      <w:r>
        <w:tab/>
        <w:t>1.013e0</w:t>
      </w:r>
    </w:p>
    <w:p w:rsidR="00E00D30" w:rsidRDefault="00E00D30" w:rsidP="00E00D30">
      <w:r>
        <w:t>348.8161</w:t>
      </w:r>
      <w:r>
        <w:tab/>
        <w:t>1.013e0</w:t>
      </w:r>
    </w:p>
    <w:p w:rsidR="00E00D30" w:rsidRDefault="00E00D30" w:rsidP="00E00D30">
      <w:r>
        <w:t>348.8312</w:t>
      </w:r>
      <w:r>
        <w:tab/>
        <w:t>1.013e0</w:t>
      </w:r>
    </w:p>
    <w:p w:rsidR="00E00D30" w:rsidRDefault="00E00D30" w:rsidP="00E00D30">
      <w:r>
        <w:t>348.8600</w:t>
      </w:r>
      <w:r>
        <w:tab/>
        <w:t>1.013e0</w:t>
      </w:r>
    </w:p>
    <w:p w:rsidR="00E00D30" w:rsidRDefault="00E00D30" w:rsidP="00E00D30">
      <w:r>
        <w:t>348.8975</w:t>
      </w:r>
      <w:r>
        <w:tab/>
        <w:t>3.038e0</w:t>
      </w:r>
    </w:p>
    <w:p w:rsidR="00E00D30" w:rsidRDefault="00E00D30" w:rsidP="00E00D30">
      <w:r>
        <w:t>348.9052</w:t>
      </w:r>
      <w:r>
        <w:tab/>
        <w:t>1.013e0</w:t>
      </w:r>
    </w:p>
    <w:p w:rsidR="00E00D30" w:rsidRDefault="00E00D30" w:rsidP="00E00D30">
      <w:r>
        <w:t>348.9100</w:t>
      </w:r>
      <w:r>
        <w:tab/>
        <w:t>1.013e0</w:t>
      </w:r>
    </w:p>
    <w:p w:rsidR="00E00D30" w:rsidRDefault="00E00D30" w:rsidP="00E00D30">
      <w:r>
        <w:t>348.9258</w:t>
      </w:r>
      <w:r>
        <w:tab/>
        <w:t>4.051e0</w:t>
      </w:r>
    </w:p>
    <w:p w:rsidR="00E00D30" w:rsidRDefault="00E00D30" w:rsidP="00E00D30">
      <w:r>
        <w:t>348.9360</w:t>
      </w:r>
      <w:r>
        <w:tab/>
        <w:t>2.025e0</w:t>
      </w:r>
    </w:p>
    <w:p w:rsidR="00E00D30" w:rsidRDefault="00E00D30" w:rsidP="00E00D30">
      <w:r>
        <w:t>348.9422</w:t>
      </w:r>
      <w:r>
        <w:tab/>
        <w:t>2.025e0</w:t>
      </w:r>
    </w:p>
    <w:p w:rsidR="00E00D30" w:rsidRDefault="00E00D30" w:rsidP="00E00D30">
      <w:r>
        <w:t>348.9506</w:t>
      </w:r>
      <w:r>
        <w:tab/>
        <w:t>2.025e0</w:t>
      </w:r>
    </w:p>
    <w:p w:rsidR="00E00D30" w:rsidRDefault="00E00D30" w:rsidP="00E00D30">
      <w:r>
        <w:lastRenderedPageBreak/>
        <w:t>348.9600</w:t>
      </w:r>
      <w:r>
        <w:tab/>
        <w:t>1.013e0</w:t>
      </w:r>
    </w:p>
    <w:p w:rsidR="00E00D30" w:rsidRDefault="00E00D30" w:rsidP="00E00D30">
      <w:r>
        <w:t>349.0011</w:t>
      </w:r>
      <w:r>
        <w:tab/>
        <w:t>3.038e0</w:t>
      </w:r>
    </w:p>
    <w:p w:rsidR="00E00D30" w:rsidRDefault="00E00D30" w:rsidP="00E00D30">
      <w:r>
        <w:t>349.0202</w:t>
      </w:r>
      <w:r>
        <w:tab/>
        <w:t>4.051e0</w:t>
      </w:r>
    </w:p>
    <w:p w:rsidR="00E00D30" w:rsidRDefault="00E00D30" w:rsidP="00E00D30">
      <w:r>
        <w:t>349.0287</w:t>
      </w:r>
      <w:r>
        <w:tab/>
        <w:t>1.013e0</w:t>
      </w:r>
    </w:p>
    <w:p w:rsidR="00E00D30" w:rsidRDefault="00E00D30" w:rsidP="00E00D30">
      <w:r>
        <w:t>349.0354</w:t>
      </w:r>
      <w:r>
        <w:tab/>
        <w:t>1.013e0</w:t>
      </w:r>
    </w:p>
    <w:p w:rsidR="00E00D30" w:rsidRDefault="00E00D30" w:rsidP="00E00D30">
      <w:r>
        <w:t>349.0410</w:t>
      </w:r>
      <w:r>
        <w:tab/>
        <w:t>1.013e0</w:t>
      </w:r>
    </w:p>
    <w:p w:rsidR="00E00D30" w:rsidRDefault="00E00D30" w:rsidP="00E00D30">
      <w:r>
        <w:t>349.0663</w:t>
      </w:r>
      <w:r>
        <w:tab/>
        <w:t>1.013e0</w:t>
      </w:r>
    </w:p>
    <w:p w:rsidR="00E00D30" w:rsidRDefault="00E00D30" w:rsidP="00E00D30">
      <w:r>
        <w:t>349.0688</w:t>
      </w:r>
      <w:r>
        <w:tab/>
        <w:t>2.025e0</w:t>
      </w:r>
    </w:p>
    <w:p w:rsidR="00E00D30" w:rsidRDefault="00E00D30" w:rsidP="00E00D30">
      <w:r>
        <w:t>349.0850</w:t>
      </w:r>
      <w:r>
        <w:tab/>
        <w:t>1.013e0</w:t>
      </w:r>
    </w:p>
    <w:p w:rsidR="00E00D30" w:rsidRDefault="00E00D30" w:rsidP="00E00D30">
      <w:r>
        <w:t>349.0952</w:t>
      </w:r>
      <w:r>
        <w:tab/>
        <w:t>1.013e0</w:t>
      </w:r>
    </w:p>
    <w:p w:rsidR="00E00D30" w:rsidRDefault="00E00D30" w:rsidP="00E00D30">
      <w:r>
        <w:t>349.1098</w:t>
      </w:r>
      <w:r>
        <w:tab/>
        <w:t>1.013e0</w:t>
      </w:r>
    </w:p>
    <w:p w:rsidR="00E00D30" w:rsidRDefault="00E00D30" w:rsidP="00E00D30">
      <w:r>
        <w:t>349.1156</w:t>
      </w:r>
      <w:r>
        <w:tab/>
        <w:t>2.025e0</w:t>
      </w:r>
    </w:p>
    <w:p w:rsidR="00E00D30" w:rsidRDefault="00E00D30" w:rsidP="00E00D30">
      <w:r>
        <w:t>349.1232</w:t>
      </w:r>
      <w:r>
        <w:tab/>
        <w:t>1.013e0</w:t>
      </w:r>
    </w:p>
    <w:p w:rsidR="00E00D30" w:rsidRDefault="00E00D30" w:rsidP="00E00D30">
      <w:r>
        <w:t>349.1288</w:t>
      </w:r>
      <w:r>
        <w:tab/>
        <w:t>1.013e0</w:t>
      </w:r>
    </w:p>
    <w:p w:rsidR="00E00D30" w:rsidRDefault="00E00D30" w:rsidP="00E00D30">
      <w:r>
        <w:t>349.1474</w:t>
      </w:r>
      <w:r>
        <w:tab/>
        <w:t>3.038e0</w:t>
      </w:r>
    </w:p>
    <w:p w:rsidR="00E00D30" w:rsidRDefault="00E00D30" w:rsidP="00E00D30">
      <w:r>
        <w:t>349.1484</w:t>
      </w:r>
      <w:r>
        <w:tab/>
        <w:t>1.013e0</w:t>
      </w:r>
    </w:p>
    <w:p w:rsidR="00E00D30" w:rsidRDefault="00E00D30" w:rsidP="00E00D30">
      <w:r>
        <w:t>349.1761</w:t>
      </w:r>
      <w:r>
        <w:tab/>
        <w:t>5.063e0</w:t>
      </w:r>
    </w:p>
    <w:p w:rsidR="00E00D30" w:rsidRDefault="00E00D30" w:rsidP="00E00D30">
      <w:r>
        <w:t>349.1788</w:t>
      </w:r>
      <w:r>
        <w:tab/>
        <w:t>1.013e0</w:t>
      </w:r>
    </w:p>
    <w:p w:rsidR="00E00D30" w:rsidRDefault="00E00D30" w:rsidP="00E00D30">
      <w:r>
        <w:t>349.1827</w:t>
      </w:r>
      <w:r>
        <w:tab/>
        <w:t>6.076e0</w:t>
      </w:r>
    </w:p>
    <w:p w:rsidR="00E00D30" w:rsidRDefault="00E00D30" w:rsidP="00E00D30">
      <w:r>
        <w:lastRenderedPageBreak/>
        <w:t>349.1841</w:t>
      </w:r>
      <w:r>
        <w:tab/>
        <w:t>4.051e0</w:t>
      </w:r>
    </w:p>
    <w:p w:rsidR="00E00D30" w:rsidRDefault="00E00D30" w:rsidP="00E00D30">
      <w:r>
        <w:t>349.1865</w:t>
      </w:r>
      <w:r>
        <w:tab/>
        <w:t>9.066e0</w:t>
      </w:r>
    </w:p>
    <w:p w:rsidR="00E00D30" w:rsidRDefault="00E00D30" w:rsidP="00E00D30">
      <w:r>
        <w:t>349.1934</w:t>
      </w:r>
      <w:r>
        <w:tab/>
        <w:t>1.013e0</w:t>
      </w:r>
    </w:p>
    <w:p w:rsidR="00E00D30" w:rsidRDefault="00E00D30" w:rsidP="00E00D30">
      <w:r>
        <w:t>349.1964</w:t>
      </w:r>
      <w:r>
        <w:tab/>
        <w:t>2.025e0</w:t>
      </w:r>
    </w:p>
    <w:p w:rsidR="00E00D30" w:rsidRDefault="00E00D30" w:rsidP="00E00D30">
      <w:r>
        <w:t>349.2289</w:t>
      </w:r>
      <w:r>
        <w:tab/>
        <w:t>3.038e0</w:t>
      </w:r>
    </w:p>
    <w:p w:rsidR="00E00D30" w:rsidRDefault="00E00D30" w:rsidP="00E00D30">
      <w:r>
        <w:t>349.2474</w:t>
      </w:r>
      <w:r>
        <w:tab/>
        <w:t>1.013e0</w:t>
      </w:r>
    </w:p>
    <w:p w:rsidR="00E00D30" w:rsidRDefault="00E00D30" w:rsidP="00E00D30">
      <w:r>
        <w:t>349.2513</w:t>
      </w:r>
      <w:r>
        <w:tab/>
        <w:t>2.025e0</w:t>
      </w:r>
    </w:p>
    <w:p w:rsidR="00E00D30" w:rsidRDefault="00E00D30" w:rsidP="00E00D30">
      <w:r>
        <w:t>349.2728</w:t>
      </w:r>
      <w:r>
        <w:tab/>
        <w:t>2.025e0</w:t>
      </w:r>
    </w:p>
    <w:p w:rsidR="00E00D30" w:rsidRDefault="00E00D30" w:rsidP="00E00D30">
      <w:r>
        <w:t>349.3061</w:t>
      </w:r>
      <w:r>
        <w:tab/>
        <w:t>3.038e0</w:t>
      </w:r>
    </w:p>
    <w:p w:rsidR="00E00D30" w:rsidRDefault="00E00D30" w:rsidP="00E00D30">
      <w:r>
        <w:t>349.3095</w:t>
      </w:r>
      <w:r>
        <w:tab/>
        <w:t>1.013e0</w:t>
      </w:r>
    </w:p>
    <w:p w:rsidR="00E00D30" w:rsidRDefault="00E00D30" w:rsidP="00E00D30">
      <w:r>
        <w:t>349.3287</w:t>
      </w:r>
      <w:r>
        <w:tab/>
        <w:t>1.013e0</w:t>
      </w:r>
    </w:p>
    <w:p w:rsidR="00E00D30" w:rsidRDefault="00E00D30" w:rsidP="00E00D30">
      <w:r>
        <w:t>349.3517</w:t>
      </w:r>
      <w:r>
        <w:tab/>
        <w:t>2.025e0</w:t>
      </w:r>
    </w:p>
    <w:p w:rsidR="00E00D30" w:rsidRDefault="00E00D30" w:rsidP="00E00D30">
      <w:r>
        <w:t>349.3897</w:t>
      </w:r>
      <w:r>
        <w:tab/>
        <w:t>2.025e0</w:t>
      </w:r>
    </w:p>
    <w:p w:rsidR="00E00D30" w:rsidRDefault="00E00D30" w:rsidP="00E00D30">
      <w:r>
        <w:t>349.3975</w:t>
      </w:r>
      <w:r>
        <w:tab/>
        <w:t>2.025e0</w:t>
      </w:r>
    </w:p>
    <w:p w:rsidR="00E00D30" w:rsidRDefault="00E00D30" w:rsidP="00E00D30">
      <w:r>
        <w:t>349.4744</w:t>
      </w:r>
      <w:r>
        <w:tab/>
        <w:t>2.025e0</w:t>
      </w:r>
    </w:p>
    <w:p w:rsidR="00E00D30" w:rsidRDefault="00E00D30" w:rsidP="00E00D30">
      <w:r>
        <w:t>349.4784</w:t>
      </w:r>
      <w:r>
        <w:tab/>
        <w:t>1.013e0</w:t>
      </w:r>
    </w:p>
    <w:p w:rsidR="00E00D30" w:rsidRDefault="00E00D30" w:rsidP="00E00D30">
      <w:r>
        <w:t>349.5560</w:t>
      </w:r>
      <w:r>
        <w:tab/>
        <w:t>1.013e0</w:t>
      </w:r>
    </w:p>
    <w:p w:rsidR="00E00D30" w:rsidRDefault="00E00D30" w:rsidP="00E00D30">
      <w:r>
        <w:t>349.5765</w:t>
      </w:r>
      <w:r>
        <w:tab/>
        <w:t>1.013e0</w:t>
      </w:r>
    </w:p>
    <w:p w:rsidR="00E00D30" w:rsidRDefault="00E00D30" w:rsidP="00E00D30">
      <w:r>
        <w:t>349.5853</w:t>
      </w:r>
      <w:r>
        <w:tab/>
        <w:t>1.013e0</w:t>
      </w:r>
    </w:p>
    <w:p w:rsidR="00E00D30" w:rsidRDefault="00E00D30" w:rsidP="00E00D30">
      <w:r>
        <w:lastRenderedPageBreak/>
        <w:t>349.5917</w:t>
      </w:r>
      <w:r>
        <w:tab/>
        <w:t>1.013e0</w:t>
      </w:r>
    </w:p>
    <w:p w:rsidR="00E00D30" w:rsidRDefault="00E00D30" w:rsidP="00E00D30">
      <w:r>
        <w:t>349.6416</w:t>
      </w:r>
      <w:r>
        <w:tab/>
        <w:t>1.013e0</w:t>
      </w:r>
    </w:p>
    <w:p w:rsidR="00E00D30" w:rsidRDefault="00E00D30" w:rsidP="00E00D30">
      <w:r>
        <w:t>349.6667</w:t>
      </w:r>
      <w:r>
        <w:tab/>
        <w:t>1.013e0</w:t>
      </w:r>
    </w:p>
    <w:p w:rsidR="00E00D30" w:rsidRDefault="00E00D30" w:rsidP="00E00D30">
      <w:r>
        <w:t>349.6760</w:t>
      </w:r>
      <w:r>
        <w:tab/>
        <w:t>1.013e0</w:t>
      </w:r>
    </w:p>
    <w:p w:rsidR="00E00D30" w:rsidRDefault="00E00D30" w:rsidP="00E00D30">
      <w:r>
        <w:t>349.6917</w:t>
      </w:r>
      <w:r>
        <w:tab/>
        <w:t>1.013e0</w:t>
      </w:r>
    </w:p>
    <w:p w:rsidR="00E00D30" w:rsidRDefault="00E00D30" w:rsidP="00E00D30">
      <w:r>
        <w:t>349.7003</w:t>
      </w:r>
      <w:r>
        <w:tab/>
        <w:t>1.013e0</w:t>
      </w:r>
    </w:p>
    <w:p w:rsidR="00E00D30" w:rsidRDefault="00E00D30" w:rsidP="00E00D30">
      <w:r>
        <w:t>349.7167</w:t>
      </w:r>
      <w:r>
        <w:tab/>
        <w:t>2.025e0</w:t>
      </w:r>
    </w:p>
    <w:p w:rsidR="00E00D30" w:rsidRDefault="00E00D30" w:rsidP="00E00D30">
      <w:r>
        <w:t>349.7455</w:t>
      </w:r>
      <w:r>
        <w:tab/>
        <w:t>2.025e0</w:t>
      </w:r>
    </w:p>
    <w:p w:rsidR="00E00D30" w:rsidRDefault="00E00D30" w:rsidP="00E00D30">
      <w:r>
        <w:t>349.7500</w:t>
      </w:r>
      <w:r>
        <w:tab/>
        <w:t>1.013e0</w:t>
      </w:r>
    </w:p>
    <w:p w:rsidR="00E00D30" w:rsidRDefault="00E00D30" w:rsidP="00E00D30">
      <w:r>
        <w:t>349.7545</w:t>
      </w:r>
      <w:r>
        <w:tab/>
        <w:t>2.025e0</w:t>
      </w:r>
    </w:p>
    <w:p w:rsidR="00E00D30" w:rsidRDefault="00E00D30" w:rsidP="00E00D30">
      <w:r>
        <w:t>349.7858</w:t>
      </w:r>
      <w:r>
        <w:tab/>
        <w:t>1.013e0</w:t>
      </w:r>
    </w:p>
    <w:p w:rsidR="00E00D30" w:rsidRDefault="00E00D30" w:rsidP="00E00D30">
      <w:r>
        <w:t>349.8443</w:t>
      </w:r>
      <w:r>
        <w:tab/>
        <w:t>1.013e0</w:t>
      </w:r>
    </w:p>
    <w:p w:rsidR="00E00D30" w:rsidRDefault="00E00D30" w:rsidP="00E00D30">
      <w:r>
        <w:t>349.8737</w:t>
      </w:r>
      <w:r>
        <w:tab/>
        <w:t>2.025e0</w:t>
      </w:r>
    </w:p>
    <w:p w:rsidR="00E00D30" w:rsidRDefault="00E00D30" w:rsidP="00E00D30">
      <w:r>
        <w:t>349.8798</w:t>
      </w:r>
      <w:r>
        <w:tab/>
        <w:t>1.013e0</w:t>
      </w:r>
    </w:p>
    <w:p w:rsidR="00E00D30" w:rsidRDefault="00E00D30" w:rsidP="00E00D30">
      <w:r>
        <w:t>349.8841</w:t>
      </w:r>
      <w:r>
        <w:tab/>
        <w:t>2.025e0</w:t>
      </w:r>
    </w:p>
    <w:p w:rsidR="00E00D30" w:rsidRDefault="00E00D30" w:rsidP="00E00D30">
      <w:r>
        <w:t>349.8988</w:t>
      </w:r>
      <w:r>
        <w:tab/>
        <w:t>2.025e0</w:t>
      </w:r>
    </w:p>
    <w:p w:rsidR="00E00D30" w:rsidRDefault="00E00D30" w:rsidP="00E00D30">
      <w:r>
        <w:t>349.9046</w:t>
      </w:r>
      <w:r>
        <w:tab/>
        <w:t>1.013e0</w:t>
      </w:r>
    </w:p>
    <w:p w:rsidR="00E00D30" w:rsidRDefault="00E00D30" w:rsidP="00E00D30">
      <w:r>
        <w:t>349.9143</w:t>
      </w:r>
      <w:r>
        <w:tab/>
        <w:t>1.013e0</w:t>
      </w:r>
    </w:p>
    <w:p w:rsidR="00E00D30" w:rsidRDefault="00E00D30" w:rsidP="00E00D30">
      <w:r>
        <w:t>349.9216</w:t>
      </w:r>
      <w:r>
        <w:tab/>
        <w:t>2.025e0</w:t>
      </w:r>
    </w:p>
    <w:p w:rsidR="00E00D30" w:rsidRDefault="00E00D30" w:rsidP="00E00D30">
      <w:r>
        <w:lastRenderedPageBreak/>
        <w:t>349.9234</w:t>
      </w:r>
      <w:r>
        <w:tab/>
        <w:t>4.051e0</w:t>
      </w:r>
    </w:p>
    <w:p w:rsidR="00E00D30" w:rsidRDefault="00E00D30" w:rsidP="00E00D30">
      <w:r>
        <w:t>349.9289</w:t>
      </w:r>
      <w:r>
        <w:tab/>
        <w:t>2.025e0</w:t>
      </w:r>
    </w:p>
    <w:p w:rsidR="00E00D30" w:rsidRDefault="00E00D30" w:rsidP="00E00D30">
      <w:r>
        <w:t>349.9374</w:t>
      </w:r>
      <w:r>
        <w:tab/>
        <w:t>2.025e0</w:t>
      </w:r>
    </w:p>
    <w:p w:rsidR="00E00D30" w:rsidRDefault="00E00D30" w:rsidP="00E00D30">
      <w:r>
        <w:t>349.9430</w:t>
      </w:r>
      <w:r>
        <w:tab/>
        <w:t>1.013e0</w:t>
      </w:r>
    </w:p>
    <w:p w:rsidR="00E00D30" w:rsidRDefault="00E00D30" w:rsidP="00E00D30">
      <w:r>
        <w:t>349.9600</w:t>
      </w:r>
      <w:r>
        <w:tab/>
        <w:t>2.025e0</w:t>
      </w:r>
    </w:p>
    <w:p w:rsidR="00E00D30" w:rsidRDefault="00E00D30" w:rsidP="00E00D30">
      <w:r>
        <w:t>349.9676</w:t>
      </w:r>
      <w:r>
        <w:tab/>
        <w:t>1.013e0</w:t>
      </w:r>
    </w:p>
    <w:p w:rsidR="00E00D30" w:rsidRDefault="00E00D30" w:rsidP="00E00D30">
      <w:r>
        <w:t>349.9730</w:t>
      </w:r>
      <w:r>
        <w:tab/>
        <w:t>3.038e0</w:t>
      </w:r>
    </w:p>
    <w:p w:rsidR="00E00D30" w:rsidRDefault="00E00D30" w:rsidP="00E00D30">
      <w:r>
        <w:t>349.9888</w:t>
      </w:r>
      <w:r>
        <w:tab/>
        <w:t>3.038e0</w:t>
      </w:r>
    </w:p>
    <w:p w:rsidR="00E00D30" w:rsidRDefault="00E00D30" w:rsidP="00E00D30">
      <w:r>
        <w:t>350.0299</w:t>
      </w:r>
      <w:r>
        <w:tab/>
        <w:t>1.013e0</w:t>
      </w:r>
    </w:p>
    <w:p w:rsidR="00E00D30" w:rsidRDefault="00E00D30" w:rsidP="00E00D30">
      <w:r>
        <w:t>350.0490</w:t>
      </w:r>
      <w:r>
        <w:tab/>
        <w:t>1.013e0</w:t>
      </w:r>
    </w:p>
    <w:p w:rsidR="00E00D30" w:rsidRDefault="00E00D30" w:rsidP="00E00D30">
      <w:r>
        <w:t>350.0688</w:t>
      </w:r>
      <w:r>
        <w:tab/>
        <w:t>2.025e0</w:t>
      </w:r>
    </w:p>
    <w:p w:rsidR="00E00D30" w:rsidRDefault="00E00D30" w:rsidP="00E00D30">
      <w:r>
        <w:t>350.0835</w:t>
      </w:r>
      <w:r>
        <w:tab/>
        <w:t>1.013e0</w:t>
      </w:r>
    </w:p>
    <w:p w:rsidR="00E00D30" w:rsidRDefault="00E00D30" w:rsidP="00E00D30">
      <w:r>
        <w:t>350.1035</w:t>
      </w:r>
      <w:r>
        <w:tab/>
        <w:t>2.025e0</w:t>
      </w:r>
    </w:p>
    <w:p w:rsidR="00E00D30" w:rsidRDefault="00E00D30" w:rsidP="00E00D30">
      <w:r>
        <w:t>350.1166</w:t>
      </w:r>
      <w:r>
        <w:tab/>
        <w:t>2.025e0</w:t>
      </w:r>
    </w:p>
    <w:p w:rsidR="00E00D30" w:rsidRDefault="00E00D30" w:rsidP="00E00D30">
      <w:r>
        <w:t>350.1183</w:t>
      </w:r>
      <w:r>
        <w:tab/>
        <w:t>4.898e0</w:t>
      </w:r>
    </w:p>
    <w:p w:rsidR="00E00D30" w:rsidRDefault="00E00D30" w:rsidP="00E00D30">
      <w:r>
        <w:t>350.1203</w:t>
      </w:r>
      <w:r>
        <w:tab/>
        <w:t>2.025e0</w:t>
      </w:r>
    </w:p>
    <w:p w:rsidR="00E00D30" w:rsidRDefault="00E00D30" w:rsidP="00E00D30">
      <w:r>
        <w:t>350.1293</w:t>
      </w:r>
      <w:r>
        <w:tab/>
        <w:t>1.013e0</w:t>
      </w:r>
    </w:p>
    <w:p w:rsidR="00E00D30" w:rsidRDefault="00E00D30" w:rsidP="00E00D30">
      <w:r>
        <w:t>350.1428</w:t>
      </w:r>
      <w:r>
        <w:tab/>
        <w:t>1.013e0</w:t>
      </w:r>
    </w:p>
    <w:p w:rsidR="00E00D30" w:rsidRDefault="00E00D30" w:rsidP="00E00D30">
      <w:r>
        <w:t>350.1534</w:t>
      </w:r>
      <w:r>
        <w:tab/>
        <w:t>1.013e0</w:t>
      </w:r>
    </w:p>
    <w:p w:rsidR="00E00D30" w:rsidRDefault="00E00D30" w:rsidP="00E00D30">
      <w:r>
        <w:lastRenderedPageBreak/>
        <w:t>350.1577</w:t>
      </w:r>
      <w:r>
        <w:tab/>
        <w:t>1.013e0</w:t>
      </w:r>
    </w:p>
    <w:p w:rsidR="00E00D30" w:rsidRDefault="00E00D30" w:rsidP="00E00D30">
      <w:r>
        <w:t>350.1700</w:t>
      </w:r>
      <w:r>
        <w:tab/>
        <w:t>2.025e0</w:t>
      </w:r>
    </w:p>
    <w:p w:rsidR="00E00D30" w:rsidRDefault="00E00D30" w:rsidP="00E00D30">
      <w:r>
        <w:t>350.1787</w:t>
      </w:r>
      <w:r>
        <w:tab/>
        <w:t>1.013e0</w:t>
      </w:r>
    </w:p>
    <w:p w:rsidR="00E00D30" w:rsidRDefault="00E00D30" w:rsidP="00E00D30">
      <w:r>
        <w:t>350.1891</w:t>
      </w:r>
      <w:r>
        <w:tab/>
        <w:t>3.038e0</w:t>
      </w:r>
    </w:p>
    <w:p w:rsidR="00E00D30" w:rsidRDefault="00E00D30" w:rsidP="00E00D30">
      <w:r>
        <w:t>350.1962</w:t>
      </w:r>
      <w:r>
        <w:tab/>
        <w:t>6.076e0</w:t>
      </w:r>
    </w:p>
    <w:p w:rsidR="00E00D30" w:rsidRDefault="00E00D30" w:rsidP="00E00D30">
      <w:r>
        <w:t>350.2123</w:t>
      </w:r>
      <w:r>
        <w:tab/>
        <w:t>1.013e0</w:t>
      </w:r>
    </w:p>
    <w:p w:rsidR="00E00D30" w:rsidRDefault="00E00D30" w:rsidP="00E00D30">
      <w:r>
        <w:t>350.2182</w:t>
      </w:r>
      <w:r>
        <w:tab/>
        <w:t>1.013e0</w:t>
      </w:r>
    </w:p>
    <w:p w:rsidR="00E00D30" w:rsidRDefault="00E00D30" w:rsidP="00E00D30">
      <w:r>
        <w:t>350.2229</w:t>
      </w:r>
      <w:r>
        <w:tab/>
        <w:t>3.038e0</w:t>
      </w:r>
    </w:p>
    <w:p w:rsidR="00E00D30" w:rsidRDefault="00E00D30" w:rsidP="00E00D30">
      <w:r>
        <w:t>350.2277</w:t>
      </w:r>
      <w:r>
        <w:tab/>
        <w:t>1.013e0</w:t>
      </w:r>
    </w:p>
    <w:p w:rsidR="00E00D30" w:rsidRDefault="00E00D30" w:rsidP="00E00D30">
      <w:r>
        <w:t>350.2316</w:t>
      </w:r>
      <w:r>
        <w:tab/>
        <w:t>2.025e0</w:t>
      </w:r>
    </w:p>
    <w:p w:rsidR="00E00D30" w:rsidRDefault="00E00D30" w:rsidP="00E00D30">
      <w:r>
        <w:t>350.2731</w:t>
      </w:r>
      <w:r>
        <w:tab/>
        <w:t>1.013e0</w:t>
      </w:r>
    </w:p>
    <w:p w:rsidR="00E00D30" w:rsidRDefault="00E00D30" w:rsidP="00E00D30">
      <w:r>
        <w:t>350.2779</w:t>
      </w:r>
      <w:r>
        <w:tab/>
        <w:t>2.025e0</w:t>
      </w:r>
    </w:p>
    <w:p w:rsidR="00E00D30" w:rsidRDefault="00E00D30" w:rsidP="00E00D30">
      <w:r>
        <w:t>350.2798</w:t>
      </w:r>
      <w:r>
        <w:tab/>
        <w:t>2.025e0</w:t>
      </w:r>
    </w:p>
    <w:p w:rsidR="00E00D30" w:rsidRDefault="00E00D30" w:rsidP="00E00D30">
      <w:r>
        <w:t>350.2932</w:t>
      </w:r>
      <w:r>
        <w:tab/>
        <w:t>1.013e0</w:t>
      </w:r>
    </w:p>
    <w:p w:rsidR="00E00D30" w:rsidRDefault="00E00D30" w:rsidP="00E00D30">
      <w:r>
        <w:t>350.2952</w:t>
      </w:r>
      <w:r>
        <w:tab/>
        <w:t>2.025e0</w:t>
      </w:r>
    </w:p>
    <w:p w:rsidR="00E00D30" w:rsidRDefault="00E00D30" w:rsidP="00E00D30">
      <w:r>
        <w:t>350.3060</w:t>
      </w:r>
      <w:r>
        <w:tab/>
        <w:t>1.013e0</w:t>
      </w:r>
    </w:p>
    <w:p w:rsidR="00E00D30" w:rsidRDefault="00E00D30" w:rsidP="00E00D30">
      <w:r>
        <w:t>350.3153</w:t>
      </w:r>
      <w:r>
        <w:tab/>
        <w:t>2.025e0</w:t>
      </w:r>
    </w:p>
    <w:p w:rsidR="00E00D30" w:rsidRDefault="00E00D30" w:rsidP="00E00D30">
      <w:r>
        <w:t>350.3183</w:t>
      </w:r>
      <w:r>
        <w:tab/>
        <w:t>1.013e0</w:t>
      </w:r>
    </w:p>
    <w:p w:rsidR="00E00D30" w:rsidRDefault="00E00D30" w:rsidP="00E00D30">
      <w:r>
        <w:t>350.3230</w:t>
      </w:r>
      <w:r>
        <w:tab/>
        <w:t>1.013e0</w:t>
      </w:r>
    </w:p>
    <w:p w:rsidR="00E00D30" w:rsidRDefault="00E00D30" w:rsidP="00E00D30">
      <w:r>
        <w:lastRenderedPageBreak/>
        <w:t>350.3272</w:t>
      </w:r>
      <w:r>
        <w:tab/>
        <w:t>2.025e0</w:t>
      </w:r>
    </w:p>
    <w:p w:rsidR="00E00D30" w:rsidRDefault="00E00D30" w:rsidP="00E00D30">
      <w:r>
        <w:t>350.3311</w:t>
      </w:r>
      <w:r>
        <w:tab/>
        <w:t>3.038e0</w:t>
      </w:r>
    </w:p>
    <w:p w:rsidR="00E00D30" w:rsidRDefault="00E00D30" w:rsidP="00E00D30">
      <w:r>
        <w:t>350.3326</w:t>
      </w:r>
      <w:r>
        <w:tab/>
        <w:t>2.025e0</w:t>
      </w:r>
    </w:p>
    <w:p w:rsidR="00E00D30" w:rsidRDefault="00E00D30" w:rsidP="00E00D30">
      <w:r>
        <w:t>350.3622</w:t>
      </w:r>
      <w:r>
        <w:tab/>
        <w:t>1.013e0</w:t>
      </w:r>
    </w:p>
    <w:p w:rsidR="00E00D30" w:rsidRDefault="00E00D30" w:rsidP="00E00D30">
      <w:r>
        <w:t>350.3764</w:t>
      </w:r>
      <w:r>
        <w:tab/>
        <w:t>1.013e0</w:t>
      </w:r>
    </w:p>
    <w:p w:rsidR="00E00D30" w:rsidRDefault="00E00D30" w:rsidP="00E00D30">
      <w:r>
        <w:t>350.4381</w:t>
      </w:r>
      <w:r>
        <w:tab/>
        <w:t>1.013e0</w:t>
      </w:r>
    </w:p>
    <w:p w:rsidR="00E00D30" w:rsidRDefault="00E00D30" w:rsidP="00E00D30">
      <w:r>
        <w:t>350.4504</w:t>
      </w:r>
      <w:r>
        <w:tab/>
        <w:t>2.025e0</w:t>
      </w:r>
    </w:p>
    <w:p w:rsidR="00E00D30" w:rsidRDefault="00E00D30" w:rsidP="00E00D30">
      <w:r>
        <w:t>350.4713</w:t>
      </w:r>
      <w:r>
        <w:tab/>
        <w:t>1.013e0</w:t>
      </w:r>
    </w:p>
    <w:p w:rsidR="00E00D30" w:rsidRDefault="00E00D30" w:rsidP="00E00D30">
      <w:r>
        <w:t>350.5004</w:t>
      </w:r>
      <w:r>
        <w:tab/>
        <w:t>1.013e0</w:t>
      </w:r>
    </w:p>
    <w:p w:rsidR="00E00D30" w:rsidRDefault="00E00D30" w:rsidP="00E00D30">
      <w:r>
        <w:t>350.5200</w:t>
      </w:r>
      <w:r>
        <w:tab/>
        <w:t>1.013e0</w:t>
      </w:r>
    </w:p>
    <w:p w:rsidR="00E00D30" w:rsidRDefault="00E00D30" w:rsidP="00E00D30">
      <w:r>
        <w:t>350.5255</w:t>
      </w:r>
      <w:r>
        <w:tab/>
        <w:t>1.013e0</w:t>
      </w:r>
    </w:p>
    <w:p w:rsidR="00E00D30" w:rsidRDefault="00E00D30" w:rsidP="00E00D30">
      <w:r>
        <w:t>350.5408</w:t>
      </w:r>
      <w:r>
        <w:tab/>
        <w:t>1.013e0</w:t>
      </w:r>
    </w:p>
    <w:p w:rsidR="00E00D30" w:rsidRDefault="00E00D30" w:rsidP="00E00D30">
      <w:r>
        <w:t>350.5504</w:t>
      </w:r>
      <w:r>
        <w:tab/>
        <w:t>1.013e0</w:t>
      </w:r>
    </w:p>
    <w:p w:rsidR="00E00D30" w:rsidRDefault="00E00D30" w:rsidP="00E00D30">
      <w:r>
        <w:t>350.5657</w:t>
      </w:r>
      <w:r>
        <w:tab/>
        <w:t>1.013e0</w:t>
      </w:r>
    </w:p>
    <w:p w:rsidR="00E00D30" w:rsidRDefault="00E00D30" w:rsidP="00E00D30">
      <w:r>
        <w:t>350.5903</w:t>
      </w:r>
      <w:r>
        <w:tab/>
        <w:t>2.025e0</w:t>
      </w:r>
    </w:p>
    <w:p w:rsidR="00E00D30" w:rsidRDefault="00E00D30" w:rsidP="00E00D30">
      <w:r>
        <w:t>350.5946</w:t>
      </w:r>
      <w:r>
        <w:tab/>
        <w:t>1.013e0</w:t>
      </w:r>
    </w:p>
    <w:p w:rsidR="00E00D30" w:rsidRDefault="00E00D30" w:rsidP="00E00D30">
      <w:r>
        <w:t>350.6193</w:t>
      </w:r>
      <w:r>
        <w:tab/>
        <w:t>2.025e0</w:t>
      </w:r>
    </w:p>
    <w:p w:rsidR="00E00D30" w:rsidRDefault="00E00D30" w:rsidP="00E00D30">
      <w:r>
        <w:t>350.6699</w:t>
      </w:r>
      <w:r>
        <w:tab/>
        <w:t>1.013e0</w:t>
      </w:r>
    </w:p>
    <w:p w:rsidR="00E00D30" w:rsidRDefault="00E00D30" w:rsidP="00E00D30">
      <w:r>
        <w:t>350.7205</w:t>
      </w:r>
      <w:r>
        <w:tab/>
        <w:t>1.013e0</w:t>
      </w:r>
    </w:p>
    <w:p w:rsidR="00E00D30" w:rsidRDefault="00E00D30" w:rsidP="00E00D30">
      <w:r>
        <w:lastRenderedPageBreak/>
        <w:t>350.7262</w:t>
      </w:r>
      <w:r>
        <w:tab/>
        <w:t>1.013e0</w:t>
      </w:r>
    </w:p>
    <w:p w:rsidR="00E00D30" w:rsidRDefault="00E00D30" w:rsidP="00E00D30">
      <w:r>
        <w:t>350.7767</w:t>
      </w:r>
      <w:r>
        <w:tab/>
        <w:t>1.013e0</w:t>
      </w:r>
    </w:p>
    <w:p w:rsidR="00E00D30" w:rsidRDefault="00E00D30" w:rsidP="00E00D30">
      <w:r>
        <w:t>350.7843</w:t>
      </w:r>
      <w:r>
        <w:tab/>
        <w:t>2.025e0</w:t>
      </w:r>
    </w:p>
    <w:p w:rsidR="00E00D30" w:rsidRDefault="00E00D30" w:rsidP="00E00D30">
      <w:r>
        <w:t>350.8334</w:t>
      </w:r>
      <w:r>
        <w:tab/>
        <w:t>1.013e0</w:t>
      </w:r>
    </w:p>
    <w:p w:rsidR="00E00D30" w:rsidRDefault="00E00D30" w:rsidP="00E00D30">
      <w:r>
        <w:t>350.8455</w:t>
      </w:r>
      <w:r>
        <w:tab/>
        <w:t>1.013e0</w:t>
      </w:r>
    </w:p>
    <w:p w:rsidR="00E00D30" w:rsidRDefault="00E00D30" w:rsidP="00E00D30">
      <w:r>
        <w:t>350.8544</w:t>
      </w:r>
      <w:r>
        <w:tab/>
        <w:t>2.025e0</w:t>
      </w:r>
    </w:p>
    <w:p w:rsidR="00E00D30" w:rsidRDefault="00E00D30" w:rsidP="00E00D30">
      <w:r>
        <w:t>350.8750</w:t>
      </w:r>
      <w:r>
        <w:tab/>
        <w:t>1.013e0</w:t>
      </w:r>
    </w:p>
    <w:p w:rsidR="00E00D30" w:rsidRDefault="00E00D30" w:rsidP="00E00D30">
      <w:r>
        <w:t>350.8954</w:t>
      </w:r>
      <w:r>
        <w:tab/>
        <w:t>2.025e0</w:t>
      </w:r>
    </w:p>
    <w:p w:rsidR="00E00D30" w:rsidRDefault="00E00D30" w:rsidP="00E00D30">
      <w:r>
        <w:t>350.9152</w:t>
      </w:r>
      <w:r>
        <w:tab/>
        <w:t>1.013e0</w:t>
      </w:r>
    </w:p>
    <w:p w:rsidR="00E00D30" w:rsidRDefault="00E00D30" w:rsidP="00E00D30">
      <w:r>
        <w:t>350.9171</w:t>
      </w:r>
      <w:r>
        <w:tab/>
        <w:t>2.025e0</w:t>
      </w:r>
    </w:p>
    <w:p w:rsidR="00E00D30" w:rsidRDefault="00E00D30" w:rsidP="00E00D30">
      <w:r>
        <w:t>350.9204</w:t>
      </w:r>
      <w:r>
        <w:tab/>
        <w:t>3.038e0</w:t>
      </w:r>
    </w:p>
    <w:p w:rsidR="00E00D30" w:rsidRDefault="00E00D30" w:rsidP="00E00D30">
      <w:r>
        <w:t>350.9650</w:t>
      </w:r>
      <w:r>
        <w:tab/>
        <w:t>1.013e0</w:t>
      </w:r>
    </w:p>
    <w:p w:rsidR="00E00D30" w:rsidRDefault="00E00D30" w:rsidP="00E00D30">
      <w:r>
        <w:t>350.9739</w:t>
      </w:r>
      <w:r>
        <w:tab/>
        <w:t>3.038e0</w:t>
      </w:r>
    </w:p>
    <w:p w:rsidR="00E00D30" w:rsidRDefault="00E00D30" w:rsidP="00E00D30">
      <w:r>
        <w:t>350.9781</w:t>
      </w:r>
      <w:r>
        <w:tab/>
        <w:t>1.013e0</w:t>
      </w:r>
    </w:p>
    <w:p w:rsidR="00E00D30" w:rsidRDefault="00E00D30" w:rsidP="00E00D30">
      <w:r>
        <w:t>350.9941</w:t>
      </w:r>
      <w:r>
        <w:tab/>
        <w:t>3.038e0</w:t>
      </w:r>
    </w:p>
    <w:p w:rsidR="00E00D30" w:rsidRDefault="00E00D30" w:rsidP="00E00D30">
      <w:r>
        <w:t>351.0027</w:t>
      </w:r>
      <w:r>
        <w:tab/>
        <w:t>1.013e0</w:t>
      </w:r>
    </w:p>
    <w:p w:rsidR="00E00D30" w:rsidRDefault="00E00D30" w:rsidP="00E00D30">
      <w:r>
        <w:t>351.0094</w:t>
      </w:r>
      <w:r>
        <w:tab/>
        <w:t>1.013e0</w:t>
      </w:r>
    </w:p>
    <w:p w:rsidR="00E00D30" w:rsidRDefault="00E00D30" w:rsidP="00E00D30">
      <w:r>
        <w:t>351.0440</w:t>
      </w:r>
      <w:r>
        <w:tab/>
        <w:t>1.013e0</w:t>
      </w:r>
    </w:p>
    <w:p w:rsidR="00E00D30" w:rsidRDefault="00E00D30" w:rsidP="00E00D30">
      <w:r>
        <w:t>351.0479</w:t>
      </w:r>
      <w:r>
        <w:tab/>
        <w:t>1.013e0</w:t>
      </w:r>
    </w:p>
    <w:p w:rsidR="00E00D30" w:rsidRDefault="00E00D30" w:rsidP="00E00D30">
      <w:r>
        <w:lastRenderedPageBreak/>
        <w:t>351.0591</w:t>
      </w:r>
      <w:r>
        <w:tab/>
        <w:t>1.013e0</w:t>
      </w:r>
    </w:p>
    <w:p w:rsidR="00E00D30" w:rsidRDefault="00E00D30" w:rsidP="00E00D30">
      <w:r>
        <w:t>351.0848</w:t>
      </w:r>
      <w:r>
        <w:tab/>
        <w:t>1.013e0</w:t>
      </w:r>
    </w:p>
    <w:p w:rsidR="00E00D30" w:rsidRDefault="00E00D30" w:rsidP="00E00D30">
      <w:r>
        <w:t>351.0893</w:t>
      </w:r>
      <w:r>
        <w:tab/>
        <w:t>2.025e0</w:t>
      </w:r>
    </w:p>
    <w:p w:rsidR="00E00D30" w:rsidRDefault="00E00D30" w:rsidP="00E00D30">
      <w:r>
        <w:t>351.1095</w:t>
      </w:r>
      <w:r>
        <w:tab/>
        <w:t>1.013e0</w:t>
      </w:r>
    </w:p>
    <w:p w:rsidR="00E00D30" w:rsidRDefault="00E00D30" w:rsidP="00E00D30">
      <w:r>
        <w:t>351.1134</w:t>
      </w:r>
      <w:r>
        <w:tab/>
        <w:t>2.025e0</w:t>
      </w:r>
    </w:p>
    <w:p w:rsidR="00E00D30" w:rsidRDefault="00E00D30" w:rsidP="00E00D30">
      <w:r>
        <w:t>351.1428</w:t>
      </w:r>
      <w:r>
        <w:tab/>
        <w:t>1.013e0</w:t>
      </w:r>
    </w:p>
    <w:p w:rsidR="00E00D30" w:rsidRDefault="00E00D30" w:rsidP="00E00D30">
      <w:r>
        <w:t>351.1446</w:t>
      </w:r>
      <w:r>
        <w:tab/>
        <w:t>2.025e0</w:t>
      </w:r>
    </w:p>
    <w:p w:rsidR="00E00D30" w:rsidRDefault="00E00D30" w:rsidP="00E00D30">
      <w:r>
        <w:t>351.1519</w:t>
      </w:r>
      <w:r>
        <w:tab/>
        <w:t>3.038e0</w:t>
      </w:r>
    </w:p>
    <w:p w:rsidR="00E00D30" w:rsidRDefault="00E00D30" w:rsidP="00E00D30">
      <w:r>
        <w:t>351.1533</w:t>
      </w:r>
      <w:r>
        <w:tab/>
        <w:t>1.013e0</w:t>
      </w:r>
    </w:p>
    <w:p w:rsidR="00E00D30" w:rsidRDefault="00E00D30" w:rsidP="00E00D30">
      <w:r>
        <w:t>351.1602</w:t>
      </w:r>
      <w:r>
        <w:tab/>
        <w:t>2.025e0</w:t>
      </w:r>
    </w:p>
    <w:p w:rsidR="00E00D30" w:rsidRDefault="00E00D30" w:rsidP="00E00D30">
      <w:r>
        <w:t>351.1705</w:t>
      </w:r>
      <w:r>
        <w:tab/>
        <w:t>2.025e0</w:t>
      </w:r>
    </w:p>
    <w:p w:rsidR="00E00D30" w:rsidRDefault="00E00D30" w:rsidP="00E00D30">
      <w:r>
        <w:t>351.1758</w:t>
      </w:r>
      <w:r>
        <w:tab/>
        <w:t>4.051e0</w:t>
      </w:r>
    </w:p>
    <w:p w:rsidR="00E00D30" w:rsidRDefault="00E00D30" w:rsidP="00E00D30">
      <w:r>
        <w:t>351.1845</w:t>
      </w:r>
      <w:r>
        <w:tab/>
        <w:t>1.013e0</w:t>
      </w:r>
    </w:p>
    <w:p w:rsidR="00E00D30" w:rsidRDefault="00E00D30" w:rsidP="00E00D30">
      <w:r>
        <w:t>351.1884</w:t>
      </w:r>
      <w:r>
        <w:tab/>
        <w:t>2.025e0</w:t>
      </w:r>
    </w:p>
    <w:p w:rsidR="00E00D30" w:rsidRDefault="00E00D30" w:rsidP="00E00D30">
      <w:r>
        <w:t>351.1982</w:t>
      </w:r>
      <w:r>
        <w:tab/>
        <w:t>3.038e0</w:t>
      </w:r>
    </w:p>
    <w:p w:rsidR="00E00D30" w:rsidRDefault="00E00D30" w:rsidP="00E00D30">
      <w:r>
        <w:t>351.2091</w:t>
      </w:r>
      <w:r>
        <w:tab/>
        <w:t>1.013e0</w:t>
      </w:r>
    </w:p>
    <w:p w:rsidR="00E00D30" w:rsidRDefault="00E00D30" w:rsidP="00E00D30">
      <w:r>
        <w:t>351.2133</w:t>
      </w:r>
      <w:r>
        <w:tab/>
        <w:t>3.038e0</w:t>
      </w:r>
    </w:p>
    <w:p w:rsidR="00E00D30" w:rsidRDefault="00E00D30" w:rsidP="00E00D30">
      <w:r>
        <w:t>351.2216</w:t>
      </w:r>
      <w:r>
        <w:tab/>
        <w:t>2.591e0</w:t>
      </w:r>
    </w:p>
    <w:p w:rsidR="00E00D30" w:rsidRDefault="00E00D30" w:rsidP="00E00D30">
      <w:r>
        <w:t>351.2289</w:t>
      </w:r>
      <w:r>
        <w:tab/>
        <w:t>1.013e0</w:t>
      </w:r>
    </w:p>
    <w:p w:rsidR="00E00D30" w:rsidRDefault="00E00D30" w:rsidP="00E00D30">
      <w:r>
        <w:lastRenderedPageBreak/>
        <w:t>351.2478</w:t>
      </w:r>
      <w:r>
        <w:tab/>
        <w:t>1.013e0</w:t>
      </w:r>
    </w:p>
    <w:p w:rsidR="00E00D30" w:rsidRDefault="00E00D30" w:rsidP="00E00D30">
      <w:r>
        <w:t>351.2635</w:t>
      </w:r>
      <w:r>
        <w:tab/>
        <w:t>4.051e0</w:t>
      </w:r>
    </w:p>
    <w:p w:rsidR="00E00D30" w:rsidRDefault="00E00D30" w:rsidP="00E00D30">
      <w:r>
        <w:t>351.2648</w:t>
      </w:r>
      <w:r>
        <w:tab/>
        <w:t>2.025e0</w:t>
      </w:r>
    </w:p>
    <w:p w:rsidR="00E00D30" w:rsidRDefault="00E00D30" w:rsidP="00E00D30">
      <w:r>
        <w:t>351.3237</w:t>
      </w:r>
      <w:r>
        <w:tab/>
        <w:t>1.013e0</w:t>
      </w:r>
    </w:p>
    <w:p w:rsidR="00E00D30" w:rsidRDefault="00E00D30" w:rsidP="00E00D30">
      <w:r>
        <w:t>351.3286</w:t>
      </w:r>
      <w:r>
        <w:tab/>
        <w:t>1.013e0</w:t>
      </w:r>
    </w:p>
    <w:p w:rsidR="00E00D30" w:rsidRDefault="00E00D30" w:rsidP="00E00D30">
      <w:r>
        <w:t>351.3327</w:t>
      </w:r>
      <w:r>
        <w:tab/>
        <w:t>2.025e0</w:t>
      </w:r>
    </w:p>
    <w:p w:rsidR="00E00D30" w:rsidRDefault="00E00D30" w:rsidP="00E00D30">
      <w:r>
        <w:t>351.3579</w:t>
      </w:r>
      <w:r>
        <w:tab/>
        <w:t>1.013e0</w:t>
      </w:r>
    </w:p>
    <w:p w:rsidR="00E00D30" w:rsidRDefault="00E00D30" w:rsidP="00E00D30">
      <w:r>
        <w:t>351.3736</w:t>
      </w:r>
      <w:r>
        <w:tab/>
        <w:t>1.013e0</w:t>
      </w:r>
    </w:p>
    <w:p w:rsidR="00E00D30" w:rsidRDefault="00E00D30" w:rsidP="00E00D30">
      <w:r>
        <w:t>351.4113</w:t>
      </w:r>
      <w:r>
        <w:tab/>
        <w:t>2.025e0</w:t>
      </w:r>
    </w:p>
    <w:p w:rsidR="00E00D30" w:rsidRDefault="00E00D30" w:rsidP="00E00D30">
      <w:r>
        <w:t>351.4365</w:t>
      </w:r>
      <w:r>
        <w:tab/>
        <w:t>3.038e0</w:t>
      </w:r>
    </w:p>
    <w:p w:rsidR="00E00D30" w:rsidRDefault="00E00D30" w:rsidP="00E00D30">
      <w:r>
        <w:t>351.4489</w:t>
      </w:r>
      <w:r>
        <w:tab/>
        <w:t>1.013e0</w:t>
      </w:r>
    </w:p>
    <w:p w:rsidR="00E00D30" w:rsidRDefault="00E00D30" w:rsidP="00E00D30">
      <w:r>
        <w:t>351.4930</w:t>
      </w:r>
      <w:r>
        <w:tab/>
        <w:t>1.013e0</w:t>
      </w:r>
    </w:p>
    <w:p w:rsidR="00E00D30" w:rsidRDefault="00E00D30" w:rsidP="00E00D30">
      <w:r>
        <w:t>351.4978</w:t>
      </w:r>
      <w:r>
        <w:tab/>
        <w:t>1.013e0</w:t>
      </w:r>
    </w:p>
    <w:p w:rsidR="00E00D30" w:rsidRDefault="00E00D30" w:rsidP="00E00D30">
      <w:r>
        <w:t>351.5016</w:t>
      </w:r>
      <w:r>
        <w:tab/>
        <w:t>1.013e0</w:t>
      </w:r>
    </w:p>
    <w:p w:rsidR="00E00D30" w:rsidRDefault="00E00D30" w:rsidP="00E00D30">
      <w:r>
        <w:t>351.5182</w:t>
      </w:r>
      <w:r>
        <w:tab/>
        <w:t>1.013e0</w:t>
      </w:r>
    </w:p>
    <w:p w:rsidR="00E00D30" w:rsidRDefault="00E00D30" w:rsidP="00E00D30">
      <w:r>
        <w:t>351.5562</w:t>
      </w:r>
      <w:r>
        <w:tab/>
        <w:t>2.025e0</w:t>
      </w:r>
    </w:p>
    <w:p w:rsidR="00E00D30" w:rsidRDefault="00E00D30" w:rsidP="00E00D30">
      <w:r>
        <w:t>351.5758</w:t>
      </w:r>
      <w:r>
        <w:tab/>
        <w:t>2.025e0</w:t>
      </w:r>
    </w:p>
    <w:p w:rsidR="00E00D30" w:rsidRDefault="00E00D30" w:rsidP="00E00D30">
      <w:r>
        <w:t>351.5805</w:t>
      </w:r>
      <w:r>
        <w:tab/>
        <w:t>2.025e0</w:t>
      </w:r>
    </w:p>
    <w:p w:rsidR="00E00D30" w:rsidRDefault="00E00D30" w:rsidP="00E00D30">
      <w:r>
        <w:t>351.5872</w:t>
      </w:r>
      <w:r>
        <w:tab/>
        <w:t>1.013e0</w:t>
      </w:r>
    </w:p>
    <w:p w:rsidR="00E00D30" w:rsidRDefault="00E00D30" w:rsidP="00E00D30">
      <w:r>
        <w:lastRenderedPageBreak/>
        <w:t>351.6315</w:t>
      </w:r>
      <w:r>
        <w:tab/>
        <w:t>1.013e0</w:t>
      </w:r>
    </w:p>
    <w:p w:rsidR="00E00D30" w:rsidRDefault="00E00D30" w:rsidP="00E00D30">
      <w:r>
        <w:t>351.6377</w:t>
      </w:r>
      <w:r>
        <w:tab/>
        <w:t>2.025e0</w:t>
      </w:r>
    </w:p>
    <w:p w:rsidR="00E00D30" w:rsidRDefault="00E00D30" w:rsidP="00E00D30">
      <w:r>
        <w:t>351.6425</w:t>
      </w:r>
      <w:r>
        <w:tab/>
        <w:t>1.013e0</w:t>
      </w:r>
    </w:p>
    <w:p w:rsidR="00E00D30" w:rsidRDefault="00E00D30" w:rsidP="00E00D30">
      <w:r>
        <w:t>351.6634</w:t>
      </w:r>
      <w:r>
        <w:tab/>
        <w:t>1.013e0</w:t>
      </w:r>
    </w:p>
    <w:p w:rsidR="00E00D30" w:rsidRDefault="00E00D30" w:rsidP="00E00D30">
      <w:r>
        <w:t>351.6707</w:t>
      </w:r>
      <w:r>
        <w:tab/>
        <w:t>1.013e0</w:t>
      </w:r>
    </w:p>
    <w:p w:rsidR="00E00D30" w:rsidRDefault="00E00D30" w:rsidP="00E00D30">
      <w:r>
        <w:t>351.6753</w:t>
      </w:r>
      <w:r>
        <w:tab/>
        <w:t>1.013e0</w:t>
      </w:r>
    </w:p>
    <w:p w:rsidR="00E00D30" w:rsidRDefault="00E00D30" w:rsidP="00E00D30">
      <w:r>
        <w:t>351.8112</w:t>
      </w:r>
      <w:r>
        <w:tab/>
        <w:t>1.013e0</w:t>
      </w:r>
    </w:p>
    <w:p w:rsidR="00E00D30" w:rsidRDefault="00E00D30" w:rsidP="00E00D30">
      <w:r>
        <w:t>351.8157</w:t>
      </w:r>
      <w:r>
        <w:tab/>
        <w:t>1.013e0</w:t>
      </w:r>
    </w:p>
    <w:p w:rsidR="00E00D30" w:rsidRDefault="00E00D30" w:rsidP="00E00D30">
      <w:r>
        <w:t>351.8319</w:t>
      </w:r>
      <w:r>
        <w:tab/>
        <w:t>1.013e0</w:t>
      </w:r>
    </w:p>
    <w:p w:rsidR="00E00D30" w:rsidRDefault="00E00D30" w:rsidP="00E00D30">
      <w:r>
        <w:t>351.8516</w:t>
      </w:r>
      <w:r>
        <w:tab/>
        <w:t>1.013e0</w:t>
      </w:r>
    </w:p>
    <w:p w:rsidR="00E00D30" w:rsidRDefault="00E00D30" w:rsidP="00E00D30">
      <w:r>
        <w:t>351.8896</w:t>
      </w:r>
      <w:r>
        <w:tab/>
        <w:t>1.013e0</w:t>
      </w:r>
    </w:p>
    <w:p w:rsidR="00E00D30" w:rsidRDefault="00E00D30" w:rsidP="00E00D30">
      <w:r>
        <w:t>351.9209</w:t>
      </w:r>
      <w:r>
        <w:tab/>
        <w:t>2.025e0</w:t>
      </w:r>
    </w:p>
    <w:p w:rsidR="00E00D30" w:rsidRDefault="00E00D30" w:rsidP="00E00D30">
      <w:r>
        <w:t>351.9349</w:t>
      </w:r>
      <w:r>
        <w:tab/>
        <w:t>1.013e0</w:t>
      </w:r>
    </w:p>
    <w:p w:rsidR="00E00D30" w:rsidRDefault="00E00D30" w:rsidP="00E00D30">
      <w:r>
        <w:t>351.9368</w:t>
      </w:r>
      <w:r>
        <w:tab/>
        <w:t>3.038e0</w:t>
      </w:r>
    </w:p>
    <w:p w:rsidR="00E00D30" w:rsidRDefault="00E00D30" w:rsidP="00E00D30">
      <w:r>
        <w:t>351.9431</w:t>
      </w:r>
      <w:r>
        <w:tab/>
        <w:t>2.025e0</w:t>
      </w:r>
    </w:p>
    <w:p w:rsidR="00E00D30" w:rsidRDefault="00E00D30" w:rsidP="00E00D30">
      <w:r>
        <w:t>351.9460</w:t>
      </w:r>
      <w:r>
        <w:tab/>
        <w:t>1.013e0</w:t>
      </w:r>
    </w:p>
    <w:p w:rsidR="00E00D30" w:rsidRDefault="00E00D30" w:rsidP="00E00D30">
      <w:r>
        <w:t>351.9714</w:t>
      </w:r>
      <w:r>
        <w:tab/>
        <w:t>1.013e0</w:t>
      </w:r>
    </w:p>
    <w:p w:rsidR="00E00D30" w:rsidRDefault="00E00D30" w:rsidP="00E00D30">
      <w:r>
        <w:t>351.9753</w:t>
      </w:r>
      <w:r>
        <w:tab/>
        <w:t>2.025e0</w:t>
      </w:r>
    </w:p>
    <w:p w:rsidR="00E00D30" w:rsidRDefault="00E00D30" w:rsidP="00E00D30">
      <w:r>
        <w:t>351.9764</w:t>
      </w:r>
      <w:r>
        <w:tab/>
        <w:t>2.025e0</w:t>
      </w:r>
    </w:p>
    <w:p w:rsidR="00E00D30" w:rsidRDefault="00E00D30" w:rsidP="00E00D30">
      <w:r>
        <w:lastRenderedPageBreak/>
        <w:t>351.9912</w:t>
      </w:r>
      <w:r>
        <w:tab/>
        <w:t>2.025e0</w:t>
      </w:r>
    </w:p>
    <w:p w:rsidR="00E00D30" w:rsidRDefault="00E00D30" w:rsidP="00E00D30">
      <w:r>
        <w:t>351.9926</w:t>
      </w:r>
      <w:r>
        <w:tab/>
        <w:t>2.025e0</w:t>
      </w:r>
    </w:p>
    <w:p w:rsidR="00E00D30" w:rsidRDefault="00E00D30" w:rsidP="00E00D30">
      <w:r>
        <w:t>352.0050</w:t>
      </w:r>
      <w:r>
        <w:tab/>
        <w:t>1.013e0</w:t>
      </w:r>
    </w:p>
    <w:p w:rsidR="00E00D30" w:rsidRDefault="00E00D30" w:rsidP="00E00D30">
      <w:r>
        <w:t>352.0260</w:t>
      </w:r>
      <w:r>
        <w:tab/>
        <w:t>2.025e0</w:t>
      </w:r>
    </w:p>
    <w:p w:rsidR="00E00D30" w:rsidRDefault="00E00D30" w:rsidP="00E00D30">
      <w:r>
        <w:t>352.0402</w:t>
      </w:r>
      <w:r>
        <w:tab/>
        <w:t>2.025e0</w:t>
      </w:r>
    </w:p>
    <w:p w:rsidR="00E00D30" w:rsidRDefault="00E00D30" w:rsidP="00E00D30">
      <w:r>
        <w:t>352.0466</w:t>
      </w:r>
      <w:r>
        <w:tab/>
        <w:t>1.013e0</w:t>
      </w:r>
    </w:p>
    <w:p w:rsidR="00E00D30" w:rsidRDefault="00E00D30" w:rsidP="00E00D30">
      <w:r>
        <w:t>352.0734</w:t>
      </w:r>
      <w:r>
        <w:tab/>
        <w:t>2.025e0</w:t>
      </w:r>
    </w:p>
    <w:p w:rsidR="00E00D30" w:rsidRDefault="00E00D30" w:rsidP="00E00D30">
      <w:r>
        <w:t>352.0758</w:t>
      </w:r>
      <w:r>
        <w:tab/>
        <w:t>1.013e0</w:t>
      </w:r>
    </w:p>
    <w:p w:rsidR="00E00D30" w:rsidRDefault="00E00D30" w:rsidP="00E00D30">
      <w:r>
        <w:t>352.0790</w:t>
      </w:r>
      <w:r>
        <w:tab/>
        <w:t>1.013e0</w:t>
      </w:r>
    </w:p>
    <w:p w:rsidR="00E00D30" w:rsidRDefault="00E00D30" w:rsidP="00E00D30">
      <w:r>
        <w:t>352.0846</w:t>
      </w:r>
      <w:r>
        <w:tab/>
        <w:t>1.013e0</w:t>
      </w:r>
    </w:p>
    <w:p w:rsidR="00E00D30" w:rsidRDefault="00E00D30" w:rsidP="00E00D30">
      <w:r>
        <w:t>352.0961</w:t>
      </w:r>
      <w:r>
        <w:tab/>
        <w:t>1.013e0</w:t>
      </w:r>
    </w:p>
    <w:p w:rsidR="00E00D30" w:rsidRDefault="00E00D30" w:rsidP="00E00D30">
      <w:r>
        <w:t>352.1091</w:t>
      </w:r>
      <w:r>
        <w:tab/>
        <w:t>3.038e0</w:t>
      </w:r>
    </w:p>
    <w:p w:rsidR="00E00D30" w:rsidRDefault="00E00D30" w:rsidP="00E00D30">
      <w:r>
        <w:t>352.1273</w:t>
      </w:r>
      <w:r>
        <w:tab/>
        <w:t>2.025e0</w:t>
      </w:r>
    </w:p>
    <w:p w:rsidR="00E00D30" w:rsidRDefault="00E00D30" w:rsidP="00E00D30">
      <w:r>
        <w:t>352.1419</w:t>
      </w:r>
      <w:r>
        <w:tab/>
        <w:t>1.013e0</w:t>
      </w:r>
    </w:p>
    <w:p w:rsidR="00E00D30" w:rsidRDefault="00E00D30" w:rsidP="00E00D30">
      <w:r>
        <w:t>352.1747</w:t>
      </w:r>
      <w:r>
        <w:tab/>
        <w:t>1.013e0</w:t>
      </w:r>
    </w:p>
    <w:p w:rsidR="00E00D30" w:rsidRDefault="00E00D30" w:rsidP="00E00D30">
      <w:r>
        <w:t>352.1856</w:t>
      </w:r>
      <w:r>
        <w:tab/>
        <w:t>1.013e0</w:t>
      </w:r>
    </w:p>
    <w:p w:rsidR="00E00D30" w:rsidRDefault="00E00D30" w:rsidP="00E00D30">
      <w:r>
        <w:t>352.1909</w:t>
      </w:r>
      <w:r>
        <w:tab/>
        <w:t>1.013e0</w:t>
      </w:r>
    </w:p>
    <w:p w:rsidR="00E00D30" w:rsidRDefault="00E00D30" w:rsidP="00E00D30">
      <w:r>
        <w:t>352.1993</w:t>
      </w:r>
      <w:r>
        <w:tab/>
        <w:t>1.013e0</w:t>
      </w:r>
    </w:p>
    <w:p w:rsidR="00E00D30" w:rsidRDefault="00E00D30" w:rsidP="00E00D30">
      <w:r>
        <w:t>352.2029</w:t>
      </w:r>
      <w:r>
        <w:tab/>
        <w:t>3.335e0</w:t>
      </w:r>
    </w:p>
    <w:p w:rsidR="00E00D30" w:rsidRDefault="00E00D30" w:rsidP="00E00D30">
      <w:r>
        <w:lastRenderedPageBreak/>
        <w:t>352.2220</w:t>
      </w:r>
      <w:r>
        <w:tab/>
        <w:t>2.025e0</w:t>
      </w:r>
    </w:p>
    <w:p w:rsidR="00E00D30" w:rsidRDefault="00E00D30" w:rsidP="00E00D30">
      <w:r>
        <w:t>352.2297</w:t>
      </w:r>
      <w:r>
        <w:tab/>
        <w:t>1.013e0</w:t>
      </w:r>
    </w:p>
    <w:p w:rsidR="00E00D30" w:rsidRDefault="00E00D30" w:rsidP="00E00D30">
      <w:r>
        <w:t>352.2321</w:t>
      </w:r>
      <w:r>
        <w:tab/>
        <w:t>2.025e0</w:t>
      </w:r>
    </w:p>
    <w:p w:rsidR="00E00D30" w:rsidRDefault="00E00D30" w:rsidP="00E00D30">
      <w:r>
        <w:t>352.2612</w:t>
      </w:r>
      <w:r>
        <w:tab/>
        <w:t>2.025e0</w:t>
      </w:r>
    </w:p>
    <w:p w:rsidR="00E00D30" w:rsidRDefault="00E00D30" w:rsidP="00E00D30">
      <w:r>
        <w:t>352.2652</w:t>
      </w:r>
      <w:r>
        <w:tab/>
        <w:t>1.013e0</w:t>
      </w:r>
    </w:p>
    <w:p w:rsidR="00E00D30" w:rsidRDefault="00E00D30" w:rsidP="00E00D30">
      <w:r>
        <w:t>352.2697</w:t>
      </w:r>
      <w:r>
        <w:tab/>
        <w:t>1.013e0</w:t>
      </w:r>
    </w:p>
    <w:p w:rsidR="00E00D30" w:rsidRDefault="00E00D30" w:rsidP="00E00D30">
      <w:r>
        <w:t>352.2827</w:t>
      </w:r>
      <w:r>
        <w:tab/>
        <w:t>2.025e0</w:t>
      </w:r>
    </w:p>
    <w:p w:rsidR="00E00D30" w:rsidRDefault="00E00D30" w:rsidP="00E00D30">
      <w:r>
        <w:t>352.3051</w:t>
      </w:r>
      <w:r>
        <w:tab/>
        <w:t>1.013e0</w:t>
      </w:r>
    </w:p>
    <w:p w:rsidR="00E00D30" w:rsidRDefault="00E00D30" w:rsidP="00E00D30">
      <w:r>
        <w:t>352.3145</w:t>
      </w:r>
      <w:r>
        <w:tab/>
        <w:t>1.013e0</w:t>
      </w:r>
    </w:p>
    <w:p w:rsidR="00E00D30" w:rsidRDefault="00E00D30" w:rsidP="00E00D30">
      <w:r>
        <w:t>352.3171</w:t>
      </w:r>
      <w:r>
        <w:tab/>
        <w:t>2.025e0</w:t>
      </w:r>
    </w:p>
    <w:p w:rsidR="00E00D30" w:rsidRDefault="00E00D30" w:rsidP="00E00D30">
      <w:r>
        <w:t>352.3241</w:t>
      </w:r>
      <w:r>
        <w:tab/>
        <w:t>1.013e0</w:t>
      </w:r>
    </w:p>
    <w:p w:rsidR="00E00D30" w:rsidRDefault="00E00D30" w:rsidP="00E00D30">
      <w:r>
        <w:t>352.3395</w:t>
      </w:r>
      <w:r>
        <w:tab/>
        <w:t>1.013e0</w:t>
      </w:r>
    </w:p>
    <w:p w:rsidR="00E00D30" w:rsidRDefault="00E00D30" w:rsidP="00E00D30">
      <w:r>
        <w:t>352.3558</w:t>
      </w:r>
      <w:r>
        <w:tab/>
        <w:t>1.013e0</w:t>
      </w:r>
    </w:p>
    <w:p w:rsidR="00E00D30" w:rsidRDefault="00E00D30" w:rsidP="00E00D30">
      <w:r>
        <w:t>352.3575</w:t>
      </w:r>
      <w:r>
        <w:tab/>
        <w:t>2.025e0</w:t>
      </w:r>
    </w:p>
    <w:p w:rsidR="00E00D30" w:rsidRDefault="00E00D30" w:rsidP="00E00D30">
      <w:r>
        <w:t>352.4134</w:t>
      </w:r>
      <w:r>
        <w:tab/>
        <w:t>1.013e0</w:t>
      </w:r>
    </w:p>
    <w:p w:rsidR="00E00D30" w:rsidRDefault="00E00D30" w:rsidP="00E00D30">
      <w:r>
        <w:t>352.4441</w:t>
      </w:r>
      <w:r>
        <w:tab/>
        <w:t>1.013e0</w:t>
      </w:r>
    </w:p>
    <w:p w:rsidR="00E00D30" w:rsidRDefault="00E00D30" w:rsidP="00E00D30">
      <w:r>
        <w:t>352.4634</w:t>
      </w:r>
      <w:r>
        <w:tab/>
        <w:t>1.013e0</w:t>
      </w:r>
    </w:p>
    <w:p w:rsidR="00E00D30" w:rsidRDefault="00E00D30" w:rsidP="00E00D30">
      <w:r>
        <w:t>352.4691</w:t>
      </w:r>
      <w:r>
        <w:tab/>
        <w:t>1.013e0</w:t>
      </w:r>
    </w:p>
    <w:p w:rsidR="00E00D30" w:rsidRDefault="00E00D30" w:rsidP="00E00D30">
      <w:r>
        <w:t>352.5133</w:t>
      </w:r>
      <w:r>
        <w:tab/>
        <w:t>2.025e0</w:t>
      </w:r>
    </w:p>
    <w:p w:rsidR="00E00D30" w:rsidRDefault="00E00D30" w:rsidP="00E00D30">
      <w:r>
        <w:lastRenderedPageBreak/>
        <w:t>352.5549</w:t>
      </w:r>
      <w:r>
        <w:tab/>
        <w:t>2.025e0</w:t>
      </w:r>
    </w:p>
    <w:p w:rsidR="00E00D30" w:rsidRDefault="00E00D30" w:rsidP="00E00D30">
      <w:r>
        <w:t>352.5706</w:t>
      </w:r>
      <w:r>
        <w:tab/>
        <w:t>1.013e0</w:t>
      </w:r>
    </w:p>
    <w:p w:rsidR="00E00D30" w:rsidRDefault="00E00D30" w:rsidP="00E00D30">
      <w:r>
        <w:t>352.5952</w:t>
      </w:r>
      <w:r>
        <w:tab/>
        <w:t>1.013e0</w:t>
      </w:r>
    </w:p>
    <w:p w:rsidR="00E00D30" w:rsidRDefault="00E00D30" w:rsidP="00E00D30">
      <w:r>
        <w:t>352.6400</w:t>
      </w:r>
      <w:r>
        <w:tab/>
        <w:t>1.013e0</w:t>
      </w:r>
    </w:p>
    <w:p w:rsidR="00E00D30" w:rsidRDefault="00E00D30" w:rsidP="00E00D30">
      <w:r>
        <w:t>352.6450</w:t>
      </w:r>
      <w:r>
        <w:tab/>
        <w:t>1.013e0</w:t>
      </w:r>
    </w:p>
    <w:p w:rsidR="00E00D30" w:rsidRDefault="00E00D30" w:rsidP="00E00D30">
      <w:r>
        <w:t>352.6528</w:t>
      </w:r>
      <w:r>
        <w:tab/>
        <w:t>1.013e0</w:t>
      </w:r>
    </w:p>
    <w:p w:rsidR="00E00D30" w:rsidRDefault="00E00D30" w:rsidP="00E00D30">
      <w:r>
        <w:t>352.6776</w:t>
      </w:r>
      <w:r>
        <w:tab/>
        <w:t>1.013e0</w:t>
      </w:r>
    </w:p>
    <w:p w:rsidR="00E00D30" w:rsidRDefault="00E00D30" w:rsidP="00E00D30">
      <w:r>
        <w:t>352.6945</w:t>
      </w:r>
      <w:r>
        <w:tab/>
        <w:t>1.013e0</w:t>
      </w:r>
    </w:p>
    <w:p w:rsidR="00E00D30" w:rsidRDefault="00E00D30" w:rsidP="00E00D30">
      <w:r>
        <w:t>352.7088</w:t>
      </w:r>
      <w:r>
        <w:tab/>
        <w:t>1.013e0</w:t>
      </w:r>
    </w:p>
    <w:p w:rsidR="00E00D30" w:rsidRDefault="00E00D30" w:rsidP="00E00D30">
      <w:r>
        <w:t>352.7151</w:t>
      </w:r>
      <w:r>
        <w:tab/>
        <w:t>1.013e0</w:t>
      </w:r>
    </w:p>
    <w:p w:rsidR="00E00D30" w:rsidRDefault="00E00D30" w:rsidP="00E00D30">
      <w:r>
        <w:t>352.7197</w:t>
      </w:r>
      <w:r>
        <w:tab/>
        <w:t>1.013e0</w:t>
      </w:r>
    </w:p>
    <w:p w:rsidR="00E00D30" w:rsidRDefault="00E00D30" w:rsidP="00E00D30">
      <w:r>
        <w:t>352.7231</w:t>
      </w:r>
      <w:r>
        <w:tab/>
        <w:t>1.013e0</w:t>
      </w:r>
    </w:p>
    <w:p w:rsidR="00E00D30" w:rsidRDefault="00E00D30" w:rsidP="00E00D30">
      <w:r>
        <w:t>352.7438</w:t>
      </w:r>
      <w:r>
        <w:tab/>
        <w:t>1.013e0</w:t>
      </w:r>
    </w:p>
    <w:p w:rsidR="00E00D30" w:rsidRDefault="00E00D30" w:rsidP="00E00D30">
      <w:r>
        <w:t>352.7534</w:t>
      </w:r>
      <w:r>
        <w:tab/>
        <w:t>2.025e0</w:t>
      </w:r>
    </w:p>
    <w:p w:rsidR="00E00D30" w:rsidRDefault="00E00D30" w:rsidP="00E00D30">
      <w:r>
        <w:t>352.7847</w:t>
      </w:r>
      <w:r>
        <w:tab/>
        <w:t>1.013e0</w:t>
      </w:r>
    </w:p>
    <w:p w:rsidR="00E00D30" w:rsidRDefault="00E00D30" w:rsidP="00E00D30">
      <w:r>
        <w:t>352.8350</w:t>
      </w:r>
      <w:r>
        <w:tab/>
        <w:t>1.013e0</w:t>
      </w:r>
    </w:p>
    <w:p w:rsidR="00E00D30" w:rsidRDefault="00E00D30" w:rsidP="00E00D30">
      <w:r>
        <w:t>352.8798</w:t>
      </w:r>
      <w:r>
        <w:tab/>
        <w:t>2.025e0</w:t>
      </w:r>
    </w:p>
    <w:p w:rsidR="00E00D30" w:rsidRDefault="00E00D30" w:rsidP="00E00D30">
      <w:r>
        <w:t>352.8981</w:t>
      </w:r>
      <w:r>
        <w:tab/>
        <w:t>1.013e0</w:t>
      </w:r>
    </w:p>
    <w:p w:rsidR="00E00D30" w:rsidRDefault="00E00D30" w:rsidP="00E00D30">
      <w:r>
        <w:t>352.9090</w:t>
      </w:r>
      <w:r>
        <w:tab/>
        <w:t>1.013e0</w:t>
      </w:r>
    </w:p>
    <w:p w:rsidR="00E00D30" w:rsidRDefault="00E00D30" w:rsidP="00E00D30">
      <w:r>
        <w:lastRenderedPageBreak/>
        <w:t>352.9133</w:t>
      </w:r>
      <w:r>
        <w:tab/>
        <w:t>1.013e0</w:t>
      </w:r>
    </w:p>
    <w:p w:rsidR="00E00D30" w:rsidRDefault="00E00D30" w:rsidP="00E00D30">
      <w:r>
        <w:t>352.9177</w:t>
      </w:r>
      <w:r>
        <w:tab/>
        <w:t>1.013e0</w:t>
      </w:r>
    </w:p>
    <w:p w:rsidR="00E00D30" w:rsidRDefault="00E00D30" w:rsidP="00E00D30">
      <w:r>
        <w:t>352.9425</w:t>
      </w:r>
      <w:r>
        <w:tab/>
        <w:t>1.013e0</w:t>
      </w:r>
    </w:p>
    <w:p w:rsidR="00E00D30" w:rsidRDefault="00E00D30" w:rsidP="00E00D30">
      <w:r>
        <w:t>352.9439</w:t>
      </w:r>
      <w:r>
        <w:tab/>
        <w:t>2.025e0</w:t>
      </w:r>
    </w:p>
    <w:p w:rsidR="00E00D30" w:rsidRDefault="00E00D30" w:rsidP="00E00D30">
      <w:r>
        <w:t>352.9586</w:t>
      </w:r>
      <w:r>
        <w:tab/>
        <w:t>2.025e0</w:t>
      </w:r>
    </w:p>
    <w:p w:rsidR="00E00D30" w:rsidRDefault="00E00D30" w:rsidP="00E00D30">
      <w:r>
        <w:t>352.9678</w:t>
      </w:r>
      <w:r>
        <w:tab/>
        <w:t>1.013e0</w:t>
      </w:r>
    </w:p>
    <w:p w:rsidR="00E00D30" w:rsidRDefault="00E00D30" w:rsidP="00E00D30">
      <w:r>
        <w:t>352.9700</w:t>
      </w:r>
      <w:r>
        <w:tab/>
        <w:t>3.038e0</w:t>
      </w:r>
    </w:p>
    <w:p w:rsidR="00E00D30" w:rsidRDefault="00E00D30" w:rsidP="00E00D30">
      <w:r>
        <w:t>352.9739</w:t>
      </w:r>
      <w:r>
        <w:tab/>
        <w:t>1.013e0</w:t>
      </w:r>
    </w:p>
    <w:p w:rsidR="00E00D30" w:rsidRDefault="00E00D30" w:rsidP="00E00D30">
      <w:r>
        <w:t>352.9872</w:t>
      </w:r>
      <w:r>
        <w:tab/>
        <w:t>1.013e0</w:t>
      </w:r>
    </w:p>
    <w:p w:rsidR="00E00D30" w:rsidRDefault="00E00D30" w:rsidP="00E00D30">
      <w:r>
        <w:t>353.0184</w:t>
      </w:r>
      <w:r>
        <w:tab/>
        <w:t>3.038e0</w:t>
      </w:r>
    </w:p>
    <w:p w:rsidR="00E00D30" w:rsidRDefault="00E00D30" w:rsidP="00E00D30">
      <w:r>
        <w:t>353.0944</w:t>
      </w:r>
      <w:r>
        <w:tab/>
        <w:t>2.025e0</w:t>
      </w:r>
    </w:p>
    <w:p w:rsidR="00E00D30" w:rsidRDefault="00E00D30" w:rsidP="00E00D30">
      <w:r>
        <w:t>353.1050</w:t>
      </w:r>
      <w:r>
        <w:tab/>
        <w:t>3.038e0</w:t>
      </w:r>
    </w:p>
    <w:p w:rsidR="00E00D30" w:rsidRDefault="00E00D30" w:rsidP="00E00D30">
      <w:r>
        <w:t>353.1064</w:t>
      </w:r>
      <w:r>
        <w:tab/>
        <w:t>3.038e0</w:t>
      </w:r>
    </w:p>
    <w:p w:rsidR="00E00D30" w:rsidRDefault="00E00D30" w:rsidP="00E00D30">
      <w:r>
        <w:t>353.1193</w:t>
      </w:r>
      <w:r>
        <w:tab/>
        <w:t>1.013e0</w:t>
      </w:r>
    </w:p>
    <w:p w:rsidR="00E00D30" w:rsidRDefault="00E00D30" w:rsidP="00E00D30">
      <w:r>
        <w:t>353.1278</w:t>
      </w:r>
      <w:r>
        <w:tab/>
        <w:t>1.013e0</w:t>
      </w:r>
    </w:p>
    <w:p w:rsidR="00E00D30" w:rsidRDefault="00E00D30" w:rsidP="00E00D30">
      <w:r>
        <w:t>353.1319</w:t>
      </w:r>
      <w:r>
        <w:tab/>
        <w:t>3.038e0</w:t>
      </w:r>
    </w:p>
    <w:p w:rsidR="00E00D30" w:rsidRDefault="00E00D30" w:rsidP="00E00D30">
      <w:r>
        <w:t>353.1458</w:t>
      </w:r>
      <w:r>
        <w:tab/>
        <w:t>4.051e0</w:t>
      </w:r>
    </w:p>
    <w:p w:rsidR="00E00D30" w:rsidRDefault="00E00D30" w:rsidP="00E00D30">
      <w:r>
        <w:t>353.1485</w:t>
      </w:r>
      <w:r>
        <w:tab/>
        <w:t>1.013e0</w:t>
      </w:r>
    </w:p>
    <w:p w:rsidR="00E00D30" w:rsidRDefault="00E00D30" w:rsidP="00E00D30">
      <w:r>
        <w:t>353.1572</w:t>
      </w:r>
      <w:r>
        <w:tab/>
        <w:t>1.013e0</w:t>
      </w:r>
    </w:p>
    <w:p w:rsidR="00E00D30" w:rsidRDefault="00E00D30" w:rsidP="00E00D30">
      <w:r>
        <w:lastRenderedPageBreak/>
        <w:t>353.1696</w:t>
      </w:r>
      <w:r>
        <w:tab/>
        <w:t>1.013e0</w:t>
      </w:r>
    </w:p>
    <w:p w:rsidR="00E00D30" w:rsidRDefault="00E00D30" w:rsidP="00E00D30">
      <w:r>
        <w:t>353.1739</w:t>
      </w:r>
      <w:r>
        <w:tab/>
        <w:t>1.013e0</w:t>
      </w:r>
    </w:p>
    <w:p w:rsidR="00E00D30" w:rsidRDefault="00E00D30" w:rsidP="00E00D30">
      <w:r>
        <w:t>353.2021</w:t>
      </w:r>
      <w:r>
        <w:tab/>
        <w:t>1.013e0</w:t>
      </w:r>
    </w:p>
    <w:p w:rsidR="00E00D30" w:rsidRDefault="00E00D30" w:rsidP="00E00D30">
      <w:r>
        <w:t>353.2037</w:t>
      </w:r>
      <w:r>
        <w:tab/>
        <w:t>2.025e0</w:t>
      </w:r>
    </w:p>
    <w:p w:rsidR="00E00D30" w:rsidRDefault="00E00D30" w:rsidP="00E00D30">
      <w:r>
        <w:t>353.2078</w:t>
      </w:r>
      <w:r>
        <w:tab/>
        <w:t>1.013e0</w:t>
      </w:r>
    </w:p>
    <w:p w:rsidR="00E00D30" w:rsidRDefault="00E00D30" w:rsidP="00E00D30">
      <w:r>
        <w:t>353.2117</w:t>
      </w:r>
      <w:r>
        <w:tab/>
        <w:t>4.527e0</w:t>
      </w:r>
    </w:p>
    <w:p w:rsidR="00E00D30" w:rsidRDefault="00E00D30" w:rsidP="00E00D30">
      <w:r>
        <w:t>353.2322</w:t>
      </w:r>
      <w:r>
        <w:tab/>
        <w:t>3.038e0</w:t>
      </w:r>
    </w:p>
    <w:p w:rsidR="00E00D30" w:rsidRDefault="00E00D30" w:rsidP="00E00D30">
      <w:r>
        <w:t>353.2370</w:t>
      </w:r>
      <w:r>
        <w:tab/>
        <w:t>2.025e0</w:t>
      </w:r>
    </w:p>
    <w:p w:rsidR="00E00D30" w:rsidRDefault="00E00D30" w:rsidP="00E00D30">
      <w:r>
        <w:t>353.2395</w:t>
      </w:r>
      <w:r>
        <w:tab/>
        <w:t>2.025e0</w:t>
      </w:r>
    </w:p>
    <w:p w:rsidR="00E00D30" w:rsidRDefault="00E00D30" w:rsidP="00E00D30">
      <w:r>
        <w:t>353.2437</w:t>
      </w:r>
      <w:r>
        <w:tab/>
        <w:t>1.013e0</w:t>
      </w:r>
    </w:p>
    <w:p w:rsidR="00E00D30" w:rsidRDefault="00E00D30" w:rsidP="00E00D30">
      <w:r>
        <w:t>353.2588</w:t>
      </w:r>
      <w:r>
        <w:tab/>
        <w:t>1.013e0</w:t>
      </w:r>
    </w:p>
    <w:p w:rsidR="00E00D30" w:rsidRDefault="00E00D30" w:rsidP="00E00D30">
      <w:r>
        <w:t>353.2725</w:t>
      </w:r>
      <w:r>
        <w:tab/>
        <w:t>1.013e0</w:t>
      </w:r>
    </w:p>
    <w:p w:rsidR="00E00D30" w:rsidRDefault="00E00D30" w:rsidP="00E00D30">
      <w:r>
        <w:t>353.2834</w:t>
      </w:r>
      <w:r>
        <w:tab/>
        <w:t>1.013e0</w:t>
      </w:r>
    </w:p>
    <w:p w:rsidR="00E00D30" w:rsidRDefault="00E00D30" w:rsidP="00E00D30">
      <w:r>
        <w:t>353.3218</w:t>
      </w:r>
      <w:r>
        <w:tab/>
        <w:t>1.013e0</w:t>
      </w:r>
    </w:p>
    <w:p w:rsidR="00E00D30" w:rsidRDefault="00E00D30" w:rsidP="00E00D30">
      <w:r>
        <w:t>353.3387</w:t>
      </w:r>
      <w:r>
        <w:tab/>
        <w:t>1.013e0</w:t>
      </w:r>
    </w:p>
    <w:p w:rsidR="00E00D30" w:rsidRDefault="00E00D30" w:rsidP="00E00D30">
      <w:r>
        <w:t>353.3432</w:t>
      </w:r>
      <w:r>
        <w:tab/>
        <w:t>1.013e0</w:t>
      </w:r>
    </w:p>
    <w:p w:rsidR="00E00D30" w:rsidRDefault="00E00D30" w:rsidP="00E00D30">
      <w:r>
        <w:t>353.3472</w:t>
      </w:r>
      <w:r>
        <w:tab/>
        <w:t>1.013e0</w:t>
      </w:r>
    </w:p>
    <w:p w:rsidR="00E00D30" w:rsidRDefault="00E00D30" w:rsidP="00E00D30">
      <w:r>
        <w:t>353.3978</w:t>
      </w:r>
      <w:r>
        <w:tab/>
        <w:t>1.013e0</w:t>
      </w:r>
    </w:p>
    <w:p w:rsidR="00E00D30" w:rsidRDefault="00E00D30" w:rsidP="00E00D30">
      <w:r>
        <w:t>353.4006</w:t>
      </w:r>
      <w:r>
        <w:tab/>
        <w:t>2.025e0</w:t>
      </w:r>
    </w:p>
    <w:p w:rsidR="00E00D30" w:rsidRDefault="00E00D30" w:rsidP="00E00D30">
      <w:r>
        <w:lastRenderedPageBreak/>
        <w:t>353.4583</w:t>
      </w:r>
      <w:r>
        <w:tab/>
        <w:t>2.025e0</w:t>
      </w:r>
    </w:p>
    <w:p w:rsidR="00E00D30" w:rsidRDefault="00E00D30" w:rsidP="00E00D30">
      <w:r>
        <w:t>353.4607</w:t>
      </w:r>
      <w:r>
        <w:tab/>
        <w:t>2.025e0</w:t>
      </w:r>
    </w:p>
    <w:p w:rsidR="00E00D30" w:rsidRDefault="00E00D30" w:rsidP="00E00D30">
      <w:r>
        <w:t>353.4920</w:t>
      </w:r>
      <w:r>
        <w:tab/>
        <w:t>1.013e0</w:t>
      </w:r>
    </w:p>
    <w:p w:rsidR="00E00D30" w:rsidRDefault="00E00D30" w:rsidP="00E00D30">
      <w:r>
        <w:t>353.5041</w:t>
      </w:r>
      <w:r>
        <w:tab/>
        <w:t>2.025e0</w:t>
      </w:r>
    </w:p>
    <w:p w:rsidR="00E00D30" w:rsidRDefault="00E00D30" w:rsidP="00E00D30">
      <w:r>
        <w:t>353.5080</w:t>
      </w:r>
      <w:r>
        <w:tab/>
        <w:t>1.013e0</w:t>
      </w:r>
    </w:p>
    <w:p w:rsidR="00E00D30" w:rsidRDefault="00E00D30" w:rsidP="00E00D30">
      <w:r>
        <w:t>353.5326</w:t>
      </w:r>
      <w:r>
        <w:tab/>
        <w:t>1.013e0</w:t>
      </w:r>
    </w:p>
    <w:p w:rsidR="00E00D30" w:rsidRDefault="00E00D30" w:rsidP="00E00D30">
      <w:r>
        <w:t>353.5681</w:t>
      </w:r>
      <w:r>
        <w:tab/>
        <w:t>1.013e0</w:t>
      </w:r>
    </w:p>
    <w:p w:rsidR="00E00D30" w:rsidRDefault="00E00D30" w:rsidP="00E00D30">
      <w:r>
        <w:t>353.5870</w:t>
      </w:r>
      <w:r>
        <w:tab/>
        <w:t>1.013e0</w:t>
      </w:r>
    </w:p>
    <w:p w:rsidR="00E00D30" w:rsidRDefault="00E00D30" w:rsidP="00E00D30">
      <w:r>
        <w:t>353.6242</w:t>
      </w:r>
      <w:r>
        <w:tab/>
        <w:t>1.013e0</w:t>
      </w:r>
    </w:p>
    <w:p w:rsidR="00E00D30" w:rsidRDefault="00E00D30" w:rsidP="00E00D30">
      <w:r>
        <w:t>353.6276</w:t>
      </w:r>
      <w:r>
        <w:tab/>
        <w:t>1.013e0</w:t>
      </w:r>
    </w:p>
    <w:p w:rsidR="00E00D30" w:rsidRDefault="00E00D30" w:rsidP="00E00D30">
      <w:r>
        <w:t>353.6376</w:t>
      </w:r>
      <w:r>
        <w:tab/>
        <w:t>1.013e0</w:t>
      </w:r>
    </w:p>
    <w:p w:rsidR="00E00D30" w:rsidRDefault="00E00D30" w:rsidP="00E00D30">
      <w:r>
        <w:t>353.6570</w:t>
      </w:r>
      <w:r>
        <w:tab/>
        <w:t>1.013e0</w:t>
      </w:r>
    </w:p>
    <w:p w:rsidR="00E00D30" w:rsidRDefault="00E00D30" w:rsidP="00E00D30">
      <w:r>
        <w:t>353.6629</w:t>
      </w:r>
      <w:r>
        <w:tab/>
        <w:t>1.013e0</w:t>
      </w:r>
    </w:p>
    <w:p w:rsidR="00E00D30" w:rsidRDefault="00E00D30" w:rsidP="00E00D30">
      <w:r>
        <w:t>353.6882</w:t>
      </w:r>
      <w:r>
        <w:tab/>
        <w:t>1.013e0</w:t>
      </w:r>
    </w:p>
    <w:p w:rsidR="00E00D30" w:rsidRDefault="00E00D30" w:rsidP="00E00D30">
      <w:r>
        <w:t>353.6940</w:t>
      </w:r>
      <w:r>
        <w:tab/>
        <w:t>1.013e0</w:t>
      </w:r>
    </w:p>
    <w:p w:rsidR="00E00D30" w:rsidRDefault="00E00D30" w:rsidP="00E00D30">
      <w:r>
        <w:t>353.7226</w:t>
      </w:r>
      <w:r>
        <w:tab/>
        <w:t>1.013e0</w:t>
      </w:r>
    </w:p>
    <w:p w:rsidR="00E00D30" w:rsidRDefault="00E00D30" w:rsidP="00E00D30">
      <w:r>
        <w:t>353.7326</w:t>
      </w:r>
      <w:r>
        <w:tab/>
        <w:t>3.038e0</w:t>
      </w:r>
    </w:p>
    <w:p w:rsidR="00E00D30" w:rsidRDefault="00E00D30" w:rsidP="00E00D30">
      <w:r>
        <w:t>353.8137</w:t>
      </w:r>
      <w:r>
        <w:tab/>
        <w:t>1.013e0</w:t>
      </w:r>
    </w:p>
    <w:p w:rsidR="00E00D30" w:rsidRDefault="00E00D30" w:rsidP="00E00D30">
      <w:r>
        <w:t>353.8473</w:t>
      </w:r>
      <w:r>
        <w:tab/>
        <w:t>2.025e0</w:t>
      </w:r>
    </w:p>
    <w:p w:rsidR="00E00D30" w:rsidRDefault="00E00D30" w:rsidP="00E00D30">
      <w:r>
        <w:lastRenderedPageBreak/>
        <w:t>353.8716</w:t>
      </w:r>
      <w:r>
        <w:tab/>
        <w:t>2.025e0</w:t>
      </w:r>
    </w:p>
    <w:p w:rsidR="00E00D30" w:rsidRDefault="00E00D30" w:rsidP="00E00D30">
      <w:r>
        <w:t>353.8781</w:t>
      </w:r>
      <w:r>
        <w:tab/>
        <w:t>1.013e0</w:t>
      </w:r>
    </w:p>
    <w:p w:rsidR="00E00D30" w:rsidRDefault="00E00D30" w:rsidP="00E00D30">
      <w:r>
        <w:t>353.8920</w:t>
      </w:r>
      <w:r>
        <w:tab/>
        <w:t>2.025e0</w:t>
      </w:r>
    </w:p>
    <w:p w:rsidR="00E00D30" w:rsidRDefault="00E00D30" w:rsidP="00E00D30">
      <w:r>
        <w:t>353.8961</w:t>
      </w:r>
      <w:r>
        <w:tab/>
        <w:t>3.038e0</w:t>
      </w:r>
    </w:p>
    <w:p w:rsidR="00E00D30" w:rsidRDefault="00E00D30" w:rsidP="00E00D30">
      <w:r>
        <w:t>353.9056</w:t>
      </w:r>
      <w:r>
        <w:tab/>
        <w:t>2.025e0</w:t>
      </w:r>
    </w:p>
    <w:p w:rsidR="00E00D30" w:rsidRDefault="00E00D30" w:rsidP="00E00D30">
      <w:r>
        <w:t>353.9089</w:t>
      </w:r>
      <w:r>
        <w:tab/>
        <w:t>2.025e0</w:t>
      </w:r>
    </w:p>
    <w:p w:rsidR="00E00D30" w:rsidRDefault="00E00D30" w:rsidP="00E00D30">
      <w:r>
        <w:t>353.9382</w:t>
      </w:r>
      <w:r>
        <w:tab/>
        <w:t>3.137e0</w:t>
      </w:r>
    </w:p>
    <w:p w:rsidR="00E00D30" w:rsidRDefault="00E00D30" w:rsidP="00E00D30">
      <w:r>
        <w:t>353.9518</w:t>
      </w:r>
      <w:r>
        <w:tab/>
        <w:t>4.051e0</w:t>
      </w:r>
    </w:p>
    <w:p w:rsidR="00E00D30" w:rsidRDefault="00E00D30" w:rsidP="00E00D30">
      <w:r>
        <w:t>353.9536</w:t>
      </w:r>
      <w:r>
        <w:tab/>
        <w:t>4.051e0</w:t>
      </w:r>
    </w:p>
    <w:p w:rsidR="00E00D30" w:rsidRDefault="00E00D30" w:rsidP="00E00D30">
      <w:r>
        <w:t>353.9623</w:t>
      </w:r>
      <w:r>
        <w:tab/>
        <w:t>5.931e0</w:t>
      </w:r>
    </w:p>
    <w:p w:rsidR="00E00D30" w:rsidRDefault="00E00D30" w:rsidP="00E00D30">
      <w:r>
        <w:t>353.9694</w:t>
      </w:r>
      <w:r>
        <w:tab/>
        <w:t>3.038e0</w:t>
      </w:r>
    </w:p>
    <w:p w:rsidR="00E00D30" w:rsidRDefault="00E00D30" w:rsidP="00E00D30">
      <w:r>
        <w:t>353.9706</w:t>
      </w:r>
      <w:r>
        <w:tab/>
        <w:t>1.924e1</w:t>
      </w:r>
    </w:p>
    <w:p w:rsidR="00E00D30" w:rsidRDefault="00E00D30" w:rsidP="00E00D30">
      <w:r>
        <w:t>353.9735</w:t>
      </w:r>
      <w:r>
        <w:tab/>
        <w:t>4.051e0</w:t>
      </w:r>
    </w:p>
    <w:p w:rsidR="00E00D30" w:rsidRDefault="00E00D30" w:rsidP="00E00D30">
      <w:r>
        <w:t>353.9773</w:t>
      </w:r>
      <w:r>
        <w:tab/>
        <w:t>2.183e1</w:t>
      </w:r>
    </w:p>
    <w:p w:rsidR="00E00D30" w:rsidRDefault="00E00D30" w:rsidP="00E00D30">
      <w:r>
        <w:t>354.0287</w:t>
      </w:r>
      <w:r>
        <w:tab/>
        <w:t>1.013e0</w:t>
      </w:r>
    </w:p>
    <w:p w:rsidR="00E00D30" w:rsidRDefault="00E00D30" w:rsidP="00E00D30">
      <w:r>
        <w:t>354.0353</w:t>
      </w:r>
      <w:r>
        <w:tab/>
        <w:t>2.025e0</w:t>
      </w:r>
    </w:p>
    <w:p w:rsidR="00E00D30" w:rsidRDefault="00E00D30" w:rsidP="00E00D30">
      <w:r>
        <w:t>354.0426</w:t>
      </w:r>
      <w:r>
        <w:tab/>
        <w:t>1.013e0</w:t>
      </w:r>
    </w:p>
    <w:p w:rsidR="00E00D30" w:rsidRDefault="00E00D30" w:rsidP="00E00D30">
      <w:r>
        <w:t>354.0538</w:t>
      </w:r>
      <w:r>
        <w:tab/>
        <w:t>1.013e0</w:t>
      </w:r>
    </w:p>
    <w:p w:rsidR="00E00D30" w:rsidRDefault="00E00D30" w:rsidP="00E00D30">
      <w:r>
        <w:t>354.0552</w:t>
      </w:r>
      <w:r>
        <w:tab/>
        <w:t>2.025e0</w:t>
      </w:r>
    </w:p>
    <w:p w:rsidR="00E00D30" w:rsidRDefault="00E00D30" w:rsidP="00E00D30">
      <w:r>
        <w:lastRenderedPageBreak/>
        <w:t>354.0678</w:t>
      </w:r>
      <w:r>
        <w:tab/>
        <w:t>2.025e0</w:t>
      </w:r>
    </w:p>
    <w:p w:rsidR="00E00D30" w:rsidRDefault="00E00D30" w:rsidP="00E00D30">
      <w:r>
        <w:t>354.0709</w:t>
      </w:r>
      <w:r>
        <w:tab/>
        <w:t>2.025e0</w:t>
      </w:r>
    </w:p>
    <w:p w:rsidR="00E00D30" w:rsidRDefault="00E00D30" w:rsidP="00E00D30">
      <w:r>
        <w:t>354.0972</w:t>
      </w:r>
      <w:r>
        <w:tab/>
        <w:t>2.025e0</w:t>
      </w:r>
    </w:p>
    <w:p w:rsidR="00E00D30" w:rsidRDefault="00E00D30" w:rsidP="00E00D30">
      <w:r>
        <w:t>354.1194</w:t>
      </w:r>
      <w:r>
        <w:tab/>
        <w:t>3.038e0</w:t>
      </w:r>
    </w:p>
    <w:p w:rsidR="00E00D30" w:rsidRDefault="00E00D30" w:rsidP="00E00D30">
      <w:r>
        <w:t>354.1237</w:t>
      </w:r>
      <w:r>
        <w:tab/>
        <w:t>1.013e0</w:t>
      </w:r>
    </w:p>
    <w:p w:rsidR="00E00D30" w:rsidRDefault="00E00D30" w:rsidP="00E00D30">
      <w:r>
        <w:t>354.1357</w:t>
      </w:r>
      <w:r>
        <w:tab/>
        <w:t>2.025e0</w:t>
      </w:r>
    </w:p>
    <w:p w:rsidR="00E00D30" w:rsidRDefault="00E00D30" w:rsidP="00E00D30">
      <w:r>
        <w:t>354.1577</w:t>
      </w:r>
      <w:r>
        <w:tab/>
        <w:t>4.051e0</w:t>
      </w:r>
    </w:p>
    <w:p w:rsidR="00E00D30" w:rsidRDefault="00E00D30" w:rsidP="00E00D30">
      <w:r>
        <w:t>354.1630</w:t>
      </w:r>
      <w:r>
        <w:tab/>
        <w:t>1.013e0</w:t>
      </w:r>
    </w:p>
    <w:p w:rsidR="00E00D30" w:rsidRDefault="00E00D30" w:rsidP="00E00D30">
      <w:r>
        <w:t>354.1691</w:t>
      </w:r>
      <w:r>
        <w:tab/>
        <w:t>1.013e0</w:t>
      </w:r>
    </w:p>
    <w:p w:rsidR="00E00D30" w:rsidRDefault="00E00D30" w:rsidP="00E00D30">
      <w:r>
        <w:t>354.1856</w:t>
      </w:r>
      <w:r>
        <w:tab/>
        <w:t>2.025e0</w:t>
      </w:r>
    </w:p>
    <w:p w:rsidR="00E00D30" w:rsidRDefault="00E00D30" w:rsidP="00E00D30">
      <w:r>
        <w:t>354.1941</w:t>
      </w:r>
      <w:r>
        <w:tab/>
        <w:t>1.013e0</w:t>
      </w:r>
    </w:p>
    <w:p w:rsidR="00E00D30" w:rsidRDefault="00E00D30" w:rsidP="00E00D30">
      <w:r>
        <w:t>354.1978</w:t>
      </w:r>
      <w:r>
        <w:tab/>
        <w:t>1.013e0</w:t>
      </w:r>
    </w:p>
    <w:p w:rsidR="00E00D30" w:rsidRDefault="00E00D30" w:rsidP="00E00D30">
      <w:r>
        <w:t>354.2141</w:t>
      </w:r>
      <w:r>
        <w:tab/>
        <w:t>1.013e0</w:t>
      </w:r>
    </w:p>
    <w:p w:rsidR="00E00D30" w:rsidRDefault="00E00D30" w:rsidP="00E00D30">
      <w:r>
        <w:t>354.2263</w:t>
      </w:r>
      <w:r>
        <w:tab/>
        <w:t>1.013e0</w:t>
      </w:r>
    </w:p>
    <w:p w:rsidR="00E00D30" w:rsidRDefault="00E00D30" w:rsidP="00E00D30">
      <w:r>
        <w:t>354.2355</w:t>
      </w:r>
      <w:r>
        <w:tab/>
        <w:t>2.025e0</w:t>
      </w:r>
    </w:p>
    <w:p w:rsidR="00E00D30" w:rsidRDefault="00E00D30" w:rsidP="00E00D30">
      <w:r>
        <w:t>354.2514</w:t>
      </w:r>
      <w:r>
        <w:tab/>
        <w:t>1.013e0</w:t>
      </w:r>
    </w:p>
    <w:p w:rsidR="00E00D30" w:rsidRDefault="00E00D30" w:rsidP="00E00D30">
      <w:r>
        <w:t>354.2643</w:t>
      </w:r>
      <w:r>
        <w:tab/>
        <w:t>3.038e0</w:t>
      </w:r>
    </w:p>
    <w:p w:rsidR="00E00D30" w:rsidRDefault="00E00D30" w:rsidP="00E00D30">
      <w:r>
        <w:t>354.2731</w:t>
      </w:r>
      <w:r>
        <w:tab/>
        <w:t>2.025e0</w:t>
      </w:r>
    </w:p>
    <w:p w:rsidR="00E00D30" w:rsidRDefault="00E00D30" w:rsidP="00E00D30">
      <w:r>
        <w:t>354.2774</w:t>
      </w:r>
      <w:r>
        <w:tab/>
        <w:t>1.013e0</w:t>
      </w:r>
    </w:p>
    <w:p w:rsidR="00E00D30" w:rsidRDefault="00E00D30" w:rsidP="00E00D30">
      <w:r>
        <w:lastRenderedPageBreak/>
        <w:t>354.2930</w:t>
      </w:r>
      <w:r>
        <w:tab/>
        <w:t>1.013e0</w:t>
      </w:r>
    </w:p>
    <w:p w:rsidR="00E00D30" w:rsidRDefault="00E00D30" w:rsidP="00E00D30">
      <w:r>
        <w:t>354.2968</w:t>
      </w:r>
      <w:r>
        <w:tab/>
        <w:t>1.013e0</w:t>
      </w:r>
    </w:p>
    <w:p w:rsidR="00E00D30" w:rsidRDefault="00E00D30" w:rsidP="00E00D30">
      <w:r>
        <w:t>354.3176</w:t>
      </w:r>
      <w:r>
        <w:tab/>
        <w:t>1.013e0</w:t>
      </w:r>
    </w:p>
    <w:p w:rsidR="00E00D30" w:rsidRDefault="00E00D30" w:rsidP="00E00D30">
      <w:r>
        <w:t>354.3232</w:t>
      </w:r>
      <w:r>
        <w:tab/>
        <w:t>2.025e0</w:t>
      </w:r>
    </w:p>
    <w:p w:rsidR="00E00D30" w:rsidRDefault="00E00D30" w:rsidP="00E00D30">
      <w:r>
        <w:t>354.3276</w:t>
      </w:r>
      <w:r>
        <w:tab/>
        <w:t>3.038e0</w:t>
      </w:r>
    </w:p>
    <w:p w:rsidR="00E00D30" w:rsidRDefault="00E00D30" w:rsidP="00E00D30">
      <w:r>
        <w:t>354.3340</w:t>
      </w:r>
      <w:r>
        <w:tab/>
        <w:t>1.013e0</w:t>
      </w:r>
    </w:p>
    <w:p w:rsidR="00E00D30" w:rsidRDefault="00E00D30" w:rsidP="00E00D30">
      <w:r>
        <w:t>354.3430</w:t>
      </w:r>
      <w:r>
        <w:tab/>
        <w:t>1.013e0</w:t>
      </w:r>
    </w:p>
    <w:p w:rsidR="00E00D30" w:rsidRDefault="00E00D30" w:rsidP="00E00D30">
      <w:r>
        <w:t>354.3593</w:t>
      </w:r>
      <w:r>
        <w:tab/>
        <w:t>1.013e0</w:t>
      </w:r>
    </w:p>
    <w:p w:rsidR="00E00D30" w:rsidRDefault="00E00D30" w:rsidP="00E00D30">
      <w:r>
        <w:t>354.3720</w:t>
      </w:r>
      <w:r>
        <w:tab/>
        <w:t>1.013e0</w:t>
      </w:r>
    </w:p>
    <w:p w:rsidR="00E00D30" w:rsidRDefault="00E00D30" w:rsidP="00E00D30">
      <w:r>
        <w:t>354.3879</w:t>
      </w:r>
      <w:r>
        <w:tab/>
        <w:t>1.013e0</w:t>
      </w:r>
    </w:p>
    <w:p w:rsidR="00E00D30" w:rsidRDefault="00E00D30" w:rsidP="00E00D30">
      <w:r>
        <w:t>354.4165</w:t>
      </w:r>
      <w:r>
        <w:tab/>
        <w:t>1.013e0</w:t>
      </w:r>
    </w:p>
    <w:p w:rsidR="00E00D30" w:rsidRDefault="00E00D30" w:rsidP="00E00D30">
      <w:r>
        <w:t>354.4377</w:t>
      </w:r>
      <w:r>
        <w:tab/>
        <w:t>1.013e0</w:t>
      </w:r>
    </w:p>
    <w:p w:rsidR="00E00D30" w:rsidRDefault="00E00D30" w:rsidP="00E00D30">
      <w:r>
        <w:t>354.4443</w:t>
      </w:r>
      <w:r>
        <w:tab/>
        <w:t>2.025e0</w:t>
      </w:r>
    </w:p>
    <w:p w:rsidR="00E00D30" w:rsidRDefault="00E00D30" w:rsidP="00E00D30">
      <w:r>
        <w:t>354.4479</w:t>
      </w:r>
      <w:r>
        <w:tab/>
        <w:t>1.013e0</w:t>
      </w:r>
    </w:p>
    <w:p w:rsidR="00E00D30" w:rsidRDefault="00E00D30" w:rsidP="00E00D30">
      <w:r>
        <w:t>354.4622</w:t>
      </w:r>
      <w:r>
        <w:tab/>
        <w:t>1.013e0</w:t>
      </w:r>
    </w:p>
    <w:p w:rsidR="00E00D30" w:rsidRDefault="00E00D30" w:rsidP="00E00D30">
      <w:r>
        <w:t>354.4671</w:t>
      </w:r>
      <w:r>
        <w:tab/>
        <w:t>2.025e0</w:t>
      </w:r>
    </w:p>
    <w:p w:rsidR="00E00D30" w:rsidRDefault="00E00D30" w:rsidP="00E00D30">
      <w:r>
        <w:t>354.4875</w:t>
      </w:r>
      <w:r>
        <w:tab/>
        <w:t>1.013e0</w:t>
      </w:r>
    </w:p>
    <w:p w:rsidR="00E00D30" w:rsidRDefault="00E00D30" w:rsidP="00E00D30">
      <w:r>
        <w:t>354.5224</w:t>
      </w:r>
      <w:r>
        <w:tab/>
        <w:t>2.025e0</w:t>
      </w:r>
    </w:p>
    <w:p w:rsidR="00E00D30" w:rsidRDefault="00E00D30" w:rsidP="00E00D30">
      <w:r>
        <w:t>354.5394</w:t>
      </w:r>
      <w:r>
        <w:tab/>
        <w:t>2.025e0</w:t>
      </w:r>
    </w:p>
    <w:p w:rsidR="00E00D30" w:rsidRDefault="00E00D30" w:rsidP="00E00D30">
      <w:r>
        <w:lastRenderedPageBreak/>
        <w:t>354.5539</w:t>
      </w:r>
      <w:r>
        <w:tab/>
        <w:t>1.013e0</w:t>
      </w:r>
    </w:p>
    <w:p w:rsidR="00E00D30" w:rsidRDefault="00E00D30" w:rsidP="00E00D30">
      <w:r>
        <w:t>354.5744</w:t>
      </w:r>
      <w:r>
        <w:tab/>
        <w:t>1.013e0</w:t>
      </w:r>
    </w:p>
    <w:p w:rsidR="00E00D30" w:rsidRDefault="00E00D30" w:rsidP="00E00D30">
      <w:r>
        <w:t>354.5937</w:t>
      </w:r>
      <w:r>
        <w:tab/>
        <w:t>1.013e0</w:t>
      </w:r>
    </w:p>
    <w:p w:rsidR="00E00D30" w:rsidRDefault="00E00D30" w:rsidP="00E00D30">
      <w:r>
        <w:t>354.6202</w:t>
      </w:r>
      <w:r>
        <w:tab/>
        <w:t>2.025e0</w:t>
      </w:r>
    </w:p>
    <w:p w:rsidR="00E00D30" w:rsidRDefault="00E00D30" w:rsidP="00E00D30">
      <w:r>
        <w:t>354.6237</w:t>
      </w:r>
      <w:r>
        <w:tab/>
        <w:t>1.013e0</w:t>
      </w:r>
    </w:p>
    <w:p w:rsidR="00E00D30" w:rsidRDefault="00E00D30" w:rsidP="00E00D30">
      <w:r>
        <w:t>354.6278</w:t>
      </w:r>
      <w:r>
        <w:tab/>
        <w:t>1.013e0</w:t>
      </w:r>
    </w:p>
    <w:p w:rsidR="00E00D30" w:rsidRDefault="00E00D30" w:rsidP="00E00D30">
      <w:r>
        <w:t>354.6317</w:t>
      </w:r>
      <w:r>
        <w:tab/>
        <w:t>1.013e0</w:t>
      </w:r>
    </w:p>
    <w:p w:rsidR="00E00D30" w:rsidRDefault="00E00D30" w:rsidP="00E00D30">
      <w:r>
        <w:t>354.6382</w:t>
      </w:r>
      <w:r>
        <w:tab/>
        <w:t>1.013e0</w:t>
      </w:r>
    </w:p>
    <w:p w:rsidR="00E00D30" w:rsidRDefault="00E00D30" w:rsidP="00E00D30">
      <w:r>
        <w:t>354.6489</w:t>
      </w:r>
      <w:r>
        <w:tab/>
        <w:t>1.013e0</w:t>
      </w:r>
    </w:p>
    <w:p w:rsidR="00E00D30" w:rsidRDefault="00E00D30" w:rsidP="00E00D30">
      <w:r>
        <w:t>354.6608</w:t>
      </w:r>
      <w:r>
        <w:tab/>
        <w:t>2.025e0</w:t>
      </w:r>
    </w:p>
    <w:p w:rsidR="00E00D30" w:rsidRDefault="00E00D30" w:rsidP="00E00D30">
      <w:r>
        <w:t>354.6693</w:t>
      </w:r>
      <w:r>
        <w:tab/>
        <w:t>2.025e0</w:t>
      </w:r>
    </w:p>
    <w:p w:rsidR="00E00D30" w:rsidRDefault="00E00D30" w:rsidP="00E00D30">
      <w:r>
        <w:t>354.6981</w:t>
      </w:r>
      <w:r>
        <w:tab/>
        <w:t>1.013e0</w:t>
      </w:r>
    </w:p>
    <w:p w:rsidR="00E00D30" w:rsidRDefault="00E00D30" w:rsidP="00E00D30">
      <w:r>
        <w:t>354.7141</w:t>
      </w:r>
      <w:r>
        <w:tab/>
        <w:t>1.013e0</w:t>
      </w:r>
    </w:p>
    <w:p w:rsidR="00E00D30" w:rsidRDefault="00E00D30" w:rsidP="00E00D30">
      <w:r>
        <w:t>354.7203</w:t>
      </w:r>
      <w:r>
        <w:tab/>
        <w:t>2.025e0</w:t>
      </w:r>
    </w:p>
    <w:p w:rsidR="00E00D30" w:rsidRDefault="00E00D30" w:rsidP="00E00D30">
      <w:r>
        <w:t>354.7684</w:t>
      </w:r>
      <w:r>
        <w:tab/>
        <w:t>1.013e0</w:t>
      </w:r>
    </w:p>
    <w:p w:rsidR="00E00D30" w:rsidRDefault="00E00D30" w:rsidP="00E00D30">
      <w:r>
        <w:t>354.7756</w:t>
      </w:r>
      <w:r>
        <w:tab/>
        <w:t>2.025e0</w:t>
      </w:r>
    </w:p>
    <w:p w:rsidR="00E00D30" w:rsidRDefault="00E00D30" w:rsidP="00E00D30">
      <w:r>
        <w:t>354.7776</w:t>
      </w:r>
      <w:r>
        <w:tab/>
        <w:t>1.013e0</w:t>
      </w:r>
    </w:p>
    <w:p w:rsidR="00E00D30" w:rsidRDefault="00E00D30" w:rsidP="00E00D30">
      <w:r>
        <w:t>354.7896</w:t>
      </w:r>
      <w:r>
        <w:tab/>
        <w:t>1.013e0</w:t>
      </w:r>
    </w:p>
    <w:p w:rsidR="00E00D30" w:rsidRDefault="00E00D30" w:rsidP="00E00D30">
      <w:r>
        <w:t>354.8287</w:t>
      </w:r>
      <w:r>
        <w:tab/>
        <w:t>2.025e0</w:t>
      </w:r>
    </w:p>
    <w:p w:rsidR="00E00D30" w:rsidRDefault="00E00D30" w:rsidP="00E00D30">
      <w:r>
        <w:lastRenderedPageBreak/>
        <w:t>354.8349</w:t>
      </w:r>
      <w:r>
        <w:tab/>
        <w:t>1.013e0</w:t>
      </w:r>
    </w:p>
    <w:p w:rsidR="00E00D30" w:rsidRDefault="00E00D30" w:rsidP="00E00D30">
      <w:r>
        <w:t>354.8674</w:t>
      </w:r>
      <w:r>
        <w:tab/>
        <w:t>2.025e0</w:t>
      </w:r>
    </w:p>
    <w:p w:rsidR="00E00D30" w:rsidRDefault="00E00D30" w:rsidP="00E00D30">
      <w:r>
        <w:t>354.8793</w:t>
      </w:r>
      <w:r>
        <w:tab/>
        <w:t>1.013e0</w:t>
      </w:r>
    </w:p>
    <w:p w:rsidR="00E00D30" w:rsidRDefault="00E00D30" w:rsidP="00E00D30">
      <w:r>
        <w:t>354.8841</w:t>
      </w:r>
      <w:r>
        <w:tab/>
        <w:t>1.013e0</w:t>
      </w:r>
    </w:p>
    <w:p w:rsidR="00E00D30" w:rsidRDefault="00E00D30" w:rsidP="00E00D30">
      <w:r>
        <w:t>354.9135</w:t>
      </w:r>
      <w:r>
        <w:tab/>
        <w:t>1.013e0</w:t>
      </w:r>
    </w:p>
    <w:p w:rsidR="00E00D30" w:rsidRDefault="00E00D30" w:rsidP="00E00D30">
      <w:r>
        <w:t>354.9148</w:t>
      </w:r>
      <w:r>
        <w:tab/>
        <w:t>2.025e0</w:t>
      </w:r>
    </w:p>
    <w:p w:rsidR="00E00D30" w:rsidRDefault="00E00D30" w:rsidP="00E00D30">
      <w:r>
        <w:t>354.9171</w:t>
      </w:r>
      <w:r>
        <w:tab/>
        <w:t>2.025e0</w:t>
      </w:r>
    </w:p>
    <w:p w:rsidR="00E00D30" w:rsidRDefault="00E00D30" w:rsidP="00E00D30">
      <w:r>
        <w:t>354.9281</w:t>
      </w:r>
      <w:r>
        <w:tab/>
        <w:t>2.025e0</w:t>
      </w:r>
    </w:p>
    <w:p w:rsidR="00E00D30" w:rsidRDefault="00E00D30" w:rsidP="00E00D30">
      <w:r>
        <w:t>354.9426</w:t>
      </w:r>
      <w:r>
        <w:tab/>
        <w:t>2.025e0</w:t>
      </w:r>
    </w:p>
    <w:p w:rsidR="00E00D30" w:rsidRDefault="00E00D30" w:rsidP="00E00D30">
      <w:r>
        <w:t>354.9652</w:t>
      </w:r>
      <w:r>
        <w:tab/>
        <w:t>3.038e0</w:t>
      </w:r>
    </w:p>
    <w:p w:rsidR="00E00D30" w:rsidRDefault="00E00D30" w:rsidP="00E00D30">
      <w:r>
        <w:t>354.9764</w:t>
      </w:r>
      <w:r>
        <w:tab/>
        <w:t>3.038e0</w:t>
      </w:r>
    </w:p>
    <w:p w:rsidR="00E00D30" w:rsidRDefault="00E00D30" w:rsidP="00E00D30">
      <w:r>
        <w:t>354.9781</w:t>
      </w:r>
      <w:r>
        <w:tab/>
        <w:t>2.025e0</w:t>
      </w:r>
    </w:p>
    <w:p w:rsidR="00E00D30" w:rsidRDefault="00E00D30" w:rsidP="00E00D30">
      <w:r>
        <w:t>354.9795</w:t>
      </w:r>
      <w:r>
        <w:tab/>
        <w:t>3.038e0</w:t>
      </w:r>
    </w:p>
    <w:p w:rsidR="00E00D30" w:rsidRDefault="00E00D30" w:rsidP="00E00D30">
      <w:r>
        <w:t>354.9874</w:t>
      </w:r>
      <w:r>
        <w:tab/>
        <w:t>4.051e0</w:t>
      </w:r>
    </w:p>
    <w:p w:rsidR="00E00D30" w:rsidRDefault="00E00D30" w:rsidP="00E00D30">
      <w:r>
        <w:t>355.0251</w:t>
      </w:r>
      <w:r>
        <w:tab/>
        <w:t>1.013e0</w:t>
      </w:r>
    </w:p>
    <w:p w:rsidR="00E00D30" w:rsidRDefault="00E00D30" w:rsidP="00E00D30">
      <w:r>
        <w:t>355.0697</w:t>
      </w:r>
      <w:r>
        <w:tab/>
        <w:t>1.013e0</w:t>
      </w:r>
    </w:p>
    <w:p w:rsidR="00E00D30" w:rsidRDefault="00E00D30" w:rsidP="00E00D30">
      <w:r>
        <w:t>355.0716</w:t>
      </w:r>
      <w:r>
        <w:tab/>
        <w:t>2.025e0</w:t>
      </w:r>
    </w:p>
    <w:p w:rsidR="00E00D30" w:rsidRDefault="00E00D30" w:rsidP="00E00D30">
      <w:r>
        <w:t>355.0822</w:t>
      </w:r>
      <w:r>
        <w:tab/>
        <w:t>1.013e0</w:t>
      </w:r>
    </w:p>
    <w:p w:rsidR="00E00D30" w:rsidRDefault="00E00D30" w:rsidP="00E00D30">
      <w:r>
        <w:t>355.0851</w:t>
      </w:r>
      <w:r>
        <w:tab/>
        <w:t>2.025e0</w:t>
      </w:r>
    </w:p>
    <w:p w:rsidR="00E00D30" w:rsidRDefault="00E00D30" w:rsidP="00E00D30">
      <w:r>
        <w:lastRenderedPageBreak/>
        <w:t>355.0992</w:t>
      </w:r>
      <w:r>
        <w:tab/>
        <w:t>3.038e0</w:t>
      </w:r>
    </w:p>
    <w:p w:rsidR="00E00D30" w:rsidRDefault="00E00D30" w:rsidP="00E00D30">
      <w:r>
        <w:t>355.1177</w:t>
      </w:r>
      <w:r>
        <w:tab/>
        <w:t>3.038e0</w:t>
      </w:r>
    </w:p>
    <w:p w:rsidR="00E00D30" w:rsidRDefault="00E00D30" w:rsidP="00E00D30">
      <w:r>
        <w:t>355.1279</w:t>
      </w:r>
      <w:r>
        <w:tab/>
        <w:t>1.013e0</w:t>
      </w:r>
    </w:p>
    <w:p w:rsidR="00E00D30" w:rsidRDefault="00E00D30" w:rsidP="00E00D30">
      <w:r>
        <w:t>355.1653</w:t>
      </w:r>
      <w:r>
        <w:tab/>
        <w:t>1.013e0</w:t>
      </w:r>
    </w:p>
    <w:p w:rsidR="00E00D30" w:rsidRDefault="00E00D30" w:rsidP="00E00D30">
      <w:r>
        <w:t>355.1708</w:t>
      </w:r>
      <w:r>
        <w:tab/>
        <w:t>2.025e0</w:t>
      </w:r>
    </w:p>
    <w:p w:rsidR="00E00D30" w:rsidRDefault="00E00D30" w:rsidP="00E00D30">
      <w:r>
        <w:t>355.1736</w:t>
      </w:r>
      <w:r>
        <w:tab/>
        <w:t>5.063e0</w:t>
      </w:r>
    </w:p>
    <w:p w:rsidR="00E00D30" w:rsidRDefault="00E00D30" w:rsidP="00E00D30">
      <w:r>
        <w:t>355.1915</w:t>
      </w:r>
      <w:r>
        <w:tab/>
        <w:t>1.578e0</w:t>
      </w:r>
    </w:p>
    <w:p w:rsidR="00E00D30" w:rsidRDefault="00E00D30" w:rsidP="00E00D30">
      <w:r>
        <w:t>355.1963</w:t>
      </w:r>
      <w:r>
        <w:tab/>
        <w:t>2.025e0</w:t>
      </w:r>
    </w:p>
    <w:p w:rsidR="00E00D30" w:rsidRDefault="00E00D30" w:rsidP="00E00D30">
      <w:r>
        <w:t>355.2152</w:t>
      </w:r>
      <w:r>
        <w:tab/>
        <w:t>1.013e0</w:t>
      </w:r>
    </w:p>
    <w:p w:rsidR="00E00D30" w:rsidRDefault="00E00D30" w:rsidP="00E00D30">
      <w:r>
        <w:t>355.2228</w:t>
      </w:r>
      <w:r>
        <w:tab/>
        <w:t>1.013e0</w:t>
      </w:r>
    </w:p>
    <w:p w:rsidR="00E00D30" w:rsidRDefault="00E00D30" w:rsidP="00E00D30">
      <w:r>
        <w:t>355.2386</w:t>
      </w:r>
      <w:r>
        <w:tab/>
        <w:t>2.025e0</w:t>
      </w:r>
    </w:p>
    <w:p w:rsidR="00E00D30" w:rsidRDefault="00E00D30" w:rsidP="00E00D30">
      <w:r>
        <w:t>355.2475</w:t>
      </w:r>
      <w:r>
        <w:tab/>
        <w:t>1.013e0</w:t>
      </w:r>
    </w:p>
    <w:p w:rsidR="00E00D30" w:rsidRDefault="00E00D30" w:rsidP="00E00D30">
      <w:r>
        <w:t>355.2566</w:t>
      </w:r>
      <w:r>
        <w:tab/>
        <w:t>3.038e0</w:t>
      </w:r>
    </w:p>
    <w:p w:rsidR="00E00D30" w:rsidRDefault="00E00D30" w:rsidP="00E00D30">
      <w:r>
        <w:t>355.2731</w:t>
      </w:r>
      <w:r>
        <w:tab/>
        <w:t>3.038e0</w:t>
      </w:r>
    </w:p>
    <w:p w:rsidR="00E00D30" w:rsidRDefault="00E00D30" w:rsidP="00E00D30">
      <w:r>
        <w:t>355.2746</w:t>
      </w:r>
      <w:r>
        <w:tab/>
        <w:t>4.051e0</w:t>
      </w:r>
    </w:p>
    <w:p w:rsidR="00E00D30" w:rsidRDefault="00E00D30" w:rsidP="00E00D30">
      <w:r>
        <w:t>355.2792</w:t>
      </w:r>
      <w:r>
        <w:tab/>
        <w:t>1.013e0</w:t>
      </w:r>
    </w:p>
    <w:p w:rsidR="00E00D30" w:rsidRDefault="00E00D30" w:rsidP="00E00D30">
      <w:r>
        <w:t>355.2854</w:t>
      </w:r>
      <w:r>
        <w:tab/>
        <w:t>1.013e0</w:t>
      </w:r>
    </w:p>
    <w:p w:rsidR="00E00D30" w:rsidRDefault="00E00D30" w:rsidP="00E00D30">
      <w:r>
        <w:t>355.2892</w:t>
      </w:r>
      <w:r>
        <w:tab/>
        <w:t>1.013e0</w:t>
      </w:r>
    </w:p>
    <w:p w:rsidR="00E00D30" w:rsidRDefault="00E00D30" w:rsidP="00E00D30">
      <w:r>
        <w:t>355.3046</w:t>
      </w:r>
      <w:r>
        <w:tab/>
        <w:t>1.013e0</w:t>
      </w:r>
    </w:p>
    <w:p w:rsidR="00E00D30" w:rsidRDefault="00E00D30" w:rsidP="00E00D30">
      <w:r>
        <w:lastRenderedPageBreak/>
        <w:t>355.3241</w:t>
      </w:r>
      <w:r>
        <w:tab/>
        <w:t>1.013e0</w:t>
      </w:r>
    </w:p>
    <w:p w:rsidR="00E00D30" w:rsidRDefault="00E00D30" w:rsidP="00E00D30">
      <w:r>
        <w:t>355.3354</w:t>
      </w:r>
      <w:r>
        <w:tab/>
        <w:t>1.013e0</w:t>
      </w:r>
    </w:p>
    <w:p w:rsidR="00E00D30" w:rsidRDefault="00E00D30" w:rsidP="00E00D30">
      <w:r>
        <w:t>355.3601</w:t>
      </w:r>
      <w:r>
        <w:tab/>
        <w:t>1.013e0</w:t>
      </w:r>
    </w:p>
    <w:p w:rsidR="00E00D30" w:rsidRDefault="00E00D30" w:rsidP="00E00D30">
      <w:r>
        <w:t>355.3638</w:t>
      </w:r>
      <w:r>
        <w:tab/>
        <w:t>1.013e0</w:t>
      </w:r>
    </w:p>
    <w:p w:rsidR="00E00D30" w:rsidRDefault="00E00D30" w:rsidP="00E00D30">
      <w:r>
        <w:t>355.3674</w:t>
      </w:r>
      <w:r>
        <w:tab/>
        <w:t>3.038e0</w:t>
      </w:r>
    </w:p>
    <w:p w:rsidR="00E00D30" w:rsidRDefault="00E00D30" w:rsidP="00E00D30">
      <w:r>
        <w:t>355.3745</w:t>
      </w:r>
      <w:r>
        <w:tab/>
        <w:t>1.013e0</w:t>
      </w:r>
    </w:p>
    <w:p w:rsidR="00E00D30" w:rsidRDefault="00E00D30" w:rsidP="00E00D30">
      <w:r>
        <w:t>355.3806</w:t>
      </w:r>
      <w:r>
        <w:tab/>
        <w:t>1.013e0</w:t>
      </w:r>
    </w:p>
    <w:p w:rsidR="00E00D30" w:rsidRDefault="00E00D30" w:rsidP="00E00D30">
      <w:r>
        <w:t>355.3997</w:t>
      </w:r>
      <w:r>
        <w:tab/>
        <w:t>1.013e0</w:t>
      </w:r>
    </w:p>
    <w:p w:rsidR="00E00D30" w:rsidRDefault="00E00D30" w:rsidP="00E00D30">
      <w:r>
        <w:t>355.4054</w:t>
      </w:r>
      <w:r>
        <w:tab/>
        <w:t>2.025e0</w:t>
      </w:r>
    </w:p>
    <w:p w:rsidR="00E00D30" w:rsidRDefault="00E00D30" w:rsidP="00E00D30">
      <w:r>
        <w:t>355.4531</w:t>
      </w:r>
      <w:r>
        <w:tab/>
        <w:t>1.432e0</w:t>
      </w:r>
    </w:p>
    <w:p w:rsidR="00E00D30" w:rsidRDefault="00E00D30" w:rsidP="00E00D30">
      <w:r>
        <w:t>355.4889</w:t>
      </w:r>
      <w:r>
        <w:tab/>
        <w:t>1.013e0</w:t>
      </w:r>
    </w:p>
    <w:p w:rsidR="00E00D30" w:rsidRDefault="00E00D30" w:rsidP="00E00D30">
      <w:r>
        <w:t>355.5045</w:t>
      </w:r>
      <w:r>
        <w:tab/>
        <w:t>1.013e0</w:t>
      </w:r>
    </w:p>
    <w:p w:rsidR="00E00D30" w:rsidRDefault="00E00D30" w:rsidP="00E00D30">
      <w:r>
        <w:t>355.5651</w:t>
      </w:r>
      <w:r>
        <w:tab/>
        <w:t>1.013e0</w:t>
      </w:r>
    </w:p>
    <w:p w:rsidR="00E00D30" w:rsidRDefault="00E00D30" w:rsidP="00E00D30">
      <w:r>
        <w:t>355.5842</w:t>
      </w:r>
      <w:r>
        <w:tab/>
        <w:t>3.038e0</w:t>
      </w:r>
    </w:p>
    <w:p w:rsidR="00E00D30" w:rsidRDefault="00E00D30" w:rsidP="00E00D30">
      <w:r>
        <w:t>355.6006</w:t>
      </w:r>
      <w:r>
        <w:tab/>
        <w:t>2.025e0</w:t>
      </w:r>
    </w:p>
    <w:p w:rsidR="00E00D30" w:rsidRDefault="00E00D30" w:rsidP="00E00D30">
      <w:r>
        <w:t>355.6699</w:t>
      </w:r>
      <w:r>
        <w:tab/>
        <w:t>1.013e0</w:t>
      </w:r>
    </w:p>
    <w:p w:rsidR="00E00D30" w:rsidRDefault="00E00D30" w:rsidP="00E00D30">
      <w:r>
        <w:t>355.6794</w:t>
      </w:r>
      <w:r>
        <w:tab/>
        <w:t>2.025e0</w:t>
      </w:r>
    </w:p>
    <w:p w:rsidR="00E00D30" w:rsidRDefault="00E00D30" w:rsidP="00E00D30">
      <w:r>
        <w:t>355.6823</w:t>
      </w:r>
      <w:r>
        <w:tab/>
        <w:t>2.025e0</w:t>
      </w:r>
    </w:p>
    <w:p w:rsidR="00E00D30" w:rsidRDefault="00E00D30" w:rsidP="00E00D30">
      <w:r>
        <w:t>355.7050</w:t>
      </w:r>
      <w:r>
        <w:tab/>
        <w:t>1.013e0</w:t>
      </w:r>
    </w:p>
    <w:p w:rsidR="00E00D30" w:rsidRDefault="00E00D30" w:rsidP="00E00D30">
      <w:r>
        <w:lastRenderedPageBreak/>
        <w:t>355.7159</w:t>
      </w:r>
      <w:r>
        <w:tab/>
        <w:t>1.013e0</w:t>
      </w:r>
    </w:p>
    <w:p w:rsidR="00E00D30" w:rsidRDefault="00E00D30" w:rsidP="00E00D30">
      <w:r>
        <w:t>355.7241</w:t>
      </w:r>
      <w:r>
        <w:tab/>
        <w:t>2.025e0</w:t>
      </w:r>
    </w:p>
    <w:p w:rsidR="00E00D30" w:rsidRDefault="00E00D30" w:rsidP="00E00D30">
      <w:r>
        <w:t>355.7609</w:t>
      </w:r>
      <w:r>
        <w:tab/>
        <w:t>1.013e0</w:t>
      </w:r>
    </w:p>
    <w:p w:rsidR="00E00D30" w:rsidRDefault="00E00D30" w:rsidP="00E00D30">
      <w:r>
        <w:t>355.7751</w:t>
      </w:r>
      <w:r>
        <w:tab/>
        <w:t>2.025e0</w:t>
      </w:r>
    </w:p>
    <w:p w:rsidR="00E00D30" w:rsidRDefault="00E00D30" w:rsidP="00E00D30">
      <w:r>
        <w:t>355.7903</w:t>
      </w:r>
      <w:r>
        <w:tab/>
        <w:t>1.013e0</w:t>
      </w:r>
    </w:p>
    <w:p w:rsidR="00E00D30" w:rsidRDefault="00E00D30" w:rsidP="00E00D30">
      <w:r>
        <w:t>355.8439</w:t>
      </w:r>
      <w:r>
        <w:tab/>
        <w:t>2.025e0</w:t>
      </w:r>
    </w:p>
    <w:p w:rsidR="00E00D30" w:rsidRDefault="00E00D30" w:rsidP="00E00D30">
      <w:r>
        <w:t>355.8512</w:t>
      </w:r>
      <w:r>
        <w:tab/>
        <w:t>1.013e0</w:t>
      </w:r>
    </w:p>
    <w:p w:rsidR="00E00D30" w:rsidRDefault="00E00D30" w:rsidP="00E00D30">
      <w:r>
        <w:t>355.8560</w:t>
      </w:r>
      <w:r>
        <w:tab/>
        <w:t>1.013e0</w:t>
      </w:r>
    </w:p>
    <w:p w:rsidR="00E00D30" w:rsidRDefault="00E00D30" w:rsidP="00E00D30">
      <w:r>
        <w:t>355.8703</w:t>
      </w:r>
      <w:r>
        <w:tab/>
        <w:t>3.038e0</w:t>
      </w:r>
    </w:p>
    <w:p w:rsidR="00E00D30" w:rsidRDefault="00E00D30" w:rsidP="00E00D30">
      <w:r>
        <w:t>355.8992</w:t>
      </w:r>
      <w:r>
        <w:tab/>
        <w:t>2.025e0</w:t>
      </w:r>
    </w:p>
    <w:p w:rsidR="00E00D30" w:rsidRDefault="00E00D30" w:rsidP="00E00D30">
      <w:r>
        <w:t>355.9062</w:t>
      </w:r>
      <w:r>
        <w:tab/>
        <w:t>1.013e0</w:t>
      </w:r>
    </w:p>
    <w:p w:rsidR="00E00D30" w:rsidRDefault="00E00D30" w:rsidP="00E00D30">
      <w:r>
        <w:t>355.9149</w:t>
      </w:r>
      <w:r>
        <w:tab/>
        <w:t>1.013e0</w:t>
      </w:r>
    </w:p>
    <w:p w:rsidR="00E00D30" w:rsidRDefault="00E00D30" w:rsidP="00E00D30">
      <w:r>
        <w:t>355.9213</w:t>
      </w:r>
      <w:r>
        <w:tab/>
        <w:t>3.038e0</w:t>
      </w:r>
    </w:p>
    <w:p w:rsidR="00E00D30" w:rsidRDefault="00E00D30" w:rsidP="00E00D30">
      <w:r>
        <w:t>355.9348</w:t>
      </w:r>
      <w:r>
        <w:tab/>
        <w:t>1.013e0</w:t>
      </w:r>
    </w:p>
    <w:p w:rsidR="00E00D30" w:rsidRDefault="00E00D30" w:rsidP="00E00D30">
      <w:r>
        <w:t>355.9592</w:t>
      </w:r>
      <w:r>
        <w:tab/>
        <w:t>3.038e0</w:t>
      </w:r>
    </w:p>
    <w:p w:rsidR="00E00D30" w:rsidRDefault="00E00D30" w:rsidP="00E00D30">
      <w:r>
        <w:t>355.9657</w:t>
      </w:r>
      <w:r>
        <w:tab/>
        <w:t>1.013e0</w:t>
      </w:r>
    </w:p>
    <w:p w:rsidR="00E00D30" w:rsidRDefault="00E00D30" w:rsidP="00E00D30">
      <w:r>
        <w:t>355.9684</w:t>
      </w:r>
      <w:r>
        <w:tab/>
        <w:t>2.025e0</w:t>
      </w:r>
    </w:p>
    <w:p w:rsidR="00E00D30" w:rsidRDefault="00E00D30" w:rsidP="00E00D30">
      <w:r>
        <w:t>355.9769</w:t>
      </w:r>
      <w:r>
        <w:tab/>
        <w:t>3.038e0</w:t>
      </w:r>
    </w:p>
    <w:p w:rsidR="00E00D30" w:rsidRDefault="00E00D30" w:rsidP="00E00D30">
      <w:r>
        <w:t>355.9853</w:t>
      </w:r>
      <w:r>
        <w:tab/>
        <w:t>1.013e0</w:t>
      </w:r>
    </w:p>
    <w:p w:rsidR="00E00D30" w:rsidRDefault="00E00D30" w:rsidP="00E00D30">
      <w:r>
        <w:lastRenderedPageBreak/>
        <w:t>355.9863</w:t>
      </w:r>
      <w:r>
        <w:tab/>
        <w:t>2.025e0</w:t>
      </w:r>
    </w:p>
    <w:p w:rsidR="00E00D30" w:rsidRDefault="00E00D30" w:rsidP="00E00D30">
      <w:r>
        <w:t>356.0063</w:t>
      </w:r>
      <w:r>
        <w:tab/>
        <w:t>2.025e0</w:t>
      </w:r>
    </w:p>
    <w:p w:rsidR="00E00D30" w:rsidRDefault="00E00D30" w:rsidP="00E00D30">
      <w:r>
        <w:t>356.0217</w:t>
      </w:r>
      <w:r>
        <w:tab/>
        <w:t>1.013e0</w:t>
      </w:r>
    </w:p>
    <w:p w:rsidR="00E00D30" w:rsidRDefault="00E00D30" w:rsidP="00E00D30">
      <w:r>
        <w:t>356.0292</w:t>
      </w:r>
      <w:r>
        <w:tab/>
        <w:t>1.013e0</w:t>
      </w:r>
    </w:p>
    <w:p w:rsidR="00E00D30" w:rsidRDefault="00E00D30" w:rsidP="00E00D30">
      <w:r>
        <w:t>356.0505</w:t>
      </w:r>
      <w:r>
        <w:tab/>
        <w:t>1.013e0</w:t>
      </w:r>
    </w:p>
    <w:p w:rsidR="00E00D30" w:rsidRDefault="00E00D30" w:rsidP="00E00D30">
      <w:r>
        <w:t>356.0531</w:t>
      </w:r>
      <w:r>
        <w:tab/>
        <w:t>2.025e0</w:t>
      </w:r>
    </w:p>
    <w:p w:rsidR="00E00D30" w:rsidRDefault="00E00D30" w:rsidP="00E00D30">
      <w:r>
        <w:t>356.0641</w:t>
      </w:r>
      <w:r>
        <w:tab/>
        <w:t>2.025e0</w:t>
      </w:r>
    </w:p>
    <w:p w:rsidR="00E00D30" w:rsidRDefault="00E00D30" w:rsidP="00E00D30">
      <w:r>
        <w:t>356.0675</w:t>
      </w:r>
      <w:r>
        <w:tab/>
        <w:t>1.013e0</w:t>
      </w:r>
    </w:p>
    <w:p w:rsidR="00E00D30" w:rsidRDefault="00E00D30" w:rsidP="00E00D30">
      <w:r>
        <w:t>356.0710</w:t>
      </w:r>
      <w:r>
        <w:tab/>
        <w:t>1.013e0</w:t>
      </w:r>
    </w:p>
    <w:p w:rsidR="00E00D30" w:rsidRDefault="00E00D30" w:rsidP="00E00D30">
      <w:r>
        <w:t>356.0740</w:t>
      </w:r>
      <w:r>
        <w:tab/>
        <w:t>3.038e0</w:t>
      </w:r>
    </w:p>
    <w:p w:rsidR="00E00D30" w:rsidRDefault="00E00D30" w:rsidP="00E00D30">
      <w:r>
        <w:t>356.0936</w:t>
      </w:r>
      <w:r>
        <w:tab/>
        <w:t>4.051e0</w:t>
      </w:r>
    </w:p>
    <w:p w:rsidR="00E00D30" w:rsidRDefault="00E00D30" w:rsidP="00E00D30">
      <w:r>
        <w:t>356.0989</w:t>
      </w:r>
      <w:r>
        <w:tab/>
        <w:t>2.025e0</w:t>
      </w:r>
    </w:p>
    <w:p w:rsidR="00E00D30" w:rsidRDefault="00E00D30" w:rsidP="00E00D30">
      <w:r>
        <w:t>356.1005</w:t>
      </w:r>
      <w:r>
        <w:tab/>
        <w:t>2.025e0</w:t>
      </w:r>
    </w:p>
    <w:p w:rsidR="00E00D30" w:rsidRDefault="00E00D30" w:rsidP="00E00D30">
      <w:r>
        <w:t>356.1207</w:t>
      </w:r>
      <w:r>
        <w:tab/>
        <w:t>1.013e0</w:t>
      </w:r>
    </w:p>
    <w:p w:rsidR="00E00D30" w:rsidRDefault="00E00D30" w:rsidP="00E00D30">
      <w:r>
        <w:t>356.1248</w:t>
      </w:r>
      <w:r>
        <w:tab/>
        <w:t>1.013e0</w:t>
      </w:r>
    </w:p>
    <w:p w:rsidR="00E00D30" w:rsidRDefault="00E00D30" w:rsidP="00E00D30">
      <w:r>
        <w:t>356.1310</w:t>
      </w:r>
      <w:r>
        <w:tab/>
        <w:t>1.013e0</w:t>
      </w:r>
    </w:p>
    <w:p w:rsidR="00E00D30" w:rsidRDefault="00E00D30" w:rsidP="00E00D30">
      <w:r>
        <w:t>356.1416</w:t>
      </w:r>
      <w:r>
        <w:tab/>
        <w:t>1.013e0</w:t>
      </w:r>
    </w:p>
    <w:p w:rsidR="00E00D30" w:rsidRDefault="00E00D30" w:rsidP="00E00D30">
      <w:r>
        <w:t>356.1454</w:t>
      </w:r>
      <w:r>
        <w:tab/>
        <w:t>1.013e0</w:t>
      </w:r>
    </w:p>
    <w:p w:rsidR="00E00D30" w:rsidRDefault="00E00D30" w:rsidP="00E00D30">
      <w:r>
        <w:t>356.1703</w:t>
      </w:r>
      <w:r>
        <w:tab/>
        <w:t>6.076e0</w:t>
      </w:r>
    </w:p>
    <w:p w:rsidR="00E00D30" w:rsidRDefault="00E00D30" w:rsidP="00E00D30">
      <w:r>
        <w:lastRenderedPageBreak/>
        <w:t>356.1839</w:t>
      </w:r>
      <w:r>
        <w:tab/>
        <w:t>2.025e0</w:t>
      </w:r>
    </w:p>
    <w:p w:rsidR="00E00D30" w:rsidRDefault="00E00D30" w:rsidP="00E00D30">
      <w:r>
        <w:t>356.2038</w:t>
      </w:r>
      <w:r>
        <w:tab/>
        <w:t>3.038e0</w:t>
      </w:r>
    </w:p>
    <w:p w:rsidR="00E00D30" w:rsidRDefault="00E00D30" w:rsidP="00E00D30">
      <w:r>
        <w:t>356.2101</w:t>
      </w:r>
      <w:r>
        <w:tab/>
        <w:t>2.025e0</w:t>
      </w:r>
    </w:p>
    <w:p w:rsidR="00E00D30" w:rsidRDefault="00E00D30" w:rsidP="00E00D30">
      <w:r>
        <w:t>356.2159</w:t>
      </w:r>
      <w:r>
        <w:tab/>
        <w:t>2.025e0</w:t>
      </w:r>
    </w:p>
    <w:p w:rsidR="00E00D30" w:rsidRDefault="00E00D30" w:rsidP="00E00D30">
      <w:r>
        <w:t>356.2393</w:t>
      </w:r>
      <w:r>
        <w:tab/>
        <w:t>3.038e0</w:t>
      </w:r>
    </w:p>
    <w:p w:rsidR="00E00D30" w:rsidRDefault="00E00D30" w:rsidP="00E00D30">
      <w:r>
        <w:t>356.2525</w:t>
      </w:r>
      <w:r>
        <w:tab/>
        <w:t>2.025e0</w:t>
      </w:r>
    </w:p>
    <w:p w:rsidR="00E00D30" w:rsidRDefault="00E00D30" w:rsidP="00E00D30">
      <w:r>
        <w:t>356.2620</w:t>
      </w:r>
      <w:r>
        <w:tab/>
        <w:t>2.025e0</w:t>
      </w:r>
    </w:p>
    <w:p w:rsidR="00E00D30" w:rsidRDefault="00E00D30" w:rsidP="00E00D30">
      <w:r>
        <w:t>356.2711</w:t>
      </w:r>
      <w:r>
        <w:tab/>
        <w:t>1.013e0</w:t>
      </w:r>
    </w:p>
    <w:p w:rsidR="00E00D30" w:rsidRDefault="00E00D30" w:rsidP="00E00D30">
      <w:r>
        <w:t>356.2836</w:t>
      </w:r>
      <w:r>
        <w:tab/>
        <w:t>2.025e0</w:t>
      </w:r>
    </w:p>
    <w:p w:rsidR="00E00D30" w:rsidRDefault="00E00D30" w:rsidP="00E00D30">
      <w:r>
        <w:t>356.2868</w:t>
      </w:r>
      <w:r>
        <w:tab/>
        <w:t>1.013e0</w:t>
      </w:r>
    </w:p>
    <w:p w:rsidR="00E00D30" w:rsidRDefault="00E00D30" w:rsidP="00E00D30">
      <w:r>
        <w:t>356.2902</w:t>
      </w:r>
      <w:r>
        <w:tab/>
        <w:t>1.013e0</w:t>
      </w:r>
    </w:p>
    <w:p w:rsidR="00E00D30" w:rsidRDefault="00E00D30" w:rsidP="00E00D30">
      <w:r>
        <w:t>356.2965</w:t>
      </w:r>
      <w:r>
        <w:tab/>
        <w:t>1.013e0</w:t>
      </w:r>
    </w:p>
    <w:p w:rsidR="00E00D30" w:rsidRDefault="00E00D30" w:rsidP="00E00D30">
      <w:r>
        <w:t>356.3158</w:t>
      </w:r>
      <w:r>
        <w:tab/>
        <w:t>2.025e0</w:t>
      </w:r>
    </w:p>
    <w:p w:rsidR="00E00D30" w:rsidRDefault="00E00D30" w:rsidP="00E00D30">
      <w:r>
        <w:t>356.3218</w:t>
      </w:r>
      <w:r>
        <w:tab/>
        <w:t>3.038e0</w:t>
      </w:r>
    </w:p>
    <w:p w:rsidR="00E00D30" w:rsidRDefault="00E00D30" w:rsidP="00E00D30">
      <w:r>
        <w:t>356.3279</w:t>
      </w:r>
      <w:r>
        <w:tab/>
        <w:t>1.013e0</w:t>
      </w:r>
    </w:p>
    <w:p w:rsidR="00E00D30" w:rsidRDefault="00E00D30" w:rsidP="00E00D30">
      <w:r>
        <w:t>356.3319</w:t>
      </w:r>
      <w:r>
        <w:tab/>
        <w:t>1.013e0</w:t>
      </w:r>
    </w:p>
    <w:p w:rsidR="00E00D30" w:rsidRDefault="00E00D30" w:rsidP="00E00D30">
      <w:r>
        <w:t>356.3357</w:t>
      </w:r>
      <w:r>
        <w:tab/>
        <w:t>1.013e0</w:t>
      </w:r>
    </w:p>
    <w:p w:rsidR="00E00D30" w:rsidRDefault="00E00D30" w:rsidP="00E00D30">
      <w:r>
        <w:t>356.3526</w:t>
      </w:r>
      <w:r>
        <w:tab/>
        <w:t>1.013e0</w:t>
      </w:r>
    </w:p>
    <w:p w:rsidR="00E00D30" w:rsidRDefault="00E00D30" w:rsidP="00E00D30">
      <w:r>
        <w:t>356.4113</w:t>
      </w:r>
      <w:r>
        <w:tab/>
        <w:t>2.025e0</w:t>
      </w:r>
    </w:p>
    <w:p w:rsidR="00E00D30" w:rsidRDefault="00E00D30" w:rsidP="00E00D30">
      <w:r>
        <w:lastRenderedPageBreak/>
        <w:t>356.4368</w:t>
      </w:r>
      <w:r>
        <w:tab/>
        <w:t>1.013e0</w:t>
      </w:r>
    </w:p>
    <w:p w:rsidR="00E00D30" w:rsidRDefault="00E00D30" w:rsidP="00E00D30">
      <w:r>
        <w:t>356.4432</w:t>
      </w:r>
      <w:r>
        <w:tab/>
        <w:t>1.013e0</w:t>
      </w:r>
    </w:p>
    <w:p w:rsidR="00E00D30" w:rsidRDefault="00E00D30" w:rsidP="00E00D30">
      <w:r>
        <w:t>356.4483</w:t>
      </w:r>
      <w:r>
        <w:tab/>
        <w:t>1.013e0</w:t>
      </w:r>
    </w:p>
    <w:p w:rsidR="00E00D30" w:rsidRDefault="00E00D30" w:rsidP="00E00D30">
      <w:r>
        <w:t>356.4812</w:t>
      </w:r>
      <w:r>
        <w:tab/>
        <w:t>1.013e0</w:t>
      </w:r>
    </w:p>
    <w:p w:rsidR="00E00D30" w:rsidRDefault="00E00D30" w:rsidP="00E00D30">
      <w:r>
        <w:t>356.5137</w:t>
      </w:r>
      <w:r>
        <w:tab/>
        <w:t>2.025e0</w:t>
      </w:r>
    </w:p>
    <w:p w:rsidR="00E00D30" w:rsidRDefault="00E00D30" w:rsidP="00E00D30">
      <w:r>
        <w:t>356.5428</w:t>
      </w:r>
      <w:r>
        <w:tab/>
        <w:t>1.013e0</w:t>
      </w:r>
    </w:p>
    <w:p w:rsidR="00E00D30" w:rsidRDefault="00E00D30" w:rsidP="00E00D30">
      <w:r>
        <w:t>356.5931</w:t>
      </w:r>
      <w:r>
        <w:tab/>
        <w:t>1.013e0</w:t>
      </w:r>
    </w:p>
    <w:p w:rsidR="00E00D30" w:rsidRDefault="00E00D30" w:rsidP="00E00D30">
      <w:r>
        <w:t>356.5963</w:t>
      </w:r>
      <w:r>
        <w:tab/>
        <w:t>1.013e0</w:t>
      </w:r>
    </w:p>
    <w:p w:rsidR="00E00D30" w:rsidRDefault="00E00D30" w:rsidP="00E00D30">
      <w:r>
        <w:t>356.6279</w:t>
      </w:r>
      <w:r>
        <w:tab/>
        <w:t>2.025e0</w:t>
      </w:r>
    </w:p>
    <w:p w:rsidR="00E00D30" w:rsidRDefault="00E00D30" w:rsidP="00E00D30">
      <w:r>
        <w:t>356.6349</w:t>
      </w:r>
      <w:r>
        <w:tab/>
        <w:t>2.025e0</w:t>
      </w:r>
    </w:p>
    <w:p w:rsidR="00E00D30" w:rsidRDefault="00E00D30" w:rsidP="00E00D30">
      <w:r>
        <w:t>356.6383</w:t>
      </w:r>
      <w:r>
        <w:tab/>
        <w:t>2.025e0</w:t>
      </w:r>
    </w:p>
    <w:p w:rsidR="00E00D30" w:rsidRDefault="00E00D30" w:rsidP="00E00D30">
      <w:r>
        <w:t>356.6631</w:t>
      </w:r>
      <w:r>
        <w:tab/>
        <w:t>1.013e0</w:t>
      </w:r>
    </w:p>
    <w:p w:rsidR="00E00D30" w:rsidRDefault="00E00D30" w:rsidP="00E00D30">
      <w:r>
        <w:t>356.6669</w:t>
      </w:r>
      <w:r>
        <w:tab/>
        <w:t>1.013e0</w:t>
      </w:r>
    </w:p>
    <w:p w:rsidR="00E00D30" w:rsidRDefault="00E00D30" w:rsidP="00E00D30">
      <w:r>
        <w:t>356.6829</w:t>
      </w:r>
      <w:r>
        <w:tab/>
        <w:t>2.025e0</w:t>
      </w:r>
    </w:p>
    <w:p w:rsidR="00E00D30" w:rsidRDefault="00E00D30" w:rsidP="00E00D30">
      <w:r>
        <w:t>356.6981</w:t>
      </w:r>
      <w:r>
        <w:tab/>
        <w:t>1.013e0</w:t>
      </w:r>
    </w:p>
    <w:p w:rsidR="00E00D30" w:rsidRDefault="00E00D30" w:rsidP="00E00D30">
      <w:r>
        <w:t>356.7232</w:t>
      </w:r>
      <w:r>
        <w:tab/>
        <w:t>4.051e0</w:t>
      </w:r>
    </w:p>
    <w:p w:rsidR="00E00D30" w:rsidRDefault="00E00D30" w:rsidP="00E00D30">
      <w:r>
        <w:t>356.7491</w:t>
      </w:r>
      <w:r>
        <w:tab/>
        <w:t>1.013e0</w:t>
      </w:r>
    </w:p>
    <w:p w:rsidR="00E00D30" w:rsidRDefault="00E00D30" w:rsidP="00E00D30">
      <w:r>
        <w:t>356.7746</w:t>
      </w:r>
      <w:r>
        <w:tab/>
        <w:t>1.013e0</w:t>
      </w:r>
    </w:p>
    <w:p w:rsidR="00E00D30" w:rsidRDefault="00E00D30" w:rsidP="00E00D30">
      <w:r>
        <w:t>356.7999</w:t>
      </w:r>
      <w:r>
        <w:tab/>
        <w:t>1.013e0</w:t>
      </w:r>
    </w:p>
    <w:p w:rsidR="00E00D30" w:rsidRDefault="00E00D30" w:rsidP="00E00D30">
      <w:r>
        <w:lastRenderedPageBreak/>
        <w:t>356.8247</w:t>
      </w:r>
      <w:r>
        <w:tab/>
        <w:t>1.013e0</w:t>
      </w:r>
    </w:p>
    <w:p w:rsidR="00E00D30" w:rsidRDefault="00E00D30" w:rsidP="00E00D30">
      <w:r>
        <w:t>356.8291</w:t>
      </w:r>
      <w:r>
        <w:tab/>
        <w:t>1.013e0</w:t>
      </w:r>
    </w:p>
    <w:p w:rsidR="00E00D30" w:rsidRDefault="00E00D30" w:rsidP="00E00D30">
      <w:r>
        <w:t>356.8579</w:t>
      </w:r>
      <w:r>
        <w:tab/>
        <w:t>1.013e0</w:t>
      </w:r>
    </w:p>
    <w:p w:rsidR="00E00D30" w:rsidRDefault="00E00D30" w:rsidP="00E00D30">
      <w:r>
        <w:t>356.8700</w:t>
      </w:r>
      <w:r>
        <w:tab/>
        <w:t>1.013e0</w:t>
      </w:r>
    </w:p>
    <w:p w:rsidR="00E00D30" w:rsidRDefault="00E00D30" w:rsidP="00E00D30">
      <w:r>
        <w:t>356.9034</w:t>
      </w:r>
      <w:r>
        <w:tab/>
        <w:t>1.013e0</w:t>
      </w:r>
    </w:p>
    <w:p w:rsidR="00E00D30" w:rsidRDefault="00E00D30" w:rsidP="00E00D30">
      <w:r>
        <w:t>356.9147</w:t>
      </w:r>
      <w:r>
        <w:tab/>
        <w:t>1.013e0</w:t>
      </w:r>
    </w:p>
    <w:p w:rsidR="00E00D30" w:rsidRDefault="00E00D30" w:rsidP="00E00D30">
      <w:r>
        <w:t>356.9444</w:t>
      </w:r>
      <w:r>
        <w:tab/>
        <w:t>1.013e0</w:t>
      </w:r>
    </w:p>
    <w:p w:rsidR="00E00D30" w:rsidRDefault="00E00D30" w:rsidP="00E00D30">
      <w:r>
        <w:t>356.9489</w:t>
      </w:r>
      <w:r>
        <w:tab/>
        <w:t>3.038e0</w:t>
      </w:r>
    </w:p>
    <w:p w:rsidR="00E00D30" w:rsidRDefault="00E00D30" w:rsidP="00E00D30">
      <w:r>
        <w:t>356.9525</w:t>
      </w:r>
      <w:r>
        <w:tab/>
        <w:t>2.025e0</w:t>
      </w:r>
    </w:p>
    <w:p w:rsidR="00E00D30" w:rsidRDefault="00E00D30" w:rsidP="00E00D30">
      <w:r>
        <w:t>356.9844</w:t>
      </w:r>
      <w:r>
        <w:tab/>
        <w:t>3.038e0</w:t>
      </w:r>
    </w:p>
    <w:p w:rsidR="00E00D30" w:rsidRDefault="00E00D30" w:rsidP="00E00D30">
      <w:r>
        <w:t>356.9943</w:t>
      </w:r>
      <w:r>
        <w:tab/>
        <w:t>1.013e0</w:t>
      </w:r>
    </w:p>
    <w:p w:rsidR="00E00D30" w:rsidRDefault="00E00D30" w:rsidP="00E00D30">
      <w:r>
        <w:t>357.0190</w:t>
      </w:r>
      <w:r>
        <w:tab/>
        <w:t>1.013e0</w:t>
      </w:r>
    </w:p>
    <w:p w:rsidR="00E00D30" w:rsidRDefault="00E00D30" w:rsidP="00E00D30">
      <w:r>
        <w:t>357.0233</w:t>
      </w:r>
      <w:r>
        <w:tab/>
        <w:t>1.013e0</w:t>
      </w:r>
    </w:p>
    <w:p w:rsidR="00E00D30" w:rsidRDefault="00E00D30" w:rsidP="00E00D30">
      <w:r>
        <w:t>357.0255</w:t>
      </w:r>
      <w:r>
        <w:tab/>
        <w:t>2.025e0</w:t>
      </w:r>
    </w:p>
    <w:p w:rsidR="00E00D30" w:rsidRDefault="00E00D30" w:rsidP="00E00D30">
      <w:r>
        <w:t>357.0295</w:t>
      </w:r>
      <w:r>
        <w:tab/>
        <w:t>2.025e0</w:t>
      </w:r>
    </w:p>
    <w:p w:rsidR="00E00D30" w:rsidRDefault="00E00D30" w:rsidP="00E00D30">
      <w:r>
        <w:t>357.0487</w:t>
      </w:r>
      <w:r>
        <w:tab/>
        <w:t>2.025e0</w:t>
      </w:r>
    </w:p>
    <w:p w:rsidR="00E00D30" w:rsidRDefault="00E00D30" w:rsidP="00E00D30">
      <w:r>
        <w:t>357.0645</w:t>
      </w:r>
      <w:r>
        <w:tab/>
        <w:t>2.025e0</w:t>
      </w:r>
    </w:p>
    <w:p w:rsidR="00E00D30" w:rsidRDefault="00E00D30" w:rsidP="00E00D30">
      <w:r>
        <w:t>357.0743</w:t>
      </w:r>
      <w:r>
        <w:tab/>
        <w:t>1.013e0</w:t>
      </w:r>
    </w:p>
    <w:p w:rsidR="00E00D30" w:rsidRDefault="00E00D30" w:rsidP="00E00D30">
      <w:r>
        <w:t>357.1003</w:t>
      </w:r>
      <w:r>
        <w:tab/>
        <w:t>2.025e0</w:t>
      </w:r>
    </w:p>
    <w:p w:rsidR="00E00D30" w:rsidRDefault="00E00D30" w:rsidP="00E00D30">
      <w:r>
        <w:lastRenderedPageBreak/>
        <w:t>357.1188</w:t>
      </w:r>
      <w:r>
        <w:tab/>
        <w:t>1.013e0</w:t>
      </w:r>
    </w:p>
    <w:p w:rsidR="00E00D30" w:rsidRDefault="00E00D30" w:rsidP="00E00D30">
      <w:r>
        <w:t>357.1350</w:t>
      </w:r>
      <w:r>
        <w:tab/>
        <w:t>1.013e0</w:t>
      </w:r>
    </w:p>
    <w:p w:rsidR="00E00D30" w:rsidRDefault="00E00D30" w:rsidP="00E00D30">
      <w:r>
        <w:t>357.1424</w:t>
      </w:r>
      <w:r>
        <w:tab/>
        <w:t>2.025e0</w:t>
      </w:r>
    </w:p>
    <w:p w:rsidR="00E00D30" w:rsidRDefault="00E00D30" w:rsidP="00E00D30">
      <w:r>
        <w:t>357.1509</w:t>
      </w:r>
      <w:r>
        <w:tab/>
        <w:t>1.013e0</w:t>
      </w:r>
    </w:p>
    <w:p w:rsidR="00E00D30" w:rsidRDefault="00E00D30" w:rsidP="00E00D30">
      <w:r>
        <w:t>357.1715</w:t>
      </w:r>
      <w:r>
        <w:tab/>
        <w:t>5.063e0</w:t>
      </w:r>
    </w:p>
    <w:p w:rsidR="00E00D30" w:rsidRDefault="00E00D30" w:rsidP="00E00D30">
      <w:r>
        <w:t>357.1752</w:t>
      </w:r>
      <w:r>
        <w:tab/>
        <w:t>5.063e0</w:t>
      </w:r>
    </w:p>
    <w:p w:rsidR="00E00D30" w:rsidRDefault="00E00D30" w:rsidP="00E00D30">
      <w:r>
        <w:t>357.1807</w:t>
      </w:r>
      <w:r>
        <w:tab/>
        <w:t>3.038e0</w:t>
      </w:r>
    </w:p>
    <w:p w:rsidR="00E00D30" w:rsidRDefault="00E00D30" w:rsidP="00E00D30">
      <w:r>
        <w:t>357.1919</w:t>
      </w:r>
      <w:r>
        <w:tab/>
        <w:t>5.063e0</w:t>
      </w:r>
    </w:p>
    <w:p w:rsidR="00E00D30" w:rsidRDefault="00E00D30" w:rsidP="00E00D30">
      <w:r>
        <w:t>357.2083</w:t>
      </w:r>
      <w:r>
        <w:tab/>
        <w:t>2.025e0</w:t>
      </w:r>
    </w:p>
    <w:p w:rsidR="00E00D30" w:rsidRDefault="00E00D30" w:rsidP="00E00D30">
      <w:r>
        <w:t>357.2169</w:t>
      </w:r>
      <w:r>
        <w:tab/>
        <w:t>3.038e0</w:t>
      </w:r>
    </w:p>
    <w:p w:rsidR="00E00D30" w:rsidRDefault="00E00D30" w:rsidP="00E00D30">
      <w:r>
        <w:t>357.2301</w:t>
      </w:r>
      <w:r>
        <w:tab/>
        <w:t>1.013e0</w:t>
      </w:r>
    </w:p>
    <w:p w:rsidR="00E00D30" w:rsidRDefault="00E00D30" w:rsidP="00E00D30">
      <w:r>
        <w:t>357.2338</w:t>
      </w:r>
      <w:r>
        <w:tab/>
        <w:t>1.013e0</w:t>
      </w:r>
    </w:p>
    <w:p w:rsidR="00E00D30" w:rsidRDefault="00E00D30" w:rsidP="00E00D30">
      <w:r>
        <w:t>357.2403</w:t>
      </w:r>
      <w:r>
        <w:tab/>
        <w:t>1.013e0</w:t>
      </w:r>
    </w:p>
    <w:p w:rsidR="00E00D30" w:rsidRDefault="00E00D30" w:rsidP="00E00D30">
      <w:r>
        <w:t>357.2555</w:t>
      </w:r>
      <w:r>
        <w:tab/>
        <w:t>1.013e0</w:t>
      </w:r>
    </w:p>
    <w:p w:rsidR="00E00D30" w:rsidRDefault="00E00D30" w:rsidP="00E00D30">
      <w:r>
        <w:t>357.2657</w:t>
      </w:r>
      <w:r>
        <w:tab/>
        <w:t>3.038e0</w:t>
      </w:r>
    </w:p>
    <w:p w:rsidR="00E00D30" w:rsidRDefault="00E00D30" w:rsidP="00E00D30">
      <w:r>
        <w:t>357.3253</w:t>
      </w:r>
      <w:r>
        <w:tab/>
        <w:t>1.013e0</w:t>
      </w:r>
    </w:p>
    <w:p w:rsidR="00E00D30" w:rsidRDefault="00E00D30" w:rsidP="00E00D30">
      <w:r>
        <w:t>357.3294</w:t>
      </w:r>
      <w:r>
        <w:tab/>
        <w:t>1.013e0</w:t>
      </w:r>
    </w:p>
    <w:p w:rsidR="00E00D30" w:rsidRDefault="00E00D30" w:rsidP="00E00D30">
      <w:r>
        <w:t>357.3331</w:t>
      </w:r>
      <w:r>
        <w:tab/>
        <w:t>3.038e0</w:t>
      </w:r>
    </w:p>
    <w:p w:rsidR="00E00D30" w:rsidRDefault="00E00D30" w:rsidP="00E00D30">
      <w:r>
        <w:t>357.3508</w:t>
      </w:r>
      <w:r>
        <w:tab/>
        <w:t>3.038e0</w:t>
      </w:r>
    </w:p>
    <w:p w:rsidR="00E00D30" w:rsidRDefault="00E00D30" w:rsidP="00E00D30">
      <w:r>
        <w:lastRenderedPageBreak/>
        <w:t>357.3616</w:t>
      </w:r>
      <w:r>
        <w:tab/>
        <w:t>1.013e0</w:t>
      </w:r>
    </w:p>
    <w:p w:rsidR="00E00D30" w:rsidRDefault="00E00D30" w:rsidP="00E00D30">
      <w:r>
        <w:t>357.4132</w:t>
      </w:r>
      <w:r>
        <w:tab/>
        <w:t>2.025e0</w:t>
      </w:r>
    </w:p>
    <w:p w:rsidR="00E00D30" w:rsidRDefault="00E00D30" w:rsidP="00E00D30">
      <w:r>
        <w:t>357.4207</w:t>
      </w:r>
      <w:r>
        <w:tab/>
        <w:t>1.013e0</w:t>
      </w:r>
    </w:p>
    <w:p w:rsidR="00E00D30" w:rsidRDefault="00E00D30" w:rsidP="00E00D30">
      <w:r>
        <w:t>357.4663</w:t>
      </w:r>
      <w:r>
        <w:tab/>
        <w:t>1.013e0</w:t>
      </w:r>
    </w:p>
    <w:p w:rsidR="00E00D30" w:rsidRDefault="00E00D30" w:rsidP="00E00D30">
      <w:r>
        <w:t>357.4829</w:t>
      </w:r>
      <w:r>
        <w:tab/>
        <w:t>1.013e0</w:t>
      </w:r>
    </w:p>
    <w:p w:rsidR="00E00D30" w:rsidRDefault="00E00D30" w:rsidP="00E00D30">
      <w:r>
        <w:t>357.5119</w:t>
      </w:r>
      <w:r>
        <w:tab/>
        <w:t>1.013e0</w:t>
      </w:r>
    </w:p>
    <w:p w:rsidR="00E00D30" w:rsidRDefault="00E00D30" w:rsidP="00E00D30">
      <w:r>
        <w:t>357.5156</w:t>
      </w:r>
      <w:r>
        <w:tab/>
        <w:t>1.013e0</w:t>
      </w:r>
    </w:p>
    <w:p w:rsidR="00E00D30" w:rsidRDefault="00E00D30" w:rsidP="00E00D30">
      <w:r>
        <w:t>357.5210</w:t>
      </w:r>
      <w:r>
        <w:tab/>
        <w:t>1.013e0</w:t>
      </w:r>
    </w:p>
    <w:p w:rsidR="00E00D30" w:rsidRDefault="00E00D30" w:rsidP="00E00D30">
      <w:r>
        <w:t>357.5659</w:t>
      </w:r>
      <w:r>
        <w:tab/>
        <w:t>1.013e0</w:t>
      </w:r>
    </w:p>
    <w:p w:rsidR="00E00D30" w:rsidRDefault="00E00D30" w:rsidP="00E00D30">
      <w:r>
        <w:t>357.5822</w:t>
      </w:r>
      <w:r>
        <w:tab/>
        <w:t>2.025e0</w:t>
      </w:r>
    </w:p>
    <w:p w:rsidR="00E00D30" w:rsidRDefault="00E00D30" w:rsidP="00E00D30">
      <w:r>
        <w:t>357.6565</w:t>
      </w:r>
      <w:r>
        <w:tab/>
        <w:t>1.013e0</w:t>
      </w:r>
    </w:p>
    <w:p w:rsidR="00E00D30" w:rsidRDefault="00E00D30" w:rsidP="00E00D30">
      <w:r>
        <w:t>357.6618</w:t>
      </w:r>
      <w:r>
        <w:tab/>
        <w:t>1.013e0</w:t>
      </w:r>
    </w:p>
    <w:p w:rsidR="00E00D30" w:rsidRDefault="00E00D30" w:rsidP="00E00D30">
      <w:r>
        <w:t>357.6686</w:t>
      </w:r>
      <w:r>
        <w:tab/>
        <w:t>1.013e0</w:t>
      </w:r>
    </w:p>
    <w:p w:rsidR="00E00D30" w:rsidRDefault="00E00D30" w:rsidP="00E00D30">
      <w:r>
        <w:t>357.6814</w:t>
      </w:r>
      <w:r>
        <w:tab/>
        <w:t>1.013e0</w:t>
      </w:r>
    </w:p>
    <w:p w:rsidR="00E00D30" w:rsidRDefault="00E00D30" w:rsidP="00E00D30">
      <w:r>
        <w:t>357.7022</w:t>
      </w:r>
      <w:r>
        <w:tab/>
        <w:t>1.013e0</w:t>
      </w:r>
    </w:p>
    <w:p w:rsidR="00E00D30" w:rsidRDefault="00E00D30" w:rsidP="00E00D30">
      <w:r>
        <w:t>357.7319</w:t>
      </w:r>
      <w:r>
        <w:tab/>
        <w:t>1.013e0</w:t>
      </w:r>
    </w:p>
    <w:p w:rsidR="00E00D30" w:rsidRDefault="00E00D30" w:rsidP="00E00D30">
      <w:r>
        <w:t>357.7383</w:t>
      </w:r>
      <w:r>
        <w:tab/>
        <w:t>1.013e0</w:t>
      </w:r>
    </w:p>
    <w:p w:rsidR="00E00D30" w:rsidRDefault="00E00D30" w:rsidP="00E00D30">
      <w:r>
        <w:t>357.7733</w:t>
      </w:r>
      <w:r>
        <w:tab/>
        <w:t>1.013e0</w:t>
      </w:r>
    </w:p>
    <w:p w:rsidR="00E00D30" w:rsidRDefault="00E00D30" w:rsidP="00E00D30">
      <w:r>
        <w:t>357.7850</w:t>
      </w:r>
      <w:r>
        <w:tab/>
        <w:t>2.025e0</w:t>
      </w:r>
    </w:p>
    <w:p w:rsidR="00E00D30" w:rsidRDefault="00E00D30" w:rsidP="00E00D30">
      <w:r>
        <w:lastRenderedPageBreak/>
        <w:t>357.8087</w:t>
      </w:r>
      <w:r>
        <w:tab/>
        <w:t>1.013e0</w:t>
      </w:r>
    </w:p>
    <w:p w:rsidR="00E00D30" w:rsidRDefault="00E00D30" w:rsidP="00E00D30">
      <w:r>
        <w:t>357.8343</w:t>
      </w:r>
      <w:r>
        <w:tab/>
        <w:t>1.013e0</w:t>
      </w:r>
    </w:p>
    <w:p w:rsidR="00E00D30" w:rsidRDefault="00E00D30" w:rsidP="00E00D30">
      <w:r>
        <w:t>357.8469</w:t>
      </w:r>
      <w:r>
        <w:tab/>
        <w:t>1.013e0</w:t>
      </w:r>
    </w:p>
    <w:p w:rsidR="00E00D30" w:rsidRDefault="00E00D30" w:rsidP="00E00D30">
      <w:r>
        <w:t>357.8980</w:t>
      </w:r>
      <w:r>
        <w:tab/>
        <w:t>1.013e0</w:t>
      </w:r>
    </w:p>
    <w:p w:rsidR="00E00D30" w:rsidRDefault="00E00D30" w:rsidP="00E00D30">
      <w:r>
        <w:t>357.8991</w:t>
      </w:r>
      <w:r>
        <w:tab/>
        <w:t>2.025e0</w:t>
      </w:r>
    </w:p>
    <w:p w:rsidR="00E00D30" w:rsidRDefault="00E00D30" w:rsidP="00E00D30">
      <w:r>
        <w:t>357.9101</w:t>
      </w:r>
      <w:r>
        <w:tab/>
        <w:t>2.025e0</w:t>
      </w:r>
    </w:p>
    <w:p w:rsidR="00E00D30" w:rsidRDefault="00E00D30" w:rsidP="00E00D30">
      <w:r>
        <w:t>357.9302</w:t>
      </w:r>
      <w:r>
        <w:tab/>
        <w:t>1.013e0</w:t>
      </w:r>
    </w:p>
    <w:p w:rsidR="00E00D30" w:rsidRDefault="00E00D30" w:rsidP="00E00D30">
      <w:r>
        <w:t>357.9390</w:t>
      </w:r>
      <w:r>
        <w:tab/>
        <w:t>2.025e0</w:t>
      </w:r>
    </w:p>
    <w:p w:rsidR="00E00D30" w:rsidRDefault="00E00D30" w:rsidP="00E00D30">
      <w:r>
        <w:t>357.9428</w:t>
      </w:r>
      <w:r>
        <w:tab/>
        <w:t>7.089e0</w:t>
      </w:r>
    </w:p>
    <w:p w:rsidR="00E00D30" w:rsidRDefault="00E00D30" w:rsidP="00E00D30">
      <w:r>
        <w:t>357.9470</w:t>
      </w:r>
      <w:r>
        <w:tab/>
        <w:t>2.025e0</w:t>
      </w:r>
    </w:p>
    <w:p w:rsidR="00E00D30" w:rsidRDefault="00E00D30" w:rsidP="00E00D30">
      <w:r>
        <w:t>357.9523</w:t>
      </w:r>
      <w:r>
        <w:tab/>
        <w:t>3.038e0</w:t>
      </w:r>
    </w:p>
    <w:p w:rsidR="00E00D30" w:rsidRDefault="00E00D30" w:rsidP="00E00D30">
      <w:r>
        <w:t>357.9590</w:t>
      </w:r>
      <w:r>
        <w:tab/>
        <w:t>3.038e0</w:t>
      </w:r>
    </w:p>
    <w:p w:rsidR="00E00D30" w:rsidRDefault="00E00D30" w:rsidP="00E00D30">
      <w:r>
        <w:t>357.9731</w:t>
      </w:r>
      <w:r>
        <w:tab/>
        <w:t>7.089e0</w:t>
      </w:r>
    </w:p>
    <w:p w:rsidR="00E00D30" w:rsidRDefault="00E00D30" w:rsidP="00E00D30">
      <w:r>
        <w:t>357.9841</w:t>
      </w:r>
      <w:r>
        <w:tab/>
        <w:t>1.013e0</w:t>
      </w:r>
    </w:p>
    <w:p w:rsidR="00E00D30" w:rsidRDefault="00E00D30" w:rsidP="00E00D30">
      <w:r>
        <w:t>358.0222</w:t>
      </w:r>
      <w:r>
        <w:tab/>
        <w:t>2.025e0</w:t>
      </w:r>
    </w:p>
    <w:p w:rsidR="00E00D30" w:rsidRDefault="00E00D30" w:rsidP="00E00D30">
      <w:r>
        <w:t>358.0650</w:t>
      </w:r>
      <w:r>
        <w:tab/>
        <w:t>1.013e0</w:t>
      </w:r>
    </w:p>
    <w:p w:rsidR="00E00D30" w:rsidRDefault="00E00D30" w:rsidP="00E00D30">
      <w:r>
        <w:t>358.0901</w:t>
      </w:r>
      <w:r>
        <w:tab/>
        <w:t>1.013e0</w:t>
      </w:r>
    </w:p>
    <w:p w:rsidR="00E00D30" w:rsidRDefault="00E00D30" w:rsidP="00E00D30">
      <w:r>
        <w:t>358.0913</w:t>
      </w:r>
      <w:r>
        <w:tab/>
        <w:t>2.025e0</w:t>
      </w:r>
    </w:p>
    <w:p w:rsidR="00E00D30" w:rsidRDefault="00E00D30" w:rsidP="00E00D30">
      <w:r>
        <w:t>358.1092</w:t>
      </w:r>
      <w:r>
        <w:tab/>
        <w:t>2.025e0</w:t>
      </w:r>
    </w:p>
    <w:p w:rsidR="00E00D30" w:rsidRDefault="00E00D30" w:rsidP="00E00D30">
      <w:r>
        <w:lastRenderedPageBreak/>
        <w:t>358.1603</w:t>
      </w:r>
      <w:r>
        <w:tab/>
        <w:t>1.013e0</w:t>
      </w:r>
    </w:p>
    <w:p w:rsidR="00E00D30" w:rsidRDefault="00E00D30" w:rsidP="00E00D30">
      <w:r>
        <w:t>358.1862</w:t>
      </w:r>
      <w:r>
        <w:tab/>
        <w:t>2.025e0</w:t>
      </w:r>
    </w:p>
    <w:p w:rsidR="00E00D30" w:rsidRDefault="00E00D30" w:rsidP="00E00D30">
      <w:r>
        <w:t>358.2100</w:t>
      </w:r>
      <w:r>
        <w:tab/>
        <w:t>7.089e0</w:t>
      </w:r>
    </w:p>
    <w:p w:rsidR="00E00D30" w:rsidRDefault="00E00D30" w:rsidP="00E00D30">
      <w:r>
        <w:t>358.2167</w:t>
      </w:r>
      <w:r>
        <w:tab/>
        <w:t>1.013e0</w:t>
      </w:r>
    </w:p>
    <w:p w:rsidR="00E00D30" w:rsidRDefault="00E00D30" w:rsidP="00E00D30">
      <w:r>
        <w:t>358.2201</w:t>
      </w:r>
      <w:r>
        <w:tab/>
        <w:t>1.013e0</w:t>
      </w:r>
    </w:p>
    <w:p w:rsidR="00E00D30" w:rsidRDefault="00E00D30" w:rsidP="00E00D30">
      <w:r>
        <w:t>358.2244</w:t>
      </w:r>
      <w:r>
        <w:tab/>
        <w:t>9.826e0</w:t>
      </w:r>
    </w:p>
    <w:p w:rsidR="00E00D30" w:rsidRDefault="00E00D30" w:rsidP="00E00D30">
      <w:r>
        <w:t>358.2258</w:t>
      </w:r>
      <w:r>
        <w:tab/>
        <w:t>7.089e0</w:t>
      </w:r>
    </w:p>
    <w:p w:rsidR="00E00D30" w:rsidRDefault="00E00D30" w:rsidP="00E00D30">
      <w:r>
        <w:t>358.2341</w:t>
      </w:r>
      <w:r>
        <w:tab/>
        <w:t>5.063e0</w:t>
      </w:r>
    </w:p>
    <w:p w:rsidR="00E00D30" w:rsidRDefault="00E00D30" w:rsidP="00E00D30">
      <w:r>
        <w:t>358.2569</w:t>
      </w:r>
      <w:r>
        <w:tab/>
        <w:t>1.013e0</w:t>
      </w:r>
    </w:p>
    <w:p w:rsidR="00E00D30" w:rsidRDefault="00E00D30" w:rsidP="00E00D30">
      <w:r>
        <w:t>358.2677</w:t>
      </w:r>
      <w:r>
        <w:tab/>
        <w:t>2.025e0</w:t>
      </w:r>
    </w:p>
    <w:p w:rsidR="00E00D30" w:rsidRDefault="00E00D30" w:rsidP="00E00D30">
      <w:r>
        <w:t>358.2697</w:t>
      </w:r>
      <w:r>
        <w:tab/>
        <w:t>1.013e0</w:t>
      </w:r>
    </w:p>
    <w:p w:rsidR="00E00D30" w:rsidRDefault="00E00D30" w:rsidP="00E00D30">
      <w:r>
        <w:t>358.2787</w:t>
      </w:r>
      <w:r>
        <w:tab/>
        <w:t>4.051e0</w:t>
      </w:r>
    </w:p>
    <w:p w:rsidR="00E00D30" w:rsidRDefault="00E00D30" w:rsidP="00E00D30">
      <w:r>
        <w:t>358.2835</w:t>
      </w:r>
      <w:r>
        <w:tab/>
        <w:t>4.051e0</w:t>
      </w:r>
    </w:p>
    <w:p w:rsidR="00E00D30" w:rsidRDefault="00E00D30" w:rsidP="00E00D30">
      <w:r>
        <w:t>358.2905</w:t>
      </w:r>
      <w:r>
        <w:tab/>
        <w:t>1.013e0</w:t>
      </w:r>
    </w:p>
    <w:p w:rsidR="00E00D30" w:rsidRDefault="00E00D30" w:rsidP="00E00D30">
      <w:r>
        <w:t>358.3076</w:t>
      </w:r>
      <w:r>
        <w:tab/>
        <w:t>1.013e0</w:t>
      </w:r>
    </w:p>
    <w:p w:rsidR="00E00D30" w:rsidRDefault="00E00D30" w:rsidP="00E00D30">
      <w:r>
        <w:t>358.3322</w:t>
      </w:r>
      <w:r>
        <w:tab/>
        <w:t>1.013e0</w:t>
      </w:r>
    </w:p>
    <w:p w:rsidR="00E00D30" w:rsidRDefault="00E00D30" w:rsidP="00E00D30">
      <w:r>
        <w:t>358.3363</w:t>
      </w:r>
      <w:r>
        <w:tab/>
        <w:t>1.013e0</w:t>
      </w:r>
    </w:p>
    <w:p w:rsidR="00E00D30" w:rsidRDefault="00E00D30" w:rsidP="00E00D30">
      <w:r>
        <w:t>358.3571</w:t>
      </w:r>
      <w:r>
        <w:tab/>
        <w:t>1.013e0</w:t>
      </w:r>
    </w:p>
    <w:p w:rsidR="00E00D30" w:rsidRDefault="00E00D30" w:rsidP="00E00D30">
      <w:r>
        <w:t>358.3781</w:t>
      </w:r>
      <w:r>
        <w:tab/>
        <w:t>1.013e0</w:t>
      </w:r>
    </w:p>
    <w:p w:rsidR="00E00D30" w:rsidRDefault="00E00D30" w:rsidP="00E00D30">
      <w:r>
        <w:lastRenderedPageBreak/>
        <w:t>358.4029</w:t>
      </w:r>
      <w:r>
        <w:tab/>
        <w:t>2.025e0</w:t>
      </w:r>
    </w:p>
    <w:p w:rsidR="00E00D30" w:rsidRDefault="00E00D30" w:rsidP="00E00D30">
      <w:r>
        <w:t>358.4165</w:t>
      </w:r>
      <w:r>
        <w:tab/>
        <w:t>1.013e0</w:t>
      </w:r>
    </w:p>
    <w:p w:rsidR="00E00D30" w:rsidRDefault="00E00D30" w:rsidP="00E00D30">
      <w:r>
        <w:t>358.4489</w:t>
      </w:r>
      <w:r>
        <w:tab/>
        <w:t>1.013e0</w:t>
      </w:r>
    </w:p>
    <w:p w:rsidR="00E00D30" w:rsidRDefault="00E00D30" w:rsidP="00E00D30">
      <w:r>
        <w:t>358.4809</w:t>
      </w:r>
      <w:r>
        <w:tab/>
        <w:t>1.013e0</w:t>
      </w:r>
    </w:p>
    <w:p w:rsidR="00E00D30" w:rsidRDefault="00E00D30" w:rsidP="00E00D30">
      <w:r>
        <w:t>358.5381</w:t>
      </w:r>
      <w:r>
        <w:tab/>
        <w:t>1.013e0</w:t>
      </w:r>
    </w:p>
    <w:p w:rsidR="00E00D30" w:rsidRDefault="00E00D30" w:rsidP="00E00D30">
      <w:r>
        <w:t>358.5578</w:t>
      </w:r>
      <w:r>
        <w:tab/>
        <w:t>1.013e0</w:t>
      </w:r>
    </w:p>
    <w:p w:rsidR="00E00D30" w:rsidRDefault="00E00D30" w:rsidP="00E00D30">
      <w:r>
        <w:t>358.5724</w:t>
      </w:r>
      <w:r>
        <w:tab/>
        <w:t>2.025e0</w:t>
      </w:r>
    </w:p>
    <w:p w:rsidR="00E00D30" w:rsidRDefault="00E00D30" w:rsidP="00E00D30">
      <w:r>
        <w:t>358.6182</w:t>
      </w:r>
      <w:r>
        <w:tab/>
        <w:t>1.013e0</w:t>
      </w:r>
    </w:p>
    <w:p w:rsidR="00E00D30" w:rsidRDefault="00E00D30" w:rsidP="00E00D30">
      <w:r>
        <w:t>358.6278</w:t>
      </w:r>
      <w:r>
        <w:tab/>
        <w:t>1.013e0</w:t>
      </w:r>
    </w:p>
    <w:p w:rsidR="00E00D30" w:rsidRDefault="00E00D30" w:rsidP="00E00D30">
      <w:r>
        <w:t>358.6342</w:t>
      </w:r>
      <w:r>
        <w:tab/>
        <w:t>1.013e0</w:t>
      </w:r>
    </w:p>
    <w:p w:rsidR="00E00D30" w:rsidRDefault="00E00D30" w:rsidP="00E00D30">
      <w:r>
        <w:t>358.6472</w:t>
      </w:r>
      <w:r>
        <w:tab/>
        <w:t>2.025e0</w:t>
      </w:r>
    </w:p>
    <w:p w:rsidR="00E00D30" w:rsidRDefault="00E00D30" w:rsidP="00E00D30">
      <w:r>
        <w:t>358.7047</w:t>
      </w:r>
      <w:r>
        <w:tab/>
        <w:t>1.013e0</w:t>
      </w:r>
    </w:p>
    <w:p w:rsidR="00E00D30" w:rsidRDefault="00E00D30" w:rsidP="00E00D30">
      <w:r>
        <w:t>358.7175</w:t>
      </w:r>
      <w:r>
        <w:tab/>
        <w:t>1.013e0</w:t>
      </w:r>
    </w:p>
    <w:p w:rsidR="00E00D30" w:rsidRDefault="00E00D30" w:rsidP="00E00D30">
      <w:r>
        <w:t>358.7387</w:t>
      </w:r>
      <w:r>
        <w:tab/>
        <w:t>1.013e0</w:t>
      </w:r>
    </w:p>
    <w:p w:rsidR="00E00D30" w:rsidRDefault="00E00D30" w:rsidP="00E00D30">
      <w:r>
        <w:t>358.7429</w:t>
      </w:r>
      <w:r>
        <w:tab/>
        <w:t>1.013e0</w:t>
      </w:r>
    </w:p>
    <w:p w:rsidR="00E00D30" w:rsidRDefault="00E00D30" w:rsidP="00E00D30">
      <w:r>
        <w:t>358.7960</w:t>
      </w:r>
      <w:r>
        <w:tab/>
        <w:t>2.025e0</w:t>
      </w:r>
    </w:p>
    <w:p w:rsidR="00E00D30" w:rsidRDefault="00E00D30" w:rsidP="00E00D30">
      <w:r>
        <w:t>358.8199</w:t>
      </w:r>
      <w:r>
        <w:tab/>
        <w:t>2.025e0</w:t>
      </w:r>
    </w:p>
    <w:p w:rsidR="00E00D30" w:rsidRDefault="00E00D30" w:rsidP="00E00D30">
      <w:r>
        <w:t>358.8255</w:t>
      </w:r>
      <w:r>
        <w:tab/>
        <w:t>1.013e0</w:t>
      </w:r>
    </w:p>
    <w:p w:rsidR="00E00D30" w:rsidRDefault="00E00D30" w:rsidP="00E00D30">
      <w:r>
        <w:t>358.8648</w:t>
      </w:r>
      <w:r>
        <w:tab/>
        <w:t>1.013e0</w:t>
      </w:r>
    </w:p>
    <w:p w:rsidR="00E00D30" w:rsidRDefault="00E00D30" w:rsidP="00E00D30">
      <w:r>
        <w:lastRenderedPageBreak/>
        <w:t>358.8712</w:t>
      </w:r>
      <w:r>
        <w:tab/>
        <w:t>1.013e0</w:t>
      </w:r>
    </w:p>
    <w:p w:rsidR="00E00D30" w:rsidRDefault="00E00D30" w:rsidP="00E00D30">
      <w:r>
        <w:t>358.8750</w:t>
      </w:r>
      <w:r>
        <w:tab/>
        <w:t>1.013e0</w:t>
      </w:r>
    </w:p>
    <w:p w:rsidR="00E00D30" w:rsidRDefault="00E00D30" w:rsidP="00E00D30">
      <w:r>
        <w:t>358.9001</w:t>
      </w:r>
      <w:r>
        <w:tab/>
        <w:t>1.013e0</w:t>
      </w:r>
    </w:p>
    <w:p w:rsidR="00E00D30" w:rsidRDefault="00E00D30" w:rsidP="00E00D30">
      <w:r>
        <w:t>358.9159</w:t>
      </w:r>
      <w:r>
        <w:tab/>
        <w:t>1.013e0</w:t>
      </w:r>
    </w:p>
    <w:p w:rsidR="00E00D30" w:rsidRDefault="00E00D30" w:rsidP="00E00D30">
      <w:r>
        <w:t>358.9254</w:t>
      </w:r>
      <w:r>
        <w:tab/>
        <w:t>1.013e0</w:t>
      </w:r>
    </w:p>
    <w:p w:rsidR="00E00D30" w:rsidRDefault="00E00D30" w:rsidP="00E00D30">
      <w:r>
        <w:t>358.9287</w:t>
      </w:r>
      <w:r>
        <w:tab/>
        <w:t>1.013e0</w:t>
      </w:r>
    </w:p>
    <w:p w:rsidR="00E00D30" w:rsidRDefault="00E00D30" w:rsidP="00E00D30">
      <w:r>
        <w:t>358.9353</w:t>
      </w:r>
      <w:r>
        <w:tab/>
        <w:t>1.013e0</w:t>
      </w:r>
    </w:p>
    <w:p w:rsidR="00E00D30" w:rsidRDefault="00E00D30" w:rsidP="00E00D30">
      <w:r>
        <w:t>358.9398</w:t>
      </w:r>
      <w:r>
        <w:tab/>
        <w:t>2.025e0</w:t>
      </w:r>
    </w:p>
    <w:p w:rsidR="00E00D30" w:rsidRDefault="00E00D30" w:rsidP="00E00D30">
      <w:r>
        <w:t>358.9449</w:t>
      </w:r>
      <w:r>
        <w:tab/>
        <w:t>3.038e0</w:t>
      </w:r>
    </w:p>
    <w:p w:rsidR="00E00D30" w:rsidRDefault="00E00D30" w:rsidP="00E00D30">
      <w:r>
        <w:t>358.9461</w:t>
      </w:r>
      <w:r>
        <w:tab/>
        <w:t>1.013e0</w:t>
      </w:r>
    </w:p>
    <w:p w:rsidR="00E00D30" w:rsidRDefault="00E00D30" w:rsidP="00E00D30">
      <w:r>
        <w:t>358.9550</w:t>
      </w:r>
      <w:r>
        <w:tab/>
        <w:t>1.013e0</w:t>
      </w:r>
    </w:p>
    <w:p w:rsidR="00E00D30" w:rsidRDefault="00E00D30" w:rsidP="00E00D30">
      <w:r>
        <w:t>358.9705</w:t>
      </w:r>
      <w:r>
        <w:tab/>
        <w:t>1.013e0</w:t>
      </w:r>
    </w:p>
    <w:p w:rsidR="00E00D30" w:rsidRDefault="00E00D30" w:rsidP="00E00D30">
      <w:r>
        <w:t>358.9744</w:t>
      </w:r>
      <w:r>
        <w:tab/>
        <w:t>1.013e0</w:t>
      </w:r>
    </w:p>
    <w:p w:rsidR="00E00D30" w:rsidRDefault="00E00D30" w:rsidP="00E00D30">
      <w:r>
        <w:t>358.9829</w:t>
      </w:r>
      <w:r>
        <w:tab/>
        <w:t>2.025e0</w:t>
      </w:r>
    </w:p>
    <w:p w:rsidR="00E00D30" w:rsidRDefault="00E00D30" w:rsidP="00E00D30">
      <w:r>
        <w:t>358.9913</w:t>
      </w:r>
      <w:r>
        <w:tab/>
        <w:t>1.013e0</w:t>
      </w:r>
    </w:p>
    <w:p w:rsidR="00E00D30" w:rsidRDefault="00E00D30" w:rsidP="00E00D30">
      <w:r>
        <w:t>358.9945</w:t>
      </w:r>
      <w:r>
        <w:tab/>
        <w:t>4.051e0</w:t>
      </w:r>
    </w:p>
    <w:p w:rsidR="00E00D30" w:rsidRDefault="00E00D30" w:rsidP="00E00D30">
      <w:r>
        <w:t>359.0375</w:t>
      </w:r>
      <w:r>
        <w:tab/>
        <w:t>2.025e0</w:t>
      </w:r>
    </w:p>
    <w:p w:rsidR="00E00D30" w:rsidRDefault="00E00D30" w:rsidP="00E00D30">
      <w:r>
        <w:t>359.0660</w:t>
      </w:r>
      <w:r>
        <w:tab/>
        <w:t>2.025e0</w:t>
      </w:r>
    </w:p>
    <w:p w:rsidR="00E00D30" w:rsidRDefault="00E00D30" w:rsidP="00E00D30">
      <w:r>
        <w:t>359.0828</w:t>
      </w:r>
      <w:r>
        <w:tab/>
        <w:t>1.013e0</w:t>
      </w:r>
    </w:p>
    <w:p w:rsidR="00E00D30" w:rsidRDefault="00E00D30" w:rsidP="00E00D30">
      <w:r>
        <w:lastRenderedPageBreak/>
        <w:t>359.1156</w:t>
      </w:r>
      <w:r>
        <w:tab/>
        <w:t>2.025e0</w:t>
      </w:r>
    </w:p>
    <w:p w:rsidR="00E00D30" w:rsidRDefault="00E00D30" w:rsidP="00E00D30">
      <w:r>
        <w:t>359.1258</w:t>
      </w:r>
      <w:r>
        <w:tab/>
        <w:t>2.025e0</w:t>
      </w:r>
    </w:p>
    <w:p w:rsidR="00E00D30" w:rsidRDefault="00E00D30" w:rsidP="00E00D30">
      <w:r>
        <w:t>359.1361</w:t>
      </w:r>
      <w:r>
        <w:tab/>
        <w:t>1.013e0</w:t>
      </w:r>
    </w:p>
    <w:p w:rsidR="00E00D30" w:rsidRDefault="00E00D30" w:rsidP="00E00D30">
      <w:r>
        <w:t>359.1660</w:t>
      </w:r>
      <w:r>
        <w:tab/>
        <w:t>3.038e0</w:t>
      </w:r>
    </w:p>
    <w:p w:rsidR="00E00D30" w:rsidRDefault="00E00D30" w:rsidP="00E00D30">
      <w:r>
        <w:t>359.1779</w:t>
      </w:r>
      <w:r>
        <w:tab/>
        <w:t>2.025e0</w:t>
      </w:r>
    </w:p>
    <w:p w:rsidR="00E00D30" w:rsidRDefault="00E00D30" w:rsidP="00E00D30">
      <w:r>
        <w:t>359.1924</w:t>
      </w:r>
      <w:r>
        <w:tab/>
        <w:t>3.038e0</w:t>
      </w:r>
    </w:p>
    <w:p w:rsidR="00E00D30" w:rsidRDefault="00E00D30" w:rsidP="00E00D30">
      <w:r>
        <w:t>359.2094</w:t>
      </w:r>
      <w:r>
        <w:tab/>
        <w:t>2.025e0</w:t>
      </w:r>
    </w:p>
    <w:p w:rsidR="00E00D30" w:rsidRDefault="00E00D30" w:rsidP="00E00D30">
      <w:r>
        <w:t>359.2200</w:t>
      </w:r>
      <w:r>
        <w:tab/>
        <w:t>2.025e0</w:t>
      </w:r>
    </w:p>
    <w:p w:rsidR="00E00D30" w:rsidRDefault="00E00D30" w:rsidP="00E00D30">
      <w:r>
        <w:t>359.2210</w:t>
      </w:r>
      <w:r>
        <w:tab/>
        <w:t>3.697e0</w:t>
      </w:r>
    </w:p>
    <w:p w:rsidR="00E00D30" w:rsidRDefault="00E00D30" w:rsidP="00E00D30">
      <w:r>
        <w:t>359.2236</w:t>
      </w:r>
      <w:r>
        <w:tab/>
        <w:t>4.051e0</w:t>
      </w:r>
    </w:p>
    <w:p w:rsidR="00E00D30" w:rsidRDefault="00E00D30" w:rsidP="00E00D30">
      <w:r>
        <w:t>359.2423</w:t>
      </w:r>
      <w:r>
        <w:tab/>
        <w:t>3.038e0</w:t>
      </w:r>
    </w:p>
    <w:p w:rsidR="00E00D30" w:rsidRDefault="00E00D30" w:rsidP="00E00D30">
      <w:r>
        <w:t>359.2435</w:t>
      </w:r>
      <w:r>
        <w:tab/>
        <w:t>2.025e0</w:t>
      </w:r>
    </w:p>
    <w:p w:rsidR="00E00D30" w:rsidRDefault="00E00D30" w:rsidP="00E00D30">
      <w:r>
        <w:t>359.2523</w:t>
      </w:r>
      <w:r>
        <w:tab/>
        <w:t>1.013e0</w:t>
      </w:r>
    </w:p>
    <w:p w:rsidR="00E00D30" w:rsidRDefault="00E00D30" w:rsidP="00E00D30">
      <w:r>
        <w:t>359.2714</w:t>
      </w:r>
      <w:r>
        <w:tab/>
        <w:t>2.025e0</w:t>
      </w:r>
    </w:p>
    <w:p w:rsidR="00E00D30" w:rsidRDefault="00E00D30" w:rsidP="00E00D30">
      <w:r>
        <w:t>359.2881</w:t>
      </w:r>
      <w:r>
        <w:tab/>
        <w:t>1.013e0</w:t>
      </w:r>
    </w:p>
    <w:p w:rsidR="00E00D30" w:rsidRDefault="00E00D30" w:rsidP="00E00D30">
      <w:r>
        <w:t>359.2997</w:t>
      </w:r>
      <w:r>
        <w:tab/>
        <w:t>3.411e0</w:t>
      </w:r>
    </w:p>
    <w:p w:rsidR="00E00D30" w:rsidRDefault="00E00D30" w:rsidP="00E00D30">
      <w:r>
        <w:t>359.3053</w:t>
      </w:r>
      <w:r>
        <w:tab/>
        <w:t>2.025e0</w:t>
      </w:r>
    </w:p>
    <w:p w:rsidR="00E00D30" w:rsidRDefault="00E00D30" w:rsidP="00E00D30">
      <w:r>
        <w:t>359.3522</w:t>
      </w:r>
      <w:r>
        <w:tab/>
        <w:t>1.013e0</w:t>
      </w:r>
    </w:p>
    <w:p w:rsidR="00E00D30" w:rsidRDefault="00E00D30" w:rsidP="00E00D30">
      <w:r>
        <w:t>359.4138</w:t>
      </w:r>
      <w:r>
        <w:tab/>
        <w:t>2.025e0</w:t>
      </w:r>
    </w:p>
    <w:p w:rsidR="00E00D30" w:rsidRDefault="00E00D30" w:rsidP="00E00D30">
      <w:r>
        <w:lastRenderedPageBreak/>
        <w:t>359.4181</w:t>
      </w:r>
      <w:r>
        <w:tab/>
        <w:t>1.013e0</w:t>
      </w:r>
    </w:p>
    <w:p w:rsidR="00E00D30" w:rsidRDefault="00E00D30" w:rsidP="00E00D30">
      <w:r>
        <w:t>359.4226</w:t>
      </w:r>
      <w:r>
        <w:tab/>
        <w:t>1.013e0</w:t>
      </w:r>
    </w:p>
    <w:p w:rsidR="00E00D30" w:rsidRDefault="00E00D30" w:rsidP="00E00D30">
      <w:r>
        <w:t>359.4554</w:t>
      </w:r>
      <w:r>
        <w:tab/>
        <w:t>2.025e0</w:t>
      </w:r>
    </w:p>
    <w:p w:rsidR="00E00D30" w:rsidRDefault="00E00D30" w:rsidP="00E00D30">
      <w:r>
        <w:t>359.4604</w:t>
      </w:r>
      <w:r>
        <w:tab/>
        <w:t>1.013e0</w:t>
      </w:r>
    </w:p>
    <w:p w:rsidR="00E00D30" w:rsidRDefault="00E00D30" w:rsidP="00E00D30">
      <w:r>
        <w:t>359.4638</w:t>
      </w:r>
      <w:r>
        <w:tab/>
        <w:t>1.013e0</w:t>
      </w:r>
    </w:p>
    <w:p w:rsidR="00E00D30" w:rsidRDefault="00E00D30" w:rsidP="00E00D30">
      <w:r>
        <w:t>359.4677</w:t>
      </w:r>
      <w:r>
        <w:tab/>
        <w:t>1.013e0</w:t>
      </w:r>
    </w:p>
    <w:p w:rsidR="00E00D30" w:rsidRDefault="00E00D30" w:rsidP="00E00D30">
      <w:r>
        <w:t>359.5094</w:t>
      </w:r>
      <w:r>
        <w:tab/>
        <w:t>2.025e0</w:t>
      </w:r>
    </w:p>
    <w:p w:rsidR="00E00D30" w:rsidRDefault="00E00D30" w:rsidP="00E00D30">
      <w:r>
        <w:t>359.5255</w:t>
      </w:r>
      <w:r>
        <w:tab/>
        <w:t>1.013e0</w:t>
      </w:r>
    </w:p>
    <w:p w:rsidR="00E00D30" w:rsidRDefault="00E00D30" w:rsidP="00E00D30">
      <w:r>
        <w:t>359.5382</w:t>
      </w:r>
      <w:r>
        <w:tab/>
        <w:t>1.013e0</w:t>
      </w:r>
    </w:p>
    <w:p w:rsidR="00E00D30" w:rsidRDefault="00E00D30" w:rsidP="00E00D30">
      <w:r>
        <w:t>359.5512</w:t>
      </w:r>
      <w:r>
        <w:tab/>
        <w:t>1.013e0</w:t>
      </w:r>
    </w:p>
    <w:p w:rsidR="00E00D30" w:rsidRDefault="00E00D30" w:rsidP="00E00D30">
      <w:r>
        <w:t>359.5902</w:t>
      </w:r>
      <w:r>
        <w:tab/>
        <w:t>1.013e0</w:t>
      </w:r>
    </w:p>
    <w:p w:rsidR="00E00D30" w:rsidRDefault="00E00D30" w:rsidP="00E00D30">
      <w:r>
        <w:t>359.6048</w:t>
      </w:r>
      <w:r>
        <w:tab/>
        <w:t>1.013e0</w:t>
      </w:r>
    </w:p>
    <w:p w:rsidR="00E00D30" w:rsidRDefault="00E00D30" w:rsidP="00E00D30">
      <w:r>
        <w:t>359.6756</w:t>
      </w:r>
      <w:r>
        <w:tab/>
        <w:t>2.025e0</w:t>
      </w:r>
    </w:p>
    <w:p w:rsidR="00E00D30" w:rsidRDefault="00E00D30" w:rsidP="00E00D30">
      <w:r>
        <w:t>359.6794</w:t>
      </w:r>
      <w:r>
        <w:tab/>
        <w:t>1.013e0</w:t>
      </w:r>
    </w:p>
    <w:p w:rsidR="00E00D30" w:rsidRDefault="00E00D30" w:rsidP="00E00D30">
      <w:r>
        <w:t>359.6962</w:t>
      </w:r>
      <w:r>
        <w:tab/>
        <w:t>1.013e0</w:t>
      </w:r>
    </w:p>
    <w:p w:rsidR="00E00D30" w:rsidRDefault="00E00D30" w:rsidP="00E00D30">
      <w:r>
        <w:t>359.7052</w:t>
      </w:r>
      <w:r>
        <w:tab/>
        <w:t>2.025e0</w:t>
      </w:r>
    </w:p>
    <w:p w:rsidR="00E00D30" w:rsidRDefault="00E00D30" w:rsidP="00E00D30">
      <w:r>
        <w:t>359.7874</w:t>
      </w:r>
      <w:r>
        <w:tab/>
        <w:t>1.013e0</w:t>
      </w:r>
    </w:p>
    <w:p w:rsidR="00E00D30" w:rsidRDefault="00E00D30" w:rsidP="00E00D30">
      <w:r>
        <w:t>359.8081</w:t>
      </w:r>
      <w:r>
        <w:tab/>
        <w:t>1.013e0</w:t>
      </w:r>
    </w:p>
    <w:p w:rsidR="00E00D30" w:rsidRDefault="00E00D30" w:rsidP="00E00D30">
      <w:r>
        <w:t>359.8517</w:t>
      </w:r>
      <w:r>
        <w:tab/>
        <w:t>2.025e0</w:t>
      </w:r>
    </w:p>
    <w:p w:rsidR="00E00D30" w:rsidRDefault="00E00D30" w:rsidP="00E00D30">
      <w:r>
        <w:lastRenderedPageBreak/>
        <w:t>359.8579</w:t>
      </w:r>
      <w:r>
        <w:tab/>
        <w:t>1.013e0</w:t>
      </w:r>
    </w:p>
    <w:p w:rsidR="00E00D30" w:rsidRDefault="00E00D30" w:rsidP="00E00D30">
      <w:r>
        <w:t>359.9032</w:t>
      </w:r>
      <w:r>
        <w:tab/>
        <w:t>4.365e0</w:t>
      </w:r>
    </w:p>
    <w:p w:rsidR="00E00D30" w:rsidRDefault="00E00D30" w:rsidP="00E00D30">
      <w:r>
        <w:t>359.9082</w:t>
      </w:r>
      <w:r>
        <w:tab/>
        <w:t>1.013e0</w:t>
      </w:r>
    </w:p>
    <w:p w:rsidR="00E00D30" w:rsidRDefault="00E00D30" w:rsidP="00E00D30">
      <w:r>
        <w:t>359.9242</w:t>
      </w:r>
      <w:r>
        <w:tab/>
        <w:t>1.013e0</w:t>
      </w:r>
    </w:p>
    <w:p w:rsidR="00E00D30" w:rsidRDefault="00E00D30" w:rsidP="00E00D30">
      <w:r>
        <w:t>359.9259</w:t>
      </w:r>
      <w:r>
        <w:tab/>
        <w:t>4.570e0</w:t>
      </w:r>
    </w:p>
    <w:p w:rsidR="00E00D30" w:rsidRDefault="00E00D30" w:rsidP="00E00D30">
      <w:r>
        <w:t>359.9493</w:t>
      </w:r>
      <w:r>
        <w:tab/>
        <w:t>2.025e0</w:t>
      </w:r>
    </w:p>
    <w:p w:rsidR="00E00D30" w:rsidRDefault="00E00D30" w:rsidP="00E00D30">
      <w:r>
        <w:t>359.9575</w:t>
      </w:r>
      <w:r>
        <w:tab/>
        <w:t>1.013e0</w:t>
      </w:r>
    </w:p>
    <w:p w:rsidR="00E00D30" w:rsidRDefault="00E00D30" w:rsidP="00E00D30">
      <w:r>
        <w:t>359.9637</w:t>
      </w:r>
      <w:r>
        <w:tab/>
        <w:t>2.025e0</w:t>
      </w:r>
    </w:p>
    <w:p w:rsidR="00E00D30" w:rsidRDefault="00E00D30" w:rsidP="00E00D30">
      <w:r>
        <w:t>359.9710</w:t>
      </w:r>
      <w:r>
        <w:tab/>
        <w:t>5.063e0</w:t>
      </w:r>
    </w:p>
    <w:p w:rsidR="00E00D30" w:rsidRDefault="00E00D30" w:rsidP="00E00D30">
      <w:r>
        <w:t>360.0030</w:t>
      </w:r>
      <w:r>
        <w:tab/>
        <w:t>1.013e0</w:t>
      </w:r>
    </w:p>
    <w:p w:rsidR="00E00D30" w:rsidRDefault="00E00D30" w:rsidP="00E00D30">
      <w:r>
        <w:t>360.0394</w:t>
      </w:r>
      <w:r>
        <w:tab/>
        <w:t>1.013e0</w:t>
      </w:r>
    </w:p>
    <w:p w:rsidR="00E00D30" w:rsidRDefault="00E00D30" w:rsidP="00E00D30">
      <w:r>
        <w:t>360.0489</w:t>
      </w:r>
      <w:r>
        <w:tab/>
        <w:t>1.013e0</w:t>
      </w:r>
    </w:p>
    <w:p w:rsidR="00E00D30" w:rsidRDefault="00E00D30" w:rsidP="00E00D30">
      <w:r>
        <w:t>360.0509</w:t>
      </w:r>
      <w:r>
        <w:tab/>
        <w:t>2.025e0</w:t>
      </w:r>
    </w:p>
    <w:p w:rsidR="00E00D30" w:rsidRDefault="00E00D30" w:rsidP="00E00D30">
      <w:r>
        <w:t>360.0655</w:t>
      </w:r>
      <w:r>
        <w:tab/>
        <w:t>2.025e0</w:t>
      </w:r>
    </w:p>
    <w:p w:rsidR="00E00D30" w:rsidRDefault="00E00D30" w:rsidP="00E00D30">
      <w:r>
        <w:t>360.0784</w:t>
      </w:r>
      <w:r>
        <w:tab/>
        <w:t>1.013e0</w:t>
      </w:r>
    </w:p>
    <w:p w:rsidR="00E00D30" w:rsidRDefault="00E00D30" w:rsidP="00E00D30">
      <w:r>
        <w:t>360.1231</w:t>
      </w:r>
      <w:r>
        <w:tab/>
        <w:t>1.013e0</w:t>
      </w:r>
    </w:p>
    <w:p w:rsidR="00E00D30" w:rsidRDefault="00E00D30" w:rsidP="00E00D30">
      <w:r>
        <w:t>360.1336</w:t>
      </w:r>
      <w:r>
        <w:tab/>
        <w:t>3.038e0</w:t>
      </w:r>
    </w:p>
    <w:p w:rsidR="00E00D30" w:rsidRDefault="00E00D30" w:rsidP="00E00D30">
      <w:r>
        <w:t>360.1409</w:t>
      </w:r>
      <w:r>
        <w:tab/>
        <w:t>4.051e0</w:t>
      </w:r>
    </w:p>
    <w:p w:rsidR="00E00D30" w:rsidRDefault="00E00D30" w:rsidP="00E00D30">
      <w:r>
        <w:t>360.1487</w:t>
      </w:r>
      <w:r>
        <w:tab/>
        <w:t>1.013e0</w:t>
      </w:r>
    </w:p>
    <w:p w:rsidR="00E00D30" w:rsidRDefault="00E00D30" w:rsidP="00E00D30">
      <w:r>
        <w:lastRenderedPageBreak/>
        <w:t>360.1672</w:t>
      </w:r>
      <w:r>
        <w:tab/>
        <w:t>4.051e0</w:t>
      </w:r>
    </w:p>
    <w:p w:rsidR="00E00D30" w:rsidRDefault="00E00D30" w:rsidP="00E00D30">
      <w:r>
        <w:t>360.1688</w:t>
      </w:r>
      <w:r>
        <w:tab/>
        <w:t>1.013e0</w:t>
      </w:r>
    </w:p>
    <w:p w:rsidR="00E00D30" w:rsidRDefault="00E00D30" w:rsidP="00E00D30">
      <w:r>
        <w:t>360.1899</w:t>
      </w:r>
      <w:r>
        <w:tab/>
        <w:t>1.013e0</w:t>
      </w:r>
    </w:p>
    <w:p w:rsidR="00E00D30" w:rsidRDefault="00E00D30" w:rsidP="00E00D30">
      <w:r>
        <w:t>360.1957</w:t>
      </w:r>
      <w:r>
        <w:tab/>
        <w:t>3.038e0</w:t>
      </w:r>
    </w:p>
    <w:p w:rsidR="00E00D30" w:rsidRDefault="00E00D30" w:rsidP="00E00D30">
      <w:r>
        <w:t>360.1976</w:t>
      </w:r>
      <w:r>
        <w:tab/>
        <w:t>2.025e0</w:t>
      </w:r>
    </w:p>
    <w:p w:rsidR="00E00D30" w:rsidRDefault="00E00D30" w:rsidP="00E00D30">
      <w:r>
        <w:t>360.2066</w:t>
      </w:r>
      <w:r>
        <w:tab/>
        <w:t>1.013e0</w:t>
      </w:r>
    </w:p>
    <w:p w:rsidR="00E00D30" w:rsidRDefault="00E00D30" w:rsidP="00E00D30">
      <w:r>
        <w:t>360.2106</w:t>
      </w:r>
      <w:r>
        <w:tab/>
        <w:t>3.038e0</w:t>
      </w:r>
    </w:p>
    <w:p w:rsidR="00E00D30" w:rsidRDefault="00E00D30" w:rsidP="00E00D30">
      <w:r>
        <w:t>360.2195</w:t>
      </w:r>
      <w:r>
        <w:tab/>
        <w:t>3.038e0</w:t>
      </w:r>
    </w:p>
    <w:p w:rsidR="00E00D30" w:rsidRDefault="00E00D30" w:rsidP="00E00D30">
      <w:r>
        <w:t>360.2253</w:t>
      </w:r>
      <w:r>
        <w:tab/>
        <w:t>5.063e0</w:t>
      </w:r>
    </w:p>
    <w:p w:rsidR="00E00D30" w:rsidRDefault="00E00D30" w:rsidP="00E00D30">
      <w:r>
        <w:t>360.2418</w:t>
      </w:r>
      <w:r>
        <w:tab/>
        <w:t>3.038e0</w:t>
      </w:r>
    </w:p>
    <w:p w:rsidR="00E00D30" w:rsidRDefault="00E00D30" w:rsidP="00E00D30">
      <w:r>
        <w:t>360.2452</w:t>
      </w:r>
      <w:r>
        <w:tab/>
        <w:t>1.013e0</w:t>
      </w:r>
    </w:p>
    <w:p w:rsidR="00E00D30" w:rsidRDefault="00E00D30" w:rsidP="00E00D30">
      <w:r>
        <w:t>360.2576</w:t>
      </w:r>
      <w:r>
        <w:tab/>
        <w:t>3.038e0</w:t>
      </w:r>
    </w:p>
    <w:p w:rsidR="00E00D30" w:rsidRDefault="00E00D30" w:rsidP="00E00D30">
      <w:r>
        <w:t>360.2682</w:t>
      </w:r>
      <w:r>
        <w:tab/>
        <w:t>4.003e0</w:t>
      </w:r>
    </w:p>
    <w:p w:rsidR="00E00D30" w:rsidRDefault="00E00D30" w:rsidP="00E00D30">
      <w:r>
        <w:t>360.2693</w:t>
      </w:r>
      <w:r>
        <w:tab/>
        <w:t>2.025e0</w:t>
      </w:r>
    </w:p>
    <w:p w:rsidR="00E00D30" w:rsidRDefault="00E00D30" w:rsidP="00E00D30">
      <w:r>
        <w:t>360.2901</w:t>
      </w:r>
      <w:r>
        <w:tab/>
        <w:t>2.025e0</w:t>
      </w:r>
    </w:p>
    <w:p w:rsidR="00E00D30" w:rsidRDefault="00E00D30" w:rsidP="00E00D30">
      <w:r>
        <w:t>360.3100</w:t>
      </w:r>
      <w:r>
        <w:tab/>
        <w:t>2.025e0</w:t>
      </w:r>
    </w:p>
    <w:p w:rsidR="00E00D30" w:rsidRDefault="00E00D30" w:rsidP="00E00D30">
      <w:r>
        <w:t>360.3289</w:t>
      </w:r>
      <w:r>
        <w:tab/>
        <w:t>2.025e0</w:t>
      </w:r>
    </w:p>
    <w:p w:rsidR="00E00D30" w:rsidRDefault="00E00D30" w:rsidP="00E00D30">
      <w:r>
        <w:t>360.3318</w:t>
      </w:r>
      <w:r>
        <w:tab/>
        <w:t>2.025e0</w:t>
      </w:r>
    </w:p>
    <w:p w:rsidR="00E00D30" w:rsidRDefault="00E00D30" w:rsidP="00E00D30">
      <w:r>
        <w:t>360.3352</w:t>
      </w:r>
      <w:r>
        <w:tab/>
        <w:t>2.025e0</w:t>
      </w:r>
    </w:p>
    <w:p w:rsidR="00E00D30" w:rsidRDefault="00E00D30" w:rsidP="00E00D30">
      <w:r>
        <w:lastRenderedPageBreak/>
        <w:t>360.3557</w:t>
      </w:r>
      <w:r>
        <w:tab/>
        <w:t>1.013e0</w:t>
      </w:r>
    </w:p>
    <w:p w:rsidR="00E00D30" w:rsidRDefault="00E00D30" w:rsidP="00E00D30">
      <w:r>
        <w:t>360.4013</w:t>
      </w:r>
      <w:r>
        <w:tab/>
        <w:t>1.013e0</w:t>
      </w:r>
    </w:p>
    <w:p w:rsidR="00E00D30" w:rsidRDefault="00E00D30" w:rsidP="00E00D30">
      <w:r>
        <w:t>360.4058</w:t>
      </w:r>
      <w:r>
        <w:tab/>
        <w:t>1.013e0</w:t>
      </w:r>
    </w:p>
    <w:p w:rsidR="00E00D30" w:rsidRDefault="00E00D30" w:rsidP="00E00D30">
      <w:r>
        <w:t>360.4124</w:t>
      </w:r>
      <w:r>
        <w:tab/>
        <w:t>1.013e0</w:t>
      </w:r>
    </w:p>
    <w:p w:rsidR="00E00D30" w:rsidRDefault="00E00D30" w:rsidP="00E00D30">
      <w:r>
        <w:t>360.4317</w:t>
      </w:r>
      <w:r>
        <w:tab/>
        <w:t>1.013e0</w:t>
      </w:r>
    </w:p>
    <w:p w:rsidR="00E00D30" w:rsidRDefault="00E00D30" w:rsidP="00E00D30">
      <w:r>
        <w:t>360.4470</w:t>
      </w:r>
      <w:r>
        <w:tab/>
        <w:t>1.013e0</w:t>
      </w:r>
    </w:p>
    <w:p w:rsidR="00E00D30" w:rsidRDefault="00E00D30" w:rsidP="00E00D30">
      <w:r>
        <w:t>360.4510</w:t>
      </w:r>
      <w:r>
        <w:tab/>
        <w:t>1.013e0</w:t>
      </w:r>
    </w:p>
    <w:p w:rsidR="00E00D30" w:rsidRDefault="00E00D30" w:rsidP="00E00D30">
      <w:r>
        <w:t>360.4573</w:t>
      </w:r>
      <w:r>
        <w:tab/>
        <w:t>1.013e0</w:t>
      </w:r>
    </w:p>
    <w:p w:rsidR="00E00D30" w:rsidRDefault="00E00D30" w:rsidP="00E00D30">
      <w:r>
        <w:t>360.4704</w:t>
      </w:r>
      <w:r>
        <w:tab/>
        <w:t>2.025e0</w:t>
      </w:r>
    </w:p>
    <w:p w:rsidR="00E00D30" w:rsidRDefault="00E00D30" w:rsidP="00E00D30">
      <w:r>
        <w:t>360.4720</w:t>
      </w:r>
      <w:r>
        <w:tab/>
        <w:t>1.013e0</w:t>
      </w:r>
    </w:p>
    <w:p w:rsidR="00E00D30" w:rsidRDefault="00E00D30" w:rsidP="00E00D30">
      <w:r>
        <w:t>360.4928</w:t>
      </w:r>
      <w:r>
        <w:tab/>
        <w:t>1.013e0</w:t>
      </w:r>
    </w:p>
    <w:p w:rsidR="00E00D30" w:rsidRDefault="00E00D30" w:rsidP="00E00D30">
      <w:r>
        <w:t>360.5175</w:t>
      </w:r>
      <w:r>
        <w:tab/>
        <w:t>1.013e0</w:t>
      </w:r>
    </w:p>
    <w:p w:rsidR="00E00D30" w:rsidRDefault="00E00D30" w:rsidP="00E00D30">
      <w:r>
        <w:t>360.5351</w:t>
      </w:r>
      <w:r>
        <w:tab/>
        <w:t>1.013e0</w:t>
      </w:r>
    </w:p>
    <w:p w:rsidR="00E00D30" w:rsidRDefault="00E00D30" w:rsidP="00E00D30">
      <w:r>
        <w:t>360.5538</w:t>
      </w:r>
      <w:r>
        <w:tab/>
        <w:t>1.013e0</w:t>
      </w:r>
    </w:p>
    <w:p w:rsidR="00E00D30" w:rsidRDefault="00E00D30" w:rsidP="00E00D30">
      <w:r>
        <w:t>360.5989</w:t>
      </w:r>
      <w:r>
        <w:tab/>
        <w:t>2.025e0</w:t>
      </w:r>
    </w:p>
    <w:p w:rsidR="00E00D30" w:rsidRDefault="00E00D30" w:rsidP="00E00D30">
      <w:r>
        <w:t>360.6013</w:t>
      </w:r>
      <w:r>
        <w:tab/>
        <w:t>2.025e0</w:t>
      </w:r>
    </w:p>
    <w:p w:rsidR="00E00D30" w:rsidRDefault="00E00D30" w:rsidP="00E00D30">
      <w:r>
        <w:t>360.6377</w:t>
      </w:r>
      <w:r>
        <w:tab/>
        <w:t>1.013e0</w:t>
      </w:r>
    </w:p>
    <w:p w:rsidR="00E00D30" w:rsidRDefault="00E00D30" w:rsidP="00E00D30">
      <w:r>
        <w:t>360.6954</w:t>
      </w:r>
      <w:r>
        <w:tab/>
        <w:t>1.013e0</w:t>
      </w:r>
    </w:p>
    <w:p w:rsidR="00E00D30" w:rsidRDefault="00E00D30" w:rsidP="00E00D30">
      <w:r>
        <w:t>360.7003</w:t>
      </w:r>
      <w:r>
        <w:tab/>
        <w:t>1.013e0</w:t>
      </w:r>
    </w:p>
    <w:p w:rsidR="00E00D30" w:rsidRDefault="00E00D30" w:rsidP="00E00D30">
      <w:r>
        <w:lastRenderedPageBreak/>
        <w:t>360.7293</w:t>
      </w:r>
      <w:r>
        <w:tab/>
        <w:t>1.013e0</w:t>
      </w:r>
    </w:p>
    <w:p w:rsidR="00E00D30" w:rsidRDefault="00E00D30" w:rsidP="00E00D30">
      <w:r>
        <w:t>360.7544</w:t>
      </w:r>
      <w:r>
        <w:tab/>
        <w:t>1.013e0</w:t>
      </w:r>
    </w:p>
    <w:p w:rsidR="00E00D30" w:rsidRDefault="00E00D30" w:rsidP="00E00D30">
      <w:r>
        <w:t>360.7662</w:t>
      </w:r>
      <w:r>
        <w:tab/>
        <w:t>1.013e0</w:t>
      </w:r>
    </w:p>
    <w:p w:rsidR="00E00D30" w:rsidRDefault="00E00D30" w:rsidP="00E00D30">
      <w:r>
        <w:t>360.7811</w:t>
      </w:r>
      <w:r>
        <w:tab/>
        <w:t>2.025e0</w:t>
      </w:r>
    </w:p>
    <w:p w:rsidR="00E00D30" w:rsidRDefault="00E00D30" w:rsidP="00E00D30">
      <w:r>
        <w:t>360.7828</w:t>
      </w:r>
      <w:r>
        <w:tab/>
        <w:t>2.025e0</w:t>
      </w:r>
    </w:p>
    <w:p w:rsidR="00E00D30" w:rsidRDefault="00E00D30" w:rsidP="00E00D30">
      <w:r>
        <w:t>360.7958</w:t>
      </w:r>
      <w:r>
        <w:tab/>
        <w:t>1.013e0</w:t>
      </w:r>
    </w:p>
    <w:p w:rsidR="00E00D30" w:rsidRDefault="00E00D30" w:rsidP="00E00D30">
      <w:r>
        <w:t>360.8307</w:t>
      </w:r>
      <w:r>
        <w:tab/>
        <w:t>1.013e0</w:t>
      </w:r>
    </w:p>
    <w:p w:rsidR="00E00D30" w:rsidRDefault="00E00D30" w:rsidP="00E00D30">
      <w:r>
        <w:t>360.8458</w:t>
      </w:r>
      <w:r>
        <w:tab/>
        <w:t>2.025e0</w:t>
      </w:r>
    </w:p>
    <w:p w:rsidR="00E00D30" w:rsidRDefault="00E00D30" w:rsidP="00E00D30">
      <w:r>
        <w:t>360.8506</w:t>
      </w:r>
      <w:r>
        <w:tab/>
        <w:t>1.013e0</w:t>
      </w:r>
    </w:p>
    <w:p w:rsidR="00E00D30" w:rsidRDefault="00E00D30" w:rsidP="00E00D30">
      <w:r>
        <w:t>360.8757</w:t>
      </w:r>
      <w:r>
        <w:tab/>
        <w:t>1.013e0</w:t>
      </w:r>
    </w:p>
    <w:p w:rsidR="00E00D30" w:rsidRDefault="00E00D30" w:rsidP="00E00D30">
      <w:r>
        <w:t>360.9015</w:t>
      </w:r>
      <w:r>
        <w:tab/>
        <w:t>1.013e0</w:t>
      </w:r>
    </w:p>
    <w:p w:rsidR="00E00D30" w:rsidRDefault="00E00D30" w:rsidP="00E00D30">
      <w:r>
        <w:t>360.9125</w:t>
      </w:r>
      <w:r>
        <w:tab/>
        <w:t>1.013e0</w:t>
      </w:r>
    </w:p>
    <w:p w:rsidR="00E00D30" w:rsidRDefault="00E00D30" w:rsidP="00E00D30">
      <w:r>
        <w:t>360.9275</w:t>
      </w:r>
      <w:r>
        <w:tab/>
        <w:t>1.013e0</w:t>
      </w:r>
    </w:p>
    <w:p w:rsidR="00E00D30" w:rsidRDefault="00E00D30" w:rsidP="00E00D30">
      <w:r>
        <w:t>360.9370</w:t>
      </w:r>
      <w:r>
        <w:tab/>
        <w:t>1.013e0</w:t>
      </w:r>
    </w:p>
    <w:p w:rsidR="00E00D30" w:rsidRDefault="00E00D30" w:rsidP="00E00D30">
      <w:r>
        <w:t>360.9572</w:t>
      </w:r>
      <w:r>
        <w:tab/>
        <w:t>3.038e0</w:t>
      </w:r>
    </w:p>
    <w:p w:rsidR="00E00D30" w:rsidRDefault="00E00D30" w:rsidP="00E00D30">
      <w:r>
        <w:t>360.9700</w:t>
      </w:r>
      <w:r>
        <w:tab/>
        <w:t>2.025e0</w:t>
      </w:r>
    </w:p>
    <w:p w:rsidR="00E00D30" w:rsidRDefault="00E00D30" w:rsidP="00E00D30">
      <w:r>
        <w:t>360.9726</w:t>
      </w:r>
      <w:r>
        <w:tab/>
        <w:t>2.025e0</w:t>
      </w:r>
    </w:p>
    <w:p w:rsidR="00E00D30" w:rsidRDefault="00E00D30" w:rsidP="00E00D30">
      <w:r>
        <w:t>360.9793</w:t>
      </w:r>
      <w:r>
        <w:tab/>
        <w:t>1.013e0</w:t>
      </w:r>
    </w:p>
    <w:p w:rsidR="00E00D30" w:rsidRDefault="00E00D30" w:rsidP="00E00D30">
      <w:r>
        <w:t>360.9984</w:t>
      </w:r>
      <w:r>
        <w:tab/>
        <w:t>1.013e0</w:t>
      </w:r>
    </w:p>
    <w:p w:rsidR="00E00D30" w:rsidRDefault="00E00D30" w:rsidP="00E00D30">
      <w:r>
        <w:lastRenderedPageBreak/>
        <w:t>361.0040</w:t>
      </w:r>
      <w:r>
        <w:tab/>
        <w:t>1.013e0</w:t>
      </w:r>
    </w:p>
    <w:p w:rsidR="00E00D30" w:rsidRDefault="00E00D30" w:rsidP="00E00D30">
      <w:r>
        <w:t>361.0181</w:t>
      </w:r>
      <w:r>
        <w:tab/>
        <w:t>1.013e0</w:t>
      </w:r>
    </w:p>
    <w:p w:rsidR="00E00D30" w:rsidRDefault="00E00D30" w:rsidP="00E00D30">
      <w:r>
        <w:t>361.0241</w:t>
      </w:r>
      <w:r>
        <w:tab/>
        <w:t>1.013e0</w:t>
      </w:r>
    </w:p>
    <w:p w:rsidR="00E00D30" w:rsidRDefault="00E00D30" w:rsidP="00E00D30">
      <w:r>
        <w:t>361.0283</w:t>
      </w:r>
      <w:r>
        <w:tab/>
        <w:t>1.013e0</w:t>
      </w:r>
    </w:p>
    <w:p w:rsidR="00E00D30" w:rsidRDefault="00E00D30" w:rsidP="00E00D30">
      <w:r>
        <w:t>361.0374</w:t>
      </w:r>
      <w:r>
        <w:tab/>
        <w:t>1.013e0</w:t>
      </w:r>
    </w:p>
    <w:p w:rsidR="00E00D30" w:rsidRDefault="00E00D30" w:rsidP="00E00D30">
      <w:r>
        <w:t>361.0634</w:t>
      </w:r>
      <w:r>
        <w:tab/>
        <w:t>3.038e0</w:t>
      </w:r>
    </w:p>
    <w:p w:rsidR="00E00D30" w:rsidRDefault="00E00D30" w:rsidP="00E00D30">
      <w:r>
        <w:t>361.0690</w:t>
      </w:r>
      <w:r>
        <w:tab/>
        <w:t>1.013e0</w:t>
      </w:r>
    </w:p>
    <w:p w:rsidR="00E00D30" w:rsidRDefault="00E00D30" w:rsidP="00E00D30">
      <w:r>
        <w:t>361.0781</w:t>
      </w:r>
      <w:r>
        <w:tab/>
        <w:t>1.013e0</w:t>
      </w:r>
    </w:p>
    <w:p w:rsidR="00E00D30" w:rsidRDefault="00E00D30" w:rsidP="00E00D30">
      <w:r>
        <w:t>361.1029</w:t>
      </w:r>
      <w:r>
        <w:tab/>
        <w:t>1.013e0</w:t>
      </w:r>
    </w:p>
    <w:p w:rsidR="00E00D30" w:rsidRDefault="00E00D30" w:rsidP="00E00D30">
      <w:r>
        <w:t>361.1079</w:t>
      </w:r>
      <w:r>
        <w:tab/>
        <w:t>1.013e0</w:t>
      </w:r>
    </w:p>
    <w:p w:rsidR="00E00D30" w:rsidRDefault="00E00D30" w:rsidP="00E00D30">
      <w:r>
        <w:t>361.1197</w:t>
      </w:r>
      <w:r>
        <w:tab/>
        <w:t>1.013e0</w:t>
      </w:r>
    </w:p>
    <w:p w:rsidR="00E00D30" w:rsidRDefault="00E00D30" w:rsidP="00E00D30">
      <w:r>
        <w:t>361.1276</w:t>
      </w:r>
      <w:r>
        <w:tab/>
        <w:t>1.013e0</w:t>
      </w:r>
    </w:p>
    <w:p w:rsidR="00E00D30" w:rsidRDefault="00E00D30" w:rsidP="00E00D30">
      <w:r>
        <w:t>361.1324</w:t>
      </w:r>
      <w:r>
        <w:tab/>
        <w:t>2.025e0</w:t>
      </w:r>
    </w:p>
    <w:p w:rsidR="00E00D30" w:rsidRDefault="00E00D30" w:rsidP="00E00D30">
      <w:r>
        <w:t>361.1341</w:t>
      </w:r>
      <w:r>
        <w:tab/>
        <w:t>1.013e0</w:t>
      </w:r>
    </w:p>
    <w:p w:rsidR="00E00D30" w:rsidRDefault="00E00D30" w:rsidP="00E00D30">
      <w:r>
        <w:t>361.1516</w:t>
      </w:r>
      <w:r>
        <w:tab/>
        <w:t>4.051e0</w:t>
      </w:r>
    </w:p>
    <w:p w:rsidR="00E00D30" w:rsidRDefault="00E00D30" w:rsidP="00E00D30">
      <w:r>
        <w:t>361.1786</w:t>
      </w:r>
      <w:r>
        <w:tab/>
        <w:t>3.038e0</w:t>
      </w:r>
    </w:p>
    <w:p w:rsidR="00E00D30" w:rsidRDefault="00E00D30" w:rsidP="00E00D30">
      <w:r>
        <w:t>361.1852</w:t>
      </w:r>
      <w:r>
        <w:tab/>
        <w:t>1.013e0</w:t>
      </w:r>
    </w:p>
    <w:p w:rsidR="00E00D30" w:rsidRDefault="00E00D30" w:rsidP="00E00D30">
      <w:r>
        <w:t>361.1874</w:t>
      </w:r>
      <w:r>
        <w:tab/>
        <w:t>2.025e0</w:t>
      </w:r>
    </w:p>
    <w:p w:rsidR="00E00D30" w:rsidRDefault="00E00D30" w:rsidP="00E00D30">
      <w:r>
        <w:t>361.1941</w:t>
      </w:r>
      <w:r>
        <w:tab/>
        <w:t>4.051e0</w:t>
      </w:r>
    </w:p>
    <w:p w:rsidR="00E00D30" w:rsidRDefault="00E00D30" w:rsidP="00E00D30">
      <w:r>
        <w:lastRenderedPageBreak/>
        <w:t>361.2050</w:t>
      </w:r>
      <w:r>
        <w:tab/>
        <w:t>1.013e0</w:t>
      </w:r>
    </w:p>
    <w:p w:rsidR="00E00D30" w:rsidRDefault="00E00D30" w:rsidP="00E00D30">
      <w:r>
        <w:t>361.2191</w:t>
      </w:r>
      <w:r>
        <w:tab/>
        <w:t>3.038e0</w:t>
      </w:r>
    </w:p>
    <w:p w:rsidR="00E00D30" w:rsidRDefault="00E00D30" w:rsidP="00E00D30">
      <w:r>
        <w:t>361.2325</w:t>
      </w:r>
      <w:r>
        <w:tab/>
        <w:t>2.025e0</w:t>
      </w:r>
    </w:p>
    <w:p w:rsidR="00E00D30" w:rsidRDefault="00E00D30" w:rsidP="00E00D30">
      <w:r>
        <w:t>361.2360</w:t>
      </w:r>
      <w:r>
        <w:tab/>
        <w:t>2.025e0</w:t>
      </w:r>
    </w:p>
    <w:p w:rsidR="00E00D30" w:rsidRDefault="00E00D30" w:rsidP="00E00D30">
      <w:r>
        <w:t>361.2439</w:t>
      </w:r>
      <w:r>
        <w:tab/>
        <w:t>1.013e0</w:t>
      </w:r>
    </w:p>
    <w:p w:rsidR="00E00D30" w:rsidRDefault="00E00D30" w:rsidP="00E00D30">
      <w:r>
        <w:t>361.2497</w:t>
      </w:r>
      <w:r>
        <w:tab/>
        <w:t>1.013e0</w:t>
      </w:r>
    </w:p>
    <w:p w:rsidR="00E00D30" w:rsidRDefault="00E00D30" w:rsidP="00E00D30">
      <w:r>
        <w:t>361.2647</w:t>
      </w:r>
      <w:r>
        <w:tab/>
        <w:t>1.013e0</w:t>
      </w:r>
    </w:p>
    <w:p w:rsidR="00E00D30" w:rsidRDefault="00E00D30" w:rsidP="00E00D30">
      <w:r>
        <w:t>361.2817</w:t>
      </w:r>
      <w:r>
        <w:tab/>
        <w:t>1.013e0</w:t>
      </w:r>
    </w:p>
    <w:p w:rsidR="00E00D30" w:rsidRDefault="00E00D30" w:rsidP="00E00D30">
      <w:r>
        <w:t>361.3017</w:t>
      </w:r>
      <w:r>
        <w:tab/>
        <w:t>1.013e0</w:t>
      </w:r>
    </w:p>
    <w:p w:rsidR="00E00D30" w:rsidRDefault="00E00D30" w:rsidP="00E00D30">
      <w:r>
        <w:t>361.3206</w:t>
      </w:r>
      <w:r>
        <w:tab/>
        <w:t>1.013e0</w:t>
      </w:r>
    </w:p>
    <w:p w:rsidR="00E00D30" w:rsidRDefault="00E00D30" w:rsidP="00E00D30">
      <w:r>
        <w:t>361.3271</w:t>
      </w:r>
      <w:r>
        <w:tab/>
        <w:t>1.013e0</w:t>
      </w:r>
    </w:p>
    <w:p w:rsidR="00E00D30" w:rsidRDefault="00E00D30" w:rsidP="00E00D30">
      <w:r>
        <w:t>361.3400</w:t>
      </w:r>
      <w:r>
        <w:tab/>
        <w:t>1.013e0</w:t>
      </w:r>
    </w:p>
    <w:p w:rsidR="00E00D30" w:rsidRDefault="00E00D30" w:rsidP="00E00D30">
      <w:r>
        <w:t>361.3834</w:t>
      </w:r>
      <w:r>
        <w:tab/>
        <w:t>2.025e0</w:t>
      </w:r>
    </w:p>
    <w:p w:rsidR="00E00D30" w:rsidRDefault="00E00D30" w:rsidP="00E00D30">
      <w:r>
        <w:t>361.3884</w:t>
      </w:r>
      <w:r>
        <w:tab/>
        <w:t>2.025e0</w:t>
      </w:r>
    </w:p>
    <w:p w:rsidR="00E00D30" w:rsidRDefault="00E00D30" w:rsidP="00E00D30">
      <w:r>
        <w:t>361.4018</w:t>
      </w:r>
      <w:r>
        <w:tab/>
        <w:t>1.013e0</w:t>
      </w:r>
    </w:p>
    <w:p w:rsidR="00E00D30" w:rsidRDefault="00E00D30" w:rsidP="00E00D30">
      <w:r>
        <w:t>361.4522</w:t>
      </w:r>
      <w:r>
        <w:tab/>
        <w:t>1.013e0</w:t>
      </w:r>
    </w:p>
    <w:p w:rsidR="00E00D30" w:rsidRDefault="00E00D30" w:rsidP="00E00D30">
      <w:r>
        <w:t>361.4975</w:t>
      </w:r>
      <w:r>
        <w:tab/>
        <w:t>1.013e0</w:t>
      </w:r>
    </w:p>
    <w:p w:rsidR="00E00D30" w:rsidRDefault="00E00D30" w:rsidP="00E00D30">
      <w:r>
        <w:t>361.5077</w:t>
      </w:r>
      <w:r>
        <w:tab/>
        <w:t>1.013e0</w:t>
      </w:r>
    </w:p>
    <w:p w:rsidR="00E00D30" w:rsidRDefault="00E00D30" w:rsidP="00E00D30">
      <w:r>
        <w:t>361.5146</w:t>
      </w:r>
      <w:r>
        <w:tab/>
        <w:t>1.013e0</w:t>
      </w:r>
    </w:p>
    <w:p w:rsidR="00E00D30" w:rsidRDefault="00E00D30" w:rsidP="00E00D30">
      <w:r>
        <w:lastRenderedPageBreak/>
        <w:t>361.5270</w:t>
      </w:r>
      <w:r>
        <w:tab/>
        <w:t>1.013e0</w:t>
      </w:r>
    </w:p>
    <w:p w:rsidR="00E00D30" w:rsidRDefault="00E00D30" w:rsidP="00E00D30">
      <w:r>
        <w:t>361.5471</w:t>
      </w:r>
      <w:r>
        <w:tab/>
        <w:t>2.025e0</w:t>
      </w:r>
    </w:p>
    <w:p w:rsidR="00E00D30" w:rsidRDefault="00E00D30" w:rsidP="00E00D30">
      <w:r>
        <w:t>361.5980</w:t>
      </w:r>
      <w:r>
        <w:tab/>
        <w:t>1.013e0</w:t>
      </w:r>
    </w:p>
    <w:p w:rsidR="00E00D30" w:rsidRDefault="00E00D30" w:rsidP="00E00D30">
      <w:r>
        <w:t>361.6013</w:t>
      </w:r>
      <w:r>
        <w:tab/>
        <w:t>2.025e0</w:t>
      </w:r>
    </w:p>
    <w:p w:rsidR="00E00D30" w:rsidRDefault="00E00D30" w:rsidP="00E00D30">
      <w:r>
        <w:t>361.6236</w:t>
      </w:r>
      <w:r>
        <w:tab/>
        <w:t>1.013e0</w:t>
      </w:r>
    </w:p>
    <w:p w:rsidR="00E00D30" w:rsidRDefault="00E00D30" w:rsidP="00E00D30">
      <w:r>
        <w:t>361.6350</w:t>
      </w:r>
      <w:r>
        <w:tab/>
        <w:t>1.013e0</w:t>
      </w:r>
    </w:p>
    <w:p w:rsidR="00E00D30" w:rsidRDefault="00E00D30" w:rsidP="00E00D30">
      <w:r>
        <w:t>361.6391</w:t>
      </w:r>
      <w:r>
        <w:tab/>
        <w:t>1.013e0</w:t>
      </w:r>
    </w:p>
    <w:p w:rsidR="00E00D30" w:rsidRDefault="00E00D30" w:rsidP="00E00D30">
      <w:r>
        <w:t>361.6432</w:t>
      </w:r>
      <w:r>
        <w:tab/>
        <w:t>1.013e0</w:t>
      </w:r>
    </w:p>
    <w:p w:rsidR="00E00D30" w:rsidRDefault="00E00D30" w:rsidP="00E00D30">
      <w:r>
        <w:t>361.6497</w:t>
      </w:r>
      <w:r>
        <w:tab/>
        <w:t>1.013e0</w:t>
      </w:r>
    </w:p>
    <w:p w:rsidR="00E00D30" w:rsidRDefault="00E00D30" w:rsidP="00E00D30">
      <w:r>
        <w:t>361.6621</w:t>
      </w:r>
      <w:r>
        <w:tab/>
        <w:t>3.038e0</w:t>
      </w:r>
    </w:p>
    <w:p w:rsidR="00E00D30" w:rsidRDefault="00E00D30" w:rsidP="00E00D30">
      <w:r>
        <w:t>361.6946</w:t>
      </w:r>
      <w:r>
        <w:tab/>
        <w:t>1.013e0</w:t>
      </w:r>
    </w:p>
    <w:p w:rsidR="00E00D30" w:rsidRDefault="00E00D30" w:rsidP="00E00D30">
      <w:r>
        <w:t>361.7017</w:t>
      </w:r>
      <w:r>
        <w:tab/>
        <w:t>1.013e0</w:t>
      </w:r>
    </w:p>
    <w:p w:rsidR="00E00D30" w:rsidRDefault="00E00D30" w:rsidP="00E00D30">
      <w:r>
        <w:t>361.7299</w:t>
      </w:r>
      <w:r>
        <w:tab/>
        <w:t>1.013e0</w:t>
      </w:r>
    </w:p>
    <w:p w:rsidR="00E00D30" w:rsidRDefault="00E00D30" w:rsidP="00E00D30">
      <w:r>
        <w:t>361.7337</w:t>
      </w:r>
      <w:r>
        <w:tab/>
        <w:t>1.013e0</w:t>
      </w:r>
    </w:p>
    <w:p w:rsidR="00E00D30" w:rsidRDefault="00E00D30" w:rsidP="00E00D30">
      <w:r>
        <w:t>361.7594</w:t>
      </w:r>
      <w:r>
        <w:tab/>
        <w:t>1.013e0</w:t>
      </w:r>
    </w:p>
    <w:p w:rsidR="00E00D30" w:rsidRDefault="00E00D30" w:rsidP="00E00D30">
      <w:r>
        <w:t>361.7797</w:t>
      </w:r>
      <w:r>
        <w:tab/>
        <w:t>2.025e0</w:t>
      </w:r>
    </w:p>
    <w:p w:rsidR="00E00D30" w:rsidRDefault="00E00D30" w:rsidP="00E00D30">
      <w:r>
        <w:t>361.8506</w:t>
      </w:r>
      <w:r>
        <w:tab/>
        <w:t>1.013e0</w:t>
      </w:r>
    </w:p>
    <w:p w:rsidR="00E00D30" w:rsidRDefault="00E00D30" w:rsidP="00E00D30">
      <w:r>
        <w:t>361.8760</w:t>
      </w:r>
      <w:r>
        <w:tab/>
        <w:t>1.013e0</w:t>
      </w:r>
    </w:p>
    <w:p w:rsidR="00E00D30" w:rsidRDefault="00E00D30" w:rsidP="00E00D30">
      <w:r>
        <w:t>361.8845</w:t>
      </w:r>
      <w:r>
        <w:tab/>
        <w:t>2.025e0</w:t>
      </w:r>
    </w:p>
    <w:p w:rsidR="00E00D30" w:rsidRDefault="00E00D30" w:rsidP="00E00D30">
      <w:r>
        <w:lastRenderedPageBreak/>
        <w:t>361.9012</w:t>
      </w:r>
      <w:r>
        <w:tab/>
        <w:t>1.013e0</w:t>
      </w:r>
    </w:p>
    <w:p w:rsidR="00E00D30" w:rsidRDefault="00E00D30" w:rsidP="00E00D30">
      <w:r>
        <w:t>361.9174</w:t>
      </w:r>
      <w:r>
        <w:tab/>
        <w:t>1.013e0</w:t>
      </w:r>
    </w:p>
    <w:p w:rsidR="00E00D30" w:rsidRDefault="00E00D30" w:rsidP="00E00D30">
      <w:r>
        <w:t>361.9376</w:t>
      </w:r>
      <w:r>
        <w:tab/>
        <w:t>1.013e0</w:t>
      </w:r>
    </w:p>
    <w:p w:rsidR="00E00D30" w:rsidRDefault="00E00D30" w:rsidP="00E00D30">
      <w:r>
        <w:t>361.9418</w:t>
      </w:r>
      <w:r>
        <w:tab/>
        <w:t>1.013e0</w:t>
      </w:r>
    </w:p>
    <w:p w:rsidR="00E00D30" w:rsidRDefault="00E00D30" w:rsidP="00E00D30">
      <w:r>
        <w:t>361.9531</w:t>
      </w:r>
      <w:r>
        <w:tab/>
        <w:t>1.013e0</w:t>
      </w:r>
    </w:p>
    <w:p w:rsidR="00E00D30" w:rsidRDefault="00E00D30" w:rsidP="00E00D30">
      <w:r>
        <w:t>361.9541</w:t>
      </w:r>
      <w:r>
        <w:tab/>
        <w:t>2.025e0</w:t>
      </w:r>
    </w:p>
    <w:p w:rsidR="00E00D30" w:rsidRDefault="00E00D30" w:rsidP="00E00D30">
      <w:r>
        <w:t>361.9725</w:t>
      </w:r>
      <w:r>
        <w:tab/>
        <w:t>1.013e0</w:t>
      </w:r>
    </w:p>
    <w:p w:rsidR="00E00D30" w:rsidRDefault="00E00D30" w:rsidP="00E00D30">
      <w:r>
        <w:t>361.9794</w:t>
      </w:r>
      <w:r>
        <w:tab/>
        <w:t>1.013e0</w:t>
      </w:r>
    </w:p>
    <w:p w:rsidR="00E00D30" w:rsidRDefault="00E00D30" w:rsidP="00E00D30">
      <w:r>
        <w:t>361.9815</w:t>
      </w:r>
      <w:r>
        <w:tab/>
        <w:t>2.025e0</w:t>
      </w:r>
    </w:p>
    <w:p w:rsidR="00E00D30" w:rsidRDefault="00E00D30" w:rsidP="00E00D30">
      <w:r>
        <w:t>361.9854</w:t>
      </w:r>
      <w:r>
        <w:tab/>
        <w:t>2.025e0</w:t>
      </w:r>
    </w:p>
    <w:p w:rsidR="00E00D30" w:rsidRDefault="00E00D30" w:rsidP="00E00D30">
      <w:r>
        <w:t>362.0435</w:t>
      </w:r>
      <w:r>
        <w:tab/>
        <w:t>2.025e0</w:t>
      </w:r>
    </w:p>
    <w:p w:rsidR="00E00D30" w:rsidRDefault="00E00D30" w:rsidP="00E00D30">
      <w:r>
        <w:t>362.0684</w:t>
      </w:r>
      <w:r>
        <w:tab/>
        <w:t>2.025e0</w:t>
      </w:r>
    </w:p>
    <w:p w:rsidR="00E00D30" w:rsidRDefault="00E00D30" w:rsidP="00E00D30">
      <w:r>
        <w:t>362.0952</w:t>
      </w:r>
      <w:r>
        <w:tab/>
        <w:t>1.013e0</w:t>
      </w:r>
    </w:p>
    <w:p w:rsidR="00E00D30" w:rsidRDefault="00E00D30" w:rsidP="00E00D30">
      <w:r>
        <w:t>362.1086</w:t>
      </w:r>
      <w:r>
        <w:tab/>
        <w:t>1.013e0</w:t>
      </w:r>
    </w:p>
    <w:p w:rsidR="00E00D30" w:rsidRDefault="00E00D30" w:rsidP="00E00D30">
      <w:r>
        <w:t>362.1144</w:t>
      </w:r>
      <w:r>
        <w:tab/>
        <w:t>1.013e0</w:t>
      </w:r>
    </w:p>
    <w:p w:rsidR="00E00D30" w:rsidRDefault="00E00D30" w:rsidP="00E00D30">
      <w:r>
        <w:t>362.1247</w:t>
      </w:r>
      <w:r>
        <w:tab/>
        <w:t>1.013e0</w:t>
      </w:r>
    </w:p>
    <w:p w:rsidR="00E00D30" w:rsidRDefault="00E00D30" w:rsidP="00E00D30">
      <w:r>
        <w:t>362.1494</w:t>
      </w:r>
      <w:r>
        <w:tab/>
        <w:t>1.013e0</w:t>
      </w:r>
    </w:p>
    <w:p w:rsidR="00E00D30" w:rsidRDefault="00E00D30" w:rsidP="00E00D30">
      <w:r>
        <w:t>362.1603</w:t>
      </w:r>
      <w:r>
        <w:tab/>
        <w:t>1.013e0</w:t>
      </w:r>
    </w:p>
    <w:p w:rsidR="00E00D30" w:rsidRDefault="00E00D30" w:rsidP="00E00D30">
      <w:r>
        <w:t>362.1747</w:t>
      </w:r>
      <w:r>
        <w:tab/>
        <w:t>2.025e0</w:t>
      </w:r>
    </w:p>
    <w:p w:rsidR="00E00D30" w:rsidRDefault="00E00D30" w:rsidP="00E00D30">
      <w:r>
        <w:lastRenderedPageBreak/>
        <w:t>362.1805</w:t>
      </w:r>
      <w:r>
        <w:tab/>
        <w:t>2.025e0</w:t>
      </w:r>
    </w:p>
    <w:p w:rsidR="00E00D30" w:rsidRDefault="00E00D30" w:rsidP="00E00D30">
      <w:r>
        <w:t>362.1849</w:t>
      </w:r>
      <w:r>
        <w:tab/>
        <w:t>2.025e0</w:t>
      </w:r>
    </w:p>
    <w:p w:rsidR="00E00D30" w:rsidRDefault="00E00D30" w:rsidP="00E00D30">
      <w:r>
        <w:t>362.2043</w:t>
      </w:r>
      <w:r>
        <w:tab/>
        <w:t>6.076e0</w:t>
      </w:r>
    </w:p>
    <w:p w:rsidR="00E00D30" w:rsidRDefault="00E00D30" w:rsidP="00E00D30">
      <w:r>
        <w:t>362.2115</w:t>
      </w:r>
      <w:r>
        <w:tab/>
        <w:t>1.013e0</w:t>
      </w:r>
    </w:p>
    <w:p w:rsidR="00E00D30" w:rsidRDefault="00E00D30" w:rsidP="00E00D30">
      <w:r>
        <w:t>362.2160</w:t>
      </w:r>
      <w:r>
        <w:tab/>
        <w:t>1.013e0</w:t>
      </w:r>
    </w:p>
    <w:p w:rsidR="00E00D30" w:rsidRDefault="00E00D30" w:rsidP="00E00D30">
      <w:r>
        <w:t>362.2185</w:t>
      </w:r>
      <w:r>
        <w:tab/>
        <w:t>3.038e0</w:t>
      </w:r>
    </w:p>
    <w:p w:rsidR="00E00D30" w:rsidRDefault="00E00D30" w:rsidP="00E00D30">
      <w:r>
        <w:t>362.2353</w:t>
      </w:r>
      <w:r>
        <w:tab/>
        <w:t>2.025e0</w:t>
      </w:r>
    </w:p>
    <w:p w:rsidR="00E00D30" w:rsidRDefault="00E00D30" w:rsidP="00E00D30">
      <w:r>
        <w:t>362.2371</w:t>
      </w:r>
      <w:r>
        <w:tab/>
        <w:t>4.051e0</w:t>
      </w:r>
    </w:p>
    <w:p w:rsidR="00E00D30" w:rsidRDefault="00E00D30" w:rsidP="00E00D30">
      <w:r>
        <w:t>362.2502</w:t>
      </w:r>
      <w:r>
        <w:tab/>
        <w:t>5.063e0</w:t>
      </w:r>
    </w:p>
    <w:p w:rsidR="00E00D30" w:rsidRDefault="00E00D30" w:rsidP="00E00D30">
      <w:r>
        <w:t>362.2639</w:t>
      </w:r>
      <w:r>
        <w:tab/>
        <w:t>2.025e0</w:t>
      </w:r>
    </w:p>
    <w:p w:rsidR="00E00D30" w:rsidRDefault="00E00D30" w:rsidP="00E00D30">
      <w:r>
        <w:t>362.2766</w:t>
      </w:r>
      <w:r>
        <w:tab/>
        <w:t>1.013e0</w:t>
      </w:r>
    </w:p>
    <w:p w:rsidR="00E00D30" w:rsidRDefault="00E00D30" w:rsidP="00E00D30">
      <w:r>
        <w:t>362.2789</w:t>
      </w:r>
      <w:r>
        <w:tab/>
        <w:t>2.025e0</w:t>
      </w:r>
    </w:p>
    <w:p w:rsidR="00E00D30" w:rsidRDefault="00E00D30" w:rsidP="00E00D30">
      <w:r>
        <w:t>362.2979</w:t>
      </w:r>
      <w:r>
        <w:tab/>
        <w:t>3.038e0</w:t>
      </w:r>
    </w:p>
    <w:p w:rsidR="00E00D30" w:rsidRDefault="00E00D30" w:rsidP="00E00D30">
      <w:r>
        <w:t>362.3268</w:t>
      </w:r>
      <w:r>
        <w:tab/>
        <w:t>2.025e0</w:t>
      </w:r>
    </w:p>
    <w:p w:rsidR="00E00D30" w:rsidRDefault="00E00D30" w:rsidP="00E00D30">
      <w:r>
        <w:t>362.3278</w:t>
      </w:r>
      <w:r>
        <w:tab/>
        <w:t>2.025e0</w:t>
      </w:r>
    </w:p>
    <w:p w:rsidR="00E00D30" w:rsidRDefault="00E00D30" w:rsidP="00E00D30">
      <w:r>
        <w:t>362.3326</w:t>
      </w:r>
      <w:r>
        <w:tab/>
        <w:t>1.013e0</w:t>
      </w:r>
    </w:p>
    <w:p w:rsidR="00E00D30" w:rsidRDefault="00E00D30" w:rsidP="00E00D30">
      <w:r>
        <w:t>362.3578</w:t>
      </w:r>
      <w:r>
        <w:tab/>
        <w:t>1.013e0</w:t>
      </w:r>
    </w:p>
    <w:p w:rsidR="00E00D30" w:rsidRDefault="00E00D30" w:rsidP="00E00D30">
      <w:r>
        <w:t>362.3730</w:t>
      </w:r>
      <w:r>
        <w:tab/>
        <w:t>1.013e0</w:t>
      </w:r>
    </w:p>
    <w:p w:rsidR="00E00D30" w:rsidRDefault="00E00D30" w:rsidP="00E00D30">
      <w:r>
        <w:t>362.4186</w:t>
      </w:r>
      <w:r>
        <w:tab/>
        <w:t>2.025e0</w:t>
      </w:r>
    </w:p>
    <w:p w:rsidR="00E00D30" w:rsidRDefault="00E00D30" w:rsidP="00E00D30">
      <w:r>
        <w:lastRenderedPageBreak/>
        <w:t>362.4735</w:t>
      </w:r>
      <w:r>
        <w:tab/>
        <w:t>1.013e0</w:t>
      </w:r>
    </w:p>
    <w:p w:rsidR="00E00D30" w:rsidRDefault="00E00D30" w:rsidP="00E00D30">
      <w:r>
        <w:t>362.5023</w:t>
      </w:r>
      <w:r>
        <w:tab/>
        <w:t>1.013e0</w:t>
      </w:r>
    </w:p>
    <w:p w:rsidR="00E00D30" w:rsidRDefault="00E00D30" w:rsidP="00E00D30">
      <w:r>
        <w:t>362.5195</w:t>
      </w:r>
      <w:r>
        <w:tab/>
        <w:t>1.013e0</w:t>
      </w:r>
    </w:p>
    <w:p w:rsidR="00E00D30" w:rsidRDefault="00E00D30" w:rsidP="00E00D30">
      <w:r>
        <w:t>362.5736</w:t>
      </w:r>
      <w:r>
        <w:tab/>
        <w:t>1.013e0</w:t>
      </w:r>
    </w:p>
    <w:p w:rsidR="00E00D30" w:rsidRDefault="00E00D30" w:rsidP="00E00D30">
      <w:r>
        <w:t>362.5815</w:t>
      </w:r>
      <w:r>
        <w:tab/>
        <w:t>2.025e0</w:t>
      </w:r>
    </w:p>
    <w:p w:rsidR="00E00D30" w:rsidRDefault="00E00D30" w:rsidP="00E00D30">
      <w:r>
        <w:t>362.5896</w:t>
      </w:r>
      <w:r>
        <w:tab/>
        <w:t>2.025e0</w:t>
      </w:r>
    </w:p>
    <w:p w:rsidR="00E00D30" w:rsidRDefault="00E00D30" w:rsidP="00E00D30">
      <w:r>
        <w:t>362.6187</w:t>
      </w:r>
      <w:r>
        <w:tab/>
        <w:t>1.013e0</w:t>
      </w:r>
    </w:p>
    <w:p w:rsidR="00E00D30" w:rsidRDefault="00E00D30" w:rsidP="00E00D30">
      <w:r>
        <w:t>362.6281</w:t>
      </w:r>
      <w:r>
        <w:tab/>
        <w:t>2.025e0</w:t>
      </w:r>
    </w:p>
    <w:p w:rsidR="00E00D30" w:rsidRDefault="00E00D30" w:rsidP="00E00D30">
      <w:r>
        <w:t>362.6464</w:t>
      </w:r>
      <w:r>
        <w:tab/>
        <w:t>2.025e0</w:t>
      </w:r>
    </w:p>
    <w:p w:rsidR="00E00D30" w:rsidRDefault="00E00D30" w:rsidP="00E00D30">
      <w:r>
        <w:t>362.6872</w:t>
      </w:r>
      <w:r>
        <w:tab/>
        <w:t>3.038e0</w:t>
      </w:r>
    </w:p>
    <w:p w:rsidR="00E00D30" w:rsidRDefault="00E00D30" w:rsidP="00E00D30">
      <w:r>
        <w:t>362.6899</w:t>
      </w:r>
      <w:r>
        <w:tab/>
        <w:t>1.013e0</w:t>
      </w:r>
    </w:p>
    <w:p w:rsidR="00E00D30" w:rsidRDefault="00E00D30" w:rsidP="00E00D30">
      <w:r>
        <w:t>362.7069</w:t>
      </w:r>
      <w:r>
        <w:tab/>
        <w:t>1.013e0</w:t>
      </w:r>
    </w:p>
    <w:p w:rsidR="00E00D30" w:rsidRDefault="00E00D30" w:rsidP="00E00D30">
      <w:r>
        <w:t>362.7104</w:t>
      </w:r>
      <w:r>
        <w:tab/>
        <w:t>1.013e0</w:t>
      </w:r>
    </w:p>
    <w:p w:rsidR="00E00D30" w:rsidRDefault="00E00D30" w:rsidP="00E00D30">
      <w:r>
        <w:t>362.7315</w:t>
      </w:r>
      <w:r>
        <w:tab/>
        <w:t>2.025e0</w:t>
      </w:r>
    </w:p>
    <w:p w:rsidR="00E00D30" w:rsidRDefault="00E00D30" w:rsidP="00E00D30">
      <w:r>
        <w:t>362.7481</w:t>
      </w:r>
      <w:r>
        <w:tab/>
        <w:t>1.013e0</w:t>
      </w:r>
    </w:p>
    <w:p w:rsidR="00E00D30" w:rsidRDefault="00E00D30" w:rsidP="00E00D30">
      <w:r>
        <w:t>362.7562</w:t>
      </w:r>
      <w:r>
        <w:tab/>
        <w:t>1.013e0</w:t>
      </w:r>
    </w:p>
    <w:p w:rsidR="00E00D30" w:rsidRDefault="00E00D30" w:rsidP="00E00D30">
      <w:r>
        <w:t>362.7615</w:t>
      </w:r>
      <w:r>
        <w:tab/>
        <w:t>2.025e0</w:t>
      </w:r>
    </w:p>
    <w:p w:rsidR="00E00D30" w:rsidRDefault="00E00D30" w:rsidP="00E00D30">
      <w:r>
        <w:t>362.7776</w:t>
      </w:r>
      <w:r>
        <w:tab/>
        <w:t>1.013e0</w:t>
      </w:r>
    </w:p>
    <w:p w:rsidR="00E00D30" w:rsidRDefault="00E00D30" w:rsidP="00E00D30">
      <w:r>
        <w:t>362.8070</w:t>
      </w:r>
      <w:r>
        <w:tab/>
        <w:t>1.013e0</w:t>
      </w:r>
    </w:p>
    <w:p w:rsidR="00E00D30" w:rsidRDefault="00E00D30" w:rsidP="00E00D30">
      <w:r>
        <w:lastRenderedPageBreak/>
        <w:t>362.8129</w:t>
      </w:r>
      <w:r>
        <w:tab/>
        <w:t>2.025e0</w:t>
      </w:r>
    </w:p>
    <w:p w:rsidR="00E00D30" w:rsidRDefault="00E00D30" w:rsidP="00E00D30">
      <w:r>
        <w:t>362.8523</w:t>
      </w:r>
      <w:r>
        <w:tab/>
        <w:t>1.013e0</w:t>
      </w:r>
    </w:p>
    <w:p w:rsidR="00E00D30" w:rsidRDefault="00E00D30" w:rsidP="00E00D30">
      <w:r>
        <w:t>362.8934</w:t>
      </w:r>
      <w:r>
        <w:tab/>
        <w:t>4.051e0</w:t>
      </w:r>
    </w:p>
    <w:p w:rsidR="00E00D30" w:rsidRDefault="00E00D30" w:rsidP="00E00D30">
      <w:r>
        <w:t>362.9184</w:t>
      </w:r>
      <w:r>
        <w:tab/>
        <w:t>1.013e0</w:t>
      </w:r>
    </w:p>
    <w:p w:rsidR="00E00D30" w:rsidRDefault="00E00D30" w:rsidP="00E00D30">
      <w:r>
        <w:t>362.9207</w:t>
      </w:r>
      <w:r>
        <w:tab/>
        <w:t>3.038e0</w:t>
      </w:r>
    </w:p>
    <w:p w:rsidR="00E00D30" w:rsidRDefault="00E00D30" w:rsidP="00E00D30">
      <w:r>
        <w:t>362.9392</w:t>
      </w:r>
      <w:r>
        <w:tab/>
        <w:t>1.013e0</w:t>
      </w:r>
    </w:p>
    <w:p w:rsidR="00E00D30" w:rsidRDefault="00E00D30" w:rsidP="00E00D30">
      <w:r>
        <w:t>362.9431</w:t>
      </w:r>
      <w:r>
        <w:tab/>
        <w:t>1.013e0</w:t>
      </w:r>
    </w:p>
    <w:p w:rsidR="00E00D30" w:rsidRDefault="00E00D30" w:rsidP="00E00D30">
      <w:r>
        <w:t>362.9606</w:t>
      </w:r>
      <w:r>
        <w:tab/>
        <w:t>2.025e0</w:t>
      </w:r>
    </w:p>
    <w:p w:rsidR="00E00D30" w:rsidRDefault="00E00D30" w:rsidP="00E00D30">
      <w:r>
        <w:t>362.9640</w:t>
      </w:r>
      <w:r>
        <w:tab/>
        <w:t>1.013e0</w:t>
      </w:r>
    </w:p>
    <w:p w:rsidR="00E00D30" w:rsidRDefault="00E00D30" w:rsidP="00E00D30">
      <w:r>
        <w:t>362.9765</w:t>
      </w:r>
      <w:r>
        <w:tab/>
        <w:t>2.025e0</w:t>
      </w:r>
    </w:p>
    <w:p w:rsidR="00E00D30" w:rsidRDefault="00E00D30" w:rsidP="00E00D30">
      <w:r>
        <w:t>362.9966</w:t>
      </w:r>
      <w:r>
        <w:tab/>
        <w:t>3.038e0</w:t>
      </w:r>
    </w:p>
    <w:p w:rsidR="00E00D30" w:rsidRDefault="00E00D30" w:rsidP="00E00D30">
      <w:r>
        <w:t>363.0008</w:t>
      </w:r>
      <w:r>
        <w:tab/>
        <w:t>1.013e0</w:t>
      </w:r>
    </w:p>
    <w:p w:rsidR="00E00D30" w:rsidRDefault="00E00D30" w:rsidP="00E00D30">
      <w:r>
        <w:t>363.0271</w:t>
      </w:r>
      <w:r>
        <w:tab/>
        <w:t>2.025e0</w:t>
      </w:r>
    </w:p>
    <w:p w:rsidR="00E00D30" w:rsidRDefault="00E00D30" w:rsidP="00E00D30">
      <w:r>
        <w:t>363.0517</w:t>
      </w:r>
      <w:r>
        <w:tab/>
        <w:t>2.025e0</w:t>
      </w:r>
    </w:p>
    <w:p w:rsidR="00E00D30" w:rsidRDefault="00E00D30" w:rsidP="00E00D30">
      <w:r>
        <w:t>363.0653</w:t>
      </w:r>
      <w:r>
        <w:tab/>
        <w:t>2.025e0</w:t>
      </w:r>
    </w:p>
    <w:p w:rsidR="00E00D30" w:rsidRDefault="00E00D30" w:rsidP="00E00D30">
      <w:r>
        <w:t>363.0728</w:t>
      </w:r>
      <w:r>
        <w:tab/>
        <w:t>2.025e0</w:t>
      </w:r>
    </w:p>
    <w:p w:rsidR="00E00D30" w:rsidRDefault="00E00D30" w:rsidP="00E00D30">
      <w:r>
        <w:t>363.0805</w:t>
      </w:r>
      <w:r>
        <w:tab/>
        <w:t>1.013e0</w:t>
      </w:r>
    </w:p>
    <w:p w:rsidR="00E00D30" w:rsidRDefault="00E00D30" w:rsidP="00E00D30">
      <w:r>
        <w:t>363.0919</w:t>
      </w:r>
      <w:r>
        <w:tab/>
        <w:t>1.013e0</w:t>
      </w:r>
    </w:p>
    <w:p w:rsidR="00E00D30" w:rsidRDefault="00E00D30" w:rsidP="00E00D30">
      <w:r>
        <w:t>363.1200</w:t>
      </w:r>
      <w:r>
        <w:tab/>
        <w:t>5.063e0</w:t>
      </w:r>
    </w:p>
    <w:p w:rsidR="00E00D30" w:rsidRDefault="00E00D30" w:rsidP="00E00D30">
      <w:r>
        <w:lastRenderedPageBreak/>
        <w:t>363.1234</w:t>
      </w:r>
      <w:r>
        <w:tab/>
        <w:t>2.025e0</w:t>
      </w:r>
    </w:p>
    <w:p w:rsidR="00E00D30" w:rsidRDefault="00E00D30" w:rsidP="00E00D30">
      <w:r>
        <w:t>363.1308</w:t>
      </w:r>
      <w:r>
        <w:tab/>
        <w:t>1.013e0</w:t>
      </w:r>
    </w:p>
    <w:p w:rsidR="00E00D30" w:rsidRDefault="00E00D30" w:rsidP="00E00D30">
      <w:r>
        <w:t>363.1665</w:t>
      </w:r>
      <w:r>
        <w:tab/>
        <w:t>2.025e0</w:t>
      </w:r>
    </w:p>
    <w:p w:rsidR="00E00D30" w:rsidRDefault="00E00D30" w:rsidP="00E00D30">
      <w:r>
        <w:t>363.1679</w:t>
      </w:r>
      <w:r>
        <w:tab/>
        <w:t>1.013e0</w:t>
      </w:r>
    </w:p>
    <w:p w:rsidR="00E00D30" w:rsidRDefault="00E00D30" w:rsidP="00E00D30">
      <w:r>
        <w:t>363.1760</w:t>
      </w:r>
      <w:r>
        <w:tab/>
        <w:t>3.038e0</w:t>
      </w:r>
    </w:p>
    <w:p w:rsidR="00E00D30" w:rsidRDefault="00E00D30" w:rsidP="00E00D30">
      <w:r>
        <w:t>363.2020</w:t>
      </w:r>
      <w:r>
        <w:tab/>
        <w:t>1.013e0</w:t>
      </w:r>
    </w:p>
    <w:p w:rsidR="00E00D30" w:rsidRDefault="00E00D30" w:rsidP="00E00D30">
      <w:r>
        <w:t>363.2178</w:t>
      </w:r>
      <w:r>
        <w:tab/>
        <w:t>1.013e0</w:t>
      </w:r>
    </w:p>
    <w:p w:rsidR="00E00D30" w:rsidRDefault="00E00D30" w:rsidP="00E00D30">
      <w:r>
        <w:t>363.2216</w:t>
      </w:r>
      <w:r>
        <w:tab/>
        <w:t>1.013e0</w:t>
      </w:r>
    </w:p>
    <w:p w:rsidR="00E00D30" w:rsidRDefault="00E00D30" w:rsidP="00E00D30">
      <w:r>
        <w:t>363.2386</w:t>
      </w:r>
      <w:r>
        <w:tab/>
        <w:t>1.013e0</w:t>
      </w:r>
    </w:p>
    <w:p w:rsidR="00E00D30" w:rsidRDefault="00E00D30" w:rsidP="00E00D30">
      <w:r>
        <w:t>363.2467</w:t>
      </w:r>
      <w:r>
        <w:tab/>
        <w:t>1.013e0</w:t>
      </w:r>
    </w:p>
    <w:p w:rsidR="00E00D30" w:rsidRDefault="00E00D30" w:rsidP="00E00D30">
      <w:r>
        <w:t>363.2533</w:t>
      </w:r>
      <w:r>
        <w:tab/>
        <w:t>2.025e0</w:t>
      </w:r>
    </w:p>
    <w:p w:rsidR="00E00D30" w:rsidRDefault="00E00D30" w:rsidP="00E00D30">
      <w:r>
        <w:t>363.2596</w:t>
      </w:r>
      <w:r>
        <w:tab/>
        <w:t>1.013e0</w:t>
      </w:r>
    </w:p>
    <w:p w:rsidR="00E00D30" w:rsidRDefault="00E00D30" w:rsidP="00E00D30">
      <w:r>
        <w:t>363.2676</w:t>
      </w:r>
      <w:r>
        <w:tab/>
        <w:t>2.025e0</w:t>
      </w:r>
    </w:p>
    <w:p w:rsidR="00E00D30" w:rsidRDefault="00E00D30" w:rsidP="00E00D30">
      <w:r>
        <w:t>363.2729</w:t>
      </w:r>
      <w:r>
        <w:tab/>
        <w:t>1.013e0</w:t>
      </w:r>
    </w:p>
    <w:p w:rsidR="00E00D30" w:rsidRDefault="00E00D30" w:rsidP="00E00D30">
      <w:r>
        <w:t>363.2988</w:t>
      </w:r>
      <w:r>
        <w:tab/>
        <w:t>1.013e0</w:t>
      </w:r>
    </w:p>
    <w:p w:rsidR="00E00D30" w:rsidRDefault="00E00D30" w:rsidP="00E00D30">
      <w:r>
        <w:t>363.3087</w:t>
      </w:r>
      <w:r>
        <w:tab/>
        <w:t>3.038e0</w:t>
      </w:r>
    </w:p>
    <w:p w:rsidR="00E00D30" w:rsidRDefault="00E00D30" w:rsidP="00E00D30">
      <w:r>
        <w:t>363.3196</w:t>
      </w:r>
      <w:r>
        <w:tab/>
        <w:t>4.051e0</w:t>
      </w:r>
    </w:p>
    <w:p w:rsidR="00E00D30" w:rsidRDefault="00E00D30" w:rsidP="00E00D30">
      <w:r>
        <w:t>363.3246</w:t>
      </w:r>
      <w:r>
        <w:tab/>
        <w:t>4.051e0</w:t>
      </w:r>
    </w:p>
    <w:p w:rsidR="00E00D30" w:rsidRDefault="00E00D30" w:rsidP="00E00D30">
      <w:r>
        <w:t>363.3340</w:t>
      </w:r>
      <w:r>
        <w:tab/>
        <w:t>1.013e0</w:t>
      </w:r>
    </w:p>
    <w:p w:rsidR="00E00D30" w:rsidRDefault="00E00D30" w:rsidP="00E00D30">
      <w:r>
        <w:lastRenderedPageBreak/>
        <w:t>363.3549</w:t>
      </w:r>
      <w:r>
        <w:tab/>
        <w:t>1.013e0</w:t>
      </w:r>
    </w:p>
    <w:p w:rsidR="00E00D30" w:rsidRDefault="00E00D30" w:rsidP="00E00D30">
      <w:r>
        <w:t>363.3591</w:t>
      </w:r>
      <w:r>
        <w:tab/>
        <w:t>1.013e0</w:t>
      </w:r>
    </w:p>
    <w:p w:rsidR="00E00D30" w:rsidRDefault="00E00D30" w:rsidP="00E00D30">
      <w:r>
        <w:t>363.3759</w:t>
      </w:r>
      <w:r>
        <w:tab/>
        <w:t>1.013e0</w:t>
      </w:r>
    </w:p>
    <w:p w:rsidR="00E00D30" w:rsidRDefault="00E00D30" w:rsidP="00E00D30">
      <w:r>
        <w:t>363.4224</w:t>
      </w:r>
      <w:r>
        <w:tab/>
        <w:t>1.013e0</w:t>
      </w:r>
    </w:p>
    <w:p w:rsidR="00E00D30" w:rsidRDefault="00E00D30" w:rsidP="00E00D30">
      <w:r>
        <w:t>363.4261</w:t>
      </w:r>
      <w:r>
        <w:tab/>
        <w:t>1.013e0</w:t>
      </w:r>
    </w:p>
    <w:p w:rsidR="00E00D30" w:rsidRDefault="00E00D30" w:rsidP="00E00D30">
      <w:r>
        <w:t>363.4543</w:t>
      </w:r>
      <w:r>
        <w:tab/>
        <w:t>1.013e0</w:t>
      </w:r>
    </w:p>
    <w:p w:rsidR="00E00D30" w:rsidRDefault="00E00D30" w:rsidP="00E00D30">
      <w:r>
        <w:t>363.4589</w:t>
      </w:r>
      <w:r>
        <w:tab/>
        <w:t>2.025e0</w:t>
      </w:r>
    </w:p>
    <w:p w:rsidR="00E00D30" w:rsidRDefault="00E00D30" w:rsidP="00E00D30">
      <w:r>
        <w:t>363.5173</w:t>
      </w:r>
      <w:r>
        <w:tab/>
        <w:t>2.025e0</w:t>
      </w:r>
    </w:p>
    <w:p w:rsidR="00E00D30" w:rsidRDefault="00E00D30" w:rsidP="00E00D30">
      <w:r>
        <w:t>363.5255</w:t>
      </w:r>
      <w:r>
        <w:tab/>
        <w:t>1.013e0</w:t>
      </w:r>
    </w:p>
    <w:p w:rsidR="00E00D30" w:rsidRDefault="00E00D30" w:rsidP="00E00D30">
      <w:r>
        <w:t>363.5544</w:t>
      </w:r>
      <w:r>
        <w:tab/>
        <w:t>2.025e0</w:t>
      </w:r>
    </w:p>
    <w:p w:rsidR="00E00D30" w:rsidRDefault="00E00D30" w:rsidP="00E00D30">
      <w:r>
        <w:t>363.5675</w:t>
      </w:r>
      <w:r>
        <w:tab/>
        <w:t>1.013e0</w:t>
      </w:r>
    </w:p>
    <w:p w:rsidR="00E00D30" w:rsidRDefault="00E00D30" w:rsidP="00E00D30">
      <w:r>
        <w:t>363.5970</w:t>
      </w:r>
      <w:r>
        <w:tab/>
        <w:t>1.013e0</w:t>
      </w:r>
    </w:p>
    <w:p w:rsidR="00E00D30" w:rsidRDefault="00E00D30" w:rsidP="00E00D30">
      <w:r>
        <w:t>363.6072</w:t>
      </w:r>
      <w:r>
        <w:tab/>
        <w:t>2.025e0</w:t>
      </w:r>
    </w:p>
    <w:p w:rsidR="00E00D30" w:rsidRDefault="00E00D30" w:rsidP="00E00D30">
      <w:r>
        <w:t>363.6087</w:t>
      </w:r>
      <w:r>
        <w:tab/>
        <w:t>1.013e0</w:t>
      </w:r>
    </w:p>
    <w:p w:rsidR="00E00D30" w:rsidRDefault="00E00D30" w:rsidP="00E00D30">
      <w:r>
        <w:t>363.6234</w:t>
      </w:r>
      <w:r>
        <w:tab/>
        <w:t>1.013e0</w:t>
      </w:r>
    </w:p>
    <w:p w:rsidR="00E00D30" w:rsidRDefault="00E00D30" w:rsidP="00E00D30">
      <w:r>
        <w:t>363.6489</w:t>
      </w:r>
      <w:r>
        <w:tab/>
        <w:t>1.013e0</w:t>
      </w:r>
    </w:p>
    <w:p w:rsidR="00E00D30" w:rsidRDefault="00E00D30" w:rsidP="00E00D30">
      <w:r>
        <w:t>363.6545</w:t>
      </w:r>
      <w:r>
        <w:tab/>
        <w:t>1.013e0</w:t>
      </w:r>
    </w:p>
    <w:p w:rsidR="00E00D30" w:rsidRDefault="00E00D30" w:rsidP="00E00D30">
      <w:r>
        <w:t>363.6794</w:t>
      </w:r>
      <w:r>
        <w:tab/>
        <w:t>1.013e0</w:t>
      </w:r>
    </w:p>
    <w:p w:rsidR="00E00D30" w:rsidRDefault="00E00D30" w:rsidP="00E00D30">
      <w:r>
        <w:t>363.6947</w:t>
      </w:r>
      <w:r>
        <w:tab/>
        <w:t>1.013e0</w:t>
      </w:r>
    </w:p>
    <w:p w:rsidR="00E00D30" w:rsidRDefault="00E00D30" w:rsidP="00E00D30">
      <w:r>
        <w:lastRenderedPageBreak/>
        <w:t>363.7043</w:t>
      </w:r>
      <w:r>
        <w:tab/>
        <w:t>1.013e0</w:t>
      </w:r>
    </w:p>
    <w:p w:rsidR="00E00D30" w:rsidRDefault="00E00D30" w:rsidP="00E00D30">
      <w:r>
        <w:t>363.7080</w:t>
      </w:r>
      <w:r>
        <w:tab/>
        <w:t>1.013e0</w:t>
      </w:r>
    </w:p>
    <w:p w:rsidR="00E00D30" w:rsidRDefault="00E00D30" w:rsidP="00E00D30">
      <w:r>
        <w:t>363.7257</w:t>
      </w:r>
      <w:r>
        <w:tab/>
        <w:t>1.013e0</w:t>
      </w:r>
    </w:p>
    <w:p w:rsidR="00E00D30" w:rsidRDefault="00E00D30" w:rsidP="00E00D30">
      <w:r>
        <w:t>363.7643</w:t>
      </w:r>
      <w:r>
        <w:tab/>
        <w:t>2.025e0</w:t>
      </w:r>
    </w:p>
    <w:p w:rsidR="00E00D30" w:rsidRDefault="00E00D30" w:rsidP="00E00D30">
      <w:r>
        <w:t>363.7750</w:t>
      </w:r>
      <w:r>
        <w:tab/>
        <w:t>1.013e0</w:t>
      </w:r>
    </w:p>
    <w:p w:rsidR="00E00D30" w:rsidRDefault="00E00D30" w:rsidP="00E00D30">
      <w:r>
        <w:t>363.7920</w:t>
      </w:r>
      <w:r>
        <w:tab/>
        <w:t>1.013e0</w:t>
      </w:r>
    </w:p>
    <w:p w:rsidR="00E00D30" w:rsidRDefault="00E00D30" w:rsidP="00E00D30">
      <w:r>
        <w:t>363.7957</w:t>
      </w:r>
      <w:r>
        <w:tab/>
        <w:t>1.013e0</w:t>
      </w:r>
    </w:p>
    <w:p w:rsidR="00E00D30" w:rsidRDefault="00E00D30" w:rsidP="00E00D30">
      <w:r>
        <w:t>363.7999</w:t>
      </w:r>
      <w:r>
        <w:tab/>
        <w:t>1.013e0</w:t>
      </w:r>
    </w:p>
    <w:p w:rsidR="00E00D30" w:rsidRDefault="00E00D30" w:rsidP="00E00D30">
      <w:r>
        <w:t>363.8416</w:t>
      </w:r>
      <w:r>
        <w:tab/>
        <w:t>1.013e0</w:t>
      </w:r>
    </w:p>
    <w:p w:rsidR="00E00D30" w:rsidRDefault="00E00D30" w:rsidP="00E00D30">
      <w:r>
        <w:t>363.8565</w:t>
      </w:r>
      <w:r>
        <w:tab/>
        <w:t>1.013e0</w:t>
      </w:r>
    </w:p>
    <w:p w:rsidR="00E00D30" w:rsidRDefault="00E00D30" w:rsidP="00E00D30">
      <w:r>
        <w:t>363.8705</w:t>
      </w:r>
      <w:r>
        <w:tab/>
        <w:t>1.013e0</w:t>
      </w:r>
    </w:p>
    <w:p w:rsidR="00E00D30" w:rsidRDefault="00E00D30" w:rsidP="00E00D30">
      <w:r>
        <w:t>363.8764</w:t>
      </w:r>
      <w:r>
        <w:tab/>
        <w:t>1.013e0</w:t>
      </w:r>
    </w:p>
    <w:p w:rsidR="00E00D30" w:rsidRDefault="00E00D30" w:rsidP="00E00D30">
      <w:r>
        <w:t>363.8822</w:t>
      </w:r>
      <w:r>
        <w:tab/>
        <w:t>1.013e0</w:t>
      </w:r>
    </w:p>
    <w:p w:rsidR="00E00D30" w:rsidRDefault="00E00D30" w:rsidP="00E00D30">
      <w:r>
        <w:t>363.9103</w:t>
      </w:r>
      <w:r>
        <w:tab/>
        <w:t>3.038e0</w:t>
      </w:r>
    </w:p>
    <w:p w:rsidR="00E00D30" w:rsidRDefault="00E00D30" w:rsidP="00E00D30">
      <w:r>
        <w:t>363.9212</w:t>
      </w:r>
      <w:r>
        <w:tab/>
        <w:t>1.013e0</w:t>
      </w:r>
    </w:p>
    <w:p w:rsidR="00E00D30" w:rsidRDefault="00E00D30" w:rsidP="00E00D30">
      <w:r>
        <w:t>363.9277</w:t>
      </w:r>
      <w:r>
        <w:tab/>
        <w:t>1.013e0</w:t>
      </w:r>
    </w:p>
    <w:p w:rsidR="00E00D30" w:rsidRDefault="00E00D30" w:rsidP="00E00D30">
      <w:r>
        <w:t>363.9377</w:t>
      </w:r>
      <w:r>
        <w:tab/>
        <w:t>1.013e0</w:t>
      </w:r>
    </w:p>
    <w:p w:rsidR="00E00D30" w:rsidRDefault="00E00D30" w:rsidP="00E00D30">
      <w:r>
        <w:t>363.9473</w:t>
      </w:r>
      <w:r>
        <w:tab/>
        <w:t>1.013e0</w:t>
      </w:r>
    </w:p>
    <w:p w:rsidR="00E00D30" w:rsidRDefault="00E00D30" w:rsidP="00E00D30">
      <w:r>
        <w:t>363.9682</w:t>
      </w:r>
      <w:r>
        <w:tab/>
        <w:t>2.025e0</w:t>
      </w:r>
    </w:p>
    <w:p w:rsidR="00E00D30" w:rsidRDefault="00E00D30" w:rsidP="00E00D30">
      <w:r>
        <w:lastRenderedPageBreak/>
        <w:t>363.9733</w:t>
      </w:r>
      <w:r>
        <w:tab/>
        <w:t>1.013e0</w:t>
      </w:r>
    </w:p>
    <w:p w:rsidR="00E00D30" w:rsidRDefault="00E00D30" w:rsidP="00E00D30">
      <w:r>
        <w:t>363.9796</w:t>
      </w:r>
      <w:r>
        <w:tab/>
        <w:t>1.013e0</w:t>
      </w:r>
    </w:p>
    <w:p w:rsidR="00E00D30" w:rsidRDefault="00E00D30" w:rsidP="00E00D30">
      <w:r>
        <w:t>363.9916</w:t>
      </w:r>
      <w:r>
        <w:tab/>
        <w:t>4.051e0</w:t>
      </w:r>
    </w:p>
    <w:p w:rsidR="00E00D30" w:rsidRDefault="00E00D30" w:rsidP="00E00D30">
      <w:r>
        <w:t>363.9928</w:t>
      </w:r>
      <w:r>
        <w:tab/>
        <w:t>1.013e0</w:t>
      </w:r>
    </w:p>
    <w:p w:rsidR="00E00D30" w:rsidRDefault="00E00D30" w:rsidP="00E00D30">
      <w:r>
        <w:t>364.0255</w:t>
      </w:r>
      <w:r>
        <w:tab/>
        <w:t>1.013e0</w:t>
      </w:r>
    </w:p>
    <w:p w:rsidR="00E00D30" w:rsidRDefault="00E00D30" w:rsidP="00E00D30">
      <w:r>
        <w:t>364.0486</w:t>
      </w:r>
      <w:r>
        <w:tab/>
        <w:t>2.025e0</w:t>
      </w:r>
    </w:p>
    <w:p w:rsidR="00E00D30" w:rsidRDefault="00E00D30" w:rsidP="00E00D30">
      <w:r>
        <w:t>364.0606</w:t>
      </w:r>
      <w:r>
        <w:tab/>
        <w:t>3.038e0</w:t>
      </w:r>
    </w:p>
    <w:p w:rsidR="00E00D30" w:rsidRDefault="00E00D30" w:rsidP="00E00D30">
      <w:r>
        <w:t>364.0750</w:t>
      </w:r>
      <w:r>
        <w:tab/>
        <w:t>1.013e0</w:t>
      </w:r>
    </w:p>
    <w:p w:rsidR="00E00D30" w:rsidRDefault="00E00D30" w:rsidP="00E00D30">
      <w:r>
        <w:t>364.0959</w:t>
      </w:r>
      <w:r>
        <w:tab/>
        <w:t>2.025e0</w:t>
      </w:r>
    </w:p>
    <w:p w:rsidR="00E00D30" w:rsidRDefault="00E00D30" w:rsidP="00E00D30">
      <w:r>
        <w:t>364.1161</w:t>
      </w:r>
      <w:r>
        <w:tab/>
        <w:t>1.013e0</w:t>
      </w:r>
    </w:p>
    <w:p w:rsidR="00E00D30" w:rsidRDefault="00E00D30" w:rsidP="00E00D30">
      <w:r>
        <w:t>364.1241</w:t>
      </w:r>
      <w:r>
        <w:tab/>
        <w:t>1.013e0</w:t>
      </w:r>
    </w:p>
    <w:p w:rsidR="00E00D30" w:rsidRDefault="00E00D30" w:rsidP="00E00D30">
      <w:r>
        <w:t>364.1482</w:t>
      </w:r>
      <w:r>
        <w:tab/>
        <w:t>3.038e0</w:t>
      </w:r>
    </w:p>
    <w:p w:rsidR="00E00D30" w:rsidRDefault="00E00D30" w:rsidP="00E00D30">
      <w:r>
        <w:t>364.1549</w:t>
      </w:r>
      <w:r>
        <w:tab/>
        <w:t>1.013e0</w:t>
      </w:r>
    </w:p>
    <w:p w:rsidR="00E00D30" w:rsidRDefault="00E00D30" w:rsidP="00E00D30">
      <w:r>
        <w:t>364.1805</w:t>
      </w:r>
      <w:r>
        <w:tab/>
        <w:t>3.038e0</w:t>
      </w:r>
    </w:p>
    <w:p w:rsidR="00E00D30" w:rsidRDefault="00E00D30" w:rsidP="00E00D30">
      <w:r>
        <w:t>364.1953</w:t>
      </w:r>
      <w:r>
        <w:tab/>
        <w:t>2.025e0</w:t>
      </w:r>
    </w:p>
    <w:p w:rsidR="00E00D30" w:rsidRDefault="00E00D30" w:rsidP="00E00D30">
      <w:r>
        <w:t>364.1967</w:t>
      </w:r>
      <w:r>
        <w:tab/>
        <w:t>3.038e0</w:t>
      </w:r>
    </w:p>
    <w:p w:rsidR="00E00D30" w:rsidRDefault="00E00D30" w:rsidP="00E00D30">
      <w:r>
        <w:t>364.2132</w:t>
      </w:r>
      <w:r>
        <w:tab/>
        <w:t>2.025e0</w:t>
      </w:r>
    </w:p>
    <w:p w:rsidR="00E00D30" w:rsidRDefault="00E00D30" w:rsidP="00E00D30">
      <w:r>
        <w:t>364.2159</w:t>
      </w:r>
      <w:r>
        <w:tab/>
        <w:t>1.013e0</w:t>
      </w:r>
    </w:p>
    <w:p w:rsidR="00E00D30" w:rsidRDefault="00E00D30" w:rsidP="00E00D30">
      <w:r>
        <w:t>364.2368</w:t>
      </w:r>
      <w:r>
        <w:tab/>
        <w:t>1.013e0</w:t>
      </w:r>
    </w:p>
    <w:p w:rsidR="00E00D30" w:rsidRDefault="00E00D30" w:rsidP="00E00D30">
      <w:r>
        <w:lastRenderedPageBreak/>
        <w:t>364.2400</w:t>
      </w:r>
      <w:r>
        <w:tab/>
        <w:t>2.025e0</w:t>
      </w:r>
    </w:p>
    <w:p w:rsidR="00E00D30" w:rsidRDefault="00E00D30" w:rsidP="00E00D30">
      <w:r>
        <w:t>364.2460</w:t>
      </w:r>
      <w:r>
        <w:tab/>
        <w:t>1.013e0</w:t>
      </w:r>
    </w:p>
    <w:p w:rsidR="00E00D30" w:rsidRDefault="00E00D30" w:rsidP="00E00D30">
      <w:r>
        <w:t>364.2501</w:t>
      </w:r>
      <w:r>
        <w:tab/>
        <w:t>3.038e0</w:t>
      </w:r>
    </w:p>
    <w:p w:rsidR="00E00D30" w:rsidRDefault="00E00D30" w:rsidP="00E00D30">
      <w:r>
        <w:t>364.2575</w:t>
      </w:r>
      <w:r>
        <w:tab/>
        <w:t>2.025e0</w:t>
      </w:r>
    </w:p>
    <w:p w:rsidR="00E00D30" w:rsidRDefault="00E00D30" w:rsidP="00E00D30">
      <w:r>
        <w:t>364.2830</w:t>
      </w:r>
      <w:r>
        <w:tab/>
        <w:t>1.013e0</w:t>
      </w:r>
    </w:p>
    <w:p w:rsidR="00E00D30" w:rsidRDefault="00E00D30" w:rsidP="00E00D30">
      <w:r>
        <w:t>364.2929</w:t>
      </w:r>
      <w:r>
        <w:tab/>
        <w:t>2.025e0</w:t>
      </w:r>
    </w:p>
    <w:p w:rsidR="00E00D30" w:rsidRDefault="00E00D30" w:rsidP="00E00D30">
      <w:r>
        <w:t>364.2986</w:t>
      </w:r>
      <w:r>
        <w:tab/>
        <w:t>2.025e0</w:t>
      </w:r>
    </w:p>
    <w:p w:rsidR="00E00D30" w:rsidRDefault="00E00D30" w:rsidP="00E00D30">
      <w:r>
        <w:t>364.3110</w:t>
      </w:r>
      <w:r>
        <w:tab/>
        <w:t>1.013e0</w:t>
      </w:r>
    </w:p>
    <w:p w:rsidR="00E00D30" w:rsidRDefault="00E00D30" w:rsidP="00E00D30">
      <w:r>
        <w:t>364.3283</w:t>
      </w:r>
      <w:r>
        <w:tab/>
        <w:t>1.013e0</w:t>
      </w:r>
    </w:p>
    <w:p w:rsidR="00E00D30" w:rsidRDefault="00E00D30" w:rsidP="00E00D30">
      <w:r>
        <w:t>364.3310</w:t>
      </w:r>
      <w:r>
        <w:tab/>
        <w:t>3.514e0</w:t>
      </w:r>
    </w:p>
    <w:p w:rsidR="00E00D30" w:rsidRDefault="00E00D30" w:rsidP="00E00D30">
      <w:r>
        <w:t>364.3491</w:t>
      </w:r>
      <w:r>
        <w:tab/>
        <w:t>3.038e0</w:t>
      </w:r>
    </w:p>
    <w:p w:rsidR="00E00D30" w:rsidRDefault="00E00D30" w:rsidP="00E00D30">
      <w:r>
        <w:t>364.3505</w:t>
      </w:r>
      <w:r>
        <w:tab/>
        <w:t>2.025e0</w:t>
      </w:r>
    </w:p>
    <w:p w:rsidR="00E00D30" w:rsidRDefault="00E00D30" w:rsidP="00E00D30">
      <w:r>
        <w:t>364.3571</w:t>
      </w:r>
      <w:r>
        <w:tab/>
        <w:t>2.025e0</w:t>
      </w:r>
    </w:p>
    <w:p w:rsidR="00E00D30" w:rsidRDefault="00E00D30" w:rsidP="00E00D30">
      <w:r>
        <w:t>364.3594</w:t>
      </w:r>
      <w:r>
        <w:tab/>
        <w:t>4.051e0</w:t>
      </w:r>
    </w:p>
    <w:p w:rsidR="00E00D30" w:rsidRDefault="00E00D30" w:rsidP="00E00D30">
      <w:r>
        <w:t>364.4028</w:t>
      </w:r>
      <w:r>
        <w:tab/>
        <w:t>1.013e0</w:t>
      </w:r>
    </w:p>
    <w:p w:rsidR="00E00D30" w:rsidRDefault="00E00D30" w:rsidP="00E00D30">
      <w:r>
        <w:t>364.4411</w:t>
      </w:r>
      <w:r>
        <w:tab/>
        <w:t>2.025e0</w:t>
      </w:r>
    </w:p>
    <w:p w:rsidR="00E00D30" w:rsidRDefault="00E00D30" w:rsidP="00E00D30">
      <w:r>
        <w:t>364.4448</w:t>
      </w:r>
      <w:r>
        <w:tab/>
        <w:t>1.013e0</w:t>
      </w:r>
    </w:p>
    <w:p w:rsidR="00E00D30" w:rsidRDefault="00E00D30" w:rsidP="00E00D30">
      <w:r>
        <w:t>364.4488</w:t>
      </w:r>
      <w:r>
        <w:tab/>
        <w:t>1.013e0</w:t>
      </w:r>
    </w:p>
    <w:p w:rsidR="00E00D30" w:rsidRDefault="00E00D30" w:rsidP="00E00D30">
      <w:r>
        <w:t>364.4696</w:t>
      </w:r>
      <w:r>
        <w:tab/>
        <w:t>1.013e0</w:t>
      </w:r>
    </w:p>
    <w:p w:rsidR="00E00D30" w:rsidRDefault="00E00D30" w:rsidP="00E00D30">
      <w:r>
        <w:lastRenderedPageBreak/>
        <w:t>364.4865</w:t>
      </w:r>
      <w:r>
        <w:tab/>
        <w:t>1.013e0</w:t>
      </w:r>
    </w:p>
    <w:p w:rsidR="00E00D30" w:rsidRDefault="00E00D30" w:rsidP="00E00D30">
      <w:r>
        <w:t>364.5064</w:t>
      </w:r>
      <w:r>
        <w:tab/>
        <w:t>1.013e0</w:t>
      </w:r>
    </w:p>
    <w:p w:rsidR="00E00D30" w:rsidRDefault="00E00D30" w:rsidP="00E00D30">
      <w:r>
        <w:t>364.5117</w:t>
      </w:r>
      <w:r>
        <w:tab/>
        <w:t>1.013e0</w:t>
      </w:r>
    </w:p>
    <w:p w:rsidR="00E00D30" w:rsidRDefault="00E00D30" w:rsidP="00E00D30">
      <w:r>
        <w:t>364.5157</w:t>
      </w:r>
      <w:r>
        <w:tab/>
        <w:t>2.025e0</w:t>
      </w:r>
    </w:p>
    <w:p w:rsidR="00E00D30" w:rsidRDefault="00E00D30" w:rsidP="00E00D30">
      <w:r>
        <w:t>364.5362</w:t>
      </w:r>
      <w:r>
        <w:tab/>
        <w:t>1.013e0</w:t>
      </w:r>
    </w:p>
    <w:p w:rsidR="00E00D30" w:rsidRDefault="00E00D30" w:rsidP="00E00D30">
      <w:r>
        <w:t>364.5404</w:t>
      </w:r>
      <w:r>
        <w:tab/>
        <w:t>1.013e0</w:t>
      </w:r>
    </w:p>
    <w:p w:rsidR="00E00D30" w:rsidRDefault="00E00D30" w:rsidP="00E00D30">
      <w:r>
        <w:t>364.5580</w:t>
      </w:r>
      <w:r>
        <w:tab/>
        <w:t>1.013e0</w:t>
      </w:r>
    </w:p>
    <w:p w:rsidR="00E00D30" w:rsidRDefault="00E00D30" w:rsidP="00E00D30">
      <w:r>
        <w:t>364.5965</w:t>
      </w:r>
      <w:r>
        <w:tab/>
        <w:t>2.025e0</w:t>
      </w:r>
    </w:p>
    <w:p w:rsidR="00E00D30" w:rsidRDefault="00E00D30" w:rsidP="00E00D30">
      <w:r>
        <w:t>364.6227</w:t>
      </w:r>
      <w:r>
        <w:tab/>
        <w:t>1.013e0</w:t>
      </w:r>
    </w:p>
    <w:p w:rsidR="00E00D30" w:rsidRDefault="00E00D30" w:rsidP="00E00D30">
      <w:r>
        <w:t>364.6567</w:t>
      </w:r>
      <w:r>
        <w:tab/>
        <w:t>1.013e0</w:t>
      </w:r>
    </w:p>
    <w:p w:rsidR="00E00D30" w:rsidRDefault="00E00D30" w:rsidP="00E00D30">
      <w:r>
        <w:t>364.6620</w:t>
      </w:r>
      <w:r>
        <w:tab/>
        <w:t>1.013e0</w:t>
      </w:r>
    </w:p>
    <w:p w:rsidR="00E00D30" w:rsidRDefault="00E00D30" w:rsidP="00E00D30">
      <w:r>
        <w:t>364.6878</w:t>
      </w:r>
      <w:r>
        <w:tab/>
        <w:t>1.013e0</w:t>
      </w:r>
    </w:p>
    <w:p w:rsidR="00E00D30" w:rsidRDefault="00E00D30" w:rsidP="00E00D30">
      <w:r>
        <w:t>364.7027</w:t>
      </w:r>
      <w:r>
        <w:tab/>
        <w:t>1.013e0</w:t>
      </w:r>
    </w:p>
    <w:p w:rsidR="00E00D30" w:rsidRDefault="00E00D30" w:rsidP="00E00D30">
      <w:r>
        <w:t>364.7144</w:t>
      </w:r>
      <w:r>
        <w:tab/>
        <w:t>1.013e0</w:t>
      </w:r>
    </w:p>
    <w:p w:rsidR="00E00D30" w:rsidRDefault="00E00D30" w:rsidP="00E00D30">
      <w:r>
        <w:t>364.7594</w:t>
      </w:r>
      <w:r>
        <w:tab/>
        <w:t>2.025e0</w:t>
      </w:r>
    </w:p>
    <w:p w:rsidR="00E00D30" w:rsidRDefault="00E00D30" w:rsidP="00E00D30">
      <w:r>
        <w:t>364.8048</w:t>
      </w:r>
      <w:r>
        <w:tab/>
        <w:t>1.013e0</w:t>
      </w:r>
    </w:p>
    <w:p w:rsidR="00E00D30" w:rsidRDefault="00E00D30" w:rsidP="00E00D30">
      <w:r>
        <w:t>364.8315</w:t>
      </w:r>
      <w:r>
        <w:tab/>
        <w:t>1.013e0</w:t>
      </w:r>
    </w:p>
    <w:p w:rsidR="00E00D30" w:rsidRDefault="00E00D30" w:rsidP="00E00D30">
      <w:r>
        <w:t>364.8399</w:t>
      </w:r>
      <w:r>
        <w:tab/>
        <w:t>1.013e0</w:t>
      </w:r>
    </w:p>
    <w:p w:rsidR="00E00D30" w:rsidRDefault="00E00D30" w:rsidP="00E00D30">
      <w:r>
        <w:t>364.8820</w:t>
      </w:r>
      <w:r>
        <w:tab/>
        <w:t>1.128e0</w:t>
      </w:r>
    </w:p>
    <w:p w:rsidR="00E00D30" w:rsidRDefault="00E00D30" w:rsidP="00E00D30">
      <w:r>
        <w:lastRenderedPageBreak/>
        <w:t>364.8896</w:t>
      </w:r>
      <w:r>
        <w:tab/>
        <w:t>1.013e0</w:t>
      </w:r>
    </w:p>
    <w:p w:rsidR="00E00D30" w:rsidRDefault="00E00D30" w:rsidP="00E00D30">
      <w:r>
        <w:t>364.9131</w:t>
      </w:r>
      <w:r>
        <w:tab/>
        <w:t>2.025e0</w:t>
      </w:r>
    </w:p>
    <w:p w:rsidR="00E00D30" w:rsidRDefault="00E00D30" w:rsidP="00E00D30">
      <w:r>
        <w:t>364.9161</w:t>
      </w:r>
      <w:r>
        <w:tab/>
        <w:t>1.013e0</w:t>
      </w:r>
    </w:p>
    <w:p w:rsidR="00E00D30" w:rsidRDefault="00E00D30" w:rsidP="00E00D30">
      <w:r>
        <w:t>364.9276</w:t>
      </w:r>
      <w:r>
        <w:tab/>
        <w:t>2.025e0</w:t>
      </w:r>
    </w:p>
    <w:p w:rsidR="00E00D30" w:rsidRDefault="00E00D30" w:rsidP="00E00D30">
      <w:r>
        <w:t>364.9420</w:t>
      </w:r>
      <w:r>
        <w:tab/>
        <w:t>4.051e0</w:t>
      </w:r>
    </w:p>
    <w:p w:rsidR="00E00D30" w:rsidRDefault="00E00D30" w:rsidP="00E00D30">
      <w:r>
        <w:t>364.9441</w:t>
      </w:r>
      <w:r>
        <w:tab/>
        <w:t>2.025e0</w:t>
      </w:r>
    </w:p>
    <w:p w:rsidR="00E00D30" w:rsidRDefault="00E00D30" w:rsidP="00E00D30">
      <w:r>
        <w:t>364.9486</w:t>
      </w:r>
      <w:r>
        <w:tab/>
        <w:t>1.013e0</w:t>
      </w:r>
    </w:p>
    <w:p w:rsidR="00E00D30" w:rsidRDefault="00E00D30" w:rsidP="00E00D30">
      <w:r>
        <w:t>364.9564</w:t>
      </w:r>
      <w:r>
        <w:tab/>
        <w:t>3.038e0</w:t>
      </w:r>
    </w:p>
    <w:p w:rsidR="00E00D30" w:rsidRDefault="00E00D30" w:rsidP="00E00D30">
      <w:r>
        <w:t>364.9612</w:t>
      </w:r>
      <w:r>
        <w:tab/>
        <w:t>1.013e0</w:t>
      </w:r>
    </w:p>
    <w:p w:rsidR="00E00D30" w:rsidRDefault="00E00D30" w:rsidP="00E00D30">
      <w:r>
        <w:t>364.9818</w:t>
      </w:r>
      <w:r>
        <w:tab/>
        <w:t>1.013e0</w:t>
      </w:r>
    </w:p>
    <w:p w:rsidR="00E00D30" w:rsidRDefault="00E00D30" w:rsidP="00E00D30">
      <w:r>
        <w:t>365.0068</w:t>
      </w:r>
      <w:r>
        <w:tab/>
        <w:t>2.025e0</w:t>
      </w:r>
    </w:p>
    <w:p w:rsidR="00E00D30" w:rsidRDefault="00E00D30" w:rsidP="00E00D30">
      <w:r>
        <w:t>365.0237</w:t>
      </w:r>
      <w:r>
        <w:tab/>
        <w:t>1.013e0</w:t>
      </w:r>
    </w:p>
    <w:p w:rsidR="00E00D30" w:rsidRDefault="00E00D30" w:rsidP="00E00D30">
      <w:r>
        <w:t>365.0393</w:t>
      </w:r>
      <w:r>
        <w:tab/>
        <w:t>1.013e0</w:t>
      </w:r>
    </w:p>
    <w:p w:rsidR="00E00D30" w:rsidRDefault="00E00D30" w:rsidP="00E00D30">
      <w:r>
        <w:t>365.0586</w:t>
      </w:r>
      <w:r>
        <w:tab/>
        <w:t>1.013e0</w:t>
      </w:r>
    </w:p>
    <w:p w:rsidR="00E00D30" w:rsidRDefault="00E00D30" w:rsidP="00E00D30">
      <w:r>
        <w:t>365.0730</w:t>
      </w:r>
      <w:r>
        <w:tab/>
        <w:t>2.025e0</w:t>
      </w:r>
    </w:p>
    <w:p w:rsidR="00E00D30" w:rsidRDefault="00E00D30" w:rsidP="00E00D30">
      <w:r>
        <w:t>365.0781</w:t>
      </w:r>
      <w:r>
        <w:tab/>
        <w:t>1.013e0</w:t>
      </w:r>
    </w:p>
    <w:p w:rsidR="00E00D30" w:rsidRDefault="00E00D30" w:rsidP="00E00D30">
      <w:r>
        <w:t>365.0869</w:t>
      </w:r>
      <w:r>
        <w:tab/>
        <w:t>3.038e0</w:t>
      </w:r>
    </w:p>
    <w:p w:rsidR="00E00D30" w:rsidRDefault="00E00D30" w:rsidP="00E00D30">
      <w:r>
        <w:t>365.1112</w:t>
      </w:r>
      <w:r>
        <w:tab/>
        <w:t>4.051e0</w:t>
      </w:r>
    </w:p>
    <w:p w:rsidR="00E00D30" w:rsidRDefault="00E00D30" w:rsidP="00E00D30">
      <w:r>
        <w:t>365.1183</w:t>
      </w:r>
      <w:r>
        <w:tab/>
        <w:t>2.025e0</w:t>
      </w:r>
    </w:p>
    <w:p w:rsidR="00E00D30" w:rsidRDefault="00E00D30" w:rsidP="00E00D30">
      <w:r>
        <w:lastRenderedPageBreak/>
        <w:t>365.1302</w:t>
      </w:r>
      <w:r>
        <w:tab/>
        <w:t>1.013e0</w:t>
      </w:r>
    </w:p>
    <w:p w:rsidR="00E00D30" w:rsidRDefault="00E00D30" w:rsidP="00E00D30">
      <w:r>
        <w:t>365.1569</w:t>
      </w:r>
      <w:r>
        <w:tab/>
        <w:t>1.013e0</w:t>
      </w:r>
    </w:p>
    <w:p w:rsidR="00E00D30" w:rsidRDefault="00E00D30" w:rsidP="00E00D30">
      <w:r>
        <w:t>365.1594</w:t>
      </w:r>
      <w:r>
        <w:tab/>
        <w:t>2.025e0</w:t>
      </w:r>
    </w:p>
    <w:p w:rsidR="00E00D30" w:rsidRDefault="00E00D30" w:rsidP="00E00D30">
      <w:r>
        <w:t>365.1612</w:t>
      </w:r>
      <w:r>
        <w:tab/>
        <w:t>7.089e0</w:t>
      </w:r>
    </w:p>
    <w:p w:rsidR="00E00D30" w:rsidRDefault="00E00D30" w:rsidP="00E00D30">
      <w:r>
        <w:t>365.1656</w:t>
      </w:r>
      <w:r>
        <w:tab/>
        <w:t>2.025e0</w:t>
      </w:r>
    </w:p>
    <w:p w:rsidR="00E00D30" w:rsidRDefault="00E00D30" w:rsidP="00E00D30">
      <w:r>
        <w:t>365.1693</w:t>
      </w:r>
      <w:r>
        <w:tab/>
        <w:t>2.025e0</w:t>
      </w:r>
    </w:p>
    <w:p w:rsidR="00E00D30" w:rsidRDefault="00E00D30" w:rsidP="00E00D30">
      <w:r>
        <w:t>365.1799</w:t>
      </w:r>
      <w:r>
        <w:tab/>
        <w:t>3.038e0</w:t>
      </w:r>
    </w:p>
    <w:p w:rsidR="00E00D30" w:rsidRDefault="00E00D30" w:rsidP="00E00D30">
      <w:r>
        <w:t>365.1953</w:t>
      </w:r>
      <w:r>
        <w:tab/>
        <w:t>1.013e0</w:t>
      </w:r>
    </w:p>
    <w:p w:rsidR="00E00D30" w:rsidRDefault="00E00D30" w:rsidP="00E00D30">
      <w:r>
        <w:t>365.2065</w:t>
      </w:r>
      <w:r>
        <w:tab/>
        <w:t>1.013e0</w:t>
      </w:r>
    </w:p>
    <w:p w:rsidR="00E00D30" w:rsidRDefault="00E00D30" w:rsidP="00E00D30">
      <w:r>
        <w:t>365.2127</w:t>
      </w:r>
      <w:r>
        <w:tab/>
        <w:t>3.038e0</w:t>
      </w:r>
    </w:p>
    <w:p w:rsidR="00E00D30" w:rsidRDefault="00E00D30" w:rsidP="00E00D30">
      <w:r>
        <w:t>365.2213</w:t>
      </w:r>
      <w:r>
        <w:tab/>
        <w:t>2.025e0</w:t>
      </w:r>
    </w:p>
    <w:p w:rsidR="00E00D30" w:rsidRDefault="00E00D30" w:rsidP="00E00D30">
      <w:r>
        <w:t>365.2299</w:t>
      </w:r>
      <w:r>
        <w:tab/>
        <w:t>3.038e0</w:t>
      </w:r>
    </w:p>
    <w:p w:rsidR="00E00D30" w:rsidRDefault="00E00D30" w:rsidP="00E00D30">
      <w:r>
        <w:t>365.2415</w:t>
      </w:r>
      <w:r>
        <w:tab/>
        <w:t>2.025e0</w:t>
      </w:r>
    </w:p>
    <w:p w:rsidR="00E00D30" w:rsidRDefault="00E00D30" w:rsidP="00E00D30">
      <w:r>
        <w:t>365.2461</w:t>
      </w:r>
      <w:r>
        <w:tab/>
        <w:t>2.025e0</w:t>
      </w:r>
    </w:p>
    <w:p w:rsidR="00E00D30" w:rsidRDefault="00E00D30" w:rsidP="00E00D30">
      <w:r>
        <w:t>365.2537</w:t>
      </w:r>
      <w:r>
        <w:tab/>
        <w:t>2.025e0</w:t>
      </w:r>
    </w:p>
    <w:p w:rsidR="00E00D30" w:rsidRDefault="00E00D30" w:rsidP="00E00D30">
      <w:r>
        <w:t>365.2669</w:t>
      </w:r>
      <w:r>
        <w:tab/>
        <w:t>1.013e0</w:t>
      </w:r>
    </w:p>
    <w:p w:rsidR="00E00D30" w:rsidRDefault="00E00D30" w:rsidP="00E00D30">
      <w:r>
        <w:t>365.2857</w:t>
      </w:r>
      <w:r>
        <w:tab/>
        <w:t>2.025e0</w:t>
      </w:r>
    </w:p>
    <w:p w:rsidR="00E00D30" w:rsidRDefault="00E00D30" w:rsidP="00E00D30">
      <w:r>
        <w:t>365.3060</w:t>
      </w:r>
      <w:r>
        <w:tab/>
        <w:t>1.013e0</w:t>
      </w:r>
    </w:p>
    <w:p w:rsidR="00E00D30" w:rsidRDefault="00E00D30" w:rsidP="00E00D30">
      <w:r>
        <w:t>365.3480</w:t>
      </w:r>
      <w:r>
        <w:tab/>
        <w:t>1.013e0</w:t>
      </w:r>
    </w:p>
    <w:p w:rsidR="00E00D30" w:rsidRDefault="00E00D30" w:rsidP="00E00D30">
      <w:r>
        <w:lastRenderedPageBreak/>
        <w:t>365.3582</w:t>
      </w:r>
      <w:r>
        <w:tab/>
        <w:t>2.025e0</w:t>
      </w:r>
    </w:p>
    <w:p w:rsidR="00E00D30" w:rsidRDefault="00E00D30" w:rsidP="00E00D30">
      <w:r>
        <w:t>365.3729</w:t>
      </w:r>
      <w:r>
        <w:tab/>
        <w:t>2.025e0</w:t>
      </w:r>
    </w:p>
    <w:p w:rsidR="00E00D30" w:rsidRDefault="00E00D30" w:rsidP="00E00D30">
      <w:r>
        <w:t>365.3783</w:t>
      </w:r>
      <w:r>
        <w:tab/>
        <w:t>1.013e0</w:t>
      </w:r>
    </w:p>
    <w:p w:rsidR="00E00D30" w:rsidRDefault="00E00D30" w:rsidP="00E00D30">
      <w:r>
        <w:t>365.4037</w:t>
      </w:r>
      <w:r>
        <w:tab/>
        <w:t>1.013e0</w:t>
      </w:r>
    </w:p>
    <w:p w:rsidR="00E00D30" w:rsidRDefault="00E00D30" w:rsidP="00E00D30">
      <w:r>
        <w:t>365.4102</w:t>
      </w:r>
      <w:r>
        <w:tab/>
        <w:t>1.013e0</w:t>
      </w:r>
    </w:p>
    <w:p w:rsidR="00E00D30" w:rsidRDefault="00E00D30" w:rsidP="00E00D30">
      <w:r>
        <w:t>365.4149</w:t>
      </w:r>
      <w:r>
        <w:tab/>
        <w:t>2.025e0</w:t>
      </w:r>
    </w:p>
    <w:p w:rsidR="00E00D30" w:rsidRDefault="00E00D30" w:rsidP="00E00D30">
      <w:r>
        <w:t>365.4432</w:t>
      </w:r>
      <w:r>
        <w:tab/>
        <w:t>2.025e0</w:t>
      </w:r>
    </w:p>
    <w:p w:rsidR="00E00D30" w:rsidRDefault="00E00D30" w:rsidP="00E00D30">
      <w:r>
        <w:t>365.4650</w:t>
      </w:r>
      <w:r>
        <w:tab/>
        <w:t>2.025e0</w:t>
      </w:r>
    </w:p>
    <w:p w:rsidR="00E00D30" w:rsidRDefault="00E00D30" w:rsidP="00E00D30">
      <w:r>
        <w:t>365.4855</w:t>
      </w:r>
      <w:r>
        <w:tab/>
        <w:t>3.038e0</w:t>
      </w:r>
    </w:p>
    <w:p w:rsidR="00E00D30" w:rsidRDefault="00E00D30" w:rsidP="00E00D30">
      <w:r>
        <w:t>365.4999</w:t>
      </w:r>
      <w:r>
        <w:tab/>
        <w:t>2.025e0</w:t>
      </w:r>
    </w:p>
    <w:p w:rsidR="00E00D30" w:rsidRDefault="00E00D30" w:rsidP="00E00D30">
      <w:r>
        <w:t>365.5603</w:t>
      </w:r>
      <w:r>
        <w:tab/>
        <w:t>1.013e0</w:t>
      </w:r>
    </w:p>
    <w:p w:rsidR="00E00D30" w:rsidRDefault="00E00D30" w:rsidP="00E00D30">
      <w:r>
        <w:t>365.6124</w:t>
      </w:r>
      <w:r>
        <w:tab/>
        <w:t>1.013e0</w:t>
      </w:r>
    </w:p>
    <w:p w:rsidR="00E00D30" w:rsidRDefault="00E00D30" w:rsidP="00E00D30">
      <w:r>
        <w:t>365.6318</w:t>
      </w:r>
      <w:r>
        <w:tab/>
        <w:t>1.013e0</w:t>
      </w:r>
    </w:p>
    <w:p w:rsidR="00E00D30" w:rsidRDefault="00E00D30" w:rsidP="00E00D30">
      <w:r>
        <w:t>365.6353</w:t>
      </w:r>
      <w:r>
        <w:tab/>
        <w:t>2.025e0</w:t>
      </w:r>
    </w:p>
    <w:p w:rsidR="00E00D30" w:rsidRDefault="00E00D30" w:rsidP="00E00D30">
      <w:r>
        <w:t>365.6478</w:t>
      </w:r>
      <w:r>
        <w:tab/>
        <w:t>2.025e0</w:t>
      </w:r>
    </w:p>
    <w:p w:rsidR="00E00D30" w:rsidRDefault="00E00D30" w:rsidP="00E00D30">
      <w:r>
        <w:t>365.6644</w:t>
      </w:r>
      <w:r>
        <w:tab/>
        <w:t>1.013e0</w:t>
      </w:r>
    </w:p>
    <w:p w:rsidR="00E00D30" w:rsidRDefault="00E00D30" w:rsidP="00E00D30">
      <w:r>
        <w:t>365.6897</w:t>
      </w:r>
      <w:r>
        <w:tab/>
        <w:t>1.013e0</w:t>
      </w:r>
    </w:p>
    <w:p w:rsidR="00E00D30" w:rsidRDefault="00E00D30" w:rsidP="00E00D30">
      <w:r>
        <w:t>365.6936</w:t>
      </w:r>
      <w:r>
        <w:tab/>
        <w:t>1.013e0</w:t>
      </w:r>
    </w:p>
    <w:p w:rsidR="00E00D30" w:rsidRDefault="00E00D30" w:rsidP="00E00D30">
      <w:r>
        <w:t>365.7037</w:t>
      </w:r>
      <w:r>
        <w:tab/>
        <w:t>1.013e0</w:t>
      </w:r>
    </w:p>
    <w:p w:rsidR="00E00D30" w:rsidRDefault="00E00D30" w:rsidP="00E00D30">
      <w:r>
        <w:lastRenderedPageBreak/>
        <w:t>365.7184</w:t>
      </w:r>
      <w:r>
        <w:tab/>
        <w:t>2.025e0</w:t>
      </w:r>
    </w:p>
    <w:p w:rsidR="00E00D30" w:rsidRDefault="00E00D30" w:rsidP="00E00D30">
      <w:r>
        <w:t>365.7354</w:t>
      </w:r>
      <w:r>
        <w:tab/>
        <w:t>1.013e0</w:t>
      </w:r>
    </w:p>
    <w:p w:rsidR="00E00D30" w:rsidRDefault="00E00D30" w:rsidP="00E00D30">
      <w:r>
        <w:t>365.7394</w:t>
      </w:r>
      <w:r>
        <w:tab/>
        <w:t>1.013e0</w:t>
      </w:r>
    </w:p>
    <w:p w:rsidR="00E00D30" w:rsidRDefault="00E00D30" w:rsidP="00E00D30">
      <w:r>
        <w:t>365.7756</w:t>
      </w:r>
      <w:r>
        <w:tab/>
        <w:t>2.025e0</w:t>
      </w:r>
    </w:p>
    <w:p w:rsidR="00E00D30" w:rsidRDefault="00E00D30" w:rsidP="00E00D30">
      <w:r>
        <w:t>365.8143</w:t>
      </w:r>
      <w:r>
        <w:tab/>
        <w:t>1.013e0</w:t>
      </w:r>
    </w:p>
    <w:p w:rsidR="00E00D30" w:rsidRDefault="00E00D30" w:rsidP="00E00D30">
      <w:r>
        <w:t>365.8606</w:t>
      </w:r>
      <w:r>
        <w:tab/>
        <w:t>1.013e0</w:t>
      </w:r>
    </w:p>
    <w:p w:rsidR="00E00D30" w:rsidRDefault="00E00D30" w:rsidP="00E00D30">
      <w:r>
        <w:t>365.8773</w:t>
      </w:r>
      <w:r>
        <w:tab/>
        <w:t>1.013e0</w:t>
      </w:r>
    </w:p>
    <w:p w:rsidR="00E00D30" w:rsidRDefault="00E00D30" w:rsidP="00E00D30">
      <w:r>
        <w:t>365.8911</w:t>
      </w:r>
      <w:r>
        <w:tab/>
        <w:t>2.025e0</w:t>
      </w:r>
    </w:p>
    <w:p w:rsidR="00E00D30" w:rsidRDefault="00E00D30" w:rsidP="00E00D30">
      <w:r>
        <w:t>365.8962</w:t>
      </w:r>
      <w:r>
        <w:tab/>
        <w:t>3.476e0</w:t>
      </w:r>
    </w:p>
    <w:p w:rsidR="00E00D30" w:rsidRDefault="00E00D30" w:rsidP="00E00D30">
      <w:r>
        <w:t>365.8987</w:t>
      </w:r>
      <w:r>
        <w:tab/>
        <w:t>3.038e0</w:t>
      </w:r>
    </w:p>
    <w:p w:rsidR="00E00D30" w:rsidRDefault="00E00D30" w:rsidP="00E00D30">
      <w:r>
        <w:t>365.9061</w:t>
      </w:r>
      <w:r>
        <w:tab/>
        <w:t>2.025e0</w:t>
      </w:r>
    </w:p>
    <w:p w:rsidR="00E00D30" w:rsidRDefault="00E00D30" w:rsidP="00E00D30">
      <w:r>
        <w:t>365.9187</w:t>
      </w:r>
      <w:r>
        <w:tab/>
        <w:t>1.013e0</w:t>
      </w:r>
    </w:p>
    <w:p w:rsidR="00E00D30" w:rsidRDefault="00E00D30" w:rsidP="00E00D30">
      <w:r>
        <w:t>365.9388</w:t>
      </w:r>
      <w:r>
        <w:tab/>
        <w:t>3.038e0</w:t>
      </w:r>
    </w:p>
    <w:p w:rsidR="00E00D30" w:rsidRDefault="00E00D30" w:rsidP="00E00D30">
      <w:r>
        <w:t>365.9442</w:t>
      </w:r>
      <w:r>
        <w:tab/>
        <w:t>1.013e0</w:t>
      </w:r>
    </w:p>
    <w:p w:rsidR="00E00D30" w:rsidRDefault="00E00D30" w:rsidP="00E00D30">
      <w:r>
        <w:t>365.9514</w:t>
      </w:r>
      <w:r>
        <w:tab/>
        <w:t>3.038e0</w:t>
      </w:r>
    </w:p>
    <w:p w:rsidR="00E00D30" w:rsidRDefault="00E00D30" w:rsidP="00E00D30">
      <w:r>
        <w:t>365.9681</w:t>
      </w:r>
      <w:r>
        <w:tab/>
        <w:t>2.025e0</w:t>
      </w:r>
    </w:p>
    <w:p w:rsidR="00E00D30" w:rsidRDefault="00E00D30" w:rsidP="00E00D30">
      <w:r>
        <w:t>365.9933</w:t>
      </w:r>
      <w:r>
        <w:tab/>
        <w:t>1.013e0</w:t>
      </w:r>
    </w:p>
    <w:p w:rsidR="00E00D30" w:rsidRDefault="00E00D30" w:rsidP="00E00D30">
      <w:r>
        <w:t>366.0037</w:t>
      </w:r>
      <w:r>
        <w:tab/>
        <w:t>1.013e0</w:t>
      </w:r>
    </w:p>
    <w:p w:rsidR="00E00D30" w:rsidRDefault="00E00D30" w:rsidP="00E00D30">
      <w:r>
        <w:t>366.0288</w:t>
      </w:r>
      <w:r>
        <w:tab/>
        <w:t>2.025e0</w:t>
      </w:r>
    </w:p>
    <w:p w:rsidR="00E00D30" w:rsidRDefault="00E00D30" w:rsidP="00E00D30">
      <w:r>
        <w:lastRenderedPageBreak/>
        <w:t>366.0354</w:t>
      </w:r>
      <w:r>
        <w:tab/>
        <w:t>1.013e0</w:t>
      </w:r>
    </w:p>
    <w:p w:rsidR="00E00D30" w:rsidRDefault="00E00D30" w:rsidP="00E00D30">
      <w:r>
        <w:t>366.0391</w:t>
      </w:r>
      <w:r>
        <w:tab/>
        <w:t>1.013e0</w:t>
      </w:r>
    </w:p>
    <w:p w:rsidR="00E00D30" w:rsidRDefault="00E00D30" w:rsidP="00E00D30">
      <w:r>
        <w:t>366.0812</w:t>
      </w:r>
      <w:r>
        <w:tab/>
        <w:t>2.025e0</w:t>
      </w:r>
    </w:p>
    <w:p w:rsidR="00E00D30" w:rsidRDefault="00E00D30" w:rsidP="00E00D30">
      <w:r>
        <w:t>366.0851</w:t>
      </w:r>
      <w:r>
        <w:tab/>
        <w:t>3.038e0</w:t>
      </w:r>
    </w:p>
    <w:p w:rsidR="00E00D30" w:rsidRDefault="00E00D30" w:rsidP="00E00D30">
      <w:r>
        <w:t>366.1058</w:t>
      </w:r>
      <w:r>
        <w:tab/>
        <w:t>1.013e0</w:t>
      </w:r>
    </w:p>
    <w:p w:rsidR="00E00D30" w:rsidRDefault="00E00D30" w:rsidP="00E00D30">
      <w:r>
        <w:t>366.1105</w:t>
      </w:r>
      <w:r>
        <w:tab/>
        <w:t>1.013e0</w:t>
      </w:r>
    </w:p>
    <w:p w:rsidR="00E00D30" w:rsidRDefault="00E00D30" w:rsidP="00E00D30">
      <w:r>
        <w:t>366.1364</w:t>
      </w:r>
      <w:r>
        <w:tab/>
        <w:t>2.025e0</w:t>
      </w:r>
    </w:p>
    <w:p w:rsidR="00E00D30" w:rsidRDefault="00E00D30" w:rsidP="00E00D30">
      <w:r>
        <w:t>366.1384</w:t>
      </w:r>
      <w:r>
        <w:tab/>
        <w:t>3.038e0</w:t>
      </w:r>
    </w:p>
    <w:p w:rsidR="00E00D30" w:rsidRDefault="00E00D30" w:rsidP="00E00D30">
      <w:r>
        <w:t>366.1408</w:t>
      </w:r>
      <w:r>
        <w:tab/>
        <w:t>3.038e0</w:t>
      </w:r>
    </w:p>
    <w:p w:rsidR="00E00D30" w:rsidRDefault="00E00D30" w:rsidP="00E00D30">
      <w:r>
        <w:t>366.1564</w:t>
      </w:r>
      <w:r>
        <w:tab/>
        <w:t>1.013e0</w:t>
      </w:r>
    </w:p>
    <w:p w:rsidR="00E00D30" w:rsidRDefault="00E00D30" w:rsidP="00E00D30">
      <w:r>
        <w:t>366.1584</w:t>
      </w:r>
      <w:r>
        <w:tab/>
        <w:t>4.051e0</w:t>
      </w:r>
    </w:p>
    <w:p w:rsidR="00E00D30" w:rsidRDefault="00E00D30" w:rsidP="00E00D30">
      <w:r>
        <w:t>366.1666</w:t>
      </w:r>
      <w:r>
        <w:tab/>
        <w:t>2.025e0</w:t>
      </w:r>
    </w:p>
    <w:p w:rsidR="00E00D30" w:rsidRDefault="00E00D30" w:rsidP="00E00D30">
      <w:r>
        <w:t>366.1772</w:t>
      </w:r>
      <w:r>
        <w:tab/>
        <w:t>1.013e0</w:t>
      </w:r>
    </w:p>
    <w:p w:rsidR="00E00D30" w:rsidRDefault="00E00D30" w:rsidP="00E00D30">
      <w:r>
        <w:t>366.1989</w:t>
      </w:r>
      <w:r>
        <w:tab/>
        <w:t>2.025e0</w:t>
      </w:r>
    </w:p>
    <w:p w:rsidR="00E00D30" w:rsidRDefault="00E00D30" w:rsidP="00E00D30">
      <w:r>
        <w:t>366.2018</w:t>
      </w:r>
      <w:r>
        <w:tab/>
        <w:t>1.013e0</w:t>
      </w:r>
    </w:p>
    <w:p w:rsidR="00E00D30" w:rsidRDefault="00E00D30" w:rsidP="00E00D30">
      <w:r>
        <w:t>366.2060</w:t>
      </w:r>
      <w:r>
        <w:tab/>
        <w:t>1.013e0</w:t>
      </w:r>
    </w:p>
    <w:p w:rsidR="00E00D30" w:rsidRDefault="00E00D30" w:rsidP="00E00D30">
      <w:r>
        <w:t>366.2187</w:t>
      </w:r>
      <w:r>
        <w:tab/>
        <w:t>1.013e0</w:t>
      </w:r>
    </w:p>
    <w:p w:rsidR="00E00D30" w:rsidRDefault="00E00D30" w:rsidP="00E00D30">
      <w:r>
        <w:t>366.2226</w:t>
      </w:r>
      <w:r>
        <w:tab/>
        <w:t>1.013e0</w:t>
      </w:r>
    </w:p>
    <w:p w:rsidR="00E00D30" w:rsidRDefault="00E00D30" w:rsidP="00E00D30">
      <w:r>
        <w:t>366.2319</w:t>
      </w:r>
      <w:r>
        <w:tab/>
        <w:t>1.013e0</w:t>
      </w:r>
    </w:p>
    <w:p w:rsidR="00E00D30" w:rsidRDefault="00E00D30" w:rsidP="00E00D30">
      <w:r>
        <w:lastRenderedPageBreak/>
        <w:t>366.2336</w:t>
      </w:r>
      <w:r>
        <w:tab/>
        <w:t>3.038e0</w:t>
      </w:r>
    </w:p>
    <w:p w:rsidR="00E00D30" w:rsidRDefault="00E00D30" w:rsidP="00E00D30">
      <w:r>
        <w:t>366.2440</w:t>
      </w:r>
      <w:r>
        <w:tab/>
        <w:t>1.013e0</w:t>
      </w:r>
    </w:p>
    <w:p w:rsidR="00E00D30" w:rsidRDefault="00E00D30" w:rsidP="00E00D30">
      <w:r>
        <w:t>366.2848</w:t>
      </w:r>
      <w:r>
        <w:tab/>
        <w:t>1.013e0</w:t>
      </w:r>
    </w:p>
    <w:p w:rsidR="00E00D30" w:rsidRDefault="00E00D30" w:rsidP="00E00D30">
      <w:r>
        <w:t>366.2892</w:t>
      </w:r>
      <w:r>
        <w:tab/>
        <w:t>1.013e0</w:t>
      </w:r>
    </w:p>
    <w:p w:rsidR="00E00D30" w:rsidRDefault="00E00D30" w:rsidP="00E00D30">
      <w:r>
        <w:t>366.2958</w:t>
      </w:r>
      <w:r>
        <w:tab/>
        <w:t>2.025e0</w:t>
      </w:r>
    </w:p>
    <w:p w:rsidR="00E00D30" w:rsidRDefault="00E00D30" w:rsidP="00E00D30">
      <w:r>
        <w:t>366.3104</w:t>
      </w:r>
      <w:r>
        <w:tab/>
        <w:t>1.013e0</w:t>
      </w:r>
    </w:p>
    <w:p w:rsidR="00E00D30" w:rsidRDefault="00E00D30" w:rsidP="00E00D30">
      <w:r>
        <w:t>366.3430</w:t>
      </w:r>
      <w:r>
        <w:tab/>
        <w:t>1.013e0</w:t>
      </w:r>
    </w:p>
    <w:p w:rsidR="00E00D30" w:rsidRDefault="00E00D30" w:rsidP="00E00D30">
      <w:r>
        <w:t>366.3606</w:t>
      </w:r>
      <w:r>
        <w:tab/>
        <w:t>1.013e0</w:t>
      </w:r>
    </w:p>
    <w:p w:rsidR="00E00D30" w:rsidRDefault="00E00D30" w:rsidP="00E00D30">
      <w:r>
        <w:t>366.3706</w:t>
      </w:r>
      <w:r>
        <w:tab/>
        <w:t>2.025e0</w:t>
      </w:r>
    </w:p>
    <w:p w:rsidR="00E00D30" w:rsidRDefault="00E00D30" w:rsidP="00E00D30">
      <w:r>
        <w:t>366.3811</w:t>
      </w:r>
      <w:r>
        <w:tab/>
        <w:t>1.013e0</w:t>
      </w:r>
    </w:p>
    <w:p w:rsidR="00E00D30" w:rsidRDefault="00E00D30" w:rsidP="00E00D30">
      <w:r>
        <w:t>366.3886</w:t>
      </w:r>
      <w:r>
        <w:tab/>
        <w:t>1.013e0</w:t>
      </w:r>
    </w:p>
    <w:p w:rsidR="00E00D30" w:rsidRDefault="00E00D30" w:rsidP="00E00D30">
      <w:r>
        <w:t>366.3955</w:t>
      </w:r>
      <w:r>
        <w:tab/>
        <w:t>2.025e0</w:t>
      </w:r>
    </w:p>
    <w:p w:rsidR="00E00D30" w:rsidRDefault="00E00D30" w:rsidP="00E00D30">
      <w:r>
        <w:t>366.4214</w:t>
      </w:r>
      <w:r>
        <w:tab/>
        <w:t>1.013e0</w:t>
      </w:r>
    </w:p>
    <w:p w:rsidR="00E00D30" w:rsidRDefault="00E00D30" w:rsidP="00E00D30">
      <w:r>
        <w:t>366.4768</w:t>
      </w:r>
      <w:r>
        <w:tab/>
        <w:t>1.013e0</w:t>
      </w:r>
    </w:p>
    <w:p w:rsidR="00E00D30" w:rsidRDefault="00E00D30" w:rsidP="00E00D30">
      <w:r>
        <w:t>366.4805</w:t>
      </w:r>
      <w:r>
        <w:tab/>
        <w:t>1.013e0</w:t>
      </w:r>
    </w:p>
    <w:p w:rsidR="00E00D30" w:rsidRDefault="00E00D30" w:rsidP="00E00D30">
      <w:r>
        <w:t>366.4931</w:t>
      </w:r>
      <w:r>
        <w:tab/>
        <w:t>1.013e0</w:t>
      </w:r>
    </w:p>
    <w:p w:rsidR="00E00D30" w:rsidRDefault="00E00D30" w:rsidP="00E00D30">
      <w:r>
        <w:t>366.5128</w:t>
      </w:r>
      <w:r>
        <w:tab/>
        <w:t>1.013e0</w:t>
      </w:r>
    </w:p>
    <w:p w:rsidR="00E00D30" w:rsidRDefault="00E00D30" w:rsidP="00E00D30">
      <w:r>
        <w:t>366.5439</w:t>
      </w:r>
      <w:r>
        <w:tab/>
        <w:t>1.013e0</w:t>
      </w:r>
    </w:p>
    <w:p w:rsidR="00E00D30" w:rsidRDefault="00E00D30" w:rsidP="00E00D30">
      <w:r>
        <w:t>366.5591</w:t>
      </w:r>
      <w:r>
        <w:tab/>
        <w:t>1.013e0</w:t>
      </w:r>
    </w:p>
    <w:p w:rsidR="00E00D30" w:rsidRDefault="00E00D30" w:rsidP="00E00D30">
      <w:r>
        <w:lastRenderedPageBreak/>
        <w:t>366.5723</w:t>
      </w:r>
      <w:r>
        <w:tab/>
        <w:t>1.013e0</w:t>
      </w:r>
    </w:p>
    <w:p w:rsidR="00E00D30" w:rsidRDefault="00E00D30" w:rsidP="00E00D30">
      <w:r>
        <w:t>366.5847</w:t>
      </w:r>
      <w:r>
        <w:tab/>
        <w:t>1.013e0</w:t>
      </w:r>
    </w:p>
    <w:p w:rsidR="00E00D30" w:rsidRDefault="00E00D30" w:rsidP="00E00D30">
      <w:r>
        <w:t>366.5912</w:t>
      </w:r>
      <w:r>
        <w:tab/>
        <w:t>2.025e0</w:t>
      </w:r>
    </w:p>
    <w:p w:rsidR="00E00D30" w:rsidRDefault="00E00D30" w:rsidP="00E00D30">
      <w:r>
        <w:t>366.6143</w:t>
      </w:r>
      <w:r>
        <w:tab/>
        <w:t>1.013e0</w:t>
      </w:r>
    </w:p>
    <w:p w:rsidR="00E00D30" w:rsidRDefault="00E00D30" w:rsidP="00E00D30">
      <w:r>
        <w:t>366.6495</w:t>
      </w:r>
      <w:r>
        <w:tab/>
        <w:t>2.025e0</w:t>
      </w:r>
    </w:p>
    <w:p w:rsidR="00E00D30" w:rsidRDefault="00E00D30" w:rsidP="00E00D30">
      <w:r>
        <w:t>366.6564</w:t>
      </w:r>
      <w:r>
        <w:tab/>
        <w:t>1.013e0</w:t>
      </w:r>
    </w:p>
    <w:p w:rsidR="00E00D30" w:rsidRDefault="00E00D30" w:rsidP="00E00D30">
      <w:r>
        <w:t>366.7020</w:t>
      </w:r>
      <w:r>
        <w:tab/>
        <w:t>1.013e0</w:t>
      </w:r>
    </w:p>
    <w:p w:rsidR="00E00D30" w:rsidRDefault="00E00D30" w:rsidP="00E00D30">
      <w:r>
        <w:t>366.7098</w:t>
      </w:r>
      <w:r>
        <w:tab/>
        <w:t>2.025e0</w:t>
      </w:r>
    </w:p>
    <w:p w:rsidR="00E00D30" w:rsidRDefault="00E00D30" w:rsidP="00E00D30">
      <w:r>
        <w:t>366.7153</w:t>
      </w:r>
      <w:r>
        <w:tab/>
        <w:t>2.025e0</w:t>
      </w:r>
    </w:p>
    <w:p w:rsidR="00E00D30" w:rsidRDefault="00E00D30" w:rsidP="00E00D30">
      <w:r>
        <w:t>366.7420</w:t>
      </w:r>
      <w:r>
        <w:tab/>
        <w:t>1.013e0</w:t>
      </w:r>
    </w:p>
    <w:p w:rsidR="00E00D30" w:rsidRDefault="00E00D30" w:rsidP="00E00D30">
      <w:r>
        <w:t>366.7557</w:t>
      </w:r>
      <w:r>
        <w:tab/>
        <w:t>1.013e0</w:t>
      </w:r>
    </w:p>
    <w:p w:rsidR="00E00D30" w:rsidRDefault="00E00D30" w:rsidP="00E00D30">
      <w:r>
        <w:t>366.7974</w:t>
      </w:r>
      <w:r>
        <w:tab/>
        <w:t>1.013e0</w:t>
      </w:r>
    </w:p>
    <w:p w:rsidR="00E00D30" w:rsidRDefault="00E00D30" w:rsidP="00E00D30">
      <w:r>
        <w:t>366.8335</w:t>
      </w:r>
      <w:r>
        <w:tab/>
        <w:t>1.013e0</w:t>
      </w:r>
    </w:p>
    <w:p w:rsidR="00E00D30" w:rsidRDefault="00E00D30" w:rsidP="00E00D30">
      <w:r>
        <w:t>366.8347</w:t>
      </w:r>
      <w:r>
        <w:tab/>
        <w:t>2.025e0</w:t>
      </w:r>
    </w:p>
    <w:p w:rsidR="00E00D30" w:rsidRDefault="00E00D30" w:rsidP="00E00D30">
      <w:r>
        <w:t>366.8477</w:t>
      </w:r>
      <w:r>
        <w:tab/>
        <w:t>2.025e0</w:t>
      </w:r>
    </w:p>
    <w:p w:rsidR="00E00D30" w:rsidRDefault="00E00D30" w:rsidP="00E00D30">
      <w:r>
        <w:t>366.8852</w:t>
      </w:r>
      <w:r>
        <w:tab/>
        <w:t>1.013e0</w:t>
      </w:r>
    </w:p>
    <w:p w:rsidR="00E00D30" w:rsidRDefault="00E00D30" w:rsidP="00E00D30">
      <w:r>
        <w:t>366.8929</w:t>
      </w:r>
      <w:r>
        <w:tab/>
        <w:t>2.025e0</w:t>
      </w:r>
    </w:p>
    <w:p w:rsidR="00E00D30" w:rsidRDefault="00E00D30" w:rsidP="00E00D30">
      <w:r>
        <w:t>366.9309</w:t>
      </w:r>
      <w:r>
        <w:tab/>
        <w:t>1.013e0</w:t>
      </w:r>
    </w:p>
    <w:p w:rsidR="00E00D30" w:rsidRDefault="00E00D30" w:rsidP="00E00D30">
      <w:r>
        <w:t>366.9565</w:t>
      </w:r>
      <w:r>
        <w:tab/>
        <w:t>2.025e0</w:t>
      </w:r>
    </w:p>
    <w:p w:rsidR="00E00D30" w:rsidRDefault="00E00D30" w:rsidP="00E00D30">
      <w:r>
        <w:lastRenderedPageBreak/>
        <w:t>366.9637</w:t>
      </w:r>
      <w:r>
        <w:tab/>
        <w:t>1.013e0</w:t>
      </w:r>
    </w:p>
    <w:p w:rsidR="00E00D30" w:rsidRDefault="00E00D30" w:rsidP="00E00D30">
      <w:r>
        <w:t>366.9769</w:t>
      </w:r>
      <w:r>
        <w:tab/>
        <w:t>1.013e0</w:t>
      </w:r>
    </w:p>
    <w:p w:rsidR="00E00D30" w:rsidRDefault="00E00D30" w:rsidP="00E00D30">
      <w:r>
        <w:t>366.9895</w:t>
      </w:r>
      <w:r>
        <w:tab/>
        <w:t>3.038e0</w:t>
      </w:r>
    </w:p>
    <w:p w:rsidR="00E00D30" w:rsidRDefault="00E00D30" w:rsidP="00E00D30">
      <w:r>
        <w:t>366.9963</w:t>
      </w:r>
      <w:r>
        <w:tab/>
        <w:t>1.013e0</w:t>
      </w:r>
    </w:p>
    <w:p w:rsidR="00E00D30" w:rsidRDefault="00E00D30" w:rsidP="00E00D30">
      <w:r>
        <w:t>367.0065</w:t>
      </w:r>
      <w:r>
        <w:tab/>
        <w:t>2.025e0</w:t>
      </w:r>
    </w:p>
    <w:p w:rsidR="00E00D30" w:rsidRDefault="00E00D30" w:rsidP="00E00D30">
      <w:r>
        <w:t>367.0307</w:t>
      </w:r>
      <w:r>
        <w:tab/>
        <w:t>1.013e0</w:t>
      </w:r>
    </w:p>
    <w:p w:rsidR="00E00D30" w:rsidRDefault="00E00D30" w:rsidP="00E00D30">
      <w:r>
        <w:t>367.0360</w:t>
      </w:r>
      <w:r>
        <w:tab/>
        <w:t>2.025e0</w:t>
      </w:r>
    </w:p>
    <w:p w:rsidR="00E00D30" w:rsidRDefault="00E00D30" w:rsidP="00E00D30">
      <w:r>
        <w:t>367.0433</w:t>
      </w:r>
      <w:r>
        <w:tab/>
        <w:t>3.038e0</w:t>
      </w:r>
    </w:p>
    <w:p w:rsidR="00E00D30" w:rsidRDefault="00E00D30" w:rsidP="00E00D30">
      <w:r>
        <w:t>367.0445</w:t>
      </w:r>
      <w:r>
        <w:tab/>
        <w:t>2.025e0</w:t>
      </w:r>
    </w:p>
    <w:p w:rsidR="00E00D30" w:rsidRDefault="00E00D30" w:rsidP="00E00D30">
      <w:r>
        <w:t>367.0478</w:t>
      </w:r>
      <w:r>
        <w:tab/>
        <w:t>1.013e0</w:t>
      </w:r>
    </w:p>
    <w:p w:rsidR="00E00D30" w:rsidRDefault="00E00D30" w:rsidP="00E00D30">
      <w:r>
        <w:t>367.0617</w:t>
      </w:r>
      <w:r>
        <w:tab/>
        <w:t>1.013e0</w:t>
      </w:r>
    </w:p>
    <w:p w:rsidR="00E00D30" w:rsidRDefault="00E00D30" w:rsidP="00E00D30">
      <w:r>
        <w:t>367.0976</w:t>
      </w:r>
      <w:r>
        <w:tab/>
        <w:t>3.038e0</w:t>
      </w:r>
    </w:p>
    <w:p w:rsidR="00E00D30" w:rsidRDefault="00E00D30" w:rsidP="00E00D30">
      <w:r>
        <w:t>367.1256</w:t>
      </w:r>
      <w:r>
        <w:tab/>
        <w:t>3.038e0</w:t>
      </w:r>
    </w:p>
    <w:p w:rsidR="00E00D30" w:rsidRDefault="00E00D30" w:rsidP="00E00D30">
      <w:r>
        <w:t>367.1409</w:t>
      </w:r>
      <w:r>
        <w:tab/>
        <w:t>2.025e0</w:t>
      </w:r>
    </w:p>
    <w:p w:rsidR="00E00D30" w:rsidRDefault="00E00D30" w:rsidP="00E00D30">
      <w:r>
        <w:t>367.1472</w:t>
      </w:r>
      <w:r>
        <w:tab/>
        <w:t>1.013e0</w:t>
      </w:r>
    </w:p>
    <w:p w:rsidR="00E00D30" w:rsidRDefault="00E00D30" w:rsidP="00E00D30">
      <w:r>
        <w:t>367.1482</w:t>
      </w:r>
      <w:r>
        <w:tab/>
        <w:t>2.025e0</w:t>
      </w:r>
    </w:p>
    <w:p w:rsidR="00E00D30" w:rsidRDefault="00E00D30" w:rsidP="00E00D30">
      <w:r>
        <w:t>367.1540</w:t>
      </w:r>
      <w:r>
        <w:tab/>
        <w:t>1.013e0</w:t>
      </w:r>
    </w:p>
    <w:p w:rsidR="00E00D30" w:rsidRDefault="00E00D30" w:rsidP="00E00D30">
      <w:r>
        <w:t>367.1643</w:t>
      </w:r>
      <w:r>
        <w:tab/>
        <w:t>5.063e0</w:t>
      </w:r>
    </w:p>
    <w:p w:rsidR="00E00D30" w:rsidRDefault="00E00D30" w:rsidP="00E00D30">
      <w:r>
        <w:t>367.1768</w:t>
      </w:r>
      <w:r>
        <w:tab/>
        <w:t>4.051e0</w:t>
      </w:r>
    </w:p>
    <w:p w:rsidR="00E00D30" w:rsidRDefault="00E00D30" w:rsidP="00E00D30">
      <w:r>
        <w:lastRenderedPageBreak/>
        <w:t>367.1797</w:t>
      </w:r>
      <w:r>
        <w:tab/>
        <w:t>1.013e0</w:t>
      </w:r>
    </w:p>
    <w:p w:rsidR="00E00D30" w:rsidRDefault="00E00D30" w:rsidP="00E00D30">
      <w:r>
        <w:t>367.1860</w:t>
      </w:r>
      <w:r>
        <w:tab/>
        <w:t>1.013e0</w:t>
      </w:r>
    </w:p>
    <w:p w:rsidR="00E00D30" w:rsidRDefault="00E00D30" w:rsidP="00E00D30">
      <w:r>
        <w:t>367.1930</w:t>
      </w:r>
      <w:r>
        <w:tab/>
        <w:t>1.013e0</w:t>
      </w:r>
    </w:p>
    <w:p w:rsidR="00E00D30" w:rsidRDefault="00E00D30" w:rsidP="00E00D30">
      <w:r>
        <w:t>367.1993</w:t>
      </w:r>
      <w:r>
        <w:tab/>
        <w:t>1.013e0</w:t>
      </w:r>
    </w:p>
    <w:p w:rsidR="00E00D30" w:rsidRDefault="00E00D30" w:rsidP="00E00D30">
      <w:r>
        <w:t>367.2021</w:t>
      </w:r>
      <w:r>
        <w:tab/>
        <w:t>2.025e0</w:t>
      </w:r>
    </w:p>
    <w:p w:rsidR="00E00D30" w:rsidRDefault="00E00D30" w:rsidP="00E00D30">
      <w:r>
        <w:t>367.2357</w:t>
      </w:r>
      <w:r>
        <w:tab/>
        <w:t>2.025e0</w:t>
      </w:r>
    </w:p>
    <w:p w:rsidR="00E00D30" w:rsidRDefault="00E00D30" w:rsidP="00E00D30">
      <w:r>
        <w:t>367.2451</w:t>
      </w:r>
      <w:r>
        <w:tab/>
        <w:t>1.013e0</w:t>
      </w:r>
    </w:p>
    <w:p w:rsidR="00E00D30" w:rsidRDefault="00E00D30" w:rsidP="00E00D30">
      <w:r>
        <w:t>367.2713</w:t>
      </w:r>
      <w:r>
        <w:tab/>
        <w:t>1.013e0</w:t>
      </w:r>
    </w:p>
    <w:p w:rsidR="00E00D30" w:rsidRDefault="00E00D30" w:rsidP="00E00D30">
      <w:r>
        <w:t>367.2939</w:t>
      </w:r>
      <w:r>
        <w:tab/>
        <w:t>3.038e0</w:t>
      </w:r>
    </w:p>
    <w:p w:rsidR="00E00D30" w:rsidRDefault="00E00D30" w:rsidP="00E00D30">
      <w:r>
        <w:t>367.2954</w:t>
      </w:r>
      <w:r>
        <w:tab/>
        <w:t>3.038e0</w:t>
      </w:r>
    </w:p>
    <w:p w:rsidR="00E00D30" w:rsidRDefault="00E00D30" w:rsidP="00E00D30">
      <w:r>
        <w:t>367.2979</w:t>
      </w:r>
      <w:r>
        <w:tab/>
        <w:t>1.013e0</w:t>
      </w:r>
    </w:p>
    <w:p w:rsidR="00E00D30" w:rsidRDefault="00E00D30" w:rsidP="00E00D30">
      <w:r>
        <w:t>367.3367</w:t>
      </w:r>
      <w:r>
        <w:tab/>
        <w:t>1.013e0</w:t>
      </w:r>
    </w:p>
    <w:p w:rsidR="00E00D30" w:rsidRDefault="00E00D30" w:rsidP="00E00D30">
      <w:r>
        <w:t>367.3517</w:t>
      </w:r>
      <w:r>
        <w:tab/>
        <w:t>1.013e0</w:t>
      </w:r>
    </w:p>
    <w:p w:rsidR="00E00D30" w:rsidRDefault="00E00D30" w:rsidP="00E00D30">
      <w:r>
        <w:t>367.3695</w:t>
      </w:r>
      <w:r>
        <w:tab/>
        <w:t>1.013e0</w:t>
      </w:r>
    </w:p>
    <w:p w:rsidR="00E00D30" w:rsidRDefault="00E00D30" w:rsidP="00E00D30">
      <w:r>
        <w:t>367.3824</w:t>
      </w:r>
      <w:r>
        <w:tab/>
        <w:t>2.025e0</w:t>
      </w:r>
    </w:p>
    <w:p w:rsidR="00E00D30" w:rsidRDefault="00E00D30" w:rsidP="00E00D30">
      <w:r>
        <w:t>367.4149</w:t>
      </w:r>
      <w:r>
        <w:tab/>
        <w:t>1.013e0</w:t>
      </w:r>
    </w:p>
    <w:p w:rsidR="00E00D30" w:rsidRDefault="00E00D30" w:rsidP="00E00D30">
      <w:r>
        <w:t>367.4608</w:t>
      </w:r>
      <w:r>
        <w:tab/>
        <w:t>1.013e0</w:t>
      </w:r>
    </w:p>
    <w:p w:rsidR="00E00D30" w:rsidRDefault="00E00D30" w:rsidP="00E00D30">
      <w:r>
        <w:t>367.5104</w:t>
      </w:r>
      <w:r>
        <w:tab/>
        <w:t>1.013e0</w:t>
      </w:r>
    </w:p>
    <w:p w:rsidR="00E00D30" w:rsidRDefault="00E00D30" w:rsidP="00E00D30">
      <w:r>
        <w:t>367.5191</w:t>
      </w:r>
      <w:r>
        <w:tab/>
        <w:t>2.025e0</w:t>
      </w:r>
    </w:p>
    <w:p w:rsidR="00E00D30" w:rsidRDefault="00E00D30" w:rsidP="00E00D30">
      <w:r>
        <w:lastRenderedPageBreak/>
        <w:t>367.5359</w:t>
      </w:r>
      <w:r>
        <w:tab/>
        <w:t>1.013e0</w:t>
      </w:r>
    </w:p>
    <w:p w:rsidR="00E00D30" w:rsidRDefault="00E00D30" w:rsidP="00E00D30">
      <w:r>
        <w:t>367.5397</w:t>
      </w:r>
      <w:r>
        <w:tab/>
        <w:t>1.013e0</w:t>
      </w:r>
    </w:p>
    <w:p w:rsidR="00E00D30" w:rsidRDefault="00E00D30" w:rsidP="00E00D30">
      <w:r>
        <w:t>367.5815</w:t>
      </w:r>
      <w:r>
        <w:tab/>
        <w:t>2.025e0</w:t>
      </w:r>
    </w:p>
    <w:p w:rsidR="00E00D30" w:rsidRDefault="00E00D30" w:rsidP="00E00D30">
      <w:r>
        <w:t>367.5855</w:t>
      </w:r>
      <w:r>
        <w:tab/>
        <w:t>1.013e0</w:t>
      </w:r>
    </w:p>
    <w:p w:rsidR="00E00D30" w:rsidRDefault="00E00D30" w:rsidP="00E00D30">
      <w:r>
        <w:t>367.6019</w:t>
      </w:r>
      <w:r>
        <w:tab/>
        <w:t>2.025e0</w:t>
      </w:r>
    </w:p>
    <w:p w:rsidR="00E00D30" w:rsidRDefault="00E00D30" w:rsidP="00E00D30">
      <w:r>
        <w:t>367.6115</w:t>
      </w:r>
      <w:r>
        <w:tab/>
        <w:t>1.013e0</w:t>
      </w:r>
    </w:p>
    <w:p w:rsidR="00E00D30" w:rsidRDefault="00E00D30" w:rsidP="00E00D30">
      <w:r>
        <w:t>367.6181</w:t>
      </w:r>
      <w:r>
        <w:tab/>
        <w:t>1.013e0</w:t>
      </w:r>
    </w:p>
    <w:p w:rsidR="00E00D30" w:rsidRDefault="00E00D30" w:rsidP="00E00D30">
      <w:r>
        <w:t>367.6519</w:t>
      </w:r>
      <w:r>
        <w:tab/>
        <w:t>1.013e0</w:t>
      </w:r>
    </w:p>
    <w:p w:rsidR="00E00D30" w:rsidRDefault="00E00D30" w:rsidP="00E00D30">
      <w:r>
        <w:t>367.7100</w:t>
      </w:r>
      <w:r>
        <w:tab/>
        <w:t>1.013e0</w:t>
      </w:r>
    </w:p>
    <w:p w:rsidR="00E00D30" w:rsidRDefault="00E00D30" w:rsidP="00E00D30">
      <w:r>
        <w:t>367.7437</w:t>
      </w:r>
      <w:r>
        <w:tab/>
        <w:t>1.013e0</w:t>
      </w:r>
    </w:p>
    <w:p w:rsidR="00E00D30" w:rsidRDefault="00E00D30" w:rsidP="00E00D30">
      <w:r>
        <w:t>367.7491</w:t>
      </w:r>
      <w:r>
        <w:tab/>
        <w:t>1.013e0</w:t>
      </w:r>
    </w:p>
    <w:p w:rsidR="00E00D30" w:rsidRDefault="00E00D30" w:rsidP="00E00D30">
      <w:r>
        <w:t>367.7608</w:t>
      </w:r>
      <w:r>
        <w:tab/>
        <w:t>1.013e0</w:t>
      </w:r>
    </w:p>
    <w:p w:rsidR="00E00D30" w:rsidRDefault="00E00D30" w:rsidP="00E00D30">
      <w:r>
        <w:t>367.7861</w:t>
      </w:r>
      <w:r>
        <w:tab/>
        <w:t>1.013e0</w:t>
      </w:r>
    </w:p>
    <w:p w:rsidR="00E00D30" w:rsidRDefault="00E00D30" w:rsidP="00E00D30">
      <w:r>
        <w:t>367.7896</w:t>
      </w:r>
      <w:r>
        <w:tab/>
        <w:t>1.013e0</w:t>
      </w:r>
    </w:p>
    <w:p w:rsidR="00E00D30" w:rsidRDefault="00E00D30" w:rsidP="00E00D30">
      <w:r>
        <w:t>367.8869</w:t>
      </w:r>
      <w:r>
        <w:tab/>
        <w:t>1.013e0</w:t>
      </w:r>
    </w:p>
    <w:p w:rsidR="00E00D30" w:rsidRDefault="00E00D30" w:rsidP="00E00D30">
      <w:r>
        <w:t>367.8916</w:t>
      </w:r>
      <w:r>
        <w:tab/>
        <w:t>2.025e0</w:t>
      </w:r>
    </w:p>
    <w:p w:rsidR="00E00D30" w:rsidRDefault="00E00D30" w:rsidP="00E00D30">
      <w:r>
        <w:t>367.9022</w:t>
      </w:r>
      <w:r>
        <w:tab/>
        <w:t>1.013e0</w:t>
      </w:r>
    </w:p>
    <w:p w:rsidR="00E00D30" w:rsidRDefault="00E00D30" w:rsidP="00E00D30">
      <w:r>
        <w:t>367.9196</w:t>
      </w:r>
      <w:r>
        <w:tab/>
        <w:t>1.013e0</w:t>
      </w:r>
    </w:p>
    <w:p w:rsidR="00E00D30" w:rsidRDefault="00E00D30" w:rsidP="00E00D30">
      <w:r>
        <w:t>367.9230</w:t>
      </w:r>
      <w:r>
        <w:tab/>
        <w:t>6.076e0</w:t>
      </w:r>
    </w:p>
    <w:p w:rsidR="00E00D30" w:rsidRDefault="00E00D30" w:rsidP="00E00D30">
      <w:r>
        <w:lastRenderedPageBreak/>
        <w:t>367.9392</w:t>
      </w:r>
      <w:r>
        <w:tab/>
        <w:t>1.013e0</w:t>
      </w:r>
    </w:p>
    <w:p w:rsidR="00E00D30" w:rsidRDefault="00E00D30" w:rsidP="00E00D30">
      <w:r>
        <w:t>367.9463</w:t>
      </w:r>
      <w:r>
        <w:tab/>
        <w:t>2.025e0</w:t>
      </w:r>
    </w:p>
    <w:p w:rsidR="00E00D30" w:rsidRDefault="00E00D30" w:rsidP="00E00D30">
      <w:r>
        <w:t>367.9485</w:t>
      </w:r>
      <w:r>
        <w:tab/>
        <w:t>2.025e0</w:t>
      </w:r>
    </w:p>
    <w:p w:rsidR="00E00D30" w:rsidRDefault="00E00D30" w:rsidP="00E00D30">
      <w:r>
        <w:t>367.9529</w:t>
      </w:r>
      <w:r>
        <w:tab/>
        <w:t>1.013e0</w:t>
      </w:r>
    </w:p>
    <w:p w:rsidR="00E00D30" w:rsidRDefault="00E00D30" w:rsidP="00E00D30">
      <w:r>
        <w:t>367.9765</w:t>
      </w:r>
      <w:r>
        <w:tab/>
        <w:t>2.025e0</w:t>
      </w:r>
    </w:p>
    <w:p w:rsidR="00E00D30" w:rsidRDefault="00E00D30" w:rsidP="00E00D30">
      <w:r>
        <w:t>367.9940</w:t>
      </w:r>
      <w:r>
        <w:tab/>
        <w:t>1.013e0</w:t>
      </w:r>
    </w:p>
    <w:p w:rsidR="00E00D30" w:rsidRDefault="00E00D30" w:rsidP="00E00D30">
      <w:r>
        <w:t>368.0190</w:t>
      </w:r>
      <w:r>
        <w:tab/>
        <w:t>1.013e0</w:t>
      </w:r>
    </w:p>
    <w:p w:rsidR="00E00D30" w:rsidRDefault="00E00D30" w:rsidP="00E00D30">
      <w:r>
        <w:t>368.0467</w:t>
      </w:r>
      <w:r>
        <w:tab/>
        <w:t>2.025e0</w:t>
      </w:r>
    </w:p>
    <w:p w:rsidR="00E00D30" w:rsidRDefault="00E00D30" w:rsidP="00E00D30">
      <w:r>
        <w:t>368.0614</w:t>
      </w:r>
      <w:r>
        <w:tab/>
        <w:t>1.013e0</w:t>
      </w:r>
    </w:p>
    <w:p w:rsidR="00E00D30" w:rsidRDefault="00E00D30" w:rsidP="00E00D30">
      <w:r>
        <w:t>368.0817</w:t>
      </w:r>
      <w:r>
        <w:tab/>
        <w:t>1.013e0</w:t>
      </w:r>
    </w:p>
    <w:p w:rsidR="00E00D30" w:rsidRDefault="00E00D30" w:rsidP="00E00D30">
      <w:r>
        <w:t>368.0859</w:t>
      </w:r>
      <w:r>
        <w:tab/>
        <w:t>1.013e0</w:t>
      </w:r>
    </w:p>
    <w:p w:rsidR="00E00D30" w:rsidRDefault="00E00D30" w:rsidP="00E00D30">
      <w:r>
        <w:t>368.0900</w:t>
      </w:r>
      <w:r>
        <w:tab/>
        <w:t>1.013e0</w:t>
      </w:r>
    </w:p>
    <w:p w:rsidR="00E00D30" w:rsidRDefault="00E00D30" w:rsidP="00E00D30">
      <w:r>
        <w:t>368.0967</w:t>
      </w:r>
      <w:r>
        <w:tab/>
        <w:t>1.013e0</w:t>
      </w:r>
    </w:p>
    <w:p w:rsidR="00E00D30" w:rsidRDefault="00E00D30" w:rsidP="00E00D30">
      <w:r>
        <w:t>368.0985</w:t>
      </w:r>
      <w:r>
        <w:tab/>
        <w:t>2.025e0</w:t>
      </w:r>
    </w:p>
    <w:p w:rsidR="00E00D30" w:rsidRDefault="00E00D30" w:rsidP="00E00D30">
      <w:r>
        <w:t>368.1107</w:t>
      </w:r>
      <w:r>
        <w:tab/>
        <w:t>2.025e0</w:t>
      </w:r>
    </w:p>
    <w:p w:rsidR="00E00D30" w:rsidRDefault="00E00D30" w:rsidP="00E00D30">
      <w:r>
        <w:t>368.1173</w:t>
      </w:r>
      <w:r>
        <w:tab/>
        <w:t>2.025e0</w:t>
      </w:r>
    </w:p>
    <w:p w:rsidR="00E00D30" w:rsidRDefault="00E00D30" w:rsidP="00E00D30">
      <w:r>
        <w:t>368.1276</w:t>
      </w:r>
      <w:r>
        <w:tab/>
        <w:t>1.013e0</w:t>
      </w:r>
    </w:p>
    <w:p w:rsidR="00E00D30" w:rsidRDefault="00E00D30" w:rsidP="00E00D30">
      <w:r>
        <w:t>368.1316</w:t>
      </w:r>
      <w:r>
        <w:tab/>
        <w:t>2.025e0</w:t>
      </w:r>
    </w:p>
    <w:p w:rsidR="00E00D30" w:rsidRDefault="00E00D30" w:rsidP="00E00D30">
      <w:r>
        <w:t>368.1494</w:t>
      </w:r>
      <w:r>
        <w:tab/>
        <w:t>1.013e0</w:t>
      </w:r>
    </w:p>
    <w:p w:rsidR="00E00D30" w:rsidRDefault="00E00D30" w:rsidP="00E00D30">
      <w:r>
        <w:lastRenderedPageBreak/>
        <w:t>368.1582</w:t>
      </w:r>
      <w:r>
        <w:tab/>
        <w:t>2.025e0</w:t>
      </w:r>
    </w:p>
    <w:p w:rsidR="00E00D30" w:rsidRDefault="00E00D30" w:rsidP="00E00D30">
      <w:r>
        <w:t>368.1623</w:t>
      </w:r>
      <w:r>
        <w:tab/>
        <w:t>1.013e0</w:t>
      </w:r>
    </w:p>
    <w:p w:rsidR="00E00D30" w:rsidRDefault="00E00D30" w:rsidP="00E00D30">
      <w:r>
        <w:t>368.1687</w:t>
      </w:r>
      <w:r>
        <w:tab/>
        <w:t>1.013e0</w:t>
      </w:r>
    </w:p>
    <w:p w:rsidR="00E00D30" w:rsidRDefault="00E00D30" w:rsidP="00E00D30">
      <w:r>
        <w:t>368.1775</w:t>
      </w:r>
      <w:r>
        <w:tab/>
        <w:t>1.013e0</w:t>
      </w:r>
    </w:p>
    <w:p w:rsidR="00E00D30" w:rsidRDefault="00E00D30" w:rsidP="00E00D30">
      <w:r>
        <w:t>368.1982</w:t>
      </w:r>
      <w:r>
        <w:tab/>
        <w:t>2.025e0</w:t>
      </w:r>
    </w:p>
    <w:p w:rsidR="00E00D30" w:rsidRDefault="00E00D30" w:rsidP="00E00D30">
      <w:r>
        <w:t>368.2084</w:t>
      </w:r>
      <w:r>
        <w:tab/>
        <w:t>2.025e0</w:t>
      </w:r>
    </w:p>
    <w:p w:rsidR="00E00D30" w:rsidRDefault="00E00D30" w:rsidP="00E00D30">
      <w:r>
        <w:t>368.2148</w:t>
      </w:r>
      <w:r>
        <w:tab/>
        <w:t>1.013e0</w:t>
      </w:r>
    </w:p>
    <w:p w:rsidR="00E00D30" w:rsidRDefault="00E00D30" w:rsidP="00E00D30">
      <w:r>
        <w:t>368.2193</w:t>
      </w:r>
      <w:r>
        <w:tab/>
        <w:t>1.013e0</w:t>
      </w:r>
    </w:p>
    <w:p w:rsidR="00E00D30" w:rsidRDefault="00E00D30" w:rsidP="00E00D30">
      <w:r>
        <w:t>368.2407</w:t>
      </w:r>
      <w:r>
        <w:tab/>
        <w:t>1.013e0</w:t>
      </w:r>
    </w:p>
    <w:p w:rsidR="00E00D30" w:rsidRDefault="00E00D30" w:rsidP="00E00D30">
      <w:r>
        <w:t>368.2428</w:t>
      </w:r>
      <w:r>
        <w:tab/>
        <w:t>2.025e0</w:t>
      </w:r>
    </w:p>
    <w:p w:rsidR="00E00D30" w:rsidRDefault="00E00D30" w:rsidP="00E00D30">
      <w:r>
        <w:t>368.2443</w:t>
      </w:r>
      <w:r>
        <w:tab/>
        <w:t>1.013e0</w:t>
      </w:r>
    </w:p>
    <w:p w:rsidR="00E00D30" w:rsidRDefault="00E00D30" w:rsidP="00E00D30">
      <w:r>
        <w:t>368.2476</w:t>
      </w:r>
      <w:r>
        <w:tab/>
        <w:t>2.025e0</w:t>
      </w:r>
    </w:p>
    <w:p w:rsidR="00E00D30" w:rsidRDefault="00E00D30" w:rsidP="00E00D30">
      <w:r>
        <w:t>368.2736</w:t>
      </w:r>
      <w:r>
        <w:tab/>
        <w:t>1.013e0</w:t>
      </w:r>
    </w:p>
    <w:p w:rsidR="00E00D30" w:rsidRDefault="00E00D30" w:rsidP="00E00D30">
      <w:r>
        <w:t>368.2868</w:t>
      </w:r>
      <w:r>
        <w:tab/>
        <w:t>2.025e0</w:t>
      </w:r>
    </w:p>
    <w:p w:rsidR="00E00D30" w:rsidRDefault="00E00D30" w:rsidP="00E00D30">
      <w:r>
        <w:t>368.3113</w:t>
      </w:r>
      <w:r>
        <w:tab/>
        <w:t>1.013e0</w:t>
      </w:r>
    </w:p>
    <w:p w:rsidR="00E00D30" w:rsidRDefault="00E00D30" w:rsidP="00E00D30">
      <w:r>
        <w:t>368.3151</w:t>
      </w:r>
      <w:r>
        <w:tab/>
        <w:t>2.025e0</w:t>
      </w:r>
    </w:p>
    <w:p w:rsidR="00E00D30" w:rsidRDefault="00E00D30" w:rsidP="00E00D30">
      <w:r>
        <w:t>368.3297</w:t>
      </w:r>
      <w:r>
        <w:tab/>
        <w:t>5.063e0</w:t>
      </w:r>
    </w:p>
    <w:p w:rsidR="00E00D30" w:rsidRDefault="00E00D30" w:rsidP="00E00D30">
      <w:r>
        <w:t>368.3323</w:t>
      </w:r>
      <w:r>
        <w:tab/>
        <w:t>2.025e0</w:t>
      </w:r>
    </w:p>
    <w:p w:rsidR="00E00D30" w:rsidRDefault="00E00D30" w:rsidP="00E00D30">
      <w:r>
        <w:t>368.3860</w:t>
      </w:r>
      <w:r>
        <w:tab/>
        <w:t>1.013e0</w:t>
      </w:r>
    </w:p>
    <w:p w:rsidR="00E00D30" w:rsidRDefault="00E00D30" w:rsidP="00E00D30">
      <w:r>
        <w:lastRenderedPageBreak/>
        <w:t>368.3919</w:t>
      </w:r>
      <w:r>
        <w:tab/>
        <w:t>1.013e0</w:t>
      </w:r>
    </w:p>
    <w:p w:rsidR="00E00D30" w:rsidRDefault="00E00D30" w:rsidP="00E00D30">
      <w:r>
        <w:t>368.3957</w:t>
      </w:r>
      <w:r>
        <w:tab/>
        <w:t>3.038e0</w:t>
      </w:r>
    </w:p>
    <w:p w:rsidR="00E00D30" w:rsidRDefault="00E00D30" w:rsidP="00E00D30">
      <w:r>
        <w:t>368.4174</w:t>
      </w:r>
      <w:r>
        <w:tab/>
        <w:t>2.025e0</w:t>
      </w:r>
    </w:p>
    <w:p w:rsidR="00E00D30" w:rsidRDefault="00E00D30" w:rsidP="00E00D30">
      <w:r>
        <w:t>368.4188</w:t>
      </w:r>
      <w:r>
        <w:tab/>
        <w:t>4.051e0</w:t>
      </w:r>
    </w:p>
    <w:p w:rsidR="00E00D30" w:rsidRDefault="00E00D30" w:rsidP="00E00D30">
      <w:r>
        <w:t>368.4200</w:t>
      </w:r>
      <w:r>
        <w:tab/>
        <w:t>3.038e0</w:t>
      </w:r>
    </w:p>
    <w:p w:rsidR="00E00D30" w:rsidRDefault="00E00D30" w:rsidP="00E00D30">
      <w:r>
        <w:t>368.4227</w:t>
      </w:r>
      <w:r>
        <w:tab/>
        <w:t>7.089e0</w:t>
      </w:r>
    </w:p>
    <w:p w:rsidR="00E00D30" w:rsidRDefault="00E00D30" w:rsidP="00E00D30">
      <w:r>
        <w:t>368.4240</w:t>
      </w:r>
      <w:r>
        <w:tab/>
        <w:t>1.013e0</w:t>
      </w:r>
    </w:p>
    <w:p w:rsidR="00E00D30" w:rsidRDefault="00E00D30" w:rsidP="00E00D30">
      <w:r>
        <w:t>368.4297</w:t>
      </w:r>
      <w:r>
        <w:tab/>
        <w:t>3.038e0</w:t>
      </w:r>
    </w:p>
    <w:p w:rsidR="00E00D30" w:rsidRDefault="00E00D30" w:rsidP="00E00D30">
      <w:r>
        <w:t>368.4358</w:t>
      </w:r>
      <w:r>
        <w:tab/>
        <w:t>6.076e0</w:t>
      </w:r>
    </w:p>
    <w:p w:rsidR="00E00D30" w:rsidRDefault="00E00D30" w:rsidP="00E00D30">
      <w:r>
        <w:t>368.4885</w:t>
      </w:r>
      <w:r>
        <w:tab/>
        <w:t>2.025e0</w:t>
      </w:r>
    </w:p>
    <w:p w:rsidR="00E00D30" w:rsidRDefault="00E00D30" w:rsidP="00E00D30">
      <w:r>
        <w:t>368.5056</w:t>
      </w:r>
      <w:r>
        <w:tab/>
        <w:t>2.025e0</w:t>
      </w:r>
    </w:p>
    <w:p w:rsidR="00E00D30" w:rsidRDefault="00E00D30" w:rsidP="00E00D30">
      <w:r>
        <w:t>368.5405</w:t>
      </w:r>
      <w:r>
        <w:tab/>
        <w:t>1.013e0</w:t>
      </w:r>
    </w:p>
    <w:p w:rsidR="00E00D30" w:rsidRDefault="00E00D30" w:rsidP="00E00D30">
      <w:r>
        <w:t>368.5757</w:t>
      </w:r>
      <w:r>
        <w:tab/>
        <w:t>1.013e0</w:t>
      </w:r>
    </w:p>
    <w:p w:rsidR="00E00D30" w:rsidRDefault="00E00D30" w:rsidP="00E00D30">
      <w:r>
        <w:t>368.5959</w:t>
      </w:r>
      <w:r>
        <w:tab/>
        <w:t>1.013e0</w:t>
      </w:r>
    </w:p>
    <w:p w:rsidR="00E00D30" w:rsidRDefault="00E00D30" w:rsidP="00E00D30">
      <w:r>
        <w:t>368.6075</w:t>
      </w:r>
      <w:r>
        <w:tab/>
        <w:t>1.013e0</w:t>
      </w:r>
    </w:p>
    <w:p w:rsidR="00E00D30" w:rsidRDefault="00E00D30" w:rsidP="00E00D30">
      <w:r>
        <w:t>368.6116</w:t>
      </w:r>
      <w:r>
        <w:tab/>
        <w:t>3.038e0</w:t>
      </w:r>
    </w:p>
    <w:p w:rsidR="00E00D30" w:rsidRDefault="00E00D30" w:rsidP="00E00D30">
      <w:r>
        <w:t>368.6154</w:t>
      </w:r>
      <w:r>
        <w:tab/>
        <w:t>1.013e0</w:t>
      </w:r>
    </w:p>
    <w:p w:rsidR="00E00D30" w:rsidRDefault="00E00D30" w:rsidP="00E00D30">
      <w:r>
        <w:t>368.6782</w:t>
      </w:r>
      <w:r>
        <w:tab/>
        <w:t>1.013e0</w:t>
      </w:r>
    </w:p>
    <w:p w:rsidR="00E00D30" w:rsidRDefault="00E00D30" w:rsidP="00E00D30">
      <w:r>
        <w:t>368.6829</w:t>
      </w:r>
      <w:r>
        <w:tab/>
        <w:t>1.013e0</w:t>
      </w:r>
    </w:p>
    <w:p w:rsidR="00E00D30" w:rsidRDefault="00E00D30" w:rsidP="00E00D30">
      <w:r>
        <w:lastRenderedPageBreak/>
        <w:t>368.7069</w:t>
      </w:r>
      <w:r>
        <w:tab/>
        <w:t>1.013e0</w:t>
      </w:r>
    </w:p>
    <w:p w:rsidR="00E00D30" w:rsidRDefault="00E00D30" w:rsidP="00E00D30">
      <w:r>
        <w:t>368.7206</w:t>
      </w:r>
      <w:r>
        <w:tab/>
        <w:t>1.013e0</w:t>
      </w:r>
    </w:p>
    <w:p w:rsidR="00E00D30" w:rsidRDefault="00E00D30" w:rsidP="00E00D30">
      <w:r>
        <w:t>368.7333</w:t>
      </w:r>
      <w:r>
        <w:tab/>
        <w:t>1.013e0</w:t>
      </w:r>
    </w:p>
    <w:p w:rsidR="00E00D30" w:rsidRDefault="00E00D30" w:rsidP="00E00D30">
      <w:r>
        <w:t>368.7406</w:t>
      </w:r>
      <w:r>
        <w:tab/>
        <w:t>2.025e0</w:t>
      </w:r>
    </w:p>
    <w:p w:rsidR="00E00D30" w:rsidRDefault="00E00D30" w:rsidP="00E00D30">
      <w:r>
        <w:t>368.7702</w:t>
      </w:r>
      <w:r>
        <w:tab/>
        <w:t>3.038e0</w:t>
      </w:r>
    </w:p>
    <w:p w:rsidR="00E00D30" w:rsidRDefault="00E00D30" w:rsidP="00E00D30">
      <w:r>
        <w:t>368.8119</w:t>
      </w:r>
      <w:r>
        <w:tab/>
        <w:t>1.013e0</w:t>
      </w:r>
    </w:p>
    <w:p w:rsidR="00E00D30" w:rsidRDefault="00E00D30" w:rsidP="00E00D30">
      <w:r>
        <w:t>368.8411</w:t>
      </w:r>
      <w:r>
        <w:tab/>
        <w:t>1.013e0</w:t>
      </w:r>
    </w:p>
    <w:p w:rsidR="00E00D30" w:rsidRDefault="00E00D30" w:rsidP="00E00D30">
      <w:r>
        <w:t>368.8783</w:t>
      </w:r>
      <w:r>
        <w:tab/>
        <w:t>1.013e0</w:t>
      </w:r>
    </w:p>
    <w:p w:rsidR="00E00D30" w:rsidRDefault="00E00D30" w:rsidP="00E00D30">
      <w:r>
        <w:t>368.8815</w:t>
      </w:r>
      <w:r>
        <w:tab/>
        <w:t>2.025e0</w:t>
      </w:r>
    </w:p>
    <w:p w:rsidR="00E00D30" w:rsidRDefault="00E00D30" w:rsidP="00E00D30">
      <w:r>
        <w:t>368.9079</w:t>
      </w:r>
      <w:r>
        <w:tab/>
        <w:t>2.025e0</w:t>
      </w:r>
    </w:p>
    <w:p w:rsidR="00E00D30" w:rsidRDefault="00E00D30" w:rsidP="00E00D30">
      <w:r>
        <w:t>368.9174</w:t>
      </w:r>
      <w:r>
        <w:tab/>
        <w:t>2.025e0</w:t>
      </w:r>
    </w:p>
    <w:p w:rsidR="00E00D30" w:rsidRDefault="00E00D30" w:rsidP="00E00D30">
      <w:r>
        <w:t>368.9333</w:t>
      </w:r>
      <w:r>
        <w:tab/>
        <w:t>1.013e0</w:t>
      </w:r>
    </w:p>
    <w:p w:rsidR="00E00D30" w:rsidRDefault="00E00D30" w:rsidP="00E00D30">
      <w:r>
        <w:t>368.9702</w:t>
      </w:r>
      <w:r>
        <w:tab/>
        <w:t>6.076e0</w:t>
      </w:r>
    </w:p>
    <w:p w:rsidR="00E00D30" w:rsidRDefault="00E00D30" w:rsidP="00E00D30">
      <w:r>
        <w:t>368.9900</w:t>
      </w:r>
      <w:r>
        <w:tab/>
        <w:t>1.013e0</w:t>
      </w:r>
    </w:p>
    <w:p w:rsidR="00E00D30" w:rsidRDefault="00E00D30" w:rsidP="00E00D30">
      <w:r>
        <w:t>369.0664</w:t>
      </w:r>
      <w:r>
        <w:tab/>
        <w:t>1.013e0</w:t>
      </w:r>
    </w:p>
    <w:p w:rsidR="00E00D30" w:rsidRDefault="00E00D30" w:rsidP="00E00D30">
      <w:r>
        <w:t>369.0877</w:t>
      </w:r>
      <w:r>
        <w:tab/>
        <w:t>1.013e0</w:t>
      </w:r>
    </w:p>
    <w:p w:rsidR="00E00D30" w:rsidRDefault="00E00D30" w:rsidP="00E00D30">
      <w:r>
        <w:t>369.1017</w:t>
      </w:r>
      <w:r>
        <w:tab/>
        <w:t>1.013e0</w:t>
      </w:r>
    </w:p>
    <w:p w:rsidR="00E00D30" w:rsidRDefault="00E00D30" w:rsidP="00E00D30">
      <w:r>
        <w:t>369.1234</w:t>
      </w:r>
      <w:r>
        <w:tab/>
        <w:t>4.051e0</w:t>
      </w:r>
    </w:p>
    <w:p w:rsidR="00E00D30" w:rsidRDefault="00E00D30" w:rsidP="00E00D30">
      <w:r>
        <w:t>369.1262</w:t>
      </w:r>
      <w:r>
        <w:tab/>
        <w:t>3.038e0</w:t>
      </w:r>
    </w:p>
    <w:p w:rsidR="00E00D30" w:rsidRDefault="00E00D30" w:rsidP="00E00D30">
      <w:r>
        <w:lastRenderedPageBreak/>
        <w:t>369.1334</w:t>
      </w:r>
      <w:r>
        <w:tab/>
        <w:t>1.013e0</w:t>
      </w:r>
    </w:p>
    <w:p w:rsidR="00E00D30" w:rsidRDefault="00E00D30" w:rsidP="00E00D30">
      <w:r>
        <w:t>369.1376</w:t>
      </w:r>
      <w:r>
        <w:tab/>
        <w:t>3.038e0</w:t>
      </w:r>
    </w:p>
    <w:p w:rsidR="00E00D30" w:rsidRDefault="00E00D30" w:rsidP="00E00D30">
      <w:r>
        <w:t>369.1918</w:t>
      </w:r>
      <w:r>
        <w:tab/>
        <w:t>3.038e0</w:t>
      </w:r>
    </w:p>
    <w:p w:rsidR="00E00D30" w:rsidRDefault="00E00D30" w:rsidP="00E00D30">
      <w:r>
        <w:t>369.1935</w:t>
      </w:r>
      <w:r>
        <w:tab/>
        <w:t>9.114e0</w:t>
      </w:r>
    </w:p>
    <w:p w:rsidR="00E00D30" w:rsidRDefault="00E00D30" w:rsidP="00E00D30">
      <w:r>
        <w:t>369.1999</w:t>
      </w:r>
      <w:r>
        <w:tab/>
        <w:t>1.013e0</w:t>
      </w:r>
    </w:p>
    <w:p w:rsidR="00E00D30" w:rsidRDefault="00E00D30" w:rsidP="00E00D30">
      <w:r>
        <w:t>369.2029</w:t>
      </w:r>
      <w:r>
        <w:tab/>
        <w:t>2.025e0</w:t>
      </w:r>
    </w:p>
    <w:p w:rsidR="00E00D30" w:rsidRDefault="00E00D30" w:rsidP="00E00D30">
      <w:r>
        <w:t>369.2041</w:t>
      </w:r>
      <w:r>
        <w:tab/>
        <w:t>1.013e0</w:t>
      </w:r>
    </w:p>
    <w:p w:rsidR="00E00D30" w:rsidRDefault="00E00D30" w:rsidP="00E00D30">
      <w:r>
        <w:t>369.2083</w:t>
      </w:r>
      <w:r>
        <w:tab/>
        <w:t>1.013e0</w:t>
      </w:r>
    </w:p>
    <w:p w:rsidR="00E00D30" w:rsidRDefault="00E00D30" w:rsidP="00E00D30">
      <w:r>
        <w:t>369.2097</w:t>
      </w:r>
      <w:r>
        <w:tab/>
        <w:t>2.025e0</w:t>
      </w:r>
    </w:p>
    <w:p w:rsidR="00E00D30" w:rsidRDefault="00E00D30" w:rsidP="00E00D30">
      <w:r>
        <w:t>369.2506</w:t>
      </w:r>
      <w:r>
        <w:tab/>
        <w:t>1.013e0</w:t>
      </w:r>
    </w:p>
    <w:p w:rsidR="00E00D30" w:rsidRDefault="00E00D30" w:rsidP="00E00D30">
      <w:r>
        <w:t>369.2657</w:t>
      </w:r>
      <w:r>
        <w:tab/>
        <w:t>1.013e0</w:t>
      </w:r>
    </w:p>
    <w:p w:rsidR="00E00D30" w:rsidRDefault="00E00D30" w:rsidP="00E00D30">
      <w:r>
        <w:t>369.2725</w:t>
      </w:r>
      <w:r>
        <w:tab/>
        <w:t>2.025e0</w:t>
      </w:r>
    </w:p>
    <w:p w:rsidR="00E00D30" w:rsidRDefault="00E00D30" w:rsidP="00E00D30">
      <w:r>
        <w:t>369.2787</w:t>
      </w:r>
      <w:r>
        <w:tab/>
        <w:t>1.013e0</w:t>
      </w:r>
    </w:p>
    <w:p w:rsidR="00E00D30" w:rsidRDefault="00E00D30" w:rsidP="00E00D30">
      <w:r>
        <w:t>369.2959</w:t>
      </w:r>
      <w:r>
        <w:tab/>
        <w:t>1.013e0</w:t>
      </w:r>
    </w:p>
    <w:p w:rsidR="00E00D30" w:rsidRDefault="00E00D30" w:rsidP="00E00D30">
      <w:r>
        <w:t>369.2999</w:t>
      </w:r>
      <w:r>
        <w:tab/>
        <w:t>1.013e0</w:t>
      </w:r>
    </w:p>
    <w:p w:rsidR="00E00D30" w:rsidRDefault="00E00D30" w:rsidP="00E00D30">
      <w:r>
        <w:t>369.3117</w:t>
      </w:r>
      <w:r>
        <w:tab/>
        <w:t>2.025e0</w:t>
      </w:r>
    </w:p>
    <w:p w:rsidR="00E00D30" w:rsidRDefault="00E00D30" w:rsidP="00E00D30">
      <w:r>
        <w:t>369.3176</w:t>
      </w:r>
      <w:r>
        <w:tab/>
        <w:t>1.013e0</w:t>
      </w:r>
    </w:p>
    <w:p w:rsidR="00E00D30" w:rsidRDefault="00E00D30" w:rsidP="00E00D30">
      <w:r>
        <w:t>369.3209</w:t>
      </w:r>
      <w:r>
        <w:tab/>
        <w:t>2.025e0</w:t>
      </w:r>
    </w:p>
    <w:p w:rsidR="00E00D30" w:rsidRDefault="00E00D30" w:rsidP="00E00D30">
      <w:r>
        <w:t>369.3418</w:t>
      </w:r>
      <w:r>
        <w:tab/>
        <w:t>1.013e0</w:t>
      </w:r>
    </w:p>
    <w:p w:rsidR="00E00D30" w:rsidRDefault="00E00D30" w:rsidP="00E00D30">
      <w:r>
        <w:lastRenderedPageBreak/>
        <w:t>369.3460</w:t>
      </w:r>
      <w:r>
        <w:tab/>
        <w:t>1.013e0</w:t>
      </w:r>
    </w:p>
    <w:p w:rsidR="00E00D30" w:rsidRDefault="00E00D30" w:rsidP="00E00D30">
      <w:r>
        <w:t>369.3615</w:t>
      </w:r>
      <w:r>
        <w:tab/>
        <w:t>2.172e0</w:t>
      </w:r>
    </w:p>
    <w:p w:rsidR="00E00D30" w:rsidRDefault="00E00D30" w:rsidP="00E00D30">
      <w:r>
        <w:t>369.3675</w:t>
      </w:r>
      <w:r>
        <w:tab/>
        <w:t>3.038e0</w:t>
      </w:r>
    </w:p>
    <w:p w:rsidR="00E00D30" w:rsidRDefault="00E00D30" w:rsidP="00E00D30">
      <w:r>
        <w:t>369.3715</w:t>
      </w:r>
      <w:r>
        <w:tab/>
        <w:t>4.051e0</w:t>
      </w:r>
    </w:p>
    <w:p w:rsidR="00E00D30" w:rsidRDefault="00E00D30" w:rsidP="00E00D30">
      <w:r>
        <w:t>369.3898</w:t>
      </w:r>
      <w:r>
        <w:tab/>
        <w:t>8.101e0</w:t>
      </w:r>
    </w:p>
    <w:p w:rsidR="00E00D30" w:rsidRDefault="00E00D30" w:rsidP="00E00D30">
      <w:r>
        <w:t>369.3910</w:t>
      </w:r>
      <w:r>
        <w:tab/>
        <w:t>2.025e0</w:t>
      </w:r>
    </w:p>
    <w:p w:rsidR="00E00D30" w:rsidRDefault="00E00D30" w:rsidP="00E00D30">
      <w:r>
        <w:t>369.3941</w:t>
      </w:r>
      <w:r>
        <w:tab/>
        <w:t>3.038e0</w:t>
      </w:r>
    </w:p>
    <w:p w:rsidR="00E00D30" w:rsidRDefault="00E00D30" w:rsidP="00E00D30">
      <w:r>
        <w:t>369.3958</w:t>
      </w:r>
      <w:r>
        <w:tab/>
        <w:t>6.076e0</w:t>
      </w:r>
    </w:p>
    <w:p w:rsidR="00E00D30" w:rsidRDefault="00E00D30" w:rsidP="00E00D30">
      <w:r>
        <w:t>369.4074</w:t>
      </w:r>
      <w:r>
        <w:tab/>
        <w:t>2.025e0</w:t>
      </w:r>
    </w:p>
    <w:p w:rsidR="00E00D30" w:rsidRDefault="00E00D30" w:rsidP="00E00D30">
      <w:r>
        <w:t>369.4154</w:t>
      </w:r>
      <w:r>
        <w:tab/>
        <w:t>2.025e0</w:t>
      </w:r>
    </w:p>
    <w:p w:rsidR="00E00D30" w:rsidRDefault="00E00D30" w:rsidP="00E00D30">
      <w:r>
        <w:t>369.4337</w:t>
      </w:r>
      <w:r>
        <w:tab/>
        <w:t>2.025e0</w:t>
      </w:r>
    </w:p>
    <w:p w:rsidR="00E00D30" w:rsidRDefault="00E00D30" w:rsidP="00E00D30">
      <w:r>
        <w:t>369.4694</w:t>
      </w:r>
      <w:r>
        <w:tab/>
        <w:t>1.013e0</w:t>
      </w:r>
    </w:p>
    <w:p w:rsidR="00E00D30" w:rsidRDefault="00E00D30" w:rsidP="00E00D30">
      <w:r>
        <w:t>369.4760</w:t>
      </w:r>
      <w:r>
        <w:tab/>
        <w:t>1.013e0</w:t>
      </w:r>
    </w:p>
    <w:p w:rsidR="00E00D30" w:rsidRDefault="00E00D30" w:rsidP="00E00D30">
      <w:r>
        <w:t>369.4802</w:t>
      </w:r>
      <w:r>
        <w:tab/>
        <w:t>1.013e0</w:t>
      </w:r>
    </w:p>
    <w:p w:rsidR="00E00D30" w:rsidRDefault="00E00D30" w:rsidP="00E00D30">
      <w:r>
        <w:t>369.4891</w:t>
      </w:r>
      <w:r>
        <w:tab/>
        <w:t>1.013e0</w:t>
      </w:r>
    </w:p>
    <w:p w:rsidR="00E00D30" w:rsidRDefault="00E00D30" w:rsidP="00E00D30">
      <w:r>
        <w:t>369.5358</w:t>
      </w:r>
      <w:r>
        <w:tab/>
        <w:t>1.013e0</w:t>
      </w:r>
    </w:p>
    <w:p w:rsidR="00E00D30" w:rsidRDefault="00E00D30" w:rsidP="00E00D30">
      <w:r>
        <w:t>369.5678</w:t>
      </w:r>
      <w:r>
        <w:tab/>
        <w:t>1.013e0</w:t>
      </w:r>
    </w:p>
    <w:p w:rsidR="00E00D30" w:rsidRDefault="00E00D30" w:rsidP="00E00D30">
      <w:r>
        <w:t>369.5815</w:t>
      </w:r>
      <w:r>
        <w:tab/>
        <w:t>1.013e0</w:t>
      </w:r>
    </w:p>
    <w:p w:rsidR="00E00D30" w:rsidRDefault="00E00D30" w:rsidP="00E00D30">
      <w:r>
        <w:t>369.5919</w:t>
      </w:r>
      <w:r>
        <w:tab/>
        <w:t>2.025e0</w:t>
      </w:r>
    </w:p>
    <w:p w:rsidR="00E00D30" w:rsidRDefault="00E00D30" w:rsidP="00E00D30">
      <w:r>
        <w:lastRenderedPageBreak/>
        <w:t>369.6046</w:t>
      </w:r>
      <w:r>
        <w:tab/>
        <w:t>2.025e0</w:t>
      </w:r>
    </w:p>
    <w:p w:rsidR="00E00D30" w:rsidRDefault="00E00D30" w:rsidP="00E00D30">
      <w:r>
        <w:t>369.6175</w:t>
      </w:r>
      <w:r>
        <w:tab/>
        <w:t>1.013e0</w:t>
      </w:r>
    </w:p>
    <w:p w:rsidR="00E00D30" w:rsidRDefault="00E00D30" w:rsidP="00E00D30">
      <w:r>
        <w:t>369.6385</w:t>
      </w:r>
      <w:r>
        <w:tab/>
        <w:t>1.013e0</w:t>
      </w:r>
    </w:p>
    <w:p w:rsidR="00E00D30" w:rsidRDefault="00E00D30" w:rsidP="00E00D30">
      <w:r>
        <w:t>369.6595</w:t>
      </w:r>
      <w:r>
        <w:tab/>
        <w:t>2.025e0</w:t>
      </w:r>
    </w:p>
    <w:p w:rsidR="00E00D30" w:rsidRDefault="00E00D30" w:rsidP="00E00D30">
      <w:r>
        <w:t>369.6800</w:t>
      </w:r>
      <w:r>
        <w:tab/>
        <w:t>1.013e0</w:t>
      </w:r>
    </w:p>
    <w:p w:rsidR="00E00D30" w:rsidRDefault="00E00D30" w:rsidP="00E00D30">
      <w:r>
        <w:t>369.6876</w:t>
      </w:r>
      <w:r>
        <w:tab/>
        <w:t>2.025e0</w:t>
      </w:r>
    </w:p>
    <w:p w:rsidR="00E00D30" w:rsidRDefault="00E00D30" w:rsidP="00E00D30">
      <w:r>
        <w:t>369.6935</w:t>
      </w:r>
      <w:r>
        <w:tab/>
        <w:t>3.038e0</w:t>
      </w:r>
    </w:p>
    <w:p w:rsidR="00E00D30" w:rsidRDefault="00E00D30" w:rsidP="00E00D30">
      <w:r>
        <w:t>369.6999</w:t>
      </w:r>
      <w:r>
        <w:tab/>
        <w:t>1.013e0</w:t>
      </w:r>
    </w:p>
    <w:p w:rsidR="00E00D30" w:rsidRDefault="00E00D30" w:rsidP="00E00D30">
      <w:r>
        <w:t>369.7129</w:t>
      </w:r>
      <w:r>
        <w:tab/>
        <w:t>1.013e0</w:t>
      </w:r>
    </w:p>
    <w:p w:rsidR="00E00D30" w:rsidRDefault="00E00D30" w:rsidP="00E00D30">
      <w:r>
        <w:t>369.7552</w:t>
      </w:r>
      <w:r>
        <w:tab/>
        <w:t>2.025e0</w:t>
      </w:r>
    </w:p>
    <w:p w:rsidR="00E00D30" w:rsidRDefault="00E00D30" w:rsidP="00E00D30">
      <w:r>
        <w:t>369.8057</w:t>
      </w:r>
      <w:r>
        <w:tab/>
        <w:t>1.013e0</w:t>
      </w:r>
    </w:p>
    <w:p w:rsidR="00E00D30" w:rsidRDefault="00E00D30" w:rsidP="00E00D30">
      <w:r>
        <w:t>369.8246</w:t>
      </w:r>
      <w:r>
        <w:tab/>
        <w:t>2.025e0</w:t>
      </w:r>
    </w:p>
    <w:p w:rsidR="00E00D30" w:rsidRDefault="00E00D30" w:rsidP="00E00D30">
      <w:r>
        <w:t>369.8532</w:t>
      </w:r>
      <w:r>
        <w:tab/>
        <w:t>2.025e0</w:t>
      </w:r>
    </w:p>
    <w:p w:rsidR="00E00D30" w:rsidRDefault="00E00D30" w:rsidP="00E00D30">
      <w:r>
        <w:t>369.8681</w:t>
      </w:r>
      <w:r>
        <w:tab/>
        <w:t>2.025e0</w:t>
      </w:r>
    </w:p>
    <w:p w:rsidR="00E00D30" w:rsidRDefault="00E00D30" w:rsidP="00E00D30">
      <w:r>
        <w:t>369.8941</w:t>
      </w:r>
      <w:r>
        <w:tab/>
        <w:t>2.025e0</w:t>
      </w:r>
    </w:p>
    <w:p w:rsidR="00E00D30" w:rsidRDefault="00E00D30" w:rsidP="00E00D30">
      <w:r>
        <w:t>369.8975</w:t>
      </w:r>
      <w:r>
        <w:tab/>
        <w:t>1.013e0</w:t>
      </w:r>
    </w:p>
    <w:p w:rsidR="00E00D30" w:rsidRDefault="00E00D30" w:rsidP="00E00D30">
      <w:r>
        <w:t>369.9083</w:t>
      </w:r>
      <w:r>
        <w:tab/>
        <w:t>2.025e0</w:t>
      </w:r>
    </w:p>
    <w:p w:rsidR="00E00D30" w:rsidRDefault="00E00D30" w:rsidP="00E00D30">
      <w:r>
        <w:t>369.9138</w:t>
      </w:r>
      <w:r>
        <w:tab/>
        <w:t>1.013e0</w:t>
      </w:r>
    </w:p>
    <w:p w:rsidR="00E00D30" w:rsidRDefault="00E00D30" w:rsidP="00E00D30">
      <w:r>
        <w:t>369.9436</w:t>
      </w:r>
      <w:r>
        <w:tab/>
        <w:t>1.013e0</w:t>
      </w:r>
    </w:p>
    <w:p w:rsidR="00E00D30" w:rsidRDefault="00E00D30" w:rsidP="00E00D30">
      <w:r>
        <w:lastRenderedPageBreak/>
        <w:t>369.9809</w:t>
      </w:r>
      <w:r>
        <w:tab/>
        <w:t>1.013e0</w:t>
      </w:r>
    </w:p>
    <w:p w:rsidR="00E00D30" w:rsidRDefault="00E00D30" w:rsidP="00E00D30">
      <w:r>
        <w:t>369.9961</w:t>
      </w:r>
      <w:r>
        <w:tab/>
        <w:t>1.013e0</w:t>
      </w:r>
    </w:p>
    <w:p w:rsidR="00E00D30" w:rsidRDefault="00E00D30" w:rsidP="00E00D30">
      <w:r>
        <w:t>370.0059</w:t>
      </w:r>
      <w:r>
        <w:tab/>
        <w:t>1.013e0</w:t>
      </w:r>
    </w:p>
    <w:p w:rsidR="00E00D30" w:rsidRDefault="00E00D30" w:rsidP="00E00D30">
      <w:r>
        <w:t>370.0146</w:t>
      </w:r>
      <w:r>
        <w:tab/>
        <w:t>4.051e0</w:t>
      </w:r>
    </w:p>
    <w:p w:rsidR="00E00D30" w:rsidRDefault="00E00D30" w:rsidP="00E00D30">
      <w:r>
        <w:t>370.0229</w:t>
      </w:r>
      <w:r>
        <w:tab/>
        <w:t>2.025e0</w:t>
      </w:r>
    </w:p>
    <w:p w:rsidR="00E00D30" w:rsidRDefault="00E00D30" w:rsidP="00E00D30">
      <w:r>
        <w:t>370.0356</w:t>
      </w:r>
      <w:r>
        <w:tab/>
        <w:t>1.013e0</w:t>
      </w:r>
    </w:p>
    <w:p w:rsidR="00E00D30" w:rsidRDefault="00E00D30" w:rsidP="00E00D30">
      <w:r>
        <w:t>370.0686</w:t>
      </w:r>
      <w:r>
        <w:tab/>
        <w:t>1.013e0</w:t>
      </w:r>
    </w:p>
    <w:p w:rsidR="00E00D30" w:rsidRDefault="00E00D30" w:rsidP="00E00D30">
      <w:r>
        <w:t>370.0767</w:t>
      </w:r>
      <w:r>
        <w:tab/>
        <w:t>1.013e0</w:t>
      </w:r>
    </w:p>
    <w:p w:rsidR="00E00D30" w:rsidRDefault="00E00D30" w:rsidP="00E00D30">
      <w:r>
        <w:t>370.0824</w:t>
      </w:r>
      <w:r>
        <w:tab/>
        <w:t>1.013e0</w:t>
      </w:r>
    </w:p>
    <w:p w:rsidR="00E00D30" w:rsidRDefault="00E00D30" w:rsidP="00E00D30">
      <w:r>
        <w:t>370.0887</w:t>
      </w:r>
      <w:r>
        <w:tab/>
        <w:t>2.025e0</w:t>
      </w:r>
    </w:p>
    <w:p w:rsidR="00E00D30" w:rsidRDefault="00E00D30" w:rsidP="00E00D30">
      <w:r>
        <w:t>370.0938</w:t>
      </w:r>
      <w:r>
        <w:tab/>
        <w:t>1.013e0</w:t>
      </w:r>
    </w:p>
    <w:p w:rsidR="00E00D30" w:rsidRDefault="00E00D30" w:rsidP="00E00D30">
      <w:r>
        <w:t>370.0984</w:t>
      </w:r>
      <w:r>
        <w:tab/>
        <w:t>2.025e0</w:t>
      </w:r>
    </w:p>
    <w:p w:rsidR="00E00D30" w:rsidRDefault="00E00D30" w:rsidP="00E00D30">
      <w:r>
        <w:t>370.1015</w:t>
      </w:r>
      <w:r>
        <w:tab/>
        <w:t>1.013e0</w:t>
      </w:r>
    </w:p>
    <w:p w:rsidR="00E00D30" w:rsidRDefault="00E00D30" w:rsidP="00E00D30">
      <w:r>
        <w:t>370.1060</w:t>
      </w:r>
      <w:r>
        <w:tab/>
        <w:t>2.025e0</w:t>
      </w:r>
    </w:p>
    <w:p w:rsidR="00E00D30" w:rsidRDefault="00E00D30" w:rsidP="00E00D30">
      <w:r>
        <w:t>370.1285</w:t>
      </w:r>
      <w:r>
        <w:tab/>
        <w:t>2.025e0</w:t>
      </w:r>
    </w:p>
    <w:p w:rsidR="00E00D30" w:rsidRDefault="00E00D30" w:rsidP="00E00D30">
      <w:r>
        <w:t>370.1437</w:t>
      </w:r>
      <w:r>
        <w:tab/>
        <w:t>1.013e0</w:t>
      </w:r>
    </w:p>
    <w:p w:rsidR="00E00D30" w:rsidRDefault="00E00D30" w:rsidP="00E00D30">
      <w:r>
        <w:t>370.1476</w:t>
      </w:r>
      <w:r>
        <w:tab/>
        <w:t>1.013e0</w:t>
      </w:r>
    </w:p>
    <w:p w:rsidR="00E00D30" w:rsidRDefault="00E00D30" w:rsidP="00E00D30">
      <w:r>
        <w:t>370.1650</w:t>
      </w:r>
      <w:r>
        <w:tab/>
        <w:t>1.013e0</w:t>
      </w:r>
    </w:p>
    <w:p w:rsidR="00E00D30" w:rsidRDefault="00E00D30" w:rsidP="00E00D30">
      <w:r>
        <w:t>370.1860</w:t>
      </w:r>
      <w:r>
        <w:tab/>
        <w:t>1.013e0</w:t>
      </w:r>
    </w:p>
    <w:p w:rsidR="00E00D30" w:rsidRDefault="00E00D30" w:rsidP="00E00D30">
      <w:r>
        <w:lastRenderedPageBreak/>
        <w:t>370.2065</w:t>
      </w:r>
      <w:r>
        <w:tab/>
        <w:t>1.013e0</w:t>
      </w:r>
    </w:p>
    <w:p w:rsidR="00E00D30" w:rsidRDefault="00E00D30" w:rsidP="00E00D30">
      <w:r>
        <w:t>370.2204</w:t>
      </w:r>
      <w:r>
        <w:tab/>
        <w:t>1.013e0</w:t>
      </w:r>
    </w:p>
    <w:p w:rsidR="00E00D30" w:rsidRDefault="00E00D30" w:rsidP="00E00D30">
      <w:r>
        <w:t>370.2399</w:t>
      </w:r>
      <w:r>
        <w:tab/>
        <w:t>2.025e0</w:t>
      </w:r>
    </w:p>
    <w:p w:rsidR="00E00D30" w:rsidRDefault="00E00D30" w:rsidP="00E00D30">
      <w:r>
        <w:t>370.2440</w:t>
      </w:r>
      <w:r>
        <w:tab/>
        <w:t>2.025e0</w:t>
      </w:r>
    </w:p>
    <w:p w:rsidR="00E00D30" w:rsidRDefault="00E00D30" w:rsidP="00E00D30">
      <w:r>
        <w:t>370.2465</w:t>
      </w:r>
      <w:r>
        <w:tab/>
        <w:t>1.013e0</w:t>
      </w:r>
    </w:p>
    <w:p w:rsidR="00E00D30" w:rsidRDefault="00E00D30" w:rsidP="00E00D30">
      <w:r>
        <w:t>370.2526</w:t>
      </w:r>
      <w:r>
        <w:tab/>
        <w:t>1.013e0</w:t>
      </w:r>
    </w:p>
    <w:p w:rsidR="00E00D30" w:rsidRDefault="00E00D30" w:rsidP="00E00D30">
      <w:r>
        <w:t>370.2711</w:t>
      </w:r>
      <w:r>
        <w:tab/>
        <w:t>2.025e0</w:t>
      </w:r>
    </w:p>
    <w:p w:rsidR="00E00D30" w:rsidRDefault="00E00D30" w:rsidP="00E00D30">
      <w:r>
        <w:t>370.2861</w:t>
      </w:r>
      <w:r>
        <w:tab/>
        <w:t>1.013e0</w:t>
      </w:r>
    </w:p>
    <w:p w:rsidR="00E00D30" w:rsidRDefault="00E00D30" w:rsidP="00E00D30">
      <w:r>
        <w:t>370.3051</w:t>
      </w:r>
      <w:r>
        <w:tab/>
        <w:t>2.025e0</w:t>
      </w:r>
    </w:p>
    <w:p w:rsidR="00E00D30" w:rsidRDefault="00E00D30" w:rsidP="00E00D30">
      <w:r>
        <w:t>370.3251</w:t>
      </w:r>
      <w:r>
        <w:tab/>
        <w:t>4.051e0</w:t>
      </w:r>
    </w:p>
    <w:p w:rsidR="00E00D30" w:rsidRDefault="00E00D30" w:rsidP="00E00D30">
      <w:r>
        <w:t>370.3482</w:t>
      </w:r>
      <w:r>
        <w:tab/>
        <w:t>1.013e0</w:t>
      </w:r>
    </w:p>
    <w:p w:rsidR="00E00D30" w:rsidRDefault="00E00D30" w:rsidP="00E00D30">
      <w:r>
        <w:t>370.3693</w:t>
      </w:r>
      <w:r>
        <w:tab/>
        <w:t>1.013e0</w:t>
      </w:r>
    </w:p>
    <w:p w:rsidR="00E00D30" w:rsidRDefault="00E00D30" w:rsidP="00E00D30">
      <w:r>
        <w:t>370.3710</w:t>
      </w:r>
      <w:r>
        <w:tab/>
        <w:t>2.025e0</w:t>
      </w:r>
    </w:p>
    <w:p w:rsidR="00E00D30" w:rsidRDefault="00E00D30" w:rsidP="00E00D30">
      <w:r>
        <w:t>370.3778</w:t>
      </w:r>
      <w:r>
        <w:tab/>
        <w:t>4.051e0</w:t>
      </w:r>
    </w:p>
    <w:p w:rsidR="00E00D30" w:rsidRDefault="00E00D30" w:rsidP="00E00D30">
      <w:r>
        <w:t>370.3941</w:t>
      </w:r>
      <w:r>
        <w:tab/>
        <w:t>1.013e0</w:t>
      </w:r>
    </w:p>
    <w:p w:rsidR="00E00D30" w:rsidRDefault="00E00D30" w:rsidP="00E00D30">
      <w:r>
        <w:t>370.3988</w:t>
      </w:r>
      <w:r>
        <w:tab/>
        <w:t>1.013e0</w:t>
      </w:r>
    </w:p>
    <w:p w:rsidR="00E00D30" w:rsidRDefault="00E00D30" w:rsidP="00E00D30">
      <w:r>
        <w:t>370.4246</w:t>
      </w:r>
      <w:r>
        <w:tab/>
        <w:t>1.013e0</w:t>
      </w:r>
    </w:p>
    <w:p w:rsidR="00E00D30" w:rsidRDefault="00E00D30" w:rsidP="00E00D30">
      <w:r>
        <w:t>370.4486</w:t>
      </w:r>
      <w:r>
        <w:tab/>
        <w:t>2.025e0</w:t>
      </w:r>
    </w:p>
    <w:p w:rsidR="00E00D30" w:rsidRDefault="00E00D30" w:rsidP="00E00D30">
      <w:r>
        <w:t>370.4686</w:t>
      </w:r>
      <w:r>
        <w:tab/>
        <w:t>2.025e0</w:t>
      </w:r>
    </w:p>
    <w:p w:rsidR="00E00D30" w:rsidRDefault="00E00D30" w:rsidP="00E00D30">
      <w:r>
        <w:lastRenderedPageBreak/>
        <w:t>370.4701</w:t>
      </w:r>
      <w:r>
        <w:tab/>
        <w:t>2.025e0</w:t>
      </w:r>
    </w:p>
    <w:p w:rsidR="00E00D30" w:rsidRDefault="00E00D30" w:rsidP="00E00D30">
      <w:r>
        <w:t>370.4780</w:t>
      </w:r>
      <w:r>
        <w:tab/>
        <w:t>1.013e0</w:t>
      </w:r>
    </w:p>
    <w:p w:rsidR="00E00D30" w:rsidRDefault="00E00D30" w:rsidP="00E00D30">
      <w:r>
        <w:t>370.5235</w:t>
      </w:r>
      <w:r>
        <w:tab/>
        <w:t>1.013e0</w:t>
      </w:r>
    </w:p>
    <w:p w:rsidR="00E00D30" w:rsidRDefault="00E00D30" w:rsidP="00E00D30">
      <w:r>
        <w:t>370.5573</w:t>
      </w:r>
      <w:r>
        <w:tab/>
        <w:t>1.013e0</w:t>
      </w:r>
    </w:p>
    <w:p w:rsidR="00E00D30" w:rsidRDefault="00E00D30" w:rsidP="00E00D30">
      <w:r>
        <w:t>370.5778</w:t>
      </w:r>
      <w:r>
        <w:tab/>
        <w:t>1.013e0</w:t>
      </w:r>
    </w:p>
    <w:p w:rsidR="00E00D30" w:rsidRDefault="00E00D30" w:rsidP="00E00D30">
      <w:r>
        <w:t>370.5960</w:t>
      </w:r>
      <w:r>
        <w:tab/>
        <w:t>2.025e0</w:t>
      </w:r>
    </w:p>
    <w:p w:rsidR="00E00D30" w:rsidRDefault="00E00D30" w:rsidP="00E00D30">
      <w:r>
        <w:t>370.6410</w:t>
      </w:r>
      <w:r>
        <w:tab/>
        <w:t>1.013e0</w:t>
      </w:r>
    </w:p>
    <w:p w:rsidR="00E00D30" w:rsidRDefault="00E00D30" w:rsidP="00E00D30">
      <w:r>
        <w:t>370.7162</w:t>
      </w:r>
      <w:r>
        <w:tab/>
        <w:t>1.013e0</w:t>
      </w:r>
    </w:p>
    <w:p w:rsidR="00E00D30" w:rsidRDefault="00E00D30" w:rsidP="00E00D30">
      <w:r>
        <w:t>370.7328</w:t>
      </w:r>
      <w:r>
        <w:tab/>
        <w:t>2.025e0</w:t>
      </w:r>
    </w:p>
    <w:p w:rsidR="00E00D30" w:rsidRDefault="00E00D30" w:rsidP="00E00D30">
      <w:r>
        <w:t>370.7478</w:t>
      </w:r>
      <w:r>
        <w:tab/>
        <w:t>1.013e0</w:t>
      </w:r>
    </w:p>
    <w:p w:rsidR="00E00D30" w:rsidRDefault="00E00D30" w:rsidP="00E00D30">
      <w:r>
        <w:t>370.7787</w:t>
      </w:r>
      <w:r>
        <w:tab/>
        <w:t>1.013e0</w:t>
      </w:r>
    </w:p>
    <w:p w:rsidR="00E00D30" w:rsidRDefault="00E00D30" w:rsidP="00E00D30">
      <w:r>
        <w:t>370.7877</w:t>
      </w:r>
      <w:r>
        <w:tab/>
        <w:t>1.013e0</w:t>
      </w:r>
    </w:p>
    <w:p w:rsidR="00E00D30" w:rsidRDefault="00E00D30" w:rsidP="00E00D30">
      <w:r>
        <w:t>370.8073</w:t>
      </w:r>
      <w:r>
        <w:tab/>
        <w:t>1.013e0</w:t>
      </w:r>
    </w:p>
    <w:p w:rsidR="00E00D30" w:rsidRDefault="00E00D30" w:rsidP="00E00D30">
      <w:r>
        <w:t>370.8206</w:t>
      </w:r>
      <w:r>
        <w:tab/>
        <w:t>2.025e0</w:t>
      </w:r>
    </w:p>
    <w:p w:rsidR="00E00D30" w:rsidRDefault="00E00D30" w:rsidP="00E00D30">
      <w:r>
        <w:t>370.8469</w:t>
      </w:r>
      <w:r>
        <w:tab/>
        <w:t>2.025e0</w:t>
      </w:r>
    </w:p>
    <w:p w:rsidR="00E00D30" w:rsidRDefault="00E00D30" w:rsidP="00E00D30">
      <w:r>
        <w:t>370.8801</w:t>
      </w:r>
      <w:r>
        <w:tab/>
        <w:t>1.013e0</w:t>
      </w:r>
    </w:p>
    <w:p w:rsidR="00E00D30" w:rsidRDefault="00E00D30" w:rsidP="00E00D30">
      <w:r>
        <w:t>370.8865</w:t>
      </w:r>
      <w:r>
        <w:tab/>
        <w:t>1.013e0</w:t>
      </w:r>
    </w:p>
    <w:p w:rsidR="00E00D30" w:rsidRDefault="00E00D30" w:rsidP="00E00D30">
      <w:r>
        <w:t>370.8917</w:t>
      </w:r>
      <w:r>
        <w:tab/>
        <w:t>1.013e0</w:t>
      </w:r>
    </w:p>
    <w:p w:rsidR="00E00D30" w:rsidRDefault="00E00D30" w:rsidP="00E00D30">
      <w:r>
        <w:t>370.9022</w:t>
      </w:r>
      <w:r>
        <w:tab/>
        <w:t>2.025e0</w:t>
      </w:r>
    </w:p>
    <w:p w:rsidR="00E00D30" w:rsidRDefault="00E00D30" w:rsidP="00E00D30">
      <w:r>
        <w:lastRenderedPageBreak/>
        <w:t>370.9220</w:t>
      </w:r>
      <w:r>
        <w:tab/>
        <w:t>2.025e0</w:t>
      </w:r>
    </w:p>
    <w:p w:rsidR="00E00D30" w:rsidRDefault="00E00D30" w:rsidP="00E00D30">
      <w:r>
        <w:t>370.9483</w:t>
      </w:r>
      <w:r>
        <w:tab/>
        <w:t>2.025e0</w:t>
      </w:r>
    </w:p>
    <w:p w:rsidR="00E00D30" w:rsidRDefault="00E00D30" w:rsidP="00E00D30">
      <w:r>
        <w:t>370.9588</w:t>
      </w:r>
      <w:r>
        <w:tab/>
        <w:t>1.013e0</w:t>
      </w:r>
    </w:p>
    <w:p w:rsidR="00E00D30" w:rsidRDefault="00E00D30" w:rsidP="00E00D30">
      <w:r>
        <w:t>370.9624</w:t>
      </w:r>
      <w:r>
        <w:tab/>
        <w:t>2.025e0</w:t>
      </w:r>
    </w:p>
    <w:p w:rsidR="00E00D30" w:rsidRDefault="00E00D30" w:rsidP="00E00D30">
      <w:r>
        <w:t>370.9693</w:t>
      </w:r>
      <w:r>
        <w:tab/>
        <w:t>8.101e0</w:t>
      </w:r>
    </w:p>
    <w:p w:rsidR="00E00D30" w:rsidRDefault="00E00D30" w:rsidP="00E00D30">
      <w:r>
        <w:t>370.9791</w:t>
      </w:r>
      <w:r>
        <w:tab/>
        <w:t>1.013e0</w:t>
      </w:r>
    </w:p>
    <w:p w:rsidR="00E00D30" w:rsidRDefault="00E00D30" w:rsidP="00E00D30">
      <w:r>
        <w:t>370.9802</w:t>
      </w:r>
      <w:r>
        <w:tab/>
        <w:t>3.038e0</w:t>
      </w:r>
    </w:p>
    <w:p w:rsidR="00E00D30" w:rsidRDefault="00E00D30" w:rsidP="00E00D30">
      <w:r>
        <w:t>371.0084</w:t>
      </w:r>
      <w:r>
        <w:tab/>
        <w:t>1.013e0</w:t>
      </w:r>
    </w:p>
    <w:p w:rsidR="00E00D30" w:rsidRDefault="00E00D30" w:rsidP="00E00D30">
      <w:r>
        <w:t>371.0227</w:t>
      </w:r>
      <w:r>
        <w:tab/>
        <w:t>4.051e0</w:t>
      </w:r>
    </w:p>
    <w:p w:rsidR="00E00D30" w:rsidRDefault="00E00D30" w:rsidP="00E00D30">
      <w:r>
        <w:t>371.0256</w:t>
      </w:r>
      <w:r>
        <w:tab/>
        <w:t>2.025e0</w:t>
      </w:r>
    </w:p>
    <w:p w:rsidR="00E00D30" w:rsidRDefault="00E00D30" w:rsidP="00E00D30">
      <w:r>
        <w:t>371.0295</w:t>
      </w:r>
      <w:r>
        <w:tab/>
        <w:t>1.013e0</w:t>
      </w:r>
    </w:p>
    <w:p w:rsidR="00E00D30" w:rsidRDefault="00E00D30" w:rsidP="00E00D30">
      <w:r>
        <w:t>371.0654</w:t>
      </w:r>
      <w:r>
        <w:tab/>
        <w:t>1.013e0</w:t>
      </w:r>
    </w:p>
    <w:p w:rsidR="00E00D30" w:rsidRDefault="00E00D30" w:rsidP="00E00D30">
      <w:r>
        <w:t>371.0848</w:t>
      </w:r>
      <w:r>
        <w:tab/>
        <w:t>1.013e0</w:t>
      </w:r>
    </w:p>
    <w:p w:rsidR="00E00D30" w:rsidRDefault="00E00D30" w:rsidP="00E00D30">
      <w:r>
        <w:t>371.0938</w:t>
      </w:r>
      <w:r>
        <w:tab/>
        <w:t>2.025e0</w:t>
      </w:r>
    </w:p>
    <w:p w:rsidR="00E00D30" w:rsidRDefault="00E00D30" w:rsidP="00E00D30">
      <w:r>
        <w:t>371.1107</w:t>
      </w:r>
      <w:r>
        <w:tab/>
        <w:t>2.025e0</w:t>
      </w:r>
    </w:p>
    <w:p w:rsidR="00E00D30" w:rsidRDefault="00E00D30" w:rsidP="00E00D30">
      <w:r>
        <w:t>371.1177</w:t>
      </w:r>
      <w:r>
        <w:tab/>
        <w:t>1.013e0</w:t>
      </w:r>
    </w:p>
    <w:p w:rsidR="00E00D30" w:rsidRDefault="00E00D30" w:rsidP="00E00D30">
      <w:r>
        <w:t>371.1245</w:t>
      </w:r>
      <w:r>
        <w:tab/>
        <w:t>5.063e0</w:t>
      </w:r>
    </w:p>
    <w:p w:rsidR="00E00D30" w:rsidRDefault="00E00D30" w:rsidP="00E00D30">
      <w:r>
        <w:t>371.1422</w:t>
      </w:r>
      <w:r>
        <w:tab/>
        <w:t>1.013e0</w:t>
      </w:r>
    </w:p>
    <w:p w:rsidR="00E00D30" w:rsidRDefault="00E00D30" w:rsidP="00E00D30">
      <w:r>
        <w:t>371.1579</w:t>
      </w:r>
      <w:r>
        <w:tab/>
        <w:t>1.013e0</w:t>
      </w:r>
    </w:p>
    <w:p w:rsidR="00E00D30" w:rsidRDefault="00E00D30" w:rsidP="00E00D30">
      <w:r>
        <w:lastRenderedPageBreak/>
        <w:t>371.1672</w:t>
      </w:r>
      <w:r>
        <w:tab/>
        <w:t>2.025e0</w:t>
      </w:r>
    </w:p>
    <w:p w:rsidR="00E00D30" w:rsidRDefault="00E00D30" w:rsidP="00E00D30">
      <w:r>
        <w:t>371.1883</w:t>
      </w:r>
      <w:r>
        <w:tab/>
        <w:t>1.013e0</w:t>
      </w:r>
    </w:p>
    <w:p w:rsidR="00E00D30" w:rsidRDefault="00E00D30" w:rsidP="00E00D30">
      <w:r>
        <w:t>371.1969</w:t>
      </w:r>
      <w:r>
        <w:tab/>
        <w:t>1.013e0</w:t>
      </w:r>
    </w:p>
    <w:p w:rsidR="00E00D30" w:rsidRDefault="00E00D30" w:rsidP="00E00D30">
      <w:r>
        <w:t>371.2094</w:t>
      </w:r>
      <w:r>
        <w:tab/>
        <w:t>1.013e0</w:t>
      </w:r>
    </w:p>
    <w:p w:rsidR="00E00D30" w:rsidRDefault="00E00D30" w:rsidP="00E00D30">
      <w:r>
        <w:t>371.2131</w:t>
      </w:r>
      <w:r>
        <w:tab/>
        <w:t>1.013e0</w:t>
      </w:r>
    </w:p>
    <w:p w:rsidR="00E00D30" w:rsidRDefault="00E00D30" w:rsidP="00E00D30">
      <w:r>
        <w:t>371.2208</w:t>
      </w:r>
      <w:r>
        <w:tab/>
        <w:t>3.038e0</w:t>
      </w:r>
    </w:p>
    <w:p w:rsidR="00E00D30" w:rsidRDefault="00E00D30" w:rsidP="00E00D30">
      <w:r>
        <w:t>371.2341</w:t>
      </w:r>
      <w:r>
        <w:tab/>
        <w:t>1.013e0</w:t>
      </w:r>
    </w:p>
    <w:p w:rsidR="00E00D30" w:rsidRDefault="00E00D30" w:rsidP="00E00D30">
      <w:r>
        <w:t>371.2358</w:t>
      </w:r>
      <w:r>
        <w:tab/>
        <w:t>3.038e0</w:t>
      </w:r>
    </w:p>
    <w:p w:rsidR="00E00D30" w:rsidRDefault="00E00D30" w:rsidP="00E00D30">
      <w:r>
        <w:t>371.2387</w:t>
      </w:r>
      <w:r>
        <w:tab/>
        <w:t>1.013e0</w:t>
      </w:r>
    </w:p>
    <w:p w:rsidR="00E00D30" w:rsidRDefault="00E00D30" w:rsidP="00E00D30">
      <w:r>
        <w:t>371.2467</w:t>
      </w:r>
      <w:r>
        <w:tab/>
        <w:t>2.025e0</w:t>
      </w:r>
    </w:p>
    <w:p w:rsidR="00E00D30" w:rsidRDefault="00E00D30" w:rsidP="00E00D30">
      <w:r>
        <w:t>371.2553</w:t>
      </w:r>
      <w:r>
        <w:tab/>
        <w:t>1.013e0</w:t>
      </w:r>
    </w:p>
    <w:p w:rsidR="00E00D30" w:rsidRDefault="00E00D30" w:rsidP="00E00D30">
      <w:r>
        <w:t>371.2926</w:t>
      </w:r>
      <w:r>
        <w:tab/>
        <w:t>2.025e0</w:t>
      </w:r>
    </w:p>
    <w:p w:rsidR="00E00D30" w:rsidRDefault="00E00D30" w:rsidP="00E00D30">
      <w:r>
        <w:t>371.2966</w:t>
      </w:r>
      <w:r>
        <w:tab/>
        <w:t>3.038e0</w:t>
      </w:r>
    </w:p>
    <w:p w:rsidR="00E00D30" w:rsidRDefault="00E00D30" w:rsidP="00E00D30">
      <w:r>
        <w:t>371.2980</w:t>
      </w:r>
      <w:r>
        <w:tab/>
        <w:t>2.025e0</w:t>
      </w:r>
    </w:p>
    <w:p w:rsidR="00E00D30" w:rsidRDefault="00E00D30" w:rsidP="00E00D30">
      <w:r>
        <w:t>371.3046</w:t>
      </w:r>
      <w:r>
        <w:tab/>
        <w:t>5.063e0</w:t>
      </w:r>
    </w:p>
    <w:p w:rsidR="00E00D30" w:rsidRDefault="00E00D30" w:rsidP="00E00D30">
      <w:r>
        <w:t>371.3146</w:t>
      </w:r>
      <w:r>
        <w:tab/>
        <w:t>7.089e0</w:t>
      </w:r>
    </w:p>
    <w:p w:rsidR="00E00D30" w:rsidRDefault="00E00D30" w:rsidP="00E00D30">
      <w:r>
        <w:t>371.3157</w:t>
      </w:r>
      <w:r>
        <w:tab/>
        <w:t>8.101e0</w:t>
      </w:r>
    </w:p>
    <w:p w:rsidR="00E00D30" w:rsidRDefault="00E00D30" w:rsidP="00E00D30">
      <w:r>
        <w:t>371.3217</w:t>
      </w:r>
      <w:r>
        <w:tab/>
        <w:t>3.038e0</w:t>
      </w:r>
    </w:p>
    <w:p w:rsidR="00E00D30" w:rsidRDefault="00E00D30" w:rsidP="00E00D30">
      <w:r>
        <w:t>371.3258</w:t>
      </w:r>
      <w:r>
        <w:tab/>
        <w:t>4.051e0</w:t>
      </w:r>
    </w:p>
    <w:p w:rsidR="00E00D30" w:rsidRDefault="00E00D30" w:rsidP="00E00D30">
      <w:r>
        <w:lastRenderedPageBreak/>
        <w:t>371.3286</w:t>
      </w:r>
      <w:r>
        <w:tab/>
        <w:t>2.025e0</w:t>
      </w:r>
    </w:p>
    <w:p w:rsidR="00E00D30" w:rsidRDefault="00E00D30" w:rsidP="00E00D30">
      <w:r>
        <w:t>371.3390</w:t>
      </w:r>
      <w:r>
        <w:tab/>
        <w:t>2.025e0</w:t>
      </w:r>
    </w:p>
    <w:p w:rsidR="00E00D30" w:rsidRDefault="00E00D30" w:rsidP="00E00D30">
      <w:r>
        <w:t>371.3555</w:t>
      </w:r>
      <w:r>
        <w:tab/>
        <w:t>1.013e0</w:t>
      </w:r>
    </w:p>
    <w:p w:rsidR="00E00D30" w:rsidRDefault="00E00D30" w:rsidP="00E00D30">
      <w:r>
        <w:t>371.3759</w:t>
      </w:r>
      <w:r>
        <w:tab/>
        <w:t>1.013e0</w:t>
      </w:r>
    </w:p>
    <w:p w:rsidR="00E00D30" w:rsidRDefault="00E00D30" w:rsidP="00E00D30">
      <w:r>
        <w:t>371.3972</w:t>
      </w:r>
      <w:r>
        <w:tab/>
        <w:t>1.013e0</w:t>
      </w:r>
    </w:p>
    <w:p w:rsidR="00E00D30" w:rsidRDefault="00E00D30" w:rsidP="00E00D30">
      <w:r>
        <w:t>371.4348</w:t>
      </w:r>
      <w:r>
        <w:tab/>
        <w:t>1.013e0</w:t>
      </w:r>
    </w:p>
    <w:p w:rsidR="00E00D30" w:rsidRDefault="00E00D30" w:rsidP="00E00D30">
      <w:r>
        <w:t>371.4391</w:t>
      </w:r>
      <w:r>
        <w:tab/>
        <w:t>1.013e0</w:t>
      </w:r>
    </w:p>
    <w:p w:rsidR="00E00D30" w:rsidRDefault="00E00D30" w:rsidP="00E00D30">
      <w:r>
        <w:t>371.4686</w:t>
      </w:r>
      <w:r>
        <w:tab/>
        <w:t>1.013e0</w:t>
      </w:r>
    </w:p>
    <w:p w:rsidR="00E00D30" w:rsidRDefault="00E00D30" w:rsidP="00E00D30">
      <w:r>
        <w:t>371.4849</w:t>
      </w:r>
      <w:r>
        <w:tab/>
        <w:t>1.013e0</w:t>
      </w:r>
    </w:p>
    <w:p w:rsidR="00E00D30" w:rsidRDefault="00E00D30" w:rsidP="00E00D30">
      <w:r>
        <w:t>371.4891</w:t>
      </w:r>
      <w:r>
        <w:tab/>
        <w:t>2.025e0</w:t>
      </w:r>
    </w:p>
    <w:p w:rsidR="00E00D30" w:rsidRDefault="00E00D30" w:rsidP="00E00D30">
      <w:r>
        <w:t>371.5565</w:t>
      </w:r>
      <w:r>
        <w:tab/>
        <w:t>1.013e0</w:t>
      </w:r>
    </w:p>
    <w:p w:rsidR="00E00D30" w:rsidRDefault="00E00D30" w:rsidP="00E00D30">
      <w:r>
        <w:t>371.5671</w:t>
      </w:r>
      <w:r>
        <w:tab/>
        <w:t>1.013e0</w:t>
      </w:r>
    </w:p>
    <w:p w:rsidR="00E00D30" w:rsidRDefault="00E00D30" w:rsidP="00E00D30">
      <w:r>
        <w:t>371.5730</w:t>
      </w:r>
      <w:r>
        <w:tab/>
        <w:t>2.025e0</w:t>
      </w:r>
    </w:p>
    <w:p w:rsidR="00E00D30" w:rsidRDefault="00E00D30" w:rsidP="00E00D30">
      <w:r>
        <w:t>371.5980</w:t>
      </w:r>
      <w:r>
        <w:tab/>
        <w:t>1.013e0</w:t>
      </w:r>
    </w:p>
    <w:p w:rsidR="00E00D30" w:rsidRDefault="00E00D30" w:rsidP="00E00D30">
      <w:r>
        <w:t>371.6189</w:t>
      </w:r>
      <w:r>
        <w:tab/>
        <w:t>1.013e0</w:t>
      </w:r>
    </w:p>
    <w:p w:rsidR="00E00D30" w:rsidRDefault="00E00D30" w:rsidP="00E00D30">
      <w:r>
        <w:t>371.6273</w:t>
      </w:r>
      <w:r>
        <w:tab/>
        <w:t>1.013e0</w:t>
      </w:r>
    </w:p>
    <w:p w:rsidR="00E00D30" w:rsidRDefault="00E00D30" w:rsidP="00E00D30">
      <w:r>
        <w:t>371.6439</w:t>
      </w:r>
      <w:r>
        <w:tab/>
        <w:t>1.013e0</w:t>
      </w:r>
    </w:p>
    <w:p w:rsidR="00E00D30" w:rsidRDefault="00E00D30" w:rsidP="00E00D30">
      <w:r>
        <w:t>371.6731</w:t>
      </w:r>
      <w:r>
        <w:tab/>
        <w:t>1.013e0</w:t>
      </w:r>
    </w:p>
    <w:p w:rsidR="00E00D30" w:rsidRDefault="00E00D30" w:rsidP="00E00D30">
      <w:r>
        <w:t>371.6904</w:t>
      </w:r>
      <w:r>
        <w:tab/>
        <w:t>1.013e0</w:t>
      </w:r>
    </w:p>
    <w:p w:rsidR="00E00D30" w:rsidRDefault="00E00D30" w:rsidP="00E00D30">
      <w:r>
        <w:lastRenderedPageBreak/>
        <w:t>371.6938</w:t>
      </w:r>
      <w:r>
        <w:tab/>
        <w:t>1.013e0</w:t>
      </w:r>
    </w:p>
    <w:p w:rsidR="00E00D30" w:rsidRDefault="00E00D30" w:rsidP="00E00D30">
      <w:r>
        <w:t>371.7163</w:t>
      </w:r>
      <w:r>
        <w:tab/>
        <w:t>2.025e0</w:t>
      </w:r>
    </w:p>
    <w:p w:rsidR="00E00D30" w:rsidRDefault="00E00D30" w:rsidP="00E00D30">
      <w:r>
        <w:t>371.7333</w:t>
      </w:r>
      <w:r>
        <w:tab/>
        <w:t>2.025e0</w:t>
      </w:r>
    </w:p>
    <w:p w:rsidR="00E00D30" w:rsidRDefault="00E00D30" w:rsidP="00E00D30">
      <w:r>
        <w:t>371.7722</w:t>
      </w:r>
      <w:r>
        <w:tab/>
        <w:t>1.013e0</w:t>
      </w:r>
    </w:p>
    <w:p w:rsidR="00E00D30" w:rsidRDefault="00E00D30" w:rsidP="00E00D30">
      <w:r>
        <w:t>371.7861</w:t>
      </w:r>
      <w:r>
        <w:tab/>
        <w:t>1.013e0</w:t>
      </w:r>
    </w:p>
    <w:p w:rsidR="00E00D30" w:rsidRDefault="00E00D30" w:rsidP="00E00D30">
      <w:r>
        <w:t>371.8026</w:t>
      </w:r>
      <w:r>
        <w:tab/>
        <w:t>2.025e0</w:t>
      </w:r>
    </w:p>
    <w:p w:rsidR="00E00D30" w:rsidRDefault="00E00D30" w:rsidP="00E00D30">
      <w:r>
        <w:t>371.8119</w:t>
      </w:r>
      <w:r>
        <w:tab/>
        <w:t>1.013e0</w:t>
      </w:r>
    </w:p>
    <w:p w:rsidR="00E00D30" w:rsidRDefault="00E00D30" w:rsidP="00E00D30">
      <w:r>
        <w:t>371.8187</w:t>
      </w:r>
      <w:r>
        <w:tab/>
        <w:t>1.013e0</w:t>
      </w:r>
    </w:p>
    <w:p w:rsidR="00E00D30" w:rsidRDefault="00E00D30" w:rsidP="00E00D30">
      <w:r>
        <w:t>371.8492</w:t>
      </w:r>
      <w:r>
        <w:tab/>
        <w:t>1.013e0</w:t>
      </w:r>
    </w:p>
    <w:p w:rsidR="00E00D30" w:rsidRDefault="00E00D30" w:rsidP="00E00D30">
      <w:r>
        <w:t>371.8525</w:t>
      </w:r>
      <w:r>
        <w:tab/>
        <w:t>1.013e0</w:t>
      </w:r>
    </w:p>
    <w:p w:rsidR="00E00D30" w:rsidRDefault="00E00D30" w:rsidP="00E00D30">
      <w:r>
        <w:t>371.8697</w:t>
      </w:r>
      <w:r>
        <w:tab/>
        <w:t>2.025e0</w:t>
      </w:r>
    </w:p>
    <w:p w:rsidR="00E00D30" w:rsidRDefault="00E00D30" w:rsidP="00E00D30">
      <w:r>
        <w:t>371.8853</w:t>
      </w:r>
      <w:r>
        <w:tab/>
        <w:t>1.013e0</w:t>
      </w:r>
    </w:p>
    <w:p w:rsidR="00E00D30" w:rsidRDefault="00E00D30" w:rsidP="00E00D30">
      <w:r>
        <w:t>371.8910</w:t>
      </w:r>
      <w:r>
        <w:tab/>
        <w:t>1.013e0</w:t>
      </w:r>
    </w:p>
    <w:p w:rsidR="00E00D30" w:rsidRDefault="00E00D30" w:rsidP="00E00D30">
      <w:r>
        <w:t>371.9118</w:t>
      </w:r>
      <w:r>
        <w:tab/>
        <w:t>1.013e0</w:t>
      </w:r>
    </w:p>
    <w:p w:rsidR="00E00D30" w:rsidRDefault="00E00D30" w:rsidP="00E00D30">
      <w:r>
        <w:t>371.9156</w:t>
      </w:r>
      <w:r>
        <w:tab/>
        <w:t>1.013e0</w:t>
      </w:r>
    </w:p>
    <w:p w:rsidR="00E00D30" w:rsidRDefault="00E00D30" w:rsidP="00E00D30">
      <w:r>
        <w:t>371.9196</w:t>
      </w:r>
      <w:r>
        <w:tab/>
        <w:t>1.013e0</w:t>
      </w:r>
    </w:p>
    <w:p w:rsidR="00E00D30" w:rsidRDefault="00E00D30" w:rsidP="00E00D30">
      <w:r>
        <w:t>371.9312</w:t>
      </w:r>
      <w:r>
        <w:tab/>
        <w:t>1.013e0</w:t>
      </w:r>
    </w:p>
    <w:p w:rsidR="00E00D30" w:rsidRDefault="00E00D30" w:rsidP="00E00D30">
      <w:r>
        <w:t>371.9445</w:t>
      </w:r>
      <w:r>
        <w:tab/>
        <w:t>1.013e0</w:t>
      </w:r>
    </w:p>
    <w:p w:rsidR="00E00D30" w:rsidRDefault="00E00D30" w:rsidP="00E00D30">
      <w:r>
        <w:t>371.9617</w:t>
      </w:r>
      <w:r>
        <w:tab/>
        <w:t>3.038e0</w:t>
      </w:r>
    </w:p>
    <w:p w:rsidR="00E00D30" w:rsidRDefault="00E00D30" w:rsidP="00E00D30">
      <w:r>
        <w:lastRenderedPageBreak/>
        <w:t>371.9723</w:t>
      </w:r>
      <w:r>
        <w:tab/>
        <w:t>2.025e0</w:t>
      </w:r>
    </w:p>
    <w:p w:rsidR="00E00D30" w:rsidRDefault="00E00D30" w:rsidP="00E00D30">
      <w:r>
        <w:t>371.9780</w:t>
      </w:r>
      <w:r>
        <w:tab/>
        <w:t>1.013e0</w:t>
      </w:r>
    </w:p>
    <w:p w:rsidR="00E00D30" w:rsidRDefault="00E00D30" w:rsidP="00E00D30">
      <w:r>
        <w:t>371.9805</w:t>
      </w:r>
      <w:r>
        <w:tab/>
        <w:t>2.025e0</w:t>
      </w:r>
    </w:p>
    <w:p w:rsidR="00E00D30" w:rsidRDefault="00E00D30" w:rsidP="00E00D30">
      <w:r>
        <w:t>371.9873</w:t>
      </w:r>
      <w:r>
        <w:tab/>
        <w:t>2.025e0</w:t>
      </w:r>
    </w:p>
    <w:p w:rsidR="00E00D30" w:rsidRDefault="00E00D30" w:rsidP="00E00D30">
      <w:r>
        <w:t>371.9908</w:t>
      </w:r>
      <w:r>
        <w:tab/>
        <w:t>1.013e0</w:t>
      </w:r>
    </w:p>
    <w:p w:rsidR="00E00D30" w:rsidRDefault="00E00D30" w:rsidP="00E00D30">
      <w:r>
        <w:t>371.9974</w:t>
      </w:r>
      <w:r>
        <w:tab/>
        <w:t>1.013e0</w:t>
      </w:r>
    </w:p>
    <w:p w:rsidR="00E00D30" w:rsidRDefault="00E00D30" w:rsidP="00E00D30">
      <w:r>
        <w:t>372.0038</w:t>
      </w:r>
      <w:r>
        <w:tab/>
        <w:t>1.013e0</w:t>
      </w:r>
    </w:p>
    <w:p w:rsidR="00E00D30" w:rsidRDefault="00E00D30" w:rsidP="00E00D30">
      <w:r>
        <w:t>372.0244</w:t>
      </w:r>
      <w:r>
        <w:tab/>
        <w:t>1.013e0</w:t>
      </w:r>
    </w:p>
    <w:p w:rsidR="00E00D30" w:rsidRDefault="00E00D30" w:rsidP="00E00D30">
      <w:r>
        <w:t>372.0497</w:t>
      </w:r>
      <w:r>
        <w:tab/>
        <w:t>1.013e0</w:t>
      </w:r>
    </w:p>
    <w:p w:rsidR="00E00D30" w:rsidRDefault="00E00D30" w:rsidP="00E00D30">
      <w:r>
        <w:t>372.0876</w:t>
      </w:r>
      <w:r>
        <w:tab/>
        <w:t>2.025e0</w:t>
      </w:r>
    </w:p>
    <w:p w:rsidR="00E00D30" w:rsidRDefault="00E00D30" w:rsidP="00E00D30">
      <w:r>
        <w:t>372.1000</w:t>
      </w:r>
      <w:r>
        <w:tab/>
        <w:t>2.025e0</w:t>
      </w:r>
    </w:p>
    <w:p w:rsidR="00E00D30" w:rsidRDefault="00E00D30" w:rsidP="00E00D30">
      <w:r>
        <w:t>372.1205</w:t>
      </w:r>
      <w:r>
        <w:tab/>
        <w:t>1.013e0</w:t>
      </w:r>
    </w:p>
    <w:p w:rsidR="00E00D30" w:rsidRDefault="00E00D30" w:rsidP="00E00D30">
      <w:r>
        <w:t>372.1299</w:t>
      </w:r>
      <w:r>
        <w:tab/>
        <w:t>2.025e0</w:t>
      </w:r>
    </w:p>
    <w:p w:rsidR="00E00D30" w:rsidRDefault="00E00D30" w:rsidP="00E00D30">
      <w:r>
        <w:t>372.1366</w:t>
      </w:r>
      <w:r>
        <w:tab/>
        <w:t>2.025e0</w:t>
      </w:r>
    </w:p>
    <w:p w:rsidR="00E00D30" w:rsidRDefault="00E00D30" w:rsidP="00E00D30">
      <w:r>
        <w:t>372.1629</w:t>
      </w:r>
      <w:r>
        <w:tab/>
        <w:t>1.013e0</w:t>
      </w:r>
    </w:p>
    <w:p w:rsidR="00E00D30" w:rsidRDefault="00E00D30" w:rsidP="00E00D30">
      <w:r>
        <w:t>372.1705</w:t>
      </w:r>
      <w:r>
        <w:tab/>
        <w:t>1.013e0</w:t>
      </w:r>
    </w:p>
    <w:p w:rsidR="00E00D30" w:rsidRDefault="00E00D30" w:rsidP="00E00D30">
      <w:r>
        <w:t>372.1915</w:t>
      </w:r>
      <w:r>
        <w:tab/>
        <w:t>1.013e0</w:t>
      </w:r>
    </w:p>
    <w:p w:rsidR="00E00D30" w:rsidRDefault="00E00D30" w:rsidP="00E00D30">
      <w:r>
        <w:t>372.2021</w:t>
      </w:r>
      <w:r>
        <w:tab/>
        <w:t>2.025e0</w:t>
      </w:r>
    </w:p>
    <w:p w:rsidR="00E00D30" w:rsidRDefault="00E00D30" w:rsidP="00E00D30">
      <w:r>
        <w:t>372.2126</w:t>
      </w:r>
      <w:r>
        <w:tab/>
        <w:t>1.013e0</w:t>
      </w:r>
    </w:p>
    <w:p w:rsidR="00E00D30" w:rsidRDefault="00E00D30" w:rsidP="00E00D30">
      <w:r>
        <w:lastRenderedPageBreak/>
        <w:t>372.2164</w:t>
      </w:r>
      <w:r>
        <w:tab/>
        <w:t>1.013e0</w:t>
      </w:r>
    </w:p>
    <w:p w:rsidR="00E00D30" w:rsidRDefault="00E00D30" w:rsidP="00E00D30">
      <w:r>
        <w:t>372.2231</w:t>
      </w:r>
      <w:r>
        <w:tab/>
        <w:t>5.063e0</w:t>
      </w:r>
    </w:p>
    <w:p w:rsidR="00E00D30" w:rsidRDefault="00E00D30" w:rsidP="00E00D30">
      <w:r>
        <w:t>372.2296</w:t>
      </w:r>
      <w:r>
        <w:tab/>
        <w:t>1.013e0</w:t>
      </w:r>
    </w:p>
    <w:p w:rsidR="00E00D30" w:rsidRDefault="00E00D30" w:rsidP="00E00D30">
      <w:r>
        <w:t>372.2307</w:t>
      </w:r>
      <w:r>
        <w:tab/>
        <w:t>3.038e0</w:t>
      </w:r>
    </w:p>
    <w:p w:rsidR="00E00D30" w:rsidRDefault="00E00D30" w:rsidP="00E00D30">
      <w:r>
        <w:t>372.2422</w:t>
      </w:r>
      <w:r>
        <w:tab/>
        <w:t>1.013e0</w:t>
      </w:r>
    </w:p>
    <w:p w:rsidR="00E00D30" w:rsidRDefault="00E00D30" w:rsidP="00E00D30">
      <w:r>
        <w:t>372.2590</w:t>
      </w:r>
      <w:r>
        <w:tab/>
        <w:t>3.038e0</w:t>
      </w:r>
    </w:p>
    <w:p w:rsidR="00E00D30" w:rsidRDefault="00E00D30" w:rsidP="00E00D30">
      <w:r>
        <w:t>372.2628</w:t>
      </w:r>
      <w:r>
        <w:tab/>
        <w:t>1.013e0</w:t>
      </w:r>
    </w:p>
    <w:p w:rsidR="00E00D30" w:rsidRDefault="00E00D30" w:rsidP="00E00D30">
      <w:r>
        <w:t>372.2689</w:t>
      </w:r>
      <w:r>
        <w:tab/>
        <w:t>1.013e0</w:t>
      </w:r>
    </w:p>
    <w:p w:rsidR="00E00D30" w:rsidRDefault="00E00D30" w:rsidP="00E00D30">
      <w:r>
        <w:t>372.2931</w:t>
      </w:r>
      <w:r>
        <w:tab/>
        <w:t>1.606e0</w:t>
      </w:r>
    </w:p>
    <w:p w:rsidR="00E00D30" w:rsidRDefault="00E00D30" w:rsidP="00E00D30">
      <w:r>
        <w:t>372.3165</w:t>
      </w:r>
      <w:r>
        <w:tab/>
        <w:t>5.063e0</w:t>
      </w:r>
    </w:p>
    <w:p w:rsidR="00E00D30" w:rsidRDefault="00E00D30" w:rsidP="00E00D30">
      <w:r>
        <w:t>372.3216</w:t>
      </w:r>
      <w:r>
        <w:tab/>
        <w:t>7.089e0</w:t>
      </w:r>
    </w:p>
    <w:p w:rsidR="00E00D30" w:rsidRDefault="00E00D30" w:rsidP="00E00D30">
      <w:r>
        <w:t>372.3240</w:t>
      </w:r>
      <w:r>
        <w:tab/>
        <w:t>9.114e0</w:t>
      </w:r>
    </w:p>
    <w:p w:rsidR="00E00D30" w:rsidRDefault="00E00D30" w:rsidP="00E00D30">
      <w:r>
        <w:t>372.3394</w:t>
      </w:r>
      <w:r>
        <w:tab/>
        <w:t>7.212e0</w:t>
      </w:r>
    </w:p>
    <w:p w:rsidR="00E00D30" w:rsidRDefault="00E00D30" w:rsidP="00E00D30">
      <w:r>
        <w:t>372.3408</w:t>
      </w:r>
      <w:r>
        <w:tab/>
        <w:t>2.097e1</w:t>
      </w:r>
    </w:p>
    <w:p w:rsidR="00E00D30" w:rsidRDefault="00E00D30" w:rsidP="00E00D30">
      <w:r>
        <w:t>372.3446</w:t>
      </w:r>
      <w:r>
        <w:tab/>
        <w:t>3.646e1</w:t>
      </w:r>
    </w:p>
    <w:p w:rsidR="00E00D30" w:rsidRDefault="00E00D30" w:rsidP="00E00D30">
      <w:r>
        <w:t>372.3489</w:t>
      </w:r>
      <w:r>
        <w:tab/>
        <w:t>8.101e0</w:t>
      </w:r>
    </w:p>
    <w:p w:rsidR="00E00D30" w:rsidRDefault="00E00D30" w:rsidP="00E00D30">
      <w:r>
        <w:t>372.3623</w:t>
      </w:r>
      <w:r>
        <w:tab/>
        <w:t>6.076e0</w:t>
      </w:r>
    </w:p>
    <w:p w:rsidR="00E00D30" w:rsidRDefault="00E00D30" w:rsidP="00E00D30">
      <w:r>
        <w:t>372.3676</w:t>
      </w:r>
      <w:r>
        <w:tab/>
        <w:t>4.051e0</w:t>
      </w:r>
    </w:p>
    <w:p w:rsidR="00E00D30" w:rsidRDefault="00E00D30" w:rsidP="00E00D30">
      <w:r>
        <w:t>372.3889</w:t>
      </w:r>
      <w:r>
        <w:tab/>
        <w:t>3.038e0</w:t>
      </w:r>
    </w:p>
    <w:p w:rsidR="00E00D30" w:rsidRDefault="00E00D30" w:rsidP="00E00D30">
      <w:r>
        <w:lastRenderedPageBreak/>
        <w:t>372.3963</w:t>
      </w:r>
      <w:r>
        <w:tab/>
        <w:t>1.013e0</w:t>
      </w:r>
    </w:p>
    <w:p w:rsidR="00E00D30" w:rsidRDefault="00E00D30" w:rsidP="00E00D30">
      <w:r>
        <w:t>372.4079</w:t>
      </w:r>
      <w:r>
        <w:tab/>
        <w:t>1.013e0</w:t>
      </w:r>
    </w:p>
    <w:p w:rsidR="00E00D30" w:rsidRDefault="00E00D30" w:rsidP="00E00D30">
      <w:r>
        <w:t>372.4213</w:t>
      </w:r>
      <w:r>
        <w:tab/>
        <w:t>1.013e0</w:t>
      </w:r>
    </w:p>
    <w:p w:rsidR="00E00D30" w:rsidRDefault="00E00D30" w:rsidP="00E00D30">
      <w:r>
        <w:t>372.4390</w:t>
      </w:r>
      <w:r>
        <w:tab/>
        <w:t>1.013e0</w:t>
      </w:r>
    </w:p>
    <w:p w:rsidR="00E00D30" w:rsidRDefault="00E00D30" w:rsidP="00E00D30">
      <w:r>
        <w:t>372.4429</w:t>
      </w:r>
      <w:r>
        <w:tab/>
        <w:t>1.013e0</w:t>
      </w:r>
    </w:p>
    <w:p w:rsidR="00E00D30" w:rsidRDefault="00E00D30" w:rsidP="00E00D30">
      <w:r>
        <w:t>372.4633</w:t>
      </w:r>
      <w:r>
        <w:tab/>
        <w:t>1.013e0</w:t>
      </w:r>
    </w:p>
    <w:p w:rsidR="00E00D30" w:rsidRDefault="00E00D30" w:rsidP="00E00D30">
      <w:r>
        <w:t>372.4677</w:t>
      </w:r>
      <w:r>
        <w:tab/>
        <w:t>1.013e0</w:t>
      </w:r>
    </w:p>
    <w:p w:rsidR="00E00D30" w:rsidRDefault="00E00D30" w:rsidP="00E00D30">
      <w:r>
        <w:t>372.5057</w:t>
      </w:r>
      <w:r>
        <w:tab/>
        <w:t>2.025e0</w:t>
      </w:r>
    </w:p>
    <w:p w:rsidR="00E00D30" w:rsidRDefault="00E00D30" w:rsidP="00E00D30">
      <w:r>
        <w:t>372.5731</w:t>
      </w:r>
      <w:r>
        <w:tab/>
        <w:t>1.013e0</w:t>
      </w:r>
    </w:p>
    <w:p w:rsidR="00E00D30" w:rsidRDefault="00E00D30" w:rsidP="00E00D30">
      <w:r>
        <w:t>372.5870</w:t>
      </w:r>
      <w:r>
        <w:tab/>
        <w:t>1.013e0</w:t>
      </w:r>
    </w:p>
    <w:p w:rsidR="00E00D30" w:rsidRDefault="00E00D30" w:rsidP="00E00D30">
      <w:r>
        <w:t>372.5935</w:t>
      </w:r>
      <w:r>
        <w:tab/>
        <w:t>1.013e0</w:t>
      </w:r>
    </w:p>
    <w:p w:rsidR="00E00D30" w:rsidRDefault="00E00D30" w:rsidP="00E00D30">
      <w:r>
        <w:t>372.6395</w:t>
      </w:r>
      <w:r>
        <w:tab/>
        <w:t>1.013e0</w:t>
      </w:r>
    </w:p>
    <w:p w:rsidR="00E00D30" w:rsidRDefault="00E00D30" w:rsidP="00E00D30">
      <w:r>
        <w:t>372.6478</w:t>
      </w:r>
      <w:r>
        <w:tab/>
        <w:t>1.013e0</w:t>
      </w:r>
    </w:p>
    <w:p w:rsidR="00E00D30" w:rsidRDefault="00E00D30" w:rsidP="00E00D30">
      <w:r>
        <w:t>372.6819</w:t>
      </w:r>
      <w:r>
        <w:tab/>
        <w:t>2.025e0</w:t>
      </w:r>
    </w:p>
    <w:p w:rsidR="00E00D30" w:rsidRDefault="00E00D30" w:rsidP="00E00D30">
      <w:r>
        <w:t>372.7062</w:t>
      </w:r>
      <w:r>
        <w:tab/>
        <w:t>1.013e0</w:t>
      </w:r>
    </w:p>
    <w:p w:rsidR="00E00D30" w:rsidRDefault="00E00D30" w:rsidP="00E00D30">
      <w:r>
        <w:t>372.7104</w:t>
      </w:r>
      <w:r>
        <w:tab/>
        <w:t>3.038e0</w:t>
      </w:r>
    </w:p>
    <w:p w:rsidR="00E00D30" w:rsidRDefault="00E00D30" w:rsidP="00E00D30">
      <w:r>
        <w:t>372.7462</w:t>
      </w:r>
      <w:r>
        <w:tab/>
        <w:t>1.013e0</w:t>
      </w:r>
    </w:p>
    <w:p w:rsidR="00E00D30" w:rsidRDefault="00E00D30" w:rsidP="00E00D30">
      <w:r>
        <w:t>372.7986</w:t>
      </w:r>
      <w:r>
        <w:tab/>
        <w:t>1.013e0</w:t>
      </w:r>
    </w:p>
    <w:p w:rsidR="00E00D30" w:rsidRDefault="00E00D30" w:rsidP="00E00D30">
      <w:r>
        <w:t>372.8275</w:t>
      </w:r>
      <w:r>
        <w:tab/>
        <w:t>1.013e0</w:t>
      </w:r>
    </w:p>
    <w:p w:rsidR="00E00D30" w:rsidRDefault="00E00D30" w:rsidP="00E00D30">
      <w:r>
        <w:lastRenderedPageBreak/>
        <w:t>372.8483</w:t>
      </w:r>
      <w:r>
        <w:tab/>
        <w:t>1.013e0</w:t>
      </w:r>
    </w:p>
    <w:p w:rsidR="00E00D30" w:rsidRDefault="00E00D30" w:rsidP="00E00D30">
      <w:r>
        <w:t>372.8656</w:t>
      </w:r>
      <w:r>
        <w:tab/>
        <w:t>1.013e0</w:t>
      </w:r>
    </w:p>
    <w:p w:rsidR="00E00D30" w:rsidRDefault="00E00D30" w:rsidP="00E00D30">
      <w:r>
        <w:t>372.8837</w:t>
      </w:r>
      <w:r>
        <w:tab/>
        <w:t>2.025e0</w:t>
      </w:r>
    </w:p>
    <w:p w:rsidR="00E00D30" w:rsidRDefault="00E00D30" w:rsidP="00E00D30">
      <w:r>
        <w:t>372.8855</w:t>
      </w:r>
      <w:r>
        <w:tab/>
        <w:t>1.013e0</w:t>
      </w:r>
    </w:p>
    <w:p w:rsidR="00E00D30" w:rsidRDefault="00E00D30" w:rsidP="00E00D30">
      <w:r>
        <w:t>372.9115</w:t>
      </w:r>
      <w:r>
        <w:tab/>
        <w:t>1.013e0</w:t>
      </w:r>
    </w:p>
    <w:p w:rsidR="00E00D30" w:rsidRDefault="00E00D30" w:rsidP="00E00D30">
      <w:r>
        <w:t>372.9319</w:t>
      </w:r>
      <w:r>
        <w:tab/>
        <w:t>1.013e0</w:t>
      </w:r>
    </w:p>
    <w:p w:rsidR="00E00D30" w:rsidRDefault="00E00D30" w:rsidP="00E00D30">
      <w:r>
        <w:t>372.9401</w:t>
      </w:r>
      <w:r>
        <w:tab/>
        <w:t>4.051e0</w:t>
      </w:r>
    </w:p>
    <w:p w:rsidR="00E00D30" w:rsidRDefault="00E00D30" w:rsidP="00E00D30">
      <w:r>
        <w:t>372.9422</w:t>
      </w:r>
      <w:r>
        <w:tab/>
        <w:t>2.025e0</w:t>
      </w:r>
    </w:p>
    <w:p w:rsidR="00E00D30" w:rsidRDefault="00E00D30" w:rsidP="00E00D30">
      <w:r>
        <w:t>372.9452</w:t>
      </w:r>
      <w:r>
        <w:tab/>
        <w:t>3.038e0</w:t>
      </w:r>
    </w:p>
    <w:p w:rsidR="00E00D30" w:rsidRDefault="00E00D30" w:rsidP="00E00D30">
      <w:r>
        <w:t>372.9639</w:t>
      </w:r>
      <w:r>
        <w:tab/>
        <w:t>3.038e0</w:t>
      </w:r>
    </w:p>
    <w:p w:rsidR="00E00D30" w:rsidRDefault="00E00D30" w:rsidP="00E00D30">
      <w:r>
        <w:t>372.9656</w:t>
      </w:r>
      <w:r>
        <w:tab/>
        <w:t>1.013e0</w:t>
      </w:r>
    </w:p>
    <w:p w:rsidR="00E00D30" w:rsidRDefault="00E00D30" w:rsidP="00E00D30">
      <w:r>
        <w:t>372.9917</w:t>
      </w:r>
      <w:r>
        <w:tab/>
        <w:t>1.013e0</w:t>
      </w:r>
    </w:p>
    <w:p w:rsidR="00E00D30" w:rsidRDefault="00E00D30" w:rsidP="00E00D30">
      <w:r>
        <w:t>372.9928</w:t>
      </w:r>
      <w:r>
        <w:tab/>
        <w:t>2.025e0</w:t>
      </w:r>
    </w:p>
    <w:p w:rsidR="00E00D30" w:rsidRDefault="00E00D30" w:rsidP="00E00D30">
      <w:r>
        <w:t>373.0245</w:t>
      </w:r>
      <w:r>
        <w:tab/>
        <w:t>1.013e0</w:t>
      </w:r>
    </w:p>
    <w:p w:rsidR="00E00D30" w:rsidRDefault="00E00D30" w:rsidP="00E00D30">
      <w:r>
        <w:t>373.0323</w:t>
      </w:r>
      <w:r>
        <w:tab/>
        <w:t>1.013e0</w:t>
      </w:r>
    </w:p>
    <w:p w:rsidR="00E00D30" w:rsidRDefault="00E00D30" w:rsidP="00E00D30">
      <w:r>
        <w:t>373.0535</w:t>
      </w:r>
      <w:r>
        <w:tab/>
        <w:t>1.013e0</w:t>
      </w:r>
    </w:p>
    <w:p w:rsidR="00E00D30" w:rsidRDefault="00E00D30" w:rsidP="00E00D30">
      <w:r>
        <w:t>373.0562</w:t>
      </w:r>
      <w:r>
        <w:tab/>
        <w:t>2.025e0</w:t>
      </w:r>
    </w:p>
    <w:p w:rsidR="00E00D30" w:rsidRDefault="00E00D30" w:rsidP="00E00D30">
      <w:r>
        <w:t>373.0651</w:t>
      </w:r>
      <w:r>
        <w:tab/>
        <w:t>1.013e0</w:t>
      </w:r>
    </w:p>
    <w:p w:rsidR="00E00D30" w:rsidRDefault="00E00D30" w:rsidP="00E00D30">
      <w:r>
        <w:t>373.0780</w:t>
      </w:r>
      <w:r>
        <w:tab/>
        <w:t>1.013e0</w:t>
      </w:r>
    </w:p>
    <w:p w:rsidR="00E00D30" w:rsidRDefault="00E00D30" w:rsidP="00E00D30">
      <w:r>
        <w:lastRenderedPageBreak/>
        <w:t>373.0846</w:t>
      </w:r>
      <w:r>
        <w:tab/>
        <w:t>1.013e0</w:t>
      </w:r>
    </w:p>
    <w:p w:rsidR="00E00D30" w:rsidRDefault="00E00D30" w:rsidP="00E00D30">
      <w:r>
        <w:t>373.0954</w:t>
      </w:r>
      <w:r>
        <w:tab/>
        <w:t>1.013e0</w:t>
      </w:r>
    </w:p>
    <w:p w:rsidR="00E00D30" w:rsidRDefault="00E00D30" w:rsidP="00E00D30">
      <w:r>
        <w:t>373.1242</w:t>
      </w:r>
      <w:r>
        <w:tab/>
        <w:t>1.013e0</w:t>
      </w:r>
    </w:p>
    <w:p w:rsidR="00E00D30" w:rsidRDefault="00E00D30" w:rsidP="00E00D30">
      <w:r>
        <w:t>373.1309</w:t>
      </w:r>
      <w:r>
        <w:tab/>
        <w:t>1.013e0</w:t>
      </w:r>
    </w:p>
    <w:p w:rsidR="00E00D30" w:rsidRDefault="00E00D30" w:rsidP="00E00D30">
      <w:r>
        <w:t>373.1375</w:t>
      </w:r>
      <w:r>
        <w:tab/>
        <w:t>1.013e0</w:t>
      </w:r>
    </w:p>
    <w:p w:rsidR="00E00D30" w:rsidRDefault="00E00D30" w:rsidP="00E00D30">
      <w:r>
        <w:t>373.1389</w:t>
      </w:r>
      <w:r>
        <w:tab/>
        <w:t>2.025e0</w:t>
      </w:r>
    </w:p>
    <w:p w:rsidR="00E00D30" w:rsidRDefault="00E00D30" w:rsidP="00E00D30">
      <w:r>
        <w:t>373.1667</w:t>
      </w:r>
      <w:r>
        <w:tab/>
        <w:t>3.038e0</w:t>
      </w:r>
    </w:p>
    <w:p w:rsidR="00E00D30" w:rsidRDefault="00E00D30" w:rsidP="00E00D30">
      <w:r>
        <w:t>373.1807</w:t>
      </w:r>
      <w:r>
        <w:tab/>
        <w:t>2.025e0</w:t>
      </w:r>
    </w:p>
    <w:p w:rsidR="00E00D30" w:rsidRDefault="00E00D30" w:rsidP="00E00D30">
      <w:r>
        <w:t>373.1875</w:t>
      </w:r>
      <w:r>
        <w:tab/>
        <w:t>4.051e0</w:t>
      </w:r>
    </w:p>
    <w:p w:rsidR="00E00D30" w:rsidRDefault="00E00D30" w:rsidP="00E00D30">
      <w:r>
        <w:t>373.1977</w:t>
      </w:r>
      <w:r>
        <w:tab/>
        <w:t>3.038e0</w:t>
      </w:r>
    </w:p>
    <w:p w:rsidR="00E00D30" w:rsidRDefault="00E00D30" w:rsidP="00E00D30">
      <w:r>
        <w:t>373.2315</w:t>
      </w:r>
      <w:r>
        <w:tab/>
        <w:t>4.051e0</w:t>
      </w:r>
    </w:p>
    <w:p w:rsidR="00E00D30" w:rsidRDefault="00E00D30" w:rsidP="00E00D30">
      <w:r>
        <w:t>373.2439</w:t>
      </w:r>
      <w:r>
        <w:tab/>
        <w:t>1.013e0</w:t>
      </w:r>
    </w:p>
    <w:p w:rsidR="00E00D30" w:rsidRDefault="00E00D30" w:rsidP="00E00D30">
      <w:r>
        <w:t>373.2505</w:t>
      </w:r>
      <w:r>
        <w:tab/>
        <w:t>1.013e0</w:t>
      </w:r>
    </w:p>
    <w:p w:rsidR="00E00D30" w:rsidRDefault="00E00D30" w:rsidP="00E00D30">
      <w:r>
        <w:t>373.2542</w:t>
      </w:r>
      <w:r>
        <w:tab/>
        <w:t>2.025e0</w:t>
      </w:r>
    </w:p>
    <w:p w:rsidR="00E00D30" w:rsidRDefault="00E00D30" w:rsidP="00E00D30">
      <w:r>
        <w:t>373.2639</w:t>
      </w:r>
      <w:r>
        <w:tab/>
        <w:t>2.025e0</w:t>
      </w:r>
    </w:p>
    <w:p w:rsidR="00E00D30" w:rsidRDefault="00E00D30" w:rsidP="00E00D30">
      <w:r>
        <w:t>373.2703</w:t>
      </w:r>
      <w:r>
        <w:tab/>
        <w:t>1.013e0</w:t>
      </w:r>
    </w:p>
    <w:p w:rsidR="00E00D30" w:rsidRDefault="00E00D30" w:rsidP="00E00D30">
      <w:r>
        <w:t>373.2773</w:t>
      </w:r>
      <w:r>
        <w:tab/>
        <w:t>2.025e0</w:t>
      </w:r>
    </w:p>
    <w:p w:rsidR="00E00D30" w:rsidRDefault="00E00D30" w:rsidP="00E00D30">
      <w:r>
        <w:t>373.3101</w:t>
      </w:r>
      <w:r>
        <w:tab/>
        <w:t>1.013e0</w:t>
      </w:r>
    </w:p>
    <w:p w:rsidR="00E00D30" w:rsidRDefault="00E00D30" w:rsidP="00E00D30">
      <w:r>
        <w:t>373.3292</w:t>
      </w:r>
      <w:r>
        <w:tab/>
        <w:t>3.038e0</w:t>
      </w:r>
    </w:p>
    <w:p w:rsidR="00E00D30" w:rsidRDefault="00E00D30" w:rsidP="00E00D30">
      <w:r>
        <w:lastRenderedPageBreak/>
        <w:t>373.3338</w:t>
      </w:r>
      <w:r>
        <w:tab/>
        <w:t>2.025e0</w:t>
      </w:r>
    </w:p>
    <w:p w:rsidR="00E00D30" w:rsidRDefault="00E00D30" w:rsidP="00E00D30">
      <w:r>
        <w:t>373.3367</w:t>
      </w:r>
      <w:r>
        <w:tab/>
        <w:t>1.013e0</w:t>
      </w:r>
    </w:p>
    <w:p w:rsidR="00E00D30" w:rsidRDefault="00E00D30" w:rsidP="00E00D30">
      <w:r>
        <w:t>373.3426</w:t>
      </w:r>
      <w:r>
        <w:tab/>
        <w:t>1.013e0</w:t>
      </w:r>
    </w:p>
    <w:p w:rsidR="00E00D30" w:rsidRDefault="00E00D30" w:rsidP="00E00D30">
      <w:r>
        <w:t>373.3441</w:t>
      </w:r>
      <w:r>
        <w:tab/>
        <w:t>4.051e0</w:t>
      </w:r>
    </w:p>
    <w:p w:rsidR="00E00D30" w:rsidRDefault="00E00D30" w:rsidP="00E00D30">
      <w:r>
        <w:t>373.3466</w:t>
      </w:r>
      <w:r>
        <w:tab/>
        <w:t>2.025e0</w:t>
      </w:r>
    </w:p>
    <w:p w:rsidR="00E00D30" w:rsidRDefault="00E00D30" w:rsidP="00E00D30">
      <w:r>
        <w:t>373.3509</w:t>
      </w:r>
      <w:r>
        <w:tab/>
        <w:t>2.025e0</w:t>
      </w:r>
    </w:p>
    <w:p w:rsidR="00E00D30" w:rsidRDefault="00E00D30" w:rsidP="00E00D30">
      <w:r>
        <w:t>373.3531</w:t>
      </w:r>
      <w:r>
        <w:tab/>
        <w:t>8.101e0</w:t>
      </w:r>
    </w:p>
    <w:p w:rsidR="00E00D30" w:rsidRDefault="00E00D30" w:rsidP="00E00D30">
      <w:r>
        <w:t>373.3547</w:t>
      </w:r>
      <w:r>
        <w:tab/>
        <w:t>2.025e0</w:t>
      </w:r>
    </w:p>
    <w:p w:rsidR="00E00D30" w:rsidRDefault="00E00D30" w:rsidP="00E00D30">
      <w:r>
        <w:t>373.3714</w:t>
      </w:r>
      <w:r>
        <w:tab/>
        <w:t>1.013e0</w:t>
      </w:r>
    </w:p>
    <w:p w:rsidR="00E00D30" w:rsidRDefault="00E00D30" w:rsidP="00E00D30">
      <w:r>
        <w:t>373.3832</w:t>
      </w:r>
      <w:r>
        <w:tab/>
        <w:t>1.013e0</w:t>
      </w:r>
    </w:p>
    <w:p w:rsidR="00E00D30" w:rsidRDefault="00E00D30" w:rsidP="00E00D30">
      <w:r>
        <w:t>373.3930</w:t>
      </w:r>
      <w:r>
        <w:tab/>
        <w:t>1.013e0</w:t>
      </w:r>
    </w:p>
    <w:p w:rsidR="00E00D30" w:rsidRDefault="00E00D30" w:rsidP="00E00D30">
      <w:r>
        <w:t>373.4224</w:t>
      </w:r>
      <w:r>
        <w:tab/>
        <w:t>2.025e0</w:t>
      </w:r>
    </w:p>
    <w:p w:rsidR="00E00D30" w:rsidRDefault="00E00D30" w:rsidP="00E00D30">
      <w:r>
        <w:t>373.4337</w:t>
      </w:r>
      <w:r>
        <w:tab/>
        <w:t>2.025e0</w:t>
      </w:r>
    </w:p>
    <w:p w:rsidR="00E00D30" w:rsidRDefault="00E00D30" w:rsidP="00E00D30">
      <w:r>
        <w:t>373.4561</w:t>
      </w:r>
      <w:r>
        <w:tab/>
        <w:t>1.013e0</w:t>
      </w:r>
    </w:p>
    <w:p w:rsidR="00E00D30" w:rsidRDefault="00E00D30" w:rsidP="00E00D30">
      <w:r>
        <w:t>373.4632</w:t>
      </w:r>
      <w:r>
        <w:tab/>
        <w:t>1.013e0</w:t>
      </w:r>
    </w:p>
    <w:p w:rsidR="00E00D30" w:rsidRDefault="00E00D30" w:rsidP="00E00D30">
      <w:r>
        <w:t>373.5020</w:t>
      </w:r>
      <w:r>
        <w:tab/>
        <w:t>1.013e0</w:t>
      </w:r>
    </w:p>
    <w:p w:rsidR="00E00D30" w:rsidRDefault="00E00D30" w:rsidP="00E00D30">
      <w:r>
        <w:t>373.5060</w:t>
      </w:r>
      <w:r>
        <w:tab/>
        <w:t>1.013e0</w:t>
      </w:r>
    </w:p>
    <w:p w:rsidR="00E00D30" w:rsidRDefault="00E00D30" w:rsidP="00E00D30">
      <w:r>
        <w:t>373.5265</w:t>
      </w:r>
      <w:r>
        <w:tab/>
        <w:t>1.013e0</w:t>
      </w:r>
    </w:p>
    <w:p w:rsidR="00E00D30" w:rsidRDefault="00E00D30" w:rsidP="00E00D30">
      <w:r>
        <w:t>373.5692</w:t>
      </w:r>
      <w:r>
        <w:tab/>
        <w:t>1.013e0</w:t>
      </w:r>
    </w:p>
    <w:p w:rsidR="00E00D30" w:rsidRDefault="00E00D30" w:rsidP="00E00D30">
      <w:r>
        <w:lastRenderedPageBreak/>
        <w:t>373.6186</w:t>
      </w:r>
      <w:r>
        <w:tab/>
        <w:t>1.013e0</w:t>
      </w:r>
    </w:p>
    <w:p w:rsidR="00E00D30" w:rsidRDefault="00E00D30" w:rsidP="00E00D30">
      <w:r>
        <w:t>373.6271</w:t>
      </w:r>
      <w:r>
        <w:tab/>
        <w:t>2.025e0</w:t>
      </w:r>
    </w:p>
    <w:p w:rsidR="00E00D30" w:rsidRDefault="00E00D30" w:rsidP="00E00D30">
      <w:r>
        <w:t>373.6432</w:t>
      </w:r>
      <w:r>
        <w:tab/>
        <w:t>1.013e0</w:t>
      </w:r>
    </w:p>
    <w:p w:rsidR="00E00D30" w:rsidRDefault="00E00D30" w:rsidP="00E00D30">
      <w:r>
        <w:t>373.6860</w:t>
      </w:r>
      <w:r>
        <w:tab/>
        <w:t>1.013e0</w:t>
      </w:r>
    </w:p>
    <w:p w:rsidR="00E00D30" w:rsidRDefault="00E00D30" w:rsidP="00E00D30">
      <w:r>
        <w:t>373.7059</w:t>
      </w:r>
      <w:r>
        <w:tab/>
        <w:t>2.025e0</w:t>
      </w:r>
    </w:p>
    <w:p w:rsidR="00E00D30" w:rsidRDefault="00E00D30" w:rsidP="00E00D30">
      <w:r>
        <w:t>373.7157</w:t>
      </w:r>
      <w:r>
        <w:tab/>
        <w:t>1.013e0</w:t>
      </w:r>
    </w:p>
    <w:p w:rsidR="00E00D30" w:rsidRDefault="00E00D30" w:rsidP="00E00D30">
      <w:r>
        <w:t>373.7422</w:t>
      </w:r>
      <w:r>
        <w:tab/>
        <w:t>1.013e0</w:t>
      </w:r>
    </w:p>
    <w:p w:rsidR="00E00D30" w:rsidRDefault="00E00D30" w:rsidP="00E00D30">
      <w:r>
        <w:t>373.7734</w:t>
      </w:r>
      <w:r>
        <w:tab/>
        <w:t>3.038e0</w:t>
      </w:r>
    </w:p>
    <w:p w:rsidR="00E00D30" w:rsidRDefault="00E00D30" w:rsidP="00E00D30">
      <w:r>
        <w:t>373.8287</w:t>
      </w:r>
      <w:r>
        <w:tab/>
        <w:t>1.013e0</w:t>
      </w:r>
    </w:p>
    <w:p w:rsidR="00E00D30" w:rsidRDefault="00E00D30" w:rsidP="00E00D30">
      <w:r>
        <w:t>373.8305</w:t>
      </w:r>
      <w:r>
        <w:tab/>
        <w:t>4.051e0</w:t>
      </w:r>
    </w:p>
    <w:p w:rsidR="00E00D30" w:rsidRDefault="00E00D30" w:rsidP="00E00D30">
      <w:r>
        <w:t>373.8358</w:t>
      </w:r>
      <w:r>
        <w:tab/>
        <w:t>1.013e0</w:t>
      </w:r>
    </w:p>
    <w:p w:rsidR="00E00D30" w:rsidRDefault="00E00D30" w:rsidP="00E00D30">
      <w:r>
        <w:t>373.8445</w:t>
      </w:r>
      <w:r>
        <w:tab/>
        <w:t>1.013e0</w:t>
      </w:r>
    </w:p>
    <w:p w:rsidR="00E00D30" w:rsidRDefault="00E00D30" w:rsidP="00E00D30">
      <w:r>
        <w:t>373.8848</w:t>
      </w:r>
      <w:r>
        <w:tab/>
        <w:t>2.025e0</w:t>
      </w:r>
    </w:p>
    <w:p w:rsidR="00E00D30" w:rsidRDefault="00E00D30" w:rsidP="00E00D30">
      <w:r>
        <w:t>373.8907</w:t>
      </w:r>
      <w:r>
        <w:tab/>
        <w:t>1.013e0</w:t>
      </w:r>
    </w:p>
    <w:p w:rsidR="00E00D30" w:rsidRDefault="00E00D30" w:rsidP="00E00D30">
      <w:r>
        <w:t>373.8950</w:t>
      </w:r>
      <w:r>
        <w:tab/>
        <w:t>1.013e0</w:t>
      </w:r>
    </w:p>
    <w:p w:rsidR="00E00D30" w:rsidRDefault="00E00D30" w:rsidP="00E00D30">
      <w:r>
        <w:t>373.9083</w:t>
      </w:r>
      <w:r>
        <w:tab/>
        <w:t>3.038e0</w:t>
      </w:r>
    </w:p>
    <w:p w:rsidR="00E00D30" w:rsidRDefault="00E00D30" w:rsidP="00E00D30">
      <w:r>
        <w:t>373.9158</w:t>
      </w:r>
      <w:r>
        <w:tab/>
        <w:t>1.013e0</w:t>
      </w:r>
    </w:p>
    <w:p w:rsidR="00E00D30" w:rsidRDefault="00E00D30" w:rsidP="00E00D30">
      <w:r>
        <w:t>373.9245</w:t>
      </w:r>
      <w:r>
        <w:tab/>
        <w:t>2.025e0</w:t>
      </w:r>
    </w:p>
    <w:p w:rsidR="00E00D30" w:rsidRDefault="00E00D30" w:rsidP="00E00D30">
      <w:r>
        <w:t>373.9285</w:t>
      </w:r>
      <w:r>
        <w:tab/>
        <w:t>2.025e0</w:t>
      </w:r>
    </w:p>
    <w:p w:rsidR="00E00D30" w:rsidRDefault="00E00D30" w:rsidP="00E00D30">
      <w:r>
        <w:lastRenderedPageBreak/>
        <w:t>373.9575</w:t>
      </w:r>
      <w:r>
        <w:tab/>
        <w:t>1.013e0</w:t>
      </w:r>
    </w:p>
    <w:p w:rsidR="00E00D30" w:rsidRDefault="00E00D30" w:rsidP="00E00D30">
      <w:r>
        <w:t>373.9699</w:t>
      </w:r>
      <w:r>
        <w:tab/>
        <w:t>2.025e0</w:t>
      </w:r>
    </w:p>
    <w:p w:rsidR="00E00D30" w:rsidRDefault="00E00D30" w:rsidP="00E00D30">
      <w:r>
        <w:t>373.9766</w:t>
      </w:r>
      <w:r>
        <w:tab/>
        <w:t>2.025e0</w:t>
      </w:r>
    </w:p>
    <w:p w:rsidR="00E00D30" w:rsidRDefault="00E00D30" w:rsidP="00E00D30">
      <w:r>
        <w:t>373.9825</w:t>
      </w:r>
      <w:r>
        <w:tab/>
        <w:t>1.013e0</w:t>
      </w:r>
    </w:p>
    <w:p w:rsidR="00E00D30" w:rsidRDefault="00E00D30" w:rsidP="00E00D30">
      <w:r>
        <w:t>373.9950</w:t>
      </w:r>
      <w:r>
        <w:tab/>
        <w:t>1.013e0</w:t>
      </w:r>
    </w:p>
    <w:p w:rsidR="00E00D30" w:rsidRDefault="00E00D30" w:rsidP="00E00D30">
      <w:r>
        <w:t>374.0245</w:t>
      </w:r>
      <w:r>
        <w:tab/>
        <w:t>2.025e0</w:t>
      </w:r>
    </w:p>
    <w:p w:rsidR="00E00D30" w:rsidRDefault="00E00D30" w:rsidP="00E00D30">
      <w:r>
        <w:t>374.0453</w:t>
      </w:r>
      <w:r>
        <w:tab/>
        <w:t>2.025e0</w:t>
      </w:r>
    </w:p>
    <w:p w:rsidR="00E00D30" w:rsidRDefault="00E00D30" w:rsidP="00E00D30">
      <w:r>
        <w:t>374.0553</w:t>
      </w:r>
      <w:r>
        <w:tab/>
        <w:t>2.025e0</w:t>
      </w:r>
    </w:p>
    <w:p w:rsidR="00E00D30" w:rsidRDefault="00E00D30" w:rsidP="00E00D30">
      <w:r>
        <w:t>374.0680</w:t>
      </w:r>
      <w:r>
        <w:tab/>
        <w:t>2.025e0</w:t>
      </w:r>
    </w:p>
    <w:p w:rsidR="00E00D30" w:rsidRDefault="00E00D30" w:rsidP="00E00D30">
      <w:r>
        <w:t>374.0708</w:t>
      </w:r>
      <w:r>
        <w:tab/>
        <w:t>1.013e0</w:t>
      </w:r>
    </w:p>
    <w:p w:rsidR="00E00D30" w:rsidRDefault="00E00D30" w:rsidP="00E00D30">
      <w:r>
        <w:t>374.1165</w:t>
      </w:r>
      <w:r>
        <w:tab/>
        <w:t>1.013e0</w:t>
      </w:r>
    </w:p>
    <w:p w:rsidR="00E00D30" w:rsidRDefault="00E00D30" w:rsidP="00E00D30">
      <w:r>
        <w:t>374.1288</w:t>
      </w:r>
      <w:r>
        <w:tab/>
        <w:t>2.025e0</w:t>
      </w:r>
    </w:p>
    <w:p w:rsidR="00E00D30" w:rsidRDefault="00E00D30" w:rsidP="00E00D30">
      <w:r>
        <w:t>374.1310</w:t>
      </w:r>
      <w:r>
        <w:tab/>
        <w:t>2.025e0</w:t>
      </w:r>
    </w:p>
    <w:p w:rsidR="00E00D30" w:rsidRDefault="00E00D30" w:rsidP="00E00D30">
      <w:r>
        <w:t>374.1376</w:t>
      </w:r>
      <w:r>
        <w:tab/>
        <w:t>1.013e0</w:t>
      </w:r>
    </w:p>
    <w:p w:rsidR="00E00D30" w:rsidRDefault="00E00D30" w:rsidP="00E00D30">
      <w:r>
        <w:t>374.1415</w:t>
      </w:r>
      <w:r>
        <w:tab/>
        <w:t>1.013e0</w:t>
      </w:r>
    </w:p>
    <w:p w:rsidR="00E00D30" w:rsidRDefault="00E00D30" w:rsidP="00E00D30">
      <w:r>
        <w:t>374.1796</w:t>
      </w:r>
      <w:r>
        <w:tab/>
        <w:t>1.013e0</w:t>
      </w:r>
    </w:p>
    <w:p w:rsidR="00E00D30" w:rsidRDefault="00E00D30" w:rsidP="00E00D30">
      <w:r>
        <w:t>374.1884</w:t>
      </w:r>
      <w:r>
        <w:tab/>
        <w:t>1.013e0</w:t>
      </w:r>
    </w:p>
    <w:p w:rsidR="00E00D30" w:rsidRDefault="00E00D30" w:rsidP="00E00D30">
      <w:r>
        <w:t>374.1951</w:t>
      </w:r>
      <w:r>
        <w:tab/>
        <w:t>1.013e0</w:t>
      </w:r>
    </w:p>
    <w:p w:rsidR="00E00D30" w:rsidRDefault="00E00D30" w:rsidP="00E00D30">
      <w:r>
        <w:t>374.2046</w:t>
      </w:r>
      <w:r>
        <w:tab/>
        <w:t>2.025e0</w:t>
      </w:r>
    </w:p>
    <w:p w:rsidR="00E00D30" w:rsidRDefault="00E00D30" w:rsidP="00E00D30">
      <w:r>
        <w:lastRenderedPageBreak/>
        <w:t>374.2146</w:t>
      </w:r>
      <w:r>
        <w:tab/>
        <w:t>1.013e0</w:t>
      </w:r>
    </w:p>
    <w:p w:rsidR="00E00D30" w:rsidRDefault="00E00D30" w:rsidP="00E00D30">
      <w:r>
        <w:t>374.2210</w:t>
      </w:r>
      <w:r>
        <w:tab/>
        <w:t>1.013e0</w:t>
      </w:r>
    </w:p>
    <w:p w:rsidR="00E00D30" w:rsidRDefault="00E00D30" w:rsidP="00E00D30">
      <w:r>
        <w:t>374.2345</w:t>
      </w:r>
      <w:r>
        <w:tab/>
        <w:t>1.013e0</w:t>
      </w:r>
    </w:p>
    <w:p w:rsidR="00E00D30" w:rsidRDefault="00E00D30" w:rsidP="00E00D30">
      <w:r>
        <w:t>374.2362</w:t>
      </w:r>
      <w:r>
        <w:tab/>
        <w:t>2.025e0</w:t>
      </w:r>
    </w:p>
    <w:p w:rsidR="00E00D30" w:rsidRDefault="00E00D30" w:rsidP="00E00D30">
      <w:r>
        <w:t>374.2400</w:t>
      </w:r>
      <w:r>
        <w:tab/>
        <w:t>2.674e0</w:t>
      </w:r>
    </w:p>
    <w:p w:rsidR="00E00D30" w:rsidRDefault="00E00D30" w:rsidP="00E00D30">
      <w:r>
        <w:t>374.2474</w:t>
      </w:r>
      <w:r>
        <w:tab/>
        <w:t>1.013e0</w:t>
      </w:r>
    </w:p>
    <w:p w:rsidR="00E00D30" w:rsidRDefault="00E00D30" w:rsidP="00E00D30">
      <w:r>
        <w:t>374.2555</w:t>
      </w:r>
      <w:r>
        <w:tab/>
        <w:t>3.764e0</w:t>
      </w:r>
    </w:p>
    <w:p w:rsidR="00E00D30" w:rsidRDefault="00E00D30" w:rsidP="00E00D30">
      <w:r>
        <w:t>374.2671</w:t>
      </w:r>
      <w:r>
        <w:tab/>
        <w:t>2.025e0</w:t>
      </w:r>
    </w:p>
    <w:p w:rsidR="00E00D30" w:rsidRDefault="00E00D30" w:rsidP="00E00D30">
      <w:r>
        <w:t>374.2762</w:t>
      </w:r>
      <w:r>
        <w:tab/>
        <w:t>1.013e0</w:t>
      </w:r>
    </w:p>
    <w:p w:rsidR="00E00D30" w:rsidRDefault="00E00D30" w:rsidP="00E00D30">
      <w:r>
        <w:t>374.2811</w:t>
      </w:r>
      <w:r>
        <w:tab/>
        <w:t>2.025e0</w:t>
      </w:r>
    </w:p>
    <w:p w:rsidR="00E00D30" w:rsidRDefault="00E00D30" w:rsidP="00E00D30">
      <w:r>
        <w:t>374.2934</w:t>
      </w:r>
      <w:r>
        <w:tab/>
        <w:t>1.013e0</w:t>
      </w:r>
    </w:p>
    <w:p w:rsidR="00E00D30" w:rsidRDefault="00E00D30" w:rsidP="00E00D30">
      <w:r>
        <w:t>374.2993</w:t>
      </w:r>
      <w:r>
        <w:tab/>
        <w:t>2.025e0</w:t>
      </w:r>
    </w:p>
    <w:p w:rsidR="00E00D30" w:rsidRDefault="00E00D30" w:rsidP="00E00D30">
      <w:r>
        <w:t>374.3082</w:t>
      </w:r>
      <w:r>
        <w:tab/>
        <w:t>1.013e0</w:t>
      </w:r>
    </w:p>
    <w:p w:rsidR="00E00D30" w:rsidRDefault="00E00D30" w:rsidP="00E00D30">
      <w:r>
        <w:t>374.3139</w:t>
      </w:r>
      <w:r>
        <w:tab/>
        <w:t>1.013e0</w:t>
      </w:r>
    </w:p>
    <w:p w:rsidR="00E00D30" w:rsidRDefault="00E00D30" w:rsidP="00E00D30">
      <w:r>
        <w:t>374.3243</w:t>
      </w:r>
      <w:r>
        <w:tab/>
        <w:t>3.038e0</w:t>
      </w:r>
    </w:p>
    <w:p w:rsidR="00E00D30" w:rsidRDefault="00E00D30" w:rsidP="00E00D30">
      <w:r>
        <w:t>374.3344</w:t>
      </w:r>
      <w:r>
        <w:tab/>
        <w:t>1.013e0</w:t>
      </w:r>
    </w:p>
    <w:p w:rsidR="00E00D30" w:rsidRDefault="00E00D30" w:rsidP="00E00D30">
      <w:r>
        <w:t>374.3478</w:t>
      </w:r>
      <w:r>
        <w:tab/>
        <w:t>3.038e0</w:t>
      </w:r>
    </w:p>
    <w:p w:rsidR="00E00D30" w:rsidRDefault="00E00D30" w:rsidP="00E00D30">
      <w:r>
        <w:t>374.3600</w:t>
      </w:r>
      <w:r>
        <w:tab/>
        <w:t>1.013e0</w:t>
      </w:r>
    </w:p>
    <w:p w:rsidR="00E00D30" w:rsidRDefault="00E00D30" w:rsidP="00E00D30">
      <w:r>
        <w:t>374.3677</w:t>
      </w:r>
      <w:r>
        <w:tab/>
        <w:t>1.013e0</w:t>
      </w:r>
    </w:p>
    <w:p w:rsidR="00E00D30" w:rsidRDefault="00E00D30" w:rsidP="00E00D30">
      <w:r>
        <w:lastRenderedPageBreak/>
        <w:t>374.3808</w:t>
      </w:r>
      <w:r>
        <w:tab/>
        <w:t>1.013e0</w:t>
      </w:r>
    </w:p>
    <w:p w:rsidR="00E00D30" w:rsidRDefault="00E00D30" w:rsidP="00E00D30">
      <w:r>
        <w:t>374.4008</w:t>
      </w:r>
      <w:r>
        <w:tab/>
        <w:t>1.013e0</w:t>
      </w:r>
    </w:p>
    <w:p w:rsidR="00E00D30" w:rsidRDefault="00E00D30" w:rsidP="00E00D30">
      <w:r>
        <w:t>374.4141</w:t>
      </w:r>
      <w:r>
        <w:tab/>
        <w:t>1.013e0</w:t>
      </w:r>
    </w:p>
    <w:p w:rsidR="00E00D30" w:rsidRDefault="00E00D30" w:rsidP="00E00D30">
      <w:r>
        <w:t>374.4609</w:t>
      </w:r>
      <w:r>
        <w:tab/>
        <w:t>1.013e0</w:t>
      </w:r>
    </w:p>
    <w:p w:rsidR="00E00D30" w:rsidRDefault="00E00D30" w:rsidP="00E00D30">
      <w:r>
        <w:t>374.4775</w:t>
      </w:r>
      <w:r>
        <w:tab/>
        <w:t>1.013e0</w:t>
      </w:r>
    </w:p>
    <w:p w:rsidR="00E00D30" w:rsidRDefault="00E00D30" w:rsidP="00E00D30">
      <w:r>
        <w:t>374.4980</w:t>
      </w:r>
      <w:r>
        <w:tab/>
        <w:t>1.013e0</w:t>
      </w:r>
    </w:p>
    <w:p w:rsidR="00E00D30" w:rsidRDefault="00E00D30" w:rsidP="00E00D30">
      <w:r>
        <w:t>374.5441</w:t>
      </w:r>
      <w:r>
        <w:tab/>
        <w:t>1.013e0</w:t>
      </w:r>
    </w:p>
    <w:p w:rsidR="00E00D30" w:rsidRDefault="00E00D30" w:rsidP="00E00D30">
      <w:r>
        <w:t>374.5746</w:t>
      </w:r>
      <w:r>
        <w:tab/>
        <w:t>2.025e0</w:t>
      </w:r>
    </w:p>
    <w:p w:rsidR="00E00D30" w:rsidRDefault="00E00D30" w:rsidP="00E00D30">
      <w:r>
        <w:t>374.6147</w:t>
      </w:r>
      <w:r>
        <w:tab/>
        <w:t>1.013e0</w:t>
      </w:r>
    </w:p>
    <w:p w:rsidR="00E00D30" w:rsidRDefault="00E00D30" w:rsidP="00E00D30">
      <w:r>
        <w:t>374.6376</w:t>
      </w:r>
      <w:r>
        <w:tab/>
        <w:t>2.025e0</w:t>
      </w:r>
    </w:p>
    <w:p w:rsidR="00E00D30" w:rsidRDefault="00E00D30" w:rsidP="00E00D30">
      <w:r>
        <w:t>374.6472</w:t>
      </w:r>
      <w:r>
        <w:tab/>
        <w:t>1.013e0</w:t>
      </w:r>
    </w:p>
    <w:p w:rsidR="00E00D30" w:rsidRDefault="00E00D30" w:rsidP="00E00D30">
      <w:r>
        <w:t>374.6609</w:t>
      </w:r>
      <w:r>
        <w:tab/>
        <w:t>2.025e0</w:t>
      </w:r>
    </w:p>
    <w:p w:rsidR="00E00D30" w:rsidRDefault="00E00D30" w:rsidP="00E00D30">
      <w:r>
        <w:t>374.7072</w:t>
      </w:r>
      <w:r>
        <w:tab/>
        <w:t>1.013e0</w:t>
      </w:r>
    </w:p>
    <w:p w:rsidR="00E00D30" w:rsidRDefault="00E00D30" w:rsidP="00E00D30">
      <w:r>
        <w:t>374.7476</w:t>
      </w:r>
      <w:r>
        <w:tab/>
        <w:t>2.025e0</w:t>
      </w:r>
    </w:p>
    <w:p w:rsidR="00E00D30" w:rsidRDefault="00E00D30" w:rsidP="00E00D30">
      <w:r>
        <w:t>374.7703</w:t>
      </w:r>
      <w:r>
        <w:tab/>
        <w:t>1.013e0</w:t>
      </w:r>
    </w:p>
    <w:p w:rsidR="00E00D30" w:rsidRDefault="00E00D30" w:rsidP="00E00D30">
      <w:r>
        <w:t>374.7726</w:t>
      </w:r>
      <w:r>
        <w:tab/>
        <w:t>2.025e0</w:t>
      </w:r>
    </w:p>
    <w:p w:rsidR="00E00D30" w:rsidRDefault="00E00D30" w:rsidP="00E00D30">
      <w:r>
        <w:t>374.8127</w:t>
      </w:r>
      <w:r>
        <w:tab/>
        <w:t>1.013e0</w:t>
      </w:r>
    </w:p>
    <w:p w:rsidR="00E00D30" w:rsidRDefault="00E00D30" w:rsidP="00E00D30">
      <w:r>
        <w:t>374.8472</w:t>
      </w:r>
      <w:r>
        <w:tab/>
        <w:t>1.013e0</w:t>
      </w:r>
    </w:p>
    <w:p w:rsidR="00E00D30" w:rsidRDefault="00E00D30" w:rsidP="00E00D30">
      <w:r>
        <w:t>374.8539</w:t>
      </w:r>
      <w:r>
        <w:tab/>
        <w:t>1.013e0</w:t>
      </w:r>
    </w:p>
    <w:p w:rsidR="00E00D30" w:rsidRDefault="00E00D30" w:rsidP="00E00D30">
      <w:r>
        <w:lastRenderedPageBreak/>
        <w:t>374.8674</w:t>
      </w:r>
      <w:r>
        <w:tab/>
        <w:t>1.013e0</w:t>
      </w:r>
    </w:p>
    <w:p w:rsidR="00E00D30" w:rsidRDefault="00E00D30" w:rsidP="00E00D30">
      <w:r>
        <w:t>374.8719</w:t>
      </w:r>
      <w:r>
        <w:tab/>
        <w:t>3.038e0</w:t>
      </w:r>
    </w:p>
    <w:p w:rsidR="00E00D30" w:rsidRDefault="00E00D30" w:rsidP="00E00D30">
      <w:r>
        <w:t>374.8832</w:t>
      </w:r>
      <w:r>
        <w:tab/>
        <w:t>1.013e0</w:t>
      </w:r>
    </w:p>
    <w:p w:rsidR="00E00D30" w:rsidRDefault="00E00D30" w:rsidP="00E00D30">
      <w:r>
        <w:t>374.8877</w:t>
      </w:r>
      <w:r>
        <w:tab/>
        <w:t>2.025e0</w:t>
      </w:r>
    </w:p>
    <w:p w:rsidR="00E00D30" w:rsidRDefault="00E00D30" w:rsidP="00E00D30">
      <w:r>
        <w:t>374.8990</w:t>
      </w:r>
      <w:r>
        <w:tab/>
        <w:t>2.025e0</w:t>
      </w:r>
    </w:p>
    <w:p w:rsidR="00E00D30" w:rsidRDefault="00E00D30" w:rsidP="00E00D30">
      <w:r>
        <w:t>374.9141</w:t>
      </w:r>
      <w:r>
        <w:tab/>
        <w:t>1.013e0</w:t>
      </w:r>
    </w:p>
    <w:p w:rsidR="00E00D30" w:rsidRDefault="00E00D30" w:rsidP="00E00D30">
      <w:r>
        <w:t>374.9294</w:t>
      </w:r>
      <w:r>
        <w:tab/>
        <w:t>1.013e0</w:t>
      </w:r>
    </w:p>
    <w:p w:rsidR="00E00D30" w:rsidRDefault="00E00D30" w:rsidP="00E00D30">
      <w:r>
        <w:t>374.9467</w:t>
      </w:r>
      <w:r>
        <w:tab/>
        <w:t>3.038e0</w:t>
      </w:r>
    </w:p>
    <w:p w:rsidR="00E00D30" w:rsidRDefault="00E00D30" w:rsidP="00E00D30">
      <w:r>
        <w:t>374.9485</w:t>
      </w:r>
      <w:r>
        <w:tab/>
        <w:t>2.025e0</w:t>
      </w:r>
    </w:p>
    <w:p w:rsidR="00E00D30" w:rsidRDefault="00E00D30" w:rsidP="00E00D30">
      <w:r>
        <w:t>374.9509</w:t>
      </w:r>
      <w:r>
        <w:tab/>
        <w:t>1.013e0</w:t>
      </w:r>
    </w:p>
    <w:p w:rsidR="00E00D30" w:rsidRDefault="00E00D30" w:rsidP="00E00D30">
      <w:r>
        <w:t>374.9665</w:t>
      </w:r>
      <w:r>
        <w:tab/>
        <w:t>3.038e0</w:t>
      </w:r>
    </w:p>
    <w:p w:rsidR="00E00D30" w:rsidRDefault="00E00D30" w:rsidP="00E00D30">
      <w:r>
        <w:t>374.9930</w:t>
      </w:r>
      <w:r>
        <w:tab/>
        <w:t>1.013e0</w:t>
      </w:r>
    </w:p>
    <w:p w:rsidR="00E00D30" w:rsidRDefault="00E00D30" w:rsidP="00E00D30">
      <w:r>
        <w:t>375.0006</w:t>
      </w:r>
      <w:r>
        <w:tab/>
        <w:t>2.025e0</w:t>
      </w:r>
    </w:p>
    <w:p w:rsidR="00E00D30" w:rsidRDefault="00E00D30" w:rsidP="00E00D30">
      <w:r>
        <w:t>375.0137</w:t>
      </w:r>
      <w:r>
        <w:tab/>
        <w:t>1.013e0</w:t>
      </w:r>
    </w:p>
    <w:p w:rsidR="00E00D30" w:rsidRDefault="00E00D30" w:rsidP="00E00D30">
      <w:r>
        <w:t>375.0211</w:t>
      </w:r>
      <w:r>
        <w:tab/>
        <w:t>1.013e0</w:t>
      </w:r>
    </w:p>
    <w:p w:rsidR="00E00D30" w:rsidRDefault="00E00D30" w:rsidP="00E00D30">
      <w:r>
        <w:t>375.0389</w:t>
      </w:r>
      <w:r>
        <w:tab/>
        <w:t>1.013e0</w:t>
      </w:r>
    </w:p>
    <w:p w:rsidR="00E00D30" w:rsidRDefault="00E00D30" w:rsidP="00E00D30">
      <w:r>
        <w:t>375.0455</w:t>
      </w:r>
      <w:r>
        <w:tab/>
        <w:t>2.025e0</w:t>
      </w:r>
    </w:p>
    <w:p w:rsidR="00E00D30" w:rsidRDefault="00E00D30" w:rsidP="00E00D30">
      <w:r>
        <w:t>375.0545</w:t>
      </w:r>
      <w:r>
        <w:tab/>
        <w:t>1.013e0</w:t>
      </w:r>
    </w:p>
    <w:p w:rsidR="00E00D30" w:rsidRDefault="00E00D30" w:rsidP="00E00D30">
      <w:r>
        <w:t>375.0672</w:t>
      </w:r>
      <w:r>
        <w:tab/>
        <w:t>1.013e0</w:t>
      </w:r>
    </w:p>
    <w:p w:rsidR="00E00D30" w:rsidRDefault="00E00D30" w:rsidP="00E00D30">
      <w:r>
        <w:lastRenderedPageBreak/>
        <w:t>375.0745</w:t>
      </w:r>
      <w:r>
        <w:tab/>
        <w:t>2.025e0</w:t>
      </w:r>
    </w:p>
    <w:p w:rsidR="00E00D30" w:rsidRDefault="00E00D30" w:rsidP="00E00D30">
      <w:r>
        <w:t>375.0941</w:t>
      </w:r>
      <w:r>
        <w:tab/>
        <w:t>1.013e0</w:t>
      </w:r>
    </w:p>
    <w:p w:rsidR="00E00D30" w:rsidRDefault="00E00D30" w:rsidP="00E00D30">
      <w:r>
        <w:t>375.1139</w:t>
      </w:r>
      <w:r>
        <w:tab/>
        <w:t>1.013e0</w:t>
      </w:r>
    </w:p>
    <w:p w:rsidR="00E00D30" w:rsidRDefault="00E00D30" w:rsidP="00E00D30">
      <w:r>
        <w:t>375.1266</w:t>
      </w:r>
      <w:r>
        <w:tab/>
        <w:t>2.025e0</w:t>
      </w:r>
    </w:p>
    <w:p w:rsidR="00E00D30" w:rsidRDefault="00E00D30" w:rsidP="00E00D30">
      <w:r>
        <w:t>375.1568</w:t>
      </w:r>
      <w:r>
        <w:tab/>
        <w:t>4.051e0</w:t>
      </w:r>
    </w:p>
    <w:p w:rsidR="00E00D30" w:rsidRDefault="00E00D30" w:rsidP="00E00D30">
      <w:r>
        <w:t>375.1582</w:t>
      </w:r>
      <w:r>
        <w:tab/>
        <w:t>2.025e0</w:t>
      </w:r>
    </w:p>
    <w:p w:rsidR="00E00D30" w:rsidRDefault="00E00D30" w:rsidP="00E00D30">
      <w:r>
        <w:t>375.1885</w:t>
      </w:r>
      <w:r>
        <w:tab/>
        <w:t>3.038e0</w:t>
      </w:r>
    </w:p>
    <w:p w:rsidR="00E00D30" w:rsidRDefault="00E00D30" w:rsidP="00E00D30">
      <w:r>
        <w:t>375.1939</w:t>
      </w:r>
      <w:r>
        <w:tab/>
        <w:t>1.013e0</w:t>
      </w:r>
    </w:p>
    <w:p w:rsidR="00E00D30" w:rsidRDefault="00E00D30" w:rsidP="00E00D30">
      <w:r>
        <w:t>375.1977</w:t>
      </w:r>
      <w:r>
        <w:tab/>
        <w:t>1.013e0</w:t>
      </w:r>
    </w:p>
    <w:p w:rsidR="00E00D30" w:rsidRDefault="00E00D30" w:rsidP="00E00D30">
      <w:r>
        <w:t>375.2098</w:t>
      </w:r>
      <w:r>
        <w:tab/>
        <w:t>3.038e0</w:t>
      </w:r>
    </w:p>
    <w:p w:rsidR="00E00D30" w:rsidRDefault="00E00D30" w:rsidP="00E00D30">
      <w:r>
        <w:t>375.2187</w:t>
      </w:r>
      <w:r>
        <w:tab/>
        <w:t>1.013e0</w:t>
      </w:r>
    </w:p>
    <w:p w:rsidR="00E00D30" w:rsidRDefault="00E00D30" w:rsidP="00E00D30">
      <w:r>
        <w:t>375.2221</w:t>
      </w:r>
      <w:r>
        <w:tab/>
        <w:t>3.038e0</w:t>
      </w:r>
    </w:p>
    <w:p w:rsidR="00E00D30" w:rsidRDefault="00E00D30" w:rsidP="00E00D30">
      <w:r>
        <w:t>375.2280</w:t>
      </w:r>
      <w:r>
        <w:tab/>
        <w:t>1.013e0</w:t>
      </w:r>
    </w:p>
    <w:p w:rsidR="00E00D30" w:rsidRDefault="00E00D30" w:rsidP="00E00D30">
      <w:r>
        <w:t>375.2604</w:t>
      </w:r>
      <w:r>
        <w:tab/>
        <w:t>3.038e0</w:t>
      </w:r>
    </w:p>
    <w:p w:rsidR="00E00D30" w:rsidRDefault="00E00D30" w:rsidP="00E00D30">
      <w:r>
        <w:t>375.2808</w:t>
      </w:r>
      <w:r>
        <w:tab/>
        <w:t>2.025e0</w:t>
      </w:r>
    </w:p>
    <w:p w:rsidR="00E00D30" w:rsidRDefault="00E00D30" w:rsidP="00E00D30">
      <w:r>
        <w:t>375.2947</w:t>
      </w:r>
      <w:r>
        <w:tab/>
        <w:t>1.013e0</w:t>
      </w:r>
    </w:p>
    <w:p w:rsidR="00E00D30" w:rsidRDefault="00E00D30" w:rsidP="00E00D30">
      <w:r>
        <w:t>375.2981</w:t>
      </w:r>
      <w:r>
        <w:tab/>
        <w:t>2.025e0</w:t>
      </w:r>
    </w:p>
    <w:p w:rsidR="00E00D30" w:rsidRDefault="00E00D30" w:rsidP="00E00D30">
      <w:r>
        <w:t>375.3771</w:t>
      </w:r>
      <w:r>
        <w:tab/>
        <w:t>8.101e0</w:t>
      </w:r>
    </w:p>
    <w:p w:rsidR="00E00D30" w:rsidRDefault="00E00D30" w:rsidP="00E00D30">
      <w:r>
        <w:t>375.3815</w:t>
      </w:r>
      <w:r>
        <w:tab/>
        <w:t>1.013e0</w:t>
      </w:r>
    </w:p>
    <w:p w:rsidR="00E00D30" w:rsidRDefault="00E00D30" w:rsidP="00E00D30">
      <w:r>
        <w:lastRenderedPageBreak/>
        <w:t>375.3960</w:t>
      </w:r>
      <w:r>
        <w:tab/>
        <w:t>2.025e0</w:t>
      </w:r>
    </w:p>
    <w:p w:rsidR="00E00D30" w:rsidRDefault="00E00D30" w:rsidP="00E00D30">
      <w:r>
        <w:t>375.4079</w:t>
      </w:r>
      <w:r>
        <w:tab/>
        <w:t>2.025e0</w:t>
      </w:r>
    </w:p>
    <w:p w:rsidR="00E00D30" w:rsidRDefault="00E00D30" w:rsidP="00E00D30">
      <w:r>
        <w:t>375.4199</w:t>
      </w:r>
      <w:r>
        <w:tab/>
        <w:t>1.013e0</w:t>
      </w:r>
    </w:p>
    <w:p w:rsidR="00E00D30" w:rsidRDefault="00E00D30" w:rsidP="00E00D30">
      <w:r>
        <w:t>375.4344</w:t>
      </w:r>
      <w:r>
        <w:tab/>
        <w:t>1.013e0</w:t>
      </w:r>
    </w:p>
    <w:p w:rsidR="00E00D30" w:rsidRDefault="00E00D30" w:rsidP="00E00D30">
      <w:r>
        <w:t>375.4409</w:t>
      </w:r>
      <w:r>
        <w:tab/>
        <w:t>1.013e0</w:t>
      </w:r>
    </w:p>
    <w:p w:rsidR="00E00D30" w:rsidRDefault="00E00D30" w:rsidP="00E00D30">
      <w:r>
        <w:t>375.4449</w:t>
      </w:r>
      <w:r>
        <w:tab/>
        <w:t>1.013e0</w:t>
      </w:r>
    </w:p>
    <w:p w:rsidR="00E00D30" w:rsidRDefault="00E00D30" w:rsidP="00E00D30">
      <w:r>
        <w:t>375.4761</w:t>
      </w:r>
      <w:r>
        <w:tab/>
        <w:t>2.025e0</w:t>
      </w:r>
    </w:p>
    <w:p w:rsidR="00E00D30" w:rsidRDefault="00E00D30" w:rsidP="00E00D30">
      <w:r>
        <w:t>375.4932</w:t>
      </w:r>
      <w:r>
        <w:tab/>
        <w:t>2.025e0</w:t>
      </w:r>
    </w:p>
    <w:p w:rsidR="00E00D30" w:rsidRDefault="00E00D30" w:rsidP="00E00D30">
      <w:r>
        <w:t>375.5016</w:t>
      </w:r>
      <w:r>
        <w:tab/>
        <w:t>1.013e0</w:t>
      </w:r>
    </w:p>
    <w:p w:rsidR="00E00D30" w:rsidRDefault="00E00D30" w:rsidP="00E00D30">
      <w:r>
        <w:t>375.5077</w:t>
      </w:r>
      <w:r>
        <w:tab/>
        <w:t>1.013e0</w:t>
      </w:r>
    </w:p>
    <w:p w:rsidR="00E00D30" w:rsidRDefault="00E00D30" w:rsidP="00E00D30">
      <w:r>
        <w:t>375.5212</w:t>
      </w:r>
      <w:r>
        <w:tab/>
        <w:t>1.013e0</w:t>
      </w:r>
    </w:p>
    <w:p w:rsidR="00E00D30" w:rsidRDefault="00E00D30" w:rsidP="00E00D30">
      <w:r>
        <w:t>375.5244</w:t>
      </w:r>
      <w:r>
        <w:tab/>
        <w:t>2.025e0</w:t>
      </w:r>
    </w:p>
    <w:p w:rsidR="00E00D30" w:rsidRDefault="00E00D30" w:rsidP="00E00D30">
      <w:r>
        <w:t>375.5371</w:t>
      </w:r>
      <w:r>
        <w:tab/>
        <w:t>1.013e0</w:t>
      </w:r>
    </w:p>
    <w:p w:rsidR="00E00D30" w:rsidRDefault="00E00D30" w:rsidP="00E00D30">
      <w:r>
        <w:t>375.5684</w:t>
      </w:r>
      <w:r>
        <w:tab/>
        <w:t>1.013e0</w:t>
      </w:r>
    </w:p>
    <w:p w:rsidR="00E00D30" w:rsidRDefault="00E00D30" w:rsidP="00E00D30">
      <w:r>
        <w:t>375.5831</w:t>
      </w:r>
      <w:r>
        <w:tab/>
        <w:t>1.013e0</w:t>
      </w:r>
    </w:p>
    <w:p w:rsidR="00E00D30" w:rsidRDefault="00E00D30" w:rsidP="00E00D30">
      <w:r>
        <w:t>375.5878</w:t>
      </w:r>
      <w:r>
        <w:tab/>
        <w:t>1.013e0</w:t>
      </w:r>
    </w:p>
    <w:p w:rsidR="00E00D30" w:rsidRDefault="00E00D30" w:rsidP="00E00D30">
      <w:r>
        <w:t>375.6147</w:t>
      </w:r>
      <w:r>
        <w:tab/>
        <w:t>1.013e0</w:t>
      </w:r>
    </w:p>
    <w:p w:rsidR="00E00D30" w:rsidRDefault="00E00D30" w:rsidP="00E00D30">
      <w:r>
        <w:t>375.6212</w:t>
      </w:r>
      <w:r>
        <w:tab/>
        <w:t>1.013e0</w:t>
      </w:r>
    </w:p>
    <w:p w:rsidR="00E00D30" w:rsidRDefault="00E00D30" w:rsidP="00E00D30">
      <w:r>
        <w:t>375.6245</w:t>
      </w:r>
      <w:r>
        <w:tab/>
        <w:t>2.025e0</w:t>
      </w:r>
    </w:p>
    <w:p w:rsidR="00E00D30" w:rsidRDefault="00E00D30" w:rsidP="00E00D30">
      <w:r>
        <w:lastRenderedPageBreak/>
        <w:t>375.6616</w:t>
      </w:r>
      <w:r>
        <w:tab/>
        <w:t>2.025e0</w:t>
      </w:r>
    </w:p>
    <w:p w:rsidR="00E00D30" w:rsidRDefault="00E00D30" w:rsidP="00E00D30">
      <w:r>
        <w:t>375.6711</w:t>
      </w:r>
      <w:r>
        <w:tab/>
        <w:t>1.013e0</w:t>
      </w:r>
    </w:p>
    <w:p w:rsidR="00E00D30" w:rsidRDefault="00E00D30" w:rsidP="00E00D30">
      <w:r>
        <w:t>375.6882</w:t>
      </w:r>
      <w:r>
        <w:tab/>
        <w:t>1.013e0</w:t>
      </w:r>
    </w:p>
    <w:p w:rsidR="00E00D30" w:rsidRDefault="00E00D30" w:rsidP="00E00D30">
      <w:r>
        <w:t>375.7216</w:t>
      </w:r>
      <w:r>
        <w:tab/>
        <w:t>1.013e0</w:t>
      </w:r>
    </w:p>
    <w:p w:rsidR="00E00D30" w:rsidRDefault="00E00D30" w:rsidP="00E00D30">
      <w:r>
        <w:t>375.7297</w:t>
      </w:r>
      <w:r>
        <w:tab/>
        <w:t>2.025e0</w:t>
      </w:r>
    </w:p>
    <w:p w:rsidR="00E00D30" w:rsidRDefault="00E00D30" w:rsidP="00E00D30">
      <w:r>
        <w:t>375.7360</w:t>
      </w:r>
      <w:r>
        <w:tab/>
        <w:t>2.025e0</w:t>
      </w:r>
    </w:p>
    <w:p w:rsidR="00E00D30" w:rsidRDefault="00E00D30" w:rsidP="00E00D30">
      <w:r>
        <w:t>375.7491</w:t>
      </w:r>
      <w:r>
        <w:tab/>
        <w:t>4.051e0</w:t>
      </w:r>
    </w:p>
    <w:p w:rsidR="00E00D30" w:rsidRDefault="00E00D30" w:rsidP="00E00D30">
      <w:r>
        <w:t>375.7592</w:t>
      </w:r>
      <w:r>
        <w:tab/>
        <w:t>1.013e0</w:t>
      </w:r>
    </w:p>
    <w:p w:rsidR="00E00D30" w:rsidRDefault="00E00D30" w:rsidP="00E00D30">
      <w:r>
        <w:t>375.8078</w:t>
      </w:r>
      <w:r>
        <w:tab/>
        <w:t>2.025e0</w:t>
      </w:r>
    </w:p>
    <w:p w:rsidR="00E00D30" w:rsidRDefault="00E00D30" w:rsidP="00E00D30">
      <w:r>
        <w:t>375.8352</w:t>
      </w:r>
      <w:r>
        <w:tab/>
        <w:t>1.013e0</w:t>
      </w:r>
    </w:p>
    <w:p w:rsidR="00E00D30" w:rsidRDefault="00E00D30" w:rsidP="00E00D30">
      <w:r>
        <w:t>375.8935</w:t>
      </w:r>
      <w:r>
        <w:tab/>
        <w:t>3.038e0</w:t>
      </w:r>
    </w:p>
    <w:p w:rsidR="00E00D30" w:rsidRDefault="00E00D30" w:rsidP="00E00D30">
      <w:r>
        <w:t>375.9021</w:t>
      </w:r>
      <w:r>
        <w:tab/>
        <w:t>2.025e0</w:t>
      </w:r>
    </w:p>
    <w:p w:rsidR="00E00D30" w:rsidRDefault="00E00D30" w:rsidP="00E00D30">
      <w:r>
        <w:t>375.9156</w:t>
      </w:r>
      <w:r>
        <w:tab/>
        <w:t>3.038e0</w:t>
      </w:r>
    </w:p>
    <w:p w:rsidR="00E00D30" w:rsidRDefault="00E00D30" w:rsidP="00E00D30">
      <w:r>
        <w:t>375.9399</w:t>
      </w:r>
      <w:r>
        <w:tab/>
        <w:t>2.025e0</w:t>
      </w:r>
    </w:p>
    <w:p w:rsidR="00E00D30" w:rsidRDefault="00E00D30" w:rsidP="00E00D30">
      <w:r>
        <w:t>375.9447</w:t>
      </w:r>
      <w:r>
        <w:tab/>
        <w:t>2.025e0</w:t>
      </w:r>
    </w:p>
    <w:p w:rsidR="00E00D30" w:rsidRDefault="00E00D30" w:rsidP="00E00D30">
      <w:r>
        <w:t>375.9489</w:t>
      </w:r>
      <w:r>
        <w:tab/>
        <w:t>4.051e0</w:t>
      </w:r>
    </w:p>
    <w:p w:rsidR="00E00D30" w:rsidRDefault="00E00D30" w:rsidP="00E00D30">
      <w:r>
        <w:t>375.9605</w:t>
      </w:r>
      <w:r>
        <w:tab/>
        <w:t>1.013e0</w:t>
      </w:r>
    </w:p>
    <w:p w:rsidR="00E00D30" w:rsidRDefault="00E00D30" w:rsidP="00E00D30">
      <w:r>
        <w:t>376.0092</w:t>
      </w:r>
      <w:r>
        <w:tab/>
        <w:t>1.279e0</w:t>
      </w:r>
    </w:p>
    <w:p w:rsidR="00E00D30" w:rsidRDefault="00E00D30" w:rsidP="00E00D30">
      <w:r>
        <w:t>376.0279</w:t>
      </w:r>
      <w:r>
        <w:tab/>
        <w:t>1.013e0</w:t>
      </w:r>
    </w:p>
    <w:p w:rsidR="00E00D30" w:rsidRDefault="00E00D30" w:rsidP="00E00D30">
      <w:r>
        <w:lastRenderedPageBreak/>
        <w:t>376.0318</w:t>
      </w:r>
      <w:r>
        <w:tab/>
        <w:t>1.013e0</w:t>
      </w:r>
    </w:p>
    <w:p w:rsidR="00E00D30" w:rsidRDefault="00E00D30" w:rsidP="00E00D30">
      <w:r>
        <w:t>376.0528</w:t>
      </w:r>
      <w:r>
        <w:tab/>
        <w:t>2.025e0</w:t>
      </w:r>
    </w:p>
    <w:p w:rsidR="00E00D30" w:rsidRDefault="00E00D30" w:rsidP="00E00D30">
      <w:r>
        <w:t>376.0567</w:t>
      </w:r>
      <w:r>
        <w:tab/>
        <w:t>1.013e0</w:t>
      </w:r>
    </w:p>
    <w:p w:rsidR="00E00D30" w:rsidRDefault="00E00D30" w:rsidP="00E00D30">
      <w:r>
        <w:t>376.0670</w:t>
      </w:r>
      <w:r>
        <w:tab/>
        <w:t>2.025e0</w:t>
      </w:r>
    </w:p>
    <w:p w:rsidR="00E00D30" w:rsidRDefault="00E00D30" w:rsidP="00E00D30">
      <w:r>
        <w:t>376.0823</w:t>
      </w:r>
      <w:r>
        <w:tab/>
        <w:t>1.013e0</w:t>
      </w:r>
    </w:p>
    <w:p w:rsidR="00E00D30" w:rsidRDefault="00E00D30" w:rsidP="00E00D30">
      <w:r>
        <w:t>376.0890</w:t>
      </w:r>
      <w:r>
        <w:tab/>
        <w:t>2.025e0</w:t>
      </w:r>
    </w:p>
    <w:p w:rsidR="00E00D30" w:rsidRDefault="00E00D30" w:rsidP="00E00D30">
      <w:r>
        <w:t>376.1841</w:t>
      </w:r>
      <w:r>
        <w:tab/>
        <w:t>1.022e1</w:t>
      </w:r>
    </w:p>
    <w:p w:rsidR="00E00D30" w:rsidRDefault="00E00D30" w:rsidP="00E00D30">
      <w:r>
        <w:t>376.1892</w:t>
      </w:r>
      <w:r>
        <w:tab/>
        <w:t>1.745e2</w:t>
      </w:r>
    </w:p>
    <w:p w:rsidR="00E00D30" w:rsidRDefault="00E00D30" w:rsidP="00E00D30">
      <w:r>
        <w:t>376.1902</w:t>
      </w:r>
      <w:r>
        <w:tab/>
        <w:t>3.539e2</w:t>
      </w:r>
    </w:p>
    <w:p w:rsidR="00E00D30" w:rsidRDefault="00E00D30" w:rsidP="00E00D30">
      <w:r>
        <w:t>376.1927</w:t>
      </w:r>
      <w:r>
        <w:tab/>
        <w:t>2.078e2</w:t>
      </w:r>
    </w:p>
    <w:p w:rsidR="00E00D30" w:rsidRDefault="00E00D30" w:rsidP="00E00D30">
      <w:r>
        <w:t>376.2792</w:t>
      </w:r>
      <w:r>
        <w:tab/>
        <w:t>1.013e0</w:t>
      </w:r>
    </w:p>
    <w:p w:rsidR="00E00D30" w:rsidRDefault="00E00D30" w:rsidP="00E00D30">
      <w:r>
        <w:t>376.2829</w:t>
      </w:r>
      <w:r>
        <w:tab/>
        <w:t>1.013e0</w:t>
      </w:r>
    </w:p>
    <w:p w:rsidR="00E00D30" w:rsidRDefault="00E00D30" w:rsidP="00E00D30">
      <w:r>
        <w:t>376.2899</w:t>
      </w:r>
      <w:r>
        <w:tab/>
        <w:t>4.051e0</w:t>
      </w:r>
    </w:p>
    <w:p w:rsidR="00E00D30" w:rsidRDefault="00E00D30" w:rsidP="00E00D30">
      <w:r>
        <w:t>376.2933</w:t>
      </w:r>
      <w:r>
        <w:tab/>
        <w:t>2.025e0</w:t>
      </w:r>
    </w:p>
    <w:p w:rsidR="00E00D30" w:rsidRDefault="00E00D30" w:rsidP="00E00D30">
      <w:r>
        <w:t>376.3028</w:t>
      </w:r>
      <w:r>
        <w:tab/>
        <w:t>4.051e0</w:t>
      </w:r>
    </w:p>
    <w:p w:rsidR="00E00D30" w:rsidRDefault="00E00D30" w:rsidP="00E00D30">
      <w:r>
        <w:t>376.3112</w:t>
      </w:r>
      <w:r>
        <w:tab/>
        <w:t>2.025e0</w:t>
      </w:r>
    </w:p>
    <w:p w:rsidR="00E00D30" w:rsidRDefault="00E00D30" w:rsidP="00E00D30">
      <w:r>
        <w:t>376.3335</w:t>
      </w:r>
      <w:r>
        <w:tab/>
        <w:t>2.025e0</w:t>
      </w:r>
    </w:p>
    <w:p w:rsidR="00E00D30" w:rsidRDefault="00E00D30" w:rsidP="00E00D30">
      <w:r>
        <w:t>376.3444</w:t>
      </w:r>
      <w:r>
        <w:tab/>
        <w:t>2.025e0</w:t>
      </w:r>
    </w:p>
    <w:p w:rsidR="00E00D30" w:rsidRDefault="00E00D30" w:rsidP="00E00D30">
      <w:r>
        <w:t>376.3639</w:t>
      </w:r>
      <w:r>
        <w:tab/>
        <w:t>1.013e0</w:t>
      </w:r>
    </w:p>
    <w:p w:rsidR="00E00D30" w:rsidRDefault="00E00D30" w:rsidP="00E00D30">
      <w:r>
        <w:lastRenderedPageBreak/>
        <w:t>376.3673</w:t>
      </w:r>
      <w:r>
        <w:tab/>
        <w:t>1.013e0</w:t>
      </w:r>
    </w:p>
    <w:p w:rsidR="00E00D30" w:rsidRDefault="00E00D30" w:rsidP="00E00D30">
      <w:r>
        <w:t>376.3698</w:t>
      </w:r>
      <w:r>
        <w:tab/>
        <w:t>2.025e0</w:t>
      </w:r>
    </w:p>
    <w:p w:rsidR="00E00D30" w:rsidRDefault="00E00D30" w:rsidP="00E00D30">
      <w:r>
        <w:t>376.3711</w:t>
      </w:r>
      <w:r>
        <w:tab/>
        <w:t>1.013e0</w:t>
      </w:r>
    </w:p>
    <w:p w:rsidR="00E00D30" w:rsidRDefault="00E00D30" w:rsidP="00E00D30">
      <w:r>
        <w:t>376.3766</w:t>
      </w:r>
      <w:r>
        <w:tab/>
        <w:t>1.013e0</w:t>
      </w:r>
    </w:p>
    <w:p w:rsidR="00E00D30" w:rsidRDefault="00E00D30" w:rsidP="00E00D30">
      <w:r>
        <w:t>376.3884</w:t>
      </w:r>
      <w:r>
        <w:tab/>
        <w:t>1.013e0</w:t>
      </w:r>
    </w:p>
    <w:p w:rsidR="00E00D30" w:rsidRDefault="00E00D30" w:rsidP="00E00D30">
      <w:r>
        <w:t>376.4133</w:t>
      </w:r>
      <w:r>
        <w:tab/>
        <w:t>3.038e0</w:t>
      </w:r>
    </w:p>
    <w:p w:rsidR="00E00D30" w:rsidRDefault="00E00D30" w:rsidP="00E00D30">
      <w:r>
        <w:t>376.4171</w:t>
      </w:r>
      <w:r>
        <w:tab/>
        <w:t>1.013e0</w:t>
      </w:r>
    </w:p>
    <w:p w:rsidR="00E00D30" w:rsidRDefault="00E00D30" w:rsidP="00E00D30">
      <w:r>
        <w:t>376.4324</w:t>
      </w:r>
      <w:r>
        <w:tab/>
        <w:t>2.025e0</w:t>
      </w:r>
    </w:p>
    <w:p w:rsidR="00E00D30" w:rsidRDefault="00E00D30" w:rsidP="00E00D30">
      <w:r>
        <w:t>376.4349</w:t>
      </w:r>
      <w:r>
        <w:tab/>
        <w:t>1.013e0</w:t>
      </w:r>
    </w:p>
    <w:p w:rsidR="00E00D30" w:rsidRDefault="00E00D30" w:rsidP="00E00D30">
      <w:r>
        <w:t>376.4709</w:t>
      </w:r>
      <w:r>
        <w:tab/>
        <w:t>1.013e0</w:t>
      </w:r>
    </w:p>
    <w:p w:rsidR="00E00D30" w:rsidRDefault="00E00D30" w:rsidP="00E00D30">
      <w:r>
        <w:t>376.4841</w:t>
      </w:r>
      <w:r>
        <w:tab/>
        <w:t>2.025e0</w:t>
      </w:r>
    </w:p>
    <w:p w:rsidR="00E00D30" w:rsidRDefault="00E00D30" w:rsidP="00E00D30">
      <w:r>
        <w:t>376.4905</w:t>
      </w:r>
      <w:r>
        <w:tab/>
        <w:t>1.013e0</w:t>
      </w:r>
    </w:p>
    <w:p w:rsidR="00E00D30" w:rsidRDefault="00E00D30" w:rsidP="00E00D30">
      <w:r>
        <w:t>376.5056</w:t>
      </w:r>
      <w:r>
        <w:tab/>
        <w:t>1.013e0</w:t>
      </w:r>
    </w:p>
    <w:p w:rsidR="00E00D30" w:rsidRDefault="00E00D30" w:rsidP="00E00D30">
      <w:r>
        <w:t>376.5374</w:t>
      </w:r>
      <w:r>
        <w:tab/>
        <w:t>1.013e0</w:t>
      </w:r>
    </w:p>
    <w:p w:rsidR="00E00D30" w:rsidRDefault="00E00D30" w:rsidP="00E00D30">
      <w:r>
        <w:t>376.5515</w:t>
      </w:r>
      <w:r>
        <w:tab/>
        <w:t>1.013e0</w:t>
      </w:r>
    </w:p>
    <w:p w:rsidR="00E00D30" w:rsidRDefault="00E00D30" w:rsidP="00E00D30">
      <w:r>
        <w:t>376.5549</w:t>
      </w:r>
      <w:r>
        <w:tab/>
        <w:t>2.025e0</w:t>
      </w:r>
    </w:p>
    <w:p w:rsidR="00E00D30" w:rsidRDefault="00E00D30" w:rsidP="00E00D30">
      <w:r>
        <w:t>376.5607</w:t>
      </w:r>
      <w:r>
        <w:tab/>
        <w:t>2.025e0</w:t>
      </w:r>
    </w:p>
    <w:p w:rsidR="00E00D30" w:rsidRDefault="00E00D30" w:rsidP="00E00D30">
      <w:r>
        <w:t>376.5938</w:t>
      </w:r>
      <w:r>
        <w:tab/>
        <w:t>1.013e0</w:t>
      </w:r>
    </w:p>
    <w:p w:rsidR="00E00D30" w:rsidRDefault="00E00D30" w:rsidP="00E00D30">
      <w:r>
        <w:t>376.5974</w:t>
      </w:r>
      <w:r>
        <w:tab/>
        <w:t>1.013e0</w:t>
      </w:r>
    </w:p>
    <w:p w:rsidR="00E00D30" w:rsidRDefault="00E00D30" w:rsidP="00E00D30">
      <w:r>
        <w:lastRenderedPageBreak/>
        <w:t>376.6175</w:t>
      </w:r>
      <w:r>
        <w:tab/>
        <w:t>4.704e0</w:t>
      </w:r>
    </w:p>
    <w:p w:rsidR="00E00D30" w:rsidRDefault="00E00D30" w:rsidP="00E00D30">
      <w:r>
        <w:t>376.6242</w:t>
      </w:r>
      <w:r>
        <w:tab/>
        <w:t>1.013e0</w:t>
      </w:r>
    </w:p>
    <w:p w:rsidR="00E00D30" w:rsidRDefault="00E00D30" w:rsidP="00E00D30">
      <w:r>
        <w:t>376.6311</w:t>
      </w:r>
      <w:r>
        <w:tab/>
        <w:t>1.013e0</w:t>
      </w:r>
    </w:p>
    <w:p w:rsidR="00E00D30" w:rsidRDefault="00E00D30" w:rsidP="00E00D30">
      <w:r>
        <w:t>376.6398</w:t>
      </w:r>
      <w:r>
        <w:tab/>
        <w:t>1.013e0</w:t>
      </w:r>
    </w:p>
    <w:p w:rsidR="00E00D30" w:rsidRDefault="00E00D30" w:rsidP="00E00D30">
      <w:r>
        <w:t>376.6510</w:t>
      </w:r>
      <w:r>
        <w:tab/>
        <w:t>1.013e0</w:t>
      </w:r>
    </w:p>
    <w:p w:rsidR="00E00D30" w:rsidRDefault="00E00D30" w:rsidP="00E00D30">
      <w:r>
        <w:t>376.6570</w:t>
      </w:r>
      <w:r>
        <w:tab/>
        <w:t>1.013e0</w:t>
      </w:r>
    </w:p>
    <w:p w:rsidR="00E00D30" w:rsidRDefault="00E00D30" w:rsidP="00E00D30">
      <w:r>
        <w:t>376.6778</w:t>
      </w:r>
      <w:r>
        <w:tab/>
        <w:t>1.013e0</w:t>
      </w:r>
    </w:p>
    <w:p w:rsidR="00E00D30" w:rsidRDefault="00E00D30" w:rsidP="00E00D30">
      <w:r>
        <w:t>376.6912</w:t>
      </w:r>
      <w:r>
        <w:tab/>
        <w:t>1.013e0</w:t>
      </w:r>
    </w:p>
    <w:p w:rsidR="00E00D30" w:rsidRDefault="00E00D30" w:rsidP="00E00D30">
      <w:r>
        <w:t>376.6985</w:t>
      </w:r>
      <w:r>
        <w:tab/>
        <w:t>1.013e0</w:t>
      </w:r>
    </w:p>
    <w:p w:rsidR="00E00D30" w:rsidRDefault="00E00D30" w:rsidP="00E00D30">
      <w:r>
        <w:t>376.7030</w:t>
      </w:r>
      <w:r>
        <w:tab/>
        <w:t>1.013e0</w:t>
      </w:r>
    </w:p>
    <w:p w:rsidR="00E00D30" w:rsidRDefault="00E00D30" w:rsidP="00E00D30">
      <w:r>
        <w:t>376.7186</w:t>
      </w:r>
      <w:r>
        <w:tab/>
        <w:t>2.025e0</w:t>
      </w:r>
    </w:p>
    <w:p w:rsidR="00E00D30" w:rsidRDefault="00E00D30" w:rsidP="00E00D30">
      <w:r>
        <w:t>376.7315</w:t>
      </w:r>
      <w:r>
        <w:tab/>
        <w:t>1.013e0</w:t>
      </w:r>
    </w:p>
    <w:p w:rsidR="00E00D30" w:rsidRDefault="00E00D30" w:rsidP="00E00D30">
      <w:r>
        <w:t>376.7380</w:t>
      </w:r>
      <w:r>
        <w:tab/>
        <w:t>1.013e0</w:t>
      </w:r>
    </w:p>
    <w:p w:rsidR="00E00D30" w:rsidRDefault="00E00D30" w:rsidP="00E00D30">
      <w:r>
        <w:t>376.7444</w:t>
      </w:r>
      <w:r>
        <w:tab/>
        <w:t>2.025e0</w:t>
      </w:r>
    </w:p>
    <w:p w:rsidR="00E00D30" w:rsidRDefault="00E00D30" w:rsidP="00E00D30">
      <w:r>
        <w:t>376.7569</w:t>
      </w:r>
      <w:r>
        <w:tab/>
        <w:t>2.025e0</w:t>
      </w:r>
    </w:p>
    <w:p w:rsidR="00E00D30" w:rsidRDefault="00E00D30" w:rsidP="00E00D30">
      <w:r>
        <w:t>376.7701</w:t>
      </w:r>
      <w:r>
        <w:tab/>
        <w:t>1.013e0</w:t>
      </w:r>
    </w:p>
    <w:p w:rsidR="00E00D30" w:rsidRDefault="00E00D30" w:rsidP="00E00D30">
      <w:r>
        <w:t>376.7851</w:t>
      </w:r>
      <w:r>
        <w:tab/>
        <w:t>1.013e0</w:t>
      </w:r>
    </w:p>
    <w:p w:rsidR="00E00D30" w:rsidRDefault="00E00D30" w:rsidP="00E00D30">
      <w:r>
        <w:t>376.7991</w:t>
      </w:r>
      <w:r>
        <w:tab/>
        <w:t>2.025e0</w:t>
      </w:r>
    </w:p>
    <w:p w:rsidR="00E00D30" w:rsidRDefault="00E00D30" w:rsidP="00E00D30">
      <w:r>
        <w:t>376.8055</w:t>
      </w:r>
      <w:r>
        <w:tab/>
        <w:t>2.025e0</w:t>
      </w:r>
    </w:p>
    <w:p w:rsidR="00E00D30" w:rsidRDefault="00E00D30" w:rsidP="00E00D30">
      <w:r>
        <w:lastRenderedPageBreak/>
        <w:t>376.8124</w:t>
      </w:r>
      <w:r>
        <w:tab/>
        <w:t>1.013e0</w:t>
      </w:r>
    </w:p>
    <w:p w:rsidR="00E00D30" w:rsidRDefault="00E00D30" w:rsidP="00E00D30">
      <w:r>
        <w:t>376.8271</w:t>
      </w:r>
      <w:r>
        <w:tab/>
        <w:t>3.038e0</w:t>
      </w:r>
    </w:p>
    <w:p w:rsidR="00E00D30" w:rsidRDefault="00E00D30" w:rsidP="00E00D30">
      <w:r>
        <w:t>376.8478</w:t>
      </w:r>
      <w:r>
        <w:tab/>
        <w:t>2.025e0</w:t>
      </w:r>
    </w:p>
    <w:p w:rsidR="00E00D30" w:rsidRDefault="00E00D30" w:rsidP="00E00D30">
      <w:r>
        <w:t>376.8532</w:t>
      </w:r>
      <w:r>
        <w:tab/>
        <w:t>2.025e0</w:t>
      </w:r>
    </w:p>
    <w:p w:rsidR="00E00D30" w:rsidRDefault="00E00D30" w:rsidP="00E00D30">
      <w:r>
        <w:t>376.8551</w:t>
      </w:r>
      <w:r>
        <w:tab/>
        <w:t>2.025e0</w:t>
      </w:r>
    </w:p>
    <w:p w:rsidR="00E00D30" w:rsidRDefault="00E00D30" w:rsidP="00E00D30">
      <w:r>
        <w:t>376.8586</w:t>
      </w:r>
      <w:r>
        <w:tab/>
        <w:t>1.013e0</w:t>
      </w:r>
    </w:p>
    <w:p w:rsidR="00E00D30" w:rsidRDefault="00E00D30" w:rsidP="00E00D30">
      <w:r>
        <w:t>376.8664</w:t>
      </w:r>
      <w:r>
        <w:tab/>
        <w:t>2.025e0</w:t>
      </w:r>
    </w:p>
    <w:p w:rsidR="00E00D30" w:rsidRDefault="00E00D30" w:rsidP="00E00D30">
      <w:r>
        <w:t>376.8831</w:t>
      </w:r>
      <w:r>
        <w:tab/>
        <w:t>1.013e0</w:t>
      </w:r>
    </w:p>
    <w:p w:rsidR="00E00D30" w:rsidRDefault="00E00D30" w:rsidP="00E00D30">
      <w:r>
        <w:t>376.8991</w:t>
      </w:r>
      <w:r>
        <w:tab/>
        <w:t>3.038e0</w:t>
      </w:r>
    </w:p>
    <w:p w:rsidR="00E00D30" w:rsidRDefault="00E00D30" w:rsidP="00E00D30">
      <w:r>
        <w:t>376.9082</w:t>
      </w:r>
      <w:r>
        <w:tab/>
        <w:t>1.013e0</w:t>
      </w:r>
    </w:p>
    <w:p w:rsidR="00E00D30" w:rsidRDefault="00E00D30" w:rsidP="00E00D30">
      <w:r>
        <w:t>376.9196</w:t>
      </w:r>
      <w:r>
        <w:tab/>
        <w:t>1.013e0</w:t>
      </w:r>
    </w:p>
    <w:p w:rsidR="00E00D30" w:rsidRDefault="00E00D30" w:rsidP="00E00D30">
      <w:r>
        <w:t>376.9369</w:t>
      </w:r>
      <w:r>
        <w:tab/>
        <w:t>2.025e0</w:t>
      </w:r>
    </w:p>
    <w:p w:rsidR="00E00D30" w:rsidRDefault="00E00D30" w:rsidP="00E00D30">
      <w:r>
        <w:t>376.9459</w:t>
      </w:r>
      <w:r>
        <w:tab/>
        <w:t>1.013e0</w:t>
      </w:r>
    </w:p>
    <w:p w:rsidR="00E00D30" w:rsidRDefault="00E00D30" w:rsidP="00E00D30">
      <w:r>
        <w:t>376.9562</w:t>
      </w:r>
      <w:r>
        <w:tab/>
        <w:t>2.025e0</w:t>
      </w:r>
    </w:p>
    <w:p w:rsidR="00E00D30" w:rsidRDefault="00E00D30" w:rsidP="00E00D30">
      <w:r>
        <w:t>376.9660</w:t>
      </w:r>
      <w:r>
        <w:tab/>
        <w:t>1.013e0</w:t>
      </w:r>
    </w:p>
    <w:p w:rsidR="00E00D30" w:rsidRDefault="00E00D30" w:rsidP="00E00D30">
      <w:r>
        <w:t>376.9793</w:t>
      </w:r>
      <w:r>
        <w:tab/>
        <w:t>9.114e0</w:t>
      </w:r>
    </w:p>
    <w:p w:rsidR="00E00D30" w:rsidRDefault="00E00D30" w:rsidP="00E00D30">
      <w:r>
        <w:t>377.0174</w:t>
      </w:r>
      <w:r>
        <w:tab/>
        <w:t>1.013e0</w:t>
      </w:r>
    </w:p>
    <w:p w:rsidR="00E00D30" w:rsidRDefault="00E00D30" w:rsidP="00E00D30">
      <w:r>
        <w:t>377.0237</w:t>
      </w:r>
      <w:r>
        <w:tab/>
        <w:t>3.038e0</w:t>
      </w:r>
    </w:p>
    <w:p w:rsidR="00E00D30" w:rsidRDefault="00E00D30" w:rsidP="00E00D30">
      <w:r>
        <w:t>377.0319</w:t>
      </w:r>
      <w:r>
        <w:tab/>
        <w:t>2.025e0</w:t>
      </w:r>
    </w:p>
    <w:p w:rsidR="00E00D30" w:rsidRDefault="00E00D30" w:rsidP="00E00D30">
      <w:r>
        <w:lastRenderedPageBreak/>
        <w:t>377.0427</w:t>
      </w:r>
      <w:r>
        <w:tab/>
        <w:t>1.013e0</w:t>
      </w:r>
    </w:p>
    <w:p w:rsidR="00E00D30" w:rsidRDefault="00E00D30" w:rsidP="00E00D30">
      <w:r>
        <w:t>377.0598</w:t>
      </w:r>
      <w:r>
        <w:tab/>
        <w:t>1.013e0</w:t>
      </w:r>
    </w:p>
    <w:p w:rsidR="00E00D30" w:rsidRDefault="00E00D30" w:rsidP="00E00D30">
      <w:r>
        <w:t>377.0634</w:t>
      </w:r>
      <w:r>
        <w:tab/>
        <w:t>3.038e0</w:t>
      </w:r>
    </w:p>
    <w:p w:rsidR="00E00D30" w:rsidRDefault="00E00D30" w:rsidP="00E00D30">
      <w:r>
        <w:t>377.0779</w:t>
      </w:r>
      <w:r>
        <w:tab/>
        <w:t>2.025e0</w:t>
      </w:r>
    </w:p>
    <w:p w:rsidR="00E00D30" w:rsidRDefault="00E00D30" w:rsidP="00E00D30">
      <w:r>
        <w:t>377.1103</w:t>
      </w:r>
      <w:r>
        <w:tab/>
        <w:t>1.013e0</w:t>
      </w:r>
    </w:p>
    <w:p w:rsidR="00E00D30" w:rsidRDefault="00E00D30" w:rsidP="00E00D30">
      <w:r>
        <w:t>377.1359</w:t>
      </w:r>
      <w:r>
        <w:tab/>
        <w:t>3.038e0</w:t>
      </w:r>
    </w:p>
    <w:p w:rsidR="00E00D30" w:rsidRDefault="00E00D30" w:rsidP="00E00D30">
      <w:r>
        <w:t>377.1902</w:t>
      </w:r>
      <w:r>
        <w:tab/>
        <w:t>3.673e1</w:t>
      </w:r>
    </w:p>
    <w:p w:rsidR="00E00D30" w:rsidRDefault="00E00D30" w:rsidP="00E00D30">
      <w:r>
        <w:t>377.1913</w:t>
      </w:r>
      <w:r>
        <w:tab/>
        <w:t>1.751e1</w:t>
      </w:r>
    </w:p>
    <w:p w:rsidR="00E00D30" w:rsidRDefault="00E00D30" w:rsidP="00E00D30">
      <w:r>
        <w:t>377.1925</w:t>
      </w:r>
      <w:r>
        <w:tab/>
        <w:t>7.228e1</w:t>
      </w:r>
    </w:p>
    <w:p w:rsidR="00E00D30" w:rsidRDefault="00E00D30" w:rsidP="00E00D30">
      <w:r>
        <w:t>377.1956</w:t>
      </w:r>
      <w:r>
        <w:tab/>
        <w:t>7.291e1</w:t>
      </w:r>
    </w:p>
    <w:p w:rsidR="00E00D30" w:rsidRDefault="00E00D30" w:rsidP="00E00D30">
      <w:r>
        <w:t>377.1992</w:t>
      </w:r>
      <w:r>
        <w:tab/>
        <w:t>2.887e1</w:t>
      </w:r>
    </w:p>
    <w:p w:rsidR="00E00D30" w:rsidRDefault="00E00D30" w:rsidP="00E00D30">
      <w:r>
        <w:t>377.2110</w:t>
      </w:r>
      <w:r>
        <w:tab/>
        <w:t>2.025e0</w:t>
      </w:r>
    </w:p>
    <w:p w:rsidR="00E00D30" w:rsidRDefault="00E00D30" w:rsidP="00E00D30">
      <w:r>
        <w:t>377.2609</w:t>
      </w:r>
      <w:r>
        <w:tab/>
        <w:t>2.025e0</w:t>
      </w:r>
    </w:p>
    <w:p w:rsidR="00E00D30" w:rsidRDefault="00E00D30" w:rsidP="00E00D30">
      <w:r>
        <w:t>377.2625</w:t>
      </w:r>
      <w:r>
        <w:tab/>
        <w:t>2.025e0</w:t>
      </w:r>
    </w:p>
    <w:p w:rsidR="00E00D30" w:rsidRDefault="00E00D30" w:rsidP="00E00D30">
      <w:r>
        <w:t>377.2691</w:t>
      </w:r>
      <w:r>
        <w:tab/>
        <w:t>1.013e0</w:t>
      </w:r>
    </w:p>
    <w:p w:rsidR="00E00D30" w:rsidRDefault="00E00D30" w:rsidP="00E00D30">
      <w:r>
        <w:t>377.2743</w:t>
      </w:r>
      <w:r>
        <w:tab/>
        <w:t>2.025e0</w:t>
      </w:r>
    </w:p>
    <w:p w:rsidR="00E00D30" w:rsidRDefault="00E00D30" w:rsidP="00E00D30">
      <w:r>
        <w:t>377.3210</w:t>
      </w:r>
      <w:r>
        <w:tab/>
        <w:t>1.013e0</w:t>
      </w:r>
    </w:p>
    <w:p w:rsidR="00E00D30" w:rsidRDefault="00E00D30" w:rsidP="00E00D30">
      <w:r>
        <w:t>377.3394</w:t>
      </w:r>
      <w:r>
        <w:tab/>
        <w:t>2.025e0</w:t>
      </w:r>
    </w:p>
    <w:p w:rsidR="00E00D30" w:rsidRDefault="00E00D30" w:rsidP="00E00D30">
      <w:r>
        <w:t>377.3415</w:t>
      </w:r>
      <w:r>
        <w:tab/>
        <w:t>3.038e0</w:t>
      </w:r>
    </w:p>
    <w:p w:rsidR="00E00D30" w:rsidRDefault="00E00D30" w:rsidP="00E00D30">
      <w:r>
        <w:lastRenderedPageBreak/>
        <w:t>377.3492</w:t>
      </w:r>
      <w:r>
        <w:tab/>
        <w:t>2.025e0</w:t>
      </w:r>
    </w:p>
    <w:p w:rsidR="00E00D30" w:rsidRDefault="00E00D30" w:rsidP="00E00D30">
      <w:r>
        <w:t>377.3534</w:t>
      </w:r>
      <w:r>
        <w:tab/>
        <w:t>1.013e0</w:t>
      </w:r>
    </w:p>
    <w:p w:rsidR="00E00D30" w:rsidRDefault="00E00D30" w:rsidP="00E00D30">
      <w:r>
        <w:t>377.3616</w:t>
      </w:r>
      <w:r>
        <w:tab/>
        <w:t>4.051e0</w:t>
      </w:r>
    </w:p>
    <w:p w:rsidR="00E00D30" w:rsidRDefault="00E00D30" w:rsidP="00E00D30">
      <w:r>
        <w:t>377.3738</w:t>
      </w:r>
      <w:r>
        <w:tab/>
        <w:t>2.025e0</w:t>
      </w:r>
    </w:p>
    <w:p w:rsidR="00E00D30" w:rsidRDefault="00E00D30" w:rsidP="00E00D30">
      <w:r>
        <w:t>377.4083</w:t>
      </w:r>
      <w:r>
        <w:tab/>
        <w:t>2.025e0</w:t>
      </w:r>
    </w:p>
    <w:p w:rsidR="00E00D30" w:rsidRDefault="00E00D30" w:rsidP="00E00D30">
      <w:r>
        <w:t>377.4095</w:t>
      </w:r>
      <w:r>
        <w:tab/>
        <w:t>3.038e0</w:t>
      </w:r>
    </w:p>
    <w:p w:rsidR="00E00D30" w:rsidRDefault="00E00D30" w:rsidP="00E00D30">
      <w:r>
        <w:t>377.4152</w:t>
      </w:r>
      <w:r>
        <w:tab/>
        <w:t>1.013e0</w:t>
      </w:r>
    </w:p>
    <w:p w:rsidR="00E00D30" w:rsidRDefault="00E00D30" w:rsidP="00E00D30">
      <w:r>
        <w:t>377.4429</w:t>
      </w:r>
      <w:r>
        <w:tab/>
        <w:t>2.025e0</w:t>
      </w:r>
    </w:p>
    <w:p w:rsidR="00E00D30" w:rsidRDefault="00E00D30" w:rsidP="00E00D30">
      <w:r>
        <w:t>377.4552</w:t>
      </w:r>
      <w:r>
        <w:tab/>
        <w:t>2.025e0</w:t>
      </w:r>
    </w:p>
    <w:p w:rsidR="00E00D30" w:rsidRDefault="00E00D30" w:rsidP="00E00D30">
      <w:r>
        <w:t>377.4653</w:t>
      </w:r>
      <w:r>
        <w:tab/>
        <w:t>2.025e0</w:t>
      </w:r>
    </w:p>
    <w:p w:rsidR="00E00D30" w:rsidRDefault="00E00D30" w:rsidP="00E00D30">
      <w:r>
        <w:t>377.4772</w:t>
      </w:r>
      <w:r>
        <w:tab/>
        <w:t>2.025e0</w:t>
      </w:r>
    </w:p>
    <w:p w:rsidR="00E00D30" w:rsidRDefault="00E00D30" w:rsidP="00E00D30">
      <w:r>
        <w:t>377.4835</w:t>
      </w:r>
      <w:r>
        <w:tab/>
        <w:t>2.025e0</w:t>
      </w:r>
    </w:p>
    <w:p w:rsidR="00E00D30" w:rsidRDefault="00E00D30" w:rsidP="00E00D30">
      <w:r>
        <w:t>377.4921</w:t>
      </w:r>
      <w:r>
        <w:tab/>
        <w:t>1.013e0</w:t>
      </w:r>
    </w:p>
    <w:p w:rsidR="00E00D30" w:rsidRDefault="00E00D30" w:rsidP="00E00D30">
      <w:r>
        <w:t>377.5297</w:t>
      </w:r>
      <w:r>
        <w:tab/>
        <w:t>1.013e0</w:t>
      </w:r>
    </w:p>
    <w:p w:rsidR="00E00D30" w:rsidRDefault="00E00D30" w:rsidP="00E00D30">
      <w:r>
        <w:t>377.5362</w:t>
      </w:r>
      <w:r>
        <w:tab/>
        <w:t>2.025e0</w:t>
      </w:r>
    </w:p>
    <w:p w:rsidR="00E00D30" w:rsidRDefault="00E00D30" w:rsidP="00E00D30">
      <w:r>
        <w:t>377.5395</w:t>
      </w:r>
      <w:r>
        <w:tab/>
        <w:t>2.025e0</w:t>
      </w:r>
    </w:p>
    <w:p w:rsidR="00E00D30" w:rsidRDefault="00E00D30" w:rsidP="00E00D30">
      <w:r>
        <w:t>377.5426</w:t>
      </w:r>
      <w:r>
        <w:tab/>
        <w:t>1.013e0</w:t>
      </w:r>
    </w:p>
    <w:p w:rsidR="00E00D30" w:rsidRDefault="00E00D30" w:rsidP="00E00D30">
      <w:r>
        <w:t>377.5492</w:t>
      </w:r>
      <w:r>
        <w:tab/>
        <w:t>2.025e0</w:t>
      </w:r>
    </w:p>
    <w:p w:rsidR="00E00D30" w:rsidRDefault="00E00D30" w:rsidP="00E00D30">
      <w:r>
        <w:t>377.5695</w:t>
      </w:r>
      <w:r>
        <w:tab/>
        <w:t>2.025e0</w:t>
      </w:r>
    </w:p>
    <w:p w:rsidR="00E00D30" w:rsidRDefault="00E00D30" w:rsidP="00E00D30">
      <w:r>
        <w:lastRenderedPageBreak/>
        <w:t>377.5961</w:t>
      </w:r>
      <w:r>
        <w:tab/>
        <w:t>1.013e0</w:t>
      </w:r>
    </w:p>
    <w:p w:rsidR="00E00D30" w:rsidRDefault="00E00D30" w:rsidP="00E00D30">
      <w:r>
        <w:t>377.5999</w:t>
      </w:r>
      <w:r>
        <w:tab/>
        <w:t>2.025e0</w:t>
      </w:r>
    </w:p>
    <w:p w:rsidR="00E00D30" w:rsidRDefault="00E00D30" w:rsidP="00E00D30">
      <w:r>
        <w:t>377.6221</w:t>
      </w:r>
      <w:r>
        <w:tab/>
        <w:t>1.013e0</w:t>
      </w:r>
    </w:p>
    <w:p w:rsidR="00E00D30" w:rsidRDefault="00E00D30" w:rsidP="00E00D30">
      <w:r>
        <w:t>377.6264</w:t>
      </w:r>
      <w:r>
        <w:tab/>
        <w:t>1.013e0</w:t>
      </w:r>
    </w:p>
    <w:p w:rsidR="00E00D30" w:rsidRDefault="00E00D30" w:rsidP="00E00D30">
      <w:r>
        <w:t>377.6384</w:t>
      </w:r>
      <w:r>
        <w:tab/>
        <w:t>2.025e0</w:t>
      </w:r>
    </w:p>
    <w:p w:rsidR="00E00D30" w:rsidRDefault="00E00D30" w:rsidP="00E00D30">
      <w:r>
        <w:t>377.6931</w:t>
      </w:r>
      <w:r>
        <w:tab/>
        <w:t>1.013e0</w:t>
      </w:r>
    </w:p>
    <w:p w:rsidR="00E00D30" w:rsidRDefault="00E00D30" w:rsidP="00E00D30">
      <w:r>
        <w:t>377.7141</w:t>
      </w:r>
      <w:r>
        <w:tab/>
        <w:t>1.013e0</w:t>
      </w:r>
    </w:p>
    <w:p w:rsidR="00E00D30" w:rsidRDefault="00E00D30" w:rsidP="00E00D30">
      <w:r>
        <w:t>377.7185</w:t>
      </w:r>
      <w:r>
        <w:tab/>
        <w:t>1.013e0</w:t>
      </w:r>
    </w:p>
    <w:p w:rsidR="00E00D30" w:rsidRDefault="00E00D30" w:rsidP="00E00D30">
      <w:r>
        <w:t>377.7238</w:t>
      </w:r>
      <w:r>
        <w:tab/>
        <w:t>1.013e0</w:t>
      </w:r>
    </w:p>
    <w:p w:rsidR="00E00D30" w:rsidRDefault="00E00D30" w:rsidP="00E00D30">
      <w:r>
        <w:t>377.7286</w:t>
      </w:r>
      <w:r>
        <w:tab/>
        <w:t>2.025e0</w:t>
      </w:r>
    </w:p>
    <w:p w:rsidR="00E00D30" w:rsidRDefault="00E00D30" w:rsidP="00E00D30">
      <w:r>
        <w:t>377.7444</w:t>
      </w:r>
      <w:r>
        <w:tab/>
        <w:t>1.013e0</w:t>
      </w:r>
    </w:p>
    <w:p w:rsidR="00E00D30" w:rsidRDefault="00E00D30" w:rsidP="00E00D30">
      <w:r>
        <w:t>377.7601</w:t>
      </w:r>
      <w:r>
        <w:tab/>
        <w:t>1.013e0</w:t>
      </w:r>
    </w:p>
    <w:p w:rsidR="00E00D30" w:rsidRDefault="00E00D30" w:rsidP="00E00D30">
      <w:r>
        <w:t>377.7706</w:t>
      </w:r>
      <w:r>
        <w:tab/>
        <w:t>1.013e0</w:t>
      </w:r>
    </w:p>
    <w:p w:rsidR="00E00D30" w:rsidRDefault="00E00D30" w:rsidP="00E00D30">
      <w:r>
        <w:t>377.7813</w:t>
      </w:r>
      <w:r>
        <w:tab/>
        <w:t>1.013e0</w:t>
      </w:r>
    </w:p>
    <w:p w:rsidR="00E00D30" w:rsidRDefault="00E00D30" w:rsidP="00E00D30">
      <w:r>
        <w:t>377.7907</w:t>
      </w:r>
      <w:r>
        <w:tab/>
        <w:t>1.013e0</w:t>
      </w:r>
    </w:p>
    <w:p w:rsidR="00E00D30" w:rsidRDefault="00E00D30" w:rsidP="00E00D30">
      <w:r>
        <w:t>377.8279</w:t>
      </w:r>
      <w:r>
        <w:tab/>
        <w:t>1.013e0</w:t>
      </w:r>
    </w:p>
    <w:p w:rsidR="00E00D30" w:rsidRDefault="00E00D30" w:rsidP="00E00D30">
      <w:r>
        <w:t>377.8632</w:t>
      </w:r>
      <w:r>
        <w:tab/>
        <w:t>2.025e0</w:t>
      </w:r>
    </w:p>
    <w:p w:rsidR="00E00D30" w:rsidRDefault="00E00D30" w:rsidP="00E00D30">
      <w:r>
        <w:t>377.8783</w:t>
      </w:r>
      <w:r>
        <w:tab/>
        <w:t>2.025e0</w:t>
      </w:r>
    </w:p>
    <w:p w:rsidR="00E00D30" w:rsidRDefault="00E00D30" w:rsidP="00E00D30">
      <w:r>
        <w:t>377.8854</w:t>
      </w:r>
      <w:r>
        <w:tab/>
        <w:t>1.013e0</w:t>
      </w:r>
    </w:p>
    <w:p w:rsidR="00E00D30" w:rsidRDefault="00E00D30" w:rsidP="00E00D30">
      <w:r>
        <w:lastRenderedPageBreak/>
        <w:t>377.8864</w:t>
      </w:r>
      <w:r>
        <w:tab/>
        <w:t>3.038e0</w:t>
      </w:r>
    </w:p>
    <w:p w:rsidR="00E00D30" w:rsidRDefault="00E00D30" w:rsidP="00E00D30">
      <w:r>
        <w:t>377.8946</w:t>
      </w:r>
      <w:r>
        <w:tab/>
        <w:t>1.013e0</w:t>
      </w:r>
    </w:p>
    <w:p w:rsidR="00E00D30" w:rsidRDefault="00E00D30" w:rsidP="00E00D30">
      <w:r>
        <w:t>377.8988</w:t>
      </w:r>
      <w:r>
        <w:tab/>
        <w:t>1.013e0</w:t>
      </w:r>
    </w:p>
    <w:p w:rsidR="00E00D30" w:rsidRDefault="00E00D30" w:rsidP="00E00D30">
      <w:r>
        <w:t>377.9367</w:t>
      </w:r>
      <w:r>
        <w:tab/>
        <w:t>1.013e0</w:t>
      </w:r>
    </w:p>
    <w:p w:rsidR="00E00D30" w:rsidRDefault="00E00D30" w:rsidP="00E00D30">
      <w:r>
        <w:t>377.9459</w:t>
      </w:r>
      <w:r>
        <w:tab/>
        <w:t>1.013e0</w:t>
      </w:r>
    </w:p>
    <w:p w:rsidR="00E00D30" w:rsidRDefault="00E00D30" w:rsidP="00E00D30">
      <w:r>
        <w:t>377.9577</w:t>
      </w:r>
      <w:r>
        <w:tab/>
        <w:t>1.013e0</w:t>
      </w:r>
    </w:p>
    <w:p w:rsidR="00E00D30" w:rsidRDefault="00E00D30" w:rsidP="00E00D30">
      <w:r>
        <w:t>377.9655</w:t>
      </w:r>
      <w:r>
        <w:tab/>
        <w:t>2.025e0</w:t>
      </w:r>
    </w:p>
    <w:p w:rsidR="00E00D30" w:rsidRDefault="00E00D30" w:rsidP="00E00D30">
      <w:r>
        <w:t>377.9727</w:t>
      </w:r>
      <w:r>
        <w:tab/>
        <w:t>1.013e0</w:t>
      </w:r>
    </w:p>
    <w:p w:rsidR="00E00D30" w:rsidRDefault="00E00D30" w:rsidP="00E00D30">
      <w:r>
        <w:t>377.9768</w:t>
      </w:r>
      <w:r>
        <w:tab/>
        <w:t>2.025e0</w:t>
      </w:r>
    </w:p>
    <w:p w:rsidR="00E00D30" w:rsidRDefault="00E00D30" w:rsidP="00E00D30">
      <w:r>
        <w:t>377.9832</w:t>
      </w:r>
      <w:r>
        <w:tab/>
        <w:t>3.038e0</w:t>
      </w:r>
    </w:p>
    <w:p w:rsidR="00E00D30" w:rsidRDefault="00E00D30" w:rsidP="00E00D30">
      <w:r>
        <w:t>377.9924</w:t>
      </w:r>
      <w:r>
        <w:tab/>
        <w:t>2.025e0</w:t>
      </w:r>
    </w:p>
    <w:p w:rsidR="00E00D30" w:rsidRDefault="00E00D30" w:rsidP="00E00D30">
      <w:r>
        <w:t>378.0084</w:t>
      </w:r>
      <w:r>
        <w:tab/>
        <w:t>1.013e0</w:t>
      </w:r>
    </w:p>
    <w:p w:rsidR="00E00D30" w:rsidRDefault="00E00D30" w:rsidP="00E00D30">
      <w:r>
        <w:t>378.0192</w:t>
      </w:r>
      <w:r>
        <w:tab/>
        <w:t>2.025e0</w:t>
      </w:r>
    </w:p>
    <w:p w:rsidR="00E00D30" w:rsidRDefault="00E00D30" w:rsidP="00E00D30">
      <w:r>
        <w:t>378.0290</w:t>
      </w:r>
      <w:r>
        <w:tab/>
        <w:t>2.025e0</w:t>
      </w:r>
    </w:p>
    <w:p w:rsidR="00E00D30" w:rsidRDefault="00E00D30" w:rsidP="00E00D30">
      <w:r>
        <w:t>378.0394</w:t>
      </w:r>
      <w:r>
        <w:tab/>
        <w:t>1.013e0</w:t>
      </w:r>
    </w:p>
    <w:p w:rsidR="00E00D30" w:rsidRDefault="00E00D30" w:rsidP="00E00D30">
      <w:r>
        <w:t>378.0499</w:t>
      </w:r>
      <w:r>
        <w:tab/>
        <w:t>2.025e0</w:t>
      </w:r>
    </w:p>
    <w:p w:rsidR="00E00D30" w:rsidRDefault="00E00D30" w:rsidP="00E00D30">
      <w:r>
        <w:t>378.0802</w:t>
      </w:r>
      <w:r>
        <w:tab/>
        <w:t>1.013e0</w:t>
      </w:r>
    </w:p>
    <w:p w:rsidR="00E00D30" w:rsidRDefault="00E00D30" w:rsidP="00E00D30">
      <w:r>
        <w:t>378.0865</w:t>
      </w:r>
      <w:r>
        <w:tab/>
        <w:t>1.013e0</w:t>
      </w:r>
    </w:p>
    <w:p w:rsidR="00E00D30" w:rsidRDefault="00E00D30" w:rsidP="00E00D30">
      <w:r>
        <w:t>378.0959</w:t>
      </w:r>
      <w:r>
        <w:tab/>
        <w:t>1.013e0</w:t>
      </w:r>
    </w:p>
    <w:p w:rsidR="00E00D30" w:rsidRDefault="00E00D30" w:rsidP="00E00D30">
      <w:r>
        <w:lastRenderedPageBreak/>
        <w:t>378.1083</w:t>
      </w:r>
      <w:r>
        <w:tab/>
        <w:t>2.070e0</w:t>
      </w:r>
    </w:p>
    <w:p w:rsidR="00E00D30" w:rsidRDefault="00E00D30" w:rsidP="00E00D30">
      <w:r>
        <w:t>378.1172</w:t>
      </w:r>
      <w:r>
        <w:tab/>
        <w:t>1.013e0</w:t>
      </w:r>
    </w:p>
    <w:p w:rsidR="00E00D30" w:rsidRDefault="00E00D30" w:rsidP="00E00D30">
      <w:r>
        <w:t>378.1195</w:t>
      </w:r>
      <w:r>
        <w:tab/>
        <w:t>2.025e0</w:t>
      </w:r>
    </w:p>
    <w:p w:rsidR="00E00D30" w:rsidRDefault="00E00D30" w:rsidP="00E00D30">
      <w:r>
        <w:t>378.1241</w:t>
      </w:r>
      <w:r>
        <w:tab/>
        <w:t>2.025e0</w:t>
      </w:r>
    </w:p>
    <w:p w:rsidR="00E00D30" w:rsidRDefault="00E00D30" w:rsidP="00E00D30">
      <w:r>
        <w:t>378.1409</w:t>
      </w:r>
      <w:r>
        <w:tab/>
        <w:t>2.273e0</w:t>
      </w:r>
    </w:p>
    <w:p w:rsidR="00E00D30" w:rsidRDefault="00E00D30" w:rsidP="00E00D30">
      <w:r>
        <w:t>378.1631</w:t>
      </w:r>
      <w:r>
        <w:tab/>
        <w:t>1.013e0</w:t>
      </w:r>
    </w:p>
    <w:p w:rsidR="00E00D30" w:rsidRDefault="00E00D30" w:rsidP="00E00D30">
      <w:r>
        <w:t>378.1716</w:t>
      </w:r>
      <w:r>
        <w:tab/>
        <w:t>2.025e0</w:t>
      </w:r>
    </w:p>
    <w:p w:rsidR="00E00D30" w:rsidRDefault="00E00D30" w:rsidP="00E00D30">
      <w:r>
        <w:t>378.1873</w:t>
      </w:r>
      <w:r>
        <w:tab/>
        <w:t>3.038e0</w:t>
      </w:r>
    </w:p>
    <w:p w:rsidR="00E00D30" w:rsidRDefault="00E00D30" w:rsidP="00E00D30">
      <w:r>
        <w:t>378.1884</w:t>
      </w:r>
      <w:r>
        <w:tab/>
        <w:t>5.063e0</w:t>
      </w:r>
    </w:p>
    <w:p w:rsidR="00E00D30" w:rsidRDefault="00E00D30" w:rsidP="00E00D30">
      <w:r>
        <w:t>378.1968</w:t>
      </w:r>
      <w:r>
        <w:tab/>
        <w:t>1.068e1</w:t>
      </w:r>
    </w:p>
    <w:p w:rsidR="00E00D30" w:rsidRDefault="00E00D30" w:rsidP="00E00D30">
      <w:r>
        <w:t>378.2000</w:t>
      </w:r>
      <w:r>
        <w:tab/>
        <w:t>6.076e0</w:t>
      </w:r>
    </w:p>
    <w:p w:rsidR="00E00D30" w:rsidRDefault="00E00D30" w:rsidP="00E00D30">
      <w:r>
        <w:t>378.2020</w:t>
      </w:r>
      <w:r>
        <w:tab/>
        <w:t>1.418e1</w:t>
      </w:r>
    </w:p>
    <w:p w:rsidR="00E00D30" w:rsidRDefault="00E00D30" w:rsidP="00E00D30">
      <w:r>
        <w:t>378.2057</w:t>
      </w:r>
      <w:r>
        <w:tab/>
        <w:t>2.025e0</w:t>
      </w:r>
    </w:p>
    <w:p w:rsidR="00E00D30" w:rsidRDefault="00E00D30" w:rsidP="00E00D30">
      <w:r>
        <w:t>378.2107</w:t>
      </w:r>
      <w:r>
        <w:tab/>
        <w:t>6.076e0</w:t>
      </w:r>
    </w:p>
    <w:p w:rsidR="00E00D30" w:rsidRDefault="00E00D30" w:rsidP="00E00D30">
      <w:r>
        <w:t>378.2176</w:t>
      </w:r>
      <w:r>
        <w:tab/>
        <w:t>6.076e0</w:t>
      </w:r>
    </w:p>
    <w:p w:rsidR="00E00D30" w:rsidRDefault="00E00D30" w:rsidP="00E00D30">
      <w:r>
        <w:t>378.2269</w:t>
      </w:r>
      <w:r>
        <w:tab/>
        <w:t>2.025e0</w:t>
      </w:r>
    </w:p>
    <w:p w:rsidR="00E00D30" w:rsidRDefault="00E00D30" w:rsidP="00E00D30">
      <w:r>
        <w:t>378.2415</w:t>
      </w:r>
      <w:r>
        <w:tab/>
        <w:t>2.025e0</w:t>
      </w:r>
    </w:p>
    <w:p w:rsidR="00E00D30" w:rsidRDefault="00E00D30" w:rsidP="00E00D30">
      <w:r>
        <w:t>378.2454</w:t>
      </w:r>
      <w:r>
        <w:tab/>
        <w:t>2.025e0</w:t>
      </w:r>
    </w:p>
    <w:p w:rsidR="00E00D30" w:rsidRDefault="00E00D30" w:rsidP="00E00D30">
      <w:r>
        <w:t>378.2477</w:t>
      </w:r>
      <w:r>
        <w:tab/>
        <w:t>1.013e0</w:t>
      </w:r>
    </w:p>
    <w:p w:rsidR="00E00D30" w:rsidRDefault="00E00D30" w:rsidP="00E00D30">
      <w:r>
        <w:lastRenderedPageBreak/>
        <w:t>378.2726</w:t>
      </w:r>
      <w:r>
        <w:tab/>
        <w:t>1.013e0</w:t>
      </w:r>
    </w:p>
    <w:p w:rsidR="00E00D30" w:rsidRDefault="00E00D30" w:rsidP="00E00D30">
      <w:r>
        <w:t>378.2975</w:t>
      </w:r>
      <w:r>
        <w:tab/>
        <w:t>1.013e0</w:t>
      </w:r>
    </w:p>
    <w:p w:rsidR="00E00D30" w:rsidRDefault="00E00D30" w:rsidP="00E00D30">
      <w:r>
        <w:t>378.3080</w:t>
      </w:r>
      <w:r>
        <w:tab/>
        <w:t>1.013e0</w:t>
      </w:r>
    </w:p>
    <w:p w:rsidR="00E00D30" w:rsidRDefault="00E00D30" w:rsidP="00E00D30">
      <w:r>
        <w:t>378.3154</w:t>
      </w:r>
      <w:r>
        <w:tab/>
        <w:t>1.013e0</w:t>
      </w:r>
    </w:p>
    <w:p w:rsidR="00E00D30" w:rsidRDefault="00E00D30" w:rsidP="00E00D30">
      <w:r>
        <w:t>378.3284</w:t>
      </w:r>
      <w:r>
        <w:tab/>
        <w:t>1.013e0</w:t>
      </w:r>
    </w:p>
    <w:p w:rsidR="00E00D30" w:rsidRDefault="00E00D30" w:rsidP="00E00D30">
      <w:r>
        <w:t>378.3317</w:t>
      </w:r>
      <w:r>
        <w:tab/>
        <w:t>2.025e0</w:t>
      </w:r>
    </w:p>
    <w:p w:rsidR="00E00D30" w:rsidRDefault="00E00D30" w:rsidP="00E00D30">
      <w:r>
        <w:t>378.3741</w:t>
      </w:r>
      <w:r>
        <w:tab/>
        <w:t>2.025e0</w:t>
      </w:r>
    </w:p>
    <w:p w:rsidR="00E00D30" w:rsidRDefault="00E00D30" w:rsidP="00E00D30">
      <w:r>
        <w:t>378.3956</w:t>
      </w:r>
      <w:r>
        <w:tab/>
        <w:t>2.025e0</w:t>
      </w:r>
    </w:p>
    <w:p w:rsidR="00E00D30" w:rsidRDefault="00E00D30" w:rsidP="00E00D30">
      <w:r>
        <w:t>378.4321</w:t>
      </w:r>
      <w:r>
        <w:tab/>
        <w:t>3.038e0</w:t>
      </w:r>
    </w:p>
    <w:p w:rsidR="00E00D30" w:rsidRDefault="00E00D30" w:rsidP="00E00D30">
      <w:r>
        <w:t>378.4629</w:t>
      </w:r>
      <w:r>
        <w:tab/>
        <w:t>1.013e0</w:t>
      </w:r>
    </w:p>
    <w:p w:rsidR="00E00D30" w:rsidRDefault="00E00D30" w:rsidP="00E00D30">
      <w:r>
        <w:t>378.4897</w:t>
      </w:r>
      <w:r>
        <w:tab/>
        <w:t>1.013e0</w:t>
      </w:r>
    </w:p>
    <w:p w:rsidR="00E00D30" w:rsidRDefault="00E00D30" w:rsidP="00E00D30">
      <w:r>
        <w:t>378.5037</w:t>
      </w:r>
      <w:r>
        <w:tab/>
        <w:t>1.013e0</w:t>
      </w:r>
    </w:p>
    <w:p w:rsidR="00E00D30" w:rsidRDefault="00E00D30" w:rsidP="00E00D30">
      <w:r>
        <w:t>378.5201</w:t>
      </w:r>
      <w:r>
        <w:tab/>
        <w:t>1.013e0</w:t>
      </w:r>
    </w:p>
    <w:p w:rsidR="00E00D30" w:rsidRDefault="00E00D30" w:rsidP="00E00D30">
      <w:r>
        <w:t>378.5246</w:t>
      </w:r>
      <w:r>
        <w:tab/>
        <w:t>1.013e0</w:t>
      </w:r>
    </w:p>
    <w:p w:rsidR="00E00D30" w:rsidRDefault="00E00D30" w:rsidP="00E00D30">
      <w:r>
        <w:t>378.5300</w:t>
      </w:r>
      <w:r>
        <w:tab/>
        <w:t>2.025e0</w:t>
      </w:r>
    </w:p>
    <w:p w:rsidR="00E00D30" w:rsidRDefault="00E00D30" w:rsidP="00E00D30">
      <w:r>
        <w:t>378.5368</w:t>
      </w:r>
      <w:r>
        <w:tab/>
        <w:t>1.013e0</w:t>
      </w:r>
    </w:p>
    <w:p w:rsidR="00E00D30" w:rsidRDefault="00E00D30" w:rsidP="00E00D30">
      <w:r>
        <w:t>378.5416</w:t>
      </w:r>
      <w:r>
        <w:tab/>
        <w:t>2.025e0</w:t>
      </w:r>
    </w:p>
    <w:p w:rsidR="00E00D30" w:rsidRDefault="00E00D30" w:rsidP="00E00D30">
      <w:r>
        <w:t>378.5705</w:t>
      </w:r>
      <w:r>
        <w:tab/>
        <w:t>1.013e0</w:t>
      </w:r>
    </w:p>
    <w:p w:rsidR="00E00D30" w:rsidRDefault="00E00D30" w:rsidP="00E00D30">
      <w:r>
        <w:t>378.5913</w:t>
      </w:r>
      <w:r>
        <w:tab/>
        <w:t>1.013e0</w:t>
      </w:r>
    </w:p>
    <w:p w:rsidR="00E00D30" w:rsidRDefault="00E00D30" w:rsidP="00E00D30">
      <w:r>
        <w:lastRenderedPageBreak/>
        <w:t>378.6041</w:t>
      </w:r>
      <w:r>
        <w:tab/>
        <w:t>1.013e0</w:t>
      </w:r>
    </w:p>
    <w:p w:rsidR="00E00D30" w:rsidRDefault="00E00D30" w:rsidP="00E00D30">
      <w:r>
        <w:t>378.6123</w:t>
      </w:r>
      <w:r>
        <w:tab/>
        <w:t>1.013e0</w:t>
      </w:r>
    </w:p>
    <w:p w:rsidR="00E00D30" w:rsidRDefault="00E00D30" w:rsidP="00E00D30">
      <w:r>
        <w:t>378.6173</w:t>
      </w:r>
      <w:r>
        <w:tab/>
        <w:t>1.013e0</w:t>
      </w:r>
    </w:p>
    <w:p w:rsidR="00E00D30" w:rsidRDefault="00E00D30" w:rsidP="00E00D30">
      <w:r>
        <w:t>378.6229</w:t>
      </w:r>
      <w:r>
        <w:tab/>
        <w:t>2.025e0</w:t>
      </w:r>
    </w:p>
    <w:p w:rsidR="00E00D30" w:rsidRDefault="00E00D30" w:rsidP="00E00D30">
      <w:r>
        <w:t>378.6585</w:t>
      </w:r>
      <w:r>
        <w:tab/>
        <w:t>1.013e0</w:t>
      </w:r>
    </w:p>
    <w:p w:rsidR="00E00D30" w:rsidRDefault="00E00D30" w:rsidP="00E00D30">
      <w:r>
        <w:t>378.6861</w:t>
      </w:r>
      <w:r>
        <w:tab/>
        <w:t>2.025e0</w:t>
      </w:r>
    </w:p>
    <w:p w:rsidR="00E00D30" w:rsidRDefault="00E00D30" w:rsidP="00E00D30">
      <w:r>
        <w:t>378.7008</w:t>
      </w:r>
      <w:r>
        <w:tab/>
        <w:t>1.013e0</w:t>
      </w:r>
    </w:p>
    <w:p w:rsidR="00E00D30" w:rsidRDefault="00E00D30" w:rsidP="00E00D30">
      <w:r>
        <w:t>378.7115</w:t>
      </w:r>
      <w:r>
        <w:tab/>
        <w:t>1.013e0</w:t>
      </w:r>
    </w:p>
    <w:p w:rsidR="00E00D30" w:rsidRDefault="00E00D30" w:rsidP="00E00D30">
      <w:r>
        <w:t>378.7679</w:t>
      </w:r>
      <w:r>
        <w:tab/>
        <w:t>1.013e0</w:t>
      </w:r>
    </w:p>
    <w:p w:rsidR="00E00D30" w:rsidRDefault="00E00D30" w:rsidP="00E00D30">
      <w:r>
        <w:t>378.7893</w:t>
      </w:r>
      <w:r>
        <w:tab/>
        <w:t>3.038e0</w:t>
      </w:r>
    </w:p>
    <w:p w:rsidR="00E00D30" w:rsidRDefault="00E00D30" w:rsidP="00E00D30">
      <w:r>
        <w:t>378.8140</w:t>
      </w:r>
      <w:r>
        <w:tab/>
        <w:t>3.038e0</w:t>
      </w:r>
    </w:p>
    <w:p w:rsidR="00E00D30" w:rsidRDefault="00E00D30" w:rsidP="00E00D30">
      <w:r>
        <w:t>378.8394</w:t>
      </w:r>
      <w:r>
        <w:tab/>
        <w:t>1.013e0</w:t>
      </w:r>
    </w:p>
    <w:p w:rsidR="00E00D30" w:rsidRDefault="00E00D30" w:rsidP="00E00D30">
      <w:r>
        <w:t>378.8530</w:t>
      </w:r>
      <w:r>
        <w:tab/>
        <w:t>1.013e0</w:t>
      </w:r>
    </w:p>
    <w:p w:rsidR="00E00D30" w:rsidRDefault="00E00D30" w:rsidP="00E00D30">
      <w:r>
        <w:t>378.8737</w:t>
      </w:r>
      <w:r>
        <w:tab/>
        <w:t>1.013e0</w:t>
      </w:r>
    </w:p>
    <w:p w:rsidR="00E00D30" w:rsidRDefault="00E00D30" w:rsidP="00E00D30">
      <w:r>
        <w:t>378.8954</w:t>
      </w:r>
      <w:r>
        <w:tab/>
        <w:t>2.025e0</w:t>
      </w:r>
    </w:p>
    <w:p w:rsidR="00E00D30" w:rsidRDefault="00E00D30" w:rsidP="00E00D30">
      <w:r>
        <w:t>378.9195</w:t>
      </w:r>
      <w:r>
        <w:tab/>
        <w:t>3.038e0</w:t>
      </w:r>
    </w:p>
    <w:p w:rsidR="00E00D30" w:rsidRDefault="00E00D30" w:rsidP="00E00D30">
      <w:r>
        <w:t>378.9343</w:t>
      </w:r>
      <w:r>
        <w:tab/>
        <w:t>2.025e0</w:t>
      </w:r>
    </w:p>
    <w:p w:rsidR="00E00D30" w:rsidRDefault="00E00D30" w:rsidP="00E00D30">
      <w:r>
        <w:t>378.9646</w:t>
      </w:r>
      <w:r>
        <w:tab/>
        <w:t>3.038e0</w:t>
      </w:r>
    </w:p>
    <w:p w:rsidR="00E00D30" w:rsidRDefault="00E00D30" w:rsidP="00E00D30">
      <w:r>
        <w:t>378.9696</w:t>
      </w:r>
      <w:r>
        <w:tab/>
        <w:t>2.025e0</w:t>
      </w:r>
    </w:p>
    <w:p w:rsidR="00E00D30" w:rsidRDefault="00E00D30" w:rsidP="00E00D30">
      <w:r>
        <w:lastRenderedPageBreak/>
        <w:t>378.9887</w:t>
      </w:r>
      <w:r>
        <w:tab/>
        <w:t>2.025e0</w:t>
      </w:r>
    </w:p>
    <w:p w:rsidR="00E00D30" w:rsidRDefault="00E00D30" w:rsidP="00E00D30">
      <w:r>
        <w:t>378.9908</w:t>
      </w:r>
      <w:r>
        <w:tab/>
        <w:t>2.025e0</w:t>
      </w:r>
    </w:p>
    <w:p w:rsidR="00E00D30" w:rsidRDefault="00E00D30" w:rsidP="00E00D30">
      <w:r>
        <w:t>378.9928</w:t>
      </w:r>
      <w:r>
        <w:tab/>
        <w:t>2.025e0</w:t>
      </w:r>
    </w:p>
    <w:p w:rsidR="00E00D30" w:rsidRDefault="00E00D30" w:rsidP="00E00D30">
      <w:r>
        <w:t>378.9947</w:t>
      </w:r>
      <w:r>
        <w:tab/>
        <w:t>2.025e0</w:t>
      </w:r>
    </w:p>
    <w:p w:rsidR="00E00D30" w:rsidRDefault="00E00D30" w:rsidP="00E00D30">
      <w:r>
        <w:t>379.0214</w:t>
      </w:r>
      <w:r>
        <w:tab/>
        <w:t>1.013e0</w:t>
      </w:r>
    </w:p>
    <w:p w:rsidR="00E00D30" w:rsidRDefault="00E00D30" w:rsidP="00E00D30">
      <w:r>
        <w:t>379.0281</w:t>
      </w:r>
      <w:r>
        <w:tab/>
        <w:t>1.013e0</w:t>
      </w:r>
    </w:p>
    <w:p w:rsidR="00E00D30" w:rsidRDefault="00E00D30" w:rsidP="00E00D30">
      <w:r>
        <w:t>379.0327</w:t>
      </w:r>
      <w:r>
        <w:tab/>
        <w:t>1.013e0</w:t>
      </w:r>
    </w:p>
    <w:p w:rsidR="00E00D30" w:rsidRDefault="00E00D30" w:rsidP="00E00D30">
      <w:r>
        <w:t>379.0685</w:t>
      </w:r>
      <w:r>
        <w:tab/>
        <w:t>2.025e0</w:t>
      </w:r>
    </w:p>
    <w:p w:rsidR="00E00D30" w:rsidRDefault="00E00D30" w:rsidP="00E00D30">
      <w:r>
        <w:t>379.0757</w:t>
      </w:r>
      <w:r>
        <w:tab/>
        <w:t>2.025e0</w:t>
      </w:r>
    </w:p>
    <w:p w:rsidR="00E00D30" w:rsidRDefault="00E00D30" w:rsidP="00E00D30">
      <w:r>
        <w:t>379.0813</w:t>
      </w:r>
      <w:r>
        <w:tab/>
        <w:t>3.038e0</w:t>
      </w:r>
    </w:p>
    <w:p w:rsidR="00E00D30" w:rsidRDefault="00E00D30" w:rsidP="00E00D30">
      <w:r>
        <w:t>379.1253</w:t>
      </w:r>
      <w:r>
        <w:tab/>
        <w:t>3.038e0</w:t>
      </w:r>
    </w:p>
    <w:p w:rsidR="00E00D30" w:rsidRDefault="00E00D30" w:rsidP="00E00D30">
      <w:r>
        <w:t>379.1559</w:t>
      </w:r>
      <w:r>
        <w:tab/>
        <w:t>3.038e0</w:t>
      </w:r>
    </w:p>
    <w:p w:rsidR="00E00D30" w:rsidRDefault="00E00D30" w:rsidP="00E00D30">
      <w:r>
        <w:t>379.1686</w:t>
      </w:r>
      <w:r>
        <w:tab/>
        <w:t>3.038e0</w:t>
      </w:r>
    </w:p>
    <w:p w:rsidR="00E00D30" w:rsidRDefault="00E00D30" w:rsidP="00E00D30">
      <w:r>
        <w:t>379.1711</w:t>
      </w:r>
      <w:r>
        <w:tab/>
        <w:t>1.013e0</w:t>
      </w:r>
    </w:p>
    <w:p w:rsidR="00E00D30" w:rsidRDefault="00E00D30" w:rsidP="00E00D30">
      <w:r>
        <w:t>379.1798</w:t>
      </w:r>
      <w:r>
        <w:tab/>
        <w:t>2.025e0</w:t>
      </w:r>
    </w:p>
    <w:p w:rsidR="00E00D30" w:rsidRDefault="00E00D30" w:rsidP="00E00D30">
      <w:r>
        <w:t>379.1884</w:t>
      </w:r>
      <w:r>
        <w:tab/>
        <w:t>1.013e0</w:t>
      </w:r>
    </w:p>
    <w:p w:rsidR="00E00D30" w:rsidRDefault="00E00D30" w:rsidP="00E00D30">
      <w:r>
        <w:t>379.2007</w:t>
      </w:r>
      <w:r>
        <w:tab/>
        <w:t>2.025e0</w:t>
      </w:r>
    </w:p>
    <w:p w:rsidR="00E00D30" w:rsidRDefault="00E00D30" w:rsidP="00E00D30">
      <w:r>
        <w:t>379.2030</w:t>
      </w:r>
      <w:r>
        <w:tab/>
        <w:t>1.013e0</w:t>
      </w:r>
    </w:p>
    <w:p w:rsidR="00E00D30" w:rsidRDefault="00E00D30" w:rsidP="00E00D30">
      <w:r>
        <w:t>379.2134</w:t>
      </w:r>
      <w:r>
        <w:tab/>
        <w:t>1.013e0</w:t>
      </w:r>
    </w:p>
    <w:p w:rsidR="00E00D30" w:rsidRDefault="00E00D30" w:rsidP="00E00D30">
      <w:r>
        <w:lastRenderedPageBreak/>
        <w:t>379.2172</w:t>
      </w:r>
      <w:r>
        <w:tab/>
        <w:t>1.013e0</w:t>
      </w:r>
    </w:p>
    <w:p w:rsidR="00E00D30" w:rsidRDefault="00E00D30" w:rsidP="00E00D30">
      <w:r>
        <w:t>379.2236</w:t>
      </w:r>
      <w:r>
        <w:tab/>
        <w:t>4.051e0</w:t>
      </w:r>
    </w:p>
    <w:p w:rsidR="00E00D30" w:rsidRDefault="00E00D30" w:rsidP="00E00D30">
      <w:r>
        <w:t>379.2301</w:t>
      </w:r>
      <w:r>
        <w:tab/>
        <w:t>1.013e0</w:t>
      </w:r>
    </w:p>
    <w:p w:rsidR="00E00D30" w:rsidRDefault="00E00D30" w:rsidP="00E00D30">
      <w:r>
        <w:t>379.2547</w:t>
      </w:r>
      <w:r>
        <w:tab/>
        <w:t>2.025e0</w:t>
      </w:r>
    </w:p>
    <w:p w:rsidR="00E00D30" w:rsidRDefault="00E00D30" w:rsidP="00E00D30">
      <w:r>
        <w:t>379.2598</w:t>
      </w:r>
      <w:r>
        <w:tab/>
        <w:t>2.025e0</w:t>
      </w:r>
    </w:p>
    <w:p w:rsidR="00E00D30" w:rsidRDefault="00E00D30" w:rsidP="00E00D30">
      <w:r>
        <w:t>379.2619</w:t>
      </w:r>
      <w:r>
        <w:tab/>
        <w:t>2.025e0</w:t>
      </w:r>
    </w:p>
    <w:p w:rsidR="00E00D30" w:rsidRDefault="00E00D30" w:rsidP="00E00D30">
      <w:r>
        <w:t>379.2674</w:t>
      </w:r>
      <w:r>
        <w:tab/>
        <w:t>2.025e0</w:t>
      </w:r>
    </w:p>
    <w:p w:rsidR="00E00D30" w:rsidRDefault="00E00D30" w:rsidP="00E00D30">
      <w:r>
        <w:t>379.2715</w:t>
      </w:r>
      <w:r>
        <w:tab/>
        <w:t>2.025e0</w:t>
      </w:r>
    </w:p>
    <w:p w:rsidR="00E00D30" w:rsidRDefault="00E00D30" w:rsidP="00E00D30">
      <w:r>
        <w:t>379.2804</w:t>
      </w:r>
      <w:r>
        <w:tab/>
        <w:t>1.013e0</w:t>
      </w:r>
    </w:p>
    <w:p w:rsidR="00E00D30" w:rsidRDefault="00E00D30" w:rsidP="00E00D30">
      <w:r>
        <w:t>379.3118</w:t>
      </w:r>
      <w:r>
        <w:tab/>
        <w:t>4.051e0</w:t>
      </w:r>
    </w:p>
    <w:p w:rsidR="00E00D30" w:rsidRDefault="00E00D30" w:rsidP="00E00D30">
      <w:r>
        <w:t>379.3266</w:t>
      </w:r>
      <w:r>
        <w:tab/>
        <w:t>2.025e0</w:t>
      </w:r>
    </w:p>
    <w:p w:rsidR="00E00D30" w:rsidRDefault="00E00D30" w:rsidP="00E00D30">
      <w:r>
        <w:t>379.3317</w:t>
      </w:r>
      <w:r>
        <w:tab/>
        <w:t>1.013e0</w:t>
      </w:r>
    </w:p>
    <w:p w:rsidR="00E00D30" w:rsidRDefault="00E00D30" w:rsidP="00E00D30">
      <w:r>
        <w:t>379.3565</w:t>
      </w:r>
      <w:r>
        <w:tab/>
        <w:t>2.025e0</w:t>
      </w:r>
    </w:p>
    <w:p w:rsidR="00E00D30" w:rsidRDefault="00E00D30" w:rsidP="00E00D30">
      <w:r>
        <w:t>379.3784</w:t>
      </w:r>
      <w:r>
        <w:tab/>
        <w:t>1.013e0</w:t>
      </w:r>
    </w:p>
    <w:p w:rsidR="00E00D30" w:rsidRDefault="00E00D30" w:rsidP="00E00D30">
      <w:r>
        <w:t>379.4151</w:t>
      </w:r>
      <w:r>
        <w:tab/>
        <w:t>1.013e0</w:t>
      </w:r>
    </w:p>
    <w:p w:rsidR="00E00D30" w:rsidRDefault="00E00D30" w:rsidP="00E00D30">
      <w:r>
        <w:t>379.5218</w:t>
      </w:r>
      <w:r>
        <w:tab/>
        <w:t>2.025e0</w:t>
      </w:r>
    </w:p>
    <w:p w:rsidR="00E00D30" w:rsidRDefault="00E00D30" w:rsidP="00E00D30">
      <w:r>
        <w:t>379.5282</w:t>
      </w:r>
      <w:r>
        <w:tab/>
        <w:t>1.013e0</w:t>
      </w:r>
    </w:p>
    <w:p w:rsidR="00E00D30" w:rsidRDefault="00E00D30" w:rsidP="00E00D30">
      <w:r>
        <w:t>379.5493</w:t>
      </w:r>
      <w:r>
        <w:tab/>
        <w:t>1.013e0</w:t>
      </w:r>
    </w:p>
    <w:p w:rsidR="00E00D30" w:rsidRDefault="00E00D30" w:rsidP="00E00D30">
      <w:r>
        <w:t>379.5609</w:t>
      </w:r>
      <w:r>
        <w:tab/>
        <w:t>1.013e0</w:t>
      </w:r>
    </w:p>
    <w:p w:rsidR="00E00D30" w:rsidRDefault="00E00D30" w:rsidP="00E00D30">
      <w:r>
        <w:lastRenderedPageBreak/>
        <w:t>379.5945</w:t>
      </w:r>
      <w:r>
        <w:tab/>
        <w:t>2.025e0</w:t>
      </w:r>
    </w:p>
    <w:p w:rsidR="00E00D30" w:rsidRDefault="00E00D30" w:rsidP="00E00D30">
      <w:r>
        <w:t>379.6076</w:t>
      </w:r>
      <w:r>
        <w:tab/>
        <w:t>1.013e0</w:t>
      </w:r>
    </w:p>
    <w:p w:rsidR="00E00D30" w:rsidRDefault="00E00D30" w:rsidP="00E00D30">
      <w:r>
        <w:t>379.6153</w:t>
      </w:r>
      <w:r>
        <w:tab/>
        <w:t>2.025e0</w:t>
      </w:r>
    </w:p>
    <w:p w:rsidR="00E00D30" w:rsidRDefault="00E00D30" w:rsidP="00E00D30">
      <w:r>
        <w:t>379.6246</w:t>
      </w:r>
      <w:r>
        <w:tab/>
        <w:t>2.025e0</w:t>
      </w:r>
    </w:p>
    <w:p w:rsidR="00E00D30" w:rsidRDefault="00E00D30" w:rsidP="00E00D30">
      <w:r>
        <w:t>379.6485</w:t>
      </w:r>
      <w:r>
        <w:tab/>
        <w:t>1.013e0</w:t>
      </w:r>
    </w:p>
    <w:p w:rsidR="00E00D30" w:rsidRDefault="00E00D30" w:rsidP="00E00D30">
      <w:r>
        <w:t>379.6503</w:t>
      </w:r>
      <w:r>
        <w:tab/>
        <w:t>2.025e0</w:t>
      </w:r>
    </w:p>
    <w:p w:rsidR="00E00D30" w:rsidRDefault="00E00D30" w:rsidP="00E00D30">
      <w:r>
        <w:t>379.6628</w:t>
      </w:r>
      <w:r>
        <w:tab/>
        <w:t>1.013e0</w:t>
      </w:r>
    </w:p>
    <w:p w:rsidR="00E00D30" w:rsidRDefault="00E00D30" w:rsidP="00E00D30">
      <w:r>
        <w:t>379.6683</w:t>
      </w:r>
      <w:r>
        <w:tab/>
        <w:t>1.013e0</w:t>
      </w:r>
    </w:p>
    <w:p w:rsidR="00E00D30" w:rsidRDefault="00E00D30" w:rsidP="00E00D30">
      <w:r>
        <w:t>379.6748</w:t>
      </w:r>
      <w:r>
        <w:tab/>
        <w:t>1.013e0</w:t>
      </w:r>
    </w:p>
    <w:p w:rsidR="00E00D30" w:rsidRDefault="00E00D30" w:rsidP="00E00D30">
      <w:r>
        <w:t>379.6890</w:t>
      </w:r>
      <w:r>
        <w:tab/>
        <w:t>1.013e0</w:t>
      </w:r>
    </w:p>
    <w:p w:rsidR="00E00D30" w:rsidRDefault="00E00D30" w:rsidP="00E00D30">
      <w:r>
        <w:t>379.6922</w:t>
      </w:r>
      <w:r>
        <w:tab/>
        <w:t>2.025e0</w:t>
      </w:r>
    </w:p>
    <w:p w:rsidR="00E00D30" w:rsidRDefault="00E00D30" w:rsidP="00E00D30">
      <w:r>
        <w:t>379.7420</w:t>
      </w:r>
      <w:r>
        <w:tab/>
        <w:t>2.025e0</w:t>
      </w:r>
    </w:p>
    <w:p w:rsidR="00E00D30" w:rsidRDefault="00E00D30" w:rsidP="00E00D30">
      <w:r>
        <w:t>379.7517</w:t>
      </w:r>
      <w:r>
        <w:tab/>
        <w:t>1.013e0</w:t>
      </w:r>
    </w:p>
    <w:p w:rsidR="00E00D30" w:rsidRDefault="00E00D30" w:rsidP="00E00D30">
      <w:r>
        <w:t>379.7560</w:t>
      </w:r>
      <w:r>
        <w:tab/>
        <w:t>1.013e0</w:t>
      </w:r>
    </w:p>
    <w:p w:rsidR="00E00D30" w:rsidRDefault="00E00D30" w:rsidP="00E00D30">
      <w:r>
        <w:t>379.7762</w:t>
      </w:r>
      <w:r>
        <w:tab/>
        <w:t>1.013e0</w:t>
      </w:r>
    </w:p>
    <w:p w:rsidR="00E00D30" w:rsidRDefault="00E00D30" w:rsidP="00E00D30">
      <w:r>
        <w:t>379.7935</w:t>
      </w:r>
      <w:r>
        <w:tab/>
        <w:t>2.025e0</w:t>
      </w:r>
    </w:p>
    <w:p w:rsidR="00E00D30" w:rsidRDefault="00E00D30" w:rsidP="00E00D30">
      <w:r>
        <w:t>379.7970</w:t>
      </w:r>
      <w:r>
        <w:tab/>
        <w:t>1.013e0</w:t>
      </w:r>
    </w:p>
    <w:p w:rsidR="00E00D30" w:rsidRDefault="00E00D30" w:rsidP="00E00D30">
      <w:r>
        <w:t>379.8032</w:t>
      </w:r>
      <w:r>
        <w:tab/>
        <w:t>1.013e0</w:t>
      </w:r>
    </w:p>
    <w:p w:rsidR="00E00D30" w:rsidRDefault="00E00D30" w:rsidP="00E00D30">
      <w:r>
        <w:t>379.8234</w:t>
      </w:r>
      <w:r>
        <w:tab/>
        <w:t>1.013e0</w:t>
      </w:r>
    </w:p>
    <w:p w:rsidR="00E00D30" w:rsidRDefault="00E00D30" w:rsidP="00E00D30">
      <w:r>
        <w:lastRenderedPageBreak/>
        <w:t>379.8509</w:t>
      </w:r>
      <w:r>
        <w:tab/>
        <w:t>1.013e0</w:t>
      </w:r>
    </w:p>
    <w:p w:rsidR="00E00D30" w:rsidRDefault="00E00D30" w:rsidP="00E00D30">
      <w:r>
        <w:t>379.8704</w:t>
      </w:r>
      <w:r>
        <w:tab/>
        <w:t>1.013e0</w:t>
      </w:r>
    </w:p>
    <w:p w:rsidR="00E00D30" w:rsidRDefault="00E00D30" w:rsidP="00E00D30">
      <w:r>
        <w:t>379.8774</w:t>
      </w:r>
      <w:r>
        <w:tab/>
        <w:t>1.013e0</w:t>
      </w:r>
    </w:p>
    <w:p w:rsidR="00E00D30" w:rsidRDefault="00E00D30" w:rsidP="00E00D30">
      <w:r>
        <w:t>379.8975</w:t>
      </w:r>
      <w:r>
        <w:tab/>
        <w:t>3.038e0</w:t>
      </w:r>
    </w:p>
    <w:p w:rsidR="00E00D30" w:rsidRDefault="00E00D30" w:rsidP="00E00D30">
      <w:r>
        <w:t>379.9030</w:t>
      </w:r>
      <w:r>
        <w:tab/>
        <w:t>2.025e0</w:t>
      </w:r>
    </w:p>
    <w:p w:rsidR="00E00D30" w:rsidRDefault="00E00D30" w:rsidP="00E00D30">
      <w:r>
        <w:t>379.9320</w:t>
      </w:r>
      <w:r>
        <w:tab/>
        <w:t>1.013e0</w:t>
      </w:r>
    </w:p>
    <w:p w:rsidR="00E00D30" w:rsidRDefault="00E00D30" w:rsidP="00E00D30">
      <w:r>
        <w:t>379.9386</w:t>
      </w:r>
      <w:r>
        <w:tab/>
        <w:t>1.013e0</w:t>
      </w:r>
    </w:p>
    <w:p w:rsidR="00E00D30" w:rsidRDefault="00E00D30" w:rsidP="00E00D30">
      <w:r>
        <w:t>379.9489</w:t>
      </w:r>
      <w:r>
        <w:tab/>
        <w:t>2.025e0</w:t>
      </w:r>
    </w:p>
    <w:p w:rsidR="00E00D30" w:rsidRDefault="00E00D30" w:rsidP="00E00D30">
      <w:r>
        <w:t>379.9656</w:t>
      </w:r>
      <w:r>
        <w:tab/>
        <w:t>1.013e0</w:t>
      </w:r>
    </w:p>
    <w:p w:rsidR="00E00D30" w:rsidRDefault="00E00D30" w:rsidP="00E00D30">
      <w:r>
        <w:t>379.9715</w:t>
      </w:r>
      <w:r>
        <w:tab/>
        <w:t>2.025e0</w:t>
      </w:r>
    </w:p>
    <w:p w:rsidR="00E00D30" w:rsidRDefault="00E00D30" w:rsidP="00E00D30">
      <w:r>
        <w:t>379.9778</w:t>
      </w:r>
      <w:r>
        <w:tab/>
        <w:t>6.076e0</w:t>
      </w:r>
    </w:p>
    <w:p w:rsidR="00E00D30" w:rsidRDefault="00E00D30" w:rsidP="00E00D30">
      <w:r>
        <w:t>379.9861</w:t>
      </w:r>
      <w:r>
        <w:tab/>
        <w:t>2.025e0</w:t>
      </w:r>
    </w:p>
    <w:p w:rsidR="00E00D30" w:rsidRDefault="00E00D30" w:rsidP="00E00D30">
      <w:r>
        <w:t>380.0166</w:t>
      </w:r>
      <w:r>
        <w:tab/>
        <w:t>1.013e0</w:t>
      </w:r>
    </w:p>
    <w:p w:rsidR="00E00D30" w:rsidRDefault="00E00D30" w:rsidP="00E00D30">
      <w:r>
        <w:t>380.0198</w:t>
      </w:r>
      <w:r>
        <w:tab/>
        <w:t>2.025e0</w:t>
      </w:r>
    </w:p>
    <w:p w:rsidR="00E00D30" w:rsidRDefault="00E00D30" w:rsidP="00E00D30">
      <w:r>
        <w:t>380.0258</w:t>
      </w:r>
      <w:r>
        <w:tab/>
        <w:t>1.013e0</w:t>
      </w:r>
    </w:p>
    <w:p w:rsidR="00E00D30" w:rsidRDefault="00E00D30" w:rsidP="00E00D30">
      <w:r>
        <w:t>380.0355</w:t>
      </w:r>
      <w:r>
        <w:tab/>
        <w:t>2.025e0</w:t>
      </w:r>
    </w:p>
    <w:p w:rsidR="00E00D30" w:rsidRDefault="00E00D30" w:rsidP="00E00D30">
      <w:r>
        <w:t>380.0377</w:t>
      </w:r>
      <w:r>
        <w:tab/>
        <w:t>1.013e0</w:t>
      </w:r>
    </w:p>
    <w:p w:rsidR="00E00D30" w:rsidRDefault="00E00D30" w:rsidP="00E00D30">
      <w:r>
        <w:t>380.0466</w:t>
      </w:r>
      <w:r>
        <w:tab/>
        <w:t>1.013e0</w:t>
      </w:r>
    </w:p>
    <w:p w:rsidR="00E00D30" w:rsidRDefault="00E00D30" w:rsidP="00E00D30">
      <w:r>
        <w:t>380.0797</w:t>
      </w:r>
      <w:r>
        <w:tab/>
        <w:t>3.038e0</w:t>
      </w:r>
    </w:p>
    <w:p w:rsidR="00E00D30" w:rsidRDefault="00E00D30" w:rsidP="00E00D30">
      <w:r>
        <w:lastRenderedPageBreak/>
        <w:t>380.0839</w:t>
      </w:r>
      <w:r>
        <w:tab/>
        <w:t>1.013e0</w:t>
      </w:r>
    </w:p>
    <w:p w:rsidR="00E00D30" w:rsidRDefault="00E00D30" w:rsidP="00E00D30">
      <w:r>
        <w:t>380.1254</w:t>
      </w:r>
      <w:r>
        <w:tab/>
        <w:t>2.025e0</w:t>
      </w:r>
    </w:p>
    <w:p w:rsidR="00E00D30" w:rsidRDefault="00E00D30" w:rsidP="00E00D30">
      <w:r>
        <w:t>380.1406</w:t>
      </w:r>
      <w:r>
        <w:tab/>
        <w:t>2.025e0</w:t>
      </w:r>
    </w:p>
    <w:p w:rsidR="00E00D30" w:rsidRDefault="00E00D30" w:rsidP="00E00D30">
      <w:r>
        <w:t>380.1545</w:t>
      </w:r>
      <w:r>
        <w:tab/>
        <w:t>3.038e0</w:t>
      </w:r>
    </w:p>
    <w:p w:rsidR="00E00D30" w:rsidRDefault="00E00D30" w:rsidP="00E00D30">
      <w:r>
        <w:t>380.1761</w:t>
      </w:r>
      <w:r>
        <w:tab/>
        <w:t>1.013e0</w:t>
      </w:r>
    </w:p>
    <w:p w:rsidR="00E00D30" w:rsidRDefault="00E00D30" w:rsidP="00E00D30">
      <w:r>
        <w:t>380.1809</w:t>
      </w:r>
      <w:r>
        <w:tab/>
        <w:t>1.013e0</w:t>
      </w:r>
    </w:p>
    <w:p w:rsidR="00E00D30" w:rsidRDefault="00E00D30" w:rsidP="00E00D30">
      <w:r>
        <w:t>380.2160</w:t>
      </w:r>
      <w:r>
        <w:tab/>
        <w:t>2.025e0</w:t>
      </w:r>
    </w:p>
    <w:p w:rsidR="00E00D30" w:rsidRDefault="00E00D30" w:rsidP="00E00D30">
      <w:r>
        <w:t>380.2351</w:t>
      </w:r>
      <w:r>
        <w:tab/>
        <w:t>1.013e0</w:t>
      </w:r>
    </w:p>
    <w:p w:rsidR="00E00D30" w:rsidRDefault="00E00D30" w:rsidP="00E00D30">
      <w:r>
        <w:t>380.2371</w:t>
      </w:r>
      <w:r>
        <w:tab/>
        <w:t>2.025e0</w:t>
      </w:r>
    </w:p>
    <w:p w:rsidR="00E00D30" w:rsidRDefault="00E00D30" w:rsidP="00E00D30">
      <w:r>
        <w:t>380.2491</w:t>
      </w:r>
      <w:r>
        <w:tab/>
        <w:t>1.013e0</w:t>
      </w:r>
    </w:p>
    <w:p w:rsidR="00E00D30" w:rsidRDefault="00E00D30" w:rsidP="00E00D30">
      <w:r>
        <w:t>380.2553</w:t>
      </w:r>
      <w:r>
        <w:tab/>
        <w:t>2.025e0</w:t>
      </w:r>
    </w:p>
    <w:p w:rsidR="00E00D30" w:rsidRDefault="00E00D30" w:rsidP="00E00D30">
      <w:r>
        <w:t>380.2641</w:t>
      </w:r>
      <w:r>
        <w:tab/>
        <w:t>1.013e0</w:t>
      </w:r>
    </w:p>
    <w:p w:rsidR="00E00D30" w:rsidRDefault="00E00D30" w:rsidP="00E00D30">
      <w:r>
        <w:t>380.2957</w:t>
      </w:r>
      <w:r>
        <w:tab/>
        <w:t>1.013e0</w:t>
      </w:r>
    </w:p>
    <w:p w:rsidR="00E00D30" w:rsidRDefault="00E00D30" w:rsidP="00E00D30">
      <w:r>
        <w:t>380.3063</w:t>
      </w:r>
      <w:r>
        <w:tab/>
        <w:t>2.025e0</w:t>
      </w:r>
    </w:p>
    <w:p w:rsidR="00E00D30" w:rsidRDefault="00E00D30" w:rsidP="00E00D30">
      <w:r>
        <w:t>380.3273</w:t>
      </w:r>
      <w:r>
        <w:tab/>
        <w:t>5.671e0</w:t>
      </w:r>
    </w:p>
    <w:p w:rsidR="00E00D30" w:rsidRDefault="00E00D30" w:rsidP="00E00D30">
      <w:r>
        <w:t>380.3294</w:t>
      </w:r>
      <w:r>
        <w:tab/>
        <w:t>4.051e0</w:t>
      </w:r>
    </w:p>
    <w:p w:rsidR="00E00D30" w:rsidRDefault="00E00D30" w:rsidP="00E00D30">
      <w:r>
        <w:t>380.3327</w:t>
      </w:r>
      <w:r>
        <w:tab/>
        <w:t>9.114e0</w:t>
      </w:r>
    </w:p>
    <w:p w:rsidR="00E00D30" w:rsidRDefault="00E00D30" w:rsidP="00E00D30">
      <w:r>
        <w:t>380.3338</w:t>
      </w:r>
      <w:r>
        <w:tab/>
        <w:t>4.051e0</w:t>
      </w:r>
    </w:p>
    <w:p w:rsidR="00E00D30" w:rsidRDefault="00E00D30" w:rsidP="00E00D30">
      <w:r>
        <w:t>380.3363</w:t>
      </w:r>
      <w:r>
        <w:tab/>
        <w:t>4.051e0</w:t>
      </w:r>
    </w:p>
    <w:p w:rsidR="00E00D30" w:rsidRDefault="00E00D30" w:rsidP="00E00D30">
      <w:r>
        <w:lastRenderedPageBreak/>
        <w:t>380.3404</w:t>
      </w:r>
      <w:r>
        <w:tab/>
        <w:t>5.063e0</w:t>
      </w:r>
    </w:p>
    <w:p w:rsidR="00E00D30" w:rsidRDefault="00E00D30" w:rsidP="00E00D30">
      <w:r>
        <w:t>380.3485</w:t>
      </w:r>
      <w:r>
        <w:tab/>
        <w:t>1.013e0</w:t>
      </w:r>
    </w:p>
    <w:p w:rsidR="00E00D30" w:rsidRDefault="00E00D30" w:rsidP="00E00D30">
      <w:r>
        <w:t>380.3807</w:t>
      </w:r>
      <w:r>
        <w:tab/>
        <w:t>3.038e0</w:t>
      </w:r>
    </w:p>
    <w:p w:rsidR="00E00D30" w:rsidRDefault="00E00D30" w:rsidP="00E00D30">
      <w:r>
        <w:t>380.3905</w:t>
      </w:r>
      <w:r>
        <w:tab/>
        <w:t>1.013e0</w:t>
      </w:r>
    </w:p>
    <w:p w:rsidR="00E00D30" w:rsidRDefault="00E00D30" w:rsidP="00E00D30">
      <w:r>
        <w:t>380.4038</w:t>
      </w:r>
      <w:r>
        <w:tab/>
        <w:t>1.013e0</w:t>
      </w:r>
    </w:p>
    <w:p w:rsidR="00E00D30" w:rsidRDefault="00E00D30" w:rsidP="00E00D30">
      <w:r>
        <w:t>380.4315</w:t>
      </w:r>
      <w:r>
        <w:tab/>
        <w:t>1.013e0</w:t>
      </w:r>
    </w:p>
    <w:p w:rsidR="00E00D30" w:rsidRDefault="00E00D30" w:rsidP="00E00D30">
      <w:r>
        <w:t>380.4369</w:t>
      </w:r>
      <w:r>
        <w:tab/>
        <w:t>1.013e0</w:t>
      </w:r>
    </w:p>
    <w:p w:rsidR="00E00D30" w:rsidRDefault="00E00D30" w:rsidP="00E00D30">
      <w:r>
        <w:t>380.4443</w:t>
      </w:r>
      <w:r>
        <w:tab/>
        <w:t>1.013e0</w:t>
      </w:r>
    </w:p>
    <w:p w:rsidR="00E00D30" w:rsidRDefault="00E00D30" w:rsidP="00E00D30">
      <w:r>
        <w:t>380.4513</w:t>
      </w:r>
      <w:r>
        <w:tab/>
        <w:t>1.013e0</w:t>
      </w:r>
    </w:p>
    <w:p w:rsidR="00E00D30" w:rsidRDefault="00E00D30" w:rsidP="00E00D30">
      <w:r>
        <w:t>380.5085</w:t>
      </w:r>
      <w:r>
        <w:tab/>
        <w:t>1.013e0</w:t>
      </w:r>
    </w:p>
    <w:p w:rsidR="00E00D30" w:rsidRDefault="00E00D30" w:rsidP="00E00D30">
      <w:r>
        <w:t>380.5329</w:t>
      </w:r>
      <w:r>
        <w:tab/>
        <w:t>1.013e0</w:t>
      </w:r>
    </w:p>
    <w:p w:rsidR="00E00D30" w:rsidRDefault="00E00D30" w:rsidP="00E00D30">
      <w:r>
        <w:t>380.5457</w:t>
      </w:r>
      <w:r>
        <w:tab/>
        <w:t>1.013e0</w:t>
      </w:r>
    </w:p>
    <w:p w:rsidR="00E00D30" w:rsidRDefault="00E00D30" w:rsidP="00E00D30">
      <w:r>
        <w:t>380.6135</w:t>
      </w:r>
      <w:r>
        <w:tab/>
        <w:t>1.013e0</w:t>
      </w:r>
    </w:p>
    <w:p w:rsidR="00E00D30" w:rsidRDefault="00E00D30" w:rsidP="00E00D30">
      <w:r>
        <w:t>380.6211</w:t>
      </w:r>
      <w:r>
        <w:tab/>
        <w:t>1.013e0</w:t>
      </w:r>
    </w:p>
    <w:p w:rsidR="00E00D30" w:rsidRDefault="00E00D30" w:rsidP="00E00D30">
      <w:r>
        <w:t>380.6268</w:t>
      </w:r>
      <w:r>
        <w:tab/>
        <w:t>1.013e0</w:t>
      </w:r>
    </w:p>
    <w:p w:rsidR="00E00D30" w:rsidRDefault="00E00D30" w:rsidP="00E00D30">
      <w:r>
        <w:t>380.6488</w:t>
      </w:r>
      <w:r>
        <w:tab/>
        <w:t>2.025e0</w:t>
      </w:r>
    </w:p>
    <w:p w:rsidR="00E00D30" w:rsidRDefault="00E00D30" w:rsidP="00E00D30">
      <w:r>
        <w:t>380.6743</w:t>
      </w:r>
      <w:r>
        <w:tab/>
        <w:t>1.013e0</w:t>
      </w:r>
    </w:p>
    <w:p w:rsidR="00E00D30" w:rsidRDefault="00E00D30" w:rsidP="00E00D30">
      <w:r>
        <w:t>380.6950</w:t>
      </w:r>
      <w:r>
        <w:tab/>
        <w:t>3.038e0</w:t>
      </w:r>
    </w:p>
    <w:p w:rsidR="00E00D30" w:rsidRDefault="00E00D30" w:rsidP="00E00D30">
      <w:r>
        <w:t>380.7098</w:t>
      </w:r>
      <w:r>
        <w:tab/>
        <w:t>1.013e0</w:t>
      </w:r>
    </w:p>
    <w:p w:rsidR="00E00D30" w:rsidRDefault="00E00D30" w:rsidP="00E00D30">
      <w:r>
        <w:lastRenderedPageBreak/>
        <w:t>380.7147</w:t>
      </w:r>
      <w:r>
        <w:tab/>
        <w:t>1.013e0</w:t>
      </w:r>
    </w:p>
    <w:p w:rsidR="00E00D30" w:rsidRDefault="00E00D30" w:rsidP="00E00D30">
      <w:r>
        <w:t>380.7214</w:t>
      </w:r>
      <w:r>
        <w:tab/>
        <w:t>1.013e0</w:t>
      </w:r>
    </w:p>
    <w:p w:rsidR="00E00D30" w:rsidRDefault="00E00D30" w:rsidP="00E00D30">
      <w:r>
        <w:t>380.7518</w:t>
      </w:r>
      <w:r>
        <w:tab/>
        <w:t>1.013e0</w:t>
      </w:r>
    </w:p>
    <w:p w:rsidR="00E00D30" w:rsidRDefault="00E00D30" w:rsidP="00E00D30">
      <w:r>
        <w:t>380.7910</w:t>
      </w:r>
      <w:r>
        <w:tab/>
        <w:t>2.025e0</w:t>
      </w:r>
    </w:p>
    <w:p w:rsidR="00E00D30" w:rsidRDefault="00E00D30" w:rsidP="00E00D30">
      <w:r>
        <w:t>380.8102</w:t>
      </w:r>
      <w:r>
        <w:tab/>
        <w:t>2.025e0</w:t>
      </w:r>
    </w:p>
    <w:p w:rsidR="00E00D30" w:rsidRDefault="00E00D30" w:rsidP="00E00D30">
      <w:r>
        <w:t>380.8442</w:t>
      </w:r>
      <w:r>
        <w:tab/>
        <w:t>1.013e0</w:t>
      </w:r>
    </w:p>
    <w:p w:rsidR="00E00D30" w:rsidRDefault="00E00D30" w:rsidP="00E00D30">
      <w:r>
        <w:t>380.8567</w:t>
      </w:r>
      <w:r>
        <w:tab/>
        <w:t>1.013e0</w:t>
      </w:r>
    </w:p>
    <w:p w:rsidR="00E00D30" w:rsidRDefault="00E00D30" w:rsidP="00E00D30">
      <w:r>
        <w:t>380.8619</w:t>
      </w:r>
      <w:r>
        <w:tab/>
        <w:t>1.013e0</w:t>
      </w:r>
    </w:p>
    <w:p w:rsidR="00E00D30" w:rsidRDefault="00E00D30" w:rsidP="00E00D30">
      <w:r>
        <w:t>380.8654</w:t>
      </w:r>
      <w:r>
        <w:tab/>
        <w:t>1.013e0</w:t>
      </w:r>
    </w:p>
    <w:p w:rsidR="00E00D30" w:rsidRDefault="00E00D30" w:rsidP="00E00D30">
      <w:r>
        <w:t>380.8826</w:t>
      </w:r>
      <w:r>
        <w:tab/>
        <w:t>2.025e0</w:t>
      </w:r>
    </w:p>
    <w:p w:rsidR="00E00D30" w:rsidRDefault="00E00D30" w:rsidP="00E00D30">
      <w:r>
        <w:t>380.9112</w:t>
      </w:r>
      <w:r>
        <w:tab/>
        <w:t>1.013e0</w:t>
      </w:r>
    </w:p>
    <w:p w:rsidR="00E00D30" w:rsidRDefault="00E00D30" w:rsidP="00E00D30">
      <w:r>
        <w:t>380.9175</w:t>
      </w:r>
      <w:r>
        <w:tab/>
        <w:t>1.013e0</w:t>
      </w:r>
    </w:p>
    <w:p w:rsidR="00E00D30" w:rsidRDefault="00E00D30" w:rsidP="00E00D30">
      <w:r>
        <w:t>380.9195</w:t>
      </w:r>
      <w:r>
        <w:tab/>
        <w:t>3.038e0</w:t>
      </w:r>
    </w:p>
    <w:p w:rsidR="00E00D30" w:rsidRDefault="00E00D30" w:rsidP="00E00D30">
      <w:r>
        <w:t>380.9250</w:t>
      </w:r>
      <w:r>
        <w:tab/>
        <w:t>1.013e0</w:t>
      </w:r>
    </w:p>
    <w:p w:rsidR="00E00D30" w:rsidRDefault="00E00D30" w:rsidP="00E00D30">
      <w:r>
        <w:t>380.9289</w:t>
      </w:r>
      <w:r>
        <w:tab/>
        <w:t>2.025e0</w:t>
      </w:r>
    </w:p>
    <w:p w:rsidR="00E00D30" w:rsidRDefault="00E00D30" w:rsidP="00E00D30">
      <w:r>
        <w:t>380.9393</w:t>
      </w:r>
      <w:r>
        <w:tab/>
        <w:t>2.025e0</w:t>
      </w:r>
    </w:p>
    <w:p w:rsidR="00E00D30" w:rsidRDefault="00E00D30" w:rsidP="00E00D30">
      <w:r>
        <w:t>380.9496</w:t>
      </w:r>
      <w:r>
        <w:tab/>
        <w:t>1.013e0</w:t>
      </w:r>
    </w:p>
    <w:p w:rsidR="00E00D30" w:rsidRDefault="00E00D30" w:rsidP="00E00D30">
      <w:r>
        <w:t>380.9610</w:t>
      </w:r>
      <w:r>
        <w:tab/>
        <w:t>3.038e0</w:t>
      </w:r>
    </w:p>
    <w:p w:rsidR="00E00D30" w:rsidRDefault="00E00D30" w:rsidP="00E00D30">
      <w:r>
        <w:t>380.9658</w:t>
      </w:r>
      <w:r>
        <w:tab/>
        <w:t>3.038e0</w:t>
      </w:r>
    </w:p>
    <w:p w:rsidR="00E00D30" w:rsidRDefault="00E00D30" w:rsidP="00E00D30">
      <w:r>
        <w:lastRenderedPageBreak/>
        <w:t>380.9770</w:t>
      </w:r>
      <w:r>
        <w:tab/>
        <w:t>2.025e0</w:t>
      </w:r>
    </w:p>
    <w:p w:rsidR="00E00D30" w:rsidRDefault="00E00D30" w:rsidP="00E00D30">
      <w:r>
        <w:t>380.9854</w:t>
      </w:r>
      <w:r>
        <w:tab/>
        <w:t>2.025e0</w:t>
      </w:r>
    </w:p>
    <w:p w:rsidR="00E00D30" w:rsidRDefault="00E00D30" w:rsidP="00E00D30">
      <w:r>
        <w:t>381.0063</w:t>
      </w:r>
      <w:r>
        <w:tab/>
        <w:t>3.038e0</w:t>
      </w:r>
    </w:p>
    <w:p w:rsidR="00E00D30" w:rsidRDefault="00E00D30" w:rsidP="00E00D30">
      <w:r>
        <w:t>381.0125</w:t>
      </w:r>
      <w:r>
        <w:tab/>
        <w:t>2.025e0</w:t>
      </w:r>
    </w:p>
    <w:p w:rsidR="00E00D30" w:rsidRDefault="00E00D30" w:rsidP="00E00D30">
      <w:r>
        <w:t>381.0160</w:t>
      </w:r>
      <w:r>
        <w:tab/>
        <w:t>2.025e0</w:t>
      </w:r>
    </w:p>
    <w:p w:rsidR="00E00D30" w:rsidRDefault="00E00D30" w:rsidP="00E00D30">
      <w:r>
        <w:t>381.0260</w:t>
      </w:r>
      <w:r>
        <w:tab/>
        <w:t>1.013e0</w:t>
      </w:r>
    </w:p>
    <w:p w:rsidR="00E00D30" w:rsidRDefault="00E00D30" w:rsidP="00E00D30">
      <w:r>
        <w:t>381.0331</w:t>
      </w:r>
      <w:r>
        <w:tab/>
        <w:t>2.025e0</w:t>
      </w:r>
    </w:p>
    <w:p w:rsidR="00E00D30" w:rsidRDefault="00E00D30" w:rsidP="00E00D30">
      <w:r>
        <w:t>381.0731</w:t>
      </w:r>
      <w:r>
        <w:tab/>
        <w:t>1.013e0</w:t>
      </w:r>
    </w:p>
    <w:p w:rsidR="00E00D30" w:rsidRDefault="00E00D30" w:rsidP="00E00D30">
      <w:r>
        <w:t>381.0848</w:t>
      </w:r>
      <w:r>
        <w:tab/>
        <w:t>1.013e0</w:t>
      </w:r>
    </w:p>
    <w:p w:rsidR="00E00D30" w:rsidRDefault="00E00D30" w:rsidP="00E00D30">
      <w:r>
        <w:t>381.0934</w:t>
      </w:r>
      <w:r>
        <w:tab/>
        <w:t>1.013e0</w:t>
      </w:r>
    </w:p>
    <w:p w:rsidR="00E00D30" w:rsidRDefault="00E00D30" w:rsidP="00E00D30">
      <w:r>
        <w:t>381.1139</w:t>
      </w:r>
      <w:r>
        <w:tab/>
        <w:t>1.013e0</w:t>
      </w:r>
    </w:p>
    <w:p w:rsidR="00E00D30" w:rsidRDefault="00E00D30" w:rsidP="00E00D30">
      <w:r>
        <w:t>381.1304</w:t>
      </w:r>
      <w:r>
        <w:tab/>
        <w:t>1.013e0</w:t>
      </w:r>
    </w:p>
    <w:p w:rsidR="00E00D30" w:rsidRDefault="00E00D30" w:rsidP="00E00D30">
      <w:r>
        <w:t>381.1408</w:t>
      </w:r>
      <w:r>
        <w:tab/>
        <w:t>1.013e0</w:t>
      </w:r>
    </w:p>
    <w:p w:rsidR="00E00D30" w:rsidRDefault="00E00D30" w:rsidP="00E00D30">
      <w:r>
        <w:t>381.1458</w:t>
      </w:r>
      <w:r>
        <w:tab/>
        <w:t>3.038e0</w:t>
      </w:r>
    </w:p>
    <w:p w:rsidR="00E00D30" w:rsidRDefault="00E00D30" w:rsidP="00E00D30">
      <w:r>
        <w:t>381.1483</w:t>
      </w:r>
      <w:r>
        <w:tab/>
        <w:t>1.013e0</w:t>
      </w:r>
    </w:p>
    <w:p w:rsidR="00E00D30" w:rsidRDefault="00E00D30" w:rsidP="00E00D30">
      <w:r>
        <w:t>381.1516</w:t>
      </w:r>
      <w:r>
        <w:tab/>
        <w:t>2.025e0</w:t>
      </w:r>
    </w:p>
    <w:p w:rsidR="00E00D30" w:rsidRDefault="00E00D30" w:rsidP="00E00D30">
      <w:r>
        <w:t>381.1572</w:t>
      </w:r>
      <w:r>
        <w:tab/>
        <w:t>2.025e0</w:t>
      </w:r>
    </w:p>
    <w:p w:rsidR="00E00D30" w:rsidRDefault="00E00D30" w:rsidP="00E00D30">
      <w:r>
        <w:t>381.1618</w:t>
      </w:r>
      <w:r>
        <w:tab/>
        <w:t>1.013e0</w:t>
      </w:r>
    </w:p>
    <w:p w:rsidR="00E00D30" w:rsidRDefault="00E00D30" w:rsidP="00E00D30">
      <w:r>
        <w:t>381.1914</w:t>
      </w:r>
      <w:r>
        <w:tab/>
        <w:t>6.076e0</w:t>
      </w:r>
    </w:p>
    <w:p w:rsidR="00E00D30" w:rsidRDefault="00E00D30" w:rsidP="00E00D30">
      <w:r>
        <w:lastRenderedPageBreak/>
        <w:t>381.1937</w:t>
      </w:r>
      <w:r>
        <w:tab/>
        <w:t>1.013e0</w:t>
      </w:r>
    </w:p>
    <w:p w:rsidR="00E00D30" w:rsidRDefault="00E00D30" w:rsidP="00E00D30">
      <w:r>
        <w:t>381.2019</w:t>
      </w:r>
      <w:r>
        <w:tab/>
        <w:t>1.013e0</w:t>
      </w:r>
    </w:p>
    <w:p w:rsidR="00E00D30" w:rsidRDefault="00E00D30" w:rsidP="00E00D30">
      <w:r>
        <w:t>381.2291</w:t>
      </w:r>
      <w:r>
        <w:tab/>
        <w:t>6.076e0</w:t>
      </w:r>
    </w:p>
    <w:p w:rsidR="00E00D30" w:rsidRDefault="00E00D30" w:rsidP="00E00D30">
      <w:r>
        <w:t>381.2400</w:t>
      </w:r>
      <w:r>
        <w:tab/>
        <w:t>1.013e0</w:t>
      </w:r>
    </w:p>
    <w:p w:rsidR="00E00D30" w:rsidRDefault="00E00D30" w:rsidP="00E00D30">
      <w:r>
        <w:t>381.2545</w:t>
      </w:r>
      <w:r>
        <w:tab/>
        <w:t>2.025e0</w:t>
      </w:r>
    </w:p>
    <w:p w:rsidR="00E00D30" w:rsidRDefault="00E00D30" w:rsidP="00E00D30">
      <w:r>
        <w:t>381.2769</w:t>
      </w:r>
      <w:r>
        <w:tab/>
        <w:t>1.013e0</w:t>
      </w:r>
    </w:p>
    <w:p w:rsidR="00E00D30" w:rsidRDefault="00E00D30" w:rsidP="00E00D30">
      <w:r>
        <w:t>381.2824</w:t>
      </w:r>
      <w:r>
        <w:tab/>
        <w:t>1.013e0</w:t>
      </w:r>
    </w:p>
    <w:p w:rsidR="00E00D30" w:rsidRDefault="00E00D30" w:rsidP="00E00D30">
      <w:r>
        <w:t>381.2865</w:t>
      </w:r>
      <w:r>
        <w:tab/>
        <w:t>2.025e0</w:t>
      </w:r>
    </w:p>
    <w:p w:rsidR="00E00D30" w:rsidRDefault="00E00D30" w:rsidP="00E00D30">
      <w:r>
        <w:t>381.3323</w:t>
      </w:r>
      <w:r>
        <w:tab/>
        <w:t>2.025e0</w:t>
      </w:r>
    </w:p>
    <w:p w:rsidR="00E00D30" w:rsidRDefault="00E00D30" w:rsidP="00E00D30">
      <w:r>
        <w:t>381.3390</w:t>
      </w:r>
      <w:r>
        <w:tab/>
        <w:t>2.025e0</w:t>
      </w:r>
    </w:p>
    <w:p w:rsidR="00E00D30" w:rsidRDefault="00E00D30" w:rsidP="00E00D30">
      <w:r>
        <w:t>381.3485</w:t>
      </w:r>
      <w:r>
        <w:tab/>
        <w:t>2.025e0</w:t>
      </w:r>
    </w:p>
    <w:p w:rsidR="00E00D30" w:rsidRDefault="00E00D30" w:rsidP="00E00D30">
      <w:r>
        <w:t>381.3503</w:t>
      </w:r>
      <w:r>
        <w:tab/>
        <w:t>3.038e0</w:t>
      </w:r>
    </w:p>
    <w:p w:rsidR="00E00D30" w:rsidRDefault="00E00D30" w:rsidP="00E00D30">
      <w:r>
        <w:t>381.3642</w:t>
      </w:r>
      <w:r>
        <w:tab/>
        <w:t>2.025e0</w:t>
      </w:r>
    </w:p>
    <w:p w:rsidR="00E00D30" w:rsidRDefault="00E00D30" w:rsidP="00E00D30">
      <w:r>
        <w:t>381.3707</w:t>
      </w:r>
      <w:r>
        <w:tab/>
        <w:t>1.013e0</w:t>
      </w:r>
    </w:p>
    <w:p w:rsidR="00E00D30" w:rsidRDefault="00E00D30" w:rsidP="00E00D30">
      <w:r>
        <w:t>381.4074</w:t>
      </w:r>
      <w:r>
        <w:tab/>
        <w:t>3.038e0</w:t>
      </w:r>
    </w:p>
    <w:p w:rsidR="00E00D30" w:rsidRDefault="00E00D30" w:rsidP="00E00D30">
      <w:r>
        <w:t>381.4173</w:t>
      </w:r>
      <w:r>
        <w:tab/>
        <w:t>1.013e0</w:t>
      </w:r>
    </w:p>
    <w:p w:rsidR="00E00D30" w:rsidRDefault="00E00D30" w:rsidP="00E00D30">
      <w:r>
        <w:t>381.4321</w:t>
      </w:r>
      <w:r>
        <w:tab/>
        <w:t>1.013e0</w:t>
      </w:r>
    </w:p>
    <w:p w:rsidR="00E00D30" w:rsidRDefault="00E00D30" w:rsidP="00E00D30">
      <w:r>
        <w:t>381.5301</w:t>
      </w:r>
      <w:r>
        <w:tab/>
        <w:t>1.013e0</w:t>
      </w:r>
    </w:p>
    <w:p w:rsidR="00E00D30" w:rsidRDefault="00E00D30" w:rsidP="00E00D30">
      <w:r>
        <w:t>381.5403</w:t>
      </w:r>
      <w:r>
        <w:tab/>
        <w:t>1.013e0</w:t>
      </w:r>
    </w:p>
    <w:p w:rsidR="00E00D30" w:rsidRDefault="00E00D30" w:rsidP="00E00D30">
      <w:r>
        <w:lastRenderedPageBreak/>
        <w:t>381.5471</w:t>
      </w:r>
      <w:r>
        <w:tab/>
        <w:t>1.013e0</w:t>
      </w:r>
    </w:p>
    <w:p w:rsidR="00E00D30" w:rsidRDefault="00E00D30" w:rsidP="00E00D30">
      <w:r>
        <w:t>381.5765</w:t>
      </w:r>
      <w:r>
        <w:tab/>
        <w:t>1.013e0</w:t>
      </w:r>
    </w:p>
    <w:p w:rsidR="00E00D30" w:rsidRDefault="00E00D30" w:rsidP="00E00D30">
      <w:r>
        <w:t>381.5803</w:t>
      </w:r>
      <w:r>
        <w:tab/>
        <w:t>3.038e0</w:t>
      </w:r>
    </w:p>
    <w:p w:rsidR="00E00D30" w:rsidRDefault="00E00D30" w:rsidP="00E00D30">
      <w:r>
        <w:t>381.6082</w:t>
      </w:r>
      <w:r>
        <w:tab/>
        <w:t>1.013e0</w:t>
      </w:r>
    </w:p>
    <w:p w:rsidR="00E00D30" w:rsidRDefault="00E00D30" w:rsidP="00E00D30">
      <w:r>
        <w:t>381.6284</w:t>
      </w:r>
      <w:r>
        <w:tab/>
        <w:t>1.013e0</w:t>
      </w:r>
    </w:p>
    <w:p w:rsidR="00E00D30" w:rsidRDefault="00E00D30" w:rsidP="00E00D30">
      <w:r>
        <w:t>381.6317</w:t>
      </w:r>
      <w:r>
        <w:tab/>
        <w:t>2.025e0</w:t>
      </w:r>
    </w:p>
    <w:p w:rsidR="00E00D30" w:rsidRDefault="00E00D30" w:rsidP="00E00D30">
      <w:r>
        <w:t>381.6489</w:t>
      </w:r>
      <w:r>
        <w:tab/>
        <w:t>1.013e0</w:t>
      </w:r>
    </w:p>
    <w:p w:rsidR="00E00D30" w:rsidRDefault="00E00D30" w:rsidP="00E00D30">
      <w:r>
        <w:t>381.6820</w:t>
      </w:r>
      <w:r>
        <w:tab/>
        <w:t>1.013e0</w:t>
      </w:r>
    </w:p>
    <w:p w:rsidR="00E00D30" w:rsidRDefault="00E00D30" w:rsidP="00E00D30">
      <w:r>
        <w:t>381.6929</w:t>
      </w:r>
      <w:r>
        <w:tab/>
        <w:t>2.025e0</w:t>
      </w:r>
    </w:p>
    <w:p w:rsidR="00E00D30" w:rsidRDefault="00E00D30" w:rsidP="00E00D30">
      <w:r>
        <w:t>381.7109</w:t>
      </w:r>
      <w:r>
        <w:tab/>
        <w:t>1.013e0</w:t>
      </w:r>
    </w:p>
    <w:p w:rsidR="00E00D30" w:rsidRDefault="00E00D30" w:rsidP="00E00D30">
      <w:r>
        <w:t>381.7287</w:t>
      </w:r>
      <w:r>
        <w:tab/>
        <w:t>1.013e0</w:t>
      </w:r>
    </w:p>
    <w:p w:rsidR="00E00D30" w:rsidRDefault="00E00D30" w:rsidP="00E00D30">
      <w:r>
        <w:t>381.7320</w:t>
      </w:r>
      <w:r>
        <w:tab/>
        <w:t>1.013e0</w:t>
      </w:r>
    </w:p>
    <w:p w:rsidR="00E00D30" w:rsidRDefault="00E00D30" w:rsidP="00E00D30">
      <w:r>
        <w:t>381.7370</w:t>
      </w:r>
      <w:r>
        <w:tab/>
        <w:t>1.013e0</w:t>
      </w:r>
    </w:p>
    <w:p w:rsidR="00E00D30" w:rsidRDefault="00E00D30" w:rsidP="00E00D30">
      <w:r>
        <w:t>381.7496</w:t>
      </w:r>
      <w:r>
        <w:tab/>
        <w:t>2.025e0</w:t>
      </w:r>
    </w:p>
    <w:p w:rsidR="00E00D30" w:rsidRDefault="00E00D30" w:rsidP="00E00D30">
      <w:r>
        <w:t>381.7781</w:t>
      </w:r>
      <w:r>
        <w:tab/>
        <w:t>2.025e0</w:t>
      </w:r>
    </w:p>
    <w:p w:rsidR="00E00D30" w:rsidRDefault="00E00D30" w:rsidP="00E00D30">
      <w:r>
        <w:t>381.8115</w:t>
      </w:r>
      <w:r>
        <w:tab/>
        <w:t>1.013e0</w:t>
      </w:r>
    </w:p>
    <w:p w:rsidR="00E00D30" w:rsidRDefault="00E00D30" w:rsidP="00E00D30">
      <w:r>
        <w:t>381.8256</w:t>
      </w:r>
      <w:r>
        <w:tab/>
        <w:t>1.013e0</w:t>
      </w:r>
    </w:p>
    <w:p w:rsidR="00E00D30" w:rsidRDefault="00E00D30" w:rsidP="00E00D30">
      <w:r>
        <w:t>381.8588</w:t>
      </w:r>
      <w:r>
        <w:tab/>
        <w:t>1.013e0</w:t>
      </w:r>
    </w:p>
    <w:p w:rsidR="00E00D30" w:rsidRDefault="00E00D30" w:rsidP="00E00D30">
      <w:r>
        <w:t>381.8671</w:t>
      </w:r>
      <w:r>
        <w:tab/>
        <w:t>1.013e0</w:t>
      </w:r>
    </w:p>
    <w:p w:rsidR="00E00D30" w:rsidRDefault="00E00D30" w:rsidP="00E00D30">
      <w:r>
        <w:lastRenderedPageBreak/>
        <w:t>381.8878</w:t>
      </w:r>
      <w:r>
        <w:tab/>
        <w:t>1.013e0</w:t>
      </w:r>
    </w:p>
    <w:p w:rsidR="00E00D30" w:rsidRDefault="00E00D30" w:rsidP="00E00D30">
      <w:r>
        <w:t>381.8964</w:t>
      </w:r>
      <w:r>
        <w:tab/>
        <w:t>2.025e0</w:t>
      </w:r>
    </w:p>
    <w:p w:rsidR="00E00D30" w:rsidRDefault="00E00D30" w:rsidP="00E00D30">
      <w:r>
        <w:t>381.8997</w:t>
      </w:r>
      <w:r>
        <w:tab/>
        <w:t>1.013e0</w:t>
      </w:r>
    </w:p>
    <w:p w:rsidR="00E00D30" w:rsidRDefault="00E00D30" w:rsidP="00E00D30">
      <w:r>
        <w:t>381.9049</w:t>
      </w:r>
      <w:r>
        <w:tab/>
        <w:t>1.013e0</w:t>
      </w:r>
    </w:p>
    <w:p w:rsidR="00E00D30" w:rsidRDefault="00E00D30" w:rsidP="00E00D30">
      <w:r>
        <w:t>381.9200</w:t>
      </w:r>
      <w:r>
        <w:tab/>
        <w:t>1.013e0</w:t>
      </w:r>
    </w:p>
    <w:p w:rsidR="00E00D30" w:rsidRDefault="00E00D30" w:rsidP="00E00D30">
      <w:r>
        <w:t>381.9336</w:t>
      </w:r>
      <w:r>
        <w:tab/>
        <w:t>1.013e0</w:t>
      </w:r>
    </w:p>
    <w:p w:rsidR="00E00D30" w:rsidRDefault="00E00D30" w:rsidP="00E00D30">
      <w:r>
        <w:t>381.9408</w:t>
      </w:r>
      <w:r>
        <w:tab/>
        <w:t>2.025e0</w:t>
      </w:r>
    </w:p>
    <w:p w:rsidR="00E00D30" w:rsidRDefault="00E00D30" w:rsidP="00E00D30">
      <w:r>
        <w:t>382.0240</w:t>
      </w:r>
      <w:r>
        <w:tab/>
        <w:t>2.025e0</w:t>
      </w:r>
    </w:p>
    <w:p w:rsidR="00E00D30" w:rsidRDefault="00E00D30" w:rsidP="00E00D30">
      <w:r>
        <w:t>382.0503</w:t>
      </w:r>
      <w:r>
        <w:tab/>
        <w:t>3.038e0</w:t>
      </w:r>
    </w:p>
    <w:p w:rsidR="00E00D30" w:rsidRDefault="00E00D30" w:rsidP="00E00D30">
      <w:r>
        <w:t>382.0647</w:t>
      </w:r>
      <w:r>
        <w:tab/>
        <w:t>3.038e0</w:t>
      </w:r>
    </w:p>
    <w:p w:rsidR="00E00D30" w:rsidRDefault="00E00D30" w:rsidP="00E00D30">
      <w:r>
        <w:t>382.0771</w:t>
      </w:r>
      <w:r>
        <w:tab/>
        <w:t>2.025e0</w:t>
      </w:r>
    </w:p>
    <w:p w:rsidR="00E00D30" w:rsidRDefault="00E00D30" w:rsidP="00E00D30">
      <w:r>
        <w:t>382.0895</w:t>
      </w:r>
      <w:r>
        <w:tab/>
        <w:t>1.013e0</w:t>
      </w:r>
    </w:p>
    <w:p w:rsidR="00E00D30" w:rsidRDefault="00E00D30" w:rsidP="00E00D30">
      <w:r>
        <w:t>382.1028</w:t>
      </w:r>
      <w:r>
        <w:tab/>
        <w:t>2.025e0</w:t>
      </w:r>
    </w:p>
    <w:p w:rsidR="00E00D30" w:rsidRDefault="00E00D30" w:rsidP="00E00D30">
      <w:r>
        <w:t>382.1234</w:t>
      </w:r>
      <w:r>
        <w:tab/>
        <w:t>1.013e0</w:t>
      </w:r>
    </w:p>
    <w:p w:rsidR="00E00D30" w:rsidRDefault="00E00D30" w:rsidP="00E00D30">
      <w:r>
        <w:t>382.1257</w:t>
      </w:r>
      <w:r>
        <w:tab/>
        <w:t>2.025e0</w:t>
      </w:r>
    </w:p>
    <w:p w:rsidR="00E00D30" w:rsidRDefault="00E00D30" w:rsidP="00E00D30">
      <w:r>
        <w:t>382.1280</w:t>
      </w:r>
      <w:r>
        <w:tab/>
        <w:t>1.013e0</w:t>
      </w:r>
    </w:p>
    <w:p w:rsidR="00E00D30" w:rsidRDefault="00E00D30" w:rsidP="00E00D30">
      <w:r>
        <w:t>382.1404</w:t>
      </w:r>
      <w:r>
        <w:tab/>
        <w:t>2.025e0</w:t>
      </w:r>
    </w:p>
    <w:p w:rsidR="00E00D30" w:rsidRDefault="00E00D30" w:rsidP="00E00D30">
      <w:r>
        <w:t>382.1424</w:t>
      </w:r>
      <w:r>
        <w:tab/>
        <w:t>4.051e0</w:t>
      </w:r>
    </w:p>
    <w:p w:rsidR="00E00D30" w:rsidRDefault="00E00D30" w:rsidP="00E00D30">
      <w:r>
        <w:t>382.1671</w:t>
      </w:r>
      <w:r>
        <w:tab/>
        <w:t>2.025e0</w:t>
      </w:r>
    </w:p>
    <w:p w:rsidR="00E00D30" w:rsidRDefault="00E00D30" w:rsidP="00E00D30">
      <w:r>
        <w:lastRenderedPageBreak/>
        <w:t>382.1721</w:t>
      </w:r>
      <w:r>
        <w:tab/>
        <w:t>2.025e0</w:t>
      </w:r>
    </w:p>
    <w:p w:rsidR="00E00D30" w:rsidRDefault="00E00D30" w:rsidP="00E00D30">
      <w:r>
        <w:t>382.1743</w:t>
      </w:r>
      <w:r>
        <w:tab/>
        <w:t>2.025e0</w:t>
      </w:r>
    </w:p>
    <w:p w:rsidR="00E00D30" w:rsidRDefault="00E00D30" w:rsidP="00E00D30">
      <w:r>
        <w:t>382.1762</w:t>
      </w:r>
      <w:r>
        <w:tab/>
        <w:t>2.025e0</w:t>
      </w:r>
    </w:p>
    <w:p w:rsidR="00E00D30" w:rsidRDefault="00E00D30" w:rsidP="00E00D30">
      <w:r>
        <w:t>382.1779</w:t>
      </w:r>
      <w:r>
        <w:tab/>
        <w:t>1.013e0</w:t>
      </w:r>
    </w:p>
    <w:p w:rsidR="00E00D30" w:rsidRDefault="00E00D30" w:rsidP="00E00D30">
      <w:r>
        <w:t>382.1872</w:t>
      </w:r>
      <w:r>
        <w:tab/>
        <w:t>2.025e0</w:t>
      </w:r>
    </w:p>
    <w:p w:rsidR="00E00D30" w:rsidRDefault="00E00D30" w:rsidP="00E00D30">
      <w:r>
        <w:t>382.1953</w:t>
      </w:r>
      <w:r>
        <w:tab/>
        <w:t>1.013e0</w:t>
      </w:r>
    </w:p>
    <w:p w:rsidR="00E00D30" w:rsidRDefault="00E00D30" w:rsidP="00E00D30">
      <w:r>
        <w:t>382.1975</w:t>
      </w:r>
      <w:r>
        <w:tab/>
        <w:t>2.025e0</w:t>
      </w:r>
    </w:p>
    <w:p w:rsidR="00E00D30" w:rsidRDefault="00E00D30" w:rsidP="00E00D30">
      <w:r>
        <w:t>382.2049</w:t>
      </w:r>
      <w:r>
        <w:tab/>
        <w:t>2.025e0</w:t>
      </w:r>
    </w:p>
    <w:p w:rsidR="00E00D30" w:rsidRDefault="00E00D30" w:rsidP="00E00D30">
      <w:r>
        <w:t>382.2114</w:t>
      </w:r>
      <w:r>
        <w:tab/>
        <w:t>1.013e0</w:t>
      </w:r>
    </w:p>
    <w:p w:rsidR="00E00D30" w:rsidRDefault="00E00D30" w:rsidP="00E00D30">
      <w:r>
        <w:t>382.2312</w:t>
      </w:r>
      <w:r>
        <w:tab/>
        <w:t>3.038e0</w:t>
      </w:r>
    </w:p>
    <w:p w:rsidR="00E00D30" w:rsidRDefault="00E00D30" w:rsidP="00E00D30">
      <w:r>
        <w:t>382.2795</w:t>
      </w:r>
      <w:r>
        <w:tab/>
        <w:t>1.013e0</w:t>
      </w:r>
    </w:p>
    <w:p w:rsidR="00E00D30" w:rsidRDefault="00E00D30" w:rsidP="00E00D30">
      <w:r>
        <w:t>382.2943</w:t>
      </w:r>
      <w:r>
        <w:tab/>
        <w:t>2.025e0</w:t>
      </w:r>
    </w:p>
    <w:p w:rsidR="00E00D30" w:rsidRDefault="00E00D30" w:rsidP="00E00D30">
      <w:r>
        <w:t>382.3172</w:t>
      </w:r>
      <w:r>
        <w:tab/>
        <w:t>2.025e0</w:t>
      </w:r>
    </w:p>
    <w:p w:rsidR="00E00D30" w:rsidRDefault="00E00D30" w:rsidP="00E00D30">
      <w:r>
        <w:t>382.3202</w:t>
      </w:r>
      <w:r>
        <w:tab/>
        <w:t>1.013e0</w:t>
      </w:r>
    </w:p>
    <w:p w:rsidR="00E00D30" w:rsidRDefault="00E00D30" w:rsidP="00E00D30">
      <w:r>
        <w:t>382.3478</w:t>
      </w:r>
      <w:r>
        <w:tab/>
        <w:t>1.013e0</w:t>
      </w:r>
    </w:p>
    <w:p w:rsidR="00E00D30" w:rsidRDefault="00E00D30" w:rsidP="00E00D30">
      <w:r>
        <w:t>382.3634</w:t>
      </w:r>
      <w:r>
        <w:tab/>
        <w:t>2.025e0</w:t>
      </w:r>
    </w:p>
    <w:p w:rsidR="00E00D30" w:rsidRDefault="00E00D30" w:rsidP="00E00D30">
      <w:r>
        <w:t>382.3761</w:t>
      </w:r>
      <w:r>
        <w:tab/>
        <w:t>3.038e0</w:t>
      </w:r>
    </w:p>
    <w:p w:rsidR="00E00D30" w:rsidRDefault="00E00D30" w:rsidP="00E00D30">
      <w:r>
        <w:t>382.3811</w:t>
      </w:r>
      <w:r>
        <w:tab/>
        <w:t>1.013e0</w:t>
      </w:r>
    </w:p>
    <w:p w:rsidR="00E00D30" w:rsidRDefault="00E00D30" w:rsidP="00E00D30">
      <w:r>
        <w:t>382.3828</w:t>
      </w:r>
      <w:r>
        <w:tab/>
        <w:t>2.025e0</w:t>
      </w:r>
    </w:p>
    <w:p w:rsidR="00E00D30" w:rsidRDefault="00E00D30" w:rsidP="00E00D30">
      <w:r>
        <w:lastRenderedPageBreak/>
        <w:t>382.3879</w:t>
      </w:r>
      <w:r>
        <w:tab/>
        <w:t>1.013e0</w:t>
      </w:r>
    </w:p>
    <w:p w:rsidR="00E00D30" w:rsidRDefault="00E00D30" w:rsidP="00E00D30">
      <w:r>
        <w:t>382.4286</w:t>
      </w:r>
      <w:r>
        <w:tab/>
        <w:t>1.013e0</w:t>
      </w:r>
    </w:p>
    <w:p w:rsidR="00E00D30" w:rsidRDefault="00E00D30" w:rsidP="00E00D30">
      <w:r>
        <w:t>382.4377</w:t>
      </w:r>
      <w:r>
        <w:tab/>
        <w:t>2.025e0</w:t>
      </w:r>
    </w:p>
    <w:p w:rsidR="00E00D30" w:rsidRDefault="00E00D30" w:rsidP="00E00D30">
      <w:r>
        <w:t>382.4492</w:t>
      </w:r>
      <w:r>
        <w:tab/>
        <w:t>1.013e0</w:t>
      </w:r>
    </w:p>
    <w:p w:rsidR="00E00D30" w:rsidRDefault="00E00D30" w:rsidP="00E00D30">
      <w:r>
        <w:t>382.4651</w:t>
      </w:r>
      <w:r>
        <w:tab/>
        <w:t>1.013e0</w:t>
      </w:r>
    </w:p>
    <w:p w:rsidR="00E00D30" w:rsidRDefault="00E00D30" w:rsidP="00E00D30">
      <w:r>
        <w:t>382.4695</w:t>
      </w:r>
      <w:r>
        <w:tab/>
        <w:t>1.013e0</w:t>
      </w:r>
    </w:p>
    <w:p w:rsidR="00E00D30" w:rsidRDefault="00E00D30" w:rsidP="00E00D30">
      <w:r>
        <w:t>382.5447</w:t>
      </w:r>
      <w:r>
        <w:tab/>
        <w:t>1.013e0</w:t>
      </w:r>
    </w:p>
    <w:p w:rsidR="00E00D30" w:rsidRDefault="00E00D30" w:rsidP="00E00D30">
      <w:r>
        <w:t>382.5489</w:t>
      </w:r>
      <w:r>
        <w:tab/>
        <w:t>1.013e0</w:t>
      </w:r>
    </w:p>
    <w:p w:rsidR="00E00D30" w:rsidRDefault="00E00D30" w:rsidP="00E00D30">
      <w:r>
        <w:t>382.5646</w:t>
      </w:r>
      <w:r>
        <w:tab/>
        <w:t>1.013e0</w:t>
      </w:r>
    </w:p>
    <w:p w:rsidR="00E00D30" w:rsidRDefault="00E00D30" w:rsidP="00E00D30">
      <w:r>
        <w:t>382.6051</w:t>
      </w:r>
      <w:r>
        <w:tab/>
        <w:t>1.013e0</w:t>
      </w:r>
    </w:p>
    <w:p w:rsidR="00E00D30" w:rsidRDefault="00E00D30" w:rsidP="00E00D30">
      <w:r>
        <w:t>382.6162</w:t>
      </w:r>
      <w:r>
        <w:tab/>
        <w:t>1.013e0</w:t>
      </w:r>
    </w:p>
    <w:p w:rsidR="00E00D30" w:rsidRDefault="00E00D30" w:rsidP="00E00D30">
      <w:r>
        <w:t>382.6344</w:t>
      </w:r>
      <w:r>
        <w:tab/>
        <w:t>2.025e0</w:t>
      </w:r>
    </w:p>
    <w:p w:rsidR="00E00D30" w:rsidRDefault="00E00D30" w:rsidP="00E00D30">
      <w:r>
        <w:t>382.6737</w:t>
      </w:r>
      <w:r>
        <w:tab/>
        <w:t>1.013e0</w:t>
      </w:r>
    </w:p>
    <w:p w:rsidR="00E00D30" w:rsidRDefault="00E00D30" w:rsidP="00E00D30">
      <w:r>
        <w:t>382.6812</w:t>
      </w:r>
      <w:r>
        <w:tab/>
        <w:t>2.025e0</w:t>
      </w:r>
    </w:p>
    <w:p w:rsidR="00E00D30" w:rsidRDefault="00E00D30" w:rsidP="00E00D30">
      <w:r>
        <w:t>382.6837</w:t>
      </w:r>
      <w:r>
        <w:tab/>
        <w:t>1.013e0</w:t>
      </w:r>
    </w:p>
    <w:p w:rsidR="00E00D30" w:rsidRDefault="00E00D30" w:rsidP="00E00D30">
      <w:r>
        <w:t>382.7473</w:t>
      </w:r>
      <w:r>
        <w:tab/>
        <w:t>1.013e0</w:t>
      </w:r>
    </w:p>
    <w:p w:rsidR="00E00D30" w:rsidRDefault="00E00D30" w:rsidP="00E00D30">
      <w:r>
        <w:t>382.7889</w:t>
      </w:r>
      <w:r>
        <w:tab/>
        <w:t>2.025e0</w:t>
      </w:r>
    </w:p>
    <w:p w:rsidR="00E00D30" w:rsidRDefault="00E00D30" w:rsidP="00E00D30">
      <w:r>
        <w:t>382.7912</w:t>
      </w:r>
      <w:r>
        <w:tab/>
        <w:t>2.025e0</w:t>
      </w:r>
    </w:p>
    <w:p w:rsidR="00E00D30" w:rsidRDefault="00E00D30" w:rsidP="00E00D30">
      <w:r>
        <w:t>382.7972</w:t>
      </w:r>
      <w:r>
        <w:tab/>
        <w:t>1.013e0</w:t>
      </w:r>
    </w:p>
    <w:p w:rsidR="00E00D30" w:rsidRDefault="00E00D30" w:rsidP="00E00D30">
      <w:r>
        <w:lastRenderedPageBreak/>
        <w:t>382.8293</w:t>
      </w:r>
      <w:r>
        <w:tab/>
        <w:t>1.013e0</w:t>
      </w:r>
    </w:p>
    <w:p w:rsidR="00E00D30" w:rsidRDefault="00E00D30" w:rsidP="00E00D30">
      <w:r>
        <w:t>382.8358</w:t>
      </w:r>
      <w:r>
        <w:tab/>
        <w:t>1.013e0</w:t>
      </w:r>
    </w:p>
    <w:p w:rsidR="00E00D30" w:rsidRDefault="00E00D30" w:rsidP="00E00D30">
      <w:r>
        <w:t>382.8567</w:t>
      </w:r>
      <w:r>
        <w:tab/>
        <w:t>1.013e0</w:t>
      </w:r>
    </w:p>
    <w:p w:rsidR="00E00D30" w:rsidRDefault="00E00D30" w:rsidP="00E00D30">
      <w:r>
        <w:t>382.8707</w:t>
      </w:r>
      <w:r>
        <w:tab/>
        <w:t>1.013e0</w:t>
      </w:r>
    </w:p>
    <w:p w:rsidR="00E00D30" w:rsidRDefault="00E00D30" w:rsidP="00E00D30">
      <w:r>
        <w:t>382.8907</w:t>
      </w:r>
      <w:r>
        <w:tab/>
        <w:t>2.025e0</w:t>
      </w:r>
    </w:p>
    <w:p w:rsidR="00E00D30" w:rsidRDefault="00E00D30" w:rsidP="00E00D30">
      <w:r>
        <w:t>382.9027</w:t>
      </w:r>
      <w:r>
        <w:tab/>
        <w:t>1.013e0</w:t>
      </w:r>
    </w:p>
    <w:p w:rsidR="00E00D30" w:rsidRDefault="00E00D30" w:rsidP="00E00D30">
      <w:r>
        <w:t>382.9091</w:t>
      </w:r>
      <w:r>
        <w:tab/>
        <w:t>2.025e0</w:t>
      </w:r>
    </w:p>
    <w:p w:rsidR="00E00D30" w:rsidRDefault="00E00D30" w:rsidP="00E00D30">
      <w:r>
        <w:t>382.9176</w:t>
      </w:r>
      <w:r>
        <w:tab/>
        <w:t>1.013e0</w:t>
      </w:r>
    </w:p>
    <w:p w:rsidR="00E00D30" w:rsidRDefault="00E00D30" w:rsidP="00E00D30">
      <w:r>
        <w:t>382.9315</w:t>
      </w:r>
      <w:r>
        <w:tab/>
        <w:t>1.013e0</w:t>
      </w:r>
    </w:p>
    <w:p w:rsidR="00E00D30" w:rsidRDefault="00E00D30" w:rsidP="00E00D30">
      <w:r>
        <w:t>382.9392</w:t>
      </w:r>
      <w:r>
        <w:tab/>
        <w:t>3.038e0</w:t>
      </w:r>
    </w:p>
    <w:p w:rsidR="00E00D30" w:rsidRDefault="00E00D30" w:rsidP="00E00D30">
      <w:r>
        <w:t>382.9491</w:t>
      </w:r>
      <w:r>
        <w:tab/>
        <w:t>2.025e0</w:t>
      </w:r>
    </w:p>
    <w:p w:rsidR="00E00D30" w:rsidRDefault="00E00D30" w:rsidP="00E00D30">
      <w:r>
        <w:t>382.9531</w:t>
      </w:r>
      <w:r>
        <w:tab/>
        <w:t>2.025e0</w:t>
      </w:r>
    </w:p>
    <w:p w:rsidR="00E00D30" w:rsidRDefault="00E00D30" w:rsidP="00E00D30">
      <w:r>
        <w:t>382.9795</w:t>
      </w:r>
      <w:r>
        <w:tab/>
        <w:t>1.013e0</w:t>
      </w:r>
    </w:p>
    <w:p w:rsidR="00E00D30" w:rsidRDefault="00E00D30" w:rsidP="00E00D30">
      <w:r>
        <w:t>382.9863</w:t>
      </w:r>
      <w:r>
        <w:tab/>
        <w:t>1.013e0</w:t>
      </w:r>
    </w:p>
    <w:p w:rsidR="00E00D30" w:rsidRDefault="00E00D30" w:rsidP="00E00D30">
      <w:r>
        <w:t>382.9898</w:t>
      </w:r>
      <w:r>
        <w:tab/>
        <w:t>2.025e0</w:t>
      </w:r>
    </w:p>
    <w:p w:rsidR="00E00D30" w:rsidRDefault="00E00D30" w:rsidP="00E00D30">
      <w:r>
        <w:t>383.0062</w:t>
      </w:r>
      <w:r>
        <w:tab/>
        <w:t>1.013e0</w:t>
      </w:r>
    </w:p>
    <w:p w:rsidR="00E00D30" w:rsidRDefault="00E00D30" w:rsidP="00E00D30">
      <w:r>
        <w:t>383.0152</w:t>
      </w:r>
      <w:r>
        <w:tab/>
        <w:t>4.051e0</w:t>
      </w:r>
    </w:p>
    <w:p w:rsidR="00E00D30" w:rsidRDefault="00E00D30" w:rsidP="00E00D30">
      <w:r>
        <w:t>383.0536</w:t>
      </w:r>
      <w:r>
        <w:tab/>
        <w:t>1.013e0</w:t>
      </w:r>
    </w:p>
    <w:p w:rsidR="00E00D30" w:rsidRDefault="00E00D30" w:rsidP="00E00D30">
      <w:r>
        <w:t>383.0605</w:t>
      </w:r>
      <w:r>
        <w:tab/>
        <w:t>2.025e0</w:t>
      </w:r>
    </w:p>
    <w:p w:rsidR="00E00D30" w:rsidRDefault="00E00D30" w:rsidP="00E00D30">
      <w:r>
        <w:lastRenderedPageBreak/>
        <w:t>383.0746</w:t>
      </w:r>
      <w:r>
        <w:tab/>
        <w:t>1.013e0</w:t>
      </w:r>
    </w:p>
    <w:p w:rsidR="00E00D30" w:rsidRDefault="00E00D30" w:rsidP="00E00D30">
      <w:r>
        <w:t>383.1125</w:t>
      </w:r>
      <w:r>
        <w:tab/>
        <w:t>2.025e0</w:t>
      </w:r>
    </w:p>
    <w:p w:rsidR="00E00D30" w:rsidRDefault="00E00D30" w:rsidP="00E00D30">
      <w:r>
        <w:t>383.1148</w:t>
      </w:r>
      <w:r>
        <w:tab/>
        <w:t>1.013e0</w:t>
      </w:r>
    </w:p>
    <w:p w:rsidR="00E00D30" w:rsidRDefault="00E00D30" w:rsidP="00E00D30">
      <w:r>
        <w:t>383.1218</w:t>
      </w:r>
      <w:r>
        <w:tab/>
        <w:t>1.013e0</w:t>
      </w:r>
    </w:p>
    <w:p w:rsidR="00E00D30" w:rsidRDefault="00E00D30" w:rsidP="00E00D30">
      <w:r>
        <w:t>383.1511</w:t>
      </w:r>
      <w:r>
        <w:tab/>
        <w:t>1.013e0</w:t>
      </w:r>
    </w:p>
    <w:p w:rsidR="00E00D30" w:rsidRDefault="00E00D30" w:rsidP="00E00D30">
      <w:r>
        <w:t>383.1525</w:t>
      </w:r>
      <w:r>
        <w:tab/>
        <w:t>2.003e0</w:t>
      </w:r>
    </w:p>
    <w:p w:rsidR="00E00D30" w:rsidRDefault="00E00D30" w:rsidP="00E00D30">
      <w:r>
        <w:t>383.1745</w:t>
      </w:r>
      <w:r>
        <w:tab/>
        <w:t>2.025e0</w:t>
      </w:r>
    </w:p>
    <w:p w:rsidR="00E00D30" w:rsidRDefault="00E00D30" w:rsidP="00E00D30">
      <w:r>
        <w:t>383.2009</w:t>
      </w:r>
      <w:r>
        <w:tab/>
        <w:t>3.038e0</w:t>
      </w:r>
    </w:p>
    <w:p w:rsidR="00E00D30" w:rsidRDefault="00E00D30" w:rsidP="00E00D30">
      <w:r>
        <w:t>383.2037</w:t>
      </w:r>
      <w:r>
        <w:tab/>
        <w:t>2.025e0</w:t>
      </w:r>
    </w:p>
    <w:p w:rsidR="00E00D30" w:rsidRDefault="00E00D30" w:rsidP="00E00D30">
      <w:r>
        <w:t>383.2097</w:t>
      </w:r>
      <w:r>
        <w:tab/>
        <w:t>2.025e0</w:t>
      </w:r>
    </w:p>
    <w:p w:rsidR="00E00D30" w:rsidRDefault="00E00D30" w:rsidP="00E00D30">
      <w:r>
        <w:t>383.2150</w:t>
      </w:r>
      <w:r>
        <w:tab/>
        <w:t>8.101e0</w:t>
      </w:r>
    </w:p>
    <w:p w:rsidR="00E00D30" w:rsidRDefault="00E00D30" w:rsidP="00E00D30">
      <w:r>
        <w:t>383.2184</w:t>
      </w:r>
      <w:r>
        <w:tab/>
        <w:t>2.025e0</w:t>
      </w:r>
    </w:p>
    <w:p w:rsidR="00E00D30" w:rsidRDefault="00E00D30" w:rsidP="00E00D30">
      <w:r>
        <w:t>383.2220</w:t>
      </w:r>
      <w:r>
        <w:tab/>
        <w:t>2.025e0</w:t>
      </w:r>
    </w:p>
    <w:p w:rsidR="00E00D30" w:rsidRDefault="00E00D30" w:rsidP="00E00D30">
      <w:r>
        <w:t>383.2256</w:t>
      </w:r>
      <w:r>
        <w:tab/>
        <w:t>3.038e0</w:t>
      </w:r>
    </w:p>
    <w:p w:rsidR="00E00D30" w:rsidRDefault="00E00D30" w:rsidP="00E00D30">
      <w:r>
        <w:t>383.2543</w:t>
      </w:r>
      <w:r>
        <w:tab/>
        <w:t>2.025e0</w:t>
      </w:r>
    </w:p>
    <w:p w:rsidR="00E00D30" w:rsidRDefault="00E00D30" w:rsidP="00E00D30">
      <w:r>
        <w:t>383.2690</w:t>
      </w:r>
      <w:r>
        <w:tab/>
        <w:t>3.803e0</w:t>
      </w:r>
    </w:p>
    <w:p w:rsidR="00E00D30" w:rsidRDefault="00E00D30" w:rsidP="00E00D30">
      <w:r>
        <w:t>383.2800</w:t>
      </w:r>
      <w:r>
        <w:tab/>
        <w:t>2.025e0</w:t>
      </w:r>
    </w:p>
    <w:p w:rsidR="00E00D30" w:rsidRDefault="00E00D30" w:rsidP="00E00D30">
      <w:r>
        <w:t>383.3034</w:t>
      </w:r>
      <w:r>
        <w:tab/>
        <w:t>1.013e0</w:t>
      </w:r>
    </w:p>
    <w:p w:rsidR="00E00D30" w:rsidRDefault="00E00D30" w:rsidP="00E00D30">
      <w:r>
        <w:t>383.3058</w:t>
      </w:r>
      <w:r>
        <w:tab/>
        <w:t>2.025e0</w:t>
      </w:r>
    </w:p>
    <w:p w:rsidR="00E00D30" w:rsidRDefault="00E00D30" w:rsidP="00E00D30">
      <w:r>
        <w:lastRenderedPageBreak/>
        <w:t>383.3120</w:t>
      </w:r>
      <w:r>
        <w:tab/>
        <w:t>1.013e0</w:t>
      </w:r>
    </w:p>
    <w:p w:rsidR="00E00D30" w:rsidRDefault="00E00D30" w:rsidP="00E00D30">
      <w:r>
        <w:t>383.3136</w:t>
      </w:r>
      <w:r>
        <w:tab/>
        <w:t>2.025e0</w:t>
      </w:r>
    </w:p>
    <w:p w:rsidR="00E00D30" w:rsidRDefault="00E00D30" w:rsidP="00E00D30">
      <w:r>
        <w:t>383.3530</w:t>
      </w:r>
      <w:r>
        <w:tab/>
        <w:t>1.013e0</w:t>
      </w:r>
    </w:p>
    <w:p w:rsidR="00E00D30" w:rsidRDefault="00E00D30" w:rsidP="00E00D30">
      <w:r>
        <w:t>383.3708</w:t>
      </w:r>
      <w:r>
        <w:tab/>
        <w:t>1.013e0</w:t>
      </w:r>
    </w:p>
    <w:p w:rsidR="00E00D30" w:rsidRDefault="00E00D30" w:rsidP="00E00D30">
      <w:r>
        <w:t>383.3813</w:t>
      </w:r>
      <w:r>
        <w:tab/>
        <w:t>2.025e0</w:t>
      </w:r>
    </w:p>
    <w:p w:rsidR="00E00D30" w:rsidRDefault="00E00D30" w:rsidP="00E00D30">
      <w:r>
        <w:t>383.3868</w:t>
      </w:r>
      <w:r>
        <w:tab/>
        <w:t>1.013e0</w:t>
      </w:r>
    </w:p>
    <w:p w:rsidR="00E00D30" w:rsidRDefault="00E00D30" w:rsidP="00E00D30">
      <w:r>
        <w:t>383.3914</w:t>
      </w:r>
      <w:r>
        <w:tab/>
        <w:t>2.025e0</w:t>
      </w:r>
    </w:p>
    <w:p w:rsidR="00E00D30" w:rsidRDefault="00E00D30" w:rsidP="00E00D30">
      <w:r>
        <w:t>383.4025</w:t>
      </w:r>
      <w:r>
        <w:tab/>
        <w:t>3.038e0</w:t>
      </w:r>
    </w:p>
    <w:p w:rsidR="00E00D30" w:rsidRDefault="00E00D30" w:rsidP="00E00D30">
      <w:r>
        <w:t>383.4164</w:t>
      </w:r>
      <w:r>
        <w:tab/>
        <w:t>1.013e0</w:t>
      </w:r>
    </w:p>
    <w:p w:rsidR="00E00D30" w:rsidRDefault="00E00D30" w:rsidP="00E00D30">
      <w:r>
        <w:t>383.4248</w:t>
      </w:r>
      <w:r>
        <w:tab/>
        <w:t>2.025e0</w:t>
      </w:r>
    </w:p>
    <w:p w:rsidR="00E00D30" w:rsidRDefault="00E00D30" w:rsidP="00E00D30">
      <w:r>
        <w:t>383.4415</w:t>
      </w:r>
      <w:r>
        <w:tab/>
        <w:t>1.013e0</w:t>
      </w:r>
    </w:p>
    <w:p w:rsidR="00E00D30" w:rsidRDefault="00E00D30" w:rsidP="00E00D30">
      <w:r>
        <w:t>383.4549</w:t>
      </w:r>
      <w:r>
        <w:tab/>
        <w:t>1.013e0</w:t>
      </w:r>
    </w:p>
    <w:p w:rsidR="00E00D30" w:rsidRDefault="00E00D30" w:rsidP="00E00D30">
      <w:r>
        <w:t>383.4626</w:t>
      </w:r>
      <w:r>
        <w:tab/>
        <w:t>1.013e0</w:t>
      </w:r>
    </w:p>
    <w:p w:rsidR="00E00D30" w:rsidRDefault="00E00D30" w:rsidP="00E00D30">
      <w:r>
        <w:t>383.4687</w:t>
      </w:r>
      <w:r>
        <w:tab/>
        <w:t>1.013e0</w:t>
      </w:r>
    </w:p>
    <w:p w:rsidR="00E00D30" w:rsidRDefault="00E00D30" w:rsidP="00E00D30">
      <w:r>
        <w:t>383.4903</w:t>
      </w:r>
      <w:r>
        <w:tab/>
        <w:t>2.025e0</w:t>
      </w:r>
    </w:p>
    <w:p w:rsidR="00E00D30" w:rsidRDefault="00E00D30" w:rsidP="00E00D30">
      <w:r>
        <w:t>383.5372</w:t>
      </w:r>
      <w:r>
        <w:tab/>
        <w:t>1.013e0</w:t>
      </w:r>
    </w:p>
    <w:p w:rsidR="00E00D30" w:rsidRDefault="00E00D30" w:rsidP="00E00D30">
      <w:r>
        <w:t>383.5433</w:t>
      </w:r>
      <w:r>
        <w:tab/>
        <w:t>1.013e0</w:t>
      </w:r>
    </w:p>
    <w:p w:rsidR="00E00D30" w:rsidRDefault="00E00D30" w:rsidP="00E00D30">
      <w:r>
        <w:t>383.6108</w:t>
      </w:r>
      <w:r>
        <w:tab/>
        <w:t>1.013e0</w:t>
      </w:r>
    </w:p>
    <w:p w:rsidR="00E00D30" w:rsidRDefault="00E00D30" w:rsidP="00E00D30">
      <w:r>
        <w:t>383.6252</w:t>
      </w:r>
      <w:r>
        <w:tab/>
        <w:t>1.013e0</w:t>
      </w:r>
    </w:p>
    <w:p w:rsidR="00E00D30" w:rsidRDefault="00E00D30" w:rsidP="00E00D30">
      <w:r>
        <w:lastRenderedPageBreak/>
        <w:t>383.6379</w:t>
      </w:r>
      <w:r>
        <w:tab/>
        <w:t>2.025e0</w:t>
      </w:r>
    </w:p>
    <w:p w:rsidR="00E00D30" w:rsidRDefault="00E00D30" w:rsidP="00E00D30">
      <w:r>
        <w:t>383.6780</w:t>
      </w:r>
      <w:r>
        <w:tab/>
        <w:t>1.013e0</w:t>
      </w:r>
    </w:p>
    <w:p w:rsidR="00E00D30" w:rsidRDefault="00E00D30" w:rsidP="00E00D30">
      <w:r>
        <w:t>383.6848</w:t>
      </w:r>
      <w:r>
        <w:tab/>
        <w:t>2.025e0</w:t>
      </w:r>
    </w:p>
    <w:p w:rsidR="00E00D30" w:rsidRDefault="00E00D30" w:rsidP="00E00D30">
      <w:r>
        <w:t>383.6870</w:t>
      </w:r>
      <w:r>
        <w:tab/>
        <w:t>1.013e0</w:t>
      </w:r>
    </w:p>
    <w:p w:rsidR="00E00D30" w:rsidRDefault="00E00D30" w:rsidP="00E00D30">
      <w:r>
        <w:t>383.7069</w:t>
      </w:r>
      <w:r>
        <w:tab/>
        <w:t>1.013e0</w:t>
      </w:r>
    </w:p>
    <w:p w:rsidR="00E00D30" w:rsidRDefault="00E00D30" w:rsidP="00E00D30">
      <w:r>
        <w:t>383.7342</w:t>
      </w:r>
      <w:r>
        <w:tab/>
        <w:t>1.013e0</w:t>
      </w:r>
    </w:p>
    <w:p w:rsidR="00E00D30" w:rsidRDefault="00E00D30" w:rsidP="00E00D30">
      <w:r>
        <w:t>383.7498</w:t>
      </w:r>
      <w:r>
        <w:tab/>
        <w:t>1.013e0</w:t>
      </w:r>
    </w:p>
    <w:p w:rsidR="00E00D30" w:rsidRDefault="00E00D30" w:rsidP="00E00D30">
      <w:r>
        <w:t>383.7816</w:t>
      </w:r>
      <w:r>
        <w:tab/>
        <w:t>1.013e0</w:t>
      </w:r>
    </w:p>
    <w:p w:rsidR="00E00D30" w:rsidRDefault="00E00D30" w:rsidP="00E00D30">
      <w:r>
        <w:t>383.7916</w:t>
      </w:r>
      <w:r>
        <w:tab/>
        <w:t>1.013e0</w:t>
      </w:r>
    </w:p>
    <w:p w:rsidR="00E00D30" w:rsidRDefault="00E00D30" w:rsidP="00E00D30">
      <w:r>
        <w:t>383.8023</w:t>
      </w:r>
      <w:r>
        <w:tab/>
        <w:t>1.013e0</w:t>
      </w:r>
    </w:p>
    <w:p w:rsidR="00E00D30" w:rsidRDefault="00E00D30" w:rsidP="00E00D30">
      <w:r>
        <w:t>383.8089</w:t>
      </w:r>
      <w:r>
        <w:tab/>
        <w:t>1.013e0</w:t>
      </w:r>
    </w:p>
    <w:p w:rsidR="00E00D30" w:rsidRDefault="00E00D30" w:rsidP="00E00D30">
      <w:r>
        <w:t>383.8908</w:t>
      </w:r>
      <w:r>
        <w:tab/>
        <w:t>2.025e0</w:t>
      </w:r>
    </w:p>
    <w:p w:rsidR="00E00D30" w:rsidRDefault="00E00D30" w:rsidP="00E00D30">
      <w:r>
        <w:t>383.8981</w:t>
      </w:r>
      <w:r>
        <w:tab/>
        <w:t>1.013e0</w:t>
      </w:r>
    </w:p>
    <w:p w:rsidR="00E00D30" w:rsidRDefault="00E00D30" w:rsidP="00E00D30">
      <w:r>
        <w:t>383.9010</w:t>
      </w:r>
      <w:r>
        <w:tab/>
        <w:t>1.013e0</w:t>
      </w:r>
    </w:p>
    <w:p w:rsidR="00E00D30" w:rsidRDefault="00E00D30" w:rsidP="00E00D30">
      <w:r>
        <w:t>383.9050</w:t>
      </w:r>
      <w:r>
        <w:tab/>
        <w:t>1.013e0</w:t>
      </w:r>
    </w:p>
    <w:p w:rsidR="00E00D30" w:rsidRDefault="00E00D30" w:rsidP="00E00D30">
      <w:r>
        <w:t>383.9178</w:t>
      </w:r>
      <w:r>
        <w:tab/>
        <w:t>1.013e0</w:t>
      </w:r>
    </w:p>
    <w:p w:rsidR="00E00D30" w:rsidRDefault="00E00D30" w:rsidP="00E00D30">
      <w:r>
        <w:t>383.9243</w:t>
      </w:r>
      <w:r>
        <w:tab/>
        <w:t>2.025e0</w:t>
      </w:r>
    </w:p>
    <w:p w:rsidR="00E00D30" w:rsidRDefault="00E00D30" w:rsidP="00E00D30">
      <w:r>
        <w:t>383.9385</w:t>
      </w:r>
      <w:r>
        <w:tab/>
        <w:t>1.013e0</w:t>
      </w:r>
    </w:p>
    <w:p w:rsidR="00E00D30" w:rsidRDefault="00E00D30" w:rsidP="00E00D30">
      <w:r>
        <w:t>383.9435</w:t>
      </w:r>
      <w:r>
        <w:tab/>
        <w:t>1.013e0</w:t>
      </w:r>
    </w:p>
    <w:p w:rsidR="00E00D30" w:rsidRDefault="00E00D30" w:rsidP="00E00D30">
      <w:r>
        <w:lastRenderedPageBreak/>
        <w:t>383.9674</w:t>
      </w:r>
      <w:r>
        <w:tab/>
        <w:t>4.051e0</w:t>
      </w:r>
    </w:p>
    <w:p w:rsidR="00E00D30" w:rsidRDefault="00E00D30" w:rsidP="00E00D30">
      <w:r>
        <w:t>383.9726</w:t>
      </w:r>
      <w:r>
        <w:tab/>
        <w:t>1.013e0</w:t>
      </w:r>
    </w:p>
    <w:p w:rsidR="00E00D30" w:rsidRDefault="00E00D30" w:rsidP="00E00D30">
      <w:r>
        <w:t>383.9792</w:t>
      </w:r>
      <w:r>
        <w:tab/>
        <w:t>2.025e0</w:t>
      </w:r>
    </w:p>
    <w:p w:rsidR="00E00D30" w:rsidRDefault="00E00D30" w:rsidP="00E00D30">
      <w:r>
        <w:t>383.9850</w:t>
      </w:r>
      <w:r>
        <w:tab/>
        <w:t>2.025e0</w:t>
      </w:r>
    </w:p>
    <w:p w:rsidR="00E00D30" w:rsidRDefault="00E00D30" w:rsidP="00E00D30">
      <w:r>
        <w:t>383.9861</w:t>
      </w:r>
      <w:r>
        <w:tab/>
        <w:t>1.013e0</w:t>
      </w:r>
    </w:p>
    <w:p w:rsidR="00E00D30" w:rsidRDefault="00E00D30" w:rsidP="00E00D30">
      <w:r>
        <w:t>384.0239</w:t>
      </w:r>
      <w:r>
        <w:tab/>
        <w:t>2.025e0</w:t>
      </w:r>
    </w:p>
    <w:p w:rsidR="00E00D30" w:rsidRDefault="00E00D30" w:rsidP="00E00D30">
      <w:r>
        <w:t>384.0256</w:t>
      </w:r>
      <w:r>
        <w:tab/>
        <w:t>3.038e0</w:t>
      </w:r>
    </w:p>
    <w:p w:rsidR="00E00D30" w:rsidRDefault="00E00D30" w:rsidP="00E00D30">
      <w:r>
        <w:t>384.0358</w:t>
      </w:r>
      <w:r>
        <w:tab/>
        <w:t>1.013e0</w:t>
      </w:r>
    </w:p>
    <w:p w:rsidR="00E00D30" w:rsidRDefault="00E00D30" w:rsidP="00E00D30">
      <w:r>
        <w:t>384.0473</w:t>
      </w:r>
      <w:r>
        <w:tab/>
        <w:t>1.013e0</w:t>
      </w:r>
    </w:p>
    <w:p w:rsidR="00E00D30" w:rsidRDefault="00E00D30" w:rsidP="00E00D30">
      <w:r>
        <w:t>384.0884</w:t>
      </w:r>
      <w:r>
        <w:tab/>
        <w:t>1.013e0</w:t>
      </w:r>
    </w:p>
    <w:p w:rsidR="00E00D30" w:rsidRDefault="00E00D30" w:rsidP="00E00D30">
      <w:r>
        <w:t>384.0973</w:t>
      </w:r>
      <w:r>
        <w:tab/>
        <w:t>2.025e0</w:t>
      </w:r>
    </w:p>
    <w:p w:rsidR="00E00D30" w:rsidRDefault="00E00D30" w:rsidP="00E00D30">
      <w:r>
        <w:t>384.0987</w:t>
      </w:r>
      <w:r>
        <w:tab/>
        <w:t>2.025e0</w:t>
      </w:r>
    </w:p>
    <w:p w:rsidR="00E00D30" w:rsidRDefault="00E00D30" w:rsidP="00E00D30">
      <w:r>
        <w:t>384.1088</w:t>
      </w:r>
      <w:r>
        <w:tab/>
        <w:t>1.013e0</w:t>
      </w:r>
    </w:p>
    <w:p w:rsidR="00E00D30" w:rsidRDefault="00E00D30" w:rsidP="00E00D30">
      <w:r>
        <w:t>384.1203</w:t>
      </w:r>
      <w:r>
        <w:tab/>
        <w:t>1.013e0</w:t>
      </w:r>
    </w:p>
    <w:p w:rsidR="00E00D30" w:rsidRDefault="00E00D30" w:rsidP="00E00D30">
      <w:r>
        <w:t>384.1230</w:t>
      </w:r>
      <w:r>
        <w:tab/>
        <w:t>2.025e0</w:t>
      </w:r>
    </w:p>
    <w:p w:rsidR="00E00D30" w:rsidRDefault="00E00D30" w:rsidP="00E00D30">
      <w:r>
        <w:t>384.1361</w:t>
      </w:r>
      <w:r>
        <w:tab/>
        <w:t>1.013e0</w:t>
      </w:r>
    </w:p>
    <w:p w:rsidR="00E00D30" w:rsidRDefault="00E00D30" w:rsidP="00E00D30">
      <w:r>
        <w:t>384.1665</w:t>
      </w:r>
      <w:r>
        <w:tab/>
        <w:t>1.013e0</w:t>
      </w:r>
    </w:p>
    <w:p w:rsidR="00E00D30" w:rsidRDefault="00E00D30" w:rsidP="00E00D30">
      <w:r>
        <w:t>384.1679</w:t>
      </w:r>
      <w:r>
        <w:tab/>
        <w:t>3.038e0</w:t>
      </w:r>
    </w:p>
    <w:p w:rsidR="00E00D30" w:rsidRDefault="00E00D30" w:rsidP="00E00D30">
      <w:r>
        <w:t>384.1757</w:t>
      </w:r>
      <w:r>
        <w:tab/>
        <w:t>6.076e0</w:t>
      </w:r>
    </w:p>
    <w:p w:rsidR="00E00D30" w:rsidRDefault="00E00D30" w:rsidP="00E00D30">
      <w:r>
        <w:lastRenderedPageBreak/>
        <w:t>384.1775</w:t>
      </w:r>
      <w:r>
        <w:tab/>
        <w:t>1.013e0</w:t>
      </w:r>
    </w:p>
    <w:p w:rsidR="00E00D30" w:rsidRDefault="00E00D30" w:rsidP="00E00D30">
      <w:r>
        <w:t>384.1823</w:t>
      </w:r>
      <w:r>
        <w:tab/>
        <w:t>6.076e0</w:t>
      </w:r>
    </w:p>
    <w:p w:rsidR="00E00D30" w:rsidRDefault="00E00D30" w:rsidP="00E00D30">
      <w:r>
        <w:t>384.1978</w:t>
      </w:r>
      <w:r>
        <w:tab/>
        <w:t>2.696e0</w:t>
      </w:r>
    </w:p>
    <w:p w:rsidR="00E00D30" w:rsidRDefault="00E00D30" w:rsidP="00E00D30">
      <w:r>
        <w:t>384.2214</w:t>
      </w:r>
      <w:r>
        <w:tab/>
        <w:t>2.025e0</w:t>
      </w:r>
    </w:p>
    <w:p w:rsidR="00E00D30" w:rsidRDefault="00E00D30" w:rsidP="00E00D30">
      <w:r>
        <w:t>384.2300</w:t>
      </w:r>
      <w:r>
        <w:tab/>
        <w:t>2.025e0</w:t>
      </w:r>
    </w:p>
    <w:p w:rsidR="00E00D30" w:rsidRDefault="00E00D30" w:rsidP="00E00D30">
      <w:r>
        <w:t>384.2344</w:t>
      </w:r>
      <w:r>
        <w:tab/>
        <w:t>2.025e0</w:t>
      </w:r>
    </w:p>
    <w:p w:rsidR="00E00D30" w:rsidRDefault="00E00D30" w:rsidP="00E00D30">
      <w:r>
        <w:t>384.2456</w:t>
      </w:r>
      <w:r>
        <w:tab/>
        <w:t>2.025e0</w:t>
      </w:r>
    </w:p>
    <w:p w:rsidR="00E00D30" w:rsidRDefault="00E00D30" w:rsidP="00E00D30">
      <w:r>
        <w:t>384.2474</w:t>
      </w:r>
      <w:r>
        <w:tab/>
        <w:t>2.025e0</w:t>
      </w:r>
    </w:p>
    <w:p w:rsidR="00E00D30" w:rsidRDefault="00E00D30" w:rsidP="00E00D30">
      <w:r>
        <w:t>384.2594</w:t>
      </w:r>
      <w:r>
        <w:tab/>
        <w:t>1.013e0</w:t>
      </w:r>
    </w:p>
    <w:p w:rsidR="00E00D30" w:rsidRDefault="00E00D30" w:rsidP="00E00D30">
      <w:r>
        <w:t>384.2740</w:t>
      </w:r>
      <w:r>
        <w:tab/>
        <w:t>2.025e0</w:t>
      </w:r>
    </w:p>
    <w:p w:rsidR="00E00D30" w:rsidRDefault="00E00D30" w:rsidP="00E00D30">
      <w:r>
        <w:t>384.2820</w:t>
      </w:r>
      <w:r>
        <w:tab/>
        <w:t>4.051e0</w:t>
      </w:r>
    </w:p>
    <w:p w:rsidR="00E00D30" w:rsidRDefault="00E00D30" w:rsidP="00E00D30">
      <w:r>
        <w:t>384.2927</w:t>
      </w:r>
      <w:r>
        <w:tab/>
        <w:t>1.013e0</w:t>
      </w:r>
    </w:p>
    <w:p w:rsidR="00E00D30" w:rsidRDefault="00E00D30" w:rsidP="00E00D30">
      <w:r>
        <w:t>384.3044</w:t>
      </w:r>
      <w:r>
        <w:tab/>
        <w:t>2.025e0</w:t>
      </w:r>
    </w:p>
    <w:p w:rsidR="00E00D30" w:rsidRDefault="00E00D30" w:rsidP="00E00D30">
      <w:r>
        <w:t>384.3092</w:t>
      </w:r>
      <w:r>
        <w:tab/>
        <w:t>4.051e0</w:t>
      </w:r>
    </w:p>
    <w:p w:rsidR="00E00D30" w:rsidRDefault="00E00D30" w:rsidP="00E00D30">
      <w:r>
        <w:t>384.3398</w:t>
      </w:r>
      <w:r>
        <w:tab/>
        <w:t>1.013e0</w:t>
      </w:r>
    </w:p>
    <w:p w:rsidR="00E00D30" w:rsidRDefault="00E00D30" w:rsidP="00E00D30">
      <w:r>
        <w:t>384.3443</w:t>
      </w:r>
      <w:r>
        <w:tab/>
        <w:t>1.013e0</w:t>
      </w:r>
    </w:p>
    <w:p w:rsidR="00E00D30" w:rsidRDefault="00E00D30" w:rsidP="00E00D30">
      <w:r>
        <w:t>384.3526</w:t>
      </w:r>
      <w:r>
        <w:tab/>
        <w:t>2.025e0</w:t>
      </w:r>
    </w:p>
    <w:p w:rsidR="00E00D30" w:rsidRDefault="00E00D30" w:rsidP="00E00D30">
      <w:r>
        <w:t>384.3713</w:t>
      </w:r>
      <w:r>
        <w:tab/>
        <w:t>3.038e0</w:t>
      </w:r>
    </w:p>
    <w:p w:rsidR="00E00D30" w:rsidRDefault="00E00D30" w:rsidP="00E00D30">
      <w:r>
        <w:t>384.3816</w:t>
      </w:r>
      <w:r>
        <w:tab/>
        <w:t>2.025e0</w:t>
      </w:r>
    </w:p>
    <w:p w:rsidR="00E00D30" w:rsidRDefault="00E00D30" w:rsidP="00E00D30">
      <w:r>
        <w:lastRenderedPageBreak/>
        <w:t>384.3905</w:t>
      </w:r>
      <w:r>
        <w:tab/>
        <w:t>1.013e0</w:t>
      </w:r>
    </w:p>
    <w:p w:rsidR="00E00D30" w:rsidRDefault="00E00D30" w:rsidP="00E00D30">
      <w:r>
        <w:t>384.4020</w:t>
      </w:r>
      <w:r>
        <w:tab/>
        <w:t>1.013e0</w:t>
      </w:r>
    </w:p>
    <w:p w:rsidR="00E00D30" w:rsidRDefault="00E00D30" w:rsidP="00E00D30">
      <w:r>
        <w:t>384.4177</w:t>
      </w:r>
      <w:r>
        <w:tab/>
        <w:t>3.038e0</w:t>
      </w:r>
    </w:p>
    <w:p w:rsidR="00E00D30" w:rsidRDefault="00E00D30" w:rsidP="00E00D30">
      <w:r>
        <w:t>384.4359</w:t>
      </w:r>
      <w:r>
        <w:tab/>
        <w:t>1.013e0</w:t>
      </w:r>
    </w:p>
    <w:p w:rsidR="00E00D30" w:rsidRDefault="00E00D30" w:rsidP="00E00D30">
      <w:r>
        <w:t>384.4502</w:t>
      </w:r>
      <w:r>
        <w:tab/>
        <w:t>4.051e0</w:t>
      </w:r>
    </w:p>
    <w:p w:rsidR="00E00D30" w:rsidRDefault="00E00D30" w:rsidP="00E00D30">
      <w:r>
        <w:t>384.5048</w:t>
      </w:r>
      <w:r>
        <w:tab/>
        <w:t>1.013e0</w:t>
      </w:r>
    </w:p>
    <w:p w:rsidR="00E00D30" w:rsidRDefault="00E00D30" w:rsidP="00E00D30">
      <w:r>
        <w:t>384.5518</w:t>
      </w:r>
      <w:r>
        <w:tab/>
        <w:t>1.013e0</w:t>
      </w:r>
    </w:p>
    <w:p w:rsidR="00E00D30" w:rsidRDefault="00E00D30" w:rsidP="00E00D30">
      <w:r>
        <w:t>384.5725</w:t>
      </w:r>
      <w:r>
        <w:tab/>
        <w:t>1.013e0</w:t>
      </w:r>
    </w:p>
    <w:p w:rsidR="00E00D30" w:rsidRDefault="00E00D30" w:rsidP="00E00D30">
      <w:r>
        <w:t>384.6053</w:t>
      </w:r>
      <w:r>
        <w:tab/>
        <w:t>1.013e0</w:t>
      </w:r>
    </w:p>
    <w:p w:rsidR="00E00D30" w:rsidRDefault="00E00D30" w:rsidP="00E00D30">
      <w:r>
        <w:t>384.6201</w:t>
      </w:r>
      <w:r>
        <w:tab/>
        <w:t>1.013e0</w:t>
      </w:r>
    </w:p>
    <w:p w:rsidR="00E00D30" w:rsidRDefault="00E00D30" w:rsidP="00E00D30">
      <w:r>
        <w:t>384.6303</w:t>
      </w:r>
      <w:r>
        <w:tab/>
        <w:t>1.013e0</w:t>
      </w:r>
    </w:p>
    <w:p w:rsidR="00E00D30" w:rsidRDefault="00E00D30" w:rsidP="00E00D30">
      <w:r>
        <w:t>384.6342</w:t>
      </w:r>
      <w:r>
        <w:tab/>
        <w:t>1.013e0</w:t>
      </w:r>
    </w:p>
    <w:p w:rsidR="00E00D30" w:rsidRDefault="00E00D30" w:rsidP="00E00D30">
      <w:r>
        <w:t>384.6681</w:t>
      </w:r>
      <w:r>
        <w:tab/>
        <w:t>1.013e0</w:t>
      </w:r>
    </w:p>
    <w:p w:rsidR="00E00D30" w:rsidRDefault="00E00D30" w:rsidP="00E00D30">
      <w:r>
        <w:t>384.6772</w:t>
      </w:r>
      <w:r>
        <w:tab/>
        <w:t>1.013e0</w:t>
      </w:r>
    </w:p>
    <w:p w:rsidR="00E00D30" w:rsidRDefault="00E00D30" w:rsidP="00E00D30">
      <w:r>
        <w:t>384.6954</w:t>
      </w:r>
      <w:r>
        <w:tab/>
        <w:t>2.025e0</w:t>
      </w:r>
    </w:p>
    <w:p w:rsidR="00E00D30" w:rsidRDefault="00E00D30" w:rsidP="00E00D30">
      <w:r>
        <w:t>384.7022</w:t>
      </w:r>
      <w:r>
        <w:tab/>
        <w:t>1.013e0</w:t>
      </w:r>
    </w:p>
    <w:p w:rsidR="00E00D30" w:rsidRDefault="00E00D30" w:rsidP="00E00D30">
      <w:r>
        <w:t>384.7088</w:t>
      </w:r>
      <w:r>
        <w:tab/>
        <w:t>1.013e0</w:t>
      </w:r>
    </w:p>
    <w:p w:rsidR="00E00D30" w:rsidRDefault="00E00D30" w:rsidP="00E00D30">
      <w:r>
        <w:t>384.7188</w:t>
      </w:r>
      <w:r>
        <w:tab/>
        <w:t>1.013e0</w:t>
      </w:r>
    </w:p>
    <w:p w:rsidR="00E00D30" w:rsidRDefault="00E00D30" w:rsidP="00E00D30">
      <w:r>
        <w:t>384.7440</w:t>
      </w:r>
      <w:r>
        <w:tab/>
        <w:t>1.013e0</w:t>
      </w:r>
    </w:p>
    <w:p w:rsidR="00E00D30" w:rsidRDefault="00E00D30" w:rsidP="00E00D30">
      <w:r>
        <w:lastRenderedPageBreak/>
        <w:t>384.7611</w:t>
      </w:r>
      <w:r>
        <w:tab/>
        <w:t>1.013e0</w:t>
      </w:r>
    </w:p>
    <w:p w:rsidR="00E00D30" w:rsidRDefault="00E00D30" w:rsidP="00E00D30">
      <w:r>
        <w:t>384.7630</w:t>
      </w:r>
      <w:r>
        <w:tab/>
        <w:t>2.025e0</w:t>
      </w:r>
    </w:p>
    <w:p w:rsidR="00E00D30" w:rsidRDefault="00E00D30" w:rsidP="00E00D30">
      <w:r>
        <w:t>384.8042</w:t>
      </w:r>
      <w:r>
        <w:tab/>
        <w:t>1.013e0</w:t>
      </w:r>
    </w:p>
    <w:p w:rsidR="00E00D30" w:rsidRDefault="00E00D30" w:rsidP="00E00D30">
      <w:r>
        <w:t>384.8287</w:t>
      </w:r>
      <w:r>
        <w:tab/>
        <w:t>1.013e0</w:t>
      </w:r>
    </w:p>
    <w:p w:rsidR="00E00D30" w:rsidRDefault="00E00D30" w:rsidP="00E00D30">
      <w:r>
        <w:t>384.8665</w:t>
      </w:r>
      <w:r>
        <w:tab/>
        <w:t>1.013e0</w:t>
      </w:r>
    </w:p>
    <w:p w:rsidR="00E00D30" w:rsidRDefault="00E00D30" w:rsidP="00E00D30">
      <w:r>
        <w:t>384.8750</w:t>
      </w:r>
      <w:r>
        <w:tab/>
        <w:t>1.013e0</w:t>
      </w:r>
    </w:p>
    <w:p w:rsidR="00E00D30" w:rsidRDefault="00E00D30" w:rsidP="00E00D30">
      <w:r>
        <w:t>384.9074</w:t>
      </w:r>
      <w:r>
        <w:tab/>
        <w:t>2.025e0</w:t>
      </w:r>
    </w:p>
    <w:p w:rsidR="00E00D30" w:rsidRDefault="00E00D30" w:rsidP="00E00D30">
      <w:r>
        <w:t>384.9134</w:t>
      </w:r>
      <w:r>
        <w:tab/>
        <w:t>1.013e0</w:t>
      </w:r>
    </w:p>
    <w:p w:rsidR="00E00D30" w:rsidRDefault="00E00D30" w:rsidP="00E00D30">
      <w:r>
        <w:t>384.9172</w:t>
      </w:r>
      <w:r>
        <w:tab/>
        <w:t>5.063e0</w:t>
      </w:r>
    </w:p>
    <w:p w:rsidR="00E00D30" w:rsidRDefault="00E00D30" w:rsidP="00E00D30">
      <w:r>
        <w:t>384.9448</w:t>
      </w:r>
      <w:r>
        <w:tab/>
        <w:t>2.025e0</w:t>
      </w:r>
    </w:p>
    <w:p w:rsidR="00E00D30" w:rsidRDefault="00E00D30" w:rsidP="00E00D30">
      <w:r>
        <w:t>384.9593</w:t>
      </w:r>
      <w:r>
        <w:tab/>
        <w:t>1.013e0</w:t>
      </w:r>
    </w:p>
    <w:p w:rsidR="00E00D30" w:rsidRDefault="00E00D30" w:rsidP="00E00D30">
      <w:r>
        <w:t>384.9894</w:t>
      </w:r>
      <w:r>
        <w:tab/>
        <w:t>1.013e0</w:t>
      </w:r>
    </w:p>
    <w:p w:rsidR="00E00D30" w:rsidRDefault="00E00D30" w:rsidP="00E00D30">
      <w:r>
        <w:t>385.0162</w:t>
      </w:r>
      <w:r>
        <w:tab/>
        <w:t>1.013e0</w:t>
      </w:r>
    </w:p>
    <w:p w:rsidR="00E00D30" w:rsidRDefault="00E00D30" w:rsidP="00E00D30">
      <w:r>
        <w:t>385.0305</w:t>
      </w:r>
      <w:r>
        <w:tab/>
        <w:t>1.013e0</w:t>
      </w:r>
    </w:p>
    <w:p w:rsidR="00E00D30" w:rsidRDefault="00E00D30" w:rsidP="00E00D30">
      <w:r>
        <w:t>385.0479</w:t>
      </w:r>
      <w:r>
        <w:tab/>
        <w:t>1.013e0</w:t>
      </w:r>
    </w:p>
    <w:p w:rsidR="00E00D30" w:rsidRDefault="00E00D30" w:rsidP="00E00D30">
      <w:r>
        <w:t>385.0859</w:t>
      </w:r>
      <w:r>
        <w:tab/>
        <w:t>2.025e0</w:t>
      </w:r>
    </w:p>
    <w:p w:rsidR="00E00D30" w:rsidRDefault="00E00D30" w:rsidP="00E00D30">
      <w:r>
        <w:t>385.0905</w:t>
      </w:r>
      <w:r>
        <w:tab/>
        <w:t>1.013e0</w:t>
      </w:r>
    </w:p>
    <w:p w:rsidR="00E00D30" w:rsidRDefault="00E00D30" w:rsidP="00E00D30">
      <w:r>
        <w:t>385.1190</w:t>
      </w:r>
      <w:r>
        <w:tab/>
        <w:t>2.025e0</w:t>
      </w:r>
    </w:p>
    <w:p w:rsidR="00E00D30" w:rsidRDefault="00E00D30" w:rsidP="00E00D30">
      <w:r>
        <w:t>385.1404</w:t>
      </w:r>
      <w:r>
        <w:tab/>
        <w:t>2.025e0</w:t>
      </w:r>
    </w:p>
    <w:p w:rsidR="00E00D30" w:rsidRDefault="00E00D30" w:rsidP="00E00D30">
      <w:r>
        <w:lastRenderedPageBreak/>
        <w:t>385.1431</w:t>
      </w:r>
      <w:r>
        <w:tab/>
        <w:t>2.025e0</w:t>
      </w:r>
    </w:p>
    <w:p w:rsidR="00E00D30" w:rsidRDefault="00E00D30" w:rsidP="00E00D30">
      <w:r>
        <w:t>385.1510</w:t>
      </w:r>
      <w:r>
        <w:tab/>
        <w:t>2.025e0</w:t>
      </w:r>
    </w:p>
    <w:p w:rsidR="00E00D30" w:rsidRDefault="00E00D30" w:rsidP="00E00D30">
      <w:r>
        <w:t>385.1583</w:t>
      </w:r>
      <w:r>
        <w:tab/>
        <w:t>2.025e0</w:t>
      </w:r>
    </w:p>
    <w:p w:rsidR="00E00D30" w:rsidRDefault="00E00D30" w:rsidP="00E00D30">
      <w:r>
        <w:t>385.1720</w:t>
      </w:r>
      <w:r>
        <w:tab/>
        <w:t>4.051e0</w:t>
      </w:r>
    </w:p>
    <w:p w:rsidR="00E00D30" w:rsidRDefault="00E00D30" w:rsidP="00E00D30">
      <w:r>
        <w:t>385.1732</w:t>
      </w:r>
      <w:r>
        <w:tab/>
        <w:t>1.013e0</w:t>
      </w:r>
    </w:p>
    <w:p w:rsidR="00E00D30" w:rsidRDefault="00E00D30" w:rsidP="00E00D30">
      <w:r>
        <w:t>385.1920</w:t>
      </w:r>
      <w:r>
        <w:tab/>
        <w:t>2.025e0</w:t>
      </w:r>
    </w:p>
    <w:p w:rsidR="00E00D30" w:rsidRDefault="00E00D30" w:rsidP="00E00D30">
      <w:r>
        <w:t>385.1935</w:t>
      </w:r>
      <w:r>
        <w:tab/>
        <w:t>2.025e0</w:t>
      </w:r>
    </w:p>
    <w:p w:rsidR="00E00D30" w:rsidRDefault="00E00D30" w:rsidP="00E00D30">
      <w:r>
        <w:t>385.2141</w:t>
      </w:r>
      <w:r>
        <w:tab/>
        <w:t>1.013e0</w:t>
      </w:r>
    </w:p>
    <w:p w:rsidR="00E00D30" w:rsidRDefault="00E00D30" w:rsidP="00E00D30">
      <w:r>
        <w:t>385.2212</w:t>
      </w:r>
      <w:r>
        <w:tab/>
        <w:t>1.013e0</w:t>
      </w:r>
    </w:p>
    <w:p w:rsidR="00E00D30" w:rsidRDefault="00E00D30" w:rsidP="00E00D30">
      <w:r>
        <w:t>385.2290</w:t>
      </w:r>
      <w:r>
        <w:tab/>
        <w:t>1.013e0</w:t>
      </w:r>
    </w:p>
    <w:p w:rsidR="00E00D30" w:rsidRDefault="00E00D30" w:rsidP="00E00D30">
      <w:r>
        <w:t>385.2351</w:t>
      </w:r>
      <w:r>
        <w:tab/>
        <w:t>2.711e0</w:t>
      </w:r>
    </w:p>
    <w:p w:rsidR="00E00D30" w:rsidRDefault="00E00D30" w:rsidP="00E00D30">
      <w:r>
        <w:t>385.2396</w:t>
      </w:r>
      <w:r>
        <w:tab/>
        <w:t>2.025e0</w:t>
      </w:r>
    </w:p>
    <w:p w:rsidR="00E00D30" w:rsidRDefault="00E00D30" w:rsidP="00E00D30">
      <w:r>
        <w:t>385.2620</w:t>
      </w:r>
      <w:r>
        <w:tab/>
        <w:t>2.025e0</w:t>
      </w:r>
    </w:p>
    <w:p w:rsidR="00E00D30" w:rsidRDefault="00E00D30" w:rsidP="00E00D30">
      <w:r>
        <w:t>385.2758</w:t>
      </w:r>
      <w:r>
        <w:tab/>
        <w:t>1.013e0</w:t>
      </w:r>
    </w:p>
    <w:p w:rsidR="00E00D30" w:rsidRDefault="00E00D30" w:rsidP="00E00D30">
      <w:r>
        <w:t>385.2798</w:t>
      </w:r>
      <w:r>
        <w:tab/>
        <w:t>4.051e0</w:t>
      </w:r>
    </w:p>
    <w:p w:rsidR="00E00D30" w:rsidRDefault="00E00D30" w:rsidP="00E00D30">
      <w:r>
        <w:t>385.2832</w:t>
      </w:r>
      <w:r>
        <w:tab/>
        <w:t>1.013e0</w:t>
      </w:r>
    </w:p>
    <w:p w:rsidR="00E00D30" w:rsidRDefault="00E00D30" w:rsidP="00E00D30">
      <w:r>
        <w:t>385.2910</w:t>
      </w:r>
      <w:r>
        <w:tab/>
        <w:t>9.114e0</w:t>
      </w:r>
    </w:p>
    <w:p w:rsidR="00E00D30" w:rsidRDefault="00E00D30" w:rsidP="00E00D30">
      <w:r>
        <w:t>385.3002</w:t>
      </w:r>
      <w:r>
        <w:tab/>
        <w:t>2.025e0</w:t>
      </w:r>
    </w:p>
    <w:p w:rsidR="00E00D30" w:rsidRDefault="00E00D30" w:rsidP="00E00D30">
      <w:r>
        <w:t>385.3035</w:t>
      </w:r>
      <w:r>
        <w:tab/>
        <w:t>6.076e0</w:t>
      </w:r>
    </w:p>
    <w:p w:rsidR="00E00D30" w:rsidRDefault="00E00D30" w:rsidP="00E00D30">
      <w:r>
        <w:lastRenderedPageBreak/>
        <w:t>385.3092</w:t>
      </w:r>
      <w:r>
        <w:tab/>
        <w:t>2.025e0</w:t>
      </w:r>
    </w:p>
    <w:p w:rsidR="00E00D30" w:rsidRDefault="00E00D30" w:rsidP="00E00D30">
      <w:r>
        <w:t>385.3243</w:t>
      </w:r>
      <w:r>
        <w:tab/>
        <w:t>4.051e0</w:t>
      </w:r>
    </w:p>
    <w:p w:rsidR="00E00D30" w:rsidRDefault="00E00D30" w:rsidP="00E00D30">
      <w:r>
        <w:t>385.3440</w:t>
      </w:r>
      <w:r>
        <w:tab/>
        <w:t>1.013e0</w:t>
      </w:r>
    </w:p>
    <w:p w:rsidR="00E00D30" w:rsidRDefault="00E00D30" w:rsidP="00E00D30">
      <w:r>
        <w:t>385.3460</w:t>
      </w:r>
      <w:r>
        <w:tab/>
        <w:t>2.025e0</w:t>
      </w:r>
    </w:p>
    <w:p w:rsidR="00E00D30" w:rsidRDefault="00E00D30" w:rsidP="00E00D30">
      <w:r>
        <w:t>385.3600</w:t>
      </w:r>
      <w:r>
        <w:tab/>
        <w:t>1.013e0</w:t>
      </w:r>
    </w:p>
    <w:p w:rsidR="00E00D30" w:rsidRDefault="00E00D30" w:rsidP="00E00D30">
      <w:r>
        <w:t>385.3743</w:t>
      </w:r>
      <w:r>
        <w:tab/>
        <w:t>2.025e0</w:t>
      </w:r>
    </w:p>
    <w:p w:rsidR="00E00D30" w:rsidRDefault="00E00D30" w:rsidP="00E00D30">
      <w:r>
        <w:t>385.3856</w:t>
      </w:r>
      <w:r>
        <w:tab/>
        <w:t>4.051e0</w:t>
      </w:r>
    </w:p>
    <w:p w:rsidR="00E00D30" w:rsidRDefault="00E00D30" w:rsidP="00E00D30">
      <w:r>
        <w:t>385.4021</w:t>
      </w:r>
      <w:r>
        <w:tab/>
        <w:t>2.025e0</w:t>
      </w:r>
    </w:p>
    <w:p w:rsidR="00E00D30" w:rsidRDefault="00E00D30" w:rsidP="00E00D30">
      <w:r>
        <w:t>385.4124</w:t>
      </w:r>
      <w:r>
        <w:tab/>
        <w:t>1.013e0</w:t>
      </w:r>
    </w:p>
    <w:p w:rsidR="00E00D30" w:rsidRDefault="00E00D30" w:rsidP="00E00D30">
      <w:r>
        <w:t>385.4825</w:t>
      </w:r>
      <w:r>
        <w:tab/>
        <w:t>3.038e0</w:t>
      </w:r>
    </w:p>
    <w:p w:rsidR="00E00D30" w:rsidRDefault="00E00D30" w:rsidP="00E00D30">
      <w:r>
        <w:t>385.4871</w:t>
      </w:r>
      <w:r>
        <w:tab/>
        <w:t>1.013e0</w:t>
      </w:r>
    </w:p>
    <w:p w:rsidR="00E00D30" w:rsidRDefault="00E00D30" w:rsidP="00E00D30">
      <w:r>
        <w:t>385.4914</w:t>
      </w:r>
      <w:r>
        <w:tab/>
        <w:t>1.013e0</w:t>
      </w:r>
    </w:p>
    <w:p w:rsidR="00E00D30" w:rsidRDefault="00E00D30" w:rsidP="00E00D30">
      <w:r>
        <w:t>385.5014</w:t>
      </w:r>
      <w:r>
        <w:tab/>
        <w:t>1.013e0</w:t>
      </w:r>
    </w:p>
    <w:p w:rsidR="00E00D30" w:rsidRDefault="00E00D30" w:rsidP="00E00D30">
      <w:r>
        <w:t>385.5118</w:t>
      </w:r>
      <w:r>
        <w:tab/>
        <w:t>1.013e0</w:t>
      </w:r>
    </w:p>
    <w:p w:rsidR="00E00D30" w:rsidRDefault="00E00D30" w:rsidP="00E00D30">
      <w:r>
        <w:t>385.5429</w:t>
      </w:r>
      <w:r>
        <w:tab/>
        <w:t>1.013e0</w:t>
      </w:r>
    </w:p>
    <w:p w:rsidR="00E00D30" w:rsidRDefault="00E00D30" w:rsidP="00E00D30">
      <w:r>
        <w:t>385.5835</w:t>
      </w:r>
      <w:r>
        <w:tab/>
        <w:t>1.013e0</w:t>
      </w:r>
    </w:p>
    <w:p w:rsidR="00E00D30" w:rsidRDefault="00E00D30" w:rsidP="00E00D30">
      <w:r>
        <w:t>385.6175</w:t>
      </w:r>
      <w:r>
        <w:tab/>
        <w:t>1.013e0</w:t>
      </w:r>
    </w:p>
    <w:p w:rsidR="00E00D30" w:rsidRDefault="00E00D30" w:rsidP="00E00D30">
      <w:r>
        <w:t>385.6254</w:t>
      </w:r>
      <w:r>
        <w:tab/>
        <w:t>1.013e0</w:t>
      </w:r>
    </w:p>
    <w:p w:rsidR="00E00D30" w:rsidRDefault="00E00D30" w:rsidP="00E00D30">
      <w:r>
        <w:t>385.6387</w:t>
      </w:r>
      <w:r>
        <w:tab/>
        <w:t>1.013e0</w:t>
      </w:r>
    </w:p>
    <w:p w:rsidR="00E00D30" w:rsidRDefault="00E00D30" w:rsidP="00E00D30">
      <w:r>
        <w:lastRenderedPageBreak/>
        <w:t>385.6517</w:t>
      </w:r>
      <w:r>
        <w:tab/>
        <w:t>2.025e0</w:t>
      </w:r>
    </w:p>
    <w:p w:rsidR="00E00D30" w:rsidRDefault="00E00D30" w:rsidP="00E00D30">
      <w:r>
        <w:t>385.6680</w:t>
      </w:r>
      <w:r>
        <w:tab/>
        <w:t>1.013e0</w:t>
      </w:r>
    </w:p>
    <w:p w:rsidR="00E00D30" w:rsidRDefault="00E00D30" w:rsidP="00E00D30">
      <w:r>
        <w:t>385.6840</w:t>
      </w:r>
      <w:r>
        <w:tab/>
        <w:t>2.025e0</w:t>
      </w:r>
    </w:p>
    <w:p w:rsidR="00E00D30" w:rsidRDefault="00E00D30" w:rsidP="00E00D30">
      <w:r>
        <w:t>385.6852</w:t>
      </w:r>
      <w:r>
        <w:tab/>
        <w:t>1.013e0</w:t>
      </w:r>
    </w:p>
    <w:p w:rsidR="00E00D30" w:rsidRDefault="00E00D30" w:rsidP="00E00D30">
      <w:r>
        <w:t>385.7611</w:t>
      </w:r>
      <w:r>
        <w:tab/>
        <w:t>1.013e0</w:t>
      </w:r>
    </w:p>
    <w:p w:rsidR="00E00D30" w:rsidRDefault="00E00D30" w:rsidP="00E00D30">
      <w:r>
        <w:t>385.7709</w:t>
      </w:r>
      <w:r>
        <w:tab/>
        <w:t>2.025e0</w:t>
      </w:r>
    </w:p>
    <w:p w:rsidR="00E00D30" w:rsidRDefault="00E00D30" w:rsidP="00E00D30">
      <w:r>
        <w:t>385.8119</w:t>
      </w:r>
      <w:r>
        <w:tab/>
        <w:t>2.025e0</w:t>
      </w:r>
    </w:p>
    <w:p w:rsidR="00E00D30" w:rsidRDefault="00E00D30" w:rsidP="00E00D30">
      <w:r>
        <w:t>385.8163</w:t>
      </w:r>
      <w:r>
        <w:tab/>
        <w:t>2.025e0</w:t>
      </w:r>
    </w:p>
    <w:p w:rsidR="00E00D30" w:rsidRDefault="00E00D30" w:rsidP="00E00D30">
      <w:r>
        <w:t>385.8364</w:t>
      </w:r>
      <w:r>
        <w:tab/>
        <w:t>1.013e0</w:t>
      </w:r>
    </w:p>
    <w:p w:rsidR="00E00D30" w:rsidRDefault="00E00D30" w:rsidP="00E00D30">
      <w:r>
        <w:t>385.8966</w:t>
      </w:r>
      <w:r>
        <w:tab/>
        <w:t>2.025e0</w:t>
      </w:r>
    </w:p>
    <w:p w:rsidR="00E00D30" w:rsidRDefault="00E00D30" w:rsidP="00E00D30">
      <w:r>
        <w:t>385.9185</w:t>
      </w:r>
      <w:r>
        <w:tab/>
        <w:t>1.013e0</w:t>
      </w:r>
    </w:p>
    <w:p w:rsidR="00E00D30" w:rsidRDefault="00E00D30" w:rsidP="00E00D30">
      <w:r>
        <w:t>385.9391</w:t>
      </w:r>
      <w:r>
        <w:tab/>
        <w:t>1.013e0</w:t>
      </w:r>
    </w:p>
    <w:p w:rsidR="00E00D30" w:rsidRDefault="00E00D30" w:rsidP="00E00D30">
      <w:r>
        <w:t>385.9461</w:t>
      </w:r>
      <w:r>
        <w:tab/>
        <w:t>1.013e0</w:t>
      </w:r>
    </w:p>
    <w:p w:rsidR="00E00D30" w:rsidRDefault="00E00D30" w:rsidP="00E00D30">
      <w:r>
        <w:t>385.9870</w:t>
      </w:r>
      <w:r>
        <w:tab/>
        <w:t>1.013e0</w:t>
      </w:r>
    </w:p>
    <w:p w:rsidR="00E00D30" w:rsidRDefault="00E00D30" w:rsidP="00E00D30">
      <w:r>
        <w:t>386.0009</w:t>
      </w:r>
      <w:r>
        <w:tab/>
        <w:t>1.013e0</w:t>
      </w:r>
    </w:p>
    <w:p w:rsidR="00E00D30" w:rsidRDefault="00E00D30" w:rsidP="00E00D30">
      <w:r>
        <w:t>386.0119</w:t>
      </w:r>
      <w:r>
        <w:tab/>
        <w:t>2.025e0</w:t>
      </w:r>
    </w:p>
    <w:p w:rsidR="00E00D30" w:rsidRDefault="00E00D30" w:rsidP="00E00D30">
      <w:r>
        <w:t>386.0146</w:t>
      </w:r>
      <w:r>
        <w:tab/>
        <w:t>1.013e0</w:t>
      </w:r>
    </w:p>
    <w:p w:rsidR="00E00D30" w:rsidRDefault="00E00D30" w:rsidP="00E00D30">
      <w:r>
        <w:t>386.0183</w:t>
      </w:r>
      <w:r>
        <w:tab/>
        <w:t>1.013e0</w:t>
      </w:r>
    </w:p>
    <w:p w:rsidR="00E00D30" w:rsidRDefault="00E00D30" w:rsidP="00E00D30">
      <w:r>
        <w:t>386.0349</w:t>
      </w:r>
      <w:r>
        <w:tab/>
        <w:t>1.013e0</w:t>
      </w:r>
    </w:p>
    <w:p w:rsidR="00E00D30" w:rsidRDefault="00E00D30" w:rsidP="00E00D30">
      <w:r>
        <w:lastRenderedPageBreak/>
        <w:t>386.0592</w:t>
      </w:r>
      <w:r>
        <w:tab/>
        <w:t>2.025e0</w:t>
      </w:r>
    </w:p>
    <w:p w:rsidR="00E00D30" w:rsidRDefault="00E00D30" w:rsidP="00E00D30">
      <w:r>
        <w:t>386.0693</w:t>
      </w:r>
      <w:r>
        <w:tab/>
        <w:t>1.013e0</w:t>
      </w:r>
    </w:p>
    <w:p w:rsidR="00E00D30" w:rsidRDefault="00E00D30" w:rsidP="00E00D30">
      <w:r>
        <w:t>386.0712</w:t>
      </w:r>
      <w:r>
        <w:tab/>
        <w:t>2.025e0</w:t>
      </w:r>
    </w:p>
    <w:p w:rsidR="00E00D30" w:rsidRDefault="00E00D30" w:rsidP="00E00D30">
      <w:r>
        <w:t>386.0965</w:t>
      </w:r>
      <w:r>
        <w:tab/>
        <w:t>4.051e0</w:t>
      </w:r>
    </w:p>
    <w:p w:rsidR="00E00D30" w:rsidRDefault="00E00D30" w:rsidP="00E00D30">
      <w:r>
        <w:t>386.1070</w:t>
      </w:r>
      <w:r>
        <w:tab/>
        <w:t>1.013e0</w:t>
      </w:r>
    </w:p>
    <w:p w:rsidR="00E00D30" w:rsidRDefault="00E00D30" w:rsidP="00E00D30">
      <w:r>
        <w:t>386.1173</w:t>
      </w:r>
      <w:r>
        <w:tab/>
        <w:t>1.013e0</w:t>
      </w:r>
    </w:p>
    <w:p w:rsidR="00E00D30" w:rsidRDefault="00E00D30" w:rsidP="00E00D30">
      <w:r>
        <w:t>386.1335</w:t>
      </w:r>
      <w:r>
        <w:tab/>
        <w:t>3.038e0</w:t>
      </w:r>
    </w:p>
    <w:p w:rsidR="00E00D30" w:rsidRDefault="00E00D30" w:rsidP="00E00D30">
      <w:r>
        <w:t>386.1447</w:t>
      </w:r>
      <w:r>
        <w:tab/>
        <w:t>1.013e0</w:t>
      </w:r>
    </w:p>
    <w:p w:rsidR="00E00D30" w:rsidRDefault="00E00D30" w:rsidP="00E00D30">
      <w:r>
        <w:t>386.1490</w:t>
      </w:r>
      <w:r>
        <w:tab/>
        <w:t>2.025e0</w:t>
      </w:r>
    </w:p>
    <w:p w:rsidR="00E00D30" w:rsidRDefault="00E00D30" w:rsidP="00E00D30">
      <w:r>
        <w:t>386.1570</w:t>
      </w:r>
      <w:r>
        <w:tab/>
        <w:t>3.038e0</w:t>
      </w:r>
    </w:p>
    <w:p w:rsidR="00E00D30" w:rsidRDefault="00E00D30" w:rsidP="00E00D30">
      <w:r>
        <w:t>386.1581</w:t>
      </w:r>
      <w:r>
        <w:tab/>
        <w:t>1.013e0</w:t>
      </w:r>
    </w:p>
    <w:p w:rsidR="00E00D30" w:rsidRDefault="00E00D30" w:rsidP="00E00D30">
      <w:r>
        <w:t>386.1787</w:t>
      </w:r>
      <w:r>
        <w:tab/>
        <w:t>1.013e0</w:t>
      </w:r>
    </w:p>
    <w:p w:rsidR="00E00D30" w:rsidRDefault="00E00D30" w:rsidP="00E00D30">
      <w:r>
        <w:t>386.1815</w:t>
      </w:r>
      <w:r>
        <w:tab/>
        <w:t>3.038e0</w:t>
      </w:r>
    </w:p>
    <w:p w:rsidR="00E00D30" w:rsidRDefault="00E00D30" w:rsidP="00E00D30">
      <w:r>
        <w:t>386.1956</w:t>
      </w:r>
      <w:r>
        <w:tab/>
        <w:t>1.013e0</w:t>
      </w:r>
    </w:p>
    <w:p w:rsidR="00E00D30" w:rsidRDefault="00E00D30" w:rsidP="00E00D30">
      <w:r>
        <w:t>386.2026</w:t>
      </w:r>
      <w:r>
        <w:tab/>
        <w:t>3.038e0</w:t>
      </w:r>
    </w:p>
    <w:p w:rsidR="00E00D30" w:rsidRDefault="00E00D30" w:rsidP="00E00D30">
      <w:r>
        <w:t>386.2165</w:t>
      </w:r>
      <w:r>
        <w:tab/>
        <w:t>1.013e0</w:t>
      </w:r>
    </w:p>
    <w:p w:rsidR="00E00D30" w:rsidRDefault="00E00D30" w:rsidP="00E00D30">
      <w:r>
        <w:t>386.2255</w:t>
      </w:r>
      <w:r>
        <w:tab/>
        <w:t>2.025e0</w:t>
      </w:r>
    </w:p>
    <w:p w:rsidR="00E00D30" w:rsidRDefault="00E00D30" w:rsidP="00E00D30">
      <w:r>
        <w:t>386.2273</w:t>
      </w:r>
      <w:r>
        <w:tab/>
        <w:t>1.013e0</w:t>
      </w:r>
    </w:p>
    <w:p w:rsidR="00E00D30" w:rsidRDefault="00E00D30" w:rsidP="00E00D30">
      <w:r>
        <w:t>386.2334</w:t>
      </w:r>
      <w:r>
        <w:tab/>
        <w:t>4.051e0</w:t>
      </w:r>
    </w:p>
    <w:p w:rsidR="00E00D30" w:rsidRDefault="00E00D30" w:rsidP="00E00D30">
      <w:r>
        <w:lastRenderedPageBreak/>
        <w:t>386.2411</w:t>
      </w:r>
      <w:r>
        <w:tab/>
        <w:t>3.038e0</w:t>
      </w:r>
    </w:p>
    <w:p w:rsidR="00E00D30" w:rsidRDefault="00E00D30" w:rsidP="00E00D30">
      <w:r>
        <w:t>386.2442</w:t>
      </w:r>
      <w:r>
        <w:tab/>
        <w:t>2.025e0</w:t>
      </w:r>
    </w:p>
    <w:p w:rsidR="00E00D30" w:rsidRDefault="00E00D30" w:rsidP="00E00D30">
      <w:r>
        <w:t>386.2474</w:t>
      </w:r>
      <w:r>
        <w:tab/>
        <w:t>1.013e0</w:t>
      </w:r>
    </w:p>
    <w:p w:rsidR="00E00D30" w:rsidRDefault="00E00D30" w:rsidP="00E00D30">
      <w:r>
        <w:t>386.2506</w:t>
      </w:r>
      <w:r>
        <w:tab/>
        <w:t>2.025e0</w:t>
      </w:r>
    </w:p>
    <w:p w:rsidR="00E00D30" w:rsidRDefault="00E00D30" w:rsidP="00E00D30">
      <w:r>
        <w:t>386.2735</w:t>
      </w:r>
      <w:r>
        <w:tab/>
        <w:t>2.025e0</w:t>
      </w:r>
    </w:p>
    <w:p w:rsidR="00E00D30" w:rsidRDefault="00E00D30" w:rsidP="00E00D30">
      <w:r>
        <w:t>386.2746</w:t>
      </w:r>
      <w:r>
        <w:tab/>
        <w:t>1.013e0</w:t>
      </w:r>
    </w:p>
    <w:p w:rsidR="00E00D30" w:rsidRDefault="00E00D30" w:rsidP="00E00D30">
      <w:r>
        <w:t>386.2758</w:t>
      </w:r>
      <w:r>
        <w:tab/>
        <w:t>3.038e0</w:t>
      </w:r>
    </w:p>
    <w:p w:rsidR="00E00D30" w:rsidRDefault="00E00D30" w:rsidP="00E00D30">
      <w:r>
        <w:t>386.2888</w:t>
      </w:r>
      <w:r>
        <w:tab/>
        <w:t>4.051e0</w:t>
      </w:r>
    </w:p>
    <w:p w:rsidR="00E00D30" w:rsidRDefault="00E00D30" w:rsidP="00E00D30">
      <w:r>
        <w:t>386.2986</w:t>
      </w:r>
      <w:r>
        <w:tab/>
        <w:t>4.209e0</w:t>
      </w:r>
    </w:p>
    <w:p w:rsidR="00E00D30" w:rsidRDefault="00E00D30" w:rsidP="00E00D30">
      <w:r>
        <w:t>386.3091</w:t>
      </w:r>
      <w:r>
        <w:tab/>
        <w:t>1.013e0</w:t>
      </w:r>
    </w:p>
    <w:p w:rsidR="00E00D30" w:rsidRDefault="00E00D30" w:rsidP="00E00D30">
      <w:r>
        <w:t>386.3228</w:t>
      </w:r>
      <w:r>
        <w:tab/>
        <w:t>1.013e0</w:t>
      </w:r>
    </w:p>
    <w:p w:rsidR="00E00D30" w:rsidRDefault="00E00D30" w:rsidP="00E00D30">
      <w:r>
        <w:t>386.3308</w:t>
      </w:r>
      <w:r>
        <w:tab/>
        <w:t>4.051e0</w:t>
      </w:r>
    </w:p>
    <w:p w:rsidR="00E00D30" w:rsidRDefault="00E00D30" w:rsidP="00E00D30">
      <w:r>
        <w:t>386.3333</w:t>
      </w:r>
      <w:r>
        <w:tab/>
        <w:t>2.025e0</w:t>
      </w:r>
    </w:p>
    <w:p w:rsidR="00E00D30" w:rsidRDefault="00E00D30" w:rsidP="00E00D30">
      <w:r>
        <w:t>386.3575</w:t>
      </w:r>
      <w:r>
        <w:tab/>
        <w:t>1.013e0</w:t>
      </w:r>
    </w:p>
    <w:p w:rsidR="00E00D30" w:rsidRDefault="00E00D30" w:rsidP="00E00D30">
      <w:r>
        <w:t>386.3656</w:t>
      </w:r>
      <w:r>
        <w:tab/>
        <w:t>2.025e0</w:t>
      </w:r>
    </w:p>
    <w:p w:rsidR="00E00D30" w:rsidRDefault="00E00D30" w:rsidP="00E00D30">
      <w:r>
        <w:t>386.3705</w:t>
      </w:r>
      <w:r>
        <w:tab/>
        <w:t>4.025e0</w:t>
      </w:r>
    </w:p>
    <w:p w:rsidR="00E00D30" w:rsidRDefault="00E00D30" w:rsidP="00E00D30">
      <w:r>
        <w:t>386.3726</w:t>
      </w:r>
      <w:r>
        <w:tab/>
        <w:t>1.013e0</w:t>
      </w:r>
    </w:p>
    <w:p w:rsidR="00E00D30" w:rsidRDefault="00E00D30" w:rsidP="00E00D30">
      <w:r>
        <w:t>386.3944</w:t>
      </w:r>
      <w:r>
        <w:tab/>
        <w:t>1.013e0</w:t>
      </w:r>
    </w:p>
    <w:p w:rsidR="00E00D30" w:rsidRDefault="00E00D30" w:rsidP="00E00D30">
      <w:r>
        <w:t>386.3981</w:t>
      </w:r>
      <w:r>
        <w:tab/>
        <w:t>1.013e0</w:t>
      </w:r>
    </w:p>
    <w:p w:rsidR="00E00D30" w:rsidRDefault="00E00D30" w:rsidP="00E00D30">
      <w:r>
        <w:lastRenderedPageBreak/>
        <w:t>386.4405</w:t>
      </w:r>
      <w:r>
        <w:tab/>
        <w:t>1.013e0</w:t>
      </w:r>
    </w:p>
    <w:p w:rsidR="00E00D30" w:rsidRDefault="00E00D30" w:rsidP="00E00D30">
      <w:r>
        <w:t>386.4634</w:t>
      </w:r>
      <w:r>
        <w:tab/>
        <w:t>2.025e0</w:t>
      </w:r>
    </w:p>
    <w:p w:rsidR="00E00D30" w:rsidRDefault="00E00D30" w:rsidP="00E00D30">
      <w:r>
        <w:t>386.4784</w:t>
      </w:r>
      <w:r>
        <w:tab/>
        <w:t>1.013e0</w:t>
      </w:r>
    </w:p>
    <w:p w:rsidR="00E00D30" w:rsidRDefault="00E00D30" w:rsidP="00E00D30">
      <w:r>
        <w:t>386.5042</w:t>
      </w:r>
      <w:r>
        <w:tab/>
        <w:t>1.013e0</w:t>
      </w:r>
    </w:p>
    <w:p w:rsidR="00E00D30" w:rsidRDefault="00E00D30" w:rsidP="00E00D30">
      <w:r>
        <w:t>386.5216</w:t>
      </w:r>
      <w:r>
        <w:tab/>
        <w:t>1.013e0</w:t>
      </w:r>
    </w:p>
    <w:p w:rsidR="00E00D30" w:rsidRDefault="00E00D30" w:rsidP="00E00D30">
      <w:r>
        <w:t>386.5249</w:t>
      </w:r>
      <w:r>
        <w:tab/>
        <w:t>1.013e0</w:t>
      </w:r>
    </w:p>
    <w:p w:rsidR="00E00D30" w:rsidRDefault="00E00D30" w:rsidP="00E00D30">
      <w:r>
        <w:t>386.5418</w:t>
      </w:r>
      <w:r>
        <w:tab/>
        <w:t>1.013e0</w:t>
      </w:r>
    </w:p>
    <w:p w:rsidR="00E00D30" w:rsidRDefault="00E00D30" w:rsidP="00E00D30">
      <w:r>
        <w:t>386.5624</w:t>
      </w:r>
      <w:r>
        <w:tab/>
        <w:t>1.013e0</w:t>
      </w:r>
    </w:p>
    <w:p w:rsidR="00E00D30" w:rsidRDefault="00E00D30" w:rsidP="00E00D30">
      <w:r>
        <w:t>386.5670</w:t>
      </w:r>
      <w:r>
        <w:tab/>
        <w:t>1.013e0</w:t>
      </w:r>
    </w:p>
    <w:p w:rsidR="00E00D30" w:rsidRDefault="00E00D30" w:rsidP="00E00D30">
      <w:r>
        <w:t>386.5889</w:t>
      </w:r>
      <w:r>
        <w:tab/>
        <w:t>2.025e0</w:t>
      </w:r>
    </w:p>
    <w:p w:rsidR="00E00D30" w:rsidRDefault="00E00D30" w:rsidP="00E00D30">
      <w:r>
        <w:t>386.5925</w:t>
      </w:r>
      <w:r>
        <w:tab/>
        <w:t>2.025e0</w:t>
      </w:r>
    </w:p>
    <w:p w:rsidR="00E00D30" w:rsidRDefault="00E00D30" w:rsidP="00E00D30">
      <w:r>
        <w:t>386.6009</w:t>
      </w:r>
      <w:r>
        <w:tab/>
        <w:t>2.025e0</w:t>
      </w:r>
    </w:p>
    <w:p w:rsidR="00E00D30" w:rsidRDefault="00E00D30" w:rsidP="00E00D30">
      <w:r>
        <w:t>386.6096</w:t>
      </w:r>
      <w:r>
        <w:tab/>
        <w:t>1.013e0</w:t>
      </w:r>
    </w:p>
    <w:p w:rsidR="00E00D30" w:rsidRDefault="00E00D30" w:rsidP="00E00D30">
      <w:r>
        <w:t>386.6471</w:t>
      </w:r>
      <w:r>
        <w:tab/>
        <w:t>2.025e0</w:t>
      </w:r>
    </w:p>
    <w:p w:rsidR="00E00D30" w:rsidRDefault="00E00D30" w:rsidP="00E00D30">
      <w:r>
        <w:t>386.6652</w:t>
      </w:r>
      <w:r>
        <w:tab/>
        <w:t>1.013e0</w:t>
      </w:r>
    </w:p>
    <w:p w:rsidR="00E00D30" w:rsidRDefault="00E00D30" w:rsidP="00E00D30">
      <w:r>
        <w:t>386.6933</w:t>
      </w:r>
      <w:r>
        <w:tab/>
        <w:t>1.013e0</w:t>
      </w:r>
    </w:p>
    <w:p w:rsidR="00E00D30" w:rsidRDefault="00E00D30" w:rsidP="00E00D30">
      <w:r>
        <w:t>386.7486</w:t>
      </w:r>
      <w:r>
        <w:tab/>
        <w:t>2.025e0</w:t>
      </w:r>
    </w:p>
    <w:p w:rsidR="00E00D30" w:rsidRDefault="00E00D30" w:rsidP="00E00D30">
      <w:r>
        <w:t>386.7614</w:t>
      </w:r>
      <w:r>
        <w:tab/>
        <w:t>1.013e0</w:t>
      </w:r>
    </w:p>
    <w:p w:rsidR="00E00D30" w:rsidRDefault="00E00D30" w:rsidP="00E00D30">
      <w:r>
        <w:t>386.7938</w:t>
      </w:r>
      <w:r>
        <w:tab/>
        <w:t>2.025e0</w:t>
      </w:r>
    </w:p>
    <w:p w:rsidR="00E00D30" w:rsidRDefault="00E00D30" w:rsidP="00E00D30">
      <w:r>
        <w:lastRenderedPageBreak/>
        <w:t>386.8161</w:t>
      </w:r>
      <w:r>
        <w:tab/>
        <w:t>1.013e0</w:t>
      </w:r>
    </w:p>
    <w:p w:rsidR="00E00D30" w:rsidRDefault="00E00D30" w:rsidP="00E00D30">
      <w:r>
        <w:t>386.8232</w:t>
      </w:r>
      <w:r>
        <w:tab/>
        <w:t>2.025e0</w:t>
      </w:r>
    </w:p>
    <w:p w:rsidR="00E00D30" w:rsidRDefault="00E00D30" w:rsidP="00E00D30">
      <w:r>
        <w:t>386.8577</w:t>
      </w:r>
      <w:r>
        <w:tab/>
        <w:t>1.013e0</w:t>
      </w:r>
    </w:p>
    <w:p w:rsidR="00E00D30" w:rsidRDefault="00E00D30" w:rsidP="00E00D30">
      <w:r>
        <w:t>386.9003</w:t>
      </w:r>
      <w:r>
        <w:tab/>
        <w:t>1.013e0</w:t>
      </w:r>
    </w:p>
    <w:p w:rsidR="00E00D30" w:rsidRDefault="00E00D30" w:rsidP="00E00D30">
      <w:r>
        <w:t>386.9072</w:t>
      </w:r>
      <w:r>
        <w:tab/>
        <w:t>2.025e0</w:t>
      </w:r>
    </w:p>
    <w:p w:rsidR="00E00D30" w:rsidRDefault="00E00D30" w:rsidP="00E00D30">
      <w:r>
        <w:t>386.9284</w:t>
      </w:r>
      <w:r>
        <w:tab/>
        <w:t>2.025e0</w:t>
      </w:r>
    </w:p>
    <w:p w:rsidR="00E00D30" w:rsidRDefault="00E00D30" w:rsidP="00E00D30">
      <w:r>
        <w:t>386.9467</w:t>
      </w:r>
      <w:r>
        <w:tab/>
        <w:t>1.013e0</w:t>
      </w:r>
    </w:p>
    <w:p w:rsidR="00E00D30" w:rsidRDefault="00E00D30" w:rsidP="00E00D30">
      <w:r>
        <w:t>386.9534</w:t>
      </w:r>
      <w:r>
        <w:tab/>
        <w:t>3.038e0</w:t>
      </w:r>
    </w:p>
    <w:p w:rsidR="00E00D30" w:rsidRDefault="00E00D30" w:rsidP="00E00D30">
      <w:r>
        <w:t>386.9622</w:t>
      </w:r>
      <w:r>
        <w:tab/>
        <w:t>2.025e0</w:t>
      </w:r>
    </w:p>
    <w:p w:rsidR="00E00D30" w:rsidRDefault="00E00D30" w:rsidP="00E00D30">
      <w:r>
        <w:t>386.9638</w:t>
      </w:r>
      <w:r>
        <w:tab/>
        <w:t>1.013e0</w:t>
      </w:r>
    </w:p>
    <w:p w:rsidR="00E00D30" w:rsidRDefault="00E00D30" w:rsidP="00E00D30">
      <w:r>
        <w:t>386.9682</w:t>
      </w:r>
      <w:r>
        <w:tab/>
        <w:t>1.013e0</w:t>
      </w:r>
    </w:p>
    <w:p w:rsidR="00E00D30" w:rsidRDefault="00E00D30" w:rsidP="00E00D30">
      <w:r>
        <w:t>386.9944</w:t>
      </w:r>
      <w:r>
        <w:tab/>
        <w:t>1.013e0</w:t>
      </w:r>
    </w:p>
    <w:p w:rsidR="00E00D30" w:rsidRDefault="00E00D30" w:rsidP="00E00D30">
      <w:r>
        <w:t>387.0066</w:t>
      </w:r>
      <w:r>
        <w:tab/>
        <w:t>2.025e0</w:t>
      </w:r>
    </w:p>
    <w:p w:rsidR="00E00D30" w:rsidRDefault="00E00D30" w:rsidP="00E00D30">
      <w:r>
        <w:t>387.0221</w:t>
      </w:r>
      <w:r>
        <w:tab/>
        <w:t>1.013e0</w:t>
      </w:r>
    </w:p>
    <w:p w:rsidR="00E00D30" w:rsidRDefault="00E00D30" w:rsidP="00E00D30">
      <w:r>
        <w:t>387.0239</w:t>
      </w:r>
      <w:r>
        <w:tab/>
        <w:t>2.025e0</w:t>
      </w:r>
    </w:p>
    <w:p w:rsidR="00E00D30" w:rsidRDefault="00E00D30" w:rsidP="00E00D30">
      <w:r>
        <w:t>387.0396</w:t>
      </w:r>
      <w:r>
        <w:tab/>
        <w:t>2.025e0</w:t>
      </w:r>
    </w:p>
    <w:p w:rsidR="00E00D30" w:rsidRDefault="00E00D30" w:rsidP="00E00D30">
      <w:r>
        <w:t>387.0486</w:t>
      </w:r>
      <w:r>
        <w:tab/>
        <w:t>2.025e0</w:t>
      </w:r>
    </w:p>
    <w:p w:rsidR="00E00D30" w:rsidRDefault="00E00D30" w:rsidP="00E00D30">
      <w:r>
        <w:t>387.0699</w:t>
      </w:r>
      <w:r>
        <w:tab/>
        <w:t>1.013e0</w:t>
      </w:r>
    </w:p>
    <w:p w:rsidR="00E00D30" w:rsidRDefault="00E00D30" w:rsidP="00E00D30">
      <w:r>
        <w:t>387.0993</w:t>
      </w:r>
      <w:r>
        <w:tab/>
        <w:t>1.013e0</w:t>
      </w:r>
    </w:p>
    <w:p w:rsidR="00E00D30" w:rsidRDefault="00E00D30" w:rsidP="00E00D30">
      <w:r>
        <w:lastRenderedPageBreak/>
        <w:t>387.1060</w:t>
      </w:r>
      <w:r>
        <w:tab/>
        <w:t>2.025e0</w:t>
      </w:r>
    </w:p>
    <w:p w:rsidR="00E00D30" w:rsidRDefault="00E00D30" w:rsidP="00E00D30">
      <w:r>
        <w:t>387.1199</w:t>
      </w:r>
      <w:r>
        <w:tab/>
        <w:t>1.013e0</w:t>
      </w:r>
    </w:p>
    <w:p w:rsidR="00E00D30" w:rsidRDefault="00E00D30" w:rsidP="00E00D30">
      <w:r>
        <w:t>387.1251</w:t>
      </w:r>
      <w:r>
        <w:tab/>
        <w:t>1.013e0</w:t>
      </w:r>
    </w:p>
    <w:p w:rsidR="00E00D30" w:rsidRDefault="00E00D30" w:rsidP="00E00D30">
      <w:r>
        <w:t>387.1317</w:t>
      </w:r>
      <w:r>
        <w:tab/>
        <w:t>1.013e0</w:t>
      </w:r>
    </w:p>
    <w:p w:rsidR="00E00D30" w:rsidRDefault="00E00D30" w:rsidP="00E00D30">
      <w:r>
        <w:t>387.1374</w:t>
      </w:r>
      <w:r>
        <w:tab/>
        <w:t>1.013e0</w:t>
      </w:r>
    </w:p>
    <w:p w:rsidR="00E00D30" w:rsidRDefault="00E00D30" w:rsidP="00E00D30">
      <w:r>
        <w:t>387.1389</w:t>
      </w:r>
      <w:r>
        <w:tab/>
        <w:t>2.025e0</w:t>
      </w:r>
    </w:p>
    <w:p w:rsidR="00E00D30" w:rsidRDefault="00E00D30" w:rsidP="00E00D30">
      <w:r>
        <w:t>387.1422</w:t>
      </w:r>
      <w:r>
        <w:tab/>
        <w:t>2.025e0</w:t>
      </w:r>
    </w:p>
    <w:p w:rsidR="00E00D30" w:rsidRDefault="00E00D30" w:rsidP="00E00D30">
      <w:r>
        <w:t>387.1530</w:t>
      </w:r>
      <w:r>
        <w:tab/>
        <w:t>1.013e0</w:t>
      </w:r>
    </w:p>
    <w:p w:rsidR="00E00D30" w:rsidRDefault="00E00D30" w:rsidP="00E00D30">
      <w:r>
        <w:t>387.1548</w:t>
      </w:r>
      <w:r>
        <w:tab/>
        <w:t>3.038e0</w:t>
      </w:r>
    </w:p>
    <w:p w:rsidR="00E00D30" w:rsidRDefault="00E00D30" w:rsidP="00E00D30">
      <w:r>
        <w:t>387.1663</w:t>
      </w:r>
      <w:r>
        <w:tab/>
        <w:t>1.013e0</w:t>
      </w:r>
    </w:p>
    <w:p w:rsidR="00E00D30" w:rsidRDefault="00E00D30" w:rsidP="00E00D30">
      <w:r>
        <w:t>387.2084</w:t>
      </w:r>
      <w:r>
        <w:tab/>
        <w:t>1.013e0</w:t>
      </w:r>
    </w:p>
    <w:p w:rsidR="00E00D30" w:rsidRDefault="00E00D30" w:rsidP="00E00D30">
      <w:r>
        <w:t>387.2130</w:t>
      </w:r>
      <w:r>
        <w:tab/>
        <w:t>3.038e0</w:t>
      </w:r>
    </w:p>
    <w:p w:rsidR="00E00D30" w:rsidRDefault="00E00D30" w:rsidP="00E00D30">
      <w:r>
        <w:t>387.2143</w:t>
      </w:r>
      <w:r>
        <w:tab/>
        <w:t>1.013e0</w:t>
      </w:r>
    </w:p>
    <w:p w:rsidR="00E00D30" w:rsidRDefault="00E00D30" w:rsidP="00E00D30">
      <w:r>
        <w:t>387.2188</w:t>
      </w:r>
      <w:r>
        <w:tab/>
        <w:t>5.063e0</w:t>
      </w:r>
    </w:p>
    <w:p w:rsidR="00E00D30" w:rsidRDefault="00E00D30" w:rsidP="00E00D30">
      <w:r>
        <w:t>387.2309</w:t>
      </w:r>
      <w:r>
        <w:tab/>
        <w:t>3.038e0</w:t>
      </w:r>
    </w:p>
    <w:p w:rsidR="00E00D30" w:rsidRDefault="00E00D30" w:rsidP="00E00D30">
      <w:r>
        <w:t>387.2523</w:t>
      </w:r>
      <w:r>
        <w:tab/>
        <w:t>2.025e0</w:t>
      </w:r>
    </w:p>
    <w:p w:rsidR="00E00D30" w:rsidRDefault="00E00D30" w:rsidP="00E00D30">
      <w:r>
        <w:t>387.2534</w:t>
      </w:r>
      <w:r>
        <w:tab/>
        <w:t>2.025e0</w:t>
      </w:r>
    </w:p>
    <w:p w:rsidR="00E00D30" w:rsidRDefault="00E00D30" w:rsidP="00E00D30">
      <w:r>
        <w:t>387.2617</w:t>
      </w:r>
      <w:r>
        <w:tab/>
        <w:t>3.038e0</w:t>
      </w:r>
    </w:p>
    <w:p w:rsidR="00E00D30" w:rsidRDefault="00E00D30" w:rsidP="00E00D30">
      <w:r>
        <w:t>387.2793</w:t>
      </w:r>
      <w:r>
        <w:tab/>
        <w:t>3.038e0</w:t>
      </w:r>
    </w:p>
    <w:p w:rsidR="00E00D30" w:rsidRDefault="00E00D30" w:rsidP="00E00D30">
      <w:r>
        <w:lastRenderedPageBreak/>
        <w:t>387.2939</w:t>
      </w:r>
      <w:r>
        <w:tab/>
        <w:t>1.013e0</w:t>
      </w:r>
    </w:p>
    <w:p w:rsidR="00E00D30" w:rsidRDefault="00E00D30" w:rsidP="00E00D30">
      <w:r>
        <w:t>387.3145</w:t>
      </w:r>
      <w:r>
        <w:tab/>
        <w:t>1.013e0</w:t>
      </w:r>
    </w:p>
    <w:p w:rsidR="00E00D30" w:rsidRDefault="00E00D30" w:rsidP="00E00D30">
      <w:r>
        <w:t>387.3182</w:t>
      </w:r>
      <w:r>
        <w:tab/>
        <w:t>2.025e0</w:t>
      </w:r>
    </w:p>
    <w:p w:rsidR="00E00D30" w:rsidRDefault="00E00D30" w:rsidP="00E00D30">
      <w:r>
        <w:t>387.3250</w:t>
      </w:r>
      <w:r>
        <w:tab/>
        <w:t>3.038e0</w:t>
      </w:r>
    </w:p>
    <w:p w:rsidR="00E00D30" w:rsidRDefault="00E00D30" w:rsidP="00E00D30">
      <w:r>
        <w:t>387.3583</w:t>
      </w:r>
      <w:r>
        <w:tab/>
        <w:t>3.038e0</w:t>
      </w:r>
    </w:p>
    <w:p w:rsidR="00E00D30" w:rsidRDefault="00E00D30" w:rsidP="00E00D30">
      <w:r>
        <w:t>387.3608</w:t>
      </w:r>
      <w:r>
        <w:tab/>
        <w:t>2.025e0</w:t>
      </w:r>
    </w:p>
    <w:p w:rsidR="00E00D30" w:rsidRDefault="00E00D30" w:rsidP="00E00D30">
      <w:r>
        <w:t>387.3658</w:t>
      </w:r>
      <w:r>
        <w:tab/>
        <w:t>1.013e0</w:t>
      </w:r>
    </w:p>
    <w:p w:rsidR="00E00D30" w:rsidRDefault="00E00D30" w:rsidP="00E00D30">
      <w:r>
        <w:t>387.4000</w:t>
      </w:r>
      <w:r>
        <w:tab/>
        <w:t>1.013e0</w:t>
      </w:r>
    </w:p>
    <w:p w:rsidR="00E00D30" w:rsidRDefault="00E00D30" w:rsidP="00E00D30">
      <w:r>
        <w:t>387.4242</w:t>
      </w:r>
      <w:r>
        <w:tab/>
        <w:t>1.013e0</w:t>
      </w:r>
    </w:p>
    <w:p w:rsidR="00E00D30" w:rsidRDefault="00E00D30" w:rsidP="00E00D30">
      <w:r>
        <w:t>387.4345</w:t>
      </w:r>
      <w:r>
        <w:tab/>
        <w:t>1.013e0</w:t>
      </w:r>
    </w:p>
    <w:p w:rsidR="00E00D30" w:rsidRDefault="00E00D30" w:rsidP="00E00D30">
      <w:r>
        <w:t>387.4456</w:t>
      </w:r>
      <w:r>
        <w:tab/>
        <w:t>1.013e0</w:t>
      </w:r>
    </w:p>
    <w:p w:rsidR="00E00D30" w:rsidRDefault="00E00D30" w:rsidP="00E00D30">
      <w:r>
        <w:t>387.4512</w:t>
      </w:r>
      <w:r>
        <w:tab/>
        <w:t>3.038e0</w:t>
      </w:r>
    </w:p>
    <w:p w:rsidR="00E00D30" w:rsidRDefault="00E00D30" w:rsidP="00E00D30">
      <w:r>
        <w:t>387.4735</w:t>
      </w:r>
      <w:r>
        <w:tab/>
        <w:t>2.025e0</w:t>
      </w:r>
    </w:p>
    <w:p w:rsidR="00E00D30" w:rsidRDefault="00E00D30" w:rsidP="00E00D30">
      <w:r>
        <w:t>387.5300</w:t>
      </w:r>
      <w:r>
        <w:tab/>
        <w:t>1.013e0</w:t>
      </w:r>
    </w:p>
    <w:p w:rsidR="00E00D30" w:rsidRDefault="00E00D30" w:rsidP="00E00D30">
      <w:r>
        <w:t>387.5513</w:t>
      </w:r>
      <w:r>
        <w:tab/>
        <w:t>1.013e0</w:t>
      </w:r>
    </w:p>
    <w:p w:rsidR="00E00D30" w:rsidRDefault="00E00D30" w:rsidP="00E00D30">
      <w:r>
        <w:t>387.6022</w:t>
      </w:r>
      <w:r>
        <w:tab/>
        <w:t>1.013e0</w:t>
      </w:r>
    </w:p>
    <w:p w:rsidR="00E00D30" w:rsidRDefault="00E00D30" w:rsidP="00E00D30">
      <w:r>
        <w:t>387.6331</w:t>
      </w:r>
      <w:r>
        <w:tab/>
        <w:t>1.013e0</w:t>
      </w:r>
    </w:p>
    <w:p w:rsidR="00E00D30" w:rsidRDefault="00E00D30" w:rsidP="00E00D30">
      <w:r>
        <w:t>387.6370</w:t>
      </w:r>
      <w:r>
        <w:tab/>
        <w:t>3.038e0</w:t>
      </w:r>
    </w:p>
    <w:p w:rsidR="00E00D30" w:rsidRDefault="00E00D30" w:rsidP="00E00D30">
      <w:r>
        <w:t>387.6690</w:t>
      </w:r>
      <w:r>
        <w:tab/>
        <w:t>2.025e0</w:t>
      </w:r>
    </w:p>
    <w:p w:rsidR="00E00D30" w:rsidRDefault="00E00D30" w:rsidP="00E00D30">
      <w:r>
        <w:lastRenderedPageBreak/>
        <w:t>387.6819</w:t>
      </w:r>
      <w:r>
        <w:tab/>
        <w:t>1.013e0</w:t>
      </w:r>
    </w:p>
    <w:p w:rsidR="00E00D30" w:rsidRDefault="00E00D30" w:rsidP="00E00D30">
      <w:r>
        <w:t>387.7076</w:t>
      </w:r>
      <w:r>
        <w:tab/>
        <w:t>1.013e0</w:t>
      </w:r>
    </w:p>
    <w:p w:rsidR="00E00D30" w:rsidRDefault="00E00D30" w:rsidP="00E00D30">
      <w:r>
        <w:t>387.7115</w:t>
      </w:r>
      <w:r>
        <w:tab/>
        <w:t>1.013e0</w:t>
      </w:r>
    </w:p>
    <w:p w:rsidR="00E00D30" w:rsidRDefault="00E00D30" w:rsidP="00E00D30">
      <w:r>
        <w:t>387.7332</w:t>
      </w:r>
      <w:r>
        <w:tab/>
        <w:t>1.013e0</w:t>
      </w:r>
    </w:p>
    <w:p w:rsidR="00E00D30" w:rsidRDefault="00E00D30" w:rsidP="00E00D30">
      <w:r>
        <w:t>387.7362</w:t>
      </w:r>
      <w:r>
        <w:tab/>
        <w:t>1.013e0</w:t>
      </w:r>
    </w:p>
    <w:p w:rsidR="00E00D30" w:rsidRDefault="00E00D30" w:rsidP="00E00D30">
      <w:r>
        <w:t>387.7501</w:t>
      </w:r>
      <w:r>
        <w:tab/>
        <w:t>1.013e0</w:t>
      </w:r>
    </w:p>
    <w:p w:rsidR="00E00D30" w:rsidRDefault="00E00D30" w:rsidP="00E00D30">
      <w:r>
        <w:t>387.7708</w:t>
      </w:r>
      <w:r>
        <w:tab/>
        <w:t>1.013e0</w:t>
      </w:r>
    </w:p>
    <w:p w:rsidR="00E00D30" w:rsidRDefault="00E00D30" w:rsidP="00E00D30">
      <w:r>
        <w:t>387.7843</w:t>
      </w:r>
      <w:r>
        <w:tab/>
        <w:t>1.013e0</w:t>
      </w:r>
    </w:p>
    <w:p w:rsidR="00E00D30" w:rsidRDefault="00E00D30" w:rsidP="00E00D30">
      <w:r>
        <w:t>387.8674</w:t>
      </w:r>
      <w:r>
        <w:tab/>
        <w:t>1.013e0</w:t>
      </w:r>
    </w:p>
    <w:p w:rsidR="00E00D30" w:rsidRDefault="00E00D30" w:rsidP="00E00D30">
      <w:r>
        <w:t>387.8853</w:t>
      </w:r>
      <w:r>
        <w:tab/>
        <w:t>1.013e0</w:t>
      </w:r>
    </w:p>
    <w:p w:rsidR="00E00D30" w:rsidRDefault="00E00D30" w:rsidP="00E00D30">
      <w:r>
        <w:t>387.9012</w:t>
      </w:r>
      <w:r>
        <w:tab/>
        <w:t>1.013e0</w:t>
      </w:r>
    </w:p>
    <w:p w:rsidR="00E00D30" w:rsidRDefault="00E00D30" w:rsidP="00E00D30">
      <w:r>
        <w:t>387.9048</w:t>
      </w:r>
      <w:r>
        <w:tab/>
        <w:t>2.025e0</w:t>
      </w:r>
    </w:p>
    <w:p w:rsidR="00E00D30" w:rsidRDefault="00E00D30" w:rsidP="00E00D30">
      <w:r>
        <w:t>387.9485</w:t>
      </w:r>
      <w:r>
        <w:tab/>
        <w:t>1.013e0</w:t>
      </w:r>
    </w:p>
    <w:p w:rsidR="00E00D30" w:rsidRDefault="00E00D30" w:rsidP="00E00D30">
      <w:r>
        <w:t>387.9506</w:t>
      </w:r>
      <w:r>
        <w:tab/>
        <w:t>2.025e0</w:t>
      </w:r>
    </w:p>
    <w:p w:rsidR="00E00D30" w:rsidRDefault="00E00D30" w:rsidP="00E00D30">
      <w:r>
        <w:t>387.9762</w:t>
      </w:r>
      <w:r>
        <w:tab/>
        <w:t>2.025e0</w:t>
      </w:r>
    </w:p>
    <w:p w:rsidR="00E00D30" w:rsidRDefault="00E00D30" w:rsidP="00E00D30">
      <w:r>
        <w:t>387.9772</w:t>
      </w:r>
      <w:r>
        <w:tab/>
        <w:t>1.013e0</w:t>
      </w:r>
    </w:p>
    <w:p w:rsidR="00E00D30" w:rsidRDefault="00E00D30" w:rsidP="00E00D30">
      <w:r>
        <w:t>388.0112</w:t>
      </w:r>
      <w:r>
        <w:tab/>
        <w:t>1.013e0</w:t>
      </w:r>
    </w:p>
    <w:p w:rsidR="00E00D30" w:rsidRDefault="00E00D30" w:rsidP="00E00D30">
      <w:r>
        <w:t>388.0231</w:t>
      </w:r>
      <w:r>
        <w:tab/>
        <w:t>2.025e0</w:t>
      </w:r>
    </w:p>
    <w:p w:rsidR="00E00D30" w:rsidRDefault="00E00D30" w:rsidP="00E00D30">
      <w:r>
        <w:t>388.0262</w:t>
      </w:r>
      <w:r>
        <w:tab/>
        <w:t>3.038e0</w:t>
      </w:r>
    </w:p>
    <w:p w:rsidR="00E00D30" w:rsidRDefault="00E00D30" w:rsidP="00E00D30">
      <w:r>
        <w:lastRenderedPageBreak/>
        <w:t>388.0434</w:t>
      </w:r>
      <w:r>
        <w:tab/>
        <w:t>2.025e0</w:t>
      </w:r>
    </w:p>
    <w:p w:rsidR="00E00D30" w:rsidRDefault="00E00D30" w:rsidP="00E00D30">
      <w:r>
        <w:t>388.0664</w:t>
      </w:r>
      <w:r>
        <w:tab/>
        <w:t>1.013e0</w:t>
      </w:r>
    </w:p>
    <w:p w:rsidR="00E00D30" w:rsidRDefault="00E00D30" w:rsidP="00E00D30">
      <w:r>
        <w:t>388.0871</w:t>
      </w:r>
      <w:r>
        <w:tab/>
        <w:t>1.013e0</w:t>
      </w:r>
    </w:p>
    <w:p w:rsidR="00E00D30" w:rsidRDefault="00E00D30" w:rsidP="00E00D30">
      <w:r>
        <w:t>388.1045</w:t>
      </w:r>
      <w:r>
        <w:tab/>
        <w:t>2.025e0</w:t>
      </w:r>
    </w:p>
    <w:p w:rsidR="00E00D30" w:rsidRDefault="00E00D30" w:rsidP="00E00D30">
      <w:r>
        <w:t>388.1146</w:t>
      </w:r>
      <w:r>
        <w:tab/>
        <w:t>1.013e0</w:t>
      </w:r>
    </w:p>
    <w:p w:rsidR="00E00D30" w:rsidRDefault="00E00D30" w:rsidP="00E00D30">
      <w:r>
        <w:t>388.1259</w:t>
      </w:r>
      <w:r>
        <w:tab/>
        <w:t>2.025e0</w:t>
      </w:r>
    </w:p>
    <w:p w:rsidR="00E00D30" w:rsidRDefault="00E00D30" w:rsidP="00E00D30">
      <w:r>
        <w:t>388.1350</w:t>
      </w:r>
      <w:r>
        <w:tab/>
        <w:t>1.013e0</w:t>
      </w:r>
    </w:p>
    <w:p w:rsidR="00E00D30" w:rsidRDefault="00E00D30" w:rsidP="00E00D30">
      <w:r>
        <w:t>388.1509</w:t>
      </w:r>
      <w:r>
        <w:tab/>
        <w:t>1.013e0</w:t>
      </w:r>
    </w:p>
    <w:p w:rsidR="00E00D30" w:rsidRDefault="00E00D30" w:rsidP="00E00D30">
      <w:r>
        <w:t>388.1563</w:t>
      </w:r>
      <w:r>
        <w:tab/>
        <w:t>1.013e0</w:t>
      </w:r>
    </w:p>
    <w:p w:rsidR="00E00D30" w:rsidRDefault="00E00D30" w:rsidP="00E00D30">
      <w:r>
        <w:t>388.1876</w:t>
      </w:r>
      <w:r>
        <w:tab/>
        <w:t>2.025e0</w:t>
      </w:r>
    </w:p>
    <w:p w:rsidR="00E00D30" w:rsidRDefault="00E00D30" w:rsidP="00E00D30">
      <w:r>
        <w:t>388.2399</w:t>
      </w:r>
      <w:r>
        <w:tab/>
        <w:t>1.013e0</w:t>
      </w:r>
    </w:p>
    <w:p w:rsidR="00E00D30" w:rsidRDefault="00E00D30" w:rsidP="00E00D30">
      <w:r>
        <w:t>388.2421</w:t>
      </w:r>
      <w:r>
        <w:tab/>
        <w:t>4.061e0</w:t>
      </w:r>
    </w:p>
    <w:p w:rsidR="00E00D30" w:rsidRDefault="00E00D30" w:rsidP="00E00D30">
      <w:r>
        <w:t>388.2453</w:t>
      </w:r>
      <w:r>
        <w:tab/>
        <w:t>6.914e0</w:t>
      </w:r>
    </w:p>
    <w:p w:rsidR="00E00D30" w:rsidRDefault="00E00D30" w:rsidP="00E00D30">
      <w:r>
        <w:t>388.2464</w:t>
      </w:r>
      <w:r>
        <w:tab/>
        <w:t>9.114e0</w:t>
      </w:r>
    </w:p>
    <w:p w:rsidR="00E00D30" w:rsidRDefault="00E00D30" w:rsidP="00E00D30">
      <w:r>
        <w:t>388.2485</w:t>
      </w:r>
      <w:r>
        <w:tab/>
        <w:t>2.025e0</w:t>
      </w:r>
    </w:p>
    <w:p w:rsidR="00E00D30" w:rsidRDefault="00E00D30" w:rsidP="00E00D30">
      <w:r>
        <w:t>388.2556</w:t>
      </w:r>
      <w:r>
        <w:tab/>
        <w:t>7.089e0</w:t>
      </w:r>
    </w:p>
    <w:p w:rsidR="00E00D30" w:rsidRDefault="00E00D30" w:rsidP="00E00D30">
      <w:r>
        <w:t>388.2609</w:t>
      </w:r>
      <w:r>
        <w:tab/>
        <w:t>6.076e0</w:t>
      </w:r>
    </w:p>
    <w:p w:rsidR="00E00D30" w:rsidRDefault="00E00D30" w:rsidP="00E00D30">
      <w:r>
        <w:t>388.2671</w:t>
      </w:r>
      <w:r>
        <w:tab/>
        <w:t>4.306e0</w:t>
      </w:r>
    </w:p>
    <w:p w:rsidR="00E00D30" w:rsidRDefault="00E00D30" w:rsidP="00E00D30">
      <w:r>
        <w:t>388.2834</w:t>
      </w:r>
      <w:r>
        <w:tab/>
        <w:t>2.025e0</w:t>
      </w:r>
    </w:p>
    <w:p w:rsidR="00E00D30" w:rsidRDefault="00E00D30" w:rsidP="00E00D30">
      <w:r>
        <w:lastRenderedPageBreak/>
        <w:t>388.2871</w:t>
      </w:r>
      <w:r>
        <w:tab/>
        <w:t>3.038e0</w:t>
      </w:r>
    </w:p>
    <w:p w:rsidR="00E00D30" w:rsidRDefault="00E00D30" w:rsidP="00E00D30">
      <w:r>
        <w:t>388.3282</w:t>
      </w:r>
      <w:r>
        <w:tab/>
        <w:t>2.136e0</w:t>
      </w:r>
    </w:p>
    <w:p w:rsidR="00E00D30" w:rsidRDefault="00E00D30" w:rsidP="00E00D30">
      <w:r>
        <w:t>388.3301</w:t>
      </w:r>
      <w:r>
        <w:tab/>
        <w:t>2.025e0</w:t>
      </w:r>
    </w:p>
    <w:p w:rsidR="00E00D30" w:rsidRDefault="00E00D30" w:rsidP="00E00D30">
      <w:r>
        <w:t>388.3424</w:t>
      </w:r>
      <w:r>
        <w:tab/>
        <w:t>3.038e0</w:t>
      </w:r>
    </w:p>
    <w:p w:rsidR="00E00D30" w:rsidRDefault="00E00D30" w:rsidP="00E00D30">
      <w:r>
        <w:t>388.3491</w:t>
      </w:r>
      <w:r>
        <w:tab/>
        <w:t>2.025e0</w:t>
      </w:r>
    </w:p>
    <w:p w:rsidR="00E00D30" w:rsidRDefault="00E00D30" w:rsidP="00E00D30">
      <w:r>
        <w:t>388.3555</w:t>
      </w:r>
      <w:r>
        <w:tab/>
        <w:t>2.025e0</w:t>
      </w:r>
    </w:p>
    <w:p w:rsidR="00E00D30" w:rsidRDefault="00E00D30" w:rsidP="00E00D30">
      <w:r>
        <w:t>388.3666</w:t>
      </w:r>
      <w:r>
        <w:tab/>
        <w:t>1.013e0</w:t>
      </w:r>
    </w:p>
    <w:p w:rsidR="00E00D30" w:rsidRDefault="00E00D30" w:rsidP="00E00D30">
      <w:r>
        <w:t>388.3830</w:t>
      </w:r>
      <w:r>
        <w:tab/>
        <w:t>1.013e0</w:t>
      </w:r>
    </w:p>
    <w:p w:rsidR="00E00D30" w:rsidRDefault="00E00D30" w:rsidP="00E00D30">
      <w:r>
        <w:t>388.3849</w:t>
      </w:r>
      <w:r>
        <w:tab/>
        <w:t>3.038e0</w:t>
      </w:r>
    </w:p>
    <w:p w:rsidR="00E00D30" w:rsidRDefault="00E00D30" w:rsidP="00E00D30">
      <w:r>
        <w:t>388.4454</w:t>
      </w:r>
      <w:r>
        <w:tab/>
        <w:t>1.013e0</w:t>
      </w:r>
    </w:p>
    <w:p w:rsidR="00E00D30" w:rsidRDefault="00E00D30" w:rsidP="00E00D30">
      <w:r>
        <w:t>388.4930</w:t>
      </w:r>
      <w:r>
        <w:tab/>
        <w:t>2.025e0</w:t>
      </w:r>
    </w:p>
    <w:p w:rsidR="00E00D30" w:rsidRDefault="00E00D30" w:rsidP="00E00D30">
      <w:r>
        <w:t>388.4979</w:t>
      </w:r>
      <w:r>
        <w:tab/>
        <w:t>3.038e0</w:t>
      </w:r>
    </w:p>
    <w:p w:rsidR="00E00D30" w:rsidRDefault="00E00D30" w:rsidP="00E00D30">
      <w:r>
        <w:t>388.5233</w:t>
      </w:r>
      <w:r>
        <w:tab/>
        <w:t>1.013e0</w:t>
      </w:r>
    </w:p>
    <w:p w:rsidR="00E00D30" w:rsidRDefault="00E00D30" w:rsidP="00E00D30">
      <w:r>
        <w:t>388.5657</w:t>
      </w:r>
      <w:r>
        <w:tab/>
        <w:t>1.013e0</w:t>
      </w:r>
    </w:p>
    <w:p w:rsidR="00E00D30" w:rsidRDefault="00E00D30" w:rsidP="00E00D30">
      <w:r>
        <w:t>388.5842</w:t>
      </w:r>
      <w:r>
        <w:tab/>
        <w:t>2.025e0</w:t>
      </w:r>
    </w:p>
    <w:p w:rsidR="00E00D30" w:rsidRDefault="00E00D30" w:rsidP="00E00D30">
      <w:r>
        <w:t>388.6169</w:t>
      </w:r>
      <w:r>
        <w:tab/>
        <w:t>1.013e0</w:t>
      </w:r>
    </w:p>
    <w:p w:rsidR="00E00D30" w:rsidRDefault="00E00D30" w:rsidP="00E00D30">
      <w:r>
        <w:t>388.6355</w:t>
      </w:r>
      <w:r>
        <w:tab/>
        <w:t>2.025e0</w:t>
      </w:r>
    </w:p>
    <w:p w:rsidR="00E00D30" w:rsidRDefault="00E00D30" w:rsidP="00E00D30">
      <w:r>
        <w:t>388.6378</w:t>
      </w:r>
      <w:r>
        <w:tab/>
        <w:t>1.013e0</w:t>
      </w:r>
    </w:p>
    <w:p w:rsidR="00E00D30" w:rsidRDefault="00E00D30" w:rsidP="00E00D30">
      <w:r>
        <w:t>388.6472</w:t>
      </w:r>
      <w:r>
        <w:tab/>
        <w:t>2.025e0</w:t>
      </w:r>
    </w:p>
    <w:p w:rsidR="00E00D30" w:rsidRDefault="00E00D30" w:rsidP="00E00D30">
      <w:r>
        <w:lastRenderedPageBreak/>
        <w:t>388.6540</w:t>
      </w:r>
      <w:r>
        <w:tab/>
        <w:t>1.013e0</w:t>
      </w:r>
    </w:p>
    <w:p w:rsidR="00E00D30" w:rsidRDefault="00E00D30" w:rsidP="00E00D30">
      <w:r>
        <w:t>388.6582</w:t>
      </w:r>
      <w:r>
        <w:tab/>
        <w:t>1.013e0</w:t>
      </w:r>
    </w:p>
    <w:p w:rsidR="00E00D30" w:rsidRDefault="00E00D30" w:rsidP="00E00D30">
      <w:r>
        <w:t>388.7175</w:t>
      </w:r>
      <w:r>
        <w:tab/>
        <w:t>1.013e0</w:t>
      </w:r>
    </w:p>
    <w:p w:rsidR="00E00D30" w:rsidRDefault="00E00D30" w:rsidP="00E00D30">
      <w:r>
        <w:t>388.7596</w:t>
      </w:r>
      <w:r>
        <w:tab/>
        <w:t>1.013e0</w:t>
      </w:r>
    </w:p>
    <w:p w:rsidR="00E00D30" w:rsidRDefault="00E00D30" w:rsidP="00E00D30">
      <w:r>
        <w:t>388.8174</w:t>
      </w:r>
      <w:r>
        <w:tab/>
        <w:t>1.013e0</w:t>
      </w:r>
    </w:p>
    <w:p w:rsidR="00E00D30" w:rsidRDefault="00E00D30" w:rsidP="00E00D30">
      <w:r>
        <w:t>388.8271</w:t>
      </w:r>
      <w:r>
        <w:tab/>
        <w:t>1.013e0</w:t>
      </w:r>
    </w:p>
    <w:p w:rsidR="00E00D30" w:rsidRDefault="00E00D30" w:rsidP="00E00D30">
      <w:r>
        <w:t>388.8739</w:t>
      </w:r>
      <w:r>
        <w:tab/>
        <w:t>2.025e0</w:t>
      </w:r>
    </w:p>
    <w:p w:rsidR="00E00D30" w:rsidRDefault="00E00D30" w:rsidP="00E00D30">
      <w:r>
        <w:t>388.8802</w:t>
      </w:r>
      <w:r>
        <w:tab/>
        <w:t>2.025e0</w:t>
      </w:r>
    </w:p>
    <w:p w:rsidR="00E00D30" w:rsidRDefault="00E00D30" w:rsidP="00E00D30">
      <w:r>
        <w:t>388.9120</w:t>
      </w:r>
      <w:r>
        <w:tab/>
        <w:t>1.013e0</w:t>
      </w:r>
    </w:p>
    <w:p w:rsidR="00E00D30" w:rsidRDefault="00E00D30" w:rsidP="00E00D30">
      <w:r>
        <w:t>388.9159</w:t>
      </w:r>
      <w:r>
        <w:tab/>
        <w:t>1.013e0</w:t>
      </w:r>
    </w:p>
    <w:p w:rsidR="00E00D30" w:rsidRDefault="00E00D30" w:rsidP="00E00D30">
      <w:r>
        <w:t>388.9182</w:t>
      </w:r>
      <w:r>
        <w:tab/>
        <w:t>2.025e0</w:t>
      </w:r>
    </w:p>
    <w:p w:rsidR="00E00D30" w:rsidRDefault="00E00D30" w:rsidP="00E00D30">
      <w:r>
        <w:t>388.9201</w:t>
      </w:r>
      <w:r>
        <w:tab/>
        <w:t>1.013e0</w:t>
      </w:r>
    </w:p>
    <w:p w:rsidR="00E00D30" w:rsidRDefault="00E00D30" w:rsidP="00E00D30">
      <w:r>
        <w:t>388.9355</w:t>
      </w:r>
      <w:r>
        <w:tab/>
        <w:t>2.025e0</w:t>
      </w:r>
    </w:p>
    <w:p w:rsidR="00E00D30" w:rsidRDefault="00E00D30" w:rsidP="00E00D30">
      <w:r>
        <w:t>388.9461</w:t>
      </w:r>
      <w:r>
        <w:tab/>
        <w:t>2.025e0</w:t>
      </w:r>
    </w:p>
    <w:p w:rsidR="00E00D30" w:rsidRDefault="00E00D30" w:rsidP="00E00D30">
      <w:r>
        <w:t>388.9795</w:t>
      </w:r>
      <w:r>
        <w:tab/>
        <w:t>2.025e0</w:t>
      </w:r>
    </w:p>
    <w:p w:rsidR="00E00D30" w:rsidRDefault="00E00D30" w:rsidP="00E00D30">
      <w:r>
        <w:t>388.9833</w:t>
      </w:r>
      <w:r>
        <w:tab/>
        <w:t>1.013e0</w:t>
      </w:r>
    </w:p>
    <w:p w:rsidR="00E00D30" w:rsidRDefault="00E00D30" w:rsidP="00E00D30">
      <w:r>
        <w:t>388.9920</w:t>
      </w:r>
      <w:r>
        <w:tab/>
        <w:t>2.025e0</w:t>
      </w:r>
    </w:p>
    <w:p w:rsidR="00E00D30" w:rsidRDefault="00E00D30" w:rsidP="00E00D30">
      <w:r>
        <w:t>388.9966</w:t>
      </w:r>
      <w:r>
        <w:tab/>
        <w:t>1.013e0</w:t>
      </w:r>
    </w:p>
    <w:p w:rsidR="00E00D30" w:rsidRDefault="00E00D30" w:rsidP="00E00D30">
      <w:r>
        <w:t>389.0098</w:t>
      </w:r>
      <w:r>
        <w:tab/>
        <w:t>2.025e0</w:t>
      </w:r>
    </w:p>
    <w:p w:rsidR="00E00D30" w:rsidRDefault="00E00D30" w:rsidP="00E00D30">
      <w:r>
        <w:lastRenderedPageBreak/>
        <w:t>389.0167</w:t>
      </w:r>
      <w:r>
        <w:tab/>
        <w:t>2.025e0</w:t>
      </w:r>
    </w:p>
    <w:p w:rsidR="00E00D30" w:rsidRDefault="00E00D30" w:rsidP="00E00D30">
      <w:r>
        <w:t>389.0266</w:t>
      </w:r>
      <w:r>
        <w:tab/>
        <w:t>3.038e0</w:t>
      </w:r>
    </w:p>
    <w:p w:rsidR="00E00D30" w:rsidRDefault="00E00D30" w:rsidP="00E00D30">
      <w:r>
        <w:t>389.0311</w:t>
      </w:r>
      <w:r>
        <w:tab/>
        <w:t>1.013e0</w:t>
      </w:r>
    </w:p>
    <w:p w:rsidR="00E00D30" w:rsidRDefault="00E00D30" w:rsidP="00E00D30">
      <w:r>
        <w:t>389.0373</w:t>
      </w:r>
      <w:r>
        <w:tab/>
        <w:t>1.013e0</w:t>
      </w:r>
    </w:p>
    <w:p w:rsidR="00E00D30" w:rsidRDefault="00E00D30" w:rsidP="00E00D30">
      <w:r>
        <w:t>389.0724</w:t>
      </w:r>
      <w:r>
        <w:tab/>
        <w:t>1.013e0</w:t>
      </w:r>
    </w:p>
    <w:p w:rsidR="00E00D30" w:rsidRDefault="00E00D30" w:rsidP="00E00D30">
      <w:r>
        <w:t>389.0856</w:t>
      </w:r>
      <w:r>
        <w:tab/>
        <w:t>2.025e0</w:t>
      </w:r>
    </w:p>
    <w:p w:rsidR="00E00D30" w:rsidRDefault="00E00D30" w:rsidP="00E00D30">
      <w:r>
        <w:t>389.0933</w:t>
      </w:r>
      <w:r>
        <w:tab/>
        <w:t>1.013e0</w:t>
      </w:r>
    </w:p>
    <w:p w:rsidR="00E00D30" w:rsidRDefault="00E00D30" w:rsidP="00E00D30">
      <w:r>
        <w:t>389.1069</w:t>
      </w:r>
      <w:r>
        <w:tab/>
        <w:t>2.025e0</w:t>
      </w:r>
    </w:p>
    <w:p w:rsidR="00E00D30" w:rsidRDefault="00E00D30" w:rsidP="00E00D30">
      <w:r>
        <w:t>389.1409</w:t>
      </w:r>
      <w:r>
        <w:tab/>
        <w:t>1.013e0</w:t>
      </w:r>
    </w:p>
    <w:p w:rsidR="00E00D30" w:rsidRDefault="00E00D30" w:rsidP="00E00D30">
      <w:r>
        <w:t>389.1426</w:t>
      </w:r>
      <w:r>
        <w:tab/>
        <w:t>2.025e0</w:t>
      </w:r>
    </w:p>
    <w:p w:rsidR="00E00D30" w:rsidRDefault="00E00D30" w:rsidP="00E00D30">
      <w:r>
        <w:t>389.1515</w:t>
      </w:r>
      <w:r>
        <w:tab/>
        <w:t>2.025e0</w:t>
      </w:r>
    </w:p>
    <w:p w:rsidR="00E00D30" w:rsidRDefault="00E00D30" w:rsidP="00E00D30">
      <w:r>
        <w:t>389.1576</w:t>
      </w:r>
      <w:r>
        <w:tab/>
        <w:t>2.025e0</w:t>
      </w:r>
    </w:p>
    <w:p w:rsidR="00E00D30" w:rsidRDefault="00E00D30" w:rsidP="00E00D30">
      <w:r>
        <w:t>389.1683</w:t>
      </w:r>
      <w:r>
        <w:tab/>
        <w:t>1.013e0</w:t>
      </w:r>
    </w:p>
    <w:p w:rsidR="00E00D30" w:rsidRDefault="00E00D30" w:rsidP="00E00D30">
      <w:r>
        <w:t>389.1852</w:t>
      </w:r>
      <w:r>
        <w:tab/>
        <w:t>2.025e0</w:t>
      </w:r>
    </w:p>
    <w:p w:rsidR="00E00D30" w:rsidRDefault="00E00D30" w:rsidP="00E00D30">
      <w:r>
        <w:t>389.1995</w:t>
      </w:r>
      <w:r>
        <w:tab/>
        <w:t>1.013e0</w:t>
      </w:r>
    </w:p>
    <w:p w:rsidR="00E00D30" w:rsidRDefault="00E00D30" w:rsidP="00E00D30">
      <w:r>
        <w:t>389.2080</w:t>
      </w:r>
      <w:r>
        <w:tab/>
        <w:t>2.025e0</w:t>
      </w:r>
    </w:p>
    <w:p w:rsidR="00E00D30" w:rsidRDefault="00E00D30" w:rsidP="00E00D30">
      <w:r>
        <w:t>389.2147</w:t>
      </w:r>
      <w:r>
        <w:tab/>
        <w:t>4.051e0</w:t>
      </w:r>
    </w:p>
    <w:p w:rsidR="00E00D30" w:rsidRDefault="00E00D30" w:rsidP="00E00D30">
      <w:r>
        <w:t>389.2204</w:t>
      </w:r>
      <w:r>
        <w:tab/>
        <w:t>1.013e0</w:t>
      </w:r>
    </w:p>
    <w:p w:rsidR="00E00D30" w:rsidRDefault="00E00D30" w:rsidP="00E00D30">
      <w:r>
        <w:t>389.2244</w:t>
      </w:r>
      <w:r>
        <w:tab/>
        <w:t>1.013e0</w:t>
      </w:r>
    </w:p>
    <w:p w:rsidR="00E00D30" w:rsidRDefault="00E00D30" w:rsidP="00E00D30">
      <w:r>
        <w:lastRenderedPageBreak/>
        <w:t>389.2513</w:t>
      </w:r>
      <w:r>
        <w:tab/>
        <w:t>4.051e0</w:t>
      </w:r>
    </w:p>
    <w:p w:rsidR="00E00D30" w:rsidRDefault="00E00D30" w:rsidP="00E00D30">
      <w:r>
        <w:t>389.2615</w:t>
      </w:r>
      <w:r>
        <w:tab/>
        <w:t>4.051e0</w:t>
      </w:r>
    </w:p>
    <w:p w:rsidR="00E00D30" w:rsidRDefault="00E00D30" w:rsidP="00E00D30">
      <w:r>
        <w:t>389.2630</w:t>
      </w:r>
      <w:r>
        <w:tab/>
        <w:t>1.013e0</w:t>
      </w:r>
    </w:p>
    <w:p w:rsidR="00E00D30" w:rsidRDefault="00E00D30" w:rsidP="00E00D30">
      <w:r>
        <w:t>389.2698</w:t>
      </w:r>
      <w:r>
        <w:tab/>
        <w:t>2.025e0</w:t>
      </w:r>
    </w:p>
    <w:p w:rsidR="00E00D30" w:rsidRDefault="00E00D30" w:rsidP="00E00D30">
      <w:r>
        <w:t>389.2735</w:t>
      </w:r>
      <w:r>
        <w:tab/>
        <w:t>2.025e0</w:t>
      </w:r>
    </w:p>
    <w:p w:rsidR="00E00D30" w:rsidRDefault="00E00D30" w:rsidP="00E00D30">
      <w:r>
        <w:t>389.2895</w:t>
      </w:r>
      <w:r>
        <w:tab/>
        <w:t>5.063e0</w:t>
      </w:r>
    </w:p>
    <w:p w:rsidR="00E00D30" w:rsidRDefault="00E00D30" w:rsidP="00E00D30">
      <w:r>
        <w:t>389.2927</w:t>
      </w:r>
      <w:r>
        <w:tab/>
        <w:t>1.013e0</w:t>
      </w:r>
    </w:p>
    <w:p w:rsidR="00E00D30" w:rsidRDefault="00E00D30" w:rsidP="00E00D30">
      <w:r>
        <w:t>389.3304</w:t>
      </w:r>
      <w:r>
        <w:tab/>
        <w:t>2.025e0</w:t>
      </w:r>
    </w:p>
    <w:p w:rsidR="00E00D30" w:rsidRDefault="00E00D30" w:rsidP="00E00D30">
      <w:r>
        <w:t>389.3347</w:t>
      </w:r>
      <w:r>
        <w:tab/>
        <w:t>1.013e0</w:t>
      </w:r>
    </w:p>
    <w:p w:rsidR="00E00D30" w:rsidRDefault="00E00D30" w:rsidP="00E00D30">
      <w:r>
        <w:t>389.3375</w:t>
      </w:r>
      <w:r>
        <w:tab/>
        <w:t>2.025e0</w:t>
      </w:r>
    </w:p>
    <w:p w:rsidR="00E00D30" w:rsidRDefault="00E00D30" w:rsidP="00E00D30">
      <w:r>
        <w:t>389.3409</w:t>
      </w:r>
      <w:r>
        <w:tab/>
        <w:t>1.013e0</w:t>
      </w:r>
    </w:p>
    <w:p w:rsidR="00E00D30" w:rsidRDefault="00E00D30" w:rsidP="00E00D30">
      <w:r>
        <w:t>389.3520</w:t>
      </w:r>
      <w:r>
        <w:tab/>
        <w:t>2.025e0</w:t>
      </w:r>
    </w:p>
    <w:p w:rsidR="00E00D30" w:rsidRDefault="00E00D30" w:rsidP="00E00D30">
      <w:r>
        <w:t>389.3616</w:t>
      </w:r>
      <w:r>
        <w:tab/>
        <w:t>1.013e0</w:t>
      </w:r>
    </w:p>
    <w:p w:rsidR="00E00D30" w:rsidRDefault="00E00D30" w:rsidP="00E00D30">
      <w:r>
        <w:t>389.4030</w:t>
      </w:r>
      <w:r>
        <w:tab/>
        <w:t>1.013e0</w:t>
      </w:r>
    </w:p>
    <w:p w:rsidR="00E00D30" w:rsidRDefault="00E00D30" w:rsidP="00E00D30">
      <w:r>
        <w:t>389.4152</w:t>
      </w:r>
      <w:r>
        <w:tab/>
        <w:t>1.013e0</w:t>
      </w:r>
    </w:p>
    <w:p w:rsidR="00E00D30" w:rsidRDefault="00E00D30" w:rsidP="00E00D30">
      <w:r>
        <w:t>389.4311</w:t>
      </w:r>
      <w:r>
        <w:tab/>
        <w:t>1.013e0</w:t>
      </w:r>
    </w:p>
    <w:p w:rsidR="00E00D30" w:rsidRDefault="00E00D30" w:rsidP="00E00D30">
      <w:r>
        <w:t>389.4511</w:t>
      </w:r>
      <w:r>
        <w:tab/>
        <w:t>1.013e0</w:t>
      </w:r>
    </w:p>
    <w:p w:rsidR="00E00D30" w:rsidRDefault="00E00D30" w:rsidP="00E00D30">
      <w:r>
        <w:t>389.4928</w:t>
      </w:r>
      <w:r>
        <w:tab/>
        <w:t>1.013e0</w:t>
      </w:r>
    </w:p>
    <w:p w:rsidR="00E00D30" w:rsidRDefault="00E00D30" w:rsidP="00E00D30">
      <w:r>
        <w:t>389.5549</w:t>
      </w:r>
      <w:r>
        <w:tab/>
        <w:t>1.013e0</w:t>
      </w:r>
    </w:p>
    <w:p w:rsidR="00E00D30" w:rsidRDefault="00E00D30" w:rsidP="00E00D30">
      <w:r>
        <w:lastRenderedPageBreak/>
        <w:t>389.5891</w:t>
      </w:r>
      <w:r>
        <w:tab/>
        <w:t>1.013e0</w:t>
      </w:r>
    </w:p>
    <w:p w:rsidR="00E00D30" w:rsidRDefault="00E00D30" w:rsidP="00E00D30">
      <w:r>
        <w:t>389.6239</w:t>
      </w:r>
      <w:r>
        <w:tab/>
        <w:t>1.013e0</w:t>
      </w:r>
    </w:p>
    <w:p w:rsidR="00E00D30" w:rsidRDefault="00E00D30" w:rsidP="00E00D30">
      <w:r>
        <w:t>389.6389</w:t>
      </w:r>
      <w:r>
        <w:tab/>
        <w:t>1.013e0</w:t>
      </w:r>
    </w:p>
    <w:p w:rsidR="00E00D30" w:rsidRDefault="00E00D30" w:rsidP="00E00D30">
      <w:r>
        <w:t>389.6776</w:t>
      </w:r>
      <w:r>
        <w:tab/>
        <w:t>2.025e0</w:t>
      </w:r>
    </w:p>
    <w:p w:rsidR="00E00D30" w:rsidRDefault="00E00D30" w:rsidP="00E00D30">
      <w:r>
        <w:t>389.6862</w:t>
      </w:r>
      <w:r>
        <w:tab/>
        <w:t>2.025e0</w:t>
      </w:r>
    </w:p>
    <w:p w:rsidR="00E00D30" w:rsidRDefault="00E00D30" w:rsidP="00E00D30">
      <w:r>
        <w:t>389.7135</w:t>
      </w:r>
      <w:r>
        <w:tab/>
        <w:t>1.013e0</w:t>
      </w:r>
    </w:p>
    <w:p w:rsidR="00E00D30" w:rsidRDefault="00E00D30" w:rsidP="00E00D30">
      <w:r>
        <w:t>389.7237</w:t>
      </w:r>
      <w:r>
        <w:tab/>
        <w:t>1.013e0</w:t>
      </w:r>
    </w:p>
    <w:p w:rsidR="00E00D30" w:rsidRDefault="00E00D30" w:rsidP="00E00D30">
      <w:r>
        <w:t>389.7344</w:t>
      </w:r>
      <w:r>
        <w:tab/>
        <w:t>1.013e0</w:t>
      </w:r>
    </w:p>
    <w:p w:rsidR="00E00D30" w:rsidRDefault="00E00D30" w:rsidP="00E00D30">
      <w:r>
        <w:t>389.7668</w:t>
      </w:r>
      <w:r>
        <w:tab/>
        <w:t>1.013e0</w:t>
      </w:r>
    </w:p>
    <w:p w:rsidR="00E00D30" w:rsidRDefault="00E00D30" w:rsidP="00E00D30">
      <w:r>
        <w:t>389.7873</w:t>
      </w:r>
      <w:r>
        <w:tab/>
        <w:t>1.013e0</w:t>
      </w:r>
    </w:p>
    <w:p w:rsidR="00E00D30" w:rsidRDefault="00E00D30" w:rsidP="00E00D30">
      <w:r>
        <w:t>389.7967</w:t>
      </w:r>
      <w:r>
        <w:tab/>
        <w:t>2.025e0</w:t>
      </w:r>
    </w:p>
    <w:p w:rsidR="00E00D30" w:rsidRDefault="00E00D30" w:rsidP="00E00D30">
      <w:r>
        <w:t>389.8247</w:t>
      </w:r>
      <w:r>
        <w:tab/>
        <w:t>2.025e0</w:t>
      </w:r>
    </w:p>
    <w:p w:rsidR="00E00D30" w:rsidRDefault="00E00D30" w:rsidP="00E00D30">
      <w:r>
        <w:t>389.8341</w:t>
      </w:r>
      <w:r>
        <w:tab/>
        <w:t>2.025e0</w:t>
      </w:r>
    </w:p>
    <w:p w:rsidR="00E00D30" w:rsidRDefault="00E00D30" w:rsidP="00E00D30">
      <w:r>
        <w:t>389.8480</w:t>
      </w:r>
      <w:r>
        <w:tab/>
        <w:t>2.025e0</w:t>
      </w:r>
    </w:p>
    <w:p w:rsidR="00E00D30" w:rsidRDefault="00E00D30" w:rsidP="00E00D30">
      <w:r>
        <w:t>389.8513</w:t>
      </w:r>
      <w:r>
        <w:tab/>
        <w:t>1.013e0</w:t>
      </w:r>
    </w:p>
    <w:p w:rsidR="00E00D30" w:rsidRDefault="00E00D30" w:rsidP="00E00D30">
      <w:r>
        <w:t>389.8552</w:t>
      </w:r>
      <w:r>
        <w:tab/>
        <w:t>2.025e0</w:t>
      </w:r>
    </w:p>
    <w:p w:rsidR="00E00D30" w:rsidRDefault="00E00D30" w:rsidP="00E00D30">
      <w:r>
        <w:t>389.8763</w:t>
      </w:r>
      <w:r>
        <w:tab/>
        <w:t>1.013e0</w:t>
      </w:r>
    </w:p>
    <w:p w:rsidR="00E00D30" w:rsidRDefault="00E00D30" w:rsidP="00E00D30">
      <w:r>
        <w:t>389.8800</w:t>
      </w:r>
      <w:r>
        <w:tab/>
        <w:t>1.013e0</w:t>
      </w:r>
    </w:p>
    <w:p w:rsidR="00E00D30" w:rsidRDefault="00E00D30" w:rsidP="00E00D30">
      <w:r>
        <w:t>389.8972</w:t>
      </w:r>
      <w:r>
        <w:tab/>
        <w:t>1.013e0</w:t>
      </w:r>
    </w:p>
    <w:p w:rsidR="00E00D30" w:rsidRDefault="00E00D30" w:rsidP="00E00D30">
      <w:r>
        <w:lastRenderedPageBreak/>
        <w:t>389.9172</w:t>
      </w:r>
      <w:r>
        <w:tab/>
        <w:t>2.025e0</w:t>
      </w:r>
    </w:p>
    <w:p w:rsidR="00E00D30" w:rsidRDefault="00E00D30" w:rsidP="00E00D30">
      <w:r>
        <w:t>389.9412</w:t>
      </w:r>
      <w:r>
        <w:tab/>
        <w:t>2.025e0</w:t>
      </w:r>
    </w:p>
    <w:p w:rsidR="00E00D30" w:rsidRDefault="00E00D30" w:rsidP="00E00D30">
      <w:r>
        <w:t>389.9487</w:t>
      </w:r>
      <w:r>
        <w:tab/>
        <w:t>3.038e0</w:t>
      </w:r>
    </w:p>
    <w:p w:rsidR="00E00D30" w:rsidRDefault="00E00D30" w:rsidP="00E00D30">
      <w:r>
        <w:t>389.9525</w:t>
      </w:r>
      <w:r>
        <w:tab/>
        <w:t>2.025e0</w:t>
      </w:r>
    </w:p>
    <w:p w:rsidR="00E00D30" w:rsidRDefault="00E00D30" w:rsidP="00E00D30">
      <w:r>
        <w:t>389.9760</w:t>
      </w:r>
      <w:r>
        <w:tab/>
        <w:t>1.013e0</w:t>
      </w:r>
    </w:p>
    <w:p w:rsidR="00E00D30" w:rsidRDefault="00E00D30" w:rsidP="00E00D30">
      <w:r>
        <w:t>390.0052</w:t>
      </w:r>
      <w:r>
        <w:tab/>
        <w:t>2.025e0</w:t>
      </w:r>
    </w:p>
    <w:p w:rsidR="00E00D30" w:rsidRDefault="00E00D30" w:rsidP="00E00D30">
      <w:r>
        <w:t>390.0074</w:t>
      </w:r>
      <w:r>
        <w:tab/>
        <w:t>1.013e0</w:t>
      </w:r>
    </w:p>
    <w:p w:rsidR="00E00D30" w:rsidRDefault="00E00D30" w:rsidP="00E00D30">
      <w:r>
        <w:t>390.0197</w:t>
      </w:r>
      <w:r>
        <w:tab/>
        <w:t>2.025e0</w:t>
      </w:r>
    </w:p>
    <w:p w:rsidR="00E00D30" w:rsidRDefault="00E00D30" w:rsidP="00E00D30">
      <w:r>
        <w:t>390.0257</w:t>
      </w:r>
      <w:r>
        <w:tab/>
        <w:t>3.038e0</w:t>
      </w:r>
    </w:p>
    <w:p w:rsidR="00E00D30" w:rsidRDefault="00E00D30" w:rsidP="00E00D30">
      <w:r>
        <w:t>390.0453</w:t>
      </w:r>
      <w:r>
        <w:tab/>
        <w:t>1.013e0</w:t>
      </w:r>
    </w:p>
    <w:p w:rsidR="00E00D30" w:rsidRDefault="00E00D30" w:rsidP="00E00D30">
      <w:r>
        <w:t>390.0641</w:t>
      </w:r>
      <w:r>
        <w:tab/>
        <w:t>2.025e0</w:t>
      </w:r>
    </w:p>
    <w:p w:rsidR="00E00D30" w:rsidRDefault="00E00D30" w:rsidP="00E00D30">
      <w:r>
        <w:t>390.0660</w:t>
      </w:r>
      <w:r>
        <w:tab/>
        <w:t>1.013e0</w:t>
      </w:r>
    </w:p>
    <w:p w:rsidR="00E00D30" w:rsidRDefault="00E00D30" w:rsidP="00E00D30">
      <w:r>
        <w:t>390.0679</w:t>
      </w:r>
      <w:r>
        <w:tab/>
        <w:t>2.025e0</w:t>
      </w:r>
    </w:p>
    <w:p w:rsidR="00E00D30" w:rsidRDefault="00E00D30" w:rsidP="00E00D30">
      <w:r>
        <w:t>390.0747</w:t>
      </w:r>
      <w:r>
        <w:tab/>
        <w:t>1.013e0</w:t>
      </w:r>
    </w:p>
    <w:p w:rsidR="00E00D30" w:rsidRDefault="00E00D30" w:rsidP="00E00D30">
      <w:r>
        <w:t>390.1072</w:t>
      </w:r>
      <w:r>
        <w:tab/>
        <w:t>1.013e0</w:t>
      </w:r>
    </w:p>
    <w:p w:rsidR="00E00D30" w:rsidRDefault="00E00D30" w:rsidP="00E00D30">
      <w:r>
        <w:t>390.1137</w:t>
      </w:r>
      <w:r>
        <w:tab/>
        <w:t>2.025e0</w:t>
      </w:r>
    </w:p>
    <w:p w:rsidR="00E00D30" w:rsidRDefault="00E00D30" w:rsidP="00E00D30">
      <w:r>
        <w:t>390.1354</w:t>
      </w:r>
      <w:r>
        <w:tab/>
        <w:t>1.013e0</w:t>
      </w:r>
    </w:p>
    <w:p w:rsidR="00E00D30" w:rsidRDefault="00E00D30" w:rsidP="00E00D30">
      <w:r>
        <w:t>390.1559</w:t>
      </w:r>
      <w:r>
        <w:tab/>
        <w:t>1.013e0</w:t>
      </w:r>
    </w:p>
    <w:p w:rsidR="00E00D30" w:rsidRDefault="00E00D30" w:rsidP="00E00D30">
      <w:r>
        <w:t>390.1702</w:t>
      </w:r>
      <w:r>
        <w:tab/>
        <w:t>2.025e0</w:t>
      </w:r>
    </w:p>
    <w:p w:rsidR="00E00D30" w:rsidRDefault="00E00D30" w:rsidP="00E00D30">
      <w:r>
        <w:lastRenderedPageBreak/>
        <w:t>390.1842</w:t>
      </w:r>
      <w:r>
        <w:tab/>
        <w:t>3.038e0</w:t>
      </w:r>
    </w:p>
    <w:p w:rsidR="00E00D30" w:rsidRDefault="00E00D30" w:rsidP="00E00D30">
      <w:r>
        <w:t>390.1865</w:t>
      </w:r>
      <w:r>
        <w:tab/>
        <w:t>2.025e0</w:t>
      </w:r>
    </w:p>
    <w:p w:rsidR="00E00D30" w:rsidRDefault="00E00D30" w:rsidP="00E00D30">
      <w:r>
        <w:t>390.1954</w:t>
      </w:r>
      <w:r>
        <w:tab/>
        <w:t>4.051e0</w:t>
      </w:r>
    </w:p>
    <w:p w:rsidR="00E00D30" w:rsidRDefault="00E00D30" w:rsidP="00E00D30">
      <w:r>
        <w:t>390.2050</w:t>
      </w:r>
      <w:r>
        <w:tab/>
        <w:t>9.114e0</w:t>
      </w:r>
    </w:p>
    <w:p w:rsidR="00E00D30" w:rsidRDefault="00E00D30" w:rsidP="00E00D30">
      <w:r>
        <w:t>390.2092</w:t>
      </w:r>
      <w:r>
        <w:tab/>
        <w:t>2.025e0</w:t>
      </w:r>
    </w:p>
    <w:p w:rsidR="00E00D30" w:rsidRDefault="00E00D30" w:rsidP="00E00D30">
      <w:r>
        <w:t>390.2205</w:t>
      </w:r>
      <w:r>
        <w:tab/>
        <w:t>9.114e0</w:t>
      </w:r>
    </w:p>
    <w:p w:rsidR="00E00D30" w:rsidRDefault="00E00D30" w:rsidP="00E00D30">
      <w:r>
        <w:t>390.2239</w:t>
      </w:r>
      <w:r>
        <w:tab/>
        <w:t>1.013e0</w:t>
      </w:r>
    </w:p>
    <w:p w:rsidR="00E00D30" w:rsidRDefault="00E00D30" w:rsidP="00E00D30">
      <w:r>
        <w:t>390.2285</w:t>
      </w:r>
      <w:r>
        <w:tab/>
        <w:t>2.025e0</w:t>
      </w:r>
    </w:p>
    <w:p w:rsidR="00E00D30" w:rsidRDefault="00E00D30" w:rsidP="00E00D30">
      <w:r>
        <w:t>390.2388</w:t>
      </w:r>
      <w:r>
        <w:tab/>
        <w:t>1.013e0</w:t>
      </w:r>
    </w:p>
    <w:p w:rsidR="00E00D30" w:rsidRDefault="00E00D30" w:rsidP="00E00D30">
      <w:r>
        <w:t>390.2529</w:t>
      </w:r>
      <w:r>
        <w:tab/>
        <w:t>4.051e0</w:t>
      </w:r>
    </w:p>
    <w:p w:rsidR="00E00D30" w:rsidRDefault="00E00D30" w:rsidP="00E00D30">
      <w:r>
        <w:t>390.2596</w:t>
      </w:r>
      <w:r>
        <w:tab/>
        <w:t>1.013e0</w:t>
      </w:r>
    </w:p>
    <w:p w:rsidR="00E00D30" w:rsidRDefault="00E00D30" w:rsidP="00E00D30">
      <w:r>
        <w:t>390.2665</w:t>
      </w:r>
      <w:r>
        <w:tab/>
        <w:t>1.013e0</w:t>
      </w:r>
    </w:p>
    <w:p w:rsidR="00E00D30" w:rsidRDefault="00E00D30" w:rsidP="00E00D30">
      <w:r>
        <w:t>390.2697</w:t>
      </w:r>
      <w:r>
        <w:tab/>
        <w:t>2.025e0</w:t>
      </w:r>
    </w:p>
    <w:p w:rsidR="00E00D30" w:rsidRDefault="00E00D30" w:rsidP="00E00D30">
      <w:r>
        <w:t>390.2870</w:t>
      </w:r>
      <w:r>
        <w:tab/>
        <w:t>1.013e0</w:t>
      </w:r>
    </w:p>
    <w:p w:rsidR="00E00D30" w:rsidRDefault="00E00D30" w:rsidP="00E00D30">
      <w:r>
        <w:t>390.2913</w:t>
      </w:r>
      <w:r>
        <w:tab/>
        <w:t>2.025e0</w:t>
      </w:r>
    </w:p>
    <w:p w:rsidR="00E00D30" w:rsidRDefault="00E00D30" w:rsidP="00E00D30">
      <w:r>
        <w:t>390.2946</w:t>
      </w:r>
      <w:r>
        <w:tab/>
        <w:t>1.013e0</w:t>
      </w:r>
    </w:p>
    <w:p w:rsidR="00E00D30" w:rsidRDefault="00E00D30" w:rsidP="00E00D30">
      <w:r>
        <w:t>390.3195</w:t>
      </w:r>
      <w:r>
        <w:tab/>
        <w:t>2.025e0</w:t>
      </w:r>
    </w:p>
    <w:p w:rsidR="00E00D30" w:rsidRDefault="00E00D30" w:rsidP="00E00D30">
      <w:r>
        <w:t>390.3352</w:t>
      </w:r>
      <w:r>
        <w:tab/>
        <w:t>2.025e0</w:t>
      </w:r>
    </w:p>
    <w:p w:rsidR="00E00D30" w:rsidRDefault="00E00D30" w:rsidP="00E00D30">
      <w:r>
        <w:t>390.3370</w:t>
      </w:r>
      <w:r>
        <w:tab/>
        <w:t>1.013e0</w:t>
      </w:r>
    </w:p>
    <w:p w:rsidR="00E00D30" w:rsidRDefault="00E00D30" w:rsidP="00E00D30">
      <w:r>
        <w:lastRenderedPageBreak/>
        <w:t>390.3445</w:t>
      </w:r>
      <w:r>
        <w:tab/>
        <w:t>2.025e0</w:t>
      </w:r>
    </w:p>
    <w:p w:rsidR="00E00D30" w:rsidRDefault="00E00D30" w:rsidP="00E00D30">
      <w:r>
        <w:t>390.3548</w:t>
      </w:r>
      <w:r>
        <w:tab/>
        <w:t>2.025e0</w:t>
      </w:r>
    </w:p>
    <w:p w:rsidR="00E00D30" w:rsidRDefault="00E00D30" w:rsidP="00E00D30">
      <w:r>
        <w:t>390.3702</w:t>
      </w:r>
      <w:r>
        <w:tab/>
        <w:t>1.013e0</w:t>
      </w:r>
    </w:p>
    <w:p w:rsidR="00E00D30" w:rsidRDefault="00E00D30" w:rsidP="00E00D30">
      <w:r>
        <w:t>390.3802</w:t>
      </w:r>
      <w:r>
        <w:tab/>
        <w:t>1.013e0</w:t>
      </w:r>
    </w:p>
    <w:p w:rsidR="00E00D30" w:rsidRDefault="00E00D30" w:rsidP="00E00D30">
      <w:r>
        <w:t>390.4182</w:t>
      </w:r>
      <w:r>
        <w:tab/>
        <w:t>1.013e0</w:t>
      </w:r>
    </w:p>
    <w:p w:rsidR="00E00D30" w:rsidRDefault="00E00D30" w:rsidP="00E00D30">
      <w:r>
        <w:t>390.4221</w:t>
      </w:r>
      <w:r>
        <w:tab/>
        <w:t>1.013e0</w:t>
      </w:r>
    </w:p>
    <w:p w:rsidR="00E00D30" w:rsidRDefault="00E00D30" w:rsidP="00E00D30">
      <w:r>
        <w:t>390.4433</w:t>
      </w:r>
      <w:r>
        <w:tab/>
        <w:t>1.013e0</w:t>
      </w:r>
    </w:p>
    <w:p w:rsidR="00E00D30" w:rsidRDefault="00E00D30" w:rsidP="00E00D30">
      <w:r>
        <w:t>390.5287</w:t>
      </w:r>
      <w:r>
        <w:tab/>
        <w:t>1.013e0</w:t>
      </w:r>
    </w:p>
    <w:p w:rsidR="00E00D30" w:rsidRDefault="00E00D30" w:rsidP="00E00D30">
      <w:r>
        <w:t>390.5326</w:t>
      </w:r>
      <w:r>
        <w:tab/>
        <w:t>1.013e0</w:t>
      </w:r>
    </w:p>
    <w:p w:rsidR="00E00D30" w:rsidRDefault="00E00D30" w:rsidP="00E00D30">
      <w:r>
        <w:t>390.5360</w:t>
      </w:r>
      <w:r>
        <w:tab/>
        <w:t>1.013e0</w:t>
      </w:r>
    </w:p>
    <w:p w:rsidR="00E00D30" w:rsidRDefault="00E00D30" w:rsidP="00E00D30">
      <w:r>
        <w:t>390.5570</w:t>
      </w:r>
      <w:r>
        <w:tab/>
        <w:t>1.013e0</w:t>
      </w:r>
    </w:p>
    <w:p w:rsidR="00E00D30" w:rsidRDefault="00E00D30" w:rsidP="00E00D30">
      <w:r>
        <w:t>390.5975</w:t>
      </w:r>
      <w:r>
        <w:tab/>
        <w:t>2.025e0</w:t>
      </w:r>
    </w:p>
    <w:p w:rsidR="00E00D30" w:rsidRDefault="00E00D30" w:rsidP="00E00D30">
      <w:r>
        <w:t>390.6538</w:t>
      </w:r>
      <w:r>
        <w:tab/>
        <w:t>1.013e0</w:t>
      </w:r>
    </w:p>
    <w:p w:rsidR="00E00D30" w:rsidRDefault="00E00D30" w:rsidP="00E00D30">
      <w:r>
        <w:t>390.6592</w:t>
      </w:r>
      <w:r>
        <w:tab/>
        <w:t>1.013e0</w:t>
      </w:r>
    </w:p>
    <w:p w:rsidR="00E00D30" w:rsidRDefault="00E00D30" w:rsidP="00E00D30">
      <w:r>
        <w:t>390.6677</w:t>
      </w:r>
      <w:r>
        <w:tab/>
        <w:t>1.013e0</w:t>
      </w:r>
    </w:p>
    <w:p w:rsidR="00E00D30" w:rsidRDefault="00E00D30" w:rsidP="00E00D30">
      <w:r>
        <w:t>390.6882</w:t>
      </w:r>
      <w:r>
        <w:tab/>
        <w:t>1.013e0</w:t>
      </w:r>
    </w:p>
    <w:p w:rsidR="00E00D30" w:rsidRDefault="00E00D30" w:rsidP="00E00D30">
      <w:r>
        <w:t>390.7025</w:t>
      </w:r>
      <w:r>
        <w:tab/>
        <w:t>1.013e0</w:t>
      </w:r>
    </w:p>
    <w:p w:rsidR="00E00D30" w:rsidRDefault="00E00D30" w:rsidP="00E00D30">
      <w:r>
        <w:t>390.7055</w:t>
      </w:r>
      <w:r>
        <w:tab/>
        <w:t>1.013e0</w:t>
      </w:r>
    </w:p>
    <w:p w:rsidR="00E00D30" w:rsidRDefault="00E00D30" w:rsidP="00E00D30">
      <w:r>
        <w:t>390.7093</w:t>
      </w:r>
      <w:r>
        <w:tab/>
        <w:t>2.025e0</w:t>
      </w:r>
    </w:p>
    <w:p w:rsidR="00E00D30" w:rsidRDefault="00E00D30" w:rsidP="00E00D30">
      <w:r>
        <w:lastRenderedPageBreak/>
        <w:t>390.7458</w:t>
      </w:r>
      <w:r>
        <w:tab/>
        <w:t>3.038e0</w:t>
      </w:r>
    </w:p>
    <w:p w:rsidR="00E00D30" w:rsidRDefault="00E00D30" w:rsidP="00E00D30">
      <w:r>
        <w:t>390.7552</w:t>
      </w:r>
      <w:r>
        <w:tab/>
        <w:t>2.025e0</w:t>
      </w:r>
    </w:p>
    <w:p w:rsidR="00E00D30" w:rsidRDefault="00E00D30" w:rsidP="00E00D30">
      <w:r>
        <w:t>390.7943</w:t>
      </w:r>
      <w:r>
        <w:tab/>
        <w:t>1.013e0</w:t>
      </w:r>
    </w:p>
    <w:p w:rsidR="00E00D30" w:rsidRDefault="00E00D30" w:rsidP="00E00D30">
      <w:r>
        <w:t>390.7992</w:t>
      </w:r>
      <w:r>
        <w:tab/>
        <w:t>1.013e0</w:t>
      </w:r>
    </w:p>
    <w:p w:rsidR="00E00D30" w:rsidRDefault="00E00D30" w:rsidP="00E00D30">
      <w:r>
        <w:t>390.8064</w:t>
      </w:r>
      <w:r>
        <w:tab/>
        <w:t>2.025e0</w:t>
      </w:r>
    </w:p>
    <w:p w:rsidR="00E00D30" w:rsidRDefault="00E00D30" w:rsidP="00E00D30">
      <w:r>
        <w:t>390.8523</w:t>
      </w:r>
      <w:r>
        <w:tab/>
        <w:t>3.038e0</w:t>
      </w:r>
    </w:p>
    <w:p w:rsidR="00E00D30" w:rsidRDefault="00E00D30" w:rsidP="00E00D30">
      <w:r>
        <w:t>390.8890</w:t>
      </w:r>
      <w:r>
        <w:tab/>
        <w:t>1.013e0</w:t>
      </w:r>
    </w:p>
    <w:p w:rsidR="00E00D30" w:rsidRDefault="00E00D30" w:rsidP="00E00D30">
      <w:r>
        <w:t>390.8946</w:t>
      </w:r>
      <w:r>
        <w:tab/>
        <w:t>2.025e0</w:t>
      </w:r>
    </w:p>
    <w:p w:rsidR="00E00D30" w:rsidRDefault="00E00D30" w:rsidP="00E00D30">
      <w:r>
        <w:t>390.9065</w:t>
      </w:r>
      <w:r>
        <w:tab/>
        <w:t>2.025e0</w:t>
      </w:r>
    </w:p>
    <w:p w:rsidR="00E00D30" w:rsidRDefault="00E00D30" w:rsidP="00E00D30">
      <w:r>
        <w:t>390.9168</w:t>
      </w:r>
      <w:r>
        <w:tab/>
        <w:t>2.025e0</w:t>
      </w:r>
    </w:p>
    <w:p w:rsidR="00E00D30" w:rsidRDefault="00E00D30" w:rsidP="00E00D30">
      <w:r>
        <w:t>390.9203</w:t>
      </w:r>
      <w:r>
        <w:tab/>
        <w:t>2.025e0</w:t>
      </w:r>
    </w:p>
    <w:p w:rsidR="00E00D30" w:rsidRDefault="00E00D30" w:rsidP="00E00D30">
      <w:r>
        <w:t>390.9308</w:t>
      </w:r>
      <w:r>
        <w:tab/>
        <w:t>1.013e0</w:t>
      </w:r>
    </w:p>
    <w:p w:rsidR="00E00D30" w:rsidRDefault="00E00D30" w:rsidP="00E00D30">
      <w:r>
        <w:t>390.9343</w:t>
      </w:r>
      <w:r>
        <w:tab/>
        <w:t>2.025e0</w:t>
      </w:r>
    </w:p>
    <w:p w:rsidR="00E00D30" w:rsidRDefault="00E00D30" w:rsidP="00E00D30">
      <w:r>
        <w:t>390.9381</w:t>
      </w:r>
      <w:r>
        <w:tab/>
        <w:t>2.025e0</w:t>
      </w:r>
    </w:p>
    <w:p w:rsidR="00E00D30" w:rsidRDefault="00E00D30" w:rsidP="00E00D30">
      <w:r>
        <w:t>390.9442</w:t>
      </w:r>
      <w:r>
        <w:tab/>
        <w:t>2.025e0</w:t>
      </w:r>
    </w:p>
    <w:p w:rsidR="00E00D30" w:rsidRDefault="00E00D30" w:rsidP="00E00D30">
      <w:r>
        <w:t>390.9767</w:t>
      </w:r>
      <w:r>
        <w:tab/>
        <w:t>2.025e0</w:t>
      </w:r>
    </w:p>
    <w:p w:rsidR="00E00D30" w:rsidRDefault="00E00D30" w:rsidP="00E00D30">
      <w:r>
        <w:t>390.9790</w:t>
      </w:r>
      <w:r>
        <w:tab/>
        <w:t>1.013e0</w:t>
      </w:r>
    </w:p>
    <w:p w:rsidR="00E00D30" w:rsidRDefault="00E00D30" w:rsidP="00E00D30">
      <w:r>
        <w:t>390.9898</w:t>
      </w:r>
      <w:r>
        <w:tab/>
        <w:t>1.013e0</w:t>
      </w:r>
    </w:p>
    <w:p w:rsidR="00E00D30" w:rsidRDefault="00E00D30" w:rsidP="00E00D30">
      <w:r>
        <w:t>391.0208</w:t>
      </w:r>
      <w:r>
        <w:tab/>
        <w:t>1.013e0</w:t>
      </w:r>
    </w:p>
    <w:p w:rsidR="00E00D30" w:rsidRDefault="00E00D30" w:rsidP="00E00D30">
      <w:r>
        <w:lastRenderedPageBreak/>
        <w:t>391.0529</w:t>
      </w:r>
      <w:r>
        <w:tab/>
        <w:t>1.013e0</w:t>
      </w:r>
    </w:p>
    <w:p w:rsidR="00E00D30" w:rsidRDefault="00E00D30" w:rsidP="00E00D30">
      <w:r>
        <w:t>391.0568</w:t>
      </w:r>
      <w:r>
        <w:tab/>
        <w:t>1.013e0</w:t>
      </w:r>
    </w:p>
    <w:p w:rsidR="00E00D30" w:rsidRDefault="00E00D30" w:rsidP="00E00D30">
      <w:r>
        <w:t>391.0840</w:t>
      </w:r>
      <w:r>
        <w:tab/>
        <w:t>3.038e0</w:t>
      </w:r>
    </w:p>
    <w:p w:rsidR="00E00D30" w:rsidRDefault="00E00D30" w:rsidP="00E00D30">
      <w:r>
        <w:t>391.0991</w:t>
      </w:r>
      <w:r>
        <w:tab/>
        <w:t>1.013e0</w:t>
      </w:r>
    </w:p>
    <w:p w:rsidR="00E00D30" w:rsidRDefault="00E00D30" w:rsidP="00E00D30">
      <w:r>
        <w:t>391.1085</w:t>
      </w:r>
      <w:r>
        <w:tab/>
        <w:t>3.038e0</w:t>
      </w:r>
    </w:p>
    <w:p w:rsidR="00E00D30" w:rsidRDefault="00E00D30" w:rsidP="00E00D30">
      <w:r>
        <w:t>391.1108</w:t>
      </w:r>
      <w:r>
        <w:tab/>
        <w:t>1.013e0</w:t>
      </w:r>
    </w:p>
    <w:p w:rsidR="00E00D30" w:rsidRDefault="00E00D30" w:rsidP="00E00D30">
      <w:r>
        <w:t>391.1315</w:t>
      </w:r>
      <w:r>
        <w:tab/>
        <w:t>4.051e0</w:t>
      </w:r>
    </w:p>
    <w:p w:rsidR="00E00D30" w:rsidRDefault="00E00D30" w:rsidP="00E00D30">
      <w:r>
        <w:t>391.1524</w:t>
      </w:r>
      <w:r>
        <w:tab/>
        <w:t>1.013e0</w:t>
      </w:r>
    </w:p>
    <w:p w:rsidR="00E00D30" w:rsidRDefault="00E00D30" w:rsidP="00E00D30">
      <w:r>
        <w:t>391.1732</w:t>
      </w:r>
      <w:r>
        <w:tab/>
        <w:t>1.013e0</w:t>
      </w:r>
    </w:p>
    <w:p w:rsidR="00E00D30" w:rsidRDefault="00E00D30" w:rsidP="00E00D30">
      <w:r>
        <w:t>391.1945</w:t>
      </w:r>
      <w:r>
        <w:tab/>
        <w:t>2.025e0</w:t>
      </w:r>
    </w:p>
    <w:p w:rsidR="00E00D30" w:rsidRDefault="00E00D30" w:rsidP="00E00D30">
      <w:r>
        <w:t>391.2056</w:t>
      </w:r>
      <w:r>
        <w:tab/>
        <w:t>3.038e0</w:t>
      </w:r>
    </w:p>
    <w:p w:rsidR="00E00D30" w:rsidRDefault="00E00D30" w:rsidP="00E00D30">
      <w:r>
        <w:t>391.2114</w:t>
      </w:r>
      <w:r>
        <w:tab/>
        <w:t>2.025e0</w:t>
      </w:r>
    </w:p>
    <w:p w:rsidR="00E00D30" w:rsidRDefault="00E00D30" w:rsidP="00E00D30">
      <w:r>
        <w:t>391.2182</w:t>
      </w:r>
      <w:r>
        <w:tab/>
        <w:t>6.076e0</w:t>
      </w:r>
    </w:p>
    <w:p w:rsidR="00E00D30" w:rsidRDefault="00E00D30" w:rsidP="00E00D30">
      <w:r>
        <w:t>391.2235</w:t>
      </w:r>
      <w:r>
        <w:tab/>
        <w:t>5.373e0</w:t>
      </w:r>
    </w:p>
    <w:p w:rsidR="00E00D30" w:rsidRDefault="00E00D30" w:rsidP="00E00D30">
      <w:r>
        <w:t>391.2791</w:t>
      </w:r>
      <w:r>
        <w:tab/>
        <w:t>1.925e1</w:t>
      </w:r>
    </w:p>
    <w:p w:rsidR="00E00D30" w:rsidRDefault="00E00D30" w:rsidP="00E00D30">
      <w:r>
        <w:t>391.2823</w:t>
      </w:r>
      <w:r>
        <w:tab/>
        <w:t>5.063e1</w:t>
      </w:r>
    </w:p>
    <w:p w:rsidR="00E00D30" w:rsidRDefault="00E00D30" w:rsidP="00E00D30">
      <w:r>
        <w:t>391.2840</w:t>
      </w:r>
      <w:r>
        <w:tab/>
        <w:t>2.411e1</w:t>
      </w:r>
    </w:p>
    <w:p w:rsidR="00E00D30" w:rsidRDefault="00E00D30" w:rsidP="00E00D30">
      <w:r>
        <w:t>391.2870</w:t>
      </w:r>
      <w:r>
        <w:tab/>
        <w:t>4.152e1</w:t>
      </w:r>
    </w:p>
    <w:p w:rsidR="00E00D30" w:rsidRDefault="00E00D30" w:rsidP="00E00D30">
      <w:r>
        <w:t>391.2890</w:t>
      </w:r>
      <w:r>
        <w:tab/>
        <w:t>3.544e1</w:t>
      </w:r>
    </w:p>
    <w:p w:rsidR="00E00D30" w:rsidRDefault="00E00D30" w:rsidP="00E00D30">
      <w:r>
        <w:lastRenderedPageBreak/>
        <w:t>391.2908</w:t>
      </w:r>
      <w:r>
        <w:tab/>
        <w:t>4.152e1</w:t>
      </w:r>
    </w:p>
    <w:p w:rsidR="00E00D30" w:rsidRDefault="00E00D30" w:rsidP="00E00D30">
      <w:r>
        <w:t>391.3404</w:t>
      </w:r>
      <w:r>
        <w:tab/>
        <w:t>1.013e0</w:t>
      </w:r>
    </w:p>
    <w:p w:rsidR="00E00D30" w:rsidRDefault="00E00D30" w:rsidP="00E00D30">
      <w:r>
        <w:t>391.3740</w:t>
      </w:r>
      <w:r>
        <w:tab/>
        <w:t>1.013e0</w:t>
      </w:r>
    </w:p>
    <w:p w:rsidR="00E00D30" w:rsidRDefault="00E00D30" w:rsidP="00E00D30">
      <w:r>
        <w:t>391.3848</w:t>
      </w:r>
      <w:r>
        <w:tab/>
        <w:t>2.025e0</w:t>
      </w:r>
    </w:p>
    <w:p w:rsidR="00E00D30" w:rsidRDefault="00E00D30" w:rsidP="00E00D30">
      <w:r>
        <w:t>391.3881</w:t>
      </w:r>
      <w:r>
        <w:tab/>
        <w:t>2.025e0</w:t>
      </w:r>
    </w:p>
    <w:p w:rsidR="00E00D30" w:rsidRDefault="00E00D30" w:rsidP="00E00D30">
      <w:r>
        <w:t>391.4018</w:t>
      </w:r>
      <w:r>
        <w:tab/>
        <w:t>2.025e0</w:t>
      </w:r>
    </w:p>
    <w:p w:rsidR="00E00D30" w:rsidRDefault="00E00D30" w:rsidP="00E00D30">
      <w:r>
        <w:t>391.4643</w:t>
      </w:r>
      <w:r>
        <w:tab/>
        <w:t>2.025e0</w:t>
      </w:r>
    </w:p>
    <w:p w:rsidR="00E00D30" w:rsidRDefault="00E00D30" w:rsidP="00E00D30">
      <w:r>
        <w:t>391.5020</w:t>
      </w:r>
      <w:r>
        <w:tab/>
        <w:t>2.025e0</w:t>
      </w:r>
    </w:p>
    <w:p w:rsidR="00E00D30" w:rsidRDefault="00E00D30" w:rsidP="00E00D30">
      <w:r>
        <w:t>391.5059</w:t>
      </w:r>
      <w:r>
        <w:tab/>
        <w:t>1.013e0</w:t>
      </w:r>
    </w:p>
    <w:p w:rsidR="00E00D30" w:rsidRDefault="00E00D30" w:rsidP="00E00D30">
      <w:r>
        <w:t>391.5102</w:t>
      </w:r>
      <w:r>
        <w:tab/>
        <w:t>1.013e0</w:t>
      </w:r>
    </w:p>
    <w:p w:rsidR="00E00D30" w:rsidRDefault="00E00D30" w:rsidP="00E00D30">
      <w:r>
        <w:t>391.5404</w:t>
      </w:r>
      <w:r>
        <w:tab/>
        <w:t>1.013e0</w:t>
      </w:r>
    </w:p>
    <w:p w:rsidR="00E00D30" w:rsidRDefault="00E00D30" w:rsidP="00E00D30">
      <w:r>
        <w:t>391.5475</w:t>
      </w:r>
      <w:r>
        <w:tab/>
        <w:t>1.013e0</w:t>
      </w:r>
    </w:p>
    <w:p w:rsidR="00E00D30" w:rsidRDefault="00E00D30" w:rsidP="00E00D30">
      <w:r>
        <w:t>391.5779</w:t>
      </w:r>
      <w:r>
        <w:tab/>
        <w:t>2.025e0</w:t>
      </w:r>
    </w:p>
    <w:p w:rsidR="00E00D30" w:rsidRDefault="00E00D30" w:rsidP="00E00D30">
      <w:r>
        <w:t>391.5882</w:t>
      </w:r>
      <w:r>
        <w:tab/>
        <w:t>2.025e0</w:t>
      </w:r>
    </w:p>
    <w:p w:rsidR="00E00D30" w:rsidRDefault="00E00D30" w:rsidP="00E00D30">
      <w:r>
        <w:t>391.6540</w:t>
      </w:r>
      <w:r>
        <w:tab/>
        <w:t>2.025e0</w:t>
      </w:r>
    </w:p>
    <w:p w:rsidR="00E00D30" w:rsidRDefault="00E00D30" w:rsidP="00E00D30">
      <w:r>
        <w:t>391.6590</w:t>
      </w:r>
      <w:r>
        <w:tab/>
        <w:t>1.013e0</w:t>
      </w:r>
    </w:p>
    <w:p w:rsidR="00E00D30" w:rsidRDefault="00E00D30" w:rsidP="00E00D30">
      <w:r>
        <w:t>391.6625</w:t>
      </w:r>
      <w:r>
        <w:tab/>
        <w:t>1.013e0</w:t>
      </w:r>
    </w:p>
    <w:p w:rsidR="00E00D30" w:rsidRDefault="00E00D30" w:rsidP="00E00D30">
      <w:r>
        <w:t>391.7006</w:t>
      </w:r>
      <w:r>
        <w:tab/>
        <w:t>1.013e0</w:t>
      </w:r>
    </w:p>
    <w:p w:rsidR="00E00D30" w:rsidRDefault="00E00D30" w:rsidP="00E00D30">
      <w:r>
        <w:t>391.7264</w:t>
      </w:r>
      <w:r>
        <w:tab/>
        <w:t>1.013e0</w:t>
      </w:r>
    </w:p>
    <w:p w:rsidR="00E00D30" w:rsidRDefault="00E00D30" w:rsidP="00E00D30">
      <w:r>
        <w:lastRenderedPageBreak/>
        <w:t>391.7348</w:t>
      </w:r>
      <w:r>
        <w:tab/>
        <w:t>1.013e0</w:t>
      </w:r>
    </w:p>
    <w:p w:rsidR="00E00D30" w:rsidRDefault="00E00D30" w:rsidP="00E00D30">
      <w:r>
        <w:t>391.7554</w:t>
      </w:r>
      <w:r>
        <w:tab/>
        <w:t>2.025e0</w:t>
      </w:r>
    </w:p>
    <w:p w:rsidR="00E00D30" w:rsidRDefault="00E00D30" w:rsidP="00E00D30">
      <w:r>
        <w:t>391.8109</w:t>
      </w:r>
      <w:r>
        <w:tab/>
        <w:t>1.013e0</w:t>
      </w:r>
    </w:p>
    <w:p w:rsidR="00E00D30" w:rsidRDefault="00E00D30" w:rsidP="00E00D30">
      <w:r>
        <w:t>391.8576</w:t>
      </w:r>
      <w:r>
        <w:tab/>
        <w:t>1.013e0</w:t>
      </w:r>
    </w:p>
    <w:p w:rsidR="00E00D30" w:rsidRDefault="00E00D30" w:rsidP="00E00D30">
      <w:r>
        <w:t>391.8837</w:t>
      </w:r>
      <w:r>
        <w:tab/>
        <w:t>4.051e0</w:t>
      </w:r>
    </w:p>
    <w:p w:rsidR="00E00D30" w:rsidRDefault="00E00D30" w:rsidP="00E00D30">
      <w:r>
        <w:t>391.8946</w:t>
      </w:r>
      <w:r>
        <w:tab/>
        <w:t>3.038e0</w:t>
      </w:r>
    </w:p>
    <w:p w:rsidR="00E00D30" w:rsidRDefault="00E00D30" w:rsidP="00E00D30">
      <w:r>
        <w:t>391.9250</w:t>
      </w:r>
      <w:r>
        <w:tab/>
        <w:t>1.013e0</w:t>
      </w:r>
    </w:p>
    <w:p w:rsidR="00E00D30" w:rsidRDefault="00E00D30" w:rsidP="00E00D30">
      <w:r>
        <w:t>391.9340</w:t>
      </w:r>
      <w:r>
        <w:tab/>
        <w:t>2.025e0</w:t>
      </w:r>
    </w:p>
    <w:p w:rsidR="00E00D30" w:rsidRDefault="00E00D30" w:rsidP="00E00D30">
      <w:r>
        <w:t>391.9361</w:t>
      </w:r>
      <w:r>
        <w:tab/>
        <w:t>1.013e0</w:t>
      </w:r>
    </w:p>
    <w:p w:rsidR="00E00D30" w:rsidRDefault="00E00D30" w:rsidP="00E00D30">
      <w:r>
        <w:t>391.9506</w:t>
      </w:r>
      <w:r>
        <w:tab/>
        <w:t>1.013e0</w:t>
      </w:r>
    </w:p>
    <w:p w:rsidR="00E00D30" w:rsidRDefault="00E00D30" w:rsidP="00E00D30">
      <w:r>
        <w:t>391.9607</w:t>
      </w:r>
      <w:r>
        <w:tab/>
        <w:t>2.025e0</w:t>
      </w:r>
    </w:p>
    <w:p w:rsidR="00E00D30" w:rsidRDefault="00E00D30" w:rsidP="00E00D30">
      <w:r>
        <w:t>391.9681</w:t>
      </w:r>
      <w:r>
        <w:tab/>
        <w:t>1.013e0</w:t>
      </w:r>
    </w:p>
    <w:p w:rsidR="00E00D30" w:rsidRDefault="00E00D30" w:rsidP="00E00D30">
      <w:r>
        <w:t>391.9713</w:t>
      </w:r>
      <w:r>
        <w:tab/>
        <w:t>2.025e0</w:t>
      </w:r>
    </w:p>
    <w:p w:rsidR="00E00D30" w:rsidRDefault="00E00D30" w:rsidP="00E00D30">
      <w:r>
        <w:t>391.9840</w:t>
      </w:r>
      <w:r>
        <w:tab/>
        <w:t>2.025e0</w:t>
      </w:r>
    </w:p>
    <w:p w:rsidR="00E00D30" w:rsidRDefault="00E00D30" w:rsidP="00E00D30">
      <w:r>
        <w:t>392.0056</w:t>
      </w:r>
      <w:r>
        <w:tab/>
        <w:t>2.025e0</w:t>
      </w:r>
    </w:p>
    <w:p w:rsidR="00E00D30" w:rsidRDefault="00E00D30" w:rsidP="00E00D30">
      <w:r>
        <w:t>392.0140</w:t>
      </w:r>
      <w:r>
        <w:tab/>
        <w:t>1.013e0</w:t>
      </w:r>
    </w:p>
    <w:p w:rsidR="00E00D30" w:rsidRDefault="00E00D30" w:rsidP="00E00D30">
      <w:r>
        <w:t>392.0575</w:t>
      </w:r>
      <w:r>
        <w:tab/>
        <w:t>3.038e0</w:t>
      </w:r>
    </w:p>
    <w:p w:rsidR="00E00D30" w:rsidRDefault="00E00D30" w:rsidP="00E00D30">
      <w:r>
        <w:t>392.0739</w:t>
      </w:r>
      <w:r>
        <w:tab/>
        <w:t>1.013e0</w:t>
      </w:r>
    </w:p>
    <w:p w:rsidR="00E00D30" w:rsidRDefault="00E00D30" w:rsidP="00E00D30">
      <w:r>
        <w:t>392.0952</w:t>
      </w:r>
      <w:r>
        <w:tab/>
        <w:t>1.013e0</w:t>
      </w:r>
    </w:p>
    <w:p w:rsidR="00E00D30" w:rsidRDefault="00E00D30" w:rsidP="00E00D30">
      <w:r>
        <w:lastRenderedPageBreak/>
        <w:t>392.0990</w:t>
      </w:r>
      <w:r>
        <w:tab/>
        <w:t>1.013e0</w:t>
      </w:r>
    </w:p>
    <w:p w:rsidR="00E00D30" w:rsidRDefault="00E00D30" w:rsidP="00E00D30">
      <w:r>
        <w:t>392.1024</w:t>
      </w:r>
      <w:r>
        <w:tab/>
        <w:t>2.025e0</w:t>
      </w:r>
    </w:p>
    <w:p w:rsidR="00E00D30" w:rsidRDefault="00E00D30" w:rsidP="00E00D30">
      <w:r>
        <w:t>392.1141</w:t>
      </w:r>
      <w:r>
        <w:tab/>
        <w:t>2.025e0</w:t>
      </w:r>
    </w:p>
    <w:p w:rsidR="00E00D30" w:rsidRDefault="00E00D30" w:rsidP="00E00D30">
      <w:r>
        <w:t>392.1357</w:t>
      </w:r>
      <w:r>
        <w:tab/>
        <w:t>2.025e0</w:t>
      </w:r>
    </w:p>
    <w:p w:rsidR="00E00D30" w:rsidRDefault="00E00D30" w:rsidP="00E00D30">
      <w:r>
        <w:t>392.1414</w:t>
      </w:r>
      <w:r>
        <w:tab/>
        <w:t>2.025e0</w:t>
      </w:r>
    </w:p>
    <w:p w:rsidR="00E00D30" w:rsidRDefault="00E00D30" w:rsidP="00E00D30">
      <w:r>
        <w:t>392.1862</w:t>
      </w:r>
      <w:r>
        <w:tab/>
        <w:t>2.025e0</w:t>
      </w:r>
    </w:p>
    <w:p w:rsidR="00E00D30" w:rsidRDefault="00E00D30" w:rsidP="00E00D30">
      <w:r>
        <w:t>392.1983</w:t>
      </w:r>
      <w:r>
        <w:tab/>
        <w:t>3.038e0</w:t>
      </w:r>
    </w:p>
    <w:p w:rsidR="00E00D30" w:rsidRDefault="00E00D30" w:rsidP="00E00D30">
      <w:r>
        <w:t>392.2090</w:t>
      </w:r>
      <w:r>
        <w:tab/>
        <w:t>1.013e0</w:t>
      </w:r>
    </w:p>
    <w:p w:rsidR="00E00D30" w:rsidRDefault="00E00D30" w:rsidP="00E00D30">
      <w:r>
        <w:t>392.2172</w:t>
      </w:r>
      <w:r>
        <w:tab/>
        <w:t>2.025e0</w:t>
      </w:r>
    </w:p>
    <w:p w:rsidR="00E00D30" w:rsidRDefault="00E00D30" w:rsidP="00E00D30">
      <w:r>
        <w:t>392.2263</w:t>
      </w:r>
      <w:r>
        <w:tab/>
        <w:t>1.013e0</w:t>
      </w:r>
    </w:p>
    <w:p w:rsidR="00E00D30" w:rsidRDefault="00E00D30" w:rsidP="00E00D30">
      <w:r>
        <w:t>392.2278</w:t>
      </w:r>
      <w:r>
        <w:tab/>
        <w:t>2.025e0</w:t>
      </w:r>
    </w:p>
    <w:p w:rsidR="00E00D30" w:rsidRDefault="00E00D30" w:rsidP="00E00D30">
      <w:r>
        <w:t>392.2401</w:t>
      </w:r>
      <w:r>
        <w:tab/>
        <w:t>3.038e0</w:t>
      </w:r>
    </w:p>
    <w:p w:rsidR="00E00D30" w:rsidRDefault="00E00D30" w:rsidP="00E00D30">
      <w:r>
        <w:t>392.2529</w:t>
      </w:r>
      <w:r>
        <w:tab/>
        <w:t>3.562e0</w:t>
      </w:r>
    </w:p>
    <w:p w:rsidR="00E00D30" w:rsidRDefault="00E00D30" w:rsidP="00E00D30">
      <w:r>
        <w:t>392.2701</w:t>
      </w:r>
      <w:r>
        <w:tab/>
        <w:t>4.051e0</w:t>
      </w:r>
    </w:p>
    <w:p w:rsidR="00E00D30" w:rsidRDefault="00E00D30" w:rsidP="00E00D30">
      <w:r>
        <w:t>392.2741</w:t>
      </w:r>
      <w:r>
        <w:tab/>
        <w:t>3.038e0</w:t>
      </w:r>
    </w:p>
    <w:p w:rsidR="00E00D30" w:rsidRDefault="00E00D30" w:rsidP="00E00D30">
      <w:r>
        <w:t>392.2837</w:t>
      </w:r>
      <w:r>
        <w:tab/>
        <w:t>6.076e0</w:t>
      </w:r>
    </w:p>
    <w:p w:rsidR="00E00D30" w:rsidRDefault="00E00D30" w:rsidP="00E00D30">
      <w:r>
        <w:t>392.2862</w:t>
      </w:r>
      <w:r>
        <w:tab/>
        <w:t>4.051e0</w:t>
      </w:r>
    </w:p>
    <w:p w:rsidR="00E00D30" w:rsidRDefault="00E00D30" w:rsidP="00E00D30">
      <w:r>
        <w:t>392.2878</w:t>
      </w:r>
      <w:r>
        <w:tab/>
        <w:t>1.563e1</w:t>
      </w:r>
    </w:p>
    <w:p w:rsidR="00E00D30" w:rsidRDefault="00E00D30" w:rsidP="00E00D30">
      <w:r>
        <w:t>392.2908</w:t>
      </w:r>
      <w:r>
        <w:tab/>
        <w:t>6.076e0</w:t>
      </w:r>
    </w:p>
    <w:p w:rsidR="00E00D30" w:rsidRDefault="00E00D30" w:rsidP="00E00D30">
      <w:r>
        <w:lastRenderedPageBreak/>
        <w:t>392.2922</w:t>
      </w:r>
      <w:r>
        <w:tab/>
        <w:t>1.677e1</w:t>
      </w:r>
    </w:p>
    <w:p w:rsidR="00E00D30" w:rsidRDefault="00E00D30" w:rsidP="00E00D30">
      <w:r>
        <w:t>392.3140</w:t>
      </w:r>
      <w:r>
        <w:tab/>
        <w:t>3.038e0</w:t>
      </w:r>
    </w:p>
    <w:p w:rsidR="00E00D30" w:rsidRDefault="00E00D30" w:rsidP="00E00D30">
      <w:r>
        <w:t>392.3527</w:t>
      </w:r>
      <w:r>
        <w:tab/>
        <w:t>1.013e0</w:t>
      </w:r>
    </w:p>
    <w:p w:rsidR="00E00D30" w:rsidRDefault="00E00D30" w:rsidP="00E00D30">
      <w:r>
        <w:t>392.3575</w:t>
      </w:r>
      <w:r>
        <w:tab/>
        <w:t>1.013e0</w:t>
      </w:r>
    </w:p>
    <w:p w:rsidR="00E00D30" w:rsidRDefault="00E00D30" w:rsidP="00E00D30">
      <w:r>
        <w:t>392.3615</w:t>
      </w:r>
      <w:r>
        <w:tab/>
        <w:t>1.013e0</w:t>
      </w:r>
    </w:p>
    <w:p w:rsidR="00E00D30" w:rsidRDefault="00E00D30" w:rsidP="00E00D30">
      <w:r>
        <w:t>392.3664</w:t>
      </w:r>
      <w:r>
        <w:tab/>
        <w:t>1.013e0</w:t>
      </w:r>
    </w:p>
    <w:p w:rsidR="00E00D30" w:rsidRDefault="00E00D30" w:rsidP="00E00D30">
      <w:r>
        <w:t>392.3854</w:t>
      </w:r>
      <w:r>
        <w:tab/>
        <w:t>2.025e0</w:t>
      </w:r>
    </w:p>
    <w:p w:rsidR="00E00D30" w:rsidRDefault="00E00D30" w:rsidP="00E00D30">
      <w:r>
        <w:t>392.4000</w:t>
      </w:r>
      <w:r>
        <w:tab/>
        <w:t>2.025e0</w:t>
      </w:r>
    </w:p>
    <w:p w:rsidR="00E00D30" w:rsidRDefault="00E00D30" w:rsidP="00E00D30">
      <w:r>
        <w:t>392.4150</w:t>
      </w:r>
      <w:r>
        <w:tab/>
        <w:t>1.013e0</w:t>
      </w:r>
    </w:p>
    <w:p w:rsidR="00E00D30" w:rsidRDefault="00E00D30" w:rsidP="00E00D30">
      <w:r>
        <w:t>392.4252</w:t>
      </w:r>
      <w:r>
        <w:tab/>
        <w:t>1.013e0</w:t>
      </w:r>
    </w:p>
    <w:p w:rsidR="00E00D30" w:rsidRDefault="00E00D30" w:rsidP="00E00D30">
      <w:r>
        <w:t>392.4339</w:t>
      </w:r>
      <w:r>
        <w:tab/>
        <w:t>2.025e0</w:t>
      </w:r>
    </w:p>
    <w:p w:rsidR="00E00D30" w:rsidRDefault="00E00D30" w:rsidP="00E00D30">
      <w:r>
        <w:t>392.4639</w:t>
      </w:r>
      <w:r>
        <w:tab/>
        <w:t>1.013e0</w:t>
      </w:r>
    </w:p>
    <w:p w:rsidR="00E00D30" w:rsidRDefault="00E00D30" w:rsidP="00E00D30">
      <w:r>
        <w:t>392.4781</w:t>
      </w:r>
      <w:r>
        <w:tab/>
        <w:t>3.038e0</w:t>
      </w:r>
    </w:p>
    <w:p w:rsidR="00E00D30" w:rsidRDefault="00E00D30" w:rsidP="00E00D30">
      <w:r>
        <w:t>392.4890</w:t>
      </w:r>
      <w:r>
        <w:tab/>
        <w:t>2.025e0</w:t>
      </w:r>
    </w:p>
    <w:p w:rsidR="00E00D30" w:rsidRDefault="00E00D30" w:rsidP="00E00D30">
      <w:r>
        <w:t>392.4922</w:t>
      </w:r>
      <w:r>
        <w:tab/>
        <w:t>2.025e0</w:t>
      </w:r>
    </w:p>
    <w:p w:rsidR="00E00D30" w:rsidRDefault="00E00D30" w:rsidP="00E00D30">
      <w:r>
        <w:t>392.5137</w:t>
      </w:r>
      <w:r>
        <w:tab/>
        <w:t>1.013e0</w:t>
      </w:r>
    </w:p>
    <w:p w:rsidR="00E00D30" w:rsidRDefault="00E00D30" w:rsidP="00E00D30">
      <w:r>
        <w:t>392.5195</w:t>
      </w:r>
      <w:r>
        <w:tab/>
        <w:t>1.013e0</w:t>
      </w:r>
    </w:p>
    <w:p w:rsidR="00E00D30" w:rsidRDefault="00E00D30" w:rsidP="00E00D30">
      <w:r>
        <w:t>392.5682</w:t>
      </w:r>
      <w:r>
        <w:tab/>
        <w:t>1.013e0</w:t>
      </w:r>
    </w:p>
    <w:p w:rsidR="00E00D30" w:rsidRDefault="00E00D30" w:rsidP="00E00D30">
      <w:r>
        <w:t>392.5740</w:t>
      </w:r>
      <w:r>
        <w:tab/>
        <w:t>2.025e0</w:t>
      </w:r>
    </w:p>
    <w:p w:rsidR="00E00D30" w:rsidRDefault="00E00D30" w:rsidP="00E00D30">
      <w:r>
        <w:lastRenderedPageBreak/>
        <w:t>392.5777</w:t>
      </w:r>
      <w:r>
        <w:tab/>
        <w:t>1.013e0</w:t>
      </w:r>
    </w:p>
    <w:p w:rsidR="00E00D30" w:rsidRDefault="00E00D30" w:rsidP="00E00D30">
      <w:r>
        <w:t>392.6075</w:t>
      </w:r>
      <w:r>
        <w:tab/>
        <w:t>2.025e0</w:t>
      </w:r>
    </w:p>
    <w:p w:rsidR="00E00D30" w:rsidRDefault="00E00D30" w:rsidP="00E00D30">
      <w:r>
        <w:t>392.6238</w:t>
      </w:r>
      <w:r>
        <w:tab/>
        <w:t>2.025e0</w:t>
      </w:r>
    </w:p>
    <w:p w:rsidR="00E00D30" w:rsidRDefault="00E00D30" w:rsidP="00E00D30">
      <w:r>
        <w:t>392.6514</w:t>
      </w:r>
      <w:r>
        <w:tab/>
        <w:t>1.013e0</w:t>
      </w:r>
    </w:p>
    <w:p w:rsidR="00E00D30" w:rsidRDefault="00E00D30" w:rsidP="00E00D30">
      <w:r>
        <w:t>392.6585</w:t>
      </w:r>
      <w:r>
        <w:tab/>
        <w:t>1.013e0</w:t>
      </w:r>
    </w:p>
    <w:p w:rsidR="00E00D30" w:rsidRDefault="00E00D30" w:rsidP="00E00D30">
      <w:r>
        <w:t>392.6877</w:t>
      </w:r>
      <w:r>
        <w:tab/>
        <w:t>1.013e0</w:t>
      </w:r>
    </w:p>
    <w:p w:rsidR="00E00D30" w:rsidRDefault="00E00D30" w:rsidP="00E00D30">
      <w:r>
        <w:t>392.6931</w:t>
      </w:r>
      <w:r>
        <w:tab/>
        <w:t>1.013e0</w:t>
      </w:r>
    </w:p>
    <w:p w:rsidR="00E00D30" w:rsidRDefault="00E00D30" w:rsidP="00E00D30">
      <w:r>
        <w:t>392.7140</w:t>
      </w:r>
      <w:r>
        <w:tab/>
        <w:t>1.013e0</w:t>
      </w:r>
    </w:p>
    <w:p w:rsidR="00E00D30" w:rsidRDefault="00E00D30" w:rsidP="00E00D30">
      <w:r>
        <w:t>392.7211</w:t>
      </w:r>
      <w:r>
        <w:tab/>
        <w:t>1.013e0</w:t>
      </w:r>
    </w:p>
    <w:p w:rsidR="00E00D30" w:rsidRDefault="00E00D30" w:rsidP="00E00D30">
      <w:r>
        <w:t>392.7249</w:t>
      </w:r>
      <w:r>
        <w:tab/>
        <w:t>2.025e0</w:t>
      </w:r>
    </w:p>
    <w:p w:rsidR="00E00D30" w:rsidRDefault="00E00D30" w:rsidP="00E00D30">
      <w:r>
        <w:t>392.7513</w:t>
      </w:r>
      <w:r>
        <w:tab/>
        <w:t>1.013e0</w:t>
      </w:r>
    </w:p>
    <w:p w:rsidR="00E00D30" w:rsidRDefault="00E00D30" w:rsidP="00E00D30">
      <w:r>
        <w:t>392.7900</w:t>
      </w:r>
      <w:r>
        <w:tab/>
        <w:t>1.013e0</w:t>
      </w:r>
    </w:p>
    <w:p w:rsidR="00E00D30" w:rsidRDefault="00E00D30" w:rsidP="00E00D30">
      <w:r>
        <w:t>392.7974</w:t>
      </w:r>
      <w:r>
        <w:tab/>
        <w:t>1.013e0</w:t>
      </w:r>
    </w:p>
    <w:p w:rsidR="00E00D30" w:rsidRDefault="00E00D30" w:rsidP="00E00D30">
      <w:r>
        <w:t>392.8188</w:t>
      </w:r>
      <w:r>
        <w:tab/>
        <w:t>1.013e0</w:t>
      </w:r>
    </w:p>
    <w:p w:rsidR="00E00D30" w:rsidRDefault="00E00D30" w:rsidP="00E00D30">
      <w:r>
        <w:t>392.8254</w:t>
      </w:r>
      <w:r>
        <w:tab/>
        <w:t>1.013e0</w:t>
      </w:r>
    </w:p>
    <w:p w:rsidR="00E00D30" w:rsidRDefault="00E00D30" w:rsidP="00E00D30">
      <w:r>
        <w:t>392.8362</w:t>
      </w:r>
      <w:r>
        <w:tab/>
        <w:t>1.013e0</w:t>
      </w:r>
    </w:p>
    <w:p w:rsidR="00E00D30" w:rsidRDefault="00E00D30" w:rsidP="00E00D30">
      <w:r>
        <w:t>392.8878</w:t>
      </w:r>
      <w:r>
        <w:tab/>
        <w:t>1.013e0</w:t>
      </w:r>
    </w:p>
    <w:p w:rsidR="00E00D30" w:rsidRDefault="00E00D30" w:rsidP="00E00D30">
      <w:r>
        <w:t>392.9001</w:t>
      </w:r>
      <w:r>
        <w:tab/>
        <w:t>1.013e0</w:t>
      </w:r>
    </w:p>
    <w:p w:rsidR="00E00D30" w:rsidRDefault="00E00D30" w:rsidP="00E00D30">
      <w:r>
        <w:t>392.9045</w:t>
      </w:r>
      <w:r>
        <w:tab/>
        <w:t>1.013e0</w:t>
      </w:r>
    </w:p>
    <w:p w:rsidR="00E00D30" w:rsidRDefault="00E00D30" w:rsidP="00E00D30">
      <w:r>
        <w:lastRenderedPageBreak/>
        <w:t>392.9280</w:t>
      </w:r>
      <w:r>
        <w:tab/>
        <w:t>2.025e0</w:t>
      </w:r>
    </w:p>
    <w:p w:rsidR="00E00D30" w:rsidRDefault="00E00D30" w:rsidP="00E00D30">
      <w:r>
        <w:t>392.9296</w:t>
      </w:r>
      <w:r>
        <w:tab/>
        <w:t>1.013e0</w:t>
      </w:r>
    </w:p>
    <w:p w:rsidR="00E00D30" w:rsidRDefault="00E00D30" w:rsidP="00E00D30">
      <w:r>
        <w:t>392.9317</w:t>
      </w:r>
      <w:r>
        <w:tab/>
        <w:t>2.025e0</w:t>
      </w:r>
    </w:p>
    <w:p w:rsidR="00E00D30" w:rsidRDefault="00E00D30" w:rsidP="00E00D30">
      <w:r>
        <w:t>392.9504</w:t>
      </w:r>
      <w:r>
        <w:tab/>
        <w:t>1.013e0</w:t>
      </w:r>
    </w:p>
    <w:p w:rsidR="00E00D30" w:rsidRDefault="00E00D30" w:rsidP="00E00D30">
      <w:r>
        <w:t>392.9619</w:t>
      </w:r>
      <w:r>
        <w:tab/>
        <w:t>2.025e0</w:t>
      </w:r>
    </w:p>
    <w:p w:rsidR="00E00D30" w:rsidRDefault="00E00D30" w:rsidP="00E00D30">
      <w:r>
        <w:t>392.9994</w:t>
      </w:r>
      <w:r>
        <w:tab/>
        <w:t>1.013e0</w:t>
      </w:r>
    </w:p>
    <w:p w:rsidR="00E00D30" w:rsidRDefault="00E00D30" w:rsidP="00E00D30">
      <w:r>
        <w:t>393.0040</w:t>
      </w:r>
      <w:r>
        <w:tab/>
        <w:t>2.025e0</w:t>
      </w:r>
    </w:p>
    <w:p w:rsidR="00E00D30" w:rsidRDefault="00E00D30" w:rsidP="00E00D30">
      <w:r>
        <w:t>393.0314</w:t>
      </w:r>
      <w:r>
        <w:tab/>
        <w:t>1.013e0</w:t>
      </w:r>
    </w:p>
    <w:p w:rsidR="00E00D30" w:rsidRDefault="00E00D30" w:rsidP="00E00D30">
      <w:r>
        <w:t>393.0467</w:t>
      </w:r>
      <w:r>
        <w:tab/>
        <w:t>2.025e0</w:t>
      </w:r>
    </w:p>
    <w:p w:rsidR="00E00D30" w:rsidRDefault="00E00D30" w:rsidP="00E00D30">
      <w:r>
        <w:t>393.0526</w:t>
      </w:r>
      <w:r>
        <w:tab/>
        <w:t>1.013e0</w:t>
      </w:r>
    </w:p>
    <w:p w:rsidR="00E00D30" w:rsidRDefault="00E00D30" w:rsidP="00E00D30">
      <w:r>
        <w:t>393.0565</w:t>
      </w:r>
      <w:r>
        <w:tab/>
        <w:t>1.013e0</w:t>
      </w:r>
    </w:p>
    <w:p w:rsidR="00E00D30" w:rsidRDefault="00E00D30" w:rsidP="00E00D30">
      <w:r>
        <w:t>393.0618</w:t>
      </w:r>
      <w:r>
        <w:tab/>
        <w:t>1.013e0</w:t>
      </w:r>
    </w:p>
    <w:p w:rsidR="00E00D30" w:rsidRDefault="00E00D30" w:rsidP="00E00D30">
      <w:r>
        <w:t>393.0950</w:t>
      </w:r>
      <w:r>
        <w:tab/>
        <w:t>2.025e0</w:t>
      </w:r>
    </w:p>
    <w:p w:rsidR="00E00D30" w:rsidRDefault="00E00D30" w:rsidP="00E00D30">
      <w:r>
        <w:t>393.0976</w:t>
      </w:r>
      <w:r>
        <w:tab/>
        <w:t>2.025e0</w:t>
      </w:r>
    </w:p>
    <w:p w:rsidR="00E00D30" w:rsidRDefault="00E00D30" w:rsidP="00E00D30">
      <w:r>
        <w:t>393.1413</w:t>
      </w:r>
      <w:r>
        <w:tab/>
        <w:t>1.013e0</w:t>
      </w:r>
    </w:p>
    <w:p w:rsidR="00E00D30" w:rsidRDefault="00E00D30" w:rsidP="00E00D30">
      <w:r>
        <w:t>393.1455</w:t>
      </w:r>
      <w:r>
        <w:tab/>
        <w:t>1.013e0</w:t>
      </w:r>
    </w:p>
    <w:p w:rsidR="00E00D30" w:rsidRDefault="00E00D30" w:rsidP="00E00D30">
      <w:r>
        <w:t>393.1732</w:t>
      </w:r>
      <w:r>
        <w:tab/>
        <w:t>2.025e0</w:t>
      </w:r>
    </w:p>
    <w:p w:rsidR="00E00D30" w:rsidRDefault="00E00D30" w:rsidP="00E00D30">
      <w:r>
        <w:t>393.1933</w:t>
      </w:r>
      <w:r>
        <w:tab/>
        <w:t>5.551e0</w:t>
      </w:r>
    </w:p>
    <w:p w:rsidR="00E00D30" w:rsidRDefault="00E00D30" w:rsidP="00E00D30">
      <w:r>
        <w:t>393.1970</w:t>
      </w:r>
      <w:r>
        <w:tab/>
        <w:t>4.051e0</w:t>
      </w:r>
    </w:p>
    <w:p w:rsidR="00E00D30" w:rsidRDefault="00E00D30" w:rsidP="00E00D30">
      <w:r>
        <w:lastRenderedPageBreak/>
        <w:t>393.1981</w:t>
      </w:r>
      <w:r>
        <w:tab/>
        <w:t>3.038e0</w:t>
      </w:r>
    </w:p>
    <w:p w:rsidR="00E00D30" w:rsidRDefault="00E00D30" w:rsidP="00E00D30">
      <w:r>
        <w:t>393.2058</w:t>
      </w:r>
      <w:r>
        <w:tab/>
        <w:t>5.063e0</w:t>
      </w:r>
    </w:p>
    <w:p w:rsidR="00E00D30" w:rsidRDefault="00E00D30" w:rsidP="00E00D30">
      <w:r>
        <w:t>393.2153</w:t>
      </w:r>
      <w:r>
        <w:tab/>
        <w:t>3.038e0</w:t>
      </w:r>
    </w:p>
    <w:p w:rsidR="00E00D30" w:rsidRDefault="00E00D30" w:rsidP="00E00D30">
      <w:r>
        <w:t>393.2223</w:t>
      </w:r>
      <w:r>
        <w:tab/>
        <w:t>4.051e0</w:t>
      </w:r>
    </w:p>
    <w:p w:rsidR="00E00D30" w:rsidRDefault="00E00D30" w:rsidP="00E00D30">
      <w:r>
        <w:t>393.2242</w:t>
      </w:r>
      <w:r>
        <w:tab/>
        <w:t>2.025e0</w:t>
      </w:r>
    </w:p>
    <w:p w:rsidR="00E00D30" w:rsidRDefault="00E00D30" w:rsidP="00E00D30">
      <w:r>
        <w:t>393.2477</w:t>
      </w:r>
      <w:r>
        <w:tab/>
        <w:t>1.013e0</w:t>
      </w:r>
    </w:p>
    <w:p w:rsidR="00E00D30" w:rsidRDefault="00E00D30" w:rsidP="00E00D30">
      <w:r>
        <w:t>393.2620</w:t>
      </w:r>
      <w:r>
        <w:tab/>
        <w:t>2.025e0</w:t>
      </w:r>
    </w:p>
    <w:p w:rsidR="00E00D30" w:rsidRDefault="00E00D30" w:rsidP="00E00D30">
      <w:r>
        <w:t>393.2687</w:t>
      </w:r>
      <w:r>
        <w:tab/>
        <w:t>1.013e0</w:t>
      </w:r>
    </w:p>
    <w:p w:rsidR="00E00D30" w:rsidRDefault="00E00D30" w:rsidP="00E00D30">
      <w:r>
        <w:t>393.2778</w:t>
      </w:r>
      <w:r>
        <w:tab/>
        <w:t>1.013e0</w:t>
      </w:r>
    </w:p>
    <w:p w:rsidR="00E00D30" w:rsidRDefault="00E00D30" w:rsidP="00E00D30">
      <w:r>
        <w:t>393.2814</w:t>
      </w:r>
      <w:r>
        <w:tab/>
        <w:t>2.025e0</w:t>
      </w:r>
    </w:p>
    <w:p w:rsidR="00E00D30" w:rsidRDefault="00E00D30" w:rsidP="00E00D30">
      <w:r>
        <w:t>393.2919</w:t>
      </w:r>
      <w:r>
        <w:tab/>
        <w:t>2.025e0</w:t>
      </w:r>
    </w:p>
    <w:p w:rsidR="00E00D30" w:rsidRDefault="00E00D30" w:rsidP="00E00D30">
      <w:r>
        <w:t>393.2951</w:t>
      </w:r>
      <w:r>
        <w:tab/>
        <w:t>5.063e0</w:t>
      </w:r>
    </w:p>
    <w:p w:rsidR="00E00D30" w:rsidRDefault="00E00D30" w:rsidP="00E00D30">
      <w:r>
        <w:t>393.3054</w:t>
      </w:r>
      <w:r>
        <w:tab/>
        <w:t>1.013e0</w:t>
      </w:r>
    </w:p>
    <w:p w:rsidR="00E00D30" w:rsidRDefault="00E00D30" w:rsidP="00E00D30">
      <w:r>
        <w:t>393.3079</w:t>
      </w:r>
      <w:r>
        <w:tab/>
        <w:t>3.038e0</w:t>
      </w:r>
    </w:p>
    <w:p w:rsidR="00E00D30" w:rsidRDefault="00E00D30" w:rsidP="00E00D30">
      <w:r>
        <w:t>393.3193</w:t>
      </w:r>
      <w:r>
        <w:tab/>
        <w:t>1.013e0</w:t>
      </w:r>
    </w:p>
    <w:p w:rsidR="00E00D30" w:rsidRDefault="00E00D30" w:rsidP="00E00D30">
      <w:r>
        <w:t>393.3328</w:t>
      </w:r>
      <w:r>
        <w:tab/>
        <w:t>1.013e0</w:t>
      </w:r>
    </w:p>
    <w:p w:rsidR="00E00D30" w:rsidRDefault="00E00D30" w:rsidP="00E00D30">
      <w:r>
        <w:t>393.3371</w:t>
      </w:r>
      <w:r>
        <w:tab/>
        <w:t>1.013e0</w:t>
      </w:r>
    </w:p>
    <w:p w:rsidR="00E00D30" w:rsidRDefault="00E00D30" w:rsidP="00E00D30">
      <w:r>
        <w:t>393.3448</w:t>
      </w:r>
      <w:r>
        <w:tab/>
        <w:t>1.799e0</w:t>
      </w:r>
    </w:p>
    <w:p w:rsidR="00E00D30" w:rsidRDefault="00E00D30" w:rsidP="00E00D30">
      <w:r>
        <w:t>393.3751</w:t>
      </w:r>
      <w:r>
        <w:tab/>
        <w:t>1.013e0</w:t>
      </w:r>
    </w:p>
    <w:p w:rsidR="00E00D30" w:rsidRDefault="00E00D30" w:rsidP="00E00D30">
      <w:r>
        <w:lastRenderedPageBreak/>
        <w:t>393.3966</w:t>
      </w:r>
      <w:r>
        <w:tab/>
        <w:t>1.013e0</w:t>
      </w:r>
    </w:p>
    <w:p w:rsidR="00E00D30" w:rsidRDefault="00E00D30" w:rsidP="00E00D30">
      <w:r>
        <w:t>393.4000</w:t>
      </w:r>
      <w:r>
        <w:tab/>
        <w:t>1.013e0</w:t>
      </w:r>
    </w:p>
    <w:p w:rsidR="00E00D30" w:rsidRDefault="00E00D30" w:rsidP="00E00D30">
      <w:r>
        <w:t>393.4171</w:t>
      </w:r>
      <w:r>
        <w:tab/>
        <w:t>1.013e0</w:t>
      </w:r>
    </w:p>
    <w:p w:rsidR="00E00D30" w:rsidRDefault="00E00D30" w:rsidP="00E00D30">
      <w:r>
        <w:t>393.4594</w:t>
      </w:r>
      <w:r>
        <w:tab/>
        <w:t>1.013e0</w:t>
      </w:r>
    </w:p>
    <w:p w:rsidR="00E00D30" w:rsidRDefault="00E00D30" w:rsidP="00E00D30">
      <w:r>
        <w:t>393.4691</w:t>
      </w:r>
      <w:r>
        <w:tab/>
        <w:t>2.025e0</w:t>
      </w:r>
    </w:p>
    <w:p w:rsidR="00E00D30" w:rsidRDefault="00E00D30" w:rsidP="00E00D30">
      <w:r>
        <w:t>393.4795</w:t>
      </w:r>
      <w:r>
        <w:tab/>
        <w:t>1.013e0</w:t>
      </w:r>
    </w:p>
    <w:p w:rsidR="00E00D30" w:rsidRDefault="00E00D30" w:rsidP="00E00D30">
      <w:r>
        <w:t>393.4850</w:t>
      </w:r>
      <w:r>
        <w:tab/>
        <w:t>1.013e0</w:t>
      </w:r>
    </w:p>
    <w:p w:rsidR="00E00D30" w:rsidRDefault="00E00D30" w:rsidP="00E00D30">
      <w:r>
        <w:t>393.5569</w:t>
      </w:r>
      <w:r>
        <w:tab/>
        <w:t>1.013e0</w:t>
      </w:r>
    </w:p>
    <w:p w:rsidR="00E00D30" w:rsidRDefault="00E00D30" w:rsidP="00E00D30">
      <w:r>
        <w:t>393.5635</w:t>
      </w:r>
      <w:r>
        <w:tab/>
        <w:t>2.025e0</w:t>
      </w:r>
    </w:p>
    <w:p w:rsidR="00E00D30" w:rsidRDefault="00E00D30" w:rsidP="00E00D30">
      <w:r>
        <w:t>393.5917</w:t>
      </w:r>
      <w:r>
        <w:tab/>
        <w:t>1.013e0</w:t>
      </w:r>
    </w:p>
    <w:p w:rsidR="00E00D30" w:rsidRDefault="00E00D30" w:rsidP="00E00D30">
      <w:r>
        <w:t>393.5989</w:t>
      </w:r>
      <w:r>
        <w:tab/>
        <w:t>1.013e0</w:t>
      </w:r>
    </w:p>
    <w:p w:rsidR="00E00D30" w:rsidRDefault="00E00D30" w:rsidP="00E00D30">
      <w:r>
        <w:t>393.6052</w:t>
      </w:r>
      <w:r>
        <w:tab/>
        <w:t>1.013e0</w:t>
      </w:r>
    </w:p>
    <w:p w:rsidR="00E00D30" w:rsidRDefault="00E00D30" w:rsidP="00E00D30">
      <w:r>
        <w:t>393.6470</w:t>
      </w:r>
      <w:r>
        <w:tab/>
        <w:t>1.013e0</w:t>
      </w:r>
    </w:p>
    <w:p w:rsidR="00E00D30" w:rsidRDefault="00E00D30" w:rsidP="00E00D30">
      <w:r>
        <w:t>393.6539</w:t>
      </w:r>
      <w:r>
        <w:tab/>
        <w:t>1.013e0</w:t>
      </w:r>
    </w:p>
    <w:p w:rsidR="00E00D30" w:rsidRDefault="00E00D30" w:rsidP="00E00D30">
      <w:r>
        <w:t>393.6753</w:t>
      </w:r>
      <w:r>
        <w:tab/>
        <w:t>1.013e0</w:t>
      </w:r>
    </w:p>
    <w:p w:rsidR="00E00D30" w:rsidRDefault="00E00D30" w:rsidP="00E00D30">
      <w:r>
        <w:t>393.6962</w:t>
      </w:r>
      <w:r>
        <w:tab/>
        <w:t>1.013e0</w:t>
      </w:r>
    </w:p>
    <w:p w:rsidR="00E00D30" w:rsidRDefault="00E00D30" w:rsidP="00E00D30">
      <w:r>
        <w:t>393.7053</w:t>
      </w:r>
      <w:r>
        <w:tab/>
        <w:t>1.013e0</w:t>
      </w:r>
    </w:p>
    <w:p w:rsidR="00E00D30" w:rsidRDefault="00E00D30" w:rsidP="00E00D30">
      <w:r>
        <w:t>393.7378</w:t>
      </w:r>
      <w:r>
        <w:tab/>
        <w:t>2.025e0</w:t>
      </w:r>
    </w:p>
    <w:p w:rsidR="00E00D30" w:rsidRDefault="00E00D30" w:rsidP="00E00D30">
      <w:r>
        <w:t>393.7513</w:t>
      </w:r>
      <w:r>
        <w:tab/>
        <w:t>1.013e0</w:t>
      </w:r>
    </w:p>
    <w:p w:rsidR="00E00D30" w:rsidRDefault="00E00D30" w:rsidP="00E00D30">
      <w:r>
        <w:lastRenderedPageBreak/>
        <w:t>393.7902</w:t>
      </w:r>
      <w:r>
        <w:tab/>
        <w:t>1.013e0</w:t>
      </w:r>
    </w:p>
    <w:p w:rsidR="00E00D30" w:rsidRDefault="00E00D30" w:rsidP="00E00D30">
      <w:r>
        <w:t>393.7942</w:t>
      </w:r>
      <w:r>
        <w:tab/>
        <w:t>1.013e0</w:t>
      </w:r>
    </w:p>
    <w:p w:rsidR="00E00D30" w:rsidRDefault="00E00D30" w:rsidP="00E00D30">
      <w:r>
        <w:t>393.8008</w:t>
      </w:r>
      <w:r>
        <w:tab/>
        <w:t>1.013e0</w:t>
      </w:r>
    </w:p>
    <w:p w:rsidR="00E00D30" w:rsidRDefault="00E00D30" w:rsidP="00E00D30">
      <w:r>
        <w:t>393.8539</w:t>
      </w:r>
      <w:r>
        <w:tab/>
        <w:t>1.013e0</w:t>
      </w:r>
    </w:p>
    <w:p w:rsidR="00E00D30" w:rsidRDefault="00E00D30" w:rsidP="00E00D30">
      <w:r>
        <w:t>393.8840</w:t>
      </w:r>
      <w:r>
        <w:tab/>
        <w:t>1.013e0</w:t>
      </w:r>
    </w:p>
    <w:p w:rsidR="00E00D30" w:rsidRDefault="00E00D30" w:rsidP="00E00D30">
      <w:r>
        <w:t>393.8914</w:t>
      </w:r>
      <w:r>
        <w:tab/>
        <w:t>1.013e0</w:t>
      </w:r>
    </w:p>
    <w:p w:rsidR="00E00D30" w:rsidRDefault="00E00D30" w:rsidP="00E00D30">
      <w:r>
        <w:t>393.9004</w:t>
      </w:r>
      <w:r>
        <w:tab/>
        <w:t>1.013e0</w:t>
      </w:r>
    </w:p>
    <w:p w:rsidR="00E00D30" w:rsidRDefault="00E00D30" w:rsidP="00E00D30">
      <w:r>
        <w:t>393.9114</w:t>
      </w:r>
      <w:r>
        <w:tab/>
        <w:t>3.038e0</w:t>
      </w:r>
    </w:p>
    <w:p w:rsidR="00E00D30" w:rsidRDefault="00E00D30" w:rsidP="00E00D30">
      <w:r>
        <w:t>393.9431</w:t>
      </w:r>
      <w:r>
        <w:tab/>
        <w:t>1.013e0</w:t>
      </w:r>
    </w:p>
    <w:p w:rsidR="00E00D30" w:rsidRDefault="00E00D30" w:rsidP="00E00D30">
      <w:r>
        <w:t>393.9450</w:t>
      </w:r>
      <w:r>
        <w:tab/>
        <w:t>3.038e0</w:t>
      </w:r>
    </w:p>
    <w:p w:rsidR="00E00D30" w:rsidRDefault="00E00D30" w:rsidP="00E00D30">
      <w:r>
        <w:t>393.9539</w:t>
      </w:r>
      <w:r>
        <w:tab/>
        <w:t>2.025e0</w:t>
      </w:r>
    </w:p>
    <w:p w:rsidR="00E00D30" w:rsidRDefault="00E00D30" w:rsidP="00E00D30">
      <w:r>
        <w:t>394.0025</w:t>
      </w:r>
      <w:r>
        <w:tab/>
        <w:t>1.013e0</w:t>
      </w:r>
    </w:p>
    <w:p w:rsidR="00E00D30" w:rsidRDefault="00E00D30" w:rsidP="00E00D30">
      <w:r>
        <w:t>394.0442</w:t>
      </w:r>
      <w:r>
        <w:tab/>
        <w:t>1.013e0</w:t>
      </w:r>
    </w:p>
    <w:p w:rsidR="00E00D30" w:rsidRDefault="00E00D30" w:rsidP="00E00D30">
      <w:r>
        <w:t>394.0532</w:t>
      </w:r>
      <w:r>
        <w:tab/>
        <w:t>1.013e0</w:t>
      </w:r>
    </w:p>
    <w:p w:rsidR="00E00D30" w:rsidRDefault="00E00D30" w:rsidP="00E00D30">
      <w:r>
        <w:t>394.0653</w:t>
      </w:r>
      <w:r>
        <w:tab/>
        <w:t>1.013e0</w:t>
      </w:r>
    </w:p>
    <w:p w:rsidR="00E00D30" w:rsidRDefault="00E00D30" w:rsidP="00E00D30">
      <w:r>
        <w:t>394.0705</w:t>
      </w:r>
      <w:r>
        <w:tab/>
        <w:t>1.013e0</w:t>
      </w:r>
    </w:p>
    <w:p w:rsidR="00E00D30" w:rsidRDefault="00E00D30" w:rsidP="00E00D30">
      <w:r>
        <w:t>394.0862</w:t>
      </w:r>
      <w:r>
        <w:tab/>
        <w:t>3.038e0</w:t>
      </w:r>
    </w:p>
    <w:p w:rsidR="00E00D30" w:rsidRDefault="00E00D30" w:rsidP="00E00D30">
      <w:r>
        <w:t>394.1069</w:t>
      </w:r>
      <w:r>
        <w:tab/>
        <w:t>1.013e0</w:t>
      </w:r>
    </w:p>
    <w:p w:rsidR="00E00D30" w:rsidRDefault="00E00D30" w:rsidP="00E00D30">
      <w:r>
        <w:t>394.1243</w:t>
      </w:r>
      <w:r>
        <w:tab/>
        <w:t>3.038e0</w:t>
      </w:r>
    </w:p>
    <w:p w:rsidR="00E00D30" w:rsidRDefault="00E00D30" w:rsidP="00E00D30">
      <w:r>
        <w:lastRenderedPageBreak/>
        <w:t>394.1386</w:t>
      </w:r>
      <w:r>
        <w:tab/>
        <w:t>1.013e0</w:t>
      </w:r>
    </w:p>
    <w:p w:rsidR="00E00D30" w:rsidRDefault="00E00D30" w:rsidP="00E00D30">
      <w:r>
        <w:t>394.1420</w:t>
      </w:r>
      <w:r>
        <w:tab/>
        <w:t>1.013e0</w:t>
      </w:r>
    </w:p>
    <w:p w:rsidR="00E00D30" w:rsidRDefault="00E00D30" w:rsidP="00E00D30">
      <w:r>
        <w:t>394.1811</w:t>
      </w:r>
      <w:r>
        <w:tab/>
        <w:t>1.013e0</w:t>
      </w:r>
    </w:p>
    <w:p w:rsidR="00E00D30" w:rsidRDefault="00E00D30" w:rsidP="00E00D30">
      <w:r>
        <w:t>394.1851</w:t>
      </w:r>
      <w:r>
        <w:tab/>
        <w:t>3.038e0</w:t>
      </w:r>
    </w:p>
    <w:p w:rsidR="00E00D30" w:rsidRDefault="00E00D30" w:rsidP="00E00D30">
      <w:r>
        <w:t>394.1978</w:t>
      </w:r>
      <w:r>
        <w:tab/>
        <w:t>1.013e0</w:t>
      </w:r>
    </w:p>
    <w:p w:rsidR="00E00D30" w:rsidRDefault="00E00D30" w:rsidP="00E00D30">
      <w:r>
        <w:t>394.2157</w:t>
      </w:r>
      <w:r>
        <w:tab/>
        <w:t>3.038e0</w:t>
      </w:r>
    </w:p>
    <w:p w:rsidR="00E00D30" w:rsidRDefault="00E00D30" w:rsidP="00E00D30">
      <w:r>
        <w:t>394.2354</w:t>
      </w:r>
      <w:r>
        <w:tab/>
        <w:t>4.051e0</w:t>
      </w:r>
    </w:p>
    <w:p w:rsidR="00E00D30" w:rsidRDefault="00E00D30" w:rsidP="00E00D30">
      <w:r>
        <w:t>394.2396</w:t>
      </w:r>
      <w:r>
        <w:tab/>
        <w:t>2.025e0</w:t>
      </w:r>
    </w:p>
    <w:p w:rsidR="00E00D30" w:rsidRDefault="00E00D30" w:rsidP="00E00D30">
      <w:r>
        <w:t>394.2474</w:t>
      </w:r>
      <w:r>
        <w:tab/>
        <w:t>2.025e0</w:t>
      </w:r>
    </w:p>
    <w:p w:rsidR="00E00D30" w:rsidRDefault="00E00D30" w:rsidP="00E00D30">
      <w:r>
        <w:t>394.2516</w:t>
      </w:r>
      <w:r>
        <w:tab/>
        <w:t>2.025e0</w:t>
      </w:r>
    </w:p>
    <w:p w:rsidR="00E00D30" w:rsidRDefault="00E00D30" w:rsidP="00E00D30">
      <w:r>
        <w:t>394.2608</w:t>
      </w:r>
      <w:r>
        <w:tab/>
        <w:t>2.025e0</w:t>
      </w:r>
    </w:p>
    <w:p w:rsidR="00E00D30" w:rsidRDefault="00E00D30" w:rsidP="00E00D30">
      <w:r>
        <w:t>394.2906</w:t>
      </w:r>
      <w:r>
        <w:tab/>
        <w:t>1.013e0</w:t>
      </w:r>
    </w:p>
    <w:p w:rsidR="00E00D30" w:rsidRDefault="00E00D30" w:rsidP="00E00D30">
      <w:r>
        <w:t>394.3216</w:t>
      </w:r>
      <w:r>
        <w:tab/>
        <w:t>3.038e0</w:t>
      </w:r>
    </w:p>
    <w:p w:rsidR="00E00D30" w:rsidRDefault="00E00D30" w:rsidP="00E00D30">
      <w:r>
        <w:t>394.3239</w:t>
      </w:r>
      <w:r>
        <w:tab/>
        <w:t>1.013e0</w:t>
      </w:r>
    </w:p>
    <w:p w:rsidR="00E00D30" w:rsidRDefault="00E00D30" w:rsidP="00E00D30">
      <w:r>
        <w:t>394.3331</w:t>
      </w:r>
      <w:r>
        <w:tab/>
        <w:t>1.013e0</w:t>
      </w:r>
    </w:p>
    <w:p w:rsidR="00E00D30" w:rsidRDefault="00E00D30" w:rsidP="00E00D30">
      <w:r>
        <w:t>394.3412</w:t>
      </w:r>
      <w:r>
        <w:tab/>
        <w:t>9.114e0</w:t>
      </w:r>
    </w:p>
    <w:p w:rsidR="00E00D30" w:rsidRDefault="00E00D30" w:rsidP="00E00D30">
      <w:r>
        <w:t>394.3477</w:t>
      </w:r>
      <w:r>
        <w:tab/>
        <w:t>2.025e0</w:t>
      </w:r>
    </w:p>
    <w:p w:rsidR="00E00D30" w:rsidRDefault="00E00D30" w:rsidP="00E00D30">
      <w:r>
        <w:t>394.3573</w:t>
      </w:r>
      <w:r>
        <w:tab/>
        <w:t>6.076e0</w:t>
      </w:r>
    </w:p>
    <w:p w:rsidR="00E00D30" w:rsidRDefault="00E00D30" w:rsidP="00E00D30">
      <w:r>
        <w:t>394.3637</w:t>
      </w:r>
      <w:r>
        <w:tab/>
        <w:t>3.038e0</w:t>
      </w:r>
    </w:p>
    <w:p w:rsidR="00E00D30" w:rsidRDefault="00E00D30" w:rsidP="00E00D30">
      <w:r>
        <w:lastRenderedPageBreak/>
        <w:t>394.3707</w:t>
      </w:r>
      <w:r>
        <w:tab/>
        <w:t>4.051e0</w:t>
      </w:r>
    </w:p>
    <w:p w:rsidR="00E00D30" w:rsidRDefault="00E00D30" w:rsidP="00E00D30">
      <w:r>
        <w:t>394.3726</w:t>
      </w:r>
      <w:r>
        <w:tab/>
        <w:t>1.013e0</w:t>
      </w:r>
    </w:p>
    <w:p w:rsidR="00E00D30" w:rsidRDefault="00E00D30" w:rsidP="00E00D30">
      <w:r>
        <w:t>394.3913</w:t>
      </w:r>
      <w:r>
        <w:tab/>
        <w:t>4.051e0</w:t>
      </w:r>
    </w:p>
    <w:p w:rsidR="00E00D30" w:rsidRDefault="00E00D30" w:rsidP="00E00D30">
      <w:r>
        <w:t>394.4200</w:t>
      </w:r>
      <w:r>
        <w:tab/>
        <w:t>2.025e0</w:t>
      </w:r>
    </w:p>
    <w:p w:rsidR="00E00D30" w:rsidRDefault="00E00D30" w:rsidP="00E00D30">
      <w:r>
        <w:t>394.4220</w:t>
      </w:r>
      <w:r>
        <w:tab/>
        <w:t>1.013e0</w:t>
      </w:r>
    </w:p>
    <w:p w:rsidR="00E00D30" w:rsidRDefault="00E00D30" w:rsidP="00E00D30">
      <w:r>
        <w:t>394.4629</w:t>
      </w:r>
      <w:r>
        <w:tab/>
        <w:t>2.025e0</w:t>
      </w:r>
    </w:p>
    <w:p w:rsidR="00E00D30" w:rsidRDefault="00E00D30" w:rsidP="00E00D30">
      <w:r>
        <w:t>394.4646</w:t>
      </w:r>
      <w:r>
        <w:tab/>
        <w:t>2.025e0</w:t>
      </w:r>
    </w:p>
    <w:p w:rsidR="00E00D30" w:rsidRDefault="00E00D30" w:rsidP="00E00D30">
      <w:r>
        <w:t>394.5102</w:t>
      </w:r>
      <w:r>
        <w:tab/>
        <w:t>3.038e0</w:t>
      </w:r>
    </w:p>
    <w:p w:rsidR="00E00D30" w:rsidRDefault="00E00D30" w:rsidP="00E00D30">
      <w:r>
        <w:t>394.5432</w:t>
      </w:r>
      <w:r>
        <w:tab/>
        <w:t>3.038e0</w:t>
      </w:r>
    </w:p>
    <w:p w:rsidR="00E00D30" w:rsidRDefault="00E00D30" w:rsidP="00E00D30">
      <w:r>
        <w:t>394.5818</w:t>
      </w:r>
      <w:r>
        <w:tab/>
        <w:t>1.013e0</w:t>
      </w:r>
    </w:p>
    <w:p w:rsidR="00E00D30" w:rsidRDefault="00E00D30" w:rsidP="00E00D30">
      <w:r>
        <w:t>394.6133</w:t>
      </w:r>
      <w:r>
        <w:tab/>
        <w:t>2.025e0</w:t>
      </w:r>
    </w:p>
    <w:p w:rsidR="00E00D30" w:rsidRDefault="00E00D30" w:rsidP="00E00D30">
      <w:r>
        <w:t>394.6389</w:t>
      </w:r>
      <w:r>
        <w:tab/>
        <w:t>1.013e0</w:t>
      </w:r>
    </w:p>
    <w:p w:rsidR="00E00D30" w:rsidRDefault="00E00D30" w:rsidP="00E00D30">
      <w:r>
        <w:t>394.6475</w:t>
      </w:r>
      <w:r>
        <w:tab/>
        <w:t>2.025e0</w:t>
      </w:r>
    </w:p>
    <w:p w:rsidR="00E00D30" w:rsidRDefault="00E00D30" w:rsidP="00E00D30">
      <w:r>
        <w:t>394.6654</w:t>
      </w:r>
      <w:r>
        <w:tab/>
        <w:t>1.013e0</w:t>
      </w:r>
    </w:p>
    <w:p w:rsidR="00E00D30" w:rsidRDefault="00E00D30" w:rsidP="00E00D30">
      <w:r>
        <w:t>394.6726</w:t>
      </w:r>
      <w:r>
        <w:tab/>
        <w:t>1.013e0</w:t>
      </w:r>
    </w:p>
    <w:p w:rsidR="00E00D30" w:rsidRDefault="00E00D30" w:rsidP="00E00D30">
      <w:r>
        <w:t>394.7011</w:t>
      </w:r>
      <w:r>
        <w:tab/>
        <w:t>2.025e0</w:t>
      </w:r>
    </w:p>
    <w:p w:rsidR="00E00D30" w:rsidRDefault="00E00D30" w:rsidP="00E00D30">
      <w:r>
        <w:t>394.7028</w:t>
      </w:r>
      <w:r>
        <w:tab/>
        <w:t>1.013e0</w:t>
      </w:r>
    </w:p>
    <w:p w:rsidR="00E00D30" w:rsidRDefault="00E00D30" w:rsidP="00E00D30">
      <w:r>
        <w:t>394.7195</w:t>
      </w:r>
      <w:r>
        <w:tab/>
        <w:t>1.013e0</w:t>
      </w:r>
    </w:p>
    <w:p w:rsidR="00E00D30" w:rsidRDefault="00E00D30" w:rsidP="00E00D30">
      <w:r>
        <w:t>394.7661</w:t>
      </w:r>
      <w:r>
        <w:tab/>
        <w:t>1.013e0</w:t>
      </w:r>
    </w:p>
    <w:p w:rsidR="00E00D30" w:rsidRDefault="00E00D30" w:rsidP="00E00D30">
      <w:r>
        <w:lastRenderedPageBreak/>
        <w:t>394.7704</w:t>
      </w:r>
      <w:r>
        <w:tab/>
        <w:t>1.013e0</w:t>
      </w:r>
    </w:p>
    <w:p w:rsidR="00E00D30" w:rsidRDefault="00E00D30" w:rsidP="00E00D30">
      <w:r>
        <w:t>394.7978</w:t>
      </w:r>
      <w:r>
        <w:tab/>
        <w:t>4.051e0</w:t>
      </w:r>
    </w:p>
    <w:p w:rsidR="00E00D30" w:rsidRDefault="00E00D30" w:rsidP="00E00D30">
      <w:r>
        <w:t>394.8267</w:t>
      </w:r>
      <w:r>
        <w:tab/>
        <w:t>1.013e0</w:t>
      </w:r>
    </w:p>
    <w:p w:rsidR="00E00D30" w:rsidRDefault="00E00D30" w:rsidP="00E00D30">
      <w:r>
        <w:t>394.8333</w:t>
      </w:r>
      <w:r>
        <w:tab/>
        <w:t>1.013e0</w:t>
      </w:r>
    </w:p>
    <w:p w:rsidR="00E00D30" w:rsidRDefault="00E00D30" w:rsidP="00E00D30">
      <w:r>
        <w:t>394.8577</w:t>
      </w:r>
      <w:r>
        <w:tab/>
        <w:t>2.025e0</w:t>
      </w:r>
    </w:p>
    <w:p w:rsidR="00E00D30" w:rsidRDefault="00E00D30" w:rsidP="00E00D30">
      <w:r>
        <w:t>394.8612</w:t>
      </w:r>
      <w:r>
        <w:tab/>
        <w:t>1.013e0</w:t>
      </w:r>
    </w:p>
    <w:p w:rsidR="00E00D30" w:rsidRDefault="00E00D30" w:rsidP="00E00D30">
      <w:r>
        <w:t>394.8896</w:t>
      </w:r>
      <w:r>
        <w:tab/>
        <w:t>1.013e0</w:t>
      </w:r>
    </w:p>
    <w:p w:rsidR="00E00D30" w:rsidRDefault="00E00D30" w:rsidP="00E00D30">
      <w:r>
        <w:t>394.9170</w:t>
      </w:r>
      <w:r>
        <w:tab/>
        <w:t>2.025e0</w:t>
      </w:r>
    </w:p>
    <w:p w:rsidR="00E00D30" w:rsidRDefault="00E00D30" w:rsidP="00E00D30">
      <w:r>
        <w:t>394.9185</w:t>
      </w:r>
      <w:r>
        <w:tab/>
        <w:t>1.013e0</w:t>
      </w:r>
    </w:p>
    <w:p w:rsidR="00E00D30" w:rsidRDefault="00E00D30" w:rsidP="00E00D30">
      <w:r>
        <w:t>394.9309</w:t>
      </w:r>
      <w:r>
        <w:tab/>
        <w:t>1.013e0</w:t>
      </w:r>
    </w:p>
    <w:p w:rsidR="00E00D30" w:rsidRDefault="00E00D30" w:rsidP="00E00D30">
      <w:r>
        <w:t>394.9335</w:t>
      </w:r>
      <w:r>
        <w:tab/>
        <w:t>2.025e0</w:t>
      </w:r>
    </w:p>
    <w:p w:rsidR="00E00D30" w:rsidRDefault="00E00D30" w:rsidP="00E00D30">
      <w:r>
        <w:t>394.9437</w:t>
      </w:r>
      <w:r>
        <w:tab/>
        <w:t>2.025e0</w:t>
      </w:r>
    </w:p>
    <w:p w:rsidR="00E00D30" w:rsidRDefault="00E00D30" w:rsidP="00E00D30">
      <w:r>
        <w:t>394.9543</w:t>
      </w:r>
      <w:r>
        <w:tab/>
        <w:t>2.025e0</w:t>
      </w:r>
    </w:p>
    <w:p w:rsidR="00E00D30" w:rsidRDefault="00E00D30" w:rsidP="00E00D30">
      <w:r>
        <w:t>394.9823</w:t>
      </w:r>
      <w:r>
        <w:tab/>
        <w:t>1.013e0</w:t>
      </w:r>
    </w:p>
    <w:p w:rsidR="00E00D30" w:rsidRDefault="00E00D30" w:rsidP="00E00D30">
      <w:r>
        <w:t>394.9939</w:t>
      </w:r>
      <w:r>
        <w:tab/>
        <w:t>2.025e0</w:t>
      </w:r>
    </w:p>
    <w:p w:rsidR="00E00D30" w:rsidRDefault="00E00D30" w:rsidP="00E00D30">
      <w:r>
        <w:t>395.0005</w:t>
      </w:r>
      <w:r>
        <w:tab/>
        <w:t>1.013e0</w:t>
      </w:r>
    </w:p>
    <w:p w:rsidR="00E00D30" w:rsidRDefault="00E00D30" w:rsidP="00E00D30">
      <w:r>
        <w:t>395.0155</w:t>
      </w:r>
      <w:r>
        <w:tab/>
        <w:t>1.013e0</w:t>
      </w:r>
    </w:p>
    <w:p w:rsidR="00E00D30" w:rsidRDefault="00E00D30" w:rsidP="00E00D30">
      <w:r>
        <w:t>395.0255</w:t>
      </w:r>
      <w:r>
        <w:tab/>
        <w:t>2.025e0</w:t>
      </w:r>
    </w:p>
    <w:p w:rsidR="00E00D30" w:rsidRDefault="00E00D30" w:rsidP="00E00D30">
      <w:r>
        <w:t>395.0290</w:t>
      </w:r>
      <w:r>
        <w:tab/>
        <w:t>2.025e0</w:t>
      </w:r>
    </w:p>
    <w:p w:rsidR="00E00D30" w:rsidRDefault="00E00D30" w:rsidP="00E00D30">
      <w:r>
        <w:lastRenderedPageBreak/>
        <w:t>395.0357</w:t>
      </w:r>
      <w:r>
        <w:tab/>
        <w:t>1.013e0</w:t>
      </w:r>
    </w:p>
    <w:p w:rsidR="00E00D30" w:rsidRDefault="00E00D30" w:rsidP="00E00D30">
      <w:r>
        <w:t>395.0717</w:t>
      </w:r>
      <w:r>
        <w:tab/>
        <w:t>1.013e0</w:t>
      </w:r>
    </w:p>
    <w:p w:rsidR="00E00D30" w:rsidRDefault="00E00D30" w:rsidP="00E00D30">
      <w:r>
        <w:t>395.0888</w:t>
      </w:r>
      <w:r>
        <w:tab/>
        <w:t>1.013e0</w:t>
      </w:r>
    </w:p>
    <w:p w:rsidR="00E00D30" w:rsidRDefault="00E00D30" w:rsidP="00E00D30">
      <w:r>
        <w:t>395.0925</w:t>
      </w:r>
      <w:r>
        <w:tab/>
        <w:t>1.013e0</w:t>
      </w:r>
    </w:p>
    <w:p w:rsidR="00E00D30" w:rsidRDefault="00E00D30" w:rsidP="00E00D30">
      <w:r>
        <w:t>395.0954</w:t>
      </w:r>
      <w:r>
        <w:tab/>
        <w:t>4.051e0</w:t>
      </w:r>
    </w:p>
    <w:p w:rsidR="00E00D30" w:rsidRDefault="00E00D30" w:rsidP="00E00D30">
      <w:r>
        <w:t>395.1352</w:t>
      </w:r>
      <w:r>
        <w:tab/>
        <w:t>1.013e0</w:t>
      </w:r>
    </w:p>
    <w:p w:rsidR="00E00D30" w:rsidRDefault="00E00D30" w:rsidP="00E00D30">
      <w:r>
        <w:t>395.1437</w:t>
      </w:r>
      <w:r>
        <w:tab/>
        <w:t>2.025e0</w:t>
      </w:r>
    </w:p>
    <w:p w:rsidR="00E00D30" w:rsidRDefault="00E00D30" w:rsidP="00E00D30">
      <w:r>
        <w:t>395.1569</w:t>
      </w:r>
      <w:r>
        <w:tab/>
        <w:t>1.013e0</w:t>
      </w:r>
    </w:p>
    <w:p w:rsidR="00E00D30" w:rsidRDefault="00E00D30" w:rsidP="00E00D30">
      <w:r>
        <w:t>395.1602</w:t>
      </w:r>
      <w:r>
        <w:tab/>
        <w:t>2.025e0</w:t>
      </w:r>
    </w:p>
    <w:p w:rsidR="00E00D30" w:rsidRDefault="00E00D30" w:rsidP="00E00D30">
      <w:r>
        <w:t>395.1736</w:t>
      </w:r>
      <w:r>
        <w:tab/>
        <w:t>3.038e0</w:t>
      </w:r>
    </w:p>
    <w:p w:rsidR="00E00D30" w:rsidRDefault="00E00D30" w:rsidP="00E00D30">
      <w:r>
        <w:t>395.1990</w:t>
      </w:r>
      <w:r>
        <w:tab/>
        <w:t>1.013e0</w:t>
      </w:r>
    </w:p>
    <w:p w:rsidR="00E00D30" w:rsidRDefault="00E00D30" w:rsidP="00E00D30">
      <w:r>
        <w:t>395.2164</w:t>
      </w:r>
      <w:r>
        <w:tab/>
        <w:t>1.013e0</w:t>
      </w:r>
    </w:p>
    <w:p w:rsidR="00E00D30" w:rsidRDefault="00E00D30" w:rsidP="00E00D30">
      <w:r>
        <w:t>395.2248</w:t>
      </w:r>
      <w:r>
        <w:tab/>
        <w:t>1.013e0</w:t>
      </w:r>
    </w:p>
    <w:p w:rsidR="00E00D30" w:rsidRDefault="00E00D30" w:rsidP="00E00D30">
      <w:r>
        <w:t>395.2326</w:t>
      </w:r>
      <w:r>
        <w:tab/>
        <w:t>3.038e0</w:t>
      </w:r>
    </w:p>
    <w:p w:rsidR="00E00D30" w:rsidRDefault="00E00D30" w:rsidP="00E00D30">
      <w:r>
        <w:t>395.2339</w:t>
      </w:r>
      <w:r>
        <w:tab/>
        <w:t>3.763e0</w:t>
      </w:r>
    </w:p>
    <w:p w:rsidR="00E00D30" w:rsidRDefault="00E00D30" w:rsidP="00E00D30">
      <w:r>
        <w:t>395.2457</w:t>
      </w:r>
      <w:r>
        <w:tab/>
        <w:t>1.013e0</w:t>
      </w:r>
    </w:p>
    <w:p w:rsidR="00E00D30" w:rsidRDefault="00E00D30" w:rsidP="00E00D30">
      <w:r>
        <w:t>395.2525</w:t>
      </w:r>
      <w:r>
        <w:tab/>
        <w:t>2.025e0</w:t>
      </w:r>
    </w:p>
    <w:p w:rsidR="00E00D30" w:rsidRDefault="00E00D30" w:rsidP="00E00D30">
      <w:r>
        <w:t>395.2552</w:t>
      </w:r>
      <w:r>
        <w:tab/>
        <w:t>2.025e0</w:t>
      </w:r>
    </w:p>
    <w:p w:rsidR="00E00D30" w:rsidRDefault="00E00D30" w:rsidP="00E00D30">
      <w:r>
        <w:t>395.2740</w:t>
      </w:r>
      <w:r>
        <w:tab/>
        <w:t>2.025e0</w:t>
      </w:r>
    </w:p>
    <w:p w:rsidR="00E00D30" w:rsidRDefault="00E00D30" w:rsidP="00E00D30">
      <w:r>
        <w:lastRenderedPageBreak/>
        <w:t>395.2838</w:t>
      </w:r>
      <w:r>
        <w:tab/>
        <w:t>1.013e0</w:t>
      </w:r>
    </w:p>
    <w:p w:rsidR="00E00D30" w:rsidRDefault="00E00D30" w:rsidP="00E00D30">
      <w:r>
        <w:t>395.2875</w:t>
      </w:r>
      <w:r>
        <w:tab/>
        <w:t>1.013e0</w:t>
      </w:r>
    </w:p>
    <w:p w:rsidR="00E00D30" w:rsidRDefault="00E00D30" w:rsidP="00E00D30">
      <w:r>
        <w:t>395.2952</w:t>
      </w:r>
      <w:r>
        <w:tab/>
        <w:t>1.013e0</w:t>
      </w:r>
    </w:p>
    <w:p w:rsidR="00E00D30" w:rsidRDefault="00E00D30" w:rsidP="00E00D30">
      <w:r>
        <w:t>395.3157</w:t>
      </w:r>
      <w:r>
        <w:tab/>
        <w:t>1.013e0</w:t>
      </w:r>
    </w:p>
    <w:p w:rsidR="00E00D30" w:rsidRDefault="00E00D30" w:rsidP="00E00D30">
      <w:r>
        <w:t>395.3442</w:t>
      </w:r>
      <w:r>
        <w:tab/>
        <w:t>4.051e0</w:t>
      </w:r>
    </w:p>
    <w:p w:rsidR="00E00D30" w:rsidRDefault="00E00D30" w:rsidP="00E00D30">
      <w:r>
        <w:t>395.3513</w:t>
      </w:r>
      <w:r>
        <w:tab/>
        <w:t>1.013e0</w:t>
      </w:r>
    </w:p>
    <w:p w:rsidR="00E00D30" w:rsidRDefault="00E00D30" w:rsidP="00E00D30">
      <w:r>
        <w:t>395.3550</w:t>
      </w:r>
      <w:r>
        <w:tab/>
        <w:t>3.038e0</w:t>
      </w:r>
    </w:p>
    <w:p w:rsidR="00E00D30" w:rsidRDefault="00E00D30" w:rsidP="00E00D30">
      <w:r>
        <w:t>395.3575</w:t>
      </w:r>
      <w:r>
        <w:tab/>
        <w:t>1.013e0</w:t>
      </w:r>
    </w:p>
    <w:p w:rsidR="00E00D30" w:rsidRDefault="00E00D30" w:rsidP="00E00D30">
      <w:r>
        <w:t>395.3816</w:t>
      </w:r>
      <w:r>
        <w:tab/>
        <w:t>2.025e0</w:t>
      </w:r>
    </w:p>
    <w:p w:rsidR="00E00D30" w:rsidRDefault="00E00D30" w:rsidP="00E00D30">
      <w:r>
        <w:t>395.3861</w:t>
      </w:r>
      <w:r>
        <w:tab/>
        <w:t>1.013e0</w:t>
      </w:r>
    </w:p>
    <w:p w:rsidR="00E00D30" w:rsidRDefault="00E00D30" w:rsidP="00E00D30">
      <w:r>
        <w:t>395.3900</w:t>
      </w:r>
      <w:r>
        <w:tab/>
        <w:t>1.013e0</w:t>
      </w:r>
    </w:p>
    <w:p w:rsidR="00E00D30" w:rsidRDefault="00E00D30" w:rsidP="00E00D30">
      <w:r>
        <w:t>395.3947</w:t>
      </w:r>
      <w:r>
        <w:tab/>
        <w:t>1.013e0</w:t>
      </w:r>
    </w:p>
    <w:p w:rsidR="00E00D30" w:rsidRDefault="00E00D30" w:rsidP="00E00D30">
      <w:r>
        <w:t>395.3973</w:t>
      </w:r>
      <w:r>
        <w:tab/>
        <w:t>3.038e0</w:t>
      </w:r>
    </w:p>
    <w:p w:rsidR="00E00D30" w:rsidRDefault="00E00D30" w:rsidP="00E00D30">
      <w:r>
        <w:t>395.4047</w:t>
      </w:r>
      <w:r>
        <w:tab/>
        <w:t>2.025e0</w:t>
      </w:r>
    </w:p>
    <w:p w:rsidR="00E00D30" w:rsidRDefault="00E00D30" w:rsidP="00E00D30">
      <w:r>
        <w:t>395.4206</w:t>
      </w:r>
      <w:r>
        <w:tab/>
        <w:t>1.013e0</w:t>
      </w:r>
    </w:p>
    <w:p w:rsidR="00E00D30" w:rsidRDefault="00E00D30" w:rsidP="00E00D30">
      <w:r>
        <w:t>395.4631</w:t>
      </w:r>
      <w:r>
        <w:tab/>
        <w:t>1.013e0</w:t>
      </w:r>
    </w:p>
    <w:p w:rsidR="00E00D30" w:rsidRDefault="00E00D30" w:rsidP="00E00D30">
      <w:r>
        <w:t>395.4759</w:t>
      </w:r>
      <w:r>
        <w:tab/>
        <w:t>1.013e0</w:t>
      </w:r>
    </w:p>
    <w:p w:rsidR="00E00D30" w:rsidRDefault="00E00D30" w:rsidP="00E00D30">
      <w:r>
        <w:t>395.4777</w:t>
      </w:r>
      <w:r>
        <w:tab/>
        <w:t>3.038e0</w:t>
      </w:r>
    </w:p>
    <w:p w:rsidR="00E00D30" w:rsidRDefault="00E00D30" w:rsidP="00E00D30">
      <w:r>
        <w:t>395.4791</w:t>
      </w:r>
      <w:r>
        <w:tab/>
        <w:t>1.013e0</w:t>
      </w:r>
    </w:p>
    <w:p w:rsidR="00E00D30" w:rsidRDefault="00E00D30" w:rsidP="00E00D30">
      <w:r>
        <w:lastRenderedPageBreak/>
        <w:t>395.5178</w:t>
      </w:r>
      <w:r>
        <w:tab/>
        <w:t>1.013e0</w:t>
      </w:r>
    </w:p>
    <w:p w:rsidR="00E00D30" w:rsidRDefault="00E00D30" w:rsidP="00E00D30">
      <w:r>
        <w:t>395.5326</w:t>
      </w:r>
      <w:r>
        <w:tab/>
        <w:t>1.013e0</w:t>
      </w:r>
    </w:p>
    <w:p w:rsidR="00E00D30" w:rsidRDefault="00E00D30" w:rsidP="00E00D30">
      <w:r>
        <w:t>395.5606</w:t>
      </w:r>
      <w:r>
        <w:tab/>
        <w:t>1.013e0</w:t>
      </w:r>
    </w:p>
    <w:p w:rsidR="00E00D30" w:rsidRDefault="00E00D30" w:rsidP="00E00D30">
      <w:r>
        <w:t>395.6068</w:t>
      </w:r>
      <w:r>
        <w:tab/>
        <w:t>1.013e0</w:t>
      </w:r>
    </w:p>
    <w:p w:rsidR="00E00D30" w:rsidRDefault="00E00D30" w:rsidP="00E00D30">
      <w:r>
        <w:t>395.6234</w:t>
      </w:r>
      <w:r>
        <w:tab/>
        <w:t>1.013e0</w:t>
      </w:r>
    </w:p>
    <w:p w:rsidR="00E00D30" w:rsidRDefault="00E00D30" w:rsidP="00E00D30">
      <w:r>
        <w:t>395.6801</w:t>
      </w:r>
      <w:r>
        <w:tab/>
        <w:t>1.013e0</w:t>
      </w:r>
    </w:p>
    <w:p w:rsidR="00E00D30" w:rsidRDefault="00E00D30" w:rsidP="00E00D30">
      <w:r>
        <w:t>395.7006</w:t>
      </w:r>
      <w:r>
        <w:tab/>
        <w:t>1.013e0</w:t>
      </w:r>
    </w:p>
    <w:p w:rsidR="00E00D30" w:rsidRDefault="00E00D30" w:rsidP="00E00D30">
      <w:r>
        <w:t>395.7040</w:t>
      </w:r>
      <w:r>
        <w:tab/>
        <w:t>2.025e0</w:t>
      </w:r>
    </w:p>
    <w:p w:rsidR="00E00D30" w:rsidRDefault="00E00D30" w:rsidP="00E00D30">
      <w:r>
        <w:t>395.7076</w:t>
      </w:r>
      <w:r>
        <w:tab/>
        <w:t>1.013e0</w:t>
      </w:r>
    </w:p>
    <w:p w:rsidR="00E00D30" w:rsidRDefault="00E00D30" w:rsidP="00E00D30">
      <w:r>
        <w:t>395.7276</w:t>
      </w:r>
      <w:r>
        <w:tab/>
        <w:t>2.025e0</w:t>
      </w:r>
    </w:p>
    <w:p w:rsidR="00E00D30" w:rsidRDefault="00E00D30" w:rsidP="00E00D30">
      <w:r>
        <w:t>395.7291</w:t>
      </w:r>
      <w:r>
        <w:tab/>
        <w:t>1.013e0</w:t>
      </w:r>
    </w:p>
    <w:p w:rsidR="00E00D30" w:rsidRDefault="00E00D30" w:rsidP="00E00D30">
      <w:r>
        <w:t>395.7381</w:t>
      </w:r>
      <w:r>
        <w:tab/>
        <w:t>1.013e0</w:t>
      </w:r>
    </w:p>
    <w:p w:rsidR="00E00D30" w:rsidRDefault="00E00D30" w:rsidP="00E00D30">
      <w:r>
        <w:t>395.7496</w:t>
      </w:r>
      <w:r>
        <w:tab/>
        <w:t>1.013e0</w:t>
      </w:r>
    </w:p>
    <w:p w:rsidR="00E00D30" w:rsidRDefault="00E00D30" w:rsidP="00E00D30">
      <w:r>
        <w:t>395.7555</w:t>
      </w:r>
      <w:r>
        <w:tab/>
        <w:t>1.013e0</w:t>
      </w:r>
    </w:p>
    <w:p w:rsidR="00E00D30" w:rsidRDefault="00E00D30" w:rsidP="00E00D30">
      <w:r>
        <w:t>395.8062</w:t>
      </w:r>
      <w:r>
        <w:tab/>
        <w:t>1.013e0</w:t>
      </w:r>
    </w:p>
    <w:p w:rsidR="00E00D30" w:rsidRDefault="00E00D30" w:rsidP="00E00D30">
      <w:r>
        <w:t>395.8275</w:t>
      </w:r>
      <w:r>
        <w:tab/>
        <w:t>1.013e0</w:t>
      </w:r>
    </w:p>
    <w:p w:rsidR="00E00D30" w:rsidRDefault="00E00D30" w:rsidP="00E00D30">
      <w:r>
        <w:t>395.8481</w:t>
      </w:r>
      <w:r>
        <w:tab/>
        <w:t>1.013e0</w:t>
      </w:r>
    </w:p>
    <w:p w:rsidR="00E00D30" w:rsidRDefault="00E00D30" w:rsidP="00E00D30">
      <w:r>
        <w:t>395.8552</w:t>
      </w:r>
      <w:r>
        <w:tab/>
        <w:t>1.013e0</w:t>
      </w:r>
    </w:p>
    <w:p w:rsidR="00E00D30" w:rsidRDefault="00E00D30" w:rsidP="00E00D30">
      <w:r>
        <w:t>395.8827</w:t>
      </w:r>
      <w:r>
        <w:tab/>
        <w:t>1.013e0</w:t>
      </w:r>
    </w:p>
    <w:p w:rsidR="00E00D30" w:rsidRDefault="00E00D30" w:rsidP="00E00D30">
      <w:r>
        <w:lastRenderedPageBreak/>
        <w:t>395.8907</w:t>
      </w:r>
      <w:r>
        <w:tab/>
        <w:t>1.013e0</w:t>
      </w:r>
    </w:p>
    <w:p w:rsidR="00E00D30" w:rsidRDefault="00E00D30" w:rsidP="00E00D30">
      <w:r>
        <w:t>395.8967</w:t>
      </w:r>
      <w:r>
        <w:tab/>
        <w:t>1.013e0</w:t>
      </w:r>
    </w:p>
    <w:p w:rsidR="00E00D30" w:rsidRDefault="00E00D30" w:rsidP="00E00D30">
      <w:r>
        <w:t>395.9127</w:t>
      </w:r>
      <w:r>
        <w:tab/>
        <w:t>1.013e0</w:t>
      </w:r>
    </w:p>
    <w:p w:rsidR="00E00D30" w:rsidRDefault="00E00D30" w:rsidP="00E00D30">
      <w:r>
        <w:t>395.9142</w:t>
      </w:r>
      <w:r>
        <w:tab/>
        <w:t>2.025e0</w:t>
      </w:r>
    </w:p>
    <w:p w:rsidR="00E00D30" w:rsidRDefault="00E00D30" w:rsidP="00E00D30">
      <w:r>
        <w:t>395.9335</w:t>
      </w:r>
      <w:r>
        <w:tab/>
        <w:t>1.013e0</w:t>
      </w:r>
    </w:p>
    <w:p w:rsidR="00E00D30" w:rsidRDefault="00E00D30" w:rsidP="00E00D30">
      <w:r>
        <w:t>395.9348</w:t>
      </w:r>
      <w:r>
        <w:tab/>
        <w:t>2.025e0</w:t>
      </w:r>
    </w:p>
    <w:p w:rsidR="00E00D30" w:rsidRDefault="00E00D30" w:rsidP="00E00D30">
      <w:r>
        <w:t>395.9407</w:t>
      </w:r>
      <w:r>
        <w:tab/>
        <w:t>2.025e0</w:t>
      </w:r>
    </w:p>
    <w:p w:rsidR="00E00D30" w:rsidRDefault="00E00D30" w:rsidP="00E00D30">
      <w:r>
        <w:t>395.9507</w:t>
      </w:r>
      <w:r>
        <w:tab/>
        <w:t>1.013e0</w:t>
      </w:r>
    </w:p>
    <w:p w:rsidR="00E00D30" w:rsidRDefault="00E00D30" w:rsidP="00E00D30">
      <w:r>
        <w:t>395.9593</w:t>
      </w:r>
      <w:r>
        <w:tab/>
        <w:t>4.051e0</w:t>
      </w:r>
    </w:p>
    <w:p w:rsidR="00E00D30" w:rsidRDefault="00E00D30" w:rsidP="00E00D30">
      <w:r>
        <w:t>395.9666</w:t>
      </w:r>
      <w:r>
        <w:tab/>
        <w:t>1.013e0</w:t>
      </w:r>
    </w:p>
    <w:p w:rsidR="00E00D30" w:rsidRDefault="00E00D30" w:rsidP="00E00D30">
      <w:r>
        <w:t>395.9742</w:t>
      </w:r>
      <w:r>
        <w:tab/>
        <w:t>2.025e0</w:t>
      </w:r>
    </w:p>
    <w:p w:rsidR="00E00D30" w:rsidRDefault="00E00D30" w:rsidP="00E00D30">
      <w:r>
        <w:t>395.9766</w:t>
      </w:r>
      <w:r>
        <w:tab/>
        <w:t>1.013e0</w:t>
      </w:r>
    </w:p>
    <w:p w:rsidR="00E00D30" w:rsidRDefault="00E00D30" w:rsidP="00E00D30">
      <w:r>
        <w:t>396.0443</w:t>
      </w:r>
      <w:r>
        <w:tab/>
        <w:t>1.013e0</w:t>
      </w:r>
    </w:p>
    <w:p w:rsidR="00E00D30" w:rsidRDefault="00E00D30" w:rsidP="00E00D30">
      <w:r>
        <w:t>396.0461</w:t>
      </w:r>
      <w:r>
        <w:tab/>
        <w:t>3.038e0</w:t>
      </w:r>
    </w:p>
    <w:p w:rsidR="00E00D30" w:rsidRDefault="00E00D30" w:rsidP="00E00D30">
      <w:r>
        <w:t>396.0506</w:t>
      </w:r>
      <w:r>
        <w:tab/>
        <w:t>1.013e0</w:t>
      </w:r>
    </w:p>
    <w:p w:rsidR="00E00D30" w:rsidRDefault="00E00D30" w:rsidP="00E00D30">
      <w:r>
        <w:t>396.0574</w:t>
      </w:r>
      <w:r>
        <w:tab/>
        <w:t>1.013e0</w:t>
      </w:r>
    </w:p>
    <w:p w:rsidR="00E00D30" w:rsidRDefault="00E00D30" w:rsidP="00E00D30">
      <w:r>
        <w:t>396.0823</w:t>
      </w:r>
      <w:r>
        <w:tab/>
        <w:t>2.025e0</w:t>
      </w:r>
    </w:p>
    <w:p w:rsidR="00E00D30" w:rsidRDefault="00E00D30" w:rsidP="00E00D30">
      <w:r>
        <w:t>396.1036</w:t>
      </w:r>
      <w:r>
        <w:tab/>
        <w:t>1.013e0</w:t>
      </w:r>
    </w:p>
    <w:p w:rsidR="00E00D30" w:rsidRDefault="00E00D30" w:rsidP="00E00D30">
      <w:r>
        <w:t>396.1078</w:t>
      </w:r>
      <w:r>
        <w:tab/>
        <w:t>1.013e0</w:t>
      </w:r>
    </w:p>
    <w:p w:rsidR="00E00D30" w:rsidRDefault="00E00D30" w:rsidP="00E00D30">
      <w:r>
        <w:lastRenderedPageBreak/>
        <w:t>396.1286</w:t>
      </w:r>
      <w:r>
        <w:tab/>
        <w:t>1.013e0</w:t>
      </w:r>
    </w:p>
    <w:p w:rsidR="00E00D30" w:rsidRDefault="00E00D30" w:rsidP="00E00D30">
      <w:r>
        <w:t>396.1551</w:t>
      </w:r>
      <w:r>
        <w:tab/>
        <w:t>2.025e0</w:t>
      </w:r>
    </w:p>
    <w:p w:rsidR="00E00D30" w:rsidRDefault="00E00D30" w:rsidP="00E00D30">
      <w:r>
        <w:t>396.1573</w:t>
      </w:r>
      <w:r>
        <w:tab/>
        <w:t>2.025e0</w:t>
      </w:r>
    </w:p>
    <w:p w:rsidR="00E00D30" w:rsidRDefault="00E00D30" w:rsidP="00E00D30">
      <w:r>
        <w:t>396.1683</w:t>
      </w:r>
      <w:r>
        <w:tab/>
        <w:t>3.038e0</w:t>
      </w:r>
    </w:p>
    <w:p w:rsidR="00E00D30" w:rsidRDefault="00E00D30" w:rsidP="00E00D30">
      <w:r>
        <w:t>396.1718</w:t>
      </w:r>
      <w:r>
        <w:tab/>
        <w:t>1.013e0</w:t>
      </w:r>
    </w:p>
    <w:p w:rsidR="00E00D30" w:rsidRDefault="00E00D30" w:rsidP="00E00D30">
      <w:r>
        <w:t>396.1926</w:t>
      </w:r>
      <w:r>
        <w:tab/>
        <w:t>1.013e0</w:t>
      </w:r>
    </w:p>
    <w:p w:rsidR="00E00D30" w:rsidRDefault="00E00D30" w:rsidP="00E00D30">
      <w:r>
        <w:t>396.2049</w:t>
      </w:r>
      <w:r>
        <w:tab/>
        <w:t>3.369e0</w:t>
      </w:r>
    </w:p>
    <w:p w:rsidR="00E00D30" w:rsidRDefault="00E00D30" w:rsidP="00E00D30">
      <w:r>
        <w:t>396.2067</w:t>
      </w:r>
      <w:r>
        <w:tab/>
        <w:t>2.025e0</w:t>
      </w:r>
    </w:p>
    <w:p w:rsidR="00E00D30" w:rsidRDefault="00E00D30" w:rsidP="00E00D30">
      <w:r>
        <w:t>396.2119</w:t>
      </w:r>
      <w:r>
        <w:tab/>
        <w:t>2.025e0</w:t>
      </w:r>
    </w:p>
    <w:p w:rsidR="00E00D30" w:rsidRDefault="00E00D30" w:rsidP="00E00D30">
      <w:r>
        <w:t>396.2167</w:t>
      </w:r>
      <w:r>
        <w:tab/>
        <w:t>3.038e0</w:t>
      </w:r>
    </w:p>
    <w:p w:rsidR="00E00D30" w:rsidRDefault="00E00D30" w:rsidP="00E00D30">
      <w:r>
        <w:t>396.2188</w:t>
      </w:r>
      <w:r>
        <w:tab/>
        <w:t>1.013e0</w:t>
      </w:r>
    </w:p>
    <w:p w:rsidR="00E00D30" w:rsidRDefault="00E00D30" w:rsidP="00E00D30">
      <w:r>
        <w:t>396.2399</w:t>
      </w:r>
      <w:r>
        <w:tab/>
        <w:t>1.013e0</w:t>
      </w:r>
    </w:p>
    <w:p w:rsidR="00E00D30" w:rsidRDefault="00E00D30" w:rsidP="00E00D30">
      <w:r>
        <w:t>396.2539</w:t>
      </w:r>
      <w:r>
        <w:tab/>
        <w:t>2.025e0</w:t>
      </w:r>
    </w:p>
    <w:p w:rsidR="00E00D30" w:rsidRDefault="00E00D30" w:rsidP="00E00D30">
      <w:r>
        <w:t>396.2630</w:t>
      </w:r>
      <w:r>
        <w:tab/>
        <w:t>2.025e0</w:t>
      </w:r>
    </w:p>
    <w:p w:rsidR="00E00D30" w:rsidRDefault="00E00D30" w:rsidP="00E00D30">
      <w:r>
        <w:t>396.2701</w:t>
      </w:r>
      <w:r>
        <w:tab/>
        <w:t>2.025e0</w:t>
      </w:r>
    </w:p>
    <w:p w:rsidR="00E00D30" w:rsidRDefault="00E00D30" w:rsidP="00E00D30">
      <w:r>
        <w:t>396.2777</w:t>
      </w:r>
      <w:r>
        <w:tab/>
        <w:t>1.013e0</w:t>
      </w:r>
    </w:p>
    <w:p w:rsidR="00E00D30" w:rsidRDefault="00E00D30" w:rsidP="00E00D30">
      <w:r>
        <w:t>396.2791</w:t>
      </w:r>
      <w:r>
        <w:tab/>
        <w:t>2.025e0</w:t>
      </w:r>
    </w:p>
    <w:p w:rsidR="00E00D30" w:rsidRDefault="00E00D30" w:rsidP="00E00D30">
      <w:r>
        <w:t>396.2839</w:t>
      </w:r>
      <w:r>
        <w:tab/>
        <w:t>2.025e0</w:t>
      </w:r>
    </w:p>
    <w:p w:rsidR="00E00D30" w:rsidRDefault="00E00D30" w:rsidP="00E00D30">
      <w:r>
        <w:t>396.3102</w:t>
      </w:r>
      <w:r>
        <w:tab/>
        <w:t>1.013e0</w:t>
      </w:r>
    </w:p>
    <w:p w:rsidR="00E00D30" w:rsidRDefault="00E00D30" w:rsidP="00E00D30">
      <w:r>
        <w:lastRenderedPageBreak/>
        <w:t>396.3200</w:t>
      </w:r>
      <w:r>
        <w:tab/>
        <w:t>1.013e0</w:t>
      </w:r>
    </w:p>
    <w:p w:rsidR="00E00D30" w:rsidRDefault="00E00D30" w:rsidP="00E00D30">
      <w:r>
        <w:t>396.3235</w:t>
      </w:r>
      <w:r>
        <w:tab/>
        <w:t>4.051e0</w:t>
      </w:r>
    </w:p>
    <w:p w:rsidR="00E00D30" w:rsidRDefault="00E00D30" w:rsidP="00E00D30">
      <w:r>
        <w:t>396.3295</w:t>
      </w:r>
      <w:r>
        <w:tab/>
        <w:t>2.025e0</w:t>
      </w:r>
    </w:p>
    <w:p w:rsidR="00E00D30" w:rsidRDefault="00E00D30" w:rsidP="00E00D30">
      <w:r>
        <w:t>396.3457</w:t>
      </w:r>
      <w:r>
        <w:tab/>
        <w:t>1.013e0</w:t>
      </w:r>
    </w:p>
    <w:p w:rsidR="00E00D30" w:rsidRDefault="00E00D30" w:rsidP="00E00D30">
      <w:r>
        <w:t>396.3521</w:t>
      </w:r>
      <w:r>
        <w:tab/>
        <w:t>1.013e0</w:t>
      </w:r>
    </w:p>
    <w:p w:rsidR="00E00D30" w:rsidRDefault="00E00D30" w:rsidP="00E00D30">
      <w:r>
        <w:t>396.3879</w:t>
      </w:r>
      <w:r>
        <w:tab/>
        <w:t>3.038e0</w:t>
      </w:r>
    </w:p>
    <w:p w:rsidR="00E00D30" w:rsidRDefault="00E00D30" w:rsidP="00E00D30">
      <w:r>
        <w:t>396.4364</w:t>
      </w:r>
      <w:r>
        <w:tab/>
        <w:t>1.013e0</w:t>
      </w:r>
    </w:p>
    <w:p w:rsidR="00E00D30" w:rsidRDefault="00E00D30" w:rsidP="00E00D30">
      <w:r>
        <w:t>396.4439</w:t>
      </w:r>
      <w:r>
        <w:tab/>
        <w:t>1.013e0</w:t>
      </w:r>
    </w:p>
    <w:p w:rsidR="00E00D30" w:rsidRDefault="00E00D30" w:rsidP="00E00D30">
      <w:r>
        <w:t>396.4785</w:t>
      </w:r>
      <w:r>
        <w:tab/>
        <w:t>1.013e0</w:t>
      </w:r>
    </w:p>
    <w:p w:rsidR="00E00D30" w:rsidRDefault="00E00D30" w:rsidP="00E00D30">
      <w:r>
        <w:t>396.5274</w:t>
      </w:r>
      <w:r>
        <w:tab/>
        <w:t>1.013e0</w:t>
      </w:r>
    </w:p>
    <w:p w:rsidR="00E00D30" w:rsidRDefault="00E00D30" w:rsidP="00E00D30">
      <w:r>
        <w:t>396.5579</w:t>
      </w:r>
      <w:r>
        <w:tab/>
        <w:t>1.013e0</w:t>
      </w:r>
    </w:p>
    <w:p w:rsidR="00E00D30" w:rsidRDefault="00E00D30" w:rsidP="00E00D30">
      <w:r>
        <w:t>396.5798</w:t>
      </w:r>
      <w:r>
        <w:tab/>
        <w:t>1.013e0</w:t>
      </w:r>
    </w:p>
    <w:p w:rsidR="00E00D30" w:rsidRDefault="00E00D30" w:rsidP="00E00D30">
      <w:r>
        <w:t>396.6333</w:t>
      </w:r>
      <w:r>
        <w:tab/>
        <w:t>1.013e0</w:t>
      </w:r>
    </w:p>
    <w:p w:rsidR="00E00D30" w:rsidRDefault="00E00D30" w:rsidP="00E00D30">
      <w:r>
        <w:t>396.6392</w:t>
      </w:r>
      <w:r>
        <w:tab/>
        <w:t>1.013e0</w:t>
      </w:r>
    </w:p>
    <w:p w:rsidR="00E00D30" w:rsidRDefault="00E00D30" w:rsidP="00E00D30">
      <w:r>
        <w:t>396.6854</w:t>
      </w:r>
      <w:r>
        <w:tab/>
        <w:t>1.013e0</w:t>
      </w:r>
    </w:p>
    <w:p w:rsidR="00E00D30" w:rsidRDefault="00E00D30" w:rsidP="00E00D30">
      <w:r>
        <w:t>396.7135</w:t>
      </w:r>
      <w:r>
        <w:tab/>
        <w:t>2.025e0</w:t>
      </w:r>
    </w:p>
    <w:p w:rsidR="00E00D30" w:rsidRDefault="00E00D30" w:rsidP="00E00D30">
      <w:r>
        <w:t>396.7802</w:t>
      </w:r>
      <w:r>
        <w:tab/>
        <w:t>1.013e0</w:t>
      </w:r>
    </w:p>
    <w:p w:rsidR="00E00D30" w:rsidRDefault="00E00D30" w:rsidP="00E00D30">
      <w:r>
        <w:t>396.7925</w:t>
      </w:r>
      <w:r>
        <w:tab/>
        <w:t>1.013e0</w:t>
      </w:r>
    </w:p>
    <w:p w:rsidR="00E00D30" w:rsidRDefault="00E00D30" w:rsidP="00E00D30">
      <w:r>
        <w:t>396.7964</w:t>
      </w:r>
      <w:r>
        <w:tab/>
        <w:t>1.013e0</w:t>
      </w:r>
    </w:p>
    <w:p w:rsidR="00E00D30" w:rsidRDefault="00E00D30" w:rsidP="00E00D30">
      <w:r>
        <w:lastRenderedPageBreak/>
        <w:t>396.8172</w:t>
      </w:r>
      <w:r>
        <w:tab/>
        <w:t>1.013e0</w:t>
      </w:r>
    </w:p>
    <w:p w:rsidR="00E00D30" w:rsidRDefault="00E00D30" w:rsidP="00E00D30">
      <w:r>
        <w:t>396.8536</w:t>
      </w:r>
      <w:r>
        <w:tab/>
        <w:t>2.025e0</w:t>
      </w:r>
    </w:p>
    <w:p w:rsidR="00E00D30" w:rsidRDefault="00E00D30" w:rsidP="00E00D30">
      <w:r>
        <w:t>396.8603</w:t>
      </w:r>
      <w:r>
        <w:tab/>
        <w:t>1.013e0</w:t>
      </w:r>
    </w:p>
    <w:p w:rsidR="00E00D30" w:rsidRDefault="00E00D30" w:rsidP="00E00D30">
      <w:r>
        <w:t>396.8650</w:t>
      </w:r>
      <w:r>
        <w:tab/>
        <w:t>1.013e0</w:t>
      </w:r>
    </w:p>
    <w:p w:rsidR="00E00D30" w:rsidRDefault="00E00D30" w:rsidP="00E00D30">
      <w:r>
        <w:t>396.8916</w:t>
      </w:r>
      <w:r>
        <w:tab/>
        <w:t>2.025e0</w:t>
      </w:r>
    </w:p>
    <w:p w:rsidR="00E00D30" w:rsidRDefault="00E00D30" w:rsidP="00E00D30">
      <w:r>
        <w:t>396.8959</w:t>
      </w:r>
      <w:r>
        <w:tab/>
        <w:t>2.025e0</w:t>
      </w:r>
    </w:p>
    <w:p w:rsidR="00E00D30" w:rsidRDefault="00E00D30" w:rsidP="00E00D30">
      <w:r>
        <w:t>396.8971</w:t>
      </w:r>
      <w:r>
        <w:tab/>
        <w:t>3.038e0</w:t>
      </w:r>
    </w:p>
    <w:p w:rsidR="00E00D30" w:rsidRDefault="00E00D30" w:rsidP="00E00D30">
      <w:r>
        <w:t>396.8996</w:t>
      </w:r>
      <w:r>
        <w:tab/>
        <w:t>2.025e0</w:t>
      </w:r>
    </w:p>
    <w:p w:rsidR="00E00D30" w:rsidRDefault="00E00D30" w:rsidP="00E00D30">
      <w:r>
        <w:t>396.9199</w:t>
      </w:r>
      <w:r>
        <w:tab/>
        <w:t>2.025e0</w:t>
      </w:r>
    </w:p>
    <w:p w:rsidR="00E00D30" w:rsidRDefault="00E00D30" w:rsidP="00E00D30">
      <w:r>
        <w:t>396.9234</w:t>
      </w:r>
      <w:r>
        <w:tab/>
        <w:t>1.013e0</w:t>
      </w:r>
    </w:p>
    <w:p w:rsidR="00E00D30" w:rsidRDefault="00E00D30" w:rsidP="00E00D30">
      <w:r>
        <w:t>396.9276</w:t>
      </w:r>
      <w:r>
        <w:tab/>
        <w:t>1.013e0</w:t>
      </w:r>
    </w:p>
    <w:p w:rsidR="00E00D30" w:rsidRDefault="00E00D30" w:rsidP="00E00D30">
      <w:r>
        <w:t>396.9624</w:t>
      </w:r>
      <w:r>
        <w:tab/>
        <w:t>1.013e0</w:t>
      </w:r>
    </w:p>
    <w:p w:rsidR="00E00D30" w:rsidRDefault="00E00D30" w:rsidP="00E00D30">
      <w:r>
        <w:t>396.9698</w:t>
      </w:r>
      <w:r>
        <w:tab/>
        <w:t>1.013e0</w:t>
      </w:r>
    </w:p>
    <w:p w:rsidR="00E00D30" w:rsidRDefault="00E00D30" w:rsidP="00E00D30">
      <w:r>
        <w:t>396.9773</w:t>
      </w:r>
      <w:r>
        <w:tab/>
        <w:t>1.013e0</w:t>
      </w:r>
    </w:p>
    <w:p w:rsidR="00E00D30" w:rsidRDefault="00E00D30" w:rsidP="00E00D30">
      <w:r>
        <w:t>396.9836</w:t>
      </w:r>
      <w:r>
        <w:tab/>
        <w:t>2.025e0</w:t>
      </w:r>
    </w:p>
    <w:p w:rsidR="00E00D30" w:rsidRDefault="00E00D30" w:rsidP="00E00D30">
      <w:r>
        <w:t>396.9875</w:t>
      </w:r>
      <w:r>
        <w:tab/>
        <w:t>2.025e0</w:t>
      </w:r>
    </w:p>
    <w:p w:rsidR="00E00D30" w:rsidRDefault="00E00D30" w:rsidP="00E00D30">
      <w:r>
        <w:t>396.9910</w:t>
      </w:r>
      <w:r>
        <w:tab/>
        <w:t>1.013e0</w:t>
      </w:r>
    </w:p>
    <w:p w:rsidR="00E00D30" w:rsidRDefault="00E00D30" w:rsidP="00E00D30">
      <w:r>
        <w:t>397.0470</w:t>
      </w:r>
      <w:r>
        <w:tab/>
        <w:t>1.013e0</w:t>
      </w:r>
    </w:p>
    <w:p w:rsidR="00E00D30" w:rsidRDefault="00E00D30" w:rsidP="00E00D30">
      <w:r>
        <w:t>397.0760</w:t>
      </w:r>
      <w:r>
        <w:tab/>
        <w:t>1.013e0</w:t>
      </w:r>
    </w:p>
    <w:p w:rsidR="00E00D30" w:rsidRDefault="00E00D30" w:rsidP="00E00D30">
      <w:r>
        <w:lastRenderedPageBreak/>
        <w:t>397.0892</w:t>
      </w:r>
      <w:r>
        <w:tab/>
        <w:t>1.013e0</w:t>
      </w:r>
    </w:p>
    <w:p w:rsidR="00E00D30" w:rsidRDefault="00E00D30" w:rsidP="00E00D30">
      <w:r>
        <w:t>397.1102</w:t>
      </w:r>
      <w:r>
        <w:tab/>
        <w:t>1.013e0</w:t>
      </w:r>
    </w:p>
    <w:p w:rsidR="00E00D30" w:rsidRDefault="00E00D30" w:rsidP="00E00D30">
      <w:r>
        <w:t>397.1118</w:t>
      </w:r>
      <w:r>
        <w:tab/>
        <w:t>2.025e0</w:t>
      </w:r>
    </w:p>
    <w:p w:rsidR="00E00D30" w:rsidRDefault="00E00D30" w:rsidP="00E00D30">
      <w:r>
        <w:t>397.1180</w:t>
      </w:r>
      <w:r>
        <w:tab/>
        <w:t>2.025e0</w:t>
      </w:r>
    </w:p>
    <w:p w:rsidR="00E00D30" w:rsidRDefault="00E00D30" w:rsidP="00E00D30">
      <w:r>
        <w:t>397.1241</w:t>
      </w:r>
      <w:r>
        <w:tab/>
        <w:t>2.025e0</w:t>
      </w:r>
    </w:p>
    <w:p w:rsidR="00E00D30" w:rsidRDefault="00E00D30" w:rsidP="00E00D30">
      <w:r>
        <w:t>397.1311</w:t>
      </w:r>
      <w:r>
        <w:tab/>
        <w:t>3.038e0</w:t>
      </w:r>
    </w:p>
    <w:p w:rsidR="00E00D30" w:rsidRDefault="00E00D30" w:rsidP="00E00D30">
      <w:r>
        <w:t>397.1454</w:t>
      </w:r>
      <w:r>
        <w:tab/>
        <w:t>1.013e0</w:t>
      </w:r>
    </w:p>
    <w:p w:rsidR="00E00D30" w:rsidRDefault="00E00D30" w:rsidP="00E00D30">
      <w:r>
        <w:t>397.1573</w:t>
      </w:r>
      <w:r>
        <w:tab/>
        <w:t>1.013e0</w:t>
      </w:r>
    </w:p>
    <w:p w:rsidR="00E00D30" w:rsidRDefault="00E00D30" w:rsidP="00E00D30">
      <w:r>
        <w:t>397.1613</w:t>
      </w:r>
      <w:r>
        <w:tab/>
        <w:t>1.013e0</w:t>
      </w:r>
    </w:p>
    <w:p w:rsidR="00E00D30" w:rsidRDefault="00E00D30" w:rsidP="00E00D30">
      <w:r>
        <w:t>397.1788</w:t>
      </w:r>
      <w:r>
        <w:tab/>
        <w:t>2.025e0</w:t>
      </w:r>
    </w:p>
    <w:p w:rsidR="00E00D30" w:rsidRDefault="00E00D30" w:rsidP="00E00D30">
      <w:r>
        <w:t>397.1833</w:t>
      </w:r>
      <w:r>
        <w:tab/>
        <w:t>1.013e0</w:t>
      </w:r>
    </w:p>
    <w:p w:rsidR="00E00D30" w:rsidRDefault="00E00D30" w:rsidP="00E00D30">
      <w:r>
        <w:t>397.1875</w:t>
      </w:r>
      <w:r>
        <w:tab/>
        <w:t>1.013e0</w:t>
      </w:r>
    </w:p>
    <w:p w:rsidR="00E00D30" w:rsidRDefault="00E00D30" w:rsidP="00E00D30">
      <w:r>
        <w:t>397.2067</w:t>
      </w:r>
      <w:r>
        <w:tab/>
        <w:t>2.025e0</w:t>
      </w:r>
    </w:p>
    <w:p w:rsidR="00E00D30" w:rsidRDefault="00E00D30" w:rsidP="00E00D30">
      <w:r>
        <w:t>397.2086</w:t>
      </w:r>
      <w:r>
        <w:tab/>
        <w:t>1.013e0</w:t>
      </w:r>
    </w:p>
    <w:p w:rsidR="00E00D30" w:rsidRDefault="00E00D30" w:rsidP="00E00D30">
      <w:r>
        <w:t>397.2215</w:t>
      </w:r>
      <w:r>
        <w:tab/>
        <w:t>1.013e0</w:t>
      </w:r>
    </w:p>
    <w:p w:rsidR="00E00D30" w:rsidRDefault="00E00D30" w:rsidP="00E00D30">
      <w:r>
        <w:t>397.2433</w:t>
      </w:r>
      <w:r>
        <w:tab/>
        <w:t>1.013e0</w:t>
      </w:r>
    </w:p>
    <w:p w:rsidR="00E00D30" w:rsidRDefault="00E00D30" w:rsidP="00E00D30">
      <w:r>
        <w:t>397.2464</w:t>
      </w:r>
      <w:r>
        <w:tab/>
        <w:t>2.025e0</w:t>
      </w:r>
    </w:p>
    <w:p w:rsidR="00E00D30" w:rsidRDefault="00E00D30" w:rsidP="00E00D30">
      <w:r>
        <w:t>397.2490</w:t>
      </w:r>
      <w:r>
        <w:tab/>
        <w:t>2.025e0</w:t>
      </w:r>
    </w:p>
    <w:p w:rsidR="00E00D30" w:rsidRDefault="00E00D30" w:rsidP="00E00D30">
      <w:r>
        <w:t>397.2641</w:t>
      </w:r>
      <w:r>
        <w:tab/>
        <w:t>1.013e0</w:t>
      </w:r>
    </w:p>
    <w:p w:rsidR="00E00D30" w:rsidRDefault="00E00D30" w:rsidP="00E00D30">
      <w:r>
        <w:lastRenderedPageBreak/>
        <w:t>397.2718</w:t>
      </w:r>
      <w:r>
        <w:tab/>
        <w:t>1.013e0</w:t>
      </w:r>
    </w:p>
    <w:p w:rsidR="00E00D30" w:rsidRDefault="00E00D30" w:rsidP="00E00D30">
      <w:r>
        <w:t>397.2794</w:t>
      </w:r>
      <w:r>
        <w:tab/>
        <w:t>1.013e0</w:t>
      </w:r>
    </w:p>
    <w:p w:rsidR="00E00D30" w:rsidRDefault="00E00D30" w:rsidP="00E00D30">
      <w:r>
        <w:t>397.3042</w:t>
      </w:r>
      <w:r>
        <w:tab/>
        <w:t>2.025e0</w:t>
      </w:r>
    </w:p>
    <w:p w:rsidR="00E00D30" w:rsidRDefault="00E00D30" w:rsidP="00E00D30">
      <w:r>
        <w:t>397.3194</w:t>
      </w:r>
      <w:r>
        <w:tab/>
        <w:t>4.051e0</w:t>
      </w:r>
    </w:p>
    <w:p w:rsidR="00E00D30" w:rsidRDefault="00E00D30" w:rsidP="00E00D30">
      <w:r>
        <w:t>397.3208</w:t>
      </w:r>
      <w:r>
        <w:tab/>
        <w:t>1.013e0</w:t>
      </w:r>
    </w:p>
    <w:p w:rsidR="00E00D30" w:rsidRDefault="00E00D30" w:rsidP="00E00D30">
      <w:r>
        <w:t>397.3283</w:t>
      </w:r>
      <w:r>
        <w:tab/>
        <w:t>2.025e0</w:t>
      </w:r>
    </w:p>
    <w:p w:rsidR="00E00D30" w:rsidRDefault="00E00D30" w:rsidP="00E00D30">
      <w:r>
        <w:t>397.3317</w:t>
      </w:r>
      <w:r>
        <w:tab/>
        <w:t>1.013e0</w:t>
      </w:r>
    </w:p>
    <w:p w:rsidR="00E00D30" w:rsidRDefault="00E00D30" w:rsidP="00E00D30">
      <w:r>
        <w:t>397.3571</w:t>
      </w:r>
      <w:r>
        <w:tab/>
        <w:t>1.013e0</w:t>
      </w:r>
    </w:p>
    <w:p w:rsidR="00E00D30" w:rsidRDefault="00E00D30" w:rsidP="00E00D30">
      <w:r>
        <w:t>397.3654</w:t>
      </w:r>
      <w:r>
        <w:tab/>
        <w:t>2.025e0</w:t>
      </w:r>
    </w:p>
    <w:p w:rsidR="00E00D30" w:rsidRDefault="00E00D30" w:rsidP="00E00D30">
      <w:r>
        <w:t>397.3777</w:t>
      </w:r>
      <w:r>
        <w:tab/>
        <w:t>1.013e0</w:t>
      </w:r>
    </w:p>
    <w:p w:rsidR="00E00D30" w:rsidRDefault="00E00D30" w:rsidP="00E00D30">
      <w:r>
        <w:t>397.4845</w:t>
      </w:r>
      <w:r>
        <w:tab/>
        <w:t>1.013e0</w:t>
      </w:r>
    </w:p>
    <w:p w:rsidR="00E00D30" w:rsidRDefault="00E00D30" w:rsidP="00E00D30">
      <w:r>
        <w:t>397.4895</w:t>
      </w:r>
      <w:r>
        <w:tab/>
        <w:t>1.013e0</w:t>
      </w:r>
    </w:p>
    <w:p w:rsidR="00E00D30" w:rsidRDefault="00E00D30" w:rsidP="00E00D30">
      <w:r>
        <w:t>397.5019</w:t>
      </w:r>
      <w:r>
        <w:tab/>
        <w:t>1.013e0</w:t>
      </w:r>
    </w:p>
    <w:p w:rsidR="00E00D30" w:rsidRDefault="00E00D30" w:rsidP="00E00D30">
      <w:r>
        <w:t>397.5392</w:t>
      </w:r>
      <w:r>
        <w:tab/>
        <w:t>2.025e0</w:t>
      </w:r>
    </w:p>
    <w:p w:rsidR="00E00D30" w:rsidRDefault="00E00D30" w:rsidP="00E00D30">
      <w:r>
        <w:t>397.5530</w:t>
      </w:r>
      <w:r>
        <w:tab/>
        <w:t>1.013e0</w:t>
      </w:r>
    </w:p>
    <w:p w:rsidR="00E00D30" w:rsidRDefault="00E00D30" w:rsidP="00E00D30">
      <w:r>
        <w:t>397.5549</w:t>
      </w:r>
      <w:r>
        <w:tab/>
        <w:t>2.025e0</w:t>
      </w:r>
    </w:p>
    <w:p w:rsidR="00E00D30" w:rsidRDefault="00E00D30" w:rsidP="00E00D30">
      <w:r>
        <w:t>397.5694</w:t>
      </w:r>
      <w:r>
        <w:tab/>
        <w:t>1.013e0</w:t>
      </w:r>
    </w:p>
    <w:p w:rsidR="00E00D30" w:rsidRDefault="00E00D30" w:rsidP="00E00D30">
      <w:r>
        <w:t>397.6022</w:t>
      </w:r>
      <w:r>
        <w:tab/>
        <w:t>1.013e0</w:t>
      </w:r>
    </w:p>
    <w:p w:rsidR="00E00D30" w:rsidRDefault="00E00D30" w:rsidP="00E00D30">
      <w:r>
        <w:t>397.6207</w:t>
      </w:r>
      <w:r>
        <w:tab/>
        <w:t>2.025e0</w:t>
      </w:r>
    </w:p>
    <w:p w:rsidR="00E00D30" w:rsidRDefault="00E00D30" w:rsidP="00E00D30">
      <w:r>
        <w:lastRenderedPageBreak/>
        <w:t>397.6229</w:t>
      </w:r>
      <w:r>
        <w:tab/>
        <w:t>4.051e0</w:t>
      </w:r>
    </w:p>
    <w:p w:rsidR="00E00D30" w:rsidRDefault="00E00D30" w:rsidP="00E00D30">
      <w:r>
        <w:t>397.6338</w:t>
      </w:r>
      <w:r>
        <w:tab/>
        <w:t>2.025e0</w:t>
      </w:r>
    </w:p>
    <w:p w:rsidR="00E00D30" w:rsidRDefault="00E00D30" w:rsidP="00E00D30">
      <w:r>
        <w:t>397.6653</w:t>
      </w:r>
      <w:r>
        <w:tab/>
        <w:t>1.013e0</w:t>
      </w:r>
    </w:p>
    <w:p w:rsidR="00E00D30" w:rsidRDefault="00E00D30" w:rsidP="00E00D30">
      <w:r>
        <w:t>397.7441</w:t>
      </w:r>
      <w:r>
        <w:tab/>
        <w:t>1.013e0</w:t>
      </w:r>
    </w:p>
    <w:p w:rsidR="00E00D30" w:rsidRDefault="00E00D30" w:rsidP="00E00D30">
      <w:r>
        <w:t>397.7574</w:t>
      </w:r>
      <w:r>
        <w:tab/>
        <w:t>1.013e0</w:t>
      </w:r>
    </w:p>
    <w:p w:rsidR="00E00D30" w:rsidRDefault="00E00D30" w:rsidP="00E00D30">
      <w:r>
        <w:t>397.7710</w:t>
      </w:r>
      <w:r>
        <w:tab/>
        <w:t>1.013e0</w:t>
      </w:r>
    </w:p>
    <w:p w:rsidR="00E00D30" w:rsidRDefault="00E00D30" w:rsidP="00E00D30">
      <w:r>
        <w:t>397.7779</w:t>
      </w:r>
      <w:r>
        <w:tab/>
        <w:t>1.013e0</w:t>
      </w:r>
    </w:p>
    <w:p w:rsidR="00E00D30" w:rsidRDefault="00E00D30" w:rsidP="00E00D30">
      <w:r>
        <w:t>397.7926</w:t>
      </w:r>
      <w:r>
        <w:tab/>
        <w:t>1.013e0</w:t>
      </w:r>
    </w:p>
    <w:p w:rsidR="00E00D30" w:rsidRDefault="00E00D30" w:rsidP="00E00D30">
      <w:r>
        <w:t>397.7990</w:t>
      </w:r>
      <w:r>
        <w:tab/>
        <w:t>2.025e0</w:t>
      </w:r>
    </w:p>
    <w:p w:rsidR="00E00D30" w:rsidRDefault="00E00D30" w:rsidP="00E00D30">
      <w:r>
        <w:t>397.8501</w:t>
      </w:r>
      <w:r>
        <w:tab/>
        <w:t>1.013e0</w:t>
      </w:r>
    </w:p>
    <w:p w:rsidR="00E00D30" w:rsidRDefault="00E00D30" w:rsidP="00E00D30">
      <w:r>
        <w:t>397.8673</w:t>
      </w:r>
      <w:r>
        <w:tab/>
        <w:t>1.013e0</w:t>
      </w:r>
    </w:p>
    <w:p w:rsidR="00E00D30" w:rsidRDefault="00E00D30" w:rsidP="00E00D30">
      <w:r>
        <w:t>397.8841</w:t>
      </w:r>
      <w:r>
        <w:tab/>
        <w:t>1.013e0</w:t>
      </w:r>
    </w:p>
    <w:p w:rsidR="00E00D30" w:rsidRDefault="00E00D30" w:rsidP="00E00D30">
      <w:r>
        <w:t>397.8888</w:t>
      </w:r>
      <w:r>
        <w:tab/>
        <w:t>1.013e0</w:t>
      </w:r>
    </w:p>
    <w:p w:rsidR="00E00D30" w:rsidRDefault="00E00D30" w:rsidP="00E00D30">
      <w:r>
        <w:t>397.8977</w:t>
      </w:r>
      <w:r>
        <w:tab/>
        <w:t>1.013e0</w:t>
      </w:r>
    </w:p>
    <w:p w:rsidR="00E00D30" w:rsidRDefault="00E00D30" w:rsidP="00E00D30">
      <w:r>
        <w:t>397.9186</w:t>
      </w:r>
      <w:r>
        <w:tab/>
        <w:t>1.013e0</w:t>
      </w:r>
    </w:p>
    <w:p w:rsidR="00E00D30" w:rsidRDefault="00E00D30" w:rsidP="00E00D30">
      <w:r>
        <w:t>397.9263</w:t>
      </w:r>
      <w:r>
        <w:tab/>
        <w:t>1.013e0</w:t>
      </w:r>
    </w:p>
    <w:p w:rsidR="00E00D30" w:rsidRDefault="00E00D30" w:rsidP="00E00D30">
      <w:r>
        <w:t>397.9354</w:t>
      </w:r>
      <w:r>
        <w:tab/>
        <w:t>2.025e0</w:t>
      </w:r>
    </w:p>
    <w:p w:rsidR="00E00D30" w:rsidRDefault="00E00D30" w:rsidP="00E00D30">
      <w:r>
        <w:t>397.9545</w:t>
      </w:r>
      <w:r>
        <w:tab/>
        <w:t>2.025e0</w:t>
      </w:r>
    </w:p>
    <w:p w:rsidR="00E00D30" w:rsidRDefault="00E00D30" w:rsidP="00E00D30">
      <w:r>
        <w:t>397.9741</w:t>
      </w:r>
      <w:r>
        <w:tab/>
        <w:t>1.013e0</w:t>
      </w:r>
    </w:p>
    <w:p w:rsidR="00E00D30" w:rsidRDefault="00E00D30" w:rsidP="00E00D30">
      <w:r>
        <w:lastRenderedPageBreak/>
        <w:t>397.9951</w:t>
      </w:r>
      <w:r>
        <w:tab/>
        <w:t>1.013e0</w:t>
      </w:r>
    </w:p>
    <w:p w:rsidR="00E00D30" w:rsidRDefault="00E00D30" w:rsidP="00E00D30">
      <w:r>
        <w:t>398.0031</w:t>
      </w:r>
      <w:r>
        <w:tab/>
        <w:t>1.013e0</w:t>
      </w:r>
    </w:p>
    <w:p w:rsidR="00E00D30" w:rsidRDefault="00E00D30" w:rsidP="00E00D30">
      <w:r>
        <w:t>398.0415</w:t>
      </w:r>
      <w:r>
        <w:tab/>
        <w:t>1.013e0</w:t>
      </w:r>
    </w:p>
    <w:p w:rsidR="00E00D30" w:rsidRDefault="00E00D30" w:rsidP="00E00D30">
      <w:r>
        <w:t>398.0594</w:t>
      </w:r>
      <w:r>
        <w:tab/>
        <w:t>1.013e0</w:t>
      </w:r>
    </w:p>
    <w:p w:rsidR="00E00D30" w:rsidRDefault="00E00D30" w:rsidP="00E00D30">
      <w:r>
        <w:t>398.0628</w:t>
      </w:r>
      <w:r>
        <w:tab/>
        <w:t>1.013e0</w:t>
      </w:r>
    </w:p>
    <w:p w:rsidR="00E00D30" w:rsidRDefault="00E00D30" w:rsidP="00E00D30">
      <w:r>
        <w:t>398.0876</w:t>
      </w:r>
      <w:r>
        <w:tab/>
        <w:t>1.013e0</w:t>
      </w:r>
    </w:p>
    <w:p w:rsidR="00E00D30" w:rsidRDefault="00E00D30" w:rsidP="00E00D30">
      <w:r>
        <w:t>398.0967</w:t>
      </w:r>
      <w:r>
        <w:tab/>
        <w:t>2.025e0</w:t>
      </w:r>
    </w:p>
    <w:p w:rsidR="00E00D30" w:rsidRDefault="00E00D30" w:rsidP="00E00D30">
      <w:r>
        <w:t>398.1016</w:t>
      </w:r>
      <w:r>
        <w:tab/>
        <w:t>1.013e0</w:t>
      </w:r>
    </w:p>
    <w:p w:rsidR="00E00D30" w:rsidRDefault="00E00D30" w:rsidP="00E00D30">
      <w:r>
        <w:t>398.1060</w:t>
      </w:r>
      <w:r>
        <w:tab/>
        <w:t>1.013e0</w:t>
      </w:r>
    </w:p>
    <w:p w:rsidR="00E00D30" w:rsidRDefault="00E00D30" w:rsidP="00E00D30">
      <w:r>
        <w:t>398.1266</w:t>
      </w:r>
      <w:r>
        <w:tab/>
        <w:t>1.013e0</w:t>
      </w:r>
    </w:p>
    <w:p w:rsidR="00E00D30" w:rsidRDefault="00E00D30" w:rsidP="00E00D30">
      <w:r>
        <w:t>398.1356</w:t>
      </w:r>
      <w:r>
        <w:tab/>
        <w:t>2.025e0</w:t>
      </w:r>
    </w:p>
    <w:p w:rsidR="00E00D30" w:rsidRDefault="00E00D30" w:rsidP="00E00D30">
      <w:r>
        <w:t>398.1481</w:t>
      </w:r>
      <w:r>
        <w:tab/>
        <w:t>1.013e0</w:t>
      </w:r>
    </w:p>
    <w:p w:rsidR="00E00D30" w:rsidRDefault="00E00D30" w:rsidP="00E00D30">
      <w:r>
        <w:t>398.1656</w:t>
      </w:r>
      <w:r>
        <w:tab/>
        <w:t>1.013e0</w:t>
      </w:r>
    </w:p>
    <w:p w:rsidR="00E00D30" w:rsidRDefault="00E00D30" w:rsidP="00E00D30">
      <w:r>
        <w:t>398.1842</w:t>
      </w:r>
      <w:r>
        <w:tab/>
        <w:t>2.025e0</w:t>
      </w:r>
    </w:p>
    <w:p w:rsidR="00E00D30" w:rsidRDefault="00E00D30" w:rsidP="00E00D30">
      <w:r>
        <w:t>398.2000</w:t>
      </w:r>
      <w:r>
        <w:tab/>
        <w:t>4.051e0</w:t>
      </w:r>
    </w:p>
    <w:p w:rsidR="00E00D30" w:rsidRDefault="00E00D30" w:rsidP="00E00D30">
      <w:r>
        <w:t>398.2074</w:t>
      </w:r>
      <w:r>
        <w:tab/>
        <w:t>1.013e0</w:t>
      </w:r>
    </w:p>
    <w:p w:rsidR="00E00D30" w:rsidRDefault="00E00D30" w:rsidP="00E00D30">
      <w:r>
        <w:t>398.2290</w:t>
      </w:r>
      <w:r>
        <w:tab/>
        <w:t>1.013e0</w:t>
      </w:r>
    </w:p>
    <w:p w:rsidR="00E00D30" w:rsidRDefault="00E00D30" w:rsidP="00E00D30">
      <w:r>
        <w:t>398.2371</w:t>
      </w:r>
      <w:r>
        <w:tab/>
        <w:t>1.013e0</w:t>
      </w:r>
    </w:p>
    <w:p w:rsidR="00E00D30" w:rsidRDefault="00E00D30" w:rsidP="00E00D30">
      <w:r>
        <w:t>398.2741</w:t>
      </w:r>
      <w:r>
        <w:tab/>
        <w:t>2.025e0</w:t>
      </w:r>
    </w:p>
    <w:p w:rsidR="00E00D30" w:rsidRDefault="00E00D30" w:rsidP="00E00D30">
      <w:r>
        <w:lastRenderedPageBreak/>
        <w:t>398.2795</w:t>
      </w:r>
      <w:r>
        <w:tab/>
        <w:t>1.013e0</w:t>
      </w:r>
    </w:p>
    <w:p w:rsidR="00E00D30" w:rsidRDefault="00E00D30" w:rsidP="00E00D30">
      <w:r>
        <w:t>398.2969</w:t>
      </w:r>
      <w:r>
        <w:tab/>
        <w:t>1.013e0</w:t>
      </w:r>
    </w:p>
    <w:p w:rsidR="00E00D30" w:rsidRDefault="00E00D30" w:rsidP="00E00D30">
      <w:r>
        <w:t>398.3116</w:t>
      </w:r>
      <w:r>
        <w:tab/>
        <w:t>2.025e0</w:t>
      </w:r>
    </w:p>
    <w:p w:rsidR="00E00D30" w:rsidRDefault="00E00D30" w:rsidP="00E00D30">
      <w:r>
        <w:t>398.3136</w:t>
      </w:r>
      <w:r>
        <w:tab/>
        <w:t>1.013e0</w:t>
      </w:r>
    </w:p>
    <w:p w:rsidR="00E00D30" w:rsidRDefault="00E00D30" w:rsidP="00E00D30">
      <w:r>
        <w:t>398.3271</w:t>
      </w:r>
      <w:r>
        <w:tab/>
        <w:t>2.025e0</w:t>
      </w:r>
    </w:p>
    <w:p w:rsidR="00E00D30" w:rsidRDefault="00E00D30" w:rsidP="00E00D30">
      <w:r>
        <w:t>398.3410</w:t>
      </w:r>
      <w:r>
        <w:tab/>
        <w:t>2.025e0</w:t>
      </w:r>
    </w:p>
    <w:p w:rsidR="00E00D30" w:rsidRDefault="00E00D30" w:rsidP="00E00D30">
      <w:r>
        <w:t>398.3481</w:t>
      </w:r>
      <w:r>
        <w:tab/>
        <w:t>1.013e0</w:t>
      </w:r>
    </w:p>
    <w:p w:rsidR="00E00D30" w:rsidRDefault="00E00D30" w:rsidP="00E00D30">
      <w:r>
        <w:t>398.3540</w:t>
      </w:r>
      <w:r>
        <w:tab/>
        <w:t>2.025e0</w:t>
      </w:r>
    </w:p>
    <w:p w:rsidR="00E00D30" w:rsidRDefault="00E00D30" w:rsidP="00E00D30">
      <w:r>
        <w:t>398.3558</w:t>
      </w:r>
      <w:r>
        <w:tab/>
        <w:t>1.013e0</w:t>
      </w:r>
    </w:p>
    <w:p w:rsidR="00E00D30" w:rsidRDefault="00E00D30" w:rsidP="00E00D30">
      <w:r>
        <w:t>398.3654</w:t>
      </w:r>
      <w:r>
        <w:tab/>
        <w:t>1.013e0</w:t>
      </w:r>
    </w:p>
    <w:p w:rsidR="00E00D30" w:rsidRDefault="00E00D30" w:rsidP="00E00D30">
      <w:r>
        <w:t>398.3692</w:t>
      </w:r>
      <w:r>
        <w:tab/>
        <w:t>1.013e0</w:t>
      </w:r>
    </w:p>
    <w:p w:rsidR="00E00D30" w:rsidRDefault="00E00D30" w:rsidP="00E00D30">
      <w:r>
        <w:t>398.3949</w:t>
      </w:r>
      <w:r>
        <w:tab/>
        <w:t>2.025e0</w:t>
      </w:r>
    </w:p>
    <w:p w:rsidR="00E00D30" w:rsidRDefault="00E00D30" w:rsidP="00E00D30">
      <w:r>
        <w:t>398.4176</w:t>
      </w:r>
      <w:r>
        <w:tab/>
        <w:t>3.038e0</w:t>
      </w:r>
    </w:p>
    <w:p w:rsidR="00E00D30" w:rsidRDefault="00E00D30" w:rsidP="00E00D30">
      <w:r>
        <w:t>398.4254</w:t>
      </w:r>
      <w:r>
        <w:tab/>
        <w:t>1.013e0</w:t>
      </w:r>
    </w:p>
    <w:p w:rsidR="00E00D30" w:rsidRDefault="00E00D30" w:rsidP="00E00D30">
      <w:r>
        <w:t>398.4500</w:t>
      </w:r>
      <w:r>
        <w:tab/>
        <w:t>1.013e0</w:t>
      </w:r>
    </w:p>
    <w:p w:rsidR="00E00D30" w:rsidRDefault="00E00D30" w:rsidP="00E00D30">
      <w:r>
        <w:t>398.4608</w:t>
      </w:r>
      <w:r>
        <w:tab/>
        <w:t>1.013e0</w:t>
      </w:r>
    </w:p>
    <w:p w:rsidR="00E00D30" w:rsidRDefault="00E00D30" w:rsidP="00E00D30">
      <w:r>
        <w:t>398.4713</w:t>
      </w:r>
      <w:r>
        <w:tab/>
        <w:t>1.013e0</w:t>
      </w:r>
    </w:p>
    <w:p w:rsidR="00E00D30" w:rsidRDefault="00E00D30" w:rsidP="00E00D30">
      <w:r>
        <w:t>398.5136</w:t>
      </w:r>
      <w:r>
        <w:tab/>
        <w:t>3.038e0</w:t>
      </w:r>
    </w:p>
    <w:p w:rsidR="00E00D30" w:rsidRDefault="00E00D30" w:rsidP="00E00D30">
      <w:r>
        <w:t>398.5244</w:t>
      </w:r>
      <w:r>
        <w:tab/>
        <w:t>1.013e0</w:t>
      </w:r>
    </w:p>
    <w:p w:rsidR="00E00D30" w:rsidRDefault="00E00D30" w:rsidP="00E00D30">
      <w:r>
        <w:lastRenderedPageBreak/>
        <w:t>398.5631</w:t>
      </w:r>
      <w:r>
        <w:tab/>
        <w:t>2.025e0</w:t>
      </w:r>
    </w:p>
    <w:p w:rsidR="00E00D30" w:rsidRDefault="00E00D30" w:rsidP="00E00D30">
      <w:r>
        <w:t>398.5742</w:t>
      </w:r>
      <w:r>
        <w:tab/>
        <w:t>1.013e0</w:t>
      </w:r>
    </w:p>
    <w:p w:rsidR="00E00D30" w:rsidRDefault="00E00D30" w:rsidP="00E00D30">
      <w:r>
        <w:t>398.5814</w:t>
      </w:r>
      <w:r>
        <w:tab/>
        <w:t>1.013e0</w:t>
      </w:r>
    </w:p>
    <w:p w:rsidR="00E00D30" w:rsidRDefault="00E00D30" w:rsidP="00E00D30">
      <w:r>
        <w:t>398.5833</w:t>
      </w:r>
      <w:r>
        <w:tab/>
        <w:t>2.025e0</w:t>
      </w:r>
    </w:p>
    <w:p w:rsidR="00E00D30" w:rsidRDefault="00E00D30" w:rsidP="00E00D30">
      <w:r>
        <w:t>398.6090</w:t>
      </w:r>
      <w:r>
        <w:tab/>
        <w:t>1.013e0</w:t>
      </w:r>
    </w:p>
    <w:p w:rsidR="00E00D30" w:rsidRDefault="00E00D30" w:rsidP="00E00D30">
      <w:r>
        <w:t>398.6241</w:t>
      </w:r>
      <w:r>
        <w:tab/>
        <w:t>1.013e0</w:t>
      </w:r>
    </w:p>
    <w:p w:rsidR="00E00D30" w:rsidRDefault="00E00D30" w:rsidP="00E00D30">
      <w:r>
        <w:t>398.6413</w:t>
      </w:r>
      <w:r>
        <w:tab/>
        <w:t>1.013e0</w:t>
      </w:r>
    </w:p>
    <w:p w:rsidR="00E00D30" w:rsidRDefault="00E00D30" w:rsidP="00E00D30">
      <w:r>
        <w:t>398.6628</w:t>
      </w:r>
      <w:r>
        <w:tab/>
        <w:t>1.013e0</w:t>
      </w:r>
    </w:p>
    <w:p w:rsidR="00E00D30" w:rsidRDefault="00E00D30" w:rsidP="00E00D30">
      <w:r>
        <w:t>398.6846</w:t>
      </w:r>
      <w:r>
        <w:tab/>
        <w:t>1.013e0</w:t>
      </w:r>
    </w:p>
    <w:p w:rsidR="00E00D30" w:rsidRDefault="00E00D30" w:rsidP="00E00D30">
      <w:r>
        <w:t>398.6878</w:t>
      </w:r>
      <w:r>
        <w:tab/>
        <w:t>1.013e0</w:t>
      </w:r>
    </w:p>
    <w:p w:rsidR="00E00D30" w:rsidRDefault="00E00D30" w:rsidP="00E00D30">
      <w:r>
        <w:t>398.7093</w:t>
      </w:r>
      <w:r>
        <w:tab/>
        <w:t>1.013e0</w:t>
      </w:r>
    </w:p>
    <w:p w:rsidR="00E00D30" w:rsidRDefault="00E00D30" w:rsidP="00E00D30">
      <w:r>
        <w:t>398.7145</w:t>
      </w:r>
      <w:r>
        <w:tab/>
        <w:t>2.025e0</w:t>
      </w:r>
    </w:p>
    <w:p w:rsidR="00E00D30" w:rsidRDefault="00E00D30" w:rsidP="00E00D30">
      <w:r>
        <w:t>398.7519</w:t>
      </w:r>
      <w:r>
        <w:tab/>
        <w:t>1.013e0</w:t>
      </w:r>
    </w:p>
    <w:p w:rsidR="00E00D30" w:rsidRDefault="00E00D30" w:rsidP="00E00D30">
      <w:r>
        <w:t>398.8333</w:t>
      </w:r>
      <w:r>
        <w:tab/>
        <w:t>2.025e0</w:t>
      </w:r>
    </w:p>
    <w:p w:rsidR="00E00D30" w:rsidRDefault="00E00D30" w:rsidP="00E00D30">
      <w:r>
        <w:t>398.8797</w:t>
      </w:r>
      <w:r>
        <w:tab/>
        <w:t>1.013e0</w:t>
      </w:r>
    </w:p>
    <w:p w:rsidR="00E00D30" w:rsidRDefault="00E00D30" w:rsidP="00E00D30">
      <w:r>
        <w:t>398.8840</w:t>
      </w:r>
      <w:r>
        <w:tab/>
        <w:t>1.013e0</w:t>
      </w:r>
    </w:p>
    <w:p w:rsidR="00E00D30" w:rsidRDefault="00E00D30" w:rsidP="00E00D30">
      <w:r>
        <w:t>398.8987</w:t>
      </w:r>
      <w:r>
        <w:tab/>
        <w:t>2.025e0</w:t>
      </w:r>
    </w:p>
    <w:p w:rsidR="00E00D30" w:rsidRDefault="00E00D30" w:rsidP="00E00D30">
      <w:r>
        <w:t>398.9127</w:t>
      </w:r>
      <w:r>
        <w:tab/>
        <w:t>1.013e0</w:t>
      </w:r>
    </w:p>
    <w:p w:rsidR="00E00D30" w:rsidRDefault="00E00D30" w:rsidP="00E00D30">
      <w:r>
        <w:t>398.9331</w:t>
      </w:r>
      <w:r>
        <w:tab/>
        <w:t>1.013e0</w:t>
      </w:r>
    </w:p>
    <w:p w:rsidR="00E00D30" w:rsidRDefault="00E00D30" w:rsidP="00E00D30">
      <w:r>
        <w:lastRenderedPageBreak/>
        <w:t>398.9377</w:t>
      </w:r>
      <w:r>
        <w:tab/>
        <w:t>2.025e0</w:t>
      </w:r>
    </w:p>
    <w:p w:rsidR="00E00D30" w:rsidRDefault="00E00D30" w:rsidP="00E00D30">
      <w:r>
        <w:t>398.9550</w:t>
      </w:r>
      <w:r>
        <w:tab/>
        <w:t>1.013e0</w:t>
      </w:r>
    </w:p>
    <w:p w:rsidR="00E00D30" w:rsidRDefault="00E00D30" w:rsidP="00E00D30">
      <w:r>
        <w:t>398.9686</w:t>
      </w:r>
      <w:r>
        <w:tab/>
        <w:t>1.013e0</w:t>
      </w:r>
    </w:p>
    <w:p w:rsidR="00E00D30" w:rsidRDefault="00E00D30" w:rsidP="00E00D30">
      <w:r>
        <w:t>398.9755</w:t>
      </w:r>
      <w:r>
        <w:tab/>
        <w:t>1.013e0</w:t>
      </w:r>
    </w:p>
    <w:p w:rsidR="00E00D30" w:rsidRDefault="00E00D30" w:rsidP="00E00D30">
      <w:r>
        <w:t>398.9898</w:t>
      </w:r>
      <w:r>
        <w:tab/>
        <w:t>1.013e0</w:t>
      </w:r>
    </w:p>
    <w:p w:rsidR="00E00D30" w:rsidRDefault="00E00D30" w:rsidP="00E00D30">
      <w:r>
        <w:t>398.9994</w:t>
      </w:r>
      <w:r>
        <w:tab/>
        <w:t>2.025e0</w:t>
      </w:r>
    </w:p>
    <w:p w:rsidR="00E00D30" w:rsidRDefault="00E00D30" w:rsidP="00E00D30">
      <w:r>
        <w:t>399.0110</w:t>
      </w:r>
      <w:r>
        <w:tab/>
        <w:t>1.013e0</w:t>
      </w:r>
    </w:p>
    <w:p w:rsidR="00E00D30" w:rsidRDefault="00E00D30" w:rsidP="00E00D30">
      <w:r>
        <w:t>399.0153</w:t>
      </w:r>
      <w:r>
        <w:tab/>
        <w:t>2.025e0</w:t>
      </w:r>
    </w:p>
    <w:p w:rsidR="00E00D30" w:rsidRDefault="00E00D30" w:rsidP="00E00D30">
      <w:r>
        <w:t>399.0251</w:t>
      </w:r>
      <w:r>
        <w:tab/>
        <w:t>1.013e0</w:t>
      </w:r>
    </w:p>
    <w:p w:rsidR="00E00D30" w:rsidRDefault="00E00D30" w:rsidP="00E00D30">
      <w:r>
        <w:t>399.0397</w:t>
      </w:r>
      <w:r>
        <w:tab/>
        <w:t>1.013e0</w:t>
      </w:r>
    </w:p>
    <w:p w:rsidR="00E00D30" w:rsidRDefault="00E00D30" w:rsidP="00E00D30">
      <w:r>
        <w:t>399.0751</w:t>
      </w:r>
      <w:r>
        <w:tab/>
        <w:t>2.025e0</w:t>
      </w:r>
    </w:p>
    <w:p w:rsidR="00E00D30" w:rsidRDefault="00E00D30" w:rsidP="00E00D30">
      <w:r>
        <w:t>399.0881</w:t>
      </w:r>
      <w:r>
        <w:tab/>
        <w:t>4.051e0</w:t>
      </w:r>
    </w:p>
    <w:p w:rsidR="00E00D30" w:rsidRDefault="00E00D30" w:rsidP="00E00D30">
      <w:r>
        <w:t>399.1073</w:t>
      </w:r>
      <w:r>
        <w:tab/>
        <w:t>2.025e0</w:t>
      </w:r>
    </w:p>
    <w:p w:rsidR="00E00D30" w:rsidRDefault="00E00D30" w:rsidP="00E00D30">
      <w:r>
        <w:t>399.1133</w:t>
      </w:r>
      <w:r>
        <w:tab/>
        <w:t>2.025e0</w:t>
      </w:r>
    </w:p>
    <w:p w:rsidR="00E00D30" w:rsidRDefault="00E00D30" w:rsidP="00E00D30">
      <w:r>
        <w:t>399.1143</w:t>
      </w:r>
      <w:r>
        <w:tab/>
        <w:t>1.013e0</w:t>
      </w:r>
    </w:p>
    <w:p w:rsidR="00E00D30" w:rsidRDefault="00E00D30" w:rsidP="00E00D30">
      <w:r>
        <w:t>399.1391</w:t>
      </w:r>
      <w:r>
        <w:tab/>
        <w:t>2.025e0</w:t>
      </w:r>
    </w:p>
    <w:p w:rsidR="00E00D30" w:rsidRDefault="00E00D30" w:rsidP="00E00D30">
      <w:r>
        <w:t>399.1564</w:t>
      </w:r>
      <w:r>
        <w:tab/>
        <w:t>1.013e0</w:t>
      </w:r>
    </w:p>
    <w:p w:rsidR="00E00D30" w:rsidRDefault="00E00D30" w:rsidP="00E00D30">
      <w:r>
        <w:t>399.1707</w:t>
      </w:r>
      <w:r>
        <w:tab/>
        <w:t>2.025e0</w:t>
      </w:r>
    </w:p>
    <w:p w:rsidR="00E00D30" w:rsidRDefault="00E00D30" w:rsidP="00E00D30">
      <w:r>
        <w:t>399.1737</w:t>
      </w:r>
      <w:r>
        <w:tab/>
        <w:t>3.038e0</w:t>
      </w:r>
    </w:p>
    <w:p w:rsidR="00E00D30" w:rsidRDefault="00E00D30" w:rsidP="00E00D30">
      <w:r>
        <w:lastRenderedPageBreak/>
        <w:t>399.1882</w:t>
      </w:r>
      <w:r>
        <w:tab/>
        <w:t>2.025e0</w:t>
      </w:r>
    </w:p>
    <w:p w:rsidR="00E00D30" w:rsidRDefault="00E00D30" w:rsidP="00E00D30">
      <w:r>
        <w:t>399.2029</w:t>
      </w:r>
      <w:r>
        <w:tab/>
        <w:t>1.013e0</w:t>
      </w:r>
    </w:p>
    <w:p w:rsidR="00E00D30" w:rsidRDefault="00E00D30" w:rsidP="00E00D30">
      <w:r>
        <w:t>399.2134</w:t>
      </w:r>
      <w:r>
        <w:tab/>
        <w:t>3.038e0</w:t>
      </w:r>
    </w:p>
    <w:p w:rsidR="00E00D30" w:rsidRDefault="00E00D30" w:rsidP="00E00D30">
      <w:r>
        <w:t>399.2239</w:t>
      </w:r>
      <w:r>
        <w:tab/>
        <w:t>4.051e0</w:t>
      </w:r>
    </w:p>
    <w:p w:rsidR="00E00D30" w:rsidRDefault="00E00D30" w:rsidP="00E00D30">
      <w:r>
        <w:t>399.2404</w:t>
      </w:r>
      <w:r>
        <w:tab/>
        <w:t>4.051e0</w:t>
      </w:r>
    </w:p>
    <w:p w:rsidR="00E00D30" w:rsidRDefault="00E00D30" w:rsidP="00E00D30">
      <w:r>
        <w:t>399.2455</w:t>
      </w:r>
      <w:r>
        <w:tab/>
        <w:t>1.013e0</w:t>
      </w:r>
    </w:p>
    <w:p w:rsidR="00E00D30" w:rsidRDefault="00E00D30" w:rsidP="00E00D30">
      <w:r>
        <w:t>399.2615</w:t>
      </w:r>
      <w:r>
        <w:tab/>
        <w:t>2.025e0</w:t>
      </w:r>
    </w:p>
    <w:p w:rsidR="00E00D30" w:rsidRDefault="00E00D30" w:rsidP="00E00D30">
      <w:r>
        <w:t>399.2699</w:t>
      </w:r>
      <w:r>
        <w:tab/>
        <w:t>2.025e0</w:t>
      </w:r>
    </w:p>
    <w:p w:rsidR="00E00D30" w:rsidRDefault="00E00D30" w:rsidP="00E00D30">
      <w:r>
        <w:t>399.2890</w:t>
      </w:r>
      <w:r>
        <w:tab/>
        <w:t>3.038e0</w:t>
      </w:r>
    </w:p>
    <w:p w:rsidR="00E00D30" w:rsidRDefault="00E00D30" w:rsidP="00E00D30">
      <w:r>
        <w:t>399.2941</w:t>
      </w:r>
      <w:r>
        <w:tab/>
        <w:t>2.025e0</w:t>
      </w:r>
    </w:p>
    <w:p w:rsidR="00E00D30" w:rsidRDefault="00E00D30" w:rsidP="00E00D30">
      <w:r>
        <w:t>399.3001</w:t>
      </w:r>
      <w:r>
        <w:tab/>
        <w:t>2.025e0</w:t>
      </w:r>
    </w:p>
    <w:p w:rsidR="00E00D30" w:rsidRDefault="00E00D30" w:rsidP="00E00D30">
      <w:r>
        <w:t>399.3055</w:t>
      </w:r>
      <w:r>
        <w:tab/>
        <w:t>1.013e0</w:t>
      </w:r>
    </w:p>
    <w:p w:rsidR="00E00D30" w:rsidRDefault="00E00D30" w:rsidP="00E00D30">
      <w:r>
        <w:t>399.3158</w:t>
      </w:r>
      <w:r>
        <w:tab/>
        <w:t>3.038e0</w:t>
      </w:r>
    </w:p>
    <w:p w:rsidR="00E00D30" w:rsidRDefault="00E00D30" w:rsidP="00E00D30">
      <w:r>
        <w:t>399.3179</w:t>
      </w:r>
      <w:r>
        <w:tab/>
        <w:t>2.025e0</w:t>
      </w:r>
    </w:p>
    <w:p w:rsidR="00E00D30" w:rsidRDefault="00E00D30" w:rsidP="00E00D30">
      <w:r>
        <w:t>399.3270</w:t>
      </w:r>
      <w:r>
        <w:tab/>
        <w:t>2.025e0</w:t>
      </w:r>
    </w:p>
    <w:p w:rsidR="00E00D30" w:rsidRDefault="00E00D30" w:rsidP="00E00D30">
      <w:r>
        <w:t>399.3324</w:t>
      </w:r>
      <w:r>
        <w:tab/>
        <w:t>2.025e0</w:t>
      </w:r>
    </w:p>
    <w:p w:rsidR="00E00D30" w:rsidRDefault="00E00D30" w:rsidP="00E00D30">
      <w:r>
        <w:t>399.3356</w:t>
      </w:r>
      <w:r>
        <w:tab/>
        <w:t>1.013e0</w:t>
      </w:r>
    </w:p>
    <w:p w:rsidR="00E00D30" w:rsidRDefault="00E00D30" w:rsidP="00E00D30">
      <w:r>
        <w:t>399.3401</w:t>
      </w:r>
      <w:r>
        <w:tab/>
        <w:t>4.051e0</w:t>
      </w:r>
    </w:p>
    <w:p w:rsidR="00E00D30" w:rsidRDefault="00E00D30" w:rsidP="00E00D30">
      <w:r>
        <w:t>399.3448</w:t>
      </w:r>
      <w:r>
        <w:tab/>
        <w:t>2.025e0</w:t>
      </w:r>
    </w:p>
    <w:p w:rsidR="00E00D30" w:rsidRDefault="00E00D30" w:rsidP="00E00D30">
      <w:r>
        <w:lastRenderedPageBreak/>
        <w:t>399.3638</w:t>
      </w:r>
      <w:r>
        <w:tab/>
        <w:t>1.013e0</w:t>
      </w:r>
    </w:p>
    <w:p w:rsidR="00E00D30" w:rsidRDefault="00E00D30" w:rsidP="00E00D30">
      <w:r>
        <w:t>399.3665</w:t>
      </w:r>
      <w:r>
        <w:tab/>
        <w:t>2.025e0</w:t>
      </w:r>
    </w:p>
    <w:p w:rsidR="00E00D30" w:rsidRDefault="00E00D30" w:rsidP="00E00D30">
      <w:r>
        <w:t>399.3683</w:t>
      </w:r>
      <w:r>
        <w:tab/>
        <w:t>4.051e0</w:t>
      </w:r>
    </w:p>
    <w:p w:rsidR="00E00D30" w:rsidRDefault="00E00D30" w:rsidP="00E00D30">
      <w:r>
        <w:t>399.3837</w:t>
      </w:r>
      <w:r>
        <w:tab/>
        <w:t>2.025e0</w:t>
      </w:r>
    </w:p>
    <w:p w:rsidR="00E00D30" w:rsidRDefault="00E00D30" w:rsidP="00E00D30">
      <w:r>
        <w:t>399.3855</w:t>
      </w:r>
      <w:r>
        <w:tab/>
        <w:t>1.013e0</w:t>
      </w:r>
    </w:p>
    <w:p w:rsidR="00E00D30" w:rsidRDefault="00E00D30" w:rsidP="00E00D30">
      <w:r>
        <w:t>399.3908</w:t>
      </w:r>
      <w:r>
        <w:tab/>
        <w:t>1.013e0</w:t>
      </w:r>
    </w:p>
    <w:p w:rsidR="00E00D30" w:rsidRDefault="00E00D30" w:rsidP="00E00D30">
      <w:r>
        <w:t>399.4065</w:t>
      </w:r>
      <w:r>
        <w:tab/>
        <w:t>2.025e0</w:t>
      </w:r>
    </w:p>
    <w:p w:rsidR="00E00D30" w:rsidRDefault="00E00D30" w:rsidP="00E00D30">
      <w:r>
        <w:t>399.4486</w:t>
      </w:r>
      <w:r>
        <w:tab/>
        <w:t>1.013e0</w:t>
      </w:r>
    </w:p>
    <w:p w:rsidR="00E00D30" w:rsidRDefault="00E00D30" w:rsidP="00E00D30">
      <w:r>
        <w:t>399.4547</w:t>
      </w:r>
      <w:r>
        <w:tab/>
        <w:t>1.013e0</w:t>
      </w:r>
    </w:p>
    <w:p w:rsidR="00E00D30" w:rsidRDefault="00E00D30" w:rsidP="00E00D30">
      <w:r>
        <w:t>399.4625</w:t>
      </w:r>
      <w:r>
        <w:tab/>
        <w:t>2.025e0</w:t>
      </w:r>
    </w:p>
    <w:p w:rsidR="00E00D30" w:rsidRDefault="00E00D30" w:rsidP="00E00D30">
      <w:r>
        <w:t>399.4839</w:t>
      </w:r>
      <w:r>
        <w:tab/>
        <w:t>1.013e0</w:t>
      </w:r>
    </w:p>
    <w:p w:rsidR="00E00D30" w:rsidRDefault="00E00D30" w:rsidP="00E00D30">
      <w:r>
        <w:t>399.4910</w:t>
      </w:r>
      <w:r>
        <w:tab/>
        <w:t>1.013e0</w:t>
      </w:r>
    </w:p>
    <w:p w:rsidR="00E00D30" w:rsidRDefault="00E00D30" w:rsidP="00E00D30">
      <w:r>
        <w:t>399.4979</w:t>
      </w:r>
      <w:r>
        <w:tab/>
        <w:t>1.013e0</w:t>
      </w:r>
    </w:p>
    <w:p w:rsidR="00E00D30" w:rsidRDefault="00E00D30" w:rsidP="00E00D30">
      <w:r>
        <w:t>399.5192</w:t>
      </w:r>
      <w:r>
        <w:tab/>
        <w:t>1.013e0</w:t>
      </w:r>
    </w:p>
    <w:p w:rsidR="00E00D30" w:rsidRDefault="00E00D30" w:rsidP="00E00D30">
      <w:r>
        <w:t>399.5472</w:t>
      </w:r>
      <w:r>
        <w:tab/>
        <w:t>1.013e0</w:t>
      </w:r>
    </w:p>
    <w:p w:rsidR="00E00D30" w:rsidRDefault="00E00D30" w:rsidP="00E00D30">
      <w:r>
        <w:t>399.5523</w:t>
      </w:r>
      <w:r>
        <w:tab/>
        <w:t>2.025e0</w:t>
      </w:r>
    </w:p>
    <w:p w:rsidR="00E00D30" w:rsidRDefault="00E00D30" w:rsidP="00E00D30">
      <w:r>
        <w:t>399.5570</w:t>
      </w:r>
      <w:r>
        <w:tab/>
        <w:t>2.025e0</w:t>
      </w:r>
    </w:p>
    <w:p w:rsidR="00E00D30" w:rsidRDefault="00E00D30" w:rsidP="00E00D30">
      <w:r>
        <w:t>399.6073</w:t>
      </w:r>
      <w:r>
        <w:tab/>
        <w:t>1.013e0</w:t>
      </w:r>
    </w:p>
    <w:p w:rsidR="00E00D30" w:rsidRDefault="00E00D30" w:rsidP="00E00D30">
      <w:r>
        <w:t>399.6822</w:t>
      </w:r>
      <w:r>
        <w:tab/>
        <w:t>1.013e0</w:t>
      </w:r>
    </w:p>
    <w:p w:rsidR="00E00D30" w:rsidRDefault="00E00D30" w:rsidP="00E00D30">
      <w:r>
        <w:lastRenderedPageBreak/>
        <w:t>399.7309</w:t>
      </w:r>
      <w:r>
        <w:tab/>
        <w:t>1.013e0</w:t>
      </w:r>
    </w:p>
    <w:p w:rsidR="00E00D30" w:rsidRDefault="00E00D30" w:rsidP="00E00D30">
      <w:r>
        <w:t>399.7353</w:t>
      </w:r>
      <w:r>
        <w:tab/>
        <w:t>1.013e0</w:t>
      </w:r>
    </w:p>
    <w:p w:rsidR="00E00D30" w:rsidRDefault="00E00D30" w:rsidP="00E00D30">
      <w:r>
        <w:t>399.7451</w:t>
      </w:r>
      <w:r>
        <w:tab/>
        <w:t>1.013e0</w:t>
      </w:r>
    </w:p>
    <w:p w:rsidR="00E00D30" w:rsidRDefault="00E00D30" w:rsidP="00E00D30">
      <w:r>
        <w:t>399.7779</w:t>
      </w:r>
      <w:r>
        <w:tab/>
        <w:t>1.013e0</w:t>
      </w:r>
    </w:p>
    <w:p w:rsidR="00E00D30" w:rsidRDefault="00E00D30" w:rsidP="00E00D30">
      <w:r>
        <w:t>399.7990</w:t>
      </w:r>
      <w:r>
        <w:tab/>
        <w:t>1.013e0</w:t>
      </w:r>
    </w:p>
    <w:p w:rsidR="00E00D30" w:rsidRDefault="00E00D30" w:rsidP="00E00D30">
      <w:r>
        <w:t>399.8629</w:t>
      </w:r>
      <w:r>
        <w:tab/>
        <w:t>1.013e0</w:t>
      </w:r>
    </w:p>
    <w:p w:rsidR="00E00D30" w:rsidRDefault="00E00D30" w:rsidP="00E00D30">
      <w:r>
        <w:t>399.8794</w:t>
      </w:r>
      <w:r>
        <w:tab/>
        <w:t>1.013e0</w:t>
      </w:r>
    </w:p>
    <w:p w:rsidR="00E00D30" w:rsidRDefault="00E00D30" w:rsidP="00E00D30">
      <w:r>
        <w:t>399.8844</w:t>
      </w:r>
      <w:r>
        <w:tab/>
        <w:t>1.013e0</w:t>
      </w:r>
    </w:p>
    <w:p w:rsidR="00E00D30" w:rsidRDefault="00E00D30" w:rsidP="00E00D30">
      <w:r>
        <w:t>399.8904</w:t>
      </w:r>
      <w:r>
        <w:tab/>
        <w:t>2.025e0</w:t>
      </w:r>
    </w:p>
    <w:p w:rsidR="00E00D30" w:rsidRDefault="00E00D30" w:rsidP="00E00D30">
      <w:r>
        <w:t>399.8951</w:t>
      </w:r>
      <w:r>
        <w:tab/>
        <w:t>2.025e0</w:t>
      </w:r>
    </w:p>
    <w:p w:rsidR="00E00D30" w:rsidRDefault="00E00D30" w:rsidP="00E00D30">
      <w:r>
        <w:t>399.9008</w:t>
      </w:r>
      <w:r>
        <w:tab/>
        <w:t>1.013e0</w:t>
      </w:r>
    </w:p>
    <w:p w:rsidR="00E00D30" w:rsidRDefault="00E00D30" w:rsidP="00E00D30">
      <w:r>
        <w:t>399.9309</w:t>
      </w:r>
      <w:r>
        <w:tab/>
        <w:t>1.013e0</w:t>
      </w:r>
    </w:p>
    <w:p w:rsidR="00E00D30" w:rsidRDefault="00E00D30" w:rsidP="00E00D30">
      <w:r>
        <w:t>399.9451</w:t>
      </w:r>
      <w:r>
        <w:tab/>
        <w:t>2.025e0</w:t>
      </w:r>
    </w:p>
    <w:p w:rsidR="00E00D30" w:rsidRDefault="00E00D30" w:rsidP="00E00D30">
      <w:r>
        <w:t>399.9489</w:t>
      </w:r>
      <w:r>
        <w:tab/>
        <w:t>1.013e0</w:t>
      </w:r>
    </w:p>
    <w:p w:rsidR="00E00D30" w:rsidRDefault="00E00D30" w:rsidP="00E00D30">
      <w:r>
        <w:t>399.9571</w:t>
      </w:r>
      <w:r>
        <w:tab/>
        <w:t>1.013e0</w:t>
      </w:r>
    </w:p>
    <w:p w:rsidR="00E00D30" w:rsidRDefault="00E00D30" w:rsidP="00E00D30">
      <w:r>
        <w:t>399.9854</w:t>
      </w:r>
      <w:r>
        <w:tab/>
        <w:t>1.013e0</w:t>
      </w:r>
    </w:p>
    <w:p w:rsidR="00E00D30" w:rsidRDefault="00E00D30" w:rsidP="00E00D30">
      <w:r>
        <w:t>399.9954</w:t>
      </w:r>
      <w:r>
        <w:tab/>
        <w:t>2.025e0</w:t>
      </w:r>
    </w:p>
    <w:p w:rsidR="00E00D30" w:rsidRDefault="00E00D30" w:rsidP="00E00D30">
      <w:r>
        <w:t>399.9979</w:t>
      </w:r>
      <w:r>
        <w:tab/>
        <w:t>2.025e0</w:t>
      </w:r>
    </w:p>
    <w:p w:rsidR="00E00D30" w:rsidRDefault="00E00D30" w:rsidP="00E00D30">
      <w:r>
        <w:t>399.9998</w:t>
      </w:r>
      <w:r>
        <w:tab/>
        <w:t>5.063e0</w:t>
      </w:r>
    </w:p>
    <w:p w:rsidR="00E00D30" w:rsidRDefault="00E00D30" w:rsidP="00E00D30">
      <w:r>
        <w:lastRenderedPageBreak/>
        <w:t>400.0208</w:t>
      </w:r>
      <w:r>
        <w:tab/>
        <w:t>1.013e0</w:t>
      </w:r>
    </w:p>
    <w:p w:rsidR="00E00D30" w:rsidRDefault="00E00D30" w:rsidP="00E00D30">
      <w:r>
        <w:t>400.0334</w:t>
      </w:r>
      <w:r>
        <w:tab/>
        <w:t>2.025e0</w:t>
      </w:r>
    </w:p>
    <w:p w:rsidR="00E00D30" w:rsidRDefault="00E00D30" w:rsidP="00E00D30">
      <w:r>
        <w:t>400.0547</w:t>
      </w:r>
      <w:r>
        <w:tab/>
        <w:t>1.013e0</w:t>
      </w:r>
    </w:p>
    <w:p w:rsidR="00E00D30" w:rsidRDefault="00E00D30" w:rsidP="00E00D30">
      <w:r>
        <w:t>400.0763</w:t>
      </w:r>
      <w:r>
        <w:tab/>
        <w:t>3.038e0</w:t>
      </w:r>
    </w:p>
    <w:p w:rsidR="00E00D30" w:rsidRDefault="00E00D30" w:rsidP="00E00D30">
      <w:r>
        <w:t>400.0822</w:t>
      </w:r>
      <w:r>
        <w:tab/>
        <w:t>2.025e0</w:t>
      </w:r>
    </w:p>
    <w:p w:rsidR="00E00D30" w:rsidRDefault="00E00D30" w:rsidP="00E00D30">
      <w:r>
        <w:t>400.0866</w:t>
      </w:r>
      <w:r>
        <w:tab/>
        <w:t>2.025e0</w:t>
      </w:r>
    </w:p>
    <w:p w:rsidR="00E00D30" w:rsidRDefault="00E00D30" w:rsidP="00E00D30">
      <w:r>
        <w:t>400.0922</w:t>
      </w:r>
      <w:r>
        <w:tab/>
        <w:t>1.013e0</w:t>
      </w:r>
    </w:p>
    <w:p w:rsidR="00E00D30" w:rsidRDefault="00E00D30" w:rsidP="00E00D30">
      <w:r>
        <w:t>400.1157</w:t>
      </w:r>
      <w:r>
        <w:tab/>
        <w:t>2.025e0</w:t>
      </w:r>
    </w:p>
    <w:p w:rsidR="00E00D30" w:rsidRDefault="00E00D30" w:rsidP="00E00D30">
      <w:r>
        <w:t>400.1270</w:t>
      </w:r>
      <w:r>
        <w:tab/>
        <w:t>1.013e0</w:t>
      </w:r>
    </w:p>
    <w:p w:rsidR="00E00D30" w:rsidRDefault="00E00D30" w:rsidP="00E00D30">
      <w:r>
        <w:t>400.1307</w:t>
      </w:r>
      <w:r>
        <w:tab/>
        <w:t>2.025e0</w:t>
      </w:r>
    </w:p>
    <w:p w:rsidR="00E00D30" w:rsidRDefault="00E00D30" w:rsidP="00E00D30">
      <w:r>
        <w:t>400.1764</w:t>
      </w:r>
      <w:r>
        <w:tab/>
        <w:t>1.013e0</w:t>
      </w:r>
    </w:p>
    <w:p w:rsidR="00E00D30" w:rsidRDefault="00E00D30" w:rsidP="00E00D30">
      <w:r>
        <w:t>400.1934</w:t>
      </w:r>
      <w:r>
        <w:tab/>
        <w:t>2.025e0</w:t>
      </w:r>
    </w:p>
    <w:p w:rsidR="00E00D30" w:rsidRDefault="00E00D30" w:rsidP="00E00D30">
      <w:r>
        <w:t>400.1972</w:t>
      </w:r>
      <w:r>
        <w:tab/>
        <w:t>2.025e0</w:t>
      </w:r>
    </w:p>
    <w:p w:rsidR="00E00D30" w:rsidRDefault="00E00D30" w:rsidP="00E00D30">
      <w:r>
        <w:t>400.2164</w:t>
      </w:r>
      <w:r>
        <w:tab/>
        <w:t>2.025e0</w:t>
      </w:r>
    </w:p>
    <w:p w:rsidR="00E00D30" w:rsidRDefault="00E00D30" w:rsidP="00E00D30">
      <w:r>
        <w:t>400.2249</w:t>
      </w:r>
      <w:r>
        <w:tab/>
        <w:t>4.051e0</w:t>
      </w:r>
    </w:p>
    <w:p w:rsidR="00E00D30" w:rsidRDefault="00E00D30" w:rsidP="00E00D30">
      <w:r>
        <w:t>400.2291</w:t>
      </w:r>
      <w:r>
        <w:tab/>
        <w:t>4.051e0</w:t>
      </w:r>
    </w:p>
    <w:p w:rsidR="00E00D30" w:rsidRDefault="00E00D30" w:rsidP="00E00D30">
      <w:r>
        <w:t>400.2332</w:t>
      </w:r>
      <w:r>
        <w:tab/>
        <w:t>1.013e0</w:t>
      </w:r>
    </w:p>
    <w:p w:rsidR="00E00D30" w:rsidRDefault="00E00D30" w:rsidP="00E00D30">
      <w:r>
        <w:t>400.2403</w:t>
      </w:r>
      <w:r>
        <w:tab/>
        <w:t>2.025e0</w:t>
      </w:r>
    </w:p>
    <w:p w:rsidR="00E00D30" w:rsidRDefault="00E00D30" w:rsidP="00E00D30">
      <w:r>
        <w:t>400.2529</w:t>
      </w:r>
      <w:r>
        <w:tab/>
        <w:t>2.025e0</w:t>
      </w:r>
    </w:p>
    <w:p w:rsidR="00E00D30" w:rsidRDefault="00E00D30" w:rsidP="00E00D30">
      <w:r>
        <w:lastRenderedPageBreak/>
        <w:t>400.2786</w:t>
      </w:r>
      <w:r>
        <w:tab/>
        <w:t>2.025e0</w:t>
      </w:r>
    </w:p>
    <w:p w:rsidR="00E00D30" w:rsidRDefault="00E00D30" w:rsidP="00E00D30">
      <w:r>
        <w:t>400.2827</w:t>
      </w:r>
      <w:r>
        <w:tab/>
        <w:t>1.013e0</w:t>
      </w:r>
    </w:p>
    <w:p w:rsidR="00E00D30" w:rsidRDefault="00E00D30" w:rsidP="00E00D30">
      <w:r>
        <w:t>400.2894</w:t>
      </w:r>
      <w:r>
        <w:tab/>
        <w:t>2.025e0</w:t>
      </w:r>
    </w:p>
    <w:p w:rsidR="00E00D30" w:rsidRDefault="00E00D30" w:rsidP="00E00D30">
      <w:r>
        <w:t>400.3052</w:t>
      </w:r>
      <w:r>
        <w:tab/>
        <w:t>3.038e0</w:t>
      </w:r>
    </w:p>
    <w:p w:rsidR="00E00D30" w:rsidRDefault="00E00D30" w:rsidP="00E00D30">
      <w:r>
        <w:t>400.3188</w:t>
      </w:r>
      <w:r>
        <w:tab/>
        <w:t>2.025e0</w:t>
      </w:r>
    </w:p>
    <w:p w:rsidR="00E00D30" w:rsidRDefault="00E00D30" w:rsidP="00E00D30">
      <w:r>
        <w:t>400.3286</w:t>
      </w:r>
      <w:r>
        <w:tab/>
        <w:t>2.025e0</w:t>
      </w:r>
    </w:p>
    <w:p w:rsidR="00E00D30" w:rsidRDefault="00E00D30" w:rsidP="00E00D30">
      <w:r>
        <w:t>400.3675</w:t>
      </w:r>
      <w:r>
        <w:tab/>
        <w:t>8.101e0</w:t>
      </w:r>
    </w:p>
    <w:p w:rsidR="00E00D30" w:rsidRDefault="00E00D30" w:rsidP="00E00D30">
      <w:r>
        <w:t>400.3736</w:t>
      </w:r>
      <w:r>
        <w:tab/>
        <w:t>8.101e0</w:t>
      </w:r>
    </w:p>
    <w:p w:rsidR="00E00D30" w:rsidRDefault="00E00D30" w:rsidP="00E00D30">
      <w:r>
        <w:t>400.3788</w:t>
      </w:r>
      <w:r>
        <w:tab/>
        <w:t>8.101e0</w:t>
      </w:r>
    </w:p>
    <w:p w:rsidR="00E00D30" w:rsidRDefault="00E00D30" w:rsidP="00E00D30">
      <w:r>
        <w:t>400.3811</w:t>
      </w:r>
      <w:r>
        <w:tab/>
        <w:t>2.124e1</w:t>
      </w:r>
    </w:p>
    <w:p w:rsidR="00E00D30" w:rsidRDefault="00E00D30" w:rsidP="00E00D30">
      <w:r>
        <w:t>400.3825</w:t>
      </w:r>
      <w:r>
        <w:tab/>
        <w:t>5.063e0</w:t>
      </w:r>
    </w:p>
    <w:p w:rsidR="00E00D30" w:rsidRDefault="00E00D30" w:rsidP="00E00D30">
      <w:r>
        <w:t>400.3848</w:t>
      </w:r>
      <w:r>
        <w:tab/>
        <w:t>1.519e1</w:t>
      </w:r>
    </w:p>
    <w:p w:rsidR="00E00D30" w:rsidRDefault="00E00D30" w:rsidP="00E00D30">
      <w:r>
        <w:t>400.4311</w:t>
      </w:r>
      <w:r>
        <w:tab/>
        <w:t>1.013e0</w:t>
      </w:r>
    </w:p>
    <w:p w:rsidR="00E00D30" w:rsidRDefault="00E00D30" w:rsidP="00E00D30">
      <w:r>
        <w:t>400.4384</w:t>
      </w:r>
      <w:r>
        <w:tab/>
        <w:t>1.013e0</w:t>
      </w:r>
    </w:p>
    <w:p w:rsidR="00E00D30" w:rsidRDefault="00E00D30" w:rsidP="00E00D30">
      <w:r>
        <w:t>400.4420</w:t>
      </w:r>
      <w:r>
        <w:tab/>
        <w:t>1.013e0</w:t>
      </w:r>
    </w:p>
    <w:p w:rsidR="00E00D30" w:rsidRDefault="00E00D30" w:rsidP="00E00D30">
      <w:r>
        <w:t>400.4523</w:t>
      </w:r>
      <w:r>
        <w:tab/>
        <w:t>1.013e0</w:t>
      </w:r>
    </w:p>
    <w:p w:rsidR="00E00D30" w:rsidRDefault="00E00D30" w:rsidP="00E00D30">
      <w:r>
        <w:t>400.4598</w:t>
      </w:r>
      <w:r>
        <w:tab/>
        <w:t>3.038e0</w:t>
      </w:r>
    </w:p>
    <w:p w:rsidR="00E00D30" w:rsidRDefault="00E00D30" w:rsidP="00E00D30">
      <w:r>
        <w:t>400.4848</w:t>
      </w:r>
      <w:r>
        <w:tab/>
        <w:t>1.013e0</w:t>
      </w:r>
    </w:p>
    <w:p w:rsidR="00E00D30" w:rsidRDefault="00E00D30" w:rsidP="00E00D30">
      <w:r>
        <w:t>400.5587</w:t>
      </w:r>
      <w:r>
        <w:tab/>
        <w:t>1.013e0</w:t>
      </w:r>
    </w:p>
    <w:p w:rsidR="00E00D30" w:rsidRDefault="00E00D30" w:rsidP="00E00D30">
      <w:r>
        <w:lastRenderedPageBreak/>
        <w:t>400.5797</w:t>
      </w:r>
      <w:r>
        <w:tab/>
        <w:t>1.013e0</w:t>
      </w:r>
    </w:p>
    <w:p w:rsidR="00E00D30" w:rsidRDefault="00E00D30" w:rsidP="00E00D30">
      <w:r>
        <w:t>400.5911</w:t>
      </w:r>
      <w:r>
        <w:tab/>
        <w:t>1.013e0</w:t>
      </w:r>
    </w:p>
    <w:p w:rsidR="00E00D30" w:rsidRDefault="00E00D30" w:rsidP="00E00D30">
      <w:r>
        <w:t>400.5951</w:t>
      </w:r>
      <w:r>
        <w:tab/>
        <w:t>1.013e0</w:t>
      </w:r>
    </w:p>
    <w:p w:rsidR="00E00D30" w:rsidRDefault="00E00D30" w:rsidP="00E00D30">
      <w:r>
        <w:t>400.6088</w:t>
      </w:r>
      <w:r>
        <w:tab/>
        <w:t>1.013e0</w:t>
      </w:r>
    </w:p>
    <w:p w:rsidR="00E00D30" w:rsidRDefault="00E00D30" w:rsidP="00E00D30">
      <w:r>
        <w:t>400.6126</w:t>
      </w:r>
      <w:r>
        <w:tab/>
        <w:t>1.013e0</w:t>
      </w:r>
    </w:p>
    <w:p w:rsidR="00E00D30" w:rsidRDefault="00E00D30" w:rsidP="00E00D30">
      <w:r>
        <w:t>400.6469</w:t>
      </w:r>
      <w:r>
        <w:tab/>
        <w:t>2.025e0</w:t>
      </w:r>
    </w:p>
    <w:p w:rsidR="00E00D30" w:rsidRDefault="00E00D30" w:rsidP="00E00D30">
      <w:r>
        <w:t>400.6550</w:t>
      </w:r>
      <w:r>
        <w:tab/>
        <w:t>1.013e0</w:t>
      </w:r>
    </w:p>
    <w:p w:rsidR="00E00D30" w:rsidRDefault="00E00D30" w:rsidP="00E00D30">
      <w:r>
        <w:t>400.6647</w:t>
      </w:r>
      <w:r>
        <w:tab/>
        <w:t>1.013e0</w:t>
      </w:r>
    </w:p>
    <w:p w:rsidR="00E00D30" w:rsidRDefault="00E00D30" w:rsidP="00E00D30">
      <w:r>
        <w:t>400.7072</w:t>
      </w:r>
      <w:r>
        <w:tab/>
        <w:t>1.013e0</w:t>
      </w:r>
    </w:p>
    <w:p w:rsidR="00E00D30" w:rsidRDefault="00E00D30" w:rsidP="00E00D30">
      <w:r>
        <w:t>400.7404</w:t>
      </w:r>
      <w:r>
        <w:tab/>
        <w:t>1.013e0</w:t>
      </w:r>
    </w:p>
    <w:p w:rsidR="00E00D30" w:rsidRDefault="00E00D30" w:rsidP="00E00D30">
      <w:r>
        <w:t>400.7605</w:t>
      </w:r>
      <w:r>
        <w:tab/>
        <w:t>2.025e0</w:t>
      </w:r>
    </w:p>
    <w:p w:rsidR="00E00D30" w:rsidRDefault="00E00D30" w:rsidP="00E00D30">
      <w:r>
        <w:t>400.7924</w:t>
      </w:r>
      <w:r>
        <w:tab/>
        <w:t>1.013e0</w:t>
      </w:r>
    </w:p>
    <w:p w:rsidR="00E00D30" w:rsidRDefault="00E00D30" w:rsidP="00E00D30">
      <w:r>
        <w:t>400.8043</w:t>
      </w:r>
      <w:r>
        <w:tab/>
        <w:t>2.025e0</w:t>
      </w:r>
    </w:p>
    <w:p w:rsidR="00E00D30" w:rsidRDefault="00E00D30" w:rsidP="00E00D30">
      <w:r>
        <w:t>400.8633</w:t>
      </w:r>
      <w:r>
        <w:tab/>
        <w:t>1.013e0</w:t>
      </w:r>
    </w:p>
    <w:p w:rsidR="00E00D30" w:rsidRDefault="00E00D30" w:rsidP="00E00D30">
      <w:r>
        <w:t>400.8666</w:t>
      </w:r>
      <w:r>
        <w:tab/>
        <w:t>2.025e0</w:t>
      </w:r>
    </w:p>
    <w:p w:rsidR="00E00D30" w:rsidRDefault="00E00D30" w:rsidP="00E00D30">
      <w:r>
        <w:t>400.8688</w:t>
      </w:r>
      <w:r>
        <w:tab/>
        <w:t>2.025e0</w:t>
      </w:r>
    </w:p>
    <w:p w:rsidR="00E00D30" w:rsidRDefault="00E00D30" w:rsidP="00E00D30">
      <w:r>
        <w:t>400.8845</w:t>
      </w:r>
      <w:r>
        <w:tab/>
        <w:t>1.013e0</w:t>
      </w:r>
    </w:p>
    <w:p w:rsidR="00E00D30" w:rsidRDefault="00E00D30" w:rsidP="00E00D30">
      <w:r>
        <w:t>400.9040</w:t>
      </w:r>
      <w:r>
        <w:tab/>
        <w:t>2.025e0</w:t>
      </w:r>
    </w:p>
    <w:p w:rsidR="00E00D30" w:rsidRDefault="00E00D30" w:rsidP="00E00D30">
      <w:r>
        <w:t>400.9115</w:t>
      </w:r>
      <w:r>
        <w:tab/>
        <w:t>1.013e0</w:t>
      </w:r>
    </w:p>
    <w:p w:rsidR="00E00D30" w:rsidRDefault="00E00D30" w:rsidP="00E00D30">
      <w:r>
        <w:lastRenderedPageBreak/>
        <w:t>400.9197</w:t>
      </w:r>
      <w:r>
        <w:tab/>
        <w:t>1.013e0</w:t>
      </w:r>
    </w:p>
    <w:p w:rsidR="00E00D30" w:rsidRDefault="00E00D30" w:rsidP="00E00D30">
      <w:r>
        <w:t>400.9323</w:t>
      </w:r>
      <w:r>
        <w:tab/>
        <w:t>1.013e0</w:t>
      </w:r>
    </w:p>
    <w:p w:rsidR="00E00D30" w:rsidRDefault="00E00D30" w:rsidP="00E00D30">
      <w:r>
        <w:t>400.9417</w:t>
      </w:r>
      <w:r>
        <w:tab/>
        <w:t>1.013e0</w:t>
      </w:r>
    </w:p>
    <w:p w:rsidR="00E00D30" w:rsidRDefault="00E00D30" w:rsidP="00E00D30">
      <w:r>
        <w:t>400.9536</w:t>
      </w:r>
      <w:r>
        <w:tab/>
        <w:t>2.025e0</w:t>
      </w:r>
    </w:p>
    <w:p w:rsidR="00E00D30" w:rsidRDefault="00E00D30" w:rsidP="00E00D30">
      <w:r>
        <w:t>400.9747</w:t>
      </w:r>
      <w:r>
        <w:tab/>
        <w:t>1.013e0</w:t>
      </w:r>
    </w:p>
    <w:p w:rsidR="00E00D30" w:rsidRDefault="00E00D30" w:rsidP="00E00D30">
      <w:r>
        <w:t>400.9786</w:t>
      </w:r>
      <w:r>
        <w:tab/>
        <w:t>1.013e0</w:t>
      </w:r>
    </w:p>
    <w:p w:rsidR="00E00D30" w:rsidRDefault="00E00D30" w:rsidP="00E00D30">
      <w:r>
        <w:t>401.0013</w:t>
      </w:r>
      <w:r>
        <w:tab/>
        <w:t>2.025e0</w:t>
      </w:r>
    </w:p>
    <w:p w:rsidR="00E00D30" w:rsidRDefault="00E00D30" w:rsidP="00E00D30">
      <w:r>
        <w:t>401.0118</w:t>
      </w:r>
      <w:r>
        <w:tab/>
        <w:t>1.013e0</w:t>
      </w:r>
    </w:p>
    <w:p w:rsidR="00E00D30" w:rsidRDefault="00E00D30" w:rsidP="00E00D30">
      <w:r>
        <w:t>401.0154</w:t>
      </w:r>
      <w:r>
        <w:tab/>
        <w:t>2.025e0</w:t>
      </w:r>
    </w:p>
    <w:p w:rsidR="00E00D30" w:rsidRDefault="00E00D30" w:rsidP="00E00D30">
      <w:r>
        <w:t>401.0320</w:t>
      </w:r>
      <w:r>
        <w:tab/>
        <w:t>3.038e0</w:t>
      </w:r>
    </w:p>
    <w:p w:rsidR="00E00D30" w:rsidRDefault="00E00D30" w:rsidP="00E00D30">
      <w:r>
        <w:t>401.0336</w:t>
      </w:r>
      <w:r>
        <w:tab/>
        <w:t>2.025e0</w:t>
      </w:r>
    </w:p>
    <w:p w:rsidR="00E00D30" w:rsidRDefault="00E00D30" w:rsidP="00E00D30">
      <w:r>
        <w:t>401.0475</w:t>
      </w:r>
      <w:r>
        <w:tab/>
        <w:t>1.013e0</w:t>
      </w:r>
    </w:p>
    <w:p w:rsidR="00E00D30" w:rsidRDefault="00E00D30" w:rsidP="00E00D30">
      <w:r>
        <w:t>401.0544</w:t>
      </w:r>
      <w:r>
        <w:tab/>
        <w:t>1.013e0</w:t>
      </w:r>
    </w:p>
    <w:p w:rsidR="00E00D30" w:rsidRDefault="00E00D30" w:rsidP="00E00D30">
      <w:r>
        <w:t>401.0813</w:t>
      </w:r>
      <w:r>
        <w:tab/>
        <w:t>1.013e0</w:t>
      </w:r>
    </w:p>
    <w:p w:rsidR="00E00D30" w:rsidRDefault="00E00D30" w:rsidP="00E00D30">
      <w:r>
        <w:t>401.0854</w:t>
      </w:r>
      <w:r>
        <w:tab/>
        <w:t>1.013e0</w:t>
      </w:r>
    </w:p>
    <w:p w:rsidR="00E00D30" w:rsidRDefault="00E00D30" w:rsidP="00E00D30">
      <w:r>
        <w:t>401.0905</w:t>
      </w:r>
      <w:r>
        <w:tab/>
        <w:t>1.013e0</w:t>
      </w:r>
    </w:p>
    <w:p w:rsidR="00E00D30" w:rsidRDefault="00E00D30" w:rsidP="00E00D30">
      <w:r>
        <w:t>401.1033</w:t>
      </w:r>
      <w:r>
        <w:tab/>
        <w:t>1.013e0</w:t>
      </w:r>
    </w:p>
    <w:p w:rsidR="00E00D30" w:rsidRDefault="00E00D30" w:rsidP="00E00D30">
      <w:r>
        <w:t>401.1067</w:t>
      </w:r>
      <w:r>
        <w:tab/>
        <w:t>1.013e0</w:t>
      </w:r>
    </w:p>
    <w:p w:rsidR="00E00D30" w:rsidRDefault="00E00D30" w:rsidP="00E00D30">
      <w:r>
        <w:t>401.1182</w:t>
      </w:r>
      <w:r>
        <w:tab/>
        <w:t>1.013e0</w:t>
      </w:r>
    </w:p>
    <w:p w:rsidR="00E00D30" w:rsidRDefault="00E00D30" w:rsidP="00E00D30">
      <w:r>
        <w:lastRenderedPageBreak/>
        <w:t>401.1306</w:t>
      </w:r>
      <w:r>
        <w:tab/>
        <w:t>2.025e0</w:t>
      </w:r>
    </w:p>
    <w:p w:rsidR="00E00D30" w:rsidRDefault="00E00D30" w:rsidP="00E00D30">
      <w:r>
        <w:t>401.1350</w:t>
      </w:r>
      <w:r>
        <w:tab/>
        <w:t>3.038e0</w:t>
      </w:r>
    </w:p>
    <w:p w:rsidR="00E00D30" w:rsidRDefault="00E00D30" w:rsidP="00E00D30">
      <w:r>
        <w:t>401.1454</w:t>
      </w:r>
      <w:r>
        <w:tab/>
        <w:t>2.025e0</w:t>
      </w:r>
    </w:p>
    <w:p w:rsidR="00E00D30" w:rsidRDefault="00E00D30" w:rsidP="00E00D30">
      <w:r>
        <w:t>401.1609</w:t>
      </w:r>
      <w:r>
        <w:tab/>
        <w:t>1.013e0</w:t>
      </w:r>
    </w:p>
    <w:p w:rsidR="00E00D30" w:rsidRDefault="00E00D30" w:rsidP="00E00D30">
      <w:r>
        <w:t>401.1881</w:t>
      </w:r>
      <w:r>
        <w:tab/>
        <w:t>1.013e0</w:t>
      </w:r>
    </w:p>
    <w:p w:rsidR="00E00D30" w:rsidRDefault="00E00D30" w:rsidP="00E00D30">
      <w:r>
        <w:t>401.1917</w:t>
      </w:r>
      <w:r>
        <w:tab/>
        <w:t>1.013e0</w:t>
      </w:r>
    </w:p>
    <w:p w:rsidR="00E00D30" w:rsidRDefault="00E00D30" w:rsidP="00E00D30">
      <w:r>
        <w:t>401.1940</w:t>
      </w:r>
      <w:r>
        <w:tab/>
        <w:t>4.051e0</w:t>
      </w:r>
    </w:p>
    <w:p w:rsidR="00E00D30" w:rsidRDefault="00E00D30" w:rsidP="00E00D30">
      <w:r>
        <w:t>401.2080</w:t>
      </w:r>
      <w:r>
        <w:tab/>
        <w:t>3.038e0</w:t>
      </w:r>
    </w:p>
    <w:p w:rsidR="00E00D30" w:rsidRDefault="00E00D30" w:rsidP="00E00D30">
      <w:r>
        <w:t>401.2305</w:t>
      </w:r>
      <w:r>
        <w:tab/>
        <w:t>1.013e0</w:t>
      </w:r>
    </w:p>
    <w:p w:rsidR="00E00D30" w:rsidRDefault="00E00D30" w:rsidP="00E00D30">
      <w:r>
        <w:t>401.2410</w:t>
      </w:r>
      <w:r>
        <w:tab/>
        <w:t>2.025e0</w:t>
      </w:r>
    </w:p>
    <w:p w:rsidR="00E00D30" w:rsidRDefault="00E00D30" w:rsidP="00E00D30">
      <w:r>
        <w:t>401.2501</w:t>
      </w:r>
      <w:r>
        <w:tab/>
        <w:t>2.025e0</w:t>
      </w:r>
    </w:p>
    <w:p w:rsidR="00E00D30" w:rsidRDefault="00E00D30" w:rsidP="00E00D30">
      <w:r>
        <w:t>401.2556</w:t>
      </w:r>
      <w:r>
        <w:tab/>
        <w:t>1.013e0</w:t>
      </w:r>
    </w:p>
    <w:p w:rsidR="00E00D30" w:rsidRDefault="00E00D30" w:rsidP="00E00D30">
      <w:r>
        <w:t>401.2630</w:t>
      </w:r>
      <w:r>
        <w:tab/>
        <w:t>3.038e0</w:t>
      </w:r>
    </w:p>
    <w:p w:rsidR="00E00D30" w:rsidRDefault="00E00D30" w:rsidP="00E00D30">
      <w:r>
        <w:t>401.2815</w:t>
      </w:r>
      <w:r>
        <w:tab/>
        <w:t>1.013e0</w:t>
      </w:r>
    </w:p>
    <w:p w:rsidR="00E00D30" w:rsidRDefault="00E00D30" w:rsidP="00E00D30">
      <w:r>
        <w:t>401.2947</w:t>
      </w:r>
      <w:r>
        <w:tab/>
        <w:t>1.013e0</w:t>
      </w:r>
    </w:p>
    <w:p w:rsidR="00E00D30" w:rsidRDefault="00E00D30" w:rsidP="00E00D30">
      <w:r>
        <w:t>401.2982</w:t>
      </w:r>
      <w:r>
        <w:tab/>
        <w:t>1.013e0</w:t>
      </w:r>
    </w:p>
    <w:p w:rsidR="00E00D30" w:rsidRDefault="00E00D30" w:rsidP="00E00D30">
      <w:r>
        <w:t>401.3058</w:t>
      </w:r>
      <w:r>
        <w:tab/>
        <w:t>2.025e0</w:t>
      </w:r>
    </w:p>
    <w:p w:rsidR="00E00D30" w:rsidRDefault="00E00D30" w:rsidP="00E00D30">
      <w:r>
        <w:t>401.3238</w:t>
      </w:r>
      <w:r>
        <w:tab/>
        <w:t>1.013e0</w:t>
      </w:r>
    </w:p>
    <w:p w:rsidR="00E00D30" w:rsidRDefault="00E00D30" w:rsidP="00E00D30">
      <w:r>
        <w:t>401.3373</w:t>
      </w:r>
      <w:r>
        <w:tab/>
        <w:t>1.013e0</w:t>
      </w:r>
    </w:p>
    <w:p w:rsidR="00E00D30" w:rsidRDefault="00E00D30" w:rsidP="00E00D30">
      <w:r>
        <w:lastRenderedPageBreak/>
        <w:t>401.3611</w:t>
      </w:r>
      <w:r>
        <w:tab/>
        <w:t>3.038e0</w:t>
      </w:r>
    </w:p>
    <w:p w:rsidR="00E00D30" w:rsidRDefault="00E00D30" w:rsidP="00E00D30">
      <w:r>
        <w:t>401.3624</w:t>
      </w:r>
      <w:r>
        <w:tab/>
        <w:t>1.013e0</w:t>
      </w:r>
    </w:p>
    <w:p w:rsidR="00E00D30" w:rsidRDefault="00E00D30" w:rsidP="00E00D30">
      <w:r>
        <w:t>401.3707</w:t>
      </w:r>
      <w:r>
        <w:tab/>
        <w:t>5.063e0</w:t>
      </w:r>
    </w:p>
    <w:p w:rsidR="00E00D30" w:rsidRDefault="00E00D30" w:rsidP="00E00D30">
      <w:r>
        <w:t>401.3768</w:t>
      </w:r>
      <w:r>
        <w:tab/>
        <w:t>7.188e0</w:t>
      </w:r>
    </w:p>
    <w:p w:rsidR="00E00D30" w:rsidRDefault="00E00D30" w:rsidP="00E00D30">
      <w:r>
        <w:t>401.3804</w:t>
      </w:r>
      <w:r>
        <w:tab/>
        <w:t>3.038e0</w:t>
      </w:r>
    </w:p>
    <w:p w:rsidR="00E00D30" w:rsidRDefault="00E00D30" w:rsidP="00E00D30">
      <w:r>
        <w:t>401.3969</w:t>
      </w:r>
      <w:r>
        <w:tab/>
        <w:t>3.038e0</w:t>
      </w:r>
    </w:p>
    <w:p w:rsidR="00E00D30" w:rsidRDefault="00E00D30" w:rsidP="00E00D30">
      <w:r>
        <w:t>401.3992</w:t>
      </w:r>
      <w:r>
        <w:tab/>
        <w:t>2.025e0</w:t>
      </w:r>
    </w:p>
    <w:p w:rsidR="00E00D30" w:rsidRDefault="00E00D30" w:rsidP="00E00D30">
      <w:r>
        <w:t>401.4011</w:t>
      </w:r>
      <w:r>
        <w:tab/>
        <w:t>1.013e0</w:t>
      </w:r>
    </w:p>
    <w:p w:rsidR="00E00D30" w:rsidRDefault="00E00D30" w:rsidP="00E00D30">
      <w:r>
        <w:t>401.4091</w:t>
      </w:r>
      <w:r>
        <w:tab/>
        <w:t>1.013e0</w:t>
      </w:r>
    </w:p>
    <w:p w:rsidR="00E00D30" w:rsidRDefault="00E00D30" w:rsidP="00E00D30">
      <w:r>
        <w:t>401.4303</w:t>
      </w:r>
      <w:r>
        <w:tab/>
        <w:t>2.025e0</w:t>
      </w:r>
    </w:p>
    <w:p w:rsidR="00E00D30" w:rsidRDefault="00E00D30" w:rsidP="00E00D30">
      <w:r>
        <w:t>401.4522</w:t>
      </w:r>
      <w:r>
        <w:tab/>
        <w:t>1.013e0</w:t>
      </w:r>
    </w:p>
    <w:p w:rsidR="00E00D30" w:rsidRDefault="00E00D30" w:rsidP="00E00D30">
      <w:r>
        <w:t>401.4940</w:t>
      </w:r>
      <w:r>
        <w:tab/>
        <w:t>1.013e0</w:t>
      </w:r>
    </w:p>
    <w:p w:rsidR="00E00D30" w:rsidRDefault="00E00D30" w:rsidP="00E00D30">
      <w:r>
        <w:t>401.5327</w:t>
      </w:r>
      <w:r>
        <w:tab/>
        <w:t>1.013e0</w:t>
      </w:r>
    </w:p>
    <w:p w:rsidR="00E00D30" w:rsidRDefault="00E00D30" w:rsidP="00E00D30">
      <w:r>
        <w:t>401.5589</w:t>
      </w:r>
      <w:r>
        <w:tab/>
        <w:t>2.025e0</w:t>
      </w:r>
    </w:p>
    <w:p w:rsidR="00E00D30" w:rsidRDefault="00E00D30" w:rsidP="00E00D30">
      <w:r>
        <w:t>401.5754</w:t>
      </w:r>
      <w:r>
        <w:tab/>
        <w:t>2.025e0</w:t>
      </w:r>
    </w:p>
    <w:p w:rsidR="00E00D30" w:rsidRDefault="00E00D30" w:rsidP="00E00D30">
      <w:r>
        <w:t>401.5865</w:t>
      </w:r>
      <w:r>
        <w:tab/>
        <w:t>1.013e0</w:t>
      </w:r>
    </w:p>
    <w:p w:rsidR="00E00D30" w:rsidRDefault="00E00D30" w:rsidP="00E00D30">
      <w:r>
        <w:t>401.6395</w:t>
      </w:r>
      <w:r>
        <w:tab/>
        <w:t>1.013e0</w:t>
      </w:r>
    </w:p>
    <w:p w:rsidR="00E00D30" w:rsidRDefault="00E00D30" w:rsidP="00E00D30">
      <w:r>
        <w:t>401.6651</w:t>
      </w:r>
      <w:r>
        <w:tab/>
        <w:t>1.013e0</w:t>
      </w:r>
    </w:p>
    <w:p w:rsidR="00E00D30" w:rsidRDefault="00E00D30" w:rsidP="00E00D30">
      <w:r>
        <w:t>401.6927</w:t>
      </w:r>
      <w:r>
        <w:tab/>
        <w:t>2.025e0</w:t>
      </w:r>
    </w:p>
    <w:p w:rsidR="00E00D30" w:rsidRDefault="00E00D30" w:rsidP="00E00D30">
      <w:r>
        <w:lastRenderedPageBreak/>
        <w:t>401.7096</w:t>
      </w:r>
      <w:r>
        <w:tab/>
        <w:t>2.025e0</w:t>
      </w:r>
    </w:p>
    <w:p w:rsidR="00E00D30" w:rsidRDefault="00E00D30" w:rsidP="00E00D30">
      <w:r>
        <w:t>401.7323</w:t>
      </w:r>
      <w:r>
        <w:tab/>
        <w:t>2.025e0</w:t>
      </w:r>
    </w:p>
    <w:p w:rsidR="00E00D30" w:rsidRDefault="00E00D30" w:rsidP="00E00D30">
      <w:r>
        <w:t>401.7674</w:t>
      </w:r>
      <w:r>
        <w:tab/>
        <w:t>1.013e0</w:t>
      </w:r>
    </w:p>
    <w:p w:rsidR="00E00D30" w:rsidRDefault="00E00D30" w:rsidP="00E00D30">
      <w:r>
        <w:t>401.8064</w:t>
      </w:r>
      <w:r>
        <w:tab/>
        <w:t>1.013e0</w:t>
      </w:r>
    </w:p>
    <w:p w:rsidR="00E00D30" w:rsidRDefault="00E00D30" w:rsidP="00E00D30">
      <w:r>
        <w:t>401.8136</w:t>
      </w:r>
      <w:r>
        <w:tab/>
        <w:t>1.013e0</w:t>
      </w:r>
    </w:p>
    <w:p w:rsidR="00E00D30" w:rsidRDefault="00E00D30" w:rsidP="00E00D30">
      <w:r>
        <w:t>401.8318</w:t>
      </w:r>
      <w:r>
        <w:tab/>
        <w:t>1.013e0</w:t>
      </w:r>
    </w:p>
    <w:p w:rsidR="00E00D30" w:rsidRDefault="00E00D30" w:rsidP="00E00D30">
      <w:r>
        <w:t>401.8347</w:t>
      </w:r>
      <w:r>
        <w:tab/>
        <w:t>1.013e0</w:t>
      </w:r>
    </w:p>
    <w:p w:rsidR="00E00D30" w:rsidRDefault="00E00D30" w:rsidP="00E00D30">
      <w:r>
        <w:t>401.8491</w:t>
      </w:r>
      <w:r>
        <w:tab/>
        <w:t>1.013e0</w:t>
      </w:r>
    </w:p>
    <w:p w:rsidR="00E00D30" w:rsidRDefault="00E00D30" w:rsidP="00E00D30">
      <w:r>
        <w:t>401.8562</w:t>
      </w:r>
      <w:r>
        <w:tab/>
        <w:t>1.013e0</w:t>
      </w:r>
    </w:p>
    <w:p w:rsidR="00E00D30" w:rsidRDefault="00E00D30" w:rsidP="00E00D30">
      <w:r>
        <w:t>401.8740</w:t>
      </w:r>
      <w:r>
        <w:tab/>
        <w:t>1.013e0</w:t>
      </w:r>
    </w:p>
    <w:p w:rsidR="00E00D30" w:rsidRDefault="00E00D30" w:rsidP="00E00D30">
      <w:r>
        <w:t>401.9128</w:t>
      </w:r>
      <w:r>
        <w:tab/>
        <w:t>2.025e0</w:t>
      </w:r>
    </w:p>
    <w:p w:rsidR="00E00D30" w:rsidRDefault="00E00D30" w:rsidP="00E00D30">
      <w:r>
        <w:t>401.9384</w:t>
      </w:r>
      <w:r>
        <w:tab/>
        <w:t>1.013e0</w:t>
      </w:r>
    </w:p>
    <w:p w:rsidR="00E00D30" w:rsidRDefault="00E00D30" w:rsidP="00E00D30">
      <w:r>
        <w:t>401.9415</w:t>
      </w:r>
      <w:r>
        <w:tab/>
        <w:t>2.025e0</w:t>
      </w:r>
    </w:p>
    <w:p w:rsidR="00E00D30" w:rsidRDefault="00E00D30" w:rsidP="00E00D30">
      <w:r>
        <w:t>401.9468</w:t>
      </w:r>
      <w:r>
        <w:tab/>
        <w:t>2.025e0</w:t>
      </w:r>
    </w:p>
    <w:p w:rsidR="00E00D30" w:rsidRDefault="00E00D30" w:rsidP="00E00D30">
      <w:r>
        <w:t>401.9626</w:t>
      </w:r>
      <w:r>
        <w:tab/>
        <w:t>2.025e0</w:t>
      </w:r>
    </w:p>
    <w:p w:rsidR="00E00D30" w:rsidRDefault="00E00D30" w:rsidP="00E00D30">
      <w:r>
        <w:t>401.9696</w:t>
      </w:r>
      <w:r>
        <w:tab/>
        <w:t>1.013e0</w:t>
      </w:r>
    </w:p>
    <w:p w:rsidR="00E00D30" w:rsidRDefault="00E00D30" w:rsidP="00E00D30">
      <w:r>
        <w:t>402.0337</w:t>
      </w:r>
      <w:r>
        <w:tab/>
        <w:t>2.025e0</w:t>
      </w:r>
    </w:p>
    <w:p w:rsidR="00E00D30" w:rsidRDefault="00E00D30" w:rsidP="00E00D30">
      <w:r>
        <w:t>402.0549</w:t>
      </w:r>
      <w:r>
        <w:tab/>
        <w:t>1.013e0</w:t>
      </w:r>
    </w:p>
    <w:p w:rsidR="00E00D30" w:rsidRDefault="00E00D30" w:rsidP="00E00D30">
      <w:r>
        <w:t>402.0656</w:t>
      </w:r>
      <w:r>
        <w:tab/>
        <w:t>1.013e0</w:t>
      </w:r>
    </w:p>
    <w:p w:rsidR="00E00D30" w:rsidRDefault="00E00D30" w:rsidP="00E00D30">
      <w:r>
        <w:lastRenderedPageBreak/>
        <w:t>402.0871</w:t>
      </w:r>
      <w:r>
        <w:tab/>
        <w:t>1.013e0</w:t>
      </w:r>
    </w:p>
    <w:p w:rsidR="00E00D30" w:rsidRDefault="00E00D30" w:rsidP="00E00D30">
      <w:r>
        <w:t>402.1048</w:t>
      </w:r>
      <w:r>
        <w:tab/>
        <w:t>1.013e0</w:t>
      </w:r>
    </w:p>
    <w:p w:rsidR="00E00D30" w:rsidRDefault="00E00D30" w:rsidP="00E00D30">
      <w:r>
        <w:t>402.1085</w:t>
      </w:r>
      <w:r>
        <w:tab/>
        <w:t>1.013e0</w:t>
      </w:r>
    </w:p>
    <w:p w:rsidR="00E00D30" w:rsidRDefault="00E00D30" w:rsidP="00E00D30">
      <w:r>
        <w:t>402.1195</w:t>
      </w:r>
      <w:r>
        <w:tab/>
        <w:t>1.013e0</w:t>
      </w:r>
    </w:p>
    <w:p w:rsidR="00E00D30" w:rsidRDefault="00E00D30" w:rsidP="00E00D30">
      <w:r>
        <w:t>402.1334</w:t>
      </w:r>
      <w:r>
        <w:tab/>
        <w:t>2.025e0</w:t>
      </w:r>
    </w:p>
    <w:p w:rsidR="00E00D30" w:rsidRDefault="00E00D30" w:rsidP="00E00D30">
      <w:r>
        <w:t>402.1579</w:t>
      </w:r>
      <w:r>
        <w:tab/>
        <w:t>2.025e0</w:t>
      </w:r>
    </w:p>
    <w:p w:rsidR="00E00D30" w:rsidRDefault="00E00D30" w:rsidP="00E00D30">
      <w:r>
        <w:t>402.1765</w:t>
      </w:r>
      <w:r>
        <w:tab/>
        <w:t>1.013e0</w:t>
      </w:r>
    </w:p>
    <w:p w:rsidR="00E00D30" w:rsidRDefault="00E00D30" w:rsidP="00E00D30">
      <w:r>
        <w:t>402.1813</w:t>
      </w:r>
      <w:r>
        <w:tab/>
        <w:t>2.025e0</w:t>
      </w:r>
    </w:p>
    <w:p w:rsidR="00E00D30" w:rsidRDefault="00E00D30" w:rsidP="00E00D30">
      <w:r>
        <w:t>402.1942</w:t>
      </w:r>
      <w:r>
        <w:tab/>
        <w:t>2.025e0</w:t>
      </w:r>
    </w:p>
    <w:p w:rsidR="00E00D30" w:rsidRDefault="00E00D30" w:rsidP="00E00D30">
      <w:r>
        <w:t>402.2325</w:t>
      </w:r>
      <w:r>
        <w:tab/>
        <w:t>1.013e0</w:t>
      </w:r>
    </w:p>
    <w:p w:rsidR="00E00D30" w:rsidRDefault="00E00D30" w:rsidP="00E00D30">
      <w:r>
        <w:t>402.2346</w:t>
      </w:r>
      <w:r>
        <w:tab/>
        <w:t>2.025e0</w:t>
      </w:r>
    </w:p>
    <w:p w:rsidR="00E00D30" w:rsidRDefault="00E00D30" w:rsidP="00E00D30">
      <w:r>
        <w:t>402.2440</w:t>
      </w:r>
      <w:r>
        <w:tab/>
        <w:t>2.025e0</w:t>
      </w:r>
    </w:p>
    <w:p w:rsidR="00E00D30" w:rsidRDefault="00E00D30" w:rsidP="00E00D30">
      <w:r>
        <w:t>402.2516</w:t>
      </w:r>
      <w:r>
        <w:tab/>
        <w:t>2.025e0</w:t>
      </w:r>
    </w:p>
    <w:p w:rsidR="00E00D30" w:rsidRDefault="00E00D30" w:rsidP="00E00D30">
      <w:r>
        <w:t>402.2683</w:t>
      </w:r>
      <w:r>
        <w:tab/>
        <w:t>1.013e0</w:t>
      </w:r>
    </w:p>
    <w:p w:rsidR="00E00D30" w:rsidRDefault="00E00D30" w:rsidP="00E00D30">
      <w:r>
        <w:t>402.2809</w:t>
      </w:r>
      <w:r>
        <w:tab/>
        <w:t>2.025e0</w:t>
      </w:r>
    </w:p>
    <w:p w:rsidR="00E00D30" w:rsidRDefault="00E00D30" w:rsidP="00E00D30">
      <w:r>
        <w:t>402.2896</w:t>
      </w:r>
      <w:r>
        <w:tab/>
        <w:t>2.025e0</w:t>
      </w:r>
    </w:p>
    <w:p w:rsidR="00E00D30" w:rsidRDefault="00E00D30" w:rsidP="00E00D30">
      <w:r>
        <w:t>402.2972</w:t>
      </w:r>
      <w:r>
        <w:tab/>
        <w:t>1.013e0</w:t>
      </w:r>
    </w:p>
    <w:p w:rsidR="00E00D30" w:rsidRDefault="00E00D30" w:rsidP="00E00D30">
      <w:r>
        <w:t>402.3001</w:t>
      </w:r>
      <w:r>
        <w:tab/>
        <w:t>3.038e0</w:t>
      </w:r>
    </w:p>
    <w:p w:rsidR="00E00D30" w:rsidRDefault="00E00D30" w:rsidP="00E00D30">
      <w:r>
        <w:t>402.3178</w:t>
      </w:r>
      <w:r>
        <w:tab/>
        <w:t>1.013e0</w:t>
      </w:r>
    </w:p>
    <w:p w:rsidR="00E00D30" w:rsidRDefault="00E00D30" w:rsidP="00E00D30">
      <w:r>
        <w:lastRenderedPageBreak/>
        <w:t>402.3538</w:t>
      </w:r>
      <w:r>
        <w:tab/>
        <w:t>2.025e0</w:t>
      </w:r>
    </w:p>
    <w:p w:rsidR="00E00D30" w:rsidRDefault="00E00D30" w:rsidP="00E00D30">
      <w:r>
        <w:t>402.3640</w:t>
      </w:r>
      <w:r>
        <w:tab/>
        <w:t>2.025e0</w:t>
      </w:r>
    </w:p>
    <w:p w:rsidR="00E00D30" w:rsidRDefault="00E00D30" w:rsidP="00E00D30">
      <w:r>
        <w:t>402.3747</w:t>
      </w:r>
      <w:r>
        <w:tab/>
        <w:t>1.013e0</w:t>
      </w:r>
    </w:p>
    <w:p w:rsidR="00E00D30" w:rsidRDefault="00E00D30" w:rsidP="00E00D30">
      <w:r>
        <w:t>402.3820</w:t>
      </w:r>
      <w:r>
        <w:tab/>
        <w:t>1.013e0</w:t>
      </w:r>
    </w:p>
    <w:p w:rsidR="00E00D30" w:rsidRDefault="00E00D30" w:rsidP="00E00D30">
      <w:r>
        <w:t>402.4033</w:t>
      </w:r>
      <w:r>
        <w:tab/>
        <w:t>1.013e0</w:t>
      </w:r>
    </w:p>
    <w:p w:rsidR="00E00D30" w:rsidRDefault="00E00D30" w:rsidP="00E00D30">
      <w:r>
        <w:t>402.4153</w:t>
      </w:r>
      <w:r>
        <w:tab/>
        <w:t>2.025e0</w:t>
      </w:r>
    </w:p>
    <w:p w:rsidR="00E00D30" w:rsidRDefault="00E00D30" w:rsidP="00E00D30">
      <w:r>
        <w:t>402.4244</w:t>
      </w:r>
      <w:r>
        <w:tab/>
        <w:t>1.013e0</w:t>
      </w:r>
    </w:p>
    <w:p w:rsidR="00E00D30" w:rsidRDefault="00E00D30" w:rsidP="00E00D30">
      <w:r>
        <w:t>402.4602</w:t>
      </w:r>
      <w:r>
        <w:tab/>
        <w:t>1.013e0</w:t>
      </w:r>
    </w:p>
    <w:p w:rsidR="00E00D30" w:rsidRDefault="00E00D30" w:rsidP="00E00D30">
      <w:r>
        <w:t>402.4673</w:t>
      </w:r>
      <w:r>
        <w:tab/>
        <w:t>1.013e0</w:t>
      </w:r>
    </w:p>
    <w:p w:rsidR="00E00D30" w:rsidRDefault="00E00D30" w:rsidP="00E00D30">
      <w:r>
        <w:t>402.5311</w:t>
      </w:r>
      <w:r>
        <w:tab/>
        <w:t>1.013e0</w:t>
      </w:r>
    </w:p>
    <w:p w:rsidR="00E00D30" w:rsidRDefault="00E00D30" w:rsidP="00E00D30">
      <w:r>
        <w:t>402.5527</w:t>
      </w:r>
      <w:r>
        <w:tab/>
        <w:t>1.013e0</w:t>
      </w:r>
    </w:p>
    <w:p w:rsidR="00E00D30" w:rsidRDefault="00E00D30" w:rsidP="00E00D30">
      <w:r>
        <w:t>402.5669</w:t>
      </w:r>
      <w:r>
        <w:tab/>
        <w:t>1.013e0</w:t>
      </w:r>
    </w:p>
    <w:p w:rsidR="00E00D30" w:rsidRDefault="00E00D30" w:rsidP="00E00D30">
      <w:r>
        <w:t>402.5773</w:t>
      </w:r>
      <w:r>
        <w:tab/>
        <w:t>1.013e0</w:t>
      </w:r>
    </w:p>
    <w:p w:rsidR="00E00D30" w:rsidRDefault="00E00D30" w:rsidP="00E00D30">
      <w:r>
        <w:t>402.6096</w:t>
      </w:r>
      <w:r>
        <w:tab/>
        <w:t>1.013e0</w:t>
      </w:r>
    </w:p>
    <w:p w:rsidR="00E00D30" w:rsidRDefault="00E00D30" w:rsidP="00E00D30">
      <w:r>
        <w:t>402.6238</w:t>
      </w:r>
      <w:r>
        <w:tab/>
        <w:t>1.013e0</w:t>
      </w:r>
    </w:p>
    <w:p w:rsidR="00E00D30" w:rsidRDefault="00E00D30" w:rsidP="00E00D30">
      <w:r>
        <w:t>402.6456</w:t>
      </w:r>
      <w:r>
        <w:tab/>
        <w:t>1.013e0</w:t>
      </w:r>
    </w:p>
    <w:p w:rsidR="00E00D30" w:rsidRDefault="00E00D30" w:rsidP="00E00D30">
      <w:r>
        <w:t>402.6663</w:t>
      </w:r>
      <w:r>
        <w:tab/>
        <w:t>1.013e0</w:t>
      </w:r>
    </w:p>
    <w:p w:rsidR="00E00D30" w:rsidRDefault="00E00D30" w:rsidP="00E00D30">
      <w:r>
        <w:t>402.6949</w:t>
      </w:r>
      <w:r>
        <w:tab/>
        <w:t>1.013e0</w:t>
      </w:r>
    </w:p>
    <w:p w:rsidR="00E00D30" w:rsidRDefault="00E00D30" w:rsidP="00E00D30">
      <w:r>
        <w:t>402.7160</w:t>
      </w:r>
      <w:r>
        <w:tab/>
        <w:t>1.013e0</w:t>
      </w:r>
    </w:p>
    <w:p w:rsidR="00E00D30" w:rsidRDefault="00E00D30" w:rsidP="00E00D30">
      <w:r>
        <w:lastRenderedPageBreak/>
        <w:t>402.7443</w:t>
      </w:r>
      <w:r>
        <w:tab/>
        <w:t>1.013e0</w:t>
      </w:r>
    </w:p>
    <w:p w:rsidR="00E00D30" w:rsidRDefault="00E00D30" w:rsidP="00E00D30">
      <w:r>
        <w:t>402.7732</w:t>
      </w:r>
      <w:r>
        <w:tab/>
        <w:t>1.013e0</w:t>
      </w:r>
    </w:p>
    <w:p w:rsidR="00E00D30" w:rsidRDefault="00E00D30" w:rsidP="00E00D30">
      <w:r>
        <w:t>402.7808</w:t>
      </w:r>
      <w:r>
        <w:tab/>
        <w:t>1.013e0</w:t>
      </w:r>
    </w:p>
    <w:p w:rsidR="00E00D30" w:rsidRDefault="00E00D30" w:rsidP="00E00D30">
      <w:r>
        <w:t>402.8014</w:t>
      </w:r>
      <w:r>
        <w:tab/>
        <w:t>1.013e0</w:t>
      </w:r>
    </w:p>
    <w:p w:rsidR="00E00D30" w:rsidRDefault="00E00D30" w:rsidP="00E00D30">
      <w:r>
        <w:t>402.8085</w:t>
      </w:r>
      <w:r>
        <w:tab/>
        <w:t>1.013e0</w:t>
      </w:r>
    </w:p>
    <w:p w:rsidR="00E00D30" w:rsidRDefault="00E00D30" w:rsidP="00E00D30">
      <w:r>
        <w:t>402.8121</w:t>
      </w:r>
      <w:r>
        <w:tab/>
        <w:t>1.013e0</w:t>
      </w:r>
    </w:p>
    <w:p w:rsidR="00E00D30" w:rsidRDefault="00E00D30" w:rsidP="00E00D30">
      <w:r>
        <w:t>402.8298</w:t>
      </w:r>
      <w:r>
        <w:tab/>
        <w:t>1.013e0</w:t>
      </w:r>
    </w:p>
    <w:p w:rsidR="00E00D30" w:rsidRDefault="00E00D30" w:rsidP="00E00D30">
      <w:r>
        <w:t>402.8377</w:t>
      </w:r>
      <w:r>
        <w:tab/>
        <w:t>1.013e0</w:t>
      </w:r>
    </w:p>
    <w:p w:rsidR="00E00D30" w:rsidRDefault="00E00D30" w:rsidP="00E00D30">
      <w:r>
        <w:t>402.8655</w:t>
      </w:r>
      <w:r>
        <w:tab/>
        <w:t>1.013e0</w:t>
      </w:r>
    </w:p>
    <w:p w:rsidR="00E00D30" w:rsidRDefault="00E00D30" w:rsidP="00E00D30">
      <w:r>
        <w:t>402.8761</w:t>
      </w:r>
      <w:r>
        <w:tab/>
        <w:t>1.013e0</w:t>
      </w:r>
    </w:p>
    <w:p w:rsidR="00E00D30" w:rsidRDefault="00E00D30" w:rsidP="00E00D30">
      <w:r>
        <w:t>402.8890</w:t>
      </w:r>
      <w:r>
        <w:tab/>
        <w:t>2.025e0</w:t>
      </w:r>
    </w:p>
    <w:p w:rsidR="00E00D30" w:rsidRDefault="00E00D30" w:rsidP="00E00D30">
      <w:r>
        <w:t>402.8943</w:t>
      </w:r>
      <w:r>
        <w:tab/>
        <w:t>1.013e0</w:t>
      </w:r>
    </w:p>
    <w:p w:rsidR="00E00D30" w:rsidRDefault="00E00D30" w:rsidP="00E00D30">
      <w:r>
        <w:t>402.8972</w:t>
      </w:r>
      <w:r>
        <w:tab/>
        <w:t>1.013e0</w:t>
      </w:r>
    </w:p>
    <w:p w:rsidR="00E00D30" w:rsidRDefault="00E00D30" w:rsidP="00E00D30">
      <w:r>
        <w:t>402.9362</w:t>
      </w:r>
      <w:r>
        <w:tab/>
        <w:t>2.025e0</w:t>
      </w:r>
    </w:p>
    <w:p w:rsidR="00E00D30" w:rsidRDefault="00E00D30" w:rsidP="00E00D30">
      <w:r>
        <w:t>402.9516</w:t>
      </w:r>
      <w:r>
        <w:tab/>
        <w:t>2.025e0</w:t>
      </w:r>
    </w:p>
    <w:p w:rsidR="00E00D30" w:rsidRDefault="00E00D30" w:rsidP="00E00D30">
      <w:r>
        <w:t>402.9722</w:t>
      </w:r>
      <w:r>
        <w:tab/>
        <w:t>1.013e0</w:t>
      </w:r>
    </w:p>
    <w:p w:rsidR="00E00D30" w:rsidRDefault="00E00D30" w:rsidP="00E00D30">
      <w:r>
        <w:t>402.9938</w:t>
      </w:r>
      <w:r>
        <w:tab/>
        <w:t>1.013e0</w:t>
      </w:r>
    </w:p>
    <w:p w:rsidR="00E00D30" w:rsidRDefault="00E00D30" w:rsidP="00E00D30">
      <w:r>
        <w:t>403.0078</w:t>
      </w:r>
      <w:r>
        <w:tab/>
        <w:t>1.013e0</w:t>
      </w:r>
    </w:p>
    <w:p w:rsidR="00E00D30" w:rsidRDefault="00E00D30" w:rsidP="00E00D30">
      <w:r>
        <w:t>403.0681</w:t>
      </w:r>
      <w:r>
        <w:tab/>
        <w:t>1.013e0</w:t>
      </w:r>
    </w:p>
    <w:p w:rsidR="00E00D30" w:rsidRDefault="00E00D30" w:rsidP="00E00D30">
      <w:r>
        <w:lastRenderedPageBreak/>
        <w:t>403.0790</w:t>
      </w:r>
      <w:r>
        <w:tab/>
        <w:t>1.013e0</w:t>
      </w:r>
    </w:p>
    <w:p w:rsidR="00E00D30" w:rsidRDefault="00E00D30" w:rsidP="00E00D30">
      <w:r>
        <w:t>403.0975</w:t>
      </w:r>
      <w:r>
        <w:tab/>
        <w:t>2.025e0</w:t>
      </w:r>
    </w:p>
    <w:p w:rsidR="00E00D30" w:rsidRDefault="00E00D30" w:rsidP="00E00D30">
      <w:r>
        <w:t>403.1105</w:t>
      </w:r>
      <w:r>
        <w:tab/>
        <w:t>1.013e0</w:t>
      </w:r>
    </w:p>
    <w:p w:rsidR="00E00D30" w:rsidRDefault="00E00D30" w:rsidP="00E00D30">
      <w:r>
        <w:t>403.1149</w:t>
      </w:r>
      <w:r>
        <w:tab/>
        <w:t>1.013e0</w:t>
      </w:r>
    </w:p>
    <w:p w:rsidR="00E00D30" w:rsidRDefault="00E00D30" w:rsidP="00E00D30">
      <w:r>
        <w:t>403.1175</w:t>
      </w:r>
      <w:r>
        <w:tab/>
        <w:t>3.038e0</w:t>
      </w:r>
    </w:p>
    <w:p w:rsidR="00E00D30" w:rsidRDefault="00E00D30" w:rsidP="00E00D30">
      <w:r>
        <w:t>403.1318</w:t>
      </w:r>
      <w:r>
        <w:tab/>
        <w:t>1.013e0</w:t>
      </w:r>
    </w:p>
    <w:p w:rsidR="00E00D30" w:rsidRDefault="00E00D30" w:rsidP="00E00D30">
      <w:r>
        <w:t>403.1382</w:t>
      </w:r>
      <w:r>
        <w:tab/>
        <w:t>3.038e0</w:t>
      </w:r>
    </w:p>
    <w:p w:rsidR="00E00D30" w:rsidRDefault="00E00D30" w:rsidP="00E00D30">
      <w:r>
        <w:t>403.1645</w:t>
      </w:r>
      <w:r>
        <w:tab/>
        <w:t>1.013e0</w:t>
      </w:r>
    </w:p>
    <w:p w:rsidR="00E00D30" w:rsidRDefault="00E00D30" w:rsidP="00E00D30">
      <w:r>
        <w:t>403.1787</w:t>
      </w:r>
      <w:r>
        <w:tab/>
        <w:t>1.013e0</w:t>
      </w:r>
    </w:p>
    <w:p w:rsidR="00E00D30" w:rsidRDefault="00E00D30" w:rsidP="00E00D30">
      <w:r>
        <w:t>403.2119</w:t>
      </w:r>
      <w:r>
        <w:tab/>
        <w:t>3.038e0</w:t>
      </w:r>
    </w:p>
    <w:p w:rsidR="00E00D30" w:rsidRDefault="00E00D30" w:rsidP="00E00D30">
      <w:r>
        <w:t>403.2178</w:t>
      </w:r>
      <w:r>
        <w:tab/>
        <w:t>3.038e0</w:t>
      </w:r>
    </w:p>
    <w:p w:rsidR="00E00D30" w:rsidRDefault="00E00D30" w:rsidP="00E00D30">
      <w:r>
        <w:t>403.2261</w:t>
      </w:r>
      <w:r>
        <w:tab/>
        <w:t>2.025e0</w:t>
      </w:r>
    </w:p>
    <w:p w:rsidR="00E00D30" w:rsidRDefault="00E00D30" w:rsidP="00E00D30">
      <w:r>
        <w:t>403.2278</w:t>
      </w:r>
      <w:r>
        <w:tab/>
        <w:t>2.025e0</w:t>
      </w:r>
    </w:p>
    <w:p w:rsidR="00E00D30" w:rsidRDefault="00E00D30" w:rsidP="00E00D30">
      <w:r>
        <w:t>403.2426</w:t>
      </w:r>
      <w:r>
        <w:tab/>
        <w:t>6.076e0</w:t>
      </w:r>
    </w:p>
    <w:p w:rsidR="00E00D30" w:rsidRDefault="00E00D30" w:rsidP="00E00D30">
      <w:r>
        <w:t>403.2644</w:t>
      </w:r>
      <w:r>
        <w:tab/>
        <w:t>1.013e0</w:t>
      </w:r>
    </w:p>
    <w:p w:rsidR="00E00D30" w:rsidRDefault="00E00D30" w:rsidP="00E00D30">
      <w:r>
        <w:t>403.2674</w:t>
      </w:r>
      <w:r>
        <w:tab/>
        <w:t>2.025e0</w:t>
      </w:r>
    </w:p>
    <w:p w:rsidR="00E00D30" w:rsidRDefault="00E00D30" w:rsidP="00E00D30">
      <w:r>
        <w:t>403.2989</w:t>
      </w:r>
      <w:r>
        <w:tab/>
        <w:t>1.013e0</w:t>
      </w:r>
    </w:p>
    <w:p w:rsidR="00E00D30" w:rsidRDefault="00E00D30" w:rsidP="00E00D30">
      <w:r>
        <w:t>403.3028</w:t>
      </w:r>
      <w:r>
        <w:tab/>
        <w:t>3.038e0</w:t>
      </w:r>
    </w:p>
    <w:p w:rsidR="00E00D30" w:rsidRDefault="00E00D30" w:rsidP="00E00D30">
      <w:r>
        <w:t>403.3202</w:t>
      </w:r>
      <w:r>
        <w:tab/>
        <w:t>1.013e0</w:t>
      </w:r>
    </w:p>
    <w:p w:rsidR="00E00D30" w:rsidRDefault="00E00D30" w:rsidP="00E00D30">
      <w:r>
        <w:lastRenderedPageBreak/>
        <w:t>403.3415</w:t>
      </w:r>
      <w:r>
        <w:tab/>
        <w:t>1.013e0</w:t>
      </w:r>
    </w:p>
    <w:p w:rsidR="00E00D30" w:rsidRDefault="00E00D30" w:rsidP="00E00D30">
      <w:r>
        <w:t>403.3560</w:t>
      </w:r>
      <w:r>
        <w:tab/>
        <w:t>2.025e0</w:t>
      </w:r>
    </w:p>
    <w:p w:rsidR="00E00D30" w:rsidRDefault="00E00D30" w:rsidP="00E00D30">
      <w:r>
        <w:t>403.3665</w:t>
      </w:r>
      <w:r>
        <w:tab/>
        <w:t>2.025e0</w:t>
      </w:r>
    </w:p>
    <w:p w:rsidR="00E00D30" w:rsidRDefault="00E00D30" w:rsidP="00E00D30">
      <w:r>
        <w:t>403.3925</w:t>
      </w:r>
      <w:r>
        <w:tab/>
        <w:t>1.013e0</w:t>
      </w:r>
    </w:p>
    <w:p w:rsidR="00E00D30" w:rsidRDefault="00E00D30" w:rsidP="00E00D30">
      <w:r>
        <w:t>403.4057</w:t>
      </w:r>
      <w:r>
        <w:tab/>
        <w:t>2.025e0</w:t>
      </w:r>
    </w:p>
    <w:p w:rsidR="00E00D30" w:rsidRDefault="00E00D30" w:rsidP="00E00D30">
      <w:r>
        <w:t>403.4140</w:t>
      </w:r>
      <w:r>
        <w:tab/>
        <w:t>1.013e0</w:t>
      </w:r>
    </w:p>
    <w:p w:rsidR="00E00D30" w:rsidRDefault="00E00D30" w:rsidP="00E00D30">
      <w:r>
        <w:t>403.4354</w:t>
      </w:r>
      <w:r>
        <w:tab/>
        <w:t>1.013e0</w:t>
      </w:r>
    </w:p>
    <w:p w:rsidR="00E00D30" w:rsidRDefault="00E00D30" w:rsidP="00E00D30">
      <w:r>
        <w:t>403.4944</w:t>
      </w:r>
      <w:r>
        <w:tab/>
        <w:t>1.013e0</w:t>
      </w:r>
    </w:p>
    <w:p w:rsidR="00E00D30" w:rsidRDefault="00E00D30" w:rsidP="00E00D30">
      <w:r>
        <w:t>403.5067</w:t>
      </w:r>
      <w:r>
        <w:tab/>
        <w:t>1.013e0</w:t>
      </w:r>
    </w:p>
    <w:p w:rsidR="00E00D30" w:rsidRDefault="00E00D30" w:rsidP="00E00D30">
      <w:r>
        <w:t>403.5553</w:t>
      </w:r>
      <w:r>
        <w:tab/>
        <w:t>1.013e0</w:t>
      </w:r>
    </w:p>
    <w:p w:rsidR="00E00D30" w:rsidRDefault="00E00D30" w:rsidP="00E00D30">
      <w:r>
        <w:t>403.5584</w:t>
      </w:r>
      <w:r>
        <w:tab/>
        <w:t>1.013e0</w:t>
      </w:r>
    </w:p>
    <w:p w:rsidR="00E00D30" w:rsidRDefault="00E00D30" w:rsidP="00E00D30">
      <w:r>
        <w:t>403.6492</w:t>
      </w:r>
      <w:r>
        <w:tab/>
        <w:t>3.038e0</w:t>
      </w:r>
    </w:p>
    <w:p w:rsidR="00E00D30" w:rsidRDefault="00E00D30" w:rsidP="00E00D30">
      <w:r>
        <w:t>403.7132</w:t>
      </w:r>
      <w:r>
        <w:tab/>
        <w:t>1.013e0</w:t>
      </w:r>
    </w:p>
    <w:p w:rsidR="00E00D30" w:rsidRDefault="00E00D30" w:rsidP="00E00D30">
      <w:r>
        <w:t>403.7541</w:t>
      </w:r>
      <w:r>
        <w:tab/>
        <w:t>2.025e0</w:t>
      </w:r>
    </w:p>
    <w:p w:rsidR="00E00D30" w:rsidRDefault="00E00D30" w:rsidP="00E00D30">
      <w:r>
        <w:t>403.7649</w:t>
      </w:r>
      <w:r>
        <w:tab/>
        <w:t>2.025e0</w:t>
      </w:r>
    </w:p>
    <w:p w:rsidR="00E00D30" w:rsidRDefault="00E00D30" w:rsidP="00E00D30">
      <w:r>
        <w:t>403.7776</w:t>
      </w:r>
      <w:r>
        <w:tab/>
        <w:t>2.025e0</w:t>
      </w:r>
    </w:p>
    <w:p w:rsidR="00E00D30" w:rsidRDefault="00E00D30" w:rsidP="00E00D30">
      <w:r>
        <w:t>403.7849</w:t>
      </w:r>
      <w:r>
        <w:tab/>
        <w:t>2.025e0</w:t>
      </w:r>
    </w:p>
    <w:p w:rsidR="00E00D30" w:rsidRDefault="00E00D30" w:rsidP="00E00D30">
      <w:r>
        <w:t>403.8204</w:t>
      </w:r>
      <w:r>
        <w:tab/>
        <w:t>1.013e0</w:t>
      </w:r>
    </w:p>
    <w:p w:rsidR="00E00D30" w:rsidRDefault="00E00D30" w:rsidP="00E00D30">
      <w:r>
        <w:t>403.8326</w:t>
      </w:r>
      <w:r>
        <w:tab/>
        <w:t>1.013e0</w:t>
      </w:r>
    </w:p>
    <w:p w:rsidR="00E00D30" w:rsidRDefault="00E00D30" w:rsidP="00E00D30">
      <w:r>
        <w:lastRenderedPageBreak/>
        <w:t>403.8570</w:t>
      </w:r>
      <w:r>
        <w:tab/>
        <w:t>1.013e0</w:t>
      </w:r>
    </w:p>
    <w:p w:rsidR="00E00D30" w:rsidRDefault="00E00D30" w:rsidP="00E00D30">
      <w:r>
        <w:t>403.8917</w:t>
      </w:r>
      <w:r>
        <w:tab/>
        <w:t>1.013e0</w:t>
      </w:r>
    </w:p>
    <w:p w:rsidR="00E00D30" w:rsidRDefault="00E00D30" w:rsidP="00E00D30">
      <w:r>
        <w:t>403.8935</w:t>
      </w:r>
      <w:r>
        <w:tab/>
        <w:t>3.038e0</w:t>
      </w:r>
    </w:p>
    <w:p w:rsidR="00E00D30" w:rsidRDefault="00E00D30" w:rsidP="00E00D30">
      <w:r>
        <w:t>403.8996</w:t>
      </w:r>
      <w:r>
        <w:tab/>
        <w:t>1.013e0</w:t>
      </w:r>
    </w:p>
    <w:p w:rsidR="00E00D30" w:rsidRDefault="00E00D30" w:rsidP="00E00D30">
      <w:r>
        <w:t>403.9559</w:t>
      </w:r>
      <w:r>
        <w:tab/>
        <w:t>1.013e0</w:t>
      </w:r>
    </w:p>
    <w:p w:rsidR="00E00D30" w:rsidRDefault="00E00D30" w:rsidP="00E00D30">
      <w:r>
        <w:t>403.9598</w:t>
      </w:r>
      <w:r>
        <w:tab/>
        <w:t>1.013e0</w:t>
      </w:r>
    </w:p>
    <w:p w:rsidR="00E00D30" w:rsidRDefault="00E00D30" w:rsidP="00E00D30">
      <w:r>
        <w:t>403.9701</w:t>
      </w:r>
      <w:r>
        <w:tab/>
        <w:t>2.025e0</w:t>
      </w:r>
    </w:p>
    <w:p w:rsidR="00E00D30" w:rsidRDefault="00E00D30" w:rsidP="00E00D30">
      <w:r>
        <w:t>403.9851</w:t>
      </w:r>
      <w:r>
        <w:tab/>
        <w:t>1.013e0</w:t>
      </w:r>
    </w:p>
    <w:p w:rsidR="00E00D30" w:rsidRDefault="00E00D30" w:rsidP="00E00D30">
      <w:r>
        <w:t>403.9908</w:t>
      </w:r>
      <w:r>
        <w:tab/>
        <w:t>3.038e0</w:t>
      </w:r>
    </w:p>
    <w:p w:rsidR="00E00D30" w:rsidRDefault="00E00D30" w:rsidP="00E00D30">
      <w:r>
        <w:t>404.0201</w:t>
      </w:r>
      <w:r>
        <w:tab/>
        <w:t>1.013e0</w:t>
      </w:r>
    </w:p>
    <w:p w:rsidR="00E00D30" w:rsidRDefault="00E00D30" w:rsidP="00E00D30">
      <w:r>
        <w:t>404.0283</w:t>
      </w:r>
      <w:r>
        <w:tab/>
        <w:t>1.013e0</w:t>
      </w:r>
    </w:p>
    <w:p w:rsidR="00E00D30" w:rsidRDefault="00E00D30" w:rsidP="00E00D30">
      <w:r>
        <w:t>404.0416</w:t>
      </w:r>
      <w:r>
        <w:tab/>
        <w:t>2.025e0</w:t>
      </w:r>
    </w:p>
    <w:p w:rsidR="00E00D30" w:rsidRDefault="00E00D30" w:rsidP="00E00D30">
      <w:r>
        <w:t>404.0491</w:t>
      </w:r>
      <w:r>
        <w:tab/>
        <w:t>1.013e0</w:t>
      </w:r>
    </w:p>
    <w:p w:rsidR="00E00D30" w:rsidRDefault="00E00D30" w:rsidP="00E00D30">
      <w:r>
        <w:t>404.0702</w:t>
      </w:r>
      <w:r>
        <w:tab/>
        <w:t>1.013e0</w:t>
      </w:r>
    </w:p>
    <w:p w:rsidR="00E00D30" w:rsidRDefault="00E00D30" w:rsidP="00E00D30">
      <w:r>
        <w:t>404.0772</w:t>
      </w:r>
      <w:r>
        <w:tab/>
        <w:t>1.013e0</w:t>
      </w:r>
    </w:p>
    <w:p w:rsidR="00E00D30" w:rsidRDefault="00E00D30" w:rsidP="00E00D30">
      <w:r>
        <w:t>404.0915</w:t>
      </w:r>
      <w:r>
        <w:tab/>
        <w:t>1.013e0</w:t>
      </w:r>
    </w:p>
    <w:p w:rsidR="00E00D30" w:rsidRDefault="00E00D30" w:rsidP="00E00D30">
      <w:r>
        <w:t>404.0993</w:t>
      </w:r>
      <w:r>
        <w:tab/>
        <w:t>2.025e0</w:t>
      </w:r>
    </w:p>
    <w:p w:rsidR="00E00D30" w:rsidRDefault="00E00D30" w:rsidP="00E00D30">
      <w:r>
        <w:t>404.1029</w:t>
      </w:r>
      <w:r>
        <w:tab/>
        <w:t>2.025e0</w:t>
      </w:r>
    </w:p>
    <w:p w:rsidR="00E00D30" w:rsidRDefault="00E00D30" w:rsidP="00E00D30">
      <w:r>
        <w:t>404.1058</w:t>
      </w:r>
      <w:r>
        <w:tab/>
        <w:t>1.013e0</w:t>
      </w:r>
    </w:p>
    <w:p w:rsidR="00E00D30" w:rsidRDefault="00E00D30" w:rsidP="00E00D30">
      <w:r>
        <w:lastRenderedPageBreak/>
        <w:t>404.1341</w:t>
      </w:r>
      <w:r>
        <w:tab/>
        <w:t>2.025e0</w:t>
      </w:r>
    </w:p>
    <w:p w:rsidR="00E00D30" w:rsidRDefault="00E00D30" w:rsidP="00E00D30">
      <w:r>
        <w:t>404.1430</w:t>
      </w:r>
      <w:r>
        <w:tab/>
        <w:t>2.025e0</w:t>
      </w:r>
    </w:p>
    <w:p w:rsidR="00E00D30" w:rsidRDefault="00E00D30" w:rsidP="00E00D30">
      <w:r>
        <w:t>404.1634</w:t>
      </w:r>
      <w:r>
        <w:tab/>
        <w:t>2.025e0</w:t>
      </w:r>
    </w:p>
    <w:p w:rsidR="00E00D30" w:rsidRDefault="00E00D30" w:rsidP="00E00D30">
      <w:r>
        <w:t>404.1697</w:t>
      </w:r>
      <w:r>
        <w:tab/>
        <w:t>1.013e0</w:t>
      </w:r>
    </w:p>
    <w:p w:rsidR="00E00D30" w:rsidRDefault="00E00D30" w:rsidP="00E00D30">
      <w:r>
        <w:t>404.1814</w:t>
      </w:r>
      <w:r>
        <w:tab/>
        <w:t>2.025e0</w:t>
      </w:r>
    </w:p>
    <w:p w:rsidR="00E00D30" w:rsidRDefault="00E00D30" w:rsidP="00E00D30">
      <w:r>
        <w:t>404.2054</w:t>
      </w:r>
      <w:r>
        <w:tab/>
        <w:t>3.038e0</w:t>
      </w:r>
    </w:p>
    <w:p w:rsidR="00E00D30" w:rsidRDefault="00E00D30" w:rsidP="00E00D30">
      <w:r>
        <w:t>404.2143</w:t>
      </w:r>
      <w:r>
        <w:tab/>
        <w:t>2.025e0</w:t>
      </w:r>
    </w:p>
    <w:p w:rsidR="00E00D30" w:rsidRDefault="00E00D30" w:rsidP="00E00D30">
      <w:r>
        <w:t>404.2304</w:t>
      </w:r>
      <w:r>
        <w:tab/>
        <w:t>4.051e0</w:t>
      </w:r>
    </w:p>
    <w:p w:rsidR="00E00D30" w:rsidRDefault="00E00D30" w:rsidP="00E00D30">
      <w:r>
        <w:t>404.2339</w:t>
      </w:r>
      <w:r>
        <w:tab/>
        <w:t>1.013e0</w:t>
      </w:r>
    </w:p>
    <w:p w:rsidR="00E00D30" w:rsidRDefault="00E00D30" w:rsidP="00E00D30">
      <w:r>
        <w:t>404.2380</w:t>
      </w:r>
      <w:r>
        <w:tab/>
        <w:t>1.013e0</w:t>
      </w:r>
    </w:p>
    <w:p w:rsidR="00E00D30" w:rsidRDefault="00E00D30" w:rsidP="00E00D30">
      <w:r>
        <w:t>404.2638</w:t>
      </w:r>
      <w:r>
        <w:tab/>
        <w:t>2.025e0</w:t>
      </w:r>
    </w:p>
    <w:p w:rsidR="00E00D30" w:rsidRDefault="00E00D30" w:rsidP="00E00D30">
      <w:r>
        <w:t>404.2701</w:t>
      </w:r>
      <w:r>
        <w:tab/>
        <w:t>3.038e0</w:t>
      </w:r>
    </w:p>
    <w:p w:rsidR="00E00D30" w:rsidRDefault="00E00D30" w:rsidP="00E00D30">
      <w:r>
        <w:t>404.2770</w:t>
      </w:r>
      <w:r>
        <w:tab/>
        <w:t>1.013e0</w:t>
      </w:r>
    </w:p>
    <w:p w:rsidR="00E00D30" w:rsidRDefault="00E00D30" w:rsidP="00E00D30">
      <w:r>
        <w:t>404.2802</w:t>
      </w:r>
      <w:r>
        <w:tab/>
        <w:t>1.013e0</w:t>
      </w:r>
    </w:p>
    <w:p w:rsidR="00E00D30" w:rsidRDefault="00E00D30" w:rsidP="00E00D30">
      <w:r>
        <w:t>404.2979</w:t>
      </w:r>
      <w:r>
        <w:tab/>
        <w:t>3.038e0</w:t>
      </w:r>
    </w:p>
    <w:p w:rsidR="00E00D30" w:rsidRDefault="00E00D30" w:rsidP="00E00D30">
      <w:r>
        <w:t>404.3209</w:t>
      </w:r>
      <w:r>
        <w:tab/>
        <w:t>2.025e0</w:t>
      </w:r>
    </w:p>
    <w:p w:rsidR="00E00D30" w:rsidRDefault="00E00D30" w:rsidP="00E00D30">
      <w:r>
        <w:t>404.3405</w:t>
      </w:r>
      <w:r>
        <w:tab/>
        <w:t>1.013e0</w:t>
      </w:r>
    </w:p>
    <w:p w:rsidR="00E00D30" w:rsidRDefault="00E00D30" w:rsidP="00E00D30">
      <w:r>
        <w:t>404.3440</w:t>
      </w:r>
      <w:r>
        <w:tab/>
        <w:t>2.025e0</w:t>
      </w:r>
    </w:p>
    <w:p w:rsidR="00E00D30" w:rsidRDefault="00E00D30" w:rsidP="00E00D30">
      <w:r>
        <w:t>404.3771</w:t>
      </w:r>
      <w:r>
        <w:tab/>
        <w:t>1.013e0</w:t>
      </w:r>
    </w:p>
    <w:p w:rsidR="00E00D30" w:rsidRDefault="00E00D30" w:rsidP="00E00D30">
      <w:r>
        <w:lastRenderedPageBreak/>
        <w:t>404.4042</w:t>
      </w:r>
      <w:r>
        <w:tab/>
        <w:t>1.013e0</w:t>
      </w:r>
    </w:p>
    <w:p w:rsidR="00E00D30" w:rsidRDefault="00E00D30" w:rsidP="00E00D30">
      <w:r>
        <w:t>404.4125</w:t>
      </w:r>
      <w:r>
        <w:tab/>
        <w:t>1.013e0</w:t>
      </w:r>
    </w:p>
    <w:p w:rsidR="00E00D30" w:rsidRDefault="00E00D30" w:rsidP="00E00D30">
      <w:r>
        <w:t>404.4258</w:t>
      </w:r>
      <w:r>
        <w:tab/>
        <w:t>1.013e0</w:t>
      </w:r>
    </w:p>
    <w:p w:rsidR="00E00D30" w:rsidRDefault="00E00D30" w:rsidP="00E00D30">
      <w:r>
        <w:t>404.4301</w:t>
      </w:r>
      <w:r>
        <w:tab/>
        <w:t>1.013e0</w:t>
      </w:r>
    </w:p>
    <w:p w:rsidR="00E00D30" w:rsidRDefault="00E00D30" w:rsidP="00E00D30">
      <w:r>
        <w:t>404.4340</w:t>
      </w:r>
      <w:r>
        <w:tab/>
        <w:t>1.013e0</w:t>
      </w:r>
    </w:p>
    <w:p w:rsidR="00E00D30" w:rsidRDefault="00E00D30" w:rsidP="00E00D30">
      <w:r>
        <w:t>404.4455</w:t>
      </w:r>
      <w:r>
        <w:tab/>
        <w:t>2.025e0</w:t>
      </w:r>
    </w:p>
    <w:p w:rsidR="00E00D30" w:rsidRDefault="00E00D30" w:rsidP="00E00D30">
      <w:r>
        <w:t>404.4556</w:t>
      </w:r>
      <w:r>
        <w:tab/>
        <w:t>2.025e0</w:t>
      </w:r>
    </w:p>
    <w:p w:rsidR="00E00D30" w:rsidRDefault="00E00D30" w:rsidP="00E00D30">
      <w:r>
        <w:t>404.5324</w:t>
      </w:r>
      <w:r>
        <w:tab/>
        <w:t>1.013e0</w:t>
      </w:r>
    </w:p>
    <w:p w:rsidR="00E00D30" w:rsidRDefault="00E00D30" w:rsidP="00E00D30">
      <w:r>
        <w:t>404.5347</w:t>
      </w:r>
      <w:r>
        <w:tab/>
        <w:t>2.025e0</w:t>
      </w:r>
    </w:p>
    <w:p w:rsidR="00E00D30" w:rsidRDefault="00E00D30" w:rsidP="00E00D30">
      <w:r>
        <w:t>404.5414</w:t>
      </w:r>
      <w:r>
        <w:tab/>
        <w:t>1.013e0</w:t>
      </w:r>
    </w:p>
    <w:p w:rsidR="00E00D30" w:rsidRDefault="00E00D30" w:rsidP="00E00D30">
      <w:r>
        <w:t>404.5626</w:t>
      </w:r>
      <w:r>
        <w:tab/>
        <w:t>1.013e0</w:t>
      </w:r>
    </w:p>
    <w:p w:rsidR="00E00D30" w:rsidRDefault="00E00D30" w:rsidP="00E00D30">
      <w:r>
        <w:t>404.5789</w:t>
      </w:r>
      <w:r>
        <w:tab/>
        <w:t>1.013e0</w:t>
      </w:r>
    </w:p>
    <w:p w:rsidR="00E00D30" w:rsidRDefault="00E00D30" w:rsidP="00E00D30">
      <w:r>
        <w:t>404.5840</w:t>
      </w:r>
      <w:r>
        <w:tab/>
        <w:t>1.013e0</w:t>
      </w:r>
    </w:p>
    <w:p w:rsidR="00E00D30" w:rsidRDefault="00E00D30" w:rsidP="00E00D30">
      <w:r>
        <w:t>404.6003</w:t>
      </w:r>
      <w:r>
        <w:tab/>
        <w:t>1.013e0</w:t>
      </w:r>
    </w:p>
    <w:p w:rsidR="00E00D30" w:rsidRDefault="00E00D30" w:rsidP="00E00D30">
      <w:r>
        <w:t>404.6133</w:t>
      </w:r>
      <w:r>
        <w:tab/>
        <w:t>1.013e0</w:t>
      </w:r>
    </w:p>
    <w:p w:rsidR="00E00D30" w:rsidRDefault="00E00D30" w:rsidP="00E00D30">
      <w:r>
        <w:t>404.6282</w:t>
      </w:r>
      <w:r>
        <w:tab/>
        <w:t>2.025e0</w:t>
      </w:r>
    </w:p>
    <w:p w:rsidR="00E00D30" w:rsidRDefault="00E00D30" w:rsidP="00E00D30">
      <w:r>
        <w:t>404.6817</w:t>
      </w:r>
      <w:r>
        <w:tab/>
        <w:t>1.013e0</w:t>
      </w:r>
    </w:p>
    <w:p w:rsidR="00E00D30" w:rsidRDefault="00E00D30" w:rsidP="00E00D30">
      <w:r>
        <w:t>404.7036</w:t>
      </w:r>
      <w:r>
        <w:tab/>
        <w:t>1.013e0</w:t>
      </w:r>
    </w:p>
    <w:p w:rsidR="00E00D30" w:rsidRDefault="00E00D30" w:rsidP="00E00D30">
      <w:r>
        <w:t>404.7128</w:t>
      </w:r>
      <w:r>
        <w:tab/>
        <w:t>1.013e0</w:t>
      </w:r>
    </w:p>
    <w:p w:rsidR="00E00D30" w:rsidRDefault="00E00D30" w:rsidP="00E00D30">
      <w:r>
        <w:lastRenderedPageBreak/>
        <w:t>404.7776</w:t>
      </w:r>
      <w:r>
        <w:tab/>
        <w:t>1.013e0</w:t>
      </w:r>
    </w:p>
    <w:p w:rsidR="00E00D30" w:rsidRDefault="00E00D30" w:rsidP="00E00D30">
      <w:r>
        <w:t>404.7885</w:t>
      </w:r>
      <w:r>
        <w:tab/>
        <w:t>1.013e0</w:t>
      </w:r>
    </w:p>
    <w:p w:rsidR="00E00D30" w:rsidRDefault="00E00D30" w:rsidP="00E00D30">
      <w:r>
        <w:t>404.8055</w:t>
      </w:r>
      <w:r>
        <w:tab/>
        <w:t>1.013e0</w:t>
      </w:r>
    </w:p>
    <w:p w:rsidR="00E00D30" w:rsidRDefault="00E00D30" w:rsidP="00E00D30">
      <w:r>
        <w:t>404.8629</w:t>
      </w:r>
      <w:r>
        <w:tab/>
        <w:t>1.013e0</w:t>
      </w:r>
    </w:p>
    <w:p w:rsidR="00E00D30" w:rsidRDefault="00E00D30" w:rsidP="00E00D30">
      <w:r>
        <w:t>404.8844</w:t>
      </w:r>
      <w:r>
        <w:tab/>
        <w:t>1.013e0</w:t>
      </w:r>
    </w:p>
    <w:p w:rsidR="00E00D30" w:rsidRDefault="00E00D30" w:rsidP="00E00D30">
      <w:r>
        <w:t>404.8913</w:t>
      </w:r>
      <w:r>
        <w:tab/>
        <w:t>1.013e0</w:t>
      </w:r>
    </w:p>
    <w:p w:rsidR="00E00D30" w:rsidRDefault="00E00D30" w:rsidP="00E00D30">
      <w:r>
        <w:t>404.9058</w:t>
      </w:r>
      <w:r>
        <w:tab/>
        <w:t>1.013e0</w:t>
      </w:r>
    </w:p>
    <w:p w:rsidR="00E00D30" w:rsidRDefault="00E00D30" w:rsidP="00E00D30">
      <w:r>
        <w:t>404.9128</w:t>
      </w:r>
      <w:r>
        <w:tab/>
        <w:t>1.013e0</w:t>
      </w:r>
    </w:p>
    <w:p w:rsidR="00E00D30" w:rsidRDefault="00E00D30" w:rsidP="00E00D30">
      <w:r>
        <w:t>404.9290</w:t>
      </w:r>
      <w:r>
        <w:tab/>
        <w:t>2.025e0</w:t>
      </w:r>
    </w:p>
    <w:p w:rsidR="00E00D30" w:rsidRDefault="00E00D30" w:rsidP="00E00D30">
      <w:r>
        <w:t>404.9343</w:t>
      </w:r>
      <w:r>
        <w:tab/>
        <w:t>1.013e0</w:t>
      </w:r>
    </w:p>
    <w:p w:rsidR="00E00D30" w:rsidRDefault="00E00D30" w:rsidP="00E00D30">
      <w:r>
        <w:t>404.9421</w:t>
      </w:r>
      <w:r>
        <w:tab/>
        <w:t>1.013e0</w:t>
      </w:r>
    </w:p>
    <w:p w:rsidR="00E00D30" w:rsidRDefault="00E00D30" w:rsidP="00E00D30">
      <w:r>
        <w:t>404.9594</w:t>
      </w:r>
      <w:r>
        <w:tab/>
        <w:t>2.025e0</w:t>
      </w:r>
    </w:p>
    <w:p w:rsidR="00E00D30" w:rsidRDefault="00E00D30" w:rsidP="00E00D30">
      <w:r>
        <w:t>404.9769</w:t>
      </w:r>
      <w:r>
        <w:tab/>
        <w:t>1.013e0</w:t>
      </w:r>
    </w:p>
    <w:p w:rsidR="00E00D30" w:rsidRDefault="00E00D30" w:rsidP="00E00D30">
      <w:r>
        <w:t>404.9938</w:t>
      </w:r>
      <w:r>
        <w:tab/>
        <w:t>2.025e0</w:t>
      </w:r>
    </w:p>
    <w:p w:rsidR="00E00D30" w:rsidRDefault="00E00D30" w:rsidP="00E00D30">
      <w:r>
        <w:t>404.9983</w:t>
      </w:r>
      <w:r>
        <w:tab/>
        <w:t>1.013e0</w:t>
      </w:r>
    </w:p>
    <w:p w:rsidR="00E00D30" w:rsidRDefault="00E00D30" w:rsidP="00E00D30">
      <w:r>
        <w:t>405.0021</w:t>
      </w:r>
      <w:r>
        <w:tab/>
        <w:t>2.025e0</w:t>
      </w:r>
    </w:p>
    <w:p w:rsidR="00E00D30" w:rsidRDefault="00E00D30" w:rsidP="00E00D30">
      <w:r>
        <w:t>405.0235</w:t>
      </w:r>
      <w:r>
        <w:tab/>
        <w:t>2.025e0</w:t>
      </w:r>
    </w:p>
    <w:p w:rsidR="00E00D30" w:rsidRDefault="00E00D30" w:rsidP="00E00D30">
      <w:r>
        <w:t>405.0345</w:t>
      </w:r>
      <w:r>
        <w:tab/>
        <w:t>1.013e0</w:t>
      </w:r>
    </w:p>
    <w:p w:rsidR="00E00D30" w:rsidRDefault="00E00D30" w:rsidP="00E00D30">
      <w:r>
        <w:t>405.0487</w:t>
      </w:r>
      <w:r>
        <w:tab/>
        <w:t>4.051e0</w:t>
      </w:r>
    </w:p>
    <w:p w:rsidR="00E00D30" w:rsidRDefault="00E00D30" w:rsidP="00E00D30">
      <w:r>
        <w:lastRenderedPageBreak/>
        <w:t>405.0558</w:t>
      </w:r>
      <w:r>
        <w:tab/>
        <w:t>2.025e0</w:t>
      </w:r>
    </w:p>
    <w:p w:rsidR="00E00D30" w:rsidRDefault="00E00D30" w:rsidP="00E00D30">
      <w:r>
        <w:t>405.0627</w:t>
      </w:r>
      <w:r>
        <w:tab/>
        <w:t>1.013e0</w:t>
      </w:r>
    </w:p>
    <w:p w:rsidR="00E00D30" w:rsidRDefault="00E00D30" w:rsidP="00E00D30">
      <w:r>
        <w:t>405.0920</w:t>
      </w:r>
      <w:r>
        <w:tab/>
        <w:t>2.025e0</w:t>
      </w:r>
    </w:p>
    <w:p w:rsidR="00E00D30" w:rsidRDefault="00E00D30" w:rsidP="00E00D30">
      <w:r>
        <w:t>405.1033</w:t>
      </w:r>
      <w:r>
        <w:tab/>
        <w:t>3.038e0</w:t>
      </w:r>
    </w:p>
    <w:p w:rsidR="00E00D30" w:rsidRDefault="00E00D30" w:rsidP="00E00D30">
      <w:r>
        <w:t>405.1201</w:t>
      </w:r>
      <w:r>
        <w:tab/>
        <w:t>1.013e0</w:t>
      </w:r>
    </w:p>
    <w:p w:rsidR="00E00D30" w:rsidRDefault="00E00D30" w:rsidP="00E00D30">
      <w:r>
        <w:t>405.1262</w:t>
      </w:r>
      <w:r>
        <w:tab/>
        <w:t>1.013e0</w:t>
      </w:r>
    </w:p>
    <w:p w:rsidR="00E00D30" w:rsidRDefault="00E00D30" w:rsidP="00E00D30">
      <w:r>
        <w:t>405.1282</w:t>
      </w:r>
      <w:r>
        <w:tab/>
        <w:t>2.025e0</w:t>
      </w:r>
    </w:p>
    <w:p w:rsidR="00E00D30" w:rsidRDefault="00E00D30" w:rsidP="00E00D30">
      <w:r>
        <w:t>405.1635</w:t>
      </w:r>
      <w:r>
        <w:tab/>
        <w:t>2.025e0</w:t>
      </w:r>
    </w:p>
    <w:p w:rsidR="00E00D30" w:rsidRDefault="00E00D30" w:rsidP="00E00D30">
      <w:r>
        <w:t>405.1866</w:t>
      </w:r>
      <w:r>
        <w:tab/>
        <w:t>2.025e0</w:t>
      </w:r>
    </w:p>
    <w:p w:rsidR="00E00D30" w:rsidRDefault="00E00D30" w:rsidP="00E00D30">
      <w:r>
        <w:t>405.2101</w:t>
      </w:r>
      <w:r>
        <w:tab/>
        <w:t>3.038e0</w:t>
      </w:r>
    </w:p>
    <w:p w:rsidR="00E00D30" w:rsidRDefault="00E00D30" w:rsidP="00E00D30">
      <w:r>
        <w:t>405.2132</w:t>
      </w:r>
      <w:r>
        <w:tab/>
        <w:t>2.025e0</w:t>
      </w:r>
    </w:p>
    <w:p w:rsidR="00E00D30" w:rsidRDefault="00E00D30" w:rsidP="00E00D30">
      <w:r>
        <w:t>405.2178</w:t>
      </w:r>
      <w:r>
        <w:tab/>
        <w:t>2.025e0</w:t>
      </w:r>
    </w:p>
    <w:p w:rsidR="00E00D30" w:rsidRDefault="00E00D30" w:rsidP="00E00D30">
      <w:r>
        <w:t>405.2208</w:t>
      </w:r>
      <w:r>
        <w:tab/>
        <w:t>3.038e0</w:t>
      </w:r>
    </w:p>
    <w:p w:rsidR="00E00D30" w:rsidRDefault="00E00D30" w:rsidP="00E00D30">
      <w:r>
        <w:t>405.2222</w:t>
      </w:r>
      <w:r>
        <w:tab/>
        <w:t>2.025e0</w:t>
      </w:r>
    </w:p>
    <w:p w:rsidR="00E00D30" w:rsidRDefault="00E00D30" w:rsidP="00E00D30">
      <w:r>
        <w:t>405.2408</w:t>
      </w:r>
      <w:r>
        <w:tab/>
        <w:t>3.038e0</w:t>
      </w:r>
    </w:p>
    <w:p w:rsidR="00E00D30" w:rsidRDefault="00E00D30" w:rsidP="00E00D30">
      <w:r>
        <w:t>405.2451</w:t>
      </w:r>
      <w:r>
        <w:tab/>
        <w:t>5.063e0</w:t>
      </w:r>
    </w:p>
    <w:p w:rsidR="00E00D30" w:rsidRDefault="00E00D30" w:rsidP="00E00D30">
      <w:r>
        <w:t>405.2560</w:t>
      </w:r>
      <w:r>
        <w:tab/>
        <w:t>5.063e0</w:t>
      </w:r>
    </w:p>
    <w:p w:rsidR="00E00D30" w:rsidRDefault="00E00D30" w:rsidP="00E00D30">
      <w:r>
        <w:t>405.2574</w:t>
      </w:r>
      <w:r>
        <w:tab/>
        <w:t>4.051e0</w:t>
      </w:r>
    </w:p>
    <w:p w:rsidR="00E00D30" w:rsidRDefault="00E00D30" w:rsidP="00E00D30">
      <w:r>
        <w:t>405.2794</w:t>
      </w:r>
      <w:r>
        <w:tab/>
        <w:t>1.013e0</w:t>
      </w:r>
    </w:p>
    <w:p w:rsidR="00E00D30" w:rsidRDefault="00E00D30" w:rsidP="00E00D30">
      <w:r>
        <w:lastRenderedPageBreak/>
        <w:t>405.2926</w:t>
      </w:r>
      <w:r>
        <w:tab/>
        <w:t>1.013e0</w:t>
      </w:r>
    </w:p>
    <w:p w:rsidR="00E00D30" w:rsidRDefault="00E00D30" w:rsidP="00E00D30">
      <w:r>
        <w:t>405.3062</w:t>
      </w:r>
      <w:r>
        <w:tab/>
        <w:t>1.013e0</w:t>
      </w:r>
    </w:p>
    <w:p w:rsidR="00E00D30" w:rsidRDefault="00E00D30" w:rsidP="00E00D30">
      <w:r>
        <w:t>405.3182</w:t>
      </w:r>
      <w:r>
        <w:tab/>
        <w:t>1.013e0</w:t>
      </w:r>
    </w:p>
    <w:p w:rsidR="00E00D30" w:rsidRDefault="00E00D30" w:rsidP="00E00D30">
      <w:r>
        <w:t>405.3284</w:t>
      </w:r>
      <w:r>
        <w:tab/>
        <w:t>1.013e0</w:t>
      </w:r>
    </w:p>
    <w:p w:rsidR="00E00D30" w:rsidRDefault="00E00D30" w:rsidP="00E00D30">
      <w:r>
        <w:t>405.3550</w:t>
      </w:r>
      <w:r>
        <w:tab/>
        <w:t>3.038e0</w:t>
      </w:r>
    </w:p>
    <w:p w:rsidR="00E00D30" w:rsidRDefault="00E00D30" w:rsidP="00E00D30">
      <w:r>
        <w:t>405.3563</w:t>
      </w:r>
      <w:r>
        <w:tab/>
        <w:t>1.013e0</w:t>
      </w:r>
    </w:p>
    <w:p w:rsidR="00E00D30" w:rsidRDefault="00E00D30" w:rsidP="00E00D30">
      <w:r>
        <w:t>405.3608</w:t>
      </w:r>
      <w:r>
        <w:tab/>
        <w:t>2.025e0</w:t>
      </w:r>
    </w:p>
    <w:p w:rsidR="00E00D30" w:rsidRDefault="00E00D30" w:rsidP="00E00D30">
      <w:r>
        <w:t>405.3706</w:t>
      </w:r>
      <w:r>
        <w:tab/>
        <w:t>1.013e0</w:t>
      </w:r>
    </w:p>
    <w:p w:rsidR="00E00D30" w:rsidRDefault="00E00D30" w:rsidP="00E00D30">
      <w:r>
        <w:t>405.3822</w:t>
      </w:r>
      <w:r>
        <w:tab/>
        <w:t>1.013e0</w:t>
      </w:r>
    </w:p>
    <w:p w:rsidR="00E00D30" w:rsidRDefault="00E00D30" w:rsidP="00E00D30">
      <w:r>
        <w:t>405.4138</w:t>
      </w:r>
      <w:r>
        <w:tab/>
        <w:t>1.013e0</w:t>
      </w:r>
    </w:p>
    <w:p w:rsidR="00E00D30" w:rsidRDefault="00E00D30" w:rsidP="00E00D30">
      <w:r>
        <w:t>405.4214</w:t>
      </w:r>
      <w:r>
        <w:tab/>
        <w:t>1.013e0</w:t>
      </w:r>
    </w:p>
    <w:p w:rsidR="00E00D30" w:rsidRDefault="00E00D30" w:rsidP="00E00D30">
      <w:r>
        <w:t>405.4465</w:t>
      </w:r>
      <w:r>
        <w:tab/>
        <w:t>2.025e0</w:t>
      </w:r>
    </w:p>
    <w:p w:rsidR="00E00D30" w:rsidRDefault="00E00D30" w:rsidP="00E00D30">
      <w:r>
        <w:t>405.4528</w:t>
      </w:r>
      <w:r>
        <w:tab/>
        <w:t>2.025e0</w:t>
      </w:r>
    </w:p>
    <w:p w:rsidR="00E00D30" w:rsidRDefault="00E00D30" w:rsidP="00E00D30">
      <w:r>
        <w:t>405.4567</w:t>
      </w:r>
      <w:r>
        <w:tab/>
        <w:t>1.013e0</w:t>
      </w:r>
    </w:p>
    <w:p w:rsidR="00E00D30" w:rsidRDefault="00E00D30" w:rsidP="00E00D30">
      <w:r>
        <w:t>405.4677</w:t>
      </w:r>
      <w:r>
        <w:tab/>
        <w:t>1.013e0</w:t>
      </w:r>
    </w:p>
    <w:p w:rsidR="00E00D30" w:rsidRDefault="00E00D30" w:rsidP="00E00D30">
      <w:r>
        <w:t>405.4854</w:t>
      </w:r>
      <w:r>
        <w:tab/>
        <w:t>1.013e0</w:t>
      </w:r>
    </w:p>
    <w:p w:rsidR="00E00D30" w:rsidRDefault="00E00D30" w:rsidP="00E00D30">
      <w:r>
        <w:t>405.5068</w:t>
      </w:r>
      <w:r>
        <w:tab/>
        <w:t>1.013e0</w:t>
      </w:r>
    </w:p>
    <w:p w:rsidR="00E00D30" w:rsidRDefault="00E00D30" w:rsidP="00E00D30">
      <w:r>
        <w:t>405.5744</w:t>
      </w:r>
      <w:r>
        <w:tab/>
        <w:t>1.013e0</w:t>
      </w:r>
    </w:p>
    <w:p w:rsidR="00E00D30" w:rsidRDefault="00E00D30" w:rsidP="00E00D30">
      <w:r>
        <w:t>405.6170</w:t>
      </w:r>
      <w:r>
        <w:tab/>
        <w:t>2.025e0</w:t>
      </w:r>
    </w:p>
    <w:p w:rsidR="00E00D30" w:rsidRDefault="00E00D30" w:rsidP="00E00D30">
      <w:r>
        <w:lastRenderedPageBreak/>
        <w:t>405.6434</w:t>
      </w:r>
      <w:r>
        <w:tab/>
        <w:t>1.013e0</w:t>
      </w:r>
    </w:p>
    <w:p w:rsidR="00E00D30" w:rsidRDefault="00E00D30" w:rsidP="00E00D30">
      <w:r>
        <w:t>405.6930</w:t>
      </w:r>
      <w:r>
        <w:tab/>
        <w:t>1.013e0</w:t>
      </w:r>
    </w:p>
    <w:p w:rsidR="00E00D30" w:rsidRDefault="00E00D30" w:rsidP="00E00D30">
      <w:r>
        <w:t>405.7610</w:t>
      </w:r>
      <w:r>
        <w:tab/>
        <w:t>2.025e0</w:t>
      </w:r>
    </w:p>
    <w:p w:rsidR="00E00D30" w:rsidRDefault="00E00D30" w:rsidP="00E00D30">
      <w:r>
        <w:t>405.7666</w:t>
      </w:r>
      <w:r>
        <w:tab/>
        <w:t>1.013e0</w:t>
      </w:r>
    </w:p>
    <w:p w:rsidR="00E00D30" w:rsidRDefault="00E00D30" w:rsidP="00E00D30">
      <w:r>
        <w:t>405.7787</w:t>
      </w:r>
      <w:r>
        <w:tab/>
        <w:t>1.013e0</w:t>
      </w:r>
    </w:p>
    <w:p w:rsidR="00E00D30" w:rsidRDefault="00E00D30" w:rsidP="00E00D30">
      <w:r>
        <w:t>405.8097</w:t>
      </w:r>
      <w:r>
        <w:tab/>
        <w:t>2.025e0</w:t>
      </w:r>
    </w:p>
    <w:p w:rsidR="00E00D30" w:rsidRDefault="00E00D30" w:rsidP="00E00D30">
      <w:r>
        <w:t>405.8434</w:t>
      </w:r>
      <w:r>
        <w:tab/>
        <w:t>1.013e0</w:t>
      </w:r>
    </w:p>
    <w:p w:rsidR="00E00D30" w:rsidRDefault="00E00D30" w:rsidP="00E00D30">
      <w:r>
        <w:t>405.8623</w:t>
      </w:r>
      <w:r>
        <w:tab/>
        <w:t>2.025e0</w:t>
      </w:r>
    </w:p>
    <w:p w:rsidR="00E00D30" w:rsidRDefault="00E00D30" w:rsidP="00E00D30">
      <w:r>
        <w:t>405.8732</w:t>
      </w:r>
      <w:r>
        <w:tab/>
        <w:t>1.013e0</w:t>
      </w:r>
    </w:p>
    <w:p w:rsidR="00E00D30" w:rsidRDefault="00E00D30" w:rsidP="00E00D30">
      <w:r>
        <w:t>405.8908</w:t>
      </w:r>
      <w:r>
        <w:tab/>
        <w:t>1.013e0</w:t>
      </w:r>
    </w:p>
    <w:p w:rsidR="00E00D30" w:rsidRDefault="00E00D30" w:rsidP="00E00D30">
      <w:r>
        <w:t>405.9019</w:t>
      </w:r>
      <w:r>
        <w:tab/>
        <w:t>2.025e0</w:t>
      </w:r>
    </w:p>
    <w:p w:rsidR="00E00D30" w:rsidRDefault="00E00D30" w:rsidP="00E00D30">
      <w:r>
        <w:t>405.9228</w:t>
      </w:r>
      <w:r>
        <w:tab/>
        <w:t>3.038e0</w:t>
      </w:r>
    </w:p>
    <w:p w:rsidR="00E00D30" w:rsidRDefault="00E00D30" w:rsidP="00E00D30">
      <w:r>
        <w:t>405.9548</w:t>
      </w:r>
      <w:r>
        <w:tab/>
        <w:t>1.013e0</w:t>
      </w:r>
    </w:p>
    <w:p w:rsidR="00E00D30" w:rsidRDefault="00E00D30" w:rsidP="00E00D30">
      <w:r>
        <w:t>405.9722</w:t>
      </w:r>
      <w:r>
        <w:tab/>
        <w:t>2.025e0</w:t>
      </w:r>
    </w:p>
    <w:p w:rsidR="00E00D30" w:rsidRDefault="00E00D30" w:rsidP="00E00D30">
      <w:r>
        <w:t>405.9981</w:t>
      </w:r>
      <w:r>
        <w:tab/>
        <w:t>1.013e0</w:t>
      </w:r>
    </w:p>
    <w:p w:rsidR="00E00D30" w:rsidRDefault="00E00D30" w:rsidP="00E00D30">
      <w:r>
        <w:t>406.0009</w:t>
      </w:r>
      <w:r>
        <w:tab/>
        <w:t>1.013e0</w:t>
      </w:r>
    </w:p>
    <w:p w:rsidR="00E00D30" w:rsidRDefault="00E00D30" w:rsidP="00E00D30">
      <w:r>
        <w:t>406.0080</w:t>
      </w:r>
      <w:r>
        <w:tab/>
        <w:t>1.013e0</w:t>
      </w:r>
    </w:p>
    <w:p w:rsidR="00E00D30" w:rsidRDefault="00E00D30" w:rsidP="00E00D30">
      <w:r>
        <w:t>406.0534</w:t>
      </w:r>
      <w:r>
        <w:tab/>
        <w:t>2.025e0</w:t>
      </w:r>
    </w:p>
    <w:p w:rsidR="00E00D30" w:rsidRDefault="00E00D30" w:rsidP="00E00D30">
      <w:r>
        <w:t>406.0617</w:t>
      </w:r>
      <w:r>
        <w:tab/>
        <w:t>3.038e0</w:t>
      </w:r>
    </w:p>
    <w:p w:rsidR="00E00D30" w:rsidRDefault="00E00D30" w:rsidP="00E00D30">
      <w:r>
        <w:lastRenderedPageBreak/>
        <w:t>406.0733</w:t>
      </w:r>
      <w:r>
        <w:tab/>
        <w:t>1.013e0</w:t>
      </w:r>
    </w:p>
    <w:p w:rsidR="00E00D30" w:rsidRDefault="00E00D30" w:rsidP="00E00D30">
      <w:r>
        <w:t>406.0941</w:t>
      </w:r>
      <w:r>
        <w:tab/>
        <w:t>2.025e0</w:t>
      </w:r>
    </w:p>
    <w:p w:rsidR="00E00D30" w:rsidRDefault="00E00D30" w:rsidP="00E00D30">
      <w:r>
        <w:t>406.1163</w:t>
      </w:r>
      <w:r>
        <w:tab/>
        <w:t>1.013e0</w:t>
      </w:r>
    </w:p>
    <w:p w:rsidR="00E00D30" w:rsidRDefault="00E00D30" w:rsidP="00E00D30">
      <w:r>
        <w:t>406.1499</w:t>
      </w:r>
      <w:r>
        <w:tab/>
        <w:t>2.025e0</w:t>
      </w:r>
    </w:p>
    <w:p w:rsidR="00E00D30" w:rsidRDefault="00E00D30" w:rsidP="00E00D30">
      <w:r>
        <w:t>406.1516</w:t>
      </w:r>
      <w:r>
        <w:tab/>
        <w:t>1.013e0</w:t>
      </w:r>
    </w:p>
    <w:p w:rsidR="00E00D30" w:rsidRDefault="00E00D30" w:rsidP="00E00D30">
      <w:r>
        <w:t>406.1790</w:t>
      </w:r>
      <w:r>
        <w:tab/>
        <w:t>2.025e0</w:t>
      </w:r>
    </w:p>
    <w:p w:rsidR="00E00D30" w:rsidRDefault="00E00D30" w:rsidP="00E00D30">
      <w:r>
        <w:t>406.1801</w:t>
      </w:r>
      <w:r>
        <w:tab/>
        <w:t>1.013e0</w:t>
      </w:r>
    </w:p>
    <w:p w:rsidR="00E00D30" w:rsidRDefault="00E00D30" w:rsidP="00E00D30">
      <w:r>
        <w:t>406.1864</w:t>
      </w:r>
      <w:r>
        <w:tab/>
        <w:t>1.013e0</w:t>
      </w:r>
    </w:p>
    <w:p w:rsidR="00E00D30" w:rsidRDefault="00E00D30" w:rsidP="00E00D30">
      <w:r>
        <w:t>406.2125</w:t>
      </w:r>
      <w:r>
        <w:tab/>
        <w:t>2.025e0</w:t>
      </w:r>
    </w:p>
    <w:p w:rsidR="00E00D30" w:rsidRDefault="00E00D30" w:rsidP="00E00D30">
      <w:r>
        <w:t>406.2303</w:t>
      </w:r>
      <w:r>
        <w:tab/>
        <w:t>2.025e0</w:t>
      </w:r>
    </w:p>
    <w:p w:rsidR="00E00D30" w:rsidRDefault="00E00D30" w:rsidP="00E00D30">
      <w:r>
        <w:t>406.2713</w:t>
      </w:r>
      <w:r>
        <w:tab/>
        <w:t>1.013e0</w:t>
      </w:r>
    </w:p>
    <w:p w:rsidR="00E00D30" w:rsidRDefault="00E00D30" w:rsidP="00E00D30">
      <w:r>
        <w:t>406.2749</w:t>
      </w:r>
      <w:r>
        <w:tab/>
        <w:t>1.013e0</w:t>
      </w:r>
    </w:p>
    <w:p w:rsidR="00E00D30" w:rsidRDefault="00E00D30" w:rsidP="00E00D30">
      <w:r>
        <w:t>406.2884</w:t>
      </w:r>
      <w:r>
        <w:tab/>
        <w:t>2.025e0</w:t>
      </w:r>
    </w:p>
    <w:p w:rsidR="00E00D30" w:rsidRDefault="00E00D30" w:rsidP="00E00D30">
      <w:r>
        <w:t>406.2913</w:t>
      </w:r>
      <w:r>
        <w:tab/>
        <w:t>3.038e0</w:t>
      </w:r>
    </w:p>
    <w:p w:rsidR="00E00D30" w:rsidRDefault="00E00D30" w:rsidP="00E00D30">
      <w:r>
        <w:t>406.3027</w:t>
      </w:r>
      <w:r>
        <w:tab/>
        <w:t>1.013e0</w:t>
      </w:r>
    </w:p>
    <w:p w:rsidR="00E00D30" w:rsidRDefault="00E00D30" w:rsidP="00E00D30">
      <w:r>
        <w:t>406.3094</w:t>
      </w:r>
      <w:r>
        <w:tab/>
        <w:t>1.013e0</w:t>
      </w:r>
    </w:p>
    <w:p w:rsidR="00E00D30" w:rsidRDefault="00E00D30" w:rsidP="00E00D30">
      <w:r>
        <w:t>406.3140</w:t>
      </w:r>
      <w:r>
        <w:tab/>
        <w:t>2.025e0</w:t>
      </w:r>
    </w:p>
    <w:p w:rsidR="00E00D30" w:rsidRDefault="00E00D30" w:rsidP="00E00D30">
      <w:r>
        <w:t>406.3176</w:t>
      </w:r>
      <w:r>
        <w:tab/>
        <w:t>1.013e0</w:t>
      </w:r>
    </w:p>
    <w:p w:rsidR="00E00D30" w:rsidRDefault="00E00D30" w:rsidP="00E00D30">
      <w:r>
        <w:t>406.3358</w:t>
      </w:r>
      <w:r>
        <w:tab/>
        <w:t>1.013e0</w:t>
      </w:r>
    </w:p>
    <w:p w:rsidR="00E00D30" w:rsidRDefault="00E00D30" w:rsidP="00E00D30">
      <w:r>
        <w:lastRenderedPageBreak/>
        <w:t>406.3498</w:t>
      </w:r>
      <w:r>
        <w:tab/>
        <w:t>2.025e0</w:t>
      </w:r>
    </w:p>
    <w:p w:rsidR="00E00D30" w:rsidRDefault="00E00D30" w:rsidP="00E00D30">
      <w:r>
        <w:t>406.3524</w:t>
      </w:r>
      <w:r>
        <w:tab/>
        <w:t>1.013e0</w:t>
      </w:r>
    </w:p>
    <w:p w:rsidR="00E00D30" w:rsidRDefault="00E00D30" w:rsidP="00E00D30">
      <w:r>
        <w:t>406.3559</w:t>
      </w:r>
      <w:r>
        <w:tab/>
        <w:t>4.051e0</w:t>
      </w:r>
    </w:p>
    <w:p w:rsidR="00E00D30" w:rsidRDefault="00E00D30" w:rsidP="00E00D30">
      <w:r>
        <w:t>406.3604</w:t>
      </w:r>
      <w:r>
        <w:tab/>
        <w:t>1.013e0</w:t>
      </w:r>
    </w:p>
    <w:p w:rsidR="00E00D30" w:rsidRDefault="00E00D30" w:rsidP="00E00D30">
      <w:r>
        <w:t>406.3823</w:t>
      </w:r>
      <w:r>
        <w:tab/>
        <w:t>1.013e0</w:t>
      </w:r>
    </w:p>
    <w:p w:rsidR="00E00D30" w:rsidRDefault="00E00D30" w:rsidP="00E00D30">
      <w:r>
        <w:t>406.4206</w:t>
      </w:r>
      <w:r>
        <w:tab/>
        <w:t>1.013e0</w:t>
      </w:r>
    </w:p>
    <w:p w:rsidR="00E00D30" w:rsidRDefault="00E00D30" w:rsidP="00E00D30">
      <w:r>
        <w:t>406.4597</w:t>
      </w:r>
      <w:r>
        <w:tab/>
        <w:t>1.013e0</w:t>
      </w:r>
    </w:p>
    <w:p w:rsidR="00E00D30" w:rsidRDefault="00E00D30" w:rsidP="00E00D30">
      <w:r>
        <w:t>406.4854</w:t>
      </w:r>
      <w:r>
        <w:tab/>
        <w:t>1.013e0</w:t>
      </w:r>
    </w:p>
    <w:p w:rsidR="00E00D30" w:rsidRDefault="00E00D30" w:rsidP="00E00D30">
      <w:r>
        <w:t>406.4885</w:t>
      </w:r>
      <w:r>
        <w:tab/>
        <w:t>1.013e0</w:t>
      </w:r>
    </w:p>
    <w:p w:rsidR="00E00D30" w:rsidRDefault="00E00D30" w:rsidP="00E00D30">
      <w:r>
        <w:t>406.5323</w:t>
      </w:r>
      <w:r>
        <w:tab/>
        <w:t>1.013e0</w:t>
      </w:r>
    </w:p>
    <w:p w:rsidR="00E00D30" w:rsidRDefault="00E00D30" w:rsidP="00E00D30">
      <w:r>
        <w:t>406.5388</w:t>
      </w:r>
      <w:r>
        <w:tab/>
        <w:t>1.013e0</w:t>
      </w:r>
    </w:p>
    <w:p w:rsidR="00E00D30" w:rsidRDefault="00E00D30" w:rsidP="00E00D30">
      <w:r>
        <w:t>406.5663</w:t>
      </w:r>
      <w:r>
        <w:tab/>
        <w:t>1.013e0</w:t>
      </w:r>
    </w:p>
    <w:p w:rsidR="00E00D30" w:rsidRDefault="00E00D30" w:rsidP="00E00D30">
      <w:r>
        <w:t>406.5917</w:t>
      </w:r>
      <w:r>
        <w:tab/>
        <w:t>1.013e0</w:t>
      </w:r>
    </w:p>
    <w:p w:rsidR="00E00D30" w:rsidRDefault="00E00D30" w:rsidP="00E00D30">
      <w:r>
        <w:t>406.6035</w:t>
      </w:r>
      <w:r>
        <w:tab/>
        <w:t>1.013e0</w:t>
      </w:r>
    </w:p>
    <w:p w:rsidR="00E00D30" w:rsidRDefault="00E00D30" w:rsidP="00E00D30">
      <w:r>
        <w:t>406.6179</w:t>
      </w:r>
      <w:r>
        <w:tab/>
        <w:t>1.013e0</w:t>
      </w:r>
    </w:p>
    <w:p w:rsidR="00E00D30" w:rsidRDefault="00E00D30" w:rsidP="00E00D30">
      <w:r>
        <w:t>406.6251</w:t>
      </w:r>
      <w:r>
        <w:tab/>
        <w:t>1.013e0</w:t>
      </w:r>
    </w:p>
    <w:p w:rsidR="00E00D30" w:rsidRDefault="00E00D30" w:rsidP="00E00D30">
      <w:r>
        <w:t>406.6305</w:t>
      </w:r>
      <w:r>
        <w:tab/>
        <w:t>1.013e0</w:t>
      </w:r>
    </w:p>
    <w:p w:rsidR="00E00D30" w:rsidRDefault="00E00D30" w:rsidP="00E00D30">
      <w:r>
        <w:t>406.6342</w:t>
      </w:r>
      <w:r>
        <w:tab/>
        <w:t>1.013e0</w:t>
      </w:r>
    </w:p>
    <w:p w:rsidR="00E00D30" w:rsidRDefault="00E00D30" w:rsidP="00E00D30">
      <w:r>
        <w:t>406.6524</w:t>
      </w:r>
      <w:r>
        <w:tab/>
        <w:t>1.013e0</w:t>
      </w:r>
    </w:p>
    <w:p w:rsidR="00E00D30" w:rsidRDefault="00E00D30" w:rsidP="00E00D30">
      <w:r>
        <w:lastRenderedPageBreak/>
        <w:t>406.6732</w:t>
      </w:r>
      <w:r>
        <w:tab/>
        <w:t>1.013e0</w:t>
      </w:r>
    </w:p>
    <w:p w:rsidR="00E00D30" w:rsidRDefault="00E00D30" w:rsidP="00E00D30">
      <w:r>
        <w:t>406.6946</w:t>
      </w:r>
      <w:r>
        <w:tab/>
        <w:t>1.013e0</w:t>
      </w:r>
    </w:p>
    <w:p w:rsidR="00E00D30" w:rsidRDefault="00E00D30" w:rsidP="00E00D30">
      <w:r>
        <w:t>406.6964</w:t>
      </w:r>
      <w:r>
        <w:tab/>
        <w:t>2.025e0</w:t>
      </w:r>
    </w:p>
    <w:p w:rsidR="00E00D30" w:rsidRDefault="00E00D30" w:rsidP="00E00D30">
      <w:r>
        <w:t>406.7112</w:t>
      </w:r>
      <w:r>
        <w:tab/>
        <w:t>1.013e0</w:t>
      </w:r>
    </w:p>
    <w:p w:rsidR="00E00D30" w:rsidRDefault="00E00D30" w:rsidP="00E00D30">
      <w:r>
        <w:t>406.7371</w:t>
      </w:r>
      <w:r>
        <w:tab/>
        <w:t>1.013e0</w:t>
      </w:r>
    </w:p>
    <w:p w:rsidR="00E00D30" w:rsidRDefault="00E00D30" w:rsidP="00E00D30">
      <w:r>
        <w:t>406.7800</w:t>
      </w:r>
      <w:r>
        <w:tab/>
        <w:t>2.025e0</w:t>
      </w:r>
    </w:p>
    <w:p w:rsidR="00E00D30" w:rsidRDefault="00E00D30" w:rsidP="00E00D30">
      <w:r>
        <w:t>406.8261</w:t>
      </w:r>
      <w:r>
        <w:tab/>
        <w:t>1.013e0</w:t>
      </w:r>
    </w:p>
    <w:p w:rsidR="00E00D30" w:rsidRDefault="00E00D30" w:rsidP="00E00D30">
      <w:r>
        <w:t>406.8333</w:t>
      </w:r>
      <w:r>
        <w:tab/>
        <w:t>1.013e0</w:t>
      </w:r>
    </w:p>
    <w:p w:rsidR="00E00D30" w:rsidRDefault="00E00D30" w:rsidP="00E00D30">
      <w:r>
        <w:t>406.8788</w:t>
      </w:r>
      <w:r>
        <w:tab/>
        <w:t>2.025e0</w:t>
      </w:r>
    </w:p>
    <w:p w:rsidR="00E00D30" w:rsidRDefault="00E00D30" w:rsidP="00E00D30">
      <w:r>
        <w:t>406.8868</w:t>
      </w:r>
      <w:r>
        <w:tab/>
        <w:t>1.013e0</w:t>
      </w:r>
    </w:p>
    <w:p w:rsidR="00E00D30" w:rsidRDefault="00E00D30" w:rsidP="00E00D30">
      <w:r>
        <w:t>406.9120</w:t>
      </w:r>
      <w:r>
        <w:tab/>
        <w:t>1.013e0</w:t>
      </w:r>
    </w:p>
    <w:p w:rsidR="00E00D30" w:rsidRDefault="00E00D30" w:rsidP="00E00D30">
      <w:r>
        <w:t>406.9258</w:t>
      </w:r>
      <w:r>
        <w:tab/>
        <w:t>1.013e0</w:t>
      </w:r>
    </w:p>
    <w:p w:rsidR="00E00D30" w:rsidRDefault="00E00D30" w:rsidP="00E00D30">
      <w:r>
        <w:t>406.9457</w:t>
      </w:r>
      <w:r>
        <w:tab/>
        <w:t>2.025e0</w:t>
      </w:r>
    </w:p>
    <w:p w:rsidR="00E00D30" w:rsidRDefault="00E00D30" w:rsidP="00E00D30">
      <w:r>
        <w:t>406.9516</w:t>
      </w:r>
      <w:r>
        <w:tab/>
        <w:t>2.025e0</w:t>
      </w:r>
    </w:p>
    <w:p w:rsidR="00E00D30" w:rsidRDefault="00E00D30" w:rsidP="00E00D30">
      <w:r>
        <w:t>406.9685</w:t>
      </w:r>
      <w:r>
        <w:tab/>
        <w:t>1.013e0</w:t>
      </w:r>
    </w:p>
    <w:p w:rsidR="00E00D30" w:rsidRDefault="00E00D30" w:rsidP="00E00D30">
      <w:r>
        <w:t>406.9710</w:t>
      </w:r>
      <w:r>
        <w:tab/>
        <w:t>2.025e0</w:t>
      </w:r>
    </w:p>
    <w:p w:rsidR="00E00D30" w:rsidRDefault="00E00D30" w:rsidP="00E00D30">
      <w:r>
        <w:t>406.9839</w:t>
      </w:r>
      <w:r>
        <w:tab/>
        <w:t>1.013e0</w:t>
      </w:r>
    </w:p>
    <w:p w:rsidR="00E00D30" w:rsidRDefault="00E00D30" w:rsidP="00E00D30">
      <w:r>
        <w:t>407.0150</w:t>
      </w:r>
      <w:r>
        <w:tab/>
        <w:t>1.013e0</w:t>
      </w:r>
    </w:p>
    <w:p w:rsidR="00E00D30" w:rsidRDefault="00E00D30" w:rsidP="00E00D30">
      <w:r>
        <w:t>407.0200</w:t>
      </w:r>
      <w:r>
        <w:tab/>
        <w:t>2.025e0</w:t>
      </w:r>
    </w:p>
    <w:p w:rsidR="00E00D30" w:rsidRDefault="00E00D30" w:rsidP="00E00D30">
      <w:r>
        <w:lastRenderedPageBreak/>
        <w:t>407.0361</w:t>
      </w:r>
      <w:r>
        <w:tab/>
        <w:t>2.025e0</w:t>
      </w:r>
    </w:p>
    <w:p w:rsidR="00E00D30" w:rsidRDefault="00E00D30" w:rsidP="00E00D30">
      <w:r>
        <w:t>407.0553</w:t>
      </w:r>
      <w:r>
        <w:tab/>
        <w:t>3.038e0</w:t>
      </w:r>
    </w:p>
    <w:p w:rsidR="00E00D30" w:rsidRDefault="00E00D30" w:rsidP="00E00D30">
      <w:r>
        <w:t>407.0688</w:t>
      </w:r>
      <w:r>
        <w:tab/>
        <w:t>2.025e0</w:t>
      </w:r>
    </w:p>
    <w:p w:rsidR="00E00D30" w:rsidRDefault="00E00D30" w:rsidP="00E00D30">
      <w:r>
        <w:t>407.1136</w:t>
      </w:r>
      <w:r>
        <w:tab/>
        <w:t>2.025e0</w:t>
      </w:r>
    </w:p>
    <w:p w:rsidR="00E00D30" w:rsidRDefault="00E00D30" w:rsidP="00E00D30">
      <w:r>
        <w:t>407.1348</w:t>
      </w:r>
      <w:r>
        <w:tab/>
        <w:t>1.013e0</w:t>
      </w:r>
    </w:p>
    <w:p w:rsidR="00E00D30" w:rsidRDefault="00E00D30" w:rsidP="00E00D30">
      <w:r>
        <w:t>407.1408</w:t>
      </w:r>
      <w:r>
        <w:tab/>
        <w:t>3.038e0</w:t>
      </w:r>
    </w:p>
    <w:p w:rsidR="00E00D30" w:rsidRDefault="00E00D30" w:rsidP="00E00D30">
      <w:r>
        <w:t>407.1611</w:t>
      </w:r>
      <w:r>
        <w:tab/>
        <w:t>1.013e0</w:t>
      </w:r>
    </w:p>
    <w:p w:rsidR="00E00D30" w:rsidRDefault="00E00D30" w:rsidP="00E00D30">
      <w:r>
        <w:t>407.1625</w:t>
      </w:r>
      <w:r>
        <w:tab/>
        <w:t>2.025e0</w:t>
      </w:r>
    </w:p>
    <w:p w:rsidR="00E00D30" w:rsidRDefault="00E00D30" w:rsidP="00E00D30">
      <w:r>
        <w:t>407.1839</w:t>
      </w:r>
      <w:r>
        <w:tab/>
        <w:t>2.025e0</w:t>
      </w:r>
    </w:p>
    <w:p w:rsidR="00E00D30" w:rsidRDefault="00E00D30" w:rsidP="00E00D30">
      <w:r>
        <w:t>407.1930</w:t>
      </w:r>
      <w:r>
        <w:tab/>
        <w:t>1.013e0</w:t>
      </w:r>
    </w:p>
    <w:p w:rsidR="00E00D30" w:rsidRDefault="00E00D30" w:rsidP="00E00D30">
      <w:r>
        <w:t>407.2050</w:t>
      </w:r>
      <w:r>
        <w:tab/>
        <w:t>2.025e0</w:t>
      </w:r>
    </w:p>
    <w:p w:rsidR="00E00D30" w:rsidRDefault="00E00D30" w:rsidP="00E00D30">
      <w:r>
        <w:t>407.2069</w:t>
      </w:r>
      <w:r>
        <w:tab/>
        <w:t>1.013e0</w:t>
      </w:r>
    </w:p>
    <w:p w:rsidR="00E00D30" w:rsidRDefault="00E00D30" w:rsidP="00E00D30">
      <w:r>
        <w:t>407.2145</w:t>
      </w:r>
      <w:r>
        <w:tab/>
        <w:t>3.038e0</w:t>
      </w:r>
    </w:p>
    <w:p w:rsidR="00E00D30" w:rsidRDefault="00E00D30" w:rsidP="00E00D30">
      <w:r>
        <w:t>407.2381</w:t>
      </w:r>
      <w:r>
        <w:tab/>
        <w:t>2.025e0</w:t>
      </w:r>
    </w:p>
    <w:p w:rsidR="00E00D30" w:rsidRDefault="00E00D30" w:rsidP="00E00D30">
      <w:r>
        <w:t>407.2550</w:t>
      </w:r>
      <w:r>
        <w:tab/>
        <w:t>2.025e0</w:t>
      </w:r>
    </w:p>
    <w:p w:rsidR="00E00D30" w:rsidRDefault="00E00D30" w:rsidP="00E00D30">
      <w:r>
        <w:t>407.2661</w:t>
      </w:r>
      <w:r>
        <w:tab/>
        <w:t>4.051e0</w:t>
      </w:r>
    </w:p>
    <w:p w:rsidR="00E00D30" w:rsidRDefault="00E00D30" w:rsidP="00E00D30">
      <w:r>
        <w:t>407.2730</w:t>
      </w:r>
      <w:r>
        <w:tab/>
        <w:t>2.025e0</w:t>
      </w:r>
    </w:p>
    <w:p w:rsidR="00E00D30" w:rsidRDefault="00E00D30" w:rsidP="00E00D30">
      <w:r>
        <w:t>407.2886</w:t>
      </w:r>
      <w:r>
        <w:tab/>
        <w:t>1.013e0</w:t>
      </w:r>
    </w:p>
    <w:p w:rsidR="00E00D30" w:rsidRDefault="00E00D30" w:rsidP="00E00D30">
      <w:r>
        <w:t>407.3218</w:t>
      </w:r>
      <w:r>
        <w:tab/>
        <w:t>3.038e0</w:t>
      </w:r>
    </w:p>
    <w:p w:rsidR="00E00D30" w:rsidRDefault="00E00D30" w:rsidP="00E00D30">
      <w:r>
        <w:lastRenderedPageBreak/>
        <w:t>407.3276</w:t>
      </w:r>
      <w:r>
        <w:tab/>
        <w:t>1.013e0</w:t>
      </w:r>
    </w:p>
    <w:p w:rsidR="00E00D30" w:rsidRDefault="00E00D30" w:rsidP="00E00D30">
      <w:r>
        <w:t>407.3434</w:t>
      </w:r>
      <w:r>
        <w:tab/>
        <w:t>1.013e0</w:t>
      </w:r>
    </w:p>
    <w:p w:rsidR="00E00D30" w:rsidRDefault="00E00D30" w:rsidP="00E00D30">
      <w:r>
        <w:t>407.3496</w:t>
      </w:r>
      <w:r>
        <w:tab/>
        <w:t>1.013e0</w:t>
      </w:r>
    </w:p>
    <w:p w:rsidR="00E00D30" w:rsidRDefault="00E00D30" w:rsidP="00E00D30">
      <w:r>
        <w:t>407.3578</w:t>
      </w:r>
      <w:r>
        <w:tab/>
        <w:t>1.013e0</w:t>
      </w:r>
    </w:p>
    <w:p w:rsidR="00E00D30" w:rsidRDefault="00E00D30" w:rsidP="00E00D30">
      <w:r>
        <w:t>407.3791</w:t>
      </w:r>
      <w:r>
        <w:tab/>
        <w:t>1.013e0</w:t>
      </w:r>
    </w:p>
    <w:p w:rsidR="00E00D30" w:rsidRDefault="00E00D30" w:rsidP="00E00D30">
      <w:r>
        <w:t>407.3918</w:t>
      </w:r>
      <w:r>
        <w:tab/>
        <w:t>1.013e0</w:t>
      </w:r>
    </w:p>
    <w:p w:rsidR="00E00D30" w:rsidRDefault="00E00D30" w:rsidP="00E00D30">
      <w:r>
        <w:t>407.3954</w:t>
      </w:r>
      <w:r>
        <w:tab/>
        <w:t>1.013e0</w:t>
      </w:r>
    </w:p>
    <w:p w:rsidR="00E00D30" w:rsidRDefault="00E00D30" w:rsidP="00E00D30">
      <w:r>
        <w:t>407.4350</w:t>
      </w:r>
      <w:r>
        <w:tab/>
        <w:t>1.013e0</w:t>
      </w:r>
    </w:p>
    <w:p w:rsidR="00E00D30" w:rsidRDefault="00E00D30" w:rsidP="00E00D30">
      <w:r>
        <w:t>407.4383</w:t>
      </w:r>
      <w:r>
        <w:tab/>
        <w:t>1.013e0</w:t>
      </w:r>
    </w:p>
    <w:p w:rsidR="00E00D30" w:rsidRDefault="00E00D30" w:rsidP="00E00D30">
      <w:r>
        <w:t>407.4556</w:t>
      </w:r>
      <w:r>
        <w:tab/>
        <w:t>1.013e0</w:t>
      </w:r>
    </w:p>
    <w:p w:rsidR="00E00D30" w:rsidRDefault="00E00D30" w:rsidP="00E00D30">
      <w:r>
        <w:t>407.4810</w:t>
      </w:r>
      <w:r>
        <w:tab/>
        <w:t>1.013e0</w:t>
      </w:r>
    </w:p>
    <w:p w:rsidR="00E00D30" w:rsidRDefault="00E00D30" w:rsidP="00E00D30">
      <w:r>
        <w:t>407.5449</w:t>
      </w:r>
      <w:r>
        <w:tab/>
        <w:t>1.013e0</w:t>
      </w:r>
    </w:p>
    <w:p w:rsidR="00E00D30" w:rsidRDefault="00E00D30" w:rsidP="00E00D30">
      <w:r>
        <w:t>407.5839</w:t>
      </w:r>
      <w:r>
        <w:tab/>
        <w:t>1.013e0</w:t>
      </w:r>
    </w:p>
    <w:p w:rsidR="00E00D30" w:rsidRDefault="00E00D30" w:rsidP="00E00D30">
      <w:r>
        <w:t>407.5879</w:t>
      </w:r>
      <w:r>
        <w:tab/>
        <w:t>1.013e0</w:t>
      </w:r>
    </w:p>
    <w:p w:rsidR="00E00D30" w:rsidRDefault="00E00D30" w:rsidP="00E00D30">
      <w:r>
        <w:t>407.6018</w:t>
      </w:r>
      <w:r>
        <w:tab/>
        <w:t>1.013e0</w:t>
      </w:r>
    </w:p>
    <w:p w:rsidR="00E00D30" w:rsidRDefault="00E00D30" w:rsidP="00E00D30">
      <w:r>
        <w:t>407.6172</w:t>
      </w:r>
      <w:r>
        <w:tab/>
        <w:t>1.013e0</w:t>
      </w:r>
    </w:p>
    <w:p w:rsidR="00E00D30" w:rsidRDefault="00E00D30" w:rsidP="00E00D30">
      <w:r>
        <w:t>407.6229</w:t>
      </w:r>
      <w:r>
        <w:tab/>
        <w:t>1.013e0</w:t>
      </w:r>
    </w:p>
    <w:p w:rsidR="00E00D30" w:rsidRDefault="00E00D30" w:rsidP="00E00D30">
      <w:r>
        <w:t>407.6482</w:t>
      </w:r>
      <w:r>
        <w:tab/>
        <w:t>1.013e0</w:t>
      </w:r>
    </w:p>
    <w:p w:rsidR="00E00D30" w:rsidRDefault="00E00D30" w:rsidP="00E00D30">
      <w:r>
        <w:t>407.6907</w:t>
      </w:r>
      <w:r>
        <w:tab/>
        <w:t>1.013e0</w:t>
      </w:r>
    </w:p>
    <w:p w:rsidR="00E00D30" w:rsidRDefault="00E00D30" w:rsidP="00E00D30">
      <w:r>
        <w:lastRenderedPageBreak/>
        <w:t>407.7174</w:t>
      </w:r>
      <w:r>
        <w:tab/>
        <w:t>2.025e0</w:t>
      </w:r>
    </w:p>
    <w:p w:rsidR="00E00D30" w:rsidRDefault="00E00D30" w:rsidP="00E00D30">
      <w:r>
        <w:t>407.7296</w:t>
      </w:r>
      <w:r>
        <w:tab/>
        <w:t>1.013e0</w:t>
      </w:r>
    </w:p>
    <w:p w:rsidR="00E00D30" w:rsidRDefault="00E00D30" w:rsidP="00E00D30">
      <w:r>
        <w:t>407.7505</w:t>
      </w:r>
      <w:r>
        <w:tab/>
        <w:t>3.038e0</w:t>
      </w:r>
    </w:p>
    <w:p w:rsidR="00E00D30" w:rsidRDefault="00E00D30" w:rsidP="00E00D30">
      <w:r>
        <w:t>407.7675</w:t>
      </w:r>
      <w:r>
        <w:tab/>
        <w:t>1.013e0</w:t>
      </w:r>
    </w:p>
    <w:p w:rsidR="00E00D30" w:rsidRDefault="00E00D30" w:rsidP="00E00D30">
      <w:r>
        <w:t>407.7821</w:t>
      </w:r>
      <w:r>
        <w:tab/>
        <w:t>1.013e0</w:t>
      </w:r>
    </w:p>
    <w:p w:rsidR="00E00D30" w:rsidRDefault="00E00D30" w:rsidP="00E00D30">
      <w:r>
        <w:t>407.7982</w:t>
      </w:r>
      <w:r>
        <w:tab/>
        <w:t>1.013e0</w:t>
      </w:r>
    </w:p>
    <w:p w:rsidR="00E00D30" w:rsidRDefault="00E00D30" w:rsidP="00E00D30">
      <w:r>
        <w:t>407.8264</w:t>
      </w:r>
      <w:r>
        <w:tab/>
        <w:t>2.025e0</w:t>
      </w:r>
    </w:p>
    <w:p w:rsidR="00E00D30" w:rsidRDefault="00E00D30" w:rsidP="00E00D30">
      <w:r>
        <w:t>407.8330</w:t>
      </w:r>
      <w:r>
        <w:tab/>
        <w:t>1.013e0</w:t>
      </w:r>
    </w:p>
    <w:p w:rsidR="00E00D30" w:rsidRDefault="00E00D30" w:rsidP="00E00D30">
      <w:r>
        <w:t>407.9026</w:t>
      </w:r>
      <w:r>
        <w:tab/>
        <w:t>3.038e0</w:t>
      </w:r>
    </w:p>
    <w:p w:rsidR="00E00D30" w:rsidRDefault="00E00D30" w:rsidP="00E00D30">
      <w:r>
        <w:t>407.9051</w:t>
      </w:r>
      <w:r>
        <w:tab/>
        <w:t>5.063e0</w:t>
      </w:r>
    </w:p>
    <w:p w:rsidR="00E00D30" w:rsidRDefault="00E00D30" w:rsidP="00E00D30">
      <w:r>
        <w:t>407.9100</w:t>
      </w:r>
      <w:r>
        <w:tab/>
        <w:t>3.038e0</w:t>
      </w:r>
    </w:p>
    <w:p w:rsidR="00E00D30" w:rsidRDefault="00E00D30" w:rsidP="00E00D30">
      <w:r>
        <w:t>407.9126</w:t>
      </w:r>
      <w:r>
        <w:tab/>
        <w:t>4.051e0</w:t>
      </w:r>
    </w:p>
    <w:p w:rsidR="00E00D30" w:rsidRDefault="00E00D30" w:rsidP="00E00D30">
      <w:r>
        <w:t>407.9488</w:t>
      </w:r>
      <w:r>
        <w:tab/>
        <w:t>3.038e0</w:t>
      </w:r>
    </w:p>
    <w:p w:rsidR="00E00D30" w:rsidRDefault="00E00D30" w:rsidP="00E00D30">
      <w:r>
        <w:t>407.9500</w:t>
      </w:r>
      <w:r>
        <w:tab/>
        <w:t>2.025e0</w:t>
      </w:r>
    </w:p>
    <w:p w:rsidR="00E00D30" w:rsidRDefault="00E00D30" w:rsidP="00E00D30">
      <w:r>
        <w:t>408.0076</w:t>
      </w:r>
      <w:r>
        <w:tab/>
        <w:t>1.013e0</w:t>
      </w:r>
    </w:p>
    <w:p w:rsidR="00E00D30" w:rsidRDefault="00E00D30" w:rsidP="00E00D30">
      <w:r>
        <w:t>408.0123</w:t>
      </w:r>
      <w:r>
        <w:tab/>
        <w:t>1.013e0</w:t>
      </w:r>
    </w:p>
    <w:p w:rsidR="00E00D30" w:rsidRDefault="00E00D30" w:rsidP="00E00D30">
      <w:r>
        <w:t>408.0256</w:t>
      </w:r>
      <w:r>
        <w:tab/>
        <w:t>1.013e0</w:t>
      </w:r>
    </w:p>
    <w:p w:rsidR="00E00D30" w:rsidRDefault="00E00D30" w:rsidP="00E00D30">
      <w:r>
        <w:t>408.0341</w:t>
      </w:r>
      <w:r>
        <w:tab/>
        <w:t>1.013e0</w:t>
      </w:r>
    </w:p>
    <w:p w:rsidR="00E00D30" w:rsidRDefault="00E00D30" w:rsidP="00E00D30">
      <w:r>
        <w:t>408.0413</w:t>
      </w:r>
      <w:r>
        <w:tab/>
        <w:t>2.025e0</w:t>
      </w:r>
    </w:p>
    <w:p w:rsidR="00E00D30" w:rsidRDefault="00E00D30" w:rsidP="00E00D30">
      <w:r>
        <w:lastRenderedPageBreak/>
        <w:t>408.0660</w:t>
      </w:r>
      <w:r>
        <w:tab/>
        <w:t>3.038e0</w:t>
      </w:r>
    </w:p>
    <w:p w:rsidR="00E00D30" w:rsidRDefault="00E00D30" w:rsidP="00E00D30">
      <w:r>
        <w:t>408.0773</w:t>
      </w:r>
      <w:r>
        <w:tab/>
        <w:t>1.013e0</w:t>
      </w:r>
    </w:p>
    <w:p w:rsidR="00E00D30" w:rsidRDefault="00E00D30" w:rsidP="00E00D30">
      <w:r>
        <w:t>408.0930</w:t>
      </w:r>
      <w:r>
        <w:tab/>
        <w:t>1.013e0</w:t>
      </w:r>
    </w:p>
    <w:p w:rsidR="00E00D30" w:rsidRDefault="00E00D30" w:rsidP="00E00D30">
      <w:r>
        <w:t>408.1143</w:t>
      </w:r>
      <w:r>
        <w:tab/>
        <w:t>1.013e0</w:t>
      </w:r>
    </w:p>
    <w:p w:rsidR="00E00D30" w:rsidRDefault="00E00D30" w:rsidP="00E00D30">
      <w:r>
        <w:t>408.1417</w:t>
      </w:r>
      <w:r>
        <w:tab/>
        <w:t>3.038e0</w:t>
      </w:r>
    </w:p>
    <w:p w:rsidR="00E00D30" w:rsidRDefault="00E00D30" w:rsidP="00E00D30">
      <w:r>
        <w:t>408.1493</w:t>
      </w:r>
      <w:r>
        <w:tab/>
        <w:t>2.025e0</w:t>
      </w:r>
    </w:p>
    <w:p w:rsidR="00E00D30" w:rsidRDefault="00E00D30" w:rsidP="00E00D30">
      <w:r>
        <w:t>408.1567</w:t>
      </w:r>
      <w:r>
        <w:tab/>
        <w:t>1.013e0</w:t>
      </w:r>
    </w:p>
    <w:p w:rsidR="00E00D30" w:rsidRDefault="00E00D30" w:rsidP="00E00D30">
      <w:r>
        <w:t>408.1635</w:t>
      </w:r>
      <w:r>
        <w:tab/>
        <w:t>2.025e0</w:t>
      </w:r>
    </w:p>
    <w:p w:rsidR="00E00D30" w:rsidRDefault="00E00D30" w:rsidP="00E00D30">
      <w:r>
        <w:t>408.1774</w:t>
      </w:r>
      <w:r>
        <w:tab/>
        <w:t>2.025e0</w:t>
      </w:r>
    </w:p>
    <w:p w:rsidR="00E00D30" w:rsidRDefault="00E00D30" w:rsidP="00E00D30">
      <w:r>
        <w:t>408.1787</w:t>
      </w:r>
      <w:r>
        <w:tab/>
        <w:t>1.013e0</w:t>
      </w:r>
    </w:p>
    <w:p w:rsidR="00E00D30" w:rsidRDefault="00E00D30" w:rsidP="00E00D30">
      <w:r>
        <w:t>408.1881</w:t>
      </w:r>
      <w:r>
        <w:tab/>
        <w:t>4.051e0</w:t>
      </w:r>
    </w:p>
    <w:p w:rsidR="00E00D30" w:rsidRDefault="00E00D30" w:rsidP="00E00D30">
      <w:r>
        <w:t>408.1959</w:t>
      </w:r>
      <w:r>
        <w:tab/>
        <w:t>3.038e0</w:t>
      </w:r>
    </w:p>
    <w:p w:rsidR="00E00D30" w:rsidRDefault="00E00D30" w:rsidP="00E00D30">
      <w:r>
        <w:t>408.2138</w:t>
      </w:r>
      <w:r>
        <w:tab/>
        <w:t>1.013e0</w:t>
      </w:r>
    </w:p>
    <w:p w:rsidR="00E00D30" w:rsidRDefault="00E00D30" w:rsidP="00E00D30">
      <w:r>
        <w:t>408.2372</w:t>
      </w:r>
      <w:r>
        <w:tab/>
        <w:t>2.025e0</w:t>
      </w:r>
    </w:p>
    <w:p w:rsidR="00E00D30" w:rsidRDefault="00E00D30" w:rsidP="00E00D30">
      <w:r>
        <w:t>408.2472</w:t>
      </w:r>
      <w:r>
        <w:tab/>
        <w:t>4.051e0</w:t>
      </w:r>
    </w:p>
    <w:p w:rsidR="00E00D30" w:rsidRDefault="00E00D30" w:rsidP="00E00D30">
      <w:r>
        <w:t>408.2548</w:t>
      </w:r>
      <w:r>
        <w:tab/>
        <w:t>4.051e0</w:t>
      </w:r>
    </w:p>
    <w:p w:rsidR="00E00D30" w:rsidRDefault="00E00D30" w:rsidP="00E00D30">
      <w:r>
        <w:t>408.2591</w:t>
      </w:r>
      <w:r>
        <w:tab/>
        <w:t>4.051e0</w:t>
      </w:r>
    </w:p>
    <w:p w:rsidR="00E00D30" w:rsidRDefault="00E00D30" w:rsidP="00E00D30">
      <w:r>
        <w:t>408.2650</w:t>
      </w:r>
      <w:r>
        <w:tab/>
        <w:t>1.013e0</w:t>
      </w:r>
    </w:p>
    <w:p w:rsidR="00E00D30" w:rsidRDefault="00E00D30" w:rsidP="00E00D30">
      <w:r>
        <w:t>408.2737</w:t>
      </w:r>
      <w:r>
        <w:tab/>
        <w:t>3.038e0</w:t>
      </w:r>
    </w:p>
    <w:p w:rsidR="00E00D30" w:rsidRDefault="00E00D30" w:rsidP="00E00D30">
      <w:r>
        <w:lastRenderedPageBreak/>
        <w:t>408.2924</w:t>
      </w:r>
      <w:r>
        <w:tab/>
        <w:t>5.063e0</w:t>
      </w:r>
    </w:p>
    <w:p w:rsidR="00E00D30" w:rsidRDefault="00E00D30" w:rsidP="00E00D30">
      <w:r>
        <w:t>408.2939</w:t>
      </w:r>
      <w:r>
        <w:tab/>
        <w:t>2.025e0</w:t>
      </w:r>
    </w:p>
    <w:p w:rsidR="00E00D30" w:rsidRDefault="00E00D30" w:rsidP="00E00D30">
      <w:r>
        <w:t>408.3078</w:t>
      </w:r>
      <w:r>
        <w:tab/>
        <w:t>1.013e0</w:t>
      </w:r>
    </w:p>
    <w:p w:rsidR="00E00D30" w:rsidRDefault="00E00D30" w:rsidP="00E00D30">
      <w:r>
        <w:t>408.3383</w:t>
      </w:r>
      <w:r>
        <w:tab/>
        <w:t>2.025e0</w:t>
      </w:r>
    </w:p>
    <w:p w:rsidR="00E00D30" w:rsidRDefault="00E00D30" w:rsidP="00E00D30">
      <w:r>
        <w:t>408.3466</w:t>
      </w:r>
      <w:r>
        <w:tab/>
        <w:t>7.089e0</w:t>
      </w:r>
    </w:p>
    <w:p w:rsidR="00E00D30" w:rsidRDefault="00E00D30" w:rsidP="00E00D30">
      <w:r>
        <w:t>408.3486</w:t>
      </w:r>
      <w:r>
        <w:tab/>
        <w:t>2.025e0</w:t>
      </w:r>
    </w:p>
    <w:p w:rsidR="00E00D30" w:rsidRDefault="00E00D30" w:rsidP="00E00D30">
      <w:r>
        <w:t>408.3510</w:t>
      </w:r>
      <w:r>
        <w:tab/>
        <w:t>1.013e0</w:t>
      </w:r>
    </w:p>
    <w:p w:rsidR="00E00D30" w:rsidRDefault="00E00D30" w:rsidP="00E00D30">
      <w:r>
        <w:t>408.3542</w:t>
      </w:r>
      <w:r>
        <w:tab/>
        <w:t>4.051e0</w:t>
      </w:r>
    </w:p>
    <w:p w:rsidR="00E00D30" w:rsidRDefault="00E00D30" w:rsidP="00E00D30">
      <w:r>
        <w:t>408.3582</w:t>
      </w:r>
      <w:r>
        <w:tab/>
        <w:t>1.013e0</w:t>
      </w:r>
    </w:p>
    <w:p w:rsidR="00E00D30" w:rsidRDefault="00E00D30" w:rsidP="00E00D30">
      <w:r>
        <w:t>408.3621</w:t>
      </w:r>
      <w:r>
        <w:tab/>
        <w:t>5.063e0</w:t>
      </w:r>
    </w:p>
    <w:p w:rsidR="00E00D30" w:rsidRDefault="00E00D30" w:rsidP="00E00D30">
      <w:r>
        <w:t>408.3636</w:t>
      </w:r>
      <w:r>
        <w:tab/>
        <w:t>1.013e0</w:t>
      </w:r>
    </w:p>
    <w:p w:rsidR="00E00D30" w:rsidRDefault="00E00D30" w:rsidP="00E00D30">
      <w:r>
        <w:t>408.3883</w:t>
      </w:r>
      <w:r>
        <w:tab/>
        <w:t>1.013e0</w:t>
      </w:r>
    </w:p>
    <w:p w:rsidR="00E00D30" w:rsidRDefault="00E00D30" w:rsidP="00E00D30">
      <w:r>
        <w:t>408.3942</w:t>
      </w:r>
      <w:r>
        <w:tab/>
        <w:t>1.013e0</w:t>
      </w:r>
    </w:p>
    <w:p w:rsidR="00E00D30" w:rsidRDefault="00E00D30" w:rsidP="00E00D30">
      <w:r>
        <w:t>408.4484</w:t>
      </w:r>
      <w:r>
        <w:tab/>
        <w:t>1.013e0</w:t>
      </w:r>
    </w:p>
    <w:p w:rsidR="00E00D30" w:rsidRDefault="00E00D30" w:rsidP="00E00D30">
      <w:r>
        <w:t>408.4807</w:t>
      </w:r>
      <w:r>
        <w:tab/>
        <w:t>1.013e0</w:t>
      </w:r>
    </w:p>
    <w:p w:rsidR="00E00D30" w:rsidRDefault="00E00D30" w:rsidP="00E00D30">
      <w:r>
        <w:t>408.5172</w:t>
      </w:r>
      <w:r>
        <w:tab/>
        <w:t>1.013e0</w:t>
      </w:r>
    </w:p>
    <w:p w:rsidR="00E00D30" w:rsidRDefault="00E00D30" w:rsidP="00E00D30">
      <w:r>
        <w:t>408.5521</w:t>
      </w:r>
      <w:r>
        <w:tab/>
        <w:t>2.025e0</w:t>
      </w:r>
    </w:p>
    <w:p w:rsidR="00E00D30" w:rsidRDefault="00E00D30" w:rsidP="00E00D30">
      <w:r>
        <w:t>408.5815</w:t>
      </w:r>
      <w:r>
        <w:tab/>
        <w:t>2.025e0</w:t>
      </w:r>
    </w:p>
    <w:p w:rsidR="00E00D30" w:rsidRDefault="00E00D30" w:rsidP="00E00D30">
      <w:r>
        <w:t>408.6284</w:t>
      </w:r>
      <w:r>
        <w:tab/>
        <w:t>2.025e0</w:t>
      </w:r>
    </w:p>
    <w:p w:rsidR="00E00D30" w:rsidRDefault="00E00D30" w:rsidP="00E00D30">
      <w:r>
        <w:lastRenderedPageBreak/>
        <w:t>408.6372</w:t>
      </w:r>
      <w:r>
        <w:tab/>
        <w:t>1.013e0</w:t>
      </w:r>
    </w:p>
    <w:p w:rsidR="00E00D30" w:rsidRDefault="00E00D30" w:rsidP="00E00D30">
      <w:r>
        <w:t>408.6415</w:t>
      </w:r>
      <w:r>
        <w:tab/>
        <w:t>1.013e0</w:t>
      </w:r>
    </w:p>
    <w:p w:rsidR="00E00D30" w:rsidRDefault="00E00D30" w:rsidP="00E00D30">
      <w:r>
        <w:t>408.6898</w:t>
      </w:r>
      <w:r>
        <w:tab/>
        <w:t>1.013e0</w:t>
      </w:r>
    </w:p>
    <w:p w:rsidR="00E00D30" w:rsidRDefault="00E00D30" w:rsidP="00E00D30">
      <w:r>
        <w:t>408.7048</w:t>
      </w:r>
      <w:r>
        <w:tab/>
        <w:t>1.013e0</w:t>
      </w:r>
    </w:p>
    <w:p w:rsidR="00E00D30" w:rsidRDefault="00E00D30" w:rsidP="00E00D30">
      <w:r>
        <w:t>408.7335</w:t>
      </w:r>
      <w:r>
        <w:tab/>
        <w:t>1.013e0</w:t>
      </w:r>
    </w:p>
    <w:p w:rsidR="00E00D30" w:rsidRDefault="00E00D30" w:rsidP="00E00D30">
      <w:r>
        <w:t>408.7400</w:t>
      </w:r>
      <w:r>
        <w:tab/>
        <w:t>1.013e0</w:t>
      </w:r>
    </w:p>
    <w:p w:rsidR="00E00D30" w:rsidRDefault="00E00D30" w:rsidP="00E00D30">
      <w:r>
        <w:t>408.7977</w:t>
      </w:r>
      <w:r>
        <w:tab/>
        <w:t>1.013e0</w:t>
      </w:r>
    </w:p>
    <w:p w:rsidR="00E00D30" w:rsidRDefault="00E00D30" w:rsidP="00E00D30">
      <w:r>
        <w:t>408.8338</w:t>
      </w:r>
      <w:r>
        <w:tab/>
        <w:t>1.013e0</w:t>
      </w:r>
    </w:p>
    <w:p w:rsidR="00E00D30" w:rsidRDefault="00E00D30" w:rsidP="00E00D30">
      <w:r>
        <w:t>408.8989</w:t>
      </w:r>
      <w:r>
        <w:tab/>
        <w:t>1.013e0</w:t>
      </w:r>
    </w:p>
    <w:p w:rsidR="00E00D30" w:rsidRDefault="00E00D30" w:rsidP="00E00D30">
      <w:r>
        <w:t>408.9006</w:t>
      </w:r>
      <w:r>
        <w:tab/>
        <w:t>2.025e0</w:t>
      </w:r>
    </w:p>
    <w:p w:rsidR="00E00D30" w:rsidRDefault="00E00D30" w:rsidP="00E00D30">
      <w:r>
        <w:t>408.9106</w:t>
      </w:r>
      <w:r>
        <w:tab/>
        <w:t>3.038e0</w:t>
      </w:r>
    </w:p>
    <w:p w:rsidR="00E00D30" w:rsidRDefault="00E00D30" w:rsidP="00E00D30">
      <w:r>
        <w:t>408.9128</w:t>
      </w:r>
      <w:r>
        <w:tab/>
        <w:t>2.025e0</w:t>
      </w:r>
    </w:p>
    <w:p w:rsidR="00E00D30" w:rsidRDefault="00E00D30" w:rsidP="00E00D30">
      <w:r>
        <w:t>408.9283</w:t>
      </w:r>
      <w:r>
        <w:tab/>
        <w:t>1.013e0</w:t>
      </w:r>
    </w:p>
    <w:p w:rsidR="00E00D30" w:rsidRDefault="00E00D30" w:rsidP="00E00D30">
      <w:r>
        <w:t>408.9397</w:t>
      </w:r>
      <w:r>
        <w:tab/>
        <w:t>2.025e0</w:t>
      </w:r>
    </w:p>
    <w:p w:rsidR="00E00D30" w:rsidRDefault="00E00D30" w:rsidP="00E00D30">
      <w:r>
        <w:t>408.9751</w:t>
      </w:r>
      <w:r>
        <w:tab/>
        <w:t>1.013e0</w:t>
      </w:r>
    </w:p>
    <w:p w:rsidR="00E00D30" w:rsidRDefault="00E00D30" w:rsidP="00E00D30">
      <w:r>
        <w:t>408.9932</w:t>
      </w:r>
      <w:r>
        <w:tab/>
        <w:t>1.013e0</w:t>
      </w:r>
    </w:p>
    <w:p w:rsidR="00E00D30" w:rsidRDefault="00E00D30" w:rsidP="00E00D30">
      <w:r>
        <w:t>408.9967</w:t>
      </w:r>
      <w:r>
        <w:tab/>
        <w:t>1.013e0</w:t>
      </w:r>
    </w:p>
    <w:p w:rsidR="00E00D30" w:rsidRDefault="00E00D30" w:rsidP="00E00D30">
      <w:r>
        <w:t>409.0141</w:t>
      </w:r>
      <w:r>
        <w:tab/>
        <w:t>1.013e0</w:t>
      </w:r>
    </w:p>
    <w:p w:rsidR="00E00D30" w:rsidRDefault="00E00D30" w:rsidP="00E00D30">
      <w:r>
        <w:t>409.0162</w:t>
      </w:r>
      <w:r>
        <w:tab/>
        <w:t>2.025e0</w:t>
      </w:r>
    </w:p>
    <w:p w:rsidR="00E00D30" w:rsidRDefault="00E00D30" w:rsidP="00E00D30">
      <w:r>
        <w:lastRenderedPageBreak/>
        <w:t>409.0181</w:t>
      </w:r>
      <w:r>
        <w:tab/>
        <w:t>1.013e0</w:t>
      </w:r>
    </w:p>
    <w:p w:rsidR="00E00D30" w:rsidRDefault="00E00D30" w:rsidP="00E00D30">
      <w:r>
        <w:t>409.0359</w:t>
      </w:r>
      <w:r>
        <w:tab/>
        <w:t>1.013e0</w:t>
      </w:r>
    </w:p>
    <w:p w:rsidR="00E00D30" w:rsidRDefault="00E00D30" w:rsidP="00E00D30">
      <w:r>
        <w:t>409.0865</w:t>
      </w:r>
      <w:r>
        <w:tab/>
        <w:t>1.013e0</w:t>
      </w:r>
    </w:p>
    <w:p w:rsidR="00E00D30" w:rsidRDefault="00E00D30" w:rsidP="00E00D30">
      <w:r>
        <w:t>409.1023</w:t>
      </w:r>
      <w:r>
        <w:tab/>
        <w:t>2.025e0</w:t>
      </w:r>
    </w:p>
    <w:p w:rsidR="00E00D30" w:rsidRDefault="00E00D30" w:rsidP="00E00D30">
      <w:r>
        <w:t>409.1079</w:t>
      </w:r>
      <w:r>
        <w:tab/>
        <w:t>1.013e0</w:t>
      </w:r>
    </w:p>
    <w:p w:rsidR="00E00D30" w:rsidRDefault="00E00D30" w:rsidP="00E00D30">
      <w:r>
        <w:t>409.1157</w:t>
      </w:r>
      <w:r>
        <w:tab/>
        <w:t>2.025e0</w:t>
      </w:r>
    </w:p>
    <w:p w:rsidR="00E00D30" w:rsidRDefault="00E00D30" w:rsidP="00E00D30">
      <w:r>
        <w:t>409.1408</w:t>
      </w:r>
      <w:r>
        <w:tab/>
        <w:t>3.038e0</w:t>
      </w:r>
    </w:p>
    <w:p w:rsidR="00E00D30" w:rsidRDefault="00E00D30" w:rsidP="00E00D30">
      <w:r>
        <w:t>409.1440</w:t>
      </w:r>
      <w:r>
        <w:tab/>
        <w:t>2.025e0</w:t>
      </w:r>
    </w:p>
    <w:p w:rsidR="00E00D30" w:rsidRDefault="00E00D30" w:rsidP="00E00D30">
      <w:r>
        <w:t>409.1469</w:t>
      </w:r>
      <w:r>
        <w:tab/>
        <w:t>2.025e0</w:t>
      </w:r>
    </w:p>
    <w:p w:rsidR="00E00D30" w:rsidRDefault="00E00D30" w:rsidP="00E00D30">
      <w:r>
        <w:t>409.1677</w:t>
      </w:r>
      <w:r>
        <w:tab/>
        <w:t>1.013e0</w:t>
      </w:r>
    </w:p>
    <w:p w:rsidR="00E00D30" w:rsidRDefault="00E00D30" w:rsidP="00E00D30">
      <w:r>
        <w:t>409.1729</w:t>
      </w:r>
      <w:r>
        <w:tab/>
        <w:t>1.013e0</w:t>
      </w:r>
    </w:p>
    <w:p w:rsidR="00E00D30" w:rsidRDefault="00E00D30" w:rsidP="00E00D30">
      <w:r>
        <w:t>409.1880</w:t>
      </w:r>
      <w:r>
        <w:tab/>
        <w:t>4.051e0</w:t>
      </w:r>
    </w:p>
    <w:p w:rsidR="00E00D30" w:rsidRDefault="00E00D30" w:rsidP="00E00D30">
      <w:r>
        <w:t>409.2020</w:t>
      </w:r>
      <w:r>
        <w:tab/>
        <w:t>1.013e0</w:t>
      </w:r>
    </w:p>
    <w:p w:rsidR="00E00D30" w:rsidRDefault="00E00D30" w:rsidP="00E00D30">
      <w:r>
        <w:t>409.2080</w:t>
      </w:r>
      <w:r>
        <w:tab/>
        <w:t>2.455e0</w:t>
      </w:r>
    </w:p>
    <w:p w:rsidR="00E00D30" w:rsidRDefault="00E00D30" w:rsidP="00E00D30">
      <w:r>
        <w:t>409.2109</w:t>
      </w:r>
      <w:r>
        <w:tab/>
        <w:t>1.013e0</w:t>
      </w:r>
    </w:p>
    <w:p w:rsidR="00E00D30" w:rsidRDefault="00E00D30" w:rsidP="00E00D30">
      <w:r>
        <w:t>409.2211</w:t>
      </w:r>
      <w:r>
        <w:tab/>
        <w:t>4.051e0</w:t>
      </w:r>
    </w:p>
    <w:p w:rsidR="00E00D30" w:rsidRDefault="00E00D30" w:rsidP="00E00D30">
      <w:r>
        <w:t>409.2242</w:t>
      </w:r>
      <w:r>
        <w:tab/>
        <w:t>1.013e0</w:t>
      </w:r>
    </w:p>
    <w:p w:rsidR="00E00D30" w:rsidRDefault="00E00D30" w:rsidP="00E00D30">
      <w:r>
        <w:t>409.2446</w:t>
      </w:r>
      <w:r>
        <w:tab/>
        <w:t>2.608e0</w:t>
      </w:r>
    </w:p>
    <w:p w:rsidR="00E00D30" w:rsidRDefault="00E00D30" w:rsidP="00E00D30">
      <w:r>
        <w:t>409.2495</w:t>
      </w:r>
      <w:r>
        <w:tab/>
        <w:t>2.025e0</w:t>
      </w:r>
    </w:p>
    <w:p w:rsidR="00E00D30" w:rsidRDefault="00E00D30" w:rsidP="00E00D30">
      <w:r>
        <w:lastRenderedPageBreak/>
        <w:t>409.2601</w:t>
      </w:r>
      <w:r>
        <w:tab/>
        <w:t>2.025e0</w:t>
      </w:r>
    </w:p>
    <w:p w:rsidR="00E00D30" w:rsidRDefault="00E00D30" w:rsidP="00E00D30">
      <w:r>
        <w:t>409.2670</w:t>
      </w:r>
      <w:r>
        <w:tab/>
        <w:t>1.013e0</w:t>
      </w:r>
    </w:p>
    <w:p w:rsidR="00E00D30" w:rsidRDefault="00E00D30" w:rsidP="00E00D30">
      <w:r>
        <w:t>409.2708</w:t>
      </w:r>
      <w:r>
        <w:tab/>
        <w:t>3.038e0</w:t>
      </w:r>
    </w:p>
    <w:p w:rsidR="00E00D30" w:rsidRDefault="00E00D30" w:rsidP="00E00D30">
      <w:r>
        <w:t>409.3073</w:t>
      </w:r>
      <w:r>
        <w:tab/>
        <w:t>2.025e0</w:t>
      </w:r>
    </w:p>
    <w:p w:rsidR="00E00D30" w:rsidRDefault="00E00D30" w:rsidP="00E00D30">
      <w:r>
        <w:t>409.3139</w:t>
      </w:r>
      <w:r>
        <w:tab/>
        <w:t>3.038e0</w:t>
      </w:r>
    </w:p>
    <w:p w:rsidR="00E00D30" w:rsidRDefault="00E00D30" w:rsidP="00E00D30">
      <w:r>
        <w:t>409.3173</w:t>
      </w:r>
      <w:r>
        <w:tab/>
        <w:t>1.013e0</w:t>
      </w:r>
    </w:p>
    <w:p w:rsidR="00E00D30" w:rsidRDefault="00E00D30" w:rsidP="00E00D30">
      <w:r>
        <w:t>409.3247</w:t>
      </w:r>
      <w:r>
        <w:tab/>
        <w:t>1.013e0</w:t>
      </w:r>
    </w:p>
    <w:p w:rsidR="00E00D30" w:rsidRDefault="00E00D30" w:rsidP="00E00D30">
      <w:r>
        <w:t>409.3312</w:t>
      </w:r>
      <w:r>
        <w:tab/>
        <w:t>1.013e0</w:t>
      </w:r>
    </w:p>
    <w:p w:rsidR="00E00D30" w:rsidRDefault="00E00D30" w:rsidP="00E00D30">
      <w:r>
        <w:t>409.3356</w:t>
      </w:r>
      <w:r>
        <w:tab/>
        <w:t>2.025e0</w:t>
      </w:r>
    </w:p>
    <w:p w:rsidR="00E00D30" w:rsidRDefault="00E00D30" w:rsidP="00E00D30">
      <w:r>
        <w:t>409.3670</w:t>
      </w:r>
      <w:r>
        <w:tab/>
        <w:t>2.025e0</w:t>
      </w:r>
    </w:p>
    <w:p w:rsidR="00E00D30" w:rsidRDefault="00E00D30" w:rsidP="00E00D30">
      <w:r>
        <w:t>409.3686</w:t>
      </w:r>
      <w:r>
        <w:tab/>
        <w:t>1.013e0</w:t>
      </w:r>
    </w:p>
    <w:p w:rsidR="00E00D30" w:rsidRDefault="00E00D30" w:rsidP="00E00D30">
      <w:r>
        <w:t>409.3777</w:t>
      </w:r>
      <w:r>
        <w:tab/>
        <w:t>1.013e0</w:t>
      </w:r>
    </w:p>
    <w:p w:rsidR="00E00D30" w:rsidRDefault="00E00D30" w:rsidP="00E00D30">
      <w:r>
        <w:t>409.3789</w:t>
      </w:r>
      <w:r>
        <w:tab/>
        <w:t>2.025e0</w:t>
      </w:r>
    </w:p>
    <w:p w:rsidR="00E00D30" w:rsidRDefault="00E00D30" w:rsidP="00E00D30">
      <w:r>
        <w:t>409.3823</w:t>
      </w:r>
      <w:r>
        <w:tab/>
        <w:t>1.013e0</w:t>
      </w:r>
    </w:p>
    <w:p w:rsidR="00E00D30" w:rsidRDefault="00E00D30" w:rsidP="00E00D30">
      <w:r>
        <w:t>409.3902</w:t>
      </w:r>
      <w:r>
        <w:tab/>
        <w:t>1.013e0</w:t>
      </w:r>
    </w:p>
    <w:p w:rsidR="00E00D30" w:rsidRDefault="00E00D30" w:rsidP="00E00D30">
      <w:r>
        <w:t>409.4005</w:t>
      </w:r>
      <w:r>
        <w:tab/>
        <w:t>2.025e0</w:t>
      </w:r>
    </w:p>
    <w:p w:rsidR="00E00D30" w:rsidRDefault="00E00D30" w:rsidP="00E00D30">
      <w:r>
        <w:t>409.4047</w:t>
      </w:r>
      <w:r>
        <w:tab/>
        <w:t>1.013e0</w:t>
      </w:r>
    </w:p>
    <w:p w:rsidR="00E00D30" w:rsidRDefault="00E00D30" w:rsidP="00E00D30">
      <w:r>
        <w:t>409.4114</w:t>
      </w:r>
      <w:r>
        <w:tab/>
        <w:t>1.013e0</w:t>
      </w:r>
    </w:p>
    <w:p w:rsidR="00E00D30" w:rsidRDefault="00E00D30" w:rsidP="00E00D30">
      <w:r>
        <w:t>409.4258</w:t>
      </w:r>
      <w:r>
        <w:tab/>
        <w:t>1.013e0</w:t>
      </w:r>
    </w:p>
    <w:p w:rsidR="00E00D30" w:rsidRDefault="00E00D30" w:rsidP="00E00D30">
      <w:r>
        <w:lastRenderedPageBreak/>
        <w:t>409.4518</w:t>
      </w:r>
      <w:r>
        <w:tab/>
        <w:t>3.038e0</w:t>
      </w:r>
    </w:p>
    <w:p w:rsidR="00E00D30" w:rsidRDefault="00E00D30" w:rsidP="00E00D30">
      <w:r>
        <w:t>409.4593</w:t>
      </w:r>
      <w:r>
        <w:tab/>
        <w:t>1.013e0</w:t>
      </w:r>
    </w:p>
    <w:p w:rsidR="00E00D30" w:rsidRDefault="00E00D30" w:rsidP="00E00D30">
      <w:r>
        <w:t>409.4906</w:t>
      </w:r>
      <w:r>
        <w:tab/>
        <w:t>2.025e0</w:t>
      </w:r>
    </w:p>
    <w:p w:rsidR="00E00D30" w:rsidRDefault="00E00D30" w:rsidP="00E00D30">
      <w:r>
        <w:t>409.5130</w:t>
      </w:r>
      <w:r>
        <w:tab/>
        <w:t>1.013e0</w:t>
      </w:r>
    </w:p>
    <w:p w:rsidR="00E00D30" w:rsidRDefault="00E00D30" w:rsidP="00E00D30">
      <w:r>
        <w:t>409.5233</w:t>
      </w:r>
      <w:r>
        <w:tab/>
        <w:t>1.013e0</w:t>
      </w:r>
    </w:p>
    <w:p w:rsidR="00E00D30" w:rsidRDefault="00E00D30" w:rsidP="00E00D30">
      <w:r>
        <w:t>409.5340</w:t>
      </w:r>
      <w:r>
        <w:tab/>
        <w:t>1.013e0</w:t>
      </w:r>
    </w:p>
    <w:p w:rsidR="00E00D30" w:rsidRDefault="00E00D30" w:rsidP="00E00D30">
      <w:r>
        <w:t>409.5874</w:t>
      </w:r>
      <w:r>
        <w:tab/>
        <w:t>1.013e0</w:t>
      </w:r>
    </w:p>
    <w:p w:rsidR="00E00D30" w:rsidRDefault="00E00D30" w:rsidP="00E00D30">
      <w:r>
        <w:t>409.5992</w:t>
      </w:r>
      <w:r>
        <w:tab/>
        <w:t>1.013e0</w:t>
      </w:r>
    </w:p>
    <w:p w:rsidR="00E00D30" w:rsidRDefault="00E00D30" w:rsidP="00E00D30">
      <w:r>
        <w:t>409.6050</w:t>
      </w:r>
      <w:r>
        <w:tab/>
        <w:t>1.013e0</w:t>
      </w:r>
    </w:p>
    <w:p w:rsidR="00E00D30" w:rsidRDefault="00E00D30" w:rsidP="00E00D30">
      <w:r>
        <w:t>409.6137</w:t>
      </w:r>
      <w:r>
        <w:tab/>
        <w:t>1.013e0</w:t>
      </w:r>
    </w:p>
    <w:p w:rsidR="00E00D30" w:rsidRDefault="00E00D30" w:rsidP="00E00D30">
      <w:r>
        <w:t>409.6356</w:t>
      </w:r>
      <w:r>
        <w:tab/>
        <w:t>2.025e0</w:t>
      </w:r>
    </w:p>
    <w:p w:rsidR="00E00D30" w:rsidRDefault="00E00D30" w:rsidP="00E00D30">
      <w:r>
        <w:t>409.6907</w:t>
      </w:r>
      <w:r>
        <w:tab/>
        <w:t>1.013e0</w:t>
      </w:r>
    </w:p>
    <w:p w:rsidR="00E00D30" w:rsidRDefault="00E00D30" w:rsidP="00E00D30">
      <w:r>
        <w:t>409.7002</w:t>
      </w:r>
      <w:r>
        <w:tab/>
        <w:t>1.013e0</w:t>
      </w:r>
    </w:p>
    <w:p w:rsidR="00E00D30" w:rsidRDefault="00E00D30" w:rsidP="00E00D30">
      <w:r>
        <w:t>409.7074</w:t>
      </w:r>
      <w:r>
        <w:tab/>
        <w:t>1.013e0</w:t>
      </w:r>
    </w:p>
    <w:p w:rsidR="00E00D30" w:rsidRDefault="00E00D30" w:rsidP="00E00D30">
      <w:r>
        <w:t>409.7510</w:t>
      </w:r>
      <w:r>
        <w:tab/>
        <w:t>1.013e0</w:t>
      </w:r>
    </w:p>
    <w:p w:rsidR="00E00D30" w:rsidRDefault="00E00D30" w:rsidP="00E00D30">
      <w:r>
        <w:t>409.7653</w:t>
      </w:r>
      <w:r>
        <w:tab/>
        <w:t>2.025e0</w:t>
      </w:r>
    </w:p>
    <w:p w:rsidR="00E00D30" w:rsidRDefault="00E00D30" w:rsidP="00E00D30">
      <w:r>
        <w:t>409.7725</w:t>
      </w:r>
      <w:r>
        <w:tab/>
        <w:t>2.025e0</w:t>
      </w:r>
    </w:p>
    <w:p w:rsidR="00E00D30" w:rsidRDefault="00E00D30" w:rsidP="00E00D30">
      <w:r>
        <w:t>409.7799</w:t>
      </w:r>
      <w:r>
        <w:tab/>
        <w:t>1.013e0</w:t>
      </w:r>
    </w:p>
    <w:p w:rsidR="00E00D30" w:rsidRDefault="00E00D30" w:rsidP="00E00D30">
      <w:r>
        <w:t>409.7876</w:t>
      </w:r>
      <w:r>
        <w:tab/>
        <w:t>1.013e0</w:t>
      </w:r>
    </w:p>
    <w:p w:rsidR="00E00D30" w:rsidRDefault="00E00D30" w:rsidP="00E00D30">
      <w:r>
        <w:lastRenderedPageBreak/>
        <w:t>409.8449</w:t>
      </w:r>
      <w:r>
        <w:tab/>
        <w:t>1.013e0</w:t>
      </w:r>
    </w:p>
    <w:p w:rsidR="00E00D30" w:rsidRDefault="00E00D30" w:rsidP="00E00D30">
      <w:r>
        <w:t>409.8616</w:t>
      </w:r>
      <w:r>
        <w:tab/>
        <w:t>1.013e0</w:t>
      </w:r>
    </w:p>
    <w:p w:rsidR="00E00D30" w:rsidRDefault="00E00D30" w:rsidP="00E00D30">
      <w:r>
        <w:t>409.8730</w:t>
      </w:r>
      <w:r>
        <w:tab/>
        <w:t>2.025e0</w:t>
      </w:r>
    </w:p>
    <w:p w:rsidR="00E00D30" w:rsidRDefault="00E00D30" w:rsidP="00E00D30">
      <w:r>
        <w:t>409.9045</w:t>
      </w:r>
      <w:r>
        <w:tab/>
        <w:t>1.013e0</w:t>
      </w:r>
    </w:p>
    <w:p w:rsidR="00E00D30" w:rsidRDefault="00E00D30" w:rsidP="00E00D30">
      <w:r>
        <w:t>409.9172</w:t>
      </w:r>
      <w:r>
        <w:tab/>
        <w:t>1.013e0</w:t>
      </w:r>
    </w:p>
    <w:p w:rsidR="00E00D30" w:rsidRDefault="00E00D30" w:rsidP="00E00D30">
      <w:r>
        <w:t>409.9218</w:t>
      </w:r>
      <w:r>
        <w:tab/>
        <w:t>1.013e0</w:t>
      </w:r>
    </w:p>
    <w:p w:rsidR="00E00D30" w:rsidRDefault="00E00D30" w:rsidP="00E00D30">
      <w:r>
        <w:t>409.9322</w:t>
      </w:r>
      <w:r>
        <w:tab/>
        <w:t>1.013e0</w:t>
      </w:r>
    </w:p>
    <w:p w:rsidR="00E00D30" w:rsidRDefault="00E00D30" w:rsidP="00E00D30">
      <w:r>
        <w:t>409.9534</w:t>
      </w:r>
      <w:r>
        <w:tab/>
        <w:t>1.013e0</w:t>
      </w:r>
    </w:p>
    <w:p w:rsidR="00E00D30" w:rsidRDefault="00E00D30" w:rsidP="00E00D30">
      <w:r>
        <w:t>409.9646</w:t>
      </w:r>
      <w:r>
        <w:tab/>
        <w:t>1.013e0</w:t>
      </w:r>
    </w:p>
    <w:p w:rsidR="00E00D30" w:rsidRDefault="00E00D30" w:rsidP="00E00D30">
      <w:r>
        <w:t>409.9967</w:t>
      </w:r>
      <w:r>
        <w:tab/>
        <w:t>2.025e0</w:t>
      </w:r>
    </w:p>
    <w:p w:rsidR="00E00D30" w:rsidRDefault="00E00D30" w:rsidP="00E00D30">
      <w:r>
        <w:t>410.0182</w:t>
      </w:r>
      <w:r>
        <w:tab/>
        <w:t>1.013e0</w:t>
      </w:r>
    </w:p>
    <w:p w:rsidR="00E00D30" w:rsidRDefault="00E00D30" w:rsidP="00E00D30">
      <w:r>
        <w:t>410.0329</w:t>
      </w:r>
      <w:r>
        <w:tab/>
        <w:t>2.025e0</w:t>
      </w:r>
    </w:p>
    <w:p w:rsidR="00E00D30" w:rsidRDefault="00E00D30" w:rsidP="00E00D30">
      <w:r>
        <w:t>410.0427</w:t>
      </w:r>
      <w:r>
        <w:tab/>
        <w:t>2.025e0</w:t>
      </w:r>
    </w:p>
    <w:p w:rsidR="00E00D30" w:rsidRDefault="00E00D30" w:rsidP="00E00D30">
      <w:r>
        <w:t>410.0761</w:t>
      </w:r>
      <w:r>
        <w:tab/>
        <w:t>1.013e0</w:t>
      </w:r>
    </w:p>
    <w:p w:rsidR="00E00D30" w:rsidRDefault="00E00D30" w:rsidP="00E00D30">
      <w:r>
        <w:t>410.0862</w:t>
      </w:r>
      <w:r>
        <w:tab/>
        <w:t>2.025e0</w:t>
      </w:r>
    </w:p>
    <w:p w:rsidR="00E00D30" w:rsidRDefault="00E00D30" w:rsidP="00E00D30">
      <w:r>
        <w:t>410.1270</w:t>
      </w:r>
      <w:r>
        <w:tab/>
        <w:t>1.013e0</w:t>
      </w:r>
    </w:p>
    <w:p w:rsidR="00E00D30" w:rsidRDefault="00E00D30" w:rsidP="00E00D30">
      <w:r>
        <w:t>410.1364</w:t>
      </w:r>
      <w:r>
        <w:tab/>
        <w:t>1.013e0</w:t>
      </w:r>
    </w:p>
    <w:p w:rsidR="00E00D30" w:rsidRDefault="00E00D30" w:rsidP="00E00D30">
      <w:r>
        <w:t>410.1414</w:t>
      </w:r>
      <w:r>
        <w:tab/>
        <w:t>1.013e0</w:t>
      </w:r>
    </w:p>
    <w:p w:rsidR="00E00D30" w:rsidRDefault="00E00D30" w:rsidP="00E00D30">
      <w:r>
        <w:t>410.1873</w:t>
      </w:r>
      <w:r>
        <w:tab/>
        <w:t>5.063e0</w:t>
      </w:r>
    </w:p>
    <w:p w:rsidR="00E00D30" w:rsidRDefault="00E00D30" w:rsidP="00E00D30">
      <w:r>
        <w:lastRenderedPageBreak/>
        <w:t>410.1895</w:t>
      </w:r>
      <w:r>
        <w:tab/>
        <w:t>2.025e0</w:t>
      </w:r>
    </w:p>
    <w:p w:rsidR="00E00D30" w:rsidRDefault="00E00D30" w:rsidP="00E00D30">
      <w:r>
        <w:t>410.2101</w:t>
      </w:r>
      <w:r>
        <w:tab/>
        <w:t>2.025e0</w:t>
      </w:r>
    </w:p>
    <w:p w:rsidR="00E00D30" w:rsidRDefault="00E00D30" w:rsidP="00E00D30">
      <w:r>
        <w:t>410.2138</w:t>
      </w:r>
      <w:r>
        <w:tab/>
        <w:t>1.013e0</w:t>
      </w:r>
    </w:p>
    <w:p w:rsidR="00E00D30" w:rsidRDefault="00E00D30" w:rsidP="00E00D30">
      <w:r>
        <w:t>410.2171</w:t>
      </w:r>
      <w:r>
        <w:tab/>
        <w:t>2.025e0</w:t>
      </w:r>
    </w:p>
    <w:p w:rsidR="00E00D30" w:rsidRDefault="00E00D30" w:rsidP="00E00D30">
      <w:r>
        <w:t>410.2209</w:t>
      </w:r>
      <w:r>
        <w:tab/>
        <w:t>2.025e0</w:t>
      </w:r>
    </w:p>
    <w:p w:rsidR="00E00D30" w:rsidRDefault="00E00D30" w:rsidP="00E00D30">
      <w:r>
        <w:t>410.2390</w:t>
      </w:r>
      <w:r>
        <w:tab/>
        <w:t>1.013e0</w:t>
      </w:r>
    </w:p>
    <w:p w:rsidR="00E00D30" w:rsidRDefault="00E00D30" w:rsidP="00E00D30">
      <w:r>
        <w:t>410.2602</w:t>
      </w:r>
      <w:r>
        <w:tab/>
        <w:t>1.013e0</w:t>
      </w:r>
    </w:p>
    <w:p w:rsidR="00E00D30" w:rsidRDefault="00E00D30" w:rsidP="00E00D30">
      <w:r>
        <w:t>410.2636</w:t>
      </w:r>
      <w:r>
        <w:tab/>
        <w:t>3.038e0</w:t>
      </w:r>
    </w:p>
    <w:p w:rsidR="00E00D30" w:rsidRDefault="00E00D30" w:rsidP="00E00D30">
      <w:r>
        <w:t>410.2691</w:t>
      </w:r>
      <w:r>
        <w:tab/>
        <w:t>2.025e0</w:t>
      </w:r>
    </w:p>
    <w:p w:rsidR="00E00D30" w:rsidRDefault="00E00D30" w:rsidP="00E00D30">
      <w:r>
        <w:t>410.2715</w:t>
      </w:r>
      <w:r>
        <w:tab/>
        <w:t>6.076e0</w:t>
      </w:r>
    </w:p>
    <w:p w:rsidR="00E00D30" w:rsidRDefault="00E00D30" w:rsidP="00E00D30">
      <w:r>
        <w:t>410.2748</w:t>
      </w:r>
      <w:r>
        <w:tab/>
        <w:t>4.051e0</w:t>
      </w:r>
    </w:p>
    <w:p w:rsidR="00E00D30" w:rsidRDefault="00E00D30" w:rsidP="00E00D30">
      <w:r>
        <w:t>410.2861</w:t>
      </w:r>
      <w:r>
        <w:tab/>
        <w:t>2.025e0</w:t>
      </w:r>
    </w:p>
    <w:p w:rsidR="00E00D30" w:rsidRDefault="00E00D30" w:rsidP="00E00D30">
      <w:r>
        <w:t>410.3156</w:t>
      </w:r>
      <w:r>
        <w:tab/>
        <w:t>1.013e0</w:t>
      </w:r>
    </w:p>
    <w:p w:rsidR="00E00D30" w:rsidRDefault="00E00D30" w:rsidP="00E00D30">
      <w:r>
        <w:t>410.3243</w:t>
      </w:r>
      <w:r>
        <w:tab/>
        <w:t>1.013e0</w:t>
      </w:r>
    </w:p>
    <w:p w:rsidR="00E00D30" w:rsidRDefault="00E00D30" w:rsidP="00E00D30">
      <w:r>
        <w:t>410.3420</w:t>
      </w:r>
      <w:r>
        <w:tab/>
        <w:t>2.025e0</w:t>
      </w:r>
    </w:p>
    <w:p w:rsidR="00E00D30" w:rsidRDefault="00E00D30" w:rsidP="00E00D30">
      <w:r>
        <w:t>410.3513</w:t>
      </w:r>
      <w:r>
        <w:tab/>
        <w:t>1.013e0</w:t>
      </w:r>
    </w:p>
    <w:p w:rsidR="00E00D30" w:rsidRDefault="00E00D30" w:rsidP="00E00D30">
      <w:r>
        <w:t>410.3635</w:t>
      </w:r>
      <w:r>
        <w:tab/>
        <w:t>1.013e0</w:t>
      </w:r>
    </w:p>
    <w:p w:rsidR="00E00D30" w:rsidRDefault="00E00D30" w:rsidP="00E00D30">
      <w:r>
        <w:t>410.3651</w:t>
      </w:r>
      <w:r>
        <w:tab/>
        <w:t>2.025e0</w:t>
      </w:r>
    </w:p>
    <w:p w:rsidR="00E00D30" w:rsidRDefault="00E00D30" w:rsidP="00E00D30">
      <w:r>
        <w:t>410.3675</w:t>
      </w:r>
      <w:r>
        <w:tab/>
        <w:t>3.038e0</w:t>
      </w:r>
    </w:p>
    <w:p w:rsidR="00E00D30" w:rsidRDefault="00E00D30" w:rsidP="00E00D30">
      <w:r>
        <w:lastRenderedPageBreak/>
        <w:t>410.3695</w:t>
      </w:r>
      <w:r>
        <w:tab/>
        <w:t>2.025e0</w:t>
      </w:r>
    </w:p>
    <w:p w:rsidR="00E00D30" w:rsidRDefault="00E00D30" w:rsidP="00E00D30">
      <w:r>
        <w:t>410.4062</w:t>
      </w:r>
      <w:r>
        <w:tab/>
        <w:t>1.013e0</w:t>
      </w:r>
    </w:p>
    <w:p w:rsidR="00E00D30" w:rsidRDefault="00E00D30" w:rsidP="00E00D30">
      <w:r>
        <w:t>410.4097</w:t>
      </w:r>
      <w:r>
        <w:tab/>
        <w:t>1.013e0</w:t>
      </w:r>
    </w:p>
    <w:p w:rsidR="00E00D30" w:rsidRDefault="00E00D30" w:rsidP="00E00D30">
      <w:r>
        <w:t>410.4152</w:t>
      </w:r>
      <w:r>
        <w:tab/>
        <w:t>2.025e0</w:t>
      </w:r>
    </w:p>
    <w:p w:rsidR="00E00D30" w:rsidRDefault="00E00D30" w:rsidP="00E00D30">
      <w:r>
        <w:t>410.4381</w:t>
      </w:r>
      <w:r>
        <w:tab/>
        <w:t>1.013e0</w:t>
      </w:r>
    </w:p>
    <w:p w:rsidR="00E00D30" w:rsidRDefault="00E00D30" w:rsidP="00E00D30">
      <w:r>
        <w:t>410.4669</w:t>
      </w:r>
      <w:r>
        <w:tab/>
        <w:t>1.013e0</w:t>
      </w:r>
    </w:p>
    <w:p w:rsidR="00E00D30" w:rsidRDefault="00E00D30" w:rsidP="00E00D30">
      <w:r>
        <w:t>410.4748</w:t>
      </w:r>
      <w:r>
        <w:tab/>
        <w:t>1.013e0</w:t>
      </w:r>
    </w:p>
    <w:p w:rsidR="00E00D30" w:rsidRDefault="00E00D30" w:rsidP="00E00D30">
      <w:r>
        <w:t>410.5130</w:t>
      </w:r>
      <w:r>
        <w:tab/>
        <w:t>1.013e0</w:t>
      </w:r>
    </w:p>
    <w:p w:rsidR="00E00D30" w:rsidRDefault="00E00D30" w:rsidP="00E00D30">
      <w:r>
        <w:t>410.5899</w:t>
      </w:r>
      <w:r>
        <w:tab/>
        <w:t>1.013e0</w:t>
      </w:r>
    </w:p>
    <w:p w:rsidR="00E00D30" w:rsidRDefault="00E00D30" w:rsidP="00E00D30">
      <w:r>
        <w:t>410.5986</w:t>
      </w:r>
      <w:r>
        <w:tab/>
        <w:t>2.025e0</w:t>
      </w:r>
    </w:p>
    <w:p w:rsidR="00E00D30" w:rsidRDefault="00E00D30" w:rsidP="00E00D30">
      <w:r>
        <w:t>410.6591</w:t>
      </w:r>
      <w:r>
        <w:tab/>
        <w:t>1.013e0</w:t>
      </w:r>
    </w:p>
    <w:p w:rsidR="00E00D30" w:rsidRDefault="00E00D30" w:rsidP="00E00D30">
      <w:r>
        <w:t>410.6980</w:t>
      </w:r>
      <w:r>
        <w:tab/>
        <w:t>1.013e0</w:t>
      </w:r>
    </w:p>
    <w:p w:rsidR="00E00D30" w:rsidRDefault="00E00D30" w:rsidP="00E00D30">
      <w:r>
        <w:t>410.7383</w:t>
      </w:r>
      <w:r>
        <w:tab/>
        <w:t>2.025e0</w:t>
      </w:r>
    </w:p>
    <w:p w:rsidR="00E00D30" w:rsidRDefault="00E00D30" w:rsidP="00E00D30">
      <w:r>
        <w:t>410.7500</w:t>
      </w:r>
      <w:r>
        <w:tab/>
        <w:t>1.013e0</w:t>
      </w:r>
    </w:p>
    <w:p w:rsidR="00E00D30" w:rsidRDefault="00E00D30" w:rsidP="00E00D30">
      <w:r>
        <w:t>410.7874</w:t>
      </w:r>
      <w:r>
        <w:tab/>
        <w:t>1.013e0</w:t>
      </w:r>
    </w:p>
    <w:p w:rsidR="00E00D30" w:rsidRDefault="00E00D30" w:rsidP="00E00D30">
      <w:r>
        <w:t>410.8147</w:t>
      </w:r>
      <w:r>
        <w:tab/>
        <w:t>2.025e0</w:t>
      </w:r>
    </w:p>
    <w:p w:rsidR="00E00D30" w:rsidRDefault="00E00D30" w:rsidP="00E00D30">
      <w:r>
        <w:t>410.8261</w:t>
      </w:r>
      <w:r>
        <w:tab/>
        <w:t>1.013e0</w:t>
      </w:r>
    </w:p>
    <w:p w:rsidR="00E00D30" w:rsidRDefault="00E00D30" w:rsidP="00E00D30">
      <w:r>
        <w:t>410.8362</w:t>
      </w:r>
      <w:r>
        <w:tab/>
        <w:t>1.013e0</w:t>
      </w:r>
    </w:p>
    <w:p w:rsidR="00E00D30" w:rsidRDefault="00E00D30" w:rsidP="00E00D30">
      <w:r>
        <w:t>410.8475</w:t>
      </w:r>
      <w:r>
        <w:tab/>
        <w:t>1.013e0</w:t>
      </w:r>
    </w:p>
    <w:p w:rsidR="00E00D30" w:rsidRDefault="00E00D30" w:rsidP="00E00D30">
      <w:r>
        <w:lastRenderedPageBreak/>
        <w:t>410.8727</w:t>
      </w:r>
      <w:r>
        <w:tab/>
        <w:t>1.013e0</w:t>
      </w:r>
    </w:p>
    <w:p w:rsidR="00E00D30" w:rsidRDefault="00E00D30" w:rsidP="00E00D30">
      <w:r>
        <w:t>410.8904</w:t>
      </w:r>
      <w:r>
        <w:tab/>
        <w:t>2.025e0</w:t>
      </w:r>
    </w:p>
    <w:p w:rsidR="00E00D30" w:rsidRDefault="00E00D30" w:rsidP="00E00D30">
      <w:r>
        <w:t>410.9123</w:t>
      </w:r>
      <w:r>
        <w:tab/>
        <w:t>4.051e0</w:t>
      </w:r>
    </w:p>
    <w:p w:rsidR="00E00D30" w:rsidRDefault="00E00D30" w:rsidP="00E00D30">
      <w:r>
        <w:t>410.9232</w:t>
      </w:r>
      <w:r>
        <w:tab/>
        <w:t>1.013e0</w:t>
      </w:r>
    </w:p>
    <w:p w:rsidR="00E00D30" w:rsidRDefault="00E00D30" w:rsidP="00E00D30">
      <w:r>
        <w:t>410.9495</w:t>
      </w:r>
      <w:r>
        <w:tab/>
        <w:t>2.025e0</w:t>
      </w:r>
    </w:p>
    <w:p w:rsidR="00E00D30" w:rsidRDefault="00E00D30" w:rsidP="00E00D30">
      <w:r>
        <w:t>410.9547</w:t>
      </w:r>
      <w:r>
        <w:tab/>
        <w:t>1.013e0</w:t>
      </w:r>
    </w:p>
    <w:p w:rsidR="00E00D30" w:rsidRDefault="00E00D30" w:rsidP="00E00D30">
      <w:r>
        <w:t>410.9806</w:t>
      </w:r>
      <w:r>
        <w:tab/>
        <w:t>4.051e0</w:t>
      </w:r>
    </w:p>
    <w:p w:rsidR="00E00D30" w:rsidRDefault="00E00D30" w:rsidP="00E00D30">
      <w:r>
        <w:t>410.9886</w:t>
      </w:r>
      <w:r>
        <w:tab/>
        <w:t>1.013e0</w:t>
      </w:r>
    </w:p>
    <w:p w:rsidR="00E00D30" w:rsidRDefault="00E00D30" w:rsidP="00E00D30">
      <w:r>
        <w:t>411.0029</w:t>
      </w:r>
      <w:r>
        <w:tab/>
        <w:t>1.013e0</w:t>
      </w:r>
    </w:p>
    <w:p w:rsidR="00E00D30" w:rsidRDefault="00E00D30" w:rsidP="00E00D30">
      <w:r>
        <w:t>411.0186</w:t>
      </w:r>
      <w:r>
        <w:tab/>
        <w:t>3.038e0</w:t>
      </w:r>
    </w:p>
    <w:p w:rsidR="00E00D30" w:rsidRDefault="00E00D30" w:rsidP="00E00D30">
      <w:r>
        <w:t>411.0321</w:t>
      </w:r>
      <w:r>
        <w:tab/>
        <w:t>2.025e0</w:t>
      </w:r>
    </w:p>
    <w:p w:rsidR="00E00D30" w:rsidRDefault="00E00D30" w:rsidP="00E00D30">
      <w:r>
        <w:t>411.0399</w:t>
      </w:r>
      <w:r>
        <w:tab/>
        <w:t>1.013e0</w:t>
      </w:r>
    </w:p>
    <w:p w:rsidR="00E00D30" w:rsidRDefault="00E00D30" w:rsidP="00E00D30">
      <w:r>
        <w:t>411.0544</w:t>
      </w:r>
      <w:r>
        <w:tab/>
        <w:t>1.013e0</w:t>
      </w:r>
    </w:p>
    <w:p w:rsidR="00E00D30" w:rsidRDefault="00E00D30" w:rsidP="00E00D30">
      <w:r>
        <w:t>411.0619</w:t>
      </w:r>
      <w:r>
        <w:tab/>
        <w:t>1.013e0</w:t>
      </w:r>
    </w:p>
    <w:p w:rsidR="00E00D30" w:rsidRDefault="00E00D30" w:rsidP="00E00D30">
      <w:r>
        <w:t>411.0968</w:t>
      </w:r>
      <w:r>
        <w:tab/>
        <w:t>1.013e0</w:t>
      </w:r>
    </w:p>
    <w:p w:rsidR="00E00D30" w:rsidRDefault="00E00D30" w:rsidP="00E00D30">
      <w:r>
        <w:t>411.1004</w:t>
      </w:r>
      <w:r>
        <w:tab/>
        <w:t>1.013e0</w:t>
      </w:r>
    </w:p>
    <w:p w:rsidR="00E00D30" w:rsidRDefault="00E00D30" w:rsidP="00E00D30">
      <w:r>
        <w:t>411.1118</w:t>
      </w:r>
      <w:r>
        <w:tab/>
        <w:t>1.013e0</w:t>
      </w:r>
    </w:p>
    <w:p w:rsidR="00E00D30" w:rsidRDefault="00E00D30" w:rsidP="00E00D30">
      <w:r>
        <w:t>411.1157</w:t>
      </w:r>
      <w:r>
        <w:tab/>
        <w:t>2.025e0</w:t>
      </w:r>
    </w:p>
    <w:p w:rsidR="00E00D30" w:rsidRDefault="00E00D30" w:rsidP="00E00D30">
      <w:r>
        <w:t>411.1414</w:t>
      </w:r>
      <w:r>
        <w:tab/>
        <w:t>3.038e0</w:t>
      </w:r>
    </w:p>
    <w:p w:rsidR="00E00D30" w:rsidRDefault="00E00D30" w:rsidP="00E00D30">
      <w:r>
        <w:lastRenderedPageBreak/>
        <w:t>411.1653</w:t>
      </w:r>
      <w:r>
        <w:tab/>
        <w:t>1.013e0</w:t>
      </w:r>
    </w:p>
    <w:p w:rsidR="00E00D30" w:rsidRDefault="00E00D30" w:rsidP="00E00D30">
      <w:r>
        <w:t>411.1768</w:t>
      </w:r>
      <w:r>
        <w:tab/>
        <w:t>1.013e0</w:t>
      </w:r>
    </w:p>
    <w:p w:rsidR="00E00D30" w:rsidRDefault="00E00D30" w:rsidP="00E00D30">
      <w:r>
        <w:t>411.1781</w:t>
      </w:r>
      <w:r>
        <w:tab/>
        <w:t>3.038e0</w:t>
      </w:r>
    </w:p>
    <w:p w:rsidR="00E00D30" w:rsidRDefault="00E00D30" w:rsidP="00E00D30">
      <w:r>
        <w:t>411.1982</w:t>
      </w:r>
      <w:r>
        <w:tab/>
        <w:t>2.025e0</w:t>
      </w:r>
    </w:p>
    <w:p w:rsidR="00E00D30" w:rsidRDefault="00E00D30" w:rsidP="00E00D30">
      <w:r>
        <w:t>411.2027</w:t>
      </w:r>
      <w:r>
        <w:tab/>
        <w:t>4.051e0</w:t>
      </w:r>
    </w:p>
    <w:p w:rsidR="00E00D30" w:rsidRDefault="00E00D30" w:rsidP="00E00D30">
      <w:r>
        <w:t>411.2055</w:t>
      </w:r>
      <w:r>
        <w:tab/>
        <w:t>2.025e0</w:t>
      </w:r>
    </w:p>
    <w:p w:rsidR="00E00D30" w:rsidRDefault="00E00D30" w:rsidP="00E00D30">
      <w:r>
        <w:t>411.2165</w:t>
      </w:r>
      <w:r>
        <w:tab/>
        <w:t>2.025e0</w:t>
      </w:r>
    </w:p>
    <w:p w:rsidR="00E00D30" w:rsidRDefault="00E00D30" w:rsidP="00E00D30">
      <w:r>
        <w:t>411.2314</w:t>
      </w:r>
      <w:r>
        <w:tab/>
        <w:t>2.025e0</w:t>
      </w:r>
    </w:p>
    <w:p w:rsidR="00E00D30" w:rsidRDefault="00E00D30" w:rsidP="00E00D30">
      <w:r>
        <w:t>411.2463</w:t>
      </w:r>
      <w:r>
        <w:tab/>
        <w:t>1.013e0</w:t>
      </w:r>
    </w:p>
    <w:p w:rsidR="00E00D30" w:rsidRDefault="00E00D30" w:rsidP="00E00D30">
      <w:r>
        <w:t>411.2570</w:t>
      </w:r>
      <w:r>
        <w:tab/>
        <w:t>2.025e0</w:t>
      </w:r>
    </w:p>
    <w:p w:rsidR="00E00D30" w:rsidRDefault="00E00D30" w:rsidP="00E00D30">
      <w:r>
        <w:t>411.2677</w:t>
      </w:r>
      <w:r>
        <w:tab/>
        <w:t>1.013e0</w:t>
      </w:r>
    </w:p>
    <w:p w:rsidR="00E00D30" w:rsidRDefault="00E00D30" w:rsidP="00E00D30">
      <w:r>
        <w:t>411.2786</w:t>
      </w:r>
      <w:r>
        <w:tab/>
        <w:t>1.013e0</w:t>
      </w:r>
    </w:p>
    <w:p w:rsidR="00E00D30" w:rsidRDefault="00E00D30" w:rsidP="00E00D30">
      <w:r>
        <w:t>411.2809</w:t>
      </w:r>
      <w:r>
        <w:tab/>
        <w:t>2.025e0</w:t>
      </w:r>
    </w:p>
    <w:p w:rsidR="00E00D30" w:rsidRDefault="00E00D30" w:rsidP="00E00D30">
      <w:r>
        <w:t>411.3007</w:t>
      </w:r>
      <w:r>
        <w:tab/>
        <w:t>3.038e0</w:t>
      </w:r>
    </w:p>
    <w:p w:rsidR="00E00D30" w:rsidRDefault="00E00D30" w:rsidP="00E00D30">
      <w:r>
        <w:t>411.3146</w:t>
      </w:r>
      <w:r>
        <w:tab/>
        <w:t>1.013e0</w:t>
      </w:r>
    </w:p>
    <w:p w:rsidR="00E00D30" w:rsidRDefault="00E00D30" w:rsidP="00E00D30">
      <w:r>
        <w:t>411.3219</w:t>
      </w:r>
      <w:r>
        <w:tab/>
        <w:t>1.013e0</w:t>
      </w:r>
    </w:p>
    <w:p w:rsidR="00E00D30" w:rsidRDefault="00E00D30" w:rsidP="00E00D30">
      <w:r>
        <w:t>411.3497</w:t>
      </w:r>
      <w:r>
        <w:tab/>
        <w:t>1.013e0</w:t>
      </w:r>
    </w:p>
    <w:p w:rsidR="00E00D30" w:rsidRDefault="00E00D30" w:rsidP="00E00D30">
      <w:r>
        <w:t>411.3550</w:t>
      </w:r>
      <w:r>
        <w:tab/>
        <w:t>3.038e0</w:t>
      </w:r>
    </w:p>
    <w:p w:rsidR="00E00D30" w:rsidRDefault="00E00D30" w:rsidP="00E00D30">
      <w:r>
        <w:t>411.3589</w:t>
      </w:r>
      <w:r>
        <w:tab/>
        <w:t>1.013e0</w:t>
      </w:r>
    </w:p>
    <w:p w:rsidR="00E00D30" w:rsidRDefault="00E00D30" w:rsidP="00E00D30">
      <w:r>
        <w:lastRenderedPageBreak/>
        <w:t>411.3872</w:t>
      </w:r>
      <w:r>
        <w:tab/>
        <w:t>1.013e0</w:t>
      </w:r>
    </w:p>
    <w:p w:rsidR="00E00D30" w:rsidRDefault="00E00D30" w:rsidP="00E00D30">
      <w:r>
        <w:t>411.3929</w:t>
      </w:r>
      <w:r>
        <w:tab/>
        <w:t>1.013e0</w:t>
      </w:r>
    </w:p>
    <w:p w:rsidR="00E00D30" w:rsidRDefault="00E00D30" w:rsidP="00E00D30">
      <w:r>
        <w:t>411.4246</w:t>
      </w:r>
      <w:r>
        <w:tab/>
        <w:t>2.025e0</w:t>
      </w:r>
    </w:p>
    <w:p w:rsidR="00E00D30" w:rsidRDefault="00E00D30" w:rsidP="00E00D30">
      <w:r>
        <w:t>411.4309</w:t>
      </w:r>
      <w:r>
        <w:tab/>
        <w:t>1.013e0</w:t>
      </w:r>
    </w:p>
    <w:p w:rsidR="00E00D30" w:rsidRDefault="00E00D30" w:rsidP="00E00D30">
      <w:r>
        <w:t>411.4600</w:t>
      </w:r>
      <w:r>
        <w:tab/>
        <w:t>1.013e0</w:t>
      </w:r>
    </w:p>
    <w:p w:rsidR="00E00D30" w:rsidRDefault="00E00D30" w:rsidP="00E00D30">
      <w:r>
        <w:t>411.4930</w:t>
      </w:r>
      <w:r>
        <w:tab/>
        <w:t>4.051e0</w:t>
      </w:r>
    </w:p>
    <w:p w:rsidR="00E00D30" w:rsidRDefault="00E00D30" w:rsidP="00E00D30">
      <w:r>
        <w:t>411.4958</w:t>
      </w:r>
      <w:r>
        <w:tab/>
        <w:t>1.013e0</w:t>
      </w:r>
    </w:p>
    <w:p w:rsidR="00E00D30" w:rsidRDefault="00E00D30" w:rsidP="00E00D30">
      <w:r>
        <w:t>411.5107</w:t>
      </w:r>
      <w:r>
        <w:tab/>
        <w:t>1.013e0</w:t>
      </w:r>
    </w:p>
    <w:p w:rsidR="00E00D30" w:rsidRDefault="00E00D30" w:rsidP="00E00D30">
      <w:r>
        <w:t>411.5693</w:t>
      </w:r>
      <w:r>
        <w:tab/>
        <w:t>1.013e0</w:t>
      </w:r>
    </w:p>
    <w:p w:rsidR="00E00D30" w:rsidRDefault="00E00D30" w:rsidP="00E00D30">
      <w:r>
        <w:t>411.5812</w:t>
      </w:r>
      <w:r>
        <w:tab/>
        <w:t>1.013e0</w:t>
      </w:r>
    </w:p>
    <w:p w:rsidR="00E00D30" w:rsidRDefault="00E00D30" w:rsidP="00E00D30">
      <w:r>
        <w:t>411.5976</w:t>
      </w:r>
      <w:r>
        <w:tab/>
        <w:t>1.013e0</w:t>
      </w:r>
    </w:p>
    <w:p w:rsidR="00E00D30" w:rsidRDefault="00E00D30" w:rsidP="00E00D30">
      <w:r>
        <w:t>411.6023</w:t>
      </w:r>
      <w:r>
        <w:tab/>
        <w:t>2.025e0</w:t>
      </w:r>
    </w:p>
    <w:p w:rsidR="00E00D30" w:rsidRDefault="00E00D30" w:rsidP="00E00D30">
      <w:r>
        <w:t>411.7140</w:t>
      </w:r>
      <w:r>
        <w:tab/>
        <w:t>1.013e0</w:t>
      </w:r>
    </w:p>
    <w:p w:rsidR="00E00D30" w:rsidRDefault="00E00D30" w:rsidP="00E00D30">
      <w:r>
        <w:t>411.7212</w:t>
      </w:r>
      <w:r>
        <w:tab/>
        <w:t>1.013e0</w:t>
      </w:r>
    </w:p>
    <w:p w:rsidR="00E00D30" w:rsidRDefault="00E00D30" w:rsidP="00E00D30">
      <w:r>
        <w:t>411.7357</w:t>
      </w:r>
      <w:r>
        <w:tab/>
        <w:t>1.013e0</w:t>
      </w:r>
    </w:p>
    <w:p w:rsidR="00E00D30" w:rsidRDefault="00E00D30" w:rsidP="00E00D30">
      <w:r>
        <w:t>411.7379</w:t>
      </w:r>
      <w:r>
        <w:tab/>
        <w:t>2.025e0</w:t>
      </w:r>
    </w:p>
    <w:p w:rsidR="00E00D30" w:rsidRDefault="00E00D30" w:rsidP="00E00D30">
      <w:r>
        <w:t>411.7645</w:t>
      </w:r>
      <w:r>
        <w:tab/>
        <w:t>1.013e0</w:t>
      </w:r>
    </w:p>
    <w:p w:rsidR="00E00D30" w:rsidRDefault="00E00D30" w:rsidP="00E00D30">
      <w:r>
        <w:t>411.8127</w:t>
      </w:r>
      <w:r>
        <w:tab/>
        <w:t>1.013e0</w:t>
      </w:r>
    </w:p>
    <w:p w:rsidR="00E00D30" w:rsidRDefault="00E00D30" w:rsidP="00E00D30">
      <w:r>
        <w:t>411.8341</w:t>
      </w:r>
      <w:r>
        <w:tab/>
        <w:t>1.013e0</w:t>
      </w:r>
    </w:p>
    <w:p w:rsidR="00E00D30" w:rsidRDefault="00E00D30" w:rsidP="00E00D30">
      <w:r>
        <w:lastRenderedPageBreak/>
        <w:t>411.8640</w:t>
      </w:r>
      <w:r>
        <w:tab/>
        <w:t>2.025e0</w:t>
      </w:r>
    </w:p>
    <w:p w:rsidR="00E00D30" w:rsidRDefault="00E00D30" w:rsidP="00E00D30">
      <w:r>
        <w:t>411.8731</w:t>
      </w:r>
      <w:r>
        <w:tab/>
        <w:t>1.013e0</w:t>
      </w:r>
    </w:p>
    <w:p w:rsidR="00E00D30" w:rsidRDefault="00E00D30" w:rsidP="00E00D30">
      <w:r>
        <w:t>411.9027</w:t>
      </w:r>
      <w:r>
        <w:tab/>
        <w:t>1.013e0</w:t>
      </w:r>
    </w:p>
    <w:p w:rsidR="00E00D30" w:rsidRDefault="00E00D30" w:rsidP="00E00D30">
      <w:r>
        <w:t>411.9463</w:t>
      </w:r>
      <w:r>
        <w:tab/>
        <w:t>1.013e0</w:t>
      </w:r>
    </w:p>
    <w:p w:rsidR="00E00D30" w:rsidRDefault="00E00D30" w:rsidP="00E00D30">
      <w:r>
        <w:t>411.9533</w:t>
      </w:r>
      <w:r>
        <w:tab/>
        <w:t>1.013e0</w:t>
      </w:r>
    </w:p>
    <w:p w:rsidR="00E00D30" w:rsidRDefault="00E00D30" w:rsidP="00E00D30">
      <w:r>
        <w:t>411.9679</w:t>
      </w:r>
      <w:r>
        <w:tab/>
        <w:t>1.013e0</w:t>
      </w:r>
    </w:p>
    <w:p w:rsidR="00E00D30" w:rsidRDefault="00E00D30" w:rsidP="00E00D30">
      <w:r>
        <w:t>411.9751</w:t>
      </w:r>
      <w:r>
        <w:tab/>
        <w:t>1.013e0</w:t>
      </w:r>
    </w:p>
    <w:p w:rsidR="00E00D30" w:rsidRDefault="00E00D30" w:rsidP="00E00D30">
      <w:r>
        <w:t>411.9971</w:t>
      </w:r>
      <w:r>
        <w:tab/>
        <w:t>1.013e0</w:t>
      </w:r>
    </w:p>
    <w:p w:rsidR="00E00D30" w:rsidRDefault="00E00D30" w:rsidP="00E00D30">
      <w:r>
        <w:t>412.0114</w:t>
      </w:r>
      <w:r>
        <w:tab/>
        <w:t>1.013e0</w:t>
      </w:r>
    </w:p>
    <w:p w:rsidR="00E00D30" w:rsidRDefault="00E00D30" w:rsidP="00E00D30">
      <w:r>
        <w:t>412.0480</w:t>
      </w:r>
      <w:r>
        <w:tab/>
        <w:t>1.013e0</w:t>
      </w:r>
    </w:p>
    <w:p w:rsidR="00E00D30" w:rsidRDefault="00E00D30" w:rsidP="00E00D30">
      <w:r>
        <w:t>412.0553</w:t>
      </w:r>
      <w:r>
        <w:tab/>
        <w:t>1.013e0</w:t>
      </w:r>
    </w:p>
    <w:p w:rsidR="00E00D30" w:rsidRDefault="00E00D30" w:rsidP="00E00D30">
      <w:r>
        <w:t>412.0619</w:t>
      </w:r>
      <w:r>
        <w:tab/>
        <w:t>2.025e0</w:t>
      </w:r>
    </w:p>
    <w:p w:rsidR="00E00D30" w:rsidRDefault="00E00D30" w:rsidP="00E00D30">
      <w:r>
        <w:t>412.0871</w:t>
      </w:r>
      <w:r>
        <w:tab/>
        <w:t>1.013e0</w:t>
      </w:r>
    </w:p>
    <w:p w:rsidR="00E00D30" w:rsidRDefault="00E00D30" w:rsidP="00E00D30">
      <w:r>
        <w:t>412.0921</w:t>
      </w:r>
      <w:r>
        <w:tab/>
        <w:t>1.013e0</w:t>
      </w:r>
    </w:p>
    <w:p w:rsidR="00E00D30" w:rsidRDefault="00E00D30" w:rsidP="00E00D30">
      <w:r>
        <w:t>412.0988</w:t>
      </w:r>
      <w:r>
        <w:tab/>
        <w:t>1.013e0</w:t>
      </w:r>
    </w:p>
    <w:p w:rsidR="00E00D30" w:rsidRDefault="00E00D30" w:rsidP="00E00D30">
      <w:r>
        <w:t>412.1173</w:t>
      </w:r>
      <w:r>
        <w:tab/>
        <w:t>2.025e0</w:t>
      </w:r>
    </w:p>
    <w:p w:rsidR="00E00D30" w:rsidRDefault="00E00D30" w:rsidP="00E00D30">
      <w:r>
        <w:t>412.1266</w:t>
      </w:r>
      <w:r>
        <w:tab/>
        <w:t>1.013e0</w:t>
      </w:r>
    </w:p>
    <w:p w:rsidR="00E00D30" w:rsidRDefault="00E00D30" w:rsidP="00E00D30">
      <w:r>
        <w:t>412.1472</w:t>
      </w:r>
      <w:r>
        <w:tab/>
        <w:t>1.013e0</w:t>
      </w:r>
    </w:p>
    <w:p w:rsidR="00E00D30" w:rsidRDefault="00E00D30" w:rsidP="00E00D30">
      <w:r>
        <w:t>412.1693</w:t>
      </w:r>
      <w:r>
        <w:tab/>
        <w:t>2.025e0</w:t>
      </w:r>
    </w:p>
    <w:p w:rsidR="00E00D30" w:rsidRDefault="00E00D30" w:rsidP="00E00D30">
      <w:r>
        <w:lastRenderedPageBreak/>
        <w:t>412.1788</w:t>
      </w:r>
      <w:r>
        <w:tab/>
        <w:t>1.013e0</w:t>
      </w:r>
    </w:p>
    <w:p w:rsidR="00E00D30" w:rsidRDefault="00E00D30" w:rsidP="00E00D30">
      <w:r>
        <w:t>412.1860</w:t>
      </w:r>
      <w:r>
        <w:tab/>
        <w:t>1.013e0</w:t>
      </w:r>
    </w:p>
    <w:p w:rsidR="00E00D30" w:rsidRDefault="00E00D30" w:rsidP="00E00D30">
      <w:r>
        <w:t>412.1939</w:t>
      </w:r>
      <w:r>
        <w:tab/>
        <w:t>1.013e0</w:t>
      </w:r>
    </w:p>
    <w:p w:rsidR="00E00D30" w:rsidRDefault="00E00D30" w:rsidP="00E00D30">
      <w:r>
        <w:t>412.1999</w:t>
      </w:r>
      <w:r>
        <w:tab/>
        <w:t>3.038e0</w:t>
      </w:r>
    </w:p>
    <w:p w:rsidR="00E00D30" w:rsidRDefault="00E00D30" w:rsidP="00E00D30">
      <w:r>
        <w:t>412.2210</w:t>
      </w:r>
      <w:r>
        <w:tab/>
        <w:t>3.038e0</w:t>
      </w:r>
    </w:p>
    <w:p w:rsidR="00E00D30" w:rsidRDefault="00E00D30" w:rsidP="00E00D30">
      <w:r>
        <w:t>412.2304</w:t>
      </w:r>
      <w:r>
        <w:tab/>
        <w:t>3.038e0</w:t>
      </w:r>
    </w:p>
    <w:p w:rsidR="00E00D30" w:rsidRDefault="00E00D30" w:rsidP="00E00D30">
      <w:r>
        <w:t>412.2374</w:t>
      </w:r>
      <w:r>
        <w:tab/>
        <w:t>1.013e0</w:t>
      </w:r>
    </w:p>
    <w:p w:rsidR="00E00D30" w:rsidRDefault="00E00D30" w:rsidP="00E00D30">
      <w:r>
        <w:t>412.2615</w:t>
      </w:r>
      <w:r>
        <w:tab/>
        <w:t>2.025e0</w:t>
      </w:r>
    </w:p>
    <w:p w:rsidR="00E00D30" w:rsidRDefault="00E00D30" w:rsidP="00E00D30">
      <w:r>
        <w:t>412.2668</w:t>
      </w:r>
      <w:r>
        <w:tab/>
        <w:t>3.038e0</w:t>
      </w:r>
    </w:p>
    <w:p w:rsidR="00E00D30" w:rsidRDefault="00E00D30" w:rsidP="00E00D30">
      <w:r>
        <w:t>412.2764</w:t>
      </w:r>
      <w:r>
        <w:tab/>
        <w:t>1.013e0</w:t>
      </w:r>
    </w:p>
    <w:p w:rsidR="00E00D30" w:rsidRDefault="00E00D30" w:rsidP="00E00D30">
      <w:r>
        <w:t>412.2932</w:t>
      </w:r>
      <w:r>
        <w:tab/>
        <w:t>2.025e0</w:t>
      </w:r>
    </w:p>
    <w:p w:rsidR="00E00D30" w:rsidRDefault="00E00D30" w:rsidP="00E00D30">
      <w:r>
        <w:t>412.3094</w:t>
      </w:r>
      <w:r>
        <w:tab/>
        <w:t>1.013e0</w:t>
      </w:r>
    </w:p>
    <w:p w:rsidR="00E00D30" w:rsidRDefault="00E00D30" w:rsidP="00E00D30">
      <w:r>
        <w:t>412.3378</w:t>
      </w:r>
      <w:r>
        <w:tab/>
        <w:t>2.025e0</w:t>
      </w:r>
    </w:p>
    <w:p w:rsidR="00E00D30" w:rsidRDefault="00E00D30" w:rsidP="00E00D30">
      <w:r>
        <w:t>412.3611</w:t>
      </w:r>
      <w:r>
        <w:tab/>
        <w:t>1.013e0</w:t>
      </w:r>
    </w:p>
    <w:p w:rsidR="00E00D30" w:rsidRDefault="00E00D30" w:rsidP="00E00D30">
      <w:r>
        <w:t>412.3790</w:t>
      </w:r>
      <w:r>
        <w:tab/>
        <w:t>1.013e0</w:t>
      </w:r>
    </w:p>
    <w:p w:rsidR="00E00D30" w:rsidRDefault="00E00D30" w:rsidP="00E00D30">
      <w:r>
        <w:t>412.4002</w:t>
      </w:r>
      <w:r>
        <w:tab/>
        <w:t>2.025e0</w:t>
      </w:r>
    </w:p>
    <w:p w:rsidR="00E00D30" w:rsidRDefault="00E00D30" w:rsidP="00E00D30">
      <w:r>
        <w:t>412.4330</w:t>
      </w:r>
      <w:r>
        <w:tab/>
        <w:t>1.013e0</w:t>
      </w:r>
    </w:p>
    <w:p w:rsidR="00E00D30" w:rsidRDefault="00E00D30" w:rsidP="00E00D30">
      <w:r>
        <w:t>412.4555</w:t>
      </w:r>
      <w:r>
        <w:tab/>
        <w:t>1.013e0</w:t>
      </w:r>
    </w:p>
    <w:p w:rsidR="00E00D30" w:rsidRDefault="00E00D30" w:rsidP="00E00D30">
      <w:r>
        <w:t>412.4609</w:t>
      </w:r>
      <w:r>
        <w:tab/>
        <w:t>1.013e0</w:t>
      </w:r>
    </w:p>
    <w:p w:rsidR="00E00D30" w:rsidRDefault="00E00D30" w:rsidP="00E00D30">
      <w:r>
        <w:lastRenderedPageBreak/>
        <w:t>412.4914</w:t>
      </w:r>
      <w:r>
        <w:tab/>
        <w:t>1.013e0</w:t>
      </w:r>
    </w:p>
    <w:p w:rsidR="00E00D30" w:rsidRDefault="00E00D30" w:rsidP="00E00D30">
      <w:r>
        <w:t>412.4987</w:t>
      </w:r>
      <w:r>
        <w:tab/>
        <w:t>2.025e0</w:t>
      </w:r>
    </w:p>
    <w:p w:rsidR="00E00D30" w:rsidRDefault="00E00D30" w:rsidP="00E00D30">
      <w:r>
        <w:t>412.5678</w:t>
      </w:r>
      <w:r>
        <w:tab/>
        <w:t>1.013e0</w:t>
      </w:r>
    </w:p>
    <w:p w:rsidR="00E00D30" w:rsidRDefault="00E00D30" w:rsidP="00E00D30">
      <w:r>
        <w:t>412.5784</w:t>
      </w:r>
      <w:r>
        <w:tab/>
        <w:t>1.013e0</w:t>
      </w:r>
    </w:p>
    <w:p w:rsidR="00E00D30" w:rsidRDefault="00E00D30" w:rsidP="00E00D30">
      <w:r>
        <w:t>412.5898</w:t>
      </w:r>
      <w:r>
        <w:tab/>
        <w:t>1.013e0</w:t>
      </w:r>
    </w:p>
    <w:p w:rsidR="00E00D30" w:rsidRDefault="00E00D30" w:rsidP="00E00D30">
      <w:r>
        <w:t>412.6192</w:t>
      </w:r>
      <w:r>
        <w:tab/>
        <w:t>2.025e0</w:t>
      </w:r>
    </w:p>
    <w:p w:rsidR="00E00D30" w:rsidRDefault="00E00D30" w:rsidP="00E00D30">
      <w:r>
        <w:t>412.6321</w:t>
      </w:r>
      <w:r>
        <w:tab/>
        <w:t>1.013e0</w:t>
      </w:r>
    </w:p>
    <w:p w:rsidR="00E00D30" w:rsidRDefault="00E00D30" w:rsidP="00E00D30">
      <w:r>
        <w:t>412.6477</w:t>
      </w:r>
      <w:r>
        <w:tab/>
        <w:t>2.025e0</w:t>
      </w:r>
    </w:p>
    <w:p w:rsidR="00E00D30" w:rsidRDefault="00E00D30" w:rsidP="00E00D30">
      <w:r>
        <w:t>412.6922</w:t>
      </w:r>
      <w:r>
        <w:tab/>
        <w:t>1.013e0</w:t>
      </w:r>
    </w:p>
    <w:p w:rsidR="00E00D30" w:rsidRDefault="00E00D30" w:rsidP="00E00D30">
      <w:r>
        <w:t>412.7605</w:t>
      </w:r>
      <w:r>
        <w:tab/>
        <w:t>1.013e0</w:t>
      </w:r>
    </w:p>
    <w:p w:rsidR="00E00D30" w:rsidRDefault="00E00D30" w:rsidP="00E00D30">
      <w:r>
        <w:t>412.7957</w:t>
      </w:r>
      <w:r>
        <w:tab/>
        <w:t>1.013e0</w:t>
      </w:r>
    </w:p>
    <w:p w:rsidR="00E00D30" w:rsidRDefault="00E00D30" w:rsidP="00E00D30">
      <w:r>
        <w:t>412.8119</w:t>
      </w:r>
      <w:r>
        <w:tab/>
        <w:t>1.013e0</w:t>
      </w:r>
    </w:p>
    <w:p w:rsidR="00E00D30" w:rsidRDefault="00E00D30" w:rsidP="00E00D30">
      <w:r>
        <w:t>412.8551</w:t>
      </w:r>
      <w:r>
        <w:tab/>
        <w:t>1.013e0</w:t>
      </w:r>
    </w:p>
    <w:p w:rsidR="00E00D30" w:rsidRDefault="00E00D30" w:rsidP="00E00D30">
      <w:r>
        <w:t>412.8598</w:t>
      </w:r>
      <w:r>
        <w:tab/>
        <w:t>1.013e0</w:t>
      </w:r>
    </w:p>
    <w:p w:rsidR="00E00D30" w:rsidRDefault="00E00D30" w:rsidP="00E00D30">
      <w:r>
        <w:t>412.8696</w:t>
      </w:r>
      <w:r>
        <w:tab/>
        <w:t>1.013e0</w:t>
      </w:r>
    </w:p>
    <w:p w:rsidR="00E00D30" w:rsidRDefault="00E00D30" w:rsidP="00E00D30">
      <w:r>
        <w:t>412.8917</w:t>
      </w:r>
      <w:r>
        <w:tab/>
        <w:t>2.025e0</w:t>
      </w:r>
    </w:p>
    <w:p w:rsidR="00E00D30" w:rsidRDefault="00E00D30" w:rsidP="00E00D30">
      <w:r>
        <w:t>412.8993</w:t>
      </w:r>
      <w:r>
        <w:tab/>
        <w:t>1.013e0</w:t>
      </w:r>
    </w:p>
    <w:p w:rsidR="00E00D30" w:rsidRDefault="00E00D30" w:rsidP="00E00D30">
      <w:r>
        <w:t>412.9203</w:t>
      </w:r>
      <w:r>
        <w:tab/>
        <w:t>1.013e0</w:t>
      </w:r>
    </w:p>
    <w:p w:rsidR="00E00D30" w:rsidRDefault="00E00D30" w:rsidP="00E00D30">
      <w:r>
        <w:t>412.9218</w:t>
      </w:r>
      <w:r>
        <w:tab/>
        <w:t>2.025e0</w:t>
      </w:r>
    </w:p>
    <w:p w:rsidR="00E00D30" w:rsidRDefault="00E00D30" w:rsidP="00E00D30">
      <w:r>
        <w:lastRenderedPageBreak/>
        <w:t>412.9239</w:t>
      </w:r>
      <w:r>
        <w:tab/>
        <w:t>1.013e0</w:t>
      </w:r>
    </w:p>
    <w:p w:rsidR="00E00D30" w:rsidRDefault="00E00D30" w:rsidP="00E00D30">
      <w:r>
        <w:t>412.9424</w:t>
      </w:r>
      <w:r>
        <w:tab/>
        <w:t>1.013e0</w:t>
      </w:r>
    </w:p>
    <w:p w:rsidR="00E00D30" w:rsidRDefault="00E00D30" w:rsidP="00E00D30">
      <w:r>
        <w:t>412.9455</w:t>
      </w:r>
      <w:r>
        <w:tab/>
        <w:t>1.013e0</w:t>
      </w:r>
    </w:p>
    <w:p w:rsidR="00E00D30" w:rsidRDefault="00E00D30" w:rsidP="00E00D30">
      <w:r>
        <w:t>412.9570</w:t>
      </w:r>
      <w:r>
        <w:tab/>
        <w:t>1.013e0</w:t>
      </w:r>
    </w:p>
    <w:p w:rsidR="00E00D30" w:rsidRDefault="00E00D30" w:rsidP="00E00D30">
      <w:r>
        <w:t>412.9689</w:t>
      </w:r>
      <w:r>
        <w:tab/>
        <w:t>3.038e0</w:t>
      </w:r>
    </w:p>
    <w:p w:rsidR="00E00D30" w:rsidRDefault="00E00D30" w:rsidP="00E00D30">
      <w:r>
        <w:t>412.9843</w:t>
      </w:r>
      <w:r>
        <w:tab/>
        <w:t>1.013e0</w:t>
      </w:r>
    </w:p>
    <w:p w:rsidR="00E00D30" w:rsidRDefault="00E00D30" w:rsidP="00E00D30">
      <w:r>
        <w:t>413.0026</w:t>
      </w:r>
      <w:r>
        <w:tab/>
        <w:t>2.025e0</w:t>
      </w:r>
    </w:p>
    <w:p w:rsidR="00E00D30" w:rsidRDefault="00E00D30" w:rsidP="00E00D30">
      <w:r>
        <w:t>413.0152</w:t>
      </w:r>
      <w:r>
        <w:tab/>
        <w:t>1.013e0</w:t>
      </w:r>
    </w:p>
    <w:p w:rsidR="00E00D30" w:rsidRDefault="00E00D30" w:rsidP="00E00D30">
      <w:r>
        <w:t>413.0164</w:t>
      </w:r>
      <w:r>
        <w:tab/>
        <w:t>2.025e0</w:t>
      </w:r>
    </w:p>
    <w:p w:rsidR="00E00D30" w:rsidRDefault="00E00D30" w:rsidP="00E00D30">
      <w:r>
        <w:t>413.0484</w:t>
      </w:r>
      <w:r>
        <w:tab/>
        <w:t>1.013e0</w:t>
      </w:r>
    </w:p>
    <w:p w:rsidR="00E00D30" w:rsidRDefault="00E00D30" w:rsidP="00E00D30">
      <w:r>
        <w:t>413.0885</w:t>
      </w:r>
      <w:r>
        <w:tab/>
        <w:t>1.013e0</w:t>
      </w:r>
    </w:p>
    <w:p w:rsidR="00E00D30" w:rsidRDefault="00E00D30" w:rsidP="00E00D30">
      <w:r>
        <w:t>413.0915</w:t>
      </w:r>
      <w:r>
        <w:tab/>
        <w:t>1.013e0</w:t>
      </w:r>
    </w:p>
    <w:p w:rsidR="00E00D30" w:rsidRDefault="00E00D30" w:rsidP="00E00D30">
      <w:r>
        <w:t>413.1129</w:t>
      </w:r>
      <w:r>
        <w:tab/>
        <w:t>1.013e0</w:t>
      </w:r>
    </w:p>
    <w:p w:rsidR="00E00D30" w:rsidRDefault="00E00D30" w:rsidP="00E00D30">
      <w:r>
        <w:t>413.1172</w:t>
      </w:r>
      <w:r>
        <w:tab/>
        <w:t>1.013e0</w:t>
      </w:r>
    </w:p>
    <w:p w:rsidR="00E00D30" w:rsidRDefault="00E00D30" w:rsidP="00E00D30">
      <w:r>
        <w:t>413.1463</w:t>
      </w:r>
      <w:r>
        <w:tab/>
        <w:t>1.013e0</w:t>
      </w:r>
    </w:p>
    <w:p w:rsidR="00E00D30" w:rsidRDefault="00E00D30" w:rsidP="00E00D30">
      <w:r>
        <w:t>413.1517</w:t>
      </w:r>
      <w:r>
        <w:tab/>
        <w:t>1.013e0</w:t>
      </w:r>
    </w:p>
    <w:p w:rsidR="00E00D30" w:rsidRDefault="00E00D30" w:rsidP="00E00D30">
      <w:r>
        <w:t>413.1607</w:t>
      </w:r>
      <w:r>
        <w:tab/>
        <w:t>2.025e0</w:t>
      </w:r>
    </w:p>
    <w:p w:rsidR="00E00D30" w:rsidRDefault="00E00D30" w:rsidP="00E00D30">
      <w:r>
        <w:t>413.1827</w:t>
      </w:r>
      <w:r>
        <w:tab/>
        <w:t>1.013e0</w:t>
      </w:r>
    </w:p>
    <w:p w:rsidR="00E00D30" w:rsidRDefault="00E00D30" w:rsidP="00E00D30">
      <w:r>
        <w:t>413.1857</w:t>
      </w:r>
      <w:r>
        <w:tab/>
        <w:t>2.025e0</w:t>
      </w:r>
    </w:p>
    <w:p w:rsidR="00E00D30" w:rsidRDefault="00E00D30" w:rsidP="00E00D30">
      <w:r>
        <w:lastRenderedPageBreak/>
        <w:t>413.1945</w:t>
      </w:r>
      <w:r>
        <w:tab/>
        <w:t>1.013e0</w:t>
      </w:r>
    </w:p>
    <w:p w:rsidR="00E00D30" w:rsidRDefault="00E00D30" w:rsidP="00E00D30">
      <w:r>
        <w:t>413.2118</w:t>
      </w:r>
      <w:r>
        <w:tab/>
        <w:t>1.013e0</w:t>
      </w:r>
    </w:p>
    <w:p w:rsidR="00E00D30" w:rsidRDefault="00E00D30" w:rsidP="00E00D30">
      <w:r>
        <w:t>413.2218</w:t>
      </w:r>
      <w:r>
        <w:tab/>
        <w:t>2.025e0</w:t>
      </w:r>
    </w:p>
    <w:p w:rsidR="00E00D30" w:rsidRDefault="00E00D30" w:rsidP="00E00D30">
      <w:r>
        <w:t>413.2238</w:t>
      </w:r>
      <w:r>
        <w:tab/>
        <w:t>2.025e0</w:t>
      </w:r>
    </w:p>
    <w:p w:rsidR="00E00D30" w:rsidRDefault="00E00D30" w:rsidP="00E00D30">
      <w:r>
        <w:t>413.2377</w:t>
      </w:r>
      <w:r>
        <w:tab/>
        <w:t>2.025e0</w:t>
      </w:r>
    </w:p>
    <w:p w:rsidR="00E00D30" w:rsidRDefault="00E00D30" w:rsidP="00E00D30">
      <w:r>
        <w:t>413.2412</w:t>
      </w:r>
      <w:r>
        <w:tab/>
        <w:t>2.025e0</w:t>
      </w:r>
    </w:p>
    <w:p w:rsidR="00E00D30" w:rsidRDefault="00E00D30" w:rsidP="00E00D30">
      <w:r>
        <w:t>413.2480</w:t>
      </w:r>
      <w:r>
        <w:tab/>
        <w:t>1.013e0</w:t>
      </w:r>
    </w:p>
    <w:p w:rsidR="00E00D30" w:rsidRDefault="00E00D30" w:rsidP="00E00D30">
      <w:r>
        <w:t>413.2587</w:t>
      </w:r>
      <w:r>
        <w:tab/>
        <w:t>1.013e0</w:t>
      </w:r>
    </w:p>
    <w:p w:rsidR="00E00D30" w:rsidRDefault="00E00D30" w:rsidP="00E00D30">
      <w:r>
        <w:t>413.2804</w:t>
      </w:r>
      <w:r>
        <w:tab/>
        <w:t>1.013e0</w:t>
      </w:r>
    </w:p>
    <w:p w:rsidR="00E00D30" w:rsidRDefault="00E00D30" w:rsidP="00E00D30">
      <w:r>
        <w:t>413.2815</w:t>
      </w:r>
      <w:r>
        <w:tab/>
        <w:t>2.025e0</w:t>
      </w:r>
    </w:p>
    <w:p w:rsidR="00E00D30" w:rsidRDefault="00E00D30" w:rsidP="00E00D30">
      <w:r>
        <w:t>413.2978</w:t>
      </w:r>
      <w:r>
        <w:tab/>
        <w:t>1.013e0</w:t>
      </w:r>
    </w:p>
    <w:p w:rsidR="00E00D30" w:rsidRDefault="00E00D30" w:rsidP="00E00D30">
      <w:r>
        <w:t>413.3124</w:t>
      </w:r>
      <w:r>
        <w:tab/>
        <w:t>2.025e0</w:t>
      </w:r>
    </w:p>
    <w:p w:rsidR="00E00D30" w:rsidRDefault="00E00D30" w:rsidP="00E00D30">
      <w:r>
        <w:t>413.3136</w:t>
      </w:r>
      <w:r>
        <w:tab/>
        <w:t>1.013e0</w:t>
      </w:r>
    </w:p>
    <w:p w:rsidR="00E00D30" w:rsidRDefault="00E00D30" w:rsidP="00E00D30">
      <w:r>
        <w:t>413.3264</w:t>
      </w:r>
      <w:r>
        <w:tab/>
        <w:t>2.025e0</w:t>
      </w:r>
    </w:p>
    <w:p w:rsidR="00E00D30" w:rsidRDefault="00E00D30" w:rsidP="00E00D30">
      <w:r>
        <w:t>413.3282</w:t>
      </w:r>
      <w:r>
        <w:tab/>
        <w:t>1.013e0</w:t>
      </w:r>
    </w:p>
    <w:p w:rsidR="00E00D30" w:rsidRDefault="00E00D30" w:rsidP="00E00D30">
      <w:r>
        <w:t>413.3301</w:t>
      </w:r>
      <w:r>
        <w:tab/>
        <w:t>2.025e0</w:t>
      </w:r>
    </w:p>
    <w:p w:rsidR="00E00D30" w:rsidRDefault="00E00D30" w:rsidP="00E00D30">
      <w:r>
        <w:t>413.3534</w:t>
      </w:r>
      <w:r>
        <w:tab/>
        <w:t>2.025e0</w:t>
      </w:r>
    </w:p>
    <w:p w:rsidR="00E00D30" w:rsidRDefault="00E00D30" w:rsidP="00E00D30">
      <w:r>
        <w:t>413.3640</w:t>
      </w:r>
      <w:r>
        <w:tab/>
        <w:t>2.025e0</w:t>
      </w:r>
    </w:p>
    <w:p w:rsidR="00E00D30" w:rsidRDefault="00E00D30" w:rsidP="00E00D30">
      <w:r>
        <w:t>413.3690</w:t>
      </w:r>
      <w:r>
        <w:tab/>
        <w:t>2.025e0</w:t>
      </w:r>
    </w:p>
    <w:p w:rsidR="00E00D30" w:rsidRDefault="00E00D30" w:rsidP="00E00D30">
      <w:r>
        <w:lastRenderedPageBreak/>
        <w:t>413.3794</w:t>
      </w:r>
      <w:r>
        <w:tab/>
        <w:t>1.013e0</w:t>
      </w:r>
    </w:p>
    <w:p w:rsidR="00E00D30" w:rsidRDefault="00E00D30" w:rsidP="00E00D30">
      <w:r>
        <w:t>413.3840</w:t>
      </w:r>
      <w:r>
        <w:tab/>
        <w:t>2.025e0</w:t>
      </w:r>
    </w:p>
    <w:p w:rsidR="00E00D30" w:rsidRDefault="00E00D30" w:rsidP="00E00D30">
      <w:r>
        <w:t>413.4439</w:t>
      </w:r>
      <w:r>
        <w:tab/>
        <w:t>1.013e0</w:t>
      </w:r>
    </w:p>
    <w:p w:rsidR="00E00D30" w:rsidRDefault="00E00D30" w:rsidP="00E00D30">
      <w:r>
        <w:t>413.4593</w:t>
      </w:r>
      <w:r>
        <w:tab/>
        <w:t>1.013e0</w:t>
      </w:r>
    </w:p>
    <w:p w:rsidR="00E00D30" w:rsidRDefault="00E00D30" w:rsidP="00E00D30">
      <w:r>
        <w:t>413.4741</w:t>
      </w:r>
      <w:r>
        <w:tab/>
        <w:t>2.025e0</w:t>
      </w:r>
    </w:p>
    <w:p w:rsidR="00E00D30" w:rsidRDefault="00E00D30" w:rsidP="00E00D30">
      <w:r>
        <w:t>413.5106</w:t>
      </w:r>
      <w:r>
        <w:tab/>
        <w:t>2.025e0</w:t>
      </w:r>
    </w:p>
    <w:p w:rsidR="00E00D30" w:rsidRDefault="00E00D30" w:rsidP="00E00D30">
      <w:r>
        <w:t>413.5475</w:t>
      </w:r>
      <w:r>
        <w:tab/>
        <w:t>1.013e0</w:t>
      </w:r>
    </w:p>
    <w:p w:rsidR="00E00D30" w:rsidRDefault="00E00D30" w:rsidP="00E00D30">
      <w:r>
        <w:t>413.5722</w:t>
      </w:r>
      <w:r>
        <w:tab/>
        <w:t>1.013e0</w:t>
      </w:r>
    </w:p>
    <w:p w:rsidR="00E00D30" w:rsidRDefault="00E00D30" w:rsidP="00E00D30">
      <w:r>
        <w:t>413.5908</w:t>
      </w:r>
      <w:r>
        <w:tab/>
        <w:t>1.013e0</w:t>
      </w:r>
    </w:p>
    <w:p w:rsidR="00E00D30" w:rsidRDefault="00E00D30" w:rsidP="00E00D30">
      <w:r>
        <w:t>413.5937</w:t>
      </w:r>
      <w:r>
        <w:tab/>
        <w:t>1.013e0</w:t>
      </w:r>
    </w:p>
    <w:p w:rsidR="00E00D30" w:rsidRDefault="00E00D30" w:rsidP="00E00D30">
      <w:r>
        <w:t>413.6115</w:t>
      </w:r>
      <w:r>
        <w:tab/>
        <w:t>1.013e0</w:t>
      </w:r>
    </w:p>
    <w:p w:rsidR="00E00D30" w:rsidRDefault="00E00D30" w:rsidP="00E00D30">
      <w:r>
        <w:t>413.6452</w:t>
      </w:r>
      <w:r>
        <w:tab/>
        <w:t>2.025e0</w:t>
      </w:r>
    </w:p>
    <w:p w:rsidR="00E00D30" w:rsidRDefault="00E00D30" w:rsidP="00E00D30">
      <w:r>
        <w:t>413.6799</w:t>
      </w:r>
      <w:r>
        <w:tab/>
        <w:t>1.013e0</w:t>
      </w:r>
    </w:p>
    <w:p w:rsidR="00E00D30" w:rsidRDefault="00E00D30" w:rsidP="00E00D30">
      <w:r>
        <w:t>413.6855</w:t>
      </w:r>
      <w:r>
        <w:tab/>
        <w:t>1.013e0</w:t>
      </w:r>
    </w:p>
    <w:p w:rsidR="00E00D30" w:rsidRDefault="00E00D30" w:rsidP="00E00D30">
      <w:r>
        <w:t>413.7071</w:t>
      </w:r>
      <w:r>
        <w:tab/>
        <w:t>1.013e0</w:t>
      </w:r>
    </w:p>
    <w:p w:rsidR="00E00D30" w:rsidRDefault="00E00D30" w:rsidP="00E00D30">
      <w:r>
        <w:t>413.7185</w:t>
      </w:r>
      <w:r>
        <w:tab/>
        <w:t>1.013e0</w:t>
      </w:r>
    </w:p>
    <w:p w:rsidR="00E00D30" w:rsidRDefault="00E00D30" w:rsidP="00E00D30">
      <w:r>
        <w:t>413.7225</w:t>
      </w:r>
      <w:r>
        <w:tab/>
        <w:t>1.013e0</w:t>
      </w:r>
    </w:p>
    <w:p w:rsidR="00E00D30" w:rsidRDefault="00E00D30" w:rsidP="00E00D30">
      <w:r>
        <w:t>413.7611</w:t>
      </w:r>
      <w:r>
        <w:tab/>
        <w:t>1.013e0</w:t>
      </w:r>
    </w:p>
    <w:p w:rsidR="00E00D30" w:rsidRDefault="00E00D30" w:rsidP="00E00D30">
      <w:r>
        <w:t>413.7787</w:t>
      </w:r>
      <w:r>
        <w:tab/>
        <w:t>1.013e0</w:t>
      </w:r>
    </w:p>
    <w:p w:rsidR="00E00D30" w:rsidRDefault="00E00D30" w:rsidP="00E00D30">
      <w:r>
        <w:lastRenderedPageBreak/>
        <w:t>413.8173</w:t>
      </w:r>
      <w:r>
        <w:tab/>
        <w:t>1.013e0</w:t>
      </w:r>
    </w:p>
    <w:p w:rsidR="00E00D30" w:rsidRDefault="00E00D30" w:rsidP="00E00D30">
      <w:r>
        <w:t>413.8255</w:t>
      </w:r>
      <w:r>
        <w:tab/>
        <w:t>1.013e0</w:t>
      </w:r>
    </w:p>
    <w:p w:rsidR="00E00D30" w:rsidRDefault="00E00D30" w:rsidP="00E00D30">
      <w:r>
        <w:t>413.8385</w:t>
      </w:r>
      <w:r>
        <w:tab/>
        <w:t>2.025e0</w:t>
      </w:r>
    </w:p>
    <w:p w:rsidR="00E00D30" w:rsidRDefault="00E00D30" w:rsidP="00E00D30">
      <w:r>
        <w:t>413.8758</w:t>
      </w:r>
      <w:r>
        <w:tab/>
        <w:t>2.025e0</w:t>
      </w:r>
    </w:p>
    <w:p w:rsidR="00E00D30" w:rsidRDefault="00E00D30" w:rsidP="00E00D30">
      <w:r>
        <w:t>413.9113</w:t>
      </w:r>
      <w:r>
        <w:tab/>
        <w:t>2.025e0</w:t>
      </w:r>
    </w:p>
    <w:p w:rsidR="00E00D30" w:rsidRDefault="00E00D30" w:rsidP="00E00D30">
      <w:r>
        <w:t>413.9186</w:t>
      </w:r>
      <w:r>
        <w:tab/>
        <w:t>1.013e0</w:t>
      </w:r>
    </w:p>
    <w:p w:rsidR="00E00D30" w:rsidRDefault="00E00D30" w:rsidP="00E00D30">
      <w:r>
        <w:t>413.9254</w:t>
      </w:r>
      <w:r>
        <w:tab/>
        <w:t>2.025e0</w:t>
      </w:r>
    </w:p>
    <w:p w:rsidR="00E00D30" w:rsidRDefault="00E00D30" w:rsidP="00E00D30">
      <w:r>
        <w:t>413.9340</w:t>
      </w:r>
      <w:r>
        <w:tab/>
        <w:t>1.013e0</w:t>
      </w:r>
    </w:p>
    <w:p w:rsidR="00E00D30" w:rsidRDefault="00E00D30" w:rsidP="00E00D30">
      <w:r>
        <w:t>413.9464</w:t>
      </w:r>
      <w:r>
        <w:tab/>
        <w:t>1.013e0</w:t>
      </w:r>
    </w:p>
    <w:p w:rsidR="00E00D30" w:rsidRDefault="00E00D30" w:rsidP="00E00D30">
      <w:r>
        <w:t>413.9626</w:t>
      </w:r>
      <w:r>
        <w:tab/>
        <w:t>3.038e0</w:t>
      </w:r>
    </w:p>
    <w:p w:rsidR="00E00D30" w:rsidRDefault="00E00D30" w:rsidP="00E00D30">
      <w:r>
        <w:t>413.9678</w:t>
      </w:r>
      <w:r>
        <w:tab/>
        <w:t>1.013e0</w:t>
      </w:r>
    </w:p>
    <w:p w:rsidR="00E00D30" w:rsidRDefault="00E00D30" w:rsidP="00E00D30">
      <w:r>
        <w:t>413.9787</w:t>
      </w:r>
      <w:r>
        <w:tab/>
        <w:t>3.038e0</w:t>
      </w:r>
    </w:p>
    <w:p w:rsidR="00E00D30" w:rsidRDefault="00E00D30" w:rsidP="00E00D30">
      <w:r>
        <w:t>414.0104</w:t>
      </w:r>
      <w:r>
        <w:tab/>
        <w:t>1.013e0</w:t>
      </w:r>
    </w:p>
    <w:p w:rsidR="00E00D30" w:rsidRDefault="00E00D30" w:rsidP="00E00D30">
      <w:r>
        <w:t>414.0142</w:t>
      </w:r>
      <w:r>
        <w:tab/>
        <w:t>1.013e0</w:t>
      </w:r>
    </w:p>
    <w:p w:rsidR="00E00D30" w:rsidRDefault="00E00D30" w:rsidP="00E00D30">
      <w:r>
        <w:t>414.0283</w:t>
      </w:r>
      <w:r>
        <w:tab/>
        <w:t>1.013e0</w:t>
      </w:r>
    </w:p>
    <w:p w:rsidR="00E00D30" w:rsidRDefault="00E00D30" w:rsidP="00E00D30">
      <w:r>
        <w:t>414.0358</w:t>
      </w:r>
      <w:r>
        <w:tab/>
        <w:t>2.025e0</w:t>
      </w:r>
    </w:p>
    <w:p w:rsidR="00E00D30" w:rsidRDefault="00E00D30" w:rsidP="00E00D30">
      <w:r>
        <w:t>414.0557</w:t>
      </w:r>
      <w:r>
        <w:tab/>
        <w:t>2.025e0</w:t>
      </w:r>
    </w:p>
    <w:p w:rsidR="00E00D30" w:rsidRDefault="00E00D30" w:rsidP="00E00D30">
      <w:r>
        <w:t>414.0775</w:t>
      </w:r>
      <w:r>
        <w:tab/>
        <w:t>2.025e0</w:t>
      </w:r>
    </w:p>
    <w:p w:rsidR="00E00D30" w:rsidRDefault="00E00D30" w:rsidP="00E00D30">
      <w:r>
        <w:t>414.0793</w:t>
      </w:r>
      <w:r>
        <w:tab/>
        <w:t>5.063e0</w:t>
      </w:r>
    </w:p>
    <w:p w:rsidR="00E00D30" w:rsidRDefault="00E00D30" w:rsidP="00E00D30">
      <w:r>
        <w:lastRenderedPageBreak/>
        <w:t>414.1237</w:t>
      </w:r>
      <w:r>
        <w:tab/>
        <w:t>1.013e0</w:t>
      </w:r>
    </w:p>
    <w:p w:rsidR="00E00D30" w:rsidRDefault="00E00D30" w:rsidP="00E00D30">
      <w:r>
        <w:t>414.1295</w:t>
      </w:r>
      <w:r>
        <w:tab/>
        <w:t>2.025e0</w:t>
      </w:r>
    </w:p>
    <w:p w:rsidR="00E00D30" w:rsidRDefault="00E00D30" w:rsidP="00E00D30">
      <w:r>
        <w:t>414.1451</w:t>
      </w:r>
      <w:r>
        <w:tab/>
        <w:t>1.013e0</w:t>
      </w:r>
    </w:p>
    <w:p w:rsidR="00E00D30" w:rsidRDefault="00E00D30" w:rsidP="00E00D30">
      <w:r>
        <w:t>414.1523</w:t>
      </w:r>
      <w:r>
        <w:tab/>
        <w:t>1.013e0</w:t>
      </w:r>
    </w:p>
    <w:p w:rsidR="00E00D30" w:rsidRDefault="00E00D30" w:rsidP="00E00D30">
      <w:r>
        <w:t>414.1603</w:t>
      </w:r>
      <w:r>
        <w:tab/>
        <w:t>1.013e0</w:t>
      </w:r>
    </w:p>
    <w:p w:rsidR="00E00D30" w:rsidRDefault="00E00D30" w:rsidP="00E00D30">
      <w:r>
        <w:t>414.1674</w:t>
      </w:r>
      <w:r>
        <w:tab/>
        <w:t>1.013e0</w:t>
      </w:r>
    </w:p>
    <w:p w:rsidR="00E00D30" w:rsidRDefault="00E00D30" w:rsidP="00E00D30">
      <w:r>
        <w:t>414.1814</w:t>
      </w:r>
      <w:r>
        <w:tab/>
        <w:t>1.013e0</w:t>
      </w:r>
    </w:p>
    <w:p w:rsidR="00E00D30" w:rsidRDefault="00E00D30" w:rsidP="00E00D30">
      <w:r>
        <w:t>414.2082</w:t>
      </w:r>
      <w:r>
        <w:tab/>
        <w:t>2.025e0</w:t>
      </w:r>
    </w:p>
    <w:p w:rsidR="00E00D30" w:rsidRDefault="00E00D30" w:rsidP="00E00D30">
      <w:r>
        <w:t>414.2108</w:t>
      </w:r>
      <w:r>
        <w:tab/>
        <w:t>3.038e0</w:t>
      </w:r>
    </w:p>
    <w:p w:rsidR="00E00D30" w:rsidRDefault="00E00D30" w:rsidP="00E00D30">
      <w:r>
        <w:t>414.2343</w:t>
      </w:r>
      <w:r>
        <w:tab/>
        <w:t>4.051e0</w:t>
      </w:r>
    </w:p>
    <w:p w:rsidR="00E00D30" w:rsidRDefault="00E00D30" w:rsidP="00E00D30">
      <w:r>
        <w:t>414.2373</w:t>
      </w:r>
      <w:r>
        <w:tab/>
        <w:t>4.051e0</w:t>
      </w:r>
    </w:p>
    <w:p w:rsidR="00E00D30" w:rsidRDefault="00E00D30" w:rsidP="00E00D30">
      <w:r>
        <w:t>414.2600</w:t>
      </w:r>
      <w:r>
        <w:tab/>
        <w:t>2.025e0</w:t>
      </w:r>
    </w:p>
    <w:p w:rsidR="00E00D30" w:rsidRDefault="00E00D30" w:rsidP="00E00D30">
      <w:r>
        <w:t>414.2691</w:t>
      </w:r>
      <w:r>
        <w:tab/>
        <w:t>1.013e0</w:t>
      </w:r>
    </w:p>
    <w:p w:rsidR="00E00D30" w:rsidRDefault="00E00D30" w:rsidP="00E00D30">
      <w:r>
        <w:t>414.2763</w:t>
      </w:r>
      <w:r>
        <w:tab/>
        <w:t>2.025e0</w:t>
      </w:r>
    </w:p>
    <w:p w:rsidR="00E00D30" w:rsidRDefault="00E00D30" w:rsidP="00E00D30">
      <w:r>
        <w:t>414.2942</w:t>
      </w:r>
      <w:r>
        <w:tab/>
        <w:t>3.038e0</w:t>
      </w:r>
    </w:p>
    <w:p w:rsidR="00E00D30" w:rsidRDefault="00E00D30" w:rsidP="00E00D30">
      <w:r>
        <w:t>414.3129</w:t>
      </w:r>
      <w:r>
        <w:tab/>
        <w:t>2.025e0</w:t>
      </w:r>
    </w:p>
    <w:p w:rsidR="00E00D30" w:rsidRDefault="00E00D30" w:rsidP="00E00D30">
      <w:r>
        <w:t>414.3317</w:t>
      </w:r>
      <w:r>
        <w:tab/>
        <w:t>3.038e0</w:t>
      </w:r>
    </w:p>
    <w:p w:rsidR="00E00D30" w:rsidRDefault="00E00D30" w:rsidP="00E00D30">
      <w:r>
        <w:t>414.3349</w:t>
      </w:r>
      <w:r>
        <w:tab/>
        <w:t>2.025e0</w:t>
      </w:r>
    </w:p>
    <w:p w:rsidR="00E00D30" w:rsidRDefault="00E00D30" w:rsidP="00E00D30">
      <w:r>
        <w:t>414.3434</w:t>
      </w:r>
      <w:r>
        <w:tab/>
        <w:t>2.025e0</w:t>
      </w:r>
    </w:p>
    <w:p w:rsidR="00E00D30" w:rsidRDefault="00E00D30" w:rsidP="00E00D30">
      <w:r>
        <w:lastRenderedPageBreak/>
        <w:t>414.3492</w:t>
      </w:r>
      <w:r>
        <w:tab/>
        <w:t>1.013e0</w:t>
      </w:r>
    </w:p>
    <w:p w:rsidR="00E00D30" w:rsidRDefault="00E00D30" w:rsidP="00E00D30">
      <w:r>
        <w:t>414.3636</w:t>
      </w:r>
      <w:r>
        <w:tab/>
        <w:t>3.038e0</w:t>
      </w:r>
    </w:p>
    <w:p w:rsidR="00E00D30" w:rsidRDefault="00E00D30" w:rsidP="00E00D30">
      <w:r>
        <w:t>414.3752</w:t>
      </w:r>
      <w:r>
        <w:tab/>
        <w:t>2.025e0</w:t>
      </w:r>
    </w:p>
    <w:p w:rsidR="00E00D30" w:rsidRDefault="00E00D30" w:rsidP="00E00D30">
      <w:r>
        <w:t>414.4157</w:t>
      </w:r>
      <w:r>
        <w:tab/>
        <w:t>2.025e0</w:t>
      </w:r>
    </w:p>
    <w:p w:rsidR="00E00D30" w:rsidRDefault="00E00D30" w:rsidP="00E00D30">
      <w:r>
        <w:t>414.4220</w:t>
      </w:r>
      <w:r>
        <w:tab/>
        <w:t>3.038e0</w:t>
      </w:r>
    </w:p>
    <w:p w:rsidR="00E00D30" w:rsidRDefault="00E00D30" w:rsidP="00E00D30">
      <w:r>
        <w:t>414.4449</w:t>
      </w:r>
      <w:r>
        <w:tab/>
        <w:t>1.013e0</w:t>
      </w:r>
    </w:p>
    <w:p w:rsidR="00E00D30" w:rsidRDefault="00E00D30" w:rsidP="00E00D30">
      <w:r>
        <w:t>414.4882</w:t>
      </w:r>
      <w:r>
        <w:tab/>
        <w:t>1.013e0</w:t>
      </w:r>
    </w:p>
    <w:p w:rsidR="00E00D30" w:rsidRDefault="00E00D30" w:rsidP="00E00D30">
      <w:r>
        <w:t>414.4915</w:t>
      </w:r>
      <w:r>
        <w:tab/>
        <w:t>1.013e0</w:t>
      </w:r>
    </w:p>
    <w:p w:rsidR="00E00D30" w:rsidRDefault="00E00D30" w:rsidP="00E00D30">
      <w:r>
        <w:t>414.5033</w:t>
      </w:r>
      <w:r>
        <w:tab/>
        <w:t>2.025e0</w:t>
      </w:r>
    </w:p>
    <w:p w:rsidR="00E00D30" w:rsidRDefault="00E00D30" w:rsidP="00E00D30">
      <w:r>
        <w:t>414.5344</w:t>
      </w:r>
      <w:r>
        <w:tab/>
        <w:t>1.013e0</w:t>
      </w:r>
    </w:p>
    <w:p w:rsidR="00E00D30" w:rsidRDefault="00E00D30" w:rsidP="00E00D30">
      <w:r>
        <w:t>414.5610</w:t>
      </w:r>
      <w:r>
        <w:tab/>
        <w:t>1.013e0</w:t>
      </w:r>
    </w:p>
    <w:p w:rsidR="00E00D30" w:rsidRDefault="00E00D30" w:rsidP="00E00D30">
      <w:r>
        <w:t>414.5735</w:t>
      </w:r>
      <w:r>
        <w:tab/>
        <w:t>1.013e0</w:t>
      </w:r>
    </w:p>
    <w:p w:rsidR="00E00D30" w:rsidRDefault="00E00D30" w:rsidP="00E00D30">
      <w:r>
        <w:t>414.5757</w:t>
      </w:r>
      <w:r>
        <w:tab/>
        <w:t>3.038e0</w:t>
      </w:r>
    </w:p>
    <w:p w:rsidR="00E00D30" w:rsidRDefault="00E00D30" w:rsidP="00E00D30">
      <w:r>
        <w:t>414.5987</w:t>
      </w:r>
      <w:r>
        <w:tab/>
        <w:t>1.013e0</w:t>
      </w:r>
    </w:p>
    <w:p w:rsidR="00E00D30" w:rsidRDefault="00E00D30" w:rsidP="00E00D30">
      <w:r>
        <w:t>414.6200</w:t>
      </w:r>
      <w:r>
        <w:tab/>
        <w:t>1.013e0</w:t>
      </w:r>
    </w:p>
    <w:p w:rsidR="00E00D30" w:rsidRDefault="00E00D30" w:rsidP="00E00D30">
      <w:r>
        <w:t>414.6376</w:t>
      </w:r>
      <w:r>
        <w:tab/>
        <w:t>1.013e0</w:t>
      </w:r>
    </w:p>
    <w:p w:rsidR="00E00D30" w:rsidRDefault="00E00D30" w:rsidP="00E00D30">
      <w:r>
        <w:t>414.6775</w:t>
      </w:r>
      <w:r>
        <w:tab/>
        <w:t>2.025e0</w:t>
      </w:r>
    </w:p>
    <w:p w:rsidR="00E00D30" w:rsidRDefault="00E00D30" w:rsidP="00E00D30">
      <w:r>
        <w:t>414.6927</w:t>
      </w:r>
      <w:r>
        <w:tab/>
        <w:t>1.013e0</w:t>
      </w:r>
    </w:p>
    <w:p w:rsidR="00E00D30" w:rsidRDefault="00E00D30" w:rsidP="00E00D30">
      <w:r>
        <w:t>414.7448</w:t>
      </w:r>
      <w:r>
        <w:tab/>
        <w:t>1.013e0</w:t>
      </w:r>
    </w:p>
    <w:p w:rsidR="00E00D30" w:rsidRDefault="00E00D30" w:rsidP="00E00D30">
      <w:r>
        <w:lastRenderedPageBreak/>
        <w:t>414.7737</w:t>
      </w:r>
      <w:r>
        <w:tab/>
        <w:t>1.013e0</w:t>
      </w:r>
    </w:p>
    <w:p w:rsidR="00E00D30" w:rsidRDefault="00E00D30" w:rsidP="00E00D30">
      <w:r>
        <w:t>414.7951</w:t>
      </w:r>
      <w:r>
        <w:tab/>
        <w:t>1.013e0</w:t>
      </w:r>
    </w:p>
    <w:p w:rsidR="00E00D30" w:rsidRDefault="00E00D30" w:rsidP="00E00D30">
      <w:r>
        <w:t>414.8015</w:t>
      </w:r>
      <w:r>
        <w:tab/>
        <w:t>2.025e0</w:t>
      </w:r>
    </w:p>
    <w:p w:rsidR="00E00D30" w:rsidRDefault="00E00D30" w:rsidP="00E00D30">
      <w:r>
        <w:t>414.8268</w:t>
      </w:r>
      <w:r>
        <w:tab/>
        <w:t>1.013e0</w:t>
      </w:r>
    </w:p>
    <w:p w:rsidR="00E00D30" w:rsidRDefault="00E00D30" w:rsidP="00E00D30">
      <w:r>
        <w:t>414.8533</w:t>
      </w:r>
      <w:r>
        <w:tab/>
        <w:t>1.013e0</w:t>
      </w:r>
    </w:p>
    <w:p w:rsidR="00E00D30" w:rsidRDefault="00E00D30" w:rsidP="00E00D30">
      <w:r>
        <w:t>414.8974</w:t>
      </w:r>
      <w:r>
        <w:tab/>
        <w:t>1.013e0</w:t>
      </w:r>
    </w:p>
    <w:p w:rsidR="00E00D30" w:rsidRDefault="00E00D30" w:rsidP="00E00D30">
      <w:r>
        <w:t>414.9005</w:t>
      </w:r>
      <w:r>
        <w:tab/>
        <w:t>2.025e0</w:t>
      </w:r>
    </w:p>
    <w:p w:rsidR="00E00D30" w:rsidRDefault="00E00D30" w:rsidP="00E00D30">
      <w:r>
        <w:t>414.9052</w:t>
      </w:r>
      <w:r>
        <w:tab/>
        <w:t>1.013e0</w:t>
      </w:r>
    </w:p>
    <w:p w:rsidR="00E00D30" w:rsidRDefault="00E00D30" w:rsidP="00E00D30">
      <w:r>
        <w:t>414.9215</w:t>
      </w:r>
      <w:r>
        <w:tab/>
        <w:t>2.025e0</w:t>
      </w:r>
    </w:p>
    <w:p w:rsidR="00E00D30" w:rsidRDefault="00E00D30" w:rsidP="00E00D30">
      <w:r>
        <w:t>414.9453</w:t>
      </w:r>
      <w:r>
        <w:tab/>
        <w:t>2.025e0</w:t>
      </w:r>
    </w:p>
    <w:p w:rsidR="00E00D30" w:rsidRDefault="00E00D30" w:rsidP="00E00D30">
      <w:r>
        <w:t>414.9484</w:t>
      </w:r>
      <w:r>
        <w:tab/>
        <w:t>1.013e0</w:t>
      </w:r>
    </w:p>
    <w:p w:rsidR="00E00D30" w:rsidRDefault="00E00D30" w:rsidP="00E00D30">
      <w:r>
        <w:t>414.9670</w:t>
      </w:r>
      <w:r>
        <w:tab/>
        <w:t>2.025e0</w:t>
      </w:r>
    </w:p>
    <w:p w:rsidR="00E00D30" w:rsidRDefault="00E00D30" w:rsidP="00E00D30">
      <w:r>
        <w:t>414.9910</w:t>
      </w:r>
      <w:r>
        <w:tab/>
        <w:t>1.013e0</w:t>
      </w:r>
    </w:p>
    <w:p w:rsidR="00E00D30" w:rsidRDefault="00E00D30" w:rsidP="00E00D30">
      <w:r>
        <w:t>414.9995</w:t>
      </w:r>
      <w:r>
        <w:tab/>
        <w:t>1.013e0</w:t>
      </w:r>
    </w:p>
    <w:p w:rsidR="00E00D30" w:rsidRDefault="00E00D30" w:rsidP="00E00D30">
      <w:r>
        <w:t>415.0070</w:t>
      </w:r>
      <w:r>
        <w:tab/>
        <w:t>1.013e0</w:t>
      </w:r>
    </w:p>
    <w:p w:rsidR="00E00D30" w:rsidRDefault="00E00D30" w:rsidP="00E00D30">
      <w:r>
        <w:t>415.0331</w:t>
      </w:r>
      <w:r>
        <w:tab/>
        <w:t>2.025e0</w:t>
      </w:r>
    </w:p>
    <w:p w:rsidR="00E00D30" w:rsidRDefault="00E00D30" w:rsidP="00E00D30">
      <w:r>
        <w:t>415.0367</w:t>
      </w:r>
      <w:r>
        <w:tab/>
        <w:t>4.051e0</w:t>
      </w:r>
    </w:p>
    <w:p w:rsidR="00E00D30" w:rsidRDefault="00E00D30" w:rsidP="00E00D30">
      <w:r>
        <w:t>415.0436</w:t>
      </w:r>
      <w:r>
        <w:tab/>
        <w:t>2.025e0</w:t>
      </w:r>
    </w:p>
    <w:p w:rsidR="00E00D30" w:rsidRDefault="00E00D30" w:rsidP="00E00D30">
      <w:r>
        <w:t>415.0880</w:t>
      </w:r>
      <w:r>
        <w:tab/>
        <w:t>1.013e0</w:t>
      </w:r>
    </w:p>
    <w:p w:rsidR="00E00D30" w:rsidRDefault="00E00D30" w:rsidP="00E00D30">
      <w:r>
        <w:lastRenderedPageBreak/>
        <w:t>415.1019</w:t>
      </w:r>
      <w:r>
        <w:tab/>
        <w:t>1.013e0</w:t>
      </w:r>
    </w:p>
    <w:p w:rsidR="00E00D30" w:rsidRDefault="00E00D30" w:rsidP="00E00D30">
      <w:r>
        <w:t>415.1190</w:t>
      </w:r>
      <w:r>
        <w:tab/>
        <w:t>1.013e0</w:t>
      </w:r>
    </w:p>
    <w:p w:rsidR="00E00D30" w:rsidRDefault="00E00D30" w:rsidP="00E00D30">
      <w:r>
        <w:t>415.1319</w:t>
      </w:r>
      <w:r>
        <w:tab/>
        <w:t>1.013e0</w:t>
      </w:r>
    </w:p>
    <w:p w:rsidR="00E00D30" w:rsidRDefault="00E00D30" w:rsidP="00E00D30">
      <w:r>
        <w:t>415.1439</w:t>
      </w:r>
      <w:r>
        <w:tab/>
        <w:t>2.025e0</w:t>
      </w:r>
    </w:p>
    <w:p w:rsidR="00E00D30" w:rsidRDefault="00E00D30" w:rsidP="00E00D30">
      <w:r>
        <w:t>415.1758</w:t>
      </w:r>
      <w:r>
        <w:tab/>
        <w:t>1.013e0</w:t>
      </w:r>
    </w:p>
    <w:p w:rsidR="00E00D30" w:rsidRDefault="00E00D30" w:rsidP="00E00D30">
      <w:r>
        <w:t>415.1875</w:t>
      </w:r>
      <w:r>
        <w:tab/>
        <w:t>3.038e0</w:t>
      </w:r>
    </w:p>
    <w:p w:rsidR="00E00D30" w:rsidRDefault="00E00D30" w:rsidP="00E00D30">
      <w:r>
        <w:t>415.1900</w:t>
      </w:r>
      <w:r>
        <w:tab/>
        <w:t>2.025e0</w:t>
      </w:r>
    </w:p>
    <w:p w:rsidR="00E00D30" w:rsidRDefault="00E00D30" w:rsidP="00E00D30">
      <w:r>
        <w:t>415.1971</w:t>
      </w:r>
      <w:r>
        <w:tab/>
        <w:t>2.025e0</w:t>
      </w:r>
    </w:p>
    <w:p w:rsidR="00E00D30" w:rsidRDefault="00E00D30" w:rsidP="00E00D30">
      <w:r>
        <w:t>415.2224</w:t>
      </w:r>
      <w:r>
        <w:tab/>
        <w:t>1.013e0</w:t>
      </w:r>
    </w:p>
    <w:p w:rsidR="00E00D30" w:rsidRDefault="00E00D30" w:rsidP="00E00D30">
      <w:r>
        <w:t>415.2438</w:t>
      </w:r>
      <w:r>
        <w:tab/>
        <w:t>1.013e0</w:t>
      </w:r>
    </w:p>
    <w:p w:rsidR="00E00D30" w:rsidRDefault="00E00D30" w:rsidP="00E00D30">
      <w:r>
        <w:t>415.2563</w:t>
      </w:r>
      <w:r>
        <w:tab/>
        <w:t>2.025e0</w:t>
      </w:r>
    </w:p>
    <w:p w:rsidR="00E00D30" w:rsidRDefault="00E00D30" w:rsidP="00E00D30">
      <w:r>
        <w:t>415.2650</w:t>
      </w:r>
      <w:r>
        <w:tab/>
        <w:t>1.013e0</w:t>
      </w:r>
    </w:p>
    <w:p w:rsidR="00E00D30" w:rsidRDefault="00E00D30" w:rsidP="00E00D30">
      <w:r>
        <w:t>415.2704</w:t>
      </w:r>
      <w:r>
        <w:tab/>
        <w:t>1.013e0</w:t>
      </w:r>
    </w:p>
    <w:p w:rsidR="00E00D30" w:rsidRDefault="00E00D30" w:rsidP="00E00D30">
      <w:r>
        <w:t>415.2777</w:t>
      </w:r>
      <w:r>
        <w:tab/>
        <w:t>1.013e0</w:t>
      </w:r>
    </w:p>
    <w:p w:rsidR="00E00D30" w:rsidRDefault="00E00D30" w:rsidP="00E00D30">
      <w:r>
        <w:t>415.2863</w:t>
      </w:r>
      <w:r>
        <w:tab/>
        <w:t>1.013e0</w:t>
      </w:r>
    </w:p>
    <w:p w:rsidR="00E00D30" w:rsidRDefault="00E00D30" w:rsidP="00E00D30">
      <w:r>
        <w:t>415.3079</w:t>
      </w:r>
      <w:r>
        <w:tab/>
        <w:t>2.025e0</w:t>
      </w:r>
    </w:p>
    <w:p w:rsidR="00E00D30" w:rsidRDefault="00E00D30" w:rsidP="00E00D30">
      <w:r>
        <w:t>415.3167</w:t>
      </w:r>
      <w:r>
        <w:tab/>
        <w:t>2.025e0</w:t>
      </w:r>
    </w:p>
    <w:p w:rsidR="00E00D30" w:rsidRDefault="00E00D30" w:rsidP="00E00D30">
      <w:r>
        <w:t>415.3189</w:t>
      </w:r>
      <w:r>
        <w:tab/>
        <w:t>3.038e0</w:t>
      </w:r>
    </w:p>
    <w:p w:rsidR="00E00D30" w:rsidRDefault="00E00D30" w:rsidP="00E00D30">
      <w:r>
        <w:t>415.3367</w:t>
      </w:r>
      <w:r>
        <w:tab/>
        <w:t>1.013e0</w:t>
      </w:r>
    </w:p>
    <w:p w:rsidR="00E00D30" w:rsidRDefault="00E00D30" w:rsidP="00E00D30">
      <w:r>
        <w:lastRenderedPageBreak/>
        <w:t>415.3582</w:t>
      </w:r>
      <w:r>
        <w:tab/>
        <w:t>1.013e0</w:t>
      </w:r>
    </w:p>
    <w:p w:rsidR="00E00D30" w:rsidRDefault="00E00D30" w:rsidP="00E00D30">
      <w:r>
        <w:t>415.4111</w:t>
      </w:r>
      <w:r>
        <w:tab/>
        <w:t>1.013e0</w:t>
      </w:r>
    </w:p>
    <w:p w:rsidR="00E00D30" w:rsidRDefault="00E00D30" w:rsidP="00E00D30">
      <w:r>
        <w:t>415.4460</w:t>
      </w:r>
      <w:r>
        <w:tab/>
        <w:t>1.013e0</w:t>
      </w:r>
    </w:p>
    <w:p w:rsidR="00E00D30" w:rsidRDefault="00E00D30" w:rsidP="00E00D30">
      <w:r>
        <w:t>415.4538</w:t>
      </w:r>
      <w:r>
        <w:tab/>
        <w:t>1.013e0</w:t>
      </w:r>
    </w:p>
    <w:p w:rsidR="00E00D30" w:rsidRDefault="00E00D30" w:rsidP="00E00D30">
      <w:r>
        <w:t>415.4654</w:t>
      </w:r>
      <w:r>
        <w:tab/>
        <w:t>2.025e0</w:t>
      </w:r>
    </w:p>
    <w:p w:rsidR="00E00D30" w:rsidRDefault="00E00D30" w:rsidP="00E00D30">
      <w:r>
        <w:t>415.5144</w:t>
      </w:r>
      <w:r>
        <w:tab/>
        <w:t>1.013e0</w:t>
      </w:r>
    </w:p>
    <w:p w:rsidR="00E00D30" w:rsidRDefault="00E00D30" w:rsidP="00E00D30">
      <w:r>
        <w:t>415.5263</w:t>
      </w:r>
      <w:r>
        <w:tab/>
        <w:t>1.013e0</w:t>
      </w:r>
    </w:p>
    <w:p w:rsidR="00E00D30" w:rsidRDefault="00E00D30" w:rsidP="00E00D30">
      <w:r>
        <w:t>415.5574</w:t>
      </w:r>
      <w:r>
        <w:tab/>
        <w:t>1.013e0</w:t>
      </w:r>
    </w:p>
    <w:p w:rsidR="00E00D30" w:rsidRDefault="00E00D30" w:rsidP="00E00D30">
      <w:r>
        <w:t>415.5788</w:t>
      </w:r>
      <w:r>
        <w:tab/>
        <w:t>2.025e0</w:t>
      </w:r>
    </w:p>
    <w:p w:rsidR="00E00D30" w:rsidRDefault="00E00D30" w:rsidP="00E00D30">
      <w:r>
        <w:t>415.5922</w:t>
      </w:r>
      <w:r>
        <w:tab/>
        <w:t>1.013e0</w:t>
      </w:r>
    </w:p>
    <w:p w:rsidR="00E00D30" w:rsidRDefault="00E00D30" w:rsidP="00E00D30">
      <w:r>
        <w:t>415.6142</w:t>
      </w:r>
      <w:r>
        <w:tab/>
        <w:t>1.013e0</w:t>
      </w:r>
    </w:p>
    <w:p w:rsidR="00E00D30" w:rsidRDefault="00E00D30" w:rsidP="00E00D30">
      <w:r>
        <w:t>415.6218</w:t>
      </w:r>
      <w:r>
        <w:tab/>
        <w:t>2.025e0</w:t>
      </w:r>
    </w:p>
    <w:p w:rsidR="00E00D30" w:rsidRDefault="00E00D30" w:rsidP="00E00D30">
      <w:r>
        <w:t>415.6288</w:t>
      </w:r>
      <w:r>
        <w:tab/>
        <w:t>1.013e0</w:t>
      </w:r>
    </w:p>
    <w:p w:rsidR="00E00D30" w:rsidRDefault="00E00D30" w:rsidP="00E00D30">
      <w:r>
        <w:t>415.6515</w:t>
      </w:r>
      <w:r>
        <w:tab/>
        <w:t>1.013e0</w:t>
      </w:r>
    </w:p>
    <w:p w:rsidR="00E00D30" w:rsidRDefault="00E00D30" w:rsidP="00E00D30">
      <w:r>
        <w:t>415.6568</w:t>
      </w:r>
      <w:r>
        <w:tab/>
        <w:t>1.013e0</w:t>
      </w:r>
    </w:p>
    <w:p w:rsidR="00E00D30" w:rsidRDefault="00E00D30" w:rsidP="00E00D30">
      <w:r>
        <w:t>415.6822</w:t>
      </w:r>
      <w:r>
        <w:tab/>
        <w:t>1.013e0</w:t>
      </w:r>
    </w:p>
    <w:p w:rsidR="00E00D30" w:rsidRDefault="00E00D30" w:rsidP="00E00D30">
      <w:r>
        <w:t>415.6874</w:t>
      </w:r>
      <w:r>
        <w:tab/>
        <w:t>1.013e0</w:t>
      </w:r>
    </w:p>
    <w:p w:rsidR="00E00D30" w:rsidRDefault="00E00D30" w:rsidP="00E00D30">
      <w:r>
        <w:t>415.6999</w:t>
      </w:r>
      <w:r>
        <w:tab/>
        <w:t>3.038e0</w:t>
      </w:r>
    </w:p>
    <w:p w:rsidR="00E00D30" w:rsidRDefault="00E00D30" w:rsidP="00E00D30">
      <w:r>
        <w:t>415.7313</w:t>
      </w:r>
      <w:r>
        <w:tab/>
        <w:t>1.013e0</w:t>
      </w:r>
    </w:p>
    <w:p w:rsidR="00E00D30" w:rsidRDefault="00E00D30" w:rsidP="00E00D30">
      <w:r>
        <w:lastRenderedPageBreak/>
        <w:t>415.7388</w:t>
      </w:r>
      <w:r>
        <w:tab/>
        <w:t>2.025e0</w:t>
      </w:r>
    </w:p>
    <w:p w:rsidR="00E00D30" w:rsidRDefault="00E00D30" w:rsidP="00E00D30">
      <w:r>
        <w:t>415.7856</w:t>
      </w:r>
      <w:r>
        <w:tab/>
        <w:t>1.013e0</w:t>
      </w:r>
    </w:p>
    <w:p w:rsidR="00E00D30" w:rsidRDefault="00E00D30" w:rsidP="00E00D30">
      <w:r>
        <w:t>415.8251</w:t>
      </w:r>
      <w:r>
        <w:tab/>
        <w:t>1.013e0</w:t>
      </w:r>
    </w:p>
    <w:p w:rsidR="00E00D30" w:rsidRDefault="00E00D30" w:rsidP="00E00D30">
      <w:r>
        <w:t>415.8339</w:t>
      </w:r>
      <w:r>
        <w:tab/>
        <w:t>1.013e0</w:t>
      </w:r>
    </w:p>
    <w:p w:rsidR="00E00D30" w:rsidRDefault="00E00D30" w:rsidP="00E00D30">
      <w:r>
        <w:t>415.8419</w:t>
      </w:r>
      <w:r>
        <w:tab/>
        <w:t>1.013e0</w:t>
      </w:r>
    </w:p>
    <w:p w:rsidR="00E00D30" w:rsidRDefault="00E00D30" w:rsidP="00E00D30">
      <w:r>
        <w:t>415.8634</w:t>
      </w:r>
      <w:r>
        <w:tab/>
        <w:t>1.013e0</w:t>
      </w:r>
    </w:p>
    <w:p w:rsidR="00E00D30" w:rsidRDefault="00E00D30" w:rsidP="00E00D30">
      <w:r>
        <w:t>415.8671</w:t>
      </w:r>
      <w:r>
        <w:tab/>
        <w:t>3.038e0</w:t>
      </w:r>
    </w:p>
    <w:p w:rsidR="00E00D30" w:rsidRDefault="00E00D30" w:rsidP="00E00D30">
      <w:r>
        <w:t>415.8832</w:t>
      </w:r>
      <w:r>
        <w:tab/>
        <w:t>2.025e0</w:t>
      </w:r>
    </w:p>
    <w:p w:rsidR="00E00D30" w:rsidRDefault="00E00D30" w:rsidP="00E00D30">
      <w:r>
        <w:t>415.8859</w:t>
      </w:r>
      <w:r>
        <w:tab/>
        <w:t>1.013e0</w:t>
      </w:r>
    </w:p>
    <w:p w:rsidR="00E00D30" w:rsidRDefault="00E00D30" w:rsidP="00E00D30">
      <w:r>
        <w:t>415.8886</w:t>
      </w:r>
      <w:r>
        <w:tab/>
        <w:t>1.013e0</w:t>
      </w:r>
    </w:p>
    <w:p w:rsidR="00E00D30" w:rsidRDefault="00E00D30" w:rsidP="00E00D30">
      <w:r>
        <w:t>415.9311</w:t>
      </w:r>
      <w:r>
        <w:tab/>
        <w:t>1.349e0</w:t>
      </w:r>
    </w:p>
    <w:p w:rsidR="00E00D30" w:rsidRDefault="00E00D30" w:rsidP="00E00D30">
      <w:r>
        <w:t>415.9371</w:t>
      </w:r>
      <w:r>
        <w:tab/>
        <w:t>3.038e0</w:t>
      </w:r>
    </w:p>
    <w:p w:rsidR="00E00D30" w:rsidRDefault="00E00D30" w:rsidP="00E00D30">
      <w:r>
        <w:t>415.9491</w:t>
      </w:r>
      <w:r>
        <w:tab/>
        <w:t>1.013e0</w:t>
      </w:r>
    </w:p>
    <w:p w:rsidR="00E00D30" w:rsidRDefault="00E00D30" w:rsidP="00E00D30">
      <w:r>
        <w:t>415.9764</w:t>
      </w:r>
      <w:r>
        <w:tab/>
        <w:t>4.051e0</w:t>
      </w:r>
    </w:p>
    <w:p w:rsidR="00E00D30" w:rsidRDefault="00E00D30" w:rsidP="00E00D30">
      <w:r>
        <w:t>415.9922</w:t>
      </w:r>
      <w:r>
        <w:tab/>
        <w:t>1.013e0</w:t>
      </w:r>
    </w:p>
    <w:p w:rsidR="00E00D30" w:rsidRDefault="00E00D30" w:rsidP="00E00D30">
      <w:r>
        <w:t>416.0173</w:t>
      </w:r>
      <w:r>
        <w:tab/>
        <w:t>2.025e0</w:t>
      </w:r>
    </w:p>
    <w:p w:rsidR="00E00D30" w:rsidRDefault="00E00D30" w:rsidP="00E00D30">
      <w:r>
        <w:t>416.0392</w:t>
      </w:r>
      <w:r>
        <w:tab/>
        <w:t>1.013e0</w:t>
      </w:r>
    </w:p>
    <w:p w:rsidR="00E00D30" w:rsidRDefault="00E00D30" w:rsidP="00E00D30">
      <w:r>
        <w:t>416.0464</w:t>
      </w:r>
      <w:r>
        <w:tab/>
        <w:t>2.025e0</w:t>
      </w:r>
    </w:p>
    <w:p w:rsidR="00E00D30" w:rsidRDefault="00E00D30" w:rsidP="00E00D30">
      <w:r>
        <w:t>416.0691</w:t>
      </w:r>
      <w:r>
        <w:tab/>
        <w:t>1.013e0</w:t>
      </w:r>
    </w:p>
    <w:p w:rsidR="00E00D30" w:rsidRDefault="00E00D30" w:rsidP="00E00D30">
      <w:r>
        <w:lastRenderedPageBreak/>
        <w:t>416.0777</w:t>
      </w:r>
      <w:r>
        <w:tab/>
        <w:t>2.025e0</w:t>
      </w:r>
    </w:p>
    <w:p w:rsidR="00E00D30" w:rsidRDefault="00E00D30" w:rsidP="00E00D30">
      <w:r>
        <w:t>416.0905</w:t>
      </w:r>
      <w:r>
        <w:tab/>
        <w:t>1.013e0</w:t>
      </w:r>
    </w:p>
    <w:p w:rsidR="00E00D30" w:rsidRDefault="00E00D30" w:rsidP="00E00D30">
      <w:r>
        <w:t>416.0955</w:t>
      </w:r>
      <w:r>
        <w:tab/>
        <w:t>2.025e0</w:t>
      </w:r>
    </w:p>
    <w:p w:rsidR="00E00D30" w:rsidRDefault="00E00D30" w:rsidP="00E00D30">
      <w:r>
        <w:t>416.1229</w:t>
      </w:r>
      <w:r>
        <w:tab/>
        <w:t>2.025e0</w:t>
      </w:r>
    </w:p>
    <w:p w:rsidR="00E00D30" w:rsidRDefault="00E00D30" w:rsidP="00E00D30">
      <w:r>
        <w:t>416.1381</w:t>
      </w:r>
      <w:r>
        <w:tab/>
        <w:t>2.025e0</w:t>
      </w:r>
    </w:p>
    <w:p w:rsidR="00E00D30" w:rsidRDefault="00E00D30" w:rsidP="00E00D30">
      <w:r>
        <w:t>416.1418</w:t>
      </w:r>
      <w:r>
        <w:tab/>
        <w:t>2.025e0</w:t>
      </w:r>
    </w:p>
    <w:p w:rsidR="00E00D30" w:rsidRDefault="00E00D30" w:rsidP="00E00D30">
      <w:r>
        <w:t>416.1598</w:t>
      </w:r>
      <w:r>
        <w:tab/>
        <w:t>1.013e0</w:t>
      </w:r>
    </w:p>
    <w:p w:rsidR="00E00D30" w:rsidRDefault="00E00D30" w:rsidP="00E00D30">
      <w:r>
        <w:t>416.1898</w:t>
      </w:r>
      <w:r>
        <w:tab/>
        <w:t>2.025e0</w:t>
      </w:r>
    </w:p>
    <w:p w:rsidR="00E00D30" w:rsidRDefault="00E00D30" w:rsidP="00E00D30">
      <w:r>
        <w:t>416.1937</w:t>
      </w:r>
      <w:r>
        <w:tab/>
        <w:t>1.013e0</w:t>
      </w:r>
    </w:p>
    <w:p w:rsidR="00E00D30" w:rsidRDefault="00E00D30" w:rsidP="00E00D30">
      <w:r>
        <w:t>416.1986</w:t>
      </w:r>
      <w:r>
        <w:tab/>
        <w:t>1.013e0</w:t>
      </w:r>
    </w:p>
    <w:p w:rsidR="00E00D30" w:rsidRDefault="00E00D30" w:rsidP="00E00D30">
      <w:r>
        <w:t>416.2202</w:t>
      </w:r>
      <w:r>
        <w:tab/>
        <w:t>1.013e0</w:t>
      </w:r>
    </w:p>
    <w:p w:rsidR="00E00D30" w:rsidRDefault="00E00D30" w:rsidP="00E00D30">
      <w:r>
        <w:t>416.2238</w:t>
      </w:r>
      <w:r>
        <w:tab/>
        <w:t>1.013e0</w:t>
      </w:r>
    </w:p>
    <w:p w:rsidR="00E00D30" w:rsidRDefault="00E00D30" w:rsidP="00E00D30">
      <w:r>
        <w:t>416.2422</w:t>
      </w:r>
      <w:r>
        <w:tab/>
        <w:t>1.013e0</w:t>
      </w:r>
    </w:p>
    <w:p w:rsidR="00E00D30" w:rsidRDefault="00E00D30" w:rsidP="00E00D30">
      <w:r>
        <w:t>416.2454</w:t>
      </w:r>
      <w:r>
        <w:tab/>
        <w:t>1.013e0</w:t>
      </w:r>
    </w:p>
    <w:p w:rsidR="00E00D30" w:rsidRDefault="00E00D30" w:rsidP="00E00D30">
      <w:r>
        <w:t>416.2540</w:t>
      </w:r>
      <w:r>
        <w:tab/>
        <w:t>2.025e0</w:t>
      </w:r>
    </w:p>
    <w:p w:rsidR="00E00D30" w:rsidRDefault="00E00D30" w:rsidP="00E00D30">
      <w:r>
        <w:t>416.2647</w:t>
      </w:r>
      <w:r>
        <w:tab/>
        <w:t>2.025e0</w:t>
      </w:r>
    </w:p>
    <w:p w:rsidR="00E00D30" w:rsidRDefault="00E00D30" w:rsidP="00E00D30">
      <w:r>
        <w:t>416.2669</w:t>
      </w:r>
      <w:r>
        <w:tab/>
        <w:t>3.038e0</w:t>
      </w:r>
    </w:p>
    <w:p w:rsidR="00E00D30" w:rsidRDefault="00E00D30" w:rsidP="00E00D30">
      <w:r>
        <w:t>416.2693</w:t>
      </w:r>
      <w:r>
        <w:tab/>
        <w:t>2.025e0</w:t>
      </w:r>
    </w:p>
    <w:p w:rsidR="00E00D30" w:rsidRDefault="00E00D30" w:rsidP="00E00D30">
      <w:r>
        <w:t>416.2811</w:t>
      </w:r>
      <w:r>
        <w:tab/>
        <w:t>1.013e0</w:t>
      </w:r>
    </w:p>
    <w:p w:rsidR="00E00D30" w:rsidRDefault="00E00D30" w:rsidP="00E00D30">
      <w:r>
        <w:lastRenderedPageBreak/>
        <w:t>416.2829</w:t>
      </w:r>
      <w:r>
        <w:tab/>
        <w:t>3.038e0</w:t>
      </w:r>
    </w:p>
    <w:p w:rsidR="00E00D30" w:rsidRDefault="00E00D30" w:rsidP="00E00D30">
      <w:r>
        <w:t>416.2956</w:t>
      </w:r>
      <w:r>
        <w:tab/>
        <w:t>1.013e0</w:t>
      </w:r>
    </w:p>
    <w:p w:rsidR="00E00D30" w:rsidRDefault="00E00D30" w:rsidP="00E00D30">
      <w:r>
        <w:t>416.3127</w:t>
      </w:r>
      <w:r>
        <w:tab/>
        <w:t>2.025e0</w:t>
      </w:r>
    </w:p>
    <w:p w:rsidR="00E00D30" w:rsidRDefault="00E00D30" w:rsidP="00E00D30">
      <w:r>
        <w:t>416.3165</w:t>
      </w:r>
      <w:r>
        <w:tab/>
        <w:t>2.025e0</w:t>
      </w:r>
    </w:p>
    <w:p w:rsidR="00E00D30" w:rsidRDefault="00E00D30" w:rsidP="00E00D30">
      <w:r>
        <w:t>416.3289</w:t>
      </w:r>
      <w:r>
        <w:tab/>
        <w:t>2.025e0</w:t>
      </w:r>
    </w:p>
    <w:p w:rsidR="00E00D30" w:rsidRDefault="00E00D30" w:rsidP="00E00D30">
      <w:r>
        <w:t>416.3396</w:t>
      </w:r>
      <w:r>
        <w:tab/>
        <w:t>1.013e0</w:t>
      </w:r>
    </w:p>
    <w:p w:rsidR="00E00D30" w:rsidRDefault="00E00D30" w:rsidP="00E00D30">
      <w:r>
        <w:t>416.3490</w:t>
      </w:r>
      <w:r>
        <w:tab/>
        <w:t>3.038e0</w:t>
      </w:r>
    </w:p>
    <w:p w:rsidR="00E00D30" w:rsidRDefault="00E00D30" w:rsidP="00E00D30">
      <w:r>
        <w:t>416.3664</w:t>
      </w:r>
      <w:r>
        <w:tab/>
        <w:t>1.013e0</w:t>
      </w:r>
    </w:p>
    <w:p w:rsidR="00E00D30" w:rsidRDefault="00E00D30" w:rsidP="00E00D30">
      <w:r>
        <w:t>416.3681</w:t>
      </w:r>
      <w:r>
        <w:tab/>
        <w:t>2.025e0</w:t>
      </w:r>
    </w:p>
    <w:p w:rsidR="00E00D30" w:rsidRDefault="00E00D30" w:rsidP="00E00D30">
      <w:r>
        <w:t>416.3834</w:t>
      </w:r>
      <w:r>
        <w:tab/>
        <w:t>2.025e0</w:t>
      </w:r>
    </w:p>
    <w:p w:rsidR="00E00D30" w:rsidRDefault="00E00D30" w:rsidP="00E00D30">
      <w:r>
        <w:t>416.4056</w:t>
      </w:r>
      <w:r>
        <w:tab/>
        <w:t>1.013e0</w:t>
      </w:r>
    </w:p>
    <w:p w:rsidR="00E00D30" w:rsidRDefault="00E00D30" w:rsidP="00E00D30">
      <w:r>
        <w:t>416.4291</w:t>
      </w:r>
      <w:r>
        <w:tab/>
        <w:t>2.025e0</w:t>
      </w:r>
    </w:p>
    <w:p w:rsidR="00E00D30" w:rsidRDefault="00E00D30" w:rsidP="00E00D30">
      <w:r>
        <w:t>416.4520</w:t>
      </w:r>
      <w:r>
        <w:tab/>
        <w:t>1.013e0</w:t>
      </w:r>
    </w:p>
    <w:p w:rsidR="00E00D30" w:rsidRDefault="00E00D30" w:rsidP="00E00D30">
      <w:r>
        <w:t>416.4650</w:t>
      </w:r>
      <w:r>
        <w:tab/>
        <w:t>1.013e0</w:t>
      </w:r>
    </w:p>
    <w:p w:rsidR="00E00D30" w:rsidRDefault="00E00D30" w:rsidP="00E00D30">
      <w:r>
        <w:t>416.4926</w:t>
      </w:r>
      <w:r>
        <w:tab/>
        <w:t>2.025e0</w:t>
      </w:r>
    </w:p>
    <w:p w:rsidR="00E00D30" w:rsidRDefault="00E00D30" w:rsidP="00E00D30">
      <w:r>
        <w:t>416.4947</w:t>
      </w:r>
      <w:r>
        <w:tab/>
        <w:t>1.013e0</w:t>
      </w:r>
    </w:p>
    <w:p w:rsidR="00E00D30" w:rsidRDefault="00E00D30" w:rsidP="00E00D30">
      <w:r>
        <w:t>416.5056</w:t>
      </w:r>
      <w:r>
        <w:tab/>
        <w:t>2.025e0</w:t>
      </w:r>
    </w:p>
    <w:p w:rsidR="00E00D30" w:rsidRDefault="00E00D30" w:rsidP="00E00D30">
      <w:r>
        <w:t>416.5303</w:t>
      </w:r>
      <w:r>
        <w:tab/>
        <w:t>1.013e0</w:t>
      </w:r>
    </w:p>
    <w:p w:rsidR="00E00D30" w:rsidRDefault="00E00D30" w:rsidP="00E00D30">
      <w:r>
        <w:t>416.5452</w:t>
      </w:r>
      <w:r>
        <w:tab/>
        <w:t>1.013e0</w:t>
      </w:r>
    </w:p>
    <w:p w:rsidR="00E00D30" w:rsidRDefault="00E00D30" w:rsidP="00E00D30">
      <w:r>
        <w:lastRenderedPageBreak/>
        <w:t>416.5817</w:t>
      </w:r>
      <w:r>
        <w:tab/>
        <w:t>1.013e0</w:t>
      </w:r>
    </w:p>
    <w:p w:rsidR="00E00D30" w:rsidRDefault="00E00D30" w:rsidP="00E00D30">
      <w:r>
        <w:t>416.6197</w:t>
      </w:r>
      <w:r>
        <w:tab/>
        <w:t>1.013e0</w:t>
      </w:r>
    </w:p>
    <w:p w:rsidR="00E00D30" w:rsidRDefault="00E00D30" w:rsidP="00E00D30">
      <w:r>
        <w:t>416.6333</w:t>
      </w:r>
      <w:r>
        <w:tab/>
        <w:t>1.013e0</w:t>
      </w:r>
    </w:p>
    <w:p w:rsidR="00E00D30" w:rsidRDefault="00E00D30" w:rsidP="00E00D30">
      <w:r>
        <w:t>416.6408</w:t>
      </w:r>
      <w:r>
        <w:tab/>
        <w:t>1.013e0</w:t>
      </w:r>
    </w:p>
    <w:p w:rsidR="00E00D30" w:rsidRDefault="00E00D30" w:rsidP="00E00D30">
      <w:r>
        <w:t>416.6477</w:t>
      </w:r>
      <w:r>
        <w:tab/>
        <w:t>1.013e0</w:t>
      </w:r>
    </w:p>
    <w:p w:rsidR="00E00D30" w:rsidRDefault="00E00D30" w:rsidP="00E00D30">
      <w:r>
        <w:t>416.6613</w:t>
      </w:r>
      <w:r>
        <w:tab/>
        <w:t>2.025e0</w:t>
      </w:r>
    </w:p>
    <w:p w:rsidR="00E00D30" w:rsidRDefault="00E00D30" w:rsidP="00E00D30">
      <w:r>
        <w:t>416.6923</w:t>
      </w:r>
      <w:r>
        <w:tab/>
        <w:t>2.025e0</w:t>
      </w:r>
    </w:p>
    <w:p w:rsidR="00E00D30" w:rsidRDefault="00E00D30" w:rsidP="00E00D30">
      <w:r>
        <w:t>416.7232</w:t>
      </w:r>
      <w:r>
        <w:tab/>
        <w:t>1.013e0</w:t>
      </w:r>
    </w:p>
    <w:p w:rsidR="00E00D30" w:rsidRDefault="00E00D30" w:rsidP="00E00D30">
      <w:r>
        <w:t>416.7408</w:t>
      </w:r>
      <w:r>
        <w:tab/>
        <w:t>1.013e0</w:t>
      </w:r>
    </w:p>
    <w:p w:rsidR="00E00D30" w:rsidRDefault="00E00D30" w:rsidP="00E00D30">
      <w:r>
        <w:t>416.7443</w:t>
      </w:r>
      <w:r>
        <w:tab/>
        <w:t>1.013e0</w:t>
      </w:r>
    </w:p>
    <w:p w:rsidR="00E00D30" w:rsidRDefault="00E00D30" w:rsidP="00E00D30">
      <w:r>
        <w:t>416.7801</w:t>
      </w:r>
      <w:r>
        <w:tab/>
        <w:t>2.025e0</w:t>
      </w:r>
    </w:p>
    <w:p w:rsidR="00E00D30" w:rsidRDefault="00E00D30" w:rsidP="00E00D30">
      <w:r>
        <w:t>416.8013</w:t>
      </w:r>
      <w:r>
        <w:tab/>
        <w:t>1.013e0</w:t>
      </w:r>
    </w:p>
    <w:p w:rsidR="00E00D30" w:rsidRDefault="00E00D30" w:rsidP="00E00D30">
      <w:r>
        <w:t>416.8168</w:t>
      </w:r>
      <w:r>
        <w:tab/>
        <w:t>1.013e0</w:t>
      </w:r>
    </w:p>
    <w:p w:rsidR="00E00D30" w:rsidRDefault="00E00D30" w:rsidP="00E00D30">
      <w:r>
        <w:t>416.8209</w:t>
      </w:r>
      <w:r>
        <w:tab/>
        <w:t>2.025e0</w:t>
      </w:r>
    </w:p>
    <w:p w:rsidR="00E00D30" w:rsidRDefault="00E00D30" w:rsidP="00E00D30">
      <w:r>
        <w:t>416.8312</w:t>
      </w:r>
      <w:r>
        <w:tab/>
        <w:t>1.013e0</w:t>
      </w:r>
    </w:p>
    <w:p w:rsidR="00E00D30" w:rsidRDefault="00E00D30" w:rsidP="00E00D30">
      <w:r>
        <w:t>416.8606</w:t>
      </w:r>
      <w:r>
        <w:tab/>
        <w:t>2.025e0</w:t>
      </w:r>
    </w:p>
    <w:p w:rsidR="00E00D30" w:rsidRDefault="00E00D30" w:rsidP="00E00D30">
      <w:r>
        <w:t>416.8691</w:t>
      </w:r>
      <w:r>
        <w:tab/>
        <w:t>1.013e0</w:t>
      </w:r>
    </w:p>
    <w:p w:rsidR="00E00D30" w:rsidRDefault="00E00D30" w:rsidP="00E00D30">
      <w:r>
        <w:t>416.8711</w:t>
      </w:r>
      <w:r>
        <w:tab/>
        <w:t>2.025e0</w:t>
      </w:r>
    </w:p>
    <w:p w:rsidR="00E00D30" w:rsidRDefault="00E00D30" w:rsidP="00E00D30">
      <w:r>
        <w:t>416.8804</w:t>
      </w:r>
      <w:r>
        <w:tab/>
        <w:t>2.025e0</w:t>
      </w:r>
    </w:p>
    <w:p w:rsidR="00E00D30" w:rsidRDefault="00E00D30" w:rsidP="00E00D30">
      <w:r>
        <w:lastRenderedPageBreak/>
        <w:t>416.8870</w:t>
      </w:r>
      <w:r>
        <w:tab/>
        <w:t>1.013e0</w:t>
      </w:r>
    </w:p>
    <w:p w:rsidR="00E00D30" w:rsidRDefault="00E00D30" w:rsidP="00E00D30">
      <w:r>
        <w:t>416.8975</w:t>
      </w:r>
      <w:r>
        <w:tab/>
        <w:t>1.013e0</w:t>
      </w:r>
    </w:p>
    <w:p w:rsidR="00E00D30" w:rsidRDefault="00E00D30" w:rsidP="00E00D30">
      <w:r>
        <w:t>416.9193</w:t>
      </w:r>
      <w:r>
        <w:tab/>
        <w:t>2.025e0</w:t>
      </w:r>
    </w:p>
    <w:p w:rsidR="00E00D30" w:rsidRDefault="00E00D30" w:rsidP="00E00D30">
      <w:r>
        <w:t>416.9263</w:t>
      </w:r>
      <w:r>
        <w:tab/>
        <w:t>1.013e0</w:t>
      </w:r>
    </w:p>
    <w:p w:rsidR="00E00D30" w:rsidRDefault="00E00D30" w:rsidP="00E00D30">
      <w:r>
        <w:t>416.9299</w:t>
      </w:r>
      <w:r>
        <w:tab/>
        <w:t>1.013e0</w:t>
      </w:r>
    </w:p>
    <w:p w:rsidR="00E00D30" w:rsidRDefault="00E00D30" w:rsidP="00E00D30">
      <w:r>
        <w:t>416.9568</w:t>
      </w:r>
      <w:r>
        <w:tab/>
        <w:t>1.013e0</w:t>
      </w:r>
    </w:p>
    <w:p w:rsidR="00E00D30" w:rsidRDefault="00E00D30" w:rsidP="00E00D30">
      <w:r>
        <w:t>416.9634</w:t>
      </w:r>
      <w:r>
        <w:tab/>
        <w:t>1.013e0</w:t>
      </w:r>
    </w:p>
    <w:p w:rsidR="00E00D30" w:rsidRDefault="00E00D30" w:rsidP="00E00D30">
      <w:r>
        <w:t>416.9685</w:t>
      </w:r>
      <w:r>
        <w:tab/>
        <w:t>5.063e0</w:t>
      </w:r>
    </w:p>
    <w:p w:rsidR="00E00D30" w:rsidRDefault="00E00D30" w:rsidP="00E00D30">
      <w:r>
        <w:t>416.9856</w:t>
      </w:r>
      <w:r>
        <w:tab/>
        <w:t>1.013e0</w:t>
      </w:r>
    </w:p>
    <w:p w:rsidR="00E00D30" w:rsidRDefault="00E00D30" w:rsidP="00E00D30">
      <w:r>
        <w:t>417.0067</w:t>
      </w:r>
      <w:r>
        <w:tab/>
        <w:t>3.038e0</w:t>
      </w:r>
    </w:p>
    <w:p w:rsidR="00E00D30" w:rsidRDefault="00E00D30" w:rsidP="00E00D30">
      <w:r>
        <w:t>417.0221</w:t>
      </w:r>
      <w:r>
        <w:tab/>
        <w:t>1.013e0</w:t>
      </w:r>
    </w:p>
    <w:p w:rsidR="00E00D30" w:rsidRDefault="00E00D30" w:rsidP="00E00D30">
      <w:r>
        <w:t>417.0297</w:t>
      </w:r>
      <w:r>
        <w:tab/>
        <w:t>1.013e0</w:t>
      </w:r>
    </w:p>
    <w:p w:rsidR="00E00D30" w:rsidRDefault="00E00D30" w:rsidP="00E00D30">
      <w:r>
        <w:t>417.0376</w:t>
      </w:r>
      <w:r>
        <w:tab/>
        <w:t>1.013e0</w:t>
      </w:r>
    </w:p>
    <w:p w:rsidR="00E00D30" w:rsidRDefault="00E00D30" w:rsidP="00E00D30">
      <w:r>
        <w:t>417.0442</w:t>
      </w:r>
      <w:r>
        <w:tab/>
        <w:t>1.013e0</w:t>
      </w:r>
    </w:p>
    <w:p w:rsidR="00E00D30" w:rsidRDefault="00E00D30" w:rsidP="00E00D30">
      <w:r>
        <w:t>417.0809</w:t>
      </w:r>
      <w:r>
        <w:tab/>
        <w:t>1.013e0</w:t>
      </w:r>
    </w:p>
    <w:p w:rsidR="00E00D30" w:rsidRDefault="00E00D30" w:rsidP="00E00D30">
      <w:r>
        <w:t>417.0981</w:t>
      </w:r>
      <w:r>
        <w:tab/>
        <w:t>1.013e0</w:t>
      </w:r>
    </w:p>
    <w:p w:rsidR="00E00D30" w:rsidRDefault="00E00D30" w:rsidP="00E00D30">
      <w:r>
        <w:t>417.1105</w:t>
      </w:r>
      <w:r>
        <w:tab/>
        <w:t>1.013e0</w:t>
      </w:r>
    </w:p>
    <w:p w:rsidR="00E00D30" w:rsidRDefault="00E00D30" w:rsidP="00E00D30">
      <w:r>
        <w:t>417.1132</w:t>
      </w:r>
      <w:r>
        <w:tab/>
        <w:t>4.051e0</w:t>
      </w:r>
    </w:p>
    <w:p w:rsidR="00E00D30" w:rsidRDefault="00E00D30" w:rsidP="00E00D30">
      <w:r>
        <w:t>417.1551</w:t>
      </w:r>
      <w:r>
        <w:tab/>
        <w:t>1.013e0</w:t>
      </w:r>
    </w:p>
    <w:p w:rsidR="00E00D30" w:rsidRDefault="00E00D30" w:rsidP="00E00D30">
      <w:r>
        <w:lastRenderedPageBreak/>
        <w:t>417.1580</w:t>
      </w:r>
      <w:r>
        <w:tab/>
        <w:t>3.624e0</w:t>
      </w:r>
    </w:p>
    <w:p w:rsidR="00E00D30" w:rsidRDefault="00E00D30" w:rsidP="00E00D30">
      <w:r>
        <w:t>417.2104</w:t>
      </w:r>
      <w:r>
        <w:tab/>
        <w:t>1.013e1</w:t>
      </w:r>
    </w:p>
    <w:p w:rsidR="00E00D30" w:rsidRDefault="00E00D30" w:rsidP="00E00D30">
      <w:r>
        <w:t>417.2150</w:t>
      </w:r>
      <w:r>
        <w:tab/>
        <w:t>1.026e2</w:t>
      </w:r>
    </w:p>
    <w:p w:rsidR="00E00D30" w:rsidRDefault="00E00D30" w:rsidP="00E00D30">
      <w:r>
        <w:t>417.2164</w:t>
      </w:r>
      <w:r>
        <w:tab/>
        <w:t>6.162e2</w:t>
      </w:r>
    </w:p>
    <w:p w:rsidR="00E00D30" w:rsidRDefault="00E00D30" w:rsidP="00E00D30">
      <w:r>
        <w:t>417.2175</w:t>
      </w:r>
      <w:r>
        <w:tab/>
        <w:t>4.557e1</w:t>
      </w:r>
    </w:p>
    <w:p w:rsidR="00E00D30" w:rsidRDefault="00E00D30" w:rsidP="00E00D30">
      <w:r>
        <w:t>417.2186</w:t>
      </w:r>
      <w:r>
        <w:tab/>
        <w:t>1.626e2</w:t>
      </w:r>
    </w:p>
    <w:p w:rsidR="00E00D30" w:rsidRDefault="00E00D30" w:rsidP="00E00D30">
      <w:r>
        <w:t>417.2206</w:t>
      </w:r>
      <w:r>
        <w:tab/>
        <w:t>2.201e2</w:t>
      </w:r>
    </w:p>
    <w:p w:rsidR="00E00D30" w:rsidRDefault="00E00D30" w:rsidP="00E00D30">
      <w:r>
        <w:t>417.2260</w:t>
      </w:r>
      <w:r>
        <w:tab/>
        <w:t>1.114e1</w:t>
      </w:r>
    </w:p>
    <w:p w:rsidR="00E00D30" w:rsidRDefault="00E00D30" w:rsidP="00E00D30">
      <w:r>
        <w:t>417.2874</w:t>
      </w:r>
      <w:r>
        <w:tab/>
        <w:t>1.013e0</w:t>
      </w:r>
    </w:p>
    <w:p w:rsidR="00E00D30" w:rsidRDefault="00E00D30" w:rsidP="00E00D30">
      <w:r>
        <w:t>417.2995</w:t>
      </w:r>
      <w:r>
        <w:tab/>
        <w:t>7.212e0</w:t>
      </w:r>
    </w:p>
    <w:p w:rsidR="00E00D30" w:rsidRDefault="00E00D30" w:rsidP="00E00D30">
      <w:r>
        <w:t>417.3094</w:t>
      </w:r>
      <w:r>
        <w:tab/>
        <w:t>1.013e0</w:t>
      </w:r>
    </w:p>
    <w:p w:rsidR="00E00D30" w:rsidRDefault="00E00D30" w:rsidP="00E00D30">
      <w:r>
        <w:t>417.3135</w:t>
      </w:r>
      <w:r>
        <w:tab/>
        <w:t>3.038e0</w:t>
      </w:r>
    </w:p>
    <w:p w:rsidR="00E00D30" w:rsidRDefault="00E00D30" w:rsidP="00E00D30">
      <w:r>
        <w:t>417.3220</w:t>
      </w:r>
      <w:r>
        <w:tab/>
        <w:t>1.013e0</w:t>
      </w:r>
    </w:p>
    <w:p w:rsidR="00E00D30" w:rsidRDefault="00E00D30" w:rsidP="00E00D30">
      <w:r>
        <w:t>417.3328</w:t>
      </w:r>
      <w:r>
        <w:tab/>
        <w:t>8.101e0</w:t>
      </w:r>
    </w:p>
    <w:p w:rsidR="00E00D30" w:rsidRDefault="00E00D30" w:rsidP="00E00D30">
      <w:r>
        <w:t>417.3395</w:t>
      </w:r>
      <w:r>
        <w:tab/>
        <w:t>3.038e0</w:t>
      </w:r>
    </w:p>
    <w:p w:rsidR="00E00D30" w:rsidRDefault="00E00D30" w:rsidP="00E00D30">
      <w:r>
        <w:t>417.3477</w:t>
      </w:r>
      <w:r>
        <w:tab/>
        <w:t>1.013e0</w:t>
      </w:r>
    </w:p>
    <w:p w:rsidR="00E00D30" w:rsidRDefault="00E00D30" w:rsidP="00E00D30">
      <w:r>
        <w:t>417.3601</w:t>
      </w:r>
      <w:r>
        <w:tab/>
        <w:t>1.013e0</w:t>
      </w:r>
    </w:p>
    <w:p w:rsidR="00E00D30" w:rsidRDefault="00E00D30" w:rsidP="00E00D30">
      <w:r>
        <w:t>417.3648</w:t>
      </w:r>
      <w:r>
        <w:tab/>
        <w:t>1.013e0</w:t>
      </w:r>
    </w:p>
    <w:p w:rsidR="00E00D30" w:rsidRDefault="00E00D30" w:rsidP="00E00D30">
      <w:r>
        <w:t>417.3725</w:t>
      </w:r>
      <w:r>
        <w:tab/>
        <w:t>2.025e0</w:t>
      </w:r>
    </w:p>
    <w:p w:rsidR="00E00D30" w:rsidRDefault="00E00D30" w:rsidP="00E00D30">
      <w:r>
        <w:lastRenderedPageBreak/>
        <w:t>417.3874</w:t>
      </w:r>
      <w:r>
        <w:tab/>
        <w:t>5.063e0</w:t>
      </w:r>
    </w:p>
    <w:p w:rsidR="00E00D30" w:rsidRDefault="00E00D30" w:rsidP="00E00D30">
      <w:r>
        <w:t>417.4083</w:t>
      </w:r>
      <w:r>
        <w:tab/>
        <w:t>2.025e0</w:t>
      </w:r>
    </w:p>
    <w:p w:rsidR="00E00D30" w:rsidRDefault="00E00D30" w:rsidP="00E00D30">
      <w:r>
        <w:t>417.4187</w:t>
      </w:r>
      <w:r>
        <w:tab/>
        <w:t>3.038e0</w:t>
      </w:r>
    </w:p>
    <w:p w:rsidR="00E00D30" w:rsidRDefault="00E00D30" w:rsidP="00E00D30">
      <w:r>
        <w:t>417.4214</w:t>
      </w:r>
      <w:r>
        <w:tab/>
        <w:t>2.025e0</w:t>
      </w:r>
    </w:p>
    <w:p w:rsidR="00E00D30" w:rsidRDefault="00E00D30" w:rsidP="00E00D30">
      <w:r>
        <w:t>417.4238</w:t>
      </w:r>
      <w:r>
        <w:tab/>
        <w:t>5.063e0</w:t>
      </w:r>
    </w:p>
    <w:p w:rsidR="00E00D30" w:rsidRDefault="00E00D30" w:rsidP="00E00D30">
      <w:r>
        <w:t>417.4292</w:t>
      </w:r>
      <w:r>
        <w:tab/>
        <w:t>1.013e0</w:t>
      </w:r>
    </w:p>
    <w:p w:rsidR="00E00D30" w:rsidRDefault="00E00D30" w:rsidP="00E00D30">
      <w:r>
        <w:t>417.4594</w:t>
      </w:r>
      <w:r>
        <w:tab/>
        <w:t>2.070e0</w:t>
      </w:r>
    </w:p>
    <w:p w:rsidR="00E00D30" w:rsidRDefault="00E00D30" w:rsidP="00E00D30">
      <w:r>
        <w:t>417.4613</w:t>
      </w:r>
      <w:r>
        <w:tab/>
        <w:t>2.025e0</w:t>
      </w:r>
    </w:p>
    <w:p w:rsidR="00E00D30" w:rsidRDefault="00E00D30" w:rsidP="00E00D30">
      <w:r>
        <w:t>417.4777</w:t>
      </w:r>
      <w:r>
        <w:tab/>
        <w:t>2.025e0</w:t>
      </w:r>
    </w:p>
    <w:p w:rsidR="00E00D30" w:rsidRDefault="00E00D30" w:rsidP="00E00D30">
      <w:r>
        <w:t>417.4853</w:t>
      </w:r>
      <w:r>
        <w:tab/>
        <w:t>1.013e0</w:t>
      </w:r>
    </w:p>
    <w:p w:rsidR="00E00D30" w:rsidRDefault="00E00D30" w:rsidP="00E00D30">
      <w:r>
        <w:t>417.4901</w:t>
      </w:r>
      <w:r>
        <w:tab/>
        <w:t>1.013e0</w:t>
      </w:r>
    </w:p>
    <w:p w:rsidR="00E00D30" w:rsidRDefault="00E00D30" w:rsidP="00E00D30">
      <w:r>
        <w:t>417.5294</w:t>
      </w:r>
      <w:r>
        <w:tab/>
        <w:t>1.013e0</w:t>
      </w:r>
    </w:p>
    <w:p w:rsidR="00E00D30" w:rsidRDefault="00E00D30" w:rsidP="00E00D30">
      <w:r>
        <w:t>417.5323</w:t>
      </w:r>
      <w:r>
        <w:tab/>
        <w:t>1.013e0</w:t>
      </w:r>
    </w:p>
    <w:p w:rsidR="00E00D30" w:rsidRDefault="00E00D30" w:rsidP="00E00D30">
      <w:r>
        <w:t>417.5363</w:t>
      </w:r>
      <w:r>
        <w:tab/>
        <w:t>4.051e0</w:t>
      </w:r>
    </w:p>
    <w:p w:rsidR="00E00D30" w:rsidRDefault="00E00D30" w:rsidP="00E00D30">
      <w:r>
        <w:t>417.5503</w:t>
      </w:r>
      <w:r>
        <w:tab/>
        <w:t>1.013e0</w:t>
      </w:r>
    </w:p>
    <w:p w:rsidR="00E00D30" w:rsidRDefault="00E00D30" w:rsidP="00E00D30">
      <w:r>
        <w:t>417.5662</w:t>
      </w:r>
      <w:r>
        <w:tab/>
        <w:t>2.025e0</w:t>
      </w:r>
    </w:p>
    <w:p w:rsidR="00E00D30" w:rsidRDefault="00E00D30" w:rsidP="00E00D30">
      <w:r>
        <w:t>417.5752</w:t>
      </w:r>
      <w:r>
        <w:tab/>
        <w:t>2.025e0</w:t>
      </w:r>
    </w:p>
    <w:p w:rsidR="00E00D30" w:rsidRDefault="00E00D30" w:rsidP="00E00D30">
      <w:r>
        <w:t>417.5883</w:t>
      </w:r>
      <w:r>
        <w:tab/>
        <w:t>3.038e0</w:t>
      </w:r>
    </w:p>
    <w:p w:rsidR="00E00D30" w:rsidRDefault="00E00D30" w:rsidP="00E00D30">
      <w:r>
        <w:t>417.6108</w:t>
      </w:r>
      <w:r>
        <w:tab/>
        <w:t>1.013e0</w:t>
      </w:r>
    </w:p>
    <w:p w:rsidR="00E00D30" w:rsidRDefault="00E00D30" w:rsidP="00E00D30">
      <w:r>
        <w:lastRenderedPageBreak/>
        <w:t>417.6180</w:t>
      </w:r>
      <w:r>
        <w:tab/>
        <w:t>1.013e0</w:t>
      </w:r>
    </w:p>
    <w:p w:rsidR="00E00D30" w:rsidRDefault="00E00D30" w:rsidP="00E00D30">
      <w:r>
        <w:t>417.6464</w:t>
      </w:r>
      <w:r>
        <w:tab/>
        <w:t>2.025e0</w:t>
      </w:r>
    </w:p>
    <w:p w:rsidR="00E00D30" w:rsidRDefault="00E00D30" w:rsidP="00E00D30">
      <w:r>
        <w:t>417.6595</w:t>
      </w:r>
      <w:r>
        <w:tab/>
        <w:t>3.038e0</w:t>
      </w:r>
    </w:p>
    <w:p w:rsidR="00E00D30" w:rsidRDefault="00E00D30" w:rsidP="00E00D30">
      <w:r>
        <w:t>417.6640</w:t>
      </w:r>
      <w:r>
        <w:tab/>
        <w:t>2.025e0</w:t>
      </w:r>
    </w:p>
    <w:p w:rsidR="00E00D30" w:rsidRDefault="00E00D30" w:rsidP="00E00D30">
      <w:r>
        <w:t>417.6756</w:t>
      </w:r>
      <w:r>
        <w:tab/>
        <w:t>1.013e0</w:t>
      </w:r>
    </w:p>
    <w:p w:rsidR="00E00D30" w:rsidRDefault="00E00D30" w:rsidP="00E00D30">
      <w:r>
        <w:t>417.6912</w:t>
      </w:r>
      <w:r>
        <w:tab/>
        <w:t>1.013e0</w:t>
      </w:r>
    </w:p>
    <w:p w:rsidR="00E00D30" w:rsidRDefault="00E00D30" w:rsidP="00E00D30">
      <w:r>
        <w:t>417.6930</w:t>
      </w:r>
      <w:r>
        <w:tab/>
        <w:t>5.063e0</w:t>
      </w:r>
    </w:p>
    <w:p w:rsidR="00E00D30" w:rsidRDefault="00E00D30" w:rsidP="00E00D30">
      <w:r>
        <w:t>417.7056</w:t>
      </w:r>
      <w:r>
        <w:tab/>
        <w:t>2.025e0</w:t>
      </w:r>
    </w:p>
    <w:p w:rsidR="00E00D30" w:rsidRDefault="00E00D30" w:rsidP="00E00D30">
      <w:r>
        <w:t>417.7306</w:t>
      </w:r>
      <w:r>
        <w:tab/>
        <w:t>3.038e0</w:t>
      </w:r>
    </w:p>
    <w:p w:rsidR="00E00D30" w:rsidRDefault="00E00D30" w:rsidP="00E00D30">
      <w:r>
        <w:t>417.7351</w:t>
      </w:r>
      <w:r>
        <w:tab/>
        <w:t>1.013e0</w:t>
      </w:r>
    </w:p>
    <w:p w:rsidR="00E00D30" w:rsidRDefault="00E00D30" w:rsidP="00E00D30">
      <w:r>
        <w:t>417.7393</w:t>
      </w:r>
      <w:r>
        <w:tab/>
        <w:t>1.013e0</w:t>
      </w:r>
    </w:p>
    <w:p w:rsidR="00E00D30" w:rsidRDefault="00E00D30" w:rsidP="00E00D30">
      <w:r>
        <w:t>417.7470</w:t>
      </w:r>
      <w:r>
        <w:tab/>
        <w:t>2.025e0</w:t>
      </w:r>
    </w:p>
    <w:p w:rsidR="00E00D30" w:rsidRDefault="00E00D30" w:rsidP="00E00D30">
      <w:r>
        <w:t>417.7500</w:t>
      </w:r>
      <w:r>
        <w:tab/>
        <w:t>4.051e0</w:t>
      </w:r>
    </w:p>
    <w:p w:rsidR="00E00D30" w:rsidRDefault="00E00D30" w:rsidP="00E00D30">
      <w:r>
        <w:t>417.7940</w:t>
      </w:r>
      <w:r>
        <w:tab/>
        <w:t>1.013e0</w:t>
      </w:r>
    </w:p>
    <w:p w:rsidR="00E00D30" w:rsidRDefault="00E00D30" w:rsidP="00E00D30">
      <w:r>
        <w:t>417.8124</w:t>
      </w:r>
      <w:r>
        <w:tab/>
        <w:t>2.025e0</w:t>
      </w:r>
    </w:p>
    <w:p w:rsidR="00E00D30" w:rsidRDefault="00E00D30" w:rsidP="00E00D30">
      <w:r>
        <w:t>417.8156</w:t>
      </w:r>
      <w:r>
        <w:tab/>
        <w:t>3.038e0</w:t>
      </w:r>
    </w:p>
    <w:p w:rsidR="00E00D30" w:rsidRDefault="00E00D30" w:rsidP="00E00D30">
      <w:r>
        <w:t>417.8251</w:t>
      </w:r>
      <w:r>
        <w:tab/>
        <w:t>5.859e0</w:t>
      </w:r>
    </w:p>
    <w:p w:rsidR="00E00D30" w:rsidRDefault="00E00D30" w:rsidP="00E00D30">
      <w:r>
        <w:t>417.8609</w:t>
      </w:r>
      <w:r>
        <w:tab/>
        <w:t>1.013e0</w:t>
      </w:r>
    </w:p>
    <w:p w:rsidR="00E00D30" w:rsidRDefault="00E00D30" w:rsidP="00E00D30">
      <w:r>
        <w:t>417.8663</w:t>
      </w:r>
      <w:r>
        <w:tab/>
        <w:t>2.025e0</w:t>
      </w:r>
    </w:p>
    <w:p w:rsidR="00E00D30" w:rsidRDefault="00E00D30" w:rsidP="00E00D30">
      <w:r>
        <w:lastRenderedPageBreak/>
        <w:t>417.8854</w:t>
      </w:r>
      <w:r>
        <w:tab/>
        <w:t>1.013e0</w:t>
      </w:r>
    </w:p>
    <w:p w:rsidR="00E00D30" w:rsidRDefault="00E00D30" w:rsidP="00E00D30">
      <w:r>
        <w:t>417.8927</w:t>
      </w:r>
      <w:r>
        <w:tab/>
        <w:t>6.076e0</w:t>
      </w:r>
    </w:p>
    <w:p w:rsidR="00E00D30" w:rsidRDefault="00E00D30" w:rsidP="00E00D30">
      <w:r>
        <w:t>417.8972</w:t>
      </w:r>
      <w:r>
        <w:tab/>
        <w:t>1.013e0</w:t>
      </w:r>
    </w:p>
    <w:p w:rsidR="00E00D30" w:rsidRDefault="00E00D30" w:rsidP="00E00D30">
      <w:r>
        <w:t>417.9003</w:t>
      </w:r>
      <w:r>
        <w:tab/>
        <w:t>2.025e0</w:t>
      </w:r>
    </w:p>
    <w:p w:rsidR="00E00D30" w:rsidRDefault="00E00D30" w:rsidP="00E00D30">
      <w:r>
        <w:t>417.9082</w:t>
      </w:r>
      <w:r>
        <w:tab/>
        <w:t>3.038e0</w:t>
      </w:r>
    </w:p>
    <w:p w:rsidR="00E00D30" w:rsidRDefault="00E00D30" w:rsidP="00E00D30">
      <w:r>
        <w:t>417.9234</w:t>
      </w:r>
      <w:r>
        <w:tab/>
        <w:t>5.063e0</w:t>
      </w:r>
    </w:p>
    <w:p w:rsidR="00E00D30" w:rsidRDefault="00E00D30" w:rsidP="00E00D30">
      <w:r>
        <w:t>417.9338</w:t>
      </w:r>
      <w:r>
        <w:tab/>
        <w:t>1.013e0</w:t>
      </w:r>
    </w:p>
    <w:p w:rsidR="00E00D30" w:rsidRDefault="00E00D30" w:rsidP="00E00D30">
      <w:r>
        <w:t>417.9537</w:t>
      </w:r>
      <w:r>
        <w:tab/>
        <w:t>5.063e0</w:t>
      </w:r>
    </w:p>
    <w:p w:rsidR="00E00D30" w:rsidRDefault="00E00D30" w:rsidP="00E00D30">
      <w:r>
        <w:t>417.9675</w:t>
      </w:r>
      <w:r>
        <w:tab/>
        <w:t>2.025e0</w:t>
      </w:r>
    </w:p>
    <w:p w:rsidR="00E00D30" w:rsidRDefault="00E00D30" w:rsidP="00E00D30">
      <w:r>
        <w:t>417.9737</w:t>
      </w:r>
      <w:r>
        <w:tab/>
        <w:t>2.025e0</w:t>
      </w:r>
    </w:p>
    <w:p w:rsidR="00E00D30" w:rsidRDefault="00E00D30" w:rsidP="00E00D30">
      <w:r>
        <w:t>417.9890</w:t>
      </w:r>
      <w:r>
        <w:tab/>
        <w:t>1.013e0</w:t>
      </w:r>
    </w:p>
    <w:p w:rsidR="00E00D30" w:rsidRDefault="00E00D30" w:rsidP="00E00D30">
      <w:r>
        <w:t>417.9915</w:t>
      </w:r>
      <w:r>
        <w:tab/>
        <w:t>2.025e0</w:t>
      </w:r>
    </w:p>
    <w:p w:rsidR="00E00D30" w:rsidRDefault="00E00D30" w:rsidP="00E00D30">
      <w:r>
        <w:t>418.0002</w:t>
      </w:r>
      <w:r>
        <w:tab/>
        <w:t>1.013e0</w:t>
      </w:r>
    </w:p>
    <w:p w:rsidR="00E00D30" w:rsidRDefault="00E00D30" w:rsidP="00E00D30">
      <w:r>
        <w:t>418.0112</w:t>
      </w:r>
      <w:r>
        <w:tab/>
        <w:t>2.025e0</w:t>
      </w:r>
    </w:p>
    <w:p w:rsidR="00E00D30" w:rsidRDefault="00E00D30" w:rsidP="00E00D30">
      <w:r>
        <w:t>418.0147</w:t>
      </w:r>
      <w:r>
        <w:tab/>
        <w:t>1.013e0</w:t>
      </w:r>
    </w:p>
    <w:p w:rsidR="00E00D30" w:rsidRDefault="00E00D30" w:rsidP="00E00D30">
      <w:r>
        <w:t>418.0319</w:t>
      </w:r>
      <w:r>
        <w:tab/>
        <w:t>1.013e0</w:t>
      </w:r>
    </w:p>
    <w:p w:rsidR="00E00D30" w:rsidRDefault="00E00D30" w:rsidP="00E00D30">
      <w:r>
        <w:t>418.0571</w:t>
      </w:r>
      <w:r>
        <w:tab/>
        <w:t>3.038e0</w:t>
      </w:r>
    </w:p>
    <w:p w:rsidR="00E00D30" w:rsidRDefault="00E00D30" w:rsidP="00E00D30">
      <w:r>
        <w:t>418.0810</w:t>
      </w:r>
      <w:r>
        <w:tab/>
        <w:t>2.025e0</w:t>
      </w:r>
    </w:p>
    <w:p w:rsidR="00E00D30" w:rsidRDefault="00E00D30" w:rsidP="00E00D30">
      <w:r>
        <w:t>418.1254</w:t>
      </w:r>
      <w:r>
        <w:tab/>
        <w:t>1.013e0</w:t>
      </w:r>
    </w:p>
    <w:p w:rsidR="00E00D30" w:rsidRDefault="00E00D30" w:rsidP="00E00D30">
      <w:r>
        <w:lastRenderedPageBreak/>
        <w:t>418.1313</w:t>
      </w:r>
      <w:r>
        <w:tab/>
        <w:t>1.013e0</w:t>
      </w:r>
    </w:p>
    <w:p w:rsidR="00E00D30" w:rsidRDefault="00E00D30" w:rsidP="00E00D30">
      <w:r>
        <w:t>418.1512</w:t>
      </w:r>
      <w:r>
        <w:tab/>
        <w:t>2.025e0</w:t>
      </w:r>
    </w:p>
    <w:p w:rsidR="00E00D30" w:rsidRDefault="00E00D30" w:rsidP="00E00D30">
      <w:r>
        <w:t>418.1927</w:t>
      </w:r>
      <w:r>
        <w:tab/>
        <w:t>3.038e0</w:t>
      </w:r>
    </w:p>
    <w:p w:rsidR="00E00D30" w:rsidRDefault="00E00D30" w:rsidP="00E00D30">
      <w:r>
        <w:t>418.2038</w:t>
      </w:r>
      <w:r>
        <w:tab/>
        <w:t>5.063e0</w:t>
      </w:r>
    </w:p>
    <w:p w:rsidR="00E00D30" w:rsidRDefault="00E00D30" w:rsidP="00E00D30">
      <w:r>
        <w:t>418.2171</w:t>
      </w:r>
      <w:r>
        <w:tab/>
        <w:t>2.757e1</w:t>
      </w:r>
    </w:p>
    <w:p w:rsidR="00E00D30" w:rsidRDefault="00E00D30" w:rsidP="00E00D30">
      <w:r>
        <w:t>418.2198</w:t>
      </w:r>
      <w:r>
        <w:tab/>
        <w:t>1.443e2</w:t>
      </w:r>
    </w:p>
    <w:p w:rsidR="00E00D30" w:rsidRDefault="00E00D30" w:rsidP="00E00D30">
      <w:r>
        <w:t>418.2215</w:t>
      </w:r>
      <w:r>
        <w:tab/>
        <w:t>5.959e1</w:t>
      </w:r>
    </w:p>
    <w:p w:rsidR="00E00D30" w:rsidRDefault="00E00D30" w:rsidP="00E00D30">
      <w:r>
        <w:t>418.2226</w:t>
      </w:r>
      <w:r>
        <w:tab/>
        <w:t>1.334e2</w:t>
      </w:r>
    </w:p>
    <w:p w:rsidR="00E00D30" w:rsidRDefault="00E00D30" w:rsidP="00E00D30">
      <w:r>
        <w:t>418.2590</w:t>
      </w:r>
      <w:r>
        <w:tab/>
        <w:t>2.025e0</w:t>
      </w:r>
    </w:p>
    <w:p w:rsidR="00E00D30" w:rsidRDefault="00E00D30" w:rsidP="00E00D30">
      <w:r>
        <w:t>418.2732</w:t>
      </w:r>
      <w:r>
        <w:tab/>
        <w:t>1.013e0</w:t>
      </w:r>
    </w:p>
    <w:p w:rsidR="00E00D30" w:rsidRDefault="00E00D30" w:rsidP="00E00D30">
      <w:r>
        <w:t>418.3069</w:t>
      </w:r>
      <w:r>
        <w:tab/>
        <w:t>2.025e0</w:t>
      </w:r>
    </w:p>
    <w:p w:rsidR="00E00D30" w:rsidRDefault="00E00D30" w:rsidP="00E00D30">
      <w:r>
        <w:t>418.3089</w:t>
      </w:r>
      <w:r>
        <w:tab/>
        <w:t>3.038e0</w:t>
      </w:r>
    </w:p>
    <w:p w:rsidR="00E00D30" w:rsidRDefault="00E00D30" w:rsidP="00E00D30">
      <w:r>
        <w:t>418.3314</w:t>
      </w:r>
      <w:r>
        <w:tab/>
        <w:t>7.089e0</w:t>
      </w:r>
    </w:p>
    <w:p w:rsidR="00E00D30" w:rsidRDefault="00E00D30" w:rsidP="00E00D30">
      <w:r>
        <w:t>418.3349</w:t>
      </w:r>
      <w:r>
        <w:tab/>
        <w:t>3.038e0</w:t>
      </w:r>
    </w:p>
    <w:p w:rsidR="00E00D30" w:rsidRDefault="00E00D30" w:rsidP="00E00D30">
      <w:r>
        <w:t>418.3542</w:t>
      </w:r>
      <w:r>
        <w:tab/>
        <w:t>1.013e0</w:t>
      </w:r>
    </w:p>
    <w:p w:rsidR="00E00D30" w:rsidRDefault="00E00D30" w:rsidP="00E00D30">
      <w:r>
        <w:t>418.3628</w:t>
      </w:r>
      <w:r>
        <w:tab/>
        <w:t>3.728e0</w:t>
      </w:r>
    </w:p>
    <w:p w:rsidR="00E00D30" w:rsidRDefault="00E00D30" w:rsidP="00E00D30">
      <w:r>
        <w:t>418.3704</w:t>
      </w:r>
      <w:r>
        <w:tab/>
        <w:t>2.025e0</w:t>
      </w:r>
    </w:p>
    <w:p w:rsidR="00E00D30" w:rsidRDefault="00E00D30" w:rsidP="00E00D30">
      <w:r>
        <w:t>418.3847</w:t>
      </w:r>
      <w:r>
        <w:tab/>
        <w:t>1.013e0</w:t>
      </w:r>
    </w:p>
    <w:p w:rsidR="00E00D30" w:rsidRDefault="00E00D30" w:rsidP="00E00D30">
      <w:r>
        <w:t>418.3994</w:t>
      </w:r>
      <w:r>
        <w:tab/>
        <w:t>2.025e0</w:t>
      </w:r>
    </w:p>
    <w:p w:rsidR="00E00D30" w:rsidRDefault="00E00D30" w:rsidP="00E00D30">
      <w:r>
        <w:lastRenderedPageBreak/>
        <w:t>418.4063</w:t>
      </w:r>
      <w:r>
        <w:tab/>
        <w:t>1.013e0</w:t>
      </w:r>
    </w:p>
    <w:p w:rsidR="00E00D30" w:rsidRDefault="00E00D30" w:rsidP="00E00D30">
      <w:r>
        <w:t>418.4107</w:t>
      </w:r>
      <w:r>
        <w:tab/>
        <w:t>2.025e0</w:t>
      </w:r>
    </w:p>
    <w:p w:rsidR="00E00D30" w:rsidRDefault="00E00D30" w:rsidP="00E00D30">
      <w:r>
        <w:t>418.4126</w:t>
      </w:r>
      <w:r>
        <w:tab/>
        <w:t>1.013e0</w:t>
      </w:r>
    </w:p>
    <w:p w:rsidR="00E00D30" w:rsidRDefault="00E00D30" w:rsidP="00E00D30">
      <w:r>
        <w:t>418.4494</w:t>
      </w:r>
      <w:r>
        <w:tab/>
        <w:t>1.013e0</w:t>
      </w:r>
    </w:p>
    <w:p w:rsidR="00E00D30" w:rsidRDefault="00E00D30" w:rsidP="00E00D30">
      <w:r>
        <w:t>418.4631</w:t>
      </w:r>
      <w:r>
        <w:tab/>
        <w:t>1.013e0</w:t>
      </w:r>
    </w:p>
    <w:p w:rsidR="00E00D30" w:rsidRDefault="00E00D30" w:rsidP="00E00D30">
      <w:r>
        <w:t>418.4788</w:t>
      </w:r>
      <w:r>
        <w:tab/>
        <w:t>2.025e0</w:t>
      </w:r>
    </w:p>
    <w:p w:rsidR="00E00D30" w:rsidRDefault="00E00D30" w:rsidP="00E00D30">
      <w:r>
        <w:t>418.4846</w:t>
      </w:r>
      <w:r>
        <w:tab/>
        <w:t>1.013e0</w:t>
      </w:r>
    </w:p>
    <w:p w:rsidR="00E00D30" w:rsidRDefault="00E00D30" w:rsidP="00E00D30">
      <w:r>
        <w:t>418.4872</w:t>
      </w:r>
      <w:r>
        <w:tab/>
        <w:t>3.038e0</w:t>
      </w:r>
    </w:p>
    <w:p w:rsidR="00E00D30" w:rsidRDefault="00E00D30" w:rsidP="00E00D30">
      <w:r>
        <w:t>418.5157</w:t>
      </w:r>
      <w:r>
        <w:tab/>
        <w:t>1.013e0</w:t>
      </w:r>
    </w:p>
    <w:p w:rsidR="00E00D30" w:rsidRDefault="00E00D30" w:rsidP="00E00D30">
      <w:r>
        <w:t>418.5451</w:t>
      </w:r>
      <w:r>
        <w:tab/>
        <w:t>2.025e0</w:t>
      </w:r>
    </w:p>
    <w:p w:rsidR="00E00D30" w:rsidRDefault="00E00D30" w:rsidP="00E00D30">
      <w:r>
        <w:t>418.5490</w:t>
      </w:r>
      <w:r>
        <w:tab/>
        <w:t>1.013e0</w:t>
      </w:r>
    </w:p>
    <w:p w:rsidR="00E00D30" w:rsidRDefault="00E00D30" w:rsidP="00E00D30">
      <w:r>
        <w:t>418.5668</w:t>
      </w:r>
      <w:r>
        <w:tab/>
        <w:t>1.013e0</w:t>
      </w:r>
    </w:p>
    <w:p w:rsidR="00E00D30" w:rsidRDefault="00E00D30" w:rsidP="00E00D30">
      <w:r>
        <w:t>418.6039</w:t>
      </w:r>
      <w:r>
        <w:tab/>
        <w:t>1.013e0</w:t>
      </w:r>
    </w:p>
    <w:p w:rsidR="00E00D30" w:rsidRDefault="00E00D30" w:rsidP="00E00D30">
      <w:r>
        <w:t>418.6093</w:t>
      </w:r>
      <w:r>
        <w:tab/>
        <w:t>1.013e0</w:t>
      </w:r>
    </w:p>
    <w:p w:rsidR="00E00D30" w:rsidRDefault="00E00D30" w:rsidP="00E00D30">
      <w:r>
        <w:t>418.6190</w:t>
      </w:r>
      <w:r>
        <w:tab/>
        <w:t>3.038e0</w:t>
      </w:r>
    </w:p>
    <w:p w:rsidR="00E00D30" w:rsidRDefault="00E00D30" w:rsidP="00E00D30">
      <w:r>
        <w:t>418.6221</w:t>
      </w:r>
      <w:r>
        <w:tab/>
        <w:t>2.025e0</w:t>
      </w:r>
    </w:p>
    <w:p w:rsidR="00E00D30" w:rsidRDefault="00E00D30" w:rsidP="00E00D30">
      <w:r>
        <w:t>418.6521</w:t>
      </w:r>
      <w:r>
        <w:tab/>
        <w:t>1.013e0</w:t>
      </w:r>
    </w:p>
    <w:p w:rsidR="00E00D30" w:rsidRDefault="00E00D30" w:rsidP="00E00D30">
      <w:r>
        <w:t>418.6556</w:t>
      </w:r>
      <w:r>
        <w:tab/>
        <w:t>1.013e0</w:t>
      </w:r>
    </w:p>
    <w:p w:rsidR="00E00D30" w:rsidRDefault="00E00D30" w:rsidP="00E00D30">
      <w:r>
        <w:t>418.6703</w:t>
      </w:r>
      <w:r>
        <w:tab/>
        <w:t>1.013e0</w:t>
      </w:r>
    </w:p>
    <w:p w:rsidR="00E00D30" w:rsidRDefault="00E00D30" w:rsidP="00E00D30">
      <w:r>
        <w:lastRenderedPageBreak/>
        <w:t>418.6779</w:t>
      </w:r>
      <w:r>
        <w:tab/>
        <w:t>1.013e0</w:t>
      </w:r>
    </w:p>
    <w:p w:rsidR="00E00D30" w:rsidRDefault="00E00D30" w:rsidP="00E00D30">
      <w:r>
        <w:t>418.6858</w:t>
      </w:r>
      <w:r>
        <w:tab/>
        <w:t>1.013e0</w:t>
      </w:r>
    </w:p>
    <w:p w:rsidR="00E00D30" w:rsidRDefault="00E00D30" w:rsidP="00E00D30">
      <w:r>
        <w:t>418.7039</w:t>
      </w:r>
      <w:r>
        <w:tab/>
        <w:t>2.025e0</w:t>
      </w:r>
    </w:p>
    <w:p w:rsidR="00E00D30" w:rsidRDefault="00E00D30" w:rsidP="00E00D30">
      <w:r>
        <w:t>418.7074</w:t>
      </w:r>
      <w:r>
        <w:tab/>
        <w:t>1.013e0</w:t>
      </w:r>
    </w:p>
    <w:p w:rsidR="00E00D30" w:rsidRDefault="00E00D30" w:rsidP="00E00D30">
      <w:r>
        <w:t>418.7234</w:t>
      </w:r>
      <w:r>
        <w:tab/>
        <w:t>2.025e0</w:t>
      </w:r>
    </w:p>
    <w:p w:rsidR="00E00D30" w:rsidRDefault="00E00D30" w:rsidP="00E00D30">
      <w:r>
        <w:t>418.7292</w:t>
      </w:r>
      <w:r>
        <w:tab/>
        <w:t>1.013e0</w:t>
      </w:r>
    </w:p>
    <w:p w:rsidR="00E00D30" w:rsidRDefault="00E00D30" w:rsidP="00E00D30">
      <w:r>
        <w:t>418.7343</w:t>
      </w:r>
      <w:r>
        <w:tab/>
        <w:t>1.013e0</w:t>
      </w:r>
    </w:p>
    <w:p w:rsidR="00E00D30" w:rsidRDefault="00E00D30" w:rsidP="00E00D30">
      <w:r>
        <w:t>418.7735</w:t>
      </w:r>
      <w:r>
        <w:tab/>
        <w:t>1.013e0</w:t>
      </w:r>
    </w:p>
    <w:p w:rsidR="00E00D30" w:rsidRDefault="00E00D30" w:rsidP="00E00D30">
      <w:r>
        <w:t>418.7794</w:t>
      </w:r>
      <w:r>
        <w:tab/>
        <w:t>2.025e0</w:t>
      </w:r>
    </w:p>
    <w:p w:rsidR="00E00D30" w:rsidRDefault="00E00D30" w:rsidP="00E00D30">
      <w:r>
        <w:t>418.8207</w:t>
      </w:r>
      <w:r>
        <w:tab/>
        <w:t>1.013e0</w:t>
      </w:r>
    </w:p>
    <w:p w:rsidR="00E00D30" w:rsidRDefault="00E00D30" w:rsidP="00E00D30">
      <w:r>
        <w:t>418.8253</w:t>
      </w:r>
      <w:r>
        <w:tab/>
        <w:t>1.013e0</w:t>
      </w:r>
    </w:p>
    <w:p w:rsidR="00E00D30" w:rsidRDefault="00E00D30" w:rsidP="00E00D30">
      <w:r>
        <w:t>418.8363</w:t>
      </w:r>
      <w:r>
        <w:tab/>
        <w:t>2.025e0</w:t>
      </w:r>
    </w:p>
    <w:p w:rsidR="00E00D30" w:rsidRDefault="00E00D30" w:rsidP="00E00D30">
      <w:r>
        <w:t>418.8472</w:t>
      </w:r>
      <w:r>
        <w:tab/>
        <w:t>1.013e0</w:t>
      </w:r>
    </w:p>
    <w:p w:rsidR="00E00D30" w:rsidRDefault="00E00D30" w:rsidP="00E00D30">
      <w:r>
        <w:t>418.8584</w:t>
      </w:r>
      <w:r>
        <w:tab/>
        <w:t>2.025e0</w:t>
      </w:r>
    </w:p>
    <w:p w:rsidR="00E00D30" w:rsidRDefault="00E00D30" w:rsidP="00E00D30">
      <w:r>
        <w:t>418.9103</w:t>
      </w:r>
      <w:r>
        <w:tab/>
        <w:t>2.025e0</w:t>
      </w:r>
    </w:p>
    <w:p w:rsidR="00E00D30" w:rsidRDefault="00E00D30" w:rsidP="00E00D30">
      <w:r>
        <w:t>418.9199</w:t>
      </w:r>
      <w:r>
        <w:tab/>
        <w:t>1.013e0</w:t>
      </w:r>
    </w:p>
    <w:p w:rsidR="00E00D30" w:rsidRDefault="00E00D30" w:rsidP="00E00D30">
      <w:r>
        <w:t>418.9221</w:t>
      </w:r>
      <w:r>
        <w:tab/>
        <w:t>4.051e0</w:t>
      </w:r>
    </w:p>
    <w:p w:rsidR="00E00D30" w:rsidRDefault="00E00D30" w:rsidP="00E00D30">
      <w:r>
        <w:t>418.9505</w:t>
      </w:r>
      <w:r>
        <w:tab/>
        <w:t>1.013e0</w:t>
      </w:r>
    </w:p>
    <w:p w:rsidR="00E00D30" w:rsidRDefault="00E00D30" w:rsidP="00E00D30">
      <w:r>
        <w:t>418.9603</w:t>
      </w:r>
      <w:r>
        <w:tab/>
        <w:t>2.025e0</w:t>
      </w:r>
    </w:p>
    <w:p w:rsidR="00E00D30" w:rsidRDefault="00E00D30" w:rsidP="00E00D30">
      <w:r>
        <w:lastRenderedPageBreak/>
        <w:t>418.9876</w:t>
      </w:r>
      <w:r>
        <w:tab/>
        <w:t>1.013e0</w:t>
      </w:r>
    </w:p>
    <w:p w:rsidR="00E00D30" w:rsidRDefault="00E00D30" w:rsidP="00E00D30">
      <w:r>
        <w:t>419.0102</w:t>
      </w:r>
      <w:r>
        <w:tab/>
        <w:t>1.013e0</w:t>
      </w:r>
    </w:p>
    <w:p w:rsidR="00E00D30" w:rsidRDefault="00E00D30" w:rsidP="00E00D30">
      <w:r>
        <w:t>419.0359</w:t>
      </w:r>
      <w:r>
        <w:tab/>
        <w:t>2.025e0</w:t>
      </w:r>
    </w:p>
    <w:p w:rsidR="00E00D30" w:rsidRDefault="00E00D30" w:rsidP="00E00D30">
      <w:r>
        <w:t>419.0390</w:t>
      </w:r>
      <w:r>
        <w:tab/>
        <w:t>1.013e0</w:t>
      </w:r>
    </w:p>
    <w:p w:rsidR="00E00D30" w:rsidRDefault="00E00D30" w:rsidP="00E00D30">
      <w:r>
        <w:t>419.0449</w:t>
      </w:r>
      <w:r>
        <w:tab/>
        <w:t>2.025e0</w:t>
      </w:r>
    </w:p>
    <w:p w:rsidR="00E00D30" w:rsidRDefault="00E00D30" w:rsidP="00E00D30">
      <w:r>
        <w:t>419.0496</w:t>
      </w:r>
      <w:r>
        <w:tab/>
        <w:t>3.038e0</w:t>
      </w:r>
    </w:p>
    <w:p w:rsidR="00E00D30" w:rsidRDefault="00E00D30" w:rsidP="00E00D30">
      <w:r>
        <w:t>419.0804</w:t>
      </w:r>
      <w:r>
        <w:tab/>
        <w:t>2.025e0</w:t>
      </w:r>
    </w:p>
    <w:p w:rsidR="00E00D30" w:rsidRDefault="00E00D30" w:rsidP="00E00D30">
      <w:r>
        <w:t>419.1202</w:t>
      </w:r>
      <w:r>
        <w:tab/>
        <w:t>2.025e0</w:t>
      </w:r>
    </w:p>
    <w:p w:rsidR="00E00D30" w:rsidRDefault="00E00D30" w:rsidP="00E00D30">
      <w:r>
        <w:t>419.1305</w:t>
      </w:r>
      <w:r>
        <w:tab/>
        <w:t>2.025e0</w:t>
      </w:r>
    </w:p>
    <w:p w:rsidR="00E00D30" w:rsidRDefault="00E00D30" w:rsidP="00E00D30">
      <w:r>
        <w:t>419.1370</w:t>
      </w:r>
      <w:r>
        <w:tab/>
        <w:t>2.025e0</w:t>
      </w:r>
    </w:p>
    <w:p w:rsidR="00E00D30" w:rsidRDefault="00E00D30" w:rsidP="00E00D30">
      <w:r>
        <w:t>419.1530</w:t>
      </w:r>
      <w:r>
        <w:tab/>
        <w:t>3.128e0</w:t>
      </w:r>
    </w:p>
    <w:p w:rsidR="00E00D30" w:rsidRDefault="00E00D30" w:rsidP="00E00D30">
      <w:r>
        <w:t>419.1644</w:t>
      </w:r>
      <w:r>
        <w:tab/>
        <w:t>1.013e0</w:t>
      </w:r>
    </w:p>
    <w:p w:rsidR="00E00D30" w:rsidRDefault="00E00D30" w:rsidP="00E00D30">
      <w:r>
        <w:t>419.1726</w:t>
      </w:r>
      <w:r>
        <w:tab/>
        <w:t>2.025e0</w:t>
      </w:r>
    </w:p>
    <w:p w:rsidR="00E00D30" w:rsidRDefault="00E00D30" w:rsidP="00E00D30">
      <w:r>
        <w:t>419.1770</w:t>
      </w:r>
      <w:r>
        <w:tab/>
        <w:t>2.025e0</w:t>
      </w:r>
    </w:p>
    <w:p w:rsidR="00E00D30" w:rsidRDefault="00E00D30" w:rsidP="00E00D30">
      <w:r>
        <w:t>419.1945</w:t>
      </w:r>
      <w:r>
        <w:tab/>
        <w:t>1.013e0</w:t>
      </w:r>
    </w:p>
    <w:p w:rsidR="00E00D30" w:rsidRDefault="00E00D30" w:rsidP="00E00D30">
      <w:r>
        <w:t>419.2255</w:t>
      </w:r>
      <w:r>
        <w:tab/>
        <w:t>6.375e0</w:t>
      </w:r>
    </w:p>
    <w:p w:rsidR="00E00D30" w:rsidRDefault="00E00D30" w:rsidP="00E00D30">
      <w:r>
        <w:t>419.2270</w:t>
      </w:r>
      <w:r>
        <w:tab/>
        <w:t>1.722e1</w:t>
      </w:r>
    </w:p>
    <w:p w:rsidR="00E00D30" w:rsidRDefault="00E00D30" w:rsidP="00E00D30">
      <w:r>
        <w:t>419.2288</w:t>
      </w:r>
      <w:r>
        <w:tab/>
        <w:t>1.924e1</w:t>
      </w:r>
    </w:p>
    <w:p w:rsidR="00E00D30" w:rsidRDefault="00E00D30" w:rsidP="00E00D30">
      <w:r>
        <w:t>419.2349</w:t>
      </w:r>
      <w:r>
        <w:tab/>
        <w:t>5.063e0</w:t>
      </w:r>
    </w:p>
    <w:p w:rsidR="00E00D30" w:rsidRDefault="00E00D30" w:rsidP="00E00D30">
      <w:r>
        <w:lastRenderedPageBreak/>
        <w:t>419.2419</w:t>
      </w:r>
      <w:r>
        <w:tab/>
        <w:t>7.089e0</w:t>
      </w:r>
    </w:p>
    <w:p w:rsidR="00E00D30" w:rsidRDefault="00E00D30" w:rsidP="00E00D30">
      <w:r>
        <w:t>419.2503</w:t>
      </w:r>
      <w:r>
        <w:tab/>
        <w:t>2.025e0</w:t>
      </w:r>
    </w:p>
    <w:p w:rsidR="00E00D30" w:rsidRDefault="00E00D30" w:rsidP="00E00D30">
      <w:r>
        <w:t>419.2590</w:t>
      </w:r>
      <w:r>
        <w:tab/>
        <w:t>3.038e0</w:t>
      </w:r>
    </w:p>
    <w:p w:rsidR="00E00D30" w:rsidRDefault="00E00D30" w:rsidP="00E00D30">
      <w:r>
        <w:t>419.3057</w:t>
      </w:r>
      <w:r>
        <w:tab/>
        <w:t>2.025e0</w:t>
      </w:r>
    </w:p>
    <w:p w:rsidR="00E00D30" w:rsidRDefault="00E00D30" w:rsidP="00E00D30">
      <w:r>
        <w:t>419.3090</w:t>
      </w:r>
      <w:r>
        <w:tab/>
        <w:t>2.025e0</w:t>
      </w:r>
    </w:p>
    <w:p w:rsidR="00E00D30" w:rsidRDefault="00E00D30" w:rsidP="00E00D30">
      <w:r>
        <w:t>419.3107</w:t>
      </w:r>
      <w:r>
        <w:tab/>
        <w:t>1.013e1</w:t>
      </w:r>
    </w:p>
    <w:p w:rsidR="00E00D30" w:rsidRDefault="00E00D30" w:rsidP="00E00D30">
      <w:r>
        <w:t>419.3124</w:t>
      </w:r>
      <w:r>
        <w:tab/>
        <w:t>8.101e0</w:t>
      </w:r>
    </w:p>
    <w:p w:rsidR="00E00D30" w:rsidRDefault="00E00D30" w:rsidP="00E00D30">
      <w:r>
        <w:t>419.3167</w:t>
      </w:r>
      <w:r>
        <w:tab/>
        <w:t>6.076e0</w:t>
      </w:r>
    </w:p>
    <w:p w:rsidR="00E00D30" w:rsidRDefault="00E00D30" w:rsidP="00E00D30">
      <w:r>
        <w:t>419.3216</w:t>
      </w:r>
      <w:r>
        <w:tab/>
        <w:t>9.114e0</w:t>
      </w:r>
    </w:p>
    <w:p w:rsidR="00E00D30" w:rsidRDefault="00E00D30" w:rsidP="00E00D30">
      <w:r>
        <w:t>419.3270</w:t>
      </w:r>
      <w:r>
        <w:tab/>
        <w:t>2.239e0</w:t>
      </w:r>
    </w:p>
    <w:p w:rsidR="00E00D30" w:rsidRDefault="00E00D30" w:rsidP="00E00D30">
      <w:r>
        <w:t>419.3551</w:t>
      </w:r>
      <w:r>
        <w:tab/>
        <w:t>1.013e0</w:t>
      </w:r>
    </w:p>
    <w:p w:rsidR="00E00D30" w:rsidRDefault="00E00D30" w:rsidP="00E00D30">
      <w:r>
        <w:t>419.3603</w:t>
      </w:r>
      <w:r>
        <w:tab/>
        <w:t>2.025e0</w:t>
      </w:r>
    </w:p>
    <w:p w:rsidR="00E00D30" w:rsidRDefault="00E00D30" w:rsidP="00E00D30">
      <w:r>
        <w:t>419.3656</w:t>
      </w:r>
      <w:r>
        <w:tab/>
        <w:t>2.025e0</w:t>
      </w:r>
    </w:p>
    <w:p w:rsidR="00E00D30" w:rsidRDefault="00E00D30" w:rsidP="00E00D30">
      <w:r>
        <w:t>419.3711</w:t>
      </w:r>
      <w:r>
        <w:tab/>
        <w:t>1.013e0</w:t>
      </w:r>
    </w:p>
    <w:p w:rsidR="00E00D30" w:rsidRDefault="00E00D30" w:rsidP="00E00D30">
      <w:r>
        <w:t>419.3836</w:t>
      </w:r>
      <w:r>
        <w:tab/>
        <w:t>3.038e0</w:t>
      </w:r>
    </w:p>
    <w:p w:rsidR="00E00D30" w:rsidRDefault="00E00D30" w:rsidP="00E00D30">
      <w:r>
        <w:t>419.4194</w:t>
      </w:r>
      <w:r>
        <w:tab/>
        <w:t>2.025e0</w:t>
      </w:r>
    </w:p>
    <w:p w:rsidR="00E00D30" w:rsidRDefault="00E00D30" w:rsidP="00E00D30">
      <w:r>
        <w:t>419.4373</w:t>
      </w:r>
      <w:r>
        <w:tab/>
        <w:t>3.038e0</w:t>
      </w:r>
    </w:p>
    <w:p w:rsidR="00E00D30" w:rsidRDefault="00E00D30" w:rsidP="00E00D30">
      <w:r>
        <w:t>419.4523</w:t>
      </w:r>
      <w:r>
        <w:tab/>
        <w:t>1.013e0</w:t>
      </w:r>
    </w:p>
    <w:p w:rsidR="00E00D30" w:rsidRDefault="00E00D30" w:rsidP="00E00D30">
      <w:r>
        <w:t>419.4625</w:t>
      </w:r>
      <w:r>
        <w:tab/>
        <w:t>2.025e0</w:t>
      </w:r>
    </w:p>
    <w:p w:rsidR="00E00D30" w:rsidRDefault="00E00D30" w:rsidP="00E00D30">
      <w:r>
        <w:lastRenderedPageBreak/>
        <w:t>419.5187</w:t>
      </w:r>
      <w:r>
        <w:tab/>
        <w:t>1.013e0</w:t>
      </w:r>
    </w:p>
    <w:p w:rsidR="00E00D30" w:rsidRDefault="00E00D30" w:rsidP="00E00D30">
      <w:r>
        <w:t>419.5233</w:t>
      </w:r>
      <w:r>
        <w:tab/>
        <w:t>1.013e0</w:t>
      </w:r>
    </w:p>
    <w:p w:rsidR="00E00D30" w:rsidRDefault="00E00D30" w:rsidP="00E00D30">
      <w:r>
        <w:t>419.5336</w:t>
      </w:r>
      <w:r>
        <w:tab/>
        <w:t>2.025e0</w:t>
      </w:r>
    </w:p>
    <w:p w:rsidR="00E00D30" w:rsidRDefault="00E00D30" w:rsidP="00E00D30">
      <w:r>
        <w:t>419.5441</w:t>
      </w:r>
      <w:r>
        <w:tab/>
        <w:t>1.013e0</w:t>
      </w:r>
    </w:p>
    <w:p w:rsidR="00E00D30" w:rsidRDefault="00E00D30" w:rsidP="00E00D30">
      <w:r>
        <w:t>419.5564</w:t>
      </w:r>
      <w:r>
        <w:tab/>
        <w:t>1.013e0</w:t>
      </w:r>
    </w:p>
    <w:p w:rsidR="00E00D30" w:rsidRDefault="00E00D30" w:rsidP="00E00D30">
      <w:r>
        <w:t>419.5618</w:t>
      </w:r>
      <w:r>
        <w:tab/>
        <w:t>1.013e0</w:t>
      </w:r>
    </w:p>
    <w:p w:rsidR="00E00D30" w:rsidRDefault="00E00D30" w:rsidP="00E00D30">
      <w:r>
        <w:t>419.5655</w:t>
      </w:r>
      <w:r>
        <w:tab/>
        <w:t>1.013e0</w:t>
      </w:r>
    </w:p>
    <w:p w:rsidR="00E00D30" w:rsidRDefault="00E00D30" w:rsidP="00E00D30">
      <w:r>
        <w:t>419.6150</w:t>
      </w:r>
      <w:r>
        <w:tab/>
        <w:t>1.013e0</w:t>
      </w:r>
    </w:p>
    <w:p w:rsidR="00E00D30" w:rsidRDefault="00E00D30" w:rsidP="00E00D30">
      <w:r>
        <w:t>419.6179</w:t>
      </w:r>
      <w:r>
        <w:tab/>
        <w:t>2.025e0</w:t>
      </w:r>
    </w:p>
    <w:p w:rsidR="00E00D30" w:rsidRDefault="00E00D30" w:rsidP="00E00D30">
      <w:r>
        <w:t>419.6221</w:t>
      </w:r>
      <w:r>
        <w:tab/>
        <w:t>1.013e0</w:t>
      </w:r>
    </w:p>
    <w:p w:rsidR="00E00D30" w:rsidRDefault="00E00D30" w:rsidP="00E00D30">
      <w:r>
        <w:t>419.6263</w:t>
      </w:r>
      <w:r>
        <w:tab/>
        <w:t>1.013e0</w:t>
      </w:r>
    </w:p>
    <w:p w:rsidR="00E00D30" w:rsidRDefault="00E00D30" w:rsidP="00E00D30">
      <w:r>
        <w:t>419.6566</w:t>
      </w:r>
      <w:r>
        <w:tab/>
        <w:t>2.025e0</w:t>
      </w:r>
    </w:p>
    <w:p w:rsidR="00E00D30" w:rsidRDefault="00E00D30" w:rsidP="00E00D30">
      <w:r>
        <w:t>419.7036</w:t>
      </w:r>
      <w:r>
        <w:tab/>
        <w:t>1.013e0</w:t>
      </w:r>
    </w:p>
    <w:p w:rsidR="00E00D30" w:rsidRDefault="00E00D30" w:rsidP="00E00D30">
      <w:r>
        <w:t>419.7084</w:t>
      </w:r>
      <w:r>
        <w:tab/>
        <w:t>2.025e0</w:t>
      </w:r>
    </w:p>
    <w:p w:rsidR="00E00D30" w:rsidRDefault="00E00D30" w:rsidP="00E00D30">
      <w:r>
        <w:t>419.7272</w:t>
      </w:r>
      <w:r>
        <w:tab/>
        <w:t>2.025e0</w:t>
      </w:r>
    </w:p>
    <w:p w:rsidR="00E00D30" w:rsidRDefault="00E00D30" w:rsidP="00E00D30">
      <w:r>
        <w:t>419.7297</w:t>
      </w:r>
      <w:r>
        <w:tab/>
        <w:t>1.013e0</w:t>
      </w:r>
    </w:p>
    <w:p w:rsidR="00E00D30" w:rsidRDefault="00E00D30" w:rsidP="00E00D30">
      <w:r>
        <w:t>419.7451</w:t>
      </w:r>
      <w:r>
        <w:tab/>
        <w:t>2.025e0</w:t>
      </w:r>
    </w:p>
    <w:p w:rsidR="00E00D30" w:rsidRDefault="00E00D30" w:rsidP="00E00D30">
      <w:r>
        <w:t>419.7482</w:t>
      </w:r>
      <w:r>
        <w:tab/>
        <w:t>1.013e0</w:t>
      </w:r>
    </w:p>
    <w:p w:rsidR="00E00D30" w:rsidRDefault="00E00D30" w:rsidP="00E00D30">
      <w:r>
        <w:t>419.7581</w:t>
      </w:r>
      <w:r>
        <w:tab/>
        <w:t>2.025e0</w:t>
      </w:r>
    </w:p>
    <w:p w:rsidR="00E00D30" w:rsidRDefault="00E00D30" w:rsidP="00E00D30">
      <w:r>
        <w:lastRenderedPageBreak/>
        <w:t>419.7690</w:t>
      </w:r>
      <w:r>
        <w:tab/>
        <w:t>1.013e0</w:t>
      </w:r>
    </w:p>
    <w:p w:rsidR="00E00D30" w:rsidRDefault="00E00D30" w:rsidP="00E00D30">
      <w:r>
        <w:t>419.7725</w:t>
      </w:r>
      <w:r>
        <w:tab/>
        <w:t>1.013e0</w:t>
      </w:r>
    </w:p>
    <w:p w:rsidR="00E00D30" w:rsidRDefault="00E00D30" w:rsidP="00E00D30">
      <w:r>
        <w:t>419.7996</w:t>
      </w:r>
      <w:r>
        <w:tab/>
        <w:t>2.025e0</w:t>
      </w:r>
    </w:p>
    <w:p w:rsidR="00E00D30" w:rsidRDefault="00E00D30" w:rsidP="00E00D30">
      <w:r>
        <w:t>419.8297</w:t>
      </w:r>
      <w:r>
        <w:tab/>
        <w:t>1.013e0</w:t>
      </w:r>
    </w:p>
    <w:p w:rsidR="00E00D30" w:rsidRDefault="00E00D30" w:rsidP="00E00D30">
      <w:r>
        <w:t>419.8330</w:t>
      </w:r>
      <w:r>
        <w:tab/>
        <w:t>1.013e0</w:t>
      </w:r>
    </w:p>
    <w:p w:rsidR="00E00D30" w:rsidRDefault="00E00D30" w:rsidP="00E00D30">
      <w:r>
        <w:t>419.8445</w:t>
      </w:r>
      <w:r>
        <w:tab/>
        <w:t>1.013e0</w:t>
      </w:r>
    </w:p>
    <w:p w:rsidR="00E00D30" w:rsidRDefault="00E00D30" w:rsidP="00E00D30">
      <w:r>
        <w:t>419.8547</w:t>
      </w:r>
      <w:r>
        <w:tab/>
        <w:t>1.013e0</w:t>
      </w:r>
    </w:p>
    <w:p w:rsidR="00E00D30" w:rsidRDefault="00E00D30" w:rsidP="00E00D30">
      <w:r>
        <w:t>419.8571</w:t>
      </w:r>
      <w:r>
        <w:tab/>
        <w:t>2.025e0</w:t>
      </w:r>
    </w:p>
    <w:p w:rsidR="00E00D30" w:rsidRDefault="00E00D30" w:rsidP="00E00D30">
      <w:r>
        <w:t>419.8807</w:t>
      </w:r>
      <w:r>
        <w:tab/>
        <w:t>1.013e0</w:t>
      </w:r>
    </w:p>
    <w:p w:rsidR="00E00D30" w:rsidRDefault="00E00D30" w:rsidP="00E00D30">
      <w:r>
        <w:t>419.9152</w:t>
      </w:r>
      <w:r>
        <w:tab/>
        <w:t>1.013e0</w:t>
      </w:r>
    </w:p>
    <w:p w:rsidR="00E00D30" w:rsidRDefault="00E00D30" w:rsidP="00E00D30">
      <w:r>
        <w:t>419.9260</w:t>
      </w:r>
      <w:r>
        <w:tab/>
        <w:t>2.025e0</w:t>
      </w:r>
    </w:p>
    <w:p w:rsidR="00E00D30" w:rsidRDefault="00E00D30" w:rsidP="00E00D30">
      <w:r>
        <w:t>419.9285</w:t>
      </w:r>
      <w:r>
        <w:tab/>
        <w:t>2.025e0</w:t>
      </w:r>
    </w:p>
    <w:p w:rsidR="00E00D30" w:rsidRDefault="00E00D30" w:rsidP="00E00D30">
      <w:r>
        <w:t>419.9796</w:t>
      </w:r>
      <w:r>
        <w:tab/>
        <w:t>1.013e0</w:t>
      </w:r>
    </w:p>
    <w:p w:rsidR="00E00D30" w:rsidRDefault="00E00D30" w:rsidP="00E00D30">
      <w:r>
        <w:t>419.9825</w:t>
      </w:r>
      <w:r>
        <w:tab/>
        <w:t>2.025e0</w:t>
      </w:r>
    </w:p>
    <w:p w:rsidR="00E00D30" w:rsidRDefault="00E00D30" w:rsidP="00E00D30">
      <w:r>
        <w:t>420.0066</w:t>
      </w:r>
      <w:r>
        <w:tab/>
        <w:t>1.013e0</w:t>
      </w:r>
    </w:p>
    <w:p w:rsidR="00E00D30" w:rsidRDefault="00E00D30" w:rsidP="00E00D30">
      <w:r>
        <w:t>420.0222</w:t>
      </w:r>
      <w:r>
        <w:tab/>
        <w:t>1.013e0</w:t>
      </w:r>
    </w:p>
    <w:p w:rsidR="00E00D30" w:rsidRDefault="00E00D30" w:rsidP="00E00D30">
      <w:r>
        <w:t>420.0730</w:t>
      </w:r>
      <w:r>
        <w:tab/>
        <w:t>2.025e0</w:t>
      </w:r>
    </w:p>
    <w:p w:rsidR="00E00D30" w:rsidRDefault="00E00D30" w:rsidP="00E00D30">
      <w:r>
        <w:t>420.1006</w:t>
      </w:r>
      <w:r>
        <w:tab/>
        <w:t>2.025e0</w:t>
      </w:r>
    </w:p>
    <w:p w:rsidR="00E00D30" w:rsidRDefault="00E00D30" w:rsidP="00E00D30">
      <w:r>
        <w:t>420.1180</w:t>
      </w:r>
      <w:r>
        <w:tab/>
        <w:t>1.013e0</w:t>
      </w:r>
    </w:p>
    <w:p w:rsidR="00E00D30" w:rsidRDefault="00E00D30" w:rsidP="00E00D30">
      <w:r>
        <w:lastRenderedPageBreak/>
        <w:t>420.1328</w:t>
      </w:r>
      <w:r>
        <w:tab/>
        <w:t>1.013e0</w:t>
      </w:r>
    </w:p>
    <w:p w:rsidR="00E00D30" w:rsidRDefault="00E00D30" w:rsidP="00E00D30">
      <w:r>
        <w:t>420.1545</w:t>
      </w:r>
      <w:r>
        <w:tab/>
        <w:t>1.013e0</w:t>
      </w:r>
    </w:p>
    <w:p w:rsidR="00E00D30" w:rsidRDefault="00E00D30" w:rsidP="00E00D30">
      <w:r>
        <w:t>420.1616</w:t>
      </w:r>
      <w:r>
        <w:tab/>
        <w:t>1.013e0</w:t>
      </w:r>
    </w:p>
    <w:p w:rsidR="00E00D30" w:rsidRDefault="00E00D30" w:rsidP="00E00D30">
      <w:r>
        <w:t>420.1649</w:t>
      </w:r>
      <w:r>
        <w:tab/>
        <w:t>1.013e0</w:t>
      </w:r>
    </w:p>
    <w:p w:rsidR="00E00D30" w:rsidRDefault="00E00D30" w:rsidP="00E00D30">
      <w:r>
        <w:t>420.1690</w:t>
      </w:r>
      <w:r>
        <w:tab/>
        <w:t>1.013e0</w:t>
      </w:r>
    </w:p>
    <w:p w:rsidR="00E00D30" w:rsidRDefault="00E00D30" w:rsidP="00E00D30">
      <w:r>
        <w:t>420.2066</w:t>
      </w:r>
      <w:r>
        <w:tab/>
        <w:t>2.025e0</w:t>
      </w:r>
    </w:p>
    <w:p w:rsidR="00E00D30" w:rsidRDefault="00E00D30" w:rsidP="00E00D30">
      <w:r>
        <w:t>420.2079</w:t>
      </w:r>
      <w:r>
        <w:tab/>
        <w:t>4.051e0</w:t>
      </w:r>
    </w:p>
    <w:p w:rsidR="00E00D30" w:rsidRDefault="00E00D30" w:rsidP="00E00D30">
      <w:r>
        <w:t>420.2094</w:t>
      </w:r>
      <w:r>
        <w:tab/>
        <w:t>3.038e0</w:t>
      </w:r>
    </w:p>
    <w:p w:rsidR="00E00D30" w:rsidRDefault="00E00D30" w:rsidP="00E00D30">
      <w:r>
        <w:t>420.2195</w:t>
      </w:r>
      <w:r>
        <w:tab/>
        <w:t>3.038e0</w:t>
      </w:r>
    </w:p>
    <w:p w:rsidR="00E00D30" w:rsidRDefault="00E00D30" w:rsidP="00E00D30">
      <w:r>
        <w:t>420.2338</w:t>
      </w:r>
      <w:r>
        <w:tab/>
        <w:t>2.025e0</w:t>
      </w:r>
    </w:p>
    <w:p w:rsidR="00E00D30" w:rsidRDefault="00E00D30" w:rsidP="00E00D30">
      <w:r>
        <w:t>420.2362</w:t>
      </w:r>
      <w:r>
        <w:tab/>
        <w:t>2.025e0</w:t>
      </w:r>
    </w:p>
    <w:p w:rsidR="00E00D30" w:rsidRDefault="00E00D30" w:rsidP="00E00D30">
      <w:r>
        <w:t>420.2407</w:t>
      </w:r>
      <w:r>
        <w:tab/>
        <w:t>2.025e0</w:t>
      </w:r>
    </w:p>
    <w:p w:rsidR="00E00D30" w:rsidRDefault="00E00D30" w:rsidP="00E00D30">
      <w:r>
        <w:t>420.2591</w:t>
      </w:r>
      <w:r>
        <w:tab/>
        <w:t>3.038e0</w:t>
      </w:r>
    </w:p>
    <w:p w:rsidR="00E00D30" w:rsidRDefault="00E00D30" w:rsidP="00E00D30">
      <w:r>
        <w:t>420.2687</w:t>
      </w:r>
      <w:r>
        <w:tab/>
        <w:t>5.063e0</w:t>
      </w:r>
    </w:p>
    <w:p w:rsidR="00E00D30" w:rsidRDefault="00E00D30" w:rsidP="00E00D30">
      <w:r>
        <w:t>420.2736</w:t>
      </w:r>
      <w:r>
        <w:tab/>
        <w:t>2.025e0</w:t>
      </w:r>
    </w:p>
    <w:p w:rsidR="00E00D30" w:rsidRDefault="00E00D30" w:rsidP="00E00D30">
      <w:r>
        <w:t>420.2866</w:t>
      </w:r>
      <w:r>
        <w:tab/>
        <w:t>3.038e0</w:t>
      </w:r>
    </w:p>
    <w:p w:rsidR="00E00D30" w:rsidRDefault="00E00D30" w:rsidP="00E00D30">
      <w:r>
        <w:t>420.3013</w:t>
      </w:r>
      <w:r>
        <w:tab/>
        <w:t>3.038e0</w:t>
      </w:r>
    </w:p>
    <w:p w:rsidR="00E00D30" w:rsidRDefault="00E00D30" w:rsidP="00E00D30">
      <w:r>
        <w:t>420.3171</w:t>
      </w:r>
      <w:r>
        <w:tab/>
        <w:t>2.025e0</w:t>
      </w:r>
    </w:p>
    <w:p w:rsidR="00E00D30" w:rsidRDefault="00E00D30" w:rsidP="00E00D30">
      <w:r>
        <w:t>420.3244</w:t>
      </w:r>
      <w:r>
        <w:tab/>
        <w:t>2.025e0</w:t>
      </w:r>
    </w:p>
    <w:p w:rsidR="00E00D30" w:rsidRDefault="00E00D30" w:rsidP="00E00D30">
      <w:r>
        <w:lastRenderedPageBreak/>
        <w:t>420.3289</w:t>
      </w:r>
      <w:r>
        <w:tab/>
        <w:t>6.076e0</w:t>
      </w:r>
    </w:p>
    <w:p w:rsidR="00E00D30" w:rsidRDefault="00E00D30" w:rsidP="00E00D30">
      <w:r>
        <w:t>420.3504</w:t>
      </w:r>
      <w:r>
        <w:tab/>
        <w:t>3.038e0</w:t>
      </w:r>
    </w:p>
    <w:p w:rsidR="00E00D30" w:rsidRDefault="00E00D30" w:rsidP="00E00D30">
      <w:r>
        <w:t>420.3721</w:t>
      </w:r>
      <w:r>
        <w:tab/>
        <w:t>1.013e0</w:t>
      </w:r>
    </w:p>
    <w:p w:rsidR="00E00D30" w:rsidRDefault="00E00D30" w:rsidP="00E00D30">
      <w:r>
        <w:t>420.4149</w:t>
      </w:r>
      <w:r>
        <w:tab/>
        <w:t>1.013e0</w:t>
      </w:r>
    </w:p>
    <w:p w:rsidR="00E00D30" w:rsidRDefault="00E00D30" w:rsidP="00E00D30">
      <w:r>
        <w:t>420.4363</w:t>
      </w:r>
      <w:r>
        <w:tab/>
        <w:t>2.025e0</w:t>
      </w:r>
    </w:p>
    <w:p w:rsidR="00E00D30" w:rsidRDefault="00E00D30" w:rsidP="00E00D30">
      <w:r>
        <w:t>420.4501</w:t>
      </w:r>
      <w:r>
        <w:tab/>
        <w:t>1.013e0</w:t>
      </w:r>
    </w:p>
    <w:p w:rsidR="00E00D30" w:rsidRDefault="00E00D30" w:rsidP="00E00D30">
      <w:r>
        <w:t>420.4539</w:t>
      </w:r>
      <w:r>
        <w:tab/>
        <w:t>2.025e0</w:t>
      </w:r>
    </w:p>
    <w:p w:rsidR="00E00D30" w:rsidRDefault="00E00D30" w:rsidP="00E00D30">
      <w:r>
        <w:t>420.4933</w:t>
      </w:r>
      <w:r>
        <w:tab/>
        <w:t>1.013e0</w:t>
      </w:r>
    </w:p>
    <w:p w:rsidR="00E00D30" w:rsidRDefault="00E00D30" w:rsidP="00E00D30">
      <w:r>
        <w:t>420.5545</w:t>
      </w:r>
      <w:r>
        <w:tab/>
        <w:t>1.013e0</w:t>
      </w:r>
    </w:p>
    <w:p w:rsidR="00E00D30" w:rsidRDefault="00E00D30" w:rsidP="00E00D30">
      <w:r>
        <w:t>420.6006</w:t>
      </w:r>
      <w:r>
        <w:tab/>
        <w:t>1.013e0</w:t>
      </w:r>
    </w:p>
    <w:p w:rsidR="00E00D30" w:rsidRDefault="00E00D30" w:rsidP="00E00D30">
      <w:r>
        <w:t>420.6724</w:t>
      </w:r>
      <w:r>
        <w:tab/>
        <w:t>1.013e0</w:t>
      </w:r>
    </w:p>
    <w:p w:rsidR="00E00D30" w:rsidRDefault="00E00D30" w:rsidP="00E00D30">
      <w:r>
        <w:t>420.6787</w:t>
      </w:r>
      <w:r>
        <w:tab/>
        <w:t>1.013e0</w:t>
      </w:r>
    </w:p>
    <w:p w:rsidR="00E00D30" w:rsidRDefault="00E00D30" w:rsidP="00E00D30">
      <w:r>
        <w:t>420.7000</w:t>
      </w:r>
      <w:r>
        <w:tab/>
        <w:t>1.013e0</w:t>
      </w:r>
    </w:p>
    <w:p w:rsidR="00E00D30" w:rsidRDefault="00E00D30" w:rsidP="00E00D30">
      <w:r>
        <w:t>420.7161</w:t>
      </w:r>
      <w:r>
        <w:tab/>
        <w:t>4.051e0</w:t>
      </w:r>
    </w:p>
    <w:p w:rsidR="00E00D30" w:rsidRDefault="00E00D30" w:rsidP="00E00D30">
      <w:r>
        <w:t>420.7252</w:t>
      </w:r>
      <w:r>
        <w:tab/>
        <w:t>1.013e0</w:t>
      </w:r>
    </w:p>
    <w:p w:rsidR="00E00D30" w:rsidRDefault="00E00D30" w:rsidP="00E00D30">
      <w:r>
        <w:t>420.7348</w:t>
      </w:r>
      <w:r>
        <w:tab/>
        <w:t>2.025e0</w:t>
      </w:r>
    </w:p>
    <w:p w:rsidR="00E00D30" w:rsidRDefault="00E00D30" w:rsidP="00E00D30">
      <w:r>
        <w:t>420.7644</w:t>
      </w:r>
      <w:r>
        <w:tab/>
        <w:t>1.013e0</w:t>
      </w:r>
    </w:p>
    <w:p w:rsidR="00E00D30" w:rsidRDefault="00E00D30" w:rsidP="00E00D30">
      <w:r>
        <w:t>420.7758</w:t>
      </w:r>
      <w:r>
        <w:tab/>
        <w:t>1.013e0</w:t>
      </w:r>
    </w:p>
    <w:p w:rsidR="00E00D30" w:rsidRDefault="00E00D30" w:rsidP="00E00D30">
      <w:r>
        <w:t>420.8353</w:t>
      </w:r>
      <w:r>
        <w:tab/>
        <w:t>1.013e0</w:t>
      </w:r>
    </w:p>
    <w:p w:rsidR="00E00D30" w:rsidRDefault="00E00D30" w:rsidP="00E00D30">
      <w:r>
        <w:lastRenderedPageBreak/>
        <w:t>420.8857</w:t>
      </w:r>
      <w:r>
        <w:tab/>
        <w:t>1.013e0</w:t>
      </w:r>
    </w:p>
    <w:p w:rsidR="00E00D30" w:rsidRDefault="00E00D30" w:rsidP="00E00D30">
      <w:r>
        <w:t>420.8945</w:t>
      </w:r>
      <w:r>
        <w:tab/>
        <w:t>2.025e0</w:t>
      </w:r>
    </w:p>
    <w:p w:rsidR="00E00D30" w:rsidRDefault="00E00D30" w:rsidP="00E00D30">
      <w:r>
        <w:t>420.8964</w:t>
      </w:r>
      <w:r>
        <w:tab/>
        <w:t>3.038e0</w:t>
      </w:r>
    </w:p>
    <w:p w:rsidR="00E00D30" w:rsidRDefault="00E00D30" w:rsidP="00E00D30">
      <w:r>
        <w:t>420.9110</w:t>
      </w:r>
      <w:r>
        <w:tab/>
        <w:t>1.013e0</w:t>
      </w:r>
    </w:p>
    <w:p w:rsidR="00E00D30" w:rsidRDefault="00E00D30" w:rsidP="00E00D30">
      <w:r>
        <w:t>420.9390</w:t>
      </w:r>
      <w:r>
        <w:tab/>
        <w:t>1.013e0</w:t>
      </w:r>
    </w:p>
    <w:p w:rsidR="00E00D30" w:rsidRDefault="00E00D30" w:rsidP="00E00D30">
      <w:r>
        <w:t>420.9502</w:t>
      </w:r>
      <w:r>
        <w:tab/>
        <w:t>1.013e0</w:t>
      </w:r>
    </w:p>
    <w:p w:rsidR="00E00D30" w:rsidRDefault="00E00D30" w:rsidP="00E00D30">
      <w:r>
        <w:t>420.9600</w:t>
      </w:r>
      <w:r>
        <w:tab/>
        <w:t>2.252e0</w:t>
      </w:r>
    </w:p>
    <w:p w:rsidR="00E00D30" w:rsidRDefault="00E00D30" w:rsidP="00E00D30">
      <w:r>
        <w:t>420.9661</w:t>
      </w:r>
      <w:r>
        <w:tab/>
        <w:t>2.025e0</w:t>
      </w:r>
    </w:p>
    <w:p w:rsidR="00E00D30" w:rsidRDefault="00E00D30" w:rsidP="00E00D30">
      <w:r>
        <w:t>420.9681</w:t>
      </w:r>
      <w:r>
        <w:tab/>
        <w:t>1.013e0</w:t>
      </w:r>
    </w:p>
    <w:p w:rsidR="00E00D30" w:rsidRDefault="00E00D30" w:rsidP="00E00D30">
      <w:r>
        <w:t>420.9894</w:t>
      </w:r>
      <w:r>
        <w:tab/>
        <w:t>1.013e0</w:t>
      </w:r>
    </w:p>
    <w:p w:rsidR="00E00D30" w:rsidRDefault="00E00D30" w:rsidP="00E00D30">
      <w:r>
        <w:t>421.0116</w:t>
      </w:r>
      <w:r>
        <w:tab/>
        <w:t>3.038e0</w:t>
      </w:r>
    </w:p>
    <w:p w:rsidR="00E00D30" w:rsidRDefault="00E00D30" w:rsidP="00E00D30">
      <w:r>
        <w:t>421.0320</w:t>
      </w:r>
      <w:r>
        <w:tab/>
        <w:t>2.025e0</w:t>
      </w:r>
    </w:p>
    <w:p w:rsidR="00E00D30" w:rsidRDefault="00E00D30" w:rsidP="00E00D30">
      <w:r>
        <w:t>421.0356</w:t>
      </w:r>
      <w:r>
        <w:tab/>
        <w:t>1.013e0</w:t>
      </w:r>
    </w:p>
    <w:p w:rsidR="00E00D30" w:rsidRDefault="00E00D30" w:rsidP="00E00D30">
      <w:r>
        <w:t>421.0501</w:t>
      </w:r>
      <w:r>
        <w:tab/>
        <w:t>1.013e0</w:t>
      </w:r>
    </w:p>
    <w:p w:rsidR="00E00D30" w:rsidRDefault="00E00D30" w:rsidP="00E00D30">
      <w:r>
        <w:t>421.0655</w:t>
      </w:r>
      <w:r>
        <w:tab/>
        <w:t>1.013e0</w:t>
      </w:r>
    </w:p>
    <w:p w:rsidR="00E00D30" w:rsidRDefault="00E00D30" w:rsidP="00E00D30">
      <w:r>
        <w:t>421.0766</w:t>
      </w:r>
      <w:r>
        <w:tab/>
        <w:t>2.025e0</w:t>
      </w:r>
    </w:p>
    <w:p w:rsidR="00E00D30" w:rsidRDefault="00E00D30" w:rsidP="00E00D30">
      <w:r>
        <w:t>421.0872</w:t>
      </w:r>
      <w:r>
        <w:tab/>
        <w:t>1.013e0</w:t>
      </w:r>
    </w:p>
    <w:p w:rsidR="00E00D30" w:rsidRDefault="00E00D30" w:rsidP="00E00D30">
      <w:r>
        <w:t>421.0965</w:t>
      </w:r>
      <w:r>
        <w:tab/>
        <w:t>2.025e0</w:t>
      </w:r>
    </w:p>
    <w:p w:rsidR="00E00D30" w:rsidRDefault="00E00D30" w:rsidP="00E00D30">
      <w:r>
        <w:t>421.1178</w:t>
      </w:r>
      <w:r>
        <w:tab/>
        <w:t>1.013e0</w:t>
      </w:r>
    </w:p>
    <w:p w:rsidR="00E00D30" w:rsidRDefault="00E00D30" w:rsidP="00E00D30">
      <w:r>
        <w:lastRenderedPageBreak/>
        <w:t>421.1312</w:t>
      </w:r>
      <w:r>
        <w:tab/>
        <w:t>2.025e0</w:t>
      </w:r>
    </w:p>
    <w:p w:rsidR="00E00D30" w:rsidRDefault="00E00D30" w:rsidP="00E00D30">
      <w:r>
        <w:t>421.1353</w:t>
      </w:r>
      <w:r>
        <w:tab/>
        <w:t>2.025e0</w:t>
      </w:r>
    </w:p>
    <w:p w:rsidR="00E00D30" w:rsidRDefault="00E00D30" w:rsidP="00E00D30">
      <w:r>
        <w:t>421.1393</w:t>
      </w:r>
      <w:r>
        <w:tab/>
        <w:t>1.013e0</w:t>
      </w:r>
    </w:p>
    <w:p w:rsidR="00E00D30" w:rsidRDefault="00E00D30" w:rsidP="00E00D30">
      <w:r>
        <w:t>421.1570</w:t>
      </w:r>
      <w:r>
        <w:tab/>
        <w:t>1.013e0</w:t>
      </w:r>
    </w:p>
    <w:p w:rsidR="00E00D30" w:rsidRDefault="00E00D30" w:rsidP="00E00D30">
      <w:r>
        <w:t>421.1641</w:t>
      </w:r>
      <w:r>
        <w:tab/>
        <w:t>3.038e0</w:t>
      </w:r>
    </w:p>
    <w:p w:rsidR="00E00D30" w:rsidRDefault="00E00D30" w:rsidP="00E00D30">
      <w:r>
        <w:t>421.1674</w:t>
      </w:r>
      <w:r>
        <w:tab/>
        <w:t>3.038e0</w:t>
      </w:r>
    </w:p>
    <w:p w:rsidR="00E00D30" w:rsidRDefault="00E00D30" w:rsidP="00E00D30">
      <w:r>
        <w:t>421.1734</w:t>
      </w:r>
      <w:r>
        <w:tab/>
        <w:t>4.051e0</w:t>
      </w:r>
    </w:p>
    <w:p w:rsidR="00E00D30" w:rsidRDefault="00E00D30" w:rsidP="00E00D30">
      <w:r>
        <w:t>421.2035</w:t>
      </w:r>
      <w:r>
        <w:tab/>
        <w:t>4.051e0</w:t>
      </w:r>
    </w:p>
    <w:p w:rsidR="00E00D30" w:rsidRDefault="00E00D30" w:rsidP="00E00D30">
      <w:r>
        <w:t>421.2076</w:t>
      </w:r>
      <w:r>
        <w:tab/>
        <w:t>2.025e0</w:t>
      </w:r>
    </w:p>
    <w:p w:rsidR="00E00D30" w:rsidRDefault="00E00D30" w:rsidP="00E00D30">
      <w:r>
        <w:t>421.2145</w:t>
      </w:r>
      <w:r>
        <w:tab/>
        <w:t>3.038e0</w:t>
      </w:r>
    </w:p>
    <w:p w:rsidR="00E00D30" w:rsidRDefault="00E00D30" w:rsidP="00E00D30">
      <w:r>
        <w:t>421.2159</w:t>
      </w:r>
      <w:r>
        <w:tab/>
        <w:t>2.025e0</w:t>
      </w:r>
    </w:p>
    <w:p w:rsidR="00E00D30" w:rsidRDefault="00E00D30" w:rsidP="00E00D30">
      <w:r>
        <w:t>421.2281</w:t>
      </w:r>
      <w:r>
        <w:tab/>
        <w:t>7.089e0</w:t>
      </w:r>
    </w:p>
    <w:p w:rsidR="00E00D30" w:rsidRDefault="00E00D30" w:rsidP="00E00D30">
      <w:r>
        <w:t>421.2570</w:t>
      </w:r>
      <w:r>
        <w:tab/>
        <w:t>2.025e0</w:t>
      </w:r>
    </w:p>
    <w:p w:rsidR="00E00D30" w:rsidRDefault="00E00D30" w:rsidP="00E00D30">
      <w:r>
        <w:t>421.2730</w:t>
      </w:r>
      <w:r>
        <w:tab/>
        <w:t>1.013e0</w:t>
      </w:r>
    </w:p>
    <w:p w:rsidR="00E00D30" w:rsidRDefault="00E00D30" w:rsidP="00E00D30">
      <w:r>
        <w:t>421.2785</w:t>
      </w:r>
      <w:r>
        <w:tab/>
        <w:t>2.025e0</w:t>
      </w:r>
    </w:p>
    <w:p w:rsidR="00E00D30" w:rsidRDefault="00E00D30" w:rsidP="00E00D30">
      <w:r>
        <w:t>421.3106</w:t>
      </w:r>
      <w:r>
        <w:tab/>
        <w:t>2.025e0</w:t>
      </w:r>
    </w:p>
    <w:p w:rsidR="00E00D30" w:rsidRDefault="00E00D30" w:rsidP="00E00D30">
      <w:r>
        <w:t>421.3122</w:t>
      </w:r>
      <w:r>
        <w:tab/>
        <w:t>2.025e0</w:t>
      </w:r>
    </w:p>
    <w:p w:rsidR="00E00D30" w:rsidRDefault="00E00D30" w:rsidP="00E00D30">
      <w:r>
        <w:t>421.3185</w:t>
      </w:r>
      <w:r>
        <w:tab/>
        <w:t>2.025e0</w:t>
      </w:r>
    </w:p>
    <w:p w:rsidR="00E00D30" w:rsidRDefault="00E00D30" w:rsidP="00E00D30">
      <w:r>
        <w:t>421.3218</w:t>
      </w:r>
      <w:r>
        <w:tab/>
        <w:t>1.013e0</w:t>
      </w:r>
    </w:p>
    <w:p w:rsidR="00E00D30" w:rsidRDefault="00E00D30" w:rsidP="00E00D30">
      <w:r>
        <w:lastRenderedPageBreak/>
        <w:t>421.3333</w:t>
      </w:r>
      <w:r>
        <w:tab/>
        <w:t>4.051e0</w:t>
      </w:r>
    </w:p>
    <w:p w:rsidR="00E00D30" w:rsidRDefault="00E00D30" w:rsidP="00E00D30">
      <w:r>
        <w:t>421.3546</w:t>
      </w:r>
      <w:r>
        <w:tab/>
        <w:t>1.013e0</w:t>
      </w:r>
    </w:p>
    <w:p w:rsidR="00E00D30" w:rsidRDefault="00E00D30" w:rsidP="00E00D30">
      <w:r>
        <w:t>421.3612</w:t>
      </w:r>
      <w:r>
        <w:tab/>
        <w:t>1.013e0</w:t>
      </w:r>
    </w:p>
    <w:p w:rsidR="00E00D30" w:rsidRDefault="00E00D30" w:rsidP="00E00D30">
      <w:r>
        <w:t>421.3641</w:t>
      </w:r>
      <w:r>
        <w:tab/>
        <w:t>1.013e0</w:t>
      </w:r>
    </w:p>
    <w:p w:rsidR="00E00D30" w:rsidRDefault="00E00D30" w:rsidP="00E00D30">
      <w:r>
        <w:t>421.4106</w:t>
      </w:r>
      <w:r>
        <w:tab/>
        <w:t>2.025e0</w:t>
      </w:r>
    </w:p>
    <w:p w:rsidR="00E00D30" w:rsidRDefault="00E00D30" w:rsidP="00E00D30">
      <w:r>
        <w:t>421.4133</w:t>
      </w:r>
      <w:r>
        <w:tab/>
        <w:t>1.013e0</w:t>
      </w:r>
    </w:p>
    <w:p w:rsidR="00E00D30" w:rsidRDefault="00E00D30" w:rsidP="00E00D30">
      <w:r>
        <w:t>421.4425</w:t>
      </w:r>
      <w:r>
        <w:tab/>
        <w:t>3.038e0</w:t>
      </w:r>
    </w:p>
    <w:p w:rsidR="00E00D30" w:rsidRDefault="00E00D30" w:rsidP="00E00D30">
      <w:r>
        <w:t>421.4799</w:t>
      </w:r>
      <w:r>
        <w:tab/>
        <w:t>1.013e0</w:t>
      </w:r>
    </w:p>
    <w:p w:rsidR="00E00D30" w:rsidRDefault="00E00D30" w:rsidP="00E00D30">
      <w:r>
        <w:t>421.5421</w:t>
      </w:r>
      <w:r>
        <w:tab/>
        <w:t>2.025e0</w:t>
      </w:r>
    </w:p>
    <w:p w:rsidR="00E00D30" w:rsidRDefault="00E00D30" w:rsidP="00E00D30">
      <w:r>
        <w:t>421.5674</w:t>
      </w:r>
      <w:r>
        <w:tab/>
        <w:t>1.013e0</w:t>
      </w:r>
    </w:p>
    <w:p w:rsidR="00E00D30" w:rsidRDefault="00E00D30" w:rsidP="00E00D30">
      <w:r>
        <w:t>421.5844</w:t>
      </w:r>
      <w:r>
        <w:tab/>
        <w:t>1.013e0</w:t>
      </w:r>
    </w:p>
    <w:p w:rsidR="00E00D30" w:rsidRDefault="00E00D30" w:rsidP="00E00D30">
      <w:r>
        <w:t>421.6067</w:t>
      </w:r>
      <w:r>
        <w:tab/>
        <w:t>1.013e0</w:t>
      </w:r>
    </w:p>
    <w:p w:rsidR="00E00D30" w:rsidRDefault="00E00D30" w:rsidP="00E00D30">
      <w:r>
        <w:t>421.6140</w:t>
      </w:r>
      <w:r>
        <w:tab/>
        <w:t>1.013e0</w:t>
      </w:r>
    </w:p>
    <w:p w:rsidR="00E00D30" w:rsidRDefault="00E00D30" w:rsidP="00E00D30">
      <w:r>
        <w:t>421.6210</w:t>
      </w:r>
      <w:r>
        <w:tab/>
        <w:t>1.013e0</w:t>
      </w:r>
    </w:p>
    <w:p w:rsidR="00E00D30" w:rsidRDefault="00E00D30" w:rsidP="00E00D30">
      <w:r>
        <w:t>421.6317</w:t>
      </w:r>
      <w:r>
        <w:tab/>
        <w:t>1.013e0</w:t>
      </w:r>
    </w:p>
    <w:p w:rsidR="00E00D30" w:rsidRDefault="00E00D30" w:rsidP="00E00D30">
      <w:r>
        <w:t>421.6660</w:t>
      </w:r>
      <w:r>
        <w:tab/>
        <w:t>1.013e0</w:t>
      </w:r>
    </w:p>
    <w:p w:rsidR="00E00D30" w:rsidRDefault="00E00D30" w:rsidP="00E00D30">
      <w:r>
        <w:t>421.6960</w:t>
      </w:r>
      <w:r>
        <w:tab/>
        <w:t>1.013e0</w:t>
      </w:r>
    </w:p>
    <w:p w:rsidR="00E00D30" w:rsidRDefault="00E00D30" w:rsidP="00E00D30">
      <w:r>
        <w:t>421.7917</w:t>
      </w:r>
      <w:r>
        <w:tab/>
        <w:t>1.013e0</w:t>
      </w:r>
    </w:p>
    <w:p w:rsidR="00E00D30" w:rsidRDefault="00E00D30" w:rsidP="00E00D30">
      <w:r>
        <w:t>421.7940</w:t>
      </w:r>
      <w:r>
        <w:tab/>
        <w:t>2.025e0</w:t>
      </w:r>
    </w:p>
    <w:p w:rsidR="00E00D30" w:rsidRDefault="00E00D30" w:rsidP="00E00D30">
      <w:r>
        <w:lastRenderedPageBreak/>
        <w:t>421.8177</w:t>
      </w:r>
      <w:r>
        <w:tab/>
        <w:t>2.025e0</w:t>
      </w:r>
    </w:p>
    <w:p w:rsidR="00E00D30" w:rsidRDefault="00E00D30" w:rsidP="00E00D30">
      <w:r>
        <w:t>421.8288</w:t>
      </w:r>
      <w:r>
        <w:tab/>
        <w:t>1.013e0</w:t>
      </w:r>
    </w:p>
    <w:p w:rsidR="00E00D30" w:rsidRDefault="00E00D30" w:rsidP="00E00D30">
      <w:r>
        <w:t>421.8388</w:t>
      </w:r>
      <w:r>
        <w:tab/>
        <w:t>1.013e0</w:t>
      </w:r>
    </w:p>
    <w:p w:rsidR="00E00D30" w:rsidRDefault="00E00D30" w:rsidP="00E00D30">
      <w:r>
        <w:t>421.8510</w:t>
      </w:r>
      <w:r>
        <w:tab/>
        <w:t>1.013e0</w:t>
      </w:r>
    </w:p>
    <w:p w:rsidR="00E00D30" w:rsidRDefault="00E00D30" w:rsidP="00E00D30">
      <w:r>
        <w:t>421.8779</w:t>
      </w:r>
      <w:r>
        <w:tab/>
        <w:t>1.013e0</w:t>
      </w:r>
    </w:p>
    <w:p w:rsidR="00E00D30" w:rsidRDefault="00E00D30" w:rsidP="00E00D30">
      <w:r>
        <w:t>421.8818</w:t>
      </w:r>
      <w:r>
        <w:tab/>
        <w:t>1.013e0</w:t>
      </w:r>
    </w:p>
    <w:p w:rsidR="00E00D30" w:rsidRDefault="00E00D30" w:rsidP="00E00D30">
      <w:r>
        <w:t>421.8956</w:t>
      </w:r>
      <w:r>
        <w:tab/>
        <w:t>1.013e0</w:t>
      </w:r>
    </w:p>
    <w:p w:rsidR="00E00D30" w:rsidRDefault="00E00D30" w:rsidP="00E00D30">
      <w:r>
        <w:t>421.8970</w:t>
      </w:r>
      <w:r>
        <w:tab/>
        <w:t>2.025e0</w:t>
      </w:r>
    </w:p>
    <w:p w:rsidR="00E00D30" w:rsidRDefault="00E00D30" w:rsidP="00E00D30">
      <w:r>
        <w:t>421.8991</w:t>
      </w:r>
      <w:r>
        <w:tab/>
        <w:t>2.025e0</w:t>
      </w:r>
    </w:p>
    <w:p w:rsidR="00E00D30" w:rsidRDefault="00E00D30" w:rsidP="00E00D30">
      <w:r>
        <w:t>421.9081</w:t>
      </w:r>
      <w:r>
        <w:tab/>
        <w:t>2.025e0</w:t>
      </w:r>
    </w:p>
    <w:p w:rsidR="00E00D30" w:rsidRDefault="00E00D30" w:rsidP="00E00D30">
      <w:r>
        <w:t>421.9174</w:t>
      </w:r>
      <w:r>
        <w:tab/>
        <w:t>1.013e0</w:t>
      </w:r>
    </w:p>
    <w:p w:rsidR="00E00D30" w:rsidRDefault="00E00D30" w:rsidP="00E00D30">
      <w:r>
        <w:t>421.9206</w:t>
      </w:r>
      <w:r>
        <w:tab/>
        <w:t>3.038e0</w:t>
      </w:r>
    </w:p>
    <w:p w:rsidR="00E00D30" w:rsidRDefault="00E00D30" w:rsidP="00E00D30">
      <w:r>
        <w:t>421.9327</w:t>
      </w:r>
      <w:r>
        <w:tab/>
        <w:t>1.013e0</w:t>
      </w:r>
    </w:p>
    <w:p w:rsidR="00E00D30" w:rsidRDefault="00E00D30" w:rsidP="00E00D30">
      <w:r>
        <w:t>421.9393</w:t>
      </w:r>
      <w:r>
        <w:tab/>
        <w:t>3.038e0</w:t>
      </w:r>
    </w:p>
    <w:p w:rsidR="00E00D30" w:rsidRDefault="00E00D30" w:rsidP="00E00D30">
      <w:r>
        <w:t>421.9426</w:t>
      </w:r>
      <w:r>
        <w:tab/>
        <w:t>1.013e0</w:t>
      </w:r>
    </w:p>
    <w:p w:rsidR="00E00D30" w:rsidRDefault="00E00D30" w:rsidP="00E00D30">
      <w:r>
        <w:t>421.9645</w:t>
      </w:r>
      <w:r>
        <w:tab/>
        <w:t>1.013e0</w:t>
      </w:r>
    </w:p>
    <w:p w:rsidR="00E00D30" w:rsidRDefault="00E00D30" w:rsidP="00E00D30">
      <w:r>
        <w:t>421.9703</w:t>
      </w:r>
      <w:r>
        <w:tab/>
        <w:t>1.013e0</w:t>
      </w:r>
    </w:p>
    <w:p w:rsidR="00E00D30" w:rsidRDefault="00E00D30" w:rsidP="00E00D30">
      <w:r>
        <w:t>421.9919</w:t>
      </w:r>
      <w:r>
        <w:tab/>
        <w:t>1.013e0</w:t>
      </w:r>
    </w:p>
    <w:p w:rsidR="00E00D30" w:rsidRDefault="00E00D30" w:rsidP="00E00D30">
      <w:r>
        <w:t>422.0043</w:t>
      </w:r>
      <w:r>
        <w:tab/>
        <w:t>3.038e0</w:t>
      </w:r>
    </w:p>
    <w:p w:rsidR="00E00D30" w:rsidRDefault="00E00D30" w:rsidP="00E00D30">
      <w:r>
        <w:lastRenderedPageBreak/>
        <w:t>422.0067</w:t>
      </w:r>
      <w:r>
        <w:tab/>
        <w:t>1.013e0</w:t>
      </w:r>
    </w:p>
    <w:p w:rsidR="00E00D30" w:rsidRDefault="00E00D30" w:rsidP="00E00D30">
      <w:r>
        <w:t>422.0516</w:t>
      </w:r>
      <w:r>
        <w:tab/>
        <w:t>6.076e0</w:t>
      </w:r>
    </w:p>
    <w:p w:rsidR="00E00D30" w:rsidRDefault="00E00D30" w:rsidP="00E00D30">
      <w:r>
        <w:t>422.0803</w:t>
      </w:r>
      <w:r>
        <w:tab/>
        <w:t>2.025e0</w:t>
      </w:r>
    </w:p>
    <w:p w:rsidR="00E00D30" w:rsidRDefault="00E00D30" w:rsidP="00E00D30">
      <w:r>
        <w:t>422.0887</w:t>
      </w:r>
      <w:r>
        <w:tab/>
        <w:t>1.013e0</w:t>
      </w:r>
    </w:p>
    <w:p w:rsidR="00E00D30" w:rsidRDefault="00E00D30" w:rsidP="00E00D30">
      <w:r>
        <w:t>422.0915</w:t>
      </w:r>
      <w:r>
        <w:tab/>
        <w:t>2.025e0</w:t>
      </w:r>
    </w:p>
    <w:p w:rsidR="00E00D30" w:rsidRDefault="00E00D30" w:rsidP="00E00D30">
      <w:r>
        <w:t>422.1280</w:t>
      </w:r>
      <w:r>
        <w:tab/>
        <w:t>1.013e0</w:t>
      </w:r>
    </w:p>
    <w:p w:rsidR="00E00D30" w:rsidRDefault="00E00D30" w:rsidP="00E00D30">
      <w:r>
        <w:t>422.1622</w:t>
      </w:r>
      <w:r>
        <w:tab/>
        <w:t>3.038e0</w:t>
      </w:r>
    </w:p>
    <w:p w:rsidR="00E00D30" w:rsidRDefault="00E00D30" w:rsidP="00E00D30">
      <w:r>
        <w:t>422.1715</w:t>
      </w:r>
      <w:r>
        <w:tab/>
        <w:t>1.013e0</w:t>
      </w:r>
    </w:p>
    <w:p w:rsidR="00E00D30" w:rsidRDefault="00E00D30" w:rsidP="00E00D30">
      <w:r>
        <w:t>422.1958</w:t>
      </w:r>
      <w:r>
        <w:tab/>
        <w:t>2.025e0</w:t>
      </w:r>
    </w:p>
    <w:p w:rsidR="00E00D30" w:rsidRDefault="00E00D30" w:rsidP="00E00D30">
      <w:r>
        <w:t>422.1998</w:t>
      </w:r>
      <w:r>
        <w:tab/>
        <w:t>1.013e0</w:t>
      </w:r>
    </w:p>
    <w:p w:rsidR="00E00D30" w:rsidRDefault="00E00D30" w:rsidP="00E00D30">
      <w:r>
        <w:t>422.2066</w:t>
      </w:r>
      <w:r>
        <w:tab/>
        <w:t>2.025e0</w:t>
      </w:r>
    </w:p>
    <w:p w:rsidR="00E00D30" w:rsidRDefault="00E00D30" w:rsidP="00E00D30">
      <w:r>
        <w:t>422.2285</w:t>
      </w:r>
      <w:r>
        <w:tab/>
        <w:t>2.025e0</w:t>
      </w:r>
    </w:p>
    <w:p w:rsidR="00E00D30" w:rsidRDefault="00E00D30" w:rsidP="00E00D30">
      <w:r>
        <w:t>422.2314</w:t>
      </w:r>
      <w:r>
        <w:tab/>
        <w:t>4.051e0</w:t>
      </w:r>
    </w:p>
    <w:p w:rsidR="00E00D30" w:rsidRDefault="00E00D30" w:rsidP="00E00D30">
      <w:r>
        <w:t>422.2372</w:t>
      </w:r>
      <w:r>
        <w:tab/>
        <w:t>1.013e0</w:t>
      </w:r>
    </w:p>
    <w:p w:rsidR="00E00D30" w:rsidRDefault="00E00D30" w:rsidP="00E00D30">
      <w:r>
        <w:t>422.2529</w:t>
      </w:r>
      <w:r>
        <w:tab/>
        <w:t>1.013e0</w:t>
      </w:r>
    </w:p>
    <w:p w:rsidR="00E00D30" w:rsidRDefault="00E00D30" w:rsidP="00E00D30">
      <w:r>
        <w:t>422.2674</w:t>
      </w:r>
      <w:r>
        <w:tab/>
        <w:t>1.013e0</w:t>
      </w:r>
    </w:p>
    <w:p w:rsidR="00E00D30" w:rsidRDefault="00E00D30" w:rsidP="00E00D30">
      <w:r>
        <w:t>422.2744</w:t>
      </w:r>
      <w:r>
        <w:tab/>
        <w:t>1.013e0</w:t>
      </w:r>
    </w:p>
    <w:p w:rsidR="00E00D30" w:rsidRDefault="00E00D30" w:rsidP="00E00D30">
      <w:r>
        <w:t>422.2817</w:t>
      </w:r>
      <w:r>
        <w:tab/>
        <w:t>1.013e0</w:t>
      </w:r>
    </w:p>
    <w:p w:rsidR="00E00D30" w:rsidRDefault="00E00D30" w:rsidP="00E00D30">
      <w:r>
        <w:t>422.2933</w:t>
      </w:r>
      <w:r>
        <w:tab/>
        <w:t>3.038e0</w:t>
      </w:r>
    </w:p>
    <w:p w:rsidR="00E00D30" w:rsidRDefault="00E00D30" w:rsidP="00E00D30">
      <w:r>
        <w:lastRenderedPageBreak/>
        <w:t>422.2971</w:t>
      </w:r>
      <w:r>
        <w:tab/>
        <w:t>1.013e0</w:t>
      </w:r>
    </w:p>
    <w:p w:rsidR="00E00D30" w:rsidRDefault="00E00D30" w:rsidP="00E00D30">
      <w:r>
        <w:t>422.3040</w:t>
      </w:r>
      <w:r>
        <w:tab/>
        <w:t>1.013e0</w:t>
      </w:r>
    </w:p>
    <w:p w:rsidR="00E00D30" w:rsidRDefault="00E00D30" w:rsidP="00E00D30">
      <w:r>
        <w:t>422.3275</w:t>
      </w:r>
      <w:r>
        <w:tab/>
        <w:t>3.038e0</w:t>
      </w:r>
    </w:p>
    <w:p w:rsidR="00E00D30" w:rsidRDefault="00E00D30" w:rsidP="00E00D30">
      <w:r>
        <w:t>422.3314</w:t>
      </w:r>
      <w:r>
        <w:tab/>
        <w:t>2.025e0</w:t>
      </w:r>
    </w:p>
    <w:p w:rsidR="00E00D30" w:rsidRDefault="00E00D30" w:rsidP="00E00D30">
      <w:r>
        <w:t>422.3632</w:t>
      </w:r>
      <w:r>
        <w:tab/>
        <w:t>1.013e0</w:t>
      </w:r>
    </w:p>
    <w:p w:rsidR="00E00D30" w:rsidRDefault="00E00D30" w:rsidP="00E00D30">
      <w:r>
        <w:t>422.3643</w:t>
      </w:r>
      <w:r>
        <w:tab/>
        <w:t>2.025e0</w:t>
      </w:r>
    </w:p>
    <w:p w:rsidR="00E00D30" w:rsidRDefault="00E00D30" w:rsidP="00E00D30">
      <w:r>
        <w:t>422.3721</w:t>
      </w:r>
      <w:r>
        <w:tab/>
        <w:t>2.025e0</w:t>
      </w:r>
    </w:p>
    <w:p w:rsidR="00E00D30" w:rsidRDefault="00E00D30" w:rsidP="00E00D30">
      <w:r>
        <w:t>422.3745</w:t>
      </w:r>
      <w:r>
        <w:tab/>
        <w:t>3.038e0</w:t>
      </w:r>
    </w:p>
    <w:p w:rsidR="00E00D30" w:rsidRDefault="00E00D30" w:rsidP="00E00D30">
      <w:r>
        <w:t>422.3783</w:t>
      </w:r>
      <w:r>
        <w:tab/>
        <w:t>1.013e0</w:t>
      </w:r>
    </w:p>
    <w:p w:rsidR="00E00D30" w:rsidRDefault="00E00D30" w:rsidP="00E00D30">
      <w:r>
        <w:t>422.3817</w:t>
      </w:r>
      <w:r>
        <w:tab/>
        <w:t>4.051e0</w:t>
      </w:r>
    </w:p>
    <w:p w:rsidR="00E00D30" w:rsidRDefault="00E00D30" w:rsidP="00E00D30">
      <w:r>
        <w:t>422.3935</w:t>
      </w:r>
      <w:r>
        <w:tab/>
        <w:t>3.038e0</w:t>
      </w:r>
    </w:p>
    <w:p w:rsidR="00E00D30" w:rsidRDefault="00E00D30" w:rsidP="00E00D30">
      <w:r>
        <w:t>422.4137</w:t>
      </w:r>
      <w:r>
        <w:tab/>
        <w:t>1.013e0</w:t>
      </w:r>
    </w:p>
    <w:p w:rsidR="00E00D30" w:rsidRDefault="00E00D30" w:rsidP="00E00D30">
      <w:r>
        <w:t>422.4743</w:t>
      </w:r>
      <w:r>
        <w:tab/>
        <w:t>2.025e0</w:t>
      </w:r>
    </w:p>
    <w:p w:rsidR="00E00D30" w:rsidRDefault="00E00D30" w:rsidP="00E00D30">
      <w:r>
        <w:t>422.4957</w:t>
      </w:r>
      <w:r>
        <w:tab/>
        <w:t>2.025e0</w:t>
      </w:r>
    </w:p>
    <w:p w:rsidR="00E00D30" w:rsidRDefault="00E00D30" w:rsidP="00E00D30">
      <w:r>
        <w:t>422.5001</w:t>
      </w:r>
      <w:r>
        <w:tab/>
        <w:t>1.013e0</w:t>
      </w:r>
    </w:p>
    <w:p w:rsidR="00E00D30" w:rsidRDefault="00E00D30" w:rsidP="00E00D30">
      <w:r>
        <w:t>422.5599</w:t>
      </w:r>
      <w:r>
        <w:tab/>
        <w:t>1.013e0</w:t>
      </w:r>
    </w:p>
    <w:p w:rsidR="00E00D30" w:rsidRDefault="00E00D30" w:rsidP="00E00D30">
      <w:r>
        <w:t>422.5713</w:t>
      </w:r>
      <w:r>
        <w:tab/>
        <w:t>1.013e0</w:t>
      </w:r>
    </w:p>
    <w:p w:rsidR="00E00D30" w:rsidRDefault="00E00D30" w:rsidP="00E00D30">
      <w:r>
        <w:t>422.5741</w:t>
      </w:r>
      <w:r>
        <w:tab/>
        <w:t>2.025e0</w:t>
      </w:r>
    </w:p>
    <w:p w:rsidR="00E00D30" w:rsidRDefault="00E00D30" w:rsidP="00E00D30">
      <w:r>
        <w:t>422.5754</w:t>
      </w:r>
      <w:r>
        <w:tab/>
        <w:t>3.038e0</w:t>
      </w:r>
    </w:p>
    <w:p w:rsidR="00E00D30" w:rsidRDefault="00E00D30" w:rsidP="00E00D30">
      <w:r>
        <w:lastRenderedPageBreak/>
        <w:t>422.6290</w:t>
      </w:r>
      <w:r>
        <w:tab/>
        <w:t>2.025e0</w:t>
      </w:r>
    </w:p>
    <w:p w:rsidR="00E00D30" w:rsidRDefault="00E00D30" w:rsidP="00E00D30">
      <w:r>
        <w:t>422.6385</w:t>
      </w:r>
      <w:r>
        <w:tab/>
        <w:t>1.013e0</w:t>
      </w:r>
    </w:p>
    <w:p w:rsidR="00E00D30" w:rsidRDefault="00E00D30" w:rsidP="00E00D30">
      <w:r>
        <w:t>422.6682</w:t>
      </w:r>
      <w:r>
        <w:tab/>
        <w:t>1.013e0</w:t>
      </w:r>
    </w:p>
    <w:p w:rsidR="00E00D30" w:rsidRDefault="00E00D30" w:rsidP="00E00D30">
      <w:r>
        <w:t>422.6852</w:t>
      </w:r>
      <w:r>
        <w:tab/>
        <w:t>1.013e0</w:t>
      </w:r>
    </w:p>
    <w:p w:rsidR="00E00D30" w:rsidRDefault="00E00D30" w:rsidP="00E00D30">
      <w:r>
        <w:t>422.7014</w:t>
      </w:r>
      <w:r>
        <w:tab/>
        <w:t>2.025e0</w:t>
      </w:r>
    </w:p>
    <w:p w:rsidR="00E00D30" w:rsidRDefault="00E00D30" w:rsidP="00E00D30">
      <w:r>
        <w:t>422.7127</w:t>
      </w:r>
      <w:r>
        <w:tab/>
        <w:t>2.025e0</w:t>
      </w:r>
    </w:p>
    <w:p w:rsidR="00E00D30" w:rsidRDefault="00E00D30" w:rsidP="00E00D30">
      <w:r>
        <w:t>422.7202</w:t>
      </w:r>
      <w:r>
        <w:tab/>
        <w:t>1.013e0</w:t>
      </w:r>
    </w:p>
    <w:p w:rsidR="00E00D30" w:rsidRDefault="00E00D30" w:rsidP="00E00D30">
      <w:r>
        <w:t>422.7500</w:t>
      </w:r>
      <w:r>
        <w:tab/>
        <w:t>1.013e0</w:t>
      </w:r>
    </w:p>
    <w:p w:rsidR="00E00D30" w:rsidRDefault="00E00D30" w:rsidP="00E00D30">
      <w:r>
        <w:t>422.7580</w:t>
      </w:r>
      <w:r>
        <w:tab/>
        <w:t>1.013e0</w:t>
      </w:r>
    </w:p>
    <w:p w:rsidR="00E00D30" w:rsidRDefault="00E00D30" w:rsidP="00E00D30">
      <w:r>
        <w:t>422.8278</w:t>
      </w:r>
      <w:r>
        <w:tab/>
        <w:t>2.025e0</w:t>
      </w:r>
    </w:p>
    <w:p w:rsidR="00E00D30" w:rsidRDefault="00E00D30" w:rsidP="00E00D30">
      <w:r>
        <w:t>422.8613</w:t>
      </w:r>
      <w:r>
        <w:tab/>
        <w:t>1.013e0</w:t>
      </w:r>
    </w:p>
    <w:p w:rsidR="00E00D30" w:rsidRDefault="00E00D30" w:rsidP="00E00D30">
      <w:r>
        <w:t>422.8690</w:t>
      </w:r>
      <w:r>
        <w:tab/>
        <w:t>2.025e0</w:t>
      </w:r>
    </w:p>
    <w:p w:rsidR="00E00D30" w:rsidRDefault="00E00D30" w:rsidP="00E00D30">
      <w:r>
        <w:t>422.8844</w:t>
      </w:r>
      <w:r>
        <w:tab/>
        <w:t>1.013e0</w:t>
      </w:r>
    </w:p>
    <w:p w:rsidR="00E00D30" w:rsidRDefault="00E00D30" w:rsidP="00E00D30">
      <w:r>
        <w:t>422.9098</w:t>
      </w:r>
      <w:r>
        <w:tab/>
        <w:t>1.013e0</w:t>
      </w:r>
    </w:p>
    <w:p w:rsidR="00E00D30" w:rsidRDefault="00E00D30" w:rsidP="00E00D30">
      <w:r>
        <w:t>422.9282</w:t>
      </w:r>
      <w:r>
        <w:tab/>
        <w:t>2.025e0</w:t>
      </w:r>
    </w:p>
    <w:p w:rsidR="00E00D30" w:rsidRDefault="00E00D30" w:rsidP="00E00D30">
      <w:r>
        <w:t>422.9321</w:t>
      </w:r>
      <w:r>
        <w:tab/>
        <w:t>1.013e0</w:t>
      </w:r>
    </w:p>
    <w:p w:rsidR="00E00D30" w:rsidRDefault="00E00D30" w:rsidP="00E00D30">
      <w:r>
        <w:t>422.9648</w:t>
      </w:r>
      <w:r>
        <w:tab/>
        <w:t>2.025e0</w:t>
      </w:r>
    </w:p>
    <w:p w:rsidR="00E00D30" w:rsidRDefault="00E00D30" w:rsidP="00E00D30">
      <w:r>
        <w:t>422.9744</w:t>
      </w:r>
      <w:r>
        <w:tab/>
        <w:t>1.013e0</w:t>
      </w:r>
    </w:p>
    <w:p w:rsidR="00E00D30" w:rsidRDefault="00E00D30" w:rsidP="00E00D30">
      <w:r>
        <w:t>422.9878</w:t>
      </w:r>
      <w:r>
        <w:tab/>
        <w:t>1.013e0</w:t>
      </w:r>
    </w:p>
    <w:p w:rsidR="00E00D30" w:rsidRDefault="00E00D30" w:rsidP="00E00D30">
      <w:r>
        <w:lastRenderedPageBreak/>
        <w:t>423.0134</w:t>
      </w:r>
      <w:r>
        <w:tab/>
        <w:t>1.013e0</w:t>
      </w:r>
    </w:p>
    <w:p w:rsidR="00E00D30" w:rsidRDefault="00E00D30" w:rsidP="00E00D30">
      <w:r>
        <w:t>423.0250</w:t>
      </w:r>
      <w:r>
        <w:tab/>
        <w:t>1.013e0</w:t>
      </w:r>
    </w:p>
    <w:p w:rsidR="00E00D30" w:rsidRDefault="00E00D30" w:rsidP="00E00D30">
      <w:r>
        <w:t>423.0312</w:t>
      </w:r>
      <w:r>
        <w:tab/>
        <w:t>1.013e0</w:t>
      </w:r>
    </w:p>
    <w:p w:rsidR="00E00D30" w:rsidRDefault="00E00D30" w:rsidP="00E00D30">
      <w:r>
        <w:t>423.0624</w:t>
      </w:r>
      <w:r>
        <w:tab/>
        <w:t>2.025e0</w:t>
      </w:r>
    </w:p>
    <w:p w:rsidR="00E00D30" w:rsidRDefault="00E00D30" w:rsidP="00E00D30">
      <w:r>
        <w:t>423.0776</w:t>
      </w:r>
      <w:r>
        <w:tab/>
        <w:t>1.013e0</w:t>
      </w:r>
    </w:p>
    <w:p w:rsidR="00E00D30" w:rsidRDefault="00E00D30" w:rsidP="00E00D30">
      <w:r>
        <w:t>423.0927</w:t>
      </w:r>
      <w:r>
        <w:tab/>
        <w:t>1.013e0</w:t>
      </w:r>
    </w:p>
    <w:p w:rsidR="00E00D30" w:rsidRDefault="00E00D30" w:rsidP="00E00D30">
      <w:r>
        <w:t>423.0995</w:t>
      </w:r>
      <w:r>
        <w:tab/>
        <w:t>2.025e0</w:t>
      </w:r>
    </w:p>
    <w:p w:rsidR="00E00D30" w:rsidRDefault="00E00D30" w:rsidP="00E00D30">
      <w:r>
        <w:t>423.1561</w:t>
      </w:r>
      <w:r>
        <w:tab/>
        <w:t>1.013e0</w:t>
      </w:r>
    </w:p>
    <w:p w:rsidR="00E00D30" w:rsidRDefault="00E00D30" w:rsidP="00E00D30">
      <w:r>
        <w:t>423.1628</w:t>
      </w:r>
      <w:r>
        <w:tab/>
        <w:t>2.025e0</w:t>
      </w:r>
    </w:p>
    <w:p w:rsidR="00E00D30" w:rsidRDefault="00E00D30" w:rsidP="00E00D30">
      <w:r>
        <w:t>423.1744</w:t>
      </w:r>
      <w:r>
        <w:tab/>
        <w:t>5.063e0</w:t>
      </w:r>
    </w:p>
    <w:p w:rsidR="00E00D30" w:rsidRDefault="00E00D30" w:rsidP="00E00D30">
      <w:r>
        <w:t>423.1933</w:t>
      </w:r>
      <w:r>
        <w:tab/>
        <w:t>2.025e0</w:t>
      </w:r>
    </w:p>
    <w:p w:rsidR="00E00D30" w:rsidRDefault="00E00D30" w:rsidP="00E00D30">
      <w:r>
        <w:t>423.1991</w:t>
      </w:r>
      <w:r>
        <w:tab/>
        <w:t>2.025e0</w:t>
      </w:r>
    </w:p>
    <w:p w:rsidR="00E00D30" w:rsidRDefault="00E00D30" w:rsidP="00E00D30">
      <w:r>
        <w:t>423.2112</w:t>
      </w:r>
      <w:r>
        <w:tab/>
        <w:t>3.038e0</w:t>
      </w:r>
    </w:p>
    <w:p w:rsidR="00E00D30" w:rsidRDefault="00E00D30" w:rsidP="00E00D30">
      <w:r>
        <w:t>423.2262</w:t>
      </w:r>
      <w:r>
        <w:tab/>
        <w:t>1.013e0</w:t>
      </w:r>
    </w:p>
    <w:p w:rsidR="00E00D30" w:rsidRDefault="00E00D30" w:rsidP="00E00D30">
      <w:r>
        <w:t>423.2385</w:t>
      </w:r>
      <w:r>
        <w:tab/>
        <w:t>1.013e0</w:t>
      </w:r>
    </w:p>
    <w:p w:rsidR="00E00D30" w:rsidRDefault="00E00D30" w:rsidP="00E00D30">
      <w:r>
        <w:t>423.2422</w:t>
      </w:r>
      <w:r>
        <w:tab/>
        <w:t>1.013e0</w:t>
      </w:r>
    </w:p>
    <w:p w:rsidR="00E00D30" w:rsidRDefault="00E00D30" w:rsidP="00E00D30">
      <w:r>
        <w:t>423.2620</w:t>
      </w:r>
      <w:r>
        <w:tab/>
        <w:t>2.025e0</w:t>
      </w:r>
    </w:p>
    <w:p w:rsidR="00E00D30" w:rsidRDefault="00E00D30" w:rsidP="00E00D30">
      <w:r>
        <w:t>423.2744</w:t>
      </w:r>
      <w:r>
        <w:tab/>
        <w:t>2.025e0</w:t>
      </w:r>
    </w:p>
    <w:p w:rsidR="00E00D30" w:rsidRDefault="00E00D30" w:rsidP="00E00D30">
      <w:r>
        <w:t>423.2800</w:t>
      </w:r>
      <w:r>
        <w:tab/>
        <w:t>2.025e0</w:t>
      </w:r>
    </w:p>
    <w:p w:rsidR="00E00D30" w:rsidRDefault="00E00D30" w:rsidP="00E00D30">
      <w:r>
        <w:lastRenderedPageBreak/>
        <w:t>423.2813</w:t>
      </w:r>
      <w:r>
        <w:tab/>
        <w:t>1.013e0</w:t>
      </w:r>
    </w:p>
    <w:p w:rsidR="00E00D30" w:rsidRDefault="00E00D30" w:rsidP="00E00D30">
      <w:r>
        <w:t>423.2932</w:t>
      </w:r>
      <w:r>
        <w:tab/>
        <w:t>1.013e0</w:t>
      </w:r>
    </w:p>
    <w:p w:rsidR="00E00D30" w:rsidRDefault="00E00D30" w:rsidP="00E00D30">
      <w:r>
        <w:t>423.3029</w:t>
      </w:r>
      <w:r>
        <w:tab/>
        <w:t>1.013e0</w:t>
      </w:r>
    </w:p>
    <w:p w:rsidR="00E00D30" w:rsidRDefault="00E00D30" w:rsidP="00E00D30">
      <w:r>
        <w:t>423.3082</w:t>
      </w:r>
      <w:r>
        <w:tab/>
        <w:t>2.025e0</w:t>
      </w:r>
    </w:p>
    <w:p w:rsidR="00E00D30" w:rsidRDefault="00E00D30" w:rsidP="00E00D30">
      <w:r>
        <w:t>423.3311</w:t>
      </w:r>
      <w:r>
        <w:tab/>
        <w:t>2.025e0</w:t>
      </w:r>
    </w:p>
    <w:p w:rsidR="00E00D30" w:rsidRDefault="00E00D30" w:rsidP="00E00D30">
      <w:r>
        <w:t>423.3379</w:t>
      </w:r>
      <w:r>
        <w:tab/>
        <w:t>1.013e0</w:t>
      </w:r>
    </w:p>
    <w:p w:rsidR="00E00D30" w:rsidRDefault="00E00D30" w:rsidP="00E00D30">
      <w:r>
        <w:t>423.3602</w:t>
      </w:r>
      <w:r>
        <w:tab/>
        <w:t>2.025e0</w:t>
      </w:r>
    </w:p>
    <w:p w:rsidR="00E00D30" w:rsidRDefault="00E00D30" w:rsidP="00E00D30">
      <w:r>
        <w:t>423.3974</w:t>
      </w:r>
      <w:r>
        <w:tab/>
        <w:t>2.025e0</w:t>
      </w:r>
    </w:p>
    <w:p w:rsidR="00E00D30" w:rsidRDefault="00E00D30" w:rsidP="00E00D30">
      <w:r>
        <w:t>423.4978</w:t>
      </w:r>
      <w:r>
        <w:tab/>
        <w:t>2.025e0</w:t>
      </w:r>
    </w:p>
    <w:p w:rsidR="00E00D30" w:rsidRDefault="00E00D30" w:rsidP="00E00D30">
      <w:r>
        <w:t>423.5315</w:t>
      </w:r>
      <w:r>
        <w:tab/>
        <w:t>1.013e0</w:t>
      </w:r>
    </w:p>
    <w:p w:rsidR="00E00D30" w:rsidRDefault="00E00D30" w:rsidP="00E00D30">
      <w:r>
        <w:t>423.5493</w:t>
      </w:r>
      <w:r>
        <w:tab/>
        <w:t>1.013e0</w:t>
      </w:r>
    </w:p>
    <w:p w:rsidR="00E00D30" w:rsidRDefault="00E00D30" w:rsidP="00E00D30">
      <w:r>
        <w:t>423.5764</w:t>
      </w:r>
      <w:r>
        <w:tab/>
        <w:t>2.025e0</w:t>
      </w:r>
    </w:p>
    <w:p w:rsidR="00E00D30" w:rsidRDefault="00E00D30" w:rsidP="00E00D30">
      <w:r>
        <w:t>423.5794</w:t>
      </w:r>
      <w:r>
        <w:tab/>
        <w:t>2.025e0</w:t>
      </w:r>
    </w:p>
    <w:p w:rsidR="00E00D30" w:rsidRDefault="00E00D30" w:rsidP="00E00D30">
      <w:r>
        <w:t>423.6099</w:t>
      </w:r>
      <w:r>
        <w:tab/>
        <w:t>1.013e0</w:t>
      </w:r>
    </w:p>
    <w:p w:rsidR="00E00D30" w:rsidRDefault="00E00D30" w:rsidP="00E00D30">
      <w:r>
        <w:t>423.6432</w:t>
      </w:r>
      <w:r>
        <w:tab/>
        <w:t>1.013e0</w:t>
      </w:r>
    </w:p>
    <w:p w:rsidR="00E00D30" w:rsidRDefault="00E00D30" w:rsidP="00E00D30">
      <w:r>
        <w:t>423.6634</w:t>
      </w:r>
      <w:r>
        <w:tab/>
        <w:t>2.025e0</w:t>
      </w:r>
    </w:p>
    <w:p w:rsidR="00E00D30" w:rsidRDefault="00E00D30" w:rsidP="00E00D30">
      <w:r>
        <w:t>423.6692</w:t>
      </w:r>
      <w:r>
        <w:tab/>
        <w:t>2.025e0</w:t>
      </w:r>
    </w:p>
    <w:p w:rsidR="00E00D30" w:rsidRDefault="00E00D30" w:rsidP="00E00D30">
      <w:r>
        <w:t>423.7000</w:t>
      </w:r>
      <w:r>
        <w:tab/>
        <w:t>2.025e0</w:t>
      </w:r>
    </w:p>
    <w:p w:rsidR="00E00D30" w:rsidRDefault="00E00D30" w:rsidP="00E00D30">
      <w:r>
        <w:t>423.7206</w:t>
      </w:r>
      <w:r>
        <w:tab/>
        <w:t>2.025e0</w:t>
      </w:r>
    </w:p>
    <w:p w:rsidR="00E00D30" w:rsidRDefault="00E00D30" w:rsidP="00E00D30">
      <w:r>
        <w:lastRenderedPageBreak/>
        <w:t>423.7564</w:t>
      </w:r>
      <w:r>
        <w:tab/>
        <w:t>1.013e0</w:t>
      </w:r>
    </w:p>
    <w:p w:rsidR="00E00D30" w:rsidRDefault="00E00D30" w:rsidP="00E00D30">
      <w:r>
        <w:t>423.7846</w:t>
      </w:r>
      <w:r>
        <w:tab/>
        <w:t>1.013e0</w:t>
      </w:r>
    </w:p>
    <w:p w:rsidR="00E00D30" w:rsidRDefault="00E00D30" w:rsidP="00E00D30">
      <w:r>
        <w:t>423.8260</w:t>
      </w:r>
      <w:r>
        <w:tab/>
        <w:t>2.025e0</w:t>
      </w:r>
    </w:p>
    <w:p w:rsidR="00E00D30" w:rsidRDefault="00E00D30" w:rsidP="00E00D30">
      <w:r>
        <w:t>423.8346</w:t>
      </w:r>
      <w:r>
        <w:tab/>
        <w:t>1.013e0</w:t>
      </w:r>
    </w:p>
    <w:p w:rsidR="00E00D30" w:rsidRDefault="00E00D30" w:rsidP="00E00D30">
      <w:r>
        <w:t>423.8450</w:t>
      </w:r>
      <w:r>
        <w:tab/>
        <w:t>2.025e0</w:t>
      </w:r>
    </w:p>
    <w:p w:rsidR="00E00D30" w:rsidRDefault="00E00D30" w:rsidP="00E00D30">
      <w:r>
        <w:t>423.8562</w:t>
      </w:r>
      <w:r>
        <w:tab/>
        <w:t>2.025e0</w:t>
      </w:r>
    </w:p>
    <w:p w:rsidR="00E00D30" w:rsidRDefault="00E00D30" w:rsidP="00E00D30">
      <w:r>
        <w:t>423.8669</w:t>
      </w:r>
      <w:r>
        <w:tab/>
        <w:t>2.025e0</w:t>
      </w:r>
    </w:p>
    <w:p w:rsidR="00E00D30" w:rsidRDefault="00E00D30" w:rsidP="00E00D30">
      <w:r>
        <w:t>423.8957</w:t>
      </w:r>
      <w:r>
        <w:tab/>
        <w:t>1.013e0</w:t>
      </w:r>
    </w:p>
    <w:p w:rsidR="00E00D30" w:rsidRDefault="00E00D30" w:rsidP="00E00D30">
      <w:r>
        <w:t>423.9168</w:t>
      </w:r>
      <w:r>
        <w:tab/>
        <w:t>1.013e0</w:t>
      </w:r>
    </w:p>
    <w:p w:rsidR="00E00D30" w:rsidRDefault="00E00D30" w:rsidP="00E00D30">
      <w:r>
        <w:t>423.9265</w:t>
      </w:r>
      <w:r>
        <w:tab/>
        <w:t>1.013e0</w:t>
      </w:r>
    </w:p>
    <w:p w:rsidR="00E00D30" w:rsidRDefault="00E00D30" w:rsidP="00E00D30">
      <w:r>
        <w:t>423.9407</w:t>
      </w:r>
      <w:r>
        <w:tab/>
        <w:t>3.038e0</w:t>
      </w:r>
    </w:p>
    <w:p w:rsidR="00E00D30" w:rsidRDefault="00E00D30" w:rsidP="00E00D30">
      <w:r>
        <w:t>423.9563</w:t>
      </w:r>
      <w:r>
        <w:tab/>
        <w:t>1.013e0</w:t>
      </w:r>
    </w:p>
    <w:p w:rsidR="00E00D30" w:rsidRDefault="00E00D30" w:rsidP="00E00D30">
      <w:r>
        <w:t>423.9643</w:t>
      </w:r>
      <w:r>
        <w:tab/>
        <w:t>2.025e0</w:t>
      </w:r>
    </w:p>
    <w:p w:rsidR="00E00D30" w:rsidRDefault="00E00D30" w:rsidP="00E00D30">
      <w:r>
        <w:t>423.9712</w:t>
      </w:r>
      <w:r>
        <w:tab/>
        <w:t>1.013e0</w:t>
      </w:r>
    </w:p>
    <w:p w:rsidR="00E00D30" w:rsidRDefault="00E00D30" w:rsidP="00E00D30">
      <w:r>
        <w:t>423.9813</w:t>
      </w:r>
      <w:r>
        <w:tab/>
        <w:t>1.013e0</w:t>
      </w:r>
    </w:p>
    <w:p w:rsidR="00E00D30" w:rsidRDefault="00E00D30" w:rsidP="00E00D30">
      <w:r>
        <w:t>423.9940</w:t>
      </w:r>
      <w:r>
        <w:tab/>
        <w:t>2.025e0</w:t>
      </w:r>
    </w:p>
    <w:p w:rsidR="00E00D30" w:rsidRDefault="00E00D30" w:rsidP="00E00D30">
      <w:r>
        <w:t>424.0029</w:t>
      </w:r>
      <w:r>
        <w:tab/>
        <w:t>1.013e0</w:t>
      </w:r>
    </w:p>
    <w:p w:rsidR="00E00D30" w:rsidRDefault="00E00D30" w:rsidP="00E00D30">
      <w:r>
        <w:t>424.0195</w:t>
      </w:r>
      <w:r>
        <w:tab/>
        <w:t>2.025e0</w:t>
      </w:r>
    </w:p>
    <w:p w:rsidR="00E00D30" w:rsidRDefault="00E00D30" w:rsidP="00E00D30">
      <w:r>
        <w:t>424.0533</w:t>
      </w:r>
      <w:r>
        <w:tab/>
        <w:t>1.013e0</w:t>
      </w:r>
    </w:p>
    <w:p w:rsidR="00E00D30" w:rsidRDefault="00E00D30" w:rsidP="00E00D30">
      <w:r>
        <w:lastRenderedPageBreak/>
        <w:t>424.0598</w:t>
      </w:r>
      <w:r>
        <w:tab/>
        <w:t>2.025e0</w:t>
      </w:r>
    </w:p>
    <w:p w:rsidR="00E00D30" w:rsidRDefault="00E00D30" w:rsidP="00E00D30">
      <w:r>
        <w:t>424.0681</w:t>
      </w:r>
      <w:r>
        <w:tab/>
        <w:t>1.013e0</w:t>
      </w:r>
    </w:p>
    <w:p w:rsidR="00E00D30" w:rsidRDefault="00E00D30" w:rsidP="00E00D30">
      <w:r>
        <w:t>424.0911</w:t>
      </w:r>
      <w:r>
        <w:tab/>
        <w:t>1.013e0</w:t>
      </w:r>
    </w:p>
    <w:p w:rsidR="00E00D30" w:rsidRDefault="00E00D30" w:rsidP="00E00D30">
      <w:r>
        <w:t>424.1314</w:t>
      </w:r>
      <w:r>
        <w:tab/>
        <w:t>2.025e0</w:t>
      </w:r>
    </w:p>
    <w:p w:rsidR="00E00D30" w:rsidRDefault="00E00D30" w:rsidP="00E00D30">
      <w:r>
        <w:t>424.1420</w:t>
      </w:r>
      <w:r>
        <w:tab/>
        <w:t>1.013e0</w:t>
      </w:r>
    </w:p>
    <w:p w:rsidR="00E00D30" w:rsidRDefault="00E00D30" w:rsidP="00E00D30">
      <w:r>
        <w:t>424.1799</w:t>
      </w:r>
      <w:r>
        <w:tab/>
        <w:t>2.025e0</w:t>
      </w:r>
    </w:p>
    <w:p w:rsidR="00E00D30" w:rsidRDefault="00E00D30" w:rsidP="00E00D30">
      <w:r>
        <w:t>424.1836</w:t>
      </w:r>
      <w:r>
        <w:tab/>
        <w:t>2.025e0</w:t>
      </w:r>
    </w:p>
    <w:p w:rsidR="00E00D30" w:rsidRDefault="00E00D30" w:rsidP="00E00D30">
      <w:r>
        <w:t>424.1886</w:t>
      </w:r>
      <w:r>
        <w:tab/>
        <w:t>1.013e0</w:t>
      </w:r>
    </w:p>
    <w:p w:rsidR="00E00D30" w:rsidRDefault="00E00D30" w:rsidP="00E00D30">
      <w:r>
        <w:t>424.1955</w:t>
      </w:r>
      <w:r>
        <w:tab/>
        <w:t>1.013e0</w:t>
      </w:r>
    </w:p>
    <w:p w:rsidR="00E00D30" w:rsidRDefault="00E00D30" w:rsidP="00E00D30">
      <w:r>
        <w:t>424.2131</w:t>
      </w:r>
      <w:r>
        <w:tab/>
        <w:t>3.038e0</w:t>
      </w:r>
    </w:p>
    <w:p w:rsidR="00E00D30" w:rsidRDefault="00E00D30" w:rsidP="00E00D30">
      <w:r>
        <w:t>424.2438</w:t>
      </w:r>
      <w:r>
        <w:tab/>
        <w:t>2.025e0</w:t>
      </w:r>
    </w:p>
    <w:p w:rsidR="00E00D30" w:rsidRDefault="00E00D30" w:rsidP="00E00D30">
      <w:r>
        <w:t>424.2564</w:t>
      </w:r>
      <w:r>
        <w:tab/>
        <w:t>2.025e0</w:t>
      </w:r>
    </w:p>
    <w:p w:rsidR="00E00D30" w:rsidRDefault="00E00D30" w:rsidP="00E00D30">
      <w:r>
        <w:t>424.2621</w:t>
      </w:r>
      <w:r>
        <w:tab/>
        <w:t>1.013e0</w:t>
      </w:r>
    </w:p>
    <w:p w:rsidR="00E00D30" w:rsidRDefault="00E00D30" w:rsidP="00E00D30">
      <w:r>
        <w:t>424.2882</w:t>
      </w:r>
      <w:r>
        <w:tab/>
        <w:t>3.038e0</w:t>
      </w:r>
    </w:p>
    <w:p w:rsidR="00E00D30" w:rsidRDefault="00E00D30" w:rsidP="00E00D30">
      <w:r>
        <w:t>424.2918</w:t>
      </w:r>
      <w:r>
        <w:tab/>
        <w:t>1.013e0</w:t>
      </w:r>
    </w:p>
    <w:p w:rsidR="00E00D30" w:rsidRDefault="00E00D30" w:rsidP="00E00D30">
      <w:r>
        <w:t>424.3142</w:t>
      </w:r>
      <w:r>
        <w:tab/>
        <w:t>2.025e0</w:t>
      </w:r>
    </w:p>
    <w:p w:rsidR="00E00D30" w:rsidRDefault="00E00D30" w:rsidP="00E00D30">
      <w:r>
        <w:t>424.3297</w:t>
      </w:r>
      <w:r>
        <w:tab/>
        <w:t>2.025e0</w:t>
      </w:r>
    </w:p>
    <w:p w:rsidR="00E00D30" w:rsidRDefault="00E00D30" w:rsidP="00E00D30">
      <w:r>
        <w:t>424.3429</w:t>
      </w:r>
      <w:r>
        <w:tab/>
        <w:t>6.076e0</w:t>
      </w:r>
    </w:p>
    <w:p w:rsidR="00E00D30" w:rsidRDefault="00E00D30" w:rsidP="00E00D30">
      <w:r>
        <w:t>424.3458</w:t>
      </w:r>
      <w:r>
        <w:tab/>
        <w:t>1.096e1</w:t>
      </w:r>
    </w:p>
    <w:p w:rsidR="00E00D30" w:rsidRDefault="00E00D30" w:rsidP="00E00D30">
      <w:r>
        <w:lastRenderedPageBreak/>
        <w:t>424.3589</w:t>
      </w:r>
      <w:r>
        <w:tab/>
        <w:t>2.025e0</w:t>
      </w:r>
    </w:p>
    <w:p w:rsidR="00E00D30" w:rsidRDefault="00E00D30" w:rsidP="00E00D30">
      <w:r>
        <w:t>424.3647</w:t>
      </w:r>
      <w:r>
        <w:tab/>
        <w:t>4.051e0</w:t>
      </w:r>
    </w:p>
    <w:p w:rsidR="00E00D30" w:rsidRDefault="00E00D30" w:rsidP="00E00D30">
      <w:r>
        <w:t>424.3669</w:t>
      </w:r>
      <w:r>
        <w:tab/>
        <w:t>8.101e0</w:t>
      </w:r>
    </w:p>
    <w:p w:rsidR="00E00D30" w:rsidRDefault="00E00D30" w:rsidP="00E00D30">
      <w:r>
        <w:t>424.3728</w:t>
      </w:r>
      <w:r>
        <w:tab/>
        <w:t>1.013e1</w:t>
      </w:r>
    </w:p>
    <w:p w:rsidR="00E00D30" w:rsidRDefault="00E00D30" w:rsidP="00E00D30">
      <w:r>
        <w:t>424.3829</w:t>
      </w:r>
      <w:r>
        <w:tab/>
        <w:t>2.025e0</w:t>
      </w:r>
    </w:p>
    <w:p w:rsidR="00E00D30" w:rsidRDefault="00E00D30" w:rsidP="00E00D30">
      <w:r>
        <w:t>424.4016</w:t>
      </w:r>
      <w:r>
        <w:tab/>
        <w:t>2.025e0</w:t>
      </w:r>
    </w:p>
    <w:p w:rsidR="00E00D30" w:rsidRDefault="00E00D30" w:rsidP="00E00D30">
      <w:r>
        <w:t>424.4188</w:t>
      </w:r>
      <w:r>
        <w:tab/>
        <w:t>1.013e0</w:t>
      </w:r>
    </w:p>
    <w:p w:rsidR="00E00D30" w:rsidRDefault="00E00D30" w:rsidP="00E00D30">
      <w:r>
        <w:t>424.4749</w:t>
      </w:r>
      <w:r>
        <w:tab/>
        <w:t>1.013e0</w:t>
      </w:r>
    </w:p>
    <w:p w:rsidR="00E00D30" w:rsidRDefault="00E00D30" w:rsidP="00E00D30">
      <w:r>
        <w:t>424.4807</w:t>
      </w:r>
      <w:r>
        <w:tab/>
        <w:t>2.025e0</w:t>
      </w:r>
    </w:p>
    <w:p w:rsidR="00E00D30" w:rsidRDefault="00E00D30" w:rsidP="00E00D30">
      <w:r>
        <w:t>424.5305</w:t>
      </w:r>
      <w:r>
        <w:tab/>
        <w:t>1.013e0</w:t>
      </w:r>
    </w:p>
    <w:p w:rsidR="00E00D30" w:rsidRDefault="00E00D30" w:rsidP="00E00D30">
      <w:r>
        <w:t>424.5370</w:t>
      </w:r>
      <w:r>
        <w:tab/>
        <w:t>2.025e0</w:t>
      </w:r>
    </w:p>
    <w:p w:rsidR="00E00D30" w:rsidRDefault="00E00D30" w:rsidP="00E00D30">
      <w:r>
        <w:t>424.5884</w:t>
      </w:r>
      <w:r>
        <w:tab/>
        <w:t>2.025e0</w:t>
      </w:r>
    </w:p>
    <w:p w:rsidR="00E00D30" w:rsidRDefault="00E00D30" w:rsidP="00E00D30">
      <w:r>
        <w:t>424.6054</w:t>
      </w:r>
      <w:r>
        <w:tab/>
        <w:t>1.013e0</w:t>
      </w:r>
    </w:p>
    <w:p w:rsidR="00E00D30" w:rsidRDefault="00E00D30" w:rsidP="00E00D30">
      <w:r>
        <w:t>424.6276</w:t>
      </w:r>
      <w:r>
        <w:tab/>
        <w:t>1.013e0</w:t>
      </w:r>
    </w:p>
    <w:p w:rsidR="00E00D30" w:rsidRDefault="00E00D30" w:rsidP="00E00D30">
      <w:r>
        <w:t>424.6508</w:t>
      </w:r>
      <w:r>
        <w:tab/>
        <w:t>1.013e0</w:t>
      </w:r>
    </w:p>
    <w:p w:rsidR="00E00D30" w:rsidRDefault="00E00D30" w:rsidP="00E00D30">
      <w:r>
        <w:t>424.6565</w:t>
      </w:r>
      <w:r>
        <w:tab/>
        <w:t>1.013e0</w:t>
      </w:r>
    </w:p>
    <w:p w:rsidR="00E00D30" w:rsidRDefault="00E00D30" w:rsidP="00E00D30">
      <w:r>
        <w:t>424.6948</w:t>
      </w:r>
      <w:r>
        <w:tab/>
        <w:t>1.013e0</w:t>
      </w:r>
    </w:p>
    <w:p w:rsidR="00E00D30" w:rsidRDefault="00E00D30" w:rsidP="00E00D30">
      <w:r>
        <w:t>424.7206</w:t>
      </w:r>
      <w:r>
        <w:tab/>
        <w:t>1.013e0</w:t>
      </w:r>
    </w:p>
    <w:p w:rsidR="00E00D30" w:rsidRDefault="00E00D30" w:rsidP="00E00D30">
      <w:r>
        <w:t>424.7249</w:t>
      </w:r>
      <w:r>
        <w:tab/>
        <w:t>1.013e0</w:t>
      </w:r>
    </w:p>
    <w:p w:rsidR="00E00D30" w:rsidRDefault="00E00D30" w:rsidP="00E00D30">
      <w:r>
        <w:lastRenderedPageBreak/>
        <w:t>424.7471</w:t>
      </w:r>
      <w:r>
        <w:tab/>
        <w:t>1.013e0</w:t>
      </w:r>
    </w:p>
    <w:p w:rsidR="00E00D30" w:rsidRDefault="00E00D30" w:rsidP="00E00D30">
      <w:r>
        <w:t>424.7848</w:t>
      </w:r>
      <w:r>
        <w:tab/>
        <w:t>1.013e0</w:t>
      </w:r>
    </w:p>
    <w:p w:rsidR="00E00D30" w:rsidRDefault="00E00D30" w:rsidP="00E00D30">
      <w:r>
        <w:t>424.7927</w:t>
      </w:r>
      <w:r>
        <w:tab/>
        <w:t>1.013e0</w:t>
      </w:r>
    </w:p>
    <w:p w:rsidR="00E00D30" w:rsidRDefault="00E00D30" w:rsidP="00E00D30">
      <w:r>
        <w:t>424.7993</w:t>
      </w:r>
      <w:r>
        <w:tab/>
        <w:t>1.013e0</w:t>
      </w:r>
    </w:p>
    <w:p w:rsidR="00E00D30" w:rsidRDefault="00E00D30" w:rsidP="00E00D30">
      <w:r>
        <w:t>424.8076</w:t>
      </w:r>
      <w:r>
        <w:tab/>
        <w:t>1.013e0</w:t>
      </w:r>
    </w:p>
    <w:p w:rsidR="00E00D30" w:rsidRDefault="00E00D30" w:rsidP="00E00D30">
      <w:r>
        <w:t>424.8145</w:t>
      </w:r>
      <w:r>
        <w:tab/>
        <w:t>1.013e0</w:t>
      </w:r>
    </w:p>
    <w:p w:rsidR="00E00D30" w:rsidRDefault="00E00D30" w:rsidP="00E00D30">
      <w:r>
        <w:t>424.8438</w:t>
      </w:r>
      <w:r>
        <w:tab/>
        <w:t>2.025e0</w:t>
      </w:r>
    </w:p>
    <w:p w:rsidR="00E00D30" w:rsidRDefault="00E00D30" w:rsidP="00E00D30">
      <w:r>
        <w:t>424.8669</w:t>
      </w:r>
      <w:r>
        <w:tab/>
        <w:t>1.013e0</w:t>
      </w:r>
    </w:p>
    <w:p w:rsidR="00E00D30" w:rsidRDefault="00E00D30" w:rsidP="00E00D30">
      <w:r>
        <w:t>424.8898</w:t>
      </w:r>
      <w:r>
        <w:tab/>
        <w:t>1.013e0</w:t>
      </w:r>
    </w:p>
    <w:p w:rsidR="00E00D30" w:rsidRDefault="00E00D30" w:rsidP="00E00D30">
      <w:r>
        <w:t>424.8965</w:t>
      </w:r>
      <w:r>
        <w:tab/>
        <w:t>1.013e0</w:t>
      </w:r>
    </w:p>
    <w:p w:rsidR="00E00D30" w:rsidRDefault="00E00D30" w:rsidP="00E00D30">
      <w:r>
        <w:t>424.9008</w:t>
      </w:r>
      <w:r>
        <w:tab/>
        <w:t>2.025e0</w:t>
      </w:r>
    </w:p>
    <w:p w:rsidR="00E00D30" w:rsidRDefault="00E00D30" w:rsidP="00E00D30">
      <w:r>
        <w:t>424.9066</w:t>
      </w:r>
      <w:r>
        <w:tab/>
        <w:t>1.013e0</w:t>
      </w:r>
    </w:p>
    <w:p w:rsidR="00E00D30" w:rsidRDefault="00E00D30" w:rsidP="00E00D30">
      <w:r>
        <w:t>424.9280</w:t>
      </w:r>
      <w:r>
        <w:tab/>
        <w:t>1.013e0</w:t>
      </w:r>
    </w:p>
    <w:p w:rsidR="00E00D30" w:rsidRDefault="00E00D30" w:rsidP="00E00D30">
      <w:r>
        <w:t>424.9342</w:t>
      </w:r>
      <w:r>
        <w:tab/>
        <w:t>2.025e0</w:t>
      </w:r>
    </w:p>
    <w:p w:rsidR="00E00D30" w:rsidRDefault="00E00D30" w:rsidP="00E00D30">
      <w:r>
        <w:t>424.9787</w:t>
      </w:r>
      <w:r>
        <w:tab/>
        <w:t>1.013e0</w:t>
      </w:r>
    </w:p>
    <w:p w:rsidR="00E00D30" w:rsidRDefault="00E00D30" w:rsidP="00E00D30">
      <w:r>
        <w:t>425.0088</w:t>
      </w:r>
      <w:r>
        <w:tab/>
        <w:t>2.025e0</w:t>
      </w:r>
    </w:p>
    <w:p w:rsidR="00E00D30" w:rsidRDefault="00E00D30" w:rsidP="00E00D30">
      <w:r>
        <w:t>425.0160</w:t>
      </w:r>
      <w:r>
        <w:tab/>
        <w:t>1.013e0</w:t>
      </w:r>
    </w:p>
    <w:p w:rsidR="00E00D30" w:rsidRDefault="00E00D30" w:rsidP="00E00D30">
      <w:r>
        <w:t>425.0280</w:t>
      </w:r>
      <w:r>
        <w:tab/>
        <w:t>1.013e0</w:t>
      </w:r>
    </w:p>
    <w:p w:rsidR="00E00D30" w:rsidRDefault="00E00D30" w:rsidP="00E00D30">
      <w:r>
        <w:t>425.0493</w:t>
      </w:r>
      <w:r>
        <w:tab/>
        <w:t>1.013e0</w:t>
      </w:r>
    </w:p>
    <w:p w:rsidR="00E00D30" w:rsidRDefault="00E00D30" w:rsidP="00E00D30">
      <w:r>
        <w:lastRenderedPageBreak/>
        <w:t>425.0715</w:t>
      </w:r>
      <w:r>
        <w:tab/>
        <w:t>1.013e0</w:t>
      </w:r>
    </w:p>
    <w:p w:rsidR="00E00D30" w:rsidRDefault="00E00D30" w:rsidP="00E00D30">
      <w:r>
        <w:t>425.0835</w:t>
      </w:r>
      <w:r>
        <w:tab/>
        <w:t>1.013e0</w:t>
      </w:r>
    </w:p>
    <w:p w:rsidR="00E00D30" w:rsidRDefault="00E00D30" w:rsidP="00E00D30">
      <w:r>
        <w:t>425.1237</w:t>
      </w:r>
      <w:r>
        <w:tab/>
        <w:t>2.025e0</w:t>
      </w:r>
    </w:p>
    <w:p w:rsidR="00E00D30" w:rsidRDefault="00E00D30" w:rsidP="00E00D30">
      <w:r>
        <w:t>425.1438</w:t>
      </w:r>
      <w:r>
        <w:tab/>
        <w:t>6.076e0</w:t>
      </w:r>
    </w:p>
    <w:p w:rsidR="00E00D30" w:rsidRDefault="00E00D30" w:rsidP="00E00D30">
      <w:r>
        <w:t>425.1663</w:t>
      </w:r>
      <w:r>
        <w:tab/>
        <w:t>1.013e0</w:t>
      </w:r>
    </w:p>
    <w:p w:rsidR="00E00D30" w:rsidRDefault="00E00D30" w:rsidP="00E00D30">
      <w:r>
        <w:t>425.1806</w:t>
      </w:r>
      <w:r>
        <w:tab/>
        <w:t>2.025e0</w:t>
      </w:r>
    </w:p>
    <w:p w:rsidR="00E00D30" w:rsidRDefault="00E00D30" w:rsidP="00E00D30">
      <w:r>
        <w:t>425.1949</w:t>
      </w:r>
      <w:r>
        <w:tab/>
        <w:t>3.038e0</w:t>
      </w:r>
    </w:p>
    <w:p w:rsidR="00E00D30" w:rsidRDefault="00E00D30" w:rsidP="00E00D30">
      <w:r>
        <w:t>425.2036</w:t>
      </w:r>
      <w:r>
        <w:tab/>
        <w:t>1.013e0</w:t>
      </w:r>
    </w:p>
    <w:p w:rsidR="00E00D30" w:rsidRDefault="00E00D30" w:rsidP="00E00D30">
      <w:r>
        <w:t>425.2065</w:t>
      </w:r>
      <w:r>
        <w:tab/>
        <w:t>4.051e0</w:t>
      </w:r>
    </w:p>
    <w:p w:rsidR="00E00D30" w:rsidRDefault="00E00D30" w:rsidP="00E00D30">
      <w:r>
        <w:t>425.2178</w:t>
      </w:r>
      <w:r>
        <w:tab/>
        <w:t>1.013e0</w:t>
      </w:r>
    </w:p>
    <w:p w:rsidR="00E00D30" w:rsidRDefault="00E00D30" w:rsidP="00E00D30">
      <w:r>
        <w:t>425.2256</w:t>
      </w:r>
      <w:r>
        <w:tab/>
        <w:t>1.013e0</w:t>
      </w:r>
    </w:p>
    <w:p w:rsidR="00E00D30" w:rsidRDefault="00E00D30" w:rsidP="00E00D30">
      <w:r>
        <w:t>425.2480</w:t>
      </w:r>
      <w:r>
        <w:tab/>
        <w:t>1.013e0</w:t>
      </w:r>
    </w:p>
    <w:p w:rsidR="00E00D30" w:rsidRDefault="00E00D30" w:rsidP="00E00D30">
      <w:r>
        <w:t>425.2635</w:t>
      </w:r>
      <w:r>
        <w:tab/>
        <w:t>3.038e0</w:t>
      </w:r>
    </w:p>
    <w:p w:rsidR="00E00D30" w:rsidRDefault="00E00D30" w:rsidP="00E00D30">
      <w:r>
        <w:t>425.2729</w:t>
      </w:r>
      <w:r>
        <w:tab/>
        <w:t>2.025e0</w:t>
      </w:r>
    </w:p>
    <w:p w:rsidR="00E00D30" w:rsidRDefault="00E00D30" w:rsidP="00E00D30">
      <w:r>
        <w:t>425.2813</w:t>
      </w:r>
      <w:r>
        <w:tab/>
        <w:t>2.025e0</w:t>
      </w:r>
    </w:p>
    <w:p w:rsidR="00E00D30" w:rsidRDefault="00E00D30" w:rsidP="00E00D30">
      <w:r>
        <w:t>425.2843</w:t>
      </w:r>
      <w:r>
        <w:tab/>
        <w:t>5.063e0</w:t>
      </w:r>
    </w:p>
    <w:p w:rsidR="00E00D30" w:rsidRDefault="00E00D30" w:rsidP="00E00D30">
      <w:r>
        <w:t>425.2854</w:t>
      </w:r>
      <w:r>
        <w:tab/>
        <w:t>1.013e0</w:t>
      </w:r>
    </w:p>
    <w:p w:rsidR="00E00D30" w:rsidRDefault="00E00D30" w:rsidP="00E00D30">
      <w:r>
        <w:t>425.2923</w:t>
      </w:r>
      <w:r>
        <w:tab/>
        <w:t>3.038e0</w:t>
      </w:r>
    </w:p>
    <w:p w:rsidR="00E00D30" w:rsidRDefault="00E00D30" w:rsidP="00E00D30">
      <w:r>
        <w:t>425.3008</w:t>
      </w:r>
      <w:r>
        <w:tab/>
        <w:t>2.025e0</w:t>
      </w:r>
    </w:p>
    <w:p w:rsidR="00E00D30" w:rsidRDefault="00E00D30" w:rsidP="00E00D30">
      <w:r>
        <w:lastRenderedPageBreak/>
        <w:t>425.3042</w:t>
      </w:r>
      <w:r>
        <w:tab/>
        <w:t>2.025e0</w:t>
      </w:r>
    </w:p>
    <w:p w:rsidR="00E00D30" w:rsidRDefault="00E00D30" w:rsidP="00E00D30">
      <w:r>
        <w:t>425.3157</w:t>
      </w:r>
      <w:r>
        <w:tab/>
        <w:t>2.025e0</w:t>
      </w:r>
    </w:p>
    <w:p w:rsidR="00E00D30" w:rsidRDefault="00E00D30" w:rsidP="00E00D30">
      <w:r>
        <w:t>425.3547</w:t>
      </w:r>
      <w:r>
        <w:tab/>
        <w:t>3.038e0</w:t>
      </w:r>
    </w:p>
    <w:p w:rsidR="00E00D30" w:rsidRDefault="00E00D30" w:rsidP="00E00D30">
      <w:r>
        <w:t>425.3564</w:t>
      </w:r>
      <w:r>
        <w:tab/>
        <w:t>1.013e0</w:t>
      </w:r>
    </w:p>
    <w:p w:rsidR="00E00D30" w:rsidRDefault="00E00D30" w:rsidP="00E00D30">
      <w:r>
        <w:t>425.3661</w:t>
      </w:r>
      <w:r>
        <w:tab/>
        <w:t>4.051e0</w:t>
      </w:r>
    </w:p>
    <w:p w:rsidR="00E00D30" w:rsidRDefault="00E00D30" w:rsidP="00E00D30">
      <w:r>
        <w:t>425.3676</w:t>
      </w:r>
      <w:r>
        <w:tab/>
        <w:t>1.013e0</w:t>
      </w:r>
    </w:p>
    <w:p w:rsidR="00E00D30" w:rsidRDefault="00E00D30" w:rsidP="00E00D30">
      <w:r>
        <w:t>425.3704</w:t>
      </w:r>
      <w:r>
        <w:tab/>
        <w:t>2.025e0</w:t>
      </w:r>
    </w:p>
    <w:p w:rsidR="00E00D30" w:rsidRDefault="00E00D30" w:rsidP="00E00D30">
      <w:r>
        <w:t>425.3747</w:t>
      </w:r>
      <w:r>
        <w:tab/>
        <w:t>1.013e0</w:t>
      </w:r>
    </w:p>
    <w:p w:rsidR="00E00D30" w:rsidRDefault="00E00D30" w:rsidP="00E00D30">
      <w:r>
        <w:t>425.3766</w:t>
      </w:r>
      <w:r>
        <w:tab/>
        <w:t>2.025e0</w:t>
      </w:r>
    </w:p>
    <w:p w:rsidR="00E00D30" w:rsidRDefault="00E00D30" w:rsidP="00E00D30">
      <w:r>
        <w:t>425.3887</w:t>
      </w:r>
      <w:r>
        <w:tab/>
        <w:t>2.025e0</w:t>
      </w:r>
    </w:p>
    <w:p w:rsidR="00E00D30" w:rsidRDefault="00E00D30" w:rsidP="00E00D30">
      <w:r>
        <w:t>425.3948</w:t>
      </w:r>
      <w:r>
        <w:tab/>
        <w:t>2.025e0</w:t>
      </w:r>
    </w:p>
    <w:p w:rsidR="00E00D30" w:rsidRDefault="00E00D30" w:rsidP="00E00D30">
      <w:r>
        <w:t>425.3977</w:t>
      </w:r>
      <w:r>
        <w:tab/>
        <w:t>4.051e0</w:t>
      </w:r>
    </w:p>
    <w:p w:rsidR="00E00D30" w:rsidRDefault="00E00D30" w:rsidP="00E00D30">
      <w:r>
        <w:t>425.4210</w:t>
      </w:r>
      <w:r>
        <w:tab/>
        <w:t>1.013e0</w:t>
      </w:r>
    </w:p>
    <w:p w:rsidR="00E00D30" w:rsidRDefault="00E00D30" w:rsidP="00E00D30">
      <w:r>
        <w:t>425.4349</w:t>
      </w:r>
      <w:r>
        <w:tab/>
        <w:t>1.013e0</w:t>
      </w:r>
    </w:p>
    <w:p w:rsidR="00E00D30" w:rsidRDefault="00E00D30" w:rsidP="00E00D30">
      <w:r>
        <w:t>425.4386</w:t>
      </w:r>
      <w:r>
        <w:tab/>
        <w:t>1.013e0</w:t>
      </w:r>
    </w:p>
    <w:p w:rsidR="00E00D30" w:rsidRDefault="00E00D30" w:rsidP="00E00D30">
      <w:r>
        <w:t>425.4429</w:t>
      </w:r>
      <w:r>
        <w:tab/>
        <w:t>1.013e0</w:t>
      </w:r>
    </w:p>
    <w:p w:rsidR="00E00D30" w:rsidRDefault="00E00D30" w:rsidP="00E00D30">
      <w:r>
        <w:t>425.4504</w:t>
      </w:r>
      <w:r>
        <w:tab/>
        <w:t>1.013e0</w:t>
      </w:r>
    </w:p>
    <w:p w:rsidR="00E00D30" w:rsidRDefault="00E00D30" w:rsidP="00E00D30">
      <w:r>
        <w:t>425.4630</w:t>
      </w:r>
      <w:r>
        <w:tab/>
        <w:t>2.025e0</w:t>
      </w:r>
    </w:p>
    <w:p w:rsidR="00E00D30" w:rsidRDefault="00E00D30" w:rsidP="00E00D30">
      <w:r>
        <w:t>425.5034</w:t>
      </w:r>
      <w:r>
        <w:tab/>
        <w:t>3.038e0</w:t>
      </w:r>
    </w:p>
    <w:p w:rsidR="00E00D30" w:rsidRDefault="00E00D30" w:rsidP="00E00D30">
      <w:r>
        <w:lastRenderedPageBreak/>
        <w:t>425.5097</w:t>
      </w:r>
      <w:r>
        <w:tab/>
        <w:t>1.013e0</w:t>
      </w:r>
    </w:p>
    <w:p w:rsidR="00E00D30" w:rsidRDefault="00E00D30" w:rsidP="00E00D30">
      <w:r>
        <w:t>425.5424</w:t>
      </w:r>
      <w:r>
        <w:tab/>
        <w:t>1.013e0</w:t>
      </w:r>
    </w:p>
    <w:p w:rsidR="00E00D30" w:rsidRDefault="00E00D30" w:rsidP="00E00D30">
      <w:r>
        <w:t>425.5622</w:t>
      </w:r>
      <w:r>
        <w:tab/>
        <w:t>2.025e0</w:t>
      </w:r>
    </w:p>
    <w:p w:rsidR="00E00D30" w:rsidRDefault="00E00D30" w:rsidP="00E00D30">
      <w:r>
        <w:t>425.5696</w:t>
      </w:r>
      <w:r>
        <w:tab/>
        <w:t>1.013e0</w:t>
      </w:r>
    </w:p>
    <w:p w:rsidR="00E00D30" w:rsidRDefault="00E00D30" w:rsidP="00E00D30">
      <w:r>
        <w:t>425.5768</w:t>
      </w:r>
      <w:r>
        <w:tab/>
        <w:t>1.013e0</w:t>
      </w:r>
    </w:p>
    <w:p w:rsidR="00E00D30" w:rsidRDefault="00E00D30" w:rsidP="00E00D30">
      <w:r>
        <w:t>425.6030</w:t>
      </w:r>
      <w:r>
        <w:tab/>
        <w:t>1.013e0</w:t>
      </w:r>
    </w:p>
    <w:p w:rsidR="00E00D30" w:rsidRDefault="00E00D30" w:rsidP="00E00D30">
      <w:r>
        <w:t>425.6253</w:t>
      </w:r>
      <w:r>
        <w:tab/>
        <w:t>1.013e0</w:t>
      </w:r>
    </w:p>
    <w:p w:rsidR="00E00D30" w:rsidRDefault="00E00D30" w:rsidP="00E00D30">
      <w:r>
        <w:t>425.6599</w:t>
      </w:r>
      <w:r>
        <w:tab/>
        <w:t>1.013e0</w:t>
      </w:r>
    </w:p>
    <w:p w:rsidR="00E00D30" w:rsidRDefault="00E00D30" w:rsidP="00E00D30">
      <w:r>
        <w:t>425.6639</w:t>
      </w:r>
      <w:r>
        <w:tab/>
        <w:t>1.013e0</w:t>
      </w:r>
    </w:p>
    <w:p w:rsidR="00E00D30" w:rsidRDefault="00E00D30" w:rsidP="00E00D30">
      <w:r>
        <w:t>425.6860</w:t>
      </w:r>
      <w:r>
        <w:tab/>
        <w:t>1.013e0</w:t>
      </w:r>
    </w:p>
    <w:p w:rsidR="00E00D30" w:rsidRDefault="00E00D30" w:rsidP="00E00D30">
      <w:r>
        <w:t>425.6941</w:t>
      </w:r>
      <w:r>
        <w:tab/>
        <w:t>2.025e0</w:t>
      </w:r>
    </w:p>
    <w:p w:rsidR="00E00D30" w:rsidRDefault="00E00D30" w:rsidP="00E00D30">
      <w:r>
        <w:t>425.7031</w:t>
      </w:r>
      <w:r>
        <w:tab/>
        <w:t>1.013e0</w:t>
      </w:r>
    </w:p>
    <w:p w:rsidR="00E00D30" w:rsidRDefault="00E00D30" w:rsidP="00E00D30">
      <w:r>
        <w:t>425.7494</w:t>
      </w:r>
      <w:r>
        <w:tab/>
        <w:t>1.013e0</w:t>
      </w:r>
    </w:p>
    <w:p w:rsidR="00E00D30" w:rsidRDefault="00E00D30" w:rsidP="00E00D30">
      <w:r>
        <w:t>425.7682</w:t>
      </w:r>
      <w:r>
        <w:tab/>
        <w:t>1.013e0</w:t>
      </w:r>
    </w:p>
    <w:p w:rsidR="00E00D30" w:rsidRDefault="00E00D30" w:rsidP="00E00D30">
      <w:r>
        <w:t>425.7959</w:t>
      </w:r>
      <w:r>
        <w:tab/>
        <w:t>2.025e0</w:t>
      </w:r>
    </w:p>
    <w:p w:rsidR="00E00D30" w:rsidRDefault="00E00D30" w:rsidP="00E00D30">
      <w:r>
        <w:t>425.8068</w:t>
      </w:r>
      <w:r>
        <w:tab/>
        <w:t>1.013e0</w:t>
      </w:r>
    </w:p>
    <w:p w:rsidR="00E00D30" w:rsidRDefault="00E00D30" w:rsidP="00E00D30">
      <w:r>
        <w:t>425.8282</w:t>
      </w:r>
      <w:r>
        <w:tab/>
        <w:t>2.025e0</w:t>
      </w:r>
    </w:p>
    <w:p w:rsidR="00E00D30" w:rsidRDefault="00E00D30" w:rsidP="00E00D30">
      <w:r>
        <w:t>425.8461</w:t>
      </w:r>
      <w:r>
        <w:tab/>
        <w:t>1.013e0</w:t>
      </w:r>
    </w:p>
    <w:p w:rsidR="00E00D30" w:rsidRDefault="00E00D30" w:rsidP="00E00D30">
      <w:r>
        <w:t>425.8499</w:t>
      </w:r>
      <w:r>
        <w:tab/>
        <w:t>1.013e0</w:t>
      </w:r>
    </w:p>
    <w:p w:rsidR="00E00D30" w:rsidRDefault="00E00D30" w:rsidP="00E00D30">
      <w:r>
        <w:lastRenderedPageBreak/>
        <w:t>425.8540</w:t>
      </w:r>
      <w:r>
        <w:tab/>
        <w:t>1.013e0</w:t>
      </w:r>
    </w:p>
    <w:p w:rsidR="00E00D30" w:rsidRDefault="00E00D30" w:rsidP="00E00D30">
      <w:r>
        <w:t>425.8711</w:t>
      </w:r>
      <w:r>
        <w:tab/>
        <w:t>1.013e0</w:t>
      </w:r>
    </w:p>
    <w:p w:rsidR="00E00D30" w:rsidRDefault="00E00D30" w:rsidP="00E00D30">
      <w:r>
        <w:t>425.8770</w:t>
      </w:r>
      <w:r>
        <w:tab/>
        <w:t>1.013e0</w:t>
      </w:r>
    </w:p>
    <w:p w:rsidR="00E00D30" w:rsidRDefault="00E00D30" w:rsidP="00E00D30">
      <w:r>
        <w:t>425.8837</w:t>
      </w:r>
      <w:r>
        <w:tab/>
        <w:t>1.013e0</w:t>
      </w:r>
    </w:p>
    <w:p w:rsidR="00E00D30" w:rsidRDefault="00E00D30" w:rsidP="00E00D30">
      <w:r>
        <w:t>425.9105</w:t>
      </w:r>
      <w:r>
        <w:tab/>
        <w:t>2.025e0</w:t>
      </w:r>
    </w:p>
    <w:p w:rsidR="00E00D30" w:rsidRDefault="00E00D30" w:rsidP="00E00D30">
      <w:r>
        <w:t>425.9369</w:t>
      </w:r>
      <w:r>
        <w:tab/>
        <w:t>1.013e0</w:t>
      </w:r>
    </w:p>
    <w:p w:rsidR="00E00D30" w:rsidRDefault="00E00D30" w:rsidP="00E00D30">
      <w:r>
        <w:t>425.9410</w:t>
      </w:r>
      <w:r>
        <w:tab/>
        <w:t>2.025e0</w:t>
      </w:r>
    </w:p>
    <w:p w:rsidR="00E00D30" w:rsidRDefault="00E00D30" w:rsidP="00E00D30">
      <w:r>
        <w:t>425.9663</w:t>
      </w:r>
      <w:r>
        <w:tab/>
        <w:t>1.013e0</w:t>
      </w:r>
    </w:p>
    <w:p w:rsidR="00E00D30" w:rsidRDefault="00E00D30" w:rsidP="00E00D30">
      <w:r>
        <w:t>425.9805</w:t>
      </w:r>
      <w:r>
        <w:tab/>
        <w:t>2.025e0</w:t>
      </w:r>
    </w:p>
    <w:p w:rsidR="00E00D30" w:rsidRDefault="00E00D30" w:rsidP="00E00D30">
      <w:r>
        <w:t>426.0081</w:t>
      </w:r>
      <w:r>
        <w:tab/>
        <w:t>2.025e0</w:t>
      </w:r>
    </w:p>
    <w:p w:rsidR="00E00D30" w:rsidRDefault="00E00D30" w:rsidP="00E00D30">
      <w:r>
        <w:t>426.0539</w:t>
      </w:r>
      <w:r>
        <w:tab/>
        <w:t>1.013e0</w:t>
      </w:r>
    </w:p>
    <w:p w:rsidR="00E00D30" w:rsidRDefault="00E00D30" w:rsidP="00E00D30">
      <w:r>
        <w:t>426.0637</w:t>
      </w:r>
      <w:r>
        <w:tab/>
        <w:t>1.013e0</w:t>
      </w:r>
    </w:p>
    <w:p w:rsidR="00E00D30" w:rsidRDefault="00E00D30" w:rsidP="00E00D30">
      <w:r>
        <w:t>426.0748</w:t>
      </w:r>
      <w:r>
        <w:tab/>
        <w:t>2.025e0</w:t>
      </w:r>
    </w:p>
    <w:p w:rsidR="00E00D30" w:rsidRDefault="00E00D30" w:rsidP="00E00D30">
      <w:r>
        <w:t>426.1248</w:t>
      </w:r>
      <w:r>
        <w:tab/>
        <w:t>3.038e0</w:t>
      </w:r>
    </w:p>
    <w:p w:rsidR="00E00D30" w:rsidRDefault="00E00D30" w:rsidP="00E00D30">
      <w:r>
        <w:t>426.1389</w:t>
      </w:r>
      <w:r>
        <w:tab/>
        <w:t>1.013e0</w:t>
      </w:r>
    </w:p>
    <w:p w:rsidR="00E00D30" w:rsidRDefault="00E00D30" w:rsidP="00E00D30">
      <w:r>
        <w:t>426.1660</w:t>
      </w:r>
      <w:r>
        <w:tab/>
        <w:t>2.025e0</w:t>
      </w:r>
    </w:p>
    <w:p w:rsidR="00E00D30" w:rsidRDefault="00E00D30" w:rsidP="00E00D30">
      <w:r>
        <w:t>426.1841</w:t>
      </w:r>
      <w:r>
        <w:tab/>
        <w:t>1.013e0</w:t>
      </w:r>
    </w:p>
    <w:p w:rsidR="00E00D30" w:rsidRDefault="00E00D30" w:rsidP="00E00D30">
      <w:r>
        <w:t>426.1930</w:t>
      </w:r>
      <w:r>
        <w:tab/>
        <w:t>2.025e0</w:t>
      </w:r>
    </w:p>
    <w:p w:rsidR="00E00D30" w:rsidRDefault="00E00D30" w:rsidP="00E00D30">
      <w:r>
        <w:t>426.2396</w:t>
      </w:r>
      <w:r>
        <w:tab/>
        <w:t>2.025e0</w:t>
      </w:r>
    </w:p>
    <w:p w:rsidR="00E00D30" w:rsidRDefault="00E00D30" w:rsidP="00E00D30">
      <w:r>
        <w:lastRenderedPageBreak/>
        <w:t>426.2507</w:t>
      </w:r>
      <w:r>
        <w:tab/>
        <w:t>1.013e0</w:t>
      </w:r>
    </w:p>
    <w:p w:rsidR="00E00D30" w:rsidRDefault="00E00D30" w:rsidP="00E00D30">
      <w:r>
        <w:t>426.2715</w:t>
      </w:r>
      <w:r>
        <w:tab/>
        <w:t>2.025e0</w:t>
      </w:r>
    </w:p>
    <w:p w:rsidR="00E00D30" w:rsidRDefault="00E00D30" w:rsidP="00E00D30">
      <w:r>
        <w:t>426.2738</w:t>
      </w:r>
      <w:r>
        <w:tab/>
        <w:t>4.051e0</w:t>
      </w:r>
    </w:p>
    <w:p w:rsidR="00E00D30" w:rsidRDefault="00E00D30" w:rsidP="00E00D30">
      <w:r>
        <w:t>426.2809</w:t>
      </w:r>
      <w:r>
        <w:tab/>
        <w:t>2.025e0</w:t>
      </w:r>
    </w:p>
    <w:p w:rsidR="00E00D30" w:rsidRDefault="00E00D30" w:rsidP="00E00D30">
      <w:r>
        <w:t>426.2831</w:t>
      </w:r>
      <w:r>
        <w:tab/>
        <w:t>3.038e0</w:t>
      </w:r>
    </w:p>
    <w:p w:rsidR="00E00D30" w:rsidRDefault="00E00D30" w:rsidP="00E00D30">
      <w:r>
        <w:t>426.2884</w:t>
      </w:r>
      <w:r>
        <w:tab/>
        <w:t>1.013e0</w:t>
      </w:r>
    </w:p>
    <w:p w:rsidR="00E00D30" w:rsidRDefault="00E00D30" w:rsidP="00E00D30">
      <w:r>
        <w:t>426.2995</w:t>
      </w:r>
      <w:r>
        <w:tab/>
        <w:t>4.051e0</w:t>
      </w:r>
    </w:p>
    <w:p w:rsidR="00E00D30" w:rsidRDefault="00E00D30" w:rsidP="00E00D30">
      <w:r>
        <w:t>426.3368</w:t>
      </w:r>
      <w:r>
        <w:tab/>
        <w:t>2.025e0</w:t>
      </w:r>
    </w:p>
    <w:p w:rsidR="00E00D30" w:rsidRDefault="00E00D30" w:rsidP="00E00D30">
      <w:r>
        <w:t>426.3481</w:t>
      </w:r>
      <w:r>
        <w:tab/>
        <w:t>2.025e0</w:t>
      </w:r>
    </w:p>
    <w:p w:rsidR="00E00D30" w:rsidRDefault="00E00D30" w:rsidP="00E00D30">
      <w:r>
        <w:t>426.3588</w:t>
      </w:r>
      <w:r>
        <w:tab/>
        <w:t>2.025e0</w:t>
      </w:r>
    </w:p>
    <w:p w:rsidR="00E00D30" w:rsidRDefault="00E00D30" w:rsidP="00E00D30">
      <w:r>
        <w:t>426.3641</w:t>
      </w:r>
      <w:r>
        <w:tab/>
        <w:t>1.013e0</w:t>
      </w:r>
    </w:p>
    <w:p w:rsidR="00E00D30" w:rsidRDefault="00E00D30" w:rsidP="00E00D30">
      <w:r>
        <w:t>426.3789</w:t>
      </w:r>
      <w:r>
        <w:tab/>
        <w:t>1.013e0</w:t>
      </w:r>
    </w:p>
    <w:p w:rsidR="00E00D30" w:rsidRDefault="00E00D30" w:rsidP="00E00D30">
      <w:r>
        <w:t>426.3821</w:t>
      </w:r>
      <w:r>
        <w:tab/>
        <w:t>3.038e0</w:t>
      </w:r>
    </w:p>
    <w:p w:rsidR="00E00D30" w:rsidRDefault="00E00D30" w:rsidP="00E00D30">
      <w:r>
        <w:t>426.3895</w:t>
      </w:r>
      <w:r>
        <w:tab/>
        <w:t>3.038e0</w:t>
      </w:r>
    </w:p>
    <w:p w:rsidR="00E00D30" w:rsidRDefault="00E00D30" w:rsidP="00E00D30">
      <w:r>
        <w:t>426.4313</w:t>
      </w:r>
      <w:r>
        <w:tab/>
        <w:t>1.013e0</w:t>
      </w:r>
    </w:p>
    <w:p w:rsidR="00E00D30" w:rsidRDefault="00E00D30" w:rsidP="00E00D30">
      <w:r>
        <w:t>426.4383</w:t>
      </w:r>
      <w:r>
        <w:tab/>
        <w:t>1.013e0</w:t>
      </w:r>
    </w:p>
    <w:p w:rsidR="00E00D30" w:rsidRDefault="00E00D30" w:rsidP="00E00D30">
      <w:r>
        <w:t>426.4531</w:t>
      </w:r>
      <w:r>
        <w:tab/>
        <w:t>1.013e0</w:t>
      </w:r>
    </w:p>
    <w:p w:rsidR="00E00D30" w:rsidRDefault="00E00D30" w:rsidP="00E00D30">
      <w:r>
        <w:t>426.4613</w:t>
      </w:r>
      <w:r>
        <w:tab/>
        <w:t>1.013e0</w:t>
      </w:r>
    </w:p>
    <w:p w:rsidR="00E00D30" w:rsidRDefault="00E00D30" w:rsidP="00E00D30">
      <w:r>
        <w:t>426.4683</w:t>
      </w:r>
      <w:r>
        <w:tab/>
        <w:t>1.013e0</w:t>
      </w:r>
    </w:p>
    <w:p w:rsidR="00E00D30" w:rsidRDefault="00E00D30" w:rsidP="00E00D30">
      <w:r>
        <w:lastRenderedPageBreak/>
        <w:t>426.4763</w:t>
      </w:r>
      <w:r>
        <w:tab/>
        <w:t>1.013e0</w:t>
      </w:r>
    </w:p>
    <w:p w:rsidR="00E00D30" w:rsidRDefault="00E00D30" w:rsidP="00E00D30">
      <w:r>
        <w:t>426.5034</w:t>
      </w:r>
      <w:r>
        <w:tab/>
        <w:t>1.013e0</w:t>
      </w:r>
    </w:p>
    <w:p w:rsidR="00E00D30" w:rsidRDefault="00E00D30" w:rsidP="00E00D30">
      <w:r>
        <w:t>426.5363</w:t>
      </w:r>
      <w:r>
        <w:tab/>
        <w:t>1.013e0</w:t>
      </w:r>
    </w:p>
    <w:p w:rsidR="00E00D30" w:rsidRDefault="00E00D30" w:rsidP="00E00D30">
      <w:r>
        <w:t>426.5505</w:t>
      </w:r>
      <w:r>
        <w:tab/>
        <w:t>1.013e0</w:t>
      </w:r>
    </w:p>
    <w:p w:rsidR="00E00D30" w:rsidRDefault="00E00D30" w:rsidP="00E00D30">
      <w:r>
        <w:t>426.5882</w:t>
      </w:r>
      <w:r>
        <w:tab/>
        <w:t>2.025e0</w:t>
      </w:r>
    </w:p>
    <w:p w:rsidR="00E00D30" w:rsidRDefault="00E00D30" w:rsidP="00E00D30">
      <w:r>
        <w:t>426.6058</w:t>
      </w:r>
      <w:r>
        <w:tab/>
        <w:t>2.025e0</w:t>
      </w:r>
    </w:p>
    <w:p w:rsidR="00E00D30" w:rsidRDefault="00E00D30" w:rsidP="00E00D30">
      <w:r>
        <w:t>426.6332</w:t>
      </w:r>
      <w:r>
        <w:tab/>
        <w:t>1.013e0</w:t>
      </w:r>
    </w:p>
    <w:p w:rsidR="00E00D30" w:rsidRDefault="00E00D30" w:rsidP="00E00D30">
      <w:r>
        <w:t>426.6376</w:t>
      </w:r>
      <w:r>
        <w:tab/>
        <w:t>2.025e0</w:t>
      </w:r>
    </w:p>
    <w:p w:rsidR="00E00D30" w:rsidRDefault="00E00D30" w:rsidP="00E00D30">
      <w:r>
        <w:t>426.6407</w:t>
      </w:r>
      <w:r>
        <w:tab/>
        <w:t>1.013e0</w:t>
      </w:r>
    </w:p>
    <w:p w:rsidR="00E00D30" w:rsidRDefault="00E00D30" w:rsidP="00E00D30">
      <w:r>
        <w:t>426.7455</w:t>
      </w:r>
      <w:r>
        <w:tab/>
        <w:t>1.013e0</w:t>
      </w:r>
    </w:p>
    <w:p w:rsidR="00E00D30" w:rsidRDefault="00E00D30" w:rsidP="00E00D30">
      <w:r>
        <w:t>426.7503</w:t>
      </w:r>
      <w:r>
        <w:tab/>
        <w:t>2.025e0</w:t>
      </w:r>
    </w:p>
    <w:p w:rsidR="00E00D30" w:rsidRDefault="00E00D30" w:rsidP="00E00D30">
      <w:r>
        <w:t>426.7833</w:t>
      </w:r>
      <w:r>
        <w:tab/>
        <w:t>1.013e0</w:t>
      </w:r>
    </w:p>
    <w:p w:rsidR="00E00D30" w:rsidRDefault="00E00D30" w:rsidP="00E00D30">
      <w:r>
        <w:t>426.7931</w:t>
      </w:r>
      <w:r>
        <w:tab/>
        <w:t>1.013e0</w:t>
      </w:r>
    </w:p>
    <w:p w:rsidR="00E00D30" w:rsidRDefault="00E00D30" w:rsidP="00E00D30">
      <w:r>
        <w:t>426.8716</w:t>
      </w:r>
      <w:r>
        <w:tab/>
        <w:t>1.013e0</w:t>
      </w:r>
    </w:p>
    <w:p w:rsidR="00E00D30" w:rsidRDefault="00E00D30" w:rsidP="00E00D30">
      <w:r>
        <w:t>426.9149</w:t>
      </w:r>
      <w:r>
        <w:tab/>
        <w:t>2.025e0</w:t>
      </w:r>
    </w:p>
    <w:p w:rsidR="00E00D30" w:rsidRDefault="00E00D30" w:rsidP="00E00D30">
      <w:r>
        <w:t>426.9192</w:t>
      </w:r>
      <w:r>
        <w:tab/>
        <w:t>4.051e0</w:t>
      </w:r>
    </w:p>
    <w:p w:rsidR="00E00D30" w:rsidRDefault="00E00D30" w:rsidP="00E00D30">
      <w:r>
        <w:t>426.9216</w:t>
      </w:r>
      <w:r>
        <w:tab/>
        <w:t>2.025e0</w:t>
      </w:r>
    </w:p>
    <w:p w:rsidR="00E00D30" w:rsidRDefault="00E00D30" w:rsidP="00E00D30">
      <w:r>
        <w:t>426.9327</w:t>
      </w:r>
      <w:r>
        <w:tab/>
        <w:t>1.013e0</w:t>
      </w:r>
    </w:p>
    <w:p w:rsidR="00E00D30" w:rsidRDefault="00E00D30" w:rsidP="00E00D30">
      <w:r>
        <w:t>426.9361</w:t>
      </w:r>
      <w:r>
        <w:tab/>
        <w:t>1.013e0</w:t>
      </w:r>
    </w:p>
    <w:p w:rsidR="00E00D30" w:rsidRDefault="00E00D30" w:rsidP="00E00D30">
      <w:r>
        <w:lastRenderedPageBreak/>
        <w:t>426.9755</w:t>
      </w:r>
      <w:r>
        <w:tab/>
        <w:t>1.013e0</w:t>
      </w:r>
    </w:p>
    <w:p w:rsidR="00E00D30" w:rsidRDefault="00E00D30" w:rsidP="00E00D30">
      <w:r>
        <w:t>426.9933</w:t>
      </w:r>
      <w:r>
        <w:tab/>
        <w:t>1.013e0</w:t>
      </w:r>
    </w:p>
    <w:p w:rsidR="00E00D30" w:rsidRDefault="00E00D30" w:rsidP="00E00D30">
      <w:r>
        <w:t>427.0084</w:t>
      </w:r>
      <w:r>
        <w:tab/>
        <w:t>1.013e0</w:t>
      </w:r>
    </w:p>
    <w:p w:rsidR="00E00D30" w:rsidRDefault="00E00D30" w:rsidP="00E00D30">
      <w:r>
        <w:t>427.0154</w:t>
      </w:r>
      <w:r>
        <w:tab/>
        <w:t>1.013e0</w:t>
      </w:r>
    </w:p>
    <w:p w:rsidR="00E00D30" w:rsidRDefault="00E00D30" w:rsidP="00E00D30">
      <w:r>
        <w:t>427.0309</w:t>
      </w:r>
      <w:r>
        <w:tab/>
        <w:t>1.013e0</w:t>
      </w:r>
    </w:p>
    <w:p w:rsidR="00E00D30" w:rsidRDefault="00E00D30" w:rsidP="00E00D30">
      <w:r>
        <w:t>427.0576</w:t>
      </w:r>
      <w:r>
        <w:tab/>
        <w:t>2.025e0</w:t>
      </w:r>
    </w:p>
    <w:p w:rsidR="00E00D30" w:rsidRDefault="00E00D30" w:rsidP="00E00D30">
      <w:r>
        <w:t>427.0593</w:t>
      </w:r>
      <w:r>
        <w:tab/>
        <w:t>3.038e0</w:t>
      </w:r>
    </w:p>
    <w:p w:rsidR="00E00D30" w:rsidRDefault="00E00D30" w:rsidP="00E00D30">
      <w:r>
        <w:t>427.0689</w:t>
      </w:r>
      <w:r>
        <w:tab/>
        <w:t>1.013e0</w:t>
      </w:r>
    </w:p>
    <w:p w:rsidR="00E00D30" w:rsidRDefault="00E00D30" w:rsidP="00E00D30">
      <w:r>
        <w:t>427.0758</w:t>
      </w:r>
      <w:r>
        <w:tab/>
        <w:t>1.013e0</w:t>
      </w:r>
    </w:p>
    <w:p w:rsidR="00E00D30" w:rsidRDefault="00E00D30" w:rsidP="00E00D30">
      <w:r>
        <w:t>427.1133</w:t>
      </w:r>
      <w:r>
        <w:tab/>
        <w:t>2.025e0</w:t>
      </w:r>
    </w:p>
    <w:p w:rsidR="00E00D30" w:rsidRDefault="00E00D30" w:rsidP="00E00D30">
      <w:r>
        <w:t>427.1182</w:t>
      </w:r>
      <w:r>
        <w:tab/>
        <w:t>1.013e0</w:t>
      </w:r>
    </w:p>
    <w:p w:rsidR="00E00D30" w:rsidRDefault="00E00D30" w:rsidP="00E00D30">
      <w:r>
        <w:t>427.1620</w:t>
      </w:r>
      <w:r>
        <w:tab/>
        <w:t>1.013e0</w:t>
      </w:r>
    </w:p>
    <w:p w:rsidR="00E00D30" w:rsidRDefault="00E00D30" w:rsidP="00E00D30">
      <w:r>
        <w:t>427.1792</w:t>
      </w:r>
      <w:r>
        <w:tab/>
        <w:t>1.013e0</w:t>
      </w:r>
    </w:p>
    <w:p w:rsidR="00E00D30" w:rsidRDefault="00E00D30" w:rsidP="00E00D30">
      <w:r>
        <w:t>427.1827</w:t>
      </w:r>
      <w:r>
        <w:tab/>
        <w:t>1.013e0</w:t>
      </w:r>
    </w:p>
    <w:p w:rsidR="00E00D30" w:rsidRDefault="00E00D30" w:rsidP="00E00D30">
      <w:r>
        <w:t>427.2032</w:t>
      </w:r>
      <w:r>
        <w:tab/>
        <w:t>6.076e0</w:t>
      </w:r>
    </w:p>
    <w:p w:rsidR="00E00D30" w:rsidRDefault="00E00D30" w:rsidP="00E00D30">
      <w:r>
        <w:t>427.2043</w:t>
      </w:r>
      <w:r>
        <w:tab/>
        <w:t>1.013e0</w:t>
      </w:r>
    </w:p>
    <w:p w:rsidR="00E00D30" w:rsidRDefault="00E00D30" w:rsidP="00E00D30">
      <w:r>
        <w:t>427.2119</w:t>
      </w:r>
      <w:r>
        <w:tab/>
        <w:t>3.038e0</w:t>
      </w:r>
    </w:p>
    <w:p w:rsidR="00E00D30" w:rsidRDefault="00E00D30" w:rsidP="00E00D30">
      <w:r>
        <w:t>427.2220</w:t>
      </w:r>
      <w:r>
        <w:tab/>
        <w:t>1.013e0</w:t>
      </w:r>
    </w:p>
    <w:p w:rsidR="00E00D30" w:rsidRDefault="00E00D30" w:rsidP="00E00D30">
      <w:r>
        <w:t>427.2413</w:t>
      </w:r>
      <w:r>
        <w:tab/>
        <w:t>2.813e0</w:t>
      </w:r>
    </w:p>
    <w:p w:rsidR="00E00D30" w:rsidRDefault="00E00D30" w:rsidP="00E00D30">
      <w:r>
        <w:lastRenderedPageBreak/>
        <w:t>427.2560</w:t>
      </w:r>
      <w:r>
        <w:tab/>
        <w:t>3.038e0</w:t>
      </w:r>
    </w:p>
    <w:p w:rsidR="00E00D30" w:rsidRDefault="00E00D30" w:rsidP="00E00D30">
      <w:r>
        <w:t>427.2637</w:t>
      </w:r>
      <w:r>
        <w:tab/>
        <w:t>2.025e0</w:t>
      </w:r>
    </w:p>
    <w:p w:rsidR="00E00D30" w:rsidRDefault="00E00D30" w:rsidP="00E00D30">
      <w:r>
        <w:t>427.2686</w:t>
      </w:r>
      <w:r>
        <w:tab/>
        <w:t>2.025e0</w:t>
      </w:r>
    </w:p>
    <w:p w:rsidR="00E00D30" w:rsidRDefault="00E00D30" w:rsidP="00E00D30">
      <w:r>
        <w:t>427.2825</w:t>
      </w:r>
      <w:r>
        <w:tab/>
        <w:t>4.051e0</w:t>
      </w:r>
    </w:p>
    <w:p w:rsidR="00E00D30" w:rsidRDefault="00E00D30" w:rsidP="00E00D30">
      <w:r>
        <w:t>427.3093</w:t>
      </w:r>
      <w:r>
        <w:tab/>
        <w:t>3.038e0</w:t>
      </w:r>
    </w:p>
    <w:p w:rsidR="00E00D30" w:rsidRDefault="00E00D30" w:rsidP="00E00D30">
      <w:r>
        <w:t>427.3207</w:t>
      </w:r>
      <w:r>
        <w:tab/>
        <w:t>2.025e0</w:t>
      </w:r>
    </w:p>
    <w:p w:rsidR="00E00D30" w:rsidRDefault="00E00D30" w:rsidP="00E00D30">
      <w:r>
        <w:t>427.3649</w:t>
      </w:r>
      <w:r>
        <w:tab/>
        <w:t>2.025e0</w:t>
      </w:r>
    </w:p>
    <w:p w:rsidR="00E00D30" w:rsidRDefault="00E00D30" w:rsidP="00E00D30">
      <w:r>
        <w:t>427.3666</w:t>
      </w:r>
      <w:r>
        <w:tab/>
        <w:t>8.101e0</w:t>
      </w:r>
    </w:p>
    <w:p w:rsidR="00E00D30" w:rsidRDefault="00E00D30" w:rsidP="00E00D30">
      <w:r>
        <w:t>427.3729</w:t>
      </w:r>
      <w:r>
        <w:tab/>
        <w:t>9.114e0</w:t>
      </w:r>
    </w:p>
    <w:p w:rsidR="00E00D30" w:rsidRDefault="00E00D30" w:rsidP="00E00D30">
      <w:r>
        <w:t>427.3752</w:t>
      </w:r>
      <w:r>
        <w:tab/>
        <w:t>7.089e0</w:t>
      </w:r>
    </w:p>
    <w:p w:rsidR="00E00D30" w:rsidRDefault="00E00D30" w:rsidP="00E00D30">
      <w:r>
        <w:t>427.3779</w:t>
      </w:r>
      <w:r>
        <w:tab/>
        <w:t>3.342e1</w:t>
      </w:r>
    </w:p>
    <w:p w:rsidR="00E00D30" w:rsidRDefault="00E00D30" w:rsidP="00E00D30">
      <w:r>
        <w:t>427.3818</w:t>
      </w:r>
      <w:r>
        <w:tab/>
        <w:t>1.418e1</w:t>
      </w:r>
    </w:p>
    <w:p w:rsidR="00E00D30" w:rsidRDefault="00E00D30" w:rsidP="00E00D30">
      <w:r>
        <w:t>427.3933</w:t>
      </w:r>
      <w:r>
        <w:tab/>
        <w:t>7.515e0</w:t>
      </w:r>
    </w:p>
    <w:p w:rsidR="00E00D30" w:rsidRDefault="00E00D30" w:rsidP="00E00D30">
      <w:r>
        <w:t>427.4044</w:t>
      </w:r>
      <w:r>
        <w:tab/>
        <w:t>2.025e0</w:t>
      </w:r>
    </w:p>
    <w:p w:rsidR="00E00D30" w:rsidRDefault="00E00D30" w:rsidP="00E00D30">
      <w:r>
        <w:t>427.4369</w:t>
      </w:r>
      <w:r>
        <w:tab/>
        <w:t>2.025e0</w:t>
      </w:r>
    </w:p>
    <w:p w:rsidR="00E00D30" w:rsidRDefault="00E00D30" w:rsidP="00E00D30">
      <w:r>
        <w:t>427.4433</w:t>
      </w:r>
      <w:r>
        <w:tab/>
        <w:t>2.025e0</w:t>
      </w:r>
    </w:p>
    <w:p w:rsidR="00E00D30" w:rsidRDefault="00E00D30" w:rsidP="00E00D30">
      <w:r>
        <w:t>427.4634</w:t>
      </w:r>
      <w:r>
        <w:tab/>
        <w:t>2.025e0</w:t>
      </w:r>
    </w:p>
    <w:p w:rsidR="00E00D30" w:rsidRDefault="00E00D30" w:rsidP="00E00D30">
      <w:r>
        <w:t>427.5037</w:t>
      </w:r>
      <w:r>
        <w:tab/>
        <w:t>1.013e0</w:t>
      </w:r>
    </w:p>
    <w:p w:rsidR="00E00D30" w:rsidRDefault="00E00D30" w:rsidP="00E00D30">
      <w:r>
        <w:t>427.5261</w:t>
      </w:r>
      <w:r>
        <w:tab/>
        <w:t>1.013e0</w:t>
      </w:r>
    </w:p>
    <w:p w:rsidR="00E00D30" w:rsidRDefault="00E00D30" w:rsidP="00E00D30">
      <w:r>
        <w:lastRenderedPageBreak/>
        <w:t>427.5946</w:t>
      </w:r>
      <w:r>
        <w:tab/>
        <w:t>1.013e0</w:t>
      </w:r>
    </w:p>
    <w:p w:rsidR="00E00D30" w:rsidRDefault="00E00D30" w:rsidP="00E00D30">
      <w:r>
        <w:t>427.6016</w:t>
      </w:r>
      <w:r>
        <w:tab/>
        <w:t>1.013e0</w:t>
      </w:r>
    </w:p>
    <w:p w:rsidR="00E00D30" w:rsidRDefault="00E00D30" w:rsidP="00E00D30">
      <w:r>
        <w:t>427.6167</w:t>
      </w:r>
      <w:r>
        <w:tab/>
        <w:t>1.013e0</w:t>
      </w:r>
    </w:p>
    <w:p w:rsidR="00E00D30" w:rsidRDefault="00E00D30" w:rsidP="00E00D30">
      <w:r>
        <w:t>427.6338</w:t>
      </w:r>
      <w:r>
        <w:tab/>
        <w:t>1.013e0</w:t>
      </w:r>
    </w:p>
    <w:p w:rsidR="00E00D30" w:rsidRDefault="00E00D30" w:rsidP="00E00D30">
      <w:r>
        <w:t>427.6441</w:t>
      </w:r>
      <w:r>
        <w:tab/>
        <w:t>2.025e0</w:t>
      </w:r>
    </w:p>
    <w:p w:rsidR="00E00D30" w:rsidRDefault="00E00D30" w:rsidP="00E00D30">
      <w:r>
        <w:t>427.6615</w:t>
      </w:r>
      <w:r>
        <w:tab/>
        <w:t>1.013e0</w:t>
      </w:r>
    </w:p>
    <w:p w:rsidR="00E00D30" w:rsidRDefault="00E00D30" w:rsidP="00E00D30">
      <w:r>
        <w:t>427.6941</w:t>
      </w:r>
      <w:r>
        <w:tab/>
        <w:t>1.013e0</w:t>
      </w:r>
    </w:p>
    <w:p w:rsidR="00E00D30" w:rsidRDefault="00E00D30" w:rsidP="00E00D30">
      <w:r>
        <w:t>427.6999</w:t>
      </w:r>
      <w:r>
        <w:tab/>
        <w:t>1.013e0</w:t>
      </w:r>
    </w:p>
    <w:p w:rsidR="00E00D30" w:rsidRDefault="00E00D30" w:rsidP="00E00D30">
      <w:r>
        <w:t>427.7066</w:t>
      </w:r>
      <w:r>
        <w:tab/>
        <w:t>1.013e0</w:t>
      </w:r>
    </w:p>
    <w:p w:rsidR="00E00D30" w:rsidRDefault="00E00D30" w:rsidP="00E00D30">
      <w:r>
        <w:t>427.7441</w:t>
      </w:r>
      <w:r>
        <w:tab/>
        <w:t>2.025e0</w:t>
      </w:r>
    </w:p>
    <w:p w:rsidR="00E00D30" w:rsidRDefault="00E00D30" w:rsidP="00E00D30">
      <w:r>
        <w:t>427.8010</w:t>
      </w:r>
      <w:r>
        <w:tab/>
        <w:t>2.025e0</w:t>
      </w:r>
    </w:p>
    <w:p w:rsidR="00E00D30" w:rsidRDefault="00E00D30" w:rsidP="00E00D30">
      <w:r>
        <w:t>427.8219</w:t>
      </w:r>
      <w:r>
        <w:tab/>
        <w:t>2.025e0</w:t>
      </w:r>
    </w:p>
    <w:p w:rsidR="00E00D30" w:rsidRDefault="00E00D30" w:rsidP="00E00D30">
      <w:r>
        <w:t>427.8317</w:t>
      </w:r>
      <w:r>
        <w:tab/>
        <w:t>2.025e0</w:t>
      </w:r>
    </w:p>
    <w:p w:rsidR="00E00D30" w:rsidRDefault="00E00D30" w:rsidP="00E00D30">
      <w:r>
        <w:t>427.9023</w:t>
      </w:r>
      <w:r>
        <w:tab/>
        <w:t>1.013e0</w:t>
      </w:r>
    </w:p>
    <w:p w:rsidR="00E00D30" w:rsidRDefault="00E00D30" w:rsidP="00E00D30">
      <w:r>
        <w:t>427.9193</w:t>
      </w:r>
      <w:r>
        <w:tab/>
        <w:t>1.013e0</w:t>
      </w:r>
    </w:p>
    <w:p w:rsidR="00E00D30" w:rsidRDefault="00E00D30" w:rsidP="00E00D30">
      <w:r>
        <w:t>427.9367</w:t>
      </w:r>
      <w:r>
        <w:tab/>
        <w:t>2.025e0</w:t>
      </w:r>
    </w:p>
    <w:p w:rsidR="00E00D30" w:rsidRDefault="00E00D30" w:rsidP="00E00D30">
      <w:r>
        <w:t>427.9579</w:t>
      </w:r>
      <w:r>
        <w:tab/>
        <w:t>3.038e0</w:t>
      </w:r>
    </w:p>
    <w:p w:rsidR="00E00D30" w:rsidRDefault="00E00D30" w:rsidP="00E00D30">
      <w:r>
        <w:t>427.9611</w:t>
      </w:r>
      <w:r>
        <w:tab/>
        <w:t>2.025e0</w:t>
      </w:r>
    </w:p>
    <w:p w:rsidR="00E00D30" w:rsidRDefault="00E00D30" w:rsidP="00E00D30">
      <w:r>
        <w:t>428.0052</w:t>
      </w:r>
      <w:r>
        <w:tab/>
        <w:t>2.025e0</w:t>
      </w:r>
    </w:p>
    <w:p w:rsidR="00E00D30" w:rsidRDefault="00E00D30" w:rsidP="00E00D30">
      <w:r>
        <w:lastRenderedPageBreak/>
        <w:t>428.0154</w:t>
      </w:r>
      <w:r>
        <w:tab/>
        <w:t>2.025e0</w:t>
      </w:r>
    </w:p>
    <w:p w:rsidR="00E00D30" w:rsidRDefault="00E00D30" w:rsidP="00E00D30">
      <w:r>
        <w:t>428.0191</w:t>
      </w:r>
      <w:r>
        <w:tab/>
        <w:t>1.013e0</w:t>
      </w:r>
    </w:p>
    <w:p w:rsidR="00E00D30" w:rsidRDefault="00E00D30" w:rsidP="00E00D30">
      <w:r>
        <w:t>428.0461</w:t>
      </w:r>
      <w:r>
        <w:tab/>
        <w:t>4.051e0</w:t>
      </w:r>
    </w:p>
    <w:p w:rsidR="00E00D30" w:rsidRDefault="00E00D30" w:rsidP="00E00D30">
      <w:r>
        <w:t>428.0527</w:t>
      </w:r>
      <w:r>
        <w:tab/>
        <w:t>1.013e0</w:t>
      </w:r>
    </w:p>
    <w:p w:rsidR="00E00D30" w:rsidRDefault="00E00D30" w:rsidP="00E00D30">
      <w:r>
        <w:t>428.0693</w:t>
      </w:r>
      <w:r>
        <w:tab/>
        <w:t>3.038e0</w:t>
      </w:r>
    </w:p>
    <w:p w:rsidR="00E00D30" w:rsidRDefault="00E00D30" w:rsidP="00E00D30">
      <w:r>
        <w:t>428.0984</w:t>
      </w:r>
      <w:r>
        <w:tab/>
        <w:t>1.013e0</w:t>
      </w:r>
    </w:p>
    <w:p w:rsidR="00E00D30" w:rsidRDefault="00E00D30" w:rsidP="00E00D30">
      <w:r>
        <w:t>428.1051</w:t>
      </w:r>
      <w:r>
        <w:tab/>
        <w:t>1.013e0</w:t>
      </w:r>
    </w:p>
    <w:p w:rsidR="00E00D30" w:rsidRDefault="00E00D30" w:rsidP="00E00D30">
      <w:r>
        <w:t>428.1127</w:t>
      </w:r>
      <w:r>
        <w:tab/>
        <w:t>1.013e0</w:t>
      </w:r>
    </w:p>
    <w:p w:rsidR="00E00D30" w:rsidRDefault="00E00D30" w:rsidP="00E00D30">
      <w:r>
        <w:t>428.1160</w:t>
      </w:r>
      <w:r>
        <w:tab/>
        <w:t>2.025e0</w:t>
      </w:r>
    </w:p>
    <w:p w:rsidR="00E00D30" w:rsidRDefault="00E00D30" w:rsidP="00E00D30">
      <w:r>
        <w:t>428.1392</w:t>
      </w:r>
      <w:r>
        <w:tab/>
        <w:t>2.025e0</w:t>
      </w:r>
    </w:p>
    <w:p w:rsidR="00E00D30" w:rsidRDefault="00E00D30" w:rsidP="00E00D30">
      <w:r>
        <w:t>428.1443</w:t>
      </w:r>
      <w:r>
        <w:tab/>
        <w:t>2.025e0</w:t>
      </w:r>
    </w:p>
    <w:p w:rsidR="00E00D30" w:rsidRDefault="00E00D30" w:rsidP="00E00D30">
      <w:r>
        <w:t>428.1628</w:t>
      </w:r>
      <w:r>
        <w:tab/>
        <w:t>1.013e0</w:t>
      </w:r>
    </w:p>
    <w:p w:rsidR="00E00D30" w:rsidRDefault="00E00D30" w:rsidP="00E00D30">
      <w:r>
        <w:t>428.1731</w:t>
      </w:r>
      <w:r>
        <w:tab/>
        <w:t>2.025e0</w:t>
      </w:r>
    </w:p>
    <w:p w:rsidR="00E00D30" w:rsidRDefault="00E00D30" w:rsidP="00E00D30">
      <w:r>
        <w:t>428.1841</w:t>
      </w:r>
      <w:r>
        <w:tab/>
        <w:t>2.025e0</w:t>
      </w:r>
    </w:p>
    <w:p w:rsidR="00E00D30" w:rsidRDefault="00E00D30" w:rsidP="00E00D30">
      <w:r>
        <w:t>428.1879</w:t>
      </w:r>
      <w:r>
        <w:tab/>
        <w:t>1.013e0</w:t>
      </w:r>
    </w:p>
    <w:p w:rsidR="00E00D30" w:rsidRDefault="00E00D30" w:rsidP="00E00D30">
      <w:r>
        <w:t>428.2231</w:t>
      </w:r>
      <w:r>
        <w:tab/>
        <w:t>1.013e0</w:t>
      </w:r>
    </w:p>
    <w:p w:rsidR="00E00D30" w:rsidRDefault="00E00D30" w:rsidP="00E00D30">
      <w:r>
        <w:t>428.2267</w:t>
      </w:r>
      <w:r>
        <w:tab/>
        <w:t>1.013e0</w:t>
      </w:r>
    </w:p>
    <w:p w:rsidR="00E00D30" w:rsidRDefault="00E00D30" w:rsidP="00E00D30">
      <w:r>
        <w:t>428.2321</w:t>
      </w:r>
      <w:r>
        <w:tab/>
        <w:t>2.813e0</w:t>
      </w:r>
    </w:p>
    <w:p w:rsidR="00E00D30" w:rsidRDefault="00E00D30" w:rsidP="00E00D30">
      <w:r>
        <w:t>428.2364</w:t>
      </w:r>
      <w:r>
        <w:tab/>
        <w:t>2.025e0</w:t>
      </w:r>
    </w:p>
    <w:p w:rsidR="00E00D30" w:rsidRDefault="00E00D30" w:rsidP="00E00D30">
      <w:r>
        <w:lastRenderedPageBreak/>
        <w:t>428.2516</w:t>
      </w:r>
      <w:r>
        <w:tab/>
        <w:t>2.025e0</w:t>
      </w:r>
    </w:p>
    <w:p w:rsidR="00E00D30" w:rsidRDefault="00E00D30" w:rsidP="00E00D30">
      <w:r>
        <w:t>428.2527</w:t>
      </w:r>
      <w:r>
        <w:tab/>
        <w:t>2.025e0</w:t>
      </w:r>
    </w:p>
    <w:p w:rsidR="00E00D30" w:rsidRDefault="00E00D30" w:rsidP="00E00D30">
      <w:r>
        <w:t>428.2650</w:t>
      </w:r>
      <w:r>
        <w:tab/>
        <w:t>3.038e0</w:t>
      </w:r>
    </w:p>
    <w:p w:rsidR="00E00D30" w:rsidRDefault="00E00D30" w:rsidP="00E00D30">
      <w:r>
        <w:t>428.2940</w:t>
      </w:r>
      <w:r>
        <w:tab/>
        <w:t>2.025e0</w:t>
      </w:r>
    </w:p>
    <w:p w:rsidR="00E00D30" w:rsidRDefault="00E00D30" w:rsidP="00E00D30">
      <w:r>
        <w:t>428.3167</w:t>
      </w:r>
      <w:r>
        <w:tab/>
        <w:t>3.038e0</w:t>
      </w:r>
    </w:p>
    <w:p w:rsidR="00E00D30" w:rsidRDefault="00E00D30" w:rsidP="00E00D30">
      <w:r>
        <w:t>428.3261</w:t>
      </w:r>
      <w:r>
        <w:tab/>
        <w:t>3.038e0</w:t>
      </w:r>
    </w:p>
    <w:p w:rsidR="00E00D30" w:rsidRDefault="00E00D30" w:rsidP="00E00D30">
      <w:r>
        <w:t>428.3390</w:t>
      </w:r>
      <w:r>
        <w:tab/>
        <w:t>2.025e0</w:t>
      </w:r>
    </w:p>
    <w:p w:rsidR="00E00D30" w:rsidRDefault="00E00D30" w:rsidP="00E00D30">
      <w:r>
        <w:t>428.3578</w:t>
      </w:r>
      <w:r>
        <w:tab/>
        <w:t>3.495e0</w:t>
      </w:r>
    </w:p>
    <w:p w:rsidR="00E00D30" w:rsidRDefault="00E00D30" w:rsidP="00E00D30">
      <w:r>
        <w:t>428.3589</w:t>
      </w:r>
      <w:r>
        <w:tab/>
        <w:t>2.025e0</w:t>
      </w:r>
    </w:p>
    <w:p w:rsidR="00E00D30" w:rsidRDefault="00E00D30" w:rsidP="00E00D30">
      <w:r>
        <w:t>428.3624</w:t>
      </w:r>
      <w:r>
        <w:tab/>
        <w:t>9.198e0</w:t>
      </w:r>
    </w:p>
    <w:p w:rsidR="00E00D30" w:rsidRDefault="00E00D30" w:rsidP="00E00D30">
      <w:r>
        <w:t>428.3658</w:t>
      </w:r>
      <w:r>
        <w:tab/>
        <w:t>1.013e0</w:t>
      </w:r>
    </w:p>
    <w:p w:rsidR="00E00D30" w:rsidRDefault="00E00D30" w:rsidP="00E00D30">
      <w:r>
        <w:t>428.3691</w:t>
      </w:r>
      <w:r>
        <w:tab/>
        <w:t>5.787e0</w:t>
      </w:r>
    </w:p>
    <w:p w:rsidR="00E00D30" w:rsidRDefault="00E00D30" w:rsidP="00E00D30">
      <w:r>
        <w:t>428.3859</w:t>
      </w:r>
      <w:r>
        <w:tab/>
        <w:t>9.114e0</w:t>
      </w:r>
    </w:p>
    <w:p w:rsidR="00E00D30" w:rsidRDefault="00E00D30" w:rsidP="00E00D30">
      <w:r>
        <w:t>428.4091</w:t>
      </w:r>
      <w:r>
        <w:tab/>
        <w:t>1.013e0</w:t>
      </w:r>
    </w:p>
    <w:p w:rsidR="00E00D30" w:rsidRDefault="00E00D30" w:rsidP="00E00D30">
      <w:r>
        <w:t>428.4198</w:t>
      </w:r>
      <w:r>
        <w:tab/>
        <w:t>2.025e0</w:t>
      </w:r>
    </w:p>
    <w:p w:rsidR="00E00D30" w:rsidRDefault="00E00D30" w:rsidP="00E00D30">
      <w:r>
        <w:t>428.4303</w:t>
      </w:r>
      <w:r>
        <w:tab/>
        <w:t>2.025e0</w:t>
      </w:r>
    </w:p>
    <w:p w:rsidR="00E00D30" w:rsidRDefault="00E00D30" w:rsidP="00E00D30">
      <w:r>
        <w:t>428.4702</w:t>
      </w:r>
      <w:r>
        <w:tab/>
        <w:t>2.025e0</w:t>
      </w:r>
    </w:p>
    <w:p w:rsidR="00E00D30" w:rsidRDefault="00E00D30" w:rsidP="00E00D30">
      <w:r>
        <w:t>428.4814</w:t>
      </w:r>
      <w:r>
        <w:tab/>
        <w:t>1.013e0</w:t>
      </w:r>
    </w:p>
    <w:p w:rsidR="00E00D30" w:rsidRDefault="00E00D30" w:rsidP="00E00D30">
      <w:r>
        <w:t>428.4875</w:t>
      </w:r>
      <w:r>
        <w:tab/>
        <w:t>1.013e0</w:t>
      </w:r>
    </w:p>
    <w:p w:rsidR="00E00D30" w:rsidRDefault="00E00D30" w:rsidP="00E00D30">
      <w:r>
        <w:lastRenderedPageBreak/>
        <w:t>428.4965</w:t>
      </w:r>
      <w:r>
        <w:tab/>
        <w:t>1.013e0</w:t>
      </w:r>
    </w:p>
    <w:p w:rsidR="00E00D30" w:rsidRDefault="00E00D30" w:rsidP="00E00D30">
      <w:r>
        <w:t>428.5096</w:t>
      </w:r>
      <w:r>
        <w:tab/>
        <w:t>1.013e0</w:t>
      </w:r>
    </w:p>
    <w:p w:rsidR="00E00D30" w:rsidRDefault="00E00D30" w:rsidP="00E00D30">
      <w:r>
        <w:t>428.5274</w:t>
      </w:r>
      <w:r>
        <w:tab/>
        <w:t>1.013e0</w:t>
      </w:r>
    </w:p>
    <w:p w:rsidR="00E00D30" w:rsidRDefault="00E00D30" w:rsidP="00E00D30">
      <w:r>
        <w:t>428.5419</w:t>
      </w:r>
      <w:r>
        <w:tab/>
        <w:t>1.013e0</w:t>
      </w:r>
    </w:p>
    <w:p w:rsidR="00E00D30" w:rsidRDefault="00E00D30" w:rsidP="00E00D30">
      <w:r>
        <w:t>428.5470</w:t>
      </w:r>
      <w:r>
        <w:tab/>
        <w:t>2.025e0</w:t>
      </w:r>
    </w:p>
    <w:p w:rsidR="00E00D30" w:rsidRDefault="00E00D30" w:rsidP="00E00D30">
      <w:r>
        <w:t>428.5736</w:t>
      </w:r>
      <w:r>
        <w:tab/>
        <w:t>1.013e0</w:t>
      </w:r>
    </w:p>
    <w:p w:rsidR="00E00D30" w:rsidRDefault="00E00D30" w:rsidP="00E00D30">
      <w:r>
        <w:t>428.6699</w:t>
      </w:r>
      <w:r>
        <w:tab/>
        <w:t>1.013e0</w:t>
      </w:r>
    </w:p>
    <w:p w:rsidR="00E00D30" w:rsidRDefault="00E00D30" w:rsidP="00E00D30">
      <w:r>
        <w:t>428.6772</w:t>
      </w:r>
      <w:r>
        <w:tab/>
        <w:t>1.013e0</w:t>
      </w:r>
    </w:p>
    <w:p w:rsidR="00E00D30" w:rsidRDefault="00E00D30" w:rsidP="00E00D30">
      <w:r>
        <w:t>428.6952</w:t>
      </w:r>
      <w:r>
        <w:tab/>
        <w:t>1.013e0</w:t>
      </w:r>
    </w:p>
    <w:p w:rsidR="00E00D30" w:rsidRDefault="00E00D30" w:rsidP="00E00D30">
      <w:r>
        <w:t>428.7079</w:t>
      </w:r>
      <w:r>
        <w:tab/>
        <w:t>3.038e0</w:t>
      </w:r>
    </w:p>
    <w:p w:rsidR="00E00D30" w:rsidRDefault="00E00D30" w:rsidP="00E00D30">
      <w:r>
        <w:t>428.7164</w:t>
      </w:r>
      <w:r>
        <w:tab/>
        <w:t>1.013e0</w:t>
      </w:r>
    </w:p>
    <w:p w:rsidR="00E00D30" w:rsidRDefault="00E00D30" w:rsidP="00E00D30">
      <w:r>
        <w:t>428.7300</w:t>
      </w:r>
      <w:r>
        <w:tab/>
        <w:t>3.038e0</w:t>
      </w:r>
    </w:p>
    <w:p w:rsidR="00E00D30" w:rsidRDefault="00E00D30" w:rsidP="00E00D30">
      <w:r>
        <w:t>428.7902</w:t>
      </w:r>
      <w:r>
        <w:tab/>
        <w:t>1.013e0</w:t>
      </w:r>
    </w:p>
    <w:p w:rsidR="00E00D30" w:rsidRDefault="00E00D30" w:rsidP="00E00D30">
      <w:r>
        <w:t>428.7952</w:t>
      </w:r>
      <w:r>
        <w:tab/>
        <w:t>1.013e0</w:t>
      </w:r>
    </w:p>
    <w:p w:rsidR="00E00D30" w:rsidRDefault="00E00D30" w:rsidP="00E00D30">
      <w:r>
        <w:t>428.7984</w:t>
      </w:r>
      <w:r>
        <w:tab/>
        <w:t>4.051e0</w:t>
      </w:r>
    </w:p>
    <w:p w:rsidR="00E00D30" w:rsidRDefault="00E00D30" w:rsidP="00E00D30">
      <w:r>
        <w:t>428.8381</w:t>
      </w:r>
      <w:r>
        <w:tab/>
        <w:t>2.025e0</w:t>
      </w:r>
    </w:p>
    <w:p w:rsidR="00E00D30" w:rsidRDefault="00E00D30" w:rsidP="00E00D30">
      <w:r>
        <w:t>428.8437</w:t>
      </w:r>
      <w:r>
        <w:tab/>
        <w:t>1.013e0</w:t>
      </w:r>
    </w:p>
    <w:p w:rsidR="00E00D30" w:rsidRDefault="00E00D30" w:rsidP="00E00D30">
      <w:r>
        <w:t>428.8808</w:t>
      </w:r>
      <w:r>
        <w:tab/>
        <w:t>2.025e0</w:t>
      </w:r>
    </w:p>
    <w:p w:rsidR="00E00D30" w:rsidRDefault="00E00D30" w:rsidP="00E00D30">
      <w:r>
        <w:t>428.8955</w:t>
      </w:r>
      <w:r>
        <w:tab/>
        <w:t>1.013e0</w:t>
      </w:r>
    </w:p>
    <w:p w:rsidR="00E00D30" w:rsidRDefault="00E00D30" w:rsidP="00E00D30">
      <w:r>
        <w:lastRenderedPageBreak/>
        <w:t>428.9369</w:t>
      </w:r>
      <w:r>
        <w:tab/>
        <w:t>2.025e0</w:t>
      </w:r>
    </w:p>
    <w:p w:rsidR="00E00D30" w:rsidRDefault="00E00D30" w:rsidP="00E00D30">
      <w:r>
        <w:t>428.9417</w:t>
      </w:r>
      <w:r>
        <w:tab/>
        <w:t>2.025e0</w:t>
      </w:r>
    </w:p>
    <w:p w:rsidR="00E00D30" w:rsidRDefault="00E00D30" w:rsidP="00E00D30">
      <w:r>
        <w:t>428.9487</w:t>
      </w:r>
      <w:r>
        <w:tab/>
        <w:t>1.013e0</w:t>
      </w:r>
    </w:p>
    <w:p w:rsidR="00E00D30" w:rsidRDefault="00E00D30" w:rsidP="00E00D30">
      <w:r>
        <w:t>428.9560</w:t>
      </w:r>
      <w:r>
        <w:tab/>
        <w:t>1.013e0</w:t>
      </w:r>
    </w:p>
    <w:p w:rsidR="00E00D30" w:rsidRDefault="00E00D30" w:rsidP="00E00D30">
      <w:r>
        <w:t>428.9864</w:t>
      </w:r>
      <w:r>
        <w:tab/>
        <w:t>1.013e0</w:t>
      </w:r>
    </w:p>
    <w:p w:rsidR="00E00D30" w:rsidRDefault="00E00D30" w:rsidP="00E00D30">
      <w:r>
        <w:t>428.9939</w:t>
      </w:r>
      <w:r>
        <w:tab/>
        <w:t>1.013e0</w:t>
      </w:r>
    </w:p>
    <w:p w:rsidR="00E00D30" w:rsidRDefault="00E00D30" w:rsidP="00E00D30">
      <w:r>
        <w:t>428.9995</w:t>
      </w:r>
      <w:r>
        <w:tab/>
        <w:t>1.013e0</w:t>
      </w:r>
    </w:p>
    <w:p w:rsidR="00E00D30" w:rsidRDefault="00E00D30" w:rsidP="00E00D30">
      <w:r>
        <w:t>429.0163</w:t>
      </w:r>
      <w:r>
        <w:tab/>
        <w:t>1.013e0</w:t>
      </w:r>
    </w:p>
    <w:p w:rsidR="00E00D30" w:rsidRDefault="00E00D30" w:rsidP="00E00D30">
      <w:r>
        <w:t>429.0291</w:t>
      </w:r>
      <w:r>
        <w:tab/>
        <w:t>2.025e0</w:t>
      </w:r>
    </w:p>
    <w:p w:rsidR="00E00D30" w:rsidRDefault="00E00D30" w:rsidP="00E00D30">
      <w:r>
        <w:t>429.0385</w:t>
      </w:r>
      <w:r>
        <w:tab/>
        <w:t>1.013e0</w:t>
      </w:r>
    </w:p>
    <w:p w:rsidR="00E00D30" w:rsidRDefault="00E00D30" w:rsidP="00E00D30">
      <w:r>
        <w:t>429.0504</w:t>
      </w:r>
      <w:r>
        <w:tab/>
        <w:t>2.025e0</w:t>
      </w:r>
    </w:p>
    <w:p w:rsidR="00E00D30" w:rsidRDefault="00E00D30" w:rsidP="00E00D30">
      <w:r>
        <w:t>429.0883</w:t>
      </w:r>
      <w:r>
        <w:tab/>
        <w:t>2.025e0</w:t>
      </w:r>
    </w:p>
    <w:p w:rsidR="00E00D30" w:rsidRDefault="00E00D30" w:rsidP="00E00D30">
      <w:r>
        <w:t>429.1337</w:t>
      </w:r>
      <w:r>
        <w:tab/>
        <w:t>2.025e0</w:t>
      </w:r>
    </w:p>
    <w:p w:rsidR="00E00D30" w:rsidRDefault="00E00D30" w:rsidP="00E00D30">
      <w:r>
        <w:t>429.1454</w:t>
      </w:r>
      <w:r>
        <w:tab/>
        <w:t>1.013e0</w:t>
      </w:r>
    </w:p>
    <w:p w:rsidR="00E00D30" w:rsidRDefault="00E00D30" w:rsidP="00E00D30">
      <w:r>
        <w:t>429.1603</w:t>
      </w:r>
      <w:r>
        <w:tab/>
        <w:t>3.038e0</w:t>
      </w:r>
    </w:p>
    <w:p w:rsidR="00E00D30" w:rsidRDefault="00E00D30" w:rsidP="00E00D30">
      <w:r>
        <w:t>429.1635</w:t>
      </w:r>
      <w:r>
        <w:tab/>
        <w:t>2.025e0</w:t>
      </w:r>
    </w:p>
    <w:p w:rsidR="00E00D30" w:rsidRDefault="00E00D30" w:rsidP="00E00D30">
      <w:r>
        <w:t>429.1814</w:t>
      </w:r>
      <w:r>
        <w:tab/>
        <w:t>2.025e0</w:t>
      </w:r>
    </w:p>
    <w:p w:rsidR="00E00D30" w:rsidRDefault="00E00D30" w:rsidP="00E00D30">
      <w:r>
        <w:t>429.2063</w:t>
      </w:r>
      <w:r>
        <w:tab/>
        <w:t>1.013e0</w:t>
      </w:r>
    </w:p>
    <w:p w:rsidR="00E00D30" w:rsidRDefault="00E00D30" w:rsidP="00E00D30">
      <w:r>
        <w:t>429.2124</w:t>
      </w:r>
      <w:r>
        <w:tab/>
        <w:t>2.025e0</w:t>
      </w:r>
    </w:p>
    <w:p w:rsidR="00E00D30" w:rsidRDefault="00E00D30" w:rsidP="00E00D30">
      <w:r>
        <w:lastRenderedPageBreak/>
        <w:t>429.2143</w:t>
      </w:r>
      <w:r>
        <w:tab/>
        <w:t>3.038e0</w:t>
      </w:r>
    </w:p>
    <w:p w:rsidR="00E00D30" w:rsidRDefault="00E00D30" w:rsidP="00E00D30">
      <w:r>
        <w:t>429.2243</w:t>
      </w:r>
      <w:r>
        <w:tab/>
        <w:t>1.013e0</w:t>
      </w:r>
    </w:p>
    <w:p w:rsidR="00E00D30" w:rsidRDefault="00E00D30" w:rsidP="00E00D30">
      <w:r>
        <w:t>429.2464</w:t>
      </w:r>
      <w:r>
        <w:tab/>
        <w:t>1.013e0</w:t>
      </w:r>
    </w:p>
    <w:p w:rsidR="00E00D30" w:rsidRDefault="00E00D30" w:rsidP="00E00D30">
      <w:r>
        <w:t>429.2655</w:t>
      </w:r>
      <w:r>
        <w:tab/>
        <w:t>2.025e0</w:t>
      </w:r>
    </w:p>
    <w:p w:rsidR="00E00D30" w:rsidRDefault="00E00D30" w:rsidP="00E00D30">
      <w:r>
        <w:t>429.2674</w:t>
      </w:r>
      <w:r>
        <w:tab/>
        <w:t>1.013e0</w:t>
      </w:r>
    </w:p>
    <w:p w:rsidR="00E00D30" w:rsidRDefault="00E00D30" w:rsidP="00E00D30">
      <w:r>
        <w:t>429.2830</w:t>
      </w:r>
      <w:r>
        <w:tab/>
        <w:t>4.051e0</w:t>
      </w:r>
    </w:p>
    <w:p w:rsidR="00E00D30" w:rsidRDefault="00E00D30" w:rsidP="00E00D30">
      <w:r>
        <w:t>429.2924</w:t>
      </w:r>
      <w:r>
        <w:tab/>
        <w:t>3.038e0</w:t>
      </w:r>
    </w:p>
    <w:p w:rsidR="00E00D30" w:rsidRDefault="00E00D30" w:rsidP="00E00D30">
      <w:r>
        <w:t>429.3002</w:t>
      </w:r>
      <w:r>
        <w:tab/>
        <w:t>2.025e0</w:t>
      </w:r>
    </w:p>
    <w:p w:rsidR="00E00D30" w:rsidRDefault="00E00D30" w:rsidP="00E00D30">
      <w:r>
        <w:t>429.3051</w:t>
      </w:r>
      <w:r>
        <w:tab/>
        <w:t>3.038e0</w:t>
      </w:r>
    </w:p>
    <w:p w:rsidR="00E00D30" w:rsidRDefault="00E00D30" w:rsidP="00E00D30">
      <w:r>
        <w:t>429.3088</w:t>
      </w:r>
      <w:r>
        <w:tab/>
        <w:t>3.038e0</w:t>
      </w:r>
    </w:p>
    <w:p w:rsidR="00E00D30" w:rsidRDefault="00E00D30" w:rsidP="00E00D30">
      <w:r>
        <w:t>429.3129</w:t>
      </w:r>
      <w:r>
        <w:tab/>
        <w:t>2.025e0</w:t>
      </w:r>
    </w:p>
    <w:p w:rsidR="00E00D30" w:rsidRDefault="00E00D30" w:rsidP="00E00D30">
      <w:r>
        <w:t>429.3186</w:t>
      </w:r>
      <w:r>
        <w:tab/>
        <w:t>2.025e0</w:t>
      </w:r>
    </w:p>
    <w:p w:rsidR="00E00D30" w:rsidRDefault="00E00D30" w:rsidP="00E00D30">
      <w:r>
        <w:t>429.3279</w:t>
      </w:r>
      <w:r>
        <w:tab/>
        <w:t>6.076e0</w:t>
      </w:r>
    </w:p>
    <w:p w:rsidR="00E00D30" w:rsidRDefault="00E00D30" w:rsidP="00E00D30">
      <w:r>
        <w:t>429.3320</w:t>
      </w:r>
      <w:r>
        <w:tab/>
        <w:t>6.076e0</w:t>
      </w:r>
    </w:p>
    <w:p w:rsidR="00E00D30" w:rsidRDefault="00E00D30" w:rsidP="00E00D30">
      <w:r>
        <w:t>429.3407</w:t>
      </w:r>
      <w:r>
        <w:tab/>
        <w:t>1.013e0</w:t>
      </w:r>
    </w:p>
    <w:p w:rsidR="00E00D30" w:rsidRDefault="00E00D30" w:rsidP="00E00D30">
      <w:r>
        <w:t>429.3438</w:t>
      </w:r>
      <w:r>
        <w:tab/>
        <w:t>3.038e0</w:t>
      </w:r>
    </w:p>
    <w:p w:rsidR="00E00D30" w:rsidRDefault="00E00D30" w:rsidP="00E00D30">
      <w:r>
        <w:t>429.3737</w:t>
      </w:r>
      <w:r>
        <w:tab/>
        <w:t>2.025e0</w:t>
      </w:r>
    </w:p>
    <w:p w:rsidR="00E00D30" w:rsidRDefault="00E00D30" w:rsidP="00E00D30">
      <w:r>
        <w:t>429.3857</w:t>
      </w:r>
      <w:r>
        <w:tab/>
        <w:t>3.038e0</w:t>
      </w:r>
    </w:p>
    <w:p w:rsidR="00E00D30" w:rsidRDefault="00E00D30" w:rsidP="00E00D30">
      <w:r>
        <w:t>429.3992</w:t>
      </w:r>
      <w:r>
        <w:tab/>
        <w:t>3.038e0</w:t>
      </w:r>
    </w:p>
    <w:p w:rsidR="00E00D30" w:rsidRDefault="00E00D30" w:rsidP="00E00D30">
      <w:r>
        <w:lastRenderedPageBreak/>
        <w:t>429.4008</w:t>
      </w:r>
      <w:r>
        <w:tab/>
        <w:t>2.025e0</w:t>
      </w:r>
    </w:p>
    <w:p w:rsidR="00E00D30" w:rsidRDefault="00E00D30" w:rsidP="00E00D30">
      <w:r>
        <w:t>429.4067</w:t>
      </w:r>
      <w:r>
        <w:tab/>
        <w:t>1.013e0</w:t>
      </w:r>
    </w:p>
    <w:p w:rsidR="00E00D30" w:rsidRDefault="00E00D30" w:rsidP="00E00D30">
      <w:r>
        <w:t>429.4162</w:t>
      </w:r>
      <w:r>
        <w:tab/>
        <w:t>1.013e0</w:t>
      </w:r>
    </w:p>
    <w:p w:rsidR="00E00D30" w:rsidRDefault="00E00D30" w:rsidP="00E00D30">
      <w:r>
        <w:t>429.4235</w:t>
      </w:r>
      <w:r>
        <w:tab/>
        <w:t>1.013e0</w:t>
      </w:r>
    </w:p>
    <w:p w:rsidR="00E00D30" w:rsidRDefault="00E00D30" w:rsidP="00E00D30">
      <w:r>
        <w:t>429.4612</w:t>
      </w:r>
      <w:r>
        <w:tab/>
        <w:t>1.013e0</w:t>
      </w:r>
    </w:p>
    <w:p w:rsidR="00E00D30" w:rsidRDefault="00E00D30" w:rsidP="00E00D30">
      <w:r>
        <w:t>429.4846</w:t>
      </w:r>
      <w:r>
        <w:tab/>
        <w:t>1.013e0</w:t>
      </w:r>
    </w:p>
    <w:p w:rsidR="00E00D30" w:rsidRDefault="00E00D30" w:rsidP="00E00D30">
      <w:r>
        <w:t>429.5065</w:t>
      </w:r>
      <w:r>
        <w:tab/>
        <w:t>1.013e0</w:t>
      </w:r>
    </w:p>
    <w:p w:rsidR="00E00D30" w:rsidRDefault="00E00D30" w:rsidP="00E00D30">
      <w:r>
        <w:t>429.5450</w:t>
      </w:r>
      <w:r>
        <w:tab/>
        <w:t>1.013e0</w:t>
      </w:r>
    </w:p>
    <w:p w:rsidR="00E00D30" w:rsidRDefault="00E00D30" w:rsidP="00E00D30">
      <w:r>
        <w:t>429.5891</w:t>
      </w:r>
      <w:r>
        <w:tab/>
        <w:t>1.013e0</w:t>
      </w:r>
    </w:p>
    <w:p w:rsidR="00E00D30" w:rsidRDefault="00E00D30" w:rsidP="00E00D30">
      <w:r>
        <w:t>429.6325</w:t>
      </w:r>
      <w:r>
        <w:tab/>
        <w:t>1.013e0</w:t>
      </w:r>
    </w:p>
    <w:p w:rsidR="00E00D30" w:rsidRDefault="00E00D30" w:rsidP="00E00D30">
      <w:r>
        <w:t>429.6417</w:t>
      </w:r>
      <w:r>
        <w:tab/>
        <w:t>2.025e0</w:t>
      </w:r>
    </w:p>
    <w:p w:rsidR="00E00D30" w:rsidRDefault="00E00D30" w:rsidP="00E00D30">
      <w:r>
        <w:t>429.7102</w:t>
      </w:r>
      <w:r>
        <w:tab/>
        <w:t>1.013e0</w:t>
      </w:r>
    </w:p>
    <w:p w:rsidR="00E00D30" w:rsidRDefault="00E00D30" w:rsidP="00E00D30">
      <w:r>
        <w:t>429.7482</w:t>
      </w:r>
      <w:r>
        <w:tab/>
        <w:t>1.013e0</w:t>
      </w:r>
    </w:p>
    <w:p w:rsidR="00E00D30" w:rsidRDefault="00E00D30" w:rsidP="00E00D30">
      <w:r>
        <w:t>429.7571</w:t>
      </w:r>
      <w:r>
        <w:tab/>
        <w:t>2.025e0</w:t>
      </w:r>
    </w:p>
    <w:p w:rsidR="00E00D30" w:rsidRDefault="00E00D30" w:rsidP="00E00D30">
      <w:r>
        <w:t>429.7768</w:t>
      </w:r>
      <w:r>
        <w:tab/>
        <w:t>3.038e0</w:t>
      </w:r>
    </w:p>
    <w:p w:rsidR="00E00D30" w:rsidRDefault="00E00D30" w:rsidP="00E00D30">
      <w:r>
        <w:t>429.8026</w:t>
      </w:r>
      <w:r>
        <w:tab/>
        <w:t>2.025e0</w:t>
      </w:r>
    </w:p>
    <w:p w:rsidR="00E00D30" w:rsidRDefault="00E00D30" w:rsidP="00E00D30">
      <w:r>
        <w:t>429.8235</w:t>
      </w:r>
      <w:r>
        <w:tab/>
        <w:t>1.013e0</w:t>
      </w:r>
    </w:p>
    <w:p w:rsidR="00E00D30" w:rsidRDefault="00E00D30" w:rsidP="00E00D30">
      <w:r>
        <w:t>429.8290</w:t>
      </w:r>
      <w:r>
        <w:tab/>
        <w:t>2.025e0</w:t>
      </w:r>
    </w:p>
    <w:p w:rsidR="00E00D30" w:rsidRDefault="00E00D30" w:rsidP="00E00D30">
      <w:r>
        <w:t>429.8580</w:t>
      </w:r>
      <w:r>
        <w:tab/>
        <w:t>1.013e0</w:t>
      </w:r>
    </w:p>
    <w:p w:rsidR="00E00D30" w:rsidRDefault="00E00D30" w:rsidP="00E00D30">
      <w:r>
        <w:lastRenderedPageBreak/>
        <w:t>429.8612</w:t>
      </w:r>
      <w:r>
        <w:tab/>
        <w:t>1.013e0</w:t>
      </w:r>
    </w:p>
    <w:p w:rsidR="00E00D30" w:rsidRDefault="00E00D30" w:rsidP="00E00D30">
      <w:r>
        <w:t>429.8716</w:t>
      </w:r>
      <w:r>
        <w:tab/>
        <w:t>3.038e0</w:t>
      </w:r>
    </w:p>
    <w:p w:rsidR="00E00D30" w:rsidRDefault="00E00D30" w:rsidP="00E00D30">
      <w:r>
        <w:t>429.8896</w:t>
      </w:r>
      <w:r>
        <w:tab/>
        <w:t>2.025e0</w:t>
      </w:r>
    </w:p>
    <w:p w:rsidR="00E00D30" w:rsidRDefault="00E00D30" w:rsidP="00E00D30">
      <w:r>
        <w:t>429.8909</w:t>
      </w:r>
      <w:r>
        <w:tab/>
        <w:t>3.038e0</w:t>
      </w:r>
    </w:p>
    <w:p w:rsidR="00E00D30" w:rsidRDefault="00E00D30" w:rsidP="00E00D30">
      <w:r>
        <w:t>429.9072</w:t>
      </w:r>
      <w:r>
        <w:tab/>
        <w:t>2.025e0</w:t>
      </w:r>
    </w:p>
    <w:p w:rsidR="00E00D30" w:rsidRDefault="00E00D30" w:rsidP="00E00D30">
      <w:r>
        <w:t>429.9143</w:t>
      </w:r>
      <w:r>
        <w:tab/>
        <w:t>1.013e0</w:t>
      </w:r>
    </w:p>
    <w:p w:rsidR="00E00D30" w:rsidRDefault="00E00D30" w:rsidP="00E00D30">
      <w:r>
        <w:t>429.9263</w:t>
      </w:r>
      <w:r>
        <w:tab/>
        <w:t>2.025e0</w:t>
      </w:r>
    </w:p>
    <w:p w:rsidR="00E00D30" w:rsidRDefault="00E00D30" w:rsidP="00E00D30">
      <w:r>
        <w:t>429.9294</w:t>
      </w:r>
      <w:r>
        <w:tab/>
        <w:t>1.013e0</w:t>
      </w:r>
    </w:p>
    <w:p w:rsidR="00E00D30" w:rsidRDefault="00E00D30" w:rsidP="00E00D30">
      <w:r>
        <w:t>429.9594</w:t>
      </w:r>
      <w:r>
        <w:tab/>
        <w:t>2.025e0</w:t>
      </w:r>
    </w:p>
    <w:p w:rsidR="00E00D30" w:rsidRDefault="00E00D30" w:rsidP="00E00D30">
      <w:r>
        <w:t>429.9617</w:t>
      </w:r>
      <w:r>
        <w:tab/>
        <w:t>1.013e0</w:t>
      </w:r>
    </w:p>
    <w:p w:rsidR="00E00D30" w:rsidRDefault="00E00D30" w:rsidP="00E00D30">
      <w:r>
        <w:t>429.9633</w:t>
      </w:r>
      <w:r>
        <w:tab/>
        <w:t>3.038e0</w:t>
      </w:r>
    </w:p>
    <w:p w:rsidR="00E00D30" w:rsidRDefault="00E00D30" w:rsidP="00E00D30">
      <w:r>
        <w:t>430.0049</w:t>
      </w:r>
      <w:r>
        <w:tab/>
        <w:t>1.013e0</w:t>
      </w:r>
    </w:p>
    <w:p w:rsidR="00E00D30" w:rsidRDefault="00E00D30" w:rsidP="00E00D30">
      <w:r>
        <w:t>430.0220</w:t>
      </w:r>
      <w:r>
        <w:tab/>
        <w:t>1.013e0</w:t>
      </w:r>
    </w:p>
    <w:p w:rsidR="00E00D30" w:rsidRDefault="00E00D30" w:rsidP="00E00D30">
      <w:r>
        <w:t>430.0276</w:t>
      </w:r>
      <w:r>
        <w:tab/>
        <w:t>1.013e0</w:t>
      </w:r>
    </w:p>
    <w:p w:rsidR="00E00D30" w:rsidRDefault="00E00D30" w:rsidP="00E00D30">
      <w:r>
        <w:t>430.0576</w:t>
      </w:r>
      <w:r>
        <w:tab/>
        <w:t>1.013e0</w:t>
      </w:r>
    </w:p>
    <w:p w:rsidR="00E00D30" w:rsidRDefault="00E00D30" w:rsidP="00E00D30">
      <w:r>
        <w:t>430.0619</w:t>
      </w:r>
      <w:r>
        <w:tab/>
        <w:t>1.013e0</w:t>
      </w:r>
    </w:p>
    <w:p w:rsidR="00E00D30" w:rsidRDefault="00E00D30" w:rsidP="00E00D30">
      <w:r>
        <w:t>430.0776</w:t>
      </w:r>
      <w:r>
        <w:tab/>
        <w:t>2.025e0</w:t>
      </w:r>
    </w:p>
    <w:p w:rsidR="00E00D30" w:rsidRDefault="00E00D30" w:rsidP="00E00D30">
      <w:r>
        <w:t>430.1006</w:t>
      </w:r>
      <w:r>
        <w:tab/>
        <w:t>1.013e0</w:t>
      </w:r>
    </w:p>
    <w:p w:rsidR="00E00D30" w:rsidRDefault="00E00D30" w:rsidP="00E00D30">
      <w:r>
        <w:t>430.1035</w:t>
      </w:r>
      <w:r>
        <w:tab/>
        <w:t>3.038e0</w:t>
      </w:r>
    </w:p>
    <w:p w:rsidR="00E00D30" w:rsidRDefault="00E00D30" w:rsidP="00E00D30">
      <w:r>
        <w:lastRenderedPageBreak/>
        <w:t>430.1105</w:t>
      </w:r>
      <w:r>
        <w:tab/>
        <w:t>1.013e0</w:t>
      </w:r>
    </w:p>
    <w:p w:rsidR="00E00D30" w:rsidRDefault="00E00D30" w:rsidP="00E00D30">
      <w:r>
        <w:t>430.1180</w:t>
      </w:r>
      <w:r>
        <w:tab/>
        <w:t>2.025e0</w:t>
      </w:r>
    </w:p>
    <w:p w:rsidR="00E00D30" w:rsidRDefault="00E00D30" w:rsidP="00E00D30">
      <w:r>
        <w:t>430.1226</w:t>
      </w:r>
      <w:r>
        <w:tab/>
        <w:t>1.013e0</w:t>
      </w:r>
    </w:p>
    <w:p w:rsidR="00E00D30" w:rsidRDefault="00E00D30" w:rsidP="00E00D30">
      <w:r>
        <w:t>430.1436</w:t>
      </w:r>
      <w:r>
        <w:tab/>
        <w:t>2.025e0</w:t>
      </w:r>
    </w:p>
    <w:p w:rsidR="00E00D30" w:rsidRDefault="00E00D30" w:rsidP="00E00D30">
      <w:r>
        <w:t>430.1711</w:t>
      </w:r>
      <w:r>
        <w:tab/>
        <w:t>1.013e0</w:t>
      </w:r>
    </w:p>
    <w:p w:rsidR="00E00D30" w:rsidRDefault="00E00D30" w:rsidP="00E00D30">
      <w:r>
        <w:t>430.1740</w:t>
      </w:r>
      <w:r>
        <w:tab/>
        <w:t>2.025e0</w:t>
      </w:r>
    </w:p>
    <w:p w:rsidR="00E00D30" w:rsidRDefault="00E00D30" w:rsidP="00E00D30">
      <w:r>
        <w:t>430.1820</w:t>
      </w:r>
      <w:r>
        <w:tab/>
        <w:t>2.025e0</w:t>
      </w:r>
    </w:p>
    <w:p w:rsidR="00E00D30" w:rsidRDefault="00E00D30" w:rsidP="00E00D30">
      <w:r>
        <w:t>430.2050</w:t>
      </w:r>
      <w:r>
        <w:tab/>
        <w:t>1.013e0</w:t>
      </w:r>
    </w:p>
    <w:p w:rsidR="00E00D30" w:rsidRDefault="00E00D30" w:rsidP="00E00D30">
      <w:r>
        <w:t>430.2386</w:t>
      </w:r>
      <w:r>
        <w:tab/>
        <w:t>4.051e0</w:t>
      </w:r>
    </w:p>
    <w:p w:rsidR="00E00D30" w:rsidRDefault="00E00D30" w:rsidP="00E00D30">
      <w:r>
        <w:t>430.2437</w:t>
      </w:r>
      <w:r>
        <w:tab/>
        <w:t>1.013e0</w:t>
      </w:r>
    </w:p>
    <w:p w:rsidR="00E00D30" w:rsidRDefault="00E00D30" w:rsidP="00E00D30">
      <w:r>
        <w:t>430.2520</w:t>
      </w:r>
      <w:r>
        <w:tab/>
        <w:t>3.038e0</w:t>
      </w:r>
    </w:p>
    <w:p w:rsidR="00E00D30" w:rsidRDefault="00E00D30" w:rsidP="00E00D30">
      <w:r>
        <w:t>430.2769</w:t>
      </w:r>
      <w:r>
        <w:tab/>
        <w:t>1.013e0</w:t>
      </w:r>
    </w:p>
    <w:p w:rsidR="00E00D30" w:rsidRDefault="00E00D30" w:rsidP="00E00D30">
      <w:r>
        <w:t>430.2804</w:t>
      </w:r>
      <w:r>
        <w:tab/>
        <w:t>3.019e0</w:t>
      </w:r>
    </w:p>
    <w:p w:rsidR="00E00D30" w:rsidRDefault="00E00D30" w:rsidP="00E00D30">
      <w:r>
        <w:t>430.2867</w:t>
      </w:r>
      <w:r>
        <w:tab/>
        <w:t>1.013e0</w:t>
      </w:r>
    </w:p>
    <w:p w:rsidR="00E00D30" w:rsidRDefault="00E00D30" w:rsidP="00E00D30">
      <w:r>
        <w:t>430.2949</w:t>
      </w:r>
      <w:r>
        <w:tab/>
        <w:t>3.038e0</w:t>
      </w:r>
    </w:p>
    <w:p w:rsidR="00E00D30" w:rsidRDefault="00E00D30" w:rsidP="00E00D30">
      <w:r>
        <w:t>430.3079</w:t>
      </w:r>
      <w:r>
        <w:tab/>
        <w:t>1.013e0</w:t>
      </w:r>
    </w:p>
    <w:p w:rsidR="00E00D30" w:rsidRDefault="00E00D30" w:rsidP="00E00D30">
      <w:r>
        <w:t>430.3260</w:t>
      </w:r>
      <w:r>
        <w:tab/>
        <w:t>1.013e0</w:t>
      </w:r>
    </w:p>
    <w:p w:rsidR="00E00D30" w:rsidRDefault="00E00D30" w:rsidP="00E00D30">
      <w:r>
        <w:t>430.3278</w:t>
      </w:r>
      <w:r>
        <w:tab/>
        <w:t>3.038e0</w:t>
      </w:r>
    </w:p>
    <w:p w:rsidR="00E00D30" w:rsidRDefault="00E00D30" w:rsidP="00E00D30">
      <w:r>
        <w:t>430.3470</w:t>
      </w:r>
      <w:r>
        <w:tab/>
        <w:t>4.051e0</w:t>
      </w:r>
    </w:p>
    <w:p w:rsidR="00E00D30" w:rsidRDefault="00E00D30" w:rsidP="00E00D30">
      <w:r>
        <w:lastRenderedPageBreak/>
        <w:t>430.3761</w:t>
      </w:r>
      <w:r>
        <w:tab/>
        <w:t>2.025e0</w:t>
      </w:r>
    </w:p>
    <w:p w:rsidR="00E00D30" w:rsidRDefault="00E00D30" w:rsidP="00E00D30">
      <w:r>
        <w:t>430.3785</w:t>
      </w:r>
      <w:r>
        <w:tab/>
        <w:t>2.244e0</w:t>
      </w:r>
    </w:p>
    <w:p w:rsidR="00E00D30" w:rsidRDefault="00E00D30" w:rsidP="00E00D30">
      <w:r>
        <w:t>430.3865</w:t>
      </w:r>
      <w:r>
        <w:tab/>
        <w:t>2.025e0</w:t>
      </w:r>
    </w:p>
    <w:p w:rsidR="00E00D30" w:rsidRDefault="00E00D30" w:rsidP="00E00D30">
      <w:r>
        <w:t>430.3973</w:t>
      </w:r>
      <w:r>
        <w:tab/>
        <w:t>2.025e0</w:t>
      </w:r>
    </w:p>
    <w:p w:rsidR="00E00D30" w:rsidRDefault="00E00D30" w:rsidP="00E00D30">
      <w:r>
        <w:t>430.4170</w:t>
      </w:r>
      <w:r>
        <w:tab/>
        <w:t>2.025e0</w:t>
      </w:r>
    </w:p>
    <w:p w:rsidR="00E00D30" w:rsidRDefault="00E00D30" w:rsidP="00E00D30">
      <w:r>
        <w:t>430.4430</w:t>
      </w:r>
      <w:r>
        <w:tab/>
        <w:t>1.013e0</w:t>
      </w:r>
    </w:p>
    <w:p w:rsidR="00E00D30" w:rsidRDefault="00E00D30" w:rsidP="00E00D30">
      <w:r>
        <w:t>430.4474</w:t>
      </w:r>
      <w:r>
        <w:tab/>
        <w:t>1.013e0</w:t>
      </w:r>
    </w:p>
    <w:p w:rsidR="00E00D30" w:rsidRDefault="00E00D30" w:rsidP="00E00D30">
      <w:r>
        <w:t>430.4662</w:t>
      </w:r>
      <w:r>
        <w:tab/>
        <w:t>1.013e0</w:t>
      </w:r>
    </w:p>
    <w:p w:rsidR="00E00D30" w:rsidRDefault="00E00D30" w:rsidP="00E00D30">
      <w:r>
        <w:t>430.4962</w:t>
      </w:r>
      <w:r>
        <w:tab/>
        <w:t>1.013e0</w:t>
      </w:r>
    </w:p>
    <w:p w:rsidR="00E00D30" w:rsidRDefault="00E00D30" w:rsidP="00E00D30">
      <w:r>
        <w:t>430.5081</w:t>
      </w:r>
      <w:r>
        <w:tab/>
        <w:t>1.013e0</w:t>
      </w:r>
    </w:p>
    <w:p w:rsidR="00E00D30" w:rsidRDefault="00E00D30" w:rsidP="00E00D30">
      <w:r>
        <w:t>430.5299</w:t>
      </w:r>
      <w:r>
        <w:tab/>
        <w:t>1.013e0</w:t>
      </w:r>
    </w:p>
    <w:p w:rsidR="00E00D30" w:rsidRDefault="00E00D30" w:rsidP="00E00D30">
      <w:r>
        <w:t>430.5340</w:t>
      </w:r>
      <w:r>
        <w:tab/>
        <w:t>1.013e0</w:t>
      </w:r>
    </w:p>
    <w:p w:rsidR="00E00D30" w:rsidRDefault="00E00D30" w:rsidP="00E00D30">
      <w:r>
        <w:t>430.5437</w:t>
      </w:r>
      <w:r>
        <w:tab/>
        <w:t>2.025e0</w:t>
      </w:r>
    </w:p>
    <w:p w:rsidR="00E00D30" w:rsidRDefault="00E00D30" w:rsidP="00E00D30">
      <w:r>
        <w:t>430.5483</w:t>
      </w:r>
      <w:r>
        <w:tab/>
        <w:t>1.013e0</w:t>
      </w:r>
    </w:p>
    <w:p w:rsidR="00E00D30" w:rsidRDefault="00E00D30" w:rsidP="00E00D30">
      <w:r>
        <w:t>430.5640</w:t>
      </w:r>
      <w:r>
        <w:tab/>
        <w:t>1.013e0</w:t>
      </w:r>
    </w:p>
    <w:p w:rsidR="00E00D30" w:rsidRDefault="00E00D30" w:rsidP="00E00D30">
      <w:r>
        <w:t>430.5793</w:t>
      </w:r>
      <w:r>
        <w:tab/>
        <w:t>1.013e0</w:t>
      </w:r>
    </w:p>
    <w:p w:rsidR="00E00D30" w:rsidRDefault="00E00D30" w:rsidP="00E00D30">
      <w:r>
        <w:t>430.6086</w:t>
      </w:r>
      <w:r>
        <w:tab/>
        <w:t>1.013e0</w:t>
      </w:r>
    </w:p>
    <w:p w:rsidR="00E00D30" w:rsidRDefault="00E00D30" w:rsidP="00E00D30">
      <w:r>
        <w:t>430.6140</w:t>
      </w:r>
      <w:r>
        <w:tab/>
        <w:t>2.025e0</w:t>
      </w:r>
    </w:p>
    <w:p w:rsidR="00E00D30" w:rsidRDefault="00E00D30" w:rsidP="00E00D30">
      <w:r>
        <w:t>430.6169</w:t>
      </w:r>
      <w:r>
        <w:tab/>
        <w:t>2.025e0</w:t>
      </w:r>
    </w:p>
    <w:p w:rsidR="00E00D30" w:rsidRDefault="00E00D30" w:rsidP="00E00D30">
      <w:r>
        <w:lastRenderedPageBreak/>
        <w:t>430.6300</w:t>
      </w:r>
      <w:r>
        <w:tab/>
        <w:t>1.013e0</w:t>
      </w:r>
    </w:p>
    <w:p w:rsidR="00E00D30" w:rsidRDefault="00E00D30" w:rsidP="00E00D30">
      <w:r>
        <w:t>430.6943</w:t>
      </w:r>
      <w:r>
        <w:tab/>
        <w:t>2.025e0</w:t>
      </w:r>
    </w:p>
    <w:p w:rsidR="00E00D30" w:rsidRDefault="00E00D30" w:rsidP="00E00D30">
      <w:r>
        <w:t>430.7003</w:t>
      </w:r>
      <w:r>
        <w:tab/>
        <w:t>1.013e0</w:t>
      </w:r>
    </w:p>
    <w:p w:rsidR="00E00D30" w:rsidRDefault="00E00D30" w:rsidP="00E00D30">
      <w:r>
        <w:t>430.7061</w:t>
      </w:r>
      <w:r>
        <w:tab/>
        <w:t>2.025e0</w:t>
      </w:r>
    </w:p>
    <w:p w:rsidR="00E00D30" w:rsidRDefault="00E00D30" w:rsidP="00E00D30">
      <w:r>
        <w:t>430.7336</w:t>
      </w:r>
      <w:r>
        <w:tab/>
        <w:t>1.013e0</w:t>
      </w:r>
    </w:p>
    <w:p w:rsidR="00E00D30" w:rsidRDefault="00E00D30" w:rsidP="00E00D30">
      <w:r>
        <w:t>430.7609</w:t>
      </w:r>
      <w:r>
        <w:tab/>
        <w:t>1.013e0</w:t>
      </w:r>
    </w:p>
    <w:p w:rsidR="00E00D30" w:rsidRDefault="00E00D30" w:rsidP="00E00D30">
      <w:r>
        <w:t>430.7836</w:t>
      </w:r>
      <w:r>
        <w:tab/>
        <w:t>1.013e0</w:t>
      </w:r>
    </w:p>
    <w:p w:rsidR="00E00D30" w:rsidRDefault="00E00D30" w:rsidP="00E00D30">
      <w:r>
        <w:t>430.7944</w:t>
      </w:r>
      <w:r>
        <w:tab/>
        <w:t>1.013e0</w:t>
      </w:r>
    </w:p>
    <w:p w:rsidR="00E00D30" w:rsidRDefault="00E00D30" w:rsidP="00E00D30">
      <w:r>
        <w:t>430.7971</w:t>
      </w:r>
      <w:r>
        <w:tab/>
        <w:t>2.025e0</w:t>
      </w:r>
    </w:p>
    <w:p w:rsidR="00E00D30" w:rsidRDefault="00E00D30" w:rsidP="00E00D30">
      <w:r>
        <w:t>430.8068</w:t>
      </w:r>
      <w:r>
        <w:tab/>
        <w:t>1.013e0</w:t>
      </w:r>
    </w:p>
    <w:p w:rsidR="00E00D30" w:rsidRDefault="00E00D30" w:rsidP="00E00D30">
      <w:r>
        <w:t>430.8212</w:t>
      </w:r>
      <w:r>
        <w:tab/>
        <w:t>1.013e0</w:t>
      </w:r>
    </w:p>
    <w:p w:rsidR="00E00D30" w:rsidRDefault="00E00D30" w:rsidP="00E00D30">
      <w:r>
        <w:t>430.8290</w:t>
      </w:r>
      <w:r>
        <w:tab/>
        <w:t>1.013e0</w:t>
      </w:r>
    </w:p>
    <w:p w:rsidR="00E00D30" w:rsidRDefault="00E00D30" w:rsidP="00E00D30">
      <w:r>
        <w:t>430.8439</w:t>
      </w:r>
      <w:r>
        <w:tab/>
        <w:t>1.013e0</w:t>
      </w:r>
    </w:p>
    <w:p w:rsidR="00E00D30" w:rsidRDefault="00E00D30" w:rsidP="00E00D30">
      <w:r>
        <w:t>430.9163</w:t>
      </w:r>
      <w:r>
        <w:tab/>
        <w:t>1.013e0</w:t>
      </w:r>
    </w:p>
    <w:p w:rsidR="00E00D30" w:rsidRDefault="00E00D30" w:rsidP="00E00D30">
      <w:r>
        <w:t>430.9232</w:t>
      </w:r>
      <w:r>
        <w:tab/>
        <w:t>2.025e0</w:t>
      </w:r>
    </w:p>
    <w:p w:rsidR="00E00D30" w:rsidRDefault="00E00D30" w:rsidP="00E00D30">
      <w:r>
        <w:t>430.9467</w:t>
      </w:r>
      <w:r>
        <w:tab/>
        <w:t>2.025e0</w:t>
      </w:r>
    </w:p>
    <w:p w:rsidR="00E00D30" w:rsidRDefault="00E00D30" w:rsidP="00E00D30">
      <w:r>
        <w:t>430.9556</w:t>
      </w:r>
      <w:r>
        <w:tab/>
        <w:t>1.013e0</w:t>
      </w:r>
    </w:p>
    <w:p w:rsidR="00E00D30" w:rsidRDefault="00E00D30" w:rsidP="00E00D30">
      <w:r>
        <w:t>430.9578</w:t>
      </w:r>
      <w:r>
        <w:tab/>
        <w:t>3.038e0</w:t>
      </w:r>
    </w:p>
    <w:p w:rsidR="00E00D30" w:rsidRDefault="00E00D30" w:rsidP="00E00D30">
      <w:r>
        <w:t>430.9725</w:t>
      </w:r>
      <w:r>
        <w:tab/>
        <w:t>2.025e0</w:t>
      </w:r>
    </w:p>
    <w:p w:rsidR="00E00D30" w:rsidRDefault="00E00D30" w:rsidP="00E00D30">
      <w:r>
        <w:lastRenderedPageBreak/>
        <w:t>430.9851</w:t>
      </w:r>
      <w:r>
        <w:tab/>
        <w:t>2.025e0</w:t>
      </w:r>
    </w:p>
    <w:p w:rsidR="00E00D30" w:rsidRDefault="00E00D30" w:rsidP="00E00D30">
      <w:r>
        <w:t>430.9957</w:t>
      </w:r>
      <w:r>
        <w:tab/>
        <w:t>1.013e0</w:t>
      </w:r>
    </w:p>
    <w:p w:rsidR="00E00D30" w:rsidRDefault="00E00D30" w:rsidP="00E00D30">
      <w:r>
        <w:t>431.0003</w:t>
      </w:r>
      <w:r>
        <w:tab/>
        <w:t>2.025e0</w:t>
      </w:r>
    </w:p>
    <w:p w:rsidR="00E00D30" w:rsidRDefault="00E00D30" w:rsidP="00E00D30">
      <w:r>
        <w:t>431.0028</w:t>
      </w:r>
      <w:r>
        <w:tab/>
        <w:t>1.013e0</w:t>
      </w:r>
    </w:p>
    <w:p w:rsidR="00E00D30" w:rsidRDefault="00E00D30" w:rsidP="00E00D30">
      <w:r>
        <w:t>431.0257</w:t>
      </w:r>
      <w:r>
        <w:tab/>
        <w:t>1.013e0</w:t>
      </w:r>
    </w:p>
    <w:p w:rsidR="00E00D30" w:rsidRDefault="00E00D30" w:rsidP="00E00D30">
      <w:r>
        <w:t>431.0376</w:t>
      </w:r>
      <w:r>
        <w:tab/>
        <w:t>1.013e0</w:t>
      </w:r>
    </w:p>
    <w:p w:rsidR="00E00D30" w:rsidRDefault="00E00D30" w:rsidP="00E00D30">
      <w:r>
        <w:t>431.0512</w:t>
      </w:r>
      <w:r>
        <w:tab/>
        <w:t>2.025e0</w:t>
      </w:r>
    </w:p>
    <w:p w:rsidR="00E00D30" w:rsidRDefault="00E00D30" w:rsidP="00E00D30">
      <w:r>
        <w:t>431.0565</w:t>
      </w:r>
      <w:r>
        <w:tab/>
        <w:t>1.013e0</w:t>
      </w:r>
    </w:p>
    <w:p w:rsidR="00E00D30" w:rsidRDefault="00E00D30" w:rsidP="00E00D30">
      <w:r>
        <w:t>431.0636</w:t>
      </w:r>
      <w:r>
        <w:tab/>
        <w:t>1.013e0</w:t>
      </w:r>
    </w:p>
    <w:p w:rsidR="00E00D30" w:rsidRDefault="00E00D30" w:rsidP="00E00D30">
      <w:r>
        <w:t>431.0807</w:t>
      </w:r>
      <w:r>
        <w:tab/>
        <w:t>1.013e0</w:t>
      </w:r>
    </w:p>
    <w:p w:rsidR="00E00D30" w:rsidRDefault="00E00D30" w:rsidP="00E00D30">
      <w:r>
        <w:t>431.0863</w:t>
      </w:r>
      <w:r>
        <w:tab/>
        <w:t>1.013e0</w:t>
      </w:r>
    </w:p>
    <w:p w:rsidR="00E00D30" w:rsidRDefault="00E00D30" w:rsidP="00E00D30">
      <w:r>
        <w:t>431.0944</w:t>
      </w:r>
      <w:r>
        <w:tab/>
        <w:t>1.013e0</w:t>
      </w:r>
    </w:p>
    <w:p w:rsidR="00E00D30" w:rsidRDefault="00E00D30" w:rsidP="00E00D30">
      <w:r>
        <w:t>431.1060</w:t>
      </w:r>
      <w:r>
        <w:tab/>
        <w:t>2.025e0</w:t>
      </w:r>
    </w:p>
    <w:p w:rsidR="00E00D30" w:rsidRDefault="00E00D30" w:rsidP="00E00D30">
      <w:r>
        <w:t>431.1247</w:t>
      </w:r>
      <w:r>
        <w:tab/>
        <w:t>1.013e0</w:t>
      </w:r>
    </w:p>
    <w:p w:rsidR="00E00D30" w:rsidRDefault="00E00D30" w:rsidP="00E00D30">
      <w:r>
        <w:t>431.1315</w:t>
      </w:r>
      <w:r>
        <w:tab/>
        <w:t>1.013e0</w:t>
      </w:r>
    </w:p>
    <w:p w:rsidR="00E00D30" w:rsidRDefault="00E00D30" w:rsidP="00E00D30">
      <w:r>
        <w:t>431.1379</w:t>
      </w:r>
      <w:r>
        <w:tab/>
        <w:t>1.013e0</w:t>
      </w:r>
    </w:p>
    <w:p w:rsidR="00E00D30" w:rsidRDefault="00E00D30" w:rsidP="00E00D30">
      <w:r>
        <w:t>431.1391</w:t>
      </w:r>
      <w:r>
        <w:tab/>
        <w:t>2.025e0</w:t>
      </w:r>
    </w:p>
    <w:p w:rsidR="00E00D30" w:rsidRDefault="00E00D30" w:rsidP="00E00D30">
      <w:r>
        <w:t>431.1450</w:t>
      </w:r>
      <w:r>
        <w:tab/>
        <w:t>2.025e0</w:t>
      </w:r>
    </w:p>
    <w:p w:rsidR="00E00D30" w:rsidRDefault="00E00D30" w:rsidP="00E00D30">
      <w:r>
        <w:t>431.1544</w:t>
      </w:r>
      <w:r>
        <w:tab/>
        <w:t>1.013e0</w:t>
      </w:r>
    </w:p>
    <w:p w:rsidR="00E00D30" w:rsidRDefault="00E00D30" w:rsidP="00E00D30">
      <w:r>
        <w:lastRenderedPageBreak/>
        <w:t>431.1595</w:t>
      </w:r>
      <w:r>
        <w:tab/>
        <w:t>1.013e0</w:t>
      </w:r>
    </w:p>
    <w:p w:rsidR="00E00D30" w:rsidRDefault="00E00D30" w:rsidP="00E00D30">
      <w:r>
        <w:t>431.1796</w:t>
      </w:r>
      <w:r>
        <w:tab/>
        <w:t>2.025e0</w:t>
      </w:r>
    </w:p>
    <w:p w:rsidR="00E00D30" w:rsidRDefault="00E00D30" w:rsidP="00E00D30">
      <w:r>
        <w:t>431.2078</w:t>
      </w:r>
      <w:r>
        <w:tab/>
        <w:t>3.038e0</w:t>
      </w:r>
    </w:p>
    <w:p w:rsidR="00E00D30" w:rsidRDefault="00E00D30" w:rsidP="00E00D30">
      <w:r>
        <w:t>431.2200</w:t>
      </w:r>
      <w:r>
        <w:tab/>
        <w:t>6.076e0</w:t>
      </w:r>
    </w:p>
    <w:p w:rsidR="00E00D30" w:rsidRDefault="00E00D30" w:rsidP="00E00D30">
      <w:r>
        <w:t>431.2261</w:t>
      </w:r>
      <w:r>
        <w:tab/>
        <w:t>4.051e0</w:t>
      </w:r>
    </w:p>
    <w:p w:rsidR="00E00D30" w:rsidRDefault="00E00D30" w:rsidP="00E00D30">
      <w:r>
        <w:t>431.2292</w:t>
      </w:r>
      <w:r>
        <w:tab/>
        <w:t>3.038e0</w:t>
      </w:r>
    </w:p>
    <w:p w:rsidR="00E00D30" w:rsidRDefault="00E00D30" w:rsidP="00E00D30">
      <w:r>
        <w:t>431.2353</w:t>
      </w:r>
      <w:r>
        <w:tab/>
        <w:t>1.023e1</w:t>
      </w:r>
    </w:p>
    <w:p w:rsidR="00E00D30" w:rsidRDefault="00E00D30" w:rsidP="00E00D30">
      <w:r>
        <w:t>431.2386</w:t>
      </w:r>
      <w:r>
        <w:tab/>
        <w:t>1.114e1</w:t>
      </w:r>
    </w:p>
    <w:p w:rsidR="00E00D30" w:rsidRDefault="00E00D30" w:rsidP="00E00D30">
      <w:r>
        <w:t>431.2435</w:t>
      </w:r>
      <w:r>
        <w:tab/>
        <w:t>1.823e1</w:t>
      </w:r>
    </w:p>
    <w:p w:rsidR="00E00D30" w:rsidRDefault="00E00D30" w:rsidP="00E00D30">
      <w:r>
        <w:t>431.2686</w:t>
      </w:r>
      <w:r>
        <w:tab/>
        <w:t>2.025e0</w:t>
      </w:r>
    </w:p>
    <w:p w:rsidR="00E00D30" w:rsidRDefault="00E00D30" w:rsidP="00E00D30">
      <w:r>
        <w:t>431.2796</w:t>
      </w:r>
      <w:r>
        <w:tab/>
        <w:t>3.837e0</w:t>
      </w:r>
    </w:p>
    <w:p w:rsidR="00E00D30" w:rsidRDefault="00E00D30" w:rsidP="00E00D30">
      <w:r>
        <w:t>431.2959</w:t>
      </w:r>
      <w:r>
        <w:tab/>
        <w:t>2.025e0</w:t>
      </w:r>
    </w:p>
    <w:p w:rsidR="00E00D30" w:rsidRDefault="00E00D30" w:rsidP="00E00D30">
      <w:r>
        <w:t>431.2983</w:t>
      </w:r>
      <w:r>
        <w:tab/>
        <w:t>1.013e0</w:t>
      </w:r>
    </w:p>
    <w:p w:rsidR="00E00D30" w:rsidRDefault="00E00D30" w:rsidP="00E00D30">
      <w:r>
        <w:t>431.3247</w:t>
      </w:r>
      <w:r>
        <w:tab/>
        <w:t>3.038e0</w:t>
      </w:r>
    </w:p>
    <w:p w:rsidR="00E00D30" w:rsidRDefault="00E00D30" w:rsidP="00E00D30">
      <w:r>
        <w:t>431.3362</w:t>
      </w:r>
      <w:r>
        <w:tab/>
        <w:t>3.038e0</w:t>
      </w:r>
    </w:p>
    <w:p w:rsidR="00E00D30" w:rsidRDefault="00E00D30" w:rsidP="00E00D30">
      <w:r>
        <w:t>431.3496</w:t>
      </w:r>
      <w:r>
        <w:tab/>
        <w:t>4.051e0</w:t>
      </w:r>
    </w:p>
    <w:p w:rsidR="00E00D30" w:rsidRDefault="00E00D30" w:rsidP="00E00D30">
      <w:r>
        <w:t>431.3513</w:t>
      </w:r>
      <w:r>
        <w:tab/>
        <w:t>2.025e0</w:t>
      </w:r>
    </w:p>
    <w:p w:rsidR="00E00D30" w:rsidRDefault="00E00D30" w:rsidP="00E00D30">
      <w:r>
        <w:t>431.3532</w:t>
      </w:r>
      <w:r>
        <w:tab/>
        <w:t>4.051e0</w:t>
      </w:r>
    </w:p>
    <w:p w:rsidR="00E00D30" w:rsidRDefault="00E00D30" w:rsidP="00E00D30">
      <w:r>
        <w:t>431.3738</w:t>
      </w:r>
      <w:r>
        <w:tab/>
        <w:t>1.013e0</w:t>
      </w:r>
    </w:p>
    <w:p w:rsidR="00E00D30" w:rsidRDefault="00E00D30" w:rsidP="00E00D30">
      <w:r>
        <w:lastRenderedPageBreak/>
        <w:t>431.3968</w:t>
      </w:r>
      <w:r>
        <w:tab/>
        <w:t>1.013e0</w:t>
      </w:r>
    </w:p>
    <w:p w:rsidR="00E00D30" w:rsidRDefault="00E00D30" w:rsidP="00E00D30">
      <w:r>
        <w:t>431.4199</w:t>
      </w:r>
      <w:r>
        <w:tab/>
        <w:t>5.063e0</w:t>
      </w:r>
    </w:p>
    <w:p w:rsidR="00E00D30" w:rsidRDefault="00E00D30" w:rsidP="00E00D30">
      <w:r>
        <w:t>431.4849</w:t>
      </w:r>
      <w:r>
        <w:tab/>
        <w:t>1.013e0</w:t>
      </w:r>
    </w:p>
    <w:p w:rsidR="00E00D30" w:rsidRDefault="00E00D30" w:rsidP="00E00D30">
      <w:r>
        <w:t>431.4906</w:t>
      </w:r>
      <w:r>
        <w:tab/>
        <w:t>2.025e0</w:t>
      </w:r>
    </w:p>
    <w:p w:rsidR="00E00D30" w:rsidRDefault="00E00D30" w:rsidP="00E00D30">
      <w:r>
        <w:t>431.5029</w:t>
      </w:r>
      <w:r>
        <w:tab/>
        <w:t>1.013e0</w:t>
      </w:r>
    </w:p>
    <w:p w:rsidR="00E00D30" w:rsidRDefault="00E00D30" w:rsidP="00E00D30">
      <w:r>
        <w:t>431.5280</w:t>
      </w:r>
      <w:r>
        <w:tab/>
        <w:t>1.013e0</w:t>
      </w:r>
    </w:p>
    <w:p w:rsidR="00E00D30" w:rsidRDefault="00E00D30" w:rsidP="00E00D30">
      <w:r>
        <w:t>431.5337</w:t>
      </w:r>
      <w:r>
        <w:tab/>
        <w:t>1.013e0</w:t>
      </w:r>
    </w:p>
    <w:p w:rsidR="00E00D30" w:rsidRDefault="00E00D30" w:rsidP="00E00D30">
      <w:r>
        <w:t>431.5496</w:t>
      </w:r>
      <w:r>
        <w:tab/>
        <w:t>1.013e0</w:t>
      </w:r>
    </w:p>
    <w:p w:rsidR="00E00D30" w:rsidRDefault="00E00D30" w:rsidP="00E00D30">
      <w:r>
        <w:t>431.5672</w:t>
      </w:r>
      <w:r>
        <w:tab/>
        <w:t>1.013e0</w:t>
      </w:r>
    </w:p>
    <w:p w:rsidR="00E00D30" w:rsidRDefault="00E00D30" w:rsidP="00E00D30">
      <w:r>
        <w:t>431.5763</w:t>
      </w:r>
      <w:r>
        <w:tab/>
        <w:t>2.025e0</w:t>
      </w:r>
    </w:p>
    <w:p w:rsidR="00E00D30" w:rsidRDefault="00E00D30" w:rsidP="00E00D30">
      <w:r>
        <w:t>431.5784</w:t>
      </w:r>
      <w:r>
        <w:tab/>
        <w:t>1.013e0</w:t>
      </w:r>
    </w:p>
    <w:p w:rsidR="00E00D30" w:rsidRDefault="00E00D30" w:rsidP="00E00D30">
      <w:r>
        <w:t>431.6105</w:t>
      </w:r>
      <w:r>
        <w:tab/>
        <w:t>1.013e0</w:t>
      </w:r>
    </w:p>
    <w:p w:rsidR="00E00D30" w:rsidRDefault="00E00D30" w:rsidP="00E00D30">
      <w:r>
        <w:t>431.6499</w:t>
      </w:r>
      <w:r>
        <w:tab/>
        <w:t>1.013e0</w:t>
      </w:r>
    </w:p>
    <w:p w:rsidR="00E00D30" w:rsidRDefault="00E00D30" w:rsidP="00E00D30">
      <w:r>
        <w:t>431.6590</w:t>
      </w:r>
      <w:r>
        <w:tab/>
        <w:t>2.025e0</w:t>
      </w:r>
    </w:p>
    <w:p w:rsidR="00E00D30" w:rsidRDefault="00E00D30" w:rsidP="00E00D30">
      <w:r>
        <w:t>431.6652</w:t>
      </w:r>
      <w:r>
        <w:tab/>
        <w:t>2.025e0</w:t>
      </w:r>
    </w:p>
    <w:p w:rsidR="00E00D30" w:rsidRDefault="00E00D30" w:rsidP="00E00D30">
      <w:r>
        <w:t>431.6711</w:t>
      </w:r>
      <w:r>
        <w:tab/>
        <w:t>1.013e0</w:t>
      </w:r>
    </w:p>
    <w:p w:rsidR="00E00D30" w:rsidRDefault="00E00D30" w:rsidP="00E00D30">
      <w:r>
        <w:t>431.6732</w:t>
      </w:r>
      <w:r>
        <w:tab/>
        <w:t>2.025e0</w:t>
      </w:r>
    </w:p>
    <w:p w:rsidR="00E00D30" w:rsidRDefault="00E00D30" w:rsidP="00E00D30">
      <w:r>
        <w:t>431.7077</w:t>
      </w:r>
      <w:r>
        <w:tab/>
        <w:t>1.013e0</w:t>
      </w:r>
    </w:p>
    <w:p w:rsidR="00E00D30" w:rsidRDefault="00E00D30" w:rsidP="00E00D30">
      <w:r>
        <w:t>431.7112</w:t>
      </w:r>
      <w:r>
        <w:tab/>
        <w:t>1.013e0</w:t>
      </w:r>
    </w:p>
    <w:p w:rsidR="00E00D30" w:rsidRDefault="00E00D30" w:rsidP="00E00D30">
      <w:r>
        <w:lastRenderedPageBreak/>
        <w:t>431.7214</w:t>
      </w:r>
      <w:r>
        <w:tab/>
        <w:t>2.025e0</w:t>
      </w:r>
    </w:p>
    <w:p w:rsidR="00E00D30" w:rsidRDefault="00E00D30" w:rsidP="00E00D30">
      <w:r>
        <w:t>431.7227</w:t>
      </w:r>
      <w:r>
        <w:tab/>
        <w:t>1.013e0</w:t>
      </w:r>
    </w:p>
    <w:p w:rsidR="00E00D30" w:rsidRDefault="00E00D30" w:rsidP="00E00D30">
      <w:r>
        <w:t>431.7529</w:t>
      </w:r>
      <w:r>
        <w:tab/>
        <w:t>5.063e0</w:t>
      </w:r>
    </w:p>
    <w:p w:rsidR="00E00D30" w:rsidRDefault="00E00D30" w:rsidP="00E00D30">
      <w:r>
        <w:t>431.7757</w:t>
      </w:r>
      <w:r>
        <w:tab/>
        <w:t>1.013e0</w:t>
      </w:r>
    </w:p>
    <w:p w:rsidR="00E00D30" w:rsidRDefault="00E00D30" w:rsidP="00E00D30">
      <w:r>
        <w:t>431.7891</w:t>
      </w:r>
      <w:r>
        <w:tab/>
        <w:t>1.013e0</w:t>
      </w:r>
    </w:p>
    <w:p w:rsidR="00E00D30" w:rsidRDefault="00E00D30" w:rsidP="00E00D30">
      <w:r>
        <w:t>431.7990</w:t>
      </w:r>
      <w:r>
        <w:tab/>
        <w:t>1.013e0</w:t>
      </w:r>
    </w:p>
    <w:p w:rsidR="00E00D30" w:rsidRDefault="00E00D30" w:rsidP="00E00D30">
      <w:r>
        <w:t>431.8323</w:t>
      </w:r>
      <w:r>
        <w:tab/>
        <w:t>1.013e0</w:t>
      </w:r>
    </w:p>
    <w:p w:rsidR="00E00D30" w:rsidRDefault="00E00D30" w:rsidP="00E00D30">
      <w:r>
        <w:t>431.8364</w:t>
      </w:r>
      <w:r>
        <w:tab/>
        <w:t>1.013e0</w:t>
      </w:r>
    </w:p>
    <w:p w:rsidR="00E00D30" w:rsidRDefault="00E00D30" w:rsidP="00E00D30">
      <w:r>
        <w:t>431.8536</w:t>
      </w:r>
      <w:r>
        <w:tab/>
        <w:t>1.013e0</w:t>
      </w:r>
    </w:p>
    <w:p w:rsidR="00E00D30" w:rsidRDefault="00E00D30" w:rsidP="00E00D30">
      <w:r>
        <w:t>431.8656</w:t>
      </w:r>
      <w:r>
        <w:tab/>
        <w:t>2.025e0</w:t>
      </w:r>
    </w:p>
    <w:p w:rsidR="00E00D30" w:rsidRDefault="00E00D30" w:rsidP="00E00D30">
      <w:r>
        <w:t>431.8752</w:t>
      </w:r>
      <w:r>
        <w:tab/>
        <w:t>1.013e0</w:t>
      </w:r>
    </w:p>
    <w:p w:rsidR="00E00D30" w:rsidRDefault="00E00D30" w:rsidP="00E00D30">
      <w:r>
        <w:t>431.8884</w:t>
      </w:r>
      <w:r>
        <w:tab/>
        <w:t>4.051e0</w:t>
      </w:r>
    </w:p>
    <w:p w:rsidR="00E00D30" w:rsidRDefault="00E00D30" w:rsidP="00E00D30">
      <w:r>
        <w:t>431.8929</w:t>
      </w:r>
      <w:r>
        <w:tab/>
        <w:t>1.013e0</w:t>
      </w:r>
    </w:p>
    <w:p w:rsidR="00E00D30" w:rsidRDefault="00E00D30" w:rsidP="00E00D30">
      <w:r>
        <w:t>431.9110</w:t>
      </w:r>
      <w:r>
        <w:tab/>
        <w:t>1.013e0</w:t>
      </w:r>
    </w:p>
    <w:p w:rsidR="00E00D30" w:rsidRDefault="00E00D30" w:rsidP="00E00D30">
      <w:r>
        <w:t>431.9128</w:t>
      </w:r>
      <w:r>
        <w:tab/>
        <w:t>2.025e0</w:t>
      </w:r>
    </w:p>
    <w:p w:rsidR="00E00D30" w:rsidRDefault="00E00D30" w:rsidP="00E00D30">
      <w:r>
        <w:t>431.9537</w:t>
      </w:r>
      <w:r>
        <w:tab/>
        <w:t>1.013e0</w:t>
      </w:r>
    </w:p>
    <w:p w:rsidR="00E00D30" w:rsidRDefault="00E00D30" w:rsidP="00E00D30">
      <w:r>
        <w:t>431.9703</w:t>
      </w:r>
      <w:r>
        <w:tab/>
        <w:t>3.038e0</w:t>
      </w:r>
    </w:p>
    <w:p w:rsidR="00E00D30" w:rsidRDefault="00E00D30" w:rsidP="00E00D30">
      <w:r>
        <w:t>431.9755</w:t>
      </w:r>
      <w:r>
        <w:tab/>
        <w:t>1.013e0</w:t>
      </w:r>
    </w:p>
    <w:p w:rsidR="00E00D30" w:rsidRDefault="00E00D30" w:rsidP="00E00D30">
      <w:r>
        <w:t>431.9830</w:t>
      </w:r>
      <w:r>
        <w:tab/>
        <w:t>3.038e0</w:t>
      </w:r>
    </w:p>
    <w:p w:rsidR="00E00D30" w:rsidRDefault="00E00D30" w:rsidP="00E00D30">
      <w:r>
        <w:lastRenderedPageBreak/>
        <w:t>431.9919</w:t>
      </w:r>
      <w:r>
        <w:tab/>
        <w:t>2.025e0</w:t>
      </w:r>
    </w:p>
    <w:p w:rsidR="00E00D30" w:rsidRDefault="00E00D30" w:rsidP="00E00D30">
      <w:r>
        <w:t>432.0364</w:t>
      </w:r>
      <w:r>
        <w:tab/>
        <w:t>3.038e0</w:t>
      </w:r>
    </w:p>
    <w:p w:rsidR="00E00D30" w:rsidRDefault="00E00D30" w:rsidP="00E00D30">
      <w:r>
        <w:t>432.0409</w:t>
      </w:r>
      <w:r>
        <w:tab/>
        <w:t>1.013e0</w:t>
      </w:r>
    </w:p>
    <w:p w:rsidR="00E00D30" w:rsidRDefault="00E00D30" w:rsidP="00E00D30">
      <w:r>
        <w:t>432.0539</w:t>
      </w:r>
      <w:r>
        <w:tab/>
        <w:t>1.013e0</w:t>
      </w:r>
    </w:p>
    <w:p w:rsidR="00E00D30" w:rsidRDefault="00E00D30" w:rsidP="00E00D30">
      <w:r>
        <w:t>432.0721</w:t>
      </w:r>
      <w:r>
        <w:tab/>
        <w:t>1.013e0</w:t>
      </w:r>
    </w:p>
    <w:p w:rsidR="00E00D30" w:rsidRDefault="00E00D30" w:rsidP="00E00D30">
      <w:r>
        <w:t>432.0756</w:t>
      </w:r>
      <w:r>
        <w:tab/>
        <w:t>2.025e0</w:t>
      </w:r>
    </w:p>
    <w:p w:rsidR="00E00D30" w:rsidRDefault="00E00D30" w:rsidP="00E00D30">
      <w:r>
        <w:t>432.1026</w:t>
      </w:r>
      <w:r>
        <w:tab/>
        <w:t>2.025e0</w:t>
      </w:r>
    </w:p>
    <w:p w:rsidR="00E00D30" w:rsidRDefault="00E00D30" w:rsidP="00E00D30">
      <w:r>
        <w:t>432.1137</w:t>
      </w:r>
      <w:r>
        <w:tab/>
        <w:t>2.025e0</w:t>
      </w:r>
    </w:p>
    <w:p w:rsidR="00E00D30" w:rsidRDefault="00E00D30" w:rsidP="00E00D30">
      <w:r>
        <w:t>432.1674</w:t>
      </w:r>
      <w:r>
        <w:tab/>
        <w:t>2.025e0</w:t>
      </w:r>
    </w:p>
    <w:p w:rsidR="00E00D30" w:rsidRDefault="00E00D30" w:rsidP="00E00D30">
      <w:r>
        <w:t>432.1815</w:t>
      </w:r>
      <w:r>
        <w:tab/>
        <w:t>2.025e0</w:t>
      </w:r>
    </w:p>
    <w:p w:rsidR="00E00D30" w:rsidRDefault="00E00D30" w:rsidP="00E00D30">
      <w:r>
        <w:t>432.1853</w:t>
      </w:r>
      <w:r>
        <w:tab/>
        <w:t>1.013e0</w:t>
      </w:r>
    </w:p>
    <w:p w:rsidR="00E00D30" w:rsidRDefault="00E00D30" w:rsidP="00E00D30">
      <w:r>
        <w:t>432.2509</w:t>
      </w:r>
      <w:r>
        <w:tab/>
        <w:t>4.332e2</w:t>
      </w:r>
    </w:p>
    <w:p w:rsidR="00E00D30" w:rsidRDefault="00E00D30" w:rsidP="00E00D30">
      <w:r>
        <w:t>432.2523</w:t>
      </w:r>
      <w:r>
        <w:tab/>
        <w:t>1.706e2</w:t>
      </w:r>
    </w:p>
    <w:p w:rsidR="00E00D30" w:rsidRDefault="00E00D30" w:rsidP="00E00D30">
      <w:r>
        <w:t>432.2533</w:t>
      </w:r>
      <w:r>
        <w:tab/>
        <w:t>1.064e2</w:t>
      </w:r>
    </w:p>
    <w:p w:rsidR="00E00D30" w:rsidRDefault="00E00D30" w:rsidP="00E00D30">
      <w:r>
        <w:t>432.2548</w:t>
      </w:r>
      <w:r>
        <w:tab/>
        <w:t>2.510e2</w:t>
      </w:r>
    </w:p>
    <w:p w:rsidR="00E00D30" w:rsidRDefault="00E00D30" w:rsidP="00E00D30">
      <w:r>
        <w:t>432.2625</w:t>
      </w:r>
      <w:r>
        <w:tab/>
        <w:t>1.519e1</w:t>
      </w:r>
    </w:p>
    <w:p w:rsidR="00E00D30" w:rsidRDefault="00E00D30" w:rsidP="00E00D30">
      <w:r>
        <w:t>432.3523</w:t>
      </w:r>
      <w:r>
        <w:tab/>
        <w:t>1.013e0</w:t>
      </w:r>
    </w:p>
    <w:p w:rsidR="00E00D30" w:rsidRDefault="00E00D30" w:rsidP="00E00D30">
      <w:r>
        <w:t>432.3584</w:t>
      </w:r>
      <w:r>
        <w:tab/>
        <w:t>1.013e0</w:t>
      </w:r>
    </w:p>
    <w:p w:rsidR="00E00D30" w:rsidRDefault="00E00D30" w:rsidP="00E00D30">
      <w:r>
        <w:t>432.3598</w:t>
      </w:r>
      <w:r>
        <w:tab/>
        <w:t>4.051e0</w:t>
      </w:r>
    </w:p>
    <w:p w:rsidR="00E00D30" w:rsidRDefault="00E00D30" w:rsidP="00E00D30">
      <w:r>
        <w:lastRenderedPageBreak/>
        <w:t>432.3680</w:t>
      </w:r>
      <w:r>
        <w:tab/>
        <w:t>1.013e0</w:t>
      </w:r>
    </w:p>
    <w:p w:rsidR="00E00D30" w:rsidRDefault="00E00D30" w:rsidP="00E00D30">
      <w:r>
        <w:t>432.3748</w:t>
      </w:r>
      <w:r>
        <w:tab/>
        <w:t>1.013e0</w:t>
      </w:r>
    </w:p>
    <w:p w:rsidR="00E00D30" w:rsidRDefault="00E00D30" w:rsidP="00E00D30">
      <w:r>
        <w:t>432.3978</w:t>
      </w:r>
      <w:r>
        <w:tab/>
        <w:t>1.013e0</w:t>
      </w:r>
    </w:p>
    <w:p w:rsidR="00E00D30" w:rsidRDefault="00E00D30" w:rsidP="00E00D30">
      <w:r>
        <w:t>432.3993</w:t>
      </w:r>
      <w:r>
        <w:tab/>
        <w:t>6.076e0</w:t>
      </w:r>
    </w:p>
    <w:p w:rsidR="00E00D30" w:rsidRDefault="00E00D30" w:rsidP="00E00D30">
      <w:r>
        <w:t>432.4035</w:t>
      </w:r>
      <w:r>
        <w:tab/>
        <w:t>4.051e0</w:t>
      </w:r>
    </w:p>
    <w:p w:rsidR="00E00D30" w:rsidRDefault="00E00D30" w:rsidP="00E00D30">
      <w:r>
        <w:t>432.4229</w:t>
      </w:r>
      <w:r>
        <w:tab/>
        <w:t>1.013e0</w:t>
      </w:r>
    </w:p>
    <w:p w:rsidR="00E00D30" w:rsidRDefault="00E00D30" w:rsidP="00E00D30">
      <w:r>
        <w:t>432.4241</w:t>
      </w:r>
      <w:r>
        <w:tab/>
        <w:t>4.051e0</w:t>
      </w:r>
    </w:p>
    <w:p w:rsidR="00E00D30" w:rsidRDefault="00E00D30" w:rsidP="00E00D30">
      <w:r>
        <w:t>432.4258</w:t>
      </w:r>
      <w:r>
        <w:tab/>
        <w:t>3.517e0</w:t>
      </w:r>
    </w:p>
    <w:p w:rsidR="00E00D30" w:rsidRDefault="00E00D30" w:rsidP="00E00D30">
      <w:r>
        <w:t>432.4530</w:t>
      </w:r>
      <w:r>
        <w:tab/>
        <w:t>2.025e0</w:t>
      </w:r>
    </w:p>
    <w:p w:rsidR="00E00D30" w:rsidRDefault="00E00D30" w:rsidP="00E00D30">
      <w:r>
        <w:t>432.4659</w:t>
      </w:r>
      <w:r>
        <w:tab/>
        <w:t>1.013e0</w:t>
      </w:r>
    </w:p>
    <w:p w:rsidR="00E00D30" w:rsidRDefault="00E00D30" w:rsidP="00E00D30">
      <w:r>
        <w:t>432.4801</w:t>
      </w:r>
      <w:r>
        <w:tab/>
        <w:t>1.013e0</w:t>
      </w:r>
    </w:p>
    <w:p w:rsidR="00E00D30" w:rsidRDefault="00E00D30" w:rsidP="00E00D30">
      <w:r>
        <w:t>432.4924</w:t>
      </w:r>
      <w:r>
        <w:tab/>
        <w:t>4.051e0</w:t>
      </w:r>
    </w:p>
    <w:p w:rsidR="00E00D30" w:rsidRDefault="00E00D30" w:rsidP="00E00D30">
      <w:r>
        <w:t>432.5141</w:t>
      </w:r>
      <w:r>
        <w:tab/>
        <w:t>2.025e0</w:t>
      </w:r>
    </w:p>
    <w:p w:rsidR="00E00D30" w:rsidRDefault="00E00D30" w:rsidP="00E00D30">
      <w:r>
        <w:t>432.5196</w:t>
      </w:r>
      <w:r>
        <w:tab/>
        <w:t>6.076e0</w:t>
      </w:r>
    </w:p>
    <w:p w:rsidR="00E00D30" w:rsidRDefault="00E00D30" w:rsidP="00E00D30">
      <w:r>
        <w:t>432.5570</w:t>
      </w:r>
      <w:r>
        <w:tab/>
        <w:t>1.013e0</w:t>
      </w:r>
    </w:p>
    <w:p w:rsidR="00E00D30" w:rsidRDefault="00E00D30" w:rsidP="00E00D30">
      <w:r>
        <w:t>432.5687</w:t>
      </w:r>
      <w:r>
        <w:tab/>
        <w:t>2.025e0</w:t>
      </w:r>
    </w:p>
    <w:p w:rsidR="00E00D30" w:rsidRDefault="00E00D30" w:rsidP="00E00D30">
      <w:r>
        <w:t>432.5839</w:t>
      </w:r>
      <w:r>
        <w:tab/>
        <w:t>1.013e0</w:t>
      </w:r>
    </w:p>
    <w:p w:rsidR="00E00D30" w:rsidRDefault="00E00D30" w:rsidP="00E00D30">
      <w:r>
        <w:t>432.5874</w:t>
      </w:r>
      <w:r>
        <w:tab/>
        <w:t>1.013e0</w:t>
      </w:r>
    </w:p>
    <w:p w:rsidR="00E00D30" w:rsidRDefault="00E00D30" w:rsidP="00E00D30">
      <w:r>
        <w:t>432.5978</w:t>
      </w:r>
      <w:r>
        <w:tab/>
        <w:t>2.025e0</w:t>
      </w:r>
    </w:p>
    <w:p w:rsidR="00E00D30" w:rsidRDefault="00E00D30" w:rsidP="00E00D30">
      <w:r>
        <w:lastRenderedPageBreak/>
        <w:t>432.6102</w:t>
      </w:r>
      <w:r>
        <w:tab/>
        <w:t>1.013e0</w:t>
      </w:r>
    </w:p>
    <w:p w:rsidR="00E00D30" w:rsidRDefault="00E00D30" w:rsidP="00E00D30">
      <w:r>
        <w:t>432.6232</w:t>
      </w:r>
      <w:r>
        <w:tab/>
        <w:t>1.013e0</w:t>
      </w:r>
    </w:p>
    <w:p w:rsidR="00E00D30" w:rsidRDefault="00E00D30" w:rsidP="00E00D30">
      <w:r>
        <w:t>432.6452</w:t>
      </w:r>
      <w:r>
        <w:tab/>
        <w:t>1.013e0</w:t>
      </w:r>
    </w:p>
    <w:p w:rsidR="00E00D30" w:rsidRDefault="00E00D30" w:rsidP="00E00D30">
      <w:r>
        <w:t>432.6560</w:t>
      </w:r>
      <w:r>
        <w:tab/>
        <w:t>1.013e0</w:t>
      </w:r>
    </w:p>
    <w:p w:rsidR="00E00D30" w:rsidRDefault="00E00D30" w:rsidP="00E00D30">
      <w:r>
        <w:t>432.6624</w:t>
      </w:r>
      <w:r>
        <w:tab/>
        <w:t>1.013e0</w:t>
      </w:r>
    </w:p>
    <w:p w:rsidR="00E00D30" w:rsidRDefault="00E00D30" w:rsidP="00E00D30">
      <w:r>
        <w:t>432.6663</w:t>
      </w:r>
      <w:r>
        <w:tab/>
        <w:t>1.013e0</w:t>
      </w:r>
    </w:p>
    <w:p w:rsidR="00E00D30" w:rsidRDefault="00E00D30" w:rsidP="00E00D30">
      <w:r>
        <w:t>432.6788</w:t>
      </w:r>
      <w:r>
        <w:tab/>
        <w:t>1.013e0</w:t>
      </w:r>
    </w:p>
    <w:p w:rsidR="00E00D30" w:rsidRDefault="00E00D30" w:rsidP="00E00D30">
      <w:r>
        <w:t>432.7053</w:t>
      </w:r>
      <w:r>
        <w:tab/>
        <w:t>1.013e0</w:t>
      </w:r>
    </w:p>
    <w:p w:rsidR="00E00D30" w:rsidRDefault="00E00D30" w:rsidP="00E00D30">
      <w:r>
        <w:t>432.7167</w:t>
      </w:r>
      <w:r>
        <w:tab/>
        <w:t>2.025e0</w:t>
      </w:r>
    </w:p>
    <w:p w:rsidR="00E00D30" w:rsidRDefault="00E00D30" w:rsidP="00E00D30">
      <w:r>
        <w:t>432.7278</w:t>
      </w:r>
      <w:r>
        <w:tab/>
        <w:t>3.038e0</w:t>
      </w:r>
    </w:p>
    <w:p w:rsidR="00E00D30" w:rsidRDefault="00E00D30" w:rsidP="00E00D30">
      <w:r>
        <w:t>432.7435</w:t>
      </w:r>
      <w:r>
        <w:tab/>
        <w:t>2.025e0</w:t>
      </w:r>
    </w:p>
    <w:p w:rsidR="00E00D30" w:rsidRDefault="00E00D30" w:rsidP="00E00D30">
      <w:r>
        <w:t>432.7446</w:t>
      </w:r>
      <w:r>
        <w:tab/>
        <w:t>1.013e0</w:t>
      </w:r>
    </w:p>
    <w:p w:rsidR="00E00D30" w:rsidRDefault="00E00D30" w:rsidP="00E00D30">
      <w:r>
        <w:t>432.7623</w:t>
      </w:r>
      <w:r>
        <w:tab/>
        <w:t>2.025e0</w:t>
      </w:r>
    </w:p>
    <w:p w:rsidR="00E00D30" w:rsidRDefault="00E00D30" w:rsidP="00E00D30">
      <w:r>
        <w:t>432.7844</w:t>
      </w:r>
      <w:r>
        <w:tab/>
        <w:t>1.013e0</w:t>
      </w:r>
    </w:p>
    <w:p w:rsidR="00E00D30" w:rsidRDefault="00E00D30" w:rsidP="00E00D30">
      <w:r>
        <w:t>432.7929</w:t>
      </w:r>
      <w:r>
        <w:tab/>
        <w:t>2.025e0</w:t>
      </w:r>
    </w:p>
    <w:p w:rsidR="00E00D30" w:rsidRDefault="00E00D30" w:rsidP="00E00D30">
      <w:r>
        <w:t>432.8573</w:t>
      </w:r>
      <w:r>
        <w:tab/>
        <w:t>2.025e0</w:t>
      </w:r>
    </w:p>
    <w:p w:rsidR="00E00D30" w:rsidRDefault="00E00D30" w:rsidP="00E00D30">
      <w:r>
        <w:t>432.8617</w:t>
      </w:r>
      <w:r>
        <w:tab/>
        <w:t>1.013e0</w:t>
      </w:r>
    </w:p>
    <w:p w:rsidR="00E00D30" w:rsidRDefault="00E00D30" w:rsidP="00E00D30">
      <w:r>
        <w:t>432.8771</w:t>
      </w:r>
      <w:r>
        <w:tab/>
        <w:t>2.025e0</w:t>
      </w:r>
    </w:p>
    <w:p w:rsidR="00E00D30" w:rsidRDefault="00E00D30" w:rsidP="00E00D30">
      <w:r>
        <w:t>432.8792</w:t>
      </w:r>
      <w:r>
        <w:tab/>
        <w:t>2.025e0</w:t>
      </w:r>
    </w:p>
    <w:p w:rsidR="00E00D30" w:rsidRDefault="00E00D30" w:rsidP="00E00D30">
      <w:r>
        <w:lastRenderedPageBreak/>
        <w:t>432.8970</w:t>
      </w:r>
      <w:r>
        <w:tab/>
        <w:t>3.038e0</w:t>
      </w:r>
    </w:p>
    <w:p w:rsidR="00E00D30" w:rsidRDefault="00E00D30" w:rsidP="00E00D30">
      <w:r>
        <w:t>432.9175</w:t>
      </w:r>
      <w:r>
        <w:tab/>
        <w:t>3.038e0</w:t>
      </w:r>
    </w:p>
    <w:p w:rsidR="00E00D30" w:rsidRDefault="00E00D30" w:rsidP="00E00D30">
      <w:r>
        <w:t>432.9272</w:t>
      </w:r>
      <w:r>
        <w:tab/>
        <w:t>2.025e0</w:t>
      </w:r>
    </w:p>
    <w:p w:rsidR="00E00D30" w:rsidRDefault="00E00D30" w:rsidP="00E00D30">
      <w:r>
        <w:t>432.9605</w:t>
      </w:r>
      <w:r>
        <w:tab/>
        <w:t>1.013e0</w:t>
      </w:r>
    </w:p>
    <w:p w:rsidR="00E00D30" w:rsidRDefault="00E00D30" w:rsidP="00E00D30">
      <w:r>
        <w:t>432.9675</w:t>
      </w:r>
      <w:r>
        <w:tab/>
        <w:t>1.013e0</w:t>
      </w:r>
    </w:p>
    <w:p w:rsidR="00E00D30" w:rsidRDefault="00E00D30" w:rsidP="00E00D30">
      <w:r>
        <w:t>432.9704</w:t>
      </w:r>
      <w:r>
        <w:tab/>
        <w:t>2.025e0</w:t>
      </w:r>
    </w:p>
    <w:p w:rsidR="00E00D30" w:rsidRDefault="00E00D30" w:rsidP="00E00D30">
      <w:r>
        <w:t>432.9752</w:t>
      </w:r>
      <w:r>
        <w:tab/>
        <w:t>1.013e0</w:t>
      </w:r>
    </w:p>
    <w:p w:rsidR="00E00D30" w:rsidRDefault="00E00D30" w:rsidP="00E00D30">
      <w:r>
        <w:t>432.9825</w:t>
      </w:r>
      <w:r>
        <w:tab/>
        <w:t>1.013e0</w:t>
      </w:r>
    </w:p>
    <w:p w:rsidR="00E00D30" w:rsidRDefault="00E00D30" w:rsidP="00E00D30">
      <w:r>
        <w:t>432.9883</w:t>
      </w:r>
      <w:r>
        <w:tab/>
        <w:t>1.013e0</w:t>
      </w:r>
    </w:p>
    <w:p w:rsidR="00E00D30" w:rsidRDefault="00E00D30" w:rsidP="00E00D30">
      <w:r>
        <w:t>433.0057</w:t>
      </w:r>
      <w:r>
        <w:tab/>
        <w:t>6.076e0</w:t>
      </w:r>
    </w:p>
    <w:p w:rsidR="00E00D30" w:rsidRDefault="00E00D30" w:rsidP="00E00D30">
      <w:r>
        <w:t>433.0208</w:t>
      </w:r>
      <w:r>
        <w:tab/>
        <w:t>1.013e0</w:t>
      </w:r>
    </w:p>
    <w:p w:rsidR="00E00D30" w:rsidRDefault="00E00D30" w:rsidP="00E00D30">
      <w:r>
        <w:t>433.0284</w:t>
      </w:r>
      <w:r>
        <w:tab/>
        <w:t>1.013e0</w:t>
      </w:r>
    </w:p>
    <w:p w:rsidR="00E00D30" w:rsidRDefault="00E00D30" w:rsidP="00E00D30">
      <w:r>
        <w:t>433.0319</w:t>
      </w:r>
      <w:r>
        <w:tab/>
        <w:t>3.038e0</w:t>
      </w:r>
    </w:p>
    <w:p w:rsidR="00E00D30" w:rsidRDefault="00E00D30" w:rsidP="00E00D30">
      <w:r>
        <w:t>433.0380</w:t>
      </w:r>
      <w:r>
        <w:tab/>
        <w:t>2.025e0</w:t>
      </w:r>
    </w:p>
    <w:p w:rsidR="00E00D30" w:rsidRDefault="00E00D30" w:rsidP="00E00D30">
      <w:r>
        <w:t>433.0664</w:t>
      </w:r>
      <w:r>
        <w:tab/>
        <w:t>1.013e0</w:t>
      </w:r>
    </w:p>
    <w:p w:rsidR="00E00D30" w:rsidRDefault="00E00D30" w:rsidP="00E00D30">
      <w:r>
        <w:t>433.0813</w:t>
      </w:r>
      <w:r>
        <w:tab/>
        <w:t>5.364e0</w:t>
      </w:r>
    </w:p>
    <w:p w:rsidR="00E00D30" w:rsidRDefault="00E00D30" w:rsidP="00E00D30">
      <w:r>
        <w:t>433.0892</w:t>
      </w:r>
      <w:r>
        <w:tab/>
        <w:t>3.038e0</w:t>
      </w:r>
    </w:p>
    <w:p w:rsidR="00E00D30" w:rsidRDefault="00E00D30" w:rsidP="00E00D30">
      <w:r>
        <w:t>433.0967</w:t>
      </w:r>
      <w:r>
        <w:tab/>
        <w:t>5.063e0</w:t>
      </w:r>
    </w:p>
    <w:p w:rsidR="00E00D30" w:rsidRDefault="00E00D30" w:rsidP="00E00D30">
      <w:r>
        <w:t>433.1016</w:t>
      </w:r>
      <w:r>
        <w:tab/>
        <w:t>2.025e0</w:t>
      </w:r>
    </w:p>
    <w:p w:rsidR="00E00D30" w:rsidRDefault="00E00D30" w:rsidP="00E00D30">
      <w:r>
        <w:lastRenderedPageBreak/>
        <w:t>433.1042</w:t>
      </w:r>
      <w:r>
        <w:tab/>
        <w:t>1.013e0</w:t>
      </w:r>
    </w:p>
    <w:p w:rsidR="00E00D30" w:rsidRDefault="00E00D30" w:rsidP="00E00D30">
      <w:r>
        <w:t>433.1173</w:t>
      </w:r>
      <w:r>
        <w:tab/>
        <w:t>2.025e0</w:t>
      </w:r>
    </w:p>
    <w:p w:rsidR="00E00D30" w:rsidRDefault="00E00D30" w:rsidP="00E00D30">
      <w:r>
        <w:t>433.1248</w:t>
      </w:r>
      <w:r>
        <w:tab/>
        <w:t>2.025e0</w:t>
      </w:r>
    </w:p>
    <w:p w:rsidR="00E00D30" w:rsidRDefault="00E00D30" w:rsidP="00E00D30">
      <w:r>
        <w:t>433.1347</w:t>
      </w:r>
      <w:r>
        <w:tab/>
        <w:t>1.013e0</w:t>
      </w:r>
    </w:p>
    <w:p w:rsidR="00E00D30" w:rsidRDefault="00E00D30" w:rsidP="00E00D30">
      <w:r>
        <w:t>433.1536</w:t>
      </w:r>
      <w:r>
        <w:tab/>
        <w:t>1.013e0</w:t>
      </w:r>
    </w:p>
    <w:p w:rsidR="00E00D30" w:rsidRDefault="00E00D30" w:rsidP="00E00D30">
      <w:r>
        <w:t>433.1751</w:t>
      </w:r>
      <w:r>
        <w:tab/>
        <w:t>1.013e0</w:t>
      </w:r>
    </w:p>
    <w:p w:rsidR="00E00D30" w:rsidRDefault="00E00D30" w:rsidP="00E00D30">
      <w:r>
        <w:t>433.1804</w:t>
      </w:r>
      <w:r>
        <w:tab/>
        <w:t>1.013e0</w:t>
      </w:r>
    </w:p>
    <w:p w:rsidR="00E00D30" w:rsidRDefault="00E00D30" w:rsidP="00E00D30">
      <w:r>
        <w:t>433.1816</w:t>
      </w:r>
      <w:r>
        <w:tab/>
        <w:t>2.025e0</w:t>
      </w:r>
    </w:p>
    <w:p w:rsidR="00E00D30" w:rsidRDefault="00E00D30" w:rsidP="00E00D30">
      <w:r>
        <w:t>433.1851</w:t>
      </w:r>
      <w:r>
        <w:tab/>
        <w:t>3.038e0</w:t>
      </w:r>
    </w:p>
    <w:p w:rsidR="00E00D30" w:rsidRDefault="00E00D30" w:rsidP="00E00D30">
      <w:r>
        <w:t>433.1878</w:t>
      </w:r>
      <w:r>
        <w:tab/>
        <w:t>1.013e0</w:t>
      </w:r>
    </w:p>
    <w:p w:rsidR="00E00D30" w:rsidRDefault="00E00D30" w:rsidP="00E00D30">
      <w:r>
        <w:t>433.2271</w:t>
      </w:r>
      <w:r>
        <w:tab/>
        <w:t>3.038e0</w:t>
      </w:r>
    </w:p>
    <w:p w:rsidR="00E00D30" w:rsidRDefault="00E00D30" w:rsidP="00E00D30">
      <w:r>
        <w:t>433.2383</w:t>
      </w:r>
      <w:r>
        <w:tab/>
        <w:t>3.038e0</w:t>
      </w:r>
    </w:p>
    <w:p w:rsidR="00E00D30" w:rsidRDefault="00E00D30" w:rsidP="00E00D30">
      <w:r>
        <w:t>433.2552</w:t>
      </w:r>
      <w:r>
        <w:tab/>
        <w:t>7.393e1</w:t>
      </w:r>
    </w:p>
    <w:p w:rsidR="00E00D30" w:rsidRDefault="00E00D30" w:rsidP="00E00D30">
      <w:r>
        <w:t>433.2576</w:t>
      </w:r>
      <w:r>
        <w:tab/>
        <w:t>3.848e1</w:t>
      </w:r>
    </w:p>
    <w:p w:rsidR="00E00D30" w:rsidRDefault="00E00D30" w:rsidP="00E00D30">
      <w:r>
        <w:t>433.2591</w:t>
      </w:r>
      <w:r>
        <w:tab/>
        <w:t>2.206e2</w:t>
      </w:r>
    </w:p>
    <w:p w:rsidR="00E00D30" w:rsidRDefault="00E00D30" w:rsidP="00E00D30">
      <w:r>
        <w:t>433.2633</w:t>
      </w:r>
      <w:r>
        <w:tab/>
        <w:t>1.964e1</w:t>
      </w:r>
    </w:p>
    <w:p w:rsidR="00E00D30" w:rsidRDefault="00E00D30" w:rsidP="00E00D30">
      <w:r>
        <w:t>433.2931</w:t>
      </w:r>
      <w:r>
        <w:tab/>
        <w:t>1.013e0</w:t>
      </w:r>
    </w:p>
    <w:p w:rsidR="00E00D30" w:rsidRDefault="00E00D30" w:rsidP="00E00D30">
      <w:r>
        <w:t>433.3118</w:t>
      </w:r>
      <w:r>
        <w:tab/>
        <w:t>2.025e0</w:t>
      </w:r>
    </w:p>
    <w:p w:rsidR="00E00D30" w:rsidRDefault="00E00D30" w:rsidP="00E00D30">
      <w:r>
        <w:t>433.3287</w:t>
      </w:r>
      <w:r>
        <w:tab/>
        <w:t>5.626e0</w:t>
      </w:r>
    </w:p>
    <w:p w:rsidR="00E00D30" w:rsidRDefault="00E00D30" w:rsidP="00E00D30">
      <w:r>
        <w:lastRenderedPageBreak/>
        <w:t>433.3363</w:t>
      </w:r>
      <w:r>
        <w:tab/>
        <w:t>3.038e0</w:t>
      </w:r>
    </w:p>
    <w:p w:rsidR="00E00D30" w:rsidRDefault="00E00D30" w:rsidP="00E00D30">
      <w:r>
        <w:t>433.3576</w:t>
      </w:r>
      <w:r>
        <w:tab/>
        <w:t>1.013e0</w:t>
      </w:r>
    </w:p>
    <w:p w:rsidR="00E00D30" w:rsidRDefault="00E00D30" w:rsidP="00E00D30">
      <w:r>
        <w:t>433.3630</w:t>
      </w:r>
      <w:r>
        <w:tab/>
        <w:t>1.013e0</w:t>
      </w:r>
    </w:p>
    <w:p w:rsidR="00E00D30" w:rsidRDefault="00E00D30" w:rsidP="00E00D30">
      <w:r>
        <w:t>433.3747</w:t>
      </w:r>
      <w:r>
        <w:tab/>
        <w:t>1.013e0</w:t>
      </w:r>
    </w:p>
    <w:p w:rsidR="00E00D30" w:rsidRDefault="00E00D30" w:rsidP="00E00D30">
      <w:r>
        <w:t>433.3858</w:t>
      </w:r>
      <w:r>
        <w:tab/>
        <w:t>1.013e0</w:t>
      </w:r>
    </w:p>
    <w:p w:rsidR="00E00D30" w:rsidRDefault="00E00D30" w:rsidP="00E00D30">
      <w:r>
        <w:t>433.4243</w:t>
      </w:r>
      <w:r>
        <w:tab/>
        <w:t>1.013e0</w:t>
      </w:r>
    </w:p>
    <w:p w:rsidR="00E00D30" w:rsidRDefault="00E00D30" w:rsidP="00E00D30">
      <w:r>
        <w:t>433.4312</w:t>
      </w:r>
      <w:r>
        <w:tab/>
        <w:t>1.013e0</w:t>
      </w:r>
    </w:p>
    <w:p w:rsidR="00E00D30" w:rsidRDefault="00E00D30" w:rsidP="00E00D30">
      <w:r>
        <w:t>433.4461</w:t>
      </w:r>
      <w:r>
        <w:tab/>
        <w:t>3.038e0</w:t>
      </w:r>
    </w:p>
    <w:p w:rsidR="00E00D30" w:rsidRDefault="00E00D30" w:rsidP="00E00D30">
      <w:r>
        <w:t>433.4639</w:t>
      </w:r>
      <w:r>
        <w:tab/>
        <w:t>3.038e0</w:t>
      </w:r>
    </w:p>
    <w:p w:rsidR="00E00D30" w:rsidRDefault="00E00D30" w:rsidP="00E00D30">
      <w:r>
        <w:t>433.4696</w:t>
      </w:r>
      <w:r>
        <w:tab/>
        <w:t>2.025e0</w:t>
      </w:r>
    </w:p>
    <w:p w:rsidR="00E00D30" w:rsidRDefault="00E00D30" w:rsidP="00E00D30">
      <w:r>
        <w:t>433.4737</w:t>
      </w:r>
      <w:r>
        <w:tab/>
        <w:t>2.025e0</w:t>
      </w:r>
    </w:p>
    <w:p w:rsidR="00E00D30" w:rsidRDefault="00E00D30" w:rsidP="00E00D30">
      <w:r>
        <w:t>433.5182</w:t>
      </w:r>
      <w:r>
        <w:tab/>
        <w:t>1.013e0</w:t>
      </w:r>
    </w:p>
    <w:p w:rsidR="00E00D30" w:rsidRDefault="00E00D30" w:rsidP="00E00D30">
      <w:r>
        <w:t>433.5225</w:t>
      </w:r>
      <w:r>
        <w:tab/>
        <w:t>1.013e0</w:t>
      </w:r>
    </w:p>
    <w:p w:rsidR="00E00D30" w:rsidRDefault="00E00D30" w:rsidP="00E00D30">
      <w:r>
        <w:t>433.5513</w:t>
      </w:r>
      <w:r>
        <w:tab/>
        <w:t>2.025e0</w:t>
      </w:r>
    </w:p>
    <w:p w:rsidR="00E00D30" w:rsidRDefault="00E00D30" w:rsidP="00E00D30">
      <w:r>
        <w:t>433.5575</w:t>
      </w:r>
      <w:r>
        <w:tab/>
        <w:t>2.025e0</w:t>
      </w:r>
    </w:p>
    <w:p w:rsidR="00E00D30" w:rsidRDefault="00E00D30" w:rsidP="00E00D30">
      <w:r>
        <w:t>433.5877</w:t>
      </w:r>
      <w:r>
        <w:tab/>
        <w:t>2.025e0</w:t>
      </w:r>
    </w:p>
    <w:p w:rsidR="00E00D30" w:rsidRDefault="00E00D30" w:rsidP="00E00D30">
      <w:r>
        <w:t>433.5969</w:t>
      </w:r>
      <w:r>
        <w:tab/>
        <w:t>1.013e0</w:t>
      </w:r>
    </w:p>
    <w:p w:rsidR="00E00D30" w:rsidRDefault="00E00D30" w:rsidP="00E00D30">
      <w:r>
        <w:t>433.6116</w:t>
      </w:r>
      <w:r>
        <w:tab/>
        <w:t>2.025e0</w:t>
      </w:r>
    </w:p>
    <w:p w:rsidR="00E00D30" w:rsidRDefault="00E00D30" w:rsidP="00E00D30">
      <w:r>
        <w:t>433.6321</w:t>
      </w:r>
      <w:r>
        <w:tab/>
        <w:t>2.025e0</w:t>
      </w:r>
    </w:p>
    <w:p w:rsidR="00E00D30" w:rsidRDefault="00E00D30" w:rsidP="00E00D30">
      <w:r>
        <w:lastRenderedPageBreak/>
        <w:t>433.6676</w:t>
      </w:r>
      <w:r>
        <w:tab/>
        <w:t>2.025e0</w:t>
      </w:r>
    </w:p>
    <w:p w:rsidR="00E00D30" w:rsidRDefault="00E00D30" w:rsidP="00E00D30">
      <w:r>
        <w:t>433.6826</w:t>
      </w:r>
      <w:r>
        <w:tab/>
        <w:t>1.013e0</w:t>
      </w:r>
    </w:p>
    <w:p w:rsidR="00E00D30" w:rsidRDefault="00E00D30" w:rsidP="00E00D30">
      <w:r>
        <w:t>433.7186</w:t>
      </w:r>
      <w:r>
        <w:tab/>
        <w:t>1.013e0</w:t>
      </w:r>
    </w:p>
    <w:p w:rsidR="00E00D30" w:rsidRDefault="00E00D30" w:rsidP="00E00D30">
      <w:r>
        <w:t>433.7236</w:t>
      </w:r>
      <w:r>
        <w:tab/>
        <w:t>3.038e0</w:t>
      </w:r>
    </w:p>
    <w:p w:rsidR="00E00D30" w:rsidRDefault="00E00D30" w:rsidP="00E00D30">
      <w:r>
        <w:t>433.7435</w:t>
      </w:r>
      <w:r>
        <w:tab/>
        <w:t>1.013e0</w:t>
      </w:r>
    </w:p>
    <w:p w:rsidR="00E00D30" w:rsidRDefault="00E00D30" w:rsidP="00E00D30">
      <w:r>
        <w:t>433.7593</w:t>
      </w:r>
      <w:r>
        <w:tab/>
        <w:t>2.025e0</w:t>
      </w:r>
    </w:p>
    <w:p w:rsidR="00E00D30" w:rsidRDefault="00E00D30" w:rsidP="00E00D30">
      <w:r>
        <w:t>433.8224</w:t>
      </w:r>
      <w:r>
        <w:tab/>
        <w:t>2.025e0</w:t>
      </w:r>
    </w:p>
    <w:p w:rsidR="00E00D30" w:rsidRDefault="00E00D30" w:rsidP="00E00D30">
      <w:r>
        <w:t>433.8272</w:t>
      </w:r>
      <w:r>
        <w:tab/>
        <w:t>1.013e0</w:t>
      </w:r>
    </w:p>
    <w:p w:rsidR="00E00D30" w:rsidRDefault="00E00D30" w:rsidP="00E00D30">
      <w:r>
        <w:t>433.8320</w:t>
      </w:r>
      <w:r>
        <w:tab/>
        <w:t>2.025e0</w:t>
      </w:r>
    </w:p>
    <w:p w:rsidR="00E00D30" w:rsidRDefault="00E00D30" w:rsidP="00E00D30">
      <w:r>
        <w:t>433.8387</w:t>
      </w:r>
      <w:r>
        <w:tab/>
        <w:t>3.038e0</w:t>
      </w:r>
    </w:p>
    <w:p w:rsidR="00E00D30" w:rsidRDefault="00E00D30" w:rsidP="00E00D30">
      <w:r>
        <w:t>433.8440</w:t>
      </w:r>
      <w:r>
        <w:tab/>
        <w:t>1.013e0</w:t>
      </w:r>
    </w:p>
    <w:p w:rsidR="00E00D30" w:rsidRDefault="00E00D30" w:rsidP="00E00D30">
      <w:r>
        <w:t>433.8532</w:t>
      </w:r>
      <w:r>
        <w:tab/>
        <w:t>2.025e0</w:t>
      </w:r>
    </w:p>
    <w:p w:rsidR="00E00D30" w:rsidRDefault="00E00D30" w:rsidP="00E00D30">
      <w:r>
        <w:t>433.8624</w:t>
      </w:r>
      <w:r>
        <w:tab/>
        <w:t>1.013e0</w:t>
      </w:r>
    </w:p>
    <w:p w:rsidR="00E00D30" w:rsidRDefault="00E00D30" w:rsidP="00E00D30">
      <w:r>
        <w:t>433.9227</w:t>
      </w:r>
      <w:r>
        <w:tab/>
        <w:t>1.013e0</w:t>
      </w:r>
    </w:p>
    <w:p w:rsidR="00E00D30" w:rsidRDefault="00E00D30" w:rsidP="00E00D30">
      <w:r>
        <w:t>433.9260</w:t>
      </w:r>
      <w:r>
        <w:tab/>
        <w:t>1.013e0</w:t>
      </w:r>
    </w:p>
    <w:p w:rsidR="00E00D30" w:rsidRDefault="00E00D30" w:rsidP="00E00D30">
      <w:r>
        <w:t>433.9453</w:t>
      </w:r>
      <w:r>
        <w:tab/>
        <w:t>2.025e0</w:t>
      </w:r>
    </w:p>
    <w:p w:rsidR="00E00D30" w:rsidRDefault="00E00D30" w:rsidP="00E00D30">
      <w:r>
        <w:t>433.9506</w:t>
      </w:r>
      <w:r>
        <w:tab/>
        <w:t>3.038e0</w:t>
      </w:r>
    </w:p>
    <w:p w:rsidR="00E00D30" w:rsidRDefault="00E00D30" w:rsidP="00E00D30">
      <w:r>
        <w:t>433.9717</w:t>
      </w:r>
      <w:r>
        <w:tab/>
        <w:t>1.013e0</w:t>
      </w:r>
    </w:p>
    <w:p w:rsidR="00E00D30" w:rsidRDefault="00E00D30" w:rsidP="00E00D30">
      <w:r>
        <w:t>433.9869</w:t>
      </w:r>
      <w:r>
        <w:tab/>
        <w:t>1.013e0</w:t>
      </w:r>
    </w:p>
    <w:p w:rsidR="00E00D30" w:rsidRDefault="00E00D30" w:rsidP="00E00D30">
      <w:r>
        <w:lastRenderedPageBreak/>
        <w:t>433.9953</w:t>
      </w:r>
      <w:r>
        <w:tab/>
        <w:t>2.025e0</w:t>
      </w:r>
    </w:p>
    <w:p w:rsidR="00E00D30" w:rsidRDefault="00E00D30" w:rsidP="00E00D30">
      <w:r>
        <w:t>433.9989</w:t>
      </w:r>
      <w:r>
        <w:tab/>
        <w:t>2.025e0</w:t>
      </w:r>
    </w:p>
    <w:p w:rsidR="00E00D30" w:rsidRDefault="00E00D30" w:rsidP="00E00D30">
      <w:r>
        <w:t>434.0326</w:t>
      </w:r>
      <w:r>
        <w:tab/>
        <w:t>1.013e0</w:t>
      </w:r>
    </w:p>
    <w:p w:rsidR="00E00D30" w:rsidRDefault="00E00D30" w:rsidP="00E00D30">
      <w:r>
        <w:t>434.0447</w:t>
      </w:r>
      <w:r>
        <w:tab/>
        <w:t>3.038e0</w:t>
      </w:r>
    </w:p>
    <w:p w:rsidR="00E00D30" w:rsidRDefault="00E00D30" w:rsidP="00E00D30">
      <w:r>
        <w:t>434.0565</w:t>
      </w:r>
      <w:r>
        <w:tab/>
        <w:t>4.051e0</w:t>
      </w:r>
    </w:p>
    <w:p w:rsidR="00E00D30" w:rsidRDefault="00E00D30" w:rsidP="00E00D30">
      <w:r>
        <w:t>434.0632</w:t>
      </w:r>
      <w:r>
        <w:tab/>
        <w:t>3.038e0</w:t>
      </w:r>
    </w:p>
    <w:p w:rsidR="00E00D30" w:rsidRDefault="00E00D30" w:rsidP="00E00D30">
      <w:r>
        <w:t>434.0912</w:t>
      </w:r>
      <w:r>
        <w:tab/>
        <w:t>4.051e0</w:t>
      </w:r>
    </w:p>
    <w:p w:rsidR="00E00D30" w:rsidRDefault="00E00D30" w:rsidP="00E00D30">
      <w:r>
        <w:t>434.0936</w:t>
      </w:r>
      <w:r>
        <w:tab/>
        <w:t>1.013e0</w:t>
      </w:r>
    </w:p>
    <w:p w:rsidR="00E00D30" w:rsidRDefault="00E00D30" w:rsidP="00E00D30">
      <w:r>
        <w:t>434.1058</w:t>
      </w:r>
      <w:r>
        <w:tab/>
        <w:t>4.051e0</w:t>
      </w:r>
    </w:p>
    <w:p w:rsidR="00E00D30" w:rsidRDefault="00E00D30" w:rsidP="00E00D30">
      <w:r>
        <w:t>434.1267</w:t>
      </w:r>
      <w:r>
        <w:tab/>
        <w:t>1.013e0</w:t>
      </w:r>
    </w:p>
    <w:p w:rsidR="00E00D30" w:rsidRDefault="00E00D30" w:rsidP="00E00D30">
      <w:r>
        <w:t>434.1452</w:t>
      </w:r>
      <w:r>
        <w:tab/>
        <w:t>1.013e0</w:t>
      </w:r>
    </w:p>
    <w:p w:rsidR="00E00D30" w:rsidRDefault="00E00D30" w:rsidP="00E00D30">
      <w:r>
        <w:t>434.1548</w:t>
      </w:r>
      <w:r>
        <w:tab/>
        <w:t>1.013e0</w:t>
      </w:r>
    </w:p>
    <w:p w:rsidR="00E00D30" w:rsidRDefault="00E00D30" w:rsidP="00E00D30">
      <w:r>
        <w:t>434.1824</w:t>
      </w:r>
      <w:r>
        <w:tab/>
        <w:t>2.025e0</w:t>
      </w:r>
    </w:p>
    <w:p w:rsidR="00E00D30" w:rsidRDefault="00E00D30" w:rsidP="00E00D30">
      <w:r>
        <w:t>434.1883</w:t>
      </w:r>
      <w:r>
        <w:tab/>
        <w:t>1.013e0</w:t>
      </w:r>
    </w:p>
    <w:p w:rsidR="00E00D30" w:rsidRDefault="00E00D30" w:rsidP="00E00D30">
      <w:r>
        <w:t>434.1896</w:t>
      </w:r>
      <w:r>
        <w:tab/>
        <w:t>3.038e0</w:t>
      </w:r>
    </w:p>
    <w:p w:rsidR="00E00D30" w:rsidRDefault="00E00D30" w:rsidP="00E00D30">
      <w:r>
        <w:t>434.2091</w:t>
      </w:r>
      <w:r>
        <w:tab/>
        <w:t>1.013e0</w:t>
      </w:r>
    </w:p>
    <w:p w:rsidR="00E00D30" w:rsidRDefault="00E00D30" w:rsidP="00E00D30">
      <w:r>
        <w:t>434.2391</w:t>
      </w:r>
      <w:r>
        <w:tab/>
        <w:t>2.025e0</w:t>
      </w:r>
    </w:p>
    <w:p w:rsidR="00E00D30" w:rsidRDefault="00E00D30" w:rsidP="00E00D30">
      <w:r>
        <w:t>434.2473</w:t>
      </w:r>
      <w:r>
        <w:tab/>
        <w:t>1.114e1</w:t>
      </w:r>
    </w:p>
    <w:p w:rsidR="00E00D30" w:rsidRDefault="00E00D30" w:rsidP="00E00D30">
      <w:r>
        <w:t>434.2499</w:t>
      </w:r>
      <w:r>
        <w:tab/>
        <w:t>2.025e0</w:t>
      </w:r>
    </w:p>
    <w:p w:rsidR="00E00D30" w:rsidRDefault="00E00D30" w:rsidP="00E00D30">
      <w:r>
        <w:lastRenderedPageBreak/>
        <w:t>434.2554</w:t>
      </w:r>
      <w:r>
        <w:tab/>
        <w:t>1.699e1</w:t>
      </w:r>
    </w:p>
    <w:p w:rsidR="00E00D30" w:rsidRDefault="00E00D30" w:rsidP="00E00D30">
      <w:r>
        <w:t>434.2570</w:t>
      </w:r>
      <w:r>
        <w:tab/>
        <w:t>9.114e0</w:t>
      </w:r>
    </w:p>
    <w:p w:rsidR="00E00D30" w:rsidRDefault="00E00D30" w:rsidP="00E00D30">
      <w:r>
        <w:t>434.2626</w:t>
      </w:r>
      <w:r>
        <w:tab/>
        <w:t>8.101e0</w:t>
      </w:r>
    </w:p>
    <w:p w:rsidR="00E00D30" w:rsidRDefault="00E00D30" w:rsidP="00E00D30">
      <w:r>
        <w:t>434.2654</w:t>
      </w:r>
      <w:r>
        <w:tab/>
        <w:t>7.089e0</w:t>
      </w:r>
    </w:p>
    <w:p w:rsidR="00E00D30" w:rsidRDefault="00E00D30" w:rsidP="00E00D30">
      <w:r>
        <w:t>434.2666</w:t>
      </w:r>
      <w:r>
        <w:tab/>
        <w:t>9.114e0</w:t>
      </w:r>
    </w:p>
    <w:p w:rsidR="00E00D30" w:rsidRDefault="00E00D30" w:rsidP="00E00D30">
      <w:r>
        <w:t>434.3001</w:t>
      </w:r>
      <w:r>
        <w:tab/>
        <w:t>1.013e0</w:t>
      </w:r>
    </w:p>
    <w:p w:rsidR="00E00D30" w:rsidRDefault="00E00D30" w:rsidP="00E00D30">
      <w:r>
        <w:t>434.3058</w:t>
      </w:r>
      <w:r>
        <w:tab/>
        <w:t>5.063e0</w:t>
      </w:r>
    </w:p>
    <w:p w:rsidR="00E00D30" w:rsidRDefault="00E00D30" w:rsidP="00E00D30">
      <w:r>
        <w:t>434.3237</w:t>
      </w:r>
      <w:r>
        <w:tab/>
        <w:t>3.779e0</w:t>
      </w:r>
    </w:p>
    <w:p w:rsidR="00E00D30" w:rsidRDefault="00E00D30" w:rsidP="00E00D30">
      <w:r>
        <w:t>434.3336</w:t>
      </w:r>
      <w:r>
        <w:tab/>
        <w:t>5.063e0</w:t>
      </w:r>
    </w:p>
    <w:p w:rsidR="00E00D30" w:rsidRDefault="00E00D30" w:rsidP="00E00D30">
      <w:r>
        <w:t>434.3465</w:t>
      </w:r>
      <w:r>
        <w:tab/>
        <w:t>2.025e0</w:t>
      </w:r>
    </w:p>
    <w:p w:rsidR="00E00D30" w:rsidRDefault="00E00D30" w:rsidP="00E00D30">
      <w:r>
        <w:t>434.3489</w:t>
      </w:r>
      <w:r>
        <w:tab/>
        <w:t>1.013e0</w:t>
      </w:r>
    </w:p>
    <w:p w:rsidR="00E00D30" w:rsidRDefault="00E00D30" w:rsidP="00E00D30">
      <w:r>
        <w:t>434.3535</w:t>
      </w:r>
      <w:r>
        <w:tab/>
        <w:t>1.013e0</w:t>
      </w:r>
    </w:p>
    <w:p w:rsidR="00E00D30" w:rsidRDefault="00E00D30" w:rsidP="00E00D30">
      <w:r>
        <w:t>434.3575</w:t>
      </w:r>
      <w:r>
        <w:tab/>
        <w:t>2.025e0</w:t>
      </w:r>
    </w:p>
    <w:p w:rsidR="00E00D30" w:rsidRDefault="00E00D30" w:rsidP="00E00D30">
      <w:r>
        <w:t>434.3915</w:t>
      </w:r>
      <w:r>
        <w:tab/>
        <w:t>1.013e0</w:t>
      </w:r>
    </w:p>
    <w:p w:rsidR="00E00D30" w:rsidRDefault="00E00D30" w:rsidP="00E00D30">
      <w:r>
        <w:t>434.4098</w:t>
      </w:r>
      <w:r>
        <w:tab/>
        <w:t>1.013e0</w:t>
      </w:r>
    </w:p>
    <w:p w:rsidR="00E00D30" w:rsidRDefault="00E00D30" w:rsidP="00E00D30">
      <w:r>
        <w:t>434.4215</w:t>
      </w:r>
      <w:r>
        <w:tab/>
        <w:t>1.013e0</w:t>
      </w:r>
    </w:p>
    <w:p w:rsidR="00E00D30" w:rsidRDefault="00E00D30" w:rsidP="00E00D30">
      <w:r>
        <w:t>434.4281</w:t>
      </w:r>
      <w:r>
        <w:tab/>
        <w:t>1.013e0</w:t>
      </w:r>
    </w:p>
    <w:p w:rsidR="00E00D30" w:rsidRDefault="00E00D30" w:rsidP="00E00D30">
      <w:r>
        <w:t>434.4381</w:t>
      </w:r>
      <w:r>
        <w:tab/>
        <w:t>2.025e0</w:t>
      </w:r>
    </w:p>
    <w:p w:rsidR="00E00D30" w:rsidRDefault="00E00D30" w:rsidP="00E00D30">
      <w:r>
        <w:t>434.4602</w:t>
      </w:r>
      <w:r>
        <w:tab/>
        <w:t>1.013e0</w:t>
      </w:r>
    </w:p>
    <w:p w:rsidR="00E00D30" w:rsidRDefault="00E00D30" w:rsidP="00E00D30">
      <w:r>
        <w:lastRenderedPageBreak/>
        <w:t>434.4670</w:t>
      </w:r>
      <w:r>
        <w:tab/>
        <w:t>1.013e0</w:t>
      </w:r>
    </w:p>
    <w:p w:rsidR="00E00D30" w:rsidRDefault="00E00D30" w:rsidP="00E00D30">
      <w:r>
        <w:t>434.4747</w:t>
      </w:r>
      <w:r>
        <w:tab/>
        <w:t>1.013e0</w:t>
      </w:r>
    </w:p>
    <w:p w:rsidR="00E00D30" w:rsidRDefault="00E00D30" w:rsidP="00E00D30">
      <w:r>
        <w:t>434.5054</w:t>
      </w:r>
      <w:r>
        <w:tab/>
        <w:t>1.013e0</w:t>
      </w:r>
    </w:p>
    <w:p w:rsidR="00E00D30" w:rsidRDefault="00E00D30" w:rsidP="00E00D30">
      <w:r>
        <w:t>434.5281</w:t>
      </w:r>
      <w:r>
        <w:tab/>
        <w:t>1.013e0</w:t>
      </w:r>
    </w:p>
    <w:p w:rsidR="00E00D30" w:rsidRDefault="00E00D30" w:rsidP="00E00D30">
      <w:r>
        <w:t>434.5638</w:t>
      </w:r>
      <w:r>
        <w:tab/>
        <w:t>2.025e0</w:t>
      </w:r>
    </w:p>
    <w:p w:rsidR="00E00D30" w:rsidRDefault="00E00D30" w:rsidP="00E00D30">
      <w:r>
        <w:t>434.5706</w:t>
      </w:r>
      <w:r>
        <w:tab/>
        <w:t>2.025e0</w:t>
      </w:r>
    </w:p>
    <w:p w:rsidR="00E00D30" w:rsidRDefault="00E00D30" w:rsidP="00E00D30">
      <w:r>
        <w:t>434.5822</w:t>
      </w:r>
      <w:r>
        <w:tab/>
        <w:t>1.013e0</w:t>
      </w:r>
    </w:p>
    <w:p w:rsidR="00E00D30" w:rsidRDefault="00E00D30" w:rsidP="00E00D30">
      <w:r>
        <w:t>434.5889</w:t>
      </w:r>
      <w:r>
        <w:tab/>
        <w:t>1.013e0</w:t>
      </w:r>
    </w:p>
    <w:p w:rsidR="00E00D30" w:rsidRDefault="00E00D30" w:rsidP="00E00D30">
      <w:r>
        <w:t>434.6139</w:t>
      </w:r>
      <w:r>
        <w:tab/>
        <w:t>1.013e0</w:t>
      </w:r>
    </w:p>
    <w:p w:rsidR="00E00D30" w:rsidRDefault="00E00D30" w:rsidP="00E00D30">
      <w:r>
        <w:t>434.6351</w:t>
      </w:r>
      <w:r>
        <w:tab/>
        <w:t>1.013e0</w:t>
      </w:r>
    </w:p>
    <w:p w:rsidR="00E00D30" w:rsidRDefault="00E00D30" w:rsidP="00E00D30">
      <w:r>
        <w:t>434.6602</w:t>
      </w:r>
      <w:r>
        <w:tab/>
        <w:t>2.025e0</w:t>
      </w:r>
    </w:p>
    <w:p w:rsidR="00E00D30" w:rsidRDefault="00E00D30" w:rsidP="00E00D30">
      <w:r>
        <w:t>434.6653</w:t>
      </w:r>
      <w:r>
        <w:tab/>
        <w:t>1.013e0</w:t>
      </w:r>
    </w:p>
    <w:p w:rsidR="00E00D30" w:rsidRDefault="00E00D30" w:rsidP="00E00D30">
      <w:r>
        <w:t>434.6711</w:t>
      </w:r>
      <w:r>
        <w:tab/>
        <w:t>1.013e0</w:t>
      </w:r>
    </w:p>
    <w:p w:rsidR="00E00D30" w:rsidRDefault="00E00D30" w:rsidP="00E00D30">
      <w:r>
        <w:t>434.6814</w:t>
      </w:r>
      <w:r>
        <w:tab/>
        <w:t>1.013e0</w:t>
      </w:r>
    </w:p>
    <w:p w:rsidR="00E00D30" w:rsidRDefault="00E00D30" w:rsidP="00E00D30">
      <w:r>
        <w:t>434.6959</w:t>
      </w:r>
      <w:r>
        <w:tab/>
        <w:t>1.013e0</w:t>
      </w:r>
    </w:p>
    <w:p w:rsidR="00E00D30" w:rsidRDefault="00E00D30" w:rsidP="00E00D30">
      <w:r>
        <w:t>434.7188</w:t>
      </w:r>
      <w:r>
        <w:tab/>
        <w:t>1.013e0</w:t>
      </w:r>
    </w:p>
    <w:p w:rsidR="00E00D30" w:rsidRDefault="00E00D30" w:rsidP="00E00D30">
      <w:r>
        <w:t>434.7249</w:t>
      </w:r>
      <w:r>
        <w:tab/>
        <w:t>2.025e0</w:t>
      </w:r>
    </w:p>
    <w:p w:rsidR="00E00D30" w:rsidRDefault="00E00D30" w:rsidP="00E00D30">
      <w:r>
        <w:t>434.7306</w:t>
      </w:r>
      <w:r>
        <w:tab/>
        <w:t>2.025e0</w:t>
      </w:r>
    </w:p>
    <w:p w:rsidR="00E00D30" w:rsidRDefault="00E00D30" w:rsidP="00E00D30">
      <w:r>
        <w:t>434.7535</w:t>
      </w:r>
      <w:r>
        <w:tab/>
        <w:t>1.013e0</w:t>
      </w:r>
    </w:p>
    <w:p w:rsidR="00E00D30" w:rsidRDefault="00E00D30" w:rsidP="00E00D30">
      <w:r>
        <w:lastRenderedPageBreak/>
        <w:t>434.7748</w:t>
      </w:r>
      <w:r>
        <w:tab/>
        <w:t>2.025e0</w:t>
      </w:r>
    </w:p>
    <w:p w:rsidR="00E00D30" w:rsidRDefault="00E00D30" w:rsidP="00E00D30">
      <w:r>
        <w:t>434.8057</w:t>
      </w:r>
      <w:r>
        <w:tab/>
        <w:t>4.051e0</w:t>
      </w:r>
    </w:p>
    <w:p w:rsidR="00E00D30" w:rsidRDefault="00E00D30" w:rsidP="00E00D30">
      <w:r>
        <w:t>434.8149</w:t>
      </w:r>
      <w:r>
        <w:tab/>
        <w:t>1.013e0</w:t>
      </w:r>
    </w:p>
    <w:p w:rsidR="00E00D30" w:rsidRDefault="00E00D30" w:rsidP="00E00D30">
      <w:r>
        <w:t>434.8411</w:t>
      </w:r>
      <w:r>
        <w:tab/>
        <w:t>1.013e0</w:t>
      </w:r>
    </w:p>
    <w:p w:rsidR="00E00D30" w:rsidRDefault="00E00D30" w:rsidP="00E00D30">
      <w:r>
        <w:t>434.8535</w:t>
      </w:r>
      <w:r>
        <w:tab/>
        <w:t>1.013e0</w:t>
      </w:r>
    </w:p>
    <w:p w:rsidR="00E00D30" w:rsidRDefault="00E00D30" w:rsidP="00E00D30">
      <w:r>
        <w:t>434.8929</w:t>
      </w:r>
      <w:r>
        <w:tab/>
        <w:t>1.013e0</w:t>
      </w:r>
    </w:p>
    <w:p w:rsidR="00E00D30" w:rsidRDefault="00E00D30" w:rsidP="00E00D30">
      <w:r>
        <w:t>434.8967</w:t>
      </w:r>
      <w:r>
        <w:tab/>
        <w:t>2.025e0</w:t>
      </w:r>
    </w:p>
    <w:p w:rsidR="00E00D30" w:rsidRDefault="00E00D30" w:rsidP="00E00D30">
      <w:r>
        <w:t>434.9367</w:t>
      </w:r>
      <w:r>
        <w:tab/>
        <w:t>1.013e0</w:t>
      </w:r>
    </w:p>
    <w:p w:rsidR="00E00D30" w:rsidRDefault="00E00D30" w:rsidP="00E00D30">
      <w:r>
        <w:t>434.9388</w:t>
      </w:r>
      <w:r>
        <w:tab/>
        <w:t>2.025e0</w:t>
      </w:r>
    </w:p>
    <w:p w:rsidR="00E00D30" w:rsidRDefault="00E00D30" w:rsidP="00E00D30">
      <w:r>
        <w:t>434.9630</w:t>
      </w:r>
      <w:r>
        <w:tab/>
        <w:t>1.013e0</w:t>
      </w:r>
    </w:p>
    <w:p w:rsidR="00E00D30" w:rsidRDefault="00E00D30" w:rsidP="00E00D30">
      <w:r>
        <w:t>434.9648</w:t>
      </w:r>
      <w:r>
        <w:tab/>
        <w:t>2.025e0</w:t>
      </w:r>
    </w:p>
    <w:p w:rsidR="00E00D30" w:rsidRDefault="00E00D30" w:rsidP="00E00D30">
      <w:r>
        <w:t>434.9860</w:t>
      </w:r>
      <w:r>
        <w:tab/>
        <w:t>2.025e0</w:t>
      </w:r>
    </w:p>
    <w:p w:rsidR="00E00D30" w:rsidRDefault="00E00D30" w:rsidP="00E00D30">
      <w:r>
        <w:t>434.9942</w:t>
      </w:r>
      <w:r>
        <w:tab/>
        <w:t>1.013e0</w:t>
      </w:r>
    </w:p>
    <w:p w:rsidR="00E00D30" w:rsidRDefault="00E00D30" w:rsidP="00E00D30">
      <w:r>
        <w:t>435.0744</w:t>
      </w:r>
      <w:r>
        <w:tab/>
        <w:t>2.025e0</w:t>
      </w:r>
    </w:p>
    <w:p w:rsidR="00E00D30" w:rsidRDefault="00E00D30" w:rsidP="00E00D30">
      <w:r>
        <w:t>435.0853</w:t>
      </w:r>
      <w:r>
        <w:tab/>
        <w:t>1.013e0</w:t>
      </w:r>
    </w:p>
    <w:p w:rsidR="00E00D30" w:rsidRDefault="00E00D30" w:rsidP="00E00D30">
      <w:r>
        <w:t>435.0865</w:t>
      </w:r>
      <w:r>
        <w:tab/>
        <w:t>2.025e0</w:t>
      </w:r>
    </w:p>
    <w:p w:rsidR="00E00D30" w:rsidRDefault="00E00D30" w:rsidP="00E00D30">
      <w:r>
        <w:t>435.0903</w:t>
      </w:r>
      <w:r>
        <w:tab/>
        <w:t>2.025e0</w:t>
      </w:r>
    </w:p>
    <w:p w:rsidR="00E00D30" w:rsidRDefault="00E00D30" w:rsidP="00E00D30">
      <w:r>
        <w:t>435.0930</w:t>
      </w:r>
      <w:r>
        <w:tab/>
        <w:t>1.013e0</w:t>
      </w:r>
    </w:p>
    <w:p w:rsidR="00E00D30" w:rsidRDefault="00E00D30" w:rsidP="00E00D30">
      <w:r>
        <w:t>435.1004</w:t>
      </w:r>
      <w:r>
        <w:tab/>
        <w:t>1.013e0</w:t>
      </w:r>
    </w:p>
    <w:p w:rsidR="00E00D30" w:rsidRDefault="00E00D30" w:rsidP="00E00D30">
      <w:r>
        <w:lastRenderedPageBreak/>
        <w:t>435.1053</w:t>
      </w:r>
      <w:r>
        <w:tab/>
        <w:t>2.025e0</w:t>
      </w:r>
    </w:p>
    <w:p w:rsidR="00E00D30" w:rsidRDefault="00E00D30" w:rsidP="00E00D30">
      <w:r>
        <w:t>435.1194</w:t>
      </w:r>
      <w:r>
        <w:tab/>
        <w:t>1.013e0</w:t>
      </w:r>
    </w:p>
    <w:p w:rsidR="00E00D30" w:rsidRDefault="00E00D30" w:rsidP="00E00D30">
      <w:r>
        <w:t>435.1602</w:t>
      </w:r>
      <w:r>
        <w:tab/>
        <w:t>2.698e0</w:t>
      </w:r>
    </w:p>
    <w:p w:rsidR="00E00D30" w:rsidRDefault="00E00D30" w:rsidP="00E00D30">
      <w:r>
        <w:t>435.1614</w:t>
      </w:r>
      <w:r>
        <w:tab/>
        <w:t>1.013e0</w:t>
      </w:r>
    </w:p>
    <w:p w:rsidR="00E00D30" w:rsidRDefault="00E00D30" w:rsidP="00E00D30">
      <w:r>
        <w:t>435.1811</w:t>
      </w:r>
      <w:r>
        <w:tab/>
        <w:t>2.025e0</w:t>
      </w:r>
    </w:p>
    <w:p w:rsidR="00E00D30" w:rsidRDefault="00E00D30" w:rsidP="00E00D30">
      <w:r>
        <w:t>435.2025</w:t>
      </w:r>
      <w:r>
        <w:tab/>
        <w:t>3.038e0</w:t>
      </w:r>
    </w:p>
    <w:p w:rsidR="00E00D30" w:rsidRDefault="00E00D30" w:rsidP="00E00D30">
      <w:r>
        <w:t>435.2072</w:t>
      </w:r>
      <w:r>
        <w:tab/>
        <w:t>1.013e0</w:t>
      </w:r>
    </w:p>
    <w:p w:rsidR="00E00D30" w:rsidRDefault="00E00D30" w:rsidP="00E00D30">
      <w:r>
        <w:t>435.2281</w:t>
      </w:r>
      <w:r>
        <w:tab/>
        <w:t>4.051e0</w:t>
      </w:r>
    </w:p>
    <w:p w:rsidR="00E00D30" w:rsidRDefault="00E00D30" w:rsidP="00E00D30">
      <w:r>
        <w:t>435.2331</w:t>
      </w:r>
      <w:r>
        <w:tab/>
        <w:t>4.051e0</w:t>
      </w:r>
    </w:p>
    <w:p w:rsidR="00E00D30" w:rsidRDefault="00E00D30" w:rsidP="00E00D30">
      <w:r>
        <w:t>435.2348</w:t>
      </w:r>
      <w:r>
        <w:tab/>
        <w:t>3.038e0</w:t>
      </w:r>
    </w:p>
    <w:p w:rsidR="00E00D30" w:rsidRDefault="00E00D30" w:rsidP="00E00D30">
      <w:r>
        <w:t>435.2587</w:t>
      </w:r>
      <w:r>
        <w:tab/>
        <w:t>3.006e0</w:t>
      </w:r>
    </w:p>
    <w:p w:rsidR="00E00D30" w:rsidRDefault="00E00D30" w:rsidP="00E00D30">
      <w:r>
        <w:t>435.2605</w:t>
      </w:r>
      <w:r>
        <w:tab/>
        <w:t>3.038e0</w:t>
      </w:r>
    </w:p>
    <w:p w:rsidR="00E00D30" w:rsidRDefault="00E00D30" w:rsidP="00E00D30">
      <w:r>
        <w:t>435.2635</w:t>
      </w:r>
      <w:r>
        <w:tab/>
        <w:t>3.038e0</w:t>
      </w:r>
    </w:p>
    <w:p w:rsidR="00E00D30" w:rsidRDefault="00E00D30" w:rsidP="00E00D30">
      <w:r>
        <w:t>435.2691</w:t>
      </w:r>
      <w:r>
        <w:tab/>
        <w:t>1.013e0</w:t>
      </w:r>
    </w:p>
    <w:p w:rsidR="00E00D30" w:rsidRDefault="00E00D30" w:rsidP="00E00D30">
      <w:r>
        <w:t>435.2922</w:t>
      </w:r>
      <w:r>
        <w:tab/>
        <w:t>2.025e0</w:t>
      </w:r>
    </w:p>
    <w:p w:rsidR="00E00D30" w:rsidRDefault="00E00D30" w:rsidP="00E00D30">
      <w:r>
        <w:t>435.3021</w:t>
      </w:r>
      <w:r>
        <w:tab/>
        <w:t>1.013e0</w:t>
      </w:r>
    </w:p>
    <w:p w:rsidR="00E00D30" w:rsidRDefault="00E00D30" w:rsidP="00E00D30">
      <w:r>
        <w:t>435.3065</w:t>
      </w:r>
      <w:r>
        <w:tab/>
        <w:t>2.025e0</w:t>
      </w:r>
    </w:p>
    <w:p w:rsidR="00E00D30" w:rsidRDefault="00E00D30" w:rsidP="00E00D30">
      <w:r>
        <w:t>435.3090</w:t>
      </w:r>
      <w:r>
        <w:tab/>
        <w:t>3.155e0</w:t>
      </w:r>
    </w:p>
    <w:p w:rsidR="00E00D30" w:rsidRDefault="00E00D30" w:rsidP="00E00D30">
      <w:r>
        <w:t>435.3253</w:t>
      </w:r>
      <w:r>
        <w:tab/>
        <w:t>2.025e0</w:t>
      </w:r>
    </w:p>
    <w:p w:rsidR="00E00D30" w:rsidRDefault="00E00D30" w:rsidP="00E00D30">
      <w:r>
        <w:lastRenderedPageBreak/>
        <w:t>435.3299</w:t>
      </w:r>
      <w:r>
        <w:tab/>
        <w:t>3.038e0</w:t>
      </w:r>
    </w:p>
    <w:p w:rsidR="00E00D30" w:rsidRDefault="00E00D30" w:rsidP="00E00D30">
      <w:r>
        <w:t>435.3593</w:t>
      </w:r>
      <w:r>
        <w:tab/>
        <w:t>1.013e0</w:t>
      </w:r>
    </w:p>
    <w:p w:rsidR="00E00D30" w:rsidRDefault="00E00D30" w:rsidP="00E00D30">
      <w:r>
        <w:t>435.3638</w:t>
      </w:r>
      <w:r>
        <w:tab/>
        <w:t>2.025e0</w:t>
      </w:r>
    </w:p>
    <w:p w:rsidR="00E00D30" w:rsidRDefault="00E00D30" w:rsidP="00E00D30">
      <w:r>
        <w:t>435.3676</w:t>
      </w:r>
      <w:r>
        <w:tab/>
        <w:t>1.013e0</w:t>
      </w:r>
    </w:p>
    <w:p w:rsidR="00E00D30" w:rsidRDefault="00E00D30" w:rsidP="00E00D30">
      <w:r>
        <w:t>435.3755</w:t>
      </w:r>
      <w:r>
        <w:tab/>
        <w:t>1.013e0</w:t>
      </w:r>
    </w:p>
    <w:p w:rsidR="00E00D30" w:rsidRDefault="00E00D30" w:rsidP="00E00D30">
      <w:r>
        <w:t>435.4061</w:t>
      </w:r>
      <w:r>
        <w:tab/>
        <w:t>1.013e0</w:t>
      </w:r>
    </w:p>
    <w:p w:rsidR="00E00D30" w:rsidRDefault="00E00D30" w:rsidP="00E00D30">
      <w:r>
        <w:t>435.4123</w:t>
      </w:r>
      <w:r>
        <w:tab/>
        <w:t>2.025e0</w:t>
      </w:r>
    </w:p>
    <w:p w:rsidR="00E00D30" w:rsidRDefault="00E00D30" w:rsidP="00E00D30">
      <w:r>
        <w:t>435.4135</w:t>
      </w:r>
      <w:r>
        <w:tab/>
        <w:t>1.013e0</w:t>
      </w:r>
    </w:p>
    <w:p w:rsidR="00E00D30" w:rsidRDefault="00E00D30" w:rsidP="00E00D30">
      <w:r>
        <w:t>435.4810</w:t>
      </w:r>
      <w:r>
        <w:tab/>
        <w:t>1.013e0</w:t>
      </w:r>
    </w:p>
    <w:p w:rsidR="00E00D30" w:rsidRDefault="00E00D30" w:rsidP="00E00D30">
      <w:r>
        <w:t>435.5018</w:t>
      </w:r>
      <w:r>
        <w:tab/>
        <w:t>1.013e0</w:t>
      </w:r>
    </w:p>
    <w:p w:rsidR="00E00D30" w:rsidRDefault="00E00D30" w:rsidP="00E00D30">
      <w:r>
        <w:t>435.5054</w:t>
      </w:r>
      <w:r>
        <w:tab/>
        <w:t>2.025e0</w:t>
      </w:r>
    </w:p>
    <w:p w:rsidR="00E00D30" w:rsidRDefault="00E00D30" w:rsidP="00E00D30">
      <w:r>
        <w:t>435.5206</w:t>
      </w:r>
      <w:r>
        <w:tab/>
        <w:t>1.013e0</w:t>
      </w:r>
    </w:p>
    <w:p w:rsidR="00E00D30" w:rsidRDefault="00E00D30" w:rsidP="00E00D30">
      <w:r>
        <w:t>435.5513</w:t>
      </w:r>
      <w:r>
        <w:tab/>
        <w:t>1.013e0</w:t>
      </w:r>
    </w:p>
    <w:p w:rsidR="00E00D30" w:rsidRDefault="00E00D30" w:rsidP="00E00D30">
      <w:r>
        <w:t>435.6028</w:t>
      </w:r>
      <w:r>
        <w:tab/>
        <w:t>1.013e0</w:t>
      </w:r>
    </w:p>
    <w:p w:rsidR="00E00D30" w:rsidRDefault="00E00D30" w:rsidP="00E00D30">
      <w:r>
        <w:t>435.6282</w:t>
      </w:r>
      <w:r>
        <w:tab/>
        <w:t>1.013e0</w:t>
      </w:r>
    </w:p>
    <w:p w:rsidR="00E00D30" w:rsidRDefault="00E00D30" w:rsidP="00E00D30">
      <w:r>
        <w:t>435.6667</w:t>
      </w:r>
      <w:r>
        <w:tab/>
        <w:t>1.013e0</w:t>
      </w:r>
    </w:p>
    <w:p w:rsidR="00E00D30" w:rsidRDefault="00E00D30" w:rsidP="00E00D30">
      <w:r>
        <w:t>435.6812</w:t>
      </w:r>
      <w:r>
        <w:tab/>
        <w:t>1.013e0</w:t>
      </w:r>
    </w:p>
    <w:p w:rsidR="00E00D30" w:rsidRDefault="00E00D30" w:rsidP="00E00D30">
      <w:r>
        <w:t>435.7025</w:t>
      </w:r>
      <w:r>
        <w:tab/>
        <w:t>2.025e0</w:t>
      </w:r>
    </w:p>
    <w:p w:rsidR="00E00D30" w:rsidRDefault="00E00D30" w:rsidP="00E00D30">
      <w:r>
        <w:t>435.7254</w:t>
      </w:r>
      <w:r>
        <w:tab/>
        <w:t>3.038e0</w:t>
      </w:r>
    </w:p>
    <w:p w:rsidR="00E00D30" w:rsidRDefault="00E00D30" w:rsidP="00E00D30">
      <w:r>
        <w:lastRenderedPageBreak/>
        <w:t>435.7422</w:t>
      </w:r>
      <w:r>
        <w:tab/>
        <w:t>1.013e0</w:t>
      </w:r>
    </w:p>
    <w:p w:rsidR="00E00D30" w:rsidRDefault="00E00D30" w:rsidP="00E00D30">
      <w:r>
        <w:t>435.7729</w:t>
      </w:r>
      <w:r>
        <w:tab/>
        <w:t>1.013e0</w:t>
      </w:r>
    </w:p>
    <w:p w:rsidR="00E00D30" w:rsidRDefault="00E00D30" w:rsidP="00E00D30">
      <w:r>
        <w:t>435.7885</w:t>
      </w:r>
      <w:r>
        <w:tab/>
        <w:t>3.038e0</w:t>
      </w:r>
    </w:p>
    <w:p w:rsidR="00E00D30" w:rsidRDefault="00E00D30" w:rsidP="00E00D30">
      <w:r>
        <w:t>435.7993</w:t>
      </w:r>
      <w:r>
        <w:tab/>
        <w:t>5.063e0</w:t>
      </w:r>
    </w:p>
    <w:p w:rsidR="00E00D30" w:rsidRDefault="00E00D30" w:rsidP="00E00D30">
      <w:r>
        <w:t>435.8341</w:t>
      </w:r>
      <w:r>
        <w:tab/>
        <w:t>1.013e0</w:t>
      </w:r>
    </w:p>
    <w:p w:rsidR="00E00D30" w:rsidRDefault="00E00D30" w:rsidP="00E00D30">
      <w:r>
        <w:t>435.8576</w:t>
      </w:r>
      <w:r>
        <w:tab/>
        <w:t>2.025e0</w:t>
      </w:r>
    </w:p>
    <w:p w:rsidR="00E00D30" w:rsidRDefault="00E00D30" w:rsidP="00E00D30">
      <w:r>
        <w:t>435.8637</w:t>
      </w:r>
      <w:r>
        <w:tab/>
        <w:t>1.013e0</w:t>
      </w:r>
    </w:p>
    <w:p w:rsidR="00E00D30" w:rsidRDefault="00E00D30" w:rsidP="00E00D30">
      <w:r>
        <w:t>435.9412</w:t>
      </w:r>
      <w:r>
        <w:tab/>
        <w:t>1.013e0</w:t>
      </w:r>
    </w:p>
    <w:p w:rsidR="00E00D30" w:rsidRDefault="00E00D30" w:rsidP="00E00D30">
      <w:r>
        <w:t>435.9473</w:t>
      </w:r>
      <w:r>
        <w:tab/>
        <w:t>3.038e0</w:t>
      </w:r>
    </w:p>
    <w:p w:rsidR="00E00D30" w:rsidRDefault="00E00D30" w:rsidP="00E00D30">
      <w:r>
        <w:t>435.9641</w:t>
      </w:r>
      <w:r>
        <w:tab/>
        <w:t>1.013e0</w:t>
      </w:r>
    </w:p>
    <w:p w:rsidR="00E00D30" w:rsidRDefault="00E00D30" w:rsidP="00E00D30">
      <w:r>
        <w:t>435.9702</w:t>
      </w:r>
      <w:r>
        <w:tab/>
        <w:t>2.025e0</w:t>
      </w:r>
    </w:p>
    <w:p w:rsidR="00E00D30" w:rsidRDefault="00E00D30" w:rsidP="00E00D30">
      <w:r>
        <w:t>435.9716</w:t>
      </w:r>
      <w:r>
        <w:tab/>
        <w:t>1.013e0</w:t>
      </w:r>
    </w:p>
    <w:p w:rsidR="00E00D30" w:rsidRDefault="00E00D30" w:rsidP="00E00D30">
      <w:r>
        <w:t>436.0001</w:t>
      </w:r>
      <w:r>
        <w:tab/>
        <w:t>2.025e0</w:t>
      </w:r>
    </w:p>
    <w:p w:rsidR="00E00D30" w:rsidRDefault="00E00D30" w:rsidP="00E00D30">
      <w:r>
        <w:t>436.0024</w:t>
      </w:r>
      <w:r>
        <w:tab/>
        <w:t>1.013e0</w:t>
      </w:r>
    </w:p>
    <w:p w:rsidR="00E00D30" w:rsidRDefault="00E00D30" w:rsidP="00E00D30">
      <w:r>
        <w:t>436.0359</w:t>
      </w:r>
      <w:r>
        <w:tab/>
        <w:t>3.038e0</w:t>
      </w:r>
    </w:p>
    <w:p w:rsidR="00E00D30" w:rsidRDefault="00E00D30" w:rsidP="00E00D30">
      <w:r>
        <w:t>436.0669</w:t>
      </w:r>
      <w:r>
        <w:tab/>
        <w:t>2.025e0</w:t>
      </w:r>
    </w:p>
    <w:p w:rsidR="00E00D30" w:rsidRDefault="00E00D30" w:rsidP="00E00D30">
      <w:r>
        <w:t>436.0680</w:t>
      </w:r>
      <w:r>
        <w:tab/>
        <w:t>2.025e0</w:t>
      </w:r>
    </w:p>
    <w:p w:rsidR="00E00D30" w:rsidRDefault="00E00D30" w:rsidP="00E00D30">
      <w:r>
        <w:t>436.0896</w:t>
      </w:r>
      <w:r>
        <w:tab/>
        <w:t>1.013e0</w:t>
      </w:r>
    </w:p>
    <w:p w:rsidR="00E00D30" w:rsidRDefault="00E00D30" w:rsidP="00E00D30">
      <w:r>
        <w:t>436.1169</w:t>
      </w:r>
      <w:r>
        <w:tab/>
        <w:t>1.013e0</w:t>
      </w:r>
    </w:p>
    <w:p w:rsidR="00E00D30" w:rsidRDefault="00E00D30" w:rsidP="00E00D30">
      <w:r>
        <w:lastRenderedPageBreak/>
        <w:t>436.1245</w:t>
      </w:r>
      <w:r>
        <w:tab/>
        <w:t>1.013e0</w:t>
      </w:r>
    </w:p>
    <w:p w:rsidR="00E00D30" w:rsidRDefault="00E00D30" w:rsidP="00E00D30">
      <w:r>
        <w:t>436.1324</w:t>
      </w:r>
      <w:r>
        <w:tab/>
        <w:t>1.013e0</w:t>
      </w:r>
    </w:p>
    <w:p w:rsidR="00E00D30" w:rsidRDefault="00E00D30" w:rsidP="00E00D30">
      <w:r>
        <w:t>436.1482</w:t>
      </w:r>
      <w:r>
        <w:tab/>
        <w:t>2.025e0</w:t>
      </w:r>
    </w:p>
    <w:p w:rsidR="00E00D30" w:rsidRDefault="00E00D30" w:rsidP="00E00D30">
      <w:r>
        <w:t>436.1647</w:t>
      </w:r>
      <w:r>
        <w:tab/>
        <w:t>2.025e0</w:t>
      </w:r>
    </w:p>
    <w:p w:rsidR="00E00D30" w:rsidRDefault="00E00D30" w:rsidP="00E00D30">
      <w:r>
        <w:t>436.1942</w:t>
      </w:r>
      <w:r>
        <w:tab/>
        <w:t>1.013e0</w:t>
      </w:r>
    </w:p>
    <w:p w:rsidR="00E00D30" w:rsidRDefault="00E00D30" w:rsidP="00E00D30">
      <w:r>
        <w:t>436.2112</w:t>
      </w:r>
      <w:r>
        <w:tab/>
        <w:t>1.013e0</w:t>
      </w:r>
    </w:p>
    <w:p w:rsidR="00E00D30" w:rsidRDefault="00E00D30" w:rsidP="00E00D30">
      <w:r>
        <w:t>436.2225</w:t>
      </w:r>
      <w:r>
        <w:tab/>
        <w:t>3.038e0</w:t>
      </w:r>
    </w:p>
    <w:p w:rsidR="00E00D30" w:rsidRDefault="00E00D30" w:rsidP="00E00D30">
      <w:r>
        <w:t>436.2458</w:t>
      </w:r>
      <w:r>
        <w:tab/>
        <w:t>3.038e0</w:t>
      </w:r>
    </w:p>
    <w:p w:rsidR="00E00D30" w:rsidRDefault="00E00D30" w:rsidP="00E00D30">
      <w:r>
        <w:t>436.2513</w:t>
      </w:r>
      <w:r>
        <w:tab/>
        <w:t>1.013e0</w:t>
      </w:r>
    </w:p>
    <w:p w:rsidR="00E00D30" w:rsidRDefault="00E00D30" w:rsidP="00E00D30">
      <w:r>
        <w:t>436.2528</w:t>
      </w:r>
      <w:r>
        <w:tab/>
        <w:t>2.530e0</w:t>
      </w:r>
    </w:p>
    <w:p w:rsidR="00E00D30" w:rsidRDefault="00E00D30" w:rsidP="00E00D30">
      <w:r>
        <w:t>436.2577</w:t>
      </w:r>
      <w:r>
        <w:tab/>
        <w:t>2.025e0</w:t>
      </w:r>
    </w:p>
    <w:p w:rsidR="00E00D30" w:rsidRDefault="00E00D30" w:rsidP="00E00D30">
      <w:r>
        <w:t>436.2597</w:t>
      </w:r>
      <w:r>
        <w:tab/>
        <w:t>2.025e0</w:t>
      </w:r>
    </w:p>
    <w:p w:rsidR="00E00D30" w:rsidRDefault="00E00D30" w:rsidP="00E00D30">
      <w:r>
        <w:t>436.2723</w:t>
      </w:r>
      <w:r>
        <w:tab/>
        <w:t>1.013e0</w:t>
      </w:r>
    </w:p>
    <w:p w:rsidR="00E00D30" w:rsidRDefault="00E00D30" w:rsidP="00E00D30">
      <w:r>
        <w:t>436.2737</w:t>
      </w:r>
      <w:r>
        <w:tab/>
        <w:t>2.025e0</w:t>
      </w:r>
    </w:p>
    <w:p w:rsidR="00E00D30" w:rsidRDefault="00E00D30" w:rsidP="00E00D30">
      <w:r>
        <w:t>436.2879</w:t>
      </w:r>
      <w:r>
        <w:tab/>
        <w:t>3.038e0</w:t>
      </w:r>
    </w:p>
    <w:p w:rsidR="00E00D30" w:rsidRDefault="00E00D30" w:rsidP="00E00D30">
      <w:r>
        <w:t>436.3083</w:t>
      </w:r>
      <w:r>
        <w:tab/>
        <w:t>1.013e0</w:t>
      </w:r>
    </w:p>
    <w:p w:rsidR="00E00D30" w:rsidRDefault="00E00D30" w:rsidP="00E00D30">
      <w:r>
        <w:t>436.3238</w:t>
      </w:r>
      <w:r>
        <w:tab/>
        <w:t>1.013e0</w:t>
      </w:r>
    </w:p>
    <w:p w:rsidR="00E00D30" w:rsidRDefault="00E00D30" w:rsidP="00E00D30">
      <w:r>
        <w:t>436.3274</w:t>
      </w:r>
      <w:r>
        <w:tab/>
        <w:t>2.025e0</w:t>
      </w:r>
    </w:p>
    <w:p w:rsidR="00E00D30" w:rsidRDefault="00E00D30" w:rsidP="00E00D30">
      <w:r>
        <w:t>436.3363</w:t>
      </w:r>
      <w:r>
        <w:tab/>
        <w:t>3.038e0</w:t>
      </w:r>
    </w:p>
    <w:p w:rsidR="00E00D30" w:rsidRDefault="00E00D30" w:rsidP="00E00D30">
      <w:r>
        <w:lastRenderedPageBreak/>
        <w:t>436.3542</w:t>
      </w:r>
      <w:r>
        <w:tab/>
        <w:t>1.013e0</w:t>
      </w:r>
    </w:p>
    <w:p w:rsidR="00E00D30" w:rsidRDefault="00E00D30" w:rsidP="00E00D30">
      <w:r>
        <w:t>436.3598</w:t>
      </w:r>
      <w:r>
        <w:tab/>
        <w:t>4.051e0</w:t>
      </w:r>
    </w:p>
    <w:p w:rsidR="00E00D30" w:rsidRDefault="00E00D30" w:rsidP="00E00D30">
      <w:r>
        <w:t>436.3691</w:t>
      </w:r>
      <w:r>
        <w:tab/>
        <w:t>1.013e0</w:t>
      </w:r>
    </w:p>
    <w:p w:rsidR="00E00D30" w:rsidRDefault="00E00D30" w:rsidP="00E00D30">
      <w:r>
        <w:t>436.3892</w:t>
      </w:r>
      <w:r>
        <w:tab/>
        <w:t>2.025e0</w:t>
      </w:r>
    </w:p>
    <w:p w:rsidR="00E00D30" w:rsidRDefault="00E00D30" w:rsidP="00E00D30">
      <w:r>
        <w:t>436.3940</w:t>
      </w:r>
      <w:r>
        <w:tab/>
        <w:t>3.038e0</w:t>
      </w:r>
    </w:p>
    <w:p w:rsidR="00E00D30" w:rsidRDefault="00E00D30" w:rsidP="00E00D30">
      <w:r>
        <w:t>436.4001</w:t>
      </w:r>
      <w:r>
        <w:tab/>
        <w:t>1.013e0</w:t>
      </w:r>
    </w:p>
    <w:p w:rsidR="00E00D30" w:rsidRDefault="00E00D30" w:rsidP="00E00D30">
      <w:r>
        <w:t>436.4341</w:t>
      </w:r>
      <w:r>
        <w:tab/>
        <w:t>1.013e0</w:t>
      </w:r>
    </w:p>
    <w:p w:rsidR="00E00D30" w:rsidRDefault="00E00D30" w:rsidP="00E00D30">
      <w:r>
        <w:t>436.4510</w:t>
      </w:r>
      <w:r>
        <w:tab/>
        <w:t>1.013e0</w:t>
      </w:r>
    </w:p>
    <w:p w:rsidR="00E00D30" w:rsidRDefault="00E00D30" w:rsidP="00E00D30">
      <w:r>
        <w:t>436.4846</w:t>
      </w:r>
      <w:r>
        <w:tab/>
        <w:t>1.013e0</w:t>
      </w:r>
    </w:p>
    <w:p w:rsidR="00E00D30" w:rsidRDefault="00E00D30" w:rsidP="00E00D30">
      <w:r>
        <w:t>436.5004</w:t>
      </w:r>
      <w:r>
        <w:tab/>
        <w:t>1.013e0</w:t>
      </w:r>
    </w:p>
    <w:p w:rsidR="00E00D30" w:rsidRDefault="00E00D30" w:rsidP="00E00D30">
      <w:r>
        <w:t>436.5383</w:t>
      </w:r>
      <w:r>
        <w:tab/>
        <w:t>2.025e0</w:t>
      </w:r>
    </w:p>
    <w:p w:rsidR="00E00D30" w:rsidRDefault="00E00D30" w:rsidP="00E00D30">
      <w:r>
        <w:t>436.6123</w:t>
      </w:r>
      <w:r>
        <w:tab/>
        <w:t>1.013e0</w:t>
      </w:r>
    </w:p>
    <w:p w:rsidR="00E00D30" w:rsidRDefault="00E00D30" w:rsidP="00E00D30">
      <w:r>
        <w:t>436.6224</w:t>
      </w:r>
      <w:r>
        <w:tab/>
        <w:t>1.013e0</w:t>
      </w:r>
    </w:p>
    <w:p w:rsidR="00E00D30" w:rsidRDefault="00E00D30" w:rsidP="00E00D30">
      <w:r>
        <w:t>436.6681</w:t>
      </w:r>
      <w:r>
        <w:tab/>
        <w:t>1.013e0</w:t>
      </w:r>
    </w:p>
    <w:p w:rsidR="00E00D30" w:rsidRDefault="00E00D30" w:rsidP="00E00D30">
      <w:r>
        <w:t>436.6825</w:t>
      </w:r>
      <w:r>
        <w:tab/>
        <w:t>2.025e0</w:t>
      </w:r>
    </w:p>
    <w:p w:rsidR="00E00D30" w:rsidRDefault="00E00D30" w:rsidP="00E00D30">
      <w:r>
        <w:t>436.6990</w:t>
      </w:r>
      <w:r>
        <w:tab/>
        <w:t>1.013e0</w:t>
      </w:r>
    </w:p>
    <w:p w:rsidR="00E00D30" w:rsidRDefault="00E00D30" w:rsidP="00E00D30">
      <w:r>
        <w:t>436.7177</w:t>
      </w:r>
      <w:r>
        <w:tab/>
        <w:t>2.025e0</w:t>
      </w:r>
    </w:p>
    <w:p w:rsidR="00E00D30" w:rsidRDefault="00E00D30" w:rsidP="00E00D30">
      <w:r>
        <w:t>436.7311</w:t>
      </w:r>
      <w:r>
        <w:tab/>
        <w:t>2.025e0</w:t>
      </w:r>
    </w:p>
    <w:p w:rsidR="00E00D30" w:rsidRDefault="00E00D30" w:rsidP="00E00D30">
      <w:r>
        <w:t>436.7343</w:t>
      </w:r>
      <w:r>
        <w:tab/>
        <w:t>1.013e0</w:t>
      </w:r>
    </w:p>
    <w:p w:rsidR="00E00D30" w:rsidRDefault="00E00D30" w:rsidP="00E00D30">
      <w:r>
        <w:lastRenderedPageBreak/>
        <w:t>436.7738</w:t>
      </w:r>
      <w:r>
        <w:tab/>
        <w:t>1.013e0</w:t>
      </w:r>
    </w:p>
    <w:p w:rsidR="00E00D30" w:rsidRDefault="00E00D30" w:rsidP="00E00D30">
      <w:r>
        <w:t>436.8451</w:t>
      </w:r>
      <w:r>
        <w:tab/>
        <w:t>1.013e0</w:t>
      </w:r>
    </w:p>
    <w:p w:rsidR="00E00D30" w:rsidRDefault="00E00D30" w:rsidP="00E00D30">
      <w:r>
        <w:t>436.8599</w:t>
      </w:r>
      <w:r>
        <w:tab/>
        <w:t>1.013e0</w:t>
      </w:r>
    </w:p>
    <w:p w:rsidR="00E00D30" w:rsidRDefault="00E00D30" w:rsidP="00E00D30">
      <w:r>
        <w:t>436.8740</w:t>
      </w:r>
      <w:r>
        <w:tab/>
        <w:t>1.013e0</w:t>
      </w:r>
    </w:p>
    <w:p w:rsidR="00E00D30" w:rsidRDefault="00E00D30" w:rsidP="00E00D30">
      <w:r>
        <w:t>436.8997</w:t>
      </w:r>
      <w:r>
        <w:tab/>
        <w:t>1.013e0</w:t>
      </w:r>
    </w:p>
    <w:p w:rsidR="00E00D30" w:rsidRDefault="00E00D30" w:rsidP="00E00D30">
      <w:r>
        <w:t>436.9057</w:t>
      </w:r>
      <w:r>
        <w:tab/>
        <w:t>1.013e0</w:t>
      </w:r>
    </w:p>
    <w:p w:rsidR="00E00D30" w:rsidRDefault="00E00D30" w:rsidP="00E00D30">
      <w:r>
        <w:t>436.9212</w:t>
      </w:r>
      <w:r>
        <w:tab/>
        <w:t>1.013e0</w:t>
      </w:r>
    </w:p>
    <w:p w:rsidR="00E00D30" w:rsidRDefault="00E00D30" w:rsidP="00E00D30">
      <w:r>
        <w:t>436.9286</w:t>
      </w:r>
      <w:r>
        <w:tab/>
        <w:t>1.013e0</w:t>
      </w:r>
    </w:p>
    <w:p w:rsidR="00E00D30" w:rsidRDefault="00E00D30" w:rsidP="00E00D30">
      <w:r>
        <w:t>436.9796</w:t>
      </w:r>
      <w:r>
        <w:tab/>
        <w:t>2.025e0</w:t>
      </w:r>
    </w:p>
    <w:p w:rsidR="00E00D30" w:rsidRDefault="00E00D30" w:rsidP="00E00D30">
      <w:r>
        <w:t>436.9827</w:t>
      </w:r>
      <w:r>
        <w:tab/>
        <w:t>2.025e0</w:t>
      </w:r>
    </w:p>
    <w:p w:rsidR="00E00D30" w:rsidRDefault="00E00D30" w:rsidP="00E00D30">
      <w:r>
        <w:t>437.0019</w:t>
      </w:r>
      <w:r>
        <w:tab/>
        <w:t>2.025e0</w:t>
      </w:r>
    </w:p>
    <w:p w:rsidR="00E00D30" w:rsidRDefault="00E00D30" w:rsidP="00E00D30">
      <w:r>
        <w:t>437.0083</w:t>
      </w:r>
      <w:r>
        <w:tab/>
        <w:t>2.025e0</w:t>
      </w:r>
    </w:p>
    <w:p w:rsidR="00E00D30" w:rsidRDefault="00E00D30" w:rsidP="00E00D30">
      <w:r>
        <w:t>437.0174</w:t>
      </w:r>
      <w:r>
        <w:tab/>
        <w:t>1.013e0</w:t>
      </w:r>
    </w:p>
    <w:p w:rsidR="00E00D30" w:rsidRDefault="00E00D30" w:rsidP="00E00D30">
      <w:r>
        <w:t>437.0566</w:t>
      </w:r>
      <w:r>
        <w:tab/>
        <w:t>1.013e0</w:t>
      </w:r>
    </w:p>
    <w:p w:rsidR="00E00D30" w:rsidRDefault="00E00D30" w:rsidP="00E00D30">
      <w:r>
        <w:t>437.0598</w:t>
      </w:r>
      <w:r>
        <w:tab/>
        <w:t>2.025e0</w:t>
      </w:r>
    </w:p>
    <w:p w:rsidR="00E00D30" w:rsidRDefault="00E00D30" w:rsidP="00E00D30">
      <w:r>
        <w:t>437.1126</w:t>
      </w:r>
      <w:r>
        <w:tab/>
        <w:t>2.025e0</w:t>
      </w:r>
    </w:p>
    <w:p w:rsidR="00E00D30" w:rsidRDefault="00E00D30" w:rsidP="00E00D30">
      <w:r>
        <w:t>437.1591</w:t>
      </w:r>
      <w:r>
        <w:tab/>
        <w:t>2.025e0</w:t>
      </w:r>
    </w:p>
    <w:p w:rsidR="00E00D30" w:rsidRDefault="00E00D30" w:rsidP="00E00D30">
      <w:r>
        <w:t>437.1609</w:t>
      </w:r>
      <w:r>
        <w:tab/>
        <w:t>1.013e0</w:t>
      </w:r>
    </w:p>
    <w:p w:rsidR="00E00D30" w:rsidRDefault="00E00D30" w:rsidP="00E00D30">
      <w:r>
        <w:t>437.1663</w:t>
      </w:r>
      <w:r>
        <w:tab/>
        <w:t>1.013e0</w:t>
      </w:r>
    </w:p>
    <w:p w:rsidR="00E00D30" w:rsidRDefault="00E00D30" w:rsidP="00E00D30">
      <w:r>
        <w:lastRenderedPageBreak/>
        <w:t>437.1697</w:t>
      </w:r>
      <w:r>
        <w:tab/>
        <w:t>4.051e0</w:t>
      </w:r>
    </w:p>
    <w:p w:rsidR="00E00D30" w:rsidRDefault="00E00D30" w:rsidP="00E00D30">
      <w:r>
        <w:t>437.1802</w:t>
      </w:r>
      <w:r>
        <w:tab/>
        <w:t>3.038e0</w:t>
      </w:r>
    </w:p>
    <w:p w:rsidR="00E00D30" w:rsidRDefault="00E00D30" w:rsidP="00E00D30">
      <w:r>
        <w:t>437.2220</w:t>
      </w:r>
      <w:r>
        <w:tab/>
        <w:t>4.051e0</w:t>
      </w:r>
    </w:p>
    <w:p w:rsidR="00E00D30" w:rsidRDefault="00E00D30" w:rsidP="00E00D30">
      <w:r>
        <w:t>437.2286</w:t>
      </w:r>
      <w:r>
        <w:tab/>
        <w:t>4.051e0</w:t>
      </w:r>
    </w:p>
    <w:p w:rsidR="00E00D30" w:rsidRDefault="00E00D30" w:rsidP="00E00D30">
      <w:r>
        <w:t>437.2297</w:t>
      </w:r>
      <w:r>
        <w:tab/>
        <w:t>3.292e0</w:t>
      </w:r>
    </w:p>
    <w:p w:rsidR="00E00D30" w:rsidRDefault="00E00D30" w:rsidP="00E00D30">
      <w:r>
        <w:t>437.2398</w:t>
      </w:r>
      <w:r>
        <w:tab/>
        <w:t>5.063e0</w:t>
      </w:r>
    </w:p>
    <w:p w:rsidR="00E00D30" w:rsidRDefault="00E00D30" w:rsidP="00E00D30">
      <w:r>
        <w:t>437.2432</w:t>
      </w:r>
      <w:r>
        <w:tab/>
        <w:t>1.013e0</w:t>
      </w:r>
    </w:p>
    <w:p w:rsidR="00E00D30" w:rsidRDefault="00E00D30" w:rsidP="00E00D30">
      <w:r>
        <w:t>437.2561</w:t>
      </w:r>
      <w:r>
        <w:tab/>
        <w:t>3.038e0</w:t>
      </w:r>
    </w:p>
    <w:p w:rsidR="00E00D30" w:rsidRDefault="00E00D30" w:rsidP="00E00D30">
      <w:r>
        <w:t>437.2632</w:t>
      </w:r>
      <w:r>
        <w:tab/>
        <w:t>6.076e0</w:t>
      </w:r>
    </w:p>
    <w:p w:rsidR="00E00D30" w:rsidRDefault="00E00D30" w:rsidP="00E00D30">
      <w:r>
        <w:t>437.2724</w:t>
      </w:r>
      <w:r>
        <w:tab/>
        <w:t>1.646e0</w:t>
      </w:r>
    </w:p>
    <w:p w:rsidR="00E00D30" w:rsidRDefault="00E00D30" w:rsidP="00E00D30">
      <w:r>
        <w:t>437.3119</w:t>
      </w:r>
      <w:r>
        <w:tab/>
        <w:t>2.025e0</w:t>
      </w:r>
    </w:p>
    <w:p w:rsidR="00E00D30" w:rsidRDefault="00E00D30" w:rsidP="00E00D30">
      <w:r>
        <w:t>437.3398</w:t>
      </w:r>
      <w:r>
        <w:tab/>
        <w:t>2.025e0</w:t>
      </w:r>
    </w:p>
    <w:p w:rsidR="00E00D30" w:rsidRDefault="00E00D30" w:rsidP="00E00D30">
      <w:r>
        <w:t>437.3579</w:t>
      </w:r>
      <w:r>
        <w:tab/>
        <w:t>1.013e0</w:t>
      </w:r>
    </w:p>
    <w:p w:rsidR="00E00D30" w:rsidRDefault="00E00D30" w:rsidP="00E00D30">
      <w:r>
        <w:t>437.3736</w:t>
      </w:r>
      <w:r>
        <w:tab/>
        <w:t>1.013e0</w:t>
      </w:r>
    </w:p>
    <w:p w:rsidR="00E00D30" w:rsidRDefault="00E00D30" w:rsidP="00E00D30">
      <w:r>
        <w:t>437.3885</w:t>
      </w:r>
      <w:r>
        <w:tab/>
        <w:t>2.025e0</w:t>
      </w:r>
    </w:p>
    <w:p w:rsidR="00E00D30" w:rsidRDefault="00E00D30" w:rsidP="00E00D30">
      <w:r>
        <w:t>437.4273</w:t>
      </w:r>
      <w:r>
        <w:tab/>
        <w:t>1.013e0</w:t>
      </w:r>
    </w:p>
    <w:p w:rsidR="00E00D30" w:rsidRDefault="00E00D30" w:rsidP="00E00D30">
      <w:r>
        <w:t>437.4297</w:t>
      </w:r>
      <w:r>
        <w:tab/>
        <w:t>2.025e0</w:t>
      </w:r>
    </w:p>
    <w:p w:rsidR="00E00D30" w:rsidRDefault="00E00D30" w:rsidP="00E00D30">
      <w:r>
        <w:t>437.4534</w:t>
      </w:r>
      <w:r>
        <w:tab/>
        <w:t>2.025e0</w:t>
      </w:r>
    </w:p>
    <w:p w:rsidR="00E00D30" w:rsidRDefault="00E00D30" w:rsidP="00E00D30">
      <w:r>
        <w:t>437.5020</w:t>
      </w:r>
      <w:r>
        <w:tab/>
        <w:t>3.038e0</w:t>
      </w:r>
    </w:p>
    <w:p w:rsidR="00E00D30" w:rsidRDefault="00E00D30" w:rsidP="00E00D30">
      <w:r>
        <w:lastRenderedPageBreak/>
        <w:t>437.5194</w:t>
      </w:r>
      <w:r>
        <w:tab/>
        <w:t>1.013e0</w:t>
      </w:r>
    </w:p>
    <w:p w:rsidR="00E00D30" w:rsidRDefault="00E00D30" w:rsidP="00E00D30">
      <w:r>
        <w:t>437.5578</w:t>
      </w:r>
      <w:r>
        <w:tab/>
        <w:t>1.013e0</w:t>
      </w:r>
    </w:p>
    <w:p w:rsidR="00E00D30" w:rsidRDefault="00E00D30" w:rsidP="00E00D30">
      <w:r>
        <w:t>437.5837</w:t>
      </w:r>
      <w:r>
        <w:tab/>
        <w:t>1.013e0</w:t>
      </w:r>
    </w:p>
    <w:p w:rsidR="00E00D30" w:rsidRDefault="00E00D30" w:rsidP="00E00D30">
      <w:r>
        <w:t>437.6015</w:t>
      </w:r>
      <w:r>
        <w:tab/>
        <w:t>1.013e0</w:t>
      </w:r>
    </w:p>
    <w:p w:rsidR="00E00D30" w:rsidRDefault="00E00D30" w:rsidP="00E00D30">
      <w:r>
        <w:t>437.6351</w:t>
      </w:r>
      <w:r>
        <w:tab/>
        <w:t>1.013e0</w:t>
      </w:r>
    </w:p>
    <w:p w:rsidR="00E00D30" w:rsidRDefault="00E00D30" w:rsidP="00E00D30">
      <w:r>
        <w:t>437.6394</w:t>
      </w:r>
      <w:r>
        <w:tab/>
        <w:t>2.025e0</w:t>
      </w:r>
    </w:p>
    <w:p w:rsidR="00E00D30" w:rsidRDefault="00E00D30" w:rsidP="00E00D30">
      <w:r>
        <w:t>437.6630</w:t>
      </w:r>
      <w:r>
        <w:tab/>
        <w:t>1.013e0</w:t>
      </w:r>
    </w:p>
    <w:p w:rsidR="00E00D30" w:rsidRDefault="00E00D30" w:rsidP="00E00D30">
      <w:r>
        <w:t>437.6657</w:t>
      </w:r>
      <w:r>
        <w:tab/>
        <w:t>1.013e0</w:t>
      </w:r>
    </w:p>
    <w:p w:rsidR="00E00D30" w:rsidRDefault="00E00D30" w:rsidP="00E00D30">
      <w:r>
        <w:t>437.6783</w:t>
      </w:r>
      <w:r>
        <w:tab/>
        <w:t>3.038e0</w:t>
      </w:r>
    </w:p>
    <w:p w:rsidR="00E00D30" w:rsidRDefault="00E00D30" w:rsidP="00E00D30">
      <w:r>
        <w:t>437.7195</w:t>
      </w:r>
      <w:r>
        <w:tab/>
        <w:t>1.013e0</w:t>
      </w:r>
    </w:p>
    <w:p w:rsidR="00E00D30" w:rsidRDefault="00E00D30" w:rsidP="00E00D30">
      <w:r>
        <w:t>437.7268</w:t>
      </w:r>
      <w:r>
        <w:tab/>
        <w:t>1.013e0</w:t>
      </w:r>
    </w:p>
    <w:p w:rsidR="00E00D30" w:rsidRDefault="00E00D30" w:rsidP="00E00D30">
      <w:r>
        <w:t>437.7448</w:t>
      </w:r>
      <w:r>
        <w:tab/>
        <w:t>1.013e0</w:t>
      </w:r>
    </w:p>
    <w:p w:rsidR="00E00D30" w:rsidRDefault="00E00D30" w:rsidP="00E00D30">
      <w:r>
        <w:t>437.7574</w:t>
      </w:r>
      <w:r>
        <w:tab/>
        <w:t>1.013e0</w:t>
      </w:r>
    </w:p>
    <w:p w:rsidR="00E00D30" w:rsidRDefault="00E00D30" w:rsidP="00E00D30">
      <w:r>
        <w:t>437.7733</w:t>
      </w:r>
      <w:r>
        <w:tab/>
        <w:t>1.013e0</w:t>
      </w:r>
    </w:p>
    <w:p w:rsidR="00E00D30" w:rsidRDefault="00E00D30" w:rsidP="00E00D30">
      <w:r>
        <w:t>437.7955</w:t>
      </w:r>
      <w:r>
        <w:tab/>
        <w:t>1.013e0</w:t>
      </w:r>
    </w:p>
    <w:p w:rsidR="00E00D30" w:rsidRDefault="00E00D30" w:rsidP="00E00D30">
      <w:r>
        <w:t>437.8146</w:t>
      </w:r>
      <w:r>
        <w:tab/>
        <w:t>2.025e0</w:t>
      </w:r>
    </w:p>
    <w:p w:rsidR="00E00D30" w:rsidRDefault="00E00D30" w:rsidP="00E00D30">
      <w:r>
        <w:t>437.8430</w:t>
      </w:r>
      <w:r>
        <w:tab/>
        <w:t>2.025e0</w:t>
      </w:r>
    </w:p>
    <w:p w:rsidR="00E00D30" w:rsidRDefault="00E00D30" w:rsidP="00E00D30">
      <w:r>
        <w:t>437.8766</w:t>
      </w:r>
      <w:r>
        <w:tab/>
        <w:t>2.025e0</w:t>
      </w:r>
    </w:p>
    <w:p w:rsidR="00E00D30" w:rsidRDefault="00E00D30" w:rsidP="00E00D30">
      <w:r>
        <w:t>437.8847</w:t>
      </w:r>
      <w:r>
        <w:tab/>
        <w:t>1.013e0</w:t>
      </w:r>
    </w:p>
    <w:p w:rsidR="00E00D30" w:rsidRDefault="00E00D30" w:rsidP="00E00D30">
      <w:r>
        <w:lastRenderedPageBreak/>
        <w:t>437.9060</w:t>
      </w:r>
      <w:r>
        <w:tab/>
        <w:t>1.013e0</w:t>
      </w:r>
    </w:p>
    <w:p w:rsidR="00E00D30" w:rsidRDefault="00E00D30" w:rsidP="00E00D30">
      <w:r>
        <w:t>437.9241</w:t>
      </w:r>
      <w:r>
        <w:tab/>
        <w:t>1.013e0</w:t>
      </w:r>
    </w:p>
    <w:p w:rsidR="00E00D30" w:rsidRDefault="00E00D30" w:rsidP="00E00D30">
      <w:r>
        <w:t>437.9275</w:t>
      </w:r>
      <w:r>
        <w:tab/>
        <w:t>1.013e0</w:t>
      </w:r>
    </w:p>
    <w:p w:rsidR="00E00D30" w:rsidRDefault="00E00D30" w:rsidP="00E00D30">
      <w:r>
        <w:t>437.9570</w:t>
      </w:r>
      <w:r>
        <w:tab/>
        <w:t>2.025e0</w:t>
      </w:r>
    </w:p>
    <w:p w:rsidR="00E00D30" w:rsidRDefault="00E00D30" w:rsidP="00E00D30">
      <w:r>
        <w:t>437.9957</w:t>
      </w:r>
      <w:r>
        <w:tab/>
        <w:t>2.025e0</w:t>
      </w:r>
    </w:p>
    <w:p w:rsidR="00E00D30" w:rsidRDefault="00E00D30" w:rsidP="00E00D30">
      <w:r>
        <w:t>438.0336</w:t>
      </w:r>
      <w:r>
        <w:tab/>
        <w:t>1.013e0</w:t>
      </w:r>
    </w:p>
    <w:p w:rsidR="00E00D30" w:rsidRDefault="00E00D30" w:rsidP="00E00D30">
      <w:r>
        <w:t>438.0415</w:t>
      </w:r>
      <w:r>
        <w:tab/>
        <w:t>1.013e0</w:t>
      </w:r>
    </w:p>
    <w:p w:rsidR="00E00D30" w:rsidRDefault="00E00D30" w:rsidP="00E00D30">
      <w:r>
        <w:t>438.0890</w:t>
      </w:r>
      <w:r>
        <w:tab/>
        <w:t>1.013e0</w:t>
      </w:r>
    </w:p>
    <w:p w:rsidR="00E00D30" w:rsidRDefault="00E00D30" w:rsidP="00E00D30">
      <w:r>
        <w:t>438.1075</w:t>
      </w:r>
      <w:r>
        <w:tab/>
        <w:t>1.013e0</w:t>
      </w:r>
    </w:p>
    <w:p w:rsidR="00E00D30" w:rsidRDefault="00E00D30" w:rsidP="00E00D30">
      <w:r>
        <w:t>438.1104</w:t>
      </w:r>
      <w:r>
        <w:tab/>
        <w:t>1.013e0</w:t>
      </w:r>
    </w:p>
    <w:p w:rsidR="00E00D30" w:rsidRDefault="00E00D30" w:rsidP="00E00D30">
      <w:r>
        <w:t>438.1412</w:t>
      </w:r>
      <w:r>
        <w:tab/>
        <w:t>1.013e0</w:t>
      </w:r>
    </w:p>
    <w:p w:rsidR="00E00D30" w:rsidRDefault="00E00D30" w:rsidP="00E00D30">
      <w:r>
        <w:t>438.1568</w:t>
      </w:r>
      <w:r>
        <w:tab/>
        <w:t>1.013e0</w:t>
      </w:r>
    </w:p>
    <w:p w:rsidR="00E00D30" w:rsidRDefault="00E00D30" w:rsidP="00E00D30">
      <w:r>
        <w:t>438.1768</w:t>
      </w:r>
      <w:r>
        <w:tab/>
        <w:t>3.038e0</w:t>
      </w:r>
    </w:p>
    <w:p w:rsidR="00E00D30" w:rsidRDefault="00E00D30" w:rsidP="00E00D30">
      <w:r>
        <w:t>438.1798</w:t>
      </w:r>
      <w:r>
        <w:tab/>
        <w:t>1.013e0</w:t>
      </w:r>
    </w:p>
    <w:p w:rsidR="00E00D30" w:rsidRDefault="00E00D30" w:rsidP="00E00D30">
      <w:r>
        <w:t>438.1838</w:t>
      </w:r>
      <w:r>
        <w:tab/>
        <w:t>2.025e0</w:t>
      </w:r>
    </w:p>
    <w:p w:rsidR="00E00D30" w:rsidRDefault="00E00D30" w:rsidP="00E00D30">
      <w:r>
        <w:t>438.2034</w:t>
      </w:r>
      <w:r>
        <w:tab/>
        <w:t>1.013e0</w:t>
      </w:r>
    </w:p>
    <w:p w:rsidR="00E00D30" w:rsidRDefault="00E00D30" w:rsidP="00E00D30">
      <w:r>
        <w:t>438.2253</w:t>
      </w:r>
      <w:r>
        <w:tab/>
        <w:t>3.038e0</w:t>
      </w:r>
    </w:p>
    <w:p w:rsidR="00E00D30" w:rsidRDefault="00E00D30" w:rsidP="00E00D30">
      <w:r>
        <w:t>438.2299</w:t>
      </w:r>
      <w:r>
        <w:tab/>
        <w:t>2.025e0</w:t>
      </w:r>
    </w:p>
    <w:p w:rsidR="00E00D30" w:rsidRDefault="00E00D30" w:rsidP="00E00D30">
      <w:r>
        <w:t>438.2419</w:t>
      </w:r>
      <w:r>
        <w:tab/>
        <w:t>1.013e0</w:t>
      </w:r>
    </w:p>
    <w:p w:rsidR="00E00D30" w:rsidRDefault="00E00D30" w:rsidP="00E00D30">
      <w:r>
        <w:lastRenderedPageBreak/>
        <w:t>438.2580</w:t>
      </w:r>
      <w:r>
        <w:tab/>
        <w:t>1.077e0</w:t>
      </w:r>
    </w:p>
    <w:p w:rsidR="00E00D30" w:rsidRDefault="00E00D30" w:rsidP="00E00D30">
      <w:r>
        <w:t>438.2740</w:t>
      </w:r>
      <w:r>
        <w:tab/>
        <w:t>3.038e0</w:t>
      </w:r>
    </w:p>
    <w:p w:rsidR="00E00D30" w:rsidRDefault="00E00D30" w:rsidP="00E00D30">
      <w:r>
        <w:t>438.2798</w:t>
      </w:r>
      <w:r>
        <w:tab/>
        <w:t>1.013e0</w:t>
      </w:r>
    </w:p>
    <w:p w:rsidR="00E00D30" w:rsidRDefault="00E00D30" w:rsidP="00E00D30">
      <w:r>
        <w:t>438.2949</w:t>
      </w:r>
      <w:r>
        <w:tab/>
        <w:t>1.013e0</w:t>
      </w:r>
    </w:p>
    <w:p w:rsidR="00E00D30" w:rsidRDefault="00E00D30" w:rsidP="00E00D30">
      <w:r>
        <w:t>438.3076</w:t>
      </w:r>
      <w:r>
        <w:tab/>
        <w:t>1.013e0</w:t>
      </w:r>
    </w:p>
    <w:p w:rsidR="00E00D30" w:rsidRDefault="00E00D30" w:rsidP="00E00D30">
      <w:r>
        <w:t>438.3163</w:t>
      </w:r>
      <w:r>
        <w:tab/>
        <w:t>2.970e0</w:t>
      </w:r>
    </w:p>
    <w:p w:rsidR="00E00D30" w:rsidRDefault="00E00D30" w:rsidP="00E00D30">
      <w:r>
        <w:t>438.3306</w:t>
      </w:r>
      <w:r>
        <w:tab/>
        <w:t>4.051e0</w:t>
      </w:r>
    </w:p>
    <w:p w:rsidR="00E00D30" w:rsidRDefault="00E00D30" w:rsidP="00E00D30">
      <w:r>
        <w:t>438.3570</w:t>
      </w:r>
      <w:r>
        <w:tab/>
        <w:t>2.025e0</w:t>
      </w:r>
    </w:p>
    <w:p w:rsidR="00E00D30" w:rsidRDefault="00E00D30" w:rsidP="00E00D30">
      <w:r>
        <w:t>438.3687</w:t>
      </w:r>
      <w:r>
        <w:tab/>
        <w:t>8.101e0</w:t>
      </w:r>
    </w:p>
    <w:p w:rsidR="00E00D30" w:rsidRDefault="00E00D30" w:rsidP="00E00D30">
      <w:r>
        <w:t>438.3752</w:t>
      </w:r>
      <w:r>
        <w:tab/>
        <w:t>8.796e0</w:t>
      </w:r>
    </w:p>
    <w:p w:rsidR="00E00D30" w:rsidRDefault="00E00D30" w:rsidP="00E00D30">
      <w:r>
        <w:t>438.3816</w:t>
      </w:r>
      <w:r>
        <w:tab/>
        <w:t>4.051e0</w:t>
      </w:r>
    </w:p>
    <w:p w:rsidR="00E00D30" w:rsidRDefault="00E00D30" w:rsidP="00E00D30">
      <w:r>
        <w:t>438.3866</w:t>
      </w:r>
      <w:r>
        <w:tab/>
        <w:t>3.972e0</w:t>
      </w:r>
    </w:p>
    <w:p w:rsidR="00E00D30" w:rsidRDefault="00E00D30" w:rsidP="00E00D30">
      <w:r>
        <w:t>438.3897</w:t>
      </w:r>
      <w:r>
        <w:tab/>
        <w:t>6.076e0</w:t>
      </w:r>
    </w:p>
    <w:p w:rsidR="00E00D30" w:rsidRDefault="00E00D30" w:rsidP="00E00D30">
      <w:r>
        <w:t>438.4014</w:t>
      </w:r>
      <w:r>
        <w:tab/>
        <w:t>3.038e0</w:t>
      </w:r>
    </w:p>
    <w:p w:rsidR="00E00D30" w:rsidRDefault="00E00D30" w:rsidP="00E00D30">
      <w:r>
        <w:t>438.4187</w:t>
      </w:r>
      <w:r>
        <w:tab/>
        <w:t>1.013e0</w:t>
      </w:r>
    </w:p>
    <w:p w:rsidR="00E00D30" w:rsidRDefault="00E00D30" w:rsidP="00E00D30">
      <w:r>
        <w:t>438.4256</w:t>
      </w:r>
      <w:r>
        <w:tab/>
        <w:t>1.013e0</w:t>
      </w:r>
    </w:p>
    <w:p w:rsidR="00E00D30" w:rsidRDefault="00E00D30" w:rsidP="00E00D30">
      <w:r>
        <w:t>438.4297</w:t>
      </w:r>
      <w:r>
        <w:tab/>
        <w:t>2.025e0</w:t>
      </w:r>
    </w:p>
    <w:p w:rsidR="00E00D30" w:rsidRDefault="00E00D30" w:rsidP="00E00D30">
      <w:r>
        <w:t>438.4511</w:t>
      </w:r>
      <w:r>
        <w:tab/>
        <w:t>1.013e0</w:t>
      </w:r>
    </w:p>
    <w:p w:rsidR="00E00D30" w:rsidRDefault="00E00D30" w:rsidP="00E00D30">
      <w:r>
        <w:t>438.4950</w:t>
      </w:r>
      <w:r>
        <w:tab/>
        <w:t>1.013e0</w:t>
      </w:r>
    </w:p>
    <w:p w:rsidR="00E00D30" w:rsidRDefault="00E00D30" w:rsidP="00E00D30">
      <w:r>
        <w:lastRenderedPageBreak/>
        <w:t>438.5334</w:t>
      </w:r>
      <w:r>
        <w:tab/>
        <w:t>1.013e0</w:t>
      </w:r>
    </w:p>
    <w:p w:rsidR="00E00D30" w:rsidRDefault="00E00D30" w:rsidP="00E00D30">
      <w:r>
        <w:t>438.5409</w:t>
      </w:r>
      <w:r>
        <w:tab/>
        <w:t>1.013e0</w:t>
      </w:r>
    </w:p>
    <w:p w:rsidR="00E00D30" w:rsidRDefault="00E00D30" w:rsidP="00E00D30">
      <w:r>
        <w:t>438.5515</w:t>
      </w:r>
      <w:r>
        <w:tab/>
        <w:t>1.013e0</w:t>
      </w:r>
    </w:p>
    <w:p w:rsidR="00E00D30" w:rsidRDefault="00E00D30" w:rsidP="00E00D30">
      <w:r>
        <w:t>438.5642</w:t>
      </w:r>
      <w:r>
        <w:tab/>
        <w:t>1.013e0</w:t>
      </w:r>
    </w:p>
    <w:p w:rsidR="00E00D30" w:rsidRDefault="00E00D30" w:rsidP="00E00D30">
      <w:r>
        <w:t>438.5675</w:t>
      </w:r>
      <w:r>
        <w:tab/>
        <w:t>2.025e0</w:t>
      </w:r>
    </w:p>
    <w:p w:rsidR="00E00D30" w:rsidRDefault="00E00D30" w:rsidP="00E00D30">
      <w:r>
        <w:t>438.5873</w:t>
      </w:r>
      <w:r>
        <w:tab/>
        <w:t>1.013e0</w:t>
      </w:r>
    </w:p>
    <w:p w:rsidR="00E00D30" w:rsidRDefault="00E00D30" w:rsidP="00E00D30">
      <w:r>
        <w:t>438.6263</w:t>
      </w:r>
      <w:r>
        <w:tab/>
        <w:t>1.013e0</w:t>
      </w:r>
    </w:p>
    <w:p w:rsidR="00E00D30" w:rsidRDefault="00E00D30" w:rsidP="00E00D30">
      <w:r>
        <w:t>438.6411</w:t>
      </w:r>
      <w:r>
        <w:tab/>
        <w:t>1.013e0</w:t>
      </w:r>
    </w:p>
    <w:p w:rsidR="00E00D30" w:rsidRDefault="00E00D30" w:rsidP="00E00D30">
      <w:r>
        <w:t>438.6683</w:t>
      </w:r>
      <w:r>
        <w:tab/>
        <w:t>2.025e0</w:t>
      </w:r>
    </w:p>
    <w:p w:rsidR="00E00D30" w:rsidRDefault="00E00D30" w:rsidP="00E00D30">
      <w:r>
        <w:t>438.6732</w:t>
      </w:r>
      <w:r>
        <w:tab/>
        <w:t>1.013e0</w:t>
      </w:r>
    </w:p>
    <w:p w:rsidR="00E00D30" w:rsidRDefault="00E00D30" w:rsidP="00E00D30">
      <w:r>
        <w:t>438.7028</w:t>
      </w:r>
      <w:r>
        <w:tab/>
        <w:t>2.025e0</w:t>
      </w:r>
    </w:p>
    <w:p w:rsidR="00E00D30" w:rsidRDefault="00E00D30" w:rsidP="00E00D30">
      <w:r>
        <w:t>438.7181</w:t>
      </w:r>
      <w:r>
        <w:tab/>
        <w:t>1.013e0</w:t>
      </w:r>
    </w:p>
    <w:p w:rsidR="00E00D30" w:rsidRDefault="00E00D30" w:rsidP="00E00D30">
      <w:r>
        <w:t>438.7520</w:t>
      </w:r>
      <w:r>
        <w:tab/>
        <w:t>1.013e0</w:t>
      </w:r>
    </w:p>
    <w:p w:rsidR="00E00D30" w:rsidRDefault="00E00D30" w:rsidP="00E00D30">
      <w:r>
        <w:t>438.7580</w:t>
      </w:r>
      <w:r>
        <w:tab/>
        <w:t>2.025e0</w:t>
      </w:r>
    </w:p>
    <w:p w:rsidR="00E00D30" w:rsidRDefault="00E00D30" w:rsidP="00E00D30">
      <w:r>
        <w:t>438.7701</w:t>
      </w:r>
      <w:r>
        <w:tab/>
        <w:t>1.013e0</w:t>
      </w:r>
    </w:p>
    <w:p w:rsidR="00E00D30" w:rsidRDefault="00E00D30" w:rsidP="00E00D30">
      <w:r>
        <w:t>438.7734</w:t>
      </w:r>
      <w:r>
        <w:tab/>
        <w:t>1.013e0</w:t>
      </w:r>
    </w:p>
    <w:p w:rsidR="00E00D30" w:rsidRDefault="00E00D30" w:rsidP="00E00D30">
      <w:r>
        <w:t>438.7802</w:t>
      </w:r>
      <w:r>
        <w:tab/>
        <w:t>1.013e0</w:t>
      </w:r>
    </w:p>
    <w:p w:rsidR="00E00D30" w:rsidRDefault="00E00D30" w:rsidP="00E00D30">
      <w:r>
        <w:t>438.7913</w:t>
      </w:r>
      <w:r>
        <w:tab/>
        <w:t>1.013e0</w:t>
      </w:r>
    </w:p>
    <w:p w:rsidR="00E00D30" w:rsidRDefault="00E00D30" w:rsidP="00E00D30">
      <w:r>
        <w:t>438.8181</w:t>
      </w:r>
      <w:r>
        <w:tab/>
        <w:t>1.013e0</w:t>
      </w:r>
    </w:p>
    <w:p w:rsidR="00E00D30" w:rsidRDefault="00E00D30" w:rsidP="00E00D30">
      <w:r>
        <w:lastRenderedPageBreak/>
        <w:t>438.8213</w:t>
      </w:r>
      <w:r>
        <w:tab/>
        <w:t>4.051e0</w:t>
      </w:r>
    </w:p>
    <w:p w:rsidR="00E00D30" w:rsidRDefault="00E00D30" w:rsidP="00E00D30">
      <w:r>
        <w:t>438.8566</w:t>
      </w:r>
      <w:r>
        <w:tab/>
        <w:t>1.013e0</w:t>
      </w:r>
    </w:p>
    <w:p w:rsidR="00E00D30" w:rsidRDefault="00E00D30" w:rsidP="00E00D30">
      <w:r>
        <w:t>438.8648</w:t>
      </w:r>
      <w:r>
        <w:tab/>
        <w:t>1.013e0</w:t>
      </w:r>
    </w:p>
    <w:p w:rsidR="00E00D30" w:rsidRDefault="00E00D30" w:rsidP="00E00D30">
      <w:r>
        <w:t>438.8738</w:t>
      </w:r>
      <w:r>
        <w:tab/>
        <w:t>1.013e0</w:t>
      </w:r>
    </w:p>
    <w:p w:rsidR="00E00D30" w:rsidRDefault="00E00D30" w:rsidP="00E00D30">
      <w:r>
        <w:t>438.8871</w:t>
      </w:r>
      <w:r>
        <w:tab/>
        <w:t>1.013e0</w:t>
      </w:r>
    </w:p>
    <w:p w:rsidR="00E00D30" w:rsidRDefault="00E00D30" w:rsidP="00E00D30">
      <w:r>
        <w:t>438.8959</w:t>
      </w:r>
      <w:r>
        <w:tab/>
        <w:t>1.013e0</w:t>
      </w:r>
    </w:p>
    <w:p w:rsidR="00E00D30" w:rsidRDefault="00E00D30" w:rsidP="00E00D30">
      <w:r>
        <w:t>438.9027</w:t>
      </w:r>
      <w:r>
        <w:tab/>
        <w:t>1.013e0</w:t>
      </w:r>
    </w:p>
    <w:p w:rsidR="00E00D30" w:rsidRDefault="00E00D30" w:rsidP="00E00D30">
      <w:r>
        <w:t>438.9134</w:t>
      </w:r>
      <w:r>
        <w:tab/>
        <w:t>2.025e0</w:t>
      </w:r>
    </w:p>
    <w:p w:rsidR="00E00D30" w:rsidRDefault="00E00D30" w:rsidP="00E00D30">
      <w:r>
        <w:t>438.9181</w:t>
      </w:r>
      <w:r>
        <w:tab/>
        <w:t>1.013e0</w:t>
      </w:r>
    </w:p>
    <w:p w:rsidR="00E00D30" w:rsidRDefault="00E00D30" w:rsidP="00E00D30">
      <w:r>
        <w:t>438.9355</w:t>
      </w:r>
      <w:r>
        <w:tab/>
        <w:t>1.013e0</w:t>
      </w:r>
    </w:p>
    <w:p w:rsidR="00E00D30" w:rsidRDefault="00E00D30" w:rsidP="00E00D30">
      <w:r>
        <w:t>438.9421</w:t>
      </w:r>
      <w:r>
        <w:tab/>
        <w:t>2.025e0</w:t>
      </w:r>
    </w:p>
    <w:p w:rsidR="00E00D30" w:rsidRDefault="00E00D30" w:rsidP="00E00D30">
      <w:r>
        <w:t>438.9920</w:t>
      </w:r>
      <w:r>
        <w:tab/>
        <w:t>1.013e0</w:t>
      </w:r>
    </w:p>
    <w:p w:rsidR="00E00D30" w:rsidRDefault="00E00D30" w:rsidP="00E00D30">
      <w:r>
        <w:t>438.9982</w:t>
      </w:r>
      <w:r>
        <w:tab/>
        <w:t>2.025e0</w:t>
      </w:r>
    </w:p>
    <w:p w:rsidR="00E00D30" w:rsidRDefault="00E00D30" w:rsidP="00E00D30">
      <w:r>
        <w:t>439.0159</w:t>
      </w:r>
      <w:r>
        <w:tab/>
        <w:t>2.025e0</w:t>
      </w:r>
    </w:p>
    <w:p w:rsidR="00E00D30" w:rsidRDefault="00E00D30" w:rsidP="00E00D30">
      <w:r>
        <w:t>439.0259</w:t>
      </w:r>
      <w:r>
        <w:tab/>
        <w:t>1.013e0</w:t>
      </w:r>
    </w:p>
    <w:p w:rsidR="00E00D30" w:rsidRDefault="00E00D30" w:rsidP="00E00D30">
      <w:r>
        <w:t>439.0281</w:t>
      </w:r>
      <w:r>
        <w:tab/>
        <w:t>2.025e0</w:t>
      </w:r>
    </w:p>
    <w:p w:rsidR="00E00D30" w:rsidRDefault="00E00D30" w:rsidP="00E00D30">
      <w:r>
        <w:t>439.0295</w:t>
      </w:r>
      <w:r>
        <w:tab/>
        <w:t>2.025e0</w:t>
      </w:r>
    </w:p>
    <w:p w:rsidR="00E00D30" w:rsidRDefault="00E00D30" w:rsidP="00E00D30">
      <w:r>
        <w:t>439.0359</w:t>
      </w:r>
      <w:r>
        <w:tab/>
        <w:t>1.013e0</w:t>
      </w:r>
    </w:p>
    <w:p w:rsidR="00E00D30" w:rsidRDefault="00E00D30" w:rsidP="00E00D30">
      <w:r>
        <w:t>439.0530</w:t>
      </w:r>
      <w:r>
        <w:tab/>
        <w:t>1.013e0</w:t>
      </w:r>
    </w:p>
    <w:p w:rsidR="00E00D30" w:rsidRDefault="00E00D30" w:rsidP="00E00D30">
      <w:r>
        <w:lastRenderedPageBreak/>
        <w:t>439.0636</w:t>
      </w:r>
      <w:r>
        <w:tab/>
        <w:t>3.349e0</w:t>
      </w:r>
    </w:p>
    <w:p w:rsidR="00E00D30" w:rsidRDefault="00E00D30" w:rsidP="00E00D30">
      <w:r>
        <w:t>439.0713</w:t>
      </w:r>
      <w:r>
        <w:tab/>
        <w:t>1.013e0</w:t>
      </w:r>
    </w:p>
    <w:p w:rsidR="00E00D30" w:rsidRDefault="00E00D30" w:rsidP="00E00D30">
      <w:r>
        <w:t>439.0754</w:t>
      </w:r>
      <w:r>
        <w:tab/>
        <w:t>1.013e0</w:t>
      </w:r>
    </w:p>
    <w:p w:rsidR="00E00D30" w:rsidRDefault="00E00D30" w:rsidP="00E00D30">
      <w:r>
        <w:t>439.0984</w:t>
      </w:r>
      <w:r>
        <w:tab/>
        <w:t>2.025e0</w:t>
      </w:r>
    </w:p>
    <w:p w:rsidR="00E00D30" w:rsidRDefault="00E00D30" w:rsidP="00E00D30">
      <w:r>
        <w:t>439.1029</w:t>
      </w:r>
      <w:r>
        <w:tab/>
        <w:t>1.013e0</w:t>
      </w:r>
    </w:p>
    <w:p w:rsidR="00E00D30" w:rsidRDefault="00E00D30" w:rsidP="00E00D30">
      <w:r>
        <w:t>439.1346</w:t>
      </w:r>
      <w:r>
        <w:tab/>
        <w:t>2.025e0</w:t>
      </w:r>
    </w:p>
    <w:p w:rsidR="00E00D30" w:rsidRDefault="00E00D30" w:rsidP="00E00D30">
      <w:r>
        <w:t>439.1491</w:t>
      </w:r>
      <w:r>
        <w:tab/>
        <w:t>1.013e0</w:t>
      </w:r>
    </w:p>
    <w:p w:rsidR="00E00D30" w:rsidRDefault="00E00D30" w:rsidP="00E00D30">
      <w:r>
        <w:t>439.1536</w:t>
      </w:r>
      <w:r>
        <w:tab/>
        <w:t>1.013e0</w:t>
      </w:r>
    </w:p>
    <w:p w:rsidR="00E00D30" w:rsidRDefault="00E00D30" w:rsidP="00E00D30">
      <w:r>
        <w:t>439.1576</w:t>
      </w:r>
      <w:r>
        <w:tab/>
        <w:t>1.013e0</w:t>
      </w:r>
    </w:p>
    <w:p w:rsidR="00E00D30" w:rsidRDefault="00E00D30" w:rsidP="00E00D30">
      <w:r>
        <w:t>439.1729</w:t>
      </w:r>
      <w:r>
        <w:tab/>
        <w:t>2.025e0</w:t>
      </w:r>
    </w:p>
    <w:p w:rsidR="00E00D30" w:rsidRDefault="00E00D30" w:rsidP="00E00D30">
      <w:r>
        <w:t>439.1752</w:t>
      </w:r>
      <w:r>
        <w:tab/>
        <w:t>1.013e0</w:t>
      </w:r>
    </w:p>
    <w:p w:rsidR="00E00D30" w:rsidRDefault="00E00D30" w:rsidP="00E00D30">
      <w:r>
        <w:t>439.1797</w:t>
      </w:r>
      <w:r>
        <w:tab/>
        <w:t>1.013e0</w:t>
      </w:r>
    </w:p>
    <w:p w:rsidR="00E00D30" w:rsidRDefault="00E00D30" w:rsidP="00E00D30">
      <w:r>
        <w:t>439.1953</w:t>
      </w:r>
      <w:r>
        <w:tab/>
        <w:t>2.025e0</w:t>
      </w:r>
    </w:p>
    <w:p w:rsidR="00E00D30" w:rsidRDefault="00E00D30" w:rsidP="00E00D30">
      <w:r>
        <w:t>439.2028</w:t>
      </w:r>
      <w:r>
        <w:tab/>
        <w:t>1.013e0</w:t>
      </w:r>
    </w:p>
    <w:p w:rsidR="00E00D30" w:rsidRDefault="00E00D30" w:rsidP="00E00D30">
      <w:r>
        <w:t>439.2093</w:t>
      </w:r>
      <w:r>
        <w:tab/>
        <w:t>3.668e0</w:t>
      </w:r>
    </w:p>
    <w:p w:rsidR="00E00D30" w:rsidRDefault="00E00D30" w:rsidP="00E00D30">
      <w:r>
        <w:t>439.2107</w:t>
      </w:r>
      <w:r>
        <w:tab/>
        <w:t>1.013e0</w:t>
      </w:r>
    </w:p>
    <w:p w:rsidR="00E00D30" w:rsidRDefault="00E00D30" w:rsidP="00E00D30">
      <w:r>
        <w:t>439.2343</w:t>
      </w:r>
      <w:r>
        <w:tab/>
        <w:t>2.025e0</w:t>
      </w:r>
    </w:p>
    <w:p w:rsidR="00E00D30" w:rsidRDefault="00E00D30" w:rsidP="00E00D30">
      <w:r>
        <w:t>439.2538</w:t>
      </w:r>
      <w:r>
        <w:tab/>
        <w:t>1.013e0</w:t>
      </w:r>
    </w:p>
    <w:p w:rsidR="00E00D30" w:rsidRDefault="00E00D30" w:rsidP="00E00D30">
      <w:r>
        <w:t>439.2646</w:t>
      </w:r>
      <w:r>
        <w:tab/>
        <w:t>1.013e0</w:t>
      </w:r>
    </w:p>
    <w:p w:rsidR="00E00D30" w:rsidRDefault="00E00D30" w:rsidP="00E00D30">
      <w:r>
        <w:lastRenderedPageBreak/>
        <w:t>439.2935</w:t>
      </w:r>
      <w:r>
        <w:tab/>
        <w:t>1.013e0</w:t>
      </w:r>
    </w:p>
    <w:p w:rsidR="00E00D30" w:rsidRDefault="00E00D30" w:rsidP="00E00D30">
      <w:r>
        <w:t>439.3076</w:t>
      </w:r>
      <w:r>
        <w:tab/>
        <w:t>2.025e0</w:t>
      </w:r>
    </w:p>
    <w:p w:rsidR="00E00D30" w:rsidRDefault="00E00D30" w:rsidP="00E00D30">
      <w:r>
        <w:t>439.3227</w:t>
      </w:r>
      <w:r>
        <w:tab/>
        <w:t>2.025e0</w:t>
      </w:r>
    </w:p>
    <w:p w:rsidR="00E00D30" w:rsidRDefault="00E00D30" w:rsidP="00E00D30">
      <w:r>
        <w:t>439.3330</w:t>
      </w:r>
      <w:r>
        <w:tab/>
        <w:t>1.013e0</w:t>
      </w:r>
    </w:p>
    <w:p w:rsidR="00E00D30" w:rsidRDefault="00E00D30" w:rsidP="00E00D30">
      <w:r>
        <w:t>439.3422</w:t>
      </w:r>
      <w:r>
        <w:tab/>
        <w:t>1.013e0</w:t>
      </w:r>
    </w:p>
    <w:p w:rsidR="00E00D30" w:rsidRDefault="00E00D30" w:rsidP="00E00D30">
      <w:r>
        <w:t>439.3693</w:t>
      </w:r>
      <w:r>
        <w:tab/>
        <w:t>2.025e0</w:t>
      </w:r>
    </w:p>
    <w:p w:rsidR="00E00D30" w:rsidRDefault="00E00D30" w:rsidP="00E00D30">
      <w:r>
        <w:t>439.3724</w:t>
      </w:r>
      <w:r>
        <w:tab/>
        <w:t>1.013e0</w:t>
      </w:r>
    </w:p>
    <w:p w:rsidR="00E00D30" w:rsidRDefault="00E00D30" w:rsidP="00E00D30">
      <w:r>
        <w:t>439.3760</w:t>
      </w:r>
      <w:r>
        <w:tab/>
        <w:t>1.013e0</w:t>
      </w:r>
    </w:p>
    <w:p w:rsidR="00E00D30" w:rsidRDefault="00E00D30" w:rsidP="00E00D30">
      <w:r>
        <w:t>439.3873</w:t>
      </w:r>
      <w:r>
        <w:tab/>
        <w:t>2.025e0</w:t>
      </w:r>
    </w:p>
    <w:p w:rsidR="00E00D30" w:rsidRDefault="00E00D30" w:rsidP="00E00D30">
      <w:r>
        <w:t>439.3918</w:t>
      </w:r>
      <w:r>
        <w:tab/>
        <w:t>2.025e0</w:t>
      </w:r>
    </w:p>
    <w:p w:rsidR="00E00D30" w:rsidRDefault="00E00D30" w:rsidP="00E00D30">
      <w:r>
        <w:t>439.3973</w:t>
      </w:r>
      <w:r>
        <w:tab/>
        <w:t>1.013e0</w:t>
      </w:r>
    </w:p>
    <w:p w:rsidR="00E00D30" w:rsidRDefault="00E00D30" w:rsidP="00E00D30">
      <w:r>
        <w:t>439.4209</w:t>
      </w:r>
      <w:r>
        <w:tab/>
        <w:t>3.038e0</w:t>
      </w:r>
    </w:p>
    <w:p w:rsidR="00E00D30" w:rsidRDefault="00E00D30" w:rsidP="00E00D30">
      <w:r>
        <w:t>439.4227</w:t>
      </w:r>
      <w:r>
        <w:tab/>
        <w:t>2.025e0</w:t>
      </w:r>
    </w:p>
    <w:p w:rsidR="00E00D30" w:rsidRDefault="00E00D30" w:rsidP="00E00D30">
      <w:r>
        <w:t>439.4943</w:t>
      </w:r>
      <w:r>
        <w:tab/>
        <w:t>1.013e0</w:t>
      </w:r>
    </w:p>
    <w:p w:rsidR="00E00D30" w:rsidRDefault="00E00D30" w:rsidP="00E00D30">
      <w:r>
        <w:t>439.5034</w:t>
      </w:r>
      <w:r>
        <w:tab/>
        <w:t>1.013e0</w:t>
      </w:r>
    </w:p>
    <w:p w:rsidR="00E00D30" w:rsidRDefault="00E00D30" w:rsidP="00E00D30">
      <w:r>
        <w:t>439.5594</w:t>
      </w:r>
      <w:r>
        <w:tab/>
        <w:t>1.013e0</w:t>
      </w:r>
    </w:p>
    <w:p w:rsidR="00E00D30" w:rsidRDefault="00E00D30" w:rsidP="00E00D30">
      <w:r>
        <w:t>439.5945</w:t>
      </w:r>
      <w:r>
        <w:tab/>
        <w:t>1.013e0</w:t>
      </w:r>
    </w:p>
    <w:p w:rsidR="00E00D30" w:rsidRDefault="00E00D30" w:rsidP="00E00D30">
      <w:r>
        <w:t>439.6113</w:t>
      </w:r>
      <w:r>
        <w:tab/>
        <w:t>1.013e0</w:t>
      </w:r>
    </w:p>
    <w:p w:rsidR="00E00D30" w:rsidRDefault="00E00D30" w:rsidP="00E00D30">
      <w:r>
        <w:t>439.6265</w:t>
      </w:r>
      <w:r>
        <w:tab/>
        <w:t>1.013e0</w:t>
      </w:r>
    </w:p>
    <w:p w:rsidR="00E00D30" w:rsidRDefault="00E00D30" w:rsidP="00E00D30">
      <w:r>
        <w:lastRenderedPageBreak/>
        <w:t>439.6498</w:t>
      </w:r>
      <w:r>
        <w:tab/>
        <w:t>1.013e0</w:t>
      </w:r>
    </w:p>
    <w:p w:rsidR="00E00D30" w:rsidRDefault="00E00D30" w:rsidP="00E00D30">
      <w:r>
        <w:t>439.6556</w:t>
      </w:r>
      <w:r>
        <w:tab/>
        <w:t>1.013e0</w:t>
      </w:r>
    </w:p>
    <w:p w:rsidR="00E00D30" w:rsidRDefault="00E00D30" w:rsidP="00E00D30">
      <w:r>
        <w:t>439.6805</w:t>
      </w:r>
      <w:r>
        <w:tab/>
        <w:t>1.013e0</w:t>
      </w:r>
    </w:p>
    <w:p w:rsidR="00E00D30" w:rsidRDefault="00E00D30" w:rsidP="00E00D30">
      <w:r>
        <w:t>439.7121</w:t>
      </w:r>
      <w:r>
        <w:tab/>
        <w:t>1.013e0</w:t>
      </w:r>
    </w:p>
    <w:p w:rsidR="00E00D30" w:rsidRDefault="00E00D30" w:rsidP="00E00D30">
      <w:r>
        <w:t>439.7655</w:t>
      </w:r>
      <w:r>
        <w:tab/>
        <w:t>1.013e0</w:t>
      </w:r>
    </w:p>
    <w:p w:rsidR="00E00D30" w:rsidRDefault="00E00D30" w:rsidP="00E00D30">
      <w:r>
        <w:t>439.7954</w:t>
      </w:r>
      <w:r>
        <w:tab/>
        <w:t>1.013e0</w:t>
      </w:r>
    </w:p>
    <w:p w:rsidR="00E00D30" w:rsidRDefault="00E00D30" w:rsidP="00E00D30">
      <w:r>
        <w:t>439.8205</w:t>
      </w:r>
      <w:r>
        <w:tab/>
        <w:t>1.013e0</w:t>
      </w:r>
    </w:p>
    <w:p w:rsidR="00E00D30" w:rsidRDefault="00E00D30" w:rsidP="00E00D30">
      <w:r>
        <w:t>439.8304</w:t>
      </w:r>
      <w:r>
        <w:tab/>
        <w:t>2.025e0</w:t>
      </w:r>
    </w:p>
    <w:p w:rsidR="00E00D30" w:rsidRDefault="00E00D30" w:rsidP="00E00D30">
      <w:r>
        <w:t>439.8740</w:t>
      </w:r>
      <w:r>
        <w:tab/>
        <w:t>1.013e0</w:t>
      </w:r>
    </w:p>
    <w:p w:rsidR="00E00D30" w:rsidRDefault="00E00D30" w:rsidP="00E00D30">
      <w:r>
        <w:t>439.8818</w:t>
      </w:r>
      <w:r>
        <w:tab/>
        <w:t>1.013e0</w:t>
      </w:r>
    </w:p>
    <w:p w:rsidR="00E00D30" w:rsidRDefault="00E00D30" w:rsidP="00E00D30">
      <w:r>
        <w:t>439.8887</w:t>
      </w:r>
      <w:r>
        <w:tab/>
        <w:t>2.025e0</w:t>
      </w:r>
    </w:p>
    <w:p w:rsidR="00E00D30" w:rsidRDefault="00E00D30" w:rsidP="00E00D30">
      <w:r>
        <w:t>439.9118</w:t>
      </w:r>
      <w:r>
        <w:tab/>
        <w:t>1.013e0</w:t>
      </w:r>
    </w:p>
    <w:p w:rsidR="00E00D30" w:rsidRDefault="00E00D30" w:rsidP="00E00D30">
      <w:r>
        <w:t>439.9207</w:t>
      </w:r>
      <w:r>
        <w:tab/>
        <w:t>1.013e0</w:t>
      </w:r>
    </w:p>
    <w:p w:rsidR="00E00D30" w:rsidRDefault="00E00D30" w:rsidP="00E00D30">
      <w:r>
        <w:t>439.9232</w:t>
      </w:r>
      <w:r>
        <w:tab/>
        <w:t>2.025e0</w:t>
      </w:r>
    </w:p>
    <w:p w:rsidR="00E00D30" w:rsidRDefault="00E00D30" w:rsidP="00E00D30">
      <w:r>
        <w:t>439.9323</w:t>
      </w:r>
      <w:r>
        <w:tab/>
        <w:t>2.025e0</w:t>
      </w:r>
    </w:p>
    <w:p w:rsidR="00E00D30" w:rsidRDefault="00E00D30" w:rsidP="00E00D30">
      <w:r>
        <w:t>439.9574</w:t>
      </w:r>
      <w:r>
        <w:tab/>
        <w:t>1.013e0</w:t>
      </w:r>
    </w:p>
    <w:p w:rsidR="00E00D30" w:rsidRDefault="00E00D30" w:rsidP="00E00D30">
      <w:r>
        <w:t>439.9968</w:t>
      </w:r>
      <w:r>
        <w:tab/>
        <w:t>2.025e0</w:t>
      </w:r>
    </w:p>
    <w:p w:rsidR="00E00D30" w:rsidRDefault="00E00D30" w:rsidP="00E00D30">
      <w:r>
        <w:t>440.0521</w:t>
      </w:r>
      <w:r>
        <w:tab/>
        <w:t>2.025e0</w:t>
      </w:r>
    </w:p>
    <w:p w:rsidR="00E00D30" w:rsidRDefault="00E00D30" w:rsidP="00E00D30">
      <w:r>
        <w:t>440.0660</w:t>
      </w:r>
      <w:r>
        <w:tab/>
        <w:t>1.013e0</w:t>
      </w:r>
    </w:p>
    <w:p w:rsidR="00E00D30" w:rsidRDefault="00E00D30" w:rsidP="00E00D30">
      <w:r>
        <w:lastRenderedPageBreak/>
        <w:t>440.0740</w:t>
      </w:r>
      <w:r>
        <w:tab/>
        <w:t>1.013e0</w:t>
      </w:r>
    </w:p>
    <w:p w:rsidR="00E00D30" w:rsidRDefault="00E00D30" w:rsidP="00E00D30">
      <w:r>
        <w:t>440.1054</w:t>
      </w:r>
      <w:r>
        <w:tab/>
        <w:t>1.013e0</w:t>
      </w:r>
    </w:p>
    <w:p w:rsidR="00E00D30" w:rsidRDefault="00E00D30" w:rsidP="00E00D30">
      <w:r>
        <w:t>440.1180</w:t>
      </w:r>
      <w:r>
        <w:tab/>
        <w:t>1.013e0</w:t>
      </w:r>
    </w:p>
    <w:p w:rsidR="00E00D30" w:rsidRDefault="00E00D30" w:rsidP="00E00D30">
      <w:r>
        <w:t>440.1440</w:t>
      </w:r>
      <w:r>
        <w:tab/>
        <w:t>1.013e0</w:t>
      </w:r>
    </w:p>
    <w:p w:rsidR="00E00D30" w:rsidRDefault="00E00D30" w:rsidP="00E00D30">
      <w:r>
        <w:t>440.1560</w:t>
      </w:r>
      <w:r>
        <w:tab/>
        <w:t>2.025e0</w:t>
      </w:r>
    </w:p>
    <w:p w:rsidR="00E00D30" w:rsidRDefault="00E00D30" w:rsidP="00E00D30">
      <w:r>
        <w:t>440.1577</w:t>
      </w:r>
      <w:r>
        <w:tab/>
        <w:t>1.013e0</w:t>
      </w:r>
    </w:p>
    <w:p w:rsidR="00E00D30" w:rsidRDefault="00E00D30" w:rsidP="00E00D30">
      <w:r>
        <w:t>440.1592</w:t>
      </w:r>
      <w:r>
        <w:tab/>
        <w:t>2.025e0</w:t>
      </w:r>
    </w:p>
    <w:p w:rsidR="00E00D30" w:rsidRDefault="00E00D30" w:rsidP="00E00D30">
      <w:r>
        <w:t>440.1646</w:t>
      </w:r>
      <w:r>
        <w:tab/>
        <w:t>2.025e0</w:t>
      </w:r>
    </w:p>
    <w:p w:rsidR="00E00D30" w:rsidRDefault="00E00D30" w:rsidP="00E00D30">
      <w:r>
        <w:t>440.1790</w:t>
      </w:r>
      <w:r>
        <w:tab/>
        <w:t>2.025e0</w:t>
      </w:r>
    </w:p>
    <w:p w:rsidR="00E00D30" w:rsidRDefault="00E00D30" w:rsidP="00E00D30">
      <w:r>
        <w:t>440.2184</w:t>
      </w:r>
      <w:r>
        <w:tab/>
        <w:t>1.013e0</w:t>
      </w:r>
    </w:p>
    <w:p w:rsidR="00E00D30" w:rsidRDefault="00E00D30" w:rsidP="00E00D30">
      <w:r>
        <w:t>440.2223</w:t>
      </w:r>
      <w:r>
        <w:tab/>
        <w:t>3.038e0</w:t>
      </w:r>
    </w:p>
    <w:p w:rsidR="00E00D30" w:rsidRDefault="00E00D30" w:rsidP="00E00D30">
      <w:r>
        <w:t>440.2272</w:t>
      </w:r>
      <w:r>
        <w:tab/>
        <w:t>1.879e0</w:t>
      </w:r>
    </w:p>
    <w:p w:rsidR="00E00D30" w:rsidRDefault="00E00D30" w:rsidP="00E00D30">
      <w:r>
        <w:t>440.2437</w:t>
      </w:r>
      <w:r>
        <w:tab/>
        <w:t>1.013e0</w:t>
      </w:r>
    </w:p>
    <w:p w:rsidR="00E00D30" w:rsidRDefault="00E00D30" w:rsidP="00E00D30">
      <w:r>
        <w:t>440.2677</w:t>
      </w:r>
      <w:r>
        <w:tab/>
        <w:t>2.025e0</w:t>
      </w:r>
    </w:p>
    <w:p w:rsidR="00E00D30" w:rsidRDefault="00E00D30" w:rsidP="00E00D30">
      <w:r>
        <w:t>440.2833</w:t>
      </w:r>
      <w:r>
        <w:tab/>
        <w:t>2.025e0</w:t>
      </w:r>
    </w:p>
    <w:p w:rsidR="00E00D30" w:rsidRDefault="00E00D30" w:rsidP="00E00D30">
      <w:r>
        <w:t>440.3053</w:t>
      </w:r>
      <w:r>
        <w:tab/>
        <w:t>1.013e0</w:t>
      </w:r>
    </w:p>
    <w:p w:rsidR="00E00D30" w:rsidRDefault="00E00D30" w:rsidP="00E00D30">
      <w:r>
        <w:t>440.3190</w:t>
      </w:r>
      <w:r>
        <w:tab/>
        <w:t>4.051e0</w:t>
      </w:r>
    </w:p>
    <w:p w:rsidR="00E00D30" w:rsidRDefault="00E00D30" w:rsidP="00E00D30">
      <w:r>
        <w:t>440.3226</w:t>
      </w:r>
      <w:r>
        <w:tab/>
        <w:t>1.013e0</w:t>
      </w:r>
    </w:p>
    <w:p w:rsidR="00E00D30" w:rsidRDefault="00E00D30" w:rsidP="00E00D30">
      <w:r>
        <w:t>440.3247</w:t>
      </w:r>
      <w:r>
        <w:tab/>
        <w:t>2.025e0</w:t>
      </w:r>
    </w:p>
    <w:p w:rsidR="00E00D30" w:rsidRDefault="00E00D30" w:rsidP="00E00D30">
      <w:r>
        <w:lastRenderedPageBreak/>
        <w:t>440.3441</w:t>
      </w:r>
      <w:r>
        <w:tab/>
        <w:t>1.013e0</w:t>
      </w:r>
    </w:p>
    <w:p w:rsidR="00E00D30" w:rsidRDefault="00E00D30" w:rsidP="00E00D30">
      <w:r>
        <w:t>440.3591</w:t>
      </w:r>
      <w:r>
        <w:tab/>
        <w:t>1.013e0</w:t>
      </w:r>
    </w:p>
    <w:p w:rsidR="00E00D30" w:rsidRDefault="00E00D30" w:rsidP="00E00D30">
      <w:r>
        <w:t>440.3670</w:t>
      </w:r>
      <w:r>
        <w:tab/>
        <w:t>1.013e0</w:t>
      </w:r>
    </w:p>
    <w:p w:rsidR="00E00D30" w:rsidRDefault="00E00D30" w:rsidP="00E00D30">
      <w:r>
        <w:t>440.3747</w:t>
      </w:r>
      <w:r>
        <w:tab/>
        <w:t>1.013e0</w:t>
      </w:r>
    </w:p>
    <w:p w:rsidR="00E00D30" w:rsidRDefault="00E00D30" w:rsidP="00E00D30">
      <w:r>
        <w:t>440.3835</w:t>
      </w:r>
      <w:r>
        <w:tab/>
        <w:t>1.013e0</w:t>
      </w:r>
    </w:p>
    <w:p w:rsidR="00E00D30" w:rsidRDefault="00E00D30" w:rsidP="00E00D30">
      <w:r>
        <w:t>440.3904</w:t>
      </w:r>
      <w:r>
        <w:tab/>
        <w:t>1.013e0</w:t>
      </w:r>
    </w:p>
    <w:p w:rsidR="00E00D30" w:rsidRDefault="00E00D30" w:rsidP="00E00D30">
      <w:r>
        <w:t>440.3979</w:t>
      </w:r>
      <w:r>
        <w:tab/>
        <w:t>1.013e0</w:t>
      </w:r>
    </w:p>
    <w:p w:rsidR="00E00D30" w:rsidRDefault="00E00D30" w:rsidP="00E00D30">
      <w:r>
        <w:t>440.4082</w:t>
      </w:r>
      <w:r>
        <w:tab/>
        <w:t>5.063e0</w:t>
      </w:r>
    </w:p>
    <w:p w:rsidR="00E00D30" w:rsidRDefault="00E00D30" w:rsidP="00E00D30">
      <w:r>
        <w:t>440.4136</w:t>
      </w:r>
      <w:r>
        <w:tab/>
        <w:t>1.013e0</w:t>
      </w:r>
    </w:p>
    <w:p w:rsidR="00E00D30" w:rsidRDefault="00E00D30" w:rsidP="00E00D30">
      <w:r>
        <w:t>440.4330</w:t>
      </w:r>
      <w:r>
        <w:tab/>
        <w:t>2.025e0</w:t>
      </w:r>
    </w:p>
    <w:p w:rsidR="00E00D30" w:rsidRDefault="00E00D30" w:rsidP="00E00D30">
      <w:r>
        <w:t>440.4590</w:t>
      </w:r>
      <w:r>
        <w:tab/>
        <w:t>1.013e0</w:t>
      </w:r>
    </w:p>
    <w:p w:rsidR="00E00D30" w:rsidRDefault="00E00D30" w:rsidP="00E00D30">
      <w:r>
        <w:t>440.5062</w:t>
      </w:r>
      <w:r>
        <w:tab/>
        <w:t>1.013e0</w:t>
      </w:r>
    </w:p>
    <w:p w:rsidR="00E00D30" w:rsidRDefault="00E00D30" w:rsidP="00E00D30">
      <w:r>
        <w:t>440.5526</w:t>
      </w:r>
      <w:r>
        <w:tab/>
        <w:t>2.025e0</w:t>
      </w:r>
    </w:p>
    <w:p w:rsidR="00E00D30" w:rsidRDefault="00E00D30" w:rsidP="00E00D30">
      <w:r>
        <w:t>440.5813</w:t>
      </w:r>
      <w:r>
        <w:tab/>
        <w:t>1.013e0</w:t>
      </w:r>
    </w:p>
    <w:p w:rsidR="00E00D30" w:rsidRDefault="00E00D30" w:rsidP="00E00D30">
      <w:r>
        <w:t>440.6239</w:t>
      </w:r>
      <w:r>
        <w:tab/>
        <w:t>1.013e0</w:t>
      </w:r>
    </w:p>
    <w:p w:rsidR="00E00D30" w:rsidRDefault="00E00D30" w:rsidP="00E00D30">
      <w:r>
        <w:t>440.6418</w:t>
      </w:r>
      <w:r>
        <w:tab/>
        <w:t>1.013e0</w:t>
      </w:r>
    </w:p>
    <w:p w:rsidR="00E00D30" w:rsidRDefault="00E00D30" w:rsidP="00E00D30">
      <w:r>
        <w:t>440.6528</w:t>
      </w:r>
      <w:r>
        <w:tab/>
        <w:t>2.025e0</w:t>
      </w:r>
    </w:p>
    <w:p w:rsidR="00E00D30" w:rsidRDefault="00E00D30" w:rsidP="00E00D30">
      <w:r>
        <w:t>440.6991</w:t>
      </w:r>
      <w:r>
        <w:tab/>
        <w:t>2.025e0</w:t>
      </w:r>
    </w:p>
    <w:p w:rsidR="00E00D30" w:rsidRDefault="00E00D30" w:rsidP="00E00D30">
      <w:r>
        <w:t>440.7302</w:t>
      </w:r>
      <w:r>
        <w:tab/>
        <w:t>1.013e0</w:t>
      </w:r>
    </w:p>
    <w:p w:rsidR="00E00D30" w:rsidRDefault="00E00D30" w:rsidP="00E00D30">
      <w:r>
        <w:lastRenderedPageBreak/>
        <w:t>440.7379</w:t>
      </w:r>
      <w:r>
        <w:tab/>
        <w:t>1.013e0</w:t>
      </w:r>
    </w:p>
    <w:p w:rsidR="00E00D30" w:rsidRDefault="00E00D30" w:rsidP="00E00D30">
      <w:r>
        <w:t>440.7575</w:t>
      </w:r>
      <w:r>
        <w:tab/>
        <w:t>2.025e0</w:t>
      </w:r>
    </w:p>
    <w:p w:rsidR="00E00D30" w:rsidRDefault="00E00D30" w:rsidP="00E00D30">
      <w:r>
        <w:t>440.7601</w:t>
      </w:r>
      <w:r>
        <w:tab/>
        <w:t>1.013e0</w:t>
      </w:r>
    </w:p>
    <w:p w:rsidR="00E00D30" w:rsidRDefault="00E00D30" w:rsidP="00E00D30">
      <w:r>
        <w:t>440.7624</w:t>
      </w:r>
      <w:r>
        <w:tab/>
        <w:t>2.025e0</w:t>
      </w:r>
    </w:p>
    <w:p w:rsidR="00E00D30" w:rsidRDefault="00E00D30" w:rsidP="00E00D30">
      <w:r>
        <w:t>440.7852</w:t>
      </w:r>
      <w:r>
        <w:tab/>
        <w:t>1.013e0</w:t>
      </w:r>
    </w:p>
    <w:p w:rsidR="00E00D30" w:rsidRDefault="00E00D30" w:rsidP="00E00D30">
      <w:r>
        <w:t>440.7995</w:t>
      </w:r>
      <w:r>
        <w:tab/>
        <w:t>2.025e0</w:t>
      </w:r>
    </w:p>
    <w:p w:rsidR="00E00D30" w:rsidRDefault="00E00D30" w:rsidP="00E00D30">
      <w:r>
        <w:t>440.8427</w:t>
      </w:r>
      <w:r>
        <w:tab/>
        <w:t>1.013e0</w:t>
      </w:r>
    </w:p>
    <w:p w:rsidR="00E00D30" w:rsidRDefault="00E00D30" w:rsidP="00E00D30">
      <w:r>
        <w:t>440.8459</w:t>
      </w:r>
      <w:r>
        <w:tab/>
        <w:t>1.013e0</w:t>
      </w:r>
    </w:p>
    <w:p w:rsidR="00E00D30" w:rsidRDefault="00E00D30" w:rsidP="00E00D30">
      <w:r>
        <w:t>440.8587</w:t>
      </w:r>
      <w:r>
        <w:tab/>
        <w:t>2.025e0</w:t>
      </w:r>
    </w:p>
    <w:p w:rsidR="00E00D30" w:rsidRDefault="00E00D30" w:rsidP="00E00D30">
      <w:r>
        <w:t>440.8613</w:t>
      </w:r>
      <w:r>
        <w:tab/>
        <w:t>1.013e0</w:t>
      </w:r>
    </w:p>
    <w:p w:rsidR="00E00D30" w:rsidRDefault="00E00D30" w:rsidP="00E00D30">
      <w:r>
        <w:t>440.8818</w:t>
      </w:r>
      <w:r>
        <w:tab/>
        <w:t>1.013e0</w:t>
      </w:r>
    </w:p>
    <w:p w:rsidR="00E00D30" w:rsidRDefault="00E00D30" w:rsidP="00E00D30">
      <w:r>
        <w:t>440.8848</w:t>
      </w:r>
      <w:r>
        <w:tab/>
        <w:t>2.025e0</w:t>
      </w:r>
    </w:p>
    <w:p w:rsidR="00E00D30" w:rsidRDefault="00E00D30" w:rsidP="00E00D30">
      <w:r>
        <w:t>440.9008</w:t>
      </w:r>
      <w:r>
        <w:tab/>
        <w:t>1.013e0</w:t>
      </w:r>
    </w:p>
    <w:p w:rsidR="00E00D30" w:rsidRDefault="00E00D30" w:rsidP="00E00D30">
      <w:r>
        <w:t>440.9309</w:t>
      </w:r>
      <w:r>
        <w:tab/>
        <w:t>1.013e0</w:t>
      </w:r>
    </w:p>
    <w:p w:rsidR="00E00D30" w:rsidRDefault="00E00D30" w:rsidP="00E00D30">
      <w:r>
        <w:t>440.9471</w:t>
      </w:r>
      <w:r>
        <w:tab/>
        <w:t>1.013e0</w:t>
      </w:r>
    </w:p>
    <w:p w:rsidR="00E00D30" w:rsidRDefault="00E00D30" w:rsidP="00E00D30">
      <w:r>
        <w:t>440.9825</w:t>
      </w:r>
      <w:r>
        <w:tab/>
        <w:t>1.013e0</w:t>
      </w:r>
    </w:p>
    <w:p w:rsidR="00E00D30" w:rsidRDefault="00E00D30" w:rsidP="00E00D30">
      <w:r>
        <w:t>441.0218</w:t>
      </w:r>
      <w:r>
        <w:tab/>
        <w:t>1.013e0</w:t>
      </w:r>
    </w:p>
    <w:p w:rsidR="00E00D30" w:rsidRDefault="00E00D30" w:rsidP="00E00D30">
      <w:r>
        <w:t>441.0262</w:t>
      </w:r>
      <w:r>
        <w:tab/>
        <w:t>1.013e0</w:t>
      </w:r>
    </w:p>
    <w:p w:rsidR="00E00D30" w:rsidRDefault="00E00D30" w:rsidP="00E00D30">
      <w:r>
        <w:t>441.0537</w:t>
      </w:r>
      <w:r>
        <w:tab/>
        <w:t>3.038e0</w:t>
      </w:r>
    </w:p>
    <w:p w:rsidR="00E00D30" w:rsidRDefault="00E00D30" w:rsidP="00E00D30">
      <w:r>
        <w:lastRenderedPageBreak/>
        <w:t>441.0786</w:t>
      </w:r>
      <w:r>
        <w:tab/>
        <w:t>1.013e0</w:t>
      </w:r>
    </w:p>
    <w:p w:rsidR="00E00D30" w:rsidRDefault="00E00D30" w:rsidP="00E00D30">
      <w:r>
        <w:t>441.0865</w:t>
      </w:r>
      <w:r>
        <w:tab/>
        <w:t>1.013e0</w:t>
      </w:r>
    </w:p>
    <w:p w:rsidR="00E00D30" w:rsidRDefault="00E00D30" w:rsidP="00E00D30">
      <w:r>
        <w:t>441.0932</w:t>
      </w:r>
      <w:r>
        <w:tab/>
        <w:t>1.013e0</w:t>
      </w:r>
    </w:p>
    <w:p w:rsidR="00E00D30" w:rsidRDefault="00E00D30" w:rsidP="00E00D30">
      <w:r>
        <w:t>441.1164</w:t>
      </w:r>
      <w:r>
        <w:tab/>
        <w:t>1.013e0</w:t>
      </w:r>
    </w:p>
    <w:p w:rsidR="00E00D30" w:rsidRDefault="00E00D30" w:rsidP="00E00D30">
      <w:r>
        <w:t>441.1396</w:t>
      </w:r>
      <w:r>
        <w:tab/>
        <w:t>1.013e0</w:t>
      </w:r>
    </w:p>
    <w:p w:rsidR="00E00D30" w:rsidRDefault="00E00D30" w:rsidP="00E00D30">
      <w:r>
        <w:t>441.1476</w:t>
      </w:r>
      <w:r>
        <w:tab/>
        <w:t>1.013e0</w:t>
      </w:r>
    </w:p>
    <w:p w:rsidR="00E00D30" w:rsidRDefault="00E00D30" w:rsidP="00E00D30">
      <w:r>
        <w:t>441.1553</w:t>
      </w:r>
      <w:r>
        <w:tab/>
        <w:t>1.013e0</w:t>
      </w:r>
    </w:p>
    <w:p w:rsidR="00E00D30" w:rsidRDefault="00E00D30" w:rsidP="00E00D30">
      <w:r>
        <w:t>441.1656</w:t>
      </w:r>
      <w:r>
        <w:tab/>
        <w:t>1.013e0</w:t>
      </w:r>
    </w:p>
    <w:p w:rsidR="00E00D30" w:rsidRDefault="00E00D30" w:rsidP="00E00D30">
      <w:r>
        <w:t>441.1874</w:t>
      </w:r>
      <w:r>
        <w:tab/>
        <w:t>1.013e0</w:t>
      </w:r>
    </w:p>
    <w:p w:rsidR="00E00D30" w:rsidRDefault="00E00D30" w:rsidP="00E00D30">
      <w:r>
        <w:t>441.1940</w:t>
      </w:r>
      <w:r>
        <w:tab/>
        <w:t>1.013e0</w:t>
      </w:r>
    </w:p>
    <w:p w:rsidR="00E00D30" w:rsidRDefault="00E00D30" w:rsidP="00E00D30">
      <w:r>
        <w:t>441.2093</w:t>
      </w:r>
      <w:r>
        <w:tab/>
        <w:t>4.970e0</w:t>
      </w:r>
    </w:p>
    <w:p w:rsidR="00E00D30" w:rsidRDefault="00E00D30" w:rsidP="00E00D30">
      <w:r>
        <w:t>441.2219</w:t>
      </w:r>
      <w:r>
        <w:tab/>
        <w:t>3.038e0</w:t>
      </w:r>
    </w:p>
    <w:p w:rsidR="00E00D30" w:rsidRDefault="00E00D30" w:rsidP="00E00D30">
      <w:r>
        <w:t>441.2234</w:t>
      </w:r>
      <w:r>
        <w:tab/>
        <w:t>1.013e0</w:t>
      </w:r>
    </w:p>
    <w:p w:rsidR="00E00D30" w:rsidRDefault="00E00D30" w:rsidP="00E00D30">
      <w:r>
        <w:t>441.2312</w:t>
      </w:r>
      <w:r>
        <w:tab/>
        <w:t>3.693e0</w:t>
      </w:r>
    </w:p>
    <w:p w:rsidR="00E00D30" w:rsidRDefault="00E00D30" w:rsidP="00E00D30">
      <w:r>
        <w:t>441.2565</w:t>
      </w:r>
      <w:r>
        <w:tab/>
        <w:t>3.038e0</w:t>
      </w:r>
    </w:p>
    <w:p w:rsidR="00E00D30" w:rsidRDefault="00E00D30" w:rsidP="00E00D30">
      <w:r>
        <w:t>441.2719</w:t>
      </w:r>
      <w:r>
        <w:tab/>
        <w:t>1.013e0</w:t>
      </w:r>
    </w:p>
    <w:p w:rsidR="00E00D30" w:rsidRDefault="00E00D30" w:rsidP="00E00D30">
      <w:r>
        <w:t>441.2920</w:t>
      </w:r>
      <w:r>
        <w:tab/>
        <w:t>3.032e0</w:t>
      </w:r>
    </w:p>
    <w:p w:rsidR="00E00D30" w:rsidRDefault="00E00D30" w:rsidP="00E00D30">
      <w:r>
        <w:t>441.3008</w:t>
      </w:r>
      <w:r>
        <w:tab/>
        <w:t>4.051e0</w:t>
      </w:r>
    </w:p>
    <w:p w:rsidR="00E00D30" w:rsidRDefault="00E00D30" w:rsidP="00E00D30">
      <w:r>
        <w:t>441.3026</w:t>
      </w:r>
      <w:r>
        <w:tab/>
        <w:t>1.013e0</w:t>
      </w:r>
    </w:p>
    <w:p w:rsidR="00E00D30" w:rsidRDefault="00E00D30" w:rsidP="00E00D30">
      <w:r>
        <w:lastRenderedPageBreak/>
        <w:t>441.3084</w:t>
      </w:r>
      <w:r>
        <w:tab/>
        <w:t>2.025e0</w:t>
      </w:r>
    </w:p>
    <w:p w:rsidR="00E00D30" w:rsidRDefault="00E00D30" w:rsidP="00E00D30">
      <w:r>
        <w:t>441.3159</w:t>
      </w:r>
      <w:r>
        <w:tab/>
        <w:t>2.025e0</w:t>
      </w:r>
    </w:p>
    <w:p w:rsidR="00E00D30" w:rsidRDefault="00E00D30" w:rsidP="00E00D30">
      <w:r>
        <w:t>441.3487</w:t>
      </w:r>
      <w:r>
        <w:tab/>
        <w:t>1.013e0</w:t>
      </w:r>
    </w:p>
    <w:p w:rsidR="00E00D30" w:rsidRDefault="00E00D30" w:rsidP="00E00D30">
      <w:r>
        <w:t>441.3564</w:t>
      </w:r>
      <w:r>
        <w:tab/>
        <w:t>1.013e0</w:t>
      </w:r>
    </w:p>
    <w:p w:rsidR="00E00D30" w:rsidRDefault="00E00D30" w:rsidP="00E00D30">
      <w:r>
        <w:t>441.3702</w:t>
      </w:r>
      <w:r>
        <w:tab/>
        <w:t>3.038e0</w:t>
      </w:r>
    </w:p>
    <w:p w:rsidR="00E00D30" w:rsidRDefault="00E00D30" w:rsidP="00E00D30">
      <w:r>
        <w:t>441.3929</w:t>
      </w:r>
      <w:r>
        <w:tab/>
        <w:t>5.063e0</w:t>
      </w:r>
    </w:p>
    <w:p w:rsidR="00E00D30" w:rsidRDefault="00E00D30" w:rsidP="00E00D30">
      <w:r>
        <w:t>441.3951</w:t>
      </w:r>
      <w:r>
        <w:tab/>
        <w:t>1.013e0</w:t>
      </w:r>
    </w:p>
    <w:p w:rsidR="00E00D30" w:rsidRDefault="00E00D30" w:rsidP="00E00D30">
      <w:r>
        <w:t>441.3972</w:t>
      </w:r>
      <w:r>
        <w:tab/>
        <w:t>3.038e0</w:t>
      </w:r>
    </w:p>
    <w:p w:rsidR="00E00D30" w:rsidRDefault="00E00D30" w:rsidP="00E00D30">
      <w:r>
        <w:t>441.4071</w:t>
      </w:r>
      <w:r>
        <w:tab/>
        <w:t>2.025e0</w:t>
      </w:r>
    </w:p>
    <w:p w:rsidR="00E00D30" w:rsidRDefault="00E00D30" w:rsidP="00E00D30">
      <w:r>
        <w:t>441.4128</w:t>
      </w:r>
      <w:r>
        <w:tab/>
        <w:t>3.038e0</w:t>
      </w:r>
    </w:p>
    <w:p w:rsidR="00E00D30" w:rsidRDefault="00E00D30" w:rsidP="00E00D30">
      <w:r>
        <w:t>441.4492</w:t>
      </w:r>
      <w:r>
        <w:tab/>
        <w:t>1.013e0</w:t>
      </w:r>
    </w:p>
    <w:p w:rsidR="00E00D30" w:rsidRDefault="00E00D30" w:rsidP="00E00D30">
      <w:r>
        <w:t>441.4630</w:t>
      </w:r>
      <w:r>
        <w:tab/>
        <w:t>1.013e0</w:t>
      </w:r>
    </w:p>
    <w:p w:rsidR="00E00D30" w:rsidRDefault="00E00D30" w:rsidP="00E00D30">
      <w:r>
        <w:t>441.4724</w:t>
      </w:r>
      <w:r>
        <w:tab/>
        <w:t>1.013e0</w:t>
      </w:r>
    </w:p>
    <w:p w:rsidR="00E00D30" w:rsidRDefault="00E00D30" w:rsidP="00E00D30">
      <w:r>
        <w:t>441.4740</w:t>
      </w:r>
      <w:r>
        <w:tab/>
        <w:t>2.025e0</w:t>
      </w:r>
    </w:p>
    <w:p w:rsidR="00E00D30" w:rsidRDefault="00E00D30" w:rsidP="00E00D30">
      <w:r>
        <w:t>441.5421</w:t>
      </w:r>
      <w:r>
        <w:tab/>
        <w:t>1.013e0</w:t>
      </w:r>
    </w:p>
    <w:p w:rsidR="00E00D30" w:rsidRDefault="00E00D30" w:rsidP="00E00D30">
      <w:r>
        <w:t>441.5642</w:t>
      </w:r>
      <w:r>
        <w:tab/>
        <w:t>1.013e0</w:t>
      </w:r>
    </w:p>
    <w:p w:rsidR="00E00D30" w:rsidRDefault="00E00D30" w:rsidP="00E00D30">
      <w:r>
        <w:t>441.5732</w:t>
      </w:r>
      <w:r>
        <w:tab/>
        <w:t>2.025e0</w:t>
      </w:r>
    </w:p>
    <w:p w:rsidR="00E00D30" w:rsidRDefault="00E00D30" w:rsidP="00E00D30">
      <w:r>
        <w:t>441.5857</w:t>
      </w:r>
      <w:r>
        <w:tab/>
        <w:t>1.013e0</w:t>
      </w:r>
    </w:p>
    <w:p w:rsidR="00E00D30" w:rsidRDefault="00E00D30" w:rsidP="00E00D30">
      <w:r>
        <w:t>441.5968</w:t>
      </w:r>
      <w:r>
        <w:tab/>
        <w:t>1.013e0</w:t>
      </w:r>
    </w:p>
    <w:p w:rsidR="00E00D30" w:rsidRDefault="00E00D30" w:rsidP="00E00D30">
      <w:r>
        <w:lastRenderedPageBreak/>
        <w:t>441.6118</w:t>
      </w:r>
      <w:r>
        <w:tab/>
        <w:t>2.025e0</w:t>
      </w:r>
    </w:p>
    <w:p w:rsidR="00E00D30" w:rsidRDefault="00E00D30" w:rsidP="00E00D30">
      <w:r>
        <w:t>441.6154</w:t>
      </w:r>
      <w:r>
        <w:tab/>
        <w:t>2.025e0</w:t>
      </w:r>
    </w:p>
    <w:p w:rsidR="00E00D30" w:rsidRDefault="00E00D30" w:rsidP="00E00D30">
      <w:r>
        <w:t>441.6287</w:t>
      </w:r>
      <w:r>
        <w:tab/>
        <w:t>1.013e0</w:t>
      </w:r>
    </w:p>
    <w:p w:rsidR="00E00D30" w:rsidRDefault="00E00D30" w:rsidP="00E00D30">
      <w:r>
        <w:t>441.6432</w:t>
      </w:r>
      <w:r>
        <w:tab/>
        <w:t>1.013e0</w:t>
      </w:r>
    </w:p>
    <w:p w:rsidR="00E00D30" w:rsidRDefault="00E00D30" w:rsidP="00E00D30">
      <w:r>
        <w:t>441.6734</w:t>
      </w:r>
      <w:r>
        <w:tab/>
        <w:t>1.013e0</w:t>
      </w:r>
    </w:p>
    <w:p w:rsidR="00E00D30" w:rsidRDefault="00E00D30" w:rsidP="00E00D30">
      <w:r>
        <w:t>441.6814</w:t>
      </w:r>
      <w:r>
        <w:tab/>
        <w:t>1.013e0</w:t>
      </w:r>
    </w:p>
    <w:p w:rsidR="00E00D30" w:rsidRDefault="00E00D30" w:rsidP="00E00D30">
      <w:r>
        <w:t>441.7511</w:t>
      </w:r>
      <w:r>
        <w:tab/>
        <w:t>1.013e0</w:t>
      </w:r>
    </w:p>
    <w:p w:rsidR="00E00D30" w:rsidRDefault="00E00D30" w:rsidP="00E00D30">
      <w:r>
        <w:t>441.7861</w:t>
      </w:r>
      <w:r>
        <w:tab/>
        <w:t>1.013e0</w:t>
      </w:r>
    </w:p>
    <w:p w:rsidR="00E00D30" w:rsidRDefault="00E00D30" w:rsidP="00E00D30">
      <w:r>
        <w:t>441.8043</w:t>
      </w:r>
      <w:r>
        <w:tab/>
        <w:t>2.025e0</w:t>
      </w:r>
    </w:p>
    <w:p w:rsidR="00E00D30" w:rsidRDefault="00E00D30" w:rsidP="00E00D30">
      <w:r>
        <w:t>441.8362</w:t>
      </w:r>
      <w:r>
        <w:tab/>
        <w:t>1.013e0</w:t>
      </w:r>
    </w:p>
    <w:p w:rsidR="00E00D30" w:rsidRDefault="00E00D30" w:rsidP="00E00D30">
      <w:r>
        <w:t>441.8435</w:t>
      </w:r>
      <w:r>
        <w:tab/>
        <w:t>1.013e0</w:t>
      </w:r>
    </w:p>
    <w:p w:rsidR="00E00D30" w:rsidRDefault="00E00D30" w:rsidP="00E00D30">
      <w:r>
        <w:t>441.8455</w:t>
      </w:r>
      <w:r>
        <w:tab/>
        <w:t>2.025e0</w:t>
      </w:r>
    </w:p>
    <w:p w:rsidR="00E00D30" w:rsidRDefault="00E00D30" w:rsidP="00E00D30">
      <w:r>
        <w:t>441.8523</w:t>
      </w:r>
      <w:r>
        <w:tab/>
        <w:t>1.013e0</w:t>
      </w:r>
    </w:p>
    <w:p w:rsidR="00E00D30" w:rsidRDefault="00E00D30" w:rsidP="00E00D30">
      <w:r>
        <w:t>441.8595</w:t>
      </w:r>
      <w:r>
        <w:tab/>
        <w:t>1.013e0</w:t>
      </w:r>
    </w:p>
    <w:p w:rsidR="00E00D30" w:rsidRDefault="00E00D30" w:rsidP="00E00D30">
      <w:r>
        <w:t>441.8647</w:t>
      </w:r>
      <w:r>
        <w:tab/>
        <w:t>1.013e0</w:t>
      </w:r>
    </w:p>
    <w:p w:rsidR="00E00D30" w:rsidRDefault="00E00D30" w:rsidP="00E00D30">
      <w:r>
        <w:t>441.8797</w:t>
      </w:r>
      <w:r>
        <w:tab/>
        <w:t>2.025e0</w:t>
      </w:r>
    </w:p>
    <w:p w:rsidR="00E00D30" w:rsidRDefault="00E00D30" w:rsidP="00E00D30">
      <w:r>
        <w:t>441.9213</w:t>
      </w:r>
      <w:r>
        <w:tab/>
        <w:t>2.025e0</w:t>
      </w:r>
    </w:p>
    <w:p w:rsidR="00E00D30" w:rsidRDefault="00E00D30" w:rsidP="00E00D30">
      <w:r>
        <w:t>441.9294</w:t>
      </w:r>
      <w:r>
        <w:tab/>
        <w:t>1.013e0</w:t>
      </w:r>
    </w:p>
    <w:p w:rsidR="00E00D30" w:rsidRDefault="00E00D30" w:rsidP="00E00D30">
      <w:r>
        <w:t>441.9357</w:t>
      </w:r>
      <w:r>
        <w:tab/>
        <w:t>2.025e0</w:t>
      </w:r>
    </w:p>
    <w:p w:rsidR="00E00D30" w:rsidRDefault="00E00D30" w:rsidP="00E00D30">
      <w:r>
        <w:lastRenderedPageBreak/>
        <w:t>441.9442</w:t>
      </w:r>
      <w:r>
        <w:tab/>
        <w:t>1.013e0</w:t>
      </w:r>
    </w:p>
    <w:p w:rsidR="00E00D30" w:rsidRDefault="00E00D30" w:rsidP="00E00D30">
      <w:r>
        <w:t>441.9804</w:t>
      </w:r>
      <w:r>
        <w:tab/>
        <w:t>2.025e0</w:t>
      </w:r>
    </w:p>
    <w:p w:rsidR="00E00D30" w:rsidRDefault="00E00D30" w:rsidP="00E00D30">
      <w:r>
        <w:t>441.9913</w:t>
      </w:r>
      <w:r>
        <w:tab/>
        <w:t>2.025e0</w:t>
      </w:r>
    </w:p>
    <w:p w:rsidR="00E00D30" w:rsidRDefault="00E00D30" w:rsidP="00E00D30">
      <w:r>
        <w:t>442.0144</w:t>
      </w:r>
      <w:r>
        <w:tab/>
        <w:t>1.013e0</w:t>
      </w:r>
    </w:p>
    <w:p w:rsidR="00E00D30" w:rsidRDefault="00E00D30" w:rsidP="00E00D30">
      <w:r>
        <w:t>442.0304</w:t>
      </w:r>
      <w:r>
        <w:tab/>
        <w:t>1.013e0</w:t>
      </w:r>
    </w:p>
    <w:p w:rsidR="00E00D30" w:rsidRDefault="00E00D30" w:rsidP="00E00D30">
      <w:r>
        <w:t>442.0446</w:t>
      </w:r>
      <w:r>
        <w:tab/>
        <w:t>1.013e0</w:t>
      </w:r>
    </w:p>
    <w:p w:rsidR="00E00D30" w:rsidRDefault="00E00D30" w:rsidP="00E00D30">
      <w:r>
        <w:t>442.0694</w:t>
      </w:r>
      <w:r>
        <w:tab/>
        <w:t>1.013e0</w:t>
      </w:r>
    </w:p>
    <w:p w:rsidR="00E00D30" w:rsidRDefault="00E00D30" w:rsidP="00E00D30">
      <w:r>
        <w:t>442.0761</w:t>
      </w:r>
      <w:r>
        <w:tab/>
        <w:t>1.013e0</w:t>
      </w:r>
    </w:p>
    <w:p w:rsidR="00E00D30" w:rsidRDefault="00E00D30" w:rsidP="00E00D30">
      <w:r>
        <w:t>442.0847</w:t>
      </w:r>
      <w:r>
        <w:tab/>
        <w:t>1.013e0</w:t>
      </w:r>
    </w:p>
    <w:p w:rsidR="00E00D30" w:rsidRDefault="00E00D30" w:rsidP="00E00D30">
      <w:r>
        <w:t>442.1090</w:t>
      </w:r>
      <w:r>
        <w:tab/>
        <w:t>1.013e0</w:t>
      </w:r>
    </w:p>
    <w:p w:rsidR="00E00D30" w:rsidRDefault="00E00D30" w:rsidP="00E00D30">
      <w:r>
        <w:t>442.1267</w:t>
      </w:r>
      <w:r>
        <w:tab/>
        <w:t>1.013e0</w:t>
      </w:r>
    </w:p>
    <w:p w:rsidR="00E00D30" w:rsidRDefault="00E00D30" w:rsidP="00E00D30">
      <w:r>
        <w:t>442.1450</w:t>
      </w:r>
      <w:r>
        <w:tab/>
        <w:t>1.013e0</w:t>
      </w:r>
    </w:p>
    <w:p w:rsidR="00E00D30" w:rsidRDefault="00E00D30" w:rsidP="00E00D30">
      <w:r>
        <w:t>442.1615</w:t>
      </w:r>
      <w:r>
        <w:tab/>
        <w:t>2.025e0</w:t>
      </w:r>
    </w:p>
    <w:p w:rsidR="00E00D30" w:rsidRDefault="00E00D30" w:rsidP="00E00D30">
      <w:r>
        <w:t>442.1772</w:t>
      </w:r>
      <w:r>
        <w:tab/>
        <w:t>2.025e0</w:t>
      </w:r>
    </w:p>
    <w:p w:rsidR="00E00D30" w:rsidRDefault="00E00D30" w:rsidP="00E00D30">
      <w:r>
        <w:t>442.1877</w:t>
      </w:r>
      <w:r>
        <w:tab/>
        <w:t>1.013e0</w:t>
      </w:r>
    </w:p>
    <w:p w:rsidR="00E00D30" w:rsidRDefault="00E00D30" w:rsidP="00E00D30">
      <w:r>
        <w:t>442.2066</w:t>
      </w:r>
      <w:r>
        <w:tab/>
        <w:t>3.594e0</w:t>
      </w:r>
    </w:p>
    <w:p w:rsidR="00E00D30" w:rsidRDefault="00E00D30" w:rsidP="00E00D30">
      <w:r>
        <w:t>442.2100</w:t>
      </w:r>
      <w:r>
        <w:tab/>
        <w:t>1.013e0</w:t>
      </w:r>
    </w:p>
    <w:p w:rsidR="00E00D30" w:rsidRDefault="00E00D30" w:rsidP="00E00D30">
      <w:r>
        <w:t>442.2236</w:t>
      </w:r>
      <w:r>
        <w:tab/>
        <w:t>1.013e0</w:t>
      </w:r>
    </w:p>
    <w:p w:rsidR="00E00D30" w:rsidRDefault="00E00D30" w:rsidP="00E00D30">
      <w:r>
        <w:t>442.2390</w:t>
      </w:r>
      <w:r>
        <w:tab/>
        <w:t>2.025e0</w:t>
      </w:r>
    </w:p>
    <w:p w:rsidR="00E00D30" w:rsidRDefault="00E00D30" w:rsidP="00E00D30">
      <w:r>
        <w:lastRenderedPageBreak/>
        <w:t>442.2614</w:t>
      </w:r>
      <w:r>
        <w:tab/>
        <w:t>2.025e0</w:t>
      </w:r>
    </w:p>
    <w:p w:rsidR="00E00D30" w:rsidRDefault="00E00D30" w:rsidP="00E00D30">
      <w:r>
        <w:t>442.2850</w:t>
      </w:r>
      <w:r>
        <w:tab/>
        <w:t>1.013e0</w:t>
      </w:r>
    </w:p>
    <w:p w:rsidR="00E00D30" w:rsidRDefault="00E00D30" w:rsidP="00E00D30">
      <w:r>
        <w:t>442.2931</w:t>
      </w:r>
      <w:r>
        <w:tab/>
        <w:t>1.013e0</w:t>
      </w:r>
    </w:p>
    <w:p w:rsidR="00E00D30" w:rsidRDefault="00E00D30" w:rsidP="00E00D30">
      <w:r>
        <w:t>442.3016</w:t>
      </w:r>
      <w:r>
        <w:tab/>
        <w:t>1.013e0</w:t>
      </w:r>
    </w:p>
    <w:p w:rsidR="00E00D30" w:rsidRDefault="00E00D30" w:rsidP="00E00D30">
      <w:r>
        <w:t>442.3061</w:t>
      </w:r>
      <w:r>
        <w:tab/>
        <w:t>1.013e0</w:t>
      </w:r>
    </w:p>
    <w:p w:rsidR="00E00D30" w:rsidRDefault="00E00D30" w:rsidP="00E00D30">
      <w:r>
        <w:t>442.3075</w:t>
      </w:r>
      <w:r>
        <w:tab/>
        <w:t>2.025e0</w:t>
      </w:r>
    </w:p>
    <w:p w:rsidR="00E00D30" w:rsidRDefault="00E00D30" w:rsidP="00E00D30">
      <w:r>
        <w:t>442.3287</w:t>
      </w:r>
      <w:r>
        <w:tab/>
        <w:t>2.025e0</w:t>
      </w:r>
    </w:p>
    <w:p w:rsidR="00E00D30" w:rsidRDefault="00E00D30" w:rsidP="00E00D30">
      <w:r>
        <w:t>442.3321</w:t>
      </w:r>
      <w:r>
        <w:tab/>
        <w:t>1.013e0</w:t>
      </w:r>
    </w:p>
    <w:p w:rsidR="00E00D30" w:rsidRDefault="00E00D30" w:rsidP="00E00D30">
      <w:r>
        <w:t>442.3438</w:t>
      </w:r>
      <w:r>
        <w:tab/>
        <w:t>2.025e0</w:t>
      </w:r>
    </w:p>
    <w:p w:rsidR="00E00D30" w:rsidRDefault="00E00D30" w:rsidP="00E00D30">
      <w:r>
        <w:t>442.3512</w:t>
      </w:r>
      <w:r>
        <w:tab/>
        <w:t>2.025e0</w:t>
      </w:r>
    </w:p>
    <w:p w:rsidR="00E00D30" w:rsidRDefault="00E00D30" w:rsidP="00E00D30">
      <w:r>
        <w:t>442.3665</w:t>
      </w:r>
      <w:r>
        <w:tab/>
        <w:t>2.025e0</w:t>
      </w:r>
    </w:p>
    <w:p w:rsidR="00E00D30" w:rsidRDefault="00E00D30" w:rsidP="00E00D30">
      <w:r>
        <w:t>442.3864</w:t>
      </w:r>
      <w:r>
        <w:tab/>
        <w:t>2.025e0</w:t>
      </w:r>
    </w:p>
    <w:p w:rsidR="00E00D30" w:rsidRDefault="00E00D30" w:rsidP="00E00D30">
      <w:r>
        <w:t>442.3887</w:t>
      </w:r>
      <w:r>
        <w:tab/>
        <w:t>1.013e0</w:t>
      </w:r>
    </w:p>
    <w:p w:rsidR="00E00D30" w:rsidRDefault="00E00D30" w:rsidP="00E00D30">
      <w:r>
        <w:t>442.3960</w:t>
      </w:r>
      <w:r>
        <w:tab/>
        <w:t>4.051e0</w:t>
      </w:r>
    </w:p>
    <w:p w:rsidR="00E00D30" w:rsidRDefault="00E00D30" w:rsidP="00E00D30">
      <w:r>
        <w:t>442.3988</w:t>
      </w:r>
      <w:r>
        <w:tab/>
        <w:t>1.785e0</w:t>
      </w:r>
    </w:p>
    <w:p w:rsidR="00E00D30" w:rsidRDefault="00E00D30" w:rsidP="00E00D30">
      <w:r>
        <w:t>442.4274</w:t>
      </w:r>
      <w:r>
        <w:tab/>
        <w:t>2.025e0</w:t>
      </w:r>
    </w:p>
    <w:p w:rsidR="00E00D30" w:rsidRDefault="00E00D30" w:rsidP="00E00D30">
      <w:r>
        <w:t>442.4290</w:t>
      </w:r>
      <w:r>
        <w:tab/>
        <w:t>1.013e0</w:t>
      </w:r>
    </w:p>
    <w:p w:rsidR="00E00D30" w:rsidRDefault="00E00D30" w:rsidP="00E00D30">
      <w:r>
        <w:t>442.4391</w:t>
      </w:r>
      <w:r>
        <w:tab/>
        <w:t>2.025e0</w:t>
      </w:r>
    </w:p>
    <w:p w:rsidR="00E00D30" w:rsidRDefault="00E00D30" w:rsidP="00E00D30">
      <w:r>
        <w:t>442.4439</w:t>
      </w:r>
      <w:r>
        <w:tab/>
        <w:t>2.025e0</w:t>
      </w:r>
    </w:p>
    <w:p w:rsidR="00E00D30" w:rsidRDefault="00E00D30" w:rsidP="00E00D30">
      <w:r>
        <w:lastRenderedPageBreak/>
        <w:t>442.4678</w:t>
      </w:r>
      <w:r>
        <w:tab/>
        <w:t>2.025e0</w:t>
      </w:r>
    </w:p>
    <w:p w:rsidR="00E00D30" w:rsidRDefault="00E00D30" w:rsidP="00E00D30">
      <w:r>
        <w:t>442.5291</w:t>
      </w:r>
      <w:r>
        <w:tab/>
        <w:t>2.025e0</w:t>
      </w:r>
    </w:p>
    <w:p w:rsidR="00E00D30" w:rsidRDefault="00E00D30" w:rsidP="00E00D30">
      <w:r>
        <w:t>442.5469</w:t>
      </w:r>
      <w:r>
        <w:tab/>
        <w:t>2.025e0</w:t>
      </w:r>
    </w:p>
    <w:p w:rsidR="00E00D30" w:rsidRDefault="00E00D30" w:rsidP="00E00D30">
      <w:r>
        <w:t>442.5500</w:t>
      </w:r>
      <w:r>
        <w:tab/>
        <w:t>1.013e0</w:t>
      </w:r>
    </w:p>
    <w:p w:rsidR="00E00D30" w:rsidRDefault="00E00D30" w:rsidP="00E00D30">
      <w:r>
        <w:t>442.5802</w:t>
      </w:r>
      <w:r>
        <w:tab/>
        <w:t>1.013e0</w:t>
      </w:r>
    </w:p>
    <w:p w:rsidR="00E00D30" w:rsidRDefault="00E00D30" w:rsidP="00E00D30">
      <w:r>
        <w:t>442.6264</w:t>
      </w:r>
      <w:r>
        <w:tab/>
        <w:t>1.013e0</w:t>
      </w:r>
    </w:p>
    <w:p w:rsidR="00E00D30" w:rsidRDefault="00E00D30" w:rsidP="00E00D30">
      <w:r>
        <w:t>442.6420</w:t>
      </w:r>
      <w:r>
        <w:tab/>
        <w:t>1.013e0</w:t>
      </w:r>
    </w:p>
    <w:p w:rsidR="00E00D30" w:rsidRDefault="00E00D30" w:rsidP="00E00D30">
      <w:r>
        <w:t>442.6872</w:t>
      </w:r>
      <w:r>
        <w:tab/>
        <w:t>1.013e0</w:t>
      </w:r>
    </w:p>
    <w:p w:rsidR="00E00D30" w:rsidRDefault="00E00D30" w:rsidP="00E00D30">
      <w:r>
        <w:t>442.6900</w:t>
      </w:r>
      <w:r>
        <w:tab/>
        <w:t>1.013e0</w:t>
      </w:r>
    </w:p>
    <w:p w:rsidR="00E00D30" w:rsidRDefault="00E00D30" w:rsidP="00E00D30">
      <w:r>
        <w:t>442.7261</w:t>
      </w:r>
      <w:r>
        <w:tab/>
        <w:t>2.025e0</w:t>
      </w:r>
    </w:p>
    <w:p w:rsidR="00E00D30" w:rsidRDefault="00E00D30" w:rsidP="00E00D30">
      <w:r>
        <w:t>442.7477</w:t>
      </w:r>
      <w:r>
        <w:tab/>
        <w:t>1.013e0</w:t>
      </w:r>
    </w:p>
    <w:p w:rsidR="00E00D30" w:rsidRDefault="00E00D30" w:rsidP="00E00D30">
      <w:r>
        <w:t>442.7586</w:t>
      </w:r>
      <w:r>
        <w:tab/>
        <w:t>1.013e0</w:t>
      </w:r>
    </w:p>
    <w:p w:rsidR="00E00D30" w:rsidRDefault="00E00D30" w:rsidP="00E00D30">
      <w:r>
        <w:t>442.7691</w:t>
      </w:r>
      <w:r>
        <w:tab/>
        <w:t>1.013e0</w:t>
      </w:r>
    </w:p>
    <w:p w:rsidR="00E00D30" w:rsidRDefault="00E00D30" w:rsidP="00E00D30">
      <w:r>
        <w:t>442.7905</w:t>
      </w:r>
      <w:r>
        <w:tab/>
        <w:t>1.013e0</w:t>
      </w:r>
    </w:p>
    <w:p w:rsidR="00E00D30" w:rsidRDefault="00E00D30" w:rsidP="00E00D30">
      <w:r>
        <w:t>442.8479</w:t>
      </w:r>
      <w:r>
        <w:tab/>
        <w:t>1.013e0</w:t>
      </w:r>
    </w:p>
    <w:p w:rsidR="00E00D30" w:rsidRDefault="00E00D30" w:rsidP="00E00D30">
      <w:r>
        <w:t>442.8716</w:t>
      </w:r>
      <w:r>
        <w:tab/>
        <w:t>3.038e0</w:t>
      </w:r>
    </w:p>
    <w:p w:rsidR="00E00D30" w:rsidRDefault="00E00D30" w:rsidP="00E00D30">
      <w:r>
        <w:t>442.8770</w:t>
      </w:r>
      <w:r>
        <w:tab/>
        <w:t>3.038e0</w:t>
      </w:r>
    </w:p>
    <w:p w:rsidR="00E00D30" w:rsidRDefault="00E00D30" w:rsidP="00E00D30">
      <w:r>
        <w:t>442.8833</w:t>
      </w:r>
      <w:r>
        <w:tab/>
        <w:t>1.013e0</w:t>
      </w:r>
    </w:p>
    <w:p w:rsidR="00E00D30" w:rsidRDefault="00E00D30" w:rsidP="00E00D30">
      <w:r>
        <w:t>442.8909</w:t>
      </w:r>
      <w:r>
        <w:tab/>
        <w:t>1.013e0</w:t>
      </w:r>
    </w:p>
    <w:p w:rsidR="00E00D30" w:rsidRDefault="00E00D30" w:rsidP="00E00D30">
      <w:r>
        <w:lastRenderedPageBreak/>
        <w:t>442.9272</w:t>
      </w:r>
      <w:r>
        <w:tab/>
        <w:t>5.063e0</w:t>
      </w:r>
    </w:p>
    <w:p w:rsidR="00E00D30" w:rsidRDefault="00E00D30" w:rsidP="00E00D30">
      <w:r>
        <w:t>442.9286</w:t>
      </w:r>
      <w:r>
        <w:tab/>
        <w:t>2.025e0</w:t>
      </w:r>
    </w:p>
    <w:p w:rsidR="00E00D30" w:rsidRDefault="00E00D30" w:rsidP="00E00D30">
      <w:r>
        <w:t>442.9368</w:t>
      </w:r>
      <w:r>
        <w:tab/>
        <w:t>1.013e0</w:t>
      </w:r>
    </w:p>
    <w:p w:rsidR="00E00D30" w:rsidRDefault="00E00D30" w:rsidP="00E00D30">
      <w:r>
        <w:t>442.9379</w:t>
      </w:r>
      <w:r>
        <w:tab/>
        <w:t>2.025e0</w:t>
      </w:r>
    </w:p>
    <w:p w:rsidR="00E00D30" w:rsidRDefault="00E00D30" w:rsidP="00E00D30">
      <w:r>
        <w:t>442.9485</w:t>
      </w:r>
      <w:r>
        <w:tab/>
        <w:t>1.013e0</w:t>
      </w:r>
    </w:p>
    <w:p w:rsidR="00E00D30" w:rsidRDefault="00E00D30" w:rsidP="00E00D30">
      <w:r>
        <w:t>442.9531</w:t>
      </w:r>
      <w:r>
        <w:tab/>
        <w:t>3.038e0</w:t>
      </w:r>
    </w:p>
    <w:p w:rsidR="00E00D30" w:rsidRDefault="00E00D30" w:rsidP="00E00D30">
      <w:r>
        <w:t>442.9700</w:t>
      </w:r>
      <w:r>
        <w:tab/>
        <w:t>1.013e0</w:t>
      </w:r>
    </w:p>
    <w:p w:rsidR="00E00D30" w:rsidRDefault="00E00D30" w:rsidP="00E00D30">
      <w:r>
        <w:t>442.9987</w:t>
      </w:r>
      <w:r>
        <w:tab/>
        <w:t>2.025e0</w:t>
      </w:r>
    </w:p>
    <w:p w:rsidR="00E00D30" w:rsidRDefault="00E00D30" w:rsidP="00E00D30">
      <w:r>
        <w:t>443.0103</w:t>
      </w:r>
      <w:r>
        <w:tab/>
        <w:t>1.013e0</w:t>
      </w:r>
    </w:p>
    <w:p w:rsidR="00E00D30" w:rsidRDefault="00E00D30" w:rsidP="00E00D30">
      <w:r>
        <w:t>443.0258</w:t>
      </w:r>
      <w:r>
        <w:tab/>
        <w:t>2.025e0</w:t>
      </w:r>
    </w:p>
    <w:p w:rsidR="00E00D30" w:rsidRDefault="00E00D30" w:rsidP="00E00D30">
      <w:r>
        <w:t>443.0492</w:t>
      </w:r>
      <w:r>
        <w:tab/>
        <w:t>1.013e0</w:t>
      </w:r>
    </w:p>
    <w:p w:rsidR="00E00D30" w:rsidRDefault="00E00D30" w:rsidP="00E00D30">
      <w:r>
        <w:t>443.0676</w:t>
      </w:r>
      <w:r>
        <w:tab/>
        <w:t>1.013e0</w:t>
      </w:r>
    </w:p>
    <w:p w:rsidR="00E00D30" w:rsidRDefault="00E00D30" w:rsidP="00E00D30">
      <w:r>
        <w:t>443.1006</w:t>
      </w:r>
      <w:r>
        <w:tab/>
        <w:t>1.013e0</w:t>
      </w:r>
    </w:p>
    <w:p w:rsidR="00E00D30" w:rsidRDefault="00E00D30" w:rsidP="00E00D30">
      <w:r>
        <w:t>443.1111</w:t>
      </w:r>
      <w:r>
        <w:tab/>
        <w:t>3.038e0</w:t>
      </w:r>
    </w:p>
    <w:p w:rsidR="00E00D30" w:rsidRDefault="00E00D30" w:rsidP="00E00D30">
      <w:r>
        <w:t>443.1388</w:t>
      </w:r>
      <w:r>
        <w:tab/>
        <w:t>2.025e0</w:t>
      </w:r>
    </w:p>
    <w:p w:rsidR="00E00D30" w:rsidRDefault="00E00D30" w:rsidP="00E00D30">
      <w:r>
        <w:t>443.1468</w:t>
      </w:r>
      <w:r>
        <w:tab/>
        <w:t>1.013e0</w:t>
      </w:r>
    </w:p>
    <w:p w:rsidR="00E00D30" w:rsidRDefault="00E00D30" w:rsidP="00E00D30">
      <w:r>
        <w:t>443.1536</w:t>
      </w:r>
      <w:r>
        <w:tab/>
        <w:t>3.038e0</w:t>
      </w:r>
    </w:p>
    <w:p w:rsidR="00E00D30" w:rsidRDefault="00E00D30" w:rsidP="00E00D30">
      <w:r>
        <w:t>443.1711</w:t>
      </w:r>
      <w:r>
        <w:tab/>
        <w:t>1.013e0</w:t>
      </w:r>
    </w:p>
    <w:p w:rsidR="00E00D30" w:rsidRDefault="00E00D30" w:rsidP="00E00D30">
      <w:r>
        <w:t>443.1932</w:t>
      </w:r>
      <w:r>
        <w:tab/>
        <w:t>1.013e0</w:t>
      </w:r>
    </w:p>
    <w:p w:rsidR="00E00D30" w:rsidRDefault="00E00D30" w:rsidP="00E00D30">
      <w:r>
        <w:lastRenderedPageBreak/>
        <w:t>443.2013</w:t>
      </w:r>
      <w:r>
        <w:tab/>
        <w:t>1.253e0</w:t>
      </w:r>
    </w:p>
    <w:p w:rsidR="00E00D30" w:rsidRDefault="00E00D30" w:rsidP="00E00D30">
      <w:r>
        <w:t>443.2050</w:t>
      </w:r>
      <w:r>
        <w:tab/>
        <w:t>2.025e0</w:t>
      </w:r>
    </w:p>
    <w:p w:rsidR="00E00D30" w:rsidRDefault="00E00D30" w:rsidP="00E00D30">
      <w:r>
        <w:t>443.2325</w:t>
      </w:r>
      <w:r>
        <w:tab/>
        <w:t>2.025e0</w:t>
      </w:r>
    </w:p>
    <w:p w:rsidR="00E00D30" w:rsidRDefault="00E00D30" w:rsidP="00E00D30">
      <w:r>
        <w:t>443.2434</w:t>
      </w:r>
      <w:r>
        <w:tab/>
        <w:t>1.215e1</w:t>
      </w:r>
    </w:p>
    <w:p w:rsidR="00E00D30" w:rsidRDefault="00E00D30" w:rsidP="00E00D30">
      <w:r>
        <w:t>443.2637</w:t>
      </w:r>
      <w:r>
        <w:tab/>
        <w:t>1.013e0</w:t>
      </w:r>
    </w:p>
    <w:p w:rsidR="00E00D30" w:rsidRDefault="00E00D30" w:rsidP="00E00D30">
      <w:r>
        <w:t>443.2680</w:t>
      </w:r>
      <w:r>
        <w:tab/>
        <w:t>1.013e0</w:t>
      </w:r>
    </w:p>
    <w:p w:rsidR="00E00D30" w:rsidRDefault="00E00D30" w:rsidP="00E00D30">
      <w:r>
        <w:t>443.2784</w:t>
      </w:r>
      <w:r>
        <w:tab/>
        <w:t>1.013e0</w:t>
      </w:r>
    </w:p>
    <w:p w:rsidR="00E00D30" w:rsidRDefault="00E00D30" w:rsidP="00E00D30">
      <w:r>
        <w:t>443.2863</w:t>
      </w:r>
      <w:r>
        <w:tab/>
        <w:t>4.788e0</w:t>
      </w:r>
    </w:p>
    <w:p w:rsidR="00E00D30" w:rsidRDefault="00E00D30" w:rsidP="00E00D30">
      <w:r>
        <w:t>443.3258</w:t>
      </w:r>
      <w:r>
        <w:tab/>
        <w:t>2.025e0</w:t>
      </w:r>
    </w:p>
    <w:p w:rsidR="00E00D30" w:rsidRDefault="00E00D30" w:rsidP="00E00D30">
      <w:r>
        <w:t>443.3321</w:t>
      </w:r>
      <w:r>
        <w:tab/>
        <w:t>6.124e0</w:t>
      </w:r>
    </w:p>
    <w:p w:rsidR="00E00D30" w:rsidRDefault="00E00D30" w:rsidP="00E00D30">
      <w:r>
        <w:t>443.3376</w:t>
      </w:r>
      <w:r>
        <w:tab/>
        <w:t>3.038e0</w:t>
      </w:r>
    </w:p>
    <w:p w:rsidR="00E00D30" w:rsidRDefault="00E00D30" w:rsidP="00E00D30">
      <w:r>
        <w:t>443.3401</w:t>
      </w:r>
      <w:r>
        <w:tab/>
        <w:t>4.501e0</w:t>
      </w:r>
    </w:p>
    <w:p w:rsidR="00E00D30" w:rsidRDefault="00E00D30" w:rsidP="00E00D30">
      <w:r>
        <w:t>443.3507</w:t>
      </w:r>
      <w:r>
        <w:tab/>
        <w:t>1.013e0</w:t>
      </w:r>
    </w:p>
    <w:p w:rsidR="00E00D30" w:rsidRDefault="00E00D30" w:rsidP="00E00D30">
      <w:r>
        <w:t>443.3641</w:t>
      </w:r>
      <w:r>
        <w:tab/>
        <w:t>1.013e0</w:t>
      </w:r>
    </w:p>
    <w:p w:rsidR="00E00D30" w:rsidRDefault="00E00D30" w:rsidP="00E00D30">
      <w:r>
        <w:t>443.3701</w:t>
      </w:r>
      <w:r>
        <w:tab/>
        <w:t>2.025e0</w:t>
      </w:r>
    </w:p>
    <w:p w:rsidR="00E00D30" w:rsidRDefault="00E00D30" w:rsidP="00E00D30">
      <w:r>
        <w:t>443.3949</w:t>
      </w:r>
      <w:r>
        <w:tab/>
        <w:t>1.013e0</w:t>
      </w:r>
    </w:p>
    <w:p w:rsidR="00E00D30" w:rsidRDefault="00E00D30" w:rsidP="00E00D30">
      <w:r>
        <w:t>443.4185</w:t>
      </w:r>
      <w:r>
        <w:tab/>
        <w:t>2.025e0</w:t>
      </w:r>
    </w:p>
    <w:p w:rsidR="00E00D30" w:rsidRDefault="00E00D30" w:rsidP="00E00D30">
      <w:r>
        <w:t>443.5193</w:t>
      </w:r>
      <w:r>
        <w:tab/>
        <w:t>1.013e0</w:t>
      </w:r>
    </w:p>
    <w:p w:rsidR="00E00D30" w:rsidRDefault="00E00D30" w:rsidP="00E00D30">
      <w:r>
        <w:t>443.5302</w:t>
      </w:r>
      <w:r>
        <w:tab/>
        <w:t>1.013e0</w:t>
      </w:r>
    </w:p>
    <w:p w:rsidR="00E00D30" w:rsidRDefault="00E00D30" w:rsidP="00E00D30">
      <w:r>
        <w:lastRenderedPageBreak/>
        <w:t>443.5428</w:t>
      </w:r>
      <w:r>
        <w:tab/>
        <w:t>1.013e0</w:t>
      </w:r>
    </w:p>
    <w:p w:rsidR="00E00D30" w:rsidRDefault="00E00D30" w:rsidP="00E00D30">
      <w:r>
        <w:t>443.5661</w:t>
      </w:r>
      <w:r>
        <w:tab/>
        <w:t>1.013e0</w:t>
      </w:r>
    </w:p>
    <w:p w:rsidR="00E00D30" w:rsidRDefault="00E00D30" w:rsidP="00E00D30">
      <w:r>
        <w:t>443.5702</w:t>
      </w:r>
      <w:r>
        <w:tab/>
        <w:t>1.013e0</w:t>
      </w:r>
    </w:p>
    <w:p w:rsidR="00E00D30" w:rsidRDefault="00E00D30" w:rsidP="00E00D30">
      <w:r>
        <w:t>443.5739</w:t>
      </w:r>
      <w:r>
        <w:tab/>
        <w:t>1.013e0</w:t>
      </w:r>
    </w:p>
    <w:p w:rsidR="00E00D30" w:rsidRDefault="00E00D30" w:rsidP="00E00D30">
      <w:r>
        <w:t>443.5977</w:t>
      </w:r>
      <w:r>
        <w:tab/>
        <w:t>1.013e0</w:t>
      </w:r>
    </w:p>
    <w:p w:rsidR="00E00D30" w:rsidRDefault="00E00D30" w:rsidP="00E00D30">
      <w:r>
        <w:t>443.6127</w:t>
      </w:r>
      <w:r>
        <w:tab/>
        <w:t>1.013e0</w:t>
      </w:r>
    </w:p>
    <w:p w:rsidR="00E00D30" w:rsidRDefault="00E00D30" w:rsidP="00E00D30">
      <w:r>
        <w:t>443.6205</w:t>
      </w:r>
      <w:r>
        <w:tab/>
        <w:t>1.013e0</w:t>
      </w:r>
    </w:p>
    <w:p w:rsidR="00E00D30" w:rsidRDefault="00E00D30" w:rsidP="00E00D30">
      <w:r>
        <w:t>443.6304</w:t>
      </w:r>
      <w:r>
        <w:tab/>
        <w:t>1.013e0</w:t>
      </w:r>
    </w:p>
    <w:p w:rsidR="00E00D30" w:rsidRDefault="00E00D30" w:rsidP="00E00D30">
      <w:r>
        <w:t>443.6366</w:t>
      </w:r>
      <w:r>
        <w:tab/>
        <w:t>1.013e0</w:t>
      </w:r>
    </w:p>
    <w:p w:rsidR="00E00D30" w:rsidRDefault="00E00D30" w:rsidP="00E00D30">
      <w:r>
        <w:t>443.6483</w:t>
      </w:r>
      <w:r>
        <w:tab/>
        <w:t>1.013e0</w:t>
      </w:r>
    </w:p>
    <w:p w:rsidR="00E00D30" w:rsidRDefault="00E00D30" w:rsidP="00E00D30">
      <w:r>
        <w:t>443.6877</w:t>
      </w:r>
      <w:r>
        <w:tab/>
        <w:t>1.013e0</w:t>
      </w:r>
    </w:p>
    <w:p w:rsidR="00E00D30" w:rsidRDefault="00E00D30" w:rsidP="00E00D30">
      <w:r>
        <w:t>443.6982</w:t>
      </w:r>
      <w:r>
        <w:tab/>
        <w:t>1.013e0</w:t>
      </w:r>
    </w:p>
    <w:p w:rsidR="00E00D30" w:rsidRDefault="00E00D30" w:rsidP="00E00D30">
      <w:r>
        <w:t>443.7094</w:t>
      </w:r>
      <w:r>
        <w:tab/>
        <w:t>1.013e0</w:t>
      </w:r>
    </w:p>
    <w:p w:rsidR="00E00D30" w:rsidRDefault="00E00D30" w:rsidP="00E00D30">
      <w:r>
        <w:t>443.7310</w:t>
      </w:r>
      <w:r>
        <w:tab/>
        <w:t>2.025e0</w:t>
      </w:r>
    </w:p>
    <w:p w:rsidR="00E00D30" w:rsidRDefault="00E00D30" w:rsidP="00E00D30">
      <w:r>
        <w:t>443.7534</w:t>
      </w:r>
      <w:r>
        <w:tab/>
        <w:t>3.038e0</w:t>
      </w:r>
    </w:p>
    <w:p w:rsidR="00E00D30" w:rsidRDefault="00E00D30" w:rsidP="00E00D30">
      <w:r>
        <w:t>443.7671</w:t>
      </w:r>
      <w:r>
        <w:tab/>
        <w:t>1.013e0</w:t>
      </w:r>
    </w:p>
    <w:p w:rsidR="00E00D30" w:rsidRDefault="00E00D30" w:rsidP="00E00D30">
      <w:r>
        <w:t>443.7917</w:t>
      </w:r>
      <w:r>
        <w:tab/>
        <w:t>1.013e0</w:t>
      </w:r>
    </w:p>
    <w:p w:rsidR="00E00D30" w:rsidRDefault="00E00D30" w:rsidP="00E00D30">
      <w:r>
        <w:t>443.8101</w:t>
      </w:r>
      <w:r>
        <w:tab/>
        <w:t>1.013e0</w:t>
      </w:r>
    </w:p>
    <w:p w:rsidR="00E00D30" w:rsidRDefault="00E00D30" w:rsidP="00E00D30">
      <w:r>
        <w:t>443.8380</w:t>
      </w:r>
      <w:r>
        <w:tab/>
        <w:t>1.013e0</w:t>
      </w:r>
    </w:p>
    <w:p w:rsidR="00E00D30" w:rsidRDefault="00E00D30" w:rsidP="00E00D30">
      <w:r>
        <w:lastRenderedPageBreak/>
        <w:t>443.8618</w:t>
      </w:r>
      <w:r>
        <w:tab/>
        <w:t>2.025e0</w:t>
      </w:r>
    </w:p>
    <w:p w:rsidR="00E00D30" w:rsidRDefault="00E00D30" w:rsidP="00E00D30">
      <w:r>
        <w:t>443.9001</w:t>
      </w:r>
      <w:r>
        <w:tab/>
        <w:t>1.013e0</w:t>
      </w:r>
    </w:p>
    <w:p w:rsidR="00E00D30" w:rsidRDefault="00E00D30" w:rsidP="00E00D30">
      <w:r>
        <w:t>443.9285</w:t>
      </w:r>
      <w:r>
        <w:tab/>
        <w:t>1.013e0</w:t>
      </w:r>
    </w:p>
    <w:p w:rsidR="00E00D30" w:rsidRDefault="00E00D30" w:rsidP="00E00D30">
      <w:r>
        <w:t>443.9472</w:t>
      </w:r>
      <w:r>
        <w:tab/>
        <w:t>1.013e0</w:t>
      </w:r>
    </w:p>
    <w:p w:rsidR="00E00D30" w:rsidRDefault="00E00D30" w:rsidP="00E00D30">
      <w:r>
        <w:t>443.9715</w:t>
      </w:r>
      <w:r>
        <w:tab/>
        <w:t>1.013e0</w:t>
      </w:r>
    </w:p>
    <w:p w:rsidR="00E00D30" w:rsidRDefault="00E00D30" w:rsidP="00E00D30">
      <w:r>
        <w:t>443.9937</w:t>
      </w:r>
      <w:r>
        <w:tab/>
        <w:t>1.013e0</w:t>
      </w:r>
    </w:p>
    <w:p w:rsidR="00E00D30" w:rsidRDefault="00E00D30" w:rsidP="00E00D30">
      <w:r>
        <w:t>444.0093</w:t>
      </w:r>
      <w:r>
        <w:tab/>
        <w:t>2.025e0</w:t>
      </w:r>
    </w:p>
    <w:p w:rsidR="00E00D30" w:rsidRDefault="00E00D30" w:rsidP="00E00D30">
      <w:r>
        <w:t>444.0295</w:t>
      </w:r>
      <w:r>
        <w:tab/>
        <w:t>1.013e0</w:t>
      </w:r>
    </w:p>
    <w:p w:rsidR="00E00D30" w:rsidRDefault="00E00D30" w:rsidP="00E00D30">
      <w:r>
        <w:t>444.0471</w:t>
      </w:r>
      <w:r>
        <w:tab/>
        <w:t>1.013e0</w:t>
      </w:r>
    </w:p>
    <w:p w:rsidR="00E00D30" w:rsidRDefault="00E00D30" w:rsidP="00E00D30">
      <w:r>
        <w:t>444.0540</w:t>
      </w:r>
      <w:r>
        <w:tab/>
        <w:t>2.025e0</w:t>
      </w:r>
    </w:p>
    <w:p w:rsidR="00E00D30" w:rsidRDefault="00E00D30" w:rsidP="00E00D30">
      <w:r>
        <w:t>444.0798</w:t>
      </w:r>
      <w:r>
        <w:tab/>
        <w:t>1.013e0</w:t>
      </w:r>
    </w:p>
    <w:p w:rsidR="00E00D30" w:rsidRDefault="00E00D30" w:rsidP="00E00D30">
      <w:r>
        <w:t>444.0872</w:t>
      </w:r>
      <w:r>
        <w:tab/>
        <w:t>1.013e0</w:t>
      </w:r>
    </w:p>
    <w:p w:rsidR="00E00D30" w:rsidRDefault="00E00D30" w:rsidP="00E00D30">
      <w:r>
        <w:t>444.0946</w:t>
      </w:r>
      <w:r>
        <w:tab/>
        <w:t>1.013e0</w:t>
      </w:r>
    </w:p>
    <w:p w:rsidR="00E00D30" w:rsidRDefault="00E00D30" w:rsidP="00E00D30">
      <w:r>
        <w:t>444.1511</w:t>
      </w:r>
      <w:r>
        <w:tab/>
        <w:t>1.013e0</w:t>
      </w:r>
    </w:p>
    <w:p w:rsidR="00E00D30" w:rsidRDefault="00E00D30" w:rsidP="00E00D30">
      <w:r>
        <w:t>444.1576</w:t>
      </w:r>
      <w:r>
        <w:tab/>
        <w:t>2.025e0</w:t>
      </w:r>
    </w:p>
    <w:p w:rsidR="00E00D30" w:rsidRDefault="00E00D30" w:rsidP="00E00D30">
      <w:r>
        <w:t>444.1601</w:t>
      </w:r>
      <w:r>
        <w:tab/>
        <w:t>2.025e0</w:t>
      </w:r>
    </w:p>
    <w:p w:rsidR="00E00D30" w:rsidRDefault="00E00D30" w:rsidP="00E00D30">
      <w:r>
        <w:t>444.1622</w:t>
      </w:r>
      <w:r>
        <w:tab/>
        <w:t>2.025e0</w:t>
      </w:r>
    </w:p>
    <w:p w:rsidR="00E00D30" w:rsidRDefault="00E00D30" w:rsidP="00E00D30">
      <w:r>
        <w:t>444.1868</w:t>
      </w:r>
      <w:r>
        <w:tab/>
        <w:t>1.013e0</w:t>
      </w:r>
    </w:p>
    <w:p w:rsidR="00E00D30" w:rsidRDefault="00E00D30" w:rsidP="00E00D30">
      <w:r>
        <w:t>444.1908</w:t>
      </w:r>
      <w:r>
        <w:tab/>
        <w:t>2.025e0</w:t>
      </w:r>
    </w:p>
    <w:p w:rsidR="00E00D30" w:rsidRDefault="00E00D30" w:rsidP="00E00D30">
      <w:r>
        <w:lastRenderedPageBreak/>
        <w:t>444.2257</w:t>
      </w:r>
      <w:r>
        <w:tab/>
        <w:t>3.038e0</w:t>
      </w:r>
    </w:p>
    <w:p w:rsidR="00E00D30" w:rsidRDefault="00E00D30" w:rsidP="00E00D30">
      <w:r>
        <w:t>444.2312</w:t>
      </w:r>
      <w:r>
        <w:tab/>
        <w:t>3.038e0</w:t>
      </w:r>
    </w:p>
    <w:p w:rsidR="00E00D30" w:rsidRDefault="00E00D30" w:rsidP="00E00D30">
      <w:r>
        <w:t>444.2349</w:t>
      </w:r>
      <w:r>
        <w:tab/>
        <w:t>1.013e0</w:t>
      </w:r>
    </w:p>
    <w:p w:rsidR="00E00D30" w:rsidRDefault="00E00D30" w:rsidP="00E00D30">
      <w:r>
        <w:t>444.2582</w:t>
      </w:r>
      <w:r>
        <w:tab/>
        <w:t>1.013e0</w:t>
      </w:r>
    </w:p>
    <w:p w:rsidR="00E00D30" w:rsidRDefault="00E00D30" w:rsidP="00E00D30">
      <w:r>
        <w:t>444.2654</w:t>
      </w:r>
      <w:r>
        <w:tab/>
        <w:t>2.025e0</w:t>
      </w:r>
    </w:p>
    <w:p w:rsidR="00E00D30" w:rsidRDefault="00E00D30" w:rsidP="00E00D30">
      <w:r>
        <w:t>444.2696</w:t>
      </w:r>
      <w:r>
        <w:tab/>
        <w:t>1.013e0</w:t>
      </w:r>
    </w:p>
    <w:p w:rsidR="00E00D30" w:rsidRDefault="00E00D30" w:rsidP="00E00D30">
      <w:r>
        <w:t>444.3001</w:t>
      </w:r>
      <w:r>
        <w:tab/>
        <w:t>2.025e0</w:t>
      </w:r>
    </w:p>
    <w:p w:rsidR="00E00D30" w:rsidRDefault="00E00D30" w:rsidP="00E00D30">
      <w:r>
        <w:t>444.3047</w:t>
      </w:r>
      <w:r>
        <w:tab/>
        <w:t>1.013e0</w:t>
      </w:r>
    </w:p>
    <w:p w:rsidR="00E00D30" w:rsidRDefault="00E00D30" w:rsidP="00E00D30">
      <w:r>
        <w:t>444.3133</w:t>
      </w:r>
      <w:r>
        <w:tab/>
        <w:t>1.013e0</w:t>
      </w:r>
    </w:p>
    <w:p w:rsidR="00E00D30" w:rsidRDefault="00E00D30" w:rsidP="00E00D30">
      <w:r>
        <w:t>444.3247</w:t>
      </w:r>
      <w:r>
        <w:tab/>
        <w:t>2.025e0</w:t>
      </w:r>
    </w:p>
    <w:p w:rsidR="00E00D30" w:rsidRDefault="00E00D30" w:rsidP="00E00D30">
      <w:r>
        <w:t>444.3271</w:t>
      </w:r>
      <w:r>
        <w:tab/>
        <w:t>1.013e0</w:t>
      </w:r>
    </w:p>
    <w:p w:rsidR="00E00D30" w:rsidRDefault="00E00D30" w:rsidP="00E00D30">
      <w:r>
        <w:t>444.3376</w:t>
      </w:r>
      <w:r>
        <w:tab/>
        <w:t>2.025e0</w:t>
      </w:r>
    </w:p>
    <w:p w:rsidR="00E00D30" w:rsidRDefault="00E00D30" w:rsidP="00E00D30">
      <w:r>
        <w:t>444.3516</w:t>
      </w:r>
      <w:r>
        <w:tab/>
        <w:t>2.025e0</w:t>
      </w:r>
    </w:p>
    <w:p w:rsidR="00E00D30" w:rsidRDefault="00E00D30" w:rsidP="00E00D30">
      <w:r>
        <w:t>444.3554</w:t>
      </w:r>
      <w:r>
        <w:tab/>
        <w:t>3.038e0</w:t>
      </w:r>
    </w:p>
    <w:p w:rsidR="00E00D30" w:rsidRDefault="00E00D30" w:rsidP="00E00D30">
      <w:r>
        <w:t>444.3903</w:t>
      </w:r>
      <w:r>
        <w:tab/>
        <w:t>2.025e0</w:t>
      </w:r>
    </w:p>
    <w:p w:rsidR="00E00D30" w:rsidRDefault="00E00D30" w:rsidP="00E00D30">
      <w:r>
        <w:t>444.3929</w:t>
      </w:r>
      <w:r>
        <w:tab/>
        <w:t>5.063e0</w:t>
      </w:r>
    </w:p>
    <w:p w:rsidR="00E00D30" w:rsidRDefault="00E00D30" w:rsidP="00E00D30">
      <w:r>
        <w:t>444.3981</w:t>
      </w:r>
      <w:r>
        <w:tab/>
        <w:t>5.063e0</w:t>
      </w:r>
    </w:p>
    <w:p w:rsidR="00E00D30" w:rsidRDefault="00E00D30" w:rsidP="00E00D30">
      <w:r>
        <w:t>444.4043</w:t>
      </w:r>
      <w:r>
        <w:tab/>
        <w:t>6.076e0</w:t>
      </w:r>
    </w:p>
    <w:p w:rsidR="00E00D30" w:rsidRDefault="00E00D30" w:rsidP="00E00D30">
      <w:r>
        <w:t>444.4212</w:t>
      </w:r>
      <w:r>
        <w:tab/>
        <w:t>9.114e0</w:t>
      </w:r>
    </w:p>
    <w:p w:rsidR="00E00D30" w:rsidRDefault="00E00D30" w:rsidP="00E00D30">
      <w:r>
        <w:lastRenderedPageBreak/>
        <w:t>444.4259</w:t>
      </w:r>
      <w:r>
        <w:tab/>
        <w:t>2.025e0</w:t>
      </w:r>
    </w:p>
    <w:p w:rsidR="00E00D30" w:rsidRDefault="00E00D30" w:rsidP="00E00D30">
      <w:r>
        <w:t>444.4280</w:t>
      </w:r>
      <w:r>
        <w:tab/>
        <w:t>1.013e0</w:t>
      </w:r>
    </w:p>
    <w:p w:rsidR="00E00D30" w:rsidRDefault="00E00D30" w:rsidP="00E00D30">
      <w:r>
        <w:t>444.4919</w:t>
      </w:r>
      <w:r>
        <w:tab/>
        <w:t>1.013e0</w:t>
      </w:r>
    </w:p>
    <w:p w:rsidR="00E00D30" w:rsidRDefault="00E00D30" w:rsidP="00E00D30">
      <w:r>
        <w:t>444.5235</w:t>
      </w:r>
      <w:r>
        <w:tab/>
        <w:t>1.013e0</w:t>
      </w:r>
    </w:p>
    <w:p w:rsidR="00E00D30" w:rsidRDefault="00E00D30" w:rsidP="00E00D30">
      <w:r>
        <w:t>444.5320</w:t>
      </w:r>
      <w:r>
        <w:tab/>
        <w:t>1.013e0</w:t>
      </w:r>
    </w:p>
    <w:p w:rsidR="00E00D30" w:rsidRDefault="00E00D30" w:rsidP="00E00D30">
      <w:r>
        <w:t>444.5774</w:t>
      </w:r>
      <w:r>
        <w:tab/>
        <w:t>2.025e0</w:t>
      </w:r>
    </w:p>
    <w:p w:rsidR="00E00D30" w:rsidRDefault="00E00D30" w:rsidP="00E00D30">
      <w:r>
        <w:t>444.6317</w:t>
      </w:r>
      <w:r>
        <w:tab/>
        <w:t>1.013e0</w:t>
      </w:r>
    </w:p>
    <w:p w:rsidR="00E00D30" w:rsidRDefault="00E00D30" w:rsidP="00E00D30">
      <w:r>
        <w:t>444.6631</w:t>
      </w:r>
      <w:r>
        <w:tab/>
        <w:t>1.013e0</w:t>
      </w:r>
    </w:p>
    <w:p w:rsidR="00E00D30" w:rsidRDefault="00E00D30" w:rsidP="00E00D30">
      <w:r>
        <w:t>444.7527</w:t>
      </w:r>
      <w:r>
        <w:tab/>
        <w:t>2.025e0</w:t>
      </w:r>
    </w:p>
    <w:p w:rsidR="00E00D30" w:rsidRDefault="00E00D30" w:rsidP="00E00D30">
      <w:r>
        <w:t>444.7722</w:t>
      </w:r>
      <w:r>
        <w:tab/>
        <w:t>1.013e0</w:t>
      </w:r>
    </w:p>
    <w:p w:rsidR="00E00D30" w:rsidRDefault="00E00D30" w:rsidP="00E00D30">
      <w:r>
        <w:t>444.8031</w:t>
      </w:r>
      <w:r>
        <w:tab/>
        <w:t>1.013e0</w:t>
      </w:r>
    </w:p>
    <w:p w:rsidR="00E00D30" w:rsidRDefault="00E00D30" w:rsidP="00E00D30">
      <w:r>
        <w:t>444.8114</w:t>
      </w:r>
      <w:r>
        <w:tab/>
        <w:t>1.013e0</w:t>
      </w:r>
    </w:p>
    <w:p w:rsidR="00E00D30" w:rsidRDefault="00E00D30" w:rsidP="00E00D30">
      <w:r>
        <w:t>444.8188</w:t>
      </w:r>
      <w:r>
        <w:tab/>
        <w:t>2.025e0</w:t>
      </w:r>
    </w:p>
    <w:p w:rsidR="00E00D30" w:rsidRDefault="00E00D30" w:rsidP="00E00D30">
      <w:r>
        <w:t>444.8262</w:t>
      </w:r>
      <w:r>
        <w:tab/>
        <w:t>1.013e0</w:t>
      </w:r>
    </w:p>
    <w:p w:rsidR="00E00D30" w:rsidRDefault="00E00D30" w:rsidP="00E00D30">
      <w:r>
        <w:t>444.8811</w:t>
      </w:r>
      <w:r>
        <w:tab/>
        <w:t>2.025e0</w:t>
      </w:r>
    </w:p>
    <w:p w:rsidR="00E00D30" w:rsidRDefault="00E00D30" w:rsidP="00E00D30">
      <w:r>
        <w:t>444.9016</w:t>
      </w:r>
      <w:r>
        <w:tab/>
        <w:t>2.025e0</w:t>
      </w:r>
    </w:p>
    <w:p w:rsidR="00E00D30" w:rsidRDefault="00E00D30" w:rsidP="00E00D30">
      <w:r>
        <w:t>444.9124</w:t>
      </w:r>
      <w:r>
        <w:tab/>
        <w:t>1.013e0</w:t>
      </w:r>
    </w:p>
    <w:p w:rsidR="00E00D30" w:rsidRDefault="00E00D30" w:rsidP="00E00D30">
      <w:r>
        <w:t>444.9202</w:t>
      </w:r>
      <w:r>
        <w:tab/>
        <w:t>2.025e0</w:t>
      </w:r>
    </w:p>
    <w:p w:rsidR="00E00D30" w:rsidRDefault="00E00D30" w:rsidP="00E00D30">
      <w:r>
        <w:t>444.9509</w:t>
      </w:r>
      <w:r>
        <w:tab/>
        <w:t>2.025e0</w:t>
      </w:r>
    </w:p>
    <w:p w:rsidR="00E00D30" w:rsidRDefault="00E00D30" w:rsidP="00E00D30">
      <w:r>
        <w:lastRenderedPageBreak/>
        <w:t>444.9550</w:t>
      </w:r>
      <w:r>
        <w:tab/>
        <w:t>2.025e0</w:t>
      </w:r>
    </w:p>
    <w:p w:rsidR="00E00D30" w:rsidRDefault="00E00D30" w:rsidP="00E00D30">
      <w:r>
        <w:t>444.9591</w:t>
      </w:r>
      <w:r>
        <w:tab/>
        <w:t>1.013e0</w:t>
      </w:r>
    </w:p>
    <w:p w:rsidR="00E00D30" w:rsidRDefault="00E00D30" w:rsidP="00E00D30">
      <w:r>
        <w:t>445.0092</w:t>
      </w:r>
      <w:r>
        <w:tab/>
        <w:t>1.013e0</w:t>
      </w:r>
    </w:p>
    <w:p w:rsidR="00E00D30" w:rsidRDefault="00E00D30" w:rsidP="00E00D30">
      <w:r>
        <w:t>445.0137</w:t>
      </w:r>
      <w:r>
        <w:tab/>
        <w:t>1.013e0</w:t>
      </w:r>
    </w:p>
    <w:p w:rsidR="00E00D30" w:rsidRDefault="00E00D30" w:rsidP="00E00D30">
      <w:r>
        <w:t>445.0610</w:t>
      </w:r>
      <w:r>
        <w:tab/>
        <w:t>1.013e0</w:t>
      </w:r>
    </w:p>
    <w:p w:rsidR="00E00D30" w:rsidRDefault="00E00D30" w:rsidP="00E00D30">
      <w:r>
        <w:t>445.0881</w:t>
      </w:r>
      <w:r>
        <w:tab/>
        <w:t>1.013e0</w:t>
      </w:r>
    </w:p>
    <w:p w:rsidR="00E00D30" w:rsidRDefault="00E00D30" w:rsidP="00E00D30">
      <w:r>
        <w:t>445.0922</w:t>
      </w:r>
      <w:r>
        <w:tab/>
        <w:t>1.013e0</w:t>
      </w:r>
    </w:p>
    <w:p w:rsidR="00E00D30" w:rsidRDefault="00E00D30" w:rsidP="00E00D30">
      <w:r>
        <w:t>445.1157</w:t>
      </w:r>
      <w:r>
        <w:tab/>
        <w:t>2.025e0</w:t>
      </w:r>
    </w:p>
    <w:p w:rsidR="00E00D30" w:rsidRDefault="00E00D30" w:rsidP="00E00D30">
      <w:r>
        <w:t>445.1308</w:t>
      </w:r>
      <w:r>
        <w:tab/>
        <w:t>1.013e0</w:t>
      </w:r>
    </w:p>
    <w:p w:rsidR="00E00D30" w:rsidRDefault="00E00D30" w:rsidP="00E00D30">
      <w:r>
        <w:t>445.1355</w:t>
      </w:r>
      <w:r>
        <w:tab/>
        <w:t>2.025e0</w:t>
      </w:r>
    </w:p>
    <w:p w:rsidR="00E00D30" w:rsidRDefault="00E00D30" w:rsidP="00E00D30">
      <w:r>
        <w:t>445.1616</w:t>
      </w:r>
      <w:r>
        <w:tab/>
        <w:t>1.013e0</w:t>
      </w:r>
    </w:p>
    <w:p w:rsidR="00E00D30" w:rsidRDefault="00E00D30" w:rsidP="00E00D30">
      <w:r>
        <w:t>445.1669</w:t>
      </w:r>
      <w:r>
        <w:tab/>
        <w:t>1.013e0</w:t>
      </w:r>
    </w:p>
    <w:p w:rsidR="00E00D30" w:rsidRDefault="00E00D30" w:rsidP="00E00D30">
      <w:r>
        <w:t>445.1735</w:t>
      </w:r>
      <w:r>
        <w:tab/>
        <w:t>2.443e0</w:t>
      </w:r>
    </w:p>
    <w:p w:rsidR="00E00D30" w:rsidRDefault="00E00D30" w:rsidP="00E00D30">
      <w:r>
        <w:t>445.1852</w:t>
      </w:r>
      <w:r>
        <w:tab/>
        <w:t>1.013e0</w:t>
      </w:r>
    </w:p>
    <w:p w:rsidR="00E00D30" w:rsidRDefault="00E00D30" w:rsidP="00E00D30">
      <w:r>
        <w:t>445.1893</w:t>
      </w:r>
      <w:r>
        <w:tab/>
        <w:t>2.745e0</w:t>
      </w:r>
    </w:p>
    <w:p w:rsidR="00E00D30" w:rsidRDefault="00E00D30" w:rsidP="00E00D30">
      <w:r>
        <w:t>445.1936</w:t>
      </w:r>
      <w:r>
        <w:tab/>
        <w:t>1.013e0</w:t>
      </w:r>
    </w:p>
    <w:p w:rsidR="00E00D30" w:rsidRDefault="00E00D30" w:rsidP="00E00D30">
      <w:r>
        <w:t>445.2077</w:t>
      </w:r>
      <w:r>
        <w:tab/>
        <w:t>3.038e0</w:t>
      </w:r>
    </w:p>
    <w:p w:rsidR="00E00D30" w:rsidRDefault="00E00D30" w:rsidP="00E00D30">
      <w:r>
        <w:t>445.2248</w:t>
      </w:r>
      <w:r>
        <w:tab/>
        <w:t>1.013e0</w:t>
      </w:r>
    </w:p>
    <w:p w:rsidR="00E00D30" w:rsidRDefault="00E00D30" w:rsidP="00E00D30">
      <w:r>
        <w:t>445.2320</w:t>
      </w:r>
      <w:r>
        <w:tab/>
        <w:t>1.013e0</w:t>
      </w:r>
    </w:p>
    <w:p w:rsidR="00E00D30" w:rsidRDefault="00E00D30" w:rsidP="00E00D30">
      <w:r>
        <w:lastRenderedPageBreak/>
        <w:t>445.2462</w:t>
      </w:r>
      <w:r>
        <w:tab/>
        <w:t>2.025e0</w:t>
      </w:r>
    </w:p>
    <w:p w:rsidR="00E00D30" w:rsidRDefault="00E00D30" w:rsidP="00E00D30">
      <w:r>
        <w:t>445.2503</w:t>
      </w:r>
      <w:r>
        <w:tab/>
        <w:t>1.013e0</w:t>
      </w:r>
    </w:p>
    <w:p w:rsidR="00E00D30" w:rsidRDefault="00E00D30" w:rsidP="00E00D30">
      <w:r>
        <w:t>445.2587</w:t>
      </w:r>
      <w:r>
        <w:tab/>
        <w:t>2.025e0</w:t>
      </w:r>
    </w:p>
    <w:p w:rsidR="00E00D30" w:rsidRDefault="00E00D30" w:rsidP="00E00D30">
      <w:r>
        <w:t>445.2898</w:t>
      </w:r>
      <w:r>
        <w:tab/>
        <w:t>1.013e0</w:t>
      </w:r>
    </w:p>
    <w:p w:rsidR="00E00D30" w:rsidRDefault="00E00D30" w:rsidP="00E00D30">
      <w:r>
        <w:t>445.2942</w:t>
      </w:r>
      <w:r>
        <w:tab/>
        <w:t>1.013e0</w:t>
      </w:r>
    </w:p>
    <w:p w:rsidR="00E00D30" w:rsidRDefault="00E00D30" w:rsidP="00E00D30">
      <w:r>
        <w:t>445.3103</w:t>
      </w:r>
      <w:r>
        <w:tab/>
        <w:t>4.051e0</w:t>
      </w:r>
    </w:p>
    <w:p w:rsidR="00E00D30" w:rsidRDefault="00E00D30" w:rsidP="00E00D30">
      <w:r>
        <w:t>445.3409</w:t>
      </w:r>
      <w:r>
        <w:tab/>
        <w:t>1.013e0</w:t>
      </w:r>
    </w:p>
    <w:p w:rsidR="00E00D30" w:rsidRDefault="00E00D30" w:rsidP="00E00D30">
      <w:r>
        <w:t>445.3507</w:t>
      </w:r>
      <w:r>
        <w:tab/>
        <w:t>1.013e0</w:t>
      </w:r>
    </w:p>
    <w:p w:rsidR="00E00D30" w:rsidRDefault="00E00D30" w:rsidP="00E00D30">
      <w:r>
        <w:t>445.3862</w:t>
      </w:r>
      <w:r>
        <w:tab/>
        <w:t>1.013e0</w:t>
      </w:r>
    </w:p>
    <w:p w:rsidR="00E00D30" w:rsidRDefault="00E00D30" w:rsidP="00E00D30">
      <w:r>
        <w:t>445.3981</w:t>
      </w:r>
      <w:r>
        <w:tab/>
        <w:t>3.038e0</w:t>
      </w:r>
    </w:p>
    <w:p w:rsidR="00E00D30" w:rsidRDefault="00E00D30" w:rsidP="00E00D30">
      <w:r>
        <w:t>445.4034</w:t>
      </w:r>
      <w:r>
        <w:tab/>
        <w:t>1.013e0</w:t>
      </w:r>
    </w:p>
    <w:p w:rsidR="00E00D30" w:rsidRDefault="00E00D30" w:rsidP="00E00D30">
      <w:r>
        <w:t>445.4081</w:t>
      </w:r>
      <w:r>
        <w:tab/>
        <w:t>7.129e0</w:t>
      </w:r>
    </w:p>
    <w:p w:rsidR="00E00D30" w:rsidRDefault="00E00D30" w:rsidP="00E00D30">
      <w:r>
        <w:t>445.4114</w:t>
      </w:r>
      <w:r>
        <w:tab/>
        <w:t>1.013e0</w:t>
      </w:r>
    </w:p>
    <w:p w:rsidR="00E00D30" w:rsidRDefault="00E00D30" w:rsidP="00E00D30">
      <w:r>
        <w:t>445.4192</w:t>
      </w:r>
      <w:r>
        <w:tab/>
        <w:t>1.013e0</w:t>
      </w:r>
    </w:p>
    <w:p w:rsidR="00E00D30" w:rsidRDefault="00E00D30" w:rsidP="00E00D30">
      <w:r>
        <w:t>445.4472</w:t>
      </w:r>
      <w:r>
        <w:tab/>
        <w:t>1.013e0</w:t>
      </w:r>
    </w:p>
    <w:p w:rsidR="00E00D30" w:rsidRDefault="00E00D30" w:rsidP="00E00D30">
      <w:r>
        <w:t>445.4582</w:t>
      </w:r>
      <w:r>
        <w:tab/>
        <w:t>1.013e0</w:t>
      </w:r>
    </w:p>
    <w:p w:rsidR="00E00D30" w:rsidRDefault="00E00D30" w:rsidP="00E00D30">
      <w:r>
        <w:t>445.4651</w:t>
      </w:r>
      <w:r>
        <w:tab/>
        <w:t>1.013e0</w:t>
      </w:r>
    </w:p>
    <w:p w:rsidR="00E00D30" w:rsidRDefault="00E00D30" w:rsidP="00E00D30">
      <w:r>
        <w:t>445.4686</w:t>
      </w:r>
      <w:r>
        <w:tab/>
        <w:t>1.013e0</w:t>
      </w:r>
    </w:p>
    <w:p w:rsidR="00E00D30" w:rsidRDefault="00E00D30" w:rsidP="00E00D30">
      <w:r>
        <w:t>445.5083</w:t>
      </w:r>
      <w:r>
        <w:tab/>
        <w:t>1.013e0</w:t>
      </w:r>
    </w:p>
    <w:p w:rsidR="00E00D30" w:rsidRDefault="00E00D30" w:rsidP="00E00D30">
      <w:r>
        <w:lastRenderedPageBreak/>
        <w:t>445.5260</w:t>
      </w:r>
      <w:r>
        <w:tab/>
        <w:t>1.013e0</w:t>
      </w:r>
    </w:p>
    <w:p w:rsidR="00E00D30" w:rsidRDefault="00E00D30" w:rsidP="00E00D30">
      <w:r>
        <w:t>445.5658</w:t>
      </w:r>
      <w:r>
        <w:tab/>
        <w:t>1.013e0</w:t>
      </w:r>
    </w:p>
    <w:p w:rsidR="00E00D30" w:rsidRDefault="00E00D30" w:rsidP="00E00D30">
      <w:r>
        <w:t>445.5774</w:t>
      </w:r>
      <w:r>
        <w:tab/>
        <w:t>3.038e0</w:t>
      </w:r>
    </w:p>
    <w:p w:rsidR="00E00D30" w:rsidRDefault="00E00D30" w:rsidP="00E00D30">
      <w:r>
        <w:t>445.6093</w:t>
      </w:r>
      <w:r>
        <w:tab/>
        <w:t>4.051e0</w:t>
      </w:r>
    </w:p>
    <w:p w:rsidR="00E00D30" w:rsidRDefault="00E00D30" w:rsidP="00E00D30">
      <w:r>
        <w:t>445.6197</w:t>
      </w:r>
      <w:r>
        <w:tab/>
        <w:t>2.025e0</w:t>
      </w:r>
    </w:p>
    <w:p w:rsidR="00E00D30" w:rsidRDefault="00E00D30" w:rsidP="00E00D30">
      <w:r>
        <w:t>445.6218</w:t>
      </w:r>
      <w:r>
        <w:tab/>
        <w:t>2.025e0</w:t>
      </w:r>
    </w:p>
    <w:p w:rsidR="00E00D30" w:rsidRDefault="00E00D30" w:rsidP="00E00D30">
      <w:r>
        <w:t>445.6377</w:t>
      </w:r>
      <w:r>
        <w:tab/>
        <w:t>1.013e0</w:t>
      </w:r>
    </w:p>
    <w:p w:rsidR="00E00D30" w:rsidRDefault="00E00D30" w:rsidP="00E00D30">
      <w:r>
        <w:t>445.6668</w:t>
      </w:r>
      <w:r>
        <w:tab/>
        <w:t>1.013e0</w:t>
      </w:r>
    </w:p>
    <w:p w:rsidR="00E00D30" w:rsidRDefault="00E00D30" w:rsidP="00E00D30">
      <w:r>
        <w:t>445.6695</w:t>
      </w:r>
      <w:r>
        <w:tab/>
        <w:t>1.013e0</w:t>
      </w:r>
    </w:p>
    <w:p w:rsidR="00E00D30" w:rsidRDefault="00E00D30" w:rsidP="00E00D30">
      <w:r>
        <w:t>445.6879</w:t>
      </w:r>
      <w:r>
        <w:tab/>
        <w:t>1.013e0</w:t>
      </w:r>
    </w:p>
    <w:p w:rsidR="00E00D30" w:rsidRDefault="00E00D30" w:rsidP="00E00D30">
      <w:r>
        <w:t>445.6928</w:t>
      </w:r>
      <w:r>
        <w:tab/>
        <w:t>1.013e0</w:t>
      </w:r>
    </w:p>
    <w:p w:rsidR="00E00D30" w:rsidRDefault="00E00D30" w:rsidP="00E00D30">
      <w:r>
        <w:t>445.7509</w:t>
      </w:r>
      <w:r>
        <w:tab/>
        <w:t>2.025e0</w:t>
      </w:r>
    </w:p>
    <w:p w:rsidR="00E00D30" w:rsidRDefault="00E00D30" w:rsidP="00E00D30">
      <w:r>
        <w:t>445.7625</w:t>
      </w:r>
      <w:r>
        <w:tab/>
        <w:t>1.013e0</w:t>
      </w:r>
    </w:p>
    <w:p w:rsidR="00E00D30" w:rsidRDefault="00E00D30" w:rsidP="00E00D30">
      <w:r>
        <w:t>445.7668</w:t>
      </w:r>
      <w:r>
        <w:tab/>
        <w:t>1.013e0</w:t>
      </w:r>
    </w:p>
    <w:p w:rsidR="00E00D30" w:rsidRDefault="00E00D30" w:rsidP="00E00D30">
      <w:r>
        <w:t>445.7847</w:t>
      </w:r>
      <w:r>
        <w:tab/>
        <w:t>1.013e0</w:t>
      </w:r>
    </w:p>
    <w:p w:rsidR="00E00D30" w:rsidRDefault="00E00D30" w:rsidP="00E00D30">
      <w:r>
        <w:t>445.8346</w:t>
      </w:r>
      <w:r>
        <w:tab/>
        <w:t>3.038e0</w:t>
      </w:r>
    </w:p>
    <w:p w:rsidR="00E00D30" w:rsidRDefault="00E00D30" w:rsidP="00E00D30">
      <w:r>
        <w:t>445.8439</w:t>
      </w:r>
      <w:r>
        <w:tab/>
        <w:t>2.025e0</w:t>
      </w:r>
    </w:p>
    <w:p w:rsidR="00E00D30" w:rsidRDefault="00E00D30" w:rsidP="00E00D30">
      <w:r>
        <w:t>445.8458</w:t>
      </w:r>
      <w:r>
        <w:tab/>
        <w:t>2.025e0</w:t>
      </w:r>
    </w:p>
    <w:p w:rsidR="00E00D30" w:rsidRDefault="00E00D30" w:rsidP="00E00D30">
      <w:r>
        <w:t>445.8572</w:t>
      </w:r>
      <w:r>
        <w:tab/>
        <w:t>2.025e0</w:t>
      </w:r>
    </w:p>
    <w:p w:rsidR="00E00D30" w:rsidRDefault="00E00D30" w:rsidP="00E00D30">
      <w:r>
        <w:lastRenderedPageBreak/>
        <w:t>445.8640</w:t>
      </w:r>
      <w:r>
        <w:tab/>
        <w:t>2.025e0</w:t>
      </w:r>
    </w:p>
    <w:p w:rsidR="00E00D30" w:rsidRDefault="00E00D30" w:rsidP="00E00D30">
      <w:r>
        <w:t>445.8724</w:t>
      </w:r>
      <w:r>
        <w:tab/>
        <w:t>1.013e0</w:t>
      </w:r>
    </w:p>
    <w:p w:rsidR="00E00D30" w:rsidRDefault="00E00D30" w:rsidP="00E00D30">
      <w:r>
        <w:t>445.8792</w:t>
      </w:r>
      <w:r>
        <w:tab/>
        <w:t>2.025e0</w:t>
      </w:r>
    </w:p>
    <w:p w:rsidR="00E00D30" w:rsidRDefault="00E00D30" w:rsidP="00E00D30">
      <w:r>
        <w:t>445.9069</w:t>
      </w:r>
      <w:r>
        <w:tab/>
        <w:t>1.013e0</w:t>
      </w:r>
    </w:p>
    <w:p w:rsidR="00E00D30" w:rsidRDefault="00E00D30" w:rsidP="00E00D30">
      <w:r>
        <w:t>445.9193</w:t>
      </w:r>
      <w:r>
        <w:tab/>
        <w:t>1.013e0</w:t>
      </w:r>
    </w:p>
    <w:p w:rsidR="00E00D30" w:rsidRDefault="00E00D30" w:rsidP="00E00D30">
      <w:r>
        <w:t>445.9247</w:t>
      </w:r>
      <w:r>
        <w:tab/>
        <w:t>1.013e0</w:t>
      </w:r>
    </w:p>
    <w:p w:rsidR="00E00D30" w:rsidRDefault="00E00D30" w:rsidP="00E00D30">
      <w:r>
        <w:t>445.9343</w:t>
      </w:r>
      <w:r>
        <w:tab/>
        <w:t>1.013e0</w:t>
      </w:r>
    </w:p>
    <w:p w:rsidR="00E00D30" w:rsidRDefault="00E00D30" w:rsidP="00E00D30">
      <w:r>
        <w:t>445.9395</w:t>
      </w:r>
      <w:r>
        <w:tab/>
        <w:t>2.025e0</w:t>
      </w:r>
    </w:p>
    <w:p w:rsidR="00E00D30" w:rsidRDefault="00E00D30" w:rsidP="00E00D30">
      <w:r>
        <w:t>445.9419</w:t>
      </w:r>
      <w:r>
        <w:tab/>
        <w:t>1.013e0</w:t>
      </w:r>
    </w:p>
    <w:p w:rsidR="00E00D30" w:rsidRDefault="00E00D30" w:rsidP="00E00D30">
      <w:r>
        <w:t>445.9500</w:t>
      </w:r>
      <w:r>
        <w:tab/>
        <w:t>1.013e0</w:t>
      </w:r>
    </w:p>
    <w:p w:rsidR="00E00D30" w:rsidRDefault="00E00D30" w:rsidP="00E00D30">
      <w:r>
        <w:t>445.9861</w:t>
      </w:r>
      <w:r>
        <w:tab/>
        <w:t>2.025e0</w:t>
      </w:r>
    </w:p>
    <w:p w:rsidR="00E00D30" w:rsidRDefault="00E00D30" w:rsidP="00E00D30">
      <w:r>
        <w:t>445.9922</w:t>
      </w:r>
      <w:r>
        <w:tab/>
        <w:t>2.025e0</w:t>
      </w:r>
    </w:p>
    <w:p w:rsidR="00E00D30" w:rsidRDefault="00E00D30" w:rsidP="00E00D30">
      <w:r>
        <w:t>445.9966</w:t>
      </w:r>
      <w:r>
        <w:tab/>
        <w:t>2.025e0</w:t>
      </w:r>
    </w:p>
    <w:p w:rsidR="00E00D30" w:rsidRDefault="00E00D30" w:rsidP="00E00D30">
      <w:r>
        <w:t>446.0594</w:t>
      </w:r>
      <w:r>
        <w:tab/>
        <w:t>2.025e0</w:t>
      </w:r>
    </w:p>
    <w:p w:rsidR="00E00D30" w:rsidRDefault="00E00D30" w:rsidP="00E00D30">
      <w:r>
        <w:t>446.0685</w:t>
      </w:r>
      <w:r>
        <w:tab/>
        <w:t>1.013e0</w:t>
      </w:r>
    </w:p>
    <w:p w:rsidR="00E00D30" w:rsidRDefault="00E00D30" w:rsidP="00E00D30">
      <w:r>
        <w:t>446.0820</w:t>
      </w:r>
      <w:r>
        <w:tab/>
        <w:t>2.025e0</w:t>
      </w:r>
    </w:p>
    <w:p w:rsidR="00E00D30" w:rsidRDefault="00E00D30" w:rsidP="00E00D30">
      <w:r>
        <w:t>446.1438</w:t>
      </w:r>
      <w:r>
        <w:tab/>
        <w:t>1.013e0</w:t>
      </w:r>
    </w:p>
    <w:p w:rsidR="00E00D30" w:rsidRDefault="00E00D30" w:rsidP="00E00D30">
      <w:r>
        <w:t>446.1473</w:t>
      </w:r>
      <w:r>
        <w:tab/>
        <w:t>1.013e0</w:t>
      </w:r>
    </w:p>
    <w:p w:rsidR="00E00D30" w:rsidRDefault="00E00D30" w:rsidP="00E00D30">
      <w:r>
        <w:t>446.1646</w:t>
      </w:r>
      <w:r>
        <w:tab/>
        <w:t>5.063e0</w:t>
      </w:r>
    </w:p>
    <w:p w:rsidR="00E00D30" w:rsidRDefault="00E00D30" w:rsidP="00E00D30">
      <w:r>
        <w:lastRenderedPageBreak/>
        <w:t>446.1921</w:t>
      </w:r>
      <w:r>
        <w:tab/>
        <w:t>1.013e0</w:t>
      </w:r>
    </w:p>
    <w:p w:rsidR="00E00D30" w:rsidRDefault="00E00D30" w:rsidP="00E00D30">
      <w:r>
        <w:t>446.2183</w:t>
      </w:r>
      <w:r>
        <w:tab/>
        <w:t>2.025e0</w:t>
      </w:r>
    </w:p>
    <w:p w:rsidR="00E00D30" w:rsidRDefault="00E00D30" w:rsidP="00E00D30">
      <w:r>
        <w:t>446.2334</w:t>
      </w:r>
      <w:r>
        <w:tab/>
        <w:t>2.025e0</w:t>
      </w:r>
    </w:p>
    <w:p w:rsidR="00E00D30" w:rsidRDefault="00E00D30" w:rsidP="00E00D30">
      <w:r>
        <w:t>446.2431</w:t>
      </w:r>
      <w:r>
        <w:tab/>
        <w:t>2.025e0</w:t>
      </w:r>
    </w:p>
    <w:p w:rsidR="00E00D30" w:rsidRDefault="00E00D30" w:rsidP="00E00D30">
      <w:r>
        <w:t>446.2504</w:t>
      </w:r>
      <w:r>
        <w:tab/>
        <w:t>2.025e0</w:t>
      </w:r>
    </w:p>
    <w:p w:rsidR="00E00D30" w:rsidRDefault="00E00D30" w:rsidP="00E00D30">
      <w:r>
        <w:t>446.2614</w:t>
      </w:r>
      <w:r>
        <w:tab/>
        <w:t>9.206e0</w:t>
      </w:r>
    </w:p>
    <w:p w:rsidR="00E00D30" w:rsidRDefault="00E00D30" w:rsidP="00E00D30">
      <w:r>
        <w:t>446.2669</w:t>
      </w:r>
      <w:r>
        <w:tab/>
        <w:t>6.170e0</w:t>
      </w:r>
    </w:p>
    <w:p w:rsidR="00E00D30" w:rsidRDefault="00E00D30" w:rsidP="00E00D30">
      <w:r>
        <w:t>446.2688</w:t>
      </w:r>
      <w:r>
        <w:tab/>
        <w:t>2.025e0</w:t>
      </w:r>
    </w:p>
    <w:p w:rsidR="00E00D30" w:rsidRDefault="00E00D30" w:rsidP="00E00D30">
      <w:r>
        <w:t>446.2702</w:t>
      </w:r>
      <w:r>
        <w:tab/>
        <w:t>1.823e1</w:t>
      </w:r>
    </w:p>
    <w:p w:rsidR="00E00D30" w:rsidRDefault="00E00D30" w:rsidP="00E00D30">
      <w:r>
        <w:t>446.2719</w:t>
      </w:r>
      <w:r>
        <w:tab/>
        <w:t>1.316e1</w:t>
      </w:r>
    </w:p>
    <w:p w:rsidR="00E00D30" w:rsidRDefault="00E00D30" w:rsidP="00E00D30">
      <w:r>
        <w:t>446.2852</w:t>
      </w:r>
      <w:r>
        <w:tab/>
        <w:t>4.051e0</w:t>
      </w:r>
    </w:p>
    <w:p w:rsidR="00E00D30" w:rsidRDefault="00E00D30" w:rsidP="00E00D30">
      <w:r>
        <w:t>446.3017</w:t>
      </w:r>
      <w:r>
        <w:tab/>
        <w:t>3.038e0</w:t>
      </w:r>
    </w:p>
    <w:p w:rsidR="00E00D30" w:rsidRDefault="00E00D30" w:rsidP="00E00D30">
      <w:r>
        <w:t>446.3091</w:t>
      </w:r>
      <w:r>
        <w:tab/>
        <w:t>1.013e0</w:t>
      </w:r>
    </w:p>
    <w:p w:rsidR="00E00D30" w:rsidRDefault="00E00D30" w:rsidP="00E00D30">
      <w:r>
        <w:t>446.3344</w:t>
      </w:r>
      <w:r>
        <w:tab/>
        <w:t>2.025e0</w:t>
      </w:r>
    </w:p>
    <w:p w:rsidR="00E00D30" w:rsidRDefault="00E00D30" w:rsidP="00E00D30">
      <w:r>
        <w:t>446.3484</w:t>
      </w:r>
      <w:r>
        <w:tab/>
        <w:t>1.013e0</w:t>
      </w:r>
    </w:p>
    <w:p w:rsidR="00E00D30" w:rsidRDefault="00E00D30" w:rsidP="00E00D30">
      <w:r>
        <w:t>446.3520</w:t>
      </w:r>
      <w:r>
        <w:tab/>
        <w:t>4.051e0</w:t>
      </w:r>
    </w:p>
    <w:p w:rsidR="00E00D30" w:rsidRDefault="00E00D30" w:rsidP="00E00D30">
      <w:r>
        <w:t>446.3665</w:t>
      </w:r>
      <w:r>
        <w:tab/>
        <w:t>1.013e0</w:t>
      </w:r>
    </w:p>
    <w:p w:rsidR="00E00D30" w:rsidRDefault="00E00D30" w:rsidP="00E00D30">
      <w:r>
        <w:t>446.3791</w:t>
      </w:r>
      <w:r>
        <w:tab/>
        <w:t>2.025e0</w:t>
      </w:r>
    </w:p>
    <w:p w:rsidR="00E00D30" w:rsidRDefault="00E00D30" w:rsidP="00E00D30">
      <w:r>
        <w:t>446.3958</w:t>
      </w:r>
      <w:r>
        <w:tab/>
        <w:t>1.013e0</w:t>
      </w:r>
    </w:p>
    <w:p w:rsidR="00E00D30" w:rsidRDefault="00E00D30" w:rsidP="00E00D30">
      <w:r>
        <w:lastRenderedPageBreak/>
        <w:t>446.4026</w:t>
      </w:r>
      <w:r>
        <w:tab/>
        <w:t>1.013e0</w:t>
      </w:r>
    </w:p>
    <w:p w:rsidR="00E00D30" w:rsidRDefault="00E00D30" w:rsidP="00E00D30">
      <w:r>
        <w:t>446.4276</w:t>
      </w:r>
      <w:r>
        <w:tab/>
        <w:t>1.013e0</w:t>
      </w:r>
    </w:p>
    <w:p w:rsidR="00E00D30" w:rsidRDefault="00E00D30" w:rsidP="00E00D30">
      <w:r>
        <w:t>446.4341</w:t>
      </w:r>
      <w:r>
        <w:tab/>
        <w:t>1.013e0</w:t>
      </w:r>
    </w:p>
    <w:p w:rsidR="00E00D30" w:rsidRDefault="00E00D30" w:rsidP="00E00D30">
      <w:r>
        <w:t>446.4375</w:t>
      </w:r>
      <w:r>
        <w:tab/>
        <w:t>2.025e0</w:t>
      </w:r>
    </w:p>
    <w:p w:rsidR="00E00D30" w:rsidRDefault="00E00D30" w:rsidP="00E00D30">
      <w:r>
        <w:t>446.4422</w:t>
      </w:r>
      <w:r>
        <w:tab/>
        <w:t>1.013e0</w:t>
      </w:r>
    </w:p>
    <w:p w:rsidR="00E00D30" w:rsidRDefault="00E00D30" w:rsidP="00E00D30">
      <w:r>
        <w:t>446.4620</w:t>
      </w:r>
      <w:r>
        <w:tab/>
        <w:t>2.025e0</w:t>
      </w:r>
    </w:p>
    <w:p w:rsidR="00E00D30" w:rsidRDefault="00E00D30" w:rsidP="00E00D30">
      <w:r>
        <w:t>446.4734</w:t>
      </w:r>
      <w:r>
        <w:tab/>
        <w:t>1.013e0</w:t>
      </w:r>
    </w:p>
    <w:p w:rsidR="00E00D30" w:rsidRDefault="00E00D30" w:rsidP="00E00D30">
      <w:r>
        <w:t>446.5073</w:t>
      </w:r>
      <w:r>
        <w:tab/>
        <w:t>1.013e0</w:t>
      </w:r>
    </w:p>
    <w:p w:rsidR="00E00D30" w:rsidRDefault="00E00D30" w:rsidP="00E00D30">
      <w:r>
        <w:t>446.5468</w:t>
      </w:r>
      <w:r>
        <w:tab/>
        <w:t>1.013e0</w:t>
      </w:r>
    </w:p>
    <w:p w:rsidR="00E00D30" w:rsidRDefault="00E00D30" w:rsidP="00E00D30">
      <w:r>
        <w:t>446.5514</w:t>
      </w:r>
      <w:r>
        <w:tab/>
        <w:t>1.013e0</w:t>
      </w:r>
    </w:p>
    <w:p w:rsidR="00E00D30" w:rsidRDefault="00E00D30" w:rsidP="00E00D30">
      <w:r>
        <w:t>446.5749</w:t>
      </w:r>
      <w:r>
        <w:tab/>
        <w:t>1.013e0</w:t>
      </w:r>
    </w:p>
    <w:p w:rsidR="00E00D30" w:rsidRDefault="00E00D30" w:rsidP="00E00D30">
      <w:r>
        <w:t>446.5858</w:t>
      </w:r>
      <w:r>
        <w:tab/>
        <w:t>1.013e0</w:t>
      </w:r>
    </w:p>
    <w:p w:rsidR="00E00D30" w:rsidRDefault="00E00D30" w:rsidP="00E00D30">
      <w:r>
        <w:t>446.6140</w:t>
      </w:r>
      <w:r>
        <w:tab/>
        <w:t>1.013e0</w:t>
      </w:r>
    </w:p>
    <w:p w:rsidR="00E00D30" w:rsidRDefault="00E00D30" w:rsidP="00E00D30">
      <w:r>
        <w:t>446.6218</w:t>
      </w:r>
      <w:r>
        <w:tab/>
        <w:t>1.013e0</w:t>
      </w:r>
    </w:p>
    <w:p w:rsidR="00E00D30" w:rsidRDefault="00E00D30" w:rsidP="00E00D30">
      <w:r>
        <w:t>446.6251</w:t>
      </w:r>
      <w:r>
        <w:tab/>
        <w:t>1.013e0</w:t>
      </w:r>
    </w:p>
    <w:p w:rsidR="00E00D30" w:rsidRDefault="00E00D30" w:rsidP="00E00D30">
      <w:r>
        <w:t>446.6298</w:t>
      </w:r>
      <w:r>
        <w:tab/>
        <w:t>1.013e0</w:t>
      </w:r>
    </w:p>
    <w:p w:rsidR="00E00D30" w:rsidRDefault="00E00D30" w:rsidP="00E00D30">
      <w:r>
        <w:t>446.6609</w:t>
      </w:r>
      <w:r>
        <w:tab/>
        <w:t>1.013e0</w:t>
      </w:r>
    </w:p>
    <w:p w:rsidR="00E00D30" w:rsidRDefault="00E00D30" w:rsidP="00E00D30">
      <w:r>
        <w:t>446.6653</w:t>
      </w:r>
      <w:r>
        <w:tab/>
        <w:t>1.013e0</w:t>
      </w:r>
    </w:p>
    <w:p w:rsidR="00E00D30" w:rsidRDefault="00E00D30" w:rsidP="00E00D30">
      <w:r>
        <w:t>446.7044</w:t>
      </w:r>
      <w:r>
        <w:tab/>
        <w:t>2.025e0</w:t>
      </w:r>
    </w:p>
    <w:p w:rsidR="00E00D30" w:rsidRDefault="00E00D30" w:rsidP="00E00D30">
      <w:r>
        <w:lastRenderedPageBreak/>
        <w:t>446.7704</w:t>
      </w:r>
      <w:r>
        <w:tab/>
        <w:t>1.013e0</w:t>
      </w:r>
    </w:p>
    <w:p w:rsidR="00E00D30" w:rsidRDefault="00E00D30" w:rsidP="00E00D30">
      <w:r>
        <w:t>446.7784</w:t>
      </w:r>
      <w:r>
        <w:tab/>
        <w:t>1.013e0</w:t>
      </w:r>
    </w:p>
    <w:p w:rsidR="00E00D30" w:rsidRDefault="00E00D30" w:rsidP="00E00D30">
      <w:r>
        <w:t>446.7829</w:t>
      </w:r>
      <w:r>
        <w:tab/>
        <w:t>2.025e0</w:t>
      </w:r>
    </w:p>
    <w:p w:rsidR="00E00D30" w:rsidRDefault="00E00D30" w:rsidP="00E00D30">
      <w:r>
        <w:t>446.8181</w:t>
      </w:r>
      <w:r>
        <w:tab/>
        <w:t>1.013e0</w:t>
      </w:r>
    </w:p>
    <w:p w:rsidR="00E00D30" w:rsidRDefault="00E00D30" w:rsidP="00E00D30">
      <w:r>
        <w:t>446.8445</w:t>
      </w:r>
      <w:r>
        <w:tab/>
        <w:t>1.013e0</w:t>
      </w:r>
    </w:p>
    <w:p w:rsidR="00E00D30" w:rsidRDefault="00E00D30" w:rsidP="00E00D30">
      <w:r>
        <w:t>446.8622</w:t>
      </w:r>
      <w:r>
        <w:tab/>
        <w:t>2.025e0</w:t>
      </w:r>
    </w:p>
    <w:p w:rsidR="00E00D30" w:rsidRDefault="00E00D30" w:rsidP="00E00D30">
      <w:r>
        <w:t>446.8869</w:t>
      </w:r>
      <w:r>
        <w:tab/>
        <w:t>4.051e0</w:t>
      </w:r>
    </w:p>
    <w:p w:rsidR="00E00D30" w:rsidRDefault="00E00D30" w:rsidP="00E00D30">
      <w:r>
        <w:t>446.9019</w:t>
      </w:r>
      <w:r>
        <w:tab/>
        <w:t>1.013e0</w:t>
      </w:r>
    </w:p>
    <w:p w:rsidR="00E00D30" w:rsidRDefault="00E00D30" w:rsidP="00E00D30">
      <w:r>
        <w:t>446.9190</w:t>
      </w:r>
      <w:r>
        <w:tab/>
        <w:t>1.013e0</w:t>
      </w:r>
    </w:p>
    <w:p w:rsidR="00E00D30" w:rsidRDefault="00E00D30" w:rsidP="00E00D30">
      <w:r>
        <w:t>446.9268</w:t>
      </w:r>
      <w:r>
        <w:tab/>
        <w:t>1.013e0</w:t>
      </w:r>
    </w:p>
    <w:p w:rsidR="00E00D30" w:rsidRDefault="00E00D30" w:rsidP="00E00D30">
      <w:r>
        <w:t>446.9415</w:t>
      </w:r>
      <w:r>
        <w:tab/>
        <w:t>1.013e0</w:t>
      </w:r>
    </w:p>
    <w:p w:rsidR="00E00D30" w:rsidRDefault="00E00D30" w:rsidP="00E00D30">
      <w:r>
        <w:t>446.9450</w:t>
      </w:r>
      <w:r>
        <w:tab/>
        <w:t>1.013e0</w:t>
      </w:r>
    </w:p>
    <w:p w:rsidR="00E00D30" w:rsidRDefault="00E00D30" w:rsidP="00E00D30">
      <w:r>
        <w:t>446.9544</w:t>
      </w:r>
      <w:r>
        <w:tab/>
        <w:t>4.051e0</w:t>
      </w:r>
    </w:p>
    <w:p w:rsidR="00E00D30" w:rsidRDefault="00E00D30" w:rsidP="00E00D30">
      <w:r>
        <w:t>446.9694</w:t>
      </w:r>
      <w:r>
        <w:tab/>
        <w:t>2.025e0</w:t>
      </w:r>
    </w:p>
    <w:p w:rsidR="00E00D30" w:rsidRDefault="00E00D30" w:rsidP="00E00D30">
      <w:r>
        <w:t>446.9811</w:t>
      </w:r>
      <w:r>
        <w:tab/>
        <w:t>1.013e0</w:t>
      </w:r>
    </w:p>
    <w:p w:rsidR="00E00D30" w:rsidRDefault="00E00D30" w:rsidP="00E00D30">
      <w:r>
        <w:t>446.9973</w:t>
      </w:r>
      <w:r>
        <w:tab/>
        <w:t>2.025e0</w:t>
      </w:r>
    </w:p>
    <w:p w:rsidR="00E00D30" w:rsidRDefault="00E00D30" w:rsidP="00E00D30">
      <w:r>
        <w:t>447.0022</w:t>
      </w:r>
      <w:r>
        <w:tab/>
        <w:t>1.013e0</w:t>
      </w:r>
    </w:p>
    <w:p w:rsidR="00E00D30" w:rsidRDefault="00E00D30" w:rsidP="00E00D30">
      <w:r>
        <w:t>447.0288</w:t>
      </w:r>
      <w:r>
        <w:tab/>
        <w:t>1.013e0</w:t>
      </w:r>
    </w:p>
    <w:p w:rsidR="00E00D30" w:rsidRDefault="00E00D30" w:rsidP="00E00D30">
      <w:r>
        <w:t>447.0452</w:t>
      </w:r>
      <w:r>
        <w:tab/>
        <w:t>1.013e0</w:t>
      </w:r>
    </w:p>
    <w:p w:rsidR="00E00D30" w:rsidRDefault="00E00D30" w:rsidP="00E00D30">
      <w:r>
        <w:lastRenderedPageBreak/>
        <w:t>447.0741</w:t>
      </w:r>
      <w:r>
        <w:tab/>
        <w:t>2.025e0</w:t>
      </w:r>
    </w:p>
    <w:p w:rsidR="00E00D30" w:rsidRDefault="00E00D30" w:rsidP="00E00D30">
      <w:r>
        <w:t>447.0912</w:t>
      </w:r>
      <w:r>
        <w:tab/>
        <w:t>1.013e0</w:t>
      </w:r>
    </w:p>
    <w:p w:rsidR="00E00D30" w:rsidRDefault="00E00D30" w:rsidP="00E00D30">
      <w:r>
        <w:t>447.0991</w:t>
      </w:r>
      <w:r>
        <w:tab/>
        <w:t>3.038e0</w:t>
      </w:r>
    </w:p>
    <w:p w:rsidR="00E00D30" w:rsidRDefault="00E00D30" w:rsidP="00E00D30">
      <w:r>
        <w:t>447.1147</w:t>
      </w:r>
      <w:r>
        <w:tab/>
        <w:t>2.025e0</w:t>
      </w:r>
    </w:p>
    <w:p w:rsidR="00E00D30" w:rsidRDefault="00E00D30" w:rsidP="00E00D30">
      <w:r>
        <w:t>447.1246</w:t>
      </w:r>
      <w:r>
        <w:tab/>
        <w:t>1.013e0</w:t>
      </w:r>
    </w:p>
    <w:p w:rsidR="00E00D30" w:rsidRDefault="00E00D30" w:rsidP="00E00D30">
      <w:r>
        <w:t>447.1318</w:t>
      </w:r>
      <w:r>
        <w:tab/>
        <w:t>2.025e0</w:t>
      </w:r>
    </w:p>
    <w:p w:rsidR="00E00D30" w:rsidRDefault="00E00D30" w:rsidP="00E00D30">
      <w:r>
        <w:t>447.1425</w:t>
      </w:r>
      <w:r>
        <w:tab/>
        <w:t>2.025e0</w:t>
      </w:r>
    </w:p>
    <w:p w:rsidR="00E00D30" w:rsidRDefault="00E00D30" w:rsidP="00E00D30">
      <w:r>
        <w:t>447.1538</w:t>
      </w:r>
      <w:r>
        <w:tab/>
        <w:t>2.025e0</w:t>
      </w:r>
    </w:p>
    <w:p w:rsidR="00E00D30" w:rsidRDefault="00E00D30" w:rsidP="00E00D30">
      <w:r>
        <w:t>447.1776</w:t>
      </w:r>
      <w:r>
        <w:tab/>
        <w:t>1.013e0</w:t>
      </w:r>
    </w:p>
    <w:p w:rsidR="00E00D30" w:rsidRDefault="00E00D30" w:rsidP="00E00D30">
      <w:r>
        <w:t>447.1821</w:t>
      </w:r>
      <w:r>
        <w:tab/>
        <w:t>2.025e0</w:t>
      </w:r>
    </w:p>
    <w:p w:rsidR="00E00D30" w:rsidRDefault="00E00D30" w:rsidP="00E00D30">
      <w:r>
        <w:t>447.2250</w:t>
      </w:r>
      <w:r>
        <w:tab/>
        <w:t>1.013e0</w:t>
      </w:r>
    </w:p>
    <w:p w:rsidR="00E00D30" w:rsidRDefault="00E00D30" w:rsidP="00E00D30">
      <w:r>
        <w:t>447.2564</w:t>
      </w:r>
      <w:r>
        <w:tab/>
        <w:t>1.013e0</w:t>
      </w:r>
    </w:p>
    <w:p w:rsidR="00E00D30" w:rsidRDefault="00E00D30" w:rsidP="00E00D30">
      <w:r>
        <w:t>447.2611</w:t>
      </w:r>
      <w:r>
        <w:tab/>
        <w:t>1.013e0</w:t>
      </w:r>
    </w:p>
    <w:p w:rsidR="00E00D30" w:rsidRDefault="00E00D30" w:rsidP="00E00D30">
      <w:r>
        <w:t>447.2635</w:t>
      </w:r>
      <w:r>
        <w:tab/>
        <w:t>4.051e0</w:t>
      </w:r>
    </w:p>
    <w:p w:rsidR="00E00D30" w:rsidRDefault="00E00D30" w:rsidP="00E00D30">
      <w:r>
        <w:t>447.2671</w:t>
      </w:r>
      <w:r>
        <w:tab/>
        <w:t>3.038e0</w:t>
      </w:r>
    </w:p>
    <w:p w:rsidR="00E00D30" w:rsidRDefault="00E00D30" w:rsidP="00E00D30">
      <w:r>
        <w:t>447.2707</w:t>
      </w:r>
      <w:r>
        <w:tab/>
        <w:t>5.063e0</w:t>
      </w:r>
    </w:p>
    <w:p w:rsidR="00E00D30" w:rsidRDefault="00E00D30" w:rsidP="00E00D30">
      <w:r>
        <w:t>447.2839</w:t>
      </w:r>
      <w:r>
        <w:tab/>
        <w:t>2.025e0</w:t>
      </w:r>
    </w:p>
    <w:p w:rsidR="00E00D30" w:rsidRDefault="00E00D30" w:rsidP="00E00D30">
      <w:r>
        <w:t>447.2872</w:t>
      </w:r>
      <w:r>
        <w:tab/>
        <w:t>1.013e0</w:t>
      </w:r>
    </w:p>
    <w:p w:rsidR="00E00D30" w:rsidRDefault="00E00D30" w:rsidP="00E00D30">
      <w:r>
        <w:t>447.2956</w:t>
      </w:r>
      <w:r>
        <w:tab/>
        <w:t>1.013e0</w:t>
      </w:r>
    </w:p>
    <w:p w:rsidR="00E00D30" w:rsidRDefault="00E00D30" w:rsidP="00E00D30">
      <w:r>
        <w:lastRenderedPageBreak/>
        <w:t>447.3055</w:t>
      </w:r>
      <w:r>
        <w:tab/>
        <w:t>2.025e0</w:t>
      </w:r>
    </w:p>
    <w:p w:rsidR="00E00D30" w:rsidRDefault="00E00D30" w:rsidP="00E00D30">
      <w:r>
        <w:t>447.3100</w:t>
      </w:r>
      <w:r>
        <w:tab/>
        <w:t>2.025e0</w:t>
      </w:r>
    </w:p>
    <w:p w:rsidR="00E00D30" w:rsidRDefault="00E00D30" w:rsidP="00E00D30">
      <w:r>
        <w:t>447.3233</w:t>
      </w:r>
      <w:r>
        <w:tab/>
        <w:t>2.025e0</w:t>
      </w:r>
    </w:p>
    <w:p w:rsidR="00E00D30" w:rsidRDefault="00E00D30" w:rsidP="00E00D30">
      <w:r>
        <w:t>447.3276</w:t>
      </w:r>
      <w:r>
        <w:tab/>
        <w:t>4.051e0</w:t>
      </w:r>
    </w:p>
    <w:p w:rsidR="00E00D30" w:rsidRDefault="00E00D30" w:rsidP="00E00D30">
      <w:r>
        <w:t>447.3380</w:t>
      </w:r>
      <w:r>
        <w:tab/>
        <w:t>2.025e0</w:t>
      </w:r>
    </w:p>
    <w:p w:rsidR="00E00D30" w:rsidRDefault="00E00D30" w:rsidP="00E00D30">
      <w:r>
        <w:t>447.3399</w:t>
      </w:r>
      <w:r>
        <w:tab/>
        <w:t>1.013e0</w:t>
      </w:r>
    </w:p>
    <w:p w:rsidR="00E00D30" w:rsidRDefault="00E00D30" w:rsidP="00E00D30">
      <w:r>
        <w:t>447.3559</w:t>
      </w:r>
      <w:r>
        <w:tab/>
        <w:t>7.089e0</w:t>
      </w:r>
    </w:p>
    <w:p w:rsidR="00E00D30" w:rsidRDefault="00E00D30" w:rsidP="00E00D30">
      <w:r>
        <w:t>447.3774</w:t>
      </w:r>
      <w:r>
        <w:tab/>
        <w:t>2.025e0</w:t>
      </w:r>
    </w:p>
    <w:p w:rsidR="00E00D30" w:rsidRDefault="00E00D30" w:rsidP="00E00D30">
      <w:r>
        <w:t>447.3896</w:t>
      </w:r>
      <w:r>
        <w:tab/>
        <w:t>1.013e0</w:t>
      </w:r>
    </w:p>
    <w:p w:rsidR="00E00D30" w:rsidRDefault="00E00D30" w:rsidP="00E00D30">
      <w:r>
        <w:t>447.4118</w:t>
      </w:r>
      <w:r>
        <w:tab/>
        <w:t>2.025e0</w:t>
      </w:r>
    </w:p>
    <w:p w:rsidR="00E00D30" w:rsidRDefault="00E00D30" w:rsidP="00E00D30">
      <w:r>
        <w:t>447.4517</w:t>
      </w:r>
      <w:r>
        <w:tab/>
        <w:t>2.025e0</w:t>
      </w:r>
    </w:p>
    <w:p w:rsidR="00E00D30" w:rsidRDefault="00E00D30" w:rsidP="00E00D30">
      <w:r>
        <w:t>447.4587</w:t>
      </w:r>
      <w:r>
        <w:tab/>
        <w:t>1.013e0</w:t>
      </w:r>
    </w:p>
    <w:p w:rsidR="00E00D30" w:rsidRDefault="00E00D30" w:rsidP="00E00D30">
      <w:r>
        <w:t>447.4624</w:t>
      </w:r>
      <w:r>
        <w:tab/>
        <w:t>1.013e0</w:t>
      </w:r>
    </w:p>
    <w:p w:rsidR="00E00D30" w:rsidRDefault="00E00D30" w:rsidP="00E00D30">
      <w:r>
        <w:t>447.4840</w:t>
      </w:r>
      <w:r>
        <w:tab/>
        <w:t>2.025e0</w:t>
      </w:r>
    </w:p>
    <w:p w:rsidR="00E00D30" w:rsidRDefault="00E00D30" w:rsidP="00E00D30">
      <w:r>
        <w:t>447.5141</w:t>
      </w:r>
      <w:r>
        <w:tab/>
        <w:t>1.013e0</w:t>
      </w:r>
    </w:p>
    <w:p w:rsidR="00E00D30" w:rsidRDefault="00E00D30" w:rsidP="00E00D30">
      <w:r>
        <w:t>447.5593</w:t>
      </w:r>
      <w:r>
        <w:tab/>
        <w:t>1.013e0</w:t>
      </w:r>
    </w:p>
    <w:p w:rsidR="00E00D30" w:rsidRDefault="00E00D30" w:rsidP="00E00D30">
      <w:r>
        <w:t>447.5629</w:t>
      </w:r>
      <w:r>
        <w:tab/>
        <w:t>1.013e0</w:t>
      </w:r>
    </w:p>
    <w:p w:rsidR="00E00D30" w:rsidRDefault="00E00D30" w:rsidP="00E00D30">
      <w:r>
        <w:t>447.5768</w:t>
      </w:r>
      <w:r>
        <w:tab/>
        <w:t>1.013e0</w:t>
      </w:r>
    </w:p>
    <w:p w:rsidR="00E00D30" w:rsidRDefault="00E00D30" w:rsidP="00E00D30">
      <w:r>
        <w:t>447.5927</w:t>
      </w:r>
      <w:r>
        <w:tab/>
        <w:t>1.013e0</w:t>
      </w:r>
    </w:p>
    <w:p w:rsidR="00E00D30" w:rsidRDefault="00E00D30" w:rsidP="00E00D30">
      <w:r>
        <w:lastRenderedPageBreak/>
        <w:t>447.5987</w:t>
      </w:r>
      <w:r>
        <w:tab/>
        <w:t>1.013e0</w:t>
      </w:r>
    </w:p>
    <w:p w:rsidR="00E00D30" w:rsidRDefault="00E00D30" w:rsidP="00E00D30">
      <w:r>
        <w:t>447.6160</w:t>
      </w:r>
      <w:r>
        <w:tab/>
        <w:t>1.013e0</w:t>
      </w:r>
    </w:p>
    <w:p w:rsidR="00E00D30" w:rsidRDefault="00E00D30" w:rsidP="00E00D30">
      <w:r>
        <w:t>447.6316</w:t>
      </w:r>
      <w:r>
        <w:tab/>
        <w:t>2.025e0</w:t>
      </w:r>
    </w:p>
    <w:p w:rsidR="00E00D30" w:rsidRDefault="00E00D30" w:rsidP="00E00D30">
      <w:r>
        <w:t>447.6554</w:t>
      </w:r>
      <w:r>
        <w:tab/>
        <w:t>1.013e0</w:t>
      </w:r>
    </w:p>
    <w:p w:rsidR="00E00D30" w:rsidRDefault="00E00D30" w:rsidP="00E00D30">
      <w:r>
        <w:t>447.6605</w:t>
      </w:r>
      <w:r>
        <w:tab/>
        <w:t>1.013e0</w:t>
      </w:r>
    </w:p>
    <w:p w:rsidR="00E00D30" w:rsidRDefault="00E00D30" w:rsidP="00E00D30">
      <w:r>
        <w:t>447.6708</w:t>
      </w:r>
      <w:r>
        <w:tab/>
        <w:t>1.013e0</w:t>
      </w:r>
    </w:p>
    <w:p w:rsidR="00E00D30" w:rsidRDefault="00E00D30" w:rsidP="00E00D30">
      <w:r>
        <w:t>447.6919</w:t>
      </w:r>
      <w:r>
        <w:tab/>
        <w:t>2.025e0</w:t>
      </w:r>
    </w:p>
    <w:p w:rsidR="00E00D30" w:rsidRDefault="00E00D30" w:rsidP="00E00D30">
      <w:r>
        <w:t>447.6994</w:t>
      </w:r>
      <w:r>
        <w:tab/>
        <w:t>1.013e0</w:t>
      </w:r>
    </w:p>
    <w:p w:rsidR="00E00D30" w:rsidRDefault="00E00D30" w:rsidP="00E00D30">
      <w:r>
        <w:t>447.7029</w:t>
      </w:r>
      <w:r>
        <w:tab/>
        <w:t>2.025e0</w:t>
      </w:r>
    </w:p>
    <w:p w:rsidR="00E00D30" w:rsidRDefault="00E00D30" w:rsidP="00E00D30">
      <w:r>
        <w:t>447.7494</w:t>
      </w:r>
      <w:r>
        <w:tab/>
        <w:t>1.013e0</w:t>
      </w:r>
    </w:p>
    <w:p w:rsidR="00E00D30" w:rsidRDefault="00E00D30" w:rsidP="00E00D30">
      <w:r>
        <w:t>447.7785</w:t>
      </w:r>
      <w:r>
        <w:tab/>
        <w:t>1.013e0</w:t>
      </w:r>
    </w:p>
    <w:p w:rsidR="00E00D30" w:rsidRDefault="00E00D30" w:rsidP="00E00D30">
      <w:r>
        <w:t>447.7818</w:t>
      </w:r>
      <w:r>
        <w:tab/>
        <w:t>1.013e0</w:t>
      </w:r>
    </w:p>
    <w:p w:rsidR="00E00D30" w:rsidRDefault="00E00D30" w:rsidP="00E00D30">
      <w:r>
        <w:t>447.8119</w:t>
      </w:r>
      <w:r>
        <w:tab/>
        <w:t>2.025e0</w:t>
      </w:r>
    </w:p>
    <w:p w:rsidR="00E00D30" w:rsidRDefault="00E00D30" w:rsidP="00E00D30">
      <w:r>
        <w:t>447.8312</w:t>
      </w:r>
      <w:r>
        <w:tab/>
        <w:t>2.025e0</w:t>
      </w:r>
    </w:p>
    <w:p w:rsidR="00E00D30" w:rsidRDefault="00E00D30" w:rsidP="00E00D30">
      <w:r>
        <w:t>447.8334</w:t>
      </w:r>
      <w:r>
        <w:tab/>
        <w:t>2.025e0</w:t>
      </w:r>
    </w:p>
    <w:p w:rsidR="00E00D30" w:rsidRDefault="00E00D30" w:rsidP="00E00D30">
      <w:r>
        <w:t>447.8502</w:t>
      </w:r>
      <w:r>
        <w:tab/>
        <w:t>2.025e0</w:t>
      </w:r>
    </w:p>
    <w:p w:rsidR="00E00D30" w:rsidRDefault="00E00D30" w:rsidP="00E00D30">
      <w:r>
        <w:t>447.8576</w:t>
      </w:r>
      <w:r>
        <w:tab/>
        <w:t>2.025e0</w:t>
      </w:r>
    </w:p>
    <w:p w:rsidR="00E00D30" w:rsidRDefault="00E00D30" w:rsidP="00E00D30">
      <w:r>
        <w:t>447.8903</w:t>
      </w:r>
      <w:r>
        <w:tab/>
        <w:t>1.013e0</w:t>
      </w:r>
    </w:p>
    <w:p w:rsidR="00E00D30" w:rsidRDefault="00E00D30" w:rsidP="00E00D30">
      <w:r>
        <w:t>447.9297</w:t>
      </w:r>
      <w:r>
        <w:tab/>
        <w:t>1.013e0</w:t>
      </w:r>
    </w:p>
    <w:p w:rsidR="00E00D30" w:rsidRDefault="00E00D30" w:rsidP="00E00D30">
      <w:r>
        <w:lastRenderedPageBreak/>
        <w:t>447.9370</w:t>
      </w:r>
      <w:r>
        <w:tab/>
        <w:t>2.025e0</w:t>
      </w:r>
    </w:p>
    <w:p w:rsidR="00E00D30" w:rsidRDefault="00E00D30" w:rsidP="00E00D30">
      <w:r>
        <w:t>447.9658</w:t>
      </w:r>
      <w:r>
        <w:tab/>
        <w:t>3.038e0</w:t>
      </w:r>
    </w:p>
    <w:p w:rsidR="00E00D30" w:rsidRDefault="00E00D30" w:rsidP="00E00D30">
      <w:r>
        <w:t>447.9761</w:t>
      </w:r>
      <w:r>
        <w:tab/>
        <w:t>1.013e0</w:t>
      </w:r>
    </w:p>
    <w:p w:rsidR="00E00D30" w:rsidRDefault="00E00D30" w:rsidP="00E00D30">
      <w:r>
        <w:t>448.0166</w:t>
      </w:r>
      <w:r>
        <w:tab/>
        <w:t>1.013e0</w:t>
      </w:r>
    </w:p>
    <w:p w:rsidR="00E00D30" w:rsidRDefault="00E00D30" w:rsidP="00E00D30">
      <w:r>
        <w:t>448.0433</w:t>
      </w:r>
      <w:r>
        <w:tab/>
        <w:t>2.025e0</w:t>
      </w:r>
    </w:p>
    <w:p w:rsidR="00E00D30" w:rsidRDefault="00E00D30" w:rsidP="00E00D30">
      <w:r>
        <w:t>448.0546</w:t>
      </w:r>
      <w:r>
        <w:tab/>
        <w:t>2.025e0</w:t>
      </w:r>
    </w:p>
    <w:p w:rsidR="00E00D30" w:rsidRDefault="00E00D30" w:rsidP="00E00D30">
      <w:r>
        <w:t>448.0591</w:t>
      </w:r>
      <w:r>
        <w:tab/>
        <w:t>2.025e0</w:t>
      </w:r>
    </w:p>
    <w:p w:rsidR="00E00D30" w:rsidRDefault="00E00D30" w:rsidP="00E00D30">
      <w:r>
        <w:t>448.1021</w:t>
      </w:r>
      <w:r>
        <w:tab/>
        <w:t>1.013e0</w:t>
      </w:r>
    </w:p>
    <w:p w:rsidR="00E00D30" w:rsidRDefault="00E00D30" w:rsidP="00E00D30">
      <w:r>
        <w:t>448.1213</w:t>
      </w:r>
      <w:r>
        <w:tab/>
        <w:t>2.025e0</w:t>
      </w:r>
    </w:p>
    <w:p w:rsidR="00E00D30" w:rsidRDefault="00E00D30" w:rsidP="00E00D30">
      <w:r>
        <w:t>448.1351</w:t>
      </w:r>
      <w:r>
        <w:tab/>
        <w:t>2.025e0</w:t>
      </w:r>
    </w:p>
    <w:p w:rsidR="00E00D30" w:rsidRDefault="00E00D30" w:rsidP="00E00D30">
      <w:r>
        <w:t>448.1415</w:t>
      </w:r>
      <w:r>
        <w:tab/>
        <w:t>1.013e0</w:t>
      </w:r>
    </w:p>
    <w:p w:rsidR="00E00D30" w:rsidRDefault="00E00D30" w:rsidP="00E00D30">
      <w:r>
        <w:t>448.1491</w:t>
      </w:r>
      <w:r>
        <w:tab/>
        <w:t>1.013e0</w:t>
      </w:r>
    </w:p>
    <w:p w:rsidR="00E00D30" w:rsidRDefault="00E00D30" w:rsidP="00E00D30">
      <w:r>
        <w:t>448.1631</w:t>
      </w:r>
      <w:r>
        <w:tab/>
        <w:t>3.038e0</w:t>
      </w:r>
    </w:p>
    <w:p w:rsidR="00E00D30" w:rsidRDefault="00E00D30" w:rsidP="00E00D30">
      <w:r>
        <w:t>448.1734</w:t>
      </w:r>
      <w:r>
        <w:tab/>
        <w:t>1.013e0</w:t>
      </w:r>
    </w:p>
    <w:p w:rsidR="00E00D30" w:rsidRDefault="00E00D30" w:rsidP="00E00D30">
      <w:r>
        <w:t>448.1865</w:t>
      </w:r>
      <w:r>
        <w:tab/>
        <w:t>2.025e0</w:t>
      </w:r>
    </w:p>
    <w:p w:rsidR="00E00D30" w:rsidRDefault="00E00D30" w:rsidP="00E00D30">
      <w:r>
        <w:t>448.1897</w:t>
      </w:r>
      <w:r>
        <w:tab/>
        <w:t>2.025e0</w:t>
      </w:r>
    </w:p>
    <w:p w:rsidR="00E00D30" w:rsidRDefault="00E00D30" w:rsidP="00E00D30">
      <w:r>
        <w:t>448.2116</w:t>
      </w:r>
      <w:r>
        <w:tab/>
        <w:t>2.025e0</w:t>
      </w:r>
    </w:p>
    <w:p w:rsidR="00E00D30" w:rsidRDefault="00E00D30" w:rsidP="00E00D30">
      <w:r>
        <w:t>448.2169</w:t>
      </w:r>
      <w:r>
        <w:tab/>
        <w:t>1.013e0</w:t>
      </w:r>
    </w:p>
    <w:p w:rsidR="00E00D30" w:rsidRDefault="00E00D30" w:rsidP="00E00D30">
      <w:r>
        <w:t>448.2318</w:t>
      </w:r>
      <w:r>
        <w:tab/>
        <w:t>3.038e0</w:t>
      </w:r>
    </w:p>
    <w:p w:rsidR="00E00D30" w:rsidRDefault="00E00D30" w:rsidP="00E00D30">
      <w:r>
        <w:lastRenderedPageBreak/>
        <w:t>448.2513</w:t>
      </w:r>
      <w:r>
        <w:tab/>
        <w:t>2.025e0</w:t>
      </w:r>
    </w:p>
    <w:p w:rsidR="00E00D30" w:rsidRDefault="00E00D30" w:rsidP="00E00D30">
      <w:r>
        <w:t>448.2778</w:t>
      </w:r>
      <w:r>
        <w:tab/>
        <w:t>1.013e0</w:t>
      </w:r>
    </w:p>
    <w:p w:rsidR="00E00D30" w:rsidRDefault="00E00D30" w:rsidP="00E00D30">
      <w:r>
        <w:t>448.2811</w:t>
      </w:r>
      <w:r>
        <w:tab/>
        <w:t>2.025e0</w:t>
      </w:r>
    </w:p>
    <w:p w:rsidR="00E00D30" w:rsidRDefault="00E00D30" w:rsidP="00E00D30">
      <w:r>
        <w:t>448.2835</w:t>
      </w:r>
      <w:r>
        <w:tab/>
        <w:t>2.025e0</w:t>
      </w:r>
    </w:p>
    <w:p w:rsidR="00E00D30" w:rsidRDefault="00E00D30" w:rsidP="00E00D30">
      <w:r>
        <w:t>448.2925</w:t>
      </w:r>
      <w:r>
        <w:tab/>
        <w:t>2.025e0</w:t>
      </w:r>
    </w:p>
    <w:p w:rsidR="00E00D30" w:rsidRDefault="00E00D30" w:rsidP="00E00D30">
      <w:r>
        <w:t>448.2966</w:t>
      </w:r>
      <w:r>
        <w:tab/>
        <w:t>2.848e0</w:t>
      </w:r>
    </w:p>
    <w:p w:rsidR="00E00D30" w:rsidRDefault="00E00D30" w:rsidP="00E00D30">
      <w:r>
        <w:t>448.3000</w:t>
      </w:r>
      <w:r>
        <w:tab/>
        <w:t>1.013e0</w:t>
      </w:r>
    </w:p>
    <w:p w:rsidR="00E00D30" w:rsidRDefault="00E00D30" w:rsidP="00E00D30">
      <w:r>
        <w:t>448.3063</w:t>
      </w:r>
      <w:r>
        <w:tab/>
        <w:t>1.013e0</w:t>
      </w:r>
    </w:p>
    <w:p w:rsidR="00E00D30" w:rsidRDefault="00E00D30" w:rsidP="00E00D30">
      <w:r>
        <w:t>448.3298</w:t>
      </w:r>
      <w:r>
        <w:tab/>
        <w:t>1.013e0</w:t>
      </w:r>
    </w:p>
    <w:p w:rsidR="00E00D30" w:rsidRDefault="00E00D30" w:rsidP="00E00D30">
      <w:r>
        <w:t>448.3396</w:t>
      </w:r>
      <w:r>
        <w:tab/>
        <w:t>1.013e0</w:t>
      </w:r>
    </w:p>
    <w:p w:rsidR="00E00D30" w:rsidRDefault="00E00D30" w:rsidP="00E00D30">
      <w:r>
        <w:t>448.3571</w:t>
      </w:r>
      <w:r>
        <w:tab/>
        <w:t>4.051e0</w:t>
      </w:r>
    </w:p>
    <w:p w:rsidR="00E00D30" w:rsidRDefault="00E00D30" w:rsidP="00E00D30">
      <w:r>
        <w:t>448.3624</w:t>
      </w:r>
      <w:r>
        <w:tab/>
        <w:t>2.025e0</w:t>
      </w:r>
    </w:p>
    <w:p w:rsidR="00E00D30" w:rsidRDefault="00E00D30" w:rsidP="00E00D30">
      <w:r>
        <w:t>448.3688</w:t>
      </w:r>
      <w:r>
        <w:tab/>
        <w:t>1.013e0</w:t>
      </w:r>
    </w:p>
    <w:p w:rsidR="00E00D30" w:rsidRDefault="00E00D30" w:rsidP="00E00D30">
      <w:r>
        <w:t>448.3809</w:t>
      </w:r>
      <w:r>
        <w:tab/>
        <w:t>2.025e0</w:t>
      </w:r>
    </w:p>
    <w:p w:rsidR="00E00D30" w:rsidRDefault="00E00D30" w:rsidP="00E00D30">
      <w:r>
        <w:t>448.3926</w:t>
      </w:r>
      <w:r>
        <w:tab/>
        <w:t>1.013e0</w:t>
      </w:r>
    </w:p>
    <w:p w:rsidR="00E00D30" w:rsidRDefault="00E00D30" w:rsidP="00E00D30">
      <w:r>
        <w:t>448.4246</w:t>
      </w:r>
      <w:r>
        <w:tab/>
        <w:t>1.013e0</w:t>
      </w:r>
    </w:p>
    <w:p w:rsidR="00E00D30" w:rsidRDefault="00E00D30" w:rsidP="00E00D30">
      <w:r>
        <w:t>448.4316</w:t>
      </w:r>
      <w:r>
        <w:tab/>
        <w:t>1.013e0</w:t>
      </w:r>
    </w:p>
    <w:p w:rsidR="00E00D30" w:rsidRDefault="00E00D30" w:rsidP="00E00D30">
      <w:r>
        <w:t>448.4473</w:t>
      </w:r>
      <w:r>
        <w:tab/>
        <w:t>1.013e0</w:t>
      </w:r>
    </w:p>
    <w:p w:rsidR="00E00D30" w:rsidRDefault="00E00D30" w:rsidP="00E00D30">
      <w:r>
        <w:t>448.4711</w:t>
      </w:r>
      <w:r>
        <w:tab/>
        <w:t>1.013e0</w:t>
      </w:r>
    </w:p>
    <w:p w:rsidR="00E00D30" w:rsidRDefault="00E00D30" w:rsidP="00E00D30">
      <w:r>
        <w:lastRenderedPageBreak/>
        <w:t>448.4756</w:t>
      </w:r>
      <w:r>
        <w:tab/>
        <w:t>1.013e0</w:t>
      </w:r>
    </w:p>
    <w:p w:rsidR="00E00D30" w:rsidRDefault="00E00D30" w:rsidP="00E00D30">
      <w:r>
        <w:t>448.4787</w:t>
      </w:r>
      <w:r>
        <w:tab/>
        <w:t>1.013e0</w:t>
      </w:r>
    </w:p>
    <w:p w:rsidR="00E00D30" w:rsidRDefault="00E00D30" w:rsidP="00E00D30">
      <w:r>
        <w:t>448.4938</w:t>
      </w:r>
      <w:r>
        <w:tab/>
        <w:t>1.013e0</w:t>
      </w:r>
    </w:p>
    <w:p w:rsidR="00E00D30" w:rsidRDefault="00E00D30" w:rsidP="00E00D30">
      <w:r>
        <w:t>448.5031</w:t>
      </w:r>
      <w:r>
        <w:tab/>
        <w:t>1.013e0</w:t>
      </w:r>
    </w:p>
    <w:p w:rsidR="00E00D30" w:rsidRDefault="00E00D30" w:rsidP="00E00D30">
      <w:r>
        <w:t>448.5103</w:t>
      </w:r>
      <w:r>
        <w:tab/>
        <w:t>1.013e0</w:t>
      </w:r>
    </w:p>
    <w:p w:rsidR="00E00D30" w:rsidRDefault="00E00D30" w:rsidP="00E00D30">
      <w:r>
        <w:t>448.5186</w:t>
      </w:r>
      <w:r>
        <w:tab/>
        <w:t>1.013e0</w:t>
      </w:r>
    </w:p>
    <w:p w:rsidR="00E00D30" w:rsidRDefault="00E00D30" w:rsidP="00E00D30">
      <w:r>
        <w:t>448.5653</w:t>
      </w:r>
      <w:r>
        <w:tab/>
        <w:t>1.013e0</w:t>
      </w:r>
    </w:p>
    <w:p w:rsidR="00E00D30" w:rsidRDefault="00E00D30" w:rsidP="00E00D30">
      <w:r>
        <w:t>448.6020</w:t>
      </w:r>
      <w:r>
        <w:tab/>
        <w:t>4.051e0</w:t>
      </w:r>
    </w:p>
    <w:p w:rsidR="00E00D30" w:rsidRDefault="00E00D30" w:rsidP="00E00D30">
      <w:r>
        <w:t>448.6043</w:t>
      </w:r>
      <w:r>
        <w:tab/>
        <w:t>1.013e0</w:t>
      </w:r>
    </w:p>
    <w:p w:rsidR="00E00D30" w:rsidRDefault="00E00D30" w:rsidP="00E00D30">
      <w:r>
        <w:t>448.6130</w:t>
      </w:r>
      <w:r>
        <w:tab/>
        <w:t>1.013e0</w:t>
      </w:r>
    </w:p>
    <w:p w:rsidR="00E00D30" w:rsidRDefault="00E00D30" w:rsidP="00E00D30">
      <w:r>
        <w:t>448.6142</w:t>
      </w:r>
      <w:r>
        <w:tab/>
        <w:t>2.671e0</w:t>
      </w:r>
    </w:p>
    <w:p w:rsidR="00E00D30" w:rsidRDefault="00E00D30" w:rsidP="00E00D30">
      <w:r>
        <w:t>448.6287</w:t>
      </w:r>
      <w:r>
        <w:tab/>
        <w:t>1.013e0</w:t>
      </w:r>
    </w:p>
    <w:p w:rsidR="00E00D30" w:rsidRDefault="00E00D30" w:rsidP="00E00D30">
      <w:r>
        <w:t>448.6391</w:t>
      </w:r>
      <w:r>
        <w:tab/>
        <w:t>3.038e0</w:t>
      </w:r>
    </w:p>
    <w:p w:rsidR="00E00D30" w:rsidRDefault="00E00D30" w:rsidP="00E00D30">
      <w:r>
        <w:t>448.6674</w:t>
      </w:r>
      <w:r>
        <w:tab/>
        <w:t>2.025e0</w:t>
      </w:r>
    </w:p>
    <w:p w:rsidR="00E00D30" w:rsidRDefault="00E00D30" w:rsidP="00E00D30">
      <w:r>
        <w:t>448.6985</w:t>
      </w:r>
      <w:r>
        <w:tab/>
        <w:t>1.013e0</w:t>
      </w:r>
    </w:p>
    <w:p w:rsidR="00E00D30" w:rsidRDefault="00E00D30" w:rsidP="00E00D30">
      <w:r>
        <w:t>448.7129</w:t>
      </w:r>
      <w:r>
        <w:tab/>
        <w:t>1.013e0</w:t>
      </w:r>
    </w:p>
    <w:p w:rsidR="00E00D30" w:rsidRDefault="00E00D30" w:rsidP="00E00D30">
      <w:r>
        <w:t>448.7224</w:t>
      </w:r>
      <w:r>
        <w:tab/>
        <w:t>1.013e0</w:t>
      </w:r>
    </w:p>
    <w:p w:rsidR="00E00D30" w:rsidRDefault="00E00D30" w:rsidP="00E00D30">
      <w:r>
        <w:t>448.7302</w:t>
      </w:r>
      <w:r>
        <w:tab/>
        <w:t>1.013e0</w:t>
      </w:r>
    </w:p>
    <w:p w:rsidR="00E00D30" w:rsidRDefault="00E00D30" w:rsidP="00E00D30">
      <w:r>
        <w:t>448.7408</w:t>
      </w:r>
      <w:r>
        <w:tab/>
        <w:t>2.025e0</w:t>
      </w:r>
    </w:p>
    <w:p w:rsidR="00E00D30" w:rsidRDefault="00E00D30" w:rsidP="00E00D30">
      <w:r>
        <w:lastRenderedPageBreak/>
        <w:t>448.7450</w:t>
      </w:r>
      <w:r>
        <w:tab/>
        <w:t>2.025e0</w:t>
      </w:r>
    </w:p>
    <w:p w:rsidR="00E00D30" w:rsidRDefault="00E00D30" w:rsidP="00E00D30">
      <w:r>
        <w:t>448.7701</w:t>
      </w:r>
      <w:r>
        <w:tab/>
        <w:t>1.013e0</w:t>
      </w:r>
    </w:p>
    <w:p w:rsidR="00E00D30" w:rsidRDefault="00E00D30" w:rsidP="00E00D30">
      <w:r>
        <w:t>448.7737</w:t>
      </w:r>
      <w:r>
        <w:tab/>
        <w:t>1.013e0</w:t>
      </w:r>
    </w:p>
    <w:p w:rsidR="00E00D30" w:rsidRDefault="00E00D30" w:rsidP="00E00D30">
      <w:r>
        <w:t>448.7811</w:t>
      </w:r>
      <w:r>
        <w:tab/>
        <w:t>2.025e0</w:t>
      </w:r>
    </w:p>
    <w:p w:rsidR="00E00D30" w:rsidRDefault="00E00D30" w:rsidP="00E00D30">
      <w:r>
        <w:t>448.7857</w:t>
      </w:r>
      <w:r>
        <w:tab/>
        <w:t>1.013e0</w:t>
      </w:r>
    </w:p>
    <w:p w:rsidR="00E00D30" w:rsidRDefault="00E00D30" w:rsidP="00E00D30">
      <w:r>
        <w:t>448.8009</w:t>
      </w:r>
      <w:r>
        <w:tab/>
        <w:t>1.013e0</w:t>
      </w:r>
    </w:p>
    <w:p w:rsidR="00E00D30" w:rsidRDefault="00E00D30" w:rsidP="00E00D30">
      <w:r>
        <w:t>448.8189</w:t>
      </w:r>
      <w:r>
        <w:tab/>
        <w:t>3.038e0</w:t>
      </w:r>
    </w:p>
    <w:p w:rsidR="00E00D30" w:rsidRDefault="00E00D30" w:rsidP="00E00D30">
      <w:r>
        <w:t>448.8212</w:t>
      </w:r>
      <w:r>
        <w:tab/>
        <w:t>2.025e0</w:t>
      </w:r>
    </w:p>
    <w:p w:rsidR="00E00D30" w:rsidRDefault="00E00D30" w:rsidP="00E00D30">
      <w:r>
        <w:t>448.8317</w:t>
      </w:r>
      <w:r>
        <w:tab/>
        <w:t>1.013e0</w:t>
      </w:r>
    </w:p>
    <w:p w:rsidR="00E00D30" w:rsidRDefault="00E00D30" w:rsidP="00E00D30">
      <w:r>
        <w:t>448.8481</w:t>
      </w:r>
      <w:r>
        <w:tab/>
        <w:t>1.013e0</w:t>
      </w:r>
    </w:p>
    <w:p w:rsidR="00E00D30" w:rsidRDefault="00E00D30" w:rsidP="00E00D30">
      <w:r>
        <w:t>448.8535</w:t>
      </w:r>
      <w:r>
        <w:tab/>
        <w:t>1.013e0</w:t>
      </w:r>
    </w:p>
    <w:p w:rsidR="00E00D30" w:rsidRDefault="00E00D30" w:rsidP="00E00D30">
      <w:r>
        <w:t>448.8640</w:t>
      </w:r>
      <w:r>
        <w:tab/>
        <w:t>2.025e0</w:t>
      </w:r>
    </w:p>
    <w:p w:rsidR="00E00D30" w:rsidRDefault="00E00D30" w:rsidP="00E00D30">
      <w:r>
        <w:t>448.8914</w:t>
      </w:r>
      <w:r>
        <w:tab/>
        <w:t>2.025e0</w:t>
      </w:r>
    </w:p>
    <w:p w:rsidR="00E00D30" w:rsidRDefault="00E00D30" w:rsidP="00E00D30">
      <w:r>
        <w:t>448.8925</w:t>
      </w:r>
      <w:r>
        <w:tab/>
        <w:t>2.025e0</w:t>
      </w:r>
    </w:p>
    <w:p w:rsidR="00E00D30" w:rsidRDefault="00E00D30" w:rsidP="00E00D30">
      <w:r>
        <w:t>448.8958</w:t>
      </w:r>
      <w:r>
        <w:tab/>
        <w:t>2.025e0</w:t>
      </w:r>
    </w:p>
    <w:p w:rsidR="00E00D30" w:rsidRDefault="00E00D30" w:rsidP="00E00D30">
      <w:r>
        <w:t>448.9109</w:t>
      </w:r>
      <w:r>
        <w:tab/>
        <w:t>1.013e0</w:t>
      </w:r>
    </w:p>
    <w:p w:rsidR="00E00D30" w:rsidRDefault="00E00D30" w:rsidP="00E00D30">
      <w:r>
        <w:t>448.9321</w:t>
      </w:r>
      <w:r>
        <w:tab/>
        <w:t>1.013e0</w:t>
      </w:r>
    </w:p>
    <w:p w:rsidR="00E00D30" w:rsidRDefault="00E00D30" w:rsidP="00E00D30">
      <w:r>
        <w:t>448.9716</w:t>
      </w:r>
      <w:r>
        <w:tab/>
        <w:t>1.013e0</w:t>
      </w:r>
    </w:p>
    <w:p w:rsidR="00E00D30" w:rsidRDefault="00E00D30" w:rsidP="00E00D30">
      <w:r>
        <w:t>448.9769</w:t>
      </w:r>
      <w:r>
        <w:tab/>
        <w:t>4.051e0</w:t>
      </w:r>
    </w:p>
    <w:p w:rsidR="00E00D30" w:rsidRDefault="00E00D30" w:rsidP="00E00D30">
      <w:r>
        <w:lastRenderedPageBreak/>
        <w:t>448.9816</w:t>
      </w:r>
      <w:r>
        <w:tab/>
        <w:t>1.013e0</w:t>
      </w:r>
    </w:p>
    <w:p w:rsidR="00E00D30" w:rsidRDefault="00E00D30" w:rsidP="00E00D30">
      <w:r>
        <w:t>449.0015</w:t>
      </w:r>
      <w:r>
        <w:tab/>
        <w:t>2.025e0</w:t>
      </w:r>
    </w:p>
    <w:p w:rsidR="00E00D30" w:rsidRDefault="00E00D30" w:rsidP="00E00D30">
      <w:r>
        <w:t>449.0218</w:t>
      </w:r>
      <w:r>
        <w:tab/>
        <w:t>2.025e0</w:t>
      </w:r>
    </w:p>
    <w:p w:rsidR="00E00D30" w:rsidRDefault="00E00D30" w:rsidP="00E00D30">
      <w:r>
        <w:t>449.0365</w:t>
      </w:r>
      <w:r>
        <w:tab/>
        <w:t>2.025e0</w:t>
      </w:r>
    </w:p>
    <w:p w:rsidR="00E00D30" w:rsidRDefault="00E00D30" w:rsidP="00E00D30">
      <w:r>
        <w:t>449.0753</w:t>
      </w:r>
      <w:r>
        <w:tab/>
        <w:t>2.025e0</w:t>
      </w:r>
    </w:p>
    <w:p w:rsidR="00E00D30" w:rsidRDefault="00E00D30" w:rsidP="00E00D30">
      <w:r>
        <w:t>449.0863</w:t>
      </w:r>
      <w:r>
        <w:tab/>
        <w:t>2.025e0</w:t>
      </w:r>
    </w:p>
    <w:p w:rsidR="00E00D30" w:rsidRDefault="00E00D30" w:rsidP="00E00D30">
      <w:r>
        <w:t>449.0939</w:t>
      </w:r>
      <w:r>
        <w:tab/>
        <w:t>1.013e0</w:t>
      </w:r>
    </w:p>
    <w:p w:rsidR="00E00D30" w:rsidRDefault="00E00D30" w:rsidP="00E00D30">
      <w:r>
        <w:t>449.1116</w:t>
      </w:r>
      <w:r>
        <w:tab/>
        <w:t>2.025e0</w:t>
      </w:r>
    </w:p>
    <w:p w:rsidR="00E00D30" w:rsidRDefault="00E00D30" w:rsidP="00E00D30">
      <w:r>
        <w:t>449.1152</w:t>
      </w:r>
      <w:r>
        <w:tab/>
        <w:t>2.025e0</w:t>
      </w:r>
    </w:p>
    <w:p w:rsidR="00E00D30" w:rsidRDefault="00E00D30" w:rsidP="00E00D30">
      <w:r>
        <w:t>449.1299</w:t>
      </w:r>
      <w:r>
        <w:tab/>
        <w:t>1.013e0</w:t>
      </w:r>
    </w:p>
    <w:p w:rsidR="00E00D30" w:rsidRDefault="00E00D30" w:rsidP="00E00D30">
      <w:r>
        <w:t>449.1385</w:t>
      </w:r>
      <w:r>
        <w:tab/>
        <w:t>1.013e0</w:t>
      </w:r>
    </w:p>
    <w:p w:rsidR="00E00D30" w:rsidRDefault="00E00D30" w:rsidP="00E00D30">
      <w:r>
        <w:t>449.1516</w:t>
      </w:r>
      <w:r>
        <w:tab/>
        <w:t>2.025e0</w:t>
      </w:r>
    </w:p>
    <w:p w:rsidR="00E00D30" w:rsidRDefault="00E00D30" w:rsidP="00E00D30">
      <w:r>
        <w:t>449.1622</w:t>
      </w:r>
      <w:r>
        <w:tab/>
        <w:t>2.025e0</w:t>
      </w:r>
    </w:p>
    <w:p w:rsidR="00E00D30" w:rsidRDefault="00E00D30" w:rsidP="00E00D30">
      <w:r>
        <w:t>449.1747</w:t>
      </w:r>
      <w:r>
        <w:tab/>
        <w:t>2.025e0</w:t>
      </w:r>
    </w:p>
    <w:p w:rsidR="00E00D30" w:rsidRDefault="00E00D30" w:rsidP="00E00D30">
      <w:r>
        <w:t>449.2137</w:t>
      </w:r>
      <w:r>
        <w:tab/>
        <w:t>1.401e0</w:t>
      </w:r>
    </w:p>
    <w:p w:rsidR="00E00D30" w:rsidRDefault="00E00D30" w:rsidP="00E00D30">
      <w:r>
        <w:t>449.2761</w:t>
      </w:r>
      <w:r>
        <w:tab/>
        <w:t>2.503e2</w:t>
      </w:r>
    </w:p>
    <w:p w:rsidR="00E00D30" w:rsidRDefault="00E00D30" w:rsidP="00E00D30">
      <w:r>
        <w:t>449.2800</w:t>
      </w:r>
      <w:r>
        <w:tab/>
        <w:t>1.913e3</w:t>
      </w:r>
    </w:p>
    <w:p w:rsidR="00E00D30" w:rsidRDefault="00E00D30" w:rsidP="00E00D30">
      <w:r>
        <w:t>449.2820</w:t>
      </w:r>
      <w:r>
        <w:tab/>
        <w:t>4.986e1</w:t>
      </w:r>
    </w:p>
    <w:p w:rsidR="00E00D30" w:rsidRDefault="00E00D30" w:rsidP="00E00D30">
      <w:r>
        <w:t>449.3892</w:t>
      </w:r>
      <w:r>
        <w:tab/>
        <w:t>1.013e0</w:t>
      </w:r>
    </w:p>
    <w:p w:rsidR="00E00D30" w:rsidRDefault="00E00D30" w:rsidP="00E00D30">
      <w:r>
        <w:lastRenderedPageBreak/>
        <w:t>449.3904</w:t>
      </w:r>
      <w:r>
        <w:tab/>
        <w:t>2.025e0</w:t>
      </w:r>
    </w:p>
    <w:p w:rsidR="00E00D30" w:rsidRDefault="00E00D30" w:rsidP="00E00D30">
      <w:r>
        <w:t>449.4008</w:t>
      </w:r>
      <w:r>
        <w:tab/>
        <w:t>3.038e0</w:t>
      </w:r>
    </w:p>
    <w:p w:rsidR="00E00D30" w:rsidRDefault="00E00D30" w:rsidP="00E00D30">
      <w:r>
        <w:t>449.4067</w:t>
      </w:r>
      <w:r>
        <w:tab/>
        <w:t>1.013e0</w:t>
      </w:r>
    </w:p>
    <w:p w:rsidR="00E00D30" w:rsidRDefault="00E00D30" w:rsidP="00E00D30">
      <w:r>
        <w:t>449.4200</w:t>
      </w:r>
      <w:r>
        <w:tab/>
        <w:t>3.038e0</w:t>
      </w:r>
    </w:p>
    <w:p w:rsidR="00E00D30" w:rsidRDefault="00E00D30" w:rsidP="00E00D30">
      <w:r>
        <w:t>449.4328</w:t>
      </w:r>
      <w:r>
        <w:tab/>
        <w:t>5.063e0</w:t>
      </w:r>
    </w:p>
    <w:p w:rsidR="00E00D30" w:rsidRDefault="00E00D30" w:rsidP="00E00D30">
      <w:r>
        <w:t>449.4494</w:t>
      </w:r>
      <w:r>
        <w:tab/>
        <w:t>2.025e0</w:t>
      </w:r>
    </w:p>
    <w:p w:rsidR="00E00D30" w:rsidRDefault="00E00D30" w:rsidP="00E00D30">
      <w:r>
        <w:t>449.4555</w:t>
      </w:r>
      <w:r>
        <w:tab/>
        <w:t>3.038e0</w:t>
      </w:r>
    </w:p>
    <w:p w:rsidR="00E00D30" w:rsidRDefault="00E00D30" w:rsidP="00E00D30">
      <w:r>
        <w:t>449.4614</w:t>
      </w:r>
      <w:r>
        <w:tab/>
        <w:t>3.038e0</w:t>
      </w:r>
    </w:p>
    <w:p w:rsidR="00E00D30" w:rsidRDefault="00E00D30" w:rsidP="00E00D30">
      <w:r>
        <w:t>449.4730</w:t>
      </w:r>
      <w:r>
        <w:tab/>
        <w:t>3.038e0</w:t>
      </w:r>
    </w:p>
    <w:p w:rsidR="00E00D30" w:rsidRDefault="00E00D30" w:rsidP="00E00D30">
      <w:r>
        <w:t>449.4863</w:t>
      </w:r>
      <w:r>
        <w:tab/>
        <w:t>3.038e0</w:t>
      </w:r>
    </w:p>
    <w:p w:rsidR="00E00D30" w:rsidRDefault="00E00D30" w:rsidP="00E00D30">
      <w:r>
        <w:t>449.5121</w:t>
      </w:r>
      <w:r>
        <w:tab/>
        <w:t>2.025e0</w:t>
      </w:r>
    </w:p>
    <w:p w:rsidR="00E00D30" w:rsidRDefault="00E00D30" w:rsidP="00E00D30">
      <w:r>
        <w:t>449.5169</w:t>
      </w:r>
      <w:r>
        <w:tab/>
        <w:t>4.051e0</w:t>
      </w:r>
    </w:p>
    <w:p w:rsidR="00E00D30" w:rsidRDefault="00E00D30" w:rsidP="00E00D30">
      <w:r>
        <w:t>449.5241</w:t>
      </w:r>
      <w:r>
        <w:tab/>
        <w:t>1.013e0</w:t>
      </w:r>
    </w:p>
    <w:p w:rsidR="00E00D30" w:rsidRDefault="00E00D30" w:rsidP="00E00D30">
      <w:r>
        <w:t>449.5353</w:t>
      </w:r>
      <w:r>
        <w:tab/>
        <w:t>3.038e0</w:t>
      </w:r>
    </w:p>
    <w:p w:rsidR="00E00D30" w:rsidRDefault="00E00D30" w:rsidP="00E00D30">
      <w:r>
        <w:t>449.5513</w:t>
      </w:r>
      <w:r>
        <w:tab/>
        <w:t>3.038e0</w:t>
      </w:r>
    </w:p>
    <w:p w:rsidR="00E00D30" w:rsidRDefault="00E00D30" w:rsidP="00E00D30">
      <w:r>
        <w:t>449.5562</w:t>
      </w:r>
      <w:r>
        <w:tab/>
        <w:t>2.025e0</w:t>
      </w:r>
    </w:p>
    <w:p w:rsidR="00E00D30" w:rsidRDefault="00E00D30" w:rsidP="00E00D30">
      <w:r>
        <w:t>449.5712</w:t>
      </w:r>
      <w:r>
        <w:tab/>
        <w:t>2.025e0</w:t>
      </w:r>
    </w:p>
    <w:p w:rsidR="00E00D30" w:rsidRDefault="00E00D30" w:rsidP="00E00D30">
      <w:r>
        <w:t>449.5835</w:t>
      </w:r>
      <w:r>
        <w:tab/>
        <w:t>2.025e0</w:t>
      </w:r>
    </w:p>
    <w:p w:rsidR="00E00D30" w:rsidRDefault="00E00D30" w:rsidP="00E00D30">
      <w:r>
        <w:t>449.6079</w:t>
      </w:r>
      <w:r>
        <w:tab/>
        <w:t>1.013e0</w:t>
      </w:r>
    </w:p>
    <w:p w:rsidR="00E00D30" w:rsidRDefault="00E00D30" w:rsidP="00E00D30">
      <w:r>
        <w:lastRenderedPageBreak/>
        <w:t>449.6271</w:t>
      </w:r>
      <w:r>
        <w:tab/>
        <w:t>5.063e0</w:t>
      </w:r>
    </w:p>
    <w:p w:rsidR="00E00D30" w:rsidRDefault="00E00D30" w:rsidP="00E00D30">
      <w:r>
        <w:t>449.6343</w:t>
      </w:r>
      <w:r>
        <w:tab/>
        <w:t>3.038e0</w:t>
      </w:r>
    </w:p>
    <w:p w:rsidR="00E00D30" w:rsidRDefault="00E00D30" w:rsidP="00E00D30">
      <w:r>
        <w:t>449.6402</w:t>
      </w:r>
      <w:r>
        <w:tab/>
        <w:t>2.025e0</w:t>
      </w:r>
    </w:p>
    <w:p w:rsidR="00E00D30" w:rsidRDefault="00E00D30" w:rsidP="00E00D30">
      <w:r>
        <w:t>449.6688</w:t>
      </w:r>
      <w:r>
        <w:tab/>
        <w:t>1.013e0</w:t>
      </w:r>
    </w:p>
    <w:p w:rsidR="00E00D30" w:rsidRDefault="00E00D30" w:rsidP="00E00D30">
      <w:r>
        <w:t>449.6875</w:t>
      </w:r>
      <w:r>
        <w:tab/>
        <w:t>1.013e0</w:t>
      </w:r>
    </w:p>
    <w:p w:rsidR="00E00D30" w:rsidRDefault="00E00D30" w:rsidP="00E00D30">
      <w:r>
        <w:t>449.6970</w:t>
      </w:r>
      <w:r>
        <w:tab/>
        <w:t>1.013e0</w:t>
      </w:r>
    </w:p>
    <w:p w:rsidR="00E00D30" w:rsidRDefault="00E00D30" w:rsidP="00E00D30">
      <w:r>
        <w:t>449.6996</w:t>
      </w:r>
      <w:r>
        <w:tab/>
        <w:t>7.089e0</w:t>
      </w:r>
    </w:p>
    <w:p w:rsidR="00E00D30" w:rsidRDefault="00E00D30" w:rsidP="00E00D30">
      <w:r>
        <w:t>449.7388</w:t>
      </w:r>
      <w:r>
        <w:tab/>
        <w:t>2.025e0</w:t>
      </w:r>
    </w:p>
    <w:p w:rsidR="00E00D30" w:rsidRDefault="00E00D30" w:rsidP="00E00D30">
      <w:r>
        <w:t>449.7521</w:t>
      </w:r>
      <w:r>
        <w:tab/>
        <w:t>1.013e0</w:t>
      </w:r>
    </w:p>
    <w:p w:rsidR="00E00D30" w:rsidRDefault="00E00D30" w:rsidP="00E00D30">
      <w:r>
        <w:t>449.7624</w:t>
      </w:r>
      <w:r>
        <w:tab/>
        <w:t>2.025e0</w:t>
      </w:r>
    </w:p>
    <w:p w:rsidR="00E00D30" w:rsidRDefault="00E00D30" w:rsidP="00E00D30">
      <w:r>
        <w:t>449.7918</w:t>
      </w:r>
      <w:r>
        <w:tab/>
        <w:t>3.038e0</w:t>
      </w:r>
    </w:p>
    <w:p w:rsidR="00E00D30" w:rsidRDefault="00E00D30" w:rsidP="00E00D30">
      <w:r>
        <w:t>449.7974</w:t>
      </w:r>
      <w:r>
        <w:tab/>
        <w:t>4.051e0</w:t>
      </w:r>
    </w:p>
    <w:p w:rsidR="00E00D30" w:rsidRDefault="00E00D30" w:rsidP="00E00D30">
      <w:r>
        <w:t>449.7985</w:t>
      </w:r>
      <w:r>
        <w:tab/>
        <w:t>2.025e0</w:t>
      </w:r>
    </w:p>
    <w:p w:rsidR="00E00D30" w:rsidRDefault="00E00D30" w:rsidP="00E00D30">
      <w:r>
        <w:t>449.7995</w:t>
      </w:r>
      <w:r>
        <w:tab/>
        <w:t>1.013e0</w:t>
      </w:r>
    </w:p>
    <w:p w:rsidR="00E00D30" w:rsidRDefault="00E00D30" w:rsidP="00E00D30">
      <w:r>
        <w:t>449.8104</w:t>
      </w:r>
      <w:r>
        <w:tab/>
        <w:t>2.025e0</w:t>
      </w:r>
    </w:p>
    <w:p w:rsidR="00E00D30" w:rsidRDefault="00E00D30" w:rsidP="00E00D30">
      <w:r>
        <w:t>449.8452</w:t>
      </w:r>
      <w:r>
        <w:tab/>
        <w:t>1.013e0</w:t>
      </w:r>
    </w:p>
    <w:p w:rsidR="00E00D30" w:rsidRDefault="00E00D30" w:rsidP="00E00D30">
      <w:r>
        <w:t>449.8499</w:t>
      </w:r>
      <w:r>
        <w:tab/>
        <w:t>4.051e0</w:t>
      </w:r>
    </w:p>
    <w:p w:rsidR="00E00D30" w:rsidRDefault="00E00D30" w:rsidP="00E00D30">
      <w:r>
        <w:t>449.8691</w:t>
      </w:r>
      <w:r>
        <w:tab/>
        <w:t>4.051e0</w:t>
      </w:r>
    </w:p>
    <w:p w:rsidR="00E00D30" w:rsidRDefault="00E00D30" w:rsidP="00E00D30">
      <w:r>
        <w:t>449.8788</w:t>
      </w:r>
      <w:r>
        <w:tab/>
        <w:t>1.013e0</w:t>
      </w:r>
    </w:p>
    <w:p w:rsidR="00E00D30" w:rsidRDefault="00E00D30" w:rsidP="00E00D30">
      <w:r>
        <w:lastRenderedPageBreak/>
        <w:t>449.8851</w:t>
      </w:r>
      <w:r>
        <w:tab/>
        <w:t>4.051e0</w:t>
      </w:r>
    </w:p>
    <w:p w:rsidR="00E00D30" w:rsidRDefault="00E00D30" w:rsidP="00E00D30">
      <w:r>
        <w:t>449.8889</w:t>
      </w:r>
      <w:r>
        <w:tab/>
        <w:t>1.013e0</w:t>
      </w:r>
    </w:p>
    <w:p w:rsidR="00E00D30" w:rsidRDefault="00E00D30" w:rsidP="00E00D30">
      <w:r>
        <w:t>449.9174</w:t>
      </w:r>
      <w:r>
        <w:tab/>
        <w:t>1.013e0</w:t>
      </w:r>
    </w:p>
    <w:p w:rsidR="00E00D30" w:rsidRDefault="00E00D30" w:rsidP="00E00D30">
      <w:r>
        <w:t>449.9276</w:t>
      </w:r>
      <w:r>
        <w:tab/>
        <w:t>1.013e0</w:t>
      </w:r>
    </w:p>
    <w:p w:rsidR="00E00D30" w:rsidRDefault="00E00D30" w:rsidP="00E00D30">
      <w:r>
        <w:t>449.9413</w:t>
      </w:r>
      <w:r>
        <w:tab/>
        <w:t>1.013e0</w:t>
      </w:r>
    </w:p>
    <w:p w:rsidR="00E00D30" w:rsidRDefault="00E00D30" w:rsidP="00E00D30">
      <w:r>
        <w:t>449.9727</w:t>
      </w:r>
      <w:r>
        <w:tab/>
        <w:t>3.038e0</w:t>
      </w:r>
    </w:p>
    <w:p w:rsidR="00E00D30" w:rsidRDefault="00E00D30" w:rsidP="00E00D30">
      <w:r>
        <w:t>449.9863</w:t>
      </w:r>
      <w:r>
        <w:tab/>
        <w:t>3.038e0</w:t>
      </w:r>
    </w:p>
    <w:p w:rsidR="00E00D30" w:rsidRDefault="00E00D30" w:rsidP="00E00D30">
      <w:r>
        <w:t>449.9962</w:t>
      </w:r>
      <w:r>
        <w:tab/>
        <w:t>7.089e0</w:t>
      </w:r>
    </w:p>
    <w:p w:rsidR="00E00D30" w:rsidRDefault="00E00D30" w:rsidP="00E00D30">
      <w:r>
        <w:t>449.9998</w:t>
      </w:r>
      <w:r>
        <w:tab/>
        <w:t>5.063e0</w:t>
      </w:r>
    </w:p>
    <w:p w:rsidR="00E00D30" w:rsidRDefault="00E00D30" w:rsidP="00E00D30">
      <w:r>
        <w:t>450.0436</w:t>
      </w:r>
      <w:r>
        <w:tab/>
        <w:t>2.025e0</w:t>
      </w:r>
    </w:p>
    <w:p w:rsidR="00E00D30" w:rsidRDefault="00E00D30" w:rsidP="00E00D30">
      <w:r>
        <w:t>450.0463</w:t>
      </w:r>
      <w:r>
        <w:tab/>
        <w:t>1.013e0</w:t>
      </w:r>
    </w:p>
    <w:p w:rsidR="00E00D30" w:rsidRDefault="00E00D30" w:rsidP="00E00D30">
      <w:r>
        <w:t>450.0645</w:t>
      </w:r>
      <w:r>
        <w:tab/>
        <w:t>1.013e0</w:t>
      </w:r>
    </w:p>
    <w:p w:rsidR="00E00D30" w:rsidRDefault="00E00D30" w:rsidP="00E00D30">
      <w:r>
        <w:t>450.0845</w:t>
      </w:r>
      <w:r>
        <w:tab/>
        <w:t>3.038e0</w:t>
      </w:r>
    </w:p>
    <w:p w:rsidR="00E00D30" w:rsidRDefault="00E00D30" w:rsidP="00E00D30">
      <w:r>
        <w:t>450.0867</w:t>
      </w:r>
      <w:r>
        <w:tab/>
        <w:t>1.013e0</w:t>
      </w:r>
    </w:p>
    <w:p w:rsidR="00E00D30" w:rsidRDefault="00E00D30" w:rsidP="00E00D30">
      <w:r>
        <w:t>450.1028</w:t>
      </w:r>
      <w:r>
        <w:tab/>
        <w:t>4.051e0</w:t>
      </w:r>
    </w:p>
    <w:p w:rsidR="00E00D30" w:rsidRDefault="00E00D30" w:rsidP="00E00D30">
      <w:r>
        <w:t>450.1202</w:t>
      </w:r>
      <w:r>
        <w:tab/>
        <w:t>3.038e0</w:t>
      </w:r>
    </w:p>
    <w:p w:rsidR="00E00D30" w:rsidRDefault="00E00D30" w:rsidP="00E00D30">
      <w:r>
        <w:t>450.1267</w:t>
      </w:r>
      <w:r>
        <w:tab/>
        <w:t>2.025e0</w:t>
      </w:r>
    </w:p>
    <w:p w:rsidR="00E00D30" w:rsidRDefault="00E00D30" w:rsidP="00E00D30">
      <w:r>
        <w:t>450.1309</w:t>
      </w:r>
      <w:r>
        <w:tab/>
        <w:t>2.025e0</w:t>
      </w:r>
    </w:p>
    <w:p w:rsidR="00E00D30" w:rsidRDefault="00E00D30" w:rsidP="00E00D30">
      <w:r>
        <w:t>450.1381</w:t>
      </w:r>
      <w:r>
        <w:tab/>
        <w:t>1.013e0</w:t>
      </w:r>
    </w:p>
    <w:p w:rsidR="00E00D30" w:rsidRDefault="00E00D30" w:rsidP="00E00D30">
      <w:r>
        <w:lastRenderedPageBreak/>
        <w:t>450.1412</w:t>
      </w:r>
      <w:r>
        <w:tab/>
        <w:t>4.051e0</w:t>
      </w:r>
    </w:p>
    <w:p w:rsidR="00E00D30" w:rsidRDefault="00E00D30" w:rsidP="00E00D30">
      <w:r>
        <w:t>450.1476</w:t>
      </w:r>
      <w:r>
        <w:tab/>
        <w:t>1.013e0</w:t>
      </w:r>
    </w:p>
    <w:p w:rsidR="00E00D30" w:rsidRDefault="00E00D30" w:rsidP="00E00D30">
      <w:r>
        <w:t>450.1757</w:t>
      </w:r>
      <w:r>
        <w:tab/>
        <w:t>2.025e0</w:t>
      </w:r>
    </w:p>
    <w:p w:rsidR="00E00D30" w:rsidRDefault="00E00D30" w:rsidP="00E00D30">
      <w:r>
        <w:t>450.2076</w:t>
      </w:r>
      <w:r>
        <w:tab/>
        <w:t>2.025e0</w:t>
      </w:r>
    </w:p>
    <w:p w:rsidR="00E00D30" w:rsidRDefault="00E00D30" w:rsidP="00E00D30">
      <w:r>
        <w:t>450.2767</w:t>
      </w:r>
      <w:r>
        <w:tab/>
        <w:t>1.398e2</w:t>
      </w:r>
    </w:p>
    <w:p w:rsidR="00E00D30" w:rsidRDefault="00E00D30" w:rsidP="00E00D30">
      <w:r>
        <w:t>450.2798</w:t>
      </w:r>
      <w:r>
        <w:tab/>
        <w:t>8.598e1</w:t>
      </w:r>
    </w:p>
    <w:p w:rsidR="00E00D30" w:rsidRDefault="00E00D30" w:rsidP="00E00D30">
      <w:r>
        <w:t>450.2822</w:t>
      </w:r>
      <w:r>
        <w:tab/>
        <w:t>2.998e2</w:t>
      </w:r>
    </w:p>
    <w:p w:rsidR="00E00D30" w:rsidRDefault="00E00D30" w:rsidP="00E00D30">
      <w:r>
        <w:t>450.2834</w:t>
      </w:r>
      <w:r>
        <w:tab/>
        <w:t>1.004e2</w:t>
      </w:r>
    </w:p>
    <w:p w:rsidR="00E00D30" w:rsidRDefault="00E00D30" w:rsidP="00E00D30">
      <w:r>
        <w:t>450.2852</w:t>
      </w:r>
      <w:r>
        <w:tab/>
        <w:t>7.013e1</w:t>
      </w:r>
    </w:p>
    <w:p w:rsidR="00E00D30" w:rsidRDefault="00E00D30" w:rsidP="00E00D30">
      <w:r>
        <w:t>450.3517</w:t>
      </w:r>
      <w:r>
        <w:tab/>
        <w:t>3.038e0</w:t>
      </w:r>
    </w:p>
    <w:p w:rsidR="00E00D30" w:rsidRDefault="00E00D30" w:rsidP="00E00D30">
      <w:r>
        <w:t>450.3632</w:t>
      </w:r>
      <w:r>
        <w:tab/>
        <w:t>2.025e0</w:t>
      </w:r>
    </w:p>
    <w:p w:rsidR="00E00D30" w:rsidRDefault="00E00D30" w:rsidP="00E00D30">
      <w:r>
        <w:t>450.3745</w:t>
      </w:r>
      <w:r>
        <w:tab/>
        <w:t>1.013e0</w:t>
      </w:r>
    </w:p>
    <w:p w:rsidR="00E00D30" w:rsidRDefault="00E00D30" w:rsidP="00E00D30">
      <w:r>
        <w:t>450.4130</w:t>
      </w:r>
      <w:r>
        <w:tab/>
        <w:t>2.025e0</w:t>
      </w:r>
    </w:p>
    <w:p w:rsidR="00E00D30" w:rsidRDefault="00E00D30" w:rsidP="00E00D30">
      <w:r>
        <w:t>450.4147</w:t>
      </w:r>
      <w:r>
        <w:tab/>
        <w:t>2.025e0</w:t>
      </w:r>
    </w:p>
    <w:p w:rsidR="00E00D30" w:rsidRDefault="00E00D30" w:rsidP="00E00D30">
      <w:r>
        <w:t>450.4276</w:t>
      </w:r>
      <w:r>
        <w:tab/>
        <w:t>2.025e0</w:t>
      </w:r>
    </w:p>
    <w:p w:rsidR="00E00D30" w:rsidRDefault="00E00D30" w:rsidP="00E00D30">
      <w:r>
        <w:t>450.4302</w:t>
      </w:r>
      <w:r>
        <w:tab/>
        <w:t>1.013e0</w:t>
      </w:r>
    </w:p>
    <w:p w:rsidR="00E00D30" w:rsidRDefault="00E00D30" w:rsidP="00E00D30">
      <w:r>
        <w:t>450.4491</w:t>
      </w:r>
      <w:r>
        <w:tab/>
        <w:t>2.025e0</w:t>
      </w:r>
    </w:p>
    <w:p w:rsidR="00E00D30" w:rsidRDefault="00E00D30" w:rsidP="00E00D30">
      <w:r>
        <w:t>450.4585</w:t>
      </w:r>
      <w:r>
        <w:tab/>
        <w:t>3.038e0</w:t>
      </w:r>
    </w:p>
    <w:p w:rsidR="00E00D30" w:rsidRDefault="00E00D30" w:rsidP="00E00D30">
      <w:r>
        <w:t>450.4642</w:t>
      </w:r>
      <w:r>
        <w:tab/>
        <w:t>1.013e0</w:t>
      </w:r>
    </w:p>
    <w:p w:rsidR="00E00D30" w:rsidRDefault="00E00D30" w:rsidP="00E00D30">
      <w:r>
        <w:lastRenderedPageBreak/>
        <w:t>450.4791</w:t>
      </w:r>
      <w:r>
        <w:tab/>
        <w:t>2.025e0</w:t>
      </w:r>
    </w:p>
    <w:p w:rsidR="00E00D30" w:rsidRDefault="00E00D30" w:rsidP="00E00D30">
      <w:r>
        <w:t>450.4892</w:t>
      </w:r>
      <w:r>
        <w:tab/>
        <w:t>3.038e0</w:t>
      </w:r>
    </w:p>
    <w:p w:rsidR="00E00D30" w:rsidRDefault="00E00D30" w:rsidP="00E00D30">
      <w:r>
        <w:t>450.4997</w:t>
      </w:r>
      <w:r>
        <w:tab/>
        <w:t>2.025e0</w:t>
      </w:r>
    </w:p>
    <w:p w:rsidR="00E00D30" w:rsidRDefault="00E00D30" w:rsidP="00E00D30">
      <w:r>
        <w:t>450.5121</w:t>
      </w:r>
      <w:r>
        <w:tab/>
        <w:t>2.025e0</w:t>
      </w:r>
    </w:p>
    <w:p w:rsidR="00E00D30" w:rsidRDefault="00E00D30" w:rsidP="00E00D30">
      <w:r>
        <w:t>450.5415</w:t>
      </w:r>
      <w:r>
        <w:tab/>
        <w:t>6.076e0</w:t>
      </w:r>
    </w:p>
    <w:p w:rsidR="00E00D30" w:rsidRDefault="00E00D30" w:rsidP="00E00D30">
      <w:r>
        <w:t>450.5529</w:t>
      </w:r>
      <w:r>
        <w:tab/>
        <w:t>3.038e0</w:t>
      </w:r>
    </w:p>
    <w:p w:rsidR="00E00D30" w:rsidRDefault="00E00D30" w:rsidP="00E00D30">
      <w:r>
        <w:t>450.5589</w:t>
      </w:r>
      <w:r>
        <w:tab/>
        <w:t>5.063e0</w:t>
      </w:r>
    </w:p>
    <w:p w:rsidR="00E00D30" w:rsidRDefault="00E00D30" w:rsidP="00E00D30">
      <w:r>
        <w:t>450.5789</w:t>
      </w:r>
      <w:r>
        <w:tab/>
        <w:t>1.013e0</w:t>
      </w:r>
    </w:p>
    <w:p w:rsidR="00E00D30" w:rsidRDefault="00E00D30" w:rsidP="00E00D30">
      <w:r>
        <w:t>450.5917</w:t>
      </w:r>
      <w:r>
        <w:tab/>
        <w:t>1.819e0</w:t>
      </w:r>
    </w:p>
    <w:p w:rsidR="00E00D30" w:rsidRDefault="00E00D30" w:rsidP="00E00D30">
      <w:r>
        <w:t>450.6111</w:t>
      </w:r>
      <w:r>
        <w:tab/>
        <w:t>2.025e0</w:t>
      </w:r>
    </w:p>
    <w:p w:rsidR="00E00D30" w:rsidRDefault="00E00D30" w:rsidP="00E00D30">
      <w:r>
        <w:t>450.6395</w:t>
      </w:r>
      <w:r>
        <w:tab/>
        <w:t>1.013e0</w:t>
      </w:r>
    </w:p>
    <w:p w:rsidR="00E00D30" w:rsidRDefault="00E00D30" w:rsidP="00E00D30">
      <w:r>
        <w:t>450.6504</w:t>
      </w:r>
      <w:r>
        <w:tab/>
        <w:t>1.013e0</w:t>
      </w:r>
    </w:p>
    <w:p w:rsidR="00E00D30" w:rsidRDefault="00E00D30" w:rsidP="00E00D30">
      <w:r>
        <w:t>450.6760</w:t>
      </w:r>
      <w:r>
        <w:tab/>
        <w:t>2.025e0</w:t>
      </w:r>
    </w:p>
    <w:p w:rsidR="00E00D30" w:rsidRDefault="00E00D30" w:rsidP="00E00D30">
      <w:r>
        <w:t>450.6795</w:t>
      </w:r>
      <w:r>
        <w:tab/>
        <w:t>2.025e0</w:t>
      </w:r>
    </w:p>
    <w:p w:rsidR="00E00D30" w:rsidRDefault="00E00D30" w:rsidP="00E00D30">
      <w:r>
        <w:t>450.6898</w:t>
      </w:r>
      <w:r>
        <w:tab/>
        <w:t>1.013e0</w:t>
      </w:r>
    </w:p>
    <w:p w:rsidR="00E00D30" w:rsidRDefault="00E00D30" w:rsidP="00E00D30">
      <w:r>
        <w:t>450.7140</w:t>
      </w:r>
      <w:r>
        <w:tab/>
        <w:t>1.013e0</w:t>
      </w:r>
    </w:p>
    <w:p w:rsidR="00E00D30" w:rsidRDefault="00E00D30" w:rsidP="00E00D30">
      <w:r>
        <w:t>450.7377</w:t>
      </w:r>
      <w:r>
        <w:tab/>
        <w:t>1.013e0</w:t>
      </w:r>
    </w:p>
    <w:p w:rsidR="00E00D30" w:rsidRDefault="00E00D30" w:rsidP="00E00D30">
      <w:r>
        <w:t>450.7684</w:t>
      </w:r>
      <w:r>
        <w:tab/>
        <w:t>1.013e0</w:t>
      </w:r>
    </w:p>
    <w:p w:rsidR="00E00D30" w:rsidRDefault="00E00D30" w:rsidP="00E00D30">
      <w:r>
        <w:t>450.7799</w:t>
      </w:r>
      <w:r>
        <w:tab/>
        <w:t>2.025e0</w:t>
      </w:r>
    </w:p>
    <w:p w:rsidR="00E00D30" w:rsidRDefault="00E00D30" w:rsidP="00E00D30">
      <w:r>
        <w:lastRenderedPageBreak/>
        <w:t>450.7813</w:t>
      </w:r>
      <w:r>
        <w:tab/>
        <w:t>2.025e0</w:t>
      </w:r>
    </w:p>
    <w:p w:rsidR="00E00D30" w:rsidRDefault="00E00D30" w:rsidP="00E00D30">
      <w:r>
        <w:t>450.7823</w:t>
      </w:r>
      <w:r>
        <w:tab/>
        <w:t>3.038e0</w:t>
      </w:r>
    </w:p>
    <w:p w:rsidR="00E00D30" w:rsidRDefault="00E00D30" w:rsidP="00E00D30">
      <w:r>
        <w:t>450.8448</w:t>
      </w:r>
      <w:r>
        <w:tab/>
        <w:t>2.025e0</w:t>
      </w:r>
    </w:p>
    <w:p w:rsidR="00E00D30" w:rsidRDefault="00E00D30" w:rsidP="00E00D30">
      <w:r>
        <w:t>450.8554</w:t>
      </w:r>
      <w:r>
        <w:tab/>
        <w:t>1.013e0</w:t>
      </w:r>
    </w:p>
    <w:p w:rsidR="00E00D30" w:rsidRDefault="00E00D30" w:rsidP="00E00D30">
      <w:r>
        <w:t>450.8600</w:t>
      </w:r>
      <w:r>
        <w:tab/>
        <w:t>3.038e0</w:t>
      </w:r>
    </w:p>
    <w:p w:rsidR="00E00D30" w:rsidRDefault="00E00D30" w:rsidP="00E00D30">
      <w:r>
        <w:t>450.8658</w:t>
      </w:r>
      <w:r>
        <w:tab/>
        <w:t>2.025e0</w:t>
      </w:r>
    </w:p>
    <w:p w:rsidR="00E00D30" w:rsidRDefault="00E00D30" w:rsidP="00E00D30">
      <w:r>
        <w:t>450.8718</w:t>
      </w:r>
      <w:r>
        <w:tab/>
        <w:t>1.013e0</w:t>
      </w:r>
    </w:p>
    <w:p w:rsidR="00E00D30" w:rsidRDefault="00E00D30" w:rsidP="00E00D30">
      <w:r>
        <w:t>450.8804</w:t>
      </w:r>
      <w:r>
        <w:tab/>
        <w:t>1.013e0</w:t>
      </w:r>
    </w:p>
    <w:p w:rsidR="00E00D30" w:rsidRDefault="00E00D30" w:rsidP="00E00D30">
      <w:r>
        <w:t>450.8988</w:t>
      </w:r>
      <w:r>
        <w:tab/>
        <w:t>3.038e0</w:t>
      </w:r>
    </w:p>
    <w:p w:rsidR="00E00D30" w:rsidRDefault="00E00D30" w:rsidP="00E00D30">
      <w:r>
        <w:t>450.9075</w:t>
      </w:r>
      <w:r>
        <w:tab/>
        <w:t>2.025e0</w:t>
      </w:r>
    </w:p>
    <w:p w:rsidR="00E00D30" w:rsidRDefault="00E00D30" w:rsidP="00E00D30">
      <w:r>
        <w:t>450.9182</w:t>
      </w:r>
      <w:r>
        <w:tab/>
        <w:t>4.051e0</w:t>
      </w:r>
    </w:p>
    <w:p w:rsidR="00E00D30" w:rsidRDefault="00E00D30" w:rsidP="00E00D30">
      <w:r>
        <w:t>450.9383</w:t>
      </w:r>
      <w:r>
        <w:tab/>
        <w:t>2.025e0</w:t>
      </w:r>
    </w:p>
    <w:p w:rsidR="00E00D30" w:rsidRDefault="00E00D30" w:rsidP="00E00D30">
      <w:r>
        <w:t>450.9427</w:t>
      </w:r>
      <w:r>
        <w:tab/>
        <w:t>3.741e0</w:t>
      </w:r>
    </w:p>
    <w:p w:rsidR="00E00D30" w:rsidRDefault="00E00D30" w:rsidP="00E00D30">
      <w:r>
        <w:t>450.9598</w:t>
      </w:r>
      <w:r>
        <w:tab/>
        <w:t>1.013e0</w:t>
      </w:r>
    </w:p>
    <w:p w:rsidR="00E00D30" w:rsidRDefault="00E00D30" w:rsidP="00E00D30">
      <w:r>
        <w:t>450.9738</w:t>
      </w:r>
      <w:r>
        <w:tab/>
        <w:t>1.013e0</w:t>
      </w:r>
    </w:p>
    <w:p w:rsidR="00E00D30" w:rsidRDefault="00E00D30" w:rsidP="00E00D30">
      <w:r>
        <w:t>450.9778</w:t>
      </w:r>
      <w:r>
        <w:tab/>
        <w:t>1.013e0</w:t>
      </w:r>
    </w:p>
    <w:p w:rsidR="00E00D30" w:rsidRDefault="00E00D30" w:rsidP="00E00D30">
      <w:r>
        <w:t>450.9962</w:t>
      </w:r>
      <w:r>
        <w:tab/>
        <w:t>2.025e0</w:t>
      </w:r>
    </w:p>
    <w:p w:rsidR="00E00D30" w:rsidRDefault="00E00D30" w:rsidP="00E00D30">
      <w:r>
        <w:t>451.0290</w:t>
      </w:r>
      <w:r>
        <w:tab/>
        <w:t>2.025e0</w:t>
      </w:r>
    </w:p>
    <w:p w:rsidR="00E00D30" w:rsidRDefault="00E00D30" w:rsidP="00E00D30">
      <w:r>
        <w:t>451.0354</w:t>
      </w:r>
      <w:r>
        <w:tab/>
        <w:t>3.038e0</w:t>
      </w:r>
    </w:p>
    <w:p w:rsidR="00E00D30" w:rsidRDefault="00E00D30" w:rsidP="00E00D30">
      <w:r>
        <w:lastRenderedPageBreak/>
        <w:t>451.0565</w:t>
      </w:r>
      <w:r>
        <w:tab/>
        <w:t>4.051e0</w:t>
      </w:r>
    </w:p>
    <w:p w:rsidR="00E00D30" w:rsidRDefault="00E00D30" w:rsidP="00E00D30">
      <w:r>
        <w:t>451.0685</w:t>
      </w:r>
      <w:r>
        <w:tab/>
        <w:t>1.013e0</w:t>
      </w:r>
    </w:p>
    <w:p w:rsidR="00E00D30" w:rsidRDefault="00E00D30" w:rsidP="00E00D30">
      <w:r>
        <w:t>451.1145</w:t>
      </w:r>
      <w:r>
        <w:tab/>
        <w:t>2.025e0</w:t>
      </w:r>
    </w:p>
    <w:p w:rsidR="00E00D30" w:rsidRDefault="00E00D30" w:rsidP="00E00D30">
      <w:r>
        <w:t>451.1268</w:t>
      </w:r>
      <w:r>
        <w:tab/>
        <w:t>2.025e0</w:t>
      </w:r>
    </w:p>
    <w:p w:rsidR="00E00D30" w:rsidRDefault="00E00D30" w:rsidP="00E00D30">
      <w:r>
        <w:t>451.1395</w:t>
      </w:r>
      <w:r>
        <w:tab/>
        <w:t>1.013e0</w:t>
      </w:r>
    </w:p>
    <w:p w:rsidR="00E00D30" w:rsidRDefault="00E00D30" w:rsidP="00E00D30">
      <w:r>
        <w:t>451.1424</w:t>
      </w:r>
      <w:r>
        <w:tab/>
        <w:t>7.089e0</w:t>
      </w:r>
    </w:p>
    <w:p w:rsidR="00E00D30" w:rsidRDefault="00E00D30" w:rsidP="00E00D30">
      <w:r>
        <w:t>451.1566</w:t>
      </w:r>
      <w:r>
        <w:tab/>
        <w:t>3.038e0</w:t>
      </w:r>
    </w:p>
    <w:p w:rsidR="00E00D30" w:rsidRDefault="00E00D30" w:rsidP="00E00D30">
      <w:r>
        <w:t>451.1667</w:t>
      </w:r>
      <w:r>
        <w:tab/>
        <w:t>2.025e0</w:t>
      </w:r>
    </w:p>
    <w:p w:rsidR="00E00D30" w:rsidRDefault="00E00D30" w:rsidP="00E00D30">
      <w:r>
        <w:t>451.1756</w:t>
      </w:r>
      <w:r>
        <w:tab/>
        <w:t>1.013e0</w:t>
      </w:r>
    </w:p>
    <w:p w:rsidR="00E00D30" w:rsidRDefault="00E00D30" w:rsidP="00E00D30">
      <w:r>
        <w:t>451.2090</w:t>
      </w:r>
      <w:r>
        <w:tab/>
        <w:t>7.089e0</w:t>
      </w:r>
    </w:p>
    <w:p w:rsidR="00E00D30" w:rsidRDefault="00E00D30" w:rsidP="00E00D30">
      <w:r>
        <w:t>451.2184</w:t>
      </w:r>
      <w:r>
        <w:tab/>
        <w:t>1.013e0</w:t>
      </w:r>
    </w:p>
    <w:p w:rsidR="00E00D30" w:rsidRDefault="00E00D30" w:rsidP="00E00D30">
      <w:r>
        <w:t>451.2281</w:t>
      </w:r>
      <w:r>
        <w:tab/>
        <w:t>3.038e0</w:t>
      </w:r>
    </w:p>
    <w:p w:rsidR="00E00D30" w:rsidRDefault="00E00D30" w:rsidP="00E00D30">
      <w:r>
        <w:t>451.2633</w:t>
      </w:r>
      <w:r>
        <w:tab/>
        <w:t>2.025e0</w:t>
      </w:r>
    </w:p>
    <w:p w:rsidR="00E00D30" w:rsidRDefault="00E00D30" w:rsidP="00E00D30">
      <w:r>
        <w:t>451.2726</w:t>
      </w:r>
      <w:r>
        <w:tab/>
        <w:t>1.114e1</w:t>
      </w:r>
    </w:p>
    <w:p w:rsidR="00E00D30" w:rsidRDefault="00E00D30" w:rsidP="00E00D30">
      <w:r>
        <w:t>451.2831</w:t>
      </w:r>
      <w:r>
        <w:tab/>
        <w:t>3.646e1</w:t>
      </w:r>
    </w:p>
    <w:p w:rsidR="00E00D30" w:rsidRDefault="00E00D30" w:rsidP="00E00D30">
      <w:r>
        <w:t>451.2856</w:t>
      </w:r>
      <w:r>
        <w:tab/>
        <w:t>3.855e1</w:t>
      </w:r>
    </w:p>
    <w:p w:rsidR="00E00D30" w:rsidRDefault="00E00D30" w:rsidP="00E00D30">
      <w:r>
        <w:t>451.2878</w:t>
      </w:r>
      <w:r>
        <w:tab/>
        <w:t>3.342e1</w:t>
      </w:r>
    </w:p>
    <w:p w:rsidR="00E00D30" w:rsidRDefault="00E00D30" w:rsidP="00E00D30">
      <w:r>
        <w:t>451.2945</w:t>
      </w:r>
      <w:r>
        <w:tab/>
        <w:t>2.659e1</w:t>
      </w:r>
    </w:p>
    <w:p w:rsidR="00E00D30" w:rsidRDefault="00E00D30" w:rsidP="00E00D30">
      <w:r>
        <w:t>451.3198</w:t>
      </w:r>
      <w:r>
        <w:tab/>
        <w:t>2.025e0</w:t>
      </w:r>
    </w:p>
    <w:p w:rsidR="00E00D30" w:rsidRDefault="00E00D30" w:rsidP="00E00D30">
      <w:r>
        <w:lastRenderedPageBreak/>
        <w:t>451.3562</w:t>
      </w:r>
      <w:r>
        <w:tab/>
        <w:t>3.038e0</w:t>
      </w:r>
    </w:p>
    <w:p w:rsidR="00E00D30" w:rsidRDefault="00E00D30" w:rsidP="00E00D30">
      <w:r>
        <w:t>451.3634</w:t>
      </w:r>
      <w:r>
        <w:tab/>
        <w:t>5.063e0</w:t>
      </w:r>
    </w:p>
    <w:p w:rsidR="00E00D30" w:rsidRDefault="00E00D30" w:rsidP="00E00D30">
      <w:r>
        <w:t>451.3753</w:t>
      </w:r>
      <w:r>
        <w:tab/>
        <w:t>2.025e0</w:t>
      </w:r>
    </w:p>
    <w:p w:rsidR="00E00D30" w:rsidRDefault="00E00D30" w:rsidP="00E00D30">
      <w:r>
        <w:t>451.3784</w:t>
      </w:r>
      <w:r>
        <w:tab/>
        <w:t>2.025e0</w:t>
      </w:r>
    </w:p>
    <w:p w:rsidR="00E00D30" w:rsidRDefault="00E00D30" w:rsidP="00E00D30">
      <w:r>
        <w:t>451.3917</w:t>
      </w:r>
      <w:r>
        <w:tab/>
        <w:t>1.013e0</w:t>
      </w:r>
    </w:p>
    <w:p w:rsidR="00E00D30" w:rsidRDefault="00E00D30" w:rsidP="00E00D30">
      <w:r>
        <w:t>451.4057</w:t>
      </w:r>
      <w:r>
        <w:tab/>
        <w:t>2.025e0</w:t>
      </w:r>
    </w:p>
    <w:p w:rsidR="00E00D30" w:rsidRDefault="00E00D30" w:rsidP="00E00D30">
      <w:r>
        <w:t>451.4439</w:t>
      </w:r>
      <w:r>
        <w:tab/>
        <w:t>5.063e0</w:t>
      </w:r>
    </w:p>
    <w:p w:rsidR="00E00D30" w:rsidRDefault="00E00D30" w:rsidP="00E00D30">
      <w:r>
        <w:t>451.4525</w:t>
      </w:r>
      <w:r>
        <w:tab/>
        <w:t>1.013e0</w:t>
      </w:r>
    </w:p>
    <w:p w:rsidR="00E00D30" w:rsidRDefault="00E00D30" w:rsidP="00E00D30">
      <w:r>
        <w:t>451.4706</w:t>
      </w:r>
      <w:r>
        <w:tab/>
        <w:t>1.013e0</w:t>
      </w:r>
    </w:p>
    <w:p w:rsidR="00E00D30" w:rsidRDefault="00E00D30" w:rsidP="00E00D30">
      <w:r>
        <w:t>451.4739</w:t>
      </w:r>
      <w:r>
        <w:tab/>
        <w:t>2.025e0</w:t>
      </w:r>
    </w:p>
    <w:p w:rsidR="00E00D30" w:rsidRDefault="00E00D30" w:rsidP="00E00D30">
      <w:r>
        <w:t>451.4796</w:t>
      </w:r>
      <w:r>
        <w:tab/>
        <w:t>1.013e0</w:t>
      </w:r>
    </w:p>
    <w:p w:rsidR="00E00D30" w:rsidRDefault="00E00D30" w:rsidP="00E00D30">
      <w:r>
        <w:t>451.5057</w:t>
      </w:r>
      <w:r>
        <w:tab/>
        <w:t>2.025e0</w:t>
      </w:r>
    </w:p>
    <w:p w:rsidR="00E00D30" w:rsidRDefault="00E00D30" w:rsidP="00E00D30">
      <w:r>
        <w:t>451.5190</w:t>
      </w:r>
      <w:r>
        <w:tab/>
        <w:t>1.013e0</w:t>
      </w:r>
    </w:p>
    <w:p w:rsidR="00E00D30" w:rsidRDefault="00E00D30" w:rsidP="00E00D30">
      <w:r>
        <w:t>451.5334</w:t>
      </w:r>
      <w:r>
        <w:tab/>
        <w:t>3.038e0</w:t>
      </w:r>
    </w:p>
    <w:p w:rsidR="00E00D30" w:rsidRDefault="00E00D30" w:rsidP="00E00D30">
      <w:r>
        <w:t>451.5618</w:t>
      </w:r>
      <w:r>
        <w:tab/>
        <w:t>2.255e0</w:t>
      </w:r>
    </w:p>
    <w:p w:rsidR="00E00D30" w:rsidRDefault="00E00D30" w:rsidP="00E00D30">
      <w:r>
        <w:t>451.5747</w:t>
      </w:r>
      <w:r>
        <w:tab/>
        <w:t>1.013e0</w:t>
      </w:r>
    </w:p>
    <w:p w:rsidR="00E00D30" w:rsidRDefault="00E00D30" w:rsidP="00E00D30">
      <w:r>
        <w:t>451.6106</w:t>
      </w:r>
      <w:r>
        <w:tab/>
        <w:t>1.013e0</w:t>
      </w:r>
    </w:p>
    <w:p w:rsidR="00E00D30" w:rsidRDefault="00E00D30" w:rsidP="00E00D30">
      <w:r>
        <w:t>451.6606</w:t>
      </w:r>
      <w:r>
        <w:tab/>
        <w:t>2.025e0</w:t>
      </w:r>
    </w:p>
    <w:p w:rsidR="00E00D30" w:rsidRDefault="00E00D30" w:rsidP="00E00D30">
      <w:r>
        <w:t>451.6765</w:t>
      </w:r>
      <w:r>
        <w:tab/>
        <w:t>1.013e0</w:t>
      </w:r>
    </w:p>
    <w:p w:rsidR="00E00D30" w:rsidRDefault="00E00D30" w:rsidP="00E00D30">
      <w:r>
        <w:lastRenderedPageBreak/>
        <w:t>451.6850</w:t>
      </w:r>
      <w:r>
        <w:tab/>
        <w:t>1.013e0</w:t>
      </w:r>
    </w:p>
    <w:p w:rsidR="00E00D30" w:rsidRDefault="00E00D30" w:rsidP="00E00D30">
      <w:r>
        <w:t>451.7000</w:t>
      </w:r>
      <w:r>
        <w:tab/>
        <w:t>1.013e0</w:t>
      </w:r>
    </w:p>
    <w:p w:rsidR="00E00D30" w:rsidRDefault="00E00D30" w:rsidP="00E00D30">
      <w:r>
        <w:t>451.7083</w:t>
      </w:r>
      <w:r>
        <w:tab/>
        <w:t>2.025e0</w:t>
      </w:r>
    </w:p>
    <w:p w:rsidR="00E00D30" w:rsidRDefault="00E00D30" w:rsidP="00E00D30">
      <w:r>
        <w:t>451.7239</w:t>
      </w:r>
      <w:r>
        <w:tab/>
        <w:t>1.013e0</w:t>
      </w:r>
    </w:p>
    <w:p w:rsidR="00E00D30" w:rsidRDefault="00E00D30" w:rsidP="00E00D30">
      <w:r>
        <w:t>451.7397</w:t>
      </w:r>
      <w:r>
        <w:tab/>
        <w:t>1.013e0</w:t>
      </w:r>
    </w:p>
    <w:p w:rsidR="00E00D30" w:rsidRDefault="00E00D30" w:rsidP="00E00D30">
      <w:r>
        <w:t>451.7502</w:t>
      </w:r>
      <w:r>
        <w:tab/>
        <w:t>3.038e0</w:t>
      </w:r>
    </w:p>
    <w:p w:rsidR="00E00D30" w:rsidRDefault="00E00D30" w:rsidP="00E00D30">
      <w:r>
        <w:t>451.7633</w:t>
      </w:r>
      <w:r>
        <w:tab/>
        <w:t>2.025e0</w:t>
      </w:r>
    </w:p>
    <w:p w:rsidR="00E00D30" w:rsidRDefault="00E00D30" w:rsidP="00E00D30">
      <w:r>
        <w:t>451.7764</w:t>
      </w:r>
      <w:r>
        <w:tab/>
        <w:t>2.025e0</w:t>
      </w:r>
    </w:p>
    <w:p w:rsidR="00E00D30" w:rsidRDefault="00E00D30" w:rsidP="00E00D30">
      <w:r>
        <w:t>451.7877</w:t>
      </w:r>
      <w:r>
        <w:tab/>
        <w:t>1.013e0</w:t>
      </w:r>
    </w:p>
    <w:p w:rsidR="00E00D30" w:rsidRDefault="00E00D30" w:rsidP="00E00D30">
      <w:r>
        <w:t>451.7950</w:t>
      </w:r>
      <w:r>
        <w:tab/>
        <w:t>2.025e0</w:t>
      </w:r>
    </w:p>
    <w:p w:rsidR="00E00D30" w:rsidRDefault="00E00D30" w:rsidP="00E00D30">
      <w:r>
        <w:t>451.8741</w:t>
      </w:r>
      <w:r>
        <w:tab/>
        <w:t>1.013e0</w:t>
      </w:r>
    </w:p>
    <w:p w:rsidR="00E00D30" w:rsidRDefault="00E00D30" w:rsidP="00E00D30">
      <w:r>
        <w:t>451.8803</w:t>
      </w:r>
      <w:r>
        <w:tab/>
        <w:t>2.025e0</w:t>
      </w:r>
    </w:p>
    <w:p w:rsidR="00E00D30" w:rsidRDefault="00E00D30" w:rsidP="00E00D30">
      <w:r>
        <w:t>451.8825</w:t>
      </w:r>
      <w:r>
        <w:tab/>
        <w:t>2.025e0</w:t>
      </w:r>
    </w:p>
    <w:p w:rsidR="00E00D30" w:rsidRDefault="00E00D30" w:rsidP="00E00D30">
      <w:r>
        <w:t>451.8878</w:t>
      </w:r>
      <w:r>
        <w:tab/>
        <w:t>2.025e0</w:t>
      </w:r>
    </w:p>
    <w:p w:rsidR="00E00D30" w:rsidRDefault="00E00D30" w:rsidP="00E00D30">
      <w:r>
        <w:t>451.9094</w:t>
      </w:r>
      <w:r>
        <w:tab/>
        <w:t>1.013e0</w:t>
      </w:r>
    </w:p>
    <w:p w:rsidR="00E00D30" w:rsidRDefault="00E00D30" w:rsidP="00E00D30">
      <w:r>
        <w:t>451.9214</w:t>
      </w:r>
      <w:r>
        <w:tab/>
        <w:t>3.038e0</w:t>
      </w:r>
    </w:p>
    <w:p w:rsidR="00E00D30" w:rsidRDefault="00E00D30" w:rsidP="00E00D30">
      <w:r>
        <w:t>451.9271</w:t>
      </w:r>
      <w:r>
        <w:tab/>
        <w:t>1.013e0</w:t>
      </w:r>
    </w:p>
    <w:p w:rsidR="00E00D30" w:rsidRDefault="00E00D30" w:rsidP="00E00D30">
      <w:r>
        <w:t>451.9376</w:t>
      </w:r>
      <w:r>
        <w:tab/>
        <w:t>2.025e0</w:t>
      </w:r>
    </w:p>
    <w:p w:rsidR="00E00D30" w:rsidRDefault="00E00D30" w:rsidP="00E00D30">
      <w:r>
        <w:t>451.9529</w:t>
      </w:r>
      <w:r>
        <w:tab/>
        <w:t>1.013e0</w:t>
      </w:r>
    </w:p>
    <w:p w:rsidR="00E00D30" w:rsidRDefault="00E00D30" w:rsidP="00E00D30">
      <w:r>
        <w:lastRenderedPageBreak/>
        <w:t>451.9843</w:t>
      </w:r>
      <w:r>
        <w:tab/>
        <w:t>2.105e0</w:t>
      </w:r>
    </w:p>
    <w:p w:rsidR="00E00D30" w:rsidRDefault="00E00D30" w:rsidP="00E00D30">
      <w:r>
        <w:t>451.9926</w:t>
      </w:r>
      <w:r>
        <w:tab/>
        <w:t>1.013e0</w:t>
      </w:r>
    </w:p>
    <w:p w:rsidR="00E00D30" w:rsidRDefault="00E00D30" w:rsidP="00E00D30">
      <w:r>
        <w:t>452.0179</w:t>
      </w:r>
      <w:r>
        <w:tab/>
        <w:t>2.025e0</w:t>
      </w:r>
    </w:p>
    <w:p w:rsidR="00E00D30" w:rsidRDefault="00E00D30" w:rsidP="00E00D30">
      <w:r>
        <w:t>452.0399</w:t>
      </w:r>
      <w:r>
        <w:tab/>
        <w:t>1.013e0</w:t>
      </w:r>
    </w:p>
    <w:p w:rsidR="00E00D30" w:rsidRDefault="00E00D30" w:rsidP="00E00D30">
      <w:r>
        <w:t>452.0410</w:t>
      </w:r>
      <w:r>
        <w:tab/>
        <w:t>5.063e0</w:t>
      </w:r>
    </w:p>
    <w:p w:rsidR="00E00D30" w:rsidRDefault="00E00D30" w:rsidP="00E00D30">
      <w:r>
        <w:t>452.0516</w:t>
      </w:r>
      <w:r>
        <w:tab/>
        <w:t>2.025e0</w:t>
      </w:r>
    </w:p>
    <w:p w:rsidR="00E00D30" w:rsidRDefault="00E00D30" w:rsidP="00E00D30">
      <w:r>
        <w:t>452.0638</w:t>
      </w:r>
      <w:r>
        <w:tab/>
        <w:t>1.013e0</w:t>
      </w:r>
    </w:p>
    <w:p w:rsidR="00E00D30" w:rsidRDefault="00E00D30" w:rsidP="00E00D30">
      <w:r>
        <w:t>452.0799</w:t>
      </w:r>
      <w:r>
        <w:tab/>
        <w:t>2.025e0</w:t>
      </w:r>
    </w:p>
    <w:p w:rsidR="00E00D30" w:rsidRDefault="00E00D30" w:rsidP="00E00D30">
      <w:r>
        <w:t>452.0955</w:t>
      </w:r>
      <w:r>
        <w:tab/>
        <w:t>2.025e0</w:t>
      </w:r>
    </w:p>
    <w:p w:rsidR="00E00D30" w:rsidRDefault="00E00D30" w:rsidP="00E00D30">
      <w:r>
        <w:t>452.1252</w:t>
      </w:r>
      <w:r>
        <w:tab/>
        <w:t>1.013e0</w:t>
      </w:r>
    </w:p>
    <w:p w:rsidR="00E00D30" w:rsidRDefault="00E00D30" w:rsidP="00E00D30">
      <w:r>
        <w:t>452.1270</w:t>
      </w:r>
      <w:r>
        <w:tab/>
        <w:t>3.038e0</w:t>
      </w:r>
    </w:p>
    <w:p w:rsidR="00E00D30" w:rsidRDefault="00E00D30" w:rsidP="00E00D30">
      <w:r>
        <w:t>452.1573</w:t>
      </w:r>
      <w:r>
        <w:tab/>
        <w:t>2.025e0</w:t>
      </w:r>
    </w:p>
    <w:p w:rsidR="00E00D30" w:rsidRDefault="00E00D30" w:rsidP="00E00D30">
      <w:r>
        <w:t>452.1585</w:t>
      </w:r>
      <w:r>
        <w:tab/>
        <w:t>1.013e0</w:t>
      </w:r>
    </w:p>
    <w:p w:rsidR="00E00D30" w:rsidRDefault="00E00D30" w:rsidP="00E00D30">
      <w:r>
        <w:t>452.1745</w:t>
      </w:r>
      <w:r>
        <w:tab/>
        <w:t>1.013e0</w:t>
      </w:r>
    </w:p>
    <w:p w:rsidR="00E00D30" w:rsidRDefault="00E00D30" w:rsidP="00E00D30">
      <w:r>
        <w:t>452.1869</w:t>
      </w:r>
      <w:r>
        <w:tab/>
        <w:t>1.013e0</w:t>
      </w:r>
    </w:p>
    <w:p w:rsidR="00E00D30" w:rsidRDefault="00E00D30" w:rsidP="00E00D30">
      <w:r>
        <w:t>452.2142</w:t>
      </w:r>
      <w:r>
        <w:tab/>
        <w:t>3.038e0</w:t>
      </w:r>
    </w:p>
    <w:p w:rsidR="00E00D30" w:rsidRDefault="00E00D30" w:rsidP="00E00D30">
      <w:r>
        <w:t>452.2178</w:t>
      </w:r>
      <w:r>
        <w:tab/>
        <w:t>2.025e0</w:t>
      </w:r>
    </w:p>
    <w:p w:rsidR="00E00D30" w:rsidRDefault="00E00D30" w:rsidP="00E00D30">
      <w:r>
        <w:t>452.2259</w:t>
      </w:r>
      <w:r>
        <w:tab/>
        <w:t>1.013e0</w:t>
      </w:r>
    </w:p>
    <w:p w:rsidR="00E00D30" w:rsidRDefault="00E00D30" w:rsidP="00E00D30">
      <w:r>
        <w:t>452.2299</w:t>
      </w:r>
      <w:r>
        <w:tab/>
        <w:t>2.025e0</w:t>
      </w:r>
    </w:p>
    <w:p w:rsidR="00E00D30" w:rsidRDefault="00E00D30" w:rsidP="00E00D30">
      <w:r>
        <w:lastRenderedPageBreak/>
        <w:t>452.2445</w:t>
      </w:r>
      <w:r>
        <w:tab/>
        <w:t>1.013e0</w:t>
      </w:r>
    </w:p>
    <w:p w:rsidR="00E00D30" w:rsidRDefault="00E00D30" w:rsidP="00E00D30">
      <w:r>
        <w:t>452.2480</w:t>
      </w:r>
      <w:r>
        <w:tab/>
        <w:t>5.975e0</w:t>
      </w:r>
    </w:p>
    <w:p w:rsidR="00E00D30" w:rsidRDefault="00E00D30" w:rsidP="00E00D30">
      <w:r>
        <w:t>452.2502</w:t>
      </w:r>
      <w:r>
        <w:tab/>
        <w:t>2.025e0</w:t>
      </w:r>
    </w:p>
    <w:p w:rsidR="00E00D30" w:rsidRDefault="00E00D30" w:rsidP="00E00D30">
      <w:r>
        <w:t>452.2685</w:t>
      </w:r>
      <w:r>
        <w:tab/>
        <w:t>6.050e0</w:t>
      </w:r>
    </w:p>
    <w:p w:rsidR="00E00D30" w:rsidRDefault="00E00D30" w:rsidP="00E00D30">
      <w:r>
        <w:t>452.2804</w:t>
      </w:r>
      <w:r>
        <w:tab/>
        <w:t>3.038e0</w:t>
      </w:r>
    </w:p>
    <w:p w:rsidR="00E00D30" w:rsidRDefault="00E00D30" w:rsidP="00E00D30">
      <w:r>
        <w:t>452.2822</w:t>
      </w:r>
      <w:r>
        <w:tab/>
        <w:t>3.038e0</w:t>
      </w:r>
    </w:p>
    <w:p w:rsidR="00E00D30" w:rsidRDefault="00E00D30" w:rsidP="00E00D30">
      <w:r>
        <w:t>452.2989</w:t>
      </w:r>
      <w:r>
        <w:tab/>
        <w:t>3.038e0</w:t>
      </w:r>
    </w:p>
    <w:p w:rsidR="00E00D30" w:rsidRDefault="00E00D30" w:rsidP="00E00D30">
      <w:r>
        <w:t>452.3019</w:t>
      </w:r>
      <w:r>
        <w:tab/>
        <w:t>5.063e0</w:t>
      </w:r>
    </w:p>
    <w:p w:rsidR="00E00D30" w:rsidRDefault="00E00D30" w:rsidP="00E00D30">
      <w:r>
        <w:t>452.3112</w:t>
      </w:r>
      <w:r>
        <w:tab/>
        <w:t>3.038e0</w:t>
      </w:r>
    </w:p>
    <w:p w:rsidR="00E00D30" w:rsidRDefault="00E00D30" w:rsidP="00E00D30">
      <w:r>
        <w:t>452.3214</w:t>
      </w:r>
      <w:r>
        <w:tab/>
        <w:t>3.542e0</w:t>
      </w:r>
    </w:p>
    <w:p w:rsidR="00E00D30" w:rsidRDefault="00E00D30" w:rsidP="00E00D30">
      <w:r>
        <w:t>452.3254</w:t>
      </w:r>
      <w:r>
        <w:tab/>
        <w:t>3.038e0</w:t>
      </w:r>
    </w:p>
    <w:p w:rsidR="00E00D30" w:rsidRDefault="00E00D30" w:rsidP="00E00D30">
      <w:r>
        <w:t>452.3388</w:t>
      </w:r>
      <w:r>
        <w:tab/>
        <w:t>4.051e0</w:t>
      </w:r>
    </w:p>
    <w:p w:rsidR="00E00D30" w:rsidRDefault="00E00D30" w:rsidP="00E00D30">
      <w:r>
        <w:t>452.3712</w:t>
      </w:r>
      <w:r>
        <w:tab/>
        <w:t>5.063e0</w:t>
      </w:r>
    </w:p>
    <w:p w:rsidR="00E00D30" w:rsidRDefault="00E00D30" w:rsidP="00E00D30">
      <w:r>
        <w:t>452.3780</w:t>
      </w:r>
      <w:r>
        <w:tab/>
        <w:t>4.559e0</w:t>
      </w:r>
    </w:p>
    <w:p w:rsidR="00E00D30" w:rsidRDefault="00E00D30" w:rsidP="00E00D30">
      <w:r>
        <w:t>452.3842</w:t>
      </w:r>
      <w:r>
        <w:tab/>
        <w:t>5.063e0</w:t>
      </w:r>
    </w:p>
    <w:p w:rsidR="00E00D30" w:rsidRDefault="00E00D30" w:rsidP="00E00D30">
      <w:r>
        <w:t>452.3860</w:t>
      </w:r>
      <w:r>
        <w:tab/>
        <w:t>5.063e0</w:t>
      </w:r>
    </w:p>
    <w:p w:rsidR="00E00D30" w:rsidRDefault="00E00D30" w:rsidP="00E00D30">
      <w:r>
        <w:t>452.4019</w:t>
      </w:r>
      <w:r>
        <w:tab/>
        <w:t>4.965e0</w:t>
      </w:r>
    </w:p>
    <w:p w:rsidR="00E00D30" w:rsidRDefault="00E00D30" w:rsidP="00E00D30">
      <w:r>
        <w:t>452.4030</w:t>
      </w:r>
      <w:r>
        <w:tab/>
        <w:t>3.038e0</w:t>
      </w:r>
    </w:p>
    <w:p w:rsidR="00E00D30" w:rsidRDefault="00E00D30" w:rsidP="00E00D30">
      <w:r>
        <w:t>452.4046</w:t>
      </w:r>
      <w:r>
        <w:tab/>
        <w:t>2.025e0</w:t>
      </w:r>
    </w:p>
    <w:p w:rsidR="00E00D30" w:rsidRDefault="00E00D30" w:rsidP="00E00D30">
      <w:r>
        <w:lastRenderedPageBreak/>
        <w:t>452.4066</w:t>
      </w:r>
      <w:r>
        <w:tab/>
        <w:t>4.051e0</w:t>
      </w:r>
    </w:p>
    <w:p w:rsidR="00E00D30" w:rsidRDefault="00E00D30" w:rsidP="00E00D30">
      <w:r>
        <w:t>452.4124</w:t>
      </w:r>
      <w:r>
        <w:tab/>
        <w:t>3.038e0</w:t>
      </w:r>
    </w:p>
    <w:p w:rsidR="00E00D30" w:rsidRDefault="00E00D30" w:rsidP="00E00D30">
      <w:r>
        <w:t>452.4360</w:t>
      </w:r>
      <w:r>
        <w:tab/>
        <w:t>2.941e0</w:t>
      </w:r>
    </w:p>
    <w:p w:rsidR="00E00D30" w:rsidRDefault="00E00D30" w:rsidP="00E00D30">
      <w:r>
        <w:t>452.4670</w:t>
      </w:r>
      <w:r>
        <w:tab/>
        <w:t>1.013e0</w:t>
      </w:r>
    </w:p>
    <w:p w:rsidR="00E00D30" w:rsidRDefault="00E00D30" w:rsidP="00E00D30">
      <w:r>
        <w:t>452.4752</w:t>
      </w:r>
      <w:r>
        <w:tab/>
        <w:t>1.013e0</w:t>
      </w:r>
    </w:p>
    <w:p w:rsidR="00E00D30" w:rsidRDefault="00E00D30" w:rsidP="00E00D30">
      <w:r>
        <w:t>452.5145</w:t>
      </w:r>
      <w:r>
        <w:tab/>
        <w:t>1.013e0</w:t>
      </w:r>
    </w:p>
    <w:p w:rsidR="00E00D30" w:rsidRDefault="00E00D30" w:rsidP="00E00D30">
      <w:r>
        <w:t>452.5207</w:t>
      </w:r>
      <w:r>
        <w:tab/>
        <w:t>1.013e0</w:t>
      </w:r>
    </w:p>
    <w:p w:rsidR="00E00D30" w:rsidRDefault="00E00D30" w:rsidP="00E00D30">
      <w:r>
        <w:t>452.5623</w:t>
      </w:r>
      <w:r>
        <w:tab/>
        <w:t>2.025e0</w:t>
      </w:r>
    </w:p>
    <w:p w:rsidR="00E00D30" w:rsidRDefault="00E00D30" w:rsidP="00E00D30">
      <w:r>
        <w:t>452.5702</w:t>
      </w:r>
      <w:r>
        <w:tab/>
        <w:t>1.013e0</w:t>
      </w:r>
    </w:p>
    <w:p w:rsidR="00E00D30" w:rsidRDefault="00E00D30" w:rsidP="00E00D30">
      <w:r>
        <w:t>452.5753</w:t>
      </w:r>
      <w:r>
        <w:tab/>
        <w:t>2.025e0</w:t>
      </w:r>
    </w:p>
    <w:p w:rsidR="00E00D30" w:rsidRDefault="00E00D30" w:rsidP="00E00D30">
      <w:r>
        <w:t>452.5858</w:t>
      </w:r>
      <w:r>
        <w:tab/>
        <w:t>1.013e0</w:t>
      </w:r>
    </w:p>
    <w:p w:rsidR="00E00D30" w:rsidRDefault="00E00D30" w:rsidP="00E00D30">
      <w:r>
        <w:t>452.6022</w:t>
      </w:r>
      <w:r>
        <w:tab/>
        <w:t>3.038e0</w:t>
      </w:r>
    </w:p>
    <w:p w:rsidR="00E00D30" w:rsidRDefault="00E00D30" w:rsidP="00E00D30">
      <w:r>
        <w:t>452.6338</w:t>
      </w:r>
      <w:r>
        <w:tab/>
        <w:t>2.025e0</w:t>
      </w:r>
    </w:p>
    <w:p w:rsidR="00E00D30" w:rsidRDefault="00E00D30" w:rsidP="00E00D30">
      <w:r>
        <w:t>452.6895</w:t>
      </w:r>
      <w:r>
        <w:tab/>
        <w:t>1.013e0</w:t>
      </w:r>
    </w:p>
    <w:p w:rsidR="00E00D30" w:rsidRDefault="00E00D30" w:rsidP="00E00D30">
      <w:r>
        <w:t>452.6966</w:t>
      </w:r>
      <w:r>
        <w:tab/>
        <w:t>1.013e0</w:t>
      </w:r>
    </w:p>
    <w:p w:rsidR="00E00D30" w:rsidRDefault="00E00D30" w:rsidP="00E00D30">
      <w:r>
        <w:t>452.7127</w:t>
      </w:r>
      <w:r>
        <w:tab/>
        <w:t>4.051e0</w:t>
      </w:r>
    </w:p>
    <w:p w:rsidR="00E00D30" w:rsidRDefault="00E00D30" w:rsidP="00E00D30">
      <w:r>
        <w:t>452.7206</w:t>
      </w:r>
      <w:r>
        <w:tab/>
        <w:t>2.025e0</w:t>
      </w:r>
    </w:p>
    <w:p w:rsidR="00E00D30" w:rsidRDefault="00E00D30" w:rsidP="00E00D30">
      <w:r>
        <w:t>452.7334</w:t>
      </w:r>
      <w:r>
        <w:tab/>
        <w:t>2.025e0</w:t>
      </w:r>
    </w:p>
    <w:p w:rsidR="00E00D30" w:rsidRDefault="00E00D30" w:rsidP="00E00D30">
      <w:r>
        <w:t>452.7584</w:t>
      </w:r>
      <w:r>
        <w:tab/>
        <w:t>1.013e0</w:t>
      </w:r>
    </w:p>
    <w:p w:rsidR="00E00D30" w:rsidRDefault="00E00D30" w:rsidP="00E00D30">
      <w:r>
        <w:lastRenderedPageBreak/>
        <w:t>452.7619</w:t>
      </w:r>
      <w:r>
        <w:tab/>
        <w:t>1.013e0</w:t>
      </w:r>
    </w:p>
    <w:p w:rsidR="00E00D30" w:rsidRDefault="00E00D30" w:rsidP="00E00D30">
      <w:r>
        <w:t>452.7979</w:t>
      </w:r>
      <w:r>
        <w:tab/>
        <w:t>3.038e0</w:t>
      </w:r>
    </w:p>
    <w:p w:rsidR="00E00D30" w:rsidRDefault="00E00D30" w:rsidP="00E00D30">
      <w:r>
        <w:t>452.8083</w:t>
      </w:r>
      <w:r>
        <w:tab/>
        <w:t>1.013e0</w:t>
      </w:r>
    </w:p>
    <w:p w:rsidR="00E00D30" w:rsidRDefault="00E00D30" w:rsidP="00E00D30">
      <w:r>
        <w:t>452.8128</w:t>
      </w:r>
      <w:r>
        <w:tab/>
        <w:t>2.025e0</w:t>
      </w:r>
    </w:p>
    <w:p w:rsidR="00E00D30" w:rsidRDefault="00E00D30" w:rsidP="00E00D30">
      <w:r>
        <w:t>452.8589</w:t>
      </w:r>
      <w:r>
        <w:tab/>
        <w:t>1.013e0</w:t>
      </w:r>
    </w:p>
    <w:p w:rsidR="00E00D30" w:rsidRDefault="00E00D30" w:rsidP="00E00D30">
      <w:r>
        <w:t>452.8774</w:t>
      </w:r>
      <w:r>
        <w:tab/>
        <w:t>2.025e0</w:t>
      </w:r>
    </w:p>
    <w:p w:rsidR="00E00D30" w:rsidRDefault="00E00D30" w:rsidP="00E00D30">
      <w:r>
        <w:t>452.8941</w:t>
      </w:r>
      <w:r>
        <w:tab/>
        <w:t>3.038e0</w:t>
      </w:r>
    </w:p>
    <w:p w:rsidR="00E00D30" w:rsidRDefault="00E00D30" w:rsidP="00E00D30">
      <w:r>
        <w:t>452.9380</w:t>
      </w:r>
      <w:r>
        <w:tab/>
        <w:t>1.013e0</w:t>
      </w:r>
    </w:p>
    <w:p w:rsidR="00E00D30" w:rsidRDefault="00E00D30" w:rsidP="00E00D30">
      <w:r>
        <w:t>452.9424</w:t>
      </w:r>
      <w:r>
        <w:tab/>
        <w:t>1.013e0</w:t>
      </w:r>
    </w:p>
    <w:p w:rsidR="00E00D30" w:rsidRDefault="00E00D30" w:rsidP="00E00D30">
      <w:r>
        <w:t>452.9740</w:t>
      </w:r>
      <w:r>
        <w:tab/>
        <w:t>1.013e0</w:t>
      </w:r>
    </w:p>
    <w:p w:rsidR="00E00D30" w:rsidRDefault="00E00D30" w:rsidP="00E00D30">
      <w:r>
        <w:t>452.9779</w:t>
      </w:r>
      <w:r>
        <w:tab/>
        <w:t>1.013e0</w:t>
      </w:r>
    </w:p>
    <w:p w:rsidR="00E00D30" w:rsidRDefault="00E00D30" w:rsidP="00E00D30">
      <w:r>
        <w:t>452.9825</w:t>
      </w:r>
      <w:r>
        <w:tab/>
        <w:t>1.013e0</w:t>
      </w:r>
    </w:p>
    <w:p w:rsidR="00E00D30" w:rsidRDefault="00E00D30" w:rsidP="00E00D30">
      <w:r>
        <w:t>453.0031</w:t>
      </w:r>
      <w:r>
        <w:tab/>
        <w:t>2.025e0</w:t>
      </w:r>
    </w:p>
    <w:p w:rsidR="00E00D30" w:rsidRDefault="00E00D30" w:rsidP="00E00D30">
      <w:r>
        <w:t>453.0059</w:t>
      </w:r>
      <w:r>
        <w:tab/>
        <w:t>2.025e0</w:t>
      </w:r>
    </w:p>
    <w:p w:rsidR="00E00D30" w:rsidRDefault="00E00D30" w:rsidP="00E00D30">
      <w:r>
        <w:t>453.0107</w:t>
      </w:r>
      <w:r>
        <w:tab/>
        <w:t>2.025e0</w:t>
      </w:r>
    </w:p>
    <w:p w:rsidR="00E00D30" w:rsidRDefault="00E00D30" w:rsidP="00E00D30">
      <w:r>
        <w:t>453.0213</w:t>
      </w:r>
      <w:r>
        <w:tab/>
        <w:t>2.025e0</w:t>
      </w:r>
    </w:p>
    <w:p w:rsidR="00E00D30" w:rsidRDefault="00E00D30" w:rsidP="00E00D30">
      <w:r>
        <w:t>453.0390</w:t>
      </w:r>
      <w:r>
        <w:tab/>
        <w:t>1.013e0</w:t>
      </w:r>
    </w:p>
    <w:p w:rsidR="00E00D30" w:rsidRDefault="00E00D30" w:rsidP="00E00D30">
      <w:r>
        <w:t>453.0691</w:t>
      </w:r>
      <w:r>
        <w:tab/>
        <w:t>1.013e0</w:t>
      </w:r>
    </w:p>
    <w:p w:rsidR="00E00D30" w:rsidRDefault="00E00D30" w:rsidP="00E00D30">
      <w:r>
        <w:t>453.0822</w:t>
      </w:r>
      <w:r>
        <w:tab/>
        <w:t>2.025e0</w:t>
      </w:r>
    </w:p>
    <w:p w:rsidR="00E00D30" w:rsidRDefault="00E00D30" w:rsidP="00E00D30">
      <w:r>
        <w:lastRenderedPageBreak/>
        <w:t>453.1006</w:t>
      </w:r>
      <w:r>
        <w:tab/>
        <w:t>1.013e0</w:t>
      </w:r>
    </w:p>
    <w:p w:rsidR="00E00D30" w:rsidRDefault="00E00D30" w:rsidP="00E00D30">
      <w:r>
        <w:t>453.1049</w:t>
      </w:r>
      <w:r>
        <w:tab/>
        <w:t>2.025e0</w:t>
      </w:r>
    </w:p>
    <w:p w:rsidR="00E00D30" w:rsidRDefault="00E00D30" w:rsidP="00E00D30">
      <w:r>
        <w:t>453.1179</w:t>
      </w:r>
      <w:r>
        <w:tab/>
        <w:t>1.013e0</w:t>
      </w:r>
    </w:p>
    <w:p w:rsidR="00E00D30" w:rsidRDefault="00E00D30" w:rsidP="00E00D30">
      <w:r>
        <w:t>453.1295</w:t>
      </w:r>
      <w:r>
        <w:tab/>
        <w:t>2.025e0</w:t>
      </w:r>
    </w:p>
    <w:p w:rsidR="00E00D30" w:rsidRDefault="00E00D30" w:rsidP="00E00D30">
      <w:r>
        <w:t>453.1557</w:t>
      </w:r>
      <w:r>
        <w:tab/>
        <w:t>2.025e0</w:t>
      </w:r>
    </w:p>
    <w:p w:rsidR="00E00D30" w:rsidRDefault="00E00D30" w:rsidP="00E00D30">
      <w:r>
        <w:t>453.1633</w:t>
      </w:r>
      <w:r>
        <w:tab/>
        <w:t>2.025e0</w:t>
      </w:r>
    </w:p>
    <w:p w:rsidR="00E00D30" w:rsidRDefault="00E00D30" w:rsidP="00E00D30">
      <w:r>
        <w:t>453.1764</w:t>
      </w:r>
      <w:r>
        <w:tab/>
        <w:t>1.013e0</w:t>
      </w:r>
    </w:p>
    <w:p w:rsidR="00E00D30" w:rsidRDefault="00E00D30" w:rsidP="00E00D30">
      <w:r>
        <w:t>453.2176</w:t>
      </w:r>
      <w:r>
        <w:tab/>
        <w:t>6.336e0</w:t>
      </w:r>
    </w:p>
    <w:p w:rsidR="00E00D30" w:rsidRDefault="00E00D30" w:rsidP="00E00D30">
      <w:r>
        <w:t>453.2223</w:t>
      </w:r>
      <w:r>
        <w:tab/>
        <w:t>2.025e0</w:t>
      </w:r>
    </w:p>
    <w:p w:rsidR="00E00D30" w:rsidRDefault="00E00D30" w:rsidP="00E00D30">
      <w:r>
        <w:t>453.2279</w:t>
      </w:r>
      <w:r>
        <w:tab/>
        <w:t>2.025e0</w:t>
      </w:r>
    </w:p>
    <w:p w:rsidR="00E00D30" w:rsidRDefault="00E00D30" w:rsidP="00E00D30">
      <w:r>
        <w:t>453.2298</w:t>
      </w:r>
      <w:r>
        <w:tab/>
        <w:t>2.025e0</w:t>
      </w:r>
    </w:p>
    <w:p w:rsidR="00E00D30" w:rsidRDefault="00E00D30" w:rsidP="00E00D30">
      <w:r>
        <w:t>453.2379</w:t>
      </w:r>
      <w:r>
        <w:tab/>
        <w:t>1.837e0</w:t>
      </w:r>
    </w:p>
    <w:p w:rsidR="00E00D30" w:rsidRDefault="00E00D30" w:rsidP="00E00D30">
      <w:r>
        <w:t>453.2475</w:t>
      </w:r>
      <w:r>
        <w:tab/>
        <w:t>1.561e0</w:t>
      </w:r>
    </w:p>
    <w:p w:rsidR="00E00D30" w:rsidRDefault="00E00D30" w:rsidP="00E00D30">
      <w:r>
        <w:t>453.2490</w:t>
      </w:r>
      <w:r>
        <w:tab/>
        <w:t>2.025e0</w:t>
      </w:r>
    </w:p>
    <w:p w:rsidR="00E00D30" w:rsidRDefault="00E00D30" w:rsidP="00E00D30">
      <w:r>
        <w:t>453.2591</w:t>
      </w:r>
      <w:r>
        <w:tab/>
        <w:t>1.013e0</w:t>
      </w:r>
    </w:p>
    <w:p w:rsidR="00E00D30" w:rsidRDefault="00E00D30" w:rsidP="00E00D30">
      <w:r>
        <w:t>453.2694</w:t>
      </w:r>
      <w:r>
        <w:tab/>
        <w:t>2.025e0</w:t>
      </w:r>
    </w:p>
    <w:p w:rsidR="00E00D30" w:rsidRDefault="00E00D30" w:rsidP="00E00D30">
      <w:r>
        <w:t>453.2896</w:t>
      </w:r>
      <w:r>
        <w:tab/>
        <w:t>3.038e0</w:t>
      </w:r>
    </w:p>
    <w:p w:rsidR="00E00D30" w:rsidRDefault="00E00D30" w:rsidP="00E00D30">
      <w:r>
        <w:t>453.2916</w:t>
      </w:r>
      <w:r>
        <w:tab/>
        <w:t>1.013e0</w:t>
      </w:r>
    </w:p>
    <w:p w:rsidR="00E00D30" w:rsidRDefault="00E00D30" w:rsidP="00E00D30">
      <w:r>
        <w:t>453.2935</w:t>
      </w:r>
      <w:r>
        <w:tab/>
        <w:t>4.054e0</w:t>
      </w:r>
    </w:p>
    <w:p w:rsidR="00E00D30" w:rsidRDefault="00E00D30" w:rsidP="00E00D30">
      <w:r>
        <w:lastRenderedPageBreak/>
        <w:t>453.2990</w:t>
      </w:r>
      <w:r>
        <w:tab/>
        <w:t>1.013e0</w:t>
      </w:r>
    </w:p>
    <w:p w:rsidR="00E00D30" w:rsidRDefault="00E00D30" w:rsidP="00E00D30">
      <w:r>
        <w:t>453.3087</w:t>
      </w:r>
      <w:r>
        <w:tab/>
        <w:t>1.269e0</w:t>
      </w:r>
    </w:p>
    <w:p w:rsidR="00E00D30" w:rsidRDefault="00E00D30" w:rsidP="00E00D30">
      <w:r>
        <w:t>453.3157</w:t>
      </w:r>
      <w:r>
        <w:tab/>
        <w:t>1.013e0</w:t>
      </w:r>
    </w:p>
    <w:p w:rsidR="00E00D30" w:rsidRDefault="00E00D30" w:rsidP="00E00D30">
      <w:r>
        <w:t>453.3512</w:t>
      </w:r>
      <w:r>
        <w:tab/>
        <w:t>4.051e0</w:t>
      </w:r>
    </w:p>
    <w:p w:rsidR="00E00D30" w:rsidRDefault="00E00D30" w:rsidP="00E00D30">
      <w:r>
        <w:t>453.3629</w:t>
      </w:r>
      <w:r>
        <w:tab/>
        <w:t>1.013e0</w:t>
      </w:r>
    </w:p>
    <w:p w:rsidR="00E00D30" w:rsidRDefault="00E00D30" w:rsidP="00E00D30">
      <w:r>
        <w:t>453.3703</w:t>
      </w:r>
      <w:r>
        <w:tab/>
        <w:t>1.013e0</w:t>
      </w:r>
    </w:p>
    <w:p w:rsidR="00E00D30" w:rsidRDefault="00E00D30" w:rsidP="00E00D30">
      <w:r>
        <w:t>453.3741</w:t>
      </w:r>
      <w:r>
        <w:tab/>
        <w:t>3.038e0</w:t>
      </w:r>
    </w:p>
    <w:p w:rsidR="00E00D30" w:rsidRDefault="00E00D30" w:rsidP="00E00D30">
      <w:r>
        <w:t>453.3908</w:t>
      </w:r>
      <w:r>
        <w:tab/>
        <w:t>3.038e0</w:t>
      </w:r>
    </w:p>
    <w:p w:rsidR="00E00D30" w:rsidRDefault="00E00D30" w:rsidP="00E00D30">
      <w:r>
        <w:t>453.4133</w:t>
      </w:r>
      <w:r>
        <w:tab/>
        <w:t>2.025e0</w:t>
      </w:r>
    </w:p>
    <w:p w:rsidR="00E00D30" w:rsidRDefault="00E00D30" w:rsidP="00E00D30">
      <w:r>
        <w:t>453.4352</w:t>
      </w:r>
      <w:r>
        <w:tab/>
        <w:t>1.013e0</w:t>
      </w:r>
    </w:p>
    <w:p w:rsidR="00E00D30" w:rsidRDefault="00E00D30" w:rsidP="00E00D30">
      <w:r>
        <w:t>453.4529</w:t>
      </w:r>
      <w:r>
        <w:tab/>
        <w:t>1.013e0</w:t>
      </w:r>
    </w:p>
    <w:p w:rsidR="00E00D30" w:rsidRDefault="00E00D30" w:rsidP="00E00D30">
      <w:r>
        <w:t>453.4674</w:t>
      </w:r>
      <w:r>
        <w:tab/>
        <w:t>2.025e0</w:t>
      </w:r>
    </w:p>
    <w:p w:rsidR="00E00D30" w:rsidRDefault="00E00D30" w:rsidP="00E00D30">
      <w:r>
        <w:t>453.4740</w:t>
      </w:r>
      <w:r>
        <w:tab/>
        <w:t>1.013e0</w:t>
      </w:r>
    </w:p>
    <w:p w:rsidR="00E00D30" w:rsidRDefault="00E00D30" w:rsidP="00E00D30">
      <w:r>
        <w:t>453.4819</w:t>
      </w:r>
      <w:r>
        <w:tab/>
        <w:t>1.013e0</w:t>
      </w:r>
    </w:p>
    <w:p w:rsidR="00E00D30" w:rsidRDefault="00E00D30" w:rsidP="00E00D30">
      <w:r>
        <w:t>453.5004</w:t>
      </w:r>
      <w:r>
        <w:tab/>
        <w:t>2.025e0</w:t>
      </w:r>
    </w:p>
    <w:p w:rsidR="00E00D30" w:rsidRDefault="00E00D30" w:rsidP="00E00D30">
      <w:r>
        <w:t>453.5163</w:t>
      </w:r>
      <w:r>
        <w:tab/>
        <w:t>2.025e0</w:t>
      </w:r>
    </w:p>
    <w:p w:rsidR="00E00D30" w:rsidRDefault="00E00D30" w:rsidP="00E00D30">
      <w:r>
        <w:t>453.5448</w:t>
      </w:r>
      <w:r>
        <w:tab/>
        <w:t>1.013e0</w:t>
      </w:r>
    </w:p>
    <w:p w:rsidR="00E00D30" w:rsidRDefault="00E00D30" w:rsidP="00E00D30">
      <w:r>
        <w:t>453.5606</w:t>
      </w:r>
      <w:r>
        <w:tab/>
        <w:t>1.013e0</w:t>
      </w:r>
    </w:p>
    <w:p w:rsidR="00E00D30" w:rsidRDefault="00E00D30" w:rsidP="00E00D30">
      <w:r>
        <w:t>453.5901</w:t>
      </w:r>
      <w:r>
        <w:tab/>
        <w:t>1.013e0</w:t>
      </w:r>
    </w:p>
    <w:p w:rsidR="00E00D30" w:rsidRDefault="00E00D30" w:rsidP="00E00D30">
      <w:r>
        <w:lastRenderedPageBreak/>
        <w:t>453.6076</w:t>
      </w:r>
      <w:r>
        <w:tab/>
        <w:t>1.013e0</w:t>
      </w:r>
    </w:p>
    <w:p w:rsidR="00E00D30" w:rsidRDefault="00E00D30" w:rsidP="00E00D30">
      <w:r>
        <w:t>453.6110</w:t>
      </w:r>
      <w:r>
        <w:tab/>
        <w:t>1.013e0</w:t>
      </w:r>
    </w:p>
    <w:p w:rsidR="00E00D30" w:rsidRDefault="00E00D30" w:rsidP="00E00D30">
      <w:r>
        <w:t>453.6474</w:t>
      </w:r>
      <w:r>
        <w:tab/>
        <w:t>1.013e0</w:t>
      </w:r>
    </w:p>
    <w:p w:rsidR="00E00D30" w:rsidRDefault="00E00D30" w:rsidP="00E00D30">
      <w:r>
        <w:t>453.6508</w:t>
      </w:r>
      <w:r>
        <w:tab/>
        <w:t>1.013e0</w:t>
      </w:r>
    </w:p>
    <w:p w:rsidR="00E00D30" w:rsidRDefault="00E00D30" w:rsidP="00E00D30">
      <w:r>
        <w:t>453.6802</w:t>
      </w:r>
      <w:r>
        <w:tab/>
        <w:t>1.013e0</w:t>
      </w:r>
    </w:p>
    <w:p w:rsidR="00E00D30" w:rsidRDefault="00E00D30" w:rsidP="00E00D30">
      <w:r>
        <w:t>453.7040</w:t>
      </w:r>
      <w:r>
        <w:tab/>
        <w:t>2.025e0</w:t>
      </w:r>
    </w:p>
    <w:p w:rsidR="00E00D30" w:rsidRDefault="00E00D30" w:rsidP="00E00D30">
      <w:r>
        <w:t>453.7065</w:t>
      </w:r>
      <w:r>
        <w:tab/>
        <w:t>2.025e0</w:t>
      </w:r>
    </w:p>
    <w:p w:rsidR="00E00D30" w:rsidRDefault="00E00D30" w:rsidP="00E00D30">
      <w:r>
        <w:t>453.7266</w:t>
      </w:r>
      <w:r>
        <w:tab/>
        <w:t>2.025e0</w:t>
      </w:r>
    </w:p>
    <w:p w:rsidR="00E00D30" w:rsidRDefault="00E00D30" w:rsidP="00E00D30">
      <w:r>
        <w:t>453.7675</w:t>
      </w:r>
      <w:r>
        <w:tab/>
        <w:t>2.025e0</w:t>
      </w:r>
    </w:p>
    <w:p w:rsidR="00E00D30" w:rsidRDefault="00E00D30" w:rsidP="00E00D30">
      <w:r>
        <w:t>453.8094</w:t>
      </w:r>
      <w:r>
        <w:tab/>
        <w:t>2.025e0</w:t>
      </w:r>
    </w:p>
    <w:p w:rsidR="00E00D30" w:rsidRDefault="00E00D30" w:rsidP="00E00D30">
      <w:r>
        <w:t>453.8222</w:t>
      </w:r>
      <w:r>
        <w:tab/>
        <w:t>1.013e0</w:t>
      </w:r>
    </w:p>
    <w:p w:rsidR="00E00D30" w:rsidRDefault="00E00D30" w:rsidP="00E00D30">
      <w:r>
        <w:t>453.8596</w:t>
      </w:r>
      <w:r>
        <w:tab/>
        <w:t>2.025e0</w:t>
      </w:r>
    </w:p>
    <w:p w:rsidR="00E00D30" w:rsidRDefault="00E00D30" w:rsidP="00E00D30">
      <w:r>
        <w:t>453.8846</w:t>
      </w:r>
      <w:r>
        <w:tab/>
        <w:t>1.013e0</w:t>
      </w:r>
    </w:p>
    <w:p w:rsidR="00E00D30" w:rsidRDefault="00E00D30" w:rsidP="00E00D30">
      <w:r>
        <w:t>453.9063</w:t>
      </w:r>
      <w:r>
        <w:tab/>
        <w:t>1.013e0</w:t>
      </w:r>
    </w:p>
    <w:p w:rsidR="00E00D30" w:rsidRDefault="00E00D30" w:rsidP="00E00D30">
      <w:r>
        <w:t>453.9134</w:t>
      </w:r>
      <w:r>
        <w:tab/>
        <w:t>2.025e0</w:t>
      </w:r>
    </w:p>
    <w:p w:rsidR="00E00D30" w:rsidRDefault="00E00D30" w:rsidP="00E00D30">
      <w:r>
        <w:t>453.9695</w:t>
      </w:r>
      <w:r>
        <w:tab/>
        <w:t>2.025e0</w:t>
      </w:r>
    </w:p>
    <w:p w:rsidR="00E00D30" w:rsidRDefault="00E00D30" w:rsidP="00E00D30">
      <w:r>
        <w:t>453.9860</w:t>
      </w:r>
      <w:r>
        <w:tab/>
        <w:t>1.013e0</w:t>
      </w:r>
    </w:p>
    <w:p w:rsidR="00E00D30" w:rsidRDefault="00E00D30" w:rsidP="00E00D30">
      <w:r>
        <w:t>453.9971</w:t>
      </w:r>
      <w:r>
        <w:tab/>
        <w:t>1.013e0</w:t>
      </w:r>
    </w:p>
    <w:p w:rsidR="00E00D30" w:rsidRDefault="00E00D30" w:rsidP="00E00D30">
      <w:r>
        <w:t>454.0282</w:t>
      </w:r>
      <w:r>
        <w:tab/>
        <w:t>2.025e0</w:t>
      </w:r>
    </w:p>
    <w:p w:rsidR="00E00D30" w:rsidRDefault="00E00D30" w:rsidP="00E00D30">
      <w:r>
        <w:lastRenderedPageBreak/>
        <w:t>454.0294</w:t>
      </w:r>
      <w:r>
        <w:tab/>
        <w:t>1.013e0</w:t>
      </w:r>
    </w:p>
    <w:p w:rsidR="00E00D30" w:rsidRDefault="00E00D30" w:rsidP="00E00D30">
      <w:r>
        <w:t>454.0356</w:t>
      </w:r>
      <w:r>
        <w:tab/>
        <w:t>2.025e0</w:t>
      </w:r>
    </w:p>
    <w:p w:rsidR="00E00D30" w:rsidRDefault="00E00D30" w:rsidP="00E00D30">
      <w:r>
        <w:t>454.0839</w:t>
      </w:r>
      <w:r>
        <w:tab/>
        <w:t>3.038e0</w:t>
      </w:r>
    </w:p>
    <w:p w:rsidR="00E00D30" w:rsidRDefault="00E00D30" w:rsidP="00E00D30">
      <w:r>
        <w:t>454.1003</w:t>
      </w:r>
      <w:r>
        <w:tab/>
        <w:t>1.013e0</w:t>
      </w:r>
    </w:p>
    <w:p w:rsidR="00E00D30" w:rsidRDefault="00E00D30" w:rsidP="00E00D30">
      <w:r>
        <w:t>454.1444</w:t>
      </w:r>
      <w:r>
        <w:tab/>
        <w:t>1.013e0</w:t>
      </w:r>
    </w:p>
    <w:p w:rsidR="00E00D30" w:rsidRDefault="00E00D30" w:rsidP="00E00D30">
      <w:r>
        <w:t>454.1456</w:t>
      </w:r>
      <w:r>
        <w:tab/>
        <w:t>3.038e0</w:t>
      </w:r>
    </w:p>
    <w:p w:rsidR="00E00D30" w:rsidRDefault="00E00D30" w:rsidP="00E00D30">
      <w:r>
        <w:t>454.1794</w:t>
      </w:r>
      <w:r>
        <w:tab/>
        <w:t>1.013e0</w:t>
      </w:r>
    </w:p>
    <w:p w:rsidR="00E00D30" w:rsidRDefault="00E00D30" w:rsidP="00E00D30">
      <w:r>
        <w:t>454.1943</w:t>
      </w:r>
      <w:r>
        <w:tab/>
        <w:t>4.183e0</w:t>
      </w:r>
    </w:p>
    <w:p w:rsidR="00E00D30" w:rsidRDefault="00E00D30" w:rsidP="00E00D30">
      <w:r>
        <w:t>454.2274</w:t>
      </w:r>
      <w:r>
        <w:tab/>
        <w:t>4.928e0</w:t>
      </w:r>
    </w:p>
    <w:p w:rsidR="00E00D30" w:rsidRDefault="00E00D30" w:rsidP="00E00D30">
      <w:r>
        <w:t>454.2317</w:t>
      </w:r>
      <w:r>
        <w:tab/>
        <w:t>3.038e0</w:t>
      </w:r>
    </w:p>
    <w:p w:rsidR="00E00D30" w:rsidRDefault="00E00D30" w:rsidP="00E00D30">
      <w:r>
        <w:t>454.2331</w:t>
      </w:r>
      <w:r>
        <w:tab/>
        <w:t>4.051e0</w:t>
      </w:r>
    </w:p>
    <w:p w:rsidR="00E00D30" w:rsidRDefault="00E00D30" w:rsidP="00E00D30">
      <w:r>
        <w:t>454.2346</w:t>
      </w:r>
      <w:r>
        <w:tab/>
        <w:t>6.973e0</w:t>
      </w:r>
    </w:p>
    <w:p w:rsidR="00E00D30" w:rsidRDefault="00E00D30" w:rsidP="00E00D30">
      <w:r>
        <w:t>454.2369</w:t>
      </w:r>
      <w:r>
        <w:tab/>
        <w:t>6.527e0</w:t>
      </w:r>
    </w:p>
    <w:p w:rsidR="00E00D30" w:rsidRDefault="00E00D30" w:rsidP="00E00D30">
      <w:r>
        <w:t>454.2396</w:t>
      </w:r>
      <w:r>
        <w:tab/>
        <w:t>2.025e0</w:t>
      </w:r>
    </w:p>
    <w:p w:rsidR="00E00D30" w:rsidRDefault="00E00D30" w:rsidP="00E00D30">
      <w:r>
        <w:t>454.2410</w:t>
      </w:r>
      <w:r>
        <w:tab/>
        <w:t>1.013e0</w:t>
      </w:r>
    </w:p>
    <w:p w:rsidR="00E00D30" w:rsidRDefault="00E00D30" w:rsidP="00E00D30">
      <w:r>
        <w:t>454.2758</w:t>
      </w:r>
      <w:r>
        <w:tab/>
        <w:t>5.063e0</w:t>
      </w:r>
    </w:p>
    <w:p w:rsidR="00E00D30" w:rsidRDefault="00E00D30" w:rsidP="00E00D30">
      <w:r>
        <w:t>454.2771</w:t>
      </w:r>
      <w:r>
        <w:tab/>
        <w:t>2.617e0</w:t>
      </w:r>
    </w:p>
    <w:p w:rsidR="00E00D30" w:rsidRDefault="00E00D30" w:rsidP="00E00D30">
      <w:r>
        <w:t>454.2885</w:t>
      </w:r>
      <w:r>
        <w:tab/>
        <w:t>3.814e0</w:t>
      </w:r>
    </w:p>
    <w:p w:rsidR="00E00D30" w:rsidRDefault="00E00D30" w:rsidP="00E00D30">
      <w:r>
        <w:t>454.2958</w:t>
      </w:r>
      <w:r>
        <w:tab/>
        <w:t>3.038e0</w:t>
      </w:r>
    </w:p>
    <w:p w:rsidR="00E00D30" w:rsidRDefault="00E00D30" w:rsidP="00E00D30">
      <w:r>
        <w:lastRenderedPageBreak/>
        <w:t>454.3022</w:t>
      </w:r>
      <w:r>
        <w:tab/>
        <w:t>1.013e0</w:t>
      </w:r>
    </w:p>
    <w:p w:rsidR="00E00D30" w:rsidRDefault="00E00D30" w:rsidP="00E00D30">
      <w:r>
        <w:t>454.3205</w:t>
      </w:r>
      <w:r>
        <w:tab/>
        <w:t>1.420e0</w:t>
      </w:r>
    </w:p>
    <w:p w:rsidR="00E00D30" w:rsidRDefault="00E00D30" w:rsidP="00E00D30">
      <w:r>
        <w:t>454.3310</w:t>
      </w:r>
      <w:r>
        <w:tab/>
        <w:t>2.025e0</w:t>
      </w:r>
    </w:p>
    <w:p w:rsidR="00E00D30" w:rsidRDefault="00E00D30" w:rsidP="00E00D30">
      <w:r>
        <w:t>454.3391</w:t>
      </w:r>
      <w:r>
        <w:tab/>
        <w:t>1.013e0</w:t>
      </w:r>
    </w:p>
    <w:p w:rsidR="00E00D30" w:rsidRDefault="00E00D30" w:rsidP="00E00D30">
      <w:r>
        <w:t>454.3506</w:t>
      </w:r>
      <w:r>
        <w:tab/>
        <w:t>2.025e0</w:t>
      </w:r>
    </w:p>
    <w:p w:rsidR="00E00D30" w:rsidRDefault="00E00D30" w:rsidP="00E00D30">
      <w:r>
        <w:t>454.3632</w:t>
      </w:r>
      <w:r>
        <w:tab/>
        <w:t>3.038e0</w:t>
      </w:r>
    </w:p>
    <w:p w:rsidR="00E00D30" w:rsidRDefault="00E00D30" w:rsidP="00E00D30">
      <w:r>
        <w:t>454.3896</w:t>
      </w:r>
      <w:r>
        <w:tab/>
        <w:t>4.051e0</w:t>
      </w:r>
    </w:p>
    <w:p w:rsidR="00E00D30" w:rsidRDefault="00E00D30" w:rsidP="00E00D30">
      <w:r>
        <w:t>454.3942</w:t>
      </w:r>
      <w:r>
        <w:tab/>
        <w:t>1.013e0</w:t>
      </w:r>
    </w:p>
    <w:p w:rsidR="00E00D30" w:rsidRDefault="00E00D30" w:rsidP="00E00D30">
      <w:r>
        <w:t>454.4177</w:t>
      </w:r>
      <w:r>
        <w:tab/>
        <w:t>1.013e0</w:t>
      </w:r>
    </w:p>
    <w:p w:rsidR="00E00D30" w:rsidRDefault="00E00D30" w:rsidP="00E00D30">
      <w:r>
        <w:t>454.4203</w:t>
      </w:r>
      <w:r>
        <w:tab/>
        <w:t>2.025e0</w:t>
      </w:r>
    </w:p>
    <w:p w:rsidR="00E00D30" w:rsidRDefault="00E00D30" w:rsidP="00E00D30">
      <w:r>
        <w:t>454.4606</w:t>
      </w:r>
      <w:r>
        <w:tab/>
        <w:t>1.013e0</w:t>
      </w:r>
    </w:p>
    <w:p w:rsidR="00E00D30" w:rsidRDefault="00E00D30" w:rsidP="00E00D30">
      <w:r>
        <w:t>454.4696</w:t>
      </w:r>
      <w:r>
        <w:tab/>
        <w:t>2.025e0</w:t>
      </w:r>
    </w:p>
    <w:p w:rsidR="00E00D30" w:rsidRDefault="00E00D30" w:rsidP="00E00D30">
      <w:r>
        <w:t>454.4966</w:t>
      </w:r>
      <w:r>
        <w:tab/>
        <w:t>1.013e0</w:t>
      </w:r>
    </w:p>
    <w:p w:rsidR="00E00D30" w:rsidRDefault="00E00D30" w:rsidP="00E00D30">
      <w:r>
        <w:t>454.5182</w:t>
      </w:r>
      <w:r>
        <w:tab/>
        <w:t>1.013e0</w:t>
      </w:r>
    </w:p>
    <w:p w:rsidR="00E00D30" w:rsidRDefault="00E00D30" w:rsidP="00E00D30">
      <w:r>
        <w:t>454.5449</w:t>
      </w:r>
      <w:r>
        <w:tab/>
        <w:t>1.013e0</w:t>
      </w:r>
    </w:p>
    <w:p w:rsidR="00E00D30" w:rsidRDefault="00E00D30" w:rsidP="00E00D30">
      <w:r>
        <w:t>454.5531</w:t>
      </w:r>
      <w:r>
        <w:tab/>
        <w:t>1.013e0</w:t>
      </w:r>
    </w:p>
    <w:p w:rsidR="00E00D30" w:rsidRDefault="00E00D30" w:rsidP="00E00D30">
      <w:r>
        <w:t>454.6485</w:t>
      </w:r>
      <w:r>
        <w:tab/>
        <w:t>1.013e0</w:t>
      </w:r>
    </w:p>
    <w:p w:rsidR="00E00D30" w:rsidRDefault="00E00D30" w:rsidP="00E00D30">
      <w:r>
        <w:t>454.6573</w:t>
      </w:r>
      <w:r>
        <w:tab/>
        <w:t>2.025e0</w:t>
      </w:r>
    </w:p>
    <w:p w:rsidR="00E00D30" w:rsidRDefault="00E00D30" w:rsidP="00E00D30">
      <w:r>
        <w:t>454.6641</w:t>
      </w:r>
      <w:r>
        <w:tab/>
        <w:t>1.013e0</w:t>
      </w:r>
    </w:p>
    <w:p w:rsidR="00E00D30" w:rsidRDefault="00E00D30" w:rsidP="00E00D30">
      <w:r>
        <w:lastRenderedPageBreak/>
        <w:t>454.6982</w:t>
      </w:r>
      <w:r>
        <w:tab/>
        <w:t>1.013e0</w:t>
      </w:r>
    </w:p>
    <w:p w:rsidR="00E00D30" w:rsidRDefault="00E00D30" w:rsidP="00E00D30">
      <w:r>
        <w:t>454.7121</w:t>
      </w:r>
      <w:r>
        <w:tab/>
        <w:t>1.013e0</w:t>
      </w:r>
    </w:p>
    <w:p w:rsidR="00E00D30" w:rsidRDefault="00E00D30" w:rsidP="00E00D30">
      <w:r>
        <w:t>454.7198</w:t>
      </w:r>
      <w:r>
        <w:tab/>
        <w:t>1.013e0</w:t>
      </w:r>
    </w:p>
    <w:p w:rsidR="00E00D30" w:rsidRDefault="00E00D30" w:rsidP="00E00D30">
      <w:r>
        <w:t>454.7421</w:t>
      </w:r>
      <w:r>
        <w:tab/>
        <w:t>2.025e0</w:t>
      </w:r>
    </w:p>
    <w:p w:rsidR="00E00D30" w:rsidRDefault="00E00D30" w:rsidP="00E00D30">
      <w:r>
        <w:t>454.7439</w:t>
      </w:r>
      <w:r>
        <w:tab/>
        <w:t>1.013e0</w:t>
      </w:r>
    </w:p>
    <w:p w:rsidR="00E00D30" w:rsidRDefault="00E00D30" w:rsidP="00E00D30">
      <w:r>
        <w:t>454.7598</w:t>
      </w:r>
      <w:r>
        <w:tab/>
        <w:t>1.013e0</w:t>
      </w:r>
    </w:p>
    <w:p w:rsidR="00E00D30" w:rsidRDefault="00E00D30" w:rsidP="00E00D30">
      <w:r>
        <w:t>454.7993</w:t>
      </w:r>
      <w:r>
        <w:tab/>
        <w:t>1.013e0</w:t>
      </w:r>
    </w:p>
    <w:p w:rsidR="00E00D30" w:rsidRDefault="00E00D30" w:rsidP="00E00D30">
      <w:r>
        <w:t>454.8131</w:t>
      </w:r>
      <w:r>
        <w:tab/>
        <w:t>1.013e0</w:t>
      </w:r>
    </w:p>
    <w:p w:rsidR="00E00D30" w:rsidRDefault="00E00D30" w:rsidP="00E00D30">
      <w:r>
        <w:t>454.8457</w:t>
      </w:r>
      <w:r>
        <w:tab/>
        <w:t>2.025e0</w:t>
      </w:r>
    </w:p>
    <w:p w:rsidR="00E00D30" w:rsidRDefault="00E00D30" w:rsidP="00E00D30">
      <w:r>
        <w:t>454.8527</w:t>
      </w:r>
      <w:r>
        <w:tab/>
        <w:t>1.013e0</w:t>
      </w:r>
    </w:p>
    <w:p w:rsidR="00E00D30" w:rsidRDefault="00E00D30" w:rsidP="00E00D30">
      <w:r>
        <w:t>454.8711</w:t>
      </w:r>
      <w:r>
        <w:tab/>
        <w:t>1.013e0</w:t>
      </w:r>
    </w:p>
    <w:p w:rsidR="00E00D30" w:rsidRDefault="00E00D30" w:rsidP="00E00D30">
      <w:r>
        <w:t>454.8754</w:t>
      </w:r>
      <w:r>
        <w:tab/>
        <w:t>2.025e0</w:t>
      </w:r>
    </w:p>
    <w:p w:rsidR="00E00D30" w:rsidRDefault="00E00D30" w:rsidP="00E00D30">
      <w:r>
        <w:t>454.8796</w:t>
      </w:r>
      <w:r>
        <w:tab/>
        <w:t>1.013e0</w:t>
      </w:r>
    </w:p>
    <w:p w:rsidR="00E00D30" w:rsidRDefault="00E00D30" w:rsidP="00E00D30">
      <w:r>
        <w:t>454.8923</w:t>
      </w:r>
      <w:r>
        <w:tab/>
        <w:t>1.013e0</w:t>
      </w:r>
    </w:p>
    <w:p w:rsidR="00E00D30" w:rsidRDefault="00E00D30" w:rsidP="00E00D30">
      <w:r>
        <w:t>454.9156</w:t>
      </w:r>
      <w:r>
        <w:tab/>
        <w:t>2.025e0</w:t>
      </w:r>
    </w:p>
    <w:p w:rsidR="00E00D30" w:rsidRDefault="00E00D30" w:rsidP="00E00D30">
      <w:r>
        <w:t>454.9273</w:t>
      </w:r>
      <w:r>
        <w:tab/>
        <w:t>1.013e0</w:t>
      </w:r>
    </w:p>
    <w:p w:rsidR="00E00D30" w:rsidRDefault="00E00D30" w:rsidP="00E00D30">
      <w:r>
        <w:t>454.9321</w:t>
      </w:r>
      <w:r>
        <w:tab/>
        <w:t>1.013e0</w:t>
      </w:r>
    </w:p>
    <w:p w:rsidR="00E00D30" w:rsidRDefault="00E00D30" w:rsidP="00E00D30">
      <w:r>
        <w:t>454.9537</w:t>
      </w:r>
      <w:r>
        <w:tab/>
        <w:t>2.025e0</w:t>
      </w:r>
    </w:p>
    <w:p w:rsidR="00E00D30" w:rsidRDefault="00E00D30" w:rsidP="00E00D30">
      <w:r>
        <w:t>454.9757</w:t>
      </w:r>
      <w:r>
        <w:tab/>
        <w:t>1.013e0</w:t>
      </w:r>
    </w:p>
    <w:p w:rsidR="00E00D30" w:rsidRDefault="00E00D30" w:rsidP="00E00D30">
      <w:r>
        <w:lastRenderedPageBreak/>
        <w:t>454.9901</w:t>
      </w:r>
      <w:r>
        <w:tab/>
        <w:t>1.013e0</w:t>
      </w:r>
    </w:p>
    <w:p w:rsidR="00E00D30" w:rsidRDefault="00E00D30" w:rsidP="00E00D30">
      <w:r>
        <w:t>454.9932</w:t>
      </w:r>
      <w:r>
        <w:tab/>
        <w:t>1.013e0</w:t>
      </w:r>
    </w:p>
    <w:p w:rsidR="00E00D30" w:rsidRDefault="00E00D30" w:rsidP="00E00D30">
      <w:r>
        <w:t>455.0147</w:t>
      </w:r>
      <w:r>
        <w:tab/>
        <w:t>1.013e0</w:t>
      </w:r>
    </w:p>
    <w:p w:rsidR="00E00D30" w:rsidRDefault="00E00D30" w:rsidP="00E00D30">
      <w:r>
        <w:t>455.0421</w:t>
      </w:r>
      <w:r>
        <w:tab/>
        <w:t>2.025e0</w:t>
      </w:r>
    </w:p>
    <w:p w:rsidR="00E00D30" w:rsidRDefault="00E00D30" w:rsidP="00E00D30">
      <w:r>
        <w:t>455.0540</w:t>
      </w:r>
      <w:r>
        <w:tab/>
        <w:t>1.013e0</w:t>
      </w:r>
    </w:p>
    <w:p w:rsidR="00E00D30" w:rsidRDefault="00E00D30" w:rsidP="00E00D30">
      <w:r>
        <w:t>455.0692</w:t>
      </w:r>
      <w:r>
        <w:tab/>
        <w:t>1.013e0</w:t>
      </w:r>
    </w:p>
    <w:p w:rsidR="00E00D30" w:rsidRDefault="00E00D30" w:rsidP="00E00D30">
      <w:r>
        <w:t>455.1024</w:t>
      </w:r>
      <w:r>
        <w:tab/>
        <w:t>1.013e0</w:t>
      </w:r>
    </w:p>
    <w:p w:rsidR="00E00D30" w:rsidRDefault="00E00D30" w:rsidP="00E00D30">
      <w:r>
        <w:t>455.1257</w:t>
      </w:r>
      <w:r>
        <w:tab/>
        <w:t>1.013e0</w:t>
      </w:r>
    </w:p>
    <w:p w:rsidR="00E00D30" w:rsidRDefault="00E00D30" w:rsidP="00E00D30">
      <w:r>
        <w:t>455.1336</w:t>
      </w:r>
      <w:r>
        <w:tab/>
        <w:t>1.013e0</w:t>
      </w:r>
    </w:p>
    <w:p w:rsidR="00E00D30" w:rsidRDefault="00E00D30" w:rsidP="00E00D30">
      <w:r>
        <w:t>455.1399</w:t>
      </w:r>
      <w:r>
        <w:tab/>
        <w:t>4.051e0</w:t>
      </w:r>
    </w:p>
    <w:p w:rsidR="00E00D30" w:rsidRDefault="00E00D30" w:rsidP="00E00D30">
      <w:r>
        <w:t>455.1422</w:t>
      </w:r>
      <w:r>
        <w:tab/>
        <w:t>1.013e0</w:t>
      </w:r>
    </w:p>
    <w:p w:rsidR="00E00D30" w:rsidRDefault="00E00D30" w:rsidP="00E00D30">
      <w:r>
        <w:t>455.1523</w:t>
      </w:r>
      <w:r>
        <w:tab/>
        <w:t>1.013e0</w:t>
      </w:r>
    </w:p>
    <w:p w:rsidR="00E00D30" w:rsidRDefault="00E00D30" w:rsidP="00E00D30">
      <w:r>
        <w:t>455.1655</w:t>
      </w:r>
      <w:r>
        <w:tab/>
        <w:t>1.013e0</w:t>
      </w:r>
    </w:p>
    <w:p w:rsidR="00E00D30" w:rsidRDefault="00E00D30" w:rsidP="00E00D30">
      <w:r>
        <w:t>455.1705</w:t>
      </w:r>
      <w:r>
        <w:tab/>
        <w:t>2.025e0</w:t>
      </w:r>
    </w:p>
    <w:p w:rsidR="00E00D30" w:rsidRDefault="00E00D30" w:rsidP="00E00D30">
      <w:r>
        <w:t>455.1814</w:t>
      </w:r>
      <w:r>
        <w:tab/>
        <w:t>1.013e0</w:t>
      </w:r>
    </w:p>
    <w:p w:rsidR="00E00D30" w:rsidRDefault="00E00D30" w:rsidP="00E00D30">
      <w:r>
        <w:t>455.2058</w:t>
      </w:r>
      <w:r>
        <w:tab/>
        <w:t>1.013e0</w:t>
      </w:r>
    </w:p>
    <w:p w:rsidR="00E00D30" w:rsidRDefault="00E00D30" w:rsidP="00E00D30">
      <w:r>
        <w:t>455.2134</w:t>
      </w:r>
      <w:r>
        <w:tab/>
        <w:t>1.876e0</w:t>
      </w:r>
    </w:p>
    <w:p w:rsidR="00E00D30" w:rsidRDefault="00E00D30" w:rsidP="00E00D30">
      <w:r>
        <w:t>455.2199</w:t>
      </w:r>
      <w:r>
        <w:tab/>
        <w:t>2.025e0</w:t>
      </w:r>
    </w:p>
    <w:p w:rsidR="00E00D30" w:rsidRDefault="00E00D30" w:rsidP="00E00D30">
      <w:r>
        <w:t>455.2389</w:t>
      </w:r>
      <w:r>
        <w:tab/>
        <w:t>1.910e0</w:t>
      </w:r>
    </w:p>
    <w:p w:rsidR="00E00D30" w:rsidRDefault="00E00D30" w:rsidP="00E00D30">
      <w:r>
        <w:lastRenderedPageBreak/>
        <w:t>455.2490</w:t>
      </w:r>
      <w:r>
        <w:tab/>
        <w:t>3.713e0</w:t>
      </w:r>
    </w:p>
    <w:p w:rsidR="00E00D30" w:rsidRDefault="00E00D30" w:rsidP="00E00D30">
      <w:r>
        <w:t>455.2668</w:t>
      </w:r>
      <w:r>
        <w:tab/>
        <w:t>1.013e0</w:t>
      </w:r>
    </w:p>
    <w:p w:rsidR="00E00D30" w:rsidRDefault="00E00D30" w:rsidP="00E00D30">
      <w:r>
        <w:t>455.2738</w:t>
      </w:r>
      <w:r>
        <w:tab/>
        <w:t>4.051e0</w:t>
      </w:r>
    </w:p>
    <w:p w:rsidR="00E00D30" w:rsidRDefault="00E00D30" w:rsidP="00E00D30">
      <w:r>
        <w:t>455.2824</w:t>
      </w:r>
      <w:r>
        <w:tab/>
        <w:t>2.025e0</w:t>
      </w:r>
    </w:p>
    <w:p w:rsidR="00E00D30" w:rsidRDefault="00E00D30" w:rsidP="00E00D30">
      <w:r>
        <w:t>455.2854</w:t>
      </w:r>
      <w:r>
        <w:tab/>
        <w:t>1.013e0</w:t>
      </w:r>
    </w:p>
    <w:p w:rsidR="00E00D30" w:rsidRDefault="00E00D30" w:rsidP="00E00D30">
      <w:r>
        <w:t>455.2886</w:t>
      </w:r>
      <w:r>
        <w:tab/>
        <w:t>2.025e0</w:t>
      </w:r>
    </w:p>
    <w:p w:rsidR="00E00D30" w:rsidRDefault="00E00D30" w:rsidP="00E00D30">
      <w:r>
        <w:t>455.2957</w:t>
      </w:r>
      <w:r>
        <w:tab/>
        <w:t>1.840e0</w:t>
      </w:r>
    </w:p>
    <w:p w:rsidR="00E00D30" w:rsidRDefault="00E00D30" w:rsidP="00E00D30">
      <w:r>
        <w:t>455.3065</w:t>
      </w:r>
      <w:r>
        <w:tab/>
        <w:t>2.025e0</w:t>
      </w:r>
    </w:p>
    <w:p w:rsidR="00E00D30" w:rsidRDefault="00E00D30" w:rsidP="00E00D30">
      <w:r>
        <w:t>455.3228</w:t>
      </w:r>
      <w:r>
        <w:tab/>
        <w:t>2.025e0</w:t>
      </w:r>
    </w:p>
    <w:p w:rsidR="00E00D30" w:rsidRDefault="00E00D30" w:rsidP="00E00D30">
      <w:r>
        <w:t>455.3462</w:t>
      </w:r>
      <w:r>
        <w:tab/>
        <w:t>1.013e0</w:t>
      </w:r>
    </w:p>
    <w:p w:rsidR="00E00D30" w:rsidRDefault="00E00D30" w:rsidP="00E00D30">
      <w:r>
        <w:t>455.3513</w:t>
      </w:r>
      <w:r>
        <w:tab/>
        <w:t>3.728e0</w:t>
      </w:r>
    </w:p>
    <w:p w:rsidR="00E00D30" w:rsidRDefault="00E00D30" w:rsidP="00E00D30">
      <w:r>
        <w:t>455.3801</w:t>
      </w:r>
      <w:r>
        <w:tab/>
        <w:t>1.013e0</w:t>
      </w:r>
    </w:p>
    <w:p w:rsidR="00E00D30" w:rsidRDefault="00E00D30" w:rsidP="00E00D30">
      <w:r>
        <w:t>455.3838</w:t>
      </w:r>
      <w:r>
        <w:tab/>
        <w:t>2.025e0</w:t>
      </w:r>
    </w:p>
    <w:p w:rsidR="00E00D30" w:rsidRDefault="00E00D30" w:rsidP="00E00D30">
      <w:r>
        <w:t>455.3898</w:t>
      </w:r>
      <w:r>
        <w:tab/>
        <w:t>1.013e0</w:t>
      </w:r>
    </w:p>
    <w:p w:rsidR="00E00D30" w:rsidRDefault="00E00D30" w:rsidP="00E00D30">
      <w:r>
        <w:t>455.4047</w:t>
      </w:r>
      <w:r>
        <w:tab/>
        <w:t>1.013e0</w:t>
      </w:r>
    </w:p>
    <w:p w:rsidR="00E00D30" w:rsidRDefault="00E00D30" w:rsidP="00E00D30">
      <w:r>
        <w:t>455.4106</w:t>
      </w:r>
      <w:r>
        <w:tab/>
        <w:t>2.025e0</w:t>
      </w:r>
    </w:p>
    <w:p w:rsidR="00E00D30" w:rsidRDefault="00E00D30" w:rsidP="00E00D30">
      <w:r>
        <w:t>455.4122</w:t>
      </w:r>
      <w:r>
        <w:tab/>
        <w:t>1.013e0</w:t>
      </w:r>
    </w:p>
    <w:p w:rsidR="00E00D30" w:rsidRDefault="00E00D30" w:rsidP="00E00D30">
      <w:r>
        <w:t>455.4315</w:t>
      </w:r>
      <w:r>
        <w:tab/>
        <w:t>2.025e0</w:t>
      </w:r>
    </w:p>
    <w:p w:rsidR="00E00D30" w:rsidRDefault="00E00D30" w:rsidP="00E00D30">
      <w:r>
        <w:t>455.4468</w:t>
      </w:r>
      <w:r>
        <w:tab/>
        <w:t>1.013e0</w:t>
      </w:r>
    </w:p>
    <w:p w:rsidR="00E00D30" w:rsidRDefault="00E00D30" w:rsidP="00E00D30">
      <w:r>
        <w:lastRenderedPageBreak/>
        <w:t>455.4830</w:t>
      </w:r>
      <w:r>
        <w:tab/>
        <w:t>1.013e0</w:t>
      </w:r>
    </w:p>
    <w:p w:rsidR="00E00D30" w:rsidRDefault="00E00D30" w:rsidP="00E00D30">
      <w:r>
        <w:t>455.4866</w:t>
      </w:r>
      <w:r>
        <w:tab/>
        <w:t>1.013e0</w:t>
      </w:r>
    </w:p>
    <w:p w:rsidR="00E00D30" w:rsidRDefault="00E00D30" w:rsidP="00E00D30">
      <w:r>
        <w:t>455.5076</w:t>
      </w:r>
      <w:r>
        <w:tab/>
        <w:t>1.013e0</w:t>
      </w:r>
    </w:p>
    <w:p w:rsidR="00E00D30" w:rsidRDefault="00E00D30" w:rsidP="00E00D30">
      <w:r>
        <w:t>455.5316</w:t>
      </w:r>
      <w:r>
        <w:tab/>
        <w:t>1.013e0</w:t>
      </w:r>
    </w:p>
    <w:p w:rsidR="00E00D30" w:rsidRDefault="00E00D30" w:rsidP="00E00D30">
      <w:r>
        <w:t>455.5481</w:t>
      </w:r>
      <w:r>
        <w:tab/>
        <w:t>1.013e0</w:t>
      </w:r>
    </w:p>
    <w:p w:rsidR="00E00D30" w:rsidRDefault="00E00D30" w:rsidP="00E00D30">
      <w:r>
        <w:t>455.5548</w:t>
      </w:r>
      <w:r>
        <w:tab/>
        <w:t>2.025e0</w:t>
      </w:r>
    </w:p>
    <w:p w:rsidR="00E00D30" w:rsidRDefault="00E00D30" w:rsidP="00E00D30">
      <w:r>
        <w:t>455.5832</w:t>
      </w:r>
      <w:r>
        <w:tab/>
        <w:t>2.025e0</w:t>
      </w:r>
    </w:p>
    <w:p w:rsidR="00E00D30" w:rsidRDefault="00E00D30" w:rsidP="00E00D30">
      <w:r>
        <w:t>455.5874</w:t>
      </w:r>
      <w:r>
        <w:tab/>
        <w:t>1.013e0</w:t>
      </w:r>
    </w:p>
    <w:p w:rsidR="00E00D30" w:rsidRDefault="00E00D30" w:rsidP="00E00D30">
      <w:r>
        <w:t>455.5951</w:t>
      </w:r>
      <w:r>
        <w:tab/>
        <w:t>1.013e0</w:t>
      </w:r>
    </w:p>
    <w:p w:rsidR="00E00D30" w:rsidRDefault="00E00D30" w:rsidP="00E00D30">
      <w:r>
        <w:t>455.6018</w:t>
      </w:r>
      <w:r>
        <w:tab/>
        <w:t>2.025e0</w:t>
      </w:r>
    </w:p>
    <w:p w:rsidR="00E00D30" w:rsidRDefault="00E00D30" w:rsidP="00E00D30">
      <w:r>
        <w:t>455.6054</w:t>
      </w:r>
      <w:r>
        <w:tab/>
        <w:t>1.013e0</w:t>
      </w:r>
    </w:p>
    <w:p w:rsidR="00E00D30" w:rsidRDefault="00E00D30" w:rsidP="00E00D30">
      <w:r>
        <w:t>455.6413</w:t>
      </w:r>
      <w:r>
        <w:tab/>
        <w:t>1.013e0</w:t>
      </w:r>
    </w:p>
    <w:p w:rsidR="00E00D30" w:rsidRDefault="00E00D30" w:rsidP="00E00D30">
      <w:r>
        <w:t>455.6450</w:t>
      </w:r>
      <w:r>
        <w:tab/>
        <w:t>1.013e0</w:t>
      </w:r>
    </w:p>
    <w:p w:rsidR="00E00D30" w:rsidRDefault="00E00D30" w:rsidP="00E00D30">
      <w:r>
        <w:t>455.6811</w:t>
      </w:r>
      <w:r>
        <w:tab/>
        <w:t>2.025e0</w:t>
      </w:r>
    </w:p>
    <w:p w:rsidR="00E00D30" w:rsidRDefault="00E00D30" w:rsidP="00E00D30">
      <w:r>
        <w:t>455.6847</w:t>
      </w:r>
      <w:r>
        <w:tab/>
        <w:t>2.025e0</w:t>
      </w:r>
    </w:p>
    <w:p w:rsidR="00E00D30" w:rsidRDefault="00E00D30" w:rsidP="00E00D30">
      <w:r>
        <w:t>455.7305</w:t>
      </w:r>
      <w:r>
        <w:tab/>
        <w:t>1.013e0</w:t>
      </w:r>
    </w:p>
    <w:p w:rsidR="00E00D30" w:rsidRDefault="00E00D30" w:rsidP="00E00D30">
      <w:r>
        <w:t>455.7393</w:t>
      </w:r>
      <w:r>
        <w:tab/>
        <w:t>1.013e0</w:t>
      </w:r>
    </w:p>
    <w:p w:rsidR="00E00D30" w:rsidRDefault="00E00D30" w:rsidP="00E00D30">
      <w:r>
        <w:t>455.7865</w:t>
      </w:r>
      <w:r>
        <w:tab/>
        <w:t>1.013e0</w:t>
      </w:r>
    </w:p>
    <w:p w:rsidR="00E00D30" w:rsidRDefault="00E00D30" w:rsidP="00E00D30">
      <w:r>
        <w:t>455.7923</w:t>
      </w:r>
      <w:r>
        <w:tab/>
        <w:t>2.025e0</w:t>
      </w:r>
    </w:p>
    <w:p w:rsidR="00E00D30" w:rsidRDefault="00E00D30" w:rsidP="00E00D30">
      <w:r>
        <w:lastRenderedPageBreak/>
        <w:t>455.8033</w:t>
      </w:r>
      <w:r>
        <w:tab/>
        <w:t>1.013e0</w:t>
      </w:r>
    </w:p>
    <w:p w:rsidR="00E00D30" w:rsidRDefault="00E00D30" w:rsidP="00E00D30">
      <w:r>
        <w:t>455.8213</w:t>
      </w:r>
      <w:r>
        <w:tab/>
        <w:t>1.013e0</w:t>
      </w:r>
    </w:p>
    <w:p w:rsidR="00E00D30" w:rsidRDefault="00E00D30" w:rsidP="00E00D30">
      <w:r>
        <w:t>455.8343</w:t>
      </w:r>
      <w:r>
        <w:tab/>
        <w:t>1.013e0</w:t>
      </w:r>
    </w:p>
    <w:p w:rsidR="00E00D30" w:rsidRDefault="00E00D30" w:rsidP="00E00D30">
      <w:r>
        <w:t>455.8428</w:t>
      </w:r>
      <w:r>
        <w:tab/>
        <w:t>1.013e0</w:t>
      </w:r>
    </w:p>
    <w:p w:rsidR="00E00D30" w:rsidRDefault="00E00D30" w:rsidP="00E00D30">
      <w:r>
        <w:t>455.8625</w:t>
      </w:r>
      <w:r>
        <w:tab/>
        <w:t>2.025e0</w:t>
      </w:r>
    </w:p>
    <w:p w:rsidR="00E00D30" w:rsidRDefault="00E00D30" w:rsidP="00E00D30">
      <w:r>
        <w:t>455.8742</w:t>
      </w:r>
      <w:r>
        <w:tab/>
        <w:t>1.013e0</w:t>
      </w:r>
    </w:p>
    <w:p w:rsidR="00E00D30" w:rsidRDefault="00E00D30" w:rsidP="00E00D30">
      <w:r>
        <w:t>455.9140</w:t>
      </w:r>
      <w:r>
        <w:tab/>
        <w:t>1.013e0</w:t>
      </w:r>
    </w:p>
    <w:p w:rsidR="00E00D30" w:rsidRDefault="00E00D30" w:rsidP="00E00D30">
      <w:r>
        <w:t>455.9187</w:t>
      </w:r>
      <w:r>
        <w:tab/>
        <w:t>1.013e0</w:t>
      </w:r>
    </w:p>
    <w:p w:rsidR="00E00D30" w:rsidRDefault="00E00D30" w:rsidP="00E00D30">
      <w:r>
        <w:t>455.9297</w:t>
      </w:r>
      <w:r>
        <w:tab/>
        <w:t>1.013e0</w:t>
      </w:r>
    </w:p>
    <w:p w:rsidR="00E00D30" w:rsidRDefault="00E00D30" w:rsidP="00E00D30">
      <w:r>
        <w:t>455.9369</w:t>
      </w:r>
      <w:r>
        <w:tab/>
        <w:t>1.013e0</w:t>
      </w:r>
    </w:p>
    <w:p w:rsidR="00E00D30" w:rsidRDefault="00E00D30" w:rsidP="00E00D30">
      <w:r>
        <w:t>455.9544</w:t>
      </w:r>
      <w:r>
        <w:tab/>
        <w:t>1.013e0</w:t>
      </w:r>
    </w:p>
    <w:p w:rsidR="00E00D30" w:rsidRDefault="00E00D30" w:rsidP="00E00D30">
      <w:r>
        <w:t>455.9655</w:t>
      </w:r>
      <w:r>
        <w:tab/>
        <w:t>2.025e0</w:t>
      </w:r>
    </w:p>
    <w:p w:rsidR="00E00D30" w:rsidRDefault="00E00D30" w:rsidP="00E00D30">
      <w:r>
        <w:t>456.0099</w:t>
      </w:r>
      <w:r>
        <w:tab/>
        <w:t>4.051e0</w:t>
      </w:r>
    </w:p>
    <w:p w:rsidR="00E00D30" w:rsidRDefault="00E00D30" w:rsidP="00E00D30">
      <w:r>
        <w:t>456.0157</w:t>
      </w:r>
      <w:r>
        <w:tab/>
        <w:t>1.013e0</w:t>
      </w:r>
    </w:p>
    <w:p w:rsidR="00E00D30" w:rsidRDefault="00E00D30" w:rsidP="00E00D30">
      <w:r>
        <w:t>456.0256</w:t>
      </w:r>
      <w:r>
        <w:tab/>
        <w:t>1.013e0</w:t>
      </w:r>
    </w:p>
    <w:p w:rsidR="00E00D30" w:rsidRDefault="00E00D30" w:rsidP="00E00D30">
      <w:r>
        <w:t>456.0381</w:t>
      </w:r>
      <w:r>
        <w:tab/>
        <w:t>1.013e0</w:t>
      </w:r>
    </w:p>
    <w:p w:rsidR="00E00D30" w:rsidRDefault="00E00D30" w:rsidP="00E00D30">
      <w:r>
        <w:t>456.0493</w:t>
      </w:r>
      <w:r>
        <w:tab/>
        <w:t>1.013e0</w:t>
      </w:r>
    </w:p>
    <w:p w:rsidR="00E00D30" w:rsidRDefault="00E00D30" w:rsidP="00E00D30">
      <w:r>
        <w:t>456.0777</w:t>
      </w:r>
      <w:r>
        <w:tab/>
        <w:t>1.013e0</w:t>
      </w:r>
    </w:p>
    <w:p w:rsidR="00E00D30" w:rsidRDefault="00E00D30" w:rsidP="00E00D30">
      <w:r>
        <w:t>456.0789</w:t>
      </w:r>
      <w:r>
        <w:tab/>
        <w:t>2.025e0</w:t>
      </w:r>
    </w:p>
    <w:p w:rsidR="00E00D30" w:rsidRDefault="00E00D30" w:rsidP="00E00D30">
      <w:r>
        <w:lastRenderedPageBreak/>
        <w:t>456.0894</w:t>
      </w:r>
      <w:r>
        <w:tab/>
        <w:t>1.013e0</w:t>
      </w:r>
    </w:p>
    <w:p w:rsidR="00E00D30" w:rsidRDefault="00E00D30" w:rsidP="00E00D30">
      <w:r>
        <w:t>456.0932</w:t>
      </w:r>
      <w:r>
        <w:tab/>
        <w:t>2.025e0</w:t>
      </w:r>
    </w:p>
    <w:p w:rsidR="00E00D30" w:rsidRDefault="00E00D30" w:rsidP="00E00D30">
      <w:r>
        <w:t>456.0949</w:t>
      </w:r>
      <w:r>
        <w:tab/>
        <w:t>1.013e0</w:t>
      </w:r>
    </w:p>
    <w:p w:rsidR="00E00D30" w:rsidRDefault="00E00D30" w:rsidP="00E00D30">
      <w:r>
        <w:t>456.1165</w:t>
      </w:r>
      <w:r>
        <w:tab/>
        <w:t>3.038e0</w:t>
      </w:r>
    </w:p>
    <w:p w:rsidR="00E00D30" w:rsidRDefault="00E00D30" w:rsidP="00E00D30">
      <w:r>
        <w:t>456.1450</w:t>
      </w:r>
      <w:r>
        <w:tab/>
        <w:t>1.013e0</w:t>
      </w:r>
    </w:p>
    <w:p w:rsidR="00E00D30" w:rsidRDefault="00E00D30" w:rsidP="00E00D30">
      <w:r>
        <w:t>456.1531</w:t>
      </w:r>
      <w:r>
        <w:tab/>
        <w:t>1.013e0</w:t>
      </w:r>
    </w:p>
    <w:p w:rsidR="00E00D30" w:rsidRDefault="00E00D30" w:rsidP="00E00D30">
      <w:r>
        <w:t>456.1691</w:t>
      </w:r>
      <w:r>
        <w:tab/>
        <w:t>1.013e0</w:t>
      </w:r>
    </w:p>
    <w:p w:rsidR="00E00D30" w:rsidRDefault="00E00D30" w:rsidP="00E00D30">
      <w:r>
        <w:t>456.1880</w:t>
      </w:r>
      <w:r>
        <w:tab/>
        <w:t>2.025e0</w:t>
      </w:r>
    </w:p>
    <w:p w:rsidR="00E00D30" w:rsidRDefault="00E00D30" w:rsidP="00E00D30">
      <w:r>
        <w:t>456.1973</w:t>
      </w:r>
      <w:r>
        <w:tab/>
        <w:t>2.025e0</w:t>
      </w:r>
    </w:p>
    <w:p w:rsidR="00E00D30" w:rsidRDefault="00E00D30" w:rsidP="00E00D30">
      <w:r>
        <w:t>456.2010</w:t>
      </w:r>
      <w:r>
        <w:tab/>
        <w:t>1.013e0</w:t>
      </w:r>
    </w:p>
    <w:p w:rsidR="00E00D30" w:rsidRDefault="00E00D30" w:rsidP="00E00D30">
      <w:r>
        <w:t>456.2178</w:t>
      </w:r>
      <w:r>
        <w:tab/>
        <w:t>1.013e0</w:t>
      </w:r>
    </w:p>
    <w:p w:rsidR="00E00D30" w:rsidRDefault="00E00D30" w:rsidP="00E00D30">
      <w:r>
        <w:t>456.2354</w:t>
      </w:r>
      <w:r>
        <w:tab/>
        <w:t>1.013e0</w:t>
      </w:r>
    </w:p>
    <w:p w:rsidR="00E00D30" w:rsidRDefault="00E00D30" w:rsidP="00E00D30">
      <w:r>
        <w:t>456.2651</w:t>
      </w:r>
      <w:r>
        <w:tab/>
        <w:t>2.025e0</w:t>
      </w:r>
    </w:p>
    <w:p w:rsidR="00E00D30" w:rsidRDefault="00E00D30" w:rsidP="00E00D30">
      <w:r>
        <w:t>456.2808</w:t>
      </w:r>
      <w:r>
        <w:tab/>
        <w:t>1.013e0</w:t>
      </w:r>
    </w:p>
    <w:p w:rsidR="00E00D30" w:rsidRDefault="00E00D30" w:rsidP="00E00D30">
      <w:r>
        <w:t>456.2885</w:t>
      </w:r>
      <w:r>
        <w:tab/>
        <w:t>1.579e0</w:t>
      </w:r>
    </w:p>
    <w:p w:rsidR="00E00D30" w:rsidRDefault="00E00D30" w:rsidP="00E00D30">
      <w:r>
        <w:t>456.3119</w:t>
      </w:r>
      <w:r>
        <w:tab/>
        <w:t>1.013e0</w:t>
      </w:r>
    </w:p>
    <w:p w:rsidR="00E00D30" w:rsidRDefault="00E00D30" w:rsidP="00E00D30">
      <w:r>
        <w:t>456.3134</w:t>
      </w:r>
      <w:r>
        <w:tab/>
        <w:t>2.025e0</w:t>
      </w:r>
    </w:p>
    <w:p w:rsidR="00E00D30" w:rsidRDefault="00E00D30" w:rsidP="00E00D30">
      <w:r>
        <w:t>456.3328</w:t>
      </w:r>
      <w:r>
        <w:tab/>
        <w:t>1.013e0</w:t>
      </w:r>
    </w:p>
    <w:p w:rsidR="00E00D30" w:rsidRDefault="00E00D30" w:rsidP="00E00D30">
      <w:r>
        <w:t>456.3455</w:t>
      </w:r>
      <w:r>
        <w:tab/>
        <w:t>4.051e0</w:t>
      </w:r>
    </w:p>
    <w:p w:rsidR="00E00D30" w:rsidRDefault="00E00D30" w:rsidP="00E00D30">
      <w:r>
        <w:lastRenderedPageBreak/>
        <w:t>456.3571</w:t>
      </w:r>
      <w:r>
        <w:tab/>
        <w:t>2.025e0</w:t>
      </w:r>
    </w:p>
    <w:p w:rsidR="00E00D30" w:rsidRDefault="00E00D30" w:rsidP="00E00D30">
      <w:r>
        <w:t>456.3765</w:t>
      </w:r>
      <w:r>
        <w:tab/>
        <w:t>1.013e0</w:t>
      </w:r>
    </w:p>
    <w:p w:rsidR="00E00D30" w:rsidRDefault="00E00D30" w:rsidP="00E00D30">
      <w:r>
        <w:t>456.3845</w:t>
      </w:r>
      <w:r>
        <w:tab/>
        <w:t>1.013e0</w:t>
      </w:r>
    </w:p>
    <w:p w:rsidR="00E00D30" w:rsidRDefault="00E00D30" w:rsidP="00E00D30">
      <w:r>
        <w:t>456.4164</w:t>
      </w:r>
      <w:r>
        <w:tab/>
        <w:t>1.013e0</w:t>
      </w:r>
    </w:p>
    <w:p w:rsidR="00E00D30" w:rsidRDefault="00E00D30" w:rsidP="00E00D30">
      <w:r>
        <w:t>456.4523</w:t>
      </w:r>
      <w:r>
        <w:tab/>
        <w:t>1.013e0</w:t>
      </w:r>
    </w:p>
    <w:p w:rsidR="00E00D30" w:rsidRDefault="00E00D30" w:rsidP="00E00D30">
      <w:r>
        <w:t>456.4642</w:t>
      </w:r>
      <w:r>
        <w:tab/>
        <w:t>1.013e0</w:t>
      </w:r>
    </w:p>
    <w:p w:rsidR="00E00D30" w:rsidRDefault="00E00D30" w:rsidP="00E00D30">
      <w:r>
        <w:t>456.4720</w:t>
      </w:r>
      <w:r>
        <w:tab/>
        <w:t>2.025e0</w:t>
      </w:r>
    </w:p>
    <w:p w:rsidR="00E00D30" w:rsidRDefault="00E00D30" w:rsidP="00E00D30">
      <w:r>
        <w:t>456.4799</w:t>
      </w:r>
      <w:r>
        <w:tab/>
        <w:t>1.013e0</w:t>
      </w:r>
    </w:p>
    <w:p w:rsidR="00E00D30" w:rsidRDefault="00E00D30" w:rsidP="00E00D30">
      <w:r>
        <w:t>456.4887</w:t>
      </w:r>
      <w:r>
        <w:tab/>
        <w:t>3.038e0</w:t>
      </w:r>
    </w:p>
    <w:p w:rsidR="00E00D30" w:rsidRDefault="00E00D30" w:rsidP="00E00D30">
      <w:r>
        <w:t>456.5041</w:t>
      </w:r>
      <w:r>
        <w:tab/>
        <w:t>1.013e0</w:t>
      </w:r>
    </w:p>
    <w:p w:rsidR="00E00D30" w:rsidRDefault="00E00D30" w:rsidP="00E00D30">
      <w:r>
        <w:t>456.5098</w:t>
      </w:r>
      <w:r>
        <w:tab/>
        <w:t>1.013e0</w:t>
      </w:r>
    </w:p>
    <w:p w:rsidR="00E00D30" w:rsidRDefault="00E00D30" w:rsidP="00E00D30">
      <w:r>
        <w:t>456.5201</w:t>
      </w:r>
      <w:r>
        <w:tab/>
        <w:t>1.013e0</w:t>
      </w:r>
    </w:p>
    <w:p w:rsidR="00E00D30" w:rsidRDefault="00E00D30" w:rsidP="00E00D30">
      <w:r>
        <w:t>456.5273</w:t>
      </w:r>
      <w:r>
        <w:tab/>
        <w:t>2.025e0</w:t>
      </w:r>
    </w:p>
    <w:p w:rsidR="00E00D30" w:rsidRDefault="00E00D30" w:rsidP="00E00D30">
      <w:r>
        <w:t>456.5371</w:t>
      </w:r>
      <w:r>
        <w:tab/>
        <w:t>2.025e0</w:t>
      </w:r>
    </w:p>
    <w:p w:rsidR="00E00D30" w:rsidRDefault="00E00D30" w:rsidP="00E00D30">
      <w:r>
        <w:t>456.5628</w:t>
      </w:r>
      <w:r>
        <w:tab/>
        <w:t>2.025e0</w:t>
      </w:r>
    </w:p>
    <w:p w:rsidR="00E00D30" w:rsidRDefault="00E00D30" w:rsidP="00E00D30">
      <w:r>
        <w:t>456.5916</w:t>
      </w:r>
      <w:r>
        <w:tab/>
        <w:t>1.013e0</w:t>
      </w:r>
    </w:p>
    <w:p w:rsidR="00E00D30" w:rsidRDefault="00E00D30" w:rsidP="00E00D30">
      <w:r>
        <w:t>456.6563</w:t>
      </w:r>
      <w:r>
        <w:tab/>
        <w:t>1.013e0</w:t>
      </w:r>
    </w:p>
    <w:p w:rsidR="00E00D30" w:rsidRDefault="00E00D30" w:rsidP="00E00D30">
      <w:r>
        <w:t>456.6675</w:t>
      </w:r>
      <w:r>
        <w:tab/>
        <w:t>2.025e0</w:t>
      </w:r>
    </w:p>
    <w:p w:rsidR="00E00D30" w:rsidRDefault="00E00D30" w:rsidP="00E00D30">
      <w:r>
        <w:t>456.6691</w:t>
      </w:r>
      <w:r>
        <w:tab/>
        <w:t>3.038e0</w:t>
      </w:r>
    </w:p>
    <w:p w:rsidR="00E00D30" w:rsidRDefault="00E00D30" w:rsidP="00E00D30">
      <w:r>
        <w:lastRenderedPageBreak/>
        <w:t>456.7289</w:t>
      </w:r>
      <w:r>
        <w:tab/>
        <w:t>1.013e0</w:t>
      </w:r>
    </w:p>
    <w:p w:rsidR="00E00D30" w:rsidRDefault="00E00D30" w:rsidP="00E00D30">
      <w:r>
        <w:t>456.7356</w:t>
      </w:r>
      <w:r>
        <w:tab/>
        <w:t>1.013e0</w:t>
      </w:r>
    </w:p>
    <w:p w:rsidR="00E00D30" w:rsidRDefault="00E00D30" w:rsidP="00E00D30">
      <w:r>
        <w:t>456.7670</w:t>
      </w:r>
      <w:r>
        <w:tab/>
        <w:t>2.025e0</w:t>
      </w:r>
    </w:p>
    <w:p w:rsidR="00E00D30" w:rsidRDefault="00E00D30" w:rsidP="00E00D30">
      <w:r>
        <w:t>456.7690</w:t>
      </w:r>
      <w:r>
        <w:tab/>
        <w:t>1.013e0</w:t>
      </w:r>
    </w:p>
    <w:p w:rsidR="00E00D30" w:rsidRDefault="00E00D30" w:rsidP="00E00D30">
      <w:r>
        <w:t>456.7872</w:t>
      </w:r>
      <w:r>
        <w:tab/>
        <w:t>1.013e0</w:t>
      </w:r>
    </w:p>
    <w:p w:rsidR="00E00D30" w:rsidRDefault="00E00D30" w:rsidP="00E00D30">
      <w:r>
        <w:t>456.8227</w:t>
      </w:r>
      <w:r>
        <w:tab/>
        <w:t>1.013e0</w:t>
      </w:r>
    </w:p>
    <w:p w:rsidR="00E00D30" w:rsidRDefault="00E00D30" w:rsidP="00E00D30">
      <w:r>
        <w:t>456.8630</w:t>
      </w:r>
      <w:r>
        <w:tab/>
        <w:t>1.013e0</w:t>
      </w:r>
    </w:p>
    <w:p w:rsidR="00E00D30" w:rsidRDefault="00E00D30" w:rsidP="00E00D30">
      <w:r>
        <w:t>456.8830</w:t>
      </w:r>
      <w:r>
        <w:tab/>
        <w:t>3.038e0</w:t>
      </w:r>
    </w:p>
    <w:p w:rsidR="00E00D30" w:rsidRDefault="00E00D30" w:rsidP="00E00D30">
      <w:r>
        <w:t>456.9402</w:t>
      </w:r>
      <w:r>
        <w:tab/>
        <w:t>2.025e0</w:t>
      </w:r>
    </w:p>
    <w:p w:rsidR="00E00D30" w:rsidRDefault="00E00D30" w:rsidP="00E00D30">
      <w:r>
        <w:t>456.9413</w:t>
      </w:r>
      <w:r>
        <w:tab/>
        <w:t>1.013e0</w:t>
      </w:r>
    </w:p>
    <w:p w:rsidR="00E00D30" w:rsidRDefault="00E00D30" w:rsidP="00E00D30">
      <w:r>
        <w:t>456.9671</w:t>
      </w:r>
      <w:r>
        <w:tab/>
        <w:t>2.025e0</w:t>
      </w:r>
    </w:p>
    <w:p w:rsidR="00E00D30" w:rsidRDefault="00E00D30" w:rsidP="00E00D30">
      <w:r>
        <w:t>456.9757</w:t>
      </w:r>
      <w:r>
        <w:tab/>
        <w:t>1.013e0</w:t>
      </w:r>
    </w:p>
    <w:p w:rsidR="00E00D30" w:rsidRDefault="00E00D30" w:rsidP="00E00D30">
      <w:r>
        <w:t>457.0025</w:t>
      </w:r>
      <w:r>
        <w:tab/>
        <w:t>1.013e0</w:t>
      </w:r>
    </w:p>
    <w:p w:rsidR="00E00D30" w:rsidRDefault="00E00D30" w:rsidP="00E00D30">
      <w:r>
        <w:t>457.0070</w:t>
      </w:r>
      <w:r>
        <w:tab/>
        <w:t>1.013e0</w:t>
      </w:r>
    </w:p>
    <w:p w:rsidR="00E00D30" w:rsidRDefault="00E00D30" w:rsidP="00E00D30">
      <w:r>
        <w:t>457.0205</w:t>
      </w:r>
      <w:r>
        <w:tab/>
        <w:t>1.013e0</w:t>
      </w:r>
    </w:p>
    <w:p w:rsidR="00E00D30" w:rsidRDefault="00E00D30" w:rsidP="00E00D30">
      <w:r>
        <w:t>457.0586</w:t>
      </w:r>
      <w:r>
        <w:tab/>
        <w:t>2.025e0</w:t>
      </w:r>
    </w:p>
    <w:p w:rsidR="00E00D30" w:rsidRDefault="00E00D30" w:rsidP="00E00D30">
      <w:r>
        <w:t>457.0604</w:t>
      </w:r>
      <w:r>
        <w:tab/>
        <w:t>1.013e0</w:t>
      </w:r>
    </w:p>
    <w:p w:rsidR="00E00D30" w:rsidRDefault="00E00D30" w:rsidP="00E00D30">
      <w:r>
        <w:t>457.0997</w:t>
      </w:r>
      <w:r>
        <w:tab/>
        <w:t>1.013e0</w:t>
      </w:r>
    </w:p>
    <w:p w:rsidR="00E00D30" w:rsidRDefault="00E00D30" w:rsidP="00E00D30">
      <w:r>
        <w:t>457.1033</w:t>
      </w:r>
      <w:r>
        <w:tab/>
        <w:t>2.025e0</w:t>
      </w:r>
    </w:p>
    <w:p w:rsidR="00E00D30" w:rsidRDefault="00E00D30" w:rsidP="00E00D30">
      <w:r>
        <w:lastRenderedPageBreak/>
        <w:t>457.1114</w:t>
      </w:r>
      <w:r>
        <w:tab/>
        <w:t>2.025e0</w:t>
      </w:r>
    </w:p>
    <w:p w:rsidR="00E00D30" w:rsidRDefault="00E00D30" w:rsidP="00E00D30">
      <w:r>
        <w:t>457.1186</w:t>
      </w:r>
      <w:r>
        <w:tab/>
        <w:t>2.025e0</w:t>
      </w:r>
    </w:p>
    <w:p w:rsidR="00E00D30" w:rsidRDefault="00E00D30" w:rsidP="00E00D30">
      <w:r>
        <w:t>457.1508</w:t>
      </w:r>
      <w:r>
        <w:tab/>
        <w:t>1.013e0</w:t>
      </w:r>
    </w:p>
    <w:p w:rsidR="00E00D30" w:rsidRDefault="00E00D30" w:rsidP="00E00D30">
      <w:r>
        <w:t>457.1612</w:t>
      </w:r>
      <w:r>
        <w:tab/>
        <w:t>1.013e0</w:t>
      </w:r>
    </w:p>
    <w:p w:rsidR="00E00D30" w:rsidRDefault="00E00D30" w:rsidP="00E00D30">
      <w:r>
        <w:t>457.1629</w:t>
      </w:r>
      <w:r>
        <w:tab/>
        <w:t>2.025e0</w:t>
      </w:r>
    </w:p>
    <w:p w:rsidR="00E00D30" w:rsidRDefault="00E00D30" w:rsidP="00E00D30">
      <w:r>
        <w:t>457.1828</w:t>
      </w:r>
      <w:r>
        <w:tab/>
        <w:t>1.013e0</w:t>
      </w:r>
    </w:p>
    <w:p w:rsidR="00E00D30" w:rsidRDefault="00E00D30" w:rsidP="00E00D30">
      <w:r>
        <w:t>457.2103</w:t>
      </w:r>
      <w:r>
        <w:tab/>
        <w:t>3.038e0</w:t>
      </w:r>
    </w:p>
    <w:p w:rsidR="00E00D30" w:rsidRDefault="00E00D30" w:rsidP="00E00D30">
      <w:r>
        <w:t>457.2188</w:t>
      </w:r>
      <w:r>
        <w:tab/>
        <w:t>1.013e0</w:t>
      </w:r>
    </w:p>
    <w:p w:rsidR="00E00D30" w:rsidRDefault="00E00D30" w:rsidP="00E00D30">
      <w:r>
        <w:t>457.2414</w:t>
      </w:r>
      <w:r>
        <w:tab/>
        <w:t>3.815e0</w:t>
      </w:r>
    </w:p>
    <w:p w:rsidR="00E00D30" w:rsidRDefault="00E00D30" w:rsidP="00E00D30">
      <w:r>
        <w:t>457.2450</w:t>
      </w:r>
      <w:r>
        <w:tab/>
        <w:t>3.038e0</w:t>
      </w:r>
    </w:p>
    <w:p w:rsidR="00E00D30" w:rsidRDefault="00E00D30" w:rsidP="00E00D30">
      <w:r>
        <w:t>457.2702</w:t>
      </w:r>
      <w:r>
        <w:tab/>
        <w:t>2.025e0</w:t>
      </w:r>
    </w:p>
    <w:p w:rsidR="00E00D30" w:rsidRDefault="00E00D30" w:rsidP="00E00D30">
      <w:r>
        <w:t>457.2800</w:t>
      </w:r>
      <w:r>
        <w:tab/>
        <w:t>1.013e0</w:t>
      </w:r>
    </w:p>
    <w:p w:rsidR="00E00D30" w:rsidRDefault="00E00D30" w:rsidP="00E00D30">
      <w:r>
        <w:t>457.2821</w:t>
      </w:r>
      <w:r>
        <w:tab/>
        <w:t>1.576e0</w:t>
      </w:r>
    </w:p>
    <w:p w:rsidR="00E00D30" w:rsidRDefault="00E00D30" w:rsidP="00E00D30">
      <w:r>
        <w:t>457.3303</w:t>
      </w:r>
      <w:r>
        <w:tab/>
        <w:t>1.156e1</w:t>
      </w:r>
    </w:p>
    <w:p w:rsidR="00E00D30" w:rsidRDefault="00E00D30" w:rsidP="00E00D30">
      <w:r>
        <w:t>457.3388</w:t>
      </w:r>
      <w:r>
        <w:tab/>
        <w:t>2.025e0</w:t>
      </w:r>
    </w:p>
    <w:p w:rsidR="00E00D30" w:rsidRDefault="00E00D30" w:rsidP="00E00D30">
      <w:r>
        <w:t>457.3442</w:t>
      </w:r>
      <w:r>
        <w:tab/>
        <w:t>3.499e0</w:t>
      </w:r>
    </w:p>
    <w:p w:rsidR="00E00D30" w:rsidRDefault="00E00D30" w:rsidP="00E00D30">
      <w:r>
        <w:t>457.3524</w:t>
      </w:r>
      <w:r>
        <w:tab/>
        <w:t>4.051e0</w:t>
      </w:r>
    </w:p>
    <w:p w:rsidR="00E00D30" w:rsidRDefault="00E00D30" w:rsidP="00E00D30">
      <w:r>
        <w:t>457.3586</w:t>
      </w:r>
      <w:r>
        <w:tab/>
        <w:t>4.051e0</w:t>
      </w:r>
    </w:p>
    <w:p w:rsidR="00E00D30" w:rsidRDefault="00E00D30" w:rsidP="00E00D30">
      <w:r>
        <w:t>457.3826</w:t>
      </w:r>
      <w:r>
        <w:tab/>
        <w:t>1.013e0</w:t>
      </w:r>
    </w:p>
    <w:p w:rsidR="00E00D30" w:rsidRDefault="00E00D30" w:rsidP="00E00D30">
      <w:r>
        <w:lastRenderedPageBreak/>
        <w:t>457.3896</w:t>
      </w:r>
      <w:r>
        <w:tab/>
        <w:t>2.025e0</w:t>
      </w:r>
    </w:p>
    <w:p w:rsidR="00E00D30" w:rsidRDefault="00E00D30" w:rsidP="00E00D30">
      <w:r>
        <w:t>457.4019</w:t>
      </w:r>
      <w:r>
        <w:tab/>
        <w:t>2.025e0</w:t>
      </w:r>
    </w:p>
    <w:p w:rsidR="00E00D30" w:rsidRDefault="00E00D30" w:rsidP="00E00D30">
      <w:r>
        <w:t>457.4375</w:t>
      </w:r>
      <w:r>
        <w:tab/>
        <w:t>2.025e0</w:t>
      </w:r>
    </w:p>
    <w:p w:rsidR="00E00D30" w:rsidRDefault="00E00D30" w:rsidP="00E00D30">
      <w:r>
        <w:t>457.4463</w:t>
      </w:r>
      <w:r>
        <w:tab/>
        <w:t>2.025e0</w:t>
      </w:r>
    </w:p>
    <w:p w:rsidR="00E00D30" w:rsidRDefault="00E00D30" w:rsidP="00E00D30">
      <w:r>
        <w:t>457.4783</w:t>
      </w:r>
      <w:r>
        <w:tab/>
        <w:t>2.025e0</w:t>
      </w:r>
    </w:p>
    <w:p w:rsidR="00E00D30" w:rsidRDefault="00E00D30" w:rsidP="00E00D30">
      <w:r>
        <w:t>457.4927</w:t>
      </w:r>
      <w:r>
        <w:tab/>
        <w:t>1.013e0</w:t>
      </w:r>
    </w:p>
    <w:p w:rsidR="00E00D30" w:rsidRDefault="00E00D30" w:rsidP="00E00D30">
      <w:r>
        <w:t>457.4959</w:t>
      </w:r>
      <w:r>
        <w:tab/>
        <w:t>1.013e0</w:t>
      </w:r>
    </w:p>
    <w:p w:rsidR="00E00D30" w:rsidRDefault="00E00D30" w:rsidP="00E00D30">
      <w:r>
        <w:t>457.5103</w:t>
      </w:r>
      <w:r>
        <w:tab/>
        <w:t>1.013e0</w:t>
      </w:r>
    </w:p>
    <w:p w:rsidR="00E00D30" w:rsidRDefault="00E00D30" w:rsidP="00E00D30">
      <w:r>
        <w:t>457.5146</w:t>
      </w:r>
      <w:r>
        <w:tab/>
        <w:t>2.025e0</w:t>
      </w:r>
    </w:p>
    <w:p w:rsidR="00E00D30" w:rsidRDefault="00E00D30" w:rsidP="00E00D30">
      <w:r>
        <w:t>457.5320</w:t>
      </w:r>
      <w:r>
        <w:tab/>
        <w:t>1.013e0</w:t>
      </w:r>
    </w:p>
    <w:p w:rsidR="00E00D30" w:rsidRDefault="00E00D30" w:rsidP="00E00D30">
      <w:r>
        <w:t>457.5425</w:t>
      </w:r>
      <w:r>
        <w:tab/>
        <w:t>1.013e0</w:t>
      </w:r>
    </w:p>
    <w:p w:rsidR="00E00D30" w:rsidRDefault="00E00D30" w:rsidP="00E00D30">
      <w:r>
        <w:t>457.5826</w:t>
      </w:r>
      <w:r>
        <w:tab/>
        <w:t>2.025e0</w:t>
      </w:r>
    </w:p>
    <w:p w:rsidR="00E00D30" w:rsidRDefault="00E00D30" w:rsidP="00E00D30">
      <w:r>
        <w:t>457.6008</w:t>
      </w:r>
      <w:r>
        <w:tab/>
        <w:t>2.025e0</w:t>
      </w:r>
    </w:p>
    <w:p w:rsidR="00E00D30" w:rsidRDefault="00E00D30" w:rsidP="00E00D30">
      <w:r>
        <w:t>457.6146</w:t>
      </w:r>
      <w:r>
        <w:tab/>
        <w:t>1.013e0</w:t>
      </w:r>
    </w:p>
    <w:p w:rsidR="00E00D30" w:rsidRDefault="00E00D30" w:rsidP="00E00D30">
      <w:r>
        <w:t>457.6224</w:t>
      </w:r>
      <w:r>
        <w:tab/>
        <w:t>1.013e0</w:t>
      </w:r>
    </w:p>
    <w:p w:rsidR="00E00D30" w:rsidRDefault="00E00D30" w:rsidP="00E00D30">
      <w:r>
        <w:t>457.6630</w:t>
      </w:r>
      <w:r>
        <w:tab/>
        <w:t>1.013e0</w:t>
      </w:r>
    </w:p>
    <w:p w:rsidR="00E00D30" w:rsidRDefault="00E00D30" w:rsidP="00E00D30">
      <w:r>
        <w:t>457.6908</w:t>
      </w:r>
      <w:r>
        <w:tab/>
        <w:t>1.013e0</w:t>
      </w:r>
    </w:p>
    <w:p w:rsidR="00E00D30" w:rsidRDefault="00E00D30" w:rsidP="00E00D30">
      <w:r>
        <w:t>457.7184</w:t>
      </w:r>
      <w:r>
        <w:tab/>
        <w:t>1.013e0</w:t>
      </w:r>
    </w:p>
    <w:p w:rsidR="00E00D30" w:rsidRDefault="00E00D30" w:rsidP="00E00D30">
      <w:r>
        <w:t>457.7304</w:t>
      </w:r>
      <w:r>
        <w:tab/>
        <w:t>1.013e0</w:t>
      </w:r>
    </w:p>
    <w:p w:rsidR="00E00D30" w:rsidRDefault="00E00D30" w:rsidP="00E00D30">
      <w:r>
        <w:lastRenderedPageBreak/>
        <w:t>457.7482</w:t>
      </w:r>
      <w:r>
        <w:tab/>
        <w:t>1.013e0</w:t>
      </w:r>
    </w:p>
    <w:p w:rsidR="00E00D30" w:rsidRDefault="00E00D30" w:rsidP="00E00D30">
      <w:r>
        <w:t>457.7701</w:t>
      </w:r>
      <w:r>
        <w:tab/>
        <w:t>1.013e0</w:t>
      </w:r>
    </w:p>
    <w:p w:rsidR="00E00D30" w:rsidRDefault="00E00D30" w:rsidP="00E00D30">
      <w:r>
        <w:t>457.7741</w:t>
      </w:r>
      <w:r>
        <w:tab/>
        <w:t>1.013e0</w:t>
      </w:r>
    </w:p>
    <w:p w:rsidR="00E00D30" w:rsidRDefault="00E00D30" w:rsidP="00E00D30">
      <w:r>
        <w:t>457.8203</w:t>
      </w:r>
      <w:r>
        <w:tab/>
        <w:t>2.025e0</w:t>
      </w:r>
    </w:p>
    <w:p w:rsidR="00E00D30" w:rsidRDefault="00E00D30" w:rsidP="00E00D30">
      <w:r>
        <w:t>457.8382</w:t>
      </w:r>
      <w:r>
        <w:tab/>
        <w:t>1.013e0</w:t>
      </w:r>
    </w:p>
    <w:p w:rsidR="00E00D30" w:rsidRDefault="00E00D30" w:rsidP="00E00D30">
      <w:r>
        <w:t>457.8419</w:t>
      </w:r>
      <w:r>
        <w:tab/>
        <w:t>2.025e0</w:t>
      </w:r>
    </w:p>
    <w:p w:rsidR="00E00D30" w:rsidRDefault="00E00D30" w:rsidP="00E00D30">
      <w:r>
        <w:t>457.8466</w:t>
      </w:r>
      <w:r>
        <w:tab/>
        <w:t>1.013e0</w:t>
      </w:r>
    </w:p>
    <w:p w:rsidR="00E00D30" w:rsidRDefault="00E00D30" w:rsidP="00E00D30">
      <w:r>
        <w:t>457.8889</w:t>
      </w:r>
      <w:r>
        <w:tab/>
        <w:t>1.013e0</w:t>
      </w:r>
    </w:p>
    <w:p w:rsidR="00E00D30" w:rsidRDefault="00E00D30" w:rsidP="00E00D30">
      <w:r>
        <w:t>457.8983</w:t>
      </w:r>
      <w:r>
        <w:tab/>
        <w:t>3.038e0</w:t>
      </w:r>
    </w:p>
    <w:p w:rsidR="00E00D30" w:rsidRDefault="00E00D30" w:rsidP="00E00D30">
      <w:r>
        <w:t>457.9022</w:t>
      </w:r>
      <w:r>
        <w:tab/>
        <w:t>1.013e0</w:t>
      </w:r>
    </w:p>
    <w:p w:rsidR="00E00D30" w:rsidRDefault="00E00D30" w:rsidP="00E00D30">
      <w:r>
        <w:t>457.9184</w:t>
      </w:r>
      <w:r>
        <w:tab/>
        <w:t>1.013e0</w:t>
      </w:r>
    </w:p>
    <w:p w:rsidR="00E00D30" w:rsidRDefault="00E00D30" w:rsidP="00E00D30">
      <w:r>
        <w:t>457.9469</w:t>
      </w:r>
      <w:r>
        <w:tab/>
        <w:t>2.025e0</w:t>
      </w:r>
    </w:p>
    <w:p w:rsidR="00E00D30" w:rsidRDefault="00E00D30" w:rsidP="00E00D30">
      <w:r>
        <w:t>457.9590</w:t>
      </w:r>
      <w:r>
        <w:tab/>
        <w:t>1.013e0</w:t>
      </w:r>
    </w:p>
    <w:p w:rsidR="00E00D30" w:rsidRDefault="00E00D30" w:rsidP="00E00D30">
      <w:r>
        <w:t>457.9860</w:t>
      </w:r>
      <w:r>
        <w:tab/>
        <w:t>1.013e0</w:t>
      </w:r>
    </w:p>
    <w:p w:rsidR="00E00D30" w:rsidRDefault="00E00D30" w:rsidP="00E00D30">
      <w:r>
        <w:t>457.9904</w:t>
      </w:r>
      <w:r>
        <w:tab/>
        <w:t>1.013e0</w:t>
      </w:r>
    </w:p>
    <w:p w:rsidR="00E00D30" w:rsidRDefault="00E00D30" w:rsidP="00E00D30">
      <w:r>
        <w:t>458.0144</w:t>
      </w:r>
      <w:r>
        <w:tab/>
        <w:t>1.013e0</w:t>
      </w:r>
    </w:p>
    <w:p w:rsidR="00E00D30" w:rsidRDefault="00E00D30" w:rsidP="00E00D30">
      <w:r>
        <w:t>458.0265</w:t>
      </w:r>
      <w:r>
        <w:tab/>
        <w:t>2.025e0</w:t>
      </w:r>
    </w:p>
    <w:p w:rsidR="00E00D30" w:rsidRDefault="00E00D30" w:rsidP="00E00D30">
      <w:r>
        <w:t>458.0302</w:t>
      </w:r>
      <w:r>
        <w:tab/>
        <w:t>1.013e0</w:t>
      </w:r>
    </w:p>
    <w:p w:rsidR="00E00D30" w:rsidRDefault="00E00D30" w:rsidP="00E00D30">
      <w:r>
        <w:t>458.0470</w:t>
      </w:r>
      <w:r>
        <w:tab/>
        <w:t>1.013e0</w:t>
      </w:r>
    </w:p>
    <w:p w:rsidR="00E00D30" w:rsidRDefault="00E00D30" w:rsidP="00E00D30">
      <w:r>
        <w:lastRenderedPageBreak/>
        <w:t>458.0552</w:t>
      </w:r>
      <w:r>
        <w:tab/>
        <w:t>2.025e0</w:t>
      </w:r>
    </w:p>
    <w:p w:rsidR="00E00D30" w:rsidRDefault="00E00D30" w:rsidP="00E00D30">
      <w:r>
        <w:t>458.0705</w:t>
      </w:r>
      <w:r>
        <w:tab/>
        <w:t>1.013e0</w:t>
      </w:r>
    </w:p>
    <w:p w:rsidR="00E00D30" w:rsidRDefault="00E00D30" w:rsidP="00E00D30">
      <w:r>
        <w:t>458.0819</w:t>
      </w:r>
      <w:r>
        <w:tab/>
        <w:t>2.025e0</w:t>
      </w:r>
    </w:p>
    <w:p w:rsidR="00E00D30" w:rsidRDefault="00E00D30" w:rsidP="00E00D30">
      <w:r>
        <w:t>458.0971</w:t>
      </w:r>
      <w:r>
        <w:tab/>
        <w:t>2.025e0</w:t>
      </w:r>
    </w:p>
    <w:p w:rsidR="00E00D30" w:rsidRDefault="00E00D30" w:rsidP="00E00D30">
      <w:r>
        <w:t>458.1051</w:t>
      </w:r>
      <w:r>
        <w:tab/>
        <w:t>1.013e0</w:t>
      </w:r>
    </w:p>
    <w:p w:rsidR="00E00D30" w:rsidRDefault="00E00D30" w:rsidP="00E00D30">
      <w:r>
        <w:t>458.1263</w:t>
      </w:r>
      <w:r>
        <w:tab/>
        <w:t>1.013e0</w:t>
      </w:r>
    </w:p>
    <w:p w:rsidR="00E00D30" w:rsidRDefault="00E00D30" w:rsidP="00E00D30">
      <w:r>
        <w:t>458.1466</w:t>
      </w:r>
      <w:r>
        <w:tab/>
        <w:t>2.025e0</w:t>
      </w:r>
    </w:p>
    <w:p w:rsidR="00E00D30" w:rsidRDefault="00E00D30" w:rsidP="00E00D30">
      <w:r>
        <w:t>458.1511</w:t>
      </w:r>
      <w:r>
        <w:tab/>
        <w:t>1.013e0</w:t>
      </w:r>
    </w:p>
    <w:p w:rsidR="00E00D30" w:rsidRDefault="00E00D30" w:rsidP="00E00D30">
      <w:r>
        <w:t>458.1637</w:t>
      </w:r>
      <w:r>
        <w:tab/>
        <w:t>2.025e0</w:t>
      </w:r>
    </w:p>
    <w:p w:rsidR="00E00D30" w:rsidRDefault="00E00D30" w:rsidP="00E00D30">
      <w:r>
        <w:t>458.1807</w:t>
      </w:r>
      <w:r>
        <w:tab/>
        <w:t>2.025e0</w:t>
      </w:r>
    </w:p>
    <w:p w:rsidR="00E00D30" w:rsidRDefault="00E00D30" w:rsidP="00E00D30">
      <w:r>
        <w:t>458.2204</w:t>
      </w:r>
      <w:r>
        <w:tab/>
        <w:t>1.013e0</w:t>
      </w:r>
    </w:p>
    <w:p w:rsidR="00E00D30" w:rsidRDefault="00E00D30" w:rsidP="00E00D30">
      <w:r>
        <w:t>458.2303</w:t>
      </w:r>
      <w:r>
        <w:tab/>
        <w:t>1.013e0</w:t>
      </w:r>
    </w:p>
    <w:p w:rsidR="00E00D30" w:rsidRDefault="00E00D30" w:rsidP="00E00D30">
      <w:r>
        <w:t>458.2507</w:t>
      </w:r>
      <w:r>
        <w:tab/>
        <w:t>3.038e0</w:t>
      </w:r>
    </w:p>
    <w:p w:rsidR="00E00D30" w:rsidRDefault="00E00D30" w:rsidP="00E00D30">
      <w:r>
        <w:t>458.2546</w:t>
      </w:r>
      <w:r>
        <w:tab/>
        <w:t>1.013e0</w:t>
      </w:r>
    </w:p>
    <w:p w:rsidR="00E00D30" w:rsidRDefault="00E00D30" w:rsidP="00E00D30">
      <w:r>
        <w:t>458.2787</w:t>
      </w:r>
      <w:r>
        <w:tab/>
        <w:t>2.025e0</w:t>
      </w:r>
    </w:p>
    <w:p w:rsidR="00E00D30" w:rsidRDefault="00E00D30" w:rsidP="00E00D30">
      <w:r>
        <w:t>458.2830</w:t>
      </w:r>
      <w:r>
        <w:tab/>
        <w:t>3.038e0</w:t>
      </w:r>
    </w:p>
    <w:p w:rsidR="00E00D30" w:rsidRDefault="00E00D30" w:rsidP="00E00D30">
      <w:r>
        <w:t>458.2904</w:t>
      </w:r>
      <w:r>
        <w:tab/>
        <w:t>2.025e0</w:t>
      </w:r>
    </w:p>
    <w:p w:rsidR="00E00D30" w:rsidRDefault="00E00D30" w:rsidP="00E00D30">
      <w:r>
        <w:t>458.2952</w:t>
      </w:r>
      <w:r>
        <w:tab/>
        <w:t>2.025e0</w:t>
      </w:r>
    </w:p>
    <w:p w:rsidR="00E00D30" w:rsidRDefault="00E00D30" w:rsidP="00E00D30">
      <w:r>
        <w:t>458.3390</w:t>
      </w:r>
      <w:r>
        <w:tab/>
        <w:t>1.013e0</w:t>
      </w:r>
    </w:p>
    <w:p w:rsidR="00E00D30" w:rsidRDefault="00E00D30" w:rsidP="00E00D30">
      <w:r>
        <w:lastRenderedPageBreak/>
        <w:t>458.3461</w:t>
      </w:r>
      <w:r>
        <w:tab/>
        <w:t>2.025e0</w:t>
      </w:r>
    </w:p>
    <w:p w:rsidR="00E00D30" w:rsidRDefault="00E00D30" w:rsidP="00E00D30">
      <w:r>
        <w:t>458.3472</w:t>
      </w:r>
      <w:r>
        <w:tab/>
        <w:t>2.025e0</w:t>
      </w:r>
    </w:p>
    <w:p w:rsidR="00E00D30" w:rsidRDefault="00E00D30" w:rsidP="00E00D30">
      <w:r>
        <w:t>458.3513</w:t>
      </w:r>
      <w:r>
        <w:tab/>
        <w:t>1.013e0</w:t>
      </w:r>
    </w:p>
    <w:p w:rsidR="00E00D30" w:rsidRDefault="00E00D30" w:rsidP="00E00D30">
      <w:r>
        <w:t>458.3667</w:t>
      </w:r>
      <w:r>
        <w:tab/>
        <w:t>1.013e0</w:t>
      </w:r>
    </w:p>
    <w:p w:rsidR="00E00D30" w:rsidRDefault="00E00D30" w:rsidP="00E00D30">
      <w:r>
        <w:t>458.3833</w:t>
      </w:r>
      <w:r>
        <w:tab/>
        <w:t>1.013e0</w:t>
      </w:r>
    </w:p>
    <w:p w:rsidR="00E00D30" w:rsidRDefault="00E00D30" w:rsidP="00E00D30">
      <w:r>
        <w:t>458.3957</w:t>
      </w:r>
      <w:r>
        <w:tab/>
        <w:t>3.038e0</w:t>
      </w:r>
    </w:p>
    <w:p w:rsidR="00E00D30" w:rsidRDefault="00E00D30" w:rsidP="00E00D30">
      <w:r>
        <w:t>458.4121</w:t>
      </w:r>
      <w:r>
        <w:tab/>
        <w:t>2.025e0</w:t>
      </w:r>
    </w:p>
    <w:p w:rsidR="00E00D30" w:rsidRDefault="00E00D30" w:rsidP="00E00D30">
      <w:r>
        <w:t>458.4177</w:t>
      </w:r>
      <w:r>
        <w:tab/>
        <w:t>5.063e0</w:t>
      </w:r>
    </w:p>
    <w:p w:rsidR="00E00D30" w:rsidRDefault="00E00D30" w:rsidP="00E00D30">
      <w:r>
        <w:t>458.4519</w:t>
      </w:r>
      <w:r>
        <w:tab/>
        <w:t>2.025e0</w:t>
      </w:r>
    </w:p>
    <w:p w:rsidR="00E00D30" w:rsidRDefault="00E00D30" w:rsidP="00E00D30">
      <w:r>
        <w:t>458.4575</w:t>
      </w:r>
      <w:r>
        <w:tab/>
        <w:t>2.025e0</w:t>
      </w:r>
    </w:p>
    <w:p w:rsidR="00E00D30" w:rsidRDefault="00E00D30" w:rsidP="00E00D30">
      <w:r>
        <w:t>458.4796</w:t>
      </w:r>
      <w:r>
        <w:tab/>
        <w:t>1.013e0</w:t>
      </w:r>
    </w:p>
    <w:p w:rsidR="00E00D30" w:rsidRDefault="00E00D30" w:rsidP="00E00D30">
      <w:r>
        <w:t>458.4979</w:t>
      </w:r>
      <w:r>
        <w:tab/>
        <w:t>1.013e0</w:t>
      </w:r>
    </w:p>
    <w:p w:rsidR="00E00D30" w:rsidRDefault="00E00D30" w:rsidP="00E00D30">
      <w:r>
        <w:t>458.5108</w:t>
      </w:r>
      <w:r>
        <w:tab/>
        <w:t>2.025e0</w:t>
      </w:r>
    </w:p>
    <w:p w:rsidR="00E00D30" w:rsidRDefault="00E00D30" w:rsidP="00E00D30">
      <w:r>
        <w:t>458.5348</w:t>
      </w:r>
      <w:r>
        <w:tab/>
        <w:t>4.051e0</w:t>
      </w:r>
    </w:p>
    <w:p w:rsidR="00E00D30" w:rsidRDefault="00E00D30" w:rsidP="00E00D30">
      <w:r>
        <w:t>458.5550</w:t>
      </w:r>
      <w:r>
        <w:tab/>
        <w:t>2.025e0</w:t>
      </w:r>
    </w:p>
    <w:p w:rsidR="00E00D30" w:rsidRDefault="00E00D30" w:rsidP="00E00D30">
      <w:r>
        <w:t>458.5866</w:t>
      </w:r>
      <w:r>
        <w:tab/>
        <w:t>2.025e0</w:t>
      </w:r>
    </w:p>
    <w:p w:rsidR="00E00D30" w:rsidRDefault="00E00D30" w:rsidP="00E00D30">
      <w:r>
        <w:t>458.5990</w:t>
      </w:r>
      <w:r>
        <w:tab/>
        <w:t>1.013e0</w:t>
      </w:r>
    </w:p>
    <w:p w:rsidR="00E00D30" w:rsidRDefault="00E00D30" w:rsidP="00E00D30">
      <w:r>
        <w:t>458.6348</w:t>
      </w:r>
      <w:r>
        <w:tab/>
        <w:t>1.013e0</w:t>
      </w:r>
    </w:p>
    <w:p w:rsidR="00E00D30" w:rsidRDefault="00E00D30" w:rsidP="00E00D30">
      <w:r>
        <w:t>458.6742</w:t>
      </w:r>
      <w:r>
        <w:tab/>
        <w:t>1.013e0</w:t>
      </w:r>
    </w:p>
    <w:p w:rsidR="00E00D30" w:rsidRDefault="00E00D30" w:rsidP="00E00D30">
      <w:r>
        <w:lastRenderedPageBreak/>
        <w:t>458.6924</w:t>
      </w:r>
      <w:r>
        <w:tab/>
        <w:t>1.013e0</w:t>
      </w:r>
    </w:p>
    <w:p w:rsidR="00E00D30" w:rsidRDefault="00E00D30" w:rsidP="00E00D30">
      <w:r>
        <w:t>458.7029</w:t>
      </w:r>
      <w:r>
        <w:tab/>
        <w:t>1.013e0</w:t>
      </w:r>
    </w:p>
    <w:p w:rsidR="00E00D30" w:rsidRDefault="00E00D30" w:rsidP="00E00D30">
      <w:r>
        <w:t>458.7040</w:t>
      </w:r>
      <w:r>
        <w:tab/>
        <w:t>4.051e0</w:t>
      </w:r>
    </w:p>
    <w:p w:rsidR="00E00D30" w:rsidRDefault="00E00D30" w:rsidP="00E00D30">
      <w:r>
        <w:t>458.7271</w:t>
      </w:r>
      <w:r>
        <w:tab/>
        <w:t>2.025e0</w:t>
      </w:r>
    </w:p>
    <w:p w:rsidR="00E00D30" w:rsidRDefault="00E00D30" w:rsidP="00E00D30">
      <w:r>
        <w:t>458.7321</w:t>
      </w:r>
      <w:r>
        <w:tab/>
        <w:t>1.013e0</w:t>
      </w:r>
    </w:p>
    <w:p w:rsidR="00E00D30" w:rsidRDefault="00E00D30" w:rsidP="00E00D30">
      <w:r>
        <w:t>458.7353</w:t>
      </w:r>
      <w:r>
        <w:tab/>
        <w:t>1.013e0</w:t>
      </w:r>
    </w:p>
    <w:p w:rsidR="00E00D30" w:rsidRDefault="00E00D30" w:rsidP="00E00D30">
      <w:r>
        <w:t>458.7759</w:t>
      </w:r>
      <w:r>
        <w:tab/>
        <w:t>1.013e0</w:t>
      </w:r>
    </w:p>
    <w:p w:rsidR="00E00D30" w:rsidRDefault="00E00D30" w:rsidP="00E00D30">
      <w:r>
        <w:t>458.7994</w:t>
      </w:r>
      <w:r>
        <w:tab/>
        <w:t>1.013e0</w:t>
      </w:r>
    </w:p>
    <w:p w:rsidR="00E00D30" w:rsidRDefault="00E00D30" w:rsidP="00E00D30">
      <w:r>
        <w:t>458.8315</w:t>
      </w:r>
      <w:r>
        <w:tab/>
        <w:t>2.025e0</w:t>
      </w:r>
    </w:p>
    <w:p w:rsidR="00E00D30" w:rsidRDefault="00E00D30" w:rsidP="00E00D30">
      <w:r>
        <w:t>458.8329</w:t>
      </w:r>
      <w:r>
        <w:tab/>
        <w:t>1.013e0</w:t>
      </w:r>
    </w:p>
    <w:p w:rsidR="00E00D30" w:rsidRDefault="00E00D30" w:rsidP="00E00D30">
      <w:r>
        <w:t>458.8472</w:t>
      </w:r>
      <w:r>
        <w:tab/>
        <w:t>1.013e0</w:t>
      </w:r>
    </w:p>
    <w:p w:rsidR="00E00D30" w:rsidRDefault="00E00D30" w:rsidP="00E00D30">
      <w:r>
        <w:t>458.8555</w:t>
      </w:r>
      <w:r>
        <w:tab/>
        <w:t>2.025e0</w:t>
      </w:r>
    </w:p>
    <w:p w:rsidR="00E00D30" w:rsidRDefault="00E00D30" w:rsidP="00E00D30">
      <w:r>
        <w:t>458.8690</w:t>
      </w:r>
      <w:r>
        <w:tab/>
        <w:t>1.013e0</w:t>
      </w:r>
    </w:p>
    <w:p w:rsidR="00E00D30" w:rsidRDefault="00E00D30" w:rsidP="00E00D30">
      <w:r>
        <w:t>458.8795</w:t>
      </w:r>
      <w:r>
        <w:tab/>
        <w:t>1.013e0</w:t>
      </w:r>
    </w:p>
    <w:p w:rsidR="00E00D30" w:rsidRDefault="00E00D30" w:rsidP="00E00D30">
      <w:r>
        <w:t>458.8872</w:t>
      </w:r>
      <w:r>
        <w:tab/>
        <w:t>1.013e0</w:t>
      </w:r>
    </w:p>
    <w:p w:rsidR="00E00D30" w:rsidRDefault="00E00D30" w:rsidP="00E00D30">
      <w:r>
        <w:t>458.8907</w:t>
      </w:r>
      <w:r>
        <w:tab/>
        <w:t>1.013e0</w:t>
      </w:r>
    </w:p>
    <w:p w:rsidR="00E00D30" w:rsidRDefault="00E00D30" w:rsidP="00E00D30">
      <w:r>
        <w:t>458.9092</w:t>
      </w:r>
      <w:r>
        <w:tab/>
        <w:t>1.013e0</w:t>
      </w:r>
    </w:p>
    <w:p w:rsidR="00E00D30" w:rsidRDefault="00E00D30" w:rsidP="00E00D30">
      <w:r>
        <w:t>458.9204</w:t>
      </w:r>
      <w:r>
        <w:tab/>
        <w:t>3.038e0</w:t>
      </w:r>
    </w:p>
    <w:p w:rsidR="00E00D30" w:rsidRDefault="00E00D30" w:rsidP="00E00D30">
      <w:r>
        <w:t>458.9507</w:t>
      </w:r>
      <w:r>
        <w:tab/>
        <w:t>2.025e0</w:t>
      </w:r>
    </w:p>
    <w:p w:rsidR="00E00D30" w:rsidRDefault="00E00D30" w:rsidP="00E00D30">
      <w:r>
        <w:lastRenderedPageBreak/>
        <w:t>458.9595</w:t>
      </w:r>
      <w:r>
        <w:tab/>
        <w:t>2.025e0</w:t>
      </w:r>
    </w:p>
    <w:p w:rsidR="00E00D30" w:rsidRDefault="00E00D30" w:rsidP="00E00D30">
      <w:r>
        <w:t>458.9726</w:t>
      </w:r>
      <w:r>
        <w:tab/>
        <w:t>2.025e0</w:t>
      </w:r>
    </w:p>
    <w:p w:rsidR="00E00D30" w:rsidRDefault="00E00D30" w:rsidP="00E00D30">
      <w:r>
        <w:t>458.9835</w:t>
      </w:r>
      <w:r>
        <w:tab/>
        <w:t>1.013e0</w:t>
      </w:r>
    </w:p>
    <w:p w:rsidR="00E00D30" w:rsidRDefault="00E00D30" w:rsidP="00E00D30">
      <w:r>
        <w:t>458.9915</w:t>
      </w:r>
      <w:r>
        <w:tab/>
        <w:t>1.013e0</w:t>
      </w:r>
    </w:p>
    <w:p w:rsidR="00E00D30" w:rsidRDefault="00E00D30" w:rsidP="00E00D30">
      <w:r>
        <w:t>459.0060</w:t>
      </w:r>
      <w:r>
        <w:tab/>
        <w:t>1.013e0</w:t>
      </w:r>
    </w:p>
    <w:p w:rsidR="00E00D30" w:rsidRDefault="00E00D30" w:rsidP="00E00D30">
      <w:r>
        <w:t>459.0244</w:t>
      </w:r>
      <w:r>
        <w:tab/>
        <w:t>1.013e0</w:t>
      </w:r>
    </w:p>
    <w:p w:rsidR="00E00D30" w:rsidRDefault="00E00D30" w:rsidP="00E00D30">
      <w:r>
        <w:t>459.0399</w:t>
      </w:r>
      <w:r>
        <w:tab/>
        <w:t>1.013e0</w:t>
      </w:r>
    </w:p>
    <w:p w:rsidR="00E00D30" w:rsidRDefault="00E00D30" w:rsidP="00E00D30">
      <w:r>
        <w:t>459.0488</w:t>
      </w:r>
      <w:r>
        <w:tab/>
        <w:t>1.013e0</w:t>
      </w:r>
    </w:p>
    <w:p w:rsidR="00E00D30" w:rsidRDefault="00E00D30" w:rsidP="00E00D30">
      <w:r>
        <w:t>459.0855</w:t>
      </w:r>
      <w:r>
        <w:tab/>
        <w:t>2.025e0</w:t>
      </w:r>
    </w:p>
    <w:p w:rsidR="00E00D30" w:rsidRDefault="00E00D30" w:rsidP="00E00D30">
      <w:r>
        <w:t>459.1067</w:t>
      </w:r>
      <w:r>
        <w:tab/>
        <w:t>1.013e0</w:t>
      </w:r>
    </w:p>
    <w:p w:rsidR="00E00D30" w:rsidRDefault="00E00D30" w:rsidP="00E00D30">
      <w:r>
        <w:t>459.1246</w:t>
      </w:r>
      <w:r>
        <w:tab/>
        <w:t>1.013e0</w:t>
      </w:r>
    </w:p>
    <w:p w:rsidR="00E00D30" w:rsidRDefault="00E00D30" w:rsidP="00E00D30">
      <w:r>
        <w:t>459.1431</w:t>
      </w:r>
      <w:r>
        <w:tab/>
        <w:t>1.013e0</w:t>
      </w:r>
    </w:p>
    <w:p w:rsidR="00E00D30" w:rsidRDefault="00E00D30" w:rsidP="00E00D30">
      <w:r>
        <w:t>459.1563</w:t>
      </w:r>
      <w:r>
        <w:tab/>
        <w:t>2.025e0</w:t>
      </w:r>
    </w:p>
    <w:p w:rsidR="00E00D30" w:rsidRDefault="00E00D30" w:rsidP="00E00D30">
      <w:r>
        <w:t>459.1859</w:t>
      </w:r>
      <w:r>
        <w:tab/>
        <w:t>1.013e0</w:t>
      </w:r>
    </w:p>
    <w:p w:rsidR="00E00D30" w:rsidRDefault="00E00D30" w:rsidP="00E00D30">
      <w:r>
        <w:t>459.1955</w:t>
      </w:r>
      <w:r>
        <w:tab/>
        <w:t>2.025e0</w:t>
      </w:r>
    </w:p>
    <w:p w:rsidR="00E00D30" w:rsidRDefault="00E00D30" w:rsidP="00E00D30">
      <w:r>
        <w:t>459.2405</w:t>
      </w:r>
      <w:r>
        <w:tab/>
        <w:t>3.038e0</w:t>
      </w:r>
    </w:p>
    <w:p w:rsidR="00E00D30" w:rsidRDefault="00E00D30" w:rsidP="00E00D30">
      <w:r>
        <w:t>459.2631</w:t>
      </w:r>
      <w:r>
        <w:tab/>
        <w:t>7.089e0</w:t>
      </w:r>
    </w:p>
    <w:p w:rsidR="00E00D30" w:rsidRDefault="00E00D30" w:rsidP="00E00D30">
      <w:r>
        <w:t>459.2729</w:t>
      </w:r>
      <w:r>
        <w:tab/>
        <w:t>3.788e0</w:t>
      </w:r>
    </w:p>
    <w:p w:rsidR="00E00D30" w:rsidRDefault="00E00D30" w:rsidP="00E00D30">
      <w:r>
        <w:t>459.2835</w:t>
      </w:r>
      <w:r>
        <w:tab/>
        <w:t>1.013e0</w:t>
      </w:r>
    </w:p>
    <w:p w:rsidR="00E00D30" w:rsidRDefault="00E00D30" w:rsidP="00E00D30">
      <w:r>
        <w:lastRenderedPageBreak/>
        <w:t>459.2966</w:t>
      </w:r>
      <w:r>
        <w:tab/>
        <w:t>1.013e0</w:t>
      </w:r>
    </w:p>
    <w:p w:rsidR="00E00D30" w:rsidRDefault="00E00D30" w:rsidP="00E00D30">
      <w:r>
        <w:t>459.3112</w:t>
      </w:r>
      <w:r>
        <w:tab/>
        <w:t>2.025e0</w:t>
      </w:r>
    </w:p>
    <w:p w:rsidR="00E00D30" w:rsidRDefault="00E00D30" w:rsidP="00E00D30">
      <w:r>
        <w:t>459.3132</w:t>
      </w:r>
      <w:r>
        <w:tab/>
        <w:t>1.013e0</w:t>
      </w:r>
    </w:p>
    <w:p w:rsidR="00E00D30" w:rsidRDefault="00E00D30" w:rsidP="00E00D30">
      <w:r>
        <w:t>459.3148</w:t>
      </w:r>
      <w:r>
        <w:tab/>
        <w:t>3.038e0</w:t>
      </w:r>
    </w:p>
    <w:p w:rsidR="00E00D30" w:rsidRDefault="00E00D30" w:rsidP="00E00D30">
      <w:r>
        <w:t>459.3275</w:t>
      </w:r>
      <w:r>
        <w:tab/>
        <w:t>3.038e0</w:t>
      </w:r>
    </w:p>
    <w:p w:rsidR="00E00D30" w:rsidRDefault="00E00D30" w:rsidP="00E00D30">
      <w:r>
        <w:t>459.3419</w:t>
      </w:r>
      <w:r>
        <w:tab/>
        <w:t>5.063e0</w:t>
      </w:r>
    </w:p>
    <w:p w:rsidR="00E00D30" w:rsidRDefault="00E00D30" w:rsidP="00E00D30">
      <w:r>
        <w:t>459.3476</w:t>
      </w:r>
      <w:r>
        <w:tab/>
        <w:t>2.025e0</w:t>
      </w:r>
    </w:p>
    <w:p w:rsidR="00E00D30" w:rsidRDefault="00E00D30" w:rsidP="00E00D30">
      <w:r>
        <w:t>459.3769</w:t>
      </w:r>
      <w:r>
        <w:tab/>
        <w:t>1.013e0</w:t>
      </w:r>
    </w:p>
    <w:p w:rsidR="00E00D30" w:rsidRDefault="00E00D30" w:rsidP="00E00D30">
      <w:r>
        <w:t>459.3846</w:t>
      </w:r>
      <w:r>
        <w:tab/>
        <w:t>1.013e0</w:t>
      </w:r>
    </w:p>
    <w:p w:rsidR="00E00D30" w:rsidRDefault="00E00D30" w:rsidP="00E00D30">
      <w:r>
        <w:t>459.3976</w:t>
      </w:r>
      <w:r>
        <w:tab/>
        <w:t>2.025e0</w:t>
      </w:r>
    </w:p>
    <w:p w:rsidR="00E00D30" w:rsidRDefault="00E00D30" w:rsidP="00E00D30">
      <w:r>
        <w:t>459.4044</w:t>
      </w:r>
      <w:r>
        <w:tab/>
        <w:t>2.025e0</w:t>
      </w:r>
    </w:p>
    <w:p w:rsidR="00E00D30" w:rsidRDefault="00E00D30" w:rsidP="00E00D30">
      <w:r>
        <w:t>459.4330</w:t>
      </w:r>
      <w:r>
        <w:tab/>
        <w:t>1.013e0</w:t>
      </w:r>
    </w:p>
    <w:p w:rsidR="00E00D30" w:rsidRDefault="00E00D30" w:rsidP="00E00D30">
      <w:r>
        <w:t>459.4574</w:t>
      </w:r>
      <w:r>
        <w:tab/>
        <w:t>1.013e0</w:t>
      </w:r>
    </w:p>
    <w:p w:rsidR="00E00D30" w:rsidRDefault="00E00D30" w:rsidP="00E00D30">
      <w:r>
        <w:t>459.4781</w:t>
      </w:r>
      <w:r>
        <w:tab/>
        <w:t>1.013e0</w:t>
      </w:r>
    </w:p>
    <w:p w:rsidR="00E00D30" w:rsidRDefault="00E00D30" w:rsidP="00E00D30">
      <w:r>
        <w:t>459.5133</w:t>
      </w:r>
      <w:r>
        <w:tab/>
        <w:t>1.013e0</w:t>
      </w:r>
    </w:p>
    <w:p w:rsidR="00E00D30" w:rsidRDefault="00E00D30" w:rsidP="00E00D30">
      <w:r>
        <w:t>459.5291</w:t>
      </w:r>
      <w:r>
        <w:tab/>
        <w:t>1.013e0</w:t>
      </w:r>
    </w:p>
    <w:p w:rsidR="00E00D30" w:rsidRDefault="00E00D30" w:rsidP="00E00D30">
      <w:r>
        <w:t>459.5692</w:t>
      </w:r>
      <w:r>
        <w:tab/>
        <w:t>2.025e0</w:t>
      </w:r>
    </w:p>
    <w:p w:rsidR="00E00D30" w:rsidRDefault="00E00D30" w:rsidP="00E00D30">
      <w:r>
        <w:t>459.5910</w:t>
      </w:r>
      <w:r>
        <w:tab/>
        <w:t>2.025e0</w:t>
      </w:r>
    </w:p>
    <w:p w:rsidR="00E00D30" w:rsidRDefault="00E00D30" w:rsidP="00E00D30">
      <w:r>
        <w:t>459.6096</w:t>
      </w:r>
      <w:r>
        <w:tab/>
        <w:t>1.013e0</w:t>
      </w:r>
    </w:p>
    <w:p w:rsidR="00E00D30" w:rsidRDefault="00E00D30" w:rsidP="00E00D30">
      <w:r>
        <w:lastRenderedPageBreak/>
        <w:t>459.6151</w:t>
      </w:r>
      <w:r>
        <w:tab/>
        <w:t>1.013e0</w:t>
      </w:r>
    </w:p>
    <w:p w:rsidR="00E00D30" w:rsidRDefault="00E00D30" w:rsidP="00E00D30">
      <w:r>
        <w:t>459.6169</w:t>
      </w:r>
      <w:r>
        <w:tab/>
        <w:t>2.025e0</w:t>
      </w:r>
    </w:p>
    <w:p w:rsidR="00E00D30" w:rsidRDefault="00E00D30" w:rsidP="00E00D30">
      <w:r>
        <w:t>459.6365</w:t>
      </w:r>
      <w:r>
        <w:tab/>
        <w:t>1.013e0</w:t>
      </w:r>
    </w:p>
    <w:p w:rsidR="00E00D30" w:rsidRDefault="00E00D30" w:rsidP="00E00D30">
      <w:r>
        <w:t>459.6423</w:t>
      </w:r>
      <w:r>
        <w:tab/>
        <w:t>1.013e0</w:t>
      </w:r>
    </w:p>
    <w:p w:rsidR="00E00D30" w:rsidRDefault="00E00D30" w:rsidP="00E00D30">
      <w:r>
        <w:t>459.6463</w:t>
      </w:r>
      <w:r>
        <w:tab/>
        <w:t>2.025e0</w:t>
      </w:r>
    </w:p>
    <w:p w:rsidR="00E00D30" w:rsidRDefault="00E00D30" w:rsidP="00E00D30">
      <w:r>
        <w:t>459.6577</w:t>
      </w:r>
      <w:r>
        <w:tab/>
        <w:t>1.013e0</w:t>
      </w:r>
    </w:p>
    <w:p w:rsidR="00E00D30" w:rsidRDefault="00E00D30" w:rsidP="00E00D30">
      <w:r>
        <w:t>459.6818</w:t>
      </w:r>
      <w:r>
        <w:tab/>
        <w:t>2.025e0</w:t>
      </w:r>
    </w:p>
    <w:p w:rsidR="00E00D30" w:rsidRDefault="00E00D30" w:rsidP="00E00D30">
      <w:r>
        <w:t>459.7379</w:t>
      </w:r>
      <w:r>
        <w:tab/>
        <w:t>1.013e0</w:t>
      </w:r>
    </w:p>
    <w:p w:rsidR="00E00D30" w:rsidRDefault="00E00D30" w:rsidP="00E00D30">
      <w:r>
        <w:t>459.7788</w:t>
      </w:r>
      <w:r>
        <w:tab/>
        <w:t>1.013e0</w:t>
      </w:r>
    </w:p>
    <w:p w:rsidR="00E00D30" w:rsidRDefault="00E00D30" w:rsidP="00E00D30">
      <w:r>
        <w:t>459.7951</w:t>
      </w:r>
      <w:r>
        <w:tab/>
        <w:t>1.013e0</w:t>
      </w:r>
    </w:p>
    <w:p w:rsidR="00E00D30" w:rsidRDefault="00E00D30" w:rsidP="00E00D30">
      <w:r>
        <w:t>459.8021</w:t>
      </w:r>
      <w:r>
        <w:tab/>
        <w:t>1.013e0</w:t>
      </w:r>
    </w:p>
    <w:p w:rsidR="00E00D30" w:rsidRDefault="00E00D30" w:rsidP="00E00D30">
      <w:r>
        <w:t>459.8104</w:t>
      </w:r>
      <w:r>
        <w:tab/>
        <w:t>2.025e0</w:t>
      </w:r>
    </w:p>
    <w:p w:rsidR="00E00D30" w:rsidRDefault="00E00D30" w:rsidP="00E00D30">
      <w:r>
        <w:t>459.8185</w:t>
      </w:r>
      <w:r>
        <w:tab/>
        <w:t>1.013e0</w:t>
      </w:r>
    </w:p>
    <w:p w:rsidR="00E00D30" w:rsidRDefault="00E00D30" w:rsidP="00E00D30">
      <w:r>
        <w:t>459.8340</w:t>
      </w:r>
      <w:r>
        <w:tab/>
        <w:t>3.038e0</w:t>
      </w:r>
    </w:p>
    <w:p w:rsidR="00E00D30" w:rsidRDefault="00E00D30" w:rsidP="00E00D30">
      <w:r>
        <w:t>459.8932</w:t>
      </w:r>
      <w:r>
        <w:tab/>
        <w:t>1.013e0</w:t>
      </w:r>
    </w:p>
    <w:p w:rsidR="00E00D30" w:rsidRDefault="00E00D30" w:rsidP="00E00D30">
      <w:r>
        <w:t>459.9161</w:t>
      </w:r>
      <w:r>
        <w:tab/>
        <w:t>4.051e0</w:t>
      </w:r>
    </w:p>
    <w:p w:rsidR="00E00D30" w:rsidRDefault="00E00D30" w:rsidP="00E00D30">
      <w:r>
        <w:t>459.9389</w:t>
      </w:r>
      <w:r>
        <w:tab/>
        <w:t>1.013e0</w:t>
      </w:r>
    </w:p>
    <w:p w:rsidR="00E00D30" w:rsidRDefault="00E00D30" w:rsidP="00E00D30">
      <w:r>
        <w:t>459.9443</w:t>
      </w:r>
      <w:r>
        <w:tab/>
        <w:t>3.038e0</w:t>
      </w:r>
    </w:p>
    <w:p w:rsidR="00E00D30" w:rsidRDefault="00E00D30" w:rsidP="00E00D30">
      <w:r>
        <w:t>459.9503</w:t>
      </w:r>
      <w:r>
        <w:tab/>
        <w:t>1.013e0</w:t>
      </w:r>
    </w:p>
    <w:p w:rsidR="00E00D30" w:rsidRDefault="00E00D30" w:rsidP="00E00D30">
      <w:r>
        <w:lastRenderedPageBreak/>
        <w:t>459.9628</w:t>
      </w:r>
      <w:r>
        <w:tab/>
        <w:t>1.013e0</w:t>
      </w:r>
    </w:p>
    <w:p w:rsidR="00E00D30" w:rsidRDefault="00E00D30" w:rsidP="00E00D30">
      <w:r>
        <w:t>459.9681</w:t>
      </w:r>
      <w:r>
        <w:tab/>
        <w:t>1.013e0</w:t>
      </w:r>
    </w:p>
    <w:p w:rsidR="00E00D30" w:rsidRDefault="00E00D30" w:rsidP="00E00D30">
      <w:r>
        <w:t>459.9717</w:t>
      </w:r>
      <w:r>
        <w:tab/>
        <w:t>1.013e0</w:t>
      </w:r>
    </w:p>
    <w:p w:rsidR="00E00D30" w:rsidRDefault="00E00D30" w:rsidP="00E00D30">
      <w:r>
        <w:t>460.0032</w:t>
      </w:r>
      <w:r>
        <w:tab/>
        <w:t>1.013e0</w:t>
      </w:r>
    </w:p>
    <w:p w:rsidR="00E00D30" w:rsidRDefault="00E00D30" w:rsidP="00E00D30">
      <w:r>
        <w:t>460.0190</w:t>
      </w:r>
      <w:r>
        <w:tab/>
        <w:t>1.013e0</w:t>
      </w:r>
    </w:p>
    <w:p w:rsidR="00E00D30" w:rsidRDefault="00E00D30" w:rsidP="00E00D30">
      <w:r>
        <w:t>460.0259</w:t>
      </w:r>
      <w:r>
        <w:tab/>
        <w:t>1.013e0</w:t>
      </w:r>
    </w:p>
    <w:p w:rsidR="00E00D30" w:rsidRDefault="00E00D30" w:rsidP="00E00D30">
      <w:r>
        <w:t>460.0434</w:t>
      </w:r>
      <w:r>
        <w:tab/>
        <w:t>1.013e0</w:t>
      </w:r>
    </w:p>
    <w:p w:rsidR="00E00D30" w:rsidRDefault="00E00D30" w:rsidP="00E00D30">
      <w:r>
        <w:t>460.0473</w:t>
      </w:r>
      <w:r>
        <w:tab/>
        <w:t>2.025e0</w:t>
      </w:r>
    </w:p>
    <w:p w:rsidR="00E00D30" w:rsidRDefault="00E00D30" w:rsidP="00E00D30">
      <w:r>
        <w:t>460.0994</w:t>
      </w:r>
      <w:r>
        <w:tab/>
        <w:t>1.013e0</w:t>
      </w:r>
    </w:p>
    <w:p w:rsidR="00E00D30" w:rsidRDefault="00E00D30" w:rsidP="00E00D30">
      <w:r>
        <w:t>460.1324</w:t>
      </w:r>
      <w:r>
        <w:tab/>
        <w:t>1.013e0</w:t>
      </w:r>
    </w:p>
    <w:p w:rsidR="00E00D30" w:rsidRDefault="00E00D30" w:rsidP="00E00D30">
      <w:r>
        <w:t>460.1450</w:t>
      </w:r>
      <w:r>
        <w:tab/>
        <w:t>2.025e0</w:t>
      </w:r>
    </w:p>
    <w:p w:rsidR="00E00D30" w:rsidRDefault="00E00D30" w:rsidP="00E00D30">
      <w:r>
        <w:t>460.1680</w:t>
      </w:r>
      <w:r>
        <w:tab/>
        <w:t>2.025e0</w:t>
      </w:r>
    </w:p>
    <w:p w:rsidR="00E00D30" w:rsidRDefault="00E00D30" w:rsidP="00E00D30">
      <w:r>
        <w:t>460.1880</w:t>
      </w:r>
      <w:r>
        <w:tab/>
        <w:t>1.013e0</w:t>
      </w:r>
    </w:p>
    <w:p w:rsidR="00E00D30" w:rsidRDefault="00E00D30" w:rsidP="00E00D30">
      <w:r>
        <w:t>460.1938</w:t>
      </w:r>
      <w:r>
        <w:tab/>
        <w:t>2.025e0</w:t>
      </w:r>
    </w:p>
    <w:p w:rsidR="00E00D30" w:rsidRDefault="00E00D30" w:rsidP="00E00D30">
      <w:r>
        <w:t>460.2026</w:t>
      </w:r>
      <w:r>
        <w:tab/>
        <w:t>3.038e0</w:t>
      </w:r>
    </w:p>
    <w:p w:rsidR="00E00D30" w:rsidRDefault="00E00D30" w:rsidP="00E00D30">
      <w:r>
        <w:t>460.2122</w:t>
      </w:r>
      <w:r>
        <w:tab/>
        <w:t>1.013e0</w:t>
      </w:r>
    </w:p>
    <w:p w:rsidR="00E00D30" w:rsidRDefault="00E00D30" w:rsidP="00E00D30">
      <w:r>
        <w:t>460.2557</w:t>
      </w:r>
      <w:r>
        <w:tab/>
        <w:t>2.025e0</w:t>
      </w:r>
    </w:p>
    <w:p w:rsidR="00E00D30" w:rsidRDefault="00E00D30" w:rsidP="00E00D30">
      <w:r>
        <w:t>460.2602</w:t>
      </w:r>
      <w:r>
        <w:tab/>
        <w:t>1.013e0</w:t>
      </w:r>
    </w:p>
    <w:p w:rsidR="00E00D30" w:rsidRDefault="00E00D30" w:rsidP="00E00D30">
      <w:r>
        <w:t>460.2724</w:t>
      </w:r>
      <w:r>
        <w:tab/>
        <w:t>2.025e0</w:t>
      </w:r>
    </w:p>
    <w:p w:rsidR="00E00D30" w:rsidRDefault="00E00D30" w:rsidP="00E00D30">
      <w:r>
        <w:lastRenderedPageBreak/>
        <w:t>460.2764</w:t>
      </w:r>
      <w:r>
        <w:tab/>
        <w:t>4.051e0</w:t>
      </w:r>
    </w:p>
    <w:p w:rsidR="00E00D30" w:rsidRDefault="00E00D30" w:rsidP="00E00D30">
      <w:r>
        <w:t>460.2954</w:t>
      </w:r>
      <w:r>
        <w:tab/>
        <w:t>3.038e0</w:t>
      </w:r>
    </w:p>
    <w:p w:rsidR="00E00D30" w:rsidRDefault="00E00D30" w:rsidP="00E00D30">
      <w:r>
        <w:t>460.3281</w:t>
      </w:r>
      <w:r>
        <w:tab/>
        <w:t>2.025e0</w:t>
      </w:r>
    </w:p>
    <w:p w:rsidR="00E00D30" w:rsidRDefault="00E00D30" w:rsidP="00E00D30">
      <w:r>
        <w:t>460.3346</w:t>
      </w:r>
      <w:r>
        <w:tab/>
        <w:t>2.025e0</w:t>
      </w:r>
    </w:p>
    <w:p w:rsidR="00E00D30" w:rsidRDefault="00E00D30" w:rsidP="00E00D30">
      <w:r>
        <w:t>460.3607</w:t>
      </w:r>
      <w:r>
        <w:tab/>
        <w:t>2.025e0</w:t>
      </w:r>
    </w:p>
    <w:p w:rsidR="00E00D30" w:rsidRDefault="00E00D30" w:rsidP="00E00D30">
      <w:r>
        <w:t>460.4049</w:t>
      </w:r>
      <w:r>
        <w:tab/>
        <w:t>1.013e0</w:t>
      </w:r>
    </w:p>
    <w:p w:rsidR="00E00D30" w:rsidRDefault="00E00D30" w:rsidP="00E00D30">
      <w:r>
        <w:t>460.4154</w:t>
      </w:r>
      <w:r>
        <w:tab/>
        <w:t>2.025e0</w:t>
      </w:r>
    </w:p>
    <w:p w:rsidR="00E00D30" w:rsidRDefault="00E00D30" w:rsidP="00E00D30">
      <w:r>
        <w:t>460.4222</w:t>
      </w:r>
      <w:r>
        <w:tab/>
        <w:t>1.013e0</w:t>
      </w:r>
    </w:p>
    <w:p w:rsidR="00E00D30" w:rsidRDefault="00E00D30" w:rsidP="00E00D30">
      <w:r>
        <w:t>460.4459</w:t>
      </w:r>
      <w:r>
        <w:tab/>
        <w:t>1.013e0</w:t>
      </w:r>
    </w:p>
    <w:p w:rsidR="00E00D30" w:rsidRDefault="00E00D30" w:rsidP="00E00D30">
      <w:r>
        <w:t>460.4695</w:t>
      </w:r>
      <w:r>
        <w:tab/>
        <w:t>1.013e0</w:t>
      </w:r>
    </w:p>
    <w:p w:rsidR="00E00D30" w:rsidRDefault="00E00D30" w:rsidP="00E00D30">
      <w:r>
        <w:t>460.4800</w:t>
      </w:r>
      <w:r>
        <w:tab/>
        <w:t>1.013e0</w:t>
      </w:r>
    </w:p>
    <w:p w:rsidR="00E00D30" w:rsidRDefault="00E00D30" w:rsidP="00E00D30">
      <w:r>
        <w:t>460.5199</w:t>
      </w:r>
      <w:r>
        <w:tab/>
        <w:t>1.013e0</w:t>
      </w:r>
    </w:p>
    <w:p w:rsidR="00E00D30" w:rsidRDefault="00E00D30" w:rsidP="00E00D30">
      <w:r>
        <w:t>460.5419</w:t>
      </w:r>
      <w:r>
        <w:tab/>
        <w:t>1.013e0</w:t>
      </w:r>
    </w:p>
    <w:p w:rsidR="00E00D30" w:rsidRDefault="00E00D30" w:rsidP="00E00D30">
      <w:r>
        <w:t>460.5476</w:t>
      </w:r>
      <w:r>
        <w:tab/>
        <w:t>2.025e0</w:t>
      </w:r>
    </w:p>
    <w:p w:rsidR="00E00D30" w:rsidRDefault="00E00D30" w:rsidP="00E00D30">
      <w:r>
        <w:t>460.5956</w:t>
      </w:r>
      <w:r>
        <w:tab/>
        <w:t>1.013e0</w:t>
      </w:r>
    </w:p>
    <w:p w:rsidR="00E00D30" w:rsidRDefault="00E00D30" w:rsidP="00E00D30">
      <w:r>
        <w:t>460.6173</w:t>
      </w:r>
      <w:r>
        <w:tab/>
        <w:t>1.013e0</w:t>
      </w:r>
    </w:p>
    <w:p w:rsidR="00E00D30" w:rsidRDefault="00E00D30" w:rsidP="00E00D30">
      <w:r>
        <w:t>460.6971</w:t>
      </w:r>
      <w:r>
        <w:tab/>
        <w:t>1.013e0</w:t>
      </w:r>
    </w:p>
    <w:p w:rsidR="00E00D30" w:rsidRDefault="00E00D30" w:rsidP="00E00D30">
      <w:r>
        <w:t>460.7111</w:t>
      </w:r>
      <w:r>
        <w:tab/>
        <w:t>2.025e0</w:t>
      </w:r>
    </w:p>
    <w:p w:rsidR="00E00D30" w:rsidRDefault="00E00D30" w:rsidP="00E00D30">
      <w:r>
        <w:t>460.7189</w:t>
      </w:r>
      <w:r>
        <w:tab/>
        <w:t>1.013e0</w:t>
      </w:r>
    </w:p>
    <w:p w:rsidR="00E00D30" w:rsidRDefault="00E00D30" w:rsidP="00E00D30">
      <w:r>
        <w:lastRenderedPageBreak/>
        <w:t>460.7269</w:t>
      </w:r>
      <w:r>
        <w:tab/>
        <w:t>1.013e0</w:t>
      </w:r>
    </w:p>
    <w:p w:rsidR="00E00D30" w:rsidRDefault="00E00D30" w:rsidP="00E00D30">
      <w:r>
        <w:t>460.7324</w:t>
      </w:r>
      <w:r>
        <w:tab/>
        <w:t>1.013e0</w:t>
      </w:r>
    </w:p>
    <w:p w:rsidR="00E00D30" w:rsidRDefault="00E00D30" w:rsidP="00E00D30">
      <w:r>
        <w:t>460.7541</w:t>
      </w:r>
      <w:r>
        <w:tab/>
        <w:t>1.013e0</w:t>
      </w:r>
    </w:p>
    <w:p w:rsidR="00E00D30" w:rsidRDefault="00E00D30" w:rsidP="00E00D30">
      <w:r>
        <w:t>460.7906</w:t>
      </w:r>
      <w:r>
        <w:tab/>
        <w:t>1.013e0</w:t>
      </w:r>
    </w:p>
    <w:p w:rsidR="00E00D30" w:rsidRDefault="00E00D30" w:rsidP="00E00D30">
      <w:r>
        <w:t>460.8074</w:t>
      </w:r>
      <w:r>
        <w:tab/>
        <w:t>1.013e0</w:t>
      </w:r>
    </w:p>
    <w:p w:rsidR="00E00D30" w:rsidRDefault="00E00D30" w:rsidP="00E00D30">
      <w:r>
        <w:t>460.8141</w:t>
      </w:r>
      <w:r>
        <w:tab/>
        <w:t>2.025e0</w:t>
      </w:r>
    </w:p>
    <w:p w:rsidR="00E00D30" w:rsidRDefault="00E00D30" w:rsidP="00E00D30">
      <w:r>
        <w:t>460.8401</w:t>
      </w:r>
      <w:r>
        <w:tab/>
        <w:t>1.013e0</w:t>
      </w:r>
    </w:p>
    <w:p w:rsidR="00E00D30" w:rsidRDefault="00E00D30" w:rsidP="00E00D30">
      <w:r>
        <w:t>460.8637</w:t>
      </w:r>
      <w:r>
        <w:tab/>
        <w:t>1.013e0</w:t>
      </w:r>
    </w:p>
    <w:p w:rsidR="00E00D30" w:rsidRDefault="00E00D30" w:rsidP="00E00D30">
      <w:r>
        <w:t>460.8697</w:t>
      </w:r>
      <w:r>
        <w:tab/>
        <w:t>1.013e0</w:t>
      </w:r>
    </w:p>
    <w:p w:rsidR="00E00D30" w:rsidRDefault="00E00D30" w:rsidP="00E00D30">
      <w:r>
        <w:t>460.8712</w:t>
      </w:r>
      <w:r>
        <w:tab/>
        <w:t>2.025e0</w:t>
      </w:r>
    </w:p>
    <w:p w:rsidR="00E00D30" w:rsidRDefault="00E00D30" w:rsidP="00E00D30">
      <w:r>
        <w:t>460.8729</w:t>
      </w:r>
      <w:r>
        <w:tab/>
        <w:t>1.013e0</w:t>
      </w:r>
    </w:p>
    <w:p w:rsidR="00E00D30" w:rsidRDefault="00E00D30" w:rsidP="00E00D30">
      <w:r>
        <w:t>460.9093</w:t>
      </w:r>
      <w:r>
        <w:tab/>
        <w:t>1.013e0</w:t>
      </w:r>
    </w:p>
    <w:p w:rsidR="00E00D30" w:rsidRDefault="00E00D30" w:rsidP="00E00D30">
      <w:r>
        <w:t>460.9254</w:t>
      </w:r>
      <w:r>
        <w:tab/>
        <w:t>2.025e0</w:t>
      </w:r>
    </w:p>
    <w:p w:rsidR="00E00D30" w:rsidRDefault="00E00D30" w:rsidP="00E00D30">
      <w:r>
        <w:t>460.9277</w:t>
      </w:r>
      <w:r>
        <w:tab/>
        <w:t>1.013e0</w:t>
      </w:r>
    </w:p>
    <w:p w:rsidR="00E00D30" w:rsidRDefault="00E00D30" w:rsidP="00E00D30">
      <w:r>
        <w:t>460.9601</w:t>
      </w:r>
      <w:r>
        <w:tab/>
        <w:t>1.013e0</w:t>
      </w:r>
    </w:p>
    <w:p w:rsidR="00E00D30" w:rsidRDefault="00E00D30" w:rsidP="00E00D30">
      <w:r>
        <w:t>460.9672</w:t>
      </w:r>
      <w:r>
        <w:tab/>
        <w:t>1.013e0</w:t>
      </w:r>
    </w:p>
    <w:p w:rsidR="00E00D30" w:rsidRDefault="00E00D30" w:rsidP="00E00D30">
      <w:r>
        <w:t>460.9684</w:t>
      </w:r>
      <w:r>
        <w:tab/>
        <w:t>2.025e0</w:t>
      </w:r>
    </w:p>
    <w:p w:rsidR="00E00D30" w:rsidRDefault="00E00D30" w:rsidP="00E00D30">
      <w:r>
        <w:t>460.9925</w:t>
      </w:r>
      <w:r>
        <w:tab/>
        <w:t>1.013e0</w:t>
      </w:r>
    </w:p>
    <w:p w:rsidR="00E00D30" w:rsidRDefault="00E00D30" w:rsidP="00E00D30">
      <w:r>
        <w:t>461.0066</w:t>
      </w:r>
      <w:r>
        <w:tab/>
        <w:t>2.025e0</w:t>
      </w:r>
    </w:p>
    <w:p w:rsidR="00E00D30" w:rsidRDefault="00E00D30" w:rsidP="00E00D30">
      <w:r>
        <w:lastRenderedPageBreak/>
        <w:t>461.0284</w:t>
      </w:r>
      <w:r>
        <w:tab/>
        <w:t>1.013e0</w:t>
      </w:r>
    </w:p>
    <w:p w:rsidR="00E00D30" w:rsidRDefault="00E00D30" w:rsidP="00E00D30">
      <w:r>
        <w:t>461.0736</w:t>
      </w:r>
      <w:r>
        <w:tab/>
        <w:t>1.013e0</w:t>
      </w:r>
    </w:p>
    <w:p w:rsidR="00E00D30" w:rsidRDefault="00E00D30" w:rsidP="00E00D30">
      <w:r>
        <w:t>461.0847</w:t>
      </w:r>
      <w:r>
        <w:tab/>
        <w:t>2.025e0</w:t>
      </w:r>
    </w:p>
    <w:p w:rsidR="00E00D30" w:rsidRDefault="00E00D30" w:rsidP="00E00D30">
      <w:r>
        <w:t>461.1042</w:t>
      </w:r>
      <w:r>
        <w:tab/>
        <w:t>1.013e0</w:t>
      </w:r>
    </w:p>
    <w:p w:rsidR="00E00D30" w:rsidRDefault="00E00D30" w:rsidP="00E00D30">
      <w:r>
        <w:t>461.1082</w:t>
      </w:r>
      <w:r>
        <w:tab/>
        <w:t>1.013e0</w:t>
      </w:r>
    </w:p>
    <w:p w:rsidR="00E00D30" w:rsidRDefault="00E00D30" w:rsidP="00E00D30">
      <w:r>
        <w:t>461.1437</w:t>
      </w:r>
      <w:r>
        <w:tab/>
        <w:t>2.025e0</w:t>
      </w:r>
    </w:p>
    <w:p w:rsidR="00E00D30" w:rsidRDefault="00E00D30" w:rsidP="00E00D30">
      <w:r>
        <w:t>461.1461</w:t>
      </w:r>
      <w:r>
        <w:tab/>
        <w:t>3.038e0</w:t>
      </w:r>
    </w:p>
    <w:p w:rsidR="00E00D30" w:rsidRDefault="00E00D30" w:rsidP="00E00D30">
      <w:r>
        <w:t>461.1478</w:t>
      </w:r>
      <w:r>
        <w:tab/>
        <w:t>1.013e0</w:t>
      </w:r>
    </w:p>
    <w:p w:rsidR="00E00D30" w:rsidRDefault="00E00D30" w:rsidP="00E00D30">
      <w:r>
        <w:t>461.1509</w:t>
      </w:r>
      <w:r>
        <w:tab/>
        <w:t>2.025e0</w:t>
      </w:r>
    </w:p>
    <w:p w:rsidR="00E00D30" w:rsidRDefault="00E00D30" w:rsidP="00E00D30">
      <w:r>
        <w:t>461.1616</w:t>
      </w:r>
      <w:r>
        <w:tab/>
        <w:t>2.025e0</w:t>
      </w:r>
    </w:p>
    <w:p w:rsidR="00E00D30" w:rsidRDefault="00E00D30" w:rsidP="00E00D30">
      <w:r>
        <w:t>461.1938</w:t>
      </w:r>
      <w:r>
        <w:tab/>
        <w:t>1.013e0</w:t>
      </w:r>
    </w:p>
    <w:p w:rsidR="00E00D30" w:rsidRDefault="00E00D30" w:rsidP="00E00D30">
      <w:r>
        <w:t>461.2052</w:t>
      </w:r>
      <w:r>
        <w:tab/>
        <w:t>3.038e0</w:t>
      </w:r>
    </w:p>
    <w:p w:rsidR="00E00D30" w:rsidRDefault="00E00D30" w:rsidP="00E00D30">
      <w:r>
        <w:t>461.2073</w:t>
      </w:r>
      <w:r>
        <w:tab/>
        <w:t>3.038e0</w:t>
      </w:r>
    </w:p>
    <w:p w:rsidR="00E00D30" w:rsidRDefault="00E00D30" w:rsidP="00E00D30">
      <w:r>
        <w:t>461.2177</w:t>
      </w:r>
      <w:r>
        <w:tab/>
        <w:t>2.025e0</w:t>
      </w:r>
    </w:p>
    <w:p w:rsidR="00E00D30" w:rsidRDefault="00E00D30" w:rsidP="00E00D30">
      <w:r>
        <w:t>461.2650</w:t>
      </w:r>
      <w:r>
        <w:tab/>
        <w:t>4.051e0</w:t>
      </w:r>
    </w:p>
    <w:p w:rsidR="00E00D30" w:rsidRDefault="00E00D30" w:rsidP="00E00D30">
      <w:r>
        <w:t>461.2664</w:t>
      </w:r>
      <w:r>
        <w:tab/>
        <w:t>8.101e0</w:t>
      </w:r>
    </w:p>
    <w:p w:rsidR="00E00D30" w:rsidRDefault="00E00D30" w:rsidP="00E00D30">
      <w:r>
        <w:t>461.2694</w:t>
      </w:r>
      <w:r>
        <w:tab/>
        <w:t>1.114e1</w:t>
      </w:r>
    </w:p>
    <w:p w:rsidR="00E00D30" w:rsidRDefault="00E00D30" w:rsidP="00E00D30">
      <w:r>
        <w:t>461.2718</w:t>
      </w:r>
      <w:r>
        <w:tab/>
        <w:t>4.051e0</w:t>
      </w:r>
    </w:p>
    <w:p w:rsidR="00E00D30" w:rsidRDefault="00E00D30" w:rsidP="00E00D30">
      <w:r>
        <w:t>461.2733</w:t>
      </w:r>
      <w:r>
        <w:tab/>
        <w:t>8.866e0</w:t>
      </w:r>
    </w:p>
    <w:p w:rsidR="00E00D30" w:rsidRDefault="00E00D30" w:rsidP="00E00D30">
      <w:r>
        <w:lastRenderedPageBreak/>
        <w:t>461.2776</w:t>
      </w:r>
      <w:r>
        <w:tab/>
        <w:t>5.063e0</w:t>
      </w:r>
    </w:p>
    <w:p w:rsidR="00E00D30" w:rsidRDefault="00E00D30" w:rsidP="00E00D30">
      <w:r>
        <w:t>461.2800</w:t>
      </w:r>
      <w:r>
        <w:tab/>
        <w:t>7.089e0</w:t>
      </w:r>
    </w:p>
    <w:p w:rsidR="00E00D30" w:rsidRDefault="00E00D30" w:rsidP="00E00D30">
      <w:r>
        <w:t>461.2814</w:t>
      </w:r>
      <w:r>
        <w:tab/>
        <w:t>1.013e0</w:t>
      </w:r>
    </w:p>
    <w:p w:rsidR="00E00D30" w:rsidRDefault="00E00D30" w:rsidP="00E00D30">
      <w:r>
        <w:t>461.3030</w:t>
      </w:r>
      <w:r>
        <w:tab/>
        <w:t>3.317e0</w:t>
      </w:r>
    </w:p>
    <w:p w:rsidR="00E00D30" w:rsidRDefault="00E00D30" w:rsidP="00E00D30">
      <w:r>
        <w:t>461.3130</w:t>
      </w:r>
      <w:r>
        <w:tab/>
        <w:t>3.038e0</w:t>
      </w:r>
    </w:p>
    <w:p w:rsidR="00E00D30" w:rsidRDefault="00E00D30" w:rsidP="00E00D30">
      <w:r>
        <w:t>461.3305</w:t>
      </w:r>
      <w:r>
        <w:tab/>
        <w:t>2.025e0</w:t>
      </w:r>
    </w:p>
    <w:p w:rsidR="00E00D30" w:rsidRDefault="00E00D30" w:rsidP="00E00D30">
      <w:r>
        <w:t>461.3469</w:t>
      </w:r>
      <w:r>
        <w:tab/>
        <w:t>1.013e0</w:t>
      </w:r>
    </w:p>
    <w:p w:rsidR="00E00D30" w:rsidRDefault="00E00D30" w:rsidP="00E00D30">
      <w:r>
        <w:t>461.3600</w:t>
      </w:r>
      <w:r>
        <w:tab/>
        <w:t>1.013e0</w:t>
      </w:r>
    </w:p>
    <w:p w:rsidR="00E00D30" w:rsidRDefault="00E00D30" w:rsidP="00E00D30">
      <w:r>
        <w:t>461.3635</w:t>
      </w:r>
      <w:r>
        <w:tab/>
        <w:t>2.025e0</w:t>
      </w:r>
    </w:p>
    <w:p w:rsidR="00E00D30" w:rsidRDefault="00E00D30" w:rsidP="00E00D30">
      <w:r>
        <w:t>461.3952</w:t>
      </w:r>
      <w:r>
        <w:tab/>
        <w:t>1.013e0</w:t>
      </w:r>
    </w:p>
    <w:p w:rsidR="00E00D30" w:rsidRDefault="00E00D30" w:rsidP="00E00D30">
      <w:r>
        <w:t>461.4353</w:t>
      </w:r>
      <w:r>
        <w:tab/>
        <w:t>1.013e0</w:t>
      </w:r>
    </w:p>
    <w:p w:rsidR="00E00D30" w:rsidRDefault="00E00D30" w:rsidP="00E00D30">
      <w:r>
        <w:t>461.4774</w:t>
      </w:r>
      <w:r>
        <w:tab/>
        <w:t>2.698e0</w:t>
      </w:r>
    </w:p>
    <w:p w:rsidR="00E00D30" w:rsidRDefault="00E00D30" w:rsidP="00E00D30">
      <w:r>
        <w:t>461.4919</w:t>
      </w:r>
      <w:r>
        <w:tab/>
        <w:t>1.013e0</w:t>
      </w:r>
    </w:p>
    <w:p w:rsidR="00E00D30" w:rsidRDefault="00E00D30" w:rsidP="00E00D30">
      <w:r>
        <w:t>461.5222</w:t>
      </w:r>
      <w:r>
        <w:tab/>
        <w:t>2.025e0</w:t>
      </w:r>
    </w:p>
    <w:p w:rsidR="00E00D30" w:rsidRDefault="00E00D30" w:rsidP="00E00D30">
      <w:r>
        <w:t>461.5242</w:t>
      </w:r>
      <w:r>
        <w:tab/>
        <w:t>1.013e0</w:t>
      </w:r>
    </w:p>
    <w:p w:rsidR="00E00D30" w:rsidRDefault="00E00D30" w:rsidP="00E00D30">
      <w:r>
        <w:t>461.5483</w:t>
      </w:r>
      <w:r>
        <w:tab/>
        <w:t>1.013e0</w:t>
      </w:r>
    </w:p>
    <w:p w:rsidR="00E00D30" w:rsidRDefault="00E00D30" w:rsidP="00E00D30">
      <w:r>
        <w:t>461.5762</w:t>
      </w:r>
      <w:r>
        <w:tab/>
        <w:t>2.025e0</w:t>
      </w:r>
    </w:p>
    <w:p w:rsidR="00E00D30" w:rsidRDefault="00E00D30" w:rsidP="00E00D30">
      <w:r>
        <w:t>461.5979</w:t>
      </w:r>
      <w:r>
        <w:tab/>
        <w:t>1.013e0</w:t>
      </w:r>
    </w:p>
    <w:p w:rsidR="00E00D30" w:rsidRDefault="00E00D30" w:rsidP="00E00D30">
      <w:r>
        <w:t>461.6375</w:t>
      </w:r>
      <w:r>
        <w:tab/>
        <w:t>1.013e0</w:t>
      </w:r>
    </w:p>
    <w:p w:rsidR="00E00D30" w:rsidRDefault="00E00D30" w:rsidP="00E00D30">
      <w:r>
        <w:lastRenderedPageBreak/>
        <w:t>461.6448</w:t>
      </w:r>
      <w:r>
        <w:tab/>
        <w:t>1.013e0</w:t>
      </w:r>
    </w:p>
    <w:p w:rsidR="00E00D30" w:rsidRDefault="00E00D30" w:rsidP="00E00D30">
      <w:r>
        <w:t>461.6775</w:t>
      </w:r>
      <w:r>
        <w:tab/>
        <w:t>2.025e0</w:t>
      </w:r>
    </w:p>
    <w:p w:rsidR="00E00D30" w:rsidRDefault="00E00D30" w:rsidP="00E00D30">
      <w:r>
        <w:t>461.6992</w:t>
      </w:r>
      <w:r>
        <w:tab/>
        <w:t>2.025e0</w:t>
      </w:r>
    </w:p>
    <w:p w:rsidR="00E00D30" w:rsidRDefault="00E00D30" w:rsidP="00E00D30">
      <w:r>
        <w:t>461.7372</w:t>
      </w:r>
      <w:r>
        <w:tab/>
        <w:t>2.025e0</w:t>
      </w:r>
    </w:p>
    <w:p w:rsidR="00E00D30" w:rsidRDefault="00E00D30" w:rsidP="00E00D30">
      <w:r>
        <w:t>461.7660</w:t>
      </w:r>
      <w:r>
        <w:tab/>
        <w:t>1.013e0</w:t>
      </w:r>
    </w:p>
    <w:p w:rsidR="00E00D30" w:rsidRDefault="00E00D30" w:rsidP="00E00D30">
      <w:r>
        <w:t>461.7850</w:t>
      </w:r>
      <w:r>
        <w:tab/>
        <w:t>2.025e0</w:t>
      </w:r>
    </w:p>
    <w:p w:rsidR="00E00D30" w:rsidRDefault="00E00D30" w:rsidP="00E00D30">
      <w:r>
        <w:t>461.8063</w:t>
      </w:r>
      <w:r>
        <w:tab/>
        <w:t>1.013e0</w:t>
      </w:r>
    </w:p>
    <w:p w:rsidR="00E00D30" w:rsidRDefault="00E00D30" w:rsidP="00E00D30">
      <w:r>
        <w:t>461.8106</w:t>
      </w:r>
      <w:r>
        <w:tab/>
        <w:t>1.013e0</w:t>
      </w:r>
    </w:p>
    <w:p w:rsidR="00E00D30" w:rsidRDefault="00E00D30" w:rsidP="00E00D30">
      <w:r>
        <w:t>461.8382</w:t>
      </w:r>
      <w:r>
        <w:tab/>
        <w:t>2.025e0</w:t>
      </w:r>
    </w:p>
    <w:p w:rsidR="00E00D30" w:rsidRDefault="00E00D30" w:rsidP="00E00D30">
      <w:r>
        <w:t>461.8448</w:t>
      </w:r>
      <w:r>
        <w:tab/>
        <w:t>3.038e0</w:t>
      </w:r>
    </w:p>
    <w:p w:rsidR="00E00D30" w:rsidRDefault="00E00D30" w:rsidP="00E00D30">
      <w:r>
        <w:t>461.8628</w:t>
      </w:r>
      <w:r>
        <w:tab/>
        <w:t>1.013e0</w:t>
      </w:r>
    </w:p>
    <w:p w:rsidR="00E00D30" w:rsidRDefault="00E00D30" w:rsidP="00E00D30">
      <w:r>
        <w:t>461.8673</w:t>
      </w:r>
      <w:r>
        <w:tab/>
        <w:t>2.025e0</w:t>
      </w:r>
    </w:p>
    <w:p w:rsidR="00E00D30" w:rsidRDefault="00E00D30" w:rsidP="00E00D30">
      <w:r>
        <w:t>461.8787</w:t>
      </w:r>
      <w:r>
        <w:tab/>
        <w:t>1.013e0</w:t>
      </w:r>
    </w:p>
    <w:p w:rsidR="00E00D30" w:rsidRDefault="00E00D30" w:rsidP="00E00D30">
      <w:r>
        <w:t>461.8914</w:t>
      </w:r>
      <w:r>
        <w:tab/>
        <w:t>2.025e0</w:t>
      </w:r>
    </w:p>
    <w:p w:rsidR="00E00D30" w:rsidRDefault="00E00D30" w:rsidP="00E00D30">
      <w:r>
        <w:t>461.9113</w:t>
      </w:r>
      <w:r>
        <w:tab/>
        <w:t>2.025e0</w:t>
      </w:r>
    </w:p>
    <w:p w:rsidR="00E00D30" w:rsidRDefault="00E00D30" w:rsidP="00E00D30">
      <w:r>
        <w:t>461.9839</w:t>
      </w:r>
      <w:r>
        <w:tab/>
        <w:t>2.025e0</w:t>
      </w:r>
    </w:p>
    <w:p w:rsidR="00E00D30" w:rsidRDefault="00E00D30" w:rsidP="00E00D30">
      <w:r>
        <w:t>462.0005</w:t>
      </w:r>
      <w:r>
        <w:tab/>
        <w:t>1.013e0</w:t>
      </w:r>
    </w:p>
    <w:p w:rsidR="00E00D30" w:rsidRDefault="00E00D30" w:rsidP="00E00D30">
      <w:r>
        <w:t>462.0322</w:t>
      </w:r>
      <w:r>
        <w:tab/>
        <w:t>2.025e0</w:t>
      </w:r>
    </w:p>
    <w:p w:rsidR="00E00D30" w:rsidRDefault="00E00D30" w:rsidP="00E00D30">
      <w:r>
        <w:t>462.0400</w:t>
      </w:r>
      <w:r>
        <w:tab/>
        <w:t>1.013e0</w:t>
      </w:r>
    </w:p>
    <w:p w:rsidR="00E00D30" w:rsidRDefault="00E00D30" w:rsidP="00E00D30">
      <w:r>
        <w:lastRenderedPageBreak/>
        <w:t>462.0450</w:t>
      </w:r>
      <w:r>
        <w:tab/>
        <w:t>1.013e0</w:t>
      </w:r>
    </w:p>
    <w:p w:rsidR="00E00D30" w:rsidRDefault="00E00D30" w:rsidP="00E00D30">
      <w:r>
        <w:t>462.0806</w:t>
      </w:r>
      <w:r>
        <w:tab/>
        <w:t>1.013e0</w:t>
      </w:r>
    </w:p>
    <w:p w:rsidR="00E00D30" w:rsidRDefault="00E00D30" w:rsidP="00E00D30">
      <w:r>
        <w:t>462.0847</w:t>
      </w:r>
      <w:r>
        <w:tab/>
        <w:t>1.013e0</w:t>
      </w:r>
    </w:p>
    <w:p w:rsidR="00E00D30" w:rsidRDefault="00E00D30" w:rsidP="00E00D30">
      <w:r>
        <w:t>462.0965</w:t>
      </w:r>
      <w:r>
        <w:tab/>
        <w:t>1.013e0</w:t>
      </w:r>
    </w:p>
    <w:p w:rsidR="00E00D30" w:rsidRDefault="00E00D30" w:rsidP="00E00D30">
      <w:r>
        <w:t>462.1037</w:t>
      </w:r>
      <w:r>
        <w:tab/>
        <w:t>1.013e0</w:t>
      </w:r>
    </w:p>
    <w:p w:rsidR="00E00D30" w:rsidRDefault="00E00D30" w:rsidP="00E00D30">
      <w:r>
        <w:t>462.1215</w:t>
      </w:r>
      <w:r>
        <w:tab/>
        <w:t>1.013e0</w:t>
      </w:r>
    </w:p>
    <w:p w:rsidR="00E00D30" w:rsidRDefault="00E00D30" w:rsidP="00E00D30">
      <w:r>
        <w:t>462.1290</w:t>
      </w:r>
      <w:r>
        <w:tab/>
        <w:t>1.013e0</w:t>
      </w:r>
    </w:p>
    <w:p w:rsidR="00E00D30" w:rsidRDefault="00E00D30" w:rsidP="00E00D30">
      <w:r>
        <w:t>462.1427</w:t>
      </w:r>
      <w:r>
        <w:tab/>
        <w:t>1.013e0</w:t>
      </w:r>
    </w:p>
    <w:p w:rsidR="00E00D30" w:rsidRDefault="00E00D30" w:rsidP="00E00D30">
      <w:r>
        <w:t>462.1693</w:t>
      </w:r>
      <w:r>
        <w:tab/>
        <w:t>2.025e0</w:t>
      </w:r>
    </w:p>
    <w:p w:rsidR="00E00D30" w:rsidRDefault="00E00D30" w:rsidP="00E00D30">
      <w:r>
        <w:t>462.1829</w:t>
      </w:r>
      <w:r>
        <w:tab/>
        <w:t>2.025e0</w:t>
      </w:r>
    </w:p>
    <w:p w:rsidR="00E00D30" w:rsidRDefault="00E00D30" w:rsidP="00E00D30">
      <w:r>
        <w:t>462.2073</w:t>
      </w:r>
      <w:r>
        <w:tab/>
        <w:t>2.025e0</w:t>
      </w:r>
    </w:p>
    <w:p w:rsidR="00E00D30" w:rsidRDefault="00E00D30" w:rsidP="00E00D30">
      <w:r>
        <w:t>462.2172</w:t>
      </w:r>
      <w:r>
        <w:tab/>
        <w:t>2.025e0</w:t>
      </w:r>
    </w:p>
    <w:p w:rsidR="00E00D30" w:rsidRDefault="00E00D30" w:rsidP="00E00D30">
      <w:r>
        <w:t>462.2473</w:t>
      </w:r>
      <w:r>
        <w:tab/>
        <w:t>2.025e0</w:t>
      </w:r>
    </w:p>
    <w:p w:rsidR="00E00D30" w:rsidRDefault="00E00D30" w:rsidP="00E00D30">
      <w:r>
        <w:t>462.2506</w:t>
      </w:r>
      <w:r>
        <w:tab/>
        <w:t>2.025e0</w:t>
      </w:r>
    </w:p>
    <w:p w:rsidR="00E00D30" w:rsidRDefault="00E00D30" w:rsidP="00E00D30">
      <w:r>
        <w:t>462.2660</w:t>
      </w:r>
      <w:r>
        <w:tab/>
        <w:t>1.013e0</w:t>
      </w:r>
    </w:p>
    <w:p w:rsidR="00E00D30" w:rsidRDefault="00E00D30" w:rsidP="00E00D30">
      <w:r>
        <w:t>462.2685</w:t>
      </w:r>
      <w:r>
        <w:tab/>
        <w:t>3.038e0</w:t>
      </w:r>
    </w:p>
    <w:p w:rsidR="00E00D30" w:rsidRDefault="00E00D30" w:rsidP="00E00D30">
      <w:r>
        <w:t>462.2723</w:t>
      </w:r>
      <w:r>
        <w:tab/>
        <w:t>1.011e1</w:t>
      </w:r>
    </w:p>
    <w:p w:rsidR="00E00D30" w:rsidRDefault="00E00D30" w:rsidP="00E00D30">
      <w:r>
        <w:t>462.2748</w:t>
      </w:r>
      <w:r>
        <w:tab/>
        <w:t>1.013e0</w:t>
      </w:r>
    </w:p>
    <w:p w:rsidR="00E00D30" w:rsidRDefault="00E00D30" w:rsidP="00E00D30">
      <w:r>
        <w:t>462.2818</w:t>
      </w:r>
      <w:r>
        <w:tab/>
        <w:t>2.025e0</w:t>
      </w:r>
    </w:p>
    <w:p w:rsidR="00E00D30" w:rsidRDefault="00E00D30" w:rsidP="00E00D30">
      <w:r>
        <w:lastRenderedPageBreak/>
        <w:t>462.2829</w:t>
      </w:r>
      <w:r>
        <w:tab/>
        <w:t>1.013e0</w:t>
      </w:r>
    </w:p>
    <w:p w:rsidR="00E00D30" w:rsidRDefault="00E00D30" w:rsidP="00E00D30">
      <w:r>
        <w:t>462.2890</w:t>
      </w:r>
      <w:r>
        <w:tab/>
        <w:t>2.025e0</w:t>
      </w:r>
    </w:p>
    <w:p w:rsidR="00E00D30" w:rsidRDefault="00E00D30" w:rsidP="00E00D30">
      <w:r>
        <w:t>462.3148</w:t>
      </w:r>
      <w:r>
        <w:tab/>
        <w:t>2.025e0</w:t>
      </w:r>
    </w:p>
    <w:p w:rsidR="00E00D30" w:rsidRDefault="00E00D30" w:rsidP="00E00D30">
      <w:r>
        <w:t>462.3422</w:t>
      </w:r>
      <w:r>
        <w:tab/>
        <w:t>5.063e0</w:t>
      </w:r>
    </w:p>
    <w:p w:rsidR="00E00D30" w:rsidRDefault="00E00D30" w:rsidP="00E00D30">
      <w:r>
        <w:t>462.3712</w:t>
      </w:r>
      <w:r>
        <w:tab/>
        <w:t>1.013e0</w:t>
      </w:r>
    </w:p>
    <w:p w:rsidR="00E00D30" w:rsidRDefault="00E00D30" w:rsidP="00E00D30">
      <w:r>
        <w:t>462.3994</w:t>
      </w:r>
      <w:r>
        <w:tab/>
        <w:t>1.013e0</w:t>
      </w:r>
    </w:p>
    <w:p w:rsidR="00E00D30" w:rsidRDefault="00E00D30" w:rsidP="00E00D30">
      <w:r>
        <w:t>462.4093</w:t>
      </w:r>
      <w:r>
        <w:tab/>
        <w:t>2.025e0</w:t>
      </w:r>
    </w:p>
    <w:p w:rsidR="00E00D30" w:rsidRDefault="00E00D30" w:rsidP="00E00D30">
      <w:r>
        <w:t>462.4168</w:t>
      </w:r>
      <w:r>
        <w:tab/>
        <w:t>1.013e0</w:t>
      </w:r>
    </w:p>
    <w:p w:rsidR="00E00D30" w:rsidRDefault="00E00D30" w:rsidP="00E00D30">
      <w:r>
        <w:t>462.4327</w:t>
      </w:r>
      <w:r>
        <w:tab/>
        <w:t>2.025e0</w:t>
      </w:r>
    </w:p>
    <w:p w:rsidR="00E00D30" w:rsidRDefault="00E00D30" w:rsidP="00E00D30">
      <w:r>
        <w:t>462.4352</w:t>
      </w:r>
      <w:r>
        <w:tab/>
        <w:t>1.013e0</w:t>
      </w:r>
    </w:p>
    <w:p w:rsidR="00E00D30" w:rsidRDefault="00E00D30" w:rsidP="00E00D30">
      <w:r>
        <w:t>462.4438</w:t>
      </w:r>
      <w:r>
        <w:tab/>
        <w:t>1.013e0</w:t>
      </w:r>
    </w:p>
    <w:p w:rsidR="00E00D30" w:rsidRDefault="00E00D30" w:rsidP="00E00D30">
      <w:r>
        <w:t>462.4747</w:t>
      </w:r>
      <w:r>
        <w:tab/>
        <w:t>1.013e0</w:t>
      </w:r>
    </w:p>
    <w:p w:rsidR="00E00D30" w:rsidRDefault="00E00D30" w:rsidP="00E00D30">
      <w:r>
        <w:t>462.4841</w:t>
      </w:r>
      <w:r>
        <w:tab/>
        <w:t>2.025e0</w:t>
      </w:r>
    </w:p>
    <w:p w:rsidR="00E00D30" w:rsidRDefault="00E00D30" w:rsidP="00E00D30">
      <w:r>
        <w:t>462.5001</w:t>
      </w:r>
      <w:r>
        <w:tab/>
        <w:t>1.013e0</w:t>
      </w:r>
    </w:p>
    <w:p w:rsidR="00E00D30" w:rsidRDefault="00E00D30" w:rsidP="00E00D30">
      <w:r>
        <w:t>462.5892</w:t>
      </w:r>
      <w:r>
        <w:tab/>
        <w:t>1.013e0</w:t>
      </w:r>
    </w:p>
    <w:p w:rsidR="00E00D30" w:rsidRDefault="00E00D30" w:rsidP="00E00D30">
      <w:r>
        <w:t>462.5904</w:t>
      </w:r>
      <w:r>
        <w:tab/>
        <w:t>2.025e0</w:t>
      </w:r>
    </w:p>
    <w:p w:rsidR="00E00D30" w:rsidRDefault="00E00D30" w:rsidP="00E00D30">
      <w:r>
        <w:t>462.5933</w:t>
      </w:r>
      <w:r>
        <w:tab/>
        <w:t>1.013e0</w:t>
      </w:r>
    </w:p>
    <w:p w:rsidR="00E00D30" w:rsidRDefault="00E00D30" w:rsidP="00E00D30">
      <w:r>
        <w:t>462.6730</w:t>
      </w:r>
      <w:r>
        <w:tab/>
        <w:t>1.013e0</w:t>
      </w:r>
    </w:p>
    <w:p w:rsidR="00E00D30" w:rsidRDefault="00E00D30" w:rsidP="00E00D30">
      <w:r>
        <w:t>462.6861</w:t>
      </w:r>
      <w:r>
        <w:tab/>
        <w:t>1.013e0</w:t>
      </w:r>
    </w:p>
    <w:p w:rsidR="00E00D30" w:rsidRDefault="00E00D30" w:rsidP="00E00D30">
      <w:r>
        <w:lastRenderedPageBreak/>
        <w:t>462.6907</w:t>
      </w:r>
      <w:r>
        <w:tab/>
        <w:t>1.013e0</w:t>
      </w:r>
    </w:p>
    <w:p w:rsidR="00E00D30" w:rsidRDefault="00E00D30" w:rsidP="00E00D30">
      <w:r>
        <w:t>462.7063</w:t>
      </w:r>
      <w:r>
        <w:tab/>
        <w:t>2.025e0</w:t>
      </w:r>
    </w:p>
    <w:p w:rsidR="00E00D30" w:rsidRDefault="00E00D30" w:rsidP="00E00D30">
      <w:r>
        <w:t>462.7263</w:t>
      </w:r>
      <w:r>
        <w:tab/>
        <w:t>1.013e0</w:t>
      </w:r>
    </w:p>
    <w:p w:rsidR="00E00D30" w:rsidRDefault="00E00D30" w:rsidP="00E00D30">
      <w:r>
        <w:t>462.7426</w:t>
      </w:r>
      <w:r>
        <w:tab/>
        <w:t>1.013e0</w:t>
      </w:r>
    </w:p>
    <w:p w:rsidR="00E00D30" w:rsidRDefault="00E00D30" w:rsidP="00E00D30">
      <w:r>
        <w:t>462.7637</w:t>
      </w:r>
      <w:r>
        <w:tab/>
        <w:t>2.025e0</w:t>
      </w:r>
    </w:p>
    <w:p w:rsidR="00E00D30" w:rsidRDefault="00E00D30" w:rsidP="00E00D30">
      <w:r>
        <w:t>462.7945</w:t>
      </w:r>
      <w:r>
        <w:tab/>
        <w:t>2.025e0</w:t>
      </w:r>
    </w:p>
    <w:p w:rsidR="00E00D30" w:rsidRDefault="00E00D30" w:rsidP="00E00D30">
      <w:r>
        <w:t>462.8232</w:t>
      </w:r>
      <w:r>
        <w:tab/>
        <w:t>1.013e0</w:t>
      </w:r>
    </w:p>
    <w:p w:rsidR="00E00D30" w:rsidRDefault="00E00D30" w:rsidP="00E00D30">
      <w:r>
        <w:t>462.8558</w:t>
      </w:r>
      <w:r>
        <w:tab/>
        <w:t>3.038e0</w:t>
      </w:r>
    </w:p>
    <w:p w:rsidR="00E00D30" w:rsidRDefault="00E00D30" w:rsidP="00E00D30">
      <w:r>
        <w:t>462.8678</w:t>
      </w:r>
      <w:r>
        <w:tab/>
        <w:t>1.013e0</w:t>
      </w:r>
    </w:p>
    <w:p w:rsidR="00E00D30" w:rsidRDefault="00E00D30" w:rsidP="00E00D30">
      <w:r>
        <w:t>462.8968</w:t>
      </w:r>
      <w:r>
        <w:tab/>
        <w:t>1.013e0</w:t>
      </w:r>
    </w:p>
    <w:p w:rsidR="00E00D30" w:rsidRDefault="00E00D30" w:rsidP="00E00D30">
      <w:r>
        <w:t>462.9075</w:t>
      </w:r>
      <w:r>
        <w:tab/>
        <w:t>1.013e0</w:t>
      </w:r>
    </w:p>
    <w:p w:rsidR="00E00D30" w:rsidRDefault="00E00D30" w:rsidP="00E00D30">
      <w:r>
        <w:t>462.9204</w:t>
      </w:r>
      <w:r>
        <w:tab/>
        <w:t>1.013e0</w:t>
      </w:r>
    </w:p>
    <w:p w:rsidR="00E00D30" w:rsidRDefault="00E00D30" w:rsidP="00E00D30">
      <w:r>
        <w:t>462.9391</w:t>
      </w:r>
      <w:r>
        <w:tab/>
        <w:t>2.025e0</w:t>
      </w:r>
    </w:p>
    <w:p w:rsidR="00E00D30" w:rsidRDefault="00E00D30" w:rsidP="00E00D30">
      <w:r>
        <w:t>462.9489</w:t>
      </w:r>
      <w:r>
        <w:tab/>
        <w:t>2.025e0</w:t>
      </w:r>
    </w:p>
    <w:p w:rsidR="00E00D30" w:rsidRDefault="00E00D30" w:rsidP="00E00D30">
      <w:r>
        <w:t>462.9724</w:t>
      </w:r>
      <w:r>
        <w:tab/>
        <w:t>4.051e0</w:t>
      </w:r>
    </w:p>
    <w:p w:rsidR="00E00D30" w:rsidRDefault="00E00D30" w:rsidP="00E00D30">
      <w:r>
        <w:t>462.9770</w:t>
      </w:r>
      <w:r>
        <w:tab/>
        <w:t>1.013e0</w:t>
      </w:r>
    </w:p>
    <w:p w:rsidR="00E00D30" w:rsidRDefault="00E00D30" w:rsidP="00E00D30">
      <w:r>
        <w:t>462.9927</w:t>
      </w:r>
      <w:r>
        <w:tab/>
        <w:t>2.025e0</w:t>
      </w:r>
    </w:p>
    <w:p w:rsidR="00E00D30" w:rsidRDefault="00E00D30" w:rsidP="00E00D30">
      <w:r>
        <w:t>463.0010</w:t>
      </w:r>
      <w:r>
        <w:tab/>
        <w:t>1.013e0</w:t>
      </w:r>
    </w:p>
    <w:p w:rsidR="00E00D30" w:rsidRDefault="00E00D30" w:rsidP="00E00D30">
      <w:r>
        <w:t>463.0262</w:t>
      </w:r>
      <w:r>
        <w:tab/>
        <w:t>1.013e0</w:t>
      </w:r>
    </w:p>
    <w:p w:rsidR="00E00D30" w:rsidRDefault="00E00D30" w:rsidP="00E00D30">
      <w:r>
        <w:lastRenderedPageBreak/>
        <w:t>463.0419</w:t>
      </w:r>
      <w:r>
        <w:tab/>
        <w:t>3.038e0</w:t>
      </w:r>
    </w:p>
    <w:p w:rsidR="00E00D30" w:rsidRDefault="00E00D30" w:rsidP="00E00D30">
      <w:r>
        <w:t>463.0446</w:t>
      </w:r>
      <w:r>
        <w:tab/>
        <w:t>1.013e0</w:t>
      </w:r>
    </w:p>
    <w:p w:rsidR="00E00D30" w:rsidRDefault="00E00D30" w:rsidP="00E00D30">
      <w:r>
        <w:t>463.0623</w:t>
      </w:r>
      <w:r>
        <w:tab/>
        <w:t>1.013e0</w:t>
      </w:r>
    </w:p>
    <w:p w:rsidR="00E00D30" w:rsidRDefault="00E00D30" w:rsidP="00E00D30">
      <w:r>
        <w:t>463.0899</w:t>
      </w:r>
      <w:r>
        <w:tab/>
        <w:t>2.025e0</w:t>
      </w:r>
    </w:p>
    <w:p w:rsidR="00E00D30" w:rsidRDefault="00E00D30" w:rsidP="00E00D30">
      <w:r>
        <w:t>463.1023</w:t>
      </w:r>
      <w:r>
        <w:tab/>
        <w:t>2.025e0</w:t>
      </w:r>
    </w:p>
    <w:p w:rsidR="00E00D30" w:rsidRDefault="00E00D30" w:rsidP="00E00D30">
      <w:r>
        <w:t>463.1143</w:t>
      </w:r>
      <w:r>
        <w:tab/>
        <w:t>2.025e0</w:t>
      </w:r>
    </w:p>
    <w:p w:rsidR="00E00D30" w:rsidRDefault="00E00D30" w:rsidP="00E00D30">
      <w:r>
        <w:t>463.1235</w:t>
      </w:r>
      <w:r>
        <w:tab/>
        <w:t>1.013e0</w:t>
      </w:r>
    </w:p>
    <w:p w:rsidR="00E00D30" w:rsidRDefault="00E00D30" w:rsidP="00E00D30">
      <w:r>
        <w:t>463.1473</w:t>
      </w:r>
      <w:r>
        <w:tab/>
        <w:t>1.013e0</w:t>
      </w:r>
    </w:p>
    <w:p w:rsidR="00E00D30" w:rsidRDefault="00E00D30" w:rsidP="00E00D30">
      <w:r>
        <w:t>463.1516</w:t>
      </w:r>
      <w:r>
        <w:tab/>
        <w:t>2.025e0</w:t>
      </w:r>
    </w:p>
    <w:p w:rsidR="00E00D30" w:rsidRDefault="00E00D30" w:rsidP="00E00D30">
      <w:r>
        <w:t>463.1692</w:t>
      </w:r>
      <w:r>
        <w:tab/>
        <w:t>2.025e0</w:t>
      </w:r>
    </w:p>
    <w:p w:rsidR="00E00D30" w:rsidRDefault="00E00D30" w:rsidP="00E00D30">
      <w:r>
        <w:t>463.1756</w:t>
      </w:r>
      <w:r>
        <w:tab/>
        <w:t>3.038e0</w:t>
      </w:r>
    </w:p>
    <w:p w:rsidR="00E00D30" w:rsidRDefault="00E00D30" w:rsidP="00E00D30">
      <w:r>
        <w:t>463.1927</w:t>
      </w:r>
      <w:r>
        <w:tab/>
        <w:t>3.038e0</w:t>
      </w:r>
    </w:p>
    <w:p w:rsidR="00E00D30" w:rsidRDefault="00E00D30" w:rsidP="00E00D30">
      <w:r>
        <w:t>463.2039</w:t>
      </w:r>
      <w:r>
        <w:tab/>
        <w:t>1.013e0</w:t>
      </w:r>
    </w:p>
    <w:p w:rsidR="00E00D30" w:rsidRDefault="00E00D30" w:rsidP="00E00D30">
      <w:r>
        <w:t>463.2178</w:t>
      </w:r>
      <w:r>
        <w:tab/>
        <w:t>1.013e0</w:t>
      </w:r>
    </w:p>
    <w:p w:rsidR="00E00D30" w:rsidRDefault="00E00D30" w:rsidP="00E00D30">
      <w:r>
        <w:t>463.2194</w:t>
      </w:r>
      <w:r>
        <w:tab/>
        <w:t>4.051e0</w:t>
      </w:r>
    </w:p>
    <w:p w:rsidR="00E00D30" w:rsidRDefault="00E00D30" w:rsidP="00E00D30">
      <w:r>
        <w:t>463.2935</w:t>
      </w:r>
      <w:r>
        <w:tab/>
        <w:t>7.577e1</w:t>
      </w:r>
    </w:p>
    <w:p w:rsidR="00E00D30" w:rsidRDefault="00E00D30" w:rsidP="00E00D30">
      <w:r>
        <w:t>463.2957</w:t>
      </w:r>
      <w:r>
        <w:tab/>
        <w:t>5.367e1</w:t>
      </w:r>
    </w:p>
    <w:p w:rsidR="00E00D30" w:rsidRDefault="00E00D30" w:rsidP="00E00D30">
      <w:r>
        <w:t>463.2968</w:t>
      </w:r>
      <w:r>
        <w:tab/>
        <w:t>4.751e1</w:t>
      </w:r>
    </w:p>
    <w:p w:rsidR="00E00D30" w:rsidRDefault="00E00D30" w:rsidP="00E00D30">
      <w:r>
        <w:t>463.2987</w:t>
      </w:r>
      <w:r>
        <w:tab/>
        <w:t>2.025e1</w:t>
      </w:r>
    </w:p>
    <w:p w:rsidR="00E00D30" w:rsidRDefault="00E00D30" w:rsidP="00E00D30">
      <w:r>
        <w:lastRenderedPageBreak/>
        <w:t>463.3008</w:t>
      </w:r>
      <w:r>
        <w:tab/>
        <w:t>9.758e0</w:t>
      </w:r>
    </w:p>
    <w:p w:rsidR="00E00D30" w:rsidRDefault="00E00D30" w:rsidP="00E00D30">
      <w:r>
        <w:t>463.3040</w:t>
      </w:r>
      <w:r>
        <w:tab/>
        <w:t>1.105e1</w:t>
      </w:r>
    </w:p>
    <w:p w:rsidR="00E00D30" w:rsidRDefault="00E00D30" w:rsidP="00E00D30">
      <w:r>
        <w:t>463.3739</w:t>
      </w:r>
      <w:r>
        <w:tab/>
        <w:t>2.025e0</w:t>
      </w:r>
    </w:p>
    <w:p w:rsidR="00E00D30" w:rsidRDefault="00E00D30" w:rsidP="00E00D30">
      <w:r>
        <w:t>463.3838</w:t>
      </w:r>
      <w:r>
        <w:tab/>
        <w:t>3.038e0</w:t>
      </w:r>
    </w:p>
    <w:p w:rsidR="00E00D30" w:rsidRDefault="00E00D30" w:rsidP="00E00D30">
      <w:r>
        <w:t>463.4062</w:t>
      </w:r>
      <w:r>
        <w:tab/>
        <w:t>1.013e0</w:t>
      </w:r>
    </w:p>
    <w:p w:rsidR="00E00D30" w:rsidRDefault="00E00D30" w:rsidP="00E00D30">
      <w:r>
        <w:t>463.4088</w:t>
      </w:r>
      <w:r>
        <w:tab/>
        <w:t>3.038e0</w:t>
      </w:r>
    </w:p>
    <w:p w:rsidR="00E00D30" w:rsidRDefault="00E00D30" w:rsidP="00E00D30">
      <w:r>
        <w:t>463.4296</w:t>
      </w:r>
      <w:r>
        <w:tab/>
        <w:t>1.013e0</w:t>
      </w:r>
    </w:p>
    <w:p w:rsidR="00E00D30" w:rsidRDefault="00E00D30" w:rsidP="00E00D30">
      <w:r>
        <w:t>463.4466</w:t>
      </w:r>
      <w:r>
        <w:tab/>
        <w:t>1.013e0</w:t>
      </w:r>
    </w:p>
    <w:p w:rsidR="00E00D30" w:rsidRDefault="00E00D30" w:rsidP="00E00D30">
      <w:r>
        <w:t>463.4705</w:t>
      </w:r>
      <w:r>
        <w:tab/>
        <w:t>3.038e0</w:t>
      </w:r>
    </w:p>
    <w:p w:rsidR="00E00D30" w:rsidRDefault="00E00D30" w:rsidP="00E00D30">
      <w:r>
        <w:t>463.4953</w:t>
      </w:r>
      <w:r>
        <w:tab/>
        <w:t>1.013e0</w:t>
      </w:r>
    </w:p>
    <w:p w:rsidR="00E00D30" w:rsidRDefault="00E00D30" w:rsidP="00E00D30">
      <w:r>
        <w:t>463.5105</w:t>
      </w:r>
      <w:r>
        <w:tab/>
        <w:t>2.025e0</w:t>
      </w:r>
    </w:p>
    <w:p w:rsidR="00E00D30" w:rsidRDefault="00E00D30" w:rsidP="00E00D30">
      <w:r>
        <w:t>463.5194</w:t>
      </w:r>
      <w:r>
        <w:tab/>
        <w:t>1.013e0</w:t>
      </w:r>
    </w:p>
    <w:p w:rsidR="00E00D30" w:rsidRDefault="00E00D30" w:rsidP="00E00D30">
      <w:r>
        <w:t>463.5498</w:t>
      </w:r>
      <w:r>
        <w:tab/>
        <w:t>1.013e0</w:t>
      </w:r>
    </w:p>
    <w:p w:rsidR="00E00D30" w:rsidRDefault="00E00D30" w:rsidP="00E00D30">
      <w:r>
        <w:t>463.5591</w:t>
      </w:r>
      <w:r>
        <w:tab/>
        <w:t>1.013e0</w:t>
      </w:r>
    </w:p>
    <w:p w:rsidR="00E00D30" w:rsidRDefault="00E00D30" w:rsidP="00E00D30">
      <w:r>
        <w:t>463.5842</w:t>
      </w:r>
      <w:r>
        <w:tab/>
        <w:t>1.013e0</w:t>
      </w:r>
    </w:p>
    <w:p w:rsidR="00E00D30" w:rsidRDefault="00E00D30" w:rsidP="00E00D30">
      <w:r>
        <w:t>463.5900</w:t>
      </w:r>
      <w:r>
        <w:tab/>
        <w:t>1.013e0</w:t>
      </w:r>
    </w:p>
    <w:p w:rsidR="00E00D30" w:rsidRDefault="00E00D30" w:rsidP="00E00D30">
      <w:r>
        <w:t>463.5928</w:t>
      </w:r>
      <w:r>
        <w:tab/>
        <w:t>1.013e0</w:t>
      </w:r>
    </w:p>
    <w:p w:rsidR="00E00D30" w:rsidRDefault="00E00D30" w:rsidP="00E00D30">
      <w:r>
        <w:t>463.5971</w:t>
      </w:r>
      <w:r>
        <w:tab/>
        <w:t>2.025e0</w:t>
      </w:r>
    </w:p>
    <w:p w:rsidR="00E00D30" w:rsidRDefault="00E00D30" w:rsidP="00E00D30">
      <w:r>
        <w:t>463.5998</w:t>
      </w:r>
      <w:r>
        <w:tab/>
        <w:t>1.013e0</w:t>
      </w:r>
    </w:p>
    <w:p w:rsidR="00E00D30" w:rsidRDefault="00E00D30" w:rsidP="00E00D30">
      <w:r>
        <w:lastRenderedPageBreak/>
        <w:t>463.6108</w:t>
      </w:r>
      <w:r>
        <w:tab/>
        <w:t>1.013e0</w:t>
      </w:r>
    </w:p>
    <w:p w:rsidR="00E00D30" w:rsidRDefault="00E00D30" w:rsidP="00E00D30">
      <w:r>
        <w:t>463.6296</w:t>
      </w:r>
      <w:r>
        <w:tab/>
        <w:t>1.013e0</w:t>
      </w:r>
    </w:p>
    <w:p w:rsidR="00E00D30" w:rsidRDefault="00E00D30" w:rsidP="00E00D30">
      <w:r>
        <w:t>463.6570</w:t>
      </w:r>
      <w:r>
        <w:tab/>
        <w:t>1.013e0</w:t>
      </w:r>
    </w:p>
    <w:p w:rsidR="00E00D30" w:rsidRDefault="00E00D30" w:rsidP="00E00D30">
      <w:r>
        <w:t>463.6694</w:t>
      </w:r>
      <w:r>
        <w:tab/>
        <w:t>2.025e0</w:t>
      </w:r>
    </w:p>
    <w:p w:rsidR="00E00D30" w:rsidRDefault="00E00D30" w:rsidP="00E00D30">
      <w:r>
        <w:t>463.6891</w:t>
      </w:r>
      <w:r>
        <w:tab/>
        <w:t>3.038e0</w:t>
      </w:r>
    </w:p>
    <w:p w:rsidR="00E00D30" w:rsidRDefault="00E00D30" w:rsidP="00E00D30">
      <w:r>
        <w:t>463.7050</w:t>
      </w:r>
      <w:r>
        <w:tab/>
        <w:t>1.013e0</w:t>
      </w:r>
    </w:p>
    <w:p w:rsidR="00E00D30" w:rsidRDefault="00E00D30" w:rsidP="00E00D30">
      <w:r>
        <w:t>463.7244</w:t>
      </w:r>
      <w:r>
        <w:tab/>
        <w:t>2.025e0</w:t>
      </w:r>
    </w:p>
    <w:p w:rsidR="00E00D30" w:rsidRDefault="00E00D30" w:rsidP="00E00D30">
      <w:r>
        <w:t>463.7344</w:t>
      </w:r>
      <w:r>
        <w:tab/>
        <w:t>2.025e0</w:t>
      </w:r>
    </w:p>
    <w:p w:rsidR="00E00D30" w:rsidRDefault="00E00D30" w:rsidP="00E00D30">
      <w:r>
        <w:t>463.7374</w:t>
      </w:r>
      <w:r>
        <w:tab/>
        <w:t>3.038e0</w:t>
      </w:r>
    </w:p>
    <w:p w:rsidR="00E00D30" w:rsidRDefault="00E00D30" w:rsidP="00E00D30">
      <w:r>
        <w:t>463.7454</w:t>
      </w:r>
      <w:r>
        <w:tab/>
        <w:t>1.013e0</w:t>
      </w:r>
    </w:p>
    <w:p w:rsidR="00E00D30" w:rsidRDefault="00E00D30" w:rsidP="00E00D30">
      <w:r>
        <w:t>463.7844</w:t>
      </w:r>
      <w:r>
        <w:tab/>
        <w:t>1.013e0</w:t>
      </w:r>
    </w:p>
    <w:p w:rsidR="00E00D30" w:rsidRDefault="00E00D30" w:rsidP="00E00D30">
      <w:r>
        <w:t>463.7942</w:t>
      </w:r>
      <w:r>
        <w:tab/>
        <w:t>2.025e0</w:t>
      </w:r>
    </w:p>
    <w:p w:rsidR="00E00D30" w:rsidRDefault="00E00D30" w:rsidP="00E00D30">
      <w:r>
        <w:t>463.8022</w:t>
      </w:r>
      <w:r>
        <w:tab/>
        <w:t>1.013e0</w:t>
      </w:r>
    </w:p>
    <w:p w:rsidR="00E00D30" w:rsidRDefault="00E00D30" w:rsidP="00E00D30">
      <w:r>
        <w:t>463.8100</w:t>
      </w:r>
      <w:r>
        <w:tab/>
        <w:t>1.013e0</w:t>
      </w:r>
    </w:p>
    <w:p w:rsidR="00E00D30" w:rsidRDefault="00E00D30" w:rsidP="00E00D30">
      <w:r>
        <w:t>463.8423</w:t>
      </w:r>
      <w:r>
        <w:tab/>
        <w:t>1.013e0</w:t>
      </w:r>
    </w:p>
    <w:p w:rsidR="00E00D30" w:rsidRDefault="00E00D30" w:rsidP="00E00D30">
      <w:r>
        <w:t>463.8456</w:t>
      </w:r>
      <w:r>
        <w:tab/>
        <w:t>1.013e0</w:t>
      </w:r>
    </w:p>
    <w:p w:rsidR="00E00D30" w:rsidRDefault="00E00D30" w:rsidP="00E00D30">
      <w:r>
        <w:t>463.8588</w:t>
      </w:r>
      <w:r>
        <w:tab/>
        <w:t>1.013e0</w:t>
      </w:r>
    </w:p>
    <w:p w:rsidR="00E00D30" w:rsidRDefault="00E00D30" w:rsidP="00E00D30">
      <w:r>
        <w:t>463.8850</w:t>
      </w:r>
      <w:r>
        <w:tab/>
        <w:t>1.013e0</w:t>
      </w:r>
    </w:p>
    <w:p w:rsidR="00E00D30" w:rsidRDefault="00E00D30" w:rsidP="00E00D30">
      <w:r>
        <w:t>463.8923</w:t>
      </w:r>
      <w:r>
        <w:tab/>
        <w:t>2.025e0</w:t>
      </w:r>
    </w:p>
    <w:p w:rsidR="00E00D30" w:rsidRDefault="00E00D30" w:rsidP="00E00D30">
      <w:r>
        <w:lastRenderedPageBreak/>
        <w:t>463.9233</w:t>
      </w:r>
      <w:r>
        <w:tab/>
        <w:t>2.025e0</w:t>
      </w:r>
    </w:p>
    <w:p w:rsidR="00E00D30" w:rsidRDefault="00E00D30" w:rsidP="00E00D30">
      <w:r>
        <w:t>463.9323</w:t>
      </w:r>
      <w:r>
        <w:tab/>
        <w:t>1.013e0</w:t>
      </w:r>
    </w:p>
    <w:p w:rsidR="00E00D30" w:rsidRDefault="00E00D30" w:rsidP="00E00D30">
      <w:r>
        <w:t>463.9536</w:t>
      </w:r>
      <w:r>
        <w:tab/>
        <w:t>2.025e0</w:t>
      </w:r>
    </w:p>
    <w:p w:rsidR="00E00D30" w:rsidRDefault="00E00D30" w:rsidP="00E00D30">
      <w:r>
        <w:t>463.9641</w:t>
      </w:r>
      <w:r>
        <w:tab/>
        <w:t>2.025e0</w:t>
      </w:r>
    </w:p>
    <w:p w:rsidR="00E00D30" w:rsidRDefault="00E00D30" w:rsidP="00E00D30">
      <w:r>
        <w:t>463.9722</w:t>
      </w:r>
      <w:r>
        <w:tab/>
        <w:t>1.013e0</w:t>
      </w:r>
    </w:p>
    <w:p w:rsidR="00E00D30" w:rsidRDefault="00E00D30" w:rsidP="00E00D30">
      <w:r>
        <w:t>463.9799</w:t>
      </w:r>
      <w:r>
        <w:tab/>
        <w:t>1.013e0</w:t>
      </w:r>
    </w:p>
    <w:p w:rsidR="00E00D30" w:rsidRDefault="00E00D30" w:rsidP="00E00D30">
      <w:r>
        <w:t>464.0043</w:t>
      </w:r>
      <w:r>
        <w:tab/>
        <w:t>1.013e0</w:t>
      </w:r>
    </w:p>
    <w:p w:rsidR="00E00D30" w:rsidRDefault="00E00D30" w:rsidP="00E00D30">
      <w:r>
        <w:t>464.0377</w:t>
      </w:r>
      <w:r>
        <w:tab/>
        <w:t>4.051e0</w:t>
      </w:r>
    </w:p>
    <w:p w:rsidR="00E00D30" w:rsidRDefault="00E00D30" w:rsidP="00E00D30">
      <w:r>
        <w:t>464.0407</w:t>
      </w:r>
      <w:r>
        <w:tab/>
        <w:t>3.038e0</w:t>
      </w:r>
    </w:p>
    <w:p w:rsidR="00E00D30" w:rsidRDefault="00E00D30" w:rsidP="00E00D30">
      <w:r>
        <w:t>464.0836</w:t>
      </w:r>
      <w:r>
        <w:tab/>
        <w:t>2.025e0</w:t>
      </w:r>
    </w:p>
    <w:p w:rsidR="00E00D30" w:rsidRDefault="00E00D30" w:rsidP="00E00D30">
      <w:r>
        <w:t>464.0981</w:t>
      </w:r>
      <w:r>
        <w:tab/>
        <w:t>4.051e0</w:t>
      </w:r>
    </w:p>
    <w:p w:rsidR="00E00D30" w:rsidRDefault="00E00D30" w:rsidP="00E00D30">
      <w:r>
        <w:t>464.1018</w:t>
      </w:r>
      <w:r>
        <w:tab/>
        <w:t>2.025e0</w:t>
      </w:r>
    </w:p>
    <w:p w:rsidR="00E00D30" w:rsidRDefault="00E00D30" w:rsidP="00E00D30">
      <w:r>
        <w:t>464.1161</w:t>
      </w:r>
      <w:r>
        <w:tab/>
        <w:t>1.013e0</w:t>
      </w:r>
    </w:p>
    <w:p w:rsidR="00E00D30" w:rsidRDefault="00E00D30" w:rsidP="00E00D30">
      <w:r>
        <w:t>464.1348</w:t>
      </w:r>
      <w:r>
        <w:tab/>
        <w:t>1.013e0</w:t>
      </w:r>
    </w:p>
    <w:p w:rsidR="00E00D30" w:rsidRDefault="00E00D30" w:rsidP="00E00D30">
      <w:r>
        <w:t>464.1423</w:t>
      </w:r>
      <w:r>
        <w:tab/>
        <w:t>1.013e0</w:t>
      </w:r>
    </w:p>
    <w:p w:rsidR="00E00D30" w:rsidRDefault="00E00D30" w:rsidP="00E00D30">
      <w:r>
        <w:t>464.1563</w:t>
      </w:r>
      <w:r>
        <w:tab/>
        <w:t>2.025e0</w:t>
      </w:r>
    </w:p>
    <w:p w:rsidR="00E00D30" w:rsidRDefault="00E00D30" w:rsidP="00E00D30">
      <w:r>
        <w:t>464.1664</w:t>
      </w:r>
      <w:r>
        <w:tab/>
        <w:t>1.013e0</w:t>
      </w:r>
    </w:p>
    <w:p w:rsidR="00E00D30" w:rsidRDefault="00E00D30" w:rsidP="00E00D30">
      <w:r>
        <w:t>464.1828</w:t>
      </w:r>
      <w:r>
        <w:tab/>
        <w:t>1.013e0</w:t>
      </w:r>
    </w:p>
    <w:p w:rsidR="00E00D30" w:rsidRDefault="00E00D30" w:rsidP="00E00D30">
      <w:r>
        <w:t>464.2332</w:t>
      </w:r>
      <w:r>
        <w:tab/>
        <w:t>5.212e0</w:t>
      </w:r>
    </w:p>
    <w:p w:rsidR="00E00D30" w:rsidRDefault="00E00D30" w:rsidP="00E00D30">
      <w:r>
        <w:lastRenderedPageBreak/>
        <w:t>464.2382</w:t>
      </w:r>
      <w:r>
        <w:tab/>
        <w:t>2.025e0</w:t>
      </w:r>
    </w:p>
    <w:p w:rsidR="00E00D30" w:rsidRDefault="00E00D30" w:rsidP="00E00D30">
      <w:r>
        <w:t>464.2724</w:t>
      </w:r>
      <w:r>
        <w:tab/>
        <w:t>1.013e0</w:t>
      </w:r>
    </w:p>
    <w:p w:rsidR="00E00D30" w:rsidRDefault="00E00D30" w:rsidP="00E00D30">
      <w:r>
        <w:t>464.2735</w:t>
      </w:r>
      <w:r>
        <w:tab/>
        <w:t>3.038e0</w:t>
      </w:r>
    </w:p>
    <w:p w:rsidR="00E00D30" w:rsidRDefault="00E00D30" w:rsidP="00E00D30">
      <w:r>
        <w:t>464.2820</w:t>
      </w:r>
      <w:r>
        <w:tab/>
        <w:t>8.101e0</w:t>
      </w:r>
    </w:p>
    <w:p w:rsidR="00E00D30" w:rsidRDefault="00E00D30" w:rsidP="00E00D30">
      <w:r>
        <w:t>464.2852</w:t>
      </w:r>
      <w:r>
        <w:tab/>
        <w:t>1.932e1</w:t>
      </w:r>
    </w:p>
    <w:p w:rsidR="00E00D30" w:rsidRDefault="00E00D30" w:rsidP="00E00D30">
      <w:r>
        <w:t>464.2988</w:t>
      </w:r>
      <w:r>
        <w:tab/>
        <w:t>1.924e1</w:t>
      </w:r>
    </w:p>
    <w:p w:rsidR="00E00D30" w:rsidRDefault="00E00D30" w:rsidP="00E00D30">
      <w:r>
        <w:t>464.3001</w:t>
      </w:r>
      <w:r>
        <w:tab/>
        <w:t>8.603e0</w:t>
      </w:r>
    </w:p>
    <w:p w:rsidR="00E00D30" w:rsidRDefault="00E00D30" w:rsidP="00E00D30">
      <w:r>
        <w:t>464.3038</w:t>
      </w:r>
      <w:r>
        <w:tab/>
        <w:t>1.215e1</w:t>
      </w:r>
    </w:p>
    <w:p w:rsidR="00E00D30" w:rsidRDefault="00E00D30" w:rsidP="00E00D30">
      <w:r>
        <w:t>464.3140</w:t>
      </w:r>
      <w:r>
        <w:tab/>
        <w:t>8.101e0</w:t>
      </w:r>
    </w:p>
    <w:p w:rsidR="00E00D30" w:rsidRDefault="00E00D30" w:rsidP="00E00D30">
      <w:r>
        <w:t>464.3379</w:t>
      </w:r>
      <w:r>
        <w:tab/>
        <w:t>4.051e0</w:t>
      </w:r>
    </w:p>
    <w:p w:rsidR="00E00D30" w:rsidRDefault="00E00D30" w:rsidP="00E00D30">
      <w:r>
        <w:t>464.3484</w:t>
      </w:r>
      <w:r>
        <w:tab/>
        <w:t>1.523e0</w:t>
      </w:r>
    </w:p>
    <w:p w:rsidR="00E00D30" w:rsidRDefault="00E00D30" w:rsidP="00E00D30">
      <w:r>
        <w:t>464.3832</w:t>
      </w:r>
      <w:r>
        <w:tab/>
        <w:t>2.025e0</w:t>
      </w:r>
    </w:p>
    <w:p w:rsidR="00E00D30" w:rsidRDefault="00E00D30" w:rsidP="00E00D30">
      <w:r>
        <w:t>464.3881</w:t>
      </w:r>
      <w:r>
        <w:tab/>
        <w:t>3.038e0</w:t>
      </w:r>
    </w:p>
    <w:p w:rsidR="00E00D30" w:rsidRDefault="00E00D30" w:rsidP="00E00D30">
      <w:r>
        <w:t>464.3962</w:t>
      </w:r>
      <w:r>
        <w:tab/>
        <w:t>2.025e0</w:t>
      </w:r>
    </w:p>
    <w:p w:rsidR="00E00D30" w:rsidRDefault="00E00D30" w:rsidP="00E00D30">
      <w:r>
        <w:t>464.4014</w:t>
      </w:r>
      <w:r>
        <w:tab/>
        <w:t>2.025e0</w:t>
      </w:r>
    </w:p>
    <w:p w:rsidR="00E00D30" w:rsidRDefault="00E00D30" w:rsidP="00E00D30">
      <w:r>
        <w:t>464.4085</w:t>
      </w:r>
      <w:r>
        <w:tab/>
        <w:t>1.013e0</w:t>
      </w:r>
    </w:p>
    <w:p w:rsidR="00E00D30" w:rsidRDefault="00E00D30" w:rsidP="00E00D30">
      <w:r>
        <w:t>464.4329</w:t>
      </w:r>
      <w:r>
        <w:tab/>
        <w:t>2.025e0</w:t>
      </w:r>
    </w:p>
    <w:p w:rsidR="00E00D30" w:rsidRDefault="00E00D30" w:rsidP="00E00D30">
      <w:r>
        <w:t>464.4346</w:t>
      </w:r>
      <w:r>
        <w:tab/>
        <w:t>2.025e0</w:t>
      </w:r>
    </w:p>
    <w:p w:rsidR="00E00D30" w:rsidRDefault="00E00D30" w:rsidP="00E00D30">
      <w:r>
        <w:t>464.4584</w:t>
      </w:r>
      <w:r>
        <w:tab/>
        <w:t>1.013e0</w:t>
      </w:r>
    </w:p>
    <w:p w:rsidR="00E00D30" w:rsidRDefault="00E00D30" w:rsidP="00E00D30">
      <w:r>
        <w:lastRenderedPageBreak/>
        <w:t>464.4662</w:t>
      </w:r>
      <w:r>
        <w:tab/>
        <w:t>1.013e0</w:t>
      </w:r>
    </w:p>
    <w:p w:rsidR="00E00D30" w:rsidRDefault="00E00D30" w:rsidP="00E00D30">
      <w:r>
        <w:t>464.4827</w:t>
      </w:r>
      <w:r>
        <w:tab/>
        <w:t>1.013e0</w:t>
      </w:r>
    </w:p>
    <w:p w:rsidR="00E00D30" w:rsidRDefault="00E00D30" w:rsidP="00E00D30">
      <w:r>
        <w:t>464.4877</w:t>
      </w:r>
      <w:r>
        <w:tab/>
        <w:t>2.025e0</w:t>
      </w:r>
    </w:p>
    <w:p w:rsidR="00E00D30" w:rsidRDefault="00E00D30" w:rsidP="00E00D30">
      <w:r>
        <w:t>464.5232</w:t>
      </w:r>
      <w:r>
        <w:tab/>
        <w:t>1.013e0</w:t>
      </w:r>
    </w:p>
    <w:p w:rsidR="00E00D30" w:rsidRDefault="00E00D30" w:rsidP="00E00D30">
      <w:r>
        <w:t>464.5392</w:t>
      </w:r>
      <w:r>
        <w:tab/>
        <w:t>1.013e0</w:t>
      </w:r>
    </w:p>
    <w:p w:rsidR="00E00D30" w:rsidRDefault="00E00D30" w:rsidP="00E00D30">
      <w:r>
        <w:t>464.5692</w:t>
      </w:r>
      <w:r>
        <w:tab/>
        <w:t>2.025e0</w:t>
      </w:r>
    </w:p>
    <w:p w:rsidR="00E00D30" w:rsidRDefault="00E00D30" w:rsidP="00E00D30">
      <w:r>
        <w:t>464.6286</w:t>
      </w:r>
      <w:r>
        <w:tab/>
        <w:t>1.013e0</w:t>
      </w:r>
    </w:p>
    <w:p w:rsidR="00E00D30" w:rsidRDefault="00E00D30" w:rsidP="00E00D30">
      <w:r>
        <w:t>464.6538</w:t>
      </w:r>
      <w:r>
        <w:tab/>
        <w:t>2.025e0</w:t>
      </w:r>
    </w:p>
    <w:p w:rsidR="00E00D30" w:rsidRDefault="00E00D30" w:rsidP="00E00D30">
      <w:r>
        <w:t>464.6649</w:t>
      </w:r>
      <w:r>
        <w:tab/>
        <w:t>1.013e0</w:t>
      </w:r>
    </w:p>
    <w:p w:rsidR="00E00D30" w:rsidRDefault="00E00D30" w:rsidP="00E00D30">
      <w:r>
        <w:t>464.6812</w:t>
      </w:r>
      <w:r>
        <w:tab/>
        <w:t>2.025e0</w:t>
      </w:r>
    </w:p>
    <w:p w:rsidR="00E00D30" w:rsidRDefault="00E00D30" w:rsidP="00E00D30">
      <w:r>
        <w:t>464.7043</w:t>
      </w:r>
      <w:r>
        <w:tab/>
        <w:t>1.013e0</w:t>
      </w:r>
    </w:p>
    <w:p w:rsidR="00E00D30" w:rsidRDefault="00E00D30" w:rsidP="00E00D30">
      <w:r>
        <w:t>464.7407</w:t>
      </w:r>
      <w:r>
        <w:tab/>
        <w:t>2.025e0</w:t>
      </w:r>
    </w:p>
    <w:p w:rsidR="00E00D30" w:rsidRDefault="00E00D30" w:rsidP="00E00D30">
      <w:r>
        <w:t>464.7442</w:t>
      </w:r>
      <w:r>
        <w:tab/>
        <w:t>1.013e0</w:t>
      </w:r>
    </w:p>
    <w:p w:rsidR="00E00D30" w:rsidRDefault="00E00D30" w:rsidP="00E00D30">
      <w:r>
        <w:t>464.7509</w:t>
      </w:r>
      <w:r>
        <w:tab/>
        <w:t>1.013e0</w:t>
      </w:r>
    </w:p>
    <w:p w:rsidR="00E00D30" w:rsidRDefault="00E00D30" w:rsidP="00E00D30">
      <w:r>
        <w:t>464.7850</w:t>
      </w:r>
      <w:r>
        <w:tab/>
        <w:t>2.025e0</w:t>
      </w:r>
    </w:p>
    <w:p w:rsidR="00E00D30" w:rsidRDefault="00E00D30" w:rsidP="00E00D30">
      <w:r>
        <w:t>464.7988</w:t>
      </w:r>
      <w:r>
        <w:tab/>
        <w:t>1.013e0</w:t>
      </w:r>
    </w:p>
    <w:p w:rsidR="00E00D30" w:rsidRDefault="00E00D30" w:rsidP="00E00D30">
      <w:r>
        <w:t>464.8076</w:t>
      </w:r>
      <w:r>
        <w:tab/>
        <w:t>1.013e0</w:t>
      </w:r>
    </w:p>
    <w:p w:rsidR="00E00D30" w:rsidRDefault="00E00D30" w:rsidP="00E00D30">
      <w:r>
        <w:t>464.8152</w:t>
      </w:r>
      <w:r>
        <w:tab/>
        <w:t>1.013e0</w:t>
      </w:r>
    </w:p>
    <w:p w:rsidR="00E00D30" w:rsidRDefault="00E00D30" w:rsidP="00E00D30">
      <w:r>
        <w:t>464.8200</w:t>
      </w:r>
      <w:r>
        <w:tab/>
        <w:t>1.013e0</w:t>
      </w:r>
    </w:p>
    <w:p w:rsidR="00E00D30" w:rsidRDefault="00E00D30" w:rsidP="00E00D30">
      <w:r>
        <w:lastRenderedPageBreak/>
        <w:t>464.8314</w:t>
      </w:r>
      <w:r>
        <w:tab/>
        <w:t>1.013e0</w:t>
      </w:r>
    </w:p>
    <w:p w:rsidR="00E00D30" w:rsidRDefault="00E00D30" w:rsidP="00E00D30">
      <w:r>
        <w:t>464.8422</w:t>
      </w:r>
      <w:r>
        <w:tab/>
        <w:t>1.013e0</w:t>
      </w:r>
    </w:p>
    <w:p w:rsidR="00E00D30" w:rsidRDefault="00E00D30" w:rsidP="00E00D30">
      <w:r>
        <w:t>464.8487</w:t>
      </w:r>
      <w:r>
        <w:tab/>
        <w:t>2.025e0</w:t>
      </w:r>
    </w:p>
    <w:p w:rsidR="00E00D30" w:rsidRDefault="00E00D30" w:rsidP="00E00D30">
      <w:r>
        <w:t>464.8720</w:t>
      </w:r>
      <w:r>
        <w:tab/>
        <w:t>1.013e0</w:t>
      </w:r>
    </w:p>
    <w:p w:rsidR="00E00D30" w:rsidRDefault="00E00D30" w:rsidP="00E00D30">
      <w:r>
        <w:t>464.8963</w:t>
      </w:r>
      <w:r>
        <w:tab/>
        <w:t>1.013e0</w:t>
      </w:r>
    </w:p>
    <w:p w:rsidR="00E00D30" w:rsidRDefault="00E00D30" w:rsidP="00E00D30">
      <w:r>
        <w:t>464.9082</w:t>
      </w:r>
      <w:r>
        <w:tab/>
        <w:t>2.025e0</w:t>
      </w:r>
    </w:p>
    <w:p w:rsidR="00E00D30" w:rsidRDefault="00E00D30" w:rsidP="00E00D30">
      <w:r>
        <w:t>464.9175</w:t>
      </w:r>
      <w:r>
        <w:tab/>
        <w:t>1.013e0</w:t>
      </w:r>
    </w:p>
    <w:p w:rsidR="00E00D30" w:rsidRDefault="00E00D30" w:rsidP="00E00D30">
      <w:r>
        <w:t>464.9207</w:t>
      </w:r>
      <w:r>
        <w:tab/>
        <w:t>1.013e0</w:t>
      </w:r>
    </w:p>
    <w:p w:rsidR="00E00D30" w:rsidRDefault="00E00D30" w:rsidP="00E00D30">
      <w:r>
        <w:t>464.9233</w:t>
      </w:r>
      <w:r>
        <w:tab/>
        <w:t>2.025e0</w:t>
      </w:r>
    </w:p>
    <w:p w:rsidR="00E00D30" w:rsidRDefault="00E00D30" w:rsidP="00E00D30">
      <w:r>
        <w:t>464.9694</w:t>
      </w:r>
      <w:r>
        <w:tab/>
        <w:t>1.013e0</w:t>
      </w:r>
    </w:p>
    <w:p w:rsidR="00E00D30" w:rsidRDefault="00E00D30" w:rsidP="00E00D30">
      <w:r>
        <w:t>465.0259</w:t>
      </w:r>
      <w:r>
        <w:tab/>
        <w:t>1.013e0</w:t>
      </w:r>
    </w:p>
    <w:p w:rsidR="00E00D30" w:rsidRDefault="00E00D30" w:rsidP="00E00D30">
      <w:r>
        <w:t>465.0366</w:t>
      </w:r>
      <w:r>
        <w:tab/>
        <w:t>1.013e0</w:t>
      </w:r>
    </w:p>
    <w:p w:rsidR="00E00D30" w:rsidRDefault="00E00D30" w:rsidP="00E00D30">
      <w:r>
        <w:t>465.1347</w:t>
      </w:r>
      <w:r>
        <w:tab/>
        <w:t>3.038e0</w:t>
      </w:r>
    </w:p>
    <w:p w:rsidR="00E00D30" w:rsidRDefault="00E00D30" w:rsidP="00E00D30">
      <w:r>
        <w:t>465.1397</w:t>
      </w:r>
      <w:r>
        <w:tab/>
        <w:t>2.025e0</w:t>
      </w:r>
    </w:p>
    <w:p w:rsidR="00E00D30" w:rsidRDefault="00E00D30" w:rsidP="00E00D30">
      <w:r>
        <w:t>465.1703</w:t>
      </w:r>
      <w:r>
        <w:tab/>
        <w:t>3.038e0</w:t>
      </w:r>
    </w:p>
    <w:p w:rsidR="00E00D30" w:rsidRDefault="00E00D30" w:rsidP="00E00D30">
      <w:r>
        <w:t>465.1885</w:t>
      </w:r>
      <w:r>
        <w:tab/>
        <w:t>1.013e0</w:t>
      </w:r>
    </w:p>
    <w:p w:rsidR="00E00D30" w:rsidRDefault="00E00D30" w:rsidP="00E00D30">
      <w:r>
        <w:t>465.2047</w:t>
      </w:r>
      <w:r>
        <w:tab/>
        <w:t>1.013e0</w:t>
      </w:r>
    </w:p>
    <w:p w:rsidR="00E00D30" w:rsidRDefault="00E00D30" w:rsidP="00E00D30">
      <w:r>
        <w:t>465.2096</w:t>
      </w:r>
      <w:r>
        <w:tab/>
        <w:t>1.013e0</w:t>
      </w:r>
    </w:p>
    <w:p w:rsidR="00E00D30" w:rsidRDefault="00E00D30" w:rsidP="00E00D30">
      <w:r>
        <w:t>465.2206</w:t>
      </w:r>
      <w:r>
        <w:tab/>
        <w:t>4.051e0</w:t>
      </w:r>
    </w:p>
    <w:p w:rsidR="00E00D30" w:rsidRDefault="00E00D30" w:rsidP="00E00D30">
      <w:r>
        <w:lastRenderedPageBreak/>
        <w:t>465.2321</w:t>
      </w:r>
      <w:r>
        <w:tab/>
        <w:t>1.013e0</w:t>
      </w:r>
    </w:p>
    <w:p w:rsidR="00E00D30" w:rsidRDefault="00E00D30" w:rsidP="00E00D30">
      <w:r>
        <w:t>465.2533</w:t>
      </w:r>
      <w:r>
        <w:tab/>
        <w:t>2.025e0</w:t>
      </w:r>
    </w:p>
    <w:p w:rsidR="00E00D30" w:rsidRDefault="00E00D30" w:rsidP="00E00D30">
      <w:r>
        <w:t>465.2683</w:t>
      </w:r>
      <w:r>
        <w:tab/>
        <w:t>1.013e0</w:t>
      </w:r>
    </w:p>
    <w:p w:rsidR="00E00D30" w:rsidRDefault="00E00D30" w:rsidP="00E00D30">
      <w:r>
        <w:t>465.2946</w:t>
      </w:r>
      <w:r>
        <w:tab/>
        <w:t>2.025e0</w:t>
      </w:r>
    </w:p>
    <w:p w:rsidR="00E00D30" w:rsidRDefault="00E00D30" w:rsidP="00E00D30">
      <w:r>
        <w:t>465.2983</w:t>
      </w:r>
      <w:r>
        <w:tab/>
        <w:t>2.025e0</w:t>
      </w:r>
    </w:p>
    <w:p w:rsidR="00E00D30" w:rsidRDefault="00E00D30" w:rsidP="00E00D30">
      <w:r>
        <w:t>465.3022</w:t>
      </w:r>
      <w:r>
        <w:tab/>
        <w:t>1.013e0</w:t>
      </w:r>
    </w:p>
    <w:p w:rsidR="00E00D30" w:rsidRDefault="00E00D30" w:rsidP="00E00D30">
      <w:r>
        <w:t>465.3049</w:t>
      </w:r>
      <w:r>
        <w:tab/>
        <w:t>5.063e0</w:t>
      </w:r>
    </w:p>
    <w:p w:rsidR="00E00D30" w:rsidRDefault="00E00D30" w:rsidP="00E00D30">
      <w:r>
        <w:t>465.3075</w:t>
      </w:r>
      <w:r>
        <w:tab/>
        <w:t>3.038e0</w:t>
      </w:r>
    </w:p>
    <w:p w:rsidR="00E00D30" w:rsidRDefault="00E00D30" w:rsidP="00E00D30">
      <w:r>
        <w:t>465.3332</w:t>
      </w:r>
      <w:r>
        <w:tab/>
        <w:t>2.025e0</w:t>
      </w:r>
    </w:p>
    <w:p w:rsidR="00E00D30" w:rsidRDefault="00E00D30" w:rsidP="00E00D30">
      <w:r>
        <w:t>465.3425</w:t>
      </w:r>
      <w:r>
        <w:tab/>
        <w:t>1.013e0</w:t>
      </w:r>
    </w:p>
    <w:p w:rsidR="00E00D30" w:rsidRDefault="00E00D30" w:rsidP="00E00D30">
      <w:r>
        <w:t>465.3683</w:t>
      </w:r>
      <w:r>
        <w:tab/>
        <w:t>1.013e0</w:t>
      </w:r>
    </w:p>
    <w:p w:rsidR="00E00D30" w:rsidRDefault="00E00D30" w:rsidP="00E00D30">
      <w:r>
        <w:t>465.3856</w:t>
      </w:r>
      <w:r>
        <w:tab/>
        <w:t>3.038e0</w:t>
      </w:r>
    </w:p>
    <w:p w:rsidR="00E00D30" w:rsidRDefault="00E00D30" w:rsidP="00E00D30">
      <w:r>
        <w:t>465.3996</w:t>
      </w:r>
      <w:r>
        <w:tab/>
        <w:t>1.013e0</w:t>
      </w:r>
    </w:p>
    <w:p w:rsidR="00E00D30" w:rsidRDefault="00E00D30" w:rsidP="00E00D30">
      <w:r>
        <w:t>465.4030</w:t>
      </w:r>
      <w:r>
        <w:tab/>
        <w:t>3.038e0</w:t>
      </w:r>
    </w:p>
    <w:p w:rsidR="00E00D30" w:rsidRDefault="00E00D30" w:rsidP="00E00D30">
      <w:r>
        <w:t>465.4237</w:t>
      </w:r>
      <w:r>
        <w:tab/>
        <w:t>1.013e0</w:t>
      </w:r>
    </w:p>
    <w:p w:rsidR="00E00D30" w:rsidRDefault="00E00D30" w:rsidP="00E00D30">
      <w:r>
        <w:t>465.4565</w:t>
      </w:r>
      <w:r>
        <w:tab/>
        <w:t>2.025e0</w:t>
      </w:r>
    </w:p>
    <w:p w:rsidR="00E00D30" w:rsidRDefault="00E00D30" w:rsidP="00E00D30">
      <w:r>
        <w:t>465.4732</w:t>
      </w:r>
      <w:r>
        <w:tab/>
        <w:t>2.025e0</w:t>
      </w:r>
    </w:p>
    <w:p w:rsidR="00E00D30" w:rsidRDefault="00E00D30" w:rsidP="00E00D30">
      <w:r>
        <w:t>465.4890</w:t>
      </w:r>
      <w:r>
        <w:tab/>
        <w:t>1.013e0</w:t>
      </w:r>
    </w:p>
    <w:p w:rsidR="00E00D30" w:rsidRDefault="00E00D30" w:rsidP="00E00D30">
      <w:r>
        <w:t>465.5237</w:t>
      </w:r>
      <w:r>
        <w:tab/>
        <w:t>1.013e0</w:t>
      </w:r>
    </w:p>
    <w:p w:rsidR="00E00D30" w:rsidRDefault="00E00D30" w:rsidP="00E00D30">
      <w:r>
        <w:lastRenderedPageBreak/>
        <w:t>465.5543</w:t>
      </w:r>
      <w:r>
        <w:tab/>
        <w:t>2.025e0</w:t>
      </w:r>
    </w:p>
    <w:p w:rsidR="00E00D30" w:rsidRDefault="00E00D30" w:rsidP="00E00D30">
      <w:r>
        <w:t>465.6395</w:t>
      </w:r>
      <w:r>
        <w:tab/>
        <w:t>1.013e0</w:t>
      </w:r>
    </w:p>
    <w:p w:rsidR="00E00D30" w:rsidRDefault="00E00D30" w:rsidP="00E00D30">
      <w:r>
        <w:t>465.6608</w:t>
      </w:r>
      <w:r>
        <w:tab/>
        <w:t>1.013e0</w:t>
      </w:r>
    </w:p>
    <w:p w:rsidR="00E00D30" w:rsidRDefault="00E00D30" w:rsidP="00E00D30">
      <w:r>
        <w:t>465.6726</w:t>
      </w:r>
      <w:r>
        <w:tab/>
        <w:t>2.025e0</w:t>
      </w:r>
    </w:p>
    <w:p w:rsidR="00E00D30" w:rsidRDefault="00E00D30" w:rsidP="00E00D30">
      <w:r>
        <w:t>465.7002</w:t>
      </w:r>
      <w:r>
        <w:tab/>
        <w:t>1.013e0</w:t>
      </w:r>
    </w:p>
    <w:p w:rsidR="00E00D30" w:rsidRDefault="00E00D30" w:rsidP="00E00D30">
      <w:r>
        <w:t>465.7081</w:t>
      </w:r>
      <w:r>
        <w:tab/>
        <w:t>1.013e0</w:t>
      </w:r>
    </w:p>
    <w:p w:rsidR="00E00D30" w:rsidRDefault="00E00D30" w:rsidP="00E00D30">
      <w:r>
        <w:t>465.7225</w:t>
      </w:r>
      <w:r>
        <w:tab/>
        <w:t>2.025e0</w:t>
      </w:r>
    </w:p>
    <w:p w:rsidR="00E00D30" w:rsidRDefault="00E00D30" w:rsidP="00E00D30">
      <w:r>
        <w:t>465.7490</w:t>
      </w:r>
      <w:r>
        <w:tab/>
        <w:t>1.013e0</w:t>
      </w:r>
    </w:p>
    <w:p w:rsidR="00E00D30" w:rsidRDefault="00E00D30" w:rsidP="00E00D30">
      <w:r>
        <w:t>465.7902</w:t>
      </w:r>
      <w:r>
        <w:tab/>
        <w:t>1.013e0</w:t>
      </w:r>
    </w:p>
    <w:p w:rsidR="00E00D30" w:rsidRDefault="00E00D30" w:rsidP="00E00D30">
      <w:r>
        <w:t>465.8145</w:t>
      </w:r>
      <w:r>
        <w:tab/>
        <w:t>2.025e0</w:t>
      </w:r>
    </w:p>
    <w:p w:rsidR="00E00D30" w:rsidRDefault="00E00D30" w:rsidP="00E00D30">
      <w:r>
        <w:t>465.8219</w:t>
      </w:r>
      <w:r>
        <w:tab/>
        <w:t>2.025e0</w:t>
      </w:r>
    </w:p>
    <w:p w:rsidR="00E00D30" w:rsidRDefault="00E00D30" w:rsidP="00E00D30">
      <w:r>
        <w:t>465.8388</w:t>
      </w:r>
      <w:r>
        <w:tab/>
        <w:t>2.025e0</w:t>
      </w:r>
    </w:p>
    <w:p w:rsidR="00E00D30" w:rsidRDefault="00E00D30" w:rsidP="00E00D30">
      <w:r>
        <w:t>465.8957</w:t>
      </w:r>
      <w:r>
        <w:tab/>
        <w:t>2.025e0</w:t>
      </w:r>
    </w:p>
    <w:p w:rsidR="00E00D30" w:rsidRDefault="00E00D30" w:rsidP="00E00D30">
      <w:r>
        <w:t>465.9319</w:t>
      </w:r>
      <w:r>
        <w:tab/>
        <w:t>1.013e0</w:t>
      </w:r>
    </w:p>
    <w:p w:rsidR="00E00D30" w:rsidRDefault="00E00D30" w:rsidP="00E00D30">
      <w:r>
        <w:t>465.9601</w:t>
      </w:r>
      <w:r>
        <w:tab/>
        <w:t>1.013e0</w:t>
      </w:r>
    </w:p>
    <w:p w:rsidR="00E00D30" w:rsidRDefault="00E00D30" w:rsidP="00E00D30">
      <w:r>
        <w:t>465.9691</w:t>
      </w:r>
      <w:r>
        <w:tab/>
        <w:t>1.013e0</w:t>
      </w:r>
    </w:p>
    <w:p w:rsidR="00E00D30" w:rsidRDefault="00E00D30" w:rsidP="00E00D30">
      <w:r>
        <w:t>466.0010</w:t>
      </w:r>
      <w:r>
        <w:tab/>
        <w:t>1.013e0</w:t>
      </w:r>
    </w:p>
    <w:p w:rsidR="00E00D30" w:rsidRDefault="00E00D30" w:rsidP="00E00D30">
      <w:r>
        <w:t>466.0077</w:t>
      </w:r>
      <w:r>
        <w:tab/>
        <w:t>1.013e0</w:t>
      </w:r>
    </w:p>
    <w:p w:rsidR="00E00D30" w:rsidRDefault="00E00D30" w:rsidP="00E00D30">
      <w:r>
        <w:t>466.0225</w:t>
      </w:r>
      <w:r>
        <w:tab/>
        <w:t>2.025e0</w:t>
      </w:r>
    </w:p>
    <w:p w:rsidR="00E00D30" w:rsidRDefault="00E00D30" w:rsidP="00E00D30">
      <w:r>
        <w:lastRenderedPageBreak/>
        <w:t>466.0294</w:t>
      </w:r>
      <w:r>
        <w:tab/>
        <w:t>2.025e0</w:t>
      </w:r>
    </w:p>
    <w:p w:rsidR="00E00D30" w:rsidRDefault="00E00D30" w:rsidP="00E00D30">
      <w:r>
        <w:t>466.0418</w:t>
      </w:r>
      <w:r>
        <w:tab/>
        <w:t>2.025e0</w:t>
      </w:r>
    </w:p>
    <w:p w:rsidR="00E00D30" w:rsidRDefault="00E00D30" w:rsidP="00E00D30">
      <w:r>
        <w:t>466.0475</w:t>
      </w:r>
      <w:r>
        <w:tab/>
        <w:t>1.013e0</w:t>
      </w:r>
    </w:p>
    <w:p w:rsidR="00E00D30" w:rsidRDefault="00E00D30" w:rsidP="00E00D30">
      <w:r>
        <w:t>466.0692</w:t>
      </w:r>
      <w:r>
        <w:tab/>
        <w:t>1.013e0</w:t>
      </w:r>
    </w:p>
    <w:p w:rsidR="00E00D30" w:rsidRDefault="00E00D30" w:rsidP="00E00D30">
      <w:r>
        <w:t>466.0869</w:t>
      </w:r>
      <w:r>
        <w:tab/>
        <w:t>1.013e0</w:t>
      </w:r>
    </w:p>
    <w:p w:rsidR="00E00D30" w:rsidRDefault="00E00D30" w:rsidP="00E00D30">
      <w:r>
        <w:t>466.1146</w:t>
      </w:r>
      <w:r>
        <w:tab/>
        <w:t>1.013e0</w:t>
      </w:r>
    </w:p>
    <w:p w:rsidR="00E00D30" w:rsidRDefault="00E00D30" w:rsidP="00E00D30">
      <w:r>
        <w:t>466.1270</w:t>
      </w:r>
      <w:r>
        <w:tab/>
        <w:t>1.013e0</w:t>
      </w:r>
    </w:p>
    <w:p w:rsidR="00E00D30" w:rsidRDefault="00E00D30" w:rsidP="00E00D30">
      <w:r>
        <w:t>466.1393</w:t>
      </w:r>
      <w:r>
        <w:tab/>
        <w:t>1.197e0</w:t>
      </w:r>
    </w:p>
    <w:p w:rsidR="00E00D30" w:rsidRDefault="00E00D30" w:rsidP="00E00D30">
      <w:r>
        <w:t>466.1724</w:t>
      </w:r>
      <w:r>
        <w:tab/>
        <w:t>1.013e0</w:t>
      </w:r>
    </w:p>
    <w:p w:rsidR="00E00D30" w:rsidRDefault="00E00D30" w:rsidP="00E00D30">
      <w:r>
        <w:t>466.1802</w:t>
      </w:r>
      <w:r>
        <w:tab/>
        <w:t>3.038e0</w:t>
      </w:r>
    </w:p>
    <w:p w:rsidR="00E00D30" w:rsidRDefault="00E00D30" w:rsidP="00E00D30">
      <w:r>
        <w:t>466.1840</w:t>
      </w:r>
      <w:r>
        <w:tab/>
        <w:t>2.025e0</w:t>
      </w:r>
    </w:p>
    <w:p w:rsidR="00E00D30" w:rsidRDefault="00E00D30" w:rsidP="00E00D30">
      <w:r>
        <w:t>466.2288</w:t>
      </w:r>
      <w:r>
        <w:tab/>
        <w:t>1.013e0</w:t>
      </w:r>
    </w:p>
    <w:p w:rsidR="00E00D30" w:rsidRDefault="00E00D30" w:rsidP="00E00D30">
      <w:r>
        <w:t>466.2337</w:t>
      </w:r>
      <w:r>
        <w:tab/>
        <w:t>2.025e0</w:t>
      </w:r>
    </w:p>
    <w:p w:rsidR="00E00D30" w:rsidRDefault="00E00D30" w:rsidP="00E00D30">
      <w:r>
        <w:t>466.2533</w:t>
      </w:r>
      <w:r>
        <w:tab/>
        <w:t>2.025e0</w:t>
      </w:r>
    </w:p>
    <w:p w:rsidR="00E00D30" w:rsidRDefault="00E00D30" w:rsidP="00E00D30">
      <w:r>
        <w:t>466.2591</w:t>
      </w:r>
      <w:r>
        <w:tab/>
        <w:t>2.025e0</w:t>
      </w:r>
    </w:p>
    <w:p w:rsidR="00E00D30" w:rsidRDefault="00E00D30" w:rsidP="00E00D30">
      <w:r>
        <w:t>466.2642</w:t>
      </w:r>
      <w:r>
        <w:tab/>
        <w:t>3.038e0</w:t>
      </w:r>
    </w:p>
    <w:p w:rsidR="00E00D30" w:rsidRDefault="00E00D30" w:rsidP="00E00D30">
      <w:r>
        <w:t>466.2729</w:t>
      </w:r>
      <w:r>
        <w:tab/>
        <w:t>2.025e0</w:t>
      </w:r>
    </w:p>
    <w:p w:rsidR="00E00D30" w:rsidRDefault="00E00D30" w:rsidP="00E00D30">
      <w:r>
        <w:t>466.2857</w:t>
      </w:r>
      <w:r>
        <w:tab/>
        <w:t>1.013e0</w:t>
      </w:r>
    </w:p>
    <w:p w:rsidR="00E00D30" w:rsidRDefault="00E00D30" w:rsidP="00E00D30">
      <w:r>
        <w:t>466.3108</w:t>
      </w:r>
      <w:r>
        <w:tab/>
        <w:t>3.938e0</w:t>
      </w:r>
    </w:p>
    <w:p w:rsidR="00E00D30" w:rsidRDefault="00E00D30" w:rsidP="00E00D30">
      <w:r>
        <w:lastRenderedPageBreak/>
        <w:t>466.3249</w:t>
      </w:r>
      <w:r>
        <w:tab/>
        <w:t>3.038e0</w:t>
      </w:r>
    </w:p>
    <w:p w:rsidR="00E00D30" w:rsidRDefault="00E00D30" w:rsidP="00E00D30">
      <w:r>
        <w:t>466.3334</w:t>
      </w:r>
      <w:r>
        <w:tab/>
        <w:t>4.051e0</w:t>
      </w:r>
    </w:p>
    <w:p w:rsidR="00E00D30" w:rsidRDefault="00E00D30" w:rsidP="00E00D30">
      <w:r>
        <w:t>466.3679</w:t>
      </w:r>
      <w:r>
        <w:tab/>
        <w:t>2.025e0</w:t>
      </w:r>
    </w:p>
    <w:p w:rsidR="00E00D30" w:rsidRDefault="00E00D30" w:rsidP="00E00D30">
      <w:r>
        <w:t>466.3696</w:t>
      </w:r>
      <w:r>
        <w:tab/>
        <w:t>2.025e0</w:t>
      </w:r>
    </w:p>
    <w:p w:rsidR="00E00D30" w:rsidRDefault="00E00D30" w:rsidP="00E00D30">
      <w:r>
        <w:t>466.3915</w:t>
      </w:r>
      <w:r>
        <w:tab/>
        <w:t>1.013e0</w:t>
      </w:r>
    </w:p>
    <w:p w:rsidR="00E00D30" w:rsidRDefault="00E00D30" w:rsidP="00E00D30">
      <w:r>
        <w:t>466.4018</w:t>
      </w:r>
      <w:r>
        <w:tab/>
        <w:t>1.013e0</w:t>
      </w:r>
    </w:p>
    <w:p w:rsidR="00E00D30" w:rsidRDefault="00E00D30" w:rsidP="00E00D30">
      <w:r>
        <w:t>466.4168</w:t>
      </w:r>
      <w:r>
        <w:tab/>
        <w:t>3.038e0</w:t>
      </w:r>
    </w:p>
    <w:p w:rsidR="00E00D30" w:rsidRDefault="00E00D30" w:rsidP="00E00D30">
      <w:r>
        <w:t>466.4206</w:t>
      </w:r>
      <w:r>
        <w:tab/>
        <w:t>2.025e0</w:t>
      </w:r>
    </w:p>
    <w:p w:rsidR="00E00D30" w:rsidRDefault="00E00D30" w:rsidP="00E00D30">
      <w:r>
        <w:t>466.4240</w:t>
      </w:r>
      <w:r>
        <w:tab/>
        <w:t>1.013e0</w:t>
      </w:r>
    </w:p>
    <w:p w:rsidR="00E00D30" w:rsidRDefault="00E00D30" w:rsidP="00E00D30">
      <w:r>
        <w:t>466.4264</w:t>
      </w:r>
      <w:r>
        <w:tab/>
        <w:t>2.025e0</w:t>
      </w:r>
    </w:p>
    <w:p w:rsidR="00E00D30" w:rsidRDefault="00E00D30" w:rsidP="00E00D30">
      <w:r>
        <w:t>466.4405</w:t>
      </w:r>
      <w:r>
        <w:tab/>
        <w:t>1.013e0</w:t>
      </w:r>
    </w:p>
    <w:p w:rsidR="00E00D30" w:rsidRDefault="00E00D30" w:rsidP="00E00D30">
      <w:r>
        <w:t>466.4558</w:t>
      </w:r>
      <w:r>
        <w:tab/>
        <w:t>1.013e0</w:t>
      </w:r>
    </w:p>
    <w:p w:rsidR="00E00D30" w:rsidRDefault="00E00D30" w:rsidP="00E00D30">
      <w:r>
        <w:t>466.4591</w:t>
      </w:r>
      <w:r>
        <w:tab/>
        <w:t>1.013e0</w:t>
      </w:r>
    </w:p>
    <w:p w:rsidR="00E00D30" w:rsidRDefault="00E00D30" w:rsidP="00E00D30">
      <w:r>
        <w:t>466.5223</w:t>
      </w:r>
      <w:r>
        <w:tab/>
        <w:t>2.025e0</w:t>
      </w:r>
    </w:p>
    <w:p w:rsidR="00E00D30" w:rsidRDefault="00E00D30" w:rsidP="00E00D30">
      <w:r>
        <w:t>466.5297</w:t>
      </w:r>
      <w:r>
        <w:tab/>
        <w:t>2.025e0</w:t>
      </w:r>
    </w:p>
    <w:p w:rsidR="00E00D30" w:rsidRDefault="00E00D30" w:rsidP="00E00D30">
      <w:r>
        <w:t>466.5533</w:t>
      </w:r>
      <w:r>
        <w:tab/>
        <w:t>1.013e0</w:t>
      </w:r>
    </w:p>
    <w:p w:rsidR="00E00D30" w:rsidRDefault="00E00D30" w:rsidP="00E00D30">
      <w:r>
        <w:t>466.5568</w:t>
      </w:r>
      <w:r>
        <w:tab/>
        <w:t>2.025e0</w:t>
      </w:r>
    </w:p>
    <w:p w:rsidR="00E00D30" w:rsidRDefault="00E00D30" w:rsidP="00E00D30">
      <w:r>
        <w:t>466.6031</w:t>
      </w:r>
      <w:r>
        <w:tab/>
        <w:t>1.013e0</w:t>
      </w:r>
    </w:p>
    <w:p w:rsidR="00E00D30" w:rsidRDefault="00E00D30" w:rsidP="00E00D30">
      <w:r>
        <w:t>466.6191</w:t>
      </w:r>
      <w:r>
        <w:tab/>
        <w:t>1.013e0</w:t>
      </w:r>
    </w:p>
    <w:p w:rsidR="00E00D30" w:rsidRDefault="00E00D30" w:rsidP="00E00D30">
      <w:r>
        <w:lastRenderedPageBreak/>
        <w:t>466.6281</w:t>
      </w:r>
      <w:r>
        <w:tab/>
        <w:t>1.013e0</w:t>
      </w:r>
    </w:p>
    <w:p w:rsidR="00E00D30" w:rsidRDefault="00E00D30" w:rsidP="00E00D30">
      <w:r>
        <w:t>466.6722</w:t>
      </w:r>
      <w:r>
        <w:tab/>
        <w:t>1.013e0</w:t>
      </w:r>
    </w:p>
    <w:p w:rsidR="00E00D30" w:rsidRDefault="00E00D30" w:rsidP="00E00D30">
      <w:r>
        <w:t>466.6934</w:t>
      </w:r>
      <w:r>
        <w:tab/>
        <w:t>1.013e0</w:t>
      </w:r>
    </w:p>
    <w:p w:rsidR="00E00D30" w:rsidRDefault="00E00D30" w:rsidP="00E00D30">
      <w:r>
        <w:t>466.7331</w:t>
      </w:r>
      <w:r>
        <w:tab/>
        <w:t>1.013e0</w:t>
      </w:r>
    </w:p>
    <w:p w:rsidR="00E00D30" w:rsidRDefault="00E00D30" w:rsidP="00E00D30">
      <w:r>
        <w:t>466.7554</w:t>
      </w:r>
      <w:r>
        <w:tab/>
        <w:t>2.025e0</w:t>
      </w:r>
    </w:p>
    <w:p w:rsidR="00E00D30" w:rsidRDefault="00E00D30" w:rsidP="00E00D30">
      <w:r>
        <w:t>466.7738</w:t>
      </w:r>
      <w:r>
        <w:tab/>
        <w:t>1.013e0</w:t>
      </w:r>
    </w:p>
    <w:p w:rsidR="00E00D30" w:rsidRDefault="00E00D30" w:rsidP="00E00D30">
      <w:r>
        <w:t>466.7878</w:t>
      </w:r>
      <w:r>
        <w:tab/>
        <w:t>1.013e0</w:t>
      </w:r>
    </w:p>
    <w:p w:rsidR="00E00D30" w:rsidRDefault="00E00D30" w:rsidP="00E00D30">
      <w:r>
        <w:t>466.7941</w:t>
      </w:r>
      <w:r>
        <w:tab/>
        <w:t>2.025e0</w:t>
      </w:r>
    </w:p>
    <w:p w:rsidR="00E00D30" w:rsidRDefault="00E00D30" w:rsidP="00E00D30">
      <w:r>
        <w:t>466.8146</w:t>
      </w:r>
      <w:r>
        <w:tab/>
        <w:t>1.013e0</w:t>
      </w:r>
    </w:p>
    <w:p w:rsidR="00E00D30" w:rsidRDefault="00E00D30" w:rsidP="00E00D30">
      <w:r>
        <w:t>466.8227</w:t>
      </w:r>
      <w:r>
        <w:tab/>
        <w:t>1.013e0</w:t>
      </w:r>
    </w:p>
    <w:p w:rsidR="00E00D30" w:rsidRDefault="00E00D30" w:rsidP="00E00D30">
      <w:r>
        <w:t>466.8398</w:t>
      </w:r>
      <w:r>
        <w:tab/>
        <w:t>1.013e0</w:t>
      </w:r>
    </w:p>
    <w:p w:rsidR="00E00D30" w:rsidRDefault="00E00D30" w:rsidP="00E00D30">
      <w:r>
        <w:t>466.8555</w:t>
      </w:r>
      <w:r>
        <w:tab/>
        <w:t>1.013e0</w:t>
      </w:r>
    </w:p>
    <w:p w:rsidR="00E00D30" w:rsidRDefault="00E00D30" w:rsidP="00E00D30">
      <w:r>
        <w:t>466.8717</w:t>
      </w:r>
      <w:r>
        <w:tab/>
        <w:t>2.025e0</w:t>
      </w:r>
    </w:p>
    <w:p w:rsidR="00E00D30" w:rsidRDefault="00E00D30" w:rsidP="00E00D30">
      <w:r>
        <w:t>466.8889</w:t>
      </w:r>
      <w:r>
        <w:tab/>
        <w:t>2.025e0</w:t>
      </w:r>
    </w:p>
    <w:p w:rsidR="00E00D30" w:rsidRDefault="00E00D30" w:rsidP="00E00D30">
      <w:r>
        <w:t>466.9207</w:t>
      </w:r>
      <w:r>
        <w:tab/>
        <w:t>1.013e0</w:t>
      </w:r>
    </w:p>
    <w:p w:rsidR="00E00D30" w:rsidRDefault="00E00D30" w:rsidP="00E00D30">
      <w:r>
        <w:t>466.9647</w:t>
      </w:r>
      <w:r>
        <w:tab/>
        <w:t>2.025e0</w:t>
      </w:r>
    </w:p>
    <w:p w:rsidR="00E00D30" w:rsidRDefault="00E00D30" w:rsidP="00E00D30">
      <w:r>
        <w:t>466.9828</w:t>
      </w:r>
      <w:r>
        <w:tab/>
        <w:t>1.013e0</w:t>
      </w:r>
    </w:p>
    <w:p w:rsidR="00E00D30" w:rsidRDefault="00E00D30" w:rsidP="00E00D30">
      <w:r>
        <w:t>466.9940</w:t>
      </w:r>
      <w:r>
        <w:tab/>
        <w:t>1.013e0</w:t>
      </w:r>
    </w:p>
    <w:p w:rsidR="00E00D30" w:rsidRDefault="00E00D30" w:rsidP="00E00D30">
      <w:r>
        <w:t>466.9965</w:t>
      </w:r>
      <w:r>
        <w:tab/>
        <w:t>2.025e0</w:t>
      </w:r>
    </w:p>
    <w:p w:rsidR="00E00D30" w:rsidRDefault="00E00D30" w:rsidP="00E00D30">
      <w:r>
        <w:lastRenderedPageBreak/>
        <w:t>467.0011</w:t>
      </w:r>
      <w:r>
        <w:tab/>
        <w:t>1.013e0</w:t>
      </w:r>
    </w:p>
    <w:p w:rsidR="00E00D30" w:rsidRDefault="00E00D30" w:rsidP="00E00D30">
      <w:r>
        <w:t>467.0050</w:t>
      </w:r>
      <w:r>
        <w:tab/>
        <w:t>1.013e0</w:t>
      </w:r>
    </w:p>
    <w:p w:rsidR="00E00D30" w:rsidRDefault="00E00D30" w:rsidP="00E00D30">
      <w:r>
        <w:t>467.0590</w:t>
      </w:r>
      <w:r>
        <w:tab/>
        <w:t>2.025e0</w:t>
      </w:r>
    </w:p>
    <w:p w:rsidR="00E00D30" w:rsidRDefault="00E00D30" w:rsidP="00E00D30">
      <w:r>
        <w:t>467.0755</w:t>
      </w:r>
      <w:r>
        <w:tab/>
        <w:t>1.013e0</w:t>
      </w:r>
    </w:p>
    <w:p w:rsidR="00E00D30" w:rsidRDefault="00E00D30" w:rsidP="00E00D30">
      <w:r>
        <w:t>467.0809</w:t>
      </w:r>
      <w:r>
        <w:tab/>
        <w:t>1.013e0</w:t>
      </w:r>
    </w:p>
    <w:p w:rsidR="00E00D30" w:rsidRDefault="00E00D30" w:rsidP="00E00D30">
      <w:r>
        <w:t>467.1093</w:t>
      </w:r>
      <w:r>
        <w:tab/>
        <w:t>2.025e0</w:t>
      </w:r>
    </w:p>
    <w:p w:rsidR="00E00D30" w:rsidRDefault="00E00D30" w:rsidP="00E00D30">
      <w:r>
        <w:t>467.1160</w:t>
      </w:r>
      <w:r>
        <w:tab/>
        <w:t>1.013e0</w:t>
      </w:r>
    </w:p>
    <w:p w:rsidR="00E00D30" w:rsidRDefault="00E00D30" w:rsidP="00E00D30">
      <w:r>
        <w:t>467.1244</w:t>
      </w:r>
      <w:r>
        <w:tab/>
        <w:t>1.013e0</w:t>
      </w:r>
    </w:p>
    <w:p w:rsidR="00E00D30" w:rsidRDefault="00E00D30" w:rsidP="00E00D30">
      <w:r>
        <w:t>467.1381</w:t>
      </w:r>
      <w:r>
        <w:tab/>
        <w:t>1.013e0</w:t>
      </w:r>
    </w:p>
    <w:p w:rsidR="00E00D30" w:rsidRDefault="00E00D30" w:rsidP="00E00D30">
      <w:r>
        <w:t>467.1571</w:t>
      </w:r>
      <w:r>
        <w:tab/>
        <w:t>1.013e0</w:t>
      </w:r>
    </w:p>
    <w:p w:rsidR="00E00D30" w:rsidRDefault="00E00D30" w:rsidP="00E00D30">
      <w:r>
        <w:t>467.1655</w:t>
      </w:r>
      <w:r>
        <w:tab/>
        <w:t>3.038e0</w:t>
      </w:r>
    </w:p>
    <w:p w:rsidR="00E00D30" w:rsidRDefault="00E00D30" w:rsidP="00E00D30">
      <w:r>
        <w:t>467.1815</w:t>
      </w:r>
      <w:r>
        <w:tab/>
        <w:t>1.013e0</w:t>
      </w:r>
    </w:p>
    <w:p w:rsidR="00E00D30" w:rsidRDefault="00E00D30" w:rsidP="00E00D30">
      <w:r>
        <w:t>467.1966</w:t>
      </w:r>
      <w:r>
        <w:tab/>
        <w:t>1.013e0</w:t>
      </w:r>
    </w:p>
    <w:p w:rsidR="00E00D30" w:rsidRDefault="00E00D30" w:rsidP="00E00D30">
      <w:r>
        <w:t>467.2141</w:t>
      </w:r>
      <w:r>
        <w:tab/>
        <w:t>1.013e0</w:t>
      </w:r>
    </w:p>
    <w:p w:rsidR="00E00D30" w:rsidRDefault="00E00D30" w:rsidP="00E00D30">
      <w:r>
        <w:t>467.2432</w:t>
      </w:r>
      <w:r>
        <w:tab/>
        <w:t>2.479e0</w:t>
      </w:r>
    </w:p>
    <w:p w:rsidR="00E00D30" w:rsidRDefault="00E00D30" w:rsidP="00E00D30">
      <w:r>
        <w:t>467.2466</w:t>
      </w:r>
      <w:r>
        <w:tab/>
        <w:t>4.051e0</w:t>
      </w:r>
    </w:p>
    <w:p w:rsidR="00E00D30" w:rsidRDefault="00E00D30" w:rsidP="00E00D30">
      <w:r>
        <w:t>467.2847</w:t>
      </w:r>
      <w:r>
        <w:tab/>
        <w:t>2.336e0</w:t>
      </w:r>
    </w:p>
    <w:p w:rsidR="00E00D30" w:rsidRDefault="00E00D30" w:rsidP="00E00D30">
      <w:r>
        <w:t>467.2872</w:t>
      </w:r>
      <w:r>
        <w:tab/>
        <w:t>2.025e0</w:t>
      </w:r>
    </w:p>
    <w:p w:rsidR="00E00D30" w:rsidRDefault="00E00D30" w:rsidP="00E00D30">
      <w:r>
        <w:t>467.3145</w:t>
      </w:r>
      <w:r>
        <w:tab/>
        <w:t>2.025e0</w:t>
      </w:r>
    </w:p>
    <w:p w:rsidR="00E00D30" w:rsidRDefault="00E00D30" w:rsidP="00E00D30">
      <w:r>
        <w:lastRenderedPageBreak/>
        <w:t>467.3157</w:t>
      </w:r>
      <w:r>
        <w:tab/>
        <w:t>1.013e0</w:t>
      </w:r>
    </w:p>
    <w:p w:rsidR="00E00D30" w:rsidRDefault="00E00D30" w:rsidP="00E00D30">
      <w:r>
        <w:t>467.3343</w:t>
      </w:r>
      <w:r>
        <w:tab/>
        <w:t>2.025e0</w:t>
      </w:r>
    </w:p>
    <w:p w:rsidR="00E00D30" w:rsidRDefault="00E00D30" w:rsidP="00E00D30">
      <w:r>
        <w:t>467.3774</w:t>
      </w:r>
      <w:r>
        <w:tab/>
        <w:t>3.038e0</w:t>
      </w:r>
    </w:p>
    <w:p w:rsidR="00E00D30" w:rsidRDefault="00E00D30" w:rsidP="00E00D30">
      <w:r>
        <w:t>467.3849</w:t>
      </w:r>
      <w:r>
        <w:tab/>
        <w:t>3.038e0</w:t>
      </w:r>
    </w:p>
    <w:p w:rsidR="00E00D30" w:rsidRDefault="00E00D30" w:rsidP="00E00D30">
      <w:r>
        <w:t>467.4124</w:t>
      </w:r>
      <w:r>
        <w:tab/>
        <w:t>1.013e0</w:t>
      </w:r>
    </w:p>
    <w:p w:rsidR="00E00D30" w:rsidRDefault="00E00D30" w:rsidP="00E00D30">
      <w:r>
        <w:t>467.4168</w:t>
      </w:r>
      <w:r>
        <w:tab/>
        <w:t>5.063e0</w:t>
      </w:r>
    </w:p>
    <w:p w:rsidR="00E00D30" w:rsidRDefault="00E00D30" w:rsidP="00E00D30">
      <w:r>
        <w:t>467.4259</w:t>
      </w:r>
      <w:r>
        <w:tab/>
        <w:t>2.025e0</w:t>
      </w:r>
    </w:p>
    <w:p w:rsidR="00E00D30" w:rsidRDefault="00E00D30" w:rsidP="00E00D30">
      <w:r>
        <w:t>467.4307</w:t>
      </w:r>
      <w:r>
        <w:tab/>
        <w:t>1.013e0</w:t>
      </w:r>
    </w:p>
    <w:p w:rsidR="00E00D30" w:rsidRDefault="00E00D30" w:rsidP="00E00D30">
      <w:r>
        <w:t>467.4345</w:t>
      </w:r>
      <w:r>
        <w:tab/>
        <w:t>2.025e0</w:t>
      </w:r>
    </w:p>
    <w:p w:rsidR="00E00D30" w:rsidRDefault="00E00D30" w:rsidP="00E00D30">
      <w:r>
        <w:t>467.4421</w:t>
      </w:r>
      <w:r>
        <w:tab/>
        <w:t>1.013e0</w:t>
      </w:r>
    </w:p>
    <w:p w:rsidR="00E00D30" w:rsidRDefault="00E00D30" w:rsidP="00E00D30">
      <w:r>
        <w:t>467.4489</w:t>
      </w:r>
      <w:r>
        <w:tab/>
        <w:t>1.013e0</w:t>
      </w:r>
    </w:p>
    <w:p w:rsidR="00E00D30" w:rsidRDefault="00E00D30" w:rsidP="00E00D30">
      <w:r>
        <w:t>467.5099</w:t>
      </w:r>
      <w:r>
        <w:tab/>
        <w:t>1.013e0</w:t>
      </w:r>
    </w:p>
    <w:p w:rsidR="00E00D30" w:rsidRDefault="00E00D30" w:rsidP="00E00D30">
      <w:r>
        <w:t>467.5647</w:t>
      </w:r>
      <w:r>
        <w:tab/>
        <w:t>1.013e0</w:t>
      </w:r>
    </w:p>
    <w:p w:rsidR="00E00D30" w:rsidRDefault="00E00D30" w:rsidP="00E00D30">
      <w:r>
        <w:t>467.5685</w:t>
      </w:r>
      <w:r>
        <w:tab/>
        <w:t>1.013e0</w:t>
      </w:r>
    </w:p>
    <w:p w:rsidR="00E00D30" w:rsidRDefault="00E00D30" w:rsidP="00E00D30">
      <w:r>
        <w:t>467.5860</w:t>
      </w:r>
      <w:r>
        <w:tab/>
        <w:t>1.013e0</w:t>
      </w:r>
    </w:p>
    <w:p w:rsidR="00E00D30" w:rsidRDefault="00E00D30" w:rsidP="00E00D30">
      <w:r>
        <w:t>467.5894</w:t>
      </w:r>
      <w:r>
        <w:tab/>
        <w:t>2.025e0</w:t>
      </w:r>
    </w:p>
    <w:p w:rsidR="00E00D30" w:rsidRDefault="00E00D30" w:rsidP="00E00D30">
      <w:r>
        <w:t>467.5923</w:t>
      </w:r>
      <w:r>
        <w:tab/>
        <w:t>2.025e0</w:t>
      </w:r>
    </w:p>
    <w:p w:rsidR="00E00D30" w:rsidRDefault="00E00D30" w:rsidP="00E00D30">
      <w:r>
        <w:t>467.6142</w:t>
      </w:r>
      <w:r>
        <w:tab/>
        <w:t>1.013e0</w:t>
      </w:r>
    </w:p>
    <w:p w:rsidR="00E00D30" w:rsidRDefault="00E00D30" w:rsidP="00E00D30">
      <w:r>
        <w:t>467.6170</w:t>
      </w:r>
      <w:r>
        <w:tab/>
        <w:t>2.025e0</w:t>
      </w:r>
    </w:p>
    <w:p w:rsidR="00E00D30" w:rsidRDefault="00E00D30" w:rsidP="00E00D30">
      <w:r>
        <w:lastRenderedPageBreak/>
        <w:t>467.6381</w:t>
      </w:r>
      <w:r>
        <w:tab/>
        <w:t>2.025e0</w:t>
      </w:r>
    </w:p>
    <w:p w:rsidR="00E00D30" w:rsidRDefault="00E00D30" w:rsidP="00E00D30">
      <w:r>
        <w:t>467.6544</w:t>
      </w:r>
      <w:r>
        <w:tab/>
        <w:t>1.013e0</w:t>
      </w:r>
    </w:p>
    <w:p w:rsidR="00E00D30" w:rsidRDefault="00E00D30" w:rsidP="00E00D30">
      <w:r>
        <w:t>467.6652</w:t>
      </w:r>
      <w:r>
        <w:tab/>
        <w:t>1.013e0</w:t>
      </w:r>
    </w:p>
    <w:p w:rsidR="00E00D30" w:rsidRDefault="00E00D30" w:rsidP="00E00D30">
      <w:r>
        <w:t>467.7232</w:t>
      </w:r>
      <w:r>
        <w:tab/>
        <w:t>2.025e0</w:t>
      </w:r>
    </w:p>
    <w:p w:rsidR="00E00D30" w:rsidRDefault="00E00D30" w:rsidP="00E00D30">
      <w:r>
        <w:t>467.7597</w:t>
      </w:r>
      <w:r>
        <w:tab/>
        <w:t>1.013e0</w:t>
      </w:r>
    </w:p>
    <w:p w:rsidR="00E00D30" w:rsidRDefault="00E00D30" w:rsidP="00E00D30">
      <w:r>
        <w:t>467.7768</w:t>
      </w:r>
      <w:r>
        <w:tab/>
        <w:t>1.013e0</w:t>
      </w:r>
    </w:p>
    <w:p w:rsidR="00E00D30" w:rsidRDefault="00E00D30" w:rsidP="00E00D30">
      <w:r>
        <w:t>467.7916</w:t>
      </w:r>
      <w:r>
        <w:tab/>
        <w:t>2.025e0</w:t>
      </w:r>
    </w:p>
    <w:p w:rsidR="00E00D30" w:rsidRDefault="00E00D30" w:rsidP="00E00D30">
      <w:r>
        <w:t>467.7990</w:t>
      </w:r>
      <w:r>
        <w:tab/>
        <w:t>2.025e0</w:t>
      </w:r>
    </w:p>
    <w:p w:rsidR="00E00D30" w:rsidRDefault="00E00D30" w:rsidP="00E00D30">
      <w:r>
        <w:t>467.8257</w:t>
      </w:r>
      <w:r>
        <w:tab/>
        <w:t>1.013e0</w:t>
      </w:r>
    </w:p>
    <w:p w:rsidR="00E00D30" w:rsidRDefault="00E00D30" w:rsidP="00E00D30">
      <w:r>
        <w:t>467.8304</w:t>
      </w:r>
      <w:r>
        <w:tab/>
        <w:t>2.025e0</w:t>
      </w:r>
    </w:p>
    <w:p w:rsidR="00E00D30" w:rsidRDefault="00E00D30" w:rsidP="00E00D30">
      <w:r>
        <w:t>467.8508</w:t>
      </w:r>
      <w:r>
        <w:tab/>
        <w:t>1.013e0</w:t>
      </w:r>
    </w:p>
    <w:p w:rsidR="00E00D30" w:rsidRDefault="00E00D30" w:rsidP="00E00D30">
      <w:r>
        <w:t>467.8753</w:t>
      </w:r>
      <w:r>
        <w:tab/>
        <w:t>1.013e0</w:t>
      </w:r>
    </w:p>
    <w:p w:rsidR="00E00D30" w:rsidRDefault="00E00D30" w:rsidP="00E00D30">
      <w:r>
        <w:t>467.8967</w:t>
      </w:r>
      <w:r>
        <w:tab/>
        <w:t>1.013e0</w:t>
      </w:r>
    </w:p>
    <w:p w:rsidR="00E00D30" w:rsidRDefault="00E00D30" w:rsidP="00E00D30">
      <w:r>
        <w:t>467.9006</w:t>
      </w:r>
      <w:r>
        <w:tab/>
        <w:t>1.013e0</w:t>
      </w:r>
    </w:p>
    <w:p w:rsidR="00E00D30" w:rsidRDefault="00E00D30" w:rsidP="00E00D30">
      <w:r>
        <w:t>467.9073</w:t>
      </w:r>
      <w:r>
        <w:tab/>
        <w:t>2.025e0</w:t>
      </w:r>
    </w:p>
    <w:p w:rsidR="00E00D30" w:rsidRDefault="00E00D30" w:rsidP="00E00D30">
      <w:r>
        <w:t>467.9237</w:t>
      </w:r>
      <w:r>
        <w:tab/>
        <w:t>1.013e0</w:t>
      </w:r>
    </w:p>
    <w:p w:rsidR="00E00D30" w:rsidRDefault="00E00D30" w:rsidP="00E00D30">
      <w:r>
        <w:t>467.9727</w:t>
      </w:r>
      <w:r>
        <w:tab/>
        <w:t>1.013e0</w:t>
      </w:r>
    </w:p>
    <w:p w:rsidR="00E00D30" w:rsidRDefault="00E00D30" w:rsidP="00E00D30">
      <w:r>
        <w:t>467.9887</w:t>
      </w:r>
      <w:r>
        <w:tab/>
        <w:t>1.013e0</w:t>
      </w:r>
    </w:p>
    <w:p w:rsidR="00E00D30" w:rsidRDefault="00E00D30" w:rsidP="00E00D30">
      <w:r>
        <w:t>467.9948</w:t>
      </w:r>
      <w:r>
        <w:tab/>
        <w:t>1.013e0</w:t>
      </w:r>
    </w:p>
    <w:p w:rsidR="00E00D30" w:rsidRDefault="00E00D30" w:rsidP="00E00D30">
      <w:r>
        <w:lastRenderedPageBreak/>
        <w:t>467.9974</w:t>
      </w:r>
      <w:r>
        <w:tab/>
        <w:t>1.013e0</w:t>
      </w:r>
    </w:p>
    <w:p w:rsidR="00E00D30" w:rsidRDefault="00E00D30" w:rsidP="00E00D30">
      <w:r>
        <w:t>468.0490</w:t>
      </w:r>
      <w:r>
        <w:tab/>
        <w:t>2.025e0</w:t>
      </w:r>
    </w:p>
    <w:p w:rsidR="00E00D30" w:rsidRDefault="00E00D30" w:rsidP="00E00D30">
      <w:r>
        <w:t>468.0705</w:t>
      </w:r>
      <w:r>
        <w:tab/>
        <w:t>2.025e0</w:t>
      </w:r>
    </w:p>
    <w:p w:rsidR="00E00D30" w:rsidRDefault="00E00D30" w:rsidP="00E00D30">
      <w:r>
        <w:t>468.0788</w:t>
      </w:r>
      <w:r>
        <w:tab/>
        <w:t>1.013e0</w:t>
      </w:r>
    </w:p>
    <w:p w:rsidR="00E00D30" w:rsidRDefault="00E00D30" w:rsidP="00E00D30">
      <w:r>
        <w:t>468.0867</w:t>
      </w:r>
      <w:r>
        <w:tab/>
        <w:t>1.013e0</w:t>
      </w:r>
    </w:p>
    <w:p w:rsidR="00E00D30" w:rsidRDefault="00E00D30" w:rsidP="00E00D30">
      <w:r>
        <w:t>468.1154</w:t>
      </w:r>
      <w:r>
        <w:tab/>
        <w:t>5.063e0</w:t>
      </w:r>
    </w:p>
    <w:p w:rsidR="00E00D30" w:rsidRDefault="00E00D30" w:rsidP="00E00D30">
      <w:r>
        <w:t>468.1194</w:t>
      </w:r>
      <w:r>
        <w:tab/>
        <w:t>1.013e0</w:t>
      </w:r>
    </w:p>
    <w:p w:rsidR="00E00D30" w:rsidRDefault="00E00D30" w:rsidP="00E00D30">
      <w:r>
        <w:t>468.1242</w:t>
      </w:r>
      <w:r>
        <w:tab/>
        <w:t>3.038e0</w:t>
      </w:r>
    </w:p>
    <w:p w:rsidR="00E00D30" w:rsidRDefault="00E00D30" w:rsidP="00E00D30">
      <w:r>
        <w:t>468.1605</w:t>
      </w:r>
      <w:r>
        <w:tab/>
        <w:t>1.013e0</w:t>
      </w:r>
    </w:p>
    <w:p w:rsidR="00E00D30" w:rsidRDefault="00E00D30" w:rsidP="00E00D30">
      <w:r>
        <w:t>468.1677</w:t>
      </w:r>
      <w:r>
        <w:tab/>
        <w:t>1.013e0</w:t>
      </w:r>
    </w:p>
    <w:p w:rsidR="00E00D30" w:rsidRDefault="00E00D30" w:rsidP="00E00D30">
      <w:r>
        <w:t>468.1968</w:t>
      </w:r>
      <w:r>
        <w:tab/>
        <w:t>2.025e0</w:t>
      </w:r>
    </w:p>
    <w:p w:rsidR="00E00D30" w:rsidRDefault="00E00D30" w:rsidP="00E00D30">
      <w:r>
        <w:t>468.2108</w:t>
      </w:r>
      <w:r>
        <w:tab/>
        <w:t>2.025e0</w:t>
      </w:r>
    </w:p>
    <w:p w:rsidR="00E00D30" w:rsidRDefault="00E00D30" w:rsidP="00E00D30">
      <w:r>
        <w:t>468.2174</w:t>
      </w:r>
      <w:r>
        <w:tab/>
        <w:t>1.013e0</w:t>
      </w:r>
    </w:p>
    <w:p w:rsidR="00E00D30" w:rsidRDefault="00E00D30" w:rsidP="00E00D30">
      <w:r>
        <w:t>468.2354</w:t>
      </w:r>
      <w:r>
        <w:tab/>
        <w:t>5.063e0</w:t>
      </w:r>
    </w:p>
    <w:p w:rsidR="00E00D30" w:rsidRDefault="00E00D30" w:rsidP="00E00D30">
      <w:r>
        <w:t>468.2365</w:t>
      </w:r>
      <w:r>
        <w:tab/>
        <w:t>2.025e0</w:t>
      </w:r>
    </w:p>
    <w:p w:rsidR="00E00D30" w:rsidRDefault="00E00D30" w:rsidP="00E00D30">
      <w:r>
        <w:t>468.2629</w:t>
      </w:r>
      <w:r>
        <w:tab/>
        <w:t>1.755e0</w:t>
      </w:r>
    </w:p>
    <w:p w:rsidR="00E00D30" w:rsidRDefault="00E00D30" w:rsidP="00E00D30">
      <w:r>
        <w:t>468.2874</w:t>
      </w:r>
      <w:r>
        <w:tab/>
        <w:t>1.013e0</w:t>
      </w:r>
    </w:p>
    <w:p w:rsidR="00E00D30" w:rsidRDefault="00E00D30" w:rsidP="00E00D30">
      <w:r>
        <w:t>468.2993</w:t>
      </w:r>
      <w:r>
        <w:tab/>
        <w:t>2.025e0</w:t>
      </w:r>
    </w:p>
    <w:p w:rsidR="00E00D30" w:rsidRDefault="00E00D30" w:rsidP="00E00D30">
      <w:r>
        <w:t>468.3083</w:t>
      </w:r>
      <w:r>
        <w:tab/>
        <w:t>1.013e0</w:t>
      </w:r>
    </w:p>
    <w:p w:rsidR="00E00D30" w:rsidRDefault="00E00D30" w:rsidP="00E00D30">
      <w:r>
        <w:lastRenderedPageBreak/>
        <w:t>468.3128</w:t>
      </w:r>
      <w:r>
        <w:tab/>
        <w:t>1.958e0</w:t>
      </w:r>
    </w:p>
    <w:p w:rsidR="00E00D30" w:rsidRDefault="00E00D30" w:rsidP="00E00D30">
      <w:r>
        <w:t>468.3264</w:t>
      </w:r>
      <w:r>
        <w:tab/>
        <w:t>1.013e0</w:t>
      </w:r>
    </w:p>
    <w:p w:rsidR="00E00D30" w:rsidRDefault="00E00D30" w:rsidP="00E00D30">
      <w:r>
        <w:t>468.3660</w:t>
      </w:r>
      <w:r>
        <w:tab/>
        <w:t>3.038e0</w:t>
      </w:r>
    </w:p>
    <w:p w:rsidR="00E00D30" w:rsidRDefault="00E00D30" w:rsidP="00E00D30">
      <w:r>
        <w:t>468.3684</w:t>
      </w:r>
      <w:r>
        <w:tab/>
        <w:t>3.038e0</w:t>
      </w:r>
    </w:p>
    <w:p w:rsidR="00E00D30" w:rsidRDefault="00E00D30" w:rsidP="00E00D30">
      <w:r>
        <w:t>468.3800</w:t>
      </w:r>
      <w:r>
        <w:tab/>
        <w:t>1.270e1</w:t>
      </w:r>
    </w:p>
    <w:p w:rsidR="00E00D30" w:rsidRDefault="00E00D30" w:rsidP="00E00D30">
      <w:r>
        <w:t>468.3828</w:t>
      </w:r>
      <w:r>
        <w:tab/>
        <w:t>4.051e0</w:t>
      </w:r>
    </w:p>
    <w:p w:rsidR="00E00D30" w:rsidRDefault="00E00D30" w:rsidP="00E00D30">
      <w:r>
        <w:t>468.3848</w:t>
      </w:r>
      <w:r>
        <w:tab/>
        <w:t>5.063e0</w:t>
      </w:r>
    </w:p>
    <w:p w:rsidR="00E00D30" w:rsidRDefault="00E00D30" w:rsidP="00E00D30">
      <w:r>
        <w:t>468.3943</w:t>
      </w:r>
      <w:r>
        <w:tab/>
        <w:t>7.089e0</w:t>
      </w:r>
    </w:p>
    <w:p w:rsidR="00E00D30" w:rsidRDefault="00E00D30" w:rsidP="00E00D30">
      <w:r>
        <w:t>468.4146</w:t>
      </w:r>
      <w:r>
        <w:tab/>
        <w:t>2.025e0</w:t>
      </w:r>
    </w:p>
    <w:p w:rsidR="00E00D30" w:rsidRDefault="00E00D30" w:rsidP="00E00D30">
      <w:r>
        <w:t>468.4366</w:t>
      </w:r>
      <w:r>
        <w:tab/>
        <w:t>2.025e0</w:t>
      </w:r>
    </w:p>
    <w:p w:rsidR="00E00D30" w:rsidRDefault="00E00D30" w:rsidP="00E00D30">
      <w:r>
        <w:t>468.4382</w:t>
      </w:r>
      <w:r>
        <w:tab/>
        <w:t>3.038e0</w:t>
      </w:r>
    </w:p>
    <w:p w:rsidR="00E00D30" w:rsidRDefault="00E00D30" w:rsidP="00E00D30">
      <w:r>
        <w:t>468.4601</w:t>
      </w:r>
      <w:r>
        <w:tab/>
        <w:t>1.013e0</w:t>
      </w:r>
    </w:p>
    <w:p w:rsidR="00E00D30" w:rsidRDefault="00E00D30" w:rsidP="00E00D30">
      <w:r>
        <w:t>468.5410</w:t>
      </w:r>
      <w:r>
        <w:tab/>
        <w:t>2.025e0</w:t>
      </w:r>
    </w:p>
    <w:p w:rsidR="00E00D30" w:rsidRDefault="00E00D30" w:rsidP="00E00D30">
      <w:r>
        <w:t>468.5759</w:t>
      </w:r>
      <w:r>
        <w:tab/>
        <w:t>1.013e0</w:t>
      </w:r>
    </w:p>
    <w:p w:rsidR="00E00D30" w:rsidRDefault="00E00D30" w:rsidP="00E00D30">
      <w:r>
        <w:t>468.6100</w:t>
      </w:r>
      <w:r>
        <w:tab/>
        <w:t>2.025e0</w:t>
      </w:r>
    </w:p>
    <w:p w:rsidR="00E00D30" w:rsidRDefault="00E00D30" w:rsidP="00E00D30">
      <w:r>
        <w:t>468.6157</w:t>
      </w:r>
      <w:r>
        <w:tab/>
        <w:t>1.013e0</w:t>
      </w:r>
    </w:p>
    <w:p w:rsidR="00E00D30" w:rsidRDefault="00E00D30" w:rsidP="00E00D30">
      <w:r>
        <w:t>468.6428</w:t>
      </w:r>
      <w:r>
        <w:tab/>
        <w:t>2.025e0</w:t>
      </w:r>
    </w:p>
    <w:p w:rsidR="00E00D30" w:rsidRDefault="00E00D30" w:rsidP="00E00D30">
      <w:r>
        <w:t>468.7316</w:t>
      </w:r>
      <w:r>
        <w:tab/>
        <w:t>1.013e0</w:t>
      </w:r>
    </w:p>
    <w:p w:rsidR="00E00D30" w:rsidRDefault="00E00D30" w:rsidP="00E00D30">
      <w:r>
        <w:t>468.7744</w:t>
      </w:r>
      <w:r>
        <w:tab/>
        <w:t>2.025e0</w:t>
      </w:r>
    </w:p>
    <w:p w:rsidR="00E00D30" w:rsidRDefault="00E00D30" w:rsidP="00E00D30">
      <w:r>
        <w:lastRenderedPageBreak/>
        <w:t>468.7844</w:t>
      </w:r>
      <w:r>
        <w:tab/>
        <w:t>2.025e0</w:t>
      </w:r>
    </w:p>
    <w:p w:rsidR="00E00D30" w:rsidRDefault="00E00D30" w:rsidP="00E00D30">
      <w:r>
        <w:t>468.7984</w:t>
      </w:r>
      <w:r>
        <w:tab/>
        <w:t>1.013e0</w:t>
      </w:r>
    </w:p>
    <w:p w:rsidR="00E00D30" w:rsidRDefault="00E00D30" w:rsidP="00E00D30">
      <w:r>
        <w:t>468.8139</w:t>
      </w:r>
      <w:r>
        <w:tab/>
        <w:t>1.013e0</w:t>
      </w:r>
    </w:p>
    <w:p w:rsidR="00E00D30" w:rsidRDefault="00E00D30" w:rsidP="00E00D30">
      <w:r>
        <w:t>468.8469</w:t>
      </w:r>
      <w:r>
        <w:tab/>
        <w:t>1.013e0</w:t>
      </w:r>
    </w:p>
    <w:p w:rsidR="00E00D30" w:rsidRDefault="00E00D30" w:rsidP="00E00D30">
      <w:r>
        <w:t>468.8551</w:t>
      </w:r>
      <w:r>
        <w:tab/>
        <w:t>1.013e0</w:t>
      </w:r>
    </w:p>
    <w:p w:rsidR="00E00D30" w:rsidRDefault="00E00D30" w:rsidP="00E00D30">
      <w:r>
        <w:t>468.8724</w:t>
      </w:r>
      <w:r>
        <w:tab/>
        <w:t>2.025e0</w:t>
      </w:r>
    </w:p>
    <w:p w:rsidR="00E00D30" w:rsidRDefault="00E00D30" w:rsidP="00E00D30">
      <w:r>
        <w:t>468.8793</w:t>
      </w:r>
      <w:r>
        <w:tab/>
        <w:t>1.013e0</w:t>
      </w:r>
    </w:p>
    <w:p w:rsidR="00E00D30" w:rsidRDefault="00E00D30" w:rsidP="00E00D30">
      <w:r>
        <w:t>468.8869</w:t>
      </w:r>
      <w:r>
        <w:tab/>
        <w:t>2.025e0</w:t>
      </w:r>
    </w:p>
    <w:p w:rsidR="00E00D30" w:rsidRDefault="00E00D30" w:rsidP="00E00D30">
      <w:r>
        <w:t>468.8960</w:t>
      </w:r>
      <w:r>
        <w:tab/>
        <w:t>2.025e0</w:t>
      </w:r>
    </w:p>
    <w:p w:rsidR="00E00D30" w:rsidRDefault="00E00D30" w:rsidP="00E00D30">
      <w:r>
        <w:t>468.9529</w:t>
      </w:r>
      <w:r>
        <w:tab/>
        <w:t>1.013e0</w:t>
      </w:r>
    </w:p>
    <w:p w:rsidR="00E00D30" w:rsidRDefault="00E00D30" w:rsidP="00E00D30">
      <w:r>
        <w:t>468.9662</w:t>
      </w:r>
      <w:r>
        <w:tab/>
        <w:t>1.013e0</w:t>
      </w:r>
    </w:p>
    <w:p w:rsidR="00E00D30" w:rsidRDefault="00E00D30" w:rsidP="00E00D30">
      <w:r>
        <w:t>468.9702</w:t>
      </w:r>
      <w:r>
        <w:tab/>
        <w:t>1.013e0</w:t>
      </w:r>
    </w:p>
    <w:p w:rsidR="00E00D30" w:rsidRDefault="00E00D30" w:rsidP="00E00D30">
      <w:r>
        <w:t>468.9876</w:t>
      </w:r>
      <w:r>
        <w:tab/>
        <w:t>2.025e0</w:t>
      </w:r>
    </w:p>
    <w:p w:rsidR="00E00D30" w:rsidRDefault="00E00D30" w:rsidP="00E00D30">
      <w:r>
        <w:t>469.0103</w:t>
      </w:r>
      <w:r>
        <w:tab/>
        <w:t>2.025e0</w:t>
      </w:r>
    </w:p>
    <w:p w:rsidR="00E00D30" w:rsidRDefault="00E00D30" w:rsidP="00E00D30">
      <w:r>
        <w:t>469.0186</w:t>
      </w:r>
      <w:r>
        <w:tab/>
        <w:t>1.013e0</w:t>
      </w:r>
    </w:p>
    <w:p w:rsidR="00E00D30" w:rsidRDefault="00E00D30" w:rsidP="00E00D30">
      <w:r>
        <w:t>469.0227</w:t>
      </w:r>
      <w:r>
        <w:tab/>
        <w:t>2.025e0</w:t>
      </w:r>
    </w:p>
    <w:p w:rsidR="00E00D30" w:rsidRDefault="00E00D30" w:rsidP="00E00D30">
      <w:r>
        <w:t>469.0677</w:t>
      </w:r>
      <w:r>
        <w:tab/>
        <w:t>1.013e0</w:t>
      </w:r>
    </w:p>
    <w:p w:rsidR="00E00D30" w:rsidRDefault="00E00D30" w:rsidP="00E00D30">
      <w:r>
        <w:t>469.0759</w:t>
      </w:r>
      <w:r>
        <w:tab/>
        <w:t>1.013e0</w:t>
      </w:r>
    </w:p>
    <w:p w:rsidR="00E00D30" w:rsidRDefault="00E00D30" w:rsidP="00E00D30">
      <w:r>
        <w:t>469.0818</w:t>
      </w:r>
      <w:r>
        <w:tab/>
        <w:t>1.013e0</w:t>
      </w:r>
    </w:p>
    <w:p w:rsidR="00E00D30" w:rsidRDefault="00E00D30" w:rsidP="00E00D30">
      <w:r>
        <w:lastRenderedPageBreak/>
        <w:t>469.1003</w:t>
      </w:r>
      <w:r>
        <w:tab/>
        <w:t>1.013e0</w:t>
      </w:r>
    </w:p>
    <w:p w:rsidR="00E00D30" w:rsidRDefault="00E00D30" w:rsidP="00E00D30">
      <w:r>
        <w:t>469.1213</w:t>
      </w:r>
      <w:r>
        <w:tab/>
        <w:t>1.013e0</w:t>
      </w:r>
    </w:p>
    <w:p w:rsidR="00E00D30" w:rsidRDefault="00E00D30" w:rsidP="00E00D30">
      <w:r>
        <w:t>469.1404</w:t>
      </w:r>
      <w:r>
        <w:tab/>
        <w:t>1.013e0</w:t>
      </w:r>
    </w:p>
    <w:p w:rsidR="00E00D30" w:rsidRDefault="00E00D30" w:rsidP="00E00D30">
      <w:r>
        <w:t>469.1454</w:t>
      </w:r>
      <w:r>
        <w:tab/>
        <w:t>4.051e0</w:t>
      </w:r>
    </w:p>
    <w:p w:rsidR="00E00D30" w:rsidRDefault="00E00D30" w:rsidP="00E00D30">
      <w:r>
        <w:t>469.1741</w:t>
      </w:r>
      <w:r>
        <w:tab/>
        <w:t>1.013e0</w:t>
      </w:r>
    </w:p>
    <w:p w:rsidR="00E00D30" w:rsidRDefault="00E00D30" w:rsidP="00E00D30">
      <w:r>
        <w:t>469.2105</w:t>
      </w:r>
      <w:r>
        <w:tab/>
        <w:t>2.025e0</w:t>
      </w:r>
    </w:p>
    <w:p w:rsidR="00E00D30" w:rsidRDefault="00E00D30" w:rsidP="00E00D30">
      <w:r>
        <w:t>469.2137</w:t>
      </w:r>
      <w:r>
        <w:tab/>
        <w:t>6.076e0</w:t>
      </w:r>
    </w:p>
    <w:p w:rsidR="00E00D30" w:rsidRDefault="00E00D30" w:rsidP="00E00D30">
      <w:r>
        <w:t>469.2288</w:t>
      </w:r>
      <w:r>
        <w:tab/>
        <w:t>2.025e0</w:t>
      </w:r>
    </w:p>
    <w:p w:rsidR="00E00D30" w:rsidRDefault="00E00D30" w:rsidP="00E00D30">
      <w:r>
        <w:t>469.2361</w:t>
      </w:r>
      <w:r>
        <w:tab/>
        <w:t>2.025e0</w:t>
      </w:r>
    </w:p>
    <w:p w:rsidR="00E00D30" w:rsidRDefault="00E00D30" w:rsidP="00E00D30">
      <w:r>
        <w:t>469.2769</w:t>
      </w:r>
      <w:r>
        <w:tab/>
        <w:t>2.025e0</w:t>
      </w:r>
    </w:p>
    <w:p w:rsidR="00E00D30" w:rsidRDefault="00E00D30" w:rsidP="00E00D30">
      <w:r>
        <w:t>469.3101</w:t>
      </w:r>
      <w:r>
        <w:tab/>
        <w:t>1.427e0</w:t>
      </w:r>
    </w:p>
    <w:p w:rsidR="00E00D30" w:rsidRDefault="00E00D30" w:rsidP="00E00D30">
      <w:r>
        <w:t>469.3385</w:t>
      </w:r>
      <w:r>
        <w:tab/>
        <w:t>1.013e0</w:t>
      </w:r>
    </w:p>
    <w:p w:rsidR="00E00D30" w:rsidRDefault="00E00D30" w:rsidP="00E00D30">
      <w:r>
        <w:t>469.3529</w:t>
      </w:r>
      <w:r>
        <w:tab/>
        <w:t>2.857e0</w:t>
      </w:r>
    </w:p>
    <w:p w:rsidR="00E00D30" w:rsidRDefault="00E00D30" w:rsidP="00E00D30">
      <w:r>
        <w:t>469.3702</w:t>
      </w:r>
      <w:r>
        <w:tab/>
        <w:t>2.025e0</w:t>
      </w:r>
    </w:p>
    <w:p w:rsidR="00E00D30" w:rsidRDefault="00E00D30" w:rsidP="00E00D30">
      <w:r>
        <w:t>469.3853</w:t>
      </w:r>
      <w:r>
        <w:tab/>
        <w:t>2.025e0</w:t>
      </w:r>
    </w:p>
    <w:p w:rsidR="00E00D30" w:rsidRDefault="00E00D30" w:rsidP="00E00D30">
      <w:r>
        <w:t>469.3906</w:t>
      </w:r>
      <w:r>
        <w:tab/>
        <w:t>2.025e0</w:t>
      </w:r>
    </w:p>
    <w:p w:rsidR="00E00D30" w:rsidRDefault="00E00D30" w:rsidP="00E00D30">
      <w:r>
        <w:t>469.3959</w:t>
      </w:r>
      <w:r>
        <w:tab/>
        <w:t>1.013e0</w:t>
      </w:r>
    </w:p>
    <w:p w:rsidR="00E00D30" w:rsidRDefault="00E00D30" w:rsidP="00E00D30">
      <w:r>
        <w:t>469.3977</w:t>
      </w:r>
      <w:r>
        <w:tab/>
        <w:t>5.063e0</w:t>
      </w:r>
    </w:p>
    <w:p w:rsidR="00E00D30" w:rsidRDefault="00E00D30" w:rsidP="00E00D30">
      <w:r>
        <w:t>469.4001</w:t>
      </w:r>
      <w:r>
        <w:tab/>
        <w:t>2.025e0</w:t>
      </w:r>
    </w:p>
    <w:p w:rsidR="00E00D30" w:rsidRDefault="00E00D30" w:rsidP="00E00D30">
      <w:r>
        <w:lastRenderedPageBreak/>
        <w:t>469.4158</w:t>
      </w:r>
      <w:r>
        <w:tab/>
        <w:t>2.025e0</w:t>
      </w:r>
    </w:p>
    <w:p w:rsidR="00E00D30" w:rsidRDefault="00E00D30" w:rsidP="00E00D30">
      <w:r>
        <w:t>469.4177</w:t>
      </w:r>
      <w:r>
        <w:tab/>
        <w:t>2.025e0</w:t>
      </w:r>
    </w:p>
    <w:p w:rsidR="00E00D30" w:rsidRDefault="00E00D30" w:rsidP="00E00D30">
      <w:r>
        <w:t>469.4415</w:t>
      </w:r>
      <w:r>
        <w:tab/>
        <w:t>2.025e0</w:t>
      </w:r>
    </w:p>
    <w:p w:rsidR="00E00D30" w:rsidRDefault="00E00D30" w:rsidP="00E00D30">
      <w:r>
        <w:t>469.4505</w:t>
      </w:r>
      <w:r>
        <w:tab/>
        <w:t>1.013e0</w:t>
      </w:r>
    </w:p>
    <w:p w:rsidR="00E00D30" w:rsidRDefault="00E00D30" w:rsidP="00E00D30">
      <w:r>
        <w:t>469.4688</w:t>
      </w:r>
      <w:r>
        <w:tab/>
        <w:t>1.013e0</w:t>
      </w:r>
    </w:p>
    <w:p w:rsidR="00E00D30" w:rsidRDefault="00E00D30" w:rsidP="00E00D30">
      <w:r>
        <w:t>469.5115</w:t>
      </w:r>
      <w:r>
        <w:tab/>
        <w:t>1.013e0</w:t>
      </w:r>
    </w:p>
    <w:p w:rsidR="00E00D30" w:rsidRDefault="00E00D30" w:rsidP="00E00D30">
      <w:r>
        <w:t>469.5916</w:t>
      </w:r>
      <w:r>
        <w:tab/>
        <w:t>1.013e0</w:t>
      </w:r>
    </w:p>
    <w:p w:rsidR="00E00D30" w:rsidRDefault="00E00D30" w:rsidP="00E00D30">
      <w:r>
        <w:t>469.5995</w:t>
      </w:r>
      <w:r>
        <w:tab/>
        <w:t>1.013e0</w:t>
      </w:r>
    </w:p>
    <w:p w:rsidR="00E00D30" w:rsidRDefault="00E00D30" w:rsidP="00E00D30">
      <w:r>
        <w:t>469.6228</w:t>
      </w:r>
      <w:r>
        <w:tab/>
        <w:t>4.051e0</w:t>
      </w:r>
    </w:p>
    <w:p w:rsidR="00E00D30" w:rsidRDefault="00E00D30" w:rsidP="00E00D30">
      <w:r>
        <w:t>469.6461</w:t>
      </w:r>
      <w:r>
        <w:tab/>
        <w:t>1.013e0</w:t>
      </w:r>
    </w:p>
    <w:p w:rsidR="00E00D30" w:rsidRDefault="00E00D30" w:rsidP="00E00D30">
      <w:r>
        <w:t>469.7218</w:t>
      </w:r>
      <w:r>
        <w:tab/>
        <w:t>1.013e0</w:t>
      </w:r>
    </w:p>
    <w:p w:rsidR="00E00D30" w:rsidRDefault="00E00D30" w:rsidP="00E00D30">
      <w:r>
        <w:t>469.7723</w:t>
      </w:r>
      <w:r>
        <w:tab/>
        <w:t>1.013e0</w:t>
      </w:r>
    </w:p>
    <w:p w:rsidR="00E00D30" w:rsidRDefault="00E00D30" w:rsidP="00E00D30">
      <w:r>
        <w:t>469.8127</w:t>
      </w:r>
      <w:r>
        <w:tab/>
        <w:t>1.013e0</w:t>
      </w:r>
    </w:p>
    <w:p w:rsidR="00E00D30" w:rsidRDefault="00E00D30" w:rsidP="00E00D30">
      <w:r>
        <w:t>469.8408</w:t>
      </w:r>
      <w:r>
        <w:tab/>
        <w:t>1.013e0</w:t>
      </w:r>
    </w:p>
    <w:p w:rsidR="00E00D30" w:rsidRDefault="00E00D30" w:rsidP="00E00D30">
      <w:r>
        <w:t>469.8452</w:t>
      </w:r>
      <w:r>
        <w:tab/>
        <w:t>2.025e0</w:t>
      </w:r>
    </w:p>
    <w:p w:rsidR="00E00D30" w:rsidRDefault="00E00D30" w:rsidP="00E00D30">
      <w:r>
        <w:t>469.8594</w:t>
      </w:r>
      <w:r>
        <w:tab/>
        <w:t>1.013e0</w:t>
      </w:r>
    </w:p>
    <w:p w:rsidR="00E00D30" w:rsidRDefault="00E00D30" w:rsidP="00E00D30">
      <w:r>
        <w:t>469.8777</w:t>
      </w:r>
      <w:r>
        <w:tab/>
        <w:t>1.013e0</w:t>
      </w:r>
    </w:p>
    <w:p w:rsidR="00E00D30" w:rsidRDefault="00E00D30" w:rsidP="00E00D30">
      <w:r>
        <w:t>469.8952</w:t>
      </w:r>
      <w:r>
        <w:tab/>
        <w:t>1.013e0</w:t>
      </w:r>
    </w:p>
    <w:p w:rsidR="00E00D30" w:rsidRDefault="00E00D30" w:rsidP="00E00D30">
      <w:r>
        <w:t>469.8984</w:t>
      </w:r>
      <w:r>
        <w:tab/>
        <w:t>3.038e0</w:t>
      </w:r>
    </w:p>
    <w:p w:rsidR="00E00D30" w:rsidRDefault="00E00D30" w:rsidP="00E00D30">
      <w:r>
        <w:lastRenderedPageBreak/>
        <w:t>469.9031</w:t>
      </w:r>
      <w:r>
        <w:tab/>
        <w:t>2.025e0</w:t>
      </w:r>
    </w:p>
    <w:p w:rsidR="00E00D30" w:rsidRDefault="00E00D30" w:rsidP="00E00D30">
      <w:r>
        <w:t>469.9444</w:t>
      </w:r>
      <w:r>
        <w:tab/>
        <w:t>1.013e0</w:t>
      </w:r>
    </w:p>
    <w:p w:rsidR="00E00D30" w:rsidRDefault="00E00D30" w:rsidP="00E00D30">
      <w:r>
        <w:t>469.9520</w:t>
      </w:r>
      <w:r>
        <w:tab/>
        <w:t>1.013e0</w:t>
      </w:r>
    </w:p>
    <w:p w:rsidR="00E00D30" w:rsidRDefault="00E00D30" w:rsidP="00E00D30">
      <w:r>
        <w:t>469.9600</w:t>
      </w:r>
      <w:r>
        <w:tab/>
        <w:t>1.013e0</w:t>
      </w:r>
    </w:p>
    <w:p w:rsidR="00E00D30" w:rsidRDefault="00E00D30" w:rsidP="00E00D30">
      <w:r>
        <w:t>469.9777</w:t>
      </w:r>
      <w:r>
        <w:tab/>
        <w:t>1.013e0</w:t>
      </w:r>
    </w:p>
    <w:p w:rsidR="00E00D30" w:rsidRDefault="00E00D30" w:rsidP="00E00D30">
      <w:r>
        <w:t>470.0079</w:t>
      </w:r>
      <w:r>
        <w:tab/>
        <w:t>3.038e0</w:t>
      </w:r>
    </w:p>
    <w:p w:rsidR="00E00D30" w:rsidRDefault="00E00D30" w:rsidP="00E00D30">
      <w:r>
        <w:t>470.0323</w:t>
      </w:r>
      <w:r>
        <w:tab/>
        <w:t>1.013e0</w:t>
      </w:r>
    </w:p>
    <w:p w:rsidR="00E00D30" w:rsidRDefault="00E00D30" w:rsidP="00E00D30">
      <w:r>
        <w:t>470.0895</w:t>
      </w:r>
      <w:r>
        <w:tab/>
        <w:t>2.025e0</w:t>
      </w:r>
    </w:p>
    <w:p w:rsidR="00E00D30" w:rsidRDefault="00E00D30" w:rsidP="00E00D30">
      <w:r>
        <w:t>470.1078</w:t>
      </w:r>
      <w:r>
        <w:tab/>
        <w:t>1.013e0</w:t>
      </w:r>
    </w:p>
    <w:p w:rsidR="00E00D30" w:rsidRDefault="00E00D30" w:rsidP="00E00D30">
      <w:r>
        <w:t>470.1118</w:t>
      </w:r>
      <w:r>
        <w:tab/>
        <w:t>2.025e0</w:t>
      </w:r>
    </w:p>
    <w:p w:rsidR="00E00D30" w:rsidRDefault="00E00D30" w:rsidP="00E00D30">
      <w:r>
        <w:t>470.1159</w:t>
      </w:r>
      <w:r>
        <w:tab/>
        <w:t>1.013e0</w:t>
      </w:r>
    </w:p>
    <w:p w:rsidR="00E00D30" w:rsidRDefault="00E00D30" w:rsidP="00E00D30">
      <w:r>
        <w:t>470.1276</w:t>
      </w:r>
      <w:r>
        <w:tab/>
        <w:t>2.025e0</w:t>
      </w:r>
    </w:p>
    <w:p w:rsidR="00E00D30" w:rsidRDefault="00E00D30" w:rsidP="00E00D30">
      <w:r>
        <w:t>470.1657</w:t>
      </w:r>
      <w:r>
        <w:tab/>
        <w:t>1.013e0</w:t>
      </w:r>
    </w:p>
    <w:p w:rsidR="00E00D30" w:rsidRDefault="00E00D30" w:rsidP="00E00D30">
      <w:r>
        <w:t>470.2005</w:t>
      </w:r>
      <w:r>
        <w:tab/>
        <w:t>1.620e1</w:t>
      </w:r>
    </w:p>
    <w:p w:rsidR="00E00D30" w:rsidRDefault="00E00D30" w:rsidP="00E00D30">
      <w:r>
        <w:t>470.2057</w:t>
      </w:r>
      <w:r>
        <w:tab/>
        <w:t>4.616e1</w:t>
      </w:r>
    </w:p>
    <w:p w:rsidR="00E00D30" w:rsidRDefault="00E00D30" w:rsidP="00E00D30">
      <w:r>
        <w:t>470.2087</w:t>
      </w:r>
      <w:r>
        <w:tab/>
        <w:t>3.292e1</w:t>
      </w:r>
    </w:p>
    <w:p w:rsidR="00E00D30" w:rsidRDefault="00E00D30" w:rsidP="00E00D30">
      <w:r>
        <w:t>470.2104</w:t>
      </w:r>
      <w:r>
        <w:tab/>
        <w:t>3.038e0</w:t>
      </w:r>
    </w:p>
    <w:p w:rsidR="00E00D30" w:rsidRDefault="00E00D30" w:rsidP="00E00D30">
      <w:r>
        <w:t>470.2121</w:t>
      </w:r>
      <w:r>
        <w:tab/>
        <w:t>4.142e1</w:t>
      </w:r>
    </w:p>
    <w:p w:rsidR="00E00D30" w:rsidRDefault="00E00D30" w:rsidP="00E00D30">
      <w:r>
        <w:t>470.2140</w:t>
      </w:r>
      <w:r>
        <w:tab/>
        <w:t>1.114e1</w:t>
      </w:r>
    </w:p>
    <w:p w:rsidR="00E00D30" w:rsidRDefault="00E00D30" w:rsidP="00E00D30">
      <w:r>
        <w:lastRenderedPageBreak/>
        <w:t>470.2163</w:t>
      </w:r>
      <w:r>
        <w:tab/>
        <w:t>3.656e1</w:t>
      </w:r>
    </w:p>
    <w:p w:rsidR="00E00D30" w:rsidRDefault="00E00D30" w:rsidP="00E00D30">
      <w:r>
        <w:t>470.2456</w:t>
      </w:r>
      <w:r>
        <w:tab/>
        <w:t>8.693e0</w:t>
      </w:r>
    </w:p>
    <w:p w:rsidR="00E00D30" w:rsidRDefault="00E00D30" w:rsidP="00E00D30">
      <w:r>
        <w:t>470.2723</w:t>
      </w:r>
      <w:r>
        <w:tab/>
        <w:t>1.013e0</w:t>
      </w:r>
    </w:p>
    <w:p w:rsidR="00E00D30" w:rsidRDefault="00E00D30" w:rsidP="00E00D30">
      <w:r>
        <w:t>470.3327</w:t>
      </w:r>
      <w:r>
        <w:tab/>
        <w:t>2.025e0</w:t>
      </w:r>
    </w:p>
    <w:p w:rsidR="00E00D30" w:rsidRDefault="00E00D30" w:rsidP="00E00D30">
      <w:r>
        <w:t>470.3430</w:t>
      </w:r>
      <w:r>
        <w:tab/>
        <w:t>1.013e0</w:t>
      </w:r>
    </w:p>
    <w:p w:rsidR="00E00D30" w:rsidRDefault="00E00D30" w:rsidP="00E00D30">
      <w:r>
        <w:t>470.3444</w:t>
      </w:r>
      <w:r>
        <w:tab/>
        <w:t>2.025e0</w:t>
      </w:r>
    </w:p>
    <w:p w:rsidR="00E00D30" w:rsidRDefault="00E00D30" w:rsidP="00E00D30">
      <w:r>
        <w:t>470.3487</w:t>
      </w:r>
      <w:r>
        <w:tab/>
        <w:t>2.052e0</w:t>
      </w:r>
    </w:p>
    <w:p w:rsidR="00E00D30" w:rsidRDefault="00E00D30" w:rsidP="00E00D30">
      <w:r>
        <w:t>470.3642</w:t>
      </w:r>
      <w:r>
        <w:tab/>
        <w:t>2.608e0</w:t>
      </w:r>
    </w:p>
    <w:p w:rsidR="00E00D30" w:rsidRDefault="00E00D30" w:rsidP="00E00D30">
      <w:r>
        <w:t>470.3710</w:t>
      </w:r>
      <w:r>
        <w:tab/>
        <w:t>2.025e0</w:t>
      </w:r>
    </w:p>
    <w:p w:rsidR="00E00D30" w:rsidRDefault="00E00D30" w:rsidP="00E00D30">
      <w:r>
        <w:t>470.3830</w:t>
      </w:r>
      <w:r>
        <w:tab/>
        <w:t>1.013e0</w:t>
      </w:r>
    </w:p>
    <w:p w:rsidR="00E00D30" w:rsidRDefault="00E00D30" w:rsidP="00E00D30">
      <w:r>
        <w:t>470.3891</w:t>
      </w:r>
      <w:r>
        <w:tab/>
        <w:t>2.025e0</w:t>
      </w:r>
    </w:p>
    <w:p w:rsidR="00E00D30" w:rsidRDefault="00E00D30" w:rsidP="00E00D30">
      <w:r>
        <w:t>470.3969</w:t>
      </w:r>
      <w:r>
        <w:tab/>
        <w:t>2.025e0</w:t>
      </w:r>
    </w:p>
    <w:p w:rsidR="00E00D30" w:rsidRDefault="00E00D30" w:rsidP="00E00D30">
      <w:r>
        <w:t>470.4012</w:t>
      </w:r>
      <w:r>
        <w:tab/>
        <w:t>1.013e0</w:t>
      </w:r>
    </w:p>
    <w:p w:rsidR="00E00D30" w:rsidRDefault="00E00D30" w:rsidP="00E00D30">
      <w:r>
        <w:t>470.4193</w:t>
      </w:r>
      <w:r>
        <w:tab/>
        <w:t>1.013e0</w:t>
      </w:r>
    </w:p>
    <w:p w:rsidR="00E00D30" w:rsidRDefault="00E00D30" w:rsidP="00E00D30">
      <w:r>
        <w:t>470.4281</w:t>
      </w:r>
      <w:r>
        <w:tab/>
        <w:t>4.051e0</w:t>
      </w:r>
    </w:p>
    <w:p w:rsidR="00E00D30" w:rsidRDefault="00E00D30" w:rsidP="00E00D30">
      <w:r>
        <w:t>470.4355</w:t>
      </w:r>
      <w:r>
        <w:tab/>
        <w:t>1.013e0</w:t>
      </w:r>
    </w:p>
    <w:p w:rsidR="00E00D30" w:rsidRDefault="00E00D30" w:rsidP="00E00D30">
      <w:r>
        <w:t>470.4438</w:t>
      </w:r>
      <w:r>
        <w:tab/>
        <w:t>2.025e0</w:t>
      </w:r>
    </w:p>
    <w:p w:rsidR="00E00D30" w:rsidRDefault="00E00D30" w:rsidP="00E00D30">
      <w:r>
        <w:t>470.4691</w:t>
      </w:r>
      <w:r>
        <w:tab/>
        <w:t>1.013e0</w:t>
      </w:r>
    </w:p>
    <w:p w:rsidR="00E00D30" w:rsidRDefault="00E00D30" w:rsidP="00E00D30">
      <w:r>
        <w:t>470.5149</w:t>
      </w:r>
      <w:r>
        <w:tab/>
        <w:t>3.038e0</w:t>
      </w:r>
    </w:p>
    <w:p w:rsidR="00E00D30" w:rsidRDefault="00E00D30" w:rsidP="00E00D30">
      <w:r>
        <w:lastRenderedPageBreak/>
        <w:t>470.5168</w:t>
      </w:r>
      <w:r>
        <w:tab/>
        <w:t>2.025e0</w:t>
      </w:r>
    </w:p>
    <w:p w:rsidR="00E00D30" w:rsidRDefault="00E00D30" w:rsidP="00E00D30">
      <w:r>
        <w:t>470.5342</w:t>
      </w:r>
      <w:r>
        <w:tab/>
        <w:t>1.013e0</w:t>
      </w:r>
    </w:p>
    <w:p w:rsidR="00E00D30" w:rsidRDefault="00E00D30" w:rsidP="00E00D30">
      <w:r>
        <w:t>470.5512</w:t>
      </w:r>
      <w:r>
        <w:tab/>
        <w:t>1.013e0</w:t>
      </w:r>
    </w:p>
    <w:p w:rsidR="00E00D30" w:rsidRDefault="00E00D30" w:rsidP="00E00D30">
      <w:r>
        <w:t>470.5563</w:t>
      </w:r>
      <w:r>
        <w:tab/>
        <w:t>1.013e0</w:t>
      </w:r>
    </w:p>
    <w:p w:rsidR="00E00D30" w:rsidRDefault="00E00D30" w:rsidP="00E00D30">
      <w:r>
        <w:t>470.5779</w:t>
      </w:r>
      <w:r>
        <w:tab/>
        <w:t>1.013e0</w:t>
      </w:r>
    </w:p>
    <w:p w:rsidR="00E00D30" w:rsidRDefault="00E00D30" w:rsidP="00E00D30">
      <w:r>
        <w:t>470.5880</w:t>
      </w:r>
      <w:r>
        <w:tab/>
        <w:t>2.025e0</w:t>
      </w:r>
    </w:p>
    <w:p w:rsidR="00E00D30" w:rsidRDefault="00E00D30" w:rsidP="00E00D30">
      <w:r>
        <w:t>470.6296</w:t>
      </w:r>
      <w:r>
        <w:tab/>
        <w:t>2.025e0</w:t>
      </w:r>
    </w:p>
    <w:p w:rsidR="00E00D30" w:rsidRDefault="00E00D30" w:rsidP="00E00D30">
      <w:r>
        <w:t>470.6334</w:t>
      </w:r>
      <w:r>
        <w:tab/>
        <w:t>2.025e0</w:t>
      </w:r>
    </w:p>
    <w:p w:rsidR="00E00D30" w:rsidRDefault="00E00D30" w:rsidP="00E00D30">
      <w:r>
        <w:t>470.6367</w:t>
      </w:r>
      <w:r>
        <w:tab/>
        <w:t>1.013e0</w:t>
      </w:r>
    </w:p>
    <w:p w:rsidR="00E00D30" w:rsidRDefault="00E00D30" w:rsidP="00E00D30">
      <w:r>
        <w:t>470.6464</w:t>
      </w:r>
      <w:r>
        <w:tab/>
        <w:t>3.038e0</w:t>
      </w:r>
    </w:p>
    <w:p w:rsidR="00E00D30" w:rsidRDefault="00E00D30" w:rsidP="00E00D30">
      <w:r>
        <w:t>470.6523</w:t>
      </w:r>
      <w:r>
        <w:tab/>
        <w:t>3.038e0</w:t>
      </w:r>
    </w:p>
    <w:p w:rsidR="00E00D30" w:rsidRDefault="00E00D30" w:rsidP="00E00D30">
      <w:r>
        <w:t>470.7008</w:t>
      </w:r>
      <w:r>
        <w:tab/>
        <w:t>2.025e0</w:t>
      </w:r>
    </w:p>
    <w:p w:rsidR="00E00D30" w:rsidRDefault="00E00D30" w:rsidP="00E00D30">
      <w:r>
        <w:t>470.7558</w:t>
      </w:r>
      <w:r>
        <w:tab/>
        <w:t>1.013e0</w:t>
      </w:r>
    </w:p>
    <w:p w:rsidR="00E00D30" w:rsidRDefault="00E00D30" w:rsidP="00E00D30">
      <w:r>
        <w:t>470.7804</w:t>
      </w:r>
      <w:r>
        <w:tab/>
        <w:t>2.025e0</w:t>
      </w:r>
    </w:p>
    <w:p w:rsidR="00E00D30" w:rsidRDefault="00E00D30" w:rsidP="00E00D30">
      <w:r>
        <w:t>470.8062</w:t>
      </w:r>
      <w:r>
        <w:tab/>
        <w:t>3.038e0</w:t>
      </w:r>
    </w:p>
    <w:p w:rsidR="00E00D30" w:rsidRDefault="00E00D30" w:rsidP="00E00D30">
      <w:r>
        <w:t>470.8132</w:t>
      </w:r>
      <w:r>
        <w:tab/>
        <w:t>1.013e0</w:t>
      </w:r>
    </w:p>
    <w:p w:rsidR="00E00D30" w:rsidRDefault="00E00D30" w:rsidP="00E00D30">
      <w:r>
        <w:t>470.8212</w:t>
      </w:r>
      <w:r>
        <w:tab/>
        <w:t>1.013e0</w:t>
      </w:r>
    </w:p>
    <w:p w:rsidR="00E00D30" w:rsidRDefault="00E00D30" w:rsidP="00E00D30">
      <w:r>
        <w:t>470.8693</w:t>
      </w:r>
      <w:r>
        <w:tab/>
        <w:t>3.038e0</w:t>
      </w:r>
    </w:p>
    <w:p w:rsidR="00E00D30" w:rsidRDefault="00E00D30" w:rsidP="00E00D30">
      <w:r>
        <w:t>470.8786</w:t>
      </w:r>
      <w:r>
        <w:tab/>
        <w:t>1.013e0</w:t>
      </w:r>
    </w:p>
    <w:p w:rsidR="00E00D30" w:rsidRDefault="00E00D30" w:rsidP="00E00D30">
      <w:r>
        <w:lastRenderedPageBreak/>
        <w:t>470.9072</w:t>
      </w:r>
      <w:r>
        <w:tab/>
        <w:t>1.013e0</w:t>
      </w:r>
    </w:p>
    <w:p w:rsidR="00E00D30" w:rsidRDefault="00E00D30" w:rsidP="00E00D30">
      <w:r>
        <w:t>470.9115</w:t>
      </w:r>
      <w:r>
        <w:tab/>
        <w:t>1.013e0</w:t>
      </w:r>
    </w:p>
    <w:p w:rsidR="00E00D30" w:rsidRDefault="00E00D30" w:rsidP="00E00D30">
      <w:r>
        <w:t>470.9250</w:t>
      </w:r>
      <w:r>
        <w:tab/>
        <w:t>1.013e0</w:t>
      </w:r>
    </w:p>
    <w:p w:rsidR="00E00D30" w:rsidRDefault="00E00D30" w:rsidP="00E00D30">
      <w:r>
        <w:t>470.9815</w:t>
      </w:r>
      <w:r>
        <w:tab/>
        <w:t>2.025e0</w:t>
      </w:r>
    </w:p>
    <w:p w:rsidR="00E00D30" w:rsidRDefault="00E00D30" w:rsidP="00E00D30">
      <w:r>
        <w:t>470.9936</w:t>
      </w:r>
      <w:r>
        <w:tab/>
        <w:t>1.013e0</w:t>
      </w:r>
    </w:p>
    <w:p w:rsidR="00E00D30" w:rsidRDefault="00E00D30" w:rsidP="00E00D30">
      <w:r>
        <w:t>471.0229</w:t>
      </w:r>
      <w:r>
        <w:tab/>
        <w:t>3.038e0</w:t>
      </w:r>
    </w:p>
    <w:p w:rsidR="00E00D30" w:rsidRDefault="00E00D30" w:rsidP="00E00D30">
      <w:r>
        <w:t>471.0334</w:t>
      </w:r>
      <w:r>
        <w:tab/>
        <w:t>2.025e0</w:t>
      </w:r>
    </w:p>
    <w:p w:rsidR="00E00D30" w:rsidRDefault="00E00D30" w:rsidP="00E00D30">
      <w:r>
        <w:t>471.0675</w:t>
      </w:r>
      <w:r>
        <w:tab/>
        <w:t>1.013e0</w:t>
      </w:r>
    </w:p>
    <w:p w:rsidR="00E00D30" w:rsidRDefault="00E00D30" w:rsidP="00E00D30">
      <w:r>
        <w:t>471.0736</w:t>
      </w:r>
      <w:r>
        <w:tab/>
        <w:t>2.025e0</w:t>
      </w:r>
    </w:p>
    <w:p w:rsidR="00E00D30" w:rsidRDefault="00E00D30" w:rsidP="00E00D30">
      <w:r>
        <w:t>471.0807</w:t>
      </w:r>
      <w:r>
        <w:tab/>
        <w:t>1.013e0</w:t>
      </w:r>
    </w:p>
    <w:p w:rsidR="00E00D30" w:rsidRDefault="00E00D30" w:rsidP="00E00D30">
      <w:r>
        <w:t>471.0846</w:t>
      </w:r>
      <w:r>
        <w:tab/>
        <w:t>3.038e0</w:t>
      </w:r>
    </w:p>
    <w:p w:rsidR="00E00D30" w:rsidRDefault="00E00D30" w:rsidP="00E00D30">
      <w:r>
        <w:t>471.1284</w:t>
      </w:r>
      <w:r>
        <w:tab/>
        <w:t>2.025e0</w:t>
      </w:r>
    </w:p>
    <w:p w:rsidR="00E00D30" w:rsidRDefault="00E00D30" w:rsidP="00E00D30">
      <w:r>
        <w:t>471.1332</w:t>
      </w:r>
      <w:r>
        <w:tab/>
        <w:t>1.013e0</w:t>
      </w:r>
    </w:p>
    <w:p w:rsidR="00E00D30" w:rsidRDefault="00E00D30" w:rsidP="00E00D30">
      <w:r>
        <w:t>471.1569</w:t>
      </w:r>
      <w:r>
        <w:tab/>
        <w:t>1.013e0</w:t>
      </w:r>
    </w:p>
    <w:p w:rsidR="00E00D30" w:rsidRDefault="00E00D30" w:rsidP="00E00D30">
      <w:r>
        <w:t>471.2017</w:t>
      </w:r>
      <w:r>
        <w:tab/>
        <w:t>3.038e0</w:t>
      </w:r>
    </w:p>
    <w:p w:rsidR="00E00D30" w:rsidRDefault="00E00D30" w:rsidP="00E00D30">
      <w:r>
        <w:t>471.2043</w:t>
      </w:r>
      <w:r>
        <w:tab/>
        <w:t>1.215e1</w:t>
      </w:r>
    </w:p>
    <w:p w:rsidR="00E00D30" w:rsidRDefault="00E00D30" w:rsidP="00E00D30">
      <w:r>
        <w:t>471.2066</w:t>
      </w:r>
      <w:r>
        <w:tab/>
        <w:t>8.101e0</w:t>
      </w:r>
    </w:p>
    <w:p w:rsidR="00E00D30" w:rsidRDefault="00E00D30" w:rsidP="00E00D30">
      <w:r>
        <w:t>471.2083</w:t>
      </w:r>
      <w:r>
        <w:tab/>
        <w:t>1.113e1</w:t>
      </w:r>
    </w:p>
    <w:p w:rsidR="00E00D30" w:rsidRDefault="00E00D30" w:rsidP="00E00D30">
      <w:r>
        <w:t>471.2102</w:t>
      </w:r>
      <w:r>
        <w:tab/>
        <w:t>4.051e0</w:t>
      </w:r>
    </w:p>
    <w:p w:rsidR="00E00D30" w:rsidRDefault="00E00D30" w:rsidP="00E00D30">
      <w:r>
        <w:lastRenderedPageBreak/>
        <w:t>471.2119</w:t>
      </w:r>
      <w:r>
        <w:tab/>
        <w:t>6.076e0</w:t>
      </w:r>
    </w:p>
    <w:p w:rsidR="00E00D30" w:rsidRDefault="00E00D30" w:rsidP="00E00D30">
      <w:r>
        <w:t>471.2151</w:t>
      </w:r>
      <w:r>
        <w:tab/>
        <w:t>8.900e0</w:t>
      </w:r>
    </w:p>
    <w:p w:rsidR="00E00D30" w:rsidRDefault="00E00D30" w:rsidP="00E00D30">
      <w:r>
        <w:t>471.2543</w:t>
      </w:r>
      <w:r>
        <w:tab/>
        <w:t>4.051e0</w:t>
      </w:r>
    </w:p>
    <w:p w:rsidR="00E00D30" w:rsidRDefault="00E00D30" w:rsidP="00E00D30">
      <w:r>
        <w:t>471.2575</w:t>
      </w:r>
      <w:r>
        <w:tab/>
        <w:t>1.968e0</w:t>
      </w:r>
    </w:p>
    <w:p w:rsidR="00E00D30" w:rsidRDefault="00E00D30" w:rsidP="00E00D30">
      <w:r>
        <w:t>471.2775</w:t>
      </w:r>
      <w:r>
        <w:tab/>
        <w:t>2.025e0</w:t>
      </w:r>
    </w:p>
    <w:p w:rsidR="00E00D30" w:rsidRDefault="00E00D30" w:rsidP="00E00D30">
      <w:r>
        <w:t>471.3123</w:t>
      </w:r>
      <w:r>
        <w:tab/>
        <w:t>1.013e0</w:t>
      </w:r>
    </w:p>
    <w:p w:rsidR="00E00D30" w:rsidRDefault="00E00D30" w:rsidP="00E00D30">
      <w:r>
        <w:t>471.3156</w:t>
      </w:r>
      <w:r>
        <w:tab/>
        <w:t>1.013e0</w:t>
      </w:r>
    </w:p>
    <w:p w:rsidR="00E00D30" w:rsidRDefault="00E00D30" w:rsidP="00E00D30">
      <w:r>
        <w:t>471.3207</w:t>
      </w:r>
      <w:r>
        <w:tab/>
        <w:t>1.261e0</w:t>
      </w:r>
    </w:p>
    <w:p w:rsidR="00E00D30" w:rsidRDefault="00E00D30" w:rsidP="00E00D30">
      <w:r>
        <w:t>471.3394</w:t>
      </w:r>
      <w:r>
        <w:tab/>
        <w:t>1.013e0</w:t>
      </w:r>
    </w:p>
    <w:p w:rsidR="00E00D30" w:rsidRDefault="00E00D30" w:rsidP="00E00D30">
      <w:r>
        <w:t>471.3477</w:t>
      </w:r>
      <w:r>
        <w:tab/>
        <w:t>1.013e0</w:t>
      </w:r>
    </w:p>
    <w:p w:rsidR="00E00D30" w:rsidRDefault="00E00D30" w:rsidP="00E00D30">
      <w:r>
        <w:t>471.3517</w:t>
      </w:r>
      <w:r>
        <w:tab/>
        <w:t>2.025e0</w:t>
      </w:r>
    </w:p>
    <w:p w:rsidR="00E00D30" w:rsidRDefault="00E00D30" w:rsidP="00E00D30">
      <w:r>
        <w:t>471.3735</w:t>
      </w:r>
      <w:r>
        <w:tab/>
        <w:t>1.013e0</w:t>
      </w:r>
    </w:p>
    <w:p w:rsidR="00E00D30" w:rsidRDefault="00E00D30" w:rsidP="00E00D30">
      <w:r>
        <w:t>471.3810</w:t>
      </w:r>
      <w:r>
        <w:tab/>
        <w:t>2.025e0</w:t>
      </w:r>
    </w:p>
    <w:p w:rsidR="00E00D30" w:rsidRDefault="00E00D30" w:rsidP="00E00D30">
      <w:r>
        <w:t>471.3824</w:t>
      </w:r>
      <w:r>
        <w:tab/>
        <w:t>2.025e0</w:t>
      </w:r>
    </w:p>
    <w:p w:rsidR="00E00D30" w:rsidRDefault="00E00D30" w:rsidP="00E00D30">
      <w:r>
        <w:t>471.4275</w:t>
      </w:r>
      <w:r>
        <w:tab/>
        <w:t>5.063e0</w:t>
      </w:r>
    </w:p>
    <w:p w:rsidR="00E00D30" w:rsidRDefault="00E00D30" w:rsidP="00E00D30">
      <w:r>
        <w:t>471.4496</w:t>
      </w:r>
      <w:r>
        <w:tab/>
        <w:t>1.013e0</w:t>
      </w:r>
    </w:p>
    <w:p w:rsidR="00E00D30" w:rsidRDefault="00E00D30" w:rsidP="00E00D30">
      <w:r>
        <w:t>471.4956</w:t>
      </w:r>
      <w:r>
        <w:tab/>
        <w:t>1.013e0</w:t>
      </w:r>
    </w:p>
    <w:p w:rsidR="00E00D30" w:rsidRDefault="00E00D30" w:rsidP="00E00D30">
      <w:r>
        <w:t>471.5145</w:t>
      </w:r>
      <w:r>
        <w:tab/>
        <w:t>2.025e0</w:t>
      </w:r>
    </w:p>
    <w:p w:rsidR="00E00D30" w:rsidRDefault="00E00D30" w:rsidP="00E00D30">
      <w:r>
        <w:t>471.5194</w:t>
      </w:r>
      <w:r>
        <w:tab/>
        <w:t>1.013e0</w:t>
      </w:r>
    </w:p>
    <w:p w:rsidR="00E00D30" w:rsidRDefault="00E00D30" w:rsidP="00E00D30">
      <w:r>
        <w:lastRenderedPageBreak/>
        <w:t>471.5648</w:t>
      </w:r>
      <w:r>
        <w:tab/>
        <w:t>2.025e0</w:t>
      </w:r>
    </w:p>
    <w:p w:rsidR="00E00D30" w:rsidRDefault="00E00D30" w:rsidP="00E00D30">
      <w:r>
        <w:t>471.5772</w:t>
      </w:r>
      <w:r>
        <w:tab/>
        <w:t>2.025e0</w:t>
      </w:r>
    </w:p>
    <w:p w:rsidR="00E00D30" w:rsidRDefault="00E00D30" w:rsidP="00E00D30">
      <w:r>
        <w:t>471.5966</w:t>
      </w:r>
      <w:r>
        <w:tab/>
        <w:t>2.025e0</w:t>
      </w:r>
    </w:p>
    <w:p w:rsidR="00E00D30" w:rsidRDefault="00E00D30" w:rsidP="00E00D30">
      <w:r>
        <w:t>471.6512</w:t>
      </w:r>
      <w:r>
        <w:tab/>
        <w:t>1.013e0</w:t>
      </w:r>
    </w:p>
    <w:p w:rsidR="00E00D30" w:rsidRDefault="00E00D30" w:rsidP="00E00D30">
      <w:r>
        <w:t>471.6561</w:t>
      </w:r>
      <w:r>
        <w:tab/>
        <w:t>2.025e0</w:t>
      </w:r>
    </w:p>
    <w:p w:rsidR="00E00D30" w:rsidRDefault="00E00D30" w:rsidP="00E00D30">
      <w:r>
        <w:t>471.6810</w:t>
      </w:r>
      <w:r>
        <w:tab/>
        <w:t>1.013e0</w:t>
      </w:r>
    </w:p>
    <w:p w:rsidR="00E00D30" w:rsidRDefault="00E00D30" w:rsidP="00E00D30">
      <w:r>
        <w:t>471.6933</w:t>
      </w:r>
      <w:r>
        <w:tab/>
        <w:t>2.025e0</w:t>
      </w:r>
    </w:p>
    <w:p w:rsidR="00E00D30" w:rsidRDefault="00E00D30" w:rsidP="00E00D30">
      <w:r>
        <w:t>471.7026</w:t>
      </w:r>
      <w:r>
        <w:tab/>
        <w:t>1.013e0</w:t>
      </w:r>
    </w:p>
    <w:p w:rsidR="00E00D30" w:rsidRDefault="00E00D30" w:rsidP="00E00D30">
      <w:r>
        <w:t>471.7570</w:t>
      </w:r>
      <w:r>
        <w:tab/>
        <w:t>1.013e0</w:t>
      </w:r>
    </w:p>
    <w:p w:rsidR="00E00D30" w:rsidRDefault="00E00D30" w:rsidP="00E00D30">
      <w:r>
        <w:t>471.7677</w:t>
      </w:r>
      <w:r>
        <w:tab/>
        <w:t>2.025e0</w:t>
      </w:r>
    </w:p>
    <w:p w:rsidR="00E00D30" w:rsidRDefault="00E00D30" w:rsidP="00E00D30">
      <w:r>
        <w:t>471.7912</w:t>
      </w:r>
      <w:r>
        <w:tab/>
        <w:t>2.025e0</w:t>
      </w:r>
    </w:p>
    <w:p w:rsidR="00E00D30" w:rsidRDefault="00E00D30" w:rsidP="00E00D30">
      <w:r>
        <w:t>471.7968</w:t>
      </w:r>
      <w:r>
        <w:tab/>
        <w:t>1.013e0</w:t>
      </w:r>
    </w:p>
    <w:p w:rsidR="00E00D30" w:rsidRDefault="00E00D30" w:rsidP="00E00D30">
      <w:r>
        <w:t>471.8321</w:t>
      </w:r>
      <w:r>
        <w:tab/>
        <w:t>1.013e0</w:t>
      </w:r>
    </w:p>
    <w:p w:rsidR="00E00D30" w:rsidRDefault="00E00D30" w:rsidP="00E00D30">
      <w:r>
        <w:t>471.8365</w:t>
      </w:r>
      <w:r>
        <w:tab/>
        <w:t>1.013e0</w:t>
      </w:r>
    </w:p>
    <w:p w:rsidR="00E00D30" w:rsidRDefault="00E00D30" w:rsidP="00E00D30">
      <w:r>
        <w:t>471.8609</w:t>
      </w:r>
      <w:r>
        <w:tab/>
        <w:t>2.025e0</w:t>
      </w:r>
    </w:p>
    <w:p w:rsidR="00E00D30" w:rsidRDefault="00E00D30" w:rsidP="00E00D30">
      <w:r>
        <w:t>471.8729</w:t>
      </w:r>
      <w:r>
        <w:tab/>
        <w:t>1.013e0</w:t>
      </w:r>
    </w:p>
    <w:p w:rsidR="00E00D30" w:rsidRDefault="00E00D30" w:rsidP="00E00D30">
      <w:r>
        <w:t>471.8761</w:t>
      </w:r>
      <w:r>
        <w:tab/>
        <w:t>1.013e0</w:t>
      </w:r>
    </w:p>
    <w:p w:rsidR="00E00D30" w:rsidRDefault="00E00D30" w:rsidP="00E00D30">
      <w:r>
        <w:t>471.9159</w:t>
      </w:r>
      <w:r>
        <w:tab/>
        <w:t>1.013e0</w:t>
      </w:r>
    </w:p>
    <w:p w:rsidR="00E00D30" w:rsidRDefault="00E00D30" w:rsidP="00E00D30">
      <w:r>
        <w:t>471.9227</w:t>
      </w:r>
      <w:r>
        <w:tab/>
        <w:t>5.063e0</w:t>
      </w:r>
    </w:p>
    <w:p w:rsidR="00E00D30" w:rsidRDefault="00E00D30" w:rsidP="00E00D30">
      <w:r>
        <w:lastRenderedPageBreak/>
        <w:t>471.9320</w:t>
      </w:r>
      <w:r>
        <w:tab/>
        <w:t>3.038e0</w:t>
      </w:r>
    </w:p>
    <w:p w:rsidR="00E00D30" w:rsidRDefault="00E00D30" w:rsidP="00E00D30">
      <w:r>
        <w:t>471.9388</w:t>
      </w:r>
      <w:r>
        <w:tab/>
        <w:t>1.013e0</w:t>
      </w:r>
    </w:p>
    <w:p w:rsidR="00E00D30" w:rsidRDefault="00E00D30" w:rsidP="00E00D30">
      <w:r>
        <w:t>471.9470</w:t>
      </w:r>
      <w:r>
        <w:tab/>
        <w:t>2.025e0</w:t>
      </w:r>
    </w:p>
    <w:p w:rsidR="00E00D30" w:rsidRDefault="00E00D30" w:rsidP="00E00D30">
      <w:r>
        <w:t>471.9520</w:t>
      </w:r>
      <w:r>
        <w:tab/>
        <w:t>1.013e0</w:t>
      </w:r>
    </w:p>
    <w:p w:rsidR="00E00D30" w:rsidRDefault="00E00D30" w:rsidP="00E00D30">
      <w:r>
        <w:t>471.9553</w:t>
      </w:r>
      <w:r>
        <w:tab/>
        <w:t>1.013e0</w:t>
      </w:r>
    </w:p>
    <w:p w:rsidR="00E00D30" w:rsidRDefault="00E00D30" w:rsidP="00E00D30">
      <w:r>
        <w:t>472.0055</w:t>
      </w:r>
      <w:r>
        <w:tab/>
        <w:t>1.013e0</w:t>
      </w:r>
    </w:p>
    <w:p w:rsidR="00E00D30" w:rsidRDefault="00E00D30" w:rsidP="00E00D30">
      <w:r>
        <w:t>472.0130</w:t>
      </w:r>
      <w:r>
        <w:tab/>
        <w:t>1.013e0</w:t>
      </w:r>
    </w:p>
    <w:p w:rsidR="00E00D30" w:rsidRDefault="00E00D30" w:rsidP="00E00D30">
      <w:r>
        <w:t>472.0631</w:t>
      </w:r>
      <w:r>
        <w:tab/>
        <w:t>1.013e0</w:t>
      </w:r>
    </w:p>
    <w:p w:rsidR="00E00D30" w:rsidRDefault="00E00D30" w:rsidP="00E00D30">
      <w:r>
        <w:t>472.0783</w:t>
      </w:r>
      <w:r>
        <w:tab/>
        <w:t>4.051e0</w:t>
      </w:r>
    </w:p>
    <w:p w:rsidR="00E00D30" w:rsidRDefault="00E00D30" w:rsidP="00E00D30">
      <w:r>
        <w:t>472.0894</w:t>
      </w:r>
      <w:r>
        <w:tab/>
        <w:t>1.013e0</w:t>
      </w:r>
    </w:p>
    <w:p w:rsidR="00E00D30" w:rsidRDefault="00E00D30" w:rsidP="00E00D30">
      <w:r>
        <w:t>472.1618</w:t>
      </w:r>
      <w:r>
        <w:tab/>
        <w:t>1.013e0</w:t>
      </w:r>
    </w:p>
    <w:p w:rsidR="00E00D30" w:rsidRDefault="00E00D30" w:rsidP="00E00D30">
      <w:r>
        <w:t>472.1877</w:t>
      </w:r>
      <w:r>
        <w:tab/>
        <w:t>6.076e0</w:t>
      </w:r>
    </w:p>
    <w:p w:rsidR="00E00D30" w:rsidRDefault="00E00D30" w:rsidP="00E00D30">
      <w:r>
        <w:t>472.2013</w:t>
      </w:r>
      <w:r>
        <w:tab/>
        <w:t>4.938e0</w:t>
      </w:r>
    </w:p>
    <w:p w:rsidR="00E00D30" w:rsidRDefault="00E00D30" w:rsidP="00E00D30">
      <w:r>
        <w:t>472.2032</w:t>
      </w:r>
      <w:r>
        <w:tab/>
        <w:t>2.025e0</w:t>
      </w:r>
    </w:p>
    <w:p w:rsidR="00E00D30" w:rsidRDefault="00E00D30" w:rsidP="00E00D30">
      <w:r>
        <w:t>472.2054</w:t>
      </w:r>
      <w:r>
        <w:tab/>
        <w:t>5.063e0</w:t>
      </w:r>
    </w:p>
    <w:p w:rsidR="00E00D30" w:rsidRDefault="00E00D30" w:rsidP="00E00D30">
      <w:r>
        <w:t>472.2088</w:t>
      </w:r>
      <w:r>
        <w:tab/>
        <w:t>6.381e0</w:t>
      </w:r>
    </w:p>
    <w:p w:rsidR="00E00D30" w:rsidRDefault="00E00D30" w:rsidP="00E00D30">
      <w:r>
        <w:t>472.2122</w:t>
      </w:r>
      <w:r>
        <w:tab/>
        <w:t>5.869e0</w:t>
      </w:r>
    </w:p>
    <w:p w:rsidR="00E00D30" w:rsidRDefault="00E00D30" w:rsidP="00E00D30">
      <w:r>
        <w:t>472.2168</w:t>
      </w:r>
      <w:r>
        <w:tab/>
        <w:t>3.038e0</w:t>
      </w:r>
    </w:p>
    <w:p w:rsidR="00E00D30" w:rsidRDefault="00E00D30" w:rsidP="00E00D30">
      <w:r>
        <w:t>472.2352</w:t>
      </w:r>
      <w:r>
        <w:tab/>
        <w:t>3.038e0</w:t>
      </w:r>
    </w:p>
    <w:p w:rsidR="00E00D30" w:rsidRDefault="00E00D30" w:rsidP="00E00D30">
      <w:r>
        <w:lastRenderedPageBreak/>
        <w:t>472.2382</w:t>
      </w:r>
      <w:r>
        <w:tab/>
        <w:t>2.592e0</w:t>
      </w:r>
    </w:p>
    <w:p w:rsidR="00E00D30" w:rsidRDefault="00E00D30" w:rsidP="00E00D30">
      <w:r>
        <w:t>472.2741</w:t>
      </w:r>
      <w:r>
        <w:tab/>
        <w:t>1.518e0</w:t>
      </w:r>
    </w:p>
    <w:p w:rsidR="00E00D30" w:rsidRDefault="00E00D30" w:rsidP="00E00D30">
      <w:r>
        <w:t>472.2853</w:t>
      </w:r>
      <w:r>
        <w:tab/>
        <w:t>1.013e0</w:t>
      </w:r>
    </w:p>
    <w:p w:rsidR="00E00D30" w:rsidRDefault="00E00D30" w:rsidP="00E00D30">
      <w:r>
        <w:t>472.2994</w:t>
      </w:r>
      <w:r>
        <w:tab/>
        <w:t>1.013e0</w:t>
      </w:r>
    </w:p>
    <w:p w:rsidR="00E00D30" w:rsidRDefault="00E00D30" w:rsidP="00E00D30">
      <w:r>
        <w:t>472.3265</w:t>
      </w:r>
      <w:r>
        <w:tab/>
        <w:t>1.013e0</w:t>
      </w:r>
    </w:p>
    <w:p w:rsidR="00E00D30" w:rsidRDefault="00E00D30" w:rsidP="00E00D30">
      <w:r>
        <w:t>472.3339</w:t>
      </w:r>
      <w:r>
        <w:tab/>
        <w:t>1.013e0</w:t>
      </w:r>
    </w:p>
    <w:p w:rsidR="00E00D30" w:rsidRDefault="00E00D30" w:rsidP="00E00D30">
      <w:r>
        <w:t>472.3378</w:t>
      </w:r>
      <w:r>
        <w:tab/>
        <w:t>3.038e0</w:t>
      </w:r>
    </w:p>
    <w:p w:rsidR="00E00D30" w:rsidRDefault="00E00D30" w:rsidP="00E00D30">
      <w:r>
        <w:t>472.3421</w:t>
      </w:r>
      <w:r>
        <w:tab/>
        <w:t>2.025e0</w:t>
      </w:r>
    </w:p>
    <w:p w:rsidR="00E00D30" w:rsidRDefault="00E00D30" w:rsidP="00E00D30">
      <w:r>
        <w:t>472.3459</w:t>
      </w:r>
      <w:r>
        <w:tab/>
        <w:t>2.025e0</w:t>
      </w:r>
    </w:p>
    <w:p w:rsidR="00E00D30" w:rsidRDefault="00E00D30" w:rsidP="00E00D30">
      <w:r>
        <w:t>472.3632</w:t>
      </w:r>
      <w:r>
        <w:tab/>
        <w:t>2.025e0</w:t>
      </w:r>
    </w:p>
    <w:p w:rsidR="00E00D30" w:rsidRDefault="00E00D30" w:rsidP="00E00D30">
      <w:r>
        <w:t>472.3649</w:t>
      </w:r>
      <w:r>
        <w:tab/>
        <w:t>2.608e0</w:t>
      </w:r>
    </w:p>
    <w:p w:rsidR="00E00D30" w:rsidRDefault="00E00D30" w:rsidP="00E00D30">
      <w:r>
        <w:t>472.3793</w:t>
      </w:r>
      <w:r>
        <w:tab/>
        <w:t>2.025e0</w:t>
      </w:r>
    </w:p>
    <w:p w:rsidR="00E00D30" w:rsidRDefault="00E00D30" w:rsidP="00E00D30">
      <w:r>
        <w:t>472.3962</w:t>
      </w:r>
      <w:r>
        <w:tab/>
        <w:t>2.025e0</w:t>
      </w:r>
    </w:p>
    <w:p w:rsidR="00E00D30" w:rsidRDefault="00E00D30" w:rsidP="00E00D30">
      <w:r>
        <w:t>472.4088</w:t>
      </w:r>
      <w:r>
        <w:tab/>
        <w:t>1.013e0</w:t>
      </w:r>
    </w:p>
    <w:p w:rsidR="00E00D30" w:rsidRDefault="00E00D30" w:rsidP="00E00D30">
      <w:r>
        <w:t>472.4152</w:t>
      </w:r>
      <w:r>
        <w:tab/>
        <w:t>1.013e0</w:t>
      </w:r>
    </w:p>
    <w:p w:rsidR="00E00D30" w:rsidRDefault="00E00D30" w:rsidP="00E00D30">
      <w:r>
        <w:t>472.4247</w:t>
      </w:r>
      <w:r>
        <w:tab/>
        <w:t>3.038e0</w:t>
      </w:r>
    </w:p>
    <w:p w:rsidR="00E00D30" w:rsidRDefault="00E00D30" w:rsidP="00E00D30">
      <w:r>
        <w:t>472.4556</w:t>
      </w:r>
      <w:r>
        <w:tab/>
        <w:t>1.013e0</w:t>
      </w:r>
    </w:p>
    <w:p w:rsidR="00E00D30" w:rsidRDefault="00E00D30" w:rsidP="00E00D30">
      <w:r>
        <w:t>472.5067</w:t>
      </w:r>
      <w:r>
        <w:tab/>
        <w:t>2.025e0</w:t>
      </w:r>
    </w:p>
    <w:p w:rsidR="00E00D30" w:rsidRDefault="00E00D30" w:rsidP="00E00D30">
      <w:r>
        <w:t>472.5233</w:t>
      </w:r>
      <w:r>
        <w:tab/>
        <w:t>2.025e0</w:t>
      </w:r>
    </w:p>
    <w:p w:rsidR="00E00D30" w:rsidRDefault="00E00D30" w:rsidP="00E00D30">
      <w:r>
        <w:lastRenderedPageBreak/>
        <w:t>472.5708</w:t>
      </w:r>
      <w:r>
        <w:tab/>
        <w:t>1.013e0</w:t>
      </w:r>
    </w:p>
    <w:p w:rsidR="00E00D30" w:rsidRDefault="00E00D30" w:rsidP="00E00D30">
      <w:r>
        <w:t>472.5812</w:t>
      </w:r>
      <w:r>
        <w:tab/>
        <w:t>1.013e0</w:t>
      </w:r>
    </w:p>
    <w:p w:rsidR="00E00D30" w:rsidRDefault="00E00D30" w:rsidP="00E00D30">
      <w:r>
        <w:t>472.5891</w:t>
      </w:r>
      <w:r>
        <w:tab/>
        <w:t>1.013e0</w:t>
      </w:r>
    </w:p>
    <w:p w:rsidR="00E00D30" w:rsidRDefault="00E00D30" w:rsidP="00E00D30">
      <w:r>
        <w:t>472.6105</w:t>
      </w:r>
      <w:r>
        <w:tab/>
        <w:t>1.013e0</w:t>
      </w:r>
    </w:p>
    <w:p w:rsidR="00E00D30" w:rsidRDefault="00E00D30" w:rsidP="00E00D30">
      <w:r>
        <w:t>472.6381</w:t>
      </w:r>
      <w:r>
        <w:tab/>
        <w:t>2.025e0</w:t>
      </w:r>
    </w:p>
    <w:p w:rsidR="00E00D30" w:rsidRDefault="00E00D30" w:rsidP="00E00D30">
      <w:r>
        <w:t>472.6476</w:t>
      </w:r>
      <w:r>
        <w:tab/>
        <w:t>1.013e0</w:t>
      </w:r>
    </w:p>
    <w:p w:rsidR="00E00D30" w:rsidRDefault="00E00D30" w:rsidP="00E00D30">
      <w:r>
        <w:t>472.6551</w:t>
      </w:r>
      <w:r>
        <w:tab/>
        <w:t>1.013e0</w:t>
      </w:r>
    </w:p>
    <w:p w:rsidR="00E00D30" w:rsidRDefault="00E00D30" w:rsidP="00E00D30">
      <w:r>
        <w:t>472.6635</w:t>
      </w:r>
      <w:r>
        <w:tab/>
        <w:t>1.013e0</w:t>
      </w:r>
    </w:p>
    <w:p w:rsidR="00E00D30" w:rsidRDefault="00E00D30" w:rsidP="00E00D30">
      <w:r>
        <w:t>472.6897</w:t>
      </w:r>
      <w:r>
        <w:tab/>
        <w:t>1.013e0</w:t>
      </w:r>
    </w:p>
    <w:p w:rsidR="00E00D30" w:rsidRDefault="00E00D30" w:rsidP="00E00D30">
      <w:r>
        <w:t>472.7053</w:t>
      </w:r>
      <w:r>
        <w:tab/>
        <w:t>1.013e0</w:t>
      </w:r>
    </w:p>
    <w:p w:rsidR="00E00D30" w:rsidRDefault="00E00D30" w:rsidP="00E00D30">
      <w:r>
        <w:t>472.7295</w:t>
      </w:r>
      <w:r>
        <w:tab/>
        <w:t>1.013e0</w:t>
      </w:r>
    </w:p>
    <w:p w:rsidR="00E00D30" w:rsidRDefault="00E00D30" w:rsidP="00E00D30">
      <w:r>
        <w:t>472.7375</w:t>
      </w:r>
      <w:r>
        <w:tab/>
        <w:t>1.013e0</w:t>
      </w:r>
    </w:p>
    <w:p w:rsidR="00E00D30" w:rsidRDefault="00E00D30" w:rsidP="00E00D30">
      <w:r>
        <w:t>472.7443</w:t>
      </w:r>
      <w:r>
        <w:tab/>
        <w:t>1.013e0</w:t>
      </w:r>
    </w:p>
    <w:p w:rsidR="00E00D30" w:rsidRDefault="00E00D30" w:rsidP="00E00D30">
      <w:r>
        <w:t>472.7650</w:t>
      </w:r>
      <w:r>
        <w:tab/>
        <w:t>4.051e0</w:t>
      </w:r>
    </w:p>
    <w:p w:rsidR="00E00D30" w:rsidRDefault="00E00D30" w:rsidP="00E00D30">
      <w:r>
        <w:t>472.7951</w:t>
      </w:r>
      <w:r>
        <w:tab/>
        <w:t>1.013e0</w:t>
      </w:r>
    </w:p>
    <w:p w:rsidR="00E00D30" w:rsidRDefault="00E00D30" w:rsidP="00E00D30">
      <w:r>
        <w:t>472.8055</w:t>
      </w:r>
      <w:r>
        <w:tab/>
        <w:t>1.013e0</w:t>
      </w:r>
    </w:p>
    <w:p w:rsidR="00E00D30" w:rsidRDefault="00E00D30" w:rsidP="00E00D30">
      <w:r>
        <w:t>472.8201</w:t>
      </w:r>
      <w:r>
        <w:tab/>
        <w:t>1.013e0</w:t>
      </w:r>
    </w:p>
    <w:p w:rsidR="00E00D30" w:rsidRDefault="00E00D30" w:rsidP="00E00D30">
      <w:r>
        <w:t>472.8694</w:t>
      </w:r>
      <w:r>
        <w:tab/>
        <w:t>2.025e0</w:t>
      </w:r>
    </w:p>
    <w:p w:rsidR="00E00D30" w:rsidRDefault="00E00D30" w:rsidP="00E00D30">
      <w:r>
        <w:t>472.8717</w:t>
      </w:r>
      <w:r>
        <w:tab/>
        <w:t>2.025e0</w:t>
      </w:r>
    </w:p>
    <w:p w:rsidR="00E00D30" w:rsidRDefault="00E00D30" w:rsidP="00E00D30">
      <w:r>
        <w:lastRenderedPageBreak/>
        <w:t>472.8824</w:t>
      </w:r>
      <w:r>
        <w:tab/>
        <w:t>1.013e0</w:t>
      </w:r>
    </w:p>
    <w:p w:rsidR="00E00D30" w:rsidRDefault="00E00D30" w:rsidP="00E00D30">
      <w:r>
        <w:t>472.8940</w:t>
      </w:r>
      <w:r>
        <w:tab/>
        <w:t>1.013e0</w:t>
      </w:r>
    </w:p>
    <w:p w:rsidR="00E00D30" w:rsidRDefault="00E00D30" w:rsidP="00E00D30">
      <w:r>
        <w:t>472.9032</w:t>
      </w:r>
      <w:r>
        <w:tab/>
        <w:t>1.013e0</w:t>
      </w:r>
    </w:p>
    <w:p w:rsidR="00E00D30" w:rsidRDefault="00E00D30" w:rsidP="00E00D30">
      <w:r>
        <w:t>472.9520</w:t>
      </w:r>
      <w:r>
        <w:tab/>
        <w:t>1.013e0</w:t>
      </w:r>
    </w:p>
    <w:p w:rsidR="00E00D30" w:rsidRDefault="00E00D30" w:rsidP="00E00D30">
      <w:r>
        <w:t>473.0023</w:t>
      </w:r>
      <w:r>
        <w:tab/>
        <w:t>2.025e0</w:t>
      </w:r>
    </w:p>
    <w:p w:rsidR="00E00D30" w:rsidRDefault="00E00D30" w:rsidP="00E00D30">
      <w:r>
        <w:t>473.0103</w:t>
      </w:r>
      <w:r>
        <w:tab/>
        <w:t>1.013e0</w:t>
      </w:r>
    </w:p>
    <w:p w:rsidR="00E00D30" w:rsidRDefault="00E00D30" w:rsidP="00E00D30">
      <w:r>
        <w:t>473.0177</w:t>
      </w:r>
      <w:r>
        <w:tab/>
        <w:t>2.025e0</w:t>
      </w:r>
    </w:p>
    <w:p w:rsidR="00E00D30" w:rsidRDefault="00E00D30" w:rsidP="00E00D30">
      <w:r>
        <w:t>473.0262</w:t>
      </w:r>
      <w:r>
        <w:tab/>
        <w:t>1.013e0</w:t>
      </w:r>
    </w:p>
    <w:p w:rsidR="00E00D30" w:rsidRDefault="00E00D30" w:rsidP="00E00D30">
      <w:r>
        <w:t>473.0555</w:t>
      </w:r>
      <w:r>
        <w:tab/>
        <w:t>1.013e0</w:t>
      </w:r>
    </w:p>
    <w:p w:rsidR="00E00D30" w:rsidRDefault="00E00D30" w:rsidP="00E00D30">
      <w:r>
        <w:t>473.0776</w:t>
      </w:r>
      <w:r>
        <w:tab/>
        <w:t>1.013e0</w:t>
      </w:r>
    </w:p>
    <w:p w:rsidR="00E00D30" w:rsidRDefault="00E00D30" w:rsidP="00E00D30">
      <w:r>
        <w:t>473.0919</w:t>
      </w:r>
      <w:r>
        <w:tab/>
        <w:t>1.013e0</w:t>
      </w:r>
    </w:p>
    <w:p w:rsidR="00E00D30" w:rsidRDefault="00E00D30" w:rsidP="00E00D30">
      <w:r>
        <w:t>473.1323</w:t>
      </w:r>
      <w:r>
        <w:tab/>
        <w:t>3.038e0</w:t>
      </w:r>
    </w:p>
    <w:p w:rsidR="00E00D30" w:rsidRDefault="00E00D30" w:rsidP="00E00D30">
      <w:r>
        <w:t>473.1537</w:t>
      </w:r>
      <w:r>
        <w:tab/>
        <w:t>2.025e0</w:t>
      </w:r>
    </w:p>
    <w:p w:rsidR="00E00D30" w:rsidRDefault="00E00D30" w:rsidP="00E00D30">
      <w:r>
        <w:t>473.1581</w:t>
      </w:r>
      <w:r>
        <w:tab/>
        <w:t>1.013e0</w:t>
      </w:r>
    </w:p>
    <w:p w:rsidR="00E00D30" w:rsidRDefault="00E00D30" w:rsidP="00E00D30">
      <w:r>
        <w:t>473.1777</w:t>
      </w:r>
      <w:r>
        <w:tab/>
        <w:t>2.025e0</w:t>
      </w:r>
    </w:p>
    <w:p w:rsidR="00E00D30" w:rsidRDefault="00E00D30" w:rsidP="00E00D30">
      <w:r>
        <w:t>473.1885</w:t>
      </w:r>
      <w:r>
        <w:tab/>
        <w:t>4.051e0</w:t>
      </w:r>
    </w:p>
    <w:p w:rsidR="00E00D30" w:rsidRDefault="00E00D30" w:rsidP="00E00D30">
      <w:r>
        <w:t>473.2076</w:t>
      </w:r>
      <w:r>
        <w:tab/>
        <w:t>1.013e0</w:t>
      </w:r>
    </w:p>
    <w:p w:rsidR="00E00D30" w:rsidRDefault="00E00D30" w:rsidP="00E00D30">
      <w:r>
        <w:t>473.2178</w:t>
      </w:r>
      <w:r>
        <w:tab/>
        <w:t>4.051e0</w:t>
      </w:r>
    </w:p>
    <w:p w:rsidR="00E00D30" w:rsidRDefault="00E00D30" w:rsidP="00E00D30">
      <w:r>
        <w:t>473.2223</w:t>
      </w:r>
      <w:r>
        <w:tab/>
        <w:t>3.038e0</w:t>
      </w:r>
    </w:p>
    <w:p w:rsidR="00E00D30" w:rsidRDefault="00E00D30" w:rsidP="00E00D30">
      <w:r>
        <w:lastRenderedPageBreak/>
        <w:t>473.2289</w:t>
      </w:r>
      <w:r>
        <w:tab/>
        <w:t>2.025e0</w:t>
      </w:r>
    </w:p>
    <w:p w:rsidR="00E00D30" w:rsidRDefault="00E00D30" w:rsidP="00E00D30">
      <w:r>
        <w:t>473.2766</w:t>
      </w:r>
      <w:r>
        <w:tab/>
        <w:t>5.063e0</w:t>
      </w:r>
    </w:p>
    <w:p w:rsidR="00E00D30" w:rsidRDefault="00E00D30" w:rsidP="00E00D30">
      <w:r>
        <w:t>473.2797</w:t>
      </w:r>
      <w:r>
        <w:tab/>
        <w:t>4.589e0</w:t>
      </w:r>
    </w:p>
    <w:p w:rsidR="00E00D30" w:rsidRDefault="00E00D30" w:rsidP="00E00D30">
      <w:r>
        <w:t>473.2866</w:t>
      </w:r>
      <w:r>
        <w:tab/>
        <w:t>3.855e0</w:t>
      </w:r>
    </w:p>
    <w:p w:rsidR="00E00D30" w:rsidRDefault="00E00D30" w:rsidP="00E00D30">
      <w:r>
        <w:t>473.2900</w:t>
      </w:r>
      <w:r>
        <w:tab/>
        <w:t>3.972e0</w:t>
      </w:r>
    </w:p>
    <w:p w:rsidR="00E00D30" w:rsidRDefault="00E00D30" w:rsidP="00E00D30">
      <w:r>
        <w:t>473.3175</w:t>
      </w:r>
      <w:r>
        <w:tab/>
        <w:t>6.201e0</w:t>
      </w:r>
    </w:p>
    <w:p w:rsidR="00E00D30" w:rsidRDefault="00E00D30" w:rsidP="00E00D30">
      <w:r>
        <w:t>473.3311</w:t>
      </w:r>
      <w:r>
        <w:tab/>
        <w:t>3.038e0</w:t>
      </w:r>
    </w:p>
    <w:p w:rsidR="00E00D30" w:rsidRDefault="00E00D30" w:rsidP="00E00D30">
      <w:r>
        <w:t>473.3344</w:t>
      </w:r>
      <w:r>
        <w:tab/>
        <w:t>3.038e0</w:t>
      </w:r>
    </w:p>
    <w:p w:rsidR="00E00D30" w:rsidRDefault="00E00D30" w:rsidP="00E00D30">
      <w:r>
        <w:t>473.3362</w:t>
      </w:r>
      <w:r>
        <w:tab/>
        <w:t>4.051e0</w:t>
      </w:r>
    </w:p>
    <w:p w:rsidR="00E00D30" w:rsidRDefault="00E00D30" w:rsidP="00E00D30">
      <w:r>
        <w:t>473.3432</w:t>
      </w:r>
      <w:r>
        <w:tab/>
        <w:t>4.097e0</w:t>
      </w:r>
    </w:p>
    <w:p w:rsidR="00E00D30" w:rsidRDefault="00E00D30" w:rsidP="00E00D30">
      <w:r>
        <w:t>473.3507</w:t>
      </w:r>
      <w:r>
        <w:tab/>
        <w:t>3.038e0</w:t>
      </w:r>
    </w:p>
    <w:p w:rsidR="00E00D30" w:rsidRDefault="00E00D30" w:rsidP="00E00D30">
      <w:r>
        <w:t>473.3573</w:t>
      </w:r>
      <w:r>
        <w:tab/>
        <w:t>3.038e0</w:t>
      </w:r>
    </w:p>
    <w:p w:rsidR="00E00D30" w:rsidRDefault="00E00D30" w:rsidP="00E00D30">
      <w:r>
        <w:t>473.3632</w:t>
      </w:r>
      <w:r>
        <w:tab/>
        <w:t>2.025e0</w:t>
      </w:r>
    </w:p>
    <w:p w:rsidR="00E00D30" w:rsidRDefault="00E00D30" w:rsidP="00E00D30">
      <w:r>
        <w:t>473.3777</w:t>
      </w:r>
      <w:r>
        <w:tab/>
        <w:t>2.025e0</w:t>
      </w:r>
    </w:p>
    <w:p w:rsidR="00E00D30" w:rsidRDefault="00E00D30" w:rsidP="00E00D30">
      <w:r>
        <w:t>473.3955</w:t>
      </w:r>
      <w:r>
        <w:tab/>
        <w:t>2.025e0</w:t>
      </w:r>
    </w:p>
    <w:p w:rsidR="00E00D30" w:rsidRDefault="00E00D30" w:rsidP="00E00D30">
      <w:r>
        <w:t>473.4034</w:t>
      </w:r>
      <w:r>
        <w:tab/>
        <w:t>1.013e0</w:t>
      </w:r>
    </w:p>
    <w:p w:rsidR="00E00D30" w:rsidRDefault="00E00D30" w:rsidP="00E00D30">
      <w:r>
        <w:t>473.4101</w:t>
      </w:r>
      <w:r>
        <w:tab/>
        <w:t>3.038e0</w:t>
      </w:r>
    </w:p>
    <w:p w:rsidR="00E00D30" w:rsidRDefault="00E00D30" w:rsidP="00E00D30">
      <w:r>
        <w:t>473.4158</w:t>
      </w:r>
      <w:r>
        <w:tab/>
        <w:t>2.025e0</w:t>
      </w:r>
    </w:p>
    <w:p w:rsidR="00E00D30" w:rsidRDefault="00E00D30" w:rsidP="00E00D30">
      <w:r>
        <w:t>473.4242</w:t>
      </w:r>
      <w:r>
        <w:tab/>
        <w:t>1.013e0</w:t>
      </w:r>
    </w:p>
    <w:p w:rsidR="00E00D30" w:rsidRDefault="00E00D30" w:rsidP="00E00D30">
      <w:r>
        <w:lastRenderedPageBreak/>
        <w:t>473.4533</w:t>
      </w:r>
      <w:r>
        <w:tab/>
        <w:t>2.025e0</w:t>
      </w:r>
    </w:p>
    <w:p w:rsidR="00E00D30" w:rsidRDefault="00E00D30" w:rsidP="00E00D30">
      <w:r>
        <w:t>473.4857</w:t>
      </w:r>
      <w:r>
        <w:tab/>
        <w:t>2.025e0</w:t>
      </w:r>
    </w:p>
    <w:p w:rsidR="00E00D30" w:rsidRDefault="00E00D30" w:rsidP="00E00D30">
      <w:r>
        <w:t>473.4963</w:t>
      </w:r>
      <w:r>
        <w:tab/>
        <w:t>1.013e0</w:t>
      </w:r>
    </w:p>
    <w:p w:rsidR="00E00D30" w:rsidRDefault="00E00D30" w:rsidP="00E00D30">
      <w:r>
        <w:t>473.5046</w:t>
      </w:r>
      <w:r>
        <w:tab/>
        <w:t>1.013e0</w:t>
      </w:r>
    </w:p>
    <w:p w:rsidR="00E00D30" w:rsidRDefault="00E00D30" w:rsidP="00E00D30">
      <w:r>
        <w:t>473.5219</w:t>
      </w:r>
      <w:r>
        <w:tab/>
        <w:t>1.013e0</w:t>
      </w:r>
    </w:p>
    <w:p w:rsidR="00E00D30" w:rsidRDefault="00E00D30" w:rsidP="00E00D30">
      <w:r>
        <w:t>473.5387</w:t>
      </w:r>
      <w:r>
        <w:tab/>
        <w:t>3.038e0</w:t>
      </w:r>
    </w:p>
    <w:p w:rsidR="00E00D30" w:rsidRDefault="00E00D30" w:rsidP="00E00D30">
      <w:r>
        <w:t>473.5456</w:t>
      </w:r>
      <w:r>
        <w:tab/>
        <w:t>1.013e0</w:t>
      </w:r>
    </w:p>
    <w:p w:rsidR="00E00D30" w:rsidRDefault="00E00D30" w:rsidP="00E00D30">
      <w:r>
        <w:t>473.5623</w:t>
      </w:r>
      <w:r>
        <w:tab/>
        <w:t>1.013e0</w:t>
      </w:r>
    </w:p>
    <w:p w:rsidR="00E00D30" w:rsidRDefault="00E00D30" w:rsidP="00E00D30">
      <w:r>
        <w:t>473.5737</w:t>
      </w:r>
      <w:r>
        <w:tab/>
        <w:t>4.051e0</w:t>
      </w:r>
    </w:p>
    <w:p w:rsidR="00E00D30" w:rsidRDefault="00E00D30" w:rsidP="00E00D30">
      <w:r>
        <w:t>473.6201</w:t>
      </w:r>
      <w:r>
        <w:tab/>
        <w:t>1.013e0</w:t>
      </w:r>
    </w:p>
    <w:p w:rsidR="00E00D30" w:rsidRDefault="00E00D30" w:rsidP="00E00D30">
      <w:r>
        <w:t>473.6342</w:t>
      </w:r>
      <w:r>
        <w:tab/>
        <w:t>2.025e0</w:t>
      </w:r>
    </w:p>
    <w:p w:rsidR="00E00D30" w:rsidRDefault="00E00D30" w:rsidP="00E00D30">
      <w:r>
        <w:t>473.6363</w:t>
      </w:r>
      <w:r>
        <w:tab/>
        <w:t>2.025e0</w:t>
      </w:r>
    </w:p>
    <w:p w:rsidR="00E00D30" w:rsidRDefault="00E00D30" w:rsidP="00E00D30">
      <w:r>
        <w:t>473.6535</w:t>
      </w:r>
      <w:r>
        <w:tab/>
        <w:t>1.013e0</w:t>
      </w:r>
    </w:p>
    <w:p w:rsidR="00E00D30" w:rsidRDefault="00E00D30" w:rsidP="00E00D30">
      <w:r>
        <w:t>473.6956</w:t>
      </w:r>
      <w:r>
        <w:tab/>
        <w:t>1.013e0</w:t>
      </w:r>
    </w:p>
    <w:p w:rsidR="00E00D30" w:rsidRDefault="00E00D30" w:rsidP="00E00D30">
      <w:r>
        <w:t>473.7027</w:t>
      </w:r>
      <w:r>
        <w:tab/>
        <w:t>1.013e0</w:t>
      </w:r>
    </w:p>
    <w:p w:rsidR="00E00D30" w:rsidRDefault="00E00D30" w:rsidP="00E00D30">
      <w:r>
        <w:t>473.7140</w:t>
      </w:r>
      <w:r>
        <w:tab/>
        <w:t>1.013e0</w:t>
      </w:r>
    </w:p>
    <w:p w:rsidR="00E00D30" w:rsidRDefault="00E00D30" w:rsidP="00E00D30">
      <w:r>
        <w:t>473.7189</w:t>
      </w:r>
      <w:r>
        <w:tab/>
        <w:t>1.013e0</w:t>
      </w:r>
    </w:p>
    <w:p w:rsidR="00E00D30" w:rsidRDefault="00E00D30" w:rsidP="00E00D30">
      <w:r>
        <w:t>473.7685</w:t>
      </w:r>
      <w:r>
        <w:tab/>
        <w:t>1.013e0</w:t>
      </w:r>
    </w:p>
    <w:p w:rsidR="00E00D30" w:rsidRDefault="00E00D30" w:rsidP="00E00D30">
      <w:r>
        <w:t>473.7719</w:t>
      </w:r>
      <w:r>
        <w:tab/>
        <w:t>1.013e0</w:t>
      </w:r>
    </w:p>
    <w:p w:rsidR="00E00D30" w:rsidRDefault="00E00D30" w:rsidP="00E00D30">
      <w:r>
        <w:lastRenderedPageBreak/>
        <w:t>473.7827</w:t>
      </w:r>
      <w:r>
        <w:tab/>
        <w:t>2.025e0</w:t>
      </w:r>
    </w:p>
    <w:p w:rsidR="00E00D30" w:rsidRDefault="00E00D30" w:rsidP="00E00D30">
      <w:r>
        <w:t>473.8082</w:t>
      </w:r>
      <w:r>
        <w:tab/>
        <w:t>1.013e0</w:t>
      </w:r>
    </w:p>
    <w:p w:rsidR="00E00D30" w:rsidRDefault="00E00D30" w:rsidP="00E00D30">
      <w:r>
        <w:t>473.8304</w:t>
      </w:r>
      <w:r>
        <w:tab/>
        <w:t>1.013e0</w:t>
      </w:r>
    </w:p>
    <w:p w:rsidR="00E00D30" w:rsidRDefault="00E00D30" w:rsidP="00E00D30">
      <w:r>
        <w:t>473.8721</w:t>
      </w:r>
      <w:r>
        <w:tab/>
        <w:t>2.025e0</w:t>
      </w:r>
    </w:p>
    <w:p w:rsidR="00E00D30" w:rsidRDefault="00E00D30" w:rsidP="00E00D30">
      <w:r>
        <w:t>473.8846</w:t>
      </w:r>
      <w:r>
        <w:tab/>
        <w:t>2.025e0</w:t>
      </w:r>
    </w:p>
    <w:p w:rsidR="00E00D30" w:rsidRDefault="00E00D30" w:rsidP="00E00D30">
      <w:r>
        <w:t>473.8923</w:t>
      </w:r>
      <w:r>
        <w:tab/>
        <w:t>1.013e0</w:t>
      </w:r>
    </w:p>
    <w:p w:rsidR="00E00D30" w:rsidRDefault="00E00D30" w:rsidP="00E00D30">
      <w:r>
        <w:t>473.8967</w:t>
      </w:r>
      <w:r>
        <w:tab/>
        <w:t>2.025e0</w:t>
      </w:r>
    </w:p>
    <w:p w:rsidR="00E00D30" w:rsidRDefault="00E00D30" w:rsidP="00E00D30">
      <w:r>
        <w:t>473.9173</w:t>
      </w:r>
      <w:r>
        <w:tab/>
        <w:t>1.013e0</w:t>
      </w:r>
    </w:p>
    <w:p w:rsidR="00E00D30" w:rsidRDefault="00E00D30" w:rsidP="00E00D30">
      <w:r>
        <w:t>473.9584</w:t>
      </w:r>
      <w:r>
        <w:tab/>
        <w:t>1.013e0</w:t>
      </w:r>
    </w:p>
    <w:p w:rsidR="00E00D30" w:rsidRDefault="00E00D30" w:rsidP="00E00D30">
      <w:r>
        <w:t>473.9642</w:t>
      </w:r>
      <w:r>
        <w:tab/>
        <w:t>2.025e0</w:t>
      </w:r>
    </w:p>
    <w:p w:rsidR="00E00D30" w:rsidRDefault="00E00D30" w:rsidP="00E00D30">
      <w:r>
        <w:t>474.0164</w:t>
      </w:r>
      <w:r>
        <w:tab/>
        <w:t>2.025e0</w:t>
      </w:r>
    </w:p>
    <w:p w:rsidR="00E00D30" w:rsidRDefault="00E00D30" w:rsidP="00E00D30">
      <w:r>
        <w:t>474.0239</w:t>
      </w:r>
      <w:r>
        <w:tab/>
        <w:t>2.025e0</w:t>
      </w:r>
    </w:p>
    <w:p w:rsidR="00E00D30" w:rsidRDefault="00E00D30" w:rsidP="00E00D30">
      <w:r>
        <w:t>474.0396</w:t>
      </w:r>
      <w:r>
        <w:tab/>
        <w:t>1.013e0</w:t>
      </w:r>
    </w:p>
    <w:p w:rsidR="00E00D30" w:rsidRDefault="00E00D30" w:rsidP="00E00D30">
      <w:r>
        <w:t>474.0429</w:t>
      </w:r>
      <w:r>
        <w:tab/>
        <w:t>1.013e0</w:t>
      </w:r>
    </w:p>
    <w:p w:rsidR="00E00D30" w:rsidRDefault="00E00D30" w:rsidP="00E00D30">
      <w:r>
        <w:t>474.0477</w:t>
      </w:r>
      <w:r>
        <w:tab/>
        <w:t>2.025e0</w:t>
      </w:r>
    </w:p>
    <w:p w:rsidR="00E00D30" w:rsidRDefault="00E00D30" w:rsidP="00E00D30">
      <w:r>
        <w:t>474.0495</w:t>
      </w:r>
      <w:r>
        <w:tab/>
        <w:t>1.013e0</w:t>
      </w:r>
    </w:p>
    <w:p w:rsidR="00E00D30" w:rsidRDefault="00E00D30" w:rsidP="00E00D30">
      <w:r>
        <w:t>474.0831</w:t>
      </w:r>
      <w:r>
        <w:tab/>
        <w:t>1.013e0</w:t>
      </w:r>
    </w:p>
    <w:p w:rsidR="00E00D30" w:rsidRDefault="00E00D30" w:rsidP="00E00D30">
      <w:r>
        <w:t>474.1156</w:t>
      </w:r>
      <w:r>
        <w:tab/>
        <w:t>1.013e0</w:t>
      </w:r>
    </w:p>
    <w:p w:rsidR="00E00D30" w:rsidRDefault="00E00D30" w:rsidP="00E00D30">
      <w:r>
        <w:t>474.1190</w:t>
      </w:r>
      <w:r>
        <w:tab/>
        <w:t>1.013e0</w:t>
      </w:r>
    </w:p>
    <w:p w:rsidR="00E00D30" w:rsidRDefault="00E00D30" w:rsidP="00E00D30">
      <w:r>
        <w:lastRenderedPageBreak/>
        <w:t>474.1296</w:t>
      </w:r>
      <w:r>
        <w:tab/>
        <w:t>2.025e0</w:t>
      </w:r>
    </w:p>
    <w:p w:rsidR="00E00D30" w:rsidRDefault="00E00D30" w:rsidP="00E00D30">
      <w:r>
        <w:t>474.1484</w:t>
      </w:r>
      <w:r>
        <w:tab/>
        <w:t>1.013e0</w:t>
      </w:r>
    </w:p>
    <w:p w:rsidR="00E00D30" w:rsidRDefault="00E00D30" w:rsidP="00E00D30">
      <w:r>
        <w:t>474.1649</w:t>
      </w:r>
      <w:r>
        <w:tab/>
        <w:t>1.013e0</w:t>
      </w:r>
    </w:p>
    <w:p w:rsidR="00E00D30" w:rsidRDefault="00E00D30" w:rsidP="00E00D30">
      <w:r>
        <w:t>474.1899</w:t>
      </w:r>
      <w:r>
        <w:tab/>
        <w:t>1.013e0</w:t>
      </w:r>
    </w:p>
    <w:p w:rsidR="00E00D30" w:rsidRDefault="00E00D30" w:rsidP="00E00D30">
      <w:r>
        <w:t>474.1934</w:t>
      </w:r>
      <w:r>
        <w:tab/>
        <w:t>6.076e0</w:t>
      </w:r>
    </w:p>
    <w:p w:rsidR="00E00D30" w:rsidRDefault="00E00D30" w:rsidP="00E00D30">
      <w:r>
        <w:t>474.1985</w:t>
      </w:r>
      <w:r>
        <w:tab/>
        <w:t>2.025e0</w:t>
      </w:r>
    </w:p>
    <w:p w:rsidR="00E00D30" w:rsidRDefault="00E00D30" w:rsidP="00E00D30">
      <w:r>
        <w:t>474.2357</w:t>
      </w:r>
      <w:r>
        <w:tab/>
        <w:t>1.013e0</w:t>
      </w:r>
    </w:p>
    <w:p w:rsidR="00E00D30" w:rsidRDefault="00E00D30" w:rsidP="00E00D30">
      <w:r>
        <w:t>474.2399</w:t>
      </w:r>
      <w:r>
        <w:tab/>
        <w:t>2.883e0</w:t>
      </w:r>
    </w:p>
    <w:p w:rsidR="00E00D30" w:rsidRDefault="00E00D30" w:rsidP="00E00D30">
      <w:r>
        <w:t>474.2544</w:t>
      </w:r>
      <w:r>
        <w:tab/>
        <w:t>4.051e0</w:t>
      </w:r>
    </w:p>
    <w:p w:rsidR="00E00D30" w:rsidRDefault="00E00D30" w:rsidP="00E00D30">
      <w:r>
        <w:t>474.2686</w:t>
      </w:r>
      <w:r>
        <w:tab/>
        <w:t>2.025e0</w:t>
      </w:r>
    </w:p>
    <w:p w:rsidR="00E00D30" w:rsidRDefault="00E00D30" w:rsidP="00E00D30">
      <w:r>
        <w:t>474.2715</w:t>
      </w:r>
      <w:r>
        <w:tab/>
        <w:t>1.013e0</w:t>
      </w:r>
    </w:p>
    <w:p w:rsidR="00E00D30" w:rsidRDefault="00E00D30" w:rsidP="00E00D30">
      <w:r>
        <w:t>474.2768</w:t>
      </w:r>
      <w:r>
        <w:tab/>
        <w:t>2.025e0</w:t>
      </w:r>
    </w:p>
    <w:p w:rsidR="00E00D30" w:rsidRDefault="00E00D30" w:rsidP="00E00D30">
      <w:r>
        <w:t>474.2858</w:t>
      </w:r>
      <w:r>
        <w:tab/>
        <w:t>3.086e0</w:t>
      </w:r>
    </w:p>
    <w:p w:rsidR="00E00D30" w:rsidRDefault="00E00D30" w:rsidP="00E00D30">
      <w:r>
        <w:t>474.2922</w:t>
      </w:r>
      <w:r>
        <w:tab/>
        <w:t>1.994e0</w:t>
      </w:r>
    </w:p>
    <w:p w:rsidR="00E00D30" w:rsidRDefault="00E00D30" w:rsidP="00E00D30">
      <w:r>
        <w:t>474.3056</w:t>
      </w:r>
      <w:r>
        <w:tab/>
        <w:t>1.013e0</w:t>
      </w:r>
    </w:p>
    <w:p w:rsidR="00E00D30" w:rsidRDefault="00E00D30" w:rsidP="00E00D30">
      <w:r>
        <w:t>474.3160</w:t>
      </w:r>
      <w:r>
        <w:tab/>
        <w:t>2.025e0</w:t>
      </w:r>
    </w:p>
    <w:p w:rsidR="00E00D30" w:rsidRDefault="00E00D30" w:rsidP="00E00D30">
      <w:r>
        <w:t>474.3449</w:t>
      </w:r>
      <w:r>
        <w:tab/>
        <w:t>2.879e0</w:t>
      </w:r>
    </w:p>
    <w:p w:rsidR="00E00D30" w:rsidRDefault="00E00D30" w:rsidP="00E00D30">
      <w:r>
        <w:t>474.3514</w:t>
      </w:r>
      <w:r>
        <w:tab/>
        <w:t>1.013e0</w:t>
      </w:r>
    </w:p>
    <w:p w:rsidR="00E00D30" w:rsidRDefault="00E00D30" w:rsidP="00E00D30">
      <w:r>
        <w:t>474.3560</w:t>
      </w:r>
      <w:r>
        <w:tab/>
        <w:t>4.419e0</w:t>
      </w:r>
    </w:p>
    <w:p w:rsidR="00E00D30" w:rsidRDefault="00E00D30" w:rsidP="00E00D30">
      <w:r>
        <w:lastRenderedPageBreak/>
        <w:t>474.3661</w:t>
      </w:r>
      <w:r>
        <w:tab/>
        <w:t>2.025e0</w:t>
      </w:r>
    </w:p>
    <w:p w:rsidR="00E00D30" w:rsidRDefault="00E00D30" w:rsidP="00E00D30">
      <w:r>
        <w:t>474.3690</w:t>
      </w:r>
      <w:r>
        <w:tab/>
        <w:t>1.013e0</w:t>
      </w:r>
    </w:p>
    <w:p w:rsidR="00E00D30" w:rsidRDefault="00E00D30" w:rsidP="00E00D30">
      <w:r>
        <w:t>474.3752</w:t>
      </w:r>
      <w:r>
        <w:tab/>
        <w:t>2.025e0</w:t>
      </w:r>
    </w:p>
    <w:p w:rsidR="00E00D30" w:rsidRDefault="00E00D30" w:rsidP="00E00D30">
      <w:r>
        <w:t>474.4048</w:t>
      </w:r>
      <w:r>
        <w:tab/>
        <w:t>1.013e0</w:t>
      </w:r>
    </w:p>
    <w:p w:rsidR="00E00D30" w:rsidRDefault="00E00D30" w:rsidP="00E00D30">
      <w:r>
        <w:t>474.4131</w:t>
      </w:r>
      <w:r>
        <w:tab/>
        <w:t>1.013e0</w:t>
      </w:r>
    </w:p>
    <w:p w:rsidR="00E00D30" w:rsidRDefault="00E00D30" w:rsidP="00E00D30">
      <w:r>
        <w:t>474.4450</w:t>
      </w:r>
      <w:r>
        <w:tab/>
        <w:t>1.013e0</w:t>
      </w:r>
    </w:p>
    <w:p w:rsidR="00E00D30" w:rsidRDefault="00E00D30" w:rsidP="00E00D30">
      <w:r>
        <w:t>474.4485</w:t>
      </w:r>
      <w:r>
        <w:tab/>
        <w:t>1.013e0</w:t>
      </w:r>
    </w:p>
    <w:p w:rsidR="00E00D30" w:rsidRDefault="00E00D30" w:rsidP="00E00D30">
      <w:r>
        <w:t>474.4545</w:t>
      </w:r>
      <w:r>
        <w:tab/>
        <w:t>2.025e0</w:t>
      </w:r>
    </w:p>
    <w:p w:rsidR="00E00D30" w:rsidRDefault="00E00D30" w:rsidP="00E00D30">
      <w:r>
        <w:t>474.4710</w:t>
      </w:r>
      <w:r>
        <w:tab/>
        <w:t>1.013e0</w:t>
      </w:r>
    </w:p>
    <w:p w:rsidR="00E00D30" w:rsidRDefault="00E00D30" w:rsidP="00E00D30">
      <w:r>
        <w:t>474.5064</w:t>
      </w:r>
      <w:r>
        <w:tab/>
        <w:t>1.013e0</w:t>
      </w:r>
    </w:p>
    <w:p w:rsidR="00E00D30" w:rsidRDefault="00E00D30" w:rsidP="00E00D30">
      <w:r>
        <w:t>474.5209</w:t>
      </w:r>
      <w:r>
        <w:tab/>
        <w:t>2.025e0</w:t>
      </w:r>
    </w:p>
    <w:p w:rsidR="00E00D30" w:rsidRDefault="00E00D30" w:rsidP="00E00D30">
      <w:r>
        <w:t>474.5252</w:t>
      </w:r>
      <w:r>
        <w:tab/>
        <w:t>1.013e0</w:t>
      </w:r>
    </w:p>
    <w:p w:rsidR="00E00D30" w:rsidRDefault="00E00D30" w:rsidP="00E00D30">
      <w:r>
        <w:t>474.5335</w:t>
      </w:r>
      <w:r>
        <w:tab/>
        <w:t>4.051e0</w:t>
      </w:r>
    </w:p>
    <w:p w:rsidR="00E00D30" w:rsidRDefault="00E00D30" w:rsidP="00E00D30">
      <w:r>
        <w:t>474.5427</w:t>
      </w:r>
      <w:r>
        <w:tab/>
        <w:t>1.013e0</w:t>
      </w:r>
    </w:p>
    <w:p w:rsidR="00E00D30" w:rsidRDefault="00E00D30" w:rsidP="00E00D30">
      <w:r>
        <w:t>474.6010</w:t>
      </w:r>
      <w:r>
        <w:tab/>
        <w:t>4.051e0</w:t>
      </w:r>
    </w:p>
    <w:p w:rsidR="00E00D30" w:rsidRDefault="00E00D30" w:rsidP="00E00D30">
      <w:r>
        <w:t>474.6033</w:t>
      </w:r>
      <w:r>
        <w:tab/>
        <w:t>2.025e0</w:t>
      </w:r>
    </w:p>
    <w:p w:rsidR="00E00D30" w:rsidRDefault="00E00D30" w:rsidP="00E00D30">
      <w:r>
        <w:t>474.6281</w:t>
      </w:r>
      <w:r>
        <w:tab/>
        <w:t>1.013e0</w:t>
      </w:r>
    </w:p>
    <w:p w:rsidR="00E00D30" w:rsidRDefault="00E00D30" w:rsidP="00E00D30">
      <w:r>
        <w:t>474.6369</w:t>
      </w:r>
      <w:r>
        <w:tab/>
        <w:t>1.013e0</w:t>
      </w:r>
    </w:p>
    <w:p w:rsidR="00E00D30" w:rsidRDefault="00E00D30" w:rsidP="00E00D30">
      <w:r>
        <w:t>474.6617</w:t>
      </w:r>
      <w:r>
        <w:tab/>
        <w:t>1.013e0</w:t>
      </w:r>
    </w:p>
    <w:p w:rsidR="00E00D30" w:rsidRDefault="00E00D30" w:rsidP="00E00D30">
      <w:r>
        <w:lastRenderedPageBreak/>
        <w:t>474.6857</w:t>
      </w:r>
      <w:r>
        <w:tab/>
        <w:t>1.013e0</w:t>
      </w:r>
    </w:p>
    <w:p w:rsidR="00E00D30" w:rsidRDefault="00E00D30" w:rsidP="00E00D30">
      <w:r>
        <w:t>474.7025</w:t>
      </w:r>
      <w:r>
        <w:tab/>
        <w:t>1.013e0</w:t>
      </w:r>
    </w:p>
    <w:p w:rsidR="00E00D30" w:rsidRDefault="00E00D30" w:rsidP="00E00D30">
      <w:r>
        <w:t>474.7370</w:t>
      </w:r>
      <w:r>
        <w:tab/>
        <w:t>2.025e0</w:t>
      </w:r>
    </w:p>
    <w:p w:rsidR="00E00D30" w:rsidRDefault="00E00D30" w:rsidP="00E00D30">
      <w:r>
        <w:t>474.7386</w:t>
      </w:r>
      <w:r>
        <w:tab/>
        <w:t>1.013e0</w:t>
      </w:r>
    </w:p>
    <w:p w:rsidR="00E00D30" w:rsidRDefault="00E00D30" w:rsidP="00E00D30">
      <w:r>
        <w:t>474.7591</w:t>
      </w:r>
      <w:r>
        <w:tab/>
        <w:t>2.025e0</w:t>
      </w:r>
    </w:p>
    <w:p w:rsidR="00E00D30" w:rsidRDefault="00E00D30" w:rsidP="00E00D30">
      <w:r>
        <w:t>474.7858</w:t>
      </w:r>
      <w:r>
        <w:tab/>
        <w:t>1.013e0</w:t>
      </w:r>
    </w:p>
    <w:p w:rsidR="00E00D30" w:rsidRDefault="00E00D30" w:rsidP="00E00D30">
      <w:r>
        <w:t>474.8353</w:t>
      </w:r>
      <w:r>
        <w:tab/>
        <w:t>2.025e0</w:t>
      </w:r>
    </w:p>
    <w:p w:rsidR="00E00D30" w:rsidRDefault="00E00D30" w:rsidP="00E00D30">
      <w:r>
        <w:t>474.8437</w:t>
      </w:r>
      <w:r>
        <w:tab/>
        <w:t>2.025e0</w:t>
      </w:r>
    </w:p>
    <w:p w:rsidR="00E00D30" w:rsidRDefault="00E00D30" w:rsidP="00E00D30">
      <w:r>
        <w:t>474.8514</w:t>
      </w:r>
      <w:r>
        <w:tab/>
        <w:t>3.038e0</w:t>
      </w:r>
    </w:p>
    <w:p w:rsidR="00E00D30" w:rsidRDefault="00E00D30" w:rsidP="00E00D30">
      <w:r>
        <w:t>474.8539</w:t>
      </w:r>
      <w:r>
        <w:tab/>
        <w:t>2.025e0</w:t>
      </w:r>
    </w:p>
    <w:p w:rsidR="00E00D30" w:rsidRDefault="00E00D30" w:rsidP="00E00D30">
      <w:r>
        <w:t>474.8884</w:t>
      </w:r>
      <w:r>
        <w:tab/>
        <w:t>2.025e0</w:t>
      </w:r>
    </w:p>
    <w:p w:rsidR="00E00D30" w:rsidRDefault="00E00D30" w:rsidP="00E00D30">
      <w:r>
        <w:t>474.9011</w:t>
      </w:r>
      <w:r>
        <w:tab/>
        <w:t>1.013e0</w:t>
      </w:r>
    </w:p>
    <w:p w:rsidR="00E00D30" w:rsidRDefault="00E00D30" w:rsidP="00E00D30">
      <w:r>
        <w:t>474.9115</w:t>
      </w:r>
      <w:r>
        <w:tab/>
        <w:t>1.013e0</w:t>
      </w:r>
    </w:p>
    <w:p w:rsidR="00E00D30" w:rsidRDefault="00E00D30" w:rsidP="00E00D30">
      <w:r>
        <w:t>474.9182</w:t>
      </w:r>
      <w:r>
        <w:tab/>
        <w:t>1.013e0</w:t>
      </w:r>
    </w:p>
    <w:p w:rsidR="00E00D30" w:rsidRDefault="00E00D30" w:rsidP="00E00D30">
      <w:r>
        <w:t>474.9265</w:t>
      </w:r>
      <w:r>
        <w:tab/>
        <w:t>1.013e0</w:t>
      </w:r>
    </w:p>
    <w:p w:rsidR="00E00D30" w:rsidRDefault="00E00D30" w:rsidP="00E00D30">
      <w:r>
        <w:t>474.9424</w:t>
      </w:r>
      <w:r>
        <w:tab/>
        <w:t>1.013e0</w:t>
      </w:r>
    </w:p>
    <w:p w:rsidR="00E00D30" w:rsidRDefault="00E00D30" w:rsidP="00E00D30">
      <w:r>
        <w:t>474.9838</w:t>
      </w:r>
      <w:r>
        <w:tab/>
        <w:t>1.013e0</w:t>
      </w:r>
    </w:p>
    <w:p w:rsidR="00E00D30" w:rsidRDefault="00E00D30" w:rsidP="00E00D30">
      <w:r>
        <w:t>474.9876</w:t>
      </w:r>
      <w:r>
        <w:tab/>
        <w:t>1.013e0</w:t>
      </w:r>
    </w:p>
    <w:p w:rsidR="00E00D30" w:rsidRDefault="00E00D30" w:rsidP="00E00D30">
      <w:r>
        <w:t>475.0244</w:t>
      </w:r>
      <w:r>
        <w:tab/>
        <w:t>1.013e0</w:t>
      </w:r>
    </w:p>
    <w:p w:rsidR="00E00D30" w:rsidRDefault="00E00D30" w:rsidP="00E00D30">
      <w:r>
        <w:lastRenderedPageBreak/>
        <w:t>475.0278</w:t>
      </w:r>
      <w:r>
        <w:tab/>
        <w:t>2.025e0</w:t>
      </w:r>
    </w:p>
    <w:p w:rsidR="00E00D30" w:rsidRDefault="00E00D30" w:rsidP="00E00D30">
      <w:r>
        <w:t>475.0500</w:t>
      </w:r>
      <w:r>
        <w:tab/>
        <w:t>1.013e0</w:t>
      </w:r>
    </w:p>
    <w:p w:rsidR="00E00D30" w:rsidRDefault="00E00D30" w:rsidP="00E00D30">
      <w:r>
        <w:t>475.0639</w:t>
      </w:r>
      <w:r>
        <w:tab/>
        <w:t>1.013e0</w:t>
      </w:r>
    </w:p>
    <w:p w:rsidR="00E00D30" w:rsidRDefault="00E00D30" w:rsidP="00E00D30">
      <w:r>
        <w:t>475.0754</w:t>
      </w:r>
      <w:r>
        <w:tab/>
        <w:t>1.013e0</w:t>
      </w:r>
    </w:p>
    <w:p w:rsidR="00E00D30" w:rsidRDefault="00E00D30" w:rsidP="00E00D30">
      <w:r>
        <w:t>475.0914</w:t>
      </w:r>
      <w:r>
        <w:tab/>
        <w:t>1.013e0</w:t>
      </w:r>
    </w:p>
    <w:p w:rsidR="00E00D30" w:rsidRDefault="00E00D30" w:rsidP="00E00D30">
      <w:r>
        <w:t>475.1160</w:t>
      </w:r>
      <w:r>
        <w:tab/>
        <w:t>2.025e0</w:t>
      </w:r>
    </w:p>
    <w:p w:rsidR="00E00D30" w:rsidRDefault="00E00D30" w:rsidP="00E00D30">
      <w:r>
        <w:t>475.1216</w:t>
      </w:r>
      <w:r>
        <w:tab/>
        <w:t>1.013e0</w:t>
      </w:r>
    </w:p>
    <w:p w:rsidR="00E00D30" w:rsidRDefault="00E00D30" w:rsidP="00E00D30">
      <w:r>
        <w:t>475.1543</w:t>
      </w:r>
      <w:r>
        <w:tab/>
        <w:t>2.025e0</w:t>
      </w:r>
    </w:p>
    <w:p w:rsidR="00E00D30" w:rsidRDefault="00E00D30" w:rsidP="00E00D30">
      <w:r>
        <w:t>475.1930</w:t>
      </w:r>
      <w:r>
        <w:tab/>
        <w:t>5.063e0</w:t>
      </w:r>
    </w:p>
    <w:p w:rsidR="00E00D30" w:rsidRDefault="00E00D30" w:rsidP="00E00D30">
      <w:r>
        <w:t>475.1981</w:t>
      </w:r>
      <w:r>
        <w:tab/>
        <w:t>1.013e0</w:t>
      </w:r>
    </w:p>
    <w:p w:rsidR="00E00D30" w:rsidRDefault="00E00D30" w:rsidP="00E00D30">
      <w:r>
        <w:t>475.2089</w:t>
      </w:r>
      <w:r>
        <w:tab/>
        <w:t>6.331e0</w:t>
      </w:r>
    </w:p>
    <w:p w:rsidR="00E00D30" w:rsidRDefault="00E00D30" w:rsidP="00E00D30">
      <w:r>
        <w:t>475.2485</w:t>
      </w:r>
      <w:r>
        <w:tab/>
        <w:t>3.038e0</w:t>
      </w:r>
    </w:p>
    <w:p w:rsidR="00E00D30" w:rsidRDefault="00E00D30" w:rsidP="00E00D30">
      <w:r>
        <w:t>475.2873</w:t>
      </w:r>
      <w:r>
        <w:tab/>
        <w:t>1.013e1</w:t>
      </w:r>
    </w:p>
    <w:p w:rsidR="00E00D30" w:rsidRDefault="00E00D30" w:rsidP="00E00D30">
      <w:r>
        <w:t>475.2916</w:t>
      </w:r>
      <w:r>
        <w:tab/>
        <w:t>8.274e1</w:t>
      </w:r>
    </w:p>
    <w:p w:rsidR="00E00D30" w:rsidRDefault="00E00D30" w:rsidP="00E00D30">
      <w:r>
        <w:t>475.2934</w:t>
      </w:r>
      <w:r>
        <w:tab/>
        <w:t>6.433e2</w:t>
      </w:r>
    </w:p>
    <w:p w:rsidR="00E00D30" w:rsidRDefault="00E00D30" w:rsidP="00E00D30">
      <w:r>
        <w:t>475.2947</w:t>
      </w:r>
      <w:r>
        <w:tab/>
        <w:t>2.053e2</w:t>
      </w:r>
    </w:p>
    <w:p w:rsidR="00E00D30" w:rsidRDefault="00E00D30" w:rsidP="00E00D30">
      <w:r>
        <w:t>475.2969</w:t>
      </w:r>
      <w:r>
        <w:tab/>
        <w:t>1.057e2</w:t>
      </w:r>
    </w:p>
    <w:p w:rsidR="00E00D30" w:rsidRDefault="00E00D30" w:rsidP="00E00D30">
      <w:r>
        <w:t>475.3049</w:t>
      </w:r>
      <w:r>
        <w:tab/>
        <w:t>4.051e0</w:t>
      </w:r>
    </w:p>
    <w:p w:rsidR="00E00D30" w:rsidRDefault="00E00D30" w:rsidP="00E00D30">
      <w:r>
        <w:t>475.3724</w:t>
      </w:r>
      <w:r>
        <w:tab/>
        <w:t>1.013e0</w:t>
      </w:r>
    </w:p>
    <w:p w:rsidR="00E00D30" w:rsidRDefault="00E00D30" w:rsidP="00E00D30">
      <w:r>
        <w:lastRenderedPageBreak/>
        <w:t>475.3939</w:t>
      </w:r>
      <w:r>
        <w:tab/>
        <w:t>1.013e0</w:t>
      </w:r>
    </w:p>
    <w:p w:rsidR="00E00D30" w:rsidRDefault="00E00D30" w:rsidP="00E00D30">
      <w:r>
        <w:t>475.3975</w:t>
      </w:r>
      <w:r>
        <w:tab/>
        <w:t>1.013e0</w:t>
      </w:r>
    </w:p>
    <w:p w:rsidR="00E00D30" w:rsidRDefault="00E00D30" w:rsidP="00E00D30">
      <w:r>
        <w:t>475.4145</w:t>
      </w:r>
      <w:r>
        <w:tab/>
        <w:t>1.013e0</w:t>
      </w:r>
    </w:p>
    <w:p w:rsidR="00E00D30" w:rsidRDefault="00E00D30" w:rsidP="00E00D30">
      <w:r>
        <w:t>475.4297</w:t>
      </w:r>
      <w:r>
        <w:tab/>
        <w:t>1.013e0</w:t>
      </w:r>
    </w:p>
    <w:p w:rsidR="00E00D30" w:rsidRDefault="00E00D30" w:rsidP="00E00D30">
      <w:r>
        <w:t>475.4346</w:t>
      </w:r>
      <w:r>
        <w:tab/>
        <w:t>3.038e0</w:t>
      </w:r>
    </w:p>
    <w:p w:rsidR="00E00D30" w:rsidRDefault="00E00D30" w:rsidP="00E00D30">
      <w:r>
        <w:t>475.4509</w:t>
      </w:r>
      <w:r>
        <w:tab/>
        <w:t>2.025e0</w:t>
      </w:r>
    </w:p>
    <w:p w:rsidR="00E00D30" w:rsidRDefault="00E00D30" w:rsidP="00E00D30">
      <w:r>
        <w:t>475.4522</w:t>
      </w:r>
      <w:r>
        <w:tab/>
        <w:t>2.025e0</w:t>
      </w:r>
    </w:p>
    <w:p w:rsidR="00E00D30" w:rsidRDefault="00E00D30" w:rsidP="00E00D30">
      <w:r>
        <w:t>475.4543</w:t>
      </w:r>
      <w:r>
        <w:tab/>
        <w:t>6.076e0</w:t>
      </w:r>
    </w:p>
    <w:p w:rsidR="00E00D30" w:rsidRDefault="00E00D30" w:rsidP="00E00D30">
      <w:r>
        <w:t>475.4722</w:t>
      </w:r>
      <w:r>
        <w:tab/>
        <w:t>1.013e0</w:t>
      </w:r>
    </w:p>
    <w:p w:rsidR="00E00D30" w:rsidRDefault="00E00D30" w:rsidP="00E00D30">
      <w:r>
        <w:t>475.4909</w:t>
      </w:r>
      <w:r>
        <w:tab/>
        <w:t>1.013e0</w:t>
      </w:r>
    </w:p>
    <w:p w:rsidR="00E00D30" w:rsidRDefault="00E00D30" w:rsidP="00E00D30">
      <w:r>
        <w:t>475.5055</w:t>
      </w:r>
      <w:r>
        <w:tab/>
        <w:t>1.013e0</w:t>
      </w:r>
    </w:p>
    <w:p w:rsidR="00E00D30" w:rsidRDefault="00E00D30" w:rsidP="00E00D30">
      <w:r>
        <w:t>475.5338</w:t>
      </w:r>
      <w:r>
        <w:tab/>
        <w:t>2.025e0</w:t>
      </w:r>
    </w:p>
    <w:p w:rsidR="00E00D30" w:rsidRDefault="00E00D30" w:rsidP="00E00D30">
      <w:r>
        <w:t>475.5384</w:t>
      </w:r>
      <w:r>
        <w:tab/>
        <w:t>3.038e0</w:t>
      </w:r>
    </w:p>
    <w:p w:rsidR="00E00D30" w:rsidRDefault="00E00D30" w:rsidP="00E00D30">
      <w:r>
        <w:t>475.5558</w:t>
      </w:r>
      <w:r>
        <w:tab/>
        <w:t>1.013e0</w:t>
      </w:r>
    </w:p>
    <w:p w:rsidR="00E00D30" w:rsidRDefault="00E00D30" w:rsidP="00E00D30">
      <w:r>
        <w:t>475.5679</w:t>
      </w:r>
      <w:r>
        <w:tab/>
        <w:t>2.025e0</w:t>
      </w:r>
    </w:p>
    <w:p w:rsidR="00E00D30" w:rsidRDefault="00E00D30" w:rsidP="00E00D30">
      <w:r>
        <w:t>475.5717</w:t>
      </w:r>
      <w:r>
        <w:tab/>
        <w:t>1.013e0</w:t>
      </w:r>
    </w:p>
    <w:p w:rsidR="00E00D30" w:rsidRDefault="00E00D30" w:rsidP="00E00D30">
      <w:r>
        <w:t>475.5963</w:t>
      </w:r>
      <w:r>
        <w:tab/>
        <w:t>1.013e0</w:t>
      </w:r>
    </w:p>
    <w:p w:rsidR="00E00D30" w:rsidRDefault="00E00D30" w:rsidP="00E00D30">
      <w:r>
        <w:t>475.6217</w:t>
      </w:r>
      <w:r>
        <w:tab/>
        <w:t>4.051e0</w:t>
      </w:r>
    </w:p>
    <w:p w:rsidR="00E00D30" w:rsidRDefault="00E00D30" w:rsidP="00E00D30">
      <w:r>
        <w:t>475.6250</w:t>
      </w:r>
      <w:r>
        <w:tab/>
        <w:t>1.013e0</w:t>
      </w:r>
    </w:p>
    <w:p w:rsidR="00E00D30" w:rsidRDefault="00E00D30" w:rsidP="00E00D30">
      <w:r>
        <w:lastRenderedPageBreak/>
        <w:t>475.6362</w:t>
      </w:r>
      <w:r>
        <w:tab/>
        <w:t>5.063e0</w:t>
      </w:r>
    </w:p>
    <w:p w:rsidR="00E00D30" w:rsidRDefault="00E00D30" w:rsidP="00E00D30">
      <w:r>
        <w:t>475.6436</w:t>
      </w:r>
      <w:r>
        <w:tab/>
        <w:t>1.013e0</w:t>
      </w:r>
    </w:p>
    <w:p w:rsidR="00E00D30" w:rsidRDefault="00E00D30" w:rsidP="00E00D30">
      <w:r>
        <w:t>475.6829</w:t>
      </w:r>
      <w:r>
        <w:tab/>
        <w:t>1.013e0</w:t>
      </w:r>
    </w:p>
    <w:p w:rsidR="00E00D30" w:rsidRDefault="00E00D30" w:rsidP="00E00D30">
      <w:r>
        <w:t>475.6861</w:t>
      </w:r>
      <w:r>
        <w:tab/>
        <w:t>2.025e0</w:t>
      </w:r>
    </w:p>
    <w:p w:rsidR="00E00D30" w:rsidRDefault="00E00D30" w:rsidP="00E00D30">
      <w:r>
        <w:t>475.7289</w:t>
      </w:r>
      <w:r>
        <w:tab/>
        <w:t>1.013e0</w:t>
      </w:r>
    </w:p>
    <w:p w:rsidR="00E00D30" w:rsidRDefault="00E00D30" w:rsidP="00E00D30">
      <w:r>
        <w:t>475.7373</w:t>
      </w:r>
      <w:r>
        <w:tab/>
        <w:t>2.025e0</w:t>
      </w:r>
    </w:p>
    <w:p w:rsidR="00E00D30" w:rsidRDefault="00E00D30" w:rsidP="00E00D30">
      <w:r>
        <w:t>475.7769</w:t>
      </w:r>
      <w:r>
        <w:tab/>
        <w:t>1.013e0</w:t>
      </w:r>
    </w:p>
    <w:p w:rsidR="00E00D30" w:rsidRDefault="00E00D30" w:rsidP="00E00D30">
      <w:r>
        <w:t>475.7802</w:t>
      </w:r>
      <w:r>
        <w:tab/>
        <w:t>1.013e0</w:t>
      </w:r>
    </w:p>
    <w:p w:rsidR="00E00D30" w:rsidRDefault="00E00D30" w:rsidP="00E00D30">
      <w:r>
        <w:t>475.8118</w:t>
      </w:r>
      <w:r>
        <w:tab/>
        <w:t>1.013e0</w:t>
      </w:r>
    </w:p>
    <w:p w:rsidR="00E00D30" w:rsidRDefault="00E00D30" w:rsidP="00E00D30">
      <w:r>
        <w:t>475.8203</w:t>
      </w:r>
      <w:r>
        <w:tab/>
        <w:t>1.013e0</w:t>
      </w:r>
    </w:p>
    <w:p w:rsidR="00E00D30" w:rsidRDefault="00E00D30" w:rsidP="00E00D30">
      <w:r>
        <w:t>475.8286</w:t>
      </w:r>
      <w:r>
        <w:tab/>
        <w:t>2.025e0</w:t>
      </w:r>
    </w:p>
    <w:p w:rsidR="00E00D30" w:rsidRDefault="00E00D30" w:rsidP="00E00D30">
      <w:r>
        <w:t>475.8396</w:t>
      </w:r>
      <w:r>
        <w:tab/>
        <w:t>3.038e0</w:t>
      </w:r>
    </w:p>
    <w:p w:rsidR="00E00D30" w:rsidRDefault="00E00D30" w:rsidP="00E00D30">
      <w:r>
        <w:t>475.8457</w:t>
      </w:r>
      <w:r>
        <w:tab/>
        <w:t>3.038e0</w:t>
      </w:r>
    </w:p>
    <w:p w:rsidR="00E00D30" w:rsidRDefault="00E00D30" w:rsidP="00E00D30">
      <w:r>
        <w:t>475.8620</w:t>
      </w:r>
      <w:r>
        <w:tab/>
        <w:t>2.025e0</w:t>
      </w:r>
    </w:p>
    <w:p w:rsidR="00E00D30" w:rsidRDefault="00E00D30" w:rsidP="00E00D30">
      <w:r>
        <w:t>475.8707</w:t>
      </w:r>
      <w:r>
        <w:tab/>
        <w:t>1.013e0</w:t>
      </w:r>
    </w:p>
    <w:p w:rsidR="00E00D30" w:rsidRDefault="00E00D30" w:rsidP="00E00D30">
      <w:r>
        <w:t>475.8745</w:t>
      </w:r>
      <w:r>
        <w:tab/>
        <w:t>1.013e0</w:t>
      </w:r>
    </w:p>
    <w:p w:rsidR="00E00D30" w:rsidRDefault="00E00D30" w:rsidP="00E00D30">
      <w:r>
        <w:t>475.8906</w:t>
      </w:r>
      <w:r>
        <w:tab/>
        <w:t>4.051e0</w:t>
      </w:r>
    </w:p>
    <w:p w:rsidR="00E00D30" w:rsidRDefault="00E00D30" w:rsidP="00E00D30">
      <w:r>
        <w:t>475.9115</w:t>
      </w:r>
      <w:r>
        <w:tab/>
        <w:t>1.013e0</w:t>
      </w:r>
    </w:p>
    <w:p w:rsidR="00E00D30" w:rsidRDefault="00E00D30" w:rsidP="00E00D30">
      <w:r>
        <w:t>475.9287</w:t>
      </w:r>
      <w:r>
        <w:tab/>
        <w:t>1.013e0</w:t>
      </w:r>
    </w:p>
    <w:p w:rsidR="00E00D30" w:rsidRDefault="00E00D30" w:rsidP="00E00D30">
      <w:r>
        <w:lastRenderedPageBreak/>
        <w:t>475.9327</w:t>
      </w:r>
      <w:r>
        <w:tab/>
        <w:t>2.025e0</w:t>
      </w:r>
    </w:p>
    <w:p w:rsidR="00E00D30" w:rsidRDefault="00E00D30" w:rsidP="00E00D30">
      <w:r>
        <w:t>475.9580</w:t>
      </w:r>
      <w:r>
        <w:tab/>
        <w:t>3.038e0</w:t>
      </w:r>
    </w:p>
    <w:p w:rsidR="00E00D30" w:rsidRDefault="00E00D30" w:rsidP="00E00D30">
      <w:r>
        <w:t>475.9610</w:t>
      </w:r>
      <w:r>
        <w:tab/>
        <w:t>1.013e0</w:t>
      </w:r>
    </w:p>
    <w:p w:rsidR="00E00D30" w:rsidRDefault="00E00D30" w:rsidP="00E00D30">
      <w:r>
        <w:t>475.9696</w:t>
      </w:r>
      <w:r>
        <w:tab/>
        <w:t>2.025e0</w:t>
      </w:r>
    </w:p>
    <w:p w:rsidR="00E00D30" w:rsidRDefault="00E00D30" w:rsidP="00E00D30">
      <w:r>
        <w:t>475.9757</w:t>
      </w:r>
      <w:r>
        <w:tab/>
        <w:t>2.025e0</w:t>
      </w:r>
    </w:p>
    <w:p w:rsidR="00E00D30" w:rsidRDefault="00E00D30" w:rsidP="00E00D30">
      <w:r>
        <w:t>475.9779</w:t>
      </w:r>
      <w:r>
        <w:tab/>
        <w:t>1.013e0</w:t>
      </w:r>
    </w:p>
    <w:p w:rsidR="00E00D30" w:rsidRDefault="00E00D30" w:rsidP="00E00D30">
      <w:r>
        <w:t>475.9816</w:t>
      </w:r>
      <w:r>
        <w:tab/>
        <w:t>2.025e0</w:t>
      </w:r>
    </w:p>
    <w:p w:rsidR="00E00D30" w:rsidRDefault="00E00D30" w:rsidP="00E00D30">
      <w:r>
        <w:t>476.0027</w:t>
      </w:r>
      <w:r>
        <w:tab/>
        <w:t>1.013e0</w:t>
      </w:r>
    </w:p>
    <w:p w:rsidR="00E00D30" w:rsidRDefault="00E00D30" w:rsidP="00E00D30">
      <w:r>
        <w:t>476.0191</w:t>
      </w:r>
      <w:r>
        <w:tab/>
        <w:t>1.013e0</w:t>
      </w:r>
    </w:p>
    <w:p w:rsidR="00E00D30" w:rsidRDefault="00E00D30" w:rsidP="00E00D30">
      <w:r>
        <w:t>476.0222</w:t>
      </w:r>
      <w:r>
        <w:tab/>
        <w:t>2.025e0</w:t>
      </w:r>
    </w:p>
    <w:p w:rsidR="00E00D30" w:rsidRDefault="00E00D30" w:rsidP="00E00D30">
      <w:r>
        <w:t>476.0304</w:t>
      </w:r>
      <w:r>
        <w:tab/>
        <w:t>1.013e0</w:t>
      </w:r>
    </w:p>
    <w:p w:rsidR="00E00D30" w:rsidRDefault="00E00D30" w:rsidP="00E00D30">
      <w:r>
        <w:t>476.0359</w:t>
      </w:r>
      <w:r>
        <w:tab/>
        <w:t>1.013e0</w:t>
      </w:r>
    </w:p>
    <w:p w:rsidR="00E00D30" w:rsidRDefault="00E00D30" w:rsidP="00E00D30">
      <w:r>
        <w:t>476.0572</w:t>
      </w:r>
      <w:r>
        <w:tab/>
        <w:t>4.051e0</w:t>
      </w:r>
    </w:p>
    <w:p w:rsidR="00E00D30" w:rsidRDefault="00E00D30" w:rsidP="00E00D30">
      <w:r>
        <w:t>476.0825</w:t>
      </w:r>
      <w:r>
        <w:tab/>
        <w:t>2.025e0</w:t>
      </w:r>
    </w:p>
    <w:p w:rsidR="00E00D30" w:rsidRDefault="00E00D30" w:rsidP="00E00D30">
      <w:r>
        <w:t>476.1119</w:t>
      </w:r>
      <w:r>
        <w:tab/>
        <w:t>6.869e0</w:t>
      </w:r>
    </w:p>
    <w:p w:rsidR="00E00D30" w:rsidRDefault="00E00D30" w:rsidP="00E00D30">
      <w:r>
        <w:t>476.1269</w:t>
      </w:r>
      <w:r>
        <w:tab/>
        <w:t>3.038e0</w:t>
      </w:r>
    </w:p>
    <w:p w:rsidR="00E00D30" w:rsidRDefault="00E00D30" w:rsidP="00E00D30">
      <w:r>
        <w:t>476.1465</w:t>
      </w:r>
      <w:r>
        <w:tab/>
        <w:t>5.063e0</w:t>
      </w:r>
    </w:p>
    <w:p w:rsidR="00E00D30" w:rsidRDefault="00E00D30" w:rsidP="00E00D30">
      <w:r>
        <w:t>476.1573</w:t>
      </w:r>
      <w:r>
        <w:tab/>
        <w:t>2.025e0</w:t>
      </w:r>
    </w:p>
    <w:p w:rsidR="00E00D30" w:rsidRDefault="00E00D30" w:rsidP="00E00D30">
      <w:r>
        <w:t>476.1643</w:t>
      </w:r>
      <w:r>
        <w:tab/>
        <w:t>3.038e0</w:t>
      </w:r>
    </w:p>
    <w:p w:rsidR="00E00D30" w:rsidRDefault="00E00D30" w:rsidP="00E00D30">
      <w:r>
        <w:lastRenderedPageBreak/>
        <w:t>476.1729</w:t>
      </w:r>
      <w:r>
        <w:tab/>
        <w:t>4.051e0</w:t>
      </w:r>
    </w:p>
    <w:p w:rsidR="00E00D30" w:rsidRDefault="00E00D30" w:rsidP="00E00D30">
      <w:r>
        <w:t>476.1940</w:t>
      </w:r>
      <w:r>
        <w:tab/>
        <w:t>2.025e0</w:t>
      </w:r>
    </w:p>
    <w:p w:rsidR="00E00D30" w:rsidRDefault="00E00D30" w:rsidP="00E00D30">
      <w:r>
        <w:t>476.2019</w:t>
      </w:r>
      <w:r>
        <w:tab/>
        <w:t>3.038e0</w:t>
      </w:r>
    </w:p>
    <w:p w:rsidR="00E00D30" w:rsidRDefault="00E00D30" w:rsidP="00E00D30">
      <w:r>
        <w:t>476.2100</w:t>
      </w:r>
      <w:r>
        <w:tab/>
        <w:t>5.063e0</w:t>
      </w:r>
    </w:p>
    <w:p w:rsidR="00E00D30" w:rsidRDefault="00E00D30" w:rsidP="00E00D30">
      <w:r>
        <w:t>476.2293</w:t>
      </w:r>
      <w:r>
        <w:tab/>
        <w:t>3.038e0</w:t>
      </w:r>
    </w:p>
    <w:p w:rsidR="00E00D30" w:rsidRDefault="00E00D30" w:rsidP="00E00D30">
      <w:r>
        <w:t>476.2433</w:t>
      </w:r>
      <w:r>
        <w:tab/>
        <w:t>2.025e0</w:t>
      </w:r>
    </w:p>
    <w:p w:rsidR="00E00D30" w:rsidRDefault="00E00D30" w:rsidP="00E00D30">
      <w:r>
        <w:t>476.2936</w:t>
      </w:r>
      <w:r>
        <w:tab/>
        <w:t>1.277e2</w:t>
      </w:r>
    </w:p>
    <w:p w:rsidR="00E00D30" w:rsidRDefault="00E00D30" w:rsidP="00E00D30">
      <w:r>
        <w:t>476.2952</w:t>
      </w:r>
      <w:r>
        <w:tab/>
        <w:t>7.670e1</w:t>
      </w:r>
    </w:p>
    <w:p w:rsidR="00E00D30" w:rsidRDefault="00E00D30" w:rsidP="00E00D30">
      <w:r>
        <w:t>476.2967</w:t>
      </w:r>
      <w:r>
        <w:tab/>
        <w:t>6.560e1</w:t>
      </w:r>
    </w:p>
    <w:p w:rsidR="00E00D30" w:rsidRDefault="00E00D30" w:rsidP="00E00D30">
      <w:r>
        <w:t>476.2987</w:t>
      </w:r>
      <w:r>
        <w:tab/>
        <w:t>4.800e1</w:t>
      </w:r>
    </w:p>
    <w:p w:rsidR="00E00D30" w:rsidRDefault="00E00D30" w:rsidP="00E00D30">
      <w:r>
        <w:t>476.3004</w:t>
      </w:r>
      <w:r>
        <w:tab/>
        <w:t>3.038e0</w:t>
      </w:r>
    </w:p>
    <w:p w:rsidR="00E00D30" w:rsidRDefault="00E00D30" w:rsidP="00E00D30">
      <w:r>
        <w:t>476.3032</w:t>
      </w:r>
      <w:r>
        <w:tab/>
        <w:t>3.868e1</w:t>
      </w:r>
    </w:p>
    <w:p w:rsidR="00E00D30" w:rsidRDefault="00E00D30" w:rsidP="00E00D30">
      <w:r>
        <w:t>476.3097</w:t>
      </w:r>
      <w:r>
        <w:tab/>
        <w:t>9.114e0</w:t>
      </w:r>
    </w:p>
    <w:p w:rsidR="00E00D30" w:rsidRDefault="00E00D30" w:rsidP="00E00D30">
      <w:r>
        <w:t>476.3989</w:t>
      </w:r>
      <w:r>
        <w:tab/>
        <w:t>5.063e0</w:t>
      </w:r>
    </w:p>
    <w:p w:rsidR="00E00D30" w:rsidRDefault="00E00D30" w:rsidP="00E00D30">
      <w:r>
        <w:t>476.4163</w:t>
      </w:r>
      <w:r>
        <w:tab/>
        <w:t>4.051e0</w:t>
      </w:r>
    </w:p>
    <w:p w:rsidR="00E00D30" w:rsidRDefault="00E00D30" w:rsidP="00E00D30">
      <w:r>
        <w:t>476.4222</w:t>
      </w:r>
      <w:r>
        <w:tab/>
        <w:t>2.025e0</w:t>
      </w:r>
    </w:p>
    <w:p w:rsidR="00E00D30" w:rsidRDefault="00E00D30" w:rsidP="00E00D30">
      <w:r>
        <w:t>476.4323</w:t>
      </w:r>
      <w:r>
        <w:tab/>
        <w:t>1.013e0</w:t>
      </w:r>
    </w:p>
    <w:p w:rsidR="00E00D30" w:rsidRDefault="00E00D30" w:rsidP="00E00D30">
      <w:r>
        <w:t>476.4371</w:t>
      </w:r>
      <w:r>
        <w:tab/>
        <w:t>2.025e0</w:t>
      </w:r>
    </w:p>
    <w:p w:rsidR="00E00D30" w:rsidRDefault="00E00D30" w:rsidP="00E00D30">
      <w:r>
        <w:t>476.4756</w:t>
      </w:r>
      <w:r>
        <w:tab/>
        <w:t>1.013e0</w:t>
      </w:r>
    </w:p>
    <w:p w:rsidR="00E00D30" w:rsidRDefault="00E00D30" w:rsidP="00E00D30">
      <w:r>
        <w:lastRenderedPageBreak/>
        <w:t>476.4931</w:t>
      </w:r>
      <w:r>
        <w:tab/>
        <w:t>3.038e0</w:t>
      </w:r>
    </w:p>
    <w:p w:rsidR="00E00D30" w:rsidRDefault="00E00D30" w:rsidP="00E00D30">
      <w:r>
        <w:t>476.5086</w:t>
      </w:r>
      <w:r>
        <w:tab/>
        <w:t>1.013e0</w:t>
      </w:r>
    </w:p>
    <w:p w:rsidR="00E00D30" w:rsidRDefault="00E00D30" w:rsidP="00E00D30">
      <w:r>
        <w:t>476.5118</w:t>
      </w:r>
      <w:r>
        <w:tab/>
        <w:t>1.013e0</w:t>
      </w:r>
    </w:p>
    <w:p w:rsidR="00E00D30" w:rsidRDefault="00E00D30" w:rsidP="00E00D30">
      <w:r>
        <w:t>476.5238</w:t>
      </w:r>
      <w:r>
        <w:tab/>
        <w:t>6.076e0</w:t>
      </w:r>
    </w:p>
    <w:p w:rsidR="00E00D30" w:rsidRDefault="00E00D30" w:rsidP="00E00D30">
      <w:r>
        <w:t>476.5260</w:t>
      </w:r>
      <w:r>
        <w:tab/>
        <w:t>1.013e0</w:t>
      </w:r>
    </w:p>
    <w:p w:rsidR="00E00D30" w:rsidRDefault="00E00D30" w:rsidP="00E00D30">
      <w:r>
        <w:t>476.5482</w:t>
      </w:r>
      <w:r>
        <w:tab/>
        <w:t>2.025e0</w:t>
      </w:r>
    </w:p>
    <w:p w:rsidR="00E00D30" w:rsidRDefault="00E00D30" w:rsidP="00E00D30">
      <w:r>
        <w:t>476.5697</w:t>
      </w:r>
      <w:r>
        <w:tab/>
        <w:t>1.013e0</w:t>
      </w:r>
    </w:p>
    <w:p w:rsidR="00E00D30" w:rsidRDefault="00E00D30" w:rsidP="00E00D30">
      <w:r>
        <w:t>476.5835</w:t>
      </w:r>
      <w:r>
        <w:tab/>
        <w:t>1.013e0</w:t>
      </w:r>
    </w:p>
    <w:p w:rsidR="00E00D30" w:rsidRDefault="00E00D30" w:rsidP="00E00D30">
      <w:r>
        <w:t>476.5924</w:t>
      </w:r>
      <w:r>
        <w:tab/>
        <w:t>1.013e0</w:t>
      </w:r>
    </w:p>
    <w:p w:rsidR="00E00D30" w:rsidRDefault="00E00D30" w:rsidP="00E00D30">
      <w:r>
        <w:t>476.6001</w:t>
      </w:r>
      <w:r>
        <w:tab/>
        <w:t>1.013e0</w:t>
      </w:r>
    </w:p>
    <w:p w:rsidR="00E00D30" w:rsidRDefault="00E00D30" w:rsidP="00E00D30">
      <w:r>
        <w:t>476.6140</w:t>
      </w:r>
      <w:r>
        <w:tab/>
        <w:t>2.025e0</w:t>
      </w:r>
    </w:p>
    <w:p w:rsidR="00E00D30" w:rsidRDefault="00E00D30" w:rsidP="00E00D30">
      <w:r>
        <w:t>476.6217</w:t>
      </w:r>
      <w:r>
        <w:tab/>
        <w:t>2.025e0</w:t>
      </w:r>
    </w:p>
    <w:p w:rsidR="00E00D30" w:rsidRDefault="00E00D30" w:rsidP="00E00D30">
      <w:r>
        <w:t>476.6295</w:t>
      </w:r>
      <w:r>
        <w:tab/>
        <w:t>2.025e0</w:t>
      </w:r>
    </w:p>
    <w:p w:rsidR="00E00D30" w:rsidRDefault="00E00D30" w:rsidP="00E00D30">
      <w:r>
        <w:t>476.6749</w:t>
      </w:r>
      <w:r>
        <w:tab/>
        <w:t>1.013e0</w:t>
      </w:r>
    </w:p>
    <w:p w:rsidR="00E00D30" w:rsidRDefault="00E00D30" w:rsidP="00E00D30">
      <w:r>
        <w:t>476.6870</w:t>
      </w:r>
      <w:r>
        <w:tab/>
        <w:t>5.063e0</w:t>
      </w:r>
    </w:p>
    <w:p w:rsidR="00E00D30" w:rsidRDefault="00E00D30" w:rsidP="00E00D30">
      <w:r>
        <w:t>476.6920</w:t>
      </w:r>
      <w:r>
        <w:tab/>
        <w:t>1.013e0</w:t>
      </w:r>
    </w:p>
    <w:p w:rsidR="00E00D30" w:rsidRDefault="00E00D30" w:rsidP="00E00D30">
      <w:r>
        <w:t>476.6998</w:t>
      </w:r>
      <w:r>
        <w:tab/>
        <w:t>1.013e0</w:t>
      </w:r>
    </w:p>
    <w:p w:rsidR="00E00D30" w:rsidRDefault="00E00D30" w:rsidP="00E00D30">
      <w:r>
        <w:t>476.7219</w:t>
      </w:r>
      <w:r>
        <w:tab/>
        <w:t>1.013e0</w:t>
      </w:r>
    </w:p>
    <w:p w:rsidR="00E00D30" w:rsidRDefault="00E00D30" w:rsidP="00E00D30">
      <w:r>
        <w:t>476.7259</w:t>
      </w:r>
      <w:r>
        <w:tab/>
        <w:t>1.013e0</w:t>
      </w:r>
    </w:p>
    <w:p w:rsidR="00E00D30" w:rsidRDefault="00E00D30" w:rsidP="00E00D30">
      <w:r>
        <w:lastRenderedPageBreak/>
        <w:t>476.7330</w:t>
      </w:r>
      <w:r>
        <w:tab/>
        <w:t>1.013e0</w:t>
      </w:r>
    </w:p>
    <w:p w:rsidR="00E00D30" w:rsidRDefault="00E00D30" w:rsidP="00E00D30">
      <w:r>
        <w:t>476.7500</w:t>
      </w:r>
      <w:r>
        <w:tab/>
        <w:t>2.025e0</w:t>
      </w:r>
    </w:p>
    <w:p w:rsidR="00E00D30" w:rsidRDefault="00E00D30" w:rsidP="00E00D30">
      <w:r>
        <w:t>476.7576</w:t>
      </w:r>
      <w:r>
        <w:tab/>
        <w:t>2.025e0</w:t>
      </w:r>
    </w:p>
    <w:p w:rsidR="00E00D30" w:rsidRDefault="00E00D30" w:rsidP="00E00D30">
      <w:r>
        <w:t>476.7619</w:t>
      </w:r>
      <w:r>
        <w:tab/>
        <w:t>1.013e0</w:t>
      </w:r>
    </w:p>
    <w:p w:rsidR="00E00D30" w:rsidRDefault="00E00D30" w:rsidP="00E00D30">
      <w:r>
        <w:t>476.7751</w:t>
      </w:r>
      <w:r>
        <w:tab/>
        <w:t>1.013e0</w:t>
      </w:r>
    </w:p>
    <w:p w:rsidR="00E00D30" w:rsidRDefault="00E00D30" w:rsidP="00E00D30">
      <w:r>
        <w:t>476.7818</w:t>
      </w:r>
      <w:r>
        <w:tab/>
        <w:t>4.051e0</w:t>
      </w:r>
    </w:p>
    <w:p w:rsidR="00E00D30" w:rsidRDefault="00E00D30" w:rsidP="00E00D30">
      <w:r>
        <w:t>476.7906</w:t>
      </w:r>
      <w:r>
        <w:tab/>
        <w:t>2.025e0</w:t>
      </w:r>
    </w:p>
    <w:p w:rsidR="00E00D30" w:rsidRDefault="00E00D30" w:rsidP="00E00D30">
      <w:r>
        <w:t>476.7970</w:t>
      </w:r>
      <w:r>
        <w:tab/>
        <w:t>2.025e0</w:t>
      </w:r>
    </w:p>
    <w:p w:rsidR="00E00D30" w:rsidRDefault="00E00D30" w:rsidP="00E00D30">
      <w:r>
        <w:t>476.8075</w:t>
      </w:r>
      <w:r>
        <w:tab/>
        <w:t>1.013e0</w:t>
      </w:r>
    </w:p>
    <w:p w:rsidR="00E00D30" w:rsidRDefault="00E00D30" w:rsidP="00E00D30">
      <w:r>
        <w:t>476.8363</w:t>
      </w:r>
      <w:r>
        <w:tab/>
        <w:t>2.025e0</w:t>
      </w:r>
    </w:p>
    <w:p w:rsidR="00E00D30" w:rsidRDefault="00E00D30" w:rsidP="00E00D30">
      <w:r>
        <w:t>476.8380</w:t>
      </w:r>
      <w:r>
        <w:tab/>
        <w:t>1.013e0</w:t>
      </w:r>
    </w:p>
    <w:p w:rsidR="00E00D30" w:rsidRDefault="00E00D30" w:rsidP="00E00D30">
      <w:r>
        <w:t>476.8417</w:t>
      </w:r>
      <w:r>
        <w:tab/>
        <w:t>1.013e0</w:t>
      </w:r>
    </w:p>
    <w:p w:rsidR="00E00D30" w:rsidRDefault="00E00D30" w:rsidP="00E00D30">
      <w:r>
        <w:t>476.8656</w:t>
      </w:r>
      <w:r>
        <w:tab/>
        <w:t>1.013e0</w:t>
      </w:r>
    </w:p>
    <w:p w:rsidR="00E00D30" w:rsidRDefault="00E00D30" w:rsidP="00E00D30">
      <w:r>
        <w:t>476.8742</w:t>
      </w:r>
      <w:r>
        <w:tab/>
        <w:t>1.013e0</w:t>
      </w:r>
    </w:p>
    <w:p w:rsidR="00E00D30" w:rsidRDefault="00E00D30" w:rsidP="00E00D30">
      <w:r>
        <w:t>476.8778</w:t>
      </w:r>
      <w:r>
        <w:tab/>
        <w:t>1.013e0</w:t>
      </w:r>
    </w:p>
    <w:p w:rsidR="00E00D30" w:rsidRDefault="00E00D30" w:rsidP="00E00D30">
      <w:r>
        <w:t>476.8925</w:t>
      </w:r>
      <w:r>
        <w:tab/>
        <w:t>2.025e0</w:t>
      </w:r>
    </w:p>
    <w:p w:rsidR="00E00D30" w:rsidRDefault="00E00D30" w:rsidP="00E00D30">
      <w:r>
        <w:t>476.8991</w:t>
      </w:r>
      <w:r>
        <w:tab/>
        <w:t>3.038e0</w:t>
      </w:r>
    </w:p>
    <w:p w:rsidR="00E00D30" w:rsidRDefault="00E00D30" w:rsidP="00E00D30">
      <w:r>
        <w:t>476.9175</w:t>
      </w:r>
      <w:r>
        <w:tab/>
        <w:t>1.013e0</w:t>
      </w:r>
    </w:p>
    <w:p w:rsidR="00E00D30" w:rsidRDefault="00E00D30" w:rsidP="00E00D30">
      <w:r>
        <w:t>476.9274</w:t>
      </w:r>
      <w:r>
        <w:tab/>
        <w:t>2.025e0</w:t>
      </w:r>
    </w:p>
    <w:p w:rsidR="00E00D30" w:rsidRDefault="00E00D30" w:rsidP="00E00D30">
      <w:r>
        <w:lastRenderedPageBreak/>
        <w:t>476.9752</w:t>
      </w:r>
      <w:r>
        <w:tab/>
        <w:t>4.051e0</w:t>
      </w:r>
    </w:p>
    <w:p w:rsidR="00E00D30" w:rsidRDefault="00E00D30" w:rsidP="00E00D30">
      <w:r>
        <w:t>476.9915</w:t>
      </w:r>
      <w:r>
        <w:tab/>
        <w:t>3.038e0</w:t>
      </w:r>
    </w:p>
    <w:p w:rsidR="00E00D30" w:rsidRDefault="00E00D30" w:rsidP="00E00D30">
      <w:r>
        <w:t>477.0300</w:t>
      </w:r>
      <w:r>
        <w:tab/>
        <w:t>2.025e0</w:t>
      </w:r>
    </w:p>
    <w:p w:rsidR="00E00D30" w:rsidRDefault="00E00D30" w:rsidP="00E00D30">
      <w:r>
        <w:t>477.0514</w:t>
      </w:r>
      <w:r>
        <w:tab/>
        <w:t>1.013e0</w:t>
      </w:r>
    </w:p>
    <w:p w:rsidR="00E00D30" w:rsidRDefault="00E00D30" w:rsidP="00E00D30">
      <w:r>
        <w:t>477.0567</w:t>
      </w:r>
      <w:r>
        <w:tab/>
        <w:t>1.013e0</w:t>
      </w:r>
    </w:p>
    <w:p w:rsidR="00E00D30" w:rsidRDefault="00E00D30" w:rsidP="00E00D30">
      <w:r>
        <w:t>477.0650</w:t>
      </w:r>
      <w:r>
        <w:tab/>
        <w:t>1.013e0</w:t>
      </w:r>
    </w:p>
    <w:p w:rsidR="00E00D30" w:rsidRDefault="00E00D30" w:rsidP="00E00D30">
      <w:r>
        <w:t>477.0697</w:t>
      </w:r>
      <w:r>
        <w:tab/>
        <w:t>1.013e0</w:t>
      </w:r>
    </w:p>
    <w:p w:rsidR="00E00D30" w:rsidRDefault="00E00D30" w:rsidP="00E00D30">
      <w:r>
        <w:t>477.1046</w:t>
      </w:r>
      <w:r>
        <w:tab/>
        <w:t>3.038e0</w:t>
      </w:r>
    </w:p>
    <w:p w:rsidR="00E00D30" w:rsidRDefault="00E00D30" w:rsidP="00E00D30">
      <w:r>
        <w:t>477.1064</w:t>
      </w:r>
      <w:r>
        <w:tab/>
        <w:t>1.013e0</w:t>
      </w:r>
    </w:p>
    <w:p w:rsidR="00E00D30" w:rsidRDefault="00E00D30" w:rsidP="00E00D30">
      <w:r>
        <w:t>477.1102</w:t>
      </w:r>
      <w:r>
        <w:tab/>
        <w:t>2.025e0</w:t>
      </w:r>
    </w:p>
    <w:p w:rsidR="00E00D30" w:rsidRDefault="00E00D30" w:rsidP="00E00D30">
      <w:r>
        <w:t>477.1148</w:t>
      </w:r>
      <w:r>
        <w:tab/>
        <w:t>1.013e0</w:t>
      </w:r>
    </w:p>
    <w:p w:rsidR="00E00D30" w:rsidRDefault="00E00D30" w:rsidP="00E00D30">
      <w:r>
        <w:t>477.1537</w:t>
      </w:r>
      <w:r>
        <w:tab/>
        <w:t>2.025e0</w:t>
      </w:r>
    </w:p>
    <w:p w:rsidR="00E00D30" w:rsidRDefault="00E00D30" w:rsidP="00E00D30">
      <w:r>
        <w:t>477.1644</w:t>
      </w:r>
      <w:r>
        <w:tab/>
        <w:t>2.025e0</w:t>
      </w:r>
    </w:p>
    <w:p w:rsidR="00E00D30" w:rsidRDefault="00E00D30" w:rsidP="00E00D30">
      <w:r>
        <w:t>477.1897</w:t>
      </w:r>
      <w:r>
        <w:tab/>
        <w:t>1.843e0</w:t>
      </w:r>
    </w:p>
    <w:p w:rsidR="00E00D30" w:rsidRDefault="00E00D30" w:rsidP="00E00D30">
      <w:r>
        <w:t>477.2154</w:t>
      </w:r>
      <w:r>
        <w:tab/>
        <w:t>1.013e0</w:t>
      </w:r>
    </w:p>
    <w:p w:rsidR="00E00D30" w:rsidRDefault="00E00D30" w:rsidP="00E00D30">
      <w:r>
        <w:t>477.2177</w:t>
      </w:r>
      <w:r>
        <w:tab/>
        <w:t>2.025e0</w:t>
      </w:r>
    </w:p>
    <w:p w:rsidR="00E00D30" w:rsidRDefault="00E00D30" w:rsidP="00E00D30">
      <w:r>
        <w:t>477.2398</w:t>
      </w:r>
      <w:r>
        <w:tab/>
        <w:t>1.013e0</w:t>
      </w:r>
    </w:p>
    <w:p w:rsidR="00E00D30" w:rsidRDefault="00E00D30" w:rsidP="00E00D30">
      <w:r>
        <w:t>477.2909</w:t>
      </w:r>
      <w:r>
        <w:tab/>
        <w:t>8.101e0</w:t>
      </w:r>
    </w:p>
    <w:p w:rsidR="00E00D30" w:rsidRDefault="00E00D30" w:rsidP="00E00D30">
      <w:r>
        <w:t>477.3076</w:t>
      </w:r>
      <w:r>
        <w:tab/>
        <w:t>2.286e2</w:t>
      </w:r>
    </w:p>
    <w:p w:rsidR="00E00D30" w:rsidRDefault="00E00D30" w:rsidP="00E00D30">
      <w:r>
        <w:lastRenderedPageBreak/>
        <w:t>477.3089</w:t>
      </w:r>
      <w:r>
        <w:tab/>
        <w:t>1.641e2</w:t>
      </w:r>
    </w:p>
    <w:p w:rsidR="00E00D30" w:rsidRDefault="00E00D30" w:rsidP="00E00D30">
      <w:r>
        <w:t>477.3102</w:t>
      </w:r>
      <w:r>
        <w:tab/>
        <w:t>8.441e1</w:t>
      </w:r>
    </w:p>
    <w:p w:rsidR="00E00D30" w:rsidRDefault="00E00D30" w:rsidP="00E00D30">
      <w:r>
        <w:t>477.3184</w:t>
      </w:r>
      <w:r>
        <w:tab/>
        <w:t>3.646e1</w:t>
      </w:r>
    </w:p>
    <w:p w:rsidR="00E00D30" w:rsidRDefault="00E00D30" w:rsidP="00E00D30">
      <w:r>
        <w:t>477.3263</w:t>
      </w:r>
      <w:r>
        <w:tab/>
        <w:t>8.101e0</w:t>
      </w:r>
    </w:p>
    <w:p w:rsidR="00E00D30" w:rsidRDefault="00E00D30" w:rsidP="00E00D30">
      <w:r>
        <w:t>477.3817</w:t>
      </w:r>
      <w:r>
        <w:tab/>
        <w:t>1.013e0</w:t>
      </w:r>
    </w:p>
    <w:p w:rsidR="00E00D30" w:rsidRDefault="00E00D30" w:rsidP="00E00D30">
      <w:r>
        <w:t>477.3965</w:t>
      </w:r>
      <w:r>
        <w:tab/>
        <w:t>6.076e0</w:t>
      </w:r>
    </w:p>
    <w:p w:rsidR="00E00D30" w:rsidRDefault="00E00D30" w:rsidP="00E00D30">
      <w:r>
        <w:t>477.4266</w:t>
      </w:r>
      <w:r>
        <w:tab/>
        <w:t>3.038e0</w:t>
      </w:r>
    </w:p>
    <w:p w:rsidR="00E00D30" w:rsidRDefault="00E00D30" w:rsidP="00E00D30">
      <w:r>
        <w:t>477.4310</w:t>
      </w:r>
      <w:r>
        <w:tab/>
        <w:t>1.013e0</w:t>
      </w:r>
    </w:p>
    <w:p w:rsidR="00E00D30" w:rsidRDefault="00E00D30" w:rsidP="00E00D30">
      <w:r>
        <w:t>477.4355</w:t>
      </w:r>
      <w:r>
        <w:tab/>
        <w:t>1.013e0</w:t>
      </w:r>
    </w:p>
    <w:p w:rsidR="00E00D30" w:rsidRDefault="00E00D30" w:rsidP="00E00D30">
      <w:r>
        <w:t>477.4393</w:t>
      </w:r>
      <w:r>
        <w:tab/>
        <w:t>1.013e0</w:t>
      </w:r>
    </w:p>
    <w:p w:rsidR="00E00D30" w:rsidRDefault="00E00D30" w:rsidP="00E00D30">
      <w:r>
        <w:t>477.4441</w:t>
      </w:r>
      <w:r>
        <w:tab/>
        <w:t>5.063e0</w:t>
      </w:r>
    </w:p>
    <w:p w:rsidR="00E00D30" w:rsidRDefault="00E00D30" w:rsidP="00E00D30">
      <w:r>
        <w:t>477.4888</w:t>
      </w:r>
      <w:r>
        <w:tab/>
        <w:t>3.038e0</w:t>
      </w:r>
    </w:p>
    <w:p w:rsidR="00E00D30" w:rsidRDefault="00E00D30" w:rsidP="00E00D30">
      <w:r>
        <w:t>477.4934</w:t>
      </w:r>
      <w:r>
        <w:tab/>
        <w:t>4.051e0</w:t>
      </w:r>
    </w:p>
    <w:p w:rsidR="00E00D30" w:rsidRDefault="00E00D30" w:rsidP="00E00D30">
      <w:r>
        <w:t>477.5056</w:t>
      </w:r>
      <w:r>
        <w:tab/>
        <w:t>1.013e0</w:t>
      </w:r>
    </w:p>
    <w:p w:rsidR="00E00D30" w:rsidRDefault="00E00D30" w:rsidP="00E00D30">
      <w:r>
        <w:t>477.5381</w:t>
      </w:r>
      <w:r>
        <w:tab/>
        <w:t>4.051e0</w:t>
      </w:r>
    </w:p>
    <w:p w:rsidR="00E00D30" w:rsidRDefault="00E00D30" w:rsidP="00E00D30">
      <w:r>
        <w:t>477.5553</w:t>
      </w:r>
      <w:r>
        <w:tab/>
        <w:t>7.089e0</w:t>
      </w:r>
    </w:p>
    <w:p w:rsidR="00E00D30" w:rsidRDefault="00E00D30" w:rsidP="00E00D30">
      <w:r>
        <w:t>477.5877</w:t>
      </w:r>
      <w:r>
        <w:tab/>
        <w:t>3.038e0</w:t>
      </w:r>
    </w:p>
    <w:p w:rsidR="00E00D30" w:rsidRDefault="00E00D30" w:rsidP="00E00D30">
      <w:r>
        <w:t>477.6229</w:t>
      </w:r>
      <w:r>
        <w:tab/>
        <w:t>1.013e0</w:t>
      </w:r>
    </w:p>
    <w:p w:rsidR="00E00D30" w:rsidRDefault="00E00D30" w:rsidP="00E00D30">
      <w:r>
        <w:t>477.6306</w:t>
      </w:r>
      <w:r>
        <w:tab/>
        <w:t>1.013e0</w:t>
      </w:r>
    </w:p>
    <w:p w:rsidR="00E00D30" w:rsidRDefault="00E00D30" w:rsidP="00E00D30">
      <w:r>
        <w:lastRenderedPageBreak/>
        <w:t>477.6459</w:t>
      </w:r>
      <w:r>
        <w:tab/>
        <w:t>1.013e0</w:t>
      </w:r>
    </w:p>
    <w:p w:rsidR="00E00D30" w:rsidRDefault="00E00D30" w:rsidP="00E00D30">
      <w:r>
        <w:t>477.6636</w:t>
      </w:r>
      <w:r>
        <w:tab/>
        <w:t>1.013e0</w:t>
      </w:r>
    </w:p>
    <w:p w:rsidR="00E00D30" w:rsidRDefault="00E00D30" w:rsidP="00E00D30">
      <w:r>
        <w:t>477.6885</w:t>
      </w:r>
      <w:r>
        <w:tab/>
        <w:t>1.013e0</w:t>
      </w:r>
    </w:p>
    <w:p w:rsidR="00E00D30" w:rsidRDefault="00E00D30" w:rsidP="00E00D30">
      <w:r>
        <w:t>477.6917</w:t>
      </w:r>
      <w:r>
        <w:tab/>
        <w:t>2.025e0</w:t>
      </w:r>
    </w:p>
    <w:p w:rsidR="00E00D30" w:rsidRDefault="00E00D30" w:rsidP="00E00D30">
      <w:r>
        <w:t>477.7035</w:t>
      </w:r>
      <w:r>
        <w:tab/>
        <w:t>1.013e0</w:t>
      </w:r>
    </w:p>
    <w:p w:rsidR="00E00D30" w:rsidRDefault="00E00D30" w:rsidP="00E00D30">
      <w:r>
        <w:t>477.7221</w:t>
      </w:r>
      <w:r>
        <w:tab/>
        <w:t>1.013e0</w:t>
      </w:r>
    </w:p>
    <w:p w:rsidR="00E00D30" w:rsidRDefault="00E00D30" w:rsidP="00E00D30">
      <w:r>
        <w:t>477.7267</w:t>
      </w:r>
      <w:r>
        <w:tab/>
        <w:t>3.038e0</w:t>
      </w:r>
    </w:p>
    <w:p w:rsidR="00E00D30" w:rsidRDefault="00E00D30" w:rsidP="00E00D30">
      <w:r>
        <w:t>477.7463</w:t>
      </w:r>
      <w:r>
        <w:tab/>
        <w:t>3.038e0</w:t>
      </w:r>
    </w:p>
    <w:p w:rsidR="00E00D30" w:rsidRDefault="00E00D30" w:rsidP="00E00D30">
      <w:r>
        <w:t>477.7489</w:t>
      </w:r>
      <w:r>
        <w:tab/>
        <w:t>2.025e0</w:t>
      </w:r>
    </w:p>
    <w:p w:rsidR="00E00D30" w:rsidRDefault="00E00D30" w:rsidP="00E00D30">
      <w:r>
        <w:t>477.7614</w:t>
      </w:r>
      <w:r>
        <w:tab/>
        <w:t>1.013e0</w:t>
      </w:r>
    </w:p>
    <w:p w:rsidR="00E00D30" w:rsidRDefault="00E00D30" w:rsidP="00E00D30">
      <w:r>
        <w:t>477.7830</w:t>
      </w:r>
      <w:r>
        <w:tab/>
        <w:t>1.013e0</w:t>
      </w:r>
    </w:p>
    <w:p w:rsidR="00E00D30" w:rsidRDefault="00E00D30" w:rsidP="00E00D30">
      <w:r>
        <w:t>477.7944</w:t>
      </w:r>
      <w:r>
        <w:tab/>
        <w:t>3.038e0</w:t>
      </w:r>
    </w:p>
    <w:p w:rsidR="00E00D30" w:rsidRDefault="00E00D30" w:rsidP="00E00D30">
      <w:r>
        <w:t>477.8053</w:t>
      </w:r>
      <w:r>
        <w:tab/>
        <w:t>1.013e0</w:t>
      </w:r>
    </w:p>
    <w:p w:rsidR="00E00D30" w:rsidRDefault="00E00D30" w:rsidP="00E00D30">
      <w:r>
        <w:t>477.8300</w:t>
      </w:r>
      <w:r>
        <w:tab/>
        <w:t>1.013e0</w:t>
      </w:r>
    </w:p>
    <w:p w:rsidR="00E00D30" w:rsidRDefault="00E00D30" w:rsidP="00E00D30">
      <w:r>
        <w:t>477.8378</w:t>
      </w:r>
      <w:r>
        <w:tab/>
        <w:t>1.013e0</w:t>
      </w:r>
    </w:p>
    <w:p w:rsidR="00E00D30" w:rsidRDefault="00E00D30" w:rsidP="00E00D30">
      <w:r>
        <w:t>477.8760</w:t>
      </w:r>
      <w:r>
        <w:tab/>
        <w:t>2.025e0</w:t>
      </w:r>
    </w:p>
    <w:p w:rsidR="00E00D30" w:rsidRDefault="00E00D30" w:rsidP="00E00D30">
      <w:r>
        <w:t>477.8813</w:t>
      </w:r>
      <w:r>
        <w:tab/>
        <w:t>1.013e0</w:t>
      </w:r>
    </w:p>
    <w:p w:rsidR="00E00D30" w:rsidRDefault="00E00D30" w:rsidP="00E00D30">
      <w:r>
        <w:t>477.8965</w:t>
      </w:r>
      <w:r>
        <w:tab/>
        <w:t>1.013e0</w:t>
      </w:r>
    </w:p>
    <w:p w:rsidR="00E00D30" w:rsidRDefault="00E00D30" w:rsidP="00E00D30">
      <w:r>
        <w:t>477.9132</w:t>
      </w:r>
      <w:r>
        <w:tab/>
        <w:t>1.013e0</w:t>
      </w:r>
    </w:p>
    <w:p w:rsidR="00E00D30" w:rsidRDefault="00E00D30" w:rsidP="00E00D30">
      <w:r>
        <w:lastRenderedPageBreak/>
        <w:t>477.9172</w:t>
      </w:r>
      <w:r>
        <w:tab/>
        <w:t>2.025e0</w:t>
      </w:r>
    </w:p>
    <w:p w:rsidR="00E00D30" w:rsidRDefault="00E00D30" w:rsidP="00E00D30">
      <w:r>
        <w:t>477.9474</w:t>
      </w:r>
      <w:r>
        <w:tab/>
        <w:t>1.013e0</w:t>
      </w:r>
    </w:p>
    <w:p w:rsidR="00E00D30" w:rsidRDefault="00E00D30" w:rsidP="00E00D30">
      <w:r>
        <w:t>477.9641</w:t>
      </w:r>
      <w:r>
        <w:tab/>
        <w:t>3.038e0</w:t>
      </w:r>
    </w:p>
    <w:p w:rsidR="00E00D30" w:rsidRDefault="00E00D30" w:rsidP="00E00D30">
      <w:r>
        <w:t>477.9662</w:t>
      </w:r>
      <w:r>
        <w:tab/>
        <w:t>2.025e0</w:t>
      </w:r>
    </w:p>
    <w:p w:rsidR="00E00D30" w:rsidRDefault="00E00D30" w:rsidP="00E00D30">
      <w:r>
        <w:t>477.9884</w:t>
      </w:r>
      <w:r>
        <w:tab/>
        <w:t>1.013e0</w:t>
      </w:r>
    </w:p>
    <w:p w:rsidR="00E00D30" w:rsidRDefault="00E00D30" w:rsidP="00E00D30">
      <w:r>
        <w:t>478.0150</w:t>
      </w:r>
      <w:r>
        <w:tab/>
        <w:t>2.025e0</w:t>
      </w:r>
    </w:p>
    <w:p w:rsidR="00E00D30" w:rsidRDefault="00E00D30" w:rsidP="00E00D30">
      <w:r>
        <w:t>478.0298</w:t>
      </w:r>
      <w:r>
        <w:tab/>
        <w:t>1.013e0</w:t>
      </w:r>
    </w:p>
    <w:p w:rsidR="00E00D30" w:rsidRDefault="00E00D30" w:rsidP="00E00D30">
      <w:r>
        <w:t>478.0338</w:t>
      </w:r>
      <w:r>
        <w:tab/>
        <w:t>2.025e0</w:t>
      </w:r>
    </w:p>
    <w:p w:rsidR="00E00D30" w:rsidRDefault="00E00D30" w:rsidP="00E00D30">
      <w:r>
        <w:t>478.0467</w:t>
      </w:r>
      <w:r>
        <w:tab/>
        <w:t>1.013e0</w:t>
      </w:r>
    </w:p>
    <w:p w:rsidR="00E00D30" w:rsidRDefault="00E00D30" w:rsidP="00E00D30">
      <w:r>
        <w:t>478.0577</w:t>
      </w:r>
      <w:r>
        <w:tab/>
        <w:t>3.038e0</w:t>
      </w:r>
    </w:p>
    <w:p w:rsidR="00E00D30" w:rsidRDefault="00E00D30" w:rsidP="00E00D30">
      <w:r>
        <w:t>478.0858</w:t>
      </w:r>
      <w:r>
        <w:tab/>
        <w:t>3.038e0</w:t>
      </w:r>
    </w:p>
    <w:p w:rsidR="00E00D30" w:rsidRDefault="00E00D30" w:rsidP="00E00D30">
      <w:r>
        <w:t>478.0921</w:t>
      </w:r>
      <w:r>
        <w:tab/>
        <w:t>3.038e0</w:t>
      </w:r>
    </w:p>
    <w:p w:rsidR="00E00D30" w:rsidRDefault="00E00D30" w:rsidP="00E00D30">
      <w:r>
        <w:t>478.0986</w:t>
      </w:r>
      <w:r>
        <w:tab/>
        <w:t>2.025e0</w:t>
      </w:r>
    </w:p>
    <w:p w:rsidR="00E00D30" w:rsidRDefault="00E00D30" w:rsidP="00E00D30">
      <w:r>
        <w:t>478.1049</w:t>
      </w:r>
      <w:r>
        <w:tab/>
        <w:t>2.025e0</w:t>
      </w:r>
    </w:p>
    <w:p w:rsidR="00E00D30" w:rsidRDefault="00E00D30" w:rsidP="00E00D30">
      <w:r>
        <w:t>478.1130</w:t>
      </w:r>
      <w:r>
        <w:tab/>
        <w:t>2.025e0</w:t>
      </w:r>
    </w:p>
    <w:p w:rsidR="00E00D30" w:rsidRDefault="00E00D30" w:rsidP="00E00D30">
      <w:r>
        <w:t>478.1207</w:t>
      </w:r>
      <w:r>
        <w:tab/>
        <w:t>2.025e0</w:t>
      </w:r>
    </w:p>
    <w:p w:rsidR="00E00D30" w:rsidRDefault="00E00D30" w:rsidP="00E00D30">
      <w:r>
        <w:t>478.1221</w:t>
      </w:r>
      <w:r>
        <w:tab/>
        <w:t>3.038e0</w:t>
      </w:r>
    </w:p>
    <w:p w:rsidR="00E00D30" w:rsidRDefault="00E00D30" w:rsidP="00E00D30">
      <w:r>
        <w:t>478.1275</w:t>
      </w:r>
      <w:r>
        <w:tab/>
        <w:t>1.013e0</w:t>
      </w:r>
    </w:p>
    <w:p w:rsidR="00E00D30" w:rsidRDefault="00E00D30" w:rsidP="00E00D30">
      <w:r>
        <w:t>478.1504</w:t>
      </w:r>
      <w:r>
        <w:tab/>
        <w:t>2.025e0</w:t>
      </w:r>
    </w:p>
    <w:p w:rsidR="00E00D30" w:rsidRDefault="00E00D30" w:rsidP="00E00D30">
      <w:r>
        <w:lastRenderedPageBreak/>
        <w:t>478.1819</w:t>
      </w:r>
      <w:r>
        <w:tab/>
        <w:t>3.035e0</w:t>
      </w:r>
    </w:p>
    <w:p w:rsidR="00E00D30" w:rsidRDefault="00E00D30" w:rsidP="00E00D30">
      <w:r>
        <w:t>478.1835</w:t>
      </w:r>
      <w:r>
        <w:tab/>
        <w:t>2.025e0</w:t>
      </w:r>
    </w:p>
    <w:p w:rsidR="00E00D30" w:rsidRDefault="00E00D30" w:rsidP="00E00D30">
      <w:r>
        <w:t>478.2094</w:t>
      </w:r>
      <w:r>
        <w:tab/>
        <w:t>2.025e0</w:t>
      </w:r>
    </w:p>
    <w:p w:rsidR="00E00D30" w:rsidRDefault="00E00D30" w:rsidP="00E00D30">
      <w:r>
        <w:t>478.2296</w:t>
      </w:r>
      <w:r>
        <w:tab/>
        <w:t>1.013e0</w:t>
      </w:r>
    </w:p>
    <w:p w:rsidR="00E00D30" w:rsidRDefault="00E00D30" w:rsidP="00E00D30">
      <w:r>
        <w:t>478.2335</w:t>
      </w:r>
      <w:r>
        <w:tab/>
        <w:t>3.038e0</w:t>
      </w:r>
    </w:p>
    <w:p w:rsidR="00E00D30" w:rsidRDefault="00E00D30" w:rsidP="00E00D30">
      <w:r>
        <w:t>478.2345</w:t>
      </w:r>
      <w:r>
        <w:tab/>
        <w:t>1.115e0</w:t>
      </w:r>
    </w:p>
    <w:p w:rsidR="00E00D30" w:rsidRDefault="00E00D30" w:rsidP="00E00D30">
      <w:r>
        <w:t>478.2623</w:t>
      </w:r>
      <w:r>
        <w:tab/>
        <w:t>1.013e0</w:t>
      </w:r>
    </w:p>
    <w:p w:rsidR="00E00D30" w:rsidRDefault="00E00D30" w:rsidP="00E00D30">
      <w:r>
        <w:t>478.2715</w:t>
      </w:r>
      <w:r>
        <w:tab/>
        <w:t>1.013e0</w:t>
      </w:r>
    </w:p>
    <w:p w:rsidR="00E00D30" w:rsidRDefault="00E00D30" w:rsidP="00E00D30">
      <w:r>
        <w:t>478.3067</w:t>
      </w:r>
      <w:r>
        <w:tab/>
        <w:t>4.989e1</w:t>
      </w:r>
    </w:p>
    <w:p w:rsidR="00E00D30" w:rsidRDefault="00E00D30" w:rsidP="00E00D30">
      <w:r>
        <w:t>478.3103</w:t>
      </w:r>
      <w:r>
        <w:tab/>
        <w:t>2.127e1</w:t>
      </w:r>
    </w:p>
    <w:p w:rsidR="00E00D30" w:rsidRDefault="00E00D30" w:rsidP="00E00D30">
      <w:r>
        <w:t>478.3132</w:t>
      </w:r>
      <w:r>
        <w:tab/>
        <w:t>3.260e1</w:t>
      </w:r>
    </w:p>
    <w:p w:rsidR="00E00D30" w:rsidRDefault="00E00D30" w:rsidP="00E00D30">
      <w:r>
        <w:t>478.3187</w:t>
      </w:r>
      <w:r>
        <w:tab/>
        <w:t>3.841e1</w:t>
      </w:r>
    </w:p>
    <w:p w:rsidR="00E00D30" w:rsidRDefault="00E00D30" w:rsidP="00E00D30">
      <w:r>
        <w:t>478.3221</w:t>
      </w:r>
      <w:r>
        <w:tab/>
        <w:t>3.038e1</w:t>
      </w:r>
    </w:p>
    <w:p w:rsidR="00E00D30" w:rsidRDefault="00E00D30" w:rsidP="00E00D30">
      <w:r>
        <w:t>478.3417</w:t>
      </w:r>
      <w:r>
        <w:tab/>
        <w:t>5.063e0</w:t>
      </w:r>
    </w:p>
    <w:p w:rsidR="00E00D30" w:rsidRDefault="00E00D30" w:rsidP="00E00D30">
      <w:r>
        <w:t>478.3451</w:t>
      </w:r>
      <w:r>
        <w:tab/>
        <w:t>3.038e0</w:t>
      </w:r>
    </w:p>
    <w:p w:rsidR="00E00D30" w:rsidRDefault="00E00D30" w:rsidP="00E00D30">
      <w:r>
        <w:t>478.3813</w:t>
      </w:r>
      <w:r>
        <w:tab/>
        <w:t>1.013e0</w:t>
      </w:r>
    </w:p>
    <w:p w:rsidR="00E00D30" w:rsidRDefault="00E00D30" w:rsidP="00E00D30">
      <w:r>
        <w:t>478.3880</w:t>
      </w:r>
      <w:r>
        <w:tab/>
        <w:t>2.025e0</w:t>
      </w:r>
    </w:p>
    <w:p w:rsidR="00E00D30" w:rsidRDefault="00E00D30" w:rsidP="00E00D30">
      <w:r>
        <w:t>478.4012</w:t>
      </w:r>
      <w:r>
        <w:tab/>
        <w:t>2.025e0</w:t>
      </w:r>
    </w:p>
    <w:p w:rsidR="00E00D30" w:rsidRDefault="00E00D30" w:rsidP="00E00D30">
      <w:r>
        <w:t>478.4167</w:t>
      </w:r>
      <w:r>
        <w:tab/>
        <w:t>3.038e0</w:t>
      </w:r>
    </w:p>
    <w:p w:rsidR="00E00D30" w:rsidRDefault="00E00D30" w:rsidP="00E00D30">
      <w:r>
        <w:lastRenderedPageBreak/>
        <w:t>478.4331</w:t>
      </w:r>
      <w:r>
        <w:tab/>
        <w:t>2.025e0</w:t>
      </w:r>
    </w:p>
    <w:p w:rsidR="00E00D30" w:rsidRDefault="00E00D30" w:rsidP="00E00D30">
      <w:r>
        <w:t>478.4386</w:t>
      </w:r>
      <w:r>
        <w:tab/>
        <w:t>1.013e0</w:t>
      </w:r>
    </w:p>
    <w:p w:rsidR="00E00D30" w:rsidRDefault="00E00D30" w:rsidP="00E00D30">
      <w:r>
        <w:t>478.4470</w:t>
      </w:r>
      <w:r>
        <w:tab/>
        <w:t>1.013e0</w:t>
      </w:r>
    </w:p>
    <w:p w:rsidR="00E00D30" w:rsidRDefault="00E00D30" w:rsidP="00E00D30">
      <w:r>
        <w:t>478.4508</w:t>
      </w:r>
      <w:r>
        <w:tab/>
        <w:t>2.025e0</w:t>
      </w:r>
    </w:p>
    <w:p w:rsidR="00E00D30" w:rsidRDefault="00E00D30" w:rsidP="00E00D30">
      <w:r>
        <w:t>478.4679</w:t>
      </w:r>
      <w:r>
        <w:tab/>
        <w:t>3.038e0</w:t>
      </w:r>
    </w:p>
    <w:p w:rsidR="00E00D30" w:rsidRDefault="00E00D30" w:rsidP="00E00D30">
      <w:r>
        <w:t>478.5385</w:t>
      </w:r>
      <w:r>
        <w:tab/>
        <w:t>2.025e0</w:t>
      </w:r>
    </w:p>
    <w:p w:rsidR="00E00D30" w:rsidRDefault="00E00D30" w:rsidP="00E00D30">
      <w:r>
        <w:t>478.5467</w:t>
      </w:r>
      <w:r>
        <w:tab/>
        <w:t>2.025e0</w:t>
      </w:r>
    </w:p>
    <w:p w:rsidR="00E00D30" w:rsidRDefault="00E00D30" w:rsidP="00E00D30">
      <w:r>
        <w:t>478.5513</w:t>
      </w:r>
      <w:r>
        <w:tab/>
        <w:t>1.013e0</w:t>
      </w:r>
    </w:p>
    <w:p w:rsidR="00E00D30" w:rsidRDefault="00E00D30" w:rsidP="00E00D30">
      <w:r>
        <w:t>478.5695</w:t>
      </w:r>
      <w:r>
        <w:tab/>
        <w:t>3.038e0</w:t>
      </w:r>
    </w:p>
    <w:p w:rsidR="00E00D30" w:rsidRDefault="00E00D30" w:rsidP="00E00D30">
      <w:r>
        <w:t>478.5803</w:t>
      </w:r>
      <w:r>
        <w:tab/>
        <w:t>1.013e0</w:t>
      </w:r>
    </w:p>
    <w:p w:rsidR="00E00D30" w:rsidRDefault="00E00D30" w:rsidP="00E00D30">
      <w:r>
        <w:t>478.5881</w:t>
      </w:r>
      <w:r>
        <w:tab/>
        <w:t>1.013e0</w:t>
      </w:r>
    </w:p>
    <w:p w:rsidR="00E00D30" w:rsidRDefault="00E00D30" w:rsidP="00E00D30">
      <w:r>
        <w:t>478.6043</w:t>
      </w:r>
      <w:r>
        <w:tab/>
        <w:t>3.038e0</w:t>
      </w:r>
    </w:p>
    <w:p w:rsidR="00E00D30" w:rsidRDefault="00E00D30" w:rsidP="00E00D30">
      <w:r>
        <w:t>478.6184</w:t>
      </w:r>
      <w:r>
        <w:tab/>
        <w:t>2.025e0</w:t>
      </w:r>
    </w:p>
    <w:p w:rsidR="00E00D30" w:rsidRDefault="00E00D30" w:rsidP="00E00D30">
      <w:r>
        <w:t>478.6212</w:t>
      </w:r>
      <w:r>
        <w:tab/>
        <w:t>1.013e0</w:t>
      </w:r>
    </w:p>
    <w:p w:rsidR="00E00D30" w:rsidRDefault="00E00D30" w:rsidP="00E00D30">
      <w:r>
        <w:t>478.6986</w:t>
      </w:r>
      <w:r>
        <w:tab/>
        <w:t>3.038e0</w:t>
      </w:r>
    </w:p>
    <w:p w:rsidR="00E00D30" w:rsidRDefault="00E00D30" w:rsidP="00E00D30">
      <w:r>
        <w:t>478.7036</w:t>
      </w:r>
      <w:r>
        <w:tab/>
        <w:t>1.013e0</w:t>
      </w:r>
    </w:p>
    <w:p w:rsidR="00E00D30" w:rsidRDefault="00E00D30" w:rsidP="00E00D30">
      <w:r>
        <w:t>478.7131</w:t>
      </w:r>
      <w:r>
        <w:tab/>
        <w:t>1.013e0</w:t>
      </w:r>
    </w:p>
    <w:p w:rsidR="00E00D30" w:rsidRDefault="00E00D30" w:rsidP="00E00D30">
      <w:r>
        <w:t>478.7515</w:t>
      </w:r>
      <w:r>
        <w:tab/>
        <w:t>2.025e0</w:t>
      </w:r>
    </w:p>
    <w:p w:rsidR="00E00D30" w:rsidRDefault="00E00D30" w:rsidP="00E00D30">
      <w:r>
        <w:t>478.7623</w:t>
      </w:r>
      <w:r>
        <w:tab/>
        <w:t>1.013e0</w:t>
      </w:r>
    </w:p>
    <w:p w:rsidR="00E00D30" w:rsidRDefault="00E00D30" w:rsidP="00E00D30">
      <w:r>
        <w:lastRenderedPageBreak/>
        <w:t>478.7881</w:t>
      </w:r>
      <w:r>
        <w:tab/>
        <w:t>1.013e0</w:t>
      </w:r>
    </w:p>
    <w:p w:rsidR="00E00D30" w:rsidRDefault="00E00D30" w:rsidP="00E00D30">
      <w:r>
        <w:t>478.7921</w:t>
      </w:r>
      <w:r>
        <w:tab/>
        <w:t>2.025e0</w:t>
      </w:r>
    </w:p>
    <w:p w:rsidR="00E00D30" w:rsidRDefault="00E00D30" w:rsidP="00E00D30">
      <w:r>
        <w:t>478.8013</w:t>
      </w:r>
      <w:r>
        <w:tab/>
        <w:t>1.013e0</w:t>
      </w:r>
    </w:p>
    <w:p w:rsidR="00E00D30" w:rsidRDefault="00E00D30" w:rsidP="00E00D30">
      <w:r>
        <w:t>478.8465</w:t>
      </w:r>
      <w:r>
        <w:tab/>
        <w:t>2.025e0</w:t>
      </w:r>
    </w:p>
    <w:p w:rsidR="00E00D30" w:rsidRDefault="00E00D30" w:rsidP="00E00D30">
      <w:r>
        <w:t>478.8486</w:t>
      </w:r>
      <w:r>
        <w:tab/>
        <w:t>2.025e0</w:t>
      </w:r>
    </w:p>
    <w:p w:rsidR="00E00D30" w:rsidRDefault="00E00D30" w:rsidP="00E00D30">
      <w:r>
        <w:t>478.8712</w:t>
      </w:r>
      <w:r>
        <w:tab/>
        <w:t>1.013e0</w:t>
      </w:r>
    </w:p>
    <w:p w:rsidR="00E00D30" w:rsidRDefault="00E00D30" w:rsidP="00E00D30">
      <w:r>
        <w:t>478.8750</w:t>
      </w:r>
      <w:r>
        <w:tab/>
        <w:t>2.025e0</w:t>
      </w:r>
    </w:p>
    <w:p w:rsidR="00E00D30" w:rsidRDefault="00E00D30" w:rsidP="00E00D30">
      <w:r>
        <w:t>478.8804</w:t>
      </w:r>
      <w:r>
        <w:tab/>
        <w:t>4.124e0</w:t>
      </w:r>
    </w:p>
    <w:p w:rsidR="00E00D30" w:rsidRDefault="00E00D30" w:rsidP="00E00D30">
      <w:r>
        <w:t>478.8927</w:t>
      </w:r>
      <w:r>
        <w:tab/>
        <w:t>2.025e0</w:t>
      </w:r>
    </w:p>
    <w:p w:rsidR="00E00D30" w:rsidRDefault="00E00D30" w:rsidP="00E00D30">
      <w:r>
        <w:t>478.8997</w:t>
      </w:r>
      <w:r>
        <w:tab/>
        <w:t>1.013e0</w:t>
      </w:r>
    </w:p>
    <w:p w:rsidR="00E00D30" w:rsidRDefault="00E00D30" w:rsidP="00E00D30">
      <w:r>
        <w:t>478.9247</w:t>
      </w:r>
      <w:r>
        <w:tab/>
        <w:t>2.025e0</w:t>
      </w:r>
    </w:p>
    <w:p w:rsidR="00E00D30" w:rsidRDefault="00E00D30" w:rsidP="00E00D30">
      <w:r>
        <w:t>478.9278</w:t>
      </w:r>
      <w:r>
        <w:tab/>
        <w:t>2.025e0</w:t>
      </w:r>
    </w:p>
    <w:p w:rsidR="00E00D30" w:rsidRDefault="00E00D30" w:rsidP="00E00D30">
      <w:r>
        <w:t>478.9538</w:t>
      </w:r>
      <w:r>
        <w:tab/>
        <w:t>1.013e0</w:t>
      </w:r>
    </w:p>
    <w:p w:rsidR="00E00D30" w:rsidRDefault="00E00D30" w:rsidP="00E00D30">
      <w:r>
        <w:t>478.9582</w:t>
      </w:r>
      <w:r>
        <w:tab/>
        <w:t>3.038e0</w:t>
      </w:r>
    </w:p>
    <w:p w:rsidR="00E00D30" w:rsidRDefault="00E00D30" w:rsidP="00E00D30">
      <w:r>
        <w:t>478.9721</w:t>
      </w:r>
      <w:r>
        <w:tab/>
        <w:t>1.013e0</w:t>
      </w:r>
    </w:p>
    <w:p w:rsidR="00E00D30" w:rsidRDefault="00E00D30" w:rsidP="00E00D30">
      <w:r>
        <w:t>478.9952</w:t>
      </w:r>
      <w:r>
        <w:tab/>
        <w:t>3.038e0</w:t>
      </w:r>
    </w:p>
    <w:p w:rsidR="00E00D30" w:rsidRDefault="00E00D30" w:rsidP="00E00D30">
      <w:r>
        <w:t>479.0159</w:t>
      </w:r>
      <w:r>
        <w:tab/>
        <w:t>2.025e0</w:t>
      </w:r>
    </w:p>
    <w:p w:rsidR="00E00D30" w:rsidRDefault="00E00D30" w:rsidP="00E00D30">
      <w:r>
        <w:t>479.0383</w:t>
      </w:r>
      <w:r>
        <w:tab/>
        <w:t>1.013e0</w:t>
      </w:r>
    </w:p>
    <w:p w:rsidR="00E00D30" w:rsidRDefault="00E00D30" w:rsidP="00E00D30">
      <w:r>
        <w:t>479.0482</w:t>
      </w:r>
      <w:r>
        <w:tab/>
        <w:t>2.025e0</w:t>
      </w:r>
    </w:p>
    <w:p w:rsidR="00E00D30" w:rsidRDefault="00E00D30" w:rsidP="00E00D30">
      <w:r>
        <w:lastRenderedPageBreak/>
        <w:t>479.0505</w:t>
      </w:r>
      <w:r>
        <w:tab/>
        <w:t>2.025e0</w:t>
      </w:r>
    </w:p>
    <w:p w:rsidR="00E00D30" w:rsidRDefault="00E00D30" w:rsidP="00E00D30">
      <w:r>
        <w:t>479.0611</w:t>
      </w:r>
      <w:r>
        <w:tab/>
        <w:t>2.025e0</w:t>
      </w:r>
    </w:p>
    <w:p w:rsidR="00E00D30" w:rsidRDefault="00E00D30" w:rsidP="00E00D30">
      <w:r>
        <w:t>479.1093</w:t>
      </w:r>
      <w:r>
        <w:tab/>
        <w:t>1.013e0</w:t>
      </w:r>
    </w:p>
    <w:p w:rsidR="00E00D30" w:rsidRDefault="00E00D30" w:rsidP="00E00D30">
      <w:r>
        <w:t>479.1131</w:t>
      </w:r>
      <w:r>
        <w:tab/>
        <w:t>1.013e0</w:t>
      </w:r>
    </w:p>
    <w:p w:rsidR="00E00D30" w:rsidRDefault="00E00D30" w:rsidP="00E00D30">
      <w:r>
        <w:t>479.2185</w:t>
      </w:r>
      <w:r>
        <w:tab/>
        <w:t>2.025e0</w:t>
      </w:r>
    </w:p>
    <w:p w:rsidR="00E00D30" w:rsidRDefault="00E00D30" w:rsidP="00E00D30">
      <w:r>
        <w:t>479.2344</w:t>
      </w:r>
      <w:r>
        <w:tab/>
        <w:t>2.025e0</w:t>
      </w:r>
    </w:p>
    <w:p w:rsidR="00E00D30" w:rsidRDefault="00E00D30" w:rsidP="00E00D30">
      <w:r>
        <w:t>479.2778</w:t>
      </w:r>
      <w:r>
        <w:tab/>
        <w:t>3.038e0</w:t>
      </w:r>
    </w:p>
    <w:p w:rsidR="00E00D30" w:rsidRDefault="00E00D30" w:rsidP="00E00D30">
      <w:r>
        <w:t>479.2814</w:t>
      </w:r>
      <w:r>
        <w:tab/>
        <w:t>4.051e0</w:t>
      </w:r>
    </w:p>
    <w:p w:rsidR="00E00D30" w:rsidRDefault="00E00D30" w:rsidP="00E00D30">
      <w:r>
        <w:t>479.2882</w:t>
      </w:r>
      <w:r>
        <w:tab/>
        <w:t>2.060e1</w:t>
      </w:r>
    </w:p>
    <w:p w:rsidR="00E00D30" w:rsidRDefault="00E00D30" w:rsidP="00E00D30">
      <w:r>
        <w:t>479.2897</w:t>
      </w:r>
      <w:r>
        <w:tab/>
        <w:t>4.779e1</w:t>
      </w:r>
    </w:p>
    <w:p w:rsidR="00E00D30" w:rsidRDefault="00E00D30" w:rsidP="00E00D30">
      <w:r>
        <w:t>479.2918</w:t>
      </w:r>
      <w:r>
        <w:tab/>
        <w:t>2.734e1</w:t>
      </w:r>
    </w:p>
    <w:p w:rsidR="00E00D30" w:rsidRDefault="00E00D30" w:rsidP="00E00D30">
      <w:r>
        <w:t>479.2931</w:t>
      </w:r>
      <w:r>
        <w:tab/>
        <w:t>3.743e1</w:t>
      </w:r>
    </w:p>
    <w:p w:rsidR="00E00D30" w:rsidRDefault="00E00D30" w:rsidP="00E00D30">
      <w:r>
        <w:t>479.3105</w:t>
      </w:r>
      <w:r>
        <w:tab/>
        <w:t>3.038e0</w:t>
      </w:r>
    </w:p>
    <w:p w:rsidR="00E00D30" w:rsidRDefault="00E00D30" w:rsidP="00E00D30">
      <w:r>
        <w:t>479.3234</w:t>
      </w:r>
      <w:r>
        <w:tab/>
        <w:t>1.013e0</w:t>
      </w:r>
    </w:p>
    <w:p w:rsidR="00E00D30" w:rsidRDefault="00E00D30" w:rsidP="00E00D30">
      <w:r>
        <w:t>479.3623</w:t>
      </w:r>
      <w:r>
        <w:tab/>
        <w:t>2.025e0</w:t>
      </w:r>
    </w:p>
    <w:p w:rsidR="00E00D30" w:rsidRDefault="00E00D30" w:rsidP="00E00D30">
      <w:r>
        <w:t>479.3881</w:t>
      </w:r>
      <w:r>
        <w:tab/>
        <w:t>2.025e0</w:t>
      </w:r>
    </w:p>
    <w:p w:rsidR="00E00D30" w:rsidRDefault="00E00D30" w:rsidP="00E00D30">
      <w:r>
        <w:t>479.4227</w:t>
      </w:r>
      <w:r>
        <w:tab/>
        <w:t>1.013e0</w:t>
      </w:r>
    </w:p>
    <w:p w:rsidR="00E00D30" w:rsidRDefault="00E00D30" w:rsidP="00E00D30">
      <w:r>
        <w:t>479.4467</w:t>
      </w:r>
      <w:r>
        <w:tab/>
        <w:t>4.051e0</w:t>
      </w:r>
    </w:p>
    <w:p w:rsidR="00E00D30" w:rsidRDefault="00E00D30" w:rsidP="00E00D30">
      <w:r>
        <w:t>479.4636</w:t>
      </w:r>
      <w:r>
        <w:tab/>
        <w:t>1.013e0</w:t>
      </w:r>
    </w:p>
    <w:p w:rsidR="00E00D30" w:rsidRDefault="00E00D30" w:rsidP="00E00D30">
      <w:r>
        <w:lastRenderedPageBreak/>
        <w:t>479.4750</w:t>
      </w:r>
      <w:r>
        <w:tab/>
        <w:t>2.025e0</w:t>
      </w:r>
    </w:p>
    <w:p w:rsidR="00E00D30" w:rsidRDefault="00E00D30" w:rsidP="00E00D30">
      <w:r>
        <w:t>479.5079</w:t>
      </w:r>
      <w:r>
        <w:tab/>
        <w:t>2.025e0</w:t>
      </w:r>
    </w:p>
    <w:p w:rsidR="00E00D30" w:rsidRDefault="00E00D30" w:rsidP="00E00D30">
      <w:r>
        <w:t>479.5114</w:t>
      </w:r>
      <w:r>
        <w:tab/>
        <w:t>1.013e0</w:t>
      </w:r>
    </w:p>
    <w:p w:rsidR="00E00D30" w:rsidRDefault="00E00D30" w:rsidP="00E00D30">
      <w:r>
        <w:t>479.5396</w:t>
      </w:r>
      <w:r>
        <w:tab/>
        <w:t>1.013e0</w:t>
      </w:r>
    </w:p>
    <w:p w:rsidR="00E00D30" w:rsidRDefault="00E00D30" w:rsidP="00E00D30">
      <w:r>
        <w:t>479.5694</w:t>
      </w:r>
      <w:r>
        <w:tab/>
        <w:t>1.013e0</w:t>
      </w:r>
    </w:p>
    <w:p w:rsidR="00E00D30" w:rsidRDefault="00E00D30" w:rsidP="00E00D30">
      <w:r>
        <w:t>479.6058</w:t>
      </w:r>
      <w:r>
        <w:tab/>
        <w:t>1.013e0</w:t>
      </w:r>
    </w:p>
    <w:p w:rsidR="00E00D30" w:rsidRDefault="00E00D30" w:rsidP="00E00D30">
      <w:r>
        <w:t>479.6306</w:t>
      </w:r>
      <w:r>
        <w:tab/>
        <w:t>1.013e0</w:t>
      </w:r>
    </w:p>
    <w:p w:rsidR="00E00D30" w:rsidRDefault="00E00D30" w:rsidP="00E00D30">
      <w:r>
        <w:t>479.6729</w:t>
      </w:r>
      <w:r>
        <w:tab/>
        <w:t>2.025e0</w:t>
      </w:r>
    </w:p>
    <w:p w:rsidR="00E00D30" w:rsidRDefault="00E00D30" w:rsidP="00E00D30">
      <w:r>
        <w:t>479.7220</w:t>
      </w:r>
      <w:r>
        <w:tab/>
        <w:t>1.013e0</w:t>
      </w:r>
    </w:p>
    <w:p w:rsidR="00E00D30" w:rsidRDefault="00E00D30" w:rsidP="00E00D30">
      <w:r>
        <w:t>479.7254</w:t>
      </w:r>
      <w:r>
        <w:tab/>
        <w:t>1.013e0</w:t>
      </w:r>
    </w:p>
    <w:p w:rsidR="00E00D30" w:rsidRDefault="00E00D30" w:rsidP="00E00D30">
      <w:r>
        <w:t>479.7436</w:t>
      </w:r>
      <w:r>
        <w:tab/>
        <w:t>1.013e0</w:t>
      </w:r>
    </w:p>
    <w:p w:rsidR="00E00D30" w:rsidRDefault="00E00D30" w:rsidP="00E00D30">
      <w:r>
        <w:t>479.7727</w:t>
      </w:r>
      <w:r>
        <w:tab/>
        <w:t>2.025e0</w:t>
      </w:r>
    </w:p>
    <w:p w:rsidR="00E00D30" w:rsidRDefault="00E00D30" w:rsidP="00E00D30">
      <w:r>
        <w:t>479.7849</w:t>
      </w:r>
      <w:r>
        <w:tab/>
        <w:t>5.924e0</w:t>
      </w:r>
    </w:p>
    <w:p w:rsidR="00E00D30" w:rsidRDefault="00E00D30" w:rsidP="00E00D30">
      <w:r>
        <w:t>479.8016</w:t>
      </w:r>
      <w:r>
        <w:tab/>
        <w:t>1.013e0</w:t>
      </w:r>
    </w:p>
    <w:p w:rsidR="00E00D30" w:rsidRDefault="00E00D30" w:rsidP="00E00D30">
      <w:r>
        <w:t>479.8146</w:t>
      </w:r>
      <w:r>
        <w:tab/>
        <w:t>1.013e0</w:t>
      </w:r>
    </w:p>
    <w:p w:rsidR="00E00D30" w:rsidRDefault="00E00D30" w:rsidP="00E00D30">
      <w:r>
        <w:t>479.8227</w:t>
      </w:r>
      <w:r>
        <w:tab/>
        <w:t>1.013e0</w:t>
      </w:r>
    </w:p>
    <w:p w:rsidR="00E00D30" w:rsidRDefault="00E00D30" w:rsidP="00E00D30">
      <w:r>
        <w:t>479.8380</w:t>
      </w:r>
      <w:r>
        <w:tab/>
        <w:t>1.013e0</w:t>
      </w:r>
    </w:p>
    <w:p w:rsidR="00E00D30" w:rsidRDefault="00E00D30" w:rsidP="00E00D30">
      <w:r>
        <w:t>479.8480</w:t>
      </w:r>
      <w:r>
        <w:tab/>
        <w:t>1.013e0</w:t>
      </w:r>
    </w:p>
    <w:p w:rsidR="00E00D30" w:rsidRDefault="00E00D30" w:rsidP="00E00D30">
      <w:r>
        <w:t>479.8663</w:t>
      </w:r>
      <w:r>
        <w:tab/>
        <w:t>3.038e0</w:t>
      </w:r>
    </w:p>
    <w:p w:rsidR="00E00D30" w:rsidRDefault="00E00D30" w:rsidP="00E00D30">
      <w:r>
        <w:lastRenderedPageBreak/>
        <w:t>479.8701</w:t>
      </w:r>
      <w:r>
        <w:tab/>
        <w:t>2.025e0</w:t>
      </w:r>
    </w:p>
    <w:p w:rsidR="00E00D30" w:rsidRDefault="00E00D30" w:rsidP="00E00D30">
      <w:r>
        <w:t>479.8814</w:t>
      </w:r>
      <w:r>
        <w:tab/>
        <w:t>1.013e0</w:t>
      </w:r>
    </w:p>
    <w:p w:rsidR="00E00D30" w:rsidRDefault="00E00D30" w:rsidP="00E00D30">
      <w:r>
        <w:t>479.9149</w:t>
      </w:r>
      <w:r>
        <w:tab/>
        <w:t>1.013e0</w:t>
      </w:r>
    </w:p>
    <w:p w:rsidR="00E00D30" w:rsidRDefault="00E00D30" w:rsidP="00E00D30">
      <w:r>
        <w:t>479.9175</w:t>
      </w:r>
      <w:r>
        <w:tab/>
        <w:t>1.013e0</w:t>
      </w:r>
    </w:p>
    <w:p w:rsidR="00E00D30" w:rsidRDefault="00E00D30" w:rsidP="00E00D30">
      <w:r>
        <w:t>479.9538</w:t>
      </w:r>
      <w:r>
        <w:tab/>
        <w:t>1.013e0</w:t>
      </w:r>
    </w:p>
    <w:p w:rsidR="00E00D30" w:rsidRDefault="00E00D30" w:rsidP="00E00D30">
      <w:r>
        <w:t>479.9569</w:t>
      </w:r>
      <w:r>
        <w:tab/>
        <w:t>1.013e0</w:t>
      </w:r>
    </w:p>
    <w:p w:rsidR="00E00D30" w:rsidRDefault="00E00D30" w:rsidP="00E00D30">
      <w:r>
        <w:t>479.9719</w:t>
      </w:r>
      <w:r>
        <w:tab/>
        <w:t>1.013e0</w:t>
      </w:r>
    </w:p>
    <w:p w:rsidR="00E00D30" w:rsidRDefault="00E00D30" w:rsidP="00E00D30">
      <w:r>
        <w:t>479.9760</w:t>
      </w:r>
      <w:r>
        <w:tab/>
        <w:t>1.013e0</w:t>
      </w:r>
    </w:p>
    <w:p w:rsidR="00E00D30" w:rsidRDefault="00E00D30" w:rsidP="00E00D30">
      <w:r>
        <w:t>480.0298</w:t>
      </w:r>
      <w:r>
        <w:tab/>
        <w:t>1.013e0</w:t>
      </w:r>
    </w:p>
    <w:p w:rsidR="00E00D30" w:rsidRDefault="00E00D30" w:rsidP="00E00D30">
      <w:r>
        <w:t>480.0485</w:t>
      </w:r>
      <w:r>
        <w:tab/>
        <w:t>1.013e0</w:t>
      </w:r>
    </w:p>
    <w:p w:rsidR="00E00D30" w:rsidRDefault="00E00D30" w:rsidP="00E00D30">
      <w:r>
        <w:t>480.0575</w:t>
      </w:r>
      <w:r>
        <w:tab/>
        <w:t>1.013e0</w:t>
      </w:r>
    </w:p>
    <w:p w:rsidR="00E00D30" w:rsidRDefault="00E00D30" w:rsidP="00E00D30">
      <w:r>
        <w:t>480.0652</w:t>
      </w:r>
      <w:r>
        <w:tab/>
        <w:t>1.013e0</w:t>
      </w:r>
    </w:p>
    <w:p w:rsidR="00E00D30" w:rsidRDefault="00E00D30" w:rsidP="00E00D30">
      <w:r>
        <w:t>480.0736</w:t>
      </w:r>
      <w:r>
        <w:tab/>
        <w:t>1.013e0</w:t>
      </w:r>
    </w:p>
    <w:p w:rsidR="00E00D30" w:rsidRDefault="00E00D30" w:rsidP="00E00D30">
      <w:r>
        <w:t>480.1278</w:t>
      </w:r>
      <w:r>
        <w:tab/>
        <w:t>1.013e0</w:t>
      </w:r>
    </w:p>
    <w:p w:rsidR="00E00D30" w:rsidRDefault="00E00D30" w:rsidP="00E00D30">
      <w:r>
        <w:t>480.1424</w:t>
      </w:r>
      <w:r>
        <w:tab/>
        <w:t>2.025e0</w:t>
      </w:r>
    </w:p>
    <w:p w:rsidR="00E00D30" w:rsidRDefault="00E00D30" w:rsidP="00E00D30">
      <w:r>
        <w:t>480.1572</w:t>
      </w:r>
      <w:r>
        <w:tab/>
        <w:t>1.013e0</w:t>
      </w:r>
    </w:p>
    <w:p w:rsidR="00E00D30" w:rsidRDefault="00E00D30" w:rsidP="00E00D30">
      <w:r>
        <w:t>480.1906</w:t>
      </w:r>
      <w:r>
        <w:tab/>
        <w:t>1.013e0</w:t>
      </w:r>
    </w:p>
    <w:p w:rsidR="00E00D30" w:rsidRDefault="00E00D30" w:rsidP="00E00D30">
      <w:r>
        <w:t>480.2028</w:t>
      </w:r>
      <w:r>
        <w:tab/>
        <w:t>2.025e0</w:t>
      </w:r>
    </w:p>
    <w:p w:rsidR="00E00D30" w:rsidRDefault="00E00D30" w:rsidP="00E00D30">
      <w:r>
        <w:t>480.2273</w:t>
      </w:r>
      <w:r>
        <w:tab/>
        <w:t>2.642e0</w:t>
      </w:r>
    </w:p>
    <w:p w:rsidR="00E00D30" w:rsidRDefault="00E00D30" w:rsidP="00E00D30">
      <w:r>
        <w:lastRenderedPageBreak/>
        <w:t>480.2321</w:t>
      </w:r>
      <w:r>
        <w:tab/>
        <w:t>3.038e0</w:t>
      </w:r>
    </w:p>
    <w:p w:rsidR="00E00D30" w:rsidRDefault="00E00D30" w:rsidP="00E00D30">
      <w:r>
        <w:t>480.2435</w:t>
      </w:r>
      <w:r>
        <w:tab/>
        <w:t>3.038e0</w:t>
      </w:r>
    </w:p>
    <w:p w:rsidR="00E00D30" w:rsidRDefault="00E00D30" w:rsidP="00E00D30">
      <w:r>
        <w:t>480.2848</w:t>
      </w:r>
      <w:r>
        <w:tab/>
        <w:t>1.075e1</w:t>
      </w:r>
    </w:p>
    <w:p w:rsidR="00E00D30" w:rsidRDefault="00E00D30" w:rsidP="00E00D30">
      <w:r>
        <w:t>480.2941</w:t>
      </w:r>
      <w:r>
        <w:tab/>
        <w:t>3.038e0</w:t>
      </w:r>
    </w:p>
    <w:p w:rsidR="00E00D30" w:rsidRDefault="00E00D30" w:rsidP="00E00D30">
      <w:r>
        <w:t>480.2979</w:t>
      </w:r>
      <w:r>
        <w:tab/>
        <w:t>6.662e0</w:t>
      </w:r>
    </w:p>
    <w:p w:rsidR="00E00D30" w:rsidRDefault="00E00D30" w:rsidP="00E00D30">
      <w:r>
        <w:t>480.3018</w:t>
      </w:r>
      <w:r>
        <w:tab/>
        <w:t>4.994e0</w:t>
      </w:r>
    </w:p>
    <w:p w:rsidR="00E00D30" w:rsidRDefault="00E00D30" w:rsidP="00E00D30">
      <w:r>
        <w:t>480.3062</w:t>
      </w:r>
      <w:r>
        <w:tab/>
        <w:t>7.089e0</w:t>
      </w:r>
    </w:p>
    <w:p w:rsidR="00E00D30" w:rsidRDefault="00E00D30" w:rsidP="00E00D30">
      <w:r>
        <w:t>480.3205</w:t>
      </w:r>
      <w:r>
        <w:tab/>
        <w:t>1.013e0</w:t>
      </w:r>
    </w:p>
    <w:p w:rsidR="00E00D30" w:rsidRDefault="00E00D30" w:rsidP="00E00D30">
      <w:r>
        <w:t>480.3232</w:t>
      </w:r>
      <w:r>
        <w:tab/>
        <w:t>3.705e0</w:t>
      </w:r>
    </w:p>
    <w:p w:rsidR="00E00D30" w:rsidRDefault="00E00D30" w:rsidP="00E00D30">
      <w:r>
        <w:t>480.3251</w:t>
      </w:r>
      <w:r>
        <w:tab/>
        <w:t>4.051e0</w:t>
      </w:r>
    </w:p>
    <w:p w:rsidR="00E00D30" w:rsidRDefault="00E00D30" w:rsidP="00E00D30">
      <w:r>
        <w:t>480.3531</w:t>
      </w:r>
      <w:r>
        <w:tab/>
        <w:t>5.121e0</w:t>
      </w:r>
    </w:p>
    <w:p w:rsidR="00E00D30" w:rsidRDefault="00E00D30" w:rsidP="00E00D30">
      <w:r>
        <w:t>480.3593</w:t>
      </w:r>
      <w:r>
        <w:tab/>
        <w:t>1.013e0</w:t>
      </w:r>
    </w:p>
    <w:p w:rsidR="00E00D30" w:rsidRDefault="00E00D30" w:rsidP="00E00D30">
      <w:r>
        <w:t>480.3785</w:t>
      </w:r>
      <w:r>
        <w:tab/>
        <w:t>1.013e0</w:t>
      </w:r>
    </w:p>
    <w:p w:rsidR="00E00D30" w:rsidRDefault="00E00D30" w:rsidP="00E00D30">
      <w:r>
        <w:t>480.4142</w:t>
      </w:r>
      <w:r>
        <w:tab/>
        <w:t>1.013e0</w:t>
      </w:r>
    </w:p>
    <w:p w:rsidR="00E00D30" w:rsidRDefault="00E00D30" w:rsidP="00E00D30">
      <w:r>
        <w:t>480.4327</w:t>
      </w:r>
      <w:r>
        <w:tab/>
        <w:t>1.013e0</w:t>
      </w:r>
    </w:p>
    <w:p w:rsidR="00E00D30" w:rsidRDefault="00E00D30" w:rsidP="00E00D30">
      <w:r>
        <w:t>480.4356</w:t>
      </w:r>
      <w:r>
        <w:tab/>
        <w:t>1.013e0</w:t>
      </w:r>
    </w:p>
    <w:p w:rsidR="00E00D30" w:rsidRDefault="00E00D30" w:rsidP="00E00D30">
      <w:r>
        <w:t>480.4500</w:t>
      </w:r>
      <w:r>
        <w:tab/>
        <w:t>2.025e0</w:t>
      </w:r>
    </w:p>
    <w:p w:rsidR="00E00D30" w:rsidRDefault="00E00D30" w:rsidP="00E00D30">
      <w:r>
        <w:t>480.4538</w:t>
      </w:r>
      <w:r>
        <w:tab/>
        <w:t>1.013e0</w:t>
      </w:r>
    </w:p>
    <w:p w:rsidR="00E00D30" w:rsidRDefault="00E00D30" w:rsidP="00E00D30">
      <w:r>
        <w:t>480.4588</w:t>
      </w:r>
      <w:r>
        <w:tab/>
        <w:t>1.013e0</w:t>
      </w:r>
    </w:p>
    <w:p w:rsidR="00E00D30" w:rsidRDefault="00E00D30" w:rsidP="00E00D30">
      <w:r>
        <w:lastRenderedPageBreak/>
        <w:t>480.4751</w:t>
      </w:r>
      <w:r>
        <w:tab/>
        <w:t>1.013e0</w:t>
      </w:r>
    </w:p>
    <w:p w:rsidR="00E00D30" w:rsidRDefault="00E00D30" w:rsidP="00E00D30">
      <w:r>
        <w:t>480.4998</w:t>
      </w:r>
      <w:r>
        <w:tab/>
        <w:t>1.013e0</w:t>
      </w:r>
    </w:p>
    <w:p w:rsidR="00E00D30" w:rsidRDefault="00E00D30" w:rsidP="00E00D30">
      <w:r>
        <w:t>480.5167</w:t>
      </w:r>
      <w:r>
        <w:tab/>
        <w:t>1.013e0</w:t>
      </w:r>
    </w:p>
    <w:p w:rsidR="00E00D30" w:rsidRDefault="00E00D30" w:rsidP="00E00D30">
      <w:r>
        <w:t>480.5416</w:t>
      </w:r>
      <w:r>
        <w:tab/>
        <w:t>1.013e0</w:t>
      </w:r>
    </w:p>
    <w:p w:rsidR="00E00D30" w:rsidRDefault="00E00D30" w:rsidP="00E00D30">
      <w:r>
        <w:t>480.5484</w:t>
      </w:r>
      <w:r>
        <w:tab/>
        <w:t>1.013e0</w:t>
      </w:r>
    </w:p>
    <w:p w:rsidR="00E00D30" w:rsidRDefault="00E00D30" w:rsidP="00E00D30">
      <w:r>
        <w:t>480.5514</w:t>
      </w:r>
      <w:r>
        <w:tab/>
        <w:t>1.013e0</w:t>
      </w:r>
    </w:p>
    <w:p w:rsidR="00E00D30" w:rsidRDefault="00E00D30" w:rsidP="00E00D30">
      <w:r>
        <w:t>480.6069</w:t>
      </w:r>
      <w:r>
        <w:tab/>
        <w:t>1.013e0</w:t>
      </w:r>
    </w:p>
    <w:p w:rsidR="00E00D30" w:rsidRDefault="00E00D30" w:rsidP="00E00D30">
      <w:r>
        <w:t>480.6169</w:t>
      </w:r>
      <w:r>
        <w:tab/>
        <w:t>1.013e0</w:t>
      </w:r>
    </w:p>
    <w:p w:rsidR="00E00D30" w:rsidRDefault="00E00D30" w:rsidP="00E00D30">
      <w:r>
        <w:t>480.6245</w:t>
      </w:r>
      <w:r>
        <w:tab/>
        <w:t>1.013e0</w:t>
      </w:r>
    </w:p>
    <w:p w:rsidR="00E00D30" w:rsidRDefault="00E00D30" w:rsidP="00E00D30">
      <w:r>
        <w:t>480.6277</w:t>
      </w:r>
      <w:r>
        <w:tab/>
        <w:t>1.013e0</w:t>
      </w:r>
    </w:p>
    <w:p w:rsidR="00E00D30" w:rsidRDefault="00E00D30" w:rsidP="00E00D30">
      <w:r>
        <w:t>480.6595</w:t>
      </w:r>
      <w:r>
        <w:tab/>
        <w:t>1.013e0</w:t>
      </w:r>
    </w:p>
    <w:p w:rsidR="00E00D30" w:rsidRDefault="00E00D30" w:rsidP="00E00D30">
      <w:r>
        <w:t>480.6609</w:t>
      </w:r>
      <w:r>
        <w:tab/>
        <w:t>2.025e0</w:t>
      </w:r>
    </w:p>
    <w:p w:rsidR="00E00D30" w:rsidRDefault="00E00D30" w:rsidP="00E00D30">
      <w:r>
        <w:t>480.6643</w:t>
      </w:r>
      <w:r>
        <w:tab/>
        <w:t>1.013e0</w:t>
      </w:r>
    </w:p>
    <w:p w:rsidR="00E00D30" w:rsidRDefault="00E00D30" w:rsidP="00E00D30">
      <w:r>
        <w:t>480.7005</w:t>
      </w:r>
      <w:r>
        <w:tab/>
        <w:t>1.013e0</w:t>
      </w:r>
    </w:p>
    <w:p w:rsidR="00E00D30" w:rsidRDefault="00E00D30" w:rsidP="00E00D30">
      <w:r>
        <w:t>480.7451</w:t>
      </w:r>
      <w:r>
        <w:tab/>
        <w:t>2.025e0</w:t>
      </w:r>
    </w:p>
    <w:p w:rsidR="00E00D30" w:rsidRDefault="00E00D30" w:rsidP="00E00D30">
      <w:r>
        <w:t>480.7510</w:t>
      </w:r>
      <w:r>
        <w:tab/>
        <w:t>1.013e0</w:t>
      </w:r>
    </w:p>
    <w:p w:rsidR="00E00D30" w:rsidRDefault="00E00D30" w:rsidP="00E00D30">
      <w:r>
        <w:t>480.7663</w:t>
      </w:r>
      <w:r>
        <w:tab/>
        <w:t>2.025e0</w:t>
      </w:r>
    </w:p>
    <w:p w:rsidR="00E00D30" w:rsidRDefault="00E00D30" w:rsidP="00E00D30">
      <w:r>
        <w:t>480.7986</w:t>
      </w:r>
      <w:r>
        <w:tab/>
        <w:t>2.025e0</w:t>
      </w:r>
    </w:p>
    <w:p w:rsidR="00E00D30" w:rsidRDefault="00E00D30" w:rsidP="00E00D30">
      <w:r>
        <w:t>480.8510</w:t>
      </w:r>
      <w:r>
        <w:tab/>
        <w:t>3.038e0</w:t>
      </w:r>
    </w:p>
    <w:p w:rsidR="00E00D30" w:rsidRDefault="00E00D30" w:rsidP="00E00D30">
      <w:r>
        <w:lastRenderedPageBreak/>
        <w:t>480.8604</w:t>
      </w:r>
      <w:r>
        <w:tab/>
        <w:t>1.013e0</w:t>
      </w:r>
    </w:p>
    <w:p w:rsidR="00E00D30" w:rsidRDefault="00E00D30" w:rsidP="00E00D30">
      <w:r>
        <w:t>480.9016</w:t>
      </w:r>
      <w:r>
        <w:tab/>
        <w:t>1.013e0</w:t>
      </w:r>
    </w:p>
    <w:p w:rsidR="00E00D30" w:rsidRDefault="00E00D30" w:rsidP="00E00D30">
      <w:r>
        <w:t>480.9265</w:t>
      </w:r>
      <w:r>
        <w:tab/>
        <w:t>2.025e0</w:t>
      </w:r>
    </w:p>
    <w:p w:rsidR="00E00D30" w:rsidRDefault="00E00D30" w:rsidP="00E00D30">
      <w:r>
        <w:t>480.9332</w:t>
      </w:r>
      <w:r>
        <w:tab/>
        <w:t>1.013e0</w:t>
      </w:r>
    </w:p>
    <w:p w:rsidR="00E00D30" w:rsidRDefault="00E00D30" w:rsidP="00E00D30">
      <w:r>
        <w:t>480.9616</w:t>
      </w:r>
      <w:r>
        <w:tab/>
        <w:t>2.025e0</w:t>
      </w:r>
    </w:p>
    <w:p w:rsidR="00E00D30" w:rsidRDefault="00E00D30" w:rsidP="00E00D30">
      <w:r>
        <w:t>480.9772</w:t>
      </w:r>
      <w:r>
        <w:tab/>
        <w:t>3.038e0</w:t>
      </w:r>
    </w:p>
    <w:p w:rsidR="00E00D30" w:rsidRDefault="00E00D30" w:rsidP="00E00D30">
      <w:r>
        <w:t>481.0127</w:t>
      </w:r>
      <w:r>
        <w:tab/>
        <w:t>1.013e0</w:t>
      </w:r>
    </w:p>
    <w:p w:rsidR="00E00D30" w:rsidRDefault="00E00D30" w:rsidP="00E00D30">
      <w:r>
        <w:t>481.0302</w:t>
      </w:r>
      <w:r>
        <w:tab/>
        <w:t>1.013e0</w:t>
      </w:r>
    </w:p>
    <w:p w:rsidR="00E00D30" w:rsidRDefault="00E00D30" w:rsidP="00E00D30">
      <w:r>
        <w:t>481.0327</w:t>
      </w:r>
      <w:r>
        <w:tab/>
        <w:t>4.389e0</w:t>
      </w:r>
    </w:p>
    <w:p w:rsidR="00E00D30" w:rsidRDefault="00E00D30" w:rsidP="00E00D30">
      <w:r>
        <w:t>481.0440</w:t>
      </w:r>
      <w:r>
        <w:tab/>
        <w:t>1.013e0</w:t>
      </w:r>
    </w:p>
    <w:p w:rsidR="00E00D30" w:rsidRDefault="00E00D30" w:rsidP="00E00D30">
      <w:r>
        <w:t>481.0613</w:t>
      </w:r>
      <w:r>
        <w:tab/>
        <w:t>1.013e0</w:t>
      </w:r>
    </w:p>
    <w:p w:rsidR="00E00D30" w:rsidRDefault="00E00D30" w:rsidP="00E00D30">
      <w:r>
        <w:t>481.0775</w:t>
      </w:r>
      <w:r>
        <w:tab/>
        <w:t>1.013e0</w:t>
      </w:r>
    </w:p>
    <w:p w:rsidR="00E00D30" w:rsidRDefault="00E00D30" w:rsidP="00E00D30">
      <w:r>
        <w:t>481.1026</w:t>
      </w:r>
      <w:r>
        <w:tab/>
        <w:t>1.013e0</w:t>
      </w:r>
    </w:p>
    <w:p w:rsidR="00E00D30" w:rsidRDefault="00E00D30" w:rsidP="00E00D30">
      <w:r>
        <w:t>481.1154</w:t>
      </w:r>
      <w:r>
        <w:tab/>
        <w:t>2.025e0</w:t>
      </w:r>
    </w:p>
    <w:p w:rsidR="00E00D30" w:rsidRDefault="00E00D30" w:rsidP="00E00D30">
      <w:r>
        <w:t>481.1237</w:t>
      </w:r>
      <w:r>
        <w:tab/>
        <w:t>3.038e0</w:t>
      </w:r>
    </w:p>
    <w:p w:rsidR="00E00D30" w:rsidRDefault="00E00D30" w:rsidP="00E00D30">
      <w:r>
        <w:t>481.1495</w:t>
      </w:r>
      <w:r>
        <w:tab/>
        <w:t>2.025e0</w:t>
      </w:r>
    </w:p>
    <w:p w:rsidR="00E00D30" w:rsidRDefault="00E00D30" w:rsidP="00E00D30">
      <w:r>
        <w:t>481.1526</w:t>
      </w:r>
      <w:r>
        <w:tab/>
        <w:t>1.013e0</w:t>
      </w:r>
    </w:p>
    <w:p w:rsidR="00E00D30" w:rsidRDefault="00E00D30" w:rsidP="00E00D30">
      <w:r>
        <w:t>481.1629</w:t>
      </w:r>
      <w:r>
        <w:tab/>
        <w:t>3.038e0</w:t>
      </w:r>
    </w:p>
    <w:p w:rsidR="00E00D30" w:rsidRDefault="00E00D30" w:rsidP="00E00D30">
      <w:r>
        <w:t>481.1652</w:t>
      </w:r>
      <w:r>
        <w:tab/>
        <w:t>1.013e0</w:t>
      </w:r>
    </w:p>
    <w:p w:rsidR="00E00D30" w:rsidRDefault="00E00D30" w:rsidP="00E00D30">
      <w:r>
        <w:lastRenderedPageBreak/>
        <w:t>481.1832</w:t>
      </w:r>
      <w:r>
        <w:tab/>
        <w:t>2.025e0</w:t>
      </w:r>
    </w:p>
    <w:p w:rsidR="00E00D30" w:rsidRDefault="00E00D30" w:rsidP="00E00D30">
      <w:r>
        <w:t>481.2115</w:t>
      </w:r>
      <w:r>
        <w:tab/>
        <w:t>4.051e0</w:t>
      </w:r>
    </w:p>
    <w:p w:rsidR="00E00D30" w:rsidRDefault="00E00D30" w:rsidP="00E00D30">
      <w:r>
        <w:t>481.2195</w:t>
      </w:r>
      <w:r>
        <w:tab/>
        <w:t>1.013e0</w:t>
      </w:r>
    </w:p>
    <w:p w:rsidR="00E00D30" w:rsidRDefault="00E00D30" w:rsidP="00E00D30">
      <w:r>
        <w:t>481.2238</w:t>
      </w:r>
      <w:r>
        <w:tab/>
        <w:t>1.721e0</w:t>
      </w:r>
    </w:p>
    <w:p w:rsidR="00E00D30" w:rsidRDefault="00E00D30" w:rsidP="00E00D30">
      <w:r>
        <w:t>481.2366</w:t>
      </w:r>
      <w:r>
        <w:tab/>
        <w:t>2.025e0</w:t>
      </w:r>
    </w:p>
    <w:p w:rsidR="00E00D30" w:rsidRDefault="00E00D30" w:rsidP="00E00D30">
      <w:r>
        <w:t>481.2534</w:t>
      </w:r>
      <w:r>
        <w:tab/>
        <w:t>1.013e0</w:t>
      </w:r>
    </w:p>
    <w:p w:rsidR="00E00D30" w:rsidRDefault="00E00D30" w:rsidP="00E00D30">
      <w:r>
        <w:t>481.2557</w:t>
      </w:r>
      <w:r>
        <w:tab/>
        <w:t>2.055e0</w:t>
      </w:r>
    </w:p>
    <w:p w:rsidR="00E00D30" w:rsidRDefault="00E00D30" w:rsidP="00E00D30">
      <w:r>
        <w:t>481.2595</w:t>
      </w:r>
      <w:r>
        <w:tab/>
        <w:t>1.013e0</w:t>
      </w:r>
    </w:p>
    <w:p w:rsidR="00E00D30" w:rsidRDefault="00E00D30" w:rsidP="00E00D30">
      <w:r>
        <w:t>481.2698</w:t>
      </w:r>
      <w:r>
        <w:tab/>
        <w:t>1.013e0</w:t>
      </w:r>
    </w:p>
    <w:p w:rsidR="00E00D30" w:rsidRDefault="00E00D30" w:rsidP="00E00D30">
      <w:r>
        <w:t>481.2958</w:t>
      </w:r>
      <w:r>
        <w:tab/>
        <w:t>1.013e0</w:t>
      </w:r>
    </w:p>
    <w:p w:rsidR="00E00D30" w:rsidRDefault="00E00D30" w:rsidP="00E00D30">
      <w:r>
        <w:t>481.3042</w:t>
      </w:r>
      <w:r>
        <w:tab/>
        <w:t>1.013e0</w:t>
      </w:r>
    </w:p>
    <w:p w:rsidR="00E00D30" w:rsidRDefault="00E00D30" w:rsidP="00E00D30">
      <w:r>
        <w:t>481.3455</w:t>
      </w:r>
      <w:r>
        <w:tab/>
        <w:t>1.013e0</w:t>
      </w:r>
    </w:p>
    <w:p w:rsidR="00E00D30" w:rsidRDefault="00E00D30" w:rsidP="00E00D30">
      <w:r>
        <w:t>481.3790</w:t>
      </w:r>
      <w:r>
        <w:tab/>
        <w:t>1.013e0</w:t>
      </w:r>
    </w:p>
    <w:p w:rsidR="00E00D30" w:rsidRDefault="00E00D30" w:rsidP="00E00D30">
      <w:r>
        <w:t>481.3838</w:t>
      </w:r>
      <w:r>
        <w:tab/>
        <w:t>2.025e0</w:t>
      </w:r>
    </w:p>
    <w:p w:rsidR="00E00D30" w:rsidRDefault="00E00D30" w:rsidP="00E00D30">
      <w:r>
        <w:t>481.3874</w:t>
      </w:r>
      <w:r>
        <w:tab/>
        <w:t>1.013e0</w:t>
      </w:r>
    </w:p>
    <w:p w:rsidR="00E00D30" w:rsidRDefault="00E00D30" w:rsidP="00E00D30">
      <w:r>
        <w:t>481.3928</w:t>
      </w:r>
      <w:r>
        <w:tab/>
        <w:t>1.013e0</w:t>
      </w:r>
    </w:p>
    <w:p w:rsidR="00E00D30" w:rsidRDefault="00E00D30" w:rsidP="00E00D30">
      <w:r>
        <w:t>481.3962</w:t>
      </w:r>
      <w:r>
        <w:tab/>
        <w:t>1.013e0</w:t>
      </w:r>
    </w:p>
    <w:p w:rsidR="00E00D30" w:rsidRDefault="00E00D30" w:rsidP="00E00D30">
      <w:r>
        <w:t>481.4209</w:t>
      </w:r>
      <w:r>
        <w:tab/>
        <w:t>1.013e0</w:t>
      </w:r>
    </w:p>
    <w:p w:rsidR="00E00D30" w:rsidRDefault="00E00D30" w:rsidP="00E00D30">
      <w:r>
        <w:t>481.4290</w:t>
      </w:r>
      <w:r>
        <w:tab/>
        <w:t>1.013e0</w:t>
      </w:r>
    </w:p>
    <w:p w:rsidR="00E00D30" w:rsidRDefault="00E00D30" w:rsidP="00E00D30">
      <w:r>
        <w:lastRenderedPageBreak/>
        <w:t>481.4377</w:t>
      </w:r>
      <w:r>
        <w:tab/>
        <w:t>1.013e0</w:t>
      </w:r>
    </w:p>
    <w:p w:rsidR="00E00D30" w:rsidRDefault="00E00D30" w:rsidP="00E00D30">
      <w:r>
        <w:t>481.4496</w:t>
      </w:r>
      <w:r>
        <w:tab/>
        <w:t>2.025e0</w:t>
      </w:r>
    </w:p>
    <w:p w:rsidR="00E00D30" w:rsidRDefault="00E00D30" w:rsidP="00E00D30">
      <w:r>
        <w:t>481.4679</w:t>
      </w:r>
      <w:r>
        <w:tab/>
        <w:t>2.025e0</w:t>
      </w:r>
    </w:p>
    <w:p w:rsidR="00E00D30" w:rsidRDefault="00E00D30" w:rsidP="00E00D30">
      <w:r>
        <w:t>481.4901</w:t>
      </w:r>
      <w:r>
        <w:tab/>
        <w:t>2.025e0</w:t>
      </w:r>
    </w:p>
    <w:p w:rsidR="00E00D30" w:rsidRDefault="00E00D30" w:rsidP="00E00D30">
      <w:r>
        <w:t>481.4915</w:t>
      </w:r>
      <w:r>
        <w:tab/>
        <w:t>1.013e0</w:t>
      </w:r>
    </w:p>
    <w:p w:rsidR="00E00D30" w:rsidRDefault="00E00D30" w:rsidP="00E00D30">
      <w:r>
        <w:t>481.5454</w:t>
      </w:r>
      <w:r>
        <w:tab/>
        <w:t>1.013e0</w:t>
      </w:r>
    </w:p>
    <w:p w:rsidR="00E00D30" w:rsidRDefault="00E00D30" w:rsidP="00E00D30">
      <w:r>
        <w:t>481.5605</w:t>
      </w:r>
      <w:r>
        <w:tab/>
        <w:t>2.025e0</w:t>
      </w:r>
    </w:p>
    <w:p w:rsidR="00E00D30" w:rsidRDefault="00E00D30" w:rsidP="00E00D30">
      <w:r>
        <w:t>481.5885</w:t>
      </w:r>
      <w:r>
        <w:tab/>
        <w:t>1.013e0</w:t>
      </w:r>
    </w:p>
    <w:p w:rsidR="00E00D30" w:rsidRDefault="00E00D30" w:rsidP="00E00D30">
      <w:r>
        <w:t>481.5920</w:t>
      </w:r>
      <w:r>
        <w:tab/>
        <w:t>2.025e0</w:t>
      </w:r>
    </w:p>
    <w:p w:rsidR="00E00D30" w:rsidRDefault="00E00D30" w:rsidP="00E00D30">
      <w:r>
        <w:t>481.5975</w:t>
      </w:r>
      <w:r>
        <w:tab/>
        <w:t>1.013e0</w:t>
      </w:r>
    </w:p>
    <w:p w:rsidR="00E00D30" w:rsidRDefault="00E00D30" w:rsidP="00E00D30">
      <w:r>
        <w:t>481.6134</w:t>
      </w:r>
      <w:r>
        <w:tab/>
        <w:t>1.013e0</w:t>
      </w:r>
    </w:p>
    <w:p w:rsidR="00E00D30" w:rsidRDefault="00E00D30" w:rsidP="00E00D30">
      <w:r>
        <w:t>481.6388</w:t>
      </w:r>
      <w:r>
        <w:tab/>
        <w:t>1.013e0</w:t>
      </w:r>
    </w:p>
    <w:p w:rsidR="00E00D30" w:rsidRDefault="00E00D30" w:rsidP="00E00D30">
      <w:r>
        <w:t>481.6805</w:t>
      </w:r>
      <w:r>
        <w:tab/>
        <w:t>2.025e0</w:t>
      </w:r>
    </w:p>
    <w:p w:rsidR="00E00D30" w:rsidRDefault="00E00D30" w:rsidP="00E00D30">
      <w:r>
        <w:t>481.6888</w:t>
      </w:r>
      <w:r>
        <w:tab/>
        <w:t>1.013e0</w:t>
      </w:r>
    </w:p>
    <w:p w:rsidR="00E00D30" w:rsidRDefault="00E00D30" w:rsidP="00E00D30">
      <w:r>
        <w:t>481.7143</w:t>
      </w:r>
      <w:r>
        <w:tab/>
        <w:t>1.013e0</w:t>
      </w:r>
    </w:p>
    <w:p w:rsidR="00E00D30" w:rsidRDefault="00E00D30" w:rsidP="00E00D30">
      <w:r>
        <w:t>481.7316</w:t>
      </w:r>
      <w:r>
        <w:tab/>
        <w:t>1.013e0</w:t>
      </w:r>
    </w:p>
    <w:p w:rsidR="00E00D30" w:rsidRDefault="00E00D30" w:rsidP="00E00D30">
      <w:r>
        <w:t>481.7729</w:t>
      </w:r>
      <w:r>
        <w:tab/>
        <w:t>1.013e0</w:t>
      </w:r>
    </w:p>
    <w:p w:rsidR="00E00D30" w:rsidRDefault="00E00D30" w:rsidP="00E00D30">
      <w:r>
        <w:t>481.7994</w:t>
      </w:r>
      <w:r>
        <w:tab/>
        <w:t>1.013e0</w:t>
      </w:r>
    </w:p>
    <w:p w:rsidR="00E00D30" w:rsidRDefault="00E00D30" w:rsidP="00E00D30">
      <w:r>
        <w:t>481.8174</w:t>
      </w:r>
      <w:r>
        <w:tab/>
        <w:t>2.025e0</w:t>
      </w:r>
    </w:p>
    <w:p w:rsidR="00E00D30" w:rsidRDefault="00E00D30" w:rsidP="00E00D30">
      <w:r>
        <w:lastRenderedPageBreak/>
        <w:t>481.8233</w:t>
      </w:r>
      <w:r>
        <w:tab/>
        <w:t>2.025e0</w:t>
      </w:r>
    </w:p>
    <w:p w:rsidR="00E00D30" w:rsidRDefault="00E00D30" w:rsidP="00E00D30">
      <w:r>
        <w:t>481.8316</w:t>
      </w:r>
      <w:r>
        <w:tab/>
        <w:t>1.013e0</w:t>
      </w:r>
    </w:p>
    <w:p w:rsidR="00E00D30" w:rsidRDefault="00E00D30" w:rsidP="00E00D30">
      <w:r>
        <w:t>481.8467</w:t>
      </w:r>
      <w:r>
        <w:tab/>
        <w:t>2.025e0</w:t>
      </w:r>
    </w:p>
    <w:p w:rsidR="00E00D30" w:rsidRDefault="00E00D30" w:rsidP="00E00D30">
      <w:r>
        <w:t>481.8533</w:t>
      </w:r>
      <w:r>
        <w:tab/>
        <w:t>1.013e0</w:t>
      </w:r>
    </w:p>
    <w:p w:rsidR="00E00D30" w:rsidRDefault="00E00D30" w:rsidP="00E00D30">
      <w:r>
        <w:t>481.8987</w:t>
      </w:r>
      <w:r>
        <w:tab/>
        <w:t>1.013e0</w:t>
      </w:r>
    </w:p>
    <w:p w:rsidR="00E00D30" w:rsidRDefault="00E00D30" w:rsidP="00E00D30">
      <w:r>
        <w:t>481.9113</w:t>
      </w:r>
      <w:r>
        <w:tab/>
        <w:t>1.013e0</w:t>
      </w:r>
    </w:p>
    <w:p w:rsidR="00E00D30" w:rsidRDefault="00E00D30" w:rsidP="00E00D30">
      <w:r>
        <w:t>481.9153</w:t>
      </w:r>
      <w:r>
        <w:tab/>
        <w:t>1.013e0</w:t>
      </w:r>
    </w:p>
    <w:p w:rsidR="00E00D30" w:rsidRDefault="00E00D30" w:rsidP="00E00D30">
      <w:r>
        <w:t>481.9173</w:t>
      </w:r>
      <w:r>
        <w:tab/>
        <w:t>2.025e0</w:t>
      </w:r>
    </w:p>
    <w:p w:rsidR="00E00D30" w:rsidRDefault="00E00D30" w:rsidP="00E00D30">
      <w:r>
        <w:t>481.9484</w:t>
      </w:r>
      <w:r>
        <w:tab/>
        <w:t>2.025e0</w:t>
      </w:r>
    </w:p>
    <w:p w:rsidR="00E00D30" w:rsidRDefault="00E00D30" w:rsidP="00E00D30">
      <w:r>
        <w:t>481.9578</w:t>
      </w:r>
      <w:r>
        <w:tab/>
        <w:t>2.025e0</w:t>
      </w:r>
    </w:p>
    <w:p w:rsidR="00E00D30" w:rsidRDefault="00E00D30" w:rsidP="00E00D30">
      <w:r>
        <w:t>481.9878</w:t>
      </w:r>
      <w:r>
        <w:tab/>
        <w:t>1.013e0</w:t>
      </w:r>
    </w:p>
    <w:p w:rsidR="00E00D30" w:rsidRDefault="00E00D30" w:rsidP="00E00D30">
      <w:r>
        <w:t>482.0118</w:t>
      </w:r>
      <w:r>
        <w:tab/>
        <w:t>2.025e0</w:t>
      </w:r>
    </w:p>
    <w:p w:rsidR="00E00D30" w:rsidRDefault="00E00D30" w:rsidP="00E00D30">
      <w:r>
        <w:t>482.0251</w:t>
      </w:r>
      <w:r>
        <w:tab/>
        <w:t>4.204e0</w:t>
      </w:r>
    </w:p>
    <w:p w:rsidR="00E00D30" w:rsidRDefault="00E00D30" w:rsidP="00E00D30">
      <w:r>
        <w:t>482.0413</w:t>
      </w:r>
      <w:r>
        <w:tab/>
        <w:t>1.013e0</w:t>
      </w:r>
    </w:p>
    <w:p w:rsidR="00E00D30" w:rsidRDefault="00E00D30" w:rsidP="00E00D30">
      <w:r>
        <w:t>482.0497</w:t>
      </w:r>
      <w:r>
        <w:tab/>
        <w:t>1.013e0</w:t>
      </w:r>
    </w:p>
    <w:p w:rsidR="00E00D30" w:rsidRDefault="00E00D30" w:rsidP="00E00D30">
      <w:r>
        <w:t>482.0672</w:t>
      </w:r>
      <w:r>
        <w:tab/>
        <w:t>1.013e0</w:t>
      </w:r>
    </w:p>
    <w:p w:rsidR="00E00D30" w:rsidRDefault="00E00D30" w:rsidP="00E00D30">
      <w:r>
        <w:t>482.0812</w:t>
      </w:r>
      <w:r>
        <w:tab/>
        <w:t>2.571e0</w:t>
      </w:r>
    </w:p>
    <w:p w:rsidR="00E00D30" w:rsidRDefault="00E00D30" w:rsidP="00E00D30">
      <w:r>
        <w:t>482.1082</w:t>
      </w:r>
      <w:r>
        <w:tab/>
        <w:t>1.013e0</w:t>
      </w:r>
    </w:p>
    <w:p w:rsidR="00E00D30" w:rsidRDefault="00E00D30" w:rsidP="00E00D30">
      <w:r>
        <w:t>482.1147</w:t>
      </w:r>
      <w:r>
        <w:tab/>
        <w:t>2.025e0</w:t>
      </w:r>
    </w:p>
    <w:p w:rsidR="00E00D30" w:rsidRDefault="00E00D30" w:rsidP="00E00D30">
      <w:r>
        <w:lastRenderedPageBreak/>
        <w:t>482.1258</w:t>
      </w:r>
      <w:r>
        <w:tab/>
        <w:t>1.013e0</w:t>
      </w:r>
    </w:p>
    <w:p w:rsidR="00E00D30" w:rsidRDefault="00E00D30" w:rsidP="00E00D30">
      <w:r>
        <w:t>482.1417</w:t>
      </w:r>
      <w:r>
        <w:tab/>
        <w:t>2.025e0</w:t>
      </w:r>
    </w:p>
    <w:p w:rsidR="00E00D30" w:rsidRDefault="00E00D30" w:rsidP="00E00D30">
      <w:r>
        <w:t>482.1435</w:t>
      </w:r>
      <w:r>
        <w:tab/>
        <w:t>1.013e0</w:t>
      </w:r>
    </w:p>
    <w:p w:rsidR="00E00D30" w:rsidRDefault="00E00D30" w:rsidP="00E00D30">
      <w:r>
        <w:t>482.1501</w:t>
      </w:r>
      <w:r>
        <w:tab/>
        <w:t>1.013e0</w:t>
      </w:r>
    </w:p>
    <w:p w:rsidR="00E00D30" w:rsidRDefault="00E00D30" w:rsidP="00E00D30">
      <w:r>
        <w:t>482.1800</w:t>
      </w:r>
      <w:r>
        <w:tab/>
        <w:t>2.025e0</w:t>
      </w:r>
    </w:p>
    <w:p w:rsidR="00E00D30" w:rsidRDefault="00E00D30" w:rsidP="00E00D30">
      <w:r>
        <w:t>482.1909</w:t>
      </w:r>
      <w:r>
        <w:tab/>
        <w:t>4.051e0</w:t>
      </w:r>
    </w:p>
    <w:p w:rsidR="00E00D30" w:rsidRDefault="00E00D30" w:rsidP="00E00D30">
      <w:r>
        <w:t>482.2259</w:t>
      </w:r>
      <w:r>
        <w:tab/>
        <w:t>1.013e0</w:t>
      </w:r>
    </w:p>
    <w:p w:rsidR="00E00D30" w:rsidRDefault="00E00D30" w:rsidP="00E00D30">
      <w:r>
        <w:t>482.2376</w:t>
      </w:r>
      <w:r>
        <w:tab/>
        <w:t>3.038e0</w:t>
      </w:r>
    </w:p>
    <w:p w:rsidR="00E00D30" w:rsidRDefault="00E00D30" w:rsidP="00E00D30">
      <w:r>
        <w:t>482.2429</w:t>
      </w:r>
      <w:r>
        <w:tab/>
        <w:t>2.629e0</w:t>
      </w:r>
    </w:p>
    <w:p w:rsidR="00E00D30" w:rsidRDefault="00E00D30" w:rsidP="00E00D30">
      <w:r>
        <w:t>482.2456</w:t>
      </w:r>
      <w:r>
        <w:tab/>
        <w:t>1.417e0</w:t>
      </w:r>
    </w:p>
    <w:p w:rsidR="00E00D30" w:rsidRDefault="00E00D30" w:rsidP="00E00D30">
      <w:r>
        <w:t>482.2853</w:t>
      </w:r>
      <w:r>
        <w:tab/>
        <w:t>1.013e0</w:t>
      </w:r>
    </w:p>
    <w:p w:rsidR="00E00D30" w:rsidRDefault="00E00D30" w:rsidP="00E00D30">
      <w:r>
        <w:t>482.2925</w:t>
      </w:r>
      <w:r>
        <w:tab/>
        <w:t>4.520e0</w:t>
      </w:r>
    </w:p>
    <w:p w:rsidR="00E00D30" w:rsidRDefault="00E00D30" w:rsidP="00E00D30">
      <w:r>
        <w:t>482.3515</w:t>
      </w:r>
      <w:r>
        <w:tab/>
        <w:t>3.038e0</w:t>
      </w:r>
    </w:p>
    <w:p w:rsidR="00E00D30" w:rsidRDefault="00E00D30" w:rsidP="00E00D30">
      <w:r>
        <w:t>482.3650</w:t>
      </w:r>
      <w:r>
        <w:tab/>
        <w:t>4.051e0</w:t>
      </w:r>
    </w:p>
    <w:p w:rsidR="00E00D30" w:rsidRDefault="00E00D30" w:rsidP="00E00D30">
      <w:r>
        <w:t>482.3835</w:t>
      </w:r>
      <w:r>
        <w:tab/>
        <w:t>2.025e0</w:t>
      </w:r>
    </w:p>
    <w:p w:rsidR="00E00D30" w:rsidRDefault="00E00D30" w:rsidP="00E00D30">
      <w:r>
        <w:t>482.3934</w:t>
      </w:r>
      <w:r>
        <w:tab/>
        <w:t>4.051e0</w:t>
      </w:r>
    </w:p>
    <w:p w:rsidR="00E00D30" w:rsidRDefault="00E00D30" w:rsidP="00E00D30">
      <w:r>
        <w:t>482.3982</w:t>
      </w:r>
      <w:r>
        <w:tab/>
        <w:t>3.038e0</w:t>
      </w:r>
    </w:p>
    <w:p w:rsidR="00E00D30" w:rsidRDefault="00E00D30" w:rsidP="00E00D30">
      <w:r>
        <w:t>482.4006</w:t>
      </w:r>
      <w:r>
        <w:tab/>
        <w:t>7.089e0</w:t>
      </w:r>
    </w:p>
    <w:p w:rsidR="00E00D30" w:rsidRDefault="00E00D30" w:rsidP="00E00D30">
      <w:r>
        <w:t>482.4026</w:t>
      </w:r>
      <w:r>
        <w:tab/>
        <w:t>9.565e0</w:t>
      </w:r>
    </w:p>
    <w:p w:rsidR="00E00D30" w:rsidRDefault="00E00D30" w:rsidP="00E00D30">
      <w:r>
        <w:lastRenderedPageBreak/>
        <w:t>482.4289</w:t>
      </w:r>
      <w:r>
        <w:tab/>
        <w:t>9.114e0</w:t>
      </w:r>
    </w:p>
    <w:p w:rsidR="00E00D30" w:rsidRDefault="00E00D30" w:rsidP="00E00D30">
      <w:r>
        <w:t>482.4364</w:t>
      </w:r>
      <w:r>
        <w:tab/>
        <w:t>1.013e0</w:t>
      </w:r>
    </w:p>
    <w:p w:rsidR="00E00D30" w:rsidRDefault="00E00D30" w:rsidP="00E00D30">
      <w:r>
        <w:t>482.4400</w:t>
      </w:r>
      <w:r>
        <w:tab/>
        <w:t>3.296e0</w:t>
      </w:r>
    </w:p>
    <w:p w:rsidR="00E00D30" w:rsidRDefault="00E00D30" w:rsidP="00E00D30">
      <w:r>
        <w:t>482.4590</w:t>
      </w:r>
      <w:r>
        <w:tab/>
        <w:t>2.025e0</w:t>
      </w:r>
    </w:p>
    <w:p w:rsidR="00E00D30" w:rsidRDefault="00E00D30" w:rsidP="00E00D30">
      <w:r>
        <w:t>482.4694</w:t>
      </w:r>
      <w:r>
        <w:tab/>
        <w:t>2.025e0</w:t>
      </w:r>
    </w:p>
    <w:p w:rsidR="00E00D30" w:rsidRDefault="00E00D30" w:rsidP="00E00D30">
      <w:r>
        <w:t>482.4775</w:t>
      </w:r>
      <w:r>
        <w:tab/>
        <w:t>1.077e0</w:t>
      </w:r>
    </w:p>
    <w:p w:rsidR="00E00D30" w:rsidRDefault="00E00D30" w:rsidP="00E00D30">
      <w:r>
        <w:t>482.4882</w:t>
      </w:r>
      <w:r>
        <w:tab/>
        <w:t>1.013e0</w:t>
      </w:r>
    </w:p>
    <w:p w:rsidR="00E00D30" w:rsidRDefault="00E00D30" w:rsidP="00E00D30">
      <w:r>
        <w:t>482.4951</w:t>
      </w:r>
      <w:r>
        <w:tab/>
        <w:t>1.013e0</w:t>
      </w:r>
    </w:p>
    <w:p w:rsidR="00E00D30" w:rsidRDefault="00E00D30" w:rsidP="00E00D30">
      <w:r>
        <w:t>482.5027</w:t>
      </w:r>
      <w:r>
        <w:tab/>
        <w:t>1.013e0</w:t>
      </w:r>
    </w:p>
    <w:p w:rsidR="00E00D30" w:rsidRDefault="00E00D30" w:rsidP="00E00D30">
      <w:r>
        <w:t>482.5363</w:t>
      </w:r>
      <w:r>
        <w:tab/>
        <w:t>1.013e0</w:t>
      </w:r>
    </w:p>
    <w:p w:rsidR="00E00D30" w:rsidRDefault="00E00D30" w:rsidP="00E00D30">
      <w:r>
        <w:t>482.5459</w:t>
      </w:r>
      <w:r>
        <w:tab/>
        <w:t>2.025e0</w:t>
      </w:r>
    </w:p>
    <w:p w:rsidR="00E00D30" w:rsidRDefault="00E00D30" w:rsidP="00E00D30">
      <w:r>
        <w:t>482.5650</w:t>
      </w:r>
      <w:r>
        <w:tab/>
        <w:t>1.013e0</w:t>
      </w:r>
    </w:p>
    <w:p w:rsidR="00E00D30" w:rsidRDefault="00E00D30" w:rsidP="00E00D30">
      <w:r>
        <w:t>482.5866</w:t>
      </w:r>
      <w:r>
        <w:tab/>
        <w:t>1.013e0</w:t>
      </w:r>
    </w:p>
    <w:p w:rsidR="00E00D30" w:rsidRDefault="00E00D30" w:rsidP="00E00D30">
      <w:r>
        <w:t>482.6127</w:t>
      </w:r>
      <w:r>
        <w:tab/>
        <w:t>1.013e0</w:t>
      </w:r>
    </w:p>
    <w:p w:rsidR="00E00D30" w:rsidRDefault="00E00D30" w:rsidP="00E00D30">
      <w:r>
        <w:t>482.6457</w:t>
      </w:r>
      <w:r>
        <w:tab/>
        <w:t>1.013e0</w:t>
      </w:r>
    </w:p>
    <w:p w:rsidR="00E00D30" w:rsidRDefault="00E00D30" w:rsidP="00E00D30">
      <w:r>
        <w:t>482.6538</w:t>
      </w:r>
      <w:r>
        <w:tab/>
        <w:t>1.013e0</w:t>
      </w:r>
    </w:p>
    <w:p w:rsidR="00E00D30" w:rsidRDefault="00E00D30" w:rsidP="00E00D30">
      <w:r>
        <w:t>482.6625</w:t>
      </w:r>
      <w:r>
        <w:tab/>
        <w:t>1.013e0</w:t>
      </w:r>
    </w:p>
    <w:p w:rsidR="00E00D30" w:rsidRDefault="00E00D30" w:rsidP="00E00D30">
      <w:r>
        <w:t>482.6802</w:t>
      </w:r>
      <w:r>
        <w:tab/>
        <w:t>1.013e0</w:t>
      </w:r>
    </w:p>
    <w:p w:rsidR="00E00D30" w:rsidRDefault="00E00D30" w:rsidP="00E00D30">
      <w:r>
        <w:t>482.6986</w:t>
      </w:r>
      <w:r>
        <w:tab/>
        <w:t>1.013e0</w:t>
      </w:r>
    </w:p>
    <w:p w:rsidR="00E00D30" w:rsidRDefault="00E00D30" w:rsidP="00E00D30">
      <w:r>
        <w:lastRenderedPageBreak/>
        <w:t>482.7210</w:t>
      </w:r>
      <w:r>
        <w:tab/>
        <w:t>1.013e0</w:t>
      </w:r>
    </w:p>
    <w:p w:rsidR="00E00D30" w:rsidRDefault="00E00D30" w:rsidP="00E00D30">
      <w:r>
        <w:t>482.7378</w:t>
      </w:r>
      <w:r>
        <w:tab/>
        <w:t>1.013e0</w:t>
      </w:r>
    </w:p>
    <w:p w:rsidR="00E00D30" w:rsidRDefault="00E00D30" w:rsidP="00E00D30">
      <w:r>
        <w:t>482.7639</w:t>
      </w:r>
      <w:r>
        <w:tab/>
        <w:t>1.013e0</w:t>
      </w:r>
    </w:p>
    <w:p w:rsidR="00E00D30" w:rsidRDefault="00E00D30" w:rsidP="00E00D30">
      <w:r>
        <w:t>482.7748</w:t>
      </w:r>
      <w:r>
        <w:tab/>
        <w:t>1.013e0</w:t>
      </w:r>
    </w:p>
    <w:p w:rsidR="00E00D30" w:rsidRDefault="00E00D30" w:rsidP="00E00D30">
      <w:r>
        <w:t>482.7807</w:t>
      </w:r>
      <w:r>
        <w:tab/>
        <w:t>1.013e0</w:t>
      </w:r>
    </w:p>
    <w:p w:rsidR="00E00D30" w:rsidRDefault="00E00D30" w:rsidP="00E00D30">
      <w:r>
        <w:t>482.8149</w:t>
      </w:r>
      <w:r>
        <w:tab/>
        <w:t>1.013e0</w:t>
      </w:r>
    </w:p>
    <w:p w:rsidR="00E00D30" w:rsidRDefault="00E00D30" w:rsidP="00E00D30">
      <w:r>
        <w:t>482.8387</w:t>
      </w:r>
      <w:r>
        <w:tab/>
        <w:t>1.013e0</w:t>
      </w:r>
    </w:p>
    <w:p w:rsidR="00E00D30" w:rsidRDefault="00E00D30" w:rsidP="00E00D30">
      <w:r>
        <w:t>482.8508</w:t>
      </w:r>
      <w:r>
        <w:tab/>
        <w:t>1.013e0</w:t>
      </w:r>
    </w:p>
    <w:p w:rsidR="00E00D30" w:rsidRDefault="00E00D30" w:rsidP="00E00D30">
      <w:r>
        <w:t>482.8731</w:t>
      </w:r>
      <w:r>
        <w:tab/>
        <w:t>1.013e0</w:t>
      </w:r>
    </w:p>
    <w:p w:rsidR="00E00D30" w:rsidRDefault="00E00D30" w:rsidP="00E00D30">
      <w:r>
        <w:t>482.8811</w:t>
      </w:r>
      <w:r>
        <w:tab/>
        <w:t>3.038e0</w:t>
      </w:r>
    </w:p>
    <w:p w:rsidR="00E00D30" w:rsidRDefault="00E00D30" w:rsidP="00E00D30">
      <w:r>
        <w:t>482.9277</w:t>
      </w:r>
      <w:r>
        <w:tab/>
        <w:t>2.025e0</w:t>
      </w:r>
    </w:p>
    <w:p w:rsidR="00E00D30" w:rsidRDefault="00E00D30" w:rsidP="00E00D30">
      <w:r>
        <w:t>482.9635</w:t>
      </w:r>
      <w:r>
        <w:tab/>
        <w:t>1.013e0</w:t>
      </w:r>
    </w:p>
    <w:p w:rsidR="00E00D30" w:rsidRDefault="00E00D30" w:rsidP="00E00D30">
      <w:r>
        <w:t>482.9688</w:t>
      </w:r>
      <w:r>
        <w:tab/>
        <w:t>2.025e0</w:t>
      </w:r>
    </w:p>
    <w:p w:rsidR="00E00D30" w:rsidRDefault="00E00D30" w:rsidP="00E00D30">
      <w:r>
        <w:t>483.0067</w:t>
      </w:r>
      <w:r>
        <w:tab/>
        <w:t>1.013e0</w:t>
      </w:r>
    </w:p>
    <w:p w:rsidR="00E00D30" w:rsidRDefault="00E00D30" w:rsidP="00E00D30">
      <w:r>
        <w:t>483.0160</w:t>
      </w:r>
      <w:r>
        <w:tab/>
        <w:t>1.013e0</w:t>
      </w:r>
    </w:p>
    <w:p w:rsidR="00E00D30" w:rsidRDefault="00E00D30" w:rsidP="00E00D30">
      <w:r>
        <w:t>483.0238</w:t>
      </w:r>
      <w:r>
        <w:tab/>
        <w:t>2.025e0</w:t>
      </w:r>
    </w:p>
    <w:p w:rsidR="00E00D30" w:rsidRDefault="00E00D30" w:rsidP="00E00D30">
      <w:r>
        <w:t>483.0487</w:t>
      </w:r>
      <w:r>
        <w:tab/>
        <w:t>1.013e0</w:t>
      </w:r>
    </w:p>
    <w:p w:rsidR="00E00D30" w:rsidRDefault="00E00D30" w:rsidP="00E00D30">
      <w:r>
        <w:t>483.0979</w:t>
      </w:r>
      <w:r>
        <w:tab/>
        <w:t>2.025e0</w:t>
      </w:r>
    </w:p>
    <w:p w:rsidR="00E00D30" w:rsidRDefault="00E00D30" w:rsidP="00E00D30">
      <w:r>
        <w:t>483.1252</w:t>
      </w:r>
      <w:r>
        <w:tab/>
        <w:t>1.013e0</w:t>
      </w:r>
    </w:p>
    <w:p w:rsidR="00E00D30" w:rsidRDefault="00E00D30" w:rsidP="00E00D30">
      <w:r>
        <w:lastRenderedPageBreak/>
        <w:t>483.1415</w:t>
      </w:r>
      <w:r>
        <w:tab/>
        <w:t>1.013e0</w:t>
      </w:r>
    </w:p>
    <w:p w:rsidR="00E00D30" w:rsidRDefault="00E00D30" w:rsidP="00E00D30">
      <w:r>
        <w:t>483.1580</w:t>
      </w:r>
      <w:r>
        <w:tab/>
        <w:t>2.025e0</w:t>
      </w:r>
    </w:p>
    <w:p w:rsidR="00E00D30" w:rsidRDefault="00E00D30" w:rsidP="00E00D30">
      <w:r>
        <w:t>483.1667</w:t>
      </w:r>
      <w:r>
        <w:tab/>
        <w:t>1.013e0</w:t>
      </w:r>
    </w:p>
    <w:p w:rsidR="00E00D30" w:rsidRDefault="00E00D30" w:rsidP="00E00D30">
      <w:r>
        <w:t>483.1748</w:t>
      </w:r>
      <w:r>
        <w:tab/>
        <w:t>1.013e0</w:t>
      </w:r>
    </w:p>
    <w:p w:rsidR="00E00D30" w:rsidRDefault="00E00D30" w:rsidP="00E00D30">
      <w:r>
        <w:t>483.1832</w:t>
      </w:r>
      <w:r>
        <w:tab/>
        <w:t>1.013e0</w:t>
      </w:r>
    </w:p>
    <w:p w:rsidR="00E00D30" w:rsidRDefault="00E00D30" w:rsidP="00E00D30">
      <w:r>
        <w:t>483.2028</w:t>
      </w:r>
      <w:r>
        <w:tab/>
        <w:t>2.025e0</w:t>
      </w:r>
    </w:p>
    <w:p w:rsidR="00E00D30" w:rsidRDefault="00E00D30" w:rsidP="00E00D30">
      <w:r>
        <w:t>483.2169</w:t>
      </w:r>
      <w:r>
        <w:tab/>
        <w:t>1.013e0</w:t>
      </w:r>
    </w:p>
    <w:p w:rsidR="00E00D30" w:rsidRDefault="00E00D30" w:rsidP="00E00D30">
      <w:r>
        <w:t>483.2249</w:t>
      </w:r>
      <w:r>
        <w:tab/>
        <w:t>3.038e0</w:t>
      </w:r>
    </w:p>
    <w:p w:rsidR="00E00D30" w:rsidRDefault="00E00D30" w:rsidP="00E00D30">
      <w:r>
        <w:t>483.2423</w:t>
      </w:r>
      <w:r>
        <w:tab/>
        <w:t>4.552e0</w:t>
      </w:r>
    </w:p>
    <w:p w:rsidR="00E00D30" w:rsidRDefault="00E00D30" w:rsidP="00E00D30">
      <w:r>
        <w:t>483.2476</w:t>
      </w:r>
      <w:r>
        <w:tab/>
        <w:t>1.131e0</w:t>
      </w:r>
    </w:p>
    <w:p w:rsidR="00E00D30" w:rsidRDefault="00E00D30" w:rsidP="00E00D30">
      <w:r>
        <w:t>483.2543</w:t>
      </w:r>
      <w:r>
        <w:tab/>
        <w:t>1.013e0</w:t>
      </w:r>
    </w:p>
    <w:p w:rsidR="00E00D30" w:rsidRDefault="00E00D30" w:rsidP="00E00D30">
      <w:r>
        <w:t>483.2558</w:t>
      </w:r>
      <w:r>
        <w:tab/>
        <w:t>3.644e0</w:t>
      </w:r>
    </w:p>
    <w:p w:rsidR="00E00D30" w:rsidRDefault="00E00D30" w:rsidP="00E00D30">
      <w:r>
        <w:t>483.2598</w:t>
      </w:r>
      <w:r>
        <w:tab/>
        <w:t>1.013e0</w:t>
      </w:r>
    </w:p>
    <w:p w:rsidR="00E00D30" w:rsidRDefault="00E00D30" w:rsidP="00E00D30">
      <w:r>
        <w:t>483.3000</w:t>
      </w:r>
      <w:r>
        <w:tab/>
        <w:t>2.537e0</w:t>
      </w:r>
    </w:p>
    <w:p w:rsidR="00E00D30" w:rsidRDefault="00E00D30" w:rsidP="00E00D30">
      <w:r>
        <w:t>483.3604</w:t>
      </w:r>
      <w:r>
        <w:tab/>
        <w:t>2.930e0</w:t>
      </w:r>
    </w:p>
    <w:p w:rsidR="00E00D30" w:rsidRDefault="00E00D30" w:rsidP="00E00D30">
      <w:r>
        <w:t>483.3692</w:t>
      </w:r>
      <w:r>
        <w:tab/>
        <w:t>1.013e0</w:t>
      </w:r>
    </w:p>
    <w:p w:rsidR="00E00D30" w:rsidRDefault="00E00D30" w:rsidP="00E00D30">
      <w:r>
        <w:t>483.3937</w:t>
      </w:r>
      <w:r>
        <w:tab/>
        <w:t>1.013e0</w:t>
      </w:r>
    </w:p>
    <w:p w:rsidR="00E00D30" w:rsidRDefault="00E00D30" w:rsidP="00E00D30">
      <w:r>
        <w:t>483.3950</w:t>
      </w:r>
      <w:r>
        <w:tab/>
        <w:t>2.025e0</w:t>
      </w:r>
    </w:p>
    <w:p w:rsidR="00E00D30" w:rsidRDefault="00E00D30" w:rsidP="00E00D30">
      <w:r>
        <w:t>483.3981</w:t>
      </w:r>
      <w:r>
        <w:tab/>
        <w:t>2.025e0</w:t>
      </w:r>
    </w:p>
    <w:p w:rsidR="00E00D30" w:rsidRDefault="00E00D30" w:rsidP="00E00D30">
      <w:r>
        <w:lastRenderedPageBreak/>
        <w:t>483.4130</w:t>
      </w:r>
      <w:r>
        <w:tab/>
        <w:t>3.038e0</w:t>
      </w:r>
    </w:p>
    <w:p w:rsidR="00E00D30" w:rsidRDefault="00E00D30" w:rsidP="00E00D30">
      <w:r>
        <w:t>483.4186</w:t>
      </w:r>
      <w:r>
        <w:tab/>
        <w:t>4.051e0</w:t>
      </w:r>
    </w:p>
    <w:p w:rsidR="00E00D30" w:rsidRDefault="00E00D30" w:rsidP="00E00D30">
      <w:r>
        <w:t>483.4355</w:t>
      </w:r>
      <w:r>
        <w:tab/>
        <w:t>1.013e0</w:t>
      </w:r>
    </w:p>
    <w:p w:rsidR="00E00D30" w:rsidRDefault="00E00D30" w:rsidP="00E00D30">
      <w:r>
        <w:t>483.4647</w:t>
      </w:r>
      <w:r>
        <w:tab/>
        <w:t>1.013e0</w:t>
      </w:r>
    </w:p>
    <w:p w:rsidR="00E00D30" w:rsidRDefault="00E00D30" w:rsidP="00E00D30">
      <w:r>
        <w:t>483.4778</w:t>
      </w:r>
      <w:r>
        <w:tab/>
        <w:t>1.013e0</w:t>
      </w:r>
    </w:p>
    <w:p w:rsidR="00E00D30" w:rsidRDefault="00E00D30" w:rsidP="00E00D30">
      <w:r>
        <w:t>483.4866</w:t>
      </w:r>
      <w:r>
        <w:tab/>
        <w:t>2.025e0</w:t>
      </w:r>
    </w:p>
    <w:p w:rsidR="00E00D30" w:rsidRDefault="00E00D30" w:rsidP="00E00D30">
      <w:r>
        <w:t>483.4947</w:t>
      </w:r>
      <w:r>
        <w:tab/>
        <w:t>1.013e0</w:t>
      </w:r>
    </w:p>
    <w:p w:rsidR="00E00D30" w:rsidRDefault="00E00D30" w:rsidP="00E00D30">
      <w:r>
        <w:t>483.5042</w:t>
      </w:r>
      <w:r>
        <w:tab/>
        <w:t>1.013e0</w:t>
      </w:r>
    </w:p>
    <w:p w:rsidR="00E00D30" w:rsidRDefault="00E00D30" w:rsidP="00E00D30">
      <w:r>
        <w:t>483.5186</w:t>
      </w:r>
      <w:r>
        <w:tab/>
        <w:t>1.013e0</w:t>
      </w:r>
    </w:p>
    <w:p w:rsidR="00E00D30" w:rsidRDefault="00E00D30" w:rsidP="00E00D30">
      <w:r>
        <w:t>483.5472</w:t>
      </w:r>
      <w:r>
        <w:tab/>
        <w:t>2.025e0</w:t>
      </w:r>
    </w:p>
    <w:p w:rsidR="00E00D30" w:rsidRDefault="00E00D30" w:rsidP="00E00D30">
      <w:r>
        <w:t>483.5974</w:t>
      </w:r>
      <w:r>
        <w:tab/>
        <w:t>2.025e0</w:t>
      </w:r>
    </w:p>
    <w:p w:rsidR="00E00D30" w:rsidRDefault="00E00D30" w:rsidP="00E00D30">
      <w:r>
        <w:t>483.6209</w:t>
      </w:r>
      <w:r>
        <w:tab/>
        <w:t>1.013e0</w:t>
      </w:r>
    </w:p>
    <w:p w:rsidR="00E00D30" w:rsidRDefault="00E00D30" w:rsidP="00E00D30">
      <w:r>
        <w:t>483.6379</w:t>
      </w:r>
      <w:r>
        <w:tab/>
        <w:t>2.025e0</w:t>
      </w:r>
    </w:p>
    <w:p w:rsidR="00E00D30" w:rsidRDefault="00E00D30" w:rsidP="00E00D30">
      <w:r>
        <w:t>483.6530</w:t>
      </w:r>
      <w:r>
        <w:tab/>
        <w:t>1.013e0</w:t>
      </w:r>
    </w:p>
    <w:p w:rsidR="00E00D30" w:rsidRDefault="00E00D30" w:rsidP="00E00D30">
      <w:r>
        <w:t>483.6627</w:t>
      </w:r>
      <w:r>
        <w:tab/>
        <w:t>1.013e0</w:t>
      </w:r>
    </w:p>
    <w:p w:rsidR="00E00D30" w:rsidRDefault="00E00D30" w:rsidP="00E00D30">
      <w:r>
        <w:t>483.6798</w:t>
      </w:r>
      <w:r>
        <w:tab/>
        <w:t>1.013e0</w:t>
      </w:r>
    </w:p>
    <w:p w:rsidR="00E00D30" w:rsidRDefault="00E00D30" w:rsidP="00E00D30">
      <w:r>
        <w:t>483.6894</w:t>
      </w:r>
      <w:r>
        <w:tab/>
        <w:t>2.025e0</w:t>
      </w:r>
    </w:p>
    <w:p w:rsidR="00E00D30" w:rsidRDefault="00E00D30" w:rsidP="00E00D30">
      <w:r>
        <w:t>483.6927</w:t>
      </w:r>
      <w:r>
        <w:tab/>
        <w:t>1.013e0</w:t>
      </w:r>
    </w:p>
    <w:p w:rsidR="00E00D30" w:rsidRDefault="00E00D30" w:rsidP="00E00D30">
      <w:r>
        <w:t>483.7331</w:t>
      </w:r>
      <w:r>
        <w:tab/>
        <w:t>1.013e0</w:t>
      </w:r>
    </w:p>
    <w:p w:rsidR="00E00D30" w:rsidRDefault="00E00D30" w:rsidP="00E00D30">
      <w:r>
        <w:lastRenderedPageBreak/>
        <w:t>483.7686</w:t>
      </w:r>
      <w:r>
        <w:tab/>
        <w:t>1.013e0</w:t>
      </w:r>
    </w:p>
    <w:p w:rsidR="00E00D30" w:rsidRDefault="00E00D30" w:rsidP="00E00D30">
      <w:r>
        <w:t>483.8270</w:t>
      </w:r>
      <w:r>
        <w:tab/>
        <w:t>1.013e0</w:t>
      </w:r>
    </w:p>
    <w:p w:rsidR="00E00D30" w:rsidRDefault="00E00D30" w:rsidP="00E00D30">
      <w:r>
        <w:t>483.8457</w:t>
      </w:r>
      <w:r>
        <w:tab/>
        <w:t>1.013e0</w:t>
      </w:r>
    </w:p>
    <w:p w:rsidR="00E00D30" w:rsidRDefault="00E00D30" w:rsidP="00E00D30">
      <w:r>
        <w:t>483.8482</w:t>
      </w:r>
      <w:r>
        <w:tab/>
        <w:t>1.013e0</w:t>
      </w:r>
    </w:p>
    <w:p w:rsidR="00E00D30" w:rsidRDefault="00E00D30" w:rsidP="00E00D30">
      <w:r>
        <w:t>483.8734</w:t>
      </w:r>
      <w:r>
        <w:tab/>
        <w:t>1.013e0</w:t>
      </w:r>
    </w:p>
    <w:p w:rsidR="00E00D30" w:rsidRDefault="00E00D30" w:rsidP="00E00D30">
      <w:r>
        <w:t>483.8984</w:t>
      </w:r>
      <w:r>
        <w:tab/>
        <w:t>1.013e0</w:t>
      </w:r>
    </w:p>
    <w:p w:rsidR="00E00D30" w:rsidRDefault="00E00D30" w:rsidP="00E00D30">
      <w:r>
        <w:t>483.9028</w:t>
      </w:r>
      <w:r>
        <w:tab/>
        <w:t>4.051e0</w:t>
      </w:r>
    </w:p>
    <w:p w:rsidR="00E00D30" w:rsidRDefault="00E00D30" w:rsidP="00E00D30">
      <w:r>
        <w:t>483.9152</w:t>
      </w:r>
      <w:r>
        <w:tab/>
        <w:t>1.013e0</w:t>
      </w:r>
    </w:p>
    <w:p w:rsidR="00E00D30" w:rsidRDefault="00E00D30" w:rsidP="00E00D30">
      <w:r>
        <w:t>483.9323</w:t>
      </w:r>
      <w:r>
        <w:tab/>
        <w:t>1.013e0</w:t>
      </w:r>
    </w:p>
    <w:p w:rsidR="00E00D30" w:rsidRDefault="00E00D30" w:rsidP="00E00D30">
      <w:r>
        <w:t>483.9422</w:t>
      </w:r>
      <w:r>
        <w:tab/>
        <w:t>3.038e0</w:t>
      </w:r>
    </w:p>
    <w:p w:rsidR="00E00D30" w:rsidRDefault="00E00D30" w:rsidP="00E00D30">
      <w:r>
        <w:t>483.9781</w:t>
      </w:r>
      <w:r>
        <w:tab/>
        <w:t>2.025e0</w:t>
      </w:r>
    </w:p>
    <w:p w:rsidR="00E00D30" w:rsidRDefault="00E00D30" w:rsidP="00E00D30">
      <w:r>
        <w:t>483.9799</w:t>
      </w:r>
      <w:r>
        <w:tab/>
        <w:t>2.025e0</w:t>
      </w:r>
    </w:p>
    <w:p w:rsidR="00E00D30" w:rsidRDefault="00E00D30" w:rsidP="00E00D30">
      <w:r>
        <w:t>484.0161</w:t>
      </w:r>
      <w:r>
        <w:tab/>
        <w:t>2.025e0</w:t>
      </w:r>
    </w:p>
    <w:p w:rsidR="00E00D30" w:rsidRDefault="00E00D30" w:rsidP="00E00D30">
      <w:r>
        <w:t>484.0339</w:t>
      </w:r>
      <w:r>
        <w:tab/>
        <w:t>1.013e0</w:t>
      </w:r>
    </w:p>
    <w:p w:rsidR="00E00D30" w:rsidRDefault="00E00D30" w:rsidP="00E00D30">
      <w:r>
        <w:t>484.0592</w:t>
      </w:r>
      <w:r>
        <w:tab/>
        <w:t>1.013e0</w:t>
      </w:r>
    </w:p>
    <w:p w:rsidR="00E00D30" w:rsidRDefault="00E00D30" w:rsidP="00E00D30">
      <w:r>
        <w:t>484.0629</w:t>
      </w:r>
      <w:r>
        <w:tab/>
        <w:t>3.038e0</w:t>
      </w:r>
    </w:p>
    <w:p w:rsidR="00E00D30" w:rsidRDefault="00E00D30" w:rsidP="00E00D30">
      <w:r>
        <w:t>484.0668</w:t>
      </w:r>
      <w:r>
        <w:tab/>
        <w:t>1.013e0</w:t>
      </w:r>
    </w:p>
    <w:p w:rsidR="00E00D30" w:rsidRDefault="00E00D30" w:rsidP="00E00D30">
      <w:r>
        <w:t>484.0835</w:t>
      </w:r>
      <w:r>
        <w:tab/>
        <w:t>4.051e0</w:t>
      </w:r>
    </w:p>
    <w:p w:rsidR="00E00D30" w:rsidRDefault="00E00D30" w:rsidP="00E00D30">
      <w:r>
        <w:t>484.0920</w:t>
      </w:r>
      <w:r>
        <w:tab/>
        <w:t>1.013e0</w:t>
      </w:r>
    </w:p>
    <w:p w:rsidR="00E00D30" w:rsidRDefault="00E00D30" w:rsidP="00E00D30">
      <w:r>
        <w:lastRenderedPageBreak/>
        <w:t>484.1029</w:t>
      </w:r>
      <w:r>
        <w:tab/>
        <w:t>3.038e0</w:t>
      </w:r>
    </w:p>
    <w:p w:rsidR="00E00D30" w:rsidRDefault="00E00D30" w:rsidP="00E00D30">
      <w:r>
        <w:t>484.1318</w:t>
      </w:r>
      <w:r>
        <w:tab/>
        <w:t>1.013e0</w:t>
      </w:r>
    </w:p>
    <w:p w:rsidR="00E00D30" w:rsidRDefault="00E00D30" w:rsidP="00E00D30">
      <w:r>
        <w:t>484.1594</w:t>
      </w:r>
      <w:r>
        <w:tab/>
        <w:t>1.013e0</w:t>
      </w:r>
    </w:p>
    <w:p w:rsidR="00E00D30" w:rsidRDefault="00E00D30" w:rsidP="00E00D30">
      <w:r>
        <w:t>484.1609</w:t>
      </w:r>
      <w:r>
        <w:tab/>
        <w:t>2.025e0</w:t>
      </w:r>
    </w:p>
    <w:p w:rsidR="00E00D30" w:rsidRDefault="00E00D30" w:rsidP="00E00D30">
      <w:r>
        <w:t>484.1768</w:t>
      </w:r>
      <w:r>
        <w:tab/>
        <w:t>2.025e0</w:t>
      </w:r>
    </w:p>
    <w:p w:rsidR="00E00D30" w:rsidRDefault="00E00D30" w:rsidP="00E00D30">
      <w:r>
        <w:t>484.2027</w:t>
      </w:r>
      <w:r>
        <w:tab/>
        <w:t>4.051e0</w:t>
      </w:r>
    </w:p>
    <w:p w:rsidR="00E00D30" w:rsidRDefault="00E00D30" w:rsidP="00E00D30">
      <w:r>
        <w:t>484.2232</w:t>
      </w:r>
      <w:r>
        <w:tab/>
        <w:t>2.025e0</w:t>
      </w:r>
    </w:p>
    <w:p w:rsidR="00E00D30" w:rsidRDefault="00E00D30" w:rsidP="00E00D30">
      <w:r>
        <w:t>484.2267</w:t>
      </w:r>
      <w:r>
        <w:tab/>
        <w:t>2.025e0</w:t>
      </w:r>
    </w:p>
    <w:p w:rsidR="00E00D30" w:rsidRDefault="00E00D30" w:rsidP="00E00D30">
      <w:r>
        <w:t>484.2294</w:t>
      </w:r>
      <w:r>
        <w:tab/>
        <w:t>1.013e0</w:t>
      </w:r>
    </w:p>
    <w:p w:rsidR="00E00D30" w:rsidRDefault="00E00D30" w:rsidP="00E00D30">
      <w:r>
        <w:t>484.2522</w:t>
      </w:r>
      <w:r>
        <w:tab/>
        <w:t>2.548e0</w:t>
      </w:r>
    </w:p>
    <w:p w:rsidR="00E00D30" w:rsidRDefault="00E00D30" w:rsidP="00E00D30">
      <w:r>
        <w:t>484.2549</w:t>
      </w:r>
      <w:r>
        <w:tab/>
        <w:t>2.025e0</w:t>
      </w:r>
    </w:p>
    <w:p w:rsidR="00E00D30" w:rsidRDefault="00E00D30" w:rsidP="00E00D30">
      <w:r>
        <w:t>484.2692</w:t>
      </w:r>
      <w:r>
        <w:tab/>
        <w:t>1.013e0</w:t>
      </w:r>
    </w:p>
    <w:p w:rsidR="00E00D30" w:rsidRDefault="00E00D30" w:rsidP="00E00D30">
      <w:r>
        <w:t>484.2830</w:t>
      </w:r>
      <w:r>
        <w:tab/>
        <w:t>2.025e0</w:t>
      </w:r>
    </w:p>
    <w:p w:rsidR="00E00D30" w:rsidRDefault="00E00D30" w:rsidP="00E00D30">
      <w:r>
        <w:t>484.3113</w:t>
      </w:r>
      <w:r>
        <w:tab/>
        <w:t>1.013e0</w:t>
      </w:r>
    </w:p>
    <w:p w:rsidR="00E00D30" w:rsidRDefault="00E00D30" w:rsidP="00E00D30">
      <w:r>
        <w:t>484.3174</w:t>
      </w:r>
      <w:r>
        <w:tab/>
        <w:t>2.025e0</w:t>
      </w:r>
    </w:p>
    <w:p w:rsidR="00E00D30" w:rsidRDefault="00E00D30" w:rsidP="00E00D30">
      <w:r>
        <w:t>484.3219</w:t>
      </w:r>
      <w:r>
        <w:tab/>
        <w:t>1.845e0</w:t>
      </w:r>
    </w:p>
    <w:p w:rsidR="00E00D30" w:rsidRDefault="00E00D30" w:rsidP="00E00D30">
      <w:r>
        <w:t>484.3451</w:t>
      </w:r>
      <w:r>
        <w:tab/>
        <w:t>1.013e0</w:t>
      </w:r>
    </w:p>
    <w:p w:rsidR="00E00D30" w:rsidRDefault="00E00D30" w:rsidP="00E00D30">
      <w:r>
        <w:t>484.4046</w:t>
      </w:r>
      <w:r>
        <w:tab/>
        <w:t>1.013e0</w:t>
      </w:r>
    </w:p>
    <w:p w:rsidR="00E00D30" w:rsidRDefault="00E00D30" w:rsidP="00E00D30">
      <w:r>
        <w:t>484.4166</w:t>
      </w:r>
      <w:r>
        <w:tab/>
        <w:t>3.038e0</w:t>
      </w:r>
    </w:p>
    <w:p w:rsidR="00E00D30" w:rsidRDefault="00E00D30" w:rsidP="00E00D30">
      <w:r>
        <w:lastRenderedPageBreak/>
        <w:t>484.4372</w:t>
      </w:r>
      <w:r>
        <w:tab/>
        <w:t>3.038e0</w:t>
      </w:r>
    </w:p>
    <w:p w:rsidR="00E00D30" w:rsidRDefault="00E00D30" w:rsidP="00E00D30">
      <w:r>
        <w:t>484.4796</w:t>
      </w:r>
      <w:r>
        <w:tab/>
        <w:t>1.013e0</w:t>
      </w:r>
    </w:p>
    <w:p w:rsidR="00E00D30" w:rsidRDefault="00E00D30" w:rsidP="00E00D30">
      <w:r>
        <w:t>484.4978</w:t>
      </w:r>
      <w:r>
        <w:tab/>
        <w:t>1.013e0</w:t>
      </w:r>
    </w:p>
    <w:p w:rsidR="00E00D30" w:rsidRDefault="00E00D30" w:rsidP="00E00D30">
      <w:r>
        <w:t>484.5359</w:t>
      </w:r>
      <w:r>
        <w:tab/>
        <w:t>2.025e0</w:t>
      </w:r>
    </w:p>
    <w:p w:rsidR="00E00D30" w:rsidRDefault="00E00D30" w:rsidP="00E00D30">
      <w:r>
        <w:t>484.5386</w:t>
      </w:r>
      <w:r>
        <w:tab/>
        <w:t>1.013e0</w:t>
      </w:r>
    </w:p>
    <w:p w:rsidR="00E00D30" w:rsidRDefault="00E00D30" w:rsidP="00E00D30">
      <w:r>
        <w:t>484.5641</w:t>
      </w:r>
      <w:r>
        <w:tab/>
        <w:t>1.013e0</w:t>
      </w:r>
    </w:p>
    <w:p w:rsidR="00E00D30" w:rsidRDefault="00E00D30" w:rsidP="00E00D30">
      <w:r>
        <w:t>484.5810</w:t>
      </w:r>
      <w:r>
        <w:tab/>
        <w:t>1.013e0</w:t>
      </w:r>
    </w:p>
    <w:p w:rsidR="00E00D30" w:rsidRDefault="00E00D30" w:rsidP="00E00D30">
      <w:r>
        <w:t>484.5924</w:t>
      </w:r>
      <w:r>
        <w:tab/>
        <w:t>1.013e0</w:t>
      </w:r>
    </w:p>
    <w:p w:rsidR="00E00D30" w:rsidRDefault="00E00D30" w:rsidP="00E00D30">
      <w:r>
        <w:t>484.6400</w:t>
      </w:r>
      <w:r>
        <w:tab/>
        <w:t>1.013e0</w:t>
      </w:r>
    </w:p>
    <w:p w:rsidR="00E00D30" w:rsidRDefault="00E00D30" w:rsidP="00E00D30">
      <w:r>
        <w:t>484.7235</w:t>
      </w:r>
      <w:r>
        <w:tab/>
        <w:t>1.013e0</w:t>
      </w:r>
    </w:p>
    <w:p w:rsidR="00E00D30" w:rsidRDefault="00E00D30" w:rsidP="00E00D30">
      <w:r>
        <w:t>484.7334</w:t>
      </w:r>
      <w:r>
        <w:tab/>
        <w:t>1.013e0</w:t>
      </w:r>
    </w:p>
    <w:p w:rsidR="00E00D30" w:rsidRDefault="00E00D30" w:rsidP="00E00D30">
      <w:r>
        <w:t>484.7631</w:t>
      </w:r>
      <w:r>
        <w:tab/>
        <w:t>2.025e0</w:t>
      </w:r>
    </w:p>
    <w:p w:rsidR="00E00D30" w:rsidRDefault="00E00D30" w:rsidP="00E00D30">
      <w:r>
        <w:t>484.7665</w:t>
      </w:r>
      <w:r>
        <w:tab/>
        <w:t>1.013e0</w:t>
      </w:r>
    </w:p>
    <w:p w:rsidR="00E00D30" w:rsidRDefault="00E00D30" w:rsidP="00E00D30">
      <w:r>
        <w:t>484.7813</w:t>
      </w:r>
      <w:r>
        <w:tab/>
        <w:t>1.013e0</w:t>
      </w:r>
    </w:p>
    <w:p w:rsidR="00E00D30" w:rsidRDefault="00E00D30" w:rsidP="00E00D30">
      <w:r>
        <w:t>484.8005</w:t>
      </w:r>
      <w:r>
        <w:tab/>
        <w:t>4.051e0</w:t>
      </w:r>
    </w:p>
    <w:p w:rsidR="00E00D30" w:rsidRDefault="00E00D30" w:rsidP="00E00D30">
      <w:r>
        <w:t>484.8213</w:t>
      </w:r>
      <w:r>
        <w:tab/>
        <w:t>1.013e0</w:t>
      </w:r>
    </w:p>
    <w:p w:rsidR="00E00D30" w:rsidRDefault="00E00D30" w:rsidP="00E00D30">
      <w:r>
        <w:t>484.8794</w:t>
      </w:r>
      <w:r>
        <w:tab/>
        <w:t>2.025e0</w:t>
      </w:r>
    </w:p>
    <w:p w:rsidR="00E00D30" w:rsidRDefault="00E00D30" w:rsidP="00E00D30">
      <w:r>
        <w:t>484.8970</w:t>
      </w:r>
      <w:r>
        <w:tab/>
        <w:t>3.038e0</w:t>
      </w:r>
    </w:p>
    <w:p w:rsidR="00E00D30" w:rsidRDefault="00E00D30" w:rsidP="00E00D30">
      <w:r>
        <w:t>484.9066</w:t>
      </w:r>
      <w:r>
        <w:tab/>
        <w:t>2.025e0</w:t>
      </w:r>
    </w:p>
    <w:p w:rsidR="00E00D30" w:rsidRDefault="00E00D30" w:rsidP="00E00D30">
      <w:r>
        <w:lastRenderedPageBreak/>
        <w:t>484.9250</w:t>
      </w:r>
      <w:r>
        <w:tab/>
        <w:t>2.025e0</w:t>
      </w:r>
    </w:p>
    <w:p w:rsidR="00E00D30" w:rsidRDefault="00E00D30" w:rsidP="00E00D30">
      <w:r>
        <w:t>484.9687</w:t>
      </w:r>
      <w:r>
        <w:tab/>
        <w:t>1.013e0</w:t>
      </w:r>
    </w:p>
    <w:p w:rsidR="00E00D30" w:rsidRDefault="00E00D30" w:rsidP="00E00D30">
      <w:r>
        <w:t>484.9780</w:t>
      </w:r>
      <w:r>
        <w:tab/>
        <w:t>1.013e0</w:t>
      </w:r>
    </w:p>
    <w:p w:rsidR="00E00D30" w:rsidRDefault="00E00D30" w:rsidP="00E00D30">
      <w:r>
        <w:t>484.9790</w:t>
      </w:r>
      <w:r>
        <w:tab/>
        <w:t>2.025e0</w:t>
      </w:r>
    </w:p>
    <w:p w:rsidR="00E00D30" w:rsidRDefault="00E00D30" w:rsidP="00E00D30">
      <w:r>
        <w:t>484.9858</w:t>
      </w:r>
      <w:r>
        <w:tab/>
        <w:t>1.013e0</w:t>
      </w:r>
    </w:p>
    <w:p w:rsidR="00E00D30" w:rsidRDefault="00E00D30" w:rsidP="00E00D30">
      <w:r>
        <w:t>485.0024</w:t>
      </w:r>
      <w:r>
        <w:tab/>
        <w:t>1.013e0</w:t>
      </w:r>
    </w:p>
    <w:p w:rsidR="00E00D30" w:rsidRDefault="00E00D30" w:rsidP="00E00D30">
      <w:r>
        <w:t>485.0102</w:t>
      </w:r>
      <w:r>
        <w:tab/>
        <w:t>1.013e0</w:t>
      </w:r>
    </w:p>
    <w:p w:rsidR="00E00D30" w:rsidRDefault="00E00D30" w:rsidP="00E00D30">
      <w:r>
        <w:t>485.0497</w:t>
      </w:r>
      <w:r>
        <w:tab/>
        <w:t>1.013e0</w:t>
      </w:r>
    </w:p>
    <w:p w:rsidR="00E00D30" w:rsidRDefault="00E00D30" w:rsidP="00E00D30">
      <w:r>
        <w:t>485.0533</w:t>
      </w:r>
      <w:r>
        <w:tab/>
        <w:t>1.013e0</w:t>
      </w:r>
    </w:p>
    <w:p w:rsidR="00E00D30" w:rsidRDefault="00E00D30" w:rsidP="00E00D30">
      <w:r>
        <w:t>485.0683</w:t>
      </w:r>
      <w:r>
        <w:tab/>
        <w:t>1.013e0</w:t>
      </w:r>
    </w:p>
    <w:p w:rsidR="00E00D30" w:rsidRDefault="00E00D30" w:rsidP="00E00D30">
      <w:r>
        <w:t>485.0913</w:t>
      </w:r>
      <w:r>
        <w:tab/>
        <w:t>2.025e0</w:t>
      </w:r>
    </w:p>
    <w:p w:rsidR="00E00D30" w:rsidRDefault="00E00D30" w:rsidP="00E00D30">
      <w:r>
        <w:t>485.0955</w:t>
      </w:r>
      <w:r>
        <w:tab/>
        <w:t>1.013e0</w:t>
      </w:r>
    </w:p>
    <w:p w:rsidR="00E00D30" w:rsidRDefault="00E00D30" w:rsidP="00E00D30">
      <w:r>
        <w:t>485.1037</w:t>
      </w:r>
      <w:r>
        <w:tab/>
        <w:t>1.013e0</w:t>
      </w:r>
    </w:p>
    <w:p w:rsidR="00E00D30" w:rsidRDefault="00E00D30" w:rsidP="00E00D30">
      <w:r>
        <w:t>485.1124</w:t>
      </w:r>
      <w:r>
        <w:tab/>
        <w:t>1.013e0</w:t>
      </w:r>
    </w:p>
    <w:p w:rsidR="00E00D30" w:rsidRDefault="00E00D30" w:rsidP="00E00D30">
      <w:r>
        <w:t>485.1172</w:t>
      </w:r>
      <w:r>
        <w:tab/>
        <w:t>2.025e0</w:t>
      </w:r>
    </w:p>
    <w:p w:rsidR="00E00D30" w:rsidRDefault="00E00D30" w:rsidP="00E00D30">
      <w:r>
        <w:t>485.1243</w:t>
      </w:r>
      <w:r>
        <w:tab/>
        <w:t>2.025e0</w:t>
      </w:r>
    </w:p>
    <w:p w:rsidR="00E00D30" w:rsidRDefault="00E00D30" w:rsidP="00E00D30">
      <w:r>
        <w:t>485.1383</w:t>
      </w:r>
      <w:r>
        <w:tab/>
        <w:t>1.013e0</w:t>
      </w:r>
    </w:p>
    <w:p w:rsidR="00E00D30" w:rsidRDefault="00E00D30" w:rsidP="00E00D30">
      <w:r>
        <w:t>485.1484</w:t>
      </w:r>
      <w:r>
        <w:tab/>
        <w:t>1.013e0</w:t>
      </w:r>
    </w:p>
    <w:p w:rsidR="00E00D30" w:rsidRDefault="00E00D30" w:rsidP="00E00D30">
      <w:r>
        <w:t>485.1611</w:t>
      </w:r>
      <w:r>
        <w:tab/>
        <w:t>2.025e0</w:t>
      </w:r>
    </w:p>
    <w:p w:rsidR="00E00D30" w:rsidRDefault="00E00D30" w:rsidP="00E00D30">
      <w:r>
        <w:lastRenderedPageBreak/>
        <w:t>485.1880</w:t>
      </w:r>
      <w:r>
        <w:tab/>
        <w:t>1.013e0</w:t>
      </w:r>
    </w:p>
    <w:p w:rsidR="00E00D30" w:rsidRDefault="00E00D30" w:rsidP="00E00D30">
      <w:r>
        <w:t>485.1967</w:t>
      </w:r>
      <w:r>
        <w:tab/>
        <w:t>1.013e0</w:t>
      </w:r>
    </w:p>
    <w:p w:rsidR="00E00D30" w:rsidRDefault="00E00D30" w:rsidP="00E00D30">
      <w:r>
        <w:t>485.2130</w:t>
      </w:r>
      <w:r>
        <w:tab/>
        <w:t>2.025e0</w:t>
      </w:r>
    </w:p>
    <w:p w:rsidR="00E00D30" w:rsidRDefault="00E00D30" w:rsidP="00E00D30">
      <w:r>
        <w:t>485.2190</w:t>
      </w:r>
      <w:r>
        <w:tab/>
        <w:t>3.054e0</w:t>
      </w:r>
    </w:p>
    <w:p w:rsidR="00E00D30" w:rsidRDefault="00E00D30" w:rsidP="00E00D30">
      <w:r>
        <w:t>485.2247</w:t>
      </w:r>
      <w:r>
        <w:tab/>
        <w:t>1.013e0</w:t>
      </w:r>
    </w:p>
    <w:p w:rsidR="00E00D30" w:rsidRDefault="00E00D30" w:rsidP="00E00D30">
      <w:r>
        <w:t>485.2430</w:t>
      </w:r>
      <w:r>
        <w:tab/>
        <w:t>1.013e0</w:t>
      </w:r>
    </w:p>
    <w:p w:rsidR="00E00D30" w:rsidRDefault="00E00D30" w:rsidP="00E00D30">
      <w:r>
        <w:t>485.2445</w:t>
      </w:r>
      <w:r>
        <w:tab/>
        <w:t>2.470e0</w:t>
      </w:r>
    </w:p>
    <w:p w:rsidR="00E00D30" w:rsidRDefault="00E00D30" w:rsidP="00E00D30">
      <w:r>
        <w:t>485.2494</w:t>
      </w:r>
      <w:r>
        <w:tab/>
        <w:t>3.038e0</w:t>
      </w:r>
    </w:p>
    <w:p w:rsidR="00E00D30" w:rsidRDefault="00E00D30" w:rsidP="00E00D30">
      <w:r>
        <w:t>485.3063</w:t>
      </w:r>
      <w:r>
        <w:tab/>
        <w:t>2.025e0</w:t>
      </w:r>
    </w:p>
    <w:p w:rsidR="00E00D30" w:rsidRDefault="00E00D30" w:rsidP="00E00D30">
      <w:r>
        <w:t>485.3373</w:t>
      </w:r>
      <w:r>
        <w:tab/>
        <w:t>1.013e0</w:t>
      </w:r>
    </w:p>
    <w:p w:rsidR="00E00D30" w:rsidRDefault="00E00D30" w:rsidP="00E00D30">
      <w:r>
        <w:t>485.3453</w:t>
      </w:r>
      <w:r>
        <w:tab/>
        <w:t>1.208e0</w:t>
      </w:r>
    </w:p>
    <w:p w:rsidR="00E00D30" w:rsidRDefault="00E00D30" w:rsidP="00E00D30">
      <w:r>
        <w:t>485.3655</w:t>
      </w:r>
      <w:r>
        <w:tab/>
        <w:t>1.575e0</w:t>
      </w:r>
    </w:p>
    <w:p w:rsidR="00E00D30" w:rsidRDefault="00E00D30" w:rsidP="00E00D30">
      <w:r>
        <w:t>485.3831</w:t>
      </w:r>
      <w:r>
        <w:tab/>
        <w:t>1.013e0</w:t>
      </w:r>
    </w:p>
    <w:p w:rsidR="00E00D30" w:rsidRDefault="00E00D30" w:rsidP="00E00D30">
      <w:r>
        <w:t>485.3995</w:t>
      </w:r>
      <w:r>
        <w:tab/>
        <w:t>2.025e0</w:t>
      </w:r>
    </w:p>
    <w:p w:rsidR="00E00D30" w:rsidRDefault="00E00D30" w:rsidP="00E00D30">
      <w:r>
        <w:t>485.4096</w:t>
      </w:r>
      <w:r>
        <w:tab/>
        <w:t>2.025e0</w:t>
      </w:r>
    </w:p>
    <w:p w:rsidR="00E00D30" w:rsidRDefault="00E00D30" w:rsidP="00E00D30">
      <w:r>
        <w:t>485.4142</w:t>
      </w:r>
      <w:r>
        <w:tab/>
        <w:t>3.038e0</w:t>
      </w:r>
    </w:p>
    <w:p w:rsidR="00E00D30" w:rsidRDefault="00E00D30" w:rsidP="00E00D30">
      <w:r>
        <w:t>485.4162</w:t>
      </w:r>
      <w:r>
        <w:tab/>
        <w:t>1.013e0</w:t>
      </w:r>
    </w:p>
    <w:p w:rsidR="00E00D30" w:rsidRDefault="00E00D30" w:rsidP="00E00D30">
      <w:r>
        <w:t>485.4247</w:t>
      </w:r>
      <w:r>
        <w:tab/>
        <w:t>1.013e0</w:t>
      </w:r>
    </w:p>
    <w:p w:rsidR="00E00D30" w:rsidRDefault="00E00D30" w:rsidP="00E00D30">
      <w:r>
        <w:t>485.4529</w:t>
      </w:r>
      <w:r>
        <w:tab/>
        <w:t>1.013e0</w:t>
      </w:r>
    </w:p>
    <w:p w:rsidR="00E00D30" w:rsidRDefault="00E00D30" w:rsidP="00E00D30">
      <w:r>
        <w:lastRenderedPageBreak/>
        <w:t>485.4590</w:t>
      </w:r>
      <w:r>
        <w:tab/>
        <w:t>1.013e0</w:t>
      </w:r>
    </w:p>
    <w:p w:rsidR="00E00D30" w:rsidRDefault="00E00D30" w:rsidP="00E00D30">
      <w:r>
        <w:t>485.4669</w:t>
      </w:r>
      <w:r>
        <w:tab/>
        <w:t>1.013e0</w:t>
      </w:r>
    </w:p>
    <w:p w:rsidR="00E00D30" w:rsidRDefault="00E00D30" w:rsidP="00E00D30">
      <w:r>
        <w:t>485.4783</w:t>
      </w:r>
      <w:r>
        <w:tab/>
        <w:t>2.025e0</w:t>
      </w:r>
    </w:p>
    <w:p w:rsidR="00E00D30" w:rsidRDefault="00E00D30" w:rsidP="00E00D30">
      <w:r>
        <w:t>485.5230</w:t>
      </w:r>
      <w:r>
        <w:tab/>
        <w:t>2.025e0</w:t>
      </w:r>
    </w:p>
    <w:p w:rsidR="00E00D30" w:rsidRDefault="00E00D30" w:rsidP="00E00D30">
      <w:r>
        <w:t>485.5259</w:t>
      </w:r>
      <w:r>
        <w:tab/>
        <w:t>2.025e0</w:t>
      </w:r>
    </w:p>
    <w:p w:rsidR="00E00D30" w:rsidRDefault="00E00D30" w:rsidP="00E00D30">
      <w:r>
        <w:t>485.6026</w:t>
      </w:r>
      <w:r>
        <w:tab/>
        <w:t>2.025e0</w:t>
      </w:r>
    </w:p>
    <w:p w:rsidR="00E00D30" w:rsidRDefault="00E00D30" w:rsidP="00E00D30">
      <w:r>
        <w:t>485.6060</w:t>
      </w:r>
      <w:r>
        <w:tab/>
        <w:t>1.013e0</w:t>
      </w:r>
    </w:p>
    <w:p w:rsidR="00E00D30" w:rsidRDefault="00E00D30" w:rsidP="00E00D30">
      <w:r>
        <w:t>485.6599</w:t>
      </w:r>
      <w:r>
        <w:tab/>
        <w:t>2.025e0</w:t>
      </w:r>
    </w:p>
    <w:p w:rsidR="00E00D30" w:rsidRDefault="00E00D30" w:rsidP="00E00D30">
      <w:r>
        <w:t>485.6780</w:t>
      </w:r>
      <w:r>
        <w:tab/>
        <w:t>1.013e0</w:t>
      </w:r>
    </w:p>
    <w:p w:rsidR="00E00D30" w:rsidRDefault="00E00D30" w:rsidP="00E00D30">
      <w:r>
        <w:t>485.7116</w:t>
      </w:r>
      <w:r>
        <w:tab/>
        <w:t>1.013e0</w:t>
      </w:r>
    </w:p>
    <w:p w:rsidR="00E00D30" w:rsidRDefault="00E00D30" w:rsidP="00E00D30">
      <w:r>
        <w:t>485.7203</w:t>
      </w:r>
      <w:r>
        <w:tab/>
        <w:t>2.025e0</w:t>
      </w:r>
    </w:p>
    <w:p w:rsidR="00E00D30" w:rsidRDefault="00E00D30" w:rsidP="00E00D30">
      <w:r>
        <w:t>485.7371</w:t>
      </w:r>
      <w:r>
        <w:tab/>
        <w:t>1.013e0</w:t>
      </w:r>
    </w:p>
    <w:p w:rsidR="00E00D30" w:rsidRDefault="00E00D30" w:rsidP="00E00D30">
      <w:r>
        <w:t>485.7625</w:t>
      </w:r>
      <w:r>
        <w:tab/>
        <w:t>1.013e0</w:t>
      </w:r>
    </w:p>
    <w:p w:rsidR="00E00D30" w:rsidRDefault="00E00D30" w:rsidP="00E00D30">
      <w:r>
        <w:t>485.7876</w:t>
      </w:r>
      <w:r>
        <w:tab/>
        <w:t>1.013e0</w:t>
      </w:r>
    </w:p>
    <w:p w:rsidR="00E00D30" w:rsidRDefault="00E00D30" w:rsidP="00E00D30">
      <w:r>
        <w:t>485.8301</w:t>
      </w:r>
      <w:r>
        <w:tab/>
        <w:t>2.025e0</w:t>
      </w:r>
    </w:p>
    <w:p w:rsidR="00E00D30" w:rsidRDefault="00E00D30" w:rsidP="00E00D30">
      <w:r>
        <w:t>485.8449</w:t>
      </w:r>
      <w:r>
        <w:tab/>
        <w:t>2.025e0</w:t>
      </w:r>
    </w:p>
    <w:p w:rsidR="00E00D30" w:rsidRDefault="00E00D30" w:rsidP="00E00D30">
      <w:r>
        <w:t>485.8628</w:t>
      </w:r>
      <w:r>
        <w:tab/>
        <w:t>2.025e0</w:t>
      </w:r>
    </w:p>
    <w:p w:rsidR="00E00D30" w:rsidRDefault="00E00D30" w:rsidP="00E00D30">
      <w:r>
        <w:t>485.8706</w:t>
      </w:r>
      <w:r>
        <w:tab/>
        <w:t>1.013e0</w:t>
      </w:r>
    </w:p>
    <w:p w:rsidR="00E00D30" w:rsidRDefault="00E00D30" w:rsidP="00E00D30">
      <w:r>
        <w:t>485.8744</w:t>
      </w:r>
      <w:r>
        <w:tab/>
        <w:t>1.013e0</w:t>
      </w:r>
    </w:p>
    <w:p w:rsidR="00E00D30" w:rsidRDefault="00E00D30" w:rsidP="00E00D30">
      <w:r>
        <w:lastRenderedPageBreak/>
        <w:t>485.9103</w:t>
      </w:r>
      <w:r>
        <w:tab/>
        <w:t>1.013e0</w:t>
      </w:r>
    </w:p>
    <w:p w:rsidR="00E00D30" w:rsidRDefault="00E00D30" w:rsidP="00E00D30">
      <w:r>
        <w:t>485.9152</w:t>
      </w:r>
      <w:r>
        <w:tab/>
        <w:t>1.013e0</w:t>
      </w:r>
    </w:p>
    <w:p w:rsidR="00E00D30" w:rsidRDefault="00E00D30" w:rsidP="00E00D30">
      <w:r>
        <w:t>485.9230</w:t>
      </w:r>
      <w:r>
        <w:tab/>
        <w:t>3.038e0</w:t>
      </w:r>
    </w:p>
    <w:p w:rsidR="00E00D30" w:rsidRDefault="00E00D30" w:rsidP="00E00D30">
      <w:r>
        <w:t>485.9283</w:t>
      </w:r>
      <w:r>
        <w:tab/>
        <w:t>2.025e0</w:t>
      </w:r>
    </w:p>
    <w:p w:rsidR="00E00D30" w:rsidRDefault="00E00D30" w:rsidP="00E00D30">
      <w:r>
        <w:t>485.9569</w:t>
      </w:r>
      <w:r>
        <w:tab/>
        <w:t>1.013e0</w:t>
      </w:r>
    </w:p>
    <w:p w:rsidR="00E00D30" w:rsidRDefault="00E00D30" w:rsidP="00E00D30">
      <w:r>
        <w:t>485.9652</w:t>
      </w:r>
      <w:r>
        <w:tab/>
        <w:t>2.025e0</w:t>
      </w:r>
    </w:p>
    <w:p w:rsidR="00E00D30" w:rsidRDefault="00E00D30" w:rsidP="00E00D30">
      <w:r>
        <w:t>485.9863</w:t>
      </w:r>
      <w:r>
        <w:tab/>
        <w:t>1.013e0</w:t>
      </w:r>
    </w:p>
    <w:p w:rsidR="00E00D30" w:rsidRDefault="00E00D30" w:rsidP="00E00D30">
      <w:r>
        <w:t>485.9904</w:t>
      </w:r>
      <w:r>
        <w:tab/>
        <w:t>1.013e0</w:t>
      </w:r>
    </w:p>
    <w:p w:rsidR="00E00D30" w:rsidRDefault="00E00D30" w:rsidP="00E00D30">
      <w:r>
        <w:t>486.0232</w:t>
      </w:r>
      <w:r>
        <w:tab/>
        <w:t>2.025e0</w:t>
      </w:r>
    </w:p>
    <w:p w:rsidR="00E00D30" w:rsidRDefault="00E00D30" w:rsidP="00E00D30">
      <w:r>
        <w:t>486.0668</w:t>
      </w:r>
      <w:r>
        <w:tab/>
        <w:t>1.013e0</w:t>
      </w:r>
    </w:p>
    <w:p w:rsidR="00E00D30" w:rsidRDefault="00E00D30" w:rsidP="00E00D30">
      <w:r>
        <w:t>486.0927</w:t>
      </w:r>
      <w:r>
        <w:tab/>
        <w:t>1.013e0</w:t>
      </w:r>
    </w:p>
    <w:p w:rsidR="00E00D30" w:rsidRDefault="00E00D30" w:rsidP="00E00D30">
      <w:r>
        <w:t>486.1026</w:t>
      </w:r>
      <w:r>
        <w:tab/>
        <w:t>1.013e0</w:t>
      </w:r>
    </w:p>
    <w:p w:rsidR="00E00D30" w:rsidRDefault="00E00D30" w:rsidP="00E00D30">
      <w:r>
        <w:t>486.1344</w:t>
      </w:r>
      <w:r>
        <w:tab/>
        <w:t>2.025e0</w:t>
      </w:r>
    </w:p>
    <w:p w:rsidR="00E00D30" w:rsidRDefault="00E00D30" w:rsidP="00E00D30">
      <w:r>
        <w:t>486.1553</w:t>
      </w:r>
      <w:r>
        <w:tab/>
        <w:t>3.038e0</w:t>
      </w:r>
    </w:p>
    <w:p w:rsidR="00E00D30" w:rsidRDefault="00E00D30" w:rsidP="00E00D30">
      <w:r>
        <w:t>486.1885</w:t>
      </w:r>
      <w:r>
        <w:tab/>
        <w:t>2.025e0</w:t>
      </w:r>
    </w:p>
    <w:p w:rsidR="00E00D30" w:rsidRDefault="00E00D30" w:rsidP="00E00D30">
      <w:r>
        <w:t>486.2102</w:t>
      </w:r>
      <w:r>
        <w:tab/>
        <w:t>1.013e0</w:t>
      </w:r>
    </w:p>
    <w:p w:rsidR="00E00D30" w:rsidRDefault="00E00D30" w:rsidP="00E00D30">
      <w:r>
        <w:t>486.2159</w:t>
      </w:r>
      <w:r>
        <w:tab/>
        <w:t>1.013e0</w:t>
      </w:r>
    </w:p>
    <w:p w:rsidR="00E00D30" w:rsidRDefault="00E00D30" w:rsidP="00E00D30">
      <w:r>
        <w:t>486.2223</w:t>
      </w:r>
      <w:r>
        <w:tab/>
        <w:t>2.025e0</w:t>
      </w:r>
    </w:p>
    <w:p w:rsidR="00E00D30" w:rsidRDefault="00E00D30" w:rsidP="00E00D30">
      <w:r>
        <w:t>486.2274</w:t>
      </w:r>
      <w:r>
        <w:tab/>
        <w:t>1.013e0</w:t>
      </w:r>
    </w:p>
    <w:p w:rsidR="00E00D30" w:rsidRDefault="00E00D30" w:rsidP="00E00D30">
      <w:r>
        <w:lastRenderedPageBreak/>
        <w:t>486.2320</w:t>
      </w:r>
      <w:r>
        <w:tab/>
        <w:t>1.741e0</w:t>
      </w:r>
    </w:p>
    <w:p w:rsidR="00E00D30" w:rsidRDefault="00E00D30" w:rsidP="00E00D30">
      <w:r>
        <w:t>486.2780</w:t>
      </w:r>
      <w:r>
        <w:tab/>
        <w:t>2.025e0</w:t>
      </w:r>
    </w:p>
    <w:p w:rsidR="00E00D30" w:rsidRDefault="00E00D30" w:rsidP="00E00D30">
      <w:r>
        <w:t>486.3014</w:t>
      </w:r>
      <w:r>
        <w:tab/>
        <w:t>2.025e0</w:t>
      </w:r>
    </w:p>
    <w:p w:rsidR="00E00D30" w:rsidRDefault="00E00D30" w:rsidP="00E00D30">
      <w:r>
        <w:t>486.3549</w:t>
      </w:r>
      <w:r>
        <w:tab/>
        <w:t>1.013e0</w:t>
      </w:r>
    </w:p>
    <w:p w:rsidR="00E00D30" w:rsidRDefault="00E00D30" w:rsidP="00E00D30">
      <w:r>
        <w:t>486.3688</w:t>
      </w:r>
      <w:r>
        <w:tab/>
        <w:t>2.559e0</w:t>
      </w:r>
    </w:p>
    <w:p w:rsidR="00E00D30" w:rsidRDefault="00E00D30" w:rsidP="00E00D30">
      <w:r>
        <w:t>486.3862</w:t>
      </w:r>
      <w:r>
        <w:tab/>
        <w:t>1.013e0</w:t>
      </w:r>
    </w:p>
    <w:p w:rsidR="00E00D30" w:rsidRDefault="00E00D30" w:rsidP="00E00D30">
      <w:r>
        <w:t>486.3990</w:t>
      </w:r>
      <w:r>
        <w:tab/>
        <w:t>3.038e0</w:t>
      </w:r>
    </w:p>
    <w:p w:rsidR="00E00D30" w:rsidRDefault="00E00D30" w:rsidP="00E00D30">
      <w:r>
        <w:t>486.4132</w:t>
      </w:r>
      <w:r>
        <w:tab/>
        <w:t>1.013e0</w:t>
      </w:r>
    </w:p>
    <w:p w:rsidR="00E00D30" w:rsidRDefault="00E00D30" w:rsidP="00E00D30">
      <w:r>
        <w:t>486.4264</w:t>
      </w:r>
      <w:r>
        <w:tab/>
        <w:t>4.051e0</w:t>
      </w:r>
    </w:p>
    <w:p w:rsidR="00E00D30" w:rsidRDefault="00E00D30" w:rsidP="00E00D30">
      <w:r>
        <w:t>486.4558</w:t>
      </w:r>
      <w:r>
        <w:tab/>
        <w:t>1.013e0</w:t>
      </w:r>
    </w:p>
    <w:p w:rsidR="00E00D30" w:rsidRDefault="00E00D30" w:rsidP="00E00D30">
      <w:r>
        <w:t>486.4724</w:t>
      </w:r>
      <w:r>
        <w:tab/>
        <w:t>1.013e0</w:t>
      </w:r>
    </w:p>
    <w:p w:rsidR="00E00D30" w:rsidRDefault="00E00D30" w:rsidP="00E00D30">
      <w:r>
        <w:t>486.5317</w:t>
      </w:r>
      <w:r>
        <w:tab/>
        <w:t>1.013e0</w:t>
      </w:r>
    </w:p>
    <w:p w:rsidR="00E00D30" w:rsidRDefault="00E00D30" w:rsidP="00E00D30">
      <w:r>
        <w:t>486.5343</w:t>
      </w:r>
      <w:r>
        <w:tab/>
        <w:t>2.025e0</w:t>
      </w:r>
    </w:p>
    <w:p w:rsidR="00E00D30" w:rsidRDefault="00E00D30" w:rsidP="00E00D30">
      <w:r>
        <w:t>486.5387</w:t>
      </w:r>
      <w:r>
        <w:tab/>
        <w:t>1.013e0</w:t>
      </w:r>
    </w:p>
    <w:p w:rsidR="00E00D30" w:rsidRDefault="00E00D30" w:rsidP="00E00D30">
      <w:r>
        <w:t>486.5553</w:t>
      </w:r>
      <w:r>
        <w:tab/>
        <w:t>2.025e0</w:t>
      </w:r>
    </w:p>
    <w:p w:rsidR="00E00D30" w:rsidRDefault="00E00D30" w:rsidP="00E00D30">
      <w:r>
        <w:t>486.5989</w:t>
      </w:r>
      <w:r>
        <w:tab/>
        <w:t>6.076e0</w:t>
      </w:r>
    </w:p>
    <w:p w:rsidR="00E00D30" w:rsidRDefault="00E00D30" w:rsidP="00E00D30">
      <w:r>
        <w:t>486.6441</w:t>
      </w:r>
      <w:r>
        <w:tab/>
        <w:t>2.025e0</w:t>
      </w:r>
    </w:p>
    <w:p w:rsidR="00E00D30" w:rsidRDefault="00E00D30" w:rsidP="00E00D30">
      <w:r>
        <w:t>486.6671</w:t>
      </w:r>
      <w:r>
        <w:tab/>
        <w:t>1.013e0</w:t>
      </w:r>
    </w:p>
    <w:p w:rsidR="00E00D30" w:rsidRDefault="00E00D30" w:rsidP="00E00D30">
      <w:r>
        <w:t>486.6851</w:t>
      </w:r>
      <w:r>
        <w:tab/>
        <w:t>2.025e0</w:t>
      </w:r>
    </w:p>
    <w:p w:rsidR="00E00D30" w:rsidRDefault="00E00D30" w:rsidP="00E00D30">
      <w:r>
        <w:lastRenderedPageBreak/>
        <w:t>486.7307</w:t>
      </w:r>
      <w:r>
        <w:tab/>
        <w:t>1.013e0</w:t>
      </w:r>
    </w:p>
    <w:p w:rsidR="00E00D30" w:rsidRDefault="00E00D30" w:rsidP="00E00D30">
      <w:r>
        <w:t>486.7780</w:t>
      </w:r>
      <w:r>
        <w:tab/>
        <w:t>1.013e0</w:t>
      </w:r>
    </w:p>
    <w:p w:rsidR="00E00D30" w:rsidRDefault="00E00D30" w:rsidP="00E00D30">
      <w:r>
        <w:t>486.7949</w:t>
      </w:r>
      <w:r>
        <w:tab/>
        <w:t>1.013e0</w:t>
      </w:r>
    </w:p>
    <w:p w:rsidR="00E00D30" w:rsidRDefault="00E00D30" w:rsidP="00E00D30">
      <w:r>
        <w:t>486.8072</w:t>
      </w:r>
      <w:r>
        <w:tab/>
        <w:t>1.013e0</w:t>
      </w:r>
    </w:p>
    <w:p w:rsidR="00E00D30" w:rsidRDefault="00E00D30" w:rsidP="00E00D30">
      <w:r>
        <w:t>486.8144</w:t>
      </w:r>
      <w:r>
        <w:tab/>
        <w:t>2.025e0</w:t>
      </w:r>
    </w:p>
    <w:p w:rsidR="00E00D30" w:rsidRDefault="00E00D30" w:rsidP="00E00D30">
      <w:r>
        <w:t>486.8194</w:t>
      </w:r>
      <w:r>
        <w:tab/>
        <w:t>1.013e0</w:t>
      </w:r>
    </w:p>
    <w:p w:rsidR="00E00D30" w:rsidRDefault="00E00D30" w:rsidP="00E00D30">
      <w:r>
        <w:t>486.8282</w:t>
      </w:r>
      <w:r>
        <w:tab/>
        <w:t>1.013e0</w:t>
      </w:r>
    </w:p>
    <w:p w:rsidR="00E00D30" w:rsidRDefault="00E00D30" w:rsidP="00E00D30">
      <w:r>
        <w:t>486.8511</w:t>
      </w:r>
      <w:r>
        <w:tab/>
        <w:t>2.025e0</w:t>
      </w:r>
    </w:p>
    <w:p w:rsidR="00E00D30" w:rsidRDefault="00E00D30" w:rsidP="00E00D30">
      <w:r>
        <w:t>486.8653</w:t>
      </w:r>
      <w:r>
        <w:tab/>
        <w:t>1.013e0</w:t>
      </w:r>
    </w:p>
    <w:p w:rsidR="00E00D30" w:rsidRDefault="00E00D30" w:rsidP="00E00D30">
      <w:r>
        <w:t>486.8874</w:t>
      </w:r>
      <w:r>
        <w:tab/>
        <w:t>2.025e0</w:t>
      </w:r>
    </w:p>
    <w:p w:rsidR="00E00D30" w:rsidRDefault="00E00D30" w:rsidP="00E00D30">
      <w:r>
        <w:t>486.8918</w:t>
      </w:r>
      <w:r>
        <w:tab/>
        <w:t>4.051e0</w:t>
      </w:r>
    </w:p>
    <w:p w:rsidR="00E00D30" w:rsidRDefault="00E00D30" w:rsidP="00E00D30">
      <w:r>
        <w:t>486.9074</w:t>
      </w:r>
      <w:r>
        <w:tab/>
        <w:t>2.025e0</w:t>
      </w:r>
    </w:p>
    <w:p w:rsidR="00E00D30" w:rsidRDefault="00E00D30" w:rsidP="00E00D30">
      <w:r>
        <w:t>486.9347</w:t>
      </w:r>
      <w:r>
        <w:tab/>
        <w:t>2.025e0</w:t>
      </w:r>
    </w:p>
    <w:p w:rsidR="00E00D30" w:rsidRDefault="00E00D30" w:rsidP="00E00D30">
      <w:r>
        <w:t>486.9413</w:t>
      </w:r>
      <w:r>
        <w:tab/>
        <w:t>2.025e0</w:t>
      </w:r>
    </w:p>
    <w:p w:rsidR="00E00D30" w:rsidRDefault="00E00D30" w:rsidP="00E00D30">
      <w:r>
        <w:t>486.9467</w:t>
      </w:r>
      <w:r>
        <w:tab/>
        <w:t>2.025e0</w:t>
      </w:r>
    </w:p>
    <w:p w:rsidR="00E00D30" w:rsidRDefault="00E00D30" w:rsidP="00E00D30">
      <w:r>
        <w:t>486.9549</w:t>
      </w:r>
      <w:r>
        <w:tab/>
        <w:t>1.013e0</w:t>
      </w:r>
    </w:p>
    <w:p w:rsidR="00E00D30" w:rsidRDefault="00E00D30" w:rsidP="00E00D30">
      <w:r>
        <w:t>486.9811</w:t>
      </w:r>
      <w:r>
        <w:tab/>
        <w:t>1.013e0</w:t>
      </w:r>
    </w:p>
    <w:p w:rsidR="00E00D30" w:rsidRDefault="00E00D30" w:rsidP="00E00D30">
      <w:r>
        <w:t>487.0358</w:t>
      </w:r>
      <w:r>
        <w:tab/>
        <w:t>1.013e0</w:t>
      </w:r>
    </w:p>
    <w:p w:rsidR="00E00D30" w:rsidRDefault="00E00D30" w:rsidP="00E00D30">
      <w:r>
        <w:t>487.0483</w:t>
      </w:r>
      <w:r>
        <w:tab/>
        <w:t>1.013e0</w:t>
      </w:r>
    </w:p>
    <w:p w:rsidR="00E00D30" w:rsidRDefault="00E00D30" w:rsidP="00E00D30">
      <w:r>
        <w:lastRenderedPageBreak/>
        <w:t>487.0827</w:t>
      </w:r>
      <w:r>
        <w:tab/>
        <w:t>2.025e0</w:t>
      </w:r>
    </w:p>
    <w:p w:rsidR="00E00D30" w:rsidRDefault="00E00D30" w:rsidP="00E00D30">
      <w:r>
        <w:t>487.1049</w:t>
      </w:r>
      <w:r>
        <w:tab/>
        <w:t>2.025e0</w:t>
      </w:r>
    </w:p>
    <w:p w:rsidR="00E00D30" w:rsidRDefault="00E00D30" w:rsidP="00E00D30">
      <w:r>
        <w:t>487.1243</w:t>
      </w:r>
      <w:r>
        <w:tab/>
        <w:t>1.013e0</w:t>
      </w:r>
    </w:p>
    <w:p w:rsidR="00E00D30" w:rsidRDefault="00E00D30" w:rsidP="00E00D30">
      <w:r>
        <w:t>487.1654</w:t>
      </w:r>
      <w:r>
        <w:tab/>
        <w:t>3.038e0</w:t>
      </w:r>
    </w:p>
    <w:p w:rsidR="00E00D30" w:rsidRDefault="00E00D30" w:rsidP="00E00D30">
      <w:r>
        <w:t>487.1758</w:t>
      </w:r>
      <w:r>
        <w:tab/>
        <w:t>2.025e0</w:t>
      </w:r>
    </w:p>
    <w:p w:rsidR="00E00D30" w:rsidRDefault="00E00D30" w:rsidP="00E00D30">
      <w:r>
        <w:t>487.2005</w:t>
      </w:r>
      <w:r>
        <w:tab/>
        <w:t>1.013e0</w:t>
      </w:r>
    </w:p>
    <w:p w:rsidR="00E00D30" w:rsidRDefault="00E00D30" w:rsidP="00E00D30">
      <w:r>
        <w:t>487.2177</w:t>
      </w:r>
      <w:r>
        <w:tab/>
        <w:t>2.025e0</w:t>
      </w:r>
    </w:p>
    <w:p w:rsidR="00E00D30" w:rsidRDefault="00E00D30" w:rsidP="00E00D30">
      <w:r>
        <w:t>487.2329</w:t>
      </w:r>
      <w:r>
        <w:tab/>
        <w:t>2.005e0</w:t>
      </w:r>
    </w:p>
    <w:p w:rsidR="00E00D30" w:rsidRDefault="00E00D30" w:rsidP="00E00D30">
      <w:r>
        <w:t>487.2683</w:t>
      </w:r>
      <w:r>
        <w:tab/>
        <w:t>1.013e0</w:t>
      </w:r>
    </w:p>
    <w:p w:rsidR="00E00D30" w:rsidRDefault="00E00D30" w:rsidP="00E00D30">
      <w:r>
        <w:t>487.3227</w:t>
      </w:r>
      <w:r>
        <w:tab/>
        <w:t>1.013e0</w:t>
      </w:r>
    </w:p>
    <w:p w:rsidR="00E00D30" w:rsidRDefault="00E00D30" w:rsidP="00E00D30">
      <w:r>
        <w:t>487.3576</w:t>
      </w:r>
      <w:r>
        <w:tab/>
        <w:t>2.025e0</w:t>
      </w:r>
    </w:p>
    <w:p w:rsidR="00E00D30" w:rsidRDefault="00E00D30" w:rsidP="00E00D30">
      <w:r>
        <w:t>487.3590</w:t>
      </w:r>
      <w:r>
        <w:tab/>
        <w:t>2.025e0</w:t>
      </w:r>
    </w:p>
    <w:p w:rsidR="00E00D30" w:rsidRDefault="00E00D30" w:rsidP="00E00D30">
      <w:r>
        <w:t>487.3615</w:t>
      </w:r>
      <w:r>
        <w:tab/>
        <w:t>1.071e0</w:t>
      </w:r>
    </w:p>
    <w:p w:rsidR="00E00D30" w:rsidRDefault="00E00D30" w:rsidP="00E00D30">
      <w:r>
        <w:t>487.3703</w:t>
      </w:r>
      <w:r>
        <w:tab/>
        <w:t>1.013e0</w:t>
      </w:r>
    </w:p>
    <w:p w:rsidR="00E00D30" w:rsidRDefault="00E00D30" w:rsidP="00E00D30">
      <w:r>
        <w:t>487.3755</w:t>
      </w:r>
      <w:r>
        <w:tab/>
        <w:t>5.063e0</w:t>
      </w:r>
    </w:p>
    <w:p w:rsidR="00E00D30" w:rsidRDefault="00E00D30" w:rsidP="00E00D30">
      <w:r>
        <w:t>487.3905</w:t>
      </w:r>
      <w:r>
        <w:tab/>
        <w:t>2.025e0</w:t>
      </w:r>
    </w:p>
    <w:p w:rsidR="00E00D30" w:rsidRDefault="00E00D30" w:rsidP="00E00D30">
      <w:r>
        <w:t>487.4296</w:t>
      </w:r>
      <w:r>
        <w:tab/>
        <w:t>1.013e0</w:t>
      </w:r>
    </w:p>
    <w:p w:rsidR="00E00D30" w:rsidRDefault="00E00D30" w:rsidP="00E00D30">
      <w:r>
        <w:t>487.4466</w:t>
      </w:r>
      <w:r>
        <w:tab/>
        <w:t>1.013e0</w:t>
      </w:r>
    </w:p>
    <w:p w:rsidR="00E00D30" w:rsidRDefault="00E00D30" w:rsidP="00E00D30">
      <w:r>
        <w:t>487.4889</w:t>
      </w:r>
      <w:r>
        <w:tab/>
        <w:t>1.013e0</w:t>
      </w:r>
    </w:p>
    <w:p w:rsidR="00E00D30" w:rsidRDefault="00E00D30" w:rsidP="00E00D30">
      <w:r>
        <w:lastRenderedPageBreak/>
        <w:t>487.5655</w:t>
      </w:r>
      <w:r>
        <w:tab/>
        <w:t>2.025e0</w:t>
      </w:r>
    </w:p>
    <w:p w:rsidR="00E00D30" w:rsidRDefault="00E00D30" w:rsidP="00E00D30">
      <w:r>
        <w:t>487.5698</w:t>
      </w:r>
      <w:r>
        <w:tab/>
        <w:t>2.025e0</w:t>
      </w:r>
    </w:p>
    <w:p w:rsidR="00E00D30" w:rsidRDefault="00E00D30" w:rsidP="00E00D30">
      <w:r>
        <w:t>487.5819</w:t>
      </w:r>
      <w:r>
        <w:tab/>
        <w:t>1.013e0</w:t>
      </w:r>
    </w:p>
    <w:p w:rsidR="00E00D30" w:rsidRDefault="00E00D30" w:rsidP="00E00D30">
      <w:r>
        <w:t>487.6243</w:t>
      </w:r>
      <w:r>
        <w:tab/>
        <w:t>1.013e0</w:t>
      </w:r>
    </w:p>
    <w:p w:rsidR="00E00D30" w:rsidRDefault="00E00D30" w:rsidP="00E00D30">
      <w:r>
        <w:t>487.6642</w:t>
      </w:r>
      <w:r>
        <w:tab/>
        <w:t>1.013e0</w:t>
      </w:r>
    </w:p>
    <w:p w:rsidR="00E00D30" w:rsidRDefault="00E00D30" w:rsidP="00E00D30">
      <w:r>
        <w:t>487.6670</w:t>
      </w:r>
      <w:r>
        <w:tab/>
        <w:t>2.025e0</w:t>
      </w:r>
    </w:p>
    <w:p w:rsidR="00E00D30" w:rsidRDefault="00E00D30" w:rsidP="00E00D30">
      <w:r>
        <w:t>487.7177</w:t>
      </w:r>
      <w:r>
        <w:tab/>
        <w:t>2.025e0</w:t>
      </w:r>
    </w:p>
    <w:p w:rsidR="00E00D30" w:rsidRDefault="00E00D30" w:rsidP="00E00D30">
      <w:r>
        <w:t>487.7261</w:t>
      </w:r>
      <w:r>
        <w:tab/>
        <w:t>1.013e0</w:t>
      </w:r>
    </w:p>
    <w:p w:rsidR="00E00D30" w:rsidRDefault="00E00D30" w:rsidP="00E00D30">
      <w:r>
        <w:t>487.7524</w:t>
      </w:r>
      <w:r>
        <w:tab/>
        <w:t>1.013e0</w:t>
      </w:r>
    </w:p>
    <w:p w:rsidR="00E00D30" w:rsidRDefault="00E00D30" w:rsidP="00E00D30">
      <w:r>
        <w:t>487.7685</w:t>
      </w:r>
      <w:r>
        <w:tab/>
        <w:t>1.013e0</w:t>
      </w:r>
    </w:p>
    <w:p w:rsidR="00E00D30" w:rsidRDefault="00E00D30" w:rsidP="00E00D30">
      <w:r>
        <w:t>487.7772</w:t>
      </w:r>
      <w:r>
        <w:tab/>
        <w:t>1.013e0</w:t>
      </w:r>
    </w:p>
    <w:p w:rsidR="00E00D30" w:rsidRDefault="00E00D30" w:rsidP="00E00D30">
      <w:r>
        <w:t>487.7985</w:t>
      </w:r>
      <w:r>
        <w:tab/>
        <w:t>1.013e0</w:t>
      </w:r>
    </w:p>
    <w:p w:rsidR="00E00D30" w:rsidRDefault="00E00D30" w:rsidP="00E00D30">
      <w:r>
        <w:t>487.8201</w:t>
      </w:r>
      <w:r>
        <w:tab/>
        <w:t>1.013e0</w:t>
      </w:r>
    </w:p>
    <w:p w:rsidR="00E00D30" w:rsidRDefault="00E00D30" w:rsidP="00E00D30">
      <w:r>
        <w:t>487.8392</w:t>
      </w:r>
      <w:r>
        <w:tab/>
        <w:t>1.013e0</w:t>
      </w:r>
    </w:p>
    <w:p w:rsidR="00E00D30" w:rsidRDefault="00E00D30" w:rsidP="00E00D30">
      <w:r>
        <w:t>487.8497</w:t>
      </w:r>
      <w:r>
        <w:tab/>
        <w:t>3.038e0</w:t>
      </w:r>
    </w:p>
    <w:p w:rsidR="00E00D30" w:rsidRDefault="00E00D30" w:rsidP="00E00D30">
      <w:r>
        <w:t>487.8751</w:t>
      </w:r>
      <w:r>
        <w:tab/>
        <w:t>1.013e0</w:t>
      </w:r>
    </w:p>
    <w:p w:rsidR="00E00D30" w:rsidRDefault="00E00D30" w:rsidP="00E00D30">
      <w:r>
        <w:t>487.9019</w:t>
      </w:r>
      <w:r>
        <w:tab/>
        <w:t>2.025e0</w:t>
      </w:r>
    </w:p>
    <w:p w:rsidR="00E00D30" w:rsidRDefault="00E00D30" w:rsidP="00E00D30">
      <w:r>
        <w:t>487.9211</w:t>
      </w:r>
      <w:r>
        <w:tab/>
        <w:t>2.025e0</w:t>
      </w:r>
    </w:p>
    <w:p w:rsidR="00E00D30" w:rsidRDefault="00E00D30" w:rsidP="00E00D30">
      <w:r>
        <w:t>487.9466</w:t>
      </w:r>
      <w:r>
        <w:tab/>
        <w:t>1.013e0</w:t>
      </w:r>
    </w:p>
    <w:p w:rsidR="00E00D30" w:rsidRDefault="00E00D30" w:rsidP="00E00D30">
      <w:r>
        <w:lastRenderedPageBreak/>
        <w:t>487.9551</w:t>
      </w:r>
      <w:r>
        <w:tab/>
        <w:t>1.013e0</w:t>
      </w:r>
    </w:p>
    <w:p w:rsidR="00E00D30" w:rsidRDefault="00E00D30" w:rsidP="00E00D30">
      <w:r>
        <w:t>487.9696</w:t>
      </w:r>
      <w:r>
        <w:tab/>
        <w:t>1.013e0</w:t>
      </w:r>
    </w:p>
    <w:p w:rsidR="00E00D30" w:rsidRDefault="00E00D30" w:rsidP="00E00D30">
      <w:r>
        <w:t>488.0459</w:t>
      </w:r>
      <w:r>
        <w:tab/>
        <w:t>2.025e0</w:t>
      </w:r>
    </w:p>
    <w:p w:rsidR="00E00D30" w:rsidRDefault="00E00D30" w:rsidP="00E00D30">
      <w:r>
        <w:t>488.0641</w:t>
      </w:r>
      <w:r>
        <w:tab/>
        <w:t>2.025e0</w:t>
      </w:r>
    </w:p>
    <w:p w:rsidR="00E00D30" w:rsidRDefault="00E00D30" w:rsidP="00E00D30">
      <w:r>
        <w:t>488.0832</w:t>
      </w:r>
      <w:r>
        <w:tab/>
        <w:t>1.013e0</w:t>
      </w:r>
    </w:p>
    <w:p w:rsidR="00E00D30" w:rsidRDefault="00E00D30" w:rsidP="00E00D30">
      <w:r>
        <w:t>488.0877</w:t>
      </w:r>
      <w:r>
        <w:tab/>
        <w:t>3.038e0</w:t>
      </w:r>
    </w:p>
    <w:p w:rsidR="00E00D30" w:rsidRDefault="00E00D30" w:rsidP="00E00D30">
      <w:r>
        <w:t>488.1227</w:t>
      </w:r>
      <w:r>
        <w:tab/>
        <w:t>1.013e0</w:t>
      </w:r>
    </w:p>
    <w:p w:rsidR="00E00D30" w:rsidRDefault="00E00D30" w:rsidP="00E00D30">
      <w:r>
        <w:t>488.1405</w:t>
      </w:r>
      <w:r>
        <w:tab/>
        <w:t>1.013e0</w:t>
      </w:r>
    </w:p>
    <w:p w:rsidR="00E00D30" w:rsidRDefault="00E00D30" w:rsidP="00E00D30">
      <w:r>
        <w:t>488.1437</w:t>
      </w:r>
      <w:r>
        <w:tab/>
        <w:t>1.013e0</w:t>
      </w:r>
    </w:p>
    <w:p w:rsidR="00E00D30" w:rsidRDefault="00E00D30" w:rsidP="00E00D30">
      <w:r>
        <w:t>488.1597</w:t>
      </w:r>
      <w:r>
        <w:tab/>
        <w:t>2.025e0</w:t>
      </w:r>
    </w:p>
    <w:p w:rsidR="00E00D30" w:rsidRDefault="00E00D30" w:rsidP="00E00D30">
      <w:r>
        <w:t>488.1620</w:t>
      </w:r>
      <w:r>
        <w:tab/>
        <w:t>1.013e0</w:t>
      </w:r>
    </w:p>
    <w:p w:rsidR="00E00D30" w:rsidRDefault="00E00D30" w:rsidP="00E00D30">
      <w:r>
        <w:t>488.1793</w:t>
      </w:r>
      <w:r>
        <w:tab/>
        <w:t>2.025e0</w:t>
      </w:r>
    </w:p>
    <w:p w:rsidR="00E00D30" w:rsidRDefault="00E00D30" w:rsidP="00E00D30">
      <w:r>
        <w:t>488.1899</w:t>
      </w:r>
      <w:r>
        <w:tab/>
        <w:t>2.025e0</w:t>
      </w:r>
    </w:p>
    <w:p w:rsidR="00E00D30" w:rsidRDefault="00E00D30" w:rsidP="00E00D30">
      <w:r>
        <w:t>488.1984</w:t>
      </w:r>
      <w:r>
        <w:tab/>
        <w:t>1.013e0</w:t>
      </w:r>
    </w:p>
    <w:p w:rsidR="00E00D30" w:rsidRDefault="00E00D30" w:rsidP="00E00D30">
      <w:r>
        <w:t>488.2436</w:t>
      </w:r>
      <w:r>
        <w:tab/>
        <w:t>2.025e0</w:t>
      </w:r>
    </w:p>
    <w:p w:rsidR="00E00D30" w:rsidRDefault="00E00D30" w:rsidP="00E00D30">
      <w:r>
        <w:t>488.2463</w:t>
      </w:r>
      <w:r>
        <w:tab/>
        <w:t>2.878e0</w:t>
      </w:r>
    </w:p>
    <w:p w:rsidR="00E00D30" w:rsidRDefault="00E00D30" w:rsidP="00E00D30">
      <w:r>
        <w:t>488.2571</w:t>
      </w:r>
      <w:r>
        <w:tab/>
        <w:t>1.013e0</w:t>
      </w:r>
    </w:p>
    <w:p w:rsidR="00E00D30" w:rsidRDefault="00E00D30" w:rsidP="00E00D30">
      <w:r>
        <w:t>488.2869</w:t>
      </w:r>
      <w:r>
        <w:tab/>
        <w:t>1.013e0</w:t>
      </w:r>
    </w:p>
    <w:p w:rsidR="00E00D30" w:rsidRDefault="00E00D30" w:rsidP="00E00D30">
      <w:r>
        <w:t>488.2938</w:t>
      </w:r>
      <w:r>
        <w:tab/>
        <w:t>4.611e0</w:t>
      </w:r>
    </w:p>
    <w:p w:rsidR="00E00D30" w:rsidRDefault="00E00D30" w:rsidP="00E00D30">
      <w:r>
        <w:lastRenderedPageBreak/>
        <w:t>488.2961</w:t>
      </w:r>
      <w:r>
        <w:tab/>
        <w:t>1.939e0</w:t>
      </w:r>
    </w:p>
    <w:p w:rsidR="00E00D30" w:rsidRDefault="00E00D30" w:rsidP="00E00D30">
      <w:r>
        <w:t>488.3115</w:t>
      </w:r>
      <w:r>
        <w:tab/>
        <w:t>2.025e0</w:t>
      </w:r>
    </w:p>
    <w:p w:rsidR="00E00D30" w:rsidRDefault="00E00D30" w:rsidP="00E00D30">
      <w:r>
        <w:t>488.3457</w:t>
      </w:r>
      <w:r>
        <w:tab/>
        <w:t>4.051e0</w:t>
      </w:r>
    </w:p>
    <w:p w:rsidR="00E00D30" w:rsidRDefault="00E00D30" w:rsidP="00E00D30">
      <w:r>
        <w:t>488.3718</w:t>
      </w:r>
      <w:r>
        <w:tab/>
        <w:t>2.025e0</w:t>
      </w:r>
    </w:p>
    <w:p w:rsidR="00E00D30" w:rsidRDefault="00E00D30" w:rsidP="00E00D30">
      <w:r>
        <w:t>488.3876</w:t>
      </w:r>
      <w:r>
        <w:tab/>
        <w:t>1.013e0</w:t>
      </w:r>
    </w:p>
    <w:p w:rsidR="00E00D30" w:rsidRDefault="00E00D30" w:rsidP="00E00D30">
      <w:r>
        <w:t>488.3920</w:t>
      </w:r>
      <w:r>
        <w:tab/>
        <w:t>1.703e0</w:t>
      </w:r>
    </w:p>
    <w:p w:rsidR="00E00D30" w:rsidRDefault="00E00D30" w:rsidP="00E00D30">
      <w:r>
        <w:t>488.4051</w:t>
      </w:r>
      <w:r>
        <w:tab/>
        <w:t>2.025e0</w:t>
      </w:r>
    </w:p>
    <w:p w:rsidR="00E00D30" w:rsidRDefault="00E00D30" w:rsidP="00E00D30">
      <w:r>
        <w:t>488.4453</w:t>
      </w:r>
      <w:r>
        <w:tab/>
        <w:t>1.013e0</w:t>
      </w:r>
    </w:p>
    <w:p w:rsidR="00E00D30" w:rsidRDefault="00E00D30" w:rsidP="00E00D30">
      <w:r>
        <w:t>488.4488</w:t>
      </w:r>
      <w:r>
        <w:tab/>
        <w:t>2.025e0</w:t>
      </w:r>
    </w:p>
    <w:p w:rsidR="00E00D30" w:rsidRDefault="00E00D30" w:rsidP="00E00D30">
      <w:r>
        <w:t>488.5435</w:t>
      </w:r>
      <w:r>
        <w:tab/>
        <w:t>1.013e0</w:t>
      </w:r>
    </w:p>
    <w:p w:rsidR="00E00D30" w:rsidRDefault="00E00D30" w:rsidP="00E00D30">
      <w:r>
        <w:t>488.5905</w:t>
      </w:r>
      <w:r>
        <w:tab/>
        <w:t>2.025e0</w:t>
      </w:r>
    </w:p>
    <w:p w:rsidR="00E00D30" w:rsidRDefault="00E00D30" w:rsidP="00E00D30">
      <w:r>
        <w:t>488.6088</w:t>
      </w:r>
      <w:r>
        <w:tab/>
        <w:t>1.013e0</w:t>
      </w:r>
    </w:p>
    <w:p w:rsidR="00E00D30" w:rsidRDefault="00E00D30" w:rsidP="00E00D30">
      <w:r>
        <w:t>488.6168</w:t>
      </w:r>
      <w:r>
        <w:tab/>
        <w:t>3.038e0</w:t>
      </w:r>
    </w:p>
    <w:p w:rsidR="00E00D30" w:rsidRDefault="00E00D30" w:rsidP="00E00D30">
      <w:r>
        <w:t>488.6386</w:t>
      </w:r>
      <w:r>
        <w:tab/>
        <w:t>1.013e0</w:t>
      </w:r>
    </w:p>
    <w:p w:rsidR="00E00D30" w:rsidRDefault="00E00D30" w:rsidP="00E00D30">
      <w:r>
        <w:t>488.6559</w:t>
      </w:r>
      <w:r>
        <w:tab/>
        <w:t>1.013e0</w:t>
      </w:r>
    </w:p>
    <w:p w:rsidR="00E00D30" w:rsidRDefault="00E00D30" w:rsidP="00E00D30">
      <w:r>
        <w:t>488.7322</w:t>
      </w:r>
      <w:r>
        <w:tab/>
        <w:t>1.013e0</w:t>
      </w:r>
    </w:p>
    <w:p w:rsidR="00E00D30" w:rsidRDefault="00E00D30" w:rsidP="00E00D30">
      <w:r>
        <w:t>488.7371</w:t>
      </w:r>
      <w:r>
        <w:tab/>
        <w:t>1.013e0</w:t>
      </w:r>
    </w:p>
    <w:p w:rsidR="00E00D30" w:rsidRDefault="00E00D30" w:rsidP="00E00D30">
      <w:r>
        <w:t>488.7690</w:t>
      </w:r>
      <w:r>
        <w:tab/>
        <w:t>2.025e0</w:t>
      </w:r>
    </w:p>
    <w:p w:rsidR="00E00D30" w:rsidRDefault="00E00D30" w:rsidP="00E00D30">
      <w:r>
        <w:t>488.7729</w:t>
      </w:r>
      <w:r>
        <w:tab/>
        <w:t>1.013e0</w:t>
      </w:r>
    </w:p>
    <w:p w:rsidR="00E00D30" w:rsidRDefault="00E00D30" w:rsidP="00E00D30">
      <w:r>
        <w:lastRenderedPageBreak/>
        <w:t>488.7790</w:t>
      </w:r>
      <w:r>
        <w:tab/>
        <w:t>1.013e0</w:t>
      </w:r>
    </w:p>
    <w:p w:rsidR="00E00D30" w:rsidRDefault="00E00D30" w:rsidP="00E00D30">
      <w:r>
        <w:t>488.7873</w:t>
      </w:r>
      <w:r>
        <w:tab/>
        <w:t>2.025e0</w:t>
      </w:r>
    </w:p>
    <w:p w:rsidR="00E00D30" w:rsidRDefault="00E00D30" w:rsidP="00E00D30">
      <w:r>
        <w:t>488.8212</w:t>
      </w:r>
      <w:r>
        <w:tab/>
        <w:t>1.013e0</w:t>
      </w:r>
    </w:p>
    <w:p w:rsidR="00E00D30" w:rsidRDefault="00E00D30" w:rsidP="00E00D30">
      <w:r>
        <w:t>488.8268</w:t>
      </w:r>
      <w:r>
        <w:tab/>
        <w:t>1.013e0</w:t>
      </w:r>
    </w:p>
    <w:p w:rsidR="00E00D30" w:rsidRDefault="00E00D30" w:rsidP="00E00D30">
      <w:r>
        <w:t>488.8337</w:t>
      </w:r>
      <w:r>
        <w:tab/>
        <w:t>3.038e0</w:t>
      </w:r>
    </w:p>
    <w:p w:rsidR="00E00D30" w:rsidRDefault="00E00D30" w:rsidP="00E00D30">
      <w:r>
        <w:t>488.8639</w:t>
      </w:r>
      <w:r>
        <w:tab/>
        <w:t>1.013e0</w:t>
      </w:r>
    </w:p>
    <w:p w:rsidR="00E00D30" w:rsidRDefault="00E00D30" w:rsidP="00E00D30">
      <w:r>
        <w:t>488.8675</w:t>
      </w:r>
      <w:r>
        <w:tab/>
        <w:t>1.013e0</w:t>
      </w:r>
    </w:p>
    <w:p w:rsidR="00E00D30" w:rsidRDefault="00E00D30" w:rsidP="00E00D30">
      <w:r>
        <w:t>488.8847</w:t>
      </w:r>
      <w:r>
        <w:tab/>
        <w:t>3.038e0</w:t>
      </w:r>
    </w:p>
    <w:p w:rsidR="00E00D30" w:rsidRDefault="00E00D30" w:rsidP="00E00D30">
      <w:r>
        <w:t>488.9489</w:t>
      </w:r>
      <w:r>
        <w:tab/>
        <w:t>1.013e0</w:t>
      </w:r>
    </w:p>
    <w:p w:rsidR="00E00D30" w:rsidRDefault="00E00D30" w:rsidP="00E00D30">
      <w:r>
        <w:t>488.9614</w:t>
      </w:r>
      <w:r>
        <w:tab/>
        <w:t>1.013e0</w:t>
      </w:r>
    </w:p>
    <w:p w:rsidR="00E00D30" w:rsidRDefault="00E00D30" w:rsidP="00E00D30">
      <w:r>
        <w:t>488.9665</w:t>
      </w:r>
      <w:r>
        <w:tab/>
        <w:t>1.013e0</w:t>
      </w:r>
    </w:p>
    <w:p w:rsidR="00E00D30" w:rsidRDefault="00E00D30" w:rsidP="00E00D30">
      <w:r>
        <w:t>488.9742</w:t>
      </w:r>
      <w:r>
        <w:tab/>
        <w:t>1.013e0</w:t>
      </w:r>
    </w:p>
    <w:p w:rsidR="00E00D30" w:rsidRDefault="00E00D30" w:rsidP="00E00D30">
      <w:r>
        <w:t>488.9835</w:t>
      </w:r>
      <w:r>
        <w:tab/>
        <w:t>1.013e0</w:t>
      </w:r>
    </w:p>
    <w:p w:rsidR="00E00D30" w:rsidRDefault="00E00D30" w:rsidP="00E00D30">
      <w:r>
        <w:t>489.0084</w:t>
      </w:r>
      <w:r>
        <w:tab/>
        <w:t>1.013e0</w:t>
      </w:r>
    </w:p>
    <w:p w:rsidR="00E00D30" w:rsidRDefault="00E00D30" w:rsidP="00E00D30">
      <w:r>
        <w:t>489.0556</w:t>
      </w:r>
      <w:r>
        <w:tab/>
        <w:t>1.013e0</w:t>
      </w:r>
    </w:p>
    <w:p w:rsidR="00E00D30" w:rsidRDefault="00E00D30" w:rsidP="00E00D30">
      <w:r>
        <w:t>489.0742</w:t>
      </w:r>
      <w:r>
        <w:tab/>
        <w:t>1.013e0</w:t>
      </w:r>
    </w:p>
    <w:p w:rsidR="00E00D30" w:rsidRDefault="00E00D30" w:rsidP="00E00D30">
      <w:r>
        <w:t>489.0773</w:t>
      </w:r>
      <w:r>
        <w:tab/>
        <w:t>1.013e0</w:t>
      </w:r>
    </w:p>
    <w:p w:rsidR="00E00D30" w:rsidRDefault="00E00D30" w:rsidP="00E00D30">
      <w:r>
        <w:t>489.1111</w:t>
      </w:r>
      <w:r>
        <w:tab/>
        <w:t>2.025e0</w:t>
      </w:r>
    </w:p>
    <w:p w:rsidR="00E00D30" w:rsidRDefault="00E00D30" w:rsidP="00E00D30">
      <w:r>
        <w:t>489.1322</w:t>
      </w:r>
      <w:r>
        <w:tab/>
        <w:t>1.013e0</w:t>
      </w:r>
    </w:p>
    <w:p w:rsidR="00E00D30" w:rsidRDefault="00E00D30" w:rsidP="00E00D30">
      <w:r>
        <w:lastRenderedPageBreak/>
        <w:t>489.1360</w:t>
      </w:r>
      <w:r>
        <w:tab/>
        <w:t>1.013e0</w:t>
      </w:r>
    </w:p>
    <w:p w:rsidR="00E00D30" w:rsidRDefault="00E00D30" w:rsidP="00E00D30">
      <w:r>
        <w:t>489.1505</w:t>
      </w:r>
      <w:r>
        <w:tab/>
        <w:t>1.013e0</w:t>
      </w:r>
    </w:p>
    <w:p w:rsidR="00E00D30" w:rsidRDefault="00E00D30" w:rsidP="00E00D30">
      <w:r>
        <w:t>489.2081</w:t>
      </w:r>
      <w:r>
        <w:tab/>
        <w:t>5.063e0</w:t>
      </w:r>
    </w:p>
    <w:p w:rsidR="00E00D30" w:rsidRDefault="00E00D30" w:rsidP="00E00D30">
      <w:r>
        <w:t>489.2131</w:t>
      </w:r>
      <w:r>
        <w:tab/>
        <w:t>1.013e0</w:t>
      </w:r>
    </w:p>
    <w:p w:rsidR="00E00D30" w:rsidRDefault="00E00D30" w:rsidP="00E00D30">
      <w:r>
        <w:t>489.2265</w:t>
      </w:r>
      <w:r>
        <w:tab/>
        <w:t>1.013e0</w:t>
      </w:r>
    </w:p>
    <w:p w:rsidR="00E00D30" w:rsidRDefault="00E00D30" w:rsidP="00E00D30">
      <w:r>
        <w:t>489.2360</w:t>
      </w:r>
      <w:r>
        <w:tab/>
        <w:t>2.025e0</w:t>
      </w:r>
    </w:p>
    <w:p w:rsidR="00E00D30" w:rsidRDefault="00E00D30" w:rsidP="00E00D30">
      <w:r>
        <w:t>489.2666</w:t>
      </w:r>
      <w:r>
        <w:tab/>
        <w:t>1.013e0</w:t>
      </w:r>
    </w:p>
    <w:p w:rsidR="00E00D30" w:rsidRDefault="00E00D30" w:rsidP="00E00D30">
      <w:r>
        <w:t>489.2841</w:t>
      </w:r>
      <w:r>
        <w:tab/>
        <w:t>6.742e0</w:t>
      </w:r>
    </w:p>
    <w:p w:rsidR="00E00D30" w:rsidRDefault="00E00D30" w:rsidP="00E00D30">
      <w:r>
        <w:t>489.2890</w:t>
      </w:r>
      <w:r>
        <w:tab/>
        <w:t>7.188e0</w:t>
      </w:r>
    </w:p>
    <w:p w:rsidR="00E00D30" w:rsidRDefault="00E00D30" w:rsidP="00E00D30">
      <w:r>
        <w:t>489.2933</w:t>
      </w:r>
      <w:r>
        <w:tab/>
        <w:t>6.076e0</w:t>
      </w:r>
    </w:p>
    <w:p w:rsidR="00E00D30" w:rsidRDefault="00E00D30" w:rsidP="00E00D30">
      <w:r>
        <w:t>489.3063</w:t>
      </w:r>
      <w:r>
        <w:tab/>
        <w:t>1.736e1</w:t>
      </w:r>
    </w:p>
    <w:p w:rsidR="00E00D30" w:rsidRDefault="00E00D30" w:rsidP="00E00D30">
      <w:r>
        <w:t>489.3077</w:t>
      </w:r>
      <w:r>
        <w:tab/>
        <w:t>1.509e1</w:t>
      </w:r>
    </w:p>
    <w:p w:rsidR="00E00D30" w:rsidRDefault="00E00D30" w:rsidP="00E00D30">
      <w:r>
        <w:t>489.3102</w:t>
      </w:r>
      <w:r>
        <w:tab/>
        <w:t>1.698e1</w:t>
      </w:r>
    </w:p>
    <w:p w:rsidR="00E00D30" w:rsidRDefault="00E00D30" w:rsidP="00E00D30">
      <w:r>
        <w:t>489.3173</w:t>
      </w:r>
      <w:r>
        <w:tab/>
        <w:t>1.642e1</w:t>
      </w:r>
    </w:p>
    <w:p w:rsidR="00E00D30" w:rsidRDefault="00E00D30" w:rsidP="00E00D30">
      <w:r>
        <w:t>489.3257</w:t>
      </w:r>
      <w:r>
        <w:tab/>
        <w:t>3.038e0</w:t>
      </w:r>
    </w:p>
    <w:p w:rsidR="00E00D30" w:rsidRDefault="00E00D30" w:rsidP="00E00D30">
      <w:r>
        <w:t>489.3295</w:t>
      </w:r>
      <w:r>
        <w:tab/>
        <w:t>4.216e0</w:t>
      </w:r>
    </w:p>
    <w:p w:rsidR="00E00D30" w:rsidRDefault="00E00D30" w:rsidP="00E00D30">
      <w:r>
        <w:t>489.3755</w:t>
      </w:r>
      <w:r>
        <w:tab/>
        <w:t>3.038e0</w:t>
      </w:r>
    </w:p>
    <w:p w:rsidR="00E00D30" w:rsidRDefault="00E00D30" w:rsidP="00E00D30">
      <w:r>
        <w:t>489.3826</w:t>
      </w:r>
      <w:r>
        <w:tab/>
        <w:t>3.038e0</w:t>
      </w:r>
    </w:p>
    <w:p w:rsidR="00E00D30" w:rsidRDefault="00E00D30" w:rsidP="00E00D30">
      <w:r>
        <w:t>489.3911</w:t>
      </w:r>
      <w:r>
        <w:tab/>
        <w:t>1.013e0</w:t>
      </w:r>
    </w:p>
    <w:p w:rsidR="00E00D30" w:rsidRDefault="00E00D30" w:rsidP="00E00D30">
      <w:r>
        <w:lastRenderedPageBreak/>
        <w:t>489.3995</w:t>
      </w:r>
      <w:r>
        <w:tab/>
        <w:t>3.038e0</w:t>
      </w:r>
    </w:p>
    <w:p w:rsidR="00E00D30" w:rsidRDefault="00E00D30" w:rsidP="00E00D30">
      <w:r>
        <w:t>489.4127</w:t>
      </w:r>
      <w:r>
        <w:tab/>
        <w:t>2.025e0</w:t>
      </w:r>
    </w:p>
    <w:p w:rsidR="00E00D30" w:rsidRDefault="00E00D30" w:rsidP="00E00D30">
      <w:r>
        <w:t>489.4427</w:t>
      </w:r>
      <w:r>
        <w:tab/>
        <w:t>1.013e0</w:t>
      </w:r>
    </w:p>
    <w:p w:rsidR="00E00D30" w:rsidRDefault="00E00D30" w:rsidP="00E00D30">
      <w:r>
        <w:t>489.4557</w:t>
      </w:r>
      <w:r>
        <w:tab/>
        <w:t>1.013e0</w:t>
      </w:r>
    </w:p>
    <w:p w:rsidR="00E00D30" w:rsidRDefault="00E00D30" w:rsidP="00E00D30">
      <w:r>
        <w:t>489.4768</w:t>
      </w:r>
      <w:r>
        <w:tab/>
        <w:t>1.013e0</w:t>
      </w:r>
    </w:p>
    <w:p w:rsidR="00E00D30" w:rsidRDefault="00E00D30" w:rsidP="00E00D30">
      <w:r>
        <w:t>489.4782</w:t>
      </w:r>
      <w:r>
        <w:tab/>
        <w:t>2.025e0</w:t>
      </w:r>
    </w:p>
    <w:p w:rsidR="00E00D30" w:rsidRDefault="00E00D30" w:rsidP="00E00D30">
      <w:r>
        <w:t>489.4955</w:t>
      </w:r>
      <w:r>
        <w:tab/>
        <w:t>1.013e0</w:t>
      </w:r>
    </w:p>
    <w:p w:rsidR="00E00D30" w:rsidRDefault="00E00D30" w:rsidP="00E00D30">
      <w:r>
        <w:t>489.5443</w:t>
      </w:r>
      <w:r>
        <w:tab/>
        <w:t>1.013e0</w:t>
      </w:r>
    </w:p>
    <w:p w:rsidR="00E00D30" w:rsidRDefault="00E00D30" w:rsidP="00E00D30">
      <w:r>
        <w:t>489.5783</w:t>
      </w:r>
      <w:r>
        <w:tab/>
        <w:t>1.013e0</w:t>
      </w:r>
    </w:p>
    <w:p w:rsidR="00E00D30" w:rsidRDefault="00E00D30" w:rsidP="00E00D30">
      <w:r>
        <w:t>489.6036</w:t>
      </w:r>
      <w:r>
        <w:tab/>
        <w:t>1.013e0</w:t>
      </w:r>
    </w:p>
    <w:p w:rsidR="00E00D30" w:rsidRDefault="00E00D30" w:rsidP="00E00D30">
      <w:r>
        <w:t>489.6376</w:t>
      </w:r>
      <w:r>
        <w:tab/>
        <w:t>1.013e0</w:t>
      </w:r>
    </w:p>
    <w:p w:rsidR="00E00D30" w:rsidRDefault="00E00D30" w:rsidP="00E00D30">
      <w:r>
        <w:t>489.6805</w:t>
      </w:r>
      <w:r>
        <w:tab/>
        <w:t>1.013e0</w:t>
      </w:r>
    </w:p>
    <w:p w:rsidR="00E00D30" w:rsidRDefault="00E00D30" w:rsidP="00E00D30">
      <w:r>
        <w:t>489.6953</w:t>
      </w:r>
      <w:r>
        <w:tab/>
        <w:t>2.025e0</w:t>
      </w:r>
    </w:p>
    <w:p w:rsidR="00E00D30" w:rsidRDefault="00E00D30" w:rsidP="00E00D30">
      <w:r>
        <w:t>489.7034</w:t>
      </w:r>
      <w:r>
        <w:tab/>
        <w:t>1.013e0</w:t>
      </w:r>
    </w:p>
    <w:p w:rsidR="00E00D30" w:rsidRDefault="00E00D30" w:rsidP="00E00D30">
      <w:r>
        <w:t>489.7243</w:t>
      </w:r>
      <w:r>
        <w:tab/>
        <w:t>1.013e0</w:t>
      </w:r>
    </w:p>
    <w:p w:rsidR="00E00D30" w:rsidRDefault="00E00D30" w:rsidP="00E00D30">
      <w:r>
        <w:t>489.7438</w:t>
      </w:r>
      <w:r>
        <w:tab/>
        <w:t>2.025e0</w:t>
      </w:r>
    </w:p>
    <w:p w:rsidR="00E00D30" w:rsidRDefault="00E00D30" w:rsidP="00E00D30">
      <w:r>
        <w:t>489.7911</w:t>
      </w:r>
      <w:r>
        <w:tab/>
        <w:t>1.013e0</w:t>
      </w:r>
    </w:p>
    <w:p w:rsidR="00E00D30" w:rsidRDefault="00E00D30" w:rsidP="00E00D30">
      <w:r>
        <w:t>489.8082</w:t>
      </w:r>
      <w:r>
        <w:tab/>
        <w:t>2.025e0</w:t>
      </w:r>
    </w:p>
    <w:p w:rsidR="00E00D30" w:rsidRDefault="00E00D30" w:rsidP="00E00D30">
      <w:r>
        <w:t>489.8132</w:t>
      </w:r>
      <w:r>
        <w:tab/>
        <w:t>2.025e0</w:t>
      </w:r>
    </w:p>
    <w:p w:rsidR="00E00D30" w:rsidRDefault="00E00D30" w:rsidP="00E00D30">
      <w:r>
        <w:lastRenderedPageBreak/>
        <w:t>489.8344</w:t>
      </w:r>
      <w:r>
        <w:tab/>
        <w:t>2.025e0</w:t>
      </w:r>
    </w:p>
    <w:p w:rsidR="00E00D30" w:rsidRDefault="00E00D30" w:rsidP="00E00D30">
      <w:r>
        <w:t>489.8594</w:t>
      </w:r>
      <w:r>
        <w:tab/>
        <w:t>2.025e0</w:t>
      </w:r>
    </w:p>
    <w:p w:rsidR="00E00D30" w:rsidRDefault="00E00D30" w:rsidP="00E00D30">
      <w:r>
        <w:t>489.8714</w:t>
      </w:r>
      <w:r>
        <w:tab/>
        <w:t>2.025e0</w:t>
      </w:r>
    </w:p>
    <w:p w:rsidR="00E00D30" w:rsidRDefault="00E00D30" w:rsidP="00E00D30">
      <w:r>
        <w:t>489.8859</w:t>
      </w:r>
      <w:r>
        <w:tab/>
        <w:t>2.025e0</w:t>
      </w:r>
    </w:p>
    <w:p w:rsidR="00E00D30" w:rsidRDefault="00E00D30" w:rsidP="00E00D30">
      <w:r>
        <w:t>489.8976</w:t>
      </w:r>
      <w:r>
        <w:tab/>
        <w:t>3.038e0</w:t>
      </w:r>
    </w:p>
    <w:p w:rsidR="00E00D30" w:rsidRDefault="00E00D30" w:rsidP="00E00D30">
      <w:r>
        <w:t>489.9103</w:t>
      </w:r>
      <w:r>
        <w:tab/>
        <w:t>1.013e0</w:t>
      </w:r>
    </w:p>
    <w:p w:rsidR="00E00D30" w:rsidRDefault="00E00D30" w:rsidP="00E00D30">
      <w:r>
        <w:t>489.9147</w:t>
      </w:r>
      <w:r>
        <w:tab/>
        <w:t>2.025e0</w:t>
      </w:r>
    </w:p>
    <w:p w:rsidR="00E00D30" w:rsidRDefault="00E00D30" w:rsidP="00E00D30">
      <w:r>
        <w:t>489.9450</w:t>
      </w:r>
      <w:r>
        <w:tab/>
        <w:t>1.013e0</w:t>
      </w:r>
    </w:p>
    <w:p w:rsidR="00E00D30" w:rsidRDefault="00E00D30" w:rsidP="00E00D30">
      <w:r>
        <w:t>489.9500</w:t>
      </w:r>
      <w:r>
        <w:tab/>
        <w:t>1.013e0</w:t>
      </w:r>
    </w:p>
    <w:p w:rsidR="00E00D30" w:rsidRDefault="00E00D30" w:rsidP="00E00D30">
      <w:r>
        <w:t>489.9530</w:t>
      </w:r>
      <w:r>
        <w:tab/>
        <w:t>2.025e0</w:t>
      </w:r>
    </w:p>
    <w:p w:rsidR="00E00D30" w:rsidRDefault="00E00D30" w:rsidP="00E00D30">
      <w:r>
        <w:t>490.0131</w:t>
      </w:r>
      <w:r>
        <w:tab/>
        <w:t>1.013e0</w:t>
      </w:r>
    </w:p>
    <w:p w:rsidR="00E00D30" w:rsidRDefault="00E00D30" w:rsidP="00E00D30">
      <w:r>
        <w:t>490.0208</w:t>
      </w:r>
      <w:r>
        <w:tab/>
        <w:t>1.013e0</w:t>
      </w:r>
    </w:p>
    <w:p w:rsidR="00E00D30" w:rsidRDefault="00E00D30" w:rsidP="00E00D30">
      <w:r>
        <w:t>490.0378</w:t>
      </w:r>
      <w:r>
        <w:tab/>
        <w:t>1.013e0</w:t>
      </w:r>
    </w:p>
    <w:p w:rsidR="00E00D30" w:rsidRDefault="00E00D30" w:rsidP="00E00D30">
      <w:r>
        <w:t>490.0446</w:t>
      </w:r>
      <w:r>
        <w:tab/>
        <w:t>1.013e0</w:t>
      </w:r>
    </w:p>
    <w:p w:rsidR="00E00D30" w:rsidRDefault="00E00D30" w:rsidP="00E00D30">
      <w:r>
        <w:t>490.0727</w:t>
      </w:r>
      <w:r>
        <w:tab/>
        <w:t>1.013e0</w:t>
      </w:r>
    </w:p>
    <w:p w:rsidR="00E00D30" w:rsidRDefault="00E00D30" w:rsidP="00E00D30">
      <w:r>
        <w:t>490.0849</w:t>
      </w:r>
      <w:r>
        <w:tab/>
        <w:t>2.025e0</w:t>
      </w:r>
    </w:p>
    <w:p w:rsidR="00E00D30" w:rsidRDefault="00E00D30" w:rsidP="00E00D30">
      <w:r>
        <w:t>490.0892</w:t>
      </w:r>
      <w:r>
        <w:tab/>
        <w:t>1.013e0</w:t>
      </w:r>
    </w:p>
    <w:p w:rsidR="00E00D30" w:rsidRDefault="00E00D30" w:rsidP="00E00D30">
      <w:r>
        <w:t>490.1025</w:t>
      </w:r>
      <w:r>
        <w:tab/>
        <w:t>2.025e0</w:t>
      </w:r>
    </w:p>
    <w:p w:rsidR="00E00D30" w:rsidRDefault="00E00D30" w:rsidP="00E00D30">
      <w:r>
        <w:t>490.1590</w:t>
      </w:r>
      <w:r>
        <w:tab/>
        <w:t>3.038e0</w:t>
      </w:r>
    </w:p>
    <w:p w:rsidR="00E00D30" w:rsidRDefault="00E00D30" w:rsidP="00E00D30">
      <w:r>
        <w:lastRenderedPageBreak/>
        <w:t>490.1638</w:t>
      </w:r>
      <w:r>
        <w:tab/>
        <w:t>2.025e0</w:t>
      </w:r>
    </w:p>
    <w:p w:rsidR="00E00D30" w:rsidRDefault="00E00D30" w:rsidP="00E00D30">
      <w:r>
        <w:t>490.1673</w:t>
      </w:r>
      <w:r>
        <w:tab/>
        <w:t>3.038e0</w:t>
      </w:r>
    </w:p>
    <w:p w:rsidR="00E00D30" w:rsidRDefault="00E00D30" w:rsidP="00E00D30">
      <w:r>
        <w:t>490.1698</w:t>
      </w:r>
      <w:r>
        <w:tab/>
        <w:t>2.025e0</w:t>
      </w:r>
    </w:p>
    <w:p w:rsidR="00E00D30" w:rsidRDefault="00E00D30" w:rsidP="00E00D30">
      <w:r>
        <w:t>490.1855</w:t>
      </w:r>
      <w:r>
        <w:tab/>
        <w:t>4.051e0</w:t>
      </w:r>
    </w:p>
    <w:p w:rsidR="00E00D30" w:rsidRDefault="00E00D30" w:rsidP="00E00D30">
      <w:r>
        <w:t>490.2005</w:t>
      </w:r>
      <w:r>
        <w:tab/>
        <w:t>2.025e0</w:t>
      </w:r>
    </w:p>
    <w:p w:rsidR="00E00D30" w:rsidRDefault="00E00D30" w:rsidP="00E00D30">
      <w:r>
        <w:t>490.2765</w:t>
      </w:r>
      <w:r>
        <w:tab/>
        <w:t>2.025e0</w:t>
      </w:r>
    </w:p>
    <w:p w:rsidR="00E00D30" w:rsidRDefault="00E00D30" w:rsidP="00E00D30">
      <w:r>
        <w:t>490.2913</w:t>
      </w:r>
      <w:r>
        <w:tab/>
        <w:t>3.038e0</w:t>
      </w:r>
    </w:p>
    <w:p w:rsidR="00E00D30" w:rsidRDefault="00E00D30" w:rsidP="00E00D30">
      <w:r>
        <w:t>490.2982</w:t>
      </w:r>
      <w:r>
        <w:tab/>
        <w:t>9.114e0</w:t>
      </w:r>
    </w:p>
    <w:p w:rsidR="00E00D30" w:rsidRDefault="00E00D30" w:rsidP="00E00D30">
      <w:r>
        <w:t>490.3024</w:t>
      </w:r>
      <w:r>
        <w:tab/>
        <w:t>1.406e1</w:t>
      </w:r>
    </w:p>
    <w:p w:rsidR="00E00D30" w:rsidRDefault="00E00D30" w:rsidP="00E00D30">
      <w:r>
        <w:t>490.3034</w:t>
      </w:r>
      <w:r>
        <w:tab/>
        <w:t>3.785e1</w:t>
      </w:r>
    </w:p>
    <w:p w:rsidR="00E00D30" w:rsidRDefault="00E00D30" w:rsidP="00E00D30">
      <w:r>
        <w:t>490.3076</w:t>
      </w:r>
      <w:r>
        <w:tab/>
        <w:t>6.214e1</w:t>
      </w:r>
    </w:p>
    <w:p w:rsidR="00E00D30" w:rsidRDefault="00E00D30" w:rsidP="00E00D30">
      <w:r>
        <w:t>490.3116</w:t>
      </w:r>
      <w:r>
        <w:tab/>
        <w:t>3.082e1</w:t>
      </w:r>
    </w:p>
    <w:p w:rsidR="00E00D30" w:rsidRDefault="00E00D30" w:rsidP="00E00D30">
      <w:r>
        <w:t>490.3162</w:t>
      </w:r>
      <w:r>
        <w:tab/>
        <w:t>4.511e1</w:t>
      </w:r>
    </w:p>
    <w:p w:rsidR="00E00D30" w:rsidRDefault="00E00D30" w:rsidP="00E00D30">
      <w:r>
        <w:t>490.3432</w:t>
      </w:r>
      <w:r>
        <w:tab/>
        <w:t>6.076e0</w:t>
      </w:r>
    </w:p>
    <w:p w:rsidR="00E00D30" w:rsidRDefault="00E00D30" w:rsidP="00E00D30">
      <w:r>
        <w:t>490.3588</w:t>
      </w:r>
      <w:r>
        <w:tab/>
        <w:t>2.252e0</w:t>
      </w:r>
    </w:p>
    <w:p w:rsidR="00E00D30" w:rsidRDefault="00E00D30" w:rsidP="00E00D30">
      <w:r>
        <w:t>490.3795</w:t>
      </w:r>
      <w:r>
        <w:tab/>
        <w:t>3.719e0</w:t>
      </w:r>
    </w:p>
    <w:p w:rsidR="00E00D30" w:rsidRDefault="00E00D30" w:rsidP="00E00D30">
      <w:r>
        <w:t>490.4136</w:t>
      </w:r>
      <w:r>
        <w:tab/>
        <w:t>1.013e0</w:t>
      </w:r>
    </w:p>
    <w:p w:rsidR="00E00D30" w:rsidRDefault="00E00D30" w:rsidP="00E00D30">
      <w:r>
        <w:t>490.4171</w:t>
      </w:r>
      <w:r>
        <w:tab/>
        <w:t>2.025e0</w:t>
      </w:r>
    </w:p>
    <w:p w:rsidR="00E00D30" w:rsidRDefault="00E00D30" w:rsidP="00E00D30">
      <w:r>
        <w:t>490.4215</w:t>
      </w:r>
      <w:r>
        <w:tab/>
        <w:t>1.013e0</w:t>
      </w:r>
    </w:p>
    <w:p w:rsidR="00E00D30" w:rsidRDefault="00E00D30" w:rsidP="00E00D30">
      <w:r>
        <w:lastRenderedPageBreak/>
        <w:t>490.4373</w:t>
      </w:r>
      <w:r>
        <w:tab/>
        <w:t>4.051e0</w:t>
      </w:r>
    </w:p>
    <w:p w:rsidR="00E00D30" w:rsidRDefault="00E00D30" w:rsidP="00E00D30">
      <w:r>
        <w:t>490.4490</w:t>
      </w:r>
      <w:r>
        <w:tab/>
        <w:t>3.038e0</w:t>
      </w:r>
    </w:p>
    <w:p w:rsidR="00E00D30" w:rsidRDefault="00E00D30" w:rsidP="00E00D30">
      <w:r>
        <w:t>490.4628</w:t>
      </w:r>
      <w:r>
        <w:tab/>
        <w:t>1.013e0</w:t>
      </w:r>
    </w:p>
    <w:p w:rsidR="00E00D30" w:rsidRDefault="00E00D30" w:rsidP="00E00D30">
      <w:r>
        <w:t>490.4638</w:t>
      </w:r>
      <w:r>
        <w:tab/>
        <w:t>2.025e0</w:t>
      </w:r>
    </w:p>
    <w:p w:rsidR="00E00D30" w:rsidRDefault="00E00D30" w:rsidP="00E00D30">
      <w:r>
        <w:t>490.4843</w:t>
      </w:r>
      <w:r>
        <w:tab/>
        <w:t>1.013e0</w:t>
      </w:r>
    </w:p>
    <w:p w:rsidR="00E00D30" w:rsidRDefault="00E00D30" w:rsidP="00E00D30">
      <w:r>
        <w:t>490.5389</w:t>
      </w:r>
      <w:r>
        <w:tab/>
        <w:t>2.025e0</w:t>
      </w:r>
    </w:p>
    <w:p w:rsidR="00E00D30" w:rsidRDefault="00E00D30" w:rsidP="00E00D30">
      <w:r>
        <w:t>490.5428</w:t>
      </w:r>
      <w:r>
        <w:tab/>
        <w:t>1.013e0</w:t>
      </w:r>
    </w:p>
    <w:p w:rsidR="00E00D30" w:rsidRDefault="00E00D30" w:rsidP="00E00D30">
      <w:r>
        <w:t>490.5835</w:t>
      </w:r>
      <w:r>
        <w:tab/>
        <w:t>1.013e0</w:t>
      </w:r>
    </w:p>
    <w:p w:rsidR="00E00D30" w:rsidRDefault="00E00D30" w:rsidP="00E00D30">
      <w:r>
        <w:t>490.5961</w:t>
      </w:r>
      <w:r>
        <w:tab/>
        <w:t>2.950e0</w:t>
      </w:r>
    </w:p>
    <w:p w:rsidR="00E00D30" w:rsidRDefault="00E00D30" w:rsidP="00E00D30">
      <w:r>
        <w:t>490.6190</w:t>
      </w:r>
      <w:r>
        <w:tab/>
        <w:t>1.013e0</w:t>
      </w:r>
    </w:p>
    <w:p w:rsidR="00E00D30" w:rsidRDefault="00E00D30" w:rsidP="00E00D30">
      <w:r>
        <w:t>490.6670</w:t>
      </w:r>
      <w:r>
        <w:tab/>
        <w:t>4.051e0</w:t>
      </w:r>
    </w:p>
    <w:p w:rsidR="00E00D30" w:rsidRDefault="00E00D30" w:rsidP="00E00D30">
      <w:r>
        <w:t>490.6728</w:t>
      </w:r>
      <w:r>
        <w:tab/>
        <w:t>3.038e0</w:t>
      </w:r>
    </w:p>
    <w:p w:rsidR="00E00D30" w:rsidRDefault="00E00D30" w:rsidP="00E00D30">
      <w:r>
        <w:t>490.6946</w:t>
      </w:r>
      <w:r>
        <w:tab/>
        <w:t>1.013e0</w:t>
      </w:r>
    </w:p>
    <w:p w:rsidR="00E00D30" w:rsidRDefault="00E00D30" w:rsidP="00E00D30">
      <w:r>
        <w:t>490.7128</w:t>
      </w:r>
      <w:r>
        <w:tab/>
        <w:t>1.013e0</w:t>
      </w:r>
    </w:p>
    <w:p w:rsidR="00E00D30" w:rsidRDefault="00E00D30" w:rsidP="00E00D30">
      <w:r>
        <w:t>490.7284</w:t>
      </w:r>
      <w:r>
        <w:tab/>
        <w:t>1.013e0</w:t>
      </w:r>
    </w:p>
    <w:p w:rsidR="00E00D30" w:rsidRDefault="00E00D30" w:rsidP="00E00D30">
      <w:r>
        <w:t>490.7370</w:t>
      </w:r>
      <w:r>
        <w:tab/>
        <w:t>1.013e0</w:t>
      </w:r>
    </w:p>
    <w:p w:rsidR="00E00D30" w:rsidRDefault="00E00D30" w:rsidP="00E00D30">
      <w:r>
        <w:t>490.7862</w:t>
      </w:r>
      <w:r>
        <w:tab/>
        <w:t>1.013e0</w:t>
      </w:r>
    </w:p>
    <w:p w:rsidR="00E00D30" w:rsidRDefault="00E00D30" w:rsidP="00E00D30">
      <w:r>
        <w:t>490.8074</w:t>
      </w:r>
      <w:r>
        <w:tab/>
        <w:t>2.025e0</w:t>
      </w:r>
    </w:p>
    <w:p w:rsidR="00E00D30" w:rsidRDefault="00E00D30" w:rsidP="00E00D30">
      <w:r>
        <w:t>490.8109</w:t>
      </w:r>
      <w:r>
        <w:tab/>
        <w:t>3.038e0</w:t>
      </w:r>
    </w:p>
    <w:p w:rsidR="00E00D30" w:rsidRDefault="00E00D30" w:rsidP="00E00D30">
      <w:r>
        <w:lastRenderedPageBreak/>
        <w:t>490.8231</w:t>
      </w:r>
      <w:r>
        <w:tab/>
        <w:t>2.025e0</w:t>
      </w:r>
    </w:p>
    <w:p w:rsidR="00E00D30" w:rsidRDefault="00E00D30" w:rsidP="00E00D30">
      <w:r>
        <w:t>490.8286</w:t>
      </w:r>
      <w:r>
        <w:tab/>
        <w:t>3.038e0</w:t>
      </w:r>
    </w:p>
    <w:p w:rsidR="00E00D30" w:rsidRDefault="00E00D30" w:rsidP="00E00D30">
      <w:r>
        <w:t>490.8484</w:t>
      </w:r>
      <w:r>
        <w:tab/>
        <w:t>1.013e0</w:t>
      </w:r>
    </w:p>
    <w:p w:rsidR="00E00D30" w:rsidRDefault="00E00D30" w:rsidP="00E00D30">
      <w:r>
        <w:t>490.8599</w:t>
      </w:r>
      <w:r>
        <w:tab/>
        <w:t>5.063e0</w:t>
      </w:r>
    </w:p>
    <w:p w:rsidR="00E00D30" w:rsidRDefault="00E00D30" w:rsidP="00E00D30">
      <w:r>
        <w:t>490.8659</w:t>
      </w:r>
      <w:r>
        <w:tab/>
        <w:t>4.051e0</w:t>
      </w:r>
    </w:p>
    <w:p w:rsidR="00E00D30" w:rsidRDefault="00E00D30" w:rsidP="00E00D30">
      <w:r>
        <w:t>490.8996</w:t>
      </w:r>
      <w:r>
        <w:tab/>
        <w:t>1.013e0</w:t>
      </w:r>
    </w:p>
    <w:p w:rsidR="00E00D30" w:rsidRDefault="00E00D30" w:rsidP="00E00D30">
      <w:r>
        <w:t>490.9158</w:t>
      </w:r>
      <w:r>
        <w:tab/>
        <w:t>1.013e0</w:t>
      </w:r>
    </w:p>
    <w:p w:rsidR="00E00D30" w:rsidRDefault="00E00D30" w:rsidP="00E00D30">
      <w:r>
        <w:t>490.9332</w:t>
      </w:r>
      <w:r>
        <w:tab/>
        <w:t>1.013e0</w:t>
      </w:r>
    </w:p>
    <w:p w:rsidR="00E00D30" w:rsidRDefault="00E00D30" w:rsidP="00E00D30">
      <w:r>
        <w:t>490.9414</w:t>
      </w:r>
      <w:r>
        <w:tab/>
        <w:t>2.025e0</w:t>
      </w:r>
    </w:p>
    <w:p w:rsidR="00E00D30" w:rsidRDefault="00E00D30" w:rsidP="00E00D30">
      <w:r>
        <w:t>490.9582</w:t>
      </w:r>
      <w:r>
        <w:tab/>
        <w:t>3.038e0</w:t>
      </w:r>
    </w:p>
    <w:p w:rsidR="00E00D30" w:rsidRDefault="00E00D30" w:rsidP="00E00D30">
      <w:r>
        <w:t>490.9615</w:t>
      </w:r>
      <w:r>
        <w:tab/>
        <w:t>3.038e0</w:t>
      </w:r>
    </w:p>
    <w:p w:rsidR="00E00D30" w:rsidRDefault="00E00D30" w:rsidP="00E00D30">
      <w:r>
        <w:t>491.0447</w:t>
      </w:r>
      <w:r>
        <w:tab/>
        <w:t>1.013e0</w:t>
      </w:r>
    </w:p>
    <w:p w:rsidR="00E00D30" w:rsidRDefault="00E00D30" w:rsidP="00E00D30">
      <w:r>
        <w:t>491.0619</w:t>
      </w:r>
      <w:r>
        <w:tab/>
        <w:t>2.025e0</w:t>
      </w:r>
    </w:p>
    <w:p w:rsidR="00E00D30" w:rsidRDefault="00E00D30" w:rsidP="00E00D30">
      <w:r>
        <w:t>491.0782</w:t>
      </w:r>
      <w:r>
        <w:tab/>
        <w:t>1.013e0</w:t>
      </w:r>
    </w:p>
    <w:p w:rsidR="00E00D30" w:rsidRDefault="00E00D30" w:rsidP="00E00D30">
      <w:r>
        <w:t>491.0824</w:t>
      </w:r>
      <w:r>
        <w:tab/>
        <w:t>2.025e0</w:t>
      </w:r>
    </w:p>
    <w:p w:rsidR="00E00D30" w:rsidRDefault="00E00D30" w:rsidP="00E00D30">
      <w:r>
        <w:t>491.0868</w:t>
      </w:r>
      <w:r>
        <w:tab/>
        <w:t>1.013e0</w:t>
      </w:r>
    </w:p>
    <w:p w:rsidR="00E00D30" w:rsidRDefault="00E00D30" w:rsidP="00E00D30">
      <w:r>
        <w:t>491.1310</w:t>
      </w:r>
      <w:r>
        <w:tab/>
        <w:t>1.013e0</w:t>
      </w:r>
    </w:p>
    <w:p w:rsidR="00E00D30" w:rsidRDefault="00E00D30" w:rsidP="00E00D30">
      <w:r>
        <w:t>491.1496</w:t>
      </w:r>
      <w:r>
        <w:tab/>
        <w:t>1.013e0</w:t>
      </w:r>
    </w:p>
    <w:p w:rsidR="00E00D30" w:rsidRDefault="00E00D30" w:rsidP="00E00D30">
      <w:r>
        <w:t>491.1550</w:t>
      </w:r>
      <w:r>
        <w:tab/>
        <w:t>1.013e0</w:t>
      </w:r>
    </w:p>
    <w:p w:rsidR="00E00D30" w:rsidRDefault="00E00D30" w:rsidP="00E00D30">
      <w:r>
        <w:lastRenderedPageBreak/>
        <w:t>491.1568</w:t>
      </w:r>
      <w:r>
        <w:tab/>
        <w:t>2.025e0</w:t>
      </w:r>
    </w:p>
    <w:p w:rsidR="00E00D30" w:rsidRDefault="00E00D30" w:rsidP="00E00D30">
      <w:r>
        <w:t>491.1767</w:t>
      </w:r>
      <w:r>
        <w:tab/>
        <w:t>4.051e0</w:t>
      </w:r>
    </w:p>
    <w:p w:rsidR="00E00D30" w:rsidRDefault="00E00D30" w:rsidP="00E00D30">
      <w:r>
        <w:t>491.1990</w:t>
      </w:r>
      <w:r>
        <w:tab/>
        <w:t>3.038e0</w:t>
      </w:r>
    </w:p>
    <w:p w:rsidR="00E00D30" w:rsidRDefault="00E00D30" w:rsidP="00E00D30">
      <w:r>
        <w:t>491.2072</w:t>
      </w:r>
      <w:r>
        <w:tab/>
        <w:t>1.013e0</w:t>
      </w:r>
    </w:p>
    <w:p w:rsidR="00E00D30" w:rsidRDefault="00E00D30" w:rsidP="00E00D30">
      <w:r>
        <w:t>491.2133</w:t>
      </w:r>
      <w:r>
        <w:tab/>
        <w:t>1.925e0</w:t>
      </w:r>
    </w:p>
    <w:p w:rsidR="00E00D30" w:rsidRDefault="00E00D30" w:rsidP="00E00D30">
      <w:r>
        <w:t>491.2148</w:t>
      </w:r>
      <w:r>
        <w:tab/>
        <w:t>1.013e0</w:t>
      </w:r>
    </w:p>
    <w:p w:rsidR="00E00D30" w:rsidRDefault="00E00D30" w:rsidP="00E00D30">
      <w:r>
        <w:t>491.2228</w:t>
      </w:r>
      <w:r>
        <w:tab/>
        <w:t>1.013e0</w:t>
      </w:r>
    </w:p>
    <w:p w:rsidR="00E00D30" w:rsidRDefault="00E00D30" w:rsidP="00E00D30">
      <w:r>
        <w:t>491.2268</w:t>
      </w:r>
      <w:r>
        <w:tab/>
        <w:t>2.025e0</w:t>
      </w:r>
    </w:p>
    <w:p w:rsidR="00E00D30" w:rsidRDefault="00E00D30" w:rsidP="00E00D30">
      <w:r>
        <w:t>491.2928</w:t>
      </w:r>
      <w:r>
        <w:tab/>
        <w:t>2.664e1</w:t>
      </w:r>
    </w:p>
    <w:p w:rsidR="00E00D30" w:rsidRDefault="00E00D30" w:rsidP="00E00D30">
      <w:r>
        <w:t>491.2964</w:t>
      </w:r>
      <w:r>
        <w:tab/>
        <w:t>3.436e1</w:t>
      </w:r>
    </w:p>
    <w:p w:rsidR="00E00D30" w:rsidRDefault="00E00D30" w:rsidP="00E00D30">
      <w:r>
        <w:t>491.3004</w:t>
      </w:r>
      <w:r>
        <w:tab/>
        <w:t>3.377e1</w:t>
      </w:r>
    </w:p>
    <w:p w:rsidR="00E00D30" w:rsidRDefault="00E00D30" w:rsidP="00E00D30">
      <w:r>
        <w:t>491.3050</w:t>
      </w:r>
      <w:r>
        <w:tab/>
        <w:t>3.646e1</w:t>
      </w:r>
    </w:p>
    <w:p w:rsidR="00E00D30" w:rsidRDefault="00E00D30" w:rsidP="00E00D30">
      <w:r>
        <w:t>491.3113</w:t>
      </w:r>
      <w:r>
        <w:tab/>
        <w:t>3.123e1</w:t>
      </w:r>
    </w:p>
    <w:p w:rsidR="00E00D30" w:rsidRDefault="00E00D30" w:rsidP="00E00D30">
      <w:r>
        <w:t>491.3130</w:t>
      </w:r>
      <w:r>
        <w:tab/>
        <w:t>1.505e1</w:t>
      </w:r>
    </w:p>
    <w:p w:rsidR="00E00D30" w:rsidRDefault="00E00D30" w:rsidP="00E00D30">
      <w:r>
        <w:t>491.3266</w:t>
      </w:r>
      <w:r>
        <w:tab/>
        <w:t>4.051e0</w:t>
      </w:r>
    </w:p>
    <w:p w:rsidR="00E00D30" w:rsidRDefault="00E00D30" w:rsidP="00E00D30">
      <w:r>
        <w:t>491.3341</w:t>
      </w:r>
      <w:r>
        <w:tab/>
        <w:t>8.101e0</w:t>
      </w:r>
    </w:p>
    <w:p w:rsidR="00E00D30" w:rsidRDefault="00E00D30" w:rsidP="00E00D30">
      <w:r>
        <w:t>491.3487</w:t>
      </w:r>
      <w:r>
        <w:tab/>
        <w:t>5.063e0</w:t>
      </w:r>
    </w:p>
    <w:p w:rsidR="00E00D30" w:rsidRDefault="00E00D30" w:rsidP="00E00D30">
      <w:r>
        <w:t>491.3806</w:t>
      </w:r>
      <w:r>
        <w:tab/>
        <w:t>3.038e0</w:t>
      </w:r>
    </w:p>
    <w:p w:rsidR="00E00D30" w:rsidRDefault="00E00D30" w:rsidP="00E00D30">
      <w:r>
        <w:t>491.4118</w:t>
      </w:r>
      <w:r>
        <w:tab/>
        <w:t>1.013e0</w:t>
      </w:r>
    </w:p>
    <w:p w:rsidR="00E00D30" w:rsidRDefault="00E00D30" w:rsidP="00E00D30">
      <w:r>
        <w:lastRenderedPageBreak/>
        <w:t>491.4322</w:t>
      </w:r>
      <w:r>
        <w:tab/>
        <w:t>2.025e0</w:t>
      </w:r>
    </w:p>
    <w:p w:rsidR="00E00D30" w:rsidRDefault="00E00D30" w:rsidP="00E00D30">
      <w:r>
        <w:t>491.4513</w:t>
      </w:r>
      <w:r>
        <w:tab/>
        <w:t>2.025e0</w:t>
      </w:r>
    </w:p>
    <w:p w:rsidR="00E00D30" w:rsidRDefault="00E00D30" w:rsidP="00E00D30">
      <w:r>
        <w:t>491.4597</w:t>
      </w:r>
      <w:r>
        <w:tab/>
        <w:t>3.038e0</w:t>
      </w:r>
    </w:p>
    <w:p w:rsidR="00E00D30" w:rsidRDefault="00E00D30" w:rsidP="00E00D30">
      <w:r>
        <w:t>491.4883</w:t>
      </w:r>
      <w:r>
        <w:tab/>
        <w:t>2.025e0</w:t>
      </w:r>
    </w:p>
    <w:p w:rsidR="00E00D30" w:rsidRDefault="00E00D30" w:rsidP="00E00D30">
      <w:r>
        <w:t>491.4961</w:t>
      </w:r>
      <w:r>
        <w:tab/>
        <w:t>5.063e0</w:t>
      </w:r>
    </w:p>
    <w:p w:rsidR="00E00D30" w:rsidRDefault="00E00D30" w:rsidP="00E00D30">
      <w:r>
        <w:t>491.5057</w:t>
      </w:r>
      <w:r>
        <w:tab/>
        <w:t>1.013e0</w:t>
      </w:r>
    </w:p>
    <w:p w:rsidR="00E00D30" w:rsidRDefault="00E00D30" w:rsidP="00E00D30">
      <w:r>
        <w:t>491.5092</w:t>
      </w:r>
      <w:r>
        <w:tab/>
        <w:t>3.038e0</w:t>
      </w:r>
    </w:p>
    <w:p w:rsidR="00E00D30" w:rsidRDefault="00E00D30" w:rsidP="00E00D30">
      <w:r>
        <w:t>491.5278</w:t>
      </w:r>
      <w:r>
        <w:tab/>
        <w:t>1.013e0</w:t>
      </w:r>
    </w:p>
    <w:p w:rsidR="00E00D30" w:rsidRDefault="00E00D30" w:rsidP="00E00D30">
      <w:r>
        <w:t>491.5305</w:t>
      </w:r>
      <w:r>
        <w:tab/>
        <w:t>1.013e0</w:t>
      </w:r>
    </w:p>
    <w:p w:rsidR="00E00D30" w:rsidRDefault="00E00D30" w:rsidP="00E00D30">
      <w:r>
        <w:t>491.5823</w:t>
      </w:r>
      <w:r>
        <w:tab/>
        <w:t>2.025e0</w:t>
      </w:r>
    </w:p>
    <w:p w:rsidR="00E00D30" w:rsidRDefault="00E00D30" w:rsidP="00E00D30">
      <w:r>
        <w:t>491.5905</w:t>
      </w:r>
      <w:r>
        <w:tab/>
        <w:t>1.013e0</w:t>
      </w:r>
    </w:p>
    <w:p w:rsidR="00E00D30" w:rsidRDefault="00E00D30" w:rsidP="00E00D30">
      <w:r>
        <w:t>491.5991</w:t>
      </w:r>
      <w:r>
        <w:tab/>
        <w:t>1.013e0</w:t>
      </w:r>
    </w:p>
    <w:p w:rsidR="00E00D30" w:rsidRDefault="00E00D30" w:rsidP="00E00D30">
      <w:r>
        <w:t>491.6256</w:t>
      </w:r>
      <w:r>
        <w:tab/>
        <w:t>1.013e0</w:t>
      </w:r>
    </w:p>
    <w:p w:rsidR="00E00D30" w:rsidRDefault="00E00D30" w:rsidP="00E00D30">
      <w:r>
        <w:t>491.6409</w:t>
      </w:r>
      <w:r>
        <w:tab/>
        <w:t>1.013e0</w:t>
      </w:r>
    </w:p>
    <w:p w:rsidR="00E00D30" w:rsidRDefault="00E00D30" w:rsidP="00E00D30">
      <w:r>
        <w:t>491.6437</w:t>
      </w:r>
      <w:r>
        <w:tab/>
        <w:t>2.025e0</w:t>
      </w:r>
    </w:p>
    <w:p w:rsidR="00E00D30" w:rsidRDefault="00E00D30" w:rsidP="00E00D30">
      <w:r>
        <w:t>491.6586</w:t>
      </w:r>
      <w:r>
        <w:tab/>
        <w:t>1.013e0</w:t>
      </w:r>
    </w:p>
    <w:p w:rsidR="00E00D30" w:rsidRDefault="00E00D30" w:rsidP="00E00D30">
      <w:r>
        <w:t>491.6988</w:t>
      </w:r>
      <w:r>
        <w:tab/>
        <w:t>1.013e0</w:t>
      </w:r>
    </w:p>
    <w:p w:rsidR="00E00D30" w:rsidRDefault="00E00D30" w:rsidP="00E00D30">
      <w:r>
        <w:t>491.7568</w:t>
      </w:r>
      <w:r>
        <w:tab/>
        <w:t>2.025e0</w:t>
      </w:r>
    </w:p>
    <w:p w:rsidR="00E00D30" w:rsidRDefault="00E00D30" w:rsidP="00E00D30">
      <w:r>
        <w:t>491.7988</w:t>
      </w:r>
      <w:r>
        <w:tab/>
        <w:t>2.025e0</w:t>
      </w:r>
    </w:p>
    <w:p w:rsidR="00E00D30" w:rsidRDefault="00E00D30" w:rsidP="00E00D30">
      <w:r>
        <w:lastRenderedPageBreak/>
        <w:t>491.8119</w:t>
      </w:r>
      <w:r>
        <w:tab/>
        <w:t>1.013e0</w:t>
      </w:r>
    </w:p>
    <w:p w:rsidR="00E00D30" w:rsidRDefault="00E00D30" w:rsidP="00E00D30">
      <w:r>
        <w:t>491.8330</w:t>
      </w:r>
      <w:r>
        <w:tab/>
        <w:t>1.013e0</w:t>
      </w:r>
    </w:p>
    <w:p w:rsidR="00E00D30" w:rsidRDefault="00E00D30" w:rsidP="00E00D30">
      <w:r>
        <w:t>491.8586</w:t>
      </w:r>
      <w:r>
        <w:tab/>
        <w:t>2.025e0</w:t>
      </w:r>
    </w:p>
    <w:p w:rsidR="00E00D30" w:rsidRDefault="00E00D30" w:rsidP="00E00D30">
      <w:r>
        <w:t>491.8627</w:t>
      </w:r>
      <w:r>
        <w:tab/>
        <w:t>2.025e0</w:t>
      </w:r>
    </w:p>
    <w:p w:rsidR="00E00D30" w:rsidRDefault="00E00D30" w:rsidP="00E00D30">
      <w:r>
        <w:t>491.8727</w:t>
      </w:r>
      <w:r>
        <w:tab/>
        <w:t>1.013e0</w:t>
      </w:r>
    </w:p>
    <w:p w:rsidR="00E00D30" w:rsidRDefault="00E00D30" w:rsidP="00E00D30">
      <w:r>
        <w:t>491.9096</w:t>
      </w:r>
      <w:r>
        <w:tab/>
        <w:t>1.013e0</w:t>
      </w:r>
    </w:p>
    <w:p w:rsidR="00E00D30" w:rsidRDefault="00E00D30" w:rsidP="00E00D30">
      <w:r>
        <w:t>491.9219</w:t>
      </w:r>
      <w:r>
        <w:tab/>
        <w:t>2.025e0</w:t>
      </w:r>
    </w:p>
    <w:p w:rsidR="00E00D30" w:rsidRDefault="00E00D30" w:rsidP="00E00D30">
      <w:r>
        <w:t>491.9466</w:t>
      </w:r>
      <w:r>
        <w:tab/>
        <w:t>1.013e0</w:t>
      </w:r>
    </w:p>
    <w:p w:rsidR="00E00D30" w:rsidRDefault="00E00D30" w:rsidP="00E00D30">
      <w:r>
        <w:t>491.9641</w:t>
      </w:r>
      <w:r>
        <w:tab/>
        <w:t>1.013e0</w:t>
      </w:r>
    </w:p>
    <w:p w:rsidR="00E00D30" w:rsidRDefault="00E00D30" w:rsidP="00E00D30">
      <w:r>
        <w:t>491.9828</w:t>
      </w:r>
      <w:r>
        <w:tab/>
        <w:t>1.013e0</w:t>
      </w:r>
    </w:p>
    <w:p w:rsidR="00E00D30" w:rsidRDefault="00E00D30" w:rsidP="00E00D30">
      <w:r>
        <w:t>491.9895</w:t>
      </w:r>
      <w:r>
        <w:tab/>
        <w:t>2.025e0</w:t>
      </w:r>
    </w:p>
    <w:p w:rsidR="00E00D30" w:rsidRDefault="00E00D30" w:rsidP="00E00D30">
      <w:r>
        <w:t>492.0226</w:t>
      </w:r>
      <w:r>
        <w:tab/>
        <w:t>2.025e0</w:t>
      </w:r>
    </w:p>
    <w:p w:rsidR="00E00D30" w:rsidRDefault="00E00D30" w:rsidP="00E00D30">
      <w:r>
        <w:t>492.0627</w:t>
      </w:r>
      <w:r>
        <w:tab/>
        <w:t>1.013e0</w:t>
      </w:r>
    </w:p>
    <w:p w:rsidR="00E00D30" w:rsidRDefault="00E00D30" w:rsidP="00E00D30">
      <w:r>
        <w:t>492.0691</w:t>
      </w:r>
      <w:r>
        <w:tab/>
        <w:t>1.013e0</w:t>
      </w:r>
    </w:p>
    <w:p w:rsidR="00E00D30" w:rsidRDefault="00E00D30" w:rsidP="00E00D30">
      <w:r>
        <w:t>492.0772</w:t>
      </w:r>
      <w:r>
        <w:tab/>
        <w:t>1.013e0</w:t>
      </w:r>
    </w:p>
    <w:p w:rsidR="00E00D30" w:rsidRDefault="00E00D30" w:rsidP="00E00D30">
      <w:r>
        <w:t>492.0805</w:t>
      </w:r>
      <w:r>
        <w:tab/>
        <w:t>1.013e0</w:t>
      </w:r>
    </w:p>
    <w:p w:rsidR="00E00D30" w:rsidRDefault="00E00D30" w:rsidP="00E00D30">
      <w:r>
        <w:t>492.0954</w:t>
      </w:r>
      <w:r>
        <w:tab/>
        <w:t>1.013e0</w:t>
      </w:r>
    </w:p>
    <w:p w:rsidR="00E00D30" w:rsidRDefault="00E00D30" w:rsidP="00E00D30">
      <w:r>
        <w:t>492.1383</w:t>
      </w:r>
      <w:r>
        <w:tab/>
        <w:t>1.013e0</w:t>
      </w:r>
    </w:p>
    <w:p w:rsidR="00E00D30" w:rsidRDefault="00E00D30" w:rsidP="00E00D30">
      <w:r>
        <w:t>492.1540</w:t>
      </w:r>
      <w:r>
        <w:tab/>
        <w:t>2.025e0</w:t>
      </w:r>
    </w:p>
    <w:p w:rsidR="00E00D30" w:rsidRDefault="00E00D30" w:rsidP="00E00D30">
      <w:r>
        <w:lastRenderedPageBreak/>
        <w:t>492.1856</w:t>
      </w:r>
      <w:r>
        <w:tab/>
        <w:t>2.025e0</w:t>
      </w:r>
    </w:p>
    <w:p w:rsidR="00E00D30" w:rsidRDefault="00E00D30" w:rsidP="00E00D30">
      <w:r>
        <w:t>492.1930</w:t>
      </w:r>
      <w:r>
        <w:tab/>
        <w:t>1.013e0</w:t>
      </w:r>
    </w:p>
    <w:p w:rsidR="00E00D30" w:rsidRDefault="00E00D30" w:rsidP="00E00D30">
      <w:r>
        <w:t>492.2058</w:t>
      </w:r>
      <w:r>
        <w:tab/>
        <w:t>2.025e0</w:t>
      </w:r>
    </w:p>
    <w:p w:rsidR="00E00D30" w:rsidRDefault="00E00D30" w:rsidP="00E00D30">
      <w:r>
        <w:t>492.2122</w:t>
      </w:r>
      <w:r>
        <w:tab/>
        <w:t>1.013e0</w:t>
      </w:r>
    </w:p>
    <w:p w:rsidR="00E00D30" w:rsidRDefault="00E00D30" w:rsidP="00E00D30">
      <w:r>
        <w:t>492.2254</w:t>
      </w:r>
      <w:r>
        <w:tab/>
        <w:t>2.025e0</w:t>
      </w:r>
    </w:p>
    <w:p w:rsidR="00E00D30" w:rsidRDefault="00E00D30" w:rsidP="00E00D30">
      <w:r>
        <w:t>492.2487</w:t>
      </w:r>
      <w:r>
        <w:tab/>
        <w:t>3.038e0</w:t>
      </w:r>
    </w:p>
    <w:p w:rsidR="00E00D30" w:rsidRDefault="00E00D30" w:rsidP="00E00D30">
      <w:r>
        <w:t>492.2711</w:t>
      </w:r>
      <w:r>
        <w:tab/>
        <w:t>2.025e0</w:t>
      </w:r>
    </w:p>
    <w:p w:rsidR="00E00D30" w:rsidRDefault="00E00D30" w:rsidP="00E00D30">
      <w:r>
        <w:t>492.2976</w:t>
      </w:r>
      <w:r>
        <w:tab/>
        <w:t>2.902e1</w:t>
      </w:r>
    </w:p>
    <w:p w:rsidR="00E00D30" w:rsidRDefault="00E00D30" w:rsidP="00E00D30">
      <w:r>
        <w:t>492.3005</w:t>
      </w:r>
      <w:r>
        <w:tab/>
        <w:t>8.496e0</w:t>
      </w:r>
    </w:p>
    <w:p w:rsidR="00E00D30" w:rsidRDefault="00E00D30" w:rsidP="00E00D30">
      <w:r>
        <w:t>492.3082</w:t>
      </w:r>
      <w:r>
        <w:tab/>
        <w:t>4.948e0</w:t>
      </w:r>
    </w:p>
    <w:p w:rsidR="00E00D30" w:rsidRDefault="00E00D30" w:rsidP="00E00D30">
      <w:r>
        <w:t>492.3122</w:t>
      </w:r>
      <w:r>
        <w:tab/>
        <w:t>1.975e1</w:t>
      </w:r>
    </w:p>
    <w:p w:rsidR="00E00D30" w:rsidRDefault="00E00D30" w:rsidP="00E00D30">
      <w:r>
        <w:t>492.3177</w:t>
      </w:r>
      <w:r>
        <w:tab/>
        <w:t>1.013e1</w:t>
      </w:r>
    </w:p>
    <w:p w:rsidR="00E00D30" w:rsidRDefault="00E00D30" w:rsidP="00E00D30">
      <w:r>
        <w:t>492.3283</w:t>
      </w:r>
      <w:r>
        <w:tab/>
        <w:t>1.013e0</w:t>
      </w:r>
    </w:p>
    <w:p w:rsidR="00E00D30" w:rsidRDefault="00E00D30" w:rsidP="00E00D30">
      <w:r>
        <w:t>492.3513</w:t>
      </w:r>
      <w:r>
        <w:tab/>
        <w:t>1.013e0</w:t>
      </w:r>
    </w:p>
    <w:p w:rsidR="00E00D30" w:rsidRDefault="00E00D30" w:rsidP="00E00D30">
      <w:r>
        <w:t>492.3862</w:t>
      </w:r>
      <w:r>
        <w:tab/>
        <w:t>1.013e0</w:t>
      </w:r>
    </w:p>
    <w:p w:rsidR="00E00D30" w:rsidRDefault="00E00D30" w:rsidP="00E00D30">
      <w:r>
        <w:t>492.4230</w:t>
      </w:r>
      <w:r>
        <w:tab/>
        <w:t>1.013e0</w:t>
      </w:r>
    </w:p>
    <w:p w:rsidR="00E00D30" w:rsidRDefault="00E00D30" w:rsidP="00E00D30">
      <w:r>
        <w:t>492.4280</w:t>
      </w:r>
      <w:r>
        <w:tab/>
        <w:t>4.051e0</w:t>
      </w:r>
    </w:p>
    <w:p w:rsidR="00E00D30" w:rsidRDefault="00E00D30" w:rsidP="00E00D30">
      <w:r>
        <w:t>492.4367</w:t>
      </w:r>
      <w:r>
        <w:tab/>
        <w:t>4.051e0</w:t>
      </w:r>
    </w:p>
    <w:p w:rsidR="00E00D30" w:rsidRDefault="00E00D30" w:rsidP="00E00D30">
      <w:r>
        <w:t>492.4537</w:t>
      </w:r>
      <w:r>
        <w:tab/>
        <w:t>1.013e0</w:t>
      </w:r>
    </w:p>
    <w:p w:rsidR="00E00D30" w:rsidRDefault="00E00D30" w:rsidP="00E00D30">
      <w:r>
        <w:lastRenderedPageBreak/>
        <w:t>492.5136</w:t>
      </w:r>
      <w:r>
        <w:tab/>
        <w:t>1.013e0</w:t>
      </w:r>
    </w:p>
    <w:p w:rsidR="00E00D30" w:rsidRDefault="00E00D30" w:rsidP="00E00D30">
      <w:r>
        <w:t>492.5532</w:t>
      </w:r>
      <w:r>
        <w:tab/>
        <w:t>1.013e0</w:t>
      </w:r>
    </w:p>
    <w:p w:rsidR="00E00D30" w:rsidRDefault="00E00D30" w:rsidP="00E00D30">
      <w:r>
        <w:t>492.5659</w:t>
      </w:r>
      <w:r>
        <w:tab/>
        <w:t>1.013e0</w:t>
      </w:r>
    </w:p>
    <w:p w:rsidR="00E00D30" w:rsidRDefault="00E00D30" w:rsidP="00E00D30">
      <w:r>
        <w:t>492.5766</w:t>
      </w:r>
      <w:r>
        <w:tab/>
        <w:t>4.051e0</w:t>
      </w:r>
    </w:p>
    <w:p w:rsidR="00E00D30" w:rsidRDefault="00E00D30" w:rsidP="00E00D30">
      <w:r>
        <w:t>492.5902</w:t>
      </w:r>
      <w:r>
        <w:tab/>
        <w:t>1.013e0</w:t>
      </w:r>
    </w:p>
    <w:p w:rsidR="00E00D30" w:rsidRDefault="00E00D30" w:rsidP="00E00D30">
      <w:r>
        <w:t>492.5933</w:t>
      </w:r>
      <w:r>
        <w:tab/>
        <w:t>1.013e0</w:t>
      </w:r>
    </w:p>
    <w:p w:rsidR="00E00D30" w:rsidRDefault="00E00D30" w:rsidP="00E00D30">
      <w:r>
        <w:t>492.6116</w:t>
      </w:r>
      <w:r>
        <w:tab/>
        <w:t>1.013e0</w:t>
      </w:r>
    </w:p>
    <w:p w:rsidR="00E00D30" w:rsidRDefault="00E00D30" w:rsidP="00E00D30">
      <w:r>
        <w:t>492.6295</w:t>
      </w:r>
      <w:r>
        <w:tab/>
        <w:t>2.025e0</w:t>
      </w:r>
    </w:p>
    <w:p w:rsidR="00E00D30" w:rsidRDefault="00E00D30" w:rsidP="00E00D30">
      <w:r>
        <w:t>492.6426</w:t>
      </w:r>
      <w:r>
        <w:tab/>
        <w:t>2.025e0</w:t>
      </w:r>
    </w:p>
    <w:p w:rsidR="00E00D30" w:rsidRDefault="00E00D30" w:rsidP="00E00D30">
      <w:r>
        <w:t>492.6478</w:t>
      </w:r>
      <w:r>
        <w:tab/>
        <w:t>1.013e0</w:t>
      </w:r>
    </w:p>
    <w:p w:rsidR="00E00D30" w:rsidRDefault="00E00D30" w:rsidP="00E00D30">
      <w:r>
        <w:t>492.6510</w:t>
      </w:r>
      <w:r>
        <w:tab/>
        <w:t>1.013e0</w:t>
      </w:r>
    </w:p>
    <w:p w:rsidR="00E00D30" w:rsidRDefault="00E00D30" w:rsidP="00E00D30">
      <w:r>
        <w:t>492.6877</w:t>
      </w:r>
      <w:r>
        <w:tab/>
        <w:t>1.013e0</w:t>
      </w:r>
    </w:p>
    <w:p w:rsidR="00E00D30" w:rsidRDefault="00E00D30" w:rsidP="00E00D30">
      <w:r>
        <w:t>492.7063</w:t>
      </w:r>
      <w:r>
        <w:tab/>
        <w:t>3.038e0</w:t>
      </w:r>
    </w:p>
    <w:p w:rsidR="00E00D30" w:rsidRDefault="00E00D30" w:rsidP="00E00D30">
      <w:r>
        <w:t>492.7276</w:t>
      </w:r>
      <w:r>
        <w:tab/>
        <w:t>2.025e0</w:t>
      </w:r>
    </w:p>
    <w:p w:rsidR="00E00D30" w:rsidRDefault="00E00D30" w:rsidP="00E00D30">
      <w:r>
        <w:t>492.7458</w:t>
      </w:r>
      <w:r>
        <w:tab/>
        <w:t>1.013e0</w:t>
      </w:r>
    </w:p>
    <w:p w:rsidR="00E00D30" w:rsidRDefault="00E00D30" w:rsidP="00E00D30">
      <w:r>
        <w:t>492.7533</w:t>
      </w:r>
      <w:r>
        <w:tab/>
        <w:t>1.013e0</w:t>
      </w:r>
    </w:p>
    <w:p w:rsidR="00E00D30" w:rsidRDefault="00E00D30" w:rsidP="00E00D30">
      <w:r>
        <w:t>492.7592</w:t>
      </w:r>
      <w:r>
        <w:tab/>
        <w:t>4.051e0</w:t>
      </w:r>
    </w:p>
    <w:p w:rsidR="00E00D30" w:rsidRDefault="00E00D30" w:rsidP="00E00D30">
      <w:r>
        <w:t>492.7648</w:t>
      </w:r>
      <w:r>
        <w:tab/>
        <w:t>1.013e0</w:t>
      </w:r>
    </w:p>
    <w:p w:rsidR="00E00D30" w:rsidRDefault="00E00D30" w:rsidP="00E00D30">
      <w:r>
        <w:t>492.7790</w:t>
      </w:r>
      <w:r>
        <w:tab/>
        <w:t>2.025e0</w:t>
      </w:r>
    </w:p>
    <w:p w:rsidR="00E00D30" w:rsidRDefault="00E00D30" w:rsidP="00E00D30">
      <w:r>
        <w:lastRenderedPageBreak/>
        <w:t>492.7964</w:t>
      </w:r>
      <w:r>
        <w:tab/>
        <w:t>1.013e0</w:t>
      </w:r>
    </w:p>
    <w:p w:rsidR="00E00D30" w:rsidRDefault="00E00D30" w:rsidP="00E00D30">
      <w:r>
        <w:t>492.8055</w:t>
      </w:r>
      <w:r>
        <w:tab/>
        <w:t>1.013e0</w:t>
      </w:r>
    </w:p>
    <w:p w:rsidR="00E00D30" w:rsidRDefault="00E00D30" w:rsidP="00E00D30">
      <w:r>
        <w:t>492.8524</w:t>
      </w:r>
      <w:r>
        <w:tab/>
        <w:t>4.051e0</w:t>
      </w:r>
    </w:p>
    <w:p w:rsidR="00E00D30" w:rsidRDefault="00E00D30" w:rsidP="00E00D30">
      <w:r>
        <w:t>492.8649</w:t>
      </w:r>
      <w:r>
        <w:tab/>
        <w:t>1.013e0</w:t>
      </w:r>
    </w:p>
    <w:p w:rsidR="00E00D30" w:rsidRDefault="00E00D30" w:rsidP="00E00D30">
      <w:r>
        <w:t>492.8820</w:t>
      </w:r>
      <w:r>
        <w:tab/>
        <w:t>1.013e0</w:t>
      </w:r>
    </w:p>
    <w:p w:rsidR="00E00D30" w:rsidRDefault="00E00D30" w:rsidP="00E00D30">
      <w:r>
        <w:t>492.8903</w:t>
      </w:r>
      <w:r>
        <w:tab/>
        <w:t>1.013e0</w:t>
      </w:r>
    </w:p>
    <w:p w:rsidR="00E00D30" w:rsidRDefault="00E00D30" w:rsidP="00E00D30">
      <w:r>
        <w:t>492.8951</w:t>
      </w:r>
      <w:r>
        <w:tab/>
        <w:t>1.013e0</w:t>
      </w:r>
    </w:p>
    <w:p w:rsidR="00E00D30" w:rsidRDefault="00E00D30" w:rsidP="00E00D30">
      <w:r>
        <w:t>492.9642</w:t>
      </w:r>
      <w:r>
        <w:tab/>
        <w:t>2.025e0</w:t>
      </w:r>
    </w:p>
    <w:p w:rsidR="00E00D30" w:rsidRDefault="00E00D30" w:rsidP="00E00D30">
      <w:r>
        <w:t>492.9724</w:t>
      </w:r>
      <w:r>
        <w:tab/>
        <w:t>1.013e0</w:t>
      </w:r>
    </w:p>
    <w:p w:rsidR="00E00D30" w:rsidRDefault="00E00D30" w:rsidP="00E00D30">
      <w:r>
        <w:t>492.9792</w:t>
      </w:r>
      <w:r>
        <w:tab/>
        <w:t>2.025e0</w:t>
      </w:r>
    </w:p>
    <w:p w:rsidR="00E00D30" w:rsidRDefault="00E00D30" w:rsidP="00E00D30">
      <w:r>
        <w:t>492.9937</w:t>
      </w:r>
      <w:r>
        <w:tab/>
        <w:t>2.025e0</w:t>
      </w:r>
    </w:p>
    <w:p w:rsidR="00E00D30" w:rsidRDefault="00E00D30" w:rsidP="00E00D30">
      <w:r>
        <w:t>493.0045</w:t>
      </w:r>
      <w:r>
        <w:tab/>
        <w:t>3.038e0</w:t>
      </w:r>
    </w:p>
    <w:p w:rsidR="00E00D30" w:rsidRDefault="00E00D30" w:rsidP="00E00D30">
      <w:r>
        <w:t>493.0298</w:t>
      </w:r>
      <w:r>
        <w:tab/>
        <w:t>1.013e0</w:t>
      </w:r>
    </w:p>
    <w:p w:rsidR="00E00D30" w:rsidRDefault="00E00D30" w:rsidP="00E00D30">
      <w:r>
        <w:t>493.0359</w:t>
      </w:r>
      <w:r>
        <w:tab/>
        <w:t>1.013e0</w:t>
      </w:r>
    </w:p>
    <w:p w:rsidR="00E00D30" w:rsidRDefault="00E00D30" w:rsidP="00E00D30">
      <w:r>
        <w:t>493.0453</w:t>
      </w:r>
      <w:r>
        <w:tab/>
        <w:t>1.013e0</w:t>
      </w:r>
    </w:p>
    <w:p w:rsidR="00E00D30" w:rsidRDefault="00E00D30" w:rsidP="00E00D30">
      <w:r>
        <w:t>493.0619</w:t>
      </w:r>
      <w:r>
        <w:tab/>
        <w:t>1.013e0</w:t>
      </w:r>
    </w:p>
    <w:p w:rsidR="00E00D30" w:rsidRDefault="00E00D30" w:rsidP="00E00D30">
      <w:r>
        <w:t>493.1081</w:t>
      </w:r>
      <w:r>
        <w:tab/>
        <w:t>2.025e0</w:t>
      </w:r>
    </w:p>
    <w:p w:rsidR="00E00D30" w:rsidRDefault="00E00D30" w:rsidP="00E00D30">
      <w:r>
        <w:t>493.1268</w:t>
      </w:r>
      <w:r>
        <w:tab/>
        <w:t>3.038e0</w:t>
      </w:r>
    </w:p>
    <w:p w:rsidR="00E00D30" w:rsidRDefault="00E00D30" w:rsidP="00E00D30">
      <w:r>
        <w:t>493.1279</w:t>
      </w:r>
      <w:r>
        <w:tab/>
        <w:t>2.025e0</w:t>
      </w:r>
    </w:p>
    <w:p w:rsidR="00E00D30" w:rsidRDefault="00E00D30" w:rsidP="00E00D30">
      <w:r>
        <w:lastRenderedPageBreak/>
        <w:t>493.1427</w:t>
      </w:r>
      <w:r>
        <w:tab/>
        <w:t>1.013e0</w:t>
      </w:r>
    </w:p>
    <w:p w:rsidR="00E00D30" w:rsidRDefault="00E00D30" w:rsidP="00E00D30">
      <w:r>
        <w:t>493.1647</w:t>
      </w:r>
      <w:r>
        <w:tab/>
        <w:t>1.013e0</w:t>
      </w:r>
    </w:p>
    <w:p w:rsidR="00E00D30" w:rsidRDefault="00E00D30" w:rsidP="00E00D30">
      <w:r>
        <w:t>493.1819</w:t>
      </w:r>
      <w:r>
        <w:tab/>
        <w:t>1.013e0</w:t>
      </w:r>
    </w:p>
    <w:p w:rsidR="00E00D30" w:rsidRDefault="00E00D30" w:rsidP="00E00D30">
      <w:r>
        <w:t>493.2075</w:t>
      </w:r>
      <w:r>
        <w:tab/>
        <w:t>2.025e0</w:t>
      </w:r>
    </w:p>
    <w:p w:rsidR="00E00D30" w:rsidRDefault="00E00D30" w:rsidP="00E00D30">
      <w:r>
        <w:t>493.2248</w:t>
      </w:r>
      <w:r>
        <w:tab/>
        <w:t>2.025e0</w:t>
      </w:r>
    </w:p>
    <w:p w:rsidR="00E00D30" w:rsidRDefault="00E00D30" w:rsidP="00E00D30">
      <w:r>
        <w:t>493.2424</w:t>
      </w:r>
      <w:r>
        <w:tab/>
        <w:t>1.013e0</w:t>
      </w:r>
    </w:p>
    <w:p w:rsidR="00E00D30" w:rsidRDefault="00E00D30" w:rsidP="00E00D30">
      <w:r>
        <w:t>493.2852</w:t>
      </w:r>
      <w:r>
        <w:tab/>
        <w:t>1.013e0</w:t>
      </w:r>
    </w:p>
    <w:p w:rsidR="00E00D30" w:rsidRDefault="00E00D30" w:rsidP="00E00D30">
      <w:r>
        <w:t>493.2863</w:t>
      </w:r>
      <w:r>
        <w:tab/>
        <w:t>1.424e1</w:t>
      </w:r>
    </w:p>
    <w:p w:rsidR="00E00D30" w:rsidRDefault="00E00D30" w:rsidP="00E00D30">
      <w:r>
        <w:t>493.2941</w:t>
      </w:r>
      <w:r>
        <w:tab/>
        <w:t>1.013e1</w:t>
      </w:r>
    </w:p>
    <w:p w:rsidR="00E00D30" w:rsidRDefault="00E00D30" w:rsidP="00E00D30">
      <w:r>
        <w:t>493.3004</w:t>
      </w:r>
      <w:r>
        <w:tab/>
        <w:t>7.163e0</w:t>
      </w:r>
    </w:p>
    <w:p w:rsidR="00E00D30" w:rsidRDefault="00E00D30" w:rsidP="00E00D30">
      <w:r>
        <w:t>493.3059</w:t>
      </w:r>
      <w:r>
        <w:tab/>
        <w:t>1.385e1</w:t>
      </w:r>
    </w:p>
    <w:p w:rsidR="00E00D30" w:rsidRDefault="00E00D30" w:rsidP="00E00D30">
      <w:r>
        <w:t>493.3071</w:t>
      </w:r>
      <w:r>
        <w:tab/>
        <w:t>1.090e1</w:t>
      </w:r>
    </w:p>
    <w:p w:rsidR="00E00D30" w:rsidRDefault="00E00D30" w:rsidP="00E00D30">
      <w:r>
        <w:t>493.3290</w:t>
      </w:r>
      <w:r>
        <w:tab/>
        <w:t>4.051e0</w:t>
      </w:r>
    </w:p>
    <w:p w:rsidR="00E00D30" w:rsidRDefault="00E00D30" w:rsidP="00E00D30">
      <w:r>
        <w:t>493.3851</w:t>
      </w:r>
      <w:r>
        <w:tab/>
        <w:t>2.025e0</w:t>
      </w:r>
    </w:p>
    <w:p w:rsidR="00E00D30" w:rsidRDefault="00E00D30" w:rsidP="00E00D30">
      <w:r>
        <w:t>493.3960</w:t>
      </w:r>
      <w:r>
        <w:tab/>
        <w:t>1.013e0</w:t>
      </w:r>
    </w:p>
    <w:p w:rsidR="00E00D30" w:rsidRDefault="00E00D30" w:rsidP="00E00D30">
      <w:r>
        <w:t>493.4027</w:t>
      </w:r>
      <w:r>
        <w:tab/>
        <w:t>2.025e0</w:t>
      </w:r>
    </w:p>
    <w:p w:rsidR="00E00D30" w:rsidRDefault="00E00D30" w:rsidP="00E00D30">
      <w:r>
        <w:t>493.4138</w:t>
      </w:r>
      <w:r>
        <w:tab/>
        <w:t>1.013e0</w:t>
      </w:r>
    </w:p>
    <w:p w:rsidR="00E00D30" w:rsidRDefault="00E00D30" w:rsidP="00E00D30">
      <w:r>
        <w:t>493.4853</w:t>
      </w:r>
      <w:r>
        <w:tab/>
        <w:t>1.013e0</w:t>
      </w:r>
    </w:p>
    <w:p w:rsidR="00E00D30" w:rsidRDefault="00E00D30" w:rsidP="00E00D30">
      <w:r>
        <w:t>493.5211</w:t>
      </w:r>
      <w:r>
        <w:tab/>
        <w:t>1.013e0</w:t>
      </w:r>
    </w:p>
    <w:p w:rsidR="00E00D30" w:rsidRDefault="00E00D30" w:rsidP="00E00D30">
      <w:r>
        <w:lastRenderedPageBreak/>
        <w:t>493.5392</w:t>
      </w:r>
      <w:r>
        <w:tab/>
        <w:t>1.013e0</w:t>
      </w:r>
    </w:p>
    <w:p w:rsidR="00E00D30" w:rsidRDefault="00E00D30" w:rsidP="00E00D30">
      <w:r>
        <w:t>493.5504</w:t>
      </w:r>
      <w:r>
        <w:tab/>
        <w:t>1.013e0</w:t>
      </w:r>
    </w:p>
    <w:p w:rsidR="00E00D30" w:rsidRDefault="00E00D30" w:rsidP="00E00D30">
      <w:r>
        <w:t>493.5932</w:t>
      </w:r>
      <w:r>
        <w:tab/>
        <w:t>1.013e0</w:t>
      </w:r>
    </w:p>
    <w:p w:rsidR="00E00D30" w:rsidRDefault="00E00D30" w:rsidP="00E00D30">
      <w:r>
        <w:t>493.6214</w:t>
      </w:r>
      <w:r>
        <w:tab/>
        <w:t>2.025e0</w:t>
      </w:r>
    </w:p>
    <w:p w:rsidR="00E00D30" w:rsidRDefault="00E00D30" w:rsidP="00E00D30">
      <w:r>
        <w:t>493.6620</w:t>
      </w:r>
      <w:r>
        <w:tab/>
        <w:t>2.025e0</w:t>
      </w:r>
    </w:p>
    <w:p w:rsidR="00E00D30" w:rsidRDefault="00E00D30" w:rsidP="00E00D30">
      <w:r>
        <w:t>493.6787</w:t>
      </w:r>
      <w:r>
        <w:tab/>
        <w:t>1.013e0</w:t>
      </w:r>
    </w:p>
    <w:p w:rsidR="00E00D30" w:rsidRDefault="00E00D30" w:rsidP="00E00D30">
      <w:r>
        <w:t>493.6918</w:t>
      </w:r>
      <w:r>
        <w:tab/>
        <w:t>1.013e0</w:t>
      </w:r>
    </w:p>
    <w:p w:rsidR="00E00D30" w:rsidRDefault="00E00D30" w:rsidP="00E00D30">
      <w:r>
        <w:t>493.7303</w:t>
      </w:r>
      <w:r>
        <w:tab/>
        <w:t>2.025e0</w:t>
      </w:r>
    </w:p>
    <w:p w:rsidR="00E00D30" w:rsidRDefault="00E00D30" w:rsidP="00E00D30">
      <w:r>
        <w:t>493.7316</w:t>
      </w:r>
      <w:r>
        <w:tab/>
        <w:t>1.013e0</w:t>
      </w:r>
    </w:p>
    <w:p w:rsidR="00E00D30" w:rsidRDefault="00E00D30" w:rsidP="00E00D30">
      <w:r>
        <w:t>493.7562</w:t>
      </w:r>
      <w:r>
        <w:tab/>
        <w:t>1.013e0</w:t>
      </w:r>
    </w:p>
    <w:p w:rsidR="00E00D30" w:rsidRDefault="00E00D30" w:rsidP="00E00D30">
      <w:r>
        <w:t>493.7685</w:t>
      </w:r>
      <w:r>
        <w:tab/>
        <w:t>1.013e0</w:t>
      </w:r>
    </w:p>
    <w:p w:rsidR="00E00D30" w:rsidRDefault="00E00D30" w:rsidP="00E00D30">
      <w:r>
        <w:t>493.7761</w:t>
      </w:r>
      <w:r>
        <w:tab/>
        <w:t>2.025e0</w:t>
      </w:r>
    </w:p>
    <w:p w:rsidR="00E00D30" w:rsidRDefault="00E00D30" w:rsidP="00E00D30">
      <w:r>
        <w:t>493.8232</w:t>
      </w:r>
      <w:r>
        <w:tab/>
        <w:t>1.013e0</w:t>
      </w:r>
    </w:p>
    <w:p w:rsidR="00E00D30" w:rsidRDefault="00E00D30" w:rsidP="00E00D30">
      <w:r>
        <w:t>493.8622</w:t>
      </w:r>
      <w:r>
        <w:tab/>
        <w:t>3.038e0</w:t>
      </w:r>
    </w:p>
    <w:p w:rsidR="00E00D30" w:rsidRDefault="00E00D30" w:rsidP="00E00D30">
      <w:r>
        <w:t>493.8871</w:t>
      </w:r>
      <w:r>
        <w:tab/>
        <w:t>2.025e0</w:t>
      </w:r>
    </w:p>
    <w:p w:rsidR="00E00D30" w:rsidRDefault="00E00D30" w:rsidP="00E00D30">
      <w:r>
        <w:t>493.8928</w:t>
      </w:r>
      <w:r>
        <w:tab/>
        <w:t>2.025e0</w:t>
      </w:r>
    </w:p>
    <w:p w:rsidR="00E00D30" w:rsidRDefault="00E00D30" w:rsidP="00E00D30">
      <w:r>
        <w:t>493.9048</w:t>
      </w:r>
      <w:r>
        <w:tab/>
        <w:t>2.025e0</w:t>
      </w:r>
    </w:p>
    <w:p w:rsidR="00E00D30" w:rsidRDefault="00E00D30" w:rsidP="00E00D30">
      <w:r>
        <w:t>493.9179</w:t>
      </w:r>
      <w:r>
        <w:tab/>
        <w:t>6.076e0</w:t>
      </w:r>
    </w:p>
    <w:p w:rsidR="00E00D30" w:rsidRDefault="00E00D30" w:rsidP="00E00D30">
      <w:r>
        <w:t>493.9198</w:t>
      </w:r>
      <w:r>
        <w:tab/>
        <w:t>2.025e0</w:t>
      </w:r>
    </w:p>
    <w:p w:rsidR="00E00D30" w:rsidRDefault="00E00D30" w:rsidP="00E00D30">
      <w:r>
        <w:lastRenderedPageBreak/>
        <w:t>493.9397</w:t>
      </w:r>
      <w:r>
        <w:tab/>
        <w:t>2.025e0</w:t>
      </w:r>
    </w:p>
    <w:p w:rsidR="00E00D30" w:rsidRDefault="00E00D30" w:rsidP="00E00D30">
      <w:r>
        <w:t>493.9980</w:t>
      </w:r>
      <w:r>
        <w:tab/>
        <w:t>1.013e0</w:t>
      </w:r>
    </w:p>
    <w:p w:rsidR="00E00D30" w:rsidRDefault="00E00D30" w:rsidP="00E00D30">
      <w:r>
        <w:t>494.0521</w:t>
      </w:r>
      <w:r>
        <w:tab/>
        <w:t>1.013e0</w:t>
      </w:r>
    </w:p>
    <w:p w:rsidR="00E00D30" w:rsidRDefault="00E00D30" w:rsidP="00E00D30">
      <w:r>
        <w:t>494.0563</w:t>
      </w:r>
      <w:r>
        <w:tab/>
        <w:t>2.025e0</w:t>
      </w:r>
    </w:p>
    <w:p w:rsidR="00E00D30" w:rsidRDefault="00E00D30" w:rsidP="00E00D30">
      <w:r>
        <w:t>494.0650</w:t>
      </w:r>
      <w:r>
        <w:tab/>
        <w:t>1.013e0</w:t>
      </w:r>
    </w:p>
    <w:p w:rsidR="00E00D30" w:rsidRDefault="00E00D30" w:rsidP="00E00D30">
      <w:r>
        <w:t>494.0703</w:t>
      </w:r>
      <w:r>
        <w:tab/>
        <w:t>1.013e0</w:t>
      </w:r>
    </w:p>
    <w:p w:rsidR="00E00D30" w:rsidRDefault="00E00D30" w:rsidP="00E00D30">
      <w:r>
        <w:t>494.0918</w:t>
      </w:r>
      <w:r>
        <w:tab/>
        <w:t>1.013e0</w:t>
      </w:r>
    </w:p>
    <w:p w:rsidR="00E00D30" w:rsidRDefault="00E00D30" w:rsidP="00E00D30">
      <w:r>
        <w:t>494.1000</w:t>
      </w:r>
      <w:r>
        <w:tab/>
        <w:t>1.013e0</w:t>
      </w:r>
    </w:p>
    <w:p w:rsidR="00E00D30" w:rsidRDefault="00E00D30" w:rsidP="00E00D30">
      <w:r>
        <w:t>494.1515</w:t>
      </w:r>
      <w:r>
        <w:tab/>
        <w:t>1.013e0</w:t>
      </w:r>
    </w:p>
    <w:p w:rsidR="00E00D30" w:rsidRDefault="00E00D30" w:rsidP="00E00D30">
      <w:r>
        <w:t>494.1683</w:t>
      </w:r>
      <w:r>
        <w:tab/>
        <w:t>3.038e0</w:t>
      </w:r>
    </w:p>
    <w:p w:rsidR="00E00D30" w:rsidRDefault="00E00D30" w:rsidP="00E00D30">
      <w:r>
        <w:t>494.1867</w:t>
      </w:r>
      <w:r>
        <w:tab/>
        <w:t>1.013e0</w:t>
      </w:r>
    </w:p>
    <w:p w:rsidR="00E00D30" w:rsidRDefault="00E00D30" w:rsidP="00E00D30">
      <w:r>
        <w:t>494.2051</w:t>
      </w:r>
      <w:r>
        <w:tab/>
        <w:t>1.013e0</w:t>
      </w:r>
    </w:p>
    <w:p w:rsidR="00E00D30" w:rsidRDefault="00E00D30" w:rsidP="00E00D30">
      <w:r>
        <w:t>494.2078</w:t>
      </w:r>
      <w:r>
        <w:tab/>
        <w:t>2.025e0</w:t>
      </w:r>
    </w:p>
    <w:p w:rsidR="00E00D30" w:rsidRDefault="00E00D30" w:rsidP="00E00D30">
      <w:r>
        <w:t>494.2204</w:t>
      </w:r>
      <w:r>
        <w:tab/>
        <w:t>2.025e0</w:t>
      </w:r>
    </w:p>
    <w:p w:rsidR="00E00D30" w:rsidRDefault="00E00D30" w:rsidP="00E00D30">
      <w:r>
        <w:t>494.2367</w:t>
      </w:r>
      <w:r>
        <w:tab/>
        <w:t>1.013e0</w:t>
      </w:r>
    </w:p>
    <w:p w:rsidR="00E00D30" w:rsidRDefault="00E00D30" w:rsidP="00E00D30">
      <w:r>
        <w:t>494.2521</w:t>
      </w:r>
      <w:r>
        <w:tab/>
        <w:t>2.025e0</w:t>
      </w:r>
    </w:p>
    <w:p w:rsidR="00E00D30" w:rsidRDefault="00E00D30" w:rsidP="00E00D30">
      <w:r>
        <w:t>494.2626</w:t>
      </w:r>
      <w:r>
        <w:tab/>
        <w:t>2.025e0</w:t>
      </w:r>
    </w:p>
    <w:p w:rsidR="00E00D30" w:rsidRDefault="00E00D30" w:rsidP="00E00D30">
      <w:r>
        <w:t>494.2665</w:t>
      </w:r>
      <w:r>
        <w:tab/>
        <w:t>3.038e0</w:t>
      </w:r>
    </w:p>
    <w:p w:rsidR="00E00D30" w:rsidRDefault="00E00D30" w:rsidP="00E00D30">
      <w:r>
        <w:t>494.2878</w:t>
      </w:r>
      <w:r>
        <w:tab/>
        <w:t>2.665e0</w:t>
      </w:r>
    </w:p>
    <w:p w:rsidR="00E00D30" w:rsidRDefault="00E00D30" w:rsidP="00E00D30">
      <w:r>
        <w:lastRenderedPageBreak/>
        <w:t>494.3000</w:t>
      </w:r>
      <w:r>
        <w:tab/>
        <w:t>4.051e0</w:t>
      </w:r>
    </w:p>
    <w:p w:rsidR="00E00D30" w:rsidRDefault="00E00D30" w:rsidP="00E00D30">
      <w:r>
        <w:t>494.3188</w:t>
      </w:r>
      <w:r>
        <w:tab/>
        <w:t>3.884e0</w:t>
      </w:r>
    </w:p>
    <w:p w:rsidR="00E00D30" w:rsidRDefault="00E00D30" w:rsidP="00E00D30">
      <w:r>
        <w:t>494.3226</w:t>
      </w:r>
      <w:r>
        <w:tab/>
        <w:t>1.013e0</w:t>
      </w:r>
    </w:p>
    <w:p w:rsidR="00E00D30" w:rsidRDefault="00E00D30" w:rsidP="00E00D30">
      <w:r>
        <w:t>494.3311</w:t>
      </w:r>
      <w:r>
        <w:tab/>
        <w:t>5.248e0</w:t>
      </w:r>
    </w:p>
    <w:p w:rsidR="00E00D30" w:rsidRDefault="00E00D30" w:rsidP="00E00D30">
      <w:r>
        <w:t>494.3371</w:t>
      </w:r>
      <w:r>
        <w:tab/>
        <w:t>1.685e0</w:t>
      </w:r>
    </w:p>
    <w:p w:rsidR="00E00D30" w:rsidRDefault="00E00D30" w:rsidP="00E00D30">
      <w:r>
        <w:t>494.3624</w:t>
      </w:r>
      <w:r>
        <w:tab/>
        <w:t>2.025e0</w:t>
      </w:r>
    </w:p>
    <w:p w:rsidR="00E00D30" w:rsidRDefault="00E00D30" w:rsidP="00E00D30">
      <w:r>
        <w:t>494.3692</w:t>
      </w:r>
      <w:r>
        <w:tab/>
        <w:t>6.076e0</w:t>
      </w:r>
    </w:p>
    <w:p w:rsidR="00E00D30" w:rsidRDefault="00E00D30" w:rsidP="00E00D30">
      <w:r>
        <w:t>494.3738</w:t>
      </w:r>
      <w:r>
        <w:tab/>
        <w:t>2.025e0</w:t>
      </w:r>
    </w:p>
    <w:p w:rsidR="00E00D30" w:rsidRDefault="00E00D30" w:rsidP="00E00D30">
      <w:r>
        <w:t>494.3979</w:t>
      </w:r>
      <w:r>
        <w:tab/>
        <w:t>2.792e0</w:t>
      </w:r>
    </w:p>
    <w:p w:rsidR="00E00D30" w:rsidRDefault="00E00D30" w:rsidP="00E00D30">
      <w:r>
        <w:t>494.4169</w:t>
      </w:r>
      <w:r>
        <w:tab/>
        <w:t>2.025e0</w:t>
      </w:r>
    </w:p>
    <w:p w:rsidR="00E00D30" w:rsidRDefault="00E00D30" w:rsidP="00E00D30">
      <w:r>
        <w:t>494.4428</w:t>
      </w:r>
      <w:r>
        <w:tab/>
        <w:t>1.013e0</w:t>
      </w:r>
    </w:p>
    <w:p w:rsidR="00E00D30" w:rsidRDefault="00E00D30" w:rsidP="00E00D30">
      <w:r>
        <w:t>494.4464</w:t>
      </w:r>
      <w:r>
        <w:tab/>
        <w:t>2.025e0</w:t>
      </w:r>
    </w:p>
    <w:p w:rsidR="00E00D30" w:rsidRDefault="00E00D30" w:rsidP="00E00D30">
      <w:r>
        <w:t>494.4599</w:t>
      </w:r>
      <w:r>
        <w:tab/>
        <w:t>4.051e0</w:t>
      </w:r>
    </w:p>
    <w:p w:rsidR="00E00D30" w:rsidRDefault="00E00D30" w:rsidP="00E00D30">
      <w:r>
        <w:t>494.4857</w:t>
      </w:r>
      <w:r>
        <w:tab/>
        <w:t>1.013e0</w:t>
      </w:r>
    </w:p>
    <w:p w:rsidR="00E00D30" w:rsidRDefault="00E00D30" w:rsidP="00E00D30">
      <w:r>
        <w:t>494.4943</w:t>
      </w:r>
      <w:r>
        <w:tab/>
        <w:t>1.013e0</w:t>
      </w:r>
    </w:p>
    <w:p w:rsidR="00E00D30" w:rsidRDefault="00E00D30" w:rsidP="00E00D30">
      <w:r>
        <w:t>494.5026</w:t>
      </w:r>
      <w:r>
        <w:tab/>
        <w:t>2.025e0</w:t>
      </w:r>
    </w:p>
    <w:p w:rsidR="00E00D30" w:rsidRDefault="00E00D30" w:rsidP="00E00D30">
      <w:r>
        <w:t>494.5437</w:t>
      </w:r>
      <w:r>
        <w:tab/>
        <w:t>3.038e0</w:t>
      </w:r>
    </w:p>
    <w:p w:rsidR="00E00D30" w:rsidRDefault="00E00D30" w:rsidP="00E00D30">
      <w:r>
        <w:t>494.5837</w:t>
      </w:r>
      <w:r>
        <w:tab/>
        <w:t>1.013e0</w:t>
      </w:r>
    </w:p>
    <w:p w:rsidR="00E00D30" w:rsidRDefault="00E00D30" w:rsidP="00E00D30">
      <w:r>
        <w:t>494.5894</w:t>
      </w:r>
      <w:r>
        <w:tab/>
        <w:t>1.013e0</w:t>
      </w:r>
    </w:p>
    <w:p w:rsidR="00E00D30" w:rsidRDefault="00E00D30" w:rsidP="00E00D30">
      <w:r>
        <w:lastRenderedPageBreak/>
        <w:t>494.5974</w:t>
      </w:r>
      <w:r>
        <w:tab/>
        <w:t>2.025e0</w:t>
      </w:r>
    </w:p>
    <w:p w:rsidR="00E00D30" w:rsidRDefault="00E00D30" w:rsidP="00E00D30">
      <w:r>
        <w:t>494.6014</w:t>
      </w:r>
      <w:r>
        <w:tab/>
        <w:t>2.025e0</w:t>
      </w:r>
    </w:p>
    <w:p w:rsidR="00E00D30" w:rsidRDefault="00E00D30" w:rsidP="00E00D30">
      <w:r>
        <w:t>494.6384</w:t>
      </w:r>
      <w:r>
        <w:tab/>
        <w:t>2.025e0</w:t>
      </w:r>
    </w:p>
    <w:p w:rsidR="00E00D30" w:rsidRDefault="00E00D30" w:rsidP="00E00D30">
      <w:r>
        <w:t>494.6661</w:t>
      </w:r>
      <w:r>
        <w:tab/>
        <w:t>1.013e0</w:t>
      </w:r>
    </w:p>
    <w:p w:rsidR="00E00D30" w:rsidRDefault="00E00D30" w:rsidP="00E00D30">
      <w:r>
        <w:t>494.6747</w:t>
      </w:r>
      <w:r>
        <w:tab/>
        <w:t>1.013e0</w:t>
      </w:r>
    </w:p>
    <w:p w:rsidR="00E00D30" w:rsidRDefault="00E00D30" w:rsidP="00E00D30">
      <w:r>
        <w:t>494.6925</w:t>
      </w:r>
      <w:r>
        <w:tab/>
        <w:t>1.013e0</w:t>
      </w:r>
    </w:p>
    <w:p w:rsidR="00E00D30" w:rsidRDefault="00E00D30" w:rsidP="00E00D30">
      <w:r>
        <w:t>494.6967</w:t>
      </w:r>
      <w:r>
        <w:tab/>
        <w:t>2.025e0</w:t>
      </w:r>
    </w:p>
    <w:p w:rsidR="00E00D30" w:rsidRDefault="00E00D30" w:rsidP="00E00D30">
      <w:r>
        <w:t>494.7145</w:t>
      </w:r>
      <w:r>
        <w:tab/>
        <w:t>1.013e0</w:t>
      </w:r>
    </w:p>
    <w:p w:rsidR="00E00D30" w:rsidRDefault="00E00D30" w:rsidP="00E00D30">
      <w:r>
        <w:t>494.7177</w:t>
      </w:r>
      <w:r>
        <w:tab/>
        <w:t>1.013e0</w:t>
      </w:r>
    </w:p>
    <w:p w:rsidR="00E00D30" w:rsidRDefault="00E00D30" w:rsidP="00E00D30">
      <w:r>
        <w:t>494.7864</w:t>
      </w:r>
      <w:r>
        <w:tab/>
        <w:t>1.013e0</w:t>
      </w:r>
    </w:p>
    <w:p w:rsidR="00E00D30" w:rsidRDefault="00E00D30" w:rsidP="00E00D30">
      <w:r>
        <w:t>494.8094</w:t>
      </w:r>
      <w:r>
        <w:tab/>
        <w:t>2.025e0</w:t>
      </w:r>
    </w:p>
    <w:p w:rsidR="00E00D30" w:rsidRDefault="00E00D30" w:rsidP="00E00D30">
      <w:r>
        <w:t>494.8380</w:t>
      </w:r>
      <w:r>
        <w:tab/>
        <w:t>1.013e0</w:t>
      </w:r>
    </w:p>
    <w:p w:rsidR="00E00D30" w:rsidRDefault="00E00D30" w:rsidP="00E00D30">
      <w:r>
        <w:t>494.8470</w:t>
      </w:r>
      <w:r>
        <w:tab/>
        <w:t>1.013e0</w:t>
      </w:r>
    </w:p>
    <w:p w:rsidR="00E00D30" w:rsidRDefault="00E00D30" w:rsidP="00E00D30">
      <w:r>
        <w:t>494.8505</w:t>
      </w:r>
      <w:r>
        <w:tab/>
        <w:t>3.038e0</w:t>
      </w:r>
    </w:p>
    <w:p w:rsidR="00E00D30" w:rsidRDefault="00E00D30" w:rsidP="00E00D30">
      <w:r>
        <w:t>494.8567</w:t>
      </w:r>
      <w:r>
        <w:tab/>
        <w:t>2.025e0</w:t>
      </w:r>
    </w:p>
    <w:p w:rsidR="00E00D30" w:rsidRDefault="00E00D30" w:rsidP="00E00D30">
      <w:r>
        <w:t>494.8676</w:t>
      </w:r>
      <w:r>
        <w:tab/>
        <w:t>1.013e0</w:t>
      </w:r>
    </w:p>
    <w:p w:rsidR="00E00D30" w:rsidRDefault="00E00D30" w:rsidP="00E00D30">
      <w:r>
        <w:t>494.8861</w:t>
      </w:r>
      <w:r>
        <w:tab/>
        <w:t>2.025e0</w:t>
      </w:r>
    </w:p>
    <w:p w:rsidR="00E00D30" w:rsidRDefault="00E00D30" w:rsidP="00E00D30">
      <w:r>
        <w:t>494.8891</w:t>
      </w:r>
      <w:r>
        <w:tab/>
        <w:t>2.025e0</w:t>
      </w:r>
    </w:p>
    <w:p w:rsidR="00E00D30" w:rsidRDefault="00E00D30" w:rsidP="00E00D30">
      <w:r>
        <w:t>494.8904</w:t>
      </w:r>
      <w:r>
        <w:tab/>
        <w:t>3.309e0</w:t>
      </w:r>
    </w:p>
    <w:p w:rsidR="00E00D30" w:rsidRDefault="00E00D30" w:rsidP="00E00D30">
      <w:r>
        <w:lastRenderedPageBreak/>
        <w:t>494.9047</w:t>
      </w:r>
      <w:r>
        <w:tab/>
        <w:t>1.013e0</w:t>
      </w:r>
    </w:p>
    <w:p w:rsidR="00E00D30" w:rsidRDefault="00E00D30" w:rsidP="00E00D30">
      <w:r>
        <w:t>494.9068</w:t>
      </w:r>
      <w:r>
        <w:tab/>
        <w:t>2.025e0</w:t>
      </w:r>
    </w:p>
    <w:p w:rsidR="00E00D30" w:rsidRDefault="00E00D30" w:rsidP="00E00D30">
      <w:r>
        <w:t>494.9160</w:t>
      </w:r>
      <w:r>
        <w:tab/>
        <w:t>3.038e0</w:t>
      </w:r>
    </w:p>
    <w:p w:rsidR="00E00D30" w:rsidRDefault="00E00D30" w:rsidP="00E00D30">
      <w:r>
        <w:t>494.9416</w:t>
      </w:r>
      <w:r>
        <w:tab/>
        <w:t>1.013e0</w:t>
      </w:r>
    </w:p>
    <w:p w:rsidR="00E00D30" w:rsidRDefault="00E00D30" w:rsidP="00E00D30">
      <w:r>
        <w:t>494.9447</w:t>
      </w:r>
      <w:r>
        <w:tab/>
        <w:t>2.025e0</w:t>
      </w:r>
    </w:p>
    <w:p w:rsidR="00E00D30" w:rsidRDefault="00E00D30" w:rsidP="00E00D30">
      <w:r>
        <w:t>494.9497</w:t>
      </w:r>
      <w:r>
        <w:tab/>
        <w:t>1.013e0</w:t>
      </w:r>
    </w:p>
    <w:p w:rsidR="00E00D30" w:rsidRDefault="00E00D30" w:rsidP="00E00D30">
      <w:r>
        <w:t>494.9624</w:t>
      </w:r>
      <w:r>
        <w:tab/>
        <w:t>2.025e0</w:t>
      </w:r>
    </w:p>
    <w:p w:rsidR="00E00D30" w:rsidRDefault="00E00D30" w:rsidP="00E00D30">
      <w:r>
        <w:t>494.9927</w:t>
      </w:r>
      <w:r>
        <w:tab/>
        <w:t>1.013e0</w:t>
      </w:r>
    </w:p>
    <w:p w:rsidR="00E00D30" w:rsidRDefault="00E00D30" w:rsidP="00E00D30">
      <w:r>
        <w:t>495.0529</w:t>
      </w:r>
      <w:r>
        <w:tab/>
        <w:t>1.013e0</w:t>
      </w:r>
    </w:p>
    <w:p w:rsidR="00E00D30" w:rsidRDefault="00E00D30" w:rsidP="00E00D30">
      <w:r>
        <w:t>495.0787</w:t>
      </w:r>
      <w:r>
        <w:tab/>
        <w:t>1.013e0</w:t>
      </w:r>
    </w:p>
    <w:p w:rsidR="00E00D30" w:rsidRDefault="00E00D30" w:rsidP="00E00D30">
      <w:r>
        <w:t>495.0856</w:t>
      </w:r>
      <w:r>
        <w:tab/>
        <w:t>2.025e0</w:t>
      </w:r>
    </w:p>
    <w:p w:rsidR="00E00D30" w:rsidRDefault="00E00D30" w:rsidP="00E00D30">
      <w:r>
        <w:t>495.0964</w:t>
      </w:r>
      <w:r>
        <w:tab/>
        <w:t>1.013e0</w:t>
      </w:r>
    </w:p>
    <w:p w:rsidR="00E00D30" w:rsidRDefault="00E00D30" w:rsidP="00E00D30">
      <w:r>
        <w:t>495.1300</w:t>
      </w:r>
      <w:r>
        <w:tab/>
        <w:t>1.013e0</w:t>
      </w:r>
    </w:p>
    <w:p w:rsidR="00E00D30" w:rsidRDefault="00E00D30" w:rsidP="00E00D30">
      <w:r>
        <w:t>495.1653</w:t>
      </w:r>
      <w:r>
        <w:tab/>
        <w:t>1.013e0</w:t>
      </w:r>
    </w:p>
    <w:p w:rsidR="00E00D30" w:rsidRDefault="00E00D30" w:rsidP="00E00D30">
      <w:r>
        <w:t>495.1813</w:t>
      </w:r>
      <w:r>
        <w:tab/>
        <w:t>1.819e0</w:t>
      </w:r>
    </w:p>
    <w:p w:rsidR="00E00D30" w:rsidRDefault="00E00D30" w:rsidP="00E00D30">
      <w:r>
        <w:t>495.2468</w:t>
      </w:r>
      <w:r>
        <w:tab/>
        <w:t>2.025e0</w:t>
      </w:r>
    </w:p>
    <w:p w:rsidR="00E00D30" w:rsidRDefault="00E00D30" w:rsidP="00E00D30">
      <w:r>
        <w:t>495.2591</w:t>
      </w:r>
      <w:r>
        <w:tab/>
        <w:t>4.068e2</w:t>
      </w:r>
    </w:p>
    <w:p w:rsidR="00E00D30" w:rsidRDefault="00E00D30" w:rsidP="00E00D30">
      <w:r>
        <w:t>495.2607</w:t>
      </w:r>
      <w:r>
        <w:tab/>
        <w:t>1.671e2</w:t>
      </w:r>
    </w:p>
    <w:p w:rsidR="00E00D30" w:rsidRDefault="00E00D30" w:rsidP="00E00D30">
      <w:r>
        <w:t>495.2618</w:t>
      </w:r>
      <w:r>
        <w:tab/>
        <w:t>2.207e2</w:t>
      </w:r>
    </w:p>
    <w:p w:rsidR="00E00D30" w:rsidRDefault="00E00D30" w:rsidP="00E00D30">
      <w:r>
        <w:lastRenderedPageBreak/>
        <w:t>495.2630</w:t>
      </w:r>
      <w:r>
        <w:tab/>
        <w:t>7.550e1</w:t>
      </w:r>
    </w:p>
    <w:p w:rsidR="00E00D30" w:rsidRDefault="00E00D30" w:rsidP="00E00D30">
      <w:r>
        <w:t>495.2657</w:t>
      </w:r>
      <w:r>
        <w:tab/>
        <w:t>8.274e1</w:t>
      </w:r>
    </w:p>
    <w:p w:rsidR="00E00D30" w:rsidRDefault="00E00D30" w:rsidP="00E00D30">
      <w:r>
        <w:t>495.2693</w:t>
      </w:r>
      <w:r>
        <w:tab/>
        <w:t>8.493e0</w:t>
      </w:r>
    </w:p>
    <w:p w:rsidR="00E00D30" w:rsidRDefault="00E00D30" w:rsidP="00E00D30">
      <w:r>
        <w:t>495.3017</w:t>
      </w:r>
      <w:r>
        <w:tab/>
        <w:t>1.013e0</w:t>
      </w:r>
    </w:p>
    <w:p w:rsidR="00E00D30" w:rsidRDefault="00E00D30" w:rsidP="00E00D30">
      <w:r>
        <w:t>495.3711</w:t>
      </w:r>
      <w:r>
        <w:tab/>
        <w:t>1.013e0</w:t>
      </w:r>
    </w:p>
    <w:p w:rsidR="00E00D30" w:rsidRDefault="00E00D30" w:rsidP="00E00D30">
      <w:r>
        <w:t>495.3882</w:t>
      </w:r>
      <w:r>
        <w:tab/>
        <w:t>3.038e0</w:t>
      </w:r>
    </w:p>
    <w:p w:rsidR="00E00D30" w:rsidRDefault="00E00D30" w:rsidP="00E00D30">
      <w:r>
        <w:t>495.3895</w:t>
      </w:r>
      <w:r>
        <w:tab/>
        <w:t>2.025e0</w:t>
      </w:r>
    </w:p>
    <w:p w:rsidR="00E00D30" w:rsidRDefault="00E00D30" w:rsidP="00E00D30">
      <w:r>
        <w:t>495.3986</w:t>
      </w:r>
      <w:r>
        <w:tab/>
        <w:t>1.013e0</w:t>
      </w:r>
    </w:p>
    <w:p w:rsidR="00E00D30" w:rsidRDefault="00E00D30" w:rsidP="00E00D30">
      <w:r>
        <w:t>495.4148</w:t>
      </w:r>
      <w:r>
        <w:tab/>
        <w:t>4.051e0</w:t>
      </w:r>
    </w:p>
    <w:p w:rsidR="00E00D30" w:rsidRDefault="00E00D30" w:rsidP="00E00D30">
      <w:r>
        <w:t>495.4233</w:t>
      </w:r>
      <w:r>
        <w:tab/>
        <w:t>1.013e0</w:t>
      </w:r>
    </w:p>
    <w:p w:rsidR="00E00D30" w:rsidRDefault="00E00D30" w:rsidP="00E00D30">
      <w:r>
        <w:t>495.4461</w:t>
      </w:r>
      <w:r>
        <w:tab/>
        <w:t>2.025e0</w:t>
      </w:r>
    </w:p>
    <w:p w:rsidR="00E00D30" w:rsidRDefault="00E00D30" w:rsidP="00E00D30">
      <w:r>
        <w:t>495.4485</w:t>
      </w:r>
      <w:r>
        <w:tab/>
        <w:t>2.025e0</w:t>
      </w:r>
    </w:p>
    <w:p w:rsidR="00E00D30" w:rsidRDefault="00E00D30" w:rsidP="00E00D30">
      <w:r>
        <w:t>495.4560</w:t>
      </w:r>
      <w:r>
        <w:tab/>
        <w:t>2.025e0</w:t>
      </w:r>
    </w:p>
    <w:p w:rsidR="00E00D30" w:rsidRDefault="00E00D30" w:rsidP="00E00D30">
      <w:r>
        <w:t>495.4578</w:t>
      </w:r>
      <w:r>
        <w:tab/>
        <w:t>1.013e0</w:t>
      </w:r>
    </w:p>
    <w:p w:rsidR="00E00D30" w:rsidRDefault="00E00D30" w:rsidP="00E00D30">
      <w:r>
        <w:t>495.4702</w:t>
      </w:r>
      <w:r>
        <w:tab/>
        <w:t>3.038e0</w:t>
      </w:r>
    </w:p>
    <w:p w:rsidR="00E00D30" w:rsidRDefault="00E00D30" w:rsidP="00E00D30">
      <w:r>
        <w:t>495.4827</w:t>
      </w:r>
      <w:r>
        <w:tab/>
        <w:t>3.038e0</w:t>
      </w:r>
    </w:p>
    <w:p w:rsidR="00E00D30" w:rsidRDefault="00E00D30" w:rsidP="00E00D30">
      <w:r>
        <w:t>495.4865</w:t>
      </w:r>
      <w:r>
        <w:tab/>
        <w:t>2.025e0</w:t>
      </w:r>
    </w:p>
    <w:p w:rsidR="00E00D30" w:rsidRDefault="00E00D30" w:rsidP="00E00D30">
      <w:r>
        <w:t>495.5088</w:t>
      </w:r>
      <w:r>
        <w:tab/>
        <w:t>2.025e0</w:t>
      </w:r>
    </w:p>
    <w:p w:rsidR="00E00D30" w:rsidRDefault="00E00D30" w:rsidP="00E00D30">
      <w:r>
        <w:t>495.5174</w:t>
      </w:r>
      <w:r>
        <w:tab/>
        <w:t>1.013e0</w:t>
      </w:r>
    </w:p>
    <w:p w:rsidR="00E00D30" w:rsidRDefault="00E00D30" w:rsidP="00E00D30">
      <w:r>
        <w:lastRenderedPageBreak/>
        <w:t>495.5211</w:t>
      </w:r>
      <w:r>
        <w:tab/>
        <w:t>2.025e0</w:t>
      </w:r>
    </w:p>
    <w:p w:rsidR="00E00D30" w:rsidRDefault="00E00D30" w:rsidP="00E00D30">
      <w:r>
        <w:t>495.5298</w:t>
      </w:r>
      <w:r>
        <w:tab/>
        <w:t>1.013e0</w:t>
      </w:r>
    </w:p>
    <w:p w:rsidR="00E00D30" w:rsidRDefault="00E00D30" w:rsidP="00E00D30">
      <w:r>
        <w:t>495.5803</w:t>
      </w:r>
      <w:r>
        <w:tab/>
        <w:t>2.025e0</w:t>
      </w:r>
    </w:p>
    <w:p w:rsidR="00E00D30" w:rsidRDefault="00E00D30" w:rsidP="00E00D30">
      <w:r>
        <w:t>495.5923</w:t>
      </w:r>
      <w:r>
        <w:tab/>
        <w:t>2.025e0</w:t>
      </w:r>
    </w:p>
    <w:p w:rsidR="00E00D30" w:rsidRDefault="00E00D30" w:rsidP="00E00D30">
      <w:r>
        <w:t>495.6054</w:t>
      </w:r>
      <w:r>
        <w:tab/>
        <w:t>2.025e0</w:t>
      </w:r>
    </w:p>
    <w:p w:rsidR="00E00D30" w:rsidRDefault="00E00D30" w:rsidP="00E00D30">
      <w:r>
        <w:t>495.6204</w:t>
      </w:r>
      <w:r>
        <w:tab/>
        <w:t>1.013e0</w:t>
      </w:r>
    </w:p>
    <w:p w:rsidR="00E00D30" w:rsidRDefault="00E00D30" w:rsidP="00E00D30">
      <w:r>
        <w:t>495.6245</w:t>
      </w:r>
      <w:r>
        <w:tab/>
        <w:t>1.013e0</w:t>
      </w:r>
    </w:p>
    <w:p w:rsidR="00E00D30" w:rsidRDefault="00E00D30" w:rsidP="00E00D30">
      <w:r>
        <w:t>495.6322</w:t>
      </w:r>
      <w:r>
        <w:tab/>
        <w:t>2.025e0</w:t>
      </w:r>
    </w:p>
    <w:p w:rsidR="00E00D30" w:rsidRDefault="00E00D30" w:rsidP="00E00D30">
      <w:r>
        <w:t>495.6723</w:t>
      </w:r>
      <w:r>
        <w:tab/>
        <w:t>1.013e0</w:t>
      </w:r>
    </w:p>
    <w:p w:rsidR="00E00D30" w:rsidRDefault="00E00D30" w:rsidP="00E00D30">
      <w:r>
        <w:t>495.6904</w:t>
      </w:r>
      <w:r>
        <w:tab/>
        <w:t>2.025e0</w:t>
      </w:r>
    </w:p>
    <w:p w:rsidR="00E00D30" w:rsidRDefault="00E00D30" w:rsidP="00E00D30">
      <w:r>
        <w:t>495.7051</w:t>
      </w:r>
      <w:r>
        <w:tab/>
        <w:t>5.063e0</w:t>
      </w:r>
    </w:p>
    <w:p w:rsidR="00E00D30" w:rsidRDefault="00E00D30" w:rsidP="00E00D30">
      <w:r>
        <w:t>495.7151</w:t>
      </w:r>
      <w:r>
        <w:tab/>
        <w:t>2.025e0</w:t>
      </w:r>
    </w:p>
    <w:p w:rsidR="00E00D30" w:rsidRDefault="00E00D30" w:rsidP="00E00D30">
      <w:r>
        <w:t>495.7747</w:t>
      </w:r>
      <w:r>
        <w:tab/>
        <w:t>3.038e0</w:t>
      </w:r>
    </w:p>
    <w:p w:rsidR="00E00D30" w:rsidRDefault="00E00D30" w:rsidP="00E00D30">
      <w:r>
        <w:t>495.8047</w:t>
      </w:r>
      <w:r>
        <w:tab/>
        <w:t>2.025e0</w:t>
      </w:r>
    </w:p>
    <w:p w:rsidR="00E00D30" w:rsidRDefault="00E00D30" w:rsidP="00E00D30">
      <w:r>
        <w:t>495.8159</w:t>
      </w:r>
      <w:r>
        <w:tab/>
        <w:t>3.038e0</w:t>
      </w:r>
    </w:p>
    <w:p w:rsidR="00E00D30" w:rsidRDefault="00E00D30" w:rsidP="00E00D30">
      <w:r>
        <w:t>495.8329</w:t>
      </w:r>
      <w:r>
        <w:tab/>
        <w:t>1.013e0</w:t>
      </w:r>
    </w:p>
    <w:p w:rsidR="00E00D30" w:rsidRDefault="00E00D30" w:rsidP="00E00D30">
      <w:r>
        <w:t>495.8406</w:t>
      </w:r>
      <w:r>
        <w:tab/>
        <w:t>3.038e0</w:t>
      </w:r>
    </w:p>
    <w:p w:rsidR="00E00D30" w:rsidRDefault="00E00D30" w:rsidP="00E00D30">
      <w:r>
        <w:t>495.8910</w:t>
      </w:r>
      <w:r>
        <w:tab/>
        <w:t>6.076e0</w:t>
      </w:r>
    </w:p>
    <w:p w:rsidR="00E00D30" w:rsidRDefault="00E00D30" w:rsidP="00E00D30">
      <w:r>
        <w:t>495.9047</w:t>
      </w:r>
      <w:r>
        <w:tab/>
        <w:t>1.584e1</w:t>
      </w:r>
    </w:p>
    <w:p w:rsidR="00E00D30" w:rsidRDefault="00E00D30" w:rsidP="00E00D30">
      <w:r>
        <w:lastRenderedPageBreak/>
        <w:t>495.9059</w:t>
      </w:r>
      <w:r>
        <w:tab/>
        <w:t>2.025e0</w:t>
      </w:r>
    </w:p>
    <w:p w:rsidR="00E00D30" w:rsidRDefault="00E00D30" w:rsidP="00E00D30">
      <w:r>
        <w:t>495.9109</w:t>
      </w:r>
      <w:r>
        <w:tab/>
        <w:t>1.013e1</w:t>
      </w:r>
    </w:p>
    <w:p w:rsidR="00E00D30" w:rsidRDefault="00E00D30" w:rsidP="00E00D30">
      <w:r>
        <w:t>495.9139</w:t>
      </w:r>
      <w:r>
        <w:tab/>
        <w:t>1.418e1</w:t>
      </w:r>
    </w:p>
    <w:p w:rsidR="00E00D30" w:rsidRDefault="00E00D30" w:rsidP="00E00D30">
      <w:r>
        <w:t>495.9217</w:t>
      </w:r>
      <w:r>
        <w:tab/>
        <w:t>6.076e0</w:t>
      </w:r>
    </w:p>
    <w:p w:rsidR="00E00D30" w:rsidRDefault="00E00D30" w:rsidP="00E00D30">
      <w:r>
        <w:t>495.9661</w:t>
      </w:r>
      <w:r>
        <w:tab/>
        <w:t>3.038e0</w:t>
      </w:r>
    </w:p>
    <w:p w:rsidR="00E00D30" w:rsidRDefault="00E00D30" w:rsidP="00E00D30">
      <w:r>
        <w:t>495.9707</w:t>
      </w:r>
      <w:r>
        <w:tab/>
        <w:t>2.110e0</w:t>
      </w:r>
    </w:p>
    <w:p w:rsidR="00E00D30" w:rsidRDefault="00E00D30" w:rsidP="00E00D30">
      <w:r>
        <w:t>495.9740</w:t>
      </w:r>
      <w:r>
        <w:tab/>
        <w:t>2.025e0</w:t>
      </w:r>
    </w:p>
    <w:p w:rsidR="00E00D30" w:rsidRDefault="00E00D30" w:rsidP="00E00D30">
      <w:r>
        <w:t>496.0094</w:t>
      </w:r>
      <w:r>
        <w:tab/>
        <w:t>3.038e0</w:t>
      </w:r>
    </w:p>
    <w:p w:rsidR="00E00D30" w:rsidRDefault="00E00D30" w:rsidP="00E00D30">
      <w:r>
        <w:t>496.0221</w:t>
      </w:r>
      <w:r>
        <w:tab/>
        <w:t>3.038e0</w:t>
      </w:r>
    </w:p>
    <w:p w:rsidR="00E00D30" w:rsidRDefault="00E00D30" w:rsidP="00E00D30">
      <w:r>
        <w:t>496.0255</w:t>
      </w:r>
      <w:r>
        <w:tab/>
        <w:t>2.025e0</w:t>
      </w:r>
    </w:p>
    <w:p w:rsidR="00E00D30" w:rsidRDefault="00E00D30" w:rsidP="00E00D30">
      <w:r>
        <w:t>496.0334</w:t>
      </w:r>
      <w:r>
        <w:tab/>
        <w:t>3.038e0</w:t>
      </w:r>
    </w:p>
    <w:p w:rsidR="00E00D30" w:rsidRDefault="00E00D30" w:rsidP="00E00D30">
      <w:r>
        <w:t>496.0518</w:t>
      </w:r>
      <w:r>
        <w:tab/>
        <w:t>1.013e0</w:t>
      </w:r>
    </w:p>
    <w:p w:rsidR="00E00D30" w:rsidRDefault="00E00D30" w:rsidP="00E00D30">
      <w:r>
        <w:t>496.0611</w:t>
      </w:r>
      <w:r>
        <w:tab/>
        <w:t>1.013e0</w:t>
      </w:r>
    </w:p>
    <w:p w:rsidR="00E00D30" w:rsidRDefault="00E00D30" w:rsidP="00E00D30">
      <w:r>
        <w:t>496.0684</w:t>
      </w:r>
      <w:r>
        <w:tab/>
        <w:t>1.013e0</w:t>
      </w:r>
    </w:p>
    <w:p w:rsidR="00E00D30" w:rsidRDefault="00E00D30" w:rsidP="00E00D30">
      <w:r>
        <w:t>496.0857</w:t>
      </w:r>
      <w:r>
        <w:tab/>
        <w:t>1.013e0</w:t>
      </w:r>
    </w:p>
    <w:p w:rsidR="00E00D30" w:rsidRDefault="00E00D30" w:rsidP="00E00D30">
      <w:r>
        <w:t>496.0914</w:t>
      </w:r>
      <w:r>
        <w:tab/>
        <w:t>2.025e0</w:t>
      </w:r>
    </w:p>
    <w:p w:rsidR="00E00D30" w:rsidRDefault="00E00D30" w:rsidP="00E00D30">
      <w:r>
        <w:t>496.1308</w:t>
      </w:r>
      <w:r>
        <w:tab/>
        <w:t>4.051e0</w:t>
      </w:r>
    </w:p>
    <w:p w:rsidR="00E00D30" w:rsidRDefault="00E00D30" w:rsidP="00E00D30">
      <w:r>
        <w:t>496.1346</w:t>
      </w:r>
      <w:r>
        <w:tab/>
        <w:t>1.013e0</w:t>
      </w:r>
    </w:p>
    <w:p w:rsidR="00E00D30" w:rsidRDefault="00E00D30" w:rsidP="00E00D30">
      <w:r>
        <w:t>496.1536</w:t>
      </w:r>
      <w:r>
        <w:tab/>
        <w:t>1.013e0</w:t>
      </w:r>
    </w:p>
    <w:p w:rsidR="00E00D30" w:rsidRDefault="00E00D30" w:rsidP="00E00D30">
      <w:r>
        <w:lastRenderedPageBreak/>
        <w:t>496.2606</w:t>
      </w:r>
      <w:r>
        <w:tab/>
        <w:t>2.276e1</w:t>
      </w:r>
    </w:p>
    <w:p w:rsidR="00E00D30" w:rsidRDefault="00E00D30" w:rsidP="00E00D30">
      <w:r>
        <w:t>496.2618</w:t>
      </w:r>
      <w:r>
        <w:tab/>
        <w:t>1.087e2</w:t>
      </w:r>
    </w:p>
    <w:p w:rsidR="00E00D30" w:rsidRDefault="00E00D30" w:rsidP="00E00D30">
      <w:r>
        <w:t>496.2631</w:t>
      </w:r>
      <w:r>
        <w:tab/>
        <w:t>1.028e2</w:t>
      </w:r>
    </w:p>
    <w:p w:rsidR="00E00D30" w:rsidRDefault="00E00D30" w:rsidP="00E00D30">
      <w:r>
        <w:t>496.2680</w:t>
      </w:r>
      <w:r>
        <w:tab/>
        <w:t>5.282e1</w:t>
      </w:r>
    </w:p>
    <w:p w:rsidR="00E00D30" w:rsidRDefault="00E00D30" w:rsidP="00E00D30">
      <w:r>
        <w:t>496.2714</w:t>
      </w:r>
      <w:r>
        <w:tab/>
        <w:t>3.902e1</w:t>
      </w:r>
    </w:p>
    <w:p w:rsidR="00E00D30" w:rsidRDefault="00E00D30" w:rsidP="00E00D30">
      <w:r>
        <w:t>496.3275</w:t>
      </w:r>
      <w:r>
        <w:tab/>
        <w:t>2.025e0</w:t>
      </w:r>
    </w:p>
    <w:p w:rsidR="00E00D30" w:rsidRDefault="00E00D30" w:rsidP="00E00D30">
      <w:r>
        <w:t>496.3399</w:t>
      </w:r>
      <w:r>
        <w:tab/>
        <w:t>2.265e0</w:t>
      </w:r>
    </w:p>
    <w:p w:rsidR="00E00D30" w:rsidRDefault="00E00D30" w:rsidP="00E00D30">
      <w:r>
        <w:t>496.3605</w:t>
      </w:r>
      <w:r>
        <w:tab/>
        <w:t>3.624e0</w:t>
      </w:r>
    </w:p>
    <w:p w:rsidR="00E00D30" w:rsidRDefault="00E00D30" w:rsidP="00E00D30">
      <w:r>
        <w:t>496.3670</w:t>
      </w:r>
      <w:r>
        <w:tab/>
        <w:t>5.737e0</w:t>
      </w:r>
    </w:p>
    <w:p w:rsidR="00E00D30" w:rsidRDefault="00E00D30" w:rsidP="00E00D30">
      <w:r>
        <w:t>496.3706</w:t>
      </w:r>
      <w:r>
        <w:tab/>
        <w:t>6.052e0</w:t>
      </w:r>
    </w:p>
    <w:p w:rsidR="00E00D30" w:rsidRDefault="00E00D30" w:rsidP="00E00D30">
      <w:r>
        <w:t>496.3791</w:t>
      </w:r>
      <w:r>
        <w:tab/>
        <w:t>4.051e0</w:t>
      </w:r>
    </w:p>
    <w:p w:rsidR="00E00D30" w:rsidRDefault="00E00D30" w:rsidP="00E00D30">
      <w:r>
        <w:t>496.3897</w:t>
      </w:r>
      <w:r>
        <w:tab/>
        <w:t>7.089e0</w:t>
      </w:r>
    </w:p>
    <w:p w:rsidR="00E00D30" w:rsidRDefault="00E00D30" w:rsidP="00E00D30">
      <w:r>
        <w:t>496.3996</w:t>
      </w:r>
      <w:r>
        <w:tab/>
        <w:t>5.063e0</w:t>
      </w:r>
    </w:p>
    <w:p w:rsidR="00E00D30" w:rsidRDefault="00E00D30" w:rsidP="00E00D30">
      <w:r>
        <w:t>496.4152</w:t>
      </w:r>
      <w:r>
        <w:tab/>
        <w:t>8.101e0</w:t>
      </w:r>
    </w:p>
    <w:p w:rsidR="00E00D30" w:rsidRDefault="00E00D30" w:rsidP="00E00D30">
      <w:r>
        <w:t>496.4206</w:t>
      </w:r>
      <w:r>
        <w:tab/>
        <w:t>5.063e0</w:t>
      </w:r>
    </w:p>
    <w:p w:rsidR="00E00D30" w:rsidRDefault="00E00D30" w:rsidP="00E00D30">
      <w:r>
        <w:t>496.4304</w:t>
      </w:r>
      <w:r>
        <w:tab/>
        <w:t>5.063e0</w:t>
      </w:r>
    </w:p>
    <w:p w:rsidR="00E00D30" w:rsidRDefault="00E00D30" w:rsidP="00E00D30">
      <w:r>
        <w:t>496.4320</w:t>
      </w:r>
      <w:r>
        <w:tab/>
        <w:t>8.156e0</w:t>
      </w:r>
    </w:p>
    <w:p w:rsidR="00E00D30" w:rsidRDefault="00E00D30" w:rsidP="00E00D30">
      <w:r>
        <w:t>496.4420</w:t>
      </w:r>
      <w:r>
        <w:tab/>
        <w:t>3.038e0</w:t>
      </w:r>
    </w:p>
    <w:p w:rsidR="00E00D30" w:rsidRDefault="00E00D30" w:rsidP="00E00D30">
      <w:r>
        <w:t>496.4445</w:t>
      </w:r>
      <w:r>
        <w:tab/>
        <w:t>4.051e0</w:t>
      </w:r>
    </w:p>
    <w:p w:rsidR="00E00D30" w:rsidRDefault="00E00D30" w:rsidP="00E00D30">
      <w:r>
        <w:lastRenderedPageBreak/>
        <w:t>496.4476</w:t>
      </w:r>
      <w:r>
        <w:tab/>
        <w:t>2.025e0</w:t>
      </w:r>
    </w:p>
    <w:p w:rsidR="00E00D30" w:rsidRDefault="00E00D30" w:rsidP="00E00D30">
      <w:r>
        <w:t>496.4870</w:t>
      </w:r>
      <w:r>
        <w:tab/>
        <w:t>2.025e0</w:t>
      </w:r>
    </w:p>
    <w:p w:rsidR="00E00D30" w:rsidRDefault="00E00D30" w:rsidP="00E00D30">
      <w:r>
        <w:t>496.5132</w:t>
      </w:r>
      <w:r>
        <w:tab/>
        <w:t>1.013e0</w:t>
      </w:r>
    </w:p>
    <w:p w:rsidR="00E00D30" w:rsidRDefault="00E00D30" w:rsidP="00E00D30">
      <w:r>
        <w:t>496.5149</w:t>
      </w:r>
      <w:r>
        <w:tab/>
        <w:t>3.038e0</w:t>
      </w:r>
    </w:p>
    <w:p w:rsidR="00E00D30" w:rsidRDefault="00E00D30" w:rsidP="00E00D30">
      <w:r>
        <w:t>496.5313</w:t>
      </w:r>
      <w:r>
        <w:tab/>
        <w:t>1.013e0</w:t>
      </w:r>
    </w:p>
    <w:p w:rsidR="00E00D30" w:rsidRDefault="00E00D30" w:rsidP="00E00D30">
      <w:r>
        <w:t>496.5862</w:t>
      </w:r>
      <w:r>
        <w:tab/>
        <w:t>1.013e0</w:t>
      </w:r>
    </w:p>
    <w:p w:rsidR="00E00D30" w:rsidRDefault="00E00D30" w:rsidP="00E00D30">
      <w:r>
        <w:t>496.6028</w:t>
      </w:r>
      <w:r>
        <w:tab/>
        <w:t>1.013e0</w:t>
      </w:r>
    </w:p>
    <w:p w:rsidR="00E00D30" w:rsidRDefault="00E00D30" w:rsidP="00E00D30">
      <w:r>
        <w:t>496.6112</w:t>
      </w:r>
      <w:r>
        <w:tab/>
        <w:t>3.038e0</w:t>
      </w:r>
    </w:p>
    <w:p w:rsidR="00E00D30" w:rsidRDefault="00E00D30" w:rsidP="00E00D30">
      <w:r>
        <w:t>496.6186</w:t>
      </w:r>
      <w:r>
        <w:tab/>
        <w:t>2.025e0</w:t>
      </w:r>
    </w:p>
    <w:p w:rsidR="00E00D30" w:rsidRDefault="00E00D30" w:rsidP="00E00D30">
      <w:r>
        <w:t>496.6198</w:t>
      </w:r>
      <w:r>
        <w:tab/>
        <w:t>1.013e0</w:t>
      </w:r>
    </w:p>
    <w:p w:rsidR="00E00D30" w:rsidRDefault="00E00D30" w:rsidP="00E00D30">
      <w:r>
        <w:t>496.6358</w:t>
      </w:r>
      <w:r>
        <w:tab/>
        <w:t>5.063e0</w:t>
      </w:r>
    </w:p>
    <w:p w:rsidR="00E00D30" w:rsidRDefault="00E00D30" w:rsidP="00E00D30">
      <w:r>
        <w:t>496.6658</w:t>
      </w:r>
      <w:r>
        <w:tab/>
        <w:t>2.025e0</w:t>
      </w:r>
    </w:p>
    <w:p w:rsidR="00E00D30" w:rsidRDefault="00E00D30" w:rsidP="00E00D30">
      <w:r>
        <w:t>496.6853</w:t>
      </w:r>
      <w:r>
        <w:tab/>
        <w:t>2.025e0</w:t>
      </w:r>
    </w:p>
    <w:p w:rsidR="00E00D30" w:rsidRDefault="00E00D30" w:rsidP="00E00D30">
      <w:r>
        <w:t>496.6977</w:t>
      </w:r>
      <w:r>
        <w:tab/>
        <w:t>1.013e0</w:t>
      </w:r>
    </w:p>
    <w:p w:rsidR="00E00D30" w:rsidRDefault="00E00D30" w:rsidP="00E00D30">
      <w:r>
        <w:t>496.7155</w:t>
      </w:r>
      <w:r>
        <w:tab/>
        <w:t>1.013e0</w:t>
      </w:r>
    </w:p>
    <w:p w:rsidR="00E00D30" w:rsidRDefault="00E00D30" w:rsidP="00E00D30">
      <w:r>
        <w:t>496.7187</w:t>
      </w:r>
      <w:r>
        <w:tab/>
        <w:t>2.025e0</w:t>
      </w:r>
    </w:p>
    <w:p w:rsidR="00E00D30" w:rsidRDefault="00E00D30" w:rsidP="00E00D30">
      <w:r>
        <w:t>496.7209</w:t>
      </w:r>
      <w:r>
        <w:tab/>
        <w:t>1.013e0</w:t>
      </w:r>
    </w:p>
    <w:p w:rsidR="00E00D30" w:rsidRDefault="00E00D30" w:rsidP="00E00D30">
      <w:r>
        <w:t>496.7319</w:t>
      </w:r>
      <w:r>
        <w:tab/>
        <w:t>1.013e0</w:t>
      </w:r>
    </w:p>
    <w:p w:rsidR="00E00D30" w:rsidRDefault="00E00D30" w:rsidP="00E00D30">
      <w:r>
        <w:t>496.7607</w:t>
      </w:r>
      <w:r>
        <w:tab/>
        <w:t>1.013e0</w:t>
      </w:r>
    </w:p>
    <w:p w:rsidR="00E00D30" w:rsidRDefault="00E00D30" w:rsidP="00E00D30">
      <w:r>
        <w:lastRenderedPageBreak/>
        <w:t>496.7839</w:t>
      </w:r>
      <w:r>
        <w:tab/>
        <w:t>1.013e0</w:t>
      </w:r>
    </w:p>
    <w:p w:rsidR="00E00D30" w:rsidRDefault="00E00D30" w:rsidP="00E00D30">
      <w:r>
        <w:t>496.7923</w:t>
      </w:r>
      <w:r>
        <w:tab/>
        <w:t>1.013e0</w:t>
      </w:r>
    </w:p>
    <w:p w:rsidR="00E00D30" w:rsidRDefault="00E00D30" w:rsidP="00E00D30">
      <w:r>
        <w:t>496.8018</w:t>
      </w:r>
      <w:r>
        <w:tab/>
        <w:t>1.013e0</w:t>
      </w:r>
    </w:p>
    <w:p w:rsidR="00E00D30" w:rsidRDefault="00E00D30" w:rsidP="00E00D30">
      <w:r>
        <w:t>496.8187</w:t>
      </w:r>
      <w:r>
        <w:tab/>
        <w:t>2.025e0</w:t>
      </w:r>
    </w:p>
    <w:p w:rsidR="00E00D30" w:rsidRDefault="00E00D30" w:rsidP="00E00D30">
      <w:r>
        <w:t>496.8256</w:t>
      </w:r>
      <w:r>
        <w:tab/>
        <w:t>3.038e0</w:t>
      </w:r>
    </w:p>
    <w:p w:rsidR="00E00D30" w:rsidRDefault="00E00D30" w:rsidP="00E00D30">
      <w:r>
        <w:t>496.8461</w:t>
      </w:r>
      <w:r>
        <w:tab/>
        <w:t>2.025e0</w:t>
      </w:r>
    </w:p>
    <w:p w:rsidR="00E00D30" w:rsidRDefault="00E00D30" w:rsidP="00E00D30">
      <w:r>
        <w:t>496.8626</w:t>
      </w:r>
      <w:r>
        <w:tab/>
        <w:t>2.025e0</w:t>
      </w:r>
    </w:p>
    <w:p w:rsidR="00E00D30" w:rsidRDefault="00E00D30" w:rsidP="00E00D30">
      <w:r>
        <w:t>496.8737</w:t>
      </w:r>
      <w:r>
        <w:tab/>
        <w:t>1.013e0</w:t>
      </w:r>
    </w:p>
    <w:p w:rsidR="00E00D30" w:rsidRDefault="00E00D30" w:rsidP="00E00D30">
      <w:r>
        <w:t>496.8794</w:t>
      </w:r>
      <w:r>
        <w:tab/>
        <w:t>1.013e0</w:t>
      </w:r>
    </w:p>
    <w:p w:rsidR="00E00D30" w:rsidRDefault="00E00D30" w:rsidP="00E00D30">
      <w:r>
        <w:t>496.8856</w:t>
      </w:r>
      <w:r>
        <w:tab/>
        <w:t>2.025e0</w:t>
      </w:r>
    </w:p>
    <w:p w:rsidR="00E00D30" w:rsidRDefault="00E00D30" w:rsidP="00E00D30">
      <w:r>
        <w:t>496.8995</w:t>
      </w:r>
      <w:r>
        <w:tab/>
        <w:t>3.038e0</w:t>
      </w:r>
    </w:p>
    <w:p w:rsidR="00E00D30" w:rsidRDefault="00E00D30" w:rsidP="00E00D30">
      <w:r>
        <w:t>496.9118</w:t>
      </w:r>
      <w:r>
        <w:tab/>
        <w:t>3.038e0</w:t>
      </w:r>
    </w:p>
    <w:p w:rsidR="00E00D30" w:rsidRDefault="00E00D30" w:rsidP="00E00D30">
      <w:r>
        <w:t>496.9156</w:t>
      </w:r>
      <w:r>
        <w:tab/>
        <w:t>3.038e0</w:t>
      </w:r>
    </w:p>
    <w:p w:rsidR="00E00D30" w:rsidRDefault="00E00D30" w:rsidP="00E00D30">
      <w:r>
        <w:t>496.9217</w:t>
      </w:r>
      <w:r>
        <w:tab/>
        <w:t>1.013e0</w:t>
      </w:r>
    </w:p>
    <w:p w:rsidR="00E00D30" w:rsidRDefault="00E00D30" w:rsidP="00E00D30">
      <w:r>
        <w:t>496.9256</w:t>
      </w:r>
      <w:r>
        <w:tab/>
        <w:t>5.063e0</w:t>
      </w:r>
    </w:p>
    <w:p w:rsidR="00E00D30" w:rsidRDefault="00E00D30" w:rsidP="00E00D30">
      <w:r>
        <w:t>496.9659</w:t>
      </w:r>
      <w:r>
        <w:tab/>
        <w:t>3.038e0</w:t>
      </w:r>
    </w:p>
    <w:p w:rsidR="00E00D30" w:rsidRDefault="00E00D30" w:rsidP="00E00D30">
      <w:r>
        <w:t>496.9872</w:t>
      </w:r>
      <w:r>
        <w:tab/>
        <w:t>1.013e0</w:t>
      </w:r>
    </w:p>
    <w:p w:rsidR="00E00D30" w:rsidRDefault="00E00D30" w:rsidP="00E00D30">
      <w:r>
        <w:t>496.9910</w:t>
      </w:r>
      <w:r>
        <w:tab/>
        <w:t>1.013e0</w:t>
      </w:r>
    </w:p>
    <w:p w:rsidR="00E00D30" w:rsidRDefault="00E00D30" w:rsidP="00E00D30">
      <w:r>
        <w:t>497.0080</w:t>
      </w:r>
      <w:r>
        <w:tab/>
        <w:t>1.013e0</w:t>
      </w:r>
    </w:p>
    <w:p w:rsidR="00E00D30" w:rsidRDefault="00E00D30" w:rsidP="00E00D30">
      <w:r>
        <w:lastRenderedPageBreak/>
        <w:t>497.0232</w:t>
      </w:r>
      <w:r>
        <w:tab/>
        <w:t>1.013e0</w:t>
      </w:r>
    </w:p>
    <w:p w:rsidR="00E00D30" w:rsidRDefault="00E00D30" w:rsidP="00E00D30">
      <w:r>
        <w:t>497.0520</w:t>
      </w:r>
      <w:r>
        <w:tab/>
        <w:t>1.013e0</w:t>
      </w:r>
    </w:p>
    <w:p w:rsidR="00E00D30" w:rsidRDefault="00E00D30" w:rsidP="00E00D30">
      <w:r>
        <w:t>497.0813</w:t>
      </w:r>
      <w:r>
        <w:tab/>
        <w:t>1.013e0</w:t>
      </w:r>
    </w:p>
    <w:p w:rsidR="00E00D30" w:rsidRDefault="00E00D30" w:rsidP="00E00D30">
      <w:r>
        <w:t>497.0858</w:t>
      </w:r>
      <w:r>
        <w:tab/>
        <w:t>2.025e0</w:t>
      </w:r>
    </w:p>
    <w:p w:rsidR="00E00D30" w:rsidRDefault="00E00D30" w:rsidP="00E00D30">
      <w:r>
        <w:t>497.1152</w:t>
      </w:r>
      <w:r>
        <w:tab/>
        <w:t>2.025e0</w:t>
      </w:r>
    </w:p>
    <w:p w:rsidR="00E00D30" w:rsidRDefault="00E00D30" w:rsidP="00E00D30">
      <w:r>
        <w:t>497.1208</w:t>
      </w:r>
      <w:r>
        <w:tab/>
        <w:t>1.013e0</w:t>
      </w:r>
    </w:p>
    <w:p w:rsidR="00E00D30" w:rsidRDefault="00E00D30" w:rsidP="00E00D30">
      <w:r>
        <w:t>497.1363</w:t>
      </w:r>
      <w:r>
        <w:tab/>
        <w:t>1.013e0</w:t>
      </w:r>
    </w:p>
    <w:p w:rsidR="00E00D30" w:rsidRDefault="00E00D30" w:rsidP="00E00D30">
      <w:r>
        <w:t>497.1463</w:t>
      </w:r>
      <w:r>
        <w:tab/>
        <w:t>1.013e0</w:t>
      </w:r>
    </w:p>
    <w:p w:rsidR="00E00D30" w:rsidRDefault="00E00D30" w:rsidP="00E00D30">
      <w:r>
        <w:t>497.1633</w:t>
      </w:r>
      <w:r>
        <w:tab/>
        <w:t>1.013e0</w:t>
      </w:r>
    </w:p>
    <w:p w:rsidR="00E00D30" w:rsidRDefault="00E00D30" w:rsidP="00E00D30">
      <w:r>
        <w:t>497.1987</w:t>
      </w:r>
      <w:r>
        <w:tab/>
        <w:t>1.013e0</w:t>
      </w:r>
    </w:p>
    <w:p w:rsidR="00E00D30" w:rsidRDefault="00E00D30" w:rsidP="00E00D30">
      <w:r>
        <w:t>497.2059</w:t>
      </w:r>
      <w:r>
        <w:tab/>
        <w:t>4.051e0</w:t>
      </w:r>
    </w:p>
    <w:p w:rsidR="00E00D30" w:rsidRDefault="00E00D30" w:rsidP="00E00D30">
      <w:r>
        <w:t>497.2459</w:t>
      </w:r>
      <w:r>
        <w:tab/>
        <w:t>6.076e0</w:t>
      </w:r>
    </w:p>
    <w:p w:rsidR="00E00D30" w:rsidRDefault="00E00D30" w:rsidP="00E00D30">
      <w:r>
        <w:t>497.2513</w:t>
      </w:r>
      <w:r>
        <w:tab/>
        <w:t>9.311e0</w:t>
      </w:r>
    </w:p>
    <w:p w:rsidR="00E00D30" w:rsidRDefault="00E00D30" w:rsidP="00E00D30">
      <w:r>
        <w:t>497.2530</w:t>
      </w:r>
      <w:r>
        <w:tab/>
        <w:t>1.013e0</w:t>
      </w:r>
    </w:p>
    <w:p w:rsidR="00E00D30" w:rsidRDefault="00E00D30" w:rsidP="00E00D30">
      <w:r>
        <w:t>497.2583</w:t>
      </w:r>
      <w:r>
        <w:tab/>
        <w:t>1.295e1</w:t>
      </w:r>
    </w:p>
    <w:p w:rsidR="00E00D30" w:rsidRDefault="00E00D30" w:rsidP="00E00D30">
      <w:r>
        <w:t>497.2635</w:t>
      </w:r>
      <w:r>
        <w:tab/>
        <w:t>2.430e1</w:t>
      </w:r>
    </w:p>
    <w:p w:rsidR="00E00D30" w:rsidRDefault="00E00D30" w:rsidP="00E00D30">
      <w:r>
        <w:t>497.2666</w:t>
      </w:r>
      <w:r>
        <w:tab/>
        <w:t>7.089e0</w:t>
      </w:r>
    </w:p>
    <w:p w:rsidR="00E00D30" w:rsidRDefault="00E00D30" w:rsidP="00E00D30">
      <w:r>
        <w:t>497.2738</w:t>
      </w:r>
      <w:r>
        <w:tab/>
        <w:t>1.114e1</w:t>
      </w:r>
    </w:p>
    <w:p w:rsidR="00E00D30" w:rsidRDefault="00E00D30" w:rsidP="00E00D30">
      <w:r>
        <w:t>497.2805</w:t>
      </w:r>
      <w:r>
        <w:tab/>
        <w:t>9.031e0</w:t>
      </w:r>
    </w:p>
    <w:p w:rsidR="00E00D30" w:rsidRDefault="00E00D30" w:rsidP="00E00D30">
      <w:r>
        <w:lastRenderedPageBreak/>
        <w:t>497.3541</w:t>
      </w:r>
      <w:r>
        <w:tab/>
        <w:t>1.013e0</w:t>
      </w:r>
    </w:p>
    <w:p w:rsidR="00E00D30" w:rsidRDefault="00E00D30" w:rsidP="00E00D30">
      <w:r>
        <w:t>497.3611</w:t>
      </w:r>
      <w:r>
        <w:tab/>
        <w:t>3.038e0</w:t>
      </w:r>
    </w:p>
    <w:p w:rsidR="00E00D30" w:rsidRDefault="00E00D30" w:rsidP="00E00D30">
      <w:r>
        <w:t>497.3661</w:t>
      </w:r>
      <w:r>
        <w:tab/>
        <w:t>4.051e0</w:t>
      </w:r>
    </w:p>
    <w:p w:rsidR="00E00D30" w:rsidRDefault="00E00D30" w:rsidP="00E00D30">
      <w:r>
        <w:t>497.3965</w:t>
      </w:r>
      <w:r>
        <w:tab/>
        <w:t>2.025e0</w:t>
      </w:r>
    </w:p>
    <w:p w:rsidR="00E00D30" w:rsidRDefault="00E00D30" w:rsidP="00E00D30">
      <w:r>
        <w:t>497.4007</w:t>
      </w:r>
      <w:r>
        <w:tab/>
        <w:t>2.025e0</w:t>
      </w:r>
    </w:p>
    <w:p w:rsidR="00E00D30" w:rsidRDefault="00E00D30" w:rsidP="00E00D30">
      <w:r>
        <w:t>497.4108</w:t>
      </w:r>
      <w:r>
        <w:tab/>
        <w:t>4.051e0</w:t>
      </w:r>
    </w:p>
    <w:p w:rsidR="00E00D30" w:rsidRDefault="00E00D30" w:rsidP="00E00D30">
      <w:r>
        <w:t>497.4169</w:t>
      </w:r>
      <w:r>
        <w:tab/>
        <w:t>2.025e0</w:t>
      </w:r>
    </w:p>
    <w:p w:rsidR="00E00D30" w:rsidRDefault="00E00D30" w:rsidP="00E00D30">
      <w:r>
        <w:t>497.4313</w:t>
      </w:r>
      <w:r>
        <w:tab/>
        <w:t>5.063e0</w:t>
      </w:r>
    </w:p>
    <w:p w:rsidR="00E00D30" w:rsidRDefault="00E00D30" w:rsidP="00E00D30">
      <w:r>
        <w:t>497.4366</w:t>
      </w:r>
      <w:r>
        <w:tab/>
        <w:t>2.025e0</w:t>
      </w:r>
    </w:p>
    <w:p w:rsidR="00E00D30" w:rsidRDefault="00E00D30" w:rsidP="00E00D30">
      <w:r>
        <w:t>497.4598</w:t>
      </w:r>
      <w:r>
        <w:tab/>
        <w:t>1.013e0</w:t>
      </w:r>
    </w:p>
    <w:p w:rsidR="00E00D30" w:rsidRDefault="00E00D30" w:rsidP="00E00D30">
      <w:r>
        <w:t>497.4783</w:t>
      </w:r>
      <w:r>
        <w:tab/>
        <w:t>1.013e0</w:t>
      </w:r>
    </w:p>
    <w:p w:rsidR="00E00D30" w:rsidRDefault="00E00D30" w:rsidP="00E00D30">
      <w:r>
        <w:t>497.5090</w:t>
      </w:r>
      <w:r>
        <w:tab/>
        <w:t>1.013e0</w:t>
      </w:r>
    </w:p>
    <w:p w:rsidR="00E00D30" w:rsidRDefault="00E00D30" w:rsidP="00E00D30">
      <w:r>
        <w:t>497.5179</w:t>
      </w:r>
      <w:r>
        <w:tab/>
        <w:t>2.025e0</w:t>
      </w:r>
    </w:p>
    <w:p w:rsidR="00E00D30" w:rsidRDefault="00E00D30" w:rsidP="00E00D30">
      <w:r>
        <w:t>497.5330</w:t>
      </w:r>
      <w:r>
        <w:tab/>
        <w:t>1.013e0</w:t>
      </w:r>
    </w:p>
    <w:p w:rsidR="00E00D30" w:rsidRDefault="00E00D30" w:rsidP="00E00D30">
      <w:r>
        <w:t>497.5346</w:t>
      </w:r>
      <w:r>
        <w:tab/>
        <w:t>2.025e0</w:t>
      </w:r>
    </w:p>
    <w:p w:rsidR="00E00D30" w:rsidRDefault="00E00D30" w:rsidP="00E00D30">
      <w:r>
        <w:t>497.5614</w:t>
      </w:r>
      <w:r>
        <w:tab/>
        <w:t>1.013e0</w:t>
      </w:r>
    </w:p>
    <w:p w:rsidR="00E00D30" w:rsidRDefault="00E00D30" w:rsidP="00E00D30">
      <w:r>
        <w:t>497.6040</w:t>
      </w:r>
      <w:r>
        <w:tab/>
        <w:t>2.025e0</w:t>
      </w:r>
    </w:p>
    <w:p w:rsidR="00E00D30" w:rsidRDefault="00E00D30" w:rsidP="00E00D30">
      <w:r>
        <w:t>497.6276</w:t>
      </w:r>
      <w:r>
        <w:tab/>
        <w:t>1.013e0</w:t>
      </w:r>
    </w:p>
    <w:p w:rsidR="00E00D30" w:rsidRDefault="00E00D30" w:rsidP="00E00D30">
      <w:r>
        <w:t>497.6468</w:t>
      </w:r>
      <w:r>
        <w:tab/>
        <w:t>5.063e0</w:t>
      </w:r>
    </w:p>
    <w:p w:rsidR="00E00D30" w:rsidRDefault="00E00D30" w:rsidP="00E00D30">
      <w:r>
        <w:lastRenderedPageBreak/>
        <w:t>497.6493</w:t>
      </w:r>
      <w:r>
        <w:tab/>
        <w:t>2.025e0</w:t>
      </w:r>
    </w:p>
    <w:p w:rsidR="00E00D30" w:rsidRDefault="00E00D30" w:rsidP="00E00D30">
      <w:r>
        <w:t>497.6859</w:t>
      </w:r>
      <w:r>
        <w:tab/>
        <w:t>2.025e0</w:t>
      </w:r>
    </w:p>
    <w:p w:rsidR="00E00D30" w:rsidRDefault="00E00D30" w:rsidP="00E00D30">
      <w:r>
        <w:t>497.6990</w:t>
      </w:r>
      <w:r>
        <w:tab/>
        <w:t>1.013e0</w:t>
      </w:r>
    </w:p>
    <w:p w:rsidR="00E00D30" w:rsidRDefault="00E00D30" w:rsidP="00E00D30">
      <w:r>
        <w:t>497.7243</w:t>
      </w:r>
      <w:r>
        <w:tab/>
        <w:t>2.025e0</w:t>
      </w:r>
    </w:p>
    <w:p w:rsidR="00E00D30" w:rsidRDefault="00E00D30" w:rsidP="00E00D30">
      <w:r>
        <w:t>497.7429</w:t>
      </w:r>
      <w:r>
        <w:tab/>
        <w:t>2.025e0</w:t>
      </w:r>
    </w:p>
    <w:p w:rsidR="00E00D30" w:rsidRDefault="00E00D30" w:rsidP="00E00D30">
      <w:r>
        <w:t>497.7804</w:t>
      </w:r>
      <w:r>
        <w:tab/>
        <w:t>1.013e0</w:t>
      </w:r>
    </w:p>
    <w:p w:rsidR="00E00D30" w:rsidRDefault="00E00D30" w:rsidP="00E00D30">
      <w:r>
        <w:t>497.7989</w:t>
      </w:r>
      <w:r>
        <w:tab/>
        <w:t>1.013e0</w:t>
      </w:r>
    </w:p>
    <w:p w:rsidR="00E00D30" w:rsidRDefault="00E00D30" w:rsidP="00E00D30">
      <w:r>
        <w:t>497.8029</w:t>
      </w:r>
      <w:r>
        <w:tab/>
        <w:t>2.025e0</w:t>
      </w:r>
    </w:p>
    <w:p w:rsidR="00E00D30" w:rsidRDefault="00E00D30" w:rsidP="00E00D30">
      <w:r>
        <w:t>497.8047</w:t>
      </w:r>
      <w:r>
        <w:tab/>
        <w:t>2.025e0</w:t>
      </w:r>
    </w:p>
    <w:p w:rsidR="00E00D30" w:rsidRDefault="00E00D30" w:rsidP="00E00D30">
      <w:r>
        <w:t>497.8457</w:t>
      </w:r>
      <w:r>
        <w:tab/>
        <w:t>1.013e0</w:t>
      </w:r>
    </w:p>
    <w:p w:rsidR="00E00D30" w:rsidRDefault="00E00D30" w:rsidP="00E00D30">
      <w:r>
        <w:t>497.9044</w:t>
      </w:r>
      <w:r>
        <w:tab/>
        <w:t>2.025e0</w:t>
      </w:r>
    </w:p>
    <w:p w:rsidR="00E00D30" w:rsidRDefault="00E00D30" w:rsidP="00E00D30">
      <w:r>
        <w:t>497.9299</w:t>
      </w:r>
      <w:r>
        <w:tab/>
        <w:t>1.013e0</w:t>
      </w:r>
    </w:p>
    <w:p w:rsidR="00E00D30" w:rsidRDefault="00E00D30" w:rsidP="00E00D30">
      <w:r>
        <w:t>497.9445</w:t>
      </w:r>
      <w:r>
        <w:tab/>
        <w:t>3.038e0</w:t>
      </w:r>
    </w:p>
    <w:p w:rsidR="00E00D30" w:rsidRDefault="00E00D30" w:rsidP="00E00D30">
      <w:r>
        <w:t>497.9673</w:t>
      </w:r>
      <w:r>
        <w:tab/>
        <w:t>2.025e0</w:t>
      </w:r>
    </w:p>
    <w:p w:rsidR="00E00D30" w:rsidRDefault="00E00D30" w:rsidP="00E00D30">
      <w:r>
        <w:t>497.9762</w:t>
      </w:r>
      <w:r>
        <w:tab/>
        <w:t>1.013e0</w:t>
      </w:r>
    </w:p>
    <w:p w:rsidR="00E00D30" w:rsidRDefault="00E00D30" w:rsidP="00E00D30">
      <w:r>
        <w:t>497.9840</w:t>
      </w:r>
      <w:r>
        <w:tab/>
        <w:t>1.013e0</w:t>
      </w:r>
    </w:p>
    <w:p w:rsidR="00E00D30" w:rsidRDefault="00E00D30" w:rsidP="00E00D30">
      <w:r>
        <w:t>497.9927</w:t>
      </w:r>
      <w:r>
        <w:tab/>
        <w:t>2.025e0</w:t>
      </w:r>
    </w:p>
    <w:p w:rsidR="00E00D30" w:rsidRDefault="00E00D30" w:rsidP="00E00D30">
      <w:r>
        <w:t>498.0108</w:t>
      </w:r>
      <w:r>
        <w:tab/>
        <w:t>1.013e0</w:t>
      </w:r>
    </w:p>
    <w:p w:rsidR="00E00D30" w:rsidRDefault="00E00D30" w:rsidP="00E00D30">
      <w:r>
        <w:t>498.0186</w:t>
      </w:r>
      <w:r>
        <w:tab/>
        <w:t>1.013e0</w:t>
      </w:r>
    </w:p>
    <w:p w:rsidR="00E00D30" w:rsidRDefault="00E00D30" w:rsidP="00E00D30">
      <w:r>
        <w:lastRenderedPageBreak/>
        <w:t>498.0315</w:t>
      </w:r>
      <w:r>
        <w:tab/>
        <w:t>2.025e0</w:t>
      </w:r>
    </w:p>
    <w:p w:rsidR="00E00D30" w:rsidRDefault="00E00D30" w:rsidP="00E00D30">
      <w:r>
        <w:t>498.0432</w:t>
      </w:r>
      <w:r>
        <w:tab/>
        <w:t>3.038e0</w:t>
      </w:r>
    </w:p>
    <w:p w:rsidR="00E00D30" w:rsidRDefault="00E00D30" w:rsidP="00E00D30">
      <w:r>
        <w:t>498.0709</w:t>
      </w:r>
      <w:r>
        <w:tab/>
        <w:t>2.025e0</w:t>
      </w:r>
    </w:p>
    <w:p w:rsidR="00E00D30" w:rsidRDefault="00E00D30" w:rsidP="00E00D30">
      <w:r>
        <w:t>498.1084</w:t>
      </w:r>
      <w:r>
        <w:tab/>
        <w:t>2.474e0</w:t>
      </w:r>
    </w:p>
    <w:p w:rsidR="00E00D30" w:rsidRDefault="00E00D30" w:rsidP="00E00D30">
      <w:r>
        <w:t>498.1226</w:t>
      </w:r>
      <w:r>
        <w:tab/>
        <w:t>1.013e0</w:t>
      </w:r>
    </w:p>
    <w:p w:rsidR="00E00D30" w:rsidRDefault="00E00D30" w:rsidP="00E00D30">
      <w:r>
        <w:t>498.1313</w:t>
      </w:r>
      <w:r>
        <w:tab/>
        <w:t>2.025e0</w:t>
      </w:r>
    </w:p>
    <w:p w:rsidR="00E00D30" w:rsidRDefault="00E00D30" w:rsidP="00E00D30">
      <w:r>
        <w:t>498.1376</w:t>
      </w:r>
      <w:r>
        <w:tab/>
        <w:t>1.013e0</w:t>
      </w:r>
    </w:p>
    <w:p w:rsidR="00E00D30" w:rsidRDefault="00E00D30" w:rsidP="00E00D30">
      <w:r>
        <w:t>498.1567</w:t>
      </w:r>
      <w:r>
        <w:tab/>
        <w:t>3.038e0</w:t>
      </w:r>
    </w:p>
    <w:p w:rsidR="00E00D30" w:rsidRDefault="00E00D30" w:rsidP="00E00D30">
      <w:r>
        <w:t>498.2142</w:t>
      </w:r>
      <w:r>
        <w:tab/>
        <w:t>1.013e0</w:t>
      </w:r>
    </w:p>
    <w:p w:rsidR="00E00D30" w:rsidRDefault="00E00D30" w:rsidP="00E00D30">
      <w:r>
        <w:t>498.2174</w:t>
      </w:r>
      <w:r>
        <w:tab/>
        <w:t>2.025e0</w:t>
      </w:r>
    </w:p>
    <w:p w:rsidR="00E00D30" w:rsidRDefault="00E00D30" w:rsidP="00E00D30">
      <w:r>
        <w:t>498.2325</w:t>
      </w:r>
      <w:r>
        <w:tab/>
        <w:t>1.013e0</w:t>
      </w:r>
    </w:p>
    <w:p w:rsidR="00E00D30" w:rsidRDefault="00E00D30" w:rsidP="00E00D30">
      <w:r>
        <w:t>498.2434</w:t>
      </w:r>
      <w:r>
        <w:tab/>
        <w:t>1.188e0</w:t>
      </w:r>
    </w:p>
    <w:p w:rsidR="00E00D30" w:rsidRDefault="00E00D30" w:rsidP="00E00D30">
      <w:r>
        <w:t>498.2475</w:t>
      </w:r>
      <w:r>
        <w:tab/>
        <w:t>2.924e0</w:t>
      </w:r>
    </w:p>
    <w:p w:rsidR="00E00D30" w:rsidRDefault="00E00D30" w:rsidP="00E00D30">
      <w:r>
        <w:t>498.2503</w:t>
      </w:r>
      <w:r>
        <w:tab/>
        <w:t>4.326e0</w:t>
      </w:r>
    </w:p>
    <w:p w:rsidR="00E00D30" w:rsidRDefault="00E00D30" w:rsidP="00E00D30">
      <w:r>
        <w:t>498.2783</w:t>
      </w:r>
      <w:r>
        <w:tab/>
        <w:t>1.013e0</w:t>
      </w:r>
    </w:p>
    <w:p w:rsidR="00E00D30" w:rsidRDefault="00E00D30" w:rsidP="00E00D30">
      <w:r>
        <w:t>498.3066</w:t>
      </w:r>
      <w:r>
        <w:tab/>
        <w:t>3.038e0</w:t>
      </w:r>
    </w:p>
    <w:p w:rsidR="00E00D30" w:rsidRDefault="00E00D30" w:rsidP="00E00D30">
      <w:r>
        <w:t>498.3233</w:t>
      </w:r>
      <w:r>
        <w:tab/>
        <w:t>1.519e0</w:t>
      </w:r>
    </w:p>
    <w:p w:rsidR="00E00D30" w:rsidRDefault="00E00D30" w:rsidP="00E00D30">
      <w:r>
        <w:t>498.3513</w:t>
      </w:r>
      <w:r>
        <w:tab/>
        <w:t>2.025e0</w:t>
      </w:r>
    </w:p>
    <w:p w:rsidR="00E00D30" w:rsidRDefault="00E00D30" w:rsidP="00E00D30">
      <w:r>
        <w:t>498.3563</w:t>
      </w:r>
      <w:r>
        <w:tab/>
        <w:t>2.025e0</w:t>
      </w:r>
    </w:p>
    <w:p w:rsidR="00E00D30" w:rsidRDefault="00E00D30" w:rsidP="00E00D30">
      <w:r>
        <w:lastRenderedPageBreak/>
        <w:t>498.3827</w:t>
      </w:r>
      <w:r>
        <w:tab/>
        <w:t>1.013e0</w:t>
      </w:r>
    </w:p>
    <w:p w:rsidR="00E00D30" w:rsidRDefault="00E00D30" w:rsidP="00E00D30">
      <w:r>
        <w:t>498.3854</w:t>
      </w:r>
      <w:r>
        <w:tab/>
        <w:t>1.013e0</w:t>
      </w:r>
    </w:p>
    <w:p w:rsidR="00E00D30" w:rsidRDefault="00E00D30" w:rsidP="00E00D30">
      <w:r>
        <w:t>498.3965</w:t>
      </w:r>
      <w:r>
        <w:tab/>
        <w:t>3.830e0</w:t>
      </w:r>
    </w:p>
    <w:p w:rsidR="00E00D30" w:rsidRDefault="00E00D30" w:rsidP="00E00D30">
      <w:r>
        <w:t>498.4167</w:t>
      </w:r>
      <w:r>
        <w:tab/>
        <w:t>1.013e0</w:t>
      </w:r>
    </w:p>
    <w:p w:rsidR="00E00D30" w:rsidRDefault="00E00D30" w:rsidP="00E00D30">
      <w:r>
        <w:t>498.4247</w:t>
      </w:r>
      <w:r>
        <w:tab/>
        <w:t>4.051e0</w:t>
      </w:r>
    </w:p>
    <w:p w:rsidR="00E00D30" w:rsidRDefault="00E00D30" w:rsidP="00E00D30">
      <w:r>
        <w:t>498.4409</w:t>
      </w:r>
      <w:r>
        <w:tab/>
        <w:t>1.013e0</w:t>
      </w:r>
    </w:p>
    <w:p w:rsidR="00E00D30" w:rsidRDefault="00E00D30" w:rsidP="00E00D30">
      <w:r>
        <w:t>498.4430</w:t>
      </w:r>
      <w:r>
        <w:tab/>
        <w:t>1.013e0</w:t>
      </w:r>
    </w:p>
    <w:p w:rsidR="00E00D30" w:rsidRDefault="00E00D30" w:rsidP="00E00D30">
      <w:r>
        <w:t>498.4454</w:t>
      </w:r>
      <w:r>
        <w:tab/>
        <w:t>3.038e0</w:t>
      </w:r>
    </w:p>
    <w:p w:rsidR="00E00D30" w:rsidRDefault="00E00D30" w:rsidP="00E00D30">
      <w:r>
        <w:t>498.4584</w:t>
      </w:r>
      <w:r>
        <w:tab/>
        <w:t>1.013e0</w:t>
      </w:r>
    </w:p>
    <w:p w:rsidR="00E00D30" w:rsidRDefault="00E00D30" w:rsidP="00E00D30">
      <w:r>
        <w:t>498.4906</w:t>
      </w:r>
      <w:r>
        <w:tab/>
        <w:t>3.038e0</w:t>
      </w:r>
    </w:p>
    <w:p w:rsidR="00E00D30" w:rsidRDefault="00E00D30" w:rsidP="00E00D30">
      <w:r>
        <w:t>498.5292</w:t>
      </w:r>
      <w:r>
        <w:tab/>
        <w:t>1.013e0</w:t>
      </w:r>
    </w:p>
    <w:p w:rsidR="00E00D30" w:rsidRDefault="00E00D30" w:rsidP="00E00D30">
      <w:r>
        <w:t>498.5355</w:t>
      </w:r>
      <w:r>
        <w:tab/>
        <w:t>1.013e0</w:t>
      </w:r>
    </w:p>
    <w:p w:rsidR="00E00D30" w:rsidRDefault="00E00D30" w:rsidP="00E00D30">
      <w:r>
        <w:t>498.5533</w:t>
      </w:r>
      <w:r>
        <w:tab/>
        <w:t>1.013e0</w:t>
      </w:r>
    </w:p>
    <w:p w:rsidR="00E00D30" w:rsidRDefault="00E00D30" w:rsidP="00E00D30">
      <w:r>
        <w:t>498.5718</w:t>
      </w:r>
      <w:r>
        <w:tab/>
        <w:t>1.013e0</w:t>
      </w:r>
    </w:p>
    <w:p w:rsidR="00E00D30" w:rsidRDefault="00E00D30" w:rsidP="00E00D30">
      <w:r>
        <w:t>498.5746</w:t>
      </w:r>
      <w:r>
        <w:tab/>
        <w:t>2.025e0</w:t>
      </w:r>
    </w:p>
    <w:p w:rsidR="00E00D30" w:rsidRDefault="00E00D30" w:rsidP="00E00D30">
      <w:r>
        <w:t>498.6106</w:t>
      </w:r>
      <w:r>
        <w:tab/>
        <w:t>2.025e0</w:t>
      </w:r>
    </w:p>
    <w:p w:rsidR="00E00D30" w:rsidRDefault="00E00D30" w:rsidP="00E00D30">
      <w:r>
        <w:t>498.6157</w:t>
      </w:r>
      <w:r>
        <w:tab/>
        <w:t>1.013e0</w:t>
      </w:r>
    </w:p>
    <w:p w:rsidR="00E00D30" w:rsidRDefault="00E00D30" w:rsidP="00E00D30">
      <w:r>
        <w:t>498.6497</w:t>
      </w:r>
      <w:r>
        <w:tab/>
        <w:t>2.025e0</w:t>
      </w:r>
    </w:p>
    <w:p w:rsidR="00E00D30" w:rsidRDefault="00E00D30" w:rsidP="00E00D30">
      <w:r>
        <w:t>498.6763</w:t>
      </w:r>
      <w:r>
        <w:tab/>
        <w:t>1.013e0</w:t>
      </w:r>
    </w:p>
    <w:p w:rsidR="00E00D30" w:rsidRDefault="00E00D30" w:rsidP="00E00D30">
      <w:r>
        <w:lastRenderedPageBreak/>
        <w:t>498.6936</w:t>
      </w:r>
      <w:r>
        <w:tab/>
        <w:t>1.013e0</w:t>
      </w:r>
    </w:p>
    <w:p w:rsidR="00E00D30" w:rsidRDefault="00E00D30" w:rsidP="00E00D30">
      <w:r>
        <w:t>498.7151</w:t>
      </w:r>
      <w:r>
        <w:tab/>
        <w:t>2.025e0</w:t>
      </w:r>
    </w:p>
    <w:p w:rsidR="00E00D30" w:rsidRDefault="00E00D30" w:rsidP="00E00D30">
      <w:r>
        <w:t>498.7642</w:t>
      </w:r>
      <w:r>
        <w:tab/>
        <w:t>2.025e0</w:t>
      </w:r>
    </w:p>
    <w:p w:rsidR="00E00D30" w:rsidRDefault="00E00D30" w:rsidP="00E00D30">
      <w:r>
        <w:t>498.8148</w:t>
      </w:r>
      <w:r>
        <w:tab/>
        <w:t>1.013e0</w:t>
      </w:r>
    </w:p>
    <w:p w:rsidR="00E00D30" w:rsidRDefault="00E00D30" w:rsidP="00E00D30">
      <w:r>
        <w:t>498.8232</w:t>
      </w:r>
      <w:r>
        <w:tab/>
        <w:t>1.013e0</w:t>
      </w:r>
    </w:p>
    <w:p w:rsidR="00E00D30" w:rsidRDefault="00E00D30" w:rsidP="00E00D30">
      <w:r>
        <w:t>498.8321</w:t>
      </w:r>
      <w:r>
        <w:tab/>
        <w:t>1.013e0</w:t>
      </w:r>
    </w:p>
    <w:p w:rsidR="00E00D30" w:rsidRDefault="00E00D30" w:rsidP="00E00D30">
      <w:r>
        <w:t>498.8408</w:t>
      </w:r>
      <w:r>
        <w:tab/>
        <w:t>1.013e0</w:t>
      </w:r>
    </w:p>
    <w:p w:rsidR="00E00D30" w:rsidRDefault="00E00D30" w:rsidP="00E00D30">
      <w:r>
        <w:t>498.8583</w:t>
      </w:r>
      <w:r>
        <w:tab/>
        <w:t>1.013e0</w:t>
      </w:r>
    </w:p>
    <w:p w:rsidR="00E00D30" w:rsidRDefault="00E00D30" w:rsidP="00E00D30">
      <w:r>
        <w:t>498.8838</w:t>
      </w:r>
      <w:r>
        <w:tab/>
        <w:t>1.013e0</w:t>
      </w:r>
    </w:p>
    <w:p w:rsidR="00E00D30" w:rsidRDefault="00E00D30" w:rsidP="00E00D30">
      <w:r>
        <w:t>498.9274</w:t>
      </w:r>
      <w:r>
        <w:tab/>
        <w:t>1.013e0</w:t>
      </w:r>
    </w:p>
    <w:p w:rsidR="00E00D30" w:rsidRDefault="00E00D30" w:rsidP="00E00D30">
      <w:r>
        <w:t>498.9973</w:t>
      </w:r>
      <w:r>
        <w:tab/>
        <w:t>1.013e0</w:t>
      </w:r>
    </w:p>
    <w:p w:rsidR="00E00D30" w:rsidRDefault="00E00D30" w:rsidP="00E00D30">
      <w:r>
        <w:t>499.0226</w:t>
      </w:r>
      <w:r>
        <w:tab/>
        <w:t>2.025e0</w:t>
      </w:r>
    </w:p>
    <w:p w:rsidR="00E00D30" w:rsidRDefault="00E00D30" w:rsidP="00E00D30">
      <w:r>
        <w:t>499.0484</w:t>
      </w:r>
      <w:r>
        <w:tab/>
        <w:t>1.013e0</w:t>
      </w:r>
    </w:p>
    <w:p w:rsidR="00E00D30" w:rsidRDefault="00E00D30" w:rsidP="00E00D30">
      <w:r>
        <w:t>499.0746</w:t>
      </w:r>
      <w:r>
        <w:tab/>
        <w:t>1.013e0</w:t>
      </w:r>
    </w:p>
    <w:p w:rsidR="00E00D30" w:rsidRDefault="00E00D30" w:rsidP="00E00D30">
      <w:r>
        <w:t>499.0845</w:t>
      </w:r>
      <w:r>
        <w:tab/>
        <w:t>1.013e0</w:t>
      </w:r>
    </w:p>
    <w:p w:rsidR="00E00D30" w:rsidRDefault="00E00D30" w:rsidP="00E00D30">
      <w:r>
        <w:t>499.0919</w:t>
      </w:r>
      <w:r>
        <w:tab/>
        <w:t>1.013e0</w:t>
      </w:r>
    </w:p>
    <w:p w:rsidR="00E00D30" w:rsidRDefault="00E00D30" w:rsidP="00E00D30">
      <w:r>
        <w:t>499.1005</w:t>
      </w:r>
      <w:r>
        <w:tab/>
        <w:t>3.038e0</w:t>
      </w:r>
    </w:p>
    <w:p w:rsidR="00E00D30" w:rsidRDefault="00E00D30" w:rsidP="00E00D30">
      <w:r>
        <w:t>499.1090</w:t>
      </w:r>
      <w:r>
        <w:tab/>
        <w:t>1.013e0</w:t>
      </w:r>
    </w:p>
    <w:p w:rsidR="00E00D30" w:rsidRDefault="00E00D30" w:rsidP="00E00D30">
      <w:r>
        <w:t>499.1266</w:t>
      </w:r>
      <w:r>
        <w:tab/>
        <w:t>1.013e0</w:t>
      </w:r>
    </w:p>
    <w:p w:rsidR="00E00D30" w:rsidRDefault="00E00D30" w:rsidP="00E00D30">
      <w:r>
        <w:lastRenderedPageBreak/>
        <w:t>499.1353</w:t>
      </w:r>
      <w:r>
        <w:tab/>
        <w:t>1.013e0</w:t>
      </w:r>
    </w:p>
    <w:p w:rsidR="00E00D30" w:rsidRDefault="00E00D30" w:rsidP="00E00D30">
      <w:r>
        <w:t>499.1471</w:t>
      </w:r>
      <w:r>
        <w:tab/>
        <w:t>2.025e0</w:t>
      </w:r>
    </w:p>
    <w:p w:rsidR="00E00D30" w:rsidRDefault="00E00D30" w:rsidP="00E00D30">
      <w:r>
        <w:t>499.1699</w:t>
      </w:r>
      <w:r>
        <w:tab/>
        <w:t>1.013e0</w:t>
      </w:r>
    </w:p>
    <w:p w:rsidR="00E00D30" w:rsidRDefault="00E00D30" w:rsidP="00E00D30">
      <w:r>
        <w:t>499.1984</w:t>
      </w:r>
      <w:r>
        <w:tab/>
        <w:t>1.013e0</w:t>
      </w:r>
    </w:p>
    <w:p w:rsidR="00E00D30" w:rsidRDefault="00E00D30" w:rsidP="00E00D30">
      <w:r>
        <w:t>499.2139</w:t>
      </w:r>
      <w:r>
        <w:tab/>
        <w:t>1.013e0</w:t>
      </w:r>
    </w:p>
    <w:p w:rsidR="00E00D30" w:rsidRDefault="00E00D30" w:rsidP="00E00D30">
      <w:r>
        <w:t>499.2219</w:t>
      </w:r>
      <w:r>
        <w:tab/>
        <w:t>1.013e0</w:t>
      </w:r>
    </w:p>
    <w:p w:rsidR="00E00D30" w:rsidRDefault="00E00D30" w:rsidP="00E00D30">
      <w:r>
        <w:t>499.2274</w:t>
      </w:r>
      <w:r>
        <w:tab/>
        <w:t>2.025e0</w:t>
      </w:r>
    </w:p>
    <w:p w:rsidR="00E00D30" w:rsidRDefault="00E00D30" w:rsidP="00E00D30">
      <w:r>
        <w:t>499.2306</w:t>
      </w:r>
      <w:r>
        <w:tab/>
        <w:t>2.025e0</w:t>
      </w:r>
    </w:p>
    <w:p w:rsidR="00E00D30" w:rsidRDefault="00E00D30" w:rsidP="00E00D30">
      <w:r>
        <w:t>499.2552</w:t>
      </w:r>
      <w:r>
        <w:tab/>
        <w:t>2.116e0</w:t>
      </w:r>
    </w:p>
    <w:p w:rsidR="00E00D30" w:rsidRDefault="00E00D30" w:rsidP="00E00D30">
      <w:r>
        <w:t>499.2739</w:t>
      </w:r>
      <w:r>
        <w:tab/>
        <w:t>1.013e0</w:t>
      </w:r>
    </w:p>
    <w:p w:rsidR="00E00D30" w:rsidRDefault="00E00D30" w:rsidP="00E00D30">
      <w:r>
        <w:t>499.2794</w:t>
      </w:r>
      <w:r>
        <w:tab/>
        <w:t>2.882e0</w:t>
      </w:r>
    </w:p>
    <w:p w:rsidR="00E00D30" w:rsidRDefault="00E00D30" w:rsidP="00E00D30">
      <w:r>
        <w:t>499.3085</w:t>
      </w:r>
      <w:r>
        <w:tab/>
        <w:t>1.013e0</w:t>
      </w:r>
    </w:p>
    <w:p w:rsidR="00E00D30" w:rsidRDefault="00E00D30" w:rsidP="00E00D30">
      <w:r>
        <w:t>499.3115</w:t>
      </w:r>
      <w:r>
        <w:tab/>
        <w:t>1.013e0</w:t>
      </w:r>
    </w:p>
    <w:p w:rsidR="00E00D30" w:rsidRDefault="00E00D30" w:rsidP="00E00D30">
      <w:r>
        <w:t>499.3172</w:t>
      </w:r>
      <w:r>
        <w:tab/>
        <w:t>1.013e0</w:t>
      </w:r>
    </w:p>
    <w:p w:rsidR="00E00D30" w:rsidRDefault="00E00D30" w:rsidP="00E00D30">
      <w:r>
        <w:t>499.3289</w:t>
      </w:r>
      <w:r>
        <w:tab/>
        <w:t>1.013e0</w:t>
      </w:r>
    </w:p>
    <w:p w:rsidR="00E00D30" w:rsidRDefault="00E00D30" w:rsidP="00E00D30">
      <w:r>
        <w:t>499.3519</w:t>
      </w:r>
      <w:r>
        <w:tab/>
        <w:t>1.013e0</w:t>
      </w:r>
    </w:p>
    <w:p w:rsidR="00E00D30" w:rsidRDefault="00E00D30" w:rsidP="00E00D30">
      <w:r>
        <w:t>499.3603</w:t>
      </w:r>
      <w:r>
        <w:tab/>
        <w:t>1.013e0</w:t>
      </w:r>
    </w:p>
    <w:p w:rsidR="00E00D30" w:rsidRDefault="00E00D30" w:rsidP="00E00D30">
      <w:r>
        <w:t>499.3774</w:t>
      </w:r>
      <w:r>
        <w:tab/>
        <w:t>3.038e0</w:t>
      </w:r>
    </w:p>
    <w:p w:rsidR="00E00D30" w:rsidRDefault="00E00D30" w:rsidP="00E00D30">
      <w:r>
        <w:t>499.3867</w:t>
      </w:r>
      <w:r>
        <w:tab/>
        <w:t>1.013e0</w:t>
      </w:r>
    </w:p>
    <w:p w:rsidR="00E00D30" w:rsidRDefault="00E00D30" w:rsidP="00E00D30">
      <w:r>
        <w:lastRenderedPageBreak/>
        <w:t>499.4245</w:t>
      </w:r>
      <w:r>
        <w:tab/>
        <w:t>1.013e0</w:t>
      </w:r>
    </w:p>
    <w:p w:rsidR="00E00D30" w:rsidRDefault="00E00D30" w:rsidP="00E00D30">
      <w:r>
        <w:t>499.4422</w:t>
      </w:r>
      <w:r>
        <w:tab/>
        <w:t>1.013e0</w:t>
      </w:r>
    </w:p>
    <w:p w:rsidR="00E00D30" w:rsidRDefault="00E00D30" w:rsidP="00E00D30">
      <w:r>
        <w:t>499.5155</w:t>
      </w:r>
      <w:r>
        <w:tab/>
        <w:t>2.025e0</w:t>
      </w:r>
    </w:p>
    <w:p w:rsidR="00E00D30" w:rsidRDefault="00E00D30" w:rsidP="00E00D30">
      <w:r>
        <w:t>499.5182</w:t>
      </w:r>
      <w:r>
        <w:tab/>
        <w:t>1.013e0</w:t>
      </w:r>
    </w:p>
    <w:p w:rsidR="00E00D30" w:rsidRDefault="00E00D30" w:rsidP="00E00D30">
      <w:r>
        <w:t>499.5686</w:t>
      </w:r>
      <w:r>
        <w:tab/>
        <w:t>1.013e0</w:t>
      </w:r>
    </w:p>
    <w:p w:rsidR="00E00D30" w:rsidRDefault="00E00D30" w:rsidP="00E00D30">
      <w:r>
        <w:t>499.5775</w:t>
      </w:r>
      <w:r>
        <w:tab/>
        <w:t>2.025e0</w:t>
      </w:r>
    </w:p>
    <w:p w:rsidR="00E00D30" w:rsidRDefault="00E00D30" w:rsidP="00E00D30">
      <w:r>
        <w:t>499.5861</w:t>
      </w:r>
      <w:r>
        <w:tab/>
        <w:t>2.025e0</w:t>
      </w:r>
    </w:p>
    <w:p w:rsidR="00E00D30" w:rsidRDefault="00E00D30" w:rsidP="00E00D30">
      <w:r>
        <w:t>499.5944</w:t>
      </w:r>
      <w:r>
        <w:tab/>
        <w:t>1.013e0</w:t>
      </w:r>
    </w:p>
    <w:p w:rsidR="00E00D30" w:rsidRDefault="00E00D30" w:rsidP="00E00D30">
      <w:r>
        <w:t>499.6033</w:t>
      </w:r>
      <w:r>
        <w:tab/>
        <w:t>1.013e0</w:t>
      </w:r>
    </w:p>
    <w:p w:rsidR="00E00D30" w:rsidRDefault="00E00D30" w:rsidP="00E00D30">
      <w:r>
        <w:t>499.6091</w:t>
      </w:r>
      <w:r>
        <w:tab/>
        <w:t>2.025e0</w:t>
      </w:r>
    </w:p>
    <w:p w:rsidR="00E00D30" w:rsidRDefault="00E00D30" w:rsidP="00E00D30">
      <w:r>
        <w:t>499.6129</w:t>
      </w:r>
      <w:r>
        <w:tab/>
        <w:t>1.013e0</w:t>
      </w:r>
    </w:p>
    <w:p w:rsidR="00E00D30" w:rsidRDefault="00E00D30" w:rsidP="00E00D30">
      <w:r>
        <w:t>499.6467</w:t>
      </w:r>
      <w:r>
        <w:tab/>
        <w:t>1.013e0</w:t>
      </w:r>
    </w:p>
    <w:p w:rsidR="00E00D30" w:rsidRDefault="00E00D30" w:rsidP="00E00D30">
      <w:r>
        <w:t>499.6572</w:t>
      </w:r>
      <w:r>
        <w:tab/>
        <w:t>2.025e0</w:t>
      </w:r>
    </w:p>
    <w:p w:rsidR="00E00D30" w:rsidRDefault="00E00D30" w:rsidP="00E00D30">
      <w:r>
        <w:t>499.6812</w:t>
      </w:r>
      <w:r>
        <w:tab/>
        <w:t>2.025e0</w:t>
      </w:r>
    </w:p>
    <w:p w:rsidR="00E00D30" w:rsidRDefault="00E00D30" w:rsidP="00E00D30">
      <w:r>
        <w:t>499.7077</w:t>
      </w:r>
      <w:r>
        <w:tab/>
        <w:t>1.013e0</w:t>
      </w:r>
    </w:p>
    <w:p w:rsidR="00E00D30" w:rsidRDefault="00E00D30" w:rsidP="00E00D30">
      <w:r>
        <w:t>499.7202</w:t>
      </w:r>
      <w:r>
        <w:tab/>
        <w:t>2.025e0</w:t>
      </w:r>
    </w:p>
    <w:p w:rsidR="00E00D30" w:rsidRDefault="00E00D30" w:rsidP="00E00D30">
      <w:r>
        <w:t>499.7259</w:t>
      </w:r>
      <w:r>
        <w:tab/>
        <w:t>1.013e0</w:t>
      </w:r>
    </w:p>
    <w:p w:rsidR="00E00D30" w:rsidRDefault="00E00D30" w:rsidP="00E00D30">
      <w:r>
        <w:t>499.7356</w:t>
      </w:r>
      <w:r>
        <w:tab/>
        <w:t>4.051e0</w:t>
      </w:r>
    </w:p>
    <w:p w:rsidR="00E00D30" w:rsidRDefault="00E00D30" w:rsidP="00E00D30">
      <w:r>
        <w:t>499.7527</w:t>
      </w:r>
      <w:r>
        <w:tab/>
        <w:t>2.025e0</w:t>
      </w:r>
    </w:p>
    <w:p w:rsidR="00E00D30" w:rsidRDefault="00E00D30" w:rsidP="00E00D30">
      <w:r>
        <w:lastRenderedPageBreak/>
        <w:t>499.7938</w:t>
      </w:r>
      <w:r>
        <w:tab/>
        <w:t>1.013e0</w:t>
      </w:r>
    </w:p>
    <w:p w:rsidR="00E00D30" w:rsidRDefault="00E00D30" w:rsidP="00E00D30">
      <w:r>
        <w:t>499.7972</w:t>
      </w:r>
      <w:r>
        <w:tab/>
        <w:t>3.038e0</w:t>
      </w:r>
    </w:p>
    <w:p w:rsidR="00E00D30" w:rsidRDefault="00E00D30" w:rsidP="00E00D30">
      <w:r>
        <w:t>499.8208</w:t>
      </w:r>
      <w:r>
        <w:tab/>
        <w:t>2.025e0</w:t>
      </w:r>
    </w:p>
    <w:p w:rsidR="00E00D30" w:rsidRDefault="00E00D30" w:rsidP="00E00D30">
      <w:r>
        <w:t>499.8300</w:t>
      </w:r>
      <w:r>
        <w:tab/>
        <w:t>2.025e0</w:t>
      </w:r>
    </w:p>
    <w:p w:rsidR="00E00D30" w:rsidRDefault="00E00D30" w:rsidP="00E00D30">
      <w:r>
        <w:t>499.8362</w:t>
      </w:r>
      <w:r>
        <w:tab/>
        <w:t>1.013e0</w:t>
      </w:r>
    </w:p>
    <w:p w:rsidR="00E00D30" w:rsidRDefault="00E00D30" w:rsidP="00E00D30">
      <w:r>
        <w:t>499.8582</w:t>
      </w:r>
      <w:r>
        <w:tab/>
        <w:t>1.013e0</w:t>
      </w:r>
    </w:p>
    <w:p w:rsidR="00E00D30" w:rsidRDefault="00E00D30" w:rsidP="00E00D30">
      <w:r>
        <w:t>499.8671</w:t>
      </w:r>
      <w:r>
        <w:tab/>
        <w:t>2.025e0</w:t>
      </w:r>
    </w:p>
    <w:p w:rsidR="00E00D30" w:rsidRDefault="00E00D30" w:rsidP="00E00D30">
      <w:r>
        <w:t>499.8722</w:t>
      </w:r>
      <w:r>
        <w:tab/>
        <w:t>2.025e0</w:t>
      </w:r>
    </w:p>
    <w:p w:rsidR="00E00D30" w:rsidRDefault="00E00D30" w:rsidP="00E00D30">
      <w:r>
        <w:t>499.8757</w:t>
      </w:r>
      <w:r>
        <w:tab/>
        <w:t>1.013e0</w:t>
      </w:r>
    </w:p>
    <w:p w:rsidR="00E00D30" w:rsidRDefault="00E00D30" w:rsidP="00E00D30">
      <w:r>
        <w:t>499.8809</w:t>
      </w:r>
      <w:r>
        <w:tab/>
        <w:t>2.025e0</w:t>
      </w:r>
    </w:p>
    <w:p w:rsidR="00E00D30" w:rsidRDefault="00E00D30" w:rsidP="00E00D30">
      <w:r>
        <w:t>499.9038</w:t>
      </w:r>
      <w:r>
        <w:tab/>
        <w:t>4.051e0</w:t>
      </w:r>
    </w:p>
    <w:p w:rsidR="00E00D30" w:rsidRDefault="00E00D30" w:rsidP="00E00D30">
      <w:r>
        <w:t>499.9105</w:t>
      </w:r>
      <w:r>
        <w:tab/>
        <w:t>2.025e0</w:t>
      </w:r>
    </w:p>
    <w:p w:rsidR="00E00D30" w:rsidRDefault="00E00D30" w:rsidP="00E00D30">
      <w:r>
        <w:t>499.9409</w:t>
      </w:r>
      <w:r>
        <w:tab/>
        <w:t>7.089e0</w:t>
      </w:r>
    </w:p>
    <w:p w:rsidR="00E00D30" w:rsidRDefault="00E00D30" w:rsidP="00E00D30">
      <w:r>
        <w:t>499.9493</w:t>
      </w:r>
      <w:r>
        <w:tab/>
        <w:t>1.013e0</w:t>
      </w:r>
    </w:p>
    <w:p w:rsidR="00E00D30" w:rsidRDefault="00E00D30" w:rsidP="00E00D30">
      <w:r>
        <w:t>499.9769</w:t>
      </w:r>
      <w:r>
        <w:tab/>
        <w:t>1.013e0</w:t>
      </w:r>
    </w:p>
    <w:p w:rsidR="00E00D30" w:rsidRDefault="00E00D30" w:rsidP="00E00D30">
      <w:r>
        <w:t>500.0116</w:t>
      </w:r>
      <w:r>
        <w:tab/>
        <w:t>1.013e0</w:t>
      </w:r>
    </w:p>
    <w:p w:rsidR="00E00D30" w:rsidRDefault="00E00D30" w:rsidP="00E00D30">
      <w:r>
        <w:t>500.0255</w:t>
      </w:r>
      <w:r>
        <w:tab/>
        <w:t>1.013e0</w:t>
      </w:r>
    </w:p>
    <w:p w:rsidR="00E00D30" w:rsidRDefault="00E00D30" w:rsidP="00E00D30">
      <w:r>
        <w:t>500.0365</w:t>
      </w:r>
      <w:r>
        <w:tab/>
        <w:t>3.038e0</w:t>
      </w:r>
    </w:p>
    <w:p w:rsidR="00E00D30" w:rsidRDefault="00E00D30" w:rsidP="00E00D30">
      <w:r>
        <w:t>500.0546</w:t>
      </w:r>
      <w:r>
        <w:tab/>
        <w:t>2.025e0</w:t>
      </w:r>
    </w:p>
    <w:p w:rsidR="00E00D30" w:rsidRDefault="00E00D30" w:rsidP="00E00D30">
      <w:r>
        <w:lastRenderedPageBreak/>
        <w:t>500.0804</w:t>
      </w:r>
      <w:r>
        <w:tab/>
        <w:t>1.013e0</w:t>
      </w:r>
    </w:p>
    <w:p w:rsidR="00E00D30" w:rsidRDefault="00E00D30" w:rsidP="00E00D30">
      <w:r>
        <w:t>500.1199</w:t>
      </w:r>
      <w:r>
        <w:tab/>
        <w:t>1.013e0</w:t>
      </w:r>
    </w:p>
    <w:p w:rsidR="00E00D30" w:rsidRDefault="00E00D30" w:rsidP="00E00D30">
      <w:r>
        <w:t>500.1420</w:t>
      </w:r>
      <w:r>
        <w:tab/>
        <w:t>1.013e0</w:t>
      </w:r>
    </w:p>
    <w:p w:rsidR="00E00D30" w:rsidRDefault="00E00D30" w:rsidP="00E00D30">
      <w:r>
        <w:t>500.1599</w:t>
      </w:r>
      <w:r>
        <w:tab/>
        <w:t>1.013e0</w:t>
      </w:r>
    </w:p>
    <w:p w:rsidR="00E00D30" w:rsidRDefault="00E00D30" w:rsidP="00E00D30">
      <w:r>
        <w:t>500.2150</w:t>
      </w:r>
      <w:r>
        <w:tab/>
        <w:t>1.013e0</w:t>
      </w:r>
    </w:p>
    <w:p w:rsidR="00E00D30" w:rsidRDefault="00E00D30" w:rsidP="00E00D30">
      <w:r>
        <w:t>500.2275</w:t>
      </w:r>
      <w:r>
        <w:tab/>
        <w:t>2.025e0</w:t>
      </w:r>
    </w:p>
    <w:p w:rsidR="00E00D30" w:rsidRDefault="00E00D30" w:rsidP="00E00D30">
      <w:r>
        <w:t>500.2339</w:t>
      </w:r>
      <w:r>
        <w:tab/>
        <w:t>2.025e0</w:t>
      </w:r>
    </w:p>
    <w:p w:rsidR="00E00D30" w:rsidRDefault="00E00D30" w:rsidP="00E00D30">
      <w:r>
        <w:t>500.2448</w:t>
      </w:r>
      <w:r>
        <w:tab/>
        <w:t>1.826e0</w:t>
      </w:r>
    </w:p>
    <w:p w:rsidR="00E00D30" w:rsidRDefault="00E00D30" w:rsidP="00E00D30">
      <w:r>
        <w:t>500.2488</w:t>
      </w:r>
      <w:r>
        <w:tab/>
        <w:t>1.013e0</w:t>
      </w:r>
    </w:p>
    <w:p w:rsidR="00E00D30" w:rsidRDefault="00E00D30" w:rsidP="00E00D30">
      <w:r>
        <w:t>500.2700</w:t>
      </w:r>
      <w:r>
        <w:tab/>
        <w:t>1.013e0</w:t>
      </w:r>
    </w:p>
    <w:p w:rsidR="00E00D30" w:rsidRDefault="00E00D30" w:rsidP="00E00D30">
      <w:r>
        <w:t>500.2807</w:t>
      </w:r>
      <w:r>
        <w:tab/>
        <w:t>1.013e0</w:t>
      </w:r>
    </w:p>
    <w:p w:rsidR="00E00D30" w:rsidRDefault="00E00D30" w:rsidP="00E00D30">
      <w:r>
        <w:t>500.2846</w:t>
      </w:r>
      <w:r>
        <w:tab/>
        <w:t>3.589e0</w:t>
      </w:r>
    </w:p>
    <w:p w:rsidR="00E00D30" w:rsidRDefault="00E00D30" w:rsidP="00E00D30">
      <w:r>
        <w:t>500.2990</w:t>
      </w:r>
      <w:r>
        <w:tab/>
        <w:t>3.653e0</w:t>
      </w:r>
    </w:p>
    <w:p w:rsidR="00E00D30" w:rsidRDefault="00E00D30" w:rsidP="00E00D30">
      <w:r>
        <w:t>500.3067</w:t>
      </w:r>
      <w:r>
        <w:tab/>
        <w:t>1.013e0</w:t>
      </w:r>
    </w:p>
    <w:p w:rsidR="00E00D30" w:rsidRDefault="00E00D30" w:rsidP="00E00D30">
      <w:r>
        <w:t>500.3196</w:t>
      </w:r>
      <w:r>
        <w:tab/>
        <w:t>2.025e0</w:t>
      </w:r>
    </w:p>
    <w:p w:rsidR="00E00D30" w:rsidRDefault="00E00D30" w:rsidP="00E00D30">
      <w:r>
        <w:t>500.3845</w:t>
      </w:r>
      <w:r>
        <w:tab/>
        <w:t>2.025e0</w:t>
      </w:r>
    </w:p>
    <w:p w:rsidR="00E00D30" w:rsidRDefault="00E00D30" w:rsidP="00E00D30">
      <w:r>
        <w:t>500.4013</w:t>
      </w:r>
      <w:r>
        <w:tab/>
        <w:t>1.013e0</w:t>
      </w:r>
    </w:p>
    <w:p w:rsidR="00E00D30" w:rsidRDefault="00E00D30" w:rsidP="00E00D30">
      <w:r>
        <w:t>500.4112</w:t>
      </w:r>
      <w:r>
        <w:tab/>
        <w:t>3.038e0</w:t>
      </w:r>
    </w:p>
    <w:p w:rsidR="00E00D30" w:rsidRDefault="00E00D30" w:rsidP="00E00D30">
      <w:r>
        <w:t>500.4190</w:t>
      </w:r>
      <w:r>
        <w:tab/>
        <w:t>2.025e0</w:t>
      </w:r>
    </w:p>
    <w:p w:rsidR="00E00D30" w:rsidRDefault="00E00D30" w:rsidP="00E00D30">
      <w:r>
        <w:lastRenderedPageBreak/>
        <w:t>500.4449</w:t>
      </w:r>
      <w:r>
        <w:tab/>
        <w:t>2.025e0</w:t>
      </w:r>
    </w:p>
    <w:p w:rsidR="00E00D30" w:rsidRDefault="00E00D30" w:rsidP="00E00D30">
      <w:r>
        <w:t>500.4538</w:t>
      </w:r>
      <w:r>
        <w:tab/>
        <w:t>1.013e0</w:t>
      </w:r>
    </w:p>
    <w:p w:rsidR="00E00D30" w:rsidRDefault="00E00D30" w:rsidP="00E00D30">
      <w:r>
        <w:t>500.4658</w:t>
      </w:r>
      <w:r>
        <w:tab/>
        <w:t>4.051e0</w:t>
      </w:r>
    </w:p>
    <w:p w:rsidR="00E00D30" w:rsidRDefault="00E00D30" w:rsidP="00E00D30">
      <w:r>
        <w:t>500.4711</w:t>
      </w:r>
      <w:r>
        <w:tab/>
        <w:t>1.013e0</w:t>
      </w:r>
    </w:p>
    <w:p w:rsidR="00E00D30" w:rsidRDefault="00E00D30" w:rsidP="00E00D30">
      <w:r>
        <w:t>500.4795</w:t>
      </w:r>
      <w:r>
        <w:tab/>
        <w:t>3.038e0</w:t>
      </w:r>
    </w:p>
    <w:p w:rsidR="00E00D30" w:rsidRDefault="00E00D30" w:rsidP="00E00D30">
      <w:r>
        <w:t>500.4991</w:t>
      </w:r>
      <w:r>
        <w:tab/>
        <w:t>1.013e0</w:t>
      </w:r>
    </w:p>
    <w:p w:rsidR="00E00D30" w:rsidRDefault="00E00D30" w:rsidP="00E00D30">
      <w:r>
        <w:t>500.5586</w:t>
      </w:r>
      <w:r>
        <w:tab/>
        <w:t>2.025e0</w:t>
      </w:r>
    </w:p>
    <w:p w:rsidR="00E00D30" w:rsidRDefault="00E00D30" w:rsidP="00E00D30">
      <w:r>
        <w:t>500.5752</w:t>
      </w:r>
      <w:r>
        <w:tab/>
        <w:t>3.038e0</w:t>
      </w:r>
    </w:p>
    <w:p w:rsidR="00E00D30" w:rsidRDefault="00E00D30" w:rsidP="00E00D30">
      <w:r>
        <w:t>500.5907</w:t>
      </w:r>
      <w:r>
        <w:tab/>
        <w:t>1.013e0</w:t>
      </w:r>
    </w:p>
    <w:p w:rsidR="00E00D30" w:rsidRDefault="00E00D30" w:rsidP="00E00D30">
      <w:r>
        <w:t>500.6094</w:t>
      </w:r>
      <w:r>
        <w:tab/>
        <w:t>2.025e0</w:t>
      </w:r>
    </w:p>
    <w:p w:rsidR="00E00D30" w:rsidRDefault="00E00D30" w:rsidP="00E00D30">
      <w:r>
        <w:t>500.6305</w:t>
      </w:r>
      <w:r>
        <w:tab/>
        <w:t>1.013e0</w:t>
      </w:r>
    </w:p>
    <w:p w:rsidR="00E00D30" w:rsidRDefault="00E00D30" w:rsidP="00E00D30">
      <w:r>
        <w:t>500.6448</w:t>
      </w:r>
      <w:r>
        <w:tab/>
        <w:t>1.013e0</w:t>
      </w:r>
    </w:p>
    <w:p w:rsidR="00E00D30" w:rsidRDefault="00E00D30" w:rsidP="00E00D30">
      <w:r>
        <w:t>500.6535</w:t>
      </w:r>
      <w:r>
        <w:tab/>
        <w:t>1.013e0</w:t>
      </w:r>
    </w:p>
    <w:p w:rsidR="00E00D30" w:rsidRDefault="00E00D30" w:rsidP="00E00D30">
      <w:r>
        <w:t>500.6667</w:t>
      </w:r>
      <w:r>
        <w:tab/>
        <w:t>1.013e0</w:t>
      </w:r>
    </w:p>
    <w:p w:rsidR="00E00D30" w:rsidRDefault="00E00D30" w:rsidP="00E00D30">
      <w:r>
        <w:t>500.7067</w:t>
      </w:r>
      <w:r>
        <w:tab/>
        <w:t>1.013e0</w:t>
      </w:r>
    </w:p>
    <w:p w:rsidR="00E00D30" w:rsidRDefault="00E00D30" w:rsidP="00E00D30">
      <w:r>
        <w:t>500.7841</w:t>
      </w:r>
      <w:r>
        <w:tab/>
        <w:t>2.025e0</w:t>
      </w:r>
    </w:p>
    <w:p w:rsidR="00E00D30" w:rsidRDefault="00E00D30" w:rsidP="00E00D30">
      <w:r>
        <w:t>500.8167</w:t>
      </w:r>
      <w:r>
        <w:tab/>
        <w:t>1.013e0</w:t>
      </w:r>
    </w:p>
    <w:p w:rsidR="00E00D30" w:rsidRDefault="00E00D30" w:rsidP="00E00D30">
      <w:r>
        <w:t>500.8186</w:t>
      </w:r>
      <w:r>
        <w:tab/>
        <w:t>2.025e0</w:t>
      </w:r>
    </w:p>
    <w:p w:rsidR="00E00D30" w:rsidRDefault="00E00D30" w:rsidP="00E00D30">
      <w:r>
        <w:t>500.8576</w:t>
      </w:r>
      <w:r>
        <w:tab/>
        <w:t>2.025e0</w:t>
      </w:r>
    </w:p>
    <w:p w:rsidR="00E00D30" w:rsidRDefault="00E00D30" w:rsidP="00E00D30">
      <w:r>
        <w:lastRenderedPageBreak/>
        <w:t>500.8621</w:t>
      </w:r>
      <w:r>
        <w:tab/>
        <w:t>1.013e0</w:t>
      </w:r>
    </w:p>
    <w:p w:rsidR="00E00D30" w:rsidRDefault="00E00D30" w:rsidP="00E00D30">
      <w:r>
        <w:t>500.8941</w:t>
      </w:r>
      <w:r>
        <w:tab/>
        <w:t>3.038e0</w:t>
      </w:r>
    </w:p>
    <w:p w:rsidR="00E00D30" w:rsidRDefault="00E00D30" w:rsidP="00E00D30">
      <w:r>
        <w:t>500.8968</w:t>
      </w:r>
      <w:r>
        <w:tab/>
        <w:t>4.051e0</w:t>
      </w:r>
    </w:p>
    <w:p w:rsidR="00E00D30" w:rsidRDefault="00E00D30" w:rsidP="00E00D30">
      <w:r>
        <w:t>500.9140</w:t>
      </w:r>
      <w:r>
        <w:tab/>
        <w:t>2.025e0</w:t>
      </w:r>
    </w:p>
    <w:p w:rsidR="00E00D30" w:rsidRDefault="00E00D30" w:rsidP="00E00D30">
      <w:r>
        <w:t>500.9328</w:t>
      </w:r>
      <w:r>
        <w:tab/>
        <w:t>1.013e0</w:t>
      </w:r>
    </w:p>
    <w:p w:rsidR="00E00D30" w:rsidRDefault="00E00D30" w:rsidP="00E00D30">
      <w:r>
        <w:t>500.9536</w:t>
      </w:r>
      <w:r>
        <w:tab/>
        <w:t>2.025e0</w:t>
      </w:r>
    </w:p>
    <w:p w:rsidR="00E00D30" w:rsidRDefault="00E00D30" w:rsidP="00E00D30">
      <w:r>
        <w:t>500.9664</w:t>
      </w:r>
      <w:r>
        <w:tab/>
        <w:t>1.013e0</w:t>
      </w:r>
    </w:p>
    <w:p w:rsidR="00E00D30" w:rsidRDefault="00E00D30" w:rsidP="00E00D30">
      <w:r>
        <w:t>500.9693</w:t>
      </w:r>
      <w:r>
        <w:tab/>
        <w:t>1.013e0</w:t>
      </w:r>
    </w:p>
    <w:p w:rsidR="00E00D30" w:rsidRDefault="00E00D30" w:rsidP="00E00D30">
      <w:r>
        <w:t>501.0061</w:t>
      </w:r>
      <w:r>
        <w:tab/>
        <w:t>1.013e0</w:t>
      </w:r>
    </w:p>
    <w:p w:rsidR="00E00D30" w:rsidRDefault="00E00D30" w:rsidP="00E00D30">
      <w:r>
        <w:t>501.0078</w:t>
      </w:r>
      <w:r>
        <w:tab/>
        <w:t>3.038e0</w:t>
      </w:r>
    </w:p>
    <w:p w:rsidR="00E00D30" w:rsidRDefault="00E00D30" w:rsidP="00E00D30">
      <w:r>
        <w:t>501.0366</w:t>
      </w:r>
      <w:r>
        <w:tab/>
        <w:t>1.013e0</w:t>
      </w:r>
    </w:p>
    <w:p w:rsidR="00E00D30" w:rsidRDefault="00E00D30" w:rsidP="00E00D30">
      <w:r>
        <w:t>501.0444</w:t>
      </w:r>
      <w:r>
        <w:tab/>
        <w:t>2.025e0</w:t>
      </w:r>
    </w:p>
    <w:p w:rsidR="00E00D30" w:rsidRDefault="00E00D30" w:rsidP="00E00D30">
      <w:r>
        <w:t>501.0707</w:t>
      </w:r>
      <w:r>
        <w:tab/>
        <w:t>1.013e0</w:t>
      </w:r>
    </w:p>
    <w:p w:rsidR="00E00D30" w:rsidRDefault="00E00D30" w:rsidP="00E00D30">
      <w:r>
        <w:t>501.1126</w:t>
      </w:r>
      <w:r>
        <w:tab/>
        <w:t>2.025e0</w:t>
      </w:r>
    </w:p>
    <w:p w:rsidR="00E00D30" w:rsidRDefault="00E00D30" w:rsidP="00E00D30">
      <w:r>
        <w:t>501.1322</w:t>
      </w:r>
      <w:r>
        <w:tab/>
        <w:t>1.013e0</w:t>
      </w:r>
    </w:p>
    <w:p w:rsidR="00E00D30" w:rsidRDefault="00E00D30" w:rsidP="00E00D30">
      <w:r>
        <w:t>501.1409</w:t>
      </w:r>
      <w:r>
        <w:tab/>
        <w:t>1.013e0</w:t>
      </w:r>
    </w:p>
    <w:p w:rsidR="00E00D30" w:rsidRDefault="00E00D30" w:rsidP="00E00D30">
      <w:r>
        <w:t>501.1530</w:t>
      </w:r>
      <w:r>
        <w:tab/>
        <w:t>2.025e0</w:t>
      </w:r>
    </w:p>
    <w:p w:rsidR="00E00D30" w:rsidRDefault="00E00D30" w:rsidP="00E00D30">
      <w:r>
        <w:t>501.1635</w:t>
      </w:r>
      <w:r>
        <w:tab/>
        <w:t>2.025e0</w:t>
      </w:r>
    </w:p>
    <w:p w:rsidR="00E00D30" w:rsidRDefault="00E00D30" w:rsidP="00E00D30">
      <w:r>
        <w:t>501.1664</w:t>
      </w:r>
      <w:r>
        <w:tab/>
        <w:t>1.013e0</w:t>
      </w:r>
    </w:p>
    <w:p w:rsidR="00E00D30" w:rsidRDefault="00E00D30" w:rsidP="00E00D30">
      <w:r>
        <w:lastRenderedPageBreak/>
        <w:t>501.1835</w:t>
      </w:r>
      <w:r>
        <w:tab/>
        <w:t>1.013e0</w:t>
      </w:r>
    </w:p>
    <w:p w:rsidR="00E00D30" w:rsidRDefault="00E00D30" w:rsidP="00E00D30">
      <w:r>
        <w:t>501.1963</w:t>
      </w:r>
      <w:r>
        <w:tab/>
        <w:t>1.013e0</w:t>
      </w:r>
    </w:p>
    <w:p w:rsidR="00E00D30" w:rsidRDefault="00E00D30" w:rsidP="00E00D30">
      <w:r>
        <w:t>501.2186</w:t>
      </w:r>
      <w:r>
        <w:tab/>
        <w:t>1.013e0</w:t>
      </w:r>
    </w:p>
    <w:p w:rsidR="00E00D30" w:rsidRDefault="00E00D30" w:rsidP="00E00D30">
      <w:r>
        <w:t>501.2270</w:t>
      </w:r>
      <w:r>
        <w:tab/>
        <w:t>1.013e0</w:t>
      </w:r>
    </w:p>
    <w:p w:rsidR="00E00D30" w:rsidRDefault="00E00D30" w:rsidP="00E00D30">
      <w:r>
        <w:t>501.2322</w:t>
      </w:r>
      <w:r>
        <w:tab/>
        <w:t>1.013e0</w:t>
      </w:r>
    </w:p>
    <w:p w:rsidR="00E00D30" w:rsidRDefault="00E00D30" w:rsidP="00E00D30">
      <w:r>
        <w:t>501.2337</w:t>
      </w:r>
      <w:r>
        <w:tab/>
        <w:t>3.038e0</w:t>
      </w:r>
    </w:p>
    <w:p w:rsidR="00E00D30" w:rsidRDefault="00E00D30" w:rsidP="00E00D30">
      <w:r>
        <w:t>501.2357</w:t>
      </w:r>
      <w:r>
        <w:tab/>
        <w:t>1.013e0</w:t>
      </w:r>
    </w:p>
    <w:p w:rsidR="00E00D30" w:rsidRDefault="00E00D30" w:rsidP="00E00D30">
      <w:r>
        <w:t>501.2540</w:t>
      </w:r>
      <w:r>
        <w:tab/>
        <w:t>4.051e0</w:t>
      </w:r>
    </w:p>
    <w:p w:rsidR="00E00D30" w:rsidRDefault="00E00D30" w:rsidP="00E00D30">
      <w:r>
        <w:t>501.2975</w:t>
      </w:r>
      <w:r>
        <w:tab/>
        <w:t>1.013e0</w:t>
      </w:r>
    </w:p>
    <w:p w:rsidR="00E00D30" w:rsidRDefault="00E00D30" w:rsidP="00E00D30">
      <w:r>
        <w:t>501.3153</w:t>
      </w:r>
      <w:r>
        <w:tab/>
        <w:t>2.532e0</w:t>
      </w:r>
    </w:p>
    <w:p w:rsidR="00E00D30" w:rsidRDefault="00E00D30" w:rsidP="00E00D30">
      <w:r>
        <w:t>501.3227</w:t>
      </w:r>
      <w:r>
        <w:tab/>
        <w:t>3.738e0</w:t>
      </w:r>
    </w:p>
    <w:p w:rsidR="00E00D30" w:rsidRDefault="00E00D30" w:rsidP="00E00D30">
      <w:r>
        <w:t>501.3270</w:t>
      </w:r>
      <w:r>
        <w:tab/>
        <w:t>1.013e0</w:t>
      </w:r>
    </w:p>
    <w:p w:rsidR="00E00D30" w:rsidRDefault="00E00D30" w:rsidP="00E00D30">
      <w:r>
        <w:t>501.3438</w:t>
      </w:r>
      <w:r>
        <w:tab/>
        <w:t>3.038e0</w:t>
      </w:r>
    </w:p>
    <w:p w:rsidR="00E00D30" w:rsidRDefault="00E00D30" w:rsidP="00E00D30">
      <w:r>
        <w:t>501.3459</w:t>
      </w:r>
      <w:r>
        <w:tab/>
        <w:t>1.013e0</w:t>
      </w:r>
    </w:p>
    <w:p w:rsidR="00E00D30" w:rsidRDefault="00E00D30" w:rsidP="00E00D30">
      <w:r>
        <w:t>501.3616</w:t>
      </w:r>
      <w:r>
        <w:tab/>
        <w:t>2.025e0</w:t>
      </w:r>
    </w:p>
    <w:p w:rsidR="00E00D30" w:rsidRDefault="00E00D30" w:rsidP="00E00D30">
      <w:r>
        <w:t>501.3633</w:t>
      </w:r>
      <w:r>
        <w:tab/>
        <w:t>1.013e0</w:t>
      </w:r>
    </w:p>
    <w:p w:rsidR="00E00D30" w:rsidRDefault="00E00D30" w:rsidP="00E00D30">
      <w:r>
        <w:t>501.3664</w:t>
      </w:r>
      <w:r>
        <w:tab/>
        <w:t>1.013e0</w:t>
      </w:r>
    </w:p>
    <w:p w:rsidR="00E00D30" w:rsidRDefault="00E00D30" w:rsidP="00E00D30">
      <w:r>
        <w:t>501.3748</w:t>
      </w:r>
      <w:r>
        <w:tab/>
        <w:t>1.013e0</w:t>
      </w:r>
    </w:p>
    <w:p w:rsidR="00E00D30" w:rsidRDefault="00E00D30" w:rsidP="00E00D30">
      <w:r>
        <w:t>501.3838</w:t>
      </w:r>
      <w:r>
        <w:tab/>
        <w:t>2.025e0</w:t>
      </w:r>
    </w:p>
    <w:p w:rsidR="00E00D30" w:rsidRDefault="00E00D30" w:rsidP="00E00D30">
      <w:r>
        <w:lastRenderedPageBreak/>
        <w:t>501.3947</w:t>
      </w:r>
      <w:r>
        <w:tab/>
        <w:t>4.051e0</w:t>
      </w:r>
    </w:p>
    <w:p w:rsidR="00E00D30" w:rsidRDefault="00E00D30" w:rsidP="00E00D30">
      <w:r>
        <w:t>501.4096</w:t>
      </w:r>
      <w:r>
        <w:tab/>
        <w:t>1.013e0</w:t>
      </w:r>
    </w:p>
    <w:p w:rsidR="00E00D30" w:rsidRDefault="00E00D30" w:rsidP="00E00D30">
      <w:r>
        <w:t>501.4445</w:t>
      </w:r>
      <w:r>
        <w:tab/>
        <w:t>1.013e0</w:t>
      </w:r>
    </w:p>
    <w:p w:rsidR="00E00D30" w:rsidRDefault="00E00D30" w:rsidP="00E00D30">
      <w:r>
        <w:t>501.4534</w:t>
      </w:r>
      <w:r>
        <w:tab/>
        <w:t>1.013e0</w:t>
      </w:r>
    </w:p>
    <w:p w:rsidR="00E00D30" w:rsidRDefault="00E00D30" w:rsidP="00E00D30">
      <w:r>
        <w:t>501.4766</w:t>
      </w:r>
      <w:r>
        <w:tab/>
        <w:t>1.013e0</w:t>
      </w:r>
    </w:p>
    <w:p w:rsidR="00E00D30" w:rsidRDefault="00E00D30" w:rsidP="00E00D30">
      <w:r>
        <w:t>501.5132</w:t>
      </w:r>
      <w:r>
        <w:tab/>
        <w:t>1.013e0</w:t>
      </w:r>
    </w:p>
    <w:p w:rsidR="00E00D30" w:rsidRDefault="00E00D30" w:rsidP="00E00D30">
      <w:r>
        <w:t>501.5161</w:t>
      </w:r>
      <w:r>
        <w:tab/>
        <w:t>1.013e0</w:t>
      </w:r>
    </w:p>
    <w:p w:rsidR="00E00D30" w:rsidRDefault="00E00D30" w:rsidP="00E00D30">
      <w:r>
        <w:t>501.5491</w:t>
      </w:r>
      <w:r>
        <w:tab/>
        <w:t>1.013e0</w:t>
      </w:r>
    </w:p>
    <w:p w:rsidR="00E00D30" w:rsidRDefault="00E00D30" w:rsidP="00E00D30">
      <w:r>
        <w:t>501.5782</w:t>
      </w:r>
      <w:r>
        <w:tab/>
        <w:t>2.025e0</w:t>
      </w:r>
    </w:p>
    <w:p w:rsidR="00E00D30" w:rsidRDefault="00E00D30" w:rsidP="00E00D30">
      <w:r>
        <w:t>501.6262</w:t>
      </w:r>
      <w:r>
        <w:tab/>
        <w:t>1.013e0</w:t>
      </w:r>
    </w:p>
    <w:p w:rsidR="00E00D30" w:rsidRDefault="00E00D30" w:rsidP="00E00D30">
      <w:r>
        <w:t>501.6362</w:t>
      </w:r>
      <w:r>
        <w:tab/>
        <w:t>1.013e0</w:t>
      </w:r>
    </w:p>
    <w:p w:rsidR="00E00D30" w:rsidRDefault="00E00D30" w:rsidP="00E00D30">
      <w:r>
        <w:t>501.6661</w:t>
      </w:r>
      <w:r>
        <w:tab/>
        <w:t>1.013e0</w:t>
      </w:r>
    </w:p>
    <w:p w:rsidR="00E00D30" w:rsidRDefault="00E00D30" w:rsidP="00E00D30">
      <w:r>
        <w:t>501.7025</w:t>
      </w:r>
      <w:r>
        <w:tab/>
        <w:t>3.038e0</w:t>
      </w:r>
    </w:p>
    <w:p w:rsidR="00E00D30" w:rsidRDefault="00E00D30" w:rsidP="00E00D30">
      <w:r>
        <w:t>501.7210</w:t>
      </w:r>
      <w:r>
        <w:tab/>
        <w:t>1.013e0</w:t>
      </w:r>
    </w:p>
    <w:p w:rsidR="00E00D30" w:rsidRDefault="00E00D30" w:rsidP="00E00D30">
      <w:r>
        <w:t>501.7839</w:t>
      </w:r>
      <w:r>
        <w:tab/>
        <w:t>1.013e0</w:t>
      </w:r>
    </w:p>
    <w:p w:rsidR="00E00D30" w:rsidRDefault="00E00D30" w:rsidP="00E00D30">
      <w:r>
        <w:t>501.8109</w:t>
      </w:r>
      <w:r>
        <w:tab/>
        <w:t>1.013e0</w:t>
      </w:r>
    </w:p>
    <w:p w:rsidR="00E00D30" w:rsidRDefault="00E00D30" w:rsidP="00E00D30">
      <w:r>
        <w:t>501.8190</w:t>
      </w:r>
      <w:r>
        <w:tab/>
        <w:t>1.013e0</w:t>
      </w:r>
    </w:p>
    <w:p w:rsidR="00E00D30" w:rsidRDefault="00E00D30" w:rsidP="00E00D30">
      <w:r>
        <w:t>501.8560</w:t>
      </w:r>
      <w:r>
        <w:tab/>
        <w:t>4.051e0</w:t>
      </w:r>
    </w:p>
    <w:p w:rsidR="00E00D30" w:rsidRDefault="00E00D30" w:rsidP="00E00D30">
      <w:r>
        <w:t>501.8638</w:t>
      </w:r>
      <w:r>
        <w:tab/>
        <w:t>3.038e0</w:t>
      </w:r>
    </w:p>
    <w:p w:rsidR="00E00D30" w:rsidRDefault="00E00D30" w:rsidP="00E00D30">
      <w:r>
        <w:lastRenderedPageBreak/>
        <w:t>501.8799</w:t>
      </w:r>
      <w:r>
        <w:tab/>
        <w:t>1.013e0</w:t>
      </w:r>
    </w:p>
    <w:p w:rsidR="00E00D30" w:rsidRDefault="00E00D30" w:rsidP="00E00D30">
      <w:r>
        <w:t>501.9148</w:t>
      </w:r>
      <w:r>
        <w:tab/>
        <w:t>1.013e0</w:t>
      </w:r>
    </w:p>
    <w:p w:rsidR="00E00D30" w:rsidRDefault="00E00D30" w:rsidP="00E00D30">
      <w:r>
        <w:t>501.9324</w:t>
      </w:r>
      <w:r>
        <w:tab/>
        <w:t>2.025e0</w:t>
      </w:r>
    </w:p>
    <w:p w:rsidR="00E00D30" w:rsidRDefault="00E00D30" w:rsidP="00E00D30">
      <w:r>
        <w:t>501.9655</w:t>
      </w:r>
      <w:r>
        <w:tab/>
        <w:t>1.013e0</w:t>
      </w:r>
    </w:p>
    <w:p w:rsidR="00E00D30" w:rsidRDefault="00E00D30" w:rsidP="00E00D30">
      <w:r>
        <w:t>501.9691</w:t>
      </w:r>
      <w:r>
        <w:tab/>
        <w:t>1.013e0</w:t>
      </w:r>
    </w:p>
    <w:p w:rsidR="00E00D30" w:rsidRDefault="00E00D30" w:rsidP="00E00D30">
      <w:r>
        <w:t>501.9837</w:t>
      </w:r>
      <w:r>
        <w:tab/>
        <w:t>1.013e0</w:t>
      </w:r>
    </w:p>
    <w:p w:rsidR="00E00D30" w:rsidRDefault="00E00D30" w:rsidP="00E00D30">
      <w:r>
        <w:t>502.0541</w:t>
      </w:r>
      <w:r>
        <w:tab/>
        <w:t>1.013e0</w:t>
      </w:r>
    </w:p>
    <w:p w:rsidR="00E00D30" w:rsidRDefault="00E00D30" w:rsidP="00E00D30">
      <w:r>
        <w:t>502.0598</w:t>
      </w:r>
      <w:r>
        <w:tab/>
        <w:t>1.013e0</w:t>
      </w:r>
    </w:p>
    <w:p w:rsidR="00E00D30" w:rsidRDefault="00E00D30" w:rsidP="00E00D30">
      <w:r>
        <w:t>502.0709</w:t>
      </w:r>
      <w:r>
        <w:tab/>
        <w:t>2.025e0</w:t>
      </w:r>
    </w:p>
    <w:p w:rsidR="00E00D30" w:rsidRDefault="00E00D30" w:rsidP="00E00D30">
      <w:r>
        <w:t>502.0803</w:t>
      </w:r>
      <w:r>
        <w:tab/>
        <w:t>3.038e0</w:t>
      </w:r>
    </w:p>
    <w:p w:rsidR="00E00D30" w:rsidRDefault="00E00D30" w:rsidP="00E00D30">
      <w:r>
        <w:t>502.1158</w:t>
      </w:r>
      <w:r>
        <w:tab/>
        <w:t>2.025e0</w:t>
      </w:r>
    </w:p>
    <w:p w:rsidR="00E00D30" w:rsidRDefault="00E00D30" w:rsidP="00E00D30">
      <w:r>
        <w:t>502.1180</w:t>
      </w:r>
      <w:r>
        <w:tab/>
        <w:t>1.013e0</w:t>
      </w:r>
    </w:p>
    <w:p w:rsidR="00E00D30" w:rsidRDefault="00E00D30" w:rsidP="00E00D30">
      <w:r>
        <w:t>502.1415</w:t>
      </w:r>
      <w:r>
        <w:tab/>
        <w:t>3.038e0</w:t>
      </w:r>
    </w:p>
    <w:p w:rsidR="00E00D30" w:rsidRDefault="00E00D30" w:rsidP="00E00D30">
      <w:r>
        <w:t>502.1505</w:t>
      </w:r>
      <w:r>
        <w:tab/>
        <w:t>1.013e0</w:t>
      </w:r>
    </w:p>
    <w:p w:rsidR="00E00D30" w:rsidRDefault="00E00D30" w:rsidP="00E00D30">
      <w:r>
        <w:t>502.1848</w:t>
      </w:r>
      <w:r>
        <w:tab/>
        <w:t>1.013e0</w:t>
      </w:r>
    </w:p>
    <w:p w:rsidR="00E00D30" w:rsidRDefault="00E00D30" w:rsidP="00E00D30">
      <w:r>
        <w:t>502.1913</w:t>
      </w:r>
      <w:r>
        <w:tab/>
        <w:t>1.013e0</w:t>
      </w:r>
    </w:p>
    <w:p w:rsidR="00E00D30" w:rsidRDefault="00E00D30" w:rsidP="00E00D30">
      <w:r>
        <w:t>502.2103</w:t>
      </w:r>
      <w:r>
        <w:tab/>
        <w:t>2.025e0</w:t>
      </w:r>
    </w:p>
    <w:p w:rsidR="00E00D30" w:rsidRDefault="00E00D30" w:rsidP="00E00D30">
      <w:r>
        <w:t>502.2257</w:t>
      </w:r>
      <w:r>
        <w:tab/>
        <w:t>2.025e0</w:t>
      </w:r>
    </w:p>
    <w:p w:rsidR="00E00D30" w:rsidRDefault="00E00D30" w:rsidP="00E00D30">
      <w:r>
        <w:t>502.2368</w:t>
      </w:r>
      <w:r>
        <w:tab/>
        <w:t>2.025e0</w:t>
      </w:r>
    </w:p>
    <w:p w:rsidR="00E00D30" w:rsidRDefault="00E00D30" w:rsidP="00E00D30">
      <w:r>
        <w:lastRenderedPageBreak/>
        <w:t>502.2828</w:t>
      </w:r>
      <w:r>
        <w:tab/>
        <w:t>2.230e0</w:t>
      </w:r>
    </w:p>
    <w:p w:rsidR="00E00D30" w:rsidRDefault="00E00D30" w:rsidP="00E00D30">
      <w:r>
        <w:t>502.3230</w:t>
      </w:r>
      <w:r>
        <w:tab/>
        <w:t>1.013e0</w:t>
      </w:r>
    </w:p>
    <w:p w:rsidR="00E00D30" w:rsidRDefault="00E00D30" w:rsidP="00E00D30">
      <w:r>
        <w:t>502.3335</w:t>
      </w:r>
      <w:r>
        <w:tab/>
        <w:t>1.013e0</w:t>
      </w:r>
    </w:p>
    <w:p w:rsidR="00E00D30" w:rsidRDefault="00E00D30" w:rsidP="00E00D30">
      <w:r>
        <w:t>502.3416</w:t>
      </w:r>
      <w:r>
        <w:tab/>
        <w:t>1.013e0</w:t>
      </w:r>
    </w:p>
    <w:p w:rsidR="00E00D30" w:rsidRDefault="00E00D30" w:rsidP="00E00D30">
      <w:r>
        <w:t>502.3588</w:t>
      </w:r>
      <w:r>
        <w:tab/>
        <w:t>1.013e0</w:t>
      </w:r>
    </w:p>
    <w:p w:rsidR="00E00D30" w:rsidRDefault="00E00D30" w:rsidP="00E00D30">
      <w:r>
        <w:t>502.3628</w:t>
      </w:r>
      <w:r>
        <w:tab/>
        <w:t>2.025e0</w:t>
      </w:r>
    </w:p>
    <w:p w:rsidR="00E00D30" w:rsidRDefault="00E00D30" w:rsidP="00E00D30">
      <w:r>
        <w:t>502.3682</w:t>
      </w:r>
      <w:r>
        <w:tab/>
        <w:t>2.025e0</w:t>
      </w:r>
    </w:p>
    <w:p w:rsidR="00E00D30" w:rsidRDefault="00E00D30" w:rsidP="00E00D30">
      <w:r>
        <w:t>502.3771</w:t>
      </w:r>
      <w:r>
        <w:tab/>
        <w:t>1.013e0</w:t>
      </w:r>
    </w:p>
    <w:p w:rsidR="00E00D30" w:rsidRDefault="00E00D30" w:rsidP="00E00D30">
      <w:r>
        <w:t>502.3837</w:t>
      </w:r>
      <w:r>
        <w:tab/>
        <w:t>2.025e0</w:t>
      </w:r>
    </w:p>
    <w:p w:rsidR="00E00D30" w:rsidRDefault="00E00D30" w:rsidP="00E00D30">
      <w:r>
        <w:t>502.3977</w:t>
      </w:r>
      <w:r>
        <w:tab/>
        <w:t>3.038e0</w:t>
      </w:r>
    </w:p>
    <w:p w:rsidR="00E00D30" w:rsidRDefault="00E00D30" w:rsidP="00E00D30">
      <w:r>
        <w:t>502.3999</w:t>
      </w:r>
      <w:r>
        <w:tab/>
        <w:t>2.025e0</w:t>
      </w:r>
    </w:p>
    <w:p w:rsidR="00E00D30" w:rsidRDefault="00E00D30" w:rsidP="00E00D30">
      <w:r>
        <w:t>502.4176</w:t>
      </w:r>
      <w:r>
        <w:tab/>
        <w:t>1.013e0</w:t>
      </w:r>
    </w:p>
    <w:p w:rsidR="00E00D30" w:rsidRDefault="00E00D30" w:rsidP="00E00D30">
      <w:r>
        <w:t>502.4206</w:t>
      </w:r>
      <w:r>
        <w:tab/>
        <w:t>1.013e0</w:t>
      </w:r>
    </w:p>
    <w:p w:rsidR="00E00D30" w:rsidRDefault="00E00D30" w:rsidP="00E00D30">
      <w:r>
        <w:t>502.4253</w:t>
      </w:r>
      <w:r>
        <w:tab/>
        <w:t>2.025e0</w:t>
      </w:r>
    </w:p>
    <w:p w:rsidR="00E00D30" w:rsidRDefault="00E00D30" w:rsidP="00E00D30">
      <w:r>
        <w:t>502.4294</w:t>
      </w:r>
      <w:r>
        <w:tab/>
        <w:t>1.013e0</w:t>
      </w:r>
    </w:p>
    <w:p w:rsidR="00E00D30" w:rsidRDefault="00E00D30" w:rsidP="00E00D30">
      <w:r>
        <w:t>502.4724</w:t>
      </w:r>
      <w:r>
        <w:tab/>
        <w:t>1.013e0</w:t>
      </w:r>
    </w:p>
    <w:p w:rsidR="00E00D30" w:rsidRDefault="00E00D30" w:rsidP="00E00D30">
      <w:r>
        <w:t>502.4811</w:t>
      </w:r>
      <w:r>
        <w:tab/>
        <w:t>2.025e0</w:t>
      </w:r>
    </w:p>
    <w:p w:rsidR="00E00D30" w:rsidRDefault="00E00D30" w:rsidP="00E00D30">
      <w:r>
        <w:t>502.4943</w:t>
      </w:r>
      <w:r>
        <w:tab/>
        <w:t>2.025e0</w:t>
      </w:r>
    </w:p>
    <w:p w:rsidR="00E00D30" w:rsidRDefault="00E00D30" w:rsidP="00E00D30">
      <w:r>
        <w:t>502.5073</w:t>
      </w:r>
      <w:r>
        <w:tab/>
        <w:t>1.013e0</w:t>
      </w:r>
    </w:p>
    <w:p w:rsidR="00E00D30" w:rsidRDefault="00E00D30" w:rsidP="00E00D30">
      <w:r>
        <w:lastRenderedPageBreak/>
        <w:t>502.5491</w:t>
      </w:r>
      <w:r>
        <w:tab/>
        <w:t>1.013e0</w:t>
      </w:r>
    </w:p>
    <w:p w:rsidR="00E00D30" w:rsidRDefault="00E00D30" w:rsidP="00E00D30">
      <w:r>
        <w:t>502.6029</w:t>
      </w:r>
      <w:r>
        <w:tab/>
        <w:t>1.013e0</w:t>
      </w:r>
    </w:p>
    <w:p w:rsidR="00E00D30" w:rsidRDefault="00E00D30" w:rsidP="00E00D30">
      <w:r>
        <w:t>502.6119</w:t>
      </w:r>
      <w:r>
        <w:tab/>
        <w:t>1.013e0</w:t>
      </w:r>
    </w:p>
    <w:p w:rsidR="00E00D30" w:rsidRDefault="00E00D30" w:rsidP="00E00D30">
      <w:r>
        <w:t>502.6474</w:t>
      </w:r>
      <w:r>
        <w:tab/>
        <w:t>1.013e0</w:t>
      </w:r>
    </w:p>
    <w:p w:rsidR="00E00D30" w:rsidRDefault="00E00D30" w:rsidP="00E00D30">
      <w:r>
        <w:t>502.6726</w:t>
      </w:r>
      <w:r>
        <w:tab/>
        <w:t>1.013e0</w:t>
      </w:r>
    </w:p>
    <w:p w:rsidR="00E00D30" w:rsidRDefault="00E00D30" w:rsidP="00E00D30">
      <w:r>
        <w:t>502.7259</w:t>
      </w:r>
      <w:r>
        <w:tab/>
        <w:t>1.013e0</w:t>
      </w:r>
    </w:p>
    <w:p w:rsidR="00E00D30" w:rsidRDefault="00E00D30" w:rsidP="00E00D30">
      <w:r>
        <w:t>502.7382</w:t>
      </w:r>
      <w:r>
        <w:tab/>
        <w:t>1.013e0</w:t>
      </w:r>
    </w:p>
    <w:p w:rsidR="00E00D30" w:rsidRDefault="00E00D30" w:rsidP="00E00D30">
      <w:r>
        <w:t>502.7514</w:t>
      </w:r>
      <w:r>
        <w:tab/>
        <w:t>1.013e0</w:t>
      </w:r>
    </w:p>
    <w:p w:rsidR="00E00D30" w:rsidRDefault="00E00D30" w:rsidP="00E00D30">
      <w:r>
        <w:t>502.8081</w:t>
      </w:r>
      <w:r>
        <w:tab/>
        <w:t>2.025e0</w:t>
      </w:r>
    </w:p>
    <w:p w:rsidR="00E00D30" w:rsidRDefault="00E00D30" w:rsidP="00E00D30">
      <w:r>
        <w:t>502.8147</w:t>
      </w:r>
      <w:r>
        <w:tab/>
        <w:t>1.013e0</w:t>
      </w:r>
    </w:p>
    <w:p w:rsidR="00E00D30" w:rsidRDefault="00E00D30" w:rsidP="00E00D30">
      <w:r>
        <w:t>502.8299</w:t>
      </w:r>
      <w:r>
        <w:tab/>
        <w:t>1.013e0</w:t>
      </w:r>
    </w:p>
    <w:p w:rsidR="00E00D30" w:rsidRDefault="00E00D30" w:rsidP="00E00D30">
      <w:r>
        <w:t>502.8330</w:t>
      </w:r>
      <w:r>
        <w:tab/>
        <w:t>2.025e0</w:t>
      </w:r>
    </w:p>
    <w:p w:rsidR="00E00D30" w:rsidRDefault="00E00D30" w:rsidP="00E00D30">
      <w:r>
        <w:t>502.8345</w:t>
      </w:r>
      <w:r>
        <w:tab/>
        <w:t>2.025e0</w:t>
      </w:r>
    </w:p>
    <w:p w:rsidR="00E00D30" w:rsidRDefault="00E00D30" w:rsidP="00E00D30">
      <w:r>
        <w:t>502.8516</w:t>
      </w:r>
      <w:r>
        <w:tab/>
        <w:t>2.025e0</w:t>
      </w:r>
    </w:p>
    <w:p w:rsidR="00E00D30" w:rsidRDefault="00E00D30" w:rsidP="00E00D30">
      <w:r>
        <w:t>502.9174</w:t>
      </w:r>
      <w:r>
        <w:tab/>
        <w:t>2.025e0</w:t>
      </w:r>
    </w:p>
    <w:p w:rsidR="00E00D30" w:rsidRDefault="00E00D30" w:rsidP="00E00D30">
      <w:r>
        <w:t>502.9257</w:t>
      </w:r>
      <w:r>
        <w:tab/>
        <w:t>2.025e0</w:t>
      </w:r>
    </w:p>
    <w:p w:rsidR="00E00D30" w:rsidRDefault="00E00D30" w:rsidP="00E00D30">
      <w:r>
        <w:t>502.9433</w:t>
      </w:r>
      <w:r>
        <w:tab/>
        <w:t>1.013e0</w:t>
      </w:r>
    </w:p>
    <w:p w:rsidR="00E00D30" w:rsidRDefault="00E00D30" w:rsidP="00E00D30">
      <w:r>
        <w:t>502.9520</w:t>
      </w:r>
      <w:r>
        <w:tab/>
        <w:t>1.013e0</w:t>
      </w:r>
    </w:p>
    <w:p w:rsidR="00E00D30" w:rsidRDefault="00E00D30" w:rsidP="00E00D30">
      <w:r>
        <w:t>502.9829</w:t>
      </w:r>
      <w:r>
        <w:tab/>
        <w:t>1.013e0</w:t>
      </w:r>
    </w:p>
    <w:p w:rsidR="00E00D30" w:rsidRDefault="00E00D30" w:rsidP="00E00D30">
      <w:r>
        <w:lastRenderedPageBreak/>
        <w:t>503.0410</w:t>
      </w:r>
      <w:r>
        <w:tab/>
        <w:t>1.013e0</w:t>
      </w:r>
    </w:p>
    <w:p w:rsidR="00E00D30" w:rsidRDefault="00E00D30" w:rsidP="00E00D30">
      <w:r>
        <w:t>503.0486</w:t>
      </w:r>
      <w:r>
        <w:tab/>
        <w:t>2.025e0</w:t>
      </w:r>
    </w:p>
    <w:p w:rsidR="00E00D30" w:rsidRDefault="00E00D30" w:rsidP="00E00D30">
      <w:r>
        <w:t>503.0600</w:t>
      </w:r>
      <w:r>
        <w:tab/>
        <w:t>1.013e0</w:t>
      </w:r>
    </w:p>
    <w:p w:rsidR="00E00D30" w:rsidRDefault="00E00D30" w:rsidP="00E00D30">
      <w:r>
        <w:t>503.0829</w:t>
      </w:r>
      <w:r>
        <w:tab/>
        <w:t>1.013e0</w:t>
      </w:r>
    </w:p>
    <w:p w:rsidR="00E00D30" w:rsidRDefault="00E00D30" w:rsidP="00E00D30">
      <w:r>
        <w:t>503.1140</w:t>
      </w:r>
      <w:r>
        <w:tab/>
        <w:t>1.013e0</w:t>
      </w:r>
    </w:p>
    <w:p w:rsidR="00E00D30" w:rsidRDefault="00E00D30" w:rsidP="00E00D30">
      <w:r>
        <w:t>503.1176</w:t>
      </w:r>
      <w:r>
        <w:tab/>
        <w:t>1.013e0</w:t>
      </w:r>
    </w:p>
    <w:p w:rsidR="00E00D30" w:rsidRDefault="00E00D30" w:rsidP="00E00D30">
      <w:r>
        <w:t>503.1786</w:t>
      </w:r>
      <w:r>
        <w:tab/>
        <w:t>1.013e0</w:t>
      </w:r>
    </w:p>
    <w:p w:rsidR="00E00D30" w:rsidRDefault="00E00D30" w:rsidP="00E00D30">
      <w:r>
        <w:t>503.1825</w:t>
      </w:r>
      <w:r>
        <w:tab/>
        <w:t>2.025e0</w:t>
      </w:r>
    </w:p>
    <w:p w:rsidR="00E00D30" w:rsidRDefault="00E00D30" w:rsidP="00E00D30">
      <w:r>
        <w:t>503.1848</w:t>
      </w:r>
      <w:r>
        <w:tab/>
        <w:t>2.025e0</w:t>
      </w:r>
    </w:p>
    <w:p w:rsidR="00E00D30" w:rsidRDefault="00E00D30" w:rsidP="00E00D30">
      <w:r>
        <w:t>503.2232</w:t>
      </w:r>
      <w:r>
        <w:tab/>
        <w:t>1.013e0</w:t>
      </w:r>
    </w:p>
    <w:p w:rsidR="00E00D30" w:rsidRDefault="00E00D30" w:rsidP="00E00D30">
      <w:r>
        <w:t>503.2347</w:t>
      </w:r>
      <w:r>
        <w:tab/>
        <w:t>2.025e0</w:t>
      </w:r>
    </w:p>
    <w:p w:rsidR="00E00D30" w:rsidRDefault="00E00D30" w:rsidP="00E00D30">
      <w:r>
        <w:t>503.3060</w:t>
      </w:r>
      <w:r>
        <w:tab/>
        <w:t>2.788e0</w:t>
      </w:r>
    </w:p>
    <w:p w:rsidR="00E00D30" w:rsidRDefault="00E00D30" w:rsidP="00E00D30">
      <w:r>
        <w:t>503.3081</w:t>
      </w:r>
      <w:r>
        <w:tab/>
        <w:t>1.330e1</w:t>
      </w:r>
    </w:p>
    <w:p w:rsidR="00E00D30" w:rsidRDefault="00E00D30" w:rsidP="00E00D30">
      <w:r>
        <w:t>503.3102</w:t>
      </w:r>
      <w:r>
        <w:tab/>
        <w:t>4.051e0</w:t>
      </w:r>
    </w:p>
    <w:p w:rsidR="00E00D30" w:rsidRDefault="00E00D30" w:rsidP="00E00D30">
      <w:r>
        <w:t>503.3120</w:t>
      </w:r>
      <w:r>
        <w:tab/>
        <w:t>2.025e0</w:t>
      </w:r>
    </w:p>
    <w:p w:rsidR="00E00D30" w:rsidRDefault="00E00D30" w:rsidP="00E00D30">
      <w:r>
        <w:t>503.3186</w:t>
      </w:r>
      <w:r>
        <w:tab/>
        <w:t>2.025e0</w:t>
      </w:r>
    </w:p>
    <w:p w:rsidR="00E00D30" w:rsidRDefault="00E00D30" w:rsidP="00E00D30">
      <w:r>
        <w:t>503.3235</w:t>
      </w:r>
      <w:r>
        <w:tab/>
        <w:t>3.574e0</w:t>
      </w:r>
    </w:p>
    <w:p w:rsidR="00E00D30" w:rsidRDefault="00E00D30" w:rsidP="00E00D30">
      <w:r>
        <w:t>503.3260</w:t>
      </w:r>
      <w:r>
        <w:tab/>
        <w:t>2.025e0</w:t>
      </w:r>
    </w:p>
    <w:p w:rsidR="00E00D30" w:rsidRDefault="00E00D30" w:rsidP="00E00D30">
      <w:r>
        <w:t>503.3316</w:t>
      </w:r>
      <w:r>
        <w:tab/>
        <w:t>3.954e0</w:t>
      </w:r>
    </w:p>
    <w:p w:rsidR="00E00D30" w:rsidRDefault="00E00D30" w:rsidP="00E00D30">
      <w:r>
        <w:lastRenderedPageBreak/>
        <w:t>503.3710</w:t>
      </w:r>
      <w:r>
        <w:tab/>
        <w:t>1.013e0</w:t>
      </w:r>
    </w:p>
    <w:p w:rsidR="00E00D30" w:rsidRDefault="00E00D30" w:rsidP="00E00D30">
      <w:r>
        <w:t>503.3797</w:t>
      </w:r>
      <w:r>
        <w:tab/>
        <w:t>2.025e0</w:t>
      </w:r>
    </w:p>
    <w:p w:rsidR="00E00D30" w:rsidRDefault="00E00D30" w:rsidP="00E00D30">
      <w:r>
        <w:t>503.3891</w:t>
      </w:r>
      <w:r>
        <w:tab/>
        <w:t>1.013e0</w:t>
      </w:r>
    </w:p>
    <w:p w:rsidR="00E00D30" w:rsidRDefault="00E00D30" w:rsidP="00E00D30">
      <w:r>
        <w:t>503.4016</w:t>
      </w:r>
      <w:r>
        <w:tab/>
        <w:t>3.038e0</w:t>
      </w:r>
    </w:p>
    <w:p w:rsidR="00E00D30" w:rsidRDefault="00E00D30" w:rsidP="00E00D30">
      <w:r>
        <w:t>503.4334</w:t>
      </w:r>
      <w:r>
        <w:tab/>
        <w:t>2.025e0</w:t>
      </w:r>
    </w:p>
    <w:p w:rsidR="00E00D30" w:rsidRDefault="00E00D30" w:rsidP="00E00D30">
      <w:r>
        <w:t>503.4353</w:t>
      </w:r>
      <w:r>
        <w:tab/>
        <w:t>1.013e0</w:t>
      </w:r>
    </w:p>
    <w:p w:rsidR="00E00D30" w:rsidRDefault="00E00D30" w:rsidP="00E00D30">
      <w:r>
        <w:t>503.4598</w:t>
      </w:r>
      <w:r>
        <w:tab/>
        <w:t>2.025e0</w:t>
      </w:r>
    </w:p>
    <w:p w:rsidR="00E00D30" w:rsidRDefault="00E00D30" w:rsidP="00E00D30">
      <w:r>
        <w:t>503.4716</w:t>
      </w:r>
      <w:r>
        <w:tab/>
        <w:t>1.013e0</w:t>
      </w:r>
    </w:p>
    <w:p w:rsidR="00E00D30" w:rsidRDefault="00E00D30" w:rsidP="00E00D30">
      <w:r>
        <w:t>503.4758</w:t>
      </w:r>
      <w:r>
        <w:tab/>
        <w:t>1.013e0</w:t>
      </w:r>
    </w:p>
    <w:p w:rsidR="00E00D30" w:rsidRDefault="00E00D30" w:rsidP="00E00D30">
      <w:r>
        <w:t>503.4939</w:t>
      </w:r>
      <w:r>
        <w:tab/>
        <w:t>1.013e0</w:t>
      </w:r>
    </w:p>
    <w:p w:rsidR="00E00D30" w:rsidRDefault="00E00D30" w:rsidP="00E00D30">
      <w:r>
        <w:t>503.4977</w:t>
      </w:r>
      <w:r>
        <w:tab/>
        <w:t>3.038e0</w:t>
      </w:r>
    </w:p>
    <w:p w:rsidR="00E00D30" w:rsidRDefault="00E00D30" w:rsidP="00E00D30">
      <w:r>
        <w:t>503.5279</w:t>
      </w:r>
      <w:r>
        <w:tab/>
        <w:t>2.025e0</w:t>
      </w:r>
    </w:p>
    <w:p w:rsidR="00E00D30" w:rsidRDefault="00E00D30" w:rsidP="00E00D30">
      <w:r>
        <w:t>503.5299</w:t>
      </w:r>
      <w:r>
        <w:tab/>
        <w:t>1.013e0</w:t>
      </w:r>
    </w:p>
    <w:p w:rsidR="00E00D30" w:rsidRDefault="00E00D30" w:rsidP="00E00D30">
      <w:r>
        <w:t>503.5719</w:t>
      </w:r>
      <w:r>
        <w:tab/>
        <w:t>1.013e0</w:t>
      </w:r>
    </w:p>
    <w:p w:rsidR="00E00D30" w:rsidRDefault="00E00D30" w:rsidP="00E00D30">
      <w:r>
        <w:t>503.6115</w:t>
      </w:r>
      <w:r>
        <w:tab/>
        <w:t>2.025e0</w:t>
      </w:r>
    </w:p>
    <w:p w:rsidR="00E00D30" w:rsidRDefault="00E00D30" w:rsidP="00E00D30">
      <w:r>
        <w:t>503.6243</w:t>
      </w:r>
      <w:r>
        <w:tab/>
        <w:t>2.025e0</w:t>
      </w:r>
    </w:p>
    <w:p w:rsidR="00E00D30" w:rsidRDefault="00E00D30" w:rsidP="00E00D30">
      <w:r>
        <w:t>503.6679</w:t>
      </w:r>
      <w:r>
        <w:tab/>
        <w:t>1.013e0</w:t>
      </w:r>
    </w:p>
    <w:p w:rsidR="00E00D30" w:rsidRDefault="00E00D30" w:rsidP="00E00D30">
      <w:r>
        <w:t>503.6797</w:t>
      </w:r>
      <w:r>
        <w:tab/>
        <w:t>1.013e0</w:t>
      </w:r>
    </w:p>
    <w:p w:rsidR="00E00D30" w:rsidRDefault="00E00D30" w:rsidP="00E00D30">
      <w:r>
        <w:t>503.6940</w:t>
      </w:r>
      <w:r>
        <w:tab/>
        <w:t>2.025e0</w:t>
      </w:r>
    </w:p>
    <w:p w:rsidR="00E00D30" w:rsidRDefault="00E00D30" w:rsidP="00E00D30">
      <w:r>
        <w:lastRenderedPageBreak/>
        <w:t>503.7204</w:t>
      </w:r>
      <w:r>
        <w:tab/>
        <w:t>1.013e0</w:t>
      </w:r>
    </w:p>
    <w:p w:rsidR="00E00D30" w:rsidRDefault="00E00D30" w:rsidP="00E00D30">
      <w:r>
        <w:t>503.7343</w:t>
      </w:r>
      <w:r>
        <w:tab/>
        <w:t>1.013e0</w:t>
      </w:r>
    </w:p>
    <w:p w:rsidR="00E00D30" w:rsidRDefault="00E00D30" w:rsidP="00E00D30">
      <w:r>
        <w:t>503.7556</w:t>
      </w:r>
      <w:r>
        <w:tab/>
        <w:t>2.025e0</w:t>
      </w:r>
    </w:p>
    <w:p w:rsidR="00E00D30" w:rsidRDefault="00E00D30" w:rsidP="00E00D30">
      <w:r>
        <w:t>503.8171</w:t>
      </w:r>
      <w:r>
        <w:tab/>
        <w:t>1.013e0</w:t>
      </w:r>
    </w:p>
    <w:p w:rsidR="00E00D30" w:rsidRDefault="00E00D30" w:rsidP="00E00D30">
      <w:r>
        <w:t>503.8258</w:t>
      </w:r>
      <w:r>
        <w:tab/>
        <w:t>1.013e0</w:t>
      </w:r>
    </w:p>
    <w:p w:rsidR="00E00D30" w:rsidRDefault="00E00D30" w:rsidP="00E00D30">
      <w:r>
        <w:t>503.8424</w:t>
      </w:r>
      <w:r>
        <w:tab/>
        <w:t>1.013e0</w:t>
      </w:r>
    </w:p>
    <w:p w:rsidR="00E00D30" w:rsidRDefault="00E00D30" w:rsidP="00E00D30">
      <w:r>
        <w:t>503.8513</w:t>
      </w:r>
      <w:r>
        <w:tab/>
        <w:t>2.025e0</w:t>
      </w:r>
    </w:p>
    <w:p w:rsidR="00E00D30" w:rsidRDefault="00E00D30" w:rsidP="00E00D30">
      <w:r>
        <w:t>503.8666</w:t>
      </w:r>
      <w:r>
        <w:tab/>
        <w:t>1.013e0</w:t>
      </w:r>
    </w:p>
    <w:p w:rsidR="00E00D30" w:rsidRDefault="00E00D30" w:rsidP="00E00D30">
      <w:r>
        <w:t>503.8689</w:t>
      </w:r>
      <w:r>
        <w:tab/>
        <w:t>1.013e0</w:t>
      </w:r>
    </w:p>
    <w:p w:rsidR="00E00D30" w:rsidRDefault="00E00D30" w:rsidP="00E00D30">
      <w:r>
        <w:t>503.8877</w:t>
      </w:r>
      <w:r>
        <w:tab/>
        <w:t>2.025e0</w:t>
      </w:r>
    </w:p>
    <w:p w:rsidR="00E00D30" w:rsidRDefault="00E00D30" w:rsidP="00E00D30">
      <w:r>
        <w:t>503.9216</w:t>
      </w:r>
      <w:r>
        <w:tab/>
        <w:t>2.025e0</w:t>
      </w:r>
    </w:p>
    <w:p w:rsidR="00E00D30" w:rsidRDefault="00E00D30" w:rsidP="00E00D30">
      <w:r>
        <w:t>503.9315</w:t>
      </w:r>
      <w:r>
        <w:tab/>
        <w:t>2.025e0</w:t>
      </w:r>
    </w:p>
    <w:p w:rsidR="00E00D30" w:rsidRDefault="00E00D30" w:rsidP="00E00D30">
      <w:r>
        <w:t>503.9388</w:t>
      </w:r>
      <w:r>
        <w:tab/>
        <w:t>1.013e0</w:t>
      </w:r>
    </w:p>
    <w:p w:rsidR="00E00D30" w:rsidRDefault="00E00D30" w:rsidP="00E00D30">
      <w:r>
        <w:t>503.9614</w:t>
      </w:r>
      <w:r>
        <w:tab/>
        <w:t>1.013e0</w:t>
      </w:r>
    </w:p>
    <w:p w:rsidR="00E00D30" w:rsidRDefault="00E00D30" w:rsidP="00E00D30">
      <w:r>
        <w:t>503.9860</w:t>
      </w:r>
      <w:r>
        <w:tab/>
        <w:t>3.038e0</w:t>
      </w:r>
    </w:p>
    <w:p w:rsidR="00E00D30" w:rsidRDefault="00E00D30" w:rsidP="00E00D30">
      <w:r>
        <w:t>504.0262</w:t>
      </w:r>
      <w:r>
        <w:tab/>
        <w:t>1.013e0</w:t>
      </w:r>
    </w:p>
    <w:p w:rsidR="00E00D30" w:rsidRDefault="00E00D30" w:rsidP="00E00D30">
      <w:r>
        <w:t>504.0384</w:t>
      </w:r>
      <w:r>
        <w:tab/>
        <w:t>2.025e0</w:t>
      </w:r>
    </w:p>
    <w:p w:rsidR="00E00D30" w:rsidRDefault="00E00D30" w:rsidP="00E00D30">
      <w:r>
        <w:t>504.0928</w:t>
      </w:r>
      <w:r>
        <w:tab/>
        <w:t>1.013e0</w:t>
      </w:r>
    </w:p>
    <w:p w:rsidR="00E00D30" w:rsidRDefault="00E00D30" w:rsidP="00E00D30">
      <w:r>
        <w:t>504.1396</w:t>
      </w:r>
      <w:r>
        <w:tab/>
        <w:t>1.013e0</w:t>
      </w:r>
    </w:p>
    <w:p w:rsidR="00E00D30" w:rsidRDefault="00E00D30" w:rsidP="00E00D30">
      <w:r>
        <w:lastRenderedPageBreak/>
        <w:t>504.1473</w:t>
      </w:r>
      <w:r>
        <w:tab/>
        <w:t>1.013e0</w:t>
      </w:r>
    </w:p>
    <w:p w:rsidR="00E00D30" w:rsidRDefault="00E00D30" w:rsidP="00E00D30">
      <w:r>
        <w:t>504.1688</w:t>
      </w:r>
      <w:r>
        <w:tab/>
        <w:t>3.038e0</w:t>
      </w:r>
    </w:p>
    <w:p w:rsidR="00E00D30" w:rsidRDefault="00E00D30" w:rsidP="00E00D30">
      <w:r>
        <w:t>504.1867</w:t>
      </w:r>
      <w:r>
        <w:tab/>
        <w:t>1.013e0</w:t>
      </w:r>
    </w:p>
    <w:p w:rsidR="00E00D30" w:rsidRDefault="00E00D30" w:rsidP="00E00D30">
      <w:r>
        <w:t>504.1895</w:t>
      </w:r>
      <w:r>
        <w:tab/>
        <w:t>3.007e0</w:t>
      </w:r>
    </w:p>
    <w:p w:rsidR="00E00D30" w:rsidRDefault="00E00D30" w:rsidP="00E00D30">
      <w:r>
        <w:t>504.1924</w:t>
      </w:r>
      <w:r>
        <w:tab/>
        <w:t>1.013e0</w:t>
      </w:r>
    </w:p>
    <w:p w:rsidR="00E00D30" w:rsidRDefault="00E00D30" w:rsidP="00E00D30">
      <w:r>
        <w:t>504.2053</w:t>
      </w:r>
      <w:r>
        <w:tab/>
        <w:t>2.008e0</w:t>
      </w:r>
    </w:p>
    <w:p w:rsidR="00E00D30" w:rsidRDefault="00E00D30" w:rsidP="00E00D30">
      <w:r>
        <w:t>504.2192</w:t>
      </w:r>
      <w:r>
        <w:tab/>
        <w:t>1.013e0</w:t>
      </w:r>
    </w:p>
    <w:p w:rsidR="00E00D30" w:rsidRDefault="00E00D30" w:rsidP="00E00D30">
      <w:r>
        <w:t>504.2232</w:t>
      </w:r>
      <w:r>
        <w:tab/>
        <w:t>5.063e0</w:t>
      </w:r>
    </w:p>
    <w:p w:rsidR="00E00D30" w:rsidRDefault="00E00D30" w:rsidP="00E00D30">
      <w:r>
        <w:t>504.2443</w:t>
      </w:r>
      <w:r>
        <w:tab/>
        <w:t>2.025e0</w:t>
      </w:r>
    </w:p>
    <w:p w:rsidR="00E00D30" w:rsidRDefault="00E00D30" w:rsidP="00E00D30">
      <w:r>
        <w:t>504.2717</w:t>
      </w:r>
      <w:r>
        <w:tab/>
        <w:t>1.013e0</w:t>
      </w:r>
    </w:p>
    <w:p w:rsidR="00E00D30" w:rsidRDefault="00E00D30" w:rsidP="00E00D30">
      <w:r>
        <w:t>504.3236</w:t>
      </w:r>
      <w:r>
        <w:tab/>
        <w:t>1.013e0</w:t>
      </w:r>
    </w:p>
    <w:p w:rsidR="00E00D30" w:rsidRDefault="00E00D30" w:rsidP="00E00D30">
      <w:r>
        <w:t>504.3254</w:t>
      </w:r>
      <w:r>
        <w:tab/>
        <w:t>6.076e0</w:t>
      </w:r>
    </w:p>
    <w:p w:rsidR="00E00D30" w:rsidRDefault="00E00D30" w:rsidP="00E00D30">
      <w:r>
        <w:t>504.3298</w:t>
      </w:r>
      <w:r>
        <w:tab/>
        <w:t>2.025e0</w:t>
      </w:r>
    </w:p>
    <w:p w:rsidR="00E00D30" w:rsidRDefault="00E00D30" w:rsidP="00E00D30">
      <w:r>
        <w:t>504.3309</w:t>
      </w:r>
      <w:r>
        <w:tab/>
        <w:t>3.038e0</w:t>
      </w:r>
    </w:p>
    <w:p w:rsidR="00E00D30" w:rsidRDefault="00E00D30" w:rsidP="00E00D30">
      <w:r>
        <w:t>504.3342</w:t>
      </w:r>
      <w:r>
        <w:tab/>
        <w:t>4.591e0</w:t>
      </w:r>
    </w:p>
    <w:p w:rsidR="00E00D30" w:rsidRDefault="00E00D30" w:rsidP="00E00D30">
      <w:r>
        <w:t>504.3370</w:t>
      </w:r>
      <w:r>
        <w:tab/>
        <w:t>2.025e0</w:t>
      </w:r>
    </w:p>
    <w:p w:rsidR="00E00D30" w:rsidRDefault="00E00D30" w:rsidP="00E00D30">
      <w:r>
        <w:t>504.3388</w:t>
      </w:r>
      <w:r>
        <w:tab/>
        <w:t>3.038e0</w:t>
      </w:r>
    </w:p>
    <w:p w:rsidR="00E00D30" w:rsidRDefault="00E00D30" w:rsidP="00E00D30">
      <w:r>
        <w:t>504.3845</w:t>
      </w:r>
      <w:r>
        <w:tab/>
        <w:t>1.013e0</w:t>
      </w:r>
    </w:p>
    <w:p w:rsidR="00E00D30" w:rsidRDefault="00E00D30" w:rsidP="00E00D30">
      <w:r>
        <w:t>504.4102</w:t>
      </w:r>
      <w:r>
        <w:tab/>
        <w:t>1.013e0</w:t>
      </w:r>
    </w:p>
    <w:p w:rsidR="00E00D30" w:rsidRDefault="00E00D30" w:rsidP="00E00D30">
      <w:r>
        <w:lastRenderedPageBreak/>
        <w:t>504.4131</w:t>
      </w:r>
      <w:r>
        <w:tab/>
        <w:t>1.013e0</w:t>
      </w:r>
    </w:p>
    <w:p w:rsidR="00E00D30" w:rsidRDefault="00E00D30" w:rsidP="00E00D30">
      <w:r>
        <w:t>504.4302</w:t>
      </w:r>
      <w:r>
        <w:tab/>
        <w:t>3.038e0</w:t>
      </w:r>
    </w:p>
    <w:p w:rsidR="00E00D30" w:rsidRDefault="00E00D30" w:rsidP="00E00D30">
      <w:r>
        <w:t>504.4370</w:t>
      </w:r>
      <w:r>
        <w:tab/>
        <w:t>1.013e0</w:t>
      </w:r>
    </w:p>
    <w:p w:rsidR="00E00D30" w:rsidRDefault="00E00D30" w:rsidP="00E00D30">
      <w:r>
        <w:t>504.4810</w:t>
      </w:r>
      <w:r>
        <w:tab/>
        <w:t>1.013e0</w:t>
      </w:r>
    </w:p>
    <w:p w:rsidR="00E00D30" w:rsidRDefault="00E00D30" w:rsidP="00E00D30">
      <w:r>
        <w:t>504.5045</w:t>
      </w:r>
      <w:r>
        <w:tab/>
        <w:t>2.025e0</w:t>
      </w:r>
    </w:p>
    <w:p w:rsidR="00E00D30" w:rsidRDefault="00E00D30" w:rsidP="00E00D30">
      <w:r>
        <w:t>504.5381</w:t>
      </w:r>
      <w:r>
        <w:tab/>
        <w:t>2.025e0</w:t>
      </w:r>
    </w:p>
    <w:p w:rsidR="00E00D30" w:rsidRDefault="00E00D30" w:rsidP="00E00D30">
      <w:r>
        <w:t>504.5940</w:t>
      </w:r>
      <w:r>
        <w:tab/>
        <w:t>2.025e0</w:t>
      </w:r>
    </w:p>
    <w:p w:rsidR="00E00D30" w:rsidRDefault="00E00D30" w:rsidP="00E00D30">
      <w:r>
        <w:t>504.6120</w:t>
      </w:r>
      <w:r>
        <w:tab/>
        <w:t>1.013e0</w:t>
      </w:r>
    </w:p>
    <w:p w:rsidR="00E00D30" w:rsidRDefault="00E00D30" w:rsidP="00E00D30">
      <w:r>
        <w:t>504.6359</w:t>
      </w:r>
      <w:r>
        <w:tab/>
        <w:t>1.013e0</w:t>
      </w:r>
    </w:p>
    <w:p w:rsidR="00E00D30" w:rsidRDefault="00E00D30" w:rsidP="00E00D30">
      <w:r>
        <w:t>504.6757</w:t>
      </w:r>
      <w:r>
        <w:tab/>
        <w:t>1.013e0</w:t>
      </w:r>
    </w:p>
    <w:p w:rsidR="00E00D30" w:rsidRDefault="00E00D30" w:rsidP="00E00D30">
      <w:r>
        <w:t>504.7257</w:t>
      </w:r>
      <w:r>
        <w:tab/>
        <w:t>2.025e0</w:t>
      </w:r>
    </w:p>
    <w:p w:rsidR="00E00D30" w:rsidRDefault="00E00D30" w:rsidP="00E00D30">
      <w:r>
        <w:t>504.7436</w:t>
      </w:r>
      <w:r>
        <w:tab/>
        <w:t>1.013e0</w:t>
      </w:r>
    </w:p>
    <w:p w:rsidR="00E00D30" w:rsidRDefault="00E00D30" w:rsidP="00E00D30">
      <w:r>
        <w:t>504.7887</w:t>
      </w:r>
      <w:r>
        <w:tab/>
        <w:t>1.013e0</w:t>
      </w:r>
    </w:p>
    <w:p w:rsidR="00E00D30" w:rsidRDefault="00E00D30" w:rsidP="00E00D30">
      <w:r>
        <w:t>504.7950</w:t>
      </w:r>
      <w:r>
        <w:tab/>
        <w:t>2.025e0</w:t>
      </w:r>
    </w:p>
    <w:p w:rsidR="00E00D30" w:rsidRDefault="00E00D30" w:rsidP="00E00D30">
      <w:r>
        <w:t>504.8318</w:t>
      </w:r>
      <w:r>
        <w:tab/>
        <w:t>1.013e0</w:t>
      </w:r>
    </w:p>
    <w:p w:rsidR="00E00D30" w:rsidRDefault="00E00D30" w:rsidP="00E00D30">
      <w:r>
        <w:t>504.8661</w:t>
      </w:r>
      <w:r>
        <w:tab/>
        <w:t>1.013e0</w:t>
      </w:r>
    </w:p>
    <w:p w:rsidR="00E00D30" w:rsidRDefault="00E00D30" w:rsidP="00E00D30">
      <w:r>
        <w:t>504.8827</w:t>
      </w:r>
      <w:r>
        <w:tab/>
        <w:t>5.063e0</w:t>
      </w:r>
    </w:p>
    <w:p w:rsidR="00E00D30" w:rsidRDefault="00E00D30" w:rsidP="00E00D30">
      <w:r>
        <w:t>504.8924</w:t>
      </w:r>
      <w:r>
        <w:tab/>
        <w:t>1.013e0</w:t>
      </w:r>
    </w:p>
    <w:p w:rsidR="00E00D30" w:rsidRDefault="00E00D30" w:rsidP="00E00D30">
      <w:r>
        <w:t>504.9537</w:t>
      </w:r>
      <w:r>
        <w:tab/>
        <w:t>2.025e0</w:t>
      </w:r>
    </w:p>
    <w:p w:rsidR="00E00D30" w:rsidRDefault="00E00D30" w:rsidP="00E00D30">
      <w:r>
        <w:lastRenderedPageBreak/>
        <w:t>504.9712</w:t>
      </w:r>
      <w:r>
        <w:tab/>
        <w:t>1.013e0</w:t>
      </w:r>
    </w:p>
    <w:p w:rsidR="00E00D30" w:rsidRDefault="00E00D30" w:rsidP="00E00D30">
      <w:r>
        <w:t>505.0136</w:t>
      </w:r>
      <w:r>
        <w:tab/>
        <w:t>2.025e0</w:t>
      </w:r>
    </w:p>
    <w:p w:rsidR="00E00D30" w:rsidRDefault="00E00D30" w:rsidP="00E00D30">
      <w:r>
        <w:t>505.0325</w:t>
      </w:r>
      <w:r>
        <w:tab/>
        <w:t>2.025e0</w:t>
      </w:r>
    </w:p>
    <w:p w:rsidR="00E00D30" w:rsidRDefault="00E00D30" w:rsidP="00E00D30">
      <w:r>
        <w:t>505.0528</w:t>
      </w:r>
      <w:r>
        <w:tab/>
        <w:t>2.025e0</w:t>
      </w:r>
    </w:p>
    <w:p w:rsidR="00E00D30" w:rsidRDefault="00E00D30" w:rsidP="00E00D30">
      <w:r>
        <w:t>505.0812</w:t>
      </w:r>
      <w:r>
        <w:tab/>
        <w:t>2.025e0</w:t>
      </w:r>
    </w:p>
    <w:p w:rsidR="00E00D30" w:rsidRDefault="00E00D30" w:rsidP="00E00D30">
      <w:r>
        <w:t>505.0994</w:t>
      </w:r>
      <w:r>
        <w:tab/>
        <w:t>2.025e0</w:t>
      </w:r>
    </w:p>
    <w:p w:rsidR="00E00D30" w:rsidRDefault="00E00D30" w:rsidP="00E00D30">
      <w:r>
        <w:t>505.1201</w:t>
      </w:r>
      <w:r>
        <w:tab/>
        <w:t>1.013e0</w:t>
      </w:r>
    </w:p>
    <w:p w:rsidR="00E00D30" w:rsidRDefault="00E00D30" w:rsidP="00E00D30">
      <w:r>
        <w:t>505.1215</w:t>
      </w:r>
      <w:r>
        <w:tab/>
        <w:t>2.025e0</w:t>
      </w:r>
    </w:p>
    <w:p w:rsidR="00E00D30" w:rsidRDefault="00E00D30" w:rsidP="00E00D30">
      <w:r>
        <w:t>505.1374</w:t>
      </w:r>
      <w:r>
        <w:tab/>
        <w:t>1.013e0</w:t>
      </w:r>
    </w:p>
    <w:p w:rsidR="00E00D30" w:rsidRDefault="00E00D30" w:rsidP="00E00D30">
      <w:r>
        <w:t>505.1552</w:t>
      </w:r>
      <w:r>
        <w:tab/>
        <w:t>1.013e0</w:t>
      </w:r>
    </w:p>
    <w:p w:rsidR="00E00D30" w:rsidRDefault="00E00D30" w:rsidP="00E00D30">
      <w:r>
        <w:t>505.1616</w:t>
      </w:r>
      <w:r>
        <w:tab/>
        <w:t>1.013e0</w:t>
      </w:r>
    </w:p>
    <w:p w:rsidR="00E00D30" w:rsidRDefault="00E00D30" w:rsidP="00E00D30">
      <w:r>
        <w:t>505.1994</w:t>
      </w:r>
      <w:r>
        <w:tab/>
        <w:t>1.013e0</w:t>
      </w:r>
    </w:p>
    <w:p w:rsidR="00E00D30" w:rsidRDefault="00E00D30" w:rsidP="00E00D30">
      <w:r>
        <w:t>505.2164</w:t>
      </w:r>
      <w:r>
        <w:tab/>
        <w:t>2.025e0</w:t>
      </w:r>
    </w:p>
    <w:p w:rsidR="00E00D30" w:rsidRDefault="00E00D30" w:rsidP="00E00D30">
      <w:r>
        <w:t>505.2257</w:t>
      </w:r>
      <w:r>
        <w:tab/>
        <w:t>1.728e0</w:t>
      </w:r>
    </w:p>
    <w:p w:rsidR="00E00D30" w:rsidRDefault="00E00D30" w:rsidP="00E00D30">
      <w:r>
        <w:t>505.2600</w:t>
      </w:r>
      <w:r>
        <w:tab/>
        <w:t>1.013e0</w:t>
      </w:r>
    </w:p>
    <w:p w:rsidR="00E00D30" w:rsidRDefault="00E00D30" w:rsidP="00E00D30">
      <w:r>
        <w:t>505.2847</w:t>
      </w:r>
      <w:r>
        <w:tab/>
        <w:t>2.025e0</w:t>
      </w:r>
    </w:p>
    <w:p w:rsidR="00E00D30" w:rsidRDefault="00E00D30" w:rsidP="00E00D30">
      <w:r>
        <w:t>505.2933</w:t>
      </w:r>
      <w:r>
        <w:tab/>
        <w:t>1.013e0</w:t>
      </w:r>
    </w:p>
    <w:p w:rsidR="00E00D30" w:rsidRDefault="00E00D30" w:rsidP="00E00D30">
      <w:r>
        <w:t>505.2945</w:t>
      </w:r>
      <w:r>
        <w:tab/>
        <w:t>3.038e0</w:t>
      </w:r>
    </w:p>
    <w:p w:rsidR="00E00D30" w:rsidRDefault="00E00D30" w:rsidP="00E00D30">
      <w:r>
        <w:t>505.3046</w:t>
      </w:r>
      <w:r>
        <w:tab/>
        <w:t>2.025e0</w:t>
      </w:r>
    </w:p>
    <w:p w:rsidR="00E00D30" w:rsidRDefault="00E00D30" w:rsidP="00E00D30">
      <w:r>
        <w:lastRenderedPageBreak/>
        <w:t>505.3309</w:t>
      </w:r>
      <w:r>
        <w:tab/>
        <w:t>1.013e0</w:t>
      </w:r>
    </w:p>
    <w:p w:rsidR="00E00D30" w:rsidRDefault="00E00D30" w:rsidP="00E00D30">
      <w:r>
        <w:t>505.3330</w:t>
      </w:r>
      <w:r>
        <w:tab/>
        <w:t>1.381e1</w:t>
      </w:r>
    </w:p>
    <w:p w:rsidR="00E00D30" w:rsidRDefault="00E00D30" w:rsidP="00E00D30">
      <w:r>
        <w:t>505.3349</w:t>
      </w:r>
      <w:r>
        <w:tab/>
        <w:t>2.347e1</w:t>
      </w:r>
    </w:p>
    <w:p w:rsidR="00E00D30" w:rsidRDefault="00E00D30" w:rsidP="00E00D30">
      <w:r>
        <w:t>505.3392</w:t>
      </w:r>
      <w:r>
        <w:tab/>
        <w:t>7.437e0</w:t>
      </w:r>
    </w:p>
    <w:p w:rsidR="00E00D30" w:rsidRDefault="00E00D30" w:rsidP="00E00D30">
      <w:r>
        <w:t>505.3448</w:t>
      </w:r>
      <w:r>
        <w:tab/>
        <w:t>1.114e1</w:t>
      </w:r>
    </w:p>
    <w:p w:rsidR="00E00D30" w:rsidRDefault="00E00D30" w:rsidP="00E00D30">
      <w:r>
        <w:t>505.3464</w:t>
      </w:r>
      <w:r>
        <w:tab/>
        <w:t>1.519e1</w:t>
      </w:r>
    </w:p>
    <w:p w:rsidR="00E00D30" w:rsidRDefault="00E00D30" w:rsidP="00E00D30">
      <w:r>
        <w:t>505.3521</w:t>
      </w:r>
      <w:r>
        <w:tab/>
        <w:t>1.013e0</w:t>
      </w:r>
    </w:p>
    <w:p w:rsidR="00E00D30" w:rsidRDefault="00E00D30" w:rsidP="00E00D30">
      <w:r>
        <w:t>505.3538</w:t>
      </w:r>
      <w:r>
        <w:tab/>
        <w:t>5.063e0</w:t>
      </w:r>
    </w:p>
    <w:p w:rsidR="00E00D30" w:rsidRDefault="00E00D30" w:rsidP="00E00D30">
      <w:r>
        <w:t>505.4063</w:t>
      </w:r>
      <w:r>
        <w:tab/>
        <w:t>1.013e0</w:t>
      </w:r>
    </w:p>
    <w:p w:rsidR="00E00D30" w:rsidRDefault="00E00D30" w:rsidP="00E00D30">
      <w:r>
        <w:t>505.4178</w:t>
      </w:r>
      <w:r>
        <w:tab/>
        <w:t>1.013e0</w:t>
      </w:r>
    </w:p>
    <w:p w:rsidR="00E00D30" w:rsidRDefault="00E00D30" w:rsidP="00E00D30">
      <w:r>
        <w:t>505.4826</w:t>
      </w:r>
      <w:r>
        <w:tab/>
        <w:t>1.013e0</w:t>
      </w:r>
    </w:p>
    <w:p w:rsidR="00E00D30" w:rsidRDefault="00E00D30" w:rsidP="00E00D30">
      <w:r>
        <w:t>505.5012</w:t>
      </w:r>
      <w:r>
        <w:tab/>
        <w:t>1.013e0</w:t>
      </w:r>
    </w:p>
    <w:p w:rsidR="00E00D30" w:rsidRDefault="00E00D30" w:rsidP="00E00D30">
      <w:r>
        <w:t>505.5095</w:t>
      </w:r>
      <w:r>
        <w:tab/>
        <w:t>2.025e0</w:t>
      </w:r>
    </w:p>
    <w:p w:rsidR="00E00D30" w:rsidRDefault="00E00D30" w:rsidP="00E00D30">
      <w:r>
        <w:t>505.5151</w:t>
      </w:r>
      <w:r>
        <w:tab/>
        <w:t>1.013e0</w:t>
      </w:r>
    </w:p>
    <w:p w:rsidR="00E00D30" w:rsidRDefault="00E00D30" w:rsidP="00E00D30">
      <w:r>
        <w:t>505.5407</w:t>
      </w:r>
      <w:r>
        <w:tab/>
        <w:t>1.013e0</w:t>
      </w:r>
    </w:p>
    <w:p w:rsidR="00E00D30" w:rsidRDefault="00E00D30" w:rsidP="00E00D30">
      <w:r>
        <w:t>505.5626</w:t>
      </w:r>
      <w:r>
        <w:tab/>
        <w:t>2.025e0</w:t>
      </w:r>
    </w:p>
    <w:p w:rsidR="00E00D30" w:rsidRDefault="00E00D30" w:rsidP="00E00D30">
      <w:r>
        <w:t>505.5911</w:t>
      </w:r>
      <w:r>
        <w:tab/>
        <w:t>2.025e0</w:t>
      </w:r>
    </w:p>
    <w:p w:rsidR="00E00D30" w:rsidRDefault="00E00D30" w:rsidP="00E00D30">
      <w:r>
        <w:t>505.5931</w:t>
      </w:r>
      <w:r>
        <w:tab/>
        <w:t>1.013e0</w:t>
      </w:r>
    </w:p>
    <w:p w:rsidR="00E00D30" w:rsidRDefault="00E00D30" w:rsidP="00E00D30">
      <w:r>
        <w:t>505.6143</w:t>
      </w:r>
      <w:r>
        <w:tab/>
        <w:t>1.013e0</w:t>
      </w:r>
    </w:p>
    <w:p w:rsidR="00E00D30" w:rsidRDefault="00E00D30" w:rsidP="00E00D30">
      <w:r>
        <w:lastRenderedPageBreak/>
        <w:t>505.6547</w:t>
      </w:r>
      <w:r>
        <w:tab/>
        <w:t>1.013e0</w:t>
      </w:r>
    </w:p>
    <w:p w:rsidR="00E00D30" w:rsidRDefault="00E00D30" w:rsidP="00E00D30">
      <w:r>
        <w:t>505.6632</w:t>
      </w:r>
      <w:r>
        <w:tab/>
        <w:t>1.013e0</w:t>
      </w:r>
    </w:p>
    <w:p w:rsidR="00E00D30" w:rsidRDefault="00E00D30" w:rsidP="00E00D30">
      <w:r>
        <w:t>505.6723</w:t>
      </w:r>
      <w:r>
        <w:tab/>
        <w:t>1.013e0</w:t>
      </w:r>
    </w:p>
    <w:p w:rsidR="00E00D30" w:rsidRDefault="00E00D30" w:rsidP="00E00D30">
      <w:r>
        <w:t>505.6810</w:t>
      </w:r>
      <w:r>
        <w:tab/>
        <w:t>1.013e0</w:t>
      </w:r>
    </w:p>
    <w:p w:rsidR="00E00D30" w:rsidRDefault="00E00D30" w:rsidP="00E00D30">
      <w:r>
        <w:t>505.7274</w:t>
      </w:r>
      <w:r>
        <w:tab/>
        <w:t>1.013e0</w:t>
      </w:r>
    </w:p>
    <w:p w:rsidR="00E00D30" w:rsidRDefault="00E00D30" w:rsidP="00E00D30">
      <w:r>
        <w:t>505.7424</w:t>
      </w:r>
      <w:r>
        <w:tab/>
        <w:t>1.013e0</w:t>
      </w:r>
    </w:p>
    <w:p w:rsidR="00E00D30" w:rsidRDefault="00E00D30" w:rsidP="00E00D30">
      <w:r>
        <w:t>505.7638</w:t>
      </w:r>
      <w:r>
        <w:tab/>
        <w:t>1.013e0</w:t>
      </w:r>
    </w:p>
    <w:p w:rsidR="00E00D30" w:rsidRDefault="00E00D30" w:rsidP="00E00D30">
      <w:r>
        <w:t>505.8126</w:t>
      </w:r>
      <w:r>
        <w:tab/>
        <w:t>1.013e0</w:t>
      </w:r>
    </w:p>
    <w:p w:rsidR="00E00D30" w:rsidRDefault="00E00D30" w:rsidP="00E00D30">
      <w:r>
        <w:t>505.8509</w:t>
      </w:r>
      <w:r>
        <w:tab/>
        <w:t>2.025e0</w:t>
      </w:r>
    </w:p>
    <w:p w:rsidR="00E00D30" w:rsidRDefault="00E00D30" w:rsidP="00E00D30">
      <w:r>
        <w:t>505.8656</w:t>
      </w:r>
      <w:r>
        <w:tab/>
        <w:t>4.051e0</w:t>
      </w:r>
    </w:p>
    <w:p w:rsidR="00E00D30" w:rsidRDefault="00E00D30" w:rsidP="00E00D30">
      <w:r>
        <w:t>505.8955</w:t>
      </w:r>
      <w:r>
        <w:tab/>
        <w:t>1.013e0</w:t>
      </w:r>
    </w:p>
    <w:p w:rsidR="00E00D30" w:rsidRDefault="00E00D30" w:rsidP="00E00D30">
      <w:r>
        <w:t>505.9006</w:t>
      </w:r>
      <w:r>
        <w:tab/>
        <w:t>2.025e0</w:t>
      </w:r>
    </w:p>
    <w:p w:rsidR="00E00D30" w:rsidRDefault="00E00D30" w:rsidP="00E00D30">
      <w:r>
        <w:t>505.9266</w:t>
      </w:r>
      <w:r>
        <w:tab/>
        <w:t>1.013e0</w:t>
      </w:r>
    </w:p>
    <w:p w:rsidR="00E00D30" w:rsidRDefault="00E00D30" w:rsidP="00E00D30">
      <w:r>
        <w:t>505.9351</w:t>
      </w:r>
      <w:r>
        <w:tab/>
        <w:t>1.013e0</w:t>
      </w:r>
    </w:p>
    <w:p w:rsidR="00E00D30" w:rsidRDefault="00E00D30" w:rsidP="00E00D30">
      <w:r>
        <w:t>505.9532</w:t>
      </w:r>
      <w:r>
        <w:tab/>
        <w:t>1.013e0</w:t>
      </w:r>
    </w:p>
    <w:p w:rsidR="00E00D30" w:rsidRDefault="00E00D30" w:rsidP="00E00D30">
      <w:r>
        <w:t>505.9620</w:t>
      </w:r>
      <w:r>
        <w:tab/>
        <w:t>2.025e0</w:t>
      </w:r>
    </w:p>
    <w:p w:rsidR="00E00D30" w:rsidRDefault="00E00D30" w:rsidP="00E00D30">
      <w:r>
        <w:t>506.0038</w:t>
      </w:r>
      <w:r>
        <w:tab/>
        <w:t>2.025e0</w:t>
      </w:r>
    </w:p>
    <w:p w:rsidR="00E00D30" w:rsidRDefault="00E00D30" w:rsidP="00E00D30">
      <w:r>
        <w:t>506.0143</w:t>
      </w:r>
      <w:r>
        <w:tab/>
        <w:t>1.013e0</w:t>
      </w:r>
    </w:p>
    <w:p w:rsidR="00E00D30" w:rsidRDefault="00E00D30" w:rsidP="00E00D30">
      <w:r>
        <w:t>506.0452</w:t>
      </w:r>
      <w:r>
        <w:tab/>
        <w:t>1.013e0</w:t>
      </w:r>
    </w:p>
    <w:p w:rsidR="00E00D30" w:rsidRDefault="00E00D30" w:rsidP="00E00D30">
      <w:r>
        <w:lastRenderedPageBreak/>
        <w:t>506.0667</w:t>
      </w:r>
      <w:r>
        <w:tab/>
        <w:t>2.025e0</w:t>
      </w:r>
    </w:p>
    <w:p w:rsidR="00E00D30" w:rsidRDefault="00E00D30" w:rsidP="00E00D30">
      <w:r>
        <w:t>506.0844</w:t>
      </w:r>
      <w:r>
        <w:tab/>
        <w:t>3.038e0</w:t>
      </w:r>
    </w:p>
    <w:p w:rsidR="00E00D30" w:rsidRDefault="00E00D30" w:rsidP="00E00D30">
      <w:r>
        <w:t>506.1460</w:t>
      </w:r>
      <w:r>
        <w:tab/>
        <w:t>1.013e0</w:t>
      </w:r>
    </w:p>
    <w:p w:rsidR="00E00D30" w:rsidRDefault="00E00D30" w:rsidP="00E00D30">
      <w:r>
        <w:t>506.1562</w:t>
      </w:r>
      <w:r>
        <w:tab/>
        <w:t>3.038e0</w:t>
      </w:r>
    </w:p>
    <w:p w:rsidR="00E00D30" w:rsidRDefault="00E00D30" w:rsidP="00E00D30">
      <w:r>
        <w:t>506.1811</w:t>
      </w:r>
      <w:r>
        <w:tab/>
        <w:t>1.013e0</w:t>
      </w:r>
    </w:p>
    <w:p w:rsidR="00E00D30" w:rsidRDefault="00E00D30" w:rsidP="00E00D30">
      <w:r>
        <w:t>506.1946</w:t>
      </w:r>
      <w:r>
        <w:tab/>
        <w:t>1.013e0</w:t>
      </w:r>
    </w:p>
    <w:p w:rsidR="00E00D30" w:rsidRDefault="00E00D30" w:rsidP="00E00D30">
      <w:r>
        <w:t>506.2147</w:t>
      </w:r>
      <w:r>
        <w:tab/>
        <w:t>2.916e0</w:t>
      </w:r>
    </w:p>
    <w:p w:rsidR="00E00D30" w:rsidRDefault="00E00D30" w:rsidP="00E00D30">
      <w:r>
        <w:t>506.2168</w:t>
      </w:r>
      <w:r>
        <w:tab/>
        <w:t>1.013e0</w:t>
      </w:r>
    </w:p>
    <w:p w:rsidR="00E00D30" w:rsidRDefault="00E00D30" w:rsidP="00E00D30">
      <w:r>
        <w:t>506.2343</w:t>
      </w:r>
      <w:r>
        <w:tab/>
        <w:t>1.013e0</w:t>
      </w:r>
    </w:p>
    <w:p w:rsidR="00E00D30" w:rsidRDefault="00E00D30" w:rsidP="00E00D30">
      <w:r>
        <w:t>506.2455</w:t>
      </w:r>
      <w:r>
        <w:tab/>
        <w:t>2.025e0</w:t>
      </w:r>
    </w:p>
    <w:p w:rsidR="00E00D30" w:rsidRDefault="00E00D30" w:rsidP="00E00D30">
      <w:r>
        <w:t>506.2607</w:t>
      </w:r>
      <w:r>
        <w:tab/>
        <w:t>1.013e0</w:t>
      </w:r>
    </w:p>
    <w:p w:rsidR="00E00D30" w:rsidRDefault="00E00D30" w:rsidP="00E00D30">
      <w:r>
        <w:t>506.2783</w:t>
      </w:r>
      <w:r>
        <w:tab/>
        <w:t>1.013e0</w:t>
      </w:r>
    </w:p>
    <w:p w:rsidR="00E00D30" w:rsidRDefault="00E00D30" w:rsidP="00E00D30">
      <w:r>
        <w:t>506.2836</w:t>
      </w:r>
      <w:r>
        <w:tab/>
        <w:t>1.809e0</w:t>
      </w:r>
    </w:p>
    <w:p w:rsidR="00E00D30" w:rsidRDefault="00E00D30" w:rsidP="00E00D30">
      <w:r>
        <w:t>506.2898</w:t>
      </w:r>
      <w:r>
        <w:tab/>
        <w:t>1.013e0</w:t>
      </w:r>
    </w:p>
    <w:p w:rsidR="00E00D30" w:rsidRDefault="00E00D30" w:rsidP="00E00D30">
      <w:r>
        <w:t>506.2952</w:t>
      </w:r>
      <w:r>
        <w:tab/>
        <w:t>4.186e0</w:t>
      </w:r>
    </w:p>
    <w:p w:rsidR="00E00D30" w:rsidRDefault="00E00D30" w:rsidP="00E00D30">
      <w:r>
        <w:t>506.3086</w:t>
      </w:r>
      <w:r>
        <w:tab/>
        <w:t>3.038e0</w:t>
      </w:r>
    </w:p>
    <w:p w:rsidR="00E00D30" w:rsidRDefault="00E00D30" w:rsidP="00E00D30">
      <w:r>
        <w:t>506.3300</w:t>
      </w:r>
      <w:r>
        <w:tab/>
        <w:t>1.013e0</w:t>
      </w:r>
    </w:p>
    <w:p w:rsidR="00E00D30" w:rsidRDefault="00E00D30" w:rsidP="00E00D30">
      <w:r>
        <w:t>506.3402</w:t>
      </w:r>
      <w:r>
        <w:tab/>
        <w:t>1.043e1</w:t>
      </w:r>
    </w:p>
    <w:p w:rsidR="00E00D30" w:rsidRDefault="00E00D30" w:rsidP="00E00D30">
      <w:r>
        <w:t>506.3413</w:t>
      </w:r>
      <w:r>
        <w:tab/>
        <w:t>9.114e0</w:t>
      </w:r>
    </w:p>
    <w:p w:rsidR="00E00D30" w:rsidRDefault="00E00D30" w:rsidP="00E00D30">
      <w:r>
        <w:lastRenderedPageBreak/>
        <w:t>506.3453</w:t>
      </w:r>
      <w:r>
        <w:tab/>
        <w:t>1.013e0</w:t>
      </w:r>
    </w:p>
    <w:p w:rsidR="00E00D30" w:rsidRDefault="00E00D30" w:rsidP="00E00D30">
      <w:r>
        <w:t>506.3470</w:t>
      </w:r>
      <w:r>
        <w:tab/>
        <w:t>8.027e0</w:t>
      </w:r>
    </w:p>
    <w:p w:rsidR="00E00D30" w:rsidRDefault="00E00D30" w:rsidP="00E00D30">
      <w:r>
        <w:t>506.4249</w:t>
      </w:r>
      <w:r>
        <w:tab/>
        <w:t>2.025e0</w:t>
      </w:r>
    </w:p>
    <w:p w:rsidR="00E00D30" w:rsidRDefault="00E00D30" w:rsidP="00E00D30">
      <w:r>
        <w:t>506.4270</w:t>
      </w:r>
      <w:r>
        <w:tab/>
        <w:t>2.025e0</w:t>
      </w:r>
    </w:p>
    <w:p w:rsidR="00E00D30" w:rsidRDefault="00E00D30" w:rsidP="00E00D30">
      <w:r>
        <w:t>506.4367</w:t>
      </w:r>
      <w:r>
        <w:tab/>
        <w:t>2.025e0</w:t>
      </w:r>
    </w:p>
    <w:p w:rsidR="00E00D30" w:rsidRDefault="00E00D30" w:rsidP="00E00D30">
      <w:r>
        <w:t>506.4402</w:t>
      </w:r>
      <w:r>
        <w:tab/>
        <w:t>1.013e0</w:t>
      </w:r>
    </w:p>
    <w:p w:rsidR="00E00D30" w:rsidRDefault="00E00D30" w:rsidP="00E00D30">
      <w:r>
        <w:t>506.4890</w:t>
      </w:r>
      <w:r>
        <w:tab/>
        <w:t>1.013e0</w:t>
      </w:r>
    </w:p>
    <w:p w:rsidR="00E00D30" w:rsidRDefault="00E00D30" w:rsidP="00E00D30">
      <w:r>
        <w:t>506.4969</w:t>
      </w:r>
      <w:r>
        <w:tab/>
        <w:t>3.038e0</w:t>
      </w:r>
    </w:p>
    <w:p w:rsidR="00E00D30" w:rsidRDefault="00E00D30" w:rsidP="00E00D30">
      <w:r>
        <w:t>506.5158</w:t>
      </w:r>
      <w:r>
        <w:tab/>
        <w:t>1.013e0</w:t>
      </w:r>
    </w:p>
    <w:p w:rsidR="00E00D30" w:rsidRDefault="00E00D30" w:rsidP="00E00D30">
      <w:r>
        <w:t>506.5410</w:t>
      </w:r>
      <w:r>
        <w:tab/>
        <w:t>1.013e0</w:t>
      </w:r>
    </w:p>
    <w:p w:rsidR="00E00D30" w:rsidRDefault="00E00D30" w:rsidP="00E00D30">
      <w:r>
        <w:t>506.5707</w:t>
      </w:r>
      <w:r>
        <w:tab/>
        <w:t>1.013e0</w:t>
      </w:r>
    </w:p>
    <w:p w:rsidR="00E00D30" w:rsidRDefault="00E00D30" w:rsidP="00E00D30">
      <w:r>
        <w:t>506.5847</w:t>
      </w:r>
      <w:r>
        <w:tab/>
        <w:t>1.013e0</w:t>
      </w:r>
    </w:p>
    <w:p w:rsidR="00E00D30" w:rsidRDefault="00E00D30" w:rsidP="00E00D30">
      <w:r>
        <w:t>506.5938</w:t>
      </w:r>
      <w:r>
        <w:tab/>
        <w:t>1.013e0</w:t>
      </w:r>
    </w:p>
    <w:p w:rsidR="00E00D30" w:rsidRDefault="00E00D30" w:rsidP="00E00D30">
      <w:r>
        <w:t>506.6440</w:t>
      </w:r>
      <w:r>
        <w:tab/>
        <w:t>1.013e0</w:t>
      </w:r>
    </w:p>
    <w:p w:rsidR="00E00D30" w:rsidRDefault="00E00D30" w:rsidP="00E00D30">
      <w:r>
        <w:t>506.6553</w:t>
      </w:r>
      <w:r>
        <w:tab/>
        <w:t>3.038e0</w:t>
      </w:r>
    </w:p>
    <w:p w:rsidR="00E00D30" w:rsidRDefault="00E00D30" w:rsidP="00E00D30">
      <w:r>
        <w:t>506.7086</w:t>
      </w:r>
      <w:r>
        <w:tab/>
        <w:t>1.013e0</w:t>
      </w:r>
    </w:p>
    <w:p w:rsidR="00E00D30" w:rsidRDefault="00E00D30" w:rsidP="00E00D30">
      <w:r>
        <w:t>506.7692</w:t>
      </w:r>
      <w:r>
        <w:tab/>
        <w:t>1.013e0</w:t>
      </w:r>
    </w:p>
    <w:p w:rsidR="00E00D30" w:rsidRDefault="00E00D30" w:rsidP="00E00D30">
      <w:r>
        <w:t>506.8340</w:t>
      </w:r>
      <w:r>
        <w:tab/>
        <w:t>3.038e0</w:t>
      </w:r>
    </w:p>
    <w:p w:rsidR="00E00D30" w:rsidRDefault="00E00D30" w:rsidP="00E00D30">
      <w:r>
        <w:t>506.8837</w:t>
      </w:r>
      <w:r>
        <w:tab/>
        <w:t>1.013e0</w:t>
      </w:r>
    </w:p>
    <w:p w:rsidR="00E00D30" w:rsidRDefault="00E00D30" w:rsidP="00E00D30">
      <w:r>
        <w:lastRenderedPageBreak/>
        <w:t>506.8882</w:t>
      </w:r>
      <w:r>
        <w:tab/>
        <w:t>3.038e0</w:t>
      </w:r>
    </w:p>
    <w:p w:rsidR="00E00D30" w:rsidRDefault="00E00D30" w:rsidP="00E00D30">
      <w:r>
        <w:t>506.9282</w:t>
      </w:r>
      <w:r>
        <w:tab/>
        <w:t>1.013e0</w:t>
      </w:r>
    </w:p>
    <w:p w:rsidR="00E00D30" w:rsidRDefault="00E00D30" w:rsidP="00E00D30">
      <w:r>
        <w:t>506.9377</w:t>
      </w:r>
      <w:r>
        <w:tab/>
        <w:t>2.025e0</w:t>
      </w:r>
    </w:p>
    <w:p w:rsidR="00E00D30" w:rsidRDefault="00E00D30" w:rsidP="00E00D30">
      <w:r>
        <w:t>506.9469</w:t>
      </w:r>
      <w:r>
        <w:tab/>
        <w:t>1.013e0</w:t>
      </w:r>
    </w:p>
    <w:p w:rsidR="00E00D30" w:rsidRDefault="00E00D30" w:rsidP="00E00D30">
      <w:r>
        <w:t>506.9537</w:t>
      </w:r>
      <w:r>
        <w:tab/>
        <w:t>1.013e0</w:t>
      </w:r>
    </w:p>
    <w:p w:rsidR="00E00D30" w:rsidRDefault="00E00D30" w:rsidP="00E00D30">
      <w:r>
        <w:t>506.9699</w:t>
      </w:r>
      <w:r>
        <w:tab/>
        <w:t>2.025e0</w:t>
      </w:r>
    </w:p>
    <w:p w:rsidR="00E00D30" w:rsidRDefault="00E00D30" w:rsidP="00E00D30">
      <w:r>
        <w:t>506.9977</w:t>
      </w:r>
      <w:r>
        <w:tab/>
        <w:t>1.013e0</w:t>
      </w:r>
    </w:p>
    <w:p w:rsidR="00E00D30" w:rsidRDefault="00E00D30" w:rsidP="00E00D30">
      <w:r>
        <w:t>507.0017</w:t>
      </w:r>
      <w:r>
        <w:tab/>
        <w:t>2.025e0</w:t>
      </w:r>
    </w:p>
    <w:p w:rsidR="00E00D30" w:rsidRDefault="00E00D30" w:rsidP="00E00D30">
      <w:r>
        <w:t>507.0070</w:t>
      </w:r>
      <w:r>
        <w:tab/>
        <w:t>2.025e0</w:t>
      </w:r>
    </w:p>
    <w:p w:rsidR="00E00D30" w:rsidRDefault="00E00D30" w:rsidP="00E00D30">
      <w:r>
        <w:t>507.0249</w:t>
      </w:r>
      <w:r>
        <w:tab/>
        <w:t>1.013e0</w:t>
      </w:r>
    </w:p>
    <w:p w:rsidR="00E00D30" w:rsidRDefault="00E00D30" w:rsidP="00E00D30">
      <w:r>
        <w:t>507.0328</w:t>
      </w:r>
      <w:r>
        <w:tab/>
        <w:t>1.013e0</w:t>
      </w:r>
    </w:p>
    <w:p w:rsidR="00E00D30" w:rsidRDefault="00E00D30" w:rsidP="00E00D30">
      <w:r>
        <w:t>507.0383</w:t>
      </w:r>
      <w:r>
        <w:tab/>
        <w:t>1.013e0</w:t>
      </w:r>
    </w:p>
    <w:p w:rsidR="00E00D30" w:rsidRDefault="00E00D30" w:rsidP="00E00D30">
      <w:r>
        <w:t>507.0760</w:t>
      </w:r>
      <w:r>
        <w:tab/>
        <w:t>1.013e0</w:t>
      </w:r>
    </w:p>
    <w:p w:rsidR="00E00D30" w:rsidRDefault="00E00D30" w:rsidP="00E00D30">
      <w:r>
        <w:t>507.0858</w:t>
      </w:r>
      <w:r>
        <w:tab/>
        <w:t>1.013e0</w:t>
      </w:r>
    </w:p>
    <w:p w:rsidR="00E00D30" w:rsidRDefault="00E00D30" w:rsidP="00E00D30">
      <w:r>
        <w:t>507.1383</w:t>
      </w:r>
      <w:r>
        <w:tab/>
        <w:t>2.025e0</w:t>
      </w:r>
    </w:p>
    <w:p w:rsidR="00E00D30" w:rsidRDefault="00E00D30" w:rsidP="00E00D30">
      <w:r>
        <w:t>507.1737</w:t>
      </w:r>
      <w:r>
        <w:tab/>
        <w:t>1.013e0</w:t>
      </w:r>
    </w:p>
    <w:p w:rsidR="00E00D30" w:rsidRDefault="00E00D30" w:rsidP="00E00D30">
      <w:r>
        <w:t>507.1792</w:t>
      </w:r>
      <w:r>
        <w:tab/>
        <w:t>2.025e0</w:t>
      </w:r>
    </w:p>
    <w:p w:rsidR="00E00D30" w:rsidRDefault="00E00D30" w:rsidP="00E00D30">
      <w:r>
        <w:t>507.1890</w:t>
      </w:r>
      <w:r>
        <w:tab/>
        <w:t>1.013e0</w:t>
      </w:r>
    </w:p>
    <w:p w:rsidR="00E00D30" w:rsidRDefault="00E00D30" w:rsidP="00E00D30">
      <w:r>
        <w:t>507.2074</w:t>
      </w:r>
      <w:r>
        <w:tab/>
        <w:t>1.013e0</w:t>
      </w:r>
    </w:p>
    <w:p w:rsidR="00E00D30" w:rsidRDefault="00E00D30" w:rsidP="00E00D30">
      <w:r>
        <w:lastRenderedPageBreak/>
        <w:t>507.2396</w:t>
      </w:r>
      <w:r>
        <w:tab/>
        <w:t>3.038e0</w:t>
      </w:r>
    </w:p>
    <w:p w:rsidR="00E00D30" w:rsidRDefault="00E00D30" w:rsidP="00E00D30">
      <w:r>
        <w:t>507.2410</w:t>
      </w:r>
      <w:r>
        <w:tab/>
        <w:t>2.025e0</w:t>
      </w:r>
    </w:p>
    <w:p w:rsidR="00E00D30" w:rsidRDefault="00E00D30" w:rsidP="00E00D30">
      <w:r>
        <w:t>507.2466</w:t>
      </w:r>
      <w:r>
        <w:tab/>
        <w:t>1.013e0</w:t>
      </w:r>
    </w:p>
    <w:p w:rsidR="00E00D30" w:rsidRDefault="00E00D30" w:rsidP="00E00D30">
      <w:r>
        <w:t>507.2652</w:t>
      </w:r>
      <w:r>
        <w:tab/>
        <w:t>3.038e0</w:t>
      </w:r>
    </w:p>
    <w:p w:rsidR="00E00D30" w:rsidRDefault="00E00D30" w:rsidP="00E00D30">
      <w:r>
        <w:t>507.2674</w:t>
      </w:r>
      <w:r>
        <w:tab/>
        <w:t>4.399e0</w:t>
      </w:r>
    </w:p>
    <w:p w:rsidR="00E00D30" w:rsidRDefault="00E00D30" w:rsidP="00E00D30">
      <w:r>
        <w:t>507.2966</w:t>
      </w:r>
      <w:r>
        <w:tab/>
        <w:t>3.038e0</w:t>
      </w:r>
    </w:p>
    <w:p w:rsidR="00E00D30" w:rsidRDefault="00E00D30" w:rsidP="00E00D30">
      <w:r>
        <w:t>507.3145</w:t>
      </w:r>
      <w:r>
        <w:tab/>
        <w:t>1.013e0</w:t>
      </w:r>
    </w:p>
    <w:p w:rsidR="00E00D30" w:rsidRDefault="00E00D30" w:rsidP="00E00D30">
      <w:r>
        <w:t>507.3257</w:t>
      </w:r>
      <w:r>
        <w:tab/>
        <w:t>5.804e0</w:t>
      </w:r>
    </w:p>
    <w:p w:rsidR="00E00D30" w:rsidRDefault="00E00D30" w:rsidP="00E00D30">
      <w:r>
        <w:t>507.3433</w:t>
      </w:r>
      <w:r>
        <w:tab/>
        <w:t>2.025e0</w:t>
      </w:r>
    </w:p>
    <w:p w:rsidR="00E00D30" w:rsidRDefault="00E00D30" w:rsidP="00E00D30">
      <w:r>
        <w:t>507.3449</w:t>
      </w:r>
      <w:r>
        <w:tab/>
        <w:t>2.025e0</w:t>
      </w:r>
    </w:p>
    <w:p w:rsidR="00E00D30" w:rsidRDefault="00E00D30" w:rsidP="00E00D30">
      <w:r>
        <w:t>507.3460</w:t>
      </w:r>
      <w:r>
        <w:tab/>
        <w:t>2.025e0</w:t>
      </w:r>
    </w:p>
    <w:p w:rsidR="00E00D30" w:rsidRDefault="00E00D30" w:rsidP="00E00D30">
      <w:r>
        <w:t>507.3537</w:t>
      </w:r>
      <w:r>
        <w:tab/>
        <w:t>2.025e0</w:t>
      </w:r>
    </w:p>
    <w:p w:rsidR="00E00D30" w:rsidRDefault="00E00D30" w:rsidP="00E00D30">
      <w:r>
        <w:t>507.3754</w:t>
      </w:r>
      <w:r>
        <w:tab/>
        <w:t>2.025e0</w:t>
      </w:r>
    </w:p>
    <w:p w:rsidR="00E00D30" w:rsidRDefault="00E00D30" w:rsidP="00E00D30">
      <w:r>
        <w:t>507.3786</w:t>
      </w:r>
      <w:r>
        <w:tab/>
        <w:t>2.025e0</w:t>
      </w:r>
    </w:p>
    <w:p w:rsidR="00E00D30" w:rsidRDefault="00E00D30" w:rsidP="00E00D30">
      <w:r>
        <w:t>507.3933</w:t>
      </w:r>
      <w:r>
        <w:tab/>
        <w:t>1.013e0</w:t>
      </w:r>
    </w:p>
    <w:p w:rsidR="00E00D30" w:rsidRDefault="00E00D30" w:rsidP="00E00D30">
      <w:r>
        <w:t>507.4153</w:t>
      </w:r>
      <w:r>
        <w:tab/>
        <w:t>1.013e0</w:t>
      </w:r>
    </w:p>
    <w:p w:rsidR="00E00D30" w:rsidRDefault="00E00D30" w:rsidP="00E00D30">
      <w:r>
        <w:t>507.4330</w:t>
      </w:r>
      <w:r>
        <w:tab/>
        <w:t>1.013e0</w:t>
      </w:r>
    </w:p>
    <w:p w:rsidR="00E00D30" w:rsidRDefault="00E00D30" w:rsidP="00E00D30">
      <w:r>
        <w:t>507.4461</w:t>
      </w:r>
      <w:r>
        <w:tab/>
        <w:t>1.013e0</w:t>
      </w:r>
    </w:p>
    <w:p w:rsidR="00E00D30" w:rsidRDefault="00E00D30" w:rsidP="00E00D30">
      <w:r>
        <w:t>507.4989</w:t>
      </w:r>
      <w:r>
        <w:tab/>
        <w:t>1.013e0</w:t>
      </w:r>
    </w:p>
    <w:p w:rsidR="00E00D30" w:rsidRDefault="00E00D30" w:rsidP="00E00D30">
      <w:r>
        <w:lastRenderedPageBreak/>
        <w:t>507.5031</w:t>
      </w:r>
      <w:r>
        <w:tab/>
        <w:t>2.025e0</w:t>
      </w:r>
    </w:p>
    <w:p w:rsidR="00E00D30" w:rsidRDefault="00E00D30" w:rsidP="00E00D30">
      <w:r>
        <w:t>507.5432</w:t>
      </w:r>
      <w:r>
        <w:tab/>
        <w:t>1.013e0</w:t>
      </w:r>
    </w:p>
    <w:p w:rsidR="00E00D30" w:rsidRDefault="00E00D30" w:rsidP="00E00D30">
      <w:r>
        <w:t>507.5695</w:t>
      </w:r>
      <w:r>
        <w:tab/>
        <w:t>1.013e0</w:t>
      </w:r>
    </w:p>
    <w:p w:rsidR="00E00D30" w:rsidRDefault="00E00D30" w:rsidP="00E00D30">
      <w:r>
        <w:t>507.6589</w:t>
      </w:r>
      <w:r>
        <w:tab/>
        <w:t>1.013e0</w:t>
      </w:r>
    </w:p>
    <w:p w:rsidR="00E00D30" w:rsidRDefault="00E00D30" w:rsidP="00E00D30">
      <w:r>
        <w:t>507.7013</w:t>
      </w:r>
      <w:r>
        <w:tab/>
        <w:t>1.013e0</w:t>
      </w:r>
    </w:p>
    <w:p w:rsidR="00E00D30" w:rsidRDefault="00E00D30" w:rsidP="00E00D30">
      <w:r>
        <w:t>507.7374</w:t>
      </w:r>
      <w:r>
        <w:tab/>
        <w:t>1.013e0</w:t>
      </w:r>
    </w:p>
    <w:p w:rsidR="00E00D30" w:rsidRDefault="00E00D30" w:rsidP="00E00D30">
      <w:r>
        <w:t>507.7453</w:t>
      </w:r>
      <w:r>
        <w:tab/>
        <w:t>1.013e0</w:t>
      </w:r>
    </w:p>
    <w:p w:rsidR="00E00D30" w:rsidRDefault="00E00D30" w:rsidP="00E00D30">
      <w:r>
        <w:t>507.7808</w:t>
      </w:r>
      <w:r>
        <w:tab/>
        <w:t>1.013e0</w:t>
      </w:r>
    </w:p>
    <w:p w:rsidR="00E00D30" w:rsidRDefault="00E00D30" w:rsidP="00E00D30">
      <w:r>
        <w:t>507.8166</w:t>
      </w:r>
      <w:r>
        <w:tab/>
        <w:t>1.013e0</w:t>
      </w:r>
    </w:p>
    <w:p w:rsidR="00E00D30" w:rsidRDefault="00E00D30" w:rsidP="00E00D30">
      <w:r>
        <w:t>507.8245</w:t>
      </w:r>
      <w:r>
        <w:tab/>
        <w:t>2.025e0</w:t>
      </w:r>
    </w:p>
    <w:p w:rsidR="00E00D30" w:rsidRDefault="00E00D30" w:rsidP="00E00D30">
      <w:r>
        <w:t>507.8336</w:t>
      </w:r>
      <w:r>
        <w:tab/>
        <w:t>1.013e0</w:t>
      </w:r>
    </w:p>
    <w:p w:rsidR="00E00D30" w:rsidRDefault="00E00D30" w:rsidP="00E00D30">
      <w:r>
        <w:t>507.8609</w:t>
      </w:r>
      <w:r>
        <w:tab/>
        <w:t>2.025e0</w:t>
      </w:r>
    </w:p>
    <w:p w:rsidR="00E00D30" w:rsidRDefault="00E00D30" w:rsidP="00E00D30">
      <w:r>
        <w:t>507.8688</w:t>
      </w:r>
      <w:r>
        <w:tab/>
        <w:t>2.025e0</w:t>
      </w:r>
    </w:p>
    <w:p w:rsidR="00E00D30" w:rsidRDefault="00E00D30" w:rsidP="00E00D30">
      <w:r>
        <w:t>507.8773</w:t>
      </w:r>
      <w:r>
        <w:tab/>
        <w:t>1.013e0</w:t>
      </w:r>
    </w:p>
    <w:p w:rsidR="00E00D30" w:rsidRDefault="00E00D30" w:rsidP="00E00D30">
      <w:r>
        <w:t>507.9040</w:t>
      </w:r>
      <w:r>
        <w:tab/>
        <w:t>1.013e0</w:t>
      </w:r>
    </w:p>
    <w:p w:rsidR="00E00D30" w:rsidRDefault="00E00D30" w:rsidP="00E00D30">
      <w:r>
        <w:t>507.9135</w:t>
      </w:r>
      <w:r>
        <w:tab/>
        <w:t>1.013e0</w:t>
      </w:r>
    </w:p>
    <w:p w:rsidR="00E00D30" w:rsidRDefault="00E00D30" w:rsidP="00E00D30">
      <w:r>
        <w:t>507.9229</w:t>
      </w:r>
      <w:r>
        <w:tab/>
        <w:t>3.038e0</w:t>
      </w:r>
    </w:p>
    <w:p w:rsidR="00E00D30" w:rsidRDefault="00E00D30" w:rsidP="00E00D30">
      <w:r>
        <w:t>507.9487</w:t>
      </w:r>
      <w:r>
        <w:tab/>
        <w:t>1.013e0</w:t>
      </w:r>
    </w:p>
    <w:p w:rsidR="00E00D30" w:rsidRDefault="00E00D30" w:rsidP="00E00D30">
      <w:r>
        <w:t>507.9559</w:t>
      </w:r>
      <w:r>
        <w:tab/>
        <w:t>1.013e0</w:t>
      </w:r>
    </w:p>
    <w:p w:rsidR="00E00D30" w:rsidRDefault="00E00D30" w:rsidP="00E00D30">
      <w:r>
        <w:lastRenderedPageBreak/>
        <w:t>507.9743</w:t>
      </w:r>
      <w:r>
        <w:tab/>
        <w:t>2.025e0</w:t>
      </w:r>
    </w:p>
    <w:p w:rsidR="00E00D30" w:rsidRDefault="00E00D30" w:rsidP="00E00D30">
      <w:r>
        <w:t>507.9918</w:t>
      </w:r>
      <w:r>
        <w:tab/>
        <w:t>1.013e0</w:t>
      </w:r>
    </w:p>
    <w:p w:rsidR="00E00D30" w:rsidRDefault="00E00D30" w:rsidP="00E00D30">
      <w:r>
        <w:t>508.0103</w:t>
      </w:r>
      <w:r>
        <w:tab/>
        <w:t>1.013e0</w:t>
      </w:r>
    </w:p>
    <w:p w:rsidR="00E00D30" w:rsidRDefault="00E00D30" w:rsidP="00E00D30">
      <w:r>
        <w:t>508.0139</w:t>
      </w:r>
      <w:r>
        <w:tab/>
        <w:t>1.013e0</w:t>
      </w:r>
    </w:p>
    <w:p w:rsidR="00E00D30" w:rsidRDefault="00E00D30" w:rsidP="00E00D30">
      <w:r>
        <w:t>508.0623</w:t>
      </w:r>
      <w:r>
        <w:tab/>
        <w:t>1.013e0</w:t>
      </w:r>
    </w:p>
    <w:p w:rsidR="00E00D30" w:rsidRDefault="00E00D30" w:rsidP="00E00D30">
      <w:r>
        <w:t>508.0686</w:t>
      </w:r>
      <w:r>
        <w:tab/>
        <w:t>1.013e0</w:t>
      </w:r>
    </w:p>
    <w:p w:rsidR="00E00D30" w:rsidRDefault="00E00D30" w:rsidP="00E00D30">
      <w:r>
        <w:t>508.0701</w:t>
      </w:r>
      <w:r>
        <w:tab/>
        <w:t>2.025e0</w:t>
      </w:r>
    </w:p>
    <w:p w:rsidR="00E00D30" w:rsidRDefault="00E00D30" w:rsidP="00E00D30">
      <w:r>
        <w:t>508.0873</w:t>
      </w:r>
      <w:r>
        <w:tab/>
        <w:t>1.013e0</w:t>
      </w:r>
    </w:p>
    <w:p w:rsidR="00E00D30" w:rsidRDefault="00E00D30" w:rsidP="00E00D30">
      <w:r>
        <w:t>508.1154</w:t>
      </w:r>
      <w:r>
        <w:tab/>
        <w:t>1.013e0</w:t>
      </w:r>
    </w:p>
    <w:p w:rsidR="00E00D30" w:rsidRDefault="00E00D30" w:rsidP="00E00D30">
      <w:r>
        <w:t>508.1330</w:t>
      </w:r>
      <w:r>
        <w:tab/>
        <w:t>1.013e0</w:t>
      </w:r>
    </w:p>
    <w:p w:rsidR="00E00D30" w:rsidRDefault="00E00D30" w:rsidP="00E00D30">
      <w:r>
        <w:t>508.1415</w:t>
      </w:r>
      <w:r>
        <w:tab/>
        <w:t>2.025e0</w:t>
      </w:r>
    </w:p>
    <w:p w:rsidR="00E00D30" w:rsidRDefault="00E00D30" w:rsidP="00E00D30">
      <w:r>
        <w:t>508.1460</w:t>
      </w:r>
      <w:r>
        <w:tab/>
        <w:t>1.013e0</w:t>
      </w:r>
    </w:p>
    <w:p w:rsidR="00E00D30" w:rsidRDefault="00E00D30" w:rsidP="00E00D30">
      <w:r>
        <w:t>508.1506</w:t>
      </w:r>
      <w:r>
        <w:tab/>
        <w:t>1.013e0</w:t>
      </w:r>
    </w:p>
    <w:p w:rsidR="00E00D30" w:rsidRDefault="00E00D30" w:rsidP="00E00D30">
      <w:r>
        <w:t>508.1546</w:t>
      </w:r>
      <w:r>
        <w:tab/>
        <w:t>3.038e0</w:t>
      </w:r>
    </w:p>
    <w:p w:rsidR="00E00D30" w:rsidRDefault="00E00D30" w:rsidP="00E00D30">
      <w:r>
        <w:t>508.1600</w:t>
      </w:r>
      <w:r>
        <w:tab/>
        <w:t>1.013e0</w:t>
      </w:r>
    </w:p>
    <w:p w:rsidR="00E00D30" w:rsidRDefault="00E00D30" w:rsidP="00E00D30">
      <w:r>
        <w:t>508.1944</w:t>
      </w:r>
      <w:r>
        <w:tab/>
        <w:t>1.013e0</w:t>
      </w:r>
    </w:p>
    <w:p w:rsidR="00E00D30" w:rsidRDefault="00E00D30" w:rsidP="00E00D30">
      <w:r>
        <w:t>508.2000</w:t>
      </w:r>
      <w:r>
        <w:tab/>
        <w:t>1.013e0</w:t>
      </w:r>
    </w:p>
    <w:p w:rsidR="00E00D30" w:rsidRDefault="00E00D30" w:rsidP="00E00D30">
      <w:r>
        <w:t>508.2299</w:t>
      </w:r>
      <w:r>
        <w:tab/>
        <w:t>2.025e0</w:t>
      </w:r>
    </w:p>
    <w:p w:rsidR="00E00D30" w:rsidRDefault="00E00D30" w:rsidP="00E00D30">
      <w:r>
        <w:t>508.2368</w:t>
      </w:r>
      <w:r>
        <w:tab/>
        <w:t>1.013e0</w:t>
      </w:r>
    </w:p>
    <w:p w:rsidR="00E00D30" w:rsidRDefault="00E00D30" w:rsidP="00E00D30">
      <w:r>
        <w:lastRenderedPageBreak/>
        <w:t>508.2401</w:t>
      </w:r>
      <w:r>
        <w:tab/>
        <w:t>1.013e0</w:t>
      </w:r>
    </w:p>
    <w:p w:rsidR="00E00D30" w:rsidRDefault="00E00D30" w:rsidP="00E00D30">
      <w:r>
        <w:t>508.2591</w:t>
      </w:r>
      <w:r>
        <w:tab/>
        <w:t>3.135e0</w:t>
      </w:r>
    </w:p>
    <w:p w:rsidR="00E00D30" w:rsidRDefault="00E00D30" w:rsidP="00E00D30">
      <w:r>
        <w:t>508.2947</w:t>
      </w:r>
      <w:r>
        <w:tab/>
        <w:t>2.025e0</w:t>
      </w:r>
    </w:p>
    <w:p w:rsidR="00E00D30" w:rsidRDefault="00E00D30" w:rsidP="00E00D30">
      <w:r>
        <w:t>508.2991</w:t>
      </w:r>
      <w:r>
        <w:tab/>
        <w:t>3.786e0</w:t>
      </w:r>
    </w:p>
    <w:p w:rsidR="00E00D30" w:rsidRDefault="00E00D30" w:rsidP="00E00D30">
      <w:r>
        <w:t>508.3084</w:t>
      </w:r>
      <w:r>
        <w:tab/>
        <w:t>2.362e0</w:t>
      </w:r>
    </w:p>
    <w:p w:rsidR="00E00D30" w:rsidRDefault="00E00D30" w:rsidP="00E00D30">
      <w:r>
        <w:t>508.3304</w:t>
      </w:r>
      <w:r>
        <w:tab/>
        <w:t>3.038e0</w:t>
      </w:r>
    </w:p>
    <w:p w:rsidR="00E00D30" w:rsidRDefault="00E00D30" w:rsidP="00E00D30">
      <w:r>
        <w:t>508.3362</w:t>
      </w:r>
      <w:r>
        <w:tab/>
        <w:t>1.013e0</w:t>
      </w:r>
    </w:p>
    <w:p w:rsidR="00E00D30" w:rsidRDefault="00E00D30" w:rsidP="00E00D30">
      <w:r>
        <w:t>508.3426</w:t>
      </w:r>
      <w:r>
        <w:tab/>
        <w:t>2.025e0</w:t>
      </w:r>
    </w:p>
    <w:p w:rsidR="00E00D30" w:rsidRDefault="00E00D30" w:rsidP="00E00D30">
      <w:r>
        <w:t>508.3690</w:t>
      </w:r>
      <w:r>
        <w:tab/>
        <w:t>5.063e0</w:t>
      </w:r>
    </w:p>
    <w:p w:rsidR="00E00D30" w:rsidRDefault="00E00D30" w:rsidP="00E00D30">
      <w:r>
        <w:t>508.3803</w:t>
      </w:r>
      <w:r>
        <w:tab/>
        <w:t>1.013e0</w:t>
      </w:r>
    </w:p>
    <w:p w:rsidR="00E00D30" w:rsidRDefault="00E00D30" w:rsidP="00E00D30">
      <w:r>
        <w:t>508.3869</w:t>
      </w:r>
      <w:r>
        <w:tab/>
        <w:t>1.013e0</w:t>
      </w:r>
    </w:p>
    <w:p w:rsidR="00E00D30" w:rsidRDefault="00E00D30" w:rsidP="00E00D30">
      <w:r>
        <w:t>508.3896</w:t>
      </w:r>
      <w:r>
        <w:tab/>
        <w:t>1.013e0</w:t>
      </w:r>
    </w:p>
    <w:p w:rsidR="00E00D30" w:rsidRDefault="00E00D30" w:rsidP="00E00D30">
      <w:r>
        <w:t>508.4587</w:t>
      </w:r>
      <w:r>
        <w:tab/>
        <w:t>2.025e0</w:t>
      </w:r>
    </w:p>
    <w:p w:rsidR="00E00D30" w:rsidRDefault="00E00D30" w:rsidP="00E00D30">
      <w:r>
        <w:t>508.4633</w:t>
      </w:r>
      <w:r>
        <w:tab/>
        <w:t>1.013e0</w:t>
      </w:r>
    </w:p>
    <w:p w:rsidR="00E00D30" w:rsidRDefault="00E00D30" w:rsidP="00E00D30">
      <w:r>
        <w:t>508.4816</w:t>
      </w:r>
      <w:r>
        <w:tab/>
        <w:t>1.013e0</w:t>
      </w:r>
    </w:p>
    <w:p w:rsidR="00E00D30" w:rsidRDefault="00E00D30" w:rsidP="00E00D30">
      <w:r>
        <w:t>508.5125</w:t>
      </w:r>
      <w:r>
        <w:tab/>
        <w:t>1.013e0</w:t>
      </w:r>
    </w:p>
    <w:p w:rsidR="00E00D30" w:rsidRDefault="00E00D30" w:rsidP="00E00D30">
      <w:r>
        <w:t>508.5212</w:t>
      </w:r>
      <w:r>
        <w:tab/>
        <w:t>1.013e0</w:t>
      </w:r>
    </w:p>
    <w:p w:rsidR="00E00D30" w:rsidRDefault="00E00D30" w:rsidP="00E00D30">
      <w:r>
        <w:t>508.5367</w:t>
      </w:r>
      <w:r>
        <w:tab/>
        <w:t>1.013e0</w:t>
      </w:r>
    </w:p>
    <w:p w:rsidR="00E00D30" w:rsidRDefault="00E00D30" w:rsidP="00E00D30">
      <w:r>
        <w:t>508.6312</w:t>
      </w:r>
      <w:r>
        <w:tab/>
        <w:t>1.013e0</w:t>
      </w:r>
    </w:p>
    <w:p w:rsidR="00E00D30" w:rsidRDefault="00E00D30" w:rsidP="00E00D30">
      <w:r>
        <w:lastRenderedPageBreak/>
        <w:t>508.6447</w:t>
      </w:r>
      <w:r>
        <w:tab/>
        <w:t>1.013e0</w:t>
      </w:r>
    </w:p>
    <w:p w:rsidR="00E00D30" w:rsidRDefault="00E00D30" w:rsidP="00E00D30">
      <w:r>
        <w:t>508.6497</w:t>
      </w:r>
      <w:r>
        <w:tab/>
        <w:t>1.013e0</w:t>
      </w:r>
    </w:p>
    <w:p w:rsidR="00E00D30" w:rsidRDefault="00E00D30" w:rsidP="00E00D30">
      <w:r>
        <w:t>508.6794</w:t>
      </w:r>
      <w:r>
        <w:tab/>
        <w:t>1.013e0</w:t>
      </w:r>
    </w:p>
    <w:p w:rsidR="00E00D30" w:rsidRDefault="00E00D30" w:rsidP="00E00D30">
      <w:r>
        <w:t>508.7152</w:t>
      </w:r>
      <w:r>
        <w:tab/>
        <w:t>3.038e0</w:t>
      </w:r>
    </w:p>
    <w:p w:rsidR="00E00D30" w:rsidRDefault="00E00D30" w:rsidP="00E00D30">
      <w:r>
        <w:t>508.7358</w:t>
      </w:r>
      <w:r>
        <w:tab/>
        <w:t>2.025e0</w:t>
      </w:r>
    </w:p>
    <w:p w:rsidR="00E00D30" w:rsidRDefault="00E00D30" w:rsidP="00E00D30">
      <w:r>
        <w:t>508.7408</w:t>
      </w:r>
      <w:r>
        <w:tab/>
        <w:t>1.013e0</w:t>
      </w:r>
    </w:p>
    <w:p w:rsidR="00E00D30" w:rsidRDefault="00E00D30" w:rsidP="00E00D30">
      <w:r>
        <w:t>508.7810</w:t>
      </w:r>
      <w:r>
        <w:tab/>
        <w:t>2.025e0</w:t>
      </w:r>
    </w:p>
    <w:p w:rsidR="00E00D30" w:rsidRDefault="00E00D30" w:rsidP="00E00D30">
      <w:r>
        <w:t>508.8021</w:t>
      </w:r>
      <w:r>
        <w:tab/>
        <w:t>2.025e0</w:t>
      </w:r>
    </w:p>
    <w:p w:rsidR="00E00D30" w:rsidRDefault="00E00D30" w:rsidP="00E00D30">
      <w:r>
        <w:t>508.8399</w:t>
      </w:r>
      <w:r>
        <w:tab/>
        <w:t>1.013e0</w:t>
      </w:r>
    </w:p>
    <w:p w:rsidR="00E00D30" w:rsidRDefault="00E00D30" w:rsidP="00E00D30">
      <w:r>
        <w:t>508.8439</w:t>
      </w:r>
      <w:r>
        <w:tab/>
        <w:t>2.025e0</w:t>
      </w:r>
    </w:p>
    <w:p w:rsidR="00E00D30" w:rsidRDefault="00E00D30" w:rsidP="00E00D30">
      <w:r>
        <w:t>508.8546</w:t>
      </w:r>
      <w:r>
        <w:tab/>
        <w:t>1.013e0</w:t>
      </w:r>
    </w:p>
    <w:p w:rsidR="00E00D30" w:rsidRDefault="00E00D30" w:rsidP="00E00D30">
      <w:r>
        <w:t>508.8669</w:t>
      </w:r>
      <w:r>
        <w:tab/>
        <w:t>2.025e0</w:t>
      </w:r>
    </w:p>
    <w:p w:rsidR="00E00D30" w:rsidRDefault="00E00D30" w:rsidP="00E00D30">
      <w:r>
        <w:t>508.8740</w:t>
      </w:r>
      <w:r>
        <w:tab/>
        <w:t>1.013e0</w:t>
      </w:r>
    </w:p>
    <w:p w:rsidR="00E00D30" w:rsidRDefault="00E00D30" w:rsidP="00E00D30">
      <w:r>
        <w:t>508.8910</w:t>
      </w:r>
      <w:r>
        <w:tab/>
        <w:t>2.025e0</w:t>
      </w:r>
    </w:p>
    <w:p w:rsidR="00E00D30" w:rsidRDefault="00E00D30" w:rsidP="00E00D30">
      <w:r>
        <w:t>508.9219</w:t>
      </w:r>
      <w:r>
        <w:tab/>
        <w:t>2.025e0</w:t>
      </w:r>
    </w:p>
    <w:p w:rsidR="00E00D30" w:rsidRDefault="00E00D30" w:rsidP="00E00D30">
      <w:r>
        <w:t>508.9439</w:t>
      </w:r>
      <w:r>
        <w:tab/>
        <w:t>1.013e0</w:t>
      </w:r>
    </w:p>
    <w:p w:rsidR="00E00D30" w:rsidRDefault="00E00D30" w:rsidP="00E00D30">
      <w:r>
        <w:t>508.9678</w:t>
      </w:r>
      <w:r>
        <w:tab/>
        <w:t>1.013e0</w:t>
      </w:r>
    </w:p>
    <w:p w:rsidR="00E00D30" w:rsidRDefault="00E00D30" w:rsidP="00E00D30">
      <w:r>
        <w:t>508.9706</w:t>
      </w:r>
      <w:r>
        <w:tab/>
        <w:t>1.013e0</w:t>
      </w:r>
    </w:p>
    <w:p w:rsidR="00E00D30" w:rsidRDefault="00E00D30" w:rsidP="00E00D30">
      <w:r>
        <w:t>509.0118</w:t>
      </w:r>
      <w:r>
        <w:tab/>
        <w:t>2.025e0</w:t>
      </w:r>
    </w:p>
    <w:p w:rsidR="00E00D30" w:rsidRDefault="00E00D30" w:rsidP="00E00D30">
      <w:r>
        <w:lastRenderedPageBreak/>
        <w:t>509.0142</w:t>
      </w:r>
      <w:r>
        <w:tab/>
        <w:t>1.013e0</w:t>
      </w:r>
    </w:p>
    <w:p w:rsidR="00E00D30" w:rsidRDefault="00E00D30" w:rsidP="00E00D30">
      <w:r>
        <w:t>509.0259</w:t>
      </w:r>
      <w:r>
        <w:tab/>
        <w:t>1.013e0</w:t>
      </w:r>
    </w:p>
    <w:p w:rsidR="00E00D30" w:rsidRDefault="00E00D30" w:rsidP="00E00D30">
      <w:r>
        <w:t>509.0763</w:t>
      </w:r>
      <w:r>
        <w:tab/>
        <w:t>1.013e0</w:t>
      </w:r>
    </w:p>
    <w:p w:rsidR="00E00D30" w:rsidRDefault="00E00D30" w:rsidP="00E00D30">
      <w:r>
        <w:t>509.0851</w:t>
      </w:r>
      <w:r>
        <w:tab/>
        <w:t>2.025e0</w:t>
      </w:r>
    </w:p>
    <w:p w:rsidR="00E00D30" w:rsidRDefault="00E00D30" w:rsidP="00E00D30">
      <w:r>
        <w:t>509.0945</w:t>
      </w:r>
      <w:r>
        <w:tab/>
        <w:t>1.013e0</w:t>
      </w:r>
    </w:p>
    <w:p w:rsidR="00E00D30" w:rsidRDefault="00E00D30" w:rsidP="00E00D30">
      <w:r>
        <w:t>509.1289</w:t>
      </w:r>
      <w:r>
        <w:tab/>
        <w:t>1.013e0</w:t>
      </w:r>
    </w:p>
    <w:p w:rsidR="00E00D30" w:rsidRDefault="00E00D30" w:rsidP="00E00D30">
      <w:r>
        <w:t>509.1360</w:t>
      </w:r>
      <w:r>
        <w:tab/>
        <w:t>1.013e0</w:t>
      </w:r>
    </w:p>
    <w:p w:rsidR="00E00D30" w:rsidRDefault="00E00D30" w:rsidP="00E00D30">
      <w:r>
        <w:t>509.1444</w:t>
      </w:r>
      <w:r>
        <w:tab/>
        <w:t>2.025e0</w:t>
      </w:r>
    </w:p>
    <w:p w:rsidR="00E00D30" w:rsidRDefault="00E00D30" w:rsidP="00E00D30">
      <w:r>
        <w:t>509.1469</w:t>
      </w:r>
      <w:r>
        <w:tab/>
        <w:t>1.013e0</w:t>
      </w:r>
    </w:p>
    <w:p w:rsidR="00E00D30" w:rsidRDefault="00E00D30" w:rsidP="00E00D30">
      <w:r>
        <w:t>509.1941</w:t>
      </w:r>
      <w:r>
        <w:tab/>
        <w:t>1.013e0</w:t>
      </w:r>
    </w:p>
    <w:p w:rsidR="00E00D30" w:rsidRDefault="00E00D30" w:rsidP="00E00D30">
      <w:r>
        <w:t>509.2122</w:t>
      </w:r>
      <w:r>
        <w:tab/>
        <w:t>1.013e0</w:t>
      </w:r>
    </w:p>
    <w:p w:rsidR="00E00D30" w:rsidRDefault="00E00D30" w:rsidP="00E00D30">
      <w:r>
        <w:t>509.2403</w:t>
      </w:r>
      <w:r>
        <w:tab/>
        <w:t>2.025e0</w:t>
      </w:r>
    </w:p>
    <w:p w:rsidR="00E00D30" w:rsidRDefault="00E00D30" w:rsidP="00E00D30">
      <w:r>
        <w:t>509.2568</w:t>
      </w:r>
      <w:r>
        <w:tab/>
        <w:t>3.038e0</w:t>
      </w:r>
    </w:p>
    <w:p w:rsidR="00E00D30" w:rsidRDefault="00E00D30" w:rsidP="00E00D30">
      <w:r>
        <w:t>509.2662</w:t>
      </w:r>
      <w:r>
        <w:tab/>
        <w:t>4.880e0</w:t>
      </w:r>
    </w:p>
    <w:p w:rsidR="00E00D30" w:rsidRDefault="00E00D30" w:rsidP="00E00D30">
      <w:r>
        <w:t>509.2734</w:t>
      </w:r>
      <w:r>
        <w:tab/>
        <w:t>1.723e1</w:t>
      </w:r>
    </w:p>
    <w:p w:rsidR="00E00D30" w:rsidRDefault="00E00D30" w:rsidP="00E00D30">
      <w:r>
        <w:t>509.2803</w:t>
      </w:r>
      <w:r>
        <w:tab/>
        <w:t>7.089e0</w:t>
      </w:r>
    </w:p>
    <w:p w:rsidR="00E00D30" w:rsidRDefault="00E00D30" w:rsidP="00E00D30">
      <w:r>
        <w:t>509.2822</w:t>
      </w:r>
      <w:r>
        <w:tab/>
        <w:t>8.101e0</w:t>
      </w:r>
    </w:p>
    <w:p w:rsidR="00E00D30" w:rsidRDefault="00E00D30" w:rsidP="00E00D30">
      <w:r>
        <w:t>509.2967</w:t>
      </w:r>
      <w:r>
        <w:tab/>
        <w:t>4.051e0</w:t>
      </w:r>
    </w:p>
    <w:p w:rsidR="00E00D30" w:rsidRDefault="00E00D30" w:rsidP="00E00D30">
      <w:r>
        <w:t>509.3000</w:t>
      </w:r>
      <w:r>
        <w:tab/>
        <w:t>1.087e1</w:t>
      </w:r>
    </w:p>
    <w:p w:rsidR="00E00D30" w:rsidRDefault="00E00D30" w:rsidP="00E00D30">
      <w:r>
        <w:lastRenderedPageBreak/>
        <w:t>509.3233</w:t>
      </w:r>
      <w:r>
        <w:tab/>
        <w:t>1.013e0</w:t>
      </w:r>
    </w:p>
    <w:p w:rsidR="00E00D30" w:rsidRDefault="00E00D30" w:rsidP="00E00D30">
      <w:r>
        <w:t>509.3354</w:t>
      </w:r>
      <w:r>
        <w:tab/>
        <w:t>2.025e0</w:t>
      </w:r>
    </w:p>
    <w:p w:rsidR="00E00D30" w:rsidRDefault="00E00D30" w:rsidP="00E00D30">
      <w:r>
        <w:t>509.3418</w:t>
      </w:r>
      <w:r>
        <w:tab/>
        <w:t>3.038e0</w:t>
      </w:r>
    </w:p>
    <w:p w:rsidR="00E00D30" w:rsidRDefault="00E00D30" w:rsidP="00E00D30">
      <w:r>
        <w:t>509.3630</w:t>
      </w:r>
      <w:r>
        <w:tab/>
        <w:t>2.025e0</w:t>
      </w:r>
    </w:p>
    <w:p w:rsidR="00E00D30" w:rsidRDefault="00E00D30" w:rsidP="00E00D30">
      <w:r>
        <w:t>509.3987</w:t>
      </w:r>
      <w:r>
        <w:tab/>
        <w:t>2.025e0</w:t>
      </w:r>
    </w:p>
    <w:p w:rsidR="00E00D30" w:rsidRDefault="00E00D30" w:rsidP="00E00D30">
      <w:r>
        <w:t>509.4350</w:t>
      </w:r>
      <w:r>
        <w:tab/>
        <w:t>2.025e0</w:t>
      </w:r>
    </w:p>
    <w:p w:rsidR="00E00D30" w:rsidRDefault="00E00D30" w:rsidP="00E00D30">
      <w:r>
        <w:t>509.4540</w:t>
      </w:r>
      <w:r>
        <w:tab/>
        <w:t>1.013e0</w:t>
      </w:r>
    </w:p>
    <w:p w:rsidR="00E00D30" w:rsidRDefault="00E00D30" w:rsidP="00E00D30">
      <w:r>
        <w:t>509.4646</w:t>
      </w:r>
      <w:r>
        <w:tab/>
        <w:t>1.013e0</w:t>
      </w:r>
    </w:p>
    <w:p w:rsidR="00E00D30" w:rsidRDefault="00E00D30" w:rsidP="00E00D30">
      <w:r>
        <w:t>509.4916</w:t>
      </w:r>
      <w:r>
        <w:tab/>
        <w:t>1.013e0</w:t>
      </w:r>
    </w:p>
    <w:p w:rsidR="00E00D30" w:rsidRDefault="00E00D30" w:rsidP="00E00D30">
      <w:r>
        <w:t>509.5039</w:t>
      </w:r>
      <w:r>
        <w:tab/>
        <w:t>3.038e0</w:t>
      </w:r>
    </w:p>
    <w:p w:rsidR="00E00D30" w:rsidRDefault="00E00D30" w:rsidP="00E00D30">
      <w:r>
        <w:t>509.5085</w:t>
      </w:r>
      <w:r>
        <w:tab/>
        <w:t>1.013e0</w:t>
      </w:r>
    </w:p>
    <w:p w:rsidR="00E00D30" w:rsidRDefault="00E00D30" w:rsidP="00E00D30">
      <w:r>
        <w:t>509.5121</w:t>
      </w:r>
      <w:r>
        <w:tab/>
        <w:t>1.013e0</w:t>
      </w:r>
    </w:p>
    <w:p w:rsidR="00E00D30" w:rsidRDefault="00E00D30" w:rsidP="00E00D30">
      <w:r>
        <w:t>509.5176</w:t>
      </w:r>
      <w:r>
        <w:tab/>
        <w:t>1.013e0</w:t>
      </w:r>
    </w:p>
    <w:p w:rsidR="00E00D30" w:rsidRDefault="00E00D30" w:rsidP="00E00D30">
      <w:r>
        <w:t>509.5529</w:t>
      </w:r>
      <w:r>
        <w:tab/>
        <w:t>1.013e0</w:t>
      </w:r>
    </w:p>
    <w:p w:rsidR="00E00D30" w:rsidRDefault="00E00D30" w:rsidP="00E00D30">
      <w:r>
        <w:t>509.5600</w:t>
      </w:r>
      <w:r>
        <w:tab/>
        <w:t>2.025e0</w:t>
      </w:r>
    </w:p>
    <w:p w:rsidR="00E00D30" w:rsidRDefault="00E00D30" w:rsidP="00E00D30">
      <w:r>
        <w:t>509.5712</w:t>
      </w:r>
      <w:r>
        <w:tab/>
        <w:t>1.013e0</w:t>
      </w:r>
    </w:p>
    <w:p w:rsidR="00E00D30" w:rsidRDefault="00E00D30" w:rsidP="00E00D30">
      <w:r>
        <w:t>509.6145</w:t>
      </w:r>
      <w:r>
        <w:tab/>
        <w:t>1.013e0</w:t>
      </w:r>
    </w:p>
    <w:p w:rsidR="00E00D30" w:rsidRDefault="00E00D30" w:rsidP="00E00D30">
      <w:r>
        <w:t>509.6617</w:t>
      </w:r>
      <w:r>
        <w:tab/>
        <w:t>1.013e0</w:t>
      </w:r>
    </w:p>
    <w:p w:rsidR="00E00D30" w:rsidRDefault="00E00D30" w:rsidP="00E00D30">
      <w:r>
        <w:t>509.6765</w:t>
      </w:r>
      <w:r>
        <w:tab/>
        <w:t>2.025e0</w:t>
      </w:r>
    </w:p>
    <w:p w:rsidR="00E00D30" w:rsidRDefault="00E00D30" w:rsidP="00E00D30">
      <w:r>
        <w:lastRenderedPageBreak/>
        <w:t>509.6844</w:t>
      </w:r>
      <w:r>
        <w:tab/>
        <w:t>2.025e0</w:t>
      </w:r>
    </w:p>
    <w:p w:rsidR="00E00D30" w:rsidRDefault="00E00D30" w:rsidP="00E00D30">
      <w:r>
        <w:t>509.7037</w:t>
      </w:r>
      <w:r>
        <w:tab/>
        <w:t>1.013e0</w:t>
      </w:r>
    </w:p>
    <w:p w:rsidR="00E00D30" w:rsidRDefault="00E00D30" w:rsidP="00E00D30">
      <w:r>
        <w:t>509.7881</w:t>
      </w:r>
      <w:r>
        <w:tab/>
        <w:t>2.025e0</w:t>
      </w:r>
    </w:p>
    <w:p w:rsidR="00E00D30" w:rsidRDefault="00E00D30" w:rsidP="00E00D30">
      <w:r>
        <w:t>509.8308</w:t>
      </w:r>
      <w:r>
        <w:tab/>
        <w:t>1.013e0</w:t>
      </w:r>
    </w:p>
    <w:p w:rsidR="00E00D30" w:rsidRDefault="00E00D30" w:rsidP="00E00D30">
      <w:r>
        <w:t>509.8532</w:t>
      </w:r>
      <w:r>
        <w:tab/>
        <w:t>3.038e0</w:t>
      </w:r>
    </w:p>
    <w:p w:rsidR="00E00D30" w:rsidRDefault="00E00D30" w:rsidP="00E00D30">
      <w:r>
        <w:t>509.8798</w:t>
      </w:r>
      <w:r>
        <w:tab/>
        <w:t>1.013e0</w:t>
      </w:r>
    </w:p>
    <w:p w:rsidR="00E00D30" w:rsidRDefault="00E00D30" w:rsidP="00E00D30">
      <w:r>
        <w:t>509.9150</w:t>
      </w:r>
      <w:r>
        <w:tab/>
        <w:t>2.025e0</w:t>
      </w:r>
    </w:p>
    <w:p w:rsidR="00E00D30" w:rsidRDefault="00E00D30" w:rsidP="00E00D30">
      <w:r>
        <w:t>509.9244</w:t>
      </w:r>
      <w:r>
        <w:tab/>
        <w:t>1.013e0</w:t>
      </w:r>
    </w:p>
    <w:p w:rsidR="00E00D30" w:rsidRDefault="00E00D30" w:rsidP="00E00D30">
      <w:r>
        <w:t>509.9613</w:t>
      </w:r>
      <w:r>
        <w:tab/>
        <w:t>1.013e0</w:t>
      </w:r>
    </w:p>
    <w:p w:rsidR="00E00D30" w:rsidRDefault="00E00D30" w:rsidP="00E00D30">
      <w:r>
        <w:t>510.0074</w:t>
      </w:r>
      <w:r>
        <w:tab/>
        <w:t>2.025e0</w:t>
      </w:r>
    </w:p>
    <w:p w:rsidR="00E00D30" w:rsidRDefault="00E00D30" w:rsidP="00E00D30">
      <w:r>
        <w:t>510.0388</w:t>
      </w:r>
      <w:r>
        <w:tab/>
        <w:t>1.013e0</w:t>
      </w:r>
    </w:p>
    <w:p w:rsidR="00E00D30" w:rsidRDefault="00E00D30" w:rsidP="00E00D30">
      <w:r>
        <w:t>510.0477</w:t>
      </w:r>
      <w:r>
        <w:tab/>
        <w:t>3.038e0</w:t>
      </w:r>
    </w:p>
    <w:p w:rsidR="00E00D30" w:rsidRDefault="00E00D30" w:rsidP="00E00D30">
      <w:r>
        <w:t>510.0533</w:t>
      </w:r>
      <w:r>
        <w:tab/>
        <w:t>1.013e0</w:t>
      </w:r>
    </w:p>
    <w:p w:rsidR="00E00D30" w:rsidRDefault="00E00D30" w:rsidP="00E00D30">
      <w:r>
        <w:t>510.0993</w:t>
      </w:r>
      <w:r>
        <w:tab/>
        <w:t>2.025e0</w:t>
      </w:r>
    </w:p>
    <w:p w:rsidR="00E00D30" w:rsidRDefault="00E00D30" w:rsidP="00E00D30">
      <w:r>
        <w:t>510.1004</w:t>
      </w:r>
      <w:r>
        <w:tab/>
        <w:t>2.025e0</w:t>
      </w:r>
    </w:p>
    <w:p w:rsidR="00E00D30" w:rsidRDefault="00E00D30" w:rsidP="00E00D30">
      <w:r>
        <w:t>510.1085</w:t>
      </w:r>
      <w:r>
        <w:tab/>
        <w:t>1.013e0</w:t>
      </w:r>
    </w:p>
    <w:p w:rsidR="00E00D30" w:rsidRDefault="00E00D30" w:rsidP="00E00D30">
      <w:r>
        <w:t>510.1479</w:t>
      </w:r>
      <w:r>
        <w:tab/>
        <w:t>1.013e0</w:t>
      </w:r>
    </w:p>
    <w:p w:rsidR="00E00D30" w:rsidRDefault="00E00D30" w:rsidP="00E00D30">
      <w:r>
        <w:t>510.1626</w:t>
      </w:r>
      <w:r>
        <w:tab/>
        <w:t>1.013e0</w:t>
      </w:r>
    </w:p>
    <w:p w:rsidR="00E00D30" w:rsidRDefault="00E00D30" w:rsidP="00E00D30">
      <w:r>
        <w:t>510.1801</w:t>
      </w:r>
      <w:r>
        <w:tab/>
        <w:t>2.025e0</w:t>
      </w:r>
    </w:p>
    <w:p w:rsidR="00E00D30" w:rsidRDefault="00E00D30" w:rsidP="00E00D30">
      <w:r>
        <w:lastRenderedPageBreak/>
        <w:t>510.1854</w:t>
      </w:r>
      <w:r>
        <w:tab/>
        <w:t>1.013e0</w:t>
      </w:r>
    </w:p>
    <w:p w:rsidR="00E00D30" w:rsidRDefault="00E00D30" w:rsidP="00E00D30">
      <w:r>
        <w:t>510.2221</w:t>
      </w:r>
      <w:r>
        <w:tab/>
        <w:t>1.013e0</w:t>
      </w:r>
    </w:p>
    <w:p w:rsidR="00E00D30" w:rsidRDefault="00E00D30" w:rsidP="00E00D30">
      <w:r>
        <w:t>510.2409</w:t>
      </w:r>
      <w:r>
        <w:tab/>
        <w:t>4.051e0</w:t>
      </w:r>
    </w:p>
    <w:p w:rsidR="00E00D30" w:rsidRDefault="00E00D30" w:rsidP="00E00D30">
      <w:r>
        <w:t>510.2484</w:t>
      </w:r>
      <w:r>
        <w:tab/>
        <w:t>2.025e0</w:t>
      </w:r>
    </w:p>
    <w:p w:rsidR="00E00D30" w:rsidRDefault="00E00D30" w:rsidP="00E00D30">
      <w:r>
        <w:t>510.2598</w:t>
      </w:r>
      <w:r>
        <w:tab/>
        <w:t>6.076e0</w:t>
      </w:r>
    </w:p>
    <w:p w:rsidR="00E00D30" w:rsidRDefault="00E00D30" w:rsidP="00E00D30">
      <w:r>
        <w:t>510.2643</w:t>
      </w:r>
      <w:r>
        <w:tab/>
        <w:t>2.303e1</w:t>
      </w:r>
    </w:p>
    <w:p w:rsidR="00E00D30" w:rsidRDefault="00E00D30" w:rsidP="00E00D30">
      <w:r>
        <w:t>510.2665</w:t>
      </w:r>
      <w:r>
        <w:tab/>
        <w:t>4.051e0</w:t>
      </w:r>
    </w:p>
    <w:p w:rsidR="00E00D30" w:rsidRDefault="00E00D30" w:rsidP="00E00D30">
      <w:r>
        <w:t>510.2682</w:t>
      </w:r>
      <w:r>
        <w:tab/>
        <w:t>2.763e1</w:t>
      </w:r>
    </w:p>
    <w:p w:rsidR="00E00D30" w:rsidRDefault="00E00D30" w:rsidP="00E00D30">
      <w:r>
        <w:t>510.2784</w:t>
      </w:r>
      <w:r>
        <w:tab/>
        <w:t>1.078e1</w:t>
      </w:r>
    </w:p>
    <w:p w:rsidR="00E00D30" w:rsidRDefault="00E00D30" w:rsidP="00E00D30">
      <w:r>
        <w:t>510.2802</w:t>
      </w:r>
      <w:r>
        <w:tab/>
        <w:t>1.013e0</w:t>
      </w:r>
    </w:p>
    <w:p w:rsidR="00E00D30" w:rsidRDefault="00E00D30" w:rsidP="00E00D30">
      <w:r>
        <w:t>510.2958</w:t>
      </w:r>
      <w:r>
        <w:tab/>
        <w:t>2.025e0</w:t>
      </w:r>
    </w:p>
    <w:p w:rsidR="00E00D30" w:rsidRDefault="00E00D30" w:rsidP="00E00D30">
      <w:r>
        <w:t>510.3753</w:t>
      </w:r>
      <w:r>
        <w:tab/>
        <w:t>3.038e0</w:t>
      </w:r>
    </w:p>
    <w:p w:rsidR="00E00D30" w:rsidRDefault="00E00D30" w:rsidP="00E00D30">
      <w:r>
        <w:t>510.3843</w:t>
      </w:r>
      <w:r>
        <w:tab/>
        <w:t>1.013e0</w:t>
      </w:r>
    </w:p>
    <w:p w:rsidR="00E00D30" w:rsidRDefault="00E00D30" w:rsidP="00E00D30">
      <w:r>
        <w:t>510.3896</w:t>
      </w:r>
      <w:r>
        <w:tab/>
        <w:t>1.013e0</w:t>
      </w:r>
    </w:p>
    <w:p w:rsidR="00E00D30" w:rsidRDefault="00E00D30" w:rsidP="00E00D30">
      <w:r>
        <w:t>510.3925</w:t>
      </w:r>
      <w:r>
        <w:tab/>
        <w:t>1.013e0</w:t>
      </w:r>
    </w:p>
    <w:p w:rsidR="00E00D30" w:rsidRDefault="00E00D30" w:rsidP="00E00D30">
      <w:r>
        <w:t>510.4011</w:t>
      </w:r>
      <w:r>
        <w:tab/>
        <w:t>1.013e0</w:t>
      </w:r>
    </w:p>
    <w:p w:rsidR="00E00D30" w:rsidRDefault="00E00D30" w:rsidP="00E00D30">
      <w:r>
        <w:t>510.4098</w:t>
      </w:r>
      <w:r>
        <w:tab/>
        <w:t>2.025e0</w:t>
      </w:r>
    </w:p>
    <w:p w:rsidR="00E00D30" w:rsidRDefault="00E00D30" w:rsidP="00E00D30">
      <w:r>
        <w:t>510.4271</w:t>
      </w:r>
      <w:r>
        <w:tab/>
        <w:t>1.013e0</w:t>
      </w:r>
    </w:p>
    <w:p w:rsidR="00E00D30" w:rsidRDefault="00E00D30" w:rsidP="00E00D30">
      <w:r>
        <w:t>510.4447</w:t>
      </w:r>
      <w:r>
        <w:tab/>
        <w:t>1.013e0</w:t>
      </w:r>
    </w:p>
    <w:p w:rsidR="00E00D30" w:rsidRDefault="00E00D30" w:rsidP="00E00D30">
      <w:r>
        <w:lastRenderedPageBreak/>
        <w:t>510.4633</w:t>
      </w:r>
      <w:r>
        <w:tab/>
        <w:t>1.013e0</w:t>
      </w:r>
    </w:p>
    <w:p w:rsidR="00E00D30" w:rsidRDefault="00E00D30" w:rsidP="00E00D30">
      <w:r>
        <w:t>510.4898</w:t>
      </w:r>
      <w:r>
        <w:tab/>
        <w:t>1.013e0</w:t>
      </w:r>
    </w:p>
    <w:p w:rsidR="00E00D30" w:rsidRDefault="00E00D30" w:rsidP="00E00D30">
      <w:r>
        <w:t>510.5685</w:t>
      </w:r>
      <w:r>
        <w:tab/>
        <w:t>4.051e0</w:t>
      </w:r>
    </w:p>
    <w:p w:rsidR="00E00D30" w:rsidRDefault="00E00D30" w:rsidP="00E00D30">
      <w:r>
        <w:t>510.5976</w:t>
      </w:r>
      <w:r>
        <w:tab/>
        <w:t>1.013e0</w:t>
      </w:r>
    </w:p>
    <w:p w:rsidR="00E00D30" w:rsidRDefault="00E00D30" w:rsidP="00E00D30">
      <w:r>
        <w:t>510.6045</w:t>
      </w:r>
      <w:r>
        <w:tab/>
        <w:t>1.013e0</w:t>
      </w:r>
    </w:p>
    <w:p w:rsidR="00E00D30" w:rsidRDefault="00E00D30" w:rsidP="00E00D30">
      <w:r>
        <w:t>510.6318</w:t>
      </w:r>
      <w:r>
        <w:tab/>
        <w:t>3.038e0</w:t>
      </w:r>
    </w:p>
    <w:p w:rsidR="00E00D30" w:rsidRDefault="00E00D30" w:rsidP="00E00D30">
      <w:r>
        <w:t>510.6653</w:t>
      </w:r>
      <w:r>
        <w:tab/>
        <w:t>2.025e0</w:t>
      </w:r>
    </w:p>
    <w:p w:rsidR="00E00D30" w:rsidRDefault="00E00D30" w:rsidP="00E00D30">
      <w:r>
        <w:t>510.6753</w:t>
      </w:r>
      <w:r>
        <w:tab/>
        <w:t>1.013e0</w:t>
      </w:r>
    </w:p>
    <w:p w:rsidR="00E00D30" w:rsidRDefault="00E00D30" w:rsidP="00E00D30">
      <w:r>
        <w:t>510.7083</w:t>
      </w:r>
      <w:r>
        <w:tab/>
        <w:t>1.013e0</w:t>
      </w:r>
    </w:p>
    <w:p w:rsidR="00E00D30" w:rsidRDefault="00E00D30" w:rsidP="00E00D30">
      <w:r>
        <w:t>510.7812</w:t>
      </w:r>
      <w:r>
        <w:tab/>
        <w:t>1.013e0</w:t>
      </w:r>
    </w:p>
    <w:p w:rsidR="00E00D30" w:rsidRDefault="00E00D30" w:rsidP="00E00D30">
      <w:r>
        <w:t>510.8033</w:t>
      </w:r>
      <w:r>
        <w:tab/>
        <w:t>1.013e0</w:t>
      </w:r>
    </w:p>
    <w:p w:rsidR="00E00D30" w:rsidRDefault="00E00D30" w:rsidP="00E00D30">
      <w:r>
        <w:t>510.8078</w:t>
      </w:r>
      <w:r>
        <w:tab/>
        <w:t>3.038e0</w:t>
      </w:r>
    </w:p>
    <w:p w:rsidR="00E00D30" w:rsidRDefault="00E00D30" w:rsidP="00E00D30">
      <w:r>
        <w:t>510.8210</w:t>
      </w:r>
      <w:r>
        <w:tab/>
        <w:t>1.013e0</w:t>
      </w:r>
    </w:p>
    <w:p w:rsidR="00E00D30" w:rsidRDefault="00E00D30" w:rsidP="00E00D30">
      <w:r>
        <w:t>510.8393</w:t>
      </w:r>
      <w:r>
        <w:tab/>
        <w:t>1.013e0</w:t>
      </w:r>
    </w:p>
    <w:p w:rsidR="00E00D30" w:rsidRDefault="00E00D30" w:rsidP="00E00D30">
      <w:r>
        <w:t>510.8441</w:t>
      </w:r>
      <w:r>
        <w:tab/>
        <w:t>2.025e0</w:t>
      </w:r>
    </w:p>
    <w:p w:rsidR="00E00D30" w:rsidRDefault="00E00D30" w:rsidP="00E00D30">
      <w:r>
        <w:t>510.8573</w:t>
      </w:r>
      <w:r>
        <w:tab/>
        <w:t>1.013e0</w:t>
      </w:r>
    </w:p>
    <w:p w:rsidR="00E00D30" w:rsidRDefault="00E00D30" w:rsidP="00E00D30">
      <w:r>
        <w:t>510.8660</w:t>
      </w:r>
      <w:r>
        <w:tab/>
        <w:t>2.025e0</w:t>
      </w:r>
    </w:p>
    <w:p w:rsidR="00E00D30" w:rsidRDefault="00E00D30" w:rsidP="00E00D30">
      <w:r>
        <w:t>510.8851</w:t>
      </w:r>
      <w:r>
        <w:tab/>
        <w:t>2.025e0</w:t>
      </w:r>
    </w:p>
    <w:p w:rsidR="00E00D30" w:rsidRDefault="00E00D30" w:rsidP="00E00D30">
      <w:r>
        <w:t>510.8882</w:t>
      </w:r>
      <w:r>
        <w:tab/>
        <w:t>2.025e0</w:t>
      </w:r>
    </w:p>
    <w:p w:rsidR="00E00D30" w:rsidRDefault="00E00D30" w:rsidP="00E00D30">
      <w:r>
        <w:lastRenderedPageBreak/>
        <w:t>510.9318</w:t>
      </w:r>
      <w:r>
        <w:tab/>
        <w:t>1.013e0</w:t>
      </w:r>
    </w:p>
    <w:p w:rsidR="00E00D30" w:rsidRDefault="00E00D30" w:rsidP="00E00D30">
      <w:r>
        <w:t>510.9338</w:t>
      </w:r>
      <w:r>
        <w:tab/>
        <w:t>2.025e0</w:t>
      </w:r>
    </w:p>
    <w:p w:rsidR="00E00D30" w:rsidRDefault="00E00D30" w:rsidP="00E00D30">
      <w:r>
        <w:t>510.9525</w:t>
      </w:r>
      <w:r>
        <w:tab/>
        <w:t>1.013e0</w:t>
      </w:r>
    </w:p>
    <w:p w:rsidR="00E00D30" w:rsidRDefault="00E00D30" w:rsidP="00E00D30">
      <w:r>
        <w:t>510.9708</w:t>
      </w:r>
      <w:r>
        <w:tab/>
        <w:t>1.013e0</w:t>
      </w:r>
    </w:p>
    <w:p w:rsidR="00E00D30" w:rsidRDefault="00E00D30" w:rsidP="00E00D30">
      <w:r>
        <w:t>511.0072</w:t>
      </w:r>
      <w:r>
        <w:tab/>
        <w:t>1.013e0</w:t>
      </w:r>
    </w:p>
    <w:p w:rsidR="00E00D30" w:rsidRDefault="00E00D30" w:rsidP="00E00D30">
      <w:r>
        <w:t>511.0208</w:t>
      </w:r>
      <w:r>
        <w:tab/>
        <w:t>1.013e0</w:t>
      </w:r>
    </w:p>
    <w:p w:rsidR="00E00D30" w:rsidRDefault="00E00D30" w:rsidP="00E00D30">
      <w:r>
        <w:t>511.0300</w:t>
      </w:r>
      <w:r>
        <w:tab/>
        <w:t>2.025e0</w:t>
      </w:r>
    </w:p>
    <w:p w:rsidR="00E00D30" w:rsidRDefault="00E00D30" w:rsidP="00E00D30">
      <w:r>
        <w:t>511.0382</w:t>
      </w:r>
      <w:r>
        <w:tab/>
        <w:t>1.013e0</w:t>
      </w:r>
    </w:p>
    <w:p w:rsidR="00E00D30" w:rsidRDefault="00E00D30" w:rsidP="00E00D30">
      <w:r>
        <w:t>511.0653</w:t>
      </w:r>
      <w:r>
        <w:tab/>
        <w:t>2.025e0</w:t>
      </w:r>
    </w:p>
    <w:p w:rsidR="00E00D30" w:rsidRDefault="00E00D30" w:rsidP="00E00D30">
      <w:r>
        <w:t>511.1271</w:t>
      </w:r>
      <w:r>
        <w:tab/>
        <w:t>1.013e0</w:t>
      </w:r>
    </w:p>
    <w:p w:rsidR="00E00D30" w:rsidRDefault="00E00D30" w:rsidP="00E00D30">
      <w:r>
        <w:t>511.1451</w:t>
      </w:r>
      <w:r>
        <w:tab/>
        <w:t>2.025e0</w:t>
      </w:r>
    </w:p>
    <w:p w:rsidR="00E00D30" w:rsidRDefault="00E00D30" w:rsidP="00E00D30">
      <w:r>
        <w:t>511.1755</w:t>
      </w:r>
      <w:r>
        <w:tab/>
        <w:t>3.038e0</w:t>
      </w:r>
    </w:p>
    <w:p w:rsidR="00E00D30" w:rsidRDefault="00E00D30" w:rsidP="00E00D30">
      <w:r>
        <w:t>511.2168</w:t>
      </w:r>
      <w:r>
        <w:tab/>
        <w:t>5.002e0</w:t>
      </w:r>
    </w:p>
    <w:p w:rsidR="00E00D30" w:rsidRDefault="00E00D30" w:rsidP="00E00D30">
      <w:r>
        <w:t>511.2225</w:t>
      </w:r>
      <w:r>
        <w:tab/>
        <w:t>6.076e0</w:t>
      </w:r>
    </w:p>
    <w:p w:rsidR="00E00D30" w:rsidRDefault="00E00D30" w:rsidP="00E00D30">
      <w:r>
        <w:t>511.2242</w:t>
      </w:r>
      <w:r>
        <w:tab/>
        <w:t>2.025e0</w:t>
      </w:r>
    </w:p>
    <w:p w:rsidR="00E00D30" w:rsidRDefault="00E00D30" w:rsidP="00E00D30">
      <w:r>
        <w:t>511.2263</w:t>
      </w:r>
      <w:r>
        <w:tab/>
        <w:t>4.051e0</w:t>
      </w:r>
    </w:p>
    <w:p w:rsidR="00E00D30" w:rsidRDefault="00E00D30" w:rsidP="00E00D30">
      <w:r>
        <w:t>511.2313</w:t>
      </w:r>
      <w:r>
        <w:tab/>
        <w:t>1.013e0</w:t>
      </w:r>
    </w:p>
    <w:p w:rsidR="00E00D30" w:rsidRDefault="00E00D30" w:rsidP="00E00D30">
      <w:r>
        <w:t>511.2476</w:t>
      </w:r>
      <w:r>
        <w:tab/>
        <w:t>9.114e0</w:t>
      </w:r>
    </w:p>
    <w:p w:rsidR="00E00D30" w:rsidRDefault="00E00D30" w:rsidP="00E00D30">
      <w:r>
        <w:t>511.2543</w:t>
      </w:r>
      <w:r>
        <w:tab/>
        <w:t>1.124e1</w:t>
      </w:r>
    </w:p>
    <w:p w:rsidR="00E00D30" w:rsidRDefault="00E00D30" w:rsidP="00E00D30">
      <w:r>
        <w:lastRenderedPageBreak/>
        <w:t>511.2574</w:t>
      </w:r>
      <w:r>
        <w:tab/>
        <w:t>1.844e1</w:t>
      </w:r>
    </w:p>
    <w:p w:rsidR="00E00D30" w:rsidRDefault="00E00D30" w:rsidP="00E00D30">
      <w:r>
        <w:t>511.2596</w:t>
      </w:r>
      <w:r>
        <w:tab/>
        <w:t>8.854e0</w:t>
      </w:r>
    </w:p>
    <w:p w:rsidR="00E00D30" w:rsidRDefault="00E00D30" w:rsidP="00E00D30">
      <w:r>
        <w:t>511.2707</w:t>
      </w:r>
      <w:r>
        <w:tab/>
        <w:t>5.063e0</w:t>
      </w:r>
    </w:p>
    <w:p w:rsidR="00E00D30" w:rsidRDefault="00E00D30" w:rsidP="00E00D30">
      <w:r>
        <w:t>511.3001</w:t>
      </w:r>
      <w:r>
        <w:tab/>
        <w:t>4.051e0</w:t>
      </w:r>
    </w:p>
    <w:p w:rsidR="00E00D30" w:rsidRDefault="00E00D30" w:rsidP="00E00D30">
      <w:r>
        <w:t>511.3226</w:t>
      </w:r>
      <w:r>
        <w:tab/>
        <w:t>1.013e0</w:t>
      </w:r>
    </w:p>
    <w:p w:rsidR="00E00D30" w:rsidRDefault="00E00D30" w:rsidP="00E00D30">
      <w:r>
        <w:t>511.3495</w:t>
      </w:r>
      <w:r>
        <w:tab/>
        <w:t>1.494e0</w:t>
      </w:r>
    </w:p>
    <w:p w:rsidR="00E00D30" w:rsidRDefault="00E00D30" w:rsidP="00E00D30">
      <w:r>
        <w:t>511.3619</w:t>
      </w:r>
      <w:r>
        <w:tab/>
        <w:t>1.013e0</w:t>
      </w:r>
    </w:p>
    <w:p w:rsidR="00E00D30" w:rsidRDefault="00E00D30" w:rsidP="00E00D30">
      <w:r>
        <w:t>511.3669</w:t>
      </w:r>
      <w:r>
        <w:tab/>
        <w:t>2.025e0</w:t>
      </w:r>
    </w:p>
    <w:p w:rsidR="00E00D30" w:rsidRDefault="00E00D30" w:rsidP="00E00D30">
      <w:r>
        <w:t>511.3802</w:t>
      </w:r>
      <w:r>
        <w:tab/>
        <w:t>1.013e0</w:t>
      </w:r>
    </w:p>
    <w:p w:rsidR="00E00D30" w:rsidRDefault="00E00D30" w:rsidP="00E00D30">
      <w:r>
        <w:t>511.3909</w:t>
      </w:r>
      <w:r>
        <w:tab/>
        <w:t>2.025e0</w:t>
      </w:r>
    </w:p>
    <w:p w:rsidR="00E00D30" w:rsidRDefault="00E00D30" w:rsidP="00E00D30">
      <w:r>
        <w:t>511.3928</w:t>
      </w:r>
      <w:r>
        <w:tab/>
        <w:t>1.013e0</w:t>
      </w:r>
    </w:p>
    <w:p w:rsidR="00E00D30" w:rsidRDefault="00E00D30" w:rsidP="00E00D30">
      <w:r>
        <w:t>511.3989</w:t>
      </w:r>
      <w:r>
        <w:tab/>
        <w:t>1.013e0</w:t>
      </w:r>
    </w:p>
    <w:p w:rsidR="00E00D30" w:rsidRDefault="00E00D30" w:rsidP="00E00D30">
      <w:r>
        <w:t>511.4173</w:t>
      </w:r>
      <w:r>
        <w:tab/>
        <w:t>1.013e0</w:t>
      </w:r>
    </w:p>
    <w:p w:rsidR="00E00D30" w:rsidRDefault="00E00D30" w:rsidP="00E00D30">
      <w:r>
        <w:t>511.4637</w:t>
      </w:r>
      <w:r>
        <w:tab/>
        <w:t>2.025e0</w:t>
      </w:r>
    </w:p>
    <w:p w:rsidR="00E00D30" w:rsidRDefault="00E00D30" w:rsidP="00E00D30">
      <w:r>
        <w:t>511.4755</w:t>
      </w:r>
      <w:r>
        <w:tab/>
        <w:t>1.013e0</w:t>
      </w:r>
    </w:p>
    <w:p w:rsidR="00E00D30" w:rsidRDefault="00E00D30" w:rsidP="00E00D30">
      <w:r>
        <w:t>511.5172</w:t>
      </w:r>
      <w:r>
        <w:tab/>
        <w:t>2.025e0</w:t>
      </w:r>
    </w:p>
    <w:p w:rsidR="00E00D30" w:rsidRDefault="00E00D30" w:rsidP="00E00D30">
      <w:r>
        <w:t>511.5488</w:t>
      </w:r>
      <w:r>
        <w:tab/>
        <w:t>1.013e0</w:t>
      </w:r>
    </w:p>
    <w:p w:rsidR="00E00D30" w:rsidRDefault="00E00D30" w:rsidP="00E00D30">
      <w:r>
        <w:t>511.5593</w:t>
      </w:r>
      <w:r>
        <w:tab/>
        <w:t>2.025e0</w:t>
      </w:r>
    </w:p>
    <w:p w:rsidR="00E00D30" w:rsidRDefault="00E00D30" w:rsidP="00E00D30">
      <w:r>
        <w:t>511.5698</w:t>
      </w:r>
      <w:r>
        <w:tab/>
        <w:t>1.013e0</w:t>
      </w:r>
    </w:p>
    <w:p w:rsidR="00E00D30" w:rsidRDefault="00E00D30" w:rsidP="00E00D30">
      <w:r>
        <w:lastRenderedPageBreak/>
        <w:t>511.5861</w:t>
      </w:r>
      <w:r>
        <w:tab/>
        <w:t>1.013e0</w:t>
      </w:r>
    </w:p>
    <w:p w:rsidR="00E00D30" w:rsidRDefault="00E00D30" w:rsidP="00E00D30">
      <w:r>
        <w:t>511.5966</w:t>
      </w:r>
      <w:r>
        <w:tab/>
        <w:t>1.013e0</w:t>
      </w:r>
    </w:p>
    <w:p w:rsidR="00E00D30" w:rsidRDefault="00E00D30" w:rsidP="00E00D30">
      <w:r>
        <w:t>511.6326</w:t>
      </w:r>
      <w:r>
        <w:tab/>
        <w:t>2.025e0</w:t>
      </w:r>
    </w:p>
    <w:p w:rsidR="00E00D30" w:rsidRDefault="00E00D30" w:rsidP="00E00D30">
      <w:r>
        <w:t>511.6770</w:t>
      </w:r>
      <w:r>
        <w:tab/>
        <w:t>1.013e0</w:t>
      </w:r>
    </w:p>
    <w:p w:rsidR="00E00D30" w:rsidRDefault="00E00D30" w:rsidP="00E00D30">
      <w:r>
        <w:t>511.7116</w:t>
      </w:r>
      <w:r>
        <w:tab/>
        <w:t>1.013e0</w:t>
      </w:r>
    </w:p>
    <w:p w:rsidR="00E00D30" w:rsidRDefault="00E00D30" w:rsidP="00E00D30">
      <w:r>
        <w:t>511.7167</w:t>
      </w:r>
      <w:r>
        <w:tab/>
        <w:t>3.038e0</w:t>
      </w:r>
    </w:p>
    <w:p w:rsidR="00E00D30" w:rsidRDefault="00E00D30" w:rsidP="00E00D30">
      <w:r>
        <w:t>511.7360</w:t>
      </w:r>
      <w:r>
        <w:tab/>
        <w:t>1.013e0</w:t>
      </w:r>
    </w:p>
    <w:p w:rsidR="00E00D30" w:rsidRDefault="00E00D30" w:rsidP="00E00D30">
      <w:r>
        <w:t>511.7385</w:t>
      </w:r>
      <w:r>
        <w:tab/>
        <w:t>1.013e0</w:t>
      </w:r>
    </w:p>
    <w:p w:rsidR="00E00D30" w:rsidRDefault="00E00D30" w:rsidP="00E00D30">
      <w:r>
        <w:t>511.7471</w:t>
      </w:r>
      <w:r>
        <w:tab/>
        <w:t>1.013e0</w:t>
      </w:r>
    </w:p>
    <w:p w:rsidR="00E00D30" w:rsidRDefault="00E00D30" w:rsidP="00E00D30">
      <w:r>
        <w:t>511.7651</w:t>
      </w:r>
      <w:r>
        <w:tab/>
        <w:t>1.013e0</w:t>
      </w:r>
    </w:p>
    <w:p w:rsidR="00E00D30" w:rsidRDefault="00E00D30" w:rsidP="00E00D30">
      <w:r>
        <w:t>511.7747</w:t>
      </w:r>
      <w:r>
        <w:tab/>
        <w:t>1.013e0</w:t>
      </w:r>
    </w:p>
    <w:p w:rsidR="00E00D30" w:rsidRDefault="00E00D30" w:rsidP="00E00D30">
      <w:r>
        <w:t>511.8119</w:t>
      </w:r>
      <w:r>
        <w:tab/>
        <w:t>1.013e0</w:t>
      </w:r>
    </w:p>
    <w:p w:rsidR="00E00D30" w:rsidRDefault="00E00D30" w:rsidP="00E00D30">
      <w:r>
        <w:t>511.8496</w:t>
      </w:r>
      <w:r>
        <w:tab/>
        <w:t>2.025e0</w:t>
      </w:r>
    </w:p>
    <w:p w:rsidR="00E00D30" w:rsidRDefault="00E00D30" w:rsidP="00E00D30">
      <w:r>
        <w:t>511.8578</w:t>
      </w:r>
      <w:r>
        <w:tab/>
        <w:t>2.025e0</w:t>
      </w:r>
    </w:p>
    <w:p w:rsidR="00E00D30" w:rsidRDefault="00E00D30" w:rsidP="00E00D30">
      <w:r>
        <w:t>511.8588</w:t>
      </w:r>
      <w:r>
        <w:tab/>
        <w:t>2.025e0</w:t>
      </w:r>
    </w:p>
    <w:p w:rsidR="00E00D30" w:rsidRDefault="00E00D30" w:rsidP="00E00D30">
      <w:r>
        <w:t>511.8633</w:t>
      </w:r>
      <w:r>
        <w:tab/>
        <w:t>1.013e0</w:t>
      </w:r>
    </w:p>
    <w:p w:rsidR="00E00D30" w:rsidRDefault="00E00D30" w:rsidP="00E00D30">
      <w:r>
        <w:t>511.9033</w:t>
      </w:r>
      <w:r>
        <w:tab/>
        <w:t>1.013e0</w:t>
      </w:r>
    </w:p>
    <w:p w:rsidR="00E00D30" w:rsidRDefault="00E00D30" w:rsidP="00E00D30">
      <w:r>
        <w:t>511.9219</w:t>
      </w:r>
      <w:r>
        <w:tab/>
        <w:t>1.013e0</w:t>
      </w:r>
    </w:p>
    <w:p w:rsidR="00E00D30" w:rsidRDefault="00E00D30" w:rsidP="00E00D30">
      <w:r>
        <w:t>511.9244</w:t>
      </w:r>
      <w:r>
        <w:tab/>
        <w:t>1.013e0</w:t>
      </w:r>
    </w:p>
    <w:p w:rsidR="00E00D30" w:rsidRDefault="00E00D30" w:rsidP="00E00D30">
      <w:r>
        <w:lastRenderedPageBreak/>
        <w:t>511.9447</w:t>
      </w:r>
      <w:r>
        <w:tab/>
        <w:t>3.038e0</w:t>
      </w:r>
    </w:p>
    <w:p w:rsidR="00E00D30" w:rsidRDefault="00E00D30" w:rsidP="00E00D30">
      <w:r>
        <w:t>511.9516</w:t>
      </w:r>
      <w:r>
        <w:tab/>
        <w:t>2.025e0</w:t>
      </w:r>
    </w:p>
    <w:p w:rsidR="00E00D30" w:rsidRDefault="00E00D30" w:rsidP="00E00D30">
      <w:r>
        <w:t>511.9954</w:t>
      </w:r>
      <w:r>
        <w:tab/>
        <w:t>1.013e0</w:t>
      </w:r>
    </w:p>
    <w:p w:rsidR="00E00D30" w:rsidRDefault="00E00D30" w:rsidP="00E00D30">
      <w:r>
        <w:t>512.0131</w:t>
      </w:r>
      <w:r>
        <w:tab/>
        <w:t>1.013e0</w:t>
      </w:r>
    </w:p>
    <w:p w:rsidR="00E00D30" w:rsidRDefault="00E00D30" w:rsidP="00E00D30">
      <w:r>
        <w:t>512.0574</w:t>
      </w:r>
      <w:r>
        <w:tab/>
        <w:t>1.013e0</w:t>
      </w:r>
    </w:p>
    <w:p w:rsidR="00E00D30" w:rsidRDefault="00E00D30" w:rsidP="00E00D30">
      <w:r>
        <w:t>512.0718</w:t>
      </w:r>
      <w:r>
        <w:tab/>
        <w:t>1.013e0</w:t>
      </w:r>
    </w:p>
    <w:p w:rsidR="00E00D30" w:rsidRDefault="00E00D30" w:rsidP="00E00D30">
      <w:r>
        <w:t>512.0917</w:t>
      </w:r>
      <w:r>
        <w:tab/>
        <w:t>2.025e0</w:t>
      </w:r>
    </w:p>
    <w:p w:rsidR="00E00D30" w:rsidRDefault="00E00D30" w:rsidP="00E00D30">
      <w:r>
        <w:t>512.1198</w:t>
      </w:r>
      <w:r>
        <w:tab/>
        <w:t>1.013e0</w:t>
      </w:r>
    </w:p>
    <w:p w:rsidR="00E00D30" w:rsidRDefault="00E00D30" w:rsidP="00E00D30">
      <w:r>
        <w:t>512.1270</w:t>
      </w:r>
      <w:r>
        <w:tab/>
        <w:t>1.013e0</w:t>
      </w:r>
    </w:p>
    <w:p w:rsidR="00E00D30" w:rsidRDefault="00E00D30" w:rsidP="00E00D30">
      <w:r>
        <w:t>512.1373</w:t>
      </w:r>
      <w:r>
        <w:tab/>
        <w:t>1.013e0</w:t>
      </w:r>
    </w:p>
    <w:p w:rsidR="00E00D30" w:rsidRDefault="00E00D30" w:rsidP="00E00D30">
      <w:r>
        <w:t>512.1552</w:t>
      </w:r>
      <w:r>
        <w:tab/>
        <w:t>2.025e0</w:t>
      </w:r>
    </w:p>
    <w:p w:rsidR="00E00D30" w:rsidRDefault="00E00D30" w:rsidP="00E00D30">
      <w:r>
        <w:t>512.2006</w:t>
      </w:r>
      <w:r>
        <w:tab/>
        <w:t>2.025e0</w:t>
      </w:r>
    </w:p>
    <w:p w:rsidR="00E00D30" w:rsidRDefault="00E00D30" w:rsidP="00E00D30">
      <w:r>
        <w:t>512.2086</w:t>
      </w:r>
      <w:r>
        <w:tab/>
        <w:t>1.013e0</w:t>
      </w:r>
    </w:p>
    <w:p w:rsidR="00E00D30" w:rsidRDefault="00E00D30" w:rsidP="00E00D30">
      <w:r>
        <w:t>512.2249</w:t>
      </w:r>
      <w:r>
        <w:tab/>
        <w:t>5.063e0</w:t>
      </w:r>
    </w:p>
    <w:p w:rsidR="00E00D30" w:rsidRDefault="00E00D30" w:rsidP="00E00D30">
      <w:r>
        <w:t>512.2290</w:t>
      </w:r>
      <w:r>
        <w:tab/>
        <w:t>4.051e0</w:t>
      </w:r>
    </w:p>
    <w:p w:rsidR="00E00D30" w:rsidRDefault="00E00D30" w:rsidP="00E00D30">
      <w:r>
        <w:t>512.2349</w:t>
      </w:r>
      <w:r>
        <w:tab/>
        <w:t>1.013e0</w:t>
      </w:r>
    </w:p>
    <w:p w:rsidR="00E00D30" w:rsidRDefault="00E00D30" w:rsidP="00E00D30">
      <w:r>
        <w:t>512.2364</w:t>
      </w:r>
      <w:r>
        <w:tab/>
        <w:t>1.140e1</w:t>
      </w:r>
    </w:p>
    <w:p w:rsidR="00E00D30" w:rsidRDefault="00E00D30" w:rsidP="00E00D30">
      <w:r>
        <w:t>512.2380</w:t>
      </w:r>
      <w:r>
        <w:tab/>
        <w:t>3.038e0</w:t>
      </w:r>
    </w:p>
    <w:p w:rsidR="00E00D30" w:rsidRDefault="00E00D30" w:rsidP="00E00D30">
      <w:r>
        <w:t>512.2515</w:t>
      </w:r>
      <w:r>
        <w:tab/>
        <w:t>2.025e0</w:t>
      </w:r>
    </w:p>
    <w:p w:rsidR="00E00D30" w:rsidRDefault="00E00D30" w:rsidP="00E00D30">
      <w:r>
        <w:lastRenderedPageBreak/>
        <w:t>512.2629</w:t>
      </w:r>
      <w:r>
        <w:tab/>
        <w:t>4.669e0</w:t>
      </w:r>
    </w:p>
    <w:p w:rsidR="00E00D30" w:rsidRDefault="00E00D30" w:rsidP="00E00D30">
      <w:r>
        <w:t>512.2655</w:t>
      </w:r>
      <w:r>
        <w:tab/>
        <w:t>3.038e0</w:t>
      </w:r>
    </w:p>
    <w:p w:rsidR="00E00D30" w:rsidRDefault="00E00D30" w:rsidP="00E00D30">
      <w:r>
        <w:t>512.2878</w:t>
      </w:r>
      <w:r>
        <w:tab/>
        <w:t>6.538e0</w:t>
      </w:r>
    </w:p>
    <w:p w:rsidR="00E00D30" w:rsidRDefault="00E00D30" w:rsidP="00E00D30">
      <w:r>
        <w:t>512.2958</w:t>
      </w:r>
      <w:r>
        <w:tab/>
        <w:t>1.013e0</w:t>
      </w:r>
    </w:p>
    <w:p w:rsidR="00E00D30" w:rsidRDefault="00E00D30" w:rsidP="00E00D30">
      <w:r>
        <w:t>512.3165</w:t>
      </w:r>
      <w:r>
        <w:tab/>
        <w:t>1.013e0</w:t>
      </w:r>
    </w:p>
    <w:p w:rsidR="00E00D30" w:rsidRDefault="00E00D30" w:rsidP="00E00D30">
      <w:r>
        <w:t>512.3680</w:t>
      </w:r>
      <w:r>
        <w:tab/>
        <w:t>1.013e0</w:t>
      </w:r>
    </w:p>
    <w:p w:rsidR="00E00D30" w:rsidRDefault="00E00D30" w:rsidP="00E00D30">
      <w:r>
        <w:t>512.3897</w:t>
      </w:r>
      <w:r>
        <w:tab/>
        <w:t>1.013e0</w:t>
      </w:r>
    </w:p>
    <w:p w:rsidR="00E00D30" w:rsidRDefault="00E00D30" w:rsidP="00E00D30">
      <w:r>
        <w:t>512.4030</w:t>
      </w:r>
      <w:r>
        <w:tab/>
        <w:t>4.051e0</w:t>
      </w:r>
    </w:p>
    <w:p w:rsidR="00E00D30" w:rsidRDefault="00E00D30" w:rsidP="00E00D30">
      <w:r>
        <w:t>512.4052</w:t>
      </w:r>
      <w:r>
        <w:tab/>
        <w:t>4.051e0</w:t>
      </w:r>
    </w:p>
    <w:p w:rsidR="00E00D30" w:rsidRDefault="00E00D30" w:rsidP="00E00D30">
      <w:r>
        <w:t>512.4104</w:t>
      </w:r>
      <w:r>
        <w:tab/>
        <w:t>4.051e0</w:t>
      </w:r>
    </w:p>
    <w:p w:rsidR="00E00D30" w:rsidRDefault="00E00D30" w:rsidP="00E00D30">
      <w:r>
        <w:t>512.4157</w:t>
      </w:r>
      <w:r>
        <w:tab/>
        <w:t>3.038e0</w:t>
      </w:r>
    </w:p>
    <w:p w:rsidR="00E00D30" w:rsidRDefault="00E00D30" w:rsidP="00E00D30">
      <w:r>
        <w:t>512.4242</w:t>
      </w:r>
      <w:r>
        <w:tab/>
        <w:t>3.038e0</w:t>
      </w:r>
    </w:p>
    <w:p w:rsidR="00E00D30" w:rsidRDefault="00E00D30" w:rsidP="00E00D30">
      <w:r>
        <w:t>512.4266</w:t>
      </w:r>
      <w:r>
        <w:tab/>
        <w:t>3.038e0</w:t>
      </w:r>
    </w:p>
    <w:p w:rsidR="00E00D30" w:rsidRDefault="00E00D30" w:rsidP="00E00D30">
      <w:r>
        <w:t>512.4468</w:t>
      </w:r>
      <w:r>
        <w:tab/>
        <w:t>3.038e0</w:t>
      </w:r>
    </w:p>
    <w:p w:rsidR="00E00D30" w:rsidRDefault="00E00D30" w:rsidP="00E00D30">
      <w:r>
        <w:t>512.4644</w:t>
      </w:r>
      <w:r>
        <w:tab/>
        <w:t>4.051e0</w:t>
      </w:r>
    </w:p>
    <w:p w:rsidR="00E00D30" w:rsidRDefault="00E00D30" w:rsidP="00E00D30">
      <w:r>
        <w:t>512.4661</w:t>
      </w:r>
      <w:r>
        <w:tab/>
        <w:t>1.013e0</w:t>
      </w:r>
    </w:p>
    <w:p w:rsidR="00E00D30" w:rsidRDefault="00E00D30" w:rsidP="00E00D30">
      <w:r>
        <w:t>512.4999</w:t>
      </w:r>
      <w:r>
        <w:tab/>
        <w:t>1.013e0</w:t>
      </w:r>
    </w:p>
    <w:p w:rsidR="00E00D30" w:rsidRDefault="00E00D30" w:rsidP="00E00D30">
      <w:r>
        <w:t>512.5037</w:t>
      </w:r>
      <w:r>
        <w:tab/>
        <w:t>1.013e0</w:t>
      </w:r>
    </w:p>
    <w:p w:rsidR="00E00D30" w:rsidRDefault="00E00D30" w:rsidP="00E00D30">
      <w:r>
        <w:t>512.5101</w:t>
      </w:r>
      <w:r>
        <w:tab/>
        <w:t>1.013e0</w:t>
      </w:r>
    </w:p>
    <w:p w:rsidR="00E00D30" w:rsidRDefault="00E00D30" w:rsidP="00E00D30">
      <w:r>
        <w:lastRenderedPageBreak/>
        <w:t>512.5201</w:t>
      </w:r>
      <w:r>
        <w:tab/>
        <w:t>2.025e0</w:t>
      </w:r>
    </w:p>
    <w:p w:rsidR="00E00D30" w:rsidRDefault="00E00D30" w:rsidP="00E00D30">
      <w:r>
        <w:t>512.5370</w:t>
      </w:r>
      <w:r>
        <w:tab/>
        <w:t>1.013e0</w:t>
      </w:r>
    </w:p>
    <w:p w:rsidR="00E00D30" w:rsidRDefault="00E00D30" w:rsidP="00E00D30">
      <w:r>
        <w:t>512.5613</w:t>
      </w:r>
      <w:r>
        <w:tab/>
        <w:t>1.553e0</w:t>
      </w:r>
    </w:p>
    <w:p w:rsidR="00E00D30" w:rsidRDefault="00E00D30" w:rsidP="00E00D30">
      <w:r>
        <w:t>512.5725</w:t>
      </w:r>
      <w:r>
        <w:tab/>
        <w:t>1.013e0</w:t>
      </w:r>
    </w:p>
    <w:p w:rsidR="00E00D30" w:rsidRDefault="00E00D30" w:rsidP="00E00D30">
      <w:r>
        <w:t>512.5814</w:t>
      </w:r>
      <w:r>
        <w:tab/>
        <w:t>1.013e0</w:t>
      </w:r>
    </w:p>
    <w:p w:rsidR="00E00D30" w:rsidRDefault="00E00D30" w:rsidP="00E00D30">
      <w:r>
        <w:t>512.5948</w:t>
      </w:r>
      <w:r>
        <w:tab/>
        <w:t>1.013e0</w:t>
      </w:r>
    </w:p>
    <w:p w:rsidR="00E00D30" w:rsidRDefault="00E00D30" w:rsidP="00E00D30">
      <w:r>
        <w:t>512.6104</w:t>
      </w:r>
      <w:r>
        <w:tab/>
        <w:t>2.025e0</w:t>
      </w:r>
    </w:p>
    <w:p w:rsidR="00E00D30" w:rsidRDefault="00E00D30" w:rsidP="00E00D30">
      <w:r>
        <w:t>512.6353</w:t>
      </w:r>
      <w:r>
        <w:tab/>
        <w:t>1.013e0</w:t>
      </w:r>
    </w:p>
    <w:p w:rsidR="00E00D30" w:rsidRDefault="00E00D30" w:rsidP="00E00D30">
      <w:r>
        <w:t>512.6619</w:t>
      </w:r>
      <w:r>
        <w:tab/>
        <w:t>2.025e0</w:t>
      </w:r>
    </w:p>
    <w:p w:rsidR="00E00D30" w:rsidRDefault="00E00D30" w:rsidP="00E00D30">
      <w:r>
        <w:t>512.6797</w:t>
      </w:r>
      <w:r>
        <w:tab/>
        <w:t>1.013e0</w:t>
      </w:r>
    </w:p>
    <w:p w:rsidR="00E00D30" w:rsidRDefault="00E00D30" w:rsidP="00E00D30">
      <w:r>
        <w:t>512.6972</w:t>
      </w:r>
      <w:r>
        <w:tab/>
        <w:t>3.038e0</w:t>
      </w:r>
    </w:p>
    <w:p w:rsidR="00E00D30" w:rsidRDefault="00E00D30" w:rsidP="00E00D30">
      <w:r>
        <w:t>512.7419</w:t>
      </w:r>
      <w:r>
        <w:tab/>
        <w:t>1.013e0</w:t>
      </w:r>
    </w:p>
    <w:p w:rsidR="00E00D30" w:rsidRDefault="00E00D30" w:rsidP="00E00D30">
      <w:r>
        <w:t>512.7448</w:t>
      </w:r>
      <w:r>
        <w:tab/>
        <w:t>2.025e0</w:t>
      </w:r>
    </w:p>
    <w:p w:rsidR="00E00D30" w:rsidRDefault="00E00D30" w:rsidP="00E00D30">
      <w:r>
        <w:t>512.7853</w:t>
      </w:r>
      <w:r>
        <w:tab/>
        <w:t>1.013e0</w:t>
      </w:r>
    </w:p>
    <w:p w:rsidR="00E00D30" w:rsidRDefault="00E00D30" w:rsidP="00E00D30">
      <w:r>
        <w:t>512.8034</w:t>
      </w:r>
      <w:r>
        <w:tab/>
        <w:t>1.013e0</w:t>
      </w:r>
    </w:p>
    <w:p w:rsidR="00E00D30" w:rsidRDefault="00E00D30" w:rsidP="00E00D30">
      <w:r>
        <w:t>512.8129</w:t>
      </w:r>
      <w:r>
        <w:tab/>
        <w:t>1.013e0</w:t>
      </w:r>
    </w:p>
    <w:p w:rsidR="00E00D30" w:rsidRDefault="00E00D30" w:rsidP="00E00D30">
      <w:r>
        <w:t>512.8211</w:t>
      </w:r>
      <w:r>
        <w:tab/>
        <w:t>3.038e0</w:t>
      </w:r>
    </w:p>
    <w:p w:rsidR="00E00D30" w:rsidRDefault="00E00D30" w:rsidP="00E00D30">
      <w:r>
        <w:t>512.8298</w:t>
      </w:r>
      <w:r>
        <w:tab/>
        <w:t>1.013e0</w:t>
      </w:r>
    </w:p>
    <w:p w:rsidR="00E00D30" w:rsidRDefault="00E00D30" w:rsidP="00E00D30">
      <w:r>
        <w:t>512.8640</w:t>
      </w:r>
      <w:r>
        <w:tab/>
        <w:t>2.025e0</w:t>
      </w:r>
    </w:p>
    <w:p w:rsidR="00E00D30" w:rsidRDefault="00E00D30" w:rsidP="00E00D30">
      <w:r>
        <w:lastRenderedPageBreak/>
        <w:t>512.8662</w:t>
      </w:r>
      <w:r>
        <w:tab/>
        <w:t>1.013e0</w:t>
      </w:r>
    </w:p>
    <w:p w:rsidR="00E00D30" w:rsidRDefault="00E00D30" w:rsidP="00E00D30">
      <w:r>
        <w:t>512.8776</w:t>
      </w:r>
      <w:r>
        <w:tab/>
        <w:t>2.025e0</w:t>
      </w:r>
    </w:p>
    <w:p w:rsidR="00E00D30" w:rsidRDefault="00E00D30" w:rsidP="00E00D30">
      <w:r>
        <w:t>512.9023</w:t>
      </w:r>
      <w:r>
        <w:tab/>
        <w:t>2.025e0</w:t>
      </w:r>
    </w:p>
    <w:p w:rsidR="00E00D30" w:rsidRDefault="00E00D30" w:rsidP="00E00D30">
      <w:r>
        <w:t>512.9131</w:t>
      </w:r>
      <w:r>
        <w:tab/>
        <w:t>1.013e0</w:t>
      </w:r>
    </w:p>
    <w:p w:rsidR="00E00D30" w:rsidRDefault="00E00D30" w:rsidP="00E00D30">
      <w:r>
        <w:t>512.9542</w:t>
      </w:r>
      <w:r>
        <w:tab/>
        <w:t>1.013e0</w:t>
      </w:r>
    </w:p>
    <w:p w:rsidR="00E00D30" w:rsidRDefault="00E00D30" w:rsidP="00E00D30">
      <w:r>
        <w:t>513.0014</w:t>
      </w:r>
      <w:r>
        <w:tab/>
        <w:t>5.063e0</w:t>
      </w:r>
    </w:p>
    <w:p w:rsidR="00E00D30" w:rsidRDefault="00E00D30" w:rsidP="00E00D30">
      <w:r>
        <w:t>513.0253</w:t>
      </w:r>
      <w:r>
        <w:tab/>
        <w:t>2.025e0</w:t>
      </w:r>
    </w:p>
    <w:p w:rsidR="00E00D30" w:rsidRDefault="00E00D30" w:rsidP="00E00D30">
      <w:r>
        <w:t>513.0430</w:t>
      </w:r>
      <w:r>
        <w:tab/>
        <w:t>2.025e0</w:t>
      </w:r>
    </w:p>
    <w:p w:rsidR="00E00D30" w:rsidRDefault="00E00D30" w:rsidP="00E00D30">
      <w:r>
        <w:t>513.0529</w:t>
      </w:r>
      <w:r>
        <w:tab/>
        <w:t>1.013e0</w:t>
      </w:r>
    </w:p>
    <w:p w:rsidR="00E00D30" w:rsidRDefault="00E00D30" w:rsidP="00E00D30">
      <w:r>
        <w:t>513.1160</w:t>
      </w:r>
      <w:r>
        <w:tab/>
        <w:t>2.025e0</w:t>
      </w:r>
    </w:p>
    <w:p w:rsidR="00E00D30" w:rsidRDefault="00E00D30" w:rsidP="00E00D30">
      <w:r>
        <w:t>513.1232</w:t>
      </w:r>
      <w:r>
        <w:tab/>
        <w:t>2.025e0</w:t>
      </w:r>
    </w:p>
    <w:p w:rsidR="00E00D30" w:rsidRDefault="00E00D30" w:rsidP="00E00D30">
      <w:r>
        <w:t>513.1319</w:t>
      </w:r>
      <w:r>
        <w:tab/>
        <w:t>1.013e0</w:t>
      </w:r>
    </w:p>
    <w:p w:rsidR="00E00D30" w:rsidRDefault="00E00D30" w:rsidP="00E00D30">
      <w:r>
        <w:t>513.1913</w:t>
      </w:r>
      <w:r>
        <w:tab/>
        <w:t>1.013e0</w:t>
      </w:r>
    </w:p>
    <w:p w:rsidR="00E00D30" w:rsidRDefault="00E00D30" w:rsidP="00E00D30">
      <w:r>
        <w:t>513.1942</w:t>
      </w:r>
      <w:r>
        <w:tab/>
        <w:t>1.013e0</w:t>
      </w:r>
    </w:p>
    <w:p w:rsidR="00E00D30" w:rsidRDefault="00E00D30" w:rsidP="00E00D30">
      <w:r>
        <w:t>513.1958</w:t>
      </w:r>
      <w:r>
        <w:tab/>
        <w:t>2.025e0</w:t>
      </w:r>
    </w:p>
    <w:p w:rsidR="00E00D30" w:rsidRDefault="00E00D30" w:rsidP="00E00D30">
      <w:r>
        <w:t>513.2205</w:t>
      </w:r>
      <w:r>
        <w:tab/>
        <w:t>4.051e0</w:t>
      </w:r>
    </w:p>
    <w:p w:rsidR="00E00D30" w:rsidRDefault="00E00D30" w:rsidP="00E00D30">
      <w:r>
        <w:t>513.2281</w:t>
      </w:r>
      <w:r>
        <w:tab/>
        <w:t>1.013e0</w:t>
      </w:r>
    </w:p>
    <w:p w:rsidR="00E00D30" w:rsidRDefault="00E00D30" w:rsidP="00E00D30">
      <w:r>
        <w:t>513.2388</w:t>
      </w:r>
      <w:r>
        <w:tab/>
        <w:t>1.013e0</w:t>
      </w:r>
    </w:p>
    <w:p w:rsidR="00E00D30" w:rsidRDefault="00E00D30" w:rsidP="00E00D30">
      <w:r>
        <w:t>513.2429</w:t>
      </w:r>
      <w:r>
        <w:tab/>
        <w:t>3.038e0</w:t>
      </w:r>
    </w:p>
    <w:p w:rsidR="00E00D30" w:rsidRDefault="00E00D30" w:rsidP="00E00D30">
      <w:r>
        <w:lastRenderedPageBreak/>
        <w:t>513.2451</w:t>
      </w:r>
      <w:r>
        <w:tab/>
        <w:t>2.025e0</w:t>
      </w:r>
    </w:p>
    <w:p w:rsidR="00E00D30" w:rsidRDefault="00E00D30" w:rsidP="00E00D30">
      <w:r>
        <w:t>513.2518</w:t>
      </w:r>
      <w:r>
        <w:tab/>
        <w:t>2.928e0</w:t>
      </w:r>
    </w:p>
    <w:p w:rsidR="00E00D30" w:rsidRDefault="00E00D30" w:rsidP="00E00D30">
      <w:r>
        <w:t>513.2673</w:t>
      </w:r>
      <w:r>
        <w:tab/>
        <w:t>7.148e0</w:t>
      </w:r>
    </w:p>
    <w:p w:rsidR="00E00D30" w:rsidRDefault="00E00D30" w:rsidP="00E00D30">
      <w:r>
        <w:t>513.2687</w:t>
      </w:r>
      <w:r>
        <w:tab/>
        <w:t>3.323e0</w:t>
      </w:r>
    </w:p>
    <w:p w:rsidR="00E00D30" w:rsidRDefault="00E00D30" w:rsidP="00E00D30">
      <w:r>
        <w:t>513.2928</w:t>
      </w:r>
      <w:r>
        <w:tab/>
        <w:t>1.013e0</w:t>
      </w:r>
    </w:p>
    <w:p w:rsidR="00E00D30" w:rsidRDefault="00E00D30" w:rsidP="00E00D30">
      <w:r>
        <w:t>513.2993</w:t>
      </w:r>
      <w:r>
        <w:tab/>
        <w:t>3.038e0</w:t>
      </w:r>
    </w:p>
    <w:p w:rsidR="00E00D30" w:rsidRDefault="00E00D30" w:rsidP="00E00D30">
      <w:r>
        <w:t>513.3141</w:t>
      </w:r>
      <w:r>
        <w:tab/>
        <w:t>2.025e0</w:t>
      </w:r>
    </w:p>
    <w:p w:rsidR="00E00D30" w:rsidRDefault="00E00D30" w:rsidP="00E00D30">
      <w:r>
        <w:t>513.3188</w:t>
      </w:r>
      <w:r>
        <w:tab/>
        <w:t>1.013e0</w:t>
      </w:r>
    </w:p>
    <w:p w:rsidR="00E00D30" w:rsidRDefault="00E00D30" w:rsidP="00E00D30">
      <w:r>
        <w:t>513.3410</w:t>
      </w:r>
      <w:r>
        <w:tab/>
        <w:t>1.013e0</w:t>
      </w:r>
    </w:p>
    <w:p w:rsidR="00E00D30" w:rsidRDefault="00E00D30" w:rsidP="00E00D30">
      <w:r>
        <w:t>513.3544</w:t>
      </w:r>
      <w:r>
        <w:tab/>
        <w:t>1.013e0</w:t>
      </w:r>
    </w:p>
    <w:p w:rsidR="00E00D30" w:rsidRDefault="00E00D30" w:rsidP="00E00D30">
      <w:r>
        <w:t>513.3640</w:t>
      </w:r>
      <w:r>
        <w:tab/>
        <w:t>1.013e0</w:t>
      </w:r>
    </w:p>
    <w:p w:rsidR="00E00D30" w:rsidRDefault="00E00D30" w:rsidP="00E00D30">
      <w:r>
        <w:t>513.3729</w:t>
      </w:r>
      <w:r>
        <w:tab/>
        <w:t>2.025e0</w:t>
      </w:r>
    </w:p>
    <w:p w:rsidR="00E00D30" w:rsidRDefault="00E00D30" w:rsidP="00E00D30">
      <w:r>
        <w:t>513.3809</w:t>
      </w:r>
      <w:r>
        <w:tab/>
        <w:t>1.013e0</w:t>
      </w:r>
    </w:p>
    <w:p w:rsidR="00E00D30" w:rsidRDefault="00E00D30" w:rsidP="00E00D30">
      <w:r>
        <w:t>513.3829</w:t>
      </w:r>
      <w:r>
        <w:tab/>
        <w:t>3.833e0</w:t>
      </w:r>
    </w:p>
    <w:p w:rsidR="00E00D30" w:rsidRDefault="00E00D30" w:rsidP="00E00D30">
      <w:r>
        <w:t>513.3981</w:t>
      </w:r>
      <w:r>
        <w:tab/>
        <w:t>3.038e0</w:t>
      </w:r>
    </w:p>
    <w:p w:rsidR="00E00D30" w:rsidRDefault="00E00D30" w:rsidP="00E00D30">
      <w:r>
        <w:t>513.4144</w:t>
      </w:r>
      <w:r>
        <w:tab/>
        <w:t>1.013e0</w:t>
      </w:r>
    </w:p>
    <w:p w:rsidR="00E00D30" w:rsidRDefault="00E00D30" w:rsidP="00E00D30">
      <w:r>
        <w:t>513.4218</w:t>
      </w:r>
      <w:r>
        <w:tab/>
        <w:t>3.038e0</w:t>
      </w:r>
    </w:p>
    <w:p w:rsidR="00E00D30" w:rsidRDefault="00E00D30" w:rsidP="00E00D30">
      <w:r>
        <w:t>513.4260</w:t>
      </w:r>
      <w:r>
        <w:tab/>
        <w:t>3.038e0</w:t>
      </w:r>
    </w:p>
    <w:p w:rsidR="00E00D30" w:rsidRDefault="00E00D30" w:rsidP="00E00D30">
      <w:r>
        <w:t>513.4329</w:t>
      </w:r>
      <w:r>
        <w:tab/>
        <w:t>1.013e0</w:t>
      </w:r>
    </w:p>
    <w:p w:rsidR="00E00D30" w:rsidRDefault="00E00D30" w:rsidP="00E00D30">
      <w:r>
        <w:lastRenderedPageBreak/>
        <w:t>513.4360</w:t>
      </w:r>
      <w:r>
        <w:tab/>
        <w:t>2.025e0</w:t>
      </w:r>
    </w:p>
    <w:p w:rsidR="00E00D30" w:rsidRDefault="00E00D30" w:rsidP="00E00D30">
      <w:r>
        <w:t>513.4438</w:t>
      </w:r>
      <w:r>
        <w:tab/>
        <w:t>2.025e0</w:t>
      </w:r>
    </w:p>
    <w:p w:rsidR="00E00D30" w:rsidRDefault="00E00D30" w:rsidP="00E00D30">
      <w:r>
        <w:t>513.5276</w:t>
      </w:r>
      <w:r>
        <w:tab/>
        <w:t>1.013e0</w:t>
      </w:r>
    </w:p>
    <w:p w:rsidR="00E00D30" w:rsidRDefault="00E00D30" w:rsidP="00E00D30">
      <w:r>
        <w:t>513.5498</w:t>
      </w:r>
      <w:r>
        <w:tab/>
        <w:t>1.013e0</w:t>
      </w:r>
    </w:p>
    <w:p w:rsidR="00E00D30" w:rsidRDefault="00E00D30" w:rsidP="00E00D30">
      <w:r>
        <w:t>513.5945</w:t>
      </w:r>
      <w:r>
        <w:tab/>
        <w:t>1.013e0</w:t>
      </w:r>
    </w:p>
    <w:p w:rsidR="00E00D30" w:rsidRDefault="00E00D30" w:rsidP="00E00D30">
      <w:r>
        <w:t>513.6039</w:t>
      </w:r>
      <w:r>
        <w:tab/>
        <w:t>1.013e0</w:t>
      </w:r>
    </w:p>
    <w:p w:rsidR="00E00D30" w:rsidRDefault="00E00D30" w:rsidP="00E00D30">
      <w:r>
        <w:t>513.6567</w:t>
      </w:r>
      <w:r>
        <w:tab/>
        <w:t>2.025e0</w:t>
      </w:r>
    </w:p>
    <w:p w:rsidR="00E00D30" w:rsidRDefault="00E00D30" w:rsidP="00E00D30">
      <w:r>
        <w:t>513.6746</w:t>
      </w:r>
      <w:r>
        <w:tab/>
        <w:t>2.025e0</w:t>
      </w:r>
    </w:p>
    <w:p w:rsidR="00E00D30" w:rsidRDefault="00E00D30" w:rsidP="00E00D30">
      <w:r>
        <w:t>513.6832</w:t>
      </w:r>
      <w:r>
        <w:tab/>
        <w:t>1.013e0</w:t>
      </w:r>
    </w:p>
    <w:p w:rsidR="00E00D30" w:rsidRDefault="00E00D30" w:rsidP="00E00D30">
      <w:r>
        <w:t>513.7191</w:t>
      </w:r>
      <w:r>
        <w:tab/>
        <w:t>1.013e0</w:t>
      </w:r>
    </w:p>
    <w:p w:rsidR="00E00D30" w:rsidRDefault="00E00D30" w:rsidP="00E00D30">
      <w:r>
        <w:t>513.7545</w:t>
      </w:r>
      <w:r>
        <w:tab/>
        <w:t>1.013e0</w:t>
      </w:r>
    </w:p>
    <w:p w:rsidR="00E00D30" w:rsidRDefault="00E00D30" w:rsidP="00E00D30">
      <w:r>
        <w:t>513.7820</w:t>
      </w:r>
      <w:r>
        <w:tab/>
        <w:t>1.013e0</w:t>
      </w:r>
    </w:p>
    <w:p w:rsidR="00E00D30" w:rsidRDefault="00E00D30" w:rsidP="00E00D30">
      <w:r>
        <w:t>513.7990</w:t>
      </w:r>
      <w:r>
        <w:tab/>
        <w:t>1.013e0</w:t>
      </w:r>
    </w:p>
    <w:p w:rsidR="00E00D30" w:rsidRDefault="00E00D30" w:rsidP="00E00D30">
      <w:r>
        <w:t>513.8117</w:t>
      </w:r>
      <w:r>
        <w:tab/>
        <w:t>3.038e0</w:t>
      </w:r>
    </w:p>
    <w:p w:rsidR="00E00D30" w:rsidRDefault="00E00D30" w:rsidP="00E00D30">
      <w:r>
        <w:t>513.8170</w:t>
      </w:r>
      <w:r>
        <w:tab/>
        <w:t>1.013e0</w:t>
      </w:r>
    </w:p>
    <w:p w:rsidR="00E00D30" w:rsidRDefault="00E00D30" w:rsidP="00E00D30">
      <w:r>
        <w:t>513.8276</w:t>
      </w:r>
      <w:r>
        <w:tab/>
        <w:t>1.013e0</w:t>
      </w:r>
    </w:p>
    <w:p w:rsidR="00E00D30" w:rsidRDefault="00E00D30" w:rsidP="00E00D30">
      <w:r>
        <w:t>513.8615</w:t>
      </w:r>
      <w:r>
        <w:tab/>
        <w:t>1.013e0</w:t>
      </w:r>
    </w:p>
    <w:p w:rsidR="00E00D30" w:rsidRDefault="00E00D30" w:rsidP="00E00D30">
      <w:r>
        <w:t>513.8704</w:t>
      </w:r>
      <w:r>
        <w:tab/>
        <w:t>2.025e0</w:t>
      </w:r>
    </w:p>
    <w:p w:rsidR="00E00D30" w:rsidRDefault="00E00D30" w:rsidP="00E00D30">
      <w:r>
        <w:t>513.8828</w:t>
      </w:r>
      <w:r>
        <w:tab/>
        <w:t>1.013e0</w:t>
      </w:r>
    </w:p>
    <w:p w:rsidR="00E00D30" w:rsidRDefault="00E00D30" w:rsidP="00E00D30">
      <w:r>
        <w:lastRenderedPageBreak/>
        <w:t>513.8978</w:t>
      </w:r>
      <w:r>
        <w:tab/>
        <w:t>1.013e0</w:t>
      </w:r>
    </w:p>
    <w:p w:rsidR="00E00D30" w:rsidRDefault="00E00D30" w:rsidP="00E00D30">
      <w:r>
        <w:t>513.9149</w:t>
      </w:r>
      <w:r>
        <w:tab/>
        <w:t>1.013e0</w:t>
      </w:r>
    </w:p>
    <w:p w:rsidR="00E00D30" w:rsidRDefault="00E00D30" w:rsidP="00E00D30">
      <w:r>
        <w:t>513.9235</w:t>
      </w:r>
      <w:r>
        <w:tab/>
        <w:t>1.013e0</w:t>
      </w:r>
    </w:p>
    <w:p w:rsidR="00E00D30" w:rsidRDefault="00E00D30" w:rsidP="00E00D30">
      <w:r>
        <w:t>513.9508</w:t>
      </w:r>
      <w:r>
        <w:tab/>
        <w:t>2.025e0</w:t>
      </w:r>
    </w:p>
    <w:p w:rsidR="00E00D30" w:rsidRDefault="00E00D30" w:rsidP="00E00D30">
      <w:r>
        <w:t>513.9680</w:t>
      </w:r>
      <w:r>
        <w:tab/>
        <w:t>1.013e0</w:t>
      </w:r>
    </w:p>
    <w:p w:rsidR="00E00D30" w:rsidRDefault="00E00D30" w:rsidP="00E00D30">
      <w:r>
        <w:t>513.9868</w:t>
      </w:r>
      <w:r>
        <w:tab/>
        <w:t>1.013e0</w:t>
      </w:r>
    </w:p>
    <w:p w:rsidR="00E00D30" w:rsidRDefault="00E00D30" w:rsidP="00E00D30">
      <w:r>
        <w:t>513.9923</w:t>
      </w:r>
      <w:r>
        <w:tab/>
        <w:t>3.038e0</w:t>
      </w:r>
    </w:p>
    <w:p w:rsidR="00E00D30" w:rsidRDefault="00E00D30" w:rsidP="00E00D30">
      <w:r>
        <w:t>514.0485</w:t>
      </w:r>
      <w:r>
        <w:tab/>
        <w:t>2.025e0</w:t>
      </w:r>
    </w:p>
    <w:p w:rsidR="00E00D30" w:rsidRDefault="00E00D30" w:rsidP="00E00D30">
      <w:r>
        <w:t>514.0701</w:t>
      </w:r>
      <w:r>
        <w:tab/>
        <w:t>1.013e0</w:t>
      </w:r>
    </w:p>
    <w:p w:rsidR="00E00D30" w:rsidRDefault="00E00D30" w:rsidP="00E00D30">
      <w:r>
        <w:t>514.0840</w:t>
      </w:r>
      <w:r>
        <w:tab/>
        <w:t>2.025e0</w:t>
      </w:r>
    </w:p>
    <w:p w:rsidR="00E00D30" w:rsidRDefault="00E00D30" w:rsidP="00E00D30">
      <w:r>
        <w:t>514.1016</w:t>
      </w:r>
      <w:r>
        <w:tab/>
        <w:t>2.025e0</w:t>
      </w:r>
    </w:p>
    <w:p w:rsidR="00E00D30" w:rsidRDefault="00E00D30" w:rsidP="00E00D30">
      <w:r>
        <w:t>514.1245</w:t>
      </w:r>
      <w:r>
        <w:tab/>
        <w:t>2.025e0</w:t>
      </w:r>
    </w:p>
    <w:p w:rsidR="00E00D30" w:rsidRDefault="00E00D30" w:rsidP="00E00D30">
      <w:r>
        <w:t>514.1283</w:t>
      </w:r>
      <w:r>
        <w:tab/>
        <w:t>1.013e0</w:t>
      </w:r>
    </w:p>
    <w:p w:rsidR="00E00D30" w:rsidRDefault="00E00D30" w:rsidP="00E00D30">
      <w:r>
        <w:t>514.1452</w:t>
      </w:r>
      <w:r>
        <w:tab/>
        <w:t>2.025e0</w:t>
      </w:r>
    </w:p>
    <w:p w:rsidR="00E00D30" w:rsidRDefault="00E00D30" w:rsidP="00E00D30">
      <w:r>
        <w:t>514.1826</w:t>
      </w:r>
      <w:r>
        <w:tab/>
        <w:t>4.051e0</w:t>
      </w:r>
    </w:p>
    <w:p w:rsidR="00E00D30" w:rsidRDefault="00E00D30" w:rsidP="00E00D30">
      <w:r>
        <w:t>514.2346</w:t>
      </w:r>
      <w:r>
        <w:tab/>
        <w:t>3.038e0</w:t>
      </w:r>
    </w:p>
    <w:p w:rsidR="00E00D30" w:rsidRDefault="00E00D30" w:rsidP="00E00D30">
      <w:r>
        <w:t>514.2546</w:t>
      </w:r>
      <w:r>
        <w:tab/>
        <w:t>3.038e0</w:t>
      </w:r>
    </w:p>
    <w:p w:rsidR="00E00D30" w:rsidRDefault="00E00D30" w:rsidP="00E00D30">
      <w:r>
        <w:t>514.2567</w:t>
      </w:r>
      <w:r>
        <w:tab/>
        <w:t>1.013e0</w:t>
      </w:r>
    </w:p>
    <w:p w:rsidR="00E00D30" w:rsidRDefault="00E00D30" w:rsidP="00E00D30">
      <w:r>
        <w:t>514.2803</w:t>
      </w:r>
      <w:r>
        <w:tab/>
        <w:t>2.025e0</w:t>
      </w:r>
    </w:p>
    <w:p w:rsidR="00E00D30" w:rsidRDefault="00E00D30" w:rsidP="00E00D30">
      <w:r>
        <w:lastRenderedPageBreak/>
        <w:t>514.2925</w:t>
      </w:r>
      <w:r>
        <w:tab/>
        <w:t>1.013e0</w:t>
      </w:r>
    </w:p>
    <w:p w:rsidR="00E00D30" w:rsidRDefault="00E00D30" w:rsidP="00E00D30">
      <w:r>
        <w:t>514.2968</w:t>
      </w:r>
      <w:r>
        <w:tab/>
        <w:t>6.823e0</w:t>
      </w:r>
    </w:p>
    <w:p w:rsidR="00E00D30" w:rsidRDefault="00E00D30" w:rsidP="00E00D30">
      <w:r>
        <w:t>514.3111</w:t>
      </w:r>
      <w:r>
        <w:tab/>
        <w:t>1.836e0</w:t>
      </w:r>
    </w:p>
    <w:p w:rsidR="00E00D30" w:rsidRDefault="00E00D30" w:rsidP="00E00D30">
      <w:r>
        <w:t>514.3156</w:t>
      </w:r>
      <w:r>
        <w:tab/>
        <w:t>2.025e0</w:t>
      </w:r>
    </w:p>
    <w:p w:rsidR="00E00D30" w:rsidRDefault="00E00D30" w:rsidP="00E00D30">
      <w:r>
        <w:t>514.3187</w:t>
      </w:r>
      <w:r>
        <w:tab/>
        <w:t>2.025e0</w:t>
      </w:r>
    </w:p>
    <w:p w:rsidR="00E00D30" w:rsidRDefault="00E00D30" w:rsidP="00E00D30">
      <w:r>
        <w:t>514.3334</w:t>
      </w:r>
      <w:r>
        <w:tab/>
        <w:t>1.013e0</w:t>
      </w:r>
    </w:p>
    <w:p w:rsidR="00E00D30" w:rsidRDefault="00E00D30" w:rsidP="00E00D30">
      <w:r>
        <w:t>514.3463</w:t>
      </w:r>
      <w:r>
        <w:tab/>
        <w:t>3.038e0</w:t>
      </w:r>
    </w:p>
    <w:p w:rsidR="00E00D30" w:rsidRDefault="00E00D30" w:rsidP="00E00D30">
      <w:r>
        <w:t>514.3512</w:t>
      </w:r>
      <w:r>
        <w:tab/>
        <w:t>1.077e0</w:t>
      </w:r>
    </w:p>
    <w:p w:rsidR="00E00D30" w:rsidRDefault="00E00D30" w:rsidP="00E00D30">
      <w:r>
        <w:t>514.3917</w:t>
      </w:r>
      <w:r>
        <w:tab/>
        <w:t>3.038e0</w:t>
      </w:r>
    </w:p>
    <w:p w:rsidR="00E00D30" w:rsidRDefault="00E00D30" w:rsidP="00E00D30">
      <w:r>
        <w:t>514.4075</w:t>
      </w:r>
      <w:r>
        <w:tab/>
        <w:t>2.025e0</w:t>
      </w:r>
    </w:p>
    <w:p w:rsidR="00E00D30" w:rsidRDefault="00E00D30" w:rsidP="00E00D30">
      <w:r>
        <w:t>514.4138</w:t>
      </w:r>
      <w:r>
        <w:tab/>
        <w:t>3.038e0</w:t>
      </w:r>
    </w:p>
    <w:p w:rsidR="00E00D30" w:rsidRDefault="00E00D30" w:rsidP="00E00D30">
      <w:r>
        <w:t>514.4214</w:t>
      </w:r>
      <w:r>
        <w:tab/>
        <w:t>1.013e0</w:t>
      </w:r>
    </w:p>
    <w:p w:rsidR="00E00D30" w:rsidRDefault="00E00D30" w:rsidP="00E00D30">
      <w:r>
        <w:t>514.4243</w:t>
      </w:r>
      <w:r>
        <w:tab/>
        <w:t>1.013e0</w:t>
      </w:r>
    </w:p>
    <w:p w:rsidR="00E00D30" w:rsidRDefault="00E00D30" w:rsidP="00E00D30">
      <w:r>
        <w:t>514.4424</w:t>
      </w:r>
      <w:r>
        <w:tab/>
        <w:t>2.025e0</w:t>
      </w:r>
    </w:p>
    <w:p w:rsidR="00E00D30" w:rsidRDefault="00E00D30" w:rsidP="00E00D30">
      <w:r>
        <w:t>514.4794</w:t>
      </w:r>
      <w:r>
        <w:tab/>
        <w:t>1.013e0</w:t>
      </w:r>
    </w:p>
    <w:p w:rsidR="00E00D30" w:rsidRDefault="00E00D30" w:rsidP="00E00D30">
      <w:r>
        <w:t>514.5344</w:t>
      </w:r>
      <w:r>
        <w:tab/>
        <w:t>1.013e0</w:t>
      </w:r>
    </w:p>
    <w:p w:rsidR="00E00D30" w:rsidRDefault="00E00D30" w:rsidP="00E00D30">
      <w:r>
        <w:t>514.5568</w:t>
      </w:r>
      <w:r>
        <w:tab/>
        <w:t>1.013e0</w:t>
      </w:r>
    </w:p>
    <w:p w:rsidR="00E00D30" w:rsidRDefault="00E00D30" w:rsidP="00E00D30">
      <w:r>
        <w:t>514.5740</w:t>
      </w:r>
      <w:r>
        <w:tab/>
        <w:t>1.013e0</w:t>
      </w:r>
    </w:p>
    <w:p w:rsidR="00E00D30" w:rsidRDefault="00E00D30" w:rsidP="00E00D30">
      <w:r>
        <w:t>514.5946</w:t>
      </w:r>
      <w:r>
        <w:tab/>
        <w:t>2.025e0</w:t>
      </w:r>
    </w:p>
    <w:p w:rsidR="00E00D30" w:rsidRDefault="00E00D30" w:rsidP="00E00D30">
      <w:r>
        <w:lastRenderedPageBreak/>
        <w:t>514.6261</w:t>
      </w:r>
      <w:r>
        <w:tab/>
        <w:t>1.013e0</w:t>
      </w:r>
    </w:p>
    <w:p w:rsidR="00E00D30" w:rsidRDefault="00E00D30" w:rsidP="00E00D30">
      <w:r>
        <w:t>514.6291</w:t>
      </w:r>
      <w:r>
        <w:tab/>
        <w:t>3.038e0</w:t>
      </w:r>
    </w:p>
    <w:p w:rsidR="00E00D30" w:rsidRDefault="00E00D30" w:rsidP="00E00D30">
      <w:r>
        <w:t>514.6476</w:t>
      </w:r>
      <w:r>
        <w:tab/>
        <w:t>1.013e0</w:t>
      </w:r>
    </w:p>
    <w:p w:rsidR="00E00D30" w:rsidRDefault="00E00D30" w:rsidP="00E00D30">
      <w:r>
        <w:t>514.6841</w:t>
      </w:r>
      <w:r>
        <w:tab/>
        <w:t>1.013e0</w:t>
      </w:r>
    </w:p>
    <w:p w:rsidR="00E00D30" w:rsidRDefault="00E00D30" w:rsidP="00E00D30">
      <w:r>
        <w:t>514.6987</w:t>
      </w:r>
      <w:r>
        <w:tab/>
        <w:t>1.013e0</w:t>
      </w:r>
    </w:p>
    <w:p w:rsidR="00E00D30" w:rsidRDefault="00E00D30" w:rsidP="00E00D30">
      <w:r>
        <w:t>514.7124</w:t>
      </w:r>
      <w:r>
        <w:tab/>
        <w:t>2.025e0</w:t>
      </w:r>
    </w:p>
    <w:p w:rsidR="00E00D30" w:rsidRDefault="00E00D30" w:rsidP="00E00D30">
      <w:r>
        <w:t>514.7208</w:t>
      </w:r>
      <w:r>
        <w:tab/>
        <w:t>1.013e0</w:t>
      </w:r>
    </w:p>
    <w:p w:rsidR="00E00D30" w:rsidRDefault="00E00D30" w:rsidP="00E00D30">
      <w:r>
        <w:t>514.7876</w:t>
      </w:r>
      <w:r>
        <w:tab/>
        <w:t>1.013e0</w:t>
      </w:r>
    </w:p>
    <w:p w:rsidR="00E00D30" w:rsidRDefault="00E00D30" w:rsidP="00E00D30">
      <w:r>
        <w:t>514.7945</w:t>
      </w:r>
      <w:r>
        <w:tab/>
        <w:t>1.013e0</w:t>
      </w:r>
    </w:p>
    <w:p w:rsidR="00E00D30" w:rsidRDefault="00E00D30" w:rsidP="00E00D30">
      <w:r>
        <w:t>514.8054</w:t>
      </w:r>
      <w:r>
        <w:tab/>
        <w:t>1.013e0</w:t>
      </w:r>
    </w:p>
    <w:p w:rsidR="00E00D30" w:rsidRDefault="00E00D30" w:rsidP="00E00D30">
      <w:r>
        <w:t>514.8589</w:t>
      </w:r>
      <w:r>
        <w:tab/>
        <w:t>1.013e0</w:t>
      </w:r>
    </w:p>
    <w:p w:rsidR="00E00D30" w:rsidRDefault="00E00D30" w:rsidP="00E00D30">
      <w:r>
        <w:t>514.8896</w:t>
      </w:r>
      <w:r>
        <w:tab/>
        <w:t>3.038e0</w:t>
      </w:r>
    </w:p>
    <w:p w:rsidR="00E00D30" w:rsidRDefault="00E00D30" w:rsidP="00E00D30">
      <w:r>
        <w:t>514.9044</w:t>
      </w:r>
      <w:r>
        <w:tab/>
        <w:t>1.013e0</w:t>
      </w:r>
    </w:p>
    <w:p w:rsidR="00E00D30" w:rsidRDefault="00E00D30" w:rsidP="00E00D30">
      <w:r>
        <w:t>514.9305</w:t>
      </w:r>
      <w:r>
        <w:tab/>
        <w:t>1.013e0</w:t>
      </w:r>
    </w:p>
    <w:p w:rsidR="00E00D30" w:rsidRDefault="00E00D30" w:rsidP="00E00D30">
      <w:r>
        <w:t>514.9444</w:t>
      </w:r>
      <w:r>
        <w:tab/>
        <w:t>1.013e0</w:t>
      </w:r>
    </w:p>
    <w:p w:rsidR="00E00D30" w:rsidRDefault="00E00D30" w:rsidP="00E00D30">
      <w:r>
        <w:t>514.9662</w:t>
      </w:r>
      <w:r>
        <w:tab/>
        <w:t>1.013e0</w:t>
      </w:r>
    </w:p>
    <w:p w:rsidR="00E00D30" w:rsidRDefault="00E00D30" w:rsidP="00E00D30">
      <w:r>
        <w:t>514.9808</w:t>
      </w:r>
      <w:r>
        <w:tab/>
        <w:t>1.013e0</w:t>
      </w:r>
    </w:p>
    <w:p w:rsidR="00E00D30" w:rsidRDefault="00E00D30" w:rsidP="00E00D30">
      <w:r>
        <w:t>514.9855</w:t>
      </w:r>
      <w:r>
        <w:tab/>
        <w:t>2.025e0</w:t>
      </w:r>
    </w:p>
    <w:p w:rsidR="00E00D30" w:rsidRDefault="00E00D30" w:rsidP="00E00D30">
      <w:r>
        <w:t>515.0023</w:t>
      </w:r>
      <w:r>
        <w:tab/>
        <w:t>1.013e0</w:t>
      </w:r>
    </w:p>
    <w:p w:rsidR="00E00D30" w:rsidRDefault="00E00D30" w:rsidP="00E00D30">
      <w:r>
        <w:lastRenderedPageBreak/>
        <w:t>515.0186</w:t>
      </w:r>
      <w:r>
        <w:tab/>
        <w:t>2.025e0</w:t>
      </w:r>
    </w:p>
    <w:p w:rsidR="00E00D30" w:rsidRDefault="00E00D30" w:rsidP="00E00D30">
      <w:r>
        <w:t>515.0546</w:t>
      </w:r>
      <w:r>
        <w:tab/>
        <w:t>1.013e0</w:t>
      </w:r>
    </w:p>
    <w:p w:rsidR="00E00D30" w:rsidRDefault="00E00D30" w:rsidP="00E00D30">
      <w:r>
        <w:t>515.0936</w:t>
      </w:r>
      <w:r>
        <w:tab/>
        <w:t>2.025e0</w:t>
      </w:r>
    </w:p>
    <w:p w:rsidR="00E00D30" w:rsidRDefault="00E00D30" w:rsidP="00E00D30">
      <w:r>
        <w:t>515.1071</w:t>
      </w:r>
      <w:r>
        <w:tab/>
        <w:t>3.038e0</w:t>
      </w:r>
    </w:p>
    <w:p w:rsidR="00E00D30" w:rsidRDefault="00E00D30" w:rsidP="00E00D30">
      <w:r>
        <w:t>515.1308</w:t>
      </w:r>
      <w:r>
        <w:tab/>
        <w:t>3.038e0</w:t>
      </w:r>
    </w:p>
    <w:p w:rsidR="00E00D30" w:rsidRDefault="00E00D30" w:rsidP="00E00D30">
      <w:r>
        <w:t>515.1349</w:t>
      </w:r>
      <w:r>
        <w:tab/>
        <w:t>2.025e0</w:t>
      </w:r>
    </w:p>
    <w:p w:rsidR="00E00D30" w:rsidRDefault="00E00D30" w:rsidP="00E00D30">
      <w:r>
        <w:t>515.1452</w:t>
      </w:r>
      <w:r>
        <w:tab/>
        <w:t>1.013e0</w:t>
      </w:r>
    </w:p>
    <w:p w:rsidR="00E00D30" w:rsidRDefault="00E00D30" w:rsidP="00E00D30">
      <w:r>
        <w:t>515.1861</w:t>
      </w:r>
      <w:r>
        <w:tab/>
        <w:t>1.013e0</w:t>
      </w:r>
    </w:p>
    <w:p w:rsidR="00E00D30" w:rsidRDefault="00E00D30" w:rsidP="00E00D30">
      <w:r>
        <w:t>515.1942</w:t>
      </w:r>
      <w:r>
        <w:tab/>
        <w:t>2.025e0</w:t>
      </w:r>
    </w:p>
    <w:p w:rsidR="00E00D30" w:rsidRDefault="00E00D30" w:rsidP="00E00D30">
      <w:r>
        <w:t>515.2031</w:t>
      </w:r>
      <w:r>
        <w:tab/>
        <w:t>1.953e0</w:t>
      </w:r>
    </w:p>
    <w:p w:rsidR="00E00D30" w:rsidRDefault="00E00D30" w:rsidP="00E00D30">
      <w:r>
        <w:t>515.2045</w:t>
      </w:r>
      <w:r>
        <w:tab/>
        <w:t>2.025e0</w:t>
      </w:r>
    </w:p>
    <w:p w:rsidR="00E00D30" w:rsidRDefault="00E00D30" w:rsidP="00E00D30">
      <w:r>
        <w:t>515.2239</w:t>
      </w:r>
      <w:r>
        <w:tab/>
        <w:t>3.038e0</w:t>
      </w:r>
    </w:p>
    <w:p w:rsidR="00E00D30" w:rsidRDefault="00E00D30" w:rsidP="00E00D30">
      <w:r>
        <w:t>515.2344</w:t>
      </w:r>
      <w:r>
        <w:tab/>
        <w:t>1.013e0</w:t>
      </w:r>
    </w:p>
    <w:p w:rsidR="00E00D30" w:rsidRDefault="00E00D30" w:rsidP="00E00D30">
      <w:r>
        <w:t>515.2516</w:t>
      </w:r>
      <w:r>
        <w:tab/>
        <w:t>1.013e0</w:t>
      </w:r>
    </w:p>
    <w:p w:rsidR="00E00D30" w:rsidRDefault="00E00D30" w:rsidP="00E00D30">
      <w:r>
        <w:t>515.2554</w:t>
      </w:r>
      <w:r>
        <w:tab/>
        <w:t>3.038e0</w:t>
      </w:r>
    </w:p>
    <w:p w:rsidR="00E00D30" w:rsidRDefault="00E00D30" w:rsidP="00E00D30">
      <w:r>
        <w:t>515.2598</w:t>
      </w:r>
      <w:r>
        <w:tab/>
        <w:t>1.437e0</w:t>
      </w:r>
    </w:p>
    <w:p w:rsidR="00E00D30" w:rsidRDefault="00E00D30" w:rsidP="00E00D30">
      <w:r>
        <w:t>515.2709</w:t>
      </w:r>
      <w:r>
        <w:tab/>
        <w:t>2.025e0</w:t>
      </w:r>
    </w:p>
    <w:p w:rsidR="00E00D30" w:rsidRDefault="00E00D30" w:rsidP="00E00D30">
      <w:r>
        <w:t>515.2831</w:t>
      </w:r>
      <w:r>
        <w:tab/>
        <w:t>1.311e0</w:t>
      </w:r>
    </w:p>
    <w:p w:rsidR="00E00D30" w:rsidRDefault="00E00D30" w:rsidP="00E00D30">
      <w:r>
        <w:t>515.2991</w:t>
      </w:r>
      <w:r>
        <w:tab/>
        <w:t>1.013e0</w:t>
      </w:r>
    </w:p>
    <w:p w:rsidR="00E00D30" w:rsidRDefault="00E00D30" w:rsidP="00E00D30">
      <w:r>
        <w:lastRenderedPageBreak/>
        <w:t>515.3052</w:t>
      </w:r>
      <w:r>
        <w:tab/>
        <w:t>1.013e0</w:t>
      </w:r>
    </w:p>
    <w:p w:rsidR="00E00D30" w:rsidRDefault="00E00D30" w:rsidP="00E00D30">
      <w:r>
        <w:t>515.3149</w:t>
      </w:r>
      <w:r>
        <w:tab/>
        <w:t>2.325e0</w:t>
      </w:r>
    </w:p>
    <w:p w:rsidR="00E00D30" w:rsidRDefault="00E00D30" w:rsidP="00E00D30">
      <w:r>
        <w:t>515.3361</w:t>
      </w:r>
      <w:r>
        <w:tab/>
        <w:t>1.013e0</w:t>
      </w:r>
    </w:p>
    <w:p w:rsidR="00E00D30" w:rsidRDefault="00E00D30" w:rsidP="00E00D30">
      <w:r>
        <w:t>515.3491</w:t>
      </w:r>
      <w:r>
        <w:tab/>
        <w:t>4.051e0</w:t>
      </w:r>
    </w:p>
    <w:p w:rsidR="00E00D30" w:rsidRDefault="00E00D30" w:rsidP="00E00D30">
      <w:r>
        <w:t>515.3505</w:t>
      </w:r>
      <w:r>
        <w:tab/>
        <w:t>3.038e0</w:t>
      </w:r>
    </w:p>
    <w:p w:rsidR="00E00D30" w:rsidRDefault="00E00D30" w:rsidP="00E00D30">
      <w:r>
        <w:t>515.3763</w:t>
      </w:r>
      <w:r>
        <w:tab/>
        <w:t>1.013e0</w:t>
      </w:r>
    </w:p>
    <w:p w:rsidR="00E00D30" w:rsidRDefault="00E00D30" w:rsidP="00E00D30">
      <w:r>
        <w:t>515.3852</w:t>
      </w:r>
      <w:r>
        <w:tab/>
        <w:t>1.013e0</w:t>
      </w:r>
    </w:p>
    <w:p w:rsidR="00E00D30" w:rsidRDefault="00E00D30" w:rsidP="00E00D30">
      <w:r>
        <w:t>515.4033</w:t>
      </w:r>
      <w:r>
        <w:tab/>
        <w:t>1.013e0</w:t>
      </w:r>
    </w:p>
    <w:p w:rsidR="00E00D30" w:rsidRDefault="00E00D30" w:rsidP="00E00D30">
      <w:r>
        <w:t>515.4101</w:t>
      </w:r>
      <w:r>
        <w:tab/>
        <w:t>1.013e0</w:t>
      </w:r>
    </w:p>
    <w:p w:rsidR="00E00D30" w:rsidRDefault="00E00D30" w:rsidP="00E00D30">
      <w:r>
        <w:t>515.4385</w:t>
      </w:r>
      <w:r>
        <w:tab/>
        <w:t>2.025e0</w:t>
      </w:r>
    </w:p>
    <w:p w:rsidR="00E00D30" w:rsidRDefault="00E00D30" w:rsidP="00E00D30">
      <w:r>
        <w:t>515.5062</w:t>
      </w:r>
      <w:r>
        <w:tab/>
        <w:t>2.025e0</w:t>
      </w:r>
    </w:p>
    <w:p w:rsidR="00E00D30" w:rsidRDefault="00E00D30" w:rsidP="00E00D30">
      <w:r>
        <w:t>515.5194</w:t>
      </w:r>
      <w:r>
        <w:tab/>
        <w:t>1.013e0</w:t>
      </w:r>
    </w:p>
    <w:p w:rsidR="00E00D30" w:rsidRDefault="00E00D30" w:rsidP="00E00D30">
      <w:r>
        <w:t>515.5289</w:t>
      </w:r>
      <w:r>
        <w:tab/>
        <w:t>1.013e0</w:t>
      </w:r>
    </w:p>
    <w:p w:rsidR="00E00D30" w:rsidRDefault="00E00D30" w:rsidP="00E00D30">
      <w:r>
        <w:t>515.5461</w:t>
      </w:r>
      <w:r>
        <w:tab/>
        <w:t>1.013e0</w:t>
      </w:r>
    </w:p>
    <w:p w:rsidR="00E00D30" w:rsidRDefault="00E00D30" w:rsidP="00E00D30">
      <w:r>
        <w:t>515.6341</w:t>
      </w:r>
      <w:r>
        <w:tab/>
        <w:t>2.025e0</w:t>
      </w:r>
    </w:p>
    <w:p w:rsidR="00E00D30" w:rsidRDefault="00E00D30" w:rsidP="00E00D30">
      <w:r>
        <w:t>515.7155</w:t>
      </w:r>
      <w:r>
        <w:tab/>
        <w:t>1.013e0</w:t>
      </w:r>
    </w:p>
    <w:p w:rsidR="00E00D30" w:rsidRDefault="00E00D30" w:rsidP="00E00D30">
      <w:r>
        <w:t>515.7962</w:t>
      </w:r>
      <w:r>
        <w:tab/>
        <w:t>2.025e0</w:t>
      </w:r>
    </w:p>
    <w:p w:rsidR="00E00D30" w:rsidRDefault="00E00D30" w:rsidP="00E00D30">
      <w:r>
        <w:t>515.8138</w:t>
      </w:r>
      <w:r>
        <w:tab/>
        <w:t>1.013e0</w:t>
      </w:r>
    </w:p>
    <w:p w:rsidR="00E00D30" w:rsidRDefault="00E00D30" w:rsidP="00E00D30">
      <w:r>
        <w:t>515.8408</w:t>
      </w:r>
      <w:r>
        <w:tab/>
        <w:t>1.013e0</w:t>
      </w:r>
    </w:p>
    <w:p w:rsidR="00E00D30" w:rsidRDefault="00E00D30" w:rsidP="00E00D30">
      <w:r>
        <w:lastRenderedPageBreak/>
        <w:t>515.8504</w:t>
      </w:r>
      <w:r>
        <w:tab/>
        <w:t>1.013e0</w:t>
      </w:r>
    </w:p>
    <w:p w:rsidR="00E00D30" w:rsidRDefault="00E00D30" w:rsidP="00E00D30">
      <w:r>
        <w:t>515.8747</w:t>
      </w:r>
      <w:r>
        <w:tab/>
        <w:t>1.013e0</w:t>
      </w:r>
    </w:p>
    <w:p w:rsidR="00E00D30" w:rsidRDefault="00E00D30" w:rsidP="00E00D30">
      <w:r>
        <w:t>515.8931</w:t>
      </w:r>
      <w:r>
        <w:tab/>
        <w:t>1.013e0</w:t>
      </w:r>
    </w:p>
    <w:p w:rsidR="00E00D30" w:rsidRDefault="00E00D30" w:rsidP="00E00D30">
      <w:r>
        <w:t>515.9116</w:t>
      </w:r>
      <w:r>
        <w:tab/>
        <w:t>2.025e0</w:t>
      </w:r>
    </w:p>
    <w:p w:rsidR="00E00D30" w:rsidRDefault="00E00D30" w:rsidP="00E00D30">
      <w:r>
        <w:t>515.9487</w:t>
      </w:r>
      <w:r>
        <w:tab/>
        <w:t>1.013e0</w:t>
      </w:r>
    </w:p>
    <w:p w:rsidR="00E00D30" w:rsidRDefault="00E00D30" w:rsidP="00E00D30">
      <w:r>
        <w:t>515.9510</w:t>
      </w:r>
      <w:r>
        <w:tab/>
        <w:t>2.025e0</w:t>
      </w:r>
    </w:p>
    <w:p w:rsidR="00E00D30" w:rsidRDefault="00E00D30" w:rsidP="00E00D30">
      <w:r>
        <w:t>515.9570</w:t>
      </w:r>
      <w:r>
        <w:tab/>
        <w:t>1.013e0</w:t>
      </w:r>
    </w:p>
    <w:p w:rsidR="00E00D30" w:rsidRDefault="00E00D30" w:rsidP="00E00D30">
      <w:r>
        <w:t>516.0103</w:t>
      </w:r>
      <w:r>
        <w:tab/>
        <w:t>1.013e0</w:t>
      </w:r>
    </w:p>
    <w:p w:rsidR="00E00D30" w:rsidRDefault="00E00D30" w:rsidP="00E00D30">
      <w:r>
        <w:t>516.0235</w:t>
      </w:r>
      <w:r>
        <w:tab/>
        <w:t>2.025e0</w:t>
      </w:r>
    </w:p>
    <w:p w:rsidR="00E00D30" w:rsidRDefault="00E00D30" w:rsidP="00E00D30">
      <w:r>
        <w:t>516.0377</w:t>
      </w:r>
      <w:r>
        <w:tab/>
        <w:t>2.025e0</w:t>
      </w:r>
    </w:p>
    <w:p w:rsidR="00E00D30" w:rsidRDefault="00E00D30" w:rsidP="00E00D30">
      <w:r>
        <w:t>516.0469</w:t>
      </w:r>
      <w:r>
        <w:tab/>
        <w:t>1.013e0</w:t>
      </w:r>
    </w:p>
    <w:p w:rsidR="00E00D30" w:rsidRDefault="00E00D30" w:rsidP="00E00D30">
      <w:r>
        <w:t>516.0731</w:t>
      </w:r>
      <w:r>
        <w:tab/>
        <w:t>1.013e0</w:t>
      </w:r>
    </w:p>
    <w:p w:rsidR="00E00D30" w:rsidRDefault="00E00D30" w:rsidP="00E00D30">
      <w:r>
        <w:t>516.0840</w:t>
      </w:r>
      <w:r>
        <w:tab/>
        <w:t>2.025e0</w:t>
      </w:r>
    </w:p>
    <w:p w:rsidR="00E00D30" w:rsidRDefault="00E00D30" w:rsidP="00E00D30">
      <w:r>
        <w:t>516.1053</w:t>
      </w:r>
      <w:r>
        <w:tab/>
        <w:t>3.038e0</w:t>
      </w:r>
    </w:p>
    <w:p w:rsidR="00E00D30" w:rsidRDefault="00E00D30" w:rsidP="00E00D30">
      <w:r>
        <w:t>516.1086</w:t>
      </w:r>
      <w:r>
        <w:tab/>
        <w:t>1.013e0</w:t>
      </w:r>
    </w:p>
    <w:p w:rsidR="00E00D30" w:rsidRDefault="00E00D30" w:rsidP="00E00D30">
      <w:r>
        <w:t>516.1193</w:t>
      </w:r>
      <w:r>
        <w:tab/>
        <w:t>1.013e0</w:t>
      </w:r>
    </w:p>
    <w:p w:rsidR="00E00D30" w:rsidRDefault="00E00D30" w:rsidP="00E00D30">
      <w:r>
        <w:t>516.1347</w:t>
      </w:r>
      <w:r>
        <w:tab/>
        <w:t>1.013e0</w:t>
      </w:r>
    </w:p>
    <w:p w:rsidR="00E00D30" w:rsidRDefault="00E00D30" w:rsidP="00E00D30">
      <w:r>
        <w:t>516.1727</w:t>
      </w:r>
      <w:r>
        <w:tab/>
        <w:t>2.025e0</w:t>
      </w:r>
    </w:p>
    <w:p w:rsidR="00E00D30" w:rsidRDefault="00E00D30" w:rsidP="00E00D30">
      <w:r>
        <w:t>516.1890</w:t>
      </w:r>
      <w:r>
        <w:tab/>
        <w:t>1.013e0</w:t>
      </w:r>
    </w:p>
    <w:p w:rsidR="00E00D30" w:rsidRDefault="00E00D30" w:rsidP="00E00D30">
      <w:r>
        <w:lastRenderedPageBreak/>
        <w:t>516.2161</w:t>
      </w:r>
      <w:r>
        <w:tab/>
        <w:t>1.013e0</w:t>
      </w:r>
    </w:p>
    <w:p w:rsidR="00E00D30" w:rsidRDefault="00E00D30" w:rsidP="00E00D30">
      <w:r>
        <w:t>516.2294</w:t>
      </w:r>
      <w:r>
        <w:tab/>
        <w:t>2.048e0</w:t>
      </w:r>
    </w:p>
    <w:p w:rsidR="00E00D30" w:rsidRDefault="00E00D30" w:rsidP="00E00D30">
      <w:r>
        <w:t>516.2339</w:t>
      </w:r>
      <w:r>
        <w:tab/>
        <w:t>1.013e0</w:t>
      </w:r>
    </w:p>
    <w:p w:rsidR="00E00D30" w:rsidRDefault="00E00D30" w:rsidP="00E00D30">
      <w:r>
        <w:t>516.2426</w:t>
      </w:r>
      <w:r>
        <w:tab/>
        <w:t>2.025e0</w:t>
      </w:r>
    </w:p>
    <w:p w:rsidR="00E00D30" w:rsidRDefault="00E00D30" w:rsidP="00E00D30">
      <w:r>
        <w:t>516.3143</w:t>
      </w:r>
      <w:r>
        <w:tab/>
        <w:t>1.087e1</w:t>
      </w:r>
    </w:p>
    <w:p w:rsidR="00E00D30" w:rsidRDefault="00E00D30" w:rsidP="00E00D30">
      <w:r>
        <w:t>516.3184</w:t>
      </w:r>
      <w:r>
        <w:tab/>
        <w:t>7.803e0</w:t>
      </w:r>
    </w:p>
    <w:p w:rsidR="00E00D30" w:rsidRDefault="00E00D30" w:rsidP="00E00D30">
      <w:r>
        <w:t>516.3289</w:t>
      </w:r>
      <w:r>
        <w:tab/>
        <w:t>4.051e0</w:t>
      </w:r>
    </w:p>
    <w:p w:rsidR="00E00D30" w:rsidRDefault="00E00D30" w:rsidP="00E00D30">
      <w:r>
        <w:t>516.3309</w:t>
      </w:r>
      <w:r>
        <w:tab/>
        <w:t>5.955e0</w:t>
      </w:r>
    </w:p>
    <w:p w:rsidR="00E00D30" w:rsidRDefault="00E00D30" w:rsidP="00E00D30">
      <w:r>
        <w:t>516.3399</w:t>
      </w:r>
      <w:r>
        <w:tab/>
        <w:t>1.013e0</w:t>
      </w:r>
    </w:p>
    <w:p w:rsidR="00E00D30" w:rsidRDefault="00E00D30" w:rsidP="00E00D30">
      <w:r>
        <w:t>516.3859</w:t>
      </w:r>
      <w:r>
        <w:tab/>
        <w:t>1.013e0</w:t>
      </w:r>
    </w:p>
    <w:p w:rsidR="00E00D30" w:rsidRDefault="00E00D30" w:rsidP="00E00D30">
      <w:r>
        <w:t>516.3955</w:t>
      </w:r>
      <w:r>
        <w:tab/>
        <w:t>1.013e0</w:t>
      </w:r>
    </w:p>
    <w:p w:rsidR="00E00D30" w:rsidRDefault="00E00D30" w:rsidP="00E00D30">
      <w:r>
        <w:t>516.4038</w:t>
      </w:r>
      <w:r>
        <w:tab/>
        <w:t>2.025e0</w:t>
      </w:r>
    </w:p>
    <w:p w:rsidR="00E00D30" w:rsidRDefault="00E00D30" w:rsidP="00E00D30">
      <w:r>
        <w:t>516.4167</w:t>
      </w:r>
      <w:r>
        <w:tab/>
        <w:t>2.025e0</w:t>
      </w:r>
    </w:p>
    <w:p w:rsidR="00E00D30" w:rsidRDefault="00E00D30" w:rsidP="00E00D30">
      <w:r>
        <w:t>516.4393</w:t>
      </w:r>
      <w:r>
        <w:tab/>
        <w:t>1.013e0</w:t>
      </w:r>
    </w:p>
    <w:p w:rsidR="00E00D30" w:rsidRDefault="00E00D30" w:rsidP="00E00D30">
      <w:r>
        <w:t>516.4495</w:t>
      </w:r>
      <w:r>
        <w:tab/>
        <w:t>3.038e0</w:t>
      </w:r>
    </w:p>
    <w:p w:rsidR="00E00D30" w:rsidRDefault="00E00D30" w:rsidP="00E00D30">
      <w:r>
        <w:t>516.4652</w:t>
      </w:r>
      <w:r>
        <w:tab/>
        <w:t>2.025e0</w:t>
      </w:r>
    </w:p>
    <w:p w:rsidR="00E00D30" w:rsidRDefault="00E00D30" w:rsidP="00E00D30">
      <w:r>
        <w:t>516.5475</w:t>
      </w:r>
      <w:r>
        <w:tab/>
        <w:t>2.025e0</w:t>
      </w:r>
    </w:p>
    <w:p w:rsidR="00E00D30" w:rsidRDefault="00E00D30" w:rsidP="00E00D30">
      <w:r>
        <w:t>516.6008</w:t>
      </w:r>
      <w:r>
        <w:tab/>
        <w:t>1.013e0</w:t>
      </w:r>
    </w:p>
    <w:p w:rsidR="00E00D30" w:rsidRDefault="00E00D30" w:rsidP="00E00D30">
      <w:r>
        <w:t>516.6711</w:t>
      </w:r>
      <w:r>
        <w:tab/>
        <w:t>2.025e0</w:t>
      </w:r>
    </w:p>
    <w:p w:rsidR="00E00D30" w:rsidRDefault="00E00D30" w:rsidP="00E00D30">
      <w:r>
        <w:lastRenderedPageBreak/>
        <w:t>516.6895</w:t>
      </w:r>
      <w:r>
        <w:tab/>
        <w:t>2.025e0</w:t>
      </w:r>
    </w:p>
    <w:p w:rsidR="00E00D30" w:rsidRDefault="00E00D30" w:rsidP="00E00D30">
      <w:r>
        <w:t>516.7613</w:t>
      </w:r>
      <w:r>
        <w:tab/>
        <w:t>1.013e0</w:t>
      </w:r>
    </w:p>
    <w:p w:rsidR="00E00D30" w:rsidRDefault="00E00D30" w:rsidP="00E00D30">
      <w:r>
        <w:t>516.7835</w:t>
      </w:r>
      <w:r>
        <w:tab/>
        <w:t>2.025e0</w:t>
      </w:r>
    </w:p>
    <w:p w:rsidR="00E00D30" w:rsidRDefault="00E00D30" w:rsidP="00E00D30">
      <w:r>
        <w:t>516.8057</w:t>
      </w:r>
      <w:r>
        <w:tab/>
        <w:t>1.013e0</w:t>
      </w:r>
    </w:p>
    <w:p w:rsidR="00E00D30" w:rsidRDefault="00E00D30" w:rsidP="00E00D30">
      <w:r>
        <w:t>516.8427</w:t>
      </w:r>
      <w:r>
        <w:tab/>
        <w:t>1.013e0</w:t>
      </w:r>
    </w:p>
    <w:p w:rsidR="00E00D30" w:rsidRDefault="00E00D30" w:rsidP="00E00D30">
      <w:r>
        <w:t>516.8447</w:t>
      </w:r>
      <w:r>
        <w:tab/>
        <w:t>1.013e0</w:t>
      </w:r>
    </w:p>
    <w:p w:rsidR="00E00D30" w:rsidRDefault="00E00D30" w:rsidP="00E00D30">
      <w:r>
        <w:t>516.8629</w:t>
      </w:r>
      <w:r>
        <w:tab/>
        <w:t>1.013e0</w:t>
      </w:r>
    </w:p>
    <w:p w:rsidR="00E00D30" w:rsidRDefault="00E00D30" w:rsidP="00E00D30">
      <w:r>
        <w:t>516.8812</w:t>
      </w:r>
      <w:r>
        <w:tab/>
        <w:t>1.013e0</w:t>
      </w:r>
    </w:p>
    <w:p w:rsidR="00E00D30" w:rsidRDefault="00E00D30" w:rsidP="00E00D30">
      <w:r>
        <w:t>516.9226</w:t>
      </w:r>
      <w:r>
        <w:tab/>
        <w:t>1.013e0</w:t>
      </w:r>
    </w:p>
    <w:p w:rsidR="00E00D30" w:rsidRDefault="00E00D30" w:rsidP="00E00D30">
      <w:r>
        <w:t>516.9366</w:t>
      </w:r>
      <w:r>
        <w:tab/>
        <w:t>2.025e0</w:t>
      </w:r>
    </w:p>
    <w:p w:rsidR="00E00D30" w:rsidRDefault="00E00D30" w:rsidP="00E00D30">
      <w:r>
        <w:t>516.9454</w:t>
      </w:r>
      <w:r>
        <w:tab/>
        <w:t>2.025e0</w:t>
      </w:r>
    </w:p>
    <w:p w:rsidR="00E00D30" w:rsidRDefault="00E00D30" w:rsidP="00E00D30">
      <w:r>
        <w:t>516.9674</w:t>
      </w:r>
      <w:r>
        <w:tab/>
        <w:t>1.013e0</w:t>
      </w:r>
    </w:p>
    <w:p w:rsidR="00E00D30" w:rsidRDefault="00E00D30" w:rsidP="00E00D30">
      <w:r>
        <w:t>516.9855</w:t>
      </w:r>
      <w:r>
        <w:tab/>
        <w:t>2.025e0</w:t>
      </w:r>
    </w:p>
    <w:p w:rsidR="00E00D30" w:rsidRDefault="00E00D30" w:rsidP="00E00D30">
      <w:r>
        <w:t>517.0275</w:t>
      </w:r>
      <w:r>
        <w:tab/>
        <w:t>2.025e0</w:t>
      </w:r>
    </w:p>
    <w:p w:rsidR="00E00D30" w:rsidRDefault="00E00D30" w:rsidP="00E00D30">
      <w:r>
        <w:t>517.0390</w:t>
      </w:r>
      <w:r>
        <w:tab/>
        <w:t>1.013e0</w:t>
      </w:r>
    </w:p>
    <w:p w:rsidR="00E00D30" w:rsidRDefault="00E00D30" w:rsidP="00E00D30">
      <w:r>
        <w:t>517.0679</w:t>
      </w:r>
      <w:r>
        <w:tab/>
        <w:t>1.013e0</w:t>
      </w:r>
    </w:p>
    <w:p w:rsidR="00E00D30" w:rsidRDefault="00E00D30" w:rsidP="00E00D30">
      <w:r>
        <w:t>517.0834</w:t>
      </w:r>
      <w:r>
        <w:tab/>
        <w:t>1.013e0</w:t>
      </w:r>
    </w:p>
    <w:p w:rsidR="00E00D30" w:rsidRDefault="00E00D30" w:rsidP="00E00D30">
      <w:r>
        <w:t>517.0865</w:t>
      </w:r>
      <w:r>
        <w:tab/>
        <w:t>1.013e0</w:t>
      </w:r>
    </w:p>
    <w:p w:rsidR="00E00D30" w:rsidRDefault="00E00D30" w:rsidP="00E00D30">
      <w:r>
        <w:t>517.1023</w:t>
      </w:r>
      <w:r>
        <w:tab/>
        <w:t>1.013e0</w:t>
      </w:r>
    </w:p>
    <w:p w:rsidR="00E00D30" w:rsidRDefault="00E00D30" w:rsidP="00E00D30">
      <w:r>
        <w:lastRenderedPageBreak/>
        <w:t>517.1122</w:t>
      </w:r>
      <w:r>
        <w:tab/>
        <w:t>2.025e0</w:t>
      </w:r>
    </w:p>
    <w:p w:rsidR="00E00D30" w:rsidRDefault="00E00D30" w:rsidP="00E00D30">
      <w:r>
        <w:t>517.1643</w:t>
      </w:r>
      <w:r>
        <w:tab/>
        <w:t>1.013e0</w:t>
      </w:r>
    </w:p>
    <w:p w:rsidR="00E00D30" w:rsidRDefault="00E00D30" w:rsidP="00E00D30">
      <w:r>
        <w:t>517.1730</w:t>
      </w:r>
      <w:r>
        <w:tab/>
        <w:t>1.013e0</w:t>
      </w:r>
    </w:p>
    <w:p w:rsidR="00E00D30" w:rsidRDefault="00E00D30" w:rsidP="00E00D30">
      <w:r>
        <w:t>517.2276</w:t>
      </w:r>
      <w:r>
        <w:tab/>
        <w:t>1.013e0</w:t>
      </w:r>
    </w:p>
    <w:p w:rsidR="00E00D30" w:rsidRDefault="00E00D30" w:rsidP="00E00D30">
      <w:r>
        <w:t>517.2464</w:t>
      </w:r>
      <w:r>
        <w:tab/>
        <w:t>1.801e0</w:t>
      </w:r>
    </w:p>
    <w:p w:rsidR="00E00D30" w:rsidRDefault="00E00D30" w:rsidP="00E00D30">
      <w:r>
        <w:t>517.2520</w:t>
      </w:r>
      <w:r>
        <w:tab/>
        <w:t>2.025e0</w:t>
      </w:r>
    </w:p>
    <w:p w:rsidR="00E00D30" w:rsidRDefault="00E00D30" w:rsidP="00E00D30">
      <w:r>
        <w:t>517.2625</w:t>
      </w:r>
      <w:r>
        <w:tab/>
        <w:t>1.013e0</w:t>
      </w:r>
    </w:p>
    <w:p w:rsidR="00E00D30" w:rsidRDefault="00E00D30" w:rsidP="00E00D30">
      <w:r>
        <w:t>517.2731</w:t>
      </w:r>
      <w:r>
        <w:tab/>
        <w:t>1.013e0</w:t>
      </w:r>
    </w:p>
    <w:p w:rsidR="00E00D30" w:rsidRDefault="00E00D30" w:rsidP="00E00D30">
      <w:r>
        <w:t>517.3084</w:t>
      </w:r>
      <w:r>
        <w:tab/>
        <w:t>2.025e0</w:t>
      </w:r>
    </w:p>
    <w:p w:rsidR="00E00D30" w:rsidRDefault="00E00D30" w:rsidP="00E00D30">
      <w:r>
        <w:t>517.3358</w:t>
      </w:r>
      <w:r>
        <w:tab/>
        <w:t>6.076e0</w:t>
      </w:r>
    </w:p>
    <w:p w:rsidR="00E00D30" w:rsidRDefault="00E00D30" w:rsidP="00E00D30">
      <w:r>
        <w:t>517.3401</w:t>
      </w:r>
      <w:r>
        <w:tab/>
        <w:t>8.918e0</w:t>
      </w:r>
    </w:p>
    <w:p w:rsidR="00E00D30" w:rsidRDefault="00E00D30" w:rsidP="00E00D30">
      <w:r>
        <w:t>517.3436</w:t>
      </w:r>
      <w:r>
        <w:tab/>
        <w:t>4.984e0</w:t>
      </w:r>
    </w:p>
    <w:p w:rsidR="00E00D30" w:rsidRDefault="00E00D30" w:rsidP="00E00D30">
      <w:r>
        <w:t>517.3450</w:t>
      </w:r>
      <w:r>
        <w:tab/>
        <w:t>2.025e0</w:t>
      </w:r>
    </w:p>
    <w:p w:rsidR="00E00D30" w:rsidRDefault="00E00D30" w:rsidP="00E00D30">
      <w:r>
        <w:t>517.3521</w:t>
      </w:r>
      <w:r>
        <w:tab/>
        <w:t>4.349e0</w:t>
      </w:r>
    </w:p>
    <w:p w:rsidR="00E00D30" w:rsidRDefault="00E00D30" w:rsidP="00E00D30">
      <w:r>
        <w:t>517.3635</w:t>
      </w:r>
      <w:r>
        <w:tab/>
        <w:t>8.790e0</w:t>
      </w:r>
    </w:p>
    <w:p w:rsidR="00E00D30" w:rsidRDefault="00E00D30" w:rsidP="00E00D30">
      <w:r>
        <w:t>517.3765</w:t>
      </w:r>
      <w:r>
        <w:tab/>
        <w:t>2.025e0</w:t>
      </w:r>
    </w:p>
    <w:p w:rsidR="00E00D30" w:rsidRDefault="00E00D30" w:rsidP="00E00D30">
      <w:r>
        <w:t>517.3831</w:t>
      </w:r>
      <w:r>
        <w:tab/>
        <w:t>1.013e0</w:t>
      </w:r>
    </w:p>
    <w:p w:rsidR="00E00D30" w:rsidRDefault="00E00D30" w:rsidP="00E00D30">
      <w:r>
        <w:t>517.4150</w:t>
      </w:r>
      <w:r>
        <w:tab/>
        <w:t>1.013e0</w:t>
      </w:r>
    </w:p>
    <w:p w:rsidR="00E00D30" w:rsidRDefault="00E00D30" w:rsidP="00E00D30">
      <w:r>
        <w:t>517.4384</w:t>
      </w:r>
      <w:r>
        <w:tab/>
        <w:t>1.013e0</w:t>
      </w:r>
    </w:p>
    <w:p w:rsidR="00E00D30" w:rsidRDefault="00E00D30" w:rsidP="00E00D30">
      <w:r>
        <w:lastRenderedPageBreak/>
        <w:t>517.4397</w:t>
      </w:r>
      <w:r>
        <w:tab/>
        <w:t>2.025e0</w:t>
      </w:r>
    </w:p>
    <w:p w:rsidR="00E00D30" w:rsidRDefault="00E00D30" w:rsidP="00E00D30">
      <w:r>
        <w:t>517.4417</w:t>
      </w:r>
      <w:r>
        <w:tab/>
        <w:t>1.013e0</w:t>
      </w:r>
    </w:p>
    <w:p w:rsidR="00E00D30" w:rsidRDefault="00E00D30" w:rsidP="00E00D30">
      <w:r>
        <w:t>517.4782</w:t>
      </w:r>
      <w:r>
        <w:tab/>
        <w:t>2.025e0</w:t>
      </w:r>
    </w:p>
    <w:p w:rsidR="00E00D30" w:rsidRDefault="00E00D30" w:rsidP="00E00D30">
      <w:r>
        <w:t>517.5046</w:t>
      </w:r>
      <w:r>
        <w:tab/>
        <w:t>1.013e0</w:t>
      </w:r>
    </w:p>
    <w:p w:rsidR="00E00D30" w:rsidRDefault="00E00D30" w:rsidP="00E00D30">
      <w:r>
        <w:t>517.5223</w:t>
      </w:r>
      <w:r>
        <w:tab/>
        <w:t>2.025e0</w:t>
      </w:r>
    </w:p>
    <w:p w:rsidR="00E00D30" w:rsidRDefault="00E00D30" w:rsidP="00E00D30">
      <w:r>
        <w:t>517.5330</w:t>
      </w:r>
      <w:r>
        <w:tab/>
        <w:t>1.013e0</w:t>
      </w:r>
    </w:p>
    <w:p w:rsidR="00E00D30" w:rsidRDefault="00E00D30" w:rsidP="00E00D30">
      <w:r>
        <w:t>517.5411</w:t>
      </w:r>
      <w:r>
        <w:tab/>
        <w:t>1.013e0</w:t>
      </w:r>
    </w:p>
    <w:p w:rsidR="00E00D30" w:rsidRDefault="00E00D30" w:rsidP="00E00D30">
      <w:r>
        <w:t>517.5859</w:t>
      </w:r>
      <w:r>
        <w:tab/>
        <w:t>1.013e0</w:t>
      </w:r>
    </w:p>
    <w:p w:rsidR="00E00D30" w:rsidRDefault="00E00D30" w:rsidP="00E00D30">
      <w:r>
        <w:t>517.6075</w:t>
      </w:r>
      <w:r>
        <w:tab/>
        <w:t>1.013e0</w:t>
      </w:r>
    </w:p>
    <w:p w:rsidR="00E00D30" w:rsidRDefault="00E00D30" w:rsidP="00E00D30">
      <w:r>
        <w:t>517.6298</w:t>
      </w:r>
      <w:r>
        <w:tab/>
        <w:t>1.013e0</w:t>
      </w:r>
    </w:p>
    <w:p w:rsidR="00E00D30" w:rsidRDefault="00E00D30" w:rsidP="00E00D30">
      <w:r>
        <w:t>517.6436</w:t>
      </w:r>
      <w:r>
        <w:tab/>
        <w:t>1.013e0</w:t>
      </w:r>
    </w:p>
    <w:p w:rsidR="00E00D30" w:rsidRDefault="00E00D30" w:rsidP="00E00D30">
      <w:r>
        <w:t>517.6569</w:t>
      </w:r>
      <w:r>
        <w:tab/>
        <w:t>1.013e0</w:t>
      </w:r>
    </w:p>
    <w:p w:rsidR="00E00D30" w:rsidRDefault="00E00D30" w:rsidP="00E00D30">
      <w:r>
        <w:t>517.7170</w:t>
      </w:r>
      <w:r>
        <w:tab/>
        <w:t>1.013e0</w:t>
      </w:r>
    </w:p>
    <w:p w:rsidR="00E00D30" w:rsidRDefault="00E00D30" w:rsidP="00E00D30">
      <w:r>
        <w:t>517.7566</w:t>
      </w:r>
      <w:r>
        <w:tab/>
        <w:t>1.013e0</w:t>
      </w:r>
    </w:p>
    <w:p w:rsidR="00E00D30" w:rsidRDefault="00E00D30" w:rsidP="00E00D30">
      <w:r>
        <w:t>517.8361</w:t>
      </w:r>
      <w:r>
        <w:tab/>
        <w:t>2.025e0</w:t>
      </w:r>
    </w:p>
    <w:p w:rsidR="00E00D30" w:rsidRDefault="00E00D30" w:rsidP="00E00D30">
      <w:r>
        <w:t>517.8631</w:t>
      </w:r>
      <w:r>
        <w:tab/>
        <w:t>1.013e0</w:t>
      </w:r>
    </w:p>
    <w:p w:rsidR="00E00D30" w:rsidRDefault="00E00D30" w:rsidP="00E00D30">
      <w:r>
        <w:t>517.8771</w:t>
      </w:r>
      <w:r>
        <w:tab/>
        <w:t>2.025e0</w:t>
      </w:r>
    </w:p>
    <w:p w:rsidR="00E00D30" w:rsidRDefault="00E00D30" w:rsidP="00E00D30">
      <w:r>
        <w:t>517.8817</w:t>
      </w:r>
      <w:r>
        <w:tab/>
        <w:t>1.013e0</w:t>
      </w:r>
    </w:p>
    <w:p w:rsidR="00E00D30" w:rsidRDefault="00E00D30" w:rsidP="00E00D30">
      <w:r>
        <w:t>517.8851</w:t>
      </w:r>
      <w:r>
        <w:tab/>
        <w:t>1.013e0</w:t>
      </w:r>
    </w:p>
    <w:p w:rsidR="00E00D30" w:rsidRDefault="00E00D30" w:rsidP="00E00D30">
      <w:r>
        <w:lastRenderedPageBreak/>
        <w:t>517.9227</w:t>
      </w:r>
      <w:r>
        <w:tab/>
        <w:t>1.013e0</w:t>
      </w:r>
    </w:p>
    <w:p w:rsidR="00E00D30" w:rsidRDefault="00E00D30" w:rsidP="00E00D30">
      <w:r>
        <w:t>517.9528</w:t>
      </w:r>
      <w:r>
        <w:tab/>
        <w:t>1.013e0</w:t>
      </w:r>
    </w:p>
    <w:p w:rsidR="00E00D30" w:rsidRDefault="00E00D30" w:rsidP="00E00D30">
      <w:r>
        <w:t>518.0242</w:t>
      </w:r>
      <w:r>
        <w:tab/>
        <w:t>2.025e0</w:t>
      </w:r>
    </w:p>
    <w:p w:rsidR="00E00D30" w:rsidRDefault="00E00D30" w:rsidP="00E00D30">
      <w:r>
        <w:t>518.0322</w:t>
      </w:r>
      <w:r>
        <w:tab/>
        <w:t>1.013e0</w:t>
      </w:r>
    </w:p>
    <w:p w:rsidR="00E00D30" w:rsidRDefault="00E00D30" w:rsidP="00E00D30">
      <w:r>
        <w:t>518.0424</w:t>
      </w:r>
      <w:r>
        <w:tab/>
        <w:t>1.013e0</w:t>
      </w:r>
    </w:p>
    <w:p w:rsidR="00E00D30" w:rsidRDefault="00E00D30" w:rsidP="00E00D30">
      <w:r>
        <w:t>518.0513</w:t>
      </w:r>
      <w:r>
        <w:tab/>
        <w:t>2.025e0</w:t>
      </w:r>
    </w:p>
    <w:p w:rsidR="00E00D30" w:rsidRDefault="00E00D30" w:rsidP="00E00D30">
      <w:r>
        <w:t>518.0553</w:t>
      </w:r>
      <w:r>
        <w:tab/>
        <w:t>3.038e0</w:t>
      </w:r>
    </w:p>
    <w:p w:rsidR="00E00D30" w:rsidRDefault="00E00D30" w:rsidP="00E00D30">
      <w:r>
        <w:t>518.0961</w:t>
      </w:r>
      <w:r>
        <w:tab/>
        <w:t>2.025e0</w:t>
      </w:r>
    </w:p>
    <w:p w:rsidR="00E00D30" w:rsidRDefault="00E00D30" w:rsidP="00E00D30">
      <w:r>
        <w:t>518.1407</w:t>
      </w:r>
      <w:r>
        <w:tab/>
        <w:t>1.013e0</w:t>
      </w:r>
    </w:p>
    <w:p w:rsidR="00E00D30" w:rsidRDefault="00E00D30" w:rsidP="00E00D30">
      <w:r>
        <w:t>518.1819</w:t>
      </w:r>
      <w:r>
        <w:tab/>
        <w:t>1.013e0</w:t>
      </w:r>
    </w:p>
    <w:p w:rsidR="00E00D30" w:rsidRDefault="00E00D30" w:rsidP="00E00D30">
      <w:r>
        <w:t>518.1856</w:t>
      </w:r>
      <w:r>
        <w:tab/>
        <w:t>2.025e0</w:t>
      </w:r>
    </w:p>
    <w:p w:rsidR="00E00D30" w:rsidRDefault="00E00D30" w:rsidP="00E00D30">
      <w:r>
        <w:t>518.2036</w:t>
      </w:r>
      <w:r>
        <w:tab/>
        <w:t>1.013e0</w:t>
      </w:r>
    </w:p>
    <w:p w:rsidR="00E00D30" w:rsidRDefault="00E00D30" w:rsidP="00E00D30">
      <w:r>
        <w:t>518.2549</w:t>
      </w:r>
      <w:r>
        <w:tab/>
        <w:t>2.025e0</w:t>
      </w:r>
    </w:p>
    <w:p w:rsidR="00E00D30" w:rsidRDefault="00E00D30" w:rsidP="00E00D30">
      <w:r>
        <w:t>518.2564</w:t>
      </w:r>
      <w:r>
        <w:tab/>
        <w:t>1.013e0</w:t>
      </w:r>
    </w:p>
    <w:p w:rsidR="00E00D30" w:rsidRDefault="00E00D30" w:rsidP="00E00D30">
      <w:r>
        <w:t>518.2859</w:t>
      </w:r>
      <w:r>
        <w:tab/>
        <w:t>2.561e0</w:t>
      </w:r>
    </w:p>
    <w:p w:rsidR="00E00D30" w:rsidRDefault="00E00D30" w:rsidP="00E00D30">
      <w:r>
        <w:t>518.3123</w:t>
      </w:r>
      <w:r>
        <w:tab/>
        <w:t>9.114e0</w:t>
      </w:r>
    </w:p>
    <w:p w:rsidR="00E00D30" w:rsidRDefault="00E00D30" w:rsidP="00E00D30">
      <w:r>
        <w:t>518.3212</w:t>
      </w:r>
      <w:r>
        <w:tab/>
        <w:t>4.051e0</w:t>
      </w:r>
    </w:p>
    <w:p w:rsidR="00E00D30" w:rsidRDefault="00E00D30" w:rsidP="00E00D30">
      <w:r>
        <w:t>518.3284</w:t>
      </w:r>
      <w:r>
        <w:tab/>
        <w:t>4.031e0</w:t>
      </w:r>
    </w:p>
    <w:p w:rsidR="00E00D30" w:rsidRDefault="00E00D30" w:rsidP="00E00D30">
      <w:r>
        <w:t>518.3303</w:t>
      </w:r>
      <w:r>
        <w:tab/>
        <w:t>1.192e1</w:t>
      </w:r>
    </w:p>
    <w:p w:rsidR="00E00D30" w:rsidRDefault="00E00D30" w:rsidP="00E00D30">
      <w:r>
        <w:lastRenderedPageBreak/>
        <w:t>518.3364</w:t>
      </w:r>
      <w:r>
        <w:tab/>
        <w:t>4.587e0</w:t>
      </w:r>
    </w:p>
    <w:p w:rsidR="00E00D30" w:rsidRDefault="00E00D30" w:rsidP="00E00D30">
      <w:r>
        <w:t>518.3463</w:t>
      </w:r>
      <w:r>
        <w:tab/>
        <w:t>7.089e0</w:t>
      </w:r>
    </w:p>
    <w:p w:rsidR="00E00D30" w:rsidRDefault="00E00D30" w:rsidP="00E00D30">
      <w:r>
        <w:t>518.3517</w:t>
      </w:r>
      <w:r>
        <w:tab/>
        <w:t>2.025e0</w:t>
      </w:r>
    </w:p>
    <w:p w:rsidR="00E00D30" w:rsidRDefault="00E00D30" w:rsidP="00E00D30">
      <w:r>
        <w:t>518.3671</w:t>
      </w:r>
      <w:r>
        <w:tab/>
        <w:t>3.038e0</w:t>
      </w:r>
    </w:p>
    <w:p w:rsidR="00E00D30" w:rsidRDefault="00E00D30" w:rsidP="00E00D30">
      <w:r>
        <w:t>518.3749</w:t>
      </w:r>
      <w:r>
        <w:tab/>
        <w:t>1.013e0</w:t>
      </w:r>
    </w:p>
    <w:p w:rsidR="00E00D30" w:rsidRDefault="00E00D30" w:rsidP="00E00D30">
      <w:r>
        <w:t>518.4246</w:t>
      </w:r>
      <w:r>
        <w:tab/>
        <w:t>1.013e0</w:t>
      </w:r>
    </w:p>
    <w:p w:rsidR="00E00D30" w:rsidRDefault="00E00D30" w:rsidP="00E00D30">
      <w:r>
        <w:t>518.4550</w:t>
      </w:r>
      <w:r>
        <w:tab/>
        <w:t>1.013e0</w:t>
      </w:r>
    </w:p>
    <w:p w:rsidR="00E00D30" w:rsidRDefault="00E00D30" w:rsidP="00E00D30">
      <w:r>
        <w:t>518.4634</w:t>
      </w:r>
      <w:r>
        <w:tab/>
        <w:t>3.038e0</w:t>
      </w:r>
    </w:p>
    <w:p w:rsidR="00E00D30" w:rsidRDefault="00E00D30" w:rsidP="00E00D30">
      <w:r>
        <w:t>518.5089</w:t>
      </w:r>
      <w:r>
        <w:tab/>
        <w:t>1.013e0</w:t>
      </w:r>
    </w:p>
    <w:p w:rsidR="00E00D30" w:rsidRDefault="00E00D30" w:rsidP="00E00D30">
      <w:r>
        <w:t>518.5263</w:t>
      </w:r>
      <w:r>
        <w:tab/>
        <w:t>2.025e0</w:t>
      </w:r>
    </w:p>
    <w:p w:rsidR="00E00D30" w:rsidRDefault="00E00D30" w:rsidP="00E00D30">
      <w:r>
        <w:t>518.5804</w:t>
      </w:r>
      <w:r>
        <w:tab/>
        <w:t>4.051e0</w:t>
      </w:r>
    </w:p>
    <w:p w:rsidR="00E00D30" w:rsidRDefault="00E00D30" w:rsidP="00E00D30">
      <w:r>
        <w:t>518.6442</w:t>
      </w:r>
      <w:r>
        <w:tab/>
        <w:t>1.013e0</w:t>
      </w:r>
    </w:p>
    <w:p w:rsidR="00E00D30" w:rsidRDefault="00E00D30" w:rsidP="00E00D30">
      <w:r>
        <w:t>518.6475</w:t>
      </w:r>
      <w:r>
        <w:tab/>
        <w:t>1.013e0</w:t>
      </w:r>
    </w:p>
    <w:p w:rsidR="00E00D30" w:rsidRDefault="00E00D30" w:rsidP="00E00D30">
      <w:r>
        <w:t>518.7023</w:t>
      </w:r>
      <w:r>
        <w:tab/>
        <w:t>1.013e0</w:t>
      </w:r>
    </w:p>
    <w:p w:rsidR="00E00D30" w:rsidRDefault="00E00D30" w:rsidP="00E00D30">
      <w:r>
        <w:t>518.7097</w:t>
      </w:r>
      <w:r>
        <w:tab/>
        <w:t>2.025e0</w:t>
      </w:r>
    </w:p>
    <w:p w:rsidR="00E00D30" w:rsidRDefault="00E00D30" w:rsidP="00E00D30">
      <w:r>
        <w:t>518.7209</w:t>
      </w:r>
      <w:r>
        <w:tab/>
        <w:t>1.013e0</w:t>
      </w:r>
    </w:p>
    <w:p w:rsidR="00E00D30" w:rsidRDefault="00E00D30" w:rsidP="00E00D30">
      <w:r>
        <w:t>518.7271</w:t>
      </w:r>
      <w:r>
        <w:tab/>
        <w:t>3.038e0</w:t>
      </w:r>
    </w:p>
    <w:p w:rsidR="00E00D30" w:rsidRDefault="00E00D30" w:rsidP="00E00D30">
      <w:r>
        <w:t>518.7510</w:t>
      </w:r>
      <w:r>
        <w:tab/>
        <w:t>1.013e0</w:t>
      </w:r>
    </w:p>
    <w:p w:rsidR="00E00D30" w:rsidRDefault="00E00D30" w:rsidP="00E00D30">
      <w:r>
        <w:t>518.7590</w:t>
      </w:r>
      <w:r>
        <w:tab/>
        <w:t>2.025e0</w:t>
      </w:r>
    </w:p>
    <w:p w:rsidR="00E00D30" w:rsidRDefault="00E00D30" w:rsidP="00E00D30">
      <w:r>
        <w:lastRenderedPageBreak/>
        <w:t>518.7786</w:t>
      </w:r>
      <w:r>
        <w:tab/>
        <w:t>1.013e0</w:t>
      </w:r>
    </w:p>
    <w:p w:rsidR="00E00D30" w:rsidRDefault="00E00D30" w:rsidP="00E00D30">
      <w:r>
        <w:t>518.7964</w:t>
      </w:r>
      <w:r>
        <w:tab/>
        <w:t>3.038e0</w:t>
      </w:r>
    </w:p>
    <w:p w:rsidR="00E00D30" w:rsidRDefault="00E00D30" w:rsidP="00E00D30">
      <w:r>
        <w:t>518.8228</w:t>
      </w:r>
      <w:r>
        <w:tab/>
        <w:t>1.013e0</w:t>
      </w:r>
    </w:p>
    <w:p w:rsidR="00E00D30" w:rsidRDefault="00E00D30" w:rsidP="00E00D30">
      <w:r>
        <w:t>518.8312</w:t>
      </w:r>
      <w:r>
        <w:tab/>
        <w:t>1.013e0</w:t>
      </w:r>
    </w:p>
    <w:p w:rsidR="00E00D30" w:rsidRDefault="00E00D30" w:rsidP="00E00D30">
      <w:r>
        <w:t>518.8411</w:t>
      </w:r>
      <w:r>
        <w:tab/>
        <w:t>1.013e0</w:t>
      </w:r>
    </w:p>
    <w:p w:rsidR="00E00D30" w:rsidRDefault="00E00D30" w:rsidP="00E00D30">
      <w:r>
        <w:t>518.8441</w:t>
      </w:r>
      <w:r>
        <w:tab/>
        <w:t>3.038e0</w:t>
      </w:r>
    </w:p>
    <w:p w:rsidR="00E00D30" w:rsidRDefault="00E00D30" w:rsidP="00E00D30">
      <w:r>
        <w:t>518.8596</w:t>
      </w:r>
      <w:r>
        <w:tab/>
        <w:t>1.013e0</w:t>
      </w:r>
    </w:p>
    <w:p w:rsidR="00E00D30" w:rsidRDefault="00E00D30" w:rsidP="00E00D30">
      <w:r>
        <w:t>518.9045</w:t>
      </w:r>
      <w:r>
        <w:tab/>
        <w:t>1.013e0</w:t>
      </w:r>
    </w:p>
    <w:p w:rsidR="00E00D30" w:rsidRDefault="00E00D30" w:rsidP="00E00D30">
      <w:r>
        <w:t>518.9219</w:t>
      </w:r>
      <w:r>
        <w:tab/>
        <w:t>3.038e0</w:t>
      </w:r>
    </w:p>
    <w:p w:rsidR="00E00D30" w:rsidRDefault="00E00D30" w:rsidP="00E00D30">
      <w:r>
        <w:t>518.9485</w:t>
      </w:r>
      <w:r>
        <w:tab/>
        <w:t>1.013e0</w:t>
      </w:r>
    </w:p>
    <w:p w:rsidR="00E00D30" w:rsidRDefault="00E00D30" w:rsidP="00E00D30">
      <w:r>
        <w:t>518.9665</w:t>
      </w:r>
      <w:r>
        <w:tab/>
        <w:t>1.013e0</w:t>
      </w:r>
    </w:p>
    <w:p w:rsidR="00E00D30" w:rsidRDefault="00E00D30" w:rsidP="00E00D30">
      <w:r>
        <w:t>518.9937</w:t>
      </w:r>
      <w:r>
        <w:tab/>
        <w:t>1.013e0</w:t>
      </w:r>
    </w:p>
    <w:p w:rsidR="00E00D30" w:rsidRDefault="00E00D30" w:rsidP="00E00D30">
      <w:r>
        <w:t>519.0117</w:t>
      </w:r>
      <w:r>
        <w:tab/>
        <w:t>1.013e0</w:t>
      </w:r>
    </w:p>
    <w:p w:rsidR="00E00D30" w:rsidRDefault="00E00D30" w:rsidP="00E00D30">
      <w:r>
        <w:t>519.0360</w:t>
      </w:r>
      <w:r>
        <w:tab/>
        <w:t>1.013e0</w:t>
      </w:r>
    </w:p>
    <w:p w:rsidR="00E00D30" w:rsidRDefault="00E00D30" w:rsidP="00E00D30">
      <w:r>
        <w:t>519.0455</w:t>
      </w:r>
      <w:r>
        <w:tab/>
        <w:t>2.025e0</w:t>
      </w:r>
    </w:p>
    <w:p w:rsidR="00E00D30" w:rsidRDefault="00E00D30" w:rsidP="00E00D30">
      <w:r>
        <w:t>519.0572</w:t>
      </w:r>
      <w:r>
        <w:tab/>
        <w:t>1.013e0</w:t>
      </w:r>
    </w:p>
    <w:p w:rsidR="00E00D30" w:rsidRDefault="00E00D30" w:rsidP="00E00D30">
      <w:r>
        <w:t>519.0833</w:t>
      </w:r>
      <w:r>
        <w:tab/>
        <w:t>1.013e0</w:t>
      </w:r>
    </w:p>
    <w:p w:rsidR="00E00D30" w:rsidRDefault="00E00D30" w:rsidP="00E00D30">
      <w:r>
        <w:t>519.0925</w:t>
      </w:r>
      <w:r>
        <w:tab/>
        <w:t>2.025e0</w:t>
      </w:r>
    </w:p>
    <w:p w:rsidR="00E00D30" w:rsidRDefault="00E00D30" w:rsidP="00E00D30">
      <w:r>
        <w:t>519.1013</w:t>
      </w:r>
      <w:r>
        <w:tab/>
        <w:t>1.013e0</w:t>
      </w:r>
    </w:p>
    <w:p w:rsidR="00E00D30" w:rsidRDefault="00E00D30" w:rsidP="00E00D30">
      <w:r>
        <w:lastRenderedPageBreak/>
        <w:t>519.1128</w:t>
      </w:r>
      <w:r>
        <w:tab/>
        <w:t>1.013e0</w:t>
      </w:r>
    </w:p>
    <w:p w:rsidR="00E00D30" w:rsidRDefault="00E00D30" w:rsidP="00E00D30">
      <w:r>
        <w:t>519.1192</w:t>
      </w:r>
      <w:r>
        <w:tab/>
        <w:t>1.013e0</w:t>
      </w:r>
    </w:p>
    <w:p w:rsidR="00E00D30" w:rsidRDefault="00E00D30" w:rsidP="00E00D30">
      <w:r>
        <w:t>519.1464</w:t>
      </w:r>
      <w:r>
        <w:tab/>
        <w:t>1.013e0</w:t>
      </w:r>
    </w:p>
    <w:p w:rsidR="00E00D30" w:rsidRDefault="00E00D30" w:rsidP="00E00D30">
      <w:r>
        <w:t>519.1740</w:t>
      </w:r>
      <w:r>
        <w:tab/>
        <w:t>1.013e0</w:t>
      </w:r>
    </w:p>
    <w:p w:rsidR="00E00D30" w:rsidRDefault="00E00D30" w:rsidP="00E00D30">
      <w:r>
        <w:t>519.1911</w:t>
      </w:r>
      <w:r>
        <w:tab/>
        <w:t>1.013e0</w:t>
      </w:r>
    </w:p>
    <w:p w:rsidR="00E00D30" w:rsidRDefault="00E00D30" w:rsidP="00E00D30">
      <w:r>
        <w:t>519.2230</w:t>
      </w:r>
      <w:r>
        <w:tab/>
        <w:t>2.025e0</w:t>
      </w:r>
    </w:p>
    <w:p w:rsidR="00E00D30" w:rsidRDefault="00E00D30" w:rsidP="00E00D30">
      <w:r>
        <w:t>519.2415</w:t>
      </w:r>
      <w:r>
        <w:tab/>
        <w:t>3.038e0</w:t>
      </w:r>
    </w:p>
    <w:p w:rsidR="00E00D30" w:rsidRDefault="00E00D30" w:rsidP="00E00D30">
      <w:r>
        <w:t>519.2453</w:t>
      </w:r>
      <w:r>
        <w:tab/>
        <w:t>1.013e0</w:t>
      </w:r>
    </w:p>
    <w:p w:rsidR="00E00D30" w:rsidRDefault="00E00D30" w:rsidP="00E00D30">
      <w:r>
        <w:t>519.2723</w:t>
      </w:r>
      <w:r>
        <w:tab/>
        <w:t>1.013e0</w:t>
      </w:r>
    </w:p>
    <w:p w:rsidR="00E00D30" w:rsidRDefault="00E00D30" w:rsidP="00E00D30">
      <w:r>
        <w:t>519.2916</w:t>
      </w:r>
      <w:r>
        <w:tab/>
        <w:t>5.063e0</w:t>
      </w:r>
    </w:p>
    <w:p w:rsidR="00E00D30" w:rsidRDefault="00E00D30" w:rsidP="00E00D30">
      <w:r>
        <w:t>519.2988</w:t>
      </w:r>
      <w:r>
        <w:tab/>
        <w:t>2.025e0</w:t>
      </w:r>
    </w:p>
    <w:p w:rsidR="00E00D30" w:rsidRDefault="00E00D30" w:rsidP="00E00D30">
      <w:r>
        <w:t>519.3132</w:t>
      </w:r>
      <w:r>
        <w:tab/>
        <w:t>7.008e0</w:t>
      </w:r>
    </w:p>
    <w:p w:rsidR="00E00D30" w:rsidRDefault="00E00D30" w:rsidP="00E00D30">
      <w:r>
        <w:t>519.3234</w:t>
      </w:r>
      <w:r>
        <w:tab/>
        <w:t>1.086e1</w:t>
      </w:r>
    </w:p>
    <w:p w:rsidR="00E00D30" w:rsidRDefault="00E00D30" w:rsidP="00E00D30">
      <w:r>
        <w:t>519.3361</w:t>
      </w:r>
      <w:r>
        <w:tab/>
        <w:t>3.199e0</w:t>
      </w:r>
    </w:p>
    <w:p w:rsidR="00E00D30" w:rsidRDefault="00E00D30" w:rsidP="00E00D30">
      <w:r>
        <w:t>519.3412</w:t>
      </w:r>
      <w:r>
        <w:tab/>
        <w:t>6.237e0</w:t>
      </w:r>
    </w:p>
    <w:p w:rsidR="00E00D30" w:rsidRDefault="00E00D30" w:rsidP="00E00D30">
      <w:r>
        <w:t>519.3500</w:t>
      </w:r>
      <w:r>
        <w:tab/>
        <w:t>7.544e0</w:t>
      </w:r>
    </w:p>
    <w:p w:rsidR="00E00D30" w:rsidRDefault="00E00D30" w:rsidP="00E00D30">
      <w:r>
        <w:t>519.3557</w:t>
      </w:r>
      <w:r>
        <w:tab/>
        <w:t>2.930e0</w:t>
      </w:r>
    </w:p>
    <w:p w:rsidR="00E00D30" w:rsidRDefault="00E00D30" w:rsidP="00E00D30">
      <w:r>
        <w:t>519.3652</w:t>
      </w:r>
      <w:r>
        <w:tab/>
        <w:t>2.025e0</w:t>
      </w:r>
    </w:p>
    <w:p w:rsidR="00E00D30" w:rsidRDefault="00E00D30" w:rsidP="00E00D30">
      <w:r>
        <w:t>519.3802</w:t>
      </w:r>
      <w:r>
        <w:tab/>
        <w:t>2.025e0</w:t>
      </w:r>
    </w:p>
    <w:p w:rsidR="00E00D30" w:rsidRDefault="00E00D30" w:rsidP="00E00D30">
      <w:r>
        <w:lastRenderedPageBreak/>
        <w:t>519.4039</w:t>
      </w:r>
      <w:r>
        <w:tab/>
        <w:t>2.839e0</w:t>
      </w:r>
    </w:p>
    <w:p w:rsidR="00E00D30" w:rsidRDefault="00E00D30" w:rsidP="00E00D30">
      <w:r>
        <w:t>519.4077</w:t>
      </w:r>
      <w:r>
        <w:tab/>
        <w:t>1.013e0</w:t>
      </w:r>
    </w:p>
    <w:p w:rsidR="00E00D30" w:rsidRDefault="00E00D30" w:rsidP="00E00D30">
      <w:r>
        <w:t>519.4198</w:t>
      </w:r>
      <w:r>
        <w:tab/>
        <w:t>2.025e0</w:t>
      </w:r>
    </w:p>
    <w:p w:rsidR="00E00D30" w:rsidRDefault="00E00D30" w:rsidP="00E00D30">
      <w:r>
        <w:t>519.4250</w:t>
      </w:r>
      <w:r>
        <w:tab/>
        <w:t>1.013e0</w:t>
      </w:r>
    </w:p>
    <w:p w:rsidR="00E00D30" w:rsidRDefault="00E00D30" w:rsidP="00E00D30">
      <w:r>
        <w:t>519.5060</w:t>
      </w:r>
      <w:r>
        <w:tab/>
        <w:t>1.013e0</w:t>
      </w:r>
    </w:p>
    <w:p w:rsidR="00E00D30" w:rsidRDefault="00E00D30" w:rsidP="00E00D30">
      <w:r>
        <w:t>519.5566</w:t>
      </w:r>
      <w:r>
        <w:tab/>
        <w:t>1.013e0</w:t>
      </w:r>
    </w:p>
    <w:p w:rsidR="00E00D30" w:rsidRDefault="00E00D30" w:rsidP="00E00D30">
      <w:r>
        <w:t>519.5806</w:t>
      </w:r>
      <w:r>
        <w:tab/>
        <w:t>2.025e0</w:t>
      </w:r>
    </w:p>
    <w:p w:rsidR="00E00D30" w:rsidRDefault="00E00D30" w:rsidP="00E00D30">
      <w:r>
        <w:t>519.6055</w:t>
      </w:r>
      <w:r>
        <w:tab/>
        <w:t>1.013e0</w:t>
      </w:r>
    </w:p>
    <w:p w:rsidR="00E00D30" w:rsidRDefault="00E00D30" w:rsidP="00E00D30">
      <w:r>
        <w:t>519.6331</w:t>
      </w:r>
      <w:r>
        <w:tab/>
        <w:t>1.013e0</w:t>
      </w:r>
    </w:p>
    <w:p w:rsidR="00E00D30" w:rsidRDefault="00E00D30" w:rsidP="00E00D30">
      <w:r>
        <w:t>519.6486</w:t>
      </w:r>
      <w:r>
        <w:tab/>
        <w:t>2.025e0</w:t>
      </w:r>
    </w:p>
    <w:p w:rsidR="00E00D30" w:rsidRDefault="00E00D30" w:rsidP="00E00D30">
      <w:r>
        <w:t>519.7038</w:t>
      </w:r>
      <w:r>
        <w:tab/>
        <w:t>1.013e0</w:t>
      </w:r>
    </w:p>
    <w:p w:rsidR="00E00D30" w:rsidRDefault="00E00D30" w:rsidP="00E00D30">
      <w:r>
        <w:t>519.7128</w:t>
      </w:r>
      <w:r>
        <w:tab/>
        <w:t>1.013e0</w:t>
      </w:r>
    </w:p>
    <w:p w:rsidR="00E00D30" w:rsidRDefault="00E00D30" w:rsidP="00E00D30">
      <w:r>
        <w:t>519.7802</w:t>
      </w:r>
      <w:r>
        <w:tab/>
        <w:t>1.013e0</w:t>
      </w:r>
    </w:p>
    <w:p w:rsidR="00E00D30" w:rsidRDefault="00E00D30" w:rsidP="00E00D30">
      <w:r>
        <w:t>519.7847</w:t>
      </w:r>
      <w:r>
        <w:tab/>
        <w:t>1.013e0</w:t>
      </w:r>
    </w:p>
    <w:p w:rsidR="00E00D30" w:rsidRDefault="00E00D30" w:rsidP="00E00D30">
      <w:r>
        <w:t>519.8024</w:t>
      </w:r>
      <w:r>
        <w:tab/>
        <w:t>1.013e0</w:t>
      </w:r>
    </w:p>
    <w:p w:rsidR="00E00D30" w:rsidRDefault="00E00D30" w:rsidP="00E00D30">
      <w:r>
        <w:t>519.8124</w:t>
      </w:r>
      <w:r>
        <w:tab/>
        <w:t>1.013e0</w:t>
      </w:r>
    </w:p>
    <w:p w:rsidR="00E00D30" w:rsidRDefault="00E00D30" w:rsidP="00E00D30">
      <w:r>
        <w:t>519.8173</w:t>
      </w:r>
      <w:r>
        <w:tab/>
        <w:t>2.025e0</w:t>
      </w:r>
    </w:p>
    <w:p w:rsidR="00E00D30" w:rsidRDefault="00E00D30" w:rsidP="00E00D30">
      <w:r>
        <w:t>519.8207</w:t>
      </w:r>
      <w:r>
        <w:tab/>
        <w:t>1.013e0</w:t>
      </w:r>
    </w:p>
    <w:p w:rsidR="00E00D30" w:rsidRDefault="00E00D30" w:rsidP="00E00D30">
      <w:r>
        <w:t>519.8460</w:t>
      </w:r>
      <w:r>
        <w:tab/>
        <w:t>2.025e0</w:t>
      </w:r>
    </w:p>
    <w:p w:rsidR="00E00D30" w:rsidRDefault="00E00D30" w:rsidP="00E00D30">
      <w:r>
        <w:lastRenderedPageBreak/>
        <w:t>519.8726</w:t>
      </w:r>
      <w:r>
        <w:tab/>
        <w:t>2.025e0</w:t>
      </w:r>
    </w:p>
    <w:p w:rsidR="00E00D30" w:rsidRDefault="00E00D30" w:rsidP="00E00D30">
      <w:r>
        <w:t>519.8835</w:t>
      </w:r>
      <w:r>
        <w:tab/>
        <w:t>2.025e0</w:t>
      </w:r>
    </w:p>
    <w:p w:rsidR="00E00D30" w:rsidRDefault="00E00D30" w:rsidP="00E00D30">
      <w:r>
        <w:t>519.9008</w:t>
      </w:r>
      <w:r>
        <w:tab/>
        <w:t>2.025e0</w:t>
      </w:r>
    </w:p>
    <w:p w:rsidR="00E00D30" w:rsidRDefault="00E00D30" w:rsidP="00E00D30">
      <w:r>
        <w:t>519.9023</w:t>
      </w:r>
      <w:r>
        <w:tab/>
        <w:t>1.013e0</w:t>
      </w:r>
    </w:p>
    <w:p w:rsidR="00E00D30" w:rsidRDefault="00E00D30" w:rsidP="00E00D30">
      <w:r>
        <w:t>519.9044</w:t>
      </w:r>
      <w:r>
        <w:tab/>
        <w:t>2.025e0</w:t>
      </w:r>
    </w:p>
    <w:p w:rsidR="00E00D30" w:rsidRDefault="00E00D30" w:rsidP="00E00D30">
      <w:r>
        <w:t>519.9669</w:t>
      </w:r>
      <w:r>
        <w:tab/>
        <w:t>1.013e0</w:t>
      </w:r>
    </w:p>
    <w:p w:rsidR="00E00D30" w:rsidRDefault="00E00D30" w:rsidP="00E00D30">
      <w:r>
        <w:t>520.0306</w:t>
      </w:r>
      <w:r>
        <w:tab/>
        <w:t>4.051e0</w:t>
      </w:r>
    </w:p>
    <w:p w:rsidR="00E00D30" w:rsidRDefault="00E00D30" w:rsidP="00E00D30">
      <w:r>
        <w:t>520.0726</w:t>
      </w:r>
      <w:r>
        <w:tab/>
        <w:t>1.013e0</w:t>
      </w:r>
    </w:p>
    <w:p w:rsidR="00E00D30" w:rsidRDefault="00E00D30" w:rsidP="00E00D30">
      <w:r>
        <w:t>520.0771</w:t>
      </w:r>
      <w:r>
        <w:tab/>
        <w:t>1.013e0</w:t>
      </w:r>
    </w:p>
    <w:p w:rsidR="00E00D30" w:rsidRDefault="00E00D30" w:rsidP="00E00D30">
      <w:r>
        <w:t>520.1176</w:t>
      </w:r>
      <w:r>
        <w:tab/>
        <w:t>3.038e0</w:t>
      </w:r>
    </w:p>
    <w:p w:rsidR="00E00D30" w:rsidRDefault="00E00D30" w:rsidP="00E00D30">
      <w:r>
        <w:t>520.1263</w:t>
      </w:r>
      <w:r>
        <w:tab/>
        <w:t>1.013e0</w:t>
      </w:r>
    </w:p>
    <w:p w:rsidR="00E00D30" w:rsidRDefault="00E00D30" w:rsidP="00E00D30">
      <w:r>
        <w:t>520.1407</w:t>
      </w:r>
      <w:r>
        <w:tab/>
        <w:t>2.025e0</w:t>
      </w:r>
    </w:p>
    <w:p w:rsidR="00E00D30" w:rsidRDefault="00E00D30" w:rsidP="00E00D30">
      <w:r>
        <w:t>520.1898</w:t>
      </w:r>
      <w:r>
        <w:tab/>
        <w:t>1.013e0</w:t>
      </w:r>
    </w:p>
    <w:p w:rsidR="00E00D30" w:rsidRDefault="00E00D30" w:rsidP="00E00D30">
      <w:r>
        <w:t>520.2072</w:t>
      </w:r>
      <w:r>
        <w:tab/>
        <w:t>2.025e0</w:t>
      </w:r>
    </w:p>
    <w:p w:rsidR="00E00D30" w:rsidRDefault="00E00D30" w:rsidP="00E00D30">
      <w:r>
        <w:t>520.2259</w:t>
      </w:r>
      <w:r>
        <w:tab/>
        <w:t>4.051e0</w:t>
      </w:r>
    </w:p>
    <w:p w:rsidR="00E00D30" w:rsidRDefault="00E00D30" w:rsidP="00E00D30">
      <w:r>
        <w:t>520.2790</w:t>
      </w:r>
      <w:r>
        <w:tab/>
        <w:t>1.339e0</w:t>
      </w:r>
    </w:p>
    <w:p w:rsidR="00E00D30" w:rsidRDefault="00E00D30" w:rsidP="00E00D30">
      <w:r>
        <w:t>520.2989</w:t>
      </w:r>
      <w:r>
        <w:tab/>
        <w:t>2.025e0</w:t>
      </w:r>
    </w:p>
    <w:p w:rsidR="00E00D30" w:rsidRDefault="00E00D30" w:rsidP="00E00D30">
      <w:r>
        <w:t>520.3163</w:t>
      </w:r>
      <w:r>
        <w:tab/>
        <w:t>6.076e0</w:t>
      </w:r>
    </w:p>
    <w:p w:rsidR="00E00D30" w:rsidRDefault="00E00D30" w:rsidP="00E00D30">
      <w:r>
        <w:t>520.3224</w:t>
      </w:r>
      <w:r>
        <w:tab/>
        <w:t>5.063e0</w:t>
      </w:r>
    </w:p>
    <w:p w:rsidR="00E00D30" w:rsidRDefault="00E00D30" w:rsidP="00E00D30">
      <w:r>
        <w:lastRenderedPageBreak/>
        <w:t>520.3250</w:t>
      </w:r>
      <w:r>
        <w:tab/>
        <w:t>5.063e0</w:t>
      </w:r>
    </w:p>
    <w:p w:rsidR="00E00D30" w:rsidRDefault="00E00D30" w:rsidP="00E00D30">
      <w:r>
        <w:t>520.3439</w:t>
      </w:r>
      <w:r>
        <w:tab/>
        <w:t>1.316e1</w:t>
      </w:r>
    </w:p>
    <w:p w:rsidR="00E00D30" w:rsidRDefault="00E00D30" w:rsidP="00E00D30">
      <w:r>
        <w:t>520.3517</w:t>
      </w:r>
      <w:r>
        <w:tab/>
        <w:t>1.013e0</w:t>
      </w:r>
    </w:p>
    <w:p w:rsidR="00E00D30" w:rsidRDefault="00E00D30" w:rsidP="00E00D30">
      <w:r>
        <w:t>520.3567</w:t>
      </w:r>
      <w:r>
        <w:tab/>
        <w:t>2.025e0</w:t>
      </w:r>
    </w:p>
    <w:p w:rsidR="00E00D30" w:rsidRDefault="00E00D30" w:rsidP="00E00D30">
      <w:r>
        <w:t>520.3633</w:t>
      </w:r>
      <w:r>
        <w:tab/>
        <w:t>5.063e0</w:t>
      </w:r>
    </w:p>
    <w:p w:rsidR="00E00D30" w:rsidRDefault="00E00D30" w:rsidP="00E00D30">
      <w:r>
        <w:t>520.3825</w:t>
      </w:r>
      <w:r>
        <w:tab/>
        <w:t>2.025e0</w:t>
      </w:r>
    </w:p>
    <w:p w:rsidR="00E00D30" w:rsidRDefault="00E00D30" w:rsidP="00E00D30">
      <w:r>
        <w:t>520.3922</w:t>
      </w:r>
      <w:r>
        <w:tab/>
        <w:t>2.025e0</w:t>
      </w:r>
    </w:p>
    <w:p w:rsidR="00E00D30" w:rsidRDefault="00E00D30" w:rsidP="00E00D30">
      <w:r>
        <w:t>520.4307</w:t>
      </w:r>
      <w:r>
        <w:tab/>
        <w:t>3.038e0</w:t>
      </w:r>
    </w:p>
    <w:p w:rsidR="00E00D30" w:rsidRDefault="00E00D30" w:rsidP="00E00D30">
      <w:r>
        <w:t>520.4473</w:t>
      </w:r>
      <w:r>
        <w:tab/>
        <w:t>1.013e0</w:t>
      </w:r>
    </w:p>
    <w:p w:rsidR="00E00D30" w:rsidRDefault="00E00D30" w:rsidP="00E00D30">
      <w:r>
        <w:t>520.4598</w:t>
      </w:r>
      <w:r>
        <w:tab/>
        <w:t>1.013e0</w:t>
      </w:r>
    </w:p>
    <w:p w:rsidR="00E00D30" w:rsidRDefault="00E00D30" w:rsidP="00E00D30">
      <w:r>
        <w:t>520.4617</w:t>
      </w:r>
      <w:r>
        <w:tab/>
        <w:t>2.025e0</w:t>
      </w:r>
    </w:p>
    <w:p w:rsidR="00E00D30" w:rsidRDefault="00E00D30" w:rsidP="00E00D30">
      <w:r>
        <w:t>520.4868</w:t>
      </w:r>
      <w:r>
        <w:tab/>
        <w:t>1.013e0</w:t>
      </w:r>
    </w:p>
    <w:p w:rsidR="00E00D30" w:rsidRDefault="00E00D30" w:rsidP="00E00D30">
      <w:r>
        <w:t>520.4965</w:t>
      </w:r>
      <w:r>
        <w:tab/>
        <w:t>1.013e0</w:t>
      </w:r>
    </w:p>
    <w:p w:rsidR="00E00D30" w:rsidRDefault="00E00D30" w:rsidP="00E00D30">
      <w:r>
        <w:t>520.5212</w:t>
      </w:r>
      <w:r>
        <w:tab/>
        <w:t>1.013e0</w:t>
      </w:r>
    </w:p>
    <w:p w:rsidR="00E00D30" w:rsidRDefault="00E00D30" w:rsidP="00E00D30">
      <w:r>
        <w:t>520.5316</w:t>
      </w:r>
      <w:r>
        <w:tab/>
        <w:t>1.013e0</w:t>
      </w:r>
    </w:p>
    <w:p w:rsidR="00E00D30" w:rsidRDefault="00E00D30" w:rsidP="00E00D30">
      <w:r>
        <w:t>520.5396</w:t>
      </w:r>
      <w:r>
        <w:tab/>
        <w:t>1.013e0</w:t>
      </w:r>
    </w:p>
    <w:p w:rsidR="00E00D30" w:rsidRDefault="00E00D30" w:rsidP="00E00D30">
      <w:r>
        <w:t>520.6133</w:t>
      </w:r>
      <w:r>
        <w:tab/>
        <w:t>2.025e0</w:t>
      </w:r>
    </w:p>
    <w:p w:rsidR="00E00D30" w:rsidRDefault="00E00D30" w:rsidP="00E00D30">
      <w:r>
        <w:t>520.6226</w:t>
      </w:r>
      <w:r>
        <w:tab/>
        <w:t>1.013e0</w:t>
      </w:r>
    </w:p>
    <w:p w:rsidR="00E00D30" w:rsidRDefault="00E00D30" w:rsidP="00E00D30">
      <w:r>
        <w:t>520.6344</w:t>
      </w:r>
      <w:r>
        <w:tab/>
        <w:t>1.013e0</w:t>
      </w:r>
    </w:p>
    <w:p w:rsidR="00E00D30" w:rsidRDefault="00E00D30" w:rsidP="00E00D30">
      <w:r>
        <w:lastRenderedPageBreak/>
        <w:t>520.7165</w:t>
      </w:r>
      <w:r>
        <w:tab/>
        <w:t>2.025e0</w:t>
      </w:r>
    </w:p>
    <w:p w:rsidR="00E00D30" w:rsidRDefault="00E00D30" w:rsidP="00E00D30">
      <w:r>
        <w:t>520.7480</w:t>
      </w:r>
      <w:r>
        <w:tab/>
        <w:t>1.013e0</w:t>
      </w:r>
    </w:p>
    <w:p w:rsidR="00E00D30" w:rsidRDefault="00E00D30" w:rsidP="00E00D30">
      <w:r>
        <w:t>520.7813</w:t>
      </w:r>
      <w:r>
        <w:tab/>
        <w:t>1.013e0</w:t>
      </w:r>
    </w:p>
    <w:p w:rsidR="00E00D30" w:rsidRDefault="00E00D30" w:rsidP="00E00D30">
      <w:r>
        <w:t>520.7847</w:t>
      </w:r>
      <w:r>
        <w:tab/>
        <w:t>1.013e0</w:t>
      </w:r>
    </w:p>
    <w:p w:rsidR="00E00D30" w:rsidRDefault="00E00D30" w:rsidP="00E00D30">
      <w:r>
        <w:t>520.7928</w:t>
      </w:r>
      <w:r>
        <w:tab/>
        <w:t>1.013e0</w:t>
      </w:r>
    </w:p>
    <w:p w:rsidR="00E00D30" w:rsidRDefault="00E00D30" w:rsidP="00E00D30">
      <w:r>
        <w:t>520.8118</w:t>
      </w:r>
      <w:r>
        <w:tab/>
        <w:t>3.038e0</w:t>
      </w:r>
    </w:p>
    <w:p w:rsidR="00E00D30" w:rsidRDefault="00E00D30" w:rsidP="00E00D30">
      <w:r>
        <w:t>520.8289</w:t>
      </w:r>
      <w:r>
        <w:tab/>
        <w:t>1.013e0</w:t>
      </w:r>
    </w:p>
    <w:p w:rsidR="00E00D30" w:rsidRDefault="00E00D30" w:rsidP="00E00D30">
      <w:r>
        <w:t>520.8365</w:t>
      </w:r>
      <w:r>
        <w:tab/>
        <w:t>1.013e0</w:t>
      </w:r>
    </w:p>
    <w:p w:rsidR="00E00D30" w:rsidRDefault="00E00D30" w:rsidP="00E00D30">
      <w:r>
        <w:t>520.8379</w:t>
      </w:r>
      <w:r>
        <w:tab/>
        <w:t>2.025e0</w:t>
      </w:r>
    </w:p>
    <w:p w:rsidR="00E00D30" w:rsidRDefault="00E00D30" w:rsidP="00E00D30">
      <w:r>
        <w:t>520.8394</w:t>
      </w:r>
      <w:r>
        <w:tab/>
        <w:t>1.013e0</w:t>
      </w:r>
    </w:p>
    <w:p w:rsidR="00E00D30" w:rsidRDefault="00E00D30" w:rsidP="00E00D30">
      <w:r>
        <w:t>520.8839</w:t>
      </w:r>
      <w:r>
        <w:tab/>
        <w:t>1.013e0</w:t>
      </w:r>
    </w:p>
    <w:p w:rsidR="00E00D30" w:rsidRDefault="00E00D30" w:rsidP="00E00D30">
      <w:r>
        <w:t>520.9009</w:t>
      </w:r>
      <w:r>
        <w:tab/>
        <w:t>1.013e0</w:t>
      </w:r>
    </w:p>
    <w:p w:rsidR="00E00D30" w:rsidRDefault="00E00D30" w:rsidP="00E00D30">
      <w:r>
        <w:t>520.9103</w:t>
      </w:r>
      <w:r>
        <w:tab/>
        <w:t>1.013e0</w:t>
      </w:r>
    </w:p>
    <w:p w:rsidR="00E00D30" w:rsidRDefault="00E00D30" w:rsidP="00E00D30">
      <w:r>
        <w:t>520.9167</w:t>
      </w:r>
      <w:r>
        <w:tab/>
        <w:t>2.025e0</w:t>
      </w:r>
    </w:p>
    <w:p w:rsidR="00E00D30" w:rsidRDefault="00E00D30" w:rsidP="00E00D30">
      <w:r>
        <w:t>520.9213</w:t>
      </w:r>
      <w:r>
        <w:tab/>
        <w:t>2.025e0</w:t>
      </w:r>
    </w:p>
    <w:p w:rsidR="00E00D30" w:rsidRDefault="00E00D30" w:rsidP="00E00D30">
      <w:r>
        <w:t>520.9314</w:t>
      </w:r>
      <w:r>
        <w:tab/>
        <w:t>1.013e0</w:t>
      </w:r>
    </w:p>
    <w:p w:rsidR="00E00D30" w:rsidRDefault="00E00D30" w:rsidP="00E00D30">
      <w:r>
        <w:t>520.9381</w:t>
      </w:r>
      <w:r>
        <w:tab/>
        <w:t>2.025e0</w:t>
      </w:r>
    </w:p>
    <w:p w:rsidR="00E00D30" w:rsidRDefault="00E00D30" w:rsidP="00E00D30">
      <w:r>
        <w:t>520.9511</w:t>
      </w:r>
      <w:r>
        <w:tab/>
        <w:t>2.025e0</w:t>
      </w:r>
    </w:p>
    <w:p w:rsidR="00E00D30" w:rsidRDefault="00E00D30" w:rsidP="00E00D30">
      <w:r>
        <w:t>521.0001</w:t>
      </w:r>
      <w:r>
        <w:tab/>
        <w:t>1.013e0</w:t>
      </w:r>
    </w:p>
    <w:p w:rsidR="00E00D30" w:rsidRDefault="00E00D30" w:rsidP="00E00D30">
      <w:r>
        <w:lastRenderedPageBreak/>
        <w:t>521.0049</w:t>
      </w:r>
      <w:r>
        <w:tab/>
        <w:t>1.013e0</w:t>
      </w:r>
    </w:p>
    <w:p w:rsidR="00E00D30" w:rsidRDefault="00E00D30" w:rsidP="00E00D30">
      <w:r>
        <w:t>521.0729</w:t>
      </w:r>
      <w:r>
        <w:tab/>
        <w:t>2.025e0</w:t>
      </w:r>
    </w:p>
    <w:p w:rsidR="00E00D30" w:rsidRDefault="00E00D30" w:rsidP="00E00D30">
      <w:r>
        <w:t>521.0964</w:t>
      </w:r>
      <w:r>
        <w:tab/>
        <w:t>1.013e0</w:t>
      </w:r>
    </w:p>
    <w:p w:rsidR="00E00D30" w:rsidRDefault="00E00D30" w:rsidP="00E00D30">
      <w:r>
        <w:t>521.1151</w:t>
      </w:r>
      <w:r>
        <w:tab/>
        <w:t>1.013e0</w:t>
      </w:r>
    </w:p>
    <w:p w:rsidR="00E00D30" w:rsidRDefault="00E00D30" w:rsidP="00E00D30">
      <w:r>
        <w:t>521.1517</w:t>
      </w:r>
      <w:r>
        <w:tab/>
        <w:t>2.025e0</w:t>
      </w:r>
    </w:p>
    <w:p w:rsidR="00E00D30" w:rsidRDefault="00E00D30" w:rsidP="00E00D30">
      <w:r>
        <w:t>521.1703</w:t>
      </w:r>
      <w:r>
        <w:tab/>
        <w:t>1.013e0</w:t>
      </w:r>
    </w:p>
    <w:p w:rsidR="00E00D30" w:rsidRDefault="00E00D30" w:rsidP="00E00D30">
      <w:r>
        <w:t>521.2000</w:t>
      </w:r>
      <w:r>
        <w:tab/>
        <w:t>2.025e0</w:t>
      </w:r>
    </w:p>
    <w:p w:rsidR="00E00D30" w:rsidRDefault="00E00D30" w:rsidP="00E00D30">
      <w:r>
        <w:t>521.2240</w:t>
      </w:r>
      <w:r>
        <w:tab/>
        <w:t>2.025e0</w:t>
      </w:r>
    </w:p>
    <w:p w:rsidR="00E00D30" w:rsidRDefault="00E00D30" w:rsidP="00E00D30">
      <w:r>
        <w:t>521.2258</w:t>
      </w:r>
      <w:r>
        <w:tab/>
        <w:t>2.025e0</w:t>
      </w:r>
    </w:p>
    <w:p w:rsidR="00E00D30" w:rsidRDefault="00E00D30" w:rsidP="00E00D30">
      <w:r>
        <w:t>521.2350</w:t>
      </w:r>
      <w:r>
        <w:tab/>
        <w:t>3.038e0</w:t>
      </w:r>
    </w:p>
    <w:p w:rsidR="00E00D30" w:rsidRDefault="00E00D30" w:rsidP="00E00D30">
      <w:r>
        <w:t>521.2368</w:t>
      </w:r>
      <w:r>
        <w:tab/>
        <w:t>2.025e0</w:t>
      </w:r>
    </w:p>
    <w:p w:rsidR="00E00D30" w:rsidRDefault="00E00D30" w:rsidP="00E00D30">
      <w:r>
        <w:t>521.2438</w:t>
      </w:r>
      <w:r>
        <w:tab/>
        <w:t>1.013e0</w:t>
      </w:r>
    </w:p>
    <w:p w:rsidR="00E00D30" w:rsidRDefault="00E00D30" w:rsidP="00E00D30">
      <w:r>
        <w:t>521.2485</w:t>
      </w:r>
      <w:r>
        <w:tab/>
        <w:t>1.940e0</w:t>
      </w:r>
    </w:p>
    <w:p w:rsidR="00E00D30" w:rsidRDefault="00E00D30" w:rsidP="00E00D30">
      <w:r>
        <w:t>521.2616</w:t>
      </w:r>
      <w:r>
        <w:tab/>
        <w:t>1.013e0</w:t>
      </w:r>
    </w:p>
    <w:p w:rsidR="00E00D30" w:rsidRDefault="00E00D30" w:rsidP="00E00D30">
      <w:r>
        <w:t>521.2736</w:t>
      </w:r>
      <w:r>
        <w:tab/>
        <w:t>6.076e0</w:t>
      </w:r>
    </w:p>
    <w:p w:rsidR="00E00D30" w:rsidRDefault="00E00D30" w:rsidP="00E00D30">
      <w:r>
        <w:t>521.2773</w:t>
      </w:r>
      <w:r>
        <w:tab/>
        <w:t>4.051e0</w:t>
      </w:r>
    </w:p>
    <w:p w:rsidR="00E00D30" w:rsidRDefault="00E00D30" w:rsidP="00E00D30">
      <w:r>
        <w:t>521.2986</w:t>
      </w:r>
      <w:r>
        <w:tab/>
        <w:t>1.013e0</w:t>
      </w:r>
    </w:p>
    <w:p w:rsidR="00E00D30" w:rsidRDefault="00E00D30" w:rsidP="00E00D30">
      <w:r>
        <w:t>521.3057</w:t>
      </w:r>
      <w:r>
        <w:tab/>
        <w:t>7.089e0</w:t>
      </w:r>
    </w:p>
    <w:p w:rsidR="00E00D30" w:rsidRDefault="00E00D30" w:rsidP="00E00D30">
      <w:r>
        <w:t>521.3154</w:t>
      </w:r>
      <w:r>
        <w:tab/>
        <w:t>4.051e0</w:t>
      </w:r>
    </w:p>
    <w:p w:rsidR="00E00D30" w:rsidRDefault="00E00D30" w:rsidP="00E00D30">
      <w:r>
        <w:lastRenderedPageBreak/>
        <w:t>521.3309</w:t>
      </w:r>
      <w:r>
        <w:tab/>
        <w:t>2.025e0</w:t>
      </w:r>
    </w:p>
    <w:p w:rsidR="00E00D30" w:rsidRDefault="00E00D30" w:rsidP="00E00D30">
      <w:r>
        <w:t>521.3350</w:t>
      </w:r>
      <w:r>
        <w:tab/>
        <w:t>4.051e0</w:t>
      </w:r>
    </w:p>
    <w:p w:rsidR="00E00D30" w:rsidRDefault="00E00D30" w:rsidP="00E00D30">
      <w:r>
        <w:t>521.3365</w:t>
      </w:r>
      <w:r>
        <w:tab/>
        <w:t>4.051e0</w:t>
      </w:r>
    </w:p>
    <w:p w:rsidR="00E00D30" w:rsidRDefault="00E00D30" w:rsidP="00E00D30">
      <w:r>
        <w:t>521.3426</w:t>
      </w:r>
      <w:r>
        <w:tab/>
        <w:t>5.063e0</w:t>
      </w:r>
    </w:p>
    <w:p w:rsidR="00E00D30" w:rsidRDefault="00E00D30" w:rsidP="00E00D30">
      <w:r>
        <w:t>521.3456</w:t>
      </w:r>
      <w:r>
        <w:tab/>
        <w:t>1.089e1</w:t>
      </w:r>
    </w:p>
    <w:p w:rsidR="00E00D30" w:rsidRDefault="00E00D30" w:rsidP="00E00D30">
      <w:r>
        <w:t>521.3888</w:t>
      </w:r>
      <w:r>
        <w:tab/>
        <w:t>1.013e0</w:t>
      </w:r>
    </w:p>
    <w:p w:rsidR="00E00D30" w:rsidRDefault="00E00D30" w:rsidP="00E00D30">
      <w:r>
        <w:t>521.4120</w:t>
      </w:r>
      <w:r>
        <w:tab/>
        <w:t>1.013e0</w:t>
      </w:r>
    </w:p>
    <w:p w:rsidR="00E00D30" w:rsidRDefault="00E00D30" w:rsidP="00E00D30">
      <w:r>
        <w:t>521.4145</w:t>
      </w:r>
      <w:r>
        <w:tab/>
        <w:t>3.038e0</w:t>
      </w:r>
    </w:p>
    <w:p w:rsidR="00E00D30" w:rsidRDefault="00E00D30" w:rsidP="00E00D30">
      <w:r>
        <w:t>521.4243</w:t>
      </w:r>
      <w:r>
        <w:tab/>
        <w:t>1.013e0</w:t>
      </w:r>
    </w:p>
    <w:p w:rsidR="00E00D30" w:rsidRDefault="00E00D30" w:rsidP="00E00D30">
      <w:r>
        <w:t>521.4486</w:t>
      </w:r>
      <w:r>
        <w:tab/>
        <w:t>1.013e0</w:t>
      </w:r>
    </w:p>
    <w:p w:rsidR="00E00D30" w:rsidRDefault="00E00D30" w:rsidP="00E00D30">
      <w:r>
        <w:t>521.4609</w:t>
      </w:r>
      <w:r>
        <w:tab/>
        <w:t>1.013e0</w:t>
      </w:r>
    </w:p>
    <w:p w:rsidR="00E00D30" w:rsidRDefault="00E00D30" w:rsidP="00E00D30">
      <w:r>
        <w:t>521.4857</w:t>
      </w:r>
      <w:r>
        <w:tab/>
        <w:t>1.013e0</w:t>
      </w:r>
    </w:p>
    <w:p w:rsidR="00E00D30" w:rsidRDefault="00E00D30" w:rsidP="00E00D30">
      <w:r>
        <w:t>521.5038</w:t>
      </w:r>
      <w:r>
        <w:tab/>
        <w:t>1.013e0</w:t>
      </w:r>
    </w:p>
    <w:p w:rsidR="00E00D30" w:rsidRDefault="00E00D30" w:rsidP="00E00D30">
      <w:r>
        <w:t>521.5256</w:t>
      </w:r>
      <w:r>
        <w:tab/>
        <w:t>2.025e0</w:t>
      </w:r>
    </w:p>
    <w:p w:rsidR="00E00D30" w:rsidRDefault="00E00D30" w:rsidP="00E00D30">
      <w:r>
        <w:t>521.5773</w:t>
      </w:r>
      <w:r>
        <w:tab/>
        <w:t>1.013e0</w:t>
      </w:r>
    </w:p>
    <w:p w:rsidR="00E00D30" w:rsidRDefault="00E00D30" w:rsidP="00E00D30">
      <w:r>
        <w:t>521.5989</w:t>
      </w:r>
      <w:r>
        <w:tab/>
        <w:t>1.013e0</w:t>
      </w:r>
    </w:p>
    <w:p w:rsidR="00E00D30" w:rsidRDefault="00E00D30" w:rsidP="00E00D30">
      <w:r>
        <w:t>521.6173</w:t>
      </w:r>
      <w:r>
        <w:tab/>
        <w:t>2.025e0</w:t>
      </w:r>
    </w:p>
    <w:p w:rsidR="00E00D30" w:rsidRDefault="00E00D30" w:rsidP="00E00D30">
      <w:r>
        <w:t>521.6224</w:t>
      </w:r>
      <w:r>
        <w:tab/>
        <w:t>1.013e0</w:t>
      </w:r>
    </w:p>
    <w:p w:rsidR="00E00D30" w:rsidRDefault="00E00D30" w:rsidP="00E00D30">
      <w:r>
        <w:t>521.6408</w:t>
      </w:r>
      <w:r>
        <w:tab/>
        <w:t>1.013e0</w:t>
      </w:r>
    </w:p>
    <w:p w:rsidR="00E00D30" w:rsidRDefault="00E00D30" w:rsidP="00E00D30">
      <w:r>
        <w:lastRenderedPageBreak/>
        <w:t>521.6537</w:t>
      </w:r>
      <w:r>
        <w:tab/>
        <w:t>2.025e0</w:t>
      </w:r>
    </w:p>
    <w:p w:rsidR="00E00D30" w:rsidRDefault="00E00D30" w:rsidP="00E00D30">
      <w:r>
        <w:t>521.7088</w:t>
      </w:r>
      <w:r>
        <w:tab/>
        <w:t>2.025e0</w:t>
      </w:r>
    </w:p>
    <w:p w:rsidR="00E00D30" w:rsidRDefault="00E00D30" w:rsidP="00E00D30">
      <w:r>
        <w:t>521.7458</w:t>
      </w:r>
      <w:r>
        <w:tab/>
        <w:t>1.013e0</w:t>
      </w:r>
    </w:p>
    <w:p w:rsidR="00E00D30" w:rsidRDefault="00E00D30" w:rsidP="00E00D30">
      <w:r>
        <w:t>521.7491</w:t>
      </w:r>
      <w:r>
        <w:tab/>
        <w:t>1.013e0</w:t>
      </w:r>
    </w:p>
    <w:p w:rsidR="00E00D30" w:rsidRDefault="00E00D30" w:rsidP="00E00D30">
      <w:r>
        <w:t>521.7853</w:t>
      </w:r>
      <w:r>
        <w:tab/>
        <w:t>1.013e0</w:t>
      </w:r>
    </w:p>
    <w:p w:rsidR="00E00D30" w:rsidRDefault="00E00D30" w:rsidP="00E00D30">
      <w:r>
        <w:t>521.7988</w:t>
      </w:r>
      <w:r>
        <w:tab/>
        <w:t>3.038e0</w:t>
      </w:r>
    </w:p>
    <w:p w:rsidR="00E00D30" w:rsidRDefault="00E00D30" w:rsidP="00E00D30">
      <w:r>
        <w:t>521.8201</w:t>
      </w:r>
      <w:r>
        <w:tab/>
        <w:t>1.013e0</w:t>
      </w:r>
    </w:p>
    <w:p w:rsidR="00E00D30" w:rsidRDefault="00E00D30" w:rsidP="00E00D30">
      <w:r>
        <w:t>521.8303</w:t>
      </w:r>
      <w:r>
        <w:tab/>
        <w:t>2.025e0</w:t>
      </w:r>
    </w:p>
    <w:p w:rsidR="00E00D30" w:rsidRDefault="00E00D30" w:rsidP="00E00D30">
      <w:r>
        <w:t>521.8720</w:t>
      </w:r>
      <w:r>
        <w:tab/>
        <w:t>3.038e0</w:t>
      </w:r>
    </w:p>
    <w:p w:rsidR="00E00D30" w:rsidRDefault="00E00D30" w:rsidP="00E00D30">
      <w:r>
        <w:t>521.8752</w:t>
      </w:r>
      <w:r>
        <w:tab/>
        <w:t>2.025e0</w:t>
      </w:r>
    </w:p>
    <w:p w:rsidR="00E00D30" w:rsidRDefault="00E00D30" w:rsidP="00E00D30">
      <w:r>
        <w:t>521.8842</w:t>
      </w:r>
      <w:r>
        <w:tab/>
        <w:t>1.013e0</w:t>
      </w:r>
    </w:p>
    <w:p w:rsidR="00E00D30" w:rsidRDefault="00E00D30" w:rsidP="00E00D30">
      <w:r>
        <w:t>521.8879</w:t>
      </w:r>
      <w:r>
        <w:tab/>
        <w:t>2.025e0</w:t>
      </w:r>
    </w:p>
    <w:p w:rsidR="00E00D30" w:rsidRDefault="00E00D30" w:rsidP="00E00D30">
      <w:r>
        <w:t>521.8932</w:t>
      </w:r>
      <w:r>
        <w:tab/>
        <w:t>1.013e0</w:t>
      </w:r>
    </w:p>
    <w:p w:rsidR="00E00D30" w:rsidRDefault="00E00D30" w:rsidP="00E00D30">
      <w:r>
        <w:t>521.9032</w:t>
      </w:r>
      <w:r>
        <w:tab/>
        <w:t>2.025e0</w:t>
      </w:r>
    </w:p>
    <w:p w:rsidR="00E00D30" w:rsidRDefault="00E00D30" w:rsidP="00E00D30">
      <w:r>
        <w:t>521.9384</w:t>
      </w:r>
      <w:r>
        <w:tab/>
        <w:t>1.013e0</w:t>
      </w:r>
    </w:p>
    <w:p w:rsidR="00E00D30" w:rsidRDefault="00E00D30" w:rsidP="00E00D30">
      <w:r>
        <w:t>521.9658</w:t>
      </w:r>
      <w:r>
        <w:tab/>
        <w:t>1.013e0</w:t>
      </w:r>
    </w:p>
    <w:p w:rsidR="00E00D30" w:rsidRDefault="00E00D30" w:rsidP="00E00D30">
      <w:r>
        <w:t>521.9692</w:t>
      </w:r>
      <w:r>
        <w:tab/>
        <w:t>1.013e0</w:t>
      </w:r>
    </w:p>
    <w:p w:rsidR="00E00D30" w:rsidRDefault="00E00D30" w:rsidP="00E00D30">
      <w:r>
        <w:t>522.0022</w:t>
      </w:r>
      <w:r>
        <w:tab/>
        <w:t>2.025e0</w:t>
      </w:r>
    </w:p>
    <w:p w:rsidR="00E00D30" w:rsidRDefault="00E00D30" w:rsidP="00E00D30">
      <w:r>
        <w:t>522.0109</w:t>
      </w:r>
      <w:r>
        <w:tab/>
        <w:t>1.013e0</w:t>
      </w:r>
    </w:p>
    <w:p w:rsidR="00E00D30" w:rsidRDefault="00E00D30" w:rsidP="00E00D30">
      <w:r>
        <w:lastRenderedPageBreak/>
        <w:t>522.0435</w:t>
      </w:r>
      <w:r>
        <w:tab/>
        <w:t>1.013e0</w:t>
      </w:r>
    </w:p>
    <w:p w:rsidR="00E00D30" w:rsidRDefault="00E00D30" w:rsidP="00E00D30">
      <w:r>
        <w:t>522.0561</w:t>
      </w:r>
      <w:r>
        <w:tab/>
        <w:t>1.013e0</w:t>
      </w:r>
    </w:p>
    <w:p w:rsidR="00E00D30" w:rsidRDefault="00E00D30" w:rsidP="00E00D30">
      <w:r>
        <w:t>522.0834</w:t>
      </w:r>
      <w:r>
        <w:tab/>
        <w:t>2.025e0</w:t>
      </w:r>
    </w:p>
    <w:p w:rsidR="00E00D30" w:rsidRDefault="00E00D30" w:rsidP="00E00D30">
      <w:r>
        <w:t>522.0980</w:t>
      </w:r>
      <w:r>
        <w:tab/>
        <w:t>1.013e0</w:t>
      </w:r>
    </w:p>
    <w:p w:rsidR="00E00D30" w:rsidRDefault="00E00D30" w:rsidP="00E00D30">
      <w:r>
        <w:t>522.1164</w:t>
      </w:r>
      <w:r>
        <w:tab/>
        <w:t>1.013e0</w:t>
      </w:r>
    </w:p>
    <w:p w:rsidR="00E00D30" w:rsidRDefault="00E00D30" w:rsidP="00E00D30">
      <w:r>
        <w:t>522.1345</w:t>
      </w:r>
      <w:r>
        <w:tab/>
        <w:t>1.013e0</w:t>
      </w:r>
    </w:p>
    <w:p w:rsidR="00E00D30" w:rsidRDefault="00E00D30" w:rsidP="00E00D30">
      <w:r>
        <w:t>522.1776</w:t>
      </w:r>
      <w:r>
        <w:tab/>
        <w:t>3.038e0</w:t>
      </w:r>
    </w:p>
    <w:p w:rsidR="00E00D30" w:rsidRDefault="00E00D30" w:rsidP="00E00D30">
      <w:r>
        <w:t>522.1874</w:t>
      </w:r>
      <w:r>
        <w:tab/>
        <w:t>2.025e0</w:t>
      </w:r>
    </w:p>
    <w:p w:rsidR="00E00D30" w:rsidRDefault="00E00D30" w:rsidP="00E00D30">
      <w:r>
        <w:t>522.2098</w:t>
      </w:r>
      <w:r>
        <w:tab/>
        <w:t>3.038e0</w:t>
      </w:r>
    </w:p>
    <w:p w:rsidR="00E00D30" w:rsidRDefault="00E00D30" w:rsidP="00E00D30">
      <w:r>
        <w:t>522.2162</w:t>
      </w:r>
      <w:r>
        <w:tab/>
        <w:t>2.120e1</w:t>
      </w:r>
    </w:p>
    <w:p w:rsidR="00E00D30" w:rsidRDefault="00E00D30" w:rsidP="00E00D30">
      <w:r>
        <w:t>522.2187</w:t>
      </w:r>
      <w:r>
        <w:tab/>
        <w:t>1.013e0</w:t>
      </w:r>
    </w:p>
    <w:p w:rsidR="00E00D30" w:rsidRDefault="00E00D30" w:rsidP="00E00D30">
      <w:r>
        <w:t>522.2220</w:t>
      </w:r>
      <w:r>
        <w:tab/>
        <w:t>6.076e0</w:t>
      </w:r>
    </w:p>
    <w:p w:rsidR="00E00D30" w:rsidRDefault="00E00D30" w:rsidP="00E00D30">
      <w:r>
        <w:t>522.2297</w:t>
      </w:r>
      <w:r>
        <w:tab/>
        <w:t>1.013e0</w:t>
      </w:r>
    </w:p>
    <w:p w:rsidR="00E00D30" w:rsidRDefault="00E00D30" w:rsidP="00E00D30">
      <w:r>
        <w:t>522.2451</w:t>
      </w:r>
      <w:r>
        <w:tab/>
        <w:t>1.013e0</w:t>
      </w:r>
    </w:p>
    <w:p w:rsidR="00E00D30" w:rsidRDefault="00E00D30" w:rsidP="00E00D30">
      <w:r>
        <w:t>522.2778</w:t>
      </w:r>
      <w:r>
        <w:tab/>
        <w:t>3.038e0</w:t>
      </w:r>
    </w:p>
    <w:p w:rsidR="00E00D30" w:rsidRDefault="00E00D30" w:rsidP="00E00D30">
      <w:r>
        <w:t>522.2888</w:t>
      </w:r>
      <w:r>
        <w:tab/>
        <w:t>2.025e0</w:t>
      </w:r>
    </w:p>
    <w:p w:rsidR="00E00D30" w:rsidRDefault="00E00D30" w:rsidP="00E00D30">
      <w:r>
        <w:t>522.3007</w:t>
      </w:r>
      <w:r>
        <w:tab/>
        <w:t>5.063e0</w:t>
      </w:r>
    </w:p>
    <w:p w:rsidR="00E00D30" w:rsidRDefault="00E00D30" w:rsidP="00E00D30">
      <w:r>
        <w:t>522.3074</w:t>
      </w:r>
      <w:r>
        <w:tab/>
        <w:t>3.206e0</w:t>
      </w:r>
    </w:p>
    <w:p w:rsidR="00E00D30" w:rsidRDefault="00E00D30" w:rsidP="00E00D30">
      <w:r>
        <w:t>522.3149</w:t>
      </w:r>
      <w:r>
        <w:tab/>
        <w:t>2.025e0</w:t>
      </w:r>
    </w:p>
    <w:p w:rsidR="00E00D30" w:rsidRDefault="00E00D30" w:rsidP="00E00D30">
      <w:r>
        <w:lastRenderedPageBreak/>
        <w:t>522.3181</w:t>
      </w:r>
      <w:r>
        <w:tab/>
        <w:t>1.013e0</w:t>
      </w:r>
    </w:p>
    <w:p w:rsidR="00E00D30" w:rsidRDefault="00E00D30" w:rsidP="00E00D30">
      <w:r>
        <w:t>522.3204</w:t>
      </w:r>
      <w:r>
        <w:tab/>
        <w:t>4.051e0</w:t>
      </w:r>
    </w:p>
    <w:p w:rsidR="00E00D30" w:rsidRDefault="00E00D30" w:rsidP="00E00D30">
      <w:r>
        <w:t>522.3229</w:t>
      </w:r>
      <w:r>
        <w:tab/>
        <w:t>3.038e0</w:t>
      </w:r>
    </w:p>
    <w:p w:rsidR="00E00D30" w:rsidRDefault="00E00D30" w:rsidP="00E00D30">
      <w:r>
        <w:t>522.3289</w:t>
      </w:r>
      <w:r>
        <w:tab/>
        <w:t>1.932e0</w:t>
      </w:r>
    </w:p>
    <w:p w:rsidR="00E00D30" w:rsidRDefault="00E00D30" w:rsidP="00E00D30">
      <w:r>
        <w:t>522.3480</w:t>
      </w:r>
      <w:r>
        <w:tab/>
        <w:t>1.702e0</w:t>
      </w:r>
    </w:p>
    <w:p w:rsidR="00E00D30" w:rsidRDefault="00E00D30" w:rsidP="00E00D30">
      <w:r>
        <w:t>522.3637</w:t>
      </w:r>
      <w:r>
        <w:tab/>
        <w:t>3.038e0</w:t>
      </w:r>
    </w:p>
    <w:p w:rsidR="00E00D30" w:rsidRDefault="00E00D30" w:rsidP="00E00D30">
      <w:r>
        <w:t>522.3994</w:t>
      </w:r>
      <w:r>
        <w:tab/>
        <w:t>1.013e0</w:t>
      </w:r>
    </w:p>
    <w:p w:rsidR="00E00D30" w:rsidRDefault="00E00D30" w:rsidP="00E00D30">
      <w:r>
        <w:t>522.4105</w:t>
      </w:r>
      <w:r>
        <w:tab/>
        <w:t>3.038e0</w:t>
      </w:r>
    </w:p>
    <w:p w:rsidR="00E00D30" w:rsidRDefault="00E00D30" w:rsidP="00E00D30">
      <w:r>
        <w:t>522.4210</w:t>
      </w:r>
      <w:r>
        <w:tab/>
        <w:t>2.025e0</w:t>
      </w:r>
    </w:p>
    <w:p w:rsidR="00E00D30" w:rsidRDefault="00E00D30" w:rsidP="00E00D30">
      <w:r>
        <w:t>522.4315</w:t>
      </w:r>
      <w:r>
        <w:tab/>
        <w:t>1.013e0</w:t>
      </w:r>
    </w:p>
    <w:p w:rsidR="00E00D30" w:rsidRDefault="00E00D30" w:rsidP="00E00D30">
      <w:r>
        <w:t>522.4536</w:t>
      </w:r>
      <w:r>
        <w:tab/>
        <w:t>1.013e0</w:t>
      </w:r>
    </w:p>
    <w:p w:rsidR="00E00D30" w:rsidRDefault="00E00D30" w:rsidP="00E00D30">
      <w:r>
        <w:t>522.4895</w:t>
      </w:r>
      <w:r>
        <w:tab/>
        <w:t>1.118e0</w:t>
      </w:r>
    </w:p>
    <w:p w:rsidR="00E00D30" w:rsidRDefault="00E00D30" w:rsidP="00E00D30">
      <w:r>
        <w:t>522.5235</w:t>
      </w:r>
      <w:r>
        <w:tab/>
        <w:t>1.013e0</w:t>
      </w:r>
    </w:p>
    <w:p w:rsidR="00E00D30" w:rsidRDefault="00E00D30" w:rsidP="00E00D30">
      <w:r>
        <w:t>522.5788</w:t>
      </w:r>
      <w:r>
        <w:tab/>
        <w:t>1.013e0</w:t>
      </w:r>
    </w:p>
    <w:p w:rsidR="00E00D30" w:rsidRDefault="00E00D30" w:rsidP="00E00D30">
      <w:r>
        <w:t>522.5818</w:t>
      </w:r>
      <w:r>
        <w:tab/>
        <w:t>2.025e0</w:t>
      </w:r>
    </w:p>
    <w:p w:rsidR="00E00D30" w:rsidRDefault="00E00D30" w:rsidP="00E00D30">
      <w:r>
        <w:t>522.5891</w:t>
      </w:r>
      <w:r>
        <w:tab/>
        <w:t>3.038e0</w:t>
      </w:r>
    </w:p>
    <w:p w:rsidR="00E00D30" w:rsidRDefault="00E00D30" w:rsidP="00E00D30">
      <w:r>
        <w:t>522.5961</w:t>
      </w:r>
      <w:r>
        <w:tab/>
        <w:t>2.025e0</w:t>
      </w:r>
    </w:p>
    <w:p w:rsidR="00E00D30" w:rsidRDefault="00E00D30" w:rsidP="00E00D30">
      <w:r>
        <w:t>522.6076</w:t>
      </w:r>
      <w:r>
        <w:tab/>
        <w:t>2.025e0</w:t>
      </w:r>
    </w:p>
    <w:p w:rsidR="00E00D30" w:rsidRDefault="00E00D30" w:rsidP="00E00D30">
      <w:r>
        <w:t>522.6186</w:t>
      </w:r>
      <w:r>
        <w:tab/>
        <w:t>2.025e0</w:t>
      </w:r>
    </w:p>
    <w:p w:rsidR="00E00D30" w:rsidRDefault="00E00D30" w:rsidP="00E00D30">
      <w:r>
        <w:lastRenderedPageBreak/>
        <w:t>522.6552</w:t>
      </w:r>
      <w:r>
        <w:tab/>
        <w:t>1.013e0</w:t>
      </w:r>
    </w:p>
    <w:p w:rsidR="00E00D30" w:rsidRDefault="00E00D30" w:rsidP="00E00D30">
      <w:r>
        <w:t>522.6664</w:t>
      </w:r>
      <w:r>
        <w:tab/>
        <w:t>2.025e0</w:t>
      </w:r>
    </w:p>
    <w:p w:rsidR="00E00D30" w:rsidRDefault="00E00D30" w:rsidP="00E00D30">
      <w:r>
        <w:t>522.6793</w:t>
      </w:r>
      <w:r>
        <w:tab/>
        <w:t>1.013e0</w:t>
      </w:r>
    </w:p>
    <w:p w:rsidR="00E00D30" w:rsidRDefault="00E00D30" w:rsidP="00E00D30">
      <w:r>
        <w:t>522.7429</w:t>
      </w:r>
      <w:r>
        <w:tab/>
        <w:t>1.013e0</w:t>
      </w:r>
    </w:p>
    <w:p w:rsidR="00E00D30" w:rsidRDefault="00E00D30" w:rsidP="00E00D30">
      <w:r>
        <w:t>522.7475</w:t>
      </w:r>
      <w:r>
        <w:tab/>
        <w:t>2.025e0</w:t>
      </w:r>
    </w:p>
    <w:p w:rsidR="00E00D30" w:rsidRDefault="00E00D30" w:rsidP="00E00D30">
      <w:r>
        <w:t>522.7617</w:t>
      </w:r>
      <w:r>
        <w:tab/>
        <w:t>1.013e0</w:t>
      </w:r>
    </w:p>
    <w:p w:rsidR="00E00D30" w:rsidRDefault="00E00D30" w:rsidP="00E00D30">
      <w:r>
        <w:t>522.7657</w:t>
      </w:r>
      <w:r>
        <w:tab/>
        <w:t>1.013e0</w:t>
      </w:r>
    </w:p>
    <w:p w:rsidR="00E00D30" w:rsidRDefault="00E00D30" w:rsidP="00E00D30">
      <w:r>
        <w:t>522.7969</w:t>
      </w:r>
      <w:r>
        <w:tab/>
        <w:t>1.013e0</w:t>
      </w:r>
    </w:p>
    <w:p w:rsidR="00E00D30" w:rsidRDefault="00E00D30" w:rsidP="00E00D30">
      <w:r>
        <w:t>522.8333</w:t>
      </w:r>
      <w:r>
        <w:tab/>
        <w:t>1.013e0</w:t>
      </w:r>
    </w:p>
    <w:p w:rsidR="00E00D30" w:rsidRDefault="00E00D30" w:rsidP="00E00D30">
      <w:r>
        <w:t>522.8389</w:t>
      </w:r>
      <w:r>
        <w:tab/>
        <w:t>1.013e0</w:t>
      </w:r>
    </w:p>
    <w:p w:rsidR="00E00D30" w:rsidRDefault="00E00D30" w:rsidP="00E00D30">
      <w:r>
        <w:t>522.8579</w:t>
      </w:r>
      <w:r>
        <w:tab/>
        <w:t>4.051e0</w:t>
      </w:r>
    </w:p>
    <w:p w:rsidR="00E00D30" w:rsidRDefault="00E00D30" w:rsidP="00E00D30">
      <w:r>
        <w:t>522.8602</w:t>
      </w:r>
      <w:r>
        <w:tab/>
        <w:t>1.013e0</w:t>
      </w:r>
    </w:p>
    <w:p w:rsidR="00E00D30" w:rsidRDefault="00E00D30" w:rsidP="00E00D30">
      <w:r>
        <w:t>522.8627</w:t>
      </w:r>
      <w:r>
        <w:tab/>
        <w:t>2.025e0</w:t>
      </w:r>
    </w:p>
    <w:p w:rsidR="00E00D30" w:rsidRDefault="00E00D30" w:rsidP="00E00D30">
      <w:r>
        <w:t>522.8759</w:t>
      </w:r>
      <w:r>
        <w:tab/>
        <w:t>1.013e0</w:t>
      </w:r>
    </w:p>
    <w:p w:rsidR="00E00D30" w:rsidRDefault="00E00D30" w:rsidP="00E00D30">
      <w:r>
        <w:t>522.9057</w:t>
      </w:r>
      <w:r>
        <w:tab/>
        <w:t>3.038e0</w:t>
      </w:r>
    </w:p>
    <w:p w:rsidR="00E00D30" w:rsidRDefault="00E00D30" w:rsidP="00E00D30">
      <w:r>
        <w:t>522.9125</w:t>
      </w:r>
      <w:r>
        <w:tab/>
        <w:t>1.013e0</w:t>
      </w:r>
    </w:p>
    <w:p w:rsidR="00E00D30" w:rsidRDefault="00E00D30" w:rsidP="00E00D30">
      <w:r>
        <w:t>522.9161</w:t>
      </w:r>
      <w:r>
        <w:tab/>
        <w:t>1.013e0</w:t>
      </w:r>
    </w:p>
    <w:p w:rsidR="00E00D30" w:rsidRDefault="00E00D30" w:rsidP="00E00D30">
      <w:r>
        <w:t>522.9190</w:t>
      </w:r>
      <w:r>
        <w:tab/>
        <w:t>2.025e0</w:t>
      </w:r>
    </w:p>
    <w:p w:rsidR="00E00D30" w:rsidRDefault="00E00D30" w:rsidP="00E00D30">
      <w:r>
        <w:t>522.9495</w:t>
      </w:r>
      <w:r>
        <w:tab/>
        <w:t>2.025e0</w:t>
      </w:r>
    </w:p>
    <w:p w:rsidR="00E00D30" w:rsidRDefault="00E00D30" w:rsidP="00E00D30">
      <w:r>
        <w:lastRenderedPageBreak/>
        <w:t>522.9687</w:t>
      </w:r>
      <w:r>
        <w:tab/>
        <w:t>1.013e0</w:t>
      </w:r>
    </w:p>
    <w:p w:rsidR="00E00D30" w:rsidRDefault="00E00D30" w:rsidP="00E00D30">
      <w:r>
        <w:t>522.9781</w:t>
      </w:r>
      <w:r>
        <w:tab/>
        <w:t>1.013e0</w:t>
      </w:r>
    </w:p>
    <w:p w:rsidR="00E00D30" w:rsidRDefault="00E00D30" w:rsidP="00E00D30">
      <w:r>
        <w:t>522.9868</w:t>
      </w:r>
      <w:r>
        <w:tab/>
        <w:t>2.025e0</w:t>
      </w:r>
    </w:p>
    <w:p w:rsidR="00E00D30" w:rsidRDefault="00E00D30" w:rsidP="00E00D30">
      <w:r>
        <w:t>523.0782</w:t>
      </w:r>
      <w:r>
        <w:tab/>
        <w:t>3.038e0</w:t>
      </w:r>
    </w:p>
    <w:p w:rsidR="00E00D30" w:rsidRDefault="00E00D30" w:rsidP="00E00D30">
      <w:r>
        <w:t>523.0809</w:t>
      </w:r>
      <w:r>
        <w:tab/>
        <w:t>1.013e0</w:t>
      </w:r>
    </w:p>
    <w:p w:rsidR="00E00D30" w:rsidRDefault="00E00D30" w:rsidP="00E00D30">
      <w:r>
        <w:t>523.0866</w:t>
      </w:r>
      <w:r>
        <w:tab/>
        <w:t>1.013e0</w:t>
      </w:r>
    </w:p>
    <w:p w:rsidR="00E00D30" w:rsidRDefault="00E00D30" w:rsidP="00E00D30">
      <w:r>
        <w:t>523.0992</w:t>
      </w:r>
      <w:r>
        <w:tab/>
        <w:t>1.013e0</w:t>
      </w:r>
    </w:p>
    <w:p w:rsidR="00E00D30" w:rsidRDefault="00E00D30" w:rsidP="00E00D30">
      <w:r>
        <w:t>523.1500</w:t>
      </w:r>
      <w:r>
        <w:tab/>
        <w:t>1.013e0</w:t>
      </w:r>
    </w:p>
    <w:p w:rsidR="00E00D30" w:rsidRDefault="00E00D30" w:rsidP="00E00D30">
      <w:r>
        <w:t>523.1597</w:t>
      </w:r>
      <w:r>
        <w:tab/>
        <w:t>1.013e0</w:t>
      </w:r>
    </w:p>
    <w:p w:rsidR="00E00D30" w:rsidRDefault="00E00D30" w:rsidP="00E00D30">
      <w:r>
        <w:t>523.1628</w:t>
      </w:r>
      <w:r>
        <w:tab/>
        <w:t>2.025e0</w:t>
      </w:r>
    </w:p>
    <w:p w:rsidR="00E00D30" w:rsidRDefault="00E00D30" w:rsidP="00E00D30">
      <w:r>
        <w:t>523.1730</w:t>
      </w:r>
      <w:r>
        <w:tab/>
        <w:t>1.013e0</w:t>
      </w:r>
    </w:p>
    <w:p w:rsidR="00E00D30" w:rsidRDefault="00E00D30" w:rsidP="00E00D30">
      <w:r>
        <w:t>523.2029</w:t>
      </w:r>
      <w:r>
        <w:tab/>
        <w:t>2.025e0</w:t>
      </w:r>
    </w:p>
    <w:p w:rsidR="00E00D30" w:rsidRDefault="00E00D30" w:rsidP="00E00D30">
      <w:r>
        <w:t>523.2073</w:t>
      </w:r>
      <w:r>
        <w:tab/>
        <w:t>3.038e0</w:t>
      </w:r>
    </w:p>
    <w:p w:rsidR="00E00D30" w:rsidRDefault="00E00D30" w:rsidP="00E00D30">
      <w:r>
        <w:t>523.2170</w:t>
      </w:r>
      <w:r>
        <w:tab/>
        <w:t>2.025e0</w:t>
      </w:r>
    </w:p>
    <w:p w:rsidR="00E00D30" w:rsidRDefault="00E00D30" w:rsidP="00E00D30">
      <w:r>
        <w:t>523.2205</w:t>
      </w:r>
      <w:r>
        <w:tab/>
        <w:t>2.025e0</w:t>
      </w:r>
    </w:p>
    <w:p w:rsidR="00E00D30" w:rsidRDefault="00E00D30" w:rsidP="00E00D30">
      <w:r>
        <w:t>523.2465</w:t>
      </w:r>
      <w:r>
        <w:tab/>
        <w:t>1.013e0</w:t>
      </w:r>
    </w:p>
    <w:p w:rsidR="00E00D30" w:rsidRDefault="00E00D30" w:rsidP="00E00D30">
      <w:r>
        <w:t>523.2649</w:t>
      </w:r>
      <w:r>
        <w:tab/>
        <w:t>1.013e0</w:t>
      </w:r>
    </w:p>
    <w:p w:rsidR="00E00D30" w:rsidRDefault="00E00D30" w:rsidP="00E00D30">
      <w:r>
        <w:t>523.2659</w:t>
      </w:r>
      <w:r>
        <w:tab/>
        <w:t>2.995e0</w:t>
      </w:r>
    </w:p>
    <w:p w:rsidR="00E00D30" w:rsidRDefault="00E00D30" w:rsidP="00E00D30">
      <w:r>
        <w:t>523.2859</w:t>
      </w:r>
      <w:r>
        <w:tab/>
        <w:t>1.013e0</w:t>
      </w:r>
    </w:p>
    <w:p w:rsidR="00E00D30" w:rsidRDefault="00E00D30" w:rsidP="00E00D30">
      <w:r>
        <w:lastRenderedPageBreak/>
        <w:t>523.3038</w:t>
      </w:r>
      <w:r>
        <w:tab/>
        <w:t>2.025e0</w:t>
      </w:r>
    </w:p>
    <w:p w:rsidR="00E00D30" w:rsidRDefault="00E00D30" w:rsidP="00E00D30">
      <w:r>
        <w:t>523.3123</w:t>
      </w:r>
      <w:r>
        <w:tab/>
        <w:t>2.025e0</w:t>
      </w:r>
    </w:p>
    <w:p w:rsidR="00E00D30" w:rsidRDefault="00E00D30" w:rsidP="00E00D30">
      <w:r>
        <w:t>523.3169</w:t>
      </w:r>
      <w:r>
        <w:tab/>
        <w:t>1.388e0</w:t>
      </w:r>
    </w:p>
    <w:p w:rsidR="00E00D30" w:rsidRDefault="00E00D30" w:rsidP="00E00D30">
      <w:r>
        <w:t>523.3386</w:t>
      </w:r>
      <w:r>
        <w:tab/>
        <w:t>1.013e0</w:t>
      </w:r>
    </w:p>
    <w:p w:rsidR="00E00D30" w:rsidRDefault="00E00D30" w:rsidP="00E00D30">
      <w:r>
        <w:t>523.3408</w:t>
      </w:r>
      <w:r>
        <w:tab/>
        <w:t>4.051e0</w:t>
      </w:r>
    </w:p>
    <w:p w:rsidR="00E00D30" w:rsidRDefault="00E00D30" w:rsidP="00E00D30">
      <w:r>
        <w:t>523.3754</w:t>
      </w:r>
      <w:r>
        <w:tab/>
        <w:t>1.013e0</w:t>
      </w:r>
    </w:p>
    <w:p w:rsidR="00E00D30" w:rsidRDefault="00E00D30" w:rsidP="00E00D30">
      <w:r>
        <w:t>523.3872</w:t>
      </w:r>
      <w:r>
        <w:tab/>
        <w:t>3.038e0</w:t>
      </w:r>
    </w:p>
    <w:p w:rsidR="00E00D30" w:rsidRDefault="00E00D30" w:rsidP="00E00D30">
      <w:r>
        <w:t>523.3936</w:t>
      </w:r>
      <w:r>
        <w:tab/>
        <w:t>1.013e0</w:t>
      </w:r>
    </w:p>
    <w:p w:rsidR="00E00D30" w:rsidRDefault="00E00D30" w:rsidP="00E00D30">
      <w:r>
        <w:t>523.4055</w:t>
      </w:r>
      <w:r>
        <w:tab/>
        <w:t>2.025e0</w:t>
      </w:r>
    </w:p>
    <w:p w:rsidR="00E00D30" w:rsidRDefault="00E00D30" w:rsidP="00E00D30">
      <w:r>
        <w:t>523.4331</w:t>
      </w:r>
      <w:r>
        <w:tab/>
        <w:t>1.013e0</w:t>
      </w:r>
    </w:p>
    <w:p w:rsidR="00E00D30" w:rsidRDefault="00E00D30" w:rsidP="00E00D30">
      <w:r>
        <w:t>523.4396</w:t>
      </w:r>
      <w:r>
        <w:tab/>
        <w:t>1.013e0</w:t>
      </w:r>
    </w:p>
    <w:p w:rsidR="00E00D30" w:rsidRDefault="00E00D30" w:rsidP="00E00D30">
      <w:r>
        <w:t>523.4665</w:t>
      </w:r>
      <w:r>
        <w:tab/>
        <w:t>2.025e0</w:t>
      </w:r>
    </w:p>
    <w:p w:rsidR="00E00D30" w:rsidRDefault="00E00D30" w:rsidP="00E00D30">
      <w:r>
        <w:t>523.4702</w:t>
      </w:r>
      <w:r>
        <w:tab/>
        <w:t>1.013e0</w:t>
      </w:r>
    </w:p>
    <w:p w:rsidR="00E00D30" w:rsidRDefault="00E00D30" w:rsidP="00E00D30">
      <w:r>
        <w:t>523.4886</w:t>
      </w:r>
      <w:r>
        <w:tab/>
        <w:t>2.025e0</w:t>
      </w:r>
    </w:p>
    <w:p w:rsidR="00E00D30" w:rsidRDefault="00E00D30" w:rsidP="00E00D30">
      <w:r>
        <w:t>523.4940</w:t>
      </w:r>
      <w:r>
        <w:tab/>
        <w:t>1.013e0</w:t>
      </w:r>
    </w:p>
    <w:p w:rsidR="00E00D30" w:rsidRDefault="00E00D30" w:rsidP="00E00D30">
      <w:r>
        <w:t>523.5161</w:t>
      </w:r>
      <w:r>
        <w:tab/>
        <w:t>2.025e0</w:t>
      </w:r>
    </w:p>
    <w:p w:rsidR="00E00D30" w:rsidRDefault="00E00D30" w:rsidP="00E00D30">
      <w:r>
        <w:t>523.5300</w:t>
      </w:r>
      <w:r>
        <w:tab/>
        <w:t>2.025e0</w:t>
      </w:r>
    </w:p>
    <w:p w:rsidR="00E00D30" w:rsidRDefault="00E00D30" w:rsidP="00E00D30">
      <w:r>
        <w:t>523.5673</w:t>
      </w:r>
      <w:r>
        <w:tab/>
        <w:t>2.025e0</w:t>
      </w:r>
    </w:p>
    <w:p w:rsidR="00E00D30" w:rsidRDefault="00E00D30" w:rsidP="00E00D30">
      <w:r>
        <w:t>523.5810</w:t>
      </w:r>
      <w:r>
        <w:tab/>
        <w:t>1.013e0</w:t>
      </w:r>
    </w:p>
    <w:p w:rsidR="00E00D30" w:rsidRDefault="00E00D30" w:rsidP="00E00D30">
      <w:r>
        <w:lastRenderedPageBreak/>
        <w:t>523.5847</w:t>
      </w:r>
      <w:r>
        <w:tab/>
        <w:t>2.025e0</w:t>
      </w:r>
    </w:p>
    <w:p w:rsidR="00E00D30" w:rsidRDefault="00E00D30" w:rsidP="00E00D30">
      <w:r>
        <w:t>523.5880</w:t>
      </w:r>
      <w:r>
        <w:tab/>
        <w:t>5.063e0</w:t>
      </w:r>
    </w:p>
    <w:p w:rsidR="00E00D30" w:rsidRDefault="00E00D30" w:rsidP="00E00D30">
      <w:r>
        <w:t>523.6147</w:t>
      </w:r>
      <w:r>
        <w:tab/>
        <w:t>3.038e0</w:t>
      </w:r>
    </w:p>
    <w:p w:rsidR="00E00D30" w:rsidRDefault="00E00D30" w:rsidP="00E00D30">
      <w:r>
        <w:t>523.6361</w:t>
      </w:r>
      <w:r>
        <w:tab/>
        <w:t>1.013e0</w:t>
      </w:r>
    </w:p>
    <w:p w:rsidR="00E00D30" w:rsidRDefault="00E00D30" w:rsidP="00E00D30">
      <w:r>
        <w:t>523.6479</w:t>
      </w:r>
      <w:r>
        <w:tab/>
        <w:t>1.013e0</w:t>
      </w:r>
    </w:p>
    <w:p w:rsidR="00E00D30" w:rsidRDefault="00E00D30" w:rsidP="00E00D30">
      <w:r>
        <w:t>523.6657</w:t>
      </w:r>
      <w:r>
        <w:tab/>
        <w:t>1.013e0</w:t>
      </w:r>
    </w:p>
    <w:p w:rsidR="00E00D30" w:rsidRDefault="00E00D30" w:rsidP="00E00D30">
      <w:r>
        <w:t>523.6722</w:t>
      </w:r>
      <w:r>
        <w:tab/>
        <w:t>1.013e0</w:t>
      </w:r>
    </w:p>
    <w:p w:rsidR="00E00D30" w:rsidRDefault="00E00D30" w:rsidP="00E00D30">
      <w:r>
        <w:t>523.8009</w:t>
      </w:r>
      <w:r>
        <w:tab/>
        <w:t>1.013e0</w:t>
      </w:r>
    </w:p>
    <w:p w:rsidR="00E00D30" w:rsidRDefault="00E00D30" w:rsidP="00E00D30">
      <w:r>
        <w:t>523.8405</w:t>
      </w:r>
      <w:r>
        <w:tab/>
        <w:t>1.013e0</w:t>
      </w:r>
    </w:p>
    <w:p w:rsidR="00E00D30" w:rsidRDefault="00E00D30" w:rsidP="00E00D30">
      <w:r>
        <w:t>523.8724</w:t>
      </w:r>
      <w:r>
        <w:tab/>
        <w:t>3.385e0</w:t>
      </w:r>
    </w:p>
    <w:p w:rsidR="00E00D30" w:rsidRDefault="00E00D30" w:rsidP="00E00D30">
      <w:r>
        <w:t>523.8744</w:t>
      </w:r>
      <w:r>
        <w:tab/>
        <w:t>1.013e0</w:t>
      </w:r>
    </w:p>
    <w:p w:rsidR="00E00D30" w:rsidRDefault="00E00D30" w:rsidP="00E00D30">
      <w:r>
        <w:t>523.8838</w:t>
      </w:r>
      <w:r>
        <w:tab/>
        <w:t>2.025e0</w:t>
      </w:r>
    </w:p>
    <w:p w:rsidR="00E00D30" w:rsidRDefault="00E00D30" w:rsidP="00E00D30">
      <w:r>
        <w:t>523.8931</w:t>
      </w:r>
      <w:r>
        <w:tab/>
        <w:t>2.025e0</w:t>
      </w:r>
    </w:p>
    <w:p w:rsidR="00E00D30" w:rsidRDefault="00E00D30" w:rsidP="00E00D30">
      <w:r>
        <w:t>523.9103</w:t>
      </w:r>
      <w:r>
        <w:tab/>
        <w:t>1.013e0</w:t>
      </w:r>
    </w:p>
    <w:p w:rsidR="00E00D30" w:rsidRDefault="00E00D30" w:rsidP="00E00D30">
      <w:r>
        <w:t>523.9143</w:t>
      </w:r>
      <w:r>
        <w:tab/>
        <w:t>1.013e0</w:t>
      </w:r>
    </w:p>
    <w:p w:rsidR="00E00D30" w:rsidRDefault="00E00D30" w:rsidP="00E00D30">
      <w:r>
        <w:t>523.9378</w:t>
      </w:r>
      <w:r>
        <w:tab/>
        <w:t>1.013e0</w:t>
      </w:r>
    </w:p>
    <w:p w:rsidR="00E00D30" w:rsidRDefault="00E00D30" w:rsidP="00E00D30">
      <w:r>
        <w:t>523.9466</w:t>
      </w:r>
      <w:r>
        <w:tab/>
        <w:t>2.025e0</w:t>
      </w:r>
    </w:p>
    <w:p w:rsidR="00E00D30" w:rsidRDefault="00E00D30" w:rsidP="00E00D30">
      <w:r>
        <w:t>523.9517</w:t>
      </w:r>
      <w:r>
        <w:tab/>
        <w:t>1.013e0</w:t>
      </w:r>
    </w:p>
    <w:p w:rsidR="00E00D30" w:rsidRDefault="00E00D30" w:rsidP="00E00D30">
      <w:r>
        <w:t>523.9786</w:t>
      </w:r>
      <w:r>
        <w:tab/>
        <w:t>2.025e0</w:t>
      </w:r>
    </w:p>
    <w:p w:rsidR="00E00D30" w:rsidRDefault="00E00D30" w:rsidP="00E00D30">
      <w:r>
        <w:lastRenderedPageBreak/>
        <w:t>524.0061</w:t>
      </w:r>
      <w:r>
        <w:tab/>
        <w:t>1.013e0</w:t>
      </w:r>
    </w:p>
    <w:p w:rsidR="00E00D30" w:rsidRDefault="00E00D30" w:rsidP="00E00D30">
      <w:r>
        <w:t>524.0208</w:t>
      </w:r>
      <w:r>
        <w:tab/>
        <w:t>2.025e0</w:t>
      </w:r>
    </w:p>
    <w:p w:rsidR="00E00D30" w:rsidRDefault="00E00D30" w:rsidP="00E00D30">
      <w:r>
        <w:t>524.0271</w:t>
      </w:r>
      <w:r>
        <w:tab/>
        <w:t>2.025e0</w:t>
      </w:r>
    </w:p>
    <w:p w:rsidR="00E00D30" w:rsidRDefault="00E00D30" w:rsidP="00E00D30">
      <w:r>
        <w:t>524.0432</w:t>
      </w:r>
      <w:r>
        <w:tab/>
        <w:t>2.025e0</w:t>
      </w:r>
    </w:p>
    <w:p w:rsidR="00E00D30" w:rsidRDefault="00E00D30" w:rsidP="00E00D30">
      <w:r>
        <w:t>524.0789</w:t>
      </w:r>
      <w:r>
        <w:tab/>
        <w:t>2.025e0</w:t>
      </w:r>
    </w:p>
    <w:p w:rsidR="00E00D30" w:rsidRDefault="00E00D30" w:rsidP="00E00D30">
      <w:r>
        <w:t>524.1124</w:t>
      </w:r>
      <w:r>
        <w:tab/>
        <w:t>2.025e0</w:t>
      </w:r>
    </w:p>
    <w:p w:rsidR="00E00D30" w:rsidRDefault="00E00D30" w:rsidP="00E00D30">
      <w:r>
        <w:t>524.1348</w:t>
      </w:r>
      <w:r>
        <w:tab/>
        <w:t>1.013e0</w:t>
      </w:r>
    </w:p>
    <w:p w:rsidR="00E00D30" w:rsidRDefault="00E00D30" w:rsidP="00E00D30">
      <w:r>
        <w:t>524.1641</w:t>
      </w:r>
      <w:r>
        <w:tab/>
        <w:t>1.013e0</w:t>
      </w:r>
    </w:p>
    <w:p w:rsidR="00E00D30" w:rsidRDefault="00E00D30" w:rsidP="00E00D30">
      <w:r>
        <w:t>524.1689</w:t>
      </w:r>
      <w:r>
        <w:tab/>
        <w:t>3.038e0</w:t>
      </w:r>
    </w:p>
    <w:p w:rsidR="00E00D30" w:rsidRDefault="00E00D30" w:rsidP="00E00D30">
      <w:r>
        <w:t>524.1716</w:t>
      </w:r>
      <w:r>
        <w:tab/>
        <w:t>1.013e0</w:t>
      </w:r>
    </w:p>
    <w:p w:rsidR="00E00D30" w:rsidRDefault="00E00D30" w:rsidP="00E00D30">
      <w:r>
        <w:t>524.1765</w:t>
      </w:r>
      <w:r>
        <w:tab/>
        <w:t>4.051e0</w:t>
      </w:r>
    </w:p>
    <w:p w:rsidR="00E00D30" w:rsidRDefault="00E00D30" w:rsidP="00E00D30">
      <w:r>
        <w:t>524.2006</w:t>
      </w:r>
      <w:r>
        <w:tab/>
        <w:t>1.013e0</w:t>
      </w:r>
    </w:p>
    <w:p w:rsidR="00E00D30" w:rsidRDefault="00E00D30" w:rsidP="00E00D30">
      <w:r>
        <w:t>524.2454</w:t>
      </w:r>
      <w:r>
        <w:tab/>
        <w:t>1.013e0</w:t>
      </w:r>
    </w:p>
    <w:p w:rsidR="00E00D30" w:rsidRDefault="00E00D30" w:rsidP="00E00D30">
      <w:r>
        <w:t>524.2487</w:t>
      </w:r>
      <w:r>
        <w:tab/>
        <w:t>1.013e0</w:t>
      </w:r>
    </w:p>
    <w:p w:rsidR="00E00D30" w:rsidRDefault="00E00D30" w:rsidP="00E00D30">
      <w:r>
        <w:t>524.2554</w:t>
      </w:r>
      <w:r>
        <w:tab/>
        <w:t>3.966e0</w:t>
      </w:r>
    </w:p>
    <w:p w:rsidR="00E00D30" w:rsidRDefault="00E00D30" w:rsidP="00E00D30">
      <w:r>
        <w:t>524.2697</w:t>
      </w:r>
      <w:r>
        <w:tab/>
        <w:t>4.725e0</w:t>
      </w:r>
    </w:p>
    <w:p w:rsidR="00E00D30" w:rsidRDefault="00E00D30" w:rsidP="00E00D30">
      <w:r>
        <w:t>524.2729</w:t>
      </w:r>
      <w:r>
        <w:tab/>
        <w:t>1.013e0</w:t>
      </w:r>
    </w:p>
    <w:p w:rsidR="00E00D30" w:rsidRDefault="00E00D30" w:rsidP="00E00D30">
      <w:r>
        <w:t>524.3022</w:t>
      </w:r>
      <w:r>
        <w:tab/>
        <w:t>1.807e0</w:t>
      </w:r>
    </w:p>
    <w:p w:rsidR="00E00D30" w:rsidRDefault="00E00D30" w:rsidP="00E00D30">
      <w:r>
        <w:t>524.3178</w:t>
      </w:r>
      <w:r>
        <w:tab/>
        <w:t>3.038e0</w:t>
      </w:r>
    </w:p>
    <w:p w:rsidR="00E00D30" w:rsidRDefault="00E00D30" w:rsidP="00E00D30">
      <w:r>
        <w:lastRenderedPageBreak/>
        <w:t>524.3192</w:t>
      </w:r>
      <w:r>
        <w:tab/>
        <w:t>2.025e0</w:t>
      </w:r>
    </w:p>
    <w:p w:rsidR="00E00D30" w:rsidRDefault="00E00D30" w:rsidP="00E00D30">
      <w:r>
        <w:t>524.3452</w:t>
      </w:r>
      <w:r>
        <w:tab/>
        <w:t>4.051e0</w:t>
      </w:r>
    </w:p>
    <w:p w:rsidR="00E00D30" w:rsidRDefault="00E00D30" w:rsidP="00E00D30">
      <w:r>
        <w:t>524.3557</w:t>
      </w:r>
      <w:r>
        <w:tab/>
        <w:t>3.882e0</w:t>
      </w:r>
    </w:p>
    <w:p w:rsidR="00E00D30" w:rsidRDefault="00E00D30" w:rsidP="00E00D30">
      <w:r>
        <w:t>524.3638</w:t>
      </w:r>
      <w:r>
        <w:tab/>
        <w:t>1.013e0</w:t>
      </w:r>
    </w:p>
    <w:p w:rsidR="00E00D30" w:rsidRDefault="00E00D30" w:rsidP="00E00D30">
      <w:r>
        <w:t>524.3828</w:t>
      </w:r>
      <w:r>
        <w:tab/>
        <w:t>2.025e0</w:t>
      </w:r>
    </w:p>
    <w:p w:rsidR="00E00D30" w:rsidRDefault="00E00D30" w:rsidP="00E00D30">
      <w:r>
        <w:t>524.3970</w:t>
      </w:r>
      <w:r>
        <w:tab/>
        <w:t>3.038e0</w:t>
      </w:r>
    </w:p>
    <w:p w:rsidR="00E00D30" w:rsidRDefault="00E00D30" w:rsidP="00E00D30">
      <w:r>
        <w:t>524.4000</w:t>
      </w:r>
      <w:r>
        <w:tab/>
        <w:t>2.025e0</w:t>
      </w:r>
    </w:p>
    <w:p w:rsidR="00E00D30" w:rsidRDefault="00E00D30" w:rsidP="00E00D30">
      <w:r>
        <w:t>524.4142</w:t>
      </w:r>
      <w:r>
        <w:tab/>
        <w:t>1.013e0</w:t>
      </w:r>
    </w:p>
    <w:p w:rsidR="00E00D30" w:rsidRDefault="00E00D30" w:rsidP="00E00D30">
      <w:r>
        <w:t>524.4636</w:t>
      </w:r>
      <w:r>
        <w:tab/>
        <w:t>1.013e0</w:t>
      </w:r>
    </w:p>
    <w:p w:rsidR="00E00D30" w:rsidRDefault="00E00D30" w:rsidP="00E00D30">
      <w:r>
        <w:t>524.4686</w:t>
      </w:r>
      <w:r>
        <w:tab/>
        <w:t>1.013e0</w:t>
      </w:r>
    </w:p>
    <w:p w:rsidR="00E00D30" w:rsidRDefault="00E00D30" w:rsidP="00E00D30">
      <w:r>
        <w:t>524.4868</w:t>
      </w:r>
      <w:r>
        <w:tab/>
        <w:t>1.013e0</w:t>
      </w:r>
    </w:p>
    <w:p w:rsidR="00E00D30" w:rsidRDefault="00E00D30" w:rsidP="00E00D30">
      <w:r>
        <w:t>524.5096</w:t>
      </w:r>
      <w:r>
        <w:tab/>
        <w:t>1.013e0</w:t>
      </w:r>
    </w:p>
    <w:p w:rsidR="00E00D30" w:rsidRDefault="00E00D30" w:rsidP="00E00D30">
      <w:r>
        <w:t>524.5237</w:t>
      </w:r>
      <w:r>
        <w:tab/>
        <w:t>2.025e0</w:t>
      </w:r>
    </w:p>
    <w:p w:rsidR="00E00D30" w:rsidRDefault="00E00D30" w:rsidP="00E00D30">
      <w:r>
        <w:t>524.5584</w:t>
      </w:r>
      <w:r>
        <w:tab/>
        <w:t>2.025e0</w:t>
      </w:r>
    </w:p>
    <w:p w:rsidR="00E00D30" w:rsidRDefault="00E00D30" w:rsidP="00E00D30">
      <w:r>
        <w:t>524.5776</w:t>
      </w:r>
      <w:r>
        <w:tab/>
        <w:t>2.025e0</w:t>
      </w:r>
    </w:p>
    <w:p w:rsidR="00E00D30" w:rsidRDefault="00E00D30" w:rsidP="00E00D30">
      <w:r>
        <w:t>524.5903</w:t>
      </w:r>
      <w:r>
        <w:tab/>
        <w:t>1.013e0</w:t>
      </w:r>
    </w:p>
    <w:p w:rsidR="00E00D30" w:rsidRDefault="00E00D30" w:rsidP="00E00D30">
      <w:r>
        <w:t>524.6093</w:t>
      </w:r>
      <w:r>
        <w:tab/>
        <w:t>2.025e0</w:t>
      </w:r>
    </w:p>
    <w:p w:rsidR="00E00D30" w:rsidRDefault="00E00D30" w:rsidP="00E00D30">
      <w:r>
        <w:t>524.6236</w:t>
      </w:r>
      <w:r>
        <w:tab/>
        <w:t>2.025e0</w:t>
      </w:r>
    </w:p>
    <w:p w:rsidR="00E00D30" w:rsidRDefault="00E00D30" w:rsidP="00E00D30">
      <w:r>
        <w:t>524.6708</w:t>
      </w:r>
      <w:r>
        <w:tab/>
        <w:t>2.025e0</w:t>
      </w:r>
    </w:p>
    <w:p w:rsidR="00E00D30" w:rsidRDefault="00E00D30" w:rsidP="00E00D30">
      <w:r>
        <w:lastRenderedPageBreak/>
        <w:t>524.6895</w:t>
      </w:r>
      <w:r>
        <w:tab/>
        <w:t>1.013e0</w:t>
      </w:r>
    </w:p>
    <w:p w:rsidR="00E00D30" w:rsidRDefault="00E00D30" w:rsidP="00E00D30">
      <w:r>
        <w:t>524.7264</w:t>
      </w:r>
      <w:r>
        <w:tab/>
        <w:t>1.013e0</w:t>
      </w:r>
    </w:p>
    <w:p w:rsidR="00E00D30" w:rsidRDefault="00E00D30" w:rsidP="00E00D30">
      <w:r>
        <w:t>524.7355</w:t>
      </w:r>
      <w:r>
        <w:tab/>
        <w:t>1.013e0</w:t>
      </w:r>
    </w:p>
    <w:p w:rsidR="00E00D30" w:rsidRDefault="00E00D30" w:rsidP="00E00D30">
      <w:r>
        <w:t>524.7552</w:t>
      </w:r>
      <w:r>
        <w:tab/>
        <w:t>3.038e0</w:t>
      </w:r>
    </w:p>
    <w:p w:rsidR="00E00D30" w:rsidRDefault="00E00D30" w:rsidP="00E00D30">
      <w:r>
        <w:t>524.7812</w:t>
      </w:r>
      <w:r>
        <w:tab/>
        <w:t>1.013e0</w:t>
      </w:r>
    </w:p>
    <w:p w:rsidR="00E00D30" w:rsidRDefault="00E00D30" w:rsidP="00E00D30">
      <w:r>
        <w:t>524.7849</w:t>
      </w:r>
      <w:r>
        <w:tab/>
        <w:t>1.013e0</w:t>
      </w:r>
    </w:p>
    <w:p w:rsidR="00E00D30" w:rsidRDefault="00E00D30" w:rsidP="00E00D30">
      <w:r>
        <w:t>524.8172</w:t>
      </w:r>
      <w:r>
        <w:tab/>
        <w:t>1.013e0</w:t>
      </w:r>
    </w:p>
    <w:p w:rsidR="00E00D30" w:rsidRDefault="00E00D30" w:rsidP="00E00D30">
      <w:r>
        <w:t>524.8272</w:t>
      </w:r>
      <w:r>
        <w:tab/>
        <w:t>1.013e0</w:t>
      </w:r>
    </w:p>
    <w:p w:rsidR="00E00D30" w:rsidRDefault="00E00D30" w:rsidP="00E00D30">
      <w:r>
        <w:t>524.8356</w:t>
      </w:r>
      <w:r>
        <w:tab/>
        <w:t>1.013e0</w:t>
      </w:r>
    </w:p>
    <w:p w:rsidR="00E00D30" w:rsidRDefault="00E00D30" w:rsidP="00E00D30">
      <w:r>
        <w:t>524.8577</w:t>
      </w:r>
      <w:r>
        <w:tab/>
        <w:t>1.013e0</w:t>
      </w:r>
    </w:p>
    <w:p w:rsidR="00E00D30" w:rsidRDefault="00E00D30" w:rsidP="00E00D30">
      <w:r>
        <w:t>524.8627</w:t>
      </w:r>
      <w:r>
        <w:tab/>
        <w:t>3.038e0</w:t>
      </w:r>
    </w:p>
    <w:p w:rsidR="00E00D30" w:rsidRDefault="00E00D30" w:rsidP="00E00D30">
      <w:r>
        <w:t>524.8810</w:t>
      </w:r>
      <w:r>
        <w:tab/>
        <w:t>1.013e0</w:t>
      </w:r>
    </w:p>
    <w:p w:rsidR="00E00D30" w:rsidRDefault="00E00D30" w:rsidP="00E00D30">
      <w:r>
        <w:t>524.8901</w:t>
      </w:r>
      <w:r>
        <w:tab/>
        <w:t>1.013e0</w:t>
      </w:r>
    </w:p>
    <w:p w:rsidR="00E00D30" w:rsidRDefault="00E00D30" w:rsidP="00E00D30">
      <w:r>
        <w:t>524.9263</w:t>
      </w:r>
      <w:r>
        <w:tab/>
        <w:t>4.051e0</w:t>
      </w:r>
    </w:p>
    <w:p w:rsidR="00E00D30" w:rsidRDefault="00E00D30" w:rsidP="00E00D30">
      <w:r>
        <w:t>524.9319</w:t>
      </w:r>
      <w:r>
        <w:tab/>
        <w:t>1.013e0</w:t>
      </w:r>
    </w:p>
    <w:p w:rsidR="00E00D30" w:rsidRDefault="00E00D30" w:rsidP="00E00D30">
      <w:r>
        <w:t>524.9445</w:t>
      </w:r>
      <w:r>
        <w:tab/>
        <w:t>1.013e0</w:t>
      </w:r>
    </w:p>
    <w:p w:rsidR="00E00D30" w:rsidRDefault="00E00D30" w:rsidP="00E00D30">
      <w:r>
        <w:t>524.9899</w:t>
      </w:r>
      <w:r>
        <w:tab/>
        <w:t>1.013e0</w:t>
      </w:r>
    </w:p>
    <w:p w:rsidR="00E00D30" w:rsidRDefault="00E00D30" w:rsidP="00E00D30">
      <w:r>
        <w:t>525.0045</w:t>
      </w:r>
      <w:r>
        <w:tab/>
        <w:t>1.013e0</w:t>
      </w:r>
    </w:p>
    <w:p w:rsidR="00E00D30" w:rsidRDefault="00E00D30" w:rsidP="00E00D30">
      <w:r>
        <w:t>525.0169</w:t>
      </w:r>
      <w:r>
        <w:tab/>
        <w:t>1.013e0</w:t>
      </w:r>
    </w:p>
    <w:p w:rsidR="00E00D30" w:rsidRDefault="00E00D30" w:rsidP="00E00D30">
      <w:r>
        <w:lastRenderedPageBreak/>
        <w:t>525.0541</w:t>
      </w:r>
      <w:r>
        <w:tab/>
        <w:t>1.013e0</w:t>
      </w:r>
    </w:p>
    <w:p w:rsidR="00E00D30" w:rsidRDefault="00E00D30" w:rsidP="00E00D30">
      <w:r>
        <w:t>525.0807</w:t>
      </w:r>
      <w:r>
        <w:tab/>
        <w:t>1.013e0</w:t>
      </w:r>
    </w:p>
    <w:p w:rsidR="00E00D30" w:rsidRDefault="00E00D30" w:rsidP="00E00D30">
      <w:r>
        <w:t>525.0897</w:t>
      </w:r>
      <w:r>
        <w:tab/>
        <w:t>2.025e0</w:t>
      </w:r>
    </w:p>
    <w:p w:rsidR="00E00D30" w:rsidRDefault="00E00D30" w:rsidP="00E00D30">
      <w:r>
        <w:t>525.1262</w:t>
      </w:r>
      <w:r>
        <w:tab/>
        <w:t>1.013e0</w:t>
      </w:r>
    </w:p>
    <w:p w:rsidR="00E00D30" w:rsidRDefault="00E00D30" w:rsidP="00E00D30">
      <w:r>
        <w:t>525.1369</w:t>
      </w:r>
      <w:r>
        <w:tab/>
        <w:t>1.013e0</w:t>
      </w:r>
    </w:p>
    <w:p w:rsidR="00E00D30" w:rsidRDefault="00E00D30" w:rsidP="00E00D30">
      <w:r>
        <w:t>525.1530</w:t>
      </w:r>
      <w:r>
        <w:tab/>
        <w:t>3.038e0</w:t>
      </w:r>
    </w:p>
    <w:p w:rsidR="00E00D30" w:rsidRDefault="00E00D30" w:rsidP="00E00D30">
      <w:r>
        <w:t>525.1544</w:t>
      </w:r>
      <w:r>
        <w:tab/>
        <w:t>1.013e0</w:t>
      </w:r>
    </w:p>
    <w:p w:rsidR="00E00D30" w:rsidRDefault="00E00D30" w:rsidP="00E00D30">
      <w:r>
        <w:t>525.2070</w:t>
      </w:r>
      <w:r>
        <w:tab/>
        <w:t>1.013e0</w:t>
      </w:r>
    </w:p>
    <w:p w:rsidR="00E00D30" w:rsidRDefault="00E00D30" w:rsidP="00E00D30">
      <w:r>
        <w:t>525.2204</w:t>
      </w:r>
      <w:r>
        <w:tab/>
        <w:t>2.025e0</w:t>
      </w:r>
    </w:p>
    <w:p w:rsidR="00E00D30" w:rsidRDefault="00E00D30" w:rsidP="00E00D30">
      <w:r>
        <w:t>525.2248</w:t>
      </w:r>
      <w:r>
        <w:tab/>
        <w:t>2.025e0</w:t>
      </w:r>
    </w:p>
    <w:p w:rsidR="00E00D30" w:rsidRDefault="00E00D30" w:rsidP="00E00D30">
      <w:r>
        <w:t>525.2274</w:t>
      </w:r>
      <w:r>
        <w:tab/>
        <w:t>3.038e0</w:t>
      </w:r>
    </w:p>
    <w:p w:rsidR="00E00D30" w:rsidRDefault="00E00D30" w:rsidP="00E00D30">
      <w:r>
        <w:t>525.2473</w:t>
      </w:r>
      <w:r>
        <w:tab/>
        <w:t>2.025e0</w:t>
      </w:r>
    </w:p>
    <w:p w:rsidR="00E00D30" w:rsidRDefault="00E00D30" w:rsidP="00E00D30">
      <w:r>
        <w:t>525.2538</w:t>
      </w:r>
      <w:r>
        <w:tab/>
        <w:t>3.038e0</w:t>
      </w:r>
    </w:p>
    <w:p w:rsidR="00E00D30" w:rsidRDefault="00E00D30" w:rsidP="00E00D30">
      <w:r>
        <w:t>525.2607</w:t>
      </w:r>
      <w:r>
        <w:tab/>
        <w:t>2.025e0</w:t>
      </w:r>
    </w:p>
    <w:p w:rsidR="00E00D30" w:rsidRDefault="00E00D30" w:rsidP="00E00D30">
      <w:r>
        <w:t>525.2624</w:t>
      </w:r>
      <w:r>
        <w:tab/>
        <w:t>1.934e0</w:t>
      </w:r>
    </w:p>
    <w:p w:rsidR="00E00D30" w:rsidRDefault="00E00D30" w:rsidP="00E00D30">
      <w:r>
        <w:t>525.2656</w:t>
      </w:r>
      <w:r>
        <w:tab/>
        <w:t>2.981e0</w:t>
      </w:r>
    </w:p>
    <w:p w:rsidR="00E00D30" w:rsidRDefault="00E00D30" w:rsidP="00E00D30">
      <w:r>
        <w:t>525.2667</w:t>
      </w:r>
      <w:r>
        <w:tab/>
        <w:t>3.038e0</w:t>
      </w:r>
    </w:p>
    <w:p w:rsidR="00E00D30" w:rsidRDefault="00E00D30" w:rsidP="00E00D30">
      <w:r>
        <w:t>525.2712</w:t>
      </w:r>
      <w:r>
        <w:tab/>
        <w:t>1.013e0</w:t>
      </w:r>
    </w:p>
    <w:p w:rsidR="00E00D30" w:rsidRDefault="00E00D30" w:rsidP="00E00D30">
      <w:r>
        <w:t>525.3002</w:t>
      </w:r>
      <w:r>
        <w:tab/>
        <w:t>2.517e0</w:t>
      </w:r>
    </w:p>
    <w:p w:rsidR="00E00D30" w:rsidRDefault="00E00D30" w:rsidP="00E00D30">
      <w:r>
        <w:lastRenderedPageBreak/>
        <w:t>525.3124</w:t>
      </w:r>
      <w:r>
        <w:tab/>
        <w:t>2.025e0</w:t>
      </w:r>
    </w:p>
    <w:p w:rsidR="00E00D30" w:rsidRDefault="00E00D30" w:rsidP="00E00D30">
      <w:r>
        <w:t>525.3279</w:t>
      </w:r>
      <w:r>
        <w:tab/>
        <w:t>3.231e0</w:t>
      </w:r>
    </w:p>
    <w:p w:rsidR="00E00D30" w:rsidRDefault="00E00D30" w:rsidP="00E00D30">
      <w:r>
        <w:t>525.3357</w:t>
      </w:r>
      <w:r>
        <w:tab/>
        <w:t>1.013e0</w:t>
      </w:r>
    </w:p>
    <w:p w:rsidR="00E00D30" w:rsidRDefault="00E00D30" w:rsidP="00E00D30">
      <w:r>
        <w:t>525.3854</w:t>
      </w:r>
      <w:r>
        <w:tab/>
        <w:t>2.025e0</w:t>
      </w:r>
    </w:p>
    <w:p w:rsidR="00E00D30" w:rsidRDefault="00E00D30" w:rsidP="00E00D30">
      <w:r>
        <w:t>525.3893</w:t>
      </w:r>
      <w:r>
        <w:tab/>
        <w:t>1.013e0</w:t>
      </w:r>
    </w:p>
    <w:p w:rsidR="00E00D30" w:rsidRDefault="00E00D30" w:rsidP="00E00D30">
      <w:r>
        <w:t>525.3986</w:t>
      </w:r>
      <w:r>
        <w:tab/>
        <w:t>1.013e0</w:t>
      </w:r>
    </w:p>
    <w:p w:rsidR="00E00D30" w:rsidRDefault="00E00D30" w:rsidP="00E00D30">
      <w:r>
        <w:t>525.4393</w:t>
      </w:r>
      <w:r>
        <w:tab/>
        <w:t>2.025e0</w:t>
      </w:r>
    </w:p>
    <w:p w:rsidR="00E00D30" w:rsidRDefault="00E00D30" w:rsidP="00E00D30">
      <w:r>
        <w:t>525.5038</w:t>
      </w:r>
      <w:r>
        <w:tab/>
        <w:t>1.013e0</w:t>
      </w:r>
    </w:p>
    <w:p w:rsidR="00E00D30" w:rsidRDefault="00E00D30" w:rsidP="00E00D30">
      <w:r>
        <w:t>525.5225</w:t>
      </w:r>
      <w:r>
        <w:tab/>
        <w:t>1.013e0</w:t>
      </w:r>
    </w:p>
    <w:p w:rsidR="00E00D30" w:rsidRDefault="00E00D30" w:rsidP="00E00D30">
      <w:r>
        <w:t>525.5258</w:t>
      </w:r>
      <w:r>
        <w:tab/>
        <w:t>1.013e0</w:t>
      </w:r>
    </w:p>
    <w:p w:rsidR="00E00D30" w:rsidRDefault="00E00D30" w:rsidP="00E00D30">
      <w:r>
        <w:t>525.5804</w:t>
      </w:r>
      <w:r>
        <w:tab/>
        <w:t>1.013e0</w:t>
      </w:r>
    </w:p>
    <w:p w:rsidR="00E00D30" w:rsidRDefault="00E00D30" w:rsidP="00E00D30">
      <w:r>
        <w:t>525.5963</w:t>
      </w:r>
      <w:r>
        <w:tab/>
        <w:t>2.025e0</w:t>
      </w:r>
    </w:p>
    <w:p w:rsidR="00E00D30" w:rsidRDefault="00E00D30" w:rsidP="00E00D30">
      <w:r>
        <w:t>525.6168</w:t>
      </w:r>
      <w:r>
        <w:tab/>
        <w:t>1.013e0</w:t>
      </w:r>
    </w:p>
    <w:p w:rsidR="00E00D30" w:rsidRDefault="00E00D30" w:rsidP="00E00D30">
      <w:r>
        <w:t>525.6619</w:t>
      </w:r>
      <w:r>
        <w:tab/>
        <w:t>1.013e0</w:t>
      </w:r>
    </w:p>
    <w:p w:rsidR="00E00D30" w:rsidRDefault="00E00D30" w:rsidP="00E00D30">
      <w:r>
        <w:t>525.6697</w:t>
      </w:r>
      <w:r>
        <w:tab/>
        <w:t>1.013e0</w:t>
      </w:r>
    </w:p>
    <w:p w:rsidR="00E00D30" w:rsidRDefault="00E00D30" w:rsidP="00E00D30">
      <w:r>
        <w:t>525.6804</w:t>
      </w:r>
      <w:r>
        <w:tab/>
        <w:t>1.013e0</w:t>
      </w:r>
    </w:p>
    <w:p w:rsidR="00E00D30" w:rsidRDefault="00E00D30" w:rsidP="00E00D30">
      <w:r>
        <w:t>525.6982</w:t>
      </w:r>
      <w:r>
        <w:tab/>
        <w:t>1.013e0</w:t>
      </w:r>
    </w:p>
    <w:p w:rsidR="00E00D30" w:rsidRDefault="00E00D30" w:rsidP="00E00D30">
      <w:r>
        <w:t>525.7531</w:t>
      </w:r>
      <w:r>
        <w:tab/>
        <w:t>1.013e0</w:t>
      </w:r>
    </w:p>
    <w:p w:rsidR="00E00D30" w:rsidRDefault="00E00D30" w:rsidP="00E00D30">
      <w:r>
        <w:t>525.7670</w:t>
      </w:r>
      <w:r>
        <w:tab/>
        <w:t>2.025e0</w:t>
      </w:r>
    </w:p>
    <w:p w:rsidR="00E00D30" w:rsidRDefault="00E00D30" w:rsidP="00E00D30">
      <w:r>
        <w:lastRenderedPageBreak/>
        <w:t>525.7684</w:t>
      </w:r>
      <w:r>
        <w:tab/>
        <w:t>2.025e0</w:t>
      </w:r>
    </w:p>
    <w:p w:rsidR="00E00D30" w:rsidRDefault="00E00D30" w:rsidP="00E00D30">
      <w:r>
        <w:t>525.7809</w:t>
      </w:r>
      <w:r>
        <w:tab/>
        <w:t>1.013e0</w:t>
      </w:r>
    </w:p>
    <w:p w:rsidR="00E00D30" w:rsidRDefault="00E00D30" w:rsidP="00E00D30">
      <w:r>
        <w:t>525.8013</w:t>
      </w:r>
      <w:r>
        <w:tab/>
        <w:t>1.013e0</w:t>
      </w:r>
    </w:p>
    <w:p w:rsidR="00E00D30" w:rsidRDefault="00E00D30" w:rsidP="00E00D30">
      <w:r>
        <w:t>525.8073</w:t>
      </w:r>
      <w:r>
        <w:tab/>
        <w:t>1.013e0</w:t>
      </w:r>
    </w:p>
    <w:p w:rsidR="00E00D30" w:rsidRDefault="00E00D30" w:rsidP="00E00D30">
      <w:r>
        <w:t>525.8255</w:t>
      </w:r>
      <w:r>
        <w:tab/>
        <w:t>1.013e0</w:t>
      </w:r>
    </w:p>
    <w:p w:rsidR="00E00D30" w:rsidRDefault="00E00D30" w:rsidP="00E00D30">
      <w:r>
        <w:t>525.8537</w:t>
      </w:r>
      <w:r>
        <w:tab/>
        <w:t>2.025e0</w:t>
      </w:r>
    </w:p>
    <w:p w:rsidR="00E00D30" w:rsidRDefault="00E00D30" w:rsidP="00E00D30">
      <w:r>
        <w:t>525.8713</w:t>
      </w:r>
      <w:r>
        <w:tab/>
        <w:t>1.013e0</w:t>
      </w:r>
    </w:p>
    <w:p w:rsidR="00E00D30" w:rsidRDefault="00E00D30" w:rsidP="00E00D30">
      <w:r>
        <w:t>525.9114</w:t>
      </w:r>
      <w:r>
        <w:tab/>
        <w:t>1.013e0</w:t>
      </w:r>
    </w:p>
    <w:p w:rsidR="00E00D30" w:rsidRDefault="00E00D30" w:rsidP="00E00D30">
      <w:r>
        <w:t>525.9167</w:t>
      </w:r>
      <w:r>
        <w:tab/>
        <w:t>1.013e0</w:t>
      </w:r>
    </w:p>
    <w:p w:rsidR="00E00D30" w:rsidRDefault="00E00D30" w:rsidP="00E00D30">
      <w:r>
        <w:t>525.9202</w:t>
      </w:r>
      <w:r>
        <w:tab/>
        <w:t>3.038e0</w:t>
      </w:r>
    </w:p>
    <w:p w:rsidR="00E00D30" w:rsidRDefault="00E00D30" w:rsidP="00E00D30">
      <w:r>
        <w:t>525.9531</w:t>
      </w:r>
      <w:r>
        <w:tab/>
        <w:t>1.013e0</w:t>
      </w:r>
    </w:p>
    <w:p w:rsidR="00E00D30" w:rsidRDefault="00E00D30" w:rsidP="00E00D30">
      <w:r>
        <w:t>526.0127</w:t>
      </w:r>
      <w:r>
        <w:tab/>
        <w:t>2.025e0</w:t>
      </w:r>
    </w:p>
    <w:p w:rsidR="00E00D30" w:rsidRDefault="00E00D30" w:rsidP="00E00D30">
      <w:r>
        <w:t>526.0265</w:t>
      </w:r>
      <w:r>
        <w:tab/>
        <w:t>1.013e0</w:t>
      </w:r>
    </w:p>
    <w:p w:rsidR="00E00D30" w:rsidRDefault="00E00D30" w:rsidP="00E00D30">
      <w:r>
        <w:t>526.0532</w:t>
      </w:r>
      <w:r>
        <w:tab/>
        <w:t>1.013e0</w:t>
      </w:r>
    </w:p>
    <w:p w:rsidR="00E00D30" w:rsidRDefault="00E00D30" w:rsidP="00E00D30">
      <w:r>
        <w:t>526.0898</w:t>
      </w:r>
      <w:r>
        <w:tab/>
        <w:t>2.025e0</w:t>
      </w:r>
    </w:p>
    <w:p w:rsidR="00E00D30" w:rsidRDefault="00E00D30" w:rsidP="00E00D30">
      <w:r>
        <w:t>526.1135</w:t>
      </w:r>
      <w:r>
        <w:tab/>
        <w:t>1.013e0</w:t>
      </w:r>
    </w:p>
    <w:p w:rsidR="00E00D30" w:rsidRDefault="00E00D30" w:rsidP="00E00D30">
      <w:r>
        <w:t>526.1163</w:t>
      </w:r>
      <w:r>
        <w:tab/>
        <w:t>2.025e0</w:t>
      </w:r>
    </w:p>
    <w:p w:rsidR="00E00D30" w:rsidRDefault="00E00D30" w:rsidP="00E00D30">
      <w:r>
        <w:t>526.1256</w:t>
      </w:r>
      <w:r>
        <w:tab/>
        <w:t>1.013e0</w:t>
      </w:r>
    </w:p>
    <w:p w:rsidR="00E00D30" w:rsidRDefault="00E00D30" w:rsidP="00E00D30">
      <w:r>
        <w:t>526.1414</w:t>
      </w:r>
      <w:r>
        <w:tab/>
        <w:t>2.025e0</w:t>
      </w:r>
    </w:p>
    <w:p w:rsidR="00E00D30" w:rsidRDefault="00E00D30" w:rsidP="00E00D30">
      <w:r>
        <w:lastRenderedPageBreak/>
        <w:t>526.1506</w:t>
      </w:r>
      <w:r>
        <w:tab/>
        <w:t>1.013e0</w:t>
      </w:r>
    </w:p>
    <w:p w:rsidR="00E00D30" w:rsidRDefault="00E00D30" w:rsidP="00E00D30">
      <w:r>
        <w:t>526.1712</w:t>
      </w:r>
      <w:r>
        <w:tab/>
        <w:t>3.038e0</w:t>
      </w:r>
    </w:p>
    <w:p w:rsidR="00E00D30" w:rsidRDefault="00E00D30" w:rsidP="00E00D30">
      <w:r>
        <w:t>526.1880</w:t>
      </w:r>
      <w:r>
        <w:tab/>
        <w:t>1.013e0</w:t>
      </w:r>
    </w:p>
    <w:p w:rsidR="00E00D30" w:rsidRDefault="00E00D30" w:rsidP="00E00D30">
      <w:r>
        <w:t>526.1913</w:t>
      </w:r>
      <w:r>
        <w:tab/>
        <w:t>2.025e0</w:t>
      </w:r>
    </w:p>
    <w:p w:rsidR="00E00D30" w:rsidRDefault="00E00D30" w:rsidP="00E00D30">
      <w:r>
        <w:t>526.2241</w:t>
      </w:r>
      <w:r>
        <w:tab/>
        <w:t>2.025e0</w:t>
      </w:r>
    </w:p>
    <w:p w:rsidR="00E00D30" w:rsidRDefault="00E00D30" w:rsidP="00E00D30">
      <w:r>
        <w:t>526.2427</w:t>
      </w:r>
      <w:r>
        <w:tab/>
        <w:t>1.013e0</w:t>
      </w:r>
    </w:p>
    <w:p w:rsidR="00E00D30" w:rsidRDefault="00E00D30" w:rsidP="00E00D30">
      <w:r>
        <w:t>526.2529</w:t>
      </w:r>
      <w:r>
        <w:tab/>
        <w:t>1.955e0</w:t>
      </w:r>
    </w:p>
    <w:p w:rsidR="00E00D30" w:rsidRDefault="00E00D30" w:rsidP="00E00D30">
      <w:r>
        <w:t>526.2795</w:t>
      </w:r>
      <w:r>
        <w:tab/>
        <w:t>1.013e0</w:t>
      </w:r>
    </w:p>
    <w:p w:rsidR="00E00D30" w:rsidRDefault="00E00D30" w:rsidP="00E00D30">
      <w:r>
        <w:t>526.2892</w:t>
      </w:r>
      <w:r>
        <w:tab/>
        <w:t>5.063e0</w:t>
      </w:r>
    </w:p>
    <w:p w:rsidR="00E00D30" w:rsidRDefault="00E00D30" w:rsidP="00E00D30">
      <w:r>
        <w:t>526.2903</w:t>
      </w:r>
      <w:r>
        <w:tab/>
        <w:t>1.013e0</w:t>
      </w:r>
    </w:p>
    <w:p w:rsidR="00E00D30" w:rsidRDefault="00E00D30" w:rsidP="00E00D30">
      <w:r>
        <w:t>526.3006</w:t>
      </w:r>
      <w:r>
        <w:tab/>
        <w:t>2.025e0</w:t>
      </w:r>
    </w:p>
    <w:p w:rsidR="00E00D30" w:rsidRDefault="00E00D30" w:rsidP="00E00D30">
      <w:r>
        <w:t>526.3170</w:t>
      </w:r>
      <w:r>
        <w:tab/>
        <w:t>1.659e0</w:t>
      </w:r>
    </w:p>
    <w:p w:rsidR="00E00D30" w:rsidRDefault="00E00D30" w:rsidP="00E00D30">
      <w:r>
        <w:t>526.3345</w:t>
      </w:r>
      <w:r>
        <w:tab/>
        <w:t>1.013e0</w:t>
      </w:r>
    </w:p>
    <w:p w:rsidR="00E00D30" w:rsidRDefault="00E00D30" w:rsidP="00E00D30">
      <w:r>
        <w:t>526.3540</w:t>
      </w:r>
      <w:r>
        <w:tab/>
        <w:t>2.172e0</w:t>
      </w:r>
    </w:p>
    <w:p w:rsidR="00E00D30" w:rsidRDefault="00E00D30" w:rsidP="00E00D30">
      <w:r>
        <w:t>526.3710</w:t>
      </w:r>
      <w:r>
        <w:tab/>
        <w:t>2.670e0</w:t>
      </w:r>
    </w:p>
    <w:p w:rsidR="00E00D30" w:rsidRDefault="00E00D30" w:rsidP="00E00D30">
      <w:r>
        <w:t>526.3726</w:t>
      </w:r>
      <w:r>
        <w:tab/>
        <w:t>4.051e0</w:t>
      </w:r>
    </w:p>
    <w:p w:rsidR="00E00D30" w:rsidRDefault="00E00D30" w:rsidP="00E00D30">
      <w:r>
        <w:t>526.4022</w:t>
      </w:r>
      <w:r>
        <w:tab/>
        <w:t>5.063e0</w:t>
      </w:r>
    </w:p>
    <w:p w:rsidR="00E00D30" w:rsidRDefault="00E00D30" w:rsidP="00E00D30">
      <w:r>
        <w:t>526.4045</w:t>
      </w:r>
      <w:r>
        <w:tab/>
        <w:t>2.025e0</w:t>
      </w:r>
    </w:p>
    <w:p w:rsidR="00E00D30" w:rsidRDefault="00E00D30" w:rsidP="00E00D30">
      <w:r>
        <w:t>526.4205</w:t>
      </w:r>
      <w:r>
        <w:tab/>
        <w:t>5.063e0</w:t>
      </w:r>
    </w:p>
    <w:p w:rsidR="00E00D30" w:rsidRDefault="00E00D30" w:rsidP="00E00D30">
      <w:r>
        <w:lastRenderedPageBreak/>
        <w:t>526.4249</w:t>
      </w:r>
      <w:r>
        <w:tab/>
        <w:t>4.418e0</w:t>
      </w:r>
    </w:p>
    <w:p w:rsidR="00E00D30" w:rsidRDefault="00E00D30" w:rsidP="00E00D30">
      <w:r>
        <w:t>526.4299</w:t>
      </w:r>
      <w:r>
        <w:tab/>
        <w:t>4.051e0</w:t>
      </w:r>
    </w:p>
    <w:p w:rsidR="00E00D30" w:rsidRDefault="00E00D30" w:rsidP="00E00D30">
      <w:r>
        <w:t>526.4363</w:t>
      </w:r>
      <w:r>
        <w:tab/>
        <w:t>4.051e0</w:t>
      </w:r>
    </w:p>
    <w:p w:rsidR="00E00D30" w:rsidRDefault="00E00D30" w:rsidP="00E00D30">
      <w:r>
        <w:t>526.4391</w:t>
      </w:r>
      <w:r>
        <w:tab/>
        <w:t>8.101e0</w:t>
      </w:r>
    </w:p>
    <w:p w:rsidR="00E00D30" w:rsidRDefault="00E00D30" w:rsidP="00E00D30">
      <w:r>
        <w:t>526.4521</w:t>
      </w:r>
      <w:r>
        <w:tab/>
        <w:t>2.025e0</w:t>
      </w:r>
    </w:p>
    <w:p w:rsidR="00E00D30" w:rsidRDefault="00E00D30" w:rsidP="00E00D30">
      <w:r>
        <w:t>526.5083</w:t>
      </w:r>
      <w:r>
        <w:tab/>
        <w:t>2.025e0</w:t>
      </w:r>
    </w:p>
    <w:p w:rsidR="00E00D30" w:rsidRDefault="00E00D30" w:rsidP="00E00D30">
      <w:r>
        <w:t>526.5214</w:t>
      </w:r>
      <w:r>
        <w:tab/>
        <w:t>1.013e0</w:t>
      </w:r>
    </w:p>
    <w:p w:rsidR="00E00D30" w:rsidRDefault="00E00D30" w:rsidP="00E00D30">
      <w:r>
        <w:t>526.5581</w:t>
      </w:r>
      <w:r>
        <w:tab/>
        <w:t>1.013e0</w:t>
      </w:r>
    </w:p>
    <w:p w:rsidR="00E00D30" w:rsidRDefault="00E00D30" w:rsidP="00E00D30">
      <w:r>
        <w:t>526.5948</w:t>
      </w:r>
      <w:r>
        <w:tab/>
        <w:t>1.013e0</w:t>
      </w:r>
    </w:p>
    <w:p w:rsidR="00E00D30" w:rsidRDefault="00E00D30" w:rsidP="00E00D30">
      <w:r>
        <w:t>526.6139</w:t>
      </w:r>
      <w:r>
        <w:tab/>
        <w:t>1.013e0</w:t>
      </w:r>
    </w:p>
    <w:p w:rsidR="00E00D30" w:rsidRDefault="00E00D30" w:rsidP="00E00D30">
      <w:r>
        <w:t>526.6262</w:t>
      </w:r>
      <w:r>
        <w:tab/>
        <w:t>1.013e0</w:t>
      </w:r>
    </w:p>
    <w:p w:rsidR="00E00D30" w:rsidRDefault="00E00D30" w:rsidP="00E00D30">
      <w:r>
        <w:t>526.6356</w:t>
      </w:r>
      <w:r>
        <w:tab/>
        <w:t>2.025e0</w:t>
      </w:r>
    </w:p>
    <w:p w:rsidR="00E00D30" w:rsidRDefault="00E00D30" w:rsidP="00E00D30">
      <w:r>
        <w:t>526.6625</w:t>
      </w:r>
      <w:r>
        <w:tab/>
        <w:t>2.025e0</w:t>
      </w:r>
    </w:p>
    <w:p w:rsidR="00E00D30" w:rsidRDefault="00E00D30" w:rsidP="00E00D30">
      <w:r>
        <w:t>526.6938</w:t>
      </w:r>
      <w:r>
        <w:tab/>
        <w:t>3.038e0</w:t>
      </w:r>
    </w:p>
    <w:p w:rsidR="00E00D30" w:rsidRDefault="00E00D30" w:rsidP="00E00D30">
      <w:r>
        <w:t>526.7000</w:t>
      </w:r>
      <w:r>
        <w:tab/>
        <w:t>1.013e0</w:t>
      </w:r>
    </w:p>
    <w:p w:rsidR="00E00D30" w:rsidRDefault="00E00D30" w:rsidP="00E00D30">
      <w:r>
        <w:t>526.7051</w:t>
      </w:r>
      <w:r>
        <w:tab/>
        <w:t>1.013e0</w:t>
      </w:r>
    </w:p>
    <w:p w:rsidR="00E00D30" w:rsidRDefault="00E00D30" w:rsidP="00E00D30">
      <w:r>
        <w:t>526.7465</w:t>
      </w:r>
      <w:r>
        <w:tab/>
        <w:t>2.025e0</w:t>
      </w:r>
    </w:p>
    <w:p w:rsidR="00E00D30" w:rsidRDefault="00E00D30" w:rsidP="00E00D30">
      <w:r>
        <w:t>526.7604</w:t>
      </w:r>
      <w:r>
        <w:tab/>
        <w:t>1.013e0</w:t>
      </w:r>
    </w:p>
    <w:p w:rsidR="00E00D30" w:rsidRDefault="00E00D30" w:rsidP="00E00D30">
      <w:r>
        <w:t>526.7859</w:t>
      </w:r>
      <w:r>
        <w:tab/>
        <w:t>3.038e0</w:t>
      </w:r>
    </w:p>
    <w:p w:rsidR="00E00D30" w:rsidRDefault="00E00D30" w:rsidP="00E00D30">
      <w:r>
        <w:lastRenderedPageBreak/>
        <w:t>526.7910</w:t>
      </w:r>
      <w:r>
        <w:tab/>
        <w:t>1.013e0</w:t>
      </w:r>
    </w:p>
    <w:p w:rsidR="00E00D30" w:rsidRDefault="00E00D30" w:rsidP="00E00D30">
      <w:r>
        <w:t>526.8364</w:t>
      </w:r>
      <w:r>
        <w:tab/>
        <w:t>1.013e0</w:t>
      </w:r>
    </w:p>
    <w:p w:rsidR="00E00D30" w:rsidRDefault="00E00D30" w:rsidP="00E00D30">
      <w:r>
        <w:t>526.8455</w:t>
      </w:r>
      <w:r>
        <w:tab/>
        <w:t>4.051e0</w:t>
      </w:r>
    </w:p>
    <w:p w:rsidR="00E00D30" w:rsidRDefault="00E00D30" w:rsidP="00E00D30">
      <w:r>
        <w:t>526.8735</w:t>
      </w:r>
      <w:r>
        <w:tab/>
        <w:t>1.013e0</w:t>
      </w:r>
    </w:p>
    <w:p w:rsidR="00E00D30" w:rsidRDefault="00E00D30" w:rsidP="00E00D30">
      <w:r>
        <w:t>526.8812</w:t>
      </w:r>
      <w:r>
        <w:tab/>
        <w:t>1.013e0</w:t>
      </w:r>
    </w:p>
    <w:p w:rsidR="00E00D30" w:rsidRDefault="00E00D30" w:rsidP="00E00D30">
      <w:r>
        <w:t>526.9028</w:t>
      </w:r>
      <w:r>
        <w:tab/>
        <w:t>2.025e0</w:t>
      </w:r>
    </w:p>
    <w:p w:rsidR="00E00D30" w:rsidRDefault="00E00D30" w:rsidP="00E00D30">
      <w:r>
        <w:t>526.9217</w:t>
      </w:r>
      <w:r>
        <w:tab/>
        <w:t>4.051e0</w:t>
      </w:r>
    </w:p>
    <w:p w:rsidR="00E00D30" w:rsidRDefault="00E00D30" w:rsidP="00E00D30">
      <w:r>
        <w:t>526.9368</w:t>
      </w:r>
      <w:r>
        <w:tab/>
        <w:t>1.013e0</w:t>
      </w:r>
    </w:p>
    <w:p w:rsidR="00E00D30" w:rsidRDefault="00E00D30" w:rsidP="00E00D30">
      <w:r>
        <w:t>526.9631</w:t>
      </w:r>
      <w:r>
        <w:tab/>
        <w:t>3.038e0</w:t>
      </w:r>
    </w:p>
    <w:p w:rsidR="00E00D30" w:rsidRDefault="00E00D30" w:rsidP="00E00D30">
      <w:r>
        <w:t>527.0164</w:t>
      </w:r>
      <w:r>
        <w:tab/>
        <w:t>2.025e0</w:t>
      </w:r>
    </w:p>
    <w:p w:rsidR="00E00D30" w:rsidRDefault="00E00D30" w:rsidP="00E00D30">
      <w:r>
        <w:t>527.0278</w:t>
      </w:r>
      <w:r>
        <w:tab/>
        <w:t>1.013e0</w:t>
      </w:r>
    </w:p>
    <w:p w:rsidR="00E00D30" w:rsidRDefault="00E00D30" w:rsidP="00E00D30">
      <w:r>
        <w:t>527.1002</w:t>
      </w:r>
      <w:r>
        <w:tab/>
        <w:t>3.038e0</w:t>
      </w:r>
    </w:p>
    <w:p w:rsidR="00E00D30" w:rsidRDefault="00E00D30" w:rsidP="00E00D30">
      <w:r>
        <w:t>527.1275</w:t>
      </w:r>
      <w:r>
        <w:tab/>
        <w:t>2.025e0</w:t>
      </w:r>
    </w:p>
    <w:p w:rsidR="00E00D30" w:rsidRDefault="00E00D30" w:rsidP="00E00D30">
      <w:r>
        <w:t>527.1818</w:t>
      </w:r>
      <w:r>
        <w:tab/>
        <w:t>1.013e0</w:t>
      </w:r>
    </w:p>
    <w:p w:rsidR="00E00D30" w:rsidRDefault="00E00D30" w:rsidP="00E00D30">
      <w:r>
        <w:t>527.1938</w:t>
      </w:r>
      <w:r>
        <w:tab/>
        <w:t>2.025e0</w:t>
      </w:r>
    </w:p>
    <w:p w:rsidR="00E00D30" w:rsidRDefault="00E00D30" w:rsidP="00E00D30">
      <w:r>
        <w:t>527.2250</w:t>
      </w:r>
      <w:r>
        <w:tab/>
        <w:t>3.038e0</w:t>
      </w:r>
    </w:p>
    <w:p w:rsidR="00E00D30" w:rsidRDefault="00E00D30" w:rsidP="00E00D30">
      <w:r>
        <w:t>527.2390</w:t>
      </w:r>
      <w:r>
        <w:tab/>
        <w:t>2.747e0</w:t>
      </w:r>
    </w:p>
    <w:p w:rsidR="00E00D30" w:rsidRDefault="00E00D30" w:rsidP="00E00D30">
      <w:r>
        <w:t>527.2413</w:t>
      </w:r>
      <w:r>
        <w:tab/>
        <w:t>2.025e0</w:t>
      </w:r>
    </w:p>
    <w:p w:rsidR="00E00D30" w:rsidRDefault="00E00D30" w:rsidP="00E00D30">
      <w:r>
        <w:t>527.2762</w:t>
      </w:r>
      <w:r>
        <w:tab/>
        <w:t>3.038e0</w:t>
      </w:r>
    </w:p>
    <w:p w:rsidR="00E00D30" w:rsidRDefault="00E00D30" w:rsidP="00E00D30">
      <w:r>
        <w:lastRenderedPageBreak/>
        <w:t>527.2773</w:t>
      </w:r>
      <w:r>
        <w:tab/>
        <w:t>4.051e0</w:t>
      </w:r>
    </w:p>
    <w:p w:rsidR="00E00D30" w:rsidRDefault="00E00D30" w:rsidP="00E00D30">
      <w:r>
        <w:t>527.2823</w:t>
      </w:r>
      <w:r>
        <w:tab/>
        <w:t>6.532e0</w:t>
      </w:r>
    </w:p>
    <w:p w:rsidR="00E00D30" w:rsidRDefault="00E00D30" w:rsidP="00E00D30">
      <w:r>
        <w:t>527.2909</w:t>
      </w:r>
      <w:r>
        <w:tab/>
        <w:t>3.038e0</w:t>
      </w:r>
    </w:p>
    <w:p w:rsidR="00E00D30" w:rsidRDefault="00E00D30" w:rsidP="00E00D30">
      <w:r>
        <w:t>527.2956</w:t>
      </w:r>
      <w:r>
        <w:tab/>
        <w:t>4.805e0</w:t>
      </w:r>
    </w:p>
    <w:p w:rsidR="00E00D30" w:rsidRDefault="00E00D30" w:rsidP="00E00D30">
      <w:r>
        <w:t>527.3035</w:t>
      </w:r>
      <w:r>
        <w:tab/>
        <w:t>1.337e0</w:t>
      </w:r>
    </w:p>
    <w:p w:rsidR="00E00D30" w:rsidRDefault="00E00D30" w:rsidP="00E00D30">
      <w:r>
        <w:t>527.3248</w:t>
      </w:r>
      <w:r>
        <w:tab/>
        <w:t>2.025e0</w:t>
      </w:r>
    </w:p>
    <w:p w:rsidR="00E00D30" w:rsidRDefault="00E00D30" w:rsidP="00E00D30">
      <w:r>
        <w:t>527.3663</w:t>
      </w:r>
      <w:r>
        <w:tab/>
        <w:t>1.176e0</w:t>
      </w:r>
    </w:p>
    <w:p w:rsidR="00E00D30" w:rsidRDefault="00E00D30" w:rsidP="00E00D30">
      <w:r>
        <w:t>527.3793</w:t>
      </w:r>
      <w:r>
        <w:tab/>
        <w:t>2.025e0</w:t>
      </w:r>
    </w:p>
    <w:p w:rsidR="00E00D30" w:rsidRDefault="00E00D30" w:rsidP="00E00D30">
      <w:r>
        <w:t>527.3871</w:t>
      </w:r>
      <w:r>
        <w:tab/>
        <w:t>2.491e0</w:t>
      </w:r>
    </w:p>
    <w:p w:rsidR="00E00D30" w:rsidRDefault="00E00D30" w:rsidP="00E00D30">
      <w:r>
        <w:t>527.3975</w:t>
      </w:r>
      <w:r>
        <w:tab/>
        <w:t>4.013e0</w:t>
      </w:r>
    </w:p>
    <w:p w:rsidR="00E00D30" w:rsidRDefault="00E00D30" w:rsidP="00E00D30">
      <w:r>
        <w:t>527.4053</w:t>
      </w:r>
      <w:r>
        <w:tab/>
        <w:t>5.063e0</w:t>
      </w:r>
    </w:p>
    <w:p w:rsidR="00E00D30" w:rsidRDefault="00E00D30" w:rsidP="00E00D30">
      <w:r>
        <w:t>527.4097</w:t>
      </w:r>
      <w:r>
        <w:tab/>
        <w:t>1.013e0</w:t>
      </w:r>
    </w:p>
    <w:p w:rsidR="00E00D30" w:rsidRDefault="00E00D30" w:rsidP="00E00D30">
      <w:r>
        <w:t>527.4191</w:t>
      </w:r>
      <w:r>
        <w:tab/>
        <w:t>3.038e0</w:t>
      </w:r>
    </w:p>
    <w:p w:rsidR="00E00D30" w:rsidRDefault="00E00D30" w:rsidP="00E00D30">
      <w:r>
        <w:t>527.4253</w:t>
      </w:r>
      <w:r>
        <w:tab/>
        <w:t>1.013e0</w:t>
      </w:r>
    </w:p>
    <w:p w:rsidR="00E00D30" w:rsidRDefault="00E00D30" w:rsidP="00E00D30">
      <w:r>
        <w:t>527.4292</w:t>
      </w:r>
      <w:r>
        <w:tab/>
        <w:t>3.038e0</w:t>
      </w:r>
    </w:p>
    <w:p w:rsidR="00E00D30" w:rsidRDefault="00E00D30" w:rsidP="00E00D30">
      <w:r>
        <w:t>527.4391</w:t>
      </w:r>
      <w:r>
        <w:tab/>
        <w:t>3.038e0</w:t>
      </w:r>
    </w:p>
    <w:p w:rsidR="00E00D30" w:rsidRDefault="00E00D30" w:rsidP="00E00D30">
      <w:r>
        <w:t>527.4618</w:t>
      </w:r>
      <w:r>
        <w:tab/>
        <w:t>1.013e0</w:t>
      </w:r>
    </w:p>
    <w:p w:rsidR="00E00D30" w:rsidRDefault="00E00D30" w:rsidP="00E00D30">
      <w:r>
        <w:t>527.4805</w:t>
      </w:r>
      <w:r>
        <w:tab/>
        <w:t>1.013e0</w:t>
      </w:r>
    </w:p>
    <w:p w:rsidR="00E00D30" w:rsidRDefault="00E00D30" w:rsidP="00E00D30">
      <w:r>
        <w:t>527.4834</w:t>
      </w:r>
      <w:r>
        <w:tab/>
        <w:t>2.025e0</w:t>
      </w:r>
    </w:p>
    <w:p w:rsidR="00E00D30" w:rsidRDefault="00E00D30" w:rsidP="00E00D30">
      <w:r>
        <w:lastRenderedPageBreak/>
        <w:t>527.5170</w:t>
      </w:r>
      <w:r>
        <w:tab/>
        <w:t>1.013e0</w:t>
      </w:r>
    </w:p>
    <w:p w:rsidR="00E00D30" w:rsidRDefault="00E00D30" w:rsidP="00E00D30">
      <w:r>
        <w:t>527.5283</w:t>
      </w:r>
      <w:r>
        <w:tab/>
        <w:t>1.013e0</w:t>
      </w:r>
    </w:p>
    <w:p w:rsidR="00E00D30" w:rsidRDefault="00E00D30" w:rsidP="00E00D30">
      <w:r>
        <w:t>527.5364</w:t>
      </w:r>
      <w:r>
        <w:tab/>
        <w:t>1.013e0</w:t>
      </w:r>
    </w:p>
    <w:p w:rsidR="00E00D30" w:rsidRDefault="00E00D30" w:rsidP="00E00D30">
      <w:r>
        <w:t>527.5468</w:t>
      </w:r>
      <w:r>
        <w:tab/>
        <w:t>1.013e0</w:t>
      </w:r>
    </w:p>
    <w:p w:rsidR="00E00D30" w:rsidRDefault="00E00D30" w:rsidP="00E00D30">
      <w:r>
        <w:t>527.5839</w:t>
      </w:r>
      <w:r>
        <w:tab/>
        <w:t>1.013e0</w:t>
      </w:r>
    </w:p>
    <w:p w:rsidR="00E00D30" w:rsidRDefault="00E00D30" w:rsidP="00E00D30">
      <w:r>
        <w:t>527.5943</w:t>
      </w:r>
      <w:r>
        <w:tab/>
        <w:t>1.013e0</w:t>
      </w:r>
    </w:p>
    <w:p w:rsidR="00E00D30" w:rsidRDefault="00E00D30" w:rsidP="00E00D30">
      <w:r>
        <w:t>527.6091</w:t>
      </w:r>
      <w:r>
        <w:tab/>
        <w:t>1.013e0</w:t>
      </w:r>
    </w:p>
    <w:p w:rsidR="00E00D30" w:rsidRDefault="00E00D30" w:rsidP="00E00D30">
      <w:r>
        <w:t>527.6118</w:t>
      </w:r>
      <w:r>
        <w:tab/>
        <w:t>1.013e0</w:t>
      </w:r>
    </w:p>
    <w:p w:rsidR="00E00D30" w:rsidRDefault="00E00D30" w:rsidP="00E00D30">
      <w:r>
        <w:t>527.6339</w:t>
      </w:r>
      <w:r>
        <w:tab/>
        <w:t>2.025e0</w:t>
      </w:r>
    </w:p>
    <w:p w:rsidR="00E00D30" w:rsidRDefault="00E00D30" w:rsidP="00E00D30">
      <w:r>
        <w:t>527.6489</w:t>
      </w:r>
      <w:r>
        <w:tab/>
        <w:t>1.013e0</w:t>
      </w:r>
    </w:p>
    <w:p w:rsidR="00E00D30" w:rsidRDefault="00E00D30" w:rsidP="00E00D30">
      <w:r>
        <w:t>527.6559</w:t>
      </w:r>
      <w:r>
        <w:tab/>
        <w:t>1.013e0</w:t>
      </w:r>
    </w:p>
    <w:p w:rsidR="00E00D30" w:rsidRDefault="00E00D30" w:rsidP="00E00D30">
      <w:r>
        <w:t>527.7390</w:t>
      </w:r>
      <w:r>
        <w:tab/>
        <w:t>1.013e0</w:t>
      </w:r>
    </w:p>
    <w:p w:rsidR="00E00D30" w:rsidRDefault="00E00D30" w:rsidP="00E00D30">
      <w:r>
        <w:t>527.7777</w:t>
      </w:r>
      <w:r>
        <w:tab/>
        <w:t>1.013e0</w:t>
      </w:r>
    </w:p>
    <w:p w:rsidR="00E00D30" w:rsidRDefault="00E00D30" w:rsidP="00E00D30">
      <w:r>
        <w:t>527.7963</w:t>
      </w:r>
      <w:r>
        <w:tab/>
        <w:t>2.025e0</w:t>
      </w:r>
    </w:p>
    <w:p w:rsidR="00E00D30" w:rsidRDefault="00E00D30" w:rsidP="00E00D30">
      <w:r>
        <w:t>527.8204</w:t>
      </w:r>
      <w:r>
        <w:tab/>
        <w:t>1.013e0</w:t>
      </w:r>
    </w:p>
    <w:p w:rsidR="00E00D30" w:rsidRDefault="00E00D30" w:rsidP="00E00D30">
      <w:r>
        <w:t>527.8427</w:t>
      </w:r>
      <w:r>
        <w:tab/>
        <w:t>3.038e0</w:t>
      </w:r>
    </w:p>
    <w:p w:rsidR="00E00D30" w:rsidRDefault="00E00D30" w:rsidP="00E00D30">
      <w:r>
        <w:t>527.8513</w:t>
      </w:r>
      <w:r>
        <w:tab/>
        <w:t>1.013e0</w:t>
      </w:r>
    </w:p>
    <w:p w:rsidR="00E00D30" w:rsidRDefault="00E00D30" w:rsidP="00E00D30">
      <w:r>
        <w:t>527.8569</w:t>
      </w:r>
      <w:r>
        <w:tab/>
        <w:t>1.013e0</w:t>
      </w:r>
    </w:p>
    <w:p w:rsidR="00E00D30" w:rsidRDefault="00E00D30" w:rsidP="00E00D30">
      <w:r>
        <w:t>527.8694</w:t>
      </w:r>
      <w:r>
        <w:tab/>
        <w:t>1.013e0</w:t>
      </w:r>
    </w:p>
    <w:p w:rsidR="00E00D30" w:rsidRDefault="00E00D30" w:rsidP="00E00D30">
      <w:r>
        <w:lastRenderedPageBreak/>
        <w:t>527.8749</w:t>
      </w:r>
      <w:r>
        <w:tab/>
        <w:t>1.013e0</w:t>
      </w:r>
    </w:p>
    <w:p w:rsidR="00E00D30" w:rsidRDefault="00E00D30" w:rsidP="00E00D30">
      <w:r>
        <w:t>527.9064</w:t>
      </w:r>
      <w:r>
        <w:tab/>
        <w:t>1.013e0</w:t>
      </w:r>
    </w:p>
    <w:p w:rsidR="00E00D30" w:rsidRDefault="00E00D30" w:rsidP="00E00D30">
      <w:r>
        <w:t>527.9214</w:t>
      </w:r>
      <w:r>
        <w:tab/>
        <w:t>1.013e0</w:t>
      </w:r>
    </w:p>
    <w:p w:rsidR="00E00D30" w:rsidRDefault="00E00D30" w:rsidP="00E00D30">
      <w:r>
        <w:t>527.9432</w:t>
      </w:r>
      <w:r>
        <w:tab/>
        <w:t>1.013e0</w:t>
      </w:r>
    </w:p>
    <w:p w:rsidR="00E00D30" w:rsidRDefault="00E00D30" w:rsidP="00E00D30">
      <w:r>
        <w:t>527.9671</w:t>
      </w:r>
      <w:r>
        <w:tab/>
        <w:t>1.013e0</w:t>
      </w:r>
    </w:p>
    <w:p w:rsidR="00E00D30" w:rsidRDefault="00E00D30" w:rsidP="00E00D30">
      <w:r>
        <w:t>527.9763</w:t>
      </w:r>
      <w:r>
        <w:tab/>
        <w:t>1.013e0</w:t>
      </w:r>
    </w:p>
    <w:p w:rsidR="00E00D30" w:rsidRDefault="00E00D30" w:rsidP="00E00D30">
      <w:r>
        <w:t>527.9847</w:t>
      </w:r>
      <w:r>
        <w:tab/>
        <w:t>1.013e0</w:t>
      </w:r>
    </w:p>
    <w:p w:rsidR="00E00D30" w:rsidRDefault="00E00D30" w:rsidP="00E00D30">
      <w:r>
        <w:t>527.9984</w:t>
      </w:r>
      <w:r>
        <w:tab/>
        <w:t>1.013e0</w:t>
      </w:r>
    </w:p>
    <w:p w:rsidR="00E00D30" w:rsidRDefault="00E00D30" w:rsidP="00E00D30">
      <w:r>
        <w:t>528.0401</w:t>
      </w:r>
      <w:r>
        <w:tab/>
        <w:t>1.013e0</w:t>
      </w:r>
    </w:p>
    <w:p w:rsidR="00E00D30" w:rsidRDefault="00E00D30" w:rsidP="00E00D30">
      <w:r>
        <w:t>528.0483</w:t>
      </w:r>
      <w:r>
        <w:tab/>
        <w:t>1.013e0</w:t>
      </w:r>
    </w:p>
    <w:p w:rsidR="00E00D30" w:rsidRDefault="00E00D30" w:rsidP="00E00D30">
      <w:r>
        <w:t>528.0801</w:t>
      </w:r>
      <w:r>
        <w:tab/>
        <w:t>2.025e0</w:t>
      </w:r>
    </w:p>
    <w:p w:rsidR="00E00D30" w:rsidRDefault="00E00D30" w:rsidP="00E00D30">
      <w:r>
        <w:t>528.1085</w:t>
      </w:r>
      <w:r>
        <w:tab/>
        <w:t>4.051e0</w:t>
      </w:r>
    </w:p>
    <w:p w:rsidR="00E00D30" w:rsidRDefault="00E00D30" w:rsidP="00E00D30">
      <w:r>
        <w:t>528.1307</w:t>
      </w:r>
      <w:r>
        <w:tab/>
        <w:t>2.025e0</w:t>
      </w:r>
    </w:p>
    <w:p w:rsidR="00E00D30" w:rsidRDefault="00E00D30" w:rsidP="00E00D30">
      <w:r>
        <w:t>528.1487</w:t>
      </w:r>
      <w:r>
        <w:tab/>
        <w:t>1.013e0</w:t>
      </w:r>
    </w:p>
    <w:p w:rsidR="00E00D30" w:rsidRDefault="00E00D30" w:rsidP="00E00D30">
      <w:r>
        <w:t>528.1944</w:t>
      </w:r>
      <w:r>
        <w:tab/>
        <w:t>1.013e0</w:t>
      </w:r>
    </w:p>
    <w:p w:rsidR="00E00D30" w:rsidRDefault="00E00D30" w:rsidP="00E00D30">
      <w:r>
        <w:t>528.2013</w:t>
      </w:r>
      <w:r>
        <w:tab/>
        <w:t>1.013e0</w:t>
      </w:r>
    </w:p>
    <w:p w:rsidR="00E00D30" w:rsidRDefault="00E00D30" w:rsidP="00E00D30">
      <w:r>
        <w:t>528.2128</w:t>
      </w:r>
      <w:r>
        <w:tab/>
        <w:t>2.025e0</w:t>
      </w:r>
    </w:p>
    <w:p w:rsidR="00E00D30" w:rsidRDefault="00E00D30" w:rsidP="00E00D30">
      <w:r>
        <w:t>528.2501</w:t>
      </w:r>
      <w:r>
        <w:tab/>
        <w:t>1.013e0</w:t>
      </w:r>
    </w:p>
    <w:p w:rsidR="00E00D30" w:rsidRDefault="00E00D30" w:rsidP="00E00D30">
      <w:r>
        <w:t>528.2583</w:t>
      </w:r>
      <w:r>
        <w:tab/>
        <w:t>2.025e0</w:t>
      </w:r>
    </w:p>
    <w:p w:rsidR="00E00D30" w:rsidRDefault="00E00D30" w:rsidP="00E00D30">
      <w:r>
        <w:lastRenderedPageBreak/>
        <w:t>528.2676</w:t>
      </w:r>
      <w:r>
        <w:tab/>
        <w:t>1.862e0</w:t>
      </w:r>
    </w:p>
    <w:p w:rsidR="00E00D30" w:rsidRDefault="00E00D30" w:rsidP="00E00D30">
      <w:r>
        <w:t>528.2886</w:t>
      </w:r>
      <w:r>
        <w:tab/>
        <w:t>2.691e0</w:t>
      </w:r>
    </w:p>
    <w:p w:rsidR="00E00D30" w:rsidRDefault="00E00D30" w:rsidP="00E00D30">
      <w:r>
        <w:t>528.3032</w:t>
      </w:r>
      <w:r>
        <w:tab/>
        <w:t>1.472e0</w:t>
      </w:r>
    </w:p>
    <w:p w:rsidR="00E00D30" w:rsidRDefault="00E00D30" w:rsidP="00E00D30">
      <w:r>
        <w:t>528.3143</w:t>
      </w:r>
      <w:r>
        <w:tab/>
        <w:t>1.013e0</w:t>
      </w:r>
    </w:p>
    <w:p w:rsidR="00E00D30" w:rsidRDefault="00E00D30" w:rsidP="00E00D30">
      <w:r>
        <w:t>528.3236</w:t>
      </w:r>
      <w:r>
        <w:tab/>
        <w:t>5.063e0</w:t>
      </w:r>
    </w:p>
    <w:p w:rsidR="00E00D30" w:rsidRDefault="00E00D30" w:rsidP="00E00D30">
      <w:r>
        <w:t>528.3455</w:t>
      </w:r>
      <w:r>
        <w:tab/>
        <w:t>1.945e0</w:t>
      </w:r>
    </w:p>
    <w:p w:rsidR="00E00D30" w:rsidRDefault="00E00D30" w:rsidP="00E00D30">
      <w:r>
        <w:t>528.3472</w:t>
      </w:r>
      <w:r>
        <w:tab/>
        <w:t>4.051e0</w:t>
      </w:r>
    </w:p>
    <w:p w:rsidR="00E00D30" w:rsidRDefault="00E00D30" w:rsidP="00E00D30">
      <w:r>
        <w:t>528.3527</w:t>
      </w:r>
      <w:r>
        <w:tab/>
        <w:t>1.489e0</w:t>
      </w:r>
    </w:p>
    <w:p w:rsidR="00E00D30" w:rsidRDefault="00E00D30" w:rsidP="00E00D30">
      <w:r>
        <w:t>528.3962</w:t>
      </w:r>
      <w:r>
        <w:tab/>
        <w:t>1.013e0</w:t>
      </w:r>
    </w:p>
    <w:p w:rsidR="00E00D30" w:rsidRDefault="00E00D30" w:rsidP="00E00D30">
      <w:r>
        <w:t>528.4207</w:t>
      </w:r>
      <w:r>
        <w:tab/>
        <w:t>3.263e0</w:t>
      </w:r>
    </w:p>
    <w:p w:rsidR="00E00D30" w:rsidRDefault="00E00D30" w:rsidP="00E00D30">
      <w:r>
        <w:t>528.4318</w:t>
      </w:r>
      <w:r>
        <w:tab/>
        <w:t>3.038e0</w:t>
      </w:r>
    </w:p>
    <w:p w:rsidR="00E00D30" w:rsidRDefault="00E00D30" w:rsidP="00E00D30">
      <w:r>
        <w:t>528.4396</w:t>
      </w:r>
      <w:r>
        <w:tab/>
        <w:t>1.013e0</w:t>
      </w:r>
    </w:p>
    <w:p w:rsidR="00E00D30" w:rsidRDefault="00E00D30" w:rsidP="00E00D30">
      <w:r>
        <w:t>528.4426</w:t>
      </w:r>
      <w:r>
        <w:tab/>
        <w:t>1.013e0</w:t>
      </w:r>
    </w:p>
    <w:p w:rsidR="00E00D30" w:rsidRDefault="00E00D30" w:rsidP="00E00D30">
      <w:r>
        <w:t>528.4468</w:t>
      </w:r>
      <w:r>
        <w:tab/>
        <w:t>4.051e0</w:t>
      </w:r>
    </w:p>
    <w:p w:rsidR="00E00D30" w:rsidRDefault="00E00D30" w:rsidP="00E00D30">
      <w:r>
        <w:t>528.4580</w:t>
      </w:r>
      <w:r>
        <w:tab/>
        <w:t>2.025e0</w:t>
      </w:r>
    </w:p>
    <w:p w:rsidR="00E00D30" w:rsidRDefault="00E00D30" w:rsidP="00E00D30">
      <w:r>
        <w:t>528.4778</w:t>
      </w:r>
      <w:r>
        <w:tab/>
        <w:t>2.025e0</w:t>
      </w:r>
    </w:p>
    <w:p w:rsidR="00E00D30" w:rsidRDefault="00E00D30" w:rsidP="00E00D30">
      <w:r>
        <w:t>528.5349</w:t>
      </w:r>
      <w:r>
        <w:tab/>
        <w:t>2.025e0</w:t>
      </w:r>
    </w:p>
    <w:p w:rsidR="00E00D30" w:rsidRDefault="00E00D30" w:rsidP="00E00D30">
      <w:r>
        <w:t>528.5417</w:t>
      </w:r>
      <w:r>
        <w:tab/>
        <w:t>1.013e0</w:t>
      </w:r>
    </w:p>
    <w:p w:rsidR="00E00D30" w:rsidRDefault="00E00D30" w:rsidP="00E00D30">
      <w:r>
        <w:t>528.5527</w:t>
      </w:r>
      <w:r>
        <w:tab/>
        <w:t>1.013e0</w:t>
      </w:r>
    </w:p>
    <w:p w:rsidR="00E00D30" w:rsidRDefault="00E00D30" w:rsidP="00E00D30">
      <w:r>
        <w:lastRenderedPageBreak/>
        <w:t>528.5685</w:t>
      </w:r>
      <w:r>
        <w:tab/>
        <w:t>1.013e0</w:t>
      </w:r>
    </w:p>
    <w:p w:rsidR="00E00D30" w:rsidRDefault="00E00D30" w:rsidP="00E00D30">
      <w:r>
        <w:t>528.6240</w:t>
      </w:r>
      <w:r>
        <w:tab/>
        <w:t>1.013e0</w:t>
      </w:r>
    </w:p>
    <w:p w:rsidR="00E00D30" w:rsidRDefault="00E00D30" w:rsidP="00E00D30">
      <w:r>
        <w:t>528.6263</w:t>
      </w:r>
      <w:r>
        <w:tab/>
        <w:t>1.013e0</w:t>
      </w:r>
    </w:p>
    <w:p w:rsidR="00E00D30" w:rsidRDefault="00E00D30" w:rsidP="00E00D30">
      <w:r>
        <w:t>528.6450</w:t>
      </w:r>
      <w:r>
        <w:tab/>
        <w:t>1.013e0</w:t>
      </w:r>
    </w:p>
    <w:p w:rsidR="00E00D30" w:rsidRDefault="00E00D30" w:rsidP="00E00D30">
      <w:r>
        <w:t>528.6641</w:t>
      </w:r>
      <w:r>
        <w:tab/>
        <w:t>2.025e0</w:t>
      </w:r>
    </w:p>
    <w:p w:rsidR="00E00D30" w:rsidRDefault="00E00D30" w:rsidP="00E00D30">
      <w:r>
        <w:t>528.6815</w:t>
      </w:r>
      <w:r>
        <w:tab/>
        <w:t>1.013e0</w:t>
      </w:r>
    </w:p>
    <w:p w:rsidR="00E00D30" w:rsidRDefault="00E00D30" w:rsidP="00E00D30">
      <w:r>
        <w:t>528.6970</w:t>
      </w:r>
      <w:r>
        <w:tab/>
        <w:t>1.013e0</w:t>
      </w:r>
    </w:p>
    <w:p w:rsidR="00E00D30" w:rsidRDefault="00E00D30" w:rsidP="00E00D30">
      <w:r>
        <w:t>528.7186</w:t>
      </w:r>
      <w:r>
        <w:tab/>
        <w:t>1.013e0</w:t>
      </w:r>
    </w:p>
    <w:p w:rsidR="00E00D30" w:rsidRDefault="00E00D30" w:rsidP="00E00D30">
      <w:r>
        <w:t>528.7459</w:t>
      </w:r>
      <w:r>
        <w:tab/>
        <w:t>2.025e0</w:t>
      </w:r>
    </w:p>
    <w:p w:rsidR="00E00D30" w:rsidRDefault="00E00D30" w:rsidP="00E00D30">
      <w:r>
        <w:t>528.7525</w:t>
      </w:r>
      <w:r>
        <w:tab/>
        <w:t>1.013e0</w:t>
      </w:r>
    </w:p>
    <w:p w:rsidR="00E00D30" w:rsidRDefault="00E00D30" w:rsidP="00E00D30">
      <w:r>
        <w:t>528.7881</w:t>
      </w:r>
      <w:r>
        <w:tab/>
        <w:t>1.013e0</w:t>
      </w:r>
    </w:p>
    <w:p w:rsidR="00E00D30" w:rsidRDefault="00E00D30" w:rsidP="00E00D30">
      <w:r>
        <w:t>528.7922</w:t>
      </w:r>
      <w:r>
        <w:tab/>
        <w:t>1.013e0</w:t>
      </w:r>
    </w:p>
    <w:p w:rsidR="00E00D30" w:rsidRDefault="00E00D30" w:rsidP="00E00D30">
      <w:r>
        <w:t>528.8430</w:t>
      </w:r>
      <w:r>
        <w:tab/>
        <w:t>1.013e0</w:t>
      </w:r>
    </w:p>
    <w:p w:rsidR="00E00D30" w:rsidRDefault="00E00D30" w:rsidP="00E00D30">
      <w:r>
        <w:t>528.8524</w:t>
      </w:r>
      <w:r>
        <w:tab/>
        <w:t>1.013e0</w:t>
      </w:r>
    </w:p>
    <w:p w:rsidR="00E00D30" w:rsidRDefault="00E00D30" w:rsidP="00E00D30">
      <w:r>
        <w:t>528.8704</w:t>
      </w:r>
      <w:r>
        <w:tab/>
        <w:t>1.013e0</w:t>
      </w:r>
    </w:p>
    <w:p w:rsidR="00E00D30" w:rsidRDefault="00E00D30" w:rsidP="00E00D30">
      <w:r>
        <w:t>528.9070</w:t>
      </w:r>
      <w:r>
        <w:tab/>
        <w:t>1.013e0</w:t>
      </w:r>
    </w:p>
    <w:p w:rsidR="00E00D30" w:rsidRDefault="00E00D30" w:rsidP="00E00D30">
      <w:r>
        <w:t>528.9161</w:t>
      </w:r>
      <w:r>
        <w:tab/>
        <w:t>1.013e0</w:t>
      </w:r>
    </w:p>
    <w:p w:rsidR="00E00D30" w:rsidRDefault="00E00D30" w:rsidP="00E00D30">
      <w:r>
        <w:t>528.9215</w:t>
      </w:r>
      <w:r>
        <w:tab/>
        <w:t>1.013e0</w:t>
      </w:r>
    </w:p>
    <w:p w:rsidR="00E00D30" w:rsidRDefault="00E00D30" w:rsidP="00E00D30">
      <w:r>
        <w:t>528.9665</w:t>
      </w:r>
      <w:r>
        <w:tab/>
        <w:t>2.025e0</w:t>
      </w:r>
    </w:p>
    <w:p w:rsidR="00E00D30" w:rsidRDefault="00E00D30" w:rsidP="00E00D30">
      <w:r>
        <w:lastRenderedPageBreak/>
        <w:t>528.9713</w:t>
      </w:r>
      <w:r>
        <w:tab/>
        <w:t>1.013e0</w:t>
      </w:r>
    </w:p>
    <w:p w:rsidR="00E00D30" w:rsidRDefault="00E00D30" w:rsidP="00E00D30">
      <w:r>
        <w:t>528.9801</w:t>
      </w:r>
      <w:r>
        <w:tab/>
        <w:t>1.013e0</w:t>
      </w:r>
    </w:p>
    <w:p w:rsidR="00E00D30" w:rsidRDefault="00E00D30" w:rsidP="00E00D30">
      <w:r>
        <w:t>529.0569</w:t>
      </w:r>
      <w:r>
        <w:tab/>
        <w:t>2.025e0</w:t>
      </w:r>
    </w:p>
    <w:p w:rsidR="00E00D30" w:rsidRDefault="00E00D30" w:rsidP="00E00D30">
      <w:r>
        <w:t>529.0809</w:t>
      </w:r>
      <w:r>
        <w:tab/>
        <w:t>2.025e0</w:t>
      </w:r>
    </w:p>
    <w:p w:rsidR="00E00D30" w:rsidRDefault="00E00D30" w:rsidP="00E00D30">
      <w:r>
        <w:t>529.0861</w:t>
      </w:r>
      <w:r>
        <w:tab/>
        <w:t>2.025e0</w:t>
      </w:r>
    </w:p>
    <w:p w:rsidR="00E00D30" w:rsidRDefault="00E00D30" w:rsidP="00E00D30">
      <w:r>
        <w:t>529.0999</w:t>
      </w:r>
      <w:r>
        <w:tab/>
        <w:t>1.013e0</w:t>
      </w:r>
    </w:p>
    <w:p w:rsidR="00E00D30" w:rsidRDefault="00E00D30" w:rsidP="00E00D30">
      <w:r>
        <w:t>529.1359</w:t>
      </w:r>
      <w:r>
        <w:tab/>
        <w:t>1.013e0</w:t>
      </w:r>
    </w:p>
    <w:p w:rsidR="00E00D30" w:rsidRDefault="00E00D30" w:rsidP="00E00D30">
      <w:r>
        <w:t>529.1539</w:t>
      </w:r>
      <w:r>
        <w:tab/>
        <w:t>1.013e0</w:t>
      </w:r>
    </w:p>
    <w:p w:rsidR="00E00D30" w:rsidRDefault="00E00D30" w:rsidP="00E00D30">
      <w:r>
        <w:t>529.1723</w:t>
      </w:r>
      <w:r>
        <w:tab/>
        <w:t>3.038e0</w:t>
      </w:r>
    </w:p>
    <w:p w:rsidR="00E00D30" w:rsidRDefault="00E00D30" w:rsidP="00E00D30">
      <w:r>
        <w:t>529.1913</w:t>
      </w:r>
      <w:r>
        <w:tab/>
        <w:t>1.013e0</w:t>
      </w:r>
    </w:p>
    <w:p w:rsidR="00E00D30" w:rsidRDefault="00E00D30" w:rsidP="00E00D30">
      <w:r>
        <w:t>529.2181</w:t>
      </w:r>
      <w:r>
        <w:tab/>
        <w:t>1.013e0</w:t>
      </w:r>
    </w:p>
    <w:p w:rsidR="00E00D30" w:rsidRDefault="00E00D30" w:rsidP="00E00D30">
      <w:r>
        <w:t>529.2249</w:t>
      </w:r>
      <w:r>
        <w:tab/>
        <w:t>2.387e0</w:t>
      </w:r>
    </w:p>
    <w:p w:rsidR="00E00D30" w:rsidRDefault="00E00D30" w:rsidP="00E00D30">
      <w:r>
        <w:t>529.2342</w:t>
      </w:r>
      <w:r>
        <w:tab/>
        <w:t>1.013e0</w:t>
      </w:r>
    </w:p>
    <w:p w:rsidR="00E00D30" w:rsidRDefault="00E00D30" w:rsidP="00E00D30">
      <w:r>
        <w:t>529.2516</w:t>
      </w:r>
      <w:r>
        <w:tab/>
        <w:t>2.025e0</w:t>
      </w:r>
    </w:p>
    <w:p w:rsidR="00E00D30" w:rsidRDefault="00E00D30" w:rsidP="00E00D30">
      <w:r>
        <w:t>529.2710</w:t>
      </w:r>
      <w:r>
        <w:tab/>
        <w:t>1.013e0</w:t>
      </w:r>
    </w:p>
    <w:p w:rsidR="00E00D30" w:rsidRDefault="00E00D30" w:rsidP="00E00D30">
      <w:r>
        <w:t>529.3071</w:t>
      </w:r>
      <w:r>
        <w:tab/>
        <w:t>1.013e0</w:t>
      </w:r>
    </w:p>
    <w:p w:rsidR="00E00D30" w:rsidRDefault="00E00D30" w:rsidP="00E00D30">
      <w:r>
        <w:t>529.3262</w:t>
      </w:r>
      <w:r>
        <w:tab/>
        <w:t>1.013e0</w:t>
      </w:r>
    </w:p>
    <w:p w:rsidR="00E00D30" w:rsidRDefault="00E00D30" w:rsidP="00E00D30">
      <w:r>
        <w:t>529.3315</w:t>
      </w:r>
      <w:r>
        <w:tab/>
        <w:t>2.963e0</w:t>
      </w:r>
    </w:p>
    <w:p w:rsidR="00E00D30" w:rsidRDefault="00E00D30" w:rsidP="00E00D30">
      <w:r>
        <w:t>529.3330</w:t>
      </w:r>
      <w:r>
        <w:tab/>
        <w:t>2.025e0</w:t>
      </w:r>
    </w:p>
    <w:p w:rsidR="00E00D30" w:rsidRDefault="00E00D30" w:rsidP="00E00D30">
      <w:r>
        <w:lastRenderedPageBreak/>
        <w:t>529.3461</w:t>
      </w:r>
      <w:r>
        <w:tab/>
        <w:t>2.684e0</w:t>
      </w:r>
    </w:p>
    <w:p w:rsidR="00E00D30" w:rsidRDefault="00E00D30" w:rsidP="00E00D30">
      <w:r>
        <w:t>529.4018</w:t>
      </w:r>
      <w:r>
        <w:tab/>
        <w:t>4.051e0</w:t>
      </w:r>
    </w:p>
    <w:p w:rsidR="00E00D30" w:rsidRDefault="00E00D30" w:rsidP="00E00D30">
      <w:r>
        <w:t>529.4060</w:t>
      </w:r>
      <w:r>
        <w:tab/>
        <w:t>3.038e0</w:t>
      </w:r>
    </w:p>
    <w:p w:rsidR="00E00D30" w:rsidRDefault="00E00D30" w:rsidP="00E00D30">
      <w:r>
        <w:t>529.4103</w:t>
      </w:r>
      <w:r>
        <w:tab/>
        <w:t>1.013e0</w:t>
      </w:r>
    </w:p>
    <w:p w:rsidR="00E00D30" w:rsidRDefault="00E00D30" w:rsidP="00E00D30">
      <w:r>
        <w:t>529.4550</w:t>
      </w:r>
      <w:r>
        <w:tab/>
        <w:t>3.038e0</w:t>
      </w:r>
    </w:p>
    <w:p w:rsidR="00E00D30" w:rsidRDefault="00E00D30" w:rsidP="00E00D30">
      <w:r>
        <w:t>529.5096</w:t>
      </w:r>
      <w:r>
        <w:tab/>
        <w:t>1.013e0</w:t>
      </w:r>
    </w:p>
    <w:p w:rsidR="00E00D30" w:rsidRDefault="00E00D30" w:rsidP="00E00D30">
      <w:r>
        <w:t>529.5304</w:t>
      </w:r>
      <w:r>
        <w:tab/>
        <w:t>1.013e0</w:t>
      </w:r>
    </w:p>
    <w:p w:rsidR="00E00D30" w:rsidRDefault="00E00D30" w:rsidP="00E00D30">
      <w:r>
        <w:t>529.5471</w:t>
      </w:r>
      <w:r>
        <w:tab/>
        <w:t>1.013e0</w:t>
      </w:r>
    </w:p>
    <w:p w:rsidR="00E00D30" w:rsidRDefault="00E00D30" w:rsidP="00E00D30">
      <w:r>
        <w:t>529.5491</w:t>
      </w:r>
      <w:r>
        <w:tab/>
        <w:t>1.013e0</w:t>
      </w:r>
    </w:p>
    <w:p w:rsidR="00E00D30" w:rsidRDefault="00E00D30" w:rsidP="00E00D30">
      <w:r>
        <w:t>529.6298</w:t>
      </w:r>
      <w:r>
        <w:tab/>
        <w:t>2.025e0</w:t>
      </w:r>
    </w:p>
    <w:p w:rsidR="00E00D30" w:rsidRDefault="00E00D30" w:rsidP="00E00D30">
      <w:r>
        <w:t>529.6411</w:t>
      </w:r>
      <w:r>
        <w:tab/>
        <w:t>1.013e0</w:t>
      </w:r>
    </w:p>
    <w:p w:rsidR="00E00D30" w:rsidRDefault="00E00D30" w:rsidP="00E00D30">
      <w:r>
        <w:t>529.6479</w:t>
      </w:r>
      <w:r>
        <w:tab/>
        <w:t>1.013e0</w:t>
      </w:r>
    </w:p>
    <w:p w:rsidR="00E00D30" w:rsidRDefault="00E00D30" w:rsidP="00E00D30">
      <w:r>
        <w:t>529.6602</w:t>
      </w:r>
      <w:r>
        <w:tab/>
        <w:t>1.013e0</w:t>
      </w:r>
    </w:p>
    <w:p w:rsidR="00E00D30" w:rsidRDefault="00E00D30" w:rsidP="00E00D30">
      <w:r>
        <w:t>529.6786</w:t>
      </w:r>
      <w:r>
        <w:tab/>
        <w:t>1.013e0</w:t>
      </w:r>
    </w:p>
    <w:p w:rsidR="00E00D30" w:rsidRDefault="00E00D30" w:rsidP="00E00D30">
      <w:r>
        <w:t>529.6846</w:t>
      </w:r>
      <w:r>
        <w:tab/>
        <w:t>2.025e0</w:t>
      </w:r>
    </w:p>
    <w:p w:rsidR="00E00D30" w:rsidRDefault="00E00D30" w:rsidP="00E00D30">
      <w:r>
        <w:t>529.7303</w:t>
      </w:r>
      <w:r>
        <w:tab/>
        <w:t>1.013e0</w:t>
      </w:r>
    </w:p>
    <w:p w:rsidR="00E00D30" w:rsidRDefault="00E00D30" w:rsidP="00E00D30">
      <w:r>
        <w:t>529.7328</w:t>
      </w:r>
      <w:r>
        <w:tab/>
        <w:t>1.013e0</w:t>
      </w:r>
    </w:p>
    <w:p w:rsidR="00E00D30" w:rsidRDefault="00E00D30" w:rsidP="00E00D30">
      <w:r>
        <w:t>529.7489</w:t>
      </w:r>
      <w:r>
        <w:tab/>
        <w:t>1.013e0</w:t>
      </w:r>
    </w:p>
    <w:p w:rsidR="00E00D30" w:rsidRDefault="00E00D30" w:rsidP="00E00D30">
      <w:r>
        <w:t>529.7556</w:t>
      </w:r>
      <w:r>
        <w:tab/>
        <w:t>2.025e0</w:t>
      </w:r>
    </w:p>
    <w:p w:rsidR="00E00D30" w:rsidRDefault="00E00D30" w:rsidP="00E00D30">
      <w:r>
        <w:lastRenderedPageBreak/>
        <w:t>529.7856</w:t>
      </w:r>
      <w:r>
        <w:tab/>
        <w:t>2.025e0</w:t>
      </w:r>
    </w:p>
    <w:p w:rsidR="00E00D30" w:rsidRDefault="00E00D30" w:rsidP="00E00D30">
      <w:r>
        <w:t>529.8038</w:t>
      </w:r>
      <w:r>
        <w:tab/>
        <w:t>1.013e0</w:t>
      </w:r>
    </w:p>
    <w:p w:rsidR="00E00D30" w:rsidRDefault="00E00D30" w:rsidP="00E00D30">
      <w:r>
        <w:t>529.8218</w:t>
      </w:r>
      <w:r>
        <w:tab/>
        <w:t>1.013e0</w:t>
      </w:r>
    </w:p>
    <w:p w:rsidR="00E00D30" w:rsidRDefault="00E00D30" w:rsidP="00E00D30">
      <w:r>
        <w:t>529.8435</w:t>
      </w:r>
      <w:r>
        <w:tab/>
        <w:t>1.013e0</w:t>
      </w:r>
    </w:p>
    <w:p w:rsidR="00E00D30" w:rsidRDefault="00E00D30" w:rsidP="00E00D30">
      <w:r>
        <w:t>529.8592</w:t>
      </w:r>
      <w:r>
        <w:tab/>
        <w:t>3.038e0</w:t>
      </w:r>
    </w:p>
    <w:p w:rsidR="00E00D30" w:rsidRDefault="00E00D30" w:rsidP="00E00D30">
      <w:r>
        <w:t>529.8866</w:t>
      </w:r>
      <w:r>
        <w:tab/>
        <w:t>2.025e0</w:t>
      </w:r>
    </w:p>
    <w:p w:rsidR="00E00D30" w:rsidRDefault="00E00D30" w:rsidP="00E00D30">
      <w:r>
        <w:t>529.9392</w:t>
      </w:r>
      <w:r>
        <w:tab/>
        <w:t>2.025e0</w:t>
      </w:r>
    </w:p>
    <w:p w:rsidR="00E00D30" w:rsidRDefault="00E00D30" w:rsidP="00E00D30">
      <w:r>
        <w:t>529.9536</w:t>
      </w:r>
      <w:r>
        <w:tab/>
        <w:t>2.025e0</w:t>
      </w:r>
    </w:p>
    <w:p w:rsidR="00E00D30" w:rsidRDefault="00E00D30" w:rsidP="00E00D30">
      <w:r>
        <w:t>529.9628</w:t>
      </w:r>
      <w:r>
        <w:tab/>
        <w:t>2.025e0</w:t>
      </w:r>
    </w:p>
    <w:p w:rsidR="00E00D30" w:rsidRDefault="00E00D30" w:rsidP="00E00D30">
      <w:r>
        <w:t>529.9693</w:t>
      </w:r>
      <w:r>
        <w:tab/>
        <w:t>1.013e0</w:t>
      </w:r>
    </w:p>
    <w:p w:rsidR="00E00D30" w:rsidRDefault="00E00D30" w:rsidP="00E00D30">
      <w:r>
        <w:t>529.9723</w:t>
      </w:r>
      <w:r>
        <w:tab/>
        <w:t>1.013e0</w:t>
      </w:r>
    </w:p>
    <w:p w:rsidR="00E00D30" w:rsidRDefault="00E00D30" w:rsidP="00E00D30">
      <w:r>
        <w:t>530.0050</w:t>
      </w:r>
      <w:r>
        <w:tab/>
        <w:t>2.025e0</w:t>
      </w:r>
    </w:p>
    <w:p w:rsidR="00E00D30" w:rsidRDefault="00E00D30" w:rsidP="00E00D30">
      <w:r>
        <w:t>530.0325</w:t>
      </w:r>
      <w:r>
        <w:tab/>
        <w:t>1.013e0</w:t>
      </w:r>
    </w:p>
    <w:p w:rsidR="00E00D30" w:rsidRDefault="00E00D30" w:rsidP="00E00D30">
      <w:r>
        <w:t>530.0458</w:t>
      </w:r>
      <w:r>
        <w:tab/>
        <w:t>1.013e0</w:t>
      </w:r>
    </w:p>
    <w:p w:rsidR="00E00D30" w:rsidRDefault="00E00D30" w:rsidP="00E00D30">
      <w:r>
        <w:t>530.0511</w:t>
      </w:r>
      <w:r>
        <w:tab/>
        <w:t>1.013e0</w:t>
      </w:r>
    </w:p>
    <w:p w:rsidR="00E00D30" w:rsidRDefault="00E00D30" w:rsidP="00E00D30">
      <w:r>
        <w:t>530.0609</w:t>
      </w:r>
      <w:r>
        <w:tab/>
        <w:t>1.013e0</w:t>
      </w:r>
    </w:p>
    <w:p w:rsidR="00E00D30" w:rsidRDefault="00E00D30" w:rsidP="00E00D30">
      <w:r>
        <w:t>530.0643</w:t>
      </w:r>
      <w:r>
        <w:tab/>
        <w:t>1.013e0</w:t>
      </w:r>
    </w:p>
    <w:p w:rsidR="00E00D30" w:rsidRDefault="00E00D30" w:rsidP="00E00D30">
      <w:r>
        <w:t>530.0692</w:t>
      </w:r>
      <w:r>
        <w:tab/>
        <w:t>1.013e0</w:t>
      </w:r>
    </w:p>
    <w:p w:rsidR="00E00D30" w:rsidRDefault="00E00D30" w:rsidP="00E00D30">
      <w:r>
        <w:t>530.1058</w:t>
      </w:r>
      <w:r>
        <w:tab/>
        <w:t>1.013e0</w:t>
      </w:r>
    </w:p>
    <w:p w:rsidR="00E00D30" w:rsidRDefault="00E00D30" w:rsidP="00E00D30">
      <w:r>
        <w:lastRenderedPageBreak/>
        <w:t>530.1519</w:t>
      </w:r>
      <w:r>
        <w:tab/>
        <w:t>1.013e0</w:t>
      </w:r>
    </w:p>
    <w:p w:rsidR="00E00D30" w:rsidRDefault="00E00D30" w:rsidP="00E00D30">
      <w:r>
        <w:t>530.1537</w:t>
      </w:r>
      <w:r>
        <w:tab/>
        <w:t>2.025e0</w:t>
      </w:r>
    </w:p>
    <w:p w:rsidR="00E00D30" w:rsidRDefault="00E00D30" w:rsidP="00E00D30">
      <w:r>
        <w:t>530.1882</w:t>
      </w:r>
      <w:r>
        <w:tab/>
        <w:t>2.025e0</w:t>
      </w:r>
    </w:p>
    <w:p w:rsidR="00E00D30" w:rsidRDefault="00E00D30" w:rsidP="00E00D30">
      <w:r>
        <w:t>530.1977</w:t>
      </w:r>
      <w:r>
        <w:tab/>
        <w:t>1.013e0</w:t>
      </w:r>
    </w:p>
    <w:p w:rsidR="00E00D30" w:rsidRDefault="00E00D30" w:rsidP="00E00D30">
      <w:r>
        <w:t>530.2213</w:t>
      </w:r>
      <w:r>
        <w:tab/>
        <w:t>2.025e0</w:t>
      </w:r>
    </w:p>
    <w:p w:rsidR="00E00D30" w:rsidRDefault="00E00D30" w:rsidP="00E00D30">
      <w:r>
        <w:t>530.2582</w:t>
      </w:r>
      <w:r>
        <w:tab/>
        <w:t>6.564e0</w:t>
      </w:r>
    </w:p>
    <w:p w:rsidR="00E00D30" w:rsidRDefault="00E00D30" w:rsidP="00E00D30">
      <w:r>
        <w:t>530.2750</w:t>
      </w:r>
      <w:r>
        <w:tab/>
        <w:t>1.807e0</w:t>
      </w:r>
    </w:p>
    <w:p w:rsidR="00E00D30" w:rsidRDefault="00E00D30" w:rsidP="00E00D30">
      <w:r>
        <w:t>530.2850</w:t>
      </w:r>
      <w:r>
        <w:tab/>
        <w:t>1.717e0</w:t>
      </w:r>
    </w:p>
    <w:p w:rsidR="00E00D30" w:rsidRDefault="00E00D30" w:rsidP="00E00D30">
      <w:r>
        <w:t>530.2991</w:t>
      </w:r>
      <w:r>
        <w:tab/>
        <w:t>2.025e0</w:t>
      </w:r>
    </w:p>
    <w:p w:rsidR="00E00D30" w:rsidRDefault="00E00D30" w:rsidP="00E00D30">
      <w:r>
        <w:t>530.3038</w:t>
      </w:r>
      <w:r>
        <w:tab/>
        <w:t>3.038e0</w:t>
      </w:r>
    </w:p>
    <w:p w:rsidR="00E00D30" w:rsidRDefault="00E00D30" w:rsidP="00E00D30">
      <w:r>
        <w:t>530.3199</w:t>
      </w:r>
      <w:r>
        <w:tab/>
        <w:t>1.713e0</w:t>
      </w:r>
    </w:p>
    <w:p w:rsidR="00E00D30" w:rsidRDefault="00E00D30" w:rsidP="00E00D30">
      <w:r>
        <w:t>530.3269</w:t>
      </w:r>
      <w:r>
        <w:tab/>
        <w:t>2.684e0</w:t>
      </w:r>
    </w:p>
    <w:p w:rsidR="00E00D30" w:rsidRDefault="00E00D30" w:rsidP="00E00D30">
      <w:r>
        <w:t>530.3285</w:t>
      </w:r>
      <w:r>
        <w:tab/>
        <w:t>3.038e0</w:t>
      </w:r>
    </w:p>
    <w:p w:rsidR="00E00D30" w:rsidRDefault="00E00D30" w:rsidP="00E00D30">
      <w:r>
        <w:t>530.3376</w:t>
      </w:r>
      <w:r>
        <w:tab/>
        <w:t>4.567e0</w:t>
      </w:r>
    </w:p>
    <w:p w:rsidR="00E00D30" w:rsidRDefault="00E00D30" w:rsidP="00E00D30">
      <w:r>
        <w:t>530.3585</w:t>
      </w:r>
      <w:r>
        <w:tab/>
        <w:t>2.000e0</w:t>
      </w:r>
    </w:p>
    <w:p w:rsidR="00E00D30" w:rsidRDefault="00E00D30" w:rsidP="00E00D30">
      <w:r>
        <w:t>530.3990</w:t>
      </w:r>
      <w:r>
        <w:tab/>
        <w:t>2.025e0</w:t>
      </w:r>
    </w:p>
    <w:p w:rsidR="00E00D30" w:rsidRDefault="00E00D30" w:rsidP="00E00D30">
      <w:r>
        <w:t>530.4072</w:t>
      </w:r>
      <w:r>
        <w:tab/>
        <w:t>2.826e0</w:t>
      </w:r>
    </w:p>
    <w:p w:rsidR="00E00D30" w:rsidRDefault="00E00D30" w:rsidP="00E00D30">
      <w:r>
        <w:t>530.4124</w:t>
      </w:r>
      <w:r>
        <w:tab/>
        <w:t>3.038e0</w:t>
      </w:r>
    </w:p>
    <w:p w:rsidR="00E00D30" w:rsidRDefault="00E00D30" w:rsidP="00E00D30">
      <w:r>
        <w:t>530.4137</w:t>
      </w:r>
      <w:r>
        <w:tab/>
        <w:t>1.013e0</w:t>
      </w:r>
    </w:p>
    <w:p w:rsidR="00E00D30" w:rsidRDefault="00E00D30" w:rsidP="00E00D30">
      <w:r>
        <w:lastRenderedPageBreak/>
        <w:t>530.4486</w:t>
      </w:r>
      <w:r>
        <w:tab/>
        <w:t>3.038e0</w:t>
      </w:r>
    </w:p>
    <w:p w:rsidR="00E00D30" w:rsidRDefault="00E00D30" w:rsidP="00E00D30">
      <w:r>
        <w:t>530.4502</w:t>
      </w:r>
      <w:r>
        <w:tab/>
        <w:t>1.013e0</w:t>
      </w:r>
    </w:p>
    <w:p w:rsidR="00E00D30" w:rsidRDefault="00E00D30" w:rsidP="00E00D30">
      <w:r>
        <w:t>530.4778</w:t>
      </w:r>
      <w:r>
        <w:tab/>
        <w:t>2.025e0</w:t>
      </w:r>
    </w:p>
    <w:p w:rsidR="00E00D30" w:rsidRDefault="00E00D30" w:rsidP="00E00D30">
      <w:r>
        <w:t>530.5007</w:t>
      </w:r>
      <w:r>
        <w:tab/>
        <w:t>1.013e0</w:t>
      </w:r>
    </w:p>
    <w:p w:rsidR="00E00D30" w:rsidRDefault="00E00D30" w:rsidP="00E00D30">
      <w:r>
        <w:t>530.5601</w:t>
      </w:r>
      <w:r>
        <w:tab/>
        <w:t>2.025e0</w:t>
      </w:r>
    </w:p>
    <w:p w:rsidR="00E00D30" w:rsidRDefault="00E00D30" w:rsidP="00E00D30">
      <w:r>
        <w:t>530.5786</w:t>
      </w:r>
      <w:r>
        <w:tab/>
        <w:t>2.025e0</w:t>
      </w:r>
    </w:p>
    <w:p w:rsidR="00E00D30" w:rsidRDefault="00E00D30" w:rsidP="00E00D30">
      <w:r>
        <w:t>530.6144</w:t>
      </w:r>
      <w:r>
        <w:tab/>
        <w:t>2.025e0</w:t>
      </w:r>
    </w:p>
    <w:p w:rsidR="00E00D30" w:rsidRDefault="00E00D30" w:rsidP="00E00D30">
      <w:r>
        <w:t>530.6351</w:t>
      </w:r>
      <w:r>
        <w:tab/>
        <w:t>2.025e0</w:t>
      </w:r>
    </w:p>
    <w:p w:rsidR="00E00D30" w:rsidRDefault="00E00D30" w:rsidP="00E00D30">
      <w:r>
        <w:t>530.6468</w:t>
      </w:r>
      <w:r>
        <w:tab/>
        <w:t>1.013e0</w:t>
      </w:r>
    </w:p>
    <w:p w:rsidR="00E00D30" w:rsidRDefault="00E00D30" w:rsidP="00E00D30">
      <w:r>
        <w:t>530.7076</w:t>
      </w:r>
      <w:r>
        <w:tab/>
        <w:t>2.025e0</w:t>
      </w:r>
    </w:p>
    <w:p w:rsidR="00E00D30" w:rsidRDefault="00E00D30" w:rsidP="00E00D30">
      <w:r>
        <w:t>530.7264</w:t>
      </w:r>
      <w:r>
        <w:tab/>
        <w:t>1.013e0</w:t>
      </w:r>
    </w:p>
    <w:p w:rsidR="00E00D30" w:rsidRDefault="00E00D30" w:rsidP="00E00D30">
      <w:r>
        <w:t>530.7632</w:t>
      </w:r>
      <w:r>
        <w:tab/>
        <w:t>1.013e0</w:t>
      </w:r>
    </w:p>
    <w:p w:rsidR="00E00D30" w:rsidRDefault="00E00D30" w:rsidP="00E00D30">
      <w:r>
        <w:t>530.7740</w:t>
      </w:r>
      <w:r>
        <w:tab/>
        <w:t>2.025e0</w:t>
      </w:r>
    </w:p>
    <w:p w:rsidR="00E00D30" w:rsidRDefault="00E00D30" w:rsidP="00E00D30">
      <w:r>
        <w:t>530.8122</w:t>
      </w:r>
      <w:r>
        <w:tab/>
        <w:t>2.025e0</w:t>
      </w:r>
    </w:p>
    <w:p w:rsidR="00E00D30" w:rsidRDefault="00E00D30" w:rsidP="00E00D30">
      <w:r>
        <w:t>530.8197</w:t>
      </w:r>
      <w:r>
        <w:tab/>
        <w:t>2.025e0</w:t>
      </w:r>
    </w:p>
    <w:p w:rsidR="00E00D30" w:rsidRDefault="00E00D30" w:rsidP="00E00D30">
      <w:r>
        <w:t>530.8207</w:t>
      </w:r>
      <w:r>
        <w:tab/>
        <w:t>1.013e0</w:t>
      </w:r>
    </w:p>
    <w:p w:rsidR="00E00D30" w:rsidRDefault="00E00D30" w:rsidP="00E00D30">
      <w:r>
        <w:t>530.8391</w:t>
      </w:r>
      <w:r>
        <w:tab/>
        <w:t>2.025e0</w:t>
      </w:r>
    </w:p>
    <w:p w:rsidR="00E00D30" w:rsidRDefault="00E00D30" w:rsidP="00E00D30">
      <w:r>
        <w:t>530.8733</w:t>
      </w:r>
      <w:r>
        <w:tab/>
        <w:t>1.013e0</w:t>
      </w:r>
    </w:p>
    <w:p w:rsidR="00E00D30" w:rsidRDefault="00E00D30" w:rsidP="00E00D30">
      <w:r>
        <w:t>530.8767</w:t>
      </w:r>
      <w:r>
        <w:tab/>
        <w:t>2.025e0</w:t>
      </w:r>
    </w:p>
    <w:p w:rsidR="00E00D30" w:rsidRDefault="00E00D30" w:rsidP="00E00D30">
      <w:r>
        <w:lastRenderedPageBreak/>
        <w:t>530.8951</w:t>
      </w:r>
      <w:r>
        <w:tab/>
        <w:t>3.038e0</w:t>
      </w:r>
    </w:p>
    <w:p w:rsidR="00E00D30" w:rsidRDefault="00E00D30" w:rsidP="00E00D30">
      <w:r>
        <w:t>530.9104</w:t>
      </w:r>
      <w:r>
        <w:tab/>
        <w:t>1.013e0</w:t>
      </w:r>
    </w:p>
    <w:p w:rsidR="00E00D30" w:rsidRDefault="00E00D30" w:rsidP="00E00D30">
      <w:r>
        <w:t>530.9320</w:t>
      </w:r>
      <w:r>
        <w:tab/>
        <w:t>1.013e0</w:t>
      </w:r>
    </w:p>
    <w:p w:rsidR="00E00D30" w:rsidRDefault="00E00D30" w:rsidP="00E00D30">
      <w:r>
        <w:t>530.9400</w:t>
      </w:r>
      <w:r>
        <w:tab/>
        <w:t>1.013e0</w:t>
      </w:r>
    </w:p>
    <w:p w:rsidR="00E00D30" w:rsidRDefault="00E00D30" w:rsidP="00E00D30">
      <w:r>
        <w:t>530.9767</w:t>
      </w:r>
      <w:r>
        <w:tab/>
        <w:t>1.013e0</w:t>
      </w:r>
    </w:p>
    <w:p w:rsidR="00E00D30" w:rsidRDefault="00E00D30" w:rsidP="00E00D30">
      <w:r>
        <w:t>531.0018</w:t>
      </w:r>
      <w:r>
        <w:tab/>
        <w:t>2.025e0</w:t>
      </w:r>
    </w:p>
    <w:p w:rsidR="00E00D30" w:rsidRDefault="00E00D30" w:rsidP="00E00D30">
      <w:r>
        <w:t>531.0143</w:t>
      </w:r>
      <w:r>
        <w:tab/>
        <w:t>1.013e0</w:t>
      </w:r>
    </w:p>
    <w:p w:rsidR="00E00D30" w:rsidRDefault="00E00D30" w:rsidP="00E00D30">
      <w:r>
        <w:t>531.0164</w:t>
      </w:r>
      <w:r>
        <w:tab/>
        <w:t>2.025e0</w:t>
      </w:r>
    </w:p>
    <w:p w:rsidR="00E00D30" w:rsidRDefault="00E00D30" w:rsidP="00E00D30">
      <w:r>
        <w:t>531.0323</w:t>
      </w:r>
      <w:r>
        <w:tab/>
        <w:t>2.025e0</w:t>
      </w:r>
    </w:p>
    <w:p w:rsidR="00E00D30" w:rsidRDefault="00E00D30" w:rsidP="00E00D30">
      <w:r>
        <w:t>531.0686</w:t>
      </w:r>
      <w:r>
        <w:tab/>
        <w:t>2.025e0</w:t>
      </w:r>
    </w:p>
    <w:p w:rsidR="00E00D30" w:rsidRDefault="00E00D30" w:rsidP="00E00D30">
      <w:r>
        <w:t>531.0760</w:t>
      </w:r>
      <w:r>
        <w:tab/>
        <w:t>1.013e0</w:t>
      </w:r>
    </w:p>
    <w:p w:rsidR="00E00D30" w:rsidRDefault="00E00D30" w:rsidP="00E00D30">
      <w:r>
        <w:t>531.0944</w:t>
      </w:r>
      <w:r>
        <w:tab/>
        <w:t>1.013e0</w:t>
      </w:r>
    </w:p>
    <w:p w:rsidR="00E00D30" w:rsidRDefault="00E00D30" w:rsidP="00E00D30">
      <w:r>
        <w:t>531.1245</w:t>
      </w:r>
      <w:r>
        <w:tab/>
        <w:t>1.013e0</w:t>
      </w:r>
    </w:p>
    <w:p w:rsidR="00E00D30" w:rsidRDefault="00E00D30" w:rsidP="00E00D30">
      <w:r>
        <w:t>531.1337</w:t>
      </w:r>
      <w:r>
        <w:tab/>
        <w:t>3.038e0</w:t>
      </w:r>
    </w:p>
    <w:p w:rsidR="00E00D30" w:rsidRDefault="00E00D30" w:rsidP="00E00D30">
      <w:r>
        <w:t>531.1683</w:t>
      </w:r>
      <w:r>
        <w:tab/>
        <w:t>2.025e0</w:t>
      </w:r>
    </w:p>
    <w:p w:rsidR="00E00D30" w:rsidRDefault="00E00D30" w:rsidP="00E00D30">
      <w:r>
        <w:t>531.1865</w:t>
      </w:r>
      <w:r>
        <w:tab/>
        <w:t>1.013e0</w:t>
      </w:r>
    </w:p>
    <w:p w:rsidR="00E00D30" w:rsidRDefault="00E00D30" w:rsidP="00E00D30">
      <w:r>
        <w:t>531.1888</w:t>
      </w:r>
      <w:r>
        <w:tab/>
        <w:t>1.013e0</w:t>
      </w:r>
    </w:p>
    <w:p w:rsidR="00E00D30" w:rsidRDefault="00E00D30" w:rsidP="00E00D30">
      <w:r>
        <w:t>531.1970</w:t>
      </w:r>
      <w:r>
        <w:tab/>
        <w:t>1.013e0</w:t>
      </w:r>
    </w:p>
    <w:p w:rsidR="00E00D30" w:rsidRDefault="00E00D30" w:rsidP="00E00D30">
      <w:r>
        <w:t>531.2048</w:t>
      </w:r>
      <w:r>
        <w:tab/>
        <w:t>1.013e0</w:t>
      </w:r>
    </w:p>
    <w:p w:rsidR="00E00D30" w:rsidRDefault="00E00D30" w:rsidP="00E00D30">
      <w:r>
        <w:lastRenderedPageBreak/>
        <w:t>531.2112</w:t>
      </w:r>
      <w:r>
        <w:tab/>
        <w:t>2.025e0</w:t>
      </w:r>
    </w:p>
    <w:p w:rsidR="00E00D30" w:rsidRDefault="00E00D30" w:rsidP="00E00D30">
      <w:r>
        <w:t>531.2296</w:t>
      </w:r>
      <w:r>
        <w:tab/>
        <w:t>2.025e0</w:t>
      </w:r>
    </w:p>
    <w:p w:rsidR="00E00D30" w:rsidRDefault="00E00D30" w:rsidP="00E00D30">
      <w:r>
        <w:t>531.2591</w:t>
      </w:r>
      <w:r>
        <w:tab/>
        <w:t>2.025e0</w:t>
      </w:r>
    </w:p>
    <w:p w:rsidR="00E00D30" w:rsidRDefault="00E00D30" w:rsidP="00E00D30">
      <w:r>
        <w:t>531.2621</w:t>
      </w:r>
      <w:r>
        <w:tab/>
        <w:t>3.263e0</w:t>
      </w:r>
    </w:p>
    <w:p w:rsidR="00E00D30" w:rsidRDefault="00E00D30" w:rsidP="00E00D30">
      <w:r>
        <w:t>531.2946</w:t>
      </w:r>
      <w:r>
        <w:tab/>
        <w:t>2.138e0</w:t>
      </w:r>
    </w:p>
    <w:p w:rsidR="00E00D30" w:rsidRDefault="00E00D30" w:rsidP="00E00D30">
      <w:r>
        <w:t>531.3165</w:t>
      </w:r>
      <w:r>
        <w:tab/>
        <w:t>1.900e0</w:t>
      </w:r>
    </w:p>
    <w:p w:rsidR="00E00D30" w:rsidRDefault="00E00D30" w:rsidP="00E00D30">
      <w:r>
        <w:t>531.3462</w:t>
      </w:r>
      <w:r>
        <w:tab/>
        <w:t>2.025e0</w:t>
      </w:r>
    </w:p>
    <w:p w:rsidR="00E00D30" w:rsidRDefault="00E00D30" w:rsidP="00E00D30">
      <w:r>
        <w:t>531.3547</w:t>
      </w:r>
      <w:r>
        <w:tab/>
        <w:t>1.013e0</w:t>
      </w:r>
    </w:p>
    <w:p w:rsidR="00E00D30" w:rsidRDefault="00E00D30" w:rsidP="00E00D30">
      <w:r>
        <w:t>531.3624</w:t>
      </w:r>
      <w:r>
        <w:tab/>
        <w:t>2.772e0</w:t>
      </w:r>
    </w:p>
    <w:p w:rsidR="00E00D30" w:rsidRDefault="00E00D30" w:rsidP="00E00D30">
      <w:r>
        <w:t>531.3692</w:t>
      </w:r>
      <w:r>
        <w:tab/>
        <w:t>4.051e0</w:t>
      </w:r>
    </w:p>
    <w:p w:rsidR="00E00D30" w:rsidRDefault="00E00D30" w:rsidP="00E00D30">
      <w:r>
        <w:t>531.3728</w:t>
      </w:r>
      <w:r>
        <w:tab/>
        <w:t>1.013e0</w:t>
      </w:r>
    </w:p>
    <w:p w:rsidR="00E00D30" w:rsidRDefault="00E00D30" w:rsidP="00E00D30">
      <w:r>
        <w:t>531.3801</w:t>
      </w:r>
      <w:r>
        <w:tab/>
        <w:t>4.051e0</w:t>
      </w:r>
    </w:p>
    <w:p w:rsidR="00E00D30" w:rsidRDefault="00E00D30" w:rsidP="00E00D30">
      <w:r>
        <w:t>531.3914</w:t>
      </w:r>
      <w:r>
        <w:tab/>
        <w:t>5.063e0</w:t>
      </w:r>
    </w:p>
    <w:p w:rsidR="00E00D30" w:rsidRDefault="00E00D30" w:rsidP="00E00D30">
      <w:r>
        <w:t>531.4073</w:t>
      </w:r>
      <w:r>
        <w:tab/>
        <w:t>1.013e0</w:t>
      </w:r>
    </w:p>
    <w:p w:rsidR="00E00D30" w:rsidRDefault="00E00D30" w:rsidP="00E00D30">
      <w:r>
        <w:t>531.4283</w:t>
      </w:r>
      <w:r>
        <w:tab/>
        <w:t>1.013e0</w:t>
      </w:r>
    </w:p>
    <w:p w:rsidR="00E00D30" w:rsidRDefault="00E00D30" w:rsidP="00E00D30">
      <w:r>
        <w:t>531.4540</w:t>
      </w:r>
      <w:r>
        <w:tab/>
        <w:t>1.013e0</w:t>
      </w:r>
    </w:p>
    <w:p w:rsidR="00E00D30" w:rsidRDefault="00E00D30" w:rsidP="00E00D30">
      <w:r>
        <w:t>531.4635</w:t>
      </w:r>
      <w:r>
        <w:tab/>
        <w:t>2.025e0</w:t>
      </w:r>
    </w:p>
    <w:p w:rsidR="00E00D30" w:rsidRDefault="00E00D30" w:rsidP="00E00D30">
      <w:r>
        <w:t>531.4774</w:t>
      </w:r>
      <w:r>
        <w:tab/>
        <w:t>3.038e0</w:t>
      </w:r>
    </w:p>
    <w:p w:rsidR="00E00D30" w:rsidRDefault="00E00D30" w:rsidP="00E00D30">
      <w:r>
        <w:t>531.4955</w:t>
      </w:r>
      <w:r>
        <w:tab/>
        <w:t>2.025e0</w:t>
      </w:r>
    </w:p>
    <w:p w:rsidR="00E00D30" w:rsidRDefault="00E00D30" w:rsidP="00E00D30">
      <w:r>
        <w:lastRenderedPageBreak/>
        <w:t>531.5027</w:t>
      </w:r>
      <w:r>
        <w:tab/>
        <w:t>2.025e0</w:t>
      </w:r>
    </w:p>
    <w:p w:rsidR="00E00D30" w:rsidRDefault="00E00D30" w:rsidP="00E00D30">
      <w:r>
        <w:t>531.5133</w:t>
      </w:r>
      <w:r>
        <w:tab/>
        <w:t>2.025e0</w:t>
      </w:r>
    </w:p>
    <w:p w:rsidR="00E00D30" w:rsidRDefault="00E00D30" w:rsidP="00E00D30">
      <w:r>
        <w:t>531.5363</w:t>
      </w:r>
      <w:r>
        <w:tab/>
        <w:t>2.025e0</w:t>
      </w:r>
    </w:p>
    <w:p w:rsidR="00E00D30" w:rsidRDefault="00E00D30" w:rsidP="00E00D30">
      <w:r>
        <w:t>531.5726</w:t>
      </w:r>
      <w:r>
        <w:tab/>
        <w:t>1.013e0</w:t>
      </w:r>
    </w:p>
    <w:p w:rsidR="00E00D30" w:rsidRDefault="00E00D30" w:rsidP="00E00D30">
      <w:r>
        <w:t>531.6193</w:t>
      </w:r>
      <w:r>
        <w:tab/>
        <w:t>1.013e0</w:t>
      </w:r>
    </w:p>
    <w:p w:rsidR="00E00D30" w:rsidRDefault="00E00D30" w:rsidP="00E00D30">
      <w:r>
        <w:t>531.6314</w:t>
      </w:r>
      <w:r>
        <w:tab/>
        <w:t>1.013e0</w:t>
      </w:r>
    </w:p>
    <w:p w:rsidR="00E00D30" w:rsidRDefault="00E00D30" w:rsidP="00E00D30">
      <w:r>
        <w:t>531.6334</w:t>
      </w:r>
      <w:r>
        <w:tab/>
        <w:t>3.038e0</w:t>
      </w:r>
    </w:p>
    <w:p w:rsidR="00E00D30" w:rsidRDefault="00E00D30" w:rsidP="00E00D30">
      <w:r>
        <w:t>531.7018</w:t>
      </w:r>
      <w:r>
        <w:tab/>
        <w:t>1.013e0</w:t>
      </w:r>
    </w:p>
    <w:p w:rsidR="00E00D30" w:rsidRDefault="00E00D30" w:rsidP="00E00D30">
      <w:r>
        <w:t>531.7202</w:t>
      </w:r>
      <w:r>
        <w:tab/>
        <w:t>1.013e0</w:t>
      </w:r>
    </w:p>
    <w:p w:rsidR="00E00D30" w:rsidRDefault="00E00D30" w:rsidP="00E00D30">
      <w:r>
        <w:t>531.7479</w:t>
      </w:r>
      <w:r>
        <w:tab/>
        <w:t>1.013e0</w:t>
      </w:r>
    </w:p>
    <w:p w:rsidR="00E00D30" w:rsidRDefault="00E00D30" w:rsidP="00E00D30">
      <w:r>
        <w:t>531.7570</w:t>
      </w:r>
      <w:r>
        <w:tab/>
        <w:t>1.013e0</w:t>
      </w:r>
    </w:p>
    <w:p w:rsidR="00E00D30" w:rsidRDefault="00E00D30" w:rsidP="00E00D30">
      <w:r>
        <w:t>531.7582</w:t>
      </w:r>
      <w:r>
        <w:tab/>
        <w:t>2.025e0</w:t>
      </w:r>
    </w:p>
    <w:p w:rsidR="00E00D30" w:rsidRDefault="00E00D30" w:rsidP="00E00D30">
      <w:r>
        <w:t>531.7853</w:t>
      </w:r>
      <w:r>
        <w:tab/>
        <w:t>2.025e0</w:t>
      </w:r>
    </w:p>
    <w:p w:rsidR="00E00D30" w:rsidRDefault="00E00D30" w:rsidP="00E00D30">
      <w:r>
        <w:t>531.8582</w:t>
      </w:r>
      <w:r>
        <w:tab/>
        <w:t>1.013e0</w:t>
      </w:r>
    </w:p>
    <w:p w:rsidR="00E00D30" w:rsidRDefault="00E00D30" w:rsidP="00E00D30">
      <w:r>
        <w:t>531.8777</w:t>
      </w:r>
      <w:r>
        <w:tab/>
        <w:t>2.025e0</w:t>
      </w:r>
    </w:p>
    <w:p w:rsidR="00E00D30" w:rsidRDefault="00E00D30" w:rsidP="00E00D30">
      <w:r>
        <w:t>531.8858</w:t>
      </w:r>
      <w:r>
        <w:tab/>
        <w:t>1.013e0</w:t>
      </w:r>
    </w:p>
    <w:p w:rsidR="00E00D30" w:rsidRDefault="00E00D30" w:rsidP="00E00D30">
      <w:r>
        <w:t>531.8969</w:t>
      </w:r>
      <w:r>
        <w:tab/>
        <w:t>2.025e0</w:t>
      </w:r>
    </w:p>
    <w:p w:rsidR="00E00D30" w:rsidRDefault="00E00D30" w:rsidP="00E00D30">
      <w:r>
        <w:t>531.8997</w:t>
      </w:r>
      <w:r>
        <w:tab/>
        <w:t>2.025e0</w:t>
      </w:r>
    </w:p>
    <w:p w:rsidR="00E00D30" w:rsidRDefault="00E00D30" w:rsidP="00E00D30">
      <w:r>
        <w:t>531.9326</w:t>
      </w:r>
      <w:r>
        <w:tab/>
        <w:t>1.013e0</w:t>
      </w:r>
    </w:p>
    <w:p w:rsidR="00E00D30" w:rsidRDefault="00E00D30" w:rsidP="00E00D30">
      <w:r>
        <w:lastRenderedPageBreak/>
        <w:t>531.9617</w:t>
      </w:r>
      <w:r>
        <w:tab/>
        <w:t>1.013e0</w:t>
      </w:r>
    </w:p>
    <w:p w:rsidR="00E00D30" w:rsidRDefault="00E00D30" w:rsidP="00E00D30">
      <w:r>
        <w:t>532.0172</w:t>
      </w:r>
      <w:r>
        <w:tab/>
        <w:t>2.025e0</w:t>
      </w:r>
    </w:p>
    <w:p w:rsidR="00E00D30" w:rsidRDefault="00E00D30" w:rsidP="00E00D30">
      <w:r>
        <w:t>532.0698</w:t>
      </w:r>
      <w:r>
        <w:tab/>
        <w:t>2.025e0</w:t>
      </w:r>
    </w:p>
    <w:p w:rsidR="00E00D30" w:rsidRDefault="00E00D30" w:rsidP="00E00D30">
      <w:r>
        <w:t>532.0908</w:t>
      </w:r>
      <w:r>
        <w:tab/>
        <w:t>1.013e0</w:t>
      </w:r>
    </w:p>
    <w:p w:rsidR="00E00D30" w:rsidRDefault="00E00D30" w:rsidP="00E00D30">
      <w:r>
        <w:t>532.0971</w:t>
      </w:r>
      <w:r>
        <w:tab/>
        <w:t>1.013e0</w:t>
      </w:r>
    </w:p>
    <w:p w:rsidR="00E00D30" w:rsidRDefault="00E00D30" w:rsidP="00E00D30">
      <w:r>
        <w:t>532.1098</w:t>
      </w:r>
      <w:r>
        <w:tab/>
        <w:t>2.025e0</w:t>
      </w:r>
    </w:p>
    <w:p w:rsidR="00E00D30" w:rsidRDefault="00E00D30" w:rsidP="00E00D30">
      <w:r>
        <w:t>532.1158</w:t>
      </w:r>
      <w:r>
        <w:tab/>
        <w:t>1.013e0</w:t>
      </w:r>
    </w:p>
    <w:p w:rsidR="00E00D30" w:rsidRDefault="00E00D30" w:rsidP="00E00D30">
      <w:r>
        <w:t>532.1348</w:t>
      </w:r>
      <w:r>
        <w:tab/>
        <w:t>1.013e0</w:t>
      </w:r>
    </w:p>
    <w:p w:rsidR="00E00D30" w:rsidRDefault="00E00D30" w:rsidP="00E00D30">
      <w:r>
        <w:t>532.1434</w:t>
      </w:r>
      <w:r>
        <w:tab/>
        <w:t>1.013e0</w:t>
      </w:r>
    </w:p>
    <w:p w:rsidR="00E00D30" w:rsidRDefault="00E00D30" w:rsidP="00E00D30">
      <w:r>
        <w:t>532.1524</w:t>
      </w:r>
      <w:r>
        <w:tab/>
        <w:t>4.051e0</w:t>
      </w:r>
    </w:p>
    <w:p w:rsidR="00E00D30" w:rsidRDefault="00E00D30" w:rsidP="00E00D30">
      <w:r>
        <w:t>532.1733</w:t>
      </w:r>
      <w:r>
        <w:tab/>
        <w:t>7.089e0</w:t>
      </w:r>
    </w:p>
    <w:p w:rsidR="00E00D30" w:rsidRDefault="00E00D30" w:rsidP="00E00D30">
      <w:r>
        <w:t>532.1810</w:t>
      </w:r>
      <w:r>
        <w:tab/>
        <w:t>3.038e0</w:t>
      </w:r>
    </w:p>
    <w:p w:rsidR="00E00D30" w:rsidRDefault="00E00D30" w:rsidP="00E00D30">
      <w:r>
        <w:t>532.2041</w:t>
      </w:r>
      <w:r>
        <w:tab/>
        <w:t>3.038e0</w:t>
      </w:r>
    </w:p>
    <w:p w:rsidR="00E00D30" w:rsidRDefault="00E00D30" w:rsidP="00E00D30">
      <w:r>
        <w:t>532.3026</w:t>
      </w:r>
      <w:r>
        <w:tab/>
        <w:t>7.089e0</w:t>
      </w:r>
    </w:p>
    <w:p w:rsidR="00E00D30" w:rsidRDefault="00E00D30" w:rsidP="00E00D30">
      <w:r>
        <w:t>532.3036</w:t>
      </w:r>
      <w:r>
        <w:tab/>
        <w:t>3.168e1</w:t>
      </w:r>
    </w:p>
    <w:p w:rsidR="00E00D30" w:rsidRDefault="00E00D30" w:rsidP="00E00D30">
      <w:r>
        <w:t>532.3061</w:t>
      </w:r>
      <w:r>
        <w:tab/>
        <w:t>3.022e1</w:t>
      </w:r>
    </w:p>
    <w:p w:rsidR="00E00D30" w:rsidRDefault="00E00D30" w:rsidP="00E00D30">
      <w:r>
        <w:t>532.3134</w:t>
      </w:r>
      <w:r>
        <w:tab/>
        <w:t>2.734e1</w:t>
      </w:r>
    </w:p>
    <w:p w:rsidR="00E00D30" w:rsidRDefault="00E00D30" w:rsidP="00E00D30">
      <w:r>
        <w:t>532.3149</w:t>
      </w:r>
      <w:r>
        <w:tab/>
        <w:t>2.719e1</w:t>
      </w:r>
    </w:p>
    <w:p w:rsidR="00E00D30" w:rsidRDefault="00E00D30" w:rsidP="00E00D30">
      <w:r>
        <w:t>532.3181</w:t>
      </w:r>
      <w:r>
        <w:tab/>
        <w:t>3.083e1</w:t>
      </w:r>
    </w:p>
    <w:p w:rsidR="00E00D30" w:rsidRDefault="00E00D30" w:rsidP="00E00D30">
      <w:r>
        <w:lastRenderedPageBreak/>
        <w:t>532.3237</w:t>
      </w:r>
      <w:r>
        <w:tab/>
        <w:t>5.103e1</w:t>
      </w:r>
    </w:p>
    <w:p w:rsidR="00E00D30" w:rsidRDefault="00E00D30" w:rsidP="00E00D30">
      <w:r>
        <w:t>532.3250</w:t>
      </w:r>
      <w:r>
        <w:tab/>
        <w:t>3.867e1</w:t>
      </w:r>
    </w:p>
    <w:p w:rsidR="00E00D30" w:rsidRDefault="00E00D30" w:rsidP="00E00D30">
      <w:r>
        <w:t>532.4033</w:t>
      </w:r>
      <w:r>
        <w:tab/>
        <w:t>1.013e0</w:t>
      </w:r>
    </w:p>
    <w:p w:rsidR="00E00D30" w:rsidRDefault="00E00D30" w:rsidP="00E00D30">
      <w:r>
        <w:t>532.4207</w:t>
      </w:r>
      <w:r>
        <w:tab/>
        <w:t>4.051e0</w:t>
      </w:r>
    </w:p>
    <w:p w:rsidR="00E00D30" w:rsidRDefault="00E00D30" w:rsidP="00E00D30">
      <w:r>
        <w:t>532.4650</w:t>
      </w:r>
      <w:r>
        <w:tab/>
        <w:t>1.013e0</w:t>
      </w:r>
    </w:p>
    <w:p w:rsidR="00E00D30" w:rsidRDefault="00E00D30" w:rsidP="00E00D30">
      <w:r>
        <w:t>532.4696</w:t>
      </w:r>
      <w:r>
        <w:tab/>
        <w:t>3.038e0</w:t>
      </w:r>
    </w:p>
    <w:p w:rsidR="00E00D30" w:rsidRDefault="00E00D30" w:rsidP="00E00D30">
      <w:r>
        <w:t>532.4744</w:t>
      </w:r>
      <w:r>
        <w:tab/>
        <w:t>1.013e0</w:t>
      </w:r>
    </w:p>
    <w:p w:rsidR="00E00D30" w:rsidRDefault="00E00D30" w:rsidP="00E00D30">
      <w:r>
        <w:t>532.4854</w:t>
      </w:r>
      <w:r>
        <w:tab/>
        <w:t>2.025e0</w:t>
      </w:r>
    </w:p>
    <w:p w:rsidR="00E00D30" w:rsidRDefault="00E00D30" w:rsidP="00E00D30">
      <w:r>
        <w:t>532.5297</w:t>
      </w:r>
      <w:r>
        <w:tab/>
        <w:t>2.025e0</w:t>
      </w:r>
    </w:p>
    <w:p w:rsidR="00E00D30" w:rsidRDefault="00E00D30" w:rsidP="00E00D30">
      <w:r>
        <w:t>532.5344</w:t>
      </w:r>
      <w:r>
        <w:tab/>
        <w:t>2.025e0</w:t>
      </w:r>
    </w:p>
    <w:p w:rsidR="00E00D30" w:rsidRDefault="00E00D30" w:rsidP="00E00D30">
      <w:r>
        <w:t>532.5385</w:t>
      </w:r>
      <w:r>
        <w:tab/>
        <w:t>1.013e0</w:t>
      </w:r>
    </w:p>
    <w:p w:rsidR="00E00D30" w:rsidRDefault="00E00D30" w:rsidP="00E00D30">
      <w:r>
        <w:t>532.5514</w:t>
      </w:r>
      <w:r>
        <w:tab/>
        <w:t>1.013e0</w:t>
      </w:r>
    </w:p>
    <w:p w:rsidR="00E00D30" w:rsidRDefault="00E00D30" w:rsidP="00E00D30">
      <w:r>
        <w:t>532.5691</w:t>
      </w:r>
      <w:r>
        <w:tab/>
        <w:t>1.013e0</w:t>
      </w:r>
    </w:p>
    <w:p w:rsidR="00E00D30" w:rsidRDefault="00E00D30" w:rsidP="00E00D30">
      <w:r>
        <w:t>532.5940</w:t>
      </w:r>
      <w:r>
        <w:tab/>
        <w:t>1.013e0</w:t>
      </w:r>
    </w:p>
    <w:p w:rsidR="00E00D30" w:rsidRDefault="00E00D30" w:rsidP="00E00D30">
      <w:r>
        <w:t>532.6039</w:t>
      </w:r>
      <w:r>
        <w:tab/>
        <w:t>1.013e0</w:t>
      </w:r>
    </w:p>
    <w:p w:rsidR="00E00D30" w:rsidRDefault="00E00D30" w:rsidP="00E00D30">
      <w:r>
        <w:t>532.6057</w:t>
      </w:r>
      <w:r>
        <w:tab/>
        <w:t>1.013e0</w:t>
      </w:r>
    </w:p>
    <w:p w:rsidR="00E00D30" w:rsidRDefault="00E00D30" w:rsidP="00E00D30">
      <w:r>
        <w:t>532.6216</w:t>
      </w:r>
      <w:r>
        <w:tab/>
        <w:t>1.013e0</w:t>
      </w:r>
    </w:p>
    <w:p w:rsidR="00E00D30" w:rsidRDefault="00E00D30" w:rsidP="00E00D30">
      <w:r>
        <w:t>532.6951</w:t>
      </w:r>
      <w:r>
        <w:tab/>
        <w:t>3.038e0</w:t>
      </w:r>
    </w:p>
    <w:p w:rsidR="00E00D30" w:rsidRDefault="00E00D30" w:rsidP="00E00D30">
      <w:r>
        <w:t>532.7227</w:t>
      </w:r>
      <w:r>
        <w:tab/>
        <w:t>2.025e0</w:t>
      </w:r>
    </w:p>
    <w:p w:rsidR="00E00D30" w:rsidRDefault="00E00D30" w:rsidP="00E00D30">
      <w:r>
        <w:lastRenderedPageBreak/>
        <w:t>532.7528</w:t>
      </w:r>
      <w:r>
        <w:tab/>
        <w:t>1.013e0</w:t>
      </w:r>
    </w:p>
    <w:p w:rsidR="00E00D30" w:rsidRDefault="00E00D30" w:rsidP="00E00D30">
      <w:r>
        <w:t>532.7672</w:t>
      </w:r>
      <w:r>
        <w:tab/>
        <w:t>2.025e0</w:t>
      </w:r>
    </w:p>
    <w:p w:rsidR="00E00D30" w:rsidRDefault="00E00D30" w:rsidP="00E00D30">
      <w:r>
        <w:t>532.7871</w:t>
      </w:r>
      <w:r>
        <w:tab/>
        <w:t>2.025e0</w:t>
      </w:r>
    </w:p>
    <w:p w:rsidR="00E00D30" w:rsidRDefault="00E00D30" w:rsidP="00E00D30">
      <w:r>
        <w:t>532.8063</w:t>
      </w:r>
      <w:r>
        <w:tab/>
        <w:t>1.013e0</w:t>
      </w:r>
    </w:p>
    <w:p w:rsidR="00E00D30" w:rsidRDefault="00E00D30" w:rsidP="00E00D30">
      <w:r>
        <w:t>532.8248</w:t>
      </w:r>
      <w:r>
        <w:tab/>
        <w:t>1.013e0</w:t>
      </w:r>
    </w:p>
    <w:p w:rsidR="00E00D30" w:rsidRDefault="00E00D30" w:rsidP="00E00D30">
      <w:r>
        <w:t>532.8267</w:t>
      </w:r>
      <w:r>
        <w:tab/>
        <w:t>2.025e0</w:t>
      </w:r>
    </w:p>
    <w:p w:rsidR="00E00D30" w:rsidRDefault="00E00D30" w:rsidP="00E00D30">
      <w:r>
        <w:t>532.8330</w:t>
      </w:r>
      <w:r>
        <w:tab/>
        <w:t>2.025e0</w:t>
      </w:r>
    </w:p>
    <w:p w:rsidR="00E00D30" w:rsidRDefault="00E00D30" w:rsidP="00E00D30">
      <w:r>
        <w:t>532.8735</w:t>
      </w:r>
      <w:r>
        <w:tab/>
        <w:t>2.025e0</w:t>
      </w:r>
    </w:p>
    <w:p w:rsidR="00E00D30" w:rsidRDefault="00E00D30" w:rsidP="00E00D30">
      <w:r>
        <w:t>532.9066</w:t>
      </w:r>
      <w:r>
        <w:tab/>
        <w:t>1.013e0</w:t>
      </w:r>
    </w:p>
    <w:p w:rsidR="00E00D30" w:rsidRDefault="00E00D30" w:rsidP="00E00D30">
      <w:r>
        <w:t>532.9187</w:t>
      </w:r>
      <w:r>
        <w:tab/>
        <w:t>2.025e0</w:t>
      </w:r>
    </w:p>
    <w:p w:rsidR="00E00D30" w:rsidRDefault="00E00D30" w:rsidP="00E00D30">
      <w:r>
        <w:t>532.9444</w:t>
      </w:r>
      <w:r>
        <w:tab/>
        <w:t>1.013e0</w:t>
      </w:r>
    </w:p>
    <w:p w:rsidR="00E00D30" w:rsidRDefault="00E00D30" w:rsidP="00E00D30">
      <w:r>
        <w:t>532.9626</w:t>
      </w:r>
      <w:r>
        <w:tab/>
        <w:t>3.038e0</w:t>
      </w:r>
    </w:p>
    <w:p w:rsidR="00E00D30" w:rsidRDefault="00E00D30" w:rsidP="00E00D30">
      <w:r>
        <w:t>532.9904</w:t>
      </w:r>
      <w:r>
        <w:tab/>
        <w:t>1.013e0</w:t>
      </w:r>
    </w:p>
    <w:p w:rsidR="00E00D30" w:rsidRDefault="00E00D30" w:rsidP="00E00D30">
      <w:r>
        <w:t>533.0105</w:t>
      </w:r>
      <w:r>
        <w:tab/>
        <w:t>2.025e0</w:t>
      </w:r>
    </w:p>
    <w:p w:rsidR="00E00D30" w:rsidRDefault="00E00D30" w:rsidP="00E00D30">
      <w:r>
        <w:t>533.0245</w:t>
      </w:r>
      <w:r>
        <w:tab/>
        <w:t>2.025e0</w:t>
      </w:r>
    </w:p>
    <w:p w:rsidR="00E00D30" w:rsidRDefault="00E00D30" w:rsidP="00E00D30">
      <w:r>
        <w:t>533.0272</w:t>
      </w:r>
      <w:r>
        <w:tab/>
        <w:t>1.013e0</w:t>
      </w:r>
    </w:p>
    <w:p w:rsidR="00E00D30" w:rsidRDefault="00E00D30" w:rsidP="00E00D30">
      <w:r>
        <w:t>533.0291</w:t>
      </w:r>
      <w:r>
        <w:tab/>
        <w:t>1.013e0</w:t>
      </w:r>
    </w:p>
    <w:p w:rsidR="00E00D30" w:rsidRDefault="00E00D30" w:rsidP="00E00D30">
      <w:r>
        <w:t>533.0815</w:t>
      </w:r>
      <w:r>
        <w:tab/>
        <w:t>1.013e0</w:t>
      </w:r>
    </w:p>
    <w:p w:rsidR="00E00D30" w:rsidRDefault="00E00D30" w:rsidP="00E00D30">
      <w:r>
        <w:t>533.0841</w:t>
      </w:r>
      <w:r>
        <w:tab/>
        <w:t>2.025e0</w:t>
      </w:r>
    </w:p>
    <w:p w:rsidR="00E00D30" w:rsidRDefault="00E00D30" w:rsidP="00E00D30">
      <w:r>
        <w:lastRenderedPageBreak/>
        <w:t>533.0944</w:t>
      </w:r>
      <w:r>
        <w:tab/>
        <w:t>2.025e0</w:t>
      </w:r>
    </w:p>
    <w:p w:rsidR="00E00D30" w:rsidRDefault="00E00D30" w:rsidP="00E00D30">
      <w:r>
        <w:t>533.1192</w:t>
      </w:r>
      <w:r>
        <w:tab/>
        <w:t>1.013e0</w:t>
      </w:r>
    </w:p>
    <w:p w:rsidR="00E00D30" w:rsidRDefault="00E00D30" w:rsidP="00E00D30">
      <w:r>
        <w:t>533.1401</w:t>
      </w:r>
      <w:r>
        <w:tab/>
        <w:t>1.013e0</w:t>
      </w:r>
    </w:p>
    <w:p w:rsidR="00E00D30" w:rsidRDefault="00E00D30" w:rsidP="00E00D30">
      <w:r>
        <w:t>533.1437</w:t>
      </w:r>
      <w:r>
        <w:tab/>
        <w:t>2.025e0</w:t>
      </w:r>
    </w:p>
    <w:p w:rsidR="00E00D30" w:rsidRDefault="00E00D30" w:rsidP="00E00D30">
      <w:r>
        <w:t>533.1735</w:t>
      </w:r>
      <w:r>
        <w:tab/>
        <w:t>1.013e0</w:t>
      </w:r>
    </w:p>
    <w:p w:rsidR="00E00D30" w:rsidRDefault="00E00D30" w:rsidP="00E00D30">
      <w:r>
        <w:t>533.1838</w:t>
      </w:r>
      <w:r>
        <w:tab/>
        <w:t>1.013e0</w:t>
      </w:r>
    </w:p>
    <w:p w:rsidR="00E00D30" w:rsidRDefault="00E00D30" w:rsidP="00E00D30">
      <w:r>
        <w:t>533.1952</w:t>
      </w:r>
      <w:r>
        <w:tab/>
        <w:t>2.025e0</w:t>
      </w:r>
    </w:p>
    <w:p w:rsidR="00E00D30" w:rsidRDefault="00E00D30" w:rsidP="00E00D30">
      <w:r>
        <w:t>533.2274</w:t>
      </w:r>
      <w:r>
        <w:tab/>
        <w:t>2.025e0</w:t>
      </w:r>
    </w:p>
    <w:p w:rsidR="00E00D30" w:rsidRDefault="00E00D30" w:rsidP="00E00D30">
      <w:r>
        <w:t>533.2344</w:t>
      </w:r>
      <w:r>
        <w:tab/>
        <w:t>2.025e0</w:t>
      </w:r>
    </w:p>
    <w:p w:rsidR="00E00D30" w:rsidRDefault="00E00D30" w:rsidP="00E00D30">
      <w:r>
        <w:t>533.2378</w:t>
      </w:r>
      <w:r>
        <w:tab/>
        <w:t>2.025e0</w:t>
      </w:r>
    </w:p>
    <w:p w:rsidR="00E00D30" w:rsidRDefault="00E00D30" w:rsidP="00E00D30">
      <w:r>
        <w:t>533.2391</w:t>
      </w:r>
      <w:r>
        <w:tab/>
        <w:t>1.013e0</w:t>
      </w:r>
    </w:p>
    <w:p w:rsidR="00E00D30" w:rsidRDefault="00E00D30" w:rsidP="00E00D30">
      <w:r>
        <w:t>533.2416</w:t>
      </w:r>
      <w:r>
        <w:tab/>
        <w:t>1.856e0</w:t>
      </w:r>
    </w:p>
    <w:p w:rsidR="00E00D30" w:rsidRDefault="00E00D30" w:rsidP="00E00D30">
      <w:r>
        <w:t>533.2978</w:t>
      </w:r>
      <w:r>
        <w:tab/>
        <w:t>2.025e0</w:t>
      </w:r>
    </w:p>
    <w:p w:rsidR="00E00D30" w:rsidRDefault="00E00D30" w:rsidP="00E00D30">
      <w:r>
        <w:t>533.3115</w:t>
      </w:r>
      <w:r>
        <w:tab/>
        <w:t>8.101e0</w:t>
      </w:r>
    </w:p>
    <w:p w:rsidR="00E00D30" w:rsidRDefault="00E00D30" w:rsidP="00E00D30">
      <w:r>
        <w:t>533.3138</w:t>
      </w:r>
      <w:r>
        <w:tab/>
        <w:t>1.395e1</w:t>
      </w:r>
    </w:p>
    <w:p w:rsidR="00E00D30" w:rsidRDefault="00E00D30" w:rsidP="00E00D30">
      <w:r>
        <w:t>533.3239</w:t>
      </w:r>
      <w:r>
        <w:tab/>
        <w:t>1.559e1</w:t>
      </w:r>
    </w:p>
    <w:p w:rsidR="00E00D30" w:rsidRDefault="00E00D30" w:rsidP="00E00D30">
      <w:r>
        <w:t>533.3301</w:t>
      </w:r>
      <w:r>
        <w:tab/>
        <w:t>3.790e1</w:t>
      </w:r>
    </w:p>
    <w:p w:rsidR="00E00D30" w:rsidRDefault="00E00D30" w:rsidP="00E00D30">
      <w:r>
        <w:t>533.3341</w:t>
      </w:r>
      <w:r>
        <w:tab/>
        <w:t>9.277e0</w:t>
      </w:r>
    </w:p>
    <w:p w:rsidR="00E00D30" w:rsidRDefault="00E00D30" w:rsidP="00E00D30">
      <w:r>
        <w:t>533.3412</w:t>
      </w:r>
      <w:r>
        <w:tab/>
        <w:t>3.038e0</w:t>
      </w:r>
    </w:p>
    <w:p w:rsidR="00E00D30" w:rsidRDefault="00E00D30" w:rsidP="00E00D30">
      <w:r>
        <w:lastRenderedPageBreak/>
        <w:t>533.3819</w:t>
      </w:r>
      <w:r>
        <w:tab/>
        <w:t>2.025e0</w:t>
      </w:r>
    </w:p>
    <w:p w:rsidR="00E00D30" w:rsidRDefault="00E00D30" w:rsidP="00E00D30">
      <w:r>
        <w:t>533.3942</w:t>
      </w:r>
      <w:r>
        <w:tab/>
        <w:t>2.025e0</w:t>
      </w:r>
    </w:p>
    <w:p w:rsidR="00E00D30" w:rsidRDefault="00E00D30" w:rsidP="00E00D30">
      <w:r>
        <w:t>533.4312</w:t>
      </w:r>
      <w:r>
        <w:tab/>
        <w:t>1.013e0</w:t>
      </w:r>
    </w:p>
    <w:p w:rsidR="00E00D30" w:rsidRDefault="00E00D30" w:rsidP="00E00D30">
      <w:r>
        <w:t>533.4413</w:t>
      </w:r>
      <w:r>
        <w:tab/>
        <w:t>2.025e0</w:t>
      </w:r>
    </w:p>
    <w:p w:rsidR="00E00D30" w:rsidRDefault="00E00D30" w:rsidP="00E00D30">
      <w:r>
        <w:t>533.4507</w:t>
      </w:r>
      <w:r>
        <w:tab/>
        <w:t>3.038e0</w:t>
      </w:r>
    </w:p>
    <w:p w:rsidR="00E00D30" w:rsidRDefault="00E00D30" w:rsidP="00E00D30">
      <w:r>
        <w:t>533.4777</w:t>
      </w:r>
      <w:r>
        <w:tab/>
        <w:t>1.013e0</w:t>
      </w:r>
    </w:p>
    <w:p w:rsidR="00E00D30" w:rsidRDefault="00E00D30" w:rsidP="00E00D30">
      <w:r>
        <w:t>533.4871</w:t>
      </w:r>
      <w:r>
        <w:tab/>
        <w:t>3.038e0</w:t>
      </w:r>
    </w:p>
    <w:p w:rsidR="00E00D30" w:rsidRDefault="00E00D30" w:rsidP="00E00D30">
      <w:r>
        <w:t>533.5048</w:t>
      </w:r>
      <w:r>
        <w:tab/>
        <w:t>1.013e0</w:t>
      </w:r>
    </w:p>
    <w:p w:rsidR="00E00D30" w:rsidRDefault="00E00D30" w:rsidP="00E00D30">
      <w:r>
        <w:t>533.5514</w:t>
      </w:r>
      <w:r>
        <w:tab/>
        <w:t>1.013e0</w:t>
      </w:r>
    </w:p>
    <w:p w:rsidR="00E00D30" w:rsidRDefault="00E00D30" w:rsidP="00E00D30">
      <w:r>
        <w:t>533.5626</w:t>
      </w:r>
      <w:r>
        <w:tab/>
        <w:t>1.013e0</w:t>
      </w:r>
    </w:p>
    <w:p w:rsidR="00E00D30" w:rsidRDefault="00E00D30" w:rsidP="00E00D30">
      <w:r>
        <w:t>533.5784</w:t>
      </w:r>
      <w:r>
        <w:tab/>
        <w:t>1.013e0</w:t>
      </w:r>
    </w:p>
    <w:p w:rsidR="00E00D30" w:rsidRDefault="00E00D30" w:rsidP="00E00D30">
      <w:r>
        <w:t>533.5883</w:t>
      </w:r>
      <w:r>
        <w:tab/>
        <w:t>1.013e0</w:t>
      </w:r>
    </w:p>
    <w:p w:rsidR="00E00D30" w:rsidRDefault="00E00D30" w:rsidP="00E00D30">
      <w:r>
        <w:t>533.6222</w:t>
      </w:r>
      <w:r>
        <w:tab/>
        <w:t>2.025e0</w:t>
      </w:r>
    </w:p>
    <w:p w:rsidR="00E00D30" w:rsidRDefault="00E00D30" w:rsidP="00E00D30">
      <w:r>
        <w:t>533.6333</w:t>
      </w:r>
      <w:r>
        <w:tab/>
        <w:t>1.013e0</w:t>
      </w:r>
    </w:p>
    <w:p w:rsidR="00E00D30" w:rsidRDefault="00E00D30" w:rsidP="00E00D30">
      <w:r>
        <w:t>533.6623</w:t>
      </w:r>
      <w:r>
        <w:tab/>
        <w:t>2.025e0</w:t>
      </w:r>
    </w:p>
    <w:p w:rsidR="00E00D30" w:rsidRDefault="00E00D30" w:rsidP="00E00D30">
      <w:r>
        <w:t>533.6727</w:t>
      </w:r>
      <w:r>
        <w:tab/>
        <w:t>1.013e0</w:t>
      </w:r>
    </w:p>
    <w:p w:rsidR="00E00D30" w:rsidRDefault="00E00D30" w:rsidP="00E00D30">
      <w:r>
        <w:t>533.6887</w:t>
      </w:r>
      <w:r>
        <w:tab/>
        <w:t>1.013e0</w:t>
      </w:r>
    </w:p>
    <w:p w:rsidR="00E00D30" w:rsidRDefault="00E00D30" w:rsidP="00E00D30">
      <w:r>
        <w:t>533.7650</w:t>
      </w:r>
      <w:r>
        <w:tab/>
        <w:t>1.013e0</w:t>
      </w:r>
    </w:p>
    <w:p w:rsidR="00E00D30" w:rsidRDefault="00E00D30" w:rsidP="00E00D30">
      <w:r>
        <w:t>533.7808</w:t>
      </w:r>
      <w:r>
        <w:tab/>
        <w:t>3.038e0</w:t>
      </w:r>
    </w:p>
    <w:p w:rsidR="00E00D30" w:rsidRDefault="00E00D30" w:rsidP="00E00D30">
      <w:r>
        <w:lastRenderedPageBreak/>
        <w:t>533.8015</w:t>
      </w:r>
      <w:r>
        <w:tab/>
        <w:t>1.013e0</w:t>
      </w:r>
    </w:p>
    <w:p w:rsidR="00E00D30" w:rsidRDefault="00E00D30" w:rsidP="00E00D30">
      <w:r>
        <w:t>533.8201</w:t>
      </w:r>
      <w:r>
        <w:tab/>
        <w:t>1.013e0</w:t>
      </w:r>
    </w:p>
    <w:p w:rsidR="00E00D30" w:rsidRDefault="00E00D30" w:rsidP="00E00D30">
      <w:r>
        <w:t>533.8282</w:t>
      </w:r>
      <w:r>
        <w:tab/>
        <w:t>1.013e0</w:t>
      </w:r>
    </w:p>
    <w:p w:rsidR="00E00D30" w:rsidRDefault="00E00D30" w:rsidP="00E00D30">
      <w:r>
        <w:t>533.8356</w:t>
      </w:r>
      <w:r>
        <w:tab/>
        <w:t>2.025e0</w:t>
      </w:r>
    </w:p>
    <w:p w:rsidR="00E00D30" w:rsidRDefault="00E00D30" w:rsidP="00E00D30">
      <w:r>
        <w:t>533.8461</w:t>
      </w:r>
      <w:r>
        <w:tab/>
        <w:t>2.025e0</w:t>
      </w:r>
    </w:p>
    <w:p w:rsidR="00E00D30" w:rsidRDefault="00E00D30" w:rsidP="00E00D30">
      <w:r>
        <w:t>533.8792</w:t>
      </w:r>
      <w:r>
        <w:tab/>
        <w:t>2.025e0</w:t>
      </w:r>
    </w:p>
    <w:p w:rsidR="00E00D30" w:rsidRDefault="00E00D30" w:rsidP="00E00D30">
      <w:r>
        <w:t>533.8842</w:t>
      </w:r>
      <w:r>
        <w:tab/>
        <w:t>1.013e0</w:t>
      </w:r>
    </w:p>
    <w:p w:rsidR="00E00D30" w:rsidRDefault="00E00D30" w:rsidP="00E00D30">
      <w:r>
        <w:t>533.8900</w:t>
      </w:r>
      <w:r>
        <w:tab/>
        <w:t>2.025e0</w:t>
      </w:r>
    </w:p>
    <w:p w:rsidR="00E00D30" w:rsidRDefault="00E00D30" w:rsidP="00E00D30">
      <w:r>
        <w:t>533.9205</w:t>
      </w:r>
      <w:r>
        <w:tab/>
        <w:t>1.013e0</w:t>
      </w:r>
    </w:p>
    <w:p w:rsidR="00E00D30" w:rsidRDefault="00E00D30" w:rsidP="00E00D30">
      <w:r>
        <w:t>533.9305</w:t>
      </w:r>
      <w:r>
        <w:tab/>
        <w:t>1.013e0</w:t>
      </w:r>
    </w:p>
    <w:p w:rsidR="00E00D30" w:rsidRDefault="00E00D30" w:rsidP="00E00D30">
      <w:r>
        <w:t>533.9389</w:t>
      </w:r>
      <w:r>
        <w:tab/>
        <w:t>1.013e0</w:t>
      </w:r>
    </w:p>
    <w:p w:rsidR="00E00D30" w:rsidRDefault="00E00D30" w:rsidP="00E00D30">
      <w:r>
        <w:t>533.9683</w:t>
      </w:r>
      <w:r>
        <w:tab/>
        <w:t>2.025e0</w:t>
      </w:r>
    </w:p>
    <w:p w:rsidR="00E00D30" w:rsidRDefault="00E00D30" w:rsidP="00E00D30">
      <w:r>
        <w:t>533.9798</w:t>
      </w:r>
      <w:r>
        <w:tab/>
        <w:t>2.025e0</w:t>
      </w:r>
    </w:p>
    <w:p w:rsidR="00E00D30" w:rsidRDefault="00E00D30" w:rsidP="00E00D30">
      <w:r>
        <w:t>533.9863</w:t>
      </w:r>
      <w:r>
        <w:tab/>
        <w:t>1.013e0</w:t>
      </w:r>
    </w:p>
    <w:p w:rsidR="00E00D30" w:rsidRDefault="00E00D30" w:rsidP="00E00D30">
      <w:r>
        <w:t>534.0074</w:t>
      </w:r>
      <w:r>
        <w:tab/>
        <w:t>3.038e0</w:t>
      </w:r>
    </w:p>
    <w:p w:rsidR="00E00D30" w:rsidRDefault="00E00D30" w:rsidP="00E00D30">
      <w:r>
        <w:t>534.0496</w:t>
      </w:r>
      <w:r>
        <w:tab/>
        <w:t>1.013e0</w:t>
      </w:r>
    </w:p>
    <w:p w:rsidR="00E00D30" w:rsidRDefault="00E00D30" w:rsidP="00E00D30">
      <w:r>
        <w:t>534.0773</w:t>
      </w:r>
      <w:r>
        <w:tab/>
        <w:t>1.013e0</w:t>
      </w:r>
    </w:p>
    <w:p w:rsidR="00E00D30" w:rsidRDefault="00E00D30" w:rsidP="00E00D30">
      <w:r>
        <w:t>534.1056</w:t>
      </w:r>
      <w:r>
        <w:tab/>
        <w:t>1.013e0</w:t>
      </w:r>
    </w:p>
    <w:p w:rsidR="00E00D30" w:rsidRDefault="00E00D30" w:rsidP="00E00D30">
      <w:r>
        <w:t>534.1667</w:t>
      </w:r>
      <w:r>
        <w:tab/>
        <w:t>1.013e0</w:t>
      </w:r>
    </w:p>
    <w:p w:rsidR="00E00D30" w:rsidRDefault="00E00D30" w:rsidP="00E00D30">
      <w:r>
        <w:lastRenderedPageBreak/>
        <w:t>534.1765</w:t>
      </w:r>
      <w:r>
        <w:tab/>
        <w:t>3.038e0</w:t>
      </w:r>
    </w:p>
    <w:p w:rsidR="00E00D30" w:rsidRDefault="00E00D30" w:rsidP="00E00D30">
      <w:r>
        <w:t>534.2038</w:t>
      </w:r>
      <w:r>
        <w:tab/>
        <w:t>1.013e0</w:t>
      </w:r>
    </w:p>
    <w:p w:rsidR="00E00D30" w:rsidRDefault="00E00D30" w:rsidP="00E00D30">
      <w:r>
        <w:t>534.2092</w:t>
      </w:r>
      <w:r>
        <w:tab/>
        <w:t>3.894e0</w:t>
      </w:r>
    </w:p>
    <w:p w:rsidR="00E00D30" w:rsidRDefault="00E00D30" w:rsidP="00E00D30">
      <w:r>
        <w:t>534.2181</w:t>
      </w:r>
      <w:r>
        <w:tab/>
        <w:t>4.051e0</w:t>
      </w:r>
    </w:p>
    <w:p w:rsidR="00E00D30" w:rsidRDefault="00E00D30" w:rsidP="00E00D30">
      <w:r>
        <w:t>534.2484</w:t>
      </w:r>
      <w:r>
        <w:tab/>
        <w:t>3.038e0</w:t>
      </w:r>
    </w:p>
    <w:p w:rsidR="00E00D30" w:rsidRDefault="00E00D30" w:rsidP="00E00D30">
      <w:r>
        <w:t>534.2509</w:t>
      </w:r>
      <w:r>
        <w:tab/>
        <w:t>1.743e0</w:t>
      </w:r>
    </w:p>
    <w:p w:rsidR="00E00D30" w:rsidRDefault="00E00D30" w:rsidP="00E00D30">
      <w:r>
        <w:t>534.2526</w:t>
      </w:r>
      <w:r>
        <w:tab/>
        <w:t>1.013e0</w:t>
      </w:r>
    </w:p>
    <w:p w:rsidR="00E00D30" w:rsidRDefault="00E00D30" w:rsidP="00E00D30">
      <w:r>
        <w:t>534.2560</w:t>
      </w:r>
      <w:r>
        <w:tab/>
        <w:t>3.038e0</w:t>
      </w:r>
    </w:p>
    <w:p w:rsidR="00E00D30" w:rsidRDefault="00E00D30" w:rsidP="00E00D30">
      <w:r>
        <w:t>534.2828</w:t>
      </w:r>
      <w:r>
        <w:tab/>
        <w:t>3.740e0</w:t>
      </w:r>
    </w:p>
    <w:p w:rsidR="00E00D30" w:rsidRDefault="00E00D30" w:rsidP="00E00D30">
      <w:r>
        <w:t>534.3278</w:t>
      </w:r>
      <w:r>
        <w:tab/>
        <w:t>6.990e0</w:t>
      </w:r>
    </w:p>
    <w:p w:rsidR="00E00D30" w:rsidRDefault="00E00D30" w:rsidP="00E00D30">
      <w:r>
        <w:t>534.3360</w:t>
      </w:r>
      <w:r>
        <w:tab/>
        <w:t>3.038e0</w:t>
      </w:r>
    </w:p>
    <w:p w:rsidR="00E00D30" w:rsidRDefault="00E00D30" w:rsidP="00E00D30">
      <w:r>
        <w:t>534.3504</w:t>
      </w:r>
      <w:r>
        <w:tab/>
        <w:t>7.753e0</w:t>
      </w:r>
    </w:p>
    <w:p w:rsidR="00E00D30" w:rsidRDefault="00E00D30" w:rsidP="00E00D30">
      <w:r>
        <w:t>534.3530</w:t>
      </w:r>
      <w:r>
        <w:tab/>
        <w:t>1.432e1</w:t>
      </w:r>
    </w:p>
    <w:p w:rsidR="00E00D30" w:rsidRDefault="00E00D30" w:rsidP="00E00D30">
      <w:r>
        <w:t>534.3630</w:t>
      </w:r>
      <w:r>
        <w:tab/>
        <w:t>3.038e0</w:t>
      </w:r>
    </w:p>
    <w:p w:rsidR="00E00D30" w:rsidRDefault="00E00D30" w:rsidP="00E00D30">
      <w:r>
        <w:t>534.3730</w:t>
      </w:r>
      <w:r>
        <w:tab/>
        <w:t>4.051e0</w:t>
      </w:r>
    </w:p>
    <w:p w:rsidR="00E00D30" w:rsidRDefault="00E00D30" w:rsidP="00E00D30">
      <w:r>
        <w:t>534.4106</w:t>
      </w:r>
      <w:r>
        <w:tab/>
        <w:t>2.651e0</w:t>
      </w:r>
    </w:p>
    <w:p w:rsidR="00E00D30" w:rsidRDefault="00E00D30" w:rsidP="00E00D30">
      <w:r>
        <w:t>534.4184</w:t>
      </w:r>
      <w:r>
        <w:tab/>
        <w:t>2.025e0</w:t>
      </w:r>
    </w:p>
    <w:p w:rsidR="00E00D30" w:rsidRDefault="00E00D30" w:rsidP="00E00D30">
      <w:r>
        <w:t>534.4368</w:t>
      </w:r>
      <w:r>
        <w:tab/>
        <w:t>1.013e0</w:t>
      </w:r>
    </w:p>
    <w:p w:rsidR="00E00D30" w:rsidRDefault="00E00D30" w:rsidP="00E00D30">
      <w:r>
        <w:t>534.4460</w:t>
      </w:r>
      <w:r>
        <w:tab/>
        <w:t>1.013e0</w:t>
      </w:r>
    </w:p>
    <w:p w:rsidR="00E00D30" w:rsidRDefault="00E00D30" w:rsidP="00E00D30">
      <w:r>
        <w:lastRenderedPageBreak/>
        <w:t>534.4731</w:t>
      </w:r>
      <w:r>
        <w:tab/>
        <w:t>2.025e0</w:t>
      </w:r>
    </w:p>
    <w:p w:rsidR="00E00D30" w:rsidRDefault="00E00D30" w:rsidP="00E00D30">
      <w:r>
        <w:t>534.4798</w:t>
      </w:r>
      <w:r>
        <w:tab/>
        <w:t>1.013e0</w:t>
      </w:r>
    </w:p>
    <w:p w:rsidR="00E00D30" w:rsidRDefault="00E00D30" w:rsidP="00E00D30">
      <w:r>
        <w:t>534.4839</w:t>
      </w:r>
      <w:r>
        <w:tab/>
        <w:t>1.013e0</w:t>
      </w:r>
    </w:p>
    <w:p w:rsidR="00E00D30" w:rsidRDefault="00E00D30" w:rsidP="00E00D30">
      <w:r>
        <w:t>534.4922</w:t>
      </w:r>
      <w:r>
        <w:tab/>
        <w:t>1.013e0</w:t>
      </w:r>
    </w:p>
    <w:p w:rsidR="00E00D30" w:rsidRDefault="00E00D30" w:rsidP="00E00D30">
      <w:r>
        <w:t>534.4979</w:t>
      </w:r>
      <w:r>
        <w:tab/>
        <w:t>1.013e0</w:t>
      </w:r>
    </w:p>
    <w:p w:rsidR="00E00D30" w:rsidRDefault="00E00D30" w:rsidP="00E00D30">
      <w:r>
        <w:t>534.5202</w:t>
      </w:r>
      <w:r>
        <w:tab/>
        <w:t>1.013e0</w:t>
      </w:r>
    </w:p>
    <w:p w:rsidR="00E00D30" w:rsidRDefault="00E00D30" w:rsidP="00E00D30">
      <w:r>
        <w:t>534.5301</w:t>
      </w:r>
      <w:r>
        <w:tab/>
        <w:t>1.013e0</w:t>
      </w:r>
    </w:p>
    <w:p w:rsidR="00E00D30" w:rsidRDefault="00E00D30" w:rsidP="00E00D30">
      <w:r>
        <w:t>534.5356</w:t>
      </w:r>
      <w:r>
        <w:tab/>
        <w:t>1.013e0</w:t>
      </w:r>
    </w:p>
    <w:p w:rsidR="00E00D30" w:rsidRDefault="00E00D30" w:rsidP="00E00D30">
      <w:r>
        <w:t>534.5386</w:t>
      </w:r>
      <w:r>
        <w:tab/>
        <w:t>1.013e0</w:t>
      </w:r>
    </w:p>
    <w:p w:rsidR="00E00D30" w:rsidRDefault="00E00D30" w:rsidP="00E00D30">
      <w:r>
        <w:t>534.5534</w:t>
      </w:r>
      <w:r>
        <w:tab/>
        <w:t>1.013e0</w:t>
      </w:r>
    </w:p>
    <w:p w:rsidR="00E00D30" w:rsidRDefault="00E00D30" w:rsidP="00E00D30">
      <w:r>
        <w:t>534.5660</w:t>
      </w:r>
      <w:r>
        <w:tab/>
        <w:t>1.013e0</w:t>
      </w:r>
    </w:p>
    <w:p w:rsidR="00E00D30" w:rsidRDefault="00E00D30" w:rsidP="00E00D30">
      <w:r>
        <w:t>534.6025</w:t>
      </w:r>
      <w:r>
        <w:tab/>
        <w:t>2.025e0</w:t>
      </w:r>
    </w:p>
    <w:p w:rsidR="00E00D30" w:rsidRDefault="00E00D30" w:rsidP="00E00D30">
      <w:r>
        <w:t>534.6093</w:t>
      </w:r>
      <w:r>
        <w:tab/>
        <w:t>1.013e0</w:t>
      </w:r>
    </w:p>
    <w:p w:rsidR="00E00D30" w:rsidRDefault="00E00D30" w:rsidP="00E00D30">
      <w:r>
        <w:t>534.6127</w:t>
      </w:r>
      <w:r>
        <w:tab/>
        <w:t>2.025e0</w:t>
      </w:r>
    </w:p>
    <w:p w:rsidR="00E00D30" w:rsidRDefault="00E00D30" w:rsidP="00E00D30">
      <w:r>
        <w:t>534.6495</w:t>
      </w:r>
      <w:r>
        <w:tab/>
        <w:t>2.025e0</w:t>
      </w:r>
    </w:p>
    <w:p w:rsidR="00E00D30" w:rsidRDefault="00E00D30" w:rsidP="00E00D30">
      <w:r>
        <w:t>534.6864</w:t>
      </w:r>
      <w:r>
        <w:tab/>
        <w:t>1.013e0</w:t>
      </w:r>
    </w:p>
    <w:p w:rsidR="00E00D30" w:rsidRDefault="00E00D30" w:rsidP="00E00D30">
      <w:r>
        <w:t>534.7406</w:t>
      </w:r>
      <w:r>
        <w:tab/>
        <w:t>2.025e0</w:t>
      </w:r>
    </w:p>
    <w:p w:rsidR="00E00D30" w:rsidRDefault="00E00D30" w:rsidP="00E00D30">
      <w:r>
        <w:t>534.7701</w:t>
      </w:r>
      <w:r>
        <w:tab/>
        <w:t>1.013e0</w:t>
      </w:r>
    </w:p>
    <w:p w:rsidR="00E00D30" w:rsidRDefault="00E00D30" w:rsidP="00E00D30">
      <w:r>
        <w:t>534.8203</w:t>
      </w:r>
      <w:r>
        <w:tab/>
        <w:t>2.025e0</w:t>
      </w:r>
    </w:p>
    <w:p w:rsidR="00E00D30" w:rsidRDefault="00E00D30" w:rsidP="00E00D30">
      <w:r>
        <w:lastRenderedPageBreak/>
        <w:t>534.8342</w:t>
      </w:r>
      <w:r>
        <w:tab/>
        <w:t>1.013e0</w:t>
      </w:r>
    </w:p>
    <w:p w:rsidR="00E00D30" w:rsidRDefault="00E00D30" w:rsidP="00E00D30">
      <w:r>
        <w:t>534.8394</w:t>
      </w:r>
      <w:r>
        <w:tab/>
        <w:t>4.051e0</w:t>
      </w:r>
    </w:p>
    <w:p w:rsidR="00E00D30" w:rsidRDefault="00E00D30" w:rsidP="00E00D30">
      <w:r>
        <w:t>534.8619</w:t>
      </w:r>
      <w:r>
        <w:tab/>
        <w:t>1.013e0</w:t>
      </w:r>
    </w:p>
    <w:p w:rsidR="00E00D30" w:rsidRDefault="00E00D30" w:rsidP="00E00D30">
      <w:r>
        <w:t>534.8756</w:t>
      </w:r>
      <w:r>
        <w:tab/>
        <w:t>2.025e0</w:t>
      </w:r>
    </w:p>
    <w:p w:rsidR="00E00D30" w:rsidRDefault="00E00D30" w:rsidP="00E00D30">
      <w:r>
        <w:t>534.9120</w:t>
      </w:r>
      <w:r>
        <w:tab/>
        <w:t>2.025e0</w:t>
      </w:r>
    </w:p>
    <w:p w:rsidR="00E00D30" w:rsidRDefault="00E00D30" w:rsidP="00E00D30">
      <w:r>
        <w:t>534.9173</w:t>
      </w:r>
      <w:r>
        <w:tab/>
        <w:t>1.013e0</w:t>
      </w:r>
    </w:p>
    <w:p w:rsidR="00E00D30" w:rsidRDefault="00E00D30" w:rsidP="00E00D30">
      <w:r>
        <w:t>534.9724</w:t>
      </w:r>
      <w:r>
        <w:tab/>
        <w:t>2.025e0</w:t>
      </w:r>
    </w:p>
    <w:p w:rsidR="00E00D30" w:rsidRDefault="00E00D30" w:rsidP="00E00D30">
      <w:r>
        <w:t>534.9919</w:t>
      </w:r>
      <w:r>
        <w:tab/>
        <w:t>1.013e0</w:t>
      </w:r>
    </w:p>
    <w:p w:rsidR="00E00D30" w:rsidRDefault="00E00D30" w:rsidP="00E00D30">
      <w:r>
        <w:t>535.0279</w:t>
      </w:r>
      <w:r>
        <w:tab/>
        <w:t>1.013e0</w:t>
      </w:r>
    </w:p>
    <w:p w:rsidR="00E00D30" w:rsidRDefault="00E00D30" w:rsidP="00E00D30">
      <w:r>
        <w:t>535.0688</w:t>
      </w:r>
      <w:r>
        <w:tab/>
        <w:t>1.013e0</w:t>
      </w:r>
    </w:p>
    <w:p w:rsidR="00E00D30" w:rsidRDefault="00E00D30" w:rsidP="00E00D30">
      <w:r>
        <w:t>535.0743</w:t>
      </w:r>
      <w:r>
        <w:tab/>
        <w:t>1.013e0</w:t>
      </w:r>
    </w:p>
    <w:p w:rsidR="00E00D30" w:rsidRDefault="00E00D30" w:rsidP="00E00D30">
      <w:r>
        <w:t>535.0822</w:t>
      </w:r>
      <w:r>
        <w:tab/>
        <w:t>2.025e0</w:t>
      </w:r>
    </w:p>
    <w:p w:rsidR="00E00D30" w:rsidRDefault="00E00D30" w:rsidP="00E00D30">
      <w:r>
        <w:t>535.0909</w:t>
      </w:r>
      <w:r>
        <w:tab/>
        <w:t>2.025e0</w:t>
      </w:r>
    </w:p>
    <w:p w:rsidR="00E00D30" w:rsidRDefault="00E00D30" w:rsidP="00E00D30">
      <w:r>
        <w:t>535.1431</w:t>
      </w:r>
      <w:r>
        <w:tab/>
        <w:t>1.013e0</w:t>
      </w:r>
    </w:p>
    <w:p w:rsidR="00E00D30" w:rsidRDefault="00E00D30" w:rsidP="00E00D30">
      <w:r>
        <w:t>535.1483</w:t>
      </w:r>
      <w:r>
        <w:tab/>
        <w:t>1.013e0</w:t>
      </w:r>
    </w:p>
    <w:p w:rsidR="00E00D30" w:rsidRDefault="00E00D30" w:rsidP="00E00D30">
      <w:r>
        <w:t>535.1992</w:t>
      </w:r>
      <w:r>
        <w:tab/>
        <w:t>2.025e0</w:t>
      </w:r>
    </w:p>
    <w:p w:rsidR="00E00D30" w:rsidRDefault="00E00D30" w:rsidP="00E00D30">
      <w:r>
        <w:t>535.2222</w:t>
      </w:r>
      <w:r>
        <w:tab/>
        <w:t>1.013e0</w:t>
      </w:r>
    </w:p>
    <w:p w:rsidR="00E00D30" w:rsidRDefault="00E00D30" w:rsidP="00E00D30">
      <w:r>
        <w:t>535.2261</w:t>
      </w:r>
      <w:r>
        <w:tab/>
        <w:t>2.025e0</w:t>
      </w:r>
    </w:p>
    <w:p w:rsidR="00E00D30" w:rsidRDefault="00E00D30" w:rsidP="00E00D30">
      <w:r>
        <w:t>535.2528</w:t>
      </w:r>
      <w:r>
        <w:tab/>
        <w:t>1.013e0</w:t>
      </w:r>
    </w:p>
    <w:p w:rsidR="00E00D30" w:rsidRDefault="00E00D30" w:rsidP="00E00D30">
      <w:r>
        <w:lastRenderedPageBreak/>
        <w:t>535.2616</w:t>
      </w:r>
      <w:r>
        <w:tab/>
        <w:t>3.038e0</w:t>
      </w:r>
    </w:p>
    <w:p w:rsidR="00E00D30" w:rsidRDefault="00E00D30" w:rsidP="00E00D30">
      <w:r>
        <w:t>535.2719</w:t>
      </w:r>
      <w:r>
        <w:tab/>
        <w:t>1.013e0</w:t>
      </w:r>
    </w:p>
    <w:p w:rsidR="00E00D30" w:rsidRDefault="00E00D30" w:rsidP="00E00D30">
      <w:r>
        <w:t>535.2959</w:t>
      </w:r>
      <w:r>
        <w:tab/>
        <w:t>1.988e0</w:t>
      </w:r>
    </w:p>
    <w:p w:rsidR="00E00D30" w:rsidRDefault="00E00D30" w:rsidP="00E00D30">
      <w:r>
        <w:t>535.3226</w:t>
      </w:r>
      <w:r>
        <w:tab/>
        <w:t>4.629e0</w:t>
      </w:r>
    </w:p>
    <w:p w:rsidR="00E00D30" w:rsidRDefault="00E00D30" w:rsidP="00E00D30">
      <w:r>
        <w:t>535.3257</w:t>
      </w:r>
      <w:r>
        <w:tab/>
        <w:t>2.025e0</w:t>
      </w:r>
    </w:p>
    <w:p w:rsidR="00E00D30" w:rsidRDefault="00E00D30" w:rsidP="00E00D30">
      <w:r>
        <w:t>535.3376</w:t>
      </w:r>
      <w:r>
        <w:tab/>
        <w:t>3.038e0</w:t>
      </w:r>
    </w:p>
    <w:p w:rsidR="00E00D30" w:rsidRDefault="00E00D30" w:rsidP="00E00D30">
      <w:r>
        <w:t>535.3502</w:t>
      </w:r>
      <w:r>
        <w:tab/>
        <w:t>8.804e0</w:t>
      </w:r>
    </w:p>
    <w:p w:rsidR="00E00D30" w:rsidRDefault="00E00D30" w:rsidP="00E00D30">
      <w:r>
        <w:t>535.3571</w:t>
      </w:r>
      <w:r>
        <w:tab/>
        <w:t>2.025e0</w:t>
      </w:r>
    </w:p>
    <w:p w:rsidR="00E00D30" w:rsidRDefault="00E00D30" w:rsidP="00E00D30">
      <w:r>
        <w:t>535.3607</w:t>
      </w:r>
      <w:r>
        <w:tab/>
        <w:t>3.423e0</w:t>
      </w:r>
    </w:p>
    <w:p w:rsidR="00E00D30" w:rsidRDefault="00E00D30" w:rsidP="00E00D30">
      <w:r>
        <w:t>535.3701</w:t>
      </w:r>
      <w:r>
        <w:tab/>
        <w:t>1.013e0</w:t>
      </w:r>
    </w:p>
    <w:p w:rsidR="00E00D30" w:rsidRDefault="00E00D30" w:rsidP="00E00D30">
      <w:r>
        <w:t>535.3815</w:t>
      </w:r>
      <w:r>
        <w:tab/>
        <w:t>7.089e0</w:t>
      </w:r>
    </w:p>
    <w:p w:rsidR="00E00D30" w:rsidRDefault="00E00D30" w:rsidP="00E00D30">
      <w:r>
        <w:t>535.4041</w:t>
      </w:r>
      <w:r>
        <w:tab/>
        <w:t>2.025e0</w:t>
      </w:r>
    </w:p>
    <w:p w:rsidR="00E00D30" w:rsidRDefault="00E00D30" w:rsidP="00E00D30">
      <w:r>
        <w:t>535.4256</w:t>
      </w:r>
      <w:r>
        <w:tab/>
        <w:t>1.013e0</w:t>
      </w:r>
    </w:p>
    <w:p w:rsidR="00E00D30" w:rsidRDefault="00E00D30" w:rsidP="00E00D30">
      <w:r>
        <w:t>535.4529</w:t>
      </w:r>
      <w:r>
        <w:tab/>
        <w:t>2.025e0</w:t>
      </w:r>
    </w:p>
    <w:p w:rsidR="00E00D30" w:rsidRDefault="00E00D30" w:rsidP="00E00D30">
      <w:r>
        <w:t>535.4626</w:t>
      </w:r>
      <w:r>
        <w:tab/>
        <w:t>1.013e0</w:t>
      </w:r>
    </w:p>
    <w:p w:rsidR="00E00D30" w:rsidRDefault="00E00D30" w:rsidP="00E00D30">
      <w:r>
        <w:t>535.4735</w:t>
      </w:r>
      <w:r>
        <w:tab/>
        <w:t>1.013e0</w:t>
      </w:r>
    </w:p>
    <w:p w:rsidR="00E00D30" w:rsidRDefault="00E00D30" w:rsidP="00E00D30">
      <w:r>
        <w:t>535.4778</w:t>
      </w:r>
      <w:r>
        <w:tab/>
        <w:t>2.025e0</w:t>
      </w:r>
    </w:p>
    <w:p w:rsidR="00E00D30" w:rsidRDefault="00E00D30" w:rsidP="00E00D30">
      <w:r>
        <w:t>535.5181</w:t>
      </w:r>
      <w:r>
        <w:tab/>
        <w:t>1.013e0</w:t>
      </w:r>
    </w:p>
    <w:p w:rsidR="00E00D30" w:rsidRDefault="00E00D30" w:rsidP="00E00D30">
      <w:r>
        <w:t>535.5267</w:t>
      </w:r>
      <w:r>
        <w:tab/>
        <w:t>1.013e0</w:t>
      </w:r>
    </w:p>
    <w:p w:rsidR="00E00D30" w:rsidRDefault="00E00D30" w:rsidP="00E00D30">
      <w:r>
        <w:lastRenderedPageBreak/>
        <w:t>535.5468</w:t>
      </w:r>
      <w:r>
        <w:tab/>
        <w:t>1.013e0</w:t>
      </w:r>
    </w:p>
    <w:p w:rsidR="00E00D30" w:rsidRDefault="00E00D30" w:rsidP="00E00D30">
      <w:r>
        <w:t>535.5537</w:t>
      </w:r>
      <w:r>
        <w:tab/>
        <w:t>2.025e0</w:t>
      </w:r>
    </w:p>
    <w:p w:rsidR="00E00D30" w:rsidRDefault="00E00D30" w:rsidP="00E00D30">
      <w:r>
        <w:t>535.5840</w:t>
      </w:r>
      <w:r>
        <w:tab/>
        <w:t>2.025e0</w:t>
      </w:r>
    </w:p>
    <w:p w:rsidR="00E00D30" w:rsidRDefault="00E00D30" w:rsidP="00E00D30">
      <w:r>
        <w:t>535.5997</w:t>
      </w:r>
      <w:r>
        <w:tab/>
        <w:t>1.013e0</w:t>
      </w:r>
    </w:p>
    <w:p w:rsidR="00E00D30" w:rsidRDefault="00E00D30" w:rsidP="00E00D30">
      <w:r>
        <w:t>535.6545</w:t>
      </w:r>
      <w:r>
        <w:tab/>
        <w:t>2.025e0</w:t>
      </w:r>
    </w:p>
    <w:p w:rsidR="00E00D30" w:rsidRDefault="00E00D30" w:rsidP="00E00D30">
      <w:r>
        <w:t>535.8124</w:t>
      </w:r>
      <w:r>
        <w:tab/>
        <w:t>3.697e0</w:t>
      </w:r>
    </w:p>
    <w:p w:rsidR="00E00D30" w:rsidRDefault="00E00D30" w:rsidP="00E00D30">
      <w:r>
        <w:t>535.8240</w:t>
      </w:r>
      <w:r>
        <w:tab/>
        <w:t>1.013e0</w:t>
      </w:r>
    </w:p>
    <w:p w:rsidR="00E00D30" w:rsidRDefault="00E00D30" w:rsidP="00E00D30">
      <w:r>
        <w:t>535.8287</w:t>
      </w:r>
      <w:r>
        <w:tab/>
        <w:t>2.025e0</w:t>
      </w:r>
    </w:p>
    <w:p w:rsidR="00E00D30" w:rsidRDefault="00E00D30" w:rsidP="00E00D30">
      <w:r>
        <w:t>535.8362</w:t>
      </w:r>
      <w:r>
        <w:tab/>
        <w:t>3.038e0</w:t>
      </w:r>
    </w:p>
    <w:p w:rsidR="00E00D30" w:rsidRDefault="00E00D30" w:rsidP="00E00D30">
      <w:r>
        <w:t>535.8641</w:t>
      </w:r>
      <w:r>
        <w:tab/>
        <w:t>2.025e0</w:t>
      </w:r>
    </w:p>
    <w:p w:rsidR="00E00D30" w:rsidRDefault="00E00D30" w:rsidP="00E00D30">
      <w:r>
        <w:t>535.8654</w:t>
      </w:r>
      <w:r>
        <w:tab/>
        <w:t>2.025e0</w:t>
      </w:r>
    </w:p>
    <w:p w:rsidR="00E00D30" w:rsidRDefault="00E00D30" w:rsidP="00E00D30">
      <w:r>
        <w:t>535.9130</w:t>
      </w:r>
      <w:r>
        <w:tab/>
        <w:t>1.013e0</w:t>
      </w:r>
    </w:p>
    <w:p w:rsidR="00E00D30" w:rsidRDefault="00E00D30" w:rsidP="00E00D30">
      <w:r>
        <w:t>535.9168</w:t>
      </w:r>
      <w:r>
        <w:tab/>
        <w:t>2.025e0</w:t>
      </w:r>
    </w:p>
    <w:p w:rsidR="00E00D30" w:rsidRDefault="00E00D30" w:rsidP="00E00D30">
      <w:r>
        <w:t>535.9251</w:t>
      </w:r>
      <w:r>
        <w:tab/>
        <w:t>1.013e0</w:t>
      </w:r>
    </w:p>
    <w:p w:rsidR="00E00D30" w:rsidRDefault="00E00D30" w:rsidP="00E00D30">
      <w:r>
        <w:t>535.9508</w:t>
      </w:r>
      <w:r>
        <w:tab/>
        <w:t>3.038e0</w:t>
      </w:r>
    </w:p>
    <w:p w:rsidR="00E00D30" w:rsidRDefault="00E00D30" w:rsidP="00E00D30">
      <w:r>
        <w:t>535.9866</w:t>
      </w:r>
      <w:r>
        <w:tab/>
        <w:t>1.013e0</w:t>
      </w:r>
    </w:p>
    <w:p w:rsidR="00E00D30" w:rsidRDefault="00E00D30" w:rsidP="00E00D30">
      <w:r>
        <w:t>536.0091</w:t>
      </w:r>
      <w:r>
        <w:tab/>
        <w:t>2.025e0</w:t>
      </w:r>
    </w:p>
    <w:p w:rsidR="00E00D30" w:rsidRDefault="00E00D30" w:rsidP="00E00D30">
      <w:r>
        <w:t>536.0208</w:t>
      </w:r>
      <w:r>
        <w:tab/>
        <w:t>3.038e0</w:t>
      </w:r>
    </w:p>
    <w:p w:rsidR="00E00D30" w:rsidRDefault="00E00D30" w:rsidP="00E00D30">
      <w:r>
        <w:t>536.0412</w:t>
      </w:r>
      <w:r>
        <w:tab/>
        <w:t>1.013e0</w:t>
      </w:r>
    </w:p>
    <w:p w:rsidR="00E00D30" w:rsidRDefault="00E00D30" w:rsidP="00E00D30">
      <w:r>
        <w:lastRenderedPageBreak/>
        <w:t>536.0923</w:t>
      </w:r>
      <w:r>
        <w:tab/>
        <w:t>1.013e0</w:t>
      </w:r>
    </w:p>
    <w:p w:rsidR="00E00D30" w:rsidRDefault="00E00D30" w:rsidP="00E00D30">
      <w:r>
        <w:t>536.1006</w:t>
      </w:r>
      <w:r>
        <w:tab/>
        <w:t>2.025e0</w:t>
      </w:r>
    </w:p>
    <w:p w:rsidR="00E00D30" w:rsidRDefault="00E00D30" w:rsidP="00E00D30">
      <w:r>
        <w:t>536.1294</w:t>
      </w:r>
      <w:r>
        <w:tab/>
        <w:t>1.013e0</w:t>
      </w:r>
    </w:p>
    <w:p w:rsidR="00E00D30" w:rsidRDefault="00E00D30" w:rsidP="00E00D30">
      <w:r>
        <w:t>536.1380</w:t>
      </w:r>
      <w:r>
        <w:tab/>
        <w:t>1.013e0</w:t>
      </w:r>
    </w:p>
    <w:p w:rsidR="00E00D30" w:rsidRDefault="00E00D30" w:rsidP="00E00D30">
      <w:r>
        <w:t>536.1473</w:t>
      </w:r>
      <w:r>
        <w:tab/>
        <w:t>1.013e0</w:t>
      </w:r>
    </w:p>
    <w:p w:rsidR="00E00D30" w:rsidRDefault="00E00D30" w:rsidP="00E00D30">
      <w:r>
        <w:t>536.1562</w:t>
      </w:r>
      <w:r>
        <w:tab/>
        <w:t>1.013e0</w:t>
      </w:r>
    </w:p>
    <w:p w:rsidR="00E00D30" w:rsidRDefault="00E00D30" w:rsidP="00E00D30">
      <w:r>
        <w:t>536.1589</w:t>
      </w:r>
      <w:r>
        <w:tab/>
        <w:t>3.038e0</w:t>
      </w:r>
    </w:p>
    <w:p w:rsidR="00E00D30" w:rsidRDefault="00E00D30" w:rsidP="00E00D30">
      <w:r>
        <w:t>536.1832</w:t>
      </w:r>
      <w:r>
        <w:tab/>
        <w:t>2.025e0</w:t>
      </w:r>
    </w:p>
    <w:p w:rsidR="00E00D30" w:rsidRDefault="00E00D30" w:rsidP="00E00D30">
      <w:r>
        <w:t>536.1885</w:t>
      </w:r>
      <w:r>
        <w:tab/>
        <w:t>1.013e0</w:t>
      </w:r>
    </w:p>
    <w:p w:rsidR="00E00D30" w:rsidRDefault="00E00D30" w:rsidP="00E00D30">
      <w:r>
        <w:t>536.1929</w:t>
      </w:r>
      <w:r>
        <w:tab/>
        <w:t>5.120e0</w:t>
      </w:r>
    </w:p>
    <w:p w:rsidR="00E00D30" w:rsidRDefault="00E00D30" w:rsidP="00E00D30">
      <w:r>
        <w:t>536.2035</w:t>
      </w:r>
      <w:r>
        <w:tab/>
        <w:t>1.013e0</w:t>
      </w:r>
    </w:p>
    <w:p w:rsidR="00E00D30" w:rsidRDefault="00E00D30" w:rsidP="00E00D30">
      <w:r>
        <w:t>536.2304</w:t>
      </w:r>
      <w:r>
        <w:tab/>
        <w:t>3.038e0</w:t>
      </w:r>
    </w:p>
    <w:p w:rsidR="00E00D30" w:rsidRDefault="00E00D30" w:rsidP="00E00D30">
      <w:r>
        <w:t>536.2584</w:t>
      </w:r>
      <w:r>
        <w:tab/>
        <w:t>1.013e0</w:t>
      </w:r>
    </w:p>
    <w:p w:rsidR="00E00D30" w:rsidRDefault="00E00D30" w:rsidP="00E00D30">
      <w:r>
        <w:t>536.2776</w:t>
      </w:r>
      <w:r>
        <w:tab/>
        <w:t>2.272e0</w:t>
      </w:r>
    </w:p>
    <w:p w:rsidR="00E00D30" w:rsidRDefault="00E00D30" w:rsidP="00E00D30">
      <w:r>
        <w:t>536.2884</w:t>
      </w:r>
      <w:r>
        <w:tab/>
        <w:t>1.715e0</w:t>
      </w:r>
    </w:p>
    <w:p w:rsidR="00E00D30" w:rsidRDefault="00E00D30" w:rsidP="00E00D30">
      <w:r>
        <w:t>536.2993</w:t>
      </w:r>
      <w:r>
        <w:tab/>
        <w:t>2.025e0</w:t>
      </w:r>
    </w:p>
    <w:p w:rsidR="00E00D30" w:rsidRDefault="00E00D30" w:rsidP="00E00D30">
      <w:r>
        <w:t>536.3181</w:t>
      </w:r>
      <w:r>
        <w:tab/>
        <w:t>1.013e0</w:t>
      </w:r>
    </w:p>
    <w:p w:rsidR="00E00D30" w:rsidRDefault="00E00D30" w:rsidP="00E00D30">
      <w:r>
        <w:t>536.3508</w:t>
      </w:r>
      <w:r>
        <w:tab/>
        <w:t>1.841e0</w:t>
      </w:r>
    </w:p>
    <w:p w:rsidR="00E00D30" w:rsidRDefault="00E00D30" w:rsidP="00E00D30">
      <w:r>
        <w:t>536.3609</w:t>
      </w:r>
      <w:r>
        <w:tab/>
        <w:t>1.013e0</w:t>
      </w:r>
    </w:p>
    <w:p w:rsidR="00E00D30" w:rsidRDefault="00E00D30" w:rsidP="00E00D30">
      <w:r>
        <w:lastRenderedPageBreak/>
        <w:t>536.3672</w:t>
      </w:r>
      <w:r>
        <w:tab/>
        <w:t>3.791e0</w:t>
      </w:r>
    </w:p>
    <w:p w:rsidR="00E00D30" w:rsidRDefault="00E00D30" w:rsidP="00E00D30">
      <w:r>
        <w:t>536.3726</w:t>
      </w:r>
      <w:r>
        <w:tab/>
        <w:t>1.013e0</w:t>
      </w:r>
    </w:p>
    <w:p w:rsidR="00E00D30" w:rsidRDefault="00E00D30" w:rsidP="00E00D30">
      <w:r>
        <w:t>536.3748</w:t>
      </w:r>
      <w:r>
        <w:tab/>
        <w:t>3.038e0</w:t>
      </w:r>
    </w:p>
    <w:p w:rsidR="00E00D30" w:rsidRDefault="00E00D30" w:rsidP="00E00D30">
      <w:r>
        <w:t>536.4250</w:t>
      </w:r>
      <w:r>
        <w:tab/>
        <w:t>1.013e0</w:t>
      </w:r>
    </w:p>
    <w:p w:rsidR="00E00D30" w:rsidRDefault="00E00D30" w:rsidP="00E00D30">
      <w:r>
        <w:t>536.4473</w:t>
      </w:r>
      <w:r>
        <w:tab/>
        <w:t>2.025e0</w:t>
      </w:r>
    </w:p>
    <w:p w:rsidR="00E00D30" w:rsidRDefault="00E00D30" w:rsidP="00E00D30">
      <w:r>
        <w:t>536.4616</w:t>
      </w:r>
      <w:r>
        <w:tab/>
        <w:t>2.025e0</w:t>
      </w:r>
    </w:p>
    <w:p w:rsidR="00E00D30" w:rsidRDefault="00E00D30" w:rsidP="00E00D30">
      <w:r>
        <w:t>536.4802</w:t>
      </w:r>
      <w:r>
        <w:tab/>
        <w:t>1.013e0</w:t>
      </w:r>
    </w:p>
    <w:p w:rsidR="00E00D30" w:rsidRDefault="00E00D30" w:rsidP="00E00D30">
      <w:r>
        <w:t>536.5013</w:t>
      </w:r>
      <w:r>
        <w:tab/>
        <w:t>1.013e0</w:t>
      </w:r>
    </w:p>
    <w:p w:rsidR="00E00D30" w:rsidRDefault="00E00D30" w:rsidP="00E00D30">
      <w:r>
        <w:t>536.5199</w:t>
      </w:r>
      <w:r>
        <w:tab/>
        <w:t>2.025e0</w:t>
      </w:r>
    </w:p>
    <w:p w:rsidR="00E00D30" w:rsidRDefault="00E00D30" w:rsidP="00E00D30">
      <w:r>
        <w:t>536.5356</w:t>
      </w:r>
      <w:r>
        <w:tab/>
        <w:t>1.013e0</w:t>
      </w:r>
    </w:p>
    <w:p w:rsidR="00E00D30" w:rsidRDefault="00E00D30" w:rsidP="00E00D30">
      <w:r>
        <w:t>536.5394</w:t>
      </w:r>
      <w:r>
        <w:tab/>
        <w:t>2.025e0</w:t>
      </w:r>
    </w:p>
    <w:p w:rsidR="00E00D30" w:rsidRDefault="00E00D30" w:rsidP="00E00D30">
      <w:r>
        <w:t>536.5452</w:t>
      </w:r>
      <w:r>
        <w:tab/>
        <w:t>1.013e0</w:t>
      </w:r>
    </w:p>
    <w:p w:rsidR="00E00D30" w:rsidRDefault="00E00D30" w:rsidP="00E00D30">
      <w:r>
        <w:t>536.5565</w:t>
      </w:r>
      <w:r>
        <w:tab/>
        <w:t>1.013e0</w:t>
      </w:r>
    </w:p>
    <w:p w:rsidR="00E00D30" w:rsidRDefault="00E00D30" w:rsidP="00E00D30">
      <w:r>
        <w:t>536.5637</w:t>
      </w:r>
      <w:r>
        <w:tab/>
        <w:t>1.013e0</w:t>
      </w:r>
    </w:p>
    <w:p w:rsidR="00E00D30" w:rsidRDefault="00E00D30" w:rsidP="00E00D30">
      <w:r>
        <w:t>536.5749</w:t>
      </w:r>
      <w:r>
        <w:tab/>
        <w:t>1.013e0</w:t>
      </w:r>
    </w:p>
    <w:p w:rsidR="00E00D30" w:rsidRDefault="00E00D30" w:rsidP="00E00D30">
      <w:r>
        <w:t>536.6123</w:t>
      </w:r>
      <w:r>
        <w:tab/>
        <w:t>2.025e0</w:t>
      </w:r>
    </w:p>
    <w:p w:rsidR="00E00D30" w:rsidRDefault="00E00D30" w:rsidP="00E00D30">
      <w:r>
        <w:t>536.6281</w:t>
      </w:r>
      <w:r>
        <w:tab/>
        <w:t>1.013e0</w:t>
      </w:r>
    </w:p>
    <w:p w:rsidR="00E00D30" w:rsidRDefault="00E00D30" w:rsidP="00E00D30">
      <w:r>
        <w:t>536.6481</w:t>
      </w:r>
      <w:r>
        <w:tab/>
        <w:t>1.013e0</w:t>
      </w:r>
    </w:p>
    <w:p w:rsidR="00E00D30" w:rsidRDefault="00E00D30" w:rsidP="00E00D30">
      <w:r>
        <w:t>536.6573</w:t>
      </w:r>
      <w:r>
        <w:tab/>
        <w:t>1.013e0</w:t>
      </w:r>
    </w:p>
    <w:p w:rsidR="00E00D30" w:rsidRDefault="00E00D30" w:rsidP="00E00D30">
      <w:r>
        <w:lastRenderedPageBreak/>
        <w:t>536.6755</w:t>
      </w:r>
      <w:r>
        <w:tab/>
        <w:t>3.038e0</w:t>
      </w:r>
    </w:p>
    <w:p w:rsidR="00E00D30" w:rsidRDefault="00E00D30" w:rsidP="00E00D30">
      <w:r>
        <w:t>536.6844</w:t>
      </w:r>
      <w:r>
        <w:tab/>
        <w:t>2.025e0</w:t>
      </w:r>
    </w:p>
    <w:p w:rsidR="00E00D30" w:rsidRDefault="00E00D30" w:rsidP="00E00D30">
      <w:r>
        <w:t>536.6937</w:t>
      </w:r>
      <w:r>
        <w:tab/>
        <w:t>1.013e0</w:t>
      </w:r>
    </w:p>
    <w:p w:rsidR="00E00D30" w:rsidRDefault="00E00D30" w:rsidP="00E00D30">
      <w:r>
        <w:t>536.7036</w:t>
      </w:r>
      <w:r>
        <w:tab/>
        <w:t>1.013e0</w:t>
      </w:r>
    </w:p>
    <w:p w:rsidR="00E00D30" w:rsidRDefault="00E00D30" w:rsidP="00E00D30">
      <w:r>
        <w:t>536.7191</w:t>
      </w:r>
      <w:r>
        <w:tab/>
        <w:t>2.025e0</w:t>
      </w:r>
    </w:p>
    <w:p w:rsidR="00E00D30" w:rsidRDefault="00E00D30" w:rsidP="00E00D30">
      <w:r>
        <w:t>536.7861</w:t>
      </w:r>
      <w:r>
        <w:tab/>
        <w:t>1.013e0</w:t>
      </w:r>
    </w:p>
    <w:p w:rsidR="00E00D30" w:rsidRDefault="00E00D30" w:rsidP="00E00D30">
      <w:r>
        <w:t>536.8127</w:t>
      </w:r>
      <w:r>
        <w:tab/>
        <w:t>3.038e0</w:t>
      </w:r>
    </w:p>
    <w:p w:rsidR="00E00D30" w:rsidRDefault="00E00D30" w:rsidP="00E00D30">
      <w:r>
        <w:t>536.8149</w:t>
      </w:r>
      <w:r>
        <w:tab/>
        <w:t>1.013e0</w:t>
      </w:r>
    </w:p>
    <w:p w:rsidR="00E00D30" w:rsidRDefault="00E00D30" w:rsidP="00E00D30">
      <w:r>
        <w:t>536.8194</w:t>
      </w:r>
      <w:r>
        <w:tab/>
        <w:t>2.025e0</w:t>
      </w:r>
    </w:p>
    <w:p w:rsidR="00E00D30" w:rsidRDefault="00E00D30" w:rsidP="00E00D30">
      <w:r>
        <w:t>536.8294</w:t>
      </w:r>
      <w:r>
        <w:tab/>
        <w:t>2.025e0</w:t>
      </w:r>
    </w:p>
    <w:p w:rsidR="00E00D30" w:rsidRDefault="00E00D30" w:rsidP="00E00D30">
      <w:r>
        <w:t>536.8663</w:t>
      </w:r>
      <w:r>
        <w:tab/>
        <w:t>1.013e0</w:t>
      </w:r>
    </w:p>
    <w:p w:rsidR="00E00D30" w:rsidRDefault="00E00D30" w:rsidP="00E00D30">
      <w:r>
        <w:t>536.8705</w:t>
      </w:r>
      <w:r>
        <w:tab/>
        <w:t>1.013e0</w:t>
      </w:r>
    </w:p>
    <w:p w:rsidR="00E00D30" w:rsidRDefault="00E00D30" w:rsidP="00E00D30">
      <w:r>
        <w:t>536.8881</w:t>
      </w:r>
      <w:r>
        <w:tab/>
        <w:t>1.013e0</w:t>
      </w:r>
    </w:p>
    <w:p w:rsidR="00E00D30" w:rsidRDefault="00E00D30" w:rsidP="00E00D30">
      <w:r>
        <w:t>536.9141</w:t>
      </w:r>
      <w:r>
        <w:tab/>
        <w:t>2.025e0</w:t>
      </w:r>
    </w:p>
    <w:p w:rsidR="00E00D30" w:rsidRDefault="00E00D30" w:rsidP="00E00D30">
      <w:r>
        <w:t>536.9158</w:t>
      </w:r>
      <w:r>
        <w:tab/>
        <w:t>2.025e0</w:t>
      </w:r>
    </w:p>
    <w:p w:rsidR="00E00D30" w:rsidRDefault="00E00D30" w:rsidP="00E00D30">
      <w:r>
        <w:t>536.9354</w:t>
      </w:r>
      <w:r>
        <w:tab/>
        <w:t>1.013e0</w:t>
      </w:r>
    </w:p>
    <w:p w:rsidR="00E00D30" w:rsidRDefault="00E00D30" w:rsidP="00E00D30">
      <w:r>
        <w:t>536.9494</w:t>
      </w:r>
      <w:r>
        <w:tab/>
        <w:t>2.025e0</w:t>
      </w:r>
    </w:p>
    <w:p w:rsidR="00E00D30" w:rsidRDefault="00E00D30" w:rsidP="00E00D30">
      <w:r>
        <w:t>536.9903</w:t>
      </w:r>
      <w:r>
        <w:tab/>
        <w:t>1.013e0</w:t>
      </w:r>
    </w:p>
    <w:p w:rsidR="00E00D30" w:rsidRDefault="00E00D30" w:rsidP="00E00D30">
      <w:r>
        <w:t>537.0178</w:t>
      </w:r>
      <w:r>
        <w:tab/>
        <w:t>1.013e0</w:t>
      </w:r>
    </w:p>
    <w:p w:rsidR="00E00D30" w:rsidRDefault="00E00D30" w:rsidP="00E00D30">
      <w:r>
        <w:lastRenderedPageBreak/>
        <w:t>537.0322</w:t>
      </w:r>
      <w:r>
        <w:tab/>
        <w:t>1.013e0</w:t>
      </w:r>
    </w:p>
    <w:p w:rsidR="00E00D30" w:rsidRDefault="00E00D30" w:rsidP="00E00D30">
      <w:r>
        <w:t>537.0460</w:t>
      </w:r>
      <w:r>
        <w:tab/>
        <w:t>3.038e0</w:t>
      </w:r>
    </w:p>
    <w:p w:rsidR="00E00D30" w:rsidRDefault="00E00D30" w:rsidP="00E00D30">
      <w:r>
        <w:t>537.0930</w:t>
      </w:r>
      <w:r>
        <w:tab/>
        <w:t>1.013e0</w:t>
      </w:r>
    </w:p>
    <w:p w:rsidR="00E00D30" w:rsidRDefault="00E00D30" w:rsidP="00E00D30">
      <w:r>
        <w:t>537.1148</w:t>
      </w:r>
      <w:r>
        <w:tab/>
        <w:t>2.025e0</w:t>
      </w:r>
    </w:p>
    <w:p w:rsidR="00E00D30" w:rsidRDefault="00E00D30" w:rsidP="00E00D30">
      <w:r>
        <w:t>537.1250</w:t>
      </w:r>
      <w:r>
        <w:tab/>
        <w:t>1.013e0</w:t>
      </w:r>
    </w:p>
    <w:p w:rsidR="00E00D30" w:rsidRDefault="00E00D30" w:rsidP="00E00D30">
      <w:r>
        <w:t>537.1290</w:t>
      </w:r>
      <w:r>
        <w:tab/>
        <w:t>4.051e0</w:t>
      </w:r>
    </w:p>
    <w:p w:rsidR="00E00D30" w:rsidRDefault="00E00D30" w:rsidP="00E00D30">
      <w:r>
        <w:t>537.1428</w:t>
      </w:r>
      <w:r>
        <w:tab/>
        <w:t>1.013e0</w:t>
      </w:r>
    </w:p>
    <w:p w:rsidR="00E00D30" w:rsidRDefault="00E00D30" w:rsidP="00E00D30">
      <w:r>
        <w:t>537.1479</w:t>
      </w:r>
      <w:r>
        <w:tab/>
        <w:t>1.013e0</w:t>
      </w:r>
    </w:p>
    <w:p w:rsidR="00E00D30" w:rsidRDefault="00E00D30" w:rsidP="00E00D30">
      <w:r>
        <w:t>537.1848</w:t>
      </w:r>
      <w:r>
        <w:tab/>
        <w:t>1.013e0</w:t>
      </w:r>
    </w:p>
    <w:p w:rsidR="00E00D30" w:rsidRDefault="00E00D30" w:rsidP="00E00D30">
      <w:r>
        <w:t>537.1950</w:t>
      </w:r>
      <w:r>
        <w:tab/>
        <w:t>2.025e0</w:t>
      </w:r>
    </w:p>
    <w:p w:rsidR="00E00D30" w:rsidRDefault="00E00D30" w:rsidP="00E00D30">
      <w:r>
        <w:t>537.2085</w:t>
      </w:r>
      <w:r>
        <w:tab/>
        <w:t>3.038e0</w:t>
      </w:r>
    </w:p>
    <w:p w:rsidR="00E00D30" w:rsidRDefault="00E00D30" w:rsidP="00E00D30">
      <w:r>
        <w:t>537.2218</w:t>
      </w:r>
      <w:r>
        <w:tab/>
        <w:t>2.025e0</w:t>
      </w:r>
    </w:p>
    <w:p w:rsidR="00E00D30" w:rsidRDefault="00E00D30" w:rsidP="00E00D30">
      <w:r>
        <w:t>537.2382</w:t>
      </w:r>
      <w:r>
        <w:tab/>
        <w:t>6.076e0</w:t>
      </w:r>
    </w:p>
    <w:p w:rsidR="00E00D30" w:rsidRDefault="00E00D30" w:rsidP="00E00D30">
      <w:r>
        <w:t>537.3285</w:t>
      </w:r>
      <w:r>
        <w:tab/>
        <w:t>5.579e2</w:t>
      </w:r>
    </w:p>
    <w:p w:rsidR="00E00D30" w:rsidRDefault="00E00D30" w:rsidP="00E00D30">
      <w:r>
        <w:t>537.3301</w:t>
      </w:r>
      <w:r>
        <w:tab/>
        <w:t>2.982e2</w:t>
      </w:r>
    </w:p>
    <w:p w:rsidR="00E00D30" w:rsidRDefault="00E00D30" w:rsidP="00E00D30">
      <w:r>
        <w:t>537.3313</w:t>
      </w:r>
      <w:r>
        <w:tab/>
        <w:t>6.091e2</w:t>
      </w:r>
    </w:p>
    <w:p w:rsidR="00E00D30" w:rsidRDefault="00E00D30" w:rsidP="00E00D30">
      <w:r>
        <w:t>537.3327</w:t>
      </w:r>
      <w:r>
        <w:tab/>
        <w:t>2.946e2</w:t>
      </w:r>
    </w:p>
    <w:p w:rsidR="00E00D30" w:rsidRDefault="00E00D30" w:rsidP="00E00D30">
      <w:r>
        <w:t>537.4536</w:t>
      </w:r>
      <w:r>
        <w:tab/>
        <w:t>1.013e0</w:t>
      </w:r>
    </w:p>
    <w:p w:rsidR="00E00D30" w:rsidRDefault="00E00D30" w:rsidP="00E00D30">
      <w:r>
        <w:t>537.4609</w:t>
      </w:r>
      <w:r>
        <w:tab/>
        <w:t>6.076e0</w:t>
      </w:r>
    </w:p>
    <w:p w:rsidR="00E00D30" w:rsidRDefault="00E00D30" w:rsidP="00E00D30">
      <w:r>
        <w:lastRenderedPageBreak/>
        <w:t>537.4634</w:t>
      </w:r>
      <w:r>
        <w:tab/>
        <w:t>2.025e0</w:t>
      </w:r>
    </w:p>
    <w:p w:rsidR="00E00D30" w:rsidRDefault="00E00D30" w:rsidP="00E00D30">
      <w:r>
        <w:t>537.4825</w:t>
      </w:r>
      <w:r>
        <w:tab/>
        <w:t>1.013e1</w:t>
      </w:r>
    </w:p>
    <w:p w:rsidR="00E00D30" w:rsidRDefault="00E00D30" w:rsidP="00E00D30">
      <w:r>
        <w:t>537.4874</w:t>
      </w:r>
      <w:r>
        <w:tab/>
        <w:t>4.309e0</w:t>
      </w:r>
    </w:p>
    <w:p w:rsidR="00E00D30" w:rsidRDefault="00E00D30" w:rsidP="00E00D30">
      <w:r>
        <w:t>537.4929</w:t>
      </w:r>
      <w:r>
        <w:tab/>
        <w:t>1.013e0</w:t>
      </w:r>
    </w:p>
    <w:p w:rsidR="00E00D30" w:rsidRDefault="00E00D30" w:rsidP="00E00D30">
      <w:r>
        <w:t>537.5149</w:t>
      </w:r>
      <w:r>
        <w:tab/>
        <w:t>4.051e0</w:t>
      </w:r>
    </w:p>
    <w:p w:rsidR="00E00D30" w:rsidRDefault="00E00D30" w:rsidP="00E00D30">
      <w:r>
        <w:t>537.5190</w:t>
      </w:r>
      <w:r>
        <w:tab/>
        <w:t>7.089e0</w:t>
      </w:r>
    </w:p>
    <w:p w:rsidR="00E00D30" w:rsidRDefault="00E00D30" w:rsidP="00E00D30">
      <w:r>
        <w:t>537.5216</w:t>
      </w:r>
      <w:r>
        <w:tab/>
        <w:t>6.076e0</w:t>
      </w:r>
    </w:p>
    <w:p w:rsidR="00E00D30" w:rsidRDefault="00E00D30" w:rsidP="00E00D30">
      <w:r>
        <w:t>537.5248</w:t>
      </w:r>
      <w:r>
        <w:tab/>
        <w:t>3.038e0</w:t>
      </w:r>
    </w:p>
    <w:p w:rsidR="00E00D30" w:rsidRDefault="00E00D30" w:rsidP="00E00D30">
      <w:r>
        <w:t>537.5390</w:t>
      </w:r>
      <w:r>
        <w:tab/>
        <w:t>4.878e0</w:t>
      </w:r>
    </w:p>
    <w:p w:rsidR="00E00D30" w:rsidRDefault="00E00D30" w:rsidP="00E00D30">
      <w:r>
        <w:t>537.5719</w:t>
      </w:r>
      <w:r>
        <w:tab/>
        <w:t>9.966e0</w:t>
      </w:r>
    </w:p>
    <w:p w:rsidR="00E00D30" w:rsidRDefault="00E00D30" w:rsidP="00E00D30">
      <w:r>
        <w:t>537.5754</w:t>
      </w:r>
      <w:r>
        <w:tab/>
        <w:t>1.013e0</w:t>
      </w:r>
    </w:p>
    <w:p w:rsidR="00E00D30" w:rsidRDefault="00E00D30" w:rsidP="00E00D30">
      <w:r>
        <w:t>537.5894</w:t>
      </w:r>
      <w:r>
        <w:tab/>
        <w:t>2.025e0</w:t>
      </w:r>
    </w:p>
    <w:p w:rsidR="00E00D30" w:rsidRDefault="00E00D30" w:rsidP="00E00D30">
      <w:r>
        <w:t>537.5908</w:t>
      </w:r>
      <w:r>
        <w:tab/>
        <w:t>2.025e0</w:t>
      </w:r>
    </w:p>
    <w:p w:rsidR="00E00D30" w:rsidRDefault="00E00D30" w:rsidP="00E00D30">
      <w:r>
        <w:t>537.6157</w:t>
      </w:r>
      <w:r>
        <w:tab/>
        <w:t>2.025e0</w:t>
      </w:r>
    </w:p>
    <w:p w:rsidR="00E00D30" w:rsidRDefault="00E00D30" w:rsidP="00E00D30">
      <w:r>
        <w:t>537.6213</w:t>
      </w:r>
      <w:r>
        <w:tab/>
        <w:t>3.038e0</w:t>
      </w:r>
    </w:p>
    <w:p w:rsidR="00E00D30" w:rsidRDefault="00E00D30" w:rsidP="00E00D30">
      <w:r>
        <w:t>537.6469</w:t>
      </w:r>
      <w:r>
        <w:tab/>
        <w:t>4.711e0</w:t>
      </w:r>
    </w:p>
    <w:p w:rsidR="00E00D30" w:rsidRDefault="00E00D30" w:rsidP="00E00D30">
      <w:r>
        <w:t>537.6586</w:t>
      </w:r>
      <w:r>
        <w:tab/>
        <w:t>2.025e0</w:t>
      </w:r>
    </w:p>
    <w:p w:rsidR="00E00D30" w:rsidRDefault="00E00D30" w:rsidP="00E00D30">
      <w:r>
        <w:t>537.6821</w:t>
      </w:r>
      <w:r>
        <w:tab/>
        <w:t>2.025e0</w:t>
      </w:r>
    </w:p>
    <w:p w:rsidR="00E00D30" w:rsidRDefault="00E00D30" w:rsidP="00E00D30">
      <w:r>
        <w:t>537.7043</w:t>
      </w:r>
      <w:r>
        <w:tab/>
        <w:t>1.013e0</w:t>
      </w:r>
    </w:p>
    <w:p w:rsidR="00E00D30" w:rsidRDefault="00E00D30" w:rsidP="00E00D30">
      <w:r>
        <w:lastRenderedPageBreak/>
        <w:t>537.7104</w:t>
      </w:r>
      <w:r>
        <w:tab/>
        <w:t>1.013e0</w:t>
      </w:r>
    </w:p>
    <w:p w:rsidR="00E00D30" w:rsidRDefault="00E00D30" w:rsidP="00E00D30">
      <w:r>
        <w:t>537.7139</w:t>
      </w:r>
      <w:r>
        <w:tab/>
        <w:t>1.013e0</w:t>
      </w:r>
    </w:p>
    <w:p w:rsidR="00E00D30" w:rsidRDefault="00E00D30" w:rsidP="00E00D30">
      <w:r>
        <w:t>537.7256</w:t>
      </w:r>
      <w:r>
        <w:tab/>
        <w:t>3.648e0</w:t>
      </w:r>
    </w:p>
    <w:p w:rsidR="00E00D30" w:rsidRDefault="00E00D30" w:rsidP="00E00D30">
      <w:r>
        <w:t>537.7266</w:t>
      </w:r>
      <w:r>
        <w:tab/>
        <w:t>3.038e0</w:t>
      </w:r>
    </w:p>
    <w:p w:rsidR="00E00D30" w:rsidRDefault="00E00D30" w:rsidP="00E00D30">
      <w:r>
        <w:t>537.7363</w:t>
      </w:r>
      <w:r>
        <w:tab/>
        <w:t>2.025e0</w:t>
      </w:r>
    </w:p>
    <w:p w:rsidR="00E00D30" w:rsidRDefault="00E00D30" w:rsidP="00E00D30">
      <w:r>
        <w:t>537.7424</w:t>
      </w:r>
      <w:r>
        <w:tab/>
        <w:t>1.013e0</w:t>
      </w:r>
    </w:p>
    <w:p w:rsidR="00E00D30" w:rsidRDefault="00E00D30" w:rsidP="00E00D30">
      <w:r>
        <w:t>537.7655</w:t>
      </w:r>
      <w:r>
        <w:tab/>
        <w:t>2.025e0</w:t>
      </w:r>
    </w:p>
    <w:p w:rsidR="00E00D30" w:rsidRDefault="00E00D30" w:rsidP="00E00D30">
      <w:r>
        <w:t>537.7780</w:t>
      </w:r>
      <w:r>
        <w:tab/>
        <w:t>4.051e0</w:t>
      </w:r>
    </w:p>
    <w:p w:rsidR="00E00D30" w:rsidRDefault="00E00D30" w:rsidP="00E00D30">
      <w:r>
        <w:t>537.7838</w:t>
      </w:r>
      <w:r>
        <w:tab/>
        <w:t>1.013e0</w:t>
      </w:r>
    </w:p>
    <w:p w:rsidR="00E00D30" w:rsidRDefault="00E00D30" w:rsidP="00E00D30">
      <w:r>
        <w:t>537.8031</w:t>
      </w:r>
      <w:r>
        <w:tab/>
        <w:t>1.013e0</w:t>
      </w:r>
    </w:p>
    <w:p w:rsidR="00E00D30" w:rsidRDefault="00E00D30" w:rsidP="00E00D30">
      <w:r>
        <w:t>537.8113</w:t>
      </w:r>
      <w:r>
        <w:tab/>
        <w:t>2.025e0</w:t>
      </w:r>
    </w:p>
    <w:p w:rsidR="00E00D30" w:rsidRDefault="00E00D30" w:rsidP="00E00D30">
      <w:r>
        <w:t>537.8256</w:t>
      </w:r>
      <w:r>
        <w:tab/>
        <w:t>2.025e0</w:t>
      </w:r>
    </w:p>
    <w:p w:rsidR="00E00D30" w:rsidRDefault="00E00D30" w:rsidP="00E00D30">
      <w:r>
        <w:t>537.8531</w:t>
      </w:r>
      <w:r>
        <w:tab/>
        <w:t>3.038e0</w:t>
      </w:r>
    </w:p>
    <w:p w:rsidR="00E00D30" w:rsidRDefault="00E00D30" w:rsidP="00E00D30">
      <w:r>
        <w:t>537.8596</w:t>
      </w:r>
      <w:r>
        <w:tab/>
        <w:t>3.038e0</w:t>
      </w:r>
    </w:p>
    <w:p w:rsidR="00E00D30" w:rsidRDefault="00E00D30" w:rsidP="00E00D30">
      <w:r>
        <w:t>537.8632</w:t>
      </w:r>
      <w:r>
        <w:tab/>
        <w:t>3.038e0</w:t>
      </w:r>
    </w:p>
    <w:p w:rsidR="00E00D30" w:rsidRDefault="00E00D30" w:rsidP="00E00D30">
      <w:r>
        <w:t>537.8817</w:t>
      </w:r>
      <w:r>
        <w:tab/>
        <w:t>2.025e0</w:t>
      </w:r>
    </w:p>
    <w:p w:rsidR="00E00D30" w:rsidRDefault="00E00D30" w:rsidP="00E00D30">
      <w:r>
        <w:t>537.9095</w:t>
      </w:r>
      <w:r>
        <w:tab/>
        <w:t>1.013e0</w:t>
      </w:r>
    </w:p>
    <w:p w:rsidR="00E00D30" w:rsidRDefault="00E00D30" w:rsidP="00E00D30">
      <w:r>
        <w:t>537.9130</w:t>
      </w:r>
      <w:r>
        <w:tab/>
        <w:t>2.025e0</w:t>
      </w:r>
    </w:p>
    <w:p w:rsidR="00E00D30" w:rsidRDefault="00E00D30" w:rsidP="00E00D30">
      <w:r>
        <w:t>537.9320</w:t>
      </w:r>
      <w:r>
        <w:tab/>
        <w:t>1.013e0</w:t>
      </w:r>
    </w:p>
    <w:p w:rsidR="00E00D30" w:rsidRDefault="00E00D30" w:rsidP="00E00D30">
      <w:r>
        <w:lastRenderedPageBreak/>
        <w:t>537.9646</w:t>
      </w:r>
      <w:r>
        <w:tab/>
        <w:t>1.013e0</w:t>
      </w:r>
    </w:p>
    <w:p w:rsidR="00E00D30" w:rsidRDefault="00E00D30" w:rsidP="00E00D30">
      <w:r>
        <w:t>537.9679</w:t>
      </w:r>
      <w:r>
        <w:tab/>
        <w:t>1.013e0</w:t>
      </w:r>
    </w:p>
    <w:p w:rsidR="00E00D30" w:rsidRDefault="00E00D30" w:rsidP="00E00D30">
      <w:r>
        <w:t>537.9692</w:t>
      </w:r>
      <w:r>
        <w:tab/>
        <w:t>2.025e0</w:t>
      </w:r>
    </w:p>
    <w:p w:rsidR="00E00D30" w:rsidRDefault="00E00D30" w:rsidP="00E00D30">
      <w:r>
        <w:t>537.9879</w:t>
      </w:r>
      <w:r>
        <w:tab/>
        <w:t>2.025e0</w:t>
      </w:r>
    </w:p>
    <w:p w:rsidR="00E00D30" w:rsidRDefault="00E00D30" w:rsidP="00E00D30">
      <w:r>
        <w:t>538.0110</w:t>
      </w:r>
      <w:r>
        <w:tab/>
        <w:t>1.013e0</w:t>
      </w:r>
    </w:p>
    <w:p w:rsidR="00E00D30" w:rsidRDefault="00E00D30" w:rsidP="00E00D30">
      <w:r>
        <w:t>538.0201</w:t>
      </w:r>
      <w:r>
        <w:tab/>
        <w:t>2.025e0</w:t>
      </w:r>
    </w:p>
    <w:p w:rsidR="00E00D30" w:rsidRDefault="00E00D30" w:rsidP="00E00D30">
      <w:r>
        <w:t>538.0308</w:t>
      </w:r>
      <w:r>
        <w:tab/>
        <w:t>2.025e0</w:t>
      </w:r>
    </w:p>
    <w:p w:rsidR="00E00D30" w:rsidRDefault="00E00D30" w:rsidP="00E00D30">
      <w:r>
        <w:t>538.0355</w:t>
      </w:r>
      <w:r>
        <w:tab/>
        <w:t>2.025e0</w:t>
      </w:r>
    </w:p>
    <w:p w:rsidR="00E00D30" w:rsidRDefault="00E00D30" w:rsidP="00E00D30">
      <w:r>
        <w:t>538.0389</w:t>
      </w:r>
      <w:r>
        <w:tab/>
        <w:t>1.013e0</w:t>
      </w:r>
    </w:p>
    <w:p w:rsidR="00E00D30" w:rsidRDefault="00E00D30" w:rsidP="00E00D30">
      <w:r>
        <w:t>538.0538</w:t>
      </w:r>
      <w:r>
        <w:tab/>
        <w:t>2.025e0</w:t>
      </w:r>
    </w:p>
    <w:p w:rsidR="00E00D30" w:rsidRDefault="00E00D30" w:rsidP="00E00D30">
      <w:r>
        <w:t>538.0851</w:t>
      </w:r>
      <w:r>
        <w:tab/>
        <w:t>3.038e0</w:t>
      </w:r>
    </w:p>
    <w:p w:rsidR="00E00D30" w:rsidRDefault="00E00D30" w:rsidP="00E00D30">
      <w:r>
        <w:t>538.0877</w:t>
      </w:r>
      <w:r>
        <w:tab/>
        <w:t>4.051e0</w:t>
      </w:r>
    </w:p>
    <w:p w:rsidR="00E00D30" w:rsidRDefault="00E00D30" w:rsidP="00E00D30">
      <w:r>
        <w:t>538.0948</w:t>
      </w:r>
      <w:r>
        <w:tab/>
        <w:t>2.025e0</w:t>
      </w:r>
    </w:p>
    <w:p w:rsidR="00E00D30" w:rsidRDefault="00E00D30" w:rsidP="00E00D30">
      <w:r>
        <w:t>538.1048</w:t>
      </w:r>
      <w:r>
        <w:tab/>
        <w:t>2.025e0</w:t>
      </w:r>
    </w:p>
    <w:p w:rsidR="00E00D30" w:rsidRDefault="00E00D30" w:rsidP="00E00D30">
      <w:r>
        <w:t>538.1160</w:t>
      </w:r>
      <w:r>
        <w:tab/>
        <w:t>1.013e0</w:t>
      </w:r>
    </w:p>
    <w:p w:rsidR="00E00D30" w:rsidRDefault="00E00D30" w:rsidP="00E00D30">
      <w:r>
        <w:t>538.1565</w:t>
      </w:r>
      <w:r>
        <w:tab/>
        <w:t>2.025e0</w:t>
      </w:r>
    </w:p>
    <w:p w:rsidR="00E00D30" w:rsidRDefault="00E00D30" w:rsidP="00E00D30">
      <w:r>
        <w:t>538.1637</w:t>
      </w:r>
      <w:r>
        <w:tab/>
        <w:t>4.051e0</w:t>
      </w:r>
    </w:p>
    <w:p w:rsidR="00E00D30" w:rsidRDefault="00E00D30" w:rsidP="00E00D30">
      <w:r>
        <w:t>538.1749</w:t>
      </w:r>
      <w:r>
        <w:tab/>
        <w:t>5.324e0</w:t>
      </w:r>
    </w:p>
    <w:p w:rsidR="00E00D30" w:rsidRDefault="00E00D30" w:rsidP="00E00D30">
      <w:r>
        <w:t>538.1789</w:t>
      </w:r>
      <w:r>
        <w:tab/>
        <w:t>1.013e0</w:t>
      </w:r>
    </w:p>
    <w:p w:rsidR="00E00D30" w:rsidRDefault="00E00D30" w:rsidP="00E00D30">
      <w:r>
        <w:lastRenderedPageBreak/>
        <w:t>538.2020</w:t>
      </w:r>
      <w:r>
        <w:tab/>
        <w:t>3.826e0</w:t>
      </w:r>
    </w:p>
    <w:p w:rsidR="00E00D30" w:rsidRDefault="00E00D30" w:rsidP="00E00D30">
      <w:r>
        <w:t>538.2051</w:t>
      </w:r>
      <w:r>
        <w:tab/>
        <w:t>3.038e0</w:t>
      </w:r>
    </w:p>
    <w:p w:rsidR="00E00D30" w:rsidRDefault="00E00D30" w:rsidP="00E00D30">
      <w:r>
        <w:t>538.2358</w:t>
      </w:r>
      <w:r>
        <w:tab/>
        <w:t>3.277e0</w:t>
      </w:r>
    </w:p>
    <w:p w:rsidR="00E00D30" w:rsidRDefault="00E00D30" w:rsidP="00E00D30">
      <w:r>
        <w:t>538.2471</w:t>
      </w:r>
      <w:r>
        <w:tab/>
        <w:t>5.683e0</w:t>
      </w:r>
    </w:p>
    <w:p w:rsidR="00E00D30" w:rsidRDefault="00E00D30" w:rsidP="00E00D30">
      <w:r>
        <w:t>538.3138</w:t>
      </w:r>
      <w:r>
        <w:tab/>
        <w:t>5.063e0</w:t>
      </w:r>
    </w:p>
    <w:p w:rsidR="00E00D30" w:rsidRDefault="00E00D30" w:rsidP="00E00D30">
      <w:r>
        <w:t>538.3210</w:t>
      </w:r>
      <w:r>
        <w:tab/>
        <w:t>1.235e1</w:t>
      </w:r>
    </w:p>
    <w:p w:rsidR="00E00D30" w:rsidRDefault="00E00D30" w:rsidP="00E00D30">
      <w:r>
        <w:t>538.3307</w:t>
      </w:r>
      <w:r>
        <w:tab/>
        <w:t>7.537e1</w:t>
      </w:r>
    </w:p>
    <w:p w:rsidR="00E00D30" w:rsidRDefault="00E00D30" w:rsidP="00E00D30">
      <w:r>
        <w:t>538.3334</w:t>
      </w:r>
      <w:r>
        <w:tab/>
        <w:t>1.194e2</w:t>
      </w:r>
    </w:p>
    <w:p w:rsidR="00E00D30" w:rsidRDefault="00E00D30" w:rsidP="00E00D30">
      <w:r>
        <w:t>538.3354</w:t>
      </w:r>
      <w:r>
        <w:tab/>
        <w:t>2.225e2</w:t>
      </w:r>
    </w:p>
    <w:p w:rsidR="00E00D30" w:rsidRDefault="00E00D30" w:rsidP="00E00D30">
      <w:r>
        <w:t>538.3375</w:t>
      </w:r>
      <w:r>
        <w:tab/>
        <w:t>2.415e2</w:t>
      </w:r>
    </w:p>
    <w:p w:rsidR="00E00D30" w:rsidRDefault="00E00D30" w:rsidP="00E00D30">
      <w:r>
        <w:t>538.3635</w:t>
      </w:r>
      <w:r>
        <w:tab/>
        <w:t>6.076e0</w:t>
      </w:r>
    </w:p>
    <w:p w:rsidR="00E00D30" w:rsidRDefault="00E00D30" w:rsidP="00E00D30">
      <w:r>
        <w:t>538.4298</w:t>
      </w:r>
      <w:r>
        <w:tab/>
        <w:t>2.025e0</w:t>
      </w:r>
    </w:p>
    <w:p w:rsidR="00E00D30" w:rsidRDefault="00E00D30" w:rsidP="00E00D30">
      <w:r>
        <w:t>538.4484</w:t>
      </w:r>
      <w:r>
        <w:tab/>
        <w:t>1.013e0</w:t>
      </w:r>
    </w:p>
    <w:p w:rsidR="00E00D30" w:rsidRDefault="00E00D30" w:rsidP="00E00D30">
      <w:r>
        <w:t>538.4503</w:t>
      </w:r>
      <w:r>
        <w:tab/>
        <w:t>3.038e0</w:t>
      </w:r>
    </w:p>
    <w:p w:rsidR="00E00D30" w:rsidRDefault="00E00D30" w:rsidP="00E00D30">
      <w:r>
        <w:t>538.4600</w:t>
      </w:r>
      <w:r>
        <w:tab/>
        <w:t>3.038e0</w:t>
      </w:r>
    </w:p>
    <w:p w:rsidR="00E00D30" w:rsidRDefault="00E00D30" w:rsidP="00E00D30">
      <w:r>
        <w:t>538.4838</w:t>
      </w:r>
      <w:r>
        <w:tab/>
        <w:t>2.025e0</w:t>
      </w:r>
    </w:p>
    <w:p w:rsidR="00E00D30" w:rsidRDefault="00E00D30" w:rsidP="00E00D30">
      <w:r>
        <w:t>538.4875</w:t>
      </w:r>
      <w:r>
        <w:tab/>
        <w:t>4.051e0</w:t>
      </w:r>
    </w:p>
    <w:p w:rsidR="00E00D30" w:rsidRDefault="00E00D30" w:rsidP="00E00D30">
      <w:r>
        <w:t>538.4933</w:t>
      </w:r>
      <w:r>
        <w:tab/>
        <w:t>2.025e0</w:t>
      </w:r>
    </w:p>
    <w:p w:rsidR="00E00D30" w:rsidRDefault="00E00D30" w:rsidP="00E00D30">
      <w:r>
        <w:t>538.4972</w:t>
      </w:r>
      <w:r>
        <w:tab/>
        <w:t>3.038e0</w:t>
      </w:r>
    </w:p>
    <w:p w:rsidR="00E00D30" w:rsidRDefault="00E00D30" w:rsidP="00E00D30">
      <w:r>
        <w:lastRenderedPageBreak/>
        <w:t>538.5181</w:t>
      </w:r>
      <w:r>
        <w:tab/>
        <w:t>1.013e0</w:t>
      </w:r>
    </w:p>
    <w:p w:rsidR="00E00D30" w:rsidRDefault="00E00D30" w:rsidP="00E00D30">
      <w:r>
        <w:t>538.5305</w:t>
      </w:r>
      <w:r>
        <w:tab/>
        <w:t>4.051e0</w:t>
      </w:r>
    </w:p>
    <w:p w:rsidR="00E00D30" w:rsidRDefault="00E00D30" w:rsidP="00E00D30">
      <w:r>
        <w:t>538.5405</w:t>
      </w:r>
      <w:r>
        <w:tab/>
        <w:t>3.038e0</w:t>
      </w:r>
    </w:p>
    <w:p w:rsidR="00E00D30" w:rsidRDefault="00E00D30" w:rsidP="00E00D30">
      <w:r>
        <w:t>538.5596</w:t>
      </w:r>
      <w:r>
        <w:tab/>
        <w:t>4.051e0</w:t>
      </w:r>
    </w:p>
    <w:p w:rsidR="00E00D30" w:rsidRDefault="00E00D30" w:rsidP="00E00D30">
      <w:r>
        <w:t>538.5644</w:t>
      </w:r>
      <w:r>
        <w:tab/>
        <w:t>2.025e0</w:t>
      </w:r>
    </w:p>
    <w:p w:rsidR="00E00D30" w:rsidRDefault="00E00D30" w:rsidP="00E00D30">
      <w:r>
        <w:t>538.6058</w:t>
      </w:r>
      <w:r>
        <w:tab/>
        <w:t>2.025e0</w:t>
      </w:r>
    </w:p>
    <w:p w:rsidR="00E00D30" w:rsidRDefault="00E00D30" w:rsidP="00E00D30">
      <w:r>
        <w:t>538.6077</w:t>
      </w:r>
      <w:r>
        <w:tab/>
        <w:t>3.038e0</w:t>
      </w:r>
    </w:p>
    <w:p w:rsidR="00E00D30" w:rsidRDefault="00E00D30" w:rsidP="00E00D30">
      <w:r>
        <w:t>538.6263</w:t>
      </w:r>
      <w:r>
        <w:tab/>
        <w:t>4.051e0</w:t>
      </w:r>
    </w:p>
    <w:p w:rsidR="00E00D30" w:rsidRDefault="00E00D30" w:rsidP="00E00D30">
      <w:r>
        <w:t>538.6470</w:t>
      </w:r>
      <w:r>
        <w:tab/>
        <w:t>2.025e0</w:t>
      </w:r>
    </w:p>
    <w:p w:rsidR="00E00D30" w:rsidRDefault="00E00D30" w:rsidP="00E00D30">
      <w:r>
        <w:t>538.6533</w:t>
      </w:r>
      <w:r>
        <w:tab/>
        <w:t>3.038e0</w:t>
      </w:r>
    </w:p>
    <w:p w:rsidR="00E00D30" w:rsidRDefault="00E00D30" w:rsidP="00E00D30">
      <w:r>
        <w:t>538.6787</w:t>
      </w:r>
      <w:r>
        <w:tab/>
        <w:t>3.038e0</w:t>
      </w:r>
    </w:p>
    <w:p w:rsidR="00E00D30" w:rsidRDefault="00E00D30" w:rsidP="00E00D30">
      <w:r>
        <w:t>538.6895</w:t>
      </w:r>
      <w:r>
        <w:tab/>
        <w:t>1.013e0</w:t>
      </w:r>
    </w:p>
    <w:p w:rsidR="00E00D30" w:rsidRDefault="00E00D30" w:rsidP="00E00D30">
      <w:r>
        <w:t>538.6996</w:t>
      </w:r>
      <w:r>
        <w:tab/>
        <w:t>7.089e0</w:t>
      </w:r>
    </w:p>
    <w:p w:rsidR="00E00D30" w:rsidRDefault="00E00D30" w:rsidP="00E00D30">
      <w:r>
        <w:t>538.7540</w:t>
      </w:r>
      <w:r>
        <w:tab/>
        <w:t>1.013e0</w:t>
      </w:r>
    </w:p>
    <w:p w:rsidR="00E00D30" w:rsidRDefault="00E00D30" w:rsidP="00E00D30">
      <w:r>
        <w:t>538.7635</w:t>
      </w:r>
      <w:r>
        <w:tab/>
        <w:t>1.013e0</w:t>
      </w:r>
    </w:p>
    <w:p w:rsidR="00E00D30" w:rsidRDefault="00E00D30" w:rsidP="00E00D30">
      <w:r>
        <w:t>538.7794</w:t>
      </w:r>
      <w:r>
        <w:tab/>
        <w:t>2.025e0</w:t>
      </w:r>
    </w:p>
    <w:p w:rsidR="00E00D30" w:rsidRDefault="00E00D30" w:rsidP="00E00D30">
      <w:r>
        <w:t>538.7897</w:t>
      </w:r>
      <w:r>
        <w:tab/>
        <w:t>2.025e0</w:t>
      </w:r>
    </w:p>
    <w:p w:rsidR="00E00D30" w:rsidRDefault="00E00D30" w:rsidP="00E00D30">
      <w:r>
        <w:t>538.7949</w:t>
      </w:r>
      <w:r>
        <w:tab/>
        <w:t>2.025e0</w:t>
      </w:r>
    </w:p>
    <w:p w:rsidR="00E00D30" w:rsidRDefault="00E00D30" w:rsidP="00E00D30">
      <w:r>
        <w:t>538.8458</w:t>
      </w:r>
      <w:r>
        <w:tab/>
        <w:t>1.013e0</w:t>
      </w:r>
    </w:p>
    <w:p w:rsidR="00E00D30" w:rsidRDefault="00E00D30" w:rsidP="00E00D30">
      <w:r>
        <w:lastRenderedPageBreak/>
        <w:t>538.8486</w:t>
      </w:r>
      <w:r>
        <w:tab/>
        <w:t>1.013e0</w:t>
      </w:r>
    </w:p>
    <w:p w:rsidR="00E00D30" w:rsidRDefault="00E00D30" w:rsidP="00E00D30">
      <w:r>
        <w:t>538.8533</w:t>
      </w:r>
      <w:r>
        <w:tab/>
        <w:t>2.025e0</w:t>
      </w:r>
    </w:p>
    <w:p w:rsidR="00E00D30" w:rsidRDefault="00E00D30" w:rsidP="00E00D30">
      <w:r>
        <w:t>538.9009</w:t>
      </w:r>
      <w:r>
        <w:tab/>
        <w:t>1.013e0</w:t>
      </w:r>
    </w:p>
    <w:p w:rsidR="00E00D30" w:rsidRDefault="00E00D30" w:rsidP="00E00D30">
      <w:r>
        <w:t>538.9191</w:t>
      </w:r>
      <w:r>
        <w:tab/>
        <w:t>3.038e0</w:t>
      </w:r>
    </w:p>
    <w:p w:rsidR="00E00D30" w:rsidRDefault="00E00D30" w:rsidP="00E00D30">
      <w:r>
        <w:t>538.9295</w:t>
      </w:r>
      <w:r>
        <w:tab/>
        <w:t>3.038e0</w:t>
      </w:r>
    </w:p>
    <w:p w:rsidR="00E00D30" w:rsidRDefault="00E00D30" w:rsidP="00E00D30">
      <w:r>
        <w:t>538.9679</w:t>
      </w:r>
      <w:r>
        <w:tab/>
        <w:t>3.038e0</w:t>
      </w:r>
    </w:p>
    <w:p w:rsidR="00E00D30" w:rsidRDefault="00E00D30" w:rsidP="00E00D30">
      <w:r>
        <w:t>538.9934</w:t>
      </w:r>
      <w:r>
        <w:tab/>
        <w:t>2.025e0</w:t>
      </w:r>
    </w:p>
    <w:p w:rsidR="00E00D30" w:rsidRDefault="00E00D30" w:rsidP="00E00D30">
      <w:r>
        <w:t>539.0017</w:t>
      </w:r>
      <w:r>
        <w:tab/>
        <w:t>2.025e0</w:t>
      </w:r>
    </w:p>
    <w:p w:rsidR="00E00D30" w:rsidRDefault="00E00D30" w:rsidP="00E00D30">
      <w:r>
        <w:t>539.0129</w:t>
      </w:r>
      <w:r>
        <w:tab/>
        <w:t>4.051e0</w:t>
      </w:r>
    </w:p>
    <w:p w:rsidR="00E00D30" w:rsidRDefault="00E00D30" w:rsidP="00E00D30">
      <w:r>
        <w:t>539.0316</w:t>
      </w:r>
      <w:r>
        <w:tab/>
        <w:t>3.038e0</w:t>
      </w:r>
    </w:p>
    <w:p w:rsidR="00E00D30" w:rsidRDefault="00E00D30" w:rsidP="00E00D30">
      <w:r>
        <w:t>539.0430</w:t>
      </w:r>
      <w:r>
        <w:tab/>
        <w:t>2.025e0</w:t>
      </w:r>
    </w:p>
    <w:p w:rsidR="00E00D30" w:rsidRDefault="00E00D30" w:rsidP="00E00D30">
      <w:r>
        <w:t>539.0665</w:t>
      </w:r>
      <w:r>
        <w:tab/>
        <w:t>1.013e0</w:t>
      </w:r>
    </w:p>
    <w:p w:rsidR="00E00D30" w:rsidRDefault="00E00D30" w:rsidP="00E00D30">
      <w:r>
        <w:t>539.0965</w:t>
      </w:r>
      <w:r>
        <w:tab/>
        <w:t>2.025e0</w:t>
      </w:r>
    </w:p>
    <w:p w:rsidR="00E00D30" w:rsidRDefault="00E00D30" w:rsidP="00E00D30">
      <w:r>
        <w:t>539.1173</w:t>
      </w:r>
      <w:r>
        <w:tab/>
        <w:t>1.013e0</w:t>
      </w:r>
    </w:p>
    <w:p w:rsidR="00E00D30" w:rsidRDefault="00E00D30" w:rsidP="00E00D30">
      <w:r>
        <w:t>539.1263</w:t>
      </w:r>
      <w:r>
        <w:tab/>
        <w:t>1.013e0</w:t>
      </w:r>
    </w:p>
    <w:p w:rsidR="00E00D30" w:rsidRDefault="00E00D30" w:rsidP="00E00D30">
      <w:r>
        <w:t>539.1413</w:t>
      </w:r>
      <w:r>
        <w:tab/>
        <w:t>2.025e0</w:t>
      </w:r>
    </w:p>
    <w:p w:rsidR="00E00D30" w:rsidRDefault="00E00D30" w:rsidP="00E00D30">
      <w:r>
        <w:t>539.1506</w:t>
      </w:r>
      <w:r>
        <w:tab/>
        <w:t>4.051e0</w:t>
      </w:r>
    </w:p>
    <w:p w:rsidR="00E00D30" w:rsidRDefault="00E00D30" w:rsidP="00E00D30">
      <w:r>
        <w:t>539.1589</w:t>
      </w:r>
      <w:r>
        <w:tab/>
        <w:t>1.013e0</w:t>
      </w:r>
    </w:p>
    <w:p w:rsidR="00E00D30" w:rsidRDefault="00E00D30" w:rsidP="00E00D30">
      <w:r>
        <w:t>539.1732</w:t>
      </w:r>
      <w:r>
        <w:tab/>
        <w:t>2.025e0</w:t>
      </w:r>
    </w:p>
    <w:p w:rsidR="00E00D30" w:rsidRDefault="00E00D30" w:rsidP="00E00D30">
      <w:r>
        <w:lastRenderedPageBreak/>
        <w:t>539.1852</w:t>
      </w:r>
      <w:r>
        <w:tab/>
        <w:t>5.063e0</w:t>
      </w:r>
    </w:p>
    <w:p w:rsidR="00E00D30" w:rsidRDefault="00E00D30" w:rsidP="00E00D30">
      <w:r>
        <w:t>539.2290</w:t>
      </w:r>
      <w:r>
        <w:tab/>
        <w:t>1.013e0</w:t>
      </w:r>
    </w:p>
    <w:p w:rsidR="00E00D30" w:rsidRDefault="00E00D30" w:rsidP="00E00D30">
      <w:r>
        <w:t>539.2363</w:t>
      </w:r>
      <w:r>
        <w:tab/>
        <w:t>2.025e0</w:t>
      </w:r>
    </w:p>
    <w:p w:rsidR="00E00D30" w:rsidRDefault="00E00D30" w:rsidP="00E00D30">
      <w:r>
        <w:t>539.2612</w:t>
      </w:r>
      <w:r>
        <w:tab/>
        <w:t>3.038e0</w:t>
      </w:r>
    </w:p>
    <w:p w:rsidR="00E00D30" w:rsidRDefault="00E00D30" w:rsidP="00E00D30">
      <w:r>
        <w:t>539.3175</w:t>
      </w:r>
      <w:r>
        <w:tab/>
        <w:t>1.316e1</w:t>
      </w:r>
    </w:p>
    <w:p w:rsidR="00E00D30" w:rsidRDefault="00E00D30" w:rsidP="00E00D30">
      <w:r>
        <w:t>539.3270</w:t>
      </w:r>
      <w:r>
        <w:tab/>
        <w:t>1.807e1</w:t>
      </w:r>
    </w:p>
    <w:p w:rsidR="00E00D30" w:rsidRDefault="00E00D30" w:rsidP="00E00D30">
      <w:r>
        <w:t>539.3282</w:t>
      </w:r>
      <w:r>
        <w:tab/>
        <w:t>2.305e1</w:t>
      </w:r>
    </w:p>
    <w:p w:rsidR="00E00D30" w:rsidRDefault="00E00D30" w:rsidP="00E00D30">
      <w:r>
        <w:t>539.3321</w:t>
      </w:r>
      <w:r>
        <w:tab/>
        <w:t>1.151e1</w:t>
      </w:r>
    </w:p>
    <w:p w:rsidR="00E00D30" w:rsidRDefault="00E00D30" w:rsidP="00E00D30">
      <w:r>
        <w:t>539.3337</w:t>
      </w:r>
      <w:r>
        <w:tab/>
        <w:t>4.884e1</w:t>
      </w:r>
    </w:p>
    <w:p w:rsidR="00E00D30" w:rsidRDefault="00E00D30" w:rsidP="00E00D30">
      <w:r>
        <w:t>539.3350</w:t>
      </w:r>
      <w:r>
        <w:tab/>
        <w:t>2.274e1</w:t>
      </w:r>
    </w:p>
    <w:p w:rsidR="00E00D30" w:rsidRDefault="00E00D30" w:rsidP="00E00D30">
      <w:r>
        <w:t>539.3385</w:t>
      </w:r>
      <w:r>
        <w:tab/>
        <w:t>8.101e0</w:t>
      </w:r>
    </w:p>
    <w:p w:rsidR="00E00D30" w:rsidRDefault="00E00D30" w:rsidP="00E00D30">
      <w:r>
        <w:t>539.3658</w:t>
      </w:r>
      <w:r>
        <w:tab/>
        <w:t>5.063e0</w:t>
      </w:r>
    </w:p>
    <w:p w:rsidR="00E00D30" w:rsidRDefault="00E00D30" w:rsidP="00E00D30">
      <w:r>
        <w:t>539.4066</w:t>
      </w:r>
      <w:r>
        <w:tab/>
        <w:t>1.013e0</w:t>
      </w:r>
    </w:p>
    <w:p w:rsidR="00E00D30" w:rsidRDefault="00E00D30" w:rsidP="00E00D30">
      <w:r>
        <w:t>539.4162</w:t>
      </w:r>
      <w:r>
        <w:tab/>
        <w:t>1.013e0</w:t>
      </w:r>
    </w:p>
    <w:p w:rsidR="00E00D30" w:rsidRDefault="00E00D30" w:rsidP="00E00D30">
      <w:r>
        <w:t>539.4244</w:t>
      </w:r>
      <w:r>
        <w:tab/>
        <w:t>2.025e0</w:t>
      </w:r>
    </w:p>
    <w:p w:rsidR="00E00D30" w:rsidRDefault="00E00D30" w:rsidP="00E00D30">
      <w:r>
        <w:t>539.4321</w:t>
      </w:r>
      <w:r>
        <w:tab/>
        <w:t>1.013e0</w:t>
      </w:r>
    </w:p>
    <w:p w:rsidR="00E00D30" w:rsidRDefault="00E00D30" w:rsidP="00E00D30">
      <w:r>
        <w:t>539.4431</w:t>
      </w:r>
      <w:r>
        <w:tab/>
        <w:t>1.013e0</w:t>
      </w:r>
    </w:p>
    <w:p w:rsidR="00E00D30" w:rsidRDefault="00E00D30" w:rsidP="00E00D30">
      <w:r>
        <w:t>539.4539</w:t>
      </w:r>
      <w:r>
        <w:tab/>
        <w:t>1.013e0</w:t>
      </w:r>
    </w:p>
    <w:p w:rsidR="00E00D30" w:rsidRDefault="00E00D30" w:rsidP="00E00D30">
      <w:r>
        <w:t>539.4622</w:t>
      </w:r>
      <w:r>
        <w:tab/>
        <w:t>3.038e0</w:t>
      </w:r>
    </w:p>
    <w:p w:rsidR="00E00D30" w:rsidRDefault="00E00D30" w:rsidP="00E00D30">
      <w:r>
        <w:lastRenderedPageBreak/>
        <w:t>539.4691</w:t>
      </w:r>
      <w:r>
        <w:tab/>
        <w:t>1.013e0</w:t>
      </w:r>
    </w:p>
    <w:p w:rsidR="00E00D30" w:rsidRDefault="00E00D30" w:rsidP="00E00D30">
      <w:r>
        <w:t>539.5215</w:t>
      </w:r>
      <w:r>
        <w:tab/>
        <w:t>3.038e0</w:t>
      </w:r>
    </w:p>
    <w:p w:rsidR="00E00D30" w:rsidRDefault="00E00D30" w:rsidP="00E00D30">
      <w:r>
        <w:t>539.5269</w:t>
      </w:r>
      <w:r>
        <w:tab/>
        <w:t>1.013e0</w:t>
      </w:r>
    </w:p>
    <w:p w:rsidR="00E00D30" w:rsidRDefault="00E00D30" w:rsidP="00E00D30">
      <w:r>
        <w:t>539.5363</w:t>
      </w:r>
      <w:r>
        <w:tab/>
        <w:t>2.025e0</w:t>
      </w:r>
    </w:p>
    <w:p w:rsidR="00E00D30" w:rsidRDefault="00E00D30" w:rsidP="00E00D30">
      <w:r>
        <w:t>539.5607</w:t>
      </w:r>
      <w:r>
        <w:tab/>
        <w:t>1.013e0</w:t>
      </w:r>
    </w:p>
    <w:p w:rsidR="00E00D30" w:rsidRDefault="00E00D30" w:rsidP="00E00D30">
      <w:r>
        <w:t>539.5727</w:t>
      </w:r>
      <w:r>
        <w:tab/>
        <w:t>2.025e0</w:t>
      </w:r>
    </w:p>
    <w:p w:rsidR="00E00D30" w:rsidRDefault="00E00D30" w:rsidP="00E00D30">
      <w:r>
        <w:t>539.5825</w:t>
      </w:r>
      <w:r>
        <w:tab/>
        <w:t>2.025e0</w:t>
      </w:r>
    </w:p>
    <w:p w:rsidR="00E00D30" w:rsidRDefault="00E00D30" w:rsidP="00E00D30">
      <w:r>
        <w:t>539.5869</w:t>
      </w:r>
      <w:r>
        <w:tab/>
        <w:t>2.025e0</w:t>
      </w:r>
    </w:p>
    <w:p w:rsidR="00E00D30" w:rsidRDefault="00E00D30" w:rsidP="00E00D30">
      <w:r>
        <w:t>539.6166</w:t>
      </w:r>
      <w:r>
        <w:tab/>
        <w:t>2.025e0</w:t>
      </w:r>
    </w:p>
    <w:p w:rsidR="00E00D30" w:rsidRDefault="00E00D30" w:rsidP="00E00D30">
      <w:r>
        <w:t>539.6201</w:t>
      </w:r>
      <w:r>
        <w:tab/>
        <w:t>1.013e0</w:t>
      </w:r>
    </w:p>
    <w:p w:rsidR="00E00D30" w:rsidRDefault="00E00D30" w:rsidP="00E00D30">
      <w:r>
        <w:t>539.6321</w:t>
      </w:r>
      <w:r>
        <w:tab/>
        <w:t>3.038e0</w:t>
      </w:r>
    </w:p>
    <w:p w:rsidR="00E00D30" w:rsidRDefault="00E00D30" w:rsidP="00E00D30">
      <w:r>
        <w:t>539.6387</w:t>
      </w:r>
      <w:r>
        <w:tab/>
        <w:t>1.013e0</w:t>
      </w:r>
    </w:p>
    <w:p w:rsidR="00E00D30" w:rsidRDefault="00E00D30" w:rsidP="00E00D30">
      <w:r>
        <w:t>539.6414</w:t>
      </w:r>
      <w:r>
        <w:tab/>
        <w:t>4.051e0</w:t>
      </w:r>
    </w:p>
    <w:p w:rsidR="00E00D30" w:rsidRDefault="00E00D30" w:rsidP="00E00D30">
      <w:r>
        <w:t>539.6512</w:t>
      </w:r>
      <w:r>
        <w:tab/>
        <w:t>3.038e0</w:t>
      </w:r>
    </w:p>
    <w:p w:rsidR="00E00D30" w:rsidRDefault="00E00D30" w:rsidP="00E00D30">
      <w:r>
        <w:t>539.6757</w:t>
      </w:r>
      <w:r>
        <w:tab/>
        <w:t>1.013e0</w:t>
      </w:r>
    </w:p>
    <w:p w:rsidR="00E00D30" w:rsidRDefault="00E00D30" w:rsidP="00E00D30">
      <w:r>
        <w:t>539.6946</w:t>
      </w:r>
      <w:r>
        <w:tab/>
        <w:t>1.013e0</w:t>
      </w:r>
    </w:p>
    <w:p w:rsidR="00E00D30" w:rsidRDefault="00E00D30" w:rsidP="00E00D30">
      <w:r>
        <w:t>539.7045</w:t>
      </w:r>
      <w:r>
        <w:tab/>
        <w:t>1.013e0</w:t>
      </w:r>
    </w:p>
    <w:p w:rsidR="00E00D30" w:rsidRDefault="00E00D30" w:rsidP="00E00D30">
      <w:r>
        <w:t>539.7222</w:t>
      </w:r>
      <w:r>
        <w:tab/>
        <w:t>1.013e0</w:t>
      </w:r>
    </w:p>
    <w:p w:rsidR="00E00D30" w:rsidRDefault="00E00D30" w:rsidP="00E00D30">
      <w:r>
        <w:t>539.7410</w:t>
      </w:r>
      <w:r>
        <w:tab/>
        <w:t>2.025e0</w:t>
      </w:r>
    </w:p>
    <w:p w:rsidR="00E00D30" w:rsidRDefault="00E00D30" w:rsidP="00E00D30">
      <w:r>
        <w:lastRenderedPageBreak/>
        <w:t>539.7595</w:t>
      </w:r>
      <w:r>
        <w:tab/>
        <w:t>1.013e0</w:t>
      </w:r>
    </w:p>
    <w:p w:rsidR="00E00D30" w:rsidRDefault="00E00D30" w:rsidP="00E00D30">
      <w:r>
        <w:t>539.7884</w:t>
      </w:r>
      <w:r>
        <w:tab/>
        <w:t>1.013e0</w:t>
      </w:r>
    </w:p>
    <w:p w:rsidR="00E00D30" w:rsidRDefault="00E00D30" w:rsidP="00E00D30">
      <w:r>
        <w:t>539.8004</w:t>
      </w:r>
      <w:r>
        <w:tab/>
        <w:t>1.013e0</w:t>
      </w:r>
    </w:p>
    <w:p w:rsidR="00E00D30" w:rsidRDefault="00E00D30" w:rsidP="00E00D30">
      <w:r>
        <w:t>539.8163</w:t>
      </w:r>
      <w:r>
        <w:tab/>
        <w:t>1.013e0</w:t>
      </w:r>
    </w:p>
    <w:p w:rsidR="00E00D30" w:rsidRDefault="00E00D30" w:rsidP="00E00D30">
      <w:r>
        <w:t>539.8188</w:t>
      </w:r>
      <w:r>
        <w:tab/>
        <w:t>2.025e0</w:t>
      </w:r>
    </w:p>
    <w:p w:rsidR="00E00D30" w:rsidRDefault="00E00D30" w:rsidP="00E00D30">
      <w:r>
        <w:t>539.8376</w:t>
      </w:r>
      <w:r>
        <w:tab/>
        <w:t>2.025e0</w:t>
      </w:r>
    </w:p>
    <w:p w:rsidR="00E00D30" w:rsidRDefault="00E00D30" w:rsidP="00E00D30">
      <w:r>
        <w:t>539.8436</w:t>
      </w:r>
      <w:r>
        <w:tab/>
        <w:t>1.013e0</w:t>
      </w:r>
    </w:p>
    <w:p w:rsidR="00E00D30" w:rsidRDefault="00E00D30" w:rsidP="00E00D30">
      <w:r>
        <w:t>539.8896</w:t>
      </w:r>
      <w:r>
        <w:tab/>
        <w:t>1.013e0</w:t>
      </w:r>
    </w:p>
    <w:p w:rsidR="00E00D30" w:rsidRDefault="00E00D30" w:rsidP="00E00D30">
      <w:r>
        <w:t>539.8922</w:t>
      </w:r>
      <w:r>
        <w:tab/>
        <w:t>1.013e0</w:t>
      </w:r>
    </w:p>
    <w:p w:rsidR="00E00D30" w:rsidRDefault="00E00D30" w:rsidP="00E00D30">
      <w:r>
        <w:t>539.8992</w:t>
      </w:r>
      <w:r>
        <w:tab/>
        <w:t>1.013e0</w:t>
      </w:r>
    </w:p>
    <w:p w:rsidR="00E00D30" w:rsidRDefault="00E00D30" w:rsidP="00E00D30">
      <w:r>
        <w:t>539.9266</w:t>
      </w:r>
      <w:r>
        <w:tab/>
        <w:t>1.013e0</w:t>
      </w:r>
    </w:p>
    <w:p w:rsidR="00E00D30" w:rsidRDefault="00E00D30" w:rsidP="00E00D30">
      <w:r>
        <w:t>539.9279</w:t>
      </w:r>
      <w:r>
        <w:tab/>
        <w:t>2.025e0</w:t>
      </w:r>
    </w:p>
    <w:p w:rsidR="00E00D30" w:rsidRDefault="00E00D30" w:rsidP="00E00D30">
      <w:r>
        <w:t>539.9345</w:t>
      </w:r>
      <w:r>
        <w:tab/>
        <w:t>2.025e0</w:t>
      </w:r>
    </w:p>
    <w:p w:rsidR="00E00D30" w:rsidRDefault="00E00D30" w:rsidP="00E00D30">
      <w:r>
        <w:t>539.9374</w:t>
      </w:r>
      <w:r>
        <w:tab/>
        <w:t>1.013e0</w:t>
      </w:r>
    </w:p>
    <w:p w:rsidR="00E00D30" w:rsidRDefault="00E00D30" w:rsidP="00E00D30">
      <w:r>
        <w:t>539.9450</w:t>
      </w:r>
      <w:r>
        <w:tab/>
        <w:t>1.013e0</w:t>
      </w:r>
    </w:p>
    <w:p w:rsidR="00E00D30" w:rsidRDefault="00E00D30" w:rsidP="00E00D30">
      <w:r>
        <w:t>539.9551</w:t>
      </w:r>
      <w:r>
        <w:tab/>
        <w:t>1.013e0</w:t>
      </w:r>
    </w:p>
    <w:p w:rsidR="00E00D30" w:rsidRDefault="00E00D30" w:rsidP="00E00D30">
      <w:r>
        <w:t>539.9955</w:t>
      </w:r>
      <w:r>
        <w:tab/>
        <w:t>3.038e0</w:t>
      </w:r>
    </w:p>
    <w:p w:rsidR="00E00D30" w:rsidRDefault="00E00D30" w:rsidP="00E00D30">
      <w:r>
        <w:t>540.0207</w:t>
      </w:r>
      <w:r>
        <w:tab/>
        <w:t>1.013e0</w:t>
      </w:r>
    </w:p>
    <w:p w:rsidR="00E00D30" w:rsidRDefault="00E00D30" w:rsidP="00E00D30">
      <w:r>
        <w:t>540.0400</w:t>
      </w:r>
      <w:r>
        <w:tab/>
        <w:t>2.025e0</w:t>
      </w:r>
    </w:p>
    <w:p w:rsidR="00E00D30" w:rsidRDefault="00E00D30" w:rsidP="00E00D30">
      <w:r>
        <w:lastRenderedPageBreak/>
        <w:t>540.0418</w:t>
      </w:r>
      <w:r>
        <w:tab/>
        <w:t>5.063e0</w:t>
      </w:r>
    </w:p>
    <w:p w:rsidR="00E00D30" w:rsidRDefault="00E00D30" w:rsidP="00E00D30">
      <w:r>
        <w:t>540.0553</w:t>
      </w:r>
      <w:r>
        <w:tab/>
        <w:t>2.025e0</w:t>
      </w:r>
    </w:p>
    <w:p w:rsidR="00E00D30" w:rsidRDefault="00E00D30" w:rsidP="00E00D30">
      <w:r>
        <w:t>540.0577</w:t>
      </w:r>
      <w:r>
        <w:tab/>
        <w:t>2.025e0</w:t>
      </w:r>
    </w:p>
    <w:p w:rsidR="00E00D30" w:rsidRDefault="00E00D30" w:rsidP="00E00D30">
      <w:r>
        <w:t>540.0621</w:t>
      </w:r>
      <w:r>
        <w:tab/>
        <w:t>3.038e0</w:t>
      </w:r>
    </w:p>
    <w:p w:rsidR="00E00D30" w:rsidRDefault="00E00D30" w:rsidP="00E00D30">
      <w:r>
        <w:t>540.0773</w:t>
      </w:r>
      <w:r>
        <w:tab/>
        <w:t>1.013e0</w:t>
      </w:r>
    </w:p>
    <w:p w:rsidR="00E00D30" w:rsidRDefault="00E00D30" w:rsidP="00E00D30">
      <w:r>
        <w:t>540.1139</w:t>
      </w:r>
      <w:r>
        <w:tab/>
        <w:t>1.013e0</w:t>
      </w:r>
    </w:p>
    <w:p w:rsidR="00E00D30" w:rsidRDefault="00E00D30" w:rsidP="00E00D30">
      <w:r>
        <w:t>540.1296</w:t>
      </w:r>
      <w:r>
        <w:tab/>
        <w:t>2.025e0</w:t>
      </w:r>
    </w:p>
    <w:p w:rsidR="00E00D30" w:rsidRDefault="00E00D30" w:rsidP="00E00D30">
      <w:r>
        <w:t>540.1323</w:t>
      </w:r>
      <w:r>
        <w:tab/>
        <w:t>2.025e0</w:t>
      </w:r>
    </w:p>
    <w:p w:rsidR="00E00D30" w:rsidRDefault="00E00D30" w:rsidP="00E00D30">
      <w:r>
        <w:t>540.1664</w:t>
      </w:r>
      <w:r>
        <w:tab/>
        <w:t>1.013e0</w:t>
      </w:r>
    </w:p>
    <w:p w:rsidR="00E00D30" w:rsidRDefault="00E00D30" w:rsidP="00E00D30">
      <w:r>
        <w:t>540.1838</w:t>
      </w:r>
      <w:r>
        <w:tab/>
        <w:t>1.013e0</w:t>
      </w:r>
    </w:p>
    <w:p w:rsidR="00E00D30" w:rsidRDefault="00E00D30" w:rsidP="00E00D30">
      <w:r>
        <w:t>540.2046</w:t>
      </w:r>
      <w:r>
        <w:tab/>
        <w:t>5.063e0</w:t>
      </w:r>
    </w:p>
    <w:p w:rsidR="00E00D30" w:rsidRDefault="00E00D30" w:rsidP="00E00D30">
      <w:r>
        <w:t>540.2216</w:t>
      </w:r>
      <w:r>
        <w:tab/>
        <w:t>1.013e0</w:t>
      </w:r>
    </w:p>
    <w:p w:rsidR="00E00D30" w:rsidRDefault="00E00D30" w:rsidP="00E00D30">
      <w:r>
        <w:t>540.2303</w:t>
      </w:r>
      <w:r>
        <w:tab/>
        <w:t>2.025e0</w:t>
      </w:r>
    </w:p>
    <w:p w:rsidR="00E00D30" w:rsidRDefault="00E00D30" w:rsidP="00E00D30">
      <w:r>
        <w:t>540.2350</w:t>
      </w:r>
      <w:r>
        <w:tab/>
        <w:t>3.038e0</w:t>
      </w:r>
    </w:p>
    <w:p w:rsidR="00E00D30" w:rsidRDefault="00E00D30" w:rsidP="00E00D30">
      <w:r>
        <w:t>540.2412</w:t>
      </w:r>
      <w:r>
        <w:tab/>
        <w:t>3.038e0</w:t>
      </w:r>
    </w:p>
    <w:p w:rsidR="00E00D30" w:rsidRDefault="00E00D30" w:rsidP="00E00D30">
      <w:r>
        <w:t>540.2556</w:t>
      </w:r>
      <w:r>
        <w:tab/>
        <w:t>3.112e0</w:t>
      </w:r>
    </w:p>
    <w:p w:rsidR="00E00D30" w:rsidRDefault="00E00D30" w:rsidP="00E00D30">
      <w:r>
        <w:t>540.2585</w:t>
      </w:r>
      <w:r>
        <w:tab/>
        <w:t>2.025e0</w:t>
      </w:r>
    </w:p>
    <w:p w:rsidR="00E00D30" w:rsidRDefault="00E00D30" w:rsidP="00E00D30">
      <w:r>
        <w:t>540.3004</w:t>
      </w:r>
      <w:r>
        <w:tab/>
        <w:t>1.013e0</w:t>
      </w:r>
    </w:p>
    <w:p w:rsidR="00E00D30" w:rsidRDefault="00E00D30" w:rsidP="00E00D30">
      <w:r>
        <w:t>540.3137</w:t>
      </w:r>
      <w:r>
        <w:tab/>
        <w:t>1.013e0</w:t>
      </w:r>
    </w:p>
    <w:p w:rsidR="00E00D30" w:rsidRDefault="00E00D30" w:rsidP="00E00D30">
      <w:r>
        <w:lastRenderedPageBreak/>
        <w:t>540.3322</w:t>
      </w:r>
      <w:r>
        <w:tab/>
        <w:t>1.013e0</w:t>
      </w:r>
    </w:p>
    <w:p w:rsidR="00E00D30" w:rsidRDefault="00E00D30" w:rsidP="00E00D30">
      <w:r>
        <w:t>540.3345</w:t>
      </w:r>
      <w:r>
        <w:tab/>
        <w:t>1.206e1</w:t>
      </w:r>
    </w:p>
    <w:p w:rsidR="00E00D30" w:rsidRDefault="00E00D30" w:rsidP="00E00D30">
      <w:r>
        <w:t>540.3422</w:t>
      </w:r>
      <w:r>
        <w:tab/>
        <w:t>6.706e0</w:t>
      </w:r>
    </w:p>
    <w:p w:rsidR="00E00D30" w:rsidRDefault="00E00D30" w:rsidP="00E00D30">
      <w:r>
        <w:t>540.3510</w:t>
      </w:r>
      <w:r>
        <w:tab/>
        <w:t>5.658e0</w:t>
      </w:r>
    </w:p>
    <w:p w:rsidR="00E00D30" w:rsidRDefault="00E00D30" w:rsidP="00E00D30">
      <w:r>
        <w:t>540.3551</w:t>
      </w:r>
      <w:r>
        <w:tab/>
        <w:t>6.826e0</w:t>
      </w:r>
    </w:p>
    <w:p w:rsidR="00E00D30" w:rsidRDefault="00E00D30" w:rsidP="00E00D30">
      <w:r>
        <w:t>540.3566</w:t>
      </w:r>
      <w:r>
        <w:tab/>
        <w:t>8.686e0</w:t>
      </w:r>
    </w:p>
    <w:p w:rsidR="00E00D30" w:rsidRDefault="00E00D30" w:rsidP="00E00D30">
      <w:r>
        <w:t>540.3936</w:t>
      </w:r>
      <w:r>
        <w:tab/>
        <w:t>6.896e0</w:t>
      </w:r>
    </w:p>
    <w:p w:rsidR="00E00D30" w:rsidRDefault="00E00D30" w:rsidP="00E00D30">
      <w:r>
        <w:t>540.3981</w:t>
      </w:r>
      <w:r>
        <w:tab/>
        <w:t>4.029e0</w:t>
      </w:r>
    </w:p>
    <w:p w:rsidR="00E00D30" w:rsidRDefault="00E00D30" w:rsidP="00E00D30">
      <w:r>
        <w:t>540.4102</w:t>
      </w:r>
      <w:r>
        <w:tab/>
        <w:t>4.051e0</w:t>
      </w:r>
    </w:p>
    <w:p w:rsidR="00E00D30" w:rsidRDefault="00E00D30" w:rsidP="00E00D30">
      <w:r>
        <w:t>540.4286</w:t>
      </w:r>
      <w:r>
        <w:tab/>
        <w:t>2.025e0</w:t>
      </w:r>
    </w:p>
    <w:p w:rsidR="00E00D30" w:rsidRDefault="00E00D30" w:rsidP="00E00D30">
      <w:r>
        <w:t>540.4408</w:t>
      </w:r>
      <w:r>
        <w:tab/>
        <w:t>9.114e0</w:t>
      </w:r>
    </w:p>
    <w:p w:rsidR="00E00D30" w:rsidRDefault="00E00D30" w:rsidP="00E00D30">
      <w:r>
        <w:t>540.4441</w:t>
      </w:r>
      <w:r>
        <w:tab/>
        <w:t>3.038e0</w:t>
      </w:r>
    </w:p>
    <w:p w:rsidR="00E00D30" w:rsidRDefault="00E00D30" w:rsidP="00E00D30">
      <w:r>
        <w:t>540.4483</w:t>
      </w:r>
      <w:r>
        <w:tab/>
        <w:t>3.038e0</w:t>
      </w:r>
    </w:p>
    <w:p w:rsidR="00E00D30" w:rsidRDefault="00E00D30" w:rsidP="00E00D30">
      <w:r>
        <w:t>540.4609</w:t>
      </w:r>
      <w:r>
        <w:tab/>
        <w:t>8.101e0</w:t>
      </w:r>
    </w:p>
    <w:p w:rsidR="00E00D30" w:rsidRDefault="00E00D30" w:rsidP="00E00D30">
      <w:r>
        <w:t>540.4682</w:t>
      </w:r>
      <w:r>
        <w:tab/>
        <w:t>1.013e0</w:t>
      </w:r>
    </w:p>
    <w:p w:rsidR="00E00D30" w:rsidRDefault="00E00D30" w:rsidP="00E00D30">
      <w:r>
        <w:t>540.4865</w:t>
      </w:r>
      <w:r>
        <w:tab/>
        <w:t>2.025e0</w:t>
      </w:r>
    </w:p>
    <w:p w:rsidR="00E00D30" w:rsidRDefault="00E00D30" w:rsidP="00E00D30">
      <w:r>
        <w:t>540.5428</w:t>
      </w:r>
      <w:r>
        <w:tab/>
        <w:t>1.013e0</w:t>
      </w:r>
    </w:p>
    <w:p w:rsidR="00E00D30" w:rsidRDefault="00E00D30" w:rsidP="00E00D30">
      <w:r>
        <w:t>540.5518</w:t>
      </w:r>
      <w:r>
        <w:tab/>
        <w:t>1.013e0</w:t>
      </w:r>
    </w:p>
    <w:p w:rsidR="00E00D30" w:rsidRDefault="00E00D30" w:rsidP="00E00D30">
      <w:r>
        <w:t>540.5577</w:t>
      </w:r>
      <w:r>
        <w:tab/>
        <w:t>2.025e0</w:t>
      </w:r>
    </w:p>
    <w:p w:rsidR="00E00D30" w:rsidRDefault="00E00D30" w:rsidP="00E00D30">
      <w:r>
        <w:lastRenderedPageBreak/>
        <w:t>540.5715</w:t>
      </w:r>
      <w:r>
        <w:tab/>
        <w:t>1.013e0</w:t>
      </w:r>
    </w:p>
    <w:p w:rsidR="00E00D30" w:rsidRDefault="00E00D30" w:rsidP="00E00D30">
      <w:r>
        <w:t>540.5863</w:t>
      </w:r>
      <w:r>
        <w:tab/>
        <w:t>2.025e0</w:t>
      </w:r>
    </w:p>
    <w:p w:rsidR="00E00D30" w:rsidRDefault="00E00D30" w:rsidP="00E00D30">
      <w:r>
        <w:t>540.6265</w:t>
      </w:r>
      <w:r>
        <w:tab/>
        <w:t>1.013e0</w:t>
      </w:r>
    </w:p>
    <w:p w:rsidR="00E00D30" w:rsidRDefault="00E00D30" w:rsidP="00E00D30">
      <w:r>
        <w:t>540.6419</w:t>
      </w:r>
      <w:r>
        <w:tab/>
        <w:t>3.038e0</w:t>
      </w:r>
    </w:p>
    <w:p w:rsidR="00E00D30" w:rsidRDefault="00E00D30" w:rsidP="00E00D30">
      <w:r>
        <w:t>540.6548</w:t>
      </w:r>
      <w:r>
        <w:tab/>
        <w:t>1.013e0</w:t>
      </w:r>
    </w:p>
    <w:p w:rsidR="00E00D30" w:rsidRDefault="00E00D30" w:rsidP="00E00D30">
      <w:r>
        <w:t>540.6606</w:t>
      </w:r>
      <w:r>
        <w:tab/>
        <w:t>1.013e0</w:t>
      </w:r>
    </w:p>
    <w:p w:rsidR="00E00D30" w:rsidRDefault="00E00D30" w:rsidP="00E00D30">
      <w:r>
        <w:t>540.6734</w:t>
      </w:r>
      <w:r>
        <w:tab/>
        <w:t>1.013e0</w:t>
      </w:r>
    </w:p>
    <w:p w:rsidR="00E00D30" w:rsidRDefault="00E00D30" w:rsidP="00E00D30">
      <w:r>
        <w:t>540.7385</w:t>
      </w:r>
      <w:r>
        <w:tab/>
        <w:t>2.025e0</w:t>
      </w:r>
    </w:p>
    <w:p w:rsidR="00E00D30" w:rsidRDefault="00E00D30" w:rsidP="00E00D30">
      <w:r>
        <w:t>540.7574</w:t>
      </w:r>
      <w:r>
        <w:tab/>
        <w:t>1.013e0</w:t>
      </w:r>
    </w:p>
    <w:p w:rsidR="00E00D30" w:rsidRDefault="00E00D30" w:rsidP="00E00D30">
      <w:r>
        <w:t>540.7661</w:t>
      </w:r>
      <w:r>
        <w:tab/>
        <w:t>3.038e0</w:t>
      </w:r>
    </w:p>
    <w:p w:rsidR="00E00D30" w:rsidRDefault="00E00D30" w:rsidP="00E00D30">
      <w:r>
        <w:t>540.7708</w:t>
      </w:r>
      <w:r>
        <w:tab/>
        <w:t>2.025e0</w:t>
      </w:r>
    </w:p>
    <w:p w:rsidR="00E00D30" w:rsidRDefault="00E00D30" w:rsidP="00E00D30">
      <w:r>
        <w:t>540.7742</w:t>
      </w:r>
      <w:r>
        <w:tab/>
        <w:t>2.025e0</w:t>
      </w:r>
    </w:p>
    <w:p w:rsidR="00E00D30" w:rsidRDefault="00E00D30" w:rsidP="00E00D30">
      <w:r>
        <w:t>540.7861</w:t>
      </w:r>
      <w:r>
        <w:tab/>
        <w:t>1.013e0</w:t>
      </w:r>
    </w:p>
    <w:p w:rsidR="00E00D30" w:rsidRDefault="00E00D30" w:rsidP="00E00D30">
      <w:r>
        <w:t>540.8041</w:t>
      </w:r>
      <w:r>
        <w:tab/>
        <w:t>1.013e0</w:t>
      </w:r>
    </w:p>
    <w:p w:rsidR="00E00D30" w:rsidRDefault="00E00D30" w:rsidP="00E00D30">
      <w:r>
        <w:t>540.8562</w:t>
      </w:r>
      <w:r>
        <w:tab/>
        <w:t>2.025e0</w:t>
      </w:r>
    </w:p>
    <w:p w:rsidR="00E00D30" w:rsidRDefault="00E00D30" w:rsidP="00E00D30">
      <w:r>
        <w:t>540.8593</w:t>
      </w:r>
      <w:r>
        <w:tab/>
        <w:t>2.025e0</w:t>
      </w:r>
    </w:p>
    <w:p w:rsidR="00E00D30" w:rsidRDefault="00E00D30" w:rsidP="00E00D30">
      <w:r>
        <w:t>540.8679</w:t>
      </w:r>
      <w:r>
        <w:tab/>
        <w:t>4.051e0</w:t>
      </w:r>
    </w:p>
    <w:p w:rsidR="00E00D30" w:rsidRDefault="00E00D30" w:rsidP="00E00D30">
      <w:r>
        <w:t>540.8691</w:t>
      </w:r>
      <w:r>
        <w:tab/>
        <w:t>1.013e0</w:t>
      </w:r>
    </w:p>
    <w:p w:rsidR="00E00D30" w:rsidRDefault="00E00D30" w:rsidP="00E00D30">
      <w:r>
        <w:t>540.8796</w:t>
      </w:r>
      <w:r>
        <w:tab/>
        <w:t>2.025e0</w:t>
      </w:r>
    </w:p>
    <w:p w:rsidR="00E00D30" w:rsidRDefault="00E00D30" w:rsidP="00E00D30">
      <w:r>
        <w:lastRenderedPageBreak/>
        <w:t>540.8819</w:t>
      </w:r>
      <w:r>
        <w:tab/>
        <w:t>4.051e0</w:t>
      </w:r>
    </w:p>
    <w:p w:rsidR="00E00D30" w:rsidRDefault="00E00D30" w:rsidP="00E00D30">
      <w:r>
        <w:t>540.9251</w:t>
      </w:r>
      <w:r>
        <w:tab/>
        <w:t>1.013e0</w:t>
      </w:r>
    </w:p>
    <w:p w:rsidR="00E00D30" w:rsidRDefault="00E00D30" w:rsidP="00E00D30">
      <w:r>
        <w:t>540.9335</w:t>
      </w:r>
      <w:r>
        <w:tab/>
        <w:t>2.025e0</w:t>
      </w:r>
    </w:p>
    <w:p w:rsidR="00E00D30" w:rsidRDefault="00E00D30" w:rsidP="00E00D30">
      <w:r>
        <w:t>540.9543</w:t>
      </w:r>
      <w:r>
        <w:tab/>
        <w:t>1.013e0</w:t>
      </w:r>
    </w:p>
    <w:p w:rsidR="00E00D30" w:rsidRDefault="00E00D30" w:rsidP="00E00D30">
      <w:r>
        <w:t>541.0176</w:t>
      </w:r>
      <w:r>
        <w:tab/>
        <w:t>2.025e0</w:t>
      </w:r>
    </w:p>
    <w:p w:rsidR="00E00D30" w:rsidRDefault="00E00D30" w:rsidP="00E00D30">
      <w:r>
        <w:t>541.0253</w:t>
      </w:r>
      <w:r>
        <w:tab/>
        <w:t>1.013e0</w:t>
      </w:r>
    </w:p>
    <w:p w:rsidR="00E00D30" w:rsidRDefault="00E00D30" w:rsidP="00E00D30">
      <w:r>
        <w:t>541.0278</w:t>
      </w:r>
      <w:r>
        <w:tab/>
        <w:t>1.013e0</w:t>
      </w:r>
    </w:p>
    <w:p w:rsidR="00E00D30" w:rsidRDefault="00E00D30" w:rsidP="00E00D30">
      <w:r>
        <w:t>541.0438</w:t>
      </w:r>
      <w:r>
        <w:tab/>
        <w:t>1.013e0</w:t>
      </w:r>
    </w:p>
    <w:p w:rsidR="00E00D30" w:rsidRDefault="00E00D30" w:rsidP="00E00D30">
      <w:r>
        <w:t>541.0748</w:t>
      </w:r>
      <w:r>
        <w:tab/>
        <w:t>1.013e0</w:t>
      </w:r>
    </w:p>
    <w:p w:rsidR="00E00D30" w:rsidRDefault="00E00D30" w:rsidP="00E00D30">
      <w:r>
        <w:t>541.0838</w:t>
      </w:r>
      <w:r>
        <w:tab/>
        <w:t>1.013e0</w:t>
      </w:r>
    </w:p>
    <w:p w:rsidR="00E00D30" w:rsidRDefault="00E00D30" w:rsidP="00E00D30">
      <w:r>
        <w:t>541.1121</w:t>
      </w:r>
      <w:r>
        <w:tab/>
        <w:t>1.013e0</w:t>
      </w:r>
    </w:p>
    <w:p w:rsidR="00E00D30" w:rsidRDefault="00E00D30" w:rsidP="00E00D30">
      <w:r>
        <w:t>541.1248</w:t>
      </w:r>
      <w:r>
        <w:tab/>
        <w:t>2.107e0</w:t>
      </w:r>
    </w:p>
    <w:p w:rsidR="00E00D30" w:rsidRDefault="00E00D30" w:rsidP="00E00D30">
      <w:r>
        <w:t>541.1401</w:t>
      </w:r>
      <w:r>
        <w:tab/>
        <w:t>2.025e0</w:t>
      </w:r>
    </w:p>
    <w:p w:rsidR="00E00D30" w:rsidRDefault="00E00D30" w:rsidP="00E00D30">
      <w:r>
        <w:t>541.2051</w:t>
      </w:r>
      <w:r>
        <w:tab/>
        <w:t>3.038e0</w:t>
      </w:r>
    </w:p>
    <w:p w:rsidR="00E00D30" w:rsidRDefault="00E00D30" w:rsidP="00E00D30">
      <w:r>
        <w:t>541.2348</w:t>
      </w:r>
      <w:r>
        <w:tab/>
        <w:t>2.025e0</w:t>
      </w:r>
    </w:p>
    <w:p w:rsidR="00E00D30" w:rsidRDefault="00E00D30" w:rsidP="00E00D30">
      <w:r>
        <w:t>541.2396</w:t>
      </w:r>
      <w:r>
        <w:tab/>
        <w:t>2.025e0</w:t>
      </w:r>
    </w:p>
    <w:p w:rsidR="00E00D30" w:rsidRDefault="00E00D30" w:rsidP="00E00D30">
      <w:r>
        <w:t>541.2455</w:t>
      </w:r>
      <w:r>
        <w:tab/>
        <w:t>7.735e0</w:t>
      </w:r>
    </w:p>
    <w:p w:rsidR="00E00D30" w:rsidRDefault="00E00D30" w:rsidP="00E00D30">
      <w:r>
        <w:t>541.2498</w:t>
      </w:r>
      <w:r>
        <w:tab/>
        <w:t>7.089e0</w:t>
      </w:r>
    </w:p>
    <w:p w:rsidR="00E00D30" w:rsidRDefault="00E00D30" w:rsidP="00E00D30">
      <w:r>
        <w:t>541.2523</w:t>
      </w:r>
      <w:r>
        <w:tab/>
        <w:t>3.038e0</w:t>
      </w:r>
    </w:p>
    <w:p w:rsidR="00E00D30" w:rsidRDefault="00E00D30" w:rsidP="00E00D30">
      <w:r>
        <w:lastRenderedPageBreak/>
        <w:t>541.2635</w:t>
      </w:r>
      <w:r>
        <w:tab/>
        <w:t>3.633e0</w:t>
      </w:r>
    </w:p>
    <w:p w:rsidR="00E00D30" w:rsidRDefault="00E00D30" w:rsidP="00E00D30">
      <w:r>
        <w:t>541.2706</w:t>
      </w:r>
      <w:r>
        <w:tab/>
        <w:t>4.369e0</w:t>
      </w:r>
    </w:p>
    <w:p w:rsidR="00E00D30" w:rsidRDefault="00E00D30" w:rsidP="00E00D30">
      <w:r>
        <w:t>541.3164</w:t>
      </w:r>
      <w:r>
        <w:tab/>
        <w:t>2.256e0</w:t>
      </w:r>
    </w:p>
    <w:p w:rsidR="00E00D30" w:rsidRDefault="00E00D30" w:rsidP="00E00D30">
      <w:r>
        <w:t>541.3361</w:t>
      </w:r>
      <w:r>
        <w:tab/>
        <w:t>1.890e0</w:t>
      </w:r>
    </w:p>
    <w:p w:rsidR="00E00D30" w:rsidRDefault="00E00D30" w:rsidP="00E00D30">
      <w:r>
        <w:t>541.3567</w:t>
      </w:r>
      <w:r>
        <w:tab/>
        <w:t>1.013e0</w:t>
      </w:r>
    </w:p>
    <w:p w:rsidR="00E00D30" w:rsidRDefault="00E00D30" w:rsidP="00E00D30">
      <w:r>
        <w:t>541.3914</w:t>
      </w:r>
      <w:r>
        <w:tab/>
        <w:t>2.626e0</w:t>
      </w:r>
    </w:p>
    <w:p w:rsidR="00E00D30" w:rsidRDefault="00E00D30" w:rsidP="00E00D30">
      <w:r>
        <w:t>541.3998</w:t>
      </w:r>
      <w:r>
        <w:tab/>
        <w:t>2.025e0</w:t>
      </w:r>
    </w:p>
    <w:p w:rsidR="00E00D30" w:rsidRDefault="00E00D30" w:rsidP="00E00D30">
      <w:r>
        <w:t>541.4114</w:t>
      </w:r>
      <w:r>
        <w:tab/>
        <w:t>2.025e0</w:t>
      </w:r>
    </w:p>
    <w:p w:rsidR="00E00D30" w:rsidRDefault="00E00D30" w:rsidP="00E00D30">
      <w:r>
        <w:t>541.4203</w:t>
      </w:r>
      <w:r>
        <w:tab/>
        <w:t>1.013e0</w:t>
      </w:r>
    </w:p>
    <w:p w:rsidR="00E00D30" w:rsidRDefault="00E00D30" w:rsidP="00E00D30">
      <w:r>
        <w:t>541.4296</w:t>
      </w:r>
      <w:r>
        <w:tab/>
        <w:t>2.025e0</w:t>
      </w:r>
    </w:p>
    <w:p w:rsidR="00E00D30" w:rsidRDefault="00E00D30" w:rsidP="00E00D30">
      <w:r>
        <w:t>541.4467</w:t>
      </w:r>
      <w:r>
        <w:tab/>
        <w:t>1.013e0</w:t>
      </w:r>
    </w:p>
    <w:p w:rsidR="00E00D30" w:rsidRDefault="00E00D30" w:rsidP="00E00D30">
      <w:r>
        <w:t>541.4619</w:t>
      </w:r>
      <w:r>
        <w:tab/>
        <w:t>3.038e0</w:t>
      </w:r>
    </w:p>
    <w:p w:rsidR="00E00D30" w:rsidRDefault="00E00D30" w:rsidP="00E00D30">
      <w:r>
        <w:t>541.4641</w:t>
      </w:r>
      <w:r>
        <w:tab/>
        <w:t>1.013e0</w:t>
      </w:r>
    </w:p>
    <w:p w:rsidR="00E00D30" w:rsidRDefault="00E00D30" w:rsidP="00E00D30">
      <w:r>
        <w:t>541.4764</w:t>
      </w:r>
      <w:r>
        <w:tab/>
        <w:t>2.025e0</w:t>
      </w:r>
    </w:p>
    <w:p w:rsidR="00E00D30" w:rsidRDefault="00E00D30" w:rsidP="00E00D30">
      <w:r>
        <w:t>541.4864</w:t>
      </w:r>
      <w:r>
        <w:tab/>
        <w:t>1.013e0</w:t>
      </w:r>
    </w:p>
    <w:p w:rsidR="00E00D30" w:rsidRDefault="00E00D30" w:rsidP="00E00D30">
      <w:r>
        <w:t>541.4948</w:t>
      </w:r>
      <w:r>
        <w:tab/>
        <w:t>1.013e0</w:t>
      </w:r>
    </w:p>
    <w:p w:rsidR="00E00D30" w:rsidRDefault="00E00D30" w:rsidP="00E00D30">
      <w:r>
        <w:t>541.6161</w:t>
      </w:r>
      <w:r>
        <w:tab/>
        <w:t>2.025e0</w:t>
      </w:r>
    </w:p>
    <w:p w:rsidR="00E00D30" w:rsidRDefault="00E00D30" w:rsidP="00E00D30">
      <w:r>
        <w:t>541.6172</w:t>
      </w:r>
      <w:r>
        <w:tab/>
        <w:t>1.013e0</w:t>
      </w:r>
    </w:p>
    <w:p w:rsidR="00E00D30" w:rsidRDefault="00E00D30" w:rsidP="00E00D30">
      <w:r>
        <w:t>541.6443</w:t>
      </w:r>
      <w:r>
        <w:tab/>
        <w:t>1.013e0</w:t>
      </w:r>
    </w:p>
    <w:p w:rsidR="00E00D30" w:rsidRDefault="00E00D30" w:rsidP="00E00D30">
      <w:r>
        <w:lastRenderedPageBreak/>
        <w:t>541.6539</w:t>
      </w:r>
      <w:r>
        <w:tab/>
        <w:t>1.013e0</w:t>
      </w:r>
    </w:p>
    <w:p w:rsidR="00E00D30" w:rsidRDefault="00E00D30" w:rsidP="00E00D30">
      <w:r>
        <w:t>541.7097</w:t>
      </w:r>
      <w:r>
        <w:tab/>
        <w:t>1.013e0</w:t>
      </w:r>
    </w:p>
    <w:p w:rsidR="00E00D30" w:rsidRDefault="00E00D30" w:rsidP="00E00D30">
      <w:r>
        <w:t>541.7471</w:t>
      </w:r>
      <w:r>
        <w:tab/>
        <w:t>1.013e0</w:t>
      </w:r>
    </w:p>
    <w:p w:rsidR="00E00D30" w:rsidRDefault="00E00D30" w:rsidP="00E00D30">
      <w:r>
        <w:t>541.8080</w:t>
      </w:r>
      <w:r>
        <w:tab/>
        <w:t>3.038e0</w:t>
      </w:r>
    </w:p>
    <w:p w:rsidR="00E00D30" w:rsidRDefault="00E00D30" w:rsidP="00E00D30">
      <w:r>
        <w:t>541.8299</w:t>
      </w:r>
      <w:r>
        <w:tab/>
        <w:t>1.013e0</w:t>
      </w:r>
    </w:p>
    <w:p w:rsidR="00E00D30" w:rsidRDefault="00E00D30" w:rsidP="00E00D30">
      <w:r>
        <w:t>541.8373</w:t>
      </w:r>
      <w:r>
        <w:tab/>
        <w:t>2.025e0</w:t>
      </w:r>
    </w:p>
    <w:p w:rsidR="00E00D30" w:rsidRDefault="00E00D30" w:rsidP="00E00D30">
      <w:r>
        <w:t>541.8483</w:t>
      </w:r>
      <w:r>
        <w:tab/>
        <w:t>1.013e0</w:t>
      </w:r>
    </w:p>
    <w:p w:rsidR="00E00D30" w:rsidRDefault="00E00D30" w:rsidP="00E00D30">
      <w:r>
        <w:t>541.8505</w:t>
      </w:r>
      <w:r>
        <w:tab/>
        <w:t>1.013e0</w:t>
      </w:r>
    </w:p>
    <w:p w:rsidR="00E00D30" w:rsidRDefault="00E00D30" w:rsidP="00E00D30">
      <w:r>
        <w:t>541.8970</w:t>
      </w:r>
      <w:r>
        <w:tab/>
        <w:t>1.013e0</w:t>
      </w:r>
    </w:p>
    <w:p w:rsidR="00E00D30" w:rsidRDefault="00E00D30" w:rsidP="00E00D30">
      <w:r>
        <w:t>541.9060</w:t>
      </w:r>
      <w:r>
        <w:tab/>
        <w:t>1.013e0</w:t>
      </w:r>
    </w:p>
    <w:p w:rsidR="00E00D30" w:rsidRDefault="00E00D30" w:rsidP="00E00D30">
      <w:r>
        <w:t>541.9216</w:t>
      </w:r>
      <w:r>
        <w:tab/>
        <w:t>2.025e0</w:t>
      </w:r>
    </w:p>
    <w:p w:rsidR="00E00D30" w:rsidRDefault="00E00D30" w:rsidP="00E00D30">
      <w:r>
        <w:t>541.9583</w:t>
      </w:r>
      <w:r>
        <w:tab/>
        <w:t>1.013e0</w:t>
      </w:r>
    </w:p>
    <w:p w:rsidR="00E00D30" w:rsidRDefault="00E00D30" w:rsidP="00E00D30">
      <w:r>
        <w:t>541.9684</w:t>
      </w:r>
      <w:r>
        <w:tab/>
        <w:t>3.038e0</w:t>
      </w:r>
    </w:p>
    <w:p w:rsidR="00E00D30" w:rsidRDefault="00E00D30" w:rsidP="00E00D30">
      <w:r>
        <w:t>541.9769</w:t>
      </w:r>
      <w:r>
        <w:tab/>
        <w:t>2.025e0</w:t>
      </w:r>
    </w:p>
    <w:p w:rsidR="00E00D30" w:rsidRDefault="00E00D30" w:rsidP="00E00D30">
      <w:r>
        <w:t>542.0316</w:t>
      </w:r>
      <w:r>
        <w:tab/>
        <w:t>4.051e0</w:t>
      </w:r>
    </w:p>
    <w:p w:rsidR="00E00D30" w:rsidRDefault="00E00D30" w:rsidP="00E00D30">
      <w:r>
        <w:t>542.0375</w:t>
      </w:r>
      <w:r>
        <w:tab/>
        <w:t>3.038e0</w:t>
      </w:r>
    </w:p>
    <w:p w:rsidR="00E00D30" w:rsidRDefault="00E00D30" w:rsidP="00E00D30">
      <w:r>
        <w:t>542.1058</w:t>
      </w:r>
      <w:r>
        <w:tab/>
        <w:t>2.025e0</w:t>
      </w:r>
    </w:p>
    <w:p w:rsidR="00E00D30" w:rsidRDefault="00E00D30" w:rsidP="00E00D30">
      <w:r>
        <w:t>542.1214</w:t>
      </w:r>
      <w:r>
        <w:tab/>
        <w:t>1.013e0</w:t>
      </w:r>
    </w:p>
    <w:p w:rsidR="00E00D30" w:rsidRDefault="00E00D30" w:rsidP="00E00D30">
      <w:r>
        <w:t>542.1619</w:t>
      </w:r>
      <w:r>
        <w:tab/>
        <w:t>1.013e0</w:t>
      </w:r>
    </w:p>
    <w:p w:rsidR="00E00D30" w:rsidRDefault="00E00D30" w:rsidP="00E00D30">
      <w:r>
        <w:lastRenderedPageBreak/>
        <w:t>542.1979</w:t>
      </w:r>
      <w:r>
        <w:tab/>
        <w:t>1.013e0</w:t>
      </w:r>
    </w:p>
    <w:p w:rsidR="00E00D30" w:rsidRDefault="00E00D30" w:rsidP="00E00D30">
      <w:r>
        <w:t>542.2059</w:t>
      </w:r>
      <w:r>
        <w:tab/>
        <w:t>3.038e0</w:t>
      </w:r>
    </w:p>
    <w:p w:rsidR="00E00D30" w:rsidRDefault="00E00D30" w:rsidP="00E00D30">
      <w:r>
        <w:t>542.2155</w:t>
      </w:r>
      <w:r>
        <w:tab/>
        <w:t>3.038e0</w:t>
      </w:r>
    </w:p>
    <w:p w:rsidR="00E00D30" w:rsidRDefault="00E00D30" w:rsidP="00E00D30">
      <w:r>
        <w:t>542.2953</w:t>
      </w:r>
      <w:r>
        <w:tab/>
        <w:t>2.629e0</w:t>
      </w:r>
    </w:p>
    <w:p w:rsidR="00E00D30" w:rsidRDefault="00E00D30" w:rsidP="00E00D30">
      <w:r>
        <w:t>542.2972</w:t>
      </w:r>
      <w:r>
        <w:tab/>
        <w:t>1.073e0</w:t>
      </w:r>
    </w:p>
    <w:p w:rsidR="00E00D30" w:rsidRDefault="00E00D30" w:rsidP="00E00D30">
      <w:r>
        <w:t>542.2992</w:t>
      </w:r>
      <w:r>
        <w:tab/>
        <w:t>1.013e0</w:t>
      </w:r>
    </w:p>
    <w:p w:rsidR="00E00D30" w:rsidRDefault="00E00D30" w:rsidP="00E00D30">
      <w:r>
        <w:t>542.3029</w:t>
      </w:r>
      <w:r>
        <w:tab/>
        <w:t>2.737e0</w:t>
      </w:r>
    </w:p>
    <w:p w:rsidR="00E00D30" w:rsidRDefault="00E00D30" w:rsidP="00E00D30">
      <w:r>
        <w:t>542.3472</w:t>
      </w:r>
      <w:r>
        <w:tab/>
        <w:t>2.025e0</w:t>
      </w:r>
    </w:p>
    <w:p w:rsidR="00E00D30" w:rsidRDefault="00E00D30" w:rsidP="00E00D30">
      <w:r>
        <w:t>542.3566</w:t>
      </w:r>
      <w:r>
        <w:tab/>
        <w:t>3.318e0</w:t>
      </w:r>
    </w:p>
    <w:p w:rsidR="00E00D30" w:rsidRDefault="00E00D30" w:rsidP="00E00D30">
      <w:r>
        <w:t>542.4060</w:t>
      </w:r>
      <w:r>
        <w:tab/>
        <w:t>4.051e0</w:t>
      </w:r>
    </w:p>
    <w:p w:rsidR="00E00D30" w:rsidRDefault="00E00D30" w:rsidP="00E00D30">
      <w:r>
        <w:t>542.4114</w:t>
      </w:r>
      <w:r>
        <w:tab/>
        <w:t>2.025e0</w:t>
      </w:r>
    </w:p>
    <w:p w:rsidR="00E00D30" w:rsidRDefault="00E00D30" w:rsidP="00E00D30">
      <w:r>
        <w:t>542.4373</w:t>
      </w:r>
      <w:r>
        <w:tab/>
        <w:t>4.051e0</w:t>
      </w:r>
    </w:p>
    <w:p w:rsidR="00E00D30" w:rsidRDefault="00E00D30" w:rsidP="00E00D30">
      <w:r>
        <w:t>542.4739</w:t>
      </w:r>
      <w:r>
        <w:tab/>
        <w:t>3.038e0</w:t>
      </w:r>
    </w:p>
    <w:p w:rsidR="00E00D30" w:rsidRDefault="00E00D30" w:rsidP="00E00D30">
      <w:r>
        <w:t>542.4767</w:t>
      </w:r>
      <w:r>
        <w:tab/>
        <w:t>1.013e0</w:t>
      </w:r>
    </w:p>
    <w:p w:rsidR="00E00D30" w:rsidRDefault="00E00D30" w:rsidP="00E00D30">
      <w:r>
        <w:t>542.4863</w:t>
      </w:r>
      <w:r>
        <w:tab/>
        <w:t>1.013e0</w:t>
      </w:r>
    </w:p>
    <w:p w:rsidR="00E00D30" w:rsidRDefault="00E00D30" w:rsidP="00E00D30">
      <w:r>
        <w:t>542.5082</w:t>
      </w:r>
      <w:r>
        <w:tab/>
        <w:t>2.025e0</w:t>
      </w:r>
    </w:p>
    <w:p w:rsidR="00E00D30" w:rsidRDefault="00E00D30" w:rsidP="00E00D30">
      <w:r>
        <w:t>542.5267</w:t>
      </w:r>
      <w:r>
        <w:tab/>
        <w:t>1.013e0</w:t>
      </w:r>
    </w:p>
    <w:p w:rsidR="00E00D30" w:rsidRDefault="00E00D30" w:rsidP="00E00D30">
      <w:r>
        <w:t>542.5706</w:t>
      </w:r>
      <w:r>
        <w:tab/>
        <w:t>3.038e0</w:t>
      </w:r>
    </w:p>
    <w:p w:rsidR="00E00D30" w:rsidRDefault="00E00D30" w:rsidP="00E00D30">
      <w:r>
        <w:t>542.6528</w:t>
      </w:r>
      <w:r>
        <w:tab/>
        <w:t>2.025e0</w:t>
      </w:r>
    </w:p>
    <w:p w:rsidR="00E00D30" w:rsidRDefault="00E00D30" w:rsidP="00E00D30">
      <w:r>
        <w:lastRenderedPageBreak/>
        <w:t>542.6735</w:t>
      </w:r>
      <w:r>
        <w:tab/>
        <w:t>1.013e0</w:t>
      </w:r>
    </w:p>
    <w:p w:rsidR="00E00D30" w:rsidRDefault="00E00D30" w:rsidP="00E00D30">
      <w:r>
        <w:t>542.7084</w:t>
      </w:r>
      <w:r>
        <w:tab/>
        <w:t>3.038e0</w:t>
      </w:r>
    </w:p>
    <w:p w:rsidR="00E00D30" w:rsidRDefault="00E00D30" w:rsidP="00E00D30">
      <w:r>
        <w:t>542.7107</w:t>
      </w:r>
      <w:r>
        <w:tab/>
        <w:t>1.013e0</w:t>
      </w:r>
    </w:p>
    <w:p w:rsidR="00E00D30" w:rsidRDefault="00E00D30" w:rsidP="00E00D30">
      <w:r>
        <w:t>542.7203</w:t>
      </w:r>
      <w:r>
        <w:tab/>
        <w:t>1.013e0</w:t>
      </w:r>
    </w:p>
    <w:p w:rsidR="00E00D30" w:rsidRDefault="00E00D30" w:rsidP="00E00D30">
      <w:r>
        <w:t>542.7444</w:t>
      </w:r>
      <w:r>
        <w:tab/>
        <w:t>1.013e0</w:t>
      </w:r>
    </w:p>
    <w:p w:rsidR="00E00D30" w:rsidRDefault="00E00D30" w:rsidP="00E00D30">
      <w:r>
        <w:t>542.7482</w:t>
      </w:r>
      <w:r>
        <w:tab/>
        <w:t>1.013e0</w:t>
      </w:r>
    </w:p>
    <w:p w:rsidR="00E00D30" w:rsidRDefault="00E00D30" w:rsidP="00E00D30">
      <w:r>
        <w:t>542.8137</w:t>
      </w:r>
      <w:r>
        <w:tab/>
        <w:t>2.025e0</w:t>
      </w:r>
    </w:p>
    <w:p w:rsidR="00E00D30" w:rsidRDefault="00E00D30" w:rsidP="00E00D30">
      <w:r>
        <w:t>542.8191</w:t>
      </w:r>
      <w:r>
        <w:tab/>
        <w:t>2.025e0</w:t>
      </w:r>
    </w:p>
    <w:p w:rsidR="00E00D30" w:rsidRDefault="00E00D30" w:rsidP="00E00D30">
      <w:r>
        <w:t>542.8553</w:t>
      </w:r>
      <w:r>
        <w:tab/>
        <w:t>1.013e0</w:t>
      </w:r>
    </w:p>
    <w:p w:rsidR="00E00D30" w:rsidRDefault="00E00D30" w:rsidP="00E00D30">
      <w:r>
        <w:t>542.8608</w:t>
      </w:r>
      <w:r>
        <w:tab/>
        <w:t>1.013e0</w:t>
      </w:r>
    </w:p>
    <w:p w:rsidR="00E00D30" w:rsidRDefault="00E00D30" w:rsidP="00E00D30">
      <w:r>
        <w:t>542.8708</w:t>
      </w:r>
      <w:r>
        <w:tab/>
        <w:t>2.025e0</w:t>
      </w:r>
    </w:p>
    <w:p w:rsidR="00E00D30" w:rsidRDefault="00E00D30" w:rsidP="00E00D30">
      <w:r>
        <w:t>542.8740</w:t>
      </w:r>
      <w:r>
        <w:tab/>
        <w:t>3.038e0</w:t>
      </w:r>
    </w:p>
    <w:p w:rsidR="00E00D30" w:rsidRDefault="00E00D30" w:rsidP="00E00D30">
      <w:r>
        <w:t>542.8892</w:t>
      </w:r>
      <w:r>
        <w:tab/>
        <w:t>3.038e0</w:t>
      </w:r>
    </w:p>
    <w:p w:rsidR="00E00D30" w:rsidRDefault="00E00D30" w:rsidP="00E00D30">
      <w:r>
        <w:t>542.8918</w:t>
      </w:r>
      <w:r>
        <w:tab/>
        <w:t>1.013e0</w:t>
      </w:r>
    </w:p>
    <w:p w:rsidR="00E00D30" w:rsidRDefault="00E00D30" w:rsidP="00E00D30">
      <w:r>
        <w:t>542.9663</w:t>
      </w:r>
      <w:r>
        <w:tab/>
        <w:t>1.013e0</w:t>
      </w:r>
    </w:p>
    <w:p w:rsidR="00E00D30" w:rsidRDefault="00E00D30" w:rsidP="00E00D30">
      <w:r>
        <w:t>542.9815</w:t>
      </w:r>
      <w:r>
        <w:tab/>
        <w:t>1.013e0</w:t>
      </w:r>
    </w:p>
    <w:p w:rsidR="00E00D30" w:rsidRDefault="00E00D30" w:rsidP="00E00D30">
      <w:r>
        <w:t>542.9837</w:t>
      </w:r>
      <w:r>
        <w:tab/>
        <w:t>1.013e0</w:t>
      </w:r>
    </w:p>
    <w:p w:rsidR="00E00D30" w:rsidRDefault="00E00D30" w:rsidP="00E00D30">
      <w:r>
        <w:t>542.9919</w:t>
      </w:r>
      <w:r>
        <w:tab/>
        <w:t>1.013e0</w:t>
      </w:r>
    </w:p>
    <w:p w:rsidR="00E00D30" w:rsidRDefault="00E00D30" w:rsidP="00E00D30">
      <w:r>
        <w:t>542.9999</w:t>
      </w:r>
      <w:r>
        <w:tab/>
        <w:t>1.013e0</w:t>
      </w:r>
    </w:p>
    <w:p w:rsidR="00E00D30" w:rsidRDefault="00E00D30" w:rsidP="00E00D30">
      <w:r>
        <w:lastRenderedPageBreak/>
        <w:t>543.0363</w:t>
      </w:r>
      <w:r>
        <w:tab/>
        <w:t>1.013e0</w:t>
      </w:r>
    </w:p>
    <w:p w:rsidR="00E00D30" w:rsidRDefault="00E00D30" w:rsidP="00E00D30">
      <w:r>
        <w:t>543.0488</w:t>
      </w:r>
      <w:r>
        <w:tab/>
        <w:t>1.013e0</w:t>
      </w:r>
    </w:p>
    <w:p w:rsidR="00E00D30" w:rsidRDefault="00E00D30" w:rsidP="00E00D30">
      <w:r>
        <w:t>543.0576</w:t>
      </w:r>
      <w:r>
        <w:tab/>
        <w:t>1.013e0</w:t>
      </w:r>
    </w:p>
    <w:p w:rsidR="00E00D30" w:rsidRDefault="00E00D30" w:rsidP="00E00D30">
      <w:r>
        <w:t>543.1102</w:t>
      </w:r>
      <w:r>
        <w:tab/>
        <w:t>1.013e0</w:t>
      </w:r>
    </w:p>
    <w:p w:rsidR="00E00D30" w:rsidRDefault="00E00D30" w:rsidP="00E00D30">
      <w:r>
        <w:t>543.1194</w:t>
      </w:r>
      <w:r>
        <w:tab/>
        <w:t>2.025e0</w:t>
      </w:r>
    </w:p>
    <w:p w:rsidR="00E00D30" w:rsidRDefault="00E00D30" w:rsidP="00E00D30">
      <w:r>
        <w:t>543.1332</w:t>
      </w:r>
      <w:r>
        <w:tab/>
        <w:t>1.013e0</w:t>
      </w:r>
    </w:p>
    <w:p w:rsidR="00E00D30" w:rsidRDefault="00E00D30" w:rsidP="00E00D30">
      <w:r>
        <w:t>543.1756</w:t>
      </w:r>
      <w:r>
        <w:tab/>
        <w:t>2.025e0</w:t>
      </w:r>
    </w:p>
    <w:p w:rsidR="00E00D30" w:rsidRDefault="00E00D30" w:rsidP="00E00D30">
      <w:r>
        <w:t>543.1889</w:t>
      </w:r>
      <w:r>
        <w:tab/>
        <w:t>2.025e0</w:t>
      </w:r>
    </w:p>
    <w:p w:rsidR="00E00D30" w:rsidRDefault="00E00D30" w:rsidP="00E00D30">
      <w:r>
        <w:t>543.2075</w:t>
      </w:r>
      <w:r>
        <w:tab/>
        <w:t>1.013e0</w:t>
      </w:r>
    </w:p>
    <w:p w:rsidR="00E00D30" w:rsidRDefault="00E00D30" w:rsidP="00E00D30">
      <w:r>
        <w:t>543.2207</w:t>
      </w:r>
      <w:r>
        <w:tab/>
        <w:t>3.038e0</w:t>
      </w:r>
    </w:p>
    <w:p w:rsidR="00E00D30" w:rsidRDefault="00E00D30" w:rsidP="00E00D30">
      <w:r>
        <w:t>543.2355</w:t>
      </w:r>
      <w:r>
        <w:tab/>
        <w:t>1.013e0</w:t>
      </w:r>
    </w:p>
    <w:p w:rsidR="00E00D30" w:rsidRDefault="00E00D30" w:rsidP="00E00D30">
      <w:r>
        <w:t>543.2543</w:t>
      </w:r>
      <w:r>
        <w:tab/>
        <w:t>1.013e0</w:t>
      </w:r>
    </w:p>
    <w:p w:rsidR="00E00D30" w:rsidRDefault="00E00D30" w:rsidP="00E00D30">
      <w:r>
        <w:t>543.2582</w:t>
      </w:r>
      <w:r>
        <w:tab/>
        <w:t>1.013e0</w:t>
      </w:r>
    </w:p>
    <w:p w:rsidR="00E00D30" w:rsidRDefault="00E00D30" w:rsidP="00E00D30">
      <w:r>
        <w:t>543.2759</w:t>
      </w:r>
      <w:r>
        <w:tab/>
        <w:t>1.013e0</w:t>
      </w:r>
    </w:p>
    <w:p w:rsidR="00E00D30" w:rsidRDefault="00E00D30" w:rsidP="00E00D30">
      <w:r>
        <w:t>543.2996</w:t>
      </w:r>
      <w:r>
        <w:tab/>
        <w:t>2.995e0</w:t>
      </w:r>
    </w:p>
    <w:p w:rsidR="00E00D30" w:rsidRDefault="00E00D30" w:rsidP="00E00D30">
      <w:r>
        <w:t>543.3295</w:t>
      </w:r>
      <w:r>
        <w:tab/>
        <w:t>1.311e0</w:t>
      </w:r>
    </w:p>
    <w:p w:rsidR="00E00D30" w:rsidRDefault="00E00D30" w:rsidP="00E00D30">
      <w:r>
        <w:t>543.3349</w:t>
      </w:r>
      <w:r>
        <w:tab/>
        <w:t>1.655e0</w:t>
      </w:r>
    </w:p>
    <w:p w:rsidR="00E00D30" w:rsidRDefault="00E00D30" w:rsidP="00E00D30">
      <w:r>
        <w:t>543.3766</w:t>
      </w:r>
      <w:r>
        <w:tab/>
        <w:t>1.802e0</w:t>
      </w:r>
    </w:p>
    <w:p w:rsidR="00E00D30" w:rsidRDefault="00E00D30" w:rsidP="00E00D30">
      <w:r>
        <w:t>543.3808</w:t>
      </w:r>
      <w:r>
        <w:tab/>
        <w:t>3.322e0</w:t>
      </w:r>
    </w:p>
    <w:p w:rsidR="00E00D30" w:rsidRDefault="00E00D30" w:rsidP="00E00D30">
      <w:r>
        <w:lastRenderedPageBreak/>
        <w:t>543.3946</w:t>
      </w:r>
      <w:r>
        <w:tab/>
        <w:t>1.013e0</w:t>
      </w:r>
    </w:p>
    <w:p w:rsidR="00E00D30" w:rsidRDefault="00E00D30" w:rsidP="00E00D30">
      <w:r>
        <w:t>543.4211</w:t>
      </w:r>
      <w:r>
        <w:tab/>
        <w:t>1.013e0</w:t>
      </w:r>
    </w:p>
    <w:p w:rsidR="00E00D30" w:rsidRDefault="00E00D30" w:rsidP="00E00D30">
      <w:r>
        <w:t>543.4415</w:t>
      </w:r>
      <w:r>
        <w:tab/>
        <w:t>1.013e0</w:t>
      </w:r>
    </w:p>
    <w:p w:rsidR="00E00D30" w:rsidRDefault="00E00D30" w:rsidP="00E00D30">
      <w:r>
        <w:t>543.4605</w:t>
      </w:r>
      <w:r>
        <w:tab/>
        <w:t>1.013e0</w:t>
      </w:r>
    </w:p>
    <w:p w:rsidR="00E00D30" w:rsidRDefault="00E00D30" w:rsidP="00E00D30">
      <w:r>
        <w:t>543.4841</w:t>
      </w:r>
      <w:r>
        <w:tab/>
        <w:t>2.025e0</w:t>
      </w:r>
    </w:p>
    <w:p w:rsidR="00E00D30" w:rsidRDefault="00E00D30" w:rsidP="00E00D30">
      <w:r>
        <w:t>543.4987</w:t>
      </w:r>
      <w:r>
        <w:tab/>
        <w:t>1.013e0</w:t>
      </w:r>
    </w:p>
    <w:p w:rsidR="00E00D30" w:rsidRDefault="00E00D30" w:rsidP="00E00D30">
      <w:r>
        <w:t>543.5316</w:t>
      </w:r>
      <w:r>
        <w:tab/>
        <w:t>1.013e0</w:t>
      </w:r>
    </w:p>
    <w:p w:rsidR="00E00D30" w:rsidRDefault="00E00D30" w:rsidP="00E00D30">
      <w:r>
        <w:t>543.5862</w:t>
      </w:r>
      <w:r>
        <w:tab/>
        <w:t>1.013e0</w:t>
      </w:r>
    </w:p>
    <w:p w:rsidR="00E00D30" w:rsidRDefault="00E00D30" w:rsidP="00E00D30">
      <w:r>
        <w:t>543.6290</w:t>
      </w:r>
      <w:r>
        <w:tab/>
        <w:t>1.013e0</w:t>
      </w:r>
    </w:p>
    <w:p w:rsidR="00E00D30" w:rsidRDefault="00E00D30" w:rsidP="00E00D30">
      <w:r>
        <w:t>543.6414</w:t>
      </w:r>
      <w:r>
        <w:tab/>
        <w:t>1.013e0</w:t>
      </w:r>
    </w:p>
    <w:p w:rsidR="00E00D30" w:rsidRDefault="00E00D30" w:rsidP="00E00D30">
      <w:r>
        <w:t>543.6574</w:t>
      </w:r>
      <w:r>
        <w:tab/>
        <w:t>1.013e0</w:t>
      </w:r>
    </w:p>
    <w:p w:rsidR="00E00D30" w:rsidRDefault="00E00D30" w:rsidP="00E00D30">
      <w:r>
        <w:t>543.6668</w:t>
      </w:r>
      <w:r>
        <w:tab/>
        <w:t>1.013e0</w:t>
      </w:r>
    </w:p>
    <w:p w:rsidR="00E00D30" w:rsidRDefault="00E00D30" w:rsidP="00E00D30">
      <w:r>
        <w:t>543.6764</w:t>
      </w:r>
      <w:r>
        <w:tab/>
        <w:t>1.013e0</w:t>
      </w:r>
    </w:p>
    <w:p w:rsidR="00E00D30" w:rsidRDefault="00E00D30" w:rsidP="00E00D30">
      <w:r>
        <w:t>543.6779</w:t>
      </w:r>
      <w:r>
        <w:tab/>
        <w:t>1.013e0</w:t>
      </w:r>
    </w:p>
    <w:p w:rsidR="00E00D30" w:rsidRDefault="00E00D30" w:rsidP="00E00D30">
      <w:r>
        <w:t>543.7304</w:t>
      </w:r>
      <w:r>
        <w:tab/>
        <w:t>1.013e0</w:t>
      </w:r>
    </w:p>
    <w:p w:rsidR="00E00D30" w:rsidRDefault="00E00D30" w:rsidP="00E00D30">
      <w:r>
        <w:t>543.8166</w:t>
      </w:r>
      <w:r>
        <w:tab/>
        <w:t>1.013e0</w:t>
      </w:r>
    </w:p>
    <w:p w:rsidR="00E00D30" w:rsidRDefault="00E00D30" w:rsidP="00E00D30">
      <w:r>
        <w:t>543.8356</w:t>
      </w:r>
      <w:r>
        <w:tab/>
        <w:t>2.025e0</w:t>
      </w:r>
    </w:p>
    <w:p w:rsidR="00E00D30" w:rsidRDefault="00E00D30" w:rsidP="00E00D30">
      <w:r>
        <w:t>543.8372</w:t>
      </w:r>
      <w:r>
        <w:tab/>
        <w:t>2.025e0</w:t>
      </w:r>
    </w:p>
    <w:p w:rsidR="00E00D30" w:rsidRDefault="00E00D30" w:rsidP="00E00D30">
      <w:r>
        <w:t>543.8417</w:t>
      </w:r>
      <w:r>
        <w:tab/>
        <w:t>1.013e0</w:t>
      </w:r>
    </w:p>
    <w:p w:rsidR="00E00D30" w:rsidRDefault="00E00D30" w:rsidP="00E00D30">
      <w:r>
        <w:lastRenderedPageBreak/>
        <w:t>543.8450</w:t>
      </w:r>
      <w:r>
        <w:tab/>
        <w:t>1.013e0</w:t>
      </w:r>
    </w:p>
    <w:p w:rsidR="00E00D30" w:rsidRDefault="00E00D30" w:rsidP="00E00D30">
      <w:r>
        <w:t>543.9147</w:t>
      </w:r>
      <w:r>
        <w:tab/>
        <w:t>2.025e0</w:t>
      </w:r>
    </w:p>
    <w:p w:rsidR="00E00D30" w:rsidRDefault="00E00D30" w:rsidP="00E00D30">
      <w:r>
        <w:t>543.9631</w:t>
      </w:r>
      <w:r>
        <w:tab/>
        <w:t>2.025e0</w:t>
      </w:r>
    </w:p>
    <w:p w:rsidR="00E00D30" w:rsidRDefault="00E00D30" w:rsidP="00E00D30">
      <w:r>
        <w:t>543.9761</w:t>
      </w:r>
      <w:r>
        <w:tab/>
        <w:t>2.025e0</w:t>
      </w:r>
    </w:p>
    <w:p w:rsidR="00E00D30" w:rsidRDefault="00E00D30" w:rsidP="00E00D30">
      <w:r>
        <w:t>543.9792</w:t>
      </w:r>
      <w:r>
        <w:tab/>
        <w:t>2.025e0</w:t>
      </w:r>
    </w:p>
    <w:p w:rsidR="00E00D30" w:rsidRDefault="00E00D30" w:rsidP="00E00D30">
      <w:r>
        <w:t>544.0075</w:t>
      </w:r>
      <w:r>
        <w:tab/>
        <w:t>1.013e0</w:t>
      </w:r>
    </w:p>
    <w:p w:rsidR="00E00D30" w:rsidRDefault="00E00D30" w:rsidP="00E00D30">
      <w:r>
        <w:t>544.0228</w:t>
      </w:r>
      <w:r>
        <w:tab/>
        <w:t>1.013e0</w:t>
      </w:r>
    </w:p>
    <w:p w:rsidR="00E00D30" w:rsidRDefault="00E00D30" w:rsidP="00E00D30">
      <w:r>
        <w:t>544.0594</w:t>
      </w:r>
      <w:r>
        <w:tab/>
        <w:t>1.013e0</w:t>
      </w:r>
    </w:p>
    <w:p w:rsidR="00E00D30" w:rsidRDefault="00E00D30" w:rsidP="00E00D30">
      <w:r>
        <w:t>544.0957</w:t>
      </w:r>
      <w:r>
        <w:tab/>
        <w:t>2.025e0</w:t>
      </w:r>
    </w:p>
    <w:p w:rsidR="00E00D30" w:rsidRDefault="00E00D30" w:rsidP="00E00D30">
      <w:r>
        <w:t>544.1077</w:t>
      </w:r>
      <w:r>
        <w:tab/>
        <w:t>1.013e0</w:t>
      </w:r>
    </w:p>
    <w:p w:rsidR="00E00D30" w:rsidRDefault="00E00D30" w:rsidP="00E00D30">
      <w:r>
        <w:t>544.1513</w:t>
      </w:r>
      <w:r>
        <w:tab/>
        <w:t>1.013e0</w:t>
      </w:r>
    </w:p>
    <w:p w:rsidR="00E00D30" w:rsidRDefault="00E00D30" w:rsidP="00E00D30">
      <w:r>
        <w:t>544.1553</w:t>
      </w:r>
      <w:r>
        <w:tab/>
        <w:t>1.013e0</w:t>
      </w:r>
    </w:p>
    <w:p w:rsidR="00E00D30" w:rsidRDefault="00E00D30" w:rsidP="00E00D30">
      <w:r>
        <w:t>544.1572</w:t>
      </w:r>
      <w:r>
        <w:tab/>
        <w:t>3.038e0</w:t>
      </w:r>
    </w:p>
    <w:p w:rsidR="00E00D30" w:rsidRDefault="00E00D30" w:rsidP="00E00D30">
      <w:r>
        <w:t>544.1641</w:t>
      </w:r>
      <w:r>
        <w:tab/>
        <w:t>1.013e0</w:t>
      </w:r>
    </w:p>
    <w:p w:rsidR="00E00D30" w:rsidRDefault="00E00D30" w:rsidP="00E00D30">
      <w:r>
        <w:t>544.1694</w:t>
      </w:r>
      <w:r>
        <w:tab/>
        <w:t>1.013e0</w:t>
      </w:r>
    </w:p>
    <w:p w:rsidR="00E00D30" w:rsidRDefault="00E00D30" w:rsidP="00E00D30">
      <w:r>
        <w:t>544.2066</w:t>
      </w:r>
      <w:r>
        <w:tab/>
        <w:t>1.013e0</w:t>
      </w:r>
    </w:p>
    <w:p w:rsidR="00E00D30" w:rsidRDefault="00E00D30" w:rsidP="00E00D30">
      <w:r>
        <w:t>544.2299</w:t>
      </w:r>
      <w:r>
        <w:tab/>
        <w:t>3.038e0</w:t>
      </w:r>
    </w:p>
    <w:p w:rsidR="00E00D30" w:rsidRDefault="00E00D30" w:rsidP="00E00D30">
      <w:r>
        <w:t>544.2617</w:t>
      </w:r>
      <w:r>
        <w:tab/>
        <w:t>2.025e0</w:t>
      </w:r>
    </w:p>
    <w:p w:rsidR="00E00D30" w:rsidRDefault="00E00D30" w:rsidP="00E00D30">
      <w:r>
        <w:t>544.2767</w:t>
      </w:r>
      <w:r>
        <w:tab/>
        <w:t>1.013e0</w:t>
      </w:r>
    </w:p>
    <w:p w:rsidR="00E00D30" w:rsidRDefault="00E00D30" w:rsidP="00E00D30">
      <w:r>
        <w:lastRenderedPageBreak/>
        <w:t>544.2833</w:t>
      </w:r>
      <w:r>
        <w:tab/>
        <w:t>2.620e0</w:t>
      </w:r>
    </w:p>
    <w:p w:rsidR="00E00D30" w:rsidRDefault="00E00D30" w:rsidP="00E00D30">
      <w:r>
        <w:t>544.3143</w:t>
      </w:r>
      <w:r>
        <w:tab/>
        <w:t>2.025e0</w:t>
      </w:r>
    </w:p>
    <w:p w:rsidR="00E00D30" w:rsidRDefault="00E00D30" w:rsidP="00E00D30">
      <w:r>
        <w:t>544.3177</w:t>
      </w:r>
      <w:r>
        <w:tab/>
        <w:t>1.013e0</w:t>
      </w:r>
    </w:p>
    <w:p w:rsidR="00E00D30" w:rsidRDefault="00E00D30" w:rsidP="00E00D30">
      <w:r>
        <w:t>544.3415</w:t>
      </w:r>
      <w:r>
        <w:tab/>
        <w:t>2.238e0</w:t>
      </w:r>
    </w:p>
    <w:p w:rsidR="00E00D30" w:rsidRDefault="00E00D30" w:rsidP="00E00D30">
      <w:r>
        <w:t>544.3546</w:t>
      </w:r>
      <w:r>
        <w:tab/>
        <w:t>1.013e0</w:t>
      </w:r>
    </w:p>
    <w:p w:rsidR="00E00D30" w:rsidRDefault="00E00D30" w:rsidP="00E00D30">
      <w:r>
        <w:t>544.3607</w:t>
      </w:r>
      <w:r>
        <w:tab/>
        <w:t>2.025e0</w:t>
      </w:r>
    </w:p>
    <w:p w:rsidR="00E00D30" w:rsidRDefault="00E00D30" w:rsidP="00E00D30">
      <w:r>
        <w:t>544.3629</w:t>
      </w:r>
      <w:r>
        <w:tab/>
        <w:t>1.919e0</w:t>
      </w:r>
    </w:p>
    <w:p w:rsidR="00E00D30" w:rsidRDefault="00E00D30" w:rsidP="00E00D30">
      <w:r>
        <w:t>544.3763</w:t>
      </w:r>
      <w:r>
        <w:tab/>
        <w:t>1.292e0</w:t>
      </w:r>
    </w:p>
    <w:p w:rsidR="00E00D30" w:rsidRDefault="00E00D30" w:rsidP="00E00D30">
      <w:r>
        <w:t>544.4163</w:t>
      </w:r>
      <w:r>
        <w:tab/>
        <w:t>5.063e0</w:t>
      </w:r>
    </w:p>
    <w:p w:rsidR="00E00D30" w:rsidRDefault="00E00D30" w:rsidP="00E00D30">
      <w:r>
        <w:t>544.4504</w:t>
      </w:r>
      <w:r>
        <w:tab/>
        <w:t>3.038e0</w:t>
      </w:r>
    </w:p>
    <w:p w:rsidR="00E00D30" w:rsidRDefault="00E00D30" w:rsidP="00E00D30">
      <w:r>
        <w:t>544.4645</w:t>
      </w:r>
      <w:r>
        <w:tab/>
        <w:t>1.013e0</w:t>
      </w:r>
    </w:p>
    <w:p w:rsidR="00E00D30" w:rsidRDefault="00E00D30" w:rsidP="00E00D30">
      <w:r>
        <w:t>544.4839</w:t>
      </w:r>
      <w:r>
        <w:tab/>
        <w:t>2.025e0</w:t>
      </w:r>
    </w:p>
    <w:p w:rsidR="00E00D30" w:rsidRDefault="00E00D30" w:rsidP="00E00D30">
      <w:r>
        <w:t>544.4924</w:t>
      </w:r>
      <w:r>
        <w:tab/>
        <w:t>1.013e0</w:t>
      </w:r>
    </w:p>
    <w:p w:rsidR="00E00D30" w:rsidRDefault="00E00D30" w:rsidP="00E00D30">
      <w:r>
        <w:t>544.5021</w:t>
      </w:r>
      <w:r>
        <w:tab/>
        <w:t>1.013e0</w:t>
      </w:r>
    </w:p>
    <w:p w:rsidR="00E00D30" w:rsidRDefault="00E00D30" w:rsidP="00E00D30">
      <w:r>
        <w:t>544.5303</w:t>
      </w:r>
      <w:r>
        <w:tab/>
        <w:t>1.013e0</w:t>
      </w:r>
    </w:p>
    <w:p w:rsidR="00E00D30" w:rsidRDefault="00E00D30" w:rsidP="00E00D30">
      <w:r>
        <w:t>544.5630</w:t>
      </w:r>
      <w:r>
        <w:tab/>
        <w:t>2.025e0</w:t>
      </w:r>
    </w:p>
    <w:p w:rsidR="00E00D30" w:rsidRDefault="00E00D30" w:rsidP="00E00D30">
      <w:r>
        <w:t>544.5960</w:t>
      </w:r>
      <w:r>
        <w:tab/>
        <w:t>1.013e0</w:t>
      </w:r>
    </w:p>
    <w:p w:rsidR="00E00D30" w:rsidRDefault="00E00D30" w:rsidP="00E00D30">
      <w:r>
        <w:t>544.6051</w:t>
      </w:r>
      <w:r>
        <w:tab/>
        <w:t>1.013e0</w:t>
      </w:r>
    </w:p>
    <w:p w:rsidR="00E00D30" w:rsidRDefault="00E00D30" w:rsidP="00E00D30">
      <w:r>
        <w:t>544.6343</w:t>
      </w:r>
      <w:r>
        <w:tab/>
        <w:t>1.013e0</w:t>
      </w:r>
    </w:p>
    <w:p w:rsidR="00E00D30" w:rsidRDefault="00E00D30" w:rsidP="00E00D30">
      <w:r>
        <w:lastRenderedPageBreak/>
        <w:t>544.7167</w:t>
      </w:r>
      <w:r>
        <w:tab/>
        <w:t>1.013e0</w:t>
      </w:r>
    </w:p>
    <w:p w:rsidR="00E00D30" w:rsidRDefault="00E00D30" w:rsidP="00E00D30">
      <w:r>
        <w:t>544.7462</w:t>
      </w:r>
      <w:r>
        <w:tab/>
        <w:t>2.025e0</w:t>
      </w:r>
    </w:p>
    <w:p w:rsidR="00E00D30" w:rsidRDefault="00E00D30" w:rsidP="00E00D30">
      <w:r>
        <w:t>544.7565</w:t>
      </w:r>
      <w:r>
        <w:tab/>
        <w:t>1.013e0</w:t>
      </w:r>
    </w:p>
    <w:p w:rsidR="00E00D30" w:rsidRDefault="00E00D30" w:rsidP="00E00D30">
      <w:r>
        <w:t>544.8093</w:t>
      </w:r>
      <w:r>
        <w:tab/>
        <w:t>1.013e0</w:t>
      </w:r>
    </w:p>
    <w:p w:rsidR="00E00D30" w:rsidRDefault="00E00D30" w:rsidP="00E00D30">
      <w:r>
        <w:t>544.8121</w:t>
      </w:r>
      <w:r>
        <w:tab/>
        <w:t>1.013e0</w:t>
      </w:r>
    </w:p>
    <w:p w:rsidR="00E00D30" w:rsidRDefault="00E00D30" w:rsidP="00E00D30">
      <w:r>
        <w:t>544.8306</w:t>
      </w:r>
      <w:r>
        <w:tab/>
        <w:t>2.025e0</w:t>
      </w:r>
    </w:p>
    <w:p w:rsidR="00E00D30" w:rsidRDefault="00E00D30" w:rsidP="00E00D30">
      <w:r>
        <w:t>544.8455</w:t>
      </w:r>
      <w:r>
        <w:tab/>
        <w:t>1.013e0</w:t>
      </w:r>
    </w:p>
    <w:p w:rsidR="00E00D30" w:rsidRDefault="00E00D30" w:rsidP="00E00D30">
      <w:r>
        <w:t>544.8682</w:t>
      </w:r>
      <w:r>
        <w:tab/>
        <w:t>1.013e0</w:t>
      </w:r>
    </w:p>
    <w:p w:rsidR="00E00D30" w:rsidRDefault="00E00D30" w:rsidP="00E00D30">
      <w:r>
        <w:t>544.8759</w:t>
      </w:r>
      <w:r>
        <w:tab/>
        <w:t>3.038e0</w:t>
      </w:r>
    </w:p>
    <w:p w:rsidR="00E00D30" w:rsidRDefault="00E00D30" w:rsidP="00E00D30">
      <w:r>
        <w:t>544.9014</w:t>
      </w:r>
      <w:r>
        <w:tab/>
        <w:t>1.013e0</w:t>
      </w:r>
    </w:p>
    <w:p w:rsidR="00E00D30" w:rsidRDefault="00E00D30" w:rsidP="00E00D30">
      <w:r>
        <w:t>544.9102</w:t>
      </w:r>
      <w:r>
        <w:tab/>
        <w:t>5.063e0</w:t>
      </w:r>
    </w:p>
    <w:p w:rsidR="00E00D30" w:rsidRDefault="00E00D30" w:rsidP="00E00D30">
      <w:r>
        <w:t>544.9531</w:t>
      </w:r>
      <w:r>
        <w:tab/>
        <w:t>1.013e0</w:t>
      </w:r>
    </w:p>
    <w:p w:rsidR="00E00D30" w:rsidRDefault="00E00D30" w:rsidP="00E00D30">
      <w:r>
        <w:t>544.9567</w:t>
      </w:r>
      <w:r>
        <w:tab/>
        <w:t>1.013e0</w:t>
      </w:r>
    </w:p>
    <w:p w:rsidR="00E00D30" w:rsidRDefault="00E00D30" w:rsidP="00E00D30">
      <w:r>
        <w:t>545.0111</w:t>
      </w:r>
      <w:r>
        <w:tab/>
        <w:t>1.013e0</w:t>
      </w:r>
    </w:p>
    <w:p w:rsidR="00E00D30" w:rsidRDefault="00E00D30" w:rsidP="00E00D30">
      <w:r>
        <w:t>545.0457</w:t>
      </w:r>
      <w:r>
        <w:tab/>
        <w:t>2.025e0</w:t>
      </w:r>
    </w:p>
    <w:p w:rsidR="00E00D30" w:rsidRDefault="00E00D30" w:rsidP="00E00D30">
      <w:r>
        <w:t>545.0661</w:t>
      </w:r>
      <w:r>
        <w:tab/>
        <w:t>1.013e0</w:t>
      </w:r>
    </w:p>
    <w:p w:rsidR="00E00D30" w:rsidRDefault="00E00D30" w:rsidP="00E00D30">
      <w:r>
        <w:t>545.0938</w:t>
      </w:r>
      <w:r>
        <w:tab/>
        <w:t>1.013e0</w:t>
      </w:r>
    </w:p>
    <w:p w:rsidR="00E00D30" w:rsidRDefault="00E00D30" w:rsidP="00E00D30">
      <w:r>
        <w:t>545.1035</w:t>
      </w:r>
      <w:r>
        <w:tab/>
        <w:t>1.013e0</w:t>
      </w:r>
    </w:p>
    <w:p w:rsidR="00E00D30" w:rsidRDefault="00E00D30" w:rsidP="00E00D30">
      <w:r>
        <w:t>545.1223</w:t>
      </w:r>
      <w:r>
        <w:tab/>
        <w:t>1.013e0</w:t>
      </w:r>
    </w:p>
    <w:p w:rsidR="00E00D30" w:rsidRDefault="00E00D30" w:rsidP="00E00D30">
      <w:r>
        <w:lastRenderedPageBreak/>
        <w:t>545.1313</w:t>
      </w:r>
      <w:r>
        <w:tab/>
        <w:t>1.013e0</w:t>
      </w:r>
    </w:p>
    <w:p w:rsidR="00E00D30" w:rsidRDefault="00E00D30" w:rsidP="00E00D30">
      <w:r>
        <w:t>545.1605</w:t>
      </w:r>
      <w:r>
        <w:tab/>
        <w:t>1.013e0</w:t>
      </w:r>
    </w:p>
    <w:p w:rsidR="00E00D30" w:rsidRDefault="00E00D30" w:rsidP="00E00D30">
      <w:r>
        <w:t>545.1693</w:t>
      </w:r>
      <w:r>
        <w:tab/>
        <w:t>1.013e0</w:t>
      </w:r>
    </w:p>
    <w:p w:rsidR="00E00D30" w:rsidRDefault="00E00D30" w:rsidP="00E00D30">
      <w:r>
        <w:t>545.1972</w:t>
      </w:r>
      <w:r>
        <w:tab/>
        <w:t>1.013e0</w:t>
      </w:r>
    </w:p>
    <w:p w:rsidR="00E00D30" w:rsidRDefault="00E00D30" w:rsidP="00E00D30">
      <w:r>
        <w:t>545.2301</w:t>
      </w:r>
      <w:r>
        <w:tab/>
        <w:t>1.013e0</w:t>
      </w:r>
    </w:p>
    <w:p w:rsidR="00E00D30" w:rsidRDefault="00E00D30" w:rsidP="00E00D30">
      <w:r>
        <w:t>545.2719</w:t>
      </w:r>
      <w:r>
        <w:tab/>
        <w:t>2.811e0</w:t>
      </w:r>
    </w:p>
    <w:p w:rsidR="00E00D30" w:rsidRDefault="00E00D30" w:rsidP="00E00D30">
      <w:r>
        <w:t>545.2873</w:t>
      </w:r>
      <w:r>
        <w:tab/>
        <w:t>2.025e0</w:t>
      </w:r>
    </w:p>
    <w:p w:rsidR="00E00D30" w:rsidRDefault="00E00D30" w:rsidP="00E00D30">
      <w:r>
        <w:t>545.2960</w:t>
      </w:r>
      <w:r>
        <w:tab/>
        <w:t>3.038e0</w:t>
      </w:r>
    </w:p>
    <w:p w:rsidR="00E00D30" w:rsidRDefault="00E00D30" w:rsidP="00E00D30">
      <w:r>
        <w:t>545.3008</w:t>
      </w:r>
      <w:r>
        <w:tab/>
        <w:t>3.425e0</w:t>
      </w:r>
    </w:p>
    <w:p w:rsidR="00E00D30" w:rsidRDefault="00E00D30" w:rsidP="00E00D30">
      <w:r>
        <w:t>545.3298</w:t>
      </w:r>
      <w:r>
        <w:tab/>
        <w:t>2.025e0</w:t>
      </w:r>
    </w:p>
    <w:p w:rsidR="00E00D30" w:rsidRDefault="00E00D30" w:rsidP="00E00D30">
      <w:r>
        <w:t>545.3386</w:t>
      </w:r>
      <w:r>
        <w:tab/>
        <w:t>2.025e0</w:t>
      </w:r>
    </w:p>
    <w:p w:rsidR="00E00D30" w:rsidRDefault="00E00D30" w:rsidP="00E00D30">
      <w:r>
        <w:t>545.3486</w:t>
      </w:r>
      <w:r>
        <w:tab/>
        <w:t>1.013e0</w:t>
      </w:r>
    </w:p>
    <w:p w:rsidR="00E00D30" w:rsidRDefault="00E00D30" w:rsidP="00E00D30">
      <w:r>
        <w:t>545.3765</w:t>
      </w:r>
      <w:r>
        <w:tab/>
        <w:t>2.025e0</w:t>
      </w:r>
    </w:p>
    <w:p w:rsidR="00E00D30" w:rsidRDefault="00E00D30" w:rsidP="00E00D30">
      <w:r>
        <w:t>545.3856</w:t>
      </w:r>
      <w:r>
        <w:tab/>
        <w:t>1.013e0</w:t>
      </w:r>
    </w:p>
    <w:p w:rsidR="00E00D30" w:rsidRDefault="00E00D30" w:rsidP="00E00D30">
      <w:r>
        <w:t>545.3926</w:t>
      </w:r>
      <w:r>
        <w:tab/>
        <w:t>3.038e0</w:t>
      </w:r>
    </w:p>
    <w:p w:rsidR="00E00D30" w:rsidRDefault="00E00D30" w:rsidP="00E00D30">
      <w:r>
        <w:t>545.3950</w:t>
      </w:r>
      <w:r>
        <w:tab/>
        <w:t>1.013e0</w:t>
      </w:r>
    </w:p>
    <w:p w:rsidR="00E00D30" w:rsidRDefault="00E00D30" w:rsidP="00E00D30">
      <w:r>
        <w:t>545.4016</w:t>
      </w:r>
      <w:r>
        <w:tab/>
        <w:t>2.025e0</w:t>
      </w:r>
    </w:p>
    <w:p w:rsidR="00E00D30" w:rsidRDefault="00E00D30" w:rsidP="00E00D30">
      <w:r>
        <w:t>545.4059</w:t>
      </w:r>
      <w:r>
        <w:tab/>
        <w:t>5.506e0</w:t>
      </w:r>
    </w:p>
    <w:p w:rsidR="00E00D30" w:rsidRDefault="00E00D30" w:rsidP="00E00D30">
      <w:r>
        <w:t>545.4135</w:t>
      </w:r>
      <w:r>
        <w:tab/>
        <w:t>1.013e0</w:t>
      </w:r>
    </w:p>
    <w:p w:rsidR="00E00D30" w:rsidRDefault="00E00D30" w:rsidP="00E00D30">
      <w:r>
        <w:lastRenderedPageBreak/>
        <w:t>545.4420</w:t>
      </w:r>
      <w:r>
        <w:tab/>
        <w:t>1.013e0</w:t>
      </w:r>
    </w:p>
    <w:p w:rsidR="00E00D30" w:rsidRDefault="00E00D30" w:rsidP="00E00D30">
      <w:r>
        <w:t>545.4796</w:t>
      </w:r>
      <w:r>
        <w:tab/>
        <w:t>1.013e0</w:t>
      </w:r>
    </w:p>
    <w:p w:rsidR="00E00D30" w:rsidRDefault="00E00D30" w:rsidP="00E00D30">
      <w:r>
        <w:t>545.4897</w:t>
      </w:r>
      <w:r>
        <w:tab/>
        <w:t>1.013e0</w:t>
      </w:r>
    </w:p>
    <w:p w:rsidR="00E00D30" w:rsidRDefault="00E00D30" w:rsidP="00E00D30">
      <w:r>
        <w:t>545.5173</w:t>
      </w:r>
      <w:r>
        <w:tab/>
        <w:t>1.013e0</w:t>
      </w:r>
    </w:p>
    <w:p w:rsidR="00E00D30" w:rsidRDefault="00E00D30" w:rsidP="00E00D30">
      <w:r>
        <w:t>545.5455</w:t>
      </w:r>
      <w:r>
        <w:tab/>
        <w:t>1.013e0</w:t>
      </w:r>
    </w:p>
    <w:p w:rsidR="00E00D30" w:rsidRDefault="00E00D30" w:rsidP="00E00D30">
      <w:r>
        <w:t>545.5831</w:t>
      </w:r>
      <w:r>
        <w:tab/>
        <w:t>1.013e0</w:t>
      </w:r>
    </w:p>
    <w:p w:rsidR="00E00D30" w:rsidRDefault="00E00D30" w:rsidP="00E00D30">
      <w:r>
        <w:t>545.5943</w:t>
      </w:r>
      <w:r>
        <w:tab/>
        <w:t>2.025e0</w:t>
      </w:r>
    </w:p>
    <w:p w:rsidR="00E00D30" w:rsidRDefault="00E00D30" w:rsidP="00E00D30">
      <w:r>
        <w:t>545.6112</w:t>
      </w:r>
      <w:r>
        <w:tab/>
        <w:t>2.025e0</w:t>
      </w:r>
    </w:p>
    <w:p w:rsidR="00E00D30" w:rsidRDefault="00E00D30" w:rsidP="00E00D30">
      <w:r>
        <w:t>545.6458</w:t>
      </w:r>
      <w:r>
        <w:tab/>
        <w:t>2.025e0</w:t>
      </w:r>
    </w:p>
    <w:p w:rsidR="00E00D30" w:rsidRDefault="00E00D30" w:rsidP="00E00D30">
      <w:r>
        <w:t>545.6680</w:t>
      </w:r>
      <w:r>
        <w:tab/>
        <w:t>1.013e0</w:t>
      </w:r>
    </w:p>
    <w:p w:rsidR="00E00D30" w:rsidRDefault="00E00D30" w:rsidP="00E00D30">
      <w:r>
        <w:t>545.7207</w:t>
      </w:r>
      <w:r>
        <w:tab/>
        <w:t>4.051e0</w:t>
      </w:r>
    </w:p>
    <w:p w:rsidR="00E00D30" w:rsidRDefault="00E00D30" w:rsidP="00E00D30">
      <w:r>
        <w:t>545.7578</w:t>
      </w:r>
      <w:r>
        <w:tab/>
        <w:t>1.013e0</w:t>
      </w:r>
    </w:p>
    <w:p w:rsidR="00E00D30" w:rsidRDefault="00E00D30" w:rsidP="00E00D30">
      <w:r>
        <w:t>545.8132</w:t>
      </w:r>
      <w:r>
        <w:tab/>
        <w:t>1.013e0</w:t>
      </w:r>
    </w:p>
    <w:p w:rsidR="00E00D30" w:rsidRDefault="00E00D30" w:rsidP="00E00D30">
      <w:r>
        <w:t>545.8275</w:t>
      </w:r>
      <w:r>
        <w:tab/>
        <w:t>1.013e0</w:t>
      </w:r>
    </w:p>
    <w:p w:rsidR="00E00D30" w:rsidRDefault="00E00D30" w:rsidP="00E00D30">
      <w:r>
        <w:t>545.8372</w:t>
      </w:r>
      <w:r>
        <w:tab/>
        <w:t>2.025e0</w:t>
      </w:r>
    </w:p>
    <w:p w:rsidR="00E00D30" w:rsidRDefault="00E00D30" w:rsidP="00E00D30">
      <w:r>
        <w:t>545.8474</w:t>
      </w:r>
      <w:r>
        <w:tab/>
        <w:t>3.038e0</w:t>
      </w:r>
    </w:p>
    <w:p w:rsidR="00E00D30" w:rsidRDefault="00E00D30" w:rsidP="00E00D30">
      <w:r>
        <w:t>545.8558</w:t>
      </w:r>
      <w:r>
        <w:tab/>
        <w:t>1.013e0</w:t>
      </w:r>
    </w:p>
    <w:p w:rsidR="00E00D30" w:rsidRDefault="00E00D30" w:rsidP="00E00D30">
      <w:r>
        <w:t>545.8749</w:t>
      </w:r>
      <w:r>
        <w:tab/>
        <w:t>1.013e0</w:t>
      </w:r>
    </w:p>
    <w:p w:rsidR="00E00D30" w:rsidRDefault="00E00D30" w:rsidP="00E00D30">
      <w:r>
        <w:t>545.9122</w:t>
      </w:r>
      <w:r>
        <w:tab/>
        <w:t>1.013e0</w:t>
      </w:r>
    </w:p>
    <w:p w:rsidR="00E00D30" w:rsidRDefault="00E00D30" w:rsidP="00E00D30">
      <w:r>
        <w:lastRenderedPageBreak/>
        <w:t>545.9394</w:t>
      </w:r>
      <w:r>
        <w:tab/>
        <w:t>1.013e0</w:t>
      </w:r>
    </w:p>
    <w:p w:rsidR="00E00D30" w:rsidRDefault="00E00D30" w:rsidP="00E00D30">
      <w:r>
        <w:t>545.9425</w:t>
      </w:r>
      <w:r>
        <w:tab/>
        <w:t>1.013e0</w:t>
      </w:r>
    </w:p>
    <w:p w:rsidR="00E00D30" w:rsidRDefault="00E00D30" w:rsidP="00E00D30">
      <w:r>
        <w:t>545.9729</w:t>
      </w:r>
      <w:r>
        <w:tab/>
        <w:t>2.025e0</w:t>
      </w:r>
    </w:p>
    <w:p w:rsidR="00E00D30" w:rsidRDefault="00E00D30" w:rsidP="00E00D30">
      <w:r>
        <w:t>545.9943</w:t>
      </w:r>
      <w:r>
        <w:tab/>
        <w:t>3.038e0</w:t>
      </w:r>
    </w:p>
    <w:p w:rsidR="00E00D30" w:rsidRDefault="00E00D30" w:rsidP="00E00D30">
      <w:r>
        <w:t>546.0319</w:t>
      </w:r>
      <w:r>
        <w:tab/>
        <w:t>1.013e0</w:t>
      </w:r>
    </w:p>
    <w:p w:rsidR="00E00D30" w:rsidRDefault="00E00D30" w:rsidP="00E00D30">
      <w:r>
        <w:t>546.1158</w:t>
      </w:r>
      <w:r>
        <w:tab/>
        <w:t>2.025e0</w:t>
      </w:r>
    </w:p>
    <w:p w:rsidR="00E00D30" w:rsidRDefault="00E00D30" w:rsidP="00E00D30">
      <w:r>
        <w:t>546.1233</w:t>
      </w:r>
      <w:r>
        <w:tab/>
        <w:t>2.025e0</w:t>
      </w:r>
    </w:p>
    <w:p w:rsidR="00E00D30" w:rsidRDefault="00E00D30" w:rsidP="00E00D30">
      <w:r>
        <w:t>546.1580</w:t>
      </w:r>
      <w:r>
        <w:tab/>
        <w:t>1.013e0</w:t>
      </w:r>
    </w:p>
    <w:p w:rsidR="00E00D30" w:rsidRDefault="00E00D30" w:rsidP="00E00D30">
      <w:r>
        <w:t>546.1672</w:t>
      </w:r>
      <w:r>
        <w:tab/>
        <w:t>2.025e0</w:t>
      </w:r>
    </w:p>
    <w:p w:rsidR="00E00D30" w:rsidRDefault="00E00D30" w:rsidP="00E00D30">
      <w:r>
        <w:t>546.1762</w:t>
      </w:r>
      <w:r>
        <w:tab/>
        <w:t>1.013e0</w:t>
      </w:r>
    </w:p>
    <w:p w:rsidR="00E00D30" w:rsidRDefault="00E00D30" w:rsidP="00E00D30">
      <w:r>
        <w:t>546.1853</w:t>
      </w:r>
      <w:r>
        <w:tab/>
        <w:t>1.013e0</w:t>
      </w:r>
    </w:p>
    <w:p w:rsidR="00E00D30" w:rsidRDefault="00E00D30" w:rsidP="00E00D30">
      <w:r>
        <w:t>546.2191</w:t>
      </w:r>
      <w:r>
        <w:tab/>
        <w:t>2.025e0</w:t>
      </w:r>
    </w:p>
    <w:p w:rsidR="00E00D30" w:rsidRDefault="00E00D30" w:rsidP="00E00D30">
      <w:r>
        <w:t>546.2247</w:t>
      </w:r>
      <w:r>
        <w:tab/>
        <w:t>3.038e0</w:t>
      </w:r>
    </w:p>
    <w:p w:rsidR="00E00D30" w:rsidRDefault="00E00D30" w:rsidP="00E00D30">
      <w:r>
        <w:t>546.2311</w:t>
      </w:r>
      <w:r>
        <w:tab/>
        <w:t>2.025e0</w:t>
      </w:r>
    </w:p>
    <w:p w:rsidR="00E00D30" w:rsidRDefault="00E00D30" w:rsidP="00E00D30">
      <w:r>
        <w:t>546.2336</w:t>
      </w:r>
      <w:r>
        <w:tab/>
        <w:t>1.013e0</w:t>
      </w:r>
    </w:p>
    <w:p w:rsidR="00E00D30" w:rsidRDefault="00E00D30" w:rsidP="00E00D30">
      <w:r>
        <w:t>546.3237</w:t>
      </w:r>
      <w:r>
        <w:tab/>
        <w:t>2.025e0</w:t>
      </w:r>
    </w:p>
    <w:p w:rsidR="00E00D30" w:rsidRDefault="00E00D30" w:rsidP="00E00D30">
      <w:r>
        <w:t>546.3337</w:t>
      </w:r>
      <w:r>
        <w:tab/>
        <w:t>2.025e0</w:t>
      </w:r>
    </w:p>
    <w:p w:rsidR="00E00D30" w:rsidRDefault="00E00D30" w:rsidP="00E00D30">
      <w:r>
        <w:t>546.3433</w:t>
      </w:r>
      <w:r>
        <w:tab/>
        <w:t>6.080e0</w:t>
      </w:r>
    </w:p>
    <w:p w:rsidR="00E00D30" w:rsidRDefault="00E00D30" w:rsidP="00E00D30">
      <w:r>
        <w:t>546.3482</w:t>
      </w:r>
      <w:r>
        <w:tab/>
        <w:t>2.853e0</w:t>
      </w:r>
    </w:p>
    <w:p w:rsidR="00E00D30" w:rsidRDefault="00E00D30" w:rsidP="00E00D30">
      <w:r>
        <w:lastRenderedPageBreak/>
        <w:t>546.3693</w:t>
      </w:r>
      <w:r>
        <w:tab/>
        <w:t>2.370e0</w:t>
      </w:r>
    </w:p>
    <w:p w:rsidR="00E00D30" w:rsidRDefault="00E00D30" w:rsidP="00E00D30">
      <w:r>
        <w:t>546.3730</w:t>
      </w:r>
      <w:r>
        <w:tab/>
        <w:t>4.970e0</w:t>
      </w:r>
    </w:p>
    <w:p w:rsidR="00E00D30" w:rsidRDefault="00E00D30" w:rsidP="00E00D30">
      <w:r>
        <w:t>546.3939</w:t>
      </w:r>
      <w:r>
        <w:tab/>
        <w:t>2.025e0</w:t>
      </w:r>
    </w:p>
    <w:p w:rsidR="00E00D30" w:rsidRDefault="00E00D30" w:rsidP="00E00D30">
      <w:r>
        <w:t>546.4131</w:t>
      </w:r>
      <w:r>
        <w:tab/>
        <w:t>2.025e0</w:t>
      </w:r>
    </w:p>
    <w:p w:rsidR="00E00D30" w:rsidRDefault="00E00D30" w:rsidP="00E00D30">
      <w:r>
        <w:t>546.4501</w:t>
      </w:r>
      <w:r>
        <w:tab/>
        <w:t>1.013e0</w:t>
      </w:r>
    </w:p>
    <w:p w:rsidR="00E00D30" w:rsidRDefault="00E00D30" w:rsidP="00E00D30">
      <w:r>
        <w:t>546.4655</w:t>
      </w:r>
      <w:r>
        <w:tab/>
        <w:t>5.063e0</w:t>
      </w:r>
    </w:p>
    <w:p w:rsidR="00E00D30" w:rsidRDefault="00E00D30" w:rsidP="00E00D30">
      <w:r>
        <w:t>546.4777</w:t>
      </w:r>
      <w:r>
        <w:tab/>
        <w:t>1.013e0</w:t>
      </w:r>
    </w:p>
    <w:p w:rsidR="00E00D30" w:rsidRDefault="00E00D30" w:rsidP="00E00D30">
      <w:r>
        <w:t>546.5044</w:t>
      </w:r>
      <w:r>
        <w:tab/>
        <w:t>1.013e0</w:t>
      </w:r>
    </w:p>
    <w:p w:rsidR="00E00D30" w:rsidRDefault="00E00D30" w:rsidP="00E00D30">
      <w:r>
        <w:t>546.5154</w:t>
      </w:r>
      <w:r>
        <w:tab/>
        <w:t>1.013e0</w:t>
      </w:r>
    </w:p>
    <w:p w:rsidR="00E00D30" w:rsidRDefault="00E00D30" w:rsidP="00E00D30">
      <w:r>
        <w:t>546.5687</w:t>
      </w:r>
      <w:r>
        <w:tab/>
        <w:t>2.025e0</w:t>
      </w:r>
    </w:p>
    <w:p w:rsidR="00E00D30" w:rsidRDefault="00E00D30" w:rsidP="00E00D30">
      <w:r>
        <w:t>546.5908</w:t>
      </w:r>
      <w:r>
        <w:tab/>
        <w:t>1.013e0</w:t>
      </w:r>
    </w:p>
    <w:p w:rsidR="00E00D30" w:rsidRDefault="00E00D30" w:rsidP="00E00D30">
      <w:r>
        <w:t>546.6002</w:t>
      </w:r>
      <w:r>
        <w:tab/>
        <w:t>1.013e0</w:t>
      </w:r>
    </w:p>
    <w:p w:rsidR="00E00D30" w:rsidRDefault="00E00D30" w:rsidP="00E00D30">
      <w:r>
        <w:t>546.6188</w:t>
      </w:r>
      <w:r>
        <w:tab/>
        <w:t>1.013e0</w:t>
      </w:r>
    </w:p>
    <w:p w:rsidR="00E00D30" w:rsidRDefault="00E00D30" w:rsidP="00E00D30">
      <w:r>
        <w:t>546.6334</w:t>
      </w:r>
      <w:r>
        <w:tab/>
        <w:t>2.025e0</w:t>
      </w:r>
    </w:p>
    <w:p w:rsidR="00E00D30" w:rsidRDefault="00E00D30" w:rsidP="00E00D30">
      <w:r>
        <w:t>546.6618</w:t>
      </w:r>
      <w:r>
        <w:tab/>
        <w:t>2.025e0</w:t>
      </w:r>
    </w:p>
    <w:p w:rsidR="00E00D30" w:rsidRDefault="00E00D30" w:rsidP="00E00D30">
      <w:r>
        <w:t>546.6662</w:t>
      </w:r>
      <w:r>
        <w:tab/>
        <w:t>1.013e0</w:t>
      </w:r>
    </w:p>
    <w:p w:rsidR="00E00D30" w:rsidRDefault="00E00D30" w:rsidP="00E00D30">
      <w:r>
        <w:t>546.6848</w:t>
      </w:r>
      <w:r>
        <w:tab/>
        <w:t>1.013e0</w:t>
      </w:r>
    </w:p>
    <w:p w:rsidR="00E00D30" w:rsidRDefault="00E00D30" w:rsidP="00E00D30">
      <w:r>
        <w:t>546.7260</w:t>
      </w:r>
      <w:r>
        <w:tab/>
        <w:t>2.025e0</w:t>
      </w:r>
    </w:p>
    <w:p w:rsidR="00E00D30" w:rsidRDefault="00E00D30" w:rsidP="00E00D30">
      <w:r>
        <w:t>546.7416</w:t>
      </w:r>
      <w:r>
        <w:tab/>
        <w:t>3.038e0</w:t>
      </w:r>
    </w:p>
    <w:p w:rsidR="00E00D30" w:rsidRDefault="00E00D30" w:rsidP="00E00D30">
      <w:r>
        <w:lastRenderedPageBreak/>
        <w:t>546.7888</w:t>
      </w:r>
      <w:r>
        <w:tab/>
        <w:t>1.013e0</w:t>
      </w:r>
    </w:p>
    <w:p w:rsidR="00E00D30" w:rsidRDefault="00E00D30" w:rsidP="00E00D30">
      <w:r>
        <w:t>546.8151</w:t>
      </w:r>
      <w:r>
        <w:tab/>
        <w:t>2.025e0</w:t>
      </w:r>
    </w:p>
    <w:p w:rsidR="00E00D30" w:rsidRDefault="00E00D30" w:rsidP="00E00D30">
      <w:r>
        <w:t>546.8262</w:t>
      </w:r>
      <w:r>
        <w:tab/>
        <w:t>1.013e0</w:t>
      </w:r>
    </w:p>
    <w:p w:rsidR="00E00D30" w:rsidRDefault="00E00D30" w:rsidP="00E00D30">
      <w:r>
        <w:t>546.8359</w:t>
      </w:r>
      <w:r>
        <w:tab/>
        <w:t>1.013e0</w:t>
      </w:r>
    </w:p>
    <w:p w:rsidR="00E00D30" w:rsidRDefault="00E00D30" w:rsidP="00E00D30">
      <w:r>
        <w:t>546.8475</w:t>
      </w:r>
      <w:r>
        <w:tab/>
        <w:t>3.038e0</w:t>
      </w:r>
    </w:p>
    <w:p w:rsidR="00E00D30" w:rsidRDefault="00E00D30" w:rsidP="00E00D30">
      <w:r>
        <w:t>546.8883</w:t>
      </w:r>
      <w:r>
        <w:tab/>
        <w:t>2.025e0</w:t>
      </w:r>
    </w:p>
    <w:p w:rsidR="00E00D30" w:rsidRDefault="00E00D30" w:rsidP="00E00D30">
      <w:r>
        <w:t>546.8931</w:t>
      </w:r>
      <w:r>
        <w:tab/>
        <w:t>1.013e0</w:t>
      </w:r>
    </w:p>
    <w:p w:rsidR="00E00D30" w:rsidRDefault="00E00D30" w:rsidP="00E00D30">
      <w:r>
        <w:t>546.9016</w:t>
      </w:r>
      <w:r>
        <w:tab/>
        <w:t>1.013e0</w:t>
      </w:r>
    </w:p>
    <w:p w:rsidR="00E00D30" w:rsidRDefault="00E00D30" w:rsidP="00E00D30">
      <w:r>
        <w:t>546.9066</w:t>
      </w:r>
      <w:r>
        <w:tab/>
        <w:t>1.013e0</w:t>
      </w:r>
    </w:p>
    <w:p w:rsidR="00E00D30" w:rsidRDefault="00E00D30" w:rsidP="00E00D30">
      <w:r>
        <w:t>546.9250</w:t>
      </w:r>
      <w:r>
        <w:tab/>
        <w:t>1.013e0</w:t>
      </w:r>
    </w:p>
    <w:p w:rsidR="00E00D30" w:rsidRDefault="00E00D30" w:rsidP="00E00D30">
      <w:r>
        <w:t>546.9388</w:t>
      </w:r>
      <w:r>
        <w:tab/>
        <w:t>2.025e0</w:t>
      </w:r>
    </w:p>
    <w:p w:rsidR="00E00D30" w:rsidRDefault="00E00D30" w:rsidP="00E00D30">
      <w:r>
        <w:t>546.9990</w:t>
      </w:r>
      <w:r>
        <w:tab/>
        <w:t>1.013e0</w:t>
      </w:r>
    </w:p>
    <w:p w:rsidR="00E00D30" w:rsidRDefault="00E00D30" w:rsidP="00E00D30">
      <w:r>
        <w:t>547.0358</w:t>
      </w:r>
      <w:r>
        <w:tab/>
        <w:t>1.013e0</w:t>
      </w:r>
    </w:p>
    <w:p w:rsidR="00E00D30" w:rsidRDefault="00E00D30" w:rsidP="00E00D30">
      <w:r>
        <w:t>547.0541</w:t>
      </w:r>
      <w:r>
        <w:tab/>
        <w:t>1.013e0</w:t>
      </w:r>
    </w:p>
    <w:p w:rsidR="00E00D30" w:rsidRDefault="00E00D30" w:rsidP="00E00D30">
      <w:r>
        <w:t>547.0700</w:t>
      </w:r>
      <w:r>
        <w:tab/>
        <w:t>1.013e0</w:t>
      </w:r>
    </w:p>
    <w:p w:rsidR="00E00D30" w:rsidRDefault="00E00D30" w:rsidP="00E00D30">
      <w:r>
        <w:t>547.0721</w:t>
      </w:r>
      <w:r>
        <w:tab/>
        <w:t>1.013e0</w:t>
      </w:r>
    </w:p>
    <w:p w:rsidR="00E00D30" w:rsidRDefault="00E00D30" w:rsidP="00E00D30">
      <w:r>
        <w:t>547.0880</w:t>
      </w:r>
      <w:r>
        <w:tab/>
        <w:t>1.013e0</w:t>
      </w:r>
    </w:p>
    <w:p w:rsidR="00E00D30" w:rsidRDefault="00E00D30" w:rsidP="00E00D30">
      <w:r>
        <w:t>547.1067</w:t>
      </w:r>
      <w:r>
        <w:tab/>
        <w:t>1.013e0</w:t>
      </w:r>
    </w:p>
    <w:p w:rsidR="00E00D30" w:rsidRDefault="00E00D30" w:rsidP="00E00D30">
      <w:r>
        <w:t>547.1940</w:t>
      </w:r>
      <w:r>
        <w:tab/>
        <w:t>1.013e0</w:t>
      </w:r>
    </w:p>
    <w:p w:rsidR="00E00D30" w:rsidRDefault="00E00D30" w:rsidP="00E00D30">
      <w:r>
        <w:lastRenderedPageBreak/>
        <w:t>547.1995</w:t>
      </w:r>
      <w:r>
        <w:tab/>
        <w:t>1.013e0</w:t>
      </w:r>
    </w:p>
    <w:p w:rsidR="00E00D30" w:rsidRDefault="00E00D30" w:rsidP="00E00D30">
      <w:r>
        <w:t>547.2037</w:t>
      </w:r>
      <w:r>
        <w:tab/>
        <w:t>1.013e0</w:t>
      </w:r>
    </w:p>
    <w:p w:rsidR="00E00D30" w:rsidRDefault="00E00D30" w:rsidP="00E00D30">
      <w:r>
        <w:t>547.2354</w:t>
      </w:r>
      <w:r>
        <w:tab/>
        <w:t>1.013e0</w:t>
      </w:r>
    </w:p>
    <w:p w:rsidR="00E00D30" w:rsidRDefault="00E00D30" w:rsidP="00E00D30">
      <w:r>
        <w:t>547.2604</w:t>
      </w:r>
      <w:r>
        <w:tab/>
        <w:t>2.025e0</w:t>
      </w:r>
    </w:p>
    <w:p w:rsidR="00E00D30" w:rsidRDefault="00E00D30" w:rsidP="00E00D30">
      <w:r>
        <w:t>547.2651</w:t>
      </w:r>
      <w:r>
        <w:tab/>
        <w:t>2.025e0</w:t>
      </w:r>
    </w:p>
    <w:p w:rsidR="00E00D30" w:rsidRDefault="00E00D30" w:rsidP="00E00D30">
      <w:r>
        <w:t>547.2698</w:t>
      </w:r>
      <w:r>
        <w:tab/>
        <w:t>1.013e0</w:t>
      </w:r>
    </w:p>
    <w:p w:rsidR="00E00D30" w:rsidRDefault="00E00D30" w:rsidP="00E00D30">
      <w:r>
        <w:t>547.2946</w:t>
      </w:r>
      <w:r>
        <w:tab/>
        <w:t>2.025e0</w:t>
      </w:r>
    </w:p>
    <w:p w:rsidR="00E00D30" w:rsidRDefault="00E00D30" w:rsidP="00E00D30">
      <w:r>
        <w:t>547.3212</w:t>
      </w:r>
      <w:r>
        <w:tab/>
        <w:t>2.025e0</w:t>
      </w:r>
    </w:p>
    <w:p w:rsidR="00E00D30" w:rsidRDefault="00E00D30" w:rsidP="00E00D30">
      <w:r>
        <w:t>547.3261</w:t>
      </w:r>
      <w:r>
        <w:tab/>
        <w:t>2.757e0</w:t>
      </w:r>
    </w:p>
    <w:p w:rsidR="00E00D30" w:rsidRDefault="00E00D30" w:rsidP="00E00D30">
      <w:r>
        <w:t>547.3392</w:t>
      </w:r>
      <w:r>
        <w:tab/>
        <w:t>4.719e0</w:t>
      </w:r>
    </w:p>
    <w:p w:rsidR="00E00D30" w:rsidRDefault="00E00D30" w:rsidP="00E00D30">
      <w:r>
        <w:t>547.3405</w:t>
      </w:r>
      <w:r>
        <w:tab/>
        <w:t>2.761e0</w:t>
      </w:r>
    </w:p>
    <w:p w:rsidR="00E00D30" w:rsidRDefault="00E00D30" w:rsidP="00E00D30">
      <w:r>
        <w:t>547.3622</w:t>
      </w:r>
      <w:r>
        <w:tab/>
        <w:t>1.821e0</w:t>
      </w:r>
    </w:p>
    <w:p w:rsidR="00E00D30" w:rsidRDefault="00E00D30" w:rsidP="00E00D30">
      <w:r>
        <w:t>547.3745</w:t>
      </w:r>
      <w:r>
        <w:tab/>
        <w:t>2.025e0</w:t>
      </w:r>
    </w:p>
    <w:p w:rsidR="00E00D30" w:rsidRDefault="00E00D30" w:rsidP="00E00D30">
      <w:r>
        <w:t>547.3831</w:t>
      </w:r>
      <w:r>
        <w:tab/>
        <w:t>2.025e0</w:t>
      </w:r>
    </w:p>
    <w:p w:rsidR="00E00D30" w:rsidRDefault="00E00D30" w:rsidP="00E00D30">
      <w:r>
        <w:t>547.3885</w:t>
      </w:r>
      <w:r>
        <w:tab/>
        <w:t>2.025e0</w:t>
      </w:r>
    </w:p>
    <w:p w:rsidR="00E00D30" w:rsidRDefault="00E00D30" w:rsidP="00E00D30">
      <w:r>
        <w:t>547.4354</w:t>
      </w:r>
      <w:r>
        <w:tab/>
        <w:t>2.025e0</w:t>
      </w:r>
    </w:p>
    <w:p w:rsidR="00E00D30" w:rsidRDefault="00E00D30" w:rsidP="00E00D30">
      <w:r>
        <w:t>547.4536</w:t>
      </w:r>
      <w:r>
        <w:tab/>
        <w:t>2.025e0</w:t>
      </w:r>
    </w:p>
    <w:p w:rsidR="00E00D30" w:rsidRDefault="00E00D30" w:rsidP="00E00D30">
      <w:r>
        <w:t>547.4592</w:t>
      </w:r>
      <w:r>
        <w:tab/>
        <w:t>1.013e0</w:t>
      </w:r>
    </w:p>
    <w:p w:rsidR="00E00D30" w:rsidRDefault="00E00D30" w:rsidP="00E00D30">
      <w:r>
        <w:t>547.5049</w:t>
      </w:r>
      <w:r>
        <w:tab/>
        <w:t>3.038e0</w:t>
      </w:r>
    </w:p>
    <w:p w:rsidR="00E00D30" w:rsidRDefault="00E00D30" w:rsidP="00E00D30">
      <w:r>
        <w:lastRenderedPageBreak/>
        <w:t>547.5095</w:t>
      </w:r>
      <w:r>
        <w:tab/>
        <w:t>2.025e0</w:t>
      </w:r>
    </w:p>
    <w:p w:rsidR="00E00D30" w:rsidRDefault="00E00D30" w:rsidP="00E00D30">
      <w:r>
        <w:t>547.5154</w:t>
      </w:r>
      <w:r>
        <w:tab/>
        <w:t>3.038e0</w:t>
      </w:r>
    </w:p>
    <w:p w:rsidR="00E00D30" w:rsidRDefault="00E00D30" w:rsidP="00E00D30">
      <w:r>
        <w:t>547.6199</w:t>
      </w:r>
      <w:r>
        <w:tab/>
        <w:t>1.013e0</w:t>
      </w:r>
    </w:p>
    <w:p w:rsidR="00E00D30" w:rsidRDefault="00E00D30" w:rsidP="00E00D30">
      <w:r>
        <w:t>547.6353</w:t>
      </w:r>
      <w:r>
        <w:tab/>
        <w:t>1.013e0</w:t>
      </w:r>
    </w:p>
    <w:p w:rsidR="00E00D30" w:rsidRDefault="00E00D30" w:rsidP="00E00D30">
      <w:r>
        <w:t>547.6660</w:t>
      </w:r>
      <w:r>
        <w:tab/>
        <w:t>1.013e0</w:t>
      </w:r>
    </w:p>
    <w:p w:rsidR="00E00D30" w:rsidRDefault="00E00D30" w:rsidP="00E00D30">
      <w:r>
        <w:t>547.6796</w:t>
      </w:r>
      <w:r>
        <w:tab/>
        <w:t>2.025e0</w:t>
      </w:r>
    </w:p>
    <w:p w:rsidR="00E00D30" w:rsidRDefault="00E00D30" w:rsidP="00E00D30">
      <w:r>
        <w:t>547.6871</w:t>
      </w:r>
      <w:r>
        <w:tab/>
        <w:t>3.038e0</w:t>
      </w:r>
    </w:p>
    <w:p w:rsidR="00E00D30" w:rsidRDefault="00E00D30" w:rsidP="00E00D30">
      <w:r>
        <w:t>547.6902</w:t>
      </w:r>
      <w:r>
        <w:tab/>
        <w:t>1.013e0</w:t>
      </w:r>
    </w:p>
    <w:p w:rsidR="00E00D30" w:rsidRDefault="00E00D30" w:rsidP="00E00D30">
      <w:r>
        <w:t>547.7134</w:t>
      </w:r>
      <w:r>
        <w:tab/>
        <w:t>1.013e0</w:t>
      </w:r>
    </w:p>
    <w:p w:rsidR="00E00D30" w:rsidRDefault="00E00D30" w:rsidP="00E00D30">
      <w:r>
        <w:t>547.7226</w:t>
      </w:r>
      <w:r>
        <w:tab/>
        <w:t>1.013e0</w:t>
      </w:r>
    </w:p>
    <w:p w:rsidR="00E00D30" w:rsidRDefault="00E00D30" w:rsidP="00E00D30">
      <w:r>
        <w:t>547.7639</w:t>
      </w:r>
      <w:r>
        <w:tab/>
        <w:t>1.013e0</w:t>
      </w:r>
    </w:p>
    <w:p w:rsidR="00E00D30" w:rsidRDefault="00E00D30" w:rsidP="00E00D30">
      <w:r>
        <w:t>547.7802</w:t>
      </w:r>
      <w:r>
        <w:tab/>
        <w:t>1.013e0</w:t>
      </w:r>
    </w:p>
    <w:p w:rsidR="00E00D30" w:rsidRDefault="00E00D30" w:rsidP="00E00D30">
      <w:r>
        <w:t>547.7833</w:t>
      </w:r>
      <w:r>
        <w:tab/>
        <w:t>1.013e0</w:t>
      </w:r>
    </w:p>
    <w:p w:rsidR="00E00D30" w:rsidRDefault="00E00D30" w:rsidP="00E00D30">
      <w:r>
        <w:t>547.7985</w:t>
      </w:r>
      <w:r>
        <w:tab/>
        <w:t>1.013e0</w:t>
      </w:r>
    </w:p>
    <w:p w:rsidR="00E00D30" w:rsidRDefault="00E00D30" w:rsidP="00E00D30">
      <w:r>
        <w:t>547.8874</w:t>
      </w:r>
      <w:r>
        <w:tab/>
        <w:t>2.025e0</w:t>
      </w:r>
    </w:p>
    <w:p w:rsidR="00E00D30" w:rsidRDefault="00E00D30" w:rsidP="00E00D30">
      <w:r>
        <w:t>547.8929</w:t>
      </w:r>
      <w:r>
        <w:tab/>
        <w:t>1.013e0</w:t>
      </w:r>
    </w:p>
    <w:p w:rsidR="00E00D30" w:rsidRDefault="00E00D30" w:rsidP="00E00D30">
      <w:r>
        <w:t>547.9030</w:t>
      </w:r>
      <w:r>
        <w:tab/>
        <w:t>2.025e0</w:t>
      </w:r>
    </w:p>
    <w:p w:rsidR="00E00D30" w:rsidRDefault="00E00D30" w:rsidP="00E00D30">
      <w:r>
        <w:t>547.9082</w:t>
      </w:r>
      <w:r>
        <w:tab/>
        <w:t>2.025e0</w:t>
      </w:r>
    </w:p>
    <w:p w:rsidR="00E00D30" w:rsidRDefault="00E00D30" w:rsidP="00E00D30">
      <w:r>
        <w:t>547.9275</w:t>
      </w:r>
      <w:r>
        <w:tab/>
        <w:t>3.038e0</w:t>
      </w:r>
    </w:p>
    <w:p w:rsidR="00E00D30" w:rsidRDefault="00E00D30" w:rsidP="00E00D30">
      <w:r>
        <w:lastRenderedPageBreak/>
        <w:t>547.9307</w:t>
      </w:r>
      <w:r>
        <w:tab/>
        <w:t>1.013e0</w:t>
      </w:r>
    </w:p>
    <w:p w:rsidR="00E00D30" w:rsidRDefault="00E00D30" w:rsidP="00E00D30">
      <w:r>
        <w:t>547.9587</w:t>
      </w:r>
      <w:r>
        <w:tab/>
        <w:t>1.013e0</w:t>
      </w:r>
    </w:p>
    <w:p w:rsidR="00E00D30" w:rsidRDefault="00E00D30" w:rsidP="00E00D30">
      <w:r>
        <w:t>548.0009</w:t>
      </w:r>
      <w:r>
        <w:tab/>
        <w:t>1.013e0</w:t>
      </w:r>
    </w:p>
    <w:p w:rsidR="00E00D30" w:rsidRDefault="00E00D30" w:rsidP="00E00D30">
      <w:r>
        <w:t>548.0146</w:t>
      </w:r>
      <w:r>
        <w:tab/>
        <w:t>2.025e0</w:t>
      </w:r>
    </w:p>
    <w:p w:rsidR="00E00D30" w:rsidRDefault="00E00D30" w:rsidP="00E00D30">
      <w:r>
        <w:t>548.0343</w:t>
      </w:r>
      <w:r>
        <w:tab/>
        <w:t>2.025e0</w:t>
      </w:r>
    </w:p>
    <w:p w:rsidR="00E00D30" w:rsidRDefault="00E00D30" w:rsidP="00E00D30">
      <w:r>
        <w:t>548.0438</w:t>
      </w:r>
      <w:r>
        <w:tab/>
        <w:t>1.013e0</w:t>
      </w:r>
    </w:p>
    <w:p w:rsidR="00E00D30" w:rsidRDefault="00E00D30" w:rsidP="00E00D30">
      <w:r>
        <w:t>548.0558</w:t>
      </w:r>
      <w:r>
        <w:tab/>
        <w:t>1.013e0</w:t>
      </w:r>
    </w:p>
    <w:p w:rsidR="00E00D30" w:rsidRDefault="00E00D30" w:rsidP="00E00D30">
      <w:r>
        <w:t>548.1179</w:t>
      </w:r>
      <w:r>
        <w:tab/>
        <w:t>2.025e0</w:t>
      </w:r>
    </w:p>
    <w:p w:rsidR="00E00D30" w:rsidRDefault="00E00D30" w:rsidP="00E00D30">
      <w:r>
        <w:t>548.1277</w:t>
      </w:r>
      <w:r>
        <w:tab/>
        <w:t>1.013e0</w:t>
      </w:r>
    </w:p>
    <w:p w:rsidR="00E00D30" w:rsidRDefault="00E00D30" w:rsidP="00E00D30">
      <w:r>
        <w:t>548.1581</w:t>
      </w:r>
      <w:r>
        <w:tab/>
        <w:t>1.013e0</w:t>
      </w:r>
    </w:p>
    <w:p w:rsidR="00E00D30" w:rsidRDefault="00E00D30" w:rsidP="00E00D30">
      <w:r>
        <w:t>548.1638</w:t>
      </w:r>
      <w:r>
        <w:tab/>
        <w:t>2.025e0</w:t>
      </w:r>
    </w:p>
    <w:p w:rsidR="00E00D30" w:rsidRDefault="00E00D30" w:rsidP="00E00D30">
      <w:r>
        <w:t>548.1666</w:t>
      </w:r>
      <w:r>
        <w:tab/>
        <w:t>1.013e0</w:t>
      </w:r>
    </w:p>
    <w:p w:rsidR="00E00D30" w:rsidRDefault="00E00D30" w:rsidP="00E00D30">
      <w:r>
        <w:t>548.1816</w:t>
      </w:r>
      <w:r>
        <w:tab/>
        <w:t>2.025e0</w:t>
      </w:r>
    </w:p>
    <w:p w:rsidR="00E00D30" w:rsidRDefault="00E00D30" w:rsidP="00E00D30">
      <w:r>
        <w:t>548.2047</w:t>
      </w:r>
      <w:r>
        <w:tab/>
        <w:t>1.013e0</w:t>
      </w:r>
    </w:p>
    <w:p w:rsidR="00E00D30" w:rsidRDefault="00E00D30" w:rsidP="00E00D30">
      <w:r>
        <w:t>548.2426</w:t>
      </w:r>
      <w:r>
        <w:tab/>
        <w:t>3.038e0</w:t>
      </w:r>
    </w:p>
    <w:p w:rsidR="00E00D30" w:rsidRDefault="00E00D30" w:rsidP="00E00D30">
      <w:r>
        <w:t>548.2518</w:t>
      </w:r>
      <w:r>
        <w:tab/>
        <w:t>2.025e0</w:t>
      </w:r>
    </w:p>
    <w:p w:rsidR="00E00D30" w:rsidRDefault="00E00D30" w:rsidP="00E00D30">
      <w:r>
        <w:t>548.2744</w:t>
      </w:r>
      <w:r>
        <w:tab/>
        <w:t>1.013e0</w:t>
      </w:r>
    </w:p>
    <w:p w:rsidR="00E00D30" w:rsidRDefault="00E00D30" w:rsidP="00E00D30">
      <w:r>
        <w:t>548.2810</w:t>
      </w:r>
      <w:r>
        <w:tab/>
        <w:t>1.013e0</w:t>
      </w:r>
    </w:p>
    <w:p w:rsidR="00E00D30" w:rsidRDefault="00E00D30" w:rsidP="00E00D30">
      <w:r>
        <w:t>548.2927</w:t>
      </w:r>
      <w:r>
        <w:tab/>
        <w:t>1.013e0</w:t>
      </w:r>
    </w:p>
    <w:p w:rsidR="00E00D30" w:rsidRDefault="00E00D30" w:rsidP="00E00D30">
      <w:r>
        <w:lastRenderedPageBreak/>
        <w:t>548.3033</w:t>
      </w:r>
      <w:r>
        <w:tab/>
        <w:t>2.494e0</w:t>
      </w:r>
    </w:p>
    <w:p w:rsidR="00E00D30" w:rsidRDefault="00E00D30" w:rsidP="00E00D30">
      <w:r>
        <w:t>548.3188</w:t>
      </w:r>
      <w:r>
        <w:tab/>
        <w:t>1.013e0</w:t>
      </w:r>
    </w:p>
    <w:p w:rsidR="00E00D30" w:rsidRDefault="00E00D30" w:rsidP="00E00D30">
      <w:r>
        <w:t>548.3292</w:t>
      </w:r>
      <w:r>
        <w:tab/>
        <w:t>1.757e0</w:t>
      </w:r>
    </w:p>
    <w:p w:rsidR="00E00D30" w:rsidRDefault="00E00D30" w:rsidP="00E00D30">
      <w:r>
        <w:t>548.3457</w:t>
      </w:r>
      <w:r>
        <w:tab/>
        <w:t>2.025e0</w:t>
      </w:r>
    </w:p>
    <w:p w:rsidR="00E00D30" w:rsidRDefault="00E00D30" w:rsidP="00E00D30">
      <w:r>
        <w:t>548.3480</w:t>
      </w:r>
      <w:r>
        <w:tab/>
        <w:t>4.672e0</w:t>
      </w:r>
    </w:p>
    <w:p w:rsidR="00E00D30" w:rsidRDefault="00E00D30" w:rsidP="00E00D30">
      <w:r>
        <w:t>548.3498</w:t>
      </w:r>
      <w:r>
        <w:tab/>
        <w:t>5.207e0</w:t>
      </w:r>
    </w:p>
    <w:p w:rsidR="00E00D30" w:rsidRDefault="00E00D30" w:rsidP="00E00D30">
      <w:r>
        <w:t>548.3643</w:t>
      </w:r>
      <w:r>
        <w:tab/>
        <w:t>3.260e0</w:t>
      </w:r>
    </w:p>
    <w:p w:rsidR="00E00D30" w:rsidRDefault="00E00D30" w:rsidP="00E00D30">
      <w:r>
        <w:t>548.3842</w:t>
      </w:r>
      <w:r>
        <w:tab/>
        <w:t>2.311e0</w:t>
      </w:r>
    </w:p>
    <w:p w:rsidR="00E00D30" w:rsidRDefault="00E00D30" w:rsidP="00E00D30">
      <w:r>
        <w:t>548.3947</w:t>
      </w:r>
      <w:r>
        <w:tab/>
        <w:t>2.025e0</w:t>
      </w:r>
    </w:p>
    <w:p w:rsidR="00E00D30" w:rsidRDefault="00E00D30" w:rsidP="00E00D30">
      <w:r>
        <w:t>548.4029</w:t>
      </w:r>
      <w:r>
        <w:tab/>
        <w:t>1.013e0</w:t>
      </w:r>
    </w:p>
    <w:p w:rsidR="00E00D30" w:rsidRDefault="00E00D30" w:rsidP="00E00D30">
      <w:r>
        <w:t>548.4127</w:t>
      </w:r>
      <w:r>
        <w:tab/>
        <w:t>1.013e0</w:t>
      </w:r>
    </w:p>
    <w:p w:rsidR="00E00D30" w:rsidRDefault="00E00D30" w:rsidP="00E00D30">
      <w:r>
        <w:t>548.4221</w:t>
      </w:r>
      <w:r>
        <w:tab/>
        <w:t>1.013e0</w:t>
      </w:r>
    </w:p>
    <w:p w:rsidR="00E00D30" w:rsidRDefault="00E00D30" w:rsidP="00E00D30">
      <w:r>
        <w:t>548.4692</w:t>
      </w:r>
      <w:r>
        <w:tab/>
        <w:t>3.038e0</w:t>
      </w:r>
    </w:p>
    <w:p w:rsidR="00E00D30" w:rsidRDefault="00E00D30" w:rsidP="00E00D30">
      <w:r>
        <w:t>548.5018</w:t>
      </w:r>
      <w:r>
        <w:tab/>
        <w:t>2.025e0</w:t>
      </w:r>
    </w:p>
    <w:p w:rsidR="00E00D30" w:rsidRDefault="00E00D30" w:rsidP="00E00D30">
      <w:r>
        <w:t>548.5080</w:t>
      </w:r>
      <w:r>
        <w:tab/>
        <w:t>3.038e0</w:t>
      </w:r>
    </w:p>
    <w:p w:rsidR="00E00D30" w:rsidRDefault="00E00D30" w:rsidP="00E00D30">
      <w:r>
        <w:t>548.5258</w:t>
      </w:r>
      <w:r>
        <w:tab/>
        <w:t>1.013e0</w:t>
      </w:r>
    </w:p>
    <w:p w:rsidR="00E00D30" w:rsidRDefault="00E00D30" w:rsidP="00E00D30">
      <w:r>
        <w:t>548.5552</w:t>
      </w:r>
      <w:r>
        <w:tab/>
        <w:t>1.013e0</w:t>
      </w:r>
    </w:p>
    <w:p w:rsidR="00E00D30" w:rsidRDefault="00E00D30" w:rsidP="00E00D30">
      <w:r>
        <w:t>548.5796</w:t>
      </w:r>
      <w:r>
        <w:tab/>
        <w:t>2.025e0</w:t>
      </w:r>
    </w:p>
    <w:p w:rsidR="00E00D30" w:rsidRDefault="00E00D30" w:rsidP="00E00D30">
      <w:r>
        <w:t>548.5828</w:t>
      </w:r>
      <w:r>
        <w:tab/>
        <w:t>1.013e0</w:t>
      </w:r>
    </w:p>
    <w:p w:rsidR="00E00D30" w:rsidRDefault="00E00D30" w:rsidP="00E00D30">
      <w:r>
        <w:lastRenderedPageBreak/>
        <w:t>548.6491</w:t>
      </w:r>
      <w:r>
        <w:tab/>
        <w:t>1.013e0</w:t>
      </w:r>
    </w:p>
    <w:p w:rsidR="00E00D30" w:rsidRDefault="00E00D30" w:rsidP="00E00D30">
      <w:r>
        <w:t>548.6869</w:t>
      </w:r>
      <w:r>
        <w:tab/>
        <w:t>1.013e0</w:t>
      </w:r>
    </w:p>
    <w:p w:rsidR="00E00D30" w:rsidRDefault="00E00D30" w:rsidP="00E00D30">
      <w:r>
        <w:t>548.6920</w:t>
      </w:r>
      <w:r>
        <w:tab/>
        <w:t>1.013e0</w:t>
      </w:r>
    </w:p>
    <w:p w:rsidR="00E00D30" w:rsidRDefault="00E00D30" w:rsidP="00E00D30">
      <w:r>
        <w:t>548.7065</w:t>
      </w:r>
      <w:r>
        <w:tab/>
        <w:t>1.013e0</w:t>
      </w:r>
    </w:p>
    <w:p w:rsidR="00E00D30" w:rsidRDefault="00E00D30" w:rsidP="00E00D30">
      <w:r>
        <w:t>548.7244</w:t>
      </w:r>
      <w:r>
        <w:tab/>
        <w:t>1.013e0</w:t>
      </w:r>
    </w:p>
    <w:p w:rsidR="00E00D30" w:rsidRDefault="00E00D30" w:rsidP="00E00D30">
      <w:r>
        <w:t>548.7433</w:t>
      </w:r>
      <w:r>
        <w:tab/>
        <w:t>1.013e0</w:t>
      </w:r>
    </w:p>
    <w:p w:rsidR="00E00D30" w:rsidRDefault="00E00D30" w:rsidP="00E00D30">
      <w:r>
        <w:t>548.7531</w:t>
      </w:r>
      <w:r>
        <w:tab/>
        <w:t>1.013e0</w:t>
      </w:r>
    </w:p>
    <w:p w:rsidR="00E00D30" w:rsidRDefault="00E00D30" w:rsidP="00E00D30">
      <w:r>
        <w:t>548.7958</w:t>
      </w:r>
      <w:r>
        <w:tab/>
        <w:t>2.025e0</w:t>
      </w:r>
    </w:p>
    <w:p w:rsidR="00E00D30" w:rsidRDefault="00E00D30" w:rsidP="00E00D30">
      <w:r>
        <w:t>548.8209</w:t>
      </w:r>
      <w:r>
        <w:tab/>
        <w:t>1.013e0</w:t>
      </w:r>
    </w:p>
    <w:p w:rsidR="00E00D30" w:rsidRDefault="00E00D30" w:rsidP="00E00D30">
      <w:r>
        <w:t>548.8285</w:t>
      </w:r>
      <w:r>
        <w:tab/>
        <w:t>1.013e0</w:t>
      </w:r>
    </w:p>
    <w:p w:rsidR="00E00D30" w:rsidRDefault="00E00D30" w:rsidP="00E00D30">
      <w:r>
        <w:t>548.9421</w:t>
      </w:r>
      <w:r>
        <w:tab/>
        <w:t>1.013e0</w:t>
      </w:r>
    </w:p>
    <w:p w:rsidR="00E00D30" w:rsidRDefault="00E00D30" w:rsidP="00E00D30">
      <w:r>
        <w:t>548.9473</w:t>
      </w:r>
      <w:r>
        <w:tab/>
        <w:t>3.038e0</w:t>
      </w:r>
    </w:p>
    <w:p w:rsidR="00E00D30" w:rsidRDefault="00E00D30" w:rsidP="00E00D30">
      <w:r>
        <w:t>548.9613</w:t>
      </w:r>
      <w:r>
        <w:tab/>
        <w:t>1.013e0</w:t>
      </w:r>
    </w:p>
    <w:p w:rsidR="00E00D30" w:rsidRDefault="00E00D30" w:rsidP="00E00D30">
      <w:r>
        <w:t>548.9802</w:t>
      </w:r>
      <w:r>
        <w:tab/>
        <w:t>1.013e0</w:t>
      </w:r>
    </w:p>
    <w:p w:rsidR="00E00D30" w:rsidRDefault="00E00D30" w:rsidP="00E00D30">
      <w:r>
        <w:t>549.0093</w:t>
      </w:r>
      <w:r>
        <w:tab/>
        <w:t>1.013e0</w:t>
      </w:r>
    </w:p>
    <w:p w:rsidR="00E00D30" w:rsidRDefault="00E00D30" w:rsidP="00E00D30">
      <w:r>
        <w:t>549.0178</w:t>
      </w:r>
      <w:r>
        <w:tab/>
        <w:t>1.013e0</w:t>
      </w:r>
    </w:p>
    <w:p w:rsidR="00E00D30" w:rsidRDefault="00E00D30" w:rsidP="00E00D30">
      <w:r>
        <w:t>549.0381</w:t>
      </w:r>
      <w:r>
        <w:tab/>
        <w:t>3.038e0</w:t>
      </w:r>
    </w:p>
    <w:p w:rsidR="00E00D30" w:rsidRDefault="00E00D30" w:rsidP="00E00D30">
      <w:r>
        <w:t>549.0562</w:t>
      </w:r>
      <w:r>
        <w:tab/>
        <w:t>1.013e0</w:t>
      </w:r>
    </w:p>
    <w:p w:rsidR="00E00D30" w:rsidRDefault="00E00D30" w:rsidP="00E00D30">
      <w:r>
        <w:t>549.0579</w:t>
      </w:r>
      <w:r>
        <w:tab/>
        <w:t>1.013e0</w:t>
      </w:r>
    </w:p>
    <w:p w:rsidR="00E00D30" w:rsidRDefault="00E00D30" w:rsidP="00E00D30">
      <w:r>
        <w:lastRenderedPageBreak/>
        <w:t>549.0651</w:t>
      </w:r>
      <w:r>
        <w:tab/>
        <w:t>2.025e0</w:t>
      </w:r>
    </w:p>
    <w:p w:rsidR="00E00D30" w:rsidRDefault="00E00D30" w:rsidP="00E00D30">
      <w:r>
        <w:t>549.0850</w:t>
      </w:r>
      <w:r>
        <w:tab/>
        <w:t>1.013e0</w:t>
      </w:r>
    </w:p>
    <w:p w:rsidR="00E00D30" w:rsidRDefault="00E00D30" w:rsidP="00E00D30">
      <w:r>
        <w:t>549.0909</w:t>
      </w:r>
      <w:r>
        <w:tab/>
        <w:t>2.025e0</w:t>
      </w:r>
    </w:p>
    <w:p w:rsidR="00E00D30" w:rsidRDefault="00E00D30" w:rsidP="00E00D30">
      <w:r>
        <w:t>549.1653</w:t>
      </w:r>
      <w:r>
        <w:tab/>
        <w:t>4.051e0</w:t>
      </w:r>
    </w:p>
    <w:p w:rsidR="00E00D30" w:rsidRDefault="00E00D30" w:rsidP="00E00D30">
      <w:r>
        <w:t>549.1806</w:t>
      </w:r>
      <w:r>
        <w:tab/>
        <w:t>2.025e0</w:t>
      </w:r>
    </w:p>
    <w:p w:rsidR="00E00D30" w:rsidRDefault="00E00D30" w:rsidP="00E00D30">
      <w:r>
        <w:t>549.2393</w:t>
      </w:r>
      <w:r>
        <w:tab/>
        <w:t>3.038e0</w:t>
      </w:r>
    </w:p>
    <w:p w:rsidR="00E00D30" w:rsidRDefault="00E00D30" w:rsidP="00E00D30">
      <w:r>
        <w:t>549.2404</w:t>
      </w:r>
      <w:r>
        <w:tab/>
        <w:t>1.164e0</w:t>
      </w:r>
    </w:p>
    <w:p w:rsidR="00E00D30" w:rsidRDefault="00E00D30" w:rsidP="00E00D30">
      <w:r>
        <w:t>549.2432</w:t>
      </w:r>
      <w:r>
        <w:tab/>
        <w:t>2.025e0</w:t>
      </w:r>
    </w:p>
    <w:p w:rsidR="00E00D30" w:rsidRDefault="00E00D30" w:rsidP="00E00D30">
      <w:r>
        <w:t>549.2649</w:t>
      </w:r>
      <w:r>
        <w:tab/>
        <w:t>2.025e0</w:t>
      </w:r>
    </w:p>
    <w:p w:rsidR="00E00D30" w:rsidRDefault="00E00D30" w:rsidP="00E00D30">
      <w:r>
        <w:t>549.2893</w:t>
      </w:r>
      <w:r>
        <w:tab/>
        <w:t>2.025e0</w:t>
      </w:r>
    </w:p>
    <w:p w:rsidR="00E00D30" w:rsidRDefault="00E00D30" w:rsidP="00E00D30">
      <w:r>
        <w:t>549.3219</w:t>
      </w:r>
      <w:r>
        <w:tab/>
        <w:t>3.038e0</w:t>
      </w:r>
    </w:p>
    <w:p w:rsidR="00E00D30" w:rsidRDefault="00E00D30" w:rsidP="00E00D30">
      <w:r>
        <w:t>549.3295</w:t>
      </w:r>
      <w:r>
        <w:tab/>
        <w:t>6.052e0</w:t>
      </w:r>
    </w:p>
    <w:p w:rsidR="00E00D30" w:rsidRDefault="00E00D30" w:rsidP="00E00D30">
      <w:r>
        <w:t>549.3347</w:t>
      </w:r>
      <w:r>
        <w:tab/>
        <w:t>9.510e0</w:t>
      </w:r>
    </w:p>
    <w:p w:rsidR="00E00D30" w:rsidRDefault="00E00D30" w:rsidP="00E00D30">
      <w:r>
        <w:t>549.3366</w:t>
      </w:r>
      <w:r>
        <w:tab/>
        <w:t>1.096e1</w:t>
      </w:r>
    </w:p>
    <w:p w:rsidR="00E00D30" w:rsidRDefault="00E00D30" w:rsidP="00E00D30">
      <w:r>
        <w:t>549.3452</w:t>
      </w:r>
      <w:r>
        <w:tab/>
        <w:t>7.534e0</w:t>
      </w:r>
    </w:p>
    <w:p w:rsidR="00E00D30" w:rsidRDefault="00E00D30" w:rsidP="00E00D30">
      <w:r>
        <w:t>549.3560</w:t>
      </w:r>
      <w:r>
        <w:tab/>
        <w:t>8.191e0</w:t>
      </w:r>
    </w:p>
    <w:p w:rsidR="00E00D30" w:rsidRDefault="00E00D30" w:rsidP="00E00D30">
      <w:r>
        <w:t>549.3589</w:t>
      </w:r>
      <w:r>
        <w:tab/>
        <w:t>3.038e0</w:t>
      </w:r>
    </w:p>
    <w:p w:rsidR="00E00D30" w:rsidRDefault="00E00D30" w:rsidP="00E00D30">
      <w:r>
        <w:t>549.3634</w:t>
      </w:r>
      <w:r>
        <w:tab/>
        <w:t>3.038e0</w:t>
      </w:r>
    </w:p>
    <w:p w:rsidR="00E00D30" w:rsidRDefault="00E00D30" w:rsidP="00E00D30">
      <w:r>
        <w:t>549.3676</w:t>
      </w:r>
      <w:r>
        <w:tab/>
        <w:t>4.051e0</w:t>
      </w:r>
    </w:p>
    <w:p w:rsidR="00E00D30" w:rsidRDefault="00E00D30" w:rsidP="00E00D30">
      <w:r>
        <w:lastRenderedPageBreak/>
        <w:t>549.3970</w:t>
      </w:r>
      <w:r>
        <w:tab/>
        <w:t>2.025e0</w:t>
      </w:r>
    </w:p>
    <w:p w:rsidR="00E00D30" w:rsidRDefault="00E00D30" w:rsidP="00E00D30">
      <w:r>
        <w:t>549.4252</w:t>
      </w:r>
      <w:r>
        <w:tab/>
        <w:t>1.013e0</w:t>
      </w:r>
    </w:p>
    <w:p w:rsidR="00E00D30" w:rsidRDefault="00E00D30" w:rsidP="00E00D30">
      <w:r>
        <w:t>549.4349</w:t>
      </w:r>
      <w:r>
        <w:tab/>
        <w:t>3.038e0</w:t>
      </w:r>
    </w:p>
    <w:p w:rsidR="00E00D30" w:rsidRDefault="00E00D30" w:rsidP="00E00D30">
      <w:r>
        <w:t>549.4485</w:t>
      </w:r>
      <w:r>
        <w:tab/>
        <w:t>2.025e0</w:t>
      </w:r>
    </w:p>
    <w:p w:rsidR="00E00D30" w:rsidRDefault="00E00D30" w:rsidP="00E00D30">
      <w:r>
        <w:t>549.4631</w:t>
      </w:r>
      <w:r>
        <w:tab/>
        <w:t>1.013e0</w:t>
      </w:r>
    </w:p>
    <w:p w:rsidR="00E00D30" w:rsidRDefault="00E00D30" w:rsidP="00E00D30">
      <w:r>
        <w:t>549.4817</w:t>
      </w:r>
      <w:r>
        <w:tab/>
        <w:t>1.013e0</w:t>
      </w:r>
    </w:p>
    <w:p w:rsidR="00E00D30" w:rsidRDefault="00E00D30" w:rsidP="00E00D30">
      <w:r>
        <w:t>549.5129</w:t>
      </w:r>
      <w:r>
        <w:tab/>
        <w:t>1.013e0</w:t>
      </w:r>
    </w:p>
    <w:p w:rsidR="00E00D30" w:rsidRDefault="00E00D30" w:rsidP="00E00D30">
      <w:r>
        <w:t>549.5483</w:t>
      </w:r>
      <w:r>
        <w:tab/>
        <w:t>3.038e0</w:t>
      </w:r>
    </w:p>
    <w:p w:rsidR="00E00D30" w:rsidRDefault="00E00D30" w:rsidP="00E00D30">
      <w:r>
        <w:t>549.5674</w:t>
      </w:r>
      <w:r>
        <w:tab/>
        <w:t>2.025e0</w:t>
      </w:r>
    </w:p>
    <w:p w:rsidR="00E00D30" w:rsidRDefault="00E00D30" w:rsidP="00E00D30">
      <w:r>
        <w:t>549.5957</w:t>
      </w:r>
      <w:r>
        <w:tab/>
        <w:t>1.013e0</w:t>
      </w:r>
    </w:p>
    <w:p w:rsidR="00E00D30" w:rsidRDefault="00E00D30" w:rsidP="00E00D30">
      <w:r>
        <w:t>549.5978</w:t>
      </w:r>
      <w:r>
        <w:tab/>
        <w:t>2.025e0</w:t>
      </w:r>
    </w:p>
    <w:p w:rsidR="00E00D30" w:rsidRDefault="00E00D30" w:rsidP="00E00D30">
      <w:r>
        <w:t>549.6206</w:t>
      </w:r>
      <w:r>
        <w:tab/>
        <w:t>1.013e0</w:t>
      </w:r>
    </w:p>
    <w:p w:rsidR="00E00D30" w:rsidRDefault="00E00D30" w:rsidP="00E00D30">
      <w:r>
        <w:t>549.6387</w:t>
      </w:r>
      <w:r>
        <w:tab/>
        <w:t>1.013e0</w:t>
      </w:r>
    </w:p>
    <w:p w:rsidR="00E00D30" w:rsidRDefault="00E00D30" w:rsidP="00E00D30">
      <w:r>
        <w:t>549.6727</w:t>
      </w:r>
      <w:r>
        <w:tab/>
        <w:t>2.025e0</w:t>
      </w:r>
    </w:p>
    <w:p w:rsidR="00E00D30" w:rsidRDefault="00E00D30" w:rsidP="00E00D30">
      <w:r>
        <w:t>549.6808</w:t>
      </w:r>
      <w:r>
        <w:tab/>
        <w:t>2.025e0</w:t>
      </w:r>
    </w:p>
    <w:p w:rsidR="00E00D30" w:rsidRDefault="00E00D30" w:rsidP="00E00D30">
      <w:r>
        <w:t>549.6901</w:t>
      </w:r>
      <w:r>
        <w:tab/>
        <w:t>2.025e0</w:t>
      </w:r>
    </w:p>
    <w:p w:rsidR="00E00D30" w:rsidRDefault="00E00D30" w:rsidP="00E00D30">
      <w:r>
        <w:t>549.7006</w:t>
      </w:r>
      <w:r>
        <w:tab/>
        <w:t>1.013e0</w:t>
      </w:r>
    </w:p>
    <w:p w:rsidR="00E00D30" w:rsidRDefault="00E00D30" w:rsidP="00E00D30">
      <w:r>
        <w:t>549.7375</w:t>
      </w:r>
      <w:r>
        <w:tab/>
        <w:t>1.013e0</w:t>
      </w:r>
    </w:p>
    <w:p w:rsidR="00E00D30" w:rsidRDefault="00E00D30" w:rsidP="00E00D30">
      <w:r>
        <w:t>549.7568</w:t>
      </w:r>
      <w:r>
        <w:tab/>
        <w:t>1.013e0</w:t>
      </w:r>
    </w:p>
    <w:p w:rsidR="00E00D30" w:rsidRDefault="00E00D30" w:rsidP="00E00D30">
      <w:r>
        <w:lastRenderedPageBreak/>
        <w:t>549.8091</w:t>
      </w:r>
      <w:r>
        <w:tab/>
        <w:t>4.051e0</w:t>
      </w:r>
    </w:p>
    <w:p w:rsidR="00E00D30" w:rsidRDefault="00E00D30" w:rsidP="00E00D30">
      <w:r>
        <w:t>549.8136</w:t>
      </w:r>
      <w:r>
        <w:tab/>
        <w:t>1.013e0</w:t>
      </w:r>
    </w:p>
    <w:p w:rsidR="00E00D30" w:rsidRDefault="00E00D30" w:rsidP="00E00D30">
      <w:r>
        <w:t>549.8228</w:t>
      </w:r>
      <w:r>
        <w:tab/>
        <w:t>3.038e0</w:t>
      </w:r>
    </w:p>
    <w:p w:rsidR="00E00D30" w:rsidRDefault="00E00D30" w:rsidP="00E00D30">
      <w:r>
        <w:t>549.8515</w:t>
      </w:r>
      <w:r>
        <w:tab/>
        <w:t>1.013e0</w:t>
      </w:r>
    </w:p>
    <w:p w:rsidR="00E00D30" w:rsidRDefault="00E00D30" w:rsidP="00E00D30">
      <w:r>
        <w:t>549.8712</w:t>
      </w:r>
      <w:r>
        <w:tab/>
        <w:t>1.013e0</w:t>
      </w:r>
    </w:p>
    <w:p w:rsidR="00E00D30" w:rsidRDefault="00E00D30" w:rsidP="00E00D30">
      <w:r>
        <w:t>549.8813</w:t>
      </w:r>
      <w:r>
        <w:tab/>
        <w:t>2.025e0</w:t>
      </w:r>
    </w:p>
    <w:p w:rsidR="00E00D30" w:rsidRDefault="00E00D30" w:rsidP="00E00D30">
      <w:r>
        <w:t>549.8986</w:t>
      </w:r>
      <w:r>
        <w:tab/>
        <w:t>1.013e0</w:t>
      </w:r>
    </w:p>
    <w:p w:rsidR="00E00D30" w:rsidRDefault="00E00D30" w:rsidP="00E00D30">
      <w:r>
        <w:t>549.9125</w:t>
      </w:r>
      <w:r>
        <w:tab/>
        <w:t>2.025e0</w:t>
      </w:r>
    </w:p>
    <w:p w:rsidR="00E00D30" w:rsidRDefault="00E00D30" w:rsidP="00E00D30">
      <w:r>
        <w:t>549.9579</w:t>
      </w:r>
      <w:r>
        <w:tab/>
        <w:t>2.025e0</w:t>
      </w:r>
    </w:p>
    <w:p w:rsidR="00E00D30" w:rsidRDefault="00E00D30" w:rsidP="00E00D30">
      <w:r>
        <w:t>550.0042</w:t>
      </w:r>
      <w:r>
        <w:tab/>
        <w:t>1.013e0</w:t>
      </w:r>
    </w:p>
    <w:p w:rsidR="00E00D30" w:rsidRDefault="00E00D30" w:rsidP="00E00D30">
      <w:r>
        <w:t>550.0219</w:t>
      </w:r>
      <w:r>
        <w:tab/>
        <w:t>2.025e0</w:t>
      </w:r>
    </w:p>
    <w:p w:rsidR="00E00D30" w:rsidRDefault="00E00D30" w:rsidP="00E00D30">
      <w:r>
        <w:t>550.0411</w:t>
      </w:r>
      <w:r>
        <w:tab/>
        <w:t>1.013e0</w:t>
      </w:r>
    </w:p>
    <w:p w:rsidR="00E00D30" w:rsidRDefault="00E00D30" w:rsidP="00E00D30">
      <w:r>
        <w:t>550.0578</w:t>
      </w:r>
      <w:r>
        <w:tab/>
        <w:t>1.013e0</w:t>
      </w:r>
    </w:p>
    <w:p w:rsidR="00E00D30" w:rsidRDefault="00E00D30" w:rsidP="00E00D30">
      <w:r>
        <w:t>550.0790</w:t>
      </w:r>
      <w:r>
        <w:tab/>
        <w:t>1.013e0</w:t>
      </w:r>
    </w:p>
    <w:p w:rsidR="00E00D30" w:rsidRDefault="00E00D30" w:rsidP="00E00D30">
      <w:r>
        <w:t>550.1042</w:t>
      </w:r>
      <w:r>
        <w:tab/>
        <w:t>2.025e0</w:t>
      </w:r>
    </w:p>
    <w:p w:rsidR="00E00D30" w:rsidRDefault="00E00D30" w:rsidP="00E00D30">
      <w:r>
        <w:t>550.1304</w:t>
      </w:r>
      <w:r>
        <w:tab/>
        <w:t>2.025e0</w:t>
      </w:r>
    </w:p>
    <w:p w:rsidR="00E00D30" w:rsidRDefault="00E00D30" w:rsidP="00E00D30">
      <w:r>
        <w:t>550.1451</w:t>
      </w:r>
      <w:r>
        <w:tab/>
        <w:t>1.013e0</w:t>
      </w:r>
    </w:p>
    <w:p w:rsidR="00E00D30" w:rsidRDefault="00E00D30" w:rsidP="00E00D30">
      <w:r>
        <w:t>550.1791</w:t>
      </w:r>
      <w:r>
        <w:tab/>
        <w:t>2.025e0</w:t>
      </w:r>
    </w:p>
    <w:p w:rsidR="00E00D30" w:rsidRDefault="00E00D30" w:rsidP="00E00D30">
      <w:r>
        <w:t>550.2097</w:t>
      </w:r>
      <w:r>
        <w:tab/>
        <w:t>2.025e0</w:t>
      </w:r>
    </w:p>
    <w:p w:rsidR="00E00D30" w:rsidRDefault="00E00D30" w:rsidP="00E00D30">
      <w:r>
        <w:lastRenderedPageBreak/>
        <w:t>550.2387</w:t>
      </w:r>
      <w:r>
        <w:tab/>
        <w:t>1.013e0</w:t>
      </w:r>
    </w:p>
    <w:p w:rsidR="00E00D30" w:rsidRDefault="00E00D30" w:rsidP="00E00D30">
      <w:r>
        <w:t>550.2568</w:t>
      </w:r>
      <w:r>
        <w:tab/>
        <w:t>1.013e0</w:t>
      </w:r>
    </w:p>
    <w:p w:rsidR="00E00D30" w:rsidRDefault="00E00D30" w:rsidP="00E00D30">
      <w:r>
        <w:t>550.2764</w:t>
      </w:r>
      <w:r>
        <w:tab/>
        <w:t>3.945e0</w:t>
      </w:r>
    </w:p>
    <w:p w:rsidR="00E00D30" w:rsidRDefault="00E00D30" w:rsidP="00E00D30">
      <w:r>
        <w:t>550.2838</w:t>
      </w:r>
      <w:r>
        <w:tab/>
        <w:t>2.025e0</w:t>
      </w:r>
    </w:p>
    <w:p w:rsidR="00E00D30" w:rsidRDefault="00E00D30" w:rsidP="00E00D30">
      <w:r>
        <w:t>550.2945</w:t>
      </w:r>
      <w:r>
        <w:tab/>
        <w:t>1.013e0</w:t>
      </w:r>
    </w:p>
    <w:p w:rsidR="00E00D30" w:rsidRDefault="00E00D30" w:rsidP="00E00D30">
      <w:r>
        <w:t>550.3066</w:t>
      </w:r>
      <w:r>
        <w:tab/>
        <w:t>1.013e0</w:t>
      </w:r>
    </w:p>
    <w:p w:rsidR="00E00D30" w:rsidRDefault="00E00D30" w:rsidP="00E00D30">
      <w:r>
        <w:t>550.3119</w:t>
      </w:r>
      <w:r>
        <w:tab/>
        <w:t>2.025e0</w:t>
      </w:r>
    </w:p>
    <w:p w:rsidR="00E00D30" w:rsidRDefault="00E00D30" w:rsidP="00E00D30">
      <w:r>
        <w:t>550.3268</w:t>
      </w:r>
      <w:r>
        <w:tab/>
        <w:t>5.825e0</w:t>
      </w:r>
    </w:p>
    <w:p w:rsidR="00E00D30" w:rsidRDefault="00E00D30" w:rsidP="00E00D30">
      <w:r>
        <w:t>550.3282</w:t>
      </w:r>
      <w:r>
        <w:tab/>
        <w:t>8.101e0</w:t>
      </w:r>
    </w:p>
    <w:p w:rsidR="00E00D30" w:rsidRDefault="00E00D30" w:rsidP="00E00D30">
      <w:r>
        <w:t>550.3445</w:t>
      </w:r>
      <w:r>
        <w:tab/>
        <w:t>1.013e0</w:t>
      </w:r>
    </w:p>
    <w:p w:rsidR="00E00D30" w:rsidRDefault="00E00D30" w:rsidP="00E00D30">
      <w:r>
        <w:t>550.3481</w:t>
      </w:r>
      <w:r>
        <w:tab/>
        <w:t>3.038e0</w:t>
      </w:r>
    </w:p>
    <w:p w:rsidR="00E00D30" w:rsidRDefault="00E00D30" w:rsidP="00E00D30">
      <w:r>
        <w:t>550.3712</w:t>
      </w:r>
      <w:r>
        <w:tab/>
        <w:t>2.025e0</w:t>
      </w:r>
    </w:p>
    <w:p w:rsidR="00E00D30" w:rsidRDefault="00E00D30" w:rsidP="00E00D30">
      <w:r>
        <w:t>550.4299</w:t>
      </w:r>
      <w:r>
        <w:tab/>
        <w:t>1.013e0</w:t>
      </w:r>
    </w:p>
    <w:p w:rsidR="00E00D30" w:rsidRDefault="00E00D30" w:rsidP="00E00D30">
      <w:r>
        <w:t>550.4384</w:t>
      </w:r>
      <w:r>
        <w:tab/>
        <w:t>1.013e0</w:t>
      </w:r>
    </w:p>
    <w:p w:rsidR="00E00D30" w:rsidRDefault="00E00D30" w:rsidP="00E00D30">
      <w:r>
        <w:t>550.4411</w:t>
      </w:r>
      <w:r>
        <w:tab/>
        <w:t>1.013e0</w:t>
      </w:r>
    </w:p>
    <w:p w:rsidR="00E00D30" w:rsidRDefault="00E00D30" w:rsidP="00E00D30">
      <w:r>
        <w:t>550.4486</w:t>
      </w:r>
      <w:r>
        <w:tab/>
        <w:t>1.013e0</w:t>
      </w:r>
    </w:p>
    <w:p w:rsidR="00E00D30" w:rsidRDefault="00E00D30" w:rsidP="00E00D30">
      <w:r>
        <w:t>550.4509</w:t>
      </w:r>
      <w:r>
        <w:tab/>
        <w:t>2.025e0</w:t>
      </w:r>
    </w:p>
    <w:p w:rsidR="00E00D30" w:rsidRDefault="00E00D30" w:rsidP="00E00D30">
      <w:r>
        <w:t>550.4676</w:t>
      </w:r>
      <w:r>
        <w:tab/>
        <w:t>1.013e0</w:t>
      </w:r>
    </w:p>
    <w:p w:rsidR="00E00D30" w:rsidRDefault="00E00D30" w:rsidP="00E00D30">
      <w:r>
        <w:t>550.4869</w:t>
      </w:r>
      <w:r>
        <w:tab/>
        <w:t>1.013e0</w:t>
      </w:r>
    </w:p>
    <w:p w:rsidR="00E00D30" w:rsidRDefault="00E00D30" w:rsidP="00E00D30">
      <w:r>
        <w:lastRenderedPageBreak/>
        <w:t>550.4937</w:t>
      </w:r>
      <w:r>
        <w:tab/>
        <w:t>1.013e0</w:t>
      </w:r>
    </w:p>
    <w:p w:rsidR="00E00D30" w:rsidRDefault="00E00D30" w:rsidP="00E00D30">
      <w:r>
        <w:t>550.5343</w:t>
      </w:r>
      <w:r>
        <w:tab/>
        <w:t>1.013e0</w:t>
      </w:r>
    </w:p>
    <w:p w:rsidR="00E00D30" w:rsidRDefault="00E00D30" w:rsidP="00E00D30">
      <w:r>
        <w:t>550.5674</w:t>
      </w:r>
      <w:r>
        <w:tab/>
        <w:t>1.013e0</w:t>
      </w:r>
    </w:p>
    <w:p w:rsidR="00E00D30" w:rsidRDefault="00E00D30" w:rsidP="00E00D30">
      <w:r>
        <w:t>550.5723</w:t>
      </w:r>
      <w:r>
        <w:tab/>
        <w:t>1.013e0</w:t>
      </w:r>
    </w:p>
    <w:p w:rsidR="00E00D30" w:rsidRDefault="00E00D30" w:rsidP="00E00D30">
      <w:r>
        <w:t>550.6194</w:t>
      </w:r>
      <w:r>
        <w:tab/>
        <w:t>1.013e0</w:t>
      </w:r>
    </w:p>
    <w:p w:rsidR="00E00D30" w:rsidRDefault="00E00D30" w:rsidP="00E00D30">
      <w:r>
        <w:t>550.6210</w:t>
      </w:r>
      <w:r>
        <w:tab/>
        <w:t>3.490e0</w:t>
      </w:r>
    </w:p>
    <w:p w:rsidR="00E00D30" w:rsidRDefault="00E00D30" w:rsidP="00E00D30">
      <w:r>
        <w:t>550.6431</w:t>
      </w:r>
      <w:r>
        <w:tab/>
        <w:t>4.051e0</w:t>
      </w:r>
    </w:p>
    <w:p w:rsidR="00E00D30" w:rsidRDefault="00E00D30" w:rsidP="00E00D30">
      <w:r>
        <w:t>550.6672</w:t>
      </w:r>
      <w:r>
        <w:tab/>
        <w:t>2.025e0</w:t>
      </w:r>
    </w:p>
    <w:p w:rsidR="00E00D30" w:rsidRDefault="00E00D30" w:rsidP="00E00D30">
      <w:r>
        <w:t>550.6946</w:t>
      </w:r>
      <w:r>
        <w:tab/>
        <w:t>2.025e0</w:t>
      </w:r>
    </w:p>
    <w:p w:rsidR="00E00D30" w:rsidRDefault="00E00D30" w:rsidP="00E00D30">
      <w:r>
        <w:t>550.7233</w:t>
      </w:r>
      <w:r>
        <w:tab/>
        <w:t>2.025e0</w:t>
      </w:r>
    </w:p>
    <w:p w:rsidR="00E00D30" w:rsidRDefault="00E00D30" w:rsidP="00E00D30">
      <w:r>
        <w:t>550.7303</w:t>
      </w:r>
      <w:r>
        <w:tab/>
        <w:t>1.013e0</w:t>
      </w:r>
    </w:p>
    <w:p w:rsidR="00E00D30" w:rsidRDefault="00E00D30" w:rsidP="00E00D30">
      <w:r>
        <w:t>550.7672</w:t>
      </w:r>
      <w:r>
        <w:tab/>
        <w:t>1.013e0</w:t>
      </w:r>
    </w:p>
    <w:p w:rsidR="00E00D30" w:rsidRDefault="00E00D30" w:rsidP="00E00D30">
      <w:r>
        <w:t>550.8038</w:t>
      </w:r>
      <w:r>
        <w:tab/>
        <w:t>1.013e0</w:t>
      </w:r>
    </w:p>
    <w:p w:rsidR="00E00D30" w:rsidRDefault="00E00D30" w:rsidP="00E00D30">
      <w:r>
        <w:t>550.8726</w:t>
      </w:r>
      <w:r>
        <w:tab/>
        <w:t>2.025e0</w:t>
      </w:r>
    </w:p>
    <w:p w:rsidR="00E00D30" w:rsidRDefault="00E00D30" w:rsidP="00E00D30">
      <w:r>
        <w:t>550.8760</w:t>
      </w:r>
      <w:r>
        <w:tab/>
        <w:t>1.013e0</w:t>
      </w:r>
    </w:p>
    <w:p w:rsidR="00E00D30" w:rsidRDefault="00E00D30" w:rsidP="00E00D30">
      <w:r>
        <w:t>550.8959</w:t>
      </w:r>
      <w:r>
        <w:tab/>
        <w:t>2.025e0</w:t>
      </w:r>
    </w:p>
    <w:p w:rsidR="00E00D30" w:rsidRDefault="00E00D30" w:rsidP="00E00D30">
      <w:r>
        <w:t>550.9139</w:t>
      </w:r>
      <w:r>
        <w:tab/>
        <w:t>1.013e0</w:t>
      </w:r>
    </w:p>
    <w:p w:rsidR="00E00D30" w:rsidRDefault="00E00D30" w:rsidP="00E00D30">
      <w:r>
        <w:t>550.9185</w:t>
      </w:r>
      <w:r>
        <w:tab/>
        <w:t>2.025e0</w:t>
      </w:r>
    </w:p>
    <w:p w:rsidR="00E00D30" w:rsidRDefault="00E00D30" w:rsidP="00E00D30">
      <w:r>
        <w:t>550.9337</w:t>
      </w:r>
      <w:r>
        <w:tab/>
        <w:t>1.013e0</w:t>
      </w:r>
    </w:p>
    <w:p w:rsidR="00E00D30" w:rsidRDefault="00E00D30" w:rsidP="00E00D30">
      <w:r>
        <w:lastRenderedPageBreak/>
        <w:t>550.9395</w:t>
      </w:r>
      <w:r>
        <w:tab/>
        <w:t>3.038e0</w:t>
      </w:r>
    </w:p>
    <w:p w:rsidR="00E00D30" w:rsidRDefault="00E00D30" w:rsidP="00E00D30">
      <w:r>
        <w:t>550.9804</w:t>
      </w:r>
      <w:r>
        <w:tab/>
        <w:t>2.025e0</w:t>
      </w:r>
    </w:p>
    <w:p w:rsidR="00E00D30" w:rsidRDefault="00E00D30" w:rsidP="00E00D30">
      <w:r>
        <w:t>551.0279</w:t>
      </w:r>
      <w:r>
        <w:tab/>
        <w:t>1.013e0</w:t>
      </w:r>
    </w:p>
    <w:p w:rsidR="00E00D30" w:rsidRDefault="00E00D30" w:rsidP="00E00D30">
      <w:r>
        <w:t>551.0466</w:t>
      </w:r>
      <w:r>
        <w:tab/>
        <w:t>1.013e0</w:t>
      </w:r>
    </w:p>
    <w:p w:rsidR="00E00D30" w:rsidRDefault="00E00D30" w:rsidP="00E00D30">
      <w:r>
        <w:t>551.0493</w:t>
      </w:r>
      <w:r>
        <w:tab/>
        <w:t>2.025e0</w:t>
      </w:r>
    </w:p>
    <w:p w:rsidR="00E00D30" w:rsidRDefault="00E00D30" w:rsidP="00E00D30">
      <w:r>
        <w:t>551.0776</w:t>
      </w:r>
      <w:r>
        <w:tab/>
        <w:t>1.013e0</w:t>
      </w:r>
    </w:p>
    <w:p w:rsidR="00E00D30" w:rsidRDefault="00E00D30" w:rsidP="00E00D30">
      <w:r>
        <w:t>551.1142</w:t>
      </w:r>
      <w:r>
        <w:tab/>
        <w:t>1.013e0</w:t>
      </w:r>
    </w:p>
    <w:p w:rsidR="00E00D30" w:rsidRDefault="00E00D30" w:rsidP="00E00D30">
      <w:r>
        <w:t>551.1416</w:t>
      </w:r>
      <w:r>
        <w:tab/>
        <w:t>1.013e0</w:t>
      </w:r>
    </w:p>
    <w:p w:rsidR="00E00D30" w:rsidRDefault="00E00D30" w:rsidP="00E00D30">
      <w:r>
        <w:t>551.1520</w:t>
      </w:r>
      <w:r>
        <w:tab/>
        <w:t>1.013e0</w:t>
      </w:r>
    </w:p>
    <w:p w:rsidR="00E00D30" w:rsidRDefault="00E00D30" w:rsidP="00E00D30">
      <w:r>
        <w:t>551.1891</w:t>
      </w:r>
      <w:r>
        <w:tab/>
        <w:t>1.013e0</w:t>
      </w:r>
    </w:p>
    <w:p w:rsidR="00E00D30" w:rsidRDefault="00E00D30" w:rsidP="00E00D30">
      <w:r>
        <w:t>551.2369</w:t>
      </w:r>
      <w:r>
        <w:tab/>
        <w:t>1.013e0</w:t>
      </w:r>
    </w:p>
    <w:p w:rsidR="00E00D30" w:rsidRDefault="00E00D30" w:rsidP="00E00D30">
      <w:r>
        <w:t>551.2418</w:t>
      </w:r>
      <w:r>
        <w:tab/>
        <w:t>2.025e0</w:t>
      </w:r>
    </w:p>
    <w:p w:rsidR="00E00D30" w:rsidRDefault="00E00D30" w:rsidP="00E00D30">
      <w:r>
        <w:t>551.2505</w:t>
      </w:r>
      <w:r>
        <w:tab/>
        <w:t>2.025e0</w:t>
      </w:r>
    </w:p>
    <w:p w:rsidR="00E00D30" w:rsidRDefault="00E00D30" w:rsidP="00E00D30">
      <w:r>
        <w:t>551.2571</w:t>
      </w:r>
      <w:r>
        <w:tab/>
        <w:t>2.025e0</w:t>
      </w:r>
    </w:p>
    <w:p w:rsidR="00E00D30" w:rsidRDefault="00E00D30" w:rsidP="00E00D30">
      <w:r>
        <w:t>551.2606</w:t>
      </w:r>
      <w:r>
        <w:tab/>
        <w:t>2.216e0</w:t>
      </w:r>
    </w:p>
    <w:p w:rsidR="00E00D30" w:rsidRDefault="00E00D30" w:rsidP="00E00D30">
      <w:r>
        <w:t>551.2841</w:t>
      </w:r>
      <w:r>
        <w:tab/>
        <w:t>4.051e0</w:t>
      </w:r>
    </w:p>
    <w:p w:rsidR="00E00D30" w:rsidRDefault="00E00D30" w:rsidP="00E00D30">
      <w:r>
        <w:t>551.2965</w:t>
      </w:r>
      <w:r>
        <w:tab/>
        <w:t>1.013e0</w:t>
      </w:r>
    </w:p>
    <w:p w:rsidR="00E00D30" w:rsidRDefault="00E00D30" w:rsidP="00E00D30">
      <w:r>
        <w:t>551.3290</w:t>
      </w:r>
      <w:r>
        <w:tab/>
        <w:t>6.898e0</w:t>
      </w:r>
    </w:p>
    <w:p w:rsidR="00E00D30" w:rsidRDefault="00E00D30" w:rsidP="00E00D30">
      <w:r>
        <w:t>551.3335</w:t>
      </w:r>
      <w:r>
        <w:tab/>
        <w:t>1.055e1</w:t>
      </w:r>
    </w:p>
    <w:p w:rsidR="00E00D30" w:rsidRDefault="00E00D30" w:rsidP="00E00D30">
      <w:r>
        <w:lastRenderedPageBreak/>
        <w:t>551.3451</w:t>
      </w:r>
      <w:r>
        <w:tab/>
        <w:t>2.176e1</w:t>
      </w:r>
    </w:p>
    <w:p w:rsidR="00E00D30" w:rsidRDefault="00E00D30" w:rsidP="00E00D30">
      <w:r>
        <w:t>551.3489</w:t>
      </w:r>
      <w:r>
        <w:tab/>
        <w:t>5.063e0</w:t>
      </w:r>
    </w:p>
    <w:p w:rsidR="00E00D30" w:rsidRDefault="00E00D30" w:rsidP="00E00D30">
      <w:r>
        <w:t>551.3505</w:t>
      </w:r>
      <w:r>
        <w:tab/>
        <w:t>1.737e1</w:t>
      </w:r>
    </w:p>
    <w:p w:rsidR="00E00D30" w:rsidRDefault="00E00D30" w:rsidP="00E00D30">
      <w:r>
        <w:t>551.3516</w:t>
      </w:r>
      <w:r>
        <w:tab/>
        <w:t>1.013e0</w:t>
      </w:r>
    </w:p>
    <w:p w:rsidR="00E00D30" w:rsidRDefault="00E00D30" w:rsidP="00E00D30">
      <w:r>
        <w:t>551.3549</w:t>
      </w:r>
      <w:r>
        <w:tab/>
        <w:t>6.076e0</w:t>
      </w:r>
    </w:p>
    <w:p w:rsidR="00E00D30" w:rsidRDefault="00E00D30" w:rsidP="00E00D30">
      <w:r>
        <w:t>551.3966</w:t>
      </w:r>
      <w:r>
        <w:tab/>
        <w:t>3.038e0</w:t>
      </w:r>
    </w:p>
    <w:p w:rsidR="00E00D30" w:rsidRDefault="00E00D30" w:rsidP="00E00D30">
      <w:r>
        <w:t>551.4221</w:t>
      </w:r>
      <w:r>
        <w:tab/>
        <w:t>1.013e0</w:t>
      </w:r>
    </w:p>
    <w:p w:rsidR="00E00D30" w:rsidRDefault="00E00D30" w:rsidP="00E00D30">
      <w:r>
        <w:t>551.4552</w:t>
      </w:r>
      <w:r>
        <w:tab/>
        <w:t>2.025e0</w:t>
      </w:r>
    </w:p>
    <w:p w:rsidR="00E00D30" w:rsidRDefault="00E00D30" w:rsidP="00E00D30">
      <w:r>
        <w:t>551.4600</w:t>
      </w:r>
      <w:r>
        <w:tab/>
        <w:t>3.038e0</w:t>
      </w:r>
    </w:p>
    <w:p w:rsidR="00E00D30" w:rsidRDefault="00E00D30" w:rsidP="00E00D30">
      <w:r>
        <w:t>551.4646</w:t>
      </w:r>
      <w:r>
        <w:tab/>
        <w:t>1.013e0</w:t>
      </w:r>
    </w:p>
    <w:p w:rsidR="00E00D30" w:rsidRDefault="00E00D30" w:rsidP="00E00D30">
      <w:r>
        <w:t>551.4969</w:t>
      </w:r>
      <w:r>
        <w:tab/>
        <w:t>3.038e0</w:t>
      </w:r>
    </w:p>
    <w:p w:rsidR="00E00D30" w:rsidRDefault="00E00D30" w:rsidP="00E00D30">
      <w:r>
        <w:t>551.5504</w:t>
      </w:r>
      <w:r>
        <w:tab/>
        <w:t>2.025e0</w:t>
      </w:r>
    </w:p>
    <w:p w:rsidR="00E00D30" w:rsidRDefault="00E00D30" w:rsidP="00E00D30">
      <w:r>
        <w:t>551.5667</w:t>
      </w:r>
      <w:r>
        <w:tab/>
        <w:t>1.013e0</w:t>
      </w:r>
    </w:p>
    <w:p w:rsidR="00E00D30" w:rsidRDefault="00E00D30" w:rsidP="00E00D30">
      <w:r>
        <w:t>551.6072</w:t>
      </w:r>
      <w:r>
        <w:tab/>
        <w:t>1.013e0</w:t>
      </w:r>
    </w:p>
    <w:p w:rsidR="00E00D30" w:rsidRDefault="00E00D30" w:rsidP="00E00D30">
      <w:r>
        <w:t>551.6267</w:t>
      </w:r>
      <w:r>
        <w:tab/>
        <w:t>3.038e0</w:t>
      </w:r>
    </w:p>
    <w:p w:rsidR="00E00D30" w:rsidRDefault="00E00D30" w:rsidP="00E00D30">
      <w:r>
        <w:t>551.6550</w:t>
      </w:r>
      <w:r>
        <w:tab/>
        <w:t>1.013e0</w:t>
      </w:r>
    </w:p>
    <w:p w:rsidR="00E00D30" w:rsidRDefault="00E00D30" w:rsidP="00E00D30">
      <w:r>
        <w:t>551.6642</w:t>
      </w:r>
      <w:r>
        <w:tab/>
        <w:t>1.013e0</w:t>
      </w:r>
    </w:p>
    <w:p w:rsidR="00E00D30" w:rsidRDefault="00E00D30" w:rsidP="00E00D30">
      <w:r>
        <w:t>551.6687</w:t>
      </w:r>
      <w:r>
        <w:tab/>
        <w:t>2.025e0</w:t>
      </w:r>
    </w:p>
    <w:p w:rsidR="00E00D30" w:rsidRDefault="00E00D30" w:rsidP="00E00D30">
      <w:r>
        <w:t>551.6737</w:t>
      </w:r>
      <w:r>
        <w:tab/>
        <w:t>1.013e0</w:t>
      </w:r>
    </w:p>
    <w:p w:rsidR="00E00D30" w:rsidRDefault="00E00D30" w:rsidP="00E00D30">
      <w:r>
        <w:lastRenderedPageBreak/>
        <w:t>551.6953</w:t>
      </w:r>
      <w:r>
        <w:tab/>
        <w:t>1.013e0</w:t>
      </w:r>
    </w:p>
    <w:p w:rsidR="00E00D30" w:rsidRDefault="00E00D30" w:rsidP="00E00D30">
      <w:r>
        <w:t>551.7786</w:t>
      </w:r>
      <w:r>
        <w:tab/>
        <w:t>1.013e0</w:t>
      </w:r>
    </w:p>
    <w:p w:rsidR="00E00D30" w:rsidRDefault="00E00D30" w:rsidP="00E00D30">
      <w:r>
        <w:t>551.7979</w:t>
      </w:r>
      <w:r>
        <w:tab/>
        <w:t>2.025e0</w:t>
      </w:r>
    </w:p>
    <w:p w:rsidR="00E00D30" w:rsidRDefault="00E00D30" w:rsidP="00E00D30">
      <w:r>
        <w:t>551.8226</w:t>
      </w:r>
      <w:r>
        <w:tab/>
        <w:t>2.025e0</w:t>
      </w:r>
    </w:p>
    <w:p w:rsidR="00E00D30" w:rsidRDefault="00E00D30" w:rsidP="00E00D30">
      <w:r>
        <w:t>551.8642</w:t>
      </w:r>
      <w:r>
        <w:tab/>
        <w:t>1.013e0</w:t>
      </w:r>
    </w:p>
    <w:p w:rsidR="00E00D30" w:rsidRDefault="00E00D30" w:rsidP="00E00D30">
      <w:r>
        <w:t>551.8832</w:t>
      </w:r>
      <w:r>
        <w:tab/>
        <w:t>1.013e0</w:t>
      </w:r>
    </w:p>
    <w:p w:rsidR="00E00D30" w:rsidRDefault="00E00D30" w:rsidP="00E00D30">
      <w:r>
        <w:t>551.8962</w:t>
      </w:r>
      <w:r>
        <w:tab/>
        <w:t>1.013e0</w:t>
      </w:r>
    </w:p>
    <w:p w:rsidR="00E00D30" w:rsidRDefault="00E00D30" w:rsidP="00E00D30">
      <w:r>
        <w:t>551.9115</w:t>
      </w:r>
      <w:r>
        <w:tab/>
        <w:t>2.025e0</w:t>
      </w:r>
    </w:p>
    <w:p w:rsidR="00E00D30" w:rsidRDefault="00E00D30" w:rsidP="00E00D30">
      <w:r>
        <w:t>551.9502</w:t>
      </w:r>
      <w:r>
        <w:tab/>
        <w:t>1.013e0</w:t>
      </w:r>
    </w:p>
    <w:p w:rsidR="00E00D30" w:rsidRDefault="00E00D30" w:rsidP="00E00D30">
      <w:r>
        <w:t>551.9685</w:t>
      </w:r>
      <w:r>
        <w:tab/>
        <w:t>1.013e0</w:t>
      </w:r>
    </w:p>
    <w:p w:rsidR="00E00D30" w:rsidRDefault="00E00D30" w:rsidP="00E00D30">
      <w:r>
        <w:t>552.0111</w:t>
      </w:r>
      <w:r>
        <w:tab/>
        <w:t>2.025e0</w:t>
      </w:r>
    </w:p>
    <w:p w:rsidR="00E00D30" w:rsidRDefault="00E00D30" w:rsidP="00E00D30">
      <w:r>
        <w:t>552.0164</w:t>
      </w:r>
      <w:r>
        <w:tab/>
        <w:t>1.013e0</w:t>
      </w:r>
    </w:p>
    <w:p w:rsidR="00E00D30" w:rsidRDefault="00E00D30" w:rsidP="00E00D30">
      <w:r>
        <w:t>552.0266</w:t>
      </w:r>
      <w:r>
        <w:tab/>
        <w:t>1.013e0</w:t>
      </w:r>
    </w:p>
    <w:p w:rsidR="00E00D30" w:rsidRDefault="00E00D30" w:rsidP="00E00D30">
      <w:r>
        <w:t>552.0399</w:t>
      </w:r>
      <w:r>
        <w:tab/>
        <w:t>2.025e0</w:t>
      </w:r>
    </w:p>
    <w:p w:rsidR="00E00D30" w:rsidRDefault="00E00D30" w:rsidP="00E00D30">
      <w:r>
        <w:t>552.0770</w:t>
      </w:r>
      <w:r>
        <w:tab/>
        <w:t>1.013e0</w:t>
      </w:r>
    </w:p>
    <w:p w:rsidR="00E00D30" w:rsidRDefault="00E00D30" w:rsidP="00E00D30">
      <w:r>
        <w:t>552.0829</w:t>
      </w:r>
      <w:r>
        <w:tab/>
        <w:t>1.013e0</w:t>
      </w:r>
    </w:p>
    <w:p w:rsidR="00E00D30" w:rsidRDefault="00E00D30" w:rsidP="00E00D30">
      <w:r>
        <w:t>552.0925</w:t>
      </w:r>
      <w:r>
        <w:tab/>
        <w:t>1.013e0</w:t>
      </w:r>
    </w:p>
    <w:p w:rsidR="00E00D30" w:rsidRDefault="00E00D30" w:rsidP="00E00D30">
      <w:r>
        <w:t>552.1020</w:t>
      </w:r>
      <w:r>
        <w:tab/>
        <w:t>1.013e0</w:t>
      </w:r>
    </w:p>
    <w:p w:rsidR="00E00D30" w:rsidRDefault="00E00D30" w:rsidP="00E00D30">
      <w:r>
        <w:t>552.1478</w:t>
      </w:r>
      <w:r>
        <w:tab/>
        <w:t>1.013e0</w:t>
      </w:r>
    </w:p>
    <w:p w:rsidR="00E00D30" w:rsidRDefault="00E00D30" w:rsidP="00E00D30">
      <w:r>
        <w:lastRenderedPageBreak/>
        <w:t>552.1504</w:t>
      </w:r>
      <w:r>
        <w:tab/>
        <w:t>2.025e0</w:t>
      </w:r>
    </w:p>
    <w:p w:rsidR="00E00D30" w:rsidRDefault="00E00D30" w:rsidP="00E00D30">
      <w:r>
        <w:t>552.1661</w:t>
      </w:r>
      <w:r>
        <w:tab/>
        <w:t>1.013e0</w:t>
      </w:r>
    </w:p>
    <w:p w:rsidR="00E00D30" w:rsidRDefault="00E00D30" w:rsidP="00E00D30">
      <w:r>
        <w:t>552.1846</w:t>
      </w:r>
      <w:r>
        <w:tab/>
        <w:t>2.025e0</w:t>
      </w:r>
    </w:p>
    <w:p w:rsidR="00E00D30" w:rsidRDefault="00E00D30" w:rsidP="00E00D30">
      <w:r>
        <w:t>552.1914</w:t>
      </w:r>
      <w:r>
        <w:tab/>
        <w:t>2.025e0</w:t>
      </w:r>
    </w:p>
    <w:p w:rsidR="00E00D30" w:rsidRDefault="00E00D30" w:rsidP="00E00D30">
      <w:r>
        <w:t>552.1978</w:t>
      </w:r>
      <w:r>
        <w:tab/>
        <w:t>1.013e0</w:t>
      </w:r>
    </w:p>
    <w:p w:rsidR="00E00D30" w:rsidRDefault="00E00D30" w:rsidP="00E00D30">
      <w:r>
        <w:t>552.2256</w:t>
      </w:r>
      <w:r>
        <w:tab/>
        <w:t>2.025e0</w:t>
      </w:r>
    </w:p>
    <w:p w:rsidR="00E00D30" w:rsidRDefault="00E00D30" w:rsidP="00E00D30">
      <w:r>
        <w:t>552.2318</w:t>
      </w:r>
      <w:r>
        <w:tab/>
        <w:t>2.025e0</w:t>
      </w:r>
    </w:p>
    <w:p w:rsidR="00E00D30" w:rsidRDefault="00E00D30" w:rsidP="00E00D30">
      <w:r>
        <w:t>552.2592</w:t>
      </w:r>
      <w:r>
        <w:tab/>
        <w:t>1.013e0</w:t>
      </w:r>
    </w:p>
    <w:p w:rsidR="00E00D30" w:rsidRDefault="00E00D30" w:rsidP="00E00D30">
      <w:r>
        <w:t>552.2637</w:t>
      </w:r>
      <w:r>
        <w:tab/>
        <w:t>1.013e0</w:t>
      </w:r>
    </w:p>
    <w:p w:rsidR="00E00D30" w:rsidRDefault="00E00D30" w:rsidP="00E00D30">
      <w:r>
        <w:t>552.3132</w:t>
      </w:r>
      <w:r>
        <w:tab/>
        <w:t>3.038e0</w:t>
      </w:r>
    </w:p>
    <w:p w:rsidR="00E00D30" w:rsidRDefault="00E00D30" w:rsidP="00E00D30">
      <w:r>
        <w:t>552.3228</w:t>
      </w:r>
      <w:r>
        <w:tab/>
        <w:t>7.089e0</w:t>
      </w:r>
    </w:p>
    <w:p w:rsidR="00E00D30" w:rsidRDefault="00E00D30" w:rsidP="00E00D30">
      <w:r>
        <w:t>552.3254</w:t>
      </w:r>
      <w:r>
        <w:tab/>
        <w:t>2.025e0</w:t>
      </w:r>
    </w:p>
    <w:p w:rsidR="00E00D30" w:rsidRDefault="00E00D30" w:rsidP="00E00D30">
      <w:r>
        <w:t>552.3339</w:t>
      </w:r>
      <w:r>
        <w:tab/>
        <w:t>2.025e0</w:t>
      </w:r>
    </w:p>
    <w:p w:rsidR="00E00D30" w:rsidRDefault="00E00D30" w:rsidP="00E00D30">
      <w:r>
        <w:t>552.3377</w:t>
      </w:r>
      <w:r>
        <w:tab/>
        <w:t>5.430e0</w:t>
      </w:r>
    </w:p>
    <w:p w:rsidR="00E00D30" w:rsidRDefault="00E00D30" w:rsidP="00E00D30">
      <w:r>
        <w:t>552.3513</w:t>
      </w:r>
      <w:r>
        <w:tab/>
        <w:t>5.795e0</w:t>
      </w:r>
    </w:p>
    <w:p w:rsidR="00E00D30" w:rsidRDefault="00E00D30" w:rsidP="00E00D30">
      <w:r>
        <w:t>552.3539</w:t>
      </w:r>
      <w:r>
        <w:tab/>
        <w:t>5.382e0</w:t>
      </w:r>
    </w:p>
    <w:p w:rsidR="00E00D30" w:rsidRDefault="00E00D30" w:rsidP="00E00D30">
      <w:r>
        <w:t>552.3577</w:t>
      </w:r>
      <w:r>
        <w:tab/>
        <w:t>5.659e0</w:t>
      </w:r>
    </w:p>
    <w:p w:rsidR="00E00D30" w:rsidRDefault="00E00D30" w:rsidP="00E00D30">
      <w:r>
        <w:t>552.3593</w:t>
      </w:r>
      <w:r>
        <w:tab/>
        <w:t>2.025e0</w:t>
      </w:r>
    </w:p>
    <w:p w:rsidR="00E00D30" w:rsidRDefault="00E00D30" w:rsidP="00E00D30">
      <w:r>
        <w:t>552.3846</w:t>
      </w:r>
      <w:r>
        <w:tab/>
        <w:t>1.013e0</w:t>
      </w:r>
    </w:p>
    <w:p w:rsidR="00E00D30" w:rsidRDefault="00E00D30" w:rsidP="00E00D30">
      <w:r>
        <w:lastRenderedPageBreak/>
        <w:t>552.3914</w:t>
      </w:r>
      <w:r>
        <w:tab/>
        <w:t>4.051e0</w:t>
      </w:r>
    </w:p>
    <w:p w:rsidR="00E00D30" w:rsidRDefault="00E00D30" w:rsidP="00E00D30">
      <w:r>
        <w:t>552.4037</w:t>
      </w:r>
      <w:r>
        <w:tab/>
        <w:t>1.013e0</w:t>
      </w:r>
    </w:p>
    <w:p w:rsidR="00E00D30" w:rsidRDefault="00E00D30" w:rsidP="00E00D30">
      <w:r>
        <w:t>552.4157</w:t>
      </w:r>
      <w:r>
        <w:tab/>
        <w:t>1.013e0</w:t>
      </w:r>
    </w:p>
    <w:p w:rsidR="00E00D30" w:rsidRDefault="00E00D30" w:rsidP="00E00D30">
      <w:r>
        <w:t>552.4211</w:t>
      </w:r>
      <w:r>
        <w:tab/>
        <w:t>1.013e0</w:t>
      </w:r>
    </w:p>
    <w:p w:rsidR="00E00D30" w:rsidRDefault="00E00D30" w:rsidP="00E00D30">
      <w:r>
        <w:t>552.4478</w:t>
      </w:r>
      <w:r>
        <w:tab/>
        <w:t>3.038e0</w:t>
      </w:r>
    </w:p>
    <w:p w:rsidR="00E00D30" w:rsidRDefault="00E00D30" w:rsidP="00E00D30">
      <w:r>
        <w:t>552.4583</w:t>
      </w:r>
      <w:r>
        <w:tab/>
        <w:t>1.013e0</w:t>
      </w:r>
    </w:p>
    <w:p w:rsidR="00E00D30" w:rsidRDefault="00E00D30" w:rsidP="00E00D30">
      <w:r>
        <w:t>552.4731</w:t>
      </w:r>
      <w:r>
        <w:tab/>
        <w:t>1.013e0</w:t>
      </w:r>
    </w:p>
    <w:p w:rsidR="00E00D30" w:rsidRDefault="00E00D30" w:rsidP="00E00D30">
      <w:r>
        <w:t>552.4777</w:t>
      </w:r>
      <w:r>
        <w:tab/>
        <w:t>3.038e0</w:t>
      </w:r>
    </w:p>
    <w:p w:rsidR="00E00D30" w:rsidRDefault="00E00D30" w:rsidP="00E00D30">
      <w:r>
        <w:t>552.4905</w:t>
      </w:r>
      <w:r>
        <w:tab/>
        <w:t>2.721e0</w:t>
      </w:r>
    </w:p>
    <w:p w:rsidR="00E00D30" w:rsidRDefault="00E00D30" w:rsidP="00E00D30">
      <w:r>
        <w:t>552.5132</w:t>
      </w:r>
      <w:r>
        <w:tab/>
        <w:t>1.013e0</w:t>
      </w:r>
    </w:p>
    <w:p w:rsidR="00E00D30" w:rsidRDefault="00E00D30" w:rsidP="00E00D30">
      <w:r>
        <w:t>552.5214</w:t>
      </w:r>
      <w:r>
        <w:tab/>
        <w:t>1.013e0</w:t>
      </w:r>
    </w:p>
    <w:p w:rsidR="00E00D30" w:rsidRDefault="00E00D30" w:rsidP="00E00D30">
      <w:r>
        <w:t>552.5318</w:t>
      </w:r>
      <w:r>
        <w:tab/>
        <w:t>2.025e0</w:t>
      </w:r>
    </w:p>
    <w:p w:rsidR="00E00D30" w:rsidRDefault="00E00D30" w:rsidP="00E00D30">
      <w:r>
        <w:t>552.5478</w:t>
      </w:r>
      <w:r>
        <w:tab/>
        <w:t>1.013e0</w:t>
      </w:r>
    </w:p>
    <w:p w:rsidR="00E00D30" w:rsidRDefault="00E00D30" w:rsidP="00E00D30">
      <w:r>
        <w:t>552.5670</w:t>
      </w:r>
      <w:r>
        <w:tab/>
        <w:t>5.063e0</w:t>
      </w:r>
    </w:p>
    <w:p w:rsidR="00E00D30" w:rsidRDefault="00E00D30" w:rsidP="00E00D30">
      <w:r>
        <w:t>552.6166</w:t>
      </w:r>
      <w:r>
        <w:tab/>
        <w:t>1.013e0</w:t>
      </w:r>
    </w:p>
    <w:p w:rsidR="00E00D30" w:rsidRDefault="00E00D30" w:rsidP="00E00D30">
      <w:r>
        <w:t>552.6210</w:t>
      </w:r>
      <w:r>
        <w:tab/>
        <w:t>1.013e0</w:t>
      </w:r>
    </w:p>
    <w:p w:rsidR="00E00D30" w:rsidRDefault="00E00D30" w:rsidP="00E00D30">
      <w:r>
        <w:t>552.6255</w:t>
      </w:r>
      <w:r>
        <w:tab/>
        <w:t>1.013e0</w:t>
      </w:r>
    </w:p>
    <w:p w:rsidR="00E00D30" w:rsidRDefault="00E00D30" w:rsidP="00E00D30">
      <w:r>
        <w:t>552.6398</w:t>
      </w:r>
      <w:r>
        <w:tab/>
        <w:t>1.013e0</w:t>
      </w:r>
    </w:p>
    <w:p w:rsidR="00E00D30" w:rsidRDefault="00E00D30" w:rsidP="00E00D30">
      <w:r>
        <w:t>552.6731</w:t>
      </w:r>
      <w:r>
        <w:tab/>
        <w:t>1.013e0</w:t>
      </w:r>
    </w:p>
    <w:p w:rsidR="00E00D30" w:rsidRDefault="00E00D30" w:rsidP="00E00D30">
      <w:r>
        <w:lastRenderedPageBreak/>
        <w:t>552.6773</w:t>
      </w:r>
      <w:r>
        <w:tab/>
        <w:t>1.013e0</w:t>
      </w:r>
    </w:p>
    <w:p w:rsidR="00E00D30" w:rsidRDefault="00E00D30" w:rsidP="00E00D30">
      <w:r>
        <w:t>552.6855</w:t>
      </w:r>
      <w:r>
        <w:tab/>
        <w:t>2.025e0</w:t>
      </w:r>
    </w:p>
    <w:p w:rsidR="00E00D30" w:rsidRDefault="00E00D30" w:rsidP="00E00D30">
      <w:r>
        <w:t>552.6956</w:t>
      </w:r>
      <w:r>
        <w:tab/>
        <w:t>2.025e0</w:t>
      </w:r>
    </w:p>
    <w:p w:rsidR="00E00D30" w:rsidRDefault="00E00D30" w:rsidP="00E00D30">
      <w:r>
        <w:t>552.7294</w:t>
      </w:r>
      <w:r>
        <w:tab/>
        <w:t>1.013e0</w:t>
      </w:r>
    </w:p>
    <w:p w:rsidR="00E00D30" w:rsidRDefault="00E00D30" w:rsidP="00E00D30">
      <w:r>
        <w:t>552.7427</w:t>
      </w:r>
      <w:r>
        <w:tab/>
        <w:t>1.324e0</w:t>
      </w:r>
    </w:p>
    <w:p w:rsidR="00E00D30" w:rsidRDefault="00E00D30" w:rsidP="00E00D30">
      <w:r>
        <w:t>552.7657</w:t>
      </w:r>
      <w:r>
        <w:tab/>
        <w:t>1.013e0</w:t>
      </w:r>
    </w:p>
    <w:p w:rsidR="00E00D30" w:rsidRDefault="00E00D30" w:rsidP="00E00D30">
      <w:r>
        <w:t>552.7870</w:t>
      </w:r>
      <w:r>
        <w:tab/>
        <w:t>1.013e0</w:t>
      </w:r>
    </w:p>
    <w:p w:rsidR="00E00D30" w:rsidRDefault="00E00D30" w:rsidP="00E00D30">
      <w:r>
        <w:t>552.7924</w:t>
      </w:r>
      <w:r>
        <w:tab/>
        <w:t>2.025e0</w:t>
      </w:r>
    </w:p>
    <w:p w:rsidR="00E00D30" w:rsidRDefault="00E00D30" w:rsidP="00E00D30">
      <w:r>
        <w:t>552.7966</w:t>
      </w:r>
      <w:r>
        <w:tab/>
        <w:t>1.013e0</w:t>
      </w:r>
    </w:p>
    <w:p w:rsidR="00E00D30" w:rsidRDefault="00E00D30" w:rsidP="00E00D30">
      <w:r>
        <w:t>552.8064</w:t>
      </w:r>
      <w:r>
        <w:tab/>
        <w:t>1.013e0</w:t>
      </w:r>
    </w:p>
    <w:p w:rsidR="00E00D30" w:rsidRDefault="00E00D30" w:rsidP="00E00D30">
      <w:r>
        <w:t>552.8643</w:t>
      </w:r>
      <w:r>
        <w:tab/>
        <w:t>1.013e0</w:t>
      </w:r>
    </w:p>
    <w:p w:rsidR="00E00D30" w:rsidRDefault="00E00D30" w:rsidP="00E00D30">
      <w:r>
        <w:t>552.8922</w:t>
      </w:r>
      <w:r>
        <w:tab/>
        <w:t>2.025e0</w:t>
      </w:r>
    </w:p>
    <w:p w:rsidR="00E00D30" w:rsidRDefault="00E00D30" w:rsidP="00E00D30">
      <w:r>
        <w:t>552.8949</w:t>
      </w:r>
      <w:r>
        <w:tab/>
        <w:t>1.013e0</w:t>
      </w:r>
    </w:p>
    <w:p w:rsidR="00E00D30" w:rsidRDefault="00E00D30" w:rsidP="00E00D30">
      <w:r>
        <w:t>552.9129</w:t>
      </w:r>
      <w:r>
        <w:tab/>
        <w:t>2.025e0</w:t>
      </w:r>
    </w:p>
    <w:p w:rsidR="00E00D30" w:rsidRDefault="00E00D30" w:rsidP="00E00D30">
      <w:r>
        <w:t>552.9395</w:t>
      </w:r>
      <w:r>
        <w:tab/>
        <w:t>1.013e0</w:t>
      </w:r>
    </w:p>
    <w:p w:rsidR="00E00D30" w:rsidRDefault="00E00D30" w:rsidP="00E00D30">
      <w:r>
        <w:t>552.9871</w:t>
      </w:r>
      <w:r>
        <w:tab/>
        <w:t>1.013e0</w:t>
      </w:r>
    </w:p>
    <w:p w:rsidR="00E00D30" w:rsidRDefault="00E00D30" w:rsidP="00E00D30">
      <w:r>
        <w:t>553.0218</w:t>
      </w:r>
      <w:r>
        <w:tab/>
        <w:t>1.013e0</w:t>
      </w:r>
    </w:p>
    <w:p w:rsidR="00E00D30" w:rsidRDefault="00E00D30" w:rsidP="00E00D30">
      <w:r>
        <w:t>553.0255</w:t>
      </w:r>
      <w:r>
        <w:tab/>
        <w:t>1.013e0</w:t>
      </w:r>
    </w:p>
    <w:p w:rsidR="00E00D30" w:rsidRDefault="00E00D30" w:rsidP="00E00D30">
      <w:r>
        <w:t>553.0446</w:t>
      </w:r>
      <w:r>
        <w:tab/>
        <w:t>1.013e0</w:t>
      </w:r>
    </w:p>
    <w:p w:rsidR="00E00D30" w:rsidRDefault="00E00D30" w:rsidP="00E00D30">
      <w:r>
        <w:lastRenderedPageBreak/>
        <w:t>553.1014</w:t>
      </w:r>
      <w:r>
        <w:tab/>
        <w:t>1.013e0</w:t>
      </w:r>
    </w:p>
    <w:p w:rsidR="00E00D30" w:rsidRDefault="00E00D30" w:rsidP="00E00D30">
      <w:r>
        <w:t>553.1203</w:t>
      </w:r>
      <w:r>
        <w:tab/>
        <w:t>6.076e0</w:t>
      </w:r>
    </w:p>
    <w:p w:rsidR="00E00D30" w:rsidRDefault="00E00D30" w:rsidP="00E00D30">
      <w:r>
        <w:t>553.1586</w:t>
      </w:r>
      <w:r>
        <w:tab/>
        <w:t>1.013e0</w:t>
      </w:r>
    </w:p>
    <w:p w:rsidR="00E00D30" w:rsidRDefault="00E00D30" w:rsidP="00E00D30">
      <w:r>
        <w:t>553.1675</w:t>
      </w:r>
      <w:r>
        <w:tab/>
        <w:t>3.038e0</w:t>
      </w:r>
    </w:p>
    <w:p w:rsidR="00E00D30" w:rsidRDefault="00E00D30" w:rsidP="00E00D30">
      <w:r>
        <w:t>553.1760</w:t>
      </w:r>
      <w:r>
        <w:tab/>
        <w:t>2.025e0</w:t>
      </w:r>
    </w:p>
    <w:p w:rsidR="00E00D30" w:rsidRDefault="00E00D30" w:rsidP="00E00D30">
      <w:r>
        <w:t>553.2026</w:t>
      </w:r>
      <w:r>
        <w:tab/>
        <w:t>1.013e0</w:t>
      </w:r>
    </w:p>
    <w:p w:rsidR="00E00D30" w:rsidRDefault="00E00D30" w:rsidP="00E00D30">
      <w:r>
        <w:t>553.2168</w:t>
      </w:r>
      <w:r>
        <w:tab/>
        <w:t>1.013e0</w:t>
      </w:r>
    </w:p>
    <w:p w:rsidR="00E00D30" w:rsidRDefault="00E00D30" w:rsidP="00E00D30">
      <w:r>
        <w:t>553.2276</w:t>
      </w:r>
      <w:r>
        <w:tab/>
        <w:t>3.038e0</w:t>
      </w:r>
    </w:p>
    <w:p w:rsidR="00E00D30" w:rsidRDefault="00E00D30" w:rsidP="00E00D30">
      <w:r>
        <w:t>553.2690</w:t>
      </w:r>
      <w:r>
        <w:tab/>
        <w:t>2.025e0</w:t>
      </w:r>
    </w:p>
    <w:p w:rsidR="00E00D30" w:rsidRDefault="00E00D30" w:rsidP="00E00D30">
      <w:r>
        <w:t>553.2842</w:t>
      </w:r>
      <w:r>
        <w:tab/>
        <w:t>4.632e0</w:t>
      </w:r>
    </w:p>
    <w:p w:rsidR="00E00D30" w:rsidRDefault="00E00D30" w:rsidP="00E00D30">
      <w:r>
        <w:t>553.2953</w:t>
      </w:r>
      <w:r>
        <w:tab/>
        <w:t>1.013e0</w:t>
      </w:r>
    </w:p>
    <w:p w:rsidR="00E00D30" w:rsidRDefault="00E00D30" w:rsidP="00E00D30">
      <w:r>
        <w:t>553.3026</w:t>
      </w:r>
      <w:r>
        <w:tab/>
        <w:t>1.013e0</w:t>
      </w:r>
    </w:p>
    <w:p w:rsidR="00E00D30" w:rsidRDefault="00E00D30" w:rsidP="00E00D30">
      <w:r>
        <w:t>553.3107</w:t>
      </w:r>
      <w:r>
        <w:tab/>
        <w:t>1.013e0</w:t>
      </w:r>
    </w:p>
    <w:p w:rsidR="00E00D30" w:rsidRDefault="00E00D30" w:rsidP="00E00D30">
      <w:r>
        <w:t>553.3210</w:t>
      </w:r>
      <w:r>
        <w:tab/>
        <w:t>2.025e0</w:t>
      </w:r>
    </w:p>
    <w:p w:rsidR="00E00D30" w:rsidRDefault="00E00D30" w:rsidP="00E00D30">
      <w:r>
        <w:t>553.3229</w:t>
      </w:r>
      <w:r>
        <w:tab/>
        <w:t>4.051e0</w:t>
      </w:r>
    </w:p>
    <w:p w:rsidR="00E00D30" w:rsidRDefault="00E00D30" w:rsidP="00E00D30">
      <w:r>
        <w:t>553.3248</w:t>
      </w:r>
      <w:r>
        <w:tab/>
        <w:t>3.038e0</w:t>
      </w:r>
    </w:p>
    <w:p w:rsidR="00E00D30" w:rsidRDefault="00E00D30" w:rsidP="00E00D30">
      <w:r>
        <w:t>553.3294</w:t>
      </w:r>
      <w:r>
        <w:tab/>
        <w:t>3.038e0</w:t>
      </w:r>
    </w:p>
    <w:p w:rsidR="00E00D30" w:rsidRDefault="00E00D30" w:rsidP="00E00D30">
      <w:r>
        <w:t>553.3330</w:t>
      </w:r>
      <w:r>
        <w:tab/>
        <w:t>4.989e0</w:t>
      </w:r>
    </w:p>
    <w:p w:rsidR="00E00D30" w:rsidRDefault="00E00D30" w:rsidP="00E00D30">
      <w:r>
        <w:t>553.3458</w:t>
      </w:r>
      <w:r>
        <w:tab/>
        <w:t>1.925e0</w:t>
      </w:r>
    </w:p>
    <w:p w:rsidR="00E00D30" w:rsidRDefault="00E00D30" w:rsidP="00E00D30">
      <w:r>
        <w:lastRenderedPageBreak/>
        <w:t>553.3635</w:t>
      </w:r>
      <w:r>
        <w:tab/>
        <w:t>2.025e0</w:t>
      </w:r>
    </w:p>
    <w:p w:rsidR="00E00D30" w:rsidRDefault="00E00D30" w:rsidP="00E00D30">
      <w:r>
        <w:t>553.3739</w:t>
      </w:r>
      <w:r>
        <w:tab/>
        <w:t>3.509e0</w:t>
      </w:r>
    </w:p>
    <w:p w:rsidR="00E00D30" w:rsidRDefault="00E00D30" w:rsidP="00E00D30">
      <w:r>
        <w:t>553.3837</w:t>
      </w:r>
      <w:r>
        <w:tab/>
        <w:t>2.025e0</w:t>
      </w:r>
    </w:p>
    <w:p w:rsidR="00E00D30" w:rsidRDefault="00E00D30" w:rsidP="00E00D30">
      <w:r>
        <w:t>553.4123</w:t>
      </w:r>
      <w:r>
        <w:tab/>
        <w:t>2.025e0</w:t>
      </w:r>
    </w:p>
    <w:p w:rsidR="00E00D30" w:rsidRDefault="00E00D30" w:rsidP="00E00D30">
      <w:r>
        <w:t>553.4258</w:t>
      </w:r>
      <w:r>
        <w:tab/>
        <w:t>1.013e0</w:t>
      </w:r>
    </w:p>
    <w:p w:rsidR="00E00D30" w:rsidRDefault="00E00D30" w:rsidP="00E00D30">
      <w:r>
        <w:t>553.4285</w:t>
      </w:r>
      <w:r>
        <w:tab/>
        <w:t>2.025e0</w:t>
      </w:r>
    </w:p>
    <w:p w:rsidR="00E00D30" w:rsidRDefault="00E00D30" w:rsidP="00E00D30">
      <w:r>
        <w:t>553.4485</w:t>
      </w:r>
      <w:r>
        <w:tab/>
        <w:t>2.025e0</w:t>
      </w:r>
    </w:p>
    <w:p w:rsidR="00E00D30" w:rsidRDefault="00E00D30" w:rsidP="00E00D30">
      <w:r>
        <w:t>553.4644</w:t>
      </w:r>
      <w:r>
        <w:tab/>
        <w:t>2.025e0</w:t>
      </w:r>
    </w:p>
    <w:p w:rsidR="00E00D30" w:rsidRDefault="00E00D30" w:rsidP="00E00D30">
      <w:r>
        <w:t>553.4769</w:t>
      </w:r>
      <w:r>
        <w:tab/>
        <w:t>1.013e0</w:t>
      </w:r>
    </w:p>
    <w:p w:rsidR="00E00D30" w:rsidRDefault="00E00D30" w:rsidP="00E00D30">
      <w:r>
        <w:t>553.4921</w:t>
      </w:r>
      <w:r>
        <w:tab/>
        <w:t>2.025e0</w:t>
      </w:r>
    </w:p>
    <w:p w:rsidR="00E00D30" w:rsidRDefault="00E00D30" w:rsidP="00E00D30">
      <w:r>
        <w:t>553.5325</w:t>
      </w:r>
      <w:r>
        <w:tab/>
        <w:t>2.025e0</w:t>
      </w:r>
    </w:p>
    <w:p w:rsidR="00E00D30" w:rsidRDefault="00E00D30" w:rsidP="00E00D30">
      <w:r>
        <w:t>553.5577</w:t>
      </w:r>
      <w:r>
        <w:tab/>
        <w:t>2.025e0</w:t>
      </w:r>
    </w:p>
    <w:p w:rsidR="00E00D30" w:rsidRDefault="00E00D30" w:rsidP="00E00D30">
      <w:r>
        <w:t>553.5593</w:t>
      </w:r>
      <w:r>
        <w:tab/>
        <w:t>3.038e0</w:t>
      </w:r>
    </w:p>
    <w:p w:rsidR="00E00D30" w:rsidRDefault="00E00D30" w:rsidP="00E00D30">
      <w:r>
        <w:t>553.6021</w:t>
      </w:r>
      <w:r>
        <w:tab/>
        <w:t>1.013e0</w:t>
      </w:r>
    </w:p>
    <w:p w:rsidR="00E00D30" w:rsidRDefault="00E00D30" w:rsidP="00E00D30">
      <w:r>
        <w:t>553.6205</w:t>
      </w:r>
      <w:r>
        <w:tab/>
        <w:t>2.025e0</w:t>
      </w:r>
    </w:p>
    <w:p w:rsidR="00E00D30" w:rsidRDefault="00E00D30" w:rsidP="00E00D30">
      <w:r>
        <w:t>553.6453</w:t>
      </w:r>
      <w:r>
        <w:tab/>
        <w:t>2.025e0</w:t>
      </w:r>
    </w:p>
    <w:p w:rsidR="00E00D30" w:rsidRDefault="00E00D30" w:rsidP="00E00D30">
      <w:r>
        <w:t>553.6583</w:t>
      </w:r>
      <w:r>
        <w:tab/>
        <w:t>1.013e0</w:t>
      </w:r>
    </w:p>
    <w:p w:rsidR="00E00D30" w:rsidRDefault="00E00D30" w:rsidP="00E00D30">
      <w:r>
        <w:t>553.6940</w:t>
      </w:r>
      <w:r>
        <w:tab/>
        <w:t>1.013e0</w:t>
      </w:r>
    </w:p>
    <w:p w:rsidR="00E00D30" w:rsidRDefault="00E00D30" w:rsidP="00E00D30">
      <w:r>
        <w:t>553.7406</w:t>
      </w:r>
      <w:r>
        <w:tab/>
        <w:t>1.013e0</w:t>
      </w:r>
    </w:p>
    <w:p w:rsidR="00E00D30" w:rsidRDefault="00E00D30" w:rsidP="00E00D30">
      <w:r>
        <w:lastRenderedPageBreak/>
        <w:t>553.7654</w:t>
      </w:r>
      <w:r>
        <w:tab/>
        <w:t>2.025e0</w:t>
      </w:r>
    </w:p>
    <w:p w:rsidR="00E00D30" w:rsidRDefault="00E00D30" w:rsidP="00E00D30">
      <w:r>
        <w:t>553.7890</w:t>
      </w:r>
      <w:r>
        <w:tab/>
        <w:t>3.038e0</w:t>
      </w:r>
    </w:p>
    <w:p w:rsidR="00E00D30" w:rsidRDefault="00E00D30" w:rsidP="00E00D30">
      <w:r>
        <w:t>553.8167</w:t>
      </w:r>
      <w:r>
        <w:tab/>
        <w:t>1.013e0</w:t>
      </w:r>
    </w:p>
    <w:p w:rsidR="00E00D30" w:rsidRDefault="00E00D30" w:rsidP="00E00D30">
      <w:r>
        <w:t>553.8262</w:t>
      </w:r>
      <w:r>
        <w:tab/>
        <w:t>1.013e0</w:t>
      </w:r>
    </w:p>
    <w:p w:rsidR="00E00D30" w:rsidRDefault="00E00D30" w:rsidP="00E00D30">
      <w:r>
        <w:t>553.8456</w:t>
      </w:r>
      <w:r>
        <w:tab/>
        <w:t>1.013e0</w:t>
      </w:r>
    </w:p>
    <w:p w:rsidR="00E00D30" w:rsidRDefault="00E00D30" w:rsidP="00E00D30">
      <w:r>
        <w:t>553.8938</w:t>
      </w:r>
      <w:r>
        <w:tab/>
        <w:t>1.013e0</w:t>
      </w:r>
    </w:p>
    <w:p w:rsidR="00E00D30" w:rsidRDefault="00E00D30" w:rsidP="00E00D30">
      <w:r>
        <w:t>553.8983</w:t>
      </w:r>
      <w:r>
        <w:tab/>
        <w:t>3.038e0</w:t>
      </w:r>
    </w:p>
    <w:p w:rsidR="00E00D30" w:rsidRDefault="00E00D30" w:rsidP="00E00D30">
      <w:r>
        <w:t>553.9124</w:t>
      </w:r>
      <w:r>
        <w:tab/>
        <w:t>1.013e0</w:t>
      </w:r>
    </w:p>
    <w:p w:rsidR="00E00D30" w:rsidRDefault="00E00D30" w:rsidP="00E00D30">
      <w:r>
        <w:t>553.9410</w:t>
      </w:r>
      <w:r>
        <w:tab/>
        <w:t>1.013e0</w:t>
      </w:r>
    </w:p>
    <w:p w:rsidR="00E00D30" w:rsidRDefault="00E00D30" w:rsidP="00E00D30">
      <w:r>
        <w:t>553.9512</w:t>
      </w:r>
      <w:r>
        <w:tab/>
        <w:t>1.013e0</w:t>
      </w:r>
    </w:p>
    <w:p w:rsidR="00E00D30" w:rsidRDefault="00E00D30" w:rsidP="00E00D30">
      <w:r>
        <w:t>553.9608</w:t>
      </w:r>
      <w:r>
        <w:tab/>
        <w:t>1.013e0</w:t>
      </w:r>
    </w:p>
    <w:p w:rsidR="00E00D30" w:rsidRDefault="00E00D30" w:rsidP="00E00D30">
      <w:r>
        <w:t>553.9696</w:t>
      </w:r>
      <w:r>
        <w:tab/>
        <w:t>1.013e0</w:t>
      </w:r>
    </w:p>
    <w:p w:rsidR="00E00D30" w:rsidRDefault="00E00D30" w:rsidP="00E00D30">
      <w:r>
        <w:t>553.9791</w:t>
      </w:r>
      <w:r>
        <w:tab/>
        <w:t>1.013e0</w:t>
      </w:r>
    </w:p>
    <w:p w:rsidR="00E00D30" w:rsidRDefault="00E00D30" w:rsidP="00E00D30">
      <w:r>
        <w:t>553.9839</w:t>
      </w:r>
      <w:r>
        <w:tab/>
        <w:t>2.025e0</w:t>
      </w:r>
    </w:p>
    <w:p w:rsidR="00E00D30" w:rsidRDefault="00E00D30" w:rsidP="00E00D30">
      <w:r>
        <w:t>554.0457</w:t>
      </w:r>
      <w:r>
        <w:tab/>
        <w:t>1.013e0</w:t>
      </w:r>
    </w:p>
    <w:p w:rsidR="00E00D30" w:rsidRDefault="00E00D30" w:rsidP="00E00D30">
      <w:r>
        <w:t>554.0721</w:t>
      </w:r>
      <w:r>
        <w:tab/>
        <w:t>2.025e0</w:t>
      </w:r>
    </w:p>
    <w:p w:rsidR="00E00D30" w:rsidRDefault="00E00D30" w:rsidP="00E00D30">
      <w:r>
        <w:t>554.1033</w:t>
      </w:r>
      <w:r>
        <w:tab/>
        <w:t>4.051e0</w:t>
      </w:r>
    </w:p>
    <w:p w:rsidR="00E00D30" w:rsidRDefault="00E00D30" w:rsidP="00E00D30">
      <w:r>
        <w:t>554.1079</w:t>
      </w:r>
      <w:r>
        <w:tab/>
        <w:t>4.051e0</w:t>
      </w:r>
    </w:p>
    <w:p w:rsidR="00E00D30" w:rsidRDefault="00E00D30" w:rsidP="00E00D30">
      <w:r>
        <w:t>554.1125</w:t>
      </w:r>
      <w:r>
        <w:tab/>
        <w:t>1.013e0</w:t>
      </w:r>
    </w:p>
    <w:p w:rsidR="00E00D30" w:rsidRDefault="00E00D30" w:rsidP="00E00D30">
      <w:r>
        <w:lastRenderedPageBreak/>
        <w:t>554.1475</w:t>
      </w:r>
      <w:r>
        <w:tab/>
        <w:t>1.013e0</w:t>
      </w:r>
    </w:p>
    <w:p w:rsidR="00E00D30" w:rsidRDefault="00E00D30" w:rsidP="00E00D30">
      <w:r>
        <w:t>554.1697</w:t>
      </w:r>
      <w:r>
        <w:tab/>
        <w:t>1.013e0</w:t>
      </w:r>
    </w:p>
    <w:p w:rsidR="00E00D30" w:rsidRDefault="00E00D30" w:rsidP="00E00D30">
      <w:r>
        <w:t>554.1803</w:t>
      </w:r>
      <w:r>
        <w:tab/>
        <w:t>1.013e0</w:t>
      </w:r>
    </w:p>
    <w:p w:rsidR="00E00D30" w:rsidRDefault="00E00D30" w:rsidP="00E00D30">
      <w:r>
        <w:t>554.1837</w:t>
      </w:r>
      <w:r>
        <w:tab/>
        <w:t>1.013e0</w:t>
      </w:r>
    </w:p>
    <w:p w:rsidR="00E00D30" w:rsidRDefault="00E00D30" w:rsidP="00E00D30">
      <w:r>
        <w:t>554.1874</w:t>
      </w:r>
      <w:r>
        <w:tab/>
        <w:t>2.048e0</w:t>
      </w:r>
    </w:p>
    <w:p w:rsidR="00E00D30" w:rsidRDefault="00E00D30" w:rsidP="00E00D30">
      <w:r>
        <w:t>554.2175</w:t>
      </w:r>
      <w:r>
        <w:tab/>
        <w:t>2.025e0</w:t>
      </w:r>
    </w:p>
    <w:p w:rsidR="00E00D30" w:rsidRDefault="00E00D30" w:rsidP="00E00D30">
      <w:r>
        <w:t>554.2200</w:t>
      </w:r>
      <w:r>
        <w:tab/>
        <w:t>4.051e0</w:t>
      </w:r>
    </w:p>
    <w:p w:rsidR="00E00D30" w:rsidRDefault="00E00D30" w:rsidP="00E00D30">
      <w:r>
        <w:t>554.2462</w:t>
      </w:r>
      <w:r>
        <w:tab/>
        <w:t>1.013e0</w:t>
      </w:r>
    </w:p>
    <w:p w:rsidR="00E00D30" w:rsidRDefault="00E00D30" w:rsidP="00E00D30">
      <w:r>
        <w:t>554.2659</w:t>
      </w:r>
      <w:r>
        <w:tab/>
        <w:t>2.025e0</w:t>
      </w:r>
    </w:p>
    <w:p w:rsidR="00E00D30" w:rsidRDefault="00E00D30" w:rsidP="00E00D30">
      <w:r>
        <w:t>554.2847</w:t>
      </w:r>
      <w:r>
        <w:tab/>
        <w:t>3.038e0</w:t>
      </w:r>
    </w:p>
    <w:p w:rsidR="00E00D30" w:rsidRDefault="00E00D30" w:rsidP="00E00D30">
      <w:r>
        <w:t>554.2886</w:t>
      </w:r>
      <w:r>
        <w:tab/>
        <w:t>3.038e0</w:t>
      </w:r>
    </w:p>
    <w:p w:rsidR="00E00D30" w:rsidRDefault="00E00D30" w:rsidP="00E00D30">
      <w:r>
        <w:t>554.2900</w:t>
      </w:r>
      <w:r>
        <w:tab/>
        <w:t>4.745e0</w:t>
      </w:r>
    </w:p>
    <w:p w:rsidR="00E00D30" w:rsidRDefault="00E00D30" w:rsidP="00E00D30">
      <w:r>
        <w:t>554.3037</w:t>
      </w:r>
      <w:r>
        <w:tab/>
        <w:t>1.013e0</w:t>
      </w:r>
    </w:p>
    <w:p w:rsidR="00E00D30" w:rsidRDefault="00E00D30" w:rsidP="00E00D30">
      <w:r>
        <w:t>554.3171</w:t>
      </w:r>
      <w:r>
        <w:tab/>
        <w:t>2.025e0</w:t>
      </w:r>
    </w:p>
    <w:p w:rsidR="00E00D30" w:rsidRDefault="00E00D30" w:rsidP="00E00D30">
      <w:r>
        <w:t>554.3185</w:t>
      </w:r>
      <w:r>
        <w:tab/>
        <w:t>2.025e0</w:t>
      </w:r>
    </w:p>
    <w:p w:rsidR="00E00D30" w:rsidRDefault="00E00D30" w:rsidP="00E00D30">
      <w:r>
        <w:t>554.3260</w:t>
      </w:r>
      <w:r>
        <w:tab/>
        <w:t>4.051e0</w:t>
      </w:r>
    </w:p>
    <w:p w:rsidR="00E00D30" w:rsidRDefault="00E00D30" w:rsidP="00E00D30">
      <w:r>
        <w:t>554.3474</w:t>
      </w:r>
      <w:r>
        <w:tab/>
        <w:t>1.013e0</w:t>
      </w:r>
    </w:p>
    <w:p w:rsidR="00E00D30" w:rsidRDefault="00E00D30" w:rsidP="00E00D30">
      <w:r>
        <w:t>554.3506</w:t>
      </w:r>
      <w:r>
        <w:tab/>
        <w:t>4.123e0</w:t>
      </w:r>
    </w:p>
    <w:p w:rsidR="00E00D30" w:rsidRDefault="00E00D30" w:rsidP="00E00D30">
      <w:r>
        <w:t>554.3611</w:t>
      </w:r>
      <w:r>
        <w:tab/>
        <w:t>5.970e0</w:t>
      </w:r>
    </w:p>
    <w:p w:rsidR="00E00D30" w:rsidRDefault="00E00D30" w:rsidP="00E00D30">
      <w:r>
        <w:lastRenderedPageBreak/>
        <w:t>554.3740</w:t>
      </w:r>
      <w:r>
        <w:tab/>
        <w:t>1.801e0</w:t>
      </w:r>
    </w:p>
    <w:p w:rsidR="00E00D30" w:rsidRDefault="00E00D30" w:rsidP="00E00D30">
      <w:r>
        <w:t>554.3760</w:t>
      </w:r>
      <w:r>
        <w:tab/>
        <w:t>2.025e0</w:t>
      </w:r>
    </w:p>
    <w:p w:rsidR="00E00D30" w:rsidRDefault="00E00D30" w:rsidP="00E00D30">
      <w:r>
        <w:t>554.3837</w:t>
      </w:r>
      <w:r>
        <w:tab/>
        <w:t>2.025e0</w:t>
      </w:r>
    </w:p>
    <w:p w:rsidR="00E00D30" w:rsidRDefault="00E00D30" w:rsidP="00E00D30">
      <w:r>
        <w:t>554.3890</w:t>
      </w:r>
      <w:r>
        <w:tab/>
        <w:t>3.038e0</w:t>
      </w:r>
    </w:p>
    <w:p w:rsidR="00E00D30" w:rsidRDefault="00E00D30" w:rsidP="00E00D30">
      <w:r>
        <w:t>554.3999</w:t>
      </w:r>
      <w:r>
        <w:tab/>
        <w:t>1.013e0</w:t>
      </w:r>
    </w:p>
    <w:p w:rsidR="00E00D30" w:rsidRDefault="00E00D30" w:rsidP="00E00D30">
      <w:r>
        <w:t>554.4237</w:t>
      </w:r>
      <w:r>
        <w:tab/>
        <w:t>3.038e0</w:t>
      </w:r>
    </w:p>
    <w:p w:rsidR="00E00D30" w:rsidRDefault="00E00D30" w:rsidP="00E00D30">
      <w:r>
        <w:t>554.4384</w:t>
      </w:r>
      <w:r>
        <w:tab/>
        <w:t>1.013e0</w:t>
      </w:r>
    </w:p>
    <w:p w:rsidR="00E00D30" w:rsidRDefault="00E00D30" w:rsidP="00E00D30">
      <w:r>
        <w:t>554.4474</w:t>
      </w:r>
      <w:r>
        <w:tab/>
        <w:t>2.025e0</w:t>
      </w:r>
    </w:p>
    <w:p w:rsidR="00E00D30" w:rsidRDefault="00E00D30" w:rsidP="00E00D30">
      <w:r>
        <w:t>554.4509</w:t>
      </w:r>
      <w:r>
        <w:tab/>
        <w:t>3.038e0</w:t>
      </w:r>
    </w:p>
    <w:p w:rsidR="00E00D30" w:rsidRDefault="00E00D30" w:rsidP="00E00D30">
      <w:r>
        <w:t>554.4562</w:t>
      </w:r>
      <w:r>
        <w:tab/>
        <w:t>2.025e0</w:t>
      </w:r>
    </w:p>
    <w:p w:rsidR="00E00D30" w:rsidRDefault="00E00D30" w:rsidP="00E00D30">
      <w:r>
        <w:t>554.4913</w:t>
      </w:r>
      <w:r>
        <w:tab/>
        <w:t>1.013e0</w:t>
      </w:r>
    </w:p>
    <w:p w:rsidR="00E00D30" w:rsidRDefault="00E00D30" w:rsidP="00E00D30">
      <w:r>
        <w:t>554.4993</w:t>
      </w:r>
      <w:r>
        <w:tab/>
        <w:t>2.025e0</w:t>
      </w:r>
    </w:p>
    <w:p w:rsidR="00E00D30" w:rsidRDefault="00E00D30" w:rsidP="00E00D30">
      <w:r>
        <w:t>554.5050</w:t>
      </w:r>
      <w:r>
        <w:tab/>
        <w:t>1.013e0</w:t>
      </w:r>
    </w:p>
    <w:p w:rsidR="00E00D30" w:rsidRDefault="00E00D30" w:rsidP="00E00D30">
      <w:r>
        <w:t>554.5103</w:t>
      </w:r>
      <w:r>
        <w:tab/>
        <w:t>2.025e0</w:t>
      </w:r>
    </w:p>
    <w:p w:rsidR="00E00D30" w:rsidRDefault="00E00D30" w:rsidP="00E00D30">
      <w:r>
        <w:t>554.5228</w:t>
      </w:r>
      <w:r>
        <w:tab/>
        <w:t>2.025e0</w:t>
      </w:r>
    </w:p>
    <w:p w:rsidR="00E00D30" w:rsidRDefault="00E00D30" w:rsidP="00E00D30">
      <w:r>
        <w:t>554.5330</w:t>
      </w:r>
      <w:r>
        <w:tab/>
        <w:t>1.013e0</w:t>
      </w:r>
    </w:p>
    <w:p w:rsidR="00E00D30" w:rsidRDefault="00E00D30" w:rsidP="00E00D30">
      <w:r>
        <w:t>554.5432</w:t>
      </w:r>
      <w:r>
        <w:tab/>
        <w:t>1.013e0</w:t>
      </w:r>
    </w:p>
    <w:p w:rsidR="00E00D30" w:rsidRDefault="00E00D30" w:rsidP="00E00D30">
      <w:r>
        <w:t>554.5575</w:t>
      </w:r>
      <w:r>
        <w:tab/>
        <w:t>2.025e0</w:t>
      </w:r>
    </w:p>
    <w:p w:rsidR="00E00D30" w:rsidRDefault="00E00D30" w:rsidP="00E00D30">
      <w:r>
        <w:t>554.5718</w:t>
      </w:r>
      <w:r>
        <w:tab/>
        <w:t>1.013e0</w:t>
      </w:r>
    </w:p>
    <w:p w:rsidR="00E00D30" w:rsidRDefault="00E00D30" w:rsidP="00E00D30">
      <w:r>
        <w:lastRenderedPageBreak/>
        <w:t>554.5804</w:t>
      </w:r>
      <w:r>
        <w:tab/>
        <w:t>1.013e0</w:t>
      </w:r>
    </w:p>
    <w:p w:rsidR="00E00D30" w:rsidRDefault="00E00D30" w:rsidP="00E00D30">
      <w:r>
        <w:t>554.6094</w:t>
      </w:r>
      <w:r>
        <w:tab/>
        <w:t>1.013e0</w:t>
      </w:r>
    </w:p>
    <w:p w:rsidR="00E00D30" w:rsidRDefault="00E00D30" w:rsidP="00E00D30">
      <w:r>
        <w:t>554.6390</w:t>
      </w:r>
      <w:r>
        <w:tab/>
        <w:t>1.013e0</w:t>
      </w:r>
    </w:p>
    <w:p w:rsidR="00E00D30" w:rsidRDefault="00E00D30" w:rsidP="00E00D30">
      <w:r>
        <w:t>554.6483</w:t>
      </w:r>
      <w:r>
        <w:tab/>
        <w:t>1.013e0</w:t>
      </w:r>
    </w:p>
    <w:p w:rsidR="00E00D30" w:rsidRDefault="00E00D30" w:rsidP="00E00D30">
      <w:r>
        <w:t>554.6572</w:t>
      </w:r>
      <w:r>
        <w:tab/>
        <w:t>3.038e0</w:t>
      </w:r>
    </w:p>
    <w:p w:rsidR="00E00D30" w:rsidRDefault="00E00D30" w:rsidP="00E00D30">
      <w:r>
        <w:t>554.6667</w:t>
      </w:r>
      <w:r>
        <w:tab/>
        <w:t>1.013e0</w:t>
      </w:r>
    </w:p>
    <w:p w:rsidR="00E00D30" w:rsidRDefault="00E00D30" w:rsidP="00E00D30">
      <w:r>
        <w:t>554.7336</w:t>
      </w:r>
      <w:r>
        <w:tab/>
        <w:t>1.013e0</w:t>
      </w:r>
    </w:p>
    <w:p w:rsidR="00E00D30" w:rsidRDefault="00E00D30" w:rsidP="00E00D30">
      <w:r>
        <w:t>554.7629</w:t>
      </w:r>
      <w:r>
        <w:tab/>
        <w:t>1.013e0</w:t>
      </w:r>
    </w:p>
    <w:p w:rsidR="00E00D30" w:rsidRDefault="00E00D30" w:rsidP="00E00D30">
      <w:r>
        <w:t>554.7813</w:t>
      </w:r>
      <w:r>
        <w:tab/>
        <w:t>3.038e0</w:t>
      </w:r>
    </w:p>
    <w:p w:rsidR="00E00D30" w:rsidRDefault="00E00D30" w:rsidP="00E00D30">
      <w:r>
        <w:t>554.8363</w:t>
      </w:r>
      <w:r>
        <w:tab/>
        <w:t>2.025e0</w:t>
      </w:r>
    </w:p>
    <w:p w:rsidR="00E00D30" w:rsidRDefault="00E00D30" w:rsidP="00E00D30">
      <w:r>
        <w:t>554.8913</w:t>
      </w:r>
      <w:r>
        <w:tab/>
        <w:t>2.025e0</w:t>
      </w:r>
    </w:p>
    <w:p w:rsidR="00E00D30" w:rsidRDefault="00E00D30" w:rsidP="00E00D30">
      <w:r>
        <w:t>554.8965</w:t>
      </w:r>
      <w:r>
        <w:tab/>
        <w:t>2.025e0</w:t>
      </w:r>
    </w:p>
    <w:p w:rsidR="00E00D30" w:rsidRDefault="00E00D30" w:rsidP="00E00D30">
      <w:r>
        <w:t>554.9021</w:t>
      </w:r>
      <w:r>
        <w:tab/>
        <w:t>2.579e0</w:t>
      </w:r>
    </w:p>
    <w:p w:rsidR="00E00D30" w:rsidRDefault="00E00D30" w:rsidP="00E00D30">
      <w:r>
        <w:t>554.9095</w:t>
      </w:r>
      <w:r>
        <w:tab/>
        <w:t>3.038e0</w:t>
      </w:r>
    </w:p>
    <w:p w:rsidR="00E00D30" w:rsidRDefault="00E00D30" w:rsidP="00E00D30">
      <w:r>
        <w:t>554.9659</w:t>
      </w:r>
      <w:r>
        <w:tab/>
        <w:t>3.038e0</w:t>
      </w:r>
    </w:p>
    <w:p w:rsidR="00E00D30" w:rsidRDefault="00E00D30" w:rsidP="00E00D30">
      <w:r>
        <w:t>554.9831</w:t>
      </w:r>
      <w:r>
        <w:tab/>
        <w:t>1.013e0</w:t>
      </w:r>
    </w:p>
    <w:p w:rsidR="00E00D30" w:rsidRDefault="00E00D30" w:rsidP="00E00D30">
      <w:r>
        <w:t>555.0083</w:t>
      </w:r>
      <w:r>
        <w:tab/>
        <w:t>2.025e0</w:t>
      </w:r>
    </w:p>
    <w:p w:rsidR="00E00D30" w:rsidRDefault="00E00D30" w:rsidP="00E00D30">
      <w:r>
        <w:t>555.0682</w:t>
      </w:r>
      <w:r>
        <w:tab/>
        <w:t>1.013e0</w:t>
      </w:r>
    </w:p>
    <w:p w:rsidR="00E00D30" w:rsidRDefault="00E00D30" w:rsidP="00E00D30">
      <w:r>
        <w:t>555.0724</w:t>
      </w:r>
      <w:r>
        <w:tab/>
        <w:t>1.013e0</w:t>
      </w:r>
    </w:p>
    <w:p w:rsidR="00E00D30" w:rsidRDefault="00E00D30" w:rsidP="00E00D30">
      <w:r>
        <w:lastRenderedPageBreak/>
        <w:t>555.0780</w:t>
      </w:r>
      <w:r>
        <w:tab/>
        <w:t>2.025e0</w:t>
      </w:r>
    </w:p>
    <w:p w:rsidR="00E00D30" w:rsidRDefault="00E00D30" w:rsidP="00E00D30">
      <w:r>
        <w:t>555.1462</w:t>
      </w:r>
      <w:r>
        <w:tab/>
        <w:t>1.013e0</w:t>
      </w:r>
    </w:p>
    <w:p w:rsidR="00E00D30" w:rsidRDefault="00E00D30" w:rsidP="00E00D30">
      <w:r>
        <w:t>555.1622</w:t>
      </w:r>
      <w:r>
        <w:tab/>
        <w:t>1.013e0</w:t>
      </w:r>
    </w:p>
    <w:p w:rsidR="00E00D30" w:rsidRDefault="00E00D30" w:rsidP="00E00D30">
      <w:r>
        <w:t>555.1645</w:t>
      </w:r>
      <w:r>
        <w:tab/>
        <w:t>1.013e0</w:t>
      </w:r>
    </w:p>
    <w:p w:rsidR="00E00D30" w:rsidRDefault="00E00D30" w:rsidP="00E00D30">
      <w:r>
        <w:t>555.1836</w:t>
      </w:r>
      <w:r>
        <w:tab/>
        <w:t>1.013e0</w:t>
      </w:r>
    </w:p>
    <w:p w:rsidR="00E00D30" w:rsidRDefault="00E00D30" w:rsidP="00E00D30">
      <w:r>
        <w:t>555.1887</w:t>
      </w:r>
      <w:r>
        <w:tab/>
        <w:t>2.025e0</w:t>
      </w:r>
    </w:p>
    <w:p w:rsidR="00E00D30" w:rsidRDefault="00E00D30" w:rsidP="00E00D30">
      <w:r>
        <w:t>555.1921</w:t>
      </w:r>
      <w:r>
        <w:tab/>
        <w:t>1.013e0</w:t>
      </w:r>
    </w:p>
    <w:p w:rsidR="00E00D30" w:rsidRDefault="00E00D30" w:rsidP="00E00D30">
      <w:r>
        <w:t>555.1985</w:t>
      </w:r>
      <w:r>
        <w:tab/>
        <w:t>2.025e0</w:t>
      </w:r>
    </w:p>
    <w:p w:rsidR="00E00D30" w:rsidRDefault="00E00D30" w:rsidP="00E00D30">
      <w:r>
        <w:t>555.1996</w:t>
      </w:r>
      <w:r>
        <w:tab/>
        <w:t>2.025e0</w:t>
      </w:r>
    </w:p>
    <w:p w:rsidR="00E00D30" w:rsidRDefault="00E00D30" w:rsidP="00E00D30">
      <w:r>
        <w:t>555.2113</w:t>
      </w:r>
      <w:r>
        <w:tab/>
        <w:t>1.013e0</w:t>
      </w:r>
    </w:p>
    <w:p w:rsidR="00E00D30" w:rsidRDefault="00E00D30" w:rsidP="00E00D30">
      <w:r>
        <w:t>555.2594</w:t>
      </w:r>
      <w:r>
        <w:tab/>
        <w:t>1.013e0</w:t>
      </w:r>
    </w:p>
    <w:p w:rsidR="00E00D30" w:rsidRDefault="00E00D30" w:rsidP="00E00D30">
      <w:r>
        <w:t>555.2775</w:t>
      </w:r>
      <w:r>
        <w:tab/>
        <w:t>5.984e0</w:t>
      </w:r>
    </w:p>
    <w:p w:rsidR="00E00D30" w:rsidRDefault="00E00D30" w:rsidP="00E00D30">
      <w:r>
        <w:t>555.2894</w:t>
      </w:r>
      <w:r>
        <w:tab/>
        <w:t>3.038e0</w:t>
      </w:r>
    </w:p>
    <w:p w:rsidR="00E00D30" w:rsidRDefault="00E00D30" w:rsidP="00E00D30">
      <w:r>
        <w:t>555.2919</w:t>
      </w:r>
      <w:r>
        <w:tab/>
        <w:t>2.025e0</w:t>
      </w:r>
    </w:p>
    <w:p w:rsidR="00E00D30" w:rsidRDefault="00E00D30" w:rsidP="00E00D30">
      <w:r>
        <w:t>555.2977</w:t>
      </w:r>
      <w:r>
        <w:tab/>
        <w:t>1.013e0</w:t>
      </w:r>
    </w:p>
    <w:p w:rsidR="00E00D30" w:rsidRDefault="00E00D30" w:rsidP="00E00D30">
      <w:r>
        <w:t>555.3088</w:t>
      </w:r>
      <w:r>
        <w:tab/>
        <w:t>2.974e0</w:t>
      </w:r>
    </w:p>
    <w:p w:rsidR="00E00D30" w:rsidRDefault="00E00D30" w:rsidP="00E00D30">
      <w:r>
        <w:t>555.3143</w:t>
      </w:r>
      <w:r>
        <w:tab/>
        <w:t>5.063e0</w:t>
      </w:r>
    </w:p>
    <w:p w:rsidR="00E00D30" w:rsidRDefault="00E00D30" w:rsidP="00E00D30">
      <w:r>
        <w:t>555.3273</w:t>
      </w:r>
      <w:r>
        <w:tab/>
        <w:t>1.706e0</w:t>
      </w:r>
    </w:p>
    <w:p w:rsidR="00E00D30" w:rsidRDefault="00E00D30" w:rsidP="00E00D30">
      <w:r>
        <w:t>555.3319</w:t>
      </w:r>
      <w:r>
        <w:tab/>
        <w:t>3.038e0</w:t>
      </w:r>
    </w:p>
    <w:p w:rsidR="00E00D30" w:rsidRDefault="00E00D30" w:rsidP="00E00D30">
      <w:r>
        <w:lastRenderedPageBreak/>
        <w:t>555.3461</w:t>
      </w:r>
      <w:r>
        <w:tab/>
        <w:t>2.889e0</w:t>
      </w:r>
    </w:p>
    <w:p w:rsidR="00E00D30" w:rsidRDefault="00E00D30" w:rsidP="00E00D30">
      <w:r>
        <w:t>555.3995</w:t>
      </w:r>
      <w:r>
        <w:tab/>
        <w:t>1.013e0</w:t>
      </w:r>
    </w:p>
    <w:p w:rsidR="00E00D30" w:rsidRDefault="00E00D30" w:rsidP="00E00D30">
      <w:r>
        <w:t>555.4122</w:t>
      </w:r>
      <w:r>
        <w:tab/>
        <w:t>1.836e0</w:t>
      </w:r>
    </w:p>
    <w:p w:rsidR="00E00D30" w:rsidRDefault="00E00D30" w:rsidP="00E00D30">
      <w:r>
        <w:t>555.4173</w:t>
      </w:r>
      <w:r>
        <w:tab/>
        <w:t>2.111e0</w:t>
      </w:r>
    </w:p>
    <w:p w:rsidR="00E00D30" w:rsidRDefault="00E00D30" w:rsidP="00E00D30">
      <w:r>
        <w:t>555.4578</w:t>
      </w:r>
      <w:r>
        <w:tab/>
        <w:t>2.025e0</w:t>
      </w:r>
    </w:p>
    <w:p w:rsidR="00E00D30" w:rsidRDefault="00E00D30" w:rsidP="00E00D30">
      <w:r>
        <w:t>555.4732</w:t>
      </w:r>
      <w:r>
        <w:tab/>
        <w:t>1.013e0</w:t>
      </w:r>
    </w:p>
    <w:p w:rsidR="00E00D30" w:rsidRDefault="00E00D30" w:rsidP="00E00D30">
      <w:r>
        <w:t>555.4794</w:t>
      </w:r>
      <w:r>
        <w:tab/>
        <w:t>2.025e0</w:t>
      </w:r>
    </w:p>
    <w:p w:rsidR="00E00D30" w:rsidRDefault="00E00D30" w:rsidP="00E00D30">
      <w:r>
        <w:t>555.5251</w:t>
      </w:r>
      <w:r>
        <w:tab/>
        <w:t>1.013e0</w:t>
      </w:r>
    </w:p>
    <w:p w:rsidR="00E00D30" w:rsidRDefault="00E00D30" w:rsidP="00E00D30">
      <w:r>
        <w:t>555.5560</w:t>
      </w:r>
      <w:r>
        <w:tab/>
        <w:t>1.013e0</w:t>
      </w:r>
    </w:p>
    <w:p w:rsidR="00E00D30" w:rsidRDefault="00E00D30" w:rsidP="00E00D30">
      <w:r>
        <w:t>555.5751</w:t>
      </w:r>
      <w:r>
        <w:tab/>
        <w:t>1.013e0</w:t>
      </w:r>
    </w:p>
    <w:p w:rsidR="00E00D30" w:rsidRDefault="00E00D30" w:rsidP="00E00D30">
      <w:r>
        <w:t>555.6358</w:t>
      </w:r>
      <w:r>
        <w:tab/>
        <w:t>2.025e0</w:t>
      </w:r>
    </w:p>
    <w:p w:rsidR="00E00D30" w:rsidRDefault="00E00D30" w:rsidP="00E00D30">
      <w:r>
        <w:t>555.6418</w:t>
      </w:r>
      <w:r>
        <w:tab/>
        <w:t>1.013e0</w:t>
      </w:r>
    </w:p>
    <w:p w:rsidR="00E00D30" w:rsidRDefault="00E00D30" w:rsidP="00E00D30">
      <w:r>
        <w:t>555.6700</w:t>
      </w:r>
      <w:r>
        <w:tab/>
        <w:t>1.013e0</w:t>
      </w:r>
    </w:p>
    <w:p w:rsidR="00E00D30" w:rsidRDefault="00E00D30" w:rsidP="00E00D30">
      <w:r>
        <w:t>555.7385</w:t>
      </w:r>
      <w:r>
        <w:tab/>
        <w:t>1.013e0</w:t>
      </w:r>
    </w:p>
    <w:p w:rsidR="00E00D30" w:rsidRDefault="00E00D30" w:rsidP="00E00D30">
      <w:r>
        <w:t>555.8246</w:t>
      </w:r>
      <w:r>
        <w:tab/>
        <w:t>1.013e0</w:t>
      </w:r>
    </w:p>
    <w:p w:rsidR="00E00D30" w:rsidRDefault="00E00D30" w:rsidP="00E00D30">
      <w:r>
        <w:t>555.8390</w:t>
      </w:r>
      <w:r>
        <w:tab/>
        <w:t>2.025e0</w:t>
      </w:r>
    </w:p>
    <w:p w:rsidR="00E00D30" w:rsidRDefault="00E00D30" w:rsidP="00E00D30">
      <w:r>
        <w:t>555.9396</w:t>
      </w:r>
      <w:r>
        <w:tab/>
        <w:t>1.013e0</w:t>
      </w:r>
    </w:p>
    <w:p w:rsidR="00E00D30" w:rsidRDefault="00E00D30" w:rsidP="00E00D30">
      <w:r>
        <w:t>555.9799</w:t>
      </w:r>
      <w:r>
        <w:tab/>
        <w:t>1.013e0</w:t>
      </w:r>
    </w:p>
    <w:p w:rsidR="00E00D30" w:rsidRDefault="00E00D30" w:rsidP="00E00D30">
      <w:r>
        <w:t>555.9986</w:t>
      </w:r>
      <w:r>
        <w:tab/>
        <w:t>1.013e0</w:t>
      </w:r>
    </w:p>
    <w:p w:rsidR="00E00D30" w:rsidRDefault="00E00D30" w:rsidP="00E00D30">
      <w:r>
        <w:lastRenderedPageBreak/>
        <w:t>556.0166</w:t>
      </w:r>
      <w:r>
        <w:tab/>
        <w:t>1.013e0</w:t>
      </w:r>
    </w:p>
    <w:p w:rsidR="00E00D30" w:rsidRDefault="00E00D30" w:rsidP="00E00D30">
      <w:r>
        <w:t>556.0250</w:t>
      </w:r>
      <w:r>
        <w:tab/>
        <w:t>1.013e0</w:t>
      </w:r>
    </w:p>
    <w:p w:rsidR="00E00D30" w:rsidRDefault="00E00D30" w:rsidP="00E00D30">
      <w:r>
        <w:t>556.0351</w:t>
      </w:r>
      <w:r>
        <w:tab/>
        <w:t>1.013e0</w:t>
      </w:r>
    </w:p>
    <w:p w:rsidR="00E00D30" w:rsidRDefault="00E00D30" w:rsidP="00E00D30">
      <w:r>
        <w:t>556.0729</w:t>
      </w:r>
      <w:r>
        <w:tab/>
        <w:t>1.013e0</w:t>
      </w:r>
    </w:p>
    <w:p w:rsidR="00E00D30" w:rsidRDefault="00E00D30" w:rsidP="00E00D30">
      <w:r>
        <w:t>556.0921</w:t>
      </w:r>
      <w:r>
        <w:tab/>
        <w:t>1.013e0</w:t>
      </w:r>
    </w:p>
    <w:p w:rsidR="00E00D30" w:rsidRDefault="00E00D30" w:rsidP="00E00D30">
      <w:r>
        <w:t>556.1304</w:t>
      </w:r>
      <w:r>
        <w:tab/>
        <w:t>1.013e0</w:t>
      </w:r>
    </w:p>
    <w:p w:rsidR="00E00D30" w:rsidRDefault="00E00D30" w:rsidP="00E00D30">
      <w:r>
        <w:t>556.1495</w:t>
      </w:r>
      <w:r>
        <w:tab/>
        <w:t>1.013e0</w:t>
      </w:r>
    </w:p>
    <w:p w:rsidR="00E00D30" w:rsidRDefault="00E00D30" w:rsidP="00E00D30">
      <w:r>
        <w:t>556.1780</w:t>
      </w:r>
      <w:r>
        <w:tab/>
        <w:t>2.025e0</w:t>
      </w:r>
    </w:p>
    <w:p w:rsidR="00E00D30" w:rsidRDefault="00E00D30" w:rsidP="00E00D30">
      <w:r>
        <w:t>556.1957</w:t>
      </w:r>
      <w:r>
        <w:tab/>
        <w:t>1.013e0</w:t>
      </w:r>
    </w:p>
    <w:p w:rsidR="00E00D30" w:rsidRDefault="00E00D30" w:rsidP="00E00D30">
      <w:r>
        <w:t>556.1990</w:t>
      </w:r>
      <w:r>
        <w:tab/>
        <w:t>2.025e0</w:t>
      </w:r>
    </w:p>
    <w:p w:rsidR="00E00D30" w:rsidRDefault="00E00D30" w:rsidP="00E00D30">
      <w:r>
        <w:t>556.2166</w:t>
      </w:r>
      <w:r>
        <w:tab/>
        <w:t>1.013e0</w:t>
      </w:r>
    </w:p>
    <w:p w:rsidR="00E00D30" w:rsidRDefault="00E00D30" w:rsidP="00E00D30">
      <w:r>
        <w:t>556.2259</w:t>
      </w:r>
      <w:r>
        <w:tab/>
        <w:t>1.013e0</w:t>
      </w:r>
    </w:p>
    <w:p w:rsidR="00E00D30" w:rsidRDefault="00E00D30" w:rsidP="00E00D30">
      <w:r>
        <w:t>556.2358</w:t>
      </w:r>
      <w:r>
        <w:tab/>
        <w:t>1.013e0</w:t>
      </w:r>
    </w:p>
    <w:p w:rsidR="00E00D30" w:rsidRDefault="00E00D30" w:rsidP="00E00D30">
      <w:r>
        <w:t>556.2546</w:t>
      </w:r>
      <w:r>
        <w:tab/>
        <w:t>1.013e0</w:t>
      </w:r>
    </w:p>
    <w:p w:rsidR="00E00D30" w:rsidRDefault="00E00D30" w:rsidP="00E00D30">
      <w:r>
        <w:t>556.2645</w:t>
      </w:r>
      <w:r>
        <w:tab/>
        <w:t>1.013e0</w:t>
      </w:r>
    </w:p>
    <w:p w:rsidR="00E00D30" w:rsidRDefault="00E00D30" w:rsidP="00E00D30">
      <w:r>
        <w:t>556.2863</w:t>
      </w:r>
      <w:r>
        <w:tab/>
        <w:t>2.607e0</w:t>
      </w:r>
    </w:p>
    <w:p w:rsidR="00E00D30" w:rsidRDefault="00E00D30" w:rsidP="00E00D30">
      <w:r>
        <w:t>556.2969</w:t>
      </w:r>
      <w:r>
        <w:tab/>
        <w:t>2.025e0</w:t>
      </w:r>
    </w:p>
    <w:p w:rsidR="00E00D30" w:rsidRDefault="00E00D30" w:rsidP="00E00D30">
      <w:r>
        <w:t>556.3071</w:t>
      </w:r>
      <w:r>
        <w:tab/>
        <w:t>1.013e0</w:t>
      </w:r>
    </w:p>
    <w:p w:rsidR="00E00D30" w:rsidRDefault="00E00D30" w:rsidP="00E00D30">
      <w:r>
        <w:t>556.3245</w:t>
      </w:r>
      <w:r>
        <w:tab/>
        <w:t>3.639e0</w:t>
      </w:r>
    </w:p>
    <w:p w:rsidR="00E00D30" w:rsidRDefault="00E00D30" w:rsidP="00E00D30">
      <w:r>
        <w:lastRenderedPageBreak/>
        <w:t>556.3427</w:t>
      </w:r>
      <w:r>
        <w:tab/>
        <w:t>2.839e0</w:t>
      </w:r>
    </w:p>
    <w:p w:rsidR="00E00D30" w:rsidRDefault="00E00D30" w:rsidP="00E00D30">
      <w:r>
        <w:t>556.3439</w:t>
      </w:r>
      <w:r>
        <w:tab/>
        <w:t>4.051e0</w:t>
      </w:r>
    </w:p>
    <w:p w:rsidR="00E00D30" w:rsidRDefault="00E00D30" w:rsidP="00E00D30">
      <w:r>
        <w:t>556.3508</w:t>
      </w:r>
      <w:r>
        <w:tab/>
        <w:t>2.025e0</w:t>
      </w:r>
    </w:p>
    <w:p w:rsidR="00E00D30" w:rsidRDefault="00E00D30" w:rsidP="00E00D30">
      <w:r>
        <w:t>556.3591</w:t>
      </w:r>
      <w:r>
        <w:tab/>
        <w:t>1.013e0</w:t>
      </w:r>
    </w:p>
    <w:p w:rsidR="00E00D30" w:rsidRDefault="00E00D30" w:rsidP="00E00D30">
      <w:r>
        <w:t>556.3658</w:t>
      </w:r>
      <w:r>
        <w:tab/>
        <w:t>2.623e0</w:t>
      </w:r>
    </w:p>
    <w:p w:rsidR="00E00D30" w:rsidRDefault="00E00D30" w:rsidP="00E00D30">
      <w:r>
        <w:t>556.3693</w:t>
      </w:r>
      <w:r>
        <w:tab/>
        <w:t>2.852e0</w:t>
      </w:r>
    </w:p>
    <w:p w:rsidR="00E00D30" w:rsidRDefault="00E00D30" w:rsidP="00E00D30">
      <w:r>
        <w:t>556.4121</w:t>
      </w:r>
      <w:r>
        <w:tab/>
        <w:t>7.089e0</w:t>
      </w:r>
    </w:p>
    <w:p w:rsidR="00E00D30" w:rsidRDefault="00E00D30" w:rsidP="00E00D30">
      <w:r>
        <w:t>556.4353</w:t>
      </w:r>
      <w:r>
        <w:tab/>
        <w:t>5.063e0</w:t>
      </w:r>
    </w:p>
    <w:p w:rsidR="00E00D30" w:rsidRDefault="00E00D30" w:rsidP="00E00D30">
      <w:r>
        <w:t>556.4411</w:t>
      </w:r>
      <w:r>
        <w:tab/>
        <w:t>5.183e0</w:t>
      </w:r>
    </w:p>
    <w:p w:rsidR="00E00D30" w:rsidRDefault="00E00D30" w:rsidP="00E00D30">
      <w:r>
        <w:t>556.4434</w:t>
      </w:r>
      <w:r>
        <w:tab/>
        <w:t>8.101e0</w:t>
      </w:r>
    </w:p>
    <w:p w:rsidR="00E00D30" w:rsidRDefault="00E00D30" w:rsidP="00E00D30">
      <w:r>
        <w:t>556.4449</w:t>
      </w:r>
      <w:r>
        <w:tab/>
        <w:t>5.063e0</w:t>
      </w:r>
    </w:p>
    <w:p w:rsidR="00E00D30" w:rsidRDefault="00E00D30" w:rsidP="00E00D30">
      <w:r>
        <w:t>556.4516</w:t>
      </w:r>
      <w:r>
        <w:tab/>
        <w:t>7.089e0</w:t>
      </w:r>
    </w:p>
    <w:p w:rsidR="00E00D30" w:rsidRDefault="00E00D30" w:rsidP="00E00D30">
      <w:r>
        <w:t>556.4609</w:t>
      </w:r>
      <w:r>
        <w:tab/>
        <w:t>5.063e0</w:t>
      </w:r>
    </w:p>
    <w:p w:rsidR="00E00D30" w:rsidRDefault="00E00D30" w:rsidP="00E00D30">
      <w:r>
        <w:t>556.4849</w:t>
      </w:r>
      <w:r>
        <w:tab/>
        <w:t>2.025e0</w:t>
      </w:r>
    </w:p>
    <w:p w:rsidR="00E00D30" w:rsidRDefault="00E00D30" w:rsidP="00E00D30">
      <w:r>
        <w:t>556.5059</w:t>
      </w:r>
      <w:r>
        <w:tab/>
        <w:t>1.013e0</w:t>
      </w:r>
    </w:p>
    <w:p w:rsidR="00E00D30" w:rsidRDefault="00E00D30" w:rsidP="00E00D30">
      <w:r>
        <w:t>556.5335</w:t>
      </w:r>
      <w:r>
        <w:tab/>
        <w:t>1.013e0</w:t>
      </w:r>
    </w:p>
    <w:p w:rsidR="00E00D30" w:rsidRDefault="00E00D30" w:rsidP="00E00D30">
      <w:r>
        <w:t>556.5405</w:t>
      </w:r>
      <w:r>
        <w:tab/>
        <w:t>1.013e0</w:t>
      </w:r>
    </w:p>
    <w:p w:rsidR="00E00D30" w:rsidRDefault="00E00D30" w:rsidP="00E00D30">
      <w:r>
        <w:t>556.5900</w:t>
      </w:r>
      <w:r>
        <w:tab/>
        <w:t>1.013e0</w:t>
      </w:r>
    </w:p>
    <w:p w:rsidR="00E00D30" w:rsidRDefault="00E00D30" w:rsidP="00E00D30">
      <w:r>
        <w:t>556.5956</w:t>
      </w:r>
      <w:r>
        <w:tab/>
        <w:t>1.013e0</w:t>
      </w:r>
    </w:p>
    <w:p w:rsidR="00E00D30" w:rsidRDefault="00E00D30" w:rsidP="00E00D30">
      <w:r>
        <w:lastRenderedPageBreak/>
        <w:t>556.6326</w:t>
      </w:r>
      <w:r>
        <w:tab/>
        <w:t>1.013e0</w:t>
      </w:r>
    </w:p>
    <w:p w:rsidR="00E00D30" w:rsidRDefault="00E00D30" w:rsidP="00E00D30">
      <w:r>
        <w:t>556.6379</w:t>
      </w:r>
      <w:r>
        <w:tab/>
        <w:t>1.013e0</w:t>
      </w:r>
    </w:p>
    <w:p w:rsidR="00E00D30" w:rsidRDefault="00E00D30" w:rsidP="00E00D30">
      <w:r>
        <w:t>556.6479</w:t>
      </w:r>
      <w:r>
        <w:tab/>
        <w:t>1.013e0</w:t>
      </w:r>
    </w:p>
    <w:p w:rsidR="00E00D30" w:rsidRDefault="00E00D30" w:rsidP="00E00D30">
      <w:r>
        <w:t>556.7338</w:t>
      </w:r>
      <w:r>
        <w:tab/>
        <w:t>1.013e0</w:t>
      </w:r>
    </w:p>
    <w:p w:rsidR="00E00D30" w:rsidRDefault="00E00D30" w:rsidP="00E00D30">
      <w:r>
        <w:t>556.7586</w:t>
      </w:r>
      <w:r>
        <w:tab/>
        <w:t>2.025e0</w:t>
      </w:r>
    </w:p>
    <w:p w:rsidR="00E00D30" w:rsidRDefault="00E00D30" w:rsidP="00E00D30">
      <w:r>
        <w:t>556.7725</w:t>
      </w:r>
      <w:r>
        <w:tab/>
        <w:t>1.013e0</w:t>
      </w:r>
    </w:p>
    <w:p w:rsidR="00E00D30" w:rsidRDefault="00E00D30" w:rsidP="00E00D30">
      <w:r>
        <w:t>556.7772</w:t>
      </w:r>
      <w:r>
        <w:tab/>
        <w:t>1.013e0</w:t>
      </w:r>
    </w:p>
    <w:p w:rsidR="00E00D30" w:rsidRDefault="00E00D30" w:rsidP="00E00D30">
      <w:r>
        <w:t>556.8403</w:t>
      </w:r>
      <w:r>
        <w:tab/>
        <w:t>1.013e0</w:t>
      </w:r>
    </w:p>
    <w:p w:rsidR="00E00D30" w:rsidRDefault="00E00D30" w:rsidP="00E00D30">
      <w:r>
        <w:t>556.8520</w:t>
      </w:r>
      <w:r>
        <w:tab/>
        <w:t>2.025e0</w:t>
      </w:r>
    </w:p>
    <w:p w:rsidR="00E00D30" w:rsidRDefault="00E00D30" w:rsidP="00E00D30">
      <w:r>
        <w:t>556.9064</w:t>
      </w:r>
      <w:r>
        <w:tab/>
        <w:t>1.013e0</w:t>
      </w:r>
    </w:p>
    <w:p w:rsidR="00E00D30" w:rsidRDefault="00E00D30" w:rsidP="00E00D30">
      <w:r>
        <w:t>556.9330</w:t>
      </w:r>
      <w:r>
        <w:tab/>
        <w:t>3.038e0</w:t>
      </w:r>
    </w:p>
    <w:p w:rsidR="00E00D30" w:rsidRDefault="00E00D30" w:rsidP="00E00D30">
      <w:r>
        <w:t>556.9547</w:t>
      </w:r>
      <w:r>
        <w:tab/>
        <w:t>1.013e0</w:t>
      </w:r>
    </w:p>
    <w:p w:rsidR="00E00D30" w:rsidRDefault="00E00D30" w:rsidP="00E00D30">
      <w:r>
        <w:t>556.9928</w:t>
      </w:r>
      <w:r>
        <w:tab/>
        <w:t>1.013e0</w:t>
      </w:r>
    </w:p>
    <w:p w:rsidR="00E00D30" w:rsidRDefault="00E00D30" w:rsidP="00E00D30">
      <w:r>
        <w:t>557.0504</w:t>
      </w:r>
      <w:r>
        <w:tab/>
        <w:t>1.013e0</w:t>
      </w:r>
    </w:p>
    <w:p w:rsidR="00E00D30" w:rsidRDefault="00E00D30" w:rsidP="00E00D30">
      <w:r>
        <w:t>557.0847</w:t>
      </w:r>
      <w:r>
        <w:tab/>
        <w:t>1.013e0</w:t>
      </w:r>
    </w:p>
    <w:p w:rsidR="00E00D30" w:rsidRDefault="00E00D30" w:rsidP="00E00D30">
      <w:r>
        <w:t>557.0940</w:t>
      </w:r>
      <w:r>
        <w:tab/>
        <w:t>2.025e0</w:t>
      </w:r>
    </w:p>
    <w:p w:rsidR="00E00D30" w:rsidRDefault="00E00D30" w:rsidP="00E00D30">
      <w:r>
        <w:t>557.1219</w:t>
      </w:r>
      <w:r>
        <w:tab/>
        <w:t>1.013e0</w:t>
      </w:r>
    </w:p>
    <w:p w:rsidR="00E00D30" w:rsidRDefault="00E00D30" w:rsidP="00E00D30">
      <w:r>
        <w:t>557.1281</w:t>
      </w:r>
      <w:r>
        <w:tab/>
        <w:t>1.013e0</w:t>
      </w:r>
    </w:p>
    <w:p w:rsidR="00E00D30" w:rsidRDefault="00E00D30" w:rsidP="00E00D30">
      <w:r>
        <w:t>557.1857</w:t>
      </w:r>
      <w:r>
        <w:tab/>
        <w:t>2.025e0</w:t>
      </w:r>
    </w:p>
    <w:p w:rsidR="00E00D30" w:rsidRDefault="00E00D30" w:rsidP="00E00D30">
      <w:r>
        <w:lastRenderedPageBreak/>
        <w:t>557.2050</w:t>
      </w:r>
      <w:r>
        <w:tab/>
        <w:t>5.063e0</w:t>
      </w:r>
    </w:p>
    <w:p w:rsidR="00E00D30" w:rsidRDefault="00E00D30" w:rsidP="00E00D30">
      <w:r>
        <w:t>557.2081</w:t>
      </w:r>
      <w:r>
        <w:tab/>
        <w:t>1.406e1</w:t>
      </w:r>
    </w:p>
    <w:p w:rsidR="00E00D30" w:rsidRDefault="00E00D30" w:rsidP="00E00D30">
      <w:r>
        <w:t>557.2310</w:t>
      </w:r>
      <w:r>
        <w:tab/>
        <w:t>1.418e1</w:t>
      </w:r>
    </w:p>
    <w:p w:rsidR="00E00D30" w:rsidRDefault="00E00D30" w:rsidP="00E00D30">
      <w:r>
        <w:t>557.2359</w:t>
      </w:r>
      <w:r>
        <w:tab/>
        <w:t>2.430e1</w:t>
      </w:r>
    </w:p>
    <w:p w:rsidR="00E00D30" w:rsidRDefault="00E00D30" w:rsidP="00E00D30">
      <w:r>
        <w:t>557.2372</w:t>
      </w:r>
      <w:r>
        <w:tab/>
        <w:t>2.189e1</w:t>
      </w:r>
    </w:p>
    <w:p w:rsidR="00E00D30" w:rsidRDefault="00E00D30" w:rsidP="00E00D30">
      <w:r>
        <w:t>557.2392</w:t>
      </w:r>
      <w:r>
        <w:tab/>
        <w:t>3.131e1</w:t>
      </w:r>
    </w:p>
    <w:p w:rsidR="00E00D30" w:rsidRDefault="00E00D30" w:rsidP="00E00D30">
      <w:r>
        <w:t>557.2638</w:t>
      </w:r>
      <w:r>
        <w:tab/>
        <w:t>3.038e0</w:t>
      </w:r>
    </w:p>
    <w:p w:rsidR="00E00D30" w:rsidRDefault="00E00D30" w:rsidP="00E00D30">
      <w:r>
        <w:t>557.2673</w:t>
      </w:r>
      <w:r>
        <w:tab/>
        <w:t>3.155e0</w:t>
      </w:r>
    </w:p>
    <w:p w:rsidR="00E00D30" w:rsidRDefault="00E00D30" w:rsidP="00E00D30">
      <w:r>
        <w:t>557.3008</w:t>
      </w:r>
      <w:r>
        <w:tab/>
        <w:t>1.013e0</w:t>
      </w:r>
    </w:p>
    <w:p w:rsidR="00E00D30" w:rsidRDefault="00E00D30" w:rsidP="00E00D30">
      <w:r>
        <w:t>557.3289</w:t>
      </w:r>
      <w:r>
        <w:tab/>
        <w:t>1.013e0</w:t>
      </w:r>
    </w:p>
    <w:p w:rsidR="00E00D30" w:rsidRDefault="00E00D30" w:rsidP="00E00D30">
      <w:r>
        <w:t>557.3301</w:t>
      </w:r>
      <w:r>
        <w:tab/>
        <w:t>3.038e0</w:t>
      </w:r>
    </w:p>
    <w:p w:rsidR="00E00D30" w:rsidRDefault="00E00D30" w:rsidP="00E00D30">
      <w:r>
        <w:t>557.3381</w:t>
      </w:r>
      <w:r>
        <w:tab/>
        <w:t>4.147e0</w:t>
      </w:r>
    </w:p>
    <w:p w:rsidR="00E00D30" w:rsidRDefault="00E00D30" w:rsidP="00E00D30">
      <w:r>
        <w:t>557.3395</w:t>
      </w:r>
      <w:r>
        <w:tab/>
        <w:t>4.690e0</w:t>
      </w:r>
    </w:p>
    <w:p w:rsidR="00E00D30" w:rsidRDefault="00E00D30" w:rsidP="00E00D30">
      <w:r>
        <w:t>557.3772</w:t>
      </w:r>
      <w:r>
        <w:tab/>
        <w:t>2.025e0</w:t>
      </w:r>
    </w:p>
    <w:p w:rsidR="00E00D30" w:rsidRDefault="00E00D30" w:rsidP="00E00D30">
      <w:r>
        <w:t>557.4087</w:t>
      </w:r>
      <w:r>
        <w:tab/>
        <w:t>5.063e0</w:t>
      </w:r>
    </w:p>
    <w:p w:rsidR="00E00D30" w:rsidRDefault="00E00D30" w:rsidP="00E00D30">
      <w:r>
        <w:t>557.4256</w:t>
      </w:r>
      <w:r>
        <w:tab/>
        <w:t>1.013e0</w:t>
      </w:r>
    </w:p>
    <w:p w:rsidR="00E00D30" w:rsidRDefault="00E00D30" w:rsidP="00E00D30">
      <w:r>
        <w:t>557.4322</w:t>
      </w:r>
      <w:r>
        <w:tab/>
        <w:t>5.063e0</w:t>
      </w:r>
    </w:p>
    <w:p w:rsidR="00E00D30" w:rsidRDefault="00E00D30" w:rsidP="00E00D30">
      <w:r>
        <w:t>557.4407</w:t>
      </w:r>
      <w:r>
        <w:tab/>
        <w:t>4.051e0</w:t>
      </w:r>
    </w:p>
    <w:p w:rsidR="00E00D30" w:rsidRDefault="00E00D30" w:rsidP="00E00D30">
      <w:r>
        <w:t>557.4499</w:t>
      </w:r>
      <w:r>
        <w:tab/>
        <w:t>3.038e0</w:t>
      </w:r>
    </w:p>
    <w:p w:rsidR="00E00D30" w:rsidRDefault="00E00D30" w:rsidP="00E00D30">
      <w:r>
        <w:lastRenderedPageBreak/>
        <w:t>557.4534</w:t>
      </w:r>
      <w:r>
        <w:tab/>
        <w:t>1.013e0</w:t>
      </w:r>
    </w:p>
    <w:p w:rsidR="00E00D30" w:rsidRDefault="00E00D30" w:rsidP="00E00D30">
      <w:r>
        <w:t>557.4633</w:t>
      </w:r>
      <w:r>
        <w:tab/>
        <w:t>2.025e0</w:t>
      </w:r>
    </w:p>
    <w:p w:rsidR="00E00D30" w:rsidRDefault="00E00D30" w:rsidP="00E00D30">
      <w:r>
        <w:t>557.4664</w:t>
      </w:r>
      <w:r>
        <w:tab/>
        <w:t>2.025e0</w:t>
      </w:r>
    </w:p>
    <w:p w:rsidR="00E00D30" w:rsidRDefault="00E00D30" w:rsidP="00E00D30">
      <w:r>
        <w:t>557.5113</w:t>
      </w:r>
      <w:r>
        <w:tab/>
        <w:t>1.013e0</w:t>
      </w:r>
    </w:p>
    <w:p w:rsidR="00E00D30" w:rsidRDefault="00E00D30" w:rsidP="00E00D30">
      <w:r>
        <w:t>557.5211</w:t>
      </w:r>
      <w:r>
        <w:tab/>
        <w:t>1.013e0</w:t>
      </w:r>
    </w:p>
    <w:p w:rsidR="00E00D30" w:rsidRDefault="00E00D30" w:rsidP="00E00D30">
      <w:r>
        <w:t>557.5374</w:t>
      </w:r>
      <w:r>
        <w:tab/>
        <w:t>1.013e0</w:t>
      </w:r>
    </w:p>
    <w:p w:rsidR="00E00D30" w:rsidRDefault="00E00D30" w:rsidP="00E00D30">
      <w:r>
        <w:t>557.5689</w:t>
      </w:r>
      <w:r>
        <w:tab/>
        <w:t>1.013e0</w:t>
      </w:r>
    </w:p>
    <w:p w:rsidR="00E00D30" w:rsidRDefault="00E00D30" w:rsidP="00E00D30">
      <w:r>
        <w:t>557.6070</w:t>
      </w:r>
      <w:r>
        <w:tab/>
        <w:t>1.013e0</w:t>
      </w:r>
    </w:p>
    <w:p w:rsidR="00E00D30" w:rsidRDefault="00E00D30" w:rsidP="00E00D30">
      <w:r>
        <w:t>557.6111</w:t>
      </w:r>
      <w:r>
        <w:tab/>
        <w:t>1.013e0</w:t>
      </w:r>
    </w:p>
    <w:p w:rsidR="00E00D30" w:rsidRDefault="00E00D30" w:rsidP="00E00D30">
      <w:r>
        <w:t>557.6358</w:t>
      </w:r>
      <w:r>
        <w:tab/>
        <w:t>1.013e0</w:t>
      </w:r>
    </w:p>
    <w:p w:rsidR="00E00D30" w:rsidRDefault="00E00D30" w:rsidP="00E00D30">
      <w:r>
        <w:t>557.6479</w:t>
      </w:r>
      <w:r>
        <w:tab/>
        <w:t>2.025e0</w:t>
      </w:r>
    </w:p>
    <w:p w:rsidR="00E00D30" w:rsidRDefault="00E00D30" w:rsidP="00E00D30">
      <w:r>
        <w:t>557.6636</w:t>
      </w:r>
      <w:r>
        <w:tab/>
        <w:t>1.013e0</w:t>
      </w:r>
    </w:p>
    <w:p w:rsidR="00E00D30" w:rsidRDefault="00E00D30" w:rsidP="00E00D30">
      <w:r>
        <w:t>557.6664</w:t>
      </w:r>
      <w:r>
        <w:tab/>
        <w:t>2.025e0</w:t>
      </w:r>
    </w:p>
    <w:p w:rsidR="00E00D30" w:rsidRDefault="00E00D30" w:rsidP="00E00D30">
      <w:r>
        <w:t>557.7232</w:t>
      </w:r>
      <w:r>
        <w:tab/>
        <w:t>1.013e0</w:t>
      </w:r>
    </w:p>
    <w:p w:rsidR="00E00D30" w:rsidRDefault="00E00D30" w:rsidP="00E00D30">
      <w:r>
        <w:t>557.7603</w:t>
      </w:r>
      <w:r>
        <w:tab/>
        <w:t>2.025e0</w:t>
      </w:r>
    </w:p>
    <w:p w:rsidR="00E00D30" w:rsidRDefault="00E00D30" w:rsidP="00E00D30">
      <w:r>
        <w:t>557.7706</w:t>
      </w:r>
      <w:r>
        <w:tab/>
        <w:t>1.013e0</w:t>
      </w:r>
    </w:p>
    <w:p w:rsidR="00E00D30" w:rsidRDefault="00E00D30" w:rsidP="00E00D30">
      <w:r>
        <w:t>557.7933</w:t>
      </w:r>
      <w:r>
        <w:tab/>
        <w:t>1.013e0</w:t>
      </w:r>
    </w:p>
    <w:p w:rsidR="00E00D30" w:rsidRDefault="00E00D30" w:rsidP="00E00D30">
      <w:r>
        <w:t>557.7994</w:t>
      </w:r>
      <w:r>
        <w:tab/>
        <w:t>1.013e0</w:t>
      </w:r>
    </w:p>
    <w:p w:rsidR="00E00D30" w:rsidRDefault="00E00D30" w:rsidP="00E00D30">
      <w:r>
        <w:t>557.8110</w:t>
      </w:r>
      <w:r>
        <w:tab/>
        <w:t>1.013e0</w:t>
      </w:r>
    </w:p>
    <w:p w:rsidR="00E00D30" w:rsidRDefault="00E00D30" w:rsidP="00E00D30">
      <w:r>
        <w:lastRenderedPageBreak/>
        <w:t>557.8226</w:t>
      </w:r>
      <w:r>
        <w:tab/>
        <w:t>2.025e0</w:t>
      </w:r>
    </w:p>
    <w:p w:rsidR="00E00D30" w:rsidRDefault="00E00D30" w:rsidP="00E00D30">
      <w:r>
        <w:t>557.8375</w:t>
      </w:r>
      <w:r>
        <w:tab/>
        <w:t>1.013e0</w:t>
      </w:r>
    </w:p>
    <w:p w:rsidR="00E00D30" w:rsidRDefault="00E00D30" w:rsidP="00E00D30">
      <w:r>
        <w:t>557.8450</w:t>
      </w:r>
      <w:r>
        <w:tab/>
        <w:t>1.013e0</w:t>
      </w:r>
    </w:p>
    <w:p w:rsidR="00E00D30" w:rsidRDefault="00E00D30" w:rsidP="00E00D30">
      <w:r>
        <w:t>557.8633</w:t>
      </w:r>
      <w:r>
        <w:tab/>
        <w:t>1.013e0</w:t>
      </w:r>
    </w:p>
    <w:p w:rsidR="00E00D30" w:rsidRDefault="00E00D30" w:rsidP="00E00D30">
      <w:r>
        <w:t>557.8913</w:t>
      </w:r>
      <w:r>
        <w:tab/>
        <w:t>2.025e0</w:t>
      </w:r>
    </w:p>
    <w:p w:rsidR="00E00D30" w:rsidRDefault="00E00D30" w:rsidP="00E00D30">
      <w:r>
        <w:t>557.8951</w:t>
      </w:r>
      <w:r>
        <w:tab/>
        <w:t>1.013e0</w:t>
      </w:r>
    </w:p>
    <w:p w:rsidR="00E00D30" w:rsidRDefault="00E00D30" w:rsidP="00E00D30">
      <w:r>
        <w:t>557.9146</w:t>
      </w:r>
      <w:r>
        <w:tab/>
        <w:t>1.013e0</w:t>
      </w:r>
    </w:p>
    <w:p w:rsidR="00E00D30" w:rsidRDefault="00E00D30" w:rsidP="00E00D30">
      <w:r>
        <w:t>557.9243</w:t>
      </w:r>
      <w:r>
        <w:tab/>
        <w:t>1.013e0</w:t>
      </w:r>
    </w:p>
    <w:p w:rsidR="00E00D30" w:rsidRDefault="00E00D30" w:rsidP="00E00D30">
      <w:r>
        <w:t>557.9265</w:t>
      </w:r>
      <w:r>
        <w:tab/>
        <w:t>2.025e0</w:t>
      </w:r>
    </w:p>
    <w:p w:rsidR="00E00D30" w:rsidRDefault="00E00D30" w:rsidP="00E00D30">
      <w:r>
        <w:t>557.9537</w:t>
      </w:r>
      <w:r>
        <w:tab/>
        <w:t>1.013e0</w:t>
      </w:r>
    </w:p>
    <w:p w:rsidR="00E00D30" w:rsidRDefault="00E00D30" w:rsidP="00E00D30">
      <w:r>
        <w:t>557.9629</w:t>
      </w:r>
      <w:r>
        <w:tab/>
        <w:t>2.025e0</w:t>
      </w:r>
    </w:p>
    <w:p w:rsidR="00E00D30" w:rsidRDefault="00E00D30" w:rsidP="00E00D30">
      <w:r>
        <w:t>558.0084</w:t>
      </w:r>
      <w:r>
        <w:tab/>
        <w:t>1.013e0</w:t>
      </w:r>
    </w:p>
    <w:p w:rsidR="00E00D30" w:rsidRDefault="00E00D30" w:rsidP="00E00D30">
      <w:r>
        <w:t>558.0488</w:t>
      </w:r>
      <w:r>
        <w:tab/>
        <w:t>2.025e0</w:t>
      </w:r>
    </w:p>
    <w:p w:rsidR="00E00D30" w:rsidRDefault="00E00D30" w:rsidP="00E00D30">
      <w:r>
        <w:t>558.0684</w:t>
      </w:r>
      <w:r>
        <w:tab/>
        <w:t>1.013e0</w:t>
      </w:r>
    </w:p>
    <w:p w:rsidR="00E00D30" w:rsidRDefault="00E00D30" w:rsidP="00E00D30">
      <w:r>
        <w:t>558.1064</w:t>
      </w:r>
      <w:r>
        <w:tab/>
        <w:t>2.025e0</w:t>
      </w:r>
    </w:p>
    <w:p w:rsidR="00E00D30" w:rsidRDefault="00E00D30" w:rsidP="00E00D30">
      <w:r>
        <w:t>558.1188</w:t>
      </w:r>
      <w:r>
        <w:tab/>
        <w:t>1.013e0</w:t>
      </w:r>
    </w:p>
    <w:p w:rsidR="00E00D30" w:rsidRDefault="00E00D30" w:rsidP="00E00D30">
      <w:r>
        <w:t>558.1371</w:t>
      </w:r>
      <w:r>
        <w:tab/>
        <w:t>1.013e0</w:t>
      </w:r>
    </w:p>
    <w:p w:rsidR="00E00D30" w:rsidRDefault="00E00D30" w:rsidP="00E00D30">
      <w:r>
        <w:t>558.1713</w:t>
      </w:r>
      <w:r>
        <w:tab/>
        <w:t>2.025e0</w:t>
      </w:r>
    </w:p>
    <w:p w:rsidR="00E00D30" w:rsidRDefault="00E00D30" w:rsidP="00E00D30">
      <w:r>
        <w:t>558.1890</w:t>
      </w:r>
      <w:r>
        <w:tab/>
        <w:t>2.025e0</w:t>
      </w:r>
    </w:p>
    <w:p w:rsidR="00E00D30" w:rsidRDefault="00E00D30" w:rsidP="00E00D30">
      <w:r>
        <w:lastRenderedPageBreak/>
        <w:t>558.1971</w:t>
      </w:r>
      <w:r>
        <w:tab/>
        <w:t>8.887e0</w:t>
      </w:r>
    </w:p>
    <w:p w:rsidR="00E00D30" w:rsidRDefault="00E00D30" w:rsidP="00E00D30">
      <w:r>
        <w:t>558.2057</w:t>
      </w:r>
      <w:r>
        <w:tab/>
        <w:t>3.038e0</w:t>
      </w:r>
    </w:p>
    <w:p w:rsidR="00E00D30" w:rsidRDefault="00E00D30" w:rsidP="00E00D30">
      <w:r>
        <w:t>558.2148</w:t>
      </w:r>
      <w:r>
        <w:tab/>
        <w:t>3.038e0</w:t>
      </w:r>
    </w:p>
    <w:p w:rsidR="00E00D30" w:rsidRDefault="00E00D30" w:rsidP="00E00D30">
      <w:r>
        <w:t>558.2316</w:t>
      </w:r>
      <w:r>
        <w:tab/>
        <w:t>8.101e0</w:t>
      </w:r>
    </w:p>
    <w:p w:rsidR="00E00D30" w:rsidRDefault="00E00D30" w:rsidP="00E00D30">
      <w:r>
        <w:t>558.2427</w:t>
      </w:r>
      <w:r>
        <w:tab/>
        <w:t>1.519e1</w:t>
      </w:r>
    </w:p>
    <w:p w:rsidR="00E00D30" w:rsidRDefault="00E00D30" w:rsidP="00E00D30">
      <w:r>
        <w:t>558.2457</w:t>
      </w:r>
      <w:r>
        <w:tab/>
        <w:t>3.038e0</w:t>
      </w:r>
    </w:p>
    <w:p w:rsidR="00E00D30" w:rsidRDefault="00E00D30" w:rsidP="00E00D30">
      <w:r>
        <w:t>558.2606</w:t>
      </w:r>
      <w:r>
        <w:tab/>
        <w:t>2.025e0</w:t>
      </w:r>
    </w:p>
    <w:p w:rsidR="00E00D30" w:rsidRDefault="00E00D30" w:rsidP="00E00D30">
      <w:r>
        <w:t>558.2716</w:t>
      </w:r>
      <w:r>
        <w:tab/>
        <w:t>6.877e0</w:t>
      </w:r>
    </w:p>
    <w:p w:rsidR="00E00D30" w:rsidRDefault="00E00D30" w:rsidP="00E00D30">
      <w:r>
        <w:t>558.2797</w:t>
      </w:r>
      <w:r>
        <w:tab/>
        <w:t>1.013e0</w:t>
      </w:r>
    </w:p>
    <w:p w:rsidR="00E00D30" w:rsidRDefault="00E00D30" w:rsidP="00E00D30">
      <w:r>
        <w:t>558.2891</w:t>
      </w:r>
      <w:r>
        <w:tab/>
        <w:t>1.013e0</w:t>
      </w:r>
    </w:p>
    <w:p w:rsidR="00E00D30" w:rsidRDefault="00E00D30" w:rsidP="00E00D30">
      <w:r>
        <w:t>558.2986</w:t>
      </w:r>
      <w:r>
        <w:tab/>
        <w:t>1.013e0</w:t>
      </w:r>
    </w:p>
    <w:p w:rsidR="00E00D30" w:rsidRDefault="00E00D30" w:rsidP="00E00D30">
      <w:r>
        <w:t>558.3299</w:t>
      </w:r>
      <w:r>
        <w:tab/>
        <w:t>2.981e0</w:t>
      </w:r>
    </w:p>
    <w:p w:rsidR="00E00D30" w:rsidRDefault="00E00D30" w:rsidP="00E00D30">
      <w:r>
        <w:t>558.3434</w:t>
      </w:r>
      <w:r>
        <w:tab/>
        <w:t>1.582e0</w:t>
      </w:r>
    </w:p>
    <w:p w:rsidR="00E00D30" w:rsidRDefault="00E00D30" w:rsidP="00E00D30">
      <w:r>
        <w:t>558.3471</w:t>
      </w:r>
      <w:r>
        <w:tab/>
        <w:t>1.013e0</w:t>
      </w:r>
    </w:p>
    <w:p w:rsidR="00E00D30" w:rsidRDefault="00E00D30" w:rsidP="00E00D30">
      <w:r>
        <w:t>558.3574</w:t>
      </w:r>
      <w:r>
        <w:tab/>
        <w:t>3.509e0</w:t>
      </w:r>
    </w:p>
    <w:p w:rsidR="00E00D30" w:rsidRDefault="00E00D30" w:rsidP="00E00D30">
      <w:r>
        <w:t>558.3788</w:t>
      </w:r>
      <w:r>
        <w:tab/>
        <w:t>7.260e0</w:t>
      </w:r>
    </w:p>
    <w:p w:rsidR="00E00D30" w:rsidRDefault="00E00D30" w:rsidP="00E00D30">
      <w:r>
        <w:t>558.3901</w:t>
      </w:r>
      <w:r>
        <w:tab/>
        <w:t>2.850e0</w:t>
      </w:r>
    </w:p>
    <w:p w:rsidR="00E00D30" w:rsidRDefault="00E00D30" w:rsidP="00E00D30">
      <w:r>
        <w:t>558.3976</w:t>
      </w:r>
      <w:r>
        <w:tab/>
        <w:t>3.038e0</w:t>
      </w:r>
    </w:p>
    <w:p w:rsidR="00E00D30" w:rsidRDefault="00E00D30" w:rsidP="00E00D30">
      <w:r>
        <w:t>558.4151</w:t>
      </w:r>
      <w:r>
        <w:tab/>
        <w:t>2.025e0</w:t>
      </w:r>
    </w:p>
    <w:p w:rsidR="00E00D30" w:rsidRDefault="00E00D30" w:rsidP="00E00D30">
      <w:r>
        <w:lastRenderedPageBreak/>
        <w:t>558.4240</w:t>
      </w:r>
      <w:r>
        <w:tab/>
        <w:t>1.013e0</w:t>
      </w:r>
    </w:p>
    <w:p w:rsidR="00E00D30" w:rsidRDefault="00E00D30" w:rsidP="00E00D30">
      <w:r>
        <w:t>558.4284</w:t>
      </w:r>
      <w:r>
        <w:tab/>
        <w:t>3.038e0</w:t>
      </w:r>
    </w:p>
    <w:p w:rsidR="00E00D30" w:rsidRDefault="00E00D30" w:rsidP="00E00D30">
      <w:r>
        <w:t>558.4632</w:t>
      </w:r>
      <w:r>
        <w:tab/>
        <w:t>1.013e0</w:t>
      </w:r>
    </w:p>
    <w:p w:rsidR="00E00D30" w:rsidRDefault="00E00D30" w:rsidP="00E00D30">
      <w:r>
        <w:t>558.4721</w:t>
      </w:r>
      <w:r>
        <w:tab/>
        <w:t>1.013e0</w:t>
      </w:r>
    </w:p>
    <w:p w:rsidR="00E00D30" w:rsidRDefault="00E00D30" w:rsidP="00E00D30">
      <w:r>
        <w:t>558.4789</w:t>
      </w:r>
      <w:r>
        <w:tab/>
        <w:t>1.013e0</w:t>
      </w:r>
    </w:p>
    <w:p w:rsidR="00E00D30" w:rsidRDefault="00E00D30" w:rsidP="00E00D30">
      <w:r>
        <w:t>558.4832</w:t>
      </w:r>
      <w:r>
        <w:tab/>
        <w:t>2.025e0</w:t>
      </w:r>
    </w:p>
    <w:p w:rsidR="00E00D30" w:rsidRDefault="00E00D30" w:rsidP="00E00D30">
      <w:r>
        <w:t>558.4978</w:t>
      </w:r>
      <w:r>
        <w:tab/>
        <w:t>2.025e0</w:t>
      </w:r>
    </w:p>
    <w:p w:rsidR="00E00D30" w:rsidRDefault="00E00D30" w:rsidP="00E00D30">
      <w:r>
        <w:t>558.5103</w:t>
      </w:r>
      <w:r>
        <w:tab/>
        <w:t>1.013e0</w:t>
      </w:r>
    </w:p>
    <w:p w:rsidR="00E00D30" w:rsidRDefault="00E00D30" w:rsidP="00E00D30">
      <w:r>
        <w:t>558.5161</w:t>
      </w:r>
      <w:r>
        <w:tab/>
        <w:t>1.013e0</w:t>
      </w:r>
    </w:p>
    <w:p w:rsidR="00E00D30" w:rsidRDefault="00E00D30" w:rsidP="00E00D30">
      <w:r>
        <w:t>558.5305</w:t>
      </w:r>
      <w:r>
        <w:tab/>
        <w:t>2.025e0</w:t>
      </w:r>
    </w:p>
    <w:p w:rsidR="00E00D30" w:rsidRDefault="00E00D30" w:rsidP="00E00D30">
      <w:r>
        <w:t>558.5680</w:t>
      </w:r>
      <w:r>
        <w:tab/>
        <w:t>1.013e0</w:t>
      </w:r>
    </w:p>
    <w:p w:rsidR="00E00D30" w:rsidRDefault="00E00D30" w:rsidP="00E00D30">
      <w:r>
        <w:t>558.6163</w:t>
      </w:r>
      <w:r>
        <w:tab/>
        <w:t>1.013e0</w:t>
      </w:r>
    </w:p>
    <w:p w:rsidR="00E00D30" w:rsidRDefault="00E00D30" w:rsidP="00E00D30">
      <w:r>
        <w:t>558.6237</w:t>
      </w:r>
      <w:r>
        <w:tab/>
        <w:t>1.013e0</w:t>
      </w:r>
    </w:p>
    <w:p w:rsidR="00E00D30" w:rsidRDefault="00E00D30" w:rsidP="00E00D30">
      <w:r>
        <w:t>558.6363</w:t>
      </w:r>
      <w:r>
        <w:tab/>
        <w:t>1.013e0</w:t>
      </w:r>
    </w:p>
    <w:p w:rsidR="00E00D30" w:rsidRDefault="00E00D30" w:rsidP="00E00D30">
      <w:r>
        <w:t>558.6788</w:t>
      </w:r>
      <w:r>
        <w:tab/>
        <w:t>1.013e0</w:t>
      </w:r>
    </w:p>
    <w:p w:rsidR="00E00D30" w:rsidRDefault="00E00D30" w:rsidP="00E00D30">
      <w:r>
        <w:t>558.6933</w:t>
      </w:r>
      <w:r>
        <w:tab/>
        <w:t>2.025e0</w:t>
      </w:r>
    </w:p>
    <w:p w:rsidR="00E00D30" w:rsidRDefault="00E00D30" w:rsidP="00E00D30">
      <w:r>
        <w:t>558.6983</w:t>
      </w:r>
      <w:r>
        <w:tab/>
        <w:t>1.013e0</w:t>
      </w:r>
    </w:p>
    <w:p w:rsidR="00E00D30" w:rsidRDefault="00E00D30" w:rsidP="00E00D30">
      <w:r>
        <w:t>558.7084</w:t>
      </w:r>
      <w:r>
        <w:tab/>
        <w:t>2.025e0</w:t>
      </w:r>
    </w:p>
    <w:p w:rsidR="00E00D30" w:rsidRDefault="00E00D30" w:rsidP="00E00D30">
      <w:r>
        <w:t>558.7167</w:t>
      </w:r>
      <w:r>
        <w:tab/>
        <w:t>1.013e0</w:t>
      </w:r>
    </w:p>
    <w:p w:rsidR="00E00D30" w:rsidRDefault="00E00D30" w:rsidP="00E00D30">
      <w:r>
        <w:lastRenderedPageBreak/>
        <w:t>558.7219</w:t>
      </w:r>
      <w:r>
        <w:tab/>
        <w:t>1.013e0</w:t>
      </w:r>
    </w:p>
    <w:p w:rsidR="00E00D30" w:rsidRDefault="00E00D30" w:rsidP="00E00D30">
      <w:r>
        <w:t>558.7344</w:t>
      </w:r>
      <w:r>
        <w:tab/>
        <w:t>1.013e0</w:t>
      </w:r>
    </w:p>
    <w:p w:rsidR="00E00D30" w:rsidRDefault="00E00D30" w:rsidP="00E00D30">
      <w:r>
        <w:t>558.7684</w:t>
      </w:r>
      <w:r>
        <w:tab/>
        <w:t>1.013e0</w:t>
      </w:r>
    </w:p>
    <w:p w:rsidR="00E00D30" w:rsidRDefault="00E00D30" w:rsidP="00E00D30">
      <w:r>
        <w:t>558.7988</w:t>
      </w:r>
      <w:r>
        <w:tab/>
        <w:t>1.013e0</w:t>
      </w:r>
    </w:p>
    <w:p w:rsidR="00E00D30" w:rsidRDefault="00E00D30" w:rsidP="00E00D30">
      <w:r>
        <w:t>558.8245</w:t>
      </w:r>
      <w:r>
        <w:tab/>
        <w:t>1.013e0</w:t>
      </w:r>
    </w:p>
    <w:p w:rsidR="00E00D30" w:rsidRDefault="00E00D30" w:rsidP="00E00D30">
      <w:r>
        <w:t>558.8605</w:t>
      </w:r>
      <w:r>
        <w:tab/>
        <w:t>1.013e0</w:t>
      </w:r>
    </w:p>
    <w:p w:rsidR="00E00D30" w:rsidRDefault="00E00D30" w:rsidP="00E00D30">
      <w:r>
        <w:t>558.8658</w:t>
      </w:r>
      <w:r>
        <w:tab/>
        <w:t>2.025e0</w:t>
      </w:r>
    </w:p>
    <w:p w:rsidR="00E00D30" w:rsidRDefault="00E00D30" w:rsidP="00E00D30">
      <w:r>
        <w:t>558.8672</w:t>
      </w:r>
      <w:r>
        <w:tab/>
        <w:t>1.013e0</w:t>
      </w:r>
    </w:p>
    <w:p w:rsidR="00E00D30" w:rsidRDefault="00E00D30" w:rsidP="00E00D30">
      <w:r>
        <w:t>558.9168</w:t>
      </w:r>
      <w:r>
        <w:tab/>
        <w:t>4.051e0</w:t>
      </w:r>
    </w:p>
    <w:p w:rsidR="00E00D30" w:rsidRDefault="00E00D30" w:rsidP="00E00D30">
      <w:r>
        <w:t>558.9634</w:t>
      </w:r>
      <w:r>
        <w:tab/>
        <w:t>1.013e0</w:t>
      </w:r>
    </w:p>
    <w:p w:rsidR="00E00D30" w:rsidRDefault="00E00D30" w:rsidP="00E00D30">
      <w:r>
        <w:t>558.9724</w:t>
      </w:r>
      <w:r>
        <w:tab/>
        <w:t>1.013e0</w:t>
      </w:r>
    </w:p>
    <w:p w:rsidR="00E00D30" w:rsidRDefault="00E00D30" w:rsidP="00E00D30">
      <w:r>
        <w:t>558.9771</w:t>
      </w:r>
      <w:r>
        <w:tab/>
        <w:t>2.025e0</w:t>
      </w:r>
    </w:p>
    <w:p w:rsidR="00E00D30" w:rsidRDefault="00E00D30" w:rsidP="00E00D30">
      <w:r>
        <w:t>558.9870</w:t>
      </w:r>
      <w:r>
        <w:tab/>
        <w:t>1.013e0</w:t>
      </w:r>
    </w:p>
    <w:p w:rsidR="00E00D30" w:rsidRDefault="00E00D30" w:rsidP="00E00D30">
      <w:r>
        <w:t>559.0240</w:t>
      </w:r>
      <w:r>
        <w:tab/>
        <w:t>4.051e0</w:t>
      </w:r>
    </w:p>
    <w:p w:rsidR="00E00D30" w:rsidRDefault="00E00D30" w:rsidP="00E00D30">
      <w:r>
        <w:t>559.0762</w:t>
      </w:r>
      <w:r>
        <w:tab/>
        <w:t>1.013e0</w:t>
      </w:r>
    </w:p>
    <w:p w:rsidR="00E00D30" w:rsidRDefault="00E00D30" w:rsidP="00E00D30">
      <w:r>
        <w:t>559.0784</w:t>
      </w:r>
      <w:r>
        <w:tab/>
        <w:t>1.013e0</w:t>
      </w:r>
    </w:p>
    <w:p w:rsidR="00E00D30" w:rsidRDefault="00E00D30" w:rsidP="00E00D30">
      <w:r>
        <w:t>559.1075</w:t>
      </w:r>
      <w:r>
        <w:tab/>
        <w:t>2.025e0</w:t>
      </w:r>
    </w:p>
    <w:p w:rsidR="00E00D30" w:rsidRDefault="00E00D30" w:rsidP="00E00D30">
      <w:r>
        <w:t>559.1122</w:t>
      </w:r>
      <w:r>
        <w:tab/>
        <w:t>3.038e0</w:t>
      </w:r>
    </w:p>
    <w:p w:rsidR="00E00D30" w:rsidRDefault="00E00D30" w:rsidP="00E00D30">
      <w:r>
        <w:t>559.1456</w:t>
      </w:r>
      <w:r>
        <w:tab/>
        <w:t>1.013e0</w:t>
      </w:r>
    </w:p>
    <w:p w:rsidR="00E00D30" w:rsidRDefault="00E00D30" w:rsidP="00E00D30">
      <w:r>
        <w:lastRenderedPageBreak/>
        <w:t>559.1646</w:t>
      </w:r>
      <w:r>
        <w:tab/>
        <w:t>2.025e0</w:t>
      </w:r>
    </w:p>
    <w:p w:rsidR="00E00D30" w:rsidRDefault="00E00D30" w:rsidP="00E00D30">
      <w:r>
        <w:t>559.1683</w:t>
      </w:r>
      <w:r>
        <w:tab/>
        <w:t>2.025e0</w:t>
      </w:r>
    </w:p>
    <w:p w:rsidR="00E00D30" w:rsidRDefault="00E00D30" w:rsidP="00E00D30">
      <w:r>
        <w:t>559.1841</w:t>
      </w:r>
      <w:r>
        <w:tab/>
        <w:t>1.013e0</w:t>
      </w:r>
    </w:p>
    <w:p w:rsidR="00E00D30" w:rsidRDefault="00E00D30" w:rsidP="00E00D30">
      <w:r>
        <w:t>559.1893</w:t>
      </w:r>
      <w:r>
        <w:tab/>
        <w:t>2.025e0</w:t>
      </w:r>
    </w:p>
    <w:p w:rsidR="00E00D30" w:rsidRDefault="00E00D30" w:rsidP="00E00D30">
      <w:r>
        <w:t>559.2031</w:t>
      </w:r>
      <w:r>
        <w:tab/>
        <w:t>1.013e0</w:t>
      </w:r>
    </w:p>
    <w:p w:rsidR="00E00D30" w:rsidRDefault="00E00D30" w:rsidP="00E00D30">
      <w:r>
        <w:t>559.2352</w:t>
      </w:r>
      <w:r>
        <w:tab/>
        <w:t>4.051e0</w:t>
      </w:r>
    </w:p>
    <w:p w:rsidR="00E00D30" w:rsidRDefault="00E00D30" w:rsidP="00E00D30">
      <w:r>
        <w:t>559.2394</w:t>
      </w:r>
      <w:r>
        <w:tab/>
        <w:t>2.025e0</w:t>
      </w:r>
    </w:p>
    <w:p w:rsidR="00E00D30" w:rsidRDefault="00E00D30" w:rsidP="00E00D30">
      <w:r>
        <w:t>559.2485</w:t>
      </w:r>
      <w:r>
        <w:tab/>
        <w:t>2.025e0</w:t>
      </w:r>
    </w:p>
    <w:p w:rsidR="00E00D30" w:rsidRDefault="00E00D30" w:rsidP="00E00D30">
      <w:r>
        <w:t>559.2579</w:t>
      </w:r>
      <w:r>
        <w:tab/>
        <w:t>1.013e0</w:t>
      </w:r>
    </w:p>
    <w:p w:rsidR="00E00D30" w:rsidRDefault="00E00D30" w:rsidP="00E00D30">
      <w:r>
        <w:t>559.2955</w:t>
      </w:r>
      <w:r>
        <w:tab/>
        <w:t>2.025e0</w:t>
      </w:r>
    </w:p>
    <w:p w:rsidR="00E00D30" w:rsidRDefault="00E00D30" w:rsidP="00E00D30">
      <w:r>
        <w:t>559.2994</w:t>
      </w:r>
      <w:r>
        <w:tab/>
        <w:t>4.010e0</w:t>
      </w:r>
    </w:p>
    <w:p w:rsidR="00E00D30" w:rsidRDefault="00E00D30" w:rsidP="00E00D30">
      <w:r>
        <w:t>559.3034</w:t>
      </w:r>
      <w:r>
        <w:tab/>
        <w:t>1.696e0</w:t>
      </w:r>
    </w:p>
    <w:p w:rsidR="00E00D30" w:rsidRDefault="00E00D30" w:rsidP="00E00D30">
      <w:r>
        <w:t>559.3091</w:t>
      </w:r>
      <w:r>
        <w:tab/>
        <w:t>2.199e0</w:t>
      </w:r>
    </w:p>
    <w:p w:rsidR="00E00D30" w:rsidRDefault="00E00D30" w:rsidP="00E00D30">
      <w:r>
        <w:t>559.3337</w:t>
      </w:r>
      <w:r>
        <w:tab/>
        <w:t>1.968e0</w:t>
      </w:r>
    </w:p>
    <w:p w:rsidR="00E00D30" w:rsidRDefault="00E00D30" w:rsidP="00E00D30">
      <w:r>
        <w:t>559.3500</w:t>
      </w:r>
      <w:r>
        <w:tab/>
        <w:t>1.013e0</w:t>
      </w:r>
    </w:p>
    <w:p w:rsidR="00E00D30" w:rsidRDefault="00E00D30" w:rsidP="00E00D30">
      <w:r>
        <w:t>559.3767</w:t>
      </w:r>
      <w:r>
        <w:tab/>
        <w:t>3.038e0</w:t>
      </w:r>
    </w:p>
    <w:p w:rsidR="00E00D30" w:rsidRDefault="00E00D30" w:rsidP="00E00D30">
      <w:r>
        <w:t>559.4066</w:t>
      </w:r>
      <w:r>
        <w:tab/>
        <w:t>3.038e0</w:t>
      </w:r>
    </w:p>
    <w:p w:rsidR="00E00D30" w:rsidRDefault="00E00D30" w:rsidP="00E00D30">
      <w:r>
        <w:t>559.4395</w:t>
      </w:r>
      <w:r>
        <w:tab/>
        <w:t>3.038e0</w:t>
      </w:r>
    </w:p>
    <w:p w:rsidR="00E00D30" w:rsidRDefault="00E00D30" w:rsidP="00E00D30">
      <w:r>
        <w:t>559.4441</w:t>
      </w:r>
      <w:r>
        <w:tab/>
        <w:t>1.013e0</w:t>
      </w:r>
    </w:p>
    <w:p w:rsidR="00E00D30" w:rsidRDefault="00E00D30" w:rsidP="00E00D30">
      <w:r>
        <w:lastRenderedPageBreak/>
        <w:t>559.4529</w:t>
      </w:r>
      <w:r>
        <w:tab/>
        <w:t>3.038e0</w:t>
      </w:r>
    </w:p>
    <w:p w:rsidR="00E00D30" w:rsidRDefault="00E00D30" w:rsidP="00E00D30">
      <w:r>
        <w:t>559.4730</w:t>
      </w:r>
      <w:r>
        <w:tab/>
        <w:t>1.013e0</w:t>
      </w:r>
    </w:p>
    <w:p w:rsidR="00E00D30" w:rsidRDefault="00E00D30" w:rsidP="00E00D30">
      <w:r>
        <w:t>559.4944</w:t>
      </w:r>
      <w:r>
        <w:tab/>
        <w:t>1.013e0</w:t>
      </w:r>
    </w:p>
    <w:p w:rsidR="00E00D30" w:rsidRDefault="00E00D30" w:rsidP="00E00D30">
      <w:r>
        <w:t>559.5128</w:t>
      </w:r>
      <w:r>
        <w:tab/>
        <w:t>2.025e0</w:t>
      </w:r>
    </w:p>
    <w:p w:rsidR="00E00D30" w:rsidRDefault="00E00D30" w:rsidP="00E00D30">
      <w:r>
        <w:t>559.5219</w:t>
      </w:r>
      <w:r>
        <w:tab/>
        <w:t>1.013e0</w:t>
      </w:r>
    </w:p>
    <w:p w:rsidR="00E00D30" w:rsidRDefault="00E00D30" w:rsidP="00E00D30">
      <w:r>
        <w:t>559.5308</w:t>
      </w:r>
      <w:r>
        <w:tab/>
        <w:t>4.051e0</w:t>
      </w:r>
    </w:p>
    <w:p w:rsidR="00E00D30" w:rsidRDefault="00E00D30" w:rsidP="00E00D30">
      <w:r>
        <w:t>559.5401</w:t>
      </w:r>
      <w:r>
        <w:tab/>
        <w:t>1.013e0</w:t>
      </w:r>
    </w:p>
    <w:p w:rsidR="00E00D30" w:rsidRDefault="00E00D30" w:rsidP="00E00D30">
      <w:r>
        <w:t>559.5507</w:t>
      </w:r>
      <w:r>
        <w:tab/>
        <w:t>1.013e0</w:t>
      </w:r>
    </w:p>
    <w:p w:rsidR="00E00D30" w:rsidRDefault="00E00D30" w:rsidP="00E00D30">
      <w:r>
        <w:t>559.5787</w:t>
      </w:r>
      <w:r>
        <w:tab/>
        <w:t>1.013e0</w:t>
      </w:r>
    </w:p>
    <w:p w:rsidR="00E00D30" w:rsidRDefault="00E00D30" w:rsidP="00E00D30">
      <w:r>
        <w:t>559.5845</w:t>
      </w:r>
      <w:r>
        <w:tab/>
        <w:t>2.025e0</w:t>
      </w:r>
    </w:p>
    <w:p w:rsidR="00E00D30" w:rsidRDefault="00E00D30" w:rsidP="00E00D30">
      <w:r>
        <w:t>559.6175</w:t>
      </w:r>
      <w:r>
        <w:tab/>
        <w:t>1.013e0</w:t>
      </w:r>
    </w:p>
    <w:p w:rsidR="00E00D30" w:rsidRDefault="00E00D30" w:rsidP="00E00D30">
      <w:r>
        <w:t>559.6268</w:t>
      </w:r>
      <w:r>
        <w:tab/>
        <w:t>1.013e0</w:t>
      </w:r>
    </w:p>
    <w:p w:rsidR="00E00D30" w:rsidRDefault="00E00D30" w:rsidP="00E00D30">
      <w:r>
        <w:t>559.6461</w:t>
      </w:r>
      <w:r>
        <w:tab/>
        <w:t>1.013e0</w:t>
      </w:r>
    </w:p>
    <w:p w:rsidR="00E00D30" w:rsidRDefault="00E00D30" w:rsidP="00E00D30">
      <w:r>
        <w:t>559.6921</w:t>
      </w:r>
      <w:r>
        <w:tab/>
        <w:t>1.013e0</w:t>
      </w:r>
    </w:p>
    <w:p w:rsidR="00E00D30" w:rsidRDefault="00E00D30" w:rsidP="00E00D30">
      <w:r>
        <w:t>559.7335</w:t>
      </w:r>
      <w:r>
        <w:tab/>
        <w:t>2.025e0</w:t>
      </w:r>
    </w:p>
    <w:p w:rsidR="00E00D30" w:rsidRDefault="00E00D30" w:rsidP="00E00D30">
      <w:r>
        <w:t>559.7469</w:t>
      </w:r>
      <w:r>
        <w:tab/>
        <w:t>2.025e0</w:t>
      </w:r>
    </w:p>
    <w:p w:rsidR="00E00D30" w:rsidRDefault="00E00D30" w:rsidP="00E00D30">
      <w:r>
        <w:t>559.7654</w:t>
      </w:r>
      <w:r>
        <w:tab/>
        <w:t>1.013e0</w:t>
      </w:r>
    </w:p>
    <w:p w:rsidR="00E00D30" w:rsidRDefault="00E00D30" w:rsidP="00E00D30">
      <w:r>
        <w:t>559.7712</w:t>
      </w:r>
      <w:r>
        <w:tab/>
        <w:t>2.025e0</w:t>
      </w:r>
    </w:p>
    <w:p w:rsidR="00E00D30" w:rsidRDefault="00E00D30" w:rsidP="00E00D30">
      <w:r>
        <w:t>559.7838</w:t>
      </w:r>
      <w:r>
        <w:tab/>
        <w:t>2.025e0</w:t>
      </w:r>
    </w:p>
    <w:p w:rsidR="00E00D30" w:rsidRDefault="00E00D30" w:rsidP="00E00D30">
      <w:r>
        <w:lastRenderedPageBreak/>
        <w:t>559.8185</w:t>
      </w:r>
      <w:r>
        <w:tab/>
        <w:t>1.013e0</w:t>
      </w:r>
    </w:p>
    <w:p w:rsidR="00E00D30" w:rsidRDefault="00E00D30" w:rsidP="00E00D30">
      <w:r>
        <w:t>559.8549</w:t>
      </w:r>
      <w:r>
        <w:tab/>
        <w:t>1.013e0</w:t>
      </w:r>
    </w:p>
    <w:p w:rsidR="00E00D30" w:rsidRDefault="00E00D30" w:rsidP="00E00D30">
      <w:r>
        <w:t>559.8581</w:t>
      </w:r>
      <w:r>
        <w:tab/>
        <w:t>1.013e0</w:t>
      </w:r>
    </w:p>
    <w:p w:rsidR="00E00D30" w:rsidRDefault="00E00D30" w:rsidP="00E00D30">
      <w:r>
        <w:t>559.8970</w:t>
      </w:r>
      <w:r>
        <w:tab/>
        <w:t>1.013e0</w:t>
      </w:r>
    </w:p>
    <w:p w:rsidR="00E00D30" w:rsidRDefault="00E00D30" w:rsidP="00E00D30">
      <w:r>
        <w:t>559.8998</w:t>
      </w:r>
      <w:r>
        <w:tab/>
        <w:t>3.038e0</w:t>
      </w:r>
    </w:p>
    <w:p w:rsidR="00E00D30" w:rsidRDefault="00E00D30" w:rsidP="00E00D30">
      <w:r>
        <w:t>559.9015</w:t>
      </w:r>
      <w:r>
        <w:tab/>
        <w:t>2.025e0</w:t>
      </w:r>
    </w:p>
    <w:p w:rsidR="00E00D30" w:rsidRDefault="00E00D30" w:rsidP="00E00D30">
      <w:r>
        <w:t>559.9164</w:t>
      </w:r>
      <w:r>
        <w:tab/>
        <w:t>2.025e0</w:t>
      </w:r>
    </w:p>
    <w:p w:rsidR="00E00D30" w:rsidRDefault="00E00D30" w:rsidP="00E00D30">
      <w:r>
        <w:t>559.9747</w:t>
      </w:r>
      <w:r>
        <w:tab/>
        <w:t>1.013e0</w:t>
      </w:r>
    </w:p>
    <w:p w:rsidR="00E00D30" w:rsidRDefault="00E00D30" w:rsidP="00E00D30">
      <w:r>
        <w:t>560.0369</w:t>
      </w:r>
      <w:r>
        <w:tab/>
        <w:t>2.025e0</w:t>
      </w:r>
    </w:p>
    <w:p w:rsidR="00E00D30" w:rsidRDefault="00E00D30" w:rsidP="00E00D30">
      <w:r>
        <w:t>560.0413</w:t>
      </w:r>
      <w:r>
        <w:tab/>
        <w:t>1.013e0</w:t>
      </w:r>
    </w:p>
    <w:p w:rsidR="00E00D30" w:rsidRDefault="00E00D30" w:rsidP="00E00D30">
      <w:r>
        <w:t>560.0552</w:t>
      </w:r>
      <w:r>
        <w:tab/>
        <w:t>1.013e0</w:t>
      </w:r>
    </w:p>
    <w:p w:rsidR="00E00D30" w:rsidRDefault="00E00D30" w:rsidP="00E00D30">
      <w:r>
        <w:t>560.0733</w:t>
      </w:r>
      <w:r>
        <w:tab/>
        <w:t>1.013e0</w:t>
      </w:r>
    </w:p>
    <w:p w:rsidR="00E00D30" w:rsidRDefault="00E00D30" w:rsidP="00E00D30">
      <w:r>
        <w:t>560.1187</w:t>
      </w:r>
      <w:r>
        <w:tab/>
        <w:t>1.013e0</w:t>
      </w:r>
    </w:p>
    <w:p w:rsidR="00E00D30" w:rsidRDefault="00E00D30" w:rsidP="00E00D30">
      <w:r>
        <w:t>560.1281</w:t>
      </w:r>
      <w:r>
        <w:tab/>
        <w:t>1.013e0</w:t>
      </w:r>
    </w:p>
    <w:p w:rsidR="00E00D30" w:rsidRDefault="00E00D30" w:rsidP="00E00D30">
      <w:r>
        <w:t>560.1453</w:t>
      </w:r>
      <w:r>
        <w:tab/>
        <w:t>1.013e0</w:t>
      </w:r>
    </w:p>
    <w:p w:rsidR="00E00D30" w:rsidRDefault="00E00D30" w:rsidP="00E00D30">
      <w:r>
        <w:t>560.1570</w:t>
      </w:r>
      <w:r>
        <w:tab/>
        <w:t>1.013e0</w:t>
      </w:r>
    </w:p>
    <w:p w:rsidR="00E00D30" w:rsidRDefault="00E00D30" w:rsidP="00E00D30">
      <w:r>
        <w:t>560.1642</w:t>
      </w:r>
      <w:r>
        <w:tab/>
        <w:t>3.038e0</w:t>
      </w:r>
    </w:p>
    <w:p w:rsidR="00E00D30" w:rsidRDefault="00E00D30" w:rsidP="00E00D30">
      <w:r>
        <w:t>560.1772</w:t>
      </w:r>
      <w:r>
        <w:tab/>
        <w:t>1.013e0</w:t>
      </w:r>
    </w:p>
    <w:p w:rsidR="00E00D30" w:rsidRDefault="00E00D30" w:rsidP="00E00D30">
      <w:r>
        <w:t>560.1946</w:t>
      </w:r>
      <w:r>
        <w:tab/>
        <w:t>2.025e0</w:t>
      </w:r>
    </w:p>
    <w:p w:rsidR="00E00D30" w:rsidRDefault="00E00D30" w:rsidP="00E00D30">
      <w:r>
        <w:lastRenderedPageBreak/>
        <w:t>560.1999</w:t>
      </w:r>
      <w:r>
        <w:tab/>
        <w:t>1.013e0</w:t>
      </w:r>
    </w:p>
    <w:p w:rsidR="00E00D30" w:rsidRDefault="00E00D30" w:rsidP="00E00D30">
      <w:r>
        <w:t>560.2183</w:t>
      </w:r>
      <w:r>
        <w:tab/>
        <w:t>1.013e0</w:t>
      </w:r>
    </w:p>
    <w:p w:rsidR="00E00D30" w:rsidRDefault="00E00D30" w:rsidP="00E00D30">
      <w:r>
        <w:t>560.2250</w:t>
      </w:r>
      <w:r>
        <w:tab/>
        <w:t>2.025e0</w:t>
      </w:r>
    </w:p>
    <w:p w:rsidR="00E00D30" w:rsidRDefault="00E00D30" w:rsidP="00E00D30">
      <w:r>
        <w:t>560.2293</w:t>
      </w:r>
      <w:r>
        <w:tab/>
        <w:t>2.025e0</w:t>
      </w:r>
    </w:p>
    <w:p w:rsidR="00E00D30" w:rsidRDefault="00E00D30" w:rsidP="00E00D30">
      <w:r>
        <w:t>560.2352</w:t>
      </w:r>
      <w:r>
        <w:tab/>
        <w:t>4.051e0</w:t>
      </w:r>
    </w:p>
    <w:p w:rsidR="00E00D30" w:rsidRDefault="00E00D30" w:rsidP="00E00D30">
      <w:r>
        <w:t>560.2716</w:t>
      </w:r>
      <w:r>
        <w:tab/>
        <w:t>1.013e0</w:t>
      </w:r>
    </w:p>
    <w:p w:rsidR="00E00D30" w:rsidRDefault="00E00D30" w:rsidP="00E00D30">
      <w:r>
        <w:t>560.2920</w:t>
      </w:r>
      <w:r>
        <w:tab/>
        <w:t>1.013e0</w:t>
      </w:r>
    </w:p>
    <w:p w:rsidR="00E00D30" w:rsidRDefault="00E00D30" w:rsidP="00E00D30">
      <w:r>
        <w:t>560.3022</w:t>
      </w:r>
      <w:r>
        <w:tab/>
        <w:t>3.038e0</w:t>
      </w:r>
    </w:p>
    <w:p w:rsidR="00E00D30" w:rsidRDefault="00E00D30" w:rsidP="00E00D30">
      <w:r>
        <w:t>560.3115</w:t>
      </w:r>
      <w:r>
        <w:tab/>
        <w:t>2.709e0</w:t>
      </w:r>
    </w:p>
    <w:p w:rsidR="00E00D30" w:rsidRDefault="00E00D30" w:rsidP="00E00D30">
      <w:r>
        <w:t>560.3215</w:t>
      </w:r>
      <w:r>
        <w:tab/>
        <w:t>3.038e0</w:t>
      </w:r>
    </w:p>
    <w:p w:rsidR="00E00D30" w:rsidRDefault="00E00D30" w:rsidP="00E00D30">
      <w:r>
        <w:t>560.3361</w:t>
      </w:r>
      <w:r>
        <w:tab/>
        <w:t>2.025e0</w:t>
      </w:r>
    </w:p>
    <w:p w:rsidR="00E00D30" w:rsidRDefault="00E00D30" w:rsidP="00E00D30">
      <w:r>
        <w:t>560.3428</w:t>
      </w:r>
      <w:r>
        <w:tab/>
        <w:t>3.038e0</w:t>
      </w:r>
    </w:p>
    <w:p w:rsidR="00E00D30" w:rsidRDefault="00E00D30" w:rsidP="00E00D30">
      <w:r>
        <w:t>560.3483</w:t>
      </w:r>
      <w:r>
        <w:tab/>
        <w:t>3.623e0</w:t>
      </w:r>
    </w:p>
    <w:p w:rsidR="00E00D30" w:rsidRDefault="00E00D30" w:rsidP="00E00D30">
      <w:r>
        <w:t>560.3544</w:t>
      </w:r>
      <w:r>
        <w:tab/>
        <w:t>5.036e0</w:t>
      </w:r>
    </w:p>
    <w:p w:rsidR="00E00D30" w:rsidRDefault="00E00D30" w:rsidP="00E00D30">
      <w:r>
        <w:t>560.3593</w:t>
      </w:r>
      <w:r>
        <w:tab/>
        <w:t>5.063e0</w:t>
      </w:r>
    </w:p>
    <w:p w:rsidR="00E00D30" w:rsidRDefault="00E00D30" w:rsidP="00E00D30">
      <w:r>
        <w:t>560.3737</w:t>
      </w:r>
      <w:r>
        <w:tab/>
        <w:t>1.876e0</w:t>
      </w:r>
    </w:p>
    <w:p w:rsidR="00E00D30" w:rsidRDefault="00E00D30" w:rsidP="00E00D30">
      <w:r>
        <w:t>560.3798</w:t>
      </w:r>
      <w:r>
        <w:tab/>
        <w:t>1.013e0</w:t>
      </w:r>
    </w:p>
    <w:p w:rsidR="00E00D30" w:rsidRDefault="00E00D30" w:rsidP="00E00D30">
      <w:r>
        <w:t>560.3974</w:t>
      </w:r>
      <w:r>
        <w:tab/>
        <w:t>1.013e0</w:t>
      </w:r>
    </w:p>
    <w:p w:rsidR="00E00D30" w:rsidRDefault="00E00D30" w:rsidP="00E00D30">
      <w:r>
        <w:t>560.4193</w:t>
      </w:r>
      <w:r>
        <w:tab/>
        <w:t>2.025e0</w:t>
      </w:r>
    </w:p>
    <w:p w:rsidR="00E00D30" w:rsidRDefault="00E00D30" w:rsidP="00E00D30">
      <w:r>
        <w:lastRenderedPageBreak/>
        <w:t>560.4337</w:t>
      </w:r>
      <w:r>
        <w:tab/>
        <w:t>1.013e0</w:t>
      </w:r>
    </w:p>
    <w:p w:rsidR="00E00D30" w:rsidRDefault="00E00D30" w:rsidP="00E00D30">
      <w:r>
        <w:t>560.4573</w:t>
      </w:r>
      <w:r>
        <w:tab/>
        <w:t>2.025e0</w:t>
      </w:r>
    </w:p>
    <w:p w:rsidR="00E00D30" w:rsidRDefault="00E00D30" w:rsidP="00E00D30">
      <w:r>
        <w:t>560.4888</w:t>
      </w:r>
      <w:r>
        <w:tab/>
        <w:t>2.025e0</w:t>
      </w:r>
    </w:p>
    <w:p w:rsidR="00E00D30" w:rsidRDefault="00E00D30" w:rsidP="00E00D30">
      <w:r>
        <w:t>560.4955</w:t>
      </w:r>
      <w:r>
        <w:tab/>
        <w:t>1.013e0</w:t>
      </w:r>
    </w:p>
    <w:p w:rsidR="00E00D30" w:rsidRDefault="00E00D30" w:rsidP="00E00D30">
      <w:r>
        <w:t>560.5045</w:t>
      </w:r>
      <w:r>
        <w:tab/>
        <w:t>1.013e0</w:t>
      </w:r>
    </w:p>
    <w:p w:rsidR="00E00D30" w:rsidRDefault="00E00D30" w:rsidP="00E00D30">
      <w:r>
        <w:t>560.5142</w:t>
      </w:r>
      <w:r>
        <w:tab/>
        <w:t>1.013e0</w:t>
      </w:r>
    </w:p>
    <w:p w:rsidR="00E00D30" w:rsidRDefault="00E00D30" w:rsidP="00E00D30">
      <w:r>
        <w:t>560.5196</w:t>
      </w:r>
      <w:r>
        <w:tab/>
        <w:t>2.025e0</w:t>
      </w:r>
    </w:p>
    <w:p w:rsidR="00E00D30" w:rsidRDefault="00E00D30" w:rsidP="00E00D30">
      <w:r>
        <w:t>560.5245</w:t>
      </w:r>
      <w:r>
        <w:tab/>
        <w:t>1.013e0</w:t>
      </w:r>
    </w:p>
    <w:p w:rsidR="00E00D30" w:rsidRDefault="00E00D30" w:rsidP="00E00D30">
      <w:r>
        <w:t>560.5261</w:t>
      </w:r>
      <w:r>
        <w:tab/>
        <w:t>1.013e0</w:t>
      </w:r>
    </w:p>
    <w:p w:rsidR="00E00D30" w:rsidRDefault="00E00D30" w:rsidP="00E00D30">
      <w:r>
        <w:t>560.6155</w:t>
      </w:r>
      <w:r>
        <w:tab/>
        <w:t>1.013e0</w:t>
      </w:r>
    </w:p>
    <w:p w:rsidR="00E00D30" w:rsidRDefault="00E00D30" w:rsidP="00E00D30">
      <w:r>
        <w:t>560.6705</w:t>
      </w:r>
      <w:r>
        <w:tab/>
        <w:t>2.025e0</w:t>
      </w:r>
    </w:p>
    <w:p w:rsidR="00E00D30" w:rsidRDefault="00E00D30" w:rsidP="00E00D30">
      <w:r>
        <w:t>560.6982</w:t>
      </w:r>
      <w:r>
        <w:tab/>
        <w:t>2.025e0</w:t>
      </w:r>
    </w:p>
    <w:p w:rsidR="00E00D30" w:rsidRDefault="00E00D30" w:rsidP="00E00D30">
      <w:r>
        <w:t>560.7416</w:t>
      </w:r>
      <w:r>
        <w:tab/>
        <w:t>3.038e0</w:t>
      </w:r>
    </w:p>
    <w:p w:rsidR="00E00D30" w:rsidRDefault="00E00D30" w:rsidP="00E00D30">
      <w:r>
        <w:t>560.7599</w:t>
      </w:r>
      <w:r>
        <w:tab/>
        <w:t>1.013e0</w:t>
      </w:r>
    </w:p>
    <w:p w:rsidR="00E00D30" w:rsidRDefault="00E00D30" w:rsidP="00E00D30">
      <w:r>
        <w:t>560.8130</w:t>
      </w:r>
      <w:r>
        <w:tab/>
        <w:t>1.013e0</w:t>
      </w:r>
    </w:p>
    <w:p w:rsidR="00E00D30" w:rsidRDefault="00E00D30" w:rsidP="00E00D30">
      <w:r>
        <w:t>560.8312</w:t>
      </w:r>
      <w:r>
        <w:tab/>
        <w:t>1.013e0</w:t>
      </w:r>
    </w:p>
    <w:p w:rsidR="00E00D30" w:rsidRDefault="00E00D30" w:rsidP="00E00D30">
      <w:r>
        <w:t>560.8423</w:t>
      </w:r>
      <w:r>
        <w:tab/>
        <w:t>1.013e0</w:t>
      </w:r>
    </w:p>
    <w:p w:rsidR="00E00D30" w:rsidRDefault="00E00D30" w:rsidP="00E00D30">
      <w:r>
        <w:t>560.8613</w:t>
      </w:r>
      <w:r>
        <w:tab/>
        <w:t>1.013e0</w:t>
      </w:r>
    </w:p>
    <w:p w:rsidR="00E00D30" w:rsidRDefault="00E00D30" w:rsidP="00E00D30">
      <w:r>
        <w:t>560.8681</w:t>
      </w:r>
      <w:r>
        <w:tab/>
        <w:t>1.013e0</w:t>
      </w:r>
    </w:p>
    <w:p w:rsidR="00E00D30" w:rsidRDefault="00E00D30" w:rsidP="00E00D30">
      <w:r>
        <w:lastRenderedPageBreak/>
        <w:t>560.9047</w:t>
      </w:r>
      <w:r>
        <w:tab/>
        <w:t>3.038e0</w:t>
      </w:r>
    </w:p>
    <w:p w:rsidR="00E00D30" w:rsidRDefault="00E00D30" w:rsidP="00E00D30">
      <w:r>
        <w:t>560.9234</w:t>
      </w:r>
      <w:r>
        <w:tab/>
        <w:t>1.013e0</w:t>
      </w:r>
    </w:p>
    <w:p w:rsidR="00E00D30" w:rsidRDefault="00E00D30" w:rsidP="00E00D30">
      <w:r>
        <w:t>560.9761</w:t>
      </w:r>
      <w:r>
        <w:tab/>
        <w:t>1.013e0</w:t>
      </w:r>
    </w:p>
    <w:p w:rsidR="00E00D30" w:rsidRDefault="00E00D30" w:rsidP="00E00D30">
      <w:r>
        <w:t>560.9868</w:t>
      </w:r>
      <w:r>
        <w:tab/>
        <w:t>1.013e0</w:t>
      </w:r>
    </w:p>
    <w:p w:rsidR="00E00D30" w:rsidRDefault="00E00D30" w:rsidP="00E00D30">
      <w:r>
        <w:t>560.9965</w:t>
      </w:r>
      <w:r>
        <w:tab/>
        <w:t>1.013e0</w:t>
      </w:r>
    </w:p>
    <w:p w:rsidR="00E00D30" w:rsidRDefault="00E00D30" w:rsidP="00E00D30">
      <w:r>
        <w:t>560.9985</w:t>
      </w:r>
      <w:r>
        <w:tab/>
        <w:t>2.025e0</w:t>
      </w:r>
    </w:p>
    <w:p w:rsidR="00E00D30" w:rsidRDefault="00E00D30" w:rsidP="00E00D30">
      <w:r>
        <w:t>561.0064</w:t>
      </w:r>
      <w:r>
        <w:tab/>
        <w:t>1.013e0</w:t>
      </w:r>
    </w:p>
    <w:p w:rsidR="00E00D30" w:rsidRDefault="00E00D30" w:rsidP="00E00D30">
      <w:r>
        <w:t>561.0258</w:t>
      </w:r>
      <w:r>
        <w:tab/>
        <w:t>1.013e0</w:t>
      </w:r>
    </w:p>
    <w:p w:rsidR="00E00D30" w:rsidRDefault="00E00D30" w:rsidP="00E00D30">
      <w:r>
        <w:t>561.1230</w:t>
      </w:r>
      <w:r>
        <w:tab/>
        <w:t>1.013e0</w:t>
      </w:r>
    </w:p>
    <w:p w:rsidR="00E00D30" w:rsidRDefault="00E00D30" w:rsidP="00E00D30">
      <w:r>
        <w:t>561.1301</w:t>
      </w:r>
      <w:r>
        <w:tab/>
        <w:t>2.025e0</w:t>
      </w:r>
    </w:p>
    <w:p w:rsidR="00E00D30" w:rsidRDefault="00E00D30" w:rsidP="00E00D30">
      <w:r>
        <w:t>561.1389</w:t>
      </w:r>
      <w:r>
        <w:tab/>
        <w:t>1.013e0</w:t>
      </w:r>
    </w:p>
    <w:p w:rsidR="00E00D30" w:rsidRDefault="00E00D30" w:rsidP="00E00D30">
      <w:r>
        <w:t>561.1669</w:t>
      </w:r>
      <w:r>
        <w:tab/>
        <w:t>3.038e0</w:t>
      </w:r>
    </w:p>
    <w:p w:rsidR="00E00D30" w:rsidRDefault="00E00D30" w:rsidP="00E00D30">
      <w:r>
        <w:t>561.1996</w:t>
      </w:r>
      <w:r>
        <w:tab/>
        <w:t>1.013e0</w:t>
      </w:r>
    </w:p>
    <w:p w:rsidR="00E00D30" w:rsidRDefault="00E00D30" w:rsidP="00E00D30">
      <w:r>
        <w:t>561.2093</w:t>
      </w:r>
      <w:r>
        <w:tab/>
        <w:t>1.013e0</w:t>
      </w:r>
    </w:p>
    <w:p w:rsidR="00E00D30" w:rsidRDefault="00E00D30" w:rsidP="00E00D30">
      <w:r>
        <w:t>561.2312</w:t>
      </w:r>
      <w:r>
        <w:tab/>
        <w:t>1.013e0</w:t>
      </w:r>
    </w:p>
    <w:p w:rsidR="00E00D30" w:rsidRDefault="00E00D30" w:rsidP="00E00D30">
      <w:r>
        <w:t>561.2347</w:t>
      </w:r>
      <w:r>
        <w:tab/>
        <w:t>5.063e0</w:t>
      </w:r>
    </w:p>
    <w:p w:rsidR="00E00D30" w:rsidRDefault="00E00D30" w:rsidP="00E00D30">
      <w:r>
        <w:t>561.2382</w:t>
      </w:r>
      <w:r>
        <w:tab/>
        <w:t>2.025e0</w:t>
      </w:r>
    </w:p>
    <w:p w:rsidR="00E00D30" w:rsidRDefault="00E00D30" w:rsidP="00E00D30">
      <w:r>
        <w:t>561.2476</w:t>
      </w:r>
      <w:r>
        <w:tab/>
        <w:t>2.025e0</w:t>
      </w:r>
    </w:p>
    <w:p w:rsidR="00E00D30" w:rsidRDefault="00E00D30" w:rsidP="00E00D30">
      <w:r>
        <w:t>561.2668</w:t>
      </w:r>
      <w:r>
        <w:tab/>
        <w:t>3.038e0</w:t>
      </w:r>
    </w:p>
    <w:p w:rsidR="00E00D30" w:rsidRDefault="00E00D30" w:rsidP="00E00D30">
      <w:r>
        <w:lastRenderedPageBreak/>
        <w:t>561.2769</w:t>
      </w:r>
      <w:r>
        <w:tab/>
        <w:t>1.013e0</w:t>
      </w:r>
    </w:p>
    <w:p w:rsidR="00E00D30" w:rsidRDefault="00E00D30" w:rsidP="00E00D30">
      <w:r>
        <w:t>561.3156</w:t>
      </w:r>
      <w:r>
        <w:tab/>
        <w:t>1.013e0</w:t>
      </w:r>
    </w:p>
    <w:p w:rsidR="00E00D30" w:rsidRDefault="00E00D30" w:rsidP="00E00D30">
      <w:r>
        <w:t>561.3299</w:t>
      </w:r>
      <w:r>
        <w:tab/>
        <w:t>2.025e0</w:t>
      </w:r>
    </w:p>
    <w:p w:rsidR="00E00D30" w:rsidRDefault="00E00D30" w:rsidP="00E00D30">
      <w:r>
        <w:t>561.3447</w:t>
      </w:r>
      <w:r>
        <w:tab/>
        <w:t>2.665e0</w:t>
      </w:r>
    </w:p>
    <w:p w:rsidR="00E00D30" w:rsidRDefault="00E00D30" w:rsidP="00E00D30">
      <w:r>
        <w:t>561.3630</w:t>
      </w:r>
      <w:r>
        <w:tab/>
        <w:t>5.063e0</w:t>
      </w:r>
    </w:p>
    <w:p w:rsidR="00E00D30" w:rsidRDefault="00E00D30" w:rsidP="00E00D30">
      <w:r>
        <w:t>561.3742</w:t>
      </w:r>
      <w:r>
        <w:tab/>
        <w:t>2.025e0</w:t>
      </w:r>
    </w:p>
    <w:p w:rsidR="00E00D30" w:rsidRDefault="00E00D30" w:rsidP="00E00D30">
      <w:r>
        <w:t>561.3838</w:t>
      </w:r>
      <w:r>
        <w:tab/>
        <w:t>2.025e0</w:t>
      </w:r>
    </w:p>
    <w:p w:rsidR="00E00D30" w:rsidRDefault="00E00D30" w:rsidP="00E00D30">
      <w:r>
        <w:t>561.3934</w:t>
      </w:r>
      <w:r>
        <w:tab/>
        <w:t>5.063e0</w:t>
      </w:r>
    </w:p>
    <w:p w:rsidR="00E00D30" w:rsidRDefault="00E00D30" w:rsidP="00E00D30">
      <w:r>
        <w:t>561.3954</w:t>
      </w:r>
      <w:r>
        <w:tab/>
        <w:t>9.114e0</w:t>
      </w:r>
    </w:p>
    <w:p w:rsidR="00E00D30" w:rsidRDefault="00E00D30" w:rsidP="00E00D30">
      <w:r>
        <w:t>561.3983</w:t>
      </w:r>
      <w:r>
        <w:tab/>
        <w:t>3.038e0</w:t>
      </w:r>
    </w:p>
    <w:p w:rsidR="00E00D30" w:rsidRDefault="00E00D30" w:rsidP="00E00D30">
      <w:r>
        <w:t>561.4079</w:t>
      </w:r>
      <w:r>
        <w:tab/>
        <w:t>4.013e0</w:t>
      </w:r>
    </w:p>
    <w:p w:rsidR="00E00D30" w:rsidRDefault="00E00D30" w:rsidP="00E00D30">
      <w:r>
        <w:t>561.4285</w:t>
      </w:r>
      <w:r>
        <w:tab/>
        <w:t>2.025e0</w:t>
      </w:r>
    </w:p>
    <w:p w:rsidR="00E00D30" w:rsidRDefault="00E00D30" w:rsidP="00E00D30">
      <w:r>
        <w:t>561.4604</w:t>
      </w:r>
      <w:r>
        <w:tab/>
        <w:t>1.013e0</w:t>
      </w:r>
    </w:p>
    <w:p w:rsidR="00E00D30" w:rsidRDefault="00E00D30" w:rsidP="00E00D30">
      <w:r>
        <w:t>561.5965</w:t>
      </w:r>
      <w:r>
        <w:tab/>
        <w:t>1.013e0</w:t>
      </w:r>
    </w:p>
    <w:p w:rsidR="00E00D30" w:rsidRDefault="00E00D30" w:rsidP="00E00D30">
      <w:r>
        <w:t>561.6151</w:t>
      </w:r>
      <w:r>
        <w:tab/>
        <w:t>1.013e0</w:t>
      </w:r>
    </w:p>
    <w:p w:rsidR="00E00D30" w:rsidRDefault="00E00D30" w:rsidP="00E00D30">
      <w:r>
        <w:t>561.6245</w:t>
      </w:r>
      <w:r>
        <w:tab/>
        <w:t>2.025e0</w:t>
      </w:r>
    </w:p>
    <w:p w:rsidR="00E00D30" w:rsidRDefault="00E00D30" w:rsidP="00E00D30">
      <w:r>
        <w:t>561.6443</w:t>
      </w:r>
      <w:r>
        <w:tab/>
        <w:t>2.025e0</w:t>
      </w:r>
    </w:p>
    <w:p w:rsidR="00E00D30" w:rsidRDefault="00E00D30" w:rsidP="00E00D30">
      <w:r>
        <w:t>561.6731</w:t>
      </w:r>
      <w:r>
        <w:tab/>
        <w:t>1.013e0</w:t>
      </w:r>
    </w:p>
    <w:p w:rsidR="00E00D30" w:rsidRDefault="00E00D30" w:rsidP="00E00D30">
      <w:r>
        <w:t>561.7501</w:t>
      </w:r>
      <w:r>
        <w:tab/>
        <w:t>1.013e0</w:t>
      </w:r>
    </w:p>
    <w:p w:rsidR="00E00D30" w:rsidRDefault="00E00D30" w:rsidP="00E00D30">
      <w:r>
        <w:lastRenderedPageBreak/>
        <w:t>561.7598</w:t>
      </w:r>
      <w:r>
        <w:tab/>
        <w:t>1.013e0</w:t>
      </w:r>
    </w:p>
    <w:p w:rsidR="00E00D30" w:rsidRDefault="00E00D30" w:rsidP="00E00D30">
      <w:r>
        <w:t>561.7695</w:t>
      </w:r>
      <w:r>
        <w:tab/>
        <w:t>1.013e0</w:t>
      </w:r>
    </w:p>
    <w:p w:rsidR="00E00D30" w:rsidRDefault="00E00D30" w:rsidP="00E00D30">
      <w:r>
        <w:t>561.8181</w:t>
      </w:r>
      <w:r>
        <w:tab/>
        <w:t>1.013e0</w:t>
      </w:r>
    </w:p>
    <w:p w:rsidR="00E00D30" w:rsidRDefault="00E00D30" w:rsidP="00E00D30">
      <w:r>
        <w:t>561.8439</w:t>
      </w:r>
      <w:r>
        <w:tab/>
        <w:t>1.013e0</w:t>
      </w:r>
    </w:p>
    <w:p w:rsidR="00E00D30" w:rsidRDefault="00E00D30" w:rsidP="00E00D30">
      <w:r>
        <w:t>561.8768</w:t>
      </w:r>
      <w:r>
        <w:tab/>
        <w:t>1.013e0</w:t>
      </w:r>
    </w:p>
    <w:p w:rsidR="00E00D30" w:rsidRDefault="00E00D30" w:rsidP="00E00D30">
      <w:r>
        <w:t>561.8952</w:t>
      </w:r>
      <w:r>
        <w:tab/>
        <w:t>1.013e0</w:t>
      </w:r>
    </w:p>
    <w:p w:rsidR="00E00D30" w:rsidRDefault="00E00D30" w:rsidP="00E00D30">
      <w:r>
        <w:t>561.9301</w:t>
      </w:r>
      <w:r>
        <w:tab/>
        <w:t>2.025e0</w:t>
      </w:r>
    </w:p>
    <w:p w:rsidR="00E00D30" w:rsidRDefault="00E00D30" w:rsidP="00E00D30">
      <w:r>
        <w:t>561.9520</w:t>
      </w:r>
      <w:r>
        <w:tab/>
        <w:t>2.025e0</w:t>
      </w:r>
    </w:p>
    <w:p w:rsidR="00E00D30" w:rsidRDefault="00E00D30" w:rsidP="00E00D30">
      <w:r>
        <w:t>561.9549</w:t>
      </w:r>
      <w:r>
        <w:tab/>
        <w:t>2.025e0</w:t>
      </w:r>
    </w:p>
    <w:p w:rsidR="00E00D30" w:rsidRDefault="00E00D30" w:rsidP="00E00D30">
      <w:r>
        <w:t>562.0019</w:t>
      </w:r>
      <w:r>
        <w:tab/>
        <w:t>1.013e0</w:t>
      </w:r>
    </w:p>
    <w:p w:rsidR="00E00D30" w:rsidRDefault="00E00D30" w:rsidP="00E00D30">
      <w:r>
        <w:t>562.0071</w:t>
      </w:r>
      <w:r>
        <w:tab/>
        <w:t>2.025e0</w:t>
      </w:r>
    </w:p>
    <w:p w:rsidR="00E00D30" w:rsidRDefault="00E00D30" w:rsidP="00E00D30">
      <w:r>
        <w:t>562.0212</w:t>
      </w:r>
      <w:r>
        <w:tab/>
        <w:t>1.013e0</w:t>
      </w:r>
    </w:p>
    <w:p w:rsidR="00E00D30" w:rsidRDefault="00E00D30" w:rsidP="00E00D30">
      <w:r>
        <w:t>562.0450</w:t>
      </w:r>
      <w:r>
        <w:tab/>
        <w:t>1.013e0</w:t>
      </w:r>
    </w:p>
    <w:p w:rsidR="00E00D30" w:rsidRDefault="00E00D30" w:rsidP="00E00D30">
      <w:r>
        <w:t>562.0649</w:t>
      </w:r>
      <w:r>
        <w:tab/>
        <w:t>2.025e0</w:t>
      </w:r>
    </w:p>
    <w:p w:rsidR="00E00D30" w:rsidRDefault="00E00D30" w:rsidP="00E00D30">
      <w:r>
        <w:t>562.0682</w:t>
      </w:r>
      <w:r>
        <w:tab/>
        <w:t>5.063e0</w:t>
      </w:r>
    </w:p>
    <w:p w:rsidR="00E00D30" w:rsidRDefault="00E00D30" w:rsidP="00E00D30">
      <w:r>
        <w:t>562.0693</w:t>
      </w:r>
      <w:r>
        <w:tab/>
        <w:t>1.013e0</w:t>
      </w:r>
    </w:p>
    <w:p w:rsidR="00E00D30" w:rsidRDefault="00E00D30" w:rsidP="00E00D30">
      <w:r>
        <w:t>562.1373</w:t>
      </w:r>
      <w:r>
        <w:tab/>
        <w:t>1.013e0</w:t>
      </w:r>
    </w:p>
    <w:p w:rsidR="00E00D30" w:rsidRDefault="00E00D30" w:rsidP="00E00D30">
      <w:r>
        <w:t>562.1521</w:t>
      </w:r>
      <w:r>
        <w:tab/>
        <w:t>1.013e0</w:t>
      </w:r>
    </w:p>
    <w:p w:rsidR="00E00D30" w:rsidRDefault="00E00D30" w:rsidP="00E00D30">
      <w:r>
        <w:t>562.1567</w:t>
      </w:r>
      <w:r>
        <w:tab/>
        <w:t>1.013e0</w:t>
      </w:r>
    </w:p>
    <w:p w:rsidR="00E00D30" w:rsidRDefault="00E00D30" w:rsidP="00E00D30">
      <w:r>
        <w:lastRenderedPageBreak/>
        <w:t>562.1854</w:t>
      </w:r>
      <w:r>
        <w:tab/>
        <w:t>1.013e0</w:t>
      </w:r>
    </w:p>
    <w:p w:rsidR="00E00D30" w:rsidRDefault="00E00D30" w:rsidP="00E00D30">
      <w:r>
        <w:t>562.1960</w:t>
      </w:r>
      <w:r>
        <w:tab/>
        <w:t>1.013e0</w:t>
      </w:r>
    </w:p>
    <w:p w:rsidR="00E00D30" w:rsidRDefault="00E00D30" w:rsidP="00E00D30">
      <w:r>
        <w:t>562.1978</w:t>
      </w:r>
      <w:r>
        <w:tab/>
        <w:t>2.025e0</w:t>
      </w:r>
    </w:p>
    <w:p w:rsidR="00E00D30" w:rsidRDefault="00E00D30" w:rsidP="00E00D30">
      <w:r>
        <w:t>562.2256</w:t>
      </w:r>
      <w:r>
        <w:tab/>
        <w:t>1.013e0</w:t>
      </w:r>
    </w:p>
    <w:p w:rsidR="00E00D30" w:rsidRDefault="00E00D30" w:rsidP="00E00D30">
      <w:r>
        <w:t>562.2424</w:t>
      </w:r>
      <w:r>
        <w:tab/>
        <w:t>2.025e0</w:t>
      </w:r>
    </w:p>
    <w:p w:rsidR="00E00D30" w:rsidRDefault="00E00D30" w:rsidP="00E00D30">
      <w:r>
        <w:t>562.2686</w:t>
      </w:r>
      <w:r>
        <w:tab/>
        <w:t>3.038e0</w:t>
      </w:r>
    </w:p>
    <w:p w:rsidR="00E00D30" w:rsidRDefault="00E00D30" w:rsidP="00E00D30">
      <w:r>
        <w:t>562.2784</w:t>
      </w:r>
      <w:r>
        <w:tab/>
        <w:t>1.013e0</w:t>
      </w:r>
    </w:p>
    <w:p w:rsidR="00E00D30" w:rsidRDefault="00E00D30" w:rsidP="00E00D30">
      <w:r>
        <w:t>562.3101</w:t>
      </w:r>
      <w:r>
        <w:tab/>
        <w:t>1.013e1</w:t>
      </w:r>
    </w:p>
    <w:p w:rsidR="00E00D30" w:rsidRDefault="00E00D30" w:rsidP="00E00D30">
      <w:r>
        <w:t>562.3204</w:t>
      </w:r>
      <w:r>
        <w:tab/>
        <w:t>1.614e0</w:t>
      </w:r>
    </w:p>
    <w:p w:rsidR="00E00D30" w:rsidRDefault="00E00D30" w:rsidP="00E00D30">
      <w:r>
        <w:t>562.3412</w:t>
      </w:r>
      <w:r>
        <w:tab/>
        <w:t>1.013e0</w:t>
      </w:r>
    </w:p>
    <w:p w:rsidR="00E00D30" w:rsidRDefault="00E00D30" w:rsidP="00E00D30">
      <w:r>
        <w:t>562.3597</w:t>
      </w:r>
      <w:r>
        <w:tab/>
        <w:t>4.051e0</w:t>
      </w:r>
    </w:p>
    <w:p w:rsidR="00E00D30" w:rsidRDefault="00E00D30" w:rsidP="00E00D30">
      <w:r>
        <w:t>562.3859</w:t>
      </w:r>
      <w:r>
        <w:tab/>
        <w:t>2.025e0</w:t>
      </w:r>
    </w:p>
    <w:p w:rsidR="00E00D30" w:rsidRDefault="00E00D30" w:rsidP="00E00D30">
      <w:r>
        <w:t>562.4008</w:t>
      </w:r>
      <w:r>
        <w:tab/>
        <w:t>2.025e0</w:t>
      </w:r>
    </w:p>
    <w:p w:rsidR="00E00D30" w:rsidRDefault="00E00D30" w:rsidP="00E00D30">
      <w:r>
        <w:t>562.4235</w:t>
      </w:r>
      <w:r>
        <w:tab/>
        <w:t>2.025e0</w:t>
      </w:r>
    </w:p>
    <w:p w:rsidR="00E00D30" w:rsidRDefault="00E00D30" w:rsidP="00E00D30">
      <w:r>
        <w:t>562.4370</w:t>
      </w:r>
      <w:r>
        <w:tab/>
        <w:t>1.013e0</w:t>
      </w:r>
    </w:p>
    <w:p w:rsidR="00E00D30" w:rsidRDefault="00E00D30" w:rsidP="00E00D30">
      <w:r>
        <w:t>562.4758</w:t>
      </w:r>
      <w:r>
        <w:tab/>
        <w:t>2.025e0</w:t>
      </w:r>
    </w:p>
    <w:p w:rsidR="00E00D30" w:rsidRDefault="00E00D30" w:rsidP="00E00D30">
      <w:r>
        <w:t>562.5435</w:t>
      </w:r>
      <w:r>
        <w:tab/>
        <w:t>1.013e0</w:t>
      </w:r>
    </w:p>
    <w:p w:rsidR="00E00D30" w:rsidRDefault="00E00D30" w:rsidP="00E00D30">
      <w:r>
        <w:t>562.6205</w:t>
      </w:r>
      <w:r>
        <w:tab/>
        <w:t>1.013e0</w:t>
      </w:r>
    </w:p>
    <w:p w:rsidR="00E00D30" w:rsidRDefault="00E00D30" w:rsidP="00E00D30">
      <w:r>
        <w:t>562.6409</w:t>
      </w:r>
      <w:r>
        <w:tab/>
        <w:t>1.013e0</w:t>
      </w:r>
    </w:p>
    <w:p w:rsidR="00E00D30" w:rsidRDefault="00E00D30" w:rsidP="00E00D30">
      <w:r>
        <w:lastRenderedPageBreak/>
        <w:t>562.6890</w:t>
      </w:r>
      <w:r>
        <w:tab/>
        <w:t>1.013e0</w:t>
      </w:r>
    </w:p>
    <w:p w:rsidR="00E00D30" w:rsidRDefault="00E00D30" w:rsidP="00E00D30">
      <w:r>
        <w:t>562.7181</w:t>
      </w:r>
      <w:r>
        <w:tab/>
        <w:t>1.013e0</w:t>
      </w:r>
    </w:p>
    <w:p w:rsidR="00E00D30" w:rsidRDefault="00E00D30" w:rsidP="00E00D30">
      <w:r>
        <w:t>562.7285</w:t>
      </w:r>
      <w:r>
        <w:tab/>
        <w:t>1.013e0</w:t>
      </w:r>
    </w:p>
    <w:p w:rsidR="00E00D30" w:rsidRDefault="00E00D30" w:rsidP="00E00D30">
      <w:r>
        <w:t>562.7471</w:t>
      </w:r>
      <w:r>
        <w:tab/>
        <w:t>1.013e0</w:t>
      </w:r>
    </w:p>
    <w:p w:rsidR="00E00D30" w:rsidRDefault="00E00D30" w:rsidP="00E00D30">
      <w:r>
        <w:t>562.7668</w:t>
      </w:r>
      <w:r>
        <w:tab/>
        <w:t>3.038e0</w:t>
      </w:r>
    </w:p>
    <w:p w:rsidR="00E00D30" w:rsidRDefault="00E00D30" w:rsidP="00E00D30">
      <w:r>
        <w:t>562.7834</w:t>
      </w:r>
      <w:r>
        <w:tab/>
        <w:t>2.025e0</w:t>
      </w:r>
    </w:p>
    <w:p w:rsidR="00E00D30" w:rsidRDefault="00E00D30" w:rsidP="00E00D30">
      <w:r>
        <w:t>562.7866</w:t>
      </w:r>
      <w:r>
        <w:tab/>
        <w:t>1.013e0</w:t>
      </w:r>
    </w:p>
    <w:p w:rsidR="00E00D30" w:rsidRDefault="00E00D30" w:rsidP="00E00D30">
      <w:r>
        <w:t>562.8714</w:t>
      </w:r>
      <w:r>
        <w:tab/>
        <w:t>2.025e0</w:t>
      </w:r>
    </w:p>
    <w:p w:rsidR="00E00D30" w:rsidRDefault="00E00D30" w:rsidP="00E00D30">
      <w:r>
        <w:t>562.8730</w:t>
      </w:r>
      <w:r>
        <w:tab/>
        <w:t>1.013e0</w:t>
      </w:r>
    </w:p>
    <w:p w:rsidR="00E00D30" w:rsidRDefault="00E00D30" w:rsidP="00E00D30">
      <w:r>
        <w:t>562.9122</w:t>
      </w:r>
      <w:r>
        <w:tab/>
        <w:t>1.013e0</w:t>
      </w:r>
    </w:p>
    <w:p w:rsidR="00E00D30" w:rsidRDefault="00E00D30" w:rsidP="00E00D30">
      <w:r>
        <w:t>562.9290</w:t>
      </w:r>
      <w:r>
        <w:tab/>
        <w:t>1.013e0</w:t>
      </w:r>
    </w:p>
    <w:p w:rsidR="00E00D30" w:rsidRDefault="00E00D30" w:rsidP="00E00D30">
      <w:r>
        <w:t>562.9312</w:t>
      </w:r>
      <w:r>
        <w:tab/>
        <w:t>1.013e0</w:t>
      </w:r>
    </w:p>
    <w:p w:rsidR="00E00D30" w:rsidRDefault="00E00D30" w:rsidP="00E00D30">
      <w:r>
        <w:t>562.9649</w:t>
      </w:r>
      <w:r>
        <w:tab/>
        <w:t>1.013e0</w:t>
      </w:r>
    </w:p>
    <w:p w:rsidR="00E00D30" w:rsidRDefault="00E00D30" w:rsidP="00E00D30">
      <w:r>
        <w:t>562.9793</w:t>
      </w:r>
      <w:r>
        <w:tab/>
        <w:t>1.013e0</w:t>
      </w:r>
    </w:p>
    <w:p w:rsidR="00E00D30" w:rsidRDefault="00E00D30" w:rsidP="00E00D30">
      <w:r>
        <w:t>562.9915</w:t>
      </w:r>
      <w:r>
        <w:tab/>
        <w:t>2.025e0</w:t>
      </w:r>
    </w:p>
    <w:p w:rsidR="00E00D30" w:rsidRDefault="00E00D30" w:rsidP="00E00D30">
      <w:r>
        <w:t>563.0211</w:t>
      </w:r>
      <w:r>
        <w:tab/>
        <w:t>1.013e0</w:t>
      </w:r>
    </w:p>
    <w:p w:rsidR="00E00D30" w:rsidRDefault="00E00D30" w:rsidP="00E00D30">
      <w:r>
        <w:t>563.0729</w:t>
      </w:r>
      <w:r>
        <w:tab/>
        <w:t>2.025e0</w:t>
      </w:r>
    </w:p>
    <w:p w:rsidR="00E00D30" w:rsidRDefault="00E00D30" w:rsidP="00E00D30">
      <w:r>
        <w:t>563.0917</w:t>
      </w:r>
      <w:r>
        <w:tab/>
        <w:t>2.025e0</w:t>
      </w:r>
    </w:p>
    <w:p w:rsidR="00E00D30" w:rsidRDefault="00E00D30" w:rsidP="00E00D30">
      <w:r>
        <w:t>563.1417</w:t>
      </w:r>
      <w:r>
        <w:tab/>
        <w:t>2.322e0</w:t>
      </w:r>
    </w:p>
    <w:p w:rsidR="00E00D30" w:rsidRDefault="00E00D30" w:rsidP="00E00D30">
      <w:r>
        <w:lastRenderedPageBreak/>
        <w:t>563.1440</w:t>
      </w:r>
      <w:r>
        <w:tab/>
        <w:t>1.013e0</w:t>
      </w:r>
    </w:p>
    <w:p w:rsidR="00E00D30" w:rsidRDefault="00E00D30" w:rsidP="00E00D30">
      <w:r>
        <w:t>563.1752</w:t>
      </w:r>
      <w:r>
        <w:tab/>
        <w:t>5.927e0</w:t>
      </w:r>
    </w:p>
    <w:p w:rsidR="00E00D30" w:rsidRDefault="00E00D30" w:rsidP="00E00D30">
      <w:r>
        <w:t>563.1788</w:t>
      </w:r>
      <w:r>
        <w:tab/>
        <w:t>3.038e0</w:t>
      </w:r>
    </w:p>
    <w:p w:rsidR="00E00D30" w:rsidRDefault="00E00D30" w:rsidP="00E00D30">
      <w:r>
        <w:t>563.1866</w:t>
      </w:r>
      <w:r>
        <w:tab/>
        <w:t>4.051e0</w:t>
      </w:r>
    </w:p>
    <w:p w:rsidR="00E00D30" w:rsidRDefault="00E00D30" w:rsidP="00E00D30">
      <w:r>
        <w:t>563.1928</w:t>
      </w:r>
      <w:r>
        <w:tab/>
        <w:t>1.013e0</w:t>
      </w:r>
    </w:p>
    <w:p w:rsidR="00E00D30" w:rsidRDefault="00E00D30" w:rsidP="00E00D30">
      <w:r>
        <w:t>563.1969</w:t>
      </w:r>
      <w:r>
        <w:tab/>
        <w:t>4.051e0</w:t>
      </w:r>
    </w:p>
    <w:p w:rsidR="00E00D30" w:rsidRDefault="00E00D30" w:rsidP="00E00D30">
      <w:r>
        <w:t>563.2364</w:t>
      </w:r>
      <w:r>
        <w:tab/>
        <w:t>2.025e0</w:t>
      </w:r>
    </w:p>
    <w:p w:rsidR="00E00D30" w:rsidRDefault="00E00D30" w:rsidP="00E00D30">
      <w:r>
        <w:t>563.2410</w:t>
      </w:r>
      <w:r>
        <w:tab/>
        <w:t>5.063e0</w:t>
      </w:r>
    </w:p>
    <w:p w:rsidR="00E00D30" w:rsidRDefault="00E00D30" w:rsidP="00E00D30">
      <w:r>
        <w:t>563.2547</w:t>
      </w:r>
      <w:r>
        <w:tab/>
        <w:t>1.013e0</w:t>
      </w:r>
    </w:p>
    <w:p w:rsidR="00E00D30" w:rsidRDefault="00E00D30" w:rsidP="00E00D30">
      <w:r>
        <w:t>563.3091</w:t>
      </w:r>
      <w:r>
        <w:tab/>
        <w:t>2.025e0</w:t>
      </w:r>
    </w:p>
    <w:p w:rsidR="00E00D30" w:rsidRDefault="00E00D30" w:rsidP="00E00D30">
      <w:r>
        <w:t>563.3193</w:t>
      </w:r>
      <w:r>
        <w:tab/>
        <w:t>1.614e0</w:t>
      </w:r>
    </w:p>
    <w:p w:rsidR="00E00D30" w:rsidRDefault="00E00D30" w:rsidP="00E00D30">
      <w:r>
        <w:t>563.3254</w:t>
      </w:r>
      <w:r>
        <w:tab/>
        <w:t>3.038e0</w:t>
      </w:r>
    </w:p>
    <w:p w:rsidR="00E00D30" w:rsidRDefault="00E00D30" w:rsidP="00E00D30">
      <w:r>
        <w:t>563.3380</w:t>
      </w:r>
      <w:r>
        <w:tab/>
        <w:t>3.535e0</w:t>
      </w:r>
    </w:p>
    <w:p w:rsidR="00E00D30" w:rsidRDefault="00E00D30" w:rsidP="00E00D30">
      <w:r>
        <w:t>563.3443</w:t>
      </w:r>
      <w:r>
        <w:tab/>
        <w:t>3.038e0</w:t>
      </w:r>
    </w:p>
    <w:p w:rsidR="00E00D30" w:rsidRDefault="00E00D30" w:rsidP="00E00D30">
      <w:r>
        <w:t>563.3481</w:t>
      </w:r>
      <w:r>
        <w:tab/>
        <w:t>2.025e0</w:t>
      </w:r>
    </w:p>
    <w:p w:rsidR="00E00D30" w:rsidRDefault="00E00D30" w:rsidP="00E00D30">
      <w:r>
        <w:t>563.3814</w:t>
      </w:r>
      <w:r>
        <w:tab/>
        <w:t>3.215e0</w:t>
      </w:r>
    </w:p>
    <w:p w:rsidR="00E00D30" w:rsidRDefault="00E00D30" w:rsidP="00E00D30">
      <w:r>
        <w:t>563.3970</w:t>
      </w:r>
      <w:r>
        <w:tab/>
        <w:t>1.013e0</w:t>
      </w:r>
    </w:p>
    <w:p w:rsidR="00E00D30" w:rsidRDefault="00E00D30" w:rsidP="00E00D30">
      <w:r>
        <w:t>563.3994</w:t>
      </w:r>
      <w:r>
        <w:tab/>
        <w:t>2.025e0</w:t>
      </w:r>
    </w:p>
    <w:p w:rsidR="00E00D30" w:rsidRDefault="00E00D30" w:rsidP="00E00D30">
      <w:r>
        <w:t>563.4102</w:t>
      </w:r>
      <w:r>
        <w:tab/>
        <w:t>4.051e0</w:t>
      </w:r>
    </w:p>
    <w:p w:rsidR="00E00D30" w:rsidRDefault="00E00D30" w:rsidP="00E00D30">
      <w:r>
        <w:lastRenderedPageBreak/>
        <w:t>563.4251</w:t>
      </w:r>
      <w:r>
        <w:tab/>
        <w:t>1.013e0</w:t>
      </w:r>
    </w:p>
    <w:p w:rsidR="00E00D30" w:rsidRDefault="00E00D30" w:rsidP="00E00D30">
      <w:r>
        <w:t>563.4302</w:t>
      </w:r>
      <w:r>
        <w:tab/>
        <w:t>3.038e0</w:t>
      </w:r>
    </w:p>
    <w:p w:rsidR="00E00D30" w:rsidRDefault="00E00D30" w:rsidP="00E00D30">
      <w:r>
        <w:t>563.4649</w:t>
      </w:r>
      <w:r>
        <w:tab/>
        <w:t>1.013e0</w:t>
      </w:r>
    </w:p>
    <w:p w:rsidR="00E00D30" w:rsidRDefault="00E00D30" w:rsidP="00E00D30">
      <w:r>
        <w:t>563.4836</w:t>
      </w:r>
      <w:r>
        <w:tab/>
        <w:t>1.013e0</w:t>
      </w:r>
    </w:p>
    <w:p w:rsidR="00E00D30" w:rsidRDefault="00E00D30" w:rsidP="00E00D30">
      <w:r>
        <w:t>563.5127</w:t>
      </w:r>
      <w:r>
        <w:tab/>
        <w:t>1.013e0</w:t>
      </w:r>
    </w:p>
    <w:p w:rsidR="00E00D30" w:rsidRDefault="00E00D30" w:rsidP="00E00D30">
      <w:r>
        <w:t>563.5183</w:t>
      </w:r>
      <w:r>
        <w:tab/>
        <w:t>2.025e0</w:t>
      </w:r>
    </w:p>
    <w:p w:rsidR="00E00D30" w:rsidRDefault="00E00D30" w:rsidP="00E00D30">
      <w:r>
        <w:t>563.5224</w:t>
      </w:r>
      <w:r>
        <w:tab/>
        <w:t>1.013e0</w:t>
      </w:r>
    </w:p>
    <w:p w:rsidR="00E00D30" w:rsidRDefault="00E00D30" w:rsidP="00E00D30">
      <w:r>
        <w:t>563.5359</w:t>
      </w:r>
      <w:r>
        <w:tab/>
        <w:t>2.025e0</w:t>
      </w:r>
    </w:p>
    <w:p w:rsidR="00E00D30" w:rsidRDefault="00E00D30" w:rsidP="00E00D30">
      <w:r>
        <w:t>563.6255</w:t>
      </w:r>
      <w:r>
        <w:tab/>
        <w:t>2.025e0</w:t>
      </w:r>
    </w:p>
    <w:p w:rsidR="00E00D30" w:rsidRDefault="00E00D30" w:rsidP="00E00D30">
      <w:r>
        <w:t>563.6485</w:t>
      </w:r>
      <w:r>
        <w:tab/>
        <w:t>1.013e0</w:t>
      </w:r>
    </w:p>
    <w:p w:rsidR="00E00D30" w:rsidRDefault="00E00D30" w:rsidP="00E00D30">
      <w:r>
        <w:t>563.6520</w:t>
      </w:r>
      <w:r>
        <w:tab/>
        <w:t>1.013e0</w:t>
      </w:r>
    </w:p>
    <w:p w:rsidR="00E00D30" w:rsidRDefault="00E00D30" w:rsidP="00E00D30">
      <w:r>
        <w:t>563.6772</w:t>
      </w:r>
      <w:r>
        <w:tab/>
        <w:t>1.013e0</w:t>
      </w:r>
    </w:p>
    <w:p w:rsidR="00E00D30" w:rsidRDefault="00E00D30" w:rsidP="00E00D30">
      <w:r>
        <w:t>563.7170</w:t>
      </w:r>
      <w:r>
        <w:tab/>
        <w:t>1.013e0</w:t>
      </w:r>
    </w:p>
    <w:p w:rsidR="00E00D30" w:rsidRDefault="00E00D30" w:rsidP="00E00D30">
      <w:r>
        <w:t>563.7230</w:t>
      </w:r>
      <w:r>
        <w:tab/>
        <w:t>1.013e0</w:t>
      </w:r>
    </w:p>
    <w:p w:rsidR="00E00D30" w:rsidRDefault="00E00D30" w:rsidP="00E00D30">
      <w:r>
        <w:t>563.7267</w:t>
      </w:r>
      <w:r>
        <w:tab/>
        <w:t>2.025e0</w:t>
      </w:r>
    </w:p>
    <w:p w:rsidR="00E00D30" w:rsidRDefault="00E00D30" w:rsidP="00E00D30">
      <w:r>
        <w:t>563.7322</w:t>
      </w:r>
      <w:r>
        <w:tab/>
        <w:t>2.025e0</w:t>
      </w:r>
    </w:p>
    <w:p w:rsidR="00E00D30" w:rsidRDefault="00E00D30" w:rsidP="00E00D30">
      <w:r>
        <w:t>563.8033</w:t>
      </w:r>
      <w:r>
        <w:tab/>
        <w:t>1.013e0</w:t>
      </w:r>
    </w:p>
    <w:p w:rsidR="00E00D30" w:rsidRDefault="00E00D30" w:rsidP="00E00D30">
      <w:r>
        <w:t>563.8228</w:t>
      </w:r>
      <w:r>
        <w:tab/>
        <w:t>1.013e0</w:t>
      </w:r>
    </w:p>
    <w:p w:rsidR="00E00D30" w:rsidRDefault="00E00D30" w:rsidP="00E00D30">
      <w:r>
        <w:t>563.8757</w:t>
      </w:r>
      <w:r>
        <w:tab/>
        <w:t>3.038e0</w:t>
      </w:r>
    </w:p>
    <w:p w:rsidR="00E00D30" w:rsidRDefault="00E00D30" w:rsidP="00E00D30">
      <w:r>
        <w:lastRenderedPageBreak/>
        <w:t>563.8782</w:t>
      </w:r>
      <w:r>
        <w:tab/>
        <w:t>2.135e0</w:t>
      </w:r>
    </w:p>
    <w:p w:rsidR="00E00D30" w:rsidRDefault="00E00D30" w:rsidP="00E00D30">
      <w:r>
        <w:t>563.8820</w:t>
      </w:r>
      <w:r>
        <w:tab/>
        <w:t>1.013e0</w:t>
      </w:r>
    </w:p>
    <w:p w:rsidR="00E00D30" w:rsidRDefault="00E00D30" w:rsidP="00E00D30">
      <w:r>
        <w:t>563.9389</w:t>
      </w:r>
      <w:r>
        <w:tab/>
        <w:t>1.013e0</w:t>
      </w:r>
    </w:p>
    <w:p w:rsidR="00E00D30" w:rsidRDefault="00E00D30" w:rsidP="00E00D30">
      <w:r>
        <w:t>563.9709</w:t>
      </w:r>
      <w:r>
        <w:tab/>
        <w:t>2.025e0</w:t>
      </w:r>
    </w:p>
    <w:p w:rsidR="00E00D30" w:rsidRDefault="00E00D30" w:rsidP="00E00D30">
      <w:r>
        <w:t>563.9783</w:t>
      </w:r>
      <w:r>
        <w:tab/>
        <w:t>2.025e0</w:t>
      </w:r>
    </w:p>
    <w:p w:rsidR="00E00D30" w:rsidRDefault="00E00D30" w:rsidP="00E00D30">
      <w:r>
        <w:t>563.9984</w:t>
      </w:r>
      <w:r>
        <w:tab/>
        <w:t>1.013e0</w:t>
      </w:r>
    </w:p>
    <w:p w:rsidR="00E00D30" w:rsidRDefault="00E00D30" w:rsidP="00E00D30">
      <w:r>
        <w:t>564.0306</w:t>
      </w:r>
      <w:r>
        <w:tab/>
        <w:t>1.013e0</w:t>
      </w:r>
    </w:p>
    <w:p w:rsidR="00E00D30" w:rsidRDefault="00E00D30" w:rsidP="00E00D30">
      <w:r>
        <w:t>564.0385</w:t>
      </w:r>
      <w:r>
        <w:tab/>
        <w:t>3.038e0</w:t>
      </w:r>
    </w:p>
    <w:p w:rsidR="00E00D30" w:rsidRDefault="00E00D30" w:rsidP="00E00D30">
      <w:r>
        <w:t>564.0543</w:t>
      </w:r>
      <w:r>
        <w:tab/>
        <w:t>2.025e0</w:t>
      </w:r>
    </w:p>
    <w:p w:rsidR="00E00D30" w:rsidRDefault="00E00D30" w:rsidP="00E00D30">
      <w:r>
        <w:t>564.0675</w:t>
      </w:r>
      <w:r>
        <w:tab/>
        <w:t>2.025e0</w:t>
      </w:r>
    </w:p>
    <w:p w:rsidR="00E00D30" w:rsidRDefault="00E00D30" w:rsidP="00E00D30">
      <w:r>
        <w:t>564.0948</w:t>
      </w:r>
      <w:r>
        <w:tab/>
        <w:t>1.013e0</w:t>
      </w:r>
    </w:p>
    <w:p w:rsidR="00E00D30" w:rsidRDefault="00E00D30" w:rsidP="00E00D30">
      <w:r>
        <w:t>564.1333</w:t>
      </w:r>
      <w:r>
        <w:tab/>
        <w:t>2.025e0</w:t>
      </w:r>
    </w:p>
    <w:p w:rsidR="00E00D30" w:rsidRDefault="00E00D30" w:rsidP="00E00D30">
      <w:r>
        <w:t>564.1433</w:t>
      </w:r>
      <w:r>
        <w:tab/>
        <w:t>1.013e0</w:t>
      </w:r>
    </w:p>
    <w:p w:rsidR="00E00D30" w:rsidRDefault="00E00D30" w:rsidP="00E00D30">
      <w:r>
        <w:t>564.1527</w:t>
      </w:r>
      <w:r>
        <w:tab/>
        <w:t>1.013e0</w:t>
      </w:r>
    </w:p>
    <w:p w:rsidR="00E00D30" w:rsidRDefault="00E00D30" w:rsidP="00E00D30">
      <w:r>
        <w:t>564.1721</w:t>
      </w:r>
      <w:r>
        <w:tab/>
        <w:t>1.013e0</w:t>
      </w:r>
    </w:p>
    <w:p w:rsidR="00E00D30" w:rsidRDefault="00E00D30" w:rsidP="00E00D30">
      <w:r>
        <w:t>564.1757</w:t>
      </w:r>
      <w:r>
        <w:tab/>
        <w:t>1.013e0</w:t>
      </w:r>
    </w:p>
    <w:p w:rsidR="00E00D30" w:rsidRDefault="00E00D30" w:rsidP="00E00D30">
      <w:r>
        <w:t>564.1816</w:t>
      </w:r>
      <w:r>
        <w:tab/>
        <w:t>2.025e0</w:t>
      </w:r>
    </w:p>
    <w:p w:rsidR="00E00D30" w:rsidRDefault="00E00D30" w:rsidP="00E00D30">
      <w:r>
        <w:t>564.1926</w:t>
      </w:r>
      <w:r>
        <w:tab/>
        <w:t>1.013e0</w:t>
      </w:r>
    </w:p>
    <w:p w:rsidR="00E00D30" w:rsidRDefault="00E00D30" w:rsidP="00E00D30">
      <w:r>
        <w:t>564.2125</w:t>
      </w:r>
      <w:r>
        <w:tab/>
        <w:t>2.025e0</w:t>
      </w:r>
    </w:p>
    <w:p w:rsidR="00E00D30" w:rsidRDefault="00E00D30" w:rsidP="00E00D30">
      <w:r>
        <w:lastRenderedPageBreak/>
        <w:t>564.2144</w:t>
      </w:r>
      <w:r>
        <w:tab/>
        <w:t>2.025e0</w:t>
      </w:r>
    </w:p>
    <w:p w:rsidR="00E00D30" w:rsidRDefault="00E00D30" w:rsidP="00E00D30">
      <w:r>
        <w:t>564.2411</w:t>
      </w:r>
      <w:r>
        <w:tab/>
        <w:t>5.063e0</w:t>
      </w:r>
    </w:p>
    <w:p w:rsidR="00E00D30" w:rsidRDefault="00E00D30" w:rsidP="00E00D30">
      <w:r>
        <w:t>564.2648</w:t>
      </w:r>
      <w:r>
        <w:tab/>
        <w:t>1.013e0</w:t>
      </w:r>
    </w:p>
    <w:p w:rsidR="00E00D30" w:rsidRDefault="00E00D30" w:rsidP="00E00D30">
      <w:r>
        <w:t>564.2792</w:t>
      </w:r>
      <w:r>
        <w:tab/>
        <w:t>1.013e0</w:t>
      </w:r>
    </w:p>
    <w:p w:rsidR="00E00D30" w:rsidRDefault="00E00D30" w:rsidP="00E00D30">
      <w:r>
        <w:t>564.2836</w:t>
      </w:r>
      <w:r>
        <w:tab/>
        <w:t>1.013e0</w:t>
      </w:r>
    </w:p>
    <w:p w:rsidR="00E00D30" w:rsidRDefault="00E00D30" w:rsidP="00E00D30">
      <w:r>
        <w:t>564.2986</w:t>
      </w:r>
      <w:r>
        <w:tab/>
        <w:t>1.013e0</w:t>
      </w:r>
    </w:p>
    <w:p w:rsidR="00E00D30" w:rsidRDefault="00E00D30" w:rsidP="00E00D30">
      <w:r>
        <w:t>564.3087</w:t>
      </w:r>
      <w:r>
        <w:tab/>
        <w:t>3.038e0</w:t>
      </w:r>
    </w:p>
    <w:p w:rsidR="00E00D30" w:rsidRDefault="00E00D30" w:rsidP="00E00D30">
      <w:r>
        <w:t>564.3546</w:t>
      </w:r>
      <w:r>
        <w:tab/>
        <w:t>8.963e0</w:t>
      </w:r>
    </w:p>
    <w:p w:rsidR="00E00D30" w:rsidRDefault="00E00D30" w:rsidP="00E00D30">
      <w:r>
        <w:t>564.3568</w:t>
      </w:r>
      <w:r>
        <w:tab/>
        <w:t>7.552e0</w:t>
      </w:r>
    </w:p>
    <w:p w:rsidR="00E00D30" w:rsidRDefault="00E00D30" w:rsidP="00E00D30">
      <w:r>
        <w:t>564.3770</w:t>
      </w:r>
      <w:r>
        <w:tab/>
        <w:t>1.013e0</w:t>
      </w:r>
    </w:p>
    <w:p w:rsidR="00E00D30" w:rsidRDefault="00E00D30" w:rsidP="00E00D30">
      <w:r>
        <w:t>564.4124</w:t>
      </w:r>
      <w:r>
        <w:tab/>
        <w:t>3.038e0</w:t>
      </w:r>
    </w:p>
    <w:p w:rsidR="00E00D30" w:rsidRDefault="00E00D30" w:rsidP="00E00D30">
      <w:r>
        <w:t>564.4290</w:t>
      </w:r>
      <w:r>
        <w:tab/>
        <w:t>1.013e0</w:t>
      </w:r>
    </w:p>
    <w:p w:rsidR="00E00D30" w:rsidRDefault="00E00D30" w:rsidP="00E00D30">
      <w:r>
        <w:t>564.4325</w:t>
      </w:r>
      <w:r>
        <w:tab/>
        <w:t>3.038e0</w:t>
      </w:r>
    </w:p>
    <w:p w:rsidR="00E00D30" w:rsidRDefault="00E00D30" w:rsidP="00E00D30">
      <w:r>
        <w:t>564.4810</w:t>
      </w:r>
      <w:r>
        <w:tab/>
        <w:t>2.025e0</w:t>
      </w:r>
    </w:p>
    <w:p w:rsidR="00E00D30" w:rsidRDefault="00E00D30" w:rsidP="00E00D30">
      <w:r>
        <w:t>564.5800</w:t>
      </w:r>
      <w:r>
        <w:tab/>
        <w:t>1.013e0</w:t>
      </w:r>
    </w:p>
    <w:p w:rsidR="00E00D30" w:rsidRDefault="00E00D30" w:rsidP="00E00D30">
      <w:r>
        <w:t>564.5810</w:t>
      </w:r>
      <w:r>
        <w:tab/>
        <w:t>1.013e0</w:t>
      </w:r>
    </w:p>
    <w:p w:rsidR="00E00D30" w:rsidRDefault="00E00D30" w:rsidP="00E00D30">
      <w:r>
        <w:t>564.5884</w:t>
      </w:r>
      <w:r>
        <w:tab/>
        <w:t>2.025e0</w:t>
      </w:r>
    </w:p>
    <w:p w:rsidR="00E00D30" w:rsidRDefault="00E00D30" w:rsidP="00E00D30">
      <w:r>
        <w:t>564.6705</w:t>
      </w:r>
      <w:r>
        <w:tab/>
        <w:t>2.025e0</w:t>
      </w:r>
    </w:p>
    <w:p w:rsidR="00E00D30" w:rsidRDefault="00E00D30" w:rsidP="00E00D30">
      <w:r>
        <w:t>564.6807</w:t>
      </w:r>
      <w:r>
        <w:tab/>
        <w:t>1.013e0</w:t>
      </w:r>
    </w:p>
    <w:p w:rsidR="00E00D30" w:rsidRDefault="00E00D30" w:rsidP="00E00D30">
      <w:r>
        <w:lastRenderedPageBreak/>
        <w:t>564.6993</w:t>
      </w:r>
      <w:r>
        <w:tab/>
        <w:t>1.013e0</w:t>
      </w:r>
    </w:p>
    <w:p w:rsidR="00E00D30" w:rsidRDefault="00E00D30" w:rsidP="00E00D30">
      <w:r>
        <w:t>564.7063</w:t>
      </w:r>
      <w:r>
        <w:tab/>
        <w:t>1.013e0</w:t>
      </w:r>
    </w:p>
    <w:p w:rsidR="00E00D30" w:rsidRDefault="00E00D30" w:rsidP="00E00D30">
      <w:r>
        <w:t>564.7406</w:t>
      </w:r>
      <w:r>
        <w:tab/>
        <w:t>2.025e0</w:t>
      </w:r>
    </w:p>
    <w:p w:rsidR="00E00D30" w:rsidRDefault="00E00D30" w:rsidP="00E00D30">
      <w:r>
        <w:t>564.7885</w:t>
      </w:r>
      <w:r>
        <w:tab/>
        <w:t>1.013e0</w:t>
      </w:r>
    </w:p>
    <w:p w:rsidR="00E00D30" w:rsidRDefault="00E00D30" w:rsidP="00E00D30">
      <w:r>
        <w:t>564.8256</w:t>
      </w:r>
      <w:r>
        <w:tab/>
        <w:t>1.013e0</w:t>
      </w:r>
    </w:p>
    <w:p w:rsidR="00E00D30" w:rsidRDefault="00E00D30" w:rsidP="00E00D30">
      <w:r>
        <w:t>564.8286</w:t>
      </w:r>
      <w:r>
        <w:tab/>
        <w:t>2.025e0</w:t>
      </w:r>
    </w:p>
    <w:p w:rsidR="00E00D30" w:rsidRDefault="00E00D30" w:rsidP="00E00D30">
      <w:r>
        <w:t>564.8446</w:t>
      </w:r>
      <w:r>
        <w:tab/>
        <w:t>1.013e0</w:t>
      </w:r>
    </w:p>
    <w:p w:rsidR="00E00D30" w:rsidRDefault="00E00D30" w:rsidP="00E00D30">
      <w:r>
        <w:t>564.8633</w:t>
      </w:r>
      <w:r>
        <w:tab/>
        <w:t>2.025e0</w:t>
      </w:r>
    </w:p>
    <w:p w:rsidR="00E00D30" w:rsidRDefault="00E00D30" w:rsidP="00E00D30">
      <w:r>
        <w:t>564.8725</w:t>
      </w:r>
      <w:r>
        <w:tab/>
        <w:t>1.013e0</w:t>
      </w:r>
    </w:p>
    <w:p w:rsidR="00E00D30" w:rsidRDefault="00E00D30" w:rsidP="00E00D30">
      <w:r>
        <w:t>564.9006</w:t>
      </w:r>
      <w:r>
        <w:tab/>
        <w:t>1.013e0</w:t>
      </w:r>
    </w:p>
    <w:p w:rsidR="00E00D30" w:rsidRDefault="00E00D30" w:rsidP="00E00D30">
      <w:r>
        <w:t>564.9207</w:t>
      </w:r>
      <w:r>
        <w:tab/>
        <w:t>2.025e0</w:t>
      </w:r>
    </w:p>
    <w:p w:rsidR="00E00D30" w:rsidRDefault="00E00D30" w:rsidP="00E00D30">
      <w:r>
        <w:t>564.9526</w:t>
      </w:r>
      <w:r>
        <w:tab/>
        <w:t>1.013e0</w:t>
      </w:r>
    </w:p>
    <w:p w:rsidR="00E00D30" w:rsidRDefault="00E00D30" w:rsidP="00E00D30">
      <w:r>
        <w:t>564.9680</w:t>
      </w:r>
      <w:r>
        <w:tab/>
        <w:t>2.025e0</w:t>
      </w:r>
    </w:p>
    <w:p w:rsidR="00E00D30" w:rsidRDefault="00E00D30" w:rsidP="00E00D30">
      <w:r>
        <w:t>564.9978</w:t>
      </w:r>
      <w:r>
        <w:tab/>
        <w:t>1.013e0</w:t>
      </w:r>
    </w:p>
    <w:p w:rsidR="00E00D30" w:rsidRDefault="00E00D30" w:rsidP="00E00D30">
      <w:r>
        <w:t>565.0079</w:t>
      </w:r>
      <w:r>
        <w:tab/>
        <w:t>1.013e0</w:t>
      </w:r>
    </w:p>
    <w:p w:rsidR="00E00D30" w:rsidRDefault="00E00D30" w:rsidP="00E00D30">
      <w:r>
        <w:t>565.0708</w:t>
      </w:r>
      <w:r>
        <w:tab/>
        <w:t>2.025e0</w:t>
      </w:r>
    </w:p>
    <w:p w:rsidR="00E00D30" w:rsidRDefault="00E00D30" w:rsidP="00E00D30">
      <w:r>
        <w:t>565.0944</w:t>
      </w:r>
      <w:r>
        <w:tab/>
        <w:t>1.013e0</w:t>
      </w:r>
    </w:p>
    <w:p w:rsidR="00E00D30" w:rsidRDefault="00E00D30" w:rsidP="00E00D30">
      <w:r>
        <w:t>565.0964</w:t>
      </w:r>
      <w:r>
        <w:tab/>
        <w:t>3.038e0</w:t>
      </w:r>
    </w:p>
    <w:p w:rsidR="00E00D30" w:rsidRDefault="00E00D30" w:rsidP="00E00D30">
      <w:r>
        <w:t>565.1252</w:t>
      </w:r>
      <w:r>
        <w:tab/>
        <w:t>1.013e0</w:t>
      </w:r>
    </w:p>
    <w:p w:rsidR="00E00D30" w:rsidRDefault="00E00D30" w:rsidP="00E00D30">
      <w:r>
        <w:lastRenderedPageBreak/>
        <w:t>565.1492</w:t>
      </w:r>
      <w:r>
        <w:tab/>
        <w:t>2.025e0</w:t>
      </w:r>
    </w:p>
    <w:p w:rsidR="00E00D30" w:rsidRDefault="00E00D30" w:rsidP="00E00D30">
      <w:r>
        <w:t>565.1843</w:t>
      </w:r>
      <w:r>
        <w:tab/>
        <w:t>3.038e0</w:t>
      </w:r>
    </w:p>
    <w:p w:rsidR="00E00D30" w:rsidRDefault="00E00D30" w:rsidP="00E00D30">
      <w:r>
        <w:t>565.2241</w:t>
      </w:r>
      <w:r>
        <w:tab/>
        <w:t>3.038e0</w:t>
      </w:r>
    </w:p>
    <w:p w:rsidR="00E00D30" w:rsidRDefault="00E00D30" w:rsidP="00E00D30">
      <w:r>
        <w:t>565.2389</w:t>
      </w:r>
      <w:r>
        <w:tab/>
        <w:t>1.013e0</w:t>
      </w:r>
    </w:p>
    <w:p w:rsidR="00E00D30" w:rsidRDefault="00E00D30" w:rsidP="00E00D30">
      <w:r>
        <w:t>565.2905</w:t>
      </w:r>
      <w:r>
        <w:tab/>
        <w:t>1.013e0</w:t>
      </w:r>
    </w:p>
    <w:p w:rsidR="00E00D30" w:rsidRDefault="00E00D30" w:rsidP="00E00D30">
      <w:r>
        <w:t>565.3218</w:t>
      </w:r>
      <w:r>
        <w:tab/>
        <w:t>4.592e1</w:t>
      </w:r>
    </w:p>
    <w:p w:rsidR="00E00D30" w:rsidRDefault="00E00D30" w:rsidP="00E00D30">
      <w:r>
        <w:t>565.3234</w:t>
      </w:r>
      <w:r>
        <w:tab/>
        <w:t>1.201e1</w:t>
      </w:r>
    </w:p>
    <w:p w:rsidR="00E00D30" w:rsidRDefault="00E00D30" w:rsidP="00E00D30">
      <w:r>
        <w:t>565.3286</w:t>
      </w:r>
      <w:r>
        <w:tab/>
        <w:t>5.219e1</w:t>
      </w:r>
    </w:p>
    <w:p w:rsidR="00E00D30" w:rsidRDefault="00E00D30" w:rsidP="00E00D30">
      <w:r>
        <w:t>565.3331</w:t>
      </w:r>
      <w:r>
        <w:tab/>
        <w:t>3.646e1</w:t>
      </w:r>
    </w:p>
    <w:p w:rsidR="00E00D30" w:rsidRDefault="00E00D30" w:rsidP="00E00D30">
      <w:r>
        <w:t>565.3342</w:t>
      </w:r>
      <w:r>
        <w:tab/>
        <w:t>3.343e1</w:t>
      </w:r>
    </w:p>
    <w:p w:rsidR="00E00D30" w:rsidRDefault="00E00D30" w:rsidP="00E00D30">
      <w:r>
        <w:t>565.3428</w:t>
      </w:r>
      <w:r>
        <w:tab/>
        <w:t>4.051e0</w:t>
      </w:r>
    </w:p>
    <w:p w:rsidR="00E00D30" w:rsidRDefault="00E00D30" w:rsidP="00E00D30">
      <w:r>
        <w:t>565.3792</w:t>
      </w:r>
      <w:r>
        <w:tab/>
        <w:t>8.838e0</w:t>
      </w:r>
    </w:p>
    <w:p w:rsidR="00E00D30" w:rsidRDefault="00E00D30" w:rsidP="00E00D30">
      <w:r>
        <w:t>565.4110</w:t>
      </w:r>
      <w:r>
        <w:tab/>
        <w:t>2.025e0</w:t>
      </w:r>
    </w:p>
    <w:p w:rsidR="00E00D30" w:rsidRDefault="00E00D30" w:rsidP="00E00D30">
      <w:r>
        <w:t>565.4369</w:t>
      </w:r>
      <w:r>
        <w:tab/>
        <w:t>3.038e0</w:t>
      </w:r>
    </w:p>
    <w:p w:rsidR="00E00D30" w:rsidRDefault="00E00D30" w:rsidP="00E00D30">
      <w:r>
        <w:t>565.4730</w:t>
      </w:r>
      <w:r>
        <w:tab/>
        <w:t>1.013e0</w:t>
      </w:r>
    </w:p>
    <w:p w:rsidR="00E00D30" w:rsidRDefault="00E00D30" w:rsidP="00E00D30">
      <w:r>
        <w:t>565.4761</w:t>
      </w:r>
      <w:r>
        <w:tab/>
        <w:t>1.013e0</w:t>
      </w:r>
    </w:p>
    <w:p w:rsidR="00E00D30" w:rsidRDefault="00E00D30" w:rsidP="00E00D30">
      <w:r>
        <w:t>565.4816</w:t>
      </w:r>
      <w:r>
        <w:tab/>
        <w:t>2.025e0</w:t>
      </w:r>
    </w:p>
    <w:p w:rsidR="00E00D30" w:rsidRDefault="00E00D30" w:rsidP="00E00D30">
      <w:r>
        <w:t>565.4915</w:t>
      </w:r>
      <w:r>
        <w:tab/>
        <w:t>1.013e0</w:t>
      </w:r>
    </w:p>
    <w:p w:rsidR="00E00D30" w:rsidRDefault="00E00D30" w:rsidP="00E00D30">
      <w:r>
        <w:t>565.5280</w:t>
      </w:r>
      <w:r>
        <w:tab/>
        <w:t>1.013e0</w:t>
      </w:r>
    </w:p>
    <w:p w:rsidR="00E00D30" w:rsidRDefault="00E00D30" w:rsidP="00E00D30">
      <w:r>
        <w:lastRenderedPageBreak/>
        <w:t>565.5364</w:t>
      </w:r>
      <w:r>
        <w:tab/>
        <w:t>2.025e0</w:t>
      </w:r>
    </w:p>
    <w:p w:rsidR="00E00D30" w:rsidRDefault="00E00D30" w:rsidP="00E00D30">
      <w:r>
        <w:t>565.5921</w:t>
      </w:r>
      <w:r>
        <w:tab/>
        <w:t>1.013e0</w:t>
      </w:r>
    </w:p>
    <w:p w:rsidR="00E00D30" w:rsidRDefault="00E00D30" w:rsidP="00E00D30">
      <w:r>
        <w:t>565.6002</w:t>
      </w:r>
      <w:r>
        <w:tab/>
        <w:t>2.025e0</w:t>
      </w:r>
    </w:p>
    <w:p w:rsidR="00E00D30" w:rsidRDefault="00E00D30" w:rsidP="00E00D30">
      <w:r>
        <w:t>565.6178</w:t>
      </w:r>
      <w:r>
        <w:tab/>
        <w:t>1.013e0</w:t>
      </w:r>
    </w:p>
    <w:p w:rsidR="00E00D30" w:rsidRDefault="00E00D30" w:rsidP="00E00D30">
      <w:r>
        <w:t>565.6498</w:t>
      </w:r>
      <w:r>
        <w:tab/>
        <w:t>1.013e0</w:t>
      </w:r>
    </w:p>
    <w:p w:rsidR="00E00D30" w:rsidRDefault="00E00D30" w:rsidP="00E00D30">
      <w:r>
        <w:t>565.6595</w:t>
      </w:r>
      <w:r>
        <w:tab/>
        <w:t>1.013e0</w:t>
      </w:r>
    </w:p>
    <w:p w:rsidR="00E00D30" w:rsidRDefault="00E00D30" w:rsidP="00E00D30">
      <w:r>
        <w:t>565.6700</w:t>
      </w:r>
      <w:r>
        <w:tab/>
        <w:t>2.025e0</w:t>
      </w:r>
    </w:p>
    <w:p w:rsidR="00E00D30" w:rsidRDefault="00E00D30" w:rsidP="00E00D30">
      <w:r>
        <w:t>565.7206</w:t>
      </w:r>
      <w:r>
        <w:tab/>
        <w:t>2.025e0</w:t>
      </w:r>
    </w:p>
    <w:p w:rsidR="00E00D30" w:rsidRDefault="00E00D30" w:rsidP="00E00D30">
      <w:r>
        <w:t>565.7565</w:t>
      </w:r>
      <w:r>
        <w:tab/>
        <w:t>1.013e0</w:t>
      </w:r>
    </w:p>
    <w:p w:rsidR="00E00D30" w:rsidRDefault="00E00D30" w:rsidP="00E00D30">
      <w:r>
        <w:t>565.7763</w:t>
      </w:r>
      <w:r>
        <w:tab/>
        <w:t>1.013e0</w:t>
      </w:r>
    </w:p>
    <w:p w:rsidR="00E00D30" w:rsidRDefault="00E00D30" w:rsidP="00E00D30">
      <w:r>
        <w:t>565.7906</w:t>
      </w:r>
      <w:r>
        <w:tab/>
        <w:t>2.025e0</w:t>
      </w:r>
    </w:p>
    <w:p w:rsidR="00E00D30" w:rsidRDefault="00E00D30" w:rsidP="00E00D30">
      <w:r>
        <w:t>565.8292</w:t>
      </w:r>
      <w:r>
        <w:tab/>
        <w:t>2.025e0</w:t>
      </w:r>
    </w:p>
    <w:p w:rsidR="00E00D30" w:rsidRDefault="00E00D30" w:rsidP="00E00D30">
      <w:r>
        <w:t>565.8633</w:t>
      </w:r>
      <w:r>
        <w:tab/>
        <w:t>3.038e0</w:t>
      </w:r>
    </w:p>
    <w:p w:rsidR="00E00D30" w:rsidRDefault="00E00D30" w:rsidP="00E00D30">
      <w:r>
        <w:t>565.8646</w:t>
      </w:r>
      <w:r>
        <w:tab/>
        <w:t>1.013e0</w:t>
      </w:r>
    </w:p>
    <w:p w:rsidR="00E00D30" w:rsidRDefault="00E00D30" w:rsidP="00E00D30">
      <w:r>
        <w:t>565.8736</w:t>
      </w:r>
      <w:r>
        <w:tab/>
        <w:t>1.013e0</w:t>
      </w:r>
    </w:p>
    <w:p w:rsidR="00E00D30" w:rsidRDefault="00E00D30" w:rsidP="00E00D30">
      <w:r>
        <w:t>565.8834</w:t>
      </w:r>
      <w:r>
        <w:tab/>
        <w:t>1.013e0</w:t>
      </w:r>
    </w:p>
    <w:p w:rsidR="00E00D30" w:rsidRDefault="00E00D30" w:rsidP="00E00D30">
      <w:r>
        <w:t>565.8938</w:t>
      </w:r>
      <w:r>
        <w:tab/>
        <w:t>1.013e0</w:t>
      </w:r>
    </w:p>
    <w:p w:rsidR="00E00D30" w:rsidRDefault="00E00D30" w:rsidP="00E00D30">
      <w:r>
        <w:t>565.9122</w:t>
      </w:r>
      <w:r>
        <w:tab/>
        <w:t>1.013e0</w:t>
      </w:r>
    </w:p>
    <w:p w:rsidR="00E00D30" w:rsidRDefault="00E00D30" w:rsidP="00E00D30">
      <w:r>
        <w:t>565.9441</w:t>
      </w:r>
      <w:r>
        <w:tab/>
        <w:t>1.013e0</w:t>
      </w:r>
    </w:p>
    <w:p w:rsidR="00E00D30" w:rsidRDefault="00E00D30" w:rsidP="00E00D30">
      <w:r>
        <w:lastRenderedPageBreak/>
        <w:t>565.9522</w:t>
      </w:r>
      <w:r>
        <w:tab/>
        <w:t>1.013e0</w:t>
      </w:r>
    </w:p>
    <w:p w:rsidR="00E00D30" w:rsidRDefault="00E00D30" w:rsidP="00E00D30">
      <w:r>
        <w:t>565.9784</w:t>
      </w:r>
      <w:r>
        <w:tab/>
        <w:t>1.013e0</w:t>
      </w:r>
    </w:p>
    <w:p w:rsidR="00E00D30" w:rsidRDefault="00E00D30" w:rsidP="00E00D30">
      <w:r>
        <w:t>566.0386</w:t>
      </w:r>
      <w:r>
        <w:tab/>
        <w:t>2.025e0</w:t>
      </w:r>
    </w:p>
    <w:p w:rsidR="00E00D30" w:rsidRDefault="00E00D30" w:rsidP="00E00D30">
      <w:r>
        <w:t>566.0708</w:t>
      </w:r>
      <w:r>
        <w:tab/>
        <w:t>2.025e0</w:t>
      </w:r>
    </w:p>
    <w:p w:rsidR="00E00D30" w:rsidRDefault="00E00D30" w:rsidP="00E00D30">
      <w:r>
        <w:t>566.0770</w:t>
      </w:r>
      <w:r>
        <w:tab/>
        <w:t>3.038e0</w:t>
      </w:r>
    </w:p>
    <w:p w:rsidR="00E00D30" w:rsidRDefault="00E00D30" w:rsidP="00E00D30">
      <w:r>
        <w:t>566.0978</w:t>
      </w:r>
      <w:r>
        <w:tab/>
        <w:t>3.038e0</w:t>
      </w:r>
    </w:p>
    <w:p w:rsidR="00E00D30" w:rsidRDefault="00E00D30" w:rsidP="00E00D30">
      <w:r>
        <w:t>566.1094</w:t>
      </w:r>
      <w:r>
        <w:tab/>
        <w:t>4.051e0</w:t>
      </w:r>
    </w:p>
    <w:p w:rsidR="00E00D30" w:rsidRDefault="00E00D30" w:rsidP="00E00D30">
      <w:r>
        <w:t>566.1260</w:t>
      </w:r>
      <w:r>
        <w:tab/>
        <w:t>2.025e0</w:t>
      </w:r>
    </w:p>
    <w:p w:rsidR="00E00D30" w:rsidRDefault="00E00D30" w:rsidP="00E00D30">
      <w:r>
        <w:t>566.1422</w:t>
      </w:r>
      <w:r>
        <w:tab/>
        <w:t>1.013e0</w:t>
      </w:r>
    </w:p>
    <w:p w:rsidR="00E00D30" w:rsidRDefault="00E00D30" w:rsidP="00E00D30">
      <w:r>
        <w:t>566.1679</w:t>
      </w:r>
      <w:r>
        <w:tab/>
        <w:t>2.025e0</w:t>
      </w:r>
    </w:p>
    <w:p w:rsidR="00E00D30" w:rsidRDefault="00E00D30" w:rsidP="00E00D30">
      <w:r>
        <w:t>566.1714</w:t>
      </w:r>
      <w:r>
        <w:tab/>
        <w:t>3.038e0</w:t>
      </w:r>
    </w:p>
    <w:p w:rsidR="00E00D30" w:rsidRDefault="00E00D30" w:rsidP="00E00D30">
      <w:r>
        <w:t>566.1758</w:t>
      </w:r>
      <w:r>
        <w:tab/>
        <w:t>2.025e0</w:t>
      </w:r>
    </w:p>
    <w:p w:rsidR="00E00D30" w:rsidRDefault="00E00D30" w:rsidP="00E00D30">
      <w:r>
        <w:t>566.1784</w:t>
      </w:r>
      <w:r>
        <w:tab/>
        <w:t>1.013e0</w:t>
      </w:r>
    </w:p>
    <w:p w:rsidR="00E00D30" w:rsidRDefault="00E00D30" w:rsidP="00E00D30">
      <w:r>
        <w:t>566.1859</w:t>
      </w:r>
      <w:r>
        <w:tab/>
        <w:t>1.013e0</w:t>
      </w:r>
    </w:p>
    <w:p w:rsidR="00E00D30" w:rsidRDefault="00E00D30" w:rsidP="00E00D30">
      <w:r>
        <w:t>566.2312</w:t>
      </w:r>
      <w:r>
        <w:tab/>
        <w:t>2.025e0</w:t>
      </w:r>
    </w:p>
    <w:p w:rsidR="00E00D30" w:rsidRDefault="00E00D30" w:rsidP="00E00D30">
      <w:r>
        <w:t>566.2339</w:t>
      </w:r>
      <w:r>
        <w:tab/>
        <w:t>1.013e0</w:t>
      </w:r>
    </w:p>
    <w:p w:rsidR="00E00D30" w:rsidRDefault="00E00D30" w:rsidP="00E00D30">
      <w:r>
        <w:t>566.2385</w:t>
      </w:r>
      <w:r>
        <w:tab/>
        <w:t>6.076e0</w:t>
      </w:r>
    </w:p>
    <w:p w:rsidR="00E00D30" w:rsidRDefault="00E00D30" w:rsidP="00E00D30">
      <w:r>
        <w:t>566.2494</w:t>
      </w:r>
      <w:r>
        <w:tab/>
        <w:t>1.013e0</w:t>
      </w:r>
    </w:p>
    <w:p w:rsidR="00E00D30" w:rsidRDefault="00E00D30" w:rsidP="00E00D30">
      <w:r>
        <w:t>566.3318</w:t>
      </w:r>
      <w:r>
        <w:tab/>
        <w:t>1.013e1</w:t>
      </w:r>
    </w:p>
    <w:p w:rsidR="00E00D30" w:rsidRDefault="00E00D30" w:rsidP="00E00D30">
      <w:r>
        <w:lastRenderedPageBreak/>
        <w:t>566.3384</w:t>
      </w:r>
      <w:r>
        <w:tab/>
        <w:t>1.722e1</w:t>
      </w:r>
    </w:p>
    <w:p w:rsidR="00E00D30" w:rsidRDefault="00E00D30" w:rsidP="00E00D30">
      <w:r>
        <w:t>566.3404</w:t>
      </w:r>
      <w:r>
        <w:tab/>
        <w:t>2.416e1</w:t>
      </w:r>
    </w:p>
    <w:p w:rsidR="00E00D30" w:rsidRDefault="00E00D30" w:rsidP="00E00D30">
      <w:r>
        <w:t>566.3431</w:t>
      </w:r>
      <w:r>
        <w:tab/>
        <w:t>2.127e1</w:t>
      </w:r>
    </w:p>
    <w:p w:rsidR="00E00D30" w:rsidRDefault="00E00D30" w:rsidP="00E00D30">
      <w:r>
        <w:t>566.3471</w:t>
      </w:r>
      <w:r>
        <w:tab/>
        <w:t>3.038e0</w:t>
      </w:r>
    </w:p>
    <w:p w:rsidR="00E00D30" w:rsidRDefault="00E00D30" w:rsidP="00E00D30">
      <w:r>
        <w:t>566.3807</w:t>
      </w:r>
      <w:r>
        <w:tab/>
        <w:t>2.025e0</w:t>
      </w:r>
    </w:p>
    <w:p w:rsidR="00E00D30" w:rsidRDefault="00E00D30" w:rsidP="00E00D30">
      <w:r>
        <w:t>566.4033</w:t>
      </w:r>
      <w:r>
        <w:tab/>
        <w:t>4.051e0</w:t>
      </w:r>
    </w:p>
    <w:p w:rsidR="00E00D30" w:rsidRDefault="00E00D30" w:rsidP="00E00D30">
      <w:r>
        <w:t>566.4133</w:t>
      </w:r>
      <w:r>
        <w:tab/>
        <w:t>1.013e0</w:t>
      </w:r>
    </w:p>
    <w:p w:rsidR="00E00D30" w:rsidRDefault="00E00D30" w:rsidP="00E00D30">
      <w:r>
        <w:t>566.4296</w:t>
      </w:r>
      <w:r>
        <w:tab/>
        <w:t>3.038e0</w:t>
      </w:r>
    </w:p>
    <w:p w:rsidR="00E00D30" w:rsidRDefault="00E00D30" w:rsidP="00E00D30">
      <w:r>
        <w:t>566.4388</w:t>
      </w:r>
      <w:r>
        <w:tab/>
        <w:t>2.025e0</w:t>
      </w:r>
    </w:p>
    <w:p w:rsidR="00E00D30" w:rsidRDefault="00E00D30" w:rsidP="00E00D30">
      <w:r>
        <w:t>566.4471</w:t>
      </w:r>
      <w:r>
        <w:tab/>
        <w:t>1.013e0</w:t>
      </w:r>
    </w:p>
    <w:p w:rsidR="00E00D30" w:rsidRDefault="00E00D30" w:rsidP="00E00D30">
      <w:r>
        <w:t>566.4660</w:t>
      </w:r>
      <w:r>
        <w:tab/>
        <w:t>1.013e0</w:t>
      </w:r>
    </w:p>
    <w:p w:rsidR="00E00D30" w:rsidRDefault="00E00D30" w:rsidP="00E00D30">
      <w:r>
        <w:t>566.4966</w:t>
      </w:r>
      <w:r>
        <w:tab/>
        <w:t>1.013e0</w:t>
      </w:r>
    </w:p>
    <w:p w:rsidR="00E00D30" w:rsidRDefault="00E00D30" w:rsidP="00E00D30">
      <w:r>
        <w:t>566.5028</w:t>
      </w:r>
      <w:r>
        <w:tab/>
        <w:t>2.025e0</w:t>
      </w:r>
    </w:p>
    <w:p w:rsidR="00E00D30" w:rsidRDefault="00E00D30" w:rsidP="00E00D30">
      <w:r>
        <w:t>566.5068</w:t>
      </w:r>
      <w:r>
        <w:tab/>
        <w:t>3.038e0</w:t>
      </w:r>
    </w:p>
    <w:p w:rsidR="00E00D30" w:rsidRDefault="00E00D30" w:rsidP="00E00D30">
      <w:r>
        <w:t>566.5148</w:t>
      </w:r>
      <w:r>
        <w:tab/>
        <w:t>2.025e0</w:t>
      </w:r>
    </w:p>
    <w:p w:rsidR="00E00D30" w:rsidRDefault="00E00D30" w:rsidP="00E00D30">
      <w:r>
        <w:t>566.5552</w:t>
      </w:r>
      <w:r>
        <w:tab/>
        <w:t>1.013e0</w:t>
      </w:r>
    </w:p>
    <w:p w:rsidR="00E00D30" w:rsidRDefault="00E00D30" w:rsidP="00E00D30">
      <w:r>
        <w:t>566.5735</w:t>
      </w:r>
      <w:r>
        <w:tab/>
        <w:t>2.025e0</w:t>
      </w:r>
    </w:p>
    <w:p w:rsidR="00E00D30" w:rsidRDefault="00E00D30" w:rsidP="00E00D30">
      <w:r>
        <w:t>566.5842</w:t>
      </w:r>
      <w:r>
        <w:tab/>
        <w:t>2.025e0</w:t>
      </w:r>
    </w:p>
    <w:p w:rsidR="00E00D30" w:rsidRDefault="00E00D30" w:rsidP="00E00D30">
      <w:r>
        <w:t>566.5923</w:t>
      </w:r>
      <w:r>
        <w:tab/>
        <w:t>1.013e0</w:t>
      </w:r>
    </w:p>
    <w:p w:rsidR="00E00D30" w:rsidRDefault="00E00D30" w:rsidP="00E00D30">
      <w:r>
        <w:lastRenderedPageBreak/>
        <w:t>566.6284</w:t>
      </w:r>
      <w:r>
        <w:tab/>
        <w:t>2.025e0</w:t>
      </w:r>
    </w:p>
    <w:p w:rsidR="00E00D30" w:rsidRDefault="00E00D30" w:rsidP="00E00D30">
      <w:r>
        <w:t>566.6466</w:t>
      </w:r>
      <w:r>
        <w:tab/>
        <w:t>1.013e0</w:t>
      </w:r>
    </w:p>
    <w:p w:rsidR="00E00D30" w:rsidRDefault="00E00D30" w:rsidP="00E00D30">
      <w:r>
        <w:t>566.6721</w:t>
      </w:r>
      <w:r>
        <w:tab/>
        <w:t>1.013e0</w:t>
      </w:r>
    </w:p>
    <w:p w:rsidR="00E00D30" w:rsidRDefault="00E00D30" w:rsidP="00E00D30">
      <w:r>
        <w:t>566.7504</w:t>
      </w:r>
      <w:r>
        <w:tab/>
        <w:t>1.013e0</w:t>
      </w:r>
    </w:p>
    <w:p w:rsidR="00E00D30" w:rsidRDefault="00E00D30" w:rsidP="00E00D30">
      <w:r>
        <w:t>566.7548</w:t>
      </w:r>
      <w:r>
        <w:tab/>
        <w:t>1.013e0</w:t>
      </w:r>
    </w:p>
    <w:p w:rsidR="00E00D30" w:rsidRDefault="00E00D30" w:rsidP="00E00D30">
      <w:r>
        <w:t>566.7793</w:t>
      </w:r>
      <w:r>
        <w:tab/>
        <w:t>1.013e0</w:t>
      </w:r>
    </w:p>
    <w:p w:rsidR="00E00D30" w:rsidRDefault="00E00D30" w:rsidP="00E00D30">
      <w:r>
        <w:t>566.8083</w:t>
      </w:r>
      <w:r>
        <w:tab/>
        <w:t>1.013e0</w:t>
      </w:r>
    </w:p>
    <w:p w:rsidR="00E00D30" w:rsidRDefault="00E00D30" w:rsidP="00E00D30">
      <w:r>
        <w:t>566.8098</w:t>
      </w:r>
      <w:r>
        <w:tab/>
        <w:t>1.013e0</w:t>
      </w:r>
    </w:p>
    <w:p w:rsidR="00E00D30" w:rsidRDefault="00E00D30" w:rsidP="00E00D30">
      <w:r>
        <w:t>566.8256</w:t>
      </w:r>
      <w:r>
        <w:tab/>
        <w:t>1.013e0</w:t>
      </w:r>
    </w:p>
    <w:p w:rsidR="00E00D30" w:rsidRDefault="00E00D30" w:rsidP="00E00D30">
      <w:r>
        <w:t>566.8381</w:t>
      </w:r>
      <w:r>
        <w:tab/>
        <w:t>1.013e0</w:t>
      </w:r>
    </w:p>
    <w:p w:rsidR="00E00D30" w:rsidRDefault="00E00D30" w:rsidP="00E00D30">
      <w:r>
        <w:t>566.8478</w:t>
      </w:r>
      <w:r>
        <w:tab/>
        <w:t>2.025e0</w:t>
      </w:r>
    </w:p>
    <w:p w:rsidR="00E00D30" w:rsidRDefault="00E00D30" w:rsidP="00E00D30">
      <w:r>
        <w:t>566.8808</w:t>
      </w:r>
      <w:r>
        <w:tab/>
        <w:t>1.013e0</w:t>
      </w:r>
    </w:p>
    <w:p w:rsidR="00E00D30" w:rsidRDefault="00E00D30" w:rsidP="00E00D30">
      <w:r>
        <w:t>566.8943</w:t>
      </w:r>
      <w:r>
        <w:tab/>
        <w:t>2.025e0</w:t>
      </w:r>
    </w:p>
    <w:p w:rsidR="00E00D30" w:rsidRDefault="00E00D30" w:rsidP="00E00D30">
      <w:r>
        <w:t>566.9108</w:t>
      </w:r>
      <w:r>
        <w:tab/>
        <w:t>3.038e0</w:t>
      </w:r>
    </w:p>
    <w:p w:rsidR="00E00D30" w:rsidRDefault="00E00D30" w:rsidP="00E00D30">
      <w:r>
        <w:t>566.9335</w:t>
      </w:r>
      <w:r>
        <w:tab/>
        <w:t>1.013e0</w:t>
      </w:r>
    </w:p>
    <w:p w:rsidR="00E00D30" w:rsidRDefault="00E00D30" w:rsidP="00E00D30">
      <w:r>
        <w:t>566.9521</w:t>
      </w:r>
      <w:r>
        <w:tab/>
        <w:t>1.013e0</w:t>
      </w:r>
    </w:p>
    <w:p w:rsidR="00E00D30" w:rsidRDefault="00E00D30" w:rsidP="00E00D30">
      <w:r>
        <w:t>566.9603</w:t>
      </w:r>
      <w:r>
        <w:tab/>
        <w:t>3.038e0</w:t>
      </w:r>
    </w:p>
    <w:p w:rsidR="00E00D30" w:rsidRDefault="00E00D30" w:rsidP="00E00D30">
      <w:r>
        <w:t>566.9646</w:t>
      </w:r>
      <w:r>
        <w:tab/>
        <w:t>1.013e0</w:t>
      </w:r>
    </w:p>
    <w:p w:rsidR="00E00D30" w:rsidRDefault="00E00D30" w:rsidP="00E00D30">
      <w:r>
        <w:t>566.9713</w:t>
      </w:r>
      <w:r>
        <w:tab/>
        <w:t>1.013e0</w:t>
      </w:r>
    </w:p>
    <w:p w:rsidR="00E00D30" w:rsidRDefault="00E00D30" w:rsidP="00E00D30">
      <w:r>
        <w:lastRenderedPageBreak/>
        <w:t>566.9747</w:t>
      </w:r>
      <w:r>
        <w:tab/>
        <w:t>1.013e0</w:t>
      </w:r>
    </w:p>
    <w:p w:rsidR="00E00D30" w:rsidRDefault="00E00D30" w:rsidP="00E00D30">
      <w:r>
        <w:t>567.0143</w:t>
      </w:r>
      <w:r>
        <w:tab/>
        <w:t>1.013e0</w:t>
      </w:r>
    </w:p>
    <w:p w:rsidR="00E00D30" w:rsidRDefault="00E00D30" w:rsidP="00E00D30">
      <w:r>
        <w:t>567.0406</w:t>
      </w:r>
      <w:r>
        <w:tab/>
        <w:t>3.038e0</w:t>
      </w:r>
    </w:p>
    <w:p w:rsidR="00E00D30" w:rsidRDefault="00E00D30" w:rsidP="00E00D30">
      <w:r>
        <w:t>567.0729</w:t>
      </w:r>
      <w:r>
        <w:tab/>
        <w:t>1.013e0</w:t>
      </w:r>
    </w:p>
    <w:p w:rsidR="00E00D30" w:rsidRDefault="00E00D30" w:rsidP="00E00D30">
      <w:r>
        <w:t>567.0818</w:t>
      </w:r>
      <w:r>
        <w:tab/>
        <w:t>3.038e0</w:t>
      </w:r>
    </w:p>
    <w:p w:rsidR="00E00D30" w:rsidRDefault="00E00D30" w:rsidP="00E00D30">
      <w:r>
        <w:t>567.1151</w:t>
      </w:r>
      <w:r>
        <w:tab/>
        <w:t>1.013e0</w:t>
      </w:r>
    </w:p>
    <w:p w:rsidR="00E00D30" w:rsidRDefault="00E00D30" w:rsidP="00E00D30">
      <w:r>
        <w:t>567.1600</w:t>
      </w:r>
      <w:r>
        <w:tab/>
        <w:t>1.013e0</w:t>
      </w:r>
    </w:p>
    <w:p w:rsidR="00E00D30" w:rsidRDefault="00E00D30" w:rsidP="00E00D30">
      <w:r>
        <w:t>567.1646</w:t>
      </w:r>
      <w:r>
        <w:tab/>
        <w:t>3.038e0</w:t>
      </w:r>
    </w:p>
    <w:p w:rsidR="00E00D30" w:rsidRDefault="00E00D30" w:rsidP="00E00D30">
      <w:r>
        <w:t>567.1749</w:t>
      </w:r>
      <w:r>
        <w:tab/>
        <w:t>2.025e0</w:t>
      </w:r>
    </w:p>
    <w:p w:rsidR="00E00D30" w:rsidRDefault="00E00D30" w:rsidP="00E00D30">
      <w:r>
        <w:t>567.1791</w:t>
      </w:r>
      <w:r>
        <w:tab/>
        <w:t>1.013e0</w:t>
      </w:r>
    </w:p>
    <w:p w:rsidR="00E00D30" w:rsidRDefault="00E00D30" w:rsidP="00E00D30">
      <w:r>
        <w:t>567.1802</w:t>
      </w:r>
      <w:r>
        <w:tab/>
        <w:t>1.013e0</w:t>
      </w:r>
    </w:p>
    <w:p w:rsidR="00E00D30" w:rsidRDefault="00E00D30" w:rsidP="00E00D30">
      <w:r>
        <w:t>567.2236</w:t>
      </w:r>
      <w:r>
        <w:tab/>
        <w:t>2.025e0</w:t>
      </w:r>
    </w:p>
    <w:p w:rsidR="00E00D30" w:rsidRDefault="00E00D30" w:rsidP="00E00D30">
      <w:r>
        <w:t>567.2379</w:t>
      </w:r>
      <w:r>
        <w:tab/>
        <w:t>2.025e0</w:t>
      </w:r>
    </w:p>
    <w:p w:rsidR="00E00D30" w:rsidRDefault="00E00D30" w:rsidP="00E00D30">
      <w:r>
        <w:t>567.2424</w:t>
      </w:r>
      <w:r>
        <w:tab/>
        <w:t>1.013e0</w:t>
      </w:r>
    </w:p>
    <w:p w:rsidR="00E00D30" w:rsidRDefault="00E00D30" w:rsidP="00E00D30">
      <w:r>
        <w:t>567.2780</w:t>
      </w:r>
      <w:r>
        <w:tab/>
        <w:t>1.013e0</w:t>
      </w:r>
    </w:p>
    <w:p w:rsidR="00E00D30" w:rsidRDefault="00E00D30" w:rsidP="00E00D30">
      <w:r>
        <w:t>567.2868</w:t>
      </w:r>
      <w:r>
        <w:tab/>
        <w:t>1.013e0</w:t>
      </w:r>
    </w:p>
    <w:p w:rsidR="00E00D30" w:rsidRDefault="00E00D30" w:rsidP="00E00D30">
      <w:r>
        <w:t>567.2944</w:t>
      </w:r>
      <w:r>
        <w:tab/>
        <w:t>1.013e0</w:t>
      </w:r>
    </w:p>
    <w:p w:rsidR="00E00D30" w:rsidRDefault="00E00D30" w:rsidP="00E00D30">
      <w:r>
        <w:t>567.3110</w:t>
      </w:r>
      <w:r>
        <w:tab/>
        <w:t>2.025e0</w:t>
      </w:r>
    </w:p>
    <w:p w:rsidR="00E00D30" w:rsidRDefault="00E00D30" w:rsidP="00E00D30">
      <w:r>
        <w:t>567.3127</w:t>
      </w:r>
      <w:r>
        <w:tab/>
        <w:t>1.013e1</w:t>
      </w:r>
    </w:p>
    <w:p w:rsidR="00E00D30" w:rsidRDefault="00E00D30" w:rsidP="00E00D30">
      <w:r>
        <w:lastRenderedPageBreak/>
        <w:t>567.3450</w:t>
      </w:r>
      <w:r>
        <w:tab/>
        <w:t>3.213e0</w:t>
      </w:r>
    </w:p>
    <w:p w:rsidR="00E00D30" w:rsidRDefault="00E00D30" w:rsidP="00E00D30">
      <w:r>
        <w:t>567.3524</w:t>
      </w:r>
      <w:r>
        <w:tab/>
        <w:t>7.089e0</w:t>
      </w:r>
    </w:p>
    <w:p w:rsidR="00E00D30" w:rsidRDefault="00E00D30" w:rsidP="00E00D30">
      <w:r>
        <w:t>567.3594</w:t>
      </w:r>
      <w:r>
        <w:tab/>
        <w:t>2.025e0</w:t>
      </w:r>
    </w:p>
    <w:p w:rsidR="00E00D30" w:rsidRDefault="00E00D30" w:rsidP="00E00D30">
      <w:r>
        <w:t>567.3731</w:t>
      </w:r>
      <w:r>
        <w:tab/>
        <w:t>4.051e0</w:t>
      </w:r>
    </w:p>
    <w:p w:rsidR="00E00D30" w:rsidRDefault="00E00D30" w:rsidP="00E00D30">
      <w:r>
        <w:t>567.3970</w:t>
      </w:r>
      <w:r>
        <w:tab/>
        <w:t>2.025e0</w:t>
      </w:r>
    </w:p>
    <w:p w:rsidR="00E00D30" w:rsidRDefault="00E00D30" w:rsidP="00E00D30">
      <w:r>
        <w:t>567.4136</w:t>
      </w:r>
      <w:r>
        <w:tab/>
        <w:t>2.025e0</w:t>
      </w:r>
    </w:p>
    <w:p w:rsidR="00E00D30" w:rsidRDefault="00E00D30" w:rsidP="00E00D30">
      <w:r>
        <w:t>567.4332</w:t>
      </w:r>
      <w:r>
        <w:tab/>
        <w:t>2.025e0</w:t>
      </w:r>
    </w:p>
    <w:p w:rsidR="00E00D30" w:rsidRDefault="00E00D30" w:rsidP="00E00D30">
      <w:r>
        <w:t>567.4390</w:t>
      </w:r>
      <w:r>
        <w:tab/>
        <w:t>2.025e0</w:t>
      </w:r>
    </w:p>
    <w:p w:rsidR="00E00D30" w:rsidRDefault="00E00D30" w:rsidP="00E00D30">
      <w:r>
        <w:t>567.4534</w:t>
      </w:r>
      <w:r>
        <w:tab/>
        <w:t>1.013e0</w:t>
      </w:r>
    </w:p>
    <w:p w:rsidR="00E00D30" w:rsidRDefault="00E00D30" w:rsidP="00E00D30">
      <w:r>
        <w:t>567.4760</w:t>
      </w:r>
      <w:r>
        <w:tab/>
        <w:t>1.013e0</w:t>
      </w:r>
    </w:p>
    <w:p w:rsidR="00E00D30" w:rsidRDefault="00E00D30" w:rsidP="00E00D30">
      <w:r>
        <w:t>567.4915</w:t>
      </w:r>
      <w:r>
        <w:tab/>
        <w:t>1.013e0</w:t>
      </w:r>
    </w:p>
    <w:p w:rsidR="00E00D30" w:rsidRDefault="00E00D30" w:rsidP="00E00D30">
      <w:r>
        <w:t>567.4940</w:t>
      </w:r>
      <w:r>
        <w:tab/>
        <w:t>1.013e0</w:t>
      </w:r>
    </w:p>
    <w:p w:rsidR="00E00D30" w:rsidRDefault="00E00D30" w:rsidP="00E00D30">
      <w:r>
        <w:t>567.5207</w:t>
      </w:r>
      <w:r>
        <w:tab/>
        <w:t>1.013e0</w:t>
      </w:r>
    </w:p>
    <w:p w:rsidR="00E00D30" w:rsidRDefault="00E00D30" w:rsidP="00E00D30">
      <w:r>
        <w:t>567.5286</w:t>
      </w:r>
      <w:r>
        <w:tab/>
        <w:t>1.013e0</w:t>
      </w:r>
    </w:p>
    <w:p w:rsidR="00E00D30" w:rsidRDefault="00E00D30" w:rsidP="00E00D30">
      <w:r>
        <w:t>567.5546</w:t>
      </w:r>
      <w:r>
        <w:tab/>
        <w:t>2.025e0</w:t>
      </w:r>
    </w:p>
    <w:p w:rsidR="00E00D30" w:rsidRDefault="00E00D30" w:rsidP="00E00D30">
      <w:r>
        <w:t>567.5933</w:t>
      </w:r>
      <w:r>
        <w:tab/>
        <w:t>3.038e0</w:t>
      </w:r>
    </w:p>
    <w:p w:rsidR="00E00D30" w:rsidRDefault="00E00D30" w:rsidP="00E00D30">
      <w:r>
        <w:t>567.5965</w:t>
      </w:r>
      <w:r>
        <w:tab/>
        <w:t>2.025e0</w:t>
      </w:r>
    </w:p>
    <w:p w:rsidR="00E00D30" w:rsidRDefault="00E00D30" w:rsidP="00E00D30">
      <w:r>
        <w:t>567.6072</w:t>
      </w:r>
      <w:r>
        <w:tab/>
        <w:t>2.025e0</w:t>
      </w:r>
    </w:p>
    <w:p w:rsidR="00E00D30" w:rsidRDefault="00E00D30" w:rsidP="00E00D30">
      <w:r>
        <w:t>567.7454</w:t>
      </w:r>
      <w:r>
        <w:tab/>
        <w:t>1.013e0</w:t>
      </w:r>
    </w:p>
    <w:p w:rsidR="00E00D30" w:rsidRDefault="00E00D30" w:rsidP="00E00D30">
      <w:r>
        <w:lastRenderedPageBreak/>
        <w:t>567.7468</w:t>
      </w:r>
      <w:r>
        <w:tab/>
        <w:t>1.013e0</w:t>
      </w:r>
    </w:p>
    <w:p w:rsidR="00E00D30" w:rsidRDefault="00E00D30" w:rsidP="00E00D30">
      <w:r>
        <w:t>567.7629</w:t>
      </w:r>
      <w:r>
        <w:tab/>
        <w:t>1.013e0</w:t>
      </w:r>
    </w:p>
    <w:p w:rsidR="00E00D30" w:rsidRDefault="00E00D30" w:rsidP="00E00D30">
      <w:r>
        <w:t>567.7648</w:t>
      </w:r>
      <w:r>
        <w:tab/>
        <w:t>1.013e0</w:t>
      </w:r>
    </w:p>
    <w:p w:rsidR="00E00D30" w:rsidRDefault="00E00D30" w:rsidP="00E00D30">
      <w:r>
        <w:t>567.8178</w:t>
      </w:r>
      <w:r>
        <w:tab/>
        <w:t>1.013e0</w:t>
      </w:r>
    </w:p>
    <w:p w:rsidR="00E00D30" w:rsidRDefault="00E00D30" w:rsidP="00E00D30">
      <w:r>
        <w:t>567.8188</w:t>
      </w:r>
      <w:r>
        <w:tab/>
        <w:t>1.013e0</w:t>
      </w:r>
    </w:p>
    <w:p w:rsidR="00E00D30" w:rsidRDefault="00E00D30" w:rsidP="00E00D30">
      <w:r>
        <w:t>567.8376</w:t>
      </w:r>
      <w:r>
        <w:tab/>
        <w:t>3.038e0</w:t>
      </w:r>
    </w:p>
    <w:p w:rsidR="00E00D30" w:rsidRDefault="00E00D30" w:rsidP="00E00D30">
      <w:r>
        <w:t>567.8548</w:t>
      </w:r>
      <w:r>
        <w:tab/>
        <w:t>1.013e0</w:t>
      </w:r>
    </w:p>
    <w:p w:rsidR="00E00D30" w:rsidRDefault="00E00D30" w:rsidP="00E00D30">
      <w:r>
        <w:t>567.8635</w:t>
      </w:r>
      <w:r>
        <w:tab/>
        <w:t>1.013e0</w:t>
      </w:r>
    </w:p>
    <w:p w:rsidR="00E00D30" w:rsidRDefault="00E00D30" w:rsidP="00E00D30">
      <w:r>
        <w:t>567.8858</w:t>
      </w:r>
      <w:r>
        <w:tab/>
        <w:t>3.038e0</w:t>
      </w:r>
    </w:p>
    <w:p w:rsidR="00E00D30" w:rsidRDefault="00E00D30" w:rsidP="00E00D30">
      <w:r>
        <w:t>567.8917</w:t>
      </w:r>
      <w:r>
        <w:tab/>
        <w:t>1.013e0</w:t>
      </w:r>
    </w:p>
    <w:p w:rsidR="00E00D30" w:rsidRDefault="00E00D30" w:rsidP="00E00D30">
      <w:r>
        <w:t>567.8994</w:t>
      </w:r>
      <w:r>
        <w:tab/>
        <w:t>3.038e0</w:t>
      </w:r>
    </w:p>
    <w:p w:rsidR="00E00D30" w:rsidRDefault="00E00D30" w:rsidP="00E00D30">
      <w:r>
        <w:t>567.9452</w:t>
      </w:r>
      <w:r>
        <w:tab/>
        <w:t>1.013e0</w:t>
      </w:r>
    </w:p>
    <w:p w:rsidR="00E00D30" w:rsidRDefault="00E00D30" w:rsidP="00E00D30">
      <w:r>
        <w:t>567.9611</w:t>
      </w:r>
      <w:r>
        <w:tab/>
        <w:t>1.013e0</w:t>
      </w:r>
    </w:p>
    <w:p w:rsidR="00E00D30" w:rsidRDefault="00E00D30" w:rsidP="00E00D30">
      <w:r>
        <w:t>567.9628</w:t>
      </w:r>
      <w:r>
        <w:tab/>
        <w:t>1.013e0</w:t>
      </w:r>
    </w:p>
    <w:p w:rsidR="00E00D30" w:rsidRDefault="00E00D30" w:rsidP="00E00D30">
      <w:r>
        <w:t>567.9894</w:t>
      </w:r>
      <w:r>
        <w:tab/>
        <w:t>2.025e0</w:t>
      </w:r>
    </w:p>
    <w:p w:rsidR="00E00D30" w:rsidRDefault="00E00D30" w:rsidP="00E00D30">
      <w:r>
        <w:t>568.0093</w:t>
      </w:r>
      <w:r>
        <w:tab/>
        <w:t>1.013e0</w:t>
      </w:r>
    </w:p>
    <w:p w:rsidR="00E00D30" w:rsidRDefault="00E00D30" w:rsidP="00E00D30">
      <w:r>
        <w:t>568.0154</w:t>
      </w:r>
      <w:r>
        <w:tab/>
        <w:t>1.013e0</w:t>
      </w:r>
    </w:p>
    <w:p w:rsidR="00E00D30" w:rsidRDefault="00E00D30" w:rsidP="00E00D30">
      <w:r>
        <w:t>568.0292</w:t>
      </w:r>
      <w:r>
        <w:tab/>
        <w:t>2.025e0</w:t>
      </w:r>
    </w:p>
    <w:p w:rsidR="00E00D30" w:rsidRDefault="00E00D30" w:rsidP="00E00D30">
      <w:r>
        <w:t>568.0336</w:t>
      </w:r>
      <w:r>
        <w:tab/>
        <w:t>2.025e0</w:t>
      </w:r>
    </w:p>
    <w:p w:rsidR="00E00D30" w:rsidRDefault="00E00D30" w:rsidP="00E00D30">
      <w:r>
        <w:lastRenderedPageBreak/>
        <w:t>568.1048</w:t>
      </w:r>
      <w:r>
        <w:tab/>
        <w:t>2.025e0</w:t>
      </w:r>
    </w:p>
    <w:p w:rsidR="00E00D30" w:rsidRDefault="00E00D30" w:rsidP="00E00D30">
      <w:r>
        <w:t>568.1418</w:t>
      </w:r>
      <w:r>
        <w:tab/>
        <w:t>4.051e0</w:t>
      </w:r>
    </w:p>
    <w:p w:rsidR="00E00D30" w:rsidRDefault="00E00D30" w:rsidP="00E00D30">
      <w:r>
        <w:t>568.1750</w:t>
      </w:r>
      <w:r>
        <w:tab/>
        <w:t>1.013e0</w:t>
      </w:r>
    </w:p>
    <w:p w:rsidR="00E00D30" w:rsidRDefault="00E00D30" w:rsidP="00E00D30">
      <w:r>
        <w:t>568.1970</w:t>
      </w:r>
      <w:r>
        <w:tab/>
        <w:t>1.013e0</w:t>
      </w:r>
    </w:p>
    <w:p w:rsidR="00E00D30" w:rsidRDefault="00E00D30" w:rsidP="00E00D30">
      <w:r>
        <w:t>568.2128</w:t>
      </w:r>
      <w:r>
        <w:tab/>
        <w:t>3.038e0</w:t>
      </w:r>
    </w:p>
    <w:p w:rsidR="00E00D30" w:rsidRDefault="00E00D30" w:rsidP="00E00D30">
      <w:r>
        <w:t>568.2239</w:t>
      </w:r>
      <w:r>
        <w:tab/>
        <w:t>1.013e0</w:t>
      </w:r>
    </w:p>
    <w:p w:rsidR="00E00D30" w:rsidRDefault="00E00D30" w:rsidP="00E00D30">
      <w:r>
        <w:t>568.2535</w:t>
      </w:r>
      <w:r>
        <w:tab/>
        <w:t>1.013e0</w:t>
      </w:r>
    </w:p>
    <w:p w:rsidR="00E00D30" w:rsidRDefault="00E00D30" w:rsidP="00E00D30">
      <w:r>
        <w:t>568.2630</w:t>
      </w:r>
      <w:r>
        <w:tab/>
        <w:t>2.025e0</w:t>
      </w:r>
    </w:p>
    <w:p w:rsidR="00E00D30" w:rsidRDefault="00E00D30" w:rsidP="00E00D30">
      <w:r>
        <w:t>568.2731</w:t>
      </w:r>
      <w:r>
        <w:tab/>
        <w:t>1.013e0</w:t>
      </w:r>
    </w:p>
    <w:p w:rsidR="00E00D30" w:rsidRDefault="00E00D30" w:rsidP="00E00D30">
      <w:r>
        <w:t>568.2856</w:t>
      </w:r>
      <w:r>
        <w:tab/>
        <w:t>2.025e0</w:t>
      </w:r>
    </w:p>
    <w:p w:rsidR="00E00D30" w:rsidRDefault="00E00D30" w:rsidP="00E00D30">
      <w:r>
        <w:t>568.3201</w:t>
      </w:r>
      <w:r>
        <w:tab/>
        <w:t>2.025e0</w:t>
      </w:r>
    </w:p>
    <w:p w:rsidR="00E00D30" w:rsidRDefault="00E00D30" w:rsidP="00E00D30">
      <w:r>
        <w:t>568.3318</w:t>
      </w:r>
      <w:r>
        <w:tab/>
        <w:t>6.076e0</w:t>
      </w:r>
    </w:p>
    <w:p w:rsidR="00E00D30" w:rsidRDefault="00E00D30" w:rsidP="00E00D30">
      <w:r>
        <w:t>568.3517</w:t>
      </w:r>
      <w:r>
        <w:tab/>
        <w:t>3.038e0</w:t>
      </w:r>
    </w:p>
    <w:p w:rsidR="00E00D30" w:rsidRDefault="00E00D30" w:rsidP="00E00D30">
      <w:r>
        <w:t>568.3583</w:t>
      </w:r>
      <w:r>
        <w:tab/>
        <w:t>1.013e0</w:t>
      </w:r>
    </w:p>
    <w:p w:rsidR="00E00D30" w:rsidRDefault="00E00D30" w:rsidP="00E00D30">
      <w:r>
        <w:t>568.3758</w:t>
      </w:r>
      <w:r>
        <w:tab/>
        <w:t>1.013e0</w:t>
      </w:r>
    </w:p>
    <w:p w:rsidR="00E00D30" w:rsidRDefault="00E00D30" w:rsidP="00E00D30">
      <w:r>
        <w:t>568.4096</w:t>
      </w:r>
      <w:r>
        <w:tab/>
        <w:t>1.013e0</w:t>
      </w:r>
    </w:p>
    <w:p w:rsidR="00E00D30" w:rsidRDefault="00E00D30" w:rsidP="00E00D30">
      <w:r>
        <w:t>568.4299</w:t>
      </w:r>
      <w:r>
        <w:tab/>
        <w:t>1.013e0</w:t>
      </w:r>
    </w:p>
    <w:p w:rsidR="00E00D30" w:rsidRDefault="00E00D30" w:rsidP="00E00D30">
      <w:r>
        <w:t>568.4318</w:t>
      </w:r>
      <w:r>
        <w:tab/>
        <w:t>4.051e0</w:t>
      </w:r>
    </w:p>
    <w:p w:rsidR="00E00D30" w:rsidRDefault="00E00D30" w:rsidP="00E00D30">
      <w:r>
        <w:t>568.4491</w:t>
      </w:r>
      <w:r>
        <w:tab/>
        <w:t>1.013e0</w:t>
      </w:r>
    </w:p>
    <w:p w:rsidR="00E00D30" w:rsidRDefault="00E00D30" w:rsidP="00E00D30">
      <w:r>
        <w:lastRenderedPageBreak/>
        <w:t>568.4585</w:t>
      </w:r>
      <w:r>
        <w:tab/>
        <w:t>1.013e0</w:t>
      </w:r>
    </w:p>
    <w:p w:rsidR="00E00D30" w:rsidRDefault="00E00D30" w:rsidP="00E00D30">
      <w:r>
        <w:t>568.4650</w:t>
      </w:r>
      <w:r>
        <w:tab/>
        <w:t>2.025e0</w:t>
      </w:r>
    </w:p>
    <w:p w:rsidR="00E00D30" w:rsidRDefault="00E00D30" w:rsidP="00E00D30">
      <w:r>
        <w:t>568.4845</w:t>
      </w:r>
      <w:r>
        <w:tab/>
        <w:t>2.025e0</w:t>
      </w:r>
    </w:p>
    <w:p w:rsidR="00E00D30" w:rsidRDefault="00E00D30" w:rsidP="00E00D30">
      <w:r>
        <w:t>568.4882</w:t>
      </w:r>
      <w:r>
        <w:tab/>
        <w:t>1.013e0</w:t>
      </w:r>
    </w:p>
    <w:p w:rsidR="00E00D30" w:rsidRDefault="00E00D30" w:rsidP="00E00D30">
      <w:r>
        <w:t>568.5032</w:t>
      </w:r>
      <w:r>
        <w:tab/>
        <w:t>1.013e0</w:t>
      </w:r>
    </w:p>
    <w:p w:rsidR="00E00D30" w:rsidRDefault="00E00D30" w:rsidP="00E00D30">
      <w:r>
        <w:t>568.5206</w:t>
      </w:r>
      <w:r>
        <w:tab/>
        <w:t>1.013e0</w:t>
      </w:r>
    </w:p>
    <w:p w:rsidR="00E00D30" w:rsidRDefault="00E00D30" w:rsidP="00E00D30">
      <w:r>
        <w:t>568.5367</w:t>
      </w:r>
      <w:r>
        <w:tab/>
        <w:t>1.013e0</w:t>
      </w:r>
    </w:p>
    <w:p w:rsidR="00E00D30" w:rsidRDefault="00E00D30" w:rsidP="00E00D30">
      <w:r>
        <w:t>568.5553</w:t>
      </w:r>
      <w:r>
        <w:tab/>
        <w:t>1.013e0</w:t>
      </w:r>
    </w:p>
    <w:p w:rsidR="00E00D30" w:rsidRDefault="00E00D30" w:rsidP="00E00D30">
      <w:r>
        <w:t>568.5571</w:t>
      </w:r>
      <w:r>
        <w:tab/>
        <w:t>1.013e0</w:t>
      </w:r>
    </w:p>
    <w:p w:rsidR="00E00D30" w:rsidRDefault="00E00D30" w:rsidP="00E00D30">
      <w:r>
        <w:t>568.6443</w:t>
      </w:r>
      <w:r>
        <w:tab/>
        <w:t>1.013e0</w:t>
      </w:r>
    </w:p>
    <w:p w:rsidR="00E00D30" w:rsidRDefault="00E00D30" w:rsidP="00E00D30">
      <w:r>
        <w:t>568.6551</w:t>
      </w:r>
      <w:r>
        <w:tab/>
        <w:t>1.013e0</w:t>
      </w:r>
    </w:p>
    <w:p w:rsidR="00E00D30" w:rsidRDefault="00E00D30" w:rsidP="00E00D30">
      <w:r>
        <w:t>568.6879</w:t>
      </w:r>
      <w:r>
        <w:tab/>
        <w:t>2.025e0</w:t>
      </w:r>
    </w:p>
    <w:p w:rsidR="00E00D30" w:rsidRDefault="00E00D30" w:rsidP="00E00D30">
      <w:r>
        <w:t>568.7137</w:t>
      </w:r>
      <w:r>
        <w:tab/>
        <w:t>1.013e0</w:t>
      </w:r>
    </w:p>
    <w:p w:rsidR="00E00D30" w:rsidRDefault="00E00D30" w:rsidP="00E00D30">
      <w:r>
        <w:t>568.7551</w:t>
      </w:r>
      <w:r>
        <w:tab/>
        <w:t>2.025e0</w:t>
      </w:r>
    </w:p>
    <w:p w:rsidR="00E00D30" w:rsidRDefault="00E00D30" w:rsidP="00E00D30">
      <w:r>
        <w:t>568.7815</w:t>
      </w:r>
      <w:r>
        <w:tab/>
        <w:t>1.013e0</w:t>
      </w:r>
    </w:p>
    <w:p w:rsidR="00E00D30" w:rsidRDefault="00E00D30" w:rsidP="00E00D30">
      <w:r>
        <w:t>568.7902</w:t>
      </w:r>
      <w:r>
        <w:tab/>
        <w:t>1.013e0</w:t>
      </w:r>
    </w:p>
    <w:p w:rsidR="00E00D30" w:rsidRDefault="00E00D30" w:rsidP="00E00D30">
      <w:r>
        <w:t>568.8109</w:t>
      </w:r>
      <w:r>
        <w:tab/>
        <w:t>1.013e0</w:t>
      </w:r>
    </w:p>
    <w:p w:rsidR="00E00D30" w:rsidRDefault="00E00D30" w:rsidP="00E00D30">
      <w:r>
        <w:t>568.8409</w:t>
      </w:r>
      <w:r>
        <w:tab/>
        <w:t>1.013e0</w:t>
      </w:r>
    </w:p>
    <w:p w:rsidR="00E00D30" w:rsidRDefault="00E00D30" w:rsidP="00E00D30">
      <w:r>
        <w:t>568.8628</w:t>
      </w:r>
      <w:r>
        <w:tab/>
        <w:t>1.013e0</w:t>
      </w:r>
    </w:p>
    <w:p w:rsidR="00E00D30" w:rsidRDefault="00E00D30" w:rsidP="00E00D30">
      <w:r>
        <w:lastRenderedPageBreak/>
        <w:t>568.8811</w:t>
      </w:r>
      <w:r>
        <w:tab/>
        <w:t>1.013e0</w:t>
      </w:r>
    </w:p>
    <w:p w:rsidR="00E00D30" w:rsidRDefault="00E00D30" w:rsidP="00E00D30">
      <w:r>
        <w:t>568.9154</w:t>
      </w:r>
      <w:r>
        <w:tab/>
        <w:t>1.013e0</w:t>
      </w:r>
    </w:p>
    <w:p w:rsidR="00E00D30" w:rsidRDefault="00E00D30" w:rsidP="00E00D30">
      <w:r>
        <w:t>568.9302</w:t>
      </w:r>
      <w:r>
        <w:tab/>
        <w:t>2.025e0</w:t>
      </w:r>
    </w:p>
    <w:p w:rsidR="00E00D30" w:rsidRDefault="00E00D30" w:rsidP="00E00D30">
      <w:r>
        <w:t>568.9576</w:t>
      </w:r>
      <w:r>
        <w:tab/>
        <w:t>1.013e0</w:t>
      </w:r>
    </w:p>
    <w:p w:rsidR="00E00D30" w:rsidRDefault="00E00D30" w:rsidP="00E00D30">
      <w:r>
        <w:t>568.9778</w:t>
      </w:r>
      <w:r>
        <w:tab/>
        <w:t>2.025e0</w:t>
      </w:r>
    </w:p>
    <w:p w:rsidR="00E00D30" w:rsidRDefault="00E00D30" w:rsidP="00E00D30">
      <w:r>
        <w:t>568.9866</w:t>
      </w:r>
      <w:r>
        <w:tab/>
        <w:t>1.013e0</w:t>
      </w:r>
    </w:p>
    <w:p w:rsidR="00E00D30" w:rsidRDefault="00E00D30" w:rsidP="00E00D30">
      <w:r>
        <w:t>569.0366</w:t>
      </w:r>
      <w:r>
        <w:tab/>
        <w:t>1.013e0</w:t>
      </w:r>
    </w:p>
    <w:p w:rsidR="00E00D30" w:rsidRDefault="00E00D30" w:rsidP="00E00D30">
      <w:r>
        <w:t>569.0747</w:t>
      </w:r>
      <w:r>
        <w:tab/>
        <w:t>1.013e0</w:t>
      </w:r>
    </w:p>
    <w:p w:rsidR="00E00D30" w:rsidRDefault="00E00D30" w:rsidP="00E00D30">
      <w:r>
        <w:t>569.0789</w:t>
      </w:r>
      <w:r>
        <w:tab/>
        <w:t>2.025e0</w:t>
      </w:r>
    </w:p>
    <w:p w:rsidR="00E00D30" w:rsidRDefault="00E00D30" w:rsidP="00E00D30">
      <w:r>
        <w:t>569.0845</w:t>
      </w:r>
      <w:r>
        <w:tab/>
        <w:t>1.013e0</w:t>
      </w:r>
    </w:p>
    <w:p w:rsidR="00E00D30" w:rsidRDefault="00E00D30" w:rsidP="00E00D30">
      <w:r>
        <w:t>569.1390</w:t>
      </w:r>
      <w:r>
        <w:tab/>
        <w:t>3.038e0</w:t>
      </w:r>
    </w:p>
    <w:p w:rsidR="00E00D30" w:rsidRDefault="00E00D30" w:rsidP="00E00D30">
      <w:r>
        <w:t>569.1507</w:t>
      </w:r>
      <w:r>
        <w:tab/>
        <w:t>2.025e0</w:t>
      </w:r>
    </w:p>
    <w:p w:rsidR="00E00D30" w:rsidRDefault="00E00D30" w:rsidP="00E00D30">
      <w:r>
        <w:t>569.1631</w:t>
      </w:r>
      <w:r>
        <w:tab/>
        <w:t>1.013e0</w:t>
      </w:r>
    </w:p>
    <w:p w:rsidR="00E00D30" w:rsidRDefault="00E00D30" w:rsidP="00E00D30">
      <w:r>
        <w:t>569.1684</w:t>
      </w:r>
      <w:r>
        <w:tab/>
        <w:t>1.113e0</w:t>
      </w:r>
    </w:p>
    <w:p w:rsidR="00E00D30" w:rsidRDefault="00E00D30" w:rsidP="00E00D30">
      <w:r>
        <w:t>569.1824</w:t>
      </w:r>
      <w:r>
        <w:tab/>
        <w:t>1.013e0</w:t>
      </w:r>
    </w:p>
    <w:p w:rsidR="00E00D30" w:rsidRDefault="00E00D30" w:rsidP="00E00D30">
      <w:r>
        <w:t>569.1924</w:t>
      </w:r>
      <w:r>
        <w:tab/>
        <w:t>1.013e0</w:t>
      </w:r>
    </w:p>
    <w:p w:rsidR="00E00D30" w:rsidRDefault="00E00D30" w:rsidP="00E00D30">
      <w:r>
        <w:t>569.2396</w:t>
      </w:r>
      <w:r>
        <w:tab/>
        <w:t>2.025e0</w:t>
      </w:r>
    </w:p>
    <w:p w:rsidR="00E00D30" w:rsidRDefault="00E00D30" w:rsidP="00E00D30">
      <w:r>
        <w:t>569.2414</w:t>
      </w:r>
      <w:r>
        <w:tab/>
        <w:t>2.025e0</w:t>
      </w:r>
    </w:p>
    <w:p w:rsidR="00E00D30" w:rsidRDefault="00E00D30" w:rsidP="00E00D30">
      <w:r>
        <w:t>569.2509</w:t>
      </w:r>
      <w:r>
        <w:tab/>
        <w:t>1.013e0</w:t>
      </w:r>
    </w:p>
    <w:p w:rsidR="00E00D30" w:rsidRDefault="00E00D30" w:rsidP="00E00D30">
      <w:r>
        <w:lastRenderedPageBreak/>
        <w:t>569.2763</w:t>
      </w:r>
      <w:r>
        <w:tab/>
        <w:t>1.013e0</w:t>
      </w:r>
    </w:p>
    <w:p w:rsidR="00E00D30" w:rsidRDefault="00E00D30" w:rsidP="00E00D30">
      <w:r>
        <w:t>569.2792</w:t>
      </w:r>
      <w:r>
        <w:tab/>
        <w:t>2.025e0</w:t>
      </w:r>
    </w:p>
    <w:p w:rsidR="00E00D30" w:rsidRDefault="00E00D30" w:rsidP="00E00D30">
      <w:r>
        <w:t>569.2813</w:t>
      </w:r>
      <w:r>
        <w:tab/>
        <w:t>1.013e0</w:t>
      </w:r>
    </w:p>
    <w:p w:rsidR="00E00D30" w:rsidRDefault="00E00D30" w:rsidP="00E00D30">
      <w:r>
        <w:t>569.3159</w:t>
      </w:r>
      <w:r>
        <w:tab/>
        <w:t>3.038e0</w:t>
      </w:r>
    </w:p>
    <w:p w:rsidR="00E00D30" w:rsidRDefault="00E00D30" w:rsidP="00E00D30">
      <w:r>
        <w:t>569.3295</w:t>
      </w:r>
      <w:r>
        <w:tab/>
        <w:t>3.038e0</w:t>
      </w:r>
    </w:p>
    <w:p w:rsidR="00E00D30" w:rsidRDefault="00E00D30" w:rsidP="00E00D30">
      <w:r>
        <w:t>569.3322</w:t>
      </w:r>
      <w:r>
        <w:tab/>
        <w:t>1.013e0</w:t>
      </w:r>
    </w:p>
    <w:p w:rsidR="00E00D30" w:rsidRDefault="00E00D30" w:rsidP="00E00D30">
      <w:r>
        <w:t>569.3476</w:t>
      </w:r>
      <w:r>
        <w:tab/>
        <w:t>1.013e0</w:t>
      </w:r>
    </w:p>
    <w:p w:rsidR="00E00D30" w:rsidRDefault="00E00D30" w:rsidP="00E00D30">
      <w:r>
        <w:t>569.3773</w:t>
      </w:r>
      <w:r>
        <w:tab/>
        <w:t>3.038e0</w:t>
      </w:r>
    </w:p>
    <w:p w:rsidR="00E00D30" w:rsidRDefault="00E00D30" w:rsidP="00E00D30">
      <w:r>
        <w:t>569.3978</w:t>
      </w:r>
      <w:r>
        <w:tab/>
        <w:t>2.025e0</w:t>
      </w:r>
    </w:p>
    <w:p w:rsidR="00E00D30" w:rsidRDefault="00E00D30" w:rsidP="00E00D30">
      <w:r>
        <w:t>569.4059</w:t>
      </w:r>
      <w:r>
        <w:tab/>
        <w:t>2.025e0</w:t>
      </w:r>
    </w:p>
    <w:p w:rsidR="00E00D30" w:rsidRDefault="00E00D30" w:rsidP="00E00D30">
      <w:r>
        <w:t>569.4131</w:t>
      </w:r>
      <w:r>
        <w:tab/>
        <w:t>3.038e0</w:t>
      </w:r>
    </w:p>
    <w:p w:rsidR="00E00D30" w:rsidRDefault="00E00D30" w:rsidP="00E00D30">
      <w:r>
        <w:t>569.4409</w:t>
      </w:r>
      <w:r>
        <w:tab/>
        <w:t>2.025e0</w:t>
      </w:r>
    </w:p>
    <w:p w:rsidR="00E00D30" w:rsidRDefault="00E00D30" w:rsidP="00E00D30">
      <w:r>
        <w:t>569.4470</w:t>
      </w:r>
      <w:r>
        <w:tab/>
        <w:t>1.013e0</w:t>
      </w:r>
    </w:p>
    <w:p w:rsidR="00E00D30" w:rsidRDefault="00E00D30" w:rsidP="00E00D30">
      <w:r>
        <w:t>569.4556</w:t>
      </w:r>
      <w:r>
        <w:tab/>
        <w:t>1.013e0</w:t>
      </w:r>
    </w:p>
    <w:p w:rsidR="00E00D30" w:rsidRDefault="00E00D30" w:rsidP="00E00D30">
      <w:r>
        <w:t>569.4745</w:t>
      </w:r>
      <w:r>
        <w:tab/>
        <w:t>1.013e0</w:t>
      </w:r>
    </w:p>
    <w:p w:rsidR="00E00D30" w:rsidRDefault="00E00D30" w:rsidP="00E00D30">
      <w:r>
        <w:t>569.5261</w:t>
      </w:r>
      <w:r>
        <w:tab/>
        <w:t>1.013e0</w:t>
      </w:r>
    </w:p>
    <w:p w:rsidR="00E00D30" w:rsidRDefault="00E00D30" w:rsidP="00E00D30">
      <w:r>
        <w:t>569.5352</w:t>
      </w:r>
      <w:r>
        <w:tab/>
        <w:t>1.013e0</w:t>
      </w:r>
    </w:p>
    <w:p w:rsidR="00E00D30" w:rsidRDefault="00E00D30" w:rsidP="00E00D30">
      <w:r>
        <w:t>569.6230</w:t>
      </w:r>
      <w:r>
        <w:tab/>
        <w:t>1.013e0</w:t>
      </w:r>
    </w:p>
    <w:p w:rsidR="00E00D30" w:rsidRDefault="00E00D30" w:rsidP="00E00D30">
      <w:r>
        <w:t>569.6315</w:t>
      </w:r>
      <w:r>
        <w:tab/>
        <w:t>2.025e0</w:t>
      </w:r>
    </w:p>
    <w:p w:rsidR="00E00D30" w:rsidRDefault="00E00D30" w:rsidP="00E00D30">
      <w:r>
        <w:lastRenderedPageBreak/>
        <w:t>569.6917</w:t>
      </w:r>
      <w:r>
        <w:tab/>
        <w:t>5.063e0</w:t>
      </w:r>
    </w:p>
    <w:p w:rsidR="00E00D30" w:rsidRDefault="00E00D30" w:rsidP="00E00D30">
      <w:r>
        <w:t>569.7113</w:t>
      </w:r>
      <w:r>
        <w:tab/>
        <w:t>2.025e0</w:t>
      </w:r>
    </w:p>
    <w:p w:rsidR="00E00D30" w:rsidRDefault="00E00D30" w:rsidP="00E00D30">
      <w:r>
        <w:t>569.7357</w:t>
      </w:r>
      <w:r>
        <w:tab/>
        <w:t>2.025e0</w:t>
      </w:r>
    </w:p>
    <w:p w:rsidR="00E00D30" w:rsidRDefault="00E00D30" w:rsidP="00E00D30">
      <w:r>
        <w:t>569.7548</w:t>
      </w:r>
      <w:r>
        <w:tab/>
        <w:t>2.025e0</w:t>
      </w:r>
    </w:p>
    <w:p w:rsidR="00E00D30" w:rsidRDefault="00E00D30" w:rsidP="00E00D30">
      <w:r>
        <w:t>569.7813</w:t>
      </w:r>
      <w:r>
        <w:tab/>
        <w:t>5.063e0</w:t>
      </w:r>
    </w:p>
    <w:p w:rsidR="00E00D30" w:rsidRDefault="00E00D30" w:rsidP="00E00D30">
      <w:r>
        <w:t>569.7977</w:t>
      </w:r>
      <w:r>
        <w:tab/>
        <w:t>1.013e0</w:t>
      </w:r>
    </w:p>
    <w:p w:rsidR="00E00D30" w:rsidRDefault="00E00D30" w:rsidP="00E00D30">
      <w:r>
        <w:t>569.8094</w:t>
      </w:r>
      <w:r>
        <w:tab/>
        <w:t>1.013e0</w:t>
      </w:r>
    </w:p>
    <w:p w:rsidR="00E00D30" w:rsidRDefault="00E00D30" w:rsidP="00E00D30">
      <w:r>
        <w:t>569.8199</w:t>
      </w:r>
      <w:r>
        <w:tab/>
        <w:t>1.013e0</w:t>
      </w:r>
    </w:p>
    <w:p w:rsidR="00E00D30" w:rsidRDefault="00E00D30" w:rsidP="00E00D30">
      <w:r>
        <w:t>569.8780</w:t>
      </w:r>
      <w:r>
        <w:tab/>
        <w:t>1.013e0</w:t>
      </w:r>
    </w:p>
    <w:p w:rsidR="00E00D30" w:rsidRDefault="00E00D30" w:rsidP="00E00D30">
      <w:r>
        <w:t>569.8983</w:t>
      </w:r>
      <w:r>
        <w:tab/>
        <w:t>1.013e0</w:t>
      </w:r>
    </w:p>
    <w:p w:rsidR="00E00D30" w:rsidRDefault="00E00D30" w:rsidP="00E00D30">
      <w:r>
        <w:t>569.9071</w:t>
      </w:r>
      <w:r>
        <w:tab/>
        <w:t>2.025e0</w:t>
      </w:r>
    </w:p>
    <w:p w:rsidR="00E00D30" w:rsidRDefault="00E00D30" w:rsidP="00E00D30">
      <w:r>
        <w:t>569.9239</w:t>
      </w:r>
      <w:r>
        <w:tab/>
        <w:t>1.013e0</w:t>
      </w:r>
    </w:p>
    <w:p w:rsidR="00E00D30" w:rsidRDefault="00E00D30" w:rsidP="00E00D30">
      <w:r>
        <w:t>569.9423</w:t>
      </w:r>
      <w:r>
        <w:tab/>
        <w:t>2.025e0</w:t>
      </w:r>
    </w:p>
    <w:p w:rsidR="00E00D30" w:rsidRDefault="00E00D30" w:rsidP="00E00D30">
      <w:r>
        <w:t>569.9561</w:t>
      </w:r>
      <w:r>
        <w:tab/>
        <w:t>1.013e0</w:t>
      </w:r>
    </w:p>
    <w:p w:rsidR="00E00D30" w:rsidRDefault="00E00D30" w:rsidP="00E00D30">
      <w:r>
        <w:t>570.0868</w:t>
      </w:r>
      <w:r>
        <w:tab/>
        <w:t>1.013e0</w:t>
      </w:r>
    </w:p>
    <w:p w:rsidR="00E00D30" w:rsidRDefault="00E00D30" w:rsidP="00E00D30">
      <w:r>
        <w:t>570.1054</w:t>
      </w:r>
      <w:r>
        <w:tab/>
        <w:t>1.013e0</w:t>
      </w:r>
    </w:p>
    <w:p w:rsidR="00E00D30" w:rsidRDefault="00E00D30" w:rsidP="00E00D30">
      <w:r>
        <w:t>570.1212</w:t>
      </w:r>
      <w:r>
        <w:tab/>
        <w:t>1.013e0</w:t>
      </w:r>
    </w:p>
    <w:p w:rsidR="00E00D30" w:rsidRDefault="00E00D30" w:rsidP="00E00D30">
      <w:r>
        <w:t>570.1316</w:t>
      </w:r>
      <w:r>
        <w:tab/>
        <w:t>2.025e0</w:t>
      </w:r>
    </w:p>
    <w:p w:rsidR="00E00D30" w:rsidRDefault="00E00D30" w:rsidP="00E00D30">
      <w:r>
        <w:t>570.1397</w:t>
      </w:r>
      <w:r>
        <w:tab/>
        <w:t>3.038e0</w:t>
      </w:r>
    </w:p>
    <w:p w:rsidR="00E00D30" w:rsidRDefault="00E00D30" w:rsidP="00E00D30">
      <w:r>
        <w:lastRenderedPageBreak/>
        <w:t>570.1524</w:t>
      </w:r>
      <w:r>
        <w:tab/>
        <w:t>1.013e0</w:t>
      </w:r>
    </w:p>
    <w:p w:rsidR="00E00D30" w:rsidRDefault="00E00D30" w:rsidP="00E00D30">
      <w:r>
        <w:t>570.1721</w:t>
      </w:r>
      <w:r>
        <w:tab/>
        <w:t>1.013e0</w:t>
      </w:r>
    </w:p>
    <w:p w:rsidR="00E00D30" w:rsidRDefault="00E00D30" w:rsidP="00E00D30">
      <w:r>
        <w:t>570.2112</w:t>
      </w:r>
      <w:r>
        <w:tab/>
        <w:t>2.025e0</w:t>
      </w:r>
    </w:p>
    <w:p w:rsidR="00E00D30" w:rsidRDefault="00E00D30" w:rsidP="00E00D30">
      <w:r>
        <w:t>570.2407</w:t>
      </w:r>
      <w:r>
        <w:tab/>
        <w:t>6.076e0</w:t>
      </w:r>
    </w:p>
    <w:p w:rsidR="00E00D30" w:rsidRDefault="00E00D30" w:rsidP="00E00D30">
      <w:r>
        <w:t>570.2430</w:t>
      </w:r>
      <w:r>
        <w:tab/>
        <w:t>2.025e0</w:t>
      </w:r>
    </w:p>
    <w:p w:rsidR="00E00D30" w:rsidRDefault="00E00D30" w:rsidP="00E00D30">
      <w:r>
        <w:t>570.2816</w:t>
      </w:r>
      <w:r>
        <w:tab/>
        <w:t>4.207e0</w:t>
      </w:r>
    </w:p>
    <w:p w:rsidR="00E00D30" w:rsidRDefault="00E00D30" w:rsidP="00E00D30">
      <w:r>
        <w:t>570.2881</w:t>
      </w:r>
      <w:r>
        <w:tab/>
        <w:t>2.025e0</w:t>
      </w:r>
    </w:p>
    <w:p w:rsidR="00E00D30" w:rsidRDefault="00E00D30" w:rsidP="00E00D30">
      <w:r>
        <w:t>570.3093</w:t>
      </w:r>
      <w:r>
        <w:tab/>
        <w:t>2.025e0</w:t>
      </w:r>
    </w:p>
    <w:p w:rsidR="00E00D30" w:rsidRDefault="00E00D30" w:rsidP="00E00D30">
      <w:r>
        <w:t>570.3105</w:t>
      </w:r>
      <w:r>
        <w:tab/>
        <w:t>2.025e0</w:t>
      </w:r>
    </w:p>
    <w:p w:rsidR="00E00D30" w:rsidRDefault="00E00D30" w:rsidP="00E00D30">
      <w:r>
        <w:t>570.3204</w:t>
      </w:r>
      <w:r>
        <w:tab/>
        <w:t>2.786e0</w:t>
      </w:r>
    </w:p>
    <w:p w:rsidR="00E00D30" w:rsidRDefault="00E00D30" w:rsidP="00E00D30">
      <w:r>
        <w:t>570.3220</w:t>
      </w:r>
      <w:r>
        <w:tab/>
        <w:t>1.013e0</w:t>
      </w:r>
    </w:p>
    <w:p w:rsidR="00E00D30" w:rsidRDefault="00E00D30" w:rsidP="00E00D30">
      <w:r>
        <w:t>570.3339</w:t>
      </w:r>
      <w:r>
        <w:tab/>
        <w:t>2.025e0</w:t>
      </w:r>
    </w:p>
    <w:p w:rsidR="00E00D30" w:rsidRDefault="00E00D30" w:rsidP="00E00D30">
      <w:r>
        <w:t>570.3387</w:t>
      </w:r>
      <w:r>
        <w:tab/>
        <w:t>2.025e0</w:t>
      </w:r>
    </w:p>
    <w:p w:rsidR="00E00D30" w:rsidRDefault="00E00D30" w:rsidP="00E00D30">
      <w:r>
        <w:t>570.3557</w:t>
      </w:r>
      <w:r>
        <w:tab/>
        <w:t>1.013e0</w:t>
      </w:r>
    </w:p>
    <w:p w:rsidR="00E00D30" w:rsidRDefault="00E00D30" w:rsidP="00E00D30">
      <w:r>
        <w:t>570.3740</w:t>
      </w:r>
      <w:r>
        <w:tab/>
        <w:t>2.025e0</w:t>
      </w:r>
    </w:p>
    <w:p w:rsidR="00E00D30" w:rsidRDefault="00E00D30" w:rsidP="00E00D30">
      <w:r>
        <w:t>570.3955</w:t>
      </w:r>
      <w:r>
        <w:tab/>
        <w:t>3.038e0</w:t>
      </w:r>
    </w:p>
    <w:p w:rsidR="00E00D30" w:rsidRDefault="00E00D30" w:rsidP="00E00D30">
      <w:r>
        <w:t>570.4052</w:t>
      </w:r>
      <w:r>
        <w:tab/>
        <w:t>7.792e0</w:t>
      </w:r>
    </w:p>
    <w:p w:rsidR="00E00D30" w:rsidRDefault="00E00D30" w:rsidP="00E00D30">
      <w:r>
        <w:t>570.4186</w:t>
      </w:r>
      <w:r>
        <w:tab/>
        <w:t>3.038e0</w:t>
      </w:r>
    </w:p>
    <w:p w:rsidR="00E00D30" w:rsidRDefault="00E00D30" w:rsidP="00E00D30">
      <w:r>
        <w:t>570.4422</w:t>
      </w:r>
      <w:r>
        <w:tab/>
        <w:t>6.076e0</w:t>
      </w:r>
    </w:p>
    <w:p w:rsidR="00E00D30" w:rsidRDefault="00E00D30" w:rsidP="00E00D30">
      <w:r>
        <w:lastRenderedPageBreak/>
        <w:t>570.4448</w:t>
      </w:r>
      <w:r>
        <w:tab/>
        <w:t>2.025e0</w:t>
      </w:r>
    </w:p>
    <w:p w:rsidR="00E00D30" w:rsidRDefault="00E00D30" w:rsidP="00E00D30">
      <w:r>
        <w:t>570.4563</w:t>
      </w:r>
      <w:r>
        <w:tab/>
        <w:t>3.038e0</w:t>
      </w:r>
    </w:p>
    <w:p w:rsidR="00E00D30" w:rsidRDefault="00E00D30" w:rsidP="00E00D30">
      <w:r>
        <w:t>570.4606</w:t>
      </w:r>
      <w:r>
        <w:tab/>
        <w:t>4.360e0</w:t>
      </w:r>
    </w:p>
    <w:p w:rsidR="00E00D30" w:rsidRDefault="00E00D30" w:rsidP="00E00D30">
      <w:r>
        <w:t>570.4735</w:t>
      </w:r>
      <w:r>
        <w:tab/>
        <w:t>2.025e0</w:t>
      </w:r>
    </w:p>
    <w:p w:rsidR="00E00D30" w:rsidRDefault="00E00D30" w:rsidP="00E00D30">
      <w:r>
        <w:t>570.4767</w:t>
      </w:r>
      <w:r>
        <w:tab/>
        <w:t>1.013e0</w:t>
      </w:r>
    </w:p>
    <w:p w:rsidR="00E00D30" w:rsidRDefault="00E00D30" w:rsidP="00E00D30">
      <w:r>
        <w:t>570.4857</w:t>
      </w:r>
      <w:r>
        <w:tab/>
        <w:t>4.051e0</w:t>
      </w:r>
    </w:p>
    <w:p w:rsidR="00E00D30" w:rsidRDefault="00E00D30" w:rsidP="00E00D30">
      <w:r>
        <w:t>570.4885</w:t>
      </w:r>
      <w:r>
        <w:tab/>
        <w:t>3.038e0</w:t>
      </w:r>
    </w:p>
    <w:p w:rsidR="00E00D30" w:rsidRDefault="00E00D30" w:rsidP="00E00D30">
      <w:r>
        <w:t>570.5195</w:t>
      </w:r>
      <w:r>
        <w:tab/>
        <w:t>1.013e0</w:t>
      </w:r>
    </w:p>
    <w:p w:rsidR="00E00D30" w:rsidRDefault="00E00D30" w:rsidP="00E00D30">
      <w:r>
        <w:t>570.5347</w:t>
      </w:r>
      <w:r>
        <w:tab/>
        <w:t>2.025e0</w:t>
      </w:r>
    </w:p>
    <w:p w:rsidR="00E00D30" w:rsidRDefault="00E00D30" w:rsidP="00E00D30">
      <w:r>
        <w:t>570.5540</w:t>
      </w:r>
      <w:r>
        <w:tab/>
        <w:t>2.025e0</w:t>
      </w:r>
    </w:p>
    <w:p w:rsidR="00E00D30" w:rsidRDefault="00E00D30" w:rsidP="00E00D30">
      <w:r>
        <w:t>570.5554</w:t>
      </w:r>
      <w:r>
        <w:tab/>
        <w:t>1.013e0</w:t>
      </w:r>
    </w:p>
    <w:p w:rsidR="00E00D30" w:rsidRDefault="00E00D30" w:rsidP="00E00D30">
      <w:r>
        <w:t>570.6265</w:t>
      </w:r>
      <w:r>
        <w:tab/>
        <w:t>1.013e0</w:t>
      </w:r>
    </w:p>
    <w:p w:rsidR="00E00D30" w:rsidRDefault="00E00D30" w:rsidP="00E00D30">
      <w:r>
        <w:t>570.6337</w:t>
      </w:r>
      <w:r>
        <w:tab/>
        <w:t>1.013e0</w:t>
      </w:r>
    </w:p>
    <w:p w:rsidR="00E00D30" w:rsidRDefault="00E00D30" w:rsidP="00E00D30">
      <w:r>
        <w:t>570.6821</w:t>
      </w:r>
      <w:r>
        <w:tab/>
        <w:t>1.013e0</w:t>
      </w:r>
    </w:p>
    <w:p w:rsidR="00E00D30" w:rsidRDefault="00E00D30" w:rsidP="00E00D30">
      <w:r>
        <w:t>570.6975</w:t>
      </w:r>
      <w:r>
        <w:tab/>
        <w:t>1.013e0</w:t>
      </w:r>
    </w:p>
    <w:p w:rsidR="00E00D30" w:rsidRDefault="00E00D30" w:rsidP="00E00D30">
      <w:r>
        <w:t>570.7073</w:t>
      </w:r>
      <w:r>
        <w:tab/>
        <w:t>2.025e0</w:t>
      </w:r>
    </w:p>
    <w:p w:rsidR="00E00D30" w:rsidRDefault="00E00D30" w:rsidP="00E00D30">
      <w:r>
        <w:t>570.7311</w:t>
      </w:r>
      <w:r>
        <w:tab/>
        <w:t>1.013e0</w:t>
      </w:r>
    </w:p>
    <w:p w:rsidR="00E00D30" w:rsidRDefault="00E00D30" w:rsidP="00E00D30">
      <w:r>
        <w:t>570.7409</w:t>
      </w:r>
      <w:r>
        <w:tab/>
        <w:t>1.013e0</w:t>
      </w:r>
    </w:p>
    <w:p w:rsidR="00E00D30" w:rsidRDefault="00E00D30" w:rsidP="00E00D30">
      <w:r>
        <w:t>570.7805</w:t>
      </w:r>
      <w:r>
        <w:tab/>
        <w:t>2.025e0</w:t>
      </w:r>
    </w:p>
    <w:p w:rsidR="00E00D30" w:rsidRDefault="00E00D30" w:rsidP="00E00D30">
      <w:r>
        <w:lastRenderedPageBreak/>
        <w:t>570.7995</w:t>
      </w:r>
      <w:r>
        <w:tab/>
        <w:t>1.013e0</w:t>
      </w:r>
    </w:p>
    <w:p w:rsidR="00E00D30" w:rsidRDefault="00E00D30" w:rsidP="00E00D30">
      <w:r>
        <w:t>570.8249</w:t>
      </w:r>
      <w:r>
        <w:tab/>
        <w:t>1.013e0</w:t>
      </w:r>
    </w:p>
    <w:p w:rsidR="00E00D30" w:rsidRDefault="00E00D30" w:rsidP="00E00D30">
      <w:r>
        <w:t>570.8975</w:t>
      </w:r>
      <w:r>
        <w:tab/>
        <w:t>2.025e0</w:t>
      </w:r>
    </w:p>
    <w:p w:rsidR="00E00D30" w:rsidRDefault="00E00D30" w:rsidP="00E00D30">
      <w:r>
        <w:t>570.9125</w:t>
      </w:r>
      <w:r>
        <w:tab/>
        <w:t>2.025e0</w:t>
      </w:r>
    </w:p>
    <w:p w:rsidR="00E00D30" w:rsidRDefault="00E00D30" w:rsidP="00E00D30">
      <w:r>
        <w:t>570.9271</w:t>
      </w:r>
      <w:r>
        <w:tab/>
        <w:t>1.013e0</w:t>
      </w:r>
    </w:p>
    <w:p w:rsidR="00E00D30" w:rsidRDefault="00E00D30" w:rsidP="00E00D30">
      <w:r>
        <w:t>570.9664</w:t>
      </w:r>
      <w:r>
        <w:tab/>
        <w:t>1.013e0</w:t>
      </w:r>
    </w:p>
    <w:p w:rsidR="00E00D30" w:rsidRDefault="00E00D30" w:rsidP="00E00D30">
      <w:r>
        <w:t>570.9871</w:t>
      </w:r>
      <w:r>
        <w:tab/>
        <w:t>1.013e0</w:t>
      </w:r>
    </w:p>
    <w:p w:rsidR="00E00D30" w:rsidRDefault="00E00D30" w:rsidP="00E00D30">
      <w:r>
        <w:t>571.0066</w:t>
      </w:r>
      <w:r>
        <w:tab/>
        <w:t>1.013e0</w:t>
      </w:r>
    </w:p>
    <w:p w:rsidR="00E00D30" w:rsidRDefault="00E00D30" w:rsidP="00E00D30">
      <w:r>
        <w:t>571.0216</w:t>
      </w:r>
      <w:r>
        <w:tab/>
        <w:t>1.013e0</w:t>
      </w:r>
    </w:p>
    <w:p w:rsidR="00E00D30" w:rsidRDefault="00E00D30" w:rsidP="00E00D30">
      <w:r>
        <w:t>571.0297</w:t>
      </w:r>
      <w:r>
        <w:tab/>
        <w:t>3.038e0</w:t>
      </w:r>
    </w:p>
    <w:p w:rsidR="00E00D30" w:rsidRDefault="00E00D30" w:rsidP="00E00D30">
      <w:r>
        <w:t>571.0350</w:t>
      </w:r>
      <w:r>
        <w:tab/>
        <w:t>1.013e0</w:t>
      </w:r>
    </w:p>
    <w:p w:rsidR="00E00D30" w:rsidRDefault="00E00D30" w:rsidP="00E00D30">
      <w:r>
        <w:t>571.0459</w:t>
      </w:r>
      <w:r>
        <w:tab/>
        <w:t>1.013e0</w:t>
      </w:r>
    </w:p>
    <w:p w:rsidR="00E00D30" w:rsidRDefault="00E00D30" w:rsidP="00E00D30">
      <w:r>
        <w:t>571.0845</w:t>
      </w:r>
      <w:r>
        <w:tab/>
        <w:t>1.013e0</w:t>
      </w:r>
    </w:p>
    <w:p w:rsidR="00E00D30" w:rsidRDefault="00E00D30" w:rsidP="00E00D30">
      <w:r>
        <w:t>571.0947</w:t>
      </w:r>
      <w:r>
        <w:tab/>
        <w:t>2.025e0</w:t>
      </w:r>
    </w:p>
    <w:p w:rsidR="00E00D30" w:rsidRDefault="00E00D30" w:rsidP="00E00D30">
      <w:r>
        <w:t>571.1580</w:t>
      </w:r>
      <w:r>
        <w:tab/>
        <w:t>2.025e0</w:t>
      </w:r>
    </w:p>
    <w:p w:rsidR="00E00D30" w:rsidRDefault="00E00D30" w:rsidP="00E00D30">
      <w:r>
        <w:t>571.1768</w:t>
      </w:r>
      <w:r>
        <w:tab/>
        <w:t>2.025e0</w:t>
      </w:r>
    </w:p>
    <w:p w:rsidR="00E00D30" w:rsidRDefault="00E00D30" w:rsidP="00E00D30">
      <w:r>
        <w:t>571.1830</w:t>
      </w:r>
      <w:r>
        <w:tab/>
        <w:t>3.385e0</w:t>
      </w:r>
    </w:p>
    <w:p w:rsidR="00E00D30" w:rsidRDefault="00E00D30" w:rsidP="00E00D30">
      <w:r>
        <w:t>571.1848</w:t>
      </w:r>
      <w:r>
        <w:tab/>
        <w:t>2.025e0</w:t>
      </w:r>
    </w:p>
    <w:p w:rsidR="00E00D30" w:rsidRDefault="00E00D30" w:rsidP="00E00D30">
      <w:r>
        <w:t>571.1968</w:t>
      </w:r>
      <w:r>
        <w:tab/>
        <w:t>4.051e0</w:t>
      </w:r>
    </w:p>
    <w:p w:rsidR="00E00D30" w:rsidRDefault="00E00D30" w:rsidP="00E00D30">
      <w:r>
        <w:lastRenderedPageBreak/>
        <w:t>571.2283</w:t>
      </w:r>
      <w:r>
        <w:tab/>
        <w:t>2.025e0</w:t>
      </w:r>
    </w:p>
    <w:p w:rsidR="00E00D30" w:rsidRDefault="00E00D30" w:rsidP="00E00D30">
      <w:r>
        <w:t>571.2382</w:t>
      </w:r>
      <w:r>
        <w:tab/>
        <w:t>1.013e0</w:t>
      </w:r>
    </w:p>
    <w:p w:rsidR="00E00D30" w:rsidRDefault="00E00D30" w:rsidP="00E00D30">
      <w:r>
        <w:t>571.2407</w:t>
      </w:r>
      <w:r>
        <w:tab/>
        <w:t>2.025e0</w:t>
      </w:r>
    </w:p>
    <w:p w:rsidR="00E00D30" w:rsidRDefault="00E00D30" w:rsidP="00E00D30">
      <w:r>
        <w:t>571.2542</w:t>
      </w:r>
      <w:r>
        <w:tab/>
        <w:t>4.051e0</w:t>
      </w:r>
    </w:p>
    <w:p w:rsidR="00E00D30" w:rsidRDefault="00E00D30" w:rsidP="00E00D30">
      <w:r>
        <w:t>571.2608</w:t>
      </w:r>
      <w:r>
        <w:tab/>
        <w:t>2.025e0</w:t>
      </w:r>
    </w:p>
    <w:p w:rsidR="00E00D30" w:rsidRDefault="00E00D30" w:rsidP="00E00D30">
      <w:r>
        <w:t>571.2717</w:t>
      </w:r>
      <w:r>
        <w:tab/>
        <w:t>1.013e0</w:t>
      </w:r>
    </w:p>
    <w:p w:rsidR="00E00D30" w:rsidRDefault="00E00D30" w:rsidP="00E00D30">
      <w:r>
        <w:t>571.2742</w:t>
      </w:r>
      <w:r>
        <w:tab/>
        <w:t>2.025e0</w:t>
      </w:r>
    </w:p>
    <w:p w:rsidR="00E00D30" w:rsidRDefault="00E00D30" w:rsidP="00E00D30">
      <w:r>
        <w:t>571.2816</w:t>
      </w:r>
      <w:r>
        <w:tab/>
        <w:t>1.013e0</w:t>
      </w:r>
    </w:p>
    <w:p w:rsidR="00E00D30" w:rsidRDefault="00E00D30" w:rsidP="00E00D30">
      <w:r>
        <w:t>571.2982</w:t>
      </w:r>
      <w:r>
        <w:tab/>
        <w:t>6.404e0</w:t>
      </w:r>
    </w:p>
    <w:p w:rsidR="00E00D30" w:rsidRDefault="00E00D30" w:rsidP="00E00D30">
      <w:r>
        <w:t>571.3423</w:t>
      </w:r>
      <w:r>
        <w:tab/>
        <w:t>6.076e0</w:t>
      </w:r>
    </w:p>
    <w:p w:rsidR="00E00D30" w:rsidRDefault="00E00D30" w:rsidP="00E00D30">
      <w:r>
        <w:t>571.3461</w:t>
      </w:r>
      <w:r>
        <w:tab/>
        <w:t>6.076e0</w:t>
      </w:r>
    </w:p>
    <w:p w:rsidR="00E00D30" w:rsidRDefault="00E00D30" w:rsidP="00E00D30">
      <w:r>
        <w:t>571.3486</w:t>
      </w:r>
      <w:r>
        <w:tab/>
        <w:t>2.025e0</w:t>
      </w:r>
    </w:p>
    <w:p w:rsidR="00E00D30" w:rsidRDefault="00E00D30" w:rsidP="00E00D30">
      <w:r>
        <w:t>571.3568</w:t>
      </w:r>
      <w:r>
        <w:tab/>
        <w:t>4.051e0</w:t>
      </w:r>
    </w:p>
    <w:p w:rsidR="00E00D30" w:rsidRDefault="00E00D30" w:rsidP="00E00D30">
      <w:r>
        <w:t>571.3619</w:t>
      </w:r>
      <w:r>
        <w:tab/>
        <w:t>3.038e0</w:t>
      </w:r>
    </w:p>
    <w:p w:rsidR="00E00D30" w:rsidRDefault="00E00D30" w:rsidP="00E00D30">
      <w:r>
        <w:t>571.4086</w:t>
      </w:r>
      <w:r>
        <w:tab/>
        <w:t>1.013e0</w:t>
      </w:r>
    </w:p>
    <w:p w:rsidR="00E00D30" w:rsidRDefault="00E00D30" w:rsidP="00E00D30">
      <w:r>
        <w:t>571.4478</w:t>
      </w:r>
      <w:r>
        <w:tab/>
        <w:t>4.051e0</w:t>
      </w:r>
    </w:p>
    <w:p w:rsidR="00E00D30" w:rsidRDefault="00E00D30" w:rsidP="00E00D30">
      <w:r>
        <w:t>571.4624</w:t>
      </w:r>
      <w:r>
        <w:tab/>
        <w:t>4.051e0</w:t>
      </w:r>
    </w:p>
    <w:p w:rsidR="00E00D30" w:rsidRDefault="00E00D30" w:rsidP="00E00D30">
      <w:r>
        <w:t>571.4682</w:t>
      </w:r>
      <w:r>
        <w:tab/>
        <w:t>2.025e0</w:t>
      </w:r>
    </w:p>
    <w:p w:rsidR="00E00D30" w:rsidRDefault="00E00D30" w:rsidP="00E00D30">
      <w:r>
        <w:t>571.4716</w:t>
      </w:r>
      <w:r>
        <w:tab/>
        <w:t>3.038e0</w:t>
      </w:r>
    </w:p>
    <w:p w:rsidR="00E00D30" w:rsidRDefault="00E00D30" w:rsidP="00E00D30">
      <w:r>
        <w:lastRenderedPageBreak/>
        <w:t>571.4771</w:t>
      </w:r>
      <w:r>
        <w:tab/>
        <w:t>2.025e0</w:t>
      </w:r>
    </w:p>
    <w:p w:rsidR="00E00D30" w:rsidRDefault="00E00D30" w:rsidP="00E00D30">
      <w:r>
        <w:t>571.5062</w:t>
      </w:r>
      <w:r>
        <w:tab/>
        <w:t>1.013e0</w:t>
      </w:r>
    </w:p>
    <w:p w:rsidR="00E00D30" w:rsidRDefault="00E00D30" w:rsidP="00E00D30">
      <w:r>
        <w:t>571.5182</w:t>
      </w:r>
      <w:r>
        <w:tab/>
        <w:t>2.025e0</w:t>
      </w:r>
    </w:p>
    <w:p w:rsidR="00E00D30" w:rsidRDefault="00E00D30" w:rsidP="00E00D30">
      <w:r>
        <w:t>571.5713</w:t>
      </w:r>
      <w:r>
        <w:tab/>
        <w:t>3.038e0</w:t>
      </w:r>
    </w:p>
    <w:p w:rsidR="00E00D30" w:rsidRDefault="00E00D30" w:rsidP="00E00D30">
      <w:r>
        <w:t>571.5949</w:t>
      </w:r>
      <w:r>
        <w:tab/>
        <w:t>1.013e0</w:t>
      </w:r>
    </w:p>
    <w:p w:rsidR="00E00D30" w:rsidRDefault="00E00D30" w:rsidP="00E00D30">
      <w:r>
        <w:t>571.6047</w:t>
      </w:r>
      <w:r>
        <w:tab/>
        <w:t>1.013e0</w:t>
      </w:r>
    </w:p>
    <w:p w:rsidR="00E00D30" w:rsidRDefault="00E00D30" w:rsidP="00E00D30">
      <w:r>
        <w:t>571.6254</w:t>
      </w:r>
      <w:r>
        <w:tab/>
        <w:t>2.025e0</w:t>
      </w:r>
    </w:p>
    <w:p w:rsidR="00E00D30" w:rsidRDefault="00E00D30" w:rsidP="00E00D30">
      <w:r>
        <w:t>571.6342</w:t>
      </w:r>
      <w:r>
        <w:tab/>
        <w:t>1.013e0</w:t>
      </w:r>
    </w:p>
    <w:p w:rsidR="00E00D30" w:rsidRDefault="00E00D30" w:rsidP="00E00D30">
      <w:r>
        <w:t>571.6874</w:t>
      </w:r>
      <w:r>
        <w:tab/>
        <w:t>1.013e0</w:t>
      </w:r>
    </w:p>
    <w:p w:rsidR="00E00D30" w:rsidRDefault="00E00D30" w:rsidP="00E00D30">
      <w:r>
        <w:t>571.7061</w:t>
      </w:r>
      <w:r>
        <w:tab/>
        <w:t>1.013e0</w:t>
      </w:r>
    </w:p>
    <w:p w:rsidR="00E00D30" w:rsidRDefault="00E00D30" w:rsidP="00E00D30">
      <w:r>
        <w:t>571.7131</w:t>
      </w:r>
      <w:r>
        <w:tab/>
        <w:t>1.013e0</w:t>
      </w:r>
    </w:p>
    <w:p w:rsidR="00E00D30" w:rsidRDefault="00E00D30" w:rsidP="00E00D30">
      <w:r>
        <w:t>571.7220</w:t>
      </w:r>
      <w:r>
        <w:tab/>
        <w:t>1.013e0</w:t>
      </w:r>
    </w:p>
    <w:p w:rsidR="00E00D30" w:rsidRDefault="00E00D30" w:rsidP="00E00D30">
      <w:r>
        <w:t>571.7630</w:t>
      </w:r>
      <w:r>
        <w:tab/>
        <w:t>1.013e0</w:t>
      </w:r>
    </w:p>
    <w:p w:rsidR="00E00D30" w:rsidRDefault="00E00D30" w:rsidP="00E00D30">
      <w:r>
        <w:t>571.8228</w:t>
      </w:r>
      <w:r>
        <w:tab/>
        <w:t>2.025e0</w:t>
      </w:r>
    </w:p>
    <w:p w:rsidR="00E00D30" w:rsidRDefault="00E00D30" w:rsidP="00E00D30">
      <w:r>
        <w:t>571.8712</w:t>
      </w:r>
      <w:r>
        <w:tab/>
        <w:t>1.013e0</w:t>
      </w:r>
    </w:p>
    <w:p w:rsidR="00E00D30" w:rsidRDefault="00E00D30" w:rsidP="00E00D30">
      <w:r>
        <w:t>571.8802</w:t>
      </w:r>
      <w:r>
        <w:tab/>
        <w:t>1.013e0</w:t>
      </w:r>
    </w:p>
    <w:p w:rsidR="00E00D30" w:rsidRDefault="00E00D30" w:rsidP="00E00D30">
      <w:r>
        <w:t>571.8908</w:t>
      </w:r>
      <w:r>
        <w:tab/>
        <w:t>3.038e0</w:t>
      </w:r>
    </w:p>
    <w:p w:rsidR="00E00D30" w:rsidRDefault="00E00D30" w:rsidP="00E00D30">
      <w:r>
        <w:t>571.8944</w:t>
      </w:r>
      <w:r>
        <w:tab/>
        <w:t>2.025e0</w:t>
      </w:r>
    </w:p>
    <w:p w:rsidR="00E00D30" w:rsidRDefault="00E00D30" w:rsidP="00E00D30">
      <w:r>
        <w:t>571.9783</w:t>
      </w:r>
      <w:r>
        <w:tab/>
        <w:t>1.013e0</w:t>
      </w:r>
    </w:p>
    <w:p w:rsidR="00E00D30" w:rsidRDefault="00E00D30" w:rsidP="00E00D30">
      <w:r>
        <w:lastRenderedPageBreak/>
        <w:t>571.9933</w:t>
      </w:r>
      <w:r>
        <w:tab/>
        <w:t>2.025e0</w:t>
      </w:r>
    </w:p>
    <w:p w:rsidR="00E00D30" w:rsidRDefault="00E00D30" w:rsidP="00E00D30">
      <w:r>
        <w:t>572.0186</w:t>
      </w:r>
      <w:r>
        <w:tab/>
        <w:t>1.013e0</w:t>
      </w:r>
    </w:p>
    <w:p w:rsidR="00E00D30" w:rsidRDefault="00E00D30" w:rsidP="00E00D30">
      <w:r>
        <w:t>572.0457</w:t>
      </w:r>
      <w:r>
        <w:tab/>
        <w:t>1.013e0</w:t>
      </w:r>
    </w:p>
    <w:p w:rsidR="00E00D30" w:rsidRDefault="00E00D30" w:rsidP="00E00D30">
      <w:r>
        <w:t>572.0833</w:t>
      </w:r>
      <w:r>
        <w:tab/>
        <w:t>1.013e0</w:t>
      </w:r>
    </w:p>
    <w:p w:rsidR="00E00D30" w:rsidRDefault="00E00D30" w:rsidP="00E00D30">
      <w:r>
        <w:t>572.1018</w:t>
      </w:r>
      <w:r>
        <w:tab/>
        <w:t>1.013e0</w:t>
      </w:r>
    </w:p>
    <w:p w:rsidR="00E00D30" w:rsidRDefault="00E00D30" w:rsidP="00E00D30">
      <w:r>
        <w:t>572.1061</w:t>
      </w:r>
      <w:r>
        <w:tab/>
        <w:t>1.013e0</w:t>
      </w:r>
    </w:p>
    <w:p w:rsidR="00E00D30" w:rsidRDefault="00E00D30" w:rsidP="00E00D30">
      <w:r>
        <w:t>572.1296</w:t>
      </w:r>
      <w:r>
        <w:tab/>
        <w:t>2.025e0</w:t>
      </w:r>
    </w:p>
    <w:p w:rsidR="00E00D30" w:rsidRDefault="00E00D30" w:rsidP="00E00D30">
      <w:r>
        <w:t>572.1689</w:t>
      </w:r>
      <w:r>
        <w:tab/>
        <w:t>6.076e0</w:t>
      </w:r>
    </w:p>
    <w:p w:rsidR="00E00D30" w:rsidRDefault="00E00D30" w:rsidP="00E00D30">
      <w:r>
        <w:t>572.1995</w:t>
      </w:r>
      <w:r>
        <w:tab/>
        <w:t>2.025e0</w:t>
      </w:r>
    </w:p>
    <w:p w:rsidR="00E00D30" w:rsidRDefault="00E00D30" w:rsidP="00E00D30">
      <w:r>
        <w:t>572.2029</w:t>
      </w:r>
      <w:r>
        <w:tab/>
        <w:t>4.051e0</w:t>
      </w:r>
    </w:p>
    <w:p w:rsidR="00E00D30" w:rsidRDefault="00E00D30" w:rsidP="00E00D30">
      <w:r>
        <w:t>572.2089</w:t>
      </w:r>
      <w:r>
        <w:tab/>
        <w:t>3.038e0</w:t>
      </w:r>
    </w:p>
    <w:p w:rsidR="00E00D30" w:rsidRDefault="00E00D30" w:rsidP="00E00D30">
      <w:r>
        <w:t>572.2169</w:t>
      </w:r>
      <w:r>
        <w:tab/>
        <w:t>6.166e0</w:t>
      </w:r>
    </w:p>
    <w:p w:rsidR="00E00D30" w:rsidRDefault="00E00D30" w:rsidP="00E00D30">
      <w:r>
        <w:t>572.2203</w:t>
      </w:r>
      <w:r>
        <w:tab/>
        <w:t>5.063e0</w:t>
      </w:r>
    </w:p>
    <w:p w:rsidR="00E00D30" w:rsidRDefault="00E00D30" w:rsidP="00E00D30">
      <w:r>
        <w:t>572.2365</w:t>
      </w:r>
      <w:r>
        <w:tab/>
        <w:t>2.025e0</w:t>
      </w:r>
    </w:p>
    <w:p w:rsidR="00E00D30" w:rsidRDefault="00E00D30" w:rsidP="00E00D30">
      <w:r>
        <w:t>572.2525</w:t>
      </w:r>
      <w:r>
        <w:tab/>
        <w:t>2.025e0</w:t>
      </w:r>
    </w:p>
    <w:p w:rsidR="00E00D30" w:rsidRDefault="00E00D30" w:rsidP="00E00D30">
      <w:r>
        <w:t>572.2638</w:t>
      </w:r>
      <w:r>
        <w:tab/>
        <w:t>1.013e0</w:t>
      </w:r>
    </w:p>
    <w:p w:rsidR="00E00D30" w:rsidRDefault="00E00D30" w:rsidP="00E00D30">
      <w:r>
        <w:t>572.2655</w:t>
      </w:r>
      <w:r>
        <w:tab/>
        <w:t>3.038e0</w:t>
      </w:r>
    </w:p>
    <w:p w:rsidR="00E00D30" w:rsidRDefault="00E00D30" w:rsidP="00E00D30">
      <w:r>
        <w:t>572.3086</w:t>
      </w:r>
      <w:r>
        <w:tab/>
        <w:t>2.025e0</w:t>
      </w:r>
    </w:p>
    <w:p w:rsidR="00E00D30" w:rsidRDefault="00E00D30" w:rsidP="00E00D30">
      <w:r>
        <w:t>572.3130</w:t>
      </w:r>
      <w:r>
        <w:tab/>
        <w:t>1.013e0</w:t>
      </w:r>
    </w:p>
    <w:p w:rsidR="00E00D30" w:rsidRDefault="00E00D30" w:rsidP="00E00D30">
      <w:r>
        <w:lastRenderedPageBreak/>
        <w:t>572.3209</w:t>
      </w:r>
      <w:r>
        <w:tab/>
        <w:t>2.025e0</w:t>
      </w:r>
    </w:p>
    <w:p w:rsidR="00E00D30" w:rsidRDefault="00E00D30" w:rsidP="00E00D30">
      <w:r>
        <w:t>572.3326</w:t>
      </w:r>
      <w:r>
        <w:tab/>
        <w:t>1.013e0</w:t>
      </w:r>
    </w:p>
    <w:p w:rsidR="00E00D30" w:rsidRDefault="00E00D30" w:rsidP="00E00D30">
      <w:r>
        <w:t>572.3532</w:t>
      </w:r>
      <w:r>
        <w:tab/>
        <w:t>1.013e0</w:t>
      </w:r>
    </w:p>
    <w:p w:rsidR="00E00D30" w:rsidRDefault="00E00D30" w:rsidP="00E00D30">
      <w:r>
        <w:t>572.3779</w:t>
      </w:r>
      <w:r>
        <w:tab/>
        <w:t>2.025e0</w:t>
      </w:r>
    </w:p>
    <w:p w:rsidR="00E00D30" w:rsidRDefault="00E00D30" w:rsidP="00E00D30">
      <w:r>
        <w:t>572.3789</w:t>
      </w:r>
      <w:r>
        <w:tab/>
        <w:t>2.025e0</w:t>
      </w:r>
    </w:p>
    <w:p w:rsidR="00E00D30" w:rsidRDefault="00E00D30" w:rsidP="00E00D30">
      <w:r>
        <w:t>572.4031</w:t>
      </w:r>
      <w:r>
        <w:tab/>
        <w:t>4.051e0</w:t>
      </w:r>
    </w:p>
    <w:p w:rsidR="00E00D30" w:rsidRDefault="00E00D30" w:rsidP="00E00D30">
      <w:r>
        <w:t>572.4389</w:t>
      </w:r>
      <w:r>
        <w:tab/>
        <w:t>4.051e0</w:t>
      </w:r>
    </w:p>
    <w:p w:rsidR="00E00D30" w:rsidRDefault="00E00D30" w:rsidP="00E00D30">
      <w:r>
        <w:t>572.4406</w:t>
      </w:r>
      <w:r>
        <w:tab/>
        <w:t>1.013e0</w:t>
      </w:r>
    </w:p>
    <w:p w:rsidR="00E00D30" w:rsidRDefault="00E00D30" w:rsidP="00E00D30">
      <w:r>
        <w:t>572.4421</w:t>
      </w:r>
      <w:r>
        <w:tab/>
        <w:t>2.025e0</w:t>
      </w:r>
    </w:p>
    <w:p w:rsidR="00E00D30" w:rsidRDefault="00E00D30" w:rsidP="00E00D30">
      <w:r>
        <w:t>572.4592</w:t>
      </w:r>
      <w:r>
        <w:tab/>
        <w:t>2.025e0</w:t>
      </w:r>
    </w:p>
    <w:p w:rsidR="00E00D30" w:rsidRDefault="00E00D30" w:rsidP="00E00D30">
      <w:r>
        <w:t>572.4611</w:t>
      </w:r>
      <w:r>
        <w:tab/>
        <w:t>1.013e0</w:t>
      </w:r>
    </w:p>
    <w:p w:rsidR="00E00D30" w:rsidRDefault="00E00D30" w:rsidP="00E00D30">
      <w:r>
        <w:t>572.4711</w:t>
      </w:r>
      <w:r>
        <w:tab/>
        <w:t>1.013e0</w:t>
      </w:r>
    </w:p>
    <w:p w:rsidR="00E00D30" w:rsidRDefault="00E00D30" w:rsidP="00E00D30">
      <w:r>
        <w:t>572.4901</w:t>
      </w:r>
      <w:r>
        <w:tab/>
        <w:t>1.013e0</w:t>
      </w:r>
    </w:p>
    <w:p w:rsidR="00E00D30" w:rsidRDefault="00E00D30" w:rsidP="00E00D30">
      <w:r>
        <w:t>572.5151</w:t>
      </w:r>
      <w:r>
        <w:tab/>
        <w:t>1.013e0</w:t>
      </w:r>
    </w:p>
    <w:p w:rsidR="00E00D30" w:rsidRDefault="00E00D30" w:rsidP="00E00D30">
      <w:r>
        <w:t>572.5292</w:t>
      </w:r>
      <w:r>
        <w:tab/>
        <w:t>3.038e0</w:t>
      </w:r>
    </w:p>
    <w:p w:rsidR="00E00D30" w:rsidRDefault="00E00D30" w:rsidP="00E00D30">
      <w:r>
        <w:t>572.5855</w:t>
      </w:r>
      <w:r>
        <w:tab/>
        <w:t>1.013e0</w:t>
      </w:r>
    </w:p>
    <w:p w:rsidR="00E00D30" w:rsidRDefault="00E00D30" w:rsidP="00E00D30">
      <w:r>
        <w:t>572.6319</w:t>
      </w:r>
      <w:r>
        <w:tab/>
        <w:t>2.025e0</w:t>
      </w:r>
    </w:p>
    <w:p w:rsidR="00E00D30" w:rsidRDefault="00E00D30" w:rsidP="00E00D30">
      <w:r>
        <w:t>572.6384</w:t>
      </w:r>
      <w:r>
        <w:tab/>
        <w:t>1.013e0</w:t>
      </w:r>
    </w:p>
    <w:p w:rsidR="00E00D30" w:rsidRDefault="00E00D30" w:rsidP="00E00D30">
      <w:r>
        <w:t>572.6934</w:t>
      </w:r>
      <w:r>
        <w:tab/>
        <w:t>1.013e0</w:t>
      </w:r>
    </w:p>
    <w:p w:rsidR="00E00D30" w:rsidRDefault="00E00D30" w:rsidP="00E00D30">
      <w:r>
        <w:lastRenderedPageBreak/>
        <w:t>572.7066</w:t>
      </w:r>
      <w:r>
        <w:tab/>
        <w:t>1.013e0</w:t>
      </w:r>
    </w:p>
    <w:p w:rsidR="00E00D30" w:rsidRDefault="00E00D30" w:rsidP="00E00D30">
      <w:r>
        <w:t>572.7260</w:t>
      </w:r>
      <w:r>
        <w:tab/>
        <w:t>2.025e0</w:t>
      </w:r>
    </w:p>
    <w:p w:rsidR="00E00D30" w:rsidRDefault="00E00D30" w:rsidP="00E00D30">
      <w:r>
        <w:t>572.8093</w:t>
      </w:r>
      <w:r>
        <w:tab/>
        <w:t>3.038e0</w:t>
      </w:r>
    </w:p>
    <w:p w:rsidR="00E00D30" w:rsidRDefault="00E00D30" w:rsidP="00E00D30">
      <w:r>
        <w:t>572.8255</w:t>
      </w:r>
      <w:r>
        <w:tab/>
        <w:t>1.013e0</w:t>
      </w:r>
    </w:p>
    <w:p w:rsidR="00E00D30" w:rsidRDefault="00E00D30" w:rsidP="00E00D30">
      <w:r>
        <w:t>572.8494</w:t>
      </w:r>
      <w:r>
        <w:tab/>
        <w:t>2.025e0</w:t>
      </w:r>
    </w:p>
    <w:p w:rsidR="00E00D30" w:rsidRDefault="00E00D30" w:rsidP="00E00D30">
      <w:r>
        <w:t>572.8540</w:t>
      </w:r>
      <w:r>
        <w:tab/>
        <w:t>2.025e0</w:t>
      </w:r>
    </w:p>
    <w:p w:rsidR="00E00D30" w:rsidRDefault="00E00D30" w:rsidP="00E00D30">
      <w:r>
        <w:t>572.8727</w:t>
      </w:r>
      <w:r>
        <w:tab/>
        <w:t>1.013e0</w:t>
      </w:r>
    </w:p>
    <w:p w:rsidR="00E00D30" w:rsidRDefault="00E00D30" w:rsidP="00E00D30">
      <w:r>
        <w:t>572.8937</w:t>
      </w:r>
      <w:r>
        <w:tab/>
        <w:t>1.013e0</w:t>
      </w:r>
    </w:p>
    <w:p w:rsidR="00E00D30" w:rsidRDefault="00E00D30" w:rsidP="00E00D30">
      <w:r>
        <w:t>572.9137</w:t>
      </w:r>
      <w:r>
        <w:tab/>
        <w:t>2.025e0</w:t>
      </w:r>
    </w:p>
    <w:p w:rsidR="00E00D30" w:rsidRDefault="00E00D30" w:rsidP="00E00D30">
      <w:r>
        <w:t>572.9426</w:t>
      </w:r>
      <w:r>
        <w:tab/>
        <w:t>1.013e0</w:t>
      </w:r>
    </w:p>
    <w:p w:rsidR="00E00D30" w:rsidRDefault="00E00D30" w:rsidP="00E00D30">
      <w:r>
        <w:t>572.9526</w:t>
      </w:r>
      <w:r>
        <w:tab/>
        <w:t>2.025e0</w:t>
      </w:r>
    </w:p>
    <w:p w:rsidR="00E00D30" w:rsidRDefault="00E00D30" w:rsidP="00E00D30">
      <w:r>
        <w:t>572.9922</w:t>
      </w:r>
      <w:r>
        <w:tab/>
        <w:t>1.013e0</w:t>
      </w:r>
    </w:p>
    <w:p w:rsidR="00E00D30" w:rsidRDefault="00E00D30" w:rsidP="00E00D30">
      <w:r>
        <w:t>572.9985</w:t>
      </w:r>
      <w:r>
        <w:tab/>
        <w:t>1.013e0</w:t>
      </w:r>
    </w:p>
    <w:p w:rsidR="00E00D30" w:rsidRDefault="00E00D30" w:rsidP="00E00D30">
      <w:r>
        <w:t>573.0358</w:t>
      </w:r>
      <w:r>
        <w:tab/>
        <w:t>1.013e0</w:t>
      </w:r>
    </w:p>
    <w:p w:rsidR="00E00D30" w:rsidRDefault="00E00D30" w:rsidP="00E00D30">
      <w:r>
        <w:t>573.0414</w:t>
      </w:r>
      <w:r>
        <w:tab/>
        <w:t>1.013e0</w:t>
      </w:r>
    </w:p>
    <w:p w:rsidR="00E00D30" w:rsidRDefault="00E00D30" w:rsidP="00E00D30">
      <w:r>
        <w:t>573.0805</w:t>
      </w:r>
      <w:r>
        <w:tab/>
        <w:t>1.013e0</w:t>
      </w:r>
    </w:p>
    <w:p w:rsidR="00E00D30" w:rsidRDefault="00E00D30" w:rsidP="00E00D30">
      <w:r>
        <w:t>573.1075</w:t>
      </w:r>
      <w:r>
        <w:tab/>
        <w:t>1.013e0</w:t>
      </w:r>
    </w:p>
    <w:p w:rsidR="00E00D30" w:rsidRDefault="00E00D30" w:rsidP="00E00D30">
      <w:r>
        <w:t>573.1996</w:t>
      </w:r>
      <w:r>
        <w:tab/>
        <w:t>2.025e0</w:t>
      </w:r>
    </w:p>
    <w:p w:rsidR="00E00D30" w:rsidRDefault="00E00D30" w:rsidP="00E00D30">
      <w:r>
        <w:t>573.2009</w:t>
      </w:r>
      <w:r>
        <w:tab/>
        <w:t>3.810e1</w:t>
      </w:r>
    </w:p>
    <w:p w:rsidR="00E00D30" w:rsidRDefault="00E00D30" w:rsidP="00E00D30">
      <w:r>
        <w:lastRenderedPageBreak/>
        <w:t>573.2045</w:t>
      </w:r>
      <w:r>
        <w:tab/>
        <w:t>2.190e1</w:t>
      </w:r>
    </w:p>
    <w:p w:rsidR="00E00D30" w:rsidRDefault="00E00D30" w:rsidP="00E00D30">
      <w:r>
        <w:t>573.2055</w:t>
      </w:r>
      <w:r>
        <w:tab/>
        <w:t>6.708e1</w:t>
      </w:r>
    </w:p>
    <w:p w:rsidR="00E00D30" w:rsidRDefault="00E00D30" w:rsidP="00E00D30">
      <w:r>
        <w:t>573.2065</w:t>
      </w:r>
      <w:r>
        <w:tab/>
        <w:t>4.904e1</w:t>
      </w:r>
    </w:p>
    <w:p w:rsidR="00E00D30" w:rsidRDefault="00E00D30" w:rsidP="00E00D30">
      <w:r>
        <w:t>573.2081</w:t>
      </w:r>
      <w:r>
        <w:tab/>
        <w:t>3.038e0</w:t>
      </w:r>
    </w:p>
    <w:p w:rsidR="00E00D30" w:rsidRDefault="00E00D30" w:rsidP="00E00D30">
      <w:r>
        <w:t>573.2100</w:t>
      </w:r>
      <w:r>
        <w:tab/>
        <w:t>5.317e1</w:t>
      </w:r>
    </w:p>
    <w:p w:rsidR="00E00D30" w:rsidRDefault="00E00D30" w:rsidP="00E00D30">
      <w:r>
        <w:t>573.2167</w:t>
      </w:r>
      <w:r>
        <w:tab/>
        <w:t>1.519e1</w:t>
      </w:r>
    </w:p>
    <w:p w:rsidR="00E00D30" w:rsidRDefault="00E00D30" w:rsidP="00E00D30">
      <w:r>
        <w:t>573.2867</w:t>
      </w:r>
      <w:r>
        <w:tab/>
        <w:t>1.013e0</w:t>
      </w:r>
    </w:p>
    <w:p w:rsidR="00E00D30" w:rsidRDefault="00E00D30" w:rsidP="00E00D30">
      <w:r>
        <w:t>573.2899</w:t>
      </w:r>
      <w:r>
        <w:tab/>
        <w:t>3.038e0</w:t>
      </w:r>
    </w:p>
    <w:p w:rsidR="00E00D30" w:rsidRDefault="00E00D30" w:rsidP="00E00D30">
      <w:r>
        <w:t>573.3224</w:t>
      </w:r>
      <w:r>
        <w:tab/>
        <w:t>3.907e0</w:t>
      </w:r>
    </w:p>
    <w:p w:rsidR="00E00D30" w:rsidRDefault="00E00D30" w:rsidP="00E00D30">
      <w:r>
        <w:t>573.3256</w:t>
      </w:r>
      <w:r>
        <w:tab/>
        <w:t>3.038e0</w:t>
      </w:r>
    </w:p>
    <w:p w:rsidR="00E00D30" w:rsidRDefault="00E00D30" w:rsidP="00E00D30">
      <w:r>
        <w:t>573.3422</w:t>
      </w:r>
      <w:r>
        <w:tab/>
        <w:t>3.038e0</w:t>
      </w:r>
    </w:p>
    <w:p w:rsidR="00E00D30" w:rsidRDefault="00E00D30" w:rsidP="00E00D30">
      <w:r>
        <w:t>573.3449</w:t>
      </w:r>
      <w:r>
        <w:tab/>
        <w:t>3.038e0</w:t>
      </w:r>
    </w:p>
    <w:p w:rsidR="00E00D30" w:rsidRDefault="00E00D30" w:rsidP="00E00D30">
      <w:r>
        <w:t>573.3469</w:t>
      </w:r>
      <w:r>
        <w:tab/>
        <w:t>1.013e0</w:t>
      </w:r>
    </w:p>
    <w:p w:rsidR="00E00D30" w:rsidRDefault="00E00D30" w:rsidP="00E00D30">
      <w:r>
        <w:t>573.3939</w:t>
      </w:r>
      <w:r>
        <w:tab/>
        <w:t>1.013e0</w:t>
      </w:r>
    </w:p>
    <w:p w:rsidR="00E00D30" w:rsidRDefault="00E00D30" w:rsidP="00E00D30">
      <w:r>
        <w:t>573.4056</w:t>
      </w:r>
      <w:r>
        <w:tab/>
        <w:t>1.013e0</w:t>
      </w:r>
    </w:p>
    <w:p w:rsidR="00E00D30" w:rsidRDefault="00E00D30" w:rsidP="00E00D30">
      <w:r>
        <w:t>573.4096</w:t>
      </w:r>
      <w:r>
        <w:tab/>
        <w:t>3.038e0</w:t>
      </w:r>
    </w:p>
    <w:p w:rsidR="00E00D30" w:rsidRDefault="00E00D30" w:rsidP="00E00D30">
      <w:r>
        <w:t>573.4155</w:t>
      </w:r>
      <w:r>
        <w:tab/>
        <w:t>1.013e0</w:t>
      </w:r>
    </w:p>
    <w:p w:rsidR="00E00D30" w:rsidRDefault="00E00D30" w:rsidP="00E00D30">
      <w:r>
        <w:t>573.4214</w:t>
      </w:r>
      <w:r>
        <w:tab/>
        <w:t>3.038e0</w:t>
      </w:r>
    </w:p>
    <w:p w:rsidR="00E00D30" w:rsidRDefault="00E00D30" w:rsidP="00E00D30">
      <w:r>
        <w:t>573.4355</w:t>
      </w:r>
      <w:r>
        <w:tab/>
        <w:t>1.013e0</w:t>
      </w:r>
    </w:p>
    <w:p w:rsidR="00E00D30" w:rsidRDefault="00E00D30" w:rsidP="00E00D30">
      <w:r>
        <w:lastRenderedPageBreak/>
        <w:t>573.4468</w:t>
      </w:r>
      <w:r>
        <w:tab/>
        <w:t>2.025e0</w:t>
      </w:r>
    </w:p>
    <w:p w:rsidR="00E00D30" w:rsidRDefault="00E00D30" w:rsidP="00E00D30">
      <w:r>
        <w:t>573.4935</w:t>
      </w:r>
      <w:r>
        <w:tab/>
        <w:t>2.025e0</w:t>
      </w:r>
    </w:p>
    <w:p w:rsidR="00E00D30" w:rsidRDefault="00E00D30" w:rsidP="00E00D30">
      <w:r>
        <w:t>573.5634</w:t>
      </w:r>
      <w:r>
        <w:tab/>
        <w:t>1.013e0</w:t>
      </w:r>
    </w:p>
    <w:p w:rsidR="00E00D30" w:rsidRDefault="00E00D30" w:rsidP="00E00D30">
      <w:r>
        <w:t>573.5734</w:t>
      </w:r>
      <w:r>
        <w:tab/>
        <w:t>4.051e0</w:t>
      </w:r>
    </w:p>
    <w:p w:rsidR="00E00D30" w:rsidRDefault="00E00D30" w:rsidP="00E00D30">
      <w:r>
        <w:t>573.5934</w:t>
      </w:r>
      <w:r>
        <w:tab/>
        <w:t>1.013e0</w:t>
      </w:r>
    </w:p>
    <w:p w:rsidR="00E00D30" w:rsidRDefault="00E00D30" w:rsidP="00E00D30">
      <w:r>
        <w:t>573.6031</w:t>
      </w:r>
      <w:r>
        <w:tab/>
        <w:t>1.013e0</w:t>
      </w:r>
    </w:p>
    <w:p w:rsidR="00E00D30" w:rsidRDefault="00E00D30" w:rsidP="00E00D30">
      <w:r>
        <w:t>573.6136</w:t>
      </w:r>
      <w:r>
        <w:tab/>
        <w:t>1.013e0</w:t>
      </w:r>
    </w:p>
    <w:p w:rsidR="00E00D30" w:rsidRDefault="00E00D30" w:rsidP="00E00D30">
      <w:r>
        <w:t>573.6328</w:t>
      </w:r>
      <w:r>
        <w:tab/>
        <w:t>3.038e0</w:t>
      </w:r>
    </w:p>
    <w:p w:rsidR="00E00D30" w:rsidRDefault="00E00D30" w:rsidP="00E00D30">
      <w:r>
        <w:t>573.6656</w:t>
      </w:r>
      <w:r>
        <w:tab/>
        <w:t>1.013e0</w:t>
      </w:r>
    </w:p>
    <w:p w:rsidR="00E00D30" w:rsidRDefault="00E00D30" w:rsidP="00E00D30">
      <w:r>
        <w:t>573.6829</w:t>
      </w:r>
      <w:r>
        <w:tab/>
        <w:t>1.013e0</w:t>
      </w:r>
    </w:p>
    <w:p w:rsidR="00E00D30" w:rsidRDefault="00E00D30" w:rsidP="00E00D30">
      <w:r>
        <w:t>573.6993</w:t>
      </w:r>
      <w:r>
        <w:tab/>
        <w:t>2.025e0</w:t>
      </w:r>
    </w:p>
    <w:p w:rsidR="00E00D30" w:rsidRDefault="00E00D30" w:rsidP="00E00D30">
      <w:r>
        <w:t>573.7177</w:t>
      </w:r>
      <w:r>
        <w:tab/>
        <w:t>1.013e0</w:t>
      </w:r>
    </w:p>
    <w:p w:rsidR="00E00D30" w:rsidRDefault="00E00D30" w:rsidP="00E00D30">
      <w:r>
        <w:t>573.7256</w:t>
      </w:r>
      <w:r>
        <w:tab/>
        <w:t>2.025e0</w:t>
      </w:r>
    </w:p>
    <w:p w:rsidR="00E00D30" w:rsidRDefault="00E00D30" w:rsidP="00E00D30">
      <w:r>
        <w:t>573.7606</w:t>
      </w:r>
      <w:r>
        <w:tab/>
        <w:t>2.025e0</w:t>
      </w:r>
    </w:p>
    <w:p w:rsidR="00E00D30" w:rsidRDefault="00E00D30" w:rsidP="00E00D30">
      <w:r>
        <w:t>573.7897</w:t>
      </w:r>
      <w:r>
        <w:tab/>
        <w:t>1.013e0</w:t>
      </w:r>
    </w:p>
    <w:p w:rsidR="00E00D30" w:rsidRDefault="00E00D30" w:rsidP="00E00D30">
      <w:r>
        <w:t>573.7982</w:t>
      </w:r>
      <w:r>
        <w:tab/>
        <w:t>2.025e0</w:t>
      </w:r>
    </w:p>
    <w:p w:rsidR="00E00D30" w:rsidRDefault="00E00D30" w:rsidP="00E00D30">
      <w:r>
        <w:t>573.8010</w:t>
      </w:r>
      <w:r>
        <w:tab/>
        <w:t>1.013e0</w:t>
      </w:r>
    </w:p>
    <w:p w:rsidR="00E00D30" w:rsidRDefault="00E00D30" w:rsidP="00E00D30">
      <w:r>
        <w:t>573.8348</w:t>
      </w:r>
      <w:r>
        <w:tab/>
        <w:t>2.025e0</w:t>
      </w:r>
    </w:p>
    <w:p w:rsidR="00E00D30" w:rsidRDefault="00E00D30" w:rsidP="00E00D30">
      <w:r>
        <w:t>573.8441</w:t>
      </w:r>
      <w:r>
        <w:tab/>
        <w:t>1.013e0</w:t>
      </w:r>
    </w:p>
    <w:p w:rsidR="00E00D30" w:rsidRDefault="00E00D30" w:rsidP="00E00D30">
      <w:r>
        <w:lastRenderedPageBreak/>
        <w:t>573.8693</w:t>
      </w:r>
      <w:r>
        <w:tab/>
        <w:t>1.013e0</w:t>
      </w:r>
    </w:p>
    <w:p w:rsidR="00E00D30" w:rsidRDefault="00E00D30" w:rsidP="00E00D30">
      <w:r>
        <w:t>573.8888</w:t>
      </w:r>
      <w:r>
        <w:tab/>
        <w:t>1.013e0</w:t>
      </w:r>
    </w:p>
    <w:p w:rsidR="00E00D30" w:rsidRDefault="00E00D30" w:rsidP="00E00D30">
      <w:r>
        <w:t>573.9088</w:t>
      </w:r>
      <w:r>
        <w:tab/>
        <w:t>1.013e0</w:t>
      </w:r>
    </w:p>
    <w:p w:rsidR="00E00D30" w:rsidRDefault="00E00D30" w:rsidP="00E00D30">
      <w:r>
        <w:t>573.9188</w:t>
      </w:r>
      <w:r>
        <w:tab/>
        <w:t>2.025e0</w:t>
      </w:r>
    </w:p>
    <w:p w:rsidR="00E00D30" w:rsidRDefault="00E00D30" w:rsidP="00E00D30">
      <w:r>
        <w:t>573.9332</w:t>
      </w:r>
      <w:r>
        <w:tab/>
        <w:t>1.013e0</w:t>
      </w:r>
    </w:p>
    <w:p w:rsidR="00E00D30" w:rsidRDefault="00E00D30" w:rsidP="00E00D30">
      <w:r>
        <w:t>573.9385</w:t>
      </w:r>
      <w:r>
        <w:tab/>
        <w:t>2.025e0</w:t>
      </w:r>
    </w:p>
    <w:p w:rsidR="00E00D30" w:rsidRDefault="00E00D30" w:rsidP="00E00D30">
      <w:r>
        <w:t>573.9557</w:t>
      </w:r>
      <w:r>
        <w:tab/>
        <w:t>2.025e0</w:t>
      </w:r>
    </w:p>
    <w:p w:rsidR="00E00D30" w:rsidRDefault="00E00D30" w:rsidP="00E00D30">
      <w:r>
        <w:t>573.9892</w:t>
      </w:r>
      <w:r>
        <w:tab/>
        <w:t>1.013e0</w:t>
      </w:r>
    </w:p>
    <w:p w:rsidR="00E00D30" w:rsidRDefault="00E00D30" w:rsidP="00E00D30">
      <w:r>
        <w:t>573.9999</w:t>
      </w:r>
      <w:r>
        <w:tab/>
        <w:t>2.025e0</w:t>
      </w:r>
    </w:p>
    <w:p w:rsidR="00E00D30" w:rsidRDefault="00E00D30" w:rsidP="00E00D30">
      <w:r>
        <w:t>574.0054</w:t>
      </w:r>
      <w:r>
        <w:tab/>
        <w:t>1.013e0</w:t>
      </w:r>
    </w:p>
    <w:p w:rsidR="00E00D30" w:rsidRDefault="00E00D30" w:rsidP="00E00D30">
      <w:r>
        <w:t>574.0074</w:t>
      </w:r>
      <w:r>
        <w:tab/>
        <w:t>1.013e0</w:t>
      </w:r>
    </w:p>
    <w:p w:rsidR="00E00D30" w:rsidRDefault="00E00D30" w:rsidP="00E00D30">
      <w:r>
        <w:t>574.0272</w:t>
      </w:r>
      <w:r>
        <w:tab/>
        <w:t>1.013e0</w:t>
      </w:r>
    </w:p>
    <w:p w:rsidR="00E00D30" w:rsidRDefault="00E00D30" w:rsidP="00E00D30">
      <w:r>
        <w:t>574.0367</w:t>
      </w:r>
      <w:r>
        <w:tab/>
        <w:t>1.013e0</w:t>
      </w:r>
    </w:p>
    <w:p w:rsidR="00E00D30" w:rsidRDefault="00E00D30" w:rsidP="00E00D30">
      <w:r>
        <w:t>574.0944</w:t>
      </w:r>
      <w:r>
        <w:tab/>
        <w:t>1.013e0</w:t>
      </w:r>
    </w:p>
    <w:p w:rsidR="00E00D30" w:rsidRDefault="00E00D30" w:rsidP="00E00D30">
      <w:r>
        <w:t>574.1126</w:t>
      </w:r>
      <w:r>
        <w:tab/>
        <w:t>1.013e0</w:t>
      </w:r>
    </w:p>
    <w:p w:rsidR="00E00D30" w:rsidRDefault="00E00D30" w:rsidP="00E00D30">
      <w:r>
        <w:t>574.1661</w:t>
      </w:r>
      <w:r>
        <w:tab/>
        <w:t>4.051e0</w:t>
      </w:r>
    </w:p>
    <w:p w:rsidR="00E00D30" w:rsidRDefault="00E00D30" w:rsidP="00E00D30">
      <w:r>
        <w:t>574.1868</w:t>
      </w:r>
      <w:r>
        <w:tab/>
        <w:t>1.013e0</w:t>
      </w:r>
    </w:p>
    <w:p w:rsidR="00E00D30" w:rsidRDefault="00E00D30" w:rsidP="00E00D30">
      <w:r>
        <w:t>574.1895</w:t>
      </w:r>
      <w:r>
        <w:tab/>
        <w:t>6.076e0</w:t>
      </w:r>
    </w:p>
    <w:p w:rsidR="00E00D30" w:rsidRDefault="00E00D30" w:rsidP="00E00D30">
      <w:r>
        <w:t>574.1912</w:t>
      </w:r>
      <w:r>
        <w:tab/>
        <w:t>4.051e0</w:t>
      </w:r>
    </w:p>
    <w:p w:rsidR="00E00D30" w:rsidRDefault="00E00D30" w:rsidP="00E00D30">
      <w:r>
        <w:lastRenderedPageBreak/>
        <w:t>574.2004</w:t>
      </w:r>
      <w:r>
        <w:tab/>
        <w:t>1.830e1</w:t>
      </w:r>
    </w:p>
    <w:p w:rsidR="00E00D30" w:rsidRDefault="00E00D30" w:rsidP="00E00D30">
      <w:r>
        <w:t>574.2046</w:t>
      </w:r>
      <w:r>
        <w:tab/>
        <w:t>3.038e1</w:t>
      </w:r>
    </w:p>
    <w:p w:rsidR="00E00D30" w:rsidRDefault="00E00D30" w:rsidP="00E00D30">
      <w:r>
        <w:t>574.2059</w:t>
      </w:r>
      <w:r>
        <w:tab/>
        <w:t>1.114e1</w:t>
      </w:r>
    </w:p>
    <w:p w:rsidR="00E00D30" w:rsidRDefault="00E00D30" w:rsidP="00E00D30">
      <w:r>
        <w:t>574.2156</w:t>
      </w:r>
      <w:r>
        <w:tab/>
        <w:t>1.013e1</w:t>
      </w:r>
    </w:p>
    <w:p w:rsidR="00E00D30" w:rsidRDefault="00E00D30" w:rsidP="00E00D30">
      <w:r>
        <w:t>574.2219</w:t>
      </w:r>
      <w:r>
        <w:tab/>
        <w:t>3.038e0</w:t>
      </w:r>
    </w:p>
    <w:p w:rsidR="00E00D30" w:rsidRDefault="00E00D30" w:rsidP="00E00D30">
      <w:r>
        <w:t>574.2739</w:t>
      </w:r>
      <w:r>
        <w:tab/>
        <w:t>2.025e0</w:t>
      </w:r>
    </w:p>
    <w:p w:rsidR="00E00D30" w:rsidRDefault="00E00D30" w:rsidP="00E00D30">
      <w:r>
        <w:t>574.2906</w:t>
      </w:r>
      <w:r>
        <w:tab/>
        <w:t>3.038e0</w:t>
      </w:r>
    </w:p>
    <w:p w:rsidR="00E00D30" w:rsidRDefault="00E00D30" w:rsidP="00E00D30">
      <w:r>
        <w:t>574.2958</w:t>
      </w:r>
      <w:r>
        <w:tab/>
        <w:t>2.937e0</w:t>
      </w:r>
    </w:p>
    <w:p w:rsidR="00E00D30" w:rsidRDefault="00E00D30" w:rsidP="00E00D30">
      <w:r>
        <w:t>574.2988</w:t>
      </w:r>
      <w:r>
        <w:tab/>
        <w:t>2.025e0</w:t>
      </w:r>
    </w:p>
    <w:p w:rsidR="00E00D30" w:rsidRDefault="00E00D30" w:rsidP="00E00D30">
      <w:r>
        <w:t>574.3108</w:t>
      </w:r>
      <w:r>
        <w:tab/>
        <w:t>1.013e0</w:t>
      </w:r>
    </w:p>
    <w:p w:rsidR="00E00D30" w:rsidRDefault="00E00D30" w:rsidP="00E00D30">
      <w:r>
        <w:t>574.3338</w:t>
      </w:r>
      <w:r>
        <w:tab/>
        <w:t>1.013e0</w:t>
      </w:r>
    </w:p>
    <w:p w:rsidR="00E00D30" w:rsidRDefault="00E00D30" w:rsidP="00E00D30">
      <w:r>
        <w:t>574.3581</w:t>
      </w:r>
      <w:r>
        <w:tab/>
        <w:t>4.051e0</w:t>
      </w:r>
    </w:p>
    <w:p w:rsidR="00E00D30" w:rsidRDefault="00E00D30" w:rsidP="00E00D30">
      <w:r>
        <w:t>574.3723</w:t>
      </w:r>
      <w:r>
        <w:tab/>
        <w:t>1.013e0</w:t>
      </w:r>
    </w:p>
    <w:p w:rsidR="00E00D30" w:rsidRDefault="00E00D30" w:rsidP="00E00D30">
      <w:r>
        <w:t>574.3812</w:t>
      </w:r>
      <w:r>
        <w:tab/>
        <w:t>1.013e0</w:t>
      </w:r>
    </w:p>
    <w:p w:rsidR="00E00D30" w:rsidRDefault="00E00D30" w:rsidP="00E00D30">
      <w:r>
        <w:t>574.3832</w:t>
      </w:r>
      <w:r>
        <w:tab/>
        <w:t>1.013e0</w:t>
      </w:r>
    </w:p>
    <w:p w:rsidR="00E00D30" w:rsidRDefault="00E00D30" w:rsidP="00E00D30">
      <w:r>
        <w:t>574.3843</w:t>
      </w:r>
      <w:r>
        <w:tab/>
        <w:t>1.013e0</w:t>
      </w:r>
    </w:p>
    <w:p w:rsidR="00E00D30" w:rsidRDefault="00E00D30" w:rsidP="00E00D30">
      <w:r>
        <w:t>574.4029</w:t>
      </w:r>
      <w:r>
        <w:tab/>
        <w:t>2.025e0</w:t>
      </w:r>
    </w:p>
    <w:p w:rsidR="00E00D30" w:rsidRDefault="00E00D30" w:rsidP="00E00D30">
      <w:r>
        <w:t>574.4101</w:t>
      </w:r>
      <w:r>
        <w:tab/>
        <w:t>3.038e0</w:t>
      </w:r>
    </w:p>
    <w:p w:rsidR="00E00D30" w:rsidRDefault="00E00D30" w:rsidP="00E00D30">
      <w:r>
        <w:t>574.4365</w:t>
      </w:r>
      <w:r>
        <w:tab/>
        <w:t>1.013e0</w:t>
      </w:r>
    </w:p>
    <w:p w:rsidR="00E00D30" w:rsidRDefault="00E00D30" w:rsidP="00E00D30">
      <w:r>
        <w:lastRenderedPageBreak/>
        <w:t>574.4617</w:t>
      </w:r>
      <w:r>
        <w:tab/>
        <w:t>3.038e0</w:t>
      </w:r>
    </w:p>
    <w:p w:rsidR="00E00D30" w:rsidRDefault="00E00D30" w:rsidP="00E00D30">
      <w:r>
        <w:t>574.4904</w:t>
      </w:r>
      <w:r>
        <w:tab/>
        <w:t>5.063e0</w:t>
      </w:r>
    </w:p>
    <w:p w:rsidR="00E00D30" w:rsidRDefault="00E00D30" w:rsidP="00E00D30">
      <w:r>
        <w:t>574.5442</w:t>
      </w:r>
      <w:r>
        <w:tab/>
        <w:t>1.013e0</w:t>
      </w:r>
    </w:p>
    <w:p w:rsidR="00E00D30" w:rsidRDefault="00E00D30" w:rsidP="00E00D30">
      <w:r>
        <w:t>574.5503</w:t>
      </w:r>
      <w:r>
        <w:tab/>
        <w:t>1.013e0</w:t>
      </w:r>
    </w:p>
    <w:p w:rsidR="00E00D30" w:rsidRDefault="00E00D30" w:rsidP="00E00D30">
      <w:r>
        <w:t>574.5632</w:t>
      </w:r>
      <w:r>
        <w:tab/>
        <w:t>2.025e0</w:t>
      </w:r>
    </w:p>
    <w:p w:rsidR="00E00D30" w:rsidRDefault="00E00D30" w:rsidP="00E00D30">
      <w:r>
        <w:t>574.6212</w:t>
      </w:r>
      <w:r>
        <w:tab/>
        <w:t>2.025e0</w:t>
      </w:r>
    </w:p>
    <w:p w:rsidR="00E00D30" w:rsidRDefault="00E00D30" w:rsidP="00E00D30">
      <w:r>
        <w:t>574.6340</w:t>
      </w:r>
      <w:r>
        <w:tab/>
        <w:t>1.013e0</w:t>
      </w:r>
    </w:p>
    <w:p w:rsidR="00E00D30" w:rsidRDefault="00E00D30" w:rsidP="00E00D30">
      <w:r>
        <w:t>574.6865</w:t>
      </w:r>
      <w:r>
        <w:tab/>
        <w:t>1.013e0</w:t>
      </w:r>
    </w:p>
    <w:p w:rsidR="00E00D30" w:rsidRDefault="00E00D30" w:rsidP="00E00D30">
      <w:r>
        <w:t>574.7133</w:t>
      </w:r>
      <w:r>
        <w:tab/>
        <w:t>3.038e0</w:t>
      </w:r>
    </w:p>
    <w:p w:rsidR="00E00D30" w:rsidRDefault="00E00D30" w:rsidP="00E00D30">
      <w:r>
        <w:t>574.7238</w:t>
      </w:r>
      <w:r>
        <w:tab/>
        <w:t>2.025e0</w:t>
      </w:r>
    </w:p>
    <w:p w:rsidR="00E00D30" w:rsidRDefault="00E00D30" w:rsidP="00E00D30">
      <w:r>
        <w:t>574.7280</w:t>
      </w:r>
      <w:r>
        <w:tab/>
        <w:t>1.013e0</w:t>
      </w:r>
    </w:p>
    <w:p w:rsidR="00E00D30" w:rsidRDefault="00E00D30" w:rsidP="00E00D30">
      <w:r>
        <w:t>574.7969</w:t>
      </w:r>
      <w:r>
        <w:tab/>
        <w:t>1.013e0</w:t>
      </w:r>
    </w:p>
    <w:p w:rsidR="00E00D30" w:rsidRDefault="00E00D30" w:rsidP="00E00D30">
      <w:r>
        <w:t>574.8234</w:t>
      </w:r>
      <w:r>
        <w:tab/>
        <w:t>2.025e0</w:t>
      </w:r>
    </w:p>
    <w:p w:rsidR="00E00D30" w:rsidRDefault="00E00D30" w:rsidP="00E00D30">
      <w:r>
        <w:t>574.8485</w:t>
      </w:r>
      <w:r>
        <w:tab/>
        <w:t>2.025e0</w:t>
      </w:r>
    </w:p>
    <w:p w:rsidR="00E00D30" w:rsidRDefault="00E00D30" w:rsidP="00E00D30">
      <w:r>
        <w:t>574.8496</w:t>
      </w:r>
      <w:r>
        <w:tab/>
        <w:t>1.013e0</w:t>
      </w:r>
    </w:p>
    <w:p w:rsidR="00E00D30" w:rsidRDefault="00E00D30" w:rsidP="00E00D30">
      <w:r>
        <w:t>574.8682</w:t>
      </w:r>
      <w:r>
        <w:tab/>
        <w:t>1.013e0</w:t>
      </w:r>
    </w:p>
    <w:p w:rsidR="00E00D30" w:rsidRDefault="00E00D30" w:rsidP="00E00D30">
      <w:r>
        <w:t>574.8967</w:t>
      </w:r>
      <w:r>
        <w:tab/>
        <w:t>1.013e0</w:t>
      </w:r>
    </w:p>
    <w:p w:rsidR="00E00D30" w:rsidRDefault="00E00D30" w:rsidP="00E00D30">
      <w:r>
        <w:t>574.9026</w:t>
      </w:r>
      <w:r>
        <w:tab/>
        <w:t>1.013e0</w:t>
      </w:r>
    </w:p>
    <w:p w:rsidR="00E00D30" w:rsidRDefault="00E00D30" w:rsidP="00E00D30">
      <w:r>
        <w:t>574.9055</w:t>
      </w:r>
      <w:r>
        <w:tab/>
        <w:t>1.013e0</w:t>
      </w:r>
    </w:p>
    <w:p w:rsidR="00E00D30" w:rsidRDefault="00E00D30" w:rsidP="00E00D30">
      <w:r>
        <w:lastRenderedPageBreak/>
        <w:t>574.9756</w:t>
      </w:r>
      <w:r>
        <w:tab/>
        <w:t>1.013e0</w:t>
      </w:r>
    </w:p>
    <w:p w:rsidR="00E00D30" w:rsidRDefault="00E00D30" w:rsidP="00E00D30">
      <w:r>
        <w:t>574.9960</w:t>
      </w:r>
      <w:r>
        <w:tab/>
        <w:t>3.038e0</w:t>
      </w:r>
    </w:p>
    <w:p w:rsidR="00E00D30" w:rsidRDefault="00E00D30" w:rsidP="00E00D30">
      <w:r>
        <w:t>574.9995</w:t>
      </w:r>
      <w:r>
        <w:tab/>
        <w:t>2.025e0</w:t>
      </w:r>
    </w:p>
    <w:p w:rsidR="00E00D30" w:rsidRDefault="00E00D30" w:rsidP="00E00D30">
      <w:r>
        <w:t>575.0050</w:t>
      </w:r>
      <w:r>
        <w:tab/>
        <w:t>2.025e0</w:t>
      </w:r>
    </w:p>
    <w:p w:rsidR="00E00D30" w:rsidRDefault="00E00D30" w:rsidP="00E00D30">
      <w:r>
        <w:t>575.0340</w:t>
      </w:r>
      <w:r>
        <w:tab/>
        <w:t>1.013e0</w:t>
      </w:r>
    </w:p>
    <w:p w:rsidR="00E00D30" w:rsidRDefault="00E00D30" w:rsidP="00E00D30">
      <w:r>
        <w:t>575.0397</w:t>
      </w:r>
      <w:r>
        <w:tab/>
        <w:t>2.025e0</w:t>
      </w:r>
    </w:p>
    <w:p w:rsidR="00E00D30" w:rsidRDefault="00E00D30" w:rsidP="00E00D30">
      <w:r>
        <w:t>575.0641</w:t>
      </w:r>
      <w:r>
        <w:tab/>
        <w:t>2.025e0</w:t>
      </w:r>
    </w:p>
    <w:p w:rsidR="00E00D30" w:rsidRDefault="00E00D30" w:rsidP="00E00D30">
      <w:r>
        <w:t>575.1133</w:t>
      </w:r>
      <w:r>
        <w:tab/>
        <w:t>1.013e0</w:t>
      </w:r>
    </w:p>
    <w:p w:rsidR="00E00D30" w:rsidRDefault="00E00D30" w:rsidP="00E00D30">
      <w:r>
        <w:t>575.1328</w:t>
      </w:r>
      <w:r>
        <w:tab/>
        <w:t>1.013e0</w:t>
      </w:r>
    </w:p>
    <w:p w:rsidR="00E00D30" w:rsidRDefault="00E00D30" w:rsidP="00E00D30">
      <w:r>
        <w:t>575.1553</w:t>
      </w:r>
      <w:r>
        <w:tab/>
        <w:t>1.013e0</w:t>
      </w:r>
    </w:p>
    <w:p w:rsidR="00E00D30" w:rsidRDefault="00E00D30" w:rsidP="00E00D30">
      <w:r>
        <w:t>575.1935</w:t>
      </w:r>
      <w:r>
        <w:tab/>
        <w:t>2.025e0</w:t>
      </w:r>
    </w:p>
    <w:p w:rsidR="00E00D30" w:rsidRDefault="00E00D30" w:rsidP="00E00D30">
      <w:r>
        <w:t>575.2049</w:t>
      </w:r>
      <w:r>
        <w:tab/>
        <w:t>2.025e0</w:t>
      </w:r>
    </w:p>
    <w:p w:rsidR="00E00D30" w:rsidRDefault="00E00D30" w:rsidP="00E00D30">
      <w:r>
        <w:t>575.2070</w:t>
      </w:r>
      <w:r>
        <w:tab/>
        <w:t>5.063e0</w:t>
      </w:r>
    </w:p>
    <w:p w:rsidR="00E00D30" w:rsidRDefault="00E00D30" w:rsidP="00E00D30">
      <w:r>
        <w:t>575.2087</w:t>
      </w:r>
      <w:r>
        <w:tab/>
        <w:t>1.114e1</w:t>
      </w:r>
    </w:p>
    <w:p w:rsidR="00E00D30" w:rsidRDefault="00E00D30" w:rsidP="00E00D30">
      <w:r>
        <w:t>575.2161</w:t>
      </w:r>
      <w:r>
        <w:tab/>
        <w:t>6.076e0</w:t>
      </w:r>
    </w:p>
    <w:p w:rsidR="00E00D30" w:rsidRDefault="00E00D30" w:rsidP="00E00D30">
      <w:r>
        <w:t>575.2261</w:t>
      </w:r>
      <w:r>
        <w:tab/>
        <w:t>4.051e0</w:t>
      </w:r>
    </w:p>
    <w:p w:rsidR="00E00D30" w:rsidRDefault="00E00D30" w:rsidP="00E00D30">
      <w:r>
        <w:t>575.2319</w:t>
      </w:r>
      <w:r>
        <w:tab/>
        <w:t>1.013e0</w:t>
      </w:r>
    </w:p>
    <w:p w:rsidR="00E00D30" w:rsidRDefault="00E00D30" w:rsidP="00E00D30">
      <w:r>
        <w:t>575.2339</w:t>
      </w:r>
      <w:r>
        <w:tab/>
        <w:t>1.114e1</w:t>
      </w:r>
    </w:p>
    <w:p w:rsidR="00E00D30" w:rsidRDefault="00E00D30" w:rsidP="00E00D30">
      <w:r>
        <w:t>575.2456</w:t>
      </w:r>
      <w:r>
        <w:tab/>
        <w:t>1.013e0</w:t>
      </w:r>
    </w:p>
    <w:p w:rsidR="00E00D30" w:rsidRDefault="00E00D30" w:rsidP="00E00D30">
      <w:r>
        <w:lastRenderedPageBreak/>
        <w:t>575.2809</w:t>
      </w:r>
      <w:r>
        <w:tab/>
        <w:t>6.076e0</w:t>
      </w:r>
    </w:p>
    <w:p w:rsidR="00E00D30" w:rsidRDefault="00E00D30" w:rsidP="00E00D30">
      <w:r>
        <w:t>575.2845</w:t>
      </w:r>
      <w:r>
        <w:tab/>
        <w:t>4.051e0</w:t>
      </w:r>
    </w:p>
    <w:p w:rsidR="00E00D30" w:rsidRDefault="00E00D30" w:rsidP="00E00D30">
      <w:r>
        <w:t>575.3160</w:t>
      </w:r>
      <w:r>
        <w:tab/>
        <w:t>1.013e0</w:t>
      </w:r>
    </w:p>
    <w:p w:rsidR="00E00D30" w:rsidRDefault="00E00D30" w:rsidP="00E00D30">
      <w:r>
        <w:t>575.3366</w:t>
      </w:r>
      <w:r>
        <w:tab/>
        <w:t>2.025e0</w:t>
      </w:r>
    </w:p>
    <w:p w:rsidR="00E00D30" w:rsidRDefault="00E00D30" w:rsidP="00E00D30">
      <w:r>
        <w:t>575.3404</w:t>
      </w:r>
      <w:r>
        <w:tab/>
        <w:t>1.013e0</w:t>
      </w:r>
    </w:p>
    <w:p w:rsidR="00E00D30" w:rsidRDefault="00E00D30" w:rsidP="00E00D30">
      <w:r>
        <w:t>575.3439</w:t>
      </w:r>
      <w:r>
        <w:tab/>
        <w:t>2.989e0</w:t>
      </w:r>
    </w:p>
    <w:p w:rsidR="00E00D30" w:rsidRDefault="00E00D30" w:rsidP="00E00D30">
      <w:r>
        <w:t>575.3602</w:t>
      </w:r>
      <w:r>
        <w:tab/>
        <w:t>2.025e0</w:t>
      </w:r>
    </w:p>
    <w:p w:rsidR="00E00D30" w:rsidRDefault="00E00D30" w:rsidP="00E00D30">
      <w:r>
        <w:t>575.3810</w:t>
      </w:r>
      <w:r>
        <w:tab/>
        <w:t>2.025e0</w:t>
      </w:r>
    </w:p>
    <w:p w:rsidR="00E00D30" w:rsidRDefault="00E00D30" w:rsidP="00E00D30">
      <w:r>
        <w:t>575.3874</w:t>
      </w:r>
      <w:r>
        <w:tab/>
        <w:t>3.038e0</w:t>
      </w:r>
    </w:p>
    <w:p w:rsidR="00E00D30" w:rsidRDefault="00E00D30" w:rsidP="00E00D30">
      <w:r>
        <w:t>575.3898</w:t>
      </w:r>
      <w:r>
        <w:tab/>
        <w:t>2.025e0</w:t>
      </w:r>
    </w:p>
    <w:p w:rsidR="00E00D30" w:rsidRDefault="00E00D30" w:rsidP="00E00D30">
      <w:r>
        <w:t>575.4007</w:t>
      </w:r>
      <w:r>
        <w:tab/>
        <w:t>1.013e0</w:t>
      </w:r>
    </w:p>
    <w:p w:rsidR="00E00D30" w:rsidRDefault="00E00D30" w:rsidP="00E00D30">
      <w:r>
        <w:t>575.4045</w:t>
      </w:r>
      <w:r>
        <w:tab/>
        <w:t>3.038e0</w:t>
      </w:r>
    </w:p>
    <w:p w:rsidR="00E00D30" w:rsidRDefault="00E00D30" w:rsidP="00E00D30">
      <w:r>
        <w:t>575.4381</w:t>
      </w:r>
      <w:r>
        <w:tab/>
        <w:t>2.025e0</w:t>
      </w:r>
    </w:p>
    <w:p w:rsidR="00E00D30" w:rsidRDefault="00E00D30" w:rsidP="00E00D30">
      <w:r>
        <w:t>575.4396</w:t>
      </w:r>
      <w:r>
        <w:tab/>
        <w:t>4.051e0</w:t>
      </w:r>
    </w:p>
    <w:p w:rsidR="00E00D30" w:rsidRDefault="00E00D30" w:rsidP="00E00D30">
      <w:r>
        <w:t>575.4516</w:t>
      </w:r>
      <w:r>
        <w:tab/>
        <w:t>4.051e0</w:t>
      </w:r>
    </w:p>
    <w:p w:rsidR="00E00D30" w:rsidRDefault="00E00D30" w:rsidP="00E00D30">
      <w:r>
        <w:t>575.4766</w:t>
      </w:r>
      <w:r>
        <w:tab/>
        <w:t>2.025e0</w:t>
      </w:r>
    </w:p>
    <w:p w:rsidR="00E00D30" w:rsidRDefault="00E00D30" w:rsidP="00E00D30">
      <w:r>
        <w:t>575.5084</w:t>
      </w:r>
      <w:r>
        <w:tab/>
        <w:t>2.025e0</w:t>
      </w:r>
    </w:p>
    <w:p w:rsidR="00E00D30" w:rsidRDefault="00E00D30" w:rsidP="00E00D30">
      <w:r>
        <w:t>575.5184</w:t>
      </w:r>
      <w:r>
        <w:tab/>
        <w:t>1.013e0</w:t>
      </w:r>
    </w:p>
    <w:p w:rsidR="00E00D30" w:rsidRDefault="00E00D30" w:rsidP="00E00D30">
      <w:r>
        <w:t>575.5286</w:t>
      </w:r>
      <w:r>
        <w:tab/>
        <w:t>1.013e0</w:t>
      </w:r>
    </w:p>
    <w:p w:rsidR="00E00D30" w:rsidRDefault="00E00D30" w:rsidP="00E00D30">
      <w:r>
        <w:lastRenderedPageBreak/>
        <w:t>575.5491</w:t>
      </w:r>
      <w:r>
        <w:tab/>
        <w:t>2.025e0</w:t>
      </w:r>
    </w:p>
    <w:p w:rsidR="00E00D30" w:rsidRDefault="00E00D30" w:rsidP="00E00D30">
      <w:r>
        <w:t>575.5548</w:t>
      </w:r>
      <w:r>
        <w:tab/>
        <w:t>2.025e0</w:t>
      </w:r>
    </w:p>
    <w:p w:rsidR="00E00D30" w:rsidRDefault="00E00D30" w:rsidP="00E00D30">
      <w:r>
        <w:t>575.5582</w:t>
      </w:r>
      <w:r>
        <w:tab/>
        <w:t>1.013e0</w:t>
      </w:r>
    </w:p>
    <w:p w:rsidR="00E00D30" w:rsidRDefault="00E00D30" w:rsidP="00E00D30">
      <w:r>
        <w:t>575.5690</w:t>
      </w:r>
      <w:r>
        <w:tab/>
        <w:t>1.013e0</w:t>
      </w:r>
    </w:p>
    <w:p w:rsidR="00E00D30" w:rsidRDefault="00E00D30" w:rsidP="00E00D30">
      <w:r>
        <w:t>575.5978</w:t>
      </w:r>
      <w:r>
        <w:tab/>
        <w:t>1.013e0</w:t>
      </w:r>
    </w:p>
    <w:p w:rsidR="00E00D30" w:rsidRDefault="00E00D30" w:rsidP="00E00D30">
      <w:r>
        <w:t>575.6122</w:t>
      </w:r>
      <w:r>
        <w:tab/>
        <w:t>2.025e0</w:t>
      </w:r>
    </w:p>
    <w:p w:rsidR="00E00D30" w:rsidRDefault="00E00D30" w:rsidP="00E00D30">
      <w:r>
        <w:t>575.6251</w:t>
      </w:r>
      <w:r>
        <w:tab/>
        <w:t>2.025e0</w:t>
      </w:r>
    </w:p>
    <w:p w:rsidR="00E00D30" w:rsidRDefault="00E00D30" w:rsidP="00E00D30">
      <w:r>
        <w:t>575.6560</w:t>
      </w:r>
      <w:r>
        <w:tab/>
        <w:t>1.013e0</w:t>
      </w:r>
    </w:p>
    <w:p w:rsidR="00E00D30" w:rsidRDefault="00E00D30" w:rsidP="00E00D30">
      <w:r>
        <w:t>575.6964</w:t>
      </w:r>
      <w:r>
        <w:tab/>
        <w:t>1.013e0</w:t>
      </w:r>
    </w:p>
    <w:p w:rsidR="00E00D30" w:rsidRDefault="00E00D30" w:rsidP="00E00D30">
      <w:r>
        <w:t>575.7271</w:t>
      </w:r>
      <w:r>
        <w:tab/>
        <w:t>1.013e0</w:t>
      </w:r>
    </w:p>
    <w:p w:rsidR="00E00D30" w:rsidRDefault="00E00D30" w:rsidP="00E00D30">
      <w:r>
        <w:t>575.7484</w:t>
      </w:r>
      <w:r>
        <w:tab/>
        <w:t>1.013e0</w:t>
      </w:r>
    </w:p>
    <w:p w:rsidR="00E00D30" w:rsidRDefault="00E00D30" w:rsidP="00E00D30">
      <w:r>
        <w:t>575.7755</w:t>
      </w:r>
      <w:r>
        <w:tab/>
        <w:t>1.013e0</w:t>
      </w:r>
    </w:p>
    <w:p w:rsidR="00E00D30" w:rsidRDefault="00E00D30" w:rsidP="00E00D30">
      <w:r>
        <w:t>575.7957</w:t>
      </w:r>
      <w:r>
        <w:tab/>
        <w:t>2.025e0</w:t>
      </w:r>
    </w:p>
    <w:p w:rsidR="00E00D30" w:rsidRDefault="00E00D30" w:rsidP="00E00D30">
      <w:r>
        <w:t>575.8005</w:t>
      </w:r>
      <w:r>
        <w:tab/>
        <w:t>1.013e0</w:t>
      </w:r>
    </w:p>
    <w:p w:rsidR="00E00D30" w:rsidRDefault="00E00D30" w:rsidP="00E00D30">
      <w:r>
        <w:t>575.8260</w:t>
      </w:r>
      <w:r>
        <w:tab/>
        <w:t>1.013e0</w:t>
      </w:r>
    </w:p>
    <w:p w:rsidR="00E00D30" w:rsidRDefault="00E00D30" w:rsidP="00E00D30">
      <w:r>
        <w:t>575.8448</w:t>
      </w:r>
      <w:r>
        <w:tab/>
        <w:t>1.013e0</w:t>
      </w:r>
    </w:p>
    <w:p w:rsidR="00E00D30" w:rsidRDefault="00E00D30" w:rsidP="00E00D30">
      <w:r>
        <w:t>575.8531</w:t>
      </w:r>
      <w:r>
        <w:tab/>
        <w:t>1.013e0</w:t>
      </w:r>
    </w:p>
    <w:p w:rsidR="00E00D30" w:rsidRDefault="00E00D30" w:rsidP="00E00D30">
      <w:r>
        <w:t>575.9085</w:t>
      </w:r>
      <w:r>
        <w:tab/>
        <w:t>1.013e0</w:t>
      </w:r>
    </w:p>
    <w:p w:rsidR="00E00D30" w:rsidRDefault="00E00D30" w:rsidP="00E00D30">
      <w:r>
        <w:t>575.9231</w:t>
      </w:r>
      <w:r>
        <w:tab/>
        <w:t>2.025e0</w:t>
      </w:r>
    </w:p>
    <w:p w:rsidR="00E00D30" w:rsidRDefault="00E00D30" w:rsidP="00E00D30">
      <w:r>
        <w:lastRenderedPageBreak/>
        <w:t>575.9376</w:t>
      </w:r>
      <w:r>
        <w:tab/>
        <w:t>2.025e0</w:t>
      </w:r>
    </w:p>
    <w:p w:rsidR="00E00D30" w:rsidRDefault="00E00D30" w:rsidP="00E00D30">
      <w:r>
        <w:t>575.9448</w:t>
      </w:r>
      <w:r>
        <w:tab/>
        <w:t>1.013e0</w:t>
      </w:r>
    </w:p>
    <w:p w:rsidR="00E00D30" w:rsidRDefault="00E00D30" w:rsidP="00E00D30">
      <w:r>
        <w:t>575.9745</w:t>
      </w:r>
      <w:r>
        <w:tab/>
        <w:t>1.013e0</w:t>
      </w:r>
    </w:p>
    <w:p w:rsidR="00E00D30" w:rsidRDefault="00E00D30" w:rsidP="00E00D30">
      <w:r>
        <w:t>575.9786</w:t>
      </w:r>
      <w:r>
        <w:tab/>
        <w:t>2.025e0</w:t>
      </w:r>
    </w:p>
    <w:p w:rsidR="00E00D30" w:rsidRDefault="00E00D30" w:rsidP="00E00D30">
      <w:r>
        <w:t>576.0165</w:t>
      </w:r>
      <w:r>
        <w:tab/>
        <w:t>1.013e0</w:t>
      </w:r>
    </w:p>
    <w:p w:rsidR="00E00D30" w:rsidRDefault="00E00D30" w:rsidP="00E00D30">
      <w:r>
        <w:t>576.0328</w:t>
      </w:r>
      <w:r>
        <w:tab/>
        <w:t>2.025e0</w:t>
      </w:r>
    </w:p>
    <w:p w:rsidR="00E00D30" w:rsidRDefault="00E00D30" w:rsidP="00E00D30">
      <w:r>
        <w:t>576.0344</w:t>
      </w:r>
      <w:r>
        <w:tab/>
        <w:t>2.025e0</w:t>
      </w:r>
    </w:p>
    <w:p w:rsidR="00E00D30" w:rsidRDefault="00E00D30" w:rsidP="00E00D30">
      <w:r>
        <w:t>576.0692</w:t>
      </w:r>
      <w:r>
        <w:tab/>
        <w:t>3.038e0</w:t>
      </w:r>
    </w:p>
    <w:p w:rsidR="00E00D30" w:rsidRDefault="00E00D30" w:rsidP="00E00D30">
      <w:r>
        <w:t>576.0873</w:t>
      </w:r>
      <w:r>
        <w:tab/>
        <w:t>4.051e0</w:t>
      </w:r>
    </w:p>
    <w:p w:rsidR="00E00D30" w:rsidRDefault="00E00D30" w:rsidP="00E00D30">
      <w:r>
        <w:t>576.1060</w:t>
      </w:r>
      <w:r>
        <w:tab/>
        <w:t>1.013e0</w:t>
      </w:r>
    </w:p>
    <w:p w:rsidR="00E00D30" w:rsidRDefault="00E00D30" w:rsidP="00E00D30">
      <w:r>
        <w:t>576.1229</w:t>
      </w:r>
      <w:r>
        <w:tab/>
        <w:t>1.013e0</w:t>
      </w:r>
    </w:p>
    <w:p w:rsidR="00E00D30" w:rsidRDefault="00E00D30" w:rsidP="00E00D30">
      <w:r>
        <w:t>576.1395</w:t>
      </w:r>
      <w:r>
        <w:tab/>
        <w:t>2.025e0</w:t>
      </w:r>
    </w:p>
    <w:p w:rsidR="00E00D30" w:rsidRDefault="00E00D30" w:rsidP="00E00D30">
      <w:r>
        <w:t>576.1956</w:t>
      </w:r>
      <w:r>
        <w:tab/>
        <w:t>3.038e0</w:t>
      </w:r>
    </w:p>
    <w:p w:rsidR="00E00D30" w:rsidRDefault="00E00D30" w:rsidP="00E00D30">
      <w:r>
        <w:t>576.2023</w:t>
      </w:r>
      <w:r>
        <w:tab/>
        <w:t>5.063e0</w:t>
      </w:r>
    </w:p>
    <w:p w:rsidR="00E00D30" w:rsidRDefault="00E00D30" w:rsidP="00E00D30">
      <w:r>
        <w:t>576.2129</w:t>
      </w:r>
      <w:r>
        <w:tab/>
        <w:t>5.063e0</w:t>
      </w:r>
    </w:p>
    <w:p w:rsidR="00E00D30" w:rsidRDefault="00E00D30" w:rsidP="00E00D30">
      <w:r>
        <w:t>576.2147</w:t>
      </w:r>
      <w:r>
        <w:tab/>
        <w:t>1.013e0</w:t>
      </w:r>
    </w:p>
    <w:p w:rsidR="00E00D30" w:rsidRDefault="00E00D30" w:rsidP="00E00D30">
      <w:r>
        <w:t>576.2219</w:t>
      </w:r>
      <w:r>
        <w:tab/>
        <w:t>2.025e0</w:t>
      </w:r>
    </w:p>
    <w:p w:rsidR="00E00D30" w:rsidRDefault="00E00D30" w:rsidP="00E00D30">
      <w:r>
        <w:t>576.2234</w:t>
      </w:r>
      <w:r>
        <w:tab/>
        <w:t>5.063e0</w:t>
      </w:r>
    </w:p>
    <w:p w:rsidR="00E00D30" w:rsidRDefault="00E00D30" w:rsidP="00E00D30">
      <w:r>
        <w:t>576.2667</w:t>
      </w:r>
      <w:r>
        <w:tab/>
        <w:t>2.025e0</w:t>
      </w:r>
    </w:p>
    <w:p w:rsidR="00E00D30" w:rsidRDefault="00E00D30" w:rsidP="00E00D30">
      <w:r>
        <w:lastRenderedPageBreak/>
        <w:t>576.2700</w:t>
      </w:r>
      <w:r>
        <w:tab/>
        <w:t>2.674e0</w:t>
      </w:r>
    </w:p>
    <w:p w:rsidR="00E00D30" w:rsidRDefault="00E00D30" w:rsidP="00E00D30">
      <w:r>
        <w:t>576.2978</w:t>
      </w:r>
      <w:r>
        <w:tab/>
        <w:t>4.051e0</w:t>
      </w:r>
    </w:p>
    <w:p w:rsidR="00E00D30" w:rsidRDefault="00E00D30" w:rsidP="00E00D30">
      <w:r>
        <w:t>576.3087</w:t>
      </w:r>
      <w:r>
        <w:tab/>
        <w:t>4.051e0</w:t>
      </w:r>
    </w:p>
    <w:p w:rsidR="00E00D30" w:rsidRDefault="00E00D30" w:rsidP="00E00D30">
      <w:r>
        <w:t>576.3104</w:t>
      </w:r>
      <w:r>
        <w:tab/>
        <w:t>2.025e0</w:t>
      </w:r>
    </w:p>
    <w:p w:rsidR="00E00D30" w:rsidRDefault="00E00D30" w:rsidP="00E00D30">
      <w:r>
        <w:t>576.3493</w:t>
      </w:r>
      <w:r>
        <w:tab/>
        <w:t>3.038e0</w:t>
      </w:r>
    </w:p>
    <w:p w:rsidR="00E00D30" w:rsidRDefault="00E00D30" w:rsidP="00E00D30">
      <w:r>
        <w:t>576.3569</w:t>
      </w:r>
      <w:r>
        <w:tab/>
        <w:t>1.013e0</w:t>
      </w:r>
    </w:p>
    <w:p w:rsidR="00E00D30" w:rsidRDefault="00E00D30" w:rsidP="00E00D30">
      <w:r>
        <w:t>576.3601</w:t>
      </w:r>
      <w:r>
        <w:tab/>
        <w:t>5.063e0</w:t>
      </w:r>
    </w:p>
    <w:p w:rsidR="00E00D30" w:rsidRDefault="00E00D30" w:rsidP="00E00D30">
      <w:r>
        <w:t>576.3698</w:t>
      </w:r>
      <w:r>
        <w:tab/>
        <w:t>1.013e0</w:t>
      </w:r>
    </w:p>
    <w:p w:rsidR="00E00D30" w:rsidRDefault="00E00D30" w:rsidP="00E00D30">
      <w:r>
        <w:t>576.3746</w:t>
      </w:r>
      <w:r>
        <w:tab/>
        <w:t>1.013e0</w:t>
      </w:r>
    </w:p>
    <w:p w:rsidR="00E00D30" w:rsidRDefault="00E00D30" w:rsidP="00E00D30">
      <w:r>
        <w:t>576.3937</w:t>
      </w:r>
      <w:r>
        <w:tab/>
        <w:t>2.025e0</w:t>
      </w:r>
    </w:p>
    <w:p w:rsidR="00E00D30" w:rsidRDefault="00E00D30" w:rsidP="00E00D30">
      <w:r>
        <w:t>576.4001</w:t>
      </w:r>
      <w:r>
        <w:tab/>
        <w:t>1.013e0</w:t>
      </w:r>
    </w:p>
    <w:p w:rsidR="00E00D30" w:rsidRDefault="00E00D30" w:rsidP="00E00D30">
      <w:r>
        <w:t>576.4189</w:t>
      </w:r>
      <w:r>
        <w:tab/>
        <w:t>3.038e0</w:t>
      </w:r>
    </w:p>
    <w:p w:rsidR="00E00D30" w:rsidRDefault="00E00D30" w:rsidP="00E00D30">
      <w:r>
        <w:t>576.4391</w:t>
      </w:r>
      <w:r>
        <w:tab/>
        <w:t>1.013e0</w:t>
      </w:r>
    </w:p>
    <w:p w:rsidR="00E00D30" w:rsidRDefault="00E00D30" w:rsidP="00E00D30">
      <w:r>
        <w:t>576.4596</w:t>
      </w:r>
      <w:r>
        <w:tab/>
        <w:t>1.013e0</w:t>
      </w:r>
    </w:p>
    <w:p w:rsidR="00E00D30" w:rsidRDefault="00E00D30" w:rsidP="00E00D30">
      <w:r>
        <w:t>576.4824</w:t>
      </w:r>
      <w:r>
        <w:tab/>
        <w:t>2.025e0</w:t>
      </w:r>
    </w:p>
    <w:p w:rsidR="00E00D30" w:rsidRDefault="00E00D30" w:rsidP="00E00D30">
      <w:r>
        <w:t>576.4982</w:t>
      </w:r>
      <w:r>
        <w:tab/>
        <w:t>1.013e0</w:t>
      </w:r>
    </w:p>
    <w:p w:rsidR="00E00D30" w:rsidRDefault="00E00D30" w:rsidP="00E00D30">
      <w:r>
        <w:t>576.5537</w:t>
      </w:r>
      <w:r>
        <w:tab/>
        <w:t>1.013e0</w:t>
      </w:r>
    </w:p>
    <w:p w:rsidR="00E00D30" w:rsidRDefault="00E00D30" w:rsidP="00E00D30">
      <w:r>
        <w:t>576.5587</w:t>
      </w:r>
      <w:r>
        <w:tab/>
        <w:t>1.013e0</w:t>
      </w:r>
    </w:p>
    <w:p w:rsidR="00E00D30" w:rsidRDefault="00E00D30" w:rsidP="00E00D30">
      <w:r>
        <w:t>576.5873</w:t>
      </w:r>
      <w:r>
        <w:tab/>
        <w:t>1.013e0</w:t>
      </w:r>
    </w:p>
    <w:p w:rsidR="00E00D30" w:rsidRDefault="00E00D30" w:rsidP="00E00D30">
      <w:r>
        <w:lastRenderedPageBreak/>
        <w:t>576.5902</w:t>
      </w:r>
      <w:r>
        <w:tab/>
        <w:t>1.013e0</w:t>
      </w:r>
    </w:p>
    <w:p w:rsidR="00E00D30" w:rsidRDefault="00E00D30" w:rsidP="00E00D30">
      <w:r>
        <w:t>576.6280</w:t>
      </w:r>
      <w:r>
        <w:tab/>
        <w:t>1.013e0</w:t>
      </w:r>
    </w:p>
    <w:p w:rsidR="00E00D30" w:rsidRDefault="00E00D30" w:rsidP="00E00D30">
      <w:r>
        <w:t>576.6570</w:t>
      </w:r>
      <w:r>
        <w:tab/>
        <w:t>1.013e0</w:t>
      </w:r>
    </w:p>
    <w:p w:rsidR="00E00D30" w:rsidRDefault="00E00D30" w:rsidP="00E00D30">
      <w:r>
        <w:t>576.6669</w:t>
      </w:r>
      <w:r>
        <w:tab/>
        <w:t>1.013e0</w:t>
      </w:r>
    </w:p>
    <w:p w:rsidR="00E00D30" w:rsidRDefault="00E00D30" w:rsidP="00E00D30">
      <w:r>
        <w:t>576.6965</w:t>
      </w:r>
      <w:r>
        <w:tab/>
        <w:t>1.013e0</w:t>
      </w:r>
    </w:p>
    <w:p w:rsidR="00E00D30" w:rsidRDefault="00E00D30" w:rsidP="00E00D30">
      <w:r>
        <w:t>576.7261</w:t>
      </w:r>
      <w:r>
        <w:tab/>
        <w:t>1.013e0</w:t>
      </w:r>
    </w:p>
    <w:p w:rsidR="00E00D30" w:rsidRDefault="00E00D30" w:rsidP="00E00D30">
      <w:r>
        <w:t>576.7697</w:t>
      </w:r>
      <w:r>
        <w:tab/>
        <w:t>1.013e0</w:t>
      </w:r>
    </w:p>
    <w:p w:rsidR="00E00D30" w:rsidRDefault="00E00D30" w:rsidP="00E00D30">
      <w:r>
        <w:t>576.7858</w:t>
      </w:r>
      <w:r>
        <w:tab/>
        <w:t>1.013e0</w:t>
      </w:r>
    </w:p>
    <w:p w:rsidR="00E00D30" w:rsidRDefault="00E00D30" w:rsidP="00E00D30">
      <w:r>
        <w:t>576.8352</w:t>
      </w:r>
      <w:r>
        <w:tab/>
        <w:t>2.025e0</w:t>
      </w:r>
    </w:p>
    <w:p w:rsidR="00E00D30" w:rsidRDefault="00E00D30" w:rsidP="00E00D30">
      <w:r>
        <w:t>576.8552</w:t>
      </w:r>
      <w:r>
        <w:tab/>
        <w:t>2.025e0</w:t>
      </w:r>
    </w:p>
    <w:p w:rsidR="00E00D30" w:rsidRDefault="00E00D30" w:rsidP="00E00D30">
      <w:r>
        <w:t>576.8658</w:t>
      </w:r>
      <w:r>
        <w:tab/>
        <w:t>1.013e0</w:t>
      </w:r>
    </w:p>
    <w:p w:rsidR="00E00D30" w:rsidRDefault="00E00D30" w:rsidP="00E00D30">
      <w:r>
        <w:t>576.8747</w:t>
      </w:r>
      <w:r>
        <w:tab/>
        <w:t>1.013e0</w:t>
      </w:r>
    </w:p>
    <w:p w:rsidR="00E00D30" w:rsidRDefault="00E00D30" w:rsidP="00E00D30">
      <w:r>
        <w:t>576.8848</w:t>
      </w:r>
      <w:r>
        <w:tab/>
        <w:t>2.025e0</w:t>
      </w:r>
    </w:p>
    <w:p w:rsidR="00E00D30" w:rsidRDefault="00E00D30" w:rsidP="00E00D30">
      <w:r>
        <w:t>576.9044</w:t>
      </w:r>
      <w:r>
        <w:tab/>
        <w:t>1.013e0</w:t>
      </w:r>
    </w:p>
    <w:p w:rsidR="00E00D30" w:rsidRDefault="00E00D30" w:rsidP="00E00D30">
      <w:r>
        <w:t>576.9310</w:t>
      </w:r>
      <w:r>
        <w:tab/>
        <w:t>1.013e0</w:t>
      </w:r>
    </w:p>
    <w:p w:rsidR="00E00D30" w:rsidRDefault="00E00D30" w:rsidP="00E00D30">
      <w:r>
        <w:t>576.9444</w:t>
      </w:r>
      <w:r>
        <w:tab/>
        <w:t>1.013e0</w:t>
      </w:r>
    </w:p>
    <w:p w:rsidR="00E00D30" w:rsidRDefault="00E00D30" w:rsidP="00E00D30">
      <w:r>
        <w:t>576.9485</w:t>
      </w:r>
      <w:r>
        <w:tab/>
        <w:t>1.013e0</w:t>
      </w:r>
    </w:p>
    <w:p w:rsidR="00E00D30" w:rsidRDefault="00E00D30" w:rsidP="00E00D30">
      <w:r>
        <w:t>576.9670</w:t>
      </w:r>
      <w:r>
        <w:tab/>
        <w:t>2.025e0</w:t>
      </w:r>
    </w:p>
    <w:p w:rsidR="00E00D30" w:rsidRDefault="00E00D30" w:rsidP="00E00D30">
      <w:r>
        <w:t>577.0218</w:t>
      </w:r>
      <w:r>
        <w:tab/>
        <w:t>3.038e0</w:t>
      </w:r>
    </w:p>
    <w:p w:rsidR="00E00D30" w:rsidRDefault="00E00D30" w:rsidP="00E00D30">
      <w:r>
        <w:lastRenderedPageBreak/>
        <w:t>577.0234</w:t>
      </w:r>
      <w:r>
        <w:tab/>
        <w:t>1.013e0</w:t>
      </w:r>
    </w:p>
    <w:p w:rsidR="00E00D30" w:rsidRDefault="00E00D30" w:rsidP="00E00D30">
      <w:r>
        <w:t>577.0587</w:t>
      </w:r>
      <w:r>
        <w:tab/>
        <w:t>2.025e0</w:t>
      </w:r>
    </w:p>
    <w:p w:rsidR="00E00D30" w:rsidRDefault="00E00D30" w:rsidP="00E00D30">
      <w:r>
        <w:t>577.0757</w:t>
      </w:r>
      <w:r>
        <w:tab/>
        <w:t>1.013e0</w:t>
      </w:r>
    </w:p>
    <w:p w:rsidR="00E00D30" w:rsidRDefault="00E00D30" w:rsidP="00E00D30">
      <w:r>
        <w:t>577.1460</w:t>
      </w:r>
      <w:r>
        <w:tab/>
        <w:t>1.013e0</w:t>
      </w:r>
    </w:p>
    <w:p w:rsidR="00E00D30" w:rsidRDefault="00E00D30" w:rsidP="00E00D30">
      <w:r>
        <w:t>577.1551</w:t>
      </w:r>
      <w:r>
        <w:tab/>
        <w:t>2.025e0</w:t>
      </w:r>
    </w:p>
    <w:p w:rsidR="00E00D30" w:rsidRDefault="00E00D30" w:rsidP="00E00D30">
      <w:r>
        <w:t>577.1580</w:t>
      </w:r>
      <w:r>
        <w:tab/>
        <w:t>3.038e0</w:t>
      </w:r>
    </w:p>
    <w:p w:rsidR="00E00D30" w:rsidRDefault="00E00D30" w:rsidP="00E00D30">
      <w:r>
        <w:t>577.1646</w:t>
      </w:r>
      <w:r>
        <w:tab/>
        <w:t>2.025e0</w:t>
      </w:r>
    </w:p>
    <w:p w:rsidR="00E00D30" w:rsidRDefault="00E00D30" w:rsidP="00E00D30">
      <w:r>
        <w:t>577.1732</w:t>
      </w:r>
      <w:r>
        <w:tab/>
        <w:t>1.013e0</w:t>
      </w:r>
    </w:p>
    <w:p w:rsidR="00E00D30" w:rsidRDefault="00E00D30" w:rsidP="00E00D30">
      <w:r>
        <w:t>577.1833</w:t>
      </w:r>
      <w:r>
        <w:tab/>
        <w:t>1.013e0</w:t>
      </w:r>
    </w:p>
    <w:p w:rsidR="00E00D30" w:rsidRDefault="00E00D30" w:rsidP="00E00D30">
      <w:r>
        <w:t>577.2241</w:t>
      </w:r>
      <w:r>
        <w:tab/>
        <w:t>3.038e0</w:t>
      </w:r>
    </w:p>
    <w:p w:rsidR="00E00D30" w:rsidRDefault="00E00D30" w:rsidP="00E00D30">
      <w:r>
        <w:t>577.2258</w:t>
      </w:r>
      <w:r>
        <w:tab/>
        <w:t>3.038e0</w:t>
      </w:r>
    </w:p>
    <w:p w:rsidR="00E00D30" w:rsidRDefault="00E00D30" w:rsidP="00E00D30">
      <w:r>
        <w:t>577.2438</w:t>
      </w:r>
      <w:r>
        <w:tab/>
        <w:t>3.038e0</w:t>
      </w:r>
    </w:p>
    <w:p w:rsidR="00E00D30" w:rsidRDefault="00E00D30" w:rsidP="00E00D30">
      <w:r>
        <w:t>577.2515</w:t>
      </w:r>
      <w:r>
        <w:tab/>
        <w:t>2.025e0</w:t>
      </w:r>
    </w:p>
    <w:p w:rsidR="00E00D30" w:rsidRDefault="00E00D30" w:rsidP="00E00D30">
      <w:r>
        <w:t>577.2617</w:t>
      </w:r>
      <w:r>
        <w:tab/>
        <w:t>1.013e0</w:t>
      </w:r>
    </w:p>
    <w:p w:rsidR="00E00D30" w:rsidRDefault="00E00D30" w:rsidP="00E00D30">
      <w:r>
        <w:t>577.2694</w:t>
      </w:r>
      <w:r>
        <w:tab/>
        <w:t>1.975e0</w:t>
      </w:r>
    </w:p>
    <w:p w:rsidR="00E00D30" w:rsidRDefault="00E00D30" w:rsidP="00E00D30">
      <w:r>
        <w:t>577.3074</w:t>
      </w:r>
      <w:r>
        <w:tab/>
        <w:t>2.025e0</w:t>
      </w:r>
    </w:p>
    <w:p w:rsidR="00E00D30" w:rsidRDefault="00E00D30" w:rsidP="00E00D30">
      <w:r>
        <w:t>577.3107</w:t>
      </w:r>
      <w:r>
        <w:tab/>
        <w:t>4.051e0</w:t>
      </w:r>
    </w:p>
    <w:p w:rsidR="00E00D30" w:rsidRDefault="00E00D30" w:rsidP="00E00D30">
      <w:r>
        <w:t>577.3157</w:t>
      </w:r>
      <w:r>
        <w:tab/>
        <w:t>3.700e0</w:t>
      </w:r>
    </w:p>
    <w:p w:rsidR="00E00D30" w:rsidRDefault="00E00D30" w:rsidP="00E00D30">
      <w:r>
        <w:t>577.3412</w:t>
      </w:r>
      <w:r>
        <w:tab/>
        <w:t>3.038e0</w:t>
      </w:r>
    </w:p>
    <w:p w:rsidR="00E00D30" w:rsidRDefault="00E00D30" w:rsidP="00E00D30">
      <w:r>
        <w:lastRenderedPageBreak/>
        <w:t>577.3607</w:t>
      </w:r>
      <w:r>
        <w:tab/>
        <w:t>1.013e0</w:t>
      </w:r>
    </w:p>
    <w:p w:rsidR="00E00D30" w:rsidRDefault="00E00D30" w:rsidP="00E00D30">
      <w:r>
        <w:t>577.3676</w:t>
      </w:r>
      <w:r>
        <w:tab/>
        <w:t>4.051e0</w:t>
      </w:r>
    </w:p>
    <w:p w:rsidR="00E00D30" w:rsidRDefault="00E00D30" w:rsidP="00E00D30">
      <w:r>
        <w:t>577.3712</w:t>
      </w:r>
      <w:r>
        <w:tab/>
        <w:t>1.975e0</w:t>
      </w:r>
    </w:p>
    <w:p w:rsidR="00E00D30" w:rsidRDefault="00E00D30" w:rsidP="00E00D30">
      <w:r>
        <w:t>577.3929</w:t>
      </w:r>
      <w:r>
        <w:tab/>
        <w:t>3.038e0</w:t>
      </w:r>
    </w:p>
    <w:p w:rsidR="00E00D30" w:rsidRDefault="00E00D30" w:rsidP="00E00D30">
      <w:r>
        <w:t>577.4005</w:t>
      </w:r>
      <w:r>
        <w:tab/>
        <w:t>2.025e0</w:t>
      </w:r>
    </w:p>
    <w:p w:rsidR="00E00D30" w:rsidRDefault="00E00D30" w:rsidP="00E00D30">
      <w:r>
        <w:t>577.4211</w:t>
      </w:r>
      <w:r>
        <w:tab/>
        <w:t>3.038e0</w:t>
      </w:r>
    </w:p>
    <w:p w:rsidR="00E00D30" w:rsidRDefault="00E00D30" w:rsidP="00E00D30">
      <w:r>
        <w:t>577.4303</w:t>
      </w:r>
      <w:r>
        <w:tab/>
        <w:t>1.013e0</w:t>
      </w:r>
    </w:p>
    <w:p w:rsidR="00E00D30" w:rsidRDefault="00E00D30" w:rsidP="00E00D30">
      <w:r>
        <w:t>577.4607</w:t>
      </w:r>
      <w:r>
        <w:tab/>
        <w:t>3.038e0</w:t>
      </w:r>
    </w:p>
    <w:p w:rsidR="00E00D30" w:rsidRDefault="00E00D30" w:rsidP="00E00D30">
      <w:r>
        <w:t>577.4630</w:t>
      </w:r>
      <w:r>
        <w:tab/>
        <w:t>4.051e0</w:t>
      </w:r>
    </w:p>
    <w:p w:rsidR="00E00D30" w:rsidRDefault="00E00D30" w:rsidP="00E00D30">
      <w:r>
        <w:t>577.4722</w:t>
      </w:r>
      <w:r>
        <w:tab/>
        <w:t>3.398e0</w:t>
      </w:r>
    </w:p>
    <w:p w:rsidR="00E00D30" w:rsidRDefault="00E00D30" w:rsidP="00E00D30">
      <w:r>
        <w:t>577.4781</w:t>
      </w:r>
      <w:r>
        <w:tab/>
        <w:t>2.025e0</w:t>
      </w:r>
    </w:p>
    <w:p w:rsidR="00E00D30" w:rsidRDefault="00E00D30" w:rsidP="00E00D30">
      <w:r>
        <w:t>577.4895</w:t>
      </w:r>
      <w:r>
        <w:tab/>
        <w:t>2.025e0</w:t>
      </w:r>
    </w:p>
    <w:p w:rsidR="00E00D30" w:rsidRDefault="00E00D30" w:rsidP="00E00D30">
      <w:r>
        <w:t>577.5187</w:t>
      </w:r>
      <w:r>
        <w:tab/>
        <w:t>2.025e0</w:t>
      </w:r>
    </w:p>
    <w:p w:rsidR="00E00D30" w:rsidRDefault="00E00D30" w:rsidP="00E00D30">
      <w:r>
        <w:t>577.5418</w:t>
      </w:r>
      <w:r>
        <w:tab/>
        <w:t>1.013e0</w:t>
      </w:r>
    </w:p>
    <w:p w:rsidR="00E00D30" w:rsidRDefault="00E00D30" w:rsidP="00E00D30">
      <w:r>
        <w:t>577.5897</w:t>
      </w:r>
      <w:r>
        <w:tab/>
        <w:t>1.013e0</w:t>
      </w:r>
    </w:p>
    <w:p w:rsidR="00E00D30" w:rsidRDefault="00E00D30" w:rsidP="00E00D30">
      <w:r>
        <w:t>577.6122</w:t>
      </w:r>
      <w:r>
        <w:tab/>
        <w:t>3.038e0</w:t>
      </w:r>
    </w:p>
    <w:p w:rsidR="00E00D30" w:rsidRDefault="00E00D30" w:rsidP="00E00D30">
      <w:r>
        <w:t>577.6485</w:t>
      </w:r>
      <w:r>
        <w:tab/>
        <w:t>1.013e0</w:t>
      </w:r>
    </w:p>
    <w:p w:rsidR="00E00D30" w:rsidRDefault="00E00D30" w:rsidP="00E00D30">
      <w:r>
        <w:t>577.6780</w:t>
      </w:r>
      <w:r>
        <w:tab/>
        <w:t>1.013e0</w:t>
      </w:r>
    </w:p>
    <w:p w:rsidR="00E00D30" w:rsidRDefault="00E00D30" w:rsidP="00E00D30">
      <w:r>
        <w:t>577.7485</w:t>
      </w:r>
      <w:r>
        <w:tab/>
        <w:t>1.013e0</w:t>
      </w:r>
    </w:p>
    <w:p w:rsidR="00E00D30" w:rsidRDefault="00E00D30" w:rsidP="00E00D30">
      <w:r>
        <w:lastRenderedPageBreak/>
        <w:t>577.7547</w:t>
      </w:r>
      <w:r>
        <w:tab/>
        <w:t>2.025e0</w:t>
      </w:r>
    </w:p>
    <w:p w:rsidR="00E00D30" w:rsidRDefault="00E00D30" w:rsidP="00E00D30">
      <w:r>
        <w:t>577.8260</w:t>
      </w:r>
      <w:r>
        <w:tab/>
        <w:t>1.013e0</w:t>
      </w:r>
    </w:p>
    <w:p w:rsidR="00E00D30" w:rsidRDefault="00E00D30" w:rsidP="00E00D30">
      <w:r>
        <w:t>577.8280</w:t>
      </w:r>
      <w:r>
        <w:tab/>
        <w:t>1.013e0</w:t>
      </w:r>
    </w:p>
    <w:p w:rsidR="00E00D30" w:rsidRDefault="00E00D30" w:rsidP="00E00D30">
      <w:r>
        <w:t>577.8478</w:t>
      </w:r>
      <w:r>
        <w:tab/>
        <w:t>1.013e0</w:t>
      </w:r>
    </w:p>
    <w:p w:rsidR="00E00D30" w:rsidRDefault="00E00D30" w:rsidP="00E00D30">
      <w:r>
        <w:t>577.8727</w:t>
      </w:r>
      <w:r>
        <w:tab/>
        <w:t>3.038e0</w:t>
      </w:r>
    </w:p>
    <w:p w:rsidR="00E00D30" w:rsidRDefault="00E00D30" w:rsidP="00E00D30">
      <w:r>
        <w:t>577.8808</w:t>
      </w:r>
      <w:r>
        <w:tab/>
        <w:t>1.013e0</w:t>
      </w:r>
    </w:p>
    <w:p w:rsidR="00E00D30" w:rsidRDefault="00E00D30" w:rsidP="00E00D30">
      <w:r>
        <w:t>577.8865</w:t>
      </w:r>
      <w:r>
        <w:tab/>
        <w:t>1.013e0</w:t>
      </w:r>
    </w:p>
    <w:p w:rsidR="00E00D30" w:rsidRDefault="00E00D30" w:rsidP="00E00D30">
      <w:r>
        <w:t>577.8911</w:t>
      </w:r>
      <w:r>
        <w:tab/>
        <w:t>2.025e0</w:t>
      </w:r>
    </w:p>
    <w:p w:rsidR="00E00D30" w:rsidRDefault="00E00D30" w:rsidP="00E00D30">
      <w:r>
        <w:t>577.9346</w:t>
      </w:r>
      <w:r>
        <w:tab/>
        <w:t>1.013e0</w:t>
      </w:r>
    </w:p>
    <w:p w:rsidR="00E00D30" w:rsidRDefault="00E00D30" w:rsidP="00E00D30">
      <w:r>
        <w:t>577.9460</w:t>
      </w:r>
      <w:r>
        <w:tab/>
        <w:t>1.013e0</w:t>
      </w:r>
    </w:p>
    <w:p w:rsidR="00E00D30" w:rsidRDefault="00E00D30" w:rsidP="00E00D30">
      <w:r>
        <w:t>577.9563</w:t>
      </w:r>
      <w:r>
        <w:tab/>
        <w:t>1.013e0</w:t>
      </w:r>
    </w:p>
    <w:p w:rsidR="00E00D30" w:rsidRDefault="00E00D30" w:rsidP="00E00D30">
      <w:r>
        <w:t>577.9890</w:t>
      </w:r>
      <w:r>
        <w:tab/>
        <w:t>1.013e0</w:t>
      </w:r>
    </w:p>
    <w:p w:rsidR="00E00D30" w:rsidRDefault="00E00D30" w:rsidP="00E00D30">
      <w:r>
        <w:t>577.9957</w:t>
      </w:r>
      <w:r>
        <w:tab/>
        <w:t>1.013e0</w:t>
      </w:r>
    </w:p>
    <w:p w:rsidR="00E00D30" w:rsidRDefault="00E00D30" w:rsidP="00E00D30">
      <w:r>
        <w:t>578.0234</w:t>
      </w:r>
      <w:r>
        <w:tab/>
        <w:t>1.013e0</w:t>
      </w:r>
    </w:p>
    <w:p w:rsidR="00E00D30" w:rsidRDefault="00E00D30" w:rsidP="00E00D30">
      <w:r>
        <w:t>578.0424</w:t>
      </w:r>
      <w:r>
        <w:tab/>
        <w:t>1.013e0</w:t>
      </w:r>
    </w:p>
    <w:p w:rsidR="00E00D30" w:rsidRDefault="00E00D30" w:rsidP="00E00D30">
      <w:r>
        <w:t>578.0555</w:t>
      </w:r>
      <w:r>
        <w:tab/>
        <w:t>1.013e0</w:t>
      </w:r>
    </w:p>
    <w:p w:rsidR="00E00D30" w:rsidRDefault="00E00D30" w:rsidP="00E00D30">
      <w:r>
        <w:t>578.1127</w:t>
      </w:r>
      <w:r>
        <w:tab/>
        <w:t>1.013e0</w:t>
      </w:r>
    </w:p>
    <w:p w:rsidR="00E00D30" w:rsidRDefault="00E00D30" w:rsidP="00E00D30">
      <w:r>
        <w:t>578.1310</w:t>
      </w:r>
      <w:r>
        <w:tab/>
        <w:t>1.013e0</w:t>
      </w:r>
    </w:p>
    <w:p w:rsidR="00E00D30" w:rsidRDefault="00E00D30" w:rsidP="00E00D30">
      <w:r>
        <w:t>578.1747</w:t>
      </w:r>
      <w:r>
        <w:tab/>
        <w:t>1.013e0</w:t>
      </w:r>
    </w:p>
    <w:p w:rsidR="00E00D30" w:rsidRDefault="00E00D30" w:rsidP="00E00D30">
      <w:r>
        <w:lastRenderedPageBreak/>
        <w:t>578.2205</w:t>
      </w:r>
      <w:r>
        <w:tab/>
        <w:t>1.013e0</w:t>
      </w:r>
    </w:p>
    <w:p w:rsidR="00E00D30" w:rsidRDefault="00E00D30" w:rsidP="00E00D30">
      <w:r>
        <w:t>578.2247</w:t>
      </w:r>
      <w:r>
        <w:tab/>
        <w:t>2.025e0</w:t>
      </w:r>
    </w:p>
    <w:p w:rsidR="00E00D30" w:rsidRDefault="00E00D30" w:rsidP="00E00D30">
      <w:r>
        <w:t>578.2344</w:t>
      </w:r>
      <w:r>
        <w:tab/>
        <w:t>3.038e0</w:t>
      </w:r>
    </w:p>
    <w:p w:rsidR="00E00D30" w:rsidRDefault="00E00D30" w:rsidP="00E00D30">
      <w:r>
        <w:t>578.2884</w:t>
      </w:r>
      <w:r>
        <w:tab/>
        <w:t>2.025e0</w:t>
      </w:r>
    </w:p>
    <w:p w:rsidR="00E00D30" w:rsidRDefault="00E00D30" w:rsidP="00E00D30">
      <w:r>
        <w:t>578.2918</w:t>
      </w:r>
      <w:r>
        <w:tab/>
        <w:t>1.013e0</w:t>
      </w:r>
    </w:p>
    <w:p w:rsidR="00E00D30" w:rsidRDefault="00E00D30" w:rsidP="00E00D30">
      <w:r>
        <w:t>578.2932</w:t>
      </w:r>
      <w:r>
        <w:tab/>
        <w:t>2.025e0</w:t>
      </w:r>
    </w:p>
    <w:p w:rsidR="00E00D30" w:rsidRDefault="00E00D30" w:rsidP="00E00D30">
      <w:r>
        <w:t>578.3188</w:t>
      </w:r>
      <w:r>
        <w:tab/>
        <w:t>1.824e0</w:t>
      </w:r>
    </w:p>
    <w:p w:rsidR="00E00D30" w:rsidRDefault="00E00D30" w:rsidP="00E00D30">
      <w:r>
        <w:t>578.3317</w:t>
      </w:r>
      <w:r>
        <w:tab/>
        <w:t>3.038e0</w:t>
      </w:r>
    </w:p>
    <w:p w:rsidR="00E00D30" w:rsidRDefault="00E00D30" w:rsidP="00E00D30">
      <w:r>
        <w:t>578.3472</w:t>
      </w:r>
      <w:r>
        <w:tab/>
        <w:t>2.025e0</w:t>
      </w:r>
    </w:p>
    <w:p w:rsidR="00E00D30" w:rsidRDefault="00E00D30" w:rsidP="00E00D30">
      <w:r>
        <w:t>578.3527</w:t>
      </w:r>
      <w:r>
        <w:tab/>
        <w:t>4.051e0</w:t>
      </w:r>
    </w:p>
    <w:p w:rsidR="00E00D30" w:rsidRDefault="00E00D30" w:rsidP="00E00D30">
      <w:r>
        <w:t>578.3837</w:t>
      </w:r>
      <w:r>
        <w:tab/>
        <w:t>1.013e0</w:t>
      </w:r>
    </w:p>
    <w:p w:rsidR="00E00D30" w:rsidRDefault="00E00D30" w:rsidP="00E00D30">
      <w:r>
        <w:t>578.4128</w:t>
      </w:r>
      <w:r>
        <w:tab/>
        <w:t>1.013e0</w:t>
      </w:r>
    </w:p>
    <w:p w:rsidR="00E00D30" w:rsidRDefault="00E00D30" w:rsidP="00E00D30">
      <w:r>
        <w:t>578.4327</w:t>
      </w:r>
      <w:r>
        <w:tab/>
        <w:t>3.294e0</w:t>
      </w:r>
    </w:p>
    <w:p w:rsidR="00E00D30" w:rsidRDefault="00E00D30" w:rsidP="00E00D30">
      <w:r>
        <w:t>578.4376</w:t>
      </w:r>
      <w:r>
        <w:tab/>
        <w:t>1.013e0</w:t>
      </w:r>
    </w:p>
    <w:p w:rsidR="00E00D30" w:rsidRDefault="00E00D30" w:rsidP="00E00D30">
      <w:r>
        <w:t>578.4430</w:t>
      </w:r>
      <w:r>
        <w:tab/>
        <w:t>2.025e0</w:t>
      </w:r>
    </w:p>
    <w:p w:rsidR="00E00D30" w:rsidRDefault="00E00D30" w:rsidP="00E00D30">
      <w:r>
        <w:t>578.4728</w:t>
      </w:r>
      <w:r>
        <w:tab/>
        <w:t>2.025e0</w:t>
      </w:r>
    </w:p>
    <w:p w:rsidR="00E00D30" w:rsidRDefault="00E00D30" w:rsidP="00E00D30">
      <w:r>
        <w:t>578.4827</w:t>
      </w:r>
      <w:r>
        <w:tab/>
        <w:t>1.013e0</w:t>
      </w:r>
    </w:p>
    <w:p w:rsidR="00E00D30" w:rsidRDefault="00E00D30" w:rsidP="00E00D30">
      <w:r>
        <w:t>578.4895</w:t>
      </w:r>
      <w:r>
        <w:tab/>
        <w:t>1.013e0</w:t>
      </w:r>
    </w:p>
    <w:p w:rsidR="00E00D30" w:rsidRDefault="00E00D30" w:rsidP="00E00D30">
      <w:r>
        <w:t>578.5023</w:t>
      </w:r>
      <w:r>
        <w:tab/>
        <w:t>1.013e0</w:t>
      </w:r>
    </w:p>
    <w:p w:rsidR="00E00D30" w:rsidRDefault="00E00D30" w:rsidP="00E00D30">
      <w:r>
        <w:lastRenderedPageBreak/>
        <w:t>578.5122</w:t>
      </w:r>
      <w:r>
        <w:tab/>
        <w:t>1.013e0</w:t>
      </w:r>
    </w:p>
    <w:p w:rsidR="00E00D30" w:rsidRDefault="00E00D30" w:rsidP="00E00D30">
      <w:r>
        <w:t>578.5264</w:t>
      </w:r>
      <w:r>
        <w:tab/>
        <w:t>1.013e0</w:t>
      </w:r>
    </w:p>
    <w:p w:rsidR="00E00D30" w:rsidRDefault="00E00D30" w:rsidP="00E00D30">
      <w:r>
        <w:t>578.5798</w:t>
      </w:r>
      <w:r>
        <w:tab/>
        <w:t>1.013e0</w:t>
      </w:r>
    </w:p>
    <w:p w:rsidR="00E00D30" w:rsidRDefault="00E00D30" w:rsidP="00E00D30">
      <w:r>
        <w:t>578.6116</w:t>
      </w:r>
      <w:r>
        <w:tab/>
        <w:t>1.013e0</w:t>
      </w:r>
    </w:p>
    <w:p w:rsidR="00E00D30" w:rsidRDefault="00E00D30" w:rsidP="00E00D30">
      <w:r>
        <w:t>578.6350</w:t>
      </w:r>
      <w:r>
        <w:tab/>
        <w:t>1.013e0</w:t>
      </w:r>
    </w:p>
    <w:p w:rsidR="00E00D30" w:rsidRDefault="00E00D30" w:rsidP="00E00D30">
      <w:r>
        <w:t>578.6712</w:t>
      </w:r>
      <w:r>
        <w:tab/>
        <w:t>1.013e0</w:t>
      </w:r>
    </w:p>
    <w:p w:rsidR="00E00D30" w:rsidRDefault="00E00D30" w:rsidP="00E00D30">
      <w:r>
        <w:t>578.7014</w:t>
      </w:r>
      <w:r>
        <w:tab/>
        <w:t>1.013e0</w:t>
      </w:r>
    </w:p>
    <w:p w:rsidR="00E00D30" w:rsidRDefault="00E00D30" w:rsidP="00E00D30">
      <w:r>
        <w:t>578.7507</w:t>
      </w:r>
      <w:r>
        <w:tab/>
        <w:t>1.013e0</w:t>
      </w:r>
    </w:p>
    <w:p w:rsidR="00E00D30" w:rsidRDefault="00E00D30" w:rsidP="00E00D30">
      <w:r>
        <w:t>578.7767</w:t>
      </w:r>
      <w:r>
        <w:tab/>
        <w:t>3.038e0</w:t>
      </w:r>
    </w:p>
    <w:p w:rsidR="00E00D30" w:rsidRDefault="00E00D30" w:rsidP="00E00D30">
      <w:r>
        <w:t>578.7947</w:t>
      </w:r>
      <w:r>
        <w:tab/>
        <w:t>1.013e0</w:t>
      </w:r>
    </w:p>
    <w:p w:rsidR="00E00D30" w:rsidRDefault="00E00D30" w:rsidP="00E00D30">
      <w:r>
        <w:t>578.8293</w:t>
      </w:r>
      <w:r>
        <w:tab/>
        <w:t>1.013e0</w:t>
      </w:r>
    </w:p>
    <w:p w:rsidR="00E00D30" w:rsidRDefault="00E00D30" w:rsidP="00E00D30">
      <w:r>
        <w:t>578.8412</w:t>
      </w:r>
      <w:r>
        <w:tab/>
        <w:t>1.013e0</w:t>
      </w:r>
    </w:p>
    <w:p w:rsidR="00E00D30" w:rsidRDefault="00E00D30" w:rsidP="00E00D30">
      <w:r>
        <w:t>578.8475</w:t>
      </w:r>
      <w:r>
        <w:tab/>
        <w:t>1.013e0</w:t>
      </w:r>
    </w:p>
    <w:p w:rsidR="00E00D30" w:rsidRDefault="00E00D30" w:rsidP="00E00D30">
      <w:r>
        <w:t>578.8843</w:t>
      </w:r>
      <w:r>
        <w:tab/>
        <w:t>1.013e0</w:t>
      </w:r>
    </w:p>
    <w:p w:rsidR="00E00D30" w:rsidRDefault="00E00D30" w:rsidP="00E00D30">
      <w:r>
        <w:t>578.9002</w:t>
      </w:r>
      <w:r>
        <w:tab/>
        <w:t>1.013e0</w:t>
      </w:r>
    </w:p>
    <w:p w:rsidR="00E00D30" w:rsidRDefault="00E00D30" w:rsidP="00E00D30">
      <w:r>
        <w:t>578.9109</w:t>
      </w:r>
      <w:r>
        <w:tab/>
        <w:t>1.013e0</w:t>
      </w:r>
    </w:p>
    <w:p w:rsidR="00E00D30" w:rsidRDefault="00E00D30" w:rsidP="00E00D30">
      <w:r>
        <w:t>578.9397</w:t>
      </w:r>
      <w:r>
        <w:tab/>
        <w:t>1.013e0</w:t>
      </w:r>
    </w:p>
    <w:p w:rsidR="00E00D30" w:rsidRDefault="00E00D30" w:rsidP="00E00D30">
      <w:r>
        <w:t>578.9465</w:t>
      </w:r>
      <w:r>
        <w:tab/>
        <w:t>2.025e0</w:t>
      </w:r>
    </w:p>
    <w:p w:rsidR="00E00D30" w:rsidRDefault="00E00D30" w:rsidP="00E00D30">
      <w:r>
        <w:t>578.9557</w:t>
      </w:r>
      <w:r>
        <w:tab/>
        <w:t>1.013e0</w:t>
      </w:r>
    </w:p>
    <w:p w:rsidR="00E00D30" w:rsidRDefault="00E00D30" w:rsidP="00E00D30">
      <w:r>
        <w:lastRenderedPageBreak/>
        <w:t>578.9646</w:t>
      </w:r>
      <w:r>
        <w:tab/>
        <w:t>2.025e0</w:t>
      </w:r>
    </w:p>
    <w:p w:rsidR="00E00D30" w:rsidRDefault="00E00D30" w:rsidP="00E00D30">
      <w:r>
        <w:t>578.9883</w:t>
      </w:r>
      <w:r>
        <w:tab/>
        <w:t>2.025e0</w:t>
      </w:r>
    </w:p>
    <w:p w:rsidR="00E00D30" w:rsidRDefault="00E00D30" w:rsidP="00E00D30">
      <w:r>
        <w:t>579.0501</w:t>
      </w:r>
      <w:r>
        <w:tab/>
        <w:t>1.013e0</w:t>
      </w:r>
    </w:p>
    <w:p w:rsidR="00E00D30" w:rsidRDefault="00E00D30" w:rsidP="00E00D30">
      <w:r>
        <w:t>579.0899</w:t>
      </w:r>
      <w:r>
        <w:tab/>
        <w:t>1.013e0</w:t>
      </w:r>
    </w:p>
    <w:p w:rsidR="00E00D30" w:rsidRDefault="00E00D30" w:rsidP="00E00D30">
      <w:r>
        <w:t>579.0983</w:t>
      </w:r>
      <w:r>
        <w:tab/>
        <w:t>1.013e0</w:t>
      </w:r>
    </w:p>
    <w:p w:rsidR="00E00D30" w:rsidRDefault="00E00D30" w:rsidP="00E00D30">
      <w:r>
        <w:t>579.1010</w:t>
      </w:r>
      <w:r>
        <w:tab/>
        <w:t>1.013e0</w:t>
      </w:r>
    </w:p>
    <w:p w:rsidR="00E00D30" w:rsidRDefault="00E00D30" w:rsidP="00E00D30">
      <w:r>
        <w:t>579.1088</w:t>
      </w:r>
      <w:r>
        <w:tab/>
        <w:t>1.013e0</w:t>
      </w:r>
    </w:p>
    <w:p w:rsidR="00E00D30" w:rsidRDefault="00E00D30" w:rsidP="00E00D30">
      <w:r>
        <w:t>579.1386</w:t>
      </w:r>
      <w:r>
        <w:tab/>
        <w:t>2.025e0</w:t>
      </w:r>
    </w:p>
    <w:p w:rsidR="00E00D30" w:rsidRDefault="00E00D30" w:rsidP="00E00D30">
      <w:r>
        <w:t>579.1787</w:t>
      </w:r>
      <w:r>
        <w:tab/>
        <w:t>1.013e0</w:t>
      </w:r>
    </w:p>
    <w:p w:rsidR="00E00D30" w:rsidRDefault="00E00D30" w:rsidP="00E00D30">
      <w:r>
        <w:t>579.1983</w:t>
      </w:r>
      <w:r>
        <w:tab/>
        <w:t>1.013e0</w:t>
      </w:r>
    </w:p>
    <w:p w:rsidR="00E00D30" w:rsidRDefault="00E00D30" w:rsidP="00E00D30">
      <w:r>
        <w:t>579.2384</w:t>
      </w:r>
      <w:r>
        <w:tab/>
        <w:t>1.013e0</w:t>
      </w:r>
    </w:p>
    <w:p w:rsidR="00E00D30" w:rsidRDefault="00E00D30" w:rsidP="00E00D30">
      <w:r>
        <w:t>579.2435</w:t>
      </w:r>
      <w:r>
        <w:tab/>
        <w:t>1.013e0</w:t>
      </w:r>
    </w:p>
    <w:p w:rsidR="00E00D30" w:rsidRDefault="00E00D30" w:rsidP="00E00D30">
      <w:r>
        <w:t>579.2778</w:t>
      </w:r>
      <w:r>
        <w:tab/>
        <w:t>2.025e0</w:t>
      </w:r>
    </w:p>
    <w:p w:rsidR="00E00D30" w:rsidRDefault="00E00D30" w:rsidP="00E00D30">
      <w:r>
        <w:t>579.2794</w:t>
      </w:r>
      <w:r>
        <w:tab/>
        <w:t>1.013e0</w:t>
      </w:r>
    </w:p>
    <w:p w:rsidR="00E00D30" w:rsidRDefault="00E00D30" w:rsidP="00E00D30">
      <w:r>
        <w:t>579.2866</w:t>
      </w:r>
      <w:r>
        <w:tab/>
        <w:t>2.025e0</w:t>
      </w:r>
    </w:p>
    <w:p w:rsidR="00E00D30" w:rsidRDefault="00E00D30" w:rsidP="00E00D30">
      <w:r>
        <w:t>579.2955</w:t>
      </w:r>
      <w:r>
        <w:tab/>
        <w:t>3.038e0</w:t>
      </w:r>
    </w:p>
    <w:p w:rsidR="00E00D30" w:rsidRDefault="00E00D30" w:rsidP="00E00D30">
      <w:r>
        <w:t>579.2988</w:t>
      </w:r>
      <w:r>
        <w:tab/>
        <w:t>1.013e0</w:t>
      </w:r>
    </w:p>
    <w:p w:rsidR="00E00D30" w:rsidRDefault="00E00D30" w:rsidP="00E00D30">
      <w:r>
        <w:t>579.3136</w:t>
      </w:r>
      <w:r>
        <w:tab/>
        <w:t>1.013e0</w:t>
      </w:r>
    </w:p>
    <w:p w:rsidR="00E00D30" w:rsidRDefault="00E00D30" w:rsidP="00E00D30">
      <w:r>
        <w:t>579.3280</w:t>
      </w:r>
      <w:r>
        <w:tab/>
        <w:t>2.025e0</w:t>
      </w:r>
    </w:p>
    <w:p w:rsidR="00E00D30" w:rsidRDefault="00E00D30" w:rsidP="00E00D30">
      <w:r>
        <w:lastRenderedPageBreak/>
        <w:t>579.3361</w:t>
      </w:r>
      <w:r>
        <w:tab/>
        <w:t>2.025e0</w:t>
      </w:r>
    </w:p>
    <w:p w:rsidR="00E00D30" w:rsidRDefault="00E00D30" w:rsidP="00E00D30">
      <w:r>
        <w:t>579.3386</w:t>
      </w:r>
      <w:r>
        <w:tab/>
        <w:t>1.013e0</w:t>
      </w:r>
    </w:p>
    <w:p w:rsidR="00E00D30" w:rsidRDefault="00E00D30" w:rsidP="00E00D30">
      <w:r>
        <w:t>579.3478</w:t>
      </w:r>
      <w:r>
        <w:tab/>
        <w:t>1.013e0</w:t>
      </w:r>
    </w:p>
    <w:p w:rsidR="00E00D30" w:rsidRDefault="00E00D30" w:rsidP="00E00D30">
      <w:r>
        <w:t>579.3575</w:t>
      </w:r>
      <w:r>
        <w:tab/>
        <w:t>1.013e0</w:t>
      </w:r>
    </w:p>
    <w:p w:rsidR="00E00D30" w:rsidRDefault="00E00D30" w:rsidP="00E00D30">
      <w:r>
        <w:t>579.3647</w:t>
      </w:r>
      <w:r>
        <w:tab/>
        <w:t>6.091e0</w:t>
      </w:r>
    </w:p>
    <w:p w:rsidR="00E00D30" w:rsidRDefault="00E00D30" w:rsidP="00E00D30">
      <w:r>
        <w:t>579.3660</w:t>
      </w:r>
      <w:r>
        <w:tab/>
        <w:t>3.038e0</w:t>
      </w:r>
    </w:p>
    <w:p w:rsidR="00E00D30" w:rsidRDefault="00E00D30" w:rsidP="00E00D30">
      <w:r>
        <w:t>579.3704</w:t>
      </w:r>
      <w:r>
        <w:tab/>
        <w:t>3.953e0</w:t>
      </w:r>
    </w:p>
    <w:p w:rsidR="00E00D30" w:rsidRDefault="00E00D30" w:rsidP="00E00D30">
      <w:r>
        <w:t>579.3743</w:t>
      </w:r>
      <w:r>
        <w:tab/>
        <w:t>2.025e0</w:t>
      </w:r>
    </w:p>
    <w:p w:rsidR="00E00D30" w:rsidRDefault="00E00D30" w:rsidP="00E00D30">
      <w:r>
        <w:t>579.4282</w:t>
      </w:r>
      <w:r>
        <w:tab/>
        <w:t>1.013e0</w:t>
      </w:r>
    </w:p>
    <w:p w:rsidR="00E00D30" w:rsidRDefault="00E00D30" w:rsidP="00E00D30">
      <w:r>
        <w:t>579.4400</w:t>
      </w:r>
      <w:r>
        <w:tab/>
        <w:t>1.013e0</w:t>
      </w:r>
    </w:p>
    <w:p w:rsidR="00E00D30" w:rsidRDefault="00E00D30" w:rsidP="00E00D30">
      <w:r>
        <w:t>579.4669</w:t>
      </w:r>
      <w:r>
        <w:tab/>
        <w:t>1.013e0</w:t>
      </w:r>
    </w:p>
    <w:p w:rsidR="00E00D30" w:rsidRDefault="00E00D30" w:rsidP="00E00D30">
      <w:r>
        <w:t>579.4868</w:t>
      </w:r>
      <w:r>
        <w:tab/>
        <w:t>1.013e0</w:t>
      </w:r>
    </w:p>
    <w:p w:rsidR="00E00D30" w:rsidRDefault="00E00D30" w:rsidP="00E00D30">
      <w:r>
        <w:t>579.4879</w:t>
      </w:r>
      <w:r>
        <w:tab/>
        <w:t>1.013e0</w:t>
      </w:r>
    </w:p>
    <w:p w:rsidR="00E00D30" w:rsidRDefault="00E00D30" w:rsidP="00E00D30">
      <w:r>
        <w:t>579.4971</w:t>
      </w:r>
      <w:r>
        <w:tab/>
        <w:t>1.013e0</w:t>
      </w:r>
    </w:p>
    <w:p w:rsidR="00E00D30" w:rsidRDefault="00E00D30" w:rsidP="00E00D30">
      <w:r>
        <w:t>579.5369</w:t>
      </w:r>
      <w:r>
        <w:tab/>
        <w:t>1.013e0</w:t>
      </w:r>
    </w:p>
    <w:p w:rsidR="00E00D30" w:rsidRDefault="00E00D30" w:rsidP="00E00D30">
      <w:r>
        <w:t>579.5565</w:t>
      </w:r>
      <w:r>
        <w:tab/>
        <w:t>1.013e0</w:t>
      </w:r>
    </w:p>
    <w:p w:rsidR="00E00D30" w:rsidRDefault="00E00D30" w:rsidP="00E00D30">
      <w:r>
        <w:t>579.5576</w:t>
      </w:r>
      <w:r>
        <w:tab/>
        <w:t>1.013e0</w:t>
      </w:r>
    </w:p>
    <w:p w:rsidR="00E00D30" w:rsidRDefault="00E00D30" w:rsidP="00E00D30">
      <w:r>
        <w:t>579.6357</w:t>
      </w:r>
      <w:r>
        <w:tab/>
        <w:t>1.013e0</w:t>
      </w:r>
    </w:p>
    <w:p w:rsidR="00E00D30" w:rsidRDefault="00E00D30" w:rsidP="00E00D30">
      <w:r>
        <w:t>579.6561</w:t>
      </w:r>
      <w:r>
        <w:tab/>
        <w:t>2.025e0</w:t>
      </w:r>
    </w:p>
    <w:p w:rsidR="00E00D30" w:rsidRDefault="00E00D30" w:rsidP="00E00D30">
      <w:r>
        <w:lastRenderedPageBreak/>
        <w:t>579.7360</w:t>
      </w:r>
      <w:r>
        <w:tab/>
        <w:t>1.013e0</w:t>
      </w:r>
    </w:p>
    <w:p w:rsidR="00E00D30" w:rsidRDefault="00E00D30" w:rsidP="00E00D30">
      <w:r>
        <w:t>579.7430</w:t>
      </w:r>
      <w:r>
        <w:tab/>
        <w:t>1.013e0</w:t>
      </w:r>
    </w:p>
    <w:p w:rsidR="00E00D30" w:rsidRDefault="00E00D30" w:rsidP="00E00D30">
      <w:r>
        <w:t>579.7621</w:t>
      </w:r>
      <w:r>
        <w:tab/>
        <w:t>2.025e0</w:t>
      </w:r>
    </w:p>
    <w:p w:rsidR="00E00D30" w:rsidRDefault="00E00D30" w:rsidP="00E00D30">
      <w:r>
        <w:t>579.7656</w:t>
      </w:r>
      <w:r>
        <w:tab/>
        <w:t>1.013e0</w:t>
      </w:r>
    </w:p>
    <w:p w:rsidR="00E00D30" w:rsidRDefault="00E00D30" w:rsidP="00E00D30">
      <w:r>
        <w:t>579.7766</w:t>
      </w:r>
      <w:r>
        <w:tab/>
        <w:t>1.013e0</w:t>
      </w:r>
    </w:p>
    <w:p w:rsidR="00E00D30" w:rsidRDefault="00E00D30" w:rsidP="00E00D30">
      <w:r>
        <w:t>579.8259</w:t>
      </w:r>
      <w:r>
        <w:tab/>
        <w:t>2.025e0</w:t>
      </w:r>
    </w:p>
    <w:p w:rsidR="00E00D30" w:rsidRDefault="00E00D30" w:rsidP="00E00D30">
      <w:r>
        <w:t>579.8400</w:t>
      </w:r>
      <w:r>
        <w:tab/>
        <w:t>2.025e0</w:t>
      </w:r>
    </w:p>
    <w:p w:rsidR="00E00D30" w:rsidRDefault="00E00D30" w:rsidP="00E00D30">
      <w:r>
        <w:t>579.8470</w:t>
      </w:r>
      <w:r>
        <w:tab/>
        <w:t>2.025e0</w:t>
      </w:r>
    </w:p>
    <w:p w:rsidR="00E00D30" w:rsidRDefault="00E00D30" w:rsidP="00E00D30">
      <w:r>
        <w:t>579.8553</w:t>
      </w:r>
      <w:r>
        <w:tab/>
        <w:t>2.025e0</w:t>
      </w:r>
    </w:p>
    <w:p w:rsidR="00E00D30" w:rsidRDefault="00E00D30" w:rsidP="00E00D30">
      <w:r>
        <w:t>579.8888</w:t>
      </w:r>
      <w:r>
        <w:tab/>
        <w:t>1.013e0</w:t>
      </w:r>
    </w:p>
    <w:p w:rsidR="00E00D30" w:rsidRDefault="00E00D30" w:rsidP="00E00D30">
      <w:r>
        <w:t>579.8922</w:t>
      </w:r>
      <w:r>
        <w:tab/>
        <w:t>3.038e0</w:t>
      </w:r>
    </w:p>
    <w:p w:rsidR="00E00D30" w:rsidRDefault="00E00D30" w:rsidP="00E00D30">
      <w:r>
        <w:t>579.8951</w:t>
      </w:r>
      <w:r>
        <w:tab/>
        <w:t>1.013e0</w:t>
      </w:r>
    </w:p>
    <w:p w:rsidR="00E00D30" w:rsidRDefault="00E00D30" w:rsidP="00E00D30">
      <w:r>
        <w:t>579.9153</w:t>
      </w:r>
      <w:r>
        <w:tab/>
        <w:t>1.013e0</w:t>
      </w:r>
    </w:p>
    <w:p w:rsidR="00E00D30" w:rsidRDefault="00E00D30" w:rsidP="00E00D30">
      <w:r>
        <w:t>579.9559</w:t>
      </w:r>
      <w:r>
        <w:tab/>
        <w:t>1.013e0</w:t>
      </w:r>
    </w:p>
    <w:p w:rsidR="00E00D30" w:rsidRDefault="00E00D30" w:rsidP="00E00D30">
      <w:r>
        <w:t>580.0051</w:t>
      </w:r>
      <w:r>
        <w:tab/>
        <w:t>3.038e0</w:t>
      </w:r>
    </w:p>
    <w:p w:rsidR="00E00D30" w:rsidRDefault="00E00D30" w:rsidP="00E00D30">
      <w:r>
        <w:t>580.0146</w:t>
      </w:r>
      <w:r>
        <w:tab/>
        <w:t>2.025e0</w:t>
      </w:r>
    </w:p>
    <w:p w:rsidR="00E00D30" w:rsidRDefault="00E00D30" w:rsidP="00E00D30">
      <w:r>
        <w:t>580.0605</w:t>
      </w:r>
      <w:r>
        <w:tab/>
        <w:t>2.025e0</w:t>
      </w:r>
    </w:p>
    <w:p w:rsidR="00E00D30" w:rsidRDefault="00E00D30" w:rsidP="00E00D30">
      <w:r>
        <w:t>580.0644</w:t>
      </w:r>
      <w:r>
        <w:tab/>
        <w:t>1.013e0</w:t>
      </w:r>
    </w:p>
    <w:p w:rsidR="00E00D30" w:rsidRDefault="00E00D30" w:rsidP="00E00D30">
      <w:r>
        <w:t>580.1281</w:t>
      </w:r>
      <w:r>
        <w:tab/>
        <w:t>2.025e0</w:t>
      </w:r>
    </w:p>
    <w:p w:rsidR="00E00D30" w:rsidRDefault="00E00D30" w:rsidP="00E00D30">
      <w:r>
        <w:lastRenderedPageBreak/>
        <w:t>580.1345</w:t>
      </w:r>
      <w:r>
        <w:tab/>
        <w:t>2.025e0</w:t>
      </w:r>
    </w:p>
    <w:p w:rsidR="00E00D30" w:rsidRDefault="00E00D30" w:rsidP="00E00D30">
      <w:r>
        <w:t>580.1644</w:t>
      </w:r>
      <w:r>
        <w:tab/>
        <w:t>2.025e0</w:t>
      </w:r>
    </w:p>
    <w:p w:rsidR="00E00D30" w:rsidRDefault="00E00D30" w:rsidP="00E00D30">
      <w:r>
        <w:t>580.1752</w:t>
      </w:r>
      <w:r>
        <w:tab/>
        <w:t>2.025e0</w:t>
      </w:r>
    </w:p>
    <w:p w:rsidR="00E00D30" w:rsidRDefault="00E00D30" w:rsidP="00E00D30">
      <w:r>
        <w:t>580.2204</w:t>
      </w:r>
      <w:r>
        <w:tab/>
        <w:t>3.641e0</w:t>
      </w:r>
    </w:p>
    <w:p w:rsidR="00E00D30" w:rsidRDefault="00E00D30" w:rsidP="00E00D30">
      <w:r>
        <w:t>580.2280</w:t>
      </w:r>
      <w:r>
        <w:tab/>
        <w:t>1.013e0</w:t>
      </w:r>
    </w:p>
    <w:p w:rsidR="00E00D30" w:rsidRDefault="00E00D30" w:rsidP="00E00D30">
      <w:r>
        <w:t>580.2338</w:t>
      </w:r>
      <w:r>
        <w:tab/>
        <w:t>1.013e0</w:t>
      </w:r>
    </w:p>
    <w:p w:rsidR="00E00D30" w:rsidRDefault="00E00D30" w:rsidP="00E00D30">
      <w:r>
        <w:t>580.2348</w:t>
      </w:r>
      <w:r>
        <w:tab/>
        <w:t>1.013e0</w:t>
      </w:r>
    </w:p>
    <w:p w:rsidR="00E00D30" w:rsidRDefault="00E00D30" w:rsidP="00E00D30">
      <w:r>
        <w:t>580.2438</w:t>
      </w:r>
      <w:r>
        <w:tab/>
        <w:t>2.025e0</w:t>
      </w:r>
    </w:p>
    <w:p w:rsidR="00E00D30" w:rsidRDefault="00E00D30" w:rsidP="00E00D30">
      <w:r>
        <w:t>580.2532</w:t>
      </w:r>
      <w:r>
        <w:tab/>
        <w:t>2.025e0</w:t>
      </w:r>
    </w:p>
    <w:p w:rsidR="00E00D30" w:rsidRDefault="00E00D30" w:rsidP="00E00D30">
      <w:r>
        <w:t>580.2739</w:t>
      </w:r>
      <w:r>
        <w:tab/>
        <w:t>1.013e0</w:t>
      </w:r>
    </w:p>
    <w:p w:rsidR="00E00D30" w:rsidRDefault="00E00D30" w:rsidP="00E00D30">
      <w:r>
        <w:t>580.2978</w:t>
      </w:r>
      <w:r>
        <w:tab/>
        <w:t>4.862e0</w:t>
      </w:r>
    </w:p>
    <w:p w:rsidR="00E00D30" w:rsidRDefault="00E00D30" w:rsidP="00E00D30">
      <w:r>
        <w:t>580.3358</w:t>
      </w:r>
      <w:r>
        <w:tab/>
        <w:t>1.013e0</w:t>
      </w:r>
    </w:p>
    <w:p w:rsidR="00E00D30" w:rsidRDefault="00E00D30" w:rsidP="00E00D30">
      <w:r>
        <w:t>580.3446</w:t>
      </w:r>
      <w:r>
        <w:tab/>
        <w:t>3.038e0</w:t>
      </w:r>
    </w:p>
    <w:p w:rsidR="00E00D30" w:rsidRDefault="00E00D30" w:rsidP="00E00D30">
      <w:r>
        <w:t>580.3551</w:t>
      </w:r>
      <w:r>
        <w:tab/>
        <w:t>3.038e0</w:t>
      </w:r>
    </w:p>
    <w:p w:rsidR="00E00D30" w:rsidRDefault="00E00D30" w:rsidP="00E00D30">
      <w:r>
        <w:t>580.3863</w:t>
      </w:r>
      <w:r>
        <w:tab/>
        <w:t>3.038e0</w:t>
      </w:r>
    </w:p>
    <w:p w:rsidR="00E00D30" w:rsidRDefault="00E00D30" w:rsidP="00E00D30">
      <w:r>
        <w:t>580.3889</w:t>
      </w:r>
      <w:r>
        <w:tab/>
        <w:t>2.025e0</w:t>
      </w:r>
    </w:p>
    <w:p w:rsidR="00E00D30" w:rsidRDefault="00E00D30" w:rsidP="00E00D30">
      <w:r>
        <w:t>580.4208</w:t>
      </w:r>
      <w:r>
        <w:tab/>
        <w:t>2.025e0</w:t>
      </w:r>
    </w:p>
    <w:p w:rsidR="00E00D30" w:rsidRDefault="00E00D30" w:rsidP="00E00D30">
      <w:r>
        <w:t>580.4341</w:t>
      </w:r>
      <w:r>
        <w:tab/>
        <w:t>1.013e0</w:t>
      </w:r>
    </w:p>
    <w:p w:rsidR="00E00D30" w:rsidRDefault="00E00D30" w:rsidP="00E00D30">
      <w:r>
        <w:t>580.4415</w:t>
      </w:r>
      <w:r>
        <w:tab/>
        <w:t>1.013e0</w:t>
      </w:r>
    </w:p>
    <w:p w:rsidR="00E00D30" w:rsidRDefault="00E00D30" w:rsidP="00E00D30">
      <w:r>
        <w:lastRenderedPageBreak/>
        <w:t>580.4630</w:t>
      </w:r>
      <w:r>
        <w:tab/>
        <w:t>1.013e0</w:t>
      </w:r>
    </w:p>
    <w:p w:rsidR="00E00D30" w:rsidRDefault="00E00D30" w:rsidP="00E00D30">
      <w:r>
        <w:t>580.4683</w:t>
      </w:r>
      <w:r>
        <w:tab/>
        <w:t>2.025e0</w:t>
      </w:r>
    </w:p>
    <w:p w:rsidR="00E00D30" w:rsidRDefault="00E00D30" w:rsidP="00E00D30">
      <w:r>
        <w:t>580.4830</w:t>
      </w:r>
      <w:r>
        <w:tab/>
        <w:t>1.013e0</w:t>
      </w:r>
    </w:p>
    <w:p w:rsidR="00E00D30" w:rsidRDefault="00E00D30" w:rsidP="00E00D30">
      <w:r>
        <w:t>580.5431</w:t>
      </w:r>
      <w:r>
        <w:tab/>
        <w:t>1.013e0</w:t>
      </w:r>
    </w:p>
    <w:p w:rsidR="00E00D30" w:rsidRDefault="00E00D30" w:rsidP="00E00D30">
      <w:r>
        <w:t>580.5530</w:t>
      </w:r>
      <w:r>
        <w:tab/>
        <w:t>1.013e0</w:t>
      </w:r>
    </w:p>
    <w:p w:rsidR="00E00D30" w:rsidRDefault="00E00D30" w:rsidP="00E00D30">
      <w:r>
        <w:t>580.5661</w:t>
      </w:r>
      <w:r>
        <w:tab/>
        <w:t>3.038e0</w:t>
      </w:r>
    </w:p>
    <w:p w:rsidR="00E00D30" w:rsidRDefault="00E00D30" w:rsidP="00E00D30">
      <w:r>
        <w:t>580.5920</w:t>
      </w:r>
      <w:r>
        <w:tab/>
        <w:t>1.318e0</w:t>
      </w:r>
    </w:p>
    <w:p w:rsidR="00E00D30" w:rsidRDefault="00E00D30" w:rsidP="00E00D30">
      <w:r>
        <w:t>580.6031</w:t>
      </w:r>
      <w:r>
        <w:tab/>
        <w:t>2.025e0</w:t>
      </w:r>
    </w:p>
    <w:p w:rsidR="00E00D30" w:rsidRDefault="00E00D30" w:rsidP="00E00D30">
      <w:r>
        <w:t>580.6425</w:t>
      </w:r>
      <w:r>
        <w:tab/>
        <w:t>1.013e0</w:t>
      </w:r>
    </w:p>
    <w:p w:rsidR="00E00D30" w:rsidRDefault="00E00D30" w:rsidP="00E00D30">
      <w:r>
        <w:t>580.6573</w:t>
      </w:r>
      <w:r>
        <w:tab/>
        <w:t>1.013e0</w:t>
      </w:r>
    </w:p>
    <w:p w:rsidR="00E00D30" w:rsidRDefault="00E00D30" w:rsidP="00E00D30">
      <w:r>
        <w:t>580.6635</w:t>
      </w:r>
      <w:r>
        <w:tab/>
        <w:t>2.025e0</w:t>
      </w:r>
    </w:p>
    <w:p w:rsidR="00E00D30" w:rsidRDefault="00E00D30" w:rsidP="00E00D30">
      <w:r>
        <w:t>580.6827</w:t>
      </w:r>
      <w:r>
        <w:tab/>
        <w:t>1.013e0</w:t>
      </w:r>
    </w:p>
    <w:p w:rsidR="00E00D30" w:rsidRDefault="00E00D30" w:rsidP="00E00D30">
      <w:r>
        <w:t>580.7213</w:t>
      </w:r>
      <w:r>
        <w:tab/>
        <w:t>2.025e0</w:t>
      </w:r>
    </w:p>
    <w:p w:rsidR="00E00D30" w:rsidRDefault="00E00D30" w:rsidP="00E00D30">
      <w:r>
        <w:t>580.7325</w:t>
      </w:r>
      <w:r>
        <w:tab/>
        <w:t>1.013e0</w:t>
      </w:r>
    </w:p>
    <w:p w:rsidR="00E00D30" w:rsidRDefault="00E00D30" w:rsidP="00E00D30">
      <w:r>
        <w:t>580.7534</w:t>
      </w:r>
      <w:r>
        <w:tab/>
        <w:t>3.038e0</w:t>
      </w:r>
    </w:p>
    <w:p w:rsidR="00E00D30" w:rsidRDefault="00E00D30" w:rsidP="00E00D30">
      <w:r>
        <w:t>580.7834</w:t>
      </w:r>
      <w:r>
        <w:tab/>
        <w:t>1.013e0</w:t>
      </w:r>
    </w:p>
    <w:p w:rsidR="00E00D30" w:rsidRDefault="00E00D30" w:rsidP="00E00D30">
      <w:r>
        <w:t>580.8230</w:t>
      </w:r>
      <w:r>
        <w:tab/>
        <w:t>1.013e0</w:t>
      </w:r>
    </w:p>
    <w:p w:rsidR="00E00D30" w:rsidRDefault="00E00D30" w:rsidP="00E00D30">
      <w:r>
        <w:t>580.8430</w:t>
      </w:r>
      <w:r>
        <w:tab/>
        <w:t>1.013e0</w:t>
      </w:r>
    </w:p>
    <w:p w:rsidR="00E00D30" w:rsidRDefault="00E00D30" w:rsidP="00E00D30">
      <w:r>
        <w:t>580.8710</w:t>
      </w:r>
      <w:r>
        <w:tab/>
        <w:t>1.013e0</w:t>
      </w:r>
    </w:p>
    <w:p w:rsidR="00E00D30" w:rsidRDefault="00E00D30" w:rsidP="00E00D30">
      <w:r>
        <w:lastRenderedPageBreak/>
        <w:t>580.8730</w:t>
      </w:r>
      <w:r>
        <w:tab/>
        <w:t>1.013e0</w:t>
      </w:r>
    </w:p>
    <w:p w:rsidR="00E00D30" w:rsidRDefault="00E00D30" w:rsidP="00E00D30">
      <w:r>
        <w:t>580.8922</w:t>
      </w:r>
      <w:r>
        <w:tab/>
        <w:t>1.013e0</w:t>
      </w:r>
    </w:p>
    <w:p w:rsidR="00E00D30" w:rsidRDefault="00E00D30" w:rsidP="00E00D30">
      <w:r>
        <w:t>580.9117</w:t>
      </w:r>
      <w:r>
        <w:tab/>
        <w:t>2.025e0</w:t>
      </w:r>
    </w:p>
    <w:p w:rsidR="00E00D30" w:rsidRDefault="00E00D30" w:rsidP="00E00D30">
      <w:r>
        <w:t>580.9261</w:t>
      </w:r>
      <w:r>
        <w:tab/>
        <w:t>1.013e0</w:t>
      </w:r>
    </w:p>
    <w:p w:rsidR="00E00D30" w:rsidRDefault="00E00D30" w:rsidP="00E00D30">
      <w:r>
        <w:t>580.9417</w:t>
      </w:r>
      <w:r>
        <w:tab/>
        <w:t>1.013e0</w:t>
      </w:r>
    </w:p>
    <w:p w:rsidR="00E00D30" w:rsidRDefault="00E00D30" w:rsidP="00E00D30">
      <w:r>
        <w:t>580.9622</w:t>
      </w:r>
      <w:r>
        <w:tab/>
        <w:t>1.013e0</w:t>
      </w:r>
    </w:p>
    <w:p w:rsidR="00E00D30" w:rsidRDefault="00E00D30" w:rsidP="00E00D30">
      <w:r>
        <w:t>580.9926</w:t>
      </w:r>
      <w:r>
        <w:tab/>
        <w:t>1.013e0</w:t>
      </w:r>
    </w:p>
    <w:p w:rsidR="00E00D30" w:rsidRDefault="00E00D30" w:rsidP="00E00D30">
      <w:r>
        <w:t>581.0425</w:t>
      </w:r>
      <w:r>
        <w:tab/>
        <w:t>1.013e0</w:t>
      </w:r>
    </w:p>
    <w:p w:rsidR="00E00D30" w:rsidRDefault="00E00D30" w:rsidP="00E00D30">
      <w:r>
        <w:t>581.1213</w:t>
      </w:r>
      <w:r>
        <w:tab/>
        <w:t>1.013e0</w:t>
      </w:r>
    </w:p>
    <w:p w:rsidR="00E00D30" w:rsidRDefault="00E00D30" w:rsidP="00E00D30">
      <w:r>
        <w:t>581.1423</w:t>
      </w:r>
      <w:r>
        <w:tab/>
        <w:t>1.013e0</w:t>
      </w:r>
    </w:p>
    <w:p w:rsidR="00E00D30" w:rsidRDefault="00E00D30" w:rsidP="00E00D30">
      <w:r>
        <w:t>581.1575</w:t>
      </w:r>
      <w:r>
        <w:tab/>
        <w:t>1.013e0</w:t>
      </w:r>
    </w:p>
    <w:p w:rsidR="00E00D30" w:rsidRDefault="00E00D30" w:rsidP="00E00D30">
      <w:r>
        <w:t>581.1771</w:t>
      </w:r>
      <w:r>
        <w:tab/>
        <w:t>1.013e0</w:t>
      </w:r>
    </w:p>
    <w:p w:rsidR="00E00D30" w:rsidRDefault="00E00D30" w:rsidP="00E00D30">
      <w:r>
        <w:t>581.2006</w:t>
      </w:r>
      <w:r>
        <w:tab/>
        <w:t>2.025e0</w:t>
      </w:r>
    </w:p>
    <w:p w:rsidR="00E00D30" w:rsidRDefault="00E00D30" w:rsidP="00E00D30">
      <w:r>
        <w:t>581.2108</w:t>
      </w:r>
      <w:r>
        <w:tab/>
        <w:t>1.013e0</w:t>
      </w:r>
    </w:p>
    <w:p w:rsidR="00E00D30" w:rsidRDefault="00E00D30" w:rsidP="00E00D30">
      <w:r>
        <w:t>581.2130</w:t>
      </w:r>
      <w:r>
        <w:tab/>
        <w:t>1.013e0</w:t>
      </w:r>
    </w:p>
    <w:p w:rsidR="00E00D30" w:rsidRDefault="00E00D30" w:rsidP="00E00D30">
      <w:r>
        <w:t>581.2223</w:t>
      </w:r>
      <w:r>
        <w:tab/>
        <w:t>2.025e0</w:t>
      </w:r>
    </w:p>
    <w:p w:rsidR="00E00D30" w:rsidRDefault="00E00D30" w:rsidP="00E00D30">
      <w:r>
        <w:t>581.2285</w:t>
      </w:r>
      <w:r>
        <w:tab/>
        <w:t>3.918e0</w:t>
      </w:r>
    </w:p>
    <w:p w:rsidR="00E00D30" w:rsidRDefault="00E00D30" w:rsidP="00E00D30">
      <w:r>
        <w:t>581.2663</w:t>
      </w:r>
      <w:r>
        <w:tab/>
        <w:t>2.025e0</w:t>
      </w:r>
    </w:p>
    <w:p w:rsidR="00E00D30" w:rsidRDefault="00E00D30" w:rsidP="00E00D30">
      <w:r>
        <w:t>581.3278</w:t>
      </w:r>
      <w:r>
        <w:tab/>
        <w:t>9.114e0</w:t>
      </w:r>
    </w:p>
    <w:p w:rsidR="00E00D30" w:rsidRDefault="00E00D30" w:rsidP="00E00D30">
      <w:r>
        <w:lastRenderedPageBreak/>
        <w:t>581.3414</w:t>
      </w:r>
      <w:r>
        <w:tab/>
        <w:t>3.038e0</w:t>
      </w:r>
    </w:p>
    <w:p w:rsidR="00E00D30" w:rsidRDefault="00E00D30" w:rsidP="00E00D30">
      <w:r>
        <w:t>581.3450</w:t>
      </w:r>
      <w:r>
        <w:tab/>
        <w:t>1.092e1</w:t>
      </w:r>
    </w:p>
    <w:p w:rsidR="00E00D30" w:rsidRDefault="00E00D30" w:rsidP="00E00D30">
      <w:r>
        <w:t>581.3514</w:t>
      </w:r>
      <w:r>
        <w:tab/>
        <w:t>1.397e1</w:t>
      </w:r>
    </w:p>
    <w:p w:rsidR="00E00D30" w:rsidRDefault="00E00D30" w:rsidP="00E00D30">
      <w:r>
        <w:t>581.3534</w:t>
      </w:r>
      <w:r>
        <w:tab/>
        <w:t>8.101e0</w:t>
      </w:r>
    </w:p>
    <w:p w:rsidR="00E00D30" w:rsidRDefault="00E00D30" w:rsidP="00E00D30">
      <w:r>
        <w:t>581.3604</w:t>
      </w:r>
      <w:r>
        <w:tab/>
        <w:t>1.036e1</w:t>
      </w:r>
    </w:p>
    <w:p w:rsidR="00E00D30" w:rsidRDefault="00E00D30" w:rsidP="00E00D30">
      <w:r>
        <w:t>581.3618</w:t>
      </w:r>
      <w:r>
        <w:tab/>
        <w:t>1.924e1</w:t>
      </w:r>
    </w:p>
    <w:p w:rsidR="00E00D30" w:rsidRDefault="00E00D30" w:rsidP="00E00D30">
      <w:r>
        <w:t>581.3911</w:t>
      </w:r>
      <w:r>
        <w:tab/>
        <w:t>7.089e0</w:t>
      </w:r>
    </w:p>
    <w:p w:rsidR="00E00D30" w:rsidRDefault="00E00D30" w:rsidP="00E00D30">
      <w:r>
        <w:t>581.4562</w:t>
      </w:r>
      <w:r>
        <w:tab/>
        <w:t>2.007e0</w:t>
      </w:r>
    </w:p>
    <w:p w:rsidR="00E00D30" w:rsidRDefault="00E00D30" w:rsidP="00E00D30">
      <w:r>
        <w:t>581.4814</w:t>
      </w:r>
      <w:r>
        <w:tab/>
        <w:t>1.013e0</w:t>
      </w:r>
    </w:p>
    <w:p w:rsidR="00E00D30" w:rsidRDefault="00E00D30" w:rsidP="00E00D30">
      <w:r>
        <w:t>581.4977</w:t>
      </w:r>
      <w:r>
        <w:tab/>
        <w:t>1.013e0</w:t>
      </w:r>
    </w:p>
    <w:p w:rsidR="00E00D30" w:rsidRDefault="00E00D30" w:rsidP="00E00D30">
      <w:r>
        <w:t>581.5006</w:t>
      </w:r>
      <w:r>
        <w:tab/>
        <w:t>3.038e0</w:t>
      </w:r>
    </w:p>
    <w:p w:rsidR="00E00D30" w:rsidRDefault="00E00D30" w:rsidP="00E00D30">
      <w:r>
        <w:t>581.5016</w:t>
      </w:r>
      <w:r>
        <w:tab/>
        <w:t>1.013e0</w:t>
      </w:r>
    </w:p>
    <w:p w:rsidR="00E00D30" w:rsidRDefault="00E00D30" w:rsidP="00E00D30">
      <w:r>
        <w:t>581.5346</w:t>
      </w:r>
      <w:r>
        <w:tab/>
        <w:t>1.013e0</w:t>
      </w:r>
    </w:p>
    <w:p w:rsidR="00E00D30" w:rsidRDefault="00E00D30" w:rsidP="00E00D30">
      <w:r>
        <w:t>581.5509</w:t>
      </w:r>
      <w:r>
        <w:tab/>
        <w:t>2.025e0</w:t>
      </w:r>
    </w:p>
    <w:p w:rsidR="00E00D30" w:rsidRDefault="00E00D30" w:rsidP="00E00D30">
      <w:r>
        <w:t>581.5698</w:t>
      </w:r>
      <w:r>
        <w:tab/>
        <w:t>1.013e0</w:t>
      </w:r>
    </w:p>
    <w:p w:rsidR="00E00D30" w:rsidRDefault="00E00D30" w:rsidP="00E00D30">
      <w:r>
        <w:t>581.6331</w:t>
      </w:r>
      <w:r>
        <w:tab/>
        <w:t>3.038e0</w:t>
      </w:r>
    </w:p>
    <w:p w:rsidR="00E00D30" w:rsidRDefault="00E00D30" w:rsidP="00E00D30">
      <w:r>
        <w:t>581.6420</w:t>
      </w:r>
      <w:r>
        <w:tab/>
        <w:t>1.013e0</w:t>
      </w:r>
    </w:p>
    <w:p w:rsidR="00E00D30" w:rsidRDefault="00E00D30" w:rsidP="00E00D30">
      <w:r>
        <w:t>581.7137</w:t>
      </w:r>
      <w:r>
        <w:tab/>
        <w:t>1.013e0</w:t>
      </w:r>
    </w:p>
    <w:p w:rsidR="00E00D30" w:rsidRDefault="00E00D30" w:rsidP="00E00D30">
      <w:r>
        <w:t>581.7488</w:t>
      </w:r>
      <w:r>
        <w:tab/>
        <w:t>3.038e0</w:t>
      </w:r>
    </w:p>
    <w:p w:rsidR="00E00D30" w:rsidRDefault="00E00D30" w:rsidP="00E00D30">
      <w:r>
        <w:lastRenderedPageBreak/>
        <w:t>581.7672</w:t>
      </w:r>
      <w:r>
        <w:tab/>
        <w:t>1.013e0</w:t>
      </w:r>
    </w:p>
    <w:p w:rsidR="00E00D30" w:rsidRDefault="00E00D30" w:rsidP="00E00D30">
      <w:r>
        <w:t>581.7803</w:t>
      </w:r>
      <w:r>
        <w:tab/>
        <w:t>1.013e0</w:t>
      </w:r>
    </w:p>
    <w:p w:rsidR="00E00D30" w:rsidRDefault="00E00D30" w:rsidP="00E00D30">
      <w:r>
        <w:t>581.8202</w:t>
      </w:r>
      <w:r>
        <w:tab/>
        <w:t>1.013e0</w:t>
      </w:r>
    </w:p>
    <w:p w:rsidR="00E00D30" w:rsidRDefault="00E00D30" w:rsidP="00E00D30">
      <w:r>
        <w:t>581.8303</w:t>
      </w:r>
      <w:r>
        <w:tab/>
        <w:t>1.013e0</w:t>
      </w:r>
    </w:p>
    <w:p w:rsidR="00E00D30" w:rsidRDefault="00E00D30" w:rsidP="00E00D30">
      <w:r>
        <w:t>581.8402</w:t>
      </w:r>
      <w:r>
        <w:tab/>
        <w:t>1.013e0</w:t>
      </w:r>
    </w:p>
    <w:p w:rsidR="00E00D30" w:rsidRDefault="00E00D30" w:rsidP="00E00D30">
      <w:r>
        <w:t>581.9086</w:t>
      </w:r>
      <w:r>
        <w:tab/>
        <w:t>1.013e0</w:t>
      </w:r>
    </w:p>
    <w:p w:rsidR="00E00D30" w:rsidRDefault="00E00D30" w:rsidP="00E00D30">
      <w:r>
        <w:t>581.9312</w:t>
      </w:r>
      <w:r>
        <w:tab/>
        <w:t>1.013e0</w:t>
      </w:r>
    </w:p>
    <w:p w:rsidR="00E00D30" w:rsidRDefault="00E00D30" w:rsidP="00E00D30">
      <w:r>
        <w:t>581.9504</w:t>
      </w:r>
      <w:r>
        <w:tab/>
        <w:t>1.013e0</w:t>
      </w:r>
    </w:p>
    <w:p w:rsidR="00E00D30" w:rsidRDefault="00E00D30" w:rsidP="00E00D30">
      <w:r>
        <w:t>581.9604</w:t>
      </w:r>
      <w:r>
        <w:tab/>
        <w:t>1.013e0</w:t>
      </w:r>
    </w:p>
    <w:p w:rsidR="00E00D30" w:rsidRDefault="00E00D30" w:rsidP="00E00D30">
      <w:r>
        <w:t>582.0004</w:t>
      </w:r>
      <w:r>
        <w:tab/>
        <w:t>1.013e0</w:t>
      </w:r>
    </w:p>
    <w:p w:rsidR="00E00D30" w:rsidRDefault="00E00D30" w:rsidP="00E00D30">
      <w:r>
        <w:t>582.0085</w:t>
      </w:r>
      <w:r>
        <w:tab/>
        <w:t>2.025e0</w:t>
      </w:r>
    </w:p>
    <w:p w:rsidR="00E00D30" w:rsidRDefault="00E00D30" w:rsidP="00E00D30">
      <w:r>
        <w:t>582.0211</w:t>
      </w:r>
      <w:r>
        <w:tab/>
        <w:t>1.013e0</w:t>
      </w:r>
    </w:p>
    <w:p w:rsidR="00E00D30" w:rsidRDefault="00E00D30" w:rsidP="00E00D30">
      <w:r>
        <w:t>582.0351</w:t>
      </w:r>
      <w:r>
        <w:tab/>
        <w:t>3.038e0</w:t>
      </w:r>
    </w:p>
    <w:p w:rsidR="00E00D30" w:rsidRDefault="00E00D30" w:rsidP="00E00D30">
      <w:r>
        <w:t>582.0607</w:t>
      </w:r>
      <w:r>
        <w:tab/>
        <w:t>3.038e0</w:t>
      </w:r>
    </w:p>
    <w:p w:rsidR="00E00D30" w:rsidRDefault="00E00D30" w:rsidP="00E00D30">
      <w:r>
        <w:t>582.0903</w:t>
      </w:r>
      <w:r>
        <w:tab/>
        <w:t>1.013e0</w:t>
      </w:r>
    </w:p>
    <w:p w:rsidR="00E00D30" w:rsidRDefault="00E00D30" w:rsidP="00E00D30">
      <w:r>
        <w:t>582.1240</w:t>
      </w:r>
      <w:r>
        <w:tab/>
        <w:t>2.025e0</w:t>
      </w:r>
    </w:p>
    <w:p w:rsidR="00E00D30" w:rsidRDefault="00E00D30" w:rsidP="00E00D30">
      <w:r>
        <w:t>582.1609</w:t>
      </w:r>
      <w:r>
        <w:tab/>
        <w:t>1.013e0</w:t>
      </w:r>
    </w:p>
    <w:p w:rsidR="00E00D30" w:rsidRDefault="00E00D30" w:rsidP="00E00D30">
      <w:r>
        <w:t>582.1807</w:t>
      </w:r>
      <w:r>
        <w:tab/>
        <w:t>2.025e0</w:t>
      </w:r>
    </w:p>
    <w:p w:rsidR="00E00D30" w:rsidRDefault="00E00D30" w:rsidP="00E00D30">
      <w:r>
        <w:t>582.1959</w:t>
      </w:r>
      <w:r>
        <w:tab/>
        <w:t>3.038e0</w:t>
      </w:r>
    </w:p>
    <w:p w:rsidR="00E00D30" w:rsidRDefault="00E00D30" w:rsidP="00E00D30">
      <w:r>
        <w:lastRenderedPageBreak/>
        <w:t>582.2324</w:t>
      </w:r>
      <w:r>
        <w:tab/>
        <w:t>3.038e0</w:t>
      </w:r>
    </w:p>
    <w:p w:rsidR="00E00D30" w:rsidRDefault="00E00D30" w:rsidP="00E00D30">
      <w:r>
        <w:t>582.2603</w:t>
      </w:r>
      <w:r>
        <w:tab/>
        <w:t>1.013e0</w:t>
      </w:r>
    </w:p>
    <w:p w:rsidR="00E00D30" w:rsidRDefault="00E00D30" w:rsidP="00E00D30">
      <w:r>
        <w:t>582.2810</w:t>
      </w:r>
      <w:r>
        <w:tab/>
        <w:t>1.013e0</w:t>
      </w:r>
    </w:p>
    <w:p w:rsidR="00E00D30" w:rsidRDefault="00E00D30" w:rsidP="00E00D30">
      <w:r>
        <w:t>582.2889</w:t>
      </w:r>
      <w:r>
        <w:tab/>
        <w:t>2.025e0</w:t>
      </w:r>
    </w:p>
    <w:p w:rsidR="00E00D30" w:rsidRDefault="00E00D30" w:rsidP="00E00D30">
      <w:r>
        <w:t>582.3010</w:t>
      </w:r>
      <w:r>
        <w:tab/>
        <w:t>1.013e0</w:t>
      </w:r>
    </w:p>
    <w:p w:rsidR="00E00D30" w:rsidRDefault="00E00D30" w:rsidP="00E00D30">
      <w:r>
        <w:t>582.3140</w:t>
      </w:r>
      <w:r>
        <w:tab/>
        <w:t>6.076e0</w:t>
      </w:r>
    </w:p>
    <w:p w:rsidR="00E00D30" w:rsidRDefault="00E00D30" w:rsidP="00E00D30">
      <w:r>
        <w:t>582.3220</w:t>
      </w:r>
      <w:r>
        <w:tab/>
        <w:t>3.038e0</w:t>
      </w:r>
    </w:p>
    <w:p w:rsidR="00E00D30" w:rsidRDefault="00E00D30" w:rsidP="00E00D30">
      <w:r>
        <w:t>582.3514</w:t>
      </w:r>
      <w:r>
        <w:tab/>
        <w:t>7.735e0</w:t>
      </w:r>
    </w:p>
    <w:p w:rsidR="00E00D30" w:rsidRDefault="00E00D30" w:rsidP="00E00D30">
      <w:r>
        <w:t>582.3573</w:t>
      </w:r>
      <w:r>
        <w:tab/>
        <w:t>8.101e0</w:t>
      </w:r>
    </w:p>
    <w:p w:rsidR="00E00D30" w:rsidRDefault="00E00D30" w:rsidP="00E00D30">
      <w:r>
        <w:t>582.3611</w:t>
      </w:r>
      <w:r>
        <w:tab/>
        <w:t>3.038e0</w:t>
      </w:r>
    </w:p>
    <w:p w:rsidR="00E00D30" w:rsidRDefault="00E00D30" w:rsidP="00E00D30">
      <w:r>
        <w:t>582.3630</w:t>
      </w:r>
      <w:r>
        <w:tab/>
        <w:t>5.063e0</w:t>
      </w:r>
    </w:p>
    <w:p w:rsidR="00E00D30" w:rsidRDefault="00E00D30" w:rsidP="00E00D30">
      <w:r>
        <w:t>582.3654</w:t>
      </w:r>
      <w:r>
        <w:tab/>
        <w:t>5.263e0</w:t>
      </w:r>
    </w:p>
    <w:p w:rsidR="00E00D30" w:rsidRDefault="00E00D30" w:rsidP="00E00D30">
      <w:r>
        <w:t>582.3780</w:t>
      </w:r>
      <w:r>
        <w:tab/>
        <w:t>4.051e0</w:t>
      </w:r>
    </w:p>
    <w:p w:rsidR="00E00D30" w:rsidRDefault="00E00D30" w:rsidP="00E00D30">
      <w:r>
        <w:t>582.3942</w:t>
      </w:r>
      <w:r>
        <w:tab/>
        <w:t>4.051e0</w:t>
      </w:r>
    </w:p>
    <w:p w:rsidR="00E00D30" w:rsidRDefault="00E00D30" w:rsidP="00E00D30">
      <w:r>
        <w:t>582.4021</w:t>
      </w:r>
      <w:r>
        <w:tab/>
        <w:t>2.025e0</w:t>
      </w:r>
    </w:p>
    <w:p w:rsidR="00E00D30" w:rsidRDefault="00E00D30" w:rsidP="00E00D30">
      <w:r>
        <w:t>582.4203</w:t>
      </w:r>
      <w:r>
        <w:tab/>
        <w:t>3.404e0</w:t>
      </w:r>
    </w:p>
    <w:p w:rsidR="00E00D30" w:rsidRDefault="00E00D30" w:rsidP="00E00D30">
      <w:r>
        <w:t>582.4603</w:t>
      </w:r>
      <w:r>
        <w:tab/>
        <w:t>2.025e0</w:t>
      </w:r>
    </w:p>
    <w:p w:rsidR="00E00D30" w:rsidRDefault="00E00D30" w:rsidP="00E00D30">
      <w:r>
        <w:t>582.4816</w:t>
      </w:r>
      <w:r>
        <w:tab/>
        <w:t>3.038e0</w:t>
      </w:r>
    </w:p>
    <w:p w:rsidR="00E00D30" w:rsidRDefault="00E00D30" w:rsidP="00E00D30">
      <w:r>
        <w:t>582.4830</w:t>
      </w:r>
      <w:r>
        <w:tab/>
        <w:t>2.025e0</w:t>
      </w:r>
    </w:p>
    <w:p w:rsidR="00E00D30" w:rsidRDefault="00E00D30" w:rsidP="00E00D30">
      <w:r>
        <w:lastRenderedPageBreak/>
        <w:t>582.5110</w:t>
      </w:r>
      <w:r>
        <w:tab/>
        <w:t>1.013e0</w:t>
      </w:r>
    </w:p>
    <w:p w:rsidR="00E00D30" w:rsidRDefault="00E00D30" w:rsidP="00E00D30">
      <w:r>
        <w:t>582.5247</w:t>
      </w:r>
      <w:r>
        <w:tab/>
        <w:t>2.025e0</w:t>
      </w:r>
    </w:p>
    <w:p w:rsidR="00E00D30" w:rsidRDefault="00E00D30" w:rsidP="00E00D30">
      <w:r>
        <w:t>582.5303</w:t>
      </w:r>
      <w:r>
        <w:tab/>
        <w:t>1.013e0</w:t>
      </w:r>
    </w:p>
    <w:p w:rsidR="00E00D30" w:rsidRDefault="00E00D30" w:rsidP="00E00D30">
      <w:r>
        <w:t>582.5652</w:t>
      </w:r>
      <w:r>
        <w:tab/>
        <w:t>2.025e0</w:t>
      </w:r>
    </w:p>
    <w:p w:rsidR="00E00D30" w:rsidRDefault="00E00D30" w:rsidP="00E00D30">
      <w:r>
        <w:t>582.5833</w:t>
      </w:r>
      <w:r>
        <w:tab/>
        <w:t>2.025e0</w:t>
      </w:r>
    </w:p>
    <w:p w:rsidR="00E00D30" w:rsidRDefault="00E00D30" w:rsidP="00E00D30">
      <w:r>
        <w:t>582.5883</w:t>
      </w:r>
      <w:r>
        <w:tab/>
        <w:t>1.013e0</w:t>
      </w:r>
    </w:p>
    <w:p w:rsidR="00E00D30" w:rsidRDefault="00E00D30" w:rsidP="00E00D30">
      <w:r>
        <w:t>582.5965</w:t>
      </w:r>
      <w:r>
        <w:tab/>
        <w:t>3.038e0</w:t>
      </w:r>
    </w:p>
    <w:p w:rsidR="00E00D30" w:rsidRDefault="00E00D30" w:rsidP="00E00D30">
      <w:r>
        <w:t>582.6514</w:t>
      </w:r>
      <w:r>
        <w:tab/>
        <w:t>2.025e0</w:t>
      </w:r>
    </w:p>
    <w:p w:rsidR="00E00D30" w:rsidRDefault="00E00D30" w:rsidP="00E00D30">
      <w:r>
        <w:t>582.7003</w:t>
      </w:r>
      <w:r>
        <w:tab/>
        <w:t>1.013e0</w:t>
      </w:r>
    </w:p>
    <w:p w:rsidR="00E00D30" w:rsidRDefault="00E00D30" w:rsidP="00E00D30">
      <w:r>
        <w:t>582.7100</w:t>
      </w:r>
      <w:r>
        <w:tab/>
        <w:t>1.013e0</w:t>
      </w:r>
    </w:p>
    <w:p w:rsidR="00E00D30" w:rsidRDefault="00E00D30" w:rsidP="00E00D30">
      <w:r>
        <w:t>582.8158</w:t>
      </w:r>
      <w:r>
        <w:tab/>
        <w:t>3.038e0</w:t>
      </w:r>
    </w:p>
    <w:p w:rsidR="00E00D30" w:rsidRDefault="00E00D30" w:rsidP="00E00D30">
      <w:r>
        <w:t>582.8201</w:t>
      </w:r>
      <w:r>
        <w:tab/>
        <w:t>1.013e0</w:t>
      </w:r>
    </w:p>
    <w:p w:rsidR="00E00D30" w:rsidRDefault="00E00D30" w:rsidP="00E00D30">
      <w:r>
        <w:t>582.8304</w:t>
      </w:r>
      <w:r>
        <w:tab/>
        <w:t>1.013e0</w:t>
      </w:r>
    </w:p>
    <w:p w:rsidR="00E00D30" w:rsidRDefault="00E00D30" w:rsidP="00E00D30">
      <w:r>
        <w:t>582.9053</w:t>
      </w:r>
      <w:r>
        <w:tab/>
        <w:t>2.025e0</w:t>
      </w:r>
    </w:p>
    <w:p w:rsidR="00E00D30" w:rsidRDefault="00E00D30" w:rsidP="00E00D30">
      <w:r>
        <w:t>582.9105</w:t>
      </w:r>
      <w:r>
        <w:tab/>
        <w:t>2.025e0</w:t>
      </w:r>
    </w:p>
    <w:p w:rsidR="00E00D30" w:rsidRDefault="00E00D30" w:rsidP="00E00D30">
      <w:r>
        <w:t>582.9120</w:t>
      </w:r>
      <w:r>
        <w:tab/>
        <w:t>1.013e0</w:t>
      </w:r>
    </w:p>
    <w:p w:rsidR="00E00D30" w:rsidRDefault="00E00D30" w:rsidP="00E00D30">
      <w:r>
        <w:t>582.9602</w:t>
      </w:r>
      <w:r>
        <w:tab/>
        <w:t>1.013e0</w:t>
      </w:r>
    </w:p>
    <w:p w:rsidR="00E00D30" w:rsidRDefault="00E00D30" w:rsidP="00E00D30">
      <w:r>
        <w:t>582.9805</w:t>
      </w:r>
      <w:r>
        <w:tab/>
        <w:t>1.013e0</w:t>
      </w:r>
    </w:p>
    <w:p w:rsidR="00E00D30" w:rsidRDefault="00E00D30" w:rsidP="00E00D30">
      <w:r>
        <w:t>582.9830</w:t>
      </w:r>
      <w:r>
        <w:tab/>
        <w:t>2.025e0</w:t>
      </w:r>
    </w:p>
    <w:p w:rsidR="00E00D30" w:rsidRDefault="00E00D30" w:rsidP="00E00D30">
      <w:r>
        <w:lastRenderedPageBreak/>
        <w:t>582.9964</w:t>
      </w:r>
      <w:r>
        <w:tab/>
        <w:t>2.025e0</w:t>
      </w:r>
    </w:p>
    <w:p w:rsidR="00E00D30" w:rsidRDefault="00E00D30" w:rsidP="00E00D30">
      <w:r>
        <w:t>583.0217</w:t>
      </w:r>
      <w:r>
        <w:tab/>
        <w:t>2.025e0</w:t>
      </w:r>
    </w:p>
    <w:p w:rsidR="00E00D30" w:rsidRDefault="00E00D30" w:rsidP="00E00D30">
      <w:r>
        <w:t>583.0603</w:t>
      </w:r>
      <w:r>
        <w:tab/>
        <w:t>1.013e0</w:t>
      </w:r>
    </w:p>
    <w:p w:rsidR="00E00D30" w:rsidRDefault="00E00D30" w:rsidP="00E00D30">
      <w:r>
        <w:t>583.0728</w:t>
      </w:r>
      <w:r>
        <w:tab/>
        <w:t>1.013e0</w:t>
      </w:r>
    </w:p>
    <w:p w:rsidR="00E00D30" w:rsidRDefault="00E00D30" w:rsidP="00E00D30">
      <w:r>
        <w:t>583.0912</w:t>
      </w:r>
      <w:r>
        <w:tab/>
        <w:t>1.013e0</w:t>
      </w:r>
    </w:p>
    <w:p w:rsidR="00E00D30" w:rsidRDefault="00E00D30" w:rsidP="00E00D30">
      <w:r>
        <w:t>583.1204</w:t>
      </w:r>
      <w:r>
        <w:tab/>
        <w:t>1.013e0</w:t>
      </w:r>
    </w:p>
    <w:p w:rsidR="00E00D30" w:rsidRDefault="00E00D30" w:rsidP="00E00D30">
      <w:r>
        <w:t>583.1257</w:t>
      </w:r>
      <w:r>
        <w:tab/>
        <w:t>2.025e0</w:t>
      </w:r>
    </w:p>
    <w:p w:rsidR="00E00D30" w:rsidRDefault="00E00D30" w:rsidP="00E00D30">
      <w:r>
        <w:t>583.1314</w:t>
      </w:r>
      <w:r>
        <w:tab/>
        <w:t>1.013e0</w:t>
      </w:r>
    </w:p>
    <w:p w:rsidR="00E00D30" w:rsidRDefault="00E00D30" w:rsidP="00E00D30">
      <w:r>
        <w:t>583.1614</w:t>
      </w:r>
      <w:r>
        <w:tab/>
        <w:t>1.013e0</w:t>
      </w:r>
    </w:p>
    <w:p w:rsidR="00E00D30" w:rsidRDefault="00E00D30" w:rsidP="00E00D30">
      <w:r>
        <w:t>583.1752</w:t>
      </w:r>
      <w:r>
        <w:tab/>
        <w:t>2.025e0</w:t>
      </w:r>
    </w:p>
    <w:p w:rsidR="00E00D30" w:rsidRDefault="00E00D30" w:rsidP="00E00D30">
      <w:r>
        <w:t>583.1807</w:t>
      </w:r>
      <w:r>
        <w:tab/>
        <w:t>2.025e0</w:t>
      </w:r>
    </w:p>
    <w:p w:rsidR="00E00D30" w:rsidRDefault="00E00D30" w:rsidP="00E00D30">
      <w:r>
        <w:t>583.1907</w:t>
      </w:r>
      <w:r>
        <w:tab/>
        <w:t>1.013e0</w:t>
      </w:r>
    </w:p>
    <w:p w:rsidR="00E00D30" w:rsidRDefault="00E00D30" w:rsidP="00E00D30">
      <w:r>
        <w:t>583.2070</w:t>
      </w:r>
      <w:r>
        <w:tab/>
        <w:t>2.025e0</w:t>
      </w:r>
    </w:p>
    <w:p w:rsidR="00E00D30" w:rsidRDefault="00E00D30" w:rsidP="00E00D30">
      <w:r>
        <w:t>583.2339</w:t>
      </w:r>
      <w:r>
        <w:tab/>
        <w:t>1.013e0</w:t>
      </w:r>
    </w:p>
    <w:p w:rsidR="00E00D30" w:rsidRDefault="00E00D30" w:rsidP="00E00D30">
      <w:r>
        <w:t>583.2463</w:t>
      </w:r>
      <w:r>
        <w:tab/>
        <w:t>2.025e0</w:t>
      </w:r>
    </w:p>
    <w:p w:rsidR="00E00D30" w:rsidRDefault="00E00D30" w:rsidP="00E00D30">
      <w:r>
        <w:t>583.2711</w:t>
      </w:r>
      <w:r>
        <w:tab/>
        <w:t>3.399e0</w:t>
      </w:r>
    </w:p>
    <w:p w:rsidR="00E00D30" w:rsidRDefault="00E00D30" w:rsidP="00E00D30">
      <w:r>
        <w:t>583.3139</w:t>
      </w:r>
      <w:r>
        <w:tab/>
        <w:t>3.038e0</w:t>
      </w:r>
    </w:p>
    <w:p w:rsidR="00E00D30" w:rsidRDefault="00E00D30" w:rsidP="00E00D30">
      <w:r>
        <w:t>583.3257</w:t>
      </w:r>
      <w:r>
        <w:tab/>
        <w:t>5.063e0</w:t>
      </w:r>
    </w:p>
    <w:p w:rsidR="00E00D30" w:rsidRDefault="00E00D30" w:rsidP="00E00D30">
      <w:r>
        <w:t>583.3354</w:t>
      </w:r>
      <w:r>
        <w:tab/>
        <w:t>7.089e0</w:t>
      </w:r>
    </w:p>
    <w:p w:rsidR="00E00D30" w:rsidRDefault="00E00D30" w:rsidP="00E00D30">
      <w:r>
        <w:lastRenderedPageBreak/>
        <w:t>583.3387</w:t>
      </w:r>
      <w:r>
        <w:tab/>
        <w:t>6.076e0</w:t>
      </w:r>
    </w:p>
    <w:p w:rsidR="00E00D30" w:rsidRDefault="00E00D30" w:rsidP="00E00D30">
      <w:r>
        <w:t>583.3762</w:t>
      </w:r>
      <w:r>
        <w:tab/>
        <w:t>1.013e0</w:t>
      </w:r>
    </w:p>
    <w:p w:rsidR="00E00D30" w:rsidRDefault="00E00D30" w:rsidP="00E00D30">
      <w:r>
        <w:t>583.3954</w:t>
      </w:r>
      <w:r>
        <w:tab/>
        <w:t>7.731e0</w:t>
      </w:r>
    </w:p>
    <w:p w:rsidR="00E00D30" w:rsidRDefault="00E00D30" w:rsidP="00E00D30">
      <w:r>
        <w:t>583.4211</w:t>
      </w:r>
      <w:r>
        <w:tab/>
        <w:t>1.013e0</w:t>
      </w:r>
    </w:p>
    <w:p w:rsidR="00E00D30" w:rsidRDefault="00E00D30" w:rsidP="00E00D30">
      <w:r>
        <w:t>583.4292</w:t>
      </w:r>
      <w:r>
        <w:tab/>
        <w:t>4.051e0</w:t>
      </w:r>
    </w:p>
    <w:p w:rsidR="00E00D30" w:rsidRDefault="00E00D30" w:rsidP="00E00D30">
      <w:r>
        <w:t>583.4573</w:t>
      </w:r>
      <w:r>
        <w:tab/>
        <w:t>2.025e0</w:t>
      </w:r>
    </w:p>
    <w:p w:rsidR="00E00D30" w:rsidRDefault="00E00D30" w:rsidP="00E00D30">
      <w:r>
        <w:t>583.4705</w:t>
      </w:r>
      <w:r>
        <w:tab/>
        <w:t>2.025e0</w:t>
      </w:r>
    </w:p>
    <w:p w:rsidR="00E00D30" w:rsidRDefault="00E00D30" w:rsidP="00E00D30">
      <w:r>
        <w:t>583.4954</w:t>
      </w:r>
      <w:r>
        <w:tab/>
        <w:t>2.025e0</w:t>
      </w:r>
    </w:p>
    <w:p w:rsidR="00E00D30" w:rsidRDefault="00E00D30" w:rsidP="00E00D30">
      <w:r>
        <w:t>583.5005</w:t>
      </w:r>
      <w:r>
        <w:tab/>
        <w:t>1.013e0</w:t>
      </w:r>
    </w:p>
    <w:p w:rsidR="00E00D30" w:rsidRDefault="00E00D30" w:rsidP="00E00D30">
      <w:r>
        <w:t>583.5220</w:t>
      </w:r>
      <w:r>
        <w:tab/>
        <w:t>1.013e0</w:t>
      </w:r>
    </w:p>
    <w:p w:rsidR="00E00D30" w:rsidRDefault="00E00D30" w:rsidP="00E00D30">
      <w:r>
        <w:t>583.5513</w:t>
      </w:r>
      <w:r>
        <w:tab/>
        <w:t>1.013e0</w:t>
      </w:r>
    </w:p>
    <w:p w:rsidR="00E00D30" w:rsidRDefault="00E00D30" w:rsidP="00E00D30">
      <w:r>
        <w:t>583.5551</w:t>
      </w:r>
      <w:r>
        <w:tab/>
        <w:t>3.038e0</w:t>
      </w:r>
    </w:p>
    <w:p w:rsidR="00E00D30" w:rsidRDefault="00E00D30" w:rsidP="00E00D30">
      <w:r>
        <w:t>583.5613</w:t>
      </w:r>
      <w:r>
        <w:tab/>
        <w:t>1.013e0</w:t>
      </w:r>
    </w:p>
    <w:p w:rsidR="00E00D30" w:rsidRDefault="00E00D30" w:rsidP="00E00D30">
      <w:r>
        <w:t>583.6082</w:t>
      </w:r>
      <w:r>
        <w:tab/>
        <w:t>2.025e0</w:t>
      </w:r>
    </w:p>
    <w:p w:rsidR="00E00D30" w:rsidRDefault="00E00D30" w:rsidP="00E00D30">
      <w:r>
        <w:t>583.6215</w:t>
      </w:r>
      <w:r>
        <w:tab/>
        <w:t>1.013e0</w:t>
      </w:r>
    </w:p>
    <w:p w:rsidR="00E00D30" w:rsidRDefault="00E00D30" w:rsidP="00E00D30">
      <w:r>
        <w:t>583.6412</w:t>
      </w:r>
      <w:r>
        <w:tab/>
        <w:t>1.013e0</w:t>
      </w:r>
    </w:p>
    <w:p w:rsidR="00E00D30" w:rsidRDefault="00E00D30" w:rsidP="00E00D30">
      <w:r>
        <w:t>583.6522</w:t>
      </w:r>
      <w:r>
        <w:tab/>
        <w:t>1.013e0</w:t>
      </w:r>
    </w:p>
    <w:p w:rsidR="00E00D30" w:rsidRDefault="00E00D30" w:rsidP="00E00D30">
      <w:r>
        <w:t>583.6533</w:t>
      </w:r>
      <w:r>
        <w:tab/>
        <w:t>4.051e0</w:t>
      </w:r>
    </w:p>
    <w:p w:rsidR="00E00D30" w:rsidRDefault="00E00D30" w:rsidP="00E00D30">
      <w:r>
        <w:t>583.6613</w:t>
      </w:r>
      <w:r>
        <w:tab/>
        <w:t>1.013e0</w:t>
      </w:r>
    </w:p>
    <w:p w:rsidR="00E00D30" w:rsidRDefault="00E00D30" w:rsidP="00E00D30">
      <w:r>
        <w:lastRenderedPageBreak/>
        <w:t>583.6973</w:t>
      </w:r>
      <w:r>
        <w:tab/>
        <w:t>1.013e0</w:t>
      </w:r>
    </w:p>
    <w:p w:rsidR="00E00D30" w:rsidRDefault="00E00D30" w:rsidP="00E00D30">
      <w:r>
        <w:t>583.7507</w:t>
      </w:r>
      <w:r>
        <w:tab/>
        <w:t>1.013e0</w:t>
      </w:r>
    </w:p>
    <w:p w:rsidR="00E00D30" w:rsidRDefault="00E00D30" w:rsidP="00E00D30">
      <w:r>
        <w:t>583.8118</w:t>
      </w:r>
      <w:r>
        <w:tab/>
        <w:t>1.013e0</w:t>
      </w:r>
    </w:p>
    <w:p w:rsidR="00E00D30" w:rsidRDefault="00E00D30" w:rsidP="00E00D30">
      <w:r>
        <w:t>583.8226</w:t>
      </w:r>
      <w:r>
        <w:tab/>
        <w:t>1.013e0</w:t>
      </w:r>
    </w:p>
    <w:p w:rsidR="00E00D30" w:rsidRDefault="00E00D30" w:rsidP="00E00D30">
      <w:r>
        <w:t>583.8519</w:t>
      </w:r>
      <w:r>
        <w:tab/>
        <w:t>1.013e0</w:t>
      </w:r>
    </w:p>
    <w:p w:rsidR="00E00D30" w:rsidRDefault="00E00D30" w:rsidP="00E00D30">
      <w:r>
        <w:t>583.8581</w:t>
      </w:r>
      <w:r>
        <w:tab/>
        <w:t>1.013e0</w:t>
      </w:r>
    </w:p>
    <w:p w:rsidR="00E00D30" w:rsidRDefault="00E00D30" w:rsidP="00E00D30">
      <w:r>
        <w:t>583.8720</w:t>
      </w:r>
      <w:r>
        <w:tab/>
        <w:t>1.013e0</w:t>
      </w:r>
    </w:p>
    <w:p w:rsidR="00E00D30" w:rsidRDefault="00E00D30" w:rsidP="00E00D30">
      <w:r>
        <w:t>583.8765</w:t>
      </w:r>
      <w:r>
        <w:tab/>
        <w:t>1.013e0</w:t>
      </w:r>
    </w:p>
    <w:p w:rsidR="00E00D30" w:rsidRDefault="00E00D30" w:rsidP="00E00D30">
      <w:r>
        <w:t>583.9437</w:t>
      </w:r>
      <w:r>
        <w:tab/>
        <w:t>2.025e0</w:t>
      </w:r>
    </w:p>
    <w:p w:rsidR="00E00D30" w:rsidRDefault="00E00D30" w:rsidP="00E00D30">
      <w:r>
        <w:t>583.9664</w:t>
      </w:r>
      <w:r>
        <w:tab/>
        <w:t>1.013e0</w:t>
      </w:r>
    </w:p>
    <w:p w:rsidR="00E00D30" w:rsidRDefault="00E00D30" w:rsidP="00E00D30">
      <w:r>
        <w:t>583.9711</w:t>
      </w:r>
      <w:r>
        <w:tab/>
        <w:t>2.025e0</w:t>
      </w:r>
    </w:p>
    <w:p w:rsidR="00E00D30" w:rsidRDefault="00E00D30" w:rsidP="00E00D30">
      <w:r>
        <w:t>583.9917</w:t>
      </w:r>
      <w:r>
        <w:tab/>
        <w:t>3.038e0</w:t>
      </w:r>
    </w:p>
    <w:p w:rsidR="00E00D30" w:rsidRDefault="00E00D30" w:rsidP="00E00D30">
      <w:r>
        <w:t>584.0093</w:t>
      </w:r>
      <w:r>
        <w:tab/>
        <w:t>2.025e0</w:t>
      </w:r>
    </w:p>
    <w:p w:rsidR="00E00D30" w:rsidRDefault="00E00D30" w:rsidP="00E00D30">
      <w:r>
        <w:t>584.0131</w:t>
      </w:r>
      <w:r>
        <w:tab/>
        <w:t>1.013e0</w:t>
      </w:r>
    </w:p>
    <w:p w:rsidR="00E00D30" w:rsidRDefault="00E00D30" w:rsidP="00E00D30">
      <w:r>
        <w:t>584.0421</w:t>
      </w:r>
      <w:r>
        <w:tab/>
        <w:t>1.013e0</w:t>
      </w:r>
    </w:p>
    <w:p w:rsidR="00E00D30" w:rsidRDefault="00E00D30" w:rsidP="00E00D30">
      <w:r>
        <w:t>584.0557</w:t>
      </w:r>
      <w:r>
        <w:tab/>
        <w:t>1.013e0</w:t>
      </w:r>
    </w:p>
    <w:p w:rsidR="00E00D30" w:rsidRDefault="00E00D30" w:rsidP="00E00D30">
      <w:r>
        <w:t>584.0833</w:t>
      </w:r>
      <w:r>
        <w:tab/>
        <w:t>1.013e0</w:t>
      </w:r>
    </w:p>
    <w:p w:rsidR="00E00D30" w:rsidRDefault="00E00D30" w:rsidP="00E00D30">
      <w:r>
        <w:t>584.1376</w:t>
      </w:r>
      <w:r>
        <w:tab/>
        <w:t>3.038e0</w:t>
      </w:r>
    </w:p>
    <w:p w:rsidR="00E00D30" w:rsidRDefault="00E00D30" w:rsidP="00E00D30">
      <w:r>
        <w:t>584.1427</w:t>
      </w:r>
      <w:r>
        <w:tab/>
        <w:t>1.013e0</w:t>
      </w:r>
    </w:p>
    <w:p w:rsidR="00E00D30" w:rsidRDefault="00E00D30" w:rsidP="00E00D30">
      <w:r>
        <w:lastRenderedPageBreak/>
        <w:t>584.1649</w:t>
      </w:r>
      <w:r>
        <w:tab/>
        <w:t>1.928e0</w:t>
      </w:r>
    </w:p>
    <w:p w:rsidR="00E00D30" w:rsidRDefault="00E00D30" w:rsidP="00E00D30">
      <w:r>
        <w:t>584.1664</w:t>
      </w:r>
      <w:r>
        <w:tab/>
        <w:t>2.025e0</w:t>
      </w:r>
    </w:p>
    <w:p w:rsidR="00E00D30" w:rsidRDefault="00E00D30" w:rsidP="00E00D30">
      <w:r>
        <w:t>584.1827</w:t>
      </w:r>
      <w:r>
        <w:tab/>
        <w:t>8.101e0</w:t>
      </w:r>
    </w:p>
    <w:p w:rsidR="00E00D30" w:rsidRDefault="00E00D30" w:rsidP="00E00D30">
      <w:r>
        <w:t>584.1935</w:t>
      </w:r>
      <w:r>
        <w:tab/>
        <w:t>1.013e0</w:t>
      </w:r>
    </w:p>
    <w:p w:rsidR="00E00D30" w:rsidRDefault="00E00D30" w:rsidP="00E00D30">
      <w:r>
        <w:t>584.2099</w:t>
      </w:r>
      <w:r>
        <w:tab/>
        <w:t>3.038e0</w:t>
      </w:r>
    </w:p>
    <w:p w:rsidR="00E00D30" w:rsidRDefault="00E00D30" w:rsidP="00E00D30">
      <w:r>
        <w:t>584.2275</w:t>
      </w:r>
      <w:r>
        <w:tab/>
        <w:t>2.025e0</w:t>
      </w:r>
    </w:p>
    <w:p w:rsidR="00E00D30" w:rsidRDefault="00E00D30" w:rsidP="00E00D30">
      <w:r>
        <w:t>584.2530</w:t>
      </w:r>
      <w:r>
        <w:tab/>
        <w:t>2.025e0</w:t>
      </w:r>
    </w:p>
    <w:p w:rsidR="00E00D30" w:rsidRDefault="00E00D30" w:rsidP="00E00D30">
      <w:r>
        <w:t>584.2701</w:t>
      </w:r>
      <w:r>
        <w:tab/>
        <w:t>1.013e0</w:t>
      </w:r>
    </w:p>
    <w:p w:rsidR="00E00D30" w:rsidRDefault="00E00D30" w:rsidP="00E00D30">
      <w:r>
        <w:t>584.2721</w:t>
      </w:r>
      <w:r>
        <w:tab/>
        <w:t>2.025e0</w:t>
      </w:r>
    </w:p>
    <w:p w:rsidR="00E00D30" w:rsidRDefault="00E00D30" w:rsidP="00E00D30">
      <w:r>
        <w:t>584.3169</w:t>
      </w:r>
      <w:r>
        <w:tab/>
        <w:t>2.025e0</w:t>
      </w:r>
    </w:p>
    <w:p w:rsidR="00E00D30" w:rsidRDefault="00E00D30" w:rsidP="00E00D30">
      <w:r>
        <w:t>584.3391</w:t>
      </w:r>
      <w:r>
        <w:tab/>
        <w:t>4.051e0</w:t>
      </w:r>
    </w:p>
    <w:p w:rsidR="00E00D30" w:rsidRDefault="00E00D30" w:rsidP="00E00D30">
      <w:r>
        <w:t>584.3430</w:t>
      </w:r>
      <w:r>
        <w:tab/>
        <w:t>2.025e0</w:t>
      </w:r>
    </w:p>
    <w:p w:rsidR="00E00D30" w:rsidRDefault="00E00D30" w:rsidP="00E00D30">
      <w:r>
        <w:t>584.3488</w:t>
      </w:r>
      <w:r>
        <w:tab/>
        <w:t>2.025e0</w:t>
      </w:r>
    </w:p>
    <w:p w:rsidR="00E00D30" w:rsidRDefault="00E00D30" w:rsidP="00E00D30">
      <w:r>
        <w:t>584.3533</w:t>
      </w:r>
      <w:r>
        <w:tab/>
        <w:t>1.013e0</w:t>
      </w:r>
    </w:p>
    <w:p w:rsidR="00E00D30" w:rsidRDefault="00E00D30" w:rsidP="00E00D30">
      <w:r>
        <w:t>584.3595</w:t>
      </w:r>
      <w:r>
        <w:tab/>
        <w:t>2.025e0</w:t>
      </w:r>
    </w:p>
    <w:p w:rsidR="00E00D30" w:rsidRDefault="00E00D30" w:rsidP="00E00D30">
      <w:r>
        <w:t>584.3633</w:t>
      </w:r>
      <w:r>
        <w:tab/>
        <w:t>2.025e0</w:t>
      </w:r>
    </w:p>
    <w:p w:rsidR="00E00D30" w:rsidRDefault="00E00D30" w:rsidP="00E00D30">
      <w:r>
        <w:t>584.3953</w:t>
      </w:r>
      <w:r>
        <w:tab/>
        <w:t>3.038e0</w:t>
      </w:r>
    </w:p>
    <w:p w:rsidR="00E00D30" w:rsidRDefault="00E00D30" w:rsidP="00E00D30">
      <w:r>
        <w:t>584.4302</w:t>
      </w:r>
      <w:r>
        <w:tab/>
        <w:t>1.013e0</w:t>
      </w:r>
    </w:p>
    <w:p w:rsidR="00E00D30" w:rsidRDefault="00E00D30" w:rsidP="00E00D30">
      <w:r>
        <w:t>584.4437</w:t>
      </w:r>
      <w:r>
        <w:tab/>
        <w:t>3.038e0</w:t>
      </w:r>
    </w:p>
    <w:p w:rsidR="00E00D30" w:rsidRDefault="00E00D30" w:rsidP="00E00D30">
      <w:r>
        <w:lastRenderedPageBreak/>
        <w:t>584.4522</w:t>
      </w:r>
      <w:r>
        <w:tab/>
        <w:t>2.025e0</w:t>
      </w:r>
    </w:p>
    <w:p w:rsidR="00E00D30" w:rsidRDefault="00E00D30" w:rsidP="00E00D30">
      <w:r>
        <w:t>584.4563</w:t>
      </w:r>
      <w:r>
        <w:tab/>
        <w:t>5.063e0</w:t>
      </w:r>
    </w:p>
    <w:p w:rsidR="00E00D30" w:rsidRDefault="00E00D30" w:rsidP="00E00D30">
      <w:r>
        <w:t>584.4692</w:t>
      </w:r>
      <w:r>
        <w:tab/>
        <w:t>3.038e0</w:t>
      </w:r>
    </w:p>
    <w:p w:rsidR="00E00D30" w:rsidRDefault="00E00D30" w:rsidP="00E00D30">
      <w:r>
        <w:t>584.4712</w:t>
      </w:r>
      <w:r>
        <w:tab/>
        <w:t>7.967e0</w:t>
      </w:r>
    </w:p>
    <w:p w:rsidR="00E00D30" w:rsidRDefault="00E00D30" w:rsidP="00E00D30">
      <w:r>
        <w:t>584.4843</w:t>
      </w:r>
      <w:r>
        <w:tab/>
        <w:t>4.051e0</w:t>
      </w:r>
    </w:p>
    <w:p w:rsidR="00E00D30" w:rsidRDefault="00E00D30" w:rsidP="00E00D30">
      <w:r>
        <w:t>584.5135</w:t>
      </w:r>
      <w:r>
        <w:tab/>
        <w:t>2.025e0</w:t>
      </w:r>
    </w:p>
    <w:p w:rsidR="00E00D30" w:rsidRDefault="00E00D30" w:rsidP="00E00D30">
      <w:r>
        <w:t>584.5145</w:t>
      </w:r>
      <w:r>
        <w:tab/>
        <w:t>1.013e0</w:t>
      </w:r>
    </w:p>
    <w:p w:rsidR="00E00D30" w:rsidRDefault="00E00D30" w:rsidP="00E00D30">
      <w:r>
        <w:t>584.5566</w:t>
      </w:r>
      <w:r>
        <w:tab/>
        <w:t>1.013e0</w:t>
      </w:r>
    </w:p>
    <w:p w:rsidR="00E00D30" w:rsidRDefault="00E00D30" w:rsidP="00E00D30">
      <w:r>
        <w:t>584.6090</w:t>
      </w:r>
      <w:r>
        <w:tab/>
        <w:t>1.013e0</w:t>
      </w:r>
    </w:p>
    <w:p w:rsidR="00E00D30" w:rsidRDefault="00E00D30" w:rsidP="00E00D30">
      <w:r>
        <w:t>584.6249</w:t>
      </w:r>
      <w:r>
        <w:tab/>
        <w:t>1.013e0</w:t>
      </w:r>
    </w:p>
    <w:p w:rsidR="00E00D30" w:rsidRDefault="00E00D30" w:rsidP="00E00D30">
      <w:r>
        <w:t>584.6278</w:t>
      </w:r>
      <w:r>
        <w:tab/>
        <w:t>1.013e0</w:t>
      </w:r>
    </w:p>
    <w:p w:rsidR="00E00D30" w:rsidRDefault="00E00D30" w:rsidP="00E00D30">
      <w:r>
        <w:t>584.6342</w:t>
      </w:r>
      <w:r>
        <w:tab/>
        <w:t>1.013e0</w:t>
      </w:r>
    </w:p>
    <w:p w:rsidR="00E00D30" w:rsidRDefault="00E00D30" w:rsidP="00E00D30">
      <w:r>
        <w:t>584.6841</w:t>
      </w:r>
      <w:r>
        <w:tab/>
        <w:t>2.025e0</w:t>
      </w:r>
    </w:p>
    <w:p w:rsidR="00E00D30" w:rsidRDefault="00E00D30" w:rsidP="00E00D30">
      <w:r>
        <w:t>584.7517</w:t>
      </w:r>
      <w:r>
        <w:tab/>
        <w:t>1.013e0</w:t>
      </w:r>
    </w:p>
    <w:p w:rsidR="00E00D30" w:rsidRDefault="00E00D30" w:rsidP="00E00D30">
      <w:r>
        <w:t>584.7543</w:t>
      </w:r>
      <w:r>
        <w:tab/>
        <w:t>1.013e0</w:t>
      </w:r>
    </w:p>
    <w:p w:rsidR="00E00D30" w:rsidRDefault="00E00D30" w:rsidP="00E00D30">
      <w:r>
        <w:t>584.7698</w:t>
      </w:r>
      <w:r>
        <w:tab/>
        <w:t>1.013e0</w:t>
      </w:r>
    </w:p>
    <w:p w:rsidR="00E00D30" w:rsidRDefault="00E00D30" w:rsidP="00E00D30">
      <w:r>
        <w:t>584.8049</w:t>
      </w:r>
      <w:r>
        <w:tab/>
        <w:t>2.025e0</w:t>
      </w:r>
    </w:p>
    <w:p w:rsidR="00E00D30" w:rsidRDefault="00E00D30" w:rsidP="00E00D30">
      <w:r>
        <w:t>584.8230</w:t>
      </w:r>
      <w:r>
        <w:tab/>
        <w:t>1.013e0</w:t>
      </w:r>
    </w:p>
    <w:p w:rsidR="00E00D30" w:rsidRDefault="00E00D30" w:rsidP="00E00D30">
      <w:r>
        <w:t>584.8340</w:t>
      </w:r>
      <w:r>
        <w:tab/>
        <w:t>3.038e0</w:t>
      </w:r>
    </w:p>
    <w:p w:rsidR="00E00D30" w:rsidRDefault="00E00D30" w:rsidP="00E00D30">
      <w:r>
        <w:lastRenderedPageBreak/>
        <w:t>584.8558</w:t>
      </w:r>
      <w:r>
        <w:tab/>
        <w:t>1.013e0</w:t>
      </w:r>
    </w:p>
    <w:p w:rsidR="00E00D30" w:rsidRDefault="00E00D30" w:rsidP="00E00D30">
      <w:r>
        <w:t>584.8840</w:t>
      </w:r>
      <w:r>
        <w:tab/>
        <w:t>5.063e0</w:t>
      </w:r>
    </w:p>
    <w:p w:rsidR="00E00D30" w:rsidRDefault="00E00D30" w:rsidP="00E00D30">
      <w:r>
        <w:t>584.9122</w:t>
      </w:r>
      <w:r>
        <w:tab/>
        <w:t>1.013e0</w:t>
      </w:r>
    </w:p>
    <w:p w:rsidR="00E00D30" w:rsidRDefault="00E00D30" w:rsidP="00E00D30">
      <w:r>
        <w:t>584.9160</w:t>
      </w:r>
      <w:r>
        <w:tab/>
        <w:t>2.025e0</w:t>
      </w:r>
    </w:p>
    <w:p w:rsidR="00E00D30" w:rsidRDefault="00E00D30" w:rsidP="00E00D30">
      <w:r>
        <w:t>584.9312</w:t>
      </w:r>
      <w:r>
        <w:tab/>
        <w:t>2.025e0</w:t>
      </w:r>
    </w:p>
    <w:p w:rsidR="00E00D30" w:rsidRDefault="00E00D30" w:rsidP="00E00D30">
      <w:r>
        <w:t>584.9752</w:t>
      </w:r>
      <w:r>
        <w:tab/>
        <w:t>2.025e0</w:t>
      </w:r>
    </w:p>
    <w:p w:rsidR="00E00D30" w:rsidRDefault="00E00D30" w:rsidP="00E00D30">
      <w:r>
        <w:t>584.9956</w:t>
      </w:r>
      <w:r>
        <w:tab/>
        <w:t>3.038e0</w:t>
      </w:r>
    </w:p>
    <w:p w:rsidR="00E00D30" w:rsidRDefault="00E00D30" w:rsidP="00E00D30">
      <w:r>
        <w:t>585.0023</w:t>
      </w:r>
      <w:r>
        <w:tab/>
        <w:t>2.025e0</w:t>
      </w:r>
    </w:p>
    <w:p w:rsidR="00E00D30" w:rsidRDefault="00E00D30" w:rsidP="00E00D30">
      <w:r>
        <w:t>585.0358</w:t>
      </w:r>
      <w:r>
        <w:tab/>
        <w:t>1.013e0</w:t>
      </w:r>
    </w:p>
    <w:p w:rsidR="00E00D30" w:rsidRDefault="00E00D30" w:rsidP="00E00D30">
      <w:r>
        <w:t>585.0739</w:t>
      </w:r>
      <w:r>
        <w:tab/>
        <w:t>1.013e0</w:t>
      </w:r>
    </w:p>
    <w:p w:rsidR="00E00D30" w:rsidRDefault="00E00D30" w:rsidP="00E00D30">
      <w:r>
        <w:t>585.0916</w:t>
      </w:r>
      <w:r>
        <w:tab/>
        <w:t>1.013e0</w:t>
      </w:r>
    </w:p>
    <w:p w:rsidR="00E00D30" w:rsidRDefault="00E00D30" w:rsidP="00E00D30">
      <w:r>
        <w:t>585.1068</w:t>
      </w:r>
      <w:r>
        <w:tab/>
        <w:t>3.038e0</w:t>
      </w:r>
    </w:p>
    <w:p w:rsidR="00E00D30" w:rsidRDefault="00E00D30" w:rsidP="00E00D30">
      <w:r>
        <w:t>585.1259</w:t>
      </w:r>
      <w:r>
        <w:tab/>
        <w:t>1.013e0</w:t>
      </w:r>
    </w:p>
    <w:p w:rsidR="00E00D30" w:rsidRDefault="00E00D30" w:rsidP="00E00D30">
      <w:r>
        <w:t>585.1469</w:t>
      </w:r>
      <w:r>
        <w:tab/>
        <w:t>3.038e0</w:t>
      </w:r>
    </w:p>
    <w:p w:rsidR="00E00D30" w:rsidRDefault="00E00D30" w:rsidP="00E00D30">
      <w:r>
        <w:t>585.1563</w:t>
      </w:r>
      <w:r>
        <w:tab/>
        <w:t>2.107e0</w:t>
      </w:r>
    </w:p>
    <w:p w:rsidR="00E00D30" w:rsidRDefault="00E00D30" w:rsidP="00E00D30">
      <w:r>
        <w:t>585.1627</w:t>
      </w:r>
      <w:r>
        <w:tab/>
        <w:t>1.013e0</w:t>
      </w:r>
    </w:p>
    <w:p w:rsidR="00E00D30" w:rsidRDefault="00E00D30" w:rsidP="00E00D30">
      <w:r>
        <w:t>585.1904</w:t>
      </w:r>
      <w:r>
        <w:tab/>
        <w:t>2.025e0</w:t>
      </w:r>
    </w:p>
    <w:p w:rsidR="00E00D30" w:rsidRDefault="00E00D30" w:rsidP="00E00D30">
      <w:r>
        <w:t>585.1991</w:t>
      </w:r>
      <w:r>
        <w:tab/>
        <w:t>2.025e0</w:t>
      </w:r>
    </w:p>
    <w:p w:rsidR="00E00D30" w:rsidRDefault="00E00D30" w:rsidP="00E00D30">
      <w:r>
        <w:t>585.2263</w:t>
      </w:r>
      <w:r>
        <w:tab/>
        <w:t>1.013e0</w:t>
      </w:r>
    </w:p>
    <w:p w:rsidR="00E00D30" w:rsidRDefault="00E00D30" w:rsidP="00E00D30">
      <w:r>
        <w:lastRenderedPageBreak/>
        <w:t>585.2339</w:t>
      </w:r>
      <w:r>
        <w:tab/>
        <w:t>1.013e0</w:t>
      </w:r>
    </w:p>
    <w:p w:rsidR="00E00D30" w:rsidRDefault="00E00D30" w:rsidP="00E00D30">
      <w:r>
        <w:t>585.2499</w:t>
      </w:r>
      <w:r>
        <w:tab/>
        <w:t>3.038e0</w:t>
      </w:r>
    </w:p>
    <w:p w:rsidR="00E00D30" w:rsidRDefault="00E00D30" w:rsidP="00E00D30">
      <w:r>
        <w:t>585.2675</w:t>
      </w:r>
      <w:r>
        <w:tab/>
        <w:t>1.013e0</w:t>
      </w:r>
    </w:p>
    <w:p w:rsidR="00E00D30" w:rsidRDefault="00E00D30" w:rsidP="00E00D30">
      <w:r>
        <w:t>585.2866</w:t>
      </w:r>
      <w:r>
        <w:tab/>
        <w:t>1.013e0</w:t>
      </w:r>
    </w:p>
    <w:p w:rsidR="00E00D30" w:rsidRDefault="00E00D30" w:rsidP="00E00D30">
      <w:r>
        <w:t>585.2876</w:t>
      </w:r>
      <w:r>
        <w:tab/>
        <w:t>1.013e0</w:t>
      </w:r>
    </w:p>
    <w:p w:rsidR="00E00D30" w:rsidRDefault="00E00D30" w:rsidP="00E00D30">
      <w:r>
        <w:t>585.3047</w:t>
      </w:r>
      <w:r>
        <w:tab/>
        <w:t>6.076e0</w:t>
      </w:r>
    </w:p>
    <w:p w:rsidR="00E00D30" w:rsidRDefault="00E00D30" w:rsidP="00E00D30">
      <w:r>
        <w:t>585.3116</w:t>
      </w:r>
      <w:r>
        <w:tab/>
        <w:t>2.025e0</w:t>
      </w:r>
    </w:p>
    <w:p w:rsidR="00E00D30" w:rsidRDefault="00E00D30" w:rsidP="00E00D30">
      <w:r>
        <w:t>585.3235</w:t>
      </w:r>
      <w:r>
        <w:tab/>
        <w:t>1.013e0</w:t>
      </w:r>
    </w:p>
    <w:p w:rsidR="00E00D30" w:rsidRDefault="00E00D30" w:rsidP="00E00D30">
      <w:r>
        <w:t>585.3603</w:t>
      </w:r>
      <w:r>
        <w:tab/>
        <w:t>1.013e0</w:t>
      </w:r>
    </w:p>
    <w:p w:rsidR="00E00D30" w:rsidRDefault="00E00D30" w:rsidP="00E00D30">
      <w:r>
        <w:t>585.3781</w:t>
      </w:r>
      <w:r>
        <w:tab/>
        <w:t>1.013e0</w:t>
      </w:r>
    </w:p>
    <w:p w:rsidR="00E00D30" w:rsidRDefault="00E00D30" w:rsidP="00E00D30">
      <w:r>
        <w:t>585.3881</w:t>
      </w:r>
      <w:r>
        <w:tab/>
        <w:t>1.013e0</w:t>
      </w:r>
    </w:p>
    <w:p w:rsidR="00E00D30" w:rsidRDefault="00E00D30" w:rsidP="00E00D30">
      <w:r>
        <w:t>585.3974</w:t>
      </w:r>
      <w:r>
        <w:tab/>
        <w:t>1.013e0</w:t>
      </w:r>
    </w:p>
    <w:p w:rsidR="00E00D30" w:rsidRDefault="00E00D30" w:rsidP="00E00D30">
      <w:r>
        <w:t>585.3988</w:t>
      </w:r>
      <w:r>
        <w:tab/>
        <w:t>4.413e0</w:t>
      </w:r>
    </w:p>
    <w:p w:rsidR="00E00D30" w:rsidRDefault="00E00D30" w:rsidP="00E00D30">
      <w:r>
        <w:t>585.4047</w:t>
      </w:r>
      <w:r>
        <w:tab/>
        <w:t>2.025e0</w:t>
      </w:r>
    </w:p>
    <w:p w:rsidR="00E00D30" w:rsidRDefault="00E00D30" w:rsidP="00E00D30">
      <w:r>
        <w:t>585.4103</w:t>
      </w:r>
      <w:r>
        <w:tab/>
        <w:t>3.038e0</w:t>
      </w:r>
    </w:p>
    <w:p w:rsidR="00E00D30" w:rsidRDefault="00E00D30" w:rsidP="00E00D30">
      <w:r>
        <w:t>585.4496</w:t>
      </w:r>
      <w:r>
        <w:tab/>
        <w:t>3.038e0</w:t>
      </w:r>
    </w:p>
    <w:p w:rsidR="00E00D30" w:rsidRDefault="00E00D30" w:rsidP="00E00D30">
      <w:r>
        <w:t>585.4606</w:t>
      </w:r>
      <w:r>
        <w:tab/>
        <w:t>2.025e0</w:t>
      </w:r>
    </w:p>
    <w:p w:rsidR="00E00D30" w:rsidRDefault="00E00D30" w:rsidP="00E00D30">
      <w:r>
        <w:t>585.4657</w:t>
      </w:r>
      <w:r>
        <w:tab/>
        <w:t>1.013e0</w:t>
      </w:r>
    </w:p>
    <w:p w:rsidR="00E00D30" w:rsidRDefault="00E00D30" w:rsidP="00E00D30">
      <w:r>
        <w:t>585.4778</w:t>
      </w:r>
      <w:r>
        <w:tab/>
        <w:t>1.013e0</w:t>
      </w:r>
    </w:p>
    <w:p w:rsidR="00E00D30" w:rsidRDefault="00E00D30" w:rsidP="00E00D30">
      <w:r>
        <w:lastRenderedPageBreak/>
        <w:t>585.4843</w:t>
      </w:r>
      <w:r>
        <w:tab/>
        <w:t>1.013e0</w:t>
      </w:r>
    </w:p>
    <w:p w:rsidR="00E00D30" w:rsidRDefault="00E00D30" w:rsidP="00E00D30">
      <w:r>
        <w:t>585.4999</w:t>
      </w:r>
      <w:r>
        <w:tab/>
        <w:t>2.025e0</w:t>
      </w:r>
    </w:p>
    <w:p w:rsidR="00E00D30" w:rsidRDefault="00E00D30" w:rsidP="00E00D30">
      <w:r>
        <w:t>585.5087</w:t>
      </w:r>
      <w:r>
        <w:tab/>
        <w:t>1.013e0</w:t>
      </w:r>
    </w:p>
    <w:p w:rsidR="00E00D30" w:rsidRDefault="00E00D30" w:rsidP="00E00D30">
      <w:r>
        <w:t>585.5379</w:t>
      </w:r>
      <w:r>
        <w:tab/>
        <w:t>2.025e0</w:t>
      </w:r>
    </w:p>
    <w:p w:rsidR="00E00D30" w:rsidRDefault="00E00D30" w:rsidP="00E00D30">
      <w:r>
        <w:t>585.5392</w:t>
      </w:r>
      <w:r>
        <w:tab/>
        <w:t>1.013e0</w:t>
      </w:r>
    </w:p>
    <w:p w:rsidR="00E00D30" w:rsidRDefault="00E00D30" w:rsidP="00E00D30">
      <w:r>
        <w:t>585.5482</w:t>
      </w:r>
      <w:r>
        <w:tab/>
        <w:t>1.013e0</w:t>
      </w:r>
    </w:p>
    <w:p w:rsidR="00E00D30" w:rsidRDefault="00E00D30" w:rsidP="00E00D30">
      <w:r>
        <w:t>585.5551</w:t>
      </w:r>
      <w:r>
        <w:tab/>
        <w:t>1.013e0</w:t>
      </w:r>
    </w:p>
    <w:p w:rsidR="00E00D30" w:rsidRDefault="00E00D30" w:rsidP="00E00D30">
      <w:r>
        <w:t>585.5700</w:t>
      </w:r>
      <w:r>
        <w:tab/>
        <w:t>2.025e0</w:t>
      </w:r>
    </w:p>
    <w:p w:rsidR="00E00D30" w:rsidRDefault="00E00D30" w:rsidP="00E00D30">
      <w:r>
        <w:t>585.6113</w:t>
      </w:r>
      <w:r>
        <w:tab/>
        <w:t>1.013e0</w:t>
      </w:r>
    </w:p>
    <w:p w:rsidR="00E00D30" w:rsidRDefault="00E00D30" w:rsidP="00E00D30">
      <w:r>
        <w:t>585.6447</w:t>
      </w:r>
      <w:r>
        <w:tab/>
        <w:t>1.013e0</w:t>
      </w:r>
    </w:p>
    <w:p w:rsidR="00E00D30" w:rsidRDefault="00E00D30" w:rsidP="00E00D30">
      <w:r>
        <w:t>585.6688</w:t>
      </w:r>
      <w:r>
        <w:tab/>
        <w:t>1.013e0</w:t>
      </w:r>
    </w:p>
    <w:p w:rsidR="00E00D30" w:rsidRDefault="00E00D30" w:rsidP="00E00D30">
      <w:r>
        <w:t>585.6989</w:t>
      </w:r>
      <w:r>
        <w:tab/>
        <w:t>1.013e0</w:t>
      </w:r>
    </w:p>
    <w:p w:rsidR="00E00D30" w:rsidRDefault="00E00D30" w:rsidP="00E00D30">
      <w:r>
        <w:t>585.7000</w:t>
      </w:r>
      <w:r>
        <w:tab/>
        <w:t>1.013e0</w:t>
      </w:r>
    </w:p>
    <w:p w:rsidR="00E00D30" w:rsidRDefault="00E00D30" w:rsidP="00E00D30">
      <w:r>
        <w:t>585.7291</w:t>
      </w:r>
      <w:r>
        <w:tab/>
        <w:t>2.025e0</w:t>
      </w:r>
    </w:p>
    <w:p w:rsidR="00E00D30" w:rsidRDefault="00E00D30" w:rsidP="00E00D30">
      <w:r>
        <w:t>585.7391</w:t>
      </w:r>
      <w:r>
        <w:tab/>
        <w:t>1.013e0</w:t>
      </w:r>
    </w:p>
    <w:p w:rsidR="00E00D30" w:rsidRDefault="00E00D30" w:rsidP="00E00D30">
      <w:r>
        <w:t>585.7592</w:t>
      </w:r>
      <w:r>
        <w:tab/>
        <w:t>1.013e0</w:t>
      </w:r>
    </w:p>
    <w:p w:rsidR="00E00D30" w:rsidRDefault="00E00D30" w:rsidP="00E00D30">
      <w:r>
        <w:t>585.8054</w:t>
      </w:r>
      <w:r>
        <w:tab/>
        <w:t>1.013e0</w:t>
      </w:r>
    </w:p>
    <w:p w:rsidR="00E00D30" w:rsidRDefault="00E00D30" w:rsidP="00E00D30">
      <w:r>
        <w:t>585.8102</w:t>
      </w:r>
      <w:r>
        <w:tab/>
        <w:t>1.013e0</w:t>
      </w:r>
    </w:p>
    <w:p w:rsidR="00E00D30" w:rsidRDefault="00E00D30" w:rsidP="00E00D30">
      <w:r>
        <w:t>585.8192</w:t>
      </w:r>
      <w:r>
        <w:tab/>
        <w:t>1.013e0</w:t>
      </w:r>
    </w:p>
    <w:p w:rsidR="00E00D30" w:rsidRDefault="00E00D30" w:rsidP="00E00D30">
      <w:r>
        <w:lastRenderedPageBreak/>
        <w:t>585.8698</w:t>
      </w:r>
      <w:r>
        <w:tab/>
        <w:t>1.013e0</w:t>
      </w:r>
    </w:p>
    <w:p w:rsidR="00E00D30" w:rsidRDefault="00E00D30" w:rsidP="00E00D30">
      <w:r>
        <w:t>585.8806</w:t>
      </w:r>
      <w:r>
        <w:tab/>
        <w:t>2.025e0</w:t>
      </w:r>
    </w:p>
    <w:p w:rsidR="00E00D30" w:rsidRDefault="00E00D30" w:rsidP="00E00D30">
      <w:r>
        <w:t>585.8900</w:t>
      </w:r>
      <w:r>
        <w:tab/>
        <w:t>1.013e0</w:t>
      </w:r>
    </w:p>
    <w:p w:rsidR="00E00D30" w:rsidRDefault="00E00D30" w:rsidP="00E00D30">
      <w:r>
        <w:t>585.9097</w:t>
      </w:r>
      <w:r>
        <w:tab/>
        <w:t>1.013e0</w:t>
      </w:r>
    </w:p>
    <w:p w:rsidR="00E00D30" w:rsidRDefault="00E00D30" w:rsidP="00E00D30">
      <w:r>
        <w:t>585.9208</w:t>
      </w:r>
      <w:r>
        <w:tab/>
        <w:t>1.013e0</w:t>
      </w:r>
    </w:p>
    <w:p w:rsidR="00E00D30" w:rsidRDefault="00E00D30" w:rsidP="00E00D30">
      <w:r>
        <w:t>585.9284</w:t>
      </w:r>
      <w:r>
        <w:tab/>
        <w:t>2.025e0</w:t>
      </w:r>
    </w:p>
    <w:p w:rsidR="00E00D30" w:rsidRDefault="00E00D30" w:rsidP="00E00D30">
      <w:r>
        <w:t>585.9400</w:t>
      </w:r>
      <w:r>
        <w:tab/>
        <w:t>2.025e0</w:t>
      </w:r>
    </w:p>
    <w:p w:rsidR="00E00D30" w:rsidRDefault="00E00D30" w:rsidP="00E00D30">
      <w:r>
        <w:t>585.9849</w:t>
      </w:r>
      <w:r>
        <w:tab/>
        <w:t>1.013e0</w:t>
      </w:r>
    </w:p>
    <w:p w:rsidR="00E00D30" w:rsidRDefault="00E00D30" w:rsidP="00E00D30">
      <w:r>
        <w:t>586.0040</w:t>
      </w:r>
      <w:r>
        <w:tab/>
        <w:t>1.013e0</w:t>
      </w:r>
    </w:p>
    <w:p w:rsidR="00E00D30" w:rsidRDefault="00E00D30" w:rsidP="00E00D30">
      <w:r>
        <w:t>586.0103</w:t>
      </w:r>
      <w:r>
        <w:tab/>
        <w:t>1.013e0</w:t>
      </w:r>
    </w:p>
    <w:p w:rsidR="00E00D30" w:rsidRDefault="00E00D30" w:rsidP="00E00D30">
      <w:r>
        <w:t>586.0314</w:t>
      </w:r>
      <w:r>
        <w:tab/>
        <w:t>1.013e0</w:t>
      </w:r>
    </w:p>
    <w:p w:rsidR="00E00D30" w:rsidRDefault="00E00D30" w:rsidP="00E00D30">
      <w:r>
        <w:t>586.0924</w:t>
      </w:r>
      <w:r>
        <w:tab/>
        <w:t>2.025e0</w:t>
      </w:r>
    </w:p>
    <w:p w:rsidR="00E00D30" w:rsidRDefault="00E00D30" w:rsidP="00E00D30">
      <w:r>
        <w:t>586.1109</w:t>
      </w:r>
      <w:r>
        <w:tab/>
        <w:t>1.013e0</w:t>
      </w:r>
    </w:p>
    <w:p w:rsidR="00E00D30" w:rsidRDefault="00E00D30" w:rsidP="00E00D30">
      <w:r>
        <w:t>586.1162</w:t>
      </w:r>
      <w:r>
        <w:tab/>
        <w:t>2.025e0</w:t>
      </w:r>
    </w:p>
    <w:p w:rsidR="00E00D30" w:rsidRDefault="00E00D30" w:rsidP="00E00D30">
      <w:r>
        <w:t>586.1816</w:t>
      </w:r>
      <w:r>
        <w:tab/>
        <w:t>3.038e0</w:t>
      </w:r>
    </w:p>
    <w:p w:rsidR="00E00D30" w:rsidRDefault="00E00D30" w:rsidP="00E00D30">
      <w:r>
        <w:t>586.2115</w:t>
      </w:r>
      <w:r>
        <w:tab/>
        <w:t>1.013e0</w:t>
      </w:r>
    </w:p>
    <w:p w:rsidR="00E00D30" w:rsidRDefault="00E00D30" w:rsidP="00E00D30">
      <w:r>
        <w:t>586.2319</w:t>
      </w:r>
      <w:r>
        <w:tab/>
        <w:t>1.013e0</w:t>
      </w:r>
    </w:p>
    <w:p w:rsidR="00E00D30" w:rsidRDefault="00E00D30" w:rsidP="00E00D30">
      <w:r>
        <w:t>586.2352</w:t>
      </w:r>
      <w:r>
        <w:tab/>
        <w:t>1.013e0</w:t>
      </w:r>
    </w:p>
    <w:p w:rsidR="00E00D30" w:rsidRDefault="00E00D30" w:rsidP="00E00D30">
      <w:r>
        <w:t>586.2415</w:t>
      </w:r>
      <w:r>
        <w:tab/>
        <w:t>2.025e0</w:t>
      </w:r>
    </w:p>
    <w:p w:rsidR="00E00D30" w:rsidRDefault="00E00D30" w:rsidP="00E00D30">
      <w:r>
        <w:lastRenderedPageBreak/>
        <w:t>586.2531</w:t>
      </w:r>
      <w:r>
        <w:tab/>
        <w:t>1.013e0</w:t>
      </w:r>
    </w:p>
    <w:p w:rsidR="00E00D30" w:rsidRDefault="00E00D30" w:rsidP="00E00D30">
      <w:r>
        <w:t>586.2542</w:t>
      </w:r>
      <w:r>
        <w:tab/>
        <w:t>1.013e0</w:t>
      </w:r>
    </w:p>
    <w:p w:rsidR="00E00D30" w:rsidRDefault="00E00D30" w:rsidP="00E00D30">
      <w:r>
        <w:t>586.2827</w:t>
      </w:r>
      <w:r>
        <w:tab/>
        <w:t>2.025e0</w:t>
      </w:r>
    </w:p>
    <w:p w:rsidR="00E00D30" w:rsidRDefault="00E00D30" w:rsidP="00E00D30">
      <w:r>
        <w:t>586.3098</w:t>
      </w:r>
      <w:r>
        <w:tab/>
        <w:t>3.038e0</w:t>
      </w:r>
    </w:p>
    <w:p w:rsidR="00E00D30" w:rsidRDefault="00E00D30" w:rsidP="00E00D30">
      <w:r>
        <w:t>586.3243</w:t>
      </w:r>
      <w:r>
        <w:tab/>
        <w:t>3.028e0</w:t>
      </w:r>
    </w:p>
    <w:p w:rsidR="00E00D30" w:rsidRDefault="00E00D30" w:rsidP="00E00D30">
      <w:r>
        <w:t>586.3254</w:t>
      </w:r>
      <w:r>
        <w:tab/>
        <w:t>1.013e0</w:t>
      </w:r>
    </w:p>
    <w:p w:rsidR="00E00D30" w:rsidRDefault="00E00D30" w:rsidP="00E00D30">
      <w:r>
        <w:t>586.3266</w:t>
      </w:r>
      <w:r>
        <w:tab/>
        <w:t>3.038e0</w:t>
      </w:r>
    </w:p>
    <w:p w:rsidR="00E00D30" w:rsidRDefault="00E00D30" w:rsidP="00E00D30">
      <w:r>
        <w:t>586.3394</w:t>
      </w:r>
      <w:r>
        <w:tab/>
        <w:t>3.038e0</w:t>
      </w:r>
    </w:p>
    <w:p w:rsidR="00E00D30" w:rsidRDefault="00E00D30" w:rsidP="00E00D30">
      <w:r>
        <w:t>586.3438</w:t>
      </w:r>
      <w:r>
        <w:tab/>
        <w:t>2.025e0</w:t>
      </w:r>
    </w:p>
    <w:p w:rsidR="00E00D30" w:rsidRDefault="00E00D30" w:rsidP="00E00D30">
      <w:r>
        <w:t>586.3728</w:t>
      </w:r>
      <w:r>
        <w:tab/>
        <w:t>1.013e0</w:t>
      </w:r>
    </w:p>
    <w:p w:rsidR="00E00D30" w:rsidRDefault="00E00D30" w:rsidP="00E00D30">
      <w:r>
        <w:t>586.3782</w:t>
      </w:r>
      <w:r>
        <w:tab/>
        <w:t>2.025e0</w:t>
      </w:r>
    </w:p>
    <w:p w:rsidR="00E00D30" w:rsidRDefault="00E00D30" w:rsidP="00E00D30">
      <w:r>
        <w:t>586.3810</w:t>
      </w:r>
      <w:r>
        <w:tab/>
        <w:t>3.251e0</w:t>
      </w:r>
    </w:p>
    <w:p w:rsidR="00E00D30" w:rsidRDefault="00E00D30" w:rsidP="00E00D30">
      <w:r>
        <w:t>586.4027</w:t>
      </w:r>
      <w:r>
        <w:tab/>
        <w:t>1.013e0</w:t>
      </w:r>
    </w:p>
    <w:p w:rsidR="00E00D30" w:rsidRDefault="00E00D30" w:rsidP="00E00D30">
      <w:r>
        <w:t>586.4138</w:t>
      </w:r>
      <w:r>
        <w:tab/>
        <w:t>1.013e0</w:t>
      </w:r>
    </w:p>
    <w:p w:rsidR="00E00D30" w:rsidRDefault="00E00D30" w:rsidP="00E00D30">
      <w:r>
        <w:t>586.4232</w:t>
      </w:r>
      <w:r>
        <w:tab/>
        <w:t>1.013e0</w:t>
      </w:r>
    </w:p>
    <w:p w:rsidR="00E00D30" w:rsidRDefault="00E00D30" w:rsidP="00E00D30">
      <w:r>
        <w:t>586.4302</w:t>
      </w:r>
      <w:r>
        <w:tab/>
        <w:t>2.025e0</w:t>
      </w:r>
    </w:p>
    <w:p w:rsidR="00E00D30" w:rsidRDefault="00E00D30" w:rsidP="00E00D30">
      <w:r>
        <w:t>586.4440</w:t>
      </w:r>
      <w:r>
        <w:tab/>
        <w:t>1.013e0</w:t>
      </w:r>
    </w:p>
    <w:p w:rsidR="00E00D30" w:rsidRDefault="00E00D30" w:rsidP="00E00D30">
      <w:r>
        <w:t>586.4742</w:t>
      </w:r>
      <w:r>
        <w:tab/>
        <w:t>1.013e0</w:t>
      </w:r>
    </w:p>
    <w:p w:rsidR="00E00D30" w:rsidRDefault="00E00D30" w:rsidP="00E00D30">
      <w:r>
        <w:t>586.4788</w:t>
      </w:r>
      <w:r>
        <w:tab/>
        <w:t>2.025e0</w:t>
      </w:r>
    </w:p>
    <w:p w:rsidR="00E00D30" w:rsidRDefault="00E00D30" w:rsidP="00E00D30">
      <w:r>
        <w:lastRenderedPageBreak/>
        <w:t>586.4902</w:t>
      </w:r>
      <w:r>
        <w:tab/>
        <w:t>5.063e0</w:t>
      </w:r>
    </w:p>
    <w:p w:rsidR="00E00D30" w:rsidRDefault="00E00D30" w:rsidP="00E00D30">
      <w:r>
        <w:t>586.5044</w:t>
      </w:r>
      <w:r>
        <w:tab/>
        <w:t>1.013e0</w:t>
      </w:r>
    </w:p>
    <w:p w:rsidR="00E00D30" w:rsidRDefault="00E00D30" w:rsidP="00E00D30">
      <w:r>
        <w:t>586.5145</w:t>
      </w:r>
      <w:r>
        <w:tab/>
        <w:t>1.013e0</w:t>
      </w:r>
    </w:p>
    <w:p w:rsidR="00E00D30" w:rsidRDefault="00E00D30" w:rsidP="00E00D30">
      <w:r>
        <w:t>586.5196</w:t>
      </w:r>
      <w:r>
        <w:tab/>
        <w:t>1.013e0</w:t>
      </w:r>
    </w:p>
    <w:p w:rsidR="00E00D30" w:rsidRDefault="00E00D30" w:rsidP="00E00D30">
      <w:r>
        <w:t>586.5735</w:t>
      </w:r>
      <w:r>
        <w:tab/>
        <w:t>3.038e0</w:t>
      </w:r>
    </w:p>
    <w:p w:rsidR="00E00D30" w:rsidRDefault="00E00D30" w:rsidP="00E00D30">
      <w:r>
        <w:t>586.5911</w:t>
      </w:r>
      <w:r>
        <w:tab/>
        <w:t>1.013e0</w:t>
      </w:r>
    </w:p>
    <w:p w:rsidR="00E00D30" w:rsidRDefault="00E00D30" w:rsidP="00E00D30">
      <w:r>
        <w:t>586.6144</w:t>
      </w:r>
      <w:r>
        <w:tab/>
        <w:t>1.013e0</w:t>
      </w:r>
    </w:p>
    <w:p w:rsidR="00E00D30" w:rsidRDefault="00E00D30" w:rsidP="00E00D30">
      <w:r>
        <w:t>586.6460</w:t>
      </w:r>
      <w:r>
        <w:tab/>
        <w:t>2.025e0</w:t>
      </w:r>
    </w:p>
    <w:p w:rsidR="00E00D30" w:rsidRDefault="00E00D30" w:rsidP="00E00D30">
      <w:r>
        <w:t>586.7248</w:t>
      </w:r>
      <w:r>
        <w:tab/>
        <w:t>1.013e0</w:t>
      </w:r>
    </w:p>
    <w:p w:rsidR="00E00D30" w:rsidRDefault="00E00D30" w:rsidP="00E00D30">
      <w:r>
        <w:t>586.7515</w:t>
      </w:r>
      <w:r>
        <w:tab/>
        <w:t>1.013e0</w:t>
      </w:r>
    </w:p>
    <w:p w:rsidR="00E00D30" w:rsidRDefault="00E00D30" w:rsidP="00E00D30">
      <w:r>
        <w:t>586.7534</w:t>
      </w:r>
      <w:r>
        <w:tab/>
        <w:t>3.038e0</w:t>
      </w:r>
    </w:p>
    <w:p w:rsidR="00E00D30" w:rsidRDefault="00E00D30" w:rsidP="00E00D30">
      <w:r>
        <w:t>586.7748</w:t>
      </w:r>
      <w:r>
        <w:tab/>
        <w:t>2.025e0</w:t>
      </w:r>
    </w:p>
    <w:p w:rsidR="00E00D30" w:rsidRDefault="00E00D30" w:rsidP="00E00D30">
      <w:r>
        <w:t>586.7887</w:t>
      </w:r>
      <w:r>
        <w:tab/>
        <w:t>1.013e0</w:t>
      </w:r>
    </w:p>
    <w:p w:rsidR="00E00D30" w:rsidRDefault="00E00D30" w:rsidP="00E00D30">
      <w:r>
        <w:t>586.8047</w:t>
      </w:r>
      <w:r>
        <w:tab/>
        <w:t>1.013e0</w:t>
      </w:r>
    </w:p>
    <w:p w:rsidR="00E00D30" w:rsidRDefault="00E00D30" w:rsidP="00E00D30">
      <w:r>
        <w:t>586.8467</w:t>
      </w:r>
      <w:r>
        <w:tab/>
        <w:t>1.013e0</w:t>
      </w:r>
    </w:p>
    <w:p w:rsidR="00E00D30" w:rsidRDefault="00E00D30" w:rsidP="00E00D30">
      <w:r>
        <w:t>586.8636</w:t>
      </w:r>
      <w:r>
        <w:tab/>
        <w:t>2.025e0</w:t>
      </w:r>
    </w:p>
    <w:p w:rsidR="00E00D30" w:rsidRDefault="00E00D30" w:rsidP="00E00D30">
      <w:r>
        <w:t>586.8655</w:t>
      </w:r>
      <w:r>
        <w:tab/>
        <w:t>2.025e0</w:t>
      </w:r>
    </w:p>
    <w:p w:rsidR="00E00D30" w:rsidRDefault="00E00D30" w:rsidP="00E00D30">
      <w:r>
        <w:t>586.8765</w:t>
      </w:r>
      <w:r>
        <w:tab/>
        <w:t>5.063e0</w:t>
      </w:r>
    </w:p>
    <w:p w:rsidR="00E00D30" w:rsidRDefault="00E00D30" w:rsidP="00E00D30">
      <w:r>
        <w:t>586.8869</w:t>
      </w:r>
      <w:r>
        <w:tab/>
        <w:t>2.025e0</w:t>
      </w:r>
    </w:p>
    <w:p w:rsidR="00E00D30" w:rsidRDefault="00E00D30" w:rsidP="00E00D30">
      <w:r>
        <w:lastRenderedPageBreak/>
        <w:t>586.9225</w:t>
      </w:r>
      <w:r>
        <w:tab/>
        <w:t>2.025e0</w:t>
      </w:r>
    </w:p>
    <w:p w:rsidR="00E00D30" w:rsidRDefault="00E00D30" w:rsidP="00E00D30">
      <w:r>
        <w:t>586.9492</w:t>
      </w:r>
      <w:r>
        <w:tab/>
        <w:t>4.051e0</w:t>
      </w:r>
    </w:p>
    <w:p w:rsidR="00E00D30" w:rsidRDefault="00E00D30" w:rsidP="00E00D30">
      <w:r>
        <w:t>586.9870</w:t>
      </w:r>
      <w:r>
        <w:tab/>
        <w:t>1.013e0</w:t>
      </w:r>
    </w:p>
    <w:p w:rsidR="00E00D30" w:rsidRDefault="00E00D30" w:rsidP="00E00D30">
      <w:r>
        <w:t>587.0030</w:t>
      </w:r>
      <w:r>
        <w:tab/>
        <w:t>2.025e0</w:t>
      </w:r>
    </w:p>
    <w:p w:rsidR="00E00D30" w:rsidRDefault="00E00D30" w:rsidP="00E00D30">
      <w:r>
        <w:t>587.0054</w:t>
      </w:r>
      <w:r>
        <w:tab/>
        <w:t>2.025e0</w:t>
      </w:r>
    </w:p>
    <w:p w:rsidR="00E00D30" w:rsidRDefault="00E00D30" w:rsidP="00E00D30">
      <w:r>
        <w:t>587.0370</w:t>
      </w:r>
      <w:r>
        <w:tab/>
        <w:t>1.013e0</w:t>
      </w:r>
    </w:p>
    <w:p w:rsidR="00E00D30" w:rsidRDefault="00E00D30" w:rsidP="00E00D30">
      <w:r>
        <w:t>587.0734</w:t>
      </w:r>
      <w:r>
        <w:tab/>
        <w:t>2.025e0</w:t>
      </w:r>
    </w:p>
    <w:p w:rsidR="00E00D30" w:rsidRDefault="00E00D30" w:rsidP="00E00D30">
      <w:r>
        <w:t>587.0877</w:t>
      </w:r>
      <w:r>
        <w:tab/>
        <w:t>1.013e0</w:t>
      </w:r>
    </w:p>
    <w:p w:rsidR="00E00D30" w:rsidRDefault="00E00D30" w:rsidP="00E00D30">
      <w:r>
        <w:t>587.1179</w:t>
      </w:r>
      <w:r>
        <w:tab/>
        <w:t>2.025e0</w:t>
      </w:r>
    </w:p>
    <w:p w:rsidR="00E00D30" w:rsidRDefault="00E00D30" w:rsidP="00E00D30">
      <w:r>
        <w:t>587.1208</w:t>
      </w:r>
      <w:r>
        <w:tab/>
        <w:t>2.025e0</w:t>
      </w:r>
    </w:p>
    <w:p w:rsidR="00E00D30" w:rsidRDefault="00E00D30" w:rsidP="00E00D30">
      <w:r>
        <w:t>587.1281</w:t>
      </w:r>
      <w:r>
        <w:tab/>
        <w:t>1.013e0</w:t>
      </w:r>
    </w:p>
    <w:p w:rsidR="00E00D30" w:rsidRDefault="00E00D30" w:rsidP="00E00D30">
      <w:r>
        <w:t>587.1590</w:t>
      </w:r>
      <w:r>
        <w:tab/>
        <w:t>1.013e0</w:t>
      </w:r>
    </w:p>
    <w:p w:rsidR="00E00D30" w:rsidRDefault="00E00D30" w:rsidP="00E00D30">
      <w:r>
        <w:t>587.1627</w:t>
      </w:r>
      <w:r>
        <w:tab/>
        <w:t>1.013e0</w:t>
      </w:r>
    </w:p>
    <w:p w:rsidR="00E00D30" w:rsidRDefault="00E00D30" w:rsidP="00E00D30">
      <w:r>
        <w:t>587.1810</w:t>
      </w:r>
      <w:r>
        <w:tab/>
        <w:t>1.013e0</w:t>
      </w:r>
    </w:p>
    <w:p w:rsidR="00E00D30" w:rsidRDefault="00E00D30" w:rsidP="00E00D30">
      <w:r>
        <w:t>587.1885</w:t>
      </w:r>
      <w:r>
        <w:tab/>
        <w:t>1.013e0</w:t>
      </w:r>
    </w:p>
    <w:p w:rsidR="00E00D30" w:rsidRDefault="00E00D30" w:rsidP="00E00D30">
      <w:r>
        <w:t>587.2089</w:t>
      </w:r>
      <w:r>
        <w:tab/>
        <w:t>3.522e0</w:t>
      </w:r>
    </w:p>
    <w:p w:rsidR="00E00D30" w:rsidRDefault="00E00D30" w:rsidP="00E00D30">
      <w:r>
        <w:t>587.2159</w:t>
      </w:r>
      <w:r>
        <w:tab/>
        <w:t>2.025e0</w:t>
      </w:r>
    </w:p>
    <w:p w:rsidR="00E00D30" w:rsidRDefault="00E00D30" w:rsidP="00E00D30">
      <w:r>
        <w:t>587.2301</w:t>
      </w:r>
      <w:r>
        <w:tab/>
        <w:t>4.268e0</w:t>
      </w:r>
    </w:p>
    <w:p w:rsidR="00E00D30" w:rsidRDefault="00E00D30" w:rsidP="00E00D30">
      <w:r>
        <w:t>587.2542</w:t>
      </w:r>
      <w:r>
        <w:tab/>
        <w:t>2.025e0</w:t>
      </w:r>
    </w:p>
    <w:p w:rsidR="00E00D30" w:rsidRDefault="00E00D30" w:rsidP="00E00D30">
      <w:r>
        <w:lastRenderedPageBreak/>
        <w:t>587.2861</w:t>
      </w:r>
      <w:r>
        <w:tab/>
        <w:t>5.859e0</w:t>
      </w:r>
    </w:p>
    <w:p w:rsidR="00E00D30" w:rsidRDefault="00E00D30" w:rsidP="00E00D30">
      <w:r>
        <w:t>587.2977</w:t>
      </w:r>
      <w:r>
        <w:tab/>
        <w:t>3.038e0</w:t>
      </w:r>
    </w:p>
    <w:p w:rsidR="00E00D30" w:rsidRDefault="00E00D30" w:rsidP="00E00D30">
      <w:r>
        <w:t>587.3129</w:t>
      </w:r>
      <w:r>
        <w:tab/>
        <w:t>5.063e0</w:t>
      </w:r>
    </w:p>
    <w:p w:rsidR="00E00D30" w:rsidRDefault="00E00D30" w:rsidP="00E00D30">
      <w:r>
        <w:t>587.3168</w:t>
      </w:r>
      <w:r>
        <w:tab/>
        <w:t>3.038e0</w:t>
      </w:r>
    </w:p>
    <w:p w:rsidR="00E00D30" w:rsidRDefault="00E00D30" w:rsidP="00E00D30">
      <w:r>
        <w:t>587.3216</w:t>
      </w:r>
      <w:r>
        <w:tab/>
        <w:t>3.038e0</w:t>
      </w:r>
    </w:p>
    <w:p w:rsidR="00E00D30" w:rsidRDefault="00E00D30" w:rsidP="00E00D30">
      <w:r>
        <w:t>587.3229</w:t>
      </w:r>
      <w:r>
        <w:tab/>
        <w:t>6.076e0</w:t>
      </w:r>
    </w:p>
    <w:p w:rsidR="00E00D30" w:rsidRDefault="00E00D30" w:rsidP="00E00D30">
      <w:r>
        <w:t>587.3322</w:t>
      </w:r>
      <w:r>
        <w:tab/>
        <w:t>7.089e0</w:t>
      </w:r>
    </w:p>
    <w:p w:rsidR="00E00D30" w:rsidRDefault="00E00D30" w:rsidP="00E00D30">
      <w:r>
        <w:t>587.3404</w:t>
      </w:r>
      <w:r>
        <w:tab/>
        <w:t>1.013e0</w:t>
      </w:r>
    </w:p>
    <w:p w:rsidR="00E00D30" w:rsidRDefault="00E00D30" w:rsidP="00E00D30">
      <w:r>
        <w:t>587.3541</w:t>
      </w:r>
      <w:r>
        <w:tab/>
        <w:t>1.215e1</w:t>
      </w:r>
    </w:p>
    <w:p w:rsidR="00E00D30" w:rsidRDefault="00E00D30" w:rsidP="00E00D30">
      <w:r>
        <w:t>587.3674</w:t>
      </w:r>
      <w:r>
        <w:tab/>
        <w:t>2.025e0</w:t>
      </w:r>
    </w:p>
    <w:p w:rsidR="00E00D30" w:rsidRDefault="00E00D30" w:rsidP="00E00D30">
      <w:r>
        <w:t>587.3799</w:t>
      </w:r>
      <w:r>
        <w:tab/>
        <w:t>1.013e0</w:t>
      </w:r>
    </w:p>
    <w:p w:rsidR="00E00D30" w:rsidRDefault="00E00D30" w:rsidP="00E00D30">
      <w:r>
        <w:t>587.3850</w:t>
      </w:r>
      <w:r>
        <w:tab/>
        <w:t>2.025e0</w:t>
      </w:r>
    </w:p>
    <w:p w:rsidR="00E00D30" w:rsidRDefault="00E00D30" w:rsidP="00E00D30">
      <w:r>
        <w:t>587.4506</w:t>
      </w:r>
      <w:r>
        <w:tab/>
        <w:t>1.013e0</w:t>
      </w:r>
    </w:p>
    <w:p w:rsidR="00E00D30" w:rsidRDefault="00E00D30" w:rsidP="00E00D30">
      <w:r>
        <w:t>587.4659</w:t>
      </w:r>
      <w:r>
        <w:tab/>
        <w:t>3.038e0</w:t>
      </w:r>
    </w:p>
    <w:p w:rsidR="00E00D30" w:rsidRDefault="00E00D30" w:rsidP="00E00D30">
      <w:r>
        <w:t>587.4815</w:t>
      </w:r>
      <w:r>
        <w:tab/>
        <w:t>1.013e0</w:t>
      </w:r>
    </w:p>
    <w:p w:rsidR="00E00D30" w:rsidRDefault="00E00D30" w:rsidP="00E00D30">
      <w:r>
        <w:t>587.5413</w:t>
      </w:r>
      <w:r>
        <w:tab/>
        <w:t>1.013e0</w:t>
      </w:r>
    </w:p>
    <w:p w:rsidR="00E00D30" w:rsidRDefault="00E00D30" w:rsidP="00E00D30">
      <w:r>
        <w:t>587.5510</w:t>
      </w:r>
      <w:r>
        <w:tab/>
        <w:t>2.025e0</w:t>
      </w:r>
    </w:p>
    <w:p w:rsidR="00E00D30" w:rsidRDefault="00E00D30" w:rsidP="00E00D30">
      <w:r>
        <w:t>587.5712</w:t>
      </w:r>
      <w:r>
        <w:tab/>
        <w:t>2.025e0</w:t>
      </w:r>
    </w:p>
    <w:p w:rsidR="00E00D30" w:rsidRDefault="00E00D30" w:rsidP="00E00D30">
      <w:r>
        <w:t>587.6081</w:t>
      </w:r>
      <w:r>
        <w:tab/>
        <w:t>1.013e0</w:t>
      </w:r>
    </w:p>
    <w:p w:rsidR="00E00D30" w:rsidRDefault="00E00D30" w:rsidP="00E00D30">
      <w:r>
        <w:lastRenderedPageBreak/>
        <w:t>587.6265</w:t>
      </w:r>
      <w:r>
        <w:tab/>
        <w:t>2.025e0</w:t>
      </w:r>
    </w:p>
    <w:p w:rsidR="00E00D30" w:rsidRDefault="00E00D30" w:rsidP="00E00D30">
      <w:r>
        <w:t>587.6977</w:t>
      </w:r>
      <w:r>
        <w:tab/>
        <w:t>1.013e0</w:t>
      </w:r>
    </w:p>
    <w:p w:rsidR="00E00D30" w:rsidRDefault="00E00D30" w:rsidP="00E00D30">
      <w:r>
        <w:t>587.7446</w:t>
      </w:r>
      <w:r>
        <w:tab/>
        <w:t>2.025e0</w:t>
      </w:r>
    </w:p>
    <w:p w:rsidR="00E00D30" w:rsidRDefault="00E00D30" w:rsidP="00E00D30">
      <w:r>
        <w:t>587.7531</w:t>
      </w:r>
      <w:r>
        <w:tab/>
        <w:t>1.013e0</w:t>
      </w:r>
    </w:p>
    <w:p w:rsidR="00E00D30" w:rsidRDefault="00E00D30" w:rsidP="00E00D30">
      <w:r>
        <w:t>587.7689</w:t>
      </w:r>
      <w:r>
        <w:tab/>
        <w:t>2.025e0</w:t>
      </w:r>
    </w:p>
    <w:p w:rsidR="00E00D30" w:rsidRDefault="00E00D30" w:rsidP="00E00D30">
      <w:r>
        <w:t>587.8132</w:t>
      </w:r>
      <w:r>
        <w:tab/>
        <w:t>2.025e0</w:t>
      </w:r>
    </w:p>
    <w:p w:rsidR="00E00D30" w:rsidRDefault="00E00D30" w:rsidP="00E00D30">
      <w:r>
        <w:t>587.8635</w:t>
      </w:r>
      <w:r>
        <w:tab/>
        <w:t>2.025e0</w:t>
      </w:r>
    </w:p>
    <w:p w:rsidR="00E00D30" w:rsidRDefault="00E00D30" w:rsidP="00E00D30">
      <w:r>
        <w:t>587.8741</w:t>
      </w:r>
      <w:r>
        <w:tab/>
        <w:t>1.013e0</w:t>
      </w:r>
    </w:p>
    <w:p w:rsidR="00E00D30" w:rsidRDefault="00E00D30" w:rsidP="00E00D30">
      <w:r>
        <w:t>587.8942</w:t>
      </w:r>
      <w:r>
        <w:tab/>
        <w:t>2.025e0</w:t>
      </w:r>
    </w:p>
    <w:p w:rsidR="00E00D30" w:rsidRDefault="00E00D30" w:rsidP="00E00D30">
      <w:r>
        <w:t>587.9113</w:t>
      </w:r>
      <w:r>
        <w:tab/>
        <w:t>1.013e0</w:t>
      </w:r>
    </w:p>
    <w:p w:rsidR="00E00D30" w:rsidRDefault="00E00D30" w:rsidP="00E00D30">
      <w:r>
        <w:t>587.9144</w:t>
      </w:r>
      <w:r>
        <w:tab/>
        <w:t>1.013e0</w:t>
      </w:r>
    </w:p>
    <w:p w:rsidR="00E00D30" w:rsidRDefault="00E00D30" w:rsidP="00E00D30">
      <w:r>
        <w:t>587.9344</w:t>
      </w:r>
      <w:r>
        <w:tab/>
        <w:t>2.025e0</w:t>
      </w:r>
    </w:p>
    <w:p w:rsidR="00E00D30" w:rsidRDefault="00E00D30" w:rsidP="00E00D30">
      <w:r>
        <w:t>587.9570</w:t>
      </w:r>
      <w:r>
        <w:tab/>
        <w:t>2.025e0</w:t>
      </w:r>
    </w:p>
    <w:p w:rsidR="00E00D30" w:rsidRDefault="00E00D30" w:rsidP="00E00D30">
      <w:r>
        <w:t>587.9850</w:t>
      </w:r>
      <w:r>
        <w:tab/>
        <w:t>2.025e0</w:t>
      </w:r>
    </w:p>
    <w:p w:rsidR="00E00D30" w:rsidRDefault="00E00D30" w:rsidP="00E00D30">
      <w:r>
        <w:t>588.0192</w:t>
      </w:r>
      <w:r>
        <w:tab/>
        <w:t>1.013e0</w:t>
      </w:r>
    </w:p>
    <w:p w:rsidR="00E00D30" w:rsidRDefault="00E00D30" w:rsidP="00E00D30">
      <w:r>
        <w:t>588.0362</w:t>
      </w:r>
      <w:r>
        <w:tab/>
        <w:t>1.013e0</w:t>
      </w:r>
    </w:p>
    <w:p w:rsidR="00E00D30" w:rsidRDefault="00E00D30" w:rsidP="00E00D30">
      <w:r>
        <w:t>588.0378</w:t>
      </w:r>
      <w:r>
        <w:tab/>
        <w:t>4.051e0</w:t>
      </w:r>
    </w:p>
    <w:p w:rsidR="00E00D30" w:rsidRDefault="00E00D30" w:rsidP="00E00D30">
      <w:r>
        <w:t>588.0665</w:t>
      </w:r>
      <w:r>
        <w:tab/>
        <w:t>1.013e0</w:t>
      </w:r>
    </w:p>
    <w:p w:rsidR="00E00D30" w:rsidRDefault="00E00D30" w:rsidP="00E00D30">
      <w:r>
        <w:t>588.0826</w:t>
      </w:r>
      <w:r>
        <w:tab/>
        <w:t>2.025e0</w:t>
      </w:r>
    </w:p>
    <w:p w:rsidR="00E00D30" w:rsidRDefault="00E00D30" w:rsidP="00E00D30">
      <w:r>
        <w:lastRenderedPageBreak/>
        <w:t>588.0999</w:t>
      </w:r>
      <w:r>
        <w:tab/>
        <w:t>2.025e0</w:t>
      </w:r>
    </w:p>
    <w:p w:rsidR="00E00D30" w:rsidRDefault="00E00D30" w:rsidP="00E00D30">
      <w:r>
        <w:t>588.1162</w:t>
      </w:r>
      <w:r>
        <w:tab/>
        <w:t>1.013e0</w:t>
      </w:r>
    </w:p>
    <w:p w:rsidR="00E00D30" w:rsidRDefault="00E00D30" w:rsidP="00E00D30">
      <w:r>
        <w:t>588.1439</w:t>
      </w:r>
      <w:r>
        <w:tab/>
        <w:t>2.025e0</w:t>
      </w:r>
    </w:p>
    <w:p w:rsidR="00E00D30" w:rsidRDefault="00E00D30" w:rsidP="00E00D30">
      <w:r>
        <w:t>588.1667</w:t>
      </w:r>
      <w:r>
        <w:tab/>
        <w:t>1.013e0</w:t>
      </w:r>
    </w:p>
    <w:p w:rsidR="00E00D30" w:rsidRDefault="00E00D30" w:rsidP="00E00D30">
      <w:r>
        <w:t>588.1842</w:t>
      </w:r>
      <w:r>
        <w:tab/>
        <w:t>2.025e0</w:t>
      </w:r>
    </w:p>
    <w:p w:rsidR="00E00D30" w:rsidRDefault="00E00D30" w:rsidP="00E00D30">
      <w:r>
        <w:t>588.1954</w:t>
      </w:r>
      <w:r>
        <w:tab/>
        <w:t>2.025e0</w:t>
      </w:r>
    </w:p>
    <w:p w:rsidR="00E00D30" w:rsidRDefault="00E00D30" w:rsidP="00E00D30">
      <w:r>
        <w:t>588.1992</w:t>
      </w:r>
      <w:r>
        <w:tab/>
        <w:t>1.013e0</w:t>
      </w:r>
    </w:p>
    <w:p w:rsidR="00E00D30" w:rsidRDefault="00E00D30" w:rsidP="00E00D30">
      <w:r>
        <w:t>588.2211</w:t>
      </w:r>
      <w:r>
        <w:tab/>
        <w:t>3.038e0</w:t>
      </w:r>
    </w:p>
    <w:p w:rsidR="00E00D30" w:rsidRDefault="00E00D30" w:rsidP="00E00D30">
      <w:r>
        <w:t>588.2373</w:t>
      </w:r>
      <w:r>
        <w:tab/>
        <w:t>2.025e0</w:t>
      </w:r>
    </w:p>
    <w:p w:rsidR="00E00D30" w:rsidRDefault="00E00D30" w:rsidP="00E00D30">
      <w:r>
        <w:t>588.2673</w:t>
      </w:r>
      <w:r>
        <w:tab/>
        <w:t>2.025e0</w:t>
      </w:r>
    </w:p>
    <w:p w:rsidR="00E00D30" w:rsidRDefault="00E00D30" w:rsidP="00E00D30">
      <w:r>
        <w:t>588.2695</w:t>
      </w:r>
      <w:r>
        <w:tab/>
        <w:t>1.013e0</w:t>
      </w:r>
    </w:p>
    <w:p w:rsidR="00E00D30" w:rsidRDefault="00E00D30" w:rsidP="00E00D30">
      <w:r>
        <w:t>588.2860</w:t>
      </w:r>
      <w:r>
        <w:tab/>
        <w:t>1.013e0</w:t>
      </w:r>
    </w:p>
    <w:p w:rsidR="00E00D30" w:rsidRDefault="00E00D30" w:rsidP="00E00D30">
      <w:r>
        <w:t>588.2952</w:t>
      </w:r>
      <w:r>
        <w:tab/>
        <w:t>2.025e0</w:t>
      </w:r>
    </w:p>
    <w:p w:rsidR="00E00D30" w:rsidRDefault="00E00D30" w:rsidP="00E00D30">
      <w:r>
        <w:t>588.3123</w:t>
      </w:r>
      <w:r>
        <w:tab/>
        <w:t>2.025e0</w:t>
      </w:r>
    </w:p>
    <w:p w:rsidR="00E00D30" w:rsidRDefault="00E00D30" w:rsidP="00E00D30">
      <w:r>
        <w:t>588.3232</w:t>
      </w:r>
      <w:r>
        <w:tab/>
        <w:t>4.051e0</w:t>
      </w:r>
    </w:p>
    <w:p w:rsidR="00E00D30" w:rsidRDefault="00E00D30" w:rsidP="00E00D30">
      <w:r>
        <w:t>588.3254</w:t>
      </w:r>
      <w:r>
        <w:tab/>
        <w:t>4.287e0</w:t>
      </w:r>
    </w:p>
    <w:p w:rsidR="00E00D30" w:rsidRDefault="00E00D30" w:rsidP="00E00D30">
      <w:r>
        <w:t>588.3410</w:t>
      </w:r>
      <w:r>
        <w:tab/>
        <w:t>3.038e0</w:t>
      </w:r>
    </w:p>
    <w:p w:rsidR="00E00D30" w:rsidRDefault="00E00D30" w:rsidP="00E00D30">
      <w:r>
        <w:t>588.3752</w:t>
      </w:r>
      <w:r>
        <w:tab/>
        <w:t>2.025e0</w:t>
      </w:r>
    </w:p>
    <w:p w:rsidR="00E00D30" w:rsidRDefault="00E00D30" w:rsidP="00E00D30">
      <w:r>
        <w:t>588.3804</w:t>
      </w:r>
      <w:r>
        <w:tab/>
        <w:t>3.038e0</w:t>
      </w:r>
    </w:p>
    <w:p w:rsidR="00E00D30" w:rsidRDefault="00E00D30" w:rsidP="00E00D30">
      <w:r>
        <w:lastRenderedPageBreak/>
        <w:t>588.4130</w:t>
      </w:r>
      <w:r>
        <w:tab/>
        <w:t>1.013e0</w:t>
      </w:r>
    </w:p>
    <w:p w:rsidR="00E00D30" w:rsidRDefault="00E00D30" w:rsidP="00E00D30">
      <w:r>
        <w:t>588.4233</w:t>
      </w:r>
      <w:r>
        <w:tab/>
        <w:t>2.025e0</w:t>
      </w:r>
    </w:p>
    <w:p w:rsidR="00E00D30" w:rsidRDefault="00E00D30" w:rsidP="00E00D30">
      <w:r>
        <w:t>588.4409</w:t>
      </w:r>
      <w:r>
        <w:tab/>
        <w:t>2.025e0</w:t>
      </w:r>
    </w:p>
    <w:p w:rsidR="00E00D30" w:rsidRDefault="00E00D30" w:rsidP="00E00D30">
      <w:r>
        <w:t>588.4493</w:t>
      </w:r>
      <w:r>
        <w:tab/>
        <w:t>1.013e0</w:t>
      </w:r>
    </w:p>
    <w:p w:rsidR="00E00D30" w:rsidRDefault="00E00D30" w:rsidP="00E00D30">
      <w:r>
        <w:t>588.4793</w:t>
      </w:r>
      <w:r>
        <w:tab/>
        <w:t>1.013e0</w:t>
      </w:r>
    </w:p>
    <w:p w:rsidR="00E00D30" w:rsidRDefault="00E00D30" w:rsidP="00E00D30">
      <w:r>
        <w:t>588.4904</w:t>
      </w:r>
      <w:r>
        <w:tab/>
        <w:t>1.013e0</w:t>
      </w:r>
    </w:p>
    <w:p w:rsidR="00E00D30" w:rsidRDefault="00E00D30" w:rsidP="00E00D30">
      <w:r>
        <w:t>588.5179</w:t>
      </w:r>
      <w:r>
        <w:tab/>
        <w:t>1.013e0</w:t>
      </w:r>
    </w:p>
    <w:p w:rsidR="00E00D30" w:rsidRDefault="00E00D30" w:rsidP="00E00D30">
      <w:r>
        <w:t>588.5301</w:t>
      </w:r>
      <w:r>
        <w:tab/>
        <w:t>1.013e0</w:t>
      </w:r>
    </w:p>
    <w:p w:rsidR="00E00D30" w:rsidRDefault="00E00D30" w:rsidP="00E00D30">
      <w:r>
        <w:t>588.5402</w:t>
      </w:r>
      <w:r>
        <w:tab/>
        <w:t>1.013e0</w:t>
      </w:r>
    </w:p>
    <w:p w:rsidR="00E00D30" w:rsidRDefault="00E00D30" w:rsidP="00E00D30">
      <w:r>
        <w:t>588.5601</w:t>
      </w:r>
      <w:r>
        <w:tab/>
        <w:t>1.013e0</w:t>
      </w:r>
    </w:p>
    <w:p w:rsidR="00E00D30" w:rsidRDefault="00E00D30" w:rsidP="00E00D30">
      <w:r>
        <w:t>588.6008</w:t>
      </w:r>
      <w:r>
        <w:tab/>
        <w:t>1.013e0</w:t>
      </w:r>
    </w:p>
    <w:p w:rsidR="00E00D30" w:rsidRDefault="00E00D30" w:rsidP="00E00D30">
      <w:r>
        <w:t>588.6602</w:t>
      </w:r>
      <w:r>
        <w:tab/>
        <w:t>1.013e0</w:t>
      </w:r>
    </w:p>
    <w:p w:rsidR="00E00D30" w:rsidRDefault="00E00D30" w:rsidP="00E00D30">
      <w:r>
        <w:t>588.6626</w:t>
      </w:r>
      <w:r>
        <w:tab/>
        <w:t>2.025e0</w:t>
      </w:r>
    </w:p>
    <w:p w:rsidR="00E00D30" w:rsidRDefault="00E00D30" w:rsidP="00E00D30">
      <w:r>
        <w:t>588.7495</w:t>
      </w:r>
      <w:r>
        <w:tab/>
        <w:t>2.025e0</w:t>
      </w:r>
    </w:p>
    <w:p w:rsidR="00E00D30" w:rsidRDefault="00E00D30" w:rsidP="00E00D30">
      <w:r>
        <w:t>588.7722</w:t>
      </w:r>
      <w:r>
        <w:tab/>
        <w:t>1.013e0</w:t>
      </w:r>
    </w:p>
    <w:p w:rsidR="00E00D30" w:rsidRDefault="00E00D30" w:rsidP="00E00D30">
      <w:r>
        <w:t>588.7968</w:t>
      </w:r>
      <w:r>
        <w:tab/>
        <w:t>2.025e0</w:t>
      </w:r>
    </w:p>
    <w:p w:rsidR="00E00D30" w:rsidRDefault="00E00D30" w:rsidP="00E00D30">
      <w:r>
        <w:t>588.8028</w:t>
      </w:r>
      <w:r>
        <w:tab/>
        <w:t>1.013e0</w:t>
      </w:r>
    </w:p>
    <w:p w:rsidR="00E00D30" w:rsidRDefault="00E00D30" w:rsidP="00E00D30">
      <w:r>
        <w:t>588.8237</w:t>
      </w:r>
      <w:r>
        <w:tab/>
        <w:t>1.013e0</w:t>
      </w:r>
    </w:p>
    <w:p w:rsidR="00E00D30" w:rsidRDefault="00E00D30" w:rsidP="00E00D30">
      <w:r>
        <w:t>588.8541</w:t>
      </w:r>
      <w:r>
        <w:tab/>
        <w:t>1.013e0</w:t>
      </w:r>
    </w:p>
    <w:p w:rsidR="00E00D30" w:rsidRDefault="00E00D30" w:rsidP="00E00D30">
      <w:r>
        <w:lastRenderedPageBreak/>
        <w:t>588.8634</w:t>
      </w:r>
      <w:r>
        <w:tab/>
        <w:t>1.013e0</w:t>
      </w:r>
    </w:p>
    <w:p w:rsidR="00E00D30" w:rsidRDefault="00E00D30" w:rsidP="00E00D30">
      <w:r>
        <w:t>588.8895</w:t>
      </w:r>
      <w:r>
        <w:tab/>
        <w:t>2.025e0</w:t>
      </w:r>
    </w:p>
    <w:p w:rsidR="00E00D30" w:rsidRDefault="00E00D30" w:rsidP="00E00D30">
      <w:r>
        <w:t>588.9244</w:t>
      </w:r>
      <w:r>
        <w:tab/>
        <w:t>2.025e0</w:t>
      </w:r>
    </w:p>
    <w:p w:rsidR="00E00D30" w:rsidRDefault="00E00D30" w:rsidP="00E00D30">
      <w:r>
        <w:t>588.9341</w:t>
      </w:r>
      <w:r>
        <w:tab/>
        <w:t>1.013e0</w:t>
      </w:r>
    </w:p>
    <w:p w:rsidR="00E00D30" w:rsidRDefault="00E00D30" w:rsidP="00E00D30">
      <w:r>
        <w:t>588.9467</w:t>
      </w:r>
      <w:r>
        <w:tab/>
        <w:t>2.025e0</w:t>
      </w:r>
    </w:p>
    <w:p w:rsidR="00E00D30" w:rsidRDefault="00E00D30" w:rsidP="00E00D30">
      <w:r>
        <w:t>588.9817</w:t>
      </w:r>
      <w:r>
        <w:tab/>
        <w:t>1.013e0</w:t>
      </w:r>
    </w:p>
    <w:p w:rsidR="00E00D30" w:rsidRDefault="00E00D30" w:rsidP="00E00D30">
      <w:r>
        <w:t>589.0049</w:t>
      </w:r>
      <w:r>
        <w:tab/>
        <w:t>2.025e0</w:t>
      </w:r>
    </w:p>
    <w:p w:rsidR="00E00D30" w:rsidRDefault="00E00D30" w:rsidP="00E00D30">
      <w:r>
        <w:t>589.0066</w:t>
      </w:r>
      <w:r>
        <w:tab/>
        <w:t>3.038e0</w:t>
      </w:r>
    </w:p>
    <w:p w:rsidR="00E00D30" w:rsidRDefault="00E00D30" w:rsidP="00E00D30">
      <w:r>
        <w:t>589.0356</w:t>
      </w:r>
      <w:r>
        <w:tab/>
        <w:t>1.013e0</w:t>
      </w:r>
    </w:p>
    <w:p w:rsidR="00E00D30" w:rsidRDefault="00E00D30" w:rsidP="00E00D30">
      <w:r>
        <w:t>589.0583</w:t>
      </w:r>
      <w:r>
        <w:tab/>
        <w:t>2.025e0</w:t>
      </w:r>
    </w:p>
    <w:p w:rsidR="00E00D30" w:rsidRDefault="00E00D30" w:rsidP="00E00D30">
      <w:r>
        <w:t>589.0858</w:t>
      </w:r>
      <w:r>
        <w:tab/>
        <w:t>1.013e0</w:t>
      </w:r>
    </w:p>
    <w:p w:rsidR="00E00D30" w:rsidRDefault="00E00D30" w:rsidP="00E00D30">
      <w:r>
        <w:t>589.0894</w:t>
      </w:r>
      <w:r>
        <w:tab/>
        <w:t>3.038e0</w:t>
      </w:r>
    </w:p>
    <w:p w:rsidR="00E00D30" w:rsidRDefault="00E00D30" w:rsidP="00E00D30">
      <w:r>
        <w:t>589.1230</w:t>
      </w:r>
      <w:r>
        <w:tab/>
        <w:t>3.038e0</w:t>
      </w:r>
    </w:p>
    <w:p w:rsidR="00E00D30" w:rsidRDefault="00E00D30" w:rsidP="00E00D30">
      <w:r>
        <w:t>589.1424</w:t>
      </w:r>
      <w:r>
        <w:tab/>
        <w:t>1.013e0</w:t>
      </w:r>
    </w:p>
    <w:p w:rsidR="00E00D30" w:rsidRDefault="00E00D30" w:rsidP="00E00D30">
      <w:r>
        <w:t>589.1799</w:t>
      </w:r>
      <w:r>
        <w:tab/>
        <w:t>1.013e0</w:t>
      </w:r>
    </w:p>
    <w:p w:rsidR="00E00D30" w:rsidRDefault="00E00D30" w:rsidP="00E00D30">
      <w:r>
        <w:t>589.1875</w:t>
      </w:r>
      <w:r>
        <w:tab/>
        <w:t>4.051e0</w:t>
      </w:r>
    </w:p>
    <w:p w:rsidR="00E00D30" w:rsidRDefault="00E00D30" w:rsidP="00E00D30">
      <w:r>
        <w:t>589.1949</w:t>
      </w:r>
      <w:r>
        <w:tab/>
        <w:t>2.025e0</w:t>
      </w:r>
    </w:p>
    <w:p w:rsidR="00E00D30" w:rsidRDefault="00E00D30" w:rsidP="00E00D30">
      <w:r>
        <w:t>589.2370</w:t>
      </w:r>
      <w:r>
        <w:tab/>
        <w:t>5.063e0</w:t>
      </w:r>
    </w:p>
    <w:p w:rsidR="00E00D30" w:rsidRDefault="00E00D30" w:rsidP="00E00D30">
      <w:r>
        <w:t>589.2409</w:t>
      </w:r>
      <w:r>
        <w:tab/>
        <w:t>2.025e0</w:t>
      </w:r>
    </w:p>
    <w:p w:rsidR="00E00D30" w:rsidRDefault="00E00D30" w:rsidP="00E00D30">
      <w:r>
        <w:lastRenderedPageBreak/>
        <w:t>589.2671</w:t>
      </w:r>
      <w:r>
        <w:tab/>
        <w:t>4.051e0</w:t>
      </w:r>
    </w:p>
    <w:p w:rsidR="00E00D30" w:rsidRDefault="00E00D30" w:rsidP="00E00D30">
      <w:r>
        <w:t>589.2722</w:t>
      </w:r>
      <w:r>
        <w:tab/>
        <w:t>5.063e0</w:t>
      </w:r>
    </w:p>
    <w:p w:rsidR="00E00D30" w:rsidRDefault="00E00D30" w:rsidP="00E00D30">
      <w:r>
        <w:t>589.2896</w:t>
      </w:r>
      <w:r>
        <w:tab/>
        <w:t>3.038e0</w:t>
      </w:r>
    </w:p>
    <w:p w:rsidR="00E00D30" w:rsidRDefault="00E00D30" w:rsidP="00E00D30">
      <w:r>
        <w:t>589.3121</w:t>
      </w:r>
      <w:r>
        <w:tab/>
        <w:t>2.025e0</w:t>
      </w:r>
    </w:p>
    <w:p w:rsidR="00E00D30" w:rsidRDefault="00E00D30" w:rsidP="00E00D30">
      <w:r>
        <w:t>589.3267</w:t>
      </w:r>
      <w:r>
        <w:tab/>
        <w:t>2.025e0</w:t>
      </w:r>
    </w:p>
    <w:p w:rsidR="00E00D30" w:rsidRDefault="00E00D30" w:rsidP="00E00D30">
      <w:r>
        <w:t>589.3322</w:t>
      </w:r>
      <w:r>
        <w:tab/>
        <w:t>2.025e0</w:t>
      </w:r>
    </w:p>
    <w:p w:rsidR="00E00D30" w:rsidRDefault="00E00D30" w:rsidP="00E00D30">
      <w:r>
        <w:t>589.3593</w:t>
      </w:r>
      <w:r>
        <w:tab/>
        <w:t>3.038e0</w:t>
      </w:r>
    </w:p>
    <w:p w:rsidR="00E00D30" w:rsidRDefault="00E00D30" w:rsidP="00E00D30">
      <w:r>
        <w:t>589.3755</w:t>
      </w:r>
      <w:r>
        <w:tab/>
        <w:t>2.025e0</w:t>
      </w:r>
    </w:p>
    <w:p w:rsidR="00E00D30" w:rsidRDefault="00E00D30" w:rsidP="00E00D30">
      <w:r>
        <w:t>589.3787</w:t>
      </w:r>
      <w:r>
        <w:tab/>
        <w:t>2.025e0</w:t>
      </w:r>
    </w:p>
    <w:p w:rsidR="00E00D30" w:rsidRDefault="00E00D30" w:rsidP="00E00D30">
      <w:r>
        <w:t>589.3823</w:t>
      </w:r>
      <w:r>
        <w:tab/>
        <w:t>2.025e0</w:t>
      </w:r>
    </w:p>
    <w:p w:rsidR="00E00D30" w:rsidRDefault="00E00D30" w:rsidP="00E00D30">
      <w:r>
        <w:t>589.3934</w:t>
      </w:r>
      <w:r>
        <w:tab/>
        <w:t>5.063e0</w:t>
      </w:r>
    </w:p>
    <w:p w:rsidR="00E00D30" w:rsidRDefault="00E00D30" w:rsidP="00E00D30">
      <w:r>
        <w:t>589.3983</w:t>
      </w:r>
      <w:r>
        <w:tab/>
        <w:t>3.146e0</w:t>
      </w:r>
    </w:p>
    <w:p w:rsidR="00E00D30" w:rsidRDefault="00E00D30" w:rsidP="00E00D30">
      <w:r>
        <w:t>589.4456</w:t>
      </w:r>
      <w:r>
        <w:tab/>
        <w:t>1.013e0</w:t>
      </w:r>
    </w:p>
    <w:p w:rsidR="00E00D30" w:rsidRDefault="00E00D30" w:rsidP="00E00D30">
      <w:r>
        <w:t>589.4749</w:t>
      </w:r>
      <w:r>
        <w:tab/>
        <w:t>3.038e0</w:t>
      </w:r>
    </w:p>
    <w:p w:rsidR="00E00D30" w:rsidRDefault="00E00D30" w:rsidP="00E00D30">
      <w:r>
        <w:t>589.4799</w:t>
      </w:r>
      <w:r>
        <w:tab/>
        <w:t>2.025e0</w:t>
      </w:r>
    </w:p>
    <w:p w:rsidR="00E00D30" w:rsidRDefault="00E00D30" w:rsidP="00E00D30">
      <w:r>
        <w:t>589.5202</w:t>
      </w:r>
      <w:r>
        <w:tab/>
        <w:t>1.013e0</w:t>
      </w:r>
    </w:p>
    <w:p w:rsidR="00E00D30" w:rsidRDefault="00E00D30" w:rsidP="00E00D30">
      <w:r>
        <w:t>589.5505</w:t>
      </w:r>
      <w:r>
        <w:tab/>
        <w:t>1.013e0</w:t>
      </w:r>
    </w:p>
    <w:p w:rsidR="00E00D30" w:rsidRDefault="00E00D30" w:rsidP="00E00D30">
      <w:r>
        <w:t>589.5516</w:t>
      </w:r>
      <w:r>
        <w:tab/>
        <w:t>1.013e0</w:t>
      </w:r>
    </w:p>
    <w:p w:rsidR="00E00D30" w:rsidRDefault="00E00D30" w:rsidP="00E00D30">
      <w:r>
        <w:t>589.6071</w:t>
      </w:r>
      <w:r>
        <w:tab/>
        <w:t>1.013e0</w:t>
      </w:r>
    </w:p>
    <w:p w:rsidR="00E00D30" w:rsidRDefault="00E00D30" w:rsidP="00E00D30">
      <w:r>
        <w:lastRenderedPageBreak/>
        <w:t>589.6122</w:t>
      </w:r>
      <w:r>
        <w:tab/>
        <w:t>1.013e0</w:t>
      </w:r>
    </w:p>
    <w:p w:rsidR="00E00D30" w:rsidRDefault="00E00D30" w:rsidP="00E00D30">
      <w:r>
        <w:t>589.6443</w:t>
      </w:r>
      <w:r>
        <w:tab/>
        <w:t>2.025e0</w:t>
      </w:r>
    </w:p>
    <w:p w:rsidR="00E00D30" w:rsidRDefault="00E00D30" w:rsidP="00E00D30">
      <w:r>
        <w:t>589.6520</w:t>
      </w:r>
      <w:r>
        <w:tab/>
        <w:t>1.013e0</w:t>
      </w:r>
    </w:p>
    <w:p w:rsidR="00E00D30" w:rsidRDefault="00E00D30" w:rsidP="00E00D30">
      <w:r>
        <w:t>589.6618</w:t>
      </w:r>
      <w:r>
        <w:tab/>
        <w:t>1.013e0</w:t>
      </w:r>
    </w:p>
    <w:p w:rsidR="00E00D30" w:rsidRDefault="00E00D30" w:rsidP="00E00D30">
      <w:r>
        <w:t>589.6722</w:t>
      </w:r>
      <w:r>
        <w:tab/>
        <w:t>1.013e0</w:t>
      </w:r>
    </w:p>
    <w:p w:rsidR="00E00D30" w:rsidRDefault="00E00D30" w:rsidP="00E00D30">
      <w:r>
        <w:t>589.6777</w:t>
      </w:r>
      <w:r>
        <w:tab/>
        <w:t>2.025e0</w:t>
      </w:r>
    </w:p>
    <w:p w:rsidR="00E00D30" w:rsidRDefault="00E00D30" w:rsidP="00E00D30">
      <w:r>
        <w:t>589.6921</w:t>
      </w:r>
      <w:r>
        <w:tab/>
        <w:t>1.013e0</w:t>
      </w:r>
    </w:p>
    <w:p w:rsidR="00E00D30" w:rsidRDefault="00E00D30" w:rsidP="00E00D30">
      <w:r>
        <w:t>589.7300</w:t>
      </w:r>
      <w:r>
        <w:tab/>
        <w:t>3.038e0</w:t>
      </w:r>
    </w:p>
    <w:p w:rsidR="00E00D30" w:rsidRDefault="00E00D30" w:rsidP="00E00D30">
      <w:r>
        <w:t>589.8196</w:t>
      </w:r>
      <w:r>
        <w:tab/>
        <w:t>1.013e0</w:t>
      </w:r>
    </w:p>
    <w:p w:rsidR="00E00D30" w:rsidRDefault="00E00D30" w:rsidP="00E00D30">
      <w:r>
        <w:t>589.8237</w:t>
      </w:r>
      <w:r>
        <w:tab/>
        <w:t>5.063e0</w:t>
      </w:r>
    </w:p>
    <w:p w:rsidR="00E00D30" w:rsidRDefault="00E00D30" w:rsidP="00E00D30">
      <w:r>
        <w:t>589.8348</w:t>
      </w:r>
      <w:r>
        <w:tab/>
        <w:t>1.013e0</w:t>
      </w:r>
    </w:p>
    <w:p w:rsidR="00E00D30" w:rsidRDefault="00E00D30" w:rsidP="00E00D30">
      <w:r>
        <w:t>589.8540</w:t>
      </w:r>
      <w:r>
        <w:tab/>
        <w:t>1.013e0</w:t>
      </w:r>
    </w:p>
    <w:p w:rsidR="00E00D30" w:rsidRDefault="00E00D30" w:rsidP="00E00D30">
      <w:r>
        <w:t>589.8610</w:t>
      </w:r>
      <w:r>
        <w:tab/>
        <w:t>3.038e0</w:t>
      </w:r>
    </w:p>
    <w:p w:rsidR="00E00D30" w:rsidRDefault="00E00D30" w:rsidP="00E00D30">
      <w:r>
        <w:t>589.8844</w:t>
      </w:r>
      <w:r>
        <w:tab/>
        <w:t>1.013e0</w:t>
      </w:r>
    </w:p>
    <w:p w:rsidR="00E00D30" w:rsidRDefault="00E00D30" w:rsidP="00E00D30">
      <w:r>
        <w:t>589.8912</w:t>
      </w:r>
      <w:r>
        <w:tab/>
        <w:t>2.025e0</w:t>
      </w:r>
    </w:p>
    <w:p w:rsidR="00E00D30" w:rsidRDefault="00E00D30" w:rsidP="00E00D30">
      <w:r>
        <w:t>589.8948</w:t>
      </w:r>
      <w:r>
        <w:tab/>
        <w:t>1.013e0</w:t>
      </w:r>
    </w:p>
    <w:p w:rsidR="00E00D30" w:rsidRDefault="00E00D30" w:rsidP="00E00D30">
      <w:r>
        <w:t>589.9459</w:t>
      </w:r>
      <w:r>
        <w:tab/>
        <w:t>1.013e0</w:t>
      </w:r>
    </w:p>
    <w:p w:rsidR="00E00D30" w:rsidRDefault="00E00D30" w:rsidP="00E00D30">
      <w:r>
        <w:t>589.9755</w:t>
      </w:r>
      <w:r>
        <w:tab/>
        <w:t>1.013e0</w:t>
      </w:r>
    </w:p>
    <w:p w:rsidR="00E00D30" w:rsidRDefault="00E00D30" w:rsidP="00E00D30">
      <w:r>
        <w:t>589.9765</w:t>
      </w:r>
      <w:r>
        <w:tab/>
        <w:t>1.013e0</w:t>
      </w:r>
    </w:p>
    <w:p w:rsidR="00E00D30" w:rsidRDefault="00E00D30" w:rsidP="00E00D30">
      <w:r>
        <w:lastRenderedPageBreak/>
        <w:t>590.0151</w:t>
      </w:r>
      <w:r>
        <w:tab/>
        <w:t>1.013e0</w:t>
      </w:r>
    </w:p>
    <w:p w:rsidR="00E00D30" w:rsidRDefault="00E00D30" w:rsidP="00E00D30">
      <w:r>
        <w:t>590.0565</w:t>
      </w:r>
      <w:r>
        <w:tab/>
        <w:t>1.013e0</w:t>
      </w:r>
    </w:p>
    <w:p w:rsidR="00E00D30" w:rsidRDefault="00E00D30" w:rsidP="00E00D30">
      <w:r>
        <w:t>590.0663</w:t>
      </w:r>
      <w:r>
        <w:tab/>
        <w:t>2.025e0</w:t>
      </w:r>
    </w:p>
    <w:p w:rsidR="00E00D30" w:rsidRDefault="00E00D30" w:rsidP="00E00D30">
      <w:r>
        <w:t>590.0782</w:t>
      </w:r>
      <w:r>
        <w:tab/>
        <w:t>2.025e0</w:t>
      </w:r>
    </w:p>
    <w:p w:rsidR="00E00D30" w:rsidRDefault="00E00D30" w:rsidP="00E00D30">
      <w:r>
        <w:t>590.0975</w:t>
      </w:r>
      <w:r>
        <w:tab/>
        <w:t>5.096e0</w:t>
      </w:r>
    </w:p>
    <w:p w:rsidR="00E00D30" w:rsidRDefault="00E00D30" w:rsidP="00E00D30">
      <w:r>
        <w:t>590.1385</w:t>
      </w:r>
      <w:r>
        <w:tab/>
        <w:t>1.013e0</w:t>
      </w:r>
    </w:p>
    <w:p w:rsidR="00E00D30" w:rsidRDefault="00E00D30" w:rsidP="00E00D30">
      <w:r>
        <w:t>590.1682</w:t>
      </w:r>
      <w:r>
        <w:tab/>
        <w:t>1.013e0</w:t>
      </w:r>
    </w:p>
    <w:p w:rsidR="00E00D30" w:rsidRDefault="00E00D30" w:rsidP="00E00D30">
      <w:r>
        <w:t>590.1779</w:t>
      </w:r>
      <w:r>
        <w:tab/>
        <w:t>2.035e0</w:t>
      </w:r>
    </w:p>
    <w:p w:rsidR="00E00D30" w:rsidRDefault="00E00D30" w:rsidP="00E00D30">
      <w:r>
        <w:t>590.1945</w:t>
      </w:r>
      <w:r>
        <w:tab/>
        <w:t>3.038e0</w:t>
      </w:r>
    </w:p>
    <w:p w:rsidR="00E00D30" w:rsidRDefault="00E00D30" w:rsidP="00E00D30">
      <w:r>
        <w:t>590.2115</w:t>
      </w:r>
      <w:r>
        <w:tab/>
        <w:t>7.089e0</w:t>
      </w:r>
    </w:p>
    <w:p w:rsidR="00E00D30" w:rsidRDefault="00E00D30" w:rsidP="00E00D30">
      <w:r>
        <w:t>590.2219</w:t>
      </w:r>
      <w:r>
        <w:tab/>
        <w:t>3.038e0</w:t>
      </w:r>
    </w:p>
    <w:p w:rsidR="00E00D30" w:rsidRDefault="00E00D30" w:rsidP="00E00D30">
      <w:r>
        <w:t>590.2286</w:t>
      </w:r>
      <w:r>
        <w:tab/>
        <w:t>1.013e0</w:t>
      </w:r>
    </w:p>
    <w:p w:rsidR="00E00D30" w:rsidRDefault="00E00D30" w:rsidP="00E00D30">
      <w:r>
        <w:t>590.2401</w:t>
      </w:r>
      <w:r>
        <w:tab/>
        <w:t>2.025e0</w:t>
      </w:r>
    </w:p>
    <w:p w:rsidR="00E00D30" w:rsidRDefault="00E00D30" w:rsidP="00E00D30">
      <w:r>
        <w:t>590.2516</w:t>
      </w:r>
      <w:r>
        <w:tab/>
        <w:t>3.038e0</w:t>
      </w:r>
    </w:p>
    <w:p w:rsidR="00E00D30" w:rsidRDefault="00E00D30" w:rsidP="00E00D30">
      <w:r>
        <w:t>590.2839</w:t>
      </w:r>
      <w:r>
        <w:tab/>
        <w:t>2.025e0</w:t>
      </w:r>
    </w:p>
    <w:p w:rsidR="00E00D30" w:rsidRDefault="00E00D30" w:rsidP="00E00D30">
      <w:r>
        <w:t>590.2927</w:t>
      </w:r>
      <w:r>
        <w:tab/>
        <w:t>2.025e0</w:t>
      </w:r>
    </w:p>
    <w:p w:rsidR="00E00D30" w:rsidRDefault="00E00D30" w:rsidP="00E00D30">
      <w:r>
        <w:t>590.3005</w:t>
      </w:r>
      <w:r>
        <w:tab/>
        <w:t>1.013e0</w:t>
      </w:r>
    </w:p>
    <w:p w:rsidR="00E00D30" w:rsidRDefault="00E00D30" w:rsidP="00E00D30">
      <w:r>
        <w:t>590.3090</w:t>
      </w:r>
      <w:r>
        <w:tab/>
        <w:t>3.038e0</w:t>
      </w:r>
    </w:p>
    <w:p w:rsidR="00E00D30" w:rsidRDefault="00E00D30" w:rsidP="00E00D30">
      <w:r>
        <w:t>590.3513</w:t>
      </w:r>
      <w:r>
        <w:tab/>
        <w:t>2.199e0</w:t>
      </w:r>
    </w:p>
    <w:p w:rsidR="00E00D30" w:rsidRDefault="00E00D30" w:rsidP="00E00D30">
      <w:r>
        <w:lastRenderedPageBreak/>
        <w:t>590.3640</w:t>
      </w:r>
      <w:r>
        <w:tab/>
        <w:t>3.038e0</w:t>
      </w:r>
    </w:p>
    <w:p w:rsidR="00E00D30" w:rsidRDefault="00E00D30" w:rsidP="00E00D30">
      <w:r>
        <w:t>590.3674</w:t>
      </w:r>
      <w:r>
        <w:tab/>
        <w:t>3.038e0</w:t>
      </w:r>
    </w:p>
    <w:p w:rsidR="00E00D30" w:rsidRDefault="00E00D30" w:rsidP="00E00D30">
      <w:r>
        <w:t>590.3893</w:t>
      </w:r>
      <w:r>
        <w:tab/>
        <w:t>1.013e0</w:t>
      </w:r>
    </w:p>
    <w:p w:rsidR="00E00D30" w:rsidRDefault="00E00D30" w:rsidP="00E00D30">
      <w:r>
        <w:t>590.3921</w:t>
      </w:r>
      <w:r>
        <w:tab/>
        <w:t>1.013e0</w:t>
      </w:r>
    </w:p>
    <w:p w:rsidR="00E00D30" w:rsidRDefault="00E00D30" w:rsidP="00E00D30">
      <w:r>
        <w:t>590.4078</w:t>
      </w:r>
      <w:r>
        <w:tab/>
        <w:t>1.013e0</w:t>
      </w:r>
    </w:p>
    <w:p w:rsidR="00E00D30" w:rsidRDefault="00E00D30" w:rsidP="00E00D30">
      <w:r>
        <w:t>590.4181</w:t>
      </w:r>
      <w:r>
        <w:tab/>
        <w:t>2.025e0</w:t>
      </w:r>
    </w:p>
    <w:p w:rsidR="00E00D30" w:rsidRDefault="00E00D30" w:rsidP="00E00D30">
      <w:r>
        <w:t>590.4203</w:t>
      </w:r>
      <w:r>
        <w:tab/>
        <w:t>3.038e0</w:t>
      </w:r>
    </w:p>
    <w:p w:rsidR="00E00D30" w:rsidRDefault="00E00D30" w:rsidP="00E00D30">
      <w:r>
        <w:t>590.4416</w:t>
      </w:r>
      <w:r>
        <w:tab/>
        <w:t>5.063e0</w:t>
      </w:r>
    </w:p>
    <w:p w:rsidR="00E00D30" w:rsidRDefault="00E00D30" w:rsidP="00E00D30">
      <w:r>
        <w:t>590.4517</w:t>
      </w:r>
      <w:r>
        <w:tab/>
        <w:t>1.013e0</w:t>
      </w:r>
    </w:p>
    <w:p w:rsidR="00E00D30" w:rsidRDefault="00E00D30" w:rsidP="00E00D30">
      <w:r>
        <w:t>590.4615</w:t>
      </w:r>
      <w:r>
        <w:tab/>
        <w:t>5.063e0</w:t>
      </w:r>
    </w:p>
    <w:p w:rsidR="00E00D30" w:rsidRDefault="00E00D30" w:rsidP="00E00D30">
      <w:r>
        <w:t>590.4821</w:t>
      </w:r>
      <w:r>
        <w:tab/>
        <w:t>1.013e0</w:t>
      </w:r>
    </w:p>
    <w:p w:rsidR="00E00D30" w:rsidRDefault="00E00D30" w:rsidP="00E00D30">
      <w:r>
        <w:t>590.4974</w:t>
      </w:r>
      <w:r>
        <w:tab/>
        <w:t>1.013e0</w:t>
      </w:r>
    </w:p>
    <w:p w:rsidR="00E00D30" w:rsidRDefault="00E00D30" w:rsidP="00E00D30">
      <w:r>
        <w:t>590.5223</w:t>
      </w:r>
      <w:r>
        <w:tab/>
        <w:t>1.013e0</w:t>
      </w:r>
    </w:p>
    <w:p w:rsidR="00E00D30" w:rsidRDefault="00E00D30" w:rsidP="00E00D30">
      <w:r>
        <w:t>590.5428</w:t>
      </w:r>
      <w:r>
        <w:tab/>
        <w:t>1.013e0</w:t>
      </w:r>
    </w:p>
    <w:p w:rsidR="00E00D30" w:rsidRDefault="00E00D30" w:rsidP="00E00D30">
      <w:r>
        <w:t>590.5594</w:t>
      </w:r>
      <w:r>
        <w:tab/>
        <w:t>2.025e0</w:t>
      </w:r>
    </w:p>
    <w:p w:rsidR="00E00D30" w:rsidRDefault="00E00D30" w:rsidP="00E00D30">
      <w:r>
        <w:t>590.5729</w:t>
      </w:r>
      <w:r>
        <w:tab/>
        <w:t>1.013e0</w:t>
      </w:r>
    </w:p>
    <w:p w:rsidR="00E00D30" w:rsidRDefault="00E00D30" w:rsidP="00E00D30">
      <w:r>
        <w:t>590.6031</w:t>
      </w:r>
      <w:r>
        <w:tab/>
        <w:t>1.013e0</w:t>
      </w:r>
    </w:p>
    <w:p w:rsidR="00E00D30" w:rsidRDefault="00E00D30" w:rsidP="00E00D30">
      <w:r>
        <w:t>590.6213</w:t>
      </w:r>
      <w:r>
        <w:tab/>
        <w:t>2.025e0</w:t>
      </w:r>
    </w:p>
    <w:p w:rsidR="00E00D30" w:rsidRDefault="00E00D30" w:rsidP="00E00D30">
      <w:r>
        <w:t>590.6439</w:t>
      </w:r>
      <w:r>
        <w:tab/>
        <w:t>1.013e0</w:t>
      </w:r>
    </w:p>
    <w:p w:rsidR="00E00D30" w:rsidRDefault="00E00D30" w:rsidP="00E00D30">
      <w:r>
        <w:lastRenderedPageBreak/>
        <w:t>590.6753</w:t>
      </w:r>
      <w:r>
        <w:tab/>
        <w:t>1.013e0</w:t>
      </w:r>
    </w:p>
    <w:p w:rsidR="00E00D30" w:rsidRDefault="00E00D30" w:rsidP="00E00D30">
      <w:r>
        <w:t>590.7285</w:t>
      </w:r>
      <w:r>
        <w:tab/>
        <w:t>2.025e0</w:t>
      </w:r>
    </w:p>
    <w:p w:rsidR="00E00D30" w:rsidRDefault="00E00D30" w:rsidP="00E00D30">
      <w:r>
        <w:t>590.7452</w:t>
      </w:r>
      <w:r>
        <w:tab/>
        <w:t>1.013e0</w:t>
      </w:r>
    </w:p>
    <w:p w:rsidR="00E00D30" w:rsidRDefault="00E00D30" w:rsidP="00E00D30">
      <w:r>
        <w:t>590.7466</w:t>
      </w:r>
      <w:r>
        <w:tab/>
        <w:t>2.025e0</w:t>
      </w:r>
    </w:p>
    <w:p w:rsidR="00E00D30" w:rsidRDefault="00E00D30" w:rsidP="00E00D30">
      <w:r>
        <w:t>590.7756</w:t>
      </w:r>
      <w:r>
        <w:tab/>
        <w:t>1.013e0</w:t>
      </w:r>
    </w:p>
    <w:p w:rsidR="00E00D30" w:rsidRDefault="00E00D30" w:rsidP="00E00D30">
      <w:r>
        <w:t>590.8570</w:t>
      </w:r>
      <w:r>
        <w:tab/>
        <w:t>1.013e0</w:t>
      </w:r>
    </w:p>
    <w:p w:rsidR="00E00D30" w:rsidRDefault="00E00D30" w:rsidP="00E00D30">
      <w:r>
        <w:t>590.8717</w:t>
      </w:r>
      <w:r>
        <w:tab/>
        <w:t>2.025e0</w:t>
      </w:r>
    </w:p>
    <w:p w:rsidR="00E00D30" w:rsidRDefault="00E00D30" w:rsidP="00E00D30">
      <w:r>
        <w:t>590.8780</w:t>
      </w:r>
      <w:r>
        <w:tab/>
        <w:t>1.013e0</w:t>
      </w:r>
    </w:p>
    <w:p w:rsidR="00E00D30" w:rsidRDefault="00E00D30" w:rsidP="00E00D30">
      <w:r>
        <w:t>590.9064</w:t>
      </w:r>
      <w:r>
        <w:tab/>
        <w:t>1.013e0</w:t>
      </w:r>
    </w:p>
    <w:p w:rsidR="00E00D30" w:rsidRDefault="00E00D30" w:rsidP="00E00D30">
      <w:r>
        <w:t>590.9175</w:t>
      </w:r>
      <w:r>
        <w:tab/>
        <w:t>1.013e0</w:t>
      </w:r>
    </w:p>
    <w:p w:rsidR="00E00D30" w:rsidRDefault="00E00D30" w:rsidP="00E00D30">
      <w:r>
        <w:t>590.9431</w:t>
      </w:r>
      <w:r>
        <w:tab/>
        <w:t>3.038e0</w:t>
      </w:r>
    </w:p>
    <w:p w:rsidR="00E00D30" w:rsidRDefault="00E00D30" w:rsidP="00E00D30">
      <w:r>
        <w:t>590.9590</w:t>
      </w:r>
      <w:r>
        <w:tab/>
        <w:t>1.013e0</w:t>
      </w:r>
    </w:p>
    <w:p w:rsidR="00E00D30" w:rsidRDefault="00E00D30" w:rsidP="00E00D30">
      <w:r>
        <w:t>590.9681</w:t>
      </w:r>
      <w:r>
        <w:tab/>
        <w:t>1.013e0</w:t>
      </w:r>
    </w:p>
    <w:p w:rsidR="00E00D30" w:rsidRDefault="00E00D30" w:rsidP="00E00D30">
      <w:r>
        <w:t>590.9888</w:t>
      </w:r>
      <w:r>
        <w:tab/>
        <w:t>1.013e0</w:t>
      </w:r>
    </w:p>
    <w:p w:rsidR="00E00D30" w:rsidRDefault="00E00D30" w:rsidP="00E00D30">
      <w:r>
        <w:t>590.9989</w:t>
      </w:r>
      <w:r>
        <w:tab/>
        <w:t>1.013e0</w:t>
      </w:r>
    </w:p>
    <w:p w:rsidR="00E00D30" w:rsidRDefault="00E00D30" w:rsidP="00E00D30">
      <w:r>
        <w:t>591.0475</w:t>
      </w:r>
      <w:r>
        <w:tab/>
        <w:t>2.025e0</w:t>
      </w:r>
    </w:p>
    <w:p w:rsidR="00E00D30" w:rsidRDefault="00E00D30" w:rsidP="00E00D30">
      <w:r>
        <w:t>591.0594</w:t>
      </w:r>
      <w:r>
        <w:tab/>
        <w:t>2.025e0</w:t>
      </w:r>
    </w:p>
    <w:p w:rsidR="00E00D30" w:rsidRDefault="00E00D30" w:rsidP="00E00D30">
      <w:r>
        <w:t>591.0676</w:t>
      </w:r>
      <w:r>
        <w:tab/>
        <w:t>1.013e0</w:t>
      </w:r>
    </w:p>
    <w:p w:rsidR="00E00D30" w:rsidRDefault="00E00D30" w:rsidP="00E00D30">
      <w:r>
        <w:t>591.0755</w:t>
      </w:r>
      <w:r>
        <w:tab/>
        <w:t>2.025e0</w:t>
      </w:r>
    </w:p>
    <w:p w:rsidR="00E00D30" w:rsidRDefault="00E00D30" w:rsidP="00E00D30">
      <w:r>
        <w:lastRenderedPageBreak/>
        <w:t>591.1003</w:t>
      </w:r>
      <w:r>
        <w:tab/>
        <w:t>1.013e0</w:t>
      </w:r>
    </w:p>
    <w:p w:rsidR="00E00D30" w:rsidRDefault="00E00D30" w:rsidP="00E00D30">
      <w:r>
        <w:t>591.1408</w:t>
      </w:r>
      <w:r>
        <w:tab/>
        <w:t>1.013e0</w:t>
      </w:r>
    </w:p>
    <w:p w:rsidR="00E00D30" w:rsidRDefault="00E00D30" w:rsidP="00E00D30">
      <w:r>
        <w:t>591.1564</w:t>
      </w:r>
      <w:r>
        <w:tab/>
        <w:t>1.013e0</w:t>
      </w:r>
    </w:p>
    <w:p w:rsidR="00E00D30" w:rsidRDefault="00E00D30" w:rsidP="00E00D30">
      <w:r>
        <w:t>591.1608</w:t>
      </w:r>
      <w:r>
        <w:tab/>
        <w:t>2.025e0</w:t>
      </w:r>
    </w:p>
    <w:p w:rsidR="00E00D30" w:rsidRDefault="00E00D30" w:rsidP="00E00D30">
      <w:r>
        <w:t>591.1618</w:t>
      </w:r>
      <w:r>
        <w:tab/>
        <w:t>1.013e0</w:t>
      </w:r>
    </w:p>
    <w:p w:rsidR="00E00D30" w:rsidRDefault="00E00D30" w:rsidP="00E00D30">
      <w:r>
        <w:t>591.1709</w:t>
      </w:r>
      <w:r>
        <w:tab/>
        <w:t>1.013e0</w:t>
      </w:r>
    </w:p>
    <w:p w:rsidR="00E00D30" w:rsidRDefault="00E00D30" w:rsidP="00E00D30">
      <w:r>
        <w:t>591.1913</w:t>
      </w:r>
      <w:r>
        <w:tab/>
        <w:t>3.038e0</w:t>
      </w:r>
    </w:p>
    <w:p w:rsidR="00E00D30" w:rsidRDefault="00E00D30" w:rsidP="00E00D30">
      <w:r>
        <w:t>591.2319</w:t>
      </w:r>
      <w:r>
        <w:tab/>
        <w:t>2.025e0</w:t>
      </w:r>
    </w:p>
    <w:p w:rsidR="00E00D30" w:rsidRDefault="00E00D30" w:rsidP="00E00D30">
      <w:r>
        <w:t>591.2632</w:t>
      </w:r>
      <w:r>
        <w:tab/>
        <w:t>1.013e0</w:t>
      </w:r>
    </w:p>
    <w:p w:rsidR="00E00D30" w:rsidRDefault="00E00D30" w:rsidP="00E00D30">
      <w:r>
        <w:t>591.2926</w:t>
      </w:r>
      <w:r>
        <w:tab/>
        <w:t>1.013e0</w:t>
      </w:r>
    </w:p>
    <w:p w:rsidR="00E00D30" w:rsidRDefault="00E00D30" w:rsidP="00E00D30">
      <w:r>
        <w:t>591.2990</w:t>
      </w:r>
      <w:r>
        <w:tab/>
        <w:t>6.076e0</w:t>
      </w:r>
    </w:p>
    <w:p w:rsidR="00E00D30" w:rsidRDefault="00E00D30" w:rsidP="00E00D30">
      <w:r>
        <w:t>591.3031</w:t>
      </w:r>
      <w:r>
        <w:tab/>
        <w:t>1.013e0</w:t>
      </w:r>
    </w:p>
    <w:p w:rsidR="00E00D30" w:rsidRDefault="00E00D30" w:rsidP="00E00D30">
      <w:r>
        <w:t>591.3518</w:t>
      </w:r>
      <w:r>
        <w:tab/>
        <w:t>2.025e0</w:t>
      </w:r>
    </w:p>
    <w:p w:rsidR="00E00D30" w:rsidRDefault="00E00D30" w:rsidP="00E00D30">
      <w:r>
        <w:t>591.3535</w:t>
      </w:r>
      <w:r>
        <w:tab/>
        <w:t>1.013e0</w:t>
      </w:r>
    </w:p>
    <w:p w:rsidR="00E00D30" w:rsidRDefault="00E00D30" w:rsidP="00E00D30">
      <w:r>
        <w:t>591.3580</w:t>
      </w:r>
      <w:r>
        <w:tab/>
        <w:t>2.025e0</w:t>
      </w:r>
    </w:p>
    <w:p w:rsidR="00E00D30" w:rsidRDefault="00E00D30" w:rsidP="00E00D30">
      <w:r>
        <w:t>591.3697</w:t>
      </w:r>
      <w:r>
        <w:tab/>
        <w:t>2.025e0</w:t>
      </w:r>
    </w:p>
    <w:p w:rsidR="00E00D30" w:rsidRDefault="00E00D30" w:rsidP="00E00D30">
      <w:r>
        <w:t>591.4042</w:t>
      </w:r>
      <w:r>
        <w:tab/>
        <w:t>1.013e0</w:t>
      </w:r>
    </w:p>
    <w:p w:rsidR="00E00D30" w:rsidRDefault="00E00D30" w:rsidP="00E00D30">
      <w:r>
        <w:t>591.4064</w:t>
      </w:r>
      <w:r>
        <w:tab/>
        <w:t>1.013e0</w:t>
      </w:r>
    </w:p>
    <w:p w:rsidR="00E00D30" w:rsidRDefault="00E00D30" w:rsidP="00E00D30">
      <w:r>
        <w:t>591.4101</w:t>
      </w:r>
      <w:r>
        <w:tab/>
        <w:t>3.038e0</w:t>
      </w:r>
    </w:p>
    <w:p w:rsidR="00E00D30" w:rsidRDefault="00E00D30" w:rsidP="00E00D30">
      <w:r>
        <w:lastRenderedPageBreak/>
        <w:t>591.4755</w:t>
      </w:r>
      <w:r>
        <w:tab/>
        <w:t>1.013e0</w:t>
      </w:r>
    </w:p>
    <w:p w:rsidR="00E00D30" w:rsidRDefault="00E00D30" w:rsidP="00E00D30">
      <w:r>
        <w:t>591.4864</w:t>
      </w:r>
      <w:r>
        <w:tab/>
        <w:t>1.013e0</w:t>
      </w:r>
    </w:p>
    <w:p w:rsidR="00E00D30" w:rsidRDefault="00E00D30" w:rsidP="00E00D30">
      <w:r>
        <w:t>591.5057</w:t>
      </w:r>
      <w:r>
        <w:tab/>
        <w:t>1.013e0</w:t>
      </w:r>
    </w:p>
    <w:p w:rsidR="00E00D30" w:rsidRDefault="00E00D30" w:rsidP="00E00D30">
      <w:r>
        <w:t>591.5466</w:t>
      </w:r>
      <w:r>
        <w:tab/>
        <w:t>2.025e0</w:t>
      </w:r>
    </w:p>
    <w:p w:rsidR="00E00D30" w:rsidRDefault="00E00D30" w:rsidP="00E00D30">
      <w:r>
        <w:t>591.6172</w:t>
      </w:r>
      <w:r>
        <w:tab/>
        <w:t>1.013e0</w:t>
      </w:r>
    </w:p>
    <w:p w:rsidR="00E00D30" w:rsidRDefault="00E00D30" w:rsidP="00E00D30">
      <w:r>
        <w:t>591.6183</w:t>
      </w:r>
      <w:r>
        <w:tab/>
        <w:t>2.025e0</w:t>
      </w:r>
    </w:p>
    <w:p w:rsidR="00E00D30" w:rsidRDefault="00E00D30" w:rsidP="00E00D30">
      <w:r>
        <w:t>591.6731</w:t>
      </w:r>
      <w:r>
        <w:tab/>
        <w:t>2.025e0</w:t>
      </w:r>
    </w:p>
    <w:p w:rsidR="00E00D30" w:rsidRDefault="00E00D30" w:rsidP="00E00D30">
      <w:r>
        <w:t>591.7191</w:t>
      </w:r>
      <w:r>
        <w:tab/>
        <w:t>1.013e0</w:t>
      </w:r>
    </w:p>
    <w:p w:rsidR="00E00D30" w:rsidRDefault="00E00D30" w:rsidP="00E00D30">
      <w:r>
        <w:t>591.7492</w:t>
      </w:r>
      <w:r>
        <w:tab/>
        <w:t>1.013e0</w:t>
      </w:r>
    </w:p>
    <w:p w:rsidR="00E00D30" w:rsidRDefault="00E00D30" w:rsidP="00E00D30">
      <w:r>
        <w:t>591.7816</w:t>
      </w:r>
      <w:r>
        <w:tab/>
        <w:t>1.013e0</w:t>
      </w:r>
    </w:p>
    <w:p w:rsidR="00E00D30" w:rsidRDefault="00E00D30" w:rsidP="00E00D30">
      <w:r>
        <w:t>591.7908</w:t>
      </w:r>
      <w:r>
        <w:tab/>
        <w:t>1.013e0</w:t>
      </w:r>
    </w:p>
    <w:p w:rsidR="00E00D30" w:rsidRDefault="00E00D30" w:rsidP="00E00D30">
      <w:r>
        <w:t>591.7972</w:t>
      </w:r>
      <w:r>
        <w:tab/>
        <w:t>1.013e0</w:t>
      </w:r>
    </w:p>
    <w:p w:rsidR="00E00D30" w:rsidRDefault="00E00D30" w:rsidP="00E00D30">
      <w:r>
        <w:t>591.8101</w:t>
      </w:r>
      <w:r>
        <w:tab/>
        <w:t>1.013e0</w:t>
      </w:r>
    </w:p>
    <w:p w:rsidR="00E00D30" w:rsidRDefault="00E00D30" w:rsidP="00E00D30">
      <w:r>
        <w:t>591.8206</w:t>
      </w:r>
      <w:r>
        <w:tab/>
        <w:t>1.013e0</w:t>
      </w:r>
    </w:p>
    <w:p w:rsidR="00E00D30" w:rsidRDefault="00E00D30" w:rsidP="00E00D30">
      <w:r>
        <w:t>591.8812</w:t>
      </w:r>
      <w:r>
        <w:tab/>
        <w:t>1.013e0</w:t>
      </w:r>
    </w:p>
    <w:p w:rsidR="00E00D30" w:rsidRDefault="00E00D30" w:rsidP="00E00D30">
      <w:r>
        <w:t>591.8822</w:t>
      </w:r>
      <w:r>
        <w:tab/>
        <w:t>2.025e0</w:t>
      </w:r>
    </w:p>
    <w:p w:rsidR="00E00D30" w:rsidRDefault="00E00D30" w:rsidP="00E00D30">
      <w:r>
        <w:t>591.9025</w:t>
      </w:r>
      <w:r>
        <w:tab/>
        <w:t>1.013e0</w:t>
      </w:r>
    </w:p>
    <w:p w:rsidR="00E00D30" w:rsidRDefault="00E00D30" w:rsidP="00E00D30">
      <w:r>
        <w:t>591.9052</w:t>
      </w:r>
      <w:r>
        <w:tab/>
        <w:t>1.013e0</w:t>
      </w:r>
    </w:p>
    <w:p w:rsidR="00E00D30" w:rsidRDefault="00E00D30" w:rsidP="00E00D30">
      <w:r>
        <w:t>591.9240</w:t>
      </w:r>
      <w:r>
        <w:tab/>
        <w:t>2.025e0</w:t>
      </w:r>
    </w:p>
    <w:p w:rsidR="00E00D30" w:rsidRDefault="00E00D30" w:rsidP="00E00D30">
      <w:r>
        <w:lastRenderedPageBreak/>
        <w:t>591.9424</w:t>
      </w:r>
      <w:r>
        <w:tab/>
        <w:t>1.013e0</w:t>
      </w:r>
    </w:p>
    <w:p w:rsidR="00E00D30" w:rsidRDefault="00E00D30" w:rsidP="00E00D30">
      <w:r>
        <w:t>591.9478</w:t>
      </w:r>
      <w:r>
        <w:tab/>
        <w:t>2.025e0</w:t>
      </w:r>
    </w:p>
    <w:p w:rsidR="00E00D30" w:rsidRDefault="00E00D30" w:rsidP="00E00D30">
      <w:r>
        <w:t>591.9532</w:t>
      </w:r>
      <w:r>
        <w:tab/>
        <w:t>1.013e0</w:t>
      </w:r>
    </w:p>
    <w:p w:rsidR="00E00D30" w:rsidRDefault="00E00D30" w:rsidP="00E00D30">
      <w:r>
        <w:t>591.9576</w:t>
      </w:r>
      <w:r>
        <w:tab/>
        <w:t>1.013e0</w:t>
      </w:r>
    </w:p>
    <w:p w:rsidR="00E00D30" w:rsidRDefault="00E00D30" w:rsidP="00E00D30">
      <w:r>
        <w:t>591.9627</w:t>
      </w:r>
      <w:r>
        <w:tab/>
        <w:t>2.025e0</w:t>
      </w:r>
    </w:p>
    <w:p w:rsidR="00E00D30" w:rsidRDefault="00E00D30" w:rsidP="00E00D30">
      <w:r>
        <w:t>591.9761</w:t>
      </w:r>
      <w:r>
        <w:tab/>
        <w:t>1.013e0</w:t>
      </w:r>
    </w:p>
    <w:p w:rsidR="00E00D30" w:rsidRDefault="00E00D30" w:rsidP="00E00D30">
      <w:r>
        <w:t>591.9945</w:t>
      </w:r>
      <w:r>
        <w:tab/>
        <w:t>1.013e0</w:t>
      </w:r>
    </w:p>
    <w:p w:rsidR="00E00D30" w:rsidRDefault="00E00D30" w:rsidP="00E00D30">
      <w:r>
        <w:t>592.0538</w:t>
      </w:r>
      <w:r>
        <w:tab/>
        <w:t>1.013e0</w:t>
      </w:r>
    </w:p>
    <w:p w:rsidR="00E00D30" w:rsidRDefault="00E00D30" w:rsidP="00E00D30">
      <w:r>
        <w:t>592.0844</w:t>
      </w:r>
      <w:r>
        <w:tab/>
        <w:t>2.025e0</w:t>
      </w:r>
    </w:p>
    <w:p w:rsidR="00E00D30" w:rsidRDefault="00E00D30" w:rsidP="00E00D30">
      <w:r>
        <w:t>592.0947</w:t>
      </w:r>
      <w:r>
        <w:tab/>
        <w:t>1.013e0</w:t>
      </w:r>
    </w:p>
    <w:p w:rsidR="00E00D30" w:rsidRDefault="00E00D30" w:rsidP="00E00D30">
      <w:r>
        <w:t>592.1366</w:t>
      </w:r>
      <w:r>
        <w:tab/>
        <w:t>1.013e0</w:t>
      </w:r>
    </w:p>
    <w:p w:rsidR="00E00D30" w:rsidRDefault="00E00D30" w:rsidP="00E00D30">
      <w:r>
        <w:t>592.1377</w:t>
      </w:r>
      <w:r>
        <w:tab/>
        <w:t>1.013e0</w:t>
      </w:r>
    </w:p>
    <w:p w:rsidR="00E00D30" w:rsidRDefault="00E00D30" w:rsidP="00E00D30">
      <w:r>
        <w:t>592.1451</w:t>
      </w:r>
      <w:r>
        <w:tab/>
        <w:t>1.013e0</w:t>
      </w:r>
    </w:p>
    <w:p w:rsidR="00E00D30" w:rsidRDefault="00E00D30" w:rsidP="00E00D30">
      <w:r>
        <w:t>592.1532</w:t>
      </w:r>
      <w:r>
        <w:tab/>
        <w:t>1.013e0</w:t>
      </w:r>
    </w:p>
    <w:p w:rsidR="00E00D30" w:rsidRDefault="00E00D30" w:rsidP="00E00D30">
      <w:r>
        <w:t>592.1658</w:t>
      </w:r>
      <w:r>
        <w:tab/>
        <w:t>1.013e0</w:t>
      </w:r>
    </w:p>
    <w:p w:rsidR="00E00D30" w:rsidRDefault="00E00D30" w:rsidP="00E00D30">
      <w:r>
        <w:t>592.2078</w:t>
      </w:r>
      <w:r>
        <w:tab/>
        <w:t>1.013e0</w:t>
      </w:r>
    </w:p>
    <w:p w:rsidR="00E00D30" w:rsidRDefault="00E00D30" w:rsidP="00E00D30">
      <w:r>
        <w:t>592.2095</w:t>
      </w:r>
      <w:r>
        <w:tab/>
        <w:t>4.051e0</w:t>
      </w:r>
    </w:p>
    <w:p w:rsidR="00E00D30" w:rsidRDefault="00E00D30" w:rsidP="00E00D30">
      <w:r>
        <w:t>592.2244</w:t>
      </w:r>
      <w:r>
        <w:tab/>
        <w:t>1.013e0</w:t>
      </w:r>
    </w:p>
    <w:p w:rsidR="00E00D30" w:rsidRDefault="00E00D30" w:rsidP="00E00D30">
      <w:r>
        <w:t>592.2434</w:t>
      </w:r>
      <w:r>
        <w:tab/>
        <w:t>1.013e0</w:t>
      </w:r>
    </w:p>
    <w:p w:rsidR="00E00D30" w:rsidRDefault="00E00D30" w:rsidP="00E00D30">
      <w:r>
        <w:lastRenderedPageBreak/>
        <w:t>592.2478</w:t>
      </w:r>
      <w:r>
        <w:tab/>
        <w:t>1.013e0</w:t>
      </w:r>
    </w:p>
    <w:p w:rsidR="00E00D30" w:rsidRDefault="00E00D30" w:rsidP="00E00D30">
      <w:r>
        <w:t>592.2847</w:t>
      </w:r>
      <w:r>
        <w:tab/>
        <w:t>5.063e0</w:t>
      </w:r>
    </w:p>
    <w:p w:rsidR="00E00D30" w:rsidRDefault="00E00D30" w:rsidP="00E00D30">
      <w:r>
        <w:t>592.2937</w:t>
      </w:r>
      <w:r>
        <w:tab/>
        <w:t>3.038e0</w:t>
      </w:r>
    </w:p>
    <w:p w:rsidR="00E00D30" w:rsidRDefault="00E00D30" w:rsidP="00E00D30">
      <w:r>
        <w:t>592.3002</w:t>
      </w:r>
      <w:r>
        <w:tab/>
        <w:t>3.038e0</w:t>
      </w:r>
    </w:p>
    <w:p w:rsidR="00E00D30" w:rsidRDefault="00E00D30" w:rsidP="00E00D30">
      <w:r>
        <w:t>592.3342</w:t>
      </w:r>
      <w:r>
        <w:tab/>
        <w:t>2.025e0</w:t>
      </w:r>
    </w:p>
    <w:p w:rsidR="00E00D30" w:rsidRDefault="00E00D30" w:rsidP="00E00D30">
      <w:r>
        <w:t>592.3380</w:t>
      </w:r>
      <w:r>
        <w:tab/>
        <w:t>3.038e0</w:t>
      </w:r>
    </w:p>
    <w:p w:rsidR="00E00D30" w:rsidRDefault="00E00D30" w:rsidP="00E00D30">
      <w:r>
        <w:t>592.3483</w:t>
      </w:r>
      <w:r>
        <w:tab/>
        <w:t>1.013e0</w:t>
      </w:r>
    </w:p>
    <w:p w:rsidR="00E00D30" w:rsidRDefault="00E00D30" w:rsidP="00E00D30">
      <w:r>
        <w:t>592.3494</w:t>
      </w:r>
      <w:r>
        <w:tab/>
        <w:t>2.025e0</w:t>
      </w:r>
    </w:p>
    <w:p w:rsidR="00E00D30" w:rsidRDefault="00E00D30" w:rsidP="00E00D30">
      <w:r>
        <w:t>592.3777</w:t>
      </w:r>
      <w:r>
        <w:tab/>
        <w:t>3.038e0</w:t>
      </w:r>
    </w:p>
    <w:p w:rsidR="00E00D30" w:rsidRDefault="00E00D30" w:rsidP="00E00D30">
      <w:r>
        <w:t>592.3931</w:t>
      </w:r>
      <w:r>
        <w:tab/>
        <w:t>2.025e0</w:t>
      </w:r>
    </w:p>
    <w:p w:rsidR="00E00D30" w:rsidRDefault="00E00D30" w:rsidP="00E00D30">
      <w:r>
        <w:t>592.4204</w:t>
      </w:r>
      <w:r>
        <w:tab/>
        <w:t>2.025e0</w:t>
      </w:r>
    </w:p>
    <w:p w:rsidR="00E00D30" w:rsidRDefault="00E00D30" w:rsidP="00E00D30">
      <w:r>
        <w:t>592.4703</w:t>
      </w:r>
      <w:r>
        <w:tab/>
        <w:t>2.025e0</w:t>
      </w:r>
    </w:p>
    <w:p w:rsidR="00E00D30" w:rsidRDefault="00E00D30" w:rsidP="00E00D30">
      <w:r>
        <w:t>592.5021</w:t>
      </w:r>
      <w:r>
        <w:tab/>
        <w:t>2.025e0</w:t>
      </w:r>
    </w:p>
    <w:p w:rsidR="00E00D30" w:rsidRDefault="00E00D30" w:rsidP="00E00D30">
      <w:r>
        <w:t>592.5417</w:t>
      </w:r>
      <w:r>
        <w:tab/>
        <w:t>1.013e0</w:t>
      </w:r>
    </w:p>
    <w:p w:rsidR="00E00D30" w:rsidRDefault="00E00D30" w:rsidP="00E00D30">
      <w:r>
        <w:t>592.5804</w:t>
      </w:r>
      <w:r>
        <w:tab/>
        <w:t>1.013e0</w:t>
      </w:r>
    </w:p>
    <w:p w:rsidR="00E00D30" w:rsidRDefault="00E00D30" w:rsidP="00E00D30">
      <w:r>
        <w:t>592.5820</w:t>
      </w:r>
      <w:r>
        <w:tab/>
        <w:t>1.013e0</w:t>
      </w:r>
    </w:p>
    <w:p w:rsidR="00E00D30" w:rsidRDefault="00E00D30" w:rsidP="00E00D30">
      <w:r>
        <w:t>592.6633</w:t>
      </w:r>
      <w:r>
        <w:tab/>
        <w:t>1.013e0</w:t>
      </w:r>
    </w:p>
    <w:p w:rsidR="00E00D30" w:rsidRDefault="00E00D30" w:rsidP="00E00D30">
      <w:r>
        <w:t>592.6735</w:t>
      </w:r>
      <w:r>
        <w:tab/>
        <w:t>1.013e0</w:t>
      </w:r>
    </w:p>
    <w:p w:rsidR="00E00D30" w:rsidRDefault="00E00D30" w:rsidP="00E00D30">
      <w:r>
        <w:t>592.6890</w:t>
      </w:r>
      <w:r>
        <w:tab/>
        <w:t>1.013e0</w:t>
      </w:r>
    </w:p>
    <w:p w:rsidR="00E00D30" w:rsidRDefault="00E00D30" w:rsidP="00E00D30">
      <w:r>
        <w:lastRenderedPageBreak/>
        <w:t>592.6942</w:t>
      </w:r>
      <w:r>
        <w:tab/>
        <w:t>1.013e0</w:t>
      </w:r>
    </w:p>
    <w:p w:rsidR="00E00D30" w:rsidRDefault="00E00D30" w:rsidP="00E00D30">
      <w:r>
        <w:t>592.7366</w:t>
      </w:r>
      <w:r>
        <w:tab/>
        <w:t>2.025e0</w:t>
      </w:r>
    </w:p>
    <w:p w:rsidR="00E00D30" w:rsidRDefault="00E00D30" w:rsidP="00E00D30">
      <w:r>
        <w:t>592.7407</w:t>
      </w:r>
      <w:r>
        <w:tab/>
        <w:t>1.013e0</w:t>
      </w:r>
    </w:p>
    <w:p w:rsidR="00E00D30" w:rsidRDefault="00E00D30" w:rsidP="00E00D30">
      <w:r>
        <w:t>592.7590</w:t>
      </w:r>
      <w:r>
        <w:tab/>
        <w:t>2.025e0</w:t>
      </w:r>
    </w:p>
    <w:p w:rsidR="00E00D30" w:rsidRDefault="00E00D30" w:rsidP="00E00D30">
      <w:r>
        <w:t>592.7653</w:t>
      </w:r>
      <w:r>
        <w:tab/>
        <w:t>1.013e0</w:t>
      </w:r>
    </w:p>
    <w:p w:rsidR="00E00D30" w:rsidRDefault="00E00D30" w:rsidP="00E00D30">
      <w:r>
        <w:t>592.7717</w:t>
      </w:r>
      <w:r>
        <w:tab/>
        <w:t>2.025e0</w:t>
      </w:r>
    </w:p>
    <w:p w:rsidR="00E00D30" w:rsidRDefault="00E00D30" w:rsidP="00E00D30">
      <w:r>
        <w:t>592.7751</w:t>
      </w:r>
      <w:r>
        <w:tab/>
        <w:t>1.013e0</w:t>
      </w:r>
    </w:p>
    <w:p w:rsidR="00E00D30" w:rsidRDefault="00E00D30" w:rsidP="00E00D30">
      <w:r>
        <w:t>592.7958</w:t>
      </w:r>
      <w:r>
        <w:tab/>
        <w:t>1.013e0</w:t>
      </w:r>
    </w:p>
    <w:p w:rsidR="00E00D30" w:rsidRDefault="00E00D30" w:rsidP="00E00D30">
      <w:r>
        <w:t>592.8298</w:t>
      </w:r>
      <w:r>
        <w:tab/>
        <w:t>2.025e0</w:t>
      </w:r>
    </w:p>
    <w:p w:rsidR="00E00D30" w:rsidRDefault="00E00D30" w:rsidP="00E00D30">
      <w:r>
        <w:t>592.8466</w:t>
      </w:r>
      <w:r>
        <w:tab/>
        <w:t>1.013e0</w:t>
      </w:r>
    </w:p>
    <w:p w:rsidR="00E00D30" w:rsidRDefault="00E00D30" w:rsidP="00E00D30">
      <w:r>
        <w:t>592.8576</w:t>
      </w:r>
      <w:r>
        <w:tab/>
        <w:t>2.025e0</w:t>
      </w:r>
    </w:p>
    <w:p w:rsidR="00E00D30" w:rsidRDefault="00E00D30" w:rsidP="00E00D30">
      <w:r>
        <w:t>592.8975</w:t>
      </w:r>
      <w:r>
        <w:tab/>
        <w:t>1.013e0</w:t>
      </w:r>
    </w:p>
    <w:p w:rsidR="00E00D30" w:rsidRDefault="00E00D30" w:rsidP="00E00D30">
      <w:r>
        <w:t>592.9178</w:t>
      </w:r>
      <w:r>
        <w:tab/>
        <w:t>1.013e0</w:t>
      </w:r>
    </w:p>
    <w:p w:rsidR="00E00D30" w:rsidRDefault="00E00D30" w:rsidP="00E00D30">
      <w:r>
        <w:t>592.9322</w:t>
      </w:r>
      <w:r>
        <w:tab/>
        <w:t>2.025e0</w:t>
      </w:r>
    </w:p>
    <w:p w:rsidR="00E00D30" w:rsidRDefault="00E00D30" w:rsidP="00E00D30">
      <w:r>
        <w:t>592.9910</w:t>
      </w:r>
      <w:r>
        <w:tab/>
        <w:t>1.013e0</w:t>
      </w:r>
    </w:p>
    <w:p w:rsidR="00E00D30" w:rsidRDefault="00E00D30" w:rsidP="00E00D30">
      <w:r>
        <w:t>592.9988</w:t>
      </w:r>
      <w:r>
        <w:tab/>
        <w:t>1.013e0</w:t>
      </w:r>
    </w:p>
    <w:p w:rsidR="00E00D30" w:rsidRDefault="00E00D30" w:rsidP="00E00D30">
      <w:r>
        <w:t>593.0076</w:t>
      </w:r>
      <w:r>
        <w:tab/>
        <w:t>1.013e0</w:t>
      </w:r>
    </w:p>
    <w:p w:rsidR="00E00D30" w:rsidRDefault="00E00D30" w:rsidP="00E00D30">
      <w:r>
        <w:t>593.0399</w:t>
      </w:r>
      <w:r>
        <w:tab/>
        <w:t>1.013e0</w:t>
      </w:r>
    </w:p>
    <w:p w:rsidR="00E00D30" w:rsidRDefault="00E00D30" w:rsidP="00E00D30">
      <w:r>
        <w:t>593.0795</w:t>
      </w:r>
      <w:r>
        <w:tab/>
        <w:t>1.013e0</w:t>
      </w:r>
    </w:p>
    <w:p w:rsidR="00E00D30" w:rsidRDefault="00E00D30" w:rsidP="00E00D30">
      <w:r>
        <w:lastRenderedPageBreak/>
        <w:t>593.0806</w:t>
      </w:r>
      <w:r>
        <w:tab/>
        <w:t>1.013e0</w:t>
      </w:r>
    </w:p>
    <w:p w:rsidR="00E00D30" w:rsidRDefault="00E00D30" w:rsidP="00E00D30">
      <w:r>
        <w:t>593.1009</w:t>
      </w:r>
      <w:r>
        <w:tab/>
        <w:t>1.013e0</w:t>
      </w:r>
    </w:p>
    <w:p w:rsidR="00E00D30" w:rsidRDefault="00E00D30" w:rsidP="00E00D30">
      <w:r>
        <w:t>593.1311</w:t>
      </w:r>
      <w:r>
        <w:tab/>
        <w:t>1.013e0</w:t>
      </w:r>
    </w:p>
    <w:p w:rsidR="00E00D30" w:rsidRDefault="00E00D30" w:rsidP="00E00D30">
      <w:r>
        <w:t>593.1500</w:t>
      </w:r>
      <w:r>
        <w:tab/>
        <w:t>1.013e0</w:t>
      </w:r>
    </w:p>
    <w:p w:rsidR="00E00D30" w:rsidRDefault="00E00D30" w:rsidP="00E00D30">
      <w:r>
        <w:t>593.1859</w:t>
      </w:r>
      <w:r>
        <w:tab/>
        <w:t>2.025e0</w:t>
      </w:r>
    </w:p>
    <w:p w:rsidR="00E00D30" w:rsidRDefault="00E00D30" w:rsidP="00E00D30">
      <w:r>
        <w:t>593.1914</w:t>
      </w:r>
      <w:r>
        <w:tab/>
        <w:t>2.025e0</w:t>
      </w:r>
    </w:p>
    <w:p w:rsidR="00E00D30" w:rsidRDefault="00E00D30" w:rsidP="00E00D30">
      <w:r>
        <w:t>593.1924</w:t>
      </w:r>
      <w:r>
        <w:tab/>
        <w:t>2.025e0</w:t>
      </w:r>
    </w:p>
    <w:p w:rsidR="00E00D30" w:rsidRDefault="00E00D30" w:rsidP="00E00D30">
      <w:r>
        <w:t>593.2130</w:t>
      </w:r>
      <w:r>
        <w:tab/>
        <w:t>3.038e0</w:t>
      </w:r>
    </w:p>
    <w:p w:rsidR="00E00D30" w:rsidRDefault="00E00D30" w:rsidP="00E00D30">
      <w:r>
        <w:t>593.2332</w:t>
      </w:r>
      <w:r>
        <w:tab/>
        <w:t>3.038e0</w:t>
      </w:r>
    </w:p>
    <w:p w:rsidR="00E00D30" w:rsidRDefault="00E00D30" w:rsidP="00E00D30">
      <w:r>
        <w:t>593.2440</w:t>
      </w:r>
      <w:r>
        <w:tab/>
        <w:t>1.013e0</w:t>
      </w:r>
    </w:p>
    <w:p w:rsidR="00E00D30" w:rsidRDefault="00E00D30" w:rsidP="00E00D30">
      <w:r>
        <w:t>593.2535</w:t>
      </w:r>
      <w:r>
        <w:tab/>
        <w:t>1.013e0</w:t>
      </w:r>
    </w:p>
    <w:p w:rsidR="00E00D30" w:rsidRDefault="00E00D30" w:rsidP="00E00D30">
      <w:r>
        <w:t>593.2932</w:t>
      </w:r>
      <w:r>
        <w:tab/>
        <w:t>1.013e0</w:t>
      </w:r>
    </w:p>
    <w:p w:rsidR="00E00D30" w:rsidRDefault="00E00D30" w:rsidP="00E00D30">
      <w:r>
        <w:t>593.3160</w:t>
      </w:r>
      <w:r>
        <w:tab/>
        <w:t>4.051e0</w:t>
      </w:r>
    </w:p>
    <w:p w:rsidR="00E00D30" w:rsidRDefault="00E00D30" w:rsidP="00E00D30">
      <w:r>
        <w:t>593.3176</w:t>
      </w:r>
      <w:r>
        <w:tab/>
        <w:t>4.051e0</w:t>
      </w:r>
    </w:p>
    <w:p w:rsidR="00E00D30" w:rsidRDefault="00E00D30" w:rsidP="00E00D30">
      <w:r>
        <w:t>593.3243</w:t>
      </w:r>
      <w:r>
        <w:tab/>
        <w:t>4.051e0</w:t>
      </w:r>
    </w:p>
    <w:p w:rsidR="00E00D30" w:rsidRDefault="00E00D30" w:rsidP="00E00D30">
      <w:r>
        <w:t>593.3345</w:t>
      </w:r>
      <w:r>
        <w:tab/>
        <w:t>1.316e1</w:t>
      </w:r>
    </w:p>
    <w:p w:rsidR="00E00D30" w:rsidRDefault="00E00D30" w:rsidP="00E00D30">
      <w:r>
        <w:t>593.3408</w:t>
      </w:r>
      <w:r>
        <w:tab/>
        <w:t>4.051e0</w:t>
      </w:r>
    </w:p>
    <w:p w:rsidR="00E00D30" w:rsidRDefault="00E00D30" w:rsidP="00E00D30">
      <w:r>
        <w:t>593.3444</w:t>
      </w:r>
      <w:r>
        <w:tab/>
        <w:t>6.076e0</w:t>
      </w:r>
    </w:p>
    <w:p w:rsidR="00E00D30" w:rsidRDefault="00E00D30" w:rsidP="00E00D30">
      <w:r>
        <w:t>593.3685</w:t>
      </w:r>
      <w:r>
        <w:tab/>
        <w:t>6.076e0</w:t>
      </w:r>
    </w:p>
    <w:p w:rsidR="00E00D30" w:rsidRDefault="00E00D30" w:rsidP="00E00D30">
      <w:r>
        <w:lastRenderedPageBreak/>
        <w:t>593.3755</w:t>
      </w:r>
      <w:r>
        <w:tab/>
        <w:t>1.013e0</w:t>
      </w:r>
    </w:p>
    <w:p w:rsidR="00E00D30" w:rsidRDefault="00E00D30" w:rsidP="00E00D30">
      <w:r>
        <w:t>593.3854</w:t>
      </w:r>
      <w:r>
        <w:tab/>
        <w:t>1.013e0</w:t>
      </w:r>
    </w:p>
    <w:p w:rsidR="00E00D30" w:rsidRDefault="00E00D30" w:rsidP="00E00D30">
      <w:r>
        <w:t>593.4111</w:t>
      </w:r>
      <w:r>
        <w:tab/>
        <w:t>2.025e0</w:t>
      </w:r>
    </w:p>
    <w:p w:rsidR="00E00D30" w:rsidRDefault="00E00D30" w:rsidP="00E00D30">
      <w:r>
        <w:t>593.4355</w:t>
      </w:r>
      <w:r>
        <w:tab/>
        <w:t>1.013e0</w:t>
      </w:r>
    </w:p>
    <w:p w:rsidR="00E00D30" w:rsidRDefault="00E00D30" w:rsidP="00E00D30">
      <w:r>
        <w:t>593.4366</w:t>
      </w:r>
      <w:r>
        <w:tab/>
        <w:t>1.013e0</w:t>
      </w:r>
    </w:p>
    <w:p w:rsidR="00E00D30" w:rsidRDefault="00E00D30" w:rsidP="00E00D30">
      <w:r>
        <w:t>593.4670</w:t>
      </w:r>
      <w:r>
        <w:tab/>
        <w:t>2.025e0</w:t>
      </w:r>
    </w:p>
    <w:p w:rsidR="00E00D30" w:rsidRDefault="00E00D30" w:rsidP="00E00D30">
      <w:r>
        <w:t>593.5393</w:t>
      </w:r>
      <w:r>
        <w:tab/>
        <w:t>2.025e0</w:t>
      </w:r>
    </w:p>
    <w:p w:rsidR="00E00D30" w:rsidRDefault="00E00D30" w:rsidP="00E00D30">
      <w:r>
        <w:t>593.5588</w:t>
      </w:r>
      <w:r>
        <w:tab/>
        <w:t>1.013e0</w:t>
      </w:r>
    </w:p>
    <w:p w:rsidR="00E00D30" w:rsidRDefault="00E00D30" w:rsidP="00E00D30">
      <w:r>
        <w:t>593.5900</w:t>
      </w:r>
      <w:r>
        <w:tab/>
        <w:t>1.013e0</w:t>
      </w:r>
    </w:p>
    <w:p w:rsidR="00E00D30" w:rsidRDefault="00E00D30" w:rsidP="00E00D30">
      <w:r>
        <w:t>593.5959</w:t>
      </w:r>
      <w:r>
        <w:tab/>
        <w:t>2.025e0</w:t>
      </w:r>
    </w:p>
    <w:p w:rsidR="00E00D30" w:rsidRDefault="00E00D30" w:rsidP="00E00D30">
      <w:r>
        <w:t>593.6135</w:t>
      </w:r>
      <w:r>
        <w:tab/>
        <w:t>1.013e0</w:t>
      </w:r>
    </w:p>
    <w:p w:rsidR="00E00D30" w:rsidRDefault="00E00D30" w:rsidP="00E00D30">
      <w:r>
        <w:t>593.6146</w:t>
      </w:r>
      <w:r>
        <w:tab/>
        <w:t>1.013e0</w:t>
      </w:r>
    </w:p>
    <w:p w:rsidR="00E00D30" w:rsidRDefault="00E00D30" w:rsidP="00E00D30">
      <w:r>
        <w:t>593.6297</w:t>
      </w:r>
      <w:r>
        <w:tab/>
        <w:t>1.013e0</w:t>
      </w:r>
    </w:p>
    <w:p w:rsidR="00E00D30" w:rsidRDefault="00E00D30" w:rsidP="00E00D30">
      <w:r>
        <w:t>593.6602</w:t>
      </w:r>
      <w:r>
        <w:tab/>
        <w:t>1.013e0</w:t>
      </w:r>
    </w:p>
    <w:p w:rsidR="00E00D30" w:rsidRDefault="00E00D30" w:rsidP="00E00D30">
      <w:r>
        <w:t>593.6816</w:t>
      </w:r>
      <w:r>
        <w:tab/>
        <w:t>1.013e0</w:t>
      </w:r>
    </w:p>
    <w:p w:rsidR="00E00D30" w:rsidRDefault="00E00D30" w:rsidP="00E00D30">
      <w:r>
        <w:t>593.6918</w:t>
      </w:r>
      <w:r>
        <w:tab/>
        <w:t>1.013e0</w:t>
      </w:r>
    </w:p>
    <w:p w:rsidR="00E00D30" w:rsidRDefault="00E00D30" w:rsidP="00E00D30">
      <w:r>
        <w:t>593.7032</w:t>
      </w:r>
      <w:r>
        <w:tab/>
        <w:t>1.013e0</w:t>
      </w:r>
    </w:p>
    <w:p w:rsidR="00E00D30" w:rsidRDefault="00E00D30" w:rsidP="00E00D30">
      <w:r>
        <w:t>593.7216</w:t>
      </w:r>
      <w:r>
        <w:tab/>
        <w:t>1.013e0</w:t>
      </w:r>
    </w:p>
    <w:p w:rsidR="00E00D30" w:rsidRDefault="00E00D30" w:rsidP="00E00D30">
      <w:r>
        <w:t>593.7907</w:t>
      </w:r>
      <w:r>
        <w:tab/>
        <w:t>1.013e0</w:t>
      </w:r>
    </w:p>
    <w:p w:rsidR="00E00D30" w:rsidRDefault="00E00D30" w:rsidP="00E00D30">
      <w:r>
        <w:lastRenderedPageBreak/>
        <w:t>593.7926</w:t>
      </w:r>
      <w:r>
        <w:tab/>
        <w:t>1.013e0</w:t>
      </w:r>
    </w:p>
    <w:p w:rsidR="00E00D30" w:rsidRDefault="00E00D30" w:rsidP="00E00D30">
      <w:r>
        <w:t>593.8235</w:t>
      </w:r>
      <w:r>
        <w:tab/>
        <w:t>1.013e0</w:t>
      </w:r>
    </w:p>
    <w:p w:rsidR="00E00D30" w:rsidRDefault="00E00D30" w:rsidP="00E00D30">
      <w:r>
        <w:t>593.8948</w:t>
      </w:r>
      <w:r>
        <w:tab/>
        <w:t>1.013e0</w:t>
      </w:r>
    </w:p>
    <w:p w:rsidR="00E00D30" w:rsidRDefault="00E00D30" w:rsidP="00E00D30">
      <w:r>
        <w:t>593.8983</w:t>
      </w:r>
      <w:r>
        <w:tab/>
        <w:t>1.013e0</w:t>
      </w:r>
    </w:p>
    <w:p w:rsidR="00E00D30" w:rsidRDefault="00E00D30" w:rsidP="00E00D30">
      <w:r>
        <w:t>593.9158</w:t>
      </w:r>
      <w:r>
        <w:tab/>
        <w:t>1.013e0</w:t>
      </w:r>
    </w:p>
    <w:p w:rsidR="00E00D30" w:rsidRDefault="00E00D30" w:rsidP="00E00D30">
      <w:r>
        <w:t>593.9253</w:t>
      </w:r>
      <w:r>
        <w:tab/>
        <w:t>1.013e0</w:t>
      </w:r>
    </w:p>
    <w:p w:rsidR="00E00D30" w:rsidRDefault="00E00D30" w:rsidP="00E00D30">
      <w:r>
        <w:t>593.9657</w:t>
      </w:r>
      <w:r>
        <w:tab/>
        <w:t>1.013e0</w:t>
      </w:r>
    </w:p>
    <w:p w:rsidR="00E00D30" w:rsidRDefault="00E00D30" w:rsidP="00E00D30">
      <w:r>
        <w:t>593.9795</w:t>
      </w:r>
      <w:r>
        <w:tab/>
        <w:t>3.074e0</w:t>
      </w:r>
    </w:p>
    <w:p w:rsidR="00E00D30" w:rsidRDefault="00E00D30" w:rsidP="00E00D30">
      <w:r>
        <w:t>593.9969</w:t>
      </w:r>
      <w:r>
        <w:tab/>
        <w:t>2.025e0</w:t>
      </w:r>
    </w:p>
    <w:p w:rsidR="00E00D30" w:rsidRDefault="00E00D30" w:rsidP="00E00D30">
      <w:r>
        <w:t>594.0417</w:t>
      </w:r>
      <w:r>
        <w:tab/>
        <w:t>1.013e0</w:t>
      </w:r>
    </w:p>
    <w:p w:rsidR="00E00D30" w:rsidRDefault="00E00D30" w:rsidP="00E00D30">
      <w:r>
        <w:t>594.0475</w:t>
      </w:r>
      <w:r>
        <w:tab/>
        <w:t>1.013e0</w:t>
      </w:r>
    </w:p>
    <w:p w:rsidR="00E00D30" w:rsidRDefault="00E00D30" w:rsidP="00E00D30">
      <w:r>
        <w:t>594.0591</w:t>
      </w:r>
      <w:r>
        <w:tab/>
        <w:t>3.038e0</w:t>
      </w:r>
    </w:p>
    <w:p w:rsidR="00E00D30" w:rsidRDefault="00E00D30" w:rsidP="00E00D30">
      <w:r>
        <w:t>594.0676</w:t>
      </w:r>
      <w:r>
        <w:tab/>
        <w:t>1.013e0</w:t>
      </w:r>
    </w:p>
    <w:p w:rsidR="00E00D30" w:rsidRDefault="00E00D30" w:rsidP="00E00D30">
      <w:r>
        <w:t>594.0778</w:t>
      </w:r>
      <w:r>
        <w:tab/>
        <w:t>1.013e0</w:t>
      </w:r>
    </w:p>
    <w:p w:rsidR="00E00D30" w:rsidRDefault="00E00D30" w:rsidP="00E00D30">
      <w:r>
        <w:t>594.0984</w:t>
      </w:r>
      <w:r>
        <w:tab/>
        <w:t>1.013e0</w:t>
      </w:r>
    </w:p>
    <w:p w:rsidR="00E00D30" w:rsidRDefault="00E00D30" w:rsidP="00E00D30">
      <w:r>
        <w:t>594.1392</w:t>
      </w:r>
      <w:r>
        <w:tab/>
        <w:t>1.013e0</w:t>
      </w:r>
    </w:p>
    <w:p w:rsidR="00E00D30" w:rsidRDefault="00E00D30" w:rsidP="00E00D30">
      <w:r>
        <w:t>594.1650</w:t>
      </w:r>
      <w:r>
        <w:tab/>
        <w:t>2.025e0</w:t>
      </w:r>
    </w:p>
    <w:p w:rsidR="00E00D30" w:rsidRDefault="00E00D30" w:rsidP="00E00D30">
      <w:r>
        <w:t>594.2021</w:t>
      </w:r>
      <w:r>
        <w:tab/>
        <w:t>3.038e0</w:t>
      </w:r>
    </w:p>
    <w:p w:rsidR="00E00D30" w:rsidRDefault="00E00D30" w:rsidP="00E00D30">
      <w:r>
        <w:t>594.2157</w:t>
      </w:r>
      <w:r>
        <w:tab/>
        <w:t>4.051e0</w:t>
      </w:r>
    </w:p>
    <w:p w:rsidR="00E00D30" w:rsidRDefault="00E00D30" w:rsidP="00E00D30">
      <w:r>
        <w:lastRenderedPageBreak/>
        <w:t>594.2252</w:t>
      </w:r>
      <w:r>
        <w:tab/>
        <w:t>4.051e0</w:t>
      </w:r>
    </w:p>
    <w:p w:rsidR="00E00D30" w:rsidRDefault="00E00D30" w:rsidP="00E00D30">
      <w:r>
        <w:t>594.2310</w:t>
      </w:r>
      <w:r>
        <w:tab/>
        <w:t>3.249e0</w:t>
      </w:r>
    </w:p>
    <w:p w:rsidR="00E00D30" w:rsidRDefault="00E00D30" w:rsidP="00E00D30">
      <w:r>
        <w:t>594.2419</w:t>
      </w:r>
      <w:r>
        <w:tab/>
        <w:t>2.025e0</w:t>
      </w:r>
    </w:p>
    <w:p w:rsidR="00E00D30" w:rsidRDefault="00E00D30" w:rsidP="00E00D30">
      <w:r>
        <w:t>594.2709</w:t>
      </w:r>
      <w:r>
        <w:tab/>
        <w:t>1.013e0</w:t>
      </w:r>
    </w:p>
    <w:p w:rsidR="00E00D30" w:rsidRDefault="00E00D30" w:rsidP="00E00D30">
      <w:r>
        <w:t>594.2819</w:t>
      </w:r>
      <w:r>
        <w:tab/>
        <w:t>1.013e0</w:t>
      </w:r>
    </w:p>
    <w:p w:rsidR="00E00D30" w:rsidRDefault="00E00D30" w:rsidP="00E00D30">
      <w:r>
        <w:t>594.3074</w:t>
      </w:r>
      <w:r>
        <w:tab/>
        <w:t>2.025e0</w:t>
      </w:r>
    </w:p>
    <w:p w:rsidR="00E00D30" w:rsidRDefault="00E00D30" w:rsidP="00E00D30">
      <w:r>
        <w:t>594.3133</w:t>
      </w:r>
      <w:r>
        <w:tab/>
        <w:t>4.051e0</w:t>
      </w:r>
    </w:p>
    <w:p w:rsidR="00E00D30" w:rsidRDefault="00E00D30" w:rsidP="00E00D30">
      <w:r>
        <w:t>594.3188</w:t>
      </w:r>
      <w:r>
        <w:tab/>
        <w:t>3.038e0</w:t>
      </w:r>
    </w:p>
    <w:p w:rsidR="00E00D30" w:rsidRDefault="00E00D30" w:rsidP="00E00D30">
      <w:r>
        <w:t>594.3314</w:t>
      </w:r>
      <w:r>
        <w:tab/>
        <w:t>4.051e0</w:t>
      </w:r>
    </w:p>
    <w:p w:rsidR="00E00D30" w:rsidRDefault="00E00D30" w:rsidP="00E00D30">
      <w:r>
        <w:t>594.3336</w:t>
      </w:r>
      <w:r>
        <w:tab/>
        <w:t>1.013e0</w:t>
      </w:r>
    </w:p>
    <w:p w:rsidR="00E00D30" w:rsidRDefault="00E00D30" w:rsidP="00E00D30">
      <w:r>
        <w:t>594.3495</w:t>
      </w:r>
      <w:r>
        <w:tab/>
        <w:t>2.025e0</w:t>
      </w:r>
    </w:p>
    <w:p w:rsidR="00E00D30" w:rsidRDefault="00E00D30" w:rsidP="00E00D30">
      <w:r>
        <w:t>594.3558</w:t>
      </w:r>
      <w:r>
        <w:tab/>
        <w:t>2.025e0</w:t>
      </w:r>
    </w:p>
    <w:p w:rsidR="00E00D30" w:rsidRDefault="00E00D30" w:rsidP="00E00D30">
      <w:r>
        <w:t>594.3602</w:t>
      </w:r>
      <w:r>
        <w:tab/>
        <w:t>1.013e0</w:t>
      </w:r>
    </w:p>
    <w:p w:rsidR="00E00D30" w:rsidRDefault="00E00D30" w:rsidP="00E00D30">
      <w:r>
        <w:t>594.3782</w:t>
      </w:r>
      <w:r>
        <w:tab/>
        <w:t>1.013e0</w:t>
      </w:r>
    </w:p>
    <w:p w:rsidR="00E00D30" w:rsidRDefault="00E00D30" w:rsidP="00E00D30">
      <w:r>
        <w:t>594.3838</w:t>
      </w:r>
      <w:r>
        <w:tab/>
        <w:t>1.013e0</w:t>
      </w:r>
    </w:p>
    <w:p w:rsidR="00E00D30" w:rsidRDefault="00E00D30" w:rsidP="00E00D30">
      <w:r>
        <w:t>594.3947</w:t>
      </w:r>
      <w:r>
        <w:tab/>
        <w:t>1.013e0</w:t>
      </w:r>
    </w:p>
    <w:p w:rsidR="00E00D30" w:rsidRDefault="00E00D30" w:rsidP="00E00D30">
      <w:r>
        <w:t>594.4042</w:t>
      </w:r>
      <w:r>
        <w:tab/>
        <w:t>1.013e0</w:t>
      </w:r>
    </w:p>
    <w:p w:rsidR="00E00D30" w:rsidRDefault="00E00D30" w:rsidP="00E00D30">
      <w:r>
        <w:t>594.4548</w:t>
      </w:r>
      <w:r>
        <w:tab/>
        <w:t>1.013e0</w:t>
      </w:r>
    </w:p>
    <w:p w:rsidR="00E00D30" w:rsidRDefault="00E00D30" w:rsidP="00E00D30">
      <w:r>
        <w:t>594.4681</w:t>
      </w:r>
      <w:r>
        <w:tab/>
        <w:t>2.025e0</w:t>
      </w:r>
    </w:p>
    <w:p w:rsidR="00E00D30" w:rsidRDefault="00E00D30" w:rsidP="00E00D30">
      <w:r>
        <w:lastRenderedPageBreak/>
        <w:t>594.4713</w:t>
      </w:r>
      <w:r>
        <w:tab/>
        <w:t>3.038e0</w:t>
      </w:r>
    </w:p>
    <w:p w:rsidR="00E00D30" w:rsidRDefault="00E00D30" w:rsidP="00E00D30">
      <w:r>
        <w:t>594.5262</w:t>
      </w:r>
      <w:r>
        <w:tab/>
        <w:t>1.013e0</w:t>
      </w:r>
    </w:p>
    <w:p w:rsidR="00E00D30" w:rsidRDefault="00E00D30" w:rsidP="00E00D30">
      <w:r>
        <w:t>594.5392</w:t>
      </w:r>
      <w:r>
        <w:tab/>
        <w:t>1.013e0</w:t>
      </w:r>
    </w:p>
    <w:p w:rsidR="00E00D30" w:rsidRDefault="00E00D30" w:rsidP="00E00D30">
      <w:r>
        <w:t>594.5466</w:t>
      </w:r>
      <w:r>
        <w:tab/>
        <w:t>6.076e0</w:t>
      </w:r>
    </w:p>
    <w:p w:rsidR="00E00D30" w:rsidRDefault="00E00D30" w:rsidP="00E00D30">
      <w:r>
        <w:t>594.5986</w:t>
      </w:r>
      <w:r>
        <w:tab/>
        <w:t>1.013e0</w:t>
      </w:r>
    </w:p>
    <w:p w:rsidR="00E00D30" w:rsidRDefault="00E00D30" w:rsidP="00E00D30">
      <w:r>
        <w:t>594.6101</w:t>
      </w:r>
      <w:r>
        <w:tab/>
        <w:t>1.013e0</w:t>
      </w:r>
    </w:p>
    <w:p w:rsidR="00E00D30" w:rsidRDefault="00E00D30" w:rsidP="00E00D30">
      <w:r>
        <w:t>594.6112</w:t>
      </w:r>
      <w:r>
        <w:tab/>
        <w:t>1.013e0</w:t>
      </w:r>
    </w:p>
    <w:p w:rsidR="00E00D30" w:rsidRDefault="00E00D30" w:rsidP="00E00D30">
      <w:r>
        <w:t>594.6597</w:t>
      </w:r>
      <w:r>
        <w:tab/>
        <w:t>1.013e0</w:t>
      </w:r>
    </w:p>
    <w:p w:rsidR="00E00D30" w:rsidRDefault="00E00D30" w:rsidP="00E00D30">
      <w:r>
        <w:t>594.6816</w:t>
      </w:r>
      <w:r>
        <w:tab/>
        <w:t>1.013e0</w:t>
      </w:r>
    </w:p>
    <w:p w:rsidR="00E00D30" w:rsidRDefault="00E00D30" w:rsidP="00E00D30">
      <w:r>
        <w:t>594.6904</w:t>
      </w:r>
      <w:r>
        <w:tab/>
        <w:t>1.013e0</w:t>
      </w:r>
    </w:p>
    <w:p w:rsidR="00E00D30" w:rsidRDefault="00E00D30" w:rsidP="00E00D30">
      <w:r>
        <w:t>594.7524</w:t>
      </w:r>
      <w:r>
        <w:tab/>
        <w:t>1.013e0</w:t>
      </w:r>
    </w:p>
    <w:p w:rsidR="00E00D30" w:rsidRDefault="00E00D30" w:rsidP="00E00D30">
      <w:r>
        <w:t>594.7640</w:t>
      </w:r>
      <w:r>
        <w:tab/>
        <w:t>4.051e0</w:t>
      </w:r>
    </w:p>
    <w:p w:rsidR="00E00D30" w:rsidRDefault="00E00D30" w:rsidP="00E00D30">
      <w:r>
        <w:t>594.7690</w:t>
      </w:r>
      <w:r>
        <w:tab/>
        <w:t>1.013e0</w:t>
      </w:r>
    </w:p>
    <w:p w:rsidR="00E00D30" w:rsidRDefault="00E00D30" w:rsidP="00E00D30">
      <w:r>
        <w:t>594.7712</w:t>
      </w:r>
      <w:r>
        <w:tab/>
        <w:t>2.025e0</w:t>
      </w:r>
    </w:p>
    <w:p w:rsidR="00E00D30" w:rsidRDefault="00E00D30" w:rsidP="00E00D30">
      <w:r>
        <w:t>594.8236</w:t>
      </w:r>
      <w:r>
        <w:tab/>
        <w:t>1.013e0</w:t>
      </w:r>
    </w:p>
    <w:p w:rsidR="00E00D30" w:rsidRDefault="00E00D30" w:rsidP="00E00D30">
      <w:r>
        <w:t>594.8585</w:t>
      </w:r>
      <w:r>
        <w:tab/>
        <w:t>1.013e0</w:t>
      </w:r>
    </w:p>
    <w:p w:rsidR="00E00D30" w:rsidRDefault="00E00D30" w:rsidP="00E00D30">
      <w:r>
        <w:t>594.8604</w:t>
      </w:r>
      <w:r>
        <w:tab/>
        <w:t>1.188e0</w:t>
      </w:r>
    </w:p>
    <w:p w:rsidR="00E00D30" w:rsidRDefault="00E00D30" w:rsidP="00E00D30">
      <w:r>
        <w:t>594.8935</w:t>
      </w:r>
      <w:r>
        <w:tab/>
        <w:t>1.013e0</w:t>
      </w:r>
    </w:p>
    <w:p w:rsidR="00E00D30" w:rsidRDefault="00E00D30" w:rsidP="00E00D30">
      <w:r>
        <w:t>594.8951</w:t>
      </w:r>
      <w:r>
        <w:tab/>
        <w:t>1.013e0</w:t>
      </w:r>
    </w:p>
    <w:p w:rsidR="00E00D30" w:rsidRDefault="00E00D30" w:rsidP="00E00D30">
      <w:r>
        <w:lastRenderedPageBreak/>
        <w:t>594.9108</w:t>
      </w:r>
      <w:r>
        <w:tab/>
        <w:t>2.025e0</w:t>
      </w:r>
    </w:p>
    <w:p w:rsidR="00E00D30" w:rsidRDefault="00E00D30" w:rsidP="00E00D30">
      <w:r>
        <w:t>594.9121</w:t>
      </w:r>
      <w:r>
        <w:tab/>
        <w:t>1.013e0</w:t>
      </w:r>
    </w:p>
    <w:p w:rsidR="00E00D30" w:rsidRDefault="00E00D30" w:rsidP="00E00D30">
      <w:r>
        <w:t>594.9351</w:t>
      </w:r>
      <w:r>
        <w:tab/>
        <w:t>1.013e0</w:t>
      </w:r>
    </w:p>
    <w:p w:rsidR="00E00D30" w:rsidRDefault="00E00D30" w:rsidP="00E00D30">
      <w:r>
        <w:t>594.9645</w:t>
      </w:r>
      <w:r>
        <w:tab/>
        <w:t>2.025e0</w:t>
      </w:r>
    </w:p>
    <w:p w:rsidR="00E00D30" w:rsidRDefault="00E00D30" w:rsidP="00E00D30">
      <w:r>
        <w:t>594.9752</w:t>
      </w:r>
      <w:r>
        <w:tab/>
        <w:t>1.013e0</w:t>
      </w:r>
    </w:p>
    <w:p w:rsidR="00E00D30" w:rsidRDefault="00E00D30" w:rsidP="00E00D30">
      <w:r>
        <w:t>594.9911</w:t>
      </w:r>
      <w:r>
        <w:tab/>
        <w:t>2.025e0</w:t>
      </w:r>
    </w:p>
    <w:p w:rsidR="00E00D30" w:rsidRDefault="00E00D30" w:rsidP="00E00D30">
      <w:r>
        <w:t>595.0357</w:t>
      </w:r>
      <w:r>
        <w:tab/>
        <w:t>1.013e0</w:t>
      </w:r>
    </w:p>
    <w:p w:rsidR="00E00D30" w:rsidRDefault="00E00D30" w:rsidP="00E00D30">
      <w:r>
        <w:t>595.0667</w:t>
      </w:r>
      <w:r>
        <w:tab/>
        <w:t>1.013e0</w:t>
      </w:r>
    </w:p>
    <w:p w:rsidR="00E00D30" w:rsidRDefault="00E00D30" w:rsidP="00E00D30">
      <w:r>
        <w:t>595.1177</w:t>
      </w:r>
      <w:r>
        <w:tab/>
        <w:t>1.013e0</w:t>
      </w:r>
    </w:p>
    <w:p w:rsidR="00E00D30" w:rsidRDefault="00E00D30" w:rsidP="00E00D30">
      <w:r>
        <w:t>595.1246</w:t>
      </w:r>
      <w:r>
        <w:tab/>
        <w:t>1.013e0</w:t>
      </w:r>
    </w:p>
    <w:p w:rsidR="00E00D30" w:rsidRDefault="00E00D30" w:rsidP="00E00D30">
      <w:r>
        <w:t>595.1484</w:t>
      </w:r>
      <w:r>
        <w:tab/>
        <w:t>2.025e0</w:t>
      </w:r>
    </w:p>
    <w:p w:rsidR="00E00D30" w:rsidRDefault="00E00D30" w:rsidP="00E00D30">
      <w:r>
        <w:t>595.2106</w:t>
      </w:r>
      <w:r>
        <w:tab/>
        <w:t>1.013e0</w:t>
      </w:r>
    </w:p>
    <w:p w:rsidR="00E00D30" w:rsidRDefault="00E00D30" w:rsidP="00E00D30">
      <w:r>
        <w:t>595.2145</w:t>
      </w:r>
      <w:r>
        <w:tab/>
        <w:t>1.013e0</w:t>
      </w:r>
    </w:p>
    <w:p w:rsidR="00E00D30" w:rsidRDefault="00E00D30" w:rsidP="00E00D30">
      <w:r>
        <w:t>595.2223</w:t>
      </w:r>
      <w:r>
        <w:tab/>
        <w:t>2.025e0</w:t>
      </w:r>
    </w:p>
    <w:p w:rsidR="00E00D30" w:rsidRDefault="00E00D30" w:rsidP="00E00D30">
      <w:r>
        <w:t>595.2300</w:t>
      </w:r>
      <w:r>
        <w:tab/>
        <w:t>1.013e0</w:t>
      </w:r>
    </w:p>
    <w:p w:rsidR="00E00D30" w:rsidRDefault="00E00D30" w:rsidP="00E00D30">
      <w:r>
        <w:t>595.2491</w:t>
      </w:r>
      <w:r>
        <w:tab/>
        <w:t>1.013e0</w:t>
      </w:r>
    </w:p>
    <w:p w:rsidR="00E00D30" w:rsidRDefault="00E00D30" w:rsidP="00E00D30">
      <w:r>
        <w:t>595.2606</w:t>
      </w:r>
      <w:r>
        <w:tab/>
        <w:t>1.013e0</w:t>
      </w:r>
    </w:p>
    <w:p w:rsidR="00E00D30" w:rsidRDefault="00E00D30" w:rsidP="00E00D30">
      <w:r>
        <w:t>595.2719</w:t>
      </w:r>
      <w:r>
        <w:tab/>
        <w:t>1.013e0</w:t>
      </w:r>
    </w:p>
    <w:p w:rsidR="00E00D30" w:rsidRDefault="00E00D30" w:rsidP="00E00D30">
      <w:r>
        <w:t>595.3029</w:t>
      </w:r>
      <w:r>
        <w:tab/>
        <w:t>2.880e0</w:t>
      </w:r>
    </w:p>
    <w:p w:rsidR="00E00D30" w:rsidRDefault="00E00D30" w:rsidP="00E00D30">
      <w:r>
        <w:lastRenderedPageBreak/>
        <w:t>595.3359</w:t>
      </w:r>
      <w:r>
        <w:tab/>
        <w:t>5.063e0</w:t>
      </w:r>
    </w:p>
    <w:p w:rsidR="00E00D30" w:rsidRDefault="00E00D30" w:rsidP="00E00D30">
      <w:r>
        <w:t>595.3522</w:t>
      </w:r>
      <w:r>
        <w:tab/>
        <w:t>3.038e0</w:t>
      </w:r>
    </w:p>
    <w:p w:rsidR="00E00D30" w:rsidRDefault="00E00D30" w:rsidP="00E00D30">
      <w:r>
        <w:t>595.3619</w:t>
      </w:r>
      <w:r>
        <w:tab/>
        <w:t>2.025e0</w:t>
      </w:r>
    </w:p>
    <w:p w:rsidR="00E00D30" w:rsidRDefault="00E00D30" w:rsidP="00E00D30">
      <w:r>
        <w:t>595.3711</w:t>
      </w:r>
      <w:r>
        <w:tab/>
        <w:t>3.038e0</w:t>
      </w:r>
    </w:p>
    <w:p w:rsidR="00E00D30" w:rsidRDefault="00E00D30" w:rsidP="00E00D30">
      <w:r>
        <w:t>595.3751</w:t>
      </w:r>
      <w:r>
        <w:tab/>
        <w:t>3.038e0</w:t>
      </w:r>
    </w:p>
    <w:p w:rsidR="00E00D30" w:rsidRDefault="00E00D30" w:rsidP="00E00D30">
      <w:r>
        <w:t>595.3785</w:t>
      </w:r>
      <w:r>
        <w:tab/>
        <w:t>1.946e0</w:t>
      </w:r>
    </w:p>
    <w:p w:rsidR="00E00D30" w:rsidRDefault="00E00D30" w:rsidP="00E00D30">
      <w:r>
        <w:t>595.3880</w:t>
      </w:r>
      <w:r>
        <w:tab/>
        <w:t>2.025e0</w:t>
      </w:r>
    </w:p>
    <w:p w:rsidR="00E00D30" w:rsidRDefault="00E00D30" w:rsidP="00E00D30">
      <w:r>
        <w:t>595.4140</w:t>
      </w:r>
      <w:r>
        <w:tab/>
        <w:t>1.013e0</w:t>
      </w:r>
    </w:p>
    <w:p w:rsidR="00E00D30" w:rsidRDefault="00E00D30" w:rsidP="00E00D30">
      <w:r>
        <w:t>595.4249</w:t>
      </w:r>
      <w:r>
        <w:tab/>
        <w:t>1.013e0</w:t>
      </w:r>
    </w:p>
    <w:p w:rsidR="00E00D30" w:rsidRDefault="00E00D30" w:rsidP="00E00D30">
      <w:r>
        <w:t>595.4548</w:t>
      </w:r>
      <w:r>
        <w:tab/>
        <w:t>1.013e0</w:t>
      </w:r>
    </w:p>
    <w:p w:rsidR="00E00D30" w:rsidRDefault="00E00D30" w:rsidP="00E00D30">
      <w:r>
        <w:t>595.4626</w:t>
      </w:r>
      <w:r>
        <w:tab/>
        <w:t>1.013e0</w:t>
      </w:r>
    </w:p>
    <w:p w:rsidR="00E00D30" w:rsidRDefault="00E00D30" w:rsidP="00E00D30">
      <w:r>
        <w:t>595.4745</w:t>
      </w:r>
      <w:r>
        <w:tab/>
        <w:t>3.038e0</w:t>
      </w:r>
    </w:p>
    <w:p w:rsidR="00E00D30" w:rsidRDefault="00E00D30" w:rsidP="00E00D30">
      <w:r>
        <w:t>595.4756</w:t>
      </w:r>
      <w:r>
        <w:tab/>
        <w:t>2.025e0</w:t>
      </w:r>
    </w:p>
    <w:p w:rsidR="00E00D30" w:rsidRDefault="00E00D30" w:rsidP="00E00D30">
      <w:r>
        <w:t>595.5260</w:t>
      </w:r>
      <w:r>
        <w:tab/>
        <w:t>1.013e0</w:t>
      </w:r>
    </w:p>
    <w:p w:rsidR="00E00D30" w:rsidRDefault="00E00D30" w:rsidP="00E00D30">
      <w:r>
        <w:t>595.5334</w:t>
      </w:r>
      <w:r>
        <w:tab/>
        <w:t>1.013e0</w:t>
      </w:r>
    </w:p>
    <w:p w:rsidR="00E00D30" w:rsidRDefault="00E00D30" w:rsidP="00E00D30">
      <w:r>
        <w:t>595.5365</w:t>
      </w:r>
      <w:r>
        <w:tab/>
        <w:t>2.025e0</w:t>
      </w:r>
    </w:p>
    <w:p w:rsidR="00E00D30" w:rsidRDefault="00E00D30" w:rsidP="00E00D30">
      <w:r>
        <w:t>595.5569</w:t>
      </w:r>
      <w:r>
        <w:tab/>
        <w:t>1.013e0</w:t>
      </w:r>
    </w:p>
    <w:p w:rsidR="00E00D30" w:rsidRDefault="00E00D30" w:rsidP="00E00D30">
      <w:r>
        <w:t>595.5883</w:t>
      </w:r>
      <w:r>
        <w:tab/>
        <w:t>1.013e0</w:t>
      </w:r>
    </w:p>
    <w:p w:rsidR="00E00D30" w:rsidRDefault="00E00D30" w:rsidP="00E00D30">
      <w:r>
        <w:t>595.6080</w:t>
      </w:r>
      <w:r>
        <w:tab/>
        <w:t>1.013e0</w:t>
      </w:r>
    </w:p>
    <w:p w:rsidR="00E00D30" w:rsidRDefault="00E00D30" w:rsidP="00E00D30">
      <w:r>
        <w:lastRenderedPageBreak/>
        <w:t>595.6284</w:t>
      </w:r>
      <w:r>
        <w:tab/>
        <w:t>1.013e0</w:t>
      </w:r>
    </w:p>
    <w:p w:rsidR="00E00D30" w:rsidRDefault="00E00D30" w:rsidP="00E00D30">
      <w:r>
        <w:t>595.6894</w:t>
      </w:r>
      <w:r>
        <w:tab/>
        <w:t>1.013e0</w:t>
      </w:r>
    </w:p>
    <w:p w:rsidR="00E00D30" w:rsidRDefault="00E00D30" w:rsidP="00E00D30">
      <w:r>
        <w:t>595.6904</w:t>
      </w:r>
      <w:r>
        <w:tab/>
        <w:t>1.013e0</w:t>
      </w:r>
    </w:p>
    <w:p w:rsidR="00E00D30" w:rsidRDefault="00E00D30" w:rsidP="00E00D30">
      <w:r>
        <w:t>595.7458</w:t>
      </w:r>
      <w:r>
        <w:tab/>
        <w:t>2.025e0</w:t>
      </w:r>
    </w:p>
    <w:p w:rsidR="00E00D30" w:rsidRDefault="00E00D30" w:rsidP="00E00D30">
      <w:r>
        <w:t>595.7614</w:t>
      </w:r>
      <w:r>
        <w:tab/>
        <w:t>2.025e0</w:t>
      </w:r>
    </w:p>
    <w:p w:rsidR="00E00D30" w:rsidRDefault="00E00D30" w:rsidP="00E00D30">
      <w:r>
        <w:t>595.7888</w:t>
      </w:r>
      <w:r>
        <w:tab/>
        <w:t>3.038e0</w:t>
      </w:r>
    </w:p>
    <w:p w:rsidR="00E00D30" w:rsidRDefault="00E00D30" w:rsidP="00E00D30">
      <w:r>
        <w:t>595.7915</w:t>
      </w:r>
      <w:r>
        <w:tab/>
        <w:t>1.013e0</w:t>
      </w:r>
    </w:p>
    <w:p w:rsidR="00E00D30" w:rsidRDefault="00E00D30" w:rsidP="00E00D30">
      <w:r>
        <w:t>595.8630</w:t>
      </w:r>
      <w:r>
        <w:tab/>
        <w:t>1.013e0</w:t>
      </w:r>
    </w:p>
    <w:p w:rsidR="00E00D30" w:rsidRDefault="00E00D30" w:rsidP="00E00D30">
      <w:r>
        <w:t>595.8715</w:t>
      </w:r>
      <w:r>
        <w:tab/>
        <w:t>1.013e0</w:t>
      </w:r>
    </w:p>
    <w:p w:rsidR="00E00D30" w:rsidRDefault="00E00D30" w:rsidP="00E00D30">
      <w:r>
        <w:t>595.9070</w:t>
      </w:r>
      <w:r>
        <w:tab/>
        <w:t>2.025e0</w:t>
      </w:r>
    </w:p>
    <w:p w:rsidR="00E00D30" w:rsidRDefault="00E00D30" w:rsidP="00E00D30">
      <w:r>
        <w:t>595.9352</w:t>
      </w:r>
      <w:r>
        <w:tab/>
        <w:t>2.025e0</w:t>
      </w:r>
    </w:p>
    <w:p w:rsidR="00E00D30" w:rsidRDefault="00E00D30" w:rsidP="00E00D30">
      <w:r>
        <w:t>595.9569</w:t>
      </w:r>
      <w:r>
        <w:tab/>
        <w:t>6.076e0</w:t>
      </w:r>
    </w:p>
    <w:p w:rsidR="00E00D30" w:rsidRDefault="00E00D30" w:rsidP="00E00D30">
      <w:r>
        <w:t>595.9793</w:t>
      </w:r>
      <w:r>
        <w:tab/>
        <w:t>1.013e0</w:t>
      </w:r>
    </w:p>
    <w:p w:rsidR="00E00D30" w:rsidRDefault="00E00D30" w:rsidP="00E00D30">
      <w:r>
        <w:t>596.0163</w:t>
      </w:r>
      <w:r>
        <w:tab/>
        <w:t>1.013e0</w:t>
      </w:r>
    </w:p>
    <w:p w:rsidR="00E00D30" w:rsidRDefault="00E00D30" w:rsidP="00E00D30">
      <w:r>
        <w:t>596.0505</w:t>
      </w:r>
      <w:r>
        <w:tab/>
        <w:t>2.025e0</w:t>
      </w:r>
    </w:p>
    <w:p w:rsidR="00E00D30" w:rsidRDefault="00E00D30" w:rsidP="00E00D30">
      <w:r>
        <w:t>596.0564</w:t>
      </w:r>
      <w:r>
        <w:tab/>
        <w:t>2.025e0</w:t>
      </w:r>
    </w:p>
    <w:p w:rsidR="00E00D30" w:rsidRDefault="00E00D30" w:rsidP="00E00D30">
      <w:r>
        <w:t>596.0983</w:t>
      </w:r>
      <w:r>
        <w:tab/>
        <w:t>2.025e0</w:t>
      </w:r>
    </w:p>
    <w:p w:rsidR="00E00D30" w:rsidRDefault="00E00D30" w:rsidP="00E00D30">
      <w:r>
        <w:t>596.1033</w:t>
      </w:r>
      <w:r>
        <w:tab/>
        <w:t>1.013e0</w:t>
      </w:r>
    </w:p>
    <w:p w:rsidR="00E00D30" w:rsidRDefault="00E00D30" w:rsidP="00E00D30">
      <w:r>
        <w:t>596.1188</w:t>
      </w:r>
      <w:r>
        <w:tab/>
        <w:t>1.013e0</w:t>
      </w:r>
    </w:p>
    <w:p w:rsidR="00E00D30" w:rsidRDefault="00E00D30" w:rsidP="00E00D30">
      <w:r>
        <w:lastRenderedPageBreak/>
        <w:t>596.1569</w:t>
      </w:r>
      <w:r>
        <w:tab/>
        <w:t>1.013e0</w:t>
      </w:r>
    </w:p>
    <w:p w:rsidR="00E00D30" w:rsidRDefault="00E00D30" w:rsidP="00E00D30">
      <w:r>
        <w:t>596.1594</w:t>
      </w:r>
      <w:r>
        <w:tab/>
        <w:t>1.013e0</w:t>
      </w:r>
    </w:p>
    <w:p w:rsidR="00E00D30" w:rsidRDefault="00E00D30" w:rsidP="00E00D30">
      <w:r>
        <w:t>596.1746</w:t>
      </w:r>
      <w:r>
        <w:tab/>
        <w:t>1.013e0</w:t>
      </w:r>
    </w:p>
    <w:p w:rsidR="00E00D30" w:rsidRDefault="00E00D30" w:rsidP="00E00D30">
      <w:r>
        <w:t>596.1903</w:t>
      </w:r>
      <w:r>
        <w:tab/>
        <w:t>1.013e0</w:t>
      </w:r>
    </w:p>
    <w:p w:rsidR="00E00D30" w:rsidRDefault="00E00D30" w:rsidP="00E00D30">
      <w:r>
        <w:t>596.1929</w:t>
      </w:r>
      <w:r>
        <w:tab/>
        <w:t>1.013e0</w:t>
      </w:r>
    </w:p>
    <w:p w:rsidR="00E00D30" w:rsidRDefault="00E00D30" w:rsidP="00E00D30">
      <w:r>
        <w:t>596.2270</w:t>
      </w:r>
      <w:r>
        <w:tab/>
        <w:t>2.025e0</w:t>
      </w:r>
    </w:p>
    <w:p w:rsidR="00E00D30" w:rsidRDefault="00E00D30" w:rsidP="00E00D30">
      <w:r>
        <w:t>596.2363</w:t>
      </w:r>
      <w:r>
        <w:tab/>
        <w:t>2.025e0</w:t>
      </w:r>
    </w:p>
    <w:p w:rsidR="00E00D30" w:rsidRDefault="00E00D30" w:rsidP="00E00D30">
      <w:r>
        <w:t>596.2457</w:t>
      </w:r>
      <w:r>
        <w:tab/>
        <w:t>1.013e0</w:t>
      </w:r>
    </w:p>
    <w:p w:rsidR="00E00D30" w:rsidRDefault="00E00D30" w:rsidP="00E00D30">
      <w:r>
        <w:t>596.2523</w:t>
      </w:r>
      <w:r>
        <w:tab/>
        <w:t>3.038e0</w:t>
      </w:r>
    </w:p>
    <w:p w:rsidR="00E00D30" w:rsidRDefault="00E00D30" w:rsidP="00E00D30">
      <w:r>
        <w:t>596.2637</w:t>
      </w:r>
      <w:r>
        <w:tab/>
        <w:t>1.013e0</w:t>
      </w:r>
    </w:p>
    <w:p w:rsidR="00E00D30" w:rsidRDefault="00E00D30" w:rsidP="00E00D30">
      <w:r>
        <w:t>596.3024</w:t>
      </w:r>
      <w:r>
        <w:tab/>
        <w:t>1.013e0</w:t>
      </w:r>
    </w:p>
    <w:p w:rsidR="00E00D30" w:rsidRDefault="00E00D30" w:rsidP="00E00D30">
      <w:r>
        <w:t>596.3210</w:t>
      </w:r>
      <w:r>
        <w:tab/>
        <w:t>2.025e0</w:t>
      </w:r>
    </w:p>
    <w:p w:rsidR="00E00D30" w:rsidRDefault="00E00D30" w:rsidP="00E00D30">
      <w:r>
        <w:t>596.3348</w:t>
      </w:r>
      <w:r>
        <w:tab/>
        <w:t>1.013e0</w:t>
      </w:r>
    </w:p>
    <w:p w:rsidR="00E00D30" w:rsidRDefault="00E00D30" w:rsidP="00E00D30">
      <w:r>
        <w:t>596.3437</w:t>
      </w:r>
      <w:r>
        <w:tab/>
        <w:t>1.013e0</w:t>
      </w:r>
    </w:p>
    <w:p w:rsidR="00E00D30" w:rsidRDefault="00E00D30" w:rsidP="00E00D30">
      <w:r>
        <w:t>596.3472</w:t>
      </w:r>
      <w:r>
        <w:tab/>
        <w:t>5.634e0</w:t>
      </w:r>
    </w:p>
    <w:p w:rsidR="00E00D30" w:rsidRDefault="00E00D30" w:rsidP="00E00D30">
      <w:r>
        <w:t>596.3636</w:t>
      </w:r>
      <w:r>
        <w:tab/>
        <w:t>2.025e0</w:t>
      </w:r>
    </w:p>
    <w:p w:rsidR="00E00D30" w:rsidRDefault="00E00D30" w:rsidP="00E00D30">
      <w:r>
        <w:t>596.4149</w:t>
      </w:r>
      <w:r>
        <w:tab/>
        <w:t>1.013e0</w:t>
      </w:r>
    </w:p>
    <w:p w:rsidR="00E00D30" w:rsidRDefault="00E00D30" w:rsidP="00E00D30">
      <w:r>
        <w:t>596.4253</w:t>
      </w:r>
      <w:r>
        <w:tab/>
        <w:t>2.025e0</w:t>
      </w:r>
    </w:p>
    <w:p w:rsidR="00E00D30" w:rsidRDefault="00E00D30" w:rsidP="00E00D30">
      <w:r>
        <w:t>596.4364</w:t>
      </w:r>
      <w:r>
        <w:tab/>
        <w:t>1.013e0</w:t>
      </w:r>
    </w:p>
    <w:p w:rsidR="00E00D30" w:rsidRDefault="00E00D30" w:rsidP="00E00D30">
      <w:r>
        <w:lastRenderedPageBreak/>
        <w:t>596.4593</w:t>
      </w:r>
      <w:r>
        <w:tab/>
        <w:t>1.013e0</w:t>
      </w:r>
    </w:p>
    <w:p w:rsidR="00E00D30" w:rsidRDefault="00E00D30" w:rsidP="00E00D30">
      <w:r>
        <w:t>596.4774</w:t>
      </w:r>
      <w:r>
        <w:tab/>
        <w:t>1.013e0</w:t>
      </w:r>
    </w:p>
    <w:p w:rsidR="00E00D30" w:rsidRDefault="00E00D30" w:rsidP="00E00D30">
      <w:r>
        <w:t>596.4967</w:t>
      </w:r>
      <w:r>
        <w:tab/>
        <w:t>1.013e0</w:t>
      </w:r>
    </w:p>
    <w:p w:rsidR="00E00D30" w:rsidRDefault="00E00D30" w:rsidP="00E00D30">
      <w:r>
        <w:t>596.5216</w:t>
      </w:r>
      <w:r>
        <w:tab/>
        <w:t>3.038e0</w:t>
      </w:r>
    </w:p>
    <w:p w:rsidR="00E00D30" w:rsidRDefault="00E00D30" w:rsidP="00E00D30">
      <w:r>
        <w:t>596.5302</w:t>
      </w:r>
      <w:r>
        <w:tab/>
        <w:t>3.038e0</w:t>
      </w:r>
    </w:p>
    <w:p w:rsidR="00E00D30" w:rsidRDefault="00E00D30" w:rsidP="00E00D30">
      <w:r>
        <w:t>596.5373</w:t>
      </w:r>
      <w:r>
        <w:tab/>
        <w:t>2.025e0</w:t>
      </w:r>
    </w:p>
    <w:p w:rsidR="00E00D30" w:rsidRDefault="00E00D30" w:rsidP="00E00D30">
      <w:r>
        <w:t>596.5465</w:t>
      </w:r>
      <w:r>
        <w:tab/>
        <w:t>1.013e0</w:t>
      </w:r>
    </w:p>
    <w:p w:rsidR="00E00D30" w:rsidRDefault="00E00D30" w:rsidP="00E00D30">
      <w:r>
        <w:t>596.5591</w:t>
      </w:r>
      <w:r>
        <w:tab/>
        <w:t>1.013e0</w:t>
      </w:r>
    </w:p>
    <w:p w:rsidR="00E00D30" w:rsidRDefault="00E00D30" w:rsidP="00E00D30">
      <w:r>
        <w:t>596.6024</w:t>
      </w:r>
      <w:r>
        <w:tab/>
        <w:t>1.013e0</w:t>
      </w:r>
    </w:p>
    <w:p w:rsidR="00E00D30" w:rsidRDefault="00E00D30" w:rsidP="00E00D30">
      <w:r>
        <w:t>596.6179</w:t>
      </w:r>
      <w:r>
        <w:tab/>
        <w:t>1.013e0</w:t>
      </w:r>
    </w:p>
    <w:p w:rsidR="00E00D30" w:rsidRDefault="00E00D30" w:rsidP="00E00D30">
      <w:r>
        <w:t>596.6300</w:t>
      </w:r>
      <w:r>
        <w:tab/>
        <w:t>1.013e0</w:t>
      </w:r>
    </w:p>
    <w:p w:rsidR="00E00D30" w:rsidRDefault="00E00D30" w:rsidP="00E00D30">
      <w:r>
        <w:t>596.6728</w:t>
      </w:r>
      <w:r>
        <w:tab/>
        <w:t>1.013e0</w:t>
      </w:r>
    </w:p>
    <w:p w:rsidR="00E00D30" w:rsidRDefault="00E00D30" w:rsidP="00E00D30">
      <w:r>
        <w:t>596.7261</w:t>
      </w:r>
      <w:r>
        <w:tab/>
        <w:t>2.025e0</w:t>
      </w:r>
    </w:p>
    <w:p w:rsidR="00E00D30" w:rsidRDefault="00E00D30" w:rsidP="00E00D30">
      <w:r>
        <w:t>596.7422</w:t>
      </w:r>
      <w:r>
        <w:tab/>
        <w:t>1.013e0</w:t>
      </w:r>
    </w:p>
    <w:p w:rsidR="00E00D30" w:rsidRDefault="00E00D30" w:rsidP="00E00D30">
      <w:r>
        <w:t>596.7793</w:t>
      </w:r>
      <w:r>
        <w:tab/>
        <w:t>1.013e0</w:t>
      </w:r>
    </w:p>
    <w:p w:rsidR="00E00D30" w:rsidRDefault="00E00D30" w:rsidP="00E00D30">
      <w:r>
        <w:t>596.9207</w:t>
      </w:r>
      <w:r>
        <w:tab/>
        <w:t>1.013e0</w:t>
      </w:r>
    </w:p>
    <w:p w:rsidR="00E00D30" w:rsidRDefault="00E00D30" w:rsidP="00E00D30">
      <w:r>
        <w:t>596.9393</w:t>
      </w:r>
      <w:r>
        <w:tab/>
        <w:t>2.025e0</w:t>
      </w:r>
    </w:p>
    <w:p w:rsidR="00E00D30" w:rsidRDefault="00E00D30" w:rsidP="00E00D30">
      <w:r>
        <w:t>596.9556</w:t>
      </w:r>
      <w:r>
        <w:tab/>
        <w:t>1.013e0</w:t>
      </w:r>
    </w:p>
    <w:p w:rsidR="00E00D30" w:rsidRDefault="00E00D30" w:rsidP="00E00D30">
      <w:r>
        <w:t>596.9574</w:t>
      </w:r>
      <w:r>
        <w:tab/>
        <w:t>1.013e0</w:t>
      </w:r>
    </w:p>
    <w:p w:rsidR="00E00D30" w:rsidRDefault="00E00D30" w:rsidP="00E00D30">
      <w:r>
        <w:lastRenderedPageBreak/>
        <w:t>596.9734</w:t>
      </w:r>
      <w:r>
        <w:tab/>
        <w:t>1.013e0</w:t>
      </w:r>
    </w:p>
    <w:p w:rsidR="00E00D30" w:rsidRDefault="00E00D30" w:rsidP="00E00D30">
      <w:r>
        <w:t>597.0049</w:t>
      </w:r>
      <w:r>
        <w:tab/>
        <w:t>2.025e0</w:t>
      </w:r>
    </w:p>
    <w:p w:rsidR="00E00D30" w:rsidRDefault="00E00D30" w:rsidP="00E00D30">
      <w:r>
        <w:t>597.0264</w:t>
      </w:r>
      <w:r>
        <w:tab/>
        <w:t>1.013e0</w:t>
      </w:r>
    </w:p>
    <w:p w:rsidR="00E00D30" w:rsidRDefault="00E00D30" w:rsidP="00E00D30">
      <w:r>
        <w:t>597.0400</w:t>
      </w:r>
      <w:r>
        <w:tab/>
        <w:t>1.013e0</w:t>
      </w:r>
    </w:p>
    <w:p w:rsidR="00E00D30" w:rsidRDefault="00E00D30" w:rsidP="00E00D30">
      <w:r>
        <w:t>597.1055</w:t>
      </w:r>
      <w:r>
        <w:tab/>
        <w:t>2.025e0</w:t>
      </w:r>
    </w:p>
    <w:p w:rsidR="00E00D30" w:rsidRDefault="00E00D30" w:rsidP="00E00D30">
      <w:r>
        <w:t>597.1116</w:t>
      </w:r>
      <w:r>
        <w:tab/>
        <w:t>1.013e0</w:t>
      </w:r>
    </w:p>
    <w:p w:rsidR="00E00D30" w:rsidRDefault="00E00D30" w:rsidP="00E00D30">
      <w:r>
        <w:t>597.1169</w:t>
      </w:r>
      <w:r>
        <w:tab/>
        <w:t>1.013e0</w:t>
      </w:r>
    </w:p>
    <w:p w:rsidR="00E00D30" w:rsidRDefault="00E00D30" w:rsidP="00E00D30">
      <w:r>
        <w:t>597.1310</w:t>
      </w:r>
      <w:r>
        <w:tab/>
        <w:t>1.013e0</w:t>
      </w:r>
    </w:p>
    <w:p w:rsidR="00E00D30" w:rsidRDefault="00E00D30" w:rsidP="00E00D30">
      <w:r>
        <w:t>597.1413</w:t>
      </w:r>
      <w:r>
        <w:tab/>
        <w:t>1.013e0</w:t>
      </w:r>
    </w:p>
    <w:p w:rsidR="00E00D30" w:rsidRDefault="00E00D30" w:rsidP="00E00D30">
      <w:r>
        <w:t>597.1506</w:t>
      </w:r>
      <w:r>
        <w:tab/>
        <w:t>1.013e0</w:t>
      </w:r>
    </w:p>
    <w:p w:rsidR="00E00D30" w:rsidRDefault="00E00D30" w:rsidP="00E00D30">
      <w:r>
        <w:t>597.2133</w:t>
      </w:r>
      <w:r>
        <w:tab/>
        <w:t>2.025e0</w:t>
      </w:r>
    </w:p>
    <w:p w:rsidR="00E00D30" w:rsidRDefault="00E00D30" w:rsidP="00E00D30">
      <w:r>
        <w:t>597.2398</w:t>
      </w:r>
      <w:r>
        <w:tab/>
        <w:t>1.013e0</w:t>
      </w:r>
    </w:p>
    <w:p w:rsidR="00E00D30" w:rsidRDefault="00E00D30" w:rsidP="00E00D30">
      <w:r>
        <w:t>597.2462</w:t>
      </w:r>
      <w:r>
        <w:tab/>
        <w:t>2.025e0</w:t>
      </w:r>
    </w:p>
    <w:p w:rsidR="00E00D30" w:rsidRDefault="00E00D30" w:rsidP="00E00D30">
      <w:r>
        <w:t>597.2593</w:t>
      </w:r>
      <w:r>
        <w:tab/>
        <w:t>1.013e0</w:t>
      </w:r>
    </w:p>
    <w:p w:rsidR="00E00D30" w:rsidRDefault="00E00D30" w:rsidP="00E00D30">
      <w:r>
        <w:t>597.2643</w:t>
      </w:r>
      <w:r>
        <w:tab/>
        <w:t>4.051e0</w:t>
      </w:r>
    </w:p>
    <w:p w:rsidR="00E00D30" w:rsidRDefault="00E00D30" w:rsidP="00E00D30">
      <w:r>
        <w:t>597.2805</w:t>
      </w:r>
      <w:r>
        <w:tab/>
        <w:t>3.038e0</w:t>
      </w:r>
    </w:p>
    <w:p w:rsidR="00E00D30" w:rsidRDefault="00E00D30" w:rsidP="00E00D30">
      <w:r>
        <w:t>597.2846</w:t>
      </w:r>
      <w:r>
        <w:tab/>
        <w:t>1.013e0</w:t>
      </w:r>
    </w:p>
    <w:p w:rsidR="00E00D30" w:rsidRDefault="00E00D30" w:rsidP="00E00D30">
      <w:r>
        <w:t>597.3023</w:t>
      </w:r>
      <w:r>
        <w:tab/>
        <w:t>2.025e0</w:t>
      </w:r>
    </w:p>
    <w:p w:rsidR="00E00D30" w:rsidRDefault="00E00D30" w:rsidP="00E00D30">
      <w:r>
        <w:t>597.3051</w:t>
      </w:r>
      <w:r>
        <w:tab/>
        <w:t>1.013e0</w:t>
      </w:r>
    </w:p>
    <w:p w:rsidR="00E00D30" w:rsidRDefault="00E00D30" w:rsidP="00E00D30">
      <w:r>
        <w:lastRenderedPageBreak/>
        <w:t>597.3223</w:t>
      </w:r>
      <w:r>
        <w:tab/>
        <w:t>2.025e0</w:t>
      </w:r>
    </w:p>
    <w:p w:rsidR="00E00D30" w:rsidRDefault="00E00D30" w:rsidP="00E00D30">
      <w:r>
        <w:t>597.3480</w:t>
      </w:r>
      <w:r>
        <w:tab/>
        <w:t>1.013e0</w:t>
      </w:r>
    </w:p>
    <w:p w:rsidR="00E00D30" w:rsidRDefault="00E00D30" w:rsidP="00E00D30">
      <w:r>
        <w:t>597.3562</w:t>
      </w:r>
      <w:r>
        <w:tab/>
        <w:t>2.025e0</w:t>
      </w:r>
    </w:p>
    <w:p w:rsidR="00E00D30" w:rsidRDefault="00E00D30" w:rsidP="00E00D30">
      <w:r>
        <w:t>597.3687</w:t>
      </w:r>
      <w:r>
        <w:tab/>
        <w:t>2.800e0</w:t>
      </w:r>
    </w:p>
    <w:p w:rsidR="00E00D30" w:rsidRDefault="00E00D30" w:rsidP="00E00D30">
      <w:r>
        <w:t>597.3704</w:t>
      </w:r>
      <w:r>
        <w:tab/>
        <w:t>3.038e0</w:t>
      </w:r>
    </w:p>
    <w:p w:rsidR="00E00D30" w:rsidRDefault="00E00D30" w:rsidP="00E00D30">
      <w:r>
        <w:t>597.3942</w:t>
      </w:r>
      <w:r>
        <w:tab/>
        <w:t>3.038e0</w:t>
      </w:r>
    </w:p>
    <w:p w:rsidR="00E00D30" w:rsidRDefault="00E00D30" w:rsidP="00E00D30">
      <w:r>
        <w:t>597.3976</w:t>
      </w:r>
      <w:r>
        <w:tab/>
        <w:t>1.013e0</w:t>
      </w:r>
    </w:p>
    <w:p w:rsidR="00E00D30" w:rsidRDefault="00E00D30" w:rsidP="00E00D30">
      <w:r>
        <w:t>597.4280</w:t>
      </w:r>
      <w:r>
        <w:tab/>
        <w:t>1.013e0</w:t>
      </w:r>
    </w:p>
    <w:p w:rsidR="00E00D30" w:rsidRDefault="00E00D30" w:rsidP="00E00D30">
      <w:r>
        <w:t>597.4290</w:t>
      </w:r>
      <w:r>
        <w:tab/>
        <w:t>1.013e0</w:t>
      </w:r>
    </w:p>
    <w:p w:rsidR="00E00D30" w:rsidRDefault="00E00D30" w:rsidP="00E00D30">
      <w:r>
        <w:t>597.4405</w:t>
      </w:r>
      <w:r>
        <w:tab/>
        <w:t>3.038e0</w:t>
      </w:r>
    </w:p>
    <w:p w:rsidR="00E00D30" w:rsidRDefault="00E00D30" w:rsidP="00E00D30">
      <w:r>
        <w:t>597.4535</w:t>
      </w:r>
      <w:r>
        <w:tab/>
        <w:t>1.013e0</w:t>
      </w:r>
    </w:p>
    <w:p w:rsidR="00E00D30" w:rsidRDefault="00E00D30" w:rsidP="00E00D30">
      <w:r>
        <w:t>597.4692</w:t>
      </w:r>
      <w:r>
        <w:tab/>
        <w:t>1.013e0</w:t>
      </w:r>
    </w:p>
    <w:p w:rsidR="00E00D30" w:rsidRDefault="00E00D30" w:rsidP="00E00D30">
      <w:r>
        <w:t>597.4897</w:t>
      </w:r>
      <w:r>
        <w:tab/>
        <w:t>1.013e0</w:t>
      </w:r>
    </w:p>
    <w:p w:rsidR="00E00D30" w:rsidRDefault="00E00D30" w:rsidP="00E00D30">
      <w:r>
        <w:t>597.5142</w:t>
      </w:r>
      <w:r>
        <w:tab/>
        <w:t>3.038e0</w:t>
      </w:r>
    </w:p>
    <w:p w:rsidR="00E00D30" w:rsidRDefault="00E00D30" w:rsidP="00E00D30">
      <w:r>
        <w:t>597.5203</w:t>
      </w:r>
      <w:r>
        <w:tab/>
        <w:t>2.025e0</w:t>
      </w:r>
    </w:p>
    <w:p w:rsidR="00E00D30" w:rsidRDefault="00E00D30" w:rsidP="00E00D30">
      <w:r>
        <w:t>597.5258</w:t>
      </w:r>
      <w:r>
        <w:tab/>
        <w:t>1.013e0</w:t>
      </w:r>
    </w:p>
    <w:p w:rsidR="00E00D30" w:rsidRDefault="00E00D30" w:rsidP="00E00D30">
      <w:r>
        <w:t>597.5433</w:t>
      </w:r>
      <w:r>
        <w:tab/>
        <w:t>1.013e0</w:t>
      </w:r>
    </w:p>
    <w:p w:rsidR="00E00D30" w:rsidRDefault="00E00D30" w:rsidP="00E00D30">
      <w:r>
        <w:t>597.5929</w:t>
      </w:r>
      <w:r>
        <w:tab/>
        <w:t>1.013e0</w:t>
      </w:r>
    </w:p>
    <w:p w:rsidR="00E00D30" w:rsidRDefault="00E00D30" w:rsidP="00E00D30">
      <w:r>
        <w:t>597.6328</w:t>
      </w:r>
      <w:r>
        <w:tab/>
        <w:t>1.013e0</w:t>
      </w:r>
    </w:p>
    <w:p w:rsidR="00E00D30" w:rsidRDefault="00E00D30" w:rsidP="00E00D30">
      <w:r>
        <w:lastRenderedPageBreak/>
        <w:t>597.6440</w:t>
      </w:r>
      <w:r>
        <w:tab/>
        <w:t>2.025e0</w:t>
      </w:r>
    </w:p>
    <w:p w:rsidR="00E00D30" w:rsidRDefault="00E00D30" w:rsidP="00E00D30">
      <w:r>
        <w:t>597.6671</w:t>
      </w:r>
      <w:r>
        <w:tab/>
        <w:t>1.013e0</w:t>
      </w:r>
    </w:p>
    <w:p w:rsidR="00E00D30" w:rsidRDefault="00E00D30" w:rsidP="00E00D30">
      <w:r>
        <w:t>597.7158</w:t>
      </w:r>
      <w:r>
        <w:tab/>
        <w:t>1.013e0</w:t>
      </w:r>
    </w:p>
    <w:p w:rsidR="00E00D30" w:rsidRDefault="00E00D30" w:rsidP="00E00D30">
      <w:r>
        <w:t>597.7349</w:t>
      </w:r>
      <w:r>
        <w:tab/>
        <w:t>2.025e0</w:t>
      </w:r>
    </w:p>
    <w:p w:rsidR="00E00D30" w:rsidRDefault="00E00D30" w:rsidP="00E00D30">
      <w:r>
        <w:t>597.8176</w:t>
      </w:r>
      <w:r>
        <w:tab/>
        <w:t>1.013e0</w:t>
      </w:r>
    </w:p>
    <w:p w:rsidR="00E00D30" w:rsidRDefault="00E00D30" w:rsidP="00E00D30">
      <w:r>
        <w:t>597.8435</w:t>
      </w:r>
      <w:r>
        <w:tab/>
        <w:t>3.038e0</w:t>
      </w:r>
    </w:p>
    <w:p w:rsidR="00E00D30" w:rsidRDefault="00E00D30" w:rsidP="00E00D30">
      <w:r>
        <w:t>597.8591</w:t>
      </w:r>
      <w:r>
        <w:tab/>
        <w:t>2.025e0</w:t>
      </w:r>
    </w:p>
    <w:p w:rsidR="00E00D30" w:rsidRDefault="00E00D30" w:rsidP="00E00D30">
      <w:r>
        <w:t>597.8739</w:t>
      </w:r>
      <w:r>
        <w:tab/>
        <w:t>2.025e0</w:t>
      </w:r>
    </w:p>
    <w:p w:rsidR="00E00D30" w:rsidRDefault="00E00D30" w:rsidP="00E00D30">
      <w:r>
        <w:t>597.9246</w:t>
      </w:r>
      <w:r>
        <w:tab/>
        <w:t>2.025e0</w:t>
      </w:r>
    </w:p>
    <w:p w:rsidR="00E00D30" w:rsidRDefault="00E00D30" w:rsidP="00E00D30">
      <w:r>
        <w:t>597.9342</w:t>
      </w:r>
      <w:r>
        <w:tab/>
        <w:t>3.038e0</w:t>
      </w:r>
    </w:p>
    <w:p w:rsidR="00E00D30" w:rsidRDefault="00E00D30" w:rsidP="00E00D30">
      <w:r>
        <w:t>597.9443</w:t>
      </w:r>
      <w:r>
        <w:tab/>
        <w:t>2.025e0</w:t>
      </w:r>
    </w:p>
    <w:p w:rsidR="00E00D30" w:rsidRDefault="00E00D30" w:rsidP="00E00D30">
      <w:r>
        <w:t>597.9608</w:t>
      </w:r>
      <w:r>
        <w:tab/>
        <w:t>2.025e0</w:t>
      </w:r>
    </w:p>
    <w:p w:rsidR="00E00D30" w:rsidRDefault="00E00D30" w:rsidP="00E00D30">
      <w:r>
        <w:t>597.9812</w:t>
      </w:r>
      <w:r>
        <w:tab/>
        <w:t>1.013e0</w:t>
      </w:r>
    </w:p>
    <w:p w:rsidR="00E00D30" w:rsidRDefault="00E00D30" w:rsidP="00E00D30">
      <w:r>
        <w:t>597.9866</w:t>
      </w:r>
      <w:r>
        <w:tab/>
        <w:t>1.013e0</w:t>
      </w:r>
    </w:p>
    <w:p w:rsidR="00E00D30" w:rsidRDefault="00E00D30" w:rsidP="00E00D30">
      <w:r>
        <w:t>598.0391</w:t>
      </w:r>
      <w:r>
        <w:tab/>
        <w:t>1.013e0</w:t>
      </w:r>
    </w:p>
    <w:p w:rsidR="00E00D30" w:rsidRDefault="00E00D30" w:rsidP="00E00D30">
      <w:r>
        <w:t>598.0430</w:t>
      </w:r>
      <w:r>
        <w:tab/>
        <w:t>1.013e0</w:t>
      </w:r>
    </w:p>
    <w:p w:rsidR="00E00D30" w:rsidRDefault="00E00D30" w:rsidP="00E00D30">
      <w:r>
        <w:t>598.0699</w:t>
      </w:r>
      <w:r>
        <w:tab/>
        <w:t>3.038e0</w:t>
      </w:r>
    </w:p>
    <w:p w:rsidR="00E00D30" w:rsidRDefault="00E00D30" w:rsidP="00E00D30">
      <w:r>
        <w:t>598.1251</w:t>
      </w:r>
      <w:r>
        <w:tab/>
        <w:t>1.013e0</w:t>
      </w:r>
    </w:p>
    <w:p w:rsidR="00E00D30" w:rsidRDefault="00E00D30" w:rsidP="00E00D30">
      <w:r>
        <w:t>598.1291</w:t>
      </w:r>
      <w:r>
        <w:tab/>
        <w:t>1.013e0</w:t>
      </w:r>
    </w:p>
    <w:p w:rsidR="00E00D30" w:rsidRDefault="00E00D30" w:rsidP="00E00D30">
      <w:r>
        <w:lastRenderedPageBreak/>
        <w:t>598.1452</w:t>
      </w:r>
      <w:r>
        <w:tab/>
        <w:t>2.025e0</w:t>
      </w:r>
    </w:p>
    <w:p w:rsidR="00E00D30" w:rsidRDefault="00E00D30" w:rsidP="00E00D30">
      <w:r>
        <w:t>598.1818</w:t>
      </w:r>
      <w:r>
        <w:tab/>
        <w:t>1.013e0</w:t>
      </w:r>
    </w:p>
    <w:p w:rsidR="00E00D30" w:rsidRDefault="00E00D30" w:rsidP="00E00D30">
      <w:r>
        <w:t>598.1877</w:t>
      </w:r>
      <w:r>
        <w:tab/>
        <w:t>2.025e0</w:t>
      </w:r>
    </w:p>
    <w:p w:rsidR="00E00D30" w:rsidRDefault="00E00D30" w:rsidP="00E00D30">
      <w:r>
        <w:t>598.1968</w:t>
      </w:r>
      <w:r>
        <w:tab/>
        <w:t>1.013e0</w:t>
      </w:r>
    </w:p>
    <w:p w:rsidR="00E00D30" w:rsidRDefault="00E00D30" w:rsidP="00E00D30">
      <w:r>
        <w:t>598.2167</w:t>
      </w:r>
      <w:r>
        <w:tab/>
        <w:t>1.013e0</w:t>
      </w:r>
    </w:p>
    <w:p w:rsidR="00E00D30" w:rsidRDefault="00E00D30" w:rsidP="00E00D30">
      <w:r>
        <w:t>598.2529</w:t>
      </w:r>
      <w:r>
        <w:tab/>
        <w:t>3.038e0</w:t>
      </w:r>
    </w:p>
    <w:p w:rsidR="00E00D30" w:rsidRDefault="00E00D30" w:rsidP="00E00D30">
      <w:r>
        <w:t>598.2546</w:t>
      </w:r>
      <w:r>
        <w:tab/>
        <w:t>3.038e0</w:t>
      </w:r>
    </w:p>
    <w:p w:rsidR="00E00D30" w:rsidRDefault="00E00D30" w:rsidP="00E00D30">
      <w:r>
        <w:t>598.2797</w:t>
      </w:r>
      <w:r>
        <w:tab/>
        <w:t>5.063e0</w:t>
      </w:r>
    </w:p>
    <w:p w:rsidR="00E00D30" w:rsidRDefault="00E00D30" w:rsidP="00E00D30">
      <w:r>
        <w:t>598.2828</w:t>
      </w:r>
      <w:r>
        <w:tab/>
        <w:t>3.038e0</w:t>
      </w:r>
    </w:p>
    <w:p w:rsidR="00E00D30" w:rsidRDefault="00E00D30" w:rsidP="00E00D30">
      <w:r>
        <w:t>598.2891</w:t>
      </w:r>
      <w:r>
        <w:tab/>
        <w:t>3.038e0</w:t>
      </w:r>
    </w:p>
    <w:p w:rsidR="00E00D30" w:rsidRDefault="00E00D30" w:rsidP="00E00D30">
      <w:r>
        <w:t>598.2993</w:t>
      </w:r>
      <w:r>
        <w:tab/>
        <w:t>2.025e0</w:t>
      </w:r>
    </w:p>
    <w:p w:rsidR="00E00D30" w:rsidRDefault="00E00D30" w:rsidP="00E00D30">
      <w:r>
        <w:t>598.3140</w:t>
      </w:r>
      <w:r>
        <w:tab/>
        <w:t>2.025e0</w:t>
      </w:r>
    </w:p>
    <w:p w:rsidR="00E00D30" w:rsidRDefault="00E00D30" w:rsidP="00E00D30">
      <w:r>
        <w:t>598.3380</w:t>
      </w:r>
      <w:r>
        <w:tab/>
        <w:t>5.063e0</w:t>
      </w:r>
    </w:p>
    <w:p w:rsidR="00E00D30" w:rsidRDefault="00E00D30" w:rsidP="00E00D30">
      <w:r>
        <w:t>598.3506</w:t>
      </w:r>
      <w:r>
        <w:tab/>
        <w:t>2.025e0</w:t>
      </w:r>
    </w:p>
    <w:p w:rsidR="00E00D30" w:rsidRDefault="00E00D30" w:rsidP="00E00D30">
      <w:r>
        <w:t>598.3605</w:t>
      </w:r>
      <w:r>
        <w:tab/>
        <w:t>1.013e0</w:t>
      </w:r>
    </w:p>
    <w:p w:rsidR="00E00D30" w:rsidRDefault="00E00D30" w:rsidP="00E00D30">
      <w:r>
        <w:t>598.3913</w:t>
      </w:r>
      <w:r>
        <w:tab/>
        <w:t>1.013e0</w:t>
      </w:r>
    </w:p>
    <w:p w:rsidR="00E00D30" w:rsidRDefault="00E00D30" w:rsidP="00E00D30">
      <w:r>
        <w:t>598.4227</w:t>
      </w:r>
      <w:r>
        <w:tab/>
        <w:t>3.038e0</w:t>
      </w:r>
    </w:p>
    <w:p w:rsidR="00E00D30" w:rsidRDefault="00E00D30" w:rsidP="00E00D30">
      <w:r>
        <w:t>598.4490</w:t>
      </w:r>
      <w:r>
        <w:tab/>
        <w:t>1.013e0</w:t>
      </w:r>
    </w:p>
    <w:p w:rsidR="00E00D30" w:rsidRDefault="00E00D30" w:rsidP="00E00D30">
      <w:r>
        <w:t>598.4587</w:t>
      </w:r>
      <w:r>
        <w:tab/>
        <w:t>2.025e0</w:t>
      </w:r>
    </w:p>
    <w:p w:rsidR="00E00D30" w:rsidRDefault="00E00D30" w:rsidP="00E00D30">
      <w:r>
        <w:lastRenderedPageBreak/>
        <w:t>598.4631</w:t>
      </w:r>
      <w:r>
        <w:tab/>
        <w:t>1.013e0</w:t>
      </w:r>
    </w:p>
    <w:p w:rsidR="00E00D30" w:rsidRDefault="00E00D30" w:rsidP="00E00D30">
      <w:r>
        <w:t>598.4847</w:t>
      </w:r>
      <w:r>
        <w:tab/>
        <w:t>1.013e0</w:t>
      </w:r>
    </w:p>
    <w:p w:rsidR="00E00D30" w:rsidRDefault="00E00D30" w:rsidP="00E00D30">
      <w:r>
        <w:t>598.5015</w:t>
      </w:r>
      <w:r>
        <w:tab/>
        <w:t>2.025e0</w:t>
      </w:r>
    </w:p>
    <w:p w:rsidR="00E00D30" w:rsidRDefault="00E00D30" w:rsidP="00E00D30">
      <w:r>
        <w:t>598.5113</w:t>
      </w:r>
      <w:r>
        <w:tab/>
        <w:t>2.025e0</w:t>
      </w:r>
    </w:p>
    <w:p w:rsidR="00E00D30" w:rsidRDefault="00E00D30" w:rsidP="00E00D30">
      <w:r>
        <w:t>598.5538</w:t>
      </w:r>
      <w:r>
        <w:tab/>
        <w:t>1.013e0</w:t>
      </w:r>
    </w:p>
    <w:p w:rsidR="00E00D30" w:rsidRDefault="00E00D30" w:rsidP="00E00D30">
      <w:r>
        <w:t>598.5793</w:t>
      </w:r>
      <w:r>
        <w:tab/>
        <w:t>2.025e0</w:t>
      </w:r>
    </w:p>
    <w:p w:rsidR="00E00D30" w:rsidRDefault="00E00D30" w:rsidP="00E00D30">
      <w:r>
        <w:t>598.6071</w:t>
      </w:r>
      <w:r>
        <w:tab/>
        <w:t>1.013e0</w:t>
      </w:r>
    </w:p>
    <w:p w:rsidR="00E00D30" w:rsidRDefault="00E00D30" w:rsidP="00E00D30">
      <w:r>
        <w:t>598.6435</w:t>
      </w:r>
      <w:r>
        <w:tab/>
        <w:t>1.013e0</w:t>
      </w:r>
    </w:p>
    <w:p w:rsidR="00E00D30" w:rsidRDefault="00E00D30" w:rsidP="00E00D30">
      <w:r>
        <w:t>598.6480</w:t>
      </w:r>
      <w:r>
        <w:tab/>
        <w:t>2.025e0</w:t>
      </w:r>
    </w:p>
    <w:p w:rsidR="00E00D30" w:rsidRDefault="00E00D30" w:rsidP="00E00D30">
      <w:r>
        <w:t>598.6796</w:t>
      </w:r>
      <w:r>
        <w:tab/>
        <w:t>1.013e0</w:t>
      </w:r>
    </w:p>
    <w:p w:rsidR="00E00D30" w:rsidRDefault="00E00D30" w:rsidP="00E00D30">
      <w:r>
        <w:t>598.6994</w:t>
      </w:r>
      <w:r>
        <w:tab/>
        <w:t>1.013e0</w:t>
      </w:r>
    </w:p>
    <w:p w:rsidR="00E00D30" w:rsidRDefault="00E00D30" w:rsidP="00E00D30">
      <w:r>
        <w:t>598.7199</w:t>
      </w:r>
      <w:r>
        <w:tab/>
        <w:t>1.013e0</w:t>
      </w:r>
    </w:p>
    <w:p w:rsidR="00E00D30" w:rsidRDefault="00E00D30" w:rsidP="00E00D30">
      <w:r>
        <w:t>598.7401</w:t>
      </w:r>
      <w:r>
        <w:tab/>
        <w:t>1.013e0</w:t>
      </w:r>
    </w:p>
    <w:p w:rsidR="00E00D30" w:rsidRDefault="00E00D30" w:rsidP="00E00D30">
      <w:r>
        <w:t>598.7491</w:t>
      </w:r>
      <w:r>
        <w:tab/>
        <w:t>1.013e0</w:t>
      </w:r>
    </w:p>
    <w:p w:rsidR="00E00D30" w:rsidRDefault="00E00D30" w:rsidP="00E00D30">
      <w:r>
        <w:t>598.8304</w:t>
      </w:r>
      <w:r>
        <w:tab/>
        <w:t>2.025e0</w:t>
      </w:r>
    </w:p>
    <w:p w:rsidR="00E00D30" w:rsidRDefault="00E00D30" w:rsidP="00E00D30">
      <w:r>
        <w:t>598.8328</w:t>
      </w:r>
      <w:r>
        <w:tab/>
        <w:t>1.013e0</w:t>
      </w:r>
    </w:p>
    <w:p w:rsidR="00E00D30" w:rsidRDefault="00E00D30" w:rsidP="00E00D30">
      <w:r>
        <w:t>598.8428</w:t>
      </w:r>
      <w:r>
        <w:tab/>
        <w:t>1.013e0</w:t>
      </w:r>
    </w:p>
    <w:p w:rsidR="00E00D30" w:rsidRDefault="00E00D30" w:rsidP="00E00D30">
      <w:r>
        <w:t>598.8578</w:t>
      </w:r>
      <w:r>
        <w:tab/>
        <w:t>1.013e0</w:t>
      </w:r>
    </w:p>
    <w:p w:rsidR="00E00D30" w:rsidRDefault="00E00D30" w:rsidP="00E00D30">
      <w:r>
        <w:t>598.8740</w:t>
      </w:r>
      <w:r>
        <w:tab/>
        <w:t>2.025e0</w:t>
      </w:r>
    </w:p>
    <w:p w:rsidR="00E00D30" w:rsidRDefault="00E00D30" w:rsidP="00E00D30">
      <w:r>
        <w:lastRenderedPageBreak/>
        <w:t>598.8916</w:t>
      </w:r>
      <w:r>
        <w:tab/>
        <w:t>1.013e0</w:t>
      </w:r>
    </w:p>
    <w:p w:rsidR="00E00D30" w:rsidRDefault="00E00D30" w:rsidP="00E00D30">
      <w:r>
        <w:t>598.9249</w:t>
      </w:r>
      <w:r>
        <w:tab/>
        <w:t>1.013e0</w:t>
      </w:r>
    </w:p>
    <w:p w:rsidR="00E00D30" w:rsidRDefault="00E00D30" w:rsidP="00E00D30">
      <w:r>
        <w:t>598.9355</w:t>
      </w:r>
      <w:r>
        <w:tab/>
        <w:t>1.013e0</w:t>
      </w:r>
    </w:p>
    <w:p w:rsidR="00E00D30" w:rsidRDefault="00E00D30" w:rsidP="00E00D30">
      <w:r>
        <w:t>598.9424</w:t>
      </w:r>
      <w:r>
        <w:tab/>
        <w:t>3.038e0</w:t>
      </w:r>
    </w:p>
    <w:p w:rsidR="00E00D30" w:rsidRDefault="00E00D30" w:rsidP="00E00D30">
      <w:r>
        <w:t>598.9447</w:t>
      </w:r>
      <w:r>
        <w:tab/>
        <w:t>1.013e0</w:t>
      </w:r>
    </w:p>
    <w:p w:rsidR="00E00D30" w:rsidRDefault="00E00D30" w:rsidP="00E00D30">
      <w:r>
        <w:t>598.9808</w:t>
      </w:r>
      <w:r>
        <w:tab/>
        <w:t>2.025e0</w:t>
      </w:r>
    </w:p>
    <w:p w:rsidR="00E00D30" w:rsidRDefault="00E00D30" w:rsidP="00E00D30">
      <w:r>
        <w:t>599.0073</w:t>
      </w:r>
      <w:r>
        <w:tab/>
        <w:t>1.013e0</w:t>
      </w:r>
    </w:p>
    <w:p w:rsidR="00E00D30" w:rsidRDefault="00E00D30" w:rsidP="00E00D30">
      <w:r>
        <w:t>599.0183</w:t>
      </w:r>
      <w:r>
        <w:tab/>
        <w:t>1.013e0</w:t>
      </w:r>
    </w:p>
    <w:p w:rsidR="00E00D30" w:rsidRDefault="00E00D30" w:rsidP="00E00D30">
      <w:r>
        <w:t>599.0402</w:t>
      </w:r>
      <w:r>
        <w:tab/>
        <w:t>2.025e0</w:t>
      </w:r>
    </w:p>
    <w:p w:rsidR="00E00D30" w:rsidRDefault="00E00D30" w:rsidP="00E00D30">
      <w:r>
        <w:t>599.0689</w:t>
      </w:r>
      <w:r>
        <w:tab/>
        <w:t>1.013e0</w:t>
      </w:r>
    </w:p>
    <w:p w:rsidR="00E00D30" w:rsidRDefault="00E00D30" w:rsidP="00E00D30">
      <w:r>
        <w:t>599.0789</w:t>
      </w:r>
      <w:r>
        <w:tab/>
        <w:t>1.013e0</w:t>
      </w:r>
    </w:p>
    <w:p w:rsidR="00E00D30" w:rsidRDefault="00E00D30" w:rsidP="00E00D30">
      <w:r>
        <w:t>599.0865</w:t>
      </w:r>
      <w:r>
        <w:tab/>
        <w:t>1.013e0</w:t>
      </w:r>
    </w:p>
    <w:p w:rsidR="00E00D30" w:rsidRDefault="00E00D30" w:rsidP="00E00D30">
      <w:r>
        <w:t>599.0891</w:t>
      </w:r>
      <w:r>
        <w:tab/>
        <w:t>1.013e0</w:t>
      </w:r>
    </w:p>
    <w:p w:rsidR="00E00D30" w:rsidRDefault="00E00D30" w:rsidP="00E00D30">
      <w:r>
        <w:t>599.1005</w:t>
      </w:r>
      <w:r>
        <w:tab/>
        <w:t>1.013e0</w:t>
      </w:r>
    </w:p>
    <w:p w:rsidR="00E00D30" w:rsidRDefault="00E00D30" w:rsidP="00E00D30">
      <w:r>
        <w:t>599.1951</w:t>
      </w:r>
      <w:r>
        <w:tab/>
        <w:t>2.025e0</w:t>
      </w:r>
    </w:p>
    <w:p w:rsidR="00E00D30" w:rsidRDefault="00E00D30" w:rsidP="00E00D30">
      <w:r>
        <w:t>599.2234</w:t>
      </w:r>
      <w:r>
        <w:tab/>
        <w:t>3.038e0</w:t>
      </w:r>
    </w:p>
    <w:p w:rsidR="00E00D30" w:rsidRDefault="00E00D30" w:rsidP="00E00D30">
      <w:r>
        <w:t>599.2637</w:t>
      </w:r>
      <w:r>
        <w:tab/>
        <w:t>2.025e0</w:t>
      </w:r>
    </w:p>
    <w:p w:rsidR="00E00D30" w:rsidRDefault="00E00D30" w:rsidP="00E00D30">
      <w:r>
        <w:t>599.2787</w:t>
      </w:r>
      <w:r>
        <w:tab/>
        <w:t>2.025e0</w:t>
      </w:r>
    </w:p>
    <w:p w:rsidR="00E00D30" w:rsidRDefault="00E00D30" w:rsidP="00E00D30">
      <w:r>
        <w:t>599.2866</w:t>
      </w:r>
      <w:r>
        <w:tab/>
        <w:t>3.038e0</w:t>
      </w:r>
    </w:p>
    <w:p w:rsidR="00E00D30" w:rsidRDefault="00E00D30" w:rsidP="00E00D30">
      <w:r>
        <w:lastRenderedPageBreak/>
        <w:t>599.3112</w:t>
      </w:r>
      <w:r>
        <w:tab/>
        <w:t>3.038e0</w:t>
      </w:r>
    </w:p>
    <w:p w:rsidR="00E00D30" w:rsidRDefault="00E00D30" w:rsidP="00E00D30">
      <w:r>
        <w:t>599.3207</w:t>
      </w:r>
      <w:r>
        <w:tab/>
        <w:t>4.051e0</w:t>
      </w:r>
    </w:p>
    <w:p w:rsidR="00E00D30" w:rsidRDefault="00E00D30" w:rsidP="00E00D30">
      <w:r>
        <w:t>599.3259</w:t>
      </w:r>
      <w:r>
        <w:tab/>
        <w:t>7.089e0</w:t>
      </w:r>
    </w:p>
    <w:p w:rsidR="00E00D30" w:rsidRDefault="00E00D30" w:rsidP="00E00D30">
      <w:r>
        <w:t>599.3293</w:t>
      </w:r>
      <w:r>
        <w:tab/>
        <w:t>3.038e0</w:t>
      </w:r>
    </w:p>
    <w:p w:rsidR="00E00D30" w:rsidRDefault="00E00D30" w:rsidP="00E00D30">
      <w:r>
        <w:t>599.3375</w:t>
      </w:r>
      <w:r>
        <w:tab/>
        <w:t>1.013e0</w:t>
      </w:r>
    </w:p>
    <w:p w:rsidR="00E00D30" w:rsidRDefault="00E00D30" w:rsidP="00E00D30">
      <w:r>
        <w:t>599.3745</w:t>
      </w:r>
      <w:r>
        <w:tab/>
        <w:t>3.683e0</w:t>
      </w:r>
    </w:p>
    <w:p w:rsidR="00E00D30" w:rsidRDefault="00E00D30" w:rsidP="00E00D30">
      <w:r>
        <w:t>599.3804</w:t>
      </w:r>
      <w:r>
        <w:tab/>
        <w:t>2.671e0</w:t>
      </w:r>
    </w:p>
    <w:p w:rsidR="00E00D30" w:rsidRDefault="00E00D30" w:rsidP="00E00D30">
      <w:r>
        <w:t>599.3873</w:t>
      </w:r>
      <w:r>
        <w:tab/>
        <w:t>1.013e0</w:t>
      </w:r>
    </w:p>
    <w:p w:rsidR="00E00D30" w:rsidRDefault="00E00D30" w:rsidP="00E00D30">
      <w:r>
        <w:t>599.4086</w:t>
      </w:r>
      <w:r>
        <w:tab/>
        <w:t>1.013e0</w:t>
      </w:r>
    </w:p>
    <w:p w:rsidR="00E00D30" w:rsidRDefault="00E00D30" w:rsidP="00E00D30">
      <w:r>
        <w:t>599.4291</w:t>
      </w:r>
      <w:r>
        <w:tab/>
        <w:t>1.013e0</w:t>
      </w:r>
    </w:p>
    <w:p w:rsidR="00E00D30" w:rsidRDefault="00E00D30" w:rsidP="00E00D30">
      <w:r>
        <w:t>599.4425</w:t>
      </w:r>
      <w:r>
        <w:tab/>
        <w:t>1.013e0</w:t>
      </w:r>
    </w:p>
    <w:p w:rsidR="00E00D30" w:rsidRDefault="00E00D30" w:rsidP="00E00D30">
      <w:r>
        <w:t>599.4608</w:t>
      </w:r>
      <w:r>
        <w:tab/>
        <w:t>2.025e0</w:t>
      </w:r>
    </w:p>
    <w:p w:rsidR="00E00D30" w:rsidRDefault="00E00D30" w:rsidP="00E00D30">
      <w:r>
        <w:t>599.4691</w:t>
      </w:r>
      <w:r>
        <w:tab/>
        <w:t>1.013e0</w:t>
      </w:r>
    </w:p>
    <w:p w:rsidR="00E00D30" w:rsidRDefault="00E00D30" w:rsidP="00E00D30">
      <w:r>
        <w:t>599.4959</w:t>
      </w:r>
      <w:r>
        <w:tab/>
        <w:t>2.025e0</w:t>
      </w:r>
    </w:p>
    <w:p w:rsidR="00E00D30" w:rsidRDefault="00E00D30" w:rsidP="00E00D30">
      <w:r>
        <w:t>599.5208</w:t>
      </w:r>
      <w:r>
        <w:tab/>
        <w:t>1.013e0</w:t>
      </w:r>
    </w:p>
    <w:p w:rsidR="00E00D30" w:rsidRDefault="00E00D30" w:rsidP="00E00D30">
      <w:r>
        <w:t>599.5494</w:t>
      </w:r>
      <w:r>
        <w:tab/>
        <w:t>2.025e0</w:t>
      </w:r>
    </w:p>
    <w:p w:rsidR="00E00D30" w:rsidRDefault="00E00D30" w:rsidP="00E00D30">
      <w:r>
        <w:t>599.5516</w:t>
      </w:r>
      <w:r>
        <w:tab/>
        <w:t>1.013e0</w:t>
      </w:r>
    </w:p>
    <w:p w:rsidR="00E00D30" w:rsidRDefault="00E00D30" w:rsidP="00E00D30">
      <w:r>
        <w:t>599.5606</w:t>
      </w:r>
      <w:r>
        <w:tab/>
        <w:t>2.025e0</w:t>
      </w:r>
    </w:p>
    <w:p w:rsidR="00E00D30" w:rsidRDefault="00E00D30" w:rsidP="00E00D30">
      <w:r>
        <w:t>599.5924</w:t>
      </w:r>
      <w:r>
        <w:tab/>
        <w:t>1.013e0</w:t>
      </w:r>
    </w:p>
    <w:p w:rsidR="00E00D30" w:rsidRDefault="00E00D30" w:rsidP="00E00D30">
      <w:r>
        <w:lastRenderedPageBreak/>
        <w:t>599.5961</w:t>
      </w:r>
      <w:r>
        <w:tab/>
        <w:t>2.025e0</w:t>
      </w:r>
    </w:p>
    <w:p w:rsidR="00E00D30" w:rsidRDefault="00E00D30" w:rsidP="00E00D30">
      <w:r>
        <w:t>599.6335</w:t>
      </w:r>
      <w:r>
        <w:tab/>
        <w:t>2.025e0</w:t>
      </w:r>
    </w:p>
    <w:p w:rsidR="00E00D30" w:rsidRDefault="00E00D30" w:rsidP="00E00D30">
      <w:r>
        <w:t>599.6757</w:t>
      </w:r>
      <w:r>
        <w:tab/>
        <w:t>1.013e0</w:t>
      </w:r>
    </w:p>
    <w:p w:rsidR="00E00D30" w:rsidRDefault="00E00D30" w:rsidP="00E00D30">
      <w:r>
        <w:t>599.7055</w:t>
      </w:r>
      <w:r>
        <w:tab/>
        <w:t>1.013e0</w:t>
      </w:r>
    </w:p>
    <w:p w:rsidR="00E00D30" w:rsidRDefault="00E00D30" w:rsidP="00E00D30">
      <w:r>
        <w:t>599.7065</w:t>
      </w:r>
      <w:r>
        <w:tab/>
        <w:t>1.013e0</w:t>
      </w:r>
    </w:p>
    <w:p w:rsidR="00E00D30" w:rsidRDefault="00E00D30" w:rsidP="00E00D30">
      <w:r>
        <w:t>599.7089</w:t>
      </w:r>
      <w:r>
        <w:tab/>
        <w:t>1.013e0</w:t>
      </w:r>
    </w:p>
    <w:p w:rsidR="00E00D30" w:rsidRDefault="00E00D30" w:rsidP="00E00D30">
      <w:r>
        <w:t>599.7682</w:t>
      </w:r>
      <w:r>
        <w:tab/>
        <w:t>1.013e0</w:t>
      </w:r>
    </w:p>
    <w:p w:rsidR="00E00D30" w:rsidRDefault="00E00D30" w:rsidP="00E00D30">
      <w:r>
        <w:t>599.7804</w:t>
      </w:r>
      <w:r>
        <w:tab/>
        <w:t>1.013e0</w:t>
      </w:r>
    </w:p>
    <w:p w:rsidR="00E00D30" w:rsidRDefault="00E00D30" w:rsidP="00E00D30">
      <w:r>
        <w:t>599.8520</w:t>
      </w:r>
      <w:r>
        <w:tab/>
        <w:t>3.038e0</w:t>
      </w:r>
    </w:p>
    <w:p w:rsidR="00E00D30" w:rsidRDefault="00E00D30" w:rsidP="00E00D30">
      <w:r>
        <w:t>599.8600</w:t>
      </w:r>
      <w:r>
        <w:tab/>
        <w:t>1.013e0</w:t>
      </w:r>
    </w:p>
    <w:p w:rsidR="00E00D30" w:rsidRDefault="00E00D30" w:rsidP="00E00D30">
      <w:r>
        <w:t>599.8908</w:t>
      </w:r>
      <w:r>
        <w:tab/>
        <w:t>1.013e0</w:t>
      </w:r>
    </w:p>
    <w:p w:rsidR="00E00D30" w:rsidRDefault="00E00D30" w:rsidP="00E00D30">
      <w:r>
        <w:t>599.9216</w:t>
      </w:r>
      <w:r>
        <w:tab/>
        <w:t>1.013e0</w:t>
      </w:r>
    </w:p>
    <w:p w:rsidR="00E00D30" w:rsidRDefault="00E00D30" w:rsidP="00E00D30">
      <w:r>
        <w:t>599.9415</w:t>
      </w:r>
      <w:r>
        <w:tab/>
        <w:t>2.025e0</w:t>
      </w:r>
    </w:p>
    <w:p w:rsidR="00E00D30" w:rsidRDefault="00E00D30" w:rsidP="00E00D30">
      <w:r>
        <w:t>599.9573</w:t>
      </w:r>
      <w:r>
        <w:tab/>
        <w:t>1.013e0</w:t>
      </w:r>
    </w:p>
    <w:p w:rsidR="00E00D30" w:rsidRDefault="00E00D30" w:rsidP="00E00D30">
      <w:r>
        <w:t>600.0036</w:t>
      </w:r>
      <w:r>
        <w:tab/>
        <w:t>1.013e0</w:t>
      </w:r>
    </w:p>
    <w:p w:rsidR="00E00D30" w:rsidRDefault="00E00D30" w:rsidP="00E00D30">
      <w:r>
        <w:t>600.0109</w:t>
      </w:r>
      <w:r>
        <w:tab/>
        <w:t>2.025e0</w:t>
      </w:r>
    </w:p>
    <w:p w:rsidR="00E00D30" w:rsidRDefault="00E00D30" w:rsidP="00E00D30">
      <w:r>
        <w:t>600.0139</w:t>
      </w:r>
      <w:r>
        <w:tab/>
        <w:t>1.013e0</w:t>
      </w:r>
    </w:p>
    <w:p w:rsidR="00E00D30" w:rsidRDefault="00E00D30" w:rsidP="00E00D30">
      <w:r>
        <w:t>600.0184</w:t>
      </w:r>
      <w:r>
        <w:tab/>
        <w:t>2.025e0</w:t>
      </w:r>
    </w:p>
    <w:p w:rsidR="00E00D30" w:rsidRDefault="00E00D30" w:rsidP="00E00D30">
      <w:r>
        <w:t>600.0765</w:t>
      </w:r>
      <w:r>
        <w:tab/>
        <w:t>2.025e0</w:t>
      </w:r>
    </w:p>
    <w:p w:rsidR="00E00D30" w:rsidRDefault="00E00D30" w:rsidP="00E00D30">
      <w:r>
        <w:lastRenderedPageBreak/>
        <w:t>600.1068</w:t>
      </w:r>
      <w:r>
        <w:tab/>
        <w:t>1.013e0</w:t>
      </w:r>
    </w:p>
    <w:p w:rsidR="00E00D30" w:rsidRDefault="00E00D30" w:rsidP="00E00D30">
      <w:r>
        <w:t>600.1373</w:t>
      </w:r>
      <w:r>
        <w:tab/>
        <w:t>1.013e0</w:t>
      </w:r>
    </w:p>
    <w:p w:rsidR="00E00D30" w:rsidRDefault="00E00D30" w:rsidP="00E00D30">
      <w:r>
        <w:t>600.1622</w:t>
      </w:r>
      <w:r>
        <w:tab/>
        <w:t>2.025e0</w:t>
      </w:r>
    </w:p>
    <w:p w:rsidR="00E00D30" w:rsidRDefault="00E00D30" w:rsidP="00E00D30">
      <w:r>
        <w:t>600.1843</w:t>
      </w:r>
      <w:r>
        <w:tab/>
        <w:t>4.051e0</w:t>
      </w:r>
    </w:p>
    <w:p w:rsidR="00E00D30" w:rsidRDefault="00E00D30" w:rsidP="00E00D30">
      <w:r>
        <w:t>600.1880</w:t>
      </w:r>
      <w:r>
        <w:tab/>
        <w:t>5.063e0</w:t>
      </w:r>
    </w:p>
    <w:p w:rsidR="00E00D30" w:rsidRDefault="00E00D30" w:rsidP="00E00D30">
      <w:r>
        <w:t>600.1993</w:t>
      </w:r>
      <w:r>
        <w:tab/>
        <w:t>1.013e0</w:t>
      </w:r>
    </w:p>
    <w:p w:rsidR="00E00D30" w:rsidRDefault="00E00D30" w:rsidP="00E00D30">
      <w:r>
        <w:t>600.2171</w:t>
      </w:r>
      <w:r>
        <w:tab/>
        <w:t>4.051e0</w:t>
      </w:r>
    </w:p>
    <w:p w:rsidR="00E00D30" w:rsidRDefault="00E00D30" w:rsidP="00E00D30">
      <w:r>
        <w:t>600.2199</w:t>
      </w:r>
      <w:r>
        <w:tab/>
        <w:t>2.025e0</w:t>
      </w:r>
    </w:p>
    <w:p w:rsidR="00E00D30" w:rsidRDefault="00E00D30" w:rsidP="00E00D30">
      <w:r>
        <w:t>600.2813</w:t>
      </w:r>
      <w:r>
        <w:tab/>
        <w:t>1.013e0</w:t>
      </w:r>
    </w:p>
    <w:p w:rsidR="00E00D30" w:rsidRDefault="00E00D30" w:rsidP="00E00D30">
      <w:r>
        <w:t>600.2926</w:t>
      </w:r>
      <w:r>
        <w:tab/>
        <w:t>2.025e0</w:t>
      </w:r>
    </w:p>
    <w:p w:rsidR="00E00D30" w:rsidRDefault="00E00D30" w:rsidP="00E00D30">
      <w:r>
        <w:t>600.3136</w:t>
      </w:r>
      <w:r>
        <w:tab/>
        <w:t>1.013e0</w:t>
      </w:r>
    </w:p>
    <w:p w:rsidR="00E00D30" w:rsidRDefault="00E00D30" w:rsidP="00E00D30">
      <w:r>
        <w:t>600.3239</w:t>
      </w:r>
      <w:r>
        <w:tab/>
        <w:t>3.038e0</w:t>
      </w:r>
    </w:p>
    <w:p w:rsidR="00E00D30" w:rsidRDefault="00E00D30" w:rsidP="00E00D30">
      <w:r>
        <w:t>600.3298</w:t>
      </w:r>
      <w:r>
        <w:tab/>
        <w:t>3.038e0</w:t>
      </w:r>
    </w:p>
    <w:p w:rsidR="00E00D30" w:rsidRDefault="00E00D30" w:rsidP="00E00D30">
      <w:r>
        <w:t>600.3435</w:t>
      </w:r>
      <w:r>
        <w:tab/>
        <w:t>2.025e0</w:t>
      </w:r>
    </w:p>
    <w:p w:rsidR="00E00D30" w:rsidRDefault="00E00D30" w:rsidP="00E00D30">
      <w:r>
        <w:t>600.3575</w:t>
      </w:r>
      <w:r>
        <w:tab/>
        <w:t>2.025e0</w:t>
      </w:r>
    </w:p>
    <w:p w:rsidR="00E00D30" w:rsidRDefault="00E00D30" w:rsidP="00E00D30">
      <w:r>
        <w:t>600.3822</w:t>
      </w:r>
      <w:r>
        <w:tab/>
        <w:t>2.025e0</w:t>
      </w:r>
    </w:p>
    <w:p w:rsidR="00E00D30" w:rsidRDefault="00E00D30" w:rsidP="00E00D30">
      <w:r>
        <w:t>600.4054</w:t>
      </w:r>
      <w:r>
        <w:tab/>
        <w:t>2.025e0</w:t>
      </w:r>
    </w:p>
    <w:p w:rsidR="00E00D30" w:rsidRDefault="00E00D30" w:rsidP="00E00D30">
      <w:r>
        <w:t>600.4206</w:t>
      </w:r>
      <w:r>
        <w:tab/>
        <w:t>2.025e0</w:t>
      </w:r>
    </w:p>
    <w:p w:rsidR="00E00D30" w:rsidRDefault="00E00D30" w:rsidP="00E00D30">
      <w:r>
        <w:t>600.4416</w:t>
      </w:r>
      <w:r>
        <w:tab/>
        <w:t>3.038e0</w:t>
      </w:r>
    </w:p>
    <w:p w:rsidR="00E00D30" w:rsidRDefault="00E00D30" w:rsidP="00E00D30">
      <w:r>
        <w:lastRenderedPageBreak/>
        <w:t>600.4653</w:t>
      </w:r>
      <w:r>
        <w:tab/>
        <w:t>6.076e0</w:t>
      </w:r>
    </w:p>
    <w:p w:rsidR="00E00D30" w:rsidRDefault="00E00D30" w:rsidP="00E00D30">
      <w:r>
        <w:t>600.4668</w:t>
      </w:r>
      <w:r>
        <w:tab/>
        <w:t>1.013e0</w:t>
      </w:r>
    </w:p>
    <w:p w:rsidR="00E00D30" w:rsidRDefault="00E00D30" w:rsidP="00E00D30">
      <w:r>
        <w:t>600.4688</w:t>
      </w:r>
      <w:r>
        <w:tab/>
        <w:t>6.076e0</w:t>
      </w:r>
    </w:p>
    <w:p w:rsidR="00E00D30" w:rsidRDefault="00E00D30" w:rsidP="00E00D30">
      <w:r>
        <w:t>600.4756</w:t>
      </w:r>
      <w:r>
        <w:tab/>
        <w:t>6.076e0</w:t>
      </w:r>
    </w:p>
    <w:p w:rsidR="00E00D30" w:rsidRDefault="00E00D30" w:rsidP="00E00D30">
      <w:r>
        <w:t>600.4786</w:t>
      </w:r>
      <w:r>
        <w:tab/>
        <w:t>5.063e0</w:t>
      </w:r>
    </w:p>
    <w:p w:rsidR="00E00D30" w:rsidRDefault="00E00D30" w:rsidP="00E00D30">
      <w:r>
        <w:t>600.4802</w:t>
      </w:r>
      <w:r>
        <w:tab/>
        <w:t>7.089e0</w:t>
      </w:r>
    </w:p>
    <w:p w:rsidR="00E00D30" w:rsidRDefault="00E00D30" w:rsidP="00E00D30">
      <w:r>
        <w:t>600.4817</w:t>
      </w:r>
      <w:r>
        <w:tab/>
        <w:t>2.025e0</w:t>
      </w:r>
    </w:p>
    <w:p w:rsidR="00E00D30" w:rsidRDefault="00E00D30" w:rsidP="00E00D30">
      <w:r>
        <w:t>600.4877</w:t>
      </w:r>
      <w:r>
        <w:tab/>
        <w:t>5.063e0</w:t>
      </w:r>
    </w:p>
    <w:p w:rsidR="00E00D30" w:rsidRDefault="00E00D30" w:rsidP="00E00D30">
      <w:r>
        <w:t>600.5285</w:t>
      </w:r>
      <w:r>
        <w:tab/>
        <w:t>1.013e0</w:t>
      </w:r>
    </w:p>
    <w:p w:rsidR="00E00D30" w:rsidRDefault="00E00D30" w:rsidP="00E00D30">
      <w:r>
        <w:t>600.5958</w:t>
      </w:r>
      <w:r>
        <w:tab/>
        <w:t>1.013e0</w:t>
      </w:r>
    </w:p>
    <w:p w:rsidR="00E00D30" w:rsidRDefault="00E00D30" w:rsidP="00E00D30">
      <w:r>
        <w:t>600.6263</w:t>
      </w:r>
      <w:r>
        <w:tab/>
        <w:t>3.038e0</w:t>
      </w:r>
    </w:p>
    <w:p w:rsidR="00E00D30" w:rsidRDefault="00E00D30" w:rsidP="00E00D30">
      <w:r>
        <w:t>600.6578</w:t>
      </w:r>
      <w:r>
        <w:tab/>
        <w:t>2.025e0</w:t>
      </w:r>
    </w:p>
    <w:p w:rsidR="00E00D30" w:rsidRDefault="00E00D30" w:rsidP="00E00D30">
      <w:r>
        <w:t>600.6929</w:t>
      </w:r>
      <w:r>
        <w:tab/>
        <w:t>2.025e0</w:t>
      </w:r>
    </w:p>
    <w:p w:rsidR="00E00D30" w:rsidRDefault="00E00D30" w:rsidP="00E00D30">
      <w:r>
        <w:t>600.7563</w:t>
      </w:r>
      <w:r>
        <w:tab/>
        <w:t>1.013e0</w:t>
      </w:r>
    </w:p>
    <w:p w:rsidR="00E00D30" w:rsidRDefault="00E00D30" w:rsidP="00E00D30">
      <w:r>
        <w:t>600.7957</w:t>
      </w:r>
      <w:r>
        <w:tab/>
        <w:t>2.025e0</w:t>
      </w:r>
    </w:p>
    <w:p w:rsidR="00E00D30" w:rsidRDefault="00E00D30" w:rsidP="00E00D30">
      <w:r>
        <w:t>600.8270</w:t>
      </w:r>
      <w:r>
        <w:tab/>
        <w:t>1.013e0</w:t>
      </w:r>
    </w:p>
    <w:p w:rsidR="00E00D30" w:rsidRDefault="00E00D30" w:rsidP="00E00D30">
      <w:r>
        <w:t>600.8688</w:t>
      </w:r>
      <w:r>
        <w:tab/>
        <w:t>3.038e0</w:t>
      </w:r>
    </w:p>
    <w:p w:rsidR="00E00D30" w:rsidRDefault="00E00D30" w:rsidP="00E00D30">
      <w:r>
        <w:t>600.8788</w:t>
      </w:r>
      <w:r>
        <w:tab/>
        <w:t>2.025e0</w:t>
      </w:r>
    </w:p>
    <w:p w:rsidR="00E00D30" w:rsidRDefault="00E00D30" w:rsidP="00E00D30">
      <w:r>
        <w:t>600.9088</w:t>
      </w:r>
      <w:r>
        <w:tab/>
        <w:t>3.038e0</w:t>
      </w:r>
    </w:p>
    <w:p w:rsidR="00E00D30" w:rsidRDefault="00E00D30" w:rsidP="00E00D30">
      <w:r>
        <w:lastRenderedPageBreak/>
        <w:t>600.9705</w:t>
      </w:r>
      <w:r>
        <w:tab/>
        <w:t>2.025e0</w:t>
      </w:r>
    </w:p>
    <w:p w:rsidR="00E00D30" w:rsidRDefault="00E00D30" w:rsidP="00E00D30">
      <w:r>
        <w:t>600.9863</w:t>
      </w:r>
      <w:r>
        <w:tab/>
        <w:t>1.013e0</w:t>
      </w:r>
    </w:p>
    <w:p w:rsidR="00E00D30" w:rsidRDefault="00E00D30" w:rsidP="00E00D30">
      <w:r>
        <w:t>600.9925</w:t>
      </w:r>
      <w:r>
        <w:tab/>
        <w:t>1.013e0</w:t>
      </w:r>
    </w:p>
    <w:p w:rsidR="00E00D30" w:rsidRDefault="00E00D30" w:rsidP="00E00D30">
      <w:r>
        <w:t>600.9951</w:t>
      </w:r>
      <w:r>
        <w:tab/>
        <w:t>2.025e0</w:t>
      </w:r>
    </w:p>
    <w:p w:rsidR="00E00D30" w:rsidRDefault="00E00D30" w:rsidP="00E00D30">
      <w:r>
        <w:t>601.0186</w:t>
      </w:r>
      <w:r>
        <w:tab/>
        <w:t>2.025e0</w:t>
      </w:r>
    </w:p>
    <w:p w:rsidR="00E00D30" w:rsidRDefault="00E00D30" w:rsidP="00E00D30">
      <w:r>
        <w:t>601.0391</w:t>
      </w:r>
      <w:r>
        <w:tab/>
        <w:t>1.013e0</w:t>
      </w:r>
    </w:p>
    <w:p w:rsidR="00E00D30" w:rsidRDefault="00E00D30" w:rsidP="00E00D30">
      <w:r>
        <w:t>601.0536</w:t>
      </w:r>
      <w:r>
        <w:tab/>
        <w:t>1.013e0</w:t>
      </w:r>
    </w:p>
    <w:p w:rsidR="00E00D30" w:rsidRDefault="00E00D30" w:rsidP="00E00D30">
      <w:r>
        <w:t>601.0756</w:t>
      </w:r>
      <w:r>
        <w:tab/>
        <w:t>1.013e0</w:t>
      </w:r>
    </w:p>
    <w:p w:rsidR="00E00D30" w:rsidRDefault="00E00D30" w:rsidP="00E00D30">
      <w:r>
        <w:t>601.0920</w:t>
      </w:r>
      <w:r>
        <w:tab/>
        <w:t>1.013e0</w:t>
      </w:r>
    </w:p>
    <w:p w:rsidR="00E00D30" w:rsidRDefault="00E00D30" w:rsidP="00E00D30">
      <w:r>
        <w:t>601.1100</w:t>
      </w:r>
      <w:r>
        <w:tab/>
        <w:t>1.013e0</w:t>
      </w:r>
    </w:p>
    <w:p w:rsidR="00E00D30" w:rsidRDefault="00E00D30" w:rsidP="00E00D30">
      <w:r>
        <w:t>601.1664</w:t>
      </w:r>
      <w:r>
        <w:tab/>
        <w:t>3.038e0</w:t>
      </w:r>
    </w:p>
    <w:p w:rsidR="00E00D30" w:rsidRDefault="00E00D30" w:rsidP="00E00D30">
      <w:r>
        <w:t>601.1974</w:t>
      </w:r>
      <w:r>
        <w:tab/>
        <w:t>1.013e0</w:t>
      </w:r>
    </w:p>
    <w:p w:rsidR="00E00D30" w:rsidRDefault="00E00D30" w:rsidP="00E00D30">
      <w:r>
        <w:t>601.1989</w:t>
      </w:r>
      <w:r>
        <w:tab/>
        <w:t>5.063e0</w:t>
      </w:r>
    </w:p>
    <w:p w:rsidR="00E00D30" w:rsidRDefault="00E00D30" w:rsidP="00E00D30">
      <w:r>
        <w:t>601.2260</w:t>
      </w:r>
      <w:r>
        <w:tab/>
        <w:t>2.025e0</w:t>
      </w:r>
    </w:p>
    <w:p w:rsidR="00E00D30" w:rsidRDefault="00E00D30" w:rsidP="00E00D30">
      <w:r>
        <w:t>601.2343</w:t>
      </w:r>
      <w:r>
        <w:tab/>
        <w:t>2.025e0</w:t>
      </w:r>
    </w:p>
    <w:p w:rsidR="00E00D30" w:rsidRDefault="00E00D30" w:rsidP="00E00D30">
      <w:r>
        <w:t>601.2500</w:t>
      </w:r>
      <w:r>
        <w:tab/>
        <w:t>1.013e0</w:t>
      </w:r>
    </w:p>
    <w:p w:rsidR="00E00D30" w:rsidRDefault="00E00D30" w:rsidP="00E00D30">
      <w:r>
        <w:t>601.2689</w:t>
      </w:r>
      <w:r>
        <w:tab/>
        <w:t>1.013e0</w:t>
      </w:r>
    </w:p>
    <w:p w:rsidR="00E00D30" w:rsidRDefault="00E00D30" w:rsidP="00E00D30">
      <w:r>
        <w:t>601.2783</w:t>
      </w:r>
      <w:r>
        <w:tab/>
        <w:t>2.025e0</w:t>
      </w:r>
    </w:p>
    <w:p w:rsidR="00E00D30" w:rsidRDefault="00E00D30" w:rsidP="00E00D30">
      <w:r>
        <w:t>601.2993</w:t>
      </w:r>
      <w:r>
        <w:tab/>
        <w:t>2.025e0</w:t>
      </w:r>
    </w:p>
    <w:p w:rsidR="00E00D30" w:rsidRDefault="00E00D30" w:rsidP="00E00D30">
      <w:r>
        <w:lastRenderedPageBreak/>
        <w:t>601.3111</w:t>
      </w:r>
      <w:r>
        <w:tab/>
        <w:t>1.013e0</w:t>
      </w:r>
    </w:p>
    <w:p w:rsidR="00E00D30" w:rsidRDefault="00E00D30" w:rsidP="00E00D30">
      <w:r>
        <w:t>601.3221</w:t>
      </w:r>
      <w:r>
        <w:tab/>
        <w:t>1.013e0</w:t>
      </w:r>
    </w:p>
    <w:p w:rsidR="00E00D30" w:rsidRDefault="00E00D30" w:rsidP="00E00D30">
      <w:r>
        <w:t>601.3523</w:t>
      </w:r>
      <w:r>
        <w:tab/>
        <w:t>1.013e0</w:t>
      </w:r>
    </w:p>
    <w:p w:rsidR="00E00D30" w:rsidRDefault="00E00D30" w:rsidP="00E00D30">
      <w:r>
        <w:t>601.3618</w:t>
      </w:r>
      <w:r>
        <w:tab/>
        <w:t>1.709e0</w:t>
      </w:r>
    </w:p>
    <w:p w:rsidR="00E00D30" w:rsidRDefault="00E00D30" w:rsidP="00E00D30">
      <w:r>
        <w:t>601.3651</w:t>
      </w:r>
      <w:r>
        <w:tab/>
        <w:t>3.038e0</w:t>
      </w:r>
    </w:p>
    <w:p w:rsidR="00E00D30" w:rsidRDefault="00E00D30" w:rsidP="00E00D30">
      <w:r>
        <w:t>601.3727</w:t>
      </w:r>
      <w:r>
        <w:tab/>
        <w:t>2.025e0</w:t>
      </w:r>
    </w:p>
    <w:p w:rsidR="00E00D30" w:rsidRDefault="00E00D30" w:rsidP="00E00D30">
      <w:r>
        <w:t>601.4213</w:t>
      </w:r>
      <w:r>
        <w:tab/>
        <w:t>4.051e0</w:t>
      </w:r>
    </w:p>
    <w:p w:rsidR="00E00D30" w:rsidRDefault="00E00D30" w:rsidP="00E00D30">
      <w:r>
        <w:t>601.4501</w:t>
      </w:r>
      <w:r>
        <w:tab/>
        <w:t>2.025e0</w:t>
      </w:r>
    </w:p>
    <w:p w:rsidR="00E00D30" w:rsidRDefault="00E00D30" w:rsidP="00E00D30">
      <w:r>
        <w:t>601.4590</w:t>
      </w:r>
      <w:r>
        <w:tab/>
        <w:t>3.038e0</w:t>
      </w:r>
    </w:p>
    <w:p w:rsidR="00E00D30" w:rsidRDefault="00E00D30" w:rsidP="00E00D30">
      <w:r>
        <w:t>601.4867</w:t>
      </w:r>
      <w:r>
        <w:tab/>
        <w:t>6.076e0</w:t>
      </w:r>
    </w:p>
    <w:p w:rsidR="00E00D30" w:rsidRDefault="00E00D30" w:rsidP="00E00D30">
      <w:r>
        <w:t>601.5190</w:t>
      </w:r>
      <w:r>
        <w:tab/>
        <w:t>1.013e0</w:t>
      </w:r>
    </w:p>
    <w:p w:rsidR="00E00D30" w:rsidRDefault="00E00D30" w:rsidP="00E00D30">
      <w:r>
        <w:t>601.5388</w:t>
      </w:r>
      <w:r>
        <w:tab/>
        <w:t>2.025e0</w:t>
      </w:r>
    </w:p>
    <w:p w:rsidR="00E00D30" w:rsidRDefault="00E00D30" w:rsidP="00E00D30">
      <w:r>
        <w:t>601.5817</w:t>
      </w:r>
      <w:r>
        <w:tab/>
        <w:t>2.025e0</w:t>
      </w:r>
    </w:p>
    <w:p w:rsidR="00E00D30" w:rsidRDefault="00E00D30" w:rsidP="00E00D30">
      <w:r>
        <w:t>601.6606</w:t>
      </w:r>
      <w:r>
        <w:tab/>
        <w:t>2.025e0</w:t>
      </w:r>
    </w:p>
    <w:p w:rsidR="00E00D30" w:rsidRDefault="00E00D30" w:rsidP="00E00D30">
      <w:r>
        <w:t>601.6924</w:t>
      </w:r>
      <w:r>
        <w:tab/>
        <w:t>1.013e0</w:t>
      </w:r>
    </w:p>
    <w:p w:rsidR="00E00D30" w:rsidRDefault="00E00D30" w:rsidP="00E00D30">
      <w:r>
        <w:t>601.7318</w:t>
      </w:r>
      <w:r>
        <w:tab/>
        <w:t>4.051e0</w:t>
      </w:r>
    </w:p>
    <w:p w:rsidR="00E00D30" w:rsidRDefault="00E00D30" w:rsidP="00E00D30">
      <w:r>
        <w:t>601.7336</w:t>
      </w:r>
      <w:r>
        <w:tab/>
        <w:t>1.013e0</w:t>
      </w:r>
    </w:p>
    <w:p w:rsidR="00E00D30" w:rsidRDefault="00E00D30" w:rsidP="00E00D30">
      <w:r>
        <w:t>601.7440</w:t>
      </w:r>
      <w:r>
        <w:tab/>
        <w:t>1.013e0</w:t>
      </w:r>
    </w:p>
    <w:p w:rsidR="00E00D30" w:rsidRDefault="00E00D30" w:rsidP="00E00D30">
      <w:r>
        <w:t>601.7550</w:t>
      </w:r>
      <w:r>
        <w:tab/>
        <w:t>1.013e0</w:t>
      </w:r>
    </w:p>
    <w:p w:rsidR="00E00D30" w:rsidRDefault="00E00D30" w:rsidP="00E00D30">
      <w:r>
        <w:lastRenderedPageBreak/>
        <w:t>601.8176</w:t>
      </w:r>
      <w:r>
        <w:tab/>
        <w:t>2.025e0</w:t>
      </w:r>
    </w:p>
    <w:p w:rsidR="00E00D30" w:rsidRDefault="00E00D30" w:rsidP="00E00D30">
      <w:r>
        <w:t>601.8777</w:t>
      </w:r>
      <w:r>
        <w:tab/>
        <w:t>1.013e0</w:t>
      </w:r>
    </w:p>
    <w:p w:rsidR="00E00D30" w:rsidRDefault="00E00D30" w:rsidP="00E00D30">
      <w:r>
        <w:t>601.8912</w:t>
      </w:r>
      <w:r>
        <w:tab/>
        <w:t>1.013e0</w:t>
      </w:r>
    </w:p>
    <w:p w:rsidR="00E00D30" w:rsidRDefault="00E00D30" w:rsidP="00E00D30">
      <w:r>
        <w:t>601.8983</w:t>
      </w:r>
      <w:r>
        <w:tab/>
        <w:t>1.013e0</w:t>
      </w:r>
    </w:p>
    <w:p w:rsidR="00E00D30" w:rsidRDefault="00E00D30" w:rsidP="00E00D30">
      <w:r>
        <w:t>601.9502</w:t>
      </w:r>
      <w:r>
        <w:tab/>
        <w:t>1.013e0</w:t>
      </w:r>
    </w:p>
    <w:p w:rsidR="00E00D30" w:rsidRDefault="00E00D30" w:rsidP="00E00D30">
      <w:r>
        <w:t>601.9966</w:t>
      </w:r>
      <w:r>
        <w:tab/>
        <w:t>1.013e0</w:t>
      </w:r>
    </w:p>
    <w:p w:rsidR="00E00D30" w:rsidRDefault="00E00D30" w:rsidP="00E00D30">
      <w:r>
        <w:t>602.0317</w:t>
      </w:r>
      <w:r>
        <w:tab/>
        <w:t>1.013e0</w:t>
      </w:r>
    </w:p>
    <w:p w:rsidR="00E00D30" w:rsidRDefault="00E00D30" w:rsidP="00E00D30">
      <w:r>
        <w:t>602.0541</w:t>
      </w:r>
      <w:r>
        <w:tab/>
        <w:t>1.013e0</w:t>
      </w:r>
    </w:p>
    <w:p w:rsidR="00E00D30" w:rsidRDefault="00E00D30" w:rsidP="00E00D30">
      <w:r>
        <w:t>602.0740</w:t>
      </w:r>
      <w:r>
        <w:tab/>
        <w:t>1.013e0</w:t>
      </w:r>
    </w:p>
    <w:p w:rsidR="00E00D30" w:rsidRDefault="00E00D30" w:rsidP="00E00D30">
      <w:r>
        <w:t>602.0864</w:t>
      </w:r>
      <w:r>
        <w:tab/>
        <w:t>1.013e0</w:t>
      </w:r>
    </w:p>
    <w:p w:rsidR="00E00D30" w:rsidRDefault="00E00D30" w:rsidP="00E00D30">
      <w:r>
        <w:t>602.0943</w:t>
      </w:r>
      <w:r>
        <w:tab/>
        <w:t>1.013e0</w:t>
      </w:r>
    </w:p>
    <w:p w:rsidR="00E00D30" w:rsidRDefault="00E00D30" w:rsidP="00E00D30">
      <w:r>
        <w:t>602.1210</w:t>
      </w:r>
      <w:r>
        <w:tab/>
        <w:t>1.013e0</w:t>
      </w:r>
    </w:p>
    <w:p w:rsidR="00E00D30" w:rsidRDefault="00E00D30" w:rsidP="00E00D30">
      <w:r>
        <w:t>602.1252</w:t>
      </w:r>
      <w:r>
        <w:tab/>
        <w:t>1.013e0</w:t>
      </w:r>
    </w:p>
    <w:p w:rsidR="00E00D30" w:rsidRDefault="00E00D30" w:rsidP="00E00D30">
      <w:r>
        <w:t>602.1514</w:t>
      </w:r>
      <w:r>
        <w:tab/>
        <w:t>2.025e0</w:t>
      </w:r>
    </w:p>
    <w:p w:rsidR="00E00D30" w:rsidRDefault="00E00D30" w:rsidP="00E00D30">
      <w:r>
        <w:t>602.1735</w:t>
      </w:r>
      <w:r>
        <w:tab/>
        <w:t>1.013e0</w:t>
      </w:r>
    </w:p>
    <w:p w:rsidR="00E00D30" w:rsidRDefault="00E00D30" w:rsidP="00E00D30">
      <w:r>
        <w:t>602.2029</w:t>
      </w:r>
      <w:r>
        <w:tab/>
        <w:t>2.025e0</w:t>
      </w:r>
    </w:p>
    <w:p w:rsidR="00E00D30" w:rsidRDefault="00E00D30" w:rsidP="00E00D30">
      <w:r>
        <w:t>602.2285</w:t>
      </w:r>
      <w:r>
        <w:tab/>
        <w:t>3.038e0</w:t>
      </w:r>
    </w:p>
    <w:p w:rsidR="00E00D30" w:rsidRDefault="00E00D30" w:rsidP="00E00D30">
      <w:r>
        <w:t>602.2390</w:t>
      </w:r>
      <w:r>
        <w:tab/>
        <w:t>1.013e0</w:t>
      </w:r>
    </w:p>
    <w:p w:rsidR="00E00D30" w:rsidRDefault="00E00D30" w:rsidP="00E00D30">
      <w:r>
        <w:t>602.2446</w:t>
      </w:r>
      <w:r>
        <w:tab/>
        <w:t>1.013e0</w:t>
      </w:r>
    </w:p>
    <w:p w:rsidR="00E00D30" w:rsidRDefault="00E00D30" w:rsidP="00E00D30">
      <w:r>
        <w:lastRenderedPageBreak/>
        <w:t>602.2853</w:t>
      </w:r>
      <w:r>
        <w:tab/>
        <w:t>3.038e0</w:t>
      </w:r>
    </w:p>
    <w:p w:rsidR="00E00D30" w:rsidRDefault="00E00D30" w:rsidP="00E00D30">
      <w:r>
        <w:t>602.3159</w:t>
      </w:r>
      <w:r>
        <w:tab/>
        <w:t>3.038e0</w:t>
      </w:r>
    </w:p>
    <w:p w:rsidR="00E00D30" w:rsidRDefault="00E00D30" w:rsidP="00E00D30">
      <w:r>
        <w:t>602.3181</w:t>
      </w:r>
      <w:r>
        <w:tab/>
        <w:t>6.711e0</w:t>
      </w:r>
    </w:p>
    <w:p w:rsidR="00E00D30" w:rsidRDefault="00E00D30" w:rsidP="00E00D30">
      <w:r>
        <w:t>602.3225</w:t>
      </w:r>
      <w:r>
        <w:tab/>
        <w:t>2.025e0</w:t>
      </w:r>
    </w:p>
    <w:p w:rsidR="00E00D30" w:rsidRDefault="00E00D30" w:rsidP="00E00D30">
      <w:r>
        <w:t>602.3261</w:t>
      </w:r>
      <w:r>
        <w:tab/>
        <w:t>2.025e0</w:t>
      </w:r>
    </w:p>
    <w:p w:rsidR="00E00D30" w:rsidRDefault="00E00D30" w:rsidP="00E00D30">
      <w:r>
        <w:t>602.3345</w:t>
      </w:r>
      <w:r>
        <w:tab/>
        <w:t>2.025e0</w:t>
      </w:r>
    </w:p>
    <w:p w:rsidR="00E00D30" w:rsidRDefault="00E00D30" w:rsidP="00E00D30">
      <w:r>
        <w:t>602.3417</w:t>
      </w:r>
      <w:r>
        <w:tab/>
        <w:t>2.025e0</w:t>
      </w:r>
    </w:p>
    <w:p w:rsidR="00E00D30" w:rsidRDefault="00E00D30" w:rsidP="00E00D30">
      <w:r>
        <w:t>602.3690</w:t>
      </w:r>
      <w:r>
        <w:tab/>
        <w:t>1.013e0</w:t>
      </w:r>
    </w:p>
    <w:p w:rsidR="00E00D30" w:rsidRDefault="00E00D30" w:rsidP="00E00D30">
      <w:r>
        <w:t>602.3972</w:t>
      </w:r>
      <w:r>
        <w:tab/>
        <w:t>6.155e0</w:t>
      </w:r>
    </w:p>
    <w:p w:rsidR="00E00D30" w:rsidRDefault="00E00D30" w:rsidP="00E00D30">
      <w:r>
        <w:t>602.4216</w:t>
      </w:r>
      <w:r>
        <w:tab/>
        <w:t>1.013e0</w:t>
      </w:r>
    </w:p>
    <w:p w:rsidR="00E00D30" w:rsidRDefault="00E00D30" w:rsidP="00E00D30">
      <w:r>
        <w:t>602.4246</w:t>
      </w:r>
      <w:r>
        <w:tab/>
        <w:t>2.025e0</w:t>
      </w:r>
    </w:p>
    <w:p w:rsidR="00E00D30" w:rsidRDefault="00E00D30" w:rsidP="00E00D30">
      <w:r>
        <w:t>602.4266</w:t>
      </w:r>
      <w:r>
        <w:tab/>
        <w:t>3.038e0</w:t>
      </w:r>
    </w:p>
    <w:p w:rsidR="00E00D30" w:rsidRDefault="00E00D30" w:rsidP="00E00D30">
      <w:r>
        <w:t>602.4557</w:t>
      </w:r>
      <w:r>
        <w:tab/>
        <w:t>2.025e0</w:t>
      </w:r>
    </w:p>
    <w:p w:rsidR="00E00D30" w:rsidRDefault="00E00D30" w:rsidP="00E00D30">
      <w:r>
        <w:t>602.4596</w:t>
      </w:r>
      <w:r>
        <w:tab/>
        <w:t>3.038e0</w:t>
      </w:r>
    </w:p>
    <w:p w:rsidR="00E00D30" w:rsidRDefault="00E00D30" w:rsidP="00E00D30">
      <w:r>
        <w:t>602.4764</w:t>
      </w:r>
      <w:r>
        <w:tab/>
        <w:t>1.013e0</w:t>
      </w:r>
    </w:p>
    <w:p w:rsidR="00E00D30" w:rsidRDefault="00E00D30" w:rsidP="00E00D30">
      <w:r>
        <w:t>602.4934</w:t>
      </w:r>
      <w:r>
        <w:tab/>
        <w:t>2.025e0</w:t>
      </w:r>
    </w:p>
    <w:p w:rsidR="00E00D30" w:rsidRDefault="00E00D30" w:rsidP="00E00D30">
      <w:r>
        <w:t>602.4967</w:t>
      </w:r>
      <w:r>
        <w:tab/>
        <w:t>1.013e0</w:t>
      </w:r>
    </w:p>
    <w:p w:rsidR="00E00D30" w:rsidRDefault="00E00D30" w:rsidP="00E00D30">
      <w:r>
        <w:t>602.5280</w:t>
      </w:r>
      <w:r>
        <w:tab/>
        <w:t>1.013e0</w:t>
      </w:r>
    </w:p>
    <w:p w:rsidR="00E00D30" w:rsidRDefault="00E00D30" w:rsidP="00E00D30">
      <w:r>
        <w:t>602.5486</w:t>
      </w:r>
      <w:r>
        <w:tab/>
        <w:t>1.013e0</w:t>
      </w:r>
    </w:p>
    <w:p w:rsidR="00E00D30" w:rsidRDefault="00E00D30" w:rsidP="00E00D30">
      <w:r>
        <w:lastRenderedPageBreak/>
        <w:t>602.5641</w:t>
      </w:r>
      <w:r>
        <w:tab/>
        <w:t>3.038e0</w:t>
      </w:r>
    </w:p>
    <w:p w:rsidR="00E00D30" w:rsidRDefault="00E00D30" w:rsidP="00E00D30">
      <w:r>
        <w:t>602.5676</w:t>
      </w:r>
      <w:r>
        <w:tab/>
        <w:t>2.025e0</w:t>
      </w:r>
    </w:p>
    <w:p w:rsidR="00E00D30" w:rsidRDefault="00E00D30" w:rsidP="00E00D30">
      <w:r>
        <w:t>602.5804</w:t>
      </w:r>
      <w:r>
        <w:tab/>
        <w:t>1.013e0</w:t>
      </w:r>
    </w:p>
    <w:p w:rsidR="00E00D30" w:rsidRDefault="00E00D30" w:rsidP="00E00D30">
      <w:r>
        <w:t>602.5896</w:t>
      </w:r>
      <w:r>
        <w:tab/>
        <w:t>1.013e0</w:t>
      </w:r>
    </w:p>
    <w:p w:rsidR="00E00D30" w:rsidRDefault="00E00D30" w:rsidP="00E00D30">
      <w:r>
        <w:t>602.6103</w:t>
      </w:r>
      <w:r>
        <w:tab/>
        <w:t>1.013e0</w:t>
      </w:r>
    </w:p>
    <w:p w:rsidR="00E00D30" w:rsidRDefault="00E00D30" w:rsidP="00E00D30">
      <w:r>
        <w:t>602.6179</w:t>
      </w:r>
      <w:r>
        <w:tab/>
        <w:t>1.013e0</w:t>
      </w:r>
    </w:p>
    <w:p w:rsidR="00E00D30" w:rsidRDefault="00E00D30" w:rsidP="00E00D30">
      <w:r>
        <w:t>602.6209</w:t>
      </w:r>
      <w:r>
        <w:tab/>
        <w:t>1.013e0</w:t>
      </w:r>
    </w:p>
    <w:p w:rsidR="00E00D30" w:rsidRDefault="00E00D30" w:rsidP="00E00D30">
      <w:r>
        <w:t>602.6309</w:t>
      </w:r>
      <w:r>
        <w:tab/>
        <w:t>1.013e0</w:t>
      </w:r>
    </w:p>
    <w:p w:rsidR="00E00D30" w:rsidRDefault="00E00D30" w:rsidP="00E00D30">
      <w:r>
        <w:t>602.7411</w:t>
      </w:r>
      <w:r>
        <w:tab/>
        <w:t>1.013e0</w:t>
      </w:r>
    </w:p>
    <w:p w:rsidR="00E00D30" w:rsidRDefault="00E00D30" w:rsidP="00E00D30">
      <w:r>
        <w:t>602.7548</w:t>
      </w:r>
      <w:r>
        <w:tab/>
        <w:t>1.013e0</w:t>
      </w:r>
    </w:p>
    <w:p w:rsidR="00E00D30" w:rsidRDefault="00E00D30" w:rsidP="00E00D30">
      <w:r>
        <w:t>602.8171</w:t>
      </w:r>
      <w:r>
        <w:tab/>
        <w:t>1.013e0</w:t>
      </w:r>
    </w:p>
    <w:p w:rsidR="00E00D30" w:rsidRDefault="00E00D30" w:rsidP="00E00D30">
      <w:r>
        <w:t>602.8271</w:t>
      </w:r>
      <w:r>
        <w:tab/>
        <w:t>1.013e0</w:t>
      </w:r>
    </w:p>
    <w:p w:rsidR="00E00D30" w:rsidRDefault="00E00D30" w:rsidP="00E00D30">
      <w:r>
        <w:t>602.8315</w:t>
      </w:r>
      <w:r>
        <w:tab/>
        <w:t>1.013e0</w:t>
      </w:r>
    </w:p>
    <w:p w:rsidR="00E00D30" w:rsidRDefault="00E00D30" w:rsidP="00E00D30">
      <w:r>
        <w:t>602.8378</w:t>
      </w:r>
      <w:r>
        <w:tab/>
        <w:t>1.013e0</w:t>
      </w:r>
    </w:p>
    <w:p w:rsidR="00E00D30" w:rsidRDefault="00E00D30" w:rsidP="00E00D30">
      <w:r>
        <w:t>602.8473</w:t>
      </w:r>
      <w:r>
        <w:tab/>
        <w:t>4.051e0</w:t>
      </w:r>
    </w:p>
    <w:p w:rsidR="00E00D30" w:rsidRDefault="00E00D30" w:rsidP="00E00D30">
      <w:r>
        <w:t>602.8484</w:t>
      </w:r>
      <w:r>
        <w:tab/>
        <w:t>1.013e0</w:t>
      </w:r>
    </w:p>
    <w:p w:rsidR="00E00D30" w:rsidRDefault="00E00D30" w:rsidP="00E00D30">
      <w:r>
        <w:t>602.8997</w:t>
      </w:r>
      <w:r>
        <w:tab/>
        <w:t>1.013e0</w:t>
      </w:r>
    </w:p>
    <w:p w:rsidR="00E00D30" w:rsidRDefault="00E00D30" w:rsidP="00E00D30">
      <w:r>
        <w:t>602.9407</w:t>
      </w:r>
      <w:r>
        <w:tab/>
        <w:t>3.038e0</w:t>
      </w:r>
    </w:p>
    <w:p w:rsidR="00E00D30" w:rsidRDefault="00E00D30" w:rsidP="00E00D30">
      <w:r>
        <w:t>602.9692</w:t>
      </w:r>
      <w:r>
        <w:tab/>
        <w:t>2.025e0</w:t>
      </w:r>
    </w:p>
    <w:p w:rsidR="00E00D30" w:rsidRDefault="00E00D30" w:rsidP="00E00D30">
      <w:r>
        <w:lastRenderedPageBreak/>
        <w:t>603.0134</w:t>
      </w:r>
      <w:r>
        <w:tab/>
        <w:t>1.013e0</w:t>
      </w:r>
    </w:p>
    <w:p w:rsidR="00E00D30" w:rsidRDefault="00E00D30" w:rsidP="00E00D30">
      <w:r>
        <w:t>603.0440</w:t>
      </w:r>
      <w:r>
        <w:tab/>
        <w:t>1.013e0</w:t>
      </w:r>
    </w:p>
    <w:p w:rsidR="00E00D30" w:rsidRDefault="00E00D30" w:rsidP="00E00D30">
      <w:r>
        <w:t>603.0753</w:t>
      </w:r>
      <w:r>
        <w:tab/>
        <w:t>1.013e0</w:t>
      </w:r>
    </w:p>
    <w:p w:rsidR="00E00D30" w:rsidRDefault="00E00D30" w:rsidP="00E00D30">
      <w:r>
        <w:t>603.0785</w:t>
      </w:r>
      <w:r>
        <w:tab/>
        <w:t>1.013e0</w:t>
      </w:r>
    </w:p>
    <w:p w:rsidR="00E00D30" w:rsidRDefault="00E00D30" w:rsidP="00E00D30">
      <w:r>
        <w:t>603.1387</w:t>
      </w:r>
      <w:r>
        <w:tab/>
        <w:t>2.025e0</w:t>
      </w:r>
    </w:p>
    <w:p w:rsidR="00E00D30" w:rsidRDefault="00E00D30" w:rsidP="00E00D30">
      <w:r>
        <w:t>603.1577</w:t>
      </w:r>
      <w:r>
        <w:tab/>
        <w:t>1.013e0</w:t>
      </w:r>
    </w:p>
    <w:p w:rsidR="00E00D30" w:rsidRDefault="00E00D30" w:rsidP="00E00D30">
      <w:r>
        <w:t>603.1844</w:t>
      </w:r>
      <w:r>
        <w:tab/>
        <w:t>1.013e0</w:t>
      </w:r>
    </w:p>
    <w:p w:rsidR="00E00D30" w:rsidRDefault="00E00D30" w:rsidP="00E00D30">
      <w:r>
        <w:t>603.1871</w:t>
      </w:r>
      <w:r>
        <w:tab/>
        <w:t>1.217e0</w:t>
      </w:r>
    </w:p>
    <w:p w:rsidR="00E00D30" w:rsidRDefault="00E00D30" w:rsidP="00E00D30">
      <w:r>
        <w:t>603.2313</w:t>
      </w:r>
      <w:r>
        <w:tab/>
        <w:t>2.025e0</w:t>
      </w:r>
    </w:p>
    <w:p w:rsidR="00E00D30" w:rsidRDefault="00E00D30" w:rsidP="00E00D30">
      <w:r>
        <w:t>603.2407</w:t>
      </w:r>
      <w:r>
        <w:tab/>
        <w:t>1.013e0</w:t>
      </w:r>
    </w:p>
    <w:p w:rsidR="00E00D30" w:rsidRDefault="00E00D30" w:rsidP="00E00D30">
      <w:r>
        <w:t>603.2546</w:t>
      </w:r>
      <w:r>
        <w:tab/>
        <w:t>6.884e0</w:t>
      </w:r>
    </w:p>
    <w:p w:rsidR="00E00D30" w:rsidRDefault="00E00D30" w:rsidP="00E00D30">
      <w:r>
        <w:t>603.2828</w:t>
      </w:r>
      <w:r>
        <w:tab/>
        <w:t>2.025e0</w:t>
      </w:r>
    </w:p>
    <w:p w:rsidR="00E00D30" w:rsidRDefault="00E00D30" w:rsidP="00E00D30">
      <w:r>
        <w:t>603.2903</w:t>
      </w:r>
      <w:r>
        <w:tab/>
        <w:t>1.013e0</w:t>
      </w:r>
    </w:p>
    <w:p w:rsidR="00E00D30" w:rsidRDefault="00E00D30" w:rsidP="00E00D30">
      <w:r>
        <w:t>603.3229</w:t>
      </w:r>
      <w:r>
        <w:tab/>
        <w:t>3.763e0</w:t>
      </w:r>
    </w:p>
    <w:p w:rsidR="00E00D30" w:rsidRDefault="00E00D30" w:rsidP="00E00D30">
      <w:r>
        <w:t>603.3344</w:t>
      </w:r>
      <w:r>
        <w:tab/>
        <w:t>1.013e0</w:t>
      </w:r>
    </w:p>
    <w:p w:rsidR="00E00D30" w:rsidRDefault="00E00D30" w:rsidP="00E00D30">
      <w:r>
        <w:t>603.3365</w:t>
      </w:r>
      <w:r>
        <w:tab/>
        <w:t>1.309e1</w:t>
      </w:r>
    </w:p>
    <w:p w:rsidR="00E00D30" w:rsidRDefault="00E00D30" w:rsidP="00E00D30">
      <w:r>
        <w:t>603.3452</w:t>
      </w:r>
      <w:r>
        <w:tab/>
        <w:t>5.680e0</w:t>
      </w:r>
    </w:p>
    <w:p w:rsidR="00E00D30" w:rsidRDefault="00E00D30" w:rsidP="00E00D30">
      <w:r>
        <w:t>603.3499</w:t>
      </w:r>
      <w:r>
        <w:tab/>
        <w:t>2.025e0</w:t>
      </w:r>
    </w:p>
    <w:p w:rsidR="00E00D30" w:rsidRDefault="00E00D30" w:rsidP="00E00D30">
      <w:r>
        <w:t>603.3518</w:t>
      </w:r>
      <w:r>
        <w:tab/>
        <w:t>5.063e0</w:t>
      </w:r>
    </w:p>
    <w:p w:rsidR="00E00D30" w:rsidRDefault="00E00D30" w:rsidP="00E00D30">
      <w:r>
        <w:lastRenderedPageBreak/>
        <w:t>603.3690</w:t>
      </w:r>
      <w:r>
        <w:tab/>
        <w:t>7.089e0</w:t>
      </w:r>
    </w:p>
    <w:p w:rsidR="00E00D30" w:rsidRDefault="00E00D30" w:rsidP="00E00D30">
      <w:r>
        <w:t>603.3987</w:t>
      </w:r>
      <w:r>
        <w:tab/>
        <w:t>1.013e0</w:t>
      </w:r>
    </w:p>
    <w:p w:rsidR="00E00D30" w:rsidRDefault="00E00D30" w:rsidP="00E00D30">
      <w:r>
        <w:t>603.4164</w:t>
      </w:r>
      <w:r>
        <w:tab/>
        <w:t>1.013e0</w:t>
      </w:r>
    </w:p>
    <w:p w:rsidR="00E00D30" w:rsidRDefault="00E00D30" w:rsidP="00E00D30">
      <w:r>
        <w:t>603.4315</w:t>
      </w:r>
      <w:r>
        <w:tab/>
        <w:t>3.038e0</w:t>
      </w:r>
    </w:p>
    <w:p w:rsidR="00E00D30" w:rsidRDefault="00E00D30" w:rsidP="00E00D30">
      <w:r>
        <w:t>603.4506</w:t>
      </w:r>
      <w:r>
        <w:tab/>
        <w:t>1.013e0</w:t>
      </w:r>
    </w:p>
    <w:p w:rsidR="00E00D30" w:rsidRDefault="00E00D30" w:rsidP="00E00D30">
      <w:r>
        <w:t>603.4623</w:t>
      </w:r>
      <w:r>
        <w:tab/>
        <w:t>2.025e0</w:t>
      </w:r>
    </w:p>
    <w:p w:rsidR="00E00D30" w:rsidRDefault="00E00D30" w:rsidP="00E00D30">
      <w:r>
        <w:t>603.4675</w:t>
      </w:r>
      <w:r>
        <w:tab/>
        <w:t>1.013e0</w:t>
      </w:r>
    </w:p>
    <w:p w:rsidR="00E00D30" w:rsidRDefault="00E00D30" w:rsidP="00E00D30">
      <w:r>
        <w:t>603.5091</w:t>
      </w:r>
      <w:r>
        <w:tab/>
        <w:t>1.013e0</w:t>
      </w:r>
    </w:p>
    <w:p w:rsidR="00E00D30" w:rsidRDefault="00E00D30" w:rsidP="00E00D30">
      <w:r>
        <w:t>603.5198</w:t>
      </w:r>
      <w:r>
        <w:tab/>
        <w:t>1.013e0</w:t>
      </w:r>
    </w:p>
    <w:p w:rsidR="00E00D30" w:rsidRDefault="00E00D30" w:rsidP="00E00D30">
      <w:r>
        <w:t>603.5504</w:t>
      </w:r>
      <w:r>
        <w:tab/>
        <w:t>1.013e0</w:t>
      </w:r>
    </w:p>
    <w:p w:rsidR="00E00D30" w:rsidRDefault="00E00D30" w:rsidP="00E00D30">
      <w:r>
        <w:t>603.5634</w:t>
      </w:r>
      <w:r>
        <w:tab/>
        <w:t>5.063e0</w:t>
      </w:r>
    </w:p>
    <w:p w:rsidR="00E00D30" w:rsidRDefault="00E00D30" w:rsidP="00E00D30">
      <w:r>
        <w:t>603.6031</w:t>
      </w:r>
      <w:r>
        <w:tab/>
        <w:t>3.038e0</w:t>
      </w:r>
    </w:p>
    <w:p w:rsidR="00E00D30" w:rsidRDefault="00E00D30" w:rsidP="00E00D30">
      <w:r>
        <w:t>603.6102</w:t>
      </w:r>
      <w:r>
        <w:tab/>
        <w:t>1.013e0</w:t>
      </w:r>
    </w:p>
    <w:p w:rsidR="00E00D30" w:rsidRDefault="00E00D30" w:rsidP="00E00D30">
      <w:r>
        <w:t>603.6458</w:t>
      </w:r>
      <w:r>
        <w:tab/>
        <w:t>1.013e0</w:t>
      </w:r>
    </w:p>
    <w:p w:rsidR="00E00D30" w:rsidRDefault="00E00D30" w:rsidP="00E00D30">
      <w:r>
        <w:t>603.6542</w:t>
      </w:r>
      <w:r>
        <w:tab/>
        <w:t>1.013e0</w:t>
      </w:r>
    </w:p>
    <w:p w:rsidR="00E00D30" w:rsidRDefault="00E00D30" w:rsidP="00E00D30">
      <w:r>
        <w:t>603.6624</w:t>
      </w:r>
      <w:r>
        <w:tab/>
        <w:t>1.013e0</w:t>
      </w:r>
    </w:p>
    <w:p w:rsidR="00E00D30" w:rsidRDefault="00E00D30" w:rsidP="00E00D30">
      <w:r>
        <w:t>603.6952</w:t>
      </w:r>
      <w:r>
        <w:tab/>
        <w:t>2.025e0</w:t>
      </w:r>
    </w:p>
    <w:p w:rsidR="00E00D30" w:rsidRDefault="00E00D30" w:rsidP="00E00D30">
      <w:r>
        <w:t>603.7369</w:t>
      </w:r>
      <w:r>
        <w:tab/>
        <w:t>2.025e0</w:t>
      </w:r>
    </w:p>
    <w:p w:rsidR="00E00D30" w:rsidRDefault="00E00D30" w:rsidP="00E00D30">
      <w:r>
        <w:t>603.7687</w:t>
      </w:r>
      <w:r>
        <w:tab/>
        <w:t>1.013e0</w:t>
      </w:r>
    </w:p>
    <w:p w:rsidR="00E00D30" w:rsidRDefault="00E00D30" w:rsidP="00E00D30">
      <w:r>
        <w:lastRenderedPageBreak/>
        <w:t>603.7698</w:t>
      </w:r>
      <w:r>
        <w:tab/>
        <w:t>1.013e0</w:t>
      </w:r>
    </w:p>
    <w:p w:rsidR="00E00D30" w:rsidRDefault="00E00D30" w:rsidP="00E00D30">
      <w:r>
        <w:t>603.8048</w:t>
      </w:r>
      <w:r>
        <w:tab/>
        <w:t>3.038e0</w:t>
      </w:r>
    </w:p>
    <w:p w:rsidR="00E00D30" w:rsidRDefault="00E00D30" w:rsidP="00E00D30">
      <w:r>
        <w:t>603.8231</w:t>
      </w:r>
      <w:r>
        <w:tab/>
        <w:t>1.013e0</w:t>
      </w:r>
    </w:p>
    <w:p w:rsidR="00E00D30" w:rsidRDefault="00E00D30" w:rsidP="00E00D30">
      <w:r>
        <w:t>603.8917</w:t>
      </w:r>
      <w:r>
        <w:tab/>
        <w:t>1.013e0</w:t>
      </w:r>
    </w:p>
    <w:p w:rsidR="00E00D30" w:rsidRDefault="00E00D30" w:rsidP="00E00D30">
      <w:r>
        <w:t>603.9023</w:t>
      </w:r>
      <w:r>
        <w:tab/>
        <w:t>4.051e0</w:t>
      </w:r>
    </w:p>
    <w:p w:rsidR="00E00D30" w:rsidRDefault="00E00D30" w:rsidP="00E00D30">
      <w:r>
        <w:t>603.9287</w:t>
      </w:r>
      <w:r>
        <w:tab/>
        <w:t>1.013e0</w:t>
      </w:r>
    </w:p>
    <w:p w:rsidR="00E00D30" w:rsidRDefault="00E00D30" w:rsidP="00E00D30">
      <w:r>
        <w:t>603.9624</w:t>
      </w:r>
      <w:r>
        <w:tab/>
        <w:t>2.025e0</w:t>
      </w:r>
    </w:p>
    <w:p w:rsidR="00E00D30" w:rsidRDefault="00E00D30" w:rsidP="00E00D30">
      <w:r>
        <w:t>603.9650</w:t>
      </w:r>
      <w:r>
        <w:tab/>
        <w:t>1.013e0</w:t>
      </w:r>
    </w:p>
    <w:p w:rsidR="00E00D30" w:rsidRDefault="00E00D30" w:rsidP="00E00D30">
      <w:r>
        <w:t>603.9965</w:t>
      </w:r>
      <w:r>
        <w:tab/>
        <w:t>2.025e0</w:t>
      </w:r>
    </w:p>
    <w:p w:rsidR="00E00D30" w:rsidRDefault="00E00D30" w:rsidP="00E00D30">
      <w:r>
        <w:t>603.9996</w:t>
      </w:r>
      <w:r>
        <w:tab/>
        <w:t>1.013e0</w:t>
      </w:r>
    </w:p>
    <w:p w:rsidR="00E00D30" w:rsidRDefault="00E00D30" w:rsidP="00E00D30">
      <w:r>
        <w:t>604.0181</w:t>
      </w:r>
      <w:r>
        <w:tab/>
        <w:t>1.013e0</w:t>
      </w:r>
    </w:p>
    <w:p w:rsidR="00E00D30" w:rsidRDefault="00E00D30" w:rsidP="00E00D30">
      <w:r>
        <w:t>604.1070</w:t>
      </w:r>
      <w:r>
        <w:tab/>
        <w:t>2.025e0</w:t>
      </w:r>
    </w:p>
    <w:p w:rsidR="00E00D30" w:rsidRDefault="00E00D30" w:rsidP="00E00D30">
      <w:r>
        <w:t>604.1197</w:t>
      </w:r>
      <w:r>
        <w:tab/>
        <w:t>1.013e0</w:t>
      </w:r>
    </w:p>
    <w:p w:rsidR="00E00D30" w:rsidRDefault="00E00D30" w:rsidP="00E00D30">
      <w:r>
        <w:t>604.1677</w:t>
      </w:r>
      <w:r>
        <w:tab/>
        <w:t>2.025e0</w:t>
      </w:r>
    </w:p>
    <w:p w:rsidR="00E00D30" w:rsidRDefault="00E00D30" w:rsidP="00E00D30">
      <w:r>
        <w:t>604.1718</w:t>
      </w:r>
      <w:r>
        <w:tab/>
        <w:t>2.025e0</w:t>
      </w:r>
    </w:p>
    <w:p w:rsidR="00E00D30" w:rsidRDefault="00E00D30" w:rsidP="00E00D30">
      <w:r>
        <w:t>604.1793</w:t>
      </w:r>
      <w:r>
        <w:tab/>
        <w:t>3.038e0</w:t>
      </w:r>
    </w:p>
    <w:p w:rsidR="00E00D30" w:rsidRDefault="00E00D30" w:rsidP="00E00D30">
      <w:r>
        <w:t>604.1951</w:t>
      </w:r>
      <w:r>
        <w:tab/>
        <w:t>1.013e0</w:t>
      </w:r>
    </w:p>
    <w:p w:rsidR="00E00D30" w:rsidRDefault="00E00D30" w:rsidP="00E00D30">
      <w:r>
        <w:t>604.2166</w:t>
      </w:r>
      <w:r>
        <w:tab/>
        <w:t>4.051e0</w:t>
      </w:r>
    </w:p>
    <w:p w:rsidR="00E00D30" w:rsidRDefault="00E00D30" w:rsidP="00E00D30">
      <w:r>
        <w:t>604.2216</w:t>
      </w:r>
      <w:r>
        <w:tab/>
        <w:t>6.076e0</w:t>
      </w:r>
    </w:p>
    <w:p w:rsidR="00E00D30" w:rsidRDefault="00E00D30" w:rsidP="00E00D30">
      <w:r>
        <w:lastRenderedPageBreak/>
        <w:t>604.2310</w:t>
      </w:r>
      <w:r>
        <w:tab/>
        <w:t>2.025e0</w:t>
      </w:r>
    </w:p>
    <w:p w:rsidR="00E00D30" w:rsidRDefault="00E00D30" w:rsidP="00E00D30">
      <w:r>
        <w:t>604.2355</w:t>
      </w:r>
      <w:r>
        <w:tab/>
        <w:t>1.013e1</w:t>
      </w:r>
    </w:p>
    <w:p w:rsidR="00E00D30" w:rsidRDefault="00E00D30" w:rsidP="00E00D30">
      <w:r>
        <w:t>604.2538</w:t>
      </w:r>
      <w:r>
        <w:tab/>
        <w:t>1.013e0</w:t>
      </w:r>
    </w:p>
    <w:p w:rsidR="00E00D30" w:rsidRDefault="00E00D30" w:rsidP="00E00D30">
      <w:r>
        <w:t>604.2592</w:t>
      </w:r>
      <w:r>
        <w:tab/>
        <w:t>3.960e0</w:t>
      </w:r>
    </w:p>
    <w:p w:rsidR="00E00D30" w:rsidRDefault="00E00D30" w:rsidP="00E00D30">
      <w:r>
        <w:t>604.2917</w:t>
      </w:r>
      <w:r>
        <w:tab/>
        <w:t>2.025e0</w:t>
      </w:r>
    </w:p>
    <w:p w:rsidR="00E00D30" w:rsidRDefault="00E00D30" w:rsidP="00E00D30">
      <w:r>
        <w:t>604.3060</w:t>
      </w:r>
      <w:r>
        <w:tab/>
        <w:t>1.013e0</w:t>
      </w:r>
    </w:p>
    <w:p w:rsidR="00E00D30" w:rsidRDefault="00E00D30" w:rsidP="00E00D30">
      <w:r>
        <w:t>604.3140</w:t>
      </w:r>
      <w:r>
        <w:tab/>
        <w:t>2.887e0</w:t>
      </w:r>
    </w:p>
    <w:p w:rsidR="00E00D30" w:rsidRDefault="00E00D30" w:rsidP="00E00D30">
      <w:r>
        <w:t>604.3163</w:t>
      </w:r>
      <w:r>
        <w:tab/>
        <w:t>1.013e0</w:t>
      </w:r>
    </w:p>
    <w:p w:rsidR="00E00D30" w:rsidRDefault="00E00D30" w:rsidP="00E00D30">
      <w:r>
        <w:t>604.3386</w:t>
      </w:r>
      <w:r>
        <w:tab/>
        <w:t>8.273e0</w:t>
      </w:r>
    </w:p>
    <w:p w:rsidR="00E00D30" w:rsidRDefault="00E00D30" w:rsidP="00E00D30">
      <w:r>
        <w:t>604.3426</w:t>
      </w:r>
      <w:r>
        <w:tab/>
        <w:t>2.025e0</w:t>
      </w:r>
    </w:p>
    <w:p w:rsidR="00E00D30" w:rsidRDefault="00E00D30" w:rsidP="00E00D30">
      <w:r>
        <w:t>604.3647</w:t>
      </w:r>
      <w:r>
        <w:tab/>
        <w:t>7.875e0</w:t>
      </w:r>
    </w:p>
    <w:p w:rsidR="00E00D30" w:rsidRDefault="00E00D30" w:rsidP="00E00D30">
      <w:r>
        <w:t>604.3895</w:t>
      </w:r>
      <w:r>
        <w:tab/>
        <w:t>1.013e0</w:t>
      </w:r>
    </w:p>
    <w:p w:rsidR="00E00D30" w:rsidRDefault="00E00D30" w:rsidP="00E00D30">
      <w:r>
        <w:t>604.3912</w:t>
      </w:r>
      <w:r>
        <w:tab/>
        <w:t>4.565e0</w:t>
      </w:r>
    </w:p>
    <w:p w:rsidR="00E00D30" w:rsidRDefault="00E00D30" w:rsidP="00E00D30">
      <w:r>
        <w:t>604.3982</w:t>
      </w:r>
      <w:r>
        <w:tab/>
        <w:t>2.025e0</w:t>
      </w:r>
    </w:p>
    <w:p w:rsidR="00E00D30" w:rsidRDefault="00E00D30" w:rsidP="00E00D30">
      <w:r>
        <w:t>604.4185</w:t>
      </w:r>
      <w:r>
        <w:tab/>
        <w:t>3.038e0</w:t>
      </w:r>
    </w:p>
    <w:p w:rsidR="00E00D30" w:rsidRDefault="00E00D30" w:rsidP="00E00D30">
      <w:r>
        <w:t>604.4406</w:t>
      </w:r>
      <w:r>
        <w:tab/>
        <w:t>1.013e0</w:t>
      </w:r>
    </w:p>
    <w:p w:rsidR="00E00D30" w:rsidRDefault="00E00D30" w:rsidP="00E00D30">
      <w:r>
        <w:t>604.4816</w:t>
      </w:r>
      <w:r>
        <w:tab/>
        <w:t>1.013e0</w:t>
      </w:r>
    </w:p>
    <w:p w:rsidR="00E00D30" w:rsidRDefault="00E00D30" w:rsidP="00E00D30">
      <w:r>
        <w:t>604.5492</w:t>
      </w:r>
      <w:r>
        <w:tab/>
        <w:t>3.038e0</w:t>
      </w:r>
    </w:p>
    <w:p w:rsidR="00E00D30" w:rsidRDefault="00E00D30" w:rsidP="00E00D30">
      <w:r>
        <w:t>604.6136</w:t>
      </w:r>
      <w:r>
        <w:tab/>
        <w:t>2.025e0</w:t>
      </w:r>
    </w:p>
    <w:p w:rsidR="00E00D30" w:rsidRDefault="00E00D30" w:rsidP="00E00D30">
      <w:r>
        <w:lastRenderedPageBreak/>
        <w:t>604.6588</w:t>
      </w:r>
      <w:r>
        <w:tab/>
        <w:t>1.013e0</w:t>
      </w:r>
    </w:p>
    <w:p w:rsidR="00E00D30" w:rsidRDefault="00E00D30" w:rsidP="00E00D30">
      <w:r>
        <w:t>604.6790</w:t>
      </w:r>
      <w:r>
        <w:tab/>
        <w:t>2.025e0</w:t>
      </w:r>
    </w:p>
    <w:p w:rsidR="00E00D30" w:rsidRDefault="00E00D30" w:rsidP="00E00D30">
      <w:r>
        <w:t>604.6891</w:t>
      </w:r>
      <w:r>
        <w:tab/>
        <w:t>1.013e0</w:t>
      </w:r>
    </w:p>
    <w:p w:rsidR="00E00D30" w:rsidRDefault="00E00D30" w:rsidP="00E00D30">
      <w:r>
        <w:t>604.6994</w:t>
      </w:r>
      <w:r>
        <w:tab/>
        <w:t>2.025e0</w:t>
      </w:r>
    </w:p>
    <w:p w:rsidR="00E00D30" w:rsidRDefault="00E00D30" w:rsidP="00E00D30">
      <w:r>
        <w:t>604.7255</w:t>
      </w:r>
      <w:r>
        <w:tab/>
        <w:t>1.013e0</w:t>
      </w:r>
    </w:p>
    <w:p w:rsidR="00E00D30" w:rsidRDefault="00E00D30" w:rsidP="00E00D30">
      <w:r>
        <w:t>604.7512</w:t>
      </w:r>
      <w:r>
        <w:tab/>
        <w:t>1.013e0</w:t>
      </w:r>
    </w:p>
    <w:p w:rsidR="00E00D30" w:rsidRDefault="00E00D30" w:rsidP="00E00D30">
      <w:r>
        <w:t>604.7606</w:t>
      </w:r>
      <w:r>
        <w:tab/>
        <w:t>1.013e0</w:t>
      </w:r>
    </w:p>
    <w:p w:rsidR="00E00D30" w:rsidRDefault="00E00D30" w:rsidP="00E00D30">
      <w:r>
        <w:t>604.7745</w:t>
      </w:r>
      <w:r>
        <w:tab/>
        <w:t>3.038e0</w:t>
      </w:r>
    </w:p>
    <w:p w:rsidR="00E00D30" w:rsidRDefault="00E00D30" w:rsidP="00E00D30">
      <w:r>
        <w:t>604.7853</w:t>
      </w:r>
      <w:r>
        <w:tab/>
        <w:t>4.051e0</w:t>
      </w:r>
    </w:p>
    <w:p w:rsidR="00E00D30" w:rsidRDefault="00E00D30" w:rsidP="00E00D30">
      <w:r>
        <w:t>604.7968</w:t>
      </w:r>
      <w:r>
        <w:tab/>
        <w:t>1.013e0</w:t>
      </w:r>
    </w:p>
    <w:p w:rsidR="00E00D30" w:rsidRDefault="00E00D30" w:rsidP="00E00D30">
      <w:r>
        <w:t>604.8027</w:t>
      </w:r>
      <w:r>
        <w:tab/>
        <w:t>2.025e0</w:t>
      </w:r>
    </w:p>
    <w:p w:rsidR="00E00D30" w:rsidRDefault="00E00D30" w:rsidP="00E00D30">
      <w:r>
        <w:t>604.8130</w:t>
      </w:r>
      <w:r>
        <w:tab/>
        <w:t>1.013e0</w:t>
      </w:r>
    </w:p>
    <w:p w:rsidR="00E00D30" w:rsidRDefault="00E00D30" w:rsidP="00E00D30">
      <w:r>
        <w:t>604.8545</w:t>
      </w:r>
      <w:r>
        <w:tab/>
        <w:t>1.013e0</w:t>
      </w:r>
    </w:p>
    <w:p w:rsidR="00E00D30" w:rsidRDefault="00E00D30" w:rsidP="00E00D30">
      <w:r>
        <w:t>604.8646</w:t>
      </w:r>
      <w:r>
        <w:tab/>
        <w:t>2.025e0</w:t>
      </w:r>
    </w:p>
    <w:p w:rsidR="00E00D30" w:rsidRDefault="00E00D30" w:rsidP="00E00D30">
      <w:r>
        <w:t>604.8752</w:t>
      </w:r>
      <w:r>
        <w:tab/>
        <w:t>1.013e0</w:t>
      </w:r>
    </w:p>
    <w:p w:rsidR="00E00D30" w:rsidRDefault="00E00D30" w:rsidP="00E00D30">
      <w:r>
        <w:t>604.9218</w:t>
      </w:r>
      <w:r>
        <w:tab/>
        <w:t>1.013e0</w:t>
      </w:r>
    </w:p>
    <w:p w:rsidR="00E00D30" w:rsidRDefault="00E00D30" w:rsidP="00E00D30">
      <w:r>
        <w:t>604.9374</w:t>
      </w:r>
      <w:r>
        <w:tab/>
        <w:t>1.013e0</w:t>
      </w:r>
    </w:p>
    <w:p w:rsidR="00E00D30" w:rsidRDefault="00E00D30" w:rsidP="00E00D30">
      <w:r>
        <w:t>604.9695</w:t>
      </w:r>
      <w:r>
        <w:tab/>
        <w:t>1.013e0</w:t>
      </w:r>
    </w:p>
    <w:p w:rsidR="00E00D30" w:rsidRDefault="00E00D30" w:rsidP="00E00D30">
      <w:r>
        <w:t>604.9839</w:t>
      </w:r>
      <w:r>
        <w:tab/>
        <w:t>3.038e0</w:t>
      </w:r>
    </w:p>
    <w:p w:rsidR="00E00D30" w:rsidRDefault="00E00D30" w:rsidP="00E00D30">
      <w:r>
        <w:lastRenderedPageBreak/>
        <w:t>605.0264</w:t>
      </w:r>
      <w:r>
        <w:tab/>
        <w:t>1.013e0</w:t>
      </w:r>
    </w:p>
    <w:p w:rsidR="00E00D30" w:rsidRDefault="00E00D30" w:rsidP="00E00D30">
      <w:r>
        <w:t>605.0317</w:t>
      </w:r>
      <w:r>
        <w:tab/>
        <w:t>1.013e0</w:t>
      </w:r>
    </w:p>
    <w:p w:rsidR="00E00D30" w:rsidRDefault="00E00D30" w:rsidP="00E00D30">
      <w:r>
        <w:t>605.0517</w:t>
      </w:r>
      <w:r>
        <w:tab/>
        <w:t>1.013e0</w:t>
      </w:r>
    </w:p>
    <w:p w:rsidR="00E00D30" w:rsidRDefault="00E00D30" w:rsidP="00E00D30">
      <w:r>
        <w:t>605.0632</w:t>
      </w:r>
      <w:r>
        <w:tab/>
        <w:t>1.013e0</w:t>
      </w:r>
    </w:p>
    <w:p w:rsidR="00E00D30" w:rsidRDefault="00E00D30" w:rsidP="00E00D30">
      <w:r>
        <w:t>605.0721</w:t>
      </w:r>
      <w:r>
        <w:tab/>
        <w:t>1.013e0</w:t>
      </w:r>
    </w:p>
    <w:p w:rsidR="00E00D30" w:rsidRDefault="00E00D30" w:rsidP="00E00D30">
      <w:r>
        <w:t>605.0931</w:t>
      </w:r>
      <w:r>
        <w:tab/>
        <w:t>1.013e0</w:t>
      </w:r>
    </w:p>
    <w:p w:rsidR="00E00D30" w:rsidRDefault="00E00D30" w:rsidP="00E00D30">
      <w:r>
        <w:t>605.0983</w:t>
      </w:r>
      <w:r>
        <w:tab/>
        <w:t>2.025e0</w:t>
      </w:r>
    </w:p>
    <w:p w:rsidR="00E00D30" w:rsidRDefault="00E00D30" w:rsidP="00E00D30">
      <w:r>
        <w:t>605.1169</w:t>
      </w:r>
      <w:r>
        <w:tab/>
        <w:t>1.013e0</w:t>
      </w:r>
    </w:p>
    <w:p w:rsidR="00E00D30" w:rsidRDefault="00E00D30" w:rsidP="00E00D30">
      <w:r>
        <w:t>605.1656</w:t>
      </w:r>
      <w:r>
        <w:tab/>
        <w:t>1.013e0</w:t>
      </w:r>
    </w:p>
    <w:p w:rsidR="00E00D30" w:rsidRDefault="00E00D30" w:rsidP="00E00D30">
      <w:r>
        <w:t>605.1975</w:t>
      </w:r>
      <w:r>
        <w:tab/>
        <w:t>1.013e0</w:t>
      </w:r>
    </w:p>
    <w:p w:rsidR="00E00D30" w:rsidRDefault="00E00D30" w:rsidP="00E00D30">
      <w:r>
        <w:t>605.2072</w:t>
      </w:r>
      <w:r>
        <w:tab/>
        <w:t>2.025e0</w:t>
      </w:r>
    </w:p>
    <w:p w:rsidR="00E00D30" w:rsidRDefault="00E00D30" w:rsidP="00E00D30">
      <w:r>
        <w:t>605.2172</w:t>
      </w:r>
      <w:r>
        <w:tab/>
        <w:t>1.013e0</w:t>
      </w:r>
    </w:p>
    <w:p w:rsidR="00E00D30" w:rsidRDefault="00E00D30" w:rsidP="00E00D30">
      <w:r>
        <w:t>605.2273</w:t>
      </w:r>
      <w:r>
        <w:tab/>
        <w:t>3.038e0</w:t>
      </w:r>
    </w:p>
    <w:p w:rsidR="00E00D30" w:rsidRDefault="00E00D30" w:rsidP="00E00D30">
      <w:r>
        <w:t>605.2382</w:t>
      </w:r>
      <w:r>
        <w:tab/>
        <w:t>3.038e0</w:t>
      </w:r>
    </w:p>
    <w:p w:rsidR="00E00D30" w:rsidRDefault="00E00D30" w:rsidP="00E00D30">
      <w:r>
        <w:t>605.2399</w:t>
      </w:r>
      <w:r>
        <w:tab/>
        <w:t>3.038e0</w:t>
      </w:r>
    </w:p>
    <w:p w:rsidR="00E00D30" w:rsidRDefault="00E00D30" w:rsidP="00E00D30">
      <w:r>
        <w:t>605.2461</w:t>
      </w:r>
      <w:r>
        <w:tab/>
        <w:t>5.063e0</w:t>
      </w:r>
    </w:p>
    <w:p w:rsidR="00E00D30" w:rsidRDefault="00E00D30" w:rsidP="00E00D30">
      <w:r>
        <w:t>605.3088</w:t>
      </w:r>
      <w:r>
        <w:tab/>
        <w:t>3.038e0</w:t>
      </w:r>
    </w:p>
    <w:p w:rsidR="00E00D30" w:rsidRDefault="00E00D30" w:rsidP="00E00D30">
      <w:r>
        <w:t>605.3109</w:t>
      </w:r>
      <w:r>
        <w:tab/>
        <w:t>3.038e0</w:t>
      </w:r>
    </w:p>
    <w:p w:rsidR="00E00D30" w:rsidRDefault="00E00D30" w:rsidP="00E00D30">
      <w:r>
        <w:t>605.3180</w:t>
      </w:r>
      <w:r>
        <w:tab/>
        <w:t>4.813e0</w:t>
      </w:r>
    </w:p>
    <w:p w:rsidR="00E00D30" w:rsidRDefault="00E00D30" w:rsidP="00E00D30">
      <w:r>
        <w:lastRenderedPageBreak/>
        <w:t>605.3212</w:t>
      </w:r>
      <w:r>
        <w:tab/>
        <w:t>1.013e0</w:t>
      </w:r>
    </w:p>
    <w:p w:rsidR="00E00D30" w:rsidRDefault="00E00D30" w:rsidP="00E00D30">
      <w:r>
        <w:t>605.3312</w:t>
      </w:r>
      <w:r>
        <w:tab/>
        <w:t>1.013e0</w:t>
      </w:r>
    </w:p>
    <w:p w:rsidR="00E00D30" w:rsidRDefault="00E00D30" w:rsidP="00E00D30">
      <w:r>
        <w:t>605.3427</w:t>
      </w:r>
      <w:r>
        <w:tab/>
        <w:t>1.013e0</w:t>
      </w:r>
    </w:p>
    <w:p w:rsidR="00E00D30" w:rsidRDefault="00E00D30" w:rsidP="00E00D30">
      <w:r>
        <w:t>605.3613</w:t>
      </w:r>
      <w:r>
        <w:tab/>
        <w:t>5.430e0</w:t>
      </w:r>
    </w:p>
    <w:p w:rsidR="00E00D30" w:rsidRDefault="00E00D30" w:rsidP="00E00D30">
      <w:r>
        <w:t>605.3649</w:t>
      </w:r>
      <w:r>
        <w:tab/>
        <w:t>1.013e0</w:t>
      </w:r>
    </w:p>
    <w:p w:rsidR="00E00D30" w:rsidRDefault="00E00D30" w:rsidP="00E00D30">
      <w:r>
        <w:t>605.3831</w:t>
      </w:r>
      <w:r>
        <w:tab/>
        <w:t>1.013e0</w:t>
      </w:r>
    </w:p>
    <w:p w:rsidR="00E00D30" w:rsidRDefault="00E00D30" w:rsidP="00E00D30">
      <w:r>
        <w:t>605.3952</w:t>
      </w:r>
      <w:r>
        <w:tab/>
        <w:t>2.025e0</w:t>
      </w:r>
    </w:p>
    <w:p w:rsidR="00E00D30" w:rsidRDefault="00E00D30" w:rsidP="00E00D30">
      <w:r>
        <w:t>605.3996</w:t>
      </w:r>
      <w:r>
        <w:tab/>
        <w:t>2.025e0</w:t>
      </w:r>
    </w:p>
    <w:p w:rsidR="00E00D30" w:rsidRDefault="00E00D30" w:rsidP="00E00D30">
      <w:r>
        <w:t>605.4514</w:t>
      </w:r>
      <w:r>
        <w:tab/>
        <w:t>1.013e0</w:t>
      </w:r>
    </w:p>
    <w:p w:rsidR="00E00D30" w:rsidRDefault="00E00D30" w:rsidP="00E00D30">
      <w:r>
        <w:t>605.4563</w:t>
      </w:r>
      <w:r>
        <w:tab/>
        <w:t>6.076e0</w:t>
      </w:r>
    </w:p>
    <w:p w:rsidR="00E00D30" w:rsidRDefault="00E00D30" w:rsidP="00E00D30">
      <w:r>
        <w:t>605.4950</w:t>
      </w:r>
      <w:r>
        <w:tab/>
        <w:t>3.038e0</w:t>
      </w:r>
    </w:p>
    <w:p w:rsidR="00E00D30" w:rsidRDefault="00E00D30" w:rsidP="00E00D30">
      <w:r>
        <w:t>605.5226</w:t>
      </w:r>
      <w:r>
        <w:tab/>
        <w:t>1.013e0</w:t>
      </w:r>
    </w:p>
    <w:p w:rsidR="00E00D30" w:rsidRDefault="00E00D30" w:rsidP="00E00D30">
      <w:r>
        <w:t>605.5278</w:t>
      </w:r>
      <w:r>
        <w:tab/>
        <w:t>3.038e0</w:t>
      </w:r>
    </w:p>
    <w:p w:rsidR="00E00D30" w:rsidRDefault="00E00D30" w:rsidP="00E00D30">
      <w:r>
        <w:t>605.5289</w:t>
      </w:r>
      <w:r>
        <w:tab/>
        <w:t>2.025e0</w:t>
      </w:r>
    </w:p>
    <w:p w:rsidR="00E00D30" w:rsidRDefault="00E00D30" w:rsidP="00E00D30">
      <w:r>
        <w:t>605.5583</w:t>
      </w:r>
      <w:r>
        <w:tab/>
        <w:t>1.013e0</w:t>
      </w:r>
    </w:p>
    <w:p w:rsidR="00E00D30" w:rsidRDefault="00E00D30" w:rsidP="00E00D30">
      <w:r>
        <w:t>605.5905</w:t>
      </w:r>
      <w:r>
        <w:tab/>
        <w:t>1.013e0</w:t>
      </w:r>
    </w:p>
    <w:p w:rsidR="00E00D30" w:rsidRDefault="00E00D30" w:rsidP="00E00D30">
      <w:r>
        <w:t>605.6102</w:t>
      </w:r>
      <w:r>
        <w:tab/>
        <w:t>1.013e0</w:t>
      </w:r>
    </w:p>
    <w:p w:rsidR="00E00D30" w:rsidRDefault="00E00D30" w:rsidP="00E00D30">
      <w:r>
        <w:t>605.6631</w:t>
      </w:r>
      <w:r>
        <w:tab/>
        <w:t>1.013e0</w:t>
      </w:r>
    </w:p>
    <w:p w:rsidR="00E00D30" w:rsidRDefault="00E00D30" w:rsidP="00E00D30">
      <w:r>
        <w:t>605.6942</w:t>
      </w:r>
      <w:r>
        <w:tab/>
        <w:t>1.013e0</w:t>
      </w:r>
    </w:p>
    <w:p w:rsidR="00E00D30" w:rsidRDefault="00E00D30" w:rsidP="00E00D30">
      <w:r>
        <w:lastRenderedPageBreak/>
        <w:t>605.6953</w:t>
      </w:r>
      <w:r>
        <w:tab/>
        <w:t>1.013e0</w:t>
      </w:r>
    </w:p>
    <w:p w:rsidR="00E00D30" w:rsidRDefault="00E00D30" w:rsidP="00E00D30">
      <w:r>
        <w:t>605.7360</w:t>
      </w:r>
      <w:r>
        <w:tab/>
        <w:t>1.013e0</w:t>
      </w:r>
    </w:p>
    <w:p w:rsidR="00E00D30" w:rsidRDefault="00E00D30" w:rsidP="00E00D30">
      <w:r>
        <w:t>605.7877</w:t>
      </w:r>
      <w:r>
        <w:tab/>
        <w:t>1.013e0</w:t>
      </w:r>
    </w:p>
    <w:p w:rsidR="00E00D30" w:rsidRDefault="00E00D30" w:rsidP="00E00D30">
      <w:r>
        <w:t>605.7888</w:t>
      </w:r>
      <w:r>
        <w:tab/>
        <w:t>1.013e0</w:t>
      </w:r>
    </w:p>
    <w:p w:rsidR="00E00D30" w:rsidRDefault="00E00D30" w:rsidP="00E00D30">
      <w:r>
        <w:t>605.7979</w:t>
      </w:r>
      <w:r>
        <w:tab/>
        <w:t>1.013e0</w:t>
      </w:r>
    </w:p>
    <w:p w:rsidR="00E00D30" w:rsidRDefault="00E00D30" w:rsidP="00E00D30">
      <w:r>
        <w:t>605.8190</w:t>
      </w:r>
      <w:r>
        <w:tab/>
        <w:t>1.013e0</w:t>
      </w:r>
    </w:p>
    <w:p w:rsidR="00E00D30" w:rsidRDefault="00E00D30" w:rsidP="00E00D30">
      <w:r>
        <w:t>605.8246</w:t>
      </w:r>
      <w:r>
        <w:tab/>
        <w:t>1.013e0</w:t>
      </w:r>
    </w:p>
    <w:p w:rsidR="00E00D30" w:rsidRDefault="00E00D30" w:rsidP="00E00D30">
      <w:r>
        <w:t>605.8377</w:t>
      </w:r>
      <w:r>
        <w:tab/>
        <w:t>3.038e0</w:t>
      </w:r>
    </w:p>
    <w:p w:rsidR="00E00D30" w:rsidRDefault="00E00D30" w:rsidP="00E00D30">
      <w:r>
        <w:t>605.8604</w:t>
      </w:r>
      <w:r>
        <w:tab/>
        <w:t>2.025e0</w:t>
      </w:r>
    </w:p>
    <w:p w:rsidR="00E00D30" w:rsidRDefault="00E00D30" w:rsidP="00E00D30">
      <w:r>
        <w:t>605.9114</w:t>
      </w:r>
      <w:r>
        <w:tab/>
        <w:t>2.025e0</w:t>
      </w:r>
    </w:p>
    <w:p w:rsidR="00E00D30" w:rsidRDefault="00E00D30" w:rsidP="00E00D30">
      <w:r>
        <w:t>605.9384</w:t>
      </w:r>
      <w:r>
        <w:tab/>
        <w:t>2.025e0</w:t>
      </w:r>
    </w:p>
    <w:p w:rsidR="00E00D30" w:rsidRDefault="00E00D30" w:rsidP="00E00D30">
      <w:r>
        <w:t>605.9474</w:t>
      </w:r>
      <w:r>
        <w:tab/>
        <w:t>2.025e0</w:t>
      </w:r>
    </w:p>
    <w:p w:rsidR="00E00D30" w:rsidRDefault="00E00D30" w:rsidP="00E00D30">
      <w:r>
        <w:t>605.9832</w:t>
      </w:r>
      <w:r>
        <w:tab/>
        <w:t>1.013e0</w:t>
      </w:r>
    </w:p>
    <w:p w:rsidR="00E00D30" w:rsidRDefault="00E00D30" w:rsidP="00E00D30">
      <w:r>
        <w:t>605.9847</w:t>
      </w:r>
      <w:r>
        <w:tab/>
        <w:t>1.013e0</w:t>
      </w:r>
    </w:p>
    <w:p w:rsidR="00E00D30" w:rsidRDefault="00E00D30" w:rsidP="00E00D30">
      <w:r>
        <w:t>606.0007</w:t>
      </w:r>
      <w:r>
        <w:tab/>
        <w:t>2.025e0</w:t>
      </w:r>
    </w:p>
    <w:p w:rsidR="00E00D30" w:rsidRDefault="00E00D30" w:rsidP="00E00D30">
      <w:r>
        <w:t>606.0058</w:t>
      </w:r>
      <w:r>
        <w:tab/>
        <w:t>1.013e0</w:t>
      </w:r>
    </w:p>
    <w:p w:rsidR="00E00D30" w:rsidRDefault="00E00D30" w:rsidP="00E00D30">
      <w:r>
        <w:t>606.0717</w:t>
      </w:r>
      <w:r>
        <w:tab/>
        <w:t>1.013e0</w:t>
      </w:r>
    </w:p>
    <w:p w:rsidR="00E00D30" w:rsidRDefault="00E00D30" w:rsidP="00E00D30">
      <w:r>
        <w:t>606.0992</w:t>
      </w:r>
      <w:r>
        <w:tab/>
        <w:t>1.013e0</w:t>
      </w:r>
    </w:p>
    <w:p w:rsidR="00E00D30" w:rsidRDefault="00E00D30" w:rsidP="00E00D30">
      <w:r>
        <w:t>606.1196</w:t>
      </w:r>
      <w:r>
        <w:tab/>
        <w:t>1.013e0</w:t>
      </w:r>
    </w:p>
    <w:p w:rsidR="00E00D30" w:rsidRDefault="00E00D30" w:rsidP="00E00D30">
      <w:r>
        <w:lastRenderedPageBreak/>
        <w:t>606.1364</w:t>
      </w:r>
      <w:r>
        <w:tab/>
        <w:t>3.038e0</w:t>
      </w:r>
    </w:p>
    <w:p w:rsidR="00E00D30" w:rsidRDefault="00E00D30" w:rsidP="00E00D30">
      <w:r>
        <w:t>606.1510</w:t>
      </w:r>
      <w:r>
        <w:tab/>
        <w:t>2.025e0</w:t>
      </w:r>
    </w:p>
    <w:p w:rsidR="00E00D30" w:rsidRDefault="00E00D30" w:rsidP="00E00D30">
      <w:r>
        <w:t>606.1727</w:t>
      </w:r>
      <w:r>
        <w:tab/>
        <w:t>3.038e0</w:t>
      </w:r>
    </w:p>
    <w:p w:rsidR="00E00D30" w:rsidRDefault="00E00D30" w:rsidP="00E00D30">
      <w:r>
        <w:t>606.1755</w:t>
      </w:r>
      <w:r>
        <w:tab/>
        <w:t>3.038e0</w:t>
      </w:r>
    </w:p>
    <w:p w:rsidR="00E00D30" w:rsidRDefault="00E00D30" w:rsidP="00E00D30">
      <w:r>
        <w:t>606.2136</w:t>
      </w:r>
      <w:r>
        <w:tab/>
        <w:t>1.013e0</w:t>
      </w:r>
    </w:p>
    <w:p w:rsidR="00E00D30" w:rsidRDefault="00E00D30" w:rsidP="00E00D30">
      <w:r>
        <w:t>606.2238</w:t>
      </w:r>
      <w:r>
        <w:tab/>
        <w:t>1.013e0</w:t>
      </w:r>
    </w:p>
    <w:p w:rsidR="00E00D30" w:rsidRDefault="00E00D30" w:rsidP="00E00D30">
      <w:r>
        <w:t>606.2297</w:t>
      </w:r>
      <w:r>
        <w:tab/>
        <w:t>4.051e0</w:t>
      </w:r>
    </w:p>
    <w:p w:rsidR="00E00D30" w:rsidRDefault="00E00D30" w:rsidP="00E00D30">
      <w:r>
        <w:t>606.2998</w:t>
      </w:r>
      <w:r>
        <w:tab/>
        <w:t>1.867e0</w:t>
      </w:r>
    </w:p>
    <w:p w:rsidR="00E00D30" w:rsidRDefault="00E00D30" w:rsidP="00E00D30">
      <w:r>
        <w:t>606.3066</w:t>
      </w:r>
      <w:r>
        <w:tab/>
        <w:t>2.025e0</w:t>
      </w:r>
    </w:p>
    <w:p w:rsidR="00E00D30" w:rsidRDefault="00E00D30" w:rsidP="00E00D30">
      <w:r>
        <w:t>606.3165</w:t>
      </w:r>
      <w:r>
        <w:tab/>
        <w:t>2.025e0</w:t>
      </w:r>
    </w:p>
    <w:p w:rsidR="00E00D30" w:rsidRDefault="00E00D30" w:rsidP="00E00D30">
      <w:r>
        <w:t>606.3204</w:t>
      </w:r>
      <w:r>
        <w:tab/>
        <w:t>6.371e0</w:t>
      </w:r>
    </w:p>
    <w:p w:rsidR="00E00D30" w:rsidRDefault="00E00D30" w:rsidP="00E00D30">
      <w:r>
        <w:t>606.3325</w:t>
      </w:r>
      <w:r>
        <w:tab/>
        <w:t>4.051e0</w:t>
      </w:r>
    </w:p>
    <w:p w:rsidR="00E00D30" w:rsidRDefault="00E00D30" w:rsidP="00E00D30">
      <w:r>
        <w:t>606.3729</w:t>
      </w:r>
      <w:r>
        <w:tab/>
        <w:t>2.025e0</w:t>
      </w:r>
    </w:p>
    <w:p w:rsidR="00E00D30" w:rsidRDefault="00E00D30" w:rsidP="00E00D30">
      <w:r>
        <w:t>606.3743</w:t>
      </w:r>
      <w:r>
        <w:tab/>
        <w:t>4.051e0</w:t>
      </w:r>
    </w:p>
    <w:p w:rsidR="00E00D30" w:rsidRDefault="00E00D30" w:rsidP="00E00D30">
      <w:r>
        <w:t>606.3910</w:t>
      </w:r>
      <w:r>
        <w:tab/>
        <w:t>4.001e0</w:t>
      </w:r>
    </w:p>
    <w:p w:rsidR="00E00D30" w:rsidRDefault="00E00D30" w:rsidP="00E00D30">
      <w:r>
        <w:t>606.4011</w:t>
      </w:r>
      <w:r>
        <w:tab/>
        <w:t>1.013e0</w:t>
      </w:r>
    </w:p>
    <w:p w:rsidR="00E00D30" w:rsidRDefault="00E00D30" w:rsidP="00E00D30">
      <w:r>
        <w:t>606.4429</w:t>
      </w:r>
      <w:r>
        <w:tab/>
        <w:t>3.038e0</w:t>
      </w:r>
    </w:p>
    <w:p w:rsidR="00E00D30" w:rsidRDefault="00E00D30" w:rsidP="00E00D30">
      <w:r>
        <w:t>606.4462</w:t>
      </w:r>
      <w:r>
        <w:tab/>
        <w:t>3.087e0</w:t>
      </w:r>
    </w:p>
    <w:p w:rsidR="00E00D30" w:rsidRDefault="00E00D30" w:rsidP="00E00D30">
      <w:r>
        <w:t>606.4564</w:t>
      </w:r>
      <w:r>
        <w:tab/>
        <w:t>6.076e0</w:t>
      </w:r>
    </w:p>
    <w:p w:rsidR="00E00D30" w:rsidRDefault="00E00D30" w:rsidP="00E00D30">
      <w:r>
        <w:lastRenderedPageBreak/>
        <w:t>606.4593</w:t>
      </w:r>
      <w:r>
        <w:tab/>
        <w:t>4.051e0</w:t>
      </w:r>
    </w:p>
    <w:p w:rsidR="00E00D30" w:rsidRDefault="00E00D30" w:rsidP="00E00D30">
      <w:r>
        <w:t>606.4603</w:t>
      </w:r>
      <w:r>
        <w:tab/>
        <w:t>1.013e0</w:t>
      </w:r>
    </w:p>
    <w:p w:rsidR="00E00D30" w:rsidRDefault="00E00D30" w:rsidP="00E00D30">
      <w:r>
        <w:t>606.4636</w:t>
      </w:r>
      <w:r>
        <w:tab/>
        <w:t>2.025e0</w:t>
      </w:r>
    </w:p>
    <w:p w:rsidR="00E00D30" w:rsidRDefault="00E00D30" w:rsidP="00E00D30">
      <w:r>
        <w:t>606.5672</w:t>
      </w:r>
      <w:r>
        <w:tab/>
        <w:t>1.013e0</w:t>
      </w:r>
    </w:p>
    <w:p w:rsidR="00E00D30" w:rsidRDefault="00E00D30" w:rsidP="00E00D30">
      <w:r>
        <w:t>606.5768</w:t>
      </w:r>
      <w:r>
        <w:tab/>
        <w:t>1.013e0</w:t>
      </w:r>
    </w:p>
    <w:p w:rsidR="00E00D30" w:rsidRDefault="00E00D30" w:rsidP="00E00D30">
      <w:r>
        <w:t>606.5842</w:t>
      </w:r>
      <w:r>
        <w:tab/>
        <w:t>2.025e0</w:t>
      </w:r>
    </w:p>
    <w:p w:rsidR="00E00D30" w:rsidRDefault="00E00D30" w:rsidP="00E00D30">
      <w:r>
        <w:t>606.5973</w:t>
      </w:r>
      <w:r>
        <w:tab/>
        <w:t>1.013e0</w:t>
      </w:r>
    </w:p>
    <w:p w:rsidR="00E00D30" w:rsidRDefault="00E00D30" w:rsidP="00E00D30">
      <w:r>
        <w:t>606.6551</w:t>
      </w:r>
      <w:r>
        <w:tab/>
        <w:t>1.013e0</w:t>
      </w:r>
    </w:p>
    <w:p w:rsidR="00E00D30" w:rsidRDefault="00E00D30" w:rsidP="00E00D30">
      <w:r>
        <w:t>606.6700</w:t>
      </w:r>
      <w:r>
        <w:tab/>
        <w:t>1.013e0</w:t>
      </w:r>
    </w:p>
    <w:p w:rsidR="00E00D30" w:rsidRDefault="00E00D30" w:rsidP="00E00D30">
      <w:r>
        <w:t>606.7015</w:t>
      </w:r>
      <w:r>
        <w:tab/>
        <w:t>2.025e0</w:t>
      </w:r>
    </w:p>
    <w:p w:rsidR="00E00D30" w:rsidRDefault="00E00D30" w:rsidP="00E00D30">
      <w:r>
        <w:t>606.7335</w:t>
      </w:r>
      <w:r>
        <w:tab/>
        <w:t>1.013e0</w:t>
      </w:r>
    </w:p>
    <w:p w:rsidR="00E00D30" w:rsidRDefault="00E00D30" w:rsidP="00E00D30">
      <w:r>
        <w:t>606.7742</w:t>
      </w:r>
      <w:r>
        <w:tab/>
        <w:t>2.025e0</w:t>
      </w:r>
    </w:p>
    <w:p w:rsidR="00E00D30" w:rsidRDefault="00E00D30" w:rsidP="00E00D30">
      <w:r>
        <w:t>606.7838</w:t>
      </w:r>
      <w:r>
        <w:tab/>
        <w:t>2.025e0</w:t>
      </w:r>
    </w:p>
    <w:p w:rsidR="00E00D30" w:rsidRDefault="00E00D30" w:rsidP="00E00D30">
      <w:r>
        <w:t>606.7986</w:t>
      </w:r>
      <w:r>
        <w:tab/>
        <w:t>1.013e0</w:t>
      </w:r>
    </w:p>
    <w:p w:rsidR="00E00D30" w:rsidRDefault="00E00D30" w:rsidP="00E00D30">
      <w:r>
        <w:t>606.8022</w:t>
      </w:r>
      <w:r>
        <w:tab/>
        <w:t>2.025e0</w:t>
      </w:r>
    </w:p>
    <w:p w:rsidR="00E00D30" w:rsidRDefault="00E00D30" w:rsidP="00E00D30">
      <w:r>
        <w:t>606.8620</w:t>
      </w:r>
      <w:r>
        <w:tab/>
        <w:t>2.025e0</w:t>
      </w:r>
    </w:p>
    <w:p w:rsidR="00E00D30" w:rsidRDefault="00E00D30" w:rsidP="00E00D30">
      <w:r>
        <w:t>606.8691</w:t>
      </w:r>
      <w:r>
        <w:tab/>
        <w:t>5.063e0</w:t>
      </w:r>
    </w:p>
    <w:p w:rsidR="00E00D30" w:rsidRDefault="00E00D30" w:rsidP="00E00D30">
      <w:r>
        <w:t>606.8745</w:t>
      </w:r>
      <w:r>
        <w:tab/>
        <w:t>2.025e0</w:t>
      </w:r>
    </w:p>
    <w:p w:rsidR="00E00D30" w:rsidRDefault="00E00D30" w:rsidP="00E00D30">
      <w:r>
        <w:t>606.9214</w:t>
      </w:r>
      <w:r>
        <w:tab/>
        <w:t>1.013e0</w:t>
      </w:r>
    </w:p>
    <w:p w:rsidR="00E00D30" w:rsidRDefault="00E00D30" w:rsidP="00E00D30">
      <w:r>
        <w:lastRenderedPageBreak/>
        <w:t>606.9510</w:t>
      </w:r>
      <w:r>
        <w:tab/>
        <w:t>3.038e0</w:t>
      </w:r>
    </w:p>
    <w:p w:rsidR="00E00D30" w:rsidRDefault="00E00D30" w:rsidP="00E00D30">
      <w:r>
        <w:t>606.9818</w:t>
      </w:r>
      <w:r>
        <w:tab/>
        <w:t>2.025e0</w:t>
      </w:r>
    </w:p>
    <w:p w:rsidR="00E00D30" w:rsidRDefault="00E00D30" w:rsidP="00E00D30">
      <w:r>
        <w:t>606.9911</w:t>
      </w:r>
      <w:r>
        <w:tab/>
        <w:t>1.013e0</w:t>
      </w:r>
    </w:p>
    <w:p w:rsidR="00E00D30" w:rsidRDefault="00E00D30" w:rsidP="00E00D30">
      <w:r>
        <w:t>606.9922</w:t>
      </w:r>
      <w:r>
        <w:tab/>
        <w:t>2.025e0</w:t>
      </w:r>
    </w:p>
    <w:p w:rsidR="00E00D30" w:rsidRDefault="00E00D30" w:rsidP="00E00D30">
      <w:r>
        <w:t>606.9933</w:t>
      </w:r>
      <w:r>
        <w:tab/>
        <w:t>1.013e0</w:t>
      </w:r>
    </w:p>
    <w:p w:rsidR="00E00D30" w:rsidRDefault="00E00D30" w:rsidP="00E00D30">
      <w:r>
        <w:t>607.0545</w:t>
      </w:r>
      <w:r>
        <w:tab/>
        <w:t>1.013e0</w:t>
      </w:r>
    </w:p>
    <w:p w:rsidR="00E00D30" w:rsidRDefault="00E00D30" w:rsidP="00E00D30">
      <w:r>
        <w:t>607.0625</w:t>
      </w:r>
      <w:r>
        <w:tab/>
        <w:t>2.025e0</w:t>
      </w:r>
    </w:p>
    <w:p w:rsidR="00E00D30" w:rsidRDefault="00E00D30" w:rsidP="00E00D30">
      <w:r>
        <w:t>607.0697</w:t>
      </w:r>
      <w:r>
        <w:tab/>
        <w:t>2.025e0</w:t>
      </w:r>
    </w:p>
    <w:p w:rsidR="00E00D30" w:rsidRDefault="00E00D30" w:rsidP="00E00D30">
      <w:r>
        <w:t>607.0804</w:t>
      </w:r>
      <w:r>
        <w:tab/>
        <w:t>1.013e0</w:t>
      </w:r>
    </w:p>
    <w:p w:rsidR="00E00D30" w:rsidRDefault="00E00D30" w:rsidP="00E00D30">
      <w:r>
        <w:t>607.0964</w:t>
      </w:r>
      <w:r>
        <w:tab/>
        <w:t>2.025e0</w:t>
      </w:r>
    </w:p>
    <w:p w:rsidR="00E00D30" w:rsidRDefault="00E00D30" w:rsidP="00E00D30">
      <w:r>
        <w:t>607.1172</w:t>
      </w:r>
      <w:r>
        <w:tab/>
        <w:t>1.013e0</w:t>
      </w:r>
    </w:p>
    <w:p w:rsidR="00E00D30" w:rsidRDefault="00E00D30" w:rsidP="00E00D30">
      <w:r>
        <w:t>607.1240</w:t>
      </w:r>
      <w:r>
        <w:tab/>
        <w:t>2.025e0</w:t>
      </w:r>
    </w:p>
    <w:p w:rsidR="00E00D30" w:rsidRDefault="00E00D30" w:rsidP="00E00D30">
      <w:r>
        <w:t>607.1479</w:t>
      </w:r>
      <w:r>
        <w:tab/>
        <w:t>2.025e0</w:t>
      </w:r>
    </w:p>
    <w:p w:rsidR="00E00D30" w:rsidRDefault="00E00D30" w:rsidP="00E00D30">
      <w:r>
        <w:t>607.1505</w:t>
      </w:r>
      <w:r>
        <w:tab/>
        <w:t>3.038e0</w:t>
      </w:r>
    </w:p>
    <w:p w:rsidR="00E00D30" w:rsidRDefault="00E00D30" w:rsidP="00E00D30">
      <w:r>
        <w:t>607.1585</w:t>
      </w:r>
      <w:r>
        <w:tab/>
        <w:t>1.013e0</w:t>
      </w:r>
    </w:p>
    <w:p w:rsidR="00E00D30" w:rsidRDefault="00E00D30" w:rsidP="00E00D30">
      <w:r>
        <w:t>607.1681</w:t>
      </w:r>
      <w:r>
        <w:tab/>
        <w:t>1.013e0</w:t>
      </w:r>
    </w:p>
    <w:p w:rsidR="00E00D30" w:rsidRDefault="00E00D30" w:rsidP="00E00D30">
      <w:r>
        <w:t>607.1692</w:t>
      </w:r>
      <w:r>
        <w:tab/>
        <w:t>1.013e0</w:t>
      </w:r>
    </w:p>
    <w:p w:rsidR="00E00D30" w:rsidRDefault="00E00D30" w:rsidP="00E00D30">
      <w:r>
        <w:t>607.1953</w:t>
      </w:r>
      <w:r>
        <w:tab/>
        <w:t>2.025e0</w:t>
      </w:r>
    </w:p>
    <w:p w:rsidR="00E00D30" w:rsidRDefault="00E00D30" w:rsidP="00E00D30">
      <w:r>
        <w:t>607.2226</w:t>
      </w:r>
      <w:r>
        <w:tab/>
        <w:t>1.013e0</w:t>
      </w:r>
    </w:p>
    <w:p w:rsidR="00E00D30" w:rsidRDefault="00E00D30" w:rsidP="00E00D30">
      <w:r>
        <w:lastRenderedPageBreak/>
        <w:t>607.2444</w:t>
      </w:r>
      <w:r>
        <w:tab/>
        <w:t>3.038e0</w:t>
      </w:r>
    </w:p>
    <w:p w:rsidR="00E00D30" w:rsidRDefault="00E00D30" w:rsidP="00E00D30">
      <w:r>
        <w:t>607.2662</w:t>
      </w:r>
      <w:r>
        <w:tab/>
        <w:t>2.025e0</w:t>
      </w:r>
    </w:p>
    <w:p w:rsidR="00E00D30" w:rsidRDefault="00E00D30" w:rsidP="00E00D30">
      <w:r>
        <w:t>607.2880</w:t>
      </w:r>
      <w:r>
        <w:tab/>
        <w:t>2.025e0</w:t>
      </w:r>
    </w:p>
    <w:p w:rsidR="00E00D30" w:rsidRDefault="00E00D30" w:rsidP="00E00D30">
      <w:r>
        <w:t>607.2950</w:t>
      </w:r>
      <w:r>
        <w:tab/>
        <w:t>2.025e0</w:t>
      </w:r>
    </w:p>
    <w:p w:rsidR="00E00D30" w:rsidRDefault="00E00D30" w:rsidP="00E00D30">
      <w:r>
        <w:t>607.3033</w:t>
      </w:r>
      <w:r>
        <w:tab/>
        <w:t>3.038e0</w:t>
      </w:r>
    </w:p>
    <w:p w:rsidR="00E00D30" w:rsidRDefault="00E00D30" w:rsidP="00E00D30">
      <w:r>
        <w:t>607.3084</w:t>
      </w:r>
      <w:r>
        <w:tab/>
        <w:t>3.038e0</w:t>
      </w:r>
    </w:p>
    <w:p w:rsidR="00E00D30" w:rsidRDefault="00E00D30" w:rsidP="00E00D30">
      <w:r>
        <w:t>607.3252</w:t>
      </w:r>
      <w:r>
        <w:tab/>
        <w:t>1.013e0</w:t>
      </w:r>
    </w:p>
    <w:p w:rsidR="00E00D30" w:rsidRDefault="00E00D30" w:rsidP="00E00D30">
      <w:r>
        <w:t>607.3381</w:t>
      </w:r>
      <w:r>
        <w:tab/>
        <w:t>5.157e0</w:t>
      </w:r>
    </w:p>
    <w:p w:rsidR="00E00D30" w:rsidRDefault="00E00D30" w:rsidP="00E00D30">
      <w:r>
        <w:t>607.3667</w:t>
      </w:r>
      <w:r>
        <w:tab/>
        <w:t>3.038e0</w:t>
      </w:r>
    </w:p>
    <w:p w:rsidR="00E00D30" w:rsidRDefault="00E00D30" w:rsidP="00E00D30">
      <w:r>
        <w:t>607.3772</w:t>
      </w:r>
      <w:r>
        <w:tab/>
        <w:t>1.013e0</w:t>
      </w:r>
    </w:p>
    <w:p w:rsidR="00E00D30" w:rsidRDefault="00E00D30" w:rsidP="00E00D30">
      <w:r>
        <w:t>607.3876</w:t>
      </w:r>
      <w:r>
        <w:tab/>
        <w:t>1.013e0</w:t>
      </w:r>
    </w:p>
    <w:p w:rsidR="00E00D30" w:rsidRDefault="00E00D30" w:rsidP="00E00D30">
      <w:r>
        <w:t>607.3911</w:t>
      </w:r>
      <w:r>
        <w:tab/>
        <w:t>3.038e0</w:t>
      </w:r>
    </w:p>
    <w:p w:rsidR="00E00D30" w:rsidRDefault="00E00D30" w:rsidP="00E00D30">
      <w:r>
        <w:t>607.4091</w:t>
      </w:r>
      <w:r>
        <w:tab/>
        <w:t>1.013e0</w:t>
      </w:r>
    </w:p>
    <w:p w:rsidR="00E00D30" w:rsidRDefault="00E00D30" w:rsidP="00E00D30">
      <w:r>
        <w:t>607.4166</w:t>
      </w:r>
      <w:r>
        <w:tab/>
        <w:t>3.038e0</w:t>
      </w:r>
    </w:p>
    <w:p w:rsidR="00E00D30" w:rsidRDefault="00E00D30" w:rsidP="00E00D30">
      <w:r>
        <w:t>607.4188</w:t>
      </w:r>
      <w:r>
        <w:tab/>
        <w:t>2.025e0</w:t>
      </w:r>
    </w:p>
    <w:p w:rsidR="00E00D30" w:rsidRDefault="00E00D30" w:rsidP="00E00D30">
      <w:r>
        <w:t>607.4342</w:t>
      </w:r>
      <w:r>
        <w:tab/>
        <w:t>1.013e0</w:t>
      </w:r>
    </w:p>
    <w:p w:rsidR="00E00D30" w:rsidRDefault="00E00D30" w:rsidP="00E00D30">
      <w:r>
        <w:t>607.4389</w:t>
      </w:r>
      <w:r>
        <w:tab/>
        <w:t>2.025e0</w:t>
      </w:r>
    </w:p>
    <w:p w:rsidR="00E00D30" w:rsidRDefault="00E00D30" w:rsidP="00E00D30">
      <w:r>
        <w:t>607.4525</w:t>
      </w:r>
      <w:r>
        <w:tab/>
        <w:t>1.013e0</w:t>
      </w:r>
    </w:p>
    <w:p w:rsidR="00E00D30" w:rsidRDefault="00E00D30" w:rsidP="00E00D30">
      <w:r>
        <w:t>607.4632</w:t>
      </w:r>
      <w:r>
        <w:tab/>
        <w:t>5.063e0</w:t>
      </w:r>
    </w:p>
    <w:p w:rsidR="00E00D30" w:rsidRDefault="00E00D30" w:rsidP="00E00D30">
      <w:r>
        <w:lastRenderedPageBreak/>
        <w:t>607.4708</w:t>
      </w:r>
      <w:r>
        <w:tab/>
        <w:t>1.013e0</w:t>
      </w:r>
    </w:p>
    <w:p w:rsidR="00E00D30" w:rsidRDefault="00E00D30" w:rsidP="00E00D30">
      <w:r>
        <w:t>607.4809</w:t>
      </w:r>
      <w:r>
        <w:tab/>
        <w:t>1.013e0</w:t>
      </w:r>
    </w:p>
    <w:p w:rsidR="00E00D30" w:rsidRDefault="00E00D30" w:rsidP="00E00D30">
      <w:r>
        <w:t>607.4819</w:t>
      </w:r>
      <w:r>
        <w:tab/>
        <w:t>1.013e0</w:t>
      </w:r>
    </w:p>
    <w:p w:rsidR="00E00D30" w:rsidRDefault="00E00D30" w:rsidP="00E00D30">
      <w:r>
        <w:t>607.4867</w:t>
      </w:r>
      <w:r>
        <w:tab/>
        <w:t>1.013e0</w:t>
      </w:r>
    </w:p>
    <w:p w:rsidR="00E00D30" w:rsidRDefault="00E00D30" w:rsidP="00E00D30">
      <w:r>
        <w:t>607.5054</w:t>
      </w:r>
      <w:r>
        <w:tab/>
        <w:t>1.013e0</w:t>
      </w:r>
    </w:p>
    <w:p w:rsidR="00E00D30" w:rsidRDefault="00E00D30" w:rsidP="00E00D30">
      <w:r>
        <w:t>607.5540</w:t>
      </w:r>
      <w:r>
        <w:tab/>
        <w:t>1.013e0</w:t>
      </w:r>
    </w:p>
    <w:p w:rsidR="00E00D30" w:rsidRDefault="00E00D30" w:rsidP="00E00D30">
      <w:r>
        <w:t>607.5600</w:t>
      </w:r>
      <w:r>
        <w:tab/>
        <w:t>2.025e0</w:t>
      </w:r>
    </w:p>
    <w:p w:rsidR="00E00D30" w:rsidRDefault="00E00D30" w:rsidP="00E00D30">
      <w:r>
        <w:t>607.6165</w:t>
      </w:r>
      <w:r>
        <w:tab/>
        <w:t>1.013e0</w:t>
      </w:r>
    </w:p>
    <w:p w:rsidR="00E00D30" w:rsidRDefault="00E00D30" w:rsidP="00E00D30">
      <w:r>
        <w:t>607.6265</w:t>
      </w:r>
      <w:r>
        <w:tab/>
        <w:t>1.013e0</w:t>
      </w:r>
    </w:p>
    <w:p w:rsidR="00E00D30" w:rsidRDefault="00E00D30" w:rsidP="00E00D30">
      <w:r>
        <w:t>607.6988</w:t>
      </w:r>
      <w:r>
        <w:tab/>
        <w:t>1.013e0</w:t>
      </w:r>
    </w:p>
    <w:p w:rsidR="00E00D30" w:rsidRDefault="00E00D30" w:rsidP="00E00D30">
      <w:r>
        <w:t>607.7098</w:t>
      </w:r>
      <w:r>
        <w:tab/>
        <w:t>1.013e0</w:t>
      </w:r>
    </w:p>
    <w:p w:rsidR="00E00D30" w:rsidRDefault="00E00D30" w:rsidP="00E00D30">
      <w:r>
        <w:t>607.8026</w:t>
      </w:r>
      <w:r>
        <w:tab/>
        <w:t>2.025e0</w:t>
      </w:r>
    </w:p>
    <w:p w:rsidR="00E00D30" w:rsidRDefault="00E00D30" w:rsidP="00E00D30">
      <w:r>
        <w:t>607.8246</w:t>
      </w:r>
      <w:r>
        <w:tab/>
        <w:t>1.013e0</w:t>
      </w:r>
    </w:p>
    <w:p w:rsidR="00E00D30" w:rsidRDefault="00E00D30" w:rsidP="00E00D30">
      <w:r>
        <w:t>607.8565</w:t>
      </w:r>
      <w:r>
        <w:tab/>
        <w:t>1.013e0</w:t>
      </w:r>
    </w:p>
    <w:p w:rsidR="00E00D30" w:rsidRDefault="00E00D30" w:rsidP="00E00D30">
      <w:r>
        <w:t>607.8598</w:t>
      </w:r>
      <w:r>
        <w:tab/>
        <w:t>2.025e0</w:t>
      </w:r>
    </w:p>
    <w:p w:rsidR="00E00D30" w:rsidRDefault="00E00D30" w:rsidP="00E00D30">
      <w:r>
        <w:t>607.8662</w:t>
      </w:r>
      <w:r>
        <w:tab/>
        <w:t>1.013e0</w:t>
      </w:r>
    </w:p>
    <w:p w:rsidR="00E00D30" w:rsidRDefault="00E00D30" w:rsidP="00E00D30">
      <w:r>
        <w:t>607.8768</w:t>
      </w:r>
      <w:r>
        <w:tab/>
        <w:t>1.013e0</w:t>
      </w:r>
    </w:p>
    <w:p w:rsidR="00E00D30" w:rsidRDefault="00E00D30" w:rsidP="00E00D30">
      <w:r>
        <w:t>607.8870</w:t>
      </w:r>
      <w:r>
        <w:tab/>
        <w:t>1.013e0</w:t>
      </w:r>
    </w:p>
    <w:p w:rsidR="00E00D30" w:rsidRDefault="00E00D30" w:rsidP="00E00D30">
      <w:r>
        <w:t>607.9171</w:t>
      </w:r>
      <w:r>
        <w:tab/>
        <w:t>2.025e0</w:t>
      </w:r>
    </w:p>
    <w:p w:rsidR="00E00D30" w:rsidRDefault="00E00D30" w:rsidP="00E00D30">
      <w:r>
        <w:lastRenderedPageBreak/>
        <w:t>607.9190</w:t>
      </w:r>
      <w:r>
        <w:tab/>
        <w:t>1.013e0</w:t>
      </w:r>
    </w:p>
    <w:p w:rsidR="00E00D30" w:rsidRDefault="00E00D30" w:rsidP="00E00D30">
      <w:r>
        <w:t>607.9299</w:t>
      </w:r>
      <w:r>
        <w:tab/>
        <w:t>1.013e0</w:t>
      </w:r>
    </w:p>
    <w:p w:rsidR="00E00D30" w:rsidRDefault="00E00D30" w:rsidP="00E00D30">
      <w:r>
        <w:t>607.9382</w:t>
      </w:r>
      <w:r>
        <w:tab/>
        <w:t>2.025e0</w:t>
      </w:r>
    </w:p>
    <w:p w:rsidR="00E00D30" w:rsidRDefault="00E00D30" w:rsidP="00E00D30">
      <w:r>
        <w:t>607.9794</w:t>
      </w:r>
      <w:r>
        <w:tab/>
        <w:t>3.038e0</w:t>
      </w:r>
    </w:p>
    <w:p w:rsidR="00E00D30" w:rsidRDefault="00E00D30" w:rsidP="00E00D30">
      <w:r>
        <w:t>607.9807</w:t>
      </w:r>
      <w:r>
        <w:tab/>
        <w:t>1.013e0</w:t>
      </w:r>
    </w:p>
    <w:p w:rsidR="00E00D30" w:rsidRDefault="00E00D30" w:rsidP="00E00D30">
      <w:r>
        <w:t>607.9822</w:t>
      </w:r>
      <w:r>
        <w:tab/>
        <w:t>2.025e0</w:t>
      </w:r>
    </w:p>
    <w:p w:rsidR="00E00D30" w:rsidRDefault="00E00D30" w:rsidP="00E00D30">
      <w:r>
        <w:t>607.9863</w:t>
      </w:r>
      <w:r>
        <w:tab/>
        <w:t>2.025e0</w:t>
      </w:r>
    </w:p>
    <w:p w:rsidR="00E00D30" w:rsidRDefault="00E00D30" w:rsidP="00E00D30">
      <w:r>
        <w:t>608.0522</w:t>
      </w:r>
      <w:r>
        <w:tab/>
        <w:t>1.013e0</w:t>
      </w:r>
    </w:p>
    <w:p w:rsidR="00E00D30" w:rsidRDefault="00E00D30" w:rsidP="00E00D30">
      <w:r>
        <w:t>608.0540</w:t>
      </w:r>
      <w:r>
        <w:tab/>
        <w:t>1.013e0</w:t>
      </w:r>
    </w:p>
    <w:p w:rsidR="00E00D30" w:rsidRDefault="00E00D30" w:rsidP="00E00D30">
      <w:r>
        <w:t>608.0715</w:t>
      </w:r>
      <w:r>
        <w:tab/>
        <w:t>2.397e0</w:t>
      </w:r>
    </w:p>
    <w:p w:rsidR="00E00D30" w:rsidRDefault="00E00D30" w:rsidP="00E00D30">
      <w:r>
        <w:t>608.1053</w:t>
      </w:r>
      <w:r>
        <w:tab/>
        <w:t>1.013e0</w:t>
      </w:r>
    </w:p>
    <w:p w:rsidR="00E00D30" w:rsidRDefault="00E00D30" w:rsidP="00E00D30">
      <w:r>
        <w:t>608.1235</w:t>
      </w:r>
      <w:r>
        <w:tab/>
        <w:t>1.013e0</w:t>
      </w:r>
    </w:p>
    <w:p w:rsidR="00E00D30" w:rsidRDefault="00E00D30" w:rsidP="00E00D30">
      <w:r>
        <w:t>608.1785</w:t>
      </w:r>
      <w:r>
        <w:tab/>
        <w:t>1.013e0</w:t>
      </w:r>
    </w:p>
    <w:p w:rsidR="00E00D30" w:rsidRDefault="00E00D30" w:rsidP="00E00D30">
      <w:r>
        <w:t>608.1853</w:t>
      </w:r>
      <w:r>
        <w:tab/>
        <w:t>2.025e0</w:t>
      </w:r>
    </w:p>
    <w:p w:rsidR="00E00D30" w:rsidRDefault="00E00D30" w:rsidP="00E00D30">
      <w:r>
        <w:t>608.1886</w:t>
      </w:r>
      <w:r>
        <w:tab/>
        <w:t>2.025e0</w:t>
      </w:r>
    </w:p>
    <w:p w:rsidR="00E00D30" w:rsidRDefault="00E00D30" w:rsidP="00E00D30">
      <w:r>
        <w:t>608.2117</w:t>
      </w:r>
      <w:r>
        <w:tab/>
        <w:t>2.025e0</w:t>
      </w:r>
    </w:p>
    <w:p w:rsidR="00E00D30" w:rsidRDefault="00E00D30" w:rsidP="00E00D30">
      <w:r>
        <w:t>608.2135</w:t>
      </w:r>
      <w:r>
        <w:tab/>
        <w:t>2.025e0</w:t>
      </w:r>
    </w:p>
    <w:p w:rsidR="00E00D30" w:rsidRDefault="00E00D30" w:rsidP="00E00D30">
      <w:r>
        <w:t>608.2194</w:t>
      </w:r>
      <w:r>
        <w:tab/>
        <w:t>4.464e0</w:t>
      </w:r>
    </w:p>
    <w:p w:rsidR="00E00D30" w:rsidRDefault="00E00D30" w:rsidP="00E00D30">
      <w:r>
        <w:t>608.2305</w:t>
      </w:r>
      <w:r>
        <w:tab/>
        <w:t>1.013e0</w:t>
      </w:r>
    </w:p>
    <w:p w:rsidR="00E00D30" w:rsidRDefault="00E00D30" w:rsidP="00E00D30">
      <w:r>
        <w:lastRenderedPageBreak/>
        <w:t>608.2722</w:t>
      </w:r>
      <w:r>
        <w:tab/>
        <w:t>1.013e0</w:t>
      </w:r>
    </w:p>
    <w:p w:rsidR="00E00D30" w:rsidRDefault="00E00D30" w:rsidP="00E00D30">
      <w:r>
        <w:t>608.2745</w:t>
      </w:r>
      <w:r>
        <w:tab/>
        <w:t>3.637e0</w:t>
      </w:r>
    </w:p>
    <w:p w:rsidR="00E00D30" w:rsidRDefault="00E00D30" w:rsidP="00E00D30">
      <w:r>
        <w:t>608.2927</w:t>
      </w:r>
      <w:r>
        <w:tab/>
        <w:t>1.013e0</w:t>
      </w:r>
    </w:p>
    <w:p w:rsidR="00E00D30" w:rsidRDefault="00E00D30" w:rsidP="00E00D30">
      <w:r>
        <w:t>608.3168</w:t>
      </w:r>
      <w:r>
        <w:tab/>
        <w:t>3.038e0</w:t>
      </w:r>
    </w:p>
    <w:p w:rsidR="00E00D30" w:rsidRDefault="00E00D30" w:rsidP="00E00D30">
      <w:r>
        <w:t>608.3350</w:t>
      </w:r>
      <w:r>
        <w:tab/>
        <w:t>2.230e0</w:t>
      </w:r>
    </w:p>
    <w:p w:rsidR="00E00D30" w:rsidRDefault="00E00D30" w:rsidP="00E00D30">
      <w:r>
        <w:t>608.3533</w:t>
      </w:r>
      <w:r>
        <w:tab/>
        <w:t>2.982e0</w:t>
      </w:r>
    </w:p>
    <w:p w:rsidR="00E00D30" w:rsidRDefault="00E00D30" w:rsidP="00E00D30">
      <w:r>
        <w:t>608.3571</w:t>
      </w:r>
      <w:r>
        <w:tab/>
        <w:t>6.076e0</w:t>
      </w:r>
    </w:p>
    <w:p w:rsidR="00E00D30" w:rsidRDefault="00E00D30" w:rsidP="00E00D30">
      <w:r>
        <w:t>608.3615</w:t>
      </w:r>
      <w:r>
        <w:tab/>
        <w:t>4.051e0</w:t>
      </w:r>
    </w:p>
    <w:p w:rsidR="00E00D30" w:rsidRDefault="00E00D30" w:rsidP="00E00D30">
      <w:r>
        <w:t>608.3668</w:t>
      </w:r>
      <w:r>
        <w:tab/>
        <w:t>2.025e0</w:t>
      </w:r>
    </w:p>
    <w:p w:rsidR="00E00D30" w:rsidRDefault="00E00D30" w:rsidP="00E00D30">
      <w:r>
        <w:t>608.3764</w:t>
      </w:r>
      <w:r>
        <w:tab/>
        <w:t>1.013e0</w:t>
      </w:r>
    </w:p>
    <w:p w:rsidR="00E00D30" w:rsidRDefault="00E00D30" w:rsidP="00E00D30">
      <w:r>
        <w:t>608.3899</w:t>
      </w:r>
      <w:r>
        <w:tab/>
        <w:t>1.946e0</w:t>
      </w:r>
    </w:p>
    <w:p w:rsidR="00E00D30" w:rsidRDefault="00E00D30" w:rsidP="00E00D30">
      <w:r>
        <w:t>608.4019</w:t>
      </w:r>
      <w:r>
        <w:tab/>
        <w:t>2.025e0</w:t>
      </w:r>
    </w:p>
    <w:p w:rsidR="00E00D30" w:rsidRDefault="00E00D30" w:rsidP="00E00D30">
      <w:r>
        <w:t>608.4039</w:t>
      </w:r>
      <w:r>
        <w:tab/>
        <w:t>3.038e0</w:t>
      </w:r>
    </w:p>
    <w:p w:rsidR="00E00D30" w:rsidRDefault="00E00D30" w:rsidP="00E00D30">
      <w:r>
        <w:t>608.4343</w:t>
      </w:r>
      <w:r>
        <w:tab/>
        <w:t>2.025e0</w:t>
      </w:r>
    </w:p>
    <w:p w:rsidR="00E00D30" w:rsidRDefault="00E00D30" w:rsidP="00E00D30">
      <w:r>
        <w:t>608.4396</w:t>
      </w:r>
      <w:r>
        <w:tab/>
        <w:t>1.013e0</w:t>
      </w:r>
    </w:p>
    <w:p w:rsidR="00E00D30" w:rsidRDefault="00E00D30" w:rsidP="00E00D30">
      <w:r>
        <w:t>608.4427</w:t>
      </w:r>
      <w:r>
        <w:tab/>
        <w:t>1.013e0</w:t>
      </w:r>
    </w:p>
    <w:p w:rsidR="00E00D30" w:rsidRDefault="00E00D30" w:rsidP="00E00D30">
      <w:r>
        <w:t>608.4604</w:t>
      </w:r>
      <w:r>
        <w:tab/>
        <w:t>2.025e0</w:t>
      </w:r>
    </w:p>
    <w:p w:rsidR="00E00D30" w:rsidRDefault="00E00D30" w:rsidP="00E00D30">
      <w:r>
        <w:t>608.5302</w:t>
      </w:r>
      <w:r>
        <w:tab/>
        <w:t>1.013e0</w:t>
      </w:r>
    </w:p>
    <w:p w:rsidR="00E00D30" w:rsidRDefault="00E00D30" w:rsidP="00E00D30">
      <w:r>
        <w:t>608.5590</w:t>
      </w:r>
      <w:r>
        <w:tab/>
        <w:t>2.025e0</w:t>
      </w:r>
    </w:p>
    <w:p w:rsidR="00E00D30" w:rsidRDefault="00E00D30" w:rsidP="00E00D30">
      <w:r>
        <w:lastRenderedPageBreak/>
        <w:t>608.5664</w:t>
      </w:r>
      <w:r>
        <w:tab/>
        <w:t>1.013e0</w:t>
      </w:r>
    </w:p>
    <w:p w:rsidR="00E00D30" w:rsidRDefault="00E00D30" w:rsidP="00E00D30">
      <w:r>
        <w:t>608.5743</w:t>
      </w:r>
      <w:r>
        <w:tab/>
        <w:t>1.013e0</w:t>
      </w:r>
    </w:p>
    <w:p w:rsidR="00E00D30" w:rsidRDefault="00E00D30" w:rsidP="00E00D30">
      <w:r>
        <w:t>608.6013</w:t>
      </w:r>
      <w:r>
        <w:tab/>
        <w:t>1.013e0</w:t>
      </w:r>
    </w:p>
    <w:p w:rsidR="00E00D30" w:rsidRDefault="00E00D30" w:rsidP="00E00D30">
      <w:r>
        <w:t>608.6063</w:t>
      </w:r>
      <w:r>
        <w:tab/>
        <w:t>2.025e0</w:t>
      </w:r>
    </w:p>
    <w:p w:rsidR="00E00D30" w:rsidRDefault="00E00D30" w:rsidP="00E00D30">
      <w:r>
        <w:t>608.6524</w:t>
      </w:r>
      <w:r>
        <w:tab/>
        <w:t>2.025e0</w:t>
      </w:r>
    </w:p>
    <w:p w:rsidR="00E00D30" w:rsidRDefault="00E00D30" w:rsidP="00E00D30">
      <w:r>
        <w:t>608.6722</w:t>
      </w:r>
      <w:r>
        <w:tab/>
        <w:t>1.013e0</w:t>
      </w:r>
    </w:p>
    <w:p w:rsidR="00E00D30" w:rsidRDefault="00E00D30" w:rsidP="00E00D30">
      <w:r>
        <w:t>608.6824</w:t>
      </w:r>
      <w:r>
        <w:tab/>
        <w:t>3.038e0</w:t>
      </w:r>
    </w:p>
    <w:p w:rsidR="00E00D30" w:rsidRDefault="00E00D30" w:rsidP="00E00D30">
      <w:r>
        <w:t>608.7616</w:t>
      </w:r>
      <w:r>
        <w:tab/>
        <w:t>1.013e0</w:t>
      </w:r>
    </w:p>
    <w:p w:rsidR="00E00D30" w:rsidRDefault="00E00D30" w:rsidP="00E00D30">
      <w:r>
        <w:t>608.7930</w:t>
      </w:r>
      <w:r>
        <w:tab/>
        <w:t>2.025e0</w:t>
      </w:r>
    </w:p>
    <w:p w:rsidR="00E00D30" w:rsidRDefault="00E00D30" w:rsidP="00E00D30">
      <w:r>
        <w:t>608.7972</w:t>
      </w:r>
      <w:r>
        <w:tab/>
        <w:t>1.013e0</w:t>
      </w:r>
    </w:p>
    <w:p w:rsidR="00E00D30" w:rsidRDefault="00E00D30" w:rsidP="00E00D30">
      <w:r>
        <w:t>608.8144</w:t>
      </w:r>
      <w:r>
        <w:tab/>
        <w:t>1.013e0</w:t>
      </w:r>
    </w:p>
    <w:p w:rsidR="00E00D30" w:rsidRDefault="00E00D30" w:rsidP="00E00D30">
      <w:r>
        <w:t>608.8674</w:t>
      </w:r>
      <w:r>
        <w:tab/>
        <w:t>1.013e0</w:t>
      </w:r>
    </w:p>
    <w:p w:rsidR="00E00D30" w:rsidRDefault="00E00D30" w:rsidP="00E00D30">
      <w:r>
        <w:t>608.8766</w:t>
      </w:r>
      <w:r>
        <w:tab/>
        <w:t>1.013e0</w:t>
      </w:r>
    </w:p>
    <w:p w:rsidR="00E00D30" w:rsidRDefault="00E00D30" w:rsidP="00E00D30">
      <w:r>
        <w:t>608.8867</w:t>
      </w:r>
      <w:r>
        <w:tab/>
        <w:t>2.025e0</w:t>
      </w:r>
    </w:p>
    <w:p w:rsidR="00E00D30" w:rsidRDefault="00E00D30" w:rsidP="00E00D30">
      <w:r>
        <w:t>608.9372</w:t>
      </w:r>
      <w:r>
        <w:tab/>
        <w:t>2.025e0</w:t>
      </w:r>
    </w:p>
    <w:p w:rsidR="00E00D30" w:rsidRDefault="00E00D30" w:rsidP="00E00D30">
      <w:r>
        <w:t>608.9788</w:t>
      </w:r>
      <w:r>
        <w:tab/>
        <w:t>2.025e0</w:t>
      </w:r>
    </w:p>
    <w:p w:rsidR="00E00D30" w:rsidRDefault="00E00D30" w:rsidP="00E00D30">
      <w:r>
        <w:t>608.9898</w:t>
      </w:r>
      <w:r>
        <w:tab/>
        <w:t>2.025e0</w:t>
      </w:r>
    </w:p>
    <w:p w:rsidR="00E00D30" w:rsidRDefault="00E00D30" w:rsidP="00E00D30">
      <w:r>
        <w:t>608.9950</w:t>
      </w:r>
      <w:r>
        <w:tab/>
        <w:t>2.025e0</w:t>
      </w:r>
    </w:p>
    <w:p w:rsidR="00E00D30" w:rsidRDefault="00E00D30" w:rsidP="00E00D30">
      <w:r>
        <w:t>609.0270</w:t>
      </w:r>
      <w:r>
        <w:tab/>
        <w:t>1.013e0</w:t>
      </w:r>
    </w:p>
    <w:p w:rsidR="00E00D30" w:rsidRDefault="00E00D30" w:rsidP="00E00D30">
      <w:r>
        <w:lastRenderedPageBreak/>
        <w:t>609.0538</w:t>
      </w:r>
      <w:r>
        <w:tab/>
        <w:t>1.013e0</w:t>
      </w:r>
    </w:p>
    <w:p w:rsidR="00E00D30" w:rsidRDefault="00E00D30" w:rsidP="00E00D30">
      <w:r>
        <w:t>609.0743</w:t>
      </w:r>
      <w:r>
        <w:tab/>
        <w:t>1.013e0</w:t>
      </w:r>
    </w:p>
    <w:p w:rsidR="00E00D30" w:rsidRDefault="00E00D30" w:rsidP="00E00D30">
      <w:r>
        <w:t>609.0799</w:t>
      </w:r>
      <w:r>
        <w:tab/>
        <w:t>1.013e0</w:t>
      </w:r>
    </w:p>
    <w:p w:rsidR="00E00D30" w:rsidRDefault="00E00D30" w:rsidP="00E00D30">
      <w:r>
        <w:t>609.1369</w:t>
      </w:r>
      <w:r>
        <w:tab/>
        <w:t>1.013e0</w:t>
      </w:r>
    </w:p>
    <w:p w:rsidR="00E00D30" w:rsidRDefault="00E00D30" w:rsidP="00E00D30">
      <w:r>
        <w:t>609.1381</w:t>
      </w:r>
      <w:r>
        <w:tab/>
        <w:t>5.063e0</w:t>
      </w:r>
    </w:p>
    <w:p w:rsidR="00E00D30" w:rsidRDefault="00E00D30" w:rsidP="00E00D30">
      <w:r>
        <w:t>609.1502</w:t>
      </w:r>
      <w:r>
        <w:tab/>
        <w:t>1.013e0</w:t>
      </w:r>
    </w:p>
    <w:p w:rsidR="00E00D30" w:rsidRDefault="00E00D30" w:rsidP="00E00D30">
      <w:r>
        <w:t>609.1591</w:t>
      </w:r>
      <w:r>
        <w:tab/>
        <w:t>2.025e0</w:t>
      </w:r>
    </w:p>
    <w:p w:rsidR="00E00D30" w:rsidRDefault="00E00D30" w:rsidP="00E00D30">
      <w:r>
        <w:t>609.1860</w:t>
      </w:r>
      <w:r>
        <w:tab/>
        <w:t>3.038e0</w:t>
      </w:r>
    </w:p>
    <w:p w:rsidR="00E00D30" w:rsidRDefault="00E00D30" w:rsidP="00E00D30">
      <w:r>
        <w:t>609.1998</w:t>
      </w:r>
      <w:r>
        <w:tab/>
        <w:t>1.013e0</w:t>
      </w:r>
    </w:p>
    <w:p w:rsidR="00E00D30" w:rsidRDefault="00E00D30" w:rsidP="00E00D30">
      <w:r>
        <w:t>609.2197</w:t>
      </w:r>
      <w:r>
        <w:tab/>
        <w:t>1.013e0</w:t>
      </w:r>
    </w:p>
    <w:p w:rsidR="00E00D30" w:rsidRDefault="00E00D30" w:rsidP="00E00D30">
      <w:r>
        <w:t>609.2319</w:t>
      </w:r>
      <w:r>
        <w:tab/>
        <w:t>1.013e0</w:t>
      </w:r>
    </w:p>
    <w:p w:rsidR="00E00D30" w:rsidRDefault="00E00D30" w:rsidP="00E00D30">
      <w:r>
        <w:t>609.2517</w:t>
      </w:r>
      <w:r>
        <w:tab/>
        <w:t>1.989e0</w:t>
      </w:r>
    </w:p>
    <w:p w:rsidR="00E00D30" w:rsidRDefault="00E00D30" w:rsidP="00E00D30">
      <w:r>
        <w:t>609.2624</w:t>
      </w:r>
      <w:r>
        <w:tab/>
        <w:t>1.013e0</w:t>
      </w:r>
    </w:p>
    <w:p w:rsidR="00E00D30" w:rsidRDefault="00E00D30" w:rsidP="00E00D30">
      <w:r>
        <w:t>609.2637</w:t>
      </w:r>
      <w:r>
        <w:tab/>
        <w:t>2.025e0</w:t>
      </w:r>
    </w:p>
    <w:p w:rsidR="00E00D30" w:rsidRDefault="00E00D30" w:rsidP="00E00D30">
      <w:r>
        <w:t>609.2727</w:t>
      </w:r>
      <w:r>
        <w:tab/>
        <w:t>1.013e0</w:t>
      </w:r>
    </w:p>
    <w:p w:rsidR="00E00D30" w:rsidRDefault="00E00D30" w:rsidP="00E00D30">
      <w:r>
        <w:t>609.2944</w:t>
      </w:r>
      <w:r>
        <w:tab/>
        <w:t>1.013e0</w:t>
      </w:r>
    </w:p>
    <w:p w:rsidR="00E00D30" w:rsidRDefault="00E00D30" w:rsidP="00E00D30">
      <w:r>
        <w:t>609.2997</w:t>
      </w:r>
      <w:r>
        <w:tab/>
        <w:t>2.025e0</w:t>
      </w:r>
    </w:p>
    <w:p w:rsidR="00E00D30" w:rsidRDefault="00E00D30" w:rsidP="00E00D30">
      <w:r>
        <w:t>609.3086</w:t>
      </w:r>
      <w:r>
        <w:tab/>
        <w:t>2.025e0</w:t>
      </w:r>
    </w:p>
    <w:p w:rsidR="00E00D30" w:rsidRDefault="00E00D30" w:rsidP="00E00D30">
      <w:r>
        <w:t>609.3455</w:t>
      </w:r>
      <w:r>
        <w:tab/>
        <w:t>3.242e0</w:t>
      </w:r>
    </w:p>
    <w:p w:rsidR="00E00D30" w:rsidRDefault="00E00D30" w:rsidP="00E00D30">
      <w:r>
        <w:lastRenderedPageBreak/>
        <w:t>609.3586</w:t>
      </w:r>
      <w:r>
        <w:tab/>
        <w:t>2.025e0</w:t>
      </w:r>
    </w:p>
    <w:p w:rsidR="00E00D30" w:rsidRDefault="00E00D30" w:rsidP="00E00D30">
      <w:r>
        <w:t>609.3635</w:t>
      </w:r>
      <w:r>
        <w:tab/>
        <w:t>3.038e0</w:t>
      </w:r>
    </w:p>
    <w:p w:rsidR="00E00D30" w:rsidRDefault="00E00D30" w:rsidP="00E00D30">
      <w:r>
        <w:t>609.3675</w:t>
      </w:r>
      <w:r>
        <w:tab/>
        <w:t>5.063e0</w:t>
      </w:r>
    </w:p>
    <w:p w:rsidR="00E00D30" w:rsidRDefault="00E00D30" w:rsidP="00E00D30">
      <w:r>
        <w:t>609.3687</w:t>
      </w:r>
      <w:r>
        <w:tab/>
        <w:t>1.013e1</w:t>
      </w:r>
    </w:p>
    <w:p w:rsidR="00E00D30" w:rsidRDefault="00E00D30" w:rsidP="00E00D30">
      <w:r>
        <w:t>609.3776</w:t>
      </w:r>
      <w:r>
        <w:tab/>
        <w:t>5.767e0</w:t>
      </w:r>
    </w:p>
    <w:p w:rsidR="00E00D30" w:rsidRDefault="00E00D30" w:rsidP="00E00D30">
      <w:r>
        <w:t>609.4033</w:t>
      </w:r>
      <w:r>
        <w:tab/>
        <w:t>2.025e0</w:t>
      </w:r>
    </w:p>
    <w:p w:rsidR="00E00D30" w:rsidRDefault="00E00D30" w:rsidP="00E00D30">
      <w:r>
        <w:t>609.4158</w:t>
      </w:r>
      <w:r>
        <w:tab/>
        <w:t>2.025e0</w:t>
      </w:r>
    </w:p>
    <w:p w:rsidR="00E00D30" w:rsidRDefault="00E00D30" w:rsidP="00E00D30">
      <w:r>
        <w:t>609.4405</w:t>
      </w:r>
      <w:r>
        <w:tab/>
        <w:t>1.013e0</w:t>
      </w:r>
    </w:p>
    <w:p w:rsidR="00E00D30" w:rsidRDefault="00E00D30" w:rsidP="00E00D30">
      <w:r>
        <w:t>609.4509</w:t>
      </w:r>
      <w:r>
        <w:tab/>
        <w:t>1.013e0</w:t>
      </w:r>
    </w:p>
    <w:p w:rsidR="00E00D30" w:rsidRDefault="00E00D30" w:rsidP="00E00D30">
      <w:r>
        <w:t>609.4811</w:t>
      </w:r>
      <w:r>
        <w:tab/>
        <w:t>1.013e0</w:t>
      </w:r>
    </w:p>
    <w:p w:rsidR="00E00D30" w:rsidRDefault="00E00D30" w:rsidP="00E00D30">
      <w:r>
        <w:t>609.4865</w:t>
      </w:r>
      <w:r>
        <w:tab/>
        <w:t>1.013e0</w:t>
      </w:r>
    </w:p>
    <w:p w:rsidR="00E00D30" w:rsidRDefault="00E00D30" w:rsidP="00E00D30">
      <w:r>
        <w:t>609.4961</w:t>
      </w:r>
      <w:r>
        <w:tab/>
        <w:t>2.025e0</w:t>
      </w:r>
    </w:p>
    <w:p w:rsidR="00E00D30" w:rsidRDefault="00E00D30" w:rsidP="00E00D30">
      <w:r>
        <w:t>609.5024</w:t>
      </w:r>
      <w:r>
        <w:tab/>
        <w:t>2.025e0</w:t>
      </w:r>
    </w:p>
    <w:p w:rsidR="00E00D30" w:rsidRDefault="00E00D30" w:rsidP="00E00D30">
      <w:r>
        <w:t>609.5541</w:t>
      </w:r>
      <w:r>
        <w:tab/>
        <w:t>4.051e0</w:t>
      </w:r>
    </w:p>
    <w:p w:rsidR="00E00D30" w:rsidRDefault="00E00D30" w:rsidP="00E00D30">
      <w:r>
        <w:t>609.5646</w:t>
      </w:r>
      <w:r>
        <w:tab/>
        <w:t>1.013e0</w:t>
      </w:r>
    </w:p>
    <w:p w:rsidR="00E00D30" w:rsidRDefault="00E00D30" w:rsidP="00E00D30">
      <w:r>
        <w:t>609.5762</w:t>
      </w:r>
      <w:r>
        <w:tab/>
        <w:t>1.013e0</w:t>
      </w:r>
    </w:p>
    <w:p w:rsidR="00E00D30" w:rsidRDefault="00E00D30" w:rsidP="00E00D30">
      <w:r>
        <w:t>609.6067</w:t>
      </w:r>
      <w:r>
        <w:tab/>
        <w:t>1.013e0</w:t>
      </w:r>
    </w:p>
    <w:p w:rsidR="00E00D30" w:rsidRDefault="00E00D30" w:rsidP="00E00D30">
      <w:r>
        <w:t>609.6390</w:t>
      </w:r>
      <w:r>
        <w:tab/>
        <w:t>4.051e0</w:t>
      </w:r>
    </w:p>
    <w:p w:rsidR="00E00D30" w:rsidRDefault="00E00D30" w:rsidP="00E00D30">
      <w:r>
        <w:t>609.6971</w:t>
      </w:r>
      <w:r>
        <w:tab/>
        <w:t>3.038e0</w:t>
      </w:r>
    </w:p>
    <w:p w:rsidR="00E00D30" w:rsidRDefault="00E00D30" w:rsidP="00E00D30">
      <w:r>
        <w:lastRenderedPageBreak/>
        <w:t>609.7327</w:t>
      </w:r>
      <w:r>
        <w:tab/>
        <w:t>1.013e0</w:t>
      </w:r>
    </w:p>
    <w:p w:rsidR="00E00D30" w:rsidRDefault="00E00D30" w:rsidP="00E00D30">
      <w:r>
        <w:t>609.7536</w:t>
      </w:r>
      <w:r>
        <w:tab/>
        <w:t>1.013e0</w:t>
      </w:r>
    </w:p>
    <w:p w:rsidR="00E00D30" w:rsidRDefault="00E00D30" w:rsidP="00E00D30">
      <w:r>
        <w:t>609.7765</w:t>
      </w:r>
      <w:r>
        <w:tab/>
        <w:t>2.025e0</w:t>
      </w:r>
    </w:p>
    <w:p w:rsidR="00E00D30" w:rsidRDefault="00E00D30" w:rsidP="00E00D30">
      <w:r>
        <w:t>609.8162</w:t>
      </w:r>
      <w:r>
        <w:tab/>
        <w:t>1.013e0</w:t>
      </w:r>
    </w:p>
    <w:p w:rsidR="00E00D30" w:rsidRDefault="00E00D30" w:rsidP="00E00D30">
      <w:r>
        <w:t>609.8215</w:t>
      </w:r>
      <w:r>
        <w:tab/>
        <w:t>2.025e0</w:t>
      </w:r>
    </w:p>
    <w:p w:rsidR="00E00D30" w:rsidRDefault="00E00D30" w:rsidP="00E00D30">
      <w:r>
        <w:t>609.8551</w:t>
      </w:r>
      <w:r>
        <w:tab/>
        <w:t>2.025e0</w:t>
      </w:r>
    </w:p>
    <w:p w:rsidR="00E00D30" w:rsidRDefault="00E00D30" w:rsidP="00E00D30">
      <w:r>
        <w:t>609.8737</w:t>
      </w:r>
      <w:r>
        <w:tab/>
        <w:t>1.013e0</w:t>
      </w:r>
    </w:p>
    <w:p w:rsidR="00E00D30" w:rsidRDefault="00E00D30" w:rsidP="00E00D30">
      <w:r>
        <w:t>609.8990</w:t>
      </w:r>
      <w:r>
        <w:tab/>
        <w:t>1.013e0</w:t>
      </w:r>
    </w:p>
    <w:p w:rsidR="00E00D30" w:rsidRDefault="00E00D30" w:rsidP="00E00D30">
      <w:r>
        <w:t>609.9090</w:t>
      </w:r>
      <w:r>
        <w:tab/>
        <w:t>1.013e0</w:t>
      </w:r>
    </w:p>
    <w:p w:rsidR="00E00D30" w:rsidRDefault="00E00D30" w:rsidP="00E00D30">
      <w:r>
        <w:t>609.9448</w:t>
      </w:r>
      <w:r>
        <w:tab/>
        <w:t>4.051e0</w:t>
      </w:r>
    </w:p>
    <w:p w:rsidR="00E00D30" w:rsidRDefault="00E00D30" w:rsidP="00E00D30">
      <w:r>
        <w:t>609.9509</w:t>
      </w:r>
      <w:r>
        <w:tab/>
        <w:t>1.013e0</w:t>
      </w:r>
    </w:p>
    <w:p w:rsidR="00E00D30" w:rsidRDefault="00E00D30" w:rsidP="00E00D30">
      <w:r>
        <w:t>609.9634</w:t>
      </w:r>
      <w:r>
        <w:tab/>
        <w:t>1.013e0</w:t>
      </w:r>
    </w:p>
    <w:p w:rsidR="00E00D30" w:rsidRDefault="00E00D30" w:rsidP="00E00D30">
      <w:r>
        <w:t>610.0162</w:t>
      </w:r>
      <w:r>
        <w:tab/>
        <w:t>2.025e0</w:t>
      </w:r>
    </w:p>
    <w:p w:rsidR="00E00D30" w:rsidRDefault="00E00D30" w:rsidP="00E00D30">
      <w:r>
        <w:t>610.0324</w:t>
      </w:r>
      <w:r>
        <w:tab/>
        <w:t>1.013e0</w:t>
      </w:r>
    </w:p>
    <w:p w:rsidR="00E00D30" w:rsidRDefault="00E00D30" w:rsidP="00E00D30">
      <w:r>
        <w:t>610.0344</w:t>
      </w:r>
      <w:r>
        <w:tab/>
        <w:t>1.013e0</w:t>
      </w:r>
    </w:p>
    <w:p w:rsidR="00E00D30" w:rsidRDefault="00E00D30" w:rsidP="00E00D30">
      <w:r>
        <w:t>610.0400</w:t>
      </w:r>
      <w:r>
        <w:tab/>
        <w:t>2.025e0</w:t>
      </w:r>
    </w:p>
    <w:p w:rsidR="00E00D30" w:rsidRDefault="00E00D30" w:rsidP="00E00D30">
      <w:r>
        <w:t>610.0865</w:t>
      </w:r>
      <w:r>
        <w:tab/>
        <w:t>1.013e0</w:t>
      </w:r>
    </w:p>
    <w:p w:rsidR="00E00D30" w:rsidRDefault="00E00D30" w:rsidP="00E00D30">
      <w:r>
        <w:t>610.1045</w:t>
      </w:r>
      <w:r>
        <w:tab/>
        <w:t>1.013e0</w:t>
      </w:r>
    </w:p>
    <w:p w:rsidR="00E00D30" w:rsidRDefault="00E00D30" w:rsidP="00E00D30">
      <w:r>
        <w:t>610.1180</w:t>
      </w:r>
      <w:r>
        <w:tab/>
        <w:t>1.013e0</w:t>
      </w:r>
    </w:p>
    <w:p w:rsidR="00E00D30" w:rsidRDefault="00E00D30" w:rsidP="00E00D30">
      <w:r>
        <w:lastRenderedPageBreak/>
        <w:t>610.1388</w:t>
      </w:r>
      <w:r>
        <w:tab/>
        <w:t>1.013e0</w:t>
      </w:r>
    </w:p>
    <w:p w:rsidR="00E00D30" w:rsidRDefault="00E00D30" w:rsidP="00E00D30">
      <w:r>
        <w:t>610.1401</w:t>
      </w:r>
      <w:r>
        <w:tab/>
        <w:t>1.013e0</w:t>
      </w:r>
    </w:p>
    <w:p w:rsidR="00E00D30" w:rsidRDefault="00E00D30" w:rsidP="00E00D30">
      <w:r>
        <w:t>610.1483</w:t>
      </w:r>
      <w:r>
        <w:tab/>
        <w:t>2.025e0</w:t>
      </w:r>
    </w:p>
    <w:p w:rsidR="00E00D30" w:rsidRDefault="00E00D30" w:rsidP="00E00D30">
      <w:r>
        <w:t>610.1807</w:t>
      </w:r>
      <w:r>
        <w:tab/>
        <w:t>3.038e0</w:t>
      </w:r>
    </w:p>
    <w:p w:rsidR="00E00D30" w:rsidRDefault="00E00D30" w:rsidP="00E00D30">
      <w:r>
        <w:t>610.1817</w:t>
      </w:r>
      <w:r>
        <w:tab/>
        <w:t>1.013e0</w:t>
      </w:r>
    </w:p>
    <w:p w:rsidR="00E00D30" w:rsidRDefault="00E00D30" w:rsidP="00E00D30">
      <w:r>
        <w:t>610.2014</w:t>
      </w:r>
      <w:r>
        <w:tab/>
        <w:t>2.025e0</w:t>
      </w:r>
    </w:p>
    <w:p w:rsidR="00E00D30" w:rsidRDefault="00E00D30" w:rsidP="00E00D30">
      <w:r>
        <w:t>610.2233</w:t>
      </w:r>
      <w:r>
        <w:tab/>
        <w:t>2.025e0</w:t>
      </w:r>
    </w:p>
    <w:p w:rsidR="00E00D30" w:rsidRDefault="00E00D30" w:rsidP="00E00D30">
      <w:r>
        <w:t>610.2275</w:t>
      </w:r>
      <w:r>
        <w:tab/>
        <w:t>1.013e0</w:t>
      </w:r>
    </w:p>
    <w:p w:rsidR="00E00D30" w:rsidRDefault="00E00D30" w:rsidP="00E00D30">
      <w:r>
        <w:t>610.2461</w:t>
      </w:r>
      <w:r>
        <w:tab/>
        <w:t>2.025e0</w:t>
      </w:r>
    </w:p>
    <w:p w:rsidR="00E00D30" w:rsidRDefault="00E00D30" w:rsidP="00E00D30">
      <w:r>
        <w:t>610.2757</w:t>
      </w:r>
      <w:r>
        <w:tab/>
        <w:t>1.013e0</w:t>
      </w:r>
    </w:p>
    <w:p w:rsidR="00E00D30" w:rsidRDefault="00E00D30" w:rsidP="00E00D30">
      <w:r>
        <w:t>610.3383</w:t>
      </w:r>
      <w:r>
        <w:tab/>
        <w:t>1.215e1</w:t>
      </w:r>
    </w:p>
    <w:p w:rsidR="00E00D30" w:rsidRDefault="00E00D30" w:rsidP="00E00D30">
      <w:r>
        <w:t>610.3428</w:t>
      </w:r>
      <w:r>
        <w:tab/>
        <w:t>1.215e1</w:t>
      </w:r>
    </w:p>
    <w:p w:rsidR="00E00D30" w:rsidRDefault="00E00D30" w:rsidP="00E00D30">
      <w:r>
        <w:t>610.3444</w:t>
      </w:r>
      <w:r>
        <w:tab/>
        <w:t>2.025e0</w:t>
      </w:r>
    </w:p>
    <w:p w:rsidR="00E00D30" w:rsidRDefault="00E00D30" w:rsidP="00E00D30">
      <w:r>
        <w:t>610.3483</w:t>
      </w:r>
      <w:r>
        <w:tab/>
        <w:t>3.117e1</w:t>
      </w:r>
    </w:p>
    <w:p w:rsidR="00E00D30" w:rsidRDefault="00E00D30" w:rsidP="00E00D30">
      <w:r>
        <w:t>610.3511</w:t>
      </w:r>
      <w:r>
        <w:tab/>
        <w:t>2.892e1</w:t>
      </w:r>
    </w:p>
    <w:p w:rsidR="00E00D30" w:rsidRDefault="00E00D30" w:rsidP="00E00D30">
      <w:r>
        <w:t>610.3593</w:t>
      </w:r>
      <w:r>
        <w:tab/>
        <w:t>1.013e0</w:t>
      </w:r>
    </w:p>
    <w:p w:rsidR="00E00D30" w:rsidRDefault="00E00D30" w:rsidP="00E00D30">
      <w:r>
        <w:t>610.3634</w:t>
      </w:r>
      <w:r>
        <w:tab/>
        <w:t>6.076e0</w:t>
      </w:r>
    </w:p>
    <w:p w:rsidR="00E00D30" w:rsidRDefault="00E00D30" w:rsidP="00E00D30">
      <w:r>
        <w:t>610.3926</w:t>
      </w:r>
      <w:r>
        <w:tab/>
        <w:t>3.038e0</w:t>
      </w:r>
    </w:p>
    <w:p w:rsidR="00E00D30" w:rsidRDefault="00E00D30" w:rsidP="00E00D30">
      <w:r>
        <w:t>610.4418</w:t>
      </w:r>
      <w:r>
        <w:tab/>
        <w:t>2.025e0</w:t>
      </w:r>
    </w:p>
    <w:p w:rsidR="00E00D30" w:rsidRDefault="00E00D30" w:rsidP="00E00D30">
      <w:r>
        <w:lastRenderedPageBreak/>
        <w:t>610.4735</w:t>
      </w:r>
      <w:r>
        <w:tab/>
        <w:t>1.013e0</w:t>
      </w:r>
    </w:p>
    <w:p w:rsidR="00E00D30" w:rsidRDefault="00E00D30" w:rsidP="00E00D30">
      <w:r>
        <w:t>610.4868</w:t>
      </w:r>
      <w:r>
        <w:tab/>
        <w:t>2.025e0</w:t>
      </w:r>
    </w:p>
    <w:p w:rsidR="00E00D30" w:rsidRDefault="00E00D30" w:rsidP="00E00D30">
      <w:r>
        <w:t>610.4941</w:t>
      </w:r>
      <w:r>
        <w:tab/>
        <w:t>2.025e0</w:t>
      </w:r>
    </w:p>
    <w:p w:rsidR="00E00D30" w:rsidRDefault="00E00D30" w:rsidP="00E00D30">
      <w:r>
        <w:t>610.5056</w:t>
      </w:r>
      <w:r>
        <w:tab/>
        <w:t>1.013e0</w:t>
      </w:r>
    </w:p>
    <w:p w:rsidR="00E00D30" w:rsidRDefault="00E00D30" w:rsidP="00E00D30">
      <w:r>
        <w:t>610.5140</w:t>
      </w:r>
      <w:r>
        <w:tab/>
        <w:t>2.025e0</w:t>
      </w:r>
    </w:p>
    <w:p w:rsidR="00E00D30" w:rsidRDefault="00E00D30" w:rsidP="00E00D30">
      <w:r>
        <w:t>610.5348</w:t>
      </w:r>
      <w:r>
        <w:tab/>
        <w:t>2.025e0</w:t>
      </w:r>
    </w:p>
    <w:p w:rsidR="00E00D30" w:rsidRDefault="00E00D30" w:rsidP="00E00D30">
      <w:r>
        <w:t>610.5685</w:t>
      </w:r>
      <w:r>
        <w:tab/>
        <w:t>6.076e0</w:t>
      </w:r>
    </w:p>
    <w:p w:rsidR="00E00D30" w:rsidRDefault="00E00D30" w:rsidP="00E00D30">
      <w:r>
        <w:t>610.5714</w:t>
      </w:r>
      <w:r>
        <w:tab/>
        <w:t>4.857e0</w:t>
      </w:r>
    </w:p>
    <w:p w:rsidR="00E00D30" w:rsidRDefault="00E00D30" w:rsidP="00E00D30">
      <w:r>
        <w:t>610.5869</w:t>
      </w:r>
      <w:r>
        <w:tab/>
        <w:t>2.025e0</w:t>
      </w:r>
    </w:p>
    <w:p w:rsidR="00E00D30" w:rsidRDefault="00E00D30" w:rsidP="00E00D30">
      <w:r>
        <w:t>610.5881</w:t>
      </w:r>
      <w:r>
        <w:tab/>
        <w:t>1.013e0</w:t>
      </w:r>
    </w:p>
    <w:p w:rsidR="00E00D30" w:rsidRDefault="00E00D30" w:rsidP="00E00D30">
      <w:r>
        <w:t>610.5909</w:t>
      </w:r>
      <w:r>
        <w:tab/>
        <w:t>3.038e0</w:t>
      </w:r>
    </w:p>
    <w:p w:rsidR="00E00D30" w:rsidRDefault="00E00D30" w:rsidP="00E00D30">
      <w:r>
        <w:t>610.6006</w:t>
      </w:r>
      <w:r>
        <w:tab/>
        <w:t>3.038e0</w:t>
      </w:r>
    </w:p>
    <w:p w:rsidR="00E00D30" w:rsidRDefault="00E00D30" w:rsidP="00E00D30">
      <w:r>
        <w:t>610.6023</w:t>
      </w:r>
      <w:r>
        <w:tab/>
        <w:t>4.629e0</w:t>
      </w:r>
    </w:p>
    <w:p w:rsidR="00E00D30" w:rsidRDefault="00E00D30" w:rsidP="00E00D30">
      <w:r>
        <w:t>610.6690</w:t>
      </w:r>
      <w:r>
        <w:tab/>
        <w:t>1.013e0</w:t>
      </w:r>
    </w:p>
    <w:p w:rsidR="00E00D30" w:rsidRDefault="00E00D30" w:rsidP="00E00D30">
      <w:r>
        <w:t>610.6822</w:t>
      </w:r>
      <w:r>
        <w:tab/>
        <w:t>1.013e0</w:t>
      </w:r>
    </w:p>
    <w:p w:rsidR="00E00D30" w:rsidRDefault="00E00D30" w:rsidP="00E00D30">
      <w:r>
        <w:t>610.6874</w:t>
      </w:r>
      <w:r>
        <w:tab/>
        <w:t>2.025e0</w:t>
      </w:r>
    </w:p>
    <w:p w:rsidR="00E00D30" w:rsidRDefault="00E00D30" w:rsidP="00E00D30">
      <w:r>
        <w:t>610.6918</w:t>
      </w:r>
      <w:r>
        <w:tab/>
        <w:t>2.025e0</w:t>
      </w:r>
    </w:p>
    <w:p w:rsidR="00E00D30" w:rsidRDefault="00E00D30" w:rsidP="00E00D30">
      <w:r>
        <w:t>610.7147</w:t>
      </w:r>
      <w:r>
        <w:tab/>
        <w:t>1.013e0</w:t>
      </w:r>
    </w:p>
    <w:p w:rsidR="00E00D30" w:rsidRDefault="00E00D30" w:rsidP="00E00D30">
      <w:r>
        <w:t>610.7402</w:t>
      </w:r>
      <w:r>
        <w:tab/>
        <w:t>1.013e0</w:t>
      </w:r>
    </w:p>
    <w:p w:rsidR="00E00D30" w:rsidRDefault="00E00D30" w:rsidP="00E00D30">
      <w:r>
        <w:lastRenderedPageBreak/>
        <w:t>610.7444</w:t>
      </w:r>
      <w:r>
        <w:tab/>
        <w:t>2.025e0</w:t>
      </w:r>
    </w:p>
    <w:p w:rsidR="00E00D30" w:rsidRDefault="00E00D30" w:rsidP="00E00D30">
      <w:r>
        <w:t>610.7557</w:t>
      </w:r>
      <w:r>
        <w:tab/>
        <w:t>2.025e0</w:t>
      </w:r>
    </w:p>
    <w:p w:rsidR="00E00D30" w:rsidRDefault="00E00D30" w:rsidP="00E00D30">
      <w:r>
        <w:t>610.7658</w:t>
      </w:r>
      <w:r>
        <w:tab/>
        <w:t>1.013e0</w:t>
      </w:r>
    </w:p>
    <w:p w:rsidR="00E00D30" w:rsidRDefault="00E00D30" w:rsidP="00E00D30">
      <w:r>
        <w:t>610.7669</w:t>
      </w:r>
      <w:r>
        <w:tab/>
        <w:t>1.013e0</w:t>
      </w:r>
    </w:p>
    <w:p w:rsidR="00E00D30" w:rsidRDefault="00E00D30" w:rsidP="00E00D30">
      <w:r>
        <w:t>610.7749</w:t>
      </w:r>
      <w:r>
        <w:tab/>
        <w:t>1.013e0</w:t>
      </w:r>
    </w:p>
    <w:p w:rsidR="00E00D30" w:rsidRDefault="00E00D30" w:rsidP="00E00D30">
      <w:r>
        <w:t>610.7975</w:t>
      </w:r>
      <w:r>
        <w:tab/>
        <w:t>1.013e0</w:t>
      </w:r>
    </w:p>
    <w:p w:rsidR="00E00D30" w:rsidRDefault="00E00D30" w:rsidP="00E00D30">
      <w:r>
        <w:t>610.8185</w:t>
      </w:r>
      <w:r>
        <w:tab/>
        <w:t>3.038e0</w:t>
      </w:r>
    </w:p>
    <w:p w:rsidR="00E00D30" w:rsidRDefault="00E00D30" w:rsidP="00E00D30">
      <w:r>
        <w:t>610.8498</w:t>
      </w:r>
      <w:r>
        <w:tab/>
        <w:t>1.013e0</w:t>
      </w:r>
    </w:p>
    <w:p w:rsidR="00E00D30" w:rsidRDefault="00E00D30" w:rsidP="00E00D30">
      <w:r>
        <w:t>610.8651</w:t>
      </w:r>
      <w:r>
        <w:tab/>
        <w:t>1.013e0</w:t>
      </w:r>
    </w:p>
    <w:p w:rsidR="00E00D30" w:rsidRDefault="00E00D30" w:rsidP="00E00D30">
      <w:r>
        <w:t>610.8823</w:t>
      </w:r>
      <w:r>
        <w:tab/>
        <w:t>1.013e0</w:t>
      </w:r>
    </w:p>
    <w:p w:rsidR="00E00D30" w:rsidRDefault="00E00D30" w:rsidP="00E00D30">
      <w:r>
        <w:t>610.9252</w:t>
      </w:r>
      <w:r>
        <w:tab/>
        <w:t>2.025e0</w:t>
      </w:r>
    </w:p>
    <w:p w:rsidR="00E00D30" w:rsidRDefault="00E00D30" w:rsidP="00E00D30">
      <w:r>
        <w:t>610.9890</w:t>
      </w:r>
      <w:r>
        <w:tab/>
        <w:t>1.013e0</w:t>
      </w:r>
    </w:p>
    <w:p w:rsidR="00E00D30" w:rsidRDefault="00E00D30" w:rsidP="00E00D30">
      <w:r>
        <w:t>611.0046</w:t>
      </w:r>
      <w:r>
        <w:tab/>
        <w:t>1.013e0</w:t>
      </w:r>
    </w:p>
    <w:p w:rsidR="00E00D30" w:rsidRDefault="00E00D30" w:rsidP="00E00D30">
      <w:r>
        <w:t>611.0482</w:t>
      </w:r>
      <w:r>
        <w:tab/>
        <w:t>1.013e0</w:t>
      </w:r>
    </w:p>
    <w:p w:rsidR="00E00D30" w:rsidRDefault="00E00D30" w:rsidP="00E00D30">
      <w:r>
        <w:t>611.0694</w:t>
      </w:r>
      <w:r>
        <w:tab/>
        <w:t>1.013e0</w:t>
      </w:r>
    </w:p>
    <w:p w:rsidR="00E00D30" w:rsidRDefault="00E00D30" w:rsidP="00E00D30">
      <w:r>
        <w:t>611.0799</w:t>
      </w:r>
      <w:r>
        <w:tab/>
        <w:t>1.013e0</w:t>
      </w:r>
    </w:p>
    <w:p w:rsidR="00E00D30" w:rsidRDefault="00E00D30" w:rsidP="00E00D30">
      <w:r>
        <w:t>611.0900</w:t>
      </w:r>
      <w:r>
        <w:tab/>
        <w:t>1.013e0</w:t>
      </w:r>
    </w:p>
    <w:p w:rsidR="00E00D30" w:rsidRDefault="00E00D30" w:rsidP="00E00D30">
      <w:r>
        <w:t>611.1099</w:t>
      </w:r>
      <w:r>
        <w:tab/>
        <w:t>3.038e0</w:t>
      </w:r>
    </w:p>
    <w:p w:rsidR="00E00D30" w:rsidRDefault="00E00D30" w:rsidP="00E00D30">
      <w:r>
        <w:t>611.1113</w:t>
      </w:r>
      <w:r>
        <w:tab/>
        <w:t>1.013e0</w:t>
      </w:r>
    </w:p>
    <w:p w:rsidR="00E00D30" w:rsidRDefault="00E00D30" w:rsidP="00E00D30">
      <w:r>
        <w:lastRenderedPageBreak/>
        <w:t>611.1285</w:t>
      </w:r>
      <w:r>
        <w:tab/>
        <w:t>1.013e0</w:t>
      </w:r>
    </w:p>
    <w:p w:rsidR="00E00D30" w:rsidRDefault="00E00D30" w:rsidP="00E00D30">
      <w:r>
        <w:t>611.1549</w:t>
      </w:r>
      <w:r>
        <w:tab/>
        <w:t>2.025e0</w:t>
      </w:r>
    </w:p>
    <w:p w:rsidR="00E00D30" w:rsidRDefault="00E00D30" w:rsidP="00E00D30">
      <w:r>
        <w:t>611.1646</w:t>
      </w:r>
      <w:r>
        <w:tab/>
        <w:t>1.013e0</w:t>
      </w:r>
    </w:p>
    <w:p w:rsidR="00E00D30" w:rsidRDefault="00E00D30" w:rsidP="00E00D30">
      <w:r>
        <w:t>611.1830</w:t>
      </w:r>
      <w:r>
        <w:tab/>
        <w:t>2.025e0</w:t>
      </w:r>
    </w:p>
    <w:p w:rsidR="00E00D30" w:rsidRDefault="00E00D30" w:rsidP="00E00D30">
      <w:r>
        <w:t>611.1845</w:t>
      </w:r>
      <w:r>
        <w:tab/>
        <w:t>2.025e0</w:t>
      </w:r>
    </w:p>
    <w:p w:rsidR="00E00D30" w:rsidRDefault="00E00D30" w:rsidP="00E00D30">
      <w:r>
        <w:t>611.1946</w:t>
      </w:r>
      <w:r>
        <w:tab/>
        <w:t>2.025e0</w:t>
      </w:r>
    </w:p>
    <w:p w:rsidR="00E00D30" w:rsidRDefault="00E00D30" w:rsidP="00E00D30">
      <w:r>
        <w:t>611.1976</w:t>
      </w:r>
      <w:r>
        <w:tab/>
        <w:t>4.051e0</w:t>
      </w:r>
    </w:p>
    <w:p w:rsidR="00E00D30" w:rsidRDefault="00E00D30" w:rsidP="00E00D30">
      <w:r>
        <w:t>611.2088</w:t>
      </w:r>
      <w:r>
        <w:tab/>
        <w:t>2.025e0</w:t>
      </w:r>
    </w:p>
    <w:p w:rsidR="00E00D30" w:rsidRDefault="00E00D30" w:rsidP="00E00D30">
      <w:r>
        <w:t>611.2196</w:t>
      </w:r>
      <w:r>
        <w:tab/>
        <w:t>5.063e0</w:t>
      </w:r>
    </w:p>
    <w:p w:rsidR="00E00D30" w:rsidRDefault="00E00D30" w:rsidP="00E00D30">
      <w:r>
        <w:t>611.2276</w:t>
      </w:r>
      <w:r>
        <w:tab/>
        <w:t>5.063e0</w:t>
      </w:r>
    </w:p>
    <w:p w:rsidR="00E00D30" w:rsidRDefault="00E00D30" w:rsidP="00E00D30">
      <w:r>
        <w:t>611.2341</w:t>
      </w:r>
      <w:r>
        <w:tab/>
        <w:t>2.025e0</w:t>
      </w:r>
    </w:p>
    <w:p w:rsidR="00E00D30" w:rsidRDefault="00E00D30" w:rsidP="00E00D30">
      <w:r>
        <w:t>611.2617</w:t>
      </w:r>
      <w:r>
        <w:tab/>
        <w:t>2.025e0</w:t>
      </w:r>
    </w:p>
    <w:p w:rsidR="00E00D30" w:rsidRDefault="00E00D30" w:rsidP="00E00D30">
      <w:r>
        <w:t>611.2722</w:t>
      </w:r>
      <w:r>
        <w:tab/>
        <w:t>3.501e0</w:t>
      </w:r>
    </w:p>
    <w:p w:rsidR="00E00D30" w:rsidRDefault="00E00D30" w:rsidP="00E00D30">
      <w:r>
        <w:t>611.2872</w:t>
      </w:r>
      <w:r>
        <w:tab/>
        <w:t>1.013e0</w:t>
      </w:r>
    </w:p>
    <w:p w:rsidR="00E00D30" w:rsidRDefault="00E00D30" w:rsidP="00E00D30">
      <w:r>
        <w:t>611.3320</w:t>
      </w:r>
      <w:r>
        <w:tab/>
        <w:t>1.114e1</w:t>
      </w:r>
    </w:p>
    <w:p w:rsidR="00E00D30" w:rsidRDefault="00E00D30" w:rsidP="00E00D30">
      <w:r>
        <w:t>611.3354</w:t>
      </w:r>
      <w:r>
        <w:tab/>
        <w:t>4.747e0</w:t>
      </w:r>
    </w:p>
    <w:p w:rsidR="00E00D30" w:rsidRDefault="00E00D30" w:rsidP="00E00D30">
      <w:r>
        <w:t>611.3435</w:t>
      </w:r>
      <w:r>
        <w:tab/>
        <w:t>9.251e0</w:t>
      </w:r>
    </w:p>
    <w:p w:rsidR="00E00D30" w:rsidRDefault="00E00D30" w:rsidP="00E00D30">
      <w:r>
        <w:t>611.3571</w:t>
      </w:r>
      <w:r>
        <w:tab/>
        <w:t>7.089e0</w:t>
      </w:r>
    </w:p>
    <w:p w:rsidR="00E00D30" w:rsidRDefault="00E00D30" w:rsidP="00E00D30">
      <w:r>
        <w:t>611.3660</w:t>
      </w:r>
      <w:r>
        <w:tab/>
        <w:t>4.051e0</w:t>
      </w:r>
    </w:p>
    <w:p w:rsidR="00E00D30" w:rsidRDefault="00E00D30" w:rsidP="00E00D30">
      <w:r>
        <w:lastRenderedPageBreak/>
        <w:t>611.3757</w:t>
      </w:r>
      <w:r>
        <w:tab/>
        <w:t>8.284e0</w:t>
      </w:r>
    </w:p>
    <w:p w:rsidR="00E00D30" w:rsidRDefault="00E00D30" w:rsidP="00E00D30">
      <w:r>
        <w:t>611.3817</w:t>
      </w:r>
      <w:r>
        <w:tab/>
        <w:t>2.025e0</w:t>
      </w:r>
    </w:p>
    <w:p w:rsidR="00E00D30" w:rsidRDefault="00E00D30" w:rsidP="00E00D30">
      <w:r>
        <w:t>611.4147</w:t>
      </w:r>
      <w:r>
        <w:tab/>
        <w:t>1.859e0</w:t>
      </w:r>
    </w:p>
    <w:p w:rsidR="00E00D30" w:rsidRDefault="00E00D30" w:rsidP="00E00D30">
      <w:r>
        <w:t>611.4259</w:t>
      </w:r>
      <w:r>
        <w:tab/>
        <w:t>1.013e0</w:t>
      </w:r>
    </w:p>
    <w:p w:rsidR="00E00D30" w:rsidRDefault="00E00D30" w:rsidP="00E00D30">
      <w:r>
        <w:t>611.4295</w:t>
      </w:r>
      <w:r>
        <w:tab/>
        <w:t>1.013e0</w:t>
      </w:r>
    </w:p>
    <w:p w:rsidR="00E00D30" w:rsidRDefault="00E00D30" w:rsidP="00E00D30">
      <w:r>
        <w:t>611.4460</w:t>
      </w:r>
      <w:r>
        <w:tab/>
        <w:t>1.013e0</w:t>
      </w:r>
    </w:p>
    <w:p w:rsidR="00E00D30" w:rsidRDefault="00E00D30" w:rsidP="00E00D30">
      <w:r>
        <w:t>611.4771</w:t>
      </w:r>
      <w:r>
        <w:tab/>
        <w:t>1.013e0</w:t>
      </w:r>
    </w:p>
    <w:p w:rsidR="00E00D30" w:rsidRDefault="00E00D30" w:rsidP="00E00D30">
      <w:r>
        <w:t>611.4823</w:t>
      </w:r>
      <w:r>
        <w:tab/>
        <w:t>1.013e0</w:t>
      </w:r>
    </w:p>
    <w:p w:rsidR="00E00D30" w:rsidRDefault="00E00D30" w:rsidP="00E00D30">
      <w:r>
        <w:t>611.5579</w:t>
      </w:r>
      <w:r>
        <w:tab/>
        <w:t>2.025e0</w:t>
      </w:r>
    </w:p>
    <w:p w:rsidR="00E00D30" w:rsidRDefault="00E00D30" w:rsidP="00E00D30">
      <w:r>
        <w:t>611.5612</w:t>
      </w:r>
      <w:r>
        <w:tab/>
        <w:t>1.013e0</w:t>
      </w:r>
    </w:p>
    <w:p w:rsidR="00E00D30" w:rsidRDefault="00E00D30" w:rsidP="00E00D30">
      <w:r>
        <w:t>611.5695</w:t>
      </w:r>
      <w:r>
        <w:tab/>
        <w:t>1.013e0</w:t>
      </w:r>
    </w:p>
    <w:p w:rsidR="00E00D30" w:rsidRDefault="00E00D30" w:rsidP="00E00D30">
      <w:r>
        <w:t>611.5745</w:t>
      </w:r>
      <w:r>
        <w:tab/>
        <w:t>4.051e0</w:t>
      </w:r>
    </w:p>
    <w:p w:rsidR="00E00D30" w:rsidRDefault="00E00D30" w:rsidP="00E00D30">
      <w:r>
        <w:t>611.5825</w:t>
      </w:r>
      <w:r>
        <w:tab/>
        <w:t>2.025e0</w:t>
      </w:r>
    </w:p>
    <w:p w:rsidR="00E00D30" w:rsidRDefault="00E00D30" w:rsidP="00E00D30">
      <w:r>
        <w:t>611.5880</w:t>
      </w:r>
      <w:r>
        <w:tab/>
        <w:t>1.013e0</w:t>
      </w:r>
    </w:p>
    <w:p w:rsidR="00E00D30" w:rsidRDefault="00E00D30" w:rsidP="00E00D30">
      <w:r>
        <w:t>611.6060</w:t>
      </w:r>
      <w:r>
        <w:tab/>
        <w:t>1.013e0</w:t>
      </w:r>
    </w:p>
    <w:p w:rsidR="00E00D30" w:rsidRDefault="00E00D30" w:rsidP="00E00D30">
      <w:r>
        <w:t>611.6225</w:t>
      </w:r>
      <w:r>
        <w:tab/>
        <w:t>2.025e0</w:t>
      </w:r>
    </w:p>
    <w:p w:rsidR="00E00D30" w:rsidRDefault="00E00D30" w:rsidP="00E00D30">
      <w:r>
        <w:t>611.6357</w:t>
      </w:r>
      <w:r>
        <w:tab/>
        <w:t>2.025e0</w:t>
      </w:r>
    </w:p>
    <w:p w:rsidR="00E00D30" w:rsidRDefault="00E00D30" w:rsidP="00E00D30">
      <w:r>
        <w:t>611.6755</w:t>
      </w:r>
      <w:r>
        <w:tab/>
        <w:t>1.013e0</w:t>
      </w:r>
    </w:p>
    <w:p w:rsidR="00E00D30" w:rsidRDefault="00E00D30" w:rsidP="00E00D30">
      <w:r>
        <w:t>611.6972</w:t>
      </w:r>
      <w:r>
        <w:tab/>
        <w:t>2.025e0</w:t>
      </w:r>
    </w:p>
    <w:p w:rsidR="00E00D30" w:rsidRDefault="00E00D30" w:rsidP="00E00D30">
      <w:r>
        <w:lastRenderedPageBreak/>
        <w:t>611.7529</w:t>
      </w:r>
      <w:r>
        <w:tab/>
        <w:t>3.038e0</w:t>
      </w:r>
    </w:p>
    <w:p w:rsidR="00E00D30" w:rsidRDefault="00E00D30" w:rsidP="00E00D30">
      <w:r>
        <w:t>611.7646</w:t>
      </w:r>
      <w:r>
        <w:tab/>
        <w:t>1.013e0</w:t>
      </w:r>
    </w:p>
    <w:p w:rsidR="00E00D30" w:rsidRDefault="00E00D30" w:rsidP="00E00D30">
      <w:r>
        <w:t>611.8125</w:t>
      </w:r>
      <w:r>
        <w:tab/>
        <w:t>1.013e0</w:t>
      </w:r>
    </w:p>
    <w:p w:rsidR="00E00D30" w:rsidRDefault="00E00D30" w:rsidP="00E00D30">
      <w:r>
        <w:t>611.8181</w:t>
      </w:r>
      <w:r>
        <w:tab/>
        <w:t>4.051e0</w:t>
      </w:r>
    </w:p>
    <w:p w:rsidR="00E00D30" w:rsidRDefault="00E00D30" w:rsidP="00E00D30">
      <w:r>
        <w:t>611.8436</w:t>
      </w:r>
      <w:r>
        <w:tab/>
        <w:t>1.013e0</w:t>
      </w:r>
    </w:p>
    <w:p w:rsidR="00E00D30" w:rsidRDefault="00E00D30" w:rsidP="00E00D30">
      <w:r>
        <w:t>611.8544</w:t>
      </w:r>
      <w:r>
        <w:tab/>
        <w:t>1.013e0</w:t>
      </w:r>
    </w:p>
    <w:p w:rsidR="00E00D30" w:rsidRDefault="00E00D30" w:rsidP="00E00D30">
      <w:r>
        <w:t>611.8970</w:t>
      </w:r>
      <w:r>
        <w:tab/>
        <w:t>1.013e0</w:t>
      </w:r>
    </w:p>
    <w:p w:rsidR="00E00D30" w:rsidRDefault="00E00D30" w:rsidP="00E00D30">
      <w:r>
        <w:t>611.9275</w:t>
      </w:r>
      <w:r>
        <w:tab/>
        <w:t>2.025e0</w:t>
      </w:r>
    </w:p>
    <w:p w:rsidR="00E00D30" w:rsidRDefault="00E00D30" w:rsidP="00E00D30">
      <w:r>
        <w:t>611.9499</w:t>
      </w:r>
      <w:r>
        <w:tab/>
        <w:t>2.025e0</w:t>
      </w:r>
    </w:p>
    <w:p w:rsidR="00E00D30" w:rsidRDefault="00E00D30" w:rsidP="00E00D30">
      <w:r>
        <w:t>611.9720</w:t>
      </w:r>
      <w:r>
        <w:tab/>
        <w:t>2.025e0</w:t>
      </w:r>
    </w:p>
    <w:p w:rsidR="00E00D30" w:rsidRDefault="00E00D30" w:rsidP="00E00D30">
      <w:r>
        <w:t>611.9760</w:t>
      </w:r>
      <w:r>
        <w:tab/>
        <w:t>1.013e0</w:t>
      </w:r>
    </w:p>
    <w:p w:rsidR="00E00D30" w:rsidRDefault="00E00D30" w:rsidP="00E00D30">
      <w:r>
        <w:t>611.9800</w:t>
      </w:r>
      <w:r>
        <w:tab/>
        <w:t>1.013e0</w:t>
      </w:r>
    </w:p>
    <w:p w:rsidR="00E00D30" w:rsidRDefault="00E00D30" w:rsidP="00E00D30">
      <w:r>
        <w:t>612.0204</w:t>
      </w:r>
      <w:r>
        <w:tab/>
        <w:t>2.025e0</w:t>
      </w:r>
    </w:p>
    <w:p w:rsidR="00E00D30" w:rsidRDefault="00E00D30" w:rsidP="00E00D30">
      <w:r>
        <w:t>612.0380</w:t>
      </w:r>
      <w:r>
        <w:tab/>
        <w:t>2.025e0</w:t>
      </w:r>
    </w:p>
    <w:p w:rsidR="00E00D30" w:rsidRDefault="00E00D30" w:rsidP="00E00D30">
      <w:r>
        <w:t>612.0522</w:t>
      </w:r>
      <w:r>
        <w:tab/>
        <w:t>2.025e0</w:t>
      </w:r>
    </w:p>
    <w:p w:rsidR="00E00D30" w:rsidRDefault="00E00D30" w:rsidP="00E00D30">
      <w:r>
        <w:t>612.0638</w:t>
      </w:r>
      <w:r>
        <w:tab/>
        <w:t>1.013e0</w:t>
      </w:r>
    </w:p>
    <w:p w:rsidR="00E00D30" w:rsidRDefault="00E00D30" w:rsidP="00E00D30">
      <w:r>
        <w:t>612.1007</w:t>
      </w:r>
      <w:r>
        <w:tab/>
        <w:t>2.025e0</w:t>
      </w:r>
    </w:p>
    <w:p w:rsidR="00E00D30" w:rsidRDefault="00E00D30" w:rsidP="00E00D30">
      <w:r>
        <w:t>612.1528</w:t>
      </w:r>
      <w:r>
        <w:tab/>
        <w:t>1.013e0</w:t>
      </w:r>
    </w:p>
    <w:p w:rsidR="00E00D30" w:rsidRDefault="00E00D30" w:rsidP="00E00D30">
      <w:r>
        <w:t>612.1788</w:t>
      </w:r>
      <w:r>
        <w:tab/>
        <w:t>1.013e0</w:t>
      </w:r>
    </w:p>
    <w:p w:rsidR="00E00D30" w:rsidRDefault="00E00D30" w:rsidP="00E00D30">
      <w:r>
        <w:lastRenderedPageBreak/>
        <w:t>612.2079</w:t>
      </w:r>
      <w:r>
        <w:tab/>
        <w:t>3.038e0</w:t>
      </w:r>
    </w:p>
    <w:p w:rsidR="00E00D30" w:rsidRDefault="00E00D30" w:rsidP="00E00D30">
      <w:r>
        <w:t>612.2103</w:t>
      </w:r>
      <w:r>
        <w:tab/>
        <w:t>2.025e0</w:t>
      </w:r>
    </w:p>
    <w:p w:rsidR="00E00D30" w:rsidRDefault="00E00D30" w:rsidP="00E00D30">
      <w:r>
        <w:t>612.2203</w:t>
      </w:r>
      <w:r>
        <w:tab/>
        <w:t>4.051e0</w:t>
      </w:r>
    </w:p>
    <w:p w:rsidR="00E00D30" w:rsidRDefault="00E00D30" w:rsidP="00E00D30">
      <w:r>
        <w:t>612.2217</w:t>
      </w:r>
      <w:r>
        <w:tab/>
        <w:t>1.013e0</w:t>
      </w:r>
    </w:p>
    <w:p w:rsidR="00E00D30" w:rsidRDefault="00E00D30" w:rsidP="00E00D30">
      <w:r>
        <w:t>612.2239</w:t>
      </w:r>
      <w:r>
        <w:tab/>
        <w:t>2.025e0</w:t>
      </w:r>
    </w:p>
    <w:p w:rsidR="00E00D30" w:rsidRDefault="00E00D30" w:rsidP="00E00D30">
      <w:r>
        <w:t>612.2419</w:t>
      </w:r>
      <w:r>
        <w:tab/>
        <w:t>1.013e0</w:t>
      </w:r>
    </w:p>
    <w:p w:rsidR="00E00D30" w:rsidRDefault="00E00D30" w:rsidP="00E00D30">
      <w:r>
        <w:t>612.2433</w:t>
      </w:r>
      <w:r>
        <w:tab/>
        <w:t>2.025e0</w:t>
      </w:r>
    </w:p>
    <w:p w:rsidR="00E00D30" w:rsidRDefault="00E00D30" w:rsidP="00E00D30">
      <w:r>
        <w:t>612.2846</w:t>
      </w:r>
      <w:r>
        <w:tab/>
        <w:t>1.013e0</w:t>
      </w:r>
    </w:p>
    <w:p w:rsidR="00E00D30" w:rsidRDefault="00E00D30" w:rsidP="00E00D30">
      <w:r>
        <w:t>612.2952</w:t>
      </w:r>
      <w:r>
        <w:tab/>
        <w:t>1.013e0</w:t>
      </w:r>
    </w:p>
    <w:p w:rsidR="00E00D30" w:rsidRDefault="00E00D30" w:rsidP="00E00D30">
      <w:r>
        <w:t>612.3125</w:t>
      </w:r>
      <w:r>
        <w:tab/>
        <w:t>1.013e0</w:t>
      </w:r>
    </w:p>
    <w:p w:rsidR="00E00D30" w:rsidRDefault="00E00D30" w:rsidP="00E00D30">
      <w:r>
        <w:t>612.3318</w:t>
      </w:r>
      <w:r>
        <w:tab/>
        <w:t>1.403e0</w:t>
      </w:r>
    </w:p>
    <w:p w:rsidR="00E00D30" w:rsidRDefault="00E00D30" w:rsidP="00E00D30">
      <w:r>
        <w:t>612.3467</w:t>
      </w:r>
      <w:r>
        <w:tab/>
        <w:t>2.025e0</w:t>
      </w:r>
    </w:p>
    <w:p w:rsidR="00E00D30" w:rsidRDefault="00E00D30" w:rsidP="00E00D30">
      <w:r>
        <w:t>612.3578</w:t>
      </w:r>
      <w:r>
        <w:tab/>
        <w:t>3.067e0</w:t>
      </w:r>
    </w:p>
    <w:p w:rsidR="00E00D30" w:rsidRDefault="00E00D30" w:rsidP="00E00D30">
      <w:r>
        <w:t>612.3646</w:t>
      </w:r>
      <w:r>
        <w:tab/>
        <w:t>1.013e0</w:t>
      </w:r>
    </w:p>
    <w:p w:rsidR="00E00D30" w:rsidRDefault="00E00D30" w:rsidP="00E00D30">
      <w:r>
        <w:t>612.3790</w:t>
      </w:r>
      <w:r>
        <w:tab/>
        <w:t>1.013e0</w:t>
      </w:r>
    </w:p>
    <w:p w:rsidR="00E00D30" w:rsidRDefault="00E00D30" w:rsidP="00E00D30">
      <w:r>
        <w:t>612.3829</w:t>
      </w:r>
      <w:r>
        <w:tab/>
        <w:t>2.872e0</w:t>
      </w:r>
    </w:p>
    <w:p w:rsidR="00E00D30" w:rsidRDefault="00E00D30" w:rsidP="00E00D30">
      <w:r>
        <w:t>612.3898</w:t>
      </w:r>
      <w:r>
        <w:tab/>
        <w:t>3.038e0</w:t>
      </w:r>
    </w:p>
    <w:p w:rsidR="00E00D30" w:rsidRDefault="00E00D30" w:rsidP="00E00D30">
      <w:r>
        <w:t>612.3988</w:t>
      </w:r>
      <w:r>
        <w:tab/>
        <w:t>1.013e0</w:t>
      </w:r>
    </w:p>
    <w:p w:rsidR="00E00D30" w:rsidRDefault="00E00D30" w:rsidP="00E00D30">
      <w:r>
        <w:t>612.4096</w:t>
      </w:r>
      <w:r>
        <w:tab/>
        <w:t>1.013e0</w:t>
      </w:r>
    </w:p>
    <w:p w:rsidR="00E00D30" w:rsidRDefault="00E00D30" w:rsidP="00E00D30">
      <w:r>
        <w:lastRenderedPageBreak/>
        <w:t>612.4302</w:t>
      </w:r>
      <w:r>
        <w:tab/>
        <w:t>4.051e0</w:t>
      </w:r>
    </w:p>
    <w:p w:rsidR="00E00D30" w:rsidRDefault="00E00D30" w:rsidP="00E00D30">
      <w:r>
        <w:t>612.4366</w:t>
      </w:r>
      <w:r>
        <w:tab/>
        <w:t>3.038e0</w:t>
      </w:r>
    </w:p>
    <w:p w:rsidR="00E00D30" w:rsidRDefault="00E00D30" w:rsidP="00E00D30">
      <w:r>
        <w:t>612.4620</w:t>
      </w:r>
      <w:r>
        <w:tab/>
        <w:t>1.013e0</w:t>
      </w:r>
    </w:p>
    <w:p w:rsidR="00E00D30" w:rsidRDefault="00E00D30" w:rsidP="00E00D30">
      <w:r>
        <w:t>612.4858</w:t>
      </w:r>
      <w:r>
        <w:tab/>
        <w:t>3.038e0</w:t>
      </w:r>
    </w:p>
    <w:p w:rsidR="00E00D30" w:rsidRDefault="00E00D30" w:rsidP="00E00D30">
      <w:r>
        <w:t>612.4883</w:t>
      </w:r>
      <w:r>
        <w:tab/>
        <w:t>3.038e0</w:t>
      </w:r>
    </w:p>
    <w:p w:rsidR="00E00D30" w:rsidRDefault="00E00D30" w:rsidP="00E00D30">
      <w:r>
        <w:t>612.5070</w:t>
      </w:r>
      <w:r>
        <w:tab/>
        <w:t>2.025e0</w:t>
      </w:r>
    </w:p>
    <w:p w:rsidR="00E00D30" w:rsidRDefault="00E00D30" w:rsidP="00E00D30">
      <w:r>
        <w:t>612.5231</w:t>
      </w:r>
      <w:r>
        <w:tab/>
        <w:t>1.013e0</w:t>
      </w:r>
    </w:p>
    <w:p w:rsidR="00E00D30" w:rsidRDefault="00E00D30" w:rsidP="00E00D30">
      <w:r>
        <w:t>612.5415</w:t>
      </w:r>
      <w:r>
        <w:tab/>
        <w:t>1.013e0</w:t>
      </w:r>
    </w:p>
    <w:p w:rsidR="00E00D30" w:rsidRDefault="00E00D30" w:rsidP="00E00D30">
      <w:r>
        <w:t>612.5825</w:t>
      </w:r>
      <w:r>
        <w:tab/>
        <w:t>3.038e0</w:t>
      </w:r>
    </w:p>
    <w:p w:rsidR="00E00D30" w:rsidRDefault="00E00D30" w:rsidP="00E00D30">
      <w:r>
        <w:t>612.5875</w:t>
      </w:r>
      <w:r>
        <w:tab/>
        <w:t>1.013e0</w:t>
      </w:r>
    </w:p>
    <w:p w:rsidR="00E00D30" w:rsidRDefault="00E00D30" w:rsidP="00E00D30">
      <w:r>
        <w:t>612.5886</w:t>
      </w:r>
      <w:r>
        <w:tab/>
        <w:t>2.025e0</w:t>
      </w:r>
    </w:p>
    <w:p w:rsidR="00E00D30" w:rsidRDefault="00E00D30" w:rsidP="00E00D30">
      <w:r>
        <w:t>612.6085</w:t>
      </w:r>
      <w:r>
        <w:tab/>
        <w:t>1.013e0</w:t>
      </w:r>
    </w:p>
    <w:p w:rsidR="00E00D30" w:rsidRDefault="00E00D30" w:rsidP="00E00D30">
      <w:r>
        <w:t>612.6304</w:t>
      </w:r>
      <w:r>
        <w:tab/>
        <w:t>1.013e0</w:t>
      </w:r>
    </w:p>
    <w:p w:rsidR="00E00D30" w:rsidRDefault="00E00D30" w:rsidP="00E00D30">
      <w:r>
        <w:t>612.6620</w:t>
      </w:r>
      <w:r>
        <w:tab/>
        <w:t>1.013e0</w:t>
      </w:r>
    </w:p>
    <w:p w:rsidR="00E00D30" w:rsidRDefault="00E00D30" w:rsidP="00E00D30">
      <w:r>
        <w:t>612.6819</w:t>
      </w:r>
      <w:r>
        <w:tab/>
        <w:t>1.013e0</w:t>
      </w:r>
    </w:p>
    <w:p w:rsidR="00E00D30" w:rsidRDefault="00E00D30" w:rsidP="00E00D30">
      <w:r>
        <w:t>612.7148</w:t>
      </w:r>
      <w:r>
        <w:tab/>
        <w:t>2.025e0</w:t>
      </w:r>
    </w:p>
    <w:p w:rsidR="00E00D30" w:rsidRDefault="00E00D30" w:rsidP="00E00D30">
      <w:r>
        <w:t>612.7433</w:t>
      </w:r>
      <w:r>
        <w:tab/>
        <w:t>2.025e0</w:t>
      </w:r>
    </w:p>
    <w:p w:rsidR="00E00D30" w:rsidRDefault="00E00D30" w:rsidP="00E00D30">
      <w:r>
        <w:t>612.7867</w:t>
      </w:r>
      <w:r>
        <w:tab/>
        <w:t>1.013e0</w:t>
      </w:r>
    </w:p>
    <w:p w:rsidR="00E00D30" w:rsidRDefault="00E00D30" w:rsidP="00E00D30">
      <w:r>
        <w:t>612.7898</w:t>
      </w:r>
      <w:r>
        <w:tab/>
        <w:t>5.063e0</w:t>
      </w:r>
    </w:p>
    <w:p w:rsidR="00E00D30" w:rsidRDefault="00E00D30" w:rsidP="00E00D30">
      <w:r>
        <w:lastRenderedPageBreak/>
        <w:t>612.7927</w:t>
      </w:r>
      <w:r>
        <w:tab/>
        <w:t>2.025e0</w:t>
      </w:r>
    </w:p>
    <w:p w:rsidR="00E00D30" w:rsidRDefault="00E00D30" w:rsidP="00E00D30">
      <w:r>
        <w:t>612.8706</w:t>
      </w:r>
      <w:r>
        <w:tab/>
        <w:t>1.013e0</w:t>
      </w:r>
    </w:p>
    <w:p w:rsidR="00E00D30" w:rsidRDefault="00E00D30" w:rsidP="00E00D30">
      <w:r>
        <w:t>612.9126</w:t>
      </w:r>
      <w:r>
        <w:tab/>
        <w:t>2.025e0</w:t>
      </w:r>
    </w:p>
    <w:p w:rsidR="00E00D30" w:rsidRDefault="00E00D30" w:rsidP="00E00D30">
      <w:r>
        <w:t>612.9648</w:t>
      </w:r>
      <w:r>
        <w:tab/>
        <w:t>1.013e0</w:t>
      </w:r>
    </w:p>
    <w:p w:rsidR="00E00D30" w:rsidRDefault="00E00D30" w:rsidP="00E00D30">
      <w:r>
        <w:t>612.9661</w:t>
      </w:r>
      <w:r>
        <w:tab/>
        <w:t>1.013e0</w:t>
      </w:r>
    </w:p>
    <w:p w:rsidR="00E00D30" w:rsidRDefault="00E00D30" w:rsidP="00E00D30">
      <w:r>
        <w:t>612.9829</w:t>
      </w:r>
      <w:r>
        <w:tab/>
        <w:t>3.038e0</w:t>
      </w:r>
    </w:p>
    <w:p w:rsidR="00E00D30" w:rsidRDefault="00E00D30" w:rsidP="00E00D30">
      <w:r>
        <w:t>613.0396</w:t>
      </w:r>
      <w:r>
        <w:tab/>
        <w:t>1.013e0</w:t>
      </w:r>
    </w:p>
    <w:p w:rsidR="00E00D30" w:rsidRDefault="00E00D30" w:rsidP="00E00D30">
      <w:r>
        <w:t>613.0500</w:t>
      </w:r>
      <w:r>
        <w:tab/>
        <w:t>1.013e0</w:t>
      </w:r>
    </w:p>
    <w:p w:rsidR="00E00D30" w:rsidRDefault="00E00D30" w:rsidP="00E00D30">
      <w:r>
        <w:t>613.0920</w:t>
      </w:r>
      <w:r>
        <w:tab/>
        <w:t>1.013e0</w:t>
      </w:r>
    </w:p>
    <w:p w:rsidR="00E00D30" w:rsidRDefault="00E00D30" w:rsidP="00E00D30">
      <w:r>
        <w:t>613.1017</w:t>
      </w:r>
      <w:r>
        <w:tab/>
        <w:t>1.013e0</w:t>
      </w:r>
    </w:p>
    <w:p w:rsidR="00E00D30" w:rsidRDefault="00E00D30" w:rsidP="00E00D30">
      <w:r>
        <w:t>613.1075</w:t>
      </w:r>
      <w:r>
        <w:tab/>
        <w:t>1.013e0</w:t>
      </w:r>
    </w:p>
    <w:p w:rsidR="00E00D30" w:rsidRDefault="00E00D30" w:rsidP="00E00D30">
      <w:r>
        <w:t>613.1122</w:t>
      </w:r>
      <w:r>
        <w:tab/>
        <w:t>1.013e0</w:t>
      </w:r>
    </w:p>
    <w:p w:rsidR="00E00D30" w:rsidRDefault="00E00D30" w:rsidP="00E00D30">
      <w:r>
        <w:t>613.1314</w:t>
      </w:r>
      <w:r>
        <w:tab/>
        <w:t>2.025e0</w:t>
      </w:r>
    </w:p>
    <w:p w:rsidR="00E00D30" w:rsidRDefault="00E00D30" w:rsidP="00E00D30">
      <w:r>
        <w:t>613.2010</w:t>
      </w:r>
      <w:r>
        <w:tab/>
        <w:t>3.038e0</w:t>
      </w:r>
    </w:p>
    <w:p w:rsidR="00E00D30" w:rsidRDefault="00E00D30" w:rsidP="00E00D30">
      <w:r>
        <w:t>613.2075</w:t>
      </w:r>
      <w:r>
        <w:tab/>
        <w:t>1.013e0</w:t>
      </w:r>
    </w:p>
    <w:p w:rsidR="00E00D30" w:rsidRDefault="00E00D30" w:rsidP="00E00D30">
      <w:r>
        <w:t>613.2172</w:t>
      </w:r>
      <w:r>
        <w:tab/>
        <w:t>1.013e0</w:t>
      </w:r>
    </w:p>
    <w:p w:rsidR="00E00D30" w:rsidRDefault="00E00D30" w:rsidP="00E00D30">
      <w:r>
        <w:t>613.2304</w:t>
      </w:r>
      <w:r>
        <w:tab/>
        <w:t>1.013e0</w:t>
      </w:r>
    </w:p>
    <w:p w:rsidR="00E00D30" w:rsidRDefault="00E00D30" w:rsidP="00E00D30">
      <w:r>
        <w:t>613.2487</w:t>
      </w:r>
      <w:r>
        <w:tab/>
        <w:t>1.013e0</w:t>
      </w:r>
    </w:p>
    <w:p w:rsidR="00E00D30" w:rsidRDefault="00E00D30" w:rsidP="00E00D30">
      <w:r>
        <w:t>613.2693</w:t>
      </w:r>
      <w:r>
        <w:tab/>
        <w:t>1.013e0</w:t>
      </w:r>
    </w:p>
    <w:p w:rsidR="00E00D30" w:rsidRDefault="00E00D30" w:rsidP="00E00D30">
      <w:r>
        <w:lastRenderedPageBreak/>
        <w:t>613.2737</w:t>
      </w:r>
      <w:r>
        <w:tab/>
        <w:t>3.038e0</w:t>
      </w:r>
    </w:p>
    <w:p w:rsidR="00E00D30" w:rsidRDefault="00E00D30" w:rsidP="00E00D30">
      <w:r>
        <w:t>613.3149</w:t>
      </w:r>
      <w:r>
        <w:tab/>
        <w:t>3.038e0</w:t>
      </w:r>
    </w:p>
    <w:p w:rsidR="00E00D30" w:rsidRDefault="00E00D30" w:rsidP="00E00D30">
      <w:r>
        <w:t>613.3218</w:t>
      </w:r>
      <w:r>
        <w:tab/>
        <w:t>3.038e0</w:t>
      </w:r>
    </w:p>
    <w:p w:rsidR="00E00D30" w:rsidRDefault="00E00D30" w:rsidP="00E00D30">
      <w:r>
        <w:t>613.3270</w:t>
      </w:r>
      <w:r>
        <w:tab/>
        <w:t>2.025e0</w:t>
      </w:r>
    </w:p>
    <w:p w:rsidR="00E00D30" w:rsidRDefault="00E00D30" w:rsidP="00E00D30">
      <w:r>
        <w:t>613.3281</w:t>
      </w:r>
      <w:r>
        <w:tab/>
        <w:t>2.025e0</w:t>
      </w:r>
    </w:p>
    <w:p w:rsidR="00E00D30" w:rsidRDefault="00E00D30" w:rsidP="00E00D30">
      <w:r>
        <w:t>613.3373</w:t>
      </w:r>
      <w:r>
        <w:tab/>
        <w:t>1.013e0</w:t>
      </w:r>
    </w:p>
    <w:p w:rsidR="00E00D30" w:rsidRDefault="00E00D30" w:rsidP="00E00D30">
      <w:r>
        <w:t>613.3439</w:t>
      </w:r>
      <w:r>
        <w:tab/>
        <w:t>1.013e0</w:t>
      </w:r>
    </w:p>
    <w:p w:rsidR="00E00D30" w:rsidRDefault="00E00D30" w:rsidP="00E00D30">
      <w:r>
        <w:t>613.3552</w:t>
      </w:r>
      <w:r>
        <w:tab/>
        <w:t>2.025e0</w:t>
      </w:r>
    </w:p>
    <w:p w:rsidR="00E00D30" w:rsidRDefault="00E00D30" w:rsidP="00E00D30">
      <w:r>
        <w:t>613.3741</w:t>
      </w:r>
      <w:r>
        <w:tab/>
        <w:t>2.025e0</w:t>
      </w:r>
    </w:p>
    <w:p w:rsidR="00E00D30" w:rsidRDefault="00E00D30" w:rsidP="00E00D30">
      <w:r>
        <w:t>613.4600</w:t>
      </w:r>
      <w:r>
        <w:tab/>
        <w:t>1.013e0</w:t>
      </w:r>
    </w:p>
    <w:p w:rsidR="00E00D30" w:rsidRDefault="00E00D30" w:rsidP="00E00D30">
      <w:r>
        <w:t>613.4611</w:t>
      </w:r>
      <w:r>
        <w:tab/>
        <w:t>1.013e0</w:t>
      </w:r>
    </w:p>
    <w:p w:rsidR="00E00D30" w:rsidRDefault="00E00D30" w:rsidP="00E00D30">
      <w:r>
        <w:t>613.4766</w:t>
      </w:r>
      <w:r>
        <w:tab/>
        <w:t>2.025e0</w:t>
      </w:r>
    </w:p>
    <w:p w:rsidR="00E00D30" w:rsidRDefault="00E00D30" w:rsidP="00E00D30">
      <w:r>
        <w:t>613.4876</w:t>
      </w:r>
      <w:r>
        <w:tab/>
        <w:t>2.025e0</w:t>
      </w:r>
    </w:p>
    <w:p w:rsidR="00E00D30" w:rsidRDefault="00E00D30" w:rsidP="00E00D30">
      <w:r>
        <w:t>613.5479</w:t>
      </w:r>
      <w:r>
        <w:tab/>
        <w:t>2.025e0</w:t>
      </w:r>
    </w:p>
    <w:p w:rsidR="00E00D30" w:rsidRDefault="00E00D30" w:rsidP="00E00D30">
      <w:r>
        <w:t>613.5636</w:t>
      </w:r>
      <w:r>
        <w:tab/>
        <w:t>2.025e0</w:t>
      </w:r>
    </w:p>
    <w:p w:rsidR="00E00D30" w:rsidRDefault="00E00D30" w:rsidP="00E00D30">
      <w:r>
        <w:t>613.5659</w:t>
      </w:r>
      <w:r>
        <w:tab/>
        <w:t>1.013e0</w:t>
      </w:r>
    </w:p>
    <w:p w:rsidR="00E00D30" w:rsidRDefault="00E00D30" w:rsidP="00E00D30">
      <w:r>
        <w:t>613.6168</w:t>
      </w:r>
      <w:r>
        <w:tab/>
        <w:t>1.013e0</w:t>
      </w:r>
    </w:p>
    <w:p w:rsidR="00E00D30" w:rsidRDefault="00E00D30" w:rsidP="00E00D30">
      <w:r>
        <w:t>613.6367</w:t>
      </w:r>
      <w:r>
        <w:tab/>
        <w:t>1.013e0</w:t>
      </w:r>
    </w:p>
    <w:p w:rsidR="00E00D30" w:rsidRDefault="00E00D30" w:rsidP="00E00D30">
      <w:r>
        <w:t>613.6423</w:t>
      </w:r>
      <w:r>
        <w:tab/>
        <w:t>2.025e0</w:t>
      </w:r>
    </w:p>
    <w:p w:rsidR="00E00D30" w:rsidRDefault="00E00D30" w:rsidP="00E00D30">
      <w:r>
        <w:lastRenderedPageBreak/>
        <w:t>613.6800</w:t>
      </w:r>
      <w:r>
        <w:tab/>
        <w:t>2.025e0</w:t>
      </w:r>
    </w:p>
    <w:p w:rsidR="00E00D30" w:rsidRDefault="00E00D30" w:rsidP="00E00D30">
      <w:r>
        <w:t>613.7208</w:t>
      </w:r>
      <w:r>
        <w:tab/>
        <w:t>3.038e0</w:t>
      </w:r>
    </w:p>
    <w:p w:rsidR="00E00D30" w:rsidRDefault="00E00D30" w:rsidP="00E00D30">
      <w:r>
        <w:t>613.7421</w:t>
      </w:r>
      <w:r>
        <w:tab/>
        <w:t>1.013e0</w:t>
      </w:r>
    </w:p>
    <w:p w:rsidR="00E00D30" w:rsidRDefault="00E00D30" w:rsidP="00E00D30">
      <w:r>
        <w:t>613.7590</w:t>
      </w:r>
      <w:r>
        <w:tab/>
        <w:t>1.013e0</w:t>
      </w:r>
    </w:p>
    <w:p w:rsidR="00E00D30" w:rsidRDefault="00E00D30" w:rsidP="00E00D30">
      <w:r>
        <w:t>613.7601</w:t>
      </w:r>
      <w:r>
        <w:tab/>
        <w:t>2.025e0</w:t>
      </w:r>
    </w:p>
    <w:p w:rsidR="00E00D30" w:rsidRDefault="00E00D30" w:rsidP="00E00D30">
      <w:r>
        <w:t>613.7957</w:t>
      </w:r>
      <w:r>
        <w:tab/>
        <w:t>1.013e0</w:t>
      </w:r>
    </w:p>
    <w:p w:rsidR="00E00D30" w:rsidRDefault="00E00D30" w:rsidP="00E00D30">
      <w:r>
        <w:t>613.8163</w:t>
      </w:r>
      <w:r>
        <w:tab/>
        <w:t>1.013e0</w:t>
      </w:r>
    </w:p>
    <w:p w:rsidR="00E00D30" w:rsidRDefault="00E00D30" w:rsidP="00E00D30">
      <w:r>
        <w:t>613.8261</w:t>
      </w:r>
      <w:r>
        <w:tab/>
        <w:t>1.013e0</w:t>
      </w:r>
    </w:p>
    <w:p w:rsidR="00E00D30" w:rsidRDefault="00E00D30" w:rsidP="00E00D30">
      <w:r>
        <w:t>613.8313</w:t>
      </w:r>
      <w:r>
        <w:tab/>
        <w:t>1.013e0</w:t>
      </w:r>
    </w:p>
    <w:p w:rsidR="00E00D30" w:rsidRDefault="00E00D30" w:rsidP="00E00D30">
      <w:r>
        <w:t>613.8647</w:t>
      </w:r>
      <w:r>
        <w:tab/>
        <w:t>1.013e0</w:t>
      </w:r>
    </w:p>
    <w:p w:rsidR="00E00D30" w:rsidRDefault="00E00D30" w:rsidP="00E00D30">
      <w:r>
        <w:t>613.8682</w:t>
      </w:r>
      <w:r>
        <w:tab/>
        <w:t>1.013e0</w:t>
      </w:r>
    </w:p>
    <w:p w:rsidR="00E00D30" w:rsidRDefault="00E00D30" w:rsidP="00E00D30">
      <w:r>
        <w:t>613.8794</w:t>
      </w:r>
      <w:r>
        <w:tab/>
        <w:t>1.013e0</w:t>
      </w:r>
    </w:p>
    <w:p w:rsidR="00E00D30" w:rsidRDefault="00E00D30" w:rsidP="00E00D30">
      <w:r>
        <w:t>613.8828</w:t>
      </w:r>
      <w:r>
        <w:tab/>
        <w:t>2.025e0</w:t>
      </w:r>
    </w:p>
    <w:p w:rsidR="00E00D30" w:rsidRDefault="00E00D30" w:rsidP="00E00D30">
      <w:r>
        <w:t>613.8892</w:t>
      </w:r>
      <w:r>
        <w:tab/>
        <w:t>1.013e0</w:t>
      </w:r>
    </w:p>
    <w:p w:rsidR="00E00D30" w:rsidRDefault="00E00D30" w:rsidP="00E00D30">
      <w:r>
        <w:t>613.9207</w:t>
      </w:r>
      <w:r>
        <w:tab/>
        <w:t>1.013e0</w:t>
      </w:r>
    </w:p>
    <w:p w:rsidR="00E00D30" w:rsidRDefault="00E00D30" w:rsidP="00E00D30">
      <w:r>
        <w:t>613.9560</w:t>
      </w:r>
      <w:r>
        <w:tab/>
        <w:t>2.025e0</w:t>
      </w:r>
    </w:p>
    <w:p w:rsidR="00E00D30" w:rsidRDefault="00E00D30" w:rsidP="00E00D30">
      <w:r>
        <w:t>613.9732</w:t>
      </w:r>
      <w:r>
        <w:tab/>
        <w:t>1.013e0</w:t>
      </w:r>
    </w:p>
    <w:p w:rsidR="00E00D30" w:rsidRDefault="00E00D30" w:rsidP="00E00D30">
      <w:r>
        <w:t>613.9844</w:t>
      </w:r>
      <w:r>
        <w:tab/>
        <w:t>3.038e0</w:t>
      </w:r>
    </w:p>
    <w:p w:rsidR="00E00D30" w:rsidRDefault="00E00D30" w:rsidP="00E00D30">
      <w:r>
        <w:t>613.9891</w:t>
      </w:r>
      <w:r>
        <w:tab/>
        <w:t>1.013e0</w:t>
      </w:r>
    </w:p>
    <w:p w:rsidR="00E00D30" w:rsidRDefault="00E00D30" w:rsidP="00E00D30">
      <w:r>
        <w:lastRenderedPageBreak/>
        <w:t>613.9939</w:t>
      </w:r>
      <w:r>
        <w:tab/>
        <w:t>1.013e0</w:t>
      </w:r>
    </w:p>
    <w:p w:rsidR="00E00D30" w:rsidRDefault="00E00D30" w:rsidP="00E00D30">
      <w:r>
        <w:t>614.0359</w:t>
      </w:r>
      <w:r>
        <w:tab/>
        <w:t>1.013e0</w:t>
      </w:r>
    </w:p>
    <w:p w:rsidR="00E00D30" w:rsidRDefault="00E00D30" w:rsidP="00E00D30">
      <w:r>
        <w:t>614.0464</w:t>
      </w:r>
      <w:r>
        <w:tab/>
        <w:t>1.013e0</w:t>
      </w:r>
    </w:p>
    <w:p w:rsidR="00E00D30" w:rsidRDefault="00E00D30" w:rsidP="00E00D30">
      <w:r>
        <w:t>614.0790</w:t>
      </w:r>
      <w:r>
        <w:tab/>
        <w:t>1.013e0</w:t>
      </w:r>
    </w:p>
    <w:p w:rsidR="00E00D30" w:rsidRDefault="00E00D30" w:rsidP="00E00D30">
      <w:r>
        <w:t>614.0831</w:t>
      </w:r>
      <w:r>
        <w:tab/>
        <w:t>3.038e0</w:t>
      </w:r>
    </w:p>
    <w:p w:rsidR="00E00D30" w:rsidRDefault="00E00D30" w:rsidP="00E00D30">
      <w:r>
        <w:t>614.0989</w:t>
      </w:r>
      <w:r>
        <w:tab/>
        <w:t>1.013e0</w:t>
      </w:r>
    </w:p>
    <w:p w:rsidR="00E00D30" w:rsidRDefault="00E00D30" w:rsidP="00E00D30">
      <w:r>
        <w:t>614.1246</w:t>
      </w:r>
      <w:r>
        <w:tab/>
        <w:t>2.025e0</w:t>
      </w:r>
    </w:p>
    <w:p w:rsidR="00E00D30" w:rsidRDefault="00E00D30" w:rsidP="00E00D30">
      <w:r>
        <w:t>614.1257</w:t>
      </w:r>
      <w:r>
        <w:tab/>
        <w:t>2.025e0</w:t>
      </w:r>
    </w:p>
    <w:p w:rsidR="00E00D30" w:rsidRDefault="00E00D30" w:rsidP="00E00D30">
      <w:r>
        <w:t>614.1296</w:t>
      </w:r>
      <w:r>
        <w:tab/>
        <w:t>1.013e0</w:t>
      </w:r>
    </w:p>
    <w:p w:rsidR="00E00D30" w:rsidRDefault="00E00D30" w:rsidP="00E00D30">
      <w:r>
        <w:t>614.1526</w:t>
      </w:r>
      <w:r>
        <w:tab/>
        <w:t>1.013e0</w:t>
      </w:r>
    </w:p>
    <w:p w:rsidR="00E00D30" w:rsidRDefault="00E00D30" w:rsidP="00E00D30">
      <w:r>
        <w:t>614.2227</w:t>
      </w:r>
      <w:r>
        <w:tab/>
        <w:t>1.356e1</w:t>
      </w:r>
    </w:p>
    <w:p w:rsidR="00E00D30" w:rsidRDefault="00E00D30" w:rsidP="00E00D30">
      <w:r>
        <w:t>614.2238</w:t>
      </w:r>
      <w:r>
        <w:tab/>
        <w:t>1.114e1</w:t>
      </w:r>
    </w:p>
    <w:p w:rsidR="00E00D30" w:rsidRDefault="00E00D30" w:rsidP="00E00D30">
      <w:r>
        <w:t>614.2249</w:t>
      </w:r>
      <w:r>
        <w:tab/>
        <w:t>6.076e0</w:t>
      </w:r>
    </w:p>
    <w:p w:rsidR="00E00D30" w:rsidRDefault="00E00D30" w:rsidP="00E00D30">
      <w:r>
        <w:t>614.2278</w:t>
      </w:r>
      <w:r>
        <w:tab/>
        <w:t>2.025e0</w:t>
      </w:r>
    </w:p>
    <w:p w:rsidR="00E00D30" w:rsidRDefault="00E00D30" w:rsidP="00E00D30">
      <w:r>
        <w:t>614.2292</w:t>
      </w:r>
      <w:r>
        <w:tab/>
        <w:t>8.101e0</w:t>
      </w:r>
    </w:p>
    <w:p w:rsidR="00E00D30" w:rsidRDefault="00E00D30" w:rsidP="00E00D30">
      <w:r>
        <w:t>614.2315</w:t>
      </w:r>
      <w:r>
        <w:tab/>
        <w:t>1.013e1</w:t>
      </w:r>
    </w:p>
    <w:p w:rsidR="00E00D30" w:rsidRDefault="00E00D30" w:rsidP="00E00D30">
      <w:r>
        <w:t>614.2530</w:t>
      </w:r>
      <w:r>
        <w:tab/>
        <w:t>1.013e0</w:t>
      </w:r>
    </w:p>
    <w:p w:rsidR="00E00D30" w:rsidRDefault="00E00D30" w:rsidP="00E00D30">
      <w:r>
        <w:t>614.2682</w:t>
      </w:r>
      <w:r>
        <w:tab/>
        <w:t>1.013e0</w:t>
      </w:r>
    </w:p>
    <w:p w:rsidR="00E00D30" w:rsidRDefault="00E00D30" w:rsidP="00E00D30">
      <w:r>
        <w:t>614.3059</w:t>
      </w:r>
      <w:r>
        <w:tab/>
        <w:t>1.013e0</w:t>
      </w:r>
    </w:p>
    <w:p w:rsidR="00E00D30" w:rsidRDefault="00E00D30" w:rsidP="00E00D30">
      <w:r>
        <w:lastRenderedPageBreak/>
        <w:t>614.3192</w:t>
      </w:r>
      <w:r>
        <w:tab/>
        <w:t>4.051e0</w:t>
      </w:r>
    </w:p>
    <w:p w:rsidR="00E00D30" w:rsidRDefault="00E00D30" w:rsidP="00E00D30">
      <w:r>
        <w:t>614.3410</w:t>
      </w:r>
      <w:r>
        <w:tab/>
        <w:t>1.013e0</w:t>
      </w:r>
    </w:p>
    <w:p w:rsidR="00E00D30" w:rsidRDefault="00E00D30" w:rsidP="00E00D30">
      <w:r>
        <w:t>614.3515</w:t>
      </w:r>
      <w:r>
        <w:tab/>
        <w:t>1.013e0</w:t>
      </w:r>
    </w:p>
    <w:p w:rsidR="00E00D30" w:rsidRDefault="00E00D30" w:rsidP="00E00D30">
      <w:r>
        <w:t>614.3669</w:t>
      </w:r>
      <w:r>
        <w:tab/>
        <w:t>2.025e0</w:t>
      </w:r>
    </w:p>
    <w:p w:rsidR="00E00D30" w:rsidRDefault="00E00D30" w:rsidP="00E00D30">
      <w:r>
        <w:t>614.3726</w:t>
      </w:r>
      <w:r>
        <w:tab/>
        <w:t>1.013e0</w:t>
      </w:r>
    </w:p>
    <w:p w:rsidR="00E00D30" w:rsidRDefault="00E00D30" w:rsidP="00E00D30">
      <w:r>
        <w:t>614.3762</w:t>
      </w:r>
      <w:r>
        <w:tab/>
        <w:t>1.901e0</w:t>
      </w:r>
    </w:p>
    <w:p w:rsidR="00E00D30" w:rsidRDefault="00E00D30" w:rsidP="00E00D30">
      <w:r>
        <w:t>614.4310</w:t>
      </w:r>
      <w:r>
        <w:tab/>
        <w:t>1.013e0</w:t>
      </w:r>
    </w:p>
    <w:p w:rsidR="00E00D30" w:rsidRDefault="00E00D30" w:rsidP="00E00D30">
      <w:r>
        <w:t>614.4365</w:t>
      </w:r>
      <w:r>
        <w:tab/>
        <w:t>4.334e0</w:t>
      </w:r>
    </w:p>
    <w:p w:rsidR="00E00D30" w:rsidRDefault="00E00D30" w:rsidP="00E00D30">
      <w:r>
        <w:t>614.4603</w:t>
      </w:r>
      <w:r>
        <w:tab/>
        <w:t>3.038e0</w:t>
      </w:r>
    </w:p>
    <w:p w:rsidR="00E00D30" w:rsidRDefault="00E00D30" w:rsidP="00E00D30">
      <w:r>
        <w:t>614.4826</w:t>
      </w:r>
      <w:r>
        <w:tab/>
        <w:t>9.114e0</w:t>
      </w:r>
    </w:p>
    <w:p w:rsidR="00E00D30" w:rsidRDefault="00E00D30" w:rsidP="00E00D30">
      <w:r>
        <w:t>614.4921</w:t>
      </w:r>
      <w:r>
        <w:tab/>
        <w:t>2.025e0</w:t>
      </w:r>
    </w:p>
    <w:p w:rsidR="00E00D30" w:rsidRDefault="00E00D30" w:rsidP="00E00D30">
      <w:r>
        <w:t>614.4936</w:t>
      </w:r>
      <w:r>
        <w:tab/>
        <w:t>2.025e0</w:t>
      </w:r>
    </w:p>
    <w:p w:rsidR="00E00D30" w:rsidRDefault="00E00D30" w:rsidP="00E00D30">
      <w:r>
        <w:t>614.4982</w:t>
      </w:r>
      <w:r>
        <w:tab/>
        <w:t>9.114e0</w:t>
      </w:r>
    </w:p>
    <w:p w:rsidR="00E00D30" w:rsidRDefault="00E00D30" w:rsidP="00E00D30">
      <w:r>
        <w:t>614.5194</w:t>
      </w:r>
      <w:r>
        <w:tab/>
        <w:t>1.013e0</w:t>
      </w:r>
    </w:p>
    <w:p w:rsidR="00E00D30" w:rsidRDefault="00E00D30" w:rsidP="00E00D30">
      <w:r>
        <w:t>614.5404</w:t>
      </w:r>
      <w:r>
        <w:tab/>
        <w:t>1.013e0</w:t>
      </w:r>
    </w:p>
    <w:p w:rsidR="00E00D30" w:rsidRDefault="00E00D30" w:rsidP="00E00D30">
      <w:r>
        <w:t>614.5626</w:t>
      </w:r>
      <w:r>
        <w:tab/>
        <w:t>1.013e0</w:t>
      </w:r>
    </w:p>
    <w:p w:rsidR="00E00D30" w:rsidRDefault="00E00D30" w:rsidP="00E00D30">
      <w:r>
        <w:t>614.5828</w:t>
      </w:r>
      <w:r>
        <w:tab/>
        <w:t>1.013e0</w:t>
      </w:r>
    </w:p>
    <w:p w:rsidR="00E00D30" w:rsidRDefault="00E00D30" w:rsidP="00E00D30">
      <w:r>
        <w:t>614.5933</w:t>
      </w:r>
      <w:r>
        <w:tab/>
        <w:t>1.013e0</w:t>
      </w:r>
    </w:p>
    <w:p w:rsidR="00E00D30" w:rsidRDefault="00E00D30" w:rsidP="00E00D30">
      <w:r>
        <w:t>614.6117</w:t>
      </w:r>
      <w:r>
        <w:tab/>
        <w:t>2.025e0</w:t>
      </w:r>
    </w:p>
    <w:p w:rsidR="00E00D30" w:rsidRDefault="00E00D30" w:rsidP="00E00D30">
      <w:r>
        <w:lastRenderedPageBreak/>
        <w:t>614.6233</w:t>
      </w:r>
      <w:r>
        <w:tab/>
        <w:t>1.013e0</w:t>
      </w:r>
    </w:p>
    <w:p w:rsidR="00E00D30" w:rsidRDefault="00E00D30" w:rsidP="00E00D30">
      <w:r>
        <w:t>614.6597</w:t>
      </w:r>
      <w:r>
        <w:tab/>
        <w:t>1.013e0</w:t>
      </w:r>
    </w:p>
    <w:p w:rsidR="00E00D30" w:rsidRDefault="00E00D30" w:rsidP="00E00D30">
      <w:r>
        <w:t>614.7090</w:t>
      </w:r>
      <w:r>
        <w:tab/>
        <w:t>2.025e0</w:t>
      </w:r>
    </w:p>
    <w:p w:rsidR="00E00D30" w:rsidRDefault="00E00D30" w:rsidP="00E00D30">
      <w:r>
        <w:t>614.7546</w:t>
      </w:r>
      <w:r>
        <w:tab/>
        <w:t>3.038e0</w:t>
      </w:r>
    </w:p>
    <w:p w:rsidR="00E00D30" w:rsidRDefault="00E00D30" w:rsidP="00E00D30">
      <w:r>
        <w:t>614.7617</w:t>
      </w:r>
      <w:r>
        <w:tab/>
        <w:t>1.013e0</w:t>
      </w:r>
    </w:p>
    <w:p w:rsidR="00E00D30" w:rsidRDefault="00E00D30" w:rsidP="00E00D30">
      <w:r>
        <w:t>614.7834</w:t>
      </w:r>
      <w:r>
        <w:tab/>
        <w:t>1.013e0</w:t>
      </w:r>
    </w:p>
    <w:p w:rsidR="00E00D30" w:rsidRDefault="00E00D30" w:rsidP="00E00D30">
      <w:r>
        <w:t>614.8150</w:t>
      </w:r>
      <w:r>
        <w:tab/>
        <w:t>1.013e0</w:t>
      </w:r>
    </w:p>
    <w:p w:rsidR="00E00D30" w:rsidRDefault="00E00D30" w:rsidP="00E00D30">
      <w:r>
        <w:t>614.8563</w:t>
      </w:r>
      <w:r>
        <w:tab/>
        <w:t>1.013e0</w:t>
      </w:r>
    </w:p>
    <w:p w:rsidR="00E00D30" w:rsidRDefault="00E00D30" w:rsidP="00E00D30">
      <w:r>
        <w:t>614.8772</w:t>
      </w:r>
      <w:r>
        <w:tab/>
        <w:t>2.025e0</w:t>
      </w:r>
    </w:p>
    <w:p w:rsidR="00E00D30" w:rsidRDefault="00E00D30" w:rsidP="00E00D30">
      <w:r>
        <w:t>614.9288</w:t>
      </w:r>
      <w:r>
        <w:tab/>
        <w:t>4.051e0</w:t>
      </w:r>
    </w:p>
    <w:p w:rsidR="00E00D30" w:rsidRDefault="00E00D30" w:rsidP="00E00D30">
      <w:r>
        <w:t>614.9405</w:t>
      </w:r>
      <w:r>
        <w:tab/>
        <w:t>1.013e0</w:t>
      </w:r>
    </w:p>
    <w:p w:rsidR="00E00D30" w:rsidRDefault="00E00D30" w:rsidP="00E00D30">
      <w:r>
        <w:t>614.9510</w:t>
      </w:r>
      <w:r>
        <w:tab/>
        <w:t>1.013e0</w:t>
      </w:r>
    </w:p>
    <w:p w:rsidR="00E00D30" w:rsidRDefault="00E00D30" w:rsidP="00E00D30">
      <w:r>
        <w:t>614.9664</w:t>
      </w:r>
      <w:r>
        <w:tab/>
        <w:t>2.025e0</w:t>
      </w:r>
    </w:p>
    <w:p w:rsidR="00E00D30" w:rsidRDefault="00E00D30" w:rsidP="00E00D30">
      <w:r>
        <w:t>614.9833</w:t>
      </w:r>
      <w:r>
        <w:tab/>
        <w:t>1.013e0</w:t>
      </w:r>
    </w:p>
    <w:p w:rsidR="00E00D30" w:rsidRDefault="00E00D30" w:rsidP="00E00D30">
      <w:r>
        <w:t>615.0138</w:t>
      </w:r>
      <w:r>
        <w:tab/>
        <w:t>1.013e0</w:t>
      </w:r>
    </w:p>
    <w:p w:rsidR="00E00D30" w:rsidRDefault="00E00D30" w:rsidP="00E00D30">
      <w:r>
        <w:t>615.0250</w:t>
      </w:r>
      <w:r>
        <w:tab/>
        <w:t>2.025e0</w:t>
      </w:r>
    </w:p>
    <w:p w:rsidR="00E00D30" w:rsidRDefault="00E00D30" w:rsidP="00E00D30">
      <w:r>
        <w:t>615.0878</w:t>
      </w:r>
      <w:r>
        <w:tab/>
        <w:t>1.013e0</w:t>
      </w:r>
    </w:p>
    <w:p w:rsidR="00E00D30" w:rsidRDefault="00E00D30" w:rsidP="00E00D30">
      <w:r>
        <w:t>615.0931</w:t>
      </w:r>
      <w:r>
        <w:tab/>
        <w:t>2.025e0</w:t>
      </w:r>
    </w:p>
    <w:p w:rsidR="00E00D30" w:rsidRDefault="00E00D30" w:rsidP="00E00D30">
      <w:r>
        <w:t>615.1353</w:t>
      </w:r>
      <w:r>
        <w:tab/>
        <w:t>1.013e0</w:t>
      </w:r>
    </w:p>
    <w:p w:rsidR="00E00D30" w:rsidRDefault="00E00D30" w:rsidP="00E00D30">
      <w:r>
        <w:lastRenderedPageBreak/>
        <w:t>615.1472</w:t>
      </w:r>
      <w:r>
        <w:tab/>
        <w:t>2.025e0</w:t>
      </w:r>
    </w:p>
    <w:p w:rsidR="00E00D30" w:rsidRDefault="00E00D30" w:rsidP="00E00D30">
      <w:r>
        <w:t>615.1822</w:t>
      </w:r>
      <w:r>
        <w:tab/>
        <w:t>1.013e0</w:t>
      </w:r>
    </w:p>
    <w:p w:rsidR="00E00D30" w:rsidRDefault="00E00D30" w:rsidP="00E00D30">
      <w:r>
        <w:t>615.2061</w:t>
      </w:r>
      <w:r>
        <w:tab/>
        <w:t>3.038e0</w:t>
      </w:r>
    </w:p>
    <w:p w:rsidR="00E00D30" w:rsidRDefault="00E00D30" w:rsidP="00E00D30">
      <w:r>
        <w:t>615.2084</w:t>
      </w:r>
      <w:r>
        <w:tab/>
        <w:t>3.038e0</w:t>
      </w:r>
    </w:p>
    <w:p w:rsidR="00E00D30" w:rsidRDefault="00E00D30" w:rsidP="00E00D30">
      <w:r>
        <w:t>615.2359</w:t>
      </w:r>
      <w:r>
        <w:tab/>
        <w:t>1.013e0</w:t>
      </w:r>
    </w:p>
    <w:p w:rsidR="00E00D30" w:rsidRDefault="00E00D30" w:rsidP="00E00D30">
      <w:r>
        <w:t>615.2751</w:t>
      </w:r>
      <w:r>
        <w:tab/>
        <w:t>5.063e0</w:t>
      </w:r>
    </w:p>
    <w:p w:rsidR="00E00D30" w:rsidRDefault="00E00D30" w:rsidP="00E00D30">
      <w:r>
        <w:t>615.2936</w:t>
      </w:r>
      <w:r>
        <w:tab/>
        <w:t>2.127e1</w:t>
      </w:r>
    </w:p>
    <w:p w:rsidR="00E00D30" w:rsidRDefault="00E00D30" w:rsidP="00E00D30">
      <w:r>
        <w:t>615.2990</w:t>
      </w:r>
      <w:r>
        <w:tab/>
        <w:t>4.444e1</w:t>
      </w:r>
    </w:p>
    <w:p w:rsidR="00E00D30" w:rsidRDefault="00E00D30" w:rsidP="00E00D30">
      <w:r>
        <w:t>615.3016</w:t>
      </w:r>
      <w:r>
        <w:tab/>
        <w:t>1.836e1</w:t>
      </w:r>
    </w:p>
    <w:p w:rsidR="00E00D30" w:rsidRDefault="00E00D30" w:rsidP="00E00D30">
      <w:r>
        <w:t>615.3058</w:t>
      </w:r>
      <w:r>
        <w:tab/>
        <w:t>3.988e1</w:t>
      </w:r>
    </w:p>
    <w:p w:rsidR="00E00D30" w:rsidRDefault="00E00D30" w:rsidP="00E00D30">
      <w:r>
        <w:t>615.3084</w:t>
      </w:r>
      <w:r>
        <w:tab/>
        <w:t>1.820e1</w:t>
      </w:r>
    </w:p>
    <w:p w:rsidR="00E00D30" w:rsidRDefault="00E00D30" w:rsidP="00E00D30">
      <w:r>
        <w:t>615.3128</w:t>
      </w:r>
      <w:r>
        <w:tab/>
        <w:t>1.620e1</w:t>
      </w:r>
    </w:p>
    <w:p w:rsidR="00E00D30" w:rsidRDefault="00E00D30" w:rsidP="00E00D30">
      <w:r>
        <w:t>615.3149</w:t>
      </w:r>
      <w:r>
        <w:tab/>
        <w:t>2.025e0</w:t>
      </w:r>
    </w:p>
    <w:p w:rsidR="00E00D30" w:rsidRDefault="00E00D30" w:rsidP="00E00D30">
      <w:r>
        <w:t>615.3926</w:t>
      </w:r>
      <w:r>
        <w:tab/>
        <w:t>3.461e0</w:t>
      </w:r>
    </w:p>
    <w:p w:rsidR="00E00D30" w:rsidRDefault="00E00D30" w:rsidP="00E00D30">
      <w:r>
        <w:t>615.4008</w:t>
      </w:r>
      <w:r>
        <w:tab/>
        <w:t>1.013e0</w:t>
      </w:r>
    </w:p>
    <w:p w:rsidR="00E00D30" w:rsidRDefault="00E00D30" w:rsidP="00E00D30">
      <w:r>
        <w:t>615.4122</w:t>
      </w:r>
      <w:r>
        <w:tab/>
        <w:t>3.038e0</w:t>
      </w:r>
    </w:p>
    <w:p w:rsidR="00E00D30" w:rsidRDefault="00E00D30" w:rsidP="00E00D30">
      <w:r>
        <w:t>615.4254</w:t>
      </w:r>
      <w:r>
        <w:tab/>
        <w:t>1.013e0</w:t>
      </w:r>
    </w:p>
    <w:p w:rsidR="00E00D30" w:rsidRDefault="00E00D30" w:rsidP="00E00D30">
      <w:r>
        <w:t>615.4277</w:t>
      </w:r>
      <w:r>
        <w:tab/>
        <w:t>4.268e0</w:t>
      </w:r>
    </w:p>
    <w:p w:rsidR="00E00D30" w:rsidRDefault="00E00D30" w:rsidP="00E00D30">
      <w:r>
        <w:t>615.4434</w:t>
      </w:r>
      <w:r>
        <w:tab/>
        <w:t>5.063e0</w:t>
      </w:r>
    </w:p>
    <w:p w:rsidR="00E00D30" w:rsidRDefault="00E00D30" w:rsidP="00E00D30">
      <w:r>
        <w:lastRenderedPageBreak/>
        <w:t>615.4886</w:t>
      </w:r>
      <w:r>
        <w:tab/>
        <w:t>1.013e0</w:t>
      </w:r>
    </w:p>
    <w:p w:rsidR="00E00D30" w:rsidRDefault="00E00D30" w:rsidP="00E00D30">
      <w:r>
        <w:t>615.4937</w:t>
      </w:r>
      <w:r>
        <w:tab/>
        <w:t>2.025e0</w:t>
      </w:r>
    </w:p>
    <w:p w:rsidR="00E00D30" w:rsidRDefault="00E00D30" w:rsidP="00E00D30">
      <w:r>
        <w:t>615.4991</w:t>
      </w:r>
      <w:r>
        <w:tab/>
        <w:t>1.013e0</w:t>
      </w:r>
    </w:p>
    <w:p w:rsidR="00E00D30" w:rsidRDefault="00E00D30" w:rsidP="00E00D30">
      <w:r>
        <w:t>615.5031</w:t>
      </w:r>
      <w:r>
        <w:tab/>
        <w:t>2.025e0</w:t>
      </w:r>
    </w:p>
    <w:p w:rsidR="00E00D30" w:rsidRDefault="00E00D30" w:rsidP="00E00D30">
      <w:r>
        <w:t>615.5139</w:t>
      </w:r>
      <w:r>
        <w:tab/>
        <w:t>2.025e0</w:t>
      </w:r>
    </w:p>
    <w:p w:rsidR="00E00D30" w:rsidRDefault="00E00D30" w:rsidP="00E00D30">
      <w:r>
        <w:t>615.5766</w:t>
      </w:r>
      <w:r>
        <w:tab/>
        <w:t>2.025e0</w:t>
      </w:r>
    </w:p>
    <w:p w:rsidR="00E00D30" w:rsidRDefault="00E00D30" w:rsidP="00E00D30">
      <w:r>
        <w:t>615.5950</w:t>
      </w:r>
      <w:r>
        <w:tab/>
        <w:t>1.013e0</w:t>
      </w:r>
    </w:p>
    <w:p w:rsidR="00E00D30" w:rsidRDefault="00E00D30" w:rsidP="00E00D30">
      <w:r>
        <w:t>615.6142</w:t>
      </w:r>
      <w:r>
        <w:tab/>
        <w:t>1.013e0</w:t>
      </w:r>
    </w:p>
    <w:p w:rsidR="00E00D30" w:rsidRDefault="00E00D30" w:rsidP="00E00D30">
      <w:r>
        <w:t>615.6782</w:t>
      </w:r>
      <w:r>
        <w:tab/>
        <w:t>1.013e0</w:t>
      </w:r>
    </w:p>
    <w:p w:rsidR="00E00D30" w:rsidRDefault="00E00D30" w:rsidP="00E00D30">
      <w:r>
        <w:t>615.7156</w:t>
      </w:r>
      <w:r>
        <w:tab/>
        <w:t>2.025e0</w:t>
      </w:r>
    </w:p>
    <w:p w:rsidR="00E00D30" w:rsidRDefault="00E00D30" w:rsidP="00E00D30">
      <w:r>
        <w:t>615.7177</w:t>
      </w:r>
      <w:r>
        <w:tab/>
        <w:t>2.025e0</w:t>
      </w:r>
    </w:p>
    <w:p w:rsidR="00E00D30" w:rsidRDefault="00E00D30" w:rsidP="00E00D30">
      <w:r>
        <w:t>615.7403</w:t>
      </w:r>
      <w:r>
        <w:tab/>
        <w:t>1.013e0</w:t>
      </w:r>
    </w:p>
    <w:p w:rsidR="00E00D30" w:rsidRDefault="00E00D30" w:rsidP="00E00D30">
      <w:r>
        <w:t>615.7537</w:t>
      </w:r>
      <w:r>
        <w:tab/>
        <w:t>1.013e0</w:t>
      </w:r>
    </w:p>
    <w:p w:rsidR="00E00D30" w:rsidRDefault="00E00D30" w:rsidP="00E00D30">
      <w:r>
        <w:t>615.7614</w:t>
      </w:r>
      <w:r>
        <w:tab/>
        <w:t>1.013e0</w:t>
      </w:r>
    </w:p>
    <w:p w:rsidR="00E00D30" w:rsidRDefault="00E00D30" w:rsidP="00E00D30">
      <w:r>
        <w:t>615.7728</w:t>
      </w:r>
      <w:r>
        <w:tab/>
        <w:t>3.038e0</w:t>
      </w:r>
    </w:p>
    <w:p w:rsidR="00E00D30" w:rsidRDefault="00E00D30" w:rsidP="00E00D30">
      <w:r>
        <w:t>615.8046</w:t>
      </w:r>
      <w:r>
        <w:tab/>
        <w:t>1.013e0</w:t>
      </w:r>
    </w:p>
    <w:p w:rsidR="00E00D30" w:rsidRDefault="00E00D30" w:rsidP="00E00D30">
      <w:r>
        <w:t>615.8130</w:t>
      </w:r>
      <w:r>
        <w:tab/>
        <w:t>3.038e0</w:t>
      </w:r>
    </w:p>
    <w:p w:rsidR="00E00D30" w:rsidRDefault="00E00D30" w:rsidP="00E00D30">
      <w:r>
        <w:t>615.8143</w:t>
      </w:r>
      <w:r>
        <w:tab/>
        <w:t>1.013e0</w:t>
      </w:r>
    </w:p>
    <w:p w:rsidR="00E00D30" w:rsidRDefault="00E00D30" w:rsidP="00E00D30">
      <w:r>
        <w:t>615.8572</w:t>
      </w:r>
      <w:r>
        <w:tab/>
        <w:t>1.013e0</w:t>
      </w:r>
    </w:p>
    <w:p w:rsidR="00E00D30" w:rsidRDefault="00E00D30" w:rsidP="00E00D30">
      <w:r>
        <w:lastRenderedPageBreak/>
        <w:t>615.8625</w:t>
      </w:r>
      <w:r>
        <w:tab/>
        <w:t>3.038e0</w:t>
      </w:r>
    </w:p>
    <w:p w:rsidR="00E00D30" w:rsidRDefault="00E00D30" w:rsidP="00E00D30">
      <w:r>
        <w:t>615.8773</w:t>
      </w:r>
      <w:r>
        <w:tab/>
        <w:t>1.013e0</w:t>
      </w:r>
    </w:p>
    <w:p w:rsidR="00E00D30" w:rsidRDefault="00E00D30" w:rsidP="00E00D30">
      <w:r>
        <w:t>615.8784</w:t>
      </w:r>
      <w:r>
        <w:tab/>
        <w:t>1.013e0</w:t>
      </w:r>
    </w:p>
    <w:p w:rsidR="00E00D30" w:rsidRDefault="00E00D30" w:rsidP="00E00D30">
      <w:r>
        <w:t>615.9405</w:t>
      </w:r>
      <w:r>
        <w:tab/>
        <w:t>2.025e0</w:t>
      </w:r>
    </w:p>
    <w:p w:rsidR="00E00D30" w:rsidRDefault="00E00D30" w:rsidP="00E00D30">
      <w:r>
        <w:t>615.9468</w:t>
      </w:r>
      <w:r>
        <w:tab/>
        <w:t>1.013e0</w:t>
      </w:r>
    </w:p>
    <w:p w:rsidR="00E00D30" w:rsidRDefault="00E00D30" w:rsidP="00E00D30">
      <w:r>
        <w:t>615.9988</w:t>
      </w:r>
      <w:r>
        <w:tab/>
        <w:t>2.025e0</w:t>
      </w:r>
    </w:p>
    <w:p w:rsidR="00E00D30" w:rsidRDefault="00E00D30" w:rsidP="00E00D30">
      <w:r>
        <w:t>616.0142</w:t>
      </w:r>
      <w:r>
        <w:tab/>
        <w:t>1.013e0</w:t>
      </w:r>
    </w:p>
    <w:p w:rsidR="00E00D30" w:rsidRDefault="00E00D30" w:rsidP="00E00D30">
      <w:r>
        <w:t>616.0248</w:t>
      </w:r>
      <w:r>
        <w:tab/>
        <w:t>1.013e0</w:t>
      </w:r>
    </w:p>
    <w:p w:rsidR="00E00D30" w:rsidRDefault="00E00D30" w:rsidP="00E00D30">
      <w:r>
        <w:t>616.0673</w:t>
      </w:r>
      <w:r>
        <w:tab/>
        <w:t>1.013e0</w:t>
      </w:r>
    </w:p>
    <w:p w:rsidR="00E00D30" w:rsidRDefault="00E00D30" w:rsidP="00E00D30">
      <w:r>
        <w:t>616.0706</w:t>
      </w:r>
      <w:r>
        <w:tab/>
        <w:t>1.013e0</w:t>
      </w:r>
    </w:p>
    <w:p w:rsidR="00E00D30" w:rsidRDefault="00E00D30" w:rsidP="00E00D30">
      <w:r>
        <w:t>616.1062</w:t>
      </w:r>
      <w:r>
        <w:tab/>
        <w:t>1.013e0</w:t>
      </w:r>
    </w:p>
    <w:p w:rsidR="00E00D30" w:rsidRDefault="00E00D30" w:rsidP="00E00D30">
      <w:r>
        <w:t>616.1584</w:t>
      </w:r>
      <w:r>
        <w:tab/>
        <w:t>5.063e0</w:t>
      </w:r>
    </w:p>
    <w:p w:rsidR="00E00D30" w:rsidRDefault="00E00D30" w:rsidP="00E00D30">
      <w:r>
        <w:t>616.1734</w:t>
      </w:r>
      <w:r>
        <w:tab/>
        <w:t>1.013e0</w:t>
      </w:r>
    </w:p>
    <w:p w:rsidR="00E00D30" w:rsidRDefault="00E00D30" w:rsidP="00E00D30">
      <w:r>
        <w:t>616.1961</w:t>
      </w:r>
      <w:r>
        <w:tab/>
        <w:t>4.051e0</w:t>
      </w:r>
    </w:p>
    <w:p w:rsidR="00E00D30" w:rsidRDefault="00E00D30" w:rsidP="00E00D30">
      <w:r>
        <w:t>616.2017</w:t>
      </w:r>
      <w:r>
        <w:tab/>
        <w:t>3.038e0</w:t>
      </w:r>
    </w:p>
    <w:p w:rsidR="00E00D30" w:rsidRDefault="00E00D30" w:rsidP="00E00D30">
      <w:r>
        <w:t>616.2051</w:t>
      </w:r>
      <w:r>
        <w:tab/>
        <w:t>2.616e0</w:t>
      </w:r>
    </w:p>
    <w:p w:rsidR="00E00D30" w:rsidRDefault="00E00D30" w:rsidP="00E00D30">
      <w:r>
        <w:t>616.2133</w:t>
      </w:r>
      <w:r>
        <w:tab/>
        <w:t>5.063e0</w:t>
      </w:r>
    </w:p>
    <w:p w:rsidR="00E00D30" w:rsidRDefault="00E00D30" w:rsidP="00E00D30">
      <w:r>
        <w:t>616.2191</w:t>
      </w:r>
      <w:r>
        <w:tab/>
        <w:t>2.025e0</w:t>
      </w:r>
    </w:p>
    <w:p w:rsidR="00E00D30" w:rsidRDefault="00E00D30" w:rsidP="00E00D30">
      <w:r>
        <w:t>616.2261</w:t>
      </w:r>
      <w:r>
        <w:tab/>
        <w:t>2.025e0</w:t>
      </w:r>
    </w:p>
    <w:p w:rsidR="00E00D30" w:rsidRDefault="00E00D30" w:rsidP="00E00D30">
      <w:r>
        <w:lastRenderedPageBreak/>
        <w:t>616.2889</w:t>
      </w:r>
      <w:r>
        <w:tab/>
        <w:t>3.038e0</w:t>
      </w:r>
    </w:p>
    <w:p w:rsidR="00E00D30" w:rsidRDefault="00E00D30" w:rsidP="00E00D30">
      <w:r>
        <w:t>616.2901</w:t>
      </w:r>
      <w:r>
        <w:tab/>
        <w:t>1.171e1</w:t>
      </w:r>
    </w:p>
    <w:p w:rsidR="00E00D30" w:rsidRDefault="00E00D30" w:rsidP="00E00D30">
      <w:r>
        <w:t>616.3016</w:t>
      </w:r>
      <w:r>
        <w:tab/>
        <w:t>1.316e1</w:t>
      </w:r>
    </w:p>
    <w:p w:rsidR="00E00D30" w:rsidRDefault="00E00D30" w:rsidP="00E00D30">
      <w:r>
        <w:t>616.3039</w:t>
      </w:r>
      <w:r>
        <w:tab/>
        <w:t>5.063e0</w:t>
      </w:r>
    </w:p>
    <w:p w:rsidR="00E00D30" w:rsidRDefault="00E00D30" w:rsidP="00E00D30">
      <w:r>
        <w:t>616.3052</w:t>
      </w:r>
      <w:r>
        <w:tab/>
        <w:t>8.101e0</w:t>
      </w:r>
    </w:p>
    <w:p w:rsidR="00E00D30" w:rsidRDefault="00E00D30" w:rsidP="00E00D30">
      <w:r>
        <w:t>616.3069</w:t>
      </w:r>
      <w:r>
        <w:tab/>
        <w:t>2.122e1</w:t>
      </w:r>
    </w:p>
    <w:p w:rsidR="00E00D30" w:rsidRDefault="00E00D30" w:rsidP="00E00D30">
      <w:r>
        <w:t>616.3356</w:t>
      </w:r>
      <w:r>
        <w:tab/>
        <w:t>4.051e0</w:t>
      </w:r>
    </w:p>
    <w:p w:rsidR="00E00D30" w:rsidRDefault="00E00D30" w:rsidP="00E00D30">
      <w:r>
        <w:t>616.3527</w:t>
      </w:r>
      <w:r>
        <w:tab/>
        <w:t>2.025e0</w:t>
      </w:r>
    </w:p>
    <w:p w:rsidR="00E00D30" w:rsidRDefault="00E00D30" w:rsidP="00E00D30">
      <w:r>
        <w:t>616.3540</w:t>
      </w:r>
      <w:r>
        <w:tab/>
        <w:t>1.013e0</w:t>
      </w:r>
    </w:p>
    <w:p w:rsidR="00E00D30" w:rsidRDefault="00E00D30" w:rsidP="00E00D30">
      <w:r>
        <w:t>616.3644</w:t>
      </w:r>
      <w:r>
        <w:tab/>
        <w:t>6.076e0</w:t>
      </w:r>
    </w:p>
    <w:p w:rsidR="00E00D30" w:rsidRDefault="00E00D30" w:rsidP="00E00D30">
      <w:r>
        <w:t>616.4265</w:t>
      </w:r>
      <w:r>
        <w:tab/>
        <w:t>1.013e0</w:t>
      </w:r>
    </w:p>
    <w:p w:rsidR="00E00D30" w:rsidRDefault="00E00D30" w:rsidP="00E00D30">
      <w:r>
        <w:t>616.4292</w:t>
      </w:r>
      <w:r>
        <w:tab/>
        <w:t>3.038e0</w:t>
      </w:r>
    </w:p>
    <w:p w:rsidR="00E00D30" w:rsidRDefault="00E00D30" w:rsidP="00E00D30">
      <w:r>
        <w:t>616.4310</w:t>
      </w:r>
      <w:r>
        <w:tab/>
        <w:t>2.025e0</w:t>
      </w:r>
    </w:p>
    <w:p w:rsidR="00E00D30" w:rsidRDefault="00E00D30" w:rsidP="00E00D30">
      <w:r>
        <w:t>616.4402</w:t>
      </w:r>
      <w:r>
        <w:tab/>
        <w:t>2.025e0</w:t>
      </w:r>
    </w:p>
    <w:p w:rsidR="00E00D30" w:rsidRDefault="00E00D30" w:rsidP="00E00D30">
      <w:r>
        <w:t>616.4457</w:t>
      </w:r>
      <w:r>
        <w:tab/>
        <w:t>2.025e0</w:t>
      </w:r>
    </w:p>
    <w:p w:rsidR="00E00D30" w:rsidRDefault="00E00D30" w:rsidP="00E00D30">
      <w:r>
        <w:t>616.4510</w:t>
      </w:r>
      <w:r>
        <w:tab/>
        <w:t>3.038e0</w:t>
      </w:r>
    </w:p>
    <w:p w:rsidR="00E00D30" w:rsidRDefault="00E00D30" w:rsidP="00E00D30">
      <w:r>
        <w:t>616.4614</w:t>
      </w:r>
      <w:r>
        <w:tab/>
        <w:t>4.051e0</w:t>
      </w:r>
    </w:p>
    <w:p w:rsidR="00E00D30" w:rsidRDefault="00E00D30" w:rsidP="00E00D30">
      <w:r>
        <w:t>616.4883</w:t>
      </w:r>
      <w:r>
        <w:tab/>
        <w:t>4.051e0</w:t>
      </w:r>
    </w:p>
    <w:p w:rsidR="00E00D30" w:rsidRDefault="00E00D30" w:rsidP="00E00D30">
      <w:r>
        <w:t>616.4995</w:t>
      </w:r>
      <w:r>
        <w:tab/>
        <w:t>1.013e0</w:t>
      </w:r>
    </w:p>
    <w:p w:rsidR="00E00D30" w:rsidRDefault="00E00D30" w:rsidP="00E00D30">
      <w:r>
        <w:lastRenderedPageBreak/>
        <w:t>616.5126</w:t>
      </w:r>
      <w:r>
        <w:tab/>
        <w:t>1.013e0</w:t>
      </w:r>
    </w:p>
    <w:p w:rsidR="00E00D30" w:rsidRDefault="00E00D30" w:rsidP="00E00D30">
      <w:r>
        <w:t>616.5253</w:t>
      </w:r>
      <w:r>
        <w:tab/>
        <w:t>2.025e0</w:t>
      </w:r>
    </w:p>
    <w:p w:rsidR="00E00D30" w:rsidRDefault="00E00D30" w:rsidP="00E00D30">
      <w:r>
        <w:t>616.5645</w:t>
      </w:r>
      <w:r>
        <w:tab/>
        <w:t>1.013e0</w:t>
      </w:r>
    </w:p>
    <w:p w:rsidR="00E00D30" w:rsidRDefault="00E00D30" w:rsidP="00E00D30">
      <w:r>
        <w:t>616.5812</w:t>
      </w:r>
      <w:r>
        <w:tab/>
        <w:t>1.013e0</w:t>
      </w:r>
    </w:p>
    <w:p w:rsidR="00E00D30" w:rsidRDefault="00E00D30" w:rsidP="00E00D30">
      <w:r>
        <w:t>616.5941</w:t>
      </w:r>
      <w:r>
        <w:tab/>
        <w:t>1.013e0</w:t>
      </w:r>
    </w:p>
    <w:p w:rsidR="00E00D30" w:rsidRDefault="00E00D30" w:rsidP="00E00D30">
      <w:r>
        <w:t>616.6173</w:t>
      </w:r>
      <w:r>
        <w:tab/>
        <w:t>1.013e0</w:t>
      </w:r>
    </w:p>
    <w:p w:rsidR="00E00D30" w:rsidRDefault="00E00D30" w:rsidP="00E00D30">
      <w:r>
        <w:t>616.6261</w:t>
      </w:r>
      <w:r>
        <w:tab/>
        <w:t>1.013e0</w:t>
      </w:r>
    </w:p>
    <w:p w:rsidR="00E00D30" w:rsidRDefault="00E00D30" w:rsidP="00E00D30">
      <w:r>
        <w:t>616.6520</w:t>
      </w:r>
      <w:r>
        <w:tab/>
        <w:t>1.013e0</w:t>
      </w:r>
    </w:p>
    <w:p w:rsidR="00E00D30" w:rsidRDefault="00E00D30" w:rsidP="00E00D30">
      <w:r>
        <w:t>616.6900</w:t>
      </w:r>
      <w:r>
        <w:tab/>
        <w:t>3.038e0</w:t>
      </w:r>
    </w:p>
    <w:p w:rsidR="00E00D30" w:rsidRDefault="00E00D30" w:rsidP="00E00D30">
      <w:r>
        <w:t>616.7211</w:t>
      </w:r>
      <w:r>
        <w:tab/>
        <w:t>1.013e0</w:t>
      </w:r>
    </w:p>
    <w:p w:rsidR="00E00D30" w:rsidRDefault="00E00D30" w:rsidP="00E00D30">
      <w:r>
        <w:t>616.7316</w:t>
      </w:r>
      <w:r>
        <w:tab/>
        <w:t>1.013e0</w:t>
      </w:r>
    </w:p>
    <w:p w:rsidR="00E00D30" w:rsidRDefault="00E00D30" w:rsidP="00E00D30">
      <w:r>
        <w:t>616.7422</w:t>
      </w:r>
      <w:r>
        <w:tab/>
        <w:t>1.013e0</w:t>
      </w:r>
    </w:p>
    <w:p w:rsidR="00E00D30" w:rsidRDefault="00E00D30" w:rsidP="00E00D30">
      <w:r>
        <w:t>616.7841</w:t>
      </w:r>
      <w:r>
        <w:tab/>
        <w:t>1.013e0</w:t>
      </w:r>
    </w:p>
    <w:p w:rsidR="00E00D30" w:rsidRDefault="00E00D30" w:rsidP="00E00D30">
      <w:r>
        <w:t>616.8157</w:t>
      </w:r>
      <w:r>
        <w:tab/>
        <w:t>1.013e0</w:t>
      </w:r>
    </w:p>
    <w:p w:rsidR="00E00D30" w:rsidRDefault="00E00D30" w:rsidP="00E00D30">
      <w:r>
        <w:t>616.8596</w:t>
      </w:r>
      <w:r>
        <w:tab/>
        <w:t>2.025e0</w:t>
      </w:r>
    </w:p>
    <w:p w:rsidR="00E00D30" w:rsidRDefault="00E00D30" w:rsidP="00E00D30">
      <w:r>
        <w:t>616.8688</w:t>
      </w:r>
      <w:r>
        <w:tab/>
        <w:t>1.013e0</w:t>
      </w:r>
    </w:p>
    <w:p w:rsidR="00E00D30" w:rsidRDefault="00E00D30" w:rsidP="00E00D30">
      <w:r>
        <w:t>616.8790</w:t>
      </w:r>
      <w:r>
        <w:tab/>
        <w:t>1.013e0</w:t>
      </w:r>
    </w:p>
    <w:p w:rsidR="00E00D30" w:rsidRDefault="00E00D30" w:rsidP="00E00D30">
      <w:r>
        <w:t>616.9434</w:t>
      </w:r>
      <w:r>
        <w:tab/>
        <w:t>1.013e0</w:t>
      </w:r>
    </w:p>
    <w:p w:rsidR="00E00D30" w:rsidRDefault="00E00D30" w:rsidP="00E00D30">
      <w:r>
        <w:t>616.9740</w:t>
      </w:r>
      <w:r>
        <w:tab/>
        <w:t>1.013e0</w:t>
      </w:r>
    </w:p>
    <w:p w:rsidR="00E00D30" w:rsidRDefault="00E00D30" w:rsidP="00E00D30">
      <w:r>
        <w:lastRenderedPageBreak/>
        <w:t>616.9849</w:t>
      </w:r>
      <w:r>
        <w:tab/>
        <w:t>1.013e0</w:t>
      </w:r>
    </w:p>
    <w:p w:rsidR="00E00D30" w:rsidRDefault="00E00D30" w:rsidP="00E00D30">
      <w:r>
        <w:t>616.9954</w:t>
      </w:r>
      <w:r>
        <w:tab/>
        <w:t>1.013e0</w:t>
      </w:r>
    </w:p>
    <w:p w:rsidR="00E00D30" w:rsidRDefault="00E00D30" w:rsidP="00E00D30">
      <w:r>
        <w:t>617.0162</w:t>
      </w:r>
      <w:r>
        <w:tab/>
        <w:t>1.013e0</w:t>
      </w:r>
    </w:p>
    <w:p w:rsidR="00E00D30" w:rsidRDefault="00E00D30" w:rsidP="00E00D30">
      <w:r>
        <w:t>617.0173</w:t>
      </w:r>
      <w:r>
        <w:tab/>
        <w:t>1.013e0</w:t>
      </w:r>
    </w:p>
    <w:p w:rsidR="00E00D30" w:rsidRDefault="00E00D30" w:rsidP="00E00D30">
      <w:r>
        <w:t>617.0223</w:t>
      </w:r>
      <w:r>
        <w:tab/>
        <w:t>1.013e0</w:t>
      </w:r>
    </w:p>
    <w:p w:rsidR="00E00D30" w:rsidRDefault="00E00D30" w:rsidP="00E00D30">
      <w:r>
        <w:t>617.0467</w:t>
      </w:r>
      <w:r>
        <w:tab/>
        <w:t>2.025e0</w:t>
      </w:r>
    </w:p>
    <w:p w:rsidR="00E00D30" w:rsidRDefault="00E00D30" w:rsidP="00E00D30">
      <w:r>
        <w:t>617.0595</w:t>
      </w:r>
      <w:r>
        <w:tab/>
        <w:t>1.013e0</w:t>
      </w:r>
    </w:p>
    <w:p w:rsidR="00E00D30" w:rsidRDefault="00E00D30" w:rsidP="00E00D30">
      <w:r>
        <w:t>617.0610</w:t>
      </w:r>
      <w:r>
        <w:tab/>
        <w:t>3.038e0</w:t>
      </w:r>
    </w:p>
    <w:p w:rsidR="00E00D30" w:rsidRDefault="00E00D30" w:rsidP="00E00D30">
      <w:r>
        <w:t>617.0628</w:t>
      </w:r>
      <w:r>
        <w:tab/>
        <w:t>2.025e0</w:t>
      </w:r>
    </w:p>
    <w:p w:rsidR="00E00D30" w:rsidRDefault="00E00D30" w:rsidP="00E00D30">
      <w:r>
        <w:t>617.0817</w:t>
      </w:r>
      <w:r>
        <w:tab/>
        <w:t>3.038e0</w:t>
      </w:r>
    </w:p>
    <w:p w:rsidR="00E00D30" w:rsidRDefault="00E00D30" w:rsidP="00E00D30">
      <w:r>
        <w:t>617.0912</w:t>
      </w:r>
      <w:r>
        <w:tab/>
        <w:t>1.013e0</w:t>
      </w:r>
    </w:p>
    <w:p w:rsidR="00E00D30" w:rsidRDefault="00E00D30" w:rsidP="00E00D30">
      <w:r>
        <w:t>617.1339</w:t>
      </w:r>
      <w:r>
        <w:tab/>
        <w:t>3.038e0</w:t>
      </w:r>
    </w:p>
    <w:p w:rsidR="00E00D30" w:rsidRDefault="00E00D30" w:rsidP="00E00D30">
      <w:r>
        <w:t>617.1462</w:t>
      </w:r>
      <w:r>
        <w:tab/>
        <w:t>2.025e0</w:t>
      </w:r>
    </w:p>
    <w:p w:rsidR="00E00D30" w:rsidRDefault="00E00D30" w:rsidP="00E00D30">
      <w:r>
        <w:t>617.1651</w:t>
      </w:r>
      <w:r>
        <w:tab/>
        <w:t>1.013e0</w:t>
      </w:r>
    </w:p>
    <w:p w:rsidR="00E00D30" w:rsidRDefault="00E00D30" w:rsidP="00E00D30">
      <w:r>
        <w:t>617.1992</w:t>
      </w:r>
      <w:r>
        <w:tab/>
        <w:t>1.013e0</w:t>
      </w:r>
    </w:p>
    <w:p w:rsidR="00E00D30" w:rsidRDefault="00E00D30" w:rsidP="00E00D30">
      <w:r>
        <w:t>617.2151</w:t>
      </w:r>
      <w:r>
        <w:tab/>
        <w:t>3.038e0</w:t>
      </w:r>
    </w:p>
    <w:p w:rsidR="00E00D30" w:rsidRDefault="00E00D30" w:rsidP="00E00D30">
      <w:r>
        <w:t>617.2171</w:t>
      </w:r>
      <w:r>
        <w:tab/>
        <w:t>1.013e0</w:t>
      </w:r>
    </w:p>
    <w:p w:rsidR="00E00D30" w:rsidRDefault="00E00D30" w:rsidP="00E00D30">
      <w:r>
        <w:t>617.2563</w:t>
      </w:r>
      <w:r>
        <w:tab/>
        <w:t>2.025e0</w:t>
      </w:r>
    </w:p>
    <w:p w:rsidR="00E00D30" w:rsidRDefault="00E00D30" w:rsidP="00E00D30">
      <w:r>
        <w:t>617.2708</w:t>
      </w:r>
      <w:r>
        <w:tab/>
        <w:t>3.038e0</w:t>
      </w:r>
    </w:p>
    <w:p w:rsidR="00E00D30" w:rsidRDefault="00E00D30" w:rsidP="00E00D30">
      <w:r>
        <w:lastRenderedPageBreak/>
        <w:t>617.2907</w:t>
      </w:r>
      <w:r>
        <w:tab/>
        <w:t>1.013e0</w:t>
      </w:r>
    </w:p>
    <w:p w:rsidR="00E00D30" w:rsidRDefault="00E00D30" w:rsidP="00E00D30">
      <w:r>
        <w:t>617.2949</w:t>
      </w:r>
      <w:r>
        <w:tab/>
        <w:t>2.025e0</w:t>
      </w:r>
    </w:p>
    <w:p w:rsidR="00E00D30" w:rsidRDefault="00E00D30" w:rsidP="00E00D30">
      <w:r>
        <w:t>617.3129</w:t>
      </w:r>
      <w:r>
        <w:tab/>
        <w:t>1.013e0</w:t>
      </w:r>
    </w:p>
    <w:p w:rsidR="00E00D30" w:rsidRDefault="00E00D30" w:rsidP="00E00D30">
      <w:r>
        <w:t>617.3231</w:t>
      </w:r>
      <w:r>
        <w:tab/>
        <w:t>2.025e0</w:t>
      </w:r>
    </w:p>
    <w:p w:rsidR="00E00D30" w:rsidRDefault="00E00D30" w:rsidP="00E00D30">
      <w:r>
        <w:t>617.3433</w:t>
      </w:r>
      <w:r>
        <w:tab/>
        <w:t>1.941e0</w:t>
      </w:r>
    </w:p>
    <w:p w:rsidR="00E00D30" w:rsidRDefault="00E00D30" w:rsidP="00E00D30">
      <w:r>
        <w:t>617.3723</w:t>
      </w:r>
      <w:r>
        <w:tab/>
        <w:t>3.038e0</w:t>
      </w:r>
    </w:p>
    <w:p w:rsidR="00E00D30" w:rsidRDefault="00E00D30" w:rsidP="00E00D30">
      <w:r>
        <w:t>617.3741</w:t>
      </w:r>
      <w:r>
        <w:tab/>
        <w:t>2.025e0</w:t>
      </w:r>
    </w:p>
    <w:p w:rsidR="00E00D30" w:rsidRDefault="00E00D30" w:rsidP="00E00D30">
      <w:r>
        <w:t>617.3752</w:t>
      </w:r>
      <w:r>
        <w:tab/>
        <w:t>1.936e0</w:t>
      </w:r>
    </w:p>
    <w:p w:rsidR="00E00D30" w:rsidRDefault="00E00D30" w:rsidP="00E00D30">
      <w:r>
        <w:t>617.3966</w:t>
      </w:r>
      <w:r>
        <w:tab/>
        <w:t>2.025e0</w:t>
      </w:r>
    </w:p>
    <w:p w:rsidR="00E00D30" w:rsidRDefault="00E00D30" w:rsidP="00E00D30">
      <w:r>
        <w:t>617.4114</w:t>
      </w:r>
      <w:r>
        <w:tab/>
        <w:t>1.013e0</w:t>
      </w:r>
    </w:p>
    <w:p w:rsidR="00E00D30" w:rsidRDefault="00E00D30" w:rsidP="00E00D30">
      <w:r>
        <w:t>617.4388</w:t>
      </w:r>
      <w:r>
        <w:tab/>
        <w:t>1.013e0</w:t>
      </w:r>
    </w:p>
    <w:p w:rsidR="00E00D30" w:rsidRDefault="00E00D30" w:rsidP="00E00D30">
      <w:r>
        <w:t>617.4598</w:t>
      </w:r>
      <w:r>
        <w:tab/>
        <w:t>2.025e0</w:t>
      </w:r>
    </w:p>
    <w:p w:rsidR="00E00D30" w:rsidRDefault="00E00D30" w:rsidP="00E00D30">
      <w:r>
        <w:t>617.4687</w:t>
      </w:r>
      <w:r>
        <w:tab/>
        <w:t>2.025e0</w:t>
      </w:r>
    </w:p>
    <w:p w:rsidR="00E00D30" w:rsidRDefault="00E00D30" w:rsidP="00E00D30">
      <w:r>
        <w:t>617.4713</w:t>
      </w:r>
      <w:r>
        <w:tab/>
        <w:t>2.025e0</w:t>
      </w:r>
    </w:p>
    <w:p w:rsidR="00E00D30" w:rsidRDefault="00E00D30" w:rsidP="00E00D30">
      <w:r>
        <w:t>617.5019</w:t>
      </w:r>
      <w:r>
        <w:tab/>
        <w:t>1.013e0</w:t>
      </w:r>
    </w:p>
    <w:p w:rsidR="00E00D30" w:rsidRDefault="00E00D30" w:rsidP="00E00D30">
      <w:r>
        <w:t>617.5072</w:t>
      </w:r>
      <w:r>
        <w:tab/>
        <w:t>2.025e0</w:t>
      </w:r>
    </w:p>
    <w:p w:rsidR="00E00D30" w:rsidRDefault="00E00D30" w:rsidP="00E00D30">
      <w:r>
        <w:t>617.5508</w:t>
      </w:r>
      <w:r>
        <w:tab/>
        <w:t>1.013e0</w:t>
      </w:r>
    </w:p>
    <w:p w:rsidR="00E00D30" w:rsidRDefault="00E00D30" w:rsidP="00E00D30">
      <w:r>
        <w:t>617.5653</w:t>
      </w:r>
      <w:r>
        <w:tab/>
        <w:t>1.013e0</w:t>
      </w:r>
    </w:p>
    <w:p w:rsidR="00E00D30" w:rsidRDefault="00E00D30" w:rsidP="00E00D30">
      <w:r>
        <w:t>617.5689</w:t>
      </w:r>
      <w:r>
        <w:tab/>
        <w:t>1.013e0</w:t>
      </w:r>
    </w:p>
    <w:p w:rsidR="00E00D30" w:rsidRDefault="00E00D30" w:rsidP="00E00D30">
      <w:r>
        <w:lastRenderedPageBreak/>
        <w:t>617.6016</w:t>
      </w:r>
      <w:r>
        <w:tab/>
        <w:t>3.038e0</w:t>
      </w:r>
    </w:p>
    <w:p w:rsidR="00E00D30" w:rsidRDefault="00E00D30" w:rsidP="00E00D30">
      <w:r>
        <w:t>617.6221</w:t>
      </w:r>
      <w:r>
        <w:tab/>
        <w:t>1.013e0</w:t>
      </w:r>
    </w:p>
    <w:p w:rsidR="00E00D30" w:rsidRDefault="00E00D30" w:rsidP="00E00D30">
      <w:r>
        <w:t>617.6396</w:t>
      </w:r>
      <w:r>
        <w:tab/>
        <w:t>1.013e0</w:t>
      </w:r>
    </w:p>
    <w:p w:rsidR="00E00D30" w:rsidRDefault="00E00D30" w:rsidP="00E00D30">
      <w:r>
        <w:t>617.6698</w:t>
      </w:r>
      <w:r>
        <w:tab/>
        <w:t>3.038e0</w:t>
      </w:r>
    </w:p>
    <w:p w:rsidR="00E00D30" w:rsidRDefault="00E00D30" w:rsidP="00E00D30">
      <w:r>
        <w:t>617.6965</w:t>
      </w:r>
      <w:r>
        <w:tab/>
        <w:t>2.025e0</w:t>
      </w:r>
    </w:p>
    <w:p w:rsidR="00E00D30" w:rsidRDefault="00E00D30" w:rsidP="00E00D30">
      <w:r>
        <w:t>617.7569</w:t>
      </w:r>
      <w:r>
        <w:tab/>
        <w:t>2.025e0</w:t>
      </w:r>
    </w:p>
    <w:p w:rsidR="00E00D30" w:rsidRDefault="00E00D30" w:rsidP="00E00D30">
      <w:r>
        <w:t>617.7623</w:t>
      </w:r>
      <w:r>
        <w:tab/>
        <w:t>1.013e0</w:t>
      </w:r>
    </w:p>
    <w:p w:rsidR="00E00D30" w:rsidRDefault="00E00D30" w:rsidP="00E00D30">
      <w:r>
        <w:t>617.7798</w:t>
      </w:r>
      <w:r>
        <w:tab/>
        <w:t>2.025e0</w:t>
      </w:r>
    </w:p>
    <w:p w:rsidR="00E00D30" w:rsidRDefault="00E00D30" w:rsidP="00E00D30">
      <w:r>
        <w:t>617.7972</w:t>
      </w:r>
      <w:r>
        <w:tab/>
        <w:t>1.013e0</w:t>
      </w:r>
    </w:p>
    <w:p w:rsidR="00E00D30" w:rsidRDefault="00E00D30" w:rsidP="00E00D30">
      <w:r>
        <w:t>617.8275</w:t>
      </w:r>
      <w:r>
        <w:tab/>
        <w:t>2.025e0</w:t>
      </w:r>
    </w:p>
    <w:p w:rsidR="00E00D30" w:rsidRDefault="00E00D30" w:rsidP="00E00D30">
      <w:r>
        <w:t>617.8524</w:t>
      </w:r>
      <w:r>
        <w:tab/>
        <w:t>2.025e0</w:t>
      </w:r>
    </w:p>
    <w:p w:rsidR="00E00D30" w:rsidRDefault="00E00D30" w:rsidP="00E00D30">
      <w:r>
        <w:t>617.8680</w:t>
      </w:r>
      <w:r>
        <w:tab/>
        <w:t>2.025e0</w:t>
      </w:r>
    </w:p>
    <w:p w:rsidR="00E00D30" w:rsidRDefault="00E00D30" w:rsidP="00E00D30">
      <w:r>
        <w:t>617.8895</w:t>
      </w:r>
      <w:r>
        <w:tab/>
        <w:t>3.038e0</w:t>
      </w:r>
    </w:p>
    <w:p w:rsidR="00E00D30" w:rsidRDefault="00E00D30" w:rsidP="00E00D30">
      <w:r>
        <w:t>617.9209</w:t>
      </w:r>
      <w:r>
        <w:tab/>
        <w:t>1.013e0</w:t>
      </w:r>
    </w:p>
    <w:p w:rsidR="00E00D30" w:rsidRDefault="00E00D30" w:rsidP="00E00D30">
      <w:r>
        <w:t>617.9245</w:t>
      </w:r>
      <w:r>
        <w:tab/>
        <w:t>2.025e0</w:t>
      </w:r>
    </w:p>
    <w:p w:rsidR="00E00D30" w:rsidRDefault="00E00D30" w:rsidP="00E00D30">
      <w:r>
        <w:t>617.9355</w:t>
      </w:r>
      <w:r>
        <w:tab/>
        <w:t>1.013e0</w:t>
      </w:r>
    </w:p>
    <w:p w:rsidR="00E00D30" w:rsidRDefault="00E00D30" w:rsidP="00E00D30">
      <w:r>
        <w:t>617.9680</w:t>
      </w:r>
      <w:r>
        <w:tab/>
        <w:t>1.013e0</w:t>
      </w:r>
    </w:p>
    <w:p w:rsidR="00E00D30" w:rsidRDefault="00E00D30" w:rsidP="00E00D30">
      <w:r>
        <w:t>618.0273</w:t>
      </w:r>
      <w:r>
        <w:tab/>
        <w:t>1.013e0</w:t>
      </w:r>
    </w:p>
    <w:p w:rsidR="00E00D30" w:rsidRDefault="00E00D30" w:rsidP="00E00D30">
      <w:r>
        <w:t>618.0412</w:t>
      </w:r>
      <w:r>
        <w:tab/>
        <w:t>2.025e0</w:t>
      </w:r>
    </w:p>
    <w:p w:rsidR="00E00D30" w:rsidRDefault="00E00D30" w:rsidP="00E00D30">
      <w:r>
        <w:lastRenderedPageBreak/>
        <w:t>618.0438</w:t>
      </w:r>
      <w:r>
        <w:tab/>
        <w:t>2.025e0</w:t>
      </w:r>
    </w:p>
    <w:p w:rsidR="00E00D30" w:rsidRDefault="00E00D30" w:rsidP="00E00D30">
      <w:r>
        <w:t>618.0628</w:t>
      </w:r>
      <w:r>
        <w:tab/>
        <w:t>1.013e0</w:t>
      </w:r>
    </w:p>
    <w:p w:rsidR="00E00D30" w:rsidRDefault="00E00D30" w:rsidP="00E00D30">
      <w:r>
        <w:t>618.0673</w:t>
      </w:r>
      <w:r>
        <w:tab/>
        <w:t>2.025e0</w:t>
      </w:r>
    </w:p>
    <w:p w:rsidR="00E00D30" w:rsidRDefault="00E00D30" w:rsidP="00E00D30">
      <w:r>
        <w:t>618.0737</w:t>
      </w:r>
      <w:r>
        <w:tab/>
        <w:t>1.013e0</w:t>
      </w:r>
    </w:p>
    <w:p w:rsidR="00E00D30" w:rsidRDefault="00E00D30" w:rsidP="00E00D30">
      <w:r>
        <w:t>618.1323</w:t>
      </w:r>
      <w:r>
        <w:tab/>
        <w:t>1.013e0</w:t>
      </w:r>
    </w:p>
    <w:p w:rsidR="00E00D30" w:rsidRDefault="00E00D30" w:rsidP="00E00D30">
      <w:r>
        <w:t>618.1423</w:t>
      </w:r>
      <w:r>
        <w:tab/>
        <w:t>2.025e0</w:t>
      </w:r>
    </w:p>
    <w:p w:rsidR="00E00D30" w:rsidRDefault="00E00D30" w:rsidP="00E00D30">
      <w:r>
        <w:t>618.1682</w:t>
      </w:r>
      <w:r>
        <w:tab/>
        <w:t>2.025e0</w:t>
      </w:r>
    </w:p>
    <w:p w:rsidR="00E00D30" w:rsidRDefault="00E00D30" w:rsidP="00E00D30">
      <w:r>
        <w:t>618.1737</w:t>
      </w:r>
      <w:r>
        <w:tab/>
        <w:t>2.035e0</w:t>
      </w:r>
    </w:p>
    <w:p w:rsidR="00E00D30" w:rsidRDefault="00E00D30" w:rsidP="00E00D30">
      <w:r>
        <w:t>618.1846</w:t>
      </w:r>
      <w:r>
        <w:tab/>
        <w:t>4.051e0</w:t>
      </w:r>
    </w:p>
    <w:p w:rsidR="00E00D30" w:rsidRDefault="00E00D30" w:rsidP="00E00D30">
      <w:r>
        <w:t>618.1858</w:t>
      </w:r>
      <w:r>
        <w:tab/>
        <w:t>4.051e0</w:t>
      </w:r>
    </w:p>
    <w:p w:rsidR="00E00D30" w:rsidRDefault="00E00D30" w:rsidP="00E00D30">
      <w:r>
        <w:t>618.1943</w:t>
      </w:r>
      <w:r>
        <w:tab/>
        <w:t>2.025e0</w:t>
      </w:r>
    </w:p>
    <w:p w:rsidR="00E00D30" w:rsidRDefault="00E00D30" w:rsidP="00E00D30">
      <w:r>
        <w:t>618.1961</w:t>
      </w:r>
      <w:r>
        <w:tab/>
        <w:t>6.076e0</w:t>
      </w:r>
    </w:p>
    <w:p w:rsidR="00E00D30" w:rsidRDefault="00E00D30" w:rsidP="00E00D30">
      <w:r>
        <w:t>618.1998</w:t>
      </w:r>
      <w:r>
        <w:tab/>
        <w:t>1.013e0</w:t>
      </w:r>
    </w:p>
    <w:p w:rsidR="00E00D30" w:rsidRDefault="00E00D30" w:rsidP="00E00D30">
      <w:r>
        <w:t>618.2217</w:t>
      </w:r>
      <w:r>
        <w:tab/>
        <w:t>2.025e0</w:t>
      </w:r>
    </w:p>
    <w:p w:rsidR="00E00D30" w:rsidRDefault="00E00D30" w:rsidP="00E00D30">
      <w:r>
        <w:t>618.2338</w:t>
      </w:r>
      <w:r>
        <w:tab/>
        <w:t>6.472e0</w:t>
      </w:r>
    </w:p>
    <w:p w:rsidR="00E00D30" w:rsidRDefault="00E00D30" w:rsidP="00E00D30">
      <w:r>
        <w:t>618.2385</w:t>
      </w:r>
      <w:r>
        <w:tab/>
        <w:t>2.025e0</w:t>
      </w:r>
    </w:p>
    <w:p w:rsidR="00E00D30" w:rsidRDefault="00E00D30" w:rsidP="00E00D30">
      <w:r>
        <w:t>618.2742</w:t>
      </w:r>
      <w:r>
        <w:tab/>
        <w:t>1.013e0</w:t>
      </w:r>
    </w:p>
    <w:p w:rsidR="00E00D30" w:rsidRDefault="00E00D30" w:rsidP="00E00D30">
      <w:r>
        <w:t>618.3052</w:t>
      </w:r>
      <w:r>
        <w:tab/>
        <w:t>1.013e0</w:t>
      </w:r>
    </w:p>
    <w:p w:rsidR="00E00D30" w:rsidRDefault="00E00D30" w:rsidP="00E00D30">
      <w:r>
        <w:t>618.3274</w:t>
      </w:r>
      <w:r>
        <w:tab/>
        <w:t>5.013e0</w:t>
      </w:r>
    </w:p>
    <w:p w:rsidR="00E00D30" w:rsidRDefault="00E00D30" w:rsidP="00E00D30">
      <w:r>
        <w:lastRenderedPageBreak/>
        <w:t>618.3584</w:t>
      </w:r>
      <w:r>
        <w:tab/>
        <w:t>1.013e0</w:t>
      </w:r>
    </w:p>
    <w:p w:rsidR="00E00D30" w:rsidRDefault="00E00D30" w:rsidP="00E00D30">
      <w:r>
        <w:t>618.3621</w:t>
      </w:r>
      <w:r>
        <w:tab/>
        <w:t>2.025e0</w:t>
      </w:r>
    </w:p>
    <w:p w:rsidR="00E00D30" w:rsidRDefault="00E00D30" w:rsidP="00E00D30">
      <w:r>
        <w:t>618.3690</w:t>
      </w:r>
      <w:r>
        <w:tab/>
        <w:t>2.025e0</w:t>
      </w:r>
    </w:p>
    <w:p w:rsidR="00E00D30" w:rsidRDefault="00E00D30" w:rsidP="00E00D30">
      <w:r>
        <w:t>618.3937</w:t>
      </w:r>
      <w:r>
        <w:tab/>
        <w:t>2.697e0</w:t>
      </w:r>
    </w:p>
    <w:p w:rsidR="00E00D30" w:rsidRDefault="00E00D30" w:rsidP="00E00D30">
      <w:r>
        <w:t>618.3962</w:t>
      </w:r>
      <w:r>
        <w:tab/>
        <w:t>1.013e0</w:t>
      </w:r>
    </w:p>
    <w:p w:rsidR="00E00D30" w:rsidRDefault="00E00D30" w:rsidP="00E00D30">
      <w:r>
        <w:t>618.4163</w:t>
      </w:r>
      <w:r>
        <w:tab/>
        <w:t>2.025e0</w:t>
      </w:r>
    </w:p>
    <w:p w:rsidR="00E00D30" w:rsidRDefault="00E00D30" w:rsidP="00E00D30">
      <w:r>
        <w:t>618.4316</w:t>
      </w:r>
      <w:r>
        <w:tab/>
        <w:t>2.025e0</w:t>
      </w:r>
    </w:p>
    <w:p w:rsidR="00E00D30" w:rsidRDefault="00E00D30" w:rsidP="00E00D30">
      <w:r>
        <w:t>618.4536</w:t>
      </w:r>
      <w:r>
        <w:tab/>
        <w:t>1.013e0</w:t>
      </w:r>
    </w:p>
    <w:p w:rsidR="00E00D30" w:rsidRDefault="00E00D30" w:rsidP="00E00D30">
      <w:r>
        <w:t>618.4638</w:t>
      </w:r>
      <w:r>
        <w:tab/>
        <w:t>1.013e0</w:t>
      </w:r>
    </w:p>
    <w:p w:rsidR="00E00D30" w:rsidRDefault="00E00D30" w:rsidP="00E00D30">
      <w:r>
        <w:t>618.4654</w:t>
      </w:r>
      <w:r>
        <w:tab/>
        <w:t>2.025e0</w:t>
      </w:r>
    </w:p>
    <w:p w:rsidR="00E00D30" w:rsidRDefault="00E00D30" w:rsidP="00E00D30">
      <w:r>
        <w:t>618.4927</w:t>
      </w:r>
      <w:r>
        <w:tab/>
        <w:t>3.038e0</w:t>
      </w:r>
    </w:p>
    <w:p w:rsidR="00E00D30" w:rsidRDefault="00E00D30" w:rsidP="00E00D30">
      <w:r>
        <w:t>618.5023</w:t>
      </w:r>
      <w:r>
        <w:tab/>
        <w:t>1.013e0</w:t>
      </w:r>
    </w:p>
    <w:p w:rsidR="00E00D30" w:rsidRDefault="00E00D30" w:rsidP="00E00D30">
      <w:r>
        <w:t>618.5649</w:t>
      </w:r>
      <w:r>
        <w:tab/>
        <w:t>2.025e0</w:t>
      </w:r>
    </w:p>
    <w:p w:rsidR="00E00D30" w:rsidRDefault="00E00D30" w:rsidP="00E00D30">
      <w:r>
        <w:t>618.5743</w:t>
      </w:r>
      <w:r>
        <w:tab/>
        <w:t>2.025e0</w:t>
      </w:r>
    </w:p>
    <w:p w:rsidR="00E00D30" w:rsidRDefault="00E00D30" w:rsidP="00E00D30">
      <w:r>
        <w:t>618.5805</w:t>
      </w:r>
      <w:r>
        <w:tab/>
        <w:t>1.013e0</w:t>
      </w:r>
    </w:p>
    <w:p w:rsidR="00E00D30" w:rsidRDefault="00E00D30" w:rsidP="00E00D30">
      <w:r>
        <w:t>618.5913</w:t>
      </w:r>
      <w:r>
        <w:tab/>
        <w:t>1.013e0</w:t>
      </w:r>
    </w:p>
    <w:p w:rsidR="00E00D30" w:rsidRDefault="00E00D30" w:rsidP="00E00D30">
      <w:r>
        <w:t>618.6334</w:t>
      </w:r>
      <w:r>
        <w:tab/>
        <w:t>1.013e0</w:t>
      </w:r>
    </w:p>
    <w:p w:rsidR="00E00D30" w:rsidRDefault="00E00D30" w:rsidP="00E00D30">
      <w:r>
        <w:t>618.6754</w:t>
      </w:r>
      <w:r>
        <w:tab/>
        <w:t>2.025e0</w:t>
      </w:r>
    </w:p>
    <w:p w:rsidR="00E00D30" w:rsidRDefault="00E00D30" w:rsidP="00E00D30">
      <w:r>
        <w:t>618.6962</w:t>
      </w:r>
      <w:r>
        <w:tab/>
        <w:t>2.025e0</w:t>
      </w:r>
    </w:p>
    <w:p w:rsidR="00E00D30" w:rsidRDefault="00E00D30" w:rsidP="00E00D30">
      <w:r>
        <w:lastRenderedPageBreak/>
        <w:t>618.7294</w:t>
      </w:r>
      <w:r>
        <w:tab/>
        <w:t>1.013e0</w:t>
      </w:r>
    </w:p>
    <w:p w:rsidR="00E00D30" w:rsidRDefault="00E00D30" w:rsidP="00E00D30">
      <w:r>
        <w:t>618.7920</w:t>
      </w:r>
      <w:r>
        <w:tab/>
        <w:t>2.025e0</w:t>
      </w:r>
    </w:p>
    <w:p w:rsidR="00E00D30" w:rsidRDefault="00E00D30" w:rsidP="00E00D30">
      <w:r>
        <w:t>618.8524</w:t>
      </w:r>
      <w:r>
        <w:tab/>
        <w:t>3.038e0</w:t>
      </w:r>
    </w:p>
    <w:p w:rsidR="00E00D30" w:rsidRDefault="00E00D30" w:rsidP="00E00D30">
      <w:r>
        <w:t>618.8659</w:t>
      </w:r>
      <w:r>
        <w:tab/>
        <w:t>1.013e0</w:t>
      </w:r>
    </w:p>
    <w:p w:rsidR="00E00D30" w:rsidRDefault="00E00D30" w:rsidP="00E00D30">
      <w:r>
        <w:t>618.8903</w:t>
      </w:r>
      <w:r>
        <w:tab/>
        <w:t>1.013e0</w:t>
      </w:r>
    </w:p>
    <w:p w:rsidR="00E00D30" w:rsidRDefault="00E00D30" w:rsidP="00E00D30">
      <w:r>
        <w:t>618.8972</w:t>
      </w:r>
      <w:r>
        <w:tab/>
        <w:t>2.025e0</w:t>
      </w:r>
    </w:p>
    <w:p w:rsidR="00E00D30" w:rsidRDefault="00E00D30" w:rsidP="00E00D30">
      <w:r>
        <w:t>618.9612</w:t>
      </w:r>
      <w:r>
        <w:tab/>
        <w:t>1.013e0</w:t>
      </w:r>
    </w:p>
    <w:p w:rsidR="00E00D30" w:rsidRDefault="00E00D30" w:rsidP="00E00D30">
      <w:r>
        <w:t>618.9657</w:t>
      </w:r>
      <w:r>
        <w:tab/>
        <w:t>2.025e0</w:t>
      </w:r>
    </w:p>
    <w:p w:rsidR="00E00D30" w:rsidRDefault="00E00D30" w:rsidP="00E00D30">
      <w:r>
        <w:t>618.9827</w:t>
      </w:r>
      <w:r>
        <w:tab/>
        <w:t>2.025e0</w:t>
      </w:r>
    </w:p>
    <w:p w:rsidR="00E00D30" w:rsidRDefault="00E00D30" w:rsidP="00E00D30">
      <w:r>
        <w:t>618.9941</w:t>
      </w:r>
      <w:r>
        <w:tab/>
        <w:t>1.013e0</w:t>
      </w:r>
    </w:p>
    <w:p w:rsidR="00E00D30" w:rsidRDefault="00E00D30" w:rsidP="00E00D30">
      <w:r>
        <w:t>619.0126</w:t>
      </w:r>
      <w:r>
        <w:tab/>
        <w:t>2.025e0</w:t>
      </w:r>
    </w:p>
    <w:p w:rsidR="00E00D30" w:rsidRDefault="00E00D30" w:rsidP="00E00D30">
      <w:r>
        <w:t>619.0470</w:t>
      </w:r>
      <w:r>
        <w:tab/>
        <w:t>1.013e0</w:t>
      </w:r>
    </w:p>
    <w:p w:rsidR="00E00D30" w:rsidRDefault="00E00D30" w:rsidP="00E00D30">
      <w:r>
        <w:t>619.0492</w:t>
      </w:r>
      <w:r>
        <w:tab/>
        <w:t>1.013e0</w:t>
      </w:r>
    </w:p>
    <w:p w:rsidR="00E00D30" w:rsidRDefault="00E00D30" w:rsidP="00E00D30">
      <w:r>
        <w:t>619.0651</w:t>
      </w:r>
      <w:r>
        <w:tab/>
        <w:t>2.025e0</w:t>
      </w:r>
    </w:p>
    <w:p w:rsidR="00E00D30" w:rsidRDefault="00E00D30" w:rsidP="00E00D30">
      <w:r>
        <w:t>619.1204</w:t>
      </w:r>
      <w:r>
        <w:tab/>
        <w:t>1.013e0</w:t>
      </w:r>
    </w:p>
    <w:p w:rsidR="00E00D30" w:rsidRDefault="00E00D30" w:rsidP="00E00D30">
      <w:r>
        <w:t>619.1366</w:t>
      </w:r>
      <w:r>
        <w:tab/>
        <w:t>1.013e0</w:t>
      </w:r>
    </w:p>
    <w:p w:rsidR="00E00D30" w:rsidRDefault="00E00D30" w:rsidP="00E00D30">
      <w:r>
        <w:t>619.1710</w:t>
      </w:r>
      <w:r>
        <w:tab/>
        <w:t>1.013e0</w:t>
      </w:r>
    </w:p>
    <w:p w:rsidR="00E00D30" w:rsidRDefault="00E00D30" w:rsidP="00E00D30">
      <w:r>
        <w:t>619.1793</w:t>
      </w:r>
      <w:r>
        <w:tab/>
        <w:t>2.025e0</w:t>
      </w:r>
    </w:p>
    <w:p w:rsidR="00E00D30" w:rsidRDefault="00E00D30" w:rsidP="00E00D30">
      <w:r>
        <w:t>619.1842</w:t>
      </w:r>
      <w:r>
        <w:tab/>
        <w:t>3.038e0</w:t>
      </w:r>
    </w:p>
    <w:p w:rsidR="00E00D30" w:rsidRDefault="00E00D30" w:rsidP="00E00D30">
      <w:r>
        <w:lastRenderedPageBreak/>
        <w:t>619.2051</w:t>
      </w:r>
      <w:r>
        <w:tab/>
        <w:t>1.013e0</w:t>
      </w:r>
    </w:p>
    <w:p w:rsidR="00E00D30" w:rsidRDefault="00E00D30" w:rsidP="00E00D30">
      <w:r>
        <w:t>619.2420</w:t>
      </w:r>
      <w:r>
        <w:tab/>
        <w:t>1.013e0</w:t>
      </w:r>
    </w:p>
    <w:p w:rsidR="00E00D30" w:rsidRDefault="00E00D30" w:rsidP="00E00D30">
      <w:r>
        <w:t>619.2602</w:t>
      </w:r>
      <w:r>
        <w:tab/>
        <w:t>1.013e0</w:t>
      </w:r>
    </w:p>
    <w:p w:rsidR="00E00D30" w:rsidRDefault="00E00D30" w:rsidP="00E00D30">
      <w:r>
        <w:t>619.2668</w:t>
      </w:r>
      <w:r>
        <w:tab/>
        <w:t>5.063e0</w:t>
      </w:r>
    </w:p>
    <w:p w:rsidR="00E00D30" w:rsidRDefault="00E00D30" w:rsidP="00E00D30">
      <w:r>
        <w:t>619.2792</w:t>
      </w:r>
      <w:r>
        <w:tab/>
        <w:t>1.013e0</w:t>
      </w:r>
    </w:p>
    <w:p w:rsidR="00E00D30" w:rsidRDefault="00E00D30" w:rsidP="00E00D30">
      <w:r>
        <w:t>619.2949</w:t>
      </w:r>
      <w:r>
        <w:tab/>
        <w:t>1.013e0</w:t>
      </w:r>
    </w:p>
    <w:p w:rsidR="00E00D30" w:rsidRDefault="00E00D30" w:rsidP="00E00D30">
      <w:r>
        <w:t>619.3113</w:t>
      </w:r>
      <w:r>
        <w:tab/>
        <w:t>3.038e0</w:t>
      </w:r>
    </w:p>
    <w:p w:rsidR="00E00D30" w:rsidRDefault="00E00D30" w:rsidP="00E00D30">
      <w:r>
        <w:t>619.3381</w:t>
      </w:r>
      <w:r>
        <w:tab/>
        <w:t>2.025e0</w:t>
      </w:r>
    </w:p>
    <w:p w:rsidR="00E00D30" w:rsidRDefault="00E00D30" w:rsidP="00E00D30">
      <w:r>
        <w:t>619.3566</w:t>
      </w:r>
      <w:r>
        <w:tab/>
        <w:t>6.076e0</w:t>
      </w:r>
    </w:p>
    <w:p w:rsidR="00E00D30" w:rsidRDefault="00E00D30" w:rsidP="00E00D30">
      <w:r>
        <w:t>619.3748</w:t>
      </w:r>
      <w:r>
        <w:tab/>
        <w:t>4.929e0</w:t>
      </w:r>
    </w:p>
    <w:p w:rsidR="00E00D30" w:rsidRDefault="00E00D30" w:rsidP="00E00D30">
      <w:r>
        <w:t>619.3851</w:t>
      </w:r>
      <w:r>
        <w:tab/>
        <w:t>1.013e0</w:t>
      </w:r>
    </w:p>
    <w:p w:rsidR="00E00D30" w:rsidRDefault="00E00D30" w:rsidP="00E00D30">
      <w:r>
        <w:t>619.4100</w:t>
      </w:r>
      <w:r>
        <w:tab/>
        <w:t>2.025e0</w:t>
      </w:r>
    </w:p>
    <w:p w:rsidR="00E00D30" w:rsidRDefault="00E00D30" w:rsidP="00E00D30">
      <w:r>
        <w:t>619.4340</w:t>
      </w:r>
      <w:r>
        <w:tab/>
        <w:t>2.025e0</w:t>
      </w:r>
    </w:p>
    <w:p w:rsidR="00E00D30" w:rsidRDefault="00E00D30" w:rsidP="00E00D30">
      <w:r>
        <w:t>619.4538</w:t>
      </w:r>
      <w:r>
        <w:tab/>
        <w:t>1.013e0</w:t>
      </w:r>
    </w:p>
    <w:p w:rsidR="00E00D30" w:rsidRDefault="00E00D30" w:rsidP="00E00D30">
      <w:r>
        <w:t>619.4589</w:t>
      </w:r>
      <w:r>
        <w:tab/>
        <w:t>1.013e0</w:t>
      </w:r>
    </w:p>
    <w:p w:rsidR="00E00D30" w:rsidRDefault="00E00D30" w:rsidP="00E00D30">
      <w:r>
        <w:t>619.4647</w:t>
      </w:r>
      <w:r>
        <w:tab/>
        <w:t>3.038e0</w:t>
      </w:r>
    </w:p>
    <w:p w:rsidR="00E00D30" w:rsidRDefault="00E00D30" w:rsidP="00E00D30">
      <w:r>
        <w:t>619.4884</w:t>
      </w:r>
      <w:r>
        <w:tab/>
        <w:t>1.013e0</w:t>
      </w:r>
    </w:p>
    <w:p w:rsidR="00E00D30" w:rsidRDefault="00E00D30" w:rsidP="00E00D30">
      <w:r>
        <w:t>619.5248</w:t>
      </w:r>
      <w:r>
        <w:tab/>
        <w:t>1.013e0</w:t>
      </w:r>
    </w:p>
    <w:p w:rsidR="00E00D30" w:rsidRDefault="00E00D30" w:rsidP="00E00D30">
      <w:r>
        <w:t>619.5301</w:t>
      </w:r>
      <w:r>
        <w:tab/>
        <w:t>2.025e0</w:t>
      </w:r>
    </w:p>
    <w:p w:rsidR="00E00D30" w:rsidRDefault="00E00D30" w:rsidP="00E00D30">
      <w:r>
        <w:lastRenderedPageBreak/>
        <w:t>619.5693</w:t>
      </w:r>
      <w:r>
        <w:tab/>
        <w:t>2.025e0</w:t>
      </w:r>
    </w:p>
    <w:p w:rsidR="00E00D30" w:rsidRDefault="00E00D30" w:rsidP="00E00D30">
      <w:r>
        <w:t>619.5939</w:t>
      </w:r>
      <w:r>
        <w:tab/>
        <w:t>2.025e0</w:t>
      </w:r>
    </w:p>
    <w:p w:rsidR="00E00D30" w:rsidRDefault="00E00D30" w:rsidP="00E00D30">
      <w:r>
        <w:t>619.5968</w:t>
      </w:r>
      <w:r>
        <w:tab/>
        <w:t>2.025e0</w:t>
      </w:r>
    </w:p>
    <w:p w:rsidR="00E00D30" w:rsidRDefault="00E00D30" w:rsidP="00E00D30">
      <w:r>
        <w:t>619.6124</w:t>
      </w:r>
      <w:r>
        <w:tab/>
        <w:t>1.013e0</w:t>
      </w:r>
    </w:p>
    <w:p w:rsidR="00E00D30" w:rsidRDefault="00E00D30" w:rsidP="00E00D30">
      <w:r>
        <w:t>619.6606</w:t>
      </w:r>
      <w:r>
        <w:tab/>
        <w:t>1.013e0</w:t>
      </w:r>
    </w:p>
    <w:p w:rsidR="00E00D30" w:rsidRDefault="00E00D30" w:rsidP="00E00D30">
      <w:r>
        <w:t>619.6617</w:t>
      </w:r>
      <w:r>
        <w:tab/>
        <w:t>2.025e0</w:t>
      </w:r>
    </w:p>
    <w:p w:rsidR="00E00D30" w:rsidRDefault="00E00D30" w:rsidP="00E00D30">
      <w:r>
        <w:t>619.7361</w:t>
      </w:r>
      <w:r>
        <w:tab/>
        <w:t>1.013e0</w:t>
      </w:r>
    </w:p>
    <w:p w:rsidR="00E00D30" w:rsidRDefault="00E00D30" w:rsidP="00E00D30">
      <w:r>
        <w:t>619.7712</w:t>
      </w:r>
      <w:r>
        <w:tab/>
        <w:t>3.038e0</w:t>
      </w:r>
    </w:p>
    <w:p w:rsidR="00E00D30" w:rsidRDefault="00E00D30" w:rsidP="00E00D30">
      <w:r>
        <w:t>619.7745</w:t>
      </w:r>
      <w:r>
        <w:tab/>
        <w:t>2.405e0</w:t>
      </w:r>
    </w:p>
    <w:p w:rsidR="00E00D30" w:rsidRDefault="00E00D30" w:rsidP="00E00D30">
      <w:r>
        <w:t>619.7811</w:t>
      </w:r>
      <w:r>
        <w:tab/>
        <w:t>4.051e0</w:t>
      </w:r>
    </w:p>
    <w:p w:rsidR="00E00D30" w:rsidRDefault="00E00D30" w:rsidP="00E00D30">
      <w:r>
        <w:t>619.7987</w:t>
      </w:r>
      <w:r>
        <w:tab/>
        <w:t>2.025e0</w:t>
      </w:r>
    </w:p>
    <w:p w:rsidR="00E00D30" w:rsidRDefault="00E00D30" w:rsidP="00E00D30">
      <w:r>
        <w:t>619.8058</w:t>
      </w:r>
      <w:r>
        <w:tab/>
        <w:t>2.025e0</w:t>
      </w:r>
    </w:p>
    <w:p w:rsidR="00E00D30" w:rsidRDefault="00E00D30" w:rsidP="00E00D30">
      <w:r>
        <w:t>619.8160</w:t>
      </w:r>
      <w:r>
        <w:tab/>
        <w:t>6.076e0</w:t>
      </w:r>
    </w:p>
    <w:p w:rsidR="00E00D30" w:rsidRDefault="00E00D30" w:rsidP="00E00D30">
      <w:r>
        <w:t>619.8544</w:t>
      </w:r>
      <w:r>
        <w:tab/>
        <w:t>3.038e0</w:t>
      </w:r>
    </w:p>
    <w:p w:rsidR="00E00D30" w:rsidRDefault="00E00D30" w:rsidP="00E00D30">
      <w:r>
        <w:t>619.8933</w:t>
      </w:r>
      <w:r>
        <w:tab/>
        <w:t>1.013e0</w:t>
      </w:r>
    </w:p>
    <w:p w:rsidR="00E00D30" w:rsidRDefault="00E00D30" w:rsidP="00E00D30">
      <w:r>
        <w:t>619.8953</w:t>
      </w:r>
      <w:r>
        <w:tab/>
        <w:t>1.013e0</w:t>
      </w:r>
    </w:p>
    <w:p w:rsidR="00E00D30" w:rsidRDefault="00E00D30" w:rsidP="00E00D30">
      <w:r>
        <w:t>619.9044</w:t>
      </w:r>
      <w:r>
        <w:tab/>
        <w:t>1.013e0</w:t>
      </w:r>
    </w:p>
    <w:p w:rsidR="00E00D30" w:rsidRDefault="00E00D30" w:rsidP="00E00D30">
      <w:r>
        <w:t>619.9056</w:t>
      </w:r>
      <w:r>
        <w:tab/>
        <w:t>2.025e0</w:t>
      </w:r>
    </w:p>
    <w:p w:rsidR="00E00D30" w:rsidRDefault="00E00D30" w:rsidP="00E00D30">
      <w:r>
        <w:t>619.9111</w:t>
      </w:r>
      <w:r>
        <w:tab/>
        <w:t>1.013e0</w:t>
      </w:r>
    </w:p>
    <w:p w:rsidR="00E00D30" w:rsidRDefault="00E00D30" w:rsidP="00E00D30">
      <w:r>
        <w:lastRenderedPageBreak/>
        <w:t>619.9892</w:t>
      </w:r>
      <w:r>
        <w:tab/>
        <w:t>1.013e0</w:t>
      </w:r>
    </w:p>
    <w:p w:rsidR="00E00D30" w:rsidRDefault="00E00D30" w:rsidP="00E00D30">
      <w:r>
        <w:t>620.0313</w:t>
      </w:r>
      <w:r>
        <w:tab/>
        <w:t>1.013e0</w:t>
      </w:r>
    </w:p>
    <w:p w:rsidR="00E00D30" w:rsidRDefault="00E00D30" w:rsidP="00E00D30">
      <w:r>
        <w:t>620.0949</w:t>
      </w:r>
      <w:r>
        <w:tab/>
        <w:t>1.013e0</w:t>
      </w:r>
    </w:p>
    <w:p w:rsidR="00E00D30" w:rsidRDefault="00E00D30" w:rsidP="00E00D30">
      <w:r>
        <w:t>620.1046</w:t>
      </w:r>
      <w:r>
        <w:tab/>
        <w:t>1.013e0</w:t>
      </w:r>
    </w:p>
    <w:p w:rsidR="00E00D30" w:rsidRDefault="00E00D30" w:rsidP="00E00D30">
      <w:r>
        <w:t>620.1373</w:t>
      </w:r>
      <w:r>
        <w:tab/>
        <w:t>1.013e0</w:t>
      </w:r>
    </w:p>
    <w:p w:rsidR="00E00D30" w:rsidRDefault="00E00D30" w:rsidP="00E00D30">
      <w:r>
        <w:t>620.1384</w:t>
      </w:r>
      <w:r>
        <w:tab/>
        <w:t>1.013e0</w:t>
      </w:r>
    </w:p>
    <w:p w:rsidR="00E00D30" w:rsidRDefault="00E00D30" w:rsidP="00E00D30">
      <w:r>
        <w:t>620.1797</w:t>
      </w:r>
      <w:r>
        <w:tab/>
        <w:t>1.013e0</w:t>
      </w:r>
    </w:p>
    <w:p w:rsidR="00E00D30" w:rsidRDefault="00E00D30" w:rsidP="00E00D30">
      <w:r>
        <w:t>620.2009</w:t>
      </w:r>
      <w:r>
        <w:tab/>
        <w:t>1.013e0</w:t>
      </w:r>
    </w:p>
    <w:p w:rsidR="00E00D30" w:rsidRDefault="00E00D30" w:rsidP="00E00D30">
      <w:r>
        <w:t>620.2023</w:t>
      </w:r>
      <w:r>
        <w:tab/>
        <w:t>3.038e0</w:t>
      </w:r>
    </w:p>
    <w:p w:rsidR="00E00D30" w:rsidRDefault="00E00D30" w:rsidP="00E00D30">
      <w:r>
        <w:t>620.2331</w:t>
      </w:r>
      <w:r>
        <w:tab/>
        <w:t>1.013e0</w:t>
      </w:r>
    </w:p>
    <w:p w:rsidR="00E00D30" w:rsidRDefault="00E00D30" w:rsidP="00E00D30">
      <w:r>
        <w:t>620.2628</w:t>
      </w:r>
      <w:r>
        <w:tab/>
        <w:t>4.051e0</w:t>
      </w:r>
    </w:p>
    <w:p w:rsidR="00E00D30" w:rsidRDefault="00E00D30" w:rsidP="00E00D30">
      <w:r>
        <w:t>620.2913</w:t>
      </w:r>
      <w:r>
        <w:tab/>
        <w:t>2.025e0</w:t>
      </w:r>
    </w:p>
    <w:p w:rsidR="00E00D30" w:rsidRDefault="00E00D30" w:rsidP="00E00D30">
      <w:r>
        <w:t>620.2994</w:t>
      </w:r>
      <w:r>
        <w:tab/>
        <w:t>1.013e0</w:t>
      </w:r>
    </w:p>
    <w:p w:rsidR="00E00D30" w:rsidRDefault="00E00D30" w:rsidP="00E00D30">
      <w:r>
        <w:t>620.3081</w:t>
      </w:r>
      <w:r>
        <w:tab/>
        <w:t>1.013e0</w:t>
      </w:r>
    </w:p>
    <w:p w:rsidR="00E00D30" w:rsidRDefault="00E00D30" w:rsidP="00E00D30">
      <w:r>
        <w:t>620.3362</w:t>
      </w:r>
      <w:r>
        <w:tab/>
        <w:t>5.063e0</w:t>
      </w:r>
    </w:p>
    <w:p w:rsidR="00E00D30" w:rsidRDefault="00E00D30" w:rsidP="00E00D30">
      <w:r>
        <w:t>620.3400</w:t>
      </w:r>
      <w:r>
        <w:tab/>
        <w:t>2.025e0</w:t>
      </w:r>
    </w:p>
    <w:p w:rsidR="00E00D30" w:rsidRDefault="00E00D30" w:rsidP="00E00D30">
      <w:r>
        <w:t>620.3600</w:t>
      </w:r>
      <w:r>
        <w:tab/>
        <w:t>1.013e0</w:t>
      </w:r>
    </w:p>
    <w:p w:rsidR="00E00D30" w:rsidRDefault="00E00D30" w:rsidP="00E00D30">
      <w:r>
        <w:t>620.3643</w:t>
      </w:r>
      <w:r>
        <w:tab/>
        <w:t>3.038e0</w:t>
      </w:r>
    </w:p>
    <w:p w:rsidR="00E00D30" w:rsidRDefault="00E00D30" w:rsidP="00E00D30">
      <w:r>
        <w:t>620.3696</w:t>
      </w:r>
      <w:r>
        <w:tab/>
        <w:t>3.038e0</w:t>
      </w:r>
    </w:p>
    <w:p w:rsidR="00E00D30" w:rsidRDefault="00E00D30" w:rsidP="00E00D30">
      <w:r>
        <w:lastRenderedPageBreak/>
        <w:t>620.4036</w:t>
      </w:r>
      <w:r>
        <w:tab/>
        <w:t>2.025e0</w:t>
      </w:r>
    </w:p>
    <w:p w:rsidR="00E00D30" w:rsidRDefault="00E00D30" w:rsidP="00E00D30">
      <w:r>
        <w:t>620.4241</w:t>
      </w:r>
      <w:r>
        <w:tab/>
        <w:t>1.013e0</w:t>
      </w:r>
    </w:p>
    <w:p w:rsidR="00E00D30" w:rsidRDefault="00E00D30" w:rsidP="00E00D30">
      <w:r>
        <w:t>620.4343</w:t>
      </w:r>
      <w:r>
        <w:tab/>
        <w:t>1.013e0</w:t>
      </w:r>
    </w:p>
    <w:p w:rsidR="00E00D30" w:rsidRDefault="00E00D30" w:rsidP="00E00D30">
      <w:r>
        <w:t>620.4469</w:t>
      </w:r>
      <w:r>
        <w:tab/>
        <w:t>3.038e0</w:t>
      </w:r>
    </w:p>
    <w:p w:rsidR="00E00D30" w:rsidRDefault="00E00D30" w:rsidP="00E00D30">
      <w:r>
        <w:t>620.4579</w:t>
      </w:r>
      <w:r>
        <w:tab/>
        <w:t>2.025e0</w:t>
      </w:r>
    </w:p>
    <w:p w:rsidR="00E00D30" w:rsidRDefault="00E00D30" w:rsidP="00E00D30">
      <w:r>
        <w:t>620.4751</w:t>
      </w:r>
      <w:r>
        <w:tab/>
        <w:t>1.013e0</w:t>
      </w:r>
    </w:p>
    <w:p w:rsidR="00E00D30" w:rsidRDefault="00E00D30" w:rsidP="00E00D30">
      <w:r>
        <w:t>620.4832</w:t>
      </w:r>
      <w:r>
        <w:tab/>
        <w:t>2.025e0</w:t>
      </w:r>
    </w:p>
    <w:p w:rsidR="00E00D30" w:rsidRDefault="00E00D30" w:rsidP="00E00D30">
      <w:r>
        <w:t>620.5272</w:t>
      </w:r>
      <w:r>
        <w:tab/>
        <w:t>1.013e0</w:t>
      </w:r>
    </w:p>
    <w:p w:rsidR="00E00D30" w:rsidRDefault="00E00D30" w:rsidP="00E00D30">
      <w:r>
        <w:t>620.5297</w:t>
      </w:r>
      <w:r>
        <w:tab/>
        <w:t>2.025e0</w:t>
      </w:r>
    </w:p>
    <w:p w:rsidR="00E00D30" w:rsidRDefault="00E00D30" w:rsidP="00E00D30">
      <w:r>
        <w:t>620.5514</w:t>
      </w:r>
      <w:r>
        <w:tab/>
        <w:t>1.013e0</w:t>
      </w:r>
    </w:p>
    <w:p w:rsidR="00E00D30" w:rsidRDefault="00E00D30" w:rsidP="00E00D30">
      <w:r>
        <w:t>620.5946</w:t>
      </w:r>
      <w:r>
        <w:tab/>
        <w:t>1.013e0</w:t>
      </w:r>
    </w:p>
    <w:p w:rsidR="00E00D30" w:rsidRDefault="00E00D30" w:rsidP="00E00D30">
      <w:r>
        <w:t>620.6050</w:t>
      </w:r>
      <w:r>
        <w:tab/>
        <w:t>2.025e0</w:t>
      </w:r>
    </w:p>
    <w:p w:rsidR="00E00D30" w:rsidRDefault="00E00D30" w:rsidP="00E00D30">
      <w:r>
        <w:t>620.7382</w:t>
      </w:r>
      <w:r>
        <w:tab/>
        <w:t>2.025e0</w:t>
      </w:r>
    </w:p>
    <w:p w:rsidR="00E00D30" w:rsidRDefault="00E00D30" w:rsidP="00E00D30">
      <w:r>
        <w:t>620.7461</w:t>
      </w:r>
      <w:r>
        <w:tab/>
        <w:t>3.038e0</w:t>
      </w:r>
    </w:p>
    <w:p w:rsidR="00E00D30" w:rsidRDefault="00E00D30" w:rsidP="00E00D30">
      <w:r>
        <w:t>620.7963</w:t>
      </w:r>
      <w:r>
        <w:tab/>
        <w:t>1.013e0</w:t>
      </w:r>
    </w:p>
    <w:p w:rsidR="00E00D30" w:rsidRDefault="00E00D30" w:rsidP="00E00D30">
      <w:r>
        <w:t>620.8100</w:t>
      </w:r>
      <w:r>
        <w:tab/>
        <w:t>5.063e0</w:t>
      </w:r>
    </w:p>
    <w:p w:rsidR="00E00D30" w:rsidRDefault="00E00D30" w:rsidP="00E00D30">
      <w:r>
        <w:t>620.8349</w:t>
      </w:r>
      <w:r>
        <w:tab/>
        <w:t>4.051e0</w:t>
      </w:r>
    </w:p>
    <w:p w:rsidR="00E00D30" w:rsidRDefault="00E00D30" w:rsidP="00E00D30">
      <w:r>
        <w:t>620.8812</w:t>
      </w:r>
      <w:r>
        <w:tab/>
        <w:t>1.013e0</w:t>
      </w:r>
    </w:p>
    <w:p w:rsidR="00E00D30" w:rsidRDefault="00E00D30" w:rsidP="00E00D30">
      <w:r>
        <w:t>620.8911</w:t>
      </w:r>
      <w:r>
        <w:tab/>
        <w:t>1.013e0</w:t>
      </w:r>
    </w:p>
    <w:p w:rsidR="00E00D30" w:rsidRDefault="00E00D30" w:rsidP="00E00D30">
      <w:r>
        <w:lastRenderedPageBreak/>
        <w:t>620.9119</w:t>
      </w:r>
      <w:r>
        <w:tab/>
        <w:t>1.013e0</w:t>
      </w:r>
    </w:p>
    <w:p w:rsidR="00E00D30" w:rsidRDefault="00E00D30" w:rsidP="00E00D30">
      <w:r>
        <w:t>620.9229</w:t>
      </w:r>
      <w:r>
        <w:tab/>
        <w:t>1.013e0</w:t>
      </w:r>
    </w:p>
    <w:p w:rsidR="00E00D30" w:rsidRDefault="00E00D30" w:rsidP="00E00D30">
      <w:r>
        <w:t>620.9327</w:t>
      </w:r>
      <w:r>
        <w:tab/>
        <w:t>1.013e0</w:t>
      </w:r>
    </w:p>
    <w:p w:rsidR="00E00D30" w:rsidRDefault="00E00D30" w:rsidP="00E00D30">
      <w:r>
        <w:t>621.0184</w:t>
      </w:r>
      <w:r>
        <w:tab/>
        <w:t>2.025e0</w:t>
      </w:r>
    </w:p>
    <w:p w:rsidR="00E00D30" w:rsidRDefault="00E00D30" w:rsidP="00E00D30">
      <w:r>
        <w:t>621.0287</w:t>
      </w:r>
      <w:r>
        <w:tab/>
        <w:t>1.013e0</w:t>
      </w:r>
    </w:p>
    <w:p w:rsidR="00E00D30" w:rsidRDefault="00E00D30" w:rsidP="00E00D30">
      <w:r>
        <w:t>621.0397</w:t>
      </w:r>
      <w:r>
        <w:tab/>
        <w:t>1.013e0</w:t>
      </w:r>
    </w:p>
    <w:p w:rsidR="00E00D30" w:rsidRDefault="00E00D30" w:rsidP="00E00D30">
      <w:r>
        <w:t>621.0511</w:t>
      </w:r>
      <w:r>
        <w:tab/>
        <w:t>1.013e0</w:t>
      </w:r>
    </w:p>
    <w:p w:rsidR="00E00D30" w:rsidRDefault="00E00D30" w:rsidP="00E00D30">
      <w:r>
        <w:t>621.0911</w:t>
      </w:r>
      <w:r>
        <w:tab/>
        <w:t>1.013e0</w:t>
      </w:r>
    </w:p>
    <w:p w:rsidR="00E00D30" w:rsidRDefault="00E00D30" w:rsidP="00E00D30">
      <w:r>
        <w:t>621.1727</w:t>
      </w:r>
      <w:r>
        <w:tab/>
        <w:t>3.038e0</w:t>
      </w:r>
    </w:p>
    <w:p w:rsidR="00E00D30" w:rsidRDefault="00E00D30" w:rsidP="00E00D30">
      <w:r>
        <w:t>621.1884</w:t>
      </w:r>
      <w:r>
        <w:tab/>
        <w:t>1.013e0</w:t>
      </w:r>
    </w:p>
    <w:p w:rsidR="00E00D30" w:rsidRDefault="00E00D30" w:rsidP="00E00D30">
      <w:r>
        <w:t>621.2043</w:t>
      </w:r>
      <w:r>
        <w:tab/>
        <w:t>2.025e0</w:t>
      </w:r>
    </w:p>
    <w:p w:rsidR="00E00D30" w:rsidRDefault="00E00D30" w:rsidP="00E00D30">
      <w:r>
        <w:t>621.2488</w:t>
      </w:r>
      <w:r>
        <w:tab/>
        <w:t>1.013e0</w:t>
      </w:r>
    </w:p>
    <w:p w:rsidR="00E00D30" w:rsidRDefault="00E00D30" w:rsidP="00E00D30">
      <w:r>
        <w:t>621.3200</w:t>
      </w:r>
      <w:r>
        <w:tab/>
        <w:t>1.013e0</w:t>
      </w:r>
    </w:p>
    <w:p w:rsidR="00E00D30" w:rsidRDefault="00E00D30" w:rsidP="00E00D30">
      <w:r>
        <w:t>621.3404</w:t>
      </w:r>
      <w:r>
        <w:tab/>
        <w:t>4.051e0</w:t>
      </w:r>
    </w:p>
    <w:p w:rsidR="00E00D30" w:rsidRDefault="00E00D30" w:rsidP="00E00D30">
      <w:r>
        <w:t>621.3485</w:t>
      </w:r>
      <w:r>
        <w:tab/>
        <w:t>1.013e0</w:t>
      </w:r>
    </w:p>
    <w:p w:rsidR="00E00D30" w:rsidRDefault="00E00D30" w:rsidP="00E00D30">
      <w:r>
        <w:t>621.3637</w:t>
      </w:r>
      <w:r>
        <w:tab/>
        <w:t>2.025e0</w:t>
      </w:r>
    </w:p>
    <w:p w:rsidR="00E00D30" w:rsidRDefault="00E00D30" w:rsidP="00E00D30">
      <w:r>
        <w:t>621.3715</w:t>
      </w:r>
      <w:r>
        <w:tab/>
        <w:t>6.076e0</w:t>
      </w:r>
    </w:p>
    <w:p w:rsidR="00E00D30" w:rsidRDefault="00E00D30" w:rsidP="00E00D30">
      <w:r>
        <w:t>621.3929</w:t>
      </w:r>
      <w:r>
        <w:tab/>
        <w:t>4.051e0</w:t>
      </w:r>
    </w:p>
    <w:p w:rsidR="00E00D30" w:rsidRDefault="00E00D30" w:rsidP="00E00D30">
      <w:r>
        <w:t>621.4111</w:t>
      </w:r>
      <w:r>
        <w:tab/>
        <w:t>7.089e0</w:t>
      </w:r>
    </w:p>
    <w:p w:rsidR="00E00D30" w:rsidRDefault="00E00D30" w:rsidP="00E00D30">
      <w:r>
        <w:lastRenderedPageBreak/>
        <w:t>621.4252</w:t>
      </w:r>
      <w:r>
        <w:tab/>
        <w:t>3.038e0</w:t>
      </w:r>
    </w:p>
    <w:p w:rsidR="00E00D30" w:rsidRDefault="00E00D30" w:rsidP="00E00D30">
      <w:r>
        <w:t>621.4694</w:t>
      </w:r>
      <w:r>
        <w:tab/>
        <w:t>2.025e0</w:t>
      </w:r>
    </w:p>
    <w:p w:rsidR="00E00D30" w:rsidRDefault="00E00D30" w:rsidP="00E00D30">
      <w:r>
        <w:t>621.4711</w:t>
      </w:r>
      <w:r>
        <w:tab/>
        <w:t>2.025e0</w:t>
      </w:r>
    </w:p>
    <w:p w:rsidR="00E00D30" w:rsidRDefault="00E00D30" w:rsidP="00E00D30">
      <w:r>
        <w:t>621.4951</w:t>
      </w:r>
      <w:r>
        <w:tab/>
        <w:t>1.013e0</w:t>
      </w:r>
    </w:p>
    <w:p w:rsidR="00E00D30" w:rsidRDefault="00E00D30" w:rsidP="00E00D30">
      <w:r>
        <w:t>621.5170</w:t>
      </w:r>
      <w:r>
        <w:tab/>
        <w:t>2.025e0</w:t>
      </w:r>
    </w:p>
    <w:p w:rsidR="00E00D30" w:rsidRDefault="00E00D30" w:rsidP="00E00D30">
      <w:r>
        <w:t>621.5322</w:t>
      </w:r>
      <w:r>
        <w:tab/>
        <w:t>1.013e0</w:t>
      </w:r>
    </w:p>
    <w:p w:rsidR="00E00D30" w:rsidRDefault="00E00D30" w:rsidP="00E00D30">
      <w:r>
        <w:t>621.6028</w:t>
      </w:r>
      <w:r>
        <w:tab/>
        <w:t>2.025e0</w:t>
      </w:r>
    </w:p>
    <w:p w:rsidR="00E00D30" w:rsidRDefault="00E00D30" w:rsidP="00E00D30">
      <w:r>
        <w:t>621.6141</w:t>
      </w:r>
      <w:r>
        <w:tab/>
        <w:t>1.013e0</w:t>
      </w:r>
    </w:p>
    <w:p w:rsidR="00E00D30" w:rsidRDefault="00E00D30" w:rsidP="00E00D30">
      <w:r>
        <w:t>621.6301</w:t>
      </w:r>
      <w:r>
        <w:tab/>
        <w:t>2.025e0</w:t>
      </w:r>
    </w:p>
    <w:p w:rsidR="00E00D30" w:rsidRDefault="00E00D30" w:rsidP="00E00D30">
      <w:r>
        <w:t>621.6984</w:t>
      </w:r>
      <w:r>
        <w:tab/>
        <w:t>1.013e0</w:t>
      </w:r>
    </w:p>
    <w:p w:rsidR="00E00D30" w:rsidRDefault="00E00D30" w:rsidP="00E00D30">
      <w:r>
        <w:t>621.7063</w:t>
      </w:r>
      <w:r>
        <w:tab/>
        <w:t>1.013e0</w:t>
      </w:r>
    </w:p>
    <w:p w:rsidR="00E00D30" w:rsidRDefault="00E00D30" w:rsidP="00E00D30">
      <w:r>
        <w:t>621.7773</w:t>
      </w:r>
      <w:r>
        <w:tab/>
        <w:t>8.101e0</w:t>
      </w:r>
    </w:p>
    <w:p w:rsidR="00E00D30" w:rsidRDefault="00E00D30" w:rsidP="00E00D30">
      <w:r>
        <w:t>621.7878</w:t>
      </w:r>
      <w:r>
        <w:tab/>
        <w:t>4.051e0</w:t>
      </w:r>
    </w:p>
    <w:p w:rsidR="00E00D30" w:rsidRDefault="00E00D30" w:rsidP="00E00D30">
      <w:r>
        <w:t>621.7929</w:t>
      </w:r>
      <w:r>
        <w:tab/>
        <w:t>1.201e1</w:t>
      </w:r>
    </w:p>
    <w:p w:rsidR="00E00D30" w:rsidRDefault="00E00D30" w:rsidP="00E00D30">
      <w:r>
        <w:t>621.7960</w:t>
      </w:r>
      <w:r>
        <w:tab/>
        <w:t>2.430e1</w:t>
      </w:r>
    </w:p>
    <w:p w:rsidR="00E00D30" w:rsidRDefault="00E00D30" w:rsidP="00E00D30">
      <w:r>
        <w:t>621.8016</w:t>
      </w:r>
      <w:r>
        <w:tab/>
        <w:t>1.950e1</w:t>
      </w:r>
    </w:p>
    <w:p w:rsidR="00E00D30" w:rsidRDefault="00E00D30" w:rsidP="00E00D30">
      <w:r>
        <w:t>621.8055</w:t>
      </w:r>
      <w:r>
        <w:tab/>
        <w:t>2.025e1</w:t>
      </w:r>
    </w:p>
    <w:p w:rsidR="00E00D30" w:rsidRDefault="00E00D30" w:rsidP="00E00D30">
      <w:r>
        <w:t>621.8123</w:t>
      </w:r>
      <w:r>
        <w:tab/>
        <w:t>8.101e0</w:t>
      </w:r>
    </w:p>
    <w:p w:rsidR="00E00D30" w:rsidRDefault="00E00D30" w:rsidP="00E00D30">
      <w:r>
        <w:t>621.8334</w:t>
      </w:r>
      <w:r>
        <w:tab/>
        <w:t>1.316e1</w:t>
      </w:r>
    </w:p>
    <w:p w:rsidR="00E00D30" w:rsidRDefault="00E00D30" w:rsidP="00E00D30">
      <w:r>
        <w:lastRenderedPageBreak/>
        <w:t>621.8761</w:t>
      </w:r>
      <w:r>
        <w:tab/>
        <w:t>3.038e0</w:t>
      </w:r>
    </w:p>
    <w:p w:rsidR="00E00D30" w:rsidRDefault="00E00D30" w:rsidP="00E00D30">
      <w:r>
        <w:t>621.9000</w:t>
      </w:r>
      <w:r>
        <w:tab/>
        <w:t>3.038e0</w:t>
      </w:r>
    </w:p>
    <w:p w:rsidR="00E00D30" w:rsidRDefault="00E00D30" w:rsidP="00E00D30">
      <w:r>
        <w:t>621.9017</w:t>
      </w:r>
      <w:r>
        <w:tab/>
        <w:t>1.013e0</w:t>
      </w:r>
    </w:p>
    <w:p w:rsidR="00E00D30" w:rsidRDefault="00E00D30" w:rsidP="00E00D30">
      <w:r>
        <w:t>621.9105</w:t>
      </w:r>
      <w:r>
        <w:tab/>
        <w:t>2.025e0</w:t>
      </w:r>
    </w:p>
    <w:p w:rsidR="00E00D30" w:rsidRDefault="00E00D30" w:rsidP="00E00D30">
      <w:r>
        <w:t>621.9352</w:t>
      </w:r>
      <w:r>
        <w:tab/>
        <w:t>2.025e0</w:t>
      </w:r>
    </w:p>
    <w:p w:rsidR="00E00D30" w:rsidRDefault="00E00D30" w:rsidP="00E00D30">
      <w:r>
        <w:t>621.9711</w:t>
      </w:r>
      <w:r>
        <w:tab/>
        <w:t>2.025e0</w:t>
      </w:r>
    </w:p>
    <w:p w:rsidR="00E00D30" w:rsidRDefault="00E00D30" w:rsidP="00E00D30">
      <w:r>
        <w:t>621.9852</w:t>
      </w:r>
      <w:r>
        <w:tab/>
        <w:t>1.013e0</w:t>
      </w:r>
    </w:p>
    <w:p w:rsidR="00E00D30" w:rsidRDefault="00E00D30" w:rsidP="00E00D30">
      <w:r>
        <w:t>622.0226</w:t>
      </w:r>
      <w:r>
        <w:tab/>
        <w:t>3.038e0</w:t>
      </w:r>
    </w:p>
    <w:p w:rsidR="00E00D30" w:rsidRDefault="00E00D30" w:rsidP="00E00D30">
      <w:r>
        <w:t>622.0394</w:t>
      </w:r>
      <w:r>
        <w:tab/>
        <w:t>1.013e0</w:t>
      </w:r>
    </w:p>
    <w:p w:rsidR="00E00D30" w:rsidRDefault="00E00D30" w:rsidP="00E00D30">
      <w:r>
        <w:t>622.0501</w:t>
      </w:r>
      <w:r>
        <w:tab/>
        <w:t>1.013e0</w:t>
      </w:r>
    </w:p>
    <w:p w:rsidR="00E00D30" w:rsidRDefault="00E00D30" w:rsidP="00E00D30">
      <w:r>
        <w:t>622.0581</w:t>
      </w:r>
      <w:r>
        <w:tab/>
        <w:t>1.013e0</w:t>
      </w:r>
    </w:p>
    <w:p w:rsidR="00E00D30" w:rsidRDefault="00E00D30" w:rsidP="00E00D30">
      <w:r>
        <w:t>622.0952</w:t>
      </w:r>
      <w:r>
        <w:tab/>
        <w:t>2.025e0</w:t>
      </w:r>
    </w:p>
    <w:p w:rsidR="00E00D30" w:rsidRDefault="00E00D30" w:rsidP="00E00D30">
      <w:r>
        <w:t>622.1109</w:t>
      </w:r>
      <w:r>
        <w:tab/>
        <w:t>1.013e0</w:t>
      </w:r>
    </w:p>
    <w:p w:rsidR="00E00D30" w:rsidRDefault="00E00D30" w:rsidP="00E00D30">
      <w:r>
        <w:t>622.1287</w:t>
      </w:r>
      <w:r>
        <w:tab/>
        <w:t>1.013e0</w:t>
      </w:r>
    </w:p>
    <w:p w:rsidR="00E00D30" w:rsidRDefault="00E00D30" w:rsidP="00E00D30">
      <w:r>
        <w:t>622.1343</w:t>
      </w:r>
      <w:r>
        <w:tab/>
        <w:t>2.025e0</w:t>
      </w:r>
    </w:p>
    <w:p w:rsidR="00E00D30" w:rsidRDefault="00E00D30" w:rsidP="00E00D30">
      <w:r>
        <w:t>622.1480</w:t>
      </w:r>
      <w:r>
        <w:tab/>
        <w:t>1.013e0</w:t>
      </w:r>
    </w:p>
    <w:p w:rsidR="00E00D30" w:rsidRDefault="00E00D30" w:rsidP="00E00D30">
      <w:r>
        <w:t>622.1559</w:t>
      </w:r>
      <w:r>
        <w:tab/>
        <w:t>2.025e0</w:t>
      </w:r>
    </w:p>
    <w:p w:rsidR="00E00D30" w:rsidRDefault="00E00D30" w:rsidP="00E00D30">
      <w:r>
        <w:t>622.1937</w:t>
      </w:r>
      <w:r>
        <w:tab/>
        <w:t>2.025e0</w:t>
      </w:r>
    </w:p>
    <w:p w:rsidR="00E00D30" w:rsidRDefault="00E00D30" w:rsidP="00E00D30">
      <w:r>
        <w:t>622.2089</w:t>
      </w:r>
      <w:r>
        <w:tab/>
        <w:t>1.013e0</w:t>
      </w:r>
    </w:p>
    <w:p w:rsidR="00E00D30" w:rsidRDefault="00E00D30" w:rsidP="00E00D30">
      <w:r>
        <w:lastRenderedPageBreak/>
        <w:t>622.2344</w:t>
      </w:r>
      <w:r>
        <w:tab/>
        <w:t>2.025e0</w:t>
      </w:r>
    </w:p>
    <w:p w:rsidR="00E00D30" w:rsidRDefault="00E00D30" w:rsidP="00E00D30">
      <w:r>
        <w:t>622.2926</w:t>
      </w:r>
      <w:r>
        <w:tab/>
        <w:t>2.025e0</w:t>
      </w:r>
    </w:p>
    <w:p w:rsidR="00E00D30" w:rsidRDefault="00E00D30" w:rsidP="00E00D30">
      <w:r>
        <w:t>622.3050</w:t>
      </w:r>
      <w:r>
        <w:tab/>
        <w:t>3.012e0</w:t>
      </w:r>
    </w:p>
    <w:p w:rsidR="00E00D30" w:rsidRDefault="00E00D30" w:rsidP="00E00D30">
      <w:r>
        <w:t>622.3232</w:t>
      </w:r>
      <w:r>
        <w:tab/>
        <w:t>2.025e0</w:t>
      </w:r>
    </w:p>
    <w:p w:rsidR="00E00D30" w:rsidRDefault="00E00D30" w:rsidP="00E00D30">
      <w:r>
        <w:t>622.3363</w:t>
      </w:r>
      <w:r>
        <w:tab/>
        <w:t>2.025e0</w:t>
      </w:r>
    </w:p>
    <w:p w:rsidR="00E00D30" w:rsidRDefault="00E00D30" w:rsidP="00E00D30">
      <w:r>
        <w:t>622.3472</w:t>
      </w:r>
      <w:r>
        <w:tab/>
        <w:t>3.038e0</w:t>
      </w:r>
    </w:p>
    <w:p w:rsidR="00E00D30" w:rsidRDefault="00E00D30" w:rsidP="00E00D30">
      <w:r>
        <w:t>622.3569</w:t>
      </w:r>
      <w:r>
        <w:tab/>
        <w:t>1.013e0</w:t>
      </w:r>
    </w:p>
    <w:p w:rsidR="00E00D30" w:rsidRDefault="00E00D30" w:rsidP="00E00D30">
      <w:r>
        <w:t>622.3738</w:t>
      </w:r>
      <w:r>
        <w:tab/>
        <w:t>2.025e0</w:t>
      </w:r>
    </w:p>
    <w:p w:rsidR="00E00D30" w:rsidRDefault="00E00D30" w:rsidP="00E00D30">
      <w:r>
        <w:t>622.3829</w:t>
      </w:r>
      <w:r>
        <w:tab/>
        <w:t>3.038e0</w:t>
      </w:r>
    </w:p>
    <w:p w:rsidR="00E00D30" w:rsidRDefault="00E00D30" w:rsidP="00E00D30">
      <w:r>
        <w:t>622.3931</w:t>
      </w:r>
      <w:r>
        <w:tab/>
        <w:t>2.025e0</w:t>
      </w:r>
    </w:p>
    <w:p w:rsidR="00E00D30" w:rsidRDefault="00E00D30" w:rsidP="00E00D30">
      <w:r>
        <w:t>622.3942</w:t>
      </w:r>
      <w:r>
        <w:tab/>
        <w:t>1.013e0</w:t>
      </w:r>
    </w:p>
    <w:p w:rsidR="00E00D30" w:rsidRDefault="00E00D30" w:rsidP="00E00D30">
      <w:r>
        <w:t>622.4165</w:t>
      </w:r>
      <w:r>
        <w:tab/>
        <w:t>3.038e0</w:t>
      </w:r>
    </w:p>
    <w:p w:rsidR="00E00D30" w:rsidRDefault="00E00D30" w:rsidP="00E00D30">
      <w:r>
        <w:t>622.4213</w:t>
      </w:r>
      <w:r>
        <w:tab/>
        <w:t>1.013e0</w:t>
      </w:r>
    </w:p>
    <w:p w:rsidR="00E00D30" w:rsidRDefault="00E00D30" w:rsidP="00E00D30">
      <w:r>
        <w:t>622.5281</w:t>
      </w:r>
      <w:r>
        <w:tab/>
        <w:t>1.013e0</w:t>
      </w:r>
    </w:p>
    <w:p w:rsidR="00E00D30" w:rsidRDefault="00E00D30" w:rsidP="00E00D30">
      <w:r>
        <w:t>622.5608</w:t>
      </w:r>
      <w:r>
        <w:tab/>
        <w:t>1.013e0</w:t>
      </w:r>
    </w:p>
    <w:p w:rsidR="00E00D30" w:rsidRDefault="00E00D30" w:rsidP="00E00D30">
      <w:r>
        <w:t>622.5779</w:t>
      </w:r>
      <w:r>
        <w:tab/>
        <w:t>2.025e0</w:t>
      </w:r>
    </w:p>
    <w:p w:rsidR="00E00D30" w:rsidRDefault="00E00D30" w:rsidP="00E00D30">
      <w:r>
        <w:t>622.6239</w:t>
      </w:r>
      <w:r>
        <w:tab/>
        <w:t>1.013e0</w:t>
      </w:r>
    </w:p>
    <w:p w:rsidR="00E00D30" w:rsidRDefault="00E00D30" w:rsidP="00E00D30">
      <w:r>
        <w:t>622.6555</w:t>
      </w:r>
      <w:r>
        <w:tab/>
        <w:t>2.025e0</w:t>
      </w:r>
    </w:p>
    <w:p w:rsidR="00E00D30" w:rsidRDefault="00E00D30" w:rsidP="00E00D30">
      <w:r>
        <w:t>622.7804</w:t>
      </w:r>
      <w:r>
        <w:tab/>
        <w:t>1.013e0</w:t>
      </w:r>
    </w:p>
    <w:p w:rsidR="00E00D30" w:rsidRDefault="00E00D30" w:rsidP="00E00D30">
      <w:r>
        <w:lastRenderedPageBreak/>
        <w:t>622.7844</w:t>
      </w:r>
      <w:r>
        <w:tab/>
        <w:t>1.013e0</w:t>
      </w:r>
    </w:p>
    <w:p w:rsidR="00E00D30" w:rsidRDefault="00E00D30" w:rsidP="00E00D30">
      <w:r>
        <w:t>622.7941</w:t>
      </w:r>
      <w:r>
        <w:tab/>
        <w:t>9.114e0</w:t>
      </w:r>
    </w:p>
    <w:p w:rsidR="00E00D30" w:rsidRDefault="00E00D30" w:rsidP="00E00D30">
      <w:r>
        <w:t>622.8025</w:t>
      </w:r>
      <w:r>
        <w:tab/>
        <w:t>6.076e0</w:t>
      </w:r>
    </w:p>
    <w:p w:rsidR="00E00D30" w:rsidRDefault="00E00D30" w:rsidP="00E00D30">
      <w:r>
        <w:t>622.8101</w:t>
      </w:r>
      <w:r>
        <w:tab/>
        <w:t>8.101e0</w:t>
      </w:r>
    </w:p>
    <w:p w:rsidR="00E00D30" w:rsidRDefault="00E00D30" w:rsidP="00E00D30">
      <w:r>
        <w:t>622.8157</w:t>
      </w:r>
      <w:r>
        <w:tab/>
        <w:t>1.013e0</w:t>
      </w:r>
    </w:p>
    <w:p w:rsidR="00E00D30" w:rsidRDefault="00E00D30" w:rsidP="00E00D30">
      <w:r>
        <w:t>622.8254</w:t>
      </w:r>
      <w:r>
        <w:tab/>
        <w:t>8.101e0</w:t>
      </w:r>
    </w:p>
    <w:p w:rsidR="00E00D30" w:rsidRDefault="00E00D30" w:rsidP="00E00D30">
      <w:r>
        <w:t>622.8849</w:t>
      </w:r>
      <w:r>
        <w:tab/>
        <w:t>1.013e0</w:t>
      </w:r>
    </w:p>
    <w:p w:rsidR="00E00D30" w:rsidRDefault="00E00D30" w:rsidP="00E00D30">
      <w:r>
        <w:t>622.8860</w:t>
      </w:r>
      <w:r>
        <w:tab/>
        <w:t>1.013e0</w:t>
      </w:r>
    </w:p>
    <w:p w:rsidR="00E00D30" w:rsidRDefault="00E00D30" w:rsidP="00E00D30">
      <w:r>
        <w:t>622.9197</w:t>
      </w:r>
      <w:r>
        <w:tab/>
        <w:t>1.013e0</w:t>
      </w:r>
    </w:p>
    <w:p w:rsidR="00E00D30" w:rsidRDefault="00E00D30" w:rsidP="00E00D30">
      <w:r>
        <w:t>622.9220</w:t>
      </w:r>
      <w:r>
        <w:tab/>
        <w:t>1.013e0</w:t>
      </w:r>
    </w:p>
    <w:p w:rsidR="00E00D30" w:rsidRDefault="00E00D30" w:rsidP="00E00D30">
      <w:r>
        <w:t>622.9646</w:t>
      </w:r>
      <w:r>
        <w:tab/>
        <w:t>1.013e0</w:t>
      </w:r>
    </w:p>
    <w:p w:rsidR="00E00D30" w:rsidRDefault="00E00D30" w:rsidP="00E00D30">
      <w:r>
        <w:t>622.9867</w:t>
      </w:r>
      <w:r>
        <w:tab/>
        <w:t>1.013e0</w:t>
      </w:r>
    </w:p>
    <w:p w:rsidR="00E00D30" w:rsidRDefault="00E00D30" w:rsidP="00E00D30">
      <w:r>
        <w:t>622.9907</w:t>
      </w:r>
      <w:r>
        <w:tab/>
        <w:t>1.013e0</w:t>
      </w:r>
    </w:p>
    <w:p w:rsidR="00E00D30" w:rsidRDefault="00E00D30" w:rsidP="00E00D30">
      <w:r>
        <w:t>623.0069</w:t>
      </w:r>
      <w:r>
        <w:tab/>
        <w:t>1.013e0</w:t>
      </w:r>
    </w:p>
    <w:p w:rsidR="00E00D30" w:rsidRDefault="00E00D30" w:rsidP="00E00D30">
      <w:r>
        <w:t>623.0498</w:t>
      </w:r>
      <w:r>
        <w:tab/>
        <w:t>1.013e0</w:t>
      </w:r>
    </w:p>
    <w:p w:rsidR="00E00D30" w:rsidRDefault="00E00D30" w:rsidP="00E00D30">
      <w:r>
        <w:t>623.0620</w:t>
      </w:r>
      <w:r>
        <w:tab/>
        <w:t>1.013e0</w:t>
      </w:r>
    </w:p>
    <w:p w:rsidR="00E00D30" w:rsidRDefault="00E00D30" w:rsidP="00E00D30">
      <w:r>
        <w:t>623.0785</w:t>
      </w:r>
      <w:r>
        <w:tab/>
        <w:t>1.013e0</w:t>
      </w:r>
    </w:p>
    <w:p w:rsidR="00E00D30" w:rsidRDefault="00E00D30" w:rsidP="00E00D30">
      <w:r>
        <w:t>623.1454</w:t>
      </w:r>
      <w:r>
        <w:tab/>
        <w:t>1.013e0</w:t>
      </w:r>
    </w:p>
    <w:p w:rsidR="00E00D30" w:rsidRDefault="00E00D30" w:rsidP="00E00D30">
      <w:r>
        <w:t>623.1678</w:t>
      </w:r>
      <w:r>
        <w:tab/>
        <w:t>3.038e0</w:t>
      </w:r>
    </w:p>
    <w:p w:rsidR="00E00D30" w:rsidRDefault="00E00D30" w:rsidP="00E00D30">
      <w:r>
        <w:lastRenderedPageBreak/>
        <w:t>623.2191</w:t>
      </w:r>
      <w:r>
        <w:tab/>
        <w:t>1.013e0</w:t>
      </w:r>
    </w:p>
    <w:p w:rsidR="00E00D30" w:rsidRDefault="00E00D30" w:rsidP="00E00D30">
      <w:r>
        <w:t>623.2203</w:t>
      </w:r>
      <w:r>
        <w:tab/>
        <w:t>1.013e0</w:t>
      </w:r>
    </w:p>
    <w:p w:rsidR="00E00D30" w:rsidRDefault="00E00D30" w:rsidP="00E00D30">
      <w:r>
        <w:t>623.2409</w:t>
      </w:r>
      <w:r>
        <w:tab/>
        <w:t>2.025e0</w:t>
      </w:r>
    </w:p>
    <w:p w:rsidR="00E00D30" w:rsidRDefault="00E00D30" w:rsidP="00E00D30">
      <w:r>
        <w:t>623.2560</w:t>
      </w:r>
      <w:r>
        <w:tab/>
        <w:t>1.013e0</w:t>
      </w:r>
    </w:p>
    <w:p w:rsidR="00E00D30" w:rsidRDefault="00E00D30" w:rsidP="00E00D30">
      <w:r>
        <w:t>623.2842</w:t>
      </w:r>
      <w:r>
        <w:tab/>
        <w:t>1.013e0</w:t>
      </w:r>
    </w:p>
    <w:p w:rsidR="00E00D30" w:rsidRDefault="00E00D30" w:rsidP="00E00D30">
      <w:r>
        <w:t>623.3246</w:t>
      </w:r>
      <w:r>
        <w:tab/>
        <w:t>1.013e0</w:t>
      </w:r>
    </w:p>
    <w:p w:rsidR="00E00D30" w:rsidRDefault="00E00D30" w:rsidP="00E00D30">
      <w:r>
        <w:t>623.3577</w:t>
      </w:r>
      <w:r>
        <w:tab/>
        <w:t>2.025e0</w:t>
      </w:r>
    </w:p>
    <w:p w:rsidR="00E00D30" w:rsidRDefault="00E00D30" w:rsidP="00E00D30">
      <w:r>
        <w:t>623.3694</w:t>
      </w:r>
      <w:r>
        <w:tab/>
        <w:t>1.013e0</w:t>
      </w:r>
    </w:p>
    <w:p w:rsidR="00E00D30" w:rsidRDefault="00E00D30" w:rsidP="00E00D30">
      <w:r>
        <w:t>623.3770</w:t>
      </w:r>
      <w:r>
        <w:tab/>
        <w:t>2.025e0</w:t>
      </w:r>
    </w:p>
    <w:p w:rsidR="00E00D30" w:rsidRDefault="00E00D30" w:rsidP="00E00D30">
      <w:r>
        <w:t>623.3809</w:t>
      </w:r>
      <w:r>
        <w:tab/>
        <w:t>1.013e0</w:t>
      </w:r>
    </w:p>
    <w:p w:rsidR="00E00D30" w:rsidRDefault="00E00D30" w:rsidP="00E00D30">
      <w:r>
        <w:t>623.4125</w:t>
      </w:r>
      <w:r>
        <w:tab/>
        <w:t>2.025e0</w:t>
      </w:r>
    </w:p>
    <w:p w:rsidR="00E00D30" w:rsidRDefault="00E00D30" w:rsidP="00E00D30">
      <w:r>
        <w:t>623.4179</w:t>
      </w:r>
      <w:r>
        <w:tab/>
        <w:t>3.038e0</w:t>
      </w:r>
    </w:p>
    <w:p w:rsidR="00E00D30" w:rsidRDefault="00E00D30" w:rsidP="00E00D30">
      <w:r>
        <w:t>623.4591</w:t>
      </w:r>
      <w:r>
        <w:tab/>
        <w:t>2.025e0</w:t>
      </w:r>
    </w:p>
    <w:p w:rsidR="00E00D30" w:rsidRDefault="00E00D30" w:rsidP="00E00D30">
      <w:r>
        <w:t>623.4653</w:t>
      </w:r>
      <w:r>
        <w:tab/>
        <w:t>1.013e0</w:t>
      </w:r>
    </w:p>
    <w:p w:rsidR="00E00D30" w:rsidRDefault="00E00D30" w:rsidP="00E00D30">
      <w:r>
        <w:t>623.4846</w:t>
      </w:r>
      <w:r>
        <w:tab/>
        <w:t>2.025e0</w:t>
      </w:r>
    </w:p>
    <w:p w:rsidR="00E00D30" w:rsidRDefault="00E00D30" w:rsidP="00E00D30">
      <w:r>
        <w:t>623.4867</w:t>
      </w:r>
      <w:r>
        <w:tab/>
        <w:t>1.013e0</w:t>
      </w:r>
    </w:p>
    <w:p w:rsidR="00E00D30" w:rsidRDefault="00E00D30" w:rsidP="00E00D30">
      <w:r>
        <w:t>623.4913</w:t>
      </w:r>
      <w:r>
        <w:tab/>
        <w:t>3.038e0</w:t>
      </w:r>
    </w:p>
    <w:p w:rsidR="00E00D30" w:rsidRDefault="00E00D30" w:rsidP="00E00D30">
      <w:r>
        <w:t>623.5176</w:t>
      </w:r>
      <w:r>
        <w:tab/>
        <w:t>1.013e0</w:t>
      </w:r>
    </w:p>
    <w:p w:rsidR="00E00D30" w:rsidRDefault="00E00D30" w:rsidP="00E00D30">
      <w:r>
        <w:t>623.5244</w:t>
      </w:r>
      <w:r>
        <w:tab/>
        <w:t>2.025e0</w:t>
      </w:r>
    </w:p>
    <w:p w:rsidR="00E00D30" w:rsidRDefault="00E00D30" w:rsidP="00E00D30">
      <w:r>
        <w:lastRenderedPageBreak/>
        <w:t>623.5613</w:t>
      </w:r>
      <w:r>
        <w:tab/>
        <w:t>2.025e0</w:t>
      </w:r>
    </w:p>
    <w:p w:rsidR="00E00D30" w:rsidRDefault="00E00D30" w:rsidP="00E00D30">
      <w:r>
        <w:t>623.5771</w:t>
      </w:r>
      <w:r>
        <w:tab/>
        <w:t>2.025e0</w:t>
      </w:r>
    </w:p>
    <w:p w:rsidR="00E00D30" w:rsidRDefault="00E00D30" w:rsidP="00E00D30">
      <w:r>
        <w:t>623.6356</w:t>
      </w:r>
      <w:r>
        <w:tab/>
        <w:t>1.013e0</w:t>
      </w:r>
    </w:p>
    <w:p w:rsidR="00E00D30" w:rsidRDefault="00E00D30" w:rsidP="00E00D30">
      <w:r>
        <w:t>623.6415</w:t>
      </w:r>
      <w:r>
        <w:tab/>
        <w:t>1.013e0</w:t>
      </w:r>
    </w:p>
    <w:p w:rsidR="00E00D30" w:rsidRDefault="00E00D30" w:rsidP="00E00D30">
      <w:r>
        <w:t>623.6763</w:t>
      </w:r>
      <w:r>
        <w:tab/>
        <w:t>1.013e0</w:t>
      </w:r>
    </w:p>
    <w:p w:rsidR="00E00D30" w:rsidRDefault="00E00D30" w:rsidP="00E00D30">
      <w:r>
        <w:t>623.7013</w:t>
      </w:r>
      <w:r>
        <w:tab/>
        <w:t>2.025e0</w:t>
      </w:r>
    </w:p>
    <w:p w:rsidR="00E00D30" w:rsidRDefault="00E00D30" w:rsidP="00E00D30">
      <w:r>
        <w:t>623.7209</w:t>
      </w:r>
      <w:r>
        <w:tab/>
        <w:t>1.013e0</w:t>
      </w:r>
    </w:p>
    <w:p w:rsidR="00E00D30" w:rsidRDefault="00E00D30" w:rsidP="00E00D30">
      <w:r>
        <w:t>623.7422</w:t>
      </w:r>
      <w:r>
        <w:tab/>
        <w:t>1.013e0</w:t>
      </w:r>
    </w:p>
    <w:p w:rsidR="00E00D30" w:rsidRDefault="00E00D30" w:rsidP="00E00D30">
      <w:r>
        <w:t>623.7856</w:t>
      </w:r>
      <w:r>
        <w:tab/>
        <w:t>2.025e0</w:t>
      </w:r>
    </w:p>
    <w:p w:rsidR="00E00D30" w:rsidRDefault="00E00D30" w:rsidP="00E00D30">
      <w:r>
        <w:t>623.7986</w:t>
      </w:r>
      <w:r>
        <w:tab/>
        <w:t>3.038e0</w:t>
      </w:r>
    </w:p>
    <w:p w:rsidR="00E00D30" w:rsidRDefault="00E00D30" w:rsidP="00E00D30">
      <w:r>
        <w:t>623.8344</w:t>
      </w:r>
      <w:r>
        <w:tab/>
        <w:t>1.013e0</w:t>
      </w:r>
    </w:p>
    <w:p w:rsidR="00E00D30" w:rsidRDefault="00E00D30" w:rsidP="00E00D30">
      <w:r>
        <w:t>623.8354</w:t>
      </w:r>
      <w:r>
        <w:tab/>
        <w:t>1.013e0</w:t>
      </w:r>
    </w:p>
    <w:p w:rsidR="00E00D30" w:rsidRDefault="00E00D30" w:rsidP="00E00D30">
      <w:r>
        <w:t>623.8494</w:t>
      </w:r>
      <w:r>
        <w:tab/>
        <w:t>3.038e0</w:t>
      </w:r>
    </w:p>
    <w:p w:rsidR="00E00D30" w:rsidRDefault="00E00D30" w:rsidP="00E00D30">
      <w:r>
        <w:t>623.8658</w:t>
      </w:r>
      <w:r>
        <w:tab/>
        <w:t>2.025e0</w:t>
      </w:r>
    </w:p>
    <w:p w:rsidR="00E00D30" w:rsidRDefault="00E00D30" w:rsidP="00E00D30">
      <w:r>
        <w:t>623.9055</w:t>
      </w:r>
      <w:r>
        <w:tab/>
        <w:t>1.013e0</w:t>
      </w:r>
    </w:p>
    <w:p w:rsidR="00E00D30" w:rsidRDefault="00E00D30" w:rsidP="00E00D30">
      <w:r>
        <w:t>623.9353</w:t>
      </w:r>
      <w:r>
        <w:tab/>
        <w:t>1.013e0</w:t>
      </w:r>
    </w:p>
    <w:p w:rsidR="00E00D30" w:rsidRDefault="00E00D30" w:rsidP="00E00D30">
      <w:r>
        <w:t>623.9412</w:t>
      </w:r>
      <w:r>
        <w:tab/>
        <w:t>1.013e0</w:t>
      </w:r>
    </w:p>
    <w:p w:rsidR="00E00D30" w:rsidRDefault="00E00D30" w:rsidP="00E00D30">
      <w:r>
        <w:t>623.9583</w:t>
      </w:r>
      <w:r>
        <w:tab/>
        <w:t>2.025e0</w:t>
      </w:r>
    </w:p>
    <w:p w:rsidR="00E00D30" w:rsidRDefault="00E00D30" w:rsidP="00E00D30">
      <w:r>
        <w:t>623.9597</w:t>
      </w:r>
      <w:r>
        <w:tab/>
        <w:t>2.025e0</w:t>
      </w:r>
    </w:p>
    <w:p w:rsidR="00E00D30" w:rsidRDefault="00E00D30" w:rsidP="00E00D30">
      <w:r>
        <w:lastRenderedPageBreak/>
        <w:t>623.9985</w:t>
      </w:r>
      <w:r>
        <w:tab/>
        <w:t>1.013e0</w:t>
      </w:r>
    </w:p>
    <w:p w:rsidR="00E00D30" w:rsidRDefault="00E00D30" w:rsidP="00E00D30">
      <w:r>
        <w:t>624.0099</w:t>
      </w:r>
      <w:r>
        <w:tab/>
        <w:t>2.025e0</w:t>
      </w:r>
    </w:p>
    <w:p w:rsidR="00E00D30" w:rsidRDefault="00E00D30" w:rsidP="00E00D30">
      <w:r>
        <w:t>624.0198</w:t>
      </w:r>
      <w:r>
        <w:tab/>
        <w:t>1.013e0</w:t>
      </w:r>
    </w:p>
    <w:p w:rsidR="00E00D30" w:rsidRDefault="00E00D30" w:rsidP="00E00D30">
      <w:r>
        <w:t>624.0412</w:t>
      </w:r>
      <w:r>
        <w:tab/>
        <w:t>1.013e0</w:t>
      </w:r>
    </w:p>
    <w:p w:rsidR="00E00D30" w:rsidRDefault="00E00D30" w:rsidP="00E00D30">
      <w:r>
        <w:t>624.0815</w:t>
      </w:r>
      <w:r>
        <w:tab/>
        <w:t>2.025e0</w:t>
      </w:r>
    </w:p>
    <w:p w:rsidR="00E00D30" w:rsidRDefault="00E00D30" w:rsidP="00E00D30">
      <w:r>
        <w:t>624.0987</w:t>
      </w:r>
      <w:r>
        <w:tab/>
        <w:t>1.013e0</w:t>
      </w:r>
    </w:p>
    <w:p w:rsidR="00E00D30" w:rsidRDefault="00E00D30" w:rsidP="00E00D30">
      <w:r>
        <w:t>624.1052</w:t>
      </w:r>
      <w:r>
        <w:tab/>
        <w:t>1.013e0</w:t>
      </w:r>
    </w:p>
    <w:p w:rsidR="00E00D30" w:rsidRDefault="00E00D30" w:rsidP="00E00D30">
      <w:r>
        <w:t>624.1166</w:t>
      </w:r>
      <w:r>
        <w:tab/>
        <w:t>1.013e0</w:t>
      </w:r>
    </w:p>
    <w:p w:rsidR="00E00D30" w:rsidRDefault="00E00D30" w:rsidP="00E00D30">
      <w:r>
        <w:t>624.1682</w:t>
      </w:r>
      <w:r>
        <w:tab/>
        <w:t>1.013e0</w:t>
      </w:r>
    </w:p>
    <w:p w:rsidR="00E00D30" w:rsidRDefault="00E00D30" w:rsidP="00E00D30">
      <w:r>
        <w:t>624.1693</w:t>
      </w:r>
      <w:r>
        <w:tab/>
        <w:t>2.025e0</w:t>
      </w:r>
    </w:p>
    <w:p w:rsidR="00E00D30" w:rsidRDefault="00E00D30" w:rsidP="00E00D30">
      <w:r>
        <w:t>624.1998</w:t>
      </w:r>
      <w:r>
        <w:tab/>
        <w:t>3.038e0</w:t>
      </w:r>
    </w:p>
    <w:p w:rsidR="00E00D30" w:rsidRDefault="00E00D30" w:rsidP="00E00D30">
      <w:r>
        <w:t>624.2012</w:t>
      </w:r>
      <w:r>
        <w:tab/>
        <w:t>1.013e0</w:t>
      </w:r>
    </w:p>
    <w:p w:rsidR="00E00D30" w:rsidRDefault="00E00D30" w:rsidP="00E00D30">
      <w:r>
        <w:t>624.2101</w:t>
      </w:r>
      <w:r>
        <w:tab/>
        <w:t>3.038e0</w:t>
      </w:r>
    </w:p>
    <w:p w:rsidR="00E00D30" w:rsidRDefault="00E00D30" w:rsidP="00E00D30">
      <w:r>
        <w:t>624.2117</w:t>
      </w:r>
      <w:r>
        <w:tab/>
        <w:t>2.025e0</w:t>
      </w:r>
    </w:p>
    <w:p w:rsidR="00E00D30" w:rsidRDefault="00E00D30" w:rsidP="00E00D30">
      <w:r>
        <w:t>624.2645</w:t>
      </w:r>
      <w:r>
        <w:tab/>
        <w:t>1.920e0</w:t>
      </w:r>
    </w:p>
    <w:p w:rsidR="00E00D30" w:rsidRDefault="00E00D30" w:rsidP="00E00D30">
      <w:r>
        <w:t>624.2767</w:t>
      </w:r>
      <w:r>
        <w:tab/>
        <w:t>1.013e0</w:t>
      </w:r>
    </w:p>
    <w:p w:rsidR="00E00D30" w:rsidRDefault="00E00D30" w:rsidP="00E00D30">
      <w:r>
        <w:t>624.2838</w:t>
      </w:r>
      <w:r>
        <w:tab/>
        <w:t>3.038e0</w:t>
      </w:r>
    </w:p>
    <w:p w:rsidR="00E00D30" w:rsidRDefault="00E00D30" w:rsidP="00E00D30">
      <w:r>
        <w:t>624.3079</w:t>
      </w:r>
      <w:r>
        <w:tab/>
        <w:t>1.013e0</w:t>
      </w:r>
    </w:p>
    <w:p w:rsidR="00E00D30" w:rsidRDefault="00E00D30" w:rsidP="00E00D30">
      <w:r>
        <w:t>624.3234</w:t>
      </w:r>
      <w:r>
        <w:tab/>
        <w:t>1.127e1</w:t>
      </w:r>
    </w:p>
    <w:p w:rsidR="00E00D30" w:rsidRDefault="00E00D30" w:rsidP="00E00D30">
      <w:r>
        <w:lastRenderedPageBreak/>
        <w:t>624.3301</w:t>
      </w:r>
      <w:r>
        <w:tab/>
        <w:t>3.038e0</w:t>
      </w:r>
    </w:p>
    <w:p w:rsidR="00E00D30" w:rsidRDefault="00E00D30" w:rsidP="00E00D30">
      <w:r>
        <w:t>624.3407</w:t>
      </w:r>
      <w:r>
        <w:tab/>
        <w:t>1.013e0</w:t>
      </w:r>
    </w:p>
    <w:p w:rsidR="00E00D30" w:rsidRDefault="00E00D30" w:rsidP="00E00D30">
      <w:r>
        <w:t>624.3451</w:t>
      </w:r>
      <w:r>
        <w:tab/>
        <w:t>3.038e0</w:t>
      </w:r>
    </w:p>
    <w:p w:rsidR="00E00D30" w:rsidRDefault="00E00D30" w:rsidP="00E00D30">
      <w:r>
        <w:t>624.3726</w:t>
      </w:r>
      <w:r>
        <w:tab/>
        <w:t>2.025e0</w:t>
      </w:r>
    </w:p>
    <w:p w:rsidR="00E00D30" w:rsidRDefault="00E00D30" w:rsidP="00E00D30">
      <w:r>
        <w:t>624.3796</w:t>
      </w:r>
      <w:r>
        <w:tab/>
        <w:t>1.013e0</w:t>
      </w:r>
    </w:p>
    <w:p w:rsidR="00E00D30" w:rsidRDefault="00E00D30" w:rsidP="00E00D30">
      <w:r>
        <w:t>624.3823</w:t>
      </w:r>
      <w:r>
        <w:tab/>
        <w:t>2.025e0</w:t>
      </w:r>
    </w:p>
    <w:p w:rsidR="00E00D30" w:rsidRDefault="00E00D30" w:rsidP="00E00D30">
      <w:r>
        <w:t>624.3941</w:t>
      </w:r>
      <w:r>
        <w:tab/>
        <w:t>1.013e0</w:t>
      </w:r>
    </w:p>
    <w:p w:rsidR="00E00D30" w:rsidRDefault="00E00D30" w:rsidP="00E00D30">
      <w:r>
        <w:t>624.4261</w:t>
      </w:r>
      <w:r>
        <w:tab/>
        <w:t>1.013e0</w:t>
      </w:r>
    </w:p>
    <w:p w:rsidR="00E00D30" w:rsidRDefault="00E00D30" w:rsidP="00E00D30">
      <w:r>
        <w:t>624.4415</w:t>
      </w:r>
      <w:r>
        <w:tab/>
        <w:t>2.025e0</w:t>
      </w:r>
    </w:p>
    <w:p w:rsidR="00E00D30" w:rsidRDefault="00E00D30" w:rsidP="00E00D30">
      <w:r>
        <w:t>624.4464</w:t>
      </w:r>
      <w:r>
        <w:tab/>
        <w:t>1.013e0</w:t>
      </w:r>
    </w:p>
    <w:p w:rsidR="00E00D30" w:rsidRDefault="00E00D30" w:rsidP="00E00D30">
      <w:r>
        <w:t>624.4661</w:t>
      </w:r>
      <w:r>
        <w:tab/>
        <w:t>3.038e0</w:t>
      </w:r>
    </w:p>
    <w:p w:rsidR="00E00D30" w:rsidRDefault="00E00D30" w:rsidP="00E00D30">
      <w:r>
        <w:t>624.4681</w:t>
      </w:r>
      <w:r>
        <w:tab/>
        <w:t>1.013e0</w:t>
      </w:r>
    </w:p>
    <w:p w:rsidR="00E00D30" w:rsidRDefault="00E00D30" w:rsidP="00E00D30">
      <w:r>
        <w:t>624.4784</w:t>
      </w:r>
      <w:r>
        <w:tab/>
        <w:t>1.013e0</w:t>
      </w:r>
    </w:p>
    <w:p w:rsidR="00E00D30" w:rsidRDefault="00E00D30" w:rsidP="00E00D30">
      <w:r>
        <w:t>624.4852</w:t>
      </w:r>
      <w:r>
        <w:tab/>
        <w:t>1.013e0</w:t>
      </w:r>
    </w:p>
    <w:p w:rsidR="00E00D30" w:rsidRDefault="00E00D30" w:rsidP="00E00D30">
      <w:r>
        <w:t>624.5321</w:t>
      </w:r>
      <w:r>
        <w:tab/>
        <w:t>1.013e0</w:t>
      </w:r>
    </w:p>
    <w:p w:rsidR="00E00D30" w:rsidRDefault="00E00D30" w:rsidP="00E00D30">
      <w:r>
        <w:t>624.5531</w:t>
      </w:r>
      <w:r>
        <w:tab/>
        <w:t>1.013e0</w:t>
      </w:r>
    </w:p>
    <w:p w:rsidR="00E00D30" w:rsidRDefault="00E00D30" w:rsidP="00E00D30">
      <w:r>
        <w:t>624.5641</w:t>
      </w:r>
      <w:r>
        <w:tab/>
        <w:t>1.013e0</w:t>
      </w:r>
    </w:p>
    <w:p w:rsidR="00E00D30" w:rsidRDefault="00E00D30" w:rsidP="00E00D30">
      <w:r>
        <w:t>624.6064</w:t>
      </w:r>
      <w:r>
        <w:tab/>
        <w:t>1.013e0</w:t>
      </w:r>
    </w:p>
    <w:p w:rsidR="00E00D30" w:rsidRDefault="00E00D30" w:rsidP="00E00D30">
      <w:r>
        <w:t>624.6119</w:t>
      </w:r>
      <w:r>
        <w:tab/>
        <w:t>3.038e0</w:t>
      </w:r>
    </w:p>
    <w:p w:rsidR="00E00D30" w:rsidRDefault="00E00D30" w:rsidP="00E00D30">
      <w:r>
        <w:lastRenderedPageBreak/>
        <w:t>624.6919</w:t>
      </w:r>
      <w:r>
        <w:tab/>
        <w:t>1.013e0</w:t>
      </w:r>
    </w:p>
    <w:p w:rsidR="00E00D30" w:rsidRDefault="00E00D30" w:rsidP="00E00D30">
      <w:r>
        <w:t>624.7037</w:t>
      </w:r>
      <w:r>
        <w:tab/>
        <w:t>1.013e0</w:t>
      </w:r>
    </w:p>
    <w:p w:rsidR="00E00D30" w:rsidRDefault="00E00D30" w:rsidP="00E00D30">
      <w:r>
        <w:t>624.7250</w:t>
      </w:r>
      <w:r>
        <w:tab/>
        <w:t>1.013e0</w:t>
      </w:r>
    </w:p>
    <w:p w:rsidR="00E00D30" w:rsidRDefault="00E00D30" w:rsidP="00E00D30">
      <w:r>
        <w:t>624.7349</w:t>
      </w:r>
      <w:r>
        <w:tab/>
        <w:t>1.013e0</w:t>
      </w:r>
    </w:p>
    <w:p w:rsidR="00E00D30" w:rsidRDefault="00E00D30" w:rsidP="00E00D30">
      <w:r>
        <w:t>624.7495</w:t>
      </w:r>
      <w:r>
        <w:tab/>
        <w:t>1.013e0</w:t>
      </w:r>
    </w:p>
    <w:p w:rsidR="00E00D30" w:rsidRDefault="00E00D30" w:rsidP="00E00D30">
      <w:r>
        <w:t>624.7680</w:t>
      </w:r>
      <w:r>
        <w:tab/>
        <w:t>2.025e0</w:t>
      </w:r>
    </w:p>
    <w:p w:rsidR="00E00D30" w:rsidRDefault="00E00D30" w:rsidP="00E00D30">
      <w:r>
        <w:t>624.7733</w:t>
      </w:r>
      <w:r>
        <w:tab/>
        <w:t>2.025e0</w:t>
      </w:r>
    </w:p>
    <w:p w:rsidR="00E00D30" w:rsidRDefault="00E00D30" w:rsidP="00E00D30">
      <w:r>
        <w:t>624.7848</w:t>
      </w:r>
      <w:r>
        <w:tab/>
        <w:t>1.013e0</w:t>
      </w:r>
    </w:p>
    <w:p w:rsidR="00E00D30" w:rsidRDefault="00E00D30" w:rsidP="00E00D30">
      <w:r>
        <w:t>624.7932</w:t>
      </w:r>
      <w:r>
        <w:tab/>
        <w:t>2.025e0</w:t>
      </w:r>
    </w:p>
    <w:p w:rsidR="00E00D30" w:rsidRDefault="00E00D30" w:rsidP="00E00D30">
      <w:r>
        <w:t>624.8020</w:t>
      </w:r>
      <w:r>
        <w:tab/>
        <w:t>1.013e0</w:t>
      </w:r>
    </w:p>
    <w:p w:rsidR="00E00D30" w:rsidRDefault="00E00D30" w:rsidP="00E00D30">
      <w:r>
        <w:t>624.8097</w:t>
      </w:r>
      <w:r>
        <w:tab/>
        <w:t>1.013e0</w:t>
      </w:r>
    </w:p>
    <w:p w:rsidR="00E00D30" w:rsidRDefault="00E00D30" w:rsidP="00E00D30">
      <w:r>
        <w:t>624.8204</w:t>
      </w:r>
      <w:r>
        <w:tab/>
        <w:t>2.025e0</w:t>
      </w:r>
    </w:p>
    <w:p w:rsidR="00E00D30" w:rsidRDefault="00E00D30" w:rsidP="00E00D30">
      <w:r>
        <w:t>624.8417</w:t>
      </w:r>
      <w:r>
        <w:tab/>
        <w:t>1.013e0</w:t>
      </w:r>
    </w:p>
    <w:p w:rsidR="00E00D30" w:rsidRDefault="00E00D30" w:rsidP="00E00D30">
      <w:r>
        <w:t>624.9079</w:t>
      </w:r>
      <w:r>
        <w:tab/>
        <w:t>1.013e0</w:t>
      </w:r>
    </w:p>
    <w:p w:rsidR="00E00D30" w:rsidRDefault="00E00D30" w:rsidP="00E00D30">
      <w:r>
        <w:t>624.9165</w:t>
      </w:r>
      <w:r>
        <w:tab/>
        <w:t>1.013e0</w:t>
      </w:r>
    </w:p>
    <w:p w:rsidR="00E00D30" w:rsidRDefault="00E00D30" w:rsidP="00E00D30">
      <w:r>
        <w:t>624.9252</w:t>
      </w:r>
      <w:r>
        <w:tab/>
        <w:t>1.013e0</w:t>
      </w:r>
    </w:p>
    <w:p w:rsidR="00E00D30" w:rsidRDefault="00E00D30" w:rsidP="00E00D30">
      <w:r>
        <w:t>625.0340</w:t>
      </w:r>
      <w:r>
        <w:tab/>
        <w:t>1.013e0</w:t>
      </w:r>
    </w:p>
    <w:p w:rsidR="00E00D30" w:rsidRDefault="00E00D30" w:rsidP="00E00D30">
      <w:r>
        <w:t>625.0491</w:t>
      </w:r>
      <w:r>
        <w:tab/>
        <w:t>1.013e0</w:t>
      </w:r>
    </w:p>
    <w:p w:rsidR="00E00D30" w:rsidRDefault="00E00D30" w:rsidP="00E00D30">
      <w:r>
        <w:t>625.1177</w:t>
      </w:r>
      <w:r>
        <w:tab/>
        <w:t>1.013e0</w:t>
      </w:r>
    </w:p>
    <w:p w:rsidR="00E00D30" w:rsidRDefault="00E00D30" w:rsidP="00E00D30">
      <w:r>
        <w:lastRenderedPageBreak/>
        <w:t>625.1409</w:t>
      </w:r>
      <w:r>
        <w:tab/>
        <w:t>1.013e0</w:t>
      </w:r>
    </w:p>
    <w:p w:rsidR="00E00D30" w:rsidRDefault="00E00D30" w:rsidP="00E00D30">
      <w:r>
        <w:t>625.1688</w:t>
      </w:r>
      <w:r>
        <w:tab/>
        <w:t>2.025e0</w:t>
      </w:r>
    </w:p>
    <w:p w:rsidR="00E00D30" w:rsidRDefault="00E00D30" w:rsidP="00E00D30">
      <w:r>
        <w:t>625.1701</w:t>
      </w:r>
      <w:r>
        <w:tab/>
        <w:t>1.013e0</w:t>
      </w:r>
    </w:p>
    <w:p w:rsidR="00E00D30" w:rsidRDefault="00E00D30" w:rsidP="00E00D30">
      <w:r>
        <w:t>625.1987</w:t>
      </w:r>
      <w:r>
        <w:tab/>
        <w:t>2.025e0</w:t>
      </w:r>
    </w:p>
    <w:p w:rsidR="00E00D30" w:rsidRDefault="00E00D30" w:rsidP="00E00D30">
      <w:r>
        <w:t>625.2229</w:t>
      </w:r>
      <w:r>
        <w:tab/>
        <w:t>1.013e0</w:t>
      </w:r>
    </w:p>
    <w:p w:rsidR="00E00D30" w:rsidRDefault="00E00D30" w:rsidP="00E00D30">
      <w:r>
        <w:t>625.2567</w:t>
      </w:r>
      <w:r>
        <w:tab/>
        <w:t>3.038e0</w:t>
      </w:r>
    </w:p>
    <w:p w:rsidR="00E00D30" w:rsidRDefault="00E00D30" w:rsidP="00E00D30">
      <w:r>
        <w:t>625.2792</w:t>
      </w:r>
      <w:r>
        <w:tab/>
        <w:t>3.038e0</w:t>
      </w:r>
    </w:p>
    <w:p w:rsidR="00E00D30" w:rsidRDefault="00E00D30" w:rsidP="00E00D30">
      <w:r>
        <w:t>625.3024</w:t>
      </w:r>
      <w:r>
        <w:tab/>
        <w:t>3.038e0</w:t>
      </w:r>
    </w:p>
    <w:p w:rsidR="00E00D30" w:rsidRDefault="00E00D30" w:rsidP="00E00D30">
      <w:r>
        <w:t>625.3466</w:t>
      </w:r>
      <w:r>
        <w:tab/>
        <w:t>5.063e0</w:t>
      </w:r>
    </w:p>
    <w:p w:rsidR="00E00D30" w:rsidRDefault="00E00D30" w:rsidP="00E00D30">
      <w:r>
        <w:t>625.3495</w:t>
      </w:r>
      <w:r>
        <w:tab/>
        <w:t>4.051e0</w:t>
      </w:r>
    </w:p>
    <w:p w:rsidR="00E00D30" w:rsidRDefault="00E00D30" w:rsidP="00E00D30">
      <w:r>
        <w:t>625.3544</w:t>
      </w:r>
      <w:r>
        <w:tab/>
        <w:t>4.051e0</w:t>
      </w:r>
    </w:p>
    <w:p w:rsidR="00E00D30" w:rsidRDefault="00E00D30" w:rsidP="00E00D30">
      <w:r>
        <w:t>625.3559</w:t>
      </w:r>
      <w:r>
        <w:tab/>
        <w:t>6.076e0</w:t>
      </w:r>
    </w:p>
    <w:p w:rsidR="00E00D30" w:rsidRDefault="00E00D30" w:rsidP="00E00D30">
      <w:r>
        <w:t>625.3582</w:t>
      </w:r>
      <w:r>
        <w:tab/>
        <w:t>2.025e0</w:t>
      </w:r>
    </w:p>
    <w:p w:rsidR="00E00D30" w:rsidRDefault="00E00D30" w:rsidP="00E00D30">
      <w:r>
        <w:t>625.3829</w:t>
      </w:r>
      <w:r>
        <w:tab/>
        <w:t>3.038e0</w:t>
      </w:r>
    </w:p>
    <w:p w:rsidR="00E00D30" w:rsidRDefault="00E00D30" w:rsidP="00E00D30">
      <w:r>
        <w:t>625.3918</w:t>
      </w:r>
      <w:r>
        <w:tab/>
        <w:t>2.025e0</w:t>
      </w:r>
    </w:p>
    <w:p w:rsidR="00E00D30" w:rsidRDefault="00E00D30" w:rsidP="00E00D30">
      <w:r>
        <w:t>625.4189</w:t>
      </w:r>
      <w:r>
        <w:tab/>
        <w:t>3.038e0</w:t>
      </w:r>
    </w:p>
    <w:p w:rsidR="00E00D30" w:rsidRDefault="00E00D30" w:rsidP="00E00D30">
      <w:r>
        <w:t>625.4454</w:t>
      </w:r>
      <w:r>
        <w:tab/>
        <w:t>2.025e0</w:t>
      </w:r>
    </w:p>
    <w:p w:rsidR="00E00D30" w:rsidRDefault="00E00D30" w:rsidP="00E00D30">
      <w:r>
        <w:t>625.4825</w:t>
      </w:r>
      <w:r>
        <w:tab/>
        <w:t>1.013e0</w:t>
      </w:r>
    </w:p>
    <w:p w:rsidR="00E00D30" w:rsidRDefault="00E00D30" w:rsidP="00E00D30">
      <w:r>
        <w:t>625.5043</w:t>
      </w:r>
      <w:r>
        <w:tab/>
        <w:t>1.013e0</w:t>
      </w:r>
    </w:p>
    <w:p w:rsidR="00E00D30" w:rsidRDefault="00E00D30" w:rsidP="00E00D30">
      <w:r>
        <w:lastRenderedPageBreak/>
        <w:t>625.5104</w:t>
      </w:r>
      <w:r>
        <w:tab/>
        <w:t>4.051e0</w:t>
      </w:r>
    </w:p>
    <w:p w:rsidR="00E00D30" w:rsidRDefault="00E00D30" w:rsidP="00E00D30">
      <w:r>
        <w:t>625.5220</w:t>
      </w:r>
      <w:r>
        <w:tab/>
        <w:t>1.013e0</w:t>
      </w:r>
    </w:p>
    <w:p w:rsidR="00E00D30" w:rsidRDefault="00E00D30" w:rsidP="00E00D30">
      <w:r>
        <w:t>625.5577</w:t>
      </w:r>
      <w:r>
        <w:tab/>
        <w:t>1.013e0</w:t>
      </w:r>
    </w:p>
    <w:p w:rsidR="00E00D30" w:rsidRDefault="00E00D30" w:rsidP="00E00D30">
      <w:r>
        <w:t>625.5857</w:t>
      </w:r>
      <w:r>
        <w:tab/>
        <w:t>2.025e0</w:t>
      </w:r>
    </w:p>
    <w:p w:rsidR="00E00D30" w:rsidRDefault="00E00D30" w:rsidP="00E00D30">
      <w:r>
        <w:t>625.5931</w:t>
      </w:r>
      <w:r>
        <w:tab/>
        <w:t>2.025e0</w:t>
      </w:r>
    </w:p>
    <w:p w:rsidR="00E00D30" w:rsidRDefault="00E00D30" w:rsidP="00E00D30">
      <w:r>
        <w:t>625.6108</w:t>
      </w:r>
      <w:r>
        <w:tab/>
        <w:t>1.013e0</w:t>
      </w:r>
    </w:p>
    <w:p w:rsidR="00E00D30" w:rsidRDefault="00E00D30" w:rsidP="00E00D30">
      <w:r>
        <w:t>625.6230</w:t>
      </w:r>
      <w:r>
        <w:tab/>
        <w:t>2.025e0</w:t>
      </w:r>
    </w:p>
    <w:p w:rsidR="00E00D30" w:rsidRDefault="00E00D30" w:rsidP="00E00D30">
      <w:r>
        <w:t>625.6277</w:t>
      </w:r>
      <w:r>
        <w:tab/>
        <w:t>1.013e0</w:t>
      </w:r>
    </w:p>
    <w:p w:rsidR="00E00D30" w:rsidRDefault="00E00D30" w:rsidP="00E00D30">
      <w:r>
        <w:t>625.6600</w:t>
      </w:r>
      <w:r>
        <w:tab/>
        <w:t>2.025e0</w:t>
      </w:r>
    </w:p>
    <w:p w:rsidR="00E00D30" w:rsidRDefault="00E00D30" w:rsidP="00E00D30">
      <w:r>
        <w:t>625.6806</w:t>
      </w:r>
      <w:r>
        <w:tab/>
        <w:t>1.013e0</w:t>
      </w:r>
    </w:p>
    <w:p w:rsidR="00E00D30" w:rsidRDefault="00E00D30" w:rsidP="00E00D30">
      <w:r>
        <w:t>625.7159</w:t>
      </w:r>
      <w:r>
        <w:tab/>
        <w:t>1.013e0</w:t>
      </w:r>
    </w:p>
    <w:p w:rsidR="00E00D30" w:rsidRDefault="00E00D30" w:rsidP="00E00D30">
      <w:r>
        <w:t>625.7349</w:t>
      </w:r>
      <w:r>
        <w:tab/>
        <w:t>2.025e0</w:t>
      </w:r>
    </w:p>
    <w:p w:rsidR="00E00D30" w:rsidRDefault="00E00D30" w:rsidP="00E00D30">
      <w:r>
        <w:t>625.7676</w:t>
      </w:r>
      <w:r>
        <w:tab/>
        <w:t>1.013e0</w:t>
      </w:r>
    </w:p>
    <w:p w:rsidR="00E00D30" w:rsidRDefault="00E00D30" w:rsidP="00E00D30">
      <w:r>
        <w:t>625.7827</w:t>
      </w:r>
      <w:r>
        <w:tab/>
        <w:t>2.025e0</w:t>
      </w:r>
    </w:p>
    <w:p w:rsidR="00E00D30" w:rsidRDefault="00E00D30" w:rsidP="00E00D30">
      <w:r>
        <w:t>625.8030</w:t>
      </w:r>
      <w:r>
        <w:tab/>
        <w:t>1.013e0</w:t>
      </w:r>
    </w:p>
    <w:p w:rsidR="00E00D30" w:rsidRDefault="00E00D30" w:rsidP="00E00D30">
      <w:r>
        <w:t>625.8223</w:t>
      </w:r>
      <w:r>
        <w:tab/>
        <w:t>2.025e0</w:t>
      </w:r>
    </w:p>
    <w:p w:rsidR="00E00D30" w:rsidRDefault="00E00D30" w:rsidP="00E00D30">
      <w:r>
        <w:t>625.8358</w:t>
      </w:r>
      <w:r>
        <w:tab/>
        <w:t>1.013e0</w:t>
      </w:r>
    </w:p>
    <w:p w:rsidR="00E00D30" w:rsidRDefault="00E00D30" w:rsidP="00E00D30">
      <w:r>
        <w:t>625.8461</w:t>
      </w:r>
      <w:r>
        <w:tab/>
        <w:t>1.013e0</w:t>
      </w:r>
    </w:p>
    <w:p w:rsidR="00E00D30" w:rsidRDefault="00E00D30" w:rsidP="00E00D30">
      <w:r>
        <w:t>625.8679</w:t>
      </w:r>
      <w:r>
        <w:tab/>
        <w:t>1.013e0</w:t>
      </w:r>
    </w:p>
    <w:p w:rsidR="00E00D30" w:rsidRDefault="00E00D30" w:rsidP="00E00D30">
      <w:r>
        <w:lastRenderedPageBreak/>
        <w:t>625.8782</w:t>
      </w:r>
      <w:r>
        <w:tab/>
        <w:t>3.038e0</w:t>
      </w:r>
    </w:p>
    <w:p w:rsidR="00E00D30" w:rsidRDefault="00E00D30" w:rsidP="00E00D30">
      <w:r>
        <w:t>625.9266</w:t>
      </w:r>
      <w:r>
        <w:tab/>
        <w:t>1.013e0</w:t>
      </w:r>
    </w:p>
    <w:p w:rsidR="00E00D30" w:rsidRDefault="00E00D30" w:rsidP="00E00D30">
      <w:r>
        <w:t>625.9321</w:t>
      </w:r>
      <w:r>
        <w:tab/>
        <w:t>1.013e0</w:t>
      </w:r>
    </w:p>
    <w:p w:rsidR="00E00D30" w:rsidRDefault="00E00D30" w:rsidP="00E00D30">
      <w:r>
        <w:t>625.9855</w:t>
      </w:r>
      <w:r>
        <w:tab/>
        <w:t>1.013e0</w:t>
      </w:r>
    </w:p>
    <w:p w:rsidR="00E00D30" w:rsidRDefault="00E00D30" w:rsidP="00E00D30">
      <w:r>
        <w:t>626.0070</w:t>
      </w:r>
      <w:r>
        <w:tab/>
        <w:t>1.013e0</w:t>
      </w:r>
    </w:p>
    <w:p w:rsidR="00E00D30" w:rsidRDefault="00E00D30" w:rsidP="00E00D30">
      <w:r>
        <w:t>626.0083</w:t>
      </w:r>
      <w:r>
        <w:tab/>
        <w:t>2.025e0</w:t>
      </w:r>
    </w:p>
    <w:p w:rsidR="00E00D30" w:rsidRDefault="00E00D30" w:rsidP="00E00D30">
      <w:r>
        <w:t>626.0322</w:t>
      </w:r>
      <w:r>
        <w:tab/>
        <w:t>2.025e0</w:t>
      </w:r>
    </w:p>
    <w:p w:rsidR="00E00D30" w:rsidRDefault="00E00D30" w:rsidP="00E00D30">
      <w:r>
        <w:t>626.0486</w:t>
      </w:r>
      <w:r>
        <w:tab/>
        <w:t>1.013e0</w:t>
      </w:r>
    </w:p>
    <w:p w:rsidR="00E00D30" w:rsidRDefault="00E00D30" w:rsidP="00E00D30">
      <w:r>
        <w:t>626.0943</w:t>
      </w:r>
      <w:r>
        <w:tab/>
        <w:t>2.025e0</w:t>
      </w:r>
    </w:p>
    <w:p w:rsidR="00E00D30" w:rsidRDefault="00E00D30" w:rsidP="00E00D30">
      <w:r>
        <w:t>626.1291</w:t>
      </w:r>
      <w:r>
        <w:tab/>
        <w:t>2.025e0</w:t>
      </w:r>
    </w:p>
    <w:p w:rsidR="00E00D30" w:rsidRDefault="00E00D30" w:rsidP="00E00D30">
      <w:r>
        <w:t>626.1478</w:t>
      </w:r>
      <w:r>
        <w:tab/>
        <w:t>2.025e0</w:t>
      </w:r>
    </w:p>
    <w:p w:rsidR="00E00D30" w:rsidRDefault="00E00D30" w:rsidP="00E00D30">
      <w:r>
        <w:t>626.1541</w:t>
      </w:r>
      <w:r>
        <w:tab/>
        <w:t>1.013e0</w:t>
      </w:r>
    </w:p>
    <w:p w:rsidR="00E00D30" w:rsidRDefault="00E00D30" w:rsidP="00E00D30">
      <w:r>
        <w:t>626.1575</w:t>
      </w:r>
      <w:r>
        <w:tab/>
        <w:t>1.013e0</w:t>
      </w:r>
    </w:p>
    <w:p w:rsidR="00E00D30" w:rsidRDefault="00E00D30" w:rsidP="00E00D30">
      <w:r>
        <w:t>626.1782</w:t>
      </w:r>
      <w:r>
        <w:tab/>
        <w:t>1.013e0</w:t>
      </w:r>
    </w:p>
    <w:p w:rsidR="00E00D30" w:rsidRDefault="00E00D30" w:rsidP="00E00D30">
      <w:r>
        <w:t>626.1903</w:t>
      </w:r>
      <w:r>
        <w:tab/>
        <w:t>1.013e0</w:t>
      </w:r>
    </w:p>
    <w:p w:rsidR="00E00D30" w:rsidRDefault="00E00D30" w:rsidP="00E00D30">
      <w:r>
        <w:t>626.2072</w:t>
      </w:r>
      <w:r>
        <w:tab/>
        <w:t>1.013e0</w:t>
      </w:r>
    </w:p>
    <w:p w:rsidR="00E00D30" w:rsidRDefault="00E00D30" w:rsidP="00E00D30">
      <w:r>
        <w:t>626.2192</w:t>
      </w:r>
      <w:r>
        <w:tab/>
        <w:t>3.038e0</w:t>
      </w:r>
    </w:p>
    <w:p w:rsidR="00E00D30" w:rsidRDefault="00E00D30" w:rsidP="00E00D30">
      <w:r>
        <w:t>626.2324</w:t>
      </w:r>
      <w:r>
        <w:tab/>
        <w:t>1.013e0</w:t>
      </w:r>
    </w:p>
    <w:p w:rsidR="00E00D30" w:rsidRDefault="00E00D30" w:rsidP="00E00D30">
      <w:r>
        <w:t>626.2358</w:t>
      </w:r>
      <w:r>
        <w:tab/>
        <w:t>2.025e0</w:t>
      </w:r>
    </w:p>
    <w:p w:rsidR="00E00D30" w:rsidRDefault="00E00D30" w:rsidP="00E00D30">
      <w:r>
        <w:lastRenderedPageBreak/>
        <w:t>626.2419</w:t>
      </w:r>
      <w:r>
        <w:tab/>
        <w:t>1.013e0</w:t>
      </w:r>
    </w:p>
    <w:p w:rsidR="00E00D30" w:rsidRDefault="00E00D30" w:rsidP="00E00D30">
      <w:r>
        <w:t>626.2741</w:t>
      </w:r>
      <w:r>
        <w:tab/>
        <w:t>1.013e0</w:t>
      </w:r>
    </w:p>
    <w:p w:rsidR="00E00D30" w:rsidRDefault="00E00D30" w:rsidP="00E00D30">
      <w:r>
        <w:t>626.3047</w:t>
      </w:r>
      <w:r>
        <w:tab/>
        <w:t>2.025e0</w:t>
      </w:r>
    </w:p>
    <w:p w:rsidR="00E00D30" w:rsidRDefault="00E00D30" w:rsidP="00E00D30">
      <w:r>
        <w:t>626.3087</w:t>
      </w:r>
      <w:r>
        <w:tab/>
        <w:t>2.025e0</w:t>
      </w:r>
    </w:p>
    <w:p w:rsidR="00E00D30" w:rsidRDefault="00E00D30" w:rsidP="00E00D30">
      <w:r>
        <w:t>626.3305</w:t>
      </w:r>
      <w:r>
        <w:tab/>
        <w:t>4.051e0</w:t>
      </w:r>
    </w:p>
    <w:p w:rsidR="00E00D30" w:rsidRDefault="00E00D30" w:rsidP="00E00D30">
      <w:r>
        <w:t>626.3428</w:t>
      </w:r>
      <w:r>
        <w:tab/>
        <w:t>3.038e0</w:t>
      </w:r>
    </w:p>
    <w:p w:rsidR="00E00D30" w:rsidRDefault="00E00D30" w:rsidP="00E00D30">
      <w:r>
        <w:t>626.3491</w:t>
      </w:r>
      <w:r>
        <w:tab/>
        <w:t>1.013e0</w:t>
      </w:r>
    </w:p>
    <w:p w:rsidR="00E00D30" w:rsidRDefault="00E00D30" w:rsidP="00E00D30">
      <w:r>
        <w:t>626.3689</w:t>
      </w:r>
      <w:r>
        <w:tab/>
        <w:t>3.038e0</w:t>
      </w:r>
    </w:p>
    <w:p w:rsidR="00E00D30" w:rsidRDefault="00E00D30" w:rsidP="00E00D30">
      <w:r>
        <w:t>626.4133</w:t>
      </w:r>
      <w:r>
        <w:tab/>
        <w:t>2.025e0</w:t>
      </w:r>
    </w:p>
    <w:p w:rsidR="00E00D30" w:rsidRDefault="00E00D30" w:rsidP="00E00D30">
      <w:r>
        <w:t>626.4182</w:t>
      </w:r>
      <w:r>
        <w:tab/>
        <w:t>1.013e0</w:t>
      </w:r>
    </w:p>
    <w:p w:rsidR="00E00D30" w:rsidRDefault="00E00D30" w:rsidP="00E00D30">
      <w:r>
        <w:t>626.4351</w:t>
      </w:r>
      <w:r>
        <w:tab/>
        <w:t>1.013e0</w:t>
      </w:r>
    </w:p>
    <w:p w:rsidR="00E00D30" w:rsidRDefault="00E00D30" w:rsidP="00E00D30">
      <w:r>
        <w:t>626.4562</w:t>
      </w:r>
      <w:r>
        <w:tab/>
        <w:t>2.025e0</w:t>
      </w:r>
    </w:p>
    <w:p w:rsidR="00E00D30" w:rsidRDefault="00E00D30" w:rsidP="00E00D30">
      <w:r>
        <w:t>626.4882</w:t>
      </w:r>
      <w:r>
        <w:tab/>
        <w:t>1.013e0</w:t>
      </w:r>
    </w:p>
    <w:p w:rsidR="00E00D30" w:rsidRDefault="00E00D30" w:rsidP="00E00D30">
      <w:r>
        <w:t>626.5159</w:t>
      </w:r>
      <w:r>
        <w:tab/>
        <w:t>2.025e0</w:t>
      </w:r>
    </w:p>
    <w:p w:rsidR="00E00D30" w:rsidRDefault="00E00D30" w:rsidP="00E00D30">
      <w:r>
        <w:t>626.5207</w:t>
      </w:r>
      <w:r>
        <w:tab/>
        <w:t>1.013e0</w:t>
      </w:r>
    </w:p>
    <w:p w:rsidR="00E00D30" w:rsidRDefault="00E00D30" w:rsidP="00E00D30">
      <w:r>
        <w:t>626.5347</w:t>
      </w:r>
      <w:r>
        <w:tab/>
        <w:t>2.025e0</w:t>
      </w:r>
    </w:p>
    <w:p w:rsidR="00E00D30" w:rsidRDefault="00E00D30" w:rsidP="00E00D30">
      <w:r>
        <w:t>626.5421</w:t>
      </w:r>
      <w:r>
        <w:tab/>
        <w:t>1.013e0</w:t>
      </w:r>
    </w:p>
    <w:p w:rsidR="00E00D30" w:rsidRDefault="00E00D30" w:rsidP="00E00D30">
      <w:r>
        <w:t>626.5525</w:t>
      </w:r>
      <w:r>
        <w:tab/>
        <w:t>1.013e0</w:t>
      </w:r>
    </w:p>
    <w:p w:rsidR="00E00D30" w:rsidRDefault="00E00D30" w:rsidP="00E00D30">
      <w:r>
        <w:t>626.5632</w:t>
      </w:r>
      <w:r>
        <w:tab/>
        <w:t>1.013e0</w:t>
      </w:r>
    </w:p>
    <w:p w:rsidR="00E00D30" w:rsidRDefault="00E00D30" w:rsidP="00E00D30">
      <w:r>
        <w:lastRenderedPageBreak/>
        <w:t>626.5692</w:t>
      </w:r>
      <w:r>
        <w:tab/>
        <w:t>2.025e0</w:t>
      </w:r>
    </w:p>
    <w:p w:rsidR="00E00D30" w:rsidRDefault="00E00D30" w:rsidP="00E00D30">
      <w:r>
        <w:t>626.5850</w:t>
      </w:r>
      <w:r>
        <w:tab/>
        <w:t>1.013e0</w:t>
      </w:r>
    </w:p>
    <w:p w:rsidR="00E00D30" w:rsidRDefault="00E00D30" w:rsidP="00E00D30">
      <w:r>
        <w:t>626.6168</w:t>
      </w:r>
      <w:r>
        <w:tab/>
        <w:t>1.013e0</w:t>
      </w:r>
    </w:p>
    <w:p w:rsidR="00E00D30" w:rsidRDefault="00E00D30" w:rsidP="00E00D30">
      <w:r>
        <w:t>626.6285</w:t>
      </w:r>
      <w:r>
        <w:tab/>
        <w:t>1.013e0</w:t>
      </w:r>
    </w:p>
    <w:p w:rsidR="00E00D30" w:rsidRDefault="00E00D30" w:rsidP="00E00D30">
      <w:r>
        <w:t>626.7338</w:t>
      </w:r>
      <w:r>
        <w:tab/>
        <w:t>3.038e0</w:t>
      </w:r>
    </w:p>
    <w:p w:rsidR="00E00D30" w:rsidRDefault="00E00D30" w:rsidP="00E00D30">
      <w:r>
        <w:t>626.7516</w:t>
      </w:r>
      <w:r>
        <w:tab/>
        <w:t>1.013e0</w:t>
      </w:r>
    </w:p>
    <w:p w:rsidR="00E00D30" w:rsidRDefault="00E00D30" w:rsidP="00E00D30">
      <w:r>
        <w:t>626.7687</w:t>
      </w:r>
      <w:r>
        <w:tab/>
        <w:t>3.038e0</w:t>
      </w:r>
    </w:p>
    <w:p w:rsidR="00E00D30" w:rsidRDefault="00E00D30" w:rsidP="00E00D30">
      <w:r>
        <w:t>626.8320</w:t>
      </w:r>
      <w:r>
        <w:tab/>
        <w:t>1.013e0</w:t>
      </w:r>
    </w:p>
    <w:p w:rsidR="00E00D30" w:rsidRDefault="00E00D30" w:rsidP="00E00D30">
      <w:r>
        <w:t>626.8577</w:t>
      </w:r>
      <w:r>
        <w:tab/>
        <w:t>1.013e0</w:t>
      </w:r>
    </w:p>
    <w:p w:rsidR="00E00D30" w:rsidRDefault="00E00D30" w:rsidP="00E00D30">
      <w:r>
        <w:t>626.8738</w:t>
      </w:r>
      <w:r>
        <w:tab/>
        <w:t>1.013e0</w:t>
      </w:r>
    </w:p>
    <w:p w:rsidR="00E00D30" w:rsidRDefault="00E00D30" w:rsidP="00E00D30">
      <w:r>
        <w:t>626.9274</w:t>
      </w:r>
      <w:r>
        <w:tab/>
        <w:t>2.025e0</w:t>
      </w:r>
    </w:p>
    <w:p w:rsidR="00E00D30" w:rsidRDefault="00E00D30" w:rsidP="00E00D30">
      <w:r>
        <w:t>626.9399</w:t>
      </w:r>
      <w:r>
        <w:tab/>
        <w:t>2.025e0</w:t>
      </w:r>
    </w:p>
    <w:p w:rsidR="00E00D30" w:rsidRDefault="00E00D30" w:rsidP="00E00D30">
      <w:r>
        <w:t>627.0027</w:t>
      </w:r>
      <w:r>
        <w:tab/>
        <w:t>1.013e0</w:t>
      </w:r>
    </w:p>
    <w:p w:rsidR="00E00D30" w:rsidRDefault="00E00D30" w:rsidP="00E00D30">
      <w:r>
        <w:t>627.1384</w:t>
      </w:r>
      <w:r>
        <w:tab/>
        <w:t>2.025e0</w:t>
      </w:r>
    </w:p>
    <w:p w:rsidR="00E00D30" w:rsidRDefault="00E00D30" w:rsidP="00E00D30">
      <w:r>
        <w:t>627.1524</w:t>
      </w:r>
      <w:r>
        <w:tab/>
        <w:t>3.038e0</w:t>
      </w:r>
    </w:p>
    <w:p w:rsidR="00E00D30" w:rsidRDefault="00E00D30" w:rsidP="00E00D30">
      <w:r>
        <w:t>627.1565</w:t>
      </w:r>
      <w:r>
        <w:tab/>
        <w:t>1.013e0</w:t>
      </w:r>
    </w:p>
    <w:p w:rsidR="00E00D30" w:rsidRDefault="00E00D30" w:rsidP="00E00D30">
      <w:r>
        <w:t>627.1741</w:t>
      </w:r>
      <w:r>
        <w:tab/>
        <w:t>3.038e0</w:t>
      </w:r>
    </w:p>
    <w:p w:rsidR="00E00D30" w:rsidRDefault="00E00D30" w:rsidP="00E00D30">
      <w:r>
        <w:t>627.1907</w:t>
      </w:r>
      <w:r>
        <w:tab/>
        <w:t>1.013e0</w:t>
      </w:r>
    </w:p>
    <w:p w:rsidR="00E00D30" w:rsidRDefault="00E00D30" w:rsidP="00E00D30">
      <w:r>
        <w:t>627.2230</w:t>
      </w:r>
      <w:r>
        <w:tab/>
        <w:t>2.025e0</w:t>
      </w:r>
    </w:p>
    <w:p w:rsidR="00E00D30" w:rsidRDefault="00E00D30" w:rsidP="00E00D30">
      <w:r>
        <w:lastRenderedPageBreak/>
        <w:t>627.2285</w:t>
      </w:r>
      <w:r>
        <w:tab/>
        <w:t>1.013e0</w:t>
      </w:r>
    </w:p>
    <w:p w:rsidR="00E00D30" w:rsidRDefault="00E00D30" w:rsidP="00E00D30">
      <w:r>
        <w:t>627.2368</w:t>
      </w:r>
      <w:r>
        <w:tab/>
        <w:t>4.051e0</w:t>
      </w:r>
    </w:p>
    <w:p w:rsidR="00E00D30" w:rsidRDefault="00E00D30" w:rsidP="00E00D30">
      <w:r>
        <w:t>627.2447</w:t>
      </w:r>
      <w:r>
        <w:tab/>
        <w:t>1.013e0</w:t>
      </w:r>
    </w:p>
    <w:p w:rsidR="00E00D30" w:rsidRDefault="00E00D30" w:rsidP="00E00D30">
      <w:r>
        <w:t>627.2526</w:t>
      </w:r>
      <w:r>
        <w:tab/>
        <w:t>2.025e0</w:t>
      </w:r>
    </w:p>
    <w:p w:rsidR="00E00D30" w:rsidRDefault="00E00D30" w:rsidP="00E00D30">
      <w:r>
        <w:t>627.2783</w:t>
      </w:r>
      <w:r>
        <w:tab/>
        <w:t>3.038e0</w:t>
      </w:r>
    </w:p>
    <w:p w:rsidR="00E00D30" w:rsidRDefault="00E00D30" w:rsidP="00E00D30">
      <w:r>
        <w:t>627.2814</w:t>
      </w:r>
      <w:r>
        <w:tab/>
        <w:t>2.025e0</w:t>
      </w:r>
    </w:p>
    <w:p w:rsidR="00E00D30" w:rsidRDefault="00E00D30" w:rsidP="00E00D30">
      <w:r>
        <w:t>627.2945</w:t>
      </w:r>
      <w:r>
        <w:tab/>
        <w:t>3.038e0</w:t>
      </w:r>
    </w:p>
    <w:p w:rsidR="00E00D30" w:rsidRDefault="00E00D30" w:rsidP="00E00D30">
      <w:r>
        <w:t>627.3124</w:t>
      </w:r>
      <w:r>
        <w:tab/>
        <w:t>2.025e0</w:t>
      </w:r>
    </w:p>
    <w:p w:rsidR="00E00D30" w:rsidRDefault="00E00D30" w:rsidP="00E00D30">
      <w:r>
        <w:t>627.3135</w:t>
      </w:r>
      <w:r>
        <w:tab/>
        <w:t>1.013e0</w:t>
      </w:r>
    </w:p>
    <w:p w:rsidR="00E00D30" w:rsidRDefault="00E00D30" w:rsidP="00E00D30">
      <w:r>
        <w:t>627.3632</w:t>
      </w:r>
      <w:r>
        <w:tab/>
        <w:t>3.038e0</w:t>
      </w:r>
    </w:p>
    <w:p w:rsidR="00E00D30" w:rsidRDefault="00E00D30" w:rsidP="00E00D30">
      <w:r>
        <w:t>627.3680</w:t>
      </w:r>
      <w:r>
        <w:tab/>
        <w:t>2.025e0</w:t>
      </w:r>
    </w:p>
    <w:p w:rsidR="00E00D30" w:rsidRDefault="00E00D30" w:rsidP="00E00D30">
      <w:r>
        <w:t>627.3742</w:t>
      </w:r>
      <w:r>
        <w:tab/>
        <w:t>5.063e0</w:t>
      </w:r>
    </w:p>
    <w:p w:rsidR="00E00D30" w:rsidRDefault="00E00D30" w:rsidP="00E00D30">
      <w:r>
        <w:t>627.3762</w:t>
      </w:r>
      <w:r>
        <w:tab/>
        <w:t>4.051e0</w:t>
      </w:r>
    </w:p>
    <w:p w:rsidR="00E00D30" w:rsidRDefault="00E00D30" w:rsidP="00E00D30">
      <w:r>
        <w:t>627.3818</w:t>
      </w:r>
      <w:r>
        <w:tab/>
        <w:t>3.038e0</w:t>
      </w:r>
    </w:p>
    <w:p w:rsidR="00E00D30" w:rsidRDefault="00E00D30" w:rsidP="00E00D30">
      <w:r>
        <w:t>627.4041</w:t>
      </w:r>
      <w:r>
        <w:tab/>
        <w:t>5.063e0</w:t>
      </w:r>
    </w:p>
    <w:p w:rsidR="00E00D30" w:rsidRDefault="00E00D30" w:rsidP="00E00D30">
      <w:r>
        <w:t>627.4331</w:t>
      </w:r>
      <w:r>
        <w:tab/>
        <w:t>2.025e0</w:t>
      </w:r>
    </w:p>
    <w:p w:rsidR="00E00D30" w:rsidRDefault="00E00D30" w:rsidP="00E00D30">
      <w:r>
        <w:t>627.4418</w:t>
      </w:r>
      <w:r>
        <w:tab/>
        <w:t>1.013e0</w:t>
      </w:r>
    </w:p>
    <w:p w:rsidR="00E00D30" w:rsidRDefault="00E00D30" w:rsidP="00E00D30">
      <w:r>
        <w:t>627.4476</w:t>
      </w:r>
      <w:r>
        <w:tab/>
        <w:t>2.025e0</w:t>
      </w:r>
    </w:p>
    <w:p w:rsidR="00E00D30" w:rsidRDefault="00E00D30" w:rsidP="00E00D30">
      <w:r>
        <w:t>627.4744</w:t>
      </w:r>
      <w:r>
        <w:tab/>
        <w:t>2.025e0</w:t>
      </w:r>
    </w:p>
    <w:p w:rsidR="00E00D30" w:rsidRDefault="00E00D30" w:rsidP="00E00D30">
      <w:r>
        <w:lastRenderedPageBreak/>
        <w:t>627.5394</w:t>
      </w:r>
      <w:r>
        <w:tab/>
        <w:t>1.013e0</w:t>
      </w:r>
    </w:p>
    <w:p w:rsidR="00E00D30" w:rsidRDefault="00E00D30" w:rsidP="00E00D30">
      <w:r>
        <w:t>627.5787</w:t>
      </w:r>
      <w:r>
        <w:tab/>
        <w:t>2.025e0</w:t>
      </w:r>
    </w:p>
    <w:p w:rsidR="00E00D30" w:rsidRDefault="00E00D30" w:rsidP="00E00D30">
      <w:r>
        <w:t>627.5931</w:t>
      </w:r>
      <w:r>
        <w:tab/>
        <w:t>1.013e0</w:t>
      </w:r>
    </w:p>
    <w:p w:rsidR="00E00D30" w:rsidRDefault="00E00D30" w:rsidP="00E00D30">
      <w:r>
        <w:t>627.6567</w:t>
      </w:r>
      <w:r>
        <w:tab/>
        <w:t>1.013e0</w:t>
      </w:r>
    </w:p>
    <w:p w:rsidR="00E00D30" w:rsidRDefault="00E00D30" w:rsidP="00E00D30">
      <w:r>
        <w:t>627.6648</w:t>
      </w:r>
      <w:r>
        <w:tab/>
        <w:t>1.013e0</w:t>
      </w:r>
    </w:p>
    <w:p w:rsidR="00E00D30" w:rsidRDefault="00E00D30" w:rsidP="00E00D30">
      <w:r>
        <w:t>627.7206</w:t>
      </w:r>
      <w:r>
        <w:tab/>
        <w:t>1.013e0</w:t>
      </w:r>
    </w:p>
    <w:p w:rsidR="00E00D30" w:rsidRDefault="00E00D30" w:rsidP="00E00D30">
      <w:r>
        <w:t>627.7371</w:t>
      </w:r>
      <w:r>
        <w:tab/>
        <w:t>2.025e0</w:t>
      </w:r>
    </w:p>
    <w:p w:rsidR="00E00D30" w:rsidRDefault="00E00D30" w:rsidP="00E00D30">
      <w:r>
        <w:t>627.7534</w:t>
      </w:r>
      <w:r>
        <w:tab/>
        <w:t>1.013e0</w:t>
      </w:r>
    </w:p>
    <w:p w:rsidR="00E00D30" w:rsidRDefault="00E00D30" w:rsidP="00E00D30">
      <w:r>
        <w:t>627.7850</w:t>
      </w:r>
      <w:r>
        <w:tab/>
        <w:t>1.013e0</w:t>
      </w:r>
    </w:p>
    <w:p w:rsidR="00E00D30" w:rsidRDefault="00E00D30" w:rsidP="00E00D30">
      <w:r>
        <w:t>627.8068</w:t>
      </w:r>
      <w:r>
        <w:tab/>
        <w:t>1.013e0</w:t>
      </w:r>
    </w:p>
    <w:p w:rsidR="00E00D30" w:rsidRDefault="00E00D30" w:rsidP="00E00D30">
      <w:r>
        <w:t>627.8229</w:t>
      </w:r>
      <w:r>
        <w:tab/>
        <w:t>1.013e0</w:t>
      </w:r>
    </w:p>
    <w:p w:rsidR="00E00D30" w:rsidRDefault="00E00D30" w:rsidP="00E00D30">
      <w:r>
        <w:t>627.8240</w:t>
      </w:r>
      <w:r>
        <w:tab/>
        <w:t>1.013e0</w:t>
      </w:r>
    </w:p>
    <w:p w:rsidR="00E00D30" w:rsidRDefault="00E00D30" w:rsidP="00E00D30">
      <w:r>
        <w:t>627.8498</w:t>
      </w:r>
      <w:r>
        <w:tab/>
        <w:t>2.025e0</w:t>
      </w:r>
    </w:p>
    <w:p w:rsidR="00E00D30" w:rsidRDefault="00E00D30" w:rsidP="00E00D30">
      <w:r>
        <w:t>627.9033</w:t>
      </w:r>
      <w:r>
        <w:tab/>
        <w:t>5.063e0</w:t>
      </w:r>
    </w:p>
    <w:p w:rsidR="00E00D30" w:rsidRDefault="00E00D30" w:rsidP="00E00D30">
      <w:r>
        <w:t>627.9141</w:t>
      </w:r>
      <w:r>
        <w:tab/>
        <w:t>1.013e0</w:t>
      </w:r>
    </w:p>
    <w:p w:rsidR="00E00D30" w:rsidRDefault="00E00D30" w:rsidP="00E00D30">
      <w:r>
        <w:t>627.9256</w:t>
      </w:r>
      <w:r>
        <w:tab/>
        <w:t>1.013e0</w:t>
      </w:r>
    </w:p>
    <w:p w:rsidR="00E00D30" w:rsidRDefault="00E00D30" w:rsidP="00E00D30">
      <w:r>
        <w:t>627.9785</w:t>
      </w:r>
      <w:r>
        <w:tab/>
        <w:t>1.013e0</w:t>
      </w:r>
    </w:p>
    <w:p w:rsidR="00E00D30" w:rsidRDefault="00E00D30" w:rsidP="00E00D30">
      <w:r>
        <w:t>627.9889</w:t>
      </w:r>
      <w:r>
        <w:tab/>
        <w:t>1.013e0</w:t>
      </w:r>
    </w:p>
    <w:p w:rsidR="00E00D30" w:rsidRDefault="00E00D30" w:rsidP="00E00D30">
      <w:r>
        <w:t>628.0214</w:t>
      </w:r>
      <w:r>
        <w:tab/>
        <w:t>1.013e0</w:t>
      </w:r>
    </w:p>
    <w:p w:rsidR="00E00D30" w:rsidRDefault="00E00D30" w:rsidP="00E00D30">
      <w:r>
        <w:lastRenderedPageBreak/>
        <w:t>628.0869</w:t>
      </w:r>
      <w:r>
        <w:tab/>
        <w:t>1.013e0</w:t>
      </w:r>
    </w:p>
    <w:p w:rsidR="00E00D30" w:rsidRDefault="00E00D30" w:rsidP="00E00D30">
      <w:r>
        <w:t>628.1287</w:t>
      </w:r>
      <w:r>
        <w:tab/>
        <w:t>2.025e0</w:t>
      </w:r>
    </w:p>
    <w:p w:rsidR="00E00D30" w:rsidRDefault="00E00D30" w:rsidP="00E00D30">
      <w:r>
        <w:t>628.1757</w:t>
      </w:r>
      <w:r>
        <w:tab/>
        <w:t>1.013e0</w:t>
      </w:r>
    </w:p>
    <w:p w:rsidR="00E00D30" w:rsidRDefault="00E00D30" w:rsidP="00E00D30">
      <w:r>
        <w:t>628.1821</w:t>
      </w:r>
      <w:r>
        <w:tab/>
        <w:t>1.013e0</w:t>
      </w:r>
    </w:p>
    <w:p w:rsidR="00E00D30" w:rsidRDefault="00E00D30" w:rsidP="00E00D30">
      <w:r>
        <w:t>628.1913</w:t>
      </w:r>
      <w:r>
        <w:tab/>
        <w:t>2.025e0</w:t>
      </w:r>
    </w:p>
    <w:p w:rsidR="00E00D30" w:rsidRDefault="00E00D30" w:rsidP="00E00D30">
      <w:r>
        <w:t>628.2166</w:t>
      </w:r>
      <w:r>
        <w:tab/>
        <w:t>2.025e0</w:t>
      </w:r>
    </w:p>
    <w:p w:rsidR="00E00D30" w:rsidRDefault="00E00D30" w:rsidP="00E00D30">
      <w:r>
        <w:t>628.2369</w:t>
      </w:r>
      <w:r>
        <w:tab/>
        <w:t>2.025e0</w:t>
      </w:r>
    </w:p>
    <w:p w:rsidR="00E00D30" w:rsidRDefault="00E00D30" w:rsidP="00E00D30">
      <w:r>
        <w:t>628.2468</w:t>
      </w:r>
      <w:r>
        <w:tab/>
        <w:t>2.025e0</w:t>
      </w:r>
    </w:p>
    <w:p w:rsidR="00E00D30" w:rsidRDefault="00E00D30" w:rsidP="00E00D30">
      <w:r>
        <w:t>628.2578</w:t>
      </w:r>
      <w:r>
        <w:tab/>
        <w:t>2.025e0</w:t>
      </w:r>
    </w:p>
    <w:p w:rsidR="00E00D30" w:rsidRDefault="00E00D30" w:rsidP="00E00D30">
      <w:r>
        <w:t>628.2736</w:t>
      </w:r>
      <w:r>
        <w:tab/>
        <w:t>5.063e0</w:t>
      </w:r>
    </w:p>
    <w:p w:rsidR="00E00D30" w:rsidRDefault="00E00D30" w:rsidP="00E00D30">
      <w:r>
        <w:t>628.2809</w:t>
      </w:r>
      <w:r>
        <w:tab/>
        <w:t>3.038e0</w:t>
      </w:r>
    </w:p>
    <w:p w:rsidR="00E00D30" w:rsidRDefault="00E00D30" w:rsidP="00E00D30">
      <w:r>
        <w:t>628.3152</w:t>
      </w:r>
      <w:r>
        <w:tab/>
        <w:t>1.013e0</w:t>
      </w:r>
    </w:p>
    <w:p w:rsidR="00E00D30" w:rsidRDefault="00E00D30" w:rsidP="00E00D30">
      <w:r>
        <w:t>628.3200</w:t>
      </w:r>
      <w:r>
        <w:tab/>
        <w:t>2.462e0</w:t>
      </w:r>
    </w:p>
    <w:p w:rsidR="00E00D30" w:rsidRDefault="00E00D30" w:rsidP="00E00D30">
      <w:r>
        <w:t>628.3646</w:t>
      </w:r>
      <w:r>
        <w:tab/>
        <w:t>1.013e0</w:t>
      </w:r>
    </w:p>
    <w:p w:rsidR="00E00D30" w:rsidRDefault="00E00D30" w:rsidP="00E00D30">
      <w:r>
        <w:t>628.3751</w:t>
      </w:r>
      <w:r>
        <w:tab/>
        <w:t>2.025e0</w:t>
      </w:r>
    </w:p>
    <w:p w:rsidR="00E00D30" w:rsidRDefault="00E00D30" w:rsidP="00E00D30">
      <w:r>
        <w:t>628.3765</w:t>
      </w:r>
      <w:r>
        <w:tab/>
        <w:t>1.013e0</w:t>
      </w:r>
    </w:p>
    <w:p w:rsidR="00E00D30" w:rsidRDefault="00E00D30" w:rsidP="00E00D30">
      <w:r>
        <w:t>628.3834</w:t>
      </w:r>
      <w:r>
        <w:tab/>
        <w:t>4.051e0</w:t>
      </w:r>
    </w:p>
    <w:p w:rsidR="00E00D30" w:rsidRDefault="00E00D30" w:rsidP="00E00D30">
      <w:r>
        <w:t>628.3864</w:t>
      </w:r>
      <w:r>
        <w:tab/>
        <w:t>1.013e0</w:t>
      </w:r>
    </w:p>
    <w:p w:rsidR="00E00D30" w:rsidRDefault="00E00D30" w:rsidP="00E00D30">
      <w:r>
        <w:t>628.3902</w:t>
      </w:r>
      <w:r>
        <w:tab/>
        <w:t>3.038e0</w:t>
      </w:r>
    </w:p>
    <w:p w:rsidR="00E00D30" w:rsidRDefault="00E00D30" w:rsidP="00E00D30">
      <w:r>
        <w:lastRenderedPageBreak/>
        <w:t>628.4024</w:t>
      </w:r>
      <w:r>
        <w:tab/>
        <w:t>2.025e0</w:t>
      </w:r>
    </w:p>
    <w:p w:rsidR="00E00D30" w:rsidRDefault="00E00D30" w:rsidP="00E00D30">
      <w:r>
        <w:t>628.4216</w:t>
      </w:r>
      <w:r>
        <w:tab/>
        <w:t>1.013e0</w:t>
      </w:r>
    </w:p>
    <w:p w:rsidR="00E00D30" w:rsidRDefault="00E00D30" w:rsidP="00E00D30">
      <w:r>
        <w:t>628.4645</w:t>
      </w:r>
      <w:r>
        <w:tab/>
        <w:t>2.025e0</w:t>
      </w:r>
    </w:p>
    <w:p w:rsidR="00E00D30" w:rsidRDefault="00E00D30" w:rsidP="00E00D30">
      <w:r>
        <w:t>628.4731</w:t>
      </w:r>
      <w:r>
        <w:tab/>
        <w:t>1.013e0</w:t>
      </w:r>
    </w:p>
    <w:p w:rsidR="00E00D30" w:rsidRDefault="00E00D30" w:rsidP="00E00D30">
      <w:r>
        <w:t>628.4821</w:t>
      </w:r>
      <w:r>
        <w:tab/>
        <w:t>5.063e0</w:t>
      </w:r>
    </w:p>
    <w:p w:rsidR="00E00D30" w:rsidRDefault="00E00D30" w:rsidP="00E00D30">
      <w:r>
        <w:t>628.4977</w:t>
      </w:r>
      <w:r>
        <w:tab/>
        <w:t>3.038e0</w:t>
      </w:r>
    </w:p>
    <w:p w:rsidR="00E00D30" w:rsidRDefault="00E00D30" w:rsidP="00E00D30">
      <w:r>
        <w:t>628.5023</w:t>
      </w:r>
      <w:r>
        <w:tab/>
        <w:t>3.038e0</w:t>
      </w:r>
    </w:p>
    <w:p w:rsidR="00E00D30" w:rsidRDefault="00E00D30" w:rsidP="00E00D30">
      <w:r>
        <w:t>628.5113</w:t>
      </w:r>
      <w:r>
        <w:tab/>
        <w:t>4.051e0</w:t>
      </w:r>
    </w:p>
    <w:p w:rsidR="00E00D30" w:rsidRDefault="00E00D30" w:rsidP="00E00D30">
      <w:r>
        <w:t>628.5138</w:t>
      </w:r>
      <w:r>
        <w:tab/>
        <w:t>3.038e0</w:t>
      </w:r>
    </w:p>
    <w:p w:rsidR="00E00D30" w:rsidRDefault="00E00D30" w:rsidP="00E00D30">
      <w:r>
        <w:t>628.5161</w:t>
      </w:r>
      <w:r>
        <w:tab/>
        <w:t>1.013e0</w:t>
      </w:r>
    </w:p>
    <w:p w:rsidR="00E00D30" w:rsidRDefault="00E00D30" w:rsidP="00E00D30">
      <w:r>
        <w:t>628.5211</w:t>
      </w:r>
      <w:r>
        <w:tab/>
        <w:t>2.025e0</w:t>
      </w:r>
    </w:p>
    <w:p w:rsidR="00E00D30" w:rsidRDefault="00E00D30" w:rsidP="00E00D30">
      <w:r>
        <w:t>628.5367</w:t>
      </w:r>
      <w:r>
        <w:tab/>
        <w:t>2.025e0</w:t>
      </w:r>
    </w:p>
    <w:p w:rsidR="00E00D30" w:rsidRDefault="00E00D30" w:rsidP="00E00D30">
      <w:r>
        <w:t>628.5615</w:t>
      </w:r>
      <w:r>
        <w:tab/>
        <w:t>3.038e0</w:t>
      </w:r>
    </w:p>
    <w:p w:rsidR="00E00D30" w:rsidRDefault="00E00D30" w:rsidP="00E00D30">
      <w:r>
        <w:t>628.5901</w:t>
      </w:r>
      <w:r>
        <w:tab/>
        <w:t>1.013e0</w:t>
      </w:r>
    </w:p>
    <w:p w:rsidR="00E00D30" w:rsidRDefault="00E00D30" w:rsidP="00E00D30">
      <w:r>
        <w:t>628.6019</w:t>
      </w:r>
      <w:r>
        <w:tab/>
        <w:t>1.013e0</w:t>
      </w:r>
    </w:p>
    <w:p w:rsidR="00E00D30" w:rsidRDefault="00E00D30" w:rsidP="00E00D30">
      <w:r>
        <w:t>628.6227</w:t>
      </w:r>
      <w:r>
        <w:tab/>
        <w:t>1.013e0</w:t>
      </w:r>
    </w:p>
    <w:p w:rsidR="00E00D30" w:rsidRDefault="00E00D30" w:rsidP="00E00D30">
      <w:r>
        <w:t>628.6442</w:t>
      </w:r>
      <w:r>
        <w:tab/>
        <w:t>1.013e0</w:t>
      </w:r>
    </w:p>
    <w:p w:rsidR="00E00D30" w:rsidRDefault="00E00D30" w:rsidP="00E00D30">
      <w:r>
        <w:t>628.6487</w:t>
      </w:r>
      <w:r>
        <w:tab/>
        <w:t>1.013e0</w:t>
      </w:r>
    </w:p>
    <w:p w:rsidR="00E00D30" w:rsidRDefault="00E00D30" w:rsidP="00E00D30">
      <w:r>
        <w:t>628.6840</w:t>
      </w:r>
      <w:r>
        <w:tab/>
        <w:t>1.013e0</w:t>
      </w:r>
    </w:p>
    <w:p w:rsidR="00E00D30" w:rsidRDefault="00E00D30" w:rsidP="00E00D30">
      <w:r>
        <w:lastRenderedPageBreak/>
        <w:t>628.7301</w:t>
      </w:r>
      <w:r>
        <w:tab/>
        <w:t>1.013e0</w:t>
      </w:r>
    </w:p>
    <w:p w:rsidR="00E00D30" w:rsidRDefault="00E00D30" w:rsidP="00E00D30">
      <w:r>
        <w:t>628.7620</w:t>
      </w:r>
      <w:r>
        <w:tab/>
        <w:t>1.013e0</w:t>
      </w:r>
    </w:p>
    <w:p w:rsidR="00E00D30" w:rsidRDefault="00E00D30" w:rsidP="00E00D30">
      <w:r>
        <w:t>628.7684</w:t>
      </w:r>
      <w:r>
        <w:tab/>
        <w:t>2.025e0</w:t>
      </w:r>
    </w:p>
    <w:p w:rsidR="00E00D30" w:rsidRDefault="00E00D30" w:rsidP="00E00D30">
      <w:r>
        <w:t>628.8060</w:t>
      </w:r>
      <w:r>
        <w:tab/>
        <w:t>1.013e0</w:t>
      </w:r>
    </w:p>
    <w:p w:rsidR="00E00D30" w:rsidRDefault="00E00D30" w:rsidP="00E00D30">
      <w:r>
        <w:t>628.8418</w:t>
      </w:r>
      <w:r>
        <w:tab/>
        <w:t>1.013e0</w:t>
      </w:r>
    </w:p>
    <w:p w:rsidR="00E00D30" w:rsidRDefault="00E00D30" w:rsidP="00E00D30">
      <w:r>
        <w:t>628.8698</w:t>
      </w:r>
      <w:r>
        <w:tab/>
        <w:t>1.013e0</w:t>
      </w:r>
    </w:p>
    <w:p w:rsidR="00E00D30" w:rsidRDefault="00E00D30" w:rsidP="00E00D30">
      <w:r>
        <w:t>628.8920</w:t>
      </w:r>
      <w:r>
        <w:tab/>
        <w:t>1.013e0</w:t>
      </w:r>
    </w:p>
    <w:p w:rsidR="00E00D30" w:rsidRDefault="00E00D30" w:rsidP="00E00D30">
      <w:r>
        <w:t>628.9127</w:t>
      </w:r>
      <w:r>
        <w:tab/>
        <w:t>1.013e0</w:t>
      </w:r>
    </w:p>
    <w:p w:rsidR="00E00D30" w:rsidRDefault="00E00D30" w:rsidP="00E00D30">
      <w:r>
        <w:t>628.9288</w:t>
      </w:r>
      <w:r>
        <w:tab/>
        <w:t>1.013e0</w:t>
      </w:r>
    </w:p>
    <w:p w:rsidR="00E00D30" w:rsidRDefault="00E00D30" w:rsidP="00E00D30">
      <w:r>
        <w:t>628.9398</w:t>
      </w:r>
      <w:r>
        <w:tab/>
        <w:t>2.025e0</w:t>
      </w:r>
    </w:p>
    <w:p w:rsidR="00E00D30" w:rsidRDefault="00E00D30" w:rsidP="00E00D30">
      <w:r>
        <w:t>628.9471</w:t>
      </w:r>
      <w:r>
        <w:tab/>
        <w:t>2.025e0</w:t>
      </w:r>
    </w:p>
    <w:p w:rsidR="00E00D30" w:rsidRDefault="00E00D30" w:rsidP="00E00D30">
      <w:r>
        <w:t>628.9646</w:t>
      </w:r>
      <w:r>
        <w:tab/>
        <w:t>1.013e0</w:t>
      </w:r>
    </w:p>
    <w:p w:rsidR="00E00D30" w:rsidRDefault="00E00D30" w:rsidP="00E00D30">
      <w:r>
        <w:t>628.9772</w:t>
      </w:r>
      <w:r>
        <w:tab/>
        <w:t>1.013e0</w:t>
      </w:r>
    </w:p>
    <w:p w:rsidR="00E00D30" w:rsidRDefault="00E00D30" w:rsidP="00E00D30">
      <w:r>
        <w:t>628.9876</w:t>
      </w:r>
      <w:r>
        <w:tab/>
        <w:t>2.025e0</w:t>
      </w:r>
    </w:p>
    <w:p w:rsidR="00E00D30" w:rsidRDefault="00E00D30" w:rsidP="00E00D30">
      <w:r>
        <w:t>629.0308</w:t>
      </w:r>
      <w:r>
        <w:tab/>
        <w:t>2.025e0</w:t>
      </w:r>
    </w:p>
    <w:p w:rsidR="00E00D30" w:rsidRDefault="00E00D30" w:rsidP="00E00D30">
      <w:r>
        <w:t>629.0417</w:t>
      </w:r>
      <w:r>
        <w:tab/>
        <w:t>1.013e0</w:t>
      </w:r>
    </w:p>
    <w:p w:rsidR="00E00D30" w:rsidRDefault="00E00D30" w:rsidP="00E00D30">
      <w:r>
        <w:t>629.0516</w:t>
      </w:r>
      <w:r>
        <w:tab/>
        <w:t>1.013e0</w:t>
      </w:r>
    </w:p>
    <w:p w:rsidR="00E00D30" w:rsidRDefault="00E00D30" w:rsidP="00E00D30">
      <w:r>
        <w:t>629.0739</w:t>
      </w:r>
      <w:r>
        <w:tab/>
        <w:t>1.013e0</w:t>
      </w:r>
    </w:p>
    <w:p w:rsidR="00E00D30" w:rsidRDefault="00E00D30" w:rsidP="00E00D30">
      <w:r>
        <w:t>629.0790</w:t>
      </w:r>
      <w:r>
        <w:tab/>
        <w:t>2.025e0</w:t>
      </w:r>
    </w:p>
    <w:p w:rsidR="00E00D30" w:rsidRDefault="00E00D30" w:rsidP="00E00D30">
      <w:r>
        <w:lastRenderedPageBreak/>
        <w:t>629.1384</w:t>
      </w:r>
      <w:r>
        <w:tab/>
        <w:t>1.013e0</w:t>
      </w:r>
    </w:p>
    <w:p w:rsidR="00E00D30" w:rsidRDefault="00E00D30" w:rsidP="00E00D30">
      <w:r>
        <w:t>629.1412</w:t>
      </w:r>
      <w:r>
        <w:tab/>
        <w:t>1.013e0</w:t>
      </w:r>
    </w:p>
    <w:p w:rsidR="00E00D30" w:rsidRDefault="00E00D30" w:rsidP="00E00D30">
      <w:r>
        <w:t>629.1707</w:t>
      </w:r>
      <w:r>
        <w:tab/>
        <w:t>1.013e0</w:t>
      </w:r>
    </w:p>
    <w:p w:rsidR="00E00D30" w:rsidRDefault="00E00D30" w:rsidP="00E00D30">
      <w:r>
        <w:t>629.1811</w:t>
      </w:r>
      <w:r>
        <w:tab/>
        <w:t>2.025e0</w:t>
      </w:r>
    </w:p>
    <w:p w:rsidR="00E00D30" w:rsidRDefault="00E00D30" w:rsidP="00E00D30">
      <w:r>
        <w:t>629.2400</w:t>
      </w:r>
      <w:r>
        <w:tab/>
        <w:t>2.025e0</w:t>
      </w:r>
    </w:p>
    <w:p w:rsidR="00E00D30" w:rsidRDefault="00E00D30" w:rsidP="00E00D30">
      <w:r>
        <w:t>629.2459</w:t>
      </w:r>
      <w:r>
        <w:tab/>
        <w:t>1.013e0</w:t>
      </w:r>
    </w:p>
    <w:p w:rsidR="00E00D30" w:rsidRDefault="00E00D30" w:rsidP="00E00D30">
      <w:r>
        <w:t>629.2626</w:t>
      </w:r>
      <w:r>
        <w:tab/>
        <w:t>3.038e0</w:t>
      </w:r>
    </w:p>
    <w:p w:rsidR="00E00D30" w:rsidRDefault="00E00D30" w:rsidP="00E00D30">
      <w:r>
        <w:t>629.2870</w:t>
      </w:r>
      <w:r>
        <w:tab/>
        <w:t>5.063e0</w:t>
      </w:r>
    </w:p>
    <w:p w:rsidR="00E00D30" w:rsidRDefault="00E00D30" w:rsidP="00E00D30">
      <w:r>
        <w:t>629.2897</w:t>
      </w:r>
      <w:r>
        <w:tab/>
        <w:t>1.013e0</w:t>
      </w:r>
    </w:p>
    <w:p w:rsidR="00E00D30" w:rsidRDefault="00E00D30" w:rsidP="00E00D30">
      <w:r>
        <w:t>629.3186</w:t>
      </w:r>
      <w:r>
        <w:tab/>
        <w:t>4.051e0</w:t>
      </w:r>
    </w:p>
    <w:p w:rsidR="00E00D30" w:rsidRDefault="00E00D30" w:rsidP="00E00D30">
      <w:r>
        <w:t>629.3289</w:t>
      </w:r>
      <w:r>
        <w:tab/>
        <w:t>6.390e0</w:t>
      </w:r>
    </w:p>
    <w:p w:rsidR="00E00D30" w:rsidRDefault="00E00D30" w:rsidP="00E00D30">
      <w:r>
        <w:t>629.3416</w:t>
      </w:r>
      <w:r>
        <w:tab/>
        <w:t>2.025e0</w:t>
      </w:r>
    </w:p>
    <w:p w:rsidR="00E00D30" w:rsidRDefault="00E00D30" w:rsidP="00E00D30">
      <w:r>
        <w:t>629.3542</w:t>
      </w:r>
      <w:r>
        <w:tab/>
        <w:t>1.013e0</w:t>
      </w:r>
    </w:p>
    <w:p w:rsidR="00E00D30" w:rsidRDefault="00E00D30" w:rsidP="00E00D30">
      <w:r>
        <w:t>629.3569</w:t>
      </w:r>
      <w:r>
        <w:tab/>
        <w:t>2.025e0</w:t>
      </w:r>
    </w:p>
    <w:p w:rsidR="00E00D30" w:rsidRDefault="00E00D30" w:rsidP="00E00D30">
      <w:r>
        <w:t>629.3965</w:t>
      </w:r>
      <w:r>
        <w:tab/>
        <w:t>1.013e0</w:t>
      </w:r>
    </w:p>
    <w:p w:rsidR="00E00D30" w:rsidRDefault="00E00D30" w:rsidP="00E00D30">
      <w:r>
        <w:t>629.4034</w:t>
      </w:r>
      <w:r>
        <w:tab/>
        <w:t>2.025e0</w:t>
      </w:r>
    </w:p>
    <w:p w:rsidR="00E00D30" w:rsidRDefault="00E00D30" w:rsidP="00E00D30">
      <w:r>
        <w:t>629.4177</w:t>
      </w:r>
      <w:r>
        <w:tab/>
        <w:t>1.013e0</w:t>
      </w:r>
    </w:p>
    <w:p w:rsidR="00E00D30" w:rsidRDefault="00E00D30" w:rsidP="00E00D30">
      <w:r>
        <w:t>629.4618</w:t>
      </w:r>
      <w:r>
        <w:tab/>
        <w:t>1.013e0</w:t>
      </w:r>
    </w:p>
    <w:p w:rsidR="00E00D30" w:rsidRDefault="00E00D30" w:rsidP="00E00D30">
      <w:r>
        <w:t>629.4653</w:t>
      </w:r>
      <w:r>
        <w:tab/>
        <w:t>2.025e0</w:t>
      </w:r>
    </w:p>
    <w:p w:rsidR="00E00D30" w:rsidRDefault="00E00D30" w:rsidP="00E00D30">
      <w:r>
        <w:lastRenderedPageBreak/>
        <w:t>629.4725</w:t>
      </w:r>
      <w:r>
        <w:tab/>
        <w:t>2.025e0</w:t>
      </w:r>
    </w:p>
    <w:p w:rsidR="00E00D30" w:rsidRDefault="00E00D30" w:rsidP="00E00D30">
      <w:r>
        <w:t>629.5079</w:t>
      </w:r>
      <w:r>
        <w:tab/>
        <w:t>3.038e0</w:t>
      </w:r>
    </w:p>
    <w:p w:rsidR="00E00D30" w:rsidRDefault="00E00D30" w:rsidP="00E00D30">
      <w:r>
        <w:t>629.5370</w:t>
      </w:r>
      <w:r>
        <w:tab/>
        <w:t>4.051e0</w:t>
      </w:r>
    </w:p>
    <w:p w:rsidR="00E00D30" w:rsidRDefault="00E00D30" w:rsidP="00E00D30">
      <w:r>
        <w:t>629.5524</w:t>
      </w:r>
      <w:r>
        <w:tab/>
        <w:t>2.025e0</w:t>
      </w:r>
    </w:p>
    <w:p w:rsidR="00E00D30" w:rsidRDefault="00E00D30" w:rsidP="00E00D30">
      <w:r>
        <w:t>629.5682</w:t>
      </w:r>
      <w:r>
        <w:tab/>
        <w:t>1.013e0</w:t>
      </w:r>
    </w:p>
    <w:p w:rsidR="00E00D30" w:rsidRDefault="00E00D30" w:rsidP="00E00D30">
      <w:r>
        <w:t>629.5897</w:t>
      </w:r>
      <w:r>
        <w:tab/>
        <w:t>1.013e0</w:t>
      </w:r>
    </w:p>
    <w:p w:rsidR="00E00D30" w:rsidRDefault="00E00D30" w:rsidP="00E00D30">
      <w:r>
        <w:t>629.6116</w:t>
      </w:r>
      <w:r>
        <w:tab/>
        <w:t>1.013e0</w:t>
      </w:r>
    </w:p>
    <w:p w:rsidR="00E00D30" w:rsidRDefault="00E00D30" w:rsidP="00E00D30">
      <w:r>
        <w:t>629.6307</w:t>
      </w:r>
      <w:r>
        <w:tab/>
        <w:t>1.013e0</w:t>
      </w:r>
    </w:p>
    <w:p w:rsidR="00E00D30" w:rsidRDefault="00E00D30" w:rsidP="00E00D30">
      <w:r>
        <w:t>629.6485</w:t>
      </w:r>
      <w:r>
        <w:tab/>
        <w:t>1.013e0</w:t>
      </w:r>
    </w:p>
    <w:p w:rsidR="00E00D30" w:rsidRDefault="00E00D30" w:rsidP="00E00D30">
      <w:r>
        <w:t>629.6554</w:t>
      </w:r>
      <w:r>
        <w:tab/>
        <w:t>1.013e0</w:t>
      </w:r>
    </w:p>
    <w:p w:rsidR="00E00D30" w:rsidRDefault="00E00D30" w:rsidP="00E00D30">
      <w:r>
        <w:t>629.6676</w:t>
      </w:r>
      <w:r>
        <w:tab/>
        <w:t>1.013e0</w:t>
      </w:r>
    </w:p>
    <w:p w:rsidR="00E00D30" w:rsidRDefault="00E00D30" w:rsidP="00E00D30">
      <w:r>
        <w:t>629.7601</w:t>
      </w:r>
      <w:r>
        <w:tab/>
        <w:t>2.025e0</w:t>
      </w:r>
    </w:p>
    <w:p w:rsidR="00E00D30" w:rsidRDefault="00E00D30" w:rsidP="00E00D30">
      <w:r>
        <w:t>629.7731</w:t>
      </w:r>
      <w:r>
        <w:tab/>
        <w:t>3.038e0</w:t>
      </w:r>
    </w:p>
    <w:p w:rsidR="00E00D30" w:rsidRDefault="00E00D30" w:rsidP="00E00D30">
      <w:r>
        <w:t>629.8160</w:t>
      </w:r>
      <w:r>
        <w:tab/>
        <w:t>1.013e0</w:t>
      </w:r>
    </w:p>
    <w:p w:rsidR="00E00D30" w:rsidRDefault="00E00D30" w:rsidP="00E00D30">
      <w:r>
        <w:t>629.8480</w:t>
      </w:r>
      <w:r>
        <w:tab/>
        <w:t>1.013e0</w:t>
      </w:r>
    </w:p>
    <w:p w:rsidR="00E00D30" w:rsidRDefault="00E00D30" w:rsidP="00E00D30">
      <w:r>
        <w:t>629.8596</w:t>
      </w:r>
      <w:r>
        <w:tab/>
        <w:t>1.013e0</w:t>
      </w:r>
    </w:p>
    <w:p w:rsidR="00E00D30" w:rsidRDefault="00E00D30" w:rsidP="00E00D30">
      <w:r>
        <w:t>629.8639</w:t>
      </w:r>
      <w:r>
        <w:tab/>
        <w:t>2.025e0</w:t>
      </w:r>
    </w:p>
    <w:p w:rsidR="00E00D30" w:rsidRDefault="00E00D30" w:rsidP="00E00D30">
      <w:r>
        <w:t>629.9343</w:t>
      </w:r>
      <w:r>
        <w:tab/>
        <w:t>3.038e0</w:t>
      </w:r>
    </w:p>
    <w:p w:rsidR="00E00D30" w:rsidRDefault="00E00D30" w:rsidP="00E00D30">
      <w:r>
        <w:t>629.9991</w:t>
      </w:r>
      <w:r>
        <w:tab/>
        <w:t>3.038e0</w:t>
      </w:r>
    </w:p>
    <w:p w:rsidR="00E00D30" w:rsidRDefault="00E00D30" w:rsidP="00E00D30">
      <w:r>
        <w:lastRenderedPageBreak/>
        <w:t>630.0165</w:t>
      </w:r>
      <w:r>
        <w:tab/>
        <w:t>1.013e0</w:t>
      </w:r>
    </w:p>
    <w:p w:rsidR="00E00D30" w:rsidRDefault="00E00D30" w:rsidP="00E00D30">
      <w:r>
        <w:t>630.0527</w:t>
      </w:r>
      <w:r>
        <w:tab/>
        <w:t>1.013e0</w:t>
      </w:r>
    </w:p>
    <w:p w:rsidR="00E00D30" w:rsidRDefault="00E00D30" w:rsidP="00E00D30">
      <w:r>
        <w:t>630.0851</w:t>
      </w:r>
      <w:r>
        <w:tab/>
        <w:t>1.013e0</w:t>
      </w:r>
    </w:p>
    <w:p w:rsidR="00E00D30" w:rsidRDefault="00E00D30" w:rsidP="00E00D30">
      <w:r>
        <w:t>630.0886</w:t>
      </w:r>
      <w:r>
        <w:tab/>
        <w:t>1.013e0</w:t>
      </w:r>
    </w:p>
    <w:p w:rsidR="00E00D30" w:rsidRDefault="00E00D30" w:rsidP="00E00D30">
      <w:r>
        <w:t>630.1225</w:t>
      </w:r>
      <w:r>
        <w:tab/>
        <w:t>1.013e0</w:t>
      </w:r>
    </w:p>
    <w:p w:rsidR="00E00D30" w:rsidRDefault="00E00D30" w:rsidP="00E00D30">
      <w:r>
        <w:t>630.1385</w:t>
      </w:r>
      <w:r>
        <w:tab/>
        <w:t>1.013e0</w:t>
      </w:r>
    </w:p>
    <w:p w:rsidR="00E00D30" w:rsidRDefault="00E00D30" w:rsidP="00E00D30">
      <w:r>
        <w:t>630.1564</w:t>
      </w:r>
      <w:r>
        <w:tab/>
        <w:t>5.063e0</w:t>
      </w:r>
    </w:p>
    <w:p w:rsidR="00E00D30" w:rsidRDefault="00E00D30" w:rsidP="00E00D30">
      <w:r>
        <w:t>630.1758</w:t>
      </w:r>
      <w:r>
        <w:tab/>
        <w:t>2.025e0</w:t>
      </w:r>
    </w:p>
    <w:p w:rsidR="00E00D30" w:rsidRDefault="00E00D30" w:rsidP="00E00D30">
      <w:r>
        <w:t>630.1819</w:t>
      </w:r>
      <w:r>
        <w:tab/>
        <w:t>1.013e0</w:t>
      </w:r>
    </w:p>
    <w:p w:rsidR="00E00D30" w:rsidRDefault="00E00D30" w:rsidP="00E00D30">
      <w:r>
        <w:t>630.2031</w:t>
      </w:r>
      <w:r>
        <w:tab/>
        <w:t>1.013e0</w:t>
      </w:r>
    </w:p>
    <w:p w:rsidR="00E00D30" w:rsidRDefault="00E00D30" w:rsidP="00E00D30">
      <w:r>
        <w:t>630.2142</w:t>
      </w:r>
      <w:r>
        <w:tab/>
        <w:t>1.013e0</w:t>
      </w:r>
    </w:p>
    <w:p w:rsidR="00E00D30" w:rsidRDefault="00E00D30" w:rsidP="00E00D30">
      <w:r>
        <w:t>630.2438</w:t>
      </w:r>
      <w:r>
        <w:tab/>
        <w:t>3.038e0</w:t>
      </w:r>
    </w:p>
    <w:p w:rsidR="00E00D30" w:rsidRDefault="00E00D30" w:rsidP="00E00D30">
      <w:r>
        <w:t>630.2734</w:t>
      </w:r>
      <w:r>
        <w:tab/>
        <w:t>2.025e0</w:t>
      </w:r>
    </w:p>
    <w:p w:rsidR="00E00D30" w:rsidRDefault="00E00D30" w:rsidP="00E00D30">
      <w:r>
        <w:t>630.2904</w:t>
      </w:r>
      <w:r>
        <w:tab/>
        <w:t>1.013e0</w:t>
      </w:r>
    </w:p>
    <w:p w:rsidR="00E00D30" w:rsidRDefault="00E00D30" w:rsidP="00E00D30">
      <w:r>
        <w:t>630.3229</w:t>
      </w:r>
      <w:r>
        <w:tab/>
        <w:t>4.051e0</w:t>
      </w:r>
    </w:p>
    <w:p w:rsidR="00E00D30" w:rsidRDefault="00E00D30" w:rsidP="00E00D30">
      <w:r>
        <w:t>630.3339</w:t>
      </w:r>
      <w:r>
        <w:tab/>
        <w:t>3.038e0</w:t>
      </w:r>
    </w:p>
    <w:p w:rsidR="00E00D30" w:rsidRDefault="00E00D30" w:rsidP="00E00D30">
      <w:r>
        <w:t>630.3398</w:t>
      </w:r>
      <w:r>
        <w:tab/>
        <w:t>3.038e0</w:t>
      </w:r>
    </w:p>
    <w:p w:rsidR="00E00D30" w:rsidRDefault="00E00D30" w:rsidP="00E00D30">
      <w:r>
        <w:t>630.3794</w:t>
      </w:r>
      <w:r>
        <w:tab/>
        <w:t>2.025e0</w:t>
      </w:r>
    </w:p>
    <w:p w:rsidR="00E00D30" w:rsidRDefault="00E00D30" w:rsidP="00E00D30">
      <w:r>
        <w:t>630.3926</w:t>
      </w:r>
      <w:r>
        <w:tab/>
        <w:t>2.025e0</w:t>
      </w:r>
    </w:p>
    <w:p w:rsidR="00E00D30" w:rsidRDefault="00E00D30" w:rsidP="00E00D30">
      <w:r>
        <w:lastRenderedPageBreak/>
        <w:t>630.4081</w:t>
      </w:r>
      <w:r>
        <w:tab/>
        <w:t>1.013e0</w:t>
      </w:r>
    </w:p>
    <w:p w:rsidR="00E00D30" w:rsidRDefault="00E00D30" w:rsidP="00E00D30">
      <w:r>
        <w:t>630.4183</w:t>
      </w:r>
      <w:r>
        <w:tab/>
        <w:t>3.038e0</w:t>
      </w:r>
    </w:p>
    <w:p w:rsidR="00E00D30" w:rsidRDefault="00E00D30" w:rsidP="00E00D30">
      <w:r>
        <w:t>630.4335</w:t>
      </w:r>
      <w:r>
        <w:tab/>
        <w:t>2.025e0</w:t>
      </w:r>
    </w:p>
    <w:p w:rsidR="00E00D30" w:rsidRDefault="00E00D30" w:rsidP="00E00D30">
      <w:r>
        <w:t>630.4512</w:t>
      </w:r>
      <w:r>
        <w:tab/>
        <w:t>1.013e0</w:t>
      </w:r>
    </w:p>
    <w:p w:rsidR="00E00D30" w:rsidRDefault="00E00D30" w:rsidP="00E00D30">
      <w:r>
        <w:t>630.4567</w:t>
      </w:r>
      <w:r>
        <w:tab/>
        <w:t>1.013e0</w:t>
      </w:r>
    </w:p>
    <w:p w:rsidR="00E00D30" w:rsidRDefault="00E00D30" w:rsidP="00E00D30">
      <w:r>
        <w:t>630.4901</w:t>
      </w:r>
      <w:r>
        <w:tab/>
        <w:t>1.013e0</w:t>
      </w:r>
    </w:p>
    <w:p w:rsidR="00E00D30" w:rsidRDefault="00E00D30" w:rsidP="00E00D30">
      <w:r>
        <w:t>630.5084</w:t>
      </w:r>
      <w:r>
        <w:tab/>
        <w:t>3.038e0</w:t>
      </w:r>
    </w:p>
    <w:p w:rsidR="00E00D30" w:rsidRDefault="00E00D30" w:rsidP="00E00D30">
      <w:r>
        <w:t>630.5333</w:t>
      </w:r>
      <w:r>
        <w:tab/>
        <w:t>2.025e0</w:t>
      </w:r>
    </w:p>
    <w:p w:rsidR="00E00D30" w:rsidRDefault="00E00D30" w:rsidP="00E00D30">
      <w:r>
        <w:t>630.5908</w:t>
      </w:r>
      <w:r>
        <w:tab/>
        <w:t>1.013e0</w:t>
      </w:r>
    </w:p>
    <w:p w:rsidR="00E00D30" w:rsidRDefault="00E00D30" w:rsidP="00E00D30">
      <w:r>
        <w:t>630.6173</w:t>
      </w:r>
      <w:r>
        <w:tab/>
        <w:t>2.025e0</w:t>
      </w:r>
    </w:p>
    <w:p w:rsidR="00E00D30" w:rsidRDefault="00E00D30" w:rsidP="00E00D30">
      <w:r>
        <w:t>630.6447</w:t>
      </w:r>
      <w:r>
        <w:tab/>
        <w:t>1.013e0</w:t>
      </w:r>
    </w:p>
    <w:p w:rsidR="00E00D30" w:rsidRDefault="00E00D30" w:rsidP="00E00D30">
      <w:r>
        <w:t>630.7205</w:t>
      </w:r>
      <w:r>
        <w:tab/>
        <w:t>1.013e0</w:t>
      </w:r>
    </w:p>
    <w:p w:rsidR="00E00D30" w:rsidRDefault="00E00D30" w:rsidP="00E00D30">
      <w:r>
        <w:t>630.7744</w:t>
      </w:r>
      <w:r>
        <w:tab/>
        <w:t>2.025e0</w:t>
      </w:r>
    </w:p>
    <w:p w:rsidR="00E00D30" w:rsidRDefault="00E00D30" w:rsidP="00E00D30">
      <w:r>
        <w:t>630.7967</w:t>
      </w:r>
      <w:r>
        <w:tab/>
        <w:t>1.013e0</w:t>
      </w:r>
    </w:p>
    <w:p w:rsidR="00E00D30" w:rsidRDefault="00E00D30" w:rsidP="00E00D30">
      <w:r>
        <w:t>630.8060</w:t>
      </w:r>
      <w:r>
        <w:tab/>
        <w:t>1.013e0</w:t>
      </w:r>
    </w:p>
    <w:p w:rsidR="00E00D30" w:rsidRDefault="00E00D30" w:rsidP="00E00D30">
      <w:r>
        <w:t>630.8282</w:t>
      </w:r>
      <w:r>
        <w:tab/>
        <w:t>1.013e0</w:t>
      </w:r>
    </w:p>
    <w:p w:rsidR="00E00D30" w:rsidRDefault="00E00D30" w:rsidP="00E00D30">
      <w:r>
        <w:t>630.8586</w:t>
      </w:r>
      <w:r>
        <w:tab/>
        <w:t>1.013e0</w:t>
      </w:r>
    </w:p>
    <w:p w:rsidR="00E00D30" w:rsidRDefault="00E00D30" w:rsidP="00E00D30">
      <w:r>
        <w:t>630.8685</w:t>
      </w:r>
      <w:r>
        <w:tab/>
        <w:t>2.025e0</w:t>
      </w:r>
    </w:p>
    <w:p w:rsidR="00E00D30" w:rsidRDefault="00E00D30" w:rsidP="00E00D30">
      <w:r>
        <w:t>630.8713</w:t>
      </w:r>
      <w:r>
        <w:tab/>
        <w:t>1.013e0</w:t>
      </w:r>
    </w:p>
    <w:p w:rsidR="00E00D30" w:rsidRDefault="00E00D30" w:rsidP="00E00D30">
      <w:r>
        <w:lastRenderedPageBreak/>
        <w:t>630.8818</w:t>
      </w:r>
      <w:r>
        <w:tab/>
        <w:t>1.013e0</w:t>
      </w:r>
    </w:p>
    <w:p w:rsidR="00E00D30" w:rsidRDefault="00E00D30" w:rsidP="00E00D30">
      <w:r>
        <w:t>630.8948</w:t>
      </w:r>
      <w:r>
        <w:tab/>
        <w:t>1.013e0</w:t>
      </w:r>
    </w:p>
    <w:p w:rsidR="00E00D30" w:rsidRDefault="00E00D30" w:rsidP="00E00D30">
      <w:r>
        <w:t>630.9039</w:t>
      </w:r>
      <w:r>
        <w:tab/>
        <w:t>2.025e0</w:t>
      </w:r>
    </w:p>
    <w:p w:rsidR="00E00D30" w:rsidRDefault="00E00D30" w:rsidP="00E00D30">
      <w:r>
        <w:t>630.9470</w:t>
      </w:r>
      <w:r>
        <w:tab/>
        <w:t>1.013e0</w:t>
      </w:r>
    </w:p>
    <w:p w:rsidR="00E00D30" w:rsidRDefault="00E00D30" w:rsidP="00E00D30">
      <w:r>
        <w:t>630.9645</w:t>
      </w:r>
      <w:r>
        <w:tab/>
        <w:t>2.025e0</w:t>
      </w:r>
    </w:p>
    <w:p w:rsidR="00E00D30" w:rsidRDefault="00E00D30" w:rsidP="00E00D30">
      <w:r>
        <w:t>631.0452</w:t>
      </w:r>
      <w:r>
        <w:tab/>
        <w:t>2.025e0</w:t>
      </w:r>
    </w:p>
    <w:p w:rsidR="00E00D30" w:rsidRDefault="00E00D30" w:rsidP="00E00D30">
      <w:r>
        <w:t>631.0695</w:t>
      </w:r>
      <w:r>
        <w:tab/>
        <w:t>1.013e0</w:t>
      </w:r>
    </w:p>
    <w:p w:rsidR="00E00D30" w:rsidRDefault="00E00D30" w:rsidP="00E00D30">
      <w:r>
        <w:t>631.0877</w:t>
      </w:r>
      <w:r>
        <w:tab/>
        <w:t>1.013e0</w:t>
      </w:r>
    </w:p>
    <w:p w:rsidR="00E00D30" w:rsidRDefault="00E00D30" w:rsidP="00E00D30">
      <w:r>
        <w:t>631.0977</w:t>
      </w:r>
      <w:r>
        <w:tab/>
        <w:t>1.013e0</w:t>
      </w:r>
    </w:p>
    <w:p w:rsidR="00E00D30" w:rsidRDefault="00E00D30" w:rsidP="00E00D30">
      <w:r>
        <w:t>631.1235</w:t>
      </w:r>
      <w:r>
        <w:tab/>
        <w:t>1.013e0</w:t>
      </w:r>
    </w:p>
    <w:p w:rsidR="00E00D30" w:rsidRDefault="00E00D30" w:rsidP="00E00D30">
      <w:r>
        <w:t>631.1480</w:t>
      </w:r>
      <w:r>
        <w:tab/>
        <w:t>3.038e0</w:t>
      </w:r>
    </w:p>
    <w:p w:rsidR="00E00D30" w:rsidRDefault="00E00D30" w:rsidP="00E00D30">
      <w:r>
        <w:t>631.1754</w:t>
      </w:r>
      <w:r>
        <w:tab/>
        <w:t>1.013e0</w:t>
      </w:r>
    </w:p>
    <w:p w:rsidR="00E00D30" w:rsidRDefault="00E00D30" w:rsidP="00E00D30">
      <w:r>
        <w:t>631.1944</w:t>
      </w:r>
      <w:r>
        <w:tab/>
        <w:t>1.013e0</w:t>
      </w:r>
    </w:p>
    <w:p w:rsidR="00E00D30" w:rsidRDefault="00E00D30" w:rsidP="00E00D30">
      <w:r>
        <w:t>631.2397</w:t>
      </w:r>
      <w:r>
        <w:tab/>
        <w:t>3.038e0</w:t>
      </w:r>
    </w:p>
    <w:p w:rsidR="00E00D30" w:rsidRDefault="00E00D30" w:rsidP="00E00D30">
      <w:r>
        <w:t>631.2645</w:t>
      </w:r>
      <w:r>
        <w:tab/>
        <w:t>9.114e0</w:t>
      </w:r>
    </w:p>
    <w:p w:rsidR="00E00D30" w:rsidRDefault="00E00D30" w:rsidP="00E00D30">
      <w:r>
        <w:t>631.2732</w:t>
      </w:r>
      <w:r>
        <w:tab/>
        <w:t>1.013e1</w:t>
      </w:r>
    </w:p>
    <w:p w:rsidR="00E00D30" w:rsidRDefault="00E00D30" w:rsidP="00E00D30">
      <w:r>
        <w:t>631.2764</w:t>
      </w:r>
      <w:r>
        <w:tab/>
        <w:t>6.295e0</w:t>
      </w:r>
    </w:p>
    <w:p w:rsidR="00E00D30" w:rsidRDefault="00E00D30" w:rsidP="00E00D30">
      <w:r>
        <w:t>631.2844</w:t>
      </w:r>
      <w:r>
        <w:tab/>
        <w:t>3.038e0</w:t>
      </w:r>
    </w:p>
    <w:p w:rsidR="00E00D30" w:rsidRDefault="00E00D30" w:rsidP="00E00D30">
      <w:r>
        <w:t>631.2917</w:t>
      </w:r>
      <w:r>
        <w:tab/>
        <w:t>1.551e1</w:t>
      </w:r>
    </w:p>
    <w:p w:rsidR="00E00D30" w:rsidRDefault="00E00D30" w:rsidP="00E00D30">
      <w:r>
        <w:lastRenderedPageBreak/>
        <w:t>631.3387</w:t>
      </w:r>
      <w:r>
        <w:tab/>
        <w:t>2.025e0</w:t>
      </w:r>
    </w:p>
    <w:p w:rsidR="00E00D30" w:rsidRDefault="00E00D30" w:rsidP="00E00D30">
      <w:r>
        <w:t>631.3575</w:t>
      </w:r>
      <w:r>
        <w:tab/>
        <w:t>4.051e0</w:t>
      </w:r>
    </w:p>
    <w:p w:rsidR="00E00D30" w:rsidRDefault="00E00D30" w:rsidP="00E00D30">
      <w:r>
        <w:t>631.4205</w:t>
      </w:r>
      <w:r>
        <w:tab/>
        <w:t>2.025e0</w:t>
      </w:r>
    </w:p>
    <w:p w:rsidR="00E00D30" w:rsidRDefault="00E00D30" w:rsidP="00E00D30">
      <w:r>
        <w:t>631.4277</w:t>
      </w:r>
      <w:r>
        <w:tab/>
        <w:t>1.394e0</w:t>
      </w:r>
    </w:p>
    <w:p w:rsidR="00E00D30" w:rsidRDefault="00E00D30" w:rsidP="00E00D30">
      <w:r>
        <w:t>631.4327</w:t>
      </w:r>
      <w:r>
        <w:tab/>
        <w:t>1.013e0</w:t>
      </w:r>
    </w:p>
    <w:p w:rsidR="00E00D30" w:rsidRDefault="00E00D30" w:rsidP="00E00D30">
      <w:r>
        <w:t>631.4338</w:t>
      </w:r>
      <w:r>
        <w:tab/>
        <w:t>2.025e0</w:t>
      </w:r>
    </w:p>
    <w:p w:rsidR="00E00D30" w:rsidRDefault="00E00D30" w:rsidP="00E00D30">
      <w:r>
        <w:t>631.4532</w:t>
      </w:r>
      <w:r>
        <w:tab/>
        <w:t>1.013e0</w:t>
      </w:r>
    </w:p>
    <w:p w:rsidR="00E00D30" w:rsidRDefault="00E00D30" w:rsidP="00E00D30">
      <w:r>
        <w:t>631.4582</w:t>
      </w:r>
      <w:r>
        <w:tab/>
        <w:t>2.025e0</w:t>
      </w:r>
    </w:p>
    <w:p w:rsidR="00E00D30" w:rsidRDefault="00E00D30" w:rsidP="00E00D30">
      <w:r>
        <w:t>631.4759</w:t>
      </w:r>
      <w:r>
        <w:tab/>
        <w:t>1.013e0</w:t>
      </w:r>
    </w:p>
    <w:p w:rsidR="00E00D30" w:rsidRDefault="00E00D30" w:rsidP="00E00D30">
      <w:r>
        <w:t>631.4839</w:t>
      </w:r>
      <w:r>
        <w:tab/>
        <w:t>3.038e0</w:t>
      </w:r>
    </w:p>
    <w:p w:rsidR="00E00D30" w:rsidRDefault="00E00D30" w:rsidP="00E00D30">
      <w:r>
        <w:t>631.5445</w:t>
      </w:r>
      <w:r>
        <w:tab/>
        <w:t>2.025e0</w:t>
      </w:r>
    </w:p>
    <w:p w:rsidR="00E00D30" w:rsidRDefault="00E00D30" w:rsidP="00E00D30">
      <w:r>
        <w:t>631.5514</w:t>
      </w:r>
      <w:r>
        <w:tab/>
        <w:t>1.013e0</w:t>
      </w:r>
    </w:p>
    <w:p w:rsidR="00E00D30" w:rsidRDefault="00E00D30" w:rsidP="00E00D30">
      <w:r>
        <w:t>631.5719</w:t>
      </w:r>
      <w:r>
        <w:tab/>
        <w:t>1.013e0</w:t>
      </w:r>
    </w:p>
    <w:p w:rsidR="00E00D30" w:rsidRDefault="00E00D30" w:rsidP="00E00D30">
      <w:r>
        <w:t>631.5850</w:t>
      </w:r>
      <w:r>
        <w:tab/>
        <w:t>3.038e0</w:t>
      </w:r>
    </w:p>
    <w:p w:rsidR="00E00D30" w:rsidRDefault="00E00D30" w:rsidP="00E00D30">
      <w:r>
        <w:t>631.6042</w:t>
      </w:r>
      <w:r>
        <w:tab/>
        <w:t>1.013e0</w:t>
      </w:r>
    </w:p>
    <w:p w:rsidR="00E00D30" w:rsidRDefault="00E00D30" w:rsidP="00E00D30">
      <w:r>
        <w:t>631.6128</w:t>
      </w:r>
      <w:r>
        <w:tab/>
        <w:t>1.013e0</w:t>
      </w:r>
    </w:p>
    <w:p w:rsidR="00E00D30" w:rsidRDefault="00E00D30" w:rsidP="00E00D30">
      <w:r>
        <w:t>631.6481</w:t>
      </w:r>
      <w:r>
        <w:tab/>
        <w:t>2.025e0</w:t>
      </w:r>
    </w:p>
    <w:p w:rsidR="00E00D30" w:rsidRDefault="00E00D30" w:rsidP="00E00D30">
      <w:r>
        <w:t>631.6585</w:t>
      </w:r>
      <w:r>
        <w:tab/>
        <w:t>1.013e0</w:t>
      </w:r>
    </w:p>
    <w:p w:rsidR="00E00D30" w:rsidRDefault="00E00D30" w:rsidP="00E00D30">
      <w:r>
        <w:t>631.6663</w:t>
      </w:r>
      <w:r>
        <w:tab/>
        <w:t>1.013e0</w:t>
      </w:r>
    </w:p>
    <w:p w:rsidR="00E00D30" w:rsidRDefault="00E00D30" w:rsidP="00E00D30">
      <w:r>
        <w:lastRenderedPageBreak/>
        <w:t>631.6916</w:t>
      </w:r>
      <w:r>
        <w:tab/>
        <w:t>2.025e0</w:t>
      </w:r>
    </w:p>
    <w:p w:rsidR="00E00D30" w:rsidRDefault="00E00D30" w:rsidP="00E00D30">
      <w:r>
        <w:t>631.7012</w:t>
      </w:r>
      <w:r>
        <w:tab/>
        <w:t>1.013e0</w:t>
      </w:r>
    </w:p>
    <w:p w:rsidR="00E00D30" w:rsidRDefault="00E00D30" w:rsidP="00E00D30">
      <w:r>
        <w:t>631.7531</w:t>
      </w:r>
      <w:r>
        <w:tab/>
        <w:t>1.013e0</w:t>
      </w:r>
    </w:p>
    <w:p w:rsidR="00E00D30" w:rsidRDefault="00E00D30" w:rsidP="00E00D30">
      <w:r>
        <w:t>631.7553</w:t>
      </w:r>
      <w:r>
        <w:tab/>
        <w:t>1.013e0</w:t>
      </w:r>
    </w:p>
    <w:p w:rsidR="00E00D30" w:rsidRDefault="00E00D30" w:rsidP="00E00D30">
      <w:r>
        <w:t>631.7934</w:t>
      </w:r>
      <w:r>
        <w:tab/>
        <w:t>2.025e0</w:t>
      </w:r>
    </w:p>
    <w:p w:rsidR="00E00D30" w:rsidRDefault="00E00D30" w:rsidP="00E00D30">
      <w:r>
        <w:t>631.7988</w:t>
      </w:r>
      <w:r>
        <w:tab/>
        <w:t>1.013e0</w:t>
      </w:r>
    </w:p>
    <w:p w:rsidR="00E00D30" w:rsidRDefault="00E00D30" w:rsidP="00E00D30">
      <w:r>
        <w:t>631.8204</w:t>
      </w:r>
      <w:r>
        <w:tab/>
        <w:t>1.013e0</w:t>
      </w:r>
    </w:p>
    <w:p w:rsidR="00E00D30" w:rsidRDefault="00E00D30" w:rsidP="00E00D30">
      <w:r>
        <w:t>631.8420</w:t>
      </w:r>
      <w:r>
        <w:tab/>
        <w:t>1.013e0</w:t>
      </w:r>
    </w:p>
    <w:p w:rsidR="00E00D30" w:rsidRDefault="00E00D30" w:rsidP="00E00D30">
      <w:r>
        <w:t>631.8848</w:t>
      </w:r>
      <w:r>
        <w:tab/>
        <w:t>1.013e0</w:t>
      </w:r>
    </w:p>
    <w:p w:rsidR="00E00D30" w:rsidRDefault="00E00D30" w:rsidP="00E00D30">
      <w:r>
        <w:t>631.8964</w:t>
      </w:r>
      <w:r>
        <w:tab/>
        <w:t>2.025e0</w:t>
      </w:r>
    </w:p>
    <w:p w:rsidR="00E00D30" w:rsidRDefault="00E00D30" w:rsidP="00E00D30">
      <w:r>
        <w:t>631.9115</w:t>
      </w:r>
      <w:r>
        <w:tab/>
        <w:t>1.013e0</w:t>
      </w:r>
    </w:p>
    <w:p w:rsidR="00E00D30" w:rsidRDefault="00E00D30" w:rsidP="00E00D30">
      <w:r>
        <w:t>631.9499</w:t>
      </w:r>
      <w:r>
        <w:tab/>
        <w:t>1.013e0</w:t>
      </w:r>
    </w:p>
    <w:p w:rsidR="00E00D30" w:rsidRDefault="00E00D30" w:rsidP="00E00D30">
      <w:r>
        <w:t>632.0154</w:t>
      </w:r>
      <w:r>
        <w:tab/>
        <w:t>1.013e0</w:t>
      </w:r>
    </w:p>
    <w:p w:rsidR="00E00D30" w:rsidRDefault="00E00D30" w:rsidP="00E00D30">
      <w:r>
        <w:t>632.0170</w:t>
      </w:r>
      <w:r>
        <w:tab/>
        <w:t>1.013e0</w:t>
      </w:r>
    </w:p>
    <w:p w:rsidR="00E00D30" w:rsidRDefault="00E00D30" w:rsidP="00E00D30">
      <w:r>
        <w:t>632.0333</w:t>
      </w:r>
      <w:r>
        <w:tab/>
        <w:t>3.038e0</w:t>
      </w:r>
    </w:p>
    <w:p w:rsidR="00E00D30" w:rsidRDefault="00E00D30" w:rsidP="00E00D30">
      <w:r>
        <w:t>632.0899</w:t>
      </w:r>
      <w:r>
        <w:tab/>
        <w:t>1.013e0</w:t>
      </w:r>
    </w:p>
    <w:p w:rsidR="00E00D30" w:rsidRDefault="00E00D30" w:rsidP="00E00D30">
      <w:r>
        <w:t>632.1321</w:t>
      </w:r>
      <w:r>
        <w:tab/>
        <w:t>2.025e0</w:t>
      </w:r>
    </w:p>
    <w:p w:rsidR="00E00D30" w:rsidRDefault="00E00D30" w:rsidP="00E00D30">
      <w:r>
        <w:t>632.1990</w:t>
      </w:r>
      <w:r>
        <w:tab/>
        <w:t>1.013e0</w:t>
      </w:r>
    </w:p>
    <w:p w:rsidR="00E00D30" w:rsidRDefault="00E00D30" w:rsidP="00E00D30">
      <w:r>
        <w:t>632.2267</w:t>
      </w:r>
      <w:r>
        <w:tab/>
        <w:t>7.089e0</w:t>
      </w:r>
    </w:p>
    <w:p w:rsidR="00E00D30" w:rsidRDefault="00E00D30" w:rsidP="00E00D30">
      <w:r>
        <w:lastRenderedPageBreak/>
        <w:t>632.2339</w:t>
      </w:r>
      <w:r>
        <w:tab/>
        <w:t>8.827e0</w:t>
      </w:r>
    </w:p>
    <w:p w:rsidR="00E00D30" w:rsidRDefault="00E00D30" w:rsidP="00E00D30">
      <w:r>
        <w:t>632.2445</w:t>
      </w:r>
      <w:r>
        <w:tab/>
        <w:t>1.013e0</w:t>
      </w:r>
    </w:p>
    <w:p w:rsidR="00E00D30" w:rsidRDefault="00E00D30" w:rsidP="00E00D30">
      <w:r>
        <w:t>632.2581</w:t>
      </w:r>
      <w:r>
        <w:tab/>
        <w:t>2.025e0</w:t>
      </w:r>
    </w:p>
    <w:p w:rsidR="00E00D30" w:rsidRDefault="00E00D30" w:rsidP="00E00D30">
      <w:r>
        <w:t>632.2637</w:t>
      </w:r>
      <w:r>
        <w:tab/>
        <w:t>4.051e0</w:t>
      </w:r>
    </w:p>
    <w:p w:rsidR="00E00D30" w:rsidRDefault="00E00D30" w:rsidP="00E00D30">
      <w:r>
        <w:t>632.2836</w:t>
      </w:r>
      <w:r>
        <w:tab/>
        <w:t>2.025e0</w:t>
      </w:r>
    </w:p>
    <w:p w:rsidR="00E00D30" w:rsidRDefault="00E00D30" w:rsidP="00E00D30">
      <w:r>
        <w:t>632.2962</w:t>
      </w:r>
      <w:r>
        <w:tab/>
        <w:t>1.013e0</w:t>
      </w:r>
    </w:p>
    <w:p w:rsidR="00E00D30" w:rsidRDefault="00E00D30" w:rsidP="00E00D30">
      <w:r>
        <w:t>632.3323</w:t>
      </w:r>
      <w:r>
        <w:tab/>
        <w:t>1.013e0</w:t>
      </w:r>
    </w:p>
    <w:p w:rsidR="00E00D30" w:rsidRDefault="00E00D30" w:rsidP="00E00D30">
      <w:r>
        <w:t>632.3426</w:t>
      </w:r>
      <w:r>
        <w:tab/>
        <w:t>4.051e0</w:t>
      </w:r>
    </w:p>
    <w:p w:rsidR="00E00D30" w:rsidRDefault="00E00D30" w:rsidP="00E00D30">
      <w:r>
        <w:t>632.3498</w:t>
      </w:r>
      <w:r>
        <w:tab/>
        <w:t>1.013e0</w:t>
      </w:r>
    </w:p>
    <w:p w:rsidR="00E00D30" w:rsidRDefault="00E00D30" w:rsidP="00E00D30">
      <w:r>
        <w:t>632.3678</w:t>
      </w:r>
      <w:r>
        <w:tab/>
        <w:t>3.038e0</w:t>
      </w:r>
    </w:p>
    <w:p w:rsidR="00E00D30" w:rsidRDefault="00E00D30" w:rsidP="00E00D30">
      <w:r>
        <w:t>632.3817</w:t>
      </w:r>
      <w:r>
        <w:tab/>
        <w:t>2.025e0</w:t>
      </w:r>
    </w:p>
    <w:p w:rsidR="00E00D30" w:rsidRDefault="00E00D30" w:rsidP="00E00D30">
      <w:r>
        <w:t>632.4028</w:t>
      </w:r>
      <w:r>
        <w:tab/>
        <w:t>2.025e0</w:t>
      </w:r>
    </w:p>
    <w:p w:rsidR="00E00D30" w:rsidRDefault="00E00D30" w:rsidP="00E00D30">
      <w:r>
        <w:t>632.4374</w:t>
      </w:r>
      <w:r>
        <w:tab/>
        <w:t>2.025e0</w:t>
      </w:r>
    </w:p>
    <w:p w:rsidR="00E00D30" w:rsidRDefault="00E00D30" w:rsidP="00E00D30">
      <w:r>
        <w:t>632.4611</w:t>
      </w:r>
      <w:r>
        <w:tab/>
        <w:t>2.025e0</w:t>
      </w:r>
    </w:p>
    <w:p w:rsidR="00E00D30" w:rsidRDefault="00E00D30" w:rsidP="00E00D30">
      <w:r>
        <w:t>632.4769</w:t>
      </w:r>
      <w:r>
        <w:tab/>
        <w:t>2.025e0</w:t>
      </w:r>
    </w:p>
    <w:p w:rsidR="00E00D30" w:rsidRDefault="00E00D30" w:rsidP="00E00D30">
      <w:r>
        <w:t>632.5003</w:t>
      </w:r>
      <w:r>
        <w:tab/>
        <w:t>1.013e0</w:t>
      </w:r>
    </w:p>
    <w:p w:rsidR="00E00D30" w:rsidRDefault="00E00D30" w:rsidP="00E00D30">
      <w:r>
        <w:t>632.5015</w:t>
      </w:r>
      <w:r>
        <w:tab/>
        <w:t>1.013e0</w:t>
      </w:r>
    </w:p>
    <w:p w:rsidR="00E00D30" w:rsidRDefault="00E00D30" w:rsidP="00E00D30">
      <w:r>
        <w:t>632.5111</w:t>
      </w:r>
      <w:r>
        <w:tab/>
        <w:t>1.013e0</w:t>
      </w:r>
    </w:p>
    <w:p w:rsidR="00E00D30" w:rsidRDefault="00E00D30" w:rsidP="00E00D30">
      <w:r>
        <w:t>632.5254</w:t>
      </w:r>
      <w:r>
        <w:tab/>
        <w:t>1.013e0</w:t>
      </w:r>
    </w:p>
    <w:p w:rsidR="00E00D30" w:rsidRDefault="00E00D30" w:rsidP="00E00D30">
      <w:r>
        <w:lastRenderedPageBreak/>
        <w:t>632.5334</w:t>
      </w:r>
      <w:r>
        <w:tab/>
        <w:t>3.038e0</w:t>
      </w:r>
    </w:p>
    <w:p w:rsidR="00E00D30" w:rsidRDefault="00E00D30" w:rsidP="00E00D30">
      <w:r>
        <w:t>632.5419</w:t>
      </w:r>
      <w:r>
        <w:tab/>
        <w:t>1.013e0</w:t>
      </w:r>
    </w:p>
    <w:p w:rsidR="00E00D30" w:rsidRDefault="00E00D30" w:rsidP="00E00D30">
      <w:r>
        <w:t>632.6087</w:t>
      </w:r>
      <w:r>
        <w:tab/>
        <w:t>1.013e0</w:t>
      </w:r>
    </w:p>
    <w:p w:rsidR="00E00D30" w:rsidRDefault="00E00D30" w:rsidP="00E00D30">
      <w:r>
        <w:t>632.6519</w:t>
      </w:r>
      <w:r>
        <w:tab/>
        <w:t>1.013e0</w:t>
      </w:r>
    </w:p>
    <w:p w:rsidR="00E00D30" w:rsidRDefault="00E00D30" w:rsidP="00E00D30">
      <w:r>
        <w:t>632.6627</w:t>
      </w:r>
      <w:r>
        <w:tab/>
        <w:t>1.013e0</w:t>
      </w:r>
    </w:p>
    <w:p w:rsidR="00E00D30" w:rsidRDefault="00E00D30" w:rsidP="00E00D30">
      <w:r>
        <w:t>632.6648</w:t>
      </w:r>
      <w:r>
        <w:tab/>
        <w:t>2.025e0</w:t>
      </w:r>
    </w:p>
    <w:p w:rsidR="00E00D30" w:rsidRDefault="00E00D30" w:rsidP="00E00D30">
      <w:r>
        <w:t>632.7488</w:t>
      </w:r>
      <w:r>
        <w:tab/>
        <w:t>1.013e0</w:t>
      </w:r>
    </w:p>
    <w:p w:rsidR="00E00D30" w:rsidRDefault="00E00D30" w:rsidP="00E00D30">
      <w:r>
        <w:t>632.7712</w:t>
      </w:r>
      <w:r>
        <w:tab/>
        <w:t>2.025e0</w:t>
      </w:r>
    </w:p>
    <w:p w:rsidR="00E00D30" w:rsidRDefault="00E00D30" w:rsidP="00E00D30">
      <w:r>
        <w:t>632.8066</w:t>
      </w:r>
      <w:r>
        <w:tab/>
        <w:t>2.025e0</w:t>
      </w:r>
    </w:p>
    <w:p w:rsidR="00E00D30" w:rsidRDefault="00E00D30" w:rsidP="00E00D30">
      <w:r>
        <w:t>632.8572</w:t>
      </w:r>
      <w:r>
        <w:tab/>
        <w:t>1.013e0</w:t>
      </w:r>
    </w:p>
    <w:p w:rsidR="00E00D30" w:rsidRDefault="00E00D30" w:rsidP="00E00D30">
      <w:r>
        <w:t>632.8589</w:t>
      </w:r>
      <w:r>
        <w:tab/>
        <w:t>2.025e0</w:t>
      </w:r>
    </w:p>
    <w:p w:rsidR="00E00D30" w:rsidRDefault="00E00D30" w:rsidP="00E00D30">
      <w:r>
        <w:t>632.8749</w:t>
      </w:r>
      <w:r>
        <w:tab/>
        <w:t>2.025e0</w:t>
      </w:r>
    </w:p>
    <w:p w:rsidR="00E00D30" w:rsidRDefault="00E00D30" w:rsidP="00E00D30">
      <w:r>
        <w:t>632.9097</w:t>
      </w:r>
      <w:r>
        <w:tab/>
        <w:t>1.013e0</w:t>
      </w:r>
    </w:p>
    <w:p w:rsidR="00E00D30" w:rsidRDefault="00E00D30" w:rsidP="00E00D30">
      <w:r>
        <w:t>632.9221</w:t>
      </w:r>
      <w:r>
        <w:tab/>
        <w:t>1.013e0</w:t>
      </w:r>
    </w:p>
    <w:p w:rsidR="00E00D30" w:rsidRDefault="00E00D30" w:rsidP="00E00D30">
      <w:r>
        <w:t>632.9329</w:t>
      </w:r>
      <w:r>
        <w:tab/>
        <w:t>1.013e0</w:t>
      </w:r>
    </w:p>
    <w:p w:rsidR="00E00D30" w:rsidRDefault="00E00D30" w:rsidP="00E00D30">
      <w:r>
        <w:t>632.9634</w:t>
      </w:r>
      <w:r>
        <w:tab/>
        <w:t>1.013e0</w:t>
      </w:r>
    </w:p>
    <w:p w:rsidR="00E00D30" w:rsidRDefault="00E00D30" w:rsidP="00E00D30">
      <w:r>
        <w:t>632.9800</w:t>
      </w:r>
      <w:r>
        <w:tab/>
        <w:t>2.025e0</w:t>
      </w:r>
    </w:p>
    <w:p w:rsidR="00E00D30" w:rsidRDefault="00E00D30" w:rsidP="00E00D30">
      <w:r>
        <w:t>632.9866</w:t>
      </w:r>
      <w:r>
        <w:tab/>
        <w:t>1.013e0</w:t>
      </w:r>
    </w:p>
    <w:p w:rsidR="00E00D30" w:rsidRDefault="00E00D30" w:rsidP="00E00D30">
      <w:r>
        <w:t>633.0306</w:t>
      </w:r>
      <w:r>
        <w:tab/>
        <w:t>2.025e0</w:t>
      </w:r>
    </w:p>
    <w:p w:rsidR="00E00D30" w:rsidRDefault="00E00D30" w:rsidP="00E00D30">
      <w:r>
        <w:lastRenderedPageBreak/>
        <w:t>633.0735</w:t>
      </w:r>
      <w:r>
        <w:tab/>
        <w:t>1.013e0</w:t>
      </w:r>
    </w:p>
    <w:p w:rsidR="00E00D30" w:rsidRDefault="00E00D30" w:rsidP="00E00D30">
      <w:r>
        <w:t>633.1605</w:t>
      </w:r>
      <w:r>
        <w:tab/>
        <w:t>2.025e0</w:t>
      </w:r>
    </w:p>
    <w:p w:rsidR="00E00D30" w:rsidRDefault="00E00D30" w:rsidP="00E00D30">
      <w:r>
        <w:t>633.1687</w:t>
      </w:r>
      <w:r>
        <w:tab/>
        <w:t>3.038e0</w:t>
      </w:r>
    </w:p>
    <w:p w:rsidR="00E00D30" w:rsidRDefault="00E00D30" w:rsidP="00E00D30">
      <w:r>
        <w:t>633.1813</w:t>
      </w:r>
      <w:r>
        <w:tab/>
        <w:t>1.013e0</w:t>
      </w:r>
    </w:p>
    <w:p w:rsidR="00E00D30" w:rsidRDefault="00E00D30" w:rsidP="00E00D30">
      <w:r>
        <w:t>633.1874</w:t>
      </w:r>
      <w:r>
        <w:tab/>
        <w:t>2.025e0</w:t>
      </w:r>
    </w:p>
    <w:p w:rsidR="00E00D30" w:rsidRDefault="00E00D30" w:rsidP="00E00D30">
      <w:r>
        <w:t>633.1921</w:t>
      </w:r>
      <w:r>
        <w:tab/>
        <w:t>1.013e0</w:t>
      </w:r>
    </w:p>
    <w:p w:rsidR="00E00D30" w:rsidRDefault="00E00D30" w:rsidP="00E00D30">
      <w:r>
        <w:t>633.2032</w:t>
      </w:r>
      <w:r>
        <w:tab/>
        <w:t>1.013e0</w:t>
      </w:r>
    </w:p>
    <w:p w:rsidR="00E00D30" w:rsidRDefault="00E00D30" w:rsidP="00E00D30">
      <w:r>
        <w:t>633.2137</w:t>
      </w:r>
      <w:r>
        <w:tab/>
        <w:t>1.013e0</w:t>
      </w:r>
    </w:p>
    <w:p w:rsidR="00E00D30" w:rsidRDefault="00E00D30" w:rsidP="00E00D30">
      <w:r>
        <w:t>633.2574</w:t>
      </w:r>
      <w:r>
        <w:tab/>
        <w:t>5.063e0</w:t>
      </w:r>
    </w:p>
    <w:p w:rsidR="00E00D30" w:rsidRDefault="00E00D30" w:rsidP="00E00D30">
      <w:r>
        <w:t>633.2695</w:t>
      </w:r>
      <w:r>
        <w:tab/>
        <w:t>2.025e0</w:t>
      </w:r>
    </w:p>
    <w:p w:rsidR="00E00D30" w:rsidRDefault="00E00D30" w:rsidP="00E00D30">
      <w:r>
        <w:t>633.2789</w:t>
      </w:r>
      <w:r>
        <w:tab/>
        <w:t>1.013e0</w:t>
      </w:r>
    </w:p>
    <w:p w:rsidR="00E00D30" w:rsidRDefault="00E00D30" w:rsidP="00E00D30">
      <w:r>
        <w:t>633.2896</w:t>
      </w:r>
      <w:r>
        <w:tab/>
        <w:t>2.025e0</w:t>
      </w:r>
    </w:p>
    <w:p w:rsidR="00E00D30" w:rsidRDefault="00E00D30" w:rsidP="00E00D30">
      <w:r>
        <w:t>633.3250</w:t>
      </w:r>
      <w:r>
        <w:tab/>
        <w:t>9.114e0</w:t>
      </w:r>
    </w:p>
    <w:p w:rsidR="00E00D30" w:rsidRDefault="00E00D30" w:rsidP="00E00D30">
      <w:r>
        <w:t>633.3273</w:t>
      </w:r>
      <w:r>
        <w:tab/>
        <w:t>2.025e0</w:t>
      </w:r>
    </w:p>
    <w:p w:rsidR="00E00D30" w:rsidRDefault="00E00D30" w:rsidP="00E00D30">
      <w:r>
        <w:t>633.3487</w:t>
      </w:r>
      <w:r>
        <w:tab/>
        <w:t>3.038e0</w:t>
      </w:r>
    </w:p>
    <w:p w:rsidR="00E00D30" w:rsidRDefault="00E00D30" w:rsidP="00E00D30">
      <w:r>
        <w:t>633.3652</w:t>
      </w:r>
      <w:r>
        <w:tab/>
        <w:t>2.025e0</w:t>
      </w:r>
    </w:p>
    <w:p w:rsidR="00E00D30" w:rsidRDefault="00E00D30" w:rsidP="00E00D30">
      <w:r>
        <w:t>633.4125</w:t>
      </w:r>
      <w:r>
        <w:tab/>
        <w:t>3.038e0</w:t>
      </w:r>
    </w:p>
    <w:p w:rsidR="00E00D30" w:rsidRDefault="00E00D30" w:rsidP="00E00D30">
      <w:r>
        <w:t>633.4196</w:t>
      </w:r>
      <w:r>
        <w:tab/>
        <w:t>1.013e0</w:t>
      </w:r>
    </w:p>
    <w:p w:rsidR="00E00D30" w:rsidRDefault="00E00D30" w:rsidP="00E00D30">
      <w:r>
        <w:t>633.4315</w:t>
      </w:r>
      <w:r>
        <w:tab/>
        <w:t>2.025e0</w:t>
      </w:r>
    </w:p>
    <w:p w:rsidR="00E00D30" w:rsidRDefault="00E00D30" w:rsidP="00E00D30">
      <w:r>
        <w:lastRenderedPageBreak/>
        <w:t>633.4374</w:t>
      </w:r>
      <w:r>
        <w:tab/>
        <w:t>2.353e0</w:t>
      </w:r>
    </w:p>
    <w:p w:rsidR="00E00D30" w:rsidRDefault="00E00D30" w:rsidP="00E00D30">
      <w:r>
        <w:t>633.4689</w:t>
      </w:r>
      <w:r>
        <w:tab/>
        <w:t>3.038e0</w:t>
      </w:r>
    </w:p>
    <w:p w:rsidR="00E00D30" w:rsidRDefault="00E00D30" w:rsidP="00E00D30">
      <w:r>
        <w:t>633.4705</w:t>
      </w:r>
      <w:r>
        <w:tab/>
        <w:t>1.013e0</w:t>
      </w:r>
    </w:p>
    <w:p w:rsidR="00E00D30" w:rsidRDefault="00E00D30" w:rsidP="00E00D30">
      <w:r>
        <w:t>633.4845</w:t>
      </w:r>
      <w:r>
        <w:tab/>
        <w:t>2.025e0</w:t>
      </w:r>
    </w:p>
    <w:p w:rsidR="00E00D30" w:rsidRDefault="00E00D30" w:rsidP="00E00D30">
      <w:r>
        <w:t>633.4861</w:t>
      </w:r>
      <w:r>
        <w:tab/>
        <w:t>3.038e0</w:t>
      </w:r>
    </w:p>
    <w:p w:rsidR="00E00D30" w:rsidRDefault="00E00D30" w:rsidP="00E00D30">
      <w:r>
        <w:t>633.5286</w:t>
      </w:r>
      <w:r>
        <w:tab/>
        <w:t>1.013e0</w:t>
      </w:r>
    </w:p>
    <w:p w:rsidR="00E00D30" w:rsidRDefault="00E00D30" w:rsidP="00E00D30">
      <w:r>
        <w:t>633.5599</w:t>
      </w:r>
      <w:r>
        <w:tab/>
        <w:t>1.013e0</w:t>
      </w:r>
    </w:p>
    <w:p w:rsidR="00E00D30" w:rsidRDefault="00E00D30" w:rsidP="00E00D30">
      <w:r>
        <w:t>633.5710</w:t>
      </w:r>
      <w:r>
        <w:tab/>
        <w:t>1.013e0</w:t>
      </w:r>
    </w:p>
    <w:p w:rsidR="00E00D30" w:rsidRDefault="00E00D30" w:rsidP="00E00D30">
      <w:r>
        <w:t>633.5762</w:t>
      </w:r>
      <w:r>
        <w:tab/>
        <w:t>2.025e0</w:t>
      </w:r>
    </w:p>
    <w:p w:rsidR="00E00D30" w:rsidRDefault="00E00D30" w:rsidP="00E00D30">
      <w:r>
        <w:t>633.6043</w:t>
      </w:r>
      <w:r>
        <w:tab/>
        <w:t>1.013e0</w:t>
      </w:r>
    </w:p>
    <w:p w:rsidR="00E00D30" w:rsidRDefault="00E00D30" w:rsidP="00E00D30">
      <w:r>
        <w:t>633.6360</w:t>
      </w:r>
      <w:r>
        <w:tab/>
        <w:t>1.013e0</w:t>
      </w:r>
    </w:p>
    <w:p w:rsidR="00E00D30" w:rsidRDefault="00E00D30" w:rsidP="00E00D30">
      <w:r>
        <w:t>633.7125</w:t>
      </w:r>
      <w:r>
        <w:tab/>
        <w:t>1.013e0</w:t>
      </w:r>
    </w:p>
    <w:p w:rsidR="00E00D30" w:rsidRDefault="00E00D30" w:rsidP="00E00D30">
      <w:r>
        <w:t>633.7168</w:t>
      </w:r>
      <w:r>
        <w:tab/>
        <w:t>1.013e0</w:t>
      </w:r>
    </w:p>
    <w:p w:rsidR="00E00D30" w:rsidRDefault="00E00D30" w:rsidP="00E00D30">
      <w:r>
        <w:t>633.7330</w:t>
      </w:r>
      <w:r>
        <w:tab/>
        <w:t>1.013e0</w:t>
      </w:r>
    </w:p>
    <w:p w:rsidR="00E00D30" w:rsidRDefault="00E00D30" w:rsidP="00E00D30">
      <w:r>
        <w:t>633.7429</w:t>
      </w:r>
      <w:r>
        <w:tab/>
        <w:t>2.025e0</w:t>
      </w:r>
    </w:p>
    <w:p w:rsidR="00E00D30" w:rsidRDefault="00E00D30" w:rsidP="00E00D30">
      <w:r>
        <w:t>633.7512</w:t>
      </w:r>
      <w:r>
        <w:tab/>
        <w:t>2.025e0</w:t>
      </w:r>
    </w:p>
    <w:p w:rsidR="00E00D30" w:rsidRDefault="00E00D30" w:rsidP="00E00D30">
      <w:r>
        <w:t>633.7659</w:t>
      </w:r>
      <w:r>
        <w:tab/>
        <w:t>1.013e0</w:t>
      </w:r>
    </w:p>
    <w:p w:rsidR="00E00D30" w:rsidRDefault="00E00D30" w:rsidP="00E00D30">
      <w:r>
        <w:t>633.7952</w:t>
      </w:r>
      <w:r>
        <w:tab/>
        <w:t>2.025e0</w:t>
      </w:r>
    </w:p>
    <w:p w:rsidR="00E00D30" w:rsidRDefault="00E00D30" w:rsidP="00E00D30">
      <w:r>
        <w:t>633.8317</w:t>
      </w:r>
      <w:r>
        <w:tab/>
        <w:t>2.025e0</w:t>
      </w:r>
    </w:p>
    <w:p w:rsidR="00E00D30" w:rsidRDefault="00E00D30" w:rsidP="00E00D30">
      <w:r>
        <w:lastRenderedPageBreak/>
        <w:t>633.8389</w:t>
      </w:r>
      <w:r>
        <w:tab/>
        <w:t>2.025e0</w:t>
      </w:r>
    </w:p>
    <w:p w:rsidR="00E00D30" w:rsidRDefault="00E00D30" w:rsidP="00E00D30">
      <w:r>
        <w:t>633.8482</w:t>
      </w:r>
      <w:r>
        <w:tab/>
        <w:t>2.025e0</w:t>
      </w:r>
    </w:p>
    <w:p w:rsidR="00E00D30" w:rsidRDefault="00E00D30" w:rsidP="00E00D30">
      <w:r>
        <w:t>633.9066</w:t>
      </w:r>
      <w:r>
        <w:tab/>
        <w:t>1.013e0</w:t>
      </w:r>
    </w:p>
    <w:p w:rsidR="00E00D30" w:rsidRDefault="00E00D30" w:rsidP="00E00D30">
      <w:r>
        <w:t>633.9171</w:t>
      </w:r>
      <w:r>
        <w:tab/>
        <w:t>1.013e0</w:t>
      </w:r>
    </w:p>
    <w:p w:rsidR="00E00D30" w:rsidRDefault="00E00D30" w:rsidP="00E00D30">
      <w:r>
        <w:t>633.9483</w:t>
      </w:r>
      <w:r>
        <w:tab/>
        <w:t>2.025e0</w:t>
      </w:r>
    </w:p>
    <w:p w:rsidR="00E00D30" w:rsidRDefault="00E00D30" w:rsidP="00E00D30">
      <w:r>
        <w:t>633.9506</w:t>
      </w:r>
      <w:r>
        <w:tab/>
        <w:t>1.013e0</w:t>
      </w:r>
    </w:p>
    <w:p w:rsidR="00E00D30" w:rsidRDefault="00E00D30" w:rsidP="00E00D30">
      <w:r>
        <w:t>633.9940</w:t>
      </w:r>
      <w:r>
        <w:tab/>
        <w:t>1.013e0</w:t>
      </w:r>
    </w:p>
    <w:p w:rsidR="00E00D30" w:rsidRDefault="00E00D30" w:rsidP="00E00D30">
      <w:r>
        <w:t>634.0256</w:t>
      </w:r>
      <w:r>
        <w:tab/>
        <w:t>1.013e0</w:t>
      </w:r>
    </w:p>
    <w:p w:rsidR="00E00D30" w:rsidRDefault="00E00D30" w:rsidP="00E00D30">
      <w:r>
        <w:t>634.0432</w:t>
      </w:r>
      <w:r>
        <w:tab/>
        <w:t>2.025e0</w:t>
      </w:r>
    </w:p>
    <w:p w:rsidR="00E00D30" w:rsidRDefault="00E00D30" w:rsidP="00E00D30">
      <w:r>
        <w:t>634.0529</w:t>
      </w:r>
      <w:r>
        <w:tab/>
        <w:t>2.025e0</w:t>
      </w:r>
    </w:p>
    <w:p w:rsidR="00E00D30" w:rsidRDefault="00E00D30" w:rsidP="00E00D30">
      <w:r>
        <w:t>634.0578</w:t>
      </w:r>
      <w:r>
        <w:tab/>
        <w:t>1.013e0</w:t>
      </w:r>
    </w:p>
    <w:p w:rsidR="00E00D30" w:rsidRDefault="00E00D30" w:rsidP="00E00D30">
      <w:r>
        <w:t>634.0632</w:t>
      </w:r>
      <w:r>
        <w:tab/>
        <w:t>2.025e0</w:t>
      </w:r>
    </w:p>
    <w:p w:rsidR="00E00D30" w:rsidRDefault="00E00D30" w:rsidP="00E00D30">
      <w:r>
        <w:t>634.0914</w:t>
      </w:r>
      <w:r>
        <w:tab/>
        <w:t>1.013e0</w:t>
      </w:r>
    </w:p>
    <w:p w:rsidR="00E00D30" w:rsidRDefault="00E00D30" w:rsidP="00E00D30">
      <w:r>
        <w:t>634.1772</w:t>
      </w:r>
      <w:r>
        <w:tab/>
        <w:t>2.025e0</w:t>
      </w:r>
    </w:p>
    <w:p w:rsidR="00E00D30" w:rsidRDefault="00E00D30" w:rsidP="00E00D30">
      <w:r>
        <w:t>634.1804</w:t>
      </w:r>
      <w:r>
        <w:tab/>
        <w:t>2.025e0</w:t>
      </w:r>
    </w:p>
    <w:p w:rsidR="00E00D30" w:rsidRDefault="00E00D30" w:rsidP="00E00D30">
      <w:r>
        <w:t>634.2065</w:t>
      </w:r>
      <w:r>
        <w:tab/>
        <w:t>1.013e0</w:t>
      </w:r>
    </w:p>
    <w:p w:rsidR="00E00D30" w:rsidRDefault="00E00D30" w:rsidP="00E00D30">
      <w:r>
        <w:t>634.2354</w:t>
      </w:r>
      <w:r>
        <w:tab/>
        <w:t>4.051e0</w:t>
      </w:r>
    </w:p>
    <w:p w:rsidR="00E00D30" w:rsidRDefault="00E00D30" w:rsidP="00E00D30">
      <w:r>
        <w:t>634.2415</w:t>
      </w:r>
      <w:r>
        <w:tab/>
        <w:t>1.013e0</w:t>
      </w:r>
    </w:p>
    <w:p w:rsidR="00E00D30" w:rsidRDefault="00E00D30" w:rsidP="00E00D30">
      <w:r>
        <w:t>634.2527</w:t>
      </w:r>
      <w:r>
        <w:tab/>
        <w:t>1.013e0</w:t>
      </w:r>
    </w:p>
    <w:p w:rsidR="00E00D30" w:rsidRDefault="00E00D30" w:rsidP="00E00D30">
      <w:r>
        <w:lastRenderedPageBreak/>
        <w:t>634.3132</w:t>
      </w:r>
      <w:r>
        <w:tab/>
        <w:t>1.013e0</w:t>
      </w:r>
    </w:p>
    <w:p w:rsidR="00E00D30" w:rsidRDefault="00E00D30" w:rsidP="00E00D30">
      <w:r>
        <w:t>634.3303</w:t>
      </w:r>
      <w:r>
        <w:tab/>
        <w:t>2.025e0</w:t>
      </w:r>
    </w:p>
    <w:p w:rsidR="00E00D30" w:rsidRDefault="00E00D30" w:rsidP="00E00D30">
      <w:r>
        <w:t>634.3475</w:t>
      </w:r>
      <w:r>
        <w:tab/>
        <w:t>2.025e0</w:t>
      </w:r>
    </w:p>
    <w:p w:rsidR="00E00D30" w:rsidRDefault="00E00D30" w:rsidP="00E00D30">
      <w:r>
        <w:t>634.3576</w:t>
      </w:r>
      <w:r>
        <w:tab/>
        <w:t>3.038e0</w:t>
      </w:r>
    </w:p>
    <w:p w:rsidR="00E00D30" w:rsidRDefault="00E00D30" w:rsidP="00E00D30">
      <w:r>
        <w:t>634.3622</w:t>
      </w:r>
      <w:r>
        <w:tab/>
        <w:t>1.013e0</w:t>
      </w:r>
    </w:p>
    <w:p w:rsidR="00E00D30" w:rsidRDefault="00E00D30" w:rsidP="00E00D30">
      <w:r>
        <w:t>634.3831</w:t>
      </w:r>
      <w:r>
        <w:tab/>
        <w:t>1.013e0</w:t>
      </w:r>
    </w:p>
    <w:p w:rsidR="00E00D30" w:rsidRDefault="00E00D30" w:rsidP="00E00D30">
      <w:r>
        <w:t>634.3905</w:t>
      </w:r>
      <w:r>
        <w:tab/>
        <w:t>3.038e0</w:t>
      </w:r>
    </w:p>
    <w:p w:rsidR="00E00D30" w:rsidRDefault="00E00D30" w:rsidP="00E00D30">
      <w:r>
        <w:t>634.4006</w:t>
      </w:r>
      <w:r>
        <w:tab/>
        <w:t>1.013e0</w:t>
      </w:r>
    </w:p>
    <w:p w:rsidR="00E00D30" w:rsidRDefault="00E00D30" w:rsidP="00E00D30">
      <w:r>
        <w:t>634.4156</w:t>
      </w:r>
      <w:r>
        <w:tab/>
        <w:t>2.025e0</w:t>
      </w:r>
    </w:p>
    <w:p w:rsidR="00E00D30" w:rsidRDefault="00E00D30" w:rsidP="00E00D30">
      <w:r>
        <w:t>634.4200</w:t>
      </w:r>
      <w:r>
        <w:tab/>
        <w:t>2.025e0</w:t>
      </w:r>
    </w:p>
    <w:p w:rsidR="00E00D30" w:rsidRDefault="00E00D30" w:rsidP="00E00D30">
      <w:r>
        <w:t>634.4427</w:t>
      </w:r>
      <w:r>
        <w:tab/>
        <w:t>2.025e0</w:t>
      </w:r>
    </w:p>
    <w:p w:rsidR="00E00D30" w:rsidRDefault="00E00D30" w:rsidP="00E00D30">
      <w:r>
        <w:t>634.4487</w:t>
      </w:r>
      <w:r>
        <w:tab/>
        <w:t>3.038e0</w:t>
      </w:r>
    </w:p>
    <w:p w:rsidR="00E00D30" w:rsidRDefault="00E00D30" w:rsidP="00E00D30">
      <w:r>
        <w:t>634.4522</w:t>
      </w:r>
      <w:r>
        <w:tab/>
        <w:t>2.025e0</w:t>
      </w:r>
    </w:p>
    <w:p w:rsidR="00E00D30" w:rsidRDefault="00E00D30" w:rsidP="00E00D30">
      <w:r>
        <w:t>634.4692</w:t>
      </w:r>
      <w:r>
        <w:tab/>
        <w:t>1.013e0</w:t>
      </w:r>
    </w:p>
    <w:p w:rsidR="00E00D30" w:rsidRDefault="00E00D30" w:rsidP="00E00D30">
      <w:r>
        <w:t>634.4814</w:t>
      </w:r>
      <w:r>
        <w:tab/>
        <w:t>1.013e0</w:t>
      </w:r>
    </w:p>
    <w:p w:rsidR="00E00D30" w:rsidRDefault="00E00D30" w:rsidP="00E00D30">
      <w:r>
        <w:t>634.5019</w:t>
      </w:r>
      <w:r>
        <w:tab/>
        <w:t>1.013e0</w:t>
      </w:r>
    </w:p>
    <w:p w:rsidR="00E00D30" w:rsidRDefault="00E00D30" w:rsidP="00E00D30">
      <w:r>
        <w:t>634.5236</w:t>
      </w:r>
      <w:r>
        <w:tab/>
        <w:t>1.013e0</w:t>
      </w:r>
    </w:p>
    <w:p w:rsidR="00E00D30" w:rsidRDefault="00E00D30" w:rsidP="00E00D30">
      <w:r>
        <w:t>634.5344</w:t>
      </w:r>
      <w:r>
        <w:tab/>
        <w:t>1.013e0</w:t>
      </w:r>
    </w:p>
    <w:p w:rsidR="00E00D30" w:rsidRDefault="00E00D30" w:rsidP="00E00D30">
      <w:r>
        <w:t>634.5744</w:t>
      </w:r>
      <w:r>
        <w:tab/>
        <w:t>1.013e0</w:t>
      </w:r>
    </w:p>
    <w:p w:rsidR="00E00D30" w:rsidRDefault="00E00D30" w:rsidP="00E00D30">
      <w:r>
        <w:lastRenderedPageBreak/>
        <w:t>634.5938</w:t>
      </w:r>
      <w:r>
        <w:tab/>
        <w:t>1.013e0</w:t>
      </w:r>
    </w:p>
    <w:p w:rsidR="00E00D30" w:rsidRDefault="00E00D30" w:rsidP="00E00D30">
      <w:r>
        <w:t>634.6211</w:t>
      </w:r>
      <w:r>
        <w:tab/>
        <w:t>1.013e0</w:t>
      </w:r>
    </w:p>
    <w:p w:rsidR="00E00D30" w:rsidRDefault="00E00D30" w:rsidP="00E00D30">
      <w:r>
        <w:t>634.6484</w:t>
      </w:r>
      <w:r>
        <w:tab/>
        <w:t>2.025e0</w:t>
      </w:r>
    </w:p>
    <w:p w:rsidR="00E00D30" w:rsidRDefault="00E00D30" w:rsidP="00E00D30">
      <w:r>
        <w:t>634.6648</w:t>
      </w:r>
      <w:r>
        <w:tab/>
        <w:t>1.013e0</w:t>
      </w:r>
    </w:p>
    <w:p w:rsidR="00E00D30" w:rsidRDefault="00E00D30" w:rsidP="00E00D30">
      <w:r>
        <w:t>634.7295</w:t>
      </w:r>
      <w:r>
        <w:tab/>
        <w:t>1.013e0</w:t>
      </w:r>
    </w:p>
    <w:p w:rsidR="00E00D30" w:rsidRDefault="00E00D30" w:rsidP="00E00D30">
      <w:r>
        <w:t>634.7841</w:t>
      </w:r>
      <w:r>
        <w:tab/>
        <w:t>3.038e0</w:t>
      </w:r>
    </w:p>
    <w:p w:rsidR="00E00D30" w:rsidRDefault="00E00D30" w:rsidP="00E00D30">
      <w:r>
        <w:t>634.7957</w:t>
      </w:r>
      <w:r>
        <w:tab/>
        <w:t>1.013e0</w:t>
      </w:r>
    </w:p>
    <w:p w:rsidR="00E00D30" w:rsidRDefault="00E00D30" w:rsidP="00E00D30">
      <w:r>
        <w:t>634.8165</w:t>
      </w:r>
      <w:r>
        <w:tab/>
        <w:t>1.013e0</w:t>
      </w:r>
    </w:p>
    <w:p w:rsidR="00E00D30" w:rsidRDefault="00E00D30" w:rsidP="00E00D30">
      <w:r>
        <w:t>634.8207</w:t>
      </w:r>
      <w:r>
        <w:tab/>
        <w:t>1.013e0</w:t>
      </w:r>
    </w:p>
    <w:p w:rsidR="00E00D30" w:rsidRDefault="00E00D30" w:rsidP="00E00D30">
      <w:r>
        <w:t>634.8925</w:t>
      </w:r>
      <w:r>
        <w:tab/>
        <w:t>2.025e0</w:t>
      </w:r>
    </w:p>
    <w:p w:rsidR="00E00D30" w:rsidRDefault="00E00D30" w:rsidP="00E00D30">
      <w:r>
        <w:t>634.9427</w:t>
      </w:r>
      <w:r>
        <w:tab/>
        <w:t>1.013e0</w:t>
      </w:r>
    </w:p>
    <w:p w:rsidR="00E00D30" w:rsidRDefault="00E00D30" w:rsidP="00E00D30">
      <w:r>
        <w:t>634.9606</w:t>
      </w:r>
      <w:r>
        <w:tab/>
        <w:t>1.013e0</w:t>
      </w:r>
    </w:p>
    <w:p w:rsidR="00E00D30" w:rsidRDefault="00E00D30" w:rsidP="00E00D30">
      <w:r>
        <w:t>635.0009</w:t>
      </w:r>
      <w:r>
        <w:tab/>
        <w:t>1.013e0</w:t>
      </w:r>
    </w:p>
    <w:p w:rsidR="00E00D30" w:rsidRDefault="00E00D30" w:rsidP="00E00D30">
      <w:r>
        <w:t>635.0055</w:t>
      </w:r>
      <w:r>
        <w:tab/>
        <w:t>2.025e0</w:t>
      </w:r>
    </w:p>
    <w:p w:rsidR="00E00D30" w:rsidRDefault="00E00D30" w:rsidP="00E00D30">
      <w:r>
        <w:t>635.0554</w:t>
      </w:r>
      <w:r>
        <w:tab/>
        <w:t>2.025e0</w:t>
      </w:r>
    </w:p>
    <w:p w:rsidR="00E00D30" w:rsidRDefault="00E00D30" w:rsidP="00E00D30">
      <w:r>
        <w:t>635.0660</w:t>
      </w:r>
      <w:r>
        <w:tab/>
        <w:t>1.013e0</w:t>
      </w:r>
    </w:p>
    <w:p w:rsidR="00E00D30" w:rsidRDefault="00E00D30" w:rsidP="00E00D30">
      <w:r>
        <w:t>635.1176</w:t>
      </w:r>
      <w:r>
        <w:tab/>
        <w:t>1.013e0</w:t>
      </w:r>
    </w:p>
    <w:p w:rsidR="00E00D30" w:rsidRDefault="00E00D30" w:rsidP="00E00D30">
      <w:r>
        <w:t>635.1354</w:t>
      </w:r>
      <w:r>
        <w:tab/>
        <w:t>1.013e0</w:t>
      </w:r>
    </w:p>
    <w:p w:rsidR="00E00D30" w:rsidRDefault="00E00D30" w:rsidP="00E00D30">
      <w:r>
        <w:t>635.1689</w:t>
      </w:r>
      <w:r>
        <w:tab/>
        <w:t>2.025e0</w:t>
      </w:r>
    </w:p>
    <w:p w:rsidR="00E00D30" w:rsidRDefault="00E00D30" w:rsidP="00E00D30">
      <w:r>
        <w:lastRenderedPageBreak/>
        <w:t>635.2174</w:t>
      </w:r>
      <w:r>
        <w:tab/>
        <w:t>1.013e0</w:t>
      </w:r>
    </w:p>
    <w:p w:rsidR="00E00D30" w:rsidRDefault="00E00D30" w:rsidP="00E00D30">
      <w:r>
        <w:t>635.2294</w:t>
      </w:r>
      <w:r>
        <w:tab/>
        <w:t>1.013e0</w:t>
      </w:r>
    </w:p>
    <w:p w:rsidR="00E00D30" w:rsidRDefault="00E00D30" w:rsidP="00E00D30">
      <w:r>
        <w:t>635.2412</w:t>
      </w:r>
      <w:r>
        <w:tab/>
        <w:t>1.013e0</w:t>
      </w:r>
    </w:p>
    <w:p w:rsidR="00E00D30" w:rsidRDefault="00E00D30" w:rsidP="00E00D30">
      <w:r>
        <w:t>635.2450</w:t>
      </w:r>
      <w:r>
        <w:tab/>
        <w:t>2.025e0</w:t>
      </w:r>
    </w:p>
    <w:p w:rsidR="00E00D30" w:rsidRDefault="00E00D30" w:rsidP="00E00D30">
      <w:r>
        <w:t>635.2761</w:t>
      </w:r>
      <w:r>
        <w:tab/>
        <w:t>3.038e0</w:t>
      </w:r>
    </w:p>
    <w:p w:rsidR="00E00D30" w:rsidRDefault="00E00D30" w:rsidP="00E00D30">
      <w:r>
        <w:t>635.3107</w:t>
      </w:r>
      <w:r>
        <w:tab/>
        <w:t>2.025e0</w:t>
      </w:r>
    </w:p>
    <w:p w:rsidR="00E00D30" w:rsidRDefault="00E00D30" w:rsidP="00E00D30">
      <w:r>
        <w:t>635.3284</w:t>
      </w:r>
      <w:r>
        <w:tab/>
        <w:t>1.013e0</w:t>
      </w:r>
    </w:p>
    <w:p w:rsidR="00E00D30" w:rsidRDefault="00E00D30" w:rsidP="00E00D30">
      <w:r>
        <w:t>635.3316</w:t>
      </w:r>
      <w:r>
        <w:tab/>
        <w:t>2.025e0</w:t>
      </w:r>
    </w:p>
    <w:p w:rsidR="00E00D30" w:rsidRDefault="00E00D30" w:rsidP="00E00D30">
      <w:r>
        <w:t>635.3426</w:t>
      </w:r>
      <w:r>
        <w:tab/>
        <w:t>7.089e0</w:t>
      </w:r>
    </w:p>
    <w:p w:rsidR="00E00D30" w:rsidRDefault="00E00D30" w:rsidP="00E00D30">
      <w:r>
        <w:t>635.3461</w:t>
      </w:r>
      <w:r>
        <w:tab/>
        <w:t>1.013e0</w:t>
      </w:r>
    </w:p>
    <w:p w:rsidR="00E00D30" w:rsidRDefault="00E00D30" w:rsidP="00E00D30">
      <w:r>
        <w:t>635.3568</w:t>
      </w:r>
      <w:r>
        <w:tab/>
        <w:t>5.063e0</w:t>
      </w:r>
    </w:p>
    <w:p w:rsidR="00E00D30" w:rsidRDefault="00E00D30" w:rsidP="00E00D30">
      <w:r>
        <w:t>635.3900</w:t>
      </w:r>
      <w:r>
        <w:tab/>
        <w:t>3.038e0</w:t>
      </w:r>
    </w:p>
    <w:p w:rsidR="00E00D30" w:rsidRDefault="00E00D30" w:rsidP="00E00D30">
      <w:r>
        <w:t>635.3988</w:t>
      </w:r>
      <w:r>
        <w:tab/>
        <w:t>2.025e0</w:t>
      </w:r>
    </w:p>
    <w:p w:rsidR="00E00D30" w:rsidRDefault="00E00D30" w:rsidP="00E00D30">
      <w:r>
        <w:t>635.4111</w:t>
      </w:r>
      <w:r>
        <w:tab/>
        <w:t>5.063e0</w:t>
      </w:r>
    </w:p>
    <w:p w:rsidR="00E00D30" w:rsidRDefault="00E00D30" w:rsidP="00E00D30">
      <w:r>
        <w:t>635.4127</w:t>
      </w:r>
      <w:r>
        <w:tab/>
        <w:t>2.025e0</w:t>
      </w:r>
    </w:p>
    <w:p w:rsidR="00E00D30" w:rsidRDefault="00E00D30" w:rsidP="00E00D30">
      <w:r>
        <w:t>635.4326</w:t>
      </w:r>
      <w:r>
        <w:tab/>
        <w:t>4.051e0</w:t>
      </w:r>
    </w:p>
    <w:p w:rsidR="00E00D30" w:rsidRDefault="00E00D30" w:rsidP="00E00D30">
      <w:r>
        <w:t>635.4529</w:t>
      </w:r>
      <w:r>
        <w:tab/>
        <w:t>4.051e0</w:t>
      </w:r>
    </w:p>
    <w:p w:rsidR="00E00D30" w:rsidRDefault="00E00D30" w:rsidP="00E00D30">
      <w:r>
        <w:t>635.4572</w:t>
      </w:r>
      <w:r>
        <w:tab/>
        <w:t>4.051e0</w:t>
      </w:r>
    </w:p>
    <w:p w:rsidR="00E00D30" w:rsidRDefault="00E00D30" w:rsidP="00E00D30">
      <w:r>
        <w:t>635.4673</w:t>
      </w:r>
      <w:r>
        <w:tab/>
        <w:t>1.013e0</w:t>
      </w:r>
    </w:p>
    <w:p w:rsidR="00E00D30" w:rsidRDefault="00E00D30" w:rsidP="00E00D30">
      <w:r>
        <w:lastRenderedPageBreak/>
        <w:t>635.4694</w:t>
      </w:r>
      <w:r>
        <w:tab/>
        <w:t>3.038e0</w:t>
      </w:r>
    </w:p>
    <w:p w:rsidR="00E00D30" w:rsidRDefault="00E00D30" w:rsidP="00E00D30">
      <w:r>
        <w:t>635.4817</w:t>
      </w:r>
      <w:r>
        <w:tab/>
        <w:t>6.817e0</w:t>
      </w:r>
    </w:p>
    <w:p w:rsidR="00E00D30" w:rsidRDefault="00E00D30" w:rsidP="00E00D30">
      <w:r>
        <w:t>635.4890</w:t>
      </w:r>
      <w:r>
        <w:tab/>
        <w:t>1.013e0</w:t>
      </w:r>
    </w:p>
    <w:p w:rsidR="00E00D30" w:rsidRDefault="00E00D30" w:rsidP="00E00D30">
      <w:r>
        <w:t>635.4996</w:t>
      </w:r>
      <w:r>
        <w:tab/>
        <w:t>2.025e0</w:t>
      </w:r>
    </w:p>
    <w:p w:rsidR="00E00D30" w:rsidRDefault="00E00D30" w:rsidP="00E00D30">
      <w:r>
        <w:t>635.5116</w:t>
      </w:r>
      <w:r>
        <w:tab/>
        <w:t>3.038e0</w:t>
      </w:r>
    </w:p>
    <w:p w:rsidR="00E00D30" w:rsidRDefault="00E00D30" w:rsidP="00E00D30">
      <w:r>
        <w:t>635.5433</w:t>
      </w:r>
      <w:r>
        <w:tab/>
        <w:t>1.013e0</w:t>
      </w:r>
    </w:p>
    <w:p w:rsidR="00E00D30" w:rsidRDefault="00E00D30" w:rsidP="00E00D30">
      <w:r>
        <w:t>635.5565</w:t>
      </w:r>
      <w:r>
        <w:tab/>
        <w:t>1.013e0</w:t>
      </w:r>
    </w:p>
    <w:p w:rsidR="00E00D30" w:rsidRDefault="00E00D30" w:rsidP="00E00D30">
      <w:r>
        <w:t>635.6089</w:t>
      </w:r>
      <w:r>
        <w:tab/>
        <w:t>1.013e0</w:t>
      </w:r>
    </w:p>
    <w:p w:rsidR="00E00D30" w:rsidRDefault="00E00D30" w:rsidP="00E00D30">
      <w:r>
        <w:t>635.6514</w:t>
      </w:r>
      <w:r>
        <w:tab/>
        <w:t>1.013e0</w:t>
      </w:r>
    </w:p>
    <w:p w:rsidR="00E00D30" w:rsidRDefault="00E00D30" w:rsidP="00E00D30">
      <w:r>
        <w:t>635.6623</w:t>
      </w:r>
      <w:r>
        <w:tab/>
        <w:t>1.013e0</w:t>
      </w:r>
    </w:p>
    <w:p w:rsidR="00E00D30" w:rsidRDefault="00E00D30" w:rsidP="00E00D30">
      <w:r>
        <w:t>635.6843</w:t>
      </w:r>
      <w:r>
        <w:tab/>
        <w:t>1.013e0</w:t>
      </w:r>
    </w:p>
    <w:p w:rsidR="00E00D30" w:rsidRDefault="00E00D30" w:rsidP="00E00D30">
      <w:r>
        <w:t>635.6960</w:t>
      </w:r>
      <w:r>
        <w:tab/>
        <w:t>1.013e0</w:t>
      </w:r>
    </w:p>
    <w:p w:rsidR="00E00D30" w:rsidRDefault="00E00D30" w:rsidP="00E00D30">
      <w:r>
        <w:t>635.7817</w:t>
      </w:r>
      <w:r>
        <w:tab/>
        <w:t>2.025e0</w:t>
      </w:r>
    </w:p>
    <w:p w:rsidR="00E00D30" w:rsidRDefault="00E00D30" w:rsidP="00E00D30">
      <w:r>
        <w:t>635.7828</w:t>
      </w:r>
      <w:r>
        <w:tab/>
        <w:t>1.013e0</w:t>
      </w:r>
    </w:p>
    <w:p w:rsidR="00E00D30" w:rsidRDefault="00E00D30" w:rsidP="00E00D30">
      <w:r>
        <w:t>635.7925</w:t>
      </w:r>
      <w:r>
        <w:tab/>
        <w:t>1.013e0</w:t>
      </w:r>
    </w:p>
    <w:p w:rsidR="00E00D30" w:rsidRDefault="00E00D30" w:rsidP="00E00D30">
      <w:r>
        <w:t>635.8185</w:t>
      </w:r>
      <w:r>
        <w:tab/>
        <w:t>1.013e0</w:t>
      </w:r>
    </w:p>
    <w:p w:rsidR="00E00D30" w:rsidRDefault="00E00D30" w:rsidP="00E00D30">
      <w:r>
        <w:t>635.8364</w:t>
      </w:r>
      <w:r>
        <w:tab/>
        <w:t>2.025e0</w:t>
      </w:r>
    </w:p>
    <w:p w:rsidR="00E00D30" w:rsidRDefault="00E00D30" w:rsidP="00E00D30">
      <w:r>
        <w:t>635.8453</w:t>
      </w:r>
      <w:r>
        <w:tab/>
        <w:t>2.025e0</w:t>
      </w:r>
    </w:p>
    <w:p w:rsidR="00E00D30" w:rsidRDefault="00E00D30" w:rsidP="00E00D30">
      <w:r>
        <w:t>635.8492</w:t>
      </w:r>
      <w:r>
        <w:tab/>
        <w:t>2.025e0</w:t>
      </w:r>
    </w:p>
    <w:p w:rsidR="00E00D30" w:rsidRDefault="00E00D30" w:rsidP="00E00D30">
      <w:r>
        <w:lastRenderedPageBreak/>
        <w:t>635.9229</w:t>
      </w:r>
      <w:r>
        <w:tab/>
        <w:t>1.013e0</w:t>
      </w:r>
    </w:p>
    <w:p w:rsidR="00E00D30" w:rsidRDefault="00E00D30" w:rsidP="00E00D30">
      <w:r>
        <w:t>635.9239</w:t>
      </w:r>
      <w:r>
        <w:tab/>
        <w:t>2.025e0</w:t>
      </w:r>
    </w:p>
    <w:p w:rsidR="00E00D30" w:rsidRDefault="00E00D30" w:rsidP="00E00D30">
      <w:r>
        <w:t>635.9318</w:t>
      </w:r>
      <w:r>
        <w:tab/>
        <w:t>2.025e0</w:t>
      </w:r>
    </w:p>
    <w:p w:rsidR="00E00D30" w:rsidRDefault="00E00D30" w:rsidP="00E00D30">
      <w:r>
        <w:t>635.9599</w:t>
      </w:r>
      <w:r>
        <w:tab/>
        <w:t>1.013e0</w:t>
      </w:r>
    </w:p>
    <w:p w:rsidR="00E00D30" w:rsidRDefault="00E00D30" w:rsidP="00E00D30">
      <w:r>
        <w:t>635.9659</w:t>
      </w:r>
      <w:r>
        <w:tab/>
        <w:t>4.051e0</w:t>
      </w:r>
    </w:p>
    <w:p w:rsidR="00E00D30" w:rsidRDefault="00E00D30" w:rsidP="00E00D30">
      <w:r>
        <w:t>636.0101</w:t>
      </w:r>
      <w:r>
        <w:tab/>
        <w:t>2.025e0</w:t>
      </w:r>
    </w:p>
    <w:p w:rsidR="00E00D30" w:rsidRDefault="00E00D30" w:rsidP="00E00D30">
      <w:r>
        <w:t>636.0114</w:t>
      </w:r>
      <w:r>
        <w:tab/>
        <w:t>1.013e0</w:t>
      </w:r>
    </w:p>
    <w:p w:rsidR="00E00D30" w:rsidRDefault="00E00D30" w:rsidP="00E00D30">
      <w:r>
        <w:t>636.0318</w:t>
      </w:r>
      <w:r>
        <w:tab/>
        <w:t>1.013e0</w:t>
      </w:r>
    </w:p>
    <w:p w:rsidR="00E00D30" w:rsidRDefault="00E00D30" w:rsidP="00E00D30">
      <w:r>
        <w:t>636.0535</w:t>
      </w:r>
      <w:r>
        <w:tab/>
        <w:t>1.013e0</w:t>
      </w:r>
    </w:p>
    <w:p w:rsidR="00E00D30" w:rsidRDefault="00E00D30" w:rsidP="00E00D30">
      <w:r>
        <w:t>636.0629</w:t>
      </w:r>
      <w:r>
        <w:tab/>
        <w:t>1.013e0</w:t>
      </w:r>
    </w:p>
    <w:p w:rsidR="00E00D30" w:rsidRDefault="00E00D30" w:rsidP="00E00D30">
      <w:r>
        <w:t>636.0643</w:t>
      </w:r>
      <w:r>
        <w:tab/>
        <w:t>1.013e0</w:t>
      </w:r>
    </w:p>
    <w:p w:rsidR="00E00D30" w:rsidRDefault="00E00D30" w:rsidP="00E00D30">
      <w:r>
        <w:t>636.1509</w:t>
      </w:r>
      <w:r>
        <w:tab/>
        <w:t>2.025e0</w:t>
      </w:r>
    </w:p>
    <w:p w:rsidR="00E00D30" w:rsidRDefault="00E00D30" w:rsidP="00E00D30">
      <w:r>
        <w:t>636.1738</w:t>
      </w:r>
      <w:r>
        <w:tab/>
        <w:t>1.013e0</w:t>
      </w:r>
    </w:p>
    <w:p w:rsidR="00E00D30" w:rsidRDefault="00E00D30" w:rsidP="00E00D30">
      <w:r>
        <w:t>636.1767</w:t>
      </w:r>
      <w:r>
        <w:tab/>
        <w:t>2.025e0</w:t>
      </w:r>
    </w:p>
    <w:p w:rsidR="00E00D30" w:rsidRDefault="00E00D30" w:rsidP="00E00D30">
      <w:r>
        <w:t>636.1947</w:t>
      </w:r>
      <w:r>
        <w:tab/>
        <w:t>1.013e0</w:t>
      </w:r>
    </w:p>
    <w:p w:rsidR="00E00D30" w:rsidRDefault="00E00D30" w:rsidP="00E00D30">
      <w:r>
        <w:t>636.2033</w:t>
      </w:r>
      <w:r>
        <w:tab/>
        <w:t>2.025e0</w:t>
      </w:r>
    </w:p>
    <w:p w:rsidR="00E00D30" w:rsidRDefault="00E00D30" w:rsidP="00E00D30">
      <w:r>
        <w:t>636.2172</w:t>
      </w:r>
      <w:r>
        <w:tab/>
        <w:t>1.013e0</w:t>
      </w:r>
    </w:p>
    <w:p w:rsidR="00E00D30" w:rsidRDefault="00E00D30" w:rsidP="00E00D30">
      <w:r>
        <w:t>636.2389</w:t>
      </w:r>
      <w:r>
        <w:tab/>
        <w:t>3.038e0</w:t>
      </w:r>
    </w:p>
    <w:p w:rsidR="00E00D30" w:rsidRDefault="00E00D30" w:rsidP="00E00D30">
      <w:r>
        <w:t>636.2438</w:t>
      </w:r>
      <w:r>
        <w:tab/>
        <w:t>2.025e0</w:t>
      </w:r>
    </w:p>
    <w:p w:rsidR="00E00D30" w:rsidRDefault="00E00D30" w:rsidP="00E00D30">
      <w:r>
        <w:lastRenderedPageBreak/>
        <w:t>636.2490</w:t>
      </w:r>
      <w:r>
        <w:tab/>
        <w:t>2.025e0</w:t>
      </w:r>
    </w:p>
    <w:p w:rsidR="00E00D30" w:rsidRDefault="00E00D30" w:rsidP="00E00D30">
      <w:r>
        <w:t>636.3224</w:t>
      </w:r>
      <w:r>
        <w:tab/>
        <w:t>3.038e0</w:t>
      </w:r>
    </w:p>
    <w:p w:rsidR="00E00D30" w:rsidRDefault="00E00D30" w:rsidP="00E00D30">
      <w:r>
        <w:t>636.3268</w:t>
      </w:r>
      <w:r>
        <w:tab/>
        <w:t>1.013e0</w:t>
      </w:r>
    </w:p>
    <w:p w:rsidR="00E00D30" w:rsidRDefault="00E00D30" w:rsidP="00E00D30">
      <w:r>
        <w:t>636.3317</w:t>
      </w:r>
      <w:r>
        <w:tab/>
        <w:t>2.025e0</w:t>
      </w:r>
    </w:p>
    <w:p w:rsidR="00E00D30" w:rsidRDefault="00E00D30" w:rsidP="00E00D30">
      <w:r>
        <w:t>636.3431</w:t>
      </w:r>
      <w:r>
        <w:tab/>
        <w:t>1.013e0</w:t>
      </w:r>
    </w:p>
    <w:p w:rsidR="00E00D30" w:rsidRDefault="00E00D30" w:rsidP="00E00D30">
      <w:r>
        <w:t>636.3466</w:t>
      </w:r>
      <w:r>
        <w:tab/>
        <w:t>4.051e0</w:t>
      </w:r>
    </w:p>
    <w:p w:rsidR="00E00D30" w:rsidRDefault="00E00D30" w:rsidP="00E00D30">
      <w:r>
        <w:t>636.3500</w:t>
      </w:r>
      <w:r>
        <w:tab/>
        <w:t>3.038e0</w:t>
      </w:r>
    </w:p>
    <w:p w:rsidR="00E00D30" w:rsidRDefault="00E00D30" w:rsidP="00E00D30">
      <w:r>
        <w:t>636.3784</w:t>
      </w:r>
      <w:r>
        <w:tab/>
        <w:t>1.013e0</w:t>
      </w:r>
    </w:p>
    <w:p w:rsidR="00E00D30" w:rsidRDefault="00E00D30" w:rsidP="00E00D30">
      <w:r>
        <w:t>636.3917</w:t>
      </w:r>
      <w:r>
        <w:tab/>
        <w:t>2.025e0</w:t>
      </w:r>
    </w:p>
    <w:p w:rsidR="00E00D30" w:rsidRDefault="00E00D30" w:rsidP="00E00D30">
      <w:r>
        <w:t>636.3967</w:t>
      </w:r>
      <w:r>
        <w:tab/>
        <w:t>7.089e0</w:t>
      </w:r>
    </w:p>
    <w:p w:rsidR="00E00D30" w:rsidRDefault="00E00D30" w:rsidP="00E00D30">
      <w:r>
        <w:t>636.4214</w:t>
      </w:r>
      <w:r>
        <w:tab/>
        <w:t>3.038e0</w:t>
      </w:r>
    </w:p>
    <w:p w:rsidR="00E00D30" w:rsidRDefault="00E00D30" w:rsidP="00E00D30">
      <w:r>
        <w:t>636.4872</w:t>
      </w:r>
      <w:r>
        <w:tab/>
        <w:t>2.025e0</w:t>
      </w:r>
    </w:p>
    <w:p w:rsidR="00E00D30" w:rsidRDefault="00E00D30" w:rsidP="00E00D30">
      <w:r>
        <w:t>636.5015</w:t>
      </w:r>
      <w:r>
        <w:tab/>
        <w:t>1.013e0</w:t>
      </w:r>
    </w:p>
    <w:p w:rsidR="00E00D30" w:rsidRDefault="00E00D30" w:rsidP="00E00D30">
      <w:r>
        <w:t>636.5035</w:t>
      </w:r>
      <w:r>
        <w:tab/>
        <w:t>2.025e0</w:t>
      </w:r>
    </w:p>
    <w:p w:rsidR="00E00D30" w:rsidRDefault="00E00D30" w:rsidP="00E00D30">
      <w:r>
        <w:t>636.5206</w:t>
      </w:r>
      <w:r>
        <w:tab/>
        <w:t>1.013e0</w:t>
      </w:r>
    </w:p>
    <w:p w:rsidR="00E00D30" w:rsidRDefault="00E00D30" w:rsidP="00E00D30">
      <w:r>
        <w:t>636.5315</w:t>
      </w:r>
      <w:r>
        <w:tab/>
        <w:t>1.013e0</w:t>
      </w:r>
    </w:p>
    <w:p w:rsidR="00E00D30" w:rsidRDefault="00E00D30" w:rsidP="00E00D30">
      <w:r>
        <w:t>636.5374</w:t>
      </w:r>
      <w:r>
        <w:tab/>
        <w:t>1.013e0</w:t>
      </w:r>
    </w:p>
    <w:p w:rsidR="00E00D30" w:rsidRDefault="00E00D30" w:rsidP="00E00D30">
      <w:r>
        <w:t>636.5541</w:t>
      </w:r>
      <w:r>
        <w:tab/>
        <w:t>1.013e0</w:t>
      </w:r>
    </w:p>
    <w:p w:rsidR="00E00D30" w:rsidRDefault="00E00D30" w:rsidP="00E00D30">
      <w:r>
        <w:t>636.5842</w:t>
      </w:r>
      <w:r>
        <w:tab/>
        <w:t>3.038e0</w:t>
      </w:r>
    </w:p>
    <w:p w:rsidR="00E00D30" w:rsidRDefault="00E00D30" w:rsidP="00E00D30">
      <w:r>
        <w:lastRenderedPageBreak/>
        <w:t>636.5867</w:t>
      </w:r>
      <w:r>
        <w:tab/>
        <w:t>1.013e0</w:t>
      </w:r>
    </w:p>
    <w:p w:rsidR="00E00D30" w:rsidRDefault="00E00D30" w:rsidP="00E00D30">
      <w:r>
        <w:t>636.5886</w:t>
      </w:r>
      <w:r>
        <w:tab/>
        <w:t>2.025e0</w:t>
      </w:r>
    </w:p>
    <w:p w:rsidR="00E00D30" w:rsidRDefault="00E00D30" w:rsidP="00E00D30">
      <w:r>
        <w:t>636.6181</w:t>
      </w:r>
      <w:r>
        <w:tab/>
        <w:t>1.013e0</w:t>
      </w:r>
    </w:p>
    <w:p w:rsidR="00E00D30" w:rsidRDefault="00E00D30" w:rsidP="00E00D30">
      <w:r>
        <w:t>636.6293</w:t>
      </w:r>
      <w:r>
        <w:tab/>
        <w:t>1.013e0</w:t>
      </w:r>
    </w:p>
    <w:p w:rsidR="00E00D30" w:rsidRDefault="00E00D30" w:rsidP="00E00D30">
      <w:r>
        <w:t>636.6616</w:t>
      </w:r>
      <w:r>
        <w:tab/>
        <w:t>1.013e0</w:t>
      </w:r>
    </w:p>
    <w:p w:rsidR="00E00D30" w:rsidRDefault="00E00D30" w:rsidP="00E00D30">
      <w:r>
        <w:t>636.6728</w:t>
      </w:r>
      <w:r>
        <w:tab/>
        <w:t>1.013e0</w:t>
      </w:r>
    </w:p>
    <w:p w:rsidR="00E00D30" w:rsidRDefault="00E00D30" w:rsidP="00E00D30">
      <w:r>
        <w:t>636.6932</w:t>
      </w:r>
      <w:r>
        <w:tab/>
        <w:t>1.013e0</w:t>
      </w:r>
    </w:p>
    <w:p w:rsidR="00E00D30" w:rsidRDefault="00E00D30" w:rsidP="00E00D30">
      <w:r>
        <w:t>636.7054</w:t>
      </w:r>
      <w:r>
        <w:tab/>
        <w:t>1.013e0</w:t>
      </w:r>
    </w:p>
    <w:p w:rsidR="00E00D30" w:rsidRDefault="00E00D30" w:rsidP="00E00D30">
      <w:r>
        <w:t>636.7171</w:t>
      </w:r>
      <w:r>
        <w:tab/>
        <w:t>1.013e0</w:t>
      </w:r>
    </w:p>
    <w:p w:rsidR="00E00D30" w:rsidRDefault="00E00D30" w:rsidP="00E00D30">
      <w:r>
        <w:t>636.7819</w:t>
      </w:r>
      <w:r>
        <w:tab/>
        <w:t>1.013e0</w:t>
      </w:r>
    </w:p>
    <w:p w:rsidR="00E00D30" w:rsidRDefault="00E00D30" w:rsidP="00E00D30">
      <w:r>
        <w:t>636.8041</w:t>
      </w:r>
      <w:r>
        <w:tab/>
        <w:t>1.013e0</w:t>
      </w:r>
    </w:p>
    <w:p w:rsidR="00E00D30" w:rsidRDefault="00E00D30" w:rsidP="00E00D30">
      <w:r>
        <w:t>636.8336</w:t>
      </w:r>
      <w:r>
        <w:tab/>
        <w:t>1.013e0</w:t>
      </w:r>
    </w:p>
    <w:p w:rsidR="00E00D30" w:rsidRDefault="00E00D30" w:rsidP="00E00D30">
      <w:r>
        <w:t>636.8359</w:t>
      </w:r>
      <w:r>
        <w:tab/>
        <w:t>1.013e0</w:t>
      </w:r>
    </w:p>
    <w:p w:rsidR="00E00D30" w:rsidRDefault="00E00D30" w:rsidP="00E00D30">
      <w:r>
        <w:t>636.8525</w:t>
      </w:r>
      <w:r>
        <w:tab/>
        <w:t>1.013e0</w:t>
      </w:r>
    </w:p>
    <w:p w:rsidR="00E00D30" w:rsidRDefault="00E00D30" w:rsidP="00E00D30">
      <w:r>
        <w:t>636.8635</w:t>
      </w:r>
      <w:r>
        <w:tab/>
        <w:t>3.038e0</w:t>
      </w:r>
    </w:p>
    <w:p w:rsidR="00E00D30" w:rsidRDefault="00E00D30" w:rsidP="00E00D30">
      <w:r>
        <w:t>636.8691</w:t>
      </w:r>
      <w:r>
        <w:tab/>
        <w:t>1.013e0</w:t>
      </w:r>
    </w:p>
    <w:p w:rsidR="00E00D30" w:rsidRDefault="00E00D30" w:rsidP="00E00D30">
      <w:r>
        <w:t>636.8899</w:t>
      </w:r>
      <w:r>
        <w:tab/>
        <w:t>1.013e0</w:t>
      </w:r>
    </w:p>
    <w:p w:rsidR="00E00D30" w:rsidRDefault="00E00D30" w:rsidP="00E00D30">
      <w:r>
        <w:t>636.9120</w:t>
      </w:r>
      <w:r>
        <w:tab/>
        <w:t>1.013e0</w:t>
      </w:r>
    </w:p>
    <w:p w:rsidR="00E00D30" w:rsidRDefault="00E00D30" w:rsidP="00E00D30">
      <w:r>
        <w:t>636.9737</w:t>
      </w:r>
      <w:r>
        <w:tab/>
        <w:t>1.013e0</w:t>
      </w:r>
    </w:p>
    <w:p w:rsidR="00E00D30" w:rsidRDefault="00E00D30" w:rsidP="00E00D30">
      <w:r>
        <w:lastRenderedPageBreak/>
        <w:t>636.9889</w:t>
      </w:r>
      <w:r>
        <w:tab/>
        <w:t>1.013e0</w:t>
      </w:r>
    </w:p>
    <w:p w:rsidR="00E00D30" w:rsidRDefault="00E00D30" w:rsidP="00E00D30">
      <w:r>
        <w:t>636.9930</w:t>
      </w:r>
      <w:r>
        <w:tab/>
        <w:t>2.025e0</w:t>
      </w:r>
    </w:p>
    <w:p w:rsidR="00E00D30" w:rsidRDefault="00E00D30" w:rsidP="00E00D30">
      <w:r>
        <w:t>637.0204</w:t>
      </w:r>
      <w:r>
        <w:tab/>
        <w:t>1.013e0</w:t>
      </w:r>
    </w:p>
    <w:p w:rsidR="00E00D30" w:rsidRDefault="00E00D30" w:rsidP="00E00D30">
      <w:r>
        <w:t>637.0271</w:t>
      </w:r>
      <w:r>
        <w:tab/>
        <w:t>5.063e0</w:t>
      </w:r>
    </w:p>
    <w:p w:rsidR="00E00D30" w:rsidRDefault="00E00D30" w:rsidP="00E00D30">
      <w:r>
        <w:t>637.0583</w:t>
      </w:r>
      <w:r>
        <w:tab/>
        <w:t>2.025e0</w:t>
      </w:r>
    </w:p>
    <w:p w:rsidR="00E00D30" w:rsidRDefault="00E00D30" w:rsidP="00E00D30">
      <w:r>
        <w:t>637.0790</w:t>
      </w:r>
      <w:r>
        <w:tab/>
        <w:t>1.013e0</w:t>
      </w:r>
    </w:p>
    <w:p w:rsidR="00E00D30" w:rsidRDefault="00E00D30" w:rsidP="00E00D30">
      <w:r>
        <w:t>637.0860</w:t>
      </w:r>
      <w:r>
        <w:tab/>
        <w:t>1.013e0</w:t>
      </w:r>
    </w:p>
    <w:p w:rsidR="00E00D30" w:rsidRDefault="00E00D30" w:rsidP="00E00D30">
      <w:r>
        <w:t>637.1097</w:t>
      </w:r>
      <w:r>
        <w:tab/>
        <w:t>2.025e0</w:t>
      </w:r>
    </w:p>
    <w:p w:rsidR="00E00D30" w:rsidRDefault="00E00D30" w:rsidP="00E00D30">
      <w:r>
        <w:t>637.1136</w:t>
      </w:r>
      <w:r>
        <w:tab/>
        <w:t>1.013e0</w:t>
      </w:r>
    </w:p>
    <w:p w:rsidR="00E00D30" w:rsidRDefault="00E00D30" w:rsidP="00E00D30">
      <w:r>
        <w:t>637.1630</w:t>
      </w:r>
      <w:r>
        <w:tab/>
        <w:t>1.013e0</w:t>
      </w:r>
    </w:p>
    <w:p w:rsidR="00E00D30" w:rsidRDefault="00E00D30" w:rsidP="00E00D30">
      <w:r>
        <w:t>637.1730</w:t>
      </w:r>
      <w:r>
        <w:tab/>
        <w:t>1.013e0</w:t>
      </w:r>
    </w:p>
    <w:p w:rsidR="00E00D30" w:rsidRDefault="00E00D30" w:rsidP="00E00D30">
      <w:r>
        <w:t>637.1837</w:t>
      </w:r>
      <w:r>
        <w:tab/>
        <w:t>1.013e0</w:t>
      </w:r>
    </w:p>
    <w:p w:rsidR="00E00D30" w:rsidRDefault="00E00D30" w:rsidP="00E00D30">
      <w:r>
        <w:t>637.2010</w:t>
      </w:r>
      <w:r>
        <w:tab/>
        <w:t>1.013e0</w:t>
      </w:r>
    </w:p>
    <w:p w:rsidR="00E00D30" w:rsidRDefault="00E00D30" w:rsidP="00E00D30">
      <w:r>
        <w:t>637.2361</w:t>
      </w:r>
      <w:r>
        <w:tab/>
        <w:t>1.013e0</w:t>
      </w:r>
    </w:p>
    <w:p w:rsidR="00E00D30" w:rsidRDefault="00E00D30" w:rsidP="00E00D30">
      <w:r>
        <w:t>637.2495</w:t>
      </w:r>
      <w:r>
        <w:tab/>
        <w:t>5.063e0</w:t>
      </w:r>
    </w:p>
    <w:p w:rsidR="00E00D30" w:rsidRDefault="00E00D30" w:rsidP="00E00D30">
      <w:r>
        <w:t>637.2776</w:t>
      </w:r>
      <w:r>
        <w:tab/>
        <w:t>4.051e0</w:t>
      </w:r>
    </w:p>
    <w:p w:rsidR="00E00D30" w:rsidRDefault="00E00D30" w:rsidP="00E00D30">
      <w:r>
        <w:t>637.2924</w:t>
      </w:r>
      <w:r>
        <w:tab/>
        <w:t>2.025e0</w:t>
      </w:r>
    </w:p>
    <w:p w:rsidR="00E00D30" w:rsidRDefault="00E00D30" w:rsidP="00E00D30">
      <w:r>
        <w:t>637.3141</w:t>
      </w:r>
      <w:r>
        <w:tab/>
        <w:t>2.025e0</w:t>
      </w:r>
    </w:p>
    <w:p w:rsidR="00E00D30" w:rsidRDefault="00E00D30" w:rsidP="00E00D30">
      <w:r>
        <w:t>637.3236</w:t>
      </w:r>
      <w:r>
        <w:tab/>
        <w:t>1.013e0</w:t>
      </w:r>
    </w:p>
    <w:p w:rsidR="00E00D30" w:rsidRDefault="00E00D30" w:rsidP="00E00D30">
      <w:r>
        <w:lastRenderedPageBreak/>
        <w:t>637.3506</w:t>
      </w:r>
      <w:r>
        <w:tab/>
        <w:t>2.025e0</w:t>
      </w:r>
    </w:p>
    <w:p w:rsidR="00E00D30" w:rsidRDefault="00E00D30" w:rsidP="00E00D30">
      <w:r>
        <w:t>637.3689</w:t>
      </w:r>
      <w:r>
        <w:tab/>
        <w:t>1.013e0</w:t>
      </w:r>
    </w:p>
    <w:p w:rsidR="00E00D30" w:rsidRDefault="00E00D30" w:rsidP="00E00D30">
      <w:r>
        <w:t>637.3732</w:t>
      </w:r>
      <w:r>
        <w:tab/>
        <w:t>3.038e0</w:t>
      </w:r>
    </w:p>
    <w:p w:rsidR="00E00D30" w:rsidRDefault="00E00D30" w:rsidP="00E00D30">
      <w:r>
        <w:t>637.3846</w:t>
      </w:r>
      <w:r>
        <w:tab/>
        <w:t>4.051e0</w:t>
      </w:r>
    </w:p>
    <w:p w:rsidR="00E00D30" w:rsidRDefault="00E00D30" w:rsidP="00E00D30">
      <w:r>
        <w:t>637.3932</w:t>
      </w:r>
      <w:r>
        <w:tab/>
        <w:t>3.038e0</w:t>
      </w:r>
    </w:p>
    <w:p w:rsidR="00E00D30" w:rsidRDefault="00E00D30" w:rsidP="00E00D30">
      <w:r>
        <w:t>637.4068</w:t>
      </w:r>
      <w:r>
        <w:tab/>
        <w:t>2.025e0</w:t>
      </w:r>
    </w:p>
    <w:p w:rsidR="00E00D30" w:rsidRDefault="00E00D30" w:rsidP="00E00D30">
      <w:r>
        <w:t>637.4124</w:t>
      </w:r>
      <w:r>
        <w:tab/>
        <w:t>4.051e0</w:t>
      </w:r>
    </w:p>
    <w:p w:rsidR="00E00D30" w:rsidRDefault="00E00D30" w:rsidP="00E00D30">
      <w:r>
        <w:t>637.4255</w:t>
      </w:r>
      <w:r>
        <w:tab/>
        <w:t>4.061e0</w:t>
      </w:r>
    </w:p>
    <w:p w:rsidR="00E00D30" w:rsidRDefault="00E00D30" w:rsidP="00E00D30">
      <w:r>
        <w:t>637.4471</w:t>
      </w:r>
      <w:r>
        <w:tab/>
        <w:t>1.013e0</w:t>
      </w:r>
    </w:p>
    <w:p w:rsidR="00E00D30" w:rsidRDefault="00E00D30" w:rsidP="00E00D30">
      <w:r>
        <w:t>637.4612</w:t>
      </w:r>
      <w:r>
        <w:tab/>
        <w:t>2.025e0</w:t>
      </w:r>
    </w:p>
    <w:p w:rsidR="00E00D30" w:rsidRDefault="00E00D30" w:rsidP="00E00D30">
      <w:r>
        <w:t>637.5165</w:t>
      </w:r>
      <w:r>
        <w:tab/>
        <w:t>2.025e0</w:t>
      </w:r>
    </w:p>
    <w:p w:rsidR="00E00D30" w:rsidRDefault="00E00D30" w:rsidP="00E00D30">
      <w:r>
        <w:t>637.5321</w:t>
      </w:r>
      <w:r>
        <w:tab/>
        <w:t>1.013e0</w:t>
      </w:r>
    </w:p>
    <w:p w:rsidR="00E00D30" w:rsidRDefault="00E00D30" w:rsidP="00E00D30">
      <w:r>
        <w:t>637.5346</w:t>
      </w:r>
      <w:r>
        <w:tab/>
        <w:t>1.013e0</w:t>
      </w:r>
    </w:p>
    <w:p w:rsidR="00E00D30" w:rsidRDefault="00E00D30" w:rsidP="00E00D30">
      <w:r>
        <w:t>637.5539</w:t>
      </w:r>
      <w:r>
        <w:tab/>
        <w:t>1.013e0</w:t>
      </w:r>
    </w:p>
    <w:p w:rsidR="00E00D30" w:rsidRDefault="00E00D30" w:rsidP="00E00D30">
      <w:r>
        <w:t>637.5696</w:t>
      </w:r>
      <w:r>
        <w:tab/>
        <w:t>2.025e0</w:t>
      </w:r>
    </w:p>
    <w:p w:rsidR="00E00D30" w:rsidRDefault="00E00D30" w:rsidP="00E00D30">
      <w:r>
        <w:t>637.5874</w:t>
      </w:r>
      <w:r>
        <w:tab/>
        <w:t>2.025e0</w:t>
      </w:r>
    </w:p>
    <w:p w:rsidR="00E00D30" w:rsidRDefault="00E00D30" w:rsidP="00E00D30">
      <w:r>
        <w:t>637.5930</w:t>
      </w:r>
      <w:r>
        <w:tab/>
        <w:t>2.025e0</w:t>
      </w:r>
    </w:p>
    <w:p w:rsidR="00E00D30" w:rsidRDefault="00E00D30" w:rsidP="00E00D30">
      <w:r>
        <w:t>637.6740</w:t>
      </w:r>
      <w:r>
        <w:tab/>
        <w:t>2.025e0</w:t>
      </w:r>
    </w:p>
    <w:p w:rsidR="00E00D30" w:rsidRDefault="00E00D30" w:rsidP="00E00D30">
      <w:r>
        <w:t>637.6921</w:t>
      </w:r>
      <w:r>
        <w:tab/>
        <w:t>1.013e0</w:t>
      </w:r>
    </w:p>
    <w:p w:rsidR="00E00D30" w:rsidRDefault="00E00D30" w:rsidP="00E00D30">
      <w:r>
        <w:lastRenderedPageBreak/>
        <w:t>637.7059</w:t>
      </w:r>
      <w:r>
        <w:tab/>
        <w:t>1.013e0</w:t>
      </w:r>
    </w:p>
    <w:p w:rsidR="00E00D30" w:rsidRDefault="00E00D30" w:rsidP="00E00D30">
      <w:r>
        <w:t>637.7269</w:t>
      </w:r>
      <w:r>
        <w:tab/>
        <w:t>1.013e0</w:t>
      </w:r>
    </w:p>
    <w:p w:rsidR="00E00D30" w:rsidRDefault="00E00D30" w:rsidP="00E00D30">
      <w:r>
        <w:t>637.8039</w:t>
      </w:r>
      <w:r>
        <w:tab/>
        <w:t>1.013e0</w:t>
      </w:r>
    </w:p>
    <w:p w:rsidR="00E00D30" w:rsidRDefault="00E00D30" w:rsidP="00E00D30">
      <w:r>
        <w:t>637.8148</w:t>
      </w:r>
      <w:r>
        <w:tab/>
        <w:t>2.025e0</w:t>
      </w:r>
    </w:p>
    <w:p w:rsidR="00E00D30" w:rsidRDefault="00E00D30" w:rsidP="00E00D30">
      <w:r>
        <w:t>637.8496</w:t>
      </w:r>
      <w:r>
        <w:tab/>
        <w:t>1.013e0</w:t>
      </w:r>
    </w:p>
    <w:p w:rsidR="00E00D30" w:rsidRDefault="00E00D30" w:rsidP="00E00D30">
      <w:r>
        <w:t>637.8578</w:t>
      </w:r>
      <w:r>
        <w:tab/>
        <w:t>3.038e0</w:t>
      </w:r>
    </w:p>
    <w:p w:rsidR="00E00D30" w:rsidRDefault="00E00D30" w:rsidP="00E00D30">
      <w:r>
        <w:t>637.8696</w:t>
      </w:r>
      <w:r>
        <w:tab/>
        <w:t>1.013e0</w:t>
      </w:r>
    </w:p>
    <w:p w:rsidR="00E00D30" w:rsidRDefault="00E00D30" w:rsidP="00E00D30">
      <w:r>
        <w:t>637.8962</w:t>
      </w:r>
      <w:r>
        <w:tab/>
        <w:t>2.025e0</w:t>
      </w:r>
    </w:p>
    <w:p w:rsidR="00E00D30" w:rsidRDefault="00E00D30" w:rsidP="00E00D30">
      <w:r>
        <w:t>637.9011</w:t>
      </w:r>
      <w:r>
        <w:tab/>
        <w:t>1.013e0</w:t>
      </w:r>
    </w:p>
    <w:p w:rsidR="00E00D30" w:rsidRDefault="00E00D30" w:rsidP="00E00D30">
      <w:r>
        <w:t>637.9241</w:t>
      </w:r>
      <w:r>
        <w:tab/>
        <w:t>1.013e0</w:t>
      </w:r>
    </w:p>
    <w:p w:rsidR="00E00D30" w:rsidRDefault="00E00D30" w:rsidP="00E00D30">
      <w:r>
        <w:t>637.9719</w:t>
      </w:r>
      <w:r>
        <w:tab/>
        <w:t>2.025e0</w:t>
      </w:r>
    </w:p>
    <w:p w:rsidR="00E00D30" w:rsidRDefault="00E00D30" w:rsidP="00E00D30">
      <w:r>
        <w:t>637.9903</w:t>
      </w:r>
      <w:r>
        <w:tab/>
        <w:t>1.013e0</w:t>
      </w:r>
    </w:p>
    <w:p w:rsidR="00E00D30" w:rsidRDefault="00E00D30" w:rsidP="00E00D30">
      <w:r>
        <w:t>638.0228</w:t>
      </w:r>
      <w:r>
        <w:tab/>
        <w:t>1.013e0</w:t>
      </w:r>
    </w:p>
    <w:p w:rsidR="00E00D30" w:rsidRDefault="00E00D30" w:rsidP="00E00D30">
      <w:r>
        <w:t>638.0325</w:t>
      </w:r>
      <w:r>
        <w:tab/>
        <w:t>5.063e0</w:t>
      </w:r>
    </w:p>
    <w:p w:rsidR="00E00D30" w:rsidRDefault="00E00D30" w:rsidP="00E00D30">
      <w:r>
        <w:t>638.0593</w:t>
      </w:r>
      <w:r>
        <w:tab/>
        <w:t>1.013e0</w:t>
      </w:r>
    </w:p>
    <w:p w:rsidR="00E00D30" w:rsidRDefault="00E00D30" w:rsidP="00E00D30">
      <w:r>
        <w:t>638.0674</w:t>
      </w:r>
      <w:r>
        <w:tab/>
        <w:t>2.025e0</w:t>
      </w:r>
    </w:p>
    <w:p w:rsidR="00E00D30" w:rsidRDefault="00E00D30" w:rsidP="00E00D30">
      <w:r>
        <w:t>638.1121</w:t>
      </w:r>
      <w:r>
        <w:tab/>
        <w:t>1.013e0</w:t>
      </w:r>
    </w:p>
    <w:p w:rsidR="00E00D30" w:rsidRDefault="00E00D30" w:rsidP="00E00D30">
      <w:r>
        <w:t>638.1318</w:t>
      </w:r>
      <w:r>
        <w:tab/>
        <w:t>1.013e0</w:t>
      </w:r>
    </w:p>
    <w:p w:rsidR="00E00D30" w:rsidRDefault="00E00D30" w:rsidP="00E00D30">
      <w:r>
        <w:t>638.1415</w:t>
      </w:r>
      <w:r>
        <w:tab/>
        <w:t>1.013e0</w:t>
      </w:r>
    </w:p>
    <w:p w:rsidR="00E00D30" w:rsidRDefault="00E00D30" w:rsidP="00E00D30">
      <w:r>
        <w:lastRenderedPageBreak/>
        <w:t>638.1467</w:t>
      </w:r>
      <w:r>
        <w:tab/>
        <w:t>1.013e0</w:t>
      </w:r>
    </w:p>
    <w:p w:rsidR="00E00D30" w:rsidRDefault="00E00D30" w:rsidP="00E00D30">
      <w:r>
        <w:t>638.1985</w:t>
      </w:r>
      <w:r>
        <w:tab/>
        <w:t>2.025e0</w:t>
      </w:r>
    </w:p>
    <w:p w:rsidR="00E00D30" w:rsidRDefault="00E00D30" w:rsidP="00E00D30">
      <w:r>
        <w:t>638.2382</w:t>
      </w:r>
      <w:r>
        <w:tab/>
        <w:t>2.025e0</w:t>
      </w:r>
    </w:p>
    <w:p w:rsidR="00E00D30" w:rsidRDefault="00E00D30" w:rsidP="00E00D30">
      <w:r>
        <w:t>638.2516</w:t>
      </w:r>
      <w:r>
        <w:tab/>
        <w:t>3.038e0</w:t>
      </w:r>
    </w:p>
    <w:p w:rsidR="00E00D30" w:rsidRDefault="00E00D30" w:rsidP="00E00D30">
      <w:r>
        <w:t>638.2679</w:t>
      </w:r>
      <w:r>
        <w:tab/>
        <w:t>2.025e0</w:t>
      </w:r>
    </w:p>
    <w:p w:rsidR="00E00D30" w:rsidRDefault="00E00D30" w:rsidP="00E00D30">
      <w:r>
        <w:t>638.2761</w:t>
      </w:r>
      <w:r>
        <w:tab/>
        <w:t>3.038e0</w:t>
      </w:r>
    </w:p>
    <w:p w:rsidR="00E00D30" w:rsidRDefault="00E00D30" w:rsidP="00E00D30">
      <w:r>
        <w:t>638.2941</w:t>
      </w:r>
      <w:r>
        <w:tab/>
        <w:t>1.013e0</w:t>
      </w:r>
    </w:p>
    <w:p w:rsidR="00E00D30" w:rsidRDefault="00E00D30" w:rsidP="00E00D30">
      <w:r>
        <w:t>638.3020</w:t>
      </w:r>
      <w:r>
        <w:tab/>
        <w:t>3.038e0</w:t>
      </w:r>
    </w:p>
    <w:p w:rsidR="00E00D30" w:rsidRDefault="00E00D30" w:rsidP="00E00D30">
      <w:r>
        <w:t>638.3286</w:t>
      </w:r>
      <w:r>
        <w:tab/>
        <w:t>1.393e0</w:t>
      </w:r>
    </w:p>
    <w:p w:rsidR="00E00D30" w:rsidRDefault="00E00D30" w:rsidP="00E00D30">
      <w:r>
        <w:t>638.3388</w:t>
      </w:r>
      <w:r>
        <w:tab/>
        <w:t>2.025e0</w:t>
      </w:r>
    </w:p>
    <w:p w:rsidR="00E00D30" w:rsidRDefault="00E00D30" w:rsidP="00E00D30">
      <w:r>
        <w:t>638.3468</w:t>
      </w:r>
      <w:r>
        <w:tab/>
        <w:t>6.076e0</w:t>
      </w:r>
    </w:p>
    <w:p w:rsidR="00E00D30" w:rsidRDefault="00E00D30" w:rsidP="00E00D30">
      <w:r>
        <w:t>638.3922</w:t>
      </w:r>
      <w:r>
        <w:tab/>
        <w:t>1.013e0</w:t>
      </w:r>
    </w:p>
    <w:p w:rsidR="00E00D30" w:rsidRDefault="00E00D30" w:rsidP="00E00D30">
      <w:r>
        <w:t>638.3951</w:t>
      </w:r>
      <w:r>
        <w:tab/>
        <w:t>3.671e0</w:t>
      </w:r>
    </w:p>
    <w:p w:rsidR="00E00D30" w:rsidRDefault="00E00D30" w:rsidP="00E00D30">
      <w:r>
        <w:t>638.4008</w:t>
      </w:r>
      <w:r>
        <w:tab/>
        <w:t>7.089e0</w:t>
      </w:r>
    </w:p>
    <w:p w:rsidR="00E00D30" w:rsidRDefault="00E00D30" w:rsidP="00E00D30">
      <w:r>
        <w:t>638.4034</w:t>
      </w:r>
      <w:r>
        <w:tab/>
        <w:t>4.051e0</w:t>
      </w:r>
    </w:p>
    <w:p w:rsidR="00E00D30" w:rsidRDefault="00E00D30" w:rsidP="00E00D30">
      <w:r>
        <w:t>638.4151</w:t>
      </w:r>
      <w:r>
        <w:tab/>
        <w:t>1.013e0</w:t>
      </w:r>
    </w:p>
    <w:p w:rsidR="00E00D30" w:rsidRDefault="00E00D30" w:rsidP="00E00D30">
      <w:r>
        <w:t>638.4252</w:t>
      </w:r>
      <w:r>
        <w:tab/>
        <w:t>1.013e0</w:t>
      </w:r>
    </w:p>
    <w:p w:rsidR="00E00D30" w:rsidRDefault="00E00D30" w:rsidP="00E00D30">
      <w:r>
        <w:t>638.4587</w:t>
      </w:r>
      <w:r>
        <w:tab/>
        <w:t>1.013e0</w:t>
      </w:r>
    </w:p>
    <w:p w:rsidR="00E00D30" w:rsidRDefault="00E00D30" w:rsidP="00E00D30">
      <w:r>
        <w:t>638.4843</w:t>
      </w:r>
      <w:r>
        <w:tab/>
        <w:t>2.025e0</w:t>
      </w:r>
    </w:p>
    <w:p w:rsidR="00E00D30" w:rsidRDefault="00E00D30" w:rsidP="00E00D30">
      <w:r>
        <w:lastRenderedPageBreak/>
        <w:t>638.4965</w:t>
      </w:r>
      <w:r>
        <w:tab/>
        <w:t>2.025e0</w:t>
      </w:r>
    </w:p>
    <w:p w:rsidR="00E00D30" w:rsidRDefault="00E00D30" w:rsidP="00E00D30">
      <w:r>
        <w:t>638.5120</w:t>
      </w:r>
      <w:r>
        <w:tab/>
        <w:t>1.013e0</w:t>
      </w:r>
    </w:p>
    <w:p w:rsidR="00E00D30" w:rsidRDefault="00E00D30" w:rsidP="00E00D30">
      <w:r>
        <w:t>638.5991</w:t>
      </w:r>
      <w:r>
        <w:tab/>
        <w:t>4.051e0</w:t>
      </w:r>
    </w:p>
    <w:p w:rsidR="00E00D30" w:rsidRDefault="00E00D30" w:rsidP="00E00D30">
      <w:r>
        <w:t>638.6021</w:t>
      </w:r>
      <w:r>
        <w:tab/>
        <w:t>2.127e1</w:t>
      </w:r>
    </w:p>
    <w:p w:rsidR="00E00D30" w:rsidRDefault="00E00D30" w:rsidP="00E00D30">
      <w:r>
        <w:t>638.6052</w:t>
      </w:r>
      <w:r>
        <w:tab/>
        <w:t>3.038e0</w:t>
      </w:r>
    </w:p>
    <w:p w:rsidR="00E00D30" w:rsidRDefault="00E00D30" w:rsidP="00E00D30">
      <w:r>
        <w:t>638.6125</w:t>
      </w:r>
      <w:r>
        <w:tab/>
        <w:t>1.257e1</w:t>
      </w:r>
    </w:p>
    <w:p w:rsidR="00E00D30" w:rsidRDefault="00E00D30" w:rsidP="00E00D30">
      <w:r>
        <w:t>638.6149</w:t>
      </w:r>
      <w:r>
        <w:tab/>
        <w:t>5.063e0</w:t>
      </w:r>
    </w:p>
    <w:p w:rsidR="00E00D30" w:rsidRDefault="00E00D30" w:rsidP="00E00D30">
      <w:r>
        <w:t>638.6196</w:t>
      </w:r>
      <w:r>
        <w:tab/>
        <w:t>5.063e0</w:t>
      </w:r>
    </w:p>
    <w:p w:rsidR="00E00D30" w:rsidRDefault="00E00D30" w:rsidP="00E00D30">
      <w:r>
        <w:t>638.6588</w:t>
      </w:r>
      <w:r>
        <w:tab/>
        <w:t>3.038e0</w:t>
      </w:r>
    </w:p>
    <w:p w:rsidR="00E00D30" w:rsidRDefault="00E00D30" w:rsidP="00E00D30">
      <w:r>
        <w:t>638.6683</w:t>
      </w:r>
      <w:r>
        <w:tab/>
        <w:t>3.038e0</w:t>
      </w:r>
    </w:p>
    <w:p w:rsidR="00E00D30" w:rsidRDefault="00E00D30" w:rsidP="00E00D30">
      <w:r>
        <w:t>638.7408</w:t>
      </w:r>
      <w:r>
        <w:tab/>
        <w:t>2.025e0</w:t>
      </w:r>
    </w:p>
    <w:p w:rsidR="00E00D30" w:rsidRDefault="00E00D30" w:rsidP="00E00D30">
      <w:r>
        <w:t>638.7530</w:t>
      </w:r>
      <w:r>
        <w:tab/>
        <w:t>1.013e0</w:t>
      </w:r>
    </w:p>
    <w:p w:rsidR="00E00D30" w:rsidRDefault="00E00D30" w:rsidP="00E00D30">
      <w:r>
        <w:t>638.7587</w:t>
      </w:r>
      <w:r>
        <w:tab/>
        <w:t>2.025e0</w:t>
      </w:r>
    </w:p>
    <w:p w:rsidR="00E00D30" w:rsidRDefault="00E00D30" w:rsidP="00E00D30">
      <w:r>
        <w:t>638.7793</w:t>
      </w:r>
      <w:r>
        <w:tab/>
        <w:t>2.025e0</w:t>
      </w:r>
    </w:p>
    <w:p w:rsidR="00E00D30" w:rsidRDefault="00E00D30" w:rsidP="00E00D30">
      <w:r>
        <w:t>638.7844</w:t>
      </w:r>
      <w:r>
        <w:tab/>
        <w:t>2.025e0</w:t>
      </w:r>
    </w:p>
    <w:p w:rsidR="00E00D30" w:rsidRDefault="00E00D30" w:rsidP="00E00D30">
      <w:r>
        <w:t>638.8293</w:t>
      </w:r>
      <w:r>
        <w:tab/>
        <w:t>1.013e0</w:t>
      </w:r>
    </w:p>
    <w:p w:rsidR="00E00D30" w:rsidRDefault="00E00D30" w:rsidP="00E00D30">
      <w:r>
        <w:t>638.8459</w:t>
      </w:r>
      <w:r>
        <w:tab/>
        <w:t>2.025e0</w:t>
      </w:r>
    </w:p>
    <w:p w:rsidR="00E00D30" w:rsidRDefault="00E00D30" w:rsidP="00E00D30">
      <w:r>
        <w:t>638.8613</w:t>
      </w:r>
      <w:r>
        <w:tab/>
        <w:t>1.013e0</w:t>
      </w:r>
    </w:p>
    <w:p w:rsidR="00E00D30" w:rsidRDefault="00E00D30" w:rsidP="00E00D30">
      <w:r>
        <w:t>638.9226</w:t>
      </w:r>
      <w:r>
        <w:tab/>
        <w:t>2.025e0</w:t>
      </w:r>
    </w:p>
    <w:p w:rsidR="00E00D30" w:rsidRDefault="00E00D30" w:rsidP="00E00D30">
      <w:r>
        <w:lastRenderedPageBreak/>
        <w:t>638.9590</w:t>
      </w:r>
      <w:r>
        <w:tab/>
        <w:t>1.013e0</w:t>
      </w:r>
    </w:p>
    <w:p w:rsidR="00E00D30" w:rsidRDefault="00E00D30" w:rsidP="00E00D30">
      <w:r>
        <w:t>638.9703</w:t>
      </w:r>
      <w:r>
        <w:tab/>
        <w:t>1.013e0</w:t>
      </w:r>
    </w:p>
    <w:p w:rsidR="00E00D30" w:rsidRDefault="00E00D30" w:rsidP="00E00D30">
      <w:r>
        <w:t>638.9943</w:t>
      </w:r>
      <w:r>
        <w:tab/>
        <w:t>2.025e0</w:t>
      </w:r>
    </w:p>
    <w:p w:rsidR="00E00D30" w:rsidRDefault="00E00D30" w:rsidP="00E00D30">
      <w:r>
        <w:t>639.0043</w:t>
      </w:r>
      <w:r>
        <w:tab/>
        <w:t>1.013e0</w:t>
      </w:r>
    </w:p>
    <w:p w:rsidR="00E00D30" w:rsidRDefault="00E00D30" w:rsidP="00E00D30">
      <w:r>
        <w:t>639.0140</w:t>
      </w:r>
      <w:r>
        <w:tab/>
        <w:t>1.013e0</w:t>
      </w:r>
    </w:p>
    <w:p w:rsidR="00E00D30" w:rsidRDefault="00E00D30" w:rsidP="00E00D30">
      <w:r>
        <w:t>639.0206</w:t>
      </w:r>
      <w:r>
        <w:tab/>
        <w:t>1.013e0</w:t>
      </w:r>
    </w:p>
    <w:p w:rsidR="00E00D30" w:rsidRDefault="00E00D30" w:rsidP="00E00D30">
      <w:r>
        <w:t>639.0358</w:t>
      </w:r>
      <w:r>
        <w:tab/>
        <w:t>1.013e0</w:t>
      </w:r>
    </w:p>
    <w:p w:rsidR="00E00D30" w:rsidRDefault="00E00D30" w:rsidP="00E00D30">
      <w:r>
        <w:t>639.0463</w:t>
      </w:r>
      <w:r>
        <w:tab/>
        <w:t>1.013e0</w:t>
      </w:r>
    </w:p>
    <w:p w:rsidR="00E00D30" w:rsidRDefault="00E00D30" w:rsidP="00E00D30">
      <w:r>
        <w:t>639.0738</w:t>
      </w:r>
      <w:r>
        <w:tab/>
        <w:t>1.013e0</w:t>
      </w:r>
    </w:p>
    <w:p w:rsidR="00E00D30" w:rsidRDefault="00E00D30" w:rsidP="00E00D30">
      <w:r>
        <w:t>639.1012</w:t>
      </w:r>
      <w:r>
        <w:tab/>
        <w:t>1.013e0</w:t>
      </w:r>
    </w:p>
    <w:p w:rsidR="00E00D30" w:rsidRDefault="00E00D30" w:rsidP="00E00D30">
      <w:r>
        <w:t>639.1118</w:t>
      </w:r>
      <w:r>
        <w:tab/>
        <w:t>1.013e0</w:t>
      </w:r>
    </w:p>
    <w:p w:rsidR="00E00D30" w:rsidRDefault="00E00D30" w:rsidP="00E00D30">
      <w:r>
        <w:t>639.1142</w:t>
      </w:r>
      <w:r>
        <w:tab/>
        <w:t>3.038e0</w:t>
      </w:r>
    </w:p>
    <w:p w:rsidR="00E00D30" w:rsidRDefault="00E00D30" w:rsidP="00E00D30">
      <w:r>
        <w:t>639.1539</w:t>
      </w:r>
      <w:r>
        <w:tab/>
        <w:t>2.025e0</w:t>
      </w:r>
    </w:p>
    <w:p w:rsidR="00E00D30" w:rsidRDefault="00E00D30" w:rsidP="00E00D30">
      <w:r>
        <w:t>639.1613</w:t>
      </w:r>
      <w:r>
        <w:tab/>
        <w:t>1.013e0</w:t>
      </w:r>
    </w:p>
    <w:p w:rsidR="00E00D30" w:rsidRDefault="00E00D30" w:rsidP="00E00D30">
      <w:r>
        <w:t>639.1882</w:t>
      </w:r>
      <w:r>
        <w:tab/>
        <w:t>1.013e0</w:t>
      </w:r>
    </w:p>
    <w:p w:rsidR="00E00D30" w:rsidRDefault="00E00D30" w:rsidP="00E00D30">
      <w:r>
        <w:t>639.2319</w:t>
      </w:r>
      <w:r>
        <w:tab/>
        <w:t>5.063e0</w:t>
      </w:r>
    </w:p>
    <w:p w:rsidR="00E00D30" w:rsidRDefault="00E00D30" w:rsidP="00E00D30">
      <w:r>
        <w:t>639.2512</w:t>
      </w:r>
      <w:r>
        <w:tab/>
        <w:t>4.051e0</w:t>
      </w:r>
    </w:p>
    <w:p w:rsidR="00E00D30" w:rsidRDefault="00E00D30" w:rsidP="00E00D30">
      <w:r>
        <w:t>639.2667</w:t>
      </w:r>
      <w:r>
        <w:tab/>
        <w:t>1.013e0</w:t>
      </w:r>
    </w:p>
    <w:p w:rsidR="00E00D30" w:rsidRDefault="00E00D30" w:rsidP="00E00D30">
      <w:r>
        <w:t>639.2820</w:t>
      </w:r>
      <w:r>
        <w:tab/>
        <w:t>4.051e0</w:t>
      </w:r>
    </w:p>
    <w:p w:rsidR="00E00D30" w:rsidRDefault="00E00D30" w:rsidP="00E00D30">
      <w:r>
        <w:lastRenderedPageBreak/>
        <w:t>639.3387</w:t>
      </w:r>
      <w:r>
        <w:tab/>
        <w:t>4.051e0</w:t>
      </w:r>
    </w:p>
    <w:p w:rsidR="00E00D30" w:rsidRDefault="00E00D30" w:rsidP="00E00D30">
      <w:r>
        <w:t>639.3608</w:t>
      </w:r>
      <w:r>
        <w:tab/>
        <w:t>2.025e0</w:t>
      </w:r>
    </w:p>
    <w:p w:rsidR="00E00D30" w:rsidRDefault="00E00D30" w:rsidP="00E00D30">
      <w:r>
        <w:t>639.3707</w:t>
      </w:r>
      <w:r>
        <w:tab/>
        <w:t>1.013e0</w:t>
      </w:r>
    </w:p>
    <w:p w:rsidR="00E00D30" w:rsidRDefault="00E00D30" w:rsidP="00E00D30">
      <w:r>
        <w:t>639.3740</w:t>
      </w:r>
      <w:r>
        <w:tab/>
        <w:t>1.013e0</w:t>
      </w:r>
    </w:p>
    <w:p w:rsidR="00E00D30" w:rsidRDefault="00E00D30" w:rsidP="00E00D30">
      <w:r>
        <w:t>639.3807</w:t>
      </w:r>
      <w:r>
        <w:tab/>
        <w:t>3.898e0</w:t>
      </w:r>
    </w:p>
    <w:p w:rsidR="00E00D30" w:rsidRDefault="00E00D30" w:rsidP="00E00D30">
      <w:r>
        <w:t>639.3873</w:t>
      </w:r>
      <w:r>
        <w:tab/>
        <w:t>6.076e0</w:t>
      </w:r>
    </w:p>
    <w:p w:rsidR="00E00D30" w:rsidRDefault="00E00D30" w:rsidP="00E00D30">
      <w:r>
        <w:t>639.3962</w:t>
      </w:r>
      <w:r>
        <w:tab/>
        <w:t>2.025e0</w:t>
      </w:r>
    </w:p>
    <w:p w:rsidR="00E00D30" w:rsidRDefault="00E00D30" w:rsidP="00E00D30">
      <w:r>
        <w:t>639.4280</w:t>
      </w:r>
      <w:r>
        <w:tab/>
        <w:t>2.025e0</w:t>
      </w:r>
    </w:p>
    <w:p w:rsidR="00E00D30" w:rsidRDefault="00E00D30" w:rsidP="00E00D30">
      <w:r>
        <w:t>639.4501</w:t>
      </w:r>
      <w:r>
        <w:tab/>
        <w:t>1.013e0</w:t>
      </w:r>
    </w:p>
    <w:p w:rsidR="00E00D30" w:rsidRDefault="00E00D30" w:rsidP="00E00D30">
      <w:r>
        <w:t>639.4842</w:t>
      </w:r>
      <w:r>
        <w:tab/>
        <w:t>3.038e0</w:t>
      </w:r>
    </w:p>
    <w:p w:rsidR="00E00D30" w:rsidRDefault="00E00D30" w:rsidP="00E00D30">
      <w:r>
        <w:t>639.4949</w:t>
      </w:r>
      <w:r>
        <w:tab/>
        <w:t>1.013e0</w:t>
      </w:r>
    </w:p>
    <w:p w:rsidR="00E00D30" w:rsidRDefault="00E00D30" w:rsidP="00E00D30">
      <w:r>
        <w:t>639.5268</w:t>
      </w:r>
      <w:r>
        <w:tab/>
        <w:t>1.013e0</w:t>
      </w:r>
    </w:p>
    <w:p w:rsidR="00E00D30" w:rsidRDefault="00E00D30" w:rsidP="00E00D30">
      <w:r>
        <w:t>639.5486</w:t>
      </w:r>
      <w:r>
        <w:tab/>
        <w:t>1.013e0</w:t>
      </w:r>
    </w:p>
    <w:p w:rsidR="00E00D30" w:rsidRDefault="00E00D30" w:rsidP="00E00D30">
      <w:r>
        <w:t>639.5576</w:t>
      </w:r>
      <w:r>
        <w:tab/>
        <w:t>3.038e0</w:t>
      </w:r>
    </w:p>
    <w:p w:rsidR="00E00D30" w:rsidRDefault="00E00D30" w:rsidP="00E00D30">
      <w:r>
        <w:t>639.5999</w:t>
      </w:r>
      <w:r>
        <w:tab/>
        <w:t>6.032e0</w:t>
      </w:r>
    </w:p>
    <w:p w:rsidR="00E00D30" w:rsidRDefault="00E00D30" w:rsidP="00E00D30">
      <w:r>
        <w:t>639.6069</w:t>
      </w:r>
      <w:r>
        <w:tab/>
        <w:t>3.038e0</w:t>
      </w:r>
    </w:p>
    <w:p w:rsidR="00E00D30" w:rsidRDefault="00E00D30" w:rsidP="00E00D30">
      <w:r>
        <w:t>639.6147</w:t>
      </w:r>
      <w:r>
        <w:tab/>
        <w:t>3.038e0</w:t>
      </w:r>
    </w:p>
    <w:p w:rsidR="00E00D30" w:rsidRDefault="00E00D30" w:rsidP="00E00D30">
      <w:r>
        <w:t>639.6160</w:t>
      </w:r>
      <w:r>
        <w:tab/>
        <w:t>4.051e0</w:t>
      </w:r>
    </w:p>
    <w:p w:rsidR="00E00D30" w:rsidRDefault="00E00D30" w:rsidP="00E00D30">
      <w:r>
        <w:t>639.6238</w:t>
      </w:r>
      <w:r>
        <w:tab/>
        <w:t>3.038e0</w:t>
      </w:r>
    </w:p>
    <w:p w:rsidR="00E00D30" w:rsidRDefault="00E00D30" w:rsidP="00E00D30">
      <w:r>
        <w:lastRenderedPageBreak/>
        <w:t>639.6251</w:t>
      </w:r>
      <w:r>
        <w:tab/>
        <w:t>2.025e0</w:t>
      </w:r>
    </w:p>
    <w:p w:rsidR="00E00D30" w:rsidRDefault="00E00D30" w:rsidP="00E00D30">
      <w:r>
        <w:t>639.6278</w:t>
      </w:r>
      <w:r>
        <w:tab/>
        <w:t>2.025e0</w:t>
      </w:r>
    </w:p>
    <w:p w:rsidR="00E00D30" w:rsidRDefault="00E00D30" w:rsidP="00E00D30">
      <w:r>
        <w:t>639.6626</w:t>
      </w:r>
      <w:r>
        <w:tab/>
        <w:t>2.025e0</w:t>
      </w:r>
    </w:p>
    <w:p w:rsidR="00E00D30" w:rsidRDefault="00E00D30" w:rsidP="00E00D30">
      <w:r>
        <w:t>639.7039</w:t>
      </w:r>
      <w:r>
        <w:tab/>
        <w:t>2.025e0</w:t>
      </w:r>
    </w:p>
    <w:p w:rsidR="00E00D30" w:rsidRDefault="00E00D30" w:rsidP="00E00D30">
      <w:r>
        <w:t>639.7233</w:t>
      </w:r>
      <w:r>
        <w:tab/>
        <w:t>1.013e0</w:t>
      </w:r>
    </w:p>
    <w:p w:rsidR="00E00D30" w:rsidRDefault="00E00D30" w:rsidP="00E00D30">
      <w:r>
        <w:t>639.7350</w:t>
      </w:r>
      <w:r>
        <w:tab/>
        <w:t>1.013e0</w:t>
      </w:r>
    </w:p>
    <w:p w:rsidR="00E00D30" w:rsidRDefault="00E00D30" w:rsidP="00E00D30">
      <w:r>
        <w:t>639.7460</w:t>
      </w:r>
      <w:r>
        <w:tab/>
        <w:t>1.013e0</w:t>
      </w:r>
    </w:p>
    <w:p w:rsidR="00E00D30" w:rsidRDefault="00E00D30" w:rsidP="00E00D30">
      <w:r>
        <w:t>639.7728</w:t>
      </w:r>
      <w:r>
        <w:tab/>
        <w:t>1.013e0</w:t>
      </w:r>
    </w:p>
    <w:p w:rsidR="00E00D30" w:rsidRDefault="00E00D30" w:rsidP="00E00D30">
      <w:r>
        <w:t>639.7913</w:t>
      </w:r>
      <w:r>
        <w:tab/>
        <w:t>1.013e0</w:t>
      </w:r>
    </w:p>
    <w:p w:rsidR="00E00D30" w:rsidRDefault="00E00D30" w:rsidP="00E00D30">
      <w:r>
        <w:t>639.8260</w:t>
      </w:r>
      <w:r>
        <w:tab/>
        <w:t>1.013e0</w:t>
      </w:r>
    </w:p>
    <w:p w:rsidR="00E00D30" w:rsidRDefault="00E00D30" w:rsidP="00E00D30">
      <w:r>
        <w:t>639.8493</w:t>
      </w:r>
      <w:r>
        <w:tab/>
        <w:t>2.025e0</w:t>
      </w:r>
    </w:p>
    <w:p w:rsidR="00E00D30" w:rsidRDefault="00E00D30" w:rsidP="00E00D30">
      <w:r>
        <w:t>639.8784</w:t>
      </w:r>
      <w:r>
        <w:tab/>
        <w:t>1.013e0</w:t>
      </w:r>
    </w:p>
    <w:p w:rsidR="00E00D30" w:rsidRDefault="00E00D30" w:rsidP="00E00D30">
      <w:r>
        <w:t>639.9059</w:t>
      </w:r>
      <w:r>
        <w:tab/>
        <w:t>2.025e0</w:t>
      </w:r>
    </w:p>
    <w:p w:rsidR="00E00D30" w:rsidRDefault="00E00D30" w:rsidP="00E00D30">
      <w:r>
        <w:t>639.9130</w:t>
      </w:r>
      <w:r>
        <w:tab/>
        <w:t>2.025e0</w:t>
      </w:r>
    </w:p>
    <w:p w:rsidR="00E00D30" w:rsidRDefault="00E00D30" w:rsidP="00E00D30">
      <w:r>
        <w:t>639.9207</w:t>
      </w:r>
      <w:r>
        <w:tab/>
        <w:t>1.013e0</w:t>
      </w:r>
    </w:p>
    <w:p w:rsidR="00E00D30" w:rsidRDefault="00E00D30" w:rsidP="00E00D30">
      <w:r>
        <w:t>640.0005</w:t>
      </w:r>
      <w:r>
        <w:tab/>
        <w:t>1.013e0</w:t>
      </w:r>
    </w:p>
    <w:p w:rsidR="00E00D30" w:rsidRDefault="00E00D30" w:rsidP="00E00D30">
      <w:r>
        <w:t>640.0040</w:t>
      </w:r>
      <w:r>
        <w:tab/>
        <w:t>3.038e0</w:t>
      </w:r>
    </w:p>
    <w:p w:rsidR="00E00D30" w:rsidRDefault="00E00D30" w:rsidP="00E00D30">
      <w:r>
        <w:t>640.0544</w:t>
      </w:r>
      <w:r>
        <w:tab/>
        <w:t>1.013e0</w:t>
      </w:r>
    </w:p>
    <w:p w:rsidR="00E00D30" w:rsidRDefault="00E00D30" w:rsidP="00E00D30">
      <w:r>
        <w:t>640.0984</w:t>
      </w:r>
      <w:r>
        <w:tab/>
        <w:t>3.038e0</w:t>
      </w:r>
    </w:p>
    <w:p w:rsidR="00E00D30" w:rsidRDefault="00E00D30" w:rsidP="00E00D30">
      <w:r>
        <w:lastRenderedPageBreak/>
        <w:t>640.1265</w:t>
      </w:r>
      <w:r>
        <w:tab/>
        <w:t>2.025e0</w:t>
      </w:r>
    </w:p>
    <w:p w:rsidR="00E00D30" w:rsidRDefault="00E00D30" w:rsidP="00E00D30">
      <w:r>
        <w:t>640.1415</w:t>
      </w:r>
      <w:r>
        <w:tab/>
        <w:t>2.025e0</w:t>
      </w:r>
    </w:p>
    <w:p w:rsidR="00E00D30" w:rsidRDefault="00E00D30" w:rsidP="00E00D30">
      <w:r>
        <w:t>640.1493</w:t>
      </w:r>
      <w:r>
        <w:tab/>
        <w:t>1.013e0</w:t>
      </w:r>
    </w:p>
    <w:p w:rsidR="00E00D30" w:rsidRDefault="00E00D30" w:rsidP="00E00D30">
      <w:r>
        <w:t>640.1931</w:t>
      </w:r>
      <w:r>
        <w:tab/>
        <w:t>2.025e0</w:t>
      </w:r>
    </w:p>
    <w:p w:rsidR="00E00D30" w:rsidRDefault="00E00D30" w:rsidP="00E00D30">
      <w:r>
        <w:t>640.2148</w:t>
      </w:r>
      <w:r>
        <w:tab/>
        <w:t>1.013e0</w:t>
      </w:r>
    </w:p>
    <w:p w:rsidR="00E00D30" w:rsidRDefault="00E00D30" w:rsidP="00E00D30">
      <w:r>
        <w:t>640.2368</w:t>
      </w:r>
      <w:r>
        <w:tab/>
        <w:t>2.025e0</w:t>
      </w:r>
    </w:p>
    <w:p w:rsidR="00E00D30" w:rsidRDefault="00E00D30" w:rsidP="00E00D30">
      <w:r>
        <w:t>640.2447</w:t>
      </w:r>
      <w:r>
        <w:tab/>
        <w:t>1.013e0</w:t>
      </w:r>
    </w:p>
    <w:p w:rsidR="00E00D30" w:rsidRDefault="00E00D30" w:rsidP="00E00D30">
      <w:r>
        <w:t>640.2458</w:t>
      </w:r>
      <w:r>
        <w:tab/>
        <w:t>1.013e0</w:t>
      </w:r>
    </w:p>
    <w:p w:rsidR="00E00D30" w:rsidRDefault="00E00D30" w:rsidP="00E00D30">
      <w:r>
        <w:t>640.2910</w:t>
      </w:r>
      <w:r>
        <w:tab/>
        <w:t>1.013e0</w:t>
      </w:r>
    </w:p>
    <w:p w:rsidR="00E00D30" w:rsidRDefault="00E00D30" w:rsidP="00E00D30">
      <w:r>
        <w:t>640.2977</w:t>
      </w:r>
      <w:r>
        <w:tab/>
        <w:t>1.013e0</w:t>
      </w:r>
    </w:p>
    <w:p w:rsidR="00E00D30" w:rsidRDefault="00E00D30" w:rsidP="00E00D30">
      <w:r>
        <w:t>640.3347</w:t>
      </w:r>
      <w:r>
        <w:tab/>
        <w:t>1.013e0</w:t>
      </w:r>
    </w:p>
    <w:p w:rsidR="00E00D30" w:rsidRDefault="00E00D30" w:rsidP="00E00D30">
      <w:r>
        <w:t>640.3405</w:t>
      </w:r>
      <w:r>
        <w:tab/>
        <w:t>2.025e0</w:t>
      </w:r>
    </w:p>
    <w:p w:rsidR="00E00D30" w:rsidRDefault="00E00D30" w:rsidP="00E00D30">
      <w:r>
        <w:t>640.3514</w:t>
      </w:r>
      <w:r>
        <w:tab/>
        <w:t>1.013e0</w:t>
      </w:r>
    </w:p>
    <w:p w:rsidR="00E00D30" w:rsidRDefault="00E00D30" w:rsidP="00E00D30">
      <w:r>
        <w:t>640.3594</w:t>
      </w:r>
      <w:r>
        <w:tab/>
        <w:t>2.025e0</w:t>
      </w:r>
    </w:p>
    <w:p w:rsidR="00E00D30" w:rsidRDefault="00E00D30" w:rsidP="00E00D30">
      <w:r>
        <w:t>640.3679</w:t>
      </w:r>
      <w:r>
        <w:tab/>
        <w:t>1.013e0</w:t>
      </w:r>
    </w:p>
    <w:p w:rsidR="00E00D30" w:rsidRDefault="00E00D30" w:rsidP="00E00D30">
      <w:r>
        <w:t>640.3897</w:t>
      </w:r>
      <w:r>
        <w:tab/>
        <w:t>1.013e0</w:t>
      </w:r>
    </w:p>
    <w:p w:rsidR="00E00D30" w:rsidRDefault="00E00D30" w:rsidP="00E00D30">
      <w:r>
        <w:t>640.4027</w:t>
      </w:r>
      <w:r>
        <w:tab/>
        <w:t>3.038e0</w:t>
      </w:r>
    </w:p>
    <w:p w:rsidR="00E00D30" w:rsidRDefault="00E00D30" w:rsidP="00E00D30">
      <w:r>
        <w:t>640.4233</w:t>
      </w:r>
      <w:r>
        <w:tab/>
        <w:t>1.013e0</w:t>
      </w:r>
    </w:p>
    <w:p w:rsidR="00E00D30" w:rsidRDefault="00E00D30" w:rsidP="00E00D30">
      <w:r>
        <w:t>640.4557</w:t>
      </w:r>
      <w:r>
        <w:tab/>
        <w:t>1.013e0</w:t>
      </w:r>
    </w:p>
    <w:p w:rsidR="00E00D30" w:rsidRDefault="00E00D30" w:rsidP="00E00D30">
      <w:r>
        <w:lastRenderedPageBreak/>
        <w:t>640.4659</w:t>
      </w:r>
      <w:r>
        <w:tab/>
        <w:t>1.013e0</w:t>
      </w:r>
    </w:p>
    <w:p w:rsidR="00E00D30" w:rsidRDefault="00E00D30" w:rsidP="00E00D30">
      <w:r>
        <w:t>640.4827</w:t>
      </w:r>
      <w:r>
        <w:tab/>
        <w:t>2.025e0</w:t>
      </w:r>
    </w:p>
    <w:p w:rsidR="00E00D30" w:rsidRDefault="00E00D30" w:rsidP="00E00D30">
      <w:r>
        <w:t>640.4904</w:t>
      </w:r>
      <w:r>
        <w:tab/>
        <w:t>1.013e0</w:t>
      </w:r>
    </w:p>
    <w:p w:rsidR="00E00D30" w:rsidRDefault="00E00D30" w:rsidP="00E00D30">
      <w:r>
        <w:t>640.5245</w:t>
      </w:r>
      <w:r>
        <w:tab/>
        <w:t>2.025e0</w:t>
      </w:r>
    </w:p>
    <w:p w:rsidR="00E00D30" w:rsidRDefault="00E00D30" w:rsidP="00E00D30">
      <w:r>
        <w:t>640.5558</w:t>
      </w:r>
      <w:r>
        <w:tab/>
        <w:t>2.025e0</w:t>
      </w:r>
    </w:p>
    <w:p w:rsidR="00E00D30" w:rsidRDefault="00E00D30" w:rsidP="00E00D30">
      <w:r>
        <w:t>640.5654</w:t>
      </w:r>
      <w:r>
        <w:tab/>
        <w:t>2.025e0</w:t>
      </w:r>
    </w:p>
    <w:p w:rsidR="00E00D30" w:rsidRDefault="00E00D30" w:rsidP="00E00D30">
      <w:r>
        <w:t>640.5833</w:t>
      </w:r>
      <w:r>
        <w:tab/>
        <w:t>3.038e0</w:t>
      </w:r>
    </w:p>
    <w:p w:rsidR="00E00D30" w:rsidRDefault="00E00D30" w:rsidP="00E00D30">
      <w:r>
        <w:t>640.5946</w:t>
      </w:r>
      <w:r>
        <w:tab/>
        <w:t>3.038e0</w:t>
      </w:r>
    </w:p>
    <w:p w:rsidR="00E00D30" w:rsidRDefault="00E00D30" w:rsidP="00E00D30">
      <w:r>
        <w:t>640.6036</w:t>
      </w:r>
      <w:r>
        <w:tab/>
        <w:t>4.051e0</w:t>
      </w:r>
    </w:p>
    <w:p w:rsidR="00E00D30" w:rsidRDefault="00E00D30" w:rsidP="00E00D30">
      <w:r>
        <w:t>640.6125</w:t>
      </w:r>
      <w:r>
        <w:tab/>
        <w:t>1.013e0</w:t>
      </w:r>
    </w:p>
    <w:p w:rsidR="00E00D30" w:rsidRDefault="00E00D30" w:rsidP="00E00D30">
      <w:r>
        <w:t>640.6213</w:t>
      </w:r>
      <w:r>
        <w:tab/>
        <w:t>2.025e0</w:t>
      </w:r>
    </w:p>
    <w:p w:rsidR="00E00D30" w:rsidRDefault="00E00D30" w:rsidP="00E00D30">
      <w:r>
        <w:t>640.6566</w:t>
      </w:r>
      <w:r>
        <w:tab/>
        <w:t>2.025e0</w:t>
      </w:r>
    </w:p>
    <w:p w:rsidR="00E00D30" w:rsidRDefault="00E00D30" w:rsidP="00E00D30">
      <w:r>
        <w:t>640.6681</w:t>
      </w:r>
      <w:r>
        <w:tab/>
        <w:t>2.025e0</w:t>
      </w:r>
    </w:p>
    <w:p w:rsidR="00E00D30" w:rsidRDefault="00E00D30" w:rsidP="00E00D30">
      <w:r>
        <w:t>640.6736</w:t>
      </w:r>
      <w:r>
        <w:tab/>
        <w:t>1.013e0</w:t>
      </w:r>
    </w:p>
    <w:p w:rsidR="00E00D30" w:rsidRDefault="00E00D30" w:rsidP="00E00D30">
      <w:r>
        <w:t>640.7505</w:t>
      </w:r>
      <w:r>
        <w:tab/>
        <w:t>2.025e0</w:t>
      </w:r>
    </w:p>
    <w:p w:rsidR="00E00D30" w:rsidRDefault="00E00D30" w:rsidP="00E00D30">
      <w:r>
        <w:t>640.7696</w:t>
      </w:r>
      <w:r>
        <w:tab/>
        <w:t>1.013e0</w:t>
      </w:r>
    </w:p>
    <w:p w:rsidR="00E00D30" w:rsidRDefault="00E00D30" w:rsidP="00E00D30">
      <w:r>
        <w:t>640.7950</w:t>
      </w:r>
      <w:r>
        <w:tab/>
        <w:t>1.013e0</w:t>
      </w:r>
    </w:p>
    <w:p w:rsidR="00E00D30" w:rsidRDefault="00E00D30" w:rsidP="00E00D30">
      <w:r>
        <w:t>640.8054</w:t>
      </w:r>
      <w:r>
        <w:tab/>
        <w:t>1.013e0</w:t>
      </w:r>
    </w:p>
    <w:p w:rsidR="00E00D30" w:rsidRDefault="00E00D30" w:rsidP="00E00D30">
      <w:r>
        <w:t>640.8169</w:t>
      </w:r>
      <w:r>
        <w:tab/>
        <w:t>1.013e0</w:t>
      </w:r>
    </w:p>
    <w:p w:rsidR="00E00D30" w:rsidRDefault="00E00D30" w:rsidP="00E00D30">
      <w:r>
        <w:lastRenderedPageBreak/>
        <w:t>640.8400</w:t>
      </w:r>
      <w:r>
        <w:tab/>
        <w:t>1.013e0</w:t>
      </w:r>
    </w:p>
    <w:p w:rsidR="00E00D30" w:rsidRDefault="00E00D30" w:rsidP="00E00D30">
      <w:r>
        <w:t>640.8486</w:t>
      </w:r>
      <w:r>
        <w:tab/>
        <w:t>1.013e0</w:t>
      </w:r>
    </w:p>
    <w:p w:rsidR="00E00D30" w:rsidRDefault="00E00D30" w:rsidP="00E00D30">
      <w:r>
        <w:t>640.8570</w:t>
      </w:r>
      <w:r>
        <w:tab/>
        <w:t>2.025e0</w:t>
      </w:r>
    </w:p>
    <w:p w:rsidR="00E00D30" w:rsidRDefault="00E00D30" w:rsidP="00E00D30">
      <w:r>
        <w:t>640.8928</w:t>
      </w:r>
      <w:r>
        <w:tab/>
        <w:t>1.013e0</w:t>
      </w:r>
    </w:p>
    <w:p w:rsidR="00E00D30" w:rsidRDefault="00E00D30" w:rsidP="00E00D30">
      <w:r>
        <w:t>640.9153</w:t>
      </w:r>
      <w:r>
        <w:tab/>
        <w:t>1.013e0</w:t>
      </w:r>
    </w:p>
    <w:p w:rsidR="00E00D30" w:rsidRDefault="00E00D30" w:rsidP="00E00D30">
      <w:r>
        <w:t>640.9238</w:t>
      </w:r>
      <w:r>
        <w:tab/>
        <w:t>4.051e0</w:t>
      </w:r>
    </w:p>
    <w:p w:rsidR="00E00D30" w:rsidRDefault="00E00D30" w:rsidP="00E00D30">
      <w:r>
        <w:t>640.9252</w:t>
      </w:r>
      <w:r>
        <w:tab/>
        <w:t>1.013e0</w:t>
      </w:r>
    </w:p>
    <w:p w:rsidR="00E00D30" w:rsidRDefault="00E00D30" w:rsidP="00E00D30">
      <w:r>
        <w:t>640.9444</w:t>
      </w:r>
      <w:r>
        <w:tab/>
        <w:t>1.013e0</w:t>
      </w:r>
    </w:p>
    <w:p w:rsidR="00E00D30" w:rsidRDefault="00E00D30" w:rsidP="00E00D30">
      <w:r>
        <w:t>640.9470</w:t>
      </w:r>
      <w:r>
        <w:tab/>
        <w:t>1.013e0</w:t>
      </w:r>
    </w:p>
    <w:p w:rsidR="00E00D30" w:rsidRDefault="00E00D30" w:rsidP="00E00D30">
      <w:r>
        <w:t>640.9583</w:t>
      </w:r>
      <w:r>
        <w:tab/>
        <w:t>1.013e0</w:t>
      </w:r>
    </w:p>
    <w:p w:rsidR="00E00D30" w:rsidRDefault="00E00D30" w:rsidP="00E00D30">
      <w:r>
        <w:t>641.0149</w:t>
      </w:r>
      <w:r>
        <w:tab/>
        <w:t>1.013e0</w:t>
      </w:r>
    </w:p>
    <w:p w:rsidR="00E00D30" w:rsidRDefault="00E00D30" w:rsidP="00E00D30">
      <w:r>
        <w:t>641.0568</w:t>
      </w:r>
      <w:r>
        <w:tab/>
        <w:t>1.013e0</w:t>
      </w:r>
    </w:p>
    <w:p w:rsidR="00E00D30" w:rsidRDefault="00E00D30" w:rsidP="00E00D30">
      <w:r>
        <w:t>641.0845</w:t>
      </w:r>
      <w:r>
        <w:tab/>
        <w:t>1.013e0</w:t>
      </w:r>
    </w:p>
    <w:p w:rsidR="00E00D30" w:rsidRDefault="00E00D30" w:rsidP="00E00D30">
      <w:r>
        <w:t>641.1002</w:t>
      </w:r>
      <w:r>
        <w:tab/>
        <w:t>2.025e0</w:t>
      </w:r>
    </w:p>
    <w:p w:rsidR="00E00D30" w:rsidRDefault="00E00D30" w:rsidP="00E00D30">
      <w:r>
        <w:t>641.1013</w:t>
      </w:r>
      <w:r>
        <w:tab/>
        <w:t>1.013e0</w:t>
      </w:r>
    </w:p>
    <w:p w:rsidR="00E00D30" w:rsidRDefault="00E00D30" w:rsidP="00E00D30">
      <w:r>
        <w:t>641.1192</w:t>
      </w:r>
      <w:r>
        <w:tab/>
        <w:t>1.013e0</w:t>
      </w:r>
    </w:p>
    <w:p w:rsidR="00E00D30" w:rsidRDefault="00E00D30" w:rsidP="00E00D30">
      <w:r>
        <w:t>641.1334</w:t>
      </w:r>
      <w:r>
        <w:tab/>
        <w:t>1.013e0</w:t>
      </w:r>
    </w:p>
    <w:p w:rsidR="00E00D30" w:rsidRDefault="00E00D30" w:rsidP="00E00D30">
      <w:r>
        <w:t>641.1489</w:t>
      </w:r>
      <w:r>
        <w:tab/>
        <w:t>2.025e0</w:t>
      </w:r>
    </w:p>
    <w:p w:rsidR="00E00D30" w:rsidRDefault="00E00D30" w:rsidP="00E00D30">
      <w:r>
        <w:t>641.1994</w:t>
      </w:r>
      <w:r>
        <w:tab/>
        <w:t>2.025e0</w:t>
      </w:r>
    </w:p>
    <w:p w:rsidR="00E00D30" w:rsidRDefault="00E00D30" w:rsidP="00E00D30">
      <w:r>
        <w:lastRenderedPageBreak/>
        <w:t>641.2095</w:t>
      </w:r>
      <w:r>
        <w:tab/>
        <w:t>2.025e0</w:t>
      </w:r>
    </w:p>
    <w:p w:rsidR="00E00D30" w:rsidRDefault="00E00D30" w:rsidP="00E00D30">
      <w:r>
        <w:t>641.2188</w:t>
      </w:r>
      <w:r>
        <w:tab/>
        <w:t>3.038e0</w:t>
      </w:r>
    </w:p>
    <w:p w:rsidR="00E00D30" w:rsidRDefault="00E00D30" w:rsidP="00E00D30">
      <w:r>
        <w:t>641.2591</w:t>
      </w:r>
      <w:r>
        <w:tab/>
        <w:t>1.013e0</w:t>
      </w:r>
    </w:p>
    <w:p w:rsidR="00E00D30" w:rsidRDefault="00E00D30" w:rsidP="00E00D30">
      <w:r>
        <w:t>641.2604</w:t>
      </w:r>
      <w:r>
        <w:tab/>
        <w:t>2.025e0</w:t>
      </w:r>
    </w:p>
    <w:p w:rsidR="00E00D30" w:rsidRDefault="00E00D30" w:rsidP="00E00D30">
      <w:r>
        <w:t>641.2756</w:t>
      </w:r>
      <w:r>
        <w:tab/>
        <w:t>1.013e0</w:t>
      </w:r>
    </w:p>
    <w:p w:rsidR="00E00D30" w:rsidRDefault="00E00D30" w:rsidP="00E00D30">
      <w:r>
        <w:t>641.2941</w:t>
      </w:r>
      <w:r>
        <w:tab/>
        <w:t>1.013e0</w:t>
      </w:r>
    </w:p>
    <w:p w:rsidR="00E00D30" w:rsidRDefault="00E00D30" w:rsidP="00E00D30">
      <w:r>
        <w:t>641.3194</w:t>
      </w:r>
      <w:r>
        <w:tab/>
        <w:t>1.013e0</w:t>
      </w:r>
    </w:p>
    <w:p w:rsidR="00E00D30" w:rsidRDefault="00E00D30" w:rsidP="00E00D30">
      <w:r>
        <w:t>641.3286</w:t>
      </w:r>
      <w:r>
        <w:tab/>
        <w:t>4.051e0</w:t>
      </w:r>
    </w:p>
    <w:p w:rsidR="00E00D30" w:rsidRDefault="00E00D30" w:rsidP="00E00D30">
      <w:r>
        <w:t>641.3303</w:t>
      </w:r>
      <w:r>
        <w:tab/>
        <w:t>2.025e0</w:t>
      </w:r>
    </w:p>
    <w:p w:rsidR="00E00D30" w:rsidRDefault="00E00D30" w:rsidP="00E00D30">
      <w:r>
        <w:t>641.3364</w:t>
      </w:r>
      <w:r>
        <w:tab/>
        <w:t>2.025e0</w:t>
      </w:r>
    </w:p>
    <w:p w:rsidR="00E00D30" w:rsidRDefault="00E00D30" w:rsidP="00E00D30">
      <w:r>
        <w:t>641.3422</w:t>
      </w:r>
      <w:r>
        <w:tab/>
        <w:t>2.025e0</w:t>
      </w:r>
    </w:p>
    <w:p w:rsidR="00E00D30" w:rsidRDefault="00E00D30" w:rsidP="00E00D30">
      <w:r>
        <w:t>641.3469</w:t>
      </w:r>
      <w:r>
        <w:tab/>
        <w:t>1.013e0</w:t>
      </w:r>
    </w:p>
    <w:p w:rsidR="00E00D30" w:rsidRDefault="00E00D30" w:rsidP="00E00D30">
      <w:r>
        <w:t>641.3577</w:t>
      </w:r>
      <w:r>
        <w:tab/>
        <w:t>2.025e0</w:t>
      </w:r>
    </w:p>
    <w:p w:rsidR="00E00D30" w:rsidRDefault="00E00D30" w:rsidP="00E00D30">
      <w:r>
        <w:t>641.4070</w:t>
      </w:r>
      <w:r>
        <w:tab/>
        <w:t>1.013e0</w:t>
      </w:r>
    </w:p>
    <w:p w:rsidR="00E00D30" w:rsidRDefault="00E00D30" w:rsidP="00E00D30">
      <w:r>
        <w:t>641.4106</w:t>
      </w:r>
      <w:r>
        <w:tab/>
        <w:t>3.038e0</w:t>
      </w:r>
    </w:p>
    <w:p w:rsidR="00E00D30" w:rsidRDefault="00E00D30" w:rsidP="00E00D30">
      <w:r>
        <w:t>641.4516</w:t>
      </w:r>
      <w:r>
        <w:tab/>
        <w:t>3.038e0</w:t>
      </w:r>
    </w:p>
    <w:p w:rsidR="00E00D30" w:rsidRDefault="00E00D30" w:rsidP="00E00D30">
      <w:r>
        <w:t>641.4531</w:t>
      </w:r>
      <w:r>
        <w:tab/>
        <w:t>4.051e0</w:t>
      </w:r>
    </w:p>
    <w:p w:rsidR="00E00D30" w:rsidRDefault="00E00D30" w:rsidP="00E00D30">
      <w:r>
        <w:t>641.4771</w:t>
      </w:r>
      <w:r>
        <w:tab/>
        <w:t>2.025e0</w:t>
      </w:r>
    </w:p>
    <w:p w:rsidR="00E00D30" w:rsidRDefault="00E00D30" w:rsidP="00E00D30">
      <w:r>
        <w:t>641.4879</w:t>
      </w:r>
      <w:r>
        <w:tab/>
        <w:t>1.013e0</w:t>
      </w:r>
    </w:p>
    <w:p w:rsidR="00E00D30" w:rsidRDefault="00E00D30" w:rsidP="00E00D30">
      <w:r>
        <w:lastRenderedPageBreak/>
        <w:t>641.5037</w:t>
      </w:r>
      <w:r>
        <w:tab/>
        <w:t>2.025e0</w:t>
      </w:r>
    </w:p>
    <w:p w:rsidR="00E00D30" w:rsidRDefault="00E00D30" w:rsidP="00E00D30">
      <w:r>
        <w:t>641.5212</w:t>
      </w:r>
      <w:r>
        <w:tab/>
        <w:t>2.025e0</w:t>
      </w:r>
    </w:p>
    <w:p w:rsidR="00E00D30" w:rsidRDefault="00E00D30" w:rsidP="00E00D30">
      <w:r>
        <w:t>641.5323</w:t>
      </w:r>
      <w:r>
        <w:tab/>
        <w:t>2.025e0</w:t>
      </w:r>
    </w:p>
    <w:p w:rsidR="00E00D30" w:rsidRDefault="00E00D30" w:rsidP="00E00D30">
      <w:r>
        <w:t>641.5486</w:t>
      </w:r>
      <w:r>
        <w:tab/>
        <w:t>2.025e0</w:t>
      </w:r>
    </w:p>
    <w:p w:rsidR="00E00D30" w:rsidRDefault="00E00D30" w:rsidP="00E00D30">
      <w:r>
        <w:t>641.5559</w:t>
      </w:r>
      <w:r>
        <w:tab/>
        <w:t>1.013e0</w:t>
      </w:r>
    </w:p>
    <w:p w:rsidR="00E00D30" w:rsidRDefault="00E00D30" w:rsidP="00E00D30">
      <w:r>
        <w:t>641.5571</w:t>
      </w:r>
      <w:r>
        <w:tab/>
        <w:t>1.013e0</w:t>
      </w:r>
    </w:p>
    <w:p w:rsidR="00E00D30" w:rsidRDefault="00E00D30" w:rsidP="00E00D30">
      <w:r>
        <w:t>641.5745</w:t>
      </w:r>
      <w:r>
        <w:tab/>
        <w:t>1.013e0</w:t>
      </w:r>
    </w:p>
    <w:p w:rsidR="00E00D30" w:rsidRDefault="00E00D30" w:rsidP="00E00D30">
      <w:r>
        <w:t>641.5856</w:t>
      </w:r>
      <w:r>
        <w:tab/>
        <w:t>2.025e0</w:t>
      </w:r>
    </w:p>
    <w:p w:rsidR="00E00D30" w:rsidRDefault="00E00D30" w:rsidP="00E00D30">
      <w:r>
        <w:t>641.5917</w:t>
      </w:r>
      <w:r>
        <w:tab/>
        <w:t>3.038e0</w:t>
      </w:r>
    </w:p>
    <w:p w:rsidR="00E00D30" w:rsidRDefault="00E00D30" w:rsidP="00E00D30">
      <w:r>
        <w:t>641.6330</w:t>
      </w:r>
      <w:r>
        <w:tab/>
        <w:t>3.038e0</w:t>
      </w:r>
    </w:p>
    <w:p w:rsidR="00E00D30" w:rsidRDefault="00E00D30" w:rsidP="00E00D30">
      <w:r>
        <w:t>641.6709</w:t>
      </w:r>
      <w:r>
        <w:tab/>
        <w:t>2.025e0</w:t>
      </w:r>
    </w:p>
    <w:p w:rsidR="00E00D30" w:rsidRDefault="00E00D30" w:rsidP="00E00D30">
      <w:r>
        <w:t>641.7308</w:t>
      </w:r>
      <w:r>
        <w:tab/>
        <w:t>1.013e0</w:t>
      </w:r>
    </w:p>
    <w:p w:rsidR="00E00D30" w:rsidRDefault="00E00D30" w:rsidP="00E00D30">
      <w:r>
        <w:t>641.7789</w:t>
      </w:r>
      <w:r>
        <w:tab/>
        <w:t>1.013e0</w:t>
      </w:r>
    </w:p>
    <w:p w:rsidR="00E00D30" w:rsidRDefault="00E00D30" w:rsidP="00E00D30">
      <w:r>
        <w:t>641.7910</w:t>
      </w:r>
      <w:r>
        <w:tab/>
        <w:t>1.013e0</w:t>
      </w:r>
    </w:p>
    <w:p w:rsidR="00E00D30" w:rsidRDefault="00E00D30" w:rsidP="00E00D30">
      <w:r>
        <w:t>641.8008</w:t>
      </w:r>
      <w:r>
        <w:tab/>
        <w:t>2.025e0</w:t>
      </w:r>
    </w:p>
    <w:p w:rsidR="00E00D30" w:rsidRDefault="00E00D30" w:rsidP="00E00D30">
      <w:r>
        <w:t>641.8778</w:t>
      </w:r>
      <w:r>
        <w:tab/>
        <w:t>1.013e0</w:t>
      </w:r>
    </w:p>
    <w:p w:rsidR="00E00D30" w:rsidRDefault="00E00D30" w:rsidP="00E00D30">
      <w:r>
        <w:t>641.8879</w:t>
      </w:r>
      <w:r>
        <w:tab/>
        <w:t>1.013e0</w:t>
      </w:r>
    </w:p>
    <w:p w:rsidR="00E00D30" w:rsidRDefault="00E00D30" w:rsidP="00E00D30">
      <w:r>
        <w:t>641.9005</w:t>
      </w:r>
      <w:r>
        <w:tab/>
        <w:t>1.013e0</w:t>
      </w:r>
    </w:p>
    <w:p w:rsidR="00E00D30" w:rsidRDefault="00E00D30" w:rsidP="00E00D30">
      <w:r>
        <w:t>641.9541</w:t>
      </w:r>
      <w:r>
        <w:tab/>
        <w:t>1.013e0</w:t>
      </w:r>
    </w:p>
    <w:p w:rsidR="00E00D30" w:rsidRDefault="00E00D30" w:rsidP="00E00D30">
      <w:r>
        <w:lastRenderedPageBreak/>
        <w:t>641.9761</w:t>
      </w:r>
      <w:r>
        <w:tab/>
        <w:t>1.013e0</w:t>
      </w:r>
    </w:p>
    <w:p w:rsidR="00E00D30" w:rsidRDefault="00E00D30" w:rsidP="00E00D30">
      <w:r>
        <w:t>641.9882</w:t>
      </w:r>
      <w:r>
        <w:tab/>
        <w:t>1.013e0</w:t>
      </w:r>
    </w:p>
    <w:p w:rsidR="00E00D30" w:rsidRDefault="00E00D30" w:rsidP="00E00D30">
      <w:r>
        <w:t>642.0746</w:t>
      </w:r>
      <w:r>
        <w:tab/>
        <w:t>2.025e0</w:t>
      </w:r>
    </w:p>
    <w:p w:rsidR="00E00D30" w:rsidRDefault="00E00D30" w:rsidP="00E00D30">
      <w:r>
        <w:t>642.0804</w:t>
      </w:r>
      <w:r>
        <w:tab/>
        <w:t>1.013e0</w:t>
      </w:r>
    </w:p>
    <w:p w:rsidR="00E00D30" w:rsidRDefault="00E00D30" w:rsidP="00E00D30">
      <w:r>
        <w:t>642.1333</w:t>
      </w:r>
      <w:r>
        <w:tab/>
        <w:t>1.013e0</w:t>
      </w:r>
    </w:p>
    <w:p w:rsidR="00E00D30" w:rsidRDefault="00E00D30" w:rsidP="00E00D30">
      <w:r>
        <w:t>642.1627</w:t>
      </w:r>
      <w:r>
        <w:tab/>
        <w:t>1.013e0</w:t>
      </w:r>
    </w:p>
    <w:p w:rsidR="00E00D30" w:rsidRDefault="00E00D30" w:rsidP="00E00D30">
      <w:r>
        <w:t>642.1931</w:t>
      </w:r>
      <w:r>
        <w:tab/>
        <w:t>2.025e0</w:t>
      </w:r>
    </w:p>
    <w:p w:rsidR="00E00D30" w:rsidRDefault="00E00D30" w:rsidP="00E00D30">
      <w:r>
        <w:t>642.1952</w:t>
      </w:r>
      <w:r>
        <w:tab/>
        <w:t>1.013e0</w:t>
      </w:r>
    </w:p>
    <w:p w:rsidR="00E00D30" w:rsidRDefault="00E00D30" w:rsidP="00E00D30">
      <w:r>
        <w:t>642.2390</w:t>
      </w:r>
      <w:r>
        <w:tab/>
        <w:t>1.013e0</w:t>
      </w:r>
    </w:p>
    <w:p w:rsidR="00E00D30" w:rsidRDefault="00E00D30" w:rsidP="00E00D30">
      <w:r>
        <w:t>642.2472</w:t>
      </w:r>
      <w:r>
        <w:tab/>
        <w:t>3.434e0</w:t>
      </w:r>
    </w:p>
    <w:p w:rsidR="00E00D30" w:rsidRDefault="00E00D30" w:rsidP="00E00D30">
      <w:r>
        <w:t>642.2862</w:t>
      </w:r>
      <w:r>
        <w:tab/>
        <w:t>3.038e0</w:t>
      </w:r>
    </w:p>
    <w:p w:rsidR="00E00D30" w:rsidRDefault="00E00D30" w:rsidP="00E00D30">
      <w:r>
        <w:t>642.3002</w:t>
      </w:r>
      <w:r>
        <w:tab/>
        <w:t>2.025e0</w:t>
      </w:r>
    </w:p>
    <w:p w:rsidR="00E00D30" w:rsidRDefault="00E00D30" w:rsidP="00E00D30">
      <w:r>
        <w:t>642.3081</w:t>
      </w:r>
      <w:r>
        <w:tab/>
        <w:t>1.013e0</w:t>
      </w:r>
    </w:p>
    <w:p w:rsidR="00E00D30" w:rsidRDefault="00E00D30" w:rsidP="00E00D30">
      <w:r>
        <w:t>642.3247</w:t>
      </w:r>
      <w:r>
        <w:tab/>
        <w:t>1.013e0</w:t>
      </w:r>
    </w:p>
    <w:p w:rsidR="00E00D30" w:rsidRDefault="00E00D30" w:rsidP="00E00D30">
      <w:r>
        <w:t>642.3455</w:t>
      </w:r>
      <w:r>
        <w:tab/>
        <w:t>4.051e0</w:t>
      </w:r>
    </w:p>
    <w:p w:rsidR="00E00D30" w:rsidRDefault="00E00D30" w:rsidP="00E00D30">
      <w:r>
        <w:t>642.3777</w:t>
      </w:r>
      <w:r>
        <w:tab/>
        <w:t>1.013e0</w:t>
      </w:r>
    </w:p>
    <w:p w:rsidR="00E00D30" w:rsidRDefault="00E00D30" w:rsidP="00E00D30">
      <w:r>
        <w:t>642.3812</w:t>
      </w:r>
      <w:r>
        <w:tab/>
        <w:t>4.051e0</w:t>
      </w:r>
    </w:p>
    <w:p w:rsidR="00E00D30" w:rsidRDefault="00E00D30" w:rsidP="00E00D30">
      <w:r>
        <w:t>642.4047</w:t>
      </w:r>
      <w:r>
        <w:tab/>
        <w:t>2.201e0</w:t>
      </w:r>
    </w:p>
    <w:p w:rsidR="00E00D30" w:rsidRDefault="00E00D30" w:rsidP="00E00D30">
      <w:r>
        <w:t>642.4144</w:t>
      </w:r>
      <w:r>
        <w:tab/>
        <w:t>2.025e0</w:t>
      </w:r>
    </w:p>
    <w:p w:rsidR="00E00D30" w:rsidRDefault="00E00D30" w:rsidP="00E00D30">
      <w:r>
        <w:lastRenderedPageBreak/>
        <w:t>642.4410</w:t>
      </w:r>
      <w:r>
        <w:tab/>
        <w:t>2.025e0</w:t>
      </w:r>
    </w:p>
    <w:p w:rsidR="00E00D30" w:rsidRDefault="00E00D30" w:rsidP="00E00D30">
      <w:r>
        <w:t>642.4430</w:t>
      </w:r>
      <w:r>
        <w:tab/>
        <w:t>3.094e0</w:t>
      </w:r>
    </w:p>
    <w:p w:rsidR="00E00D30" w:rsidRDefault="00E00D30" w:rsidP="00E00D30">
      <w:r>
        <w:t>642.4832</w:t>
      </w:r>
      <w:r>
        <w:tab/>
        <w:t>1.013e0</w:t>
      </w:r>
    </w:p>
    <w:p w:rsidR="00E00D30" w:rsidRDefault="00E00D30" w:rsidP="00E00D30">
      <w:r>
        <w:t>642.5079</w:t>
      </w:r>
      <w:r>
        <w:tab/>
        <w:t>2.025e0</w:t>
      </w:r>
    </w:p>
    <w:p w:rsidR="00E00D30" w:rsidRDefault="00E00D30" w:rsidP="00E00D30">
      <w:r>
        <w:t>642.5225</w:t>
      </w:r>
      <w:r>
        <w:tab/>
        <w:t>2.025e0</w:t>
      </w:r>
    </w:p>
    <w:p w:rsidR="00E00D30" w:rsidRDefault="00E00D30" w:rsidP="00E00D30">
      <w:r>
        <w:t>642.5365</w:t>
      </w:r>
      <w:r>
        <w:tab/>
        <w:t>3.038e0</w:t>
      </w:r>
    </w:p>
    <w:p w:rsidR="00E00D30" w:rsidRDefault="00E00D30" w:rsidP="00E00D30">
      <w:r>
        <w:t>642.5703</w:t>
      </w:r>
      <w:r>
        <w:tab/>
        <w:t>1.013e0</w:t>
      </w:r>
    </w:p>
    <w:p w:rsidR="00E00D30" w:rsidRDefault="00E00D30" w:rsidP="00E00D30">
      <w:r>
        <w:t>642.5792</w:t>
      </w:r>
      <w:r>
        <w:tab/>
        <w:t>1.013e0</w:t>
      </w:r>
    </w:p>
    <w:p w:rsidR="00E00D30" w:rsidRDefault="00E00D30" w:rsidP="00E00D30">
      <w:r>
        <w:t>642.5956</w:t>
      </w:r>
      <w:r>
        <w:tab/>
        <w:t>4.051e0</w:t>
      </w:r>
    </w:p>
    <w:p w:rsidR="00E00D30" w:rsidRDefault="00E00D30" w:rsidP="00E00D30">
      <w:r>
        <w:t>642.6121</w:t>
      </w:r>
      <w:r>
        <w:tab/>
        <w:t>1.013e0</w:t>
      </w:r>
    </w:p>
    <w:p w:rsidR="00E00D30" w:rsidRDefault="00E00D30" w:rsidP="00E00D30">
      <w:r>
        <w:t>642.6230</w:t>
      </w:r>
      <w:r>
        <w:tab/>
        <w:t>1.013e0</w:t>
      </w:r>
    </w:p>
    <w:p w:rsidR="00E00D30" w:rsidRDefault="00E00D30" w:rsidP="00E00D30">
      <w:r>
        <w:t>642.6743</w:t>
      </w:r>
      <w:r>
        <w:tab/>
        <w:t>1.013e0</w:t>
      </w:r>
    </w:p>
    <w:p w:rsidR="00E00D30" w:rsidRDefault="00E00D30" w:rsidP="00E00D30">
      <w:r>
        <w:t>642.6924</w:t>
      </w:r>
      <w:r>
        <w:tab/>
        <w:t>1.013e0</w:t>
      </w:r>
    </w:p>
    <w:p w:rsidR="00E00D30" w:rsidRDefault="00E00D30" w:rsidP="00E00D30">
      <w:r>
        <w:t>642.7546</w:t>
      </w:r>
      <w:r>
        <w:tab/>
        <w:t>1.013e0</w:t>
      </w:r>
    </w:p>
    <w:p w:rsidR="00E00D30" w:rsidRDefault="00E00D30" w:rsidP="00E00D30">
      <w:r>
        <w:t>642.8150</w:t>
      </w:r>
      <w:r>
        <w:tab/>
        <w:t>3.038e0</w:t>
      </w:r>
    </w:p>
    <w:p w:rsidR="00E00D30" w:rsidRDefault="00E00D30" w:rsidP="00E00D30">
      <w:r>
        <w:t>642.8499</w:t>
      </w:r>
      <w:r>
        <w:tab/>
        <w:t>2.025e0</w:t>
      </w:r>
    </w:p>
    <w:p w:rsidR="00E00D30" w:rsidRDefault="00E00D30" w:rsidP="00E00D30">
      <w:r>
        <w:t>642.8732</w:t>
      </w:r>
      <w:r>
        <w:tab/>
        <w:t>2.025e0</w:t>
      </w:r>
    </w:p>
    <w:p w:rsidR="00E00D30" w:rsidRDefault="00E00D30" w:rsidP="00E00D30">
      <w:r>
        <w:t>642.8842</w:t>
      </w:r>
      <w:r>
        <w:tab/>
        <w:t>1.013e0</w:t>
      </w:r>
    </w:p>
    <w:p w:rsidR="00E00D30" w:rsidRDefault="00E00D30" w:rsidP="00E00D30">
      <w:r>
        <w:t>642.9557</w:t>
      </w:r>
      <w:r>
        <w:tab/>
        <w:t>1.013e0</w:t>
      </w:r>
    </w:p>
    <w:p w:rsidR="00E00D30" w:rsidRDefault="00E00D30" w:rsidP="00E00D30">
      <w:r>
        <w:lastRenderedPageBreak/>
        <w:t>642.9741</w:t>
      </w:r>
      <w:r>
        <w:tab/>
        <w:t>1.013e0</w:t>
      </w:r>
    </w:p>
    <w:p w:rsidR="00E00D30" w:rsidRDefault="00E00D30" w:rsidP="00E00D30">
      <w:r>
        <w:t>642.9901</w:t>
      </w:r>
      <w:r>
        <w:tab/>
        <w:t>2.025e0</w:t>
      </w:r>
    </w:p>
    <w:p w:rsidR="00E00D30" w:rsidRDefault="00E00D30" w:rsidP="00E00D30">
      <w:r>
        <w:t>643.0073</w:t>
      </w:r>
      <w:r>
        <w:tab/>
        <w:t>1.013e0</w:t>
      </w:r>
    </w:p>
    <w:p w:rsidR="00E00D30" w:rsidRDefault="00E00D30" w:rsidP="00E00D30">
      <w:r>
        <w:t>643.0157</w:t>
      </w:r>
      <w:r>
        <w:tab/>
        <w:t>2.025e0</w:t>
      </w:r>
    </w:p>
    <w:p w:rsidR="00E00D30" w:rsidRDefault="00E00D30" w:rsidP="00E00D30">
      <w:r>
        <w:t>643.0289</w:t>
      </w:r>
      <w:r>
        <w:tab/>
        <w:t>1.013e0</w:t>
      </w:r>
    </w:p>
    <w:p w:rsidR="00E00D30" w:rsidRDefault="00E00D30" w:rsidP="00E00D30">
      <w:r>
        <w:t>643.0508</w:t>
      </w:r>
      <w:r>
        <w:tab/>
        <w:t>1.013e0</w:t>
      </w:r>
    </w:p>
    <w:p w:rsidR="00E00D30" w:rsidRDefault="00E00D30" w:rsidP="00E00D30">
      <w:r>
        <w:t>643.0593</w:t>
      </w:r>
      <w:r>
        <w:tab/>
        <w:t>3.038e0</w:t>
      </w:r>
    </w:p>
    <w:p w:rsidR="00E00D30" w:rsidRDefault="00E00D30" w:rsidP="00E00D30">
      <w:r>
        <w:t>643.1065</w:t>
      </w:r>
      <w:r>
        <w:tab/>
        <w:t>1.013e0</w:t>
      </w:r>
    </w:p>
    <w:p w:rsidR="00E00D30" w:rsidRDefault="00E00D30" w:rsidP="00E00D30">
      <w:r>
        <w:t>643.1383</w:t>
      </w:r>
      <w:r>
        <w:tab/>
        <w:t>1.013e0</w:t>
      </w:r>
    </w:p>
    <w:p w:rsidR="00E00D30" w:rsidRDefault="00E00D30" w:rsidP="00E00D30">
      <w:r>
        <w:t>643.1720</w:t>
      </w:r>
      <w:r>
        <w:tab/>
        <w:t>2.025e0</w:t>
      </w:r>
    </w:p>
    <w:p w:rsidR="00E00D30" w:rsidRDefault="00E00D30" w:rsidP="00E00D30">
      <w:r>
        <w:t>643.1885</w:t>
      </w:r>
      <w:r>
        <w:tab/>
        <w:t>2.025e0</w:t>
      </w:r>
    </w:p>
    <w:p w:rsidR="00E00D30" w:rsidRDefault="00E00D30" w:rsidP="00E00D30">
      <w:r>
        <w:t>643.2045</w:t>
      </w:r>
      <w:r>
        <w:tab/>
        <w:t>1.013e0</w:t>
      </w:r>
    </w:p>
    <w:p w:rsidR="00E00D30" w:rsidRDefault="00E00D30" w:rsidP="00E00D30">
      <w:r>
        <w:t>643.2092</w:t>
      </w:r>
      <w:r>
        <w:tab/>
        <w:t>2.025e0</w:t>
      </w:r>
    </w:p>
    <w:p w:rsidR="00E00D30" w:rsidRDefault="00E00D30" w:rsidP="00E00D30">
      <w:r>
        <w:t>643.2492</w:t>
      </w:r>
      <w:r>
        <w:tab/>
        <w:t>3.038e0</w:t>
      </w:r>
    </w:p>
    <w:p w:rsidR="00E00D30" w:rsidRDefault="00E00D30" w:rsidP="00E00D30">
      <w:r>
        <w:t>643.2655</w:t>
      </w:r>
      <w:r>
        <w:tab/>
        <w:t>4.051e0</w:t>
      </w:r>
    </w:p>
    <w:p w:rsidR="00E00D30" w:rsidRDefault="00E00D30" w:rsidP="00E00D30">
      <w:r>
        <w:t>643.2703</w:t>
      </w:r>
      <w:r>
        <w:tab/>
        <w:t>1.013e0</w:t>
      </w:r>
    </w:p>
    <w:p w:rsidR="00E00D30" w:rsidRDefault="00E00D30" w:rsidP="00E00D30">
      <w:r>
        <w:t>643.2758</w:t>
      </w:r>
      <w:r>
        <w:tab/>
        <w:t>2.025e0</w:t>
      </w:r>
    </w:p>
    <w:p w:rsidR="00E00D30" w:rsidRDefault="00E00D30" w:rsidP="00E00D30">
      <w:r>
        <w:t>643.3210</w:t>
      </w:r>
      <w:r>
        <w:tab/>
        <w:t>2.025e0</w:t>
      </w:r>
    </w:p>
    <w:p w:rsidR="00E00D30" w:rsidRDefault="00E00D30" w:rsidP="00E00D30">
      <w:r>
        <w:t>643.3436</w:t>
      </w:r>
      <w:r>
        <w:tab/>
        <w:t>3.038e0</w:t>
      </w:r>
    </w:p>
    <w:p w:rsidR="00E00D30" w:rsidRDefault="00E00D30" w:rsidP="00E00D30">
      <w:r>
        <w:lastRenderedPageBreak/>
        <w:t>643.3580</w:t>
      </w:r>
      <w:r>
        <w:tab/>
        <w:t>3.038e0</w:t>
      </w:r>
    </w:p>
    <w:p w:rsidR="00E00D30" w:rsidRDefault="00E00D30" w:rsidP="00E00D30">
      <w:r>
        <w:t>643.3737</w:t>
      </w:r>
      <w:r>
        <w:tab/>
        <w:t>3.038e0</w:t>
      </w:r>
    </w:p>
    <w:p w:rsidR="00E00D30" w:rsidRDefault="00E00D30" w:rsidP="00E00D30">
      <w:r>
        <w:t>643.3798</w:t>
      </w:r>
      <w:r>
        <w:tab/>
        <w:t>2.025e0</w:t>
      </w:r>
    </w:p>
    <w:p w:rsidR="00E00D30" w:rsidRDefault="00E00D30" w:rsidP="00E00D30">
      <w:r>
        <w:t>643.4020</w:t>
      </w:r>
      <w:r>
        <w:tab/>
        <w:t>1.013e0</w:t>
      </w:r>
    </w:p>
    <w:p w:rsidR="00E00D30" w:rsidRDefault="00E00D30" w:rsidP="00E00D30">
      <w:r>
        <w:t>643.4456</w:t>
      </w:r>
      <w:r>
        <w:tab/>
        <w:t>1.013e0</w:t>
      </w:r>
    </w:p>
    <w:p w:rsidR="00E00D30" w:rsidRDefault="00E00D30" w:rsidP="00E00D30">
      <w:r>
        <w:t>643.4570</w:t>
      </w:r>
      <w:r>
        <w:tab/>
        <w:t>1.013e0</w:t>
      </w:r>
    </w:p>
    <w:p w:rsidR="00E00D30" w:rsidRDefault="00E00D30" w:rsidP="00E00D30">
      <w:r>
        <w:t>643.4604</w:t>
      </w:r>
      <w:r>
        <w:tab/>
        <w:t>4.051e0</w:t>
      </w:r>
    </w:p>
    <w:p w:rsidR="00E00D30" w:rsidRDefault="00E00D30" w:rsidP="00E00D30">
      <w:r>
        <w:t>643.4622</w:t>
      </w:r>
      <w:r>
        <w:tab/>
        <w:t>1.013e0</w:t>
      </w:r>
    </w:p>
    <w:p w:rsidR="00E00D30" w:rsidRDefault="00E00D30" w:rsidP="00E00D30">
      <w:r>
        <w:t>643.4789</w:t>
      </w:r>
      <w:r>
        <w:tab/>
        <w:t>1.013e0</w:t>
      </w:r>
    </w:p>
    <w:p w:rsidR="00E00D30" w:rsidRDefault="00E00D30" w:rsidP="00E00D30">
      <w:r>
        <w:t>643.5371</w:t>
      </w:r>
      <w:r>
        <w:tab/>
        <w:t>3.038e0</w:t>
      </w:r>
    </w:p>
    <w:p w:rsidR="00E00D30" w:rsidRDefault="00E00D30" w:rsidP="00E00D30">
      <w:r>
        <w:t>643.5486</w:t>
      </w:r>
      <w:r>
        <w:tab/>
        <w:t>2.025e0</w:t>
      </w:r>
    </w:p>
    <w:p w:rsidR="00E00D30" w:rsidRDefault="00E00D30" w:rsidP="00E00D30">
      <w:r>
        <w:t>643.5655</w:t>
      </w:r>
      <w:r>
        <w:tab/>
        <w:t>1.013e0</w:t>
      </w:r>
    </w:p>
    <w:p w:rsidR="00E00D30" w:rsidRDefault="00E00D30" w:rsidP="00E00D30">
      <w:r>
        <w:t>643.5834</w:t>
      </w:r>
      <w:r>
        <w:tab/>
        <w:t>1.013e0</w:t>
      </w:r>
    </w:p>
    <w:p w:rsidR="00E00D30" w:rsidRDefault="00E00D30" w:rsidP="00E00D30">
      <w:r>
        <w:t>643.6216</w:t>
      </w:r>
      <w:r>
        <w:tab/>
        <w:t>2.025e0</w:t>
      </w:r>
    </w:p>
    <w:p w:rsidR="00E00D30" w:rsidRDefault="00E00D30" w:rsidP="00E00D30">
      <w:r>
        <w:t>643.6554</w:t>
      </w:r>
      <w:r>
        <w:tab/>
        <w:t>1.013e0</w:t>
      </w:r>
    </w:p>
    <w:p w:rsidR="00E00D30" w:rsidRDefault="00E00D30" w:rsidP="00E00D30">
      <w:r>
        <w:t>643.6766</w:t>
      </w:r>
      <w:r>
        <w:tab/>
        <w:t>1.013e0</w:t>
      </w:r>
    </w:p>
    <w:p w:rsidR="00E00D30" w:rsidRDefault="00E00D30" w:rsidP="00E00D30">
      <w:r>
        <w:t>643.6884</w:t>
      </w:r>
      <w:r>
        <w:tab/>
        <w:t>2.025e0</w:t>
      </w:r>
    </w:p>
    <w:p w:rsidR="00E00D30" w:rsidRDefault="00E00D30" w:rsidP="00E00D30">
      <w:r>
        <w:t>643.7311</w:t>
      </w:r>
      <w:r>
        <w:tab/>
        <w:t>1.013e0</w:t>
      </w:r>
    </w:p>
    <w:p w:rsidR="00E00D30" w:rsidRDefault="00E00D30" w:rsidP="00E00D30">
      <w:r>
        <w:t>643.7400</w:t>
      </w:r>
      <w:r>
        <w:tab/>
        <w:t>2.025e0</w:t>
      </w:r>
    </w:p>
    <w:p w:rsidR="00E00D30" w:rsidRDefault="00E00D30" w:rsidP="00E00D30">
      <w:r>
        <w:lastRenderedPageBreak/>
        <w:t>643.7533</w:t>
      </w:r>
      <w:r>
        <w:tab/>
        <w:t>2.025e0</w:t>
      </w:r>
    </w:p>
    <w:p w:rsidR="00E00D30" w:rsidRDefault="00E00D30" w:rsidP="00E00D30">
      <w:r>
        <w:t>643.7872</w:t>
      </w:r>
      <w:r>
        <w:tab/>
        <w:t>1.013e0</w:t>
      </w:r>
    </w:p>
    <w:p w:rsidR="00E00D30" w:rsidRDefault="00E00D30" w:rsidP="00E00D30">
      <w:r>
        <w:t>643.8083</w:t>
      </w:r>
      <w:r>
        <w:tab/>
        <w:t>1.013e0</w:t>
      </w:r>
    </w:p>
    <w:p w:rsidR="00E00D30" w:rsidRDefault="00E00D30" w:rsidP="00E00D30">
      <w:r>
        <w:t>643.8190</w:t>
      </w:r>
      <w:r>
        <w:tab/>
        <w:t>1.013e0</w:t>
      </w:r>
    </w:p>
    <w:p w:rsidR="00E00D30" w:rsidRDefault="00E00D30" w:rsidP="00E00D30">
      <w:r>
        <w:t>643.8283</w:t>
      </w:r>
      <w:r>
        <w:tab/>
        <w:t>1.013e0</w:t>
      </w:r>
    </w:p>
    <w:p w:rsidR="00E00D30" w:rsidRDefault="00E00D30" w:rsidP="00E00D30">
      <w:r>
        <w:t>643.8621</w:t>
      </w:r>
      <w:r>
        <w:tab/>
        <w:t>1.013e0</w:t>
      </w:r>
    </w:p>
    <w:p w:rsidR="00E00D30" w:rsidRDefault="00E00D30" w:rsidP="00E00D30">
      <w:r>
        <w:t>643.9498</w:t>
      </w:r>
      <w:r>
        <w:tab/>
        <w:t>1.013e0</w:t>
      </w:r>
    </w:p>
    <w:p w:rsidR="00E00D30" w:rsidRDefault="00E00D30" w:rsidP="00E00D30">
      <w:r>
        <w:t>643.9620</w:t>
      </w:r>
      <w:r>
        <w:tab/>
        <w:t>2.025e0</w:t>
      </w:r>
    </w:p>
    <w:p w:rsidR="00E00D30" w:rsidRDefault="00E00D30" w:rsidP="00E00D30">
      <w:r>
        <w:t>644.0281</w:t>
      </w:r>
      <w:r>
        <w:tab/>
        <w:t>1.013e0</w:t>
      </w:r>
    </w:p>
    <w:p w:rsidR="00E00D30" w:rsidRDefault="00E00D30" w:rsidP="00E00D30">
      <w:r>
        <w:t>644.0388</w:t>
      </w:r>
      <w:r>
        <w:tab/>
        <w:t>1.013e0</w:t>
      </w:r>
    </w:p>
    <w:p w:rsidR="00E00D30" w:rsidRDefault="00E00D30" w:rsidP="00E00D30">
      <w:r>
        <w:t>644.0901</w:t>
      </w:r>
      <w:r>
        <w:tab/>
        <w:t>2.025e0</w:t>
      </w:r>
    </w:p>
    <w:p w:rsidR="00E00D30" w:rsidRDefault="00E00D30" w:rsidP="00E00D30">
      <w:r>
        <w:t>644.1050</w:t>
      </w:r>
      <w:r>
        <w:tab/>
        <w:t>1.013e0</w:t>
      </w:r>
    </w:p>
    <w:p w:rsidR="00E00D30" w:rsidRDefault="00E00D30" w:rsidP="00E00D30">
      <w:r>
        <w:t>644.1276</w:t>
      </w:r>
      <w:r>
        <w:tab/>
        <w:t>4.051e0</w:t>
      </w:r>
    </w:p>
    <w:p w:rsidR="00E00D30" w:rsidRDefault="00E00D30" w:rsidP="00E00D30">
      <w:r>
        <w:t>644.1420</w:t>
      </w:r>
      <w:r>
        <w:tab/>
        <w:t>3.038e0</w:t>
      </w:r>
    </w:p>
    <w:p w:rsidR="00E00D30" w:rsidRDefault="00E00D30" w:rsidP="00E00D30">
      <w:r>
        <w:t>644.1594</w:t>
      </w:r>
      <w:r>
        <w:tab/>
        <w:t>1.013e0</w:t>
      </w:r>
    </w:p>
    <w:p w:rsidR="00E00D30" w:rsidRDefault="00E00D30" w:rsidP="00E00D30">
      <w:r>
        <w:t>644.1710</w:t>
      </w:r>
      <w:r>
        <w:tab/>
        <w:t>1.013e0</w:t>
      </w:r>
    </w:p>
    <w:p w:rsidR="00E00D30" w:rsidRDefault="00E00D30" w:rsidP="00E00D30">
      <w:r>
        <w:t>644.2047</w:t>
      </w:r>
      <w:r>
        <w:tab/>
        <w:t>1.013e0</w:t>
      </w:r>
    </w:p>
    <w:p w:rsidR="00E00D30" w:rsidRDefault="00E00D30" w:rsidP="00E00D30">
      <w:r>
        <w:t>644.2157</w:t>
      </w:r>
      <w:r>
        <w:tab/>
        <w:t>1.013e0</w:t>
      </w:r>
    </w:p>
    <w:p w:rsidR="00E00D30" w:rsidRDefault="00E00D30" w:rsidP="00E00D30">
      <w:r>
        <w:t>644.2222</w:t>
      </w:r>
      <w:r>
        <w:tab/>
        <w:t>2.025e0</w:t>
      </w:r>
    </w:p>
    <w:p w:rsidR="00E00D30" w:rsidRDefault="00E00D30" w:rsidP="00E00D30">
      <w:r>
        <w:lastRenderedPageBreak/>
        <w:t>644.2488</w:t>
      </w:r>
      <w:r>
        <w:tab/>
        <w:t>2.025e0</w:t>
      </w:r>
    </w:p>
    <w:p w:rsidR="00E00D30" w:rsidRDefault="00E00D30" w:rsidP="00E00D30">
      <w:r>
        <w:t>644.2742</w:t>
      </w:r>
      <w:r>
        <w:tab/>
        <w:t>2.025e0</w:t>
      </w:r>
    </w:p>
    <w:p w:rsidR="00E00D30" w:rsidRDefault="00E00D30" w:rsidP="00E00D30">
      <w:r>
        <w:t>644.2825</w:t>
      </w:r>
      <w:r>
        <w:tab/>
        <w:t>1.013e0</w:t>
      </w:r>
    </w:p>
    <w:p w:rsidR="00E00D30" w:rsidRDefault="00E00D30" w:rsidP="00E00D30">
      <w:r>
        <w:t>644.3465</w:t>
      </w:r>
      <w:r>
        <w:tab/>
        <w:t>1.013e0</w:t>
      </w:r>
    </w:p>
    <w:p w:rsidR="00E00D30" w:rsidRDefault="00E00D30" w:rsidP="00E00D30">
      <w:r>
        <w:t>644.3477</w:t>
      </w:r>
      <w:r>
        <w:tab/>
        <w:t>1.013e0</w:t>
      </w:r>
    </w:p>
    <w:p w:rsidR="00E00D30" w:rsidRDefault="00E00D30" w:rsidP="00E00D30">
      <w:r>
        <w:t>644.3578</w:t>
      </w:r>
      <w:r>
        <w:tab/>
        <w:t>1.013e0</w:t>
      </w:r>
    </w:p>
    <w:p w:rsidR="00E00D30" w:rsidRDefault="00E00D30" w:rsidP="00E00D30">
      <w:r>
        <w:t>644.3599</w:t>
      </w:r>
      <w:r>
        <w:tab/>
        <w:t>8.101e0</w:t>
      </w:r>
    </w:p>
    <w:p w:rsidR="00E00D30" w:rsidRDefault="00E00D30" w:rsidP="00E00D30">
      <w:r>
        <w:t>644.3688</w:t>
      </w:r>
      <w:r>
        <w:tab/>
        <w:t>1.013e0</w:t>
      </w:r>
    </w:p>
    <w:p w:rsidR="00E00D30" w:rsidRDefault="00E00D30" w:rsidP="00E00D30">
      <w:r>
        <w:t>644.3798</w:t>
      </w:r>
      <w:r>
        <w:tab/>
        <w:t>1.013e0</w:t>
      </w:r>
    </w:p>
    <w:p w:rsidR="00E00D30" w:rsidRDefault="00E00D30" w:rsidP="00E00D30">
      <w:r>
        <w:t>644.4354</w:t>
      </w:r>
      <w:r>
        <w:tab/>
        <w:t>2.025e0</w:t>
      </w:r>
    </w:p>
    <w:p w:rsidR="00E00D30" w:rsidRDefault="00E00D30" w:rsidP="00E00D30">
      <w:r>
        <w:t>644.4394</w:t>
      </w:r>
      <w:r>
        <w:tab/>
        <w:t>1.013e0</w:t>
      </w:r>
    </w:p>
    <w:p w:rsidR="00E00D30" w:rsidRDefault="00E00D30" w:rsidP="00E00D30">
      <w:r>
        <w:t>644.4590</w:t>
      </w:r>
      <w:r>
        <w:tab/>
        <w:t>3.038e0</w:t>
      </w:r>
    </w:p>
    <w:p w:rsidR="00E00D30" w:rsidRDefault="00E00D30" w:rsidP="00E00D30">
      <w:r>
        <w:t>644.4689</w:t>
      </w:r>
      <w:r>
        <w:tab/>
        <w:t>2.025e0</w:t>
      </w:r>
    </w:p>
    <w:p w:rsidR="00E00D30" w:rsidRDefault="00E00D30" w:rsidP="00E00D30">
      <w:r>
        <w:t>644.4745</w:t>
      </w:r>
      <w:r>
        <w:tab/>
        <w:t>4.051e0</w:t>
      </w:r>
    </w:p>
    <w:p w:rsidR="00E00D30" w:rsidRDefault="00E00D30" w:rsidP="00E00D30">
      <w:r>
        <w:t>644.4885</w:t>
      </w:r>
      <w:r>
        <w:tab/>
        <w:t>4.051e0</w:t>
      </w:r>
    </w:p>
    <w:p w:rsidR="00E00D30" w:rsidRDefault="00E00D30" w:rsidP="00E00D30">
      <w:r>
        <w:t>644.4974</w:t>
      </w:r>
      <w:r>
        <w:tab/>
        <w:t>2.025e0</w:t>
      </w:r>
    </w:p>
    <w:p w:rsidR="00E00D30" w:rsidRDefault="00E00D30" w:rsidP="00E00D30">
      <w:r>
        <w:t>644.5040</w:t>
      </w:r>
      <w:r>
        <w:tab/>
        <w:t>4.051e0</w:t>
      </w:r>
    </w:p>
    <w:p w:rsidR="00E00D30" w:rsidRDefault="00E00D30" w:rsidP="00E00D30">
      <w:r>
        <w:t>644.5083</w:t>
      </w:r>
      <w:r>
        <w:tab/>
        <w:t>5.063e0</w:t>
      </w:r>
    </w:p>
    <w:p w:rsidR="00E00D30" w:rsidRDefault="00E00D30" w:rsidP="00E00D30">
      <w:r>
        <w:t>644.5113</w:t>
      </w:r>
      <w:r>
        <w:tab/>
        <w:t>2.025e0</w:t>
      </w:r>
    </w:p>
    <w:p w:rsidR="00E00D30" w:rsidRDefault="00E00D30" w:rsidP="00E00D30">
      <w:r>
        <w:lastRenderedPageBreak/>
        <w:t>644.5135</w:t>
      </w:r>
      <w:r>
        <w:tab/>
        <w:t>5.063e0</w:t>
      </w:r>
    </w:p>
    <w:p w:rsidR="00E00D30" w:rsidRDefault="00E00D30" w:rsidP="00E00D30">
      <w:r>
        <w:t>644.5219</w:t>
      </w:r>
      <w:r>
        <w:tab/>
        <w:t>4.051e0</w:t>
      </w:r>
    </w:p>
    <w:p w:rsidR="00E00D30" w:rsidRDefault="00E00D30" w:rsidP="00E00D30">
      <w:r>
        <w:t>644.5248</w:t>
      </w:r>
      <w:r>
        <w:tab/>
        <w:t>3.038e0</w:t>
      </w:r>
    </w:p>
    <w:p w:rsidR="00E00D30" w:rsidRDefault="00E00D30" w:rsidP="00E00D30">
      <w:r>
        <w:t>644.5774</w:t>
      </w:r>
      <w:r>
        <w:tab/>
        <w:t>1.013e0</w:t>
      </w:r>
    </w:p>
    <w:p w:rsidR="00E00D30" w:rsidRDefault="00E00D30" w:rsidP="00E00D30">
      <w:r>
        <w:t>644.6019</w:t>
      </w:r>
      <w:r>
        <w:tab/>
        <w:t>3.038e0</w:t>
      </w:r>
    </w:p>
    <w:p w:rsidR="00E00D30" w:rsidRDefault="00E00D30" w:rsidP="00E00D30">
      <w:r>
        <w:t>644.6141</w:t>
      </w:r>
      <w:r>
        <w:tab/>
        <w:t>1.013e0</w:t>
      </w:r>
    </w:p>
    <w:p w:rsidR="00E00D30" w:rsidRDefault="00E00D30" w:rsidP="00E00D30">
      <w:r>
        <w:t>644.6316</w:t>
      </w:r>
      <w:r>
        <w:tab/>
        <w:t>1.013e0</w:t>
      </w:r>
    </w:p>
    <w:p w:rsidR="00E00D30" w:rsidRDefault="00E00D30" w:rsidP="00E00D30">
      <w:r>
        <w:t>644.6544</w:t>
      </w:r>
      <w:r>
        <w:tab/>
        <w:t>1.013e0</w:t>
      </w:r>
    </w:p>
    <w:p w:rsidR="00E00D30" w:rsidRDefault="00E00D30" w:rsidP="00E00D30">
      <w:r>
        <w:t>644.6584</w:t>
      </w:r>
      <w:r>
        <w:tab/>
        <w:t>2.025e0</w:t>
      </w:r>
    </w:p>
    <w:p w:rsidR="00E00D30" w:rsidRDefault="00E00D30" w:rsidP="00E00D30">
      <w:r>
        <w:t>644.6657</w:t>
      </w:r>
      <w:r>
        <w:tab/>
        <w:t>1.013e0</w:t>
      </w:r>
    </w:p>
    <w:p w:rsidR="00E00D30" w:rsidRDefault="00E00D30" w:rsidP="00E00D30">
      <w:r>
        <w:t>644.6833</w:t>
      </w:r>
      <w:r>
        <w:tab/>
        <w:t>1.013e0</w:t>
      </w:r>
    </w:p>
    <w:p w:rsidR="00E00D30" w:rsidRDefault="00E00D30" w:rsidP="00E00D30">
      <w:r>
        <w:t>644.7178</w:t>
      </w:r>
      <w:r>
        <w:tab/>
        <w:t>1.013e0</w:t>
      </w:r>
    </w:p>
    <w:p w:rsidR="00E00D30" w:rsidRDefault="00E00D30" w:rsidP="00E00D30">
      <w:r>
        <w:t>644.7327</w:t>
      </w:r>
      <w:r>
        <w:tab/>
        <w:t>2.025e0</w:t>
      </w:r>
    </w:p>
    <w:p w:rsidR="00E00D30" w:rsidRDefault="00E00D30" w:rsidP="00E00D30">
      <w:r>
        <w:t>644.7533</w:t>
      </w:r>
      <w:r>
        <w:tab/>
        <w:t>2.025e0</w:t>
      </w:r>
    </w:p>
    <w:p w:rsidR="00E00D30" w:rsidRDefault="00E00D30" w:rsidP="00E00D30">
      <w:r>
        <w:t>644.7787</w:t>
      </w:r>
      <w:r>
        <w:tab/>
        <w:t>4.051e0</w:t>
      </w:r>
    </w:p>
    <w:p w:rsidR="00E00D30" w:rsidRDefault="00E00D30" w:rsidP="00E00D30">
      <w:r>
        <w:t>644.8193</w:t>
      </w:r>
      <w:r>
        <w:tab/>
        <w:t>1.013e0</w:t>
      </w:r>
    </w:p>
    <w:p w:rsidR="00E00D30" w:rsidRDefault="00E00D30" w:rsidP="00E00D30">
      <w:r>
        <w:t>644.8205</w:t>
      </w:r>
      <w:r>
        <w:tab/>
        <w:t>1.013e0</w:t>
      </w:r>
    </w:p>
    <w:p w:rsidR="00E00D30" w:rsidRDefault="00E00D30" w:rsidP="00E00D30">
      <w:r>
        <w:t>644.8414</w:t>
      </w:r>
      <w:r>
        <w:tab/>
        <w:t>1.013e0</w:t>
      </w:r>
    </w:p>
    <w:p w:rsidR="00E00D30" w:rsidRDefault="00E00D30" w:rsidP="00E00D30">
      <w:r>
        <w:t>644.8527</w:t>
      </w:r>
      <w:r>
        <w:tab/>
        <w:t>1.013e0</w:t>
      </w:r>
    </w:p>
    <w:p w:rsidR="00E00D30" w:rsidRDefault="00E00D30" w:rsidP="00E00D30">
      <w:r>
        <w:lastRenderedPageBreak/>
        <w:t>644.8958</w:t>
      </w:r>
      <w:r>
        <w:tab/>
        <w:t>2.025e0</w:t>
      </w:r>
    </w:p>
    <w:p w:rsidR="00E00D30" w:rsidRDefault="00E00D30" w:rsidP="00E00D30">
      <w:r>
        <w:t>644.9205</w:t>
      </w:r>
      <w:r>
        <w:tab/>
        <w:t>2.025e0</w:t>
      </w:r>
    </w:p>
    <w:p w:rsidR="00E00D30" w:rsidRDefault="00E00D30" w:rsidP="00E00D30">
      <w:r>
        <w:t>644.9495</w:t>
      </w:r>
      <w:r>
        <w:tab/>
        <w:t>2.025e0</w:t>
      </w:r>
    </w:p>
    <w:p w:rsidR="00E00D30" w:rsidRDefault="00E00D30" w:rsidP="00E00D30">
      <w:r>
        <w:t>644.9525</w:t>
      </w:r>
      <w:r>
        <w:tab/>
        <w:t>1.013e0</w:t>
      </w:r>
    </w:p>
    <w:p w:rsidR="00E00D30" w:rsidRDefault="00E00D30" w:rsidP="00E00D30">
      <w:r>
        <w:t>644.9738</w:t>
      </w:r>
      <w:r>
        <w:tab/>
        <w:t>2.025e0</w:t>
      </w:r>
    </w:p>
    <w:p w:rsidR="00E00D30" w:rsidRDefault="00E00D30" w:rsidP="00E00D30">
      <w:r>
        <w:t>645.0397</w:t>
      </w:r>
      <w:r>
        <w:tab/>
        <w:t>1.013e0</w:t>
      </w:r>
    </w:p>
    <w:p w:rsidR="00E00D30" w:rsidRDefault="00E00D30" w:rsidP="00E00D30">
      <w:r>
        <w:t>645.0687</w:t>
      </w:r>
      <w:r>
        <w:tab/>
        <w:t>2.025e0</w:t>
      </w:r>
    </w:p>
    <w:p w:rsidR="00E00D30" w:rsidRDefault="00E00D30" w:rsidP="00E00D30">
      <w:r>
        <w:t>645.1166</w:t>
      </w:r>
      <w:r>
        <w:tab/>
        <w:t>3.038e0</w:t>
      </w:r>
    </w:p>
    <w:p w:rsidR="00E00D30" w:rsidRDefault="00E00D30" w:rsidP="00E00D30">
      <w:r>
        <w:t>645.1551</w:t>
      </w:r>
      <w:r>
        <w:tab/>
        <w:t>1.013e0</w:t>
      </w:r>
    </w:p>
    <w:p w:rsidR="00E00D30" w:rsidRDefault="00E00D30" w:rsidP="00E00D30">
      <w:r>
        <w:t>645.1616</w:t>
      </w:r>
      <w:r>
        <w:tab/>
        <w:t>1.013e0</w:t>
      </w:r>
    </w:p>
    <w:p w:rsidR="00E00D30" w:rsidRDefault="00E00D30" w:rsidP="00E00D30">
      <w:r>
        <w:t>645.1706</w:t>
      </w:r>
      <w:r>
        <w:tab/>
        <w:t>2.025e0</w:t>
      </w:r>
    </w:p>
    <w:p w:rsidR="00E00D30" w:rsidRDefault="00E00D30" w:rsidP="00E00D30">
      <w:r>
        <w:t>645.1829</w:t>
      </w:r>
      <w:r>
        <w:tab/>
        <w:t>1.013e0</w:t>
      </w:r>
    </w:p>
    <w:p w:rsidR="00E00D30" w:rsidRDefault="00E00D30" w:rsidP="00E00D30">
      <w:r>
        <w:t>645.1938</w:t>
      </w:r>
      <w:r>
        <w:tab/>
        <w:t>1.013e0</w:t>
      </w:r>
    </w:p>
    <w:p w:rsidR="00E00D30" w:rsidRDefault="00E00D30" w:rsidP="00E00D30">
      <w:r>
        <w:t>645.2248</w:t>
      </w:r>
      <w:r>
        <w:tab/>
        <w:t>2.025e0</w:t>
      </w:r>
    </w:p>
    <w:p w:rsidR="00E00D30" w:rsidRDefault="00E00D30" w:rsidP="00E00D30">
      <w:r>
        <w:t>645.2269</w:t>
      </w:r>
      <w:r>
        <w:tab/>
        <w:t>1.013e0</w:t>
      </w:r>
    </w:p>
    <w:p w:rsidR="00E00D30" w:rsidRDefault="00E00D30" w:rsidP="00E00D30">
      <w:r>
        <w:t>645.2664</w:t>
      </w:r>
      <w:r>
        <w:tab/>
        <w:t>2.025e0</w:t>
      </w:r>
    </w:p>
    <w:p w:rsidR="00E00D30" w:rsidRDefault="00E00D30" w:rsidP="00E00D30">
      <w:r>
        <w:t>645.2990</w:t>
      </w:r>
      <w:r>
        <w:tab/>
        <w:t>3.038e0</w:t>
      </w:r>
    </w:p>
    <w:p w:rsidR="00E00D30" w:rsidRDefault="00E00D30" w:rsidP="00E00D30">
      <w:r>
        <w:t>645.3047</w:t>
      </w:r>
      <w:r>
        <w:tab/>
        <w:t>1.013e0</w:t>
      </w:r>
    </w:p>
    <w:p w:rsidR="00E00D30" w:rsidRDefault="00E00D30" w:rsidP="00E00D30">
      <w:r>
        <w:t>645.3118</w:t>
      </w:r>
      <w:r>
        <w:tab/>
        <w:t>1.013e0</w:t>
      </w:r>
    </w:p>
    <w:p w:rsidR="00E00D30" w:rsidRDefault="00E00D30" w:rsidP="00E00D30">
      <w:r>
        <w:lastRenderedPageBreak/>
        <w:t>645.3149</w:t>
      </w:r>
      <w:r>
        <w:tab/>
        <w:t>1.013e0</w:t>
      </w:r>
    </w:p>
    <w:p w:rsidR="00E00D30" w:rsidRDefault="00E00D30" w:rsidP="00E00D30">
      <w:r>
        <w:t>645.3212</w:t>
      </w:r>
      <w:r>
        <w:tab/>
        <w:t>2.025e0</w:t>
      </w:r>
    </w:p>
    <w:p w:rsidR="00E00D30" w:rsidRDefault="00E00D30" w:rsidP="00E00D30">
      <w:r>
        <w:t>645.3259</w:t>
      </w:r>
      <w:r>
        <w:tab/>
        <w:t>1.013e0</w:t>
      </w:r>
    </w:p>
    <w:p w:rsidR="00E00D30" w:rsidRDefault="00E00D30" w:rsidP="00E00D30">
      <w:r>
        <w:t>645.3296</w:t>
      </w:r>
      <w:r>
        <w:tab/>
        <w:t>1.013e0</w:t>
      </w:r>
    </w:p>
    <w:p w:rsidR="00E00D30" w:rsidRDefault="00E00D30" w:rsidP="00E00D30">
      <w:r>
        <w:t>645.3356</w:t>
      </w:r>
      <w:r>
        <w:tab/>
        <w:t>2.025e0</w:t>
      </w:r>
    </w:p>
    <w:p w:rsidR="00E00D30" w:rsidRDefault="00E00D30" w:rsidP="00E00D30">
      <w:r>
        <w:t>645.3589</w:t>
      </w:r>
      <w:r>
        <w:tab/>
        <w:t>1.013e0</w:t>
      </w:r>
    </w:p>
    <w:p w:rsidR="00E00D30" w:rsidRDefault="00E00D30" w:rsidP="00E00D30">
      <w:r>
        <w:t>645.3700</w:t>
      </w:r>
      <w:r>
        <w:tab/>
        <w:t>1.013e0</w:t>
      </w:r>
    </w:p>
    <w:p w:rsidR="00E00D30" w:rsidRDefault="00E00D30" w:rsidP="00E00D30">
      <w:r>
        <w:t>645.3763</w:t>
      </w:r>
      <w:r>
        <w:tab/>
        <w:t>2.025e0</w:t>
      </w:r>
    </w:p>
    <w:p w:rsidR="00E00D30" w:rsidRDefault="00E00D30" w:rsidP="00E00D30">
      <w:r>
        <w:t>645.3832</w:t>
      </w:r>
      <w:r>
        <w:tab/>
        <w:t>1.013e0</w:t>
      </w:r>
    </w:p>
    <w:p w:rsidR="00E00D30" w:rsidRDefault="00E00D30" w:rsidP="00E00D30">
      <w:r>
        <w:t>645.4247</w:t>
      </w:r>
      <w:r>
        <w:tab/>
        <w:t>1.013e0</w:t>
      </w:r>
    </w:p>
    <w:p w:rsidR="00E00D30" w:rsidRDefault="00E00D30" w:rsidP="00E00D30">
      <w:r>
        <w:t>645.4281</w:t>
      </w:r>
      <w:r>
        <w:tab/>
        <w:t>2.025e0</w:t>
      </w:r>
    </w:p>
    <w:p w:rsidR="00E00D30" w:rsidRDefault="00E00D30" w:rsidP="00E00D30">
      <w:r>
        <w:t>645.4694</w:t>
      </w:r>
      <w:r>
        <w:tab/>
        <w:t>2.025e0</w:t>
      </w:r>
    </w:p>
    <w:p w:rsidR="00E00D30" w:rsidRDefault="00E00D30" w:rsidP="00E00D30">
      <w:r>
        <w:t>645.4819</w:t>
      </w:r>
      <w:r>
        <w:tab/>
        <w:t>2.025e0</w:t>
      </w:r>
    </w:p>
    <w:p w:rsidR="00E00D30" w:rsidRDefault="00E00D30" w:rsidP="00E00D30">
      <w:r>
        <w:t>645.5018</w:t>
      </w:r>
      <w:r>
        <w:tab/>
        <w:t>1.013e0</w:t>
      </w:r>
    </w:p>
    <w:p w:rsidR="00E00D30" w:rsidRDefault="00E00D30" w:rsidP="00E00D30">
      <w:r>
        <w:t>645.5078</w:t>
      </w:r>
      <w:r>
        <w:tab/>
        <w:t>5.063e0</w:t>
      </w:r>
    </w:p>
    <w:p w:rsidR="00E00D30" w:rsidRDefault="00E00D30" w:rsidP="00E00D30">
      <w:r>
        <w:t>645.5128</w:t>
      </w:r>
      <w:r>
        <w:tab/>
        <w:t>1.013e0</w:t>
      </w:r>
    </w:p>
    <w:p w:rsidR="00E00D30" w:rsidRDefault="00E00D30" w:rsidP="00E00D30">
      <w:r>
        <w:t>645.5680</w:t>
      </w:r>
      <w:r>
        <w:tab/>
        <w:t>2.025e0</w:t>
      </w:r>
    </w:p>
    <w:p w:rsidR="00E00D30" w:rsidRDefault="00E00D30" w:rsidP="00E00D30">
      <w:r>
        <w:t>645.6119</w:t>
      </w:r>
      <w:r>
        <w:tab/>
        <w:t>2.025e0</w:t>
      </w:r>
    </w:p>
    <w:p w:rsidR="00E00D30" w:rsidRDefault="00E00D30" w:rsidP="00E00D30">
      <w:r>
        <w:t>645.6268</w:t>
      </w:r>
      <w:r>
        <w:tab/>
        <w:t>1.013e0</w:t>
      </w:r>
    </w:p>
    <w:p w:rsidR="00E00D30" w:rsidRDefault="00E00D30" w:rsidP="00E00D30">
      <w:r>
        <w:lastRenderedPageBreak/>
        <w:t>645.6614</w:t>
      </w:r>
      <w:r>
        <w:tab/>
        <w:t>1.013e0</w:t>
      </w:r>
    </w:p>
    <w:p w:rsidR="00E00D30" w:rsidRDefault="00E00D30" w:rsidP="00E00D30">
      <w:r>
        <w:t>645.7003</w:t>
      </w:r>
      <w:r>
        <w:tab/>
        <w:t>1.013e0</w:t>
      </w:r>
    </w:p>
    <w:p w:rsidR="00E00D30" w:rsidRDefault="00E00D30" w:rsidP="00E00D30">
      <w:r>
        <w:t>645.7222</w:t>
      </w:r>
      <w:r>
        <w:tab/>
        <w:t>3.038e0</w:t>
      </w:r>
    </w:p>
    <w:p w:rsidR="00E00D30" w:rsidRDefault="00E00D30" w:rsidP="00E00D30">
      <w:r>
        <w:t>645.7444</w:t>
      </w:r>
      <w:r>
        <w:tab/>
        <w:t>1.013e0</w:t>
      </w:r>
    </w:p>
    <w:p w:rsidR="00E00D30" w:rsidRDefault="00E00D30" w:rsidP="00E00D30">
      <w:r>
        <w:t>645.7991</w:t>
      </w:r>
      <w:r>
        <w:tab/>
        <w:t>1.013e0</w:t>
      </w:r>
    </w:p>
    <w:p w:rsidR="00E00D30" w:rsidRDefault="00E00D30" w:rsidP="00E00D30">
      <w:r>
        <w:t>645.8022</w:t>
      </w:r>
      <w:r>
        <w:tab/>
        <w:t>1.013e0</w:t>
      </w:r>
    </w:p>
    <w:p w:rsidR="00E00D30" w:rsidRDefault="00E00D30" w:rsidP="00E00D30">
      <w:r>
        <w:t>645.8105</w:t>
      </w:r>
      <w:r>
        <w:tab/>
        <w:t>1.013e0</w:t>
      </w:r>
    </w:p>
    <w:p w:rsidR="00E00D30" w:rsidRDefault="00E00D30" w:rsidP="00E00D30">
      <w:r>
        <w:t>645.8358</w:t>
      </w:r>
      <w:r>
        <w:tab/>
        <w:t>1.013e0</w:t>
      </w:r>
    </w:p>
    <w:p w:rsidR="00E00D30" w:rsidRDefault="00E00D30" w:rsidP="00E00D30">
      <w:r>
        <w:t>645.8370</w:t>
      </w:r>
      <w:r>
        <w:tab/>
        <w:t>1.013e0</w:t>
      </w:r>
    </w:p>
    <w:p w:rsidR="00E00D30" w:rsidRDefault="00E00D30" w:rsidP="00E00D30">
      <w:r>
        <w:t>645.8708</w:t>
      </w:r>
      <w:r>
        <w:tab/>
        <w:t>2.025e0</w:t>
      </w:r>
    </w:p>
    <w:p w:rsidR="00E00D30" w:rsidRDefault="00E00D30" w:rsidP="00E00D30">
      <w:r>
        <w:t>645.8983</w:t>
      </w:r>
      <w:r>
        <w:tab/>
        <w:t>1.013e0</w:t>
      </w:r>
    </w:p>
    <w:p w:rsidR="00E00D30" w:rsidRDefault="00E00D30" w:rsidP="00E00D30">
      <w:r>
        <w:t>645.9097</w:t>
      </w:r>
      <w:r>
        <w:tab/>
        <w:t>1.013e0</w:t>
      </w:r>
    </w:p>
    <w:p w:rsidR="00E00D30" w:rsidRDefault="00E00D30" w:rsidP="00E00D30">
      <w:r>
        <w:t>645.9135</w:t>
      </w:r>
      <w:r>
        <w:tab/>
        <w:t>2.025e0</w:t>
      </w:r>
    </w:p>
    <w:p w:rsidR="00E00D30" w:rsidRDefault="00E00D30" w:rsidP="00E00D30">
      <w:r>
        <w:t>645.9317</w:t>
      </w:r>
      <w:r>
        <w:tab/>
        <w:t>1.013e0</w:t>
      </w:r>
    </w:p>
    <w:p w:rsidR="00E00D30" w:rsidRDefault="00E00D30" w:rsidP="00E00D30">
      <w:r>
        <w:t>645.9924</w:t>
      </w:r>
      <w:r>
        <w:tab/>
        <w:t>1.013e0</w:t>
      </w:r>
    </w:p>
    <w:p w:rsidR="00E00D30" w:rsidRDefault="00E00D30" w:rsidP="00E00D30">
      <w:r>
        <w:t>646.0116</w:t>
      </w:r>
      <w:r>
        <w:tab/>
        <w:t>1.013e0</w:t>
      </w:r>
    </w:p>
    <w:p w:rsidR="00E00D30" w:rsidRDefault="00E00D30" w:rsidP="00E00D30">
      <w:r>
        <w:t>646.0309</w:t>
      </w:r>
      <w:r>
        <w:tab/>
        <w:t>1.013e0</w:t>
      </w:r>
    </w:p>
    <w:p w:rsidR="00E00D30" w:rsidRDefault="00E00D30" w:rsidP="00E00D30">
      <w:r>
        <w:t>646.0640</w:t>
      </w:r>
      <w:r>
        <w:tab/>
        <w:t>1.013e0</w:t>
      </w:r>
    </w:p>
    <w:p w:rsidR="00E00D30" w:rsidRDefault="00E00D30" w:rsidP="00E00D30">
      <w:r>
        <w:t>646.0856</w:t>
      </w:r>
      <w:r>
        <w:tab/>
        <w:t>1.013e0</w:t>
      </w:r>
    </w:p>
    <w:p w:rsidR="00E00D30" w:rsidRDefault="00E00D30" w:rsidP="00E00D30">
      <w:r>
        <w:lastRenderedPageBreak/>
        <w:t>646.0901</w:t>
      </w:r>
      <w:r>
        <w:tab/>
        <w:t>2.025e0</w:t>
      </w:r>
    </w:p>
    <w:p w:rsidR="00E00D30" w:rsidRDefault="00E00D30" w:rsidP="00E00D30">
      <w:r>
        <w:t>646.1091</w:t>
      </w:r>
      <w:r>
        <w:tab/>
        <w:t>2.025e0</w:t>
      </w:r>
    </w:p>
    <w:p w:rsidR="00E00D30" w:rsidRDefault="00E00D30" w:rsidP="00E00D30">
      <w:r>
        <w:t>646.1504</w:t>
      </w:r>
      <w:r>
        <w:tab/>
        <w:t>1.013e0</w:t>
      </w:r>
    </w:p>
    <w:p w:rsidR="00E00D30" w:rsidRDefault="00E00D30" w:rsidP="00E00D30">
      <w:r>
        <w:t>646.1628</w:t>
      </w:r>
      <w:r>
        <w:tab/>
        <w:t>1.013e0</w:t>
      </w:r>
    </w:p>
    <w:p w:rsidR="00E00D30" w:rsidRDefault="00E00D30" w:rsidP="00E00D30">
      <w:r>
        <w:t>646.1677</w:t>
      </w:r>
      <w:r>
        <w:tab/>
        <w:t>1.013e0</w:t>
      </w:r>
    </w:p>
    <w:p w:rsidR="00E00D30" w:rsidRDefault="00E00D30" w:rsidP="00E00D30">
      <w:r>
        <w:t>646.1846</w:t>
      </w:r>
      <w:r>
        <w:tab/>
        <w:t>1.013e0</w:t>
      </w:r>
    </w:p>
    <w:p w:rsidR="00E00D30" w:rsidRDefault="00E00D30" w:rsidP="00E00D30">
      <w:r>
        <w:t>646.1945</w:t>
      </w:r>
      <w:r>
        <w:tab/>
        <w:t>2.025e0</w:t>
      </w:r>
    </w:p>
    <w:p w:rsidR="00E00D30" w:rsidRDefault="00E00D30" w:rsidP="00E00D30">
      <w:r>
        <w:t>646.1962</w:t>
      </w:r>
      <w:r>
        <w:tab/>
        <w:t>1.013e0</w:t>
      </w:r>
    </w:p>
    <w:p w:rsidR="00E00D30" w:rsidRDefault="00E00D30" w:rsidP="00E00D30">
      <w:r>
        <w:t>646.2025</w:t>
      </w:r>
      <w:r>
        <w:tab/>
        <w:t>3.038e0</w:t>
      </w:r>
    </w:p>
    <w:p w:rsidR="00E00D30" w:rsidRDefault="00E00D30" w:rsidP="00E00D30">
      <w:r>
        <w:t>646.2325</w:t>
      </w:r>
      <w:r>
        <w:tab/>
        <w:t>3.038e0</w:t>
      </w:r>
    </w:p>
    <w:p w:rsidR="00E00D30" w:rsidRDefault="00E00D30" w:rsidP="00E00D30">
      <w:r>
        <w:t>646.2369</w:t>
      </w:r>
      <w:r>
        <w:tab/>
        <w:t>1.013e0</w:t>
      </w:r>
    </w:p>
    <w:p w:rsidR="00E00D30" w:rsidRDefault="00E00D30" w:rsidP="00E00D30">
      <w:r>
        <w:t>646.2446</w:t>
      </w:r>
      <w:r>
        <w:tab/>
        <w:t>5.063e0</w:t>
      </w:r>
    </w:p>
    <w:p w:rsidR="00E00D30" w:rsidRDefault="00E00D30" w:rsidP="00E00D30">
      <w:r>
        <w:t>646.2551</w:t>
      </w:r>
      <w:r>
        <w:tab/>
        <w:t>1.013e0</w:t>
      </w:r>
    </w:p>
    <w:p w:rsidR="00E00D30" w:rsidRDefault="00E00D30" w:rsidP="00E00D30">
      <w:r>
        <w:t>646.2621</w:t>
      </w:r>
      <w:r>
        <w:tab/>
        <w:t>5.063e0</w:t>
      </w:r>
    </w:p>
    <w:p w:rsidR="00E00D30" w:rsidRDefault="00E00D30" w:rsidP="00E00D30">
      <w:r>
        <w:t>646.3071</w:t>
      </w:r>
      <w:r>
        <w:tab/>
        <w:t>1.013e0</w:t>
      </w:r>
    </w:p>
    <w:p w:rsidR="00E00D30" w:rsidRDefault="00E00D30" w:rsidP="00E00D30">
      <w:r>
        <w:t>646.3776</w:t>
      </w:r>
      <w:r>
        <w:tab/>
        <w:t>2.025e0</w:t>
      </w:r>
    </w:p>
    <w:p w:rsidR="00E00D30" w:rsidRDefault="00E00D30" w:rsidP="00E00D30">
      <w:r>
        <w:t>646.3823</w:t>
      </w:r>
      <w:r>
        <w:tab/>
        <w:t>3.038e0</w:t>
      </w:r>
    </w:p>
    <w:p w:rsidR="00E00D30" w:rsidRDefault="00E00D30" w:rsidP="00E00D30">
      <w:r>
        <w:t>646.3947</w:t>
      </w:r>
      <w:r>
        <w:tab/>
        <w:t>5.063e0</w:t>
      </w:r>
    </w:p>
    <w:p w:rsidR="00E00D30" w:rsidRDefault="00E00D30" w:rsidP="00E00D30">
      <w:r>
        <w:t>646.4164</w:t>
      </w:r>
      <w:r>
        <w:tab/>
        <w:t>3.038e0</w:t>
      </w:r>
    </w:p>
    <w:p w:rsidR="00E00D30" w:rsidRDefault="00E00D30" w:rsidP="00E00D30">
      <w:r>
        <w:lastRenderedPageBreak/>
        <w:t>646.4219</w:t>
      </w:r>
      <w:r>
        <w:tab/>
        <w:t>3.038e0</w:t>
      </w:r>
    </w:p>
    <w:p w:rsidR="00E00D30" w:rsidRDefault="00E00D30" w:rsidP="00E00D30">
      <w:r>
        <w:t>646.4630</w:t>
      </w:r>
      <w:r>
        <w:tab/>
        <w:t>3.038e0</w:t>
      </w:r>
    </w:p>
    <w:p w:rsidR="00E00D30" w:rsidRDefault="00E00D30" w:rsidP="00E00D30">
      <w:r>
        <w:t>646.4645</w:t>
      </w:r>
      <w:r>
        <w:tab/>
        <w:t>2.025e0</w:t>
      </w:r>
    </w:p>
    <w:p w:rsidR="00E00D30" w:rsidRDefault="00E00D30" w:rsidP="00E00D30">
      <w:r>
        <w:t>646.4844</w:t>
      </w:r>
      <w:r>
        <w:tab/>
        <w:t>4.051e0</w:t>
      </w:r>
    </w:p>
    <w:p w:rsidR="00E00D30" w:rsidRDefault="00E00D30" w:rsidP="00E00D30">
      <w:r>
        <w:t>646.4916</w:t>
      </w:r>
      <w:r>
        <w:tab/>
        <w:t>2.025e0</w:t>
      </w:r>
    </w:p>
    <w:p w:rsidR="00E00D30" w:rsidRDefault="00E00D30" w:rsidP="00E00D30">
      <w:r>
        <w:t>646.5526</w:t>
      </w:r>
      <w:r>
        <w:tab/>
        <w:t>1.013e0</w:t>
      </w:r>
    </w:p>
    <w:p w:rsidR="00E00D30" w:rsidRDefault="00E00D30" w:rsidP="00E00D30">
      <w:r>
        <w:t>646.5862</w:t>
      </w:r>
      <w:r>
        <w:tab/>
        <w:t>1.013e0</w:t>
      </w:r>
    </w:p>
    <w:p w:rsidR="00E00D30" w:rsidRDefault="00E00D30" w:rsidP="00E00D30">
      <w:r>
        <w:t>646.6556</w:t>
      </w:r>
      <w:r>
        <w:tab/>
        <w:t>2.025e0</w:t>
      </w:r>
    </w:p>
    <w:p w:rsidR="00E00D30" w:rsidRDefault="00E00D30" w:rsidP="00E00D30">
      <w:r>
        <w:t>646.6740</w:t>
      </w:r>
      <w:r>
        <w:tab/>
        <w:t>1.013e0</w:t>
      </w:r>
    </w:p>
    <w:p w:rsidR="00E00D30" w:rsidRDefault="00E00D30" w:rsidP="00E00D30">
      <w:r>
        <w:t>646.7516</w:t>
      </w:r>
      <w:r>
        <w:tab/>
        <w:t>2.025e0</w:t>
      </w:r>
    </w:p>
    <w:p w:rsidR="00E00D30" w:rsidRDefault="00E00D30" w:rsidP="00E00D30">
      <w:r>
        <w:t>646.7958</w:t>
      </w:r>
      <w:r>
        <w:tab/>
        <w:t>2.025e0</w:t>
      </w:r>
    </w:p>
    <w:p w:rsidR="00E00D30" w:rsidRDefault="00E00D30" w:rsidP="00E00D30">
      <w:r>
        <w:t>646.8220</w:t>
      </w:r>
      <w:r>
        <w:tab/>
        <w:t>2.025e0</w:t>
      </w:r>
    </w:p>
    <w:p w:rsidR="00E00D30" w:rsidRDefault="00E00D30" w:rsidP="00E00D30">
      <w:r>
        <w:t>646.8248</w:t>
      </w:r>
      <w:r>
        <w:tab/>
        <w:t>1.013e0</w:t>
      </w:r>
    </w:p>
    <w:p w:rsidR="00E00D30" w:rsidRDefault="00E00D30" w:rsidP="00E00D30">
      <w:r>
        <w:t>646.8656</w:t>
      </w:r>
      <w:r>
        <w:tab/>
        <w:t>2.025e0</w:t>
      </w:r>
    </w:p>
    <w:p w:rsidR="00E00D30" w:rsidRDefault="00E00D30" w:rsidP="00E00D30">
      <w:r>
        <w:t>646.9000</w:t>
      </w:r>
      <w:r>
        <w:tab/>
        <w:t>1.013e0</w:t>
      </w:r>
    </w:p>
    <w:p w:rsidR="00E00D30" w:rsidRDefault="00E00D30" w:rsidP="00E00D30">
      <w:r>
        <w:t>646.9139</w:t>
      </w:r>
      <w:r>
        <w:tab/>
        <w:t>1.013e0</w:t>
      </w:r>
    </w:p>
    <w:p w:rsidR="00E00D30" w:rsidRDefault="00E00D30" w:rsidP="00E00D30">
      <w:r>
        <w:t>646.9176</w:t>
      </w:r>
      <w:r>
        <w:tab/>
        <w:t>2.025e0</w:t>
      </w:r>
    </w:p>
    <w:p w:rsidR="00E00D30" w:rsidRDefault="00E00D30" w:rsidP="00E00D30">
      <w:r>
        <w:t>646.9238</w:t>
      </w:r>
      <w:r>
        <w:tab/>
        <w:t>1.013e0</w:t>
      </w:r>
    </w:p>
    <w:p w:rsidR="00E00D30" w:rsidRDefault="00E00D30" w:rsidP="00E00D30">
      <w:r>
        <w:t>646.9572</w:t>
      </w:r>
      <w:r>
        <w:tab/>
        <w:t>1.013e0</w:t>
      </w:r>
    </w:p>
    <w:p w:rsidR="00E00D30" w:rsidRDefault="00E00D30" w:rsidP="00E00D30">
      <w:r>
        <w:lastRenderedPageBreak/>
        <w:t>647.0010</w:t>
      </w:r>
      <w:r>
        <w:tab/>
        <w:t>1.013e0</w:t>
      </w:r>
    </w:p>
    <w:p w:rsidR="00E00D30" w:rsidRDefault="00E00D30" w:rsidP="00E00D30">
      <w:r>
        <w:t>647.0242</w:t>
      </w:r>
      <w:r>
        <w:tab/>
        <w:t>1.013e0</w:t>
      </w:r>
    </w:p>
    <w:p w:rsidR="00E00D30" w:rsidRDefault="00E00D30" w:rsidP="00E00D30">
      <w:r>
        <w:t>647.0526</w:t>
      </w:r>
      <w:r>
        <w:tab/>
        <w:t>2.025e0</w:t>
      </w:r>
    </w:p>
    <w:p w:rsidR="00E00D30" w:rsidRDefault="00E00D30" w:rsidP="00E00D30">
      <w:r>
        <w:t>647.0575</w:t>
      </w:r>
      <w:r>
        <w:tab/>
        <w:t>1.013e0</w:t>
      </w:r>
    </w:p>
    <w:p w:rsidR="00E00D30" w:rsidRDefault="00E00D30" w:rsidP="00E00D30">
      <w:r>
        <w:t>647.0986</w:t>
      </w:r>
      <w:r>
        <w:tab/>
        <w:t>3.038e0</w:t>
      </w:r>
    </w:p>
    <w:p w:rsidR="00E00D30" w:rsidRDefault="00E00D30" w:rsidP="00E00D30">
      <w:r>
        <w:t>647.1797</w:t>
      </w:r>
      <w:r>
        <w:tab/>
        <w:t>1.013e0</w:t>
      </w:r>
    </w:p>
    <w:p w:rsidR="00E00D30" w:rsidRDefault="00E00D30" w:rsidP="00E00D30">
      <w:r>
        <w:t>647.1967</w:t>
      </w:r>
      <w:r>
        <w:tab/>
        <w:t>1.013e0</w:t>
      </w:r>
    </w:p>
    <w:p w:rsidR="00E00D30" w:rsidRDefault="00E00D30" w:rsidP="00E00D30">
      <w:r>
        <w:t>647.2229</w:t>
      </w:r>
      <w:r>
        <w:tab/>
        <w:t>1.013e0</w:t>
      </w:r>
    </w:p>
    <w:p w:rsidR="00E00D30" w:rsidRDefault="00E00D30" w:rsidP="00E00D30">
      <w:r>
        <w:t>647.2297</w:t>
      </w:r>
      <w:r>
        <w:tab/>
        <w:t>3.038e0</w:t>
      </w:r>
    </w:p>
    <w:p w:rsidR="00E00D30" w:rsidRDefault="00E00D30" w:rsidP="00E00D30">
      <w:r>
        <w:t>647.2489</w:t>
      </w:r>
      <w:r>
        <w:tab/>
        <w:t>2.025e0</w:t>
      </w:r>
    </w:p>
    <w:p w:rsidR="00E00D30" w:rsidRDefault="00E00D30" w:rsidP="00E00D30">
      <w:r>
        <w:t>647.2670</w:t>
      </w:r>
      <w:r>
        <w:tab/>
        <w:t>2.025e0</w:t>
      </w:r>
    </w:p>
    <w:p w:rsidR="00E00D30" w:rsidRDefault="00E00D30" w:rsidP="00E00D30">
      <w:r>
        <w:t>647.2825</w:t>
      </w:r>
      <w:r>
        <w:tab/>
        <w:t>2.025e0</w:t>
      </w:r>
    </w:p>
    <w:p w:rsidR="00E00D30" w:rsidRDefault="00E00D30" w:rsidP="00E00D30">
      <w:r>
        <w:t>647.2883</w:t>
      </w:r>
      <w:r>
        <w:tab/>
        <w:t>2.025e0</w:t>
      </w:r>
    </w:p>
    <w:p w:rsidR="00E00D30" w:rsidRDefault="00E00D30" w:rsidP="00E00D30">
      <w:r>
        <w:t>647.2901</w:t>
      </w:r>
      <w:r>
        <w:tab/>
        <w:t>3.038e0</w:t>
      </w:r>
    </w:p>
    <w:p w:rsidR="00E00D30" w:rsidRDefault="00E00D30" w:rsidP="00E00D30">
      <w:r>
        <w:t>647.3126</w:t>
      </w:r>
      <w:r>
        <w:tab/>
        <w:t>2.025e0</w:t>
      </w:r>
    </w:p>
    <w:p w:rsidR="00E00D30" w:rsidRDefault="00E00D30" w:rsidP="00E00D30">
      <w:r>
        <w:t>647.3211</w:t>
      </w:r>
      <w:r>
        <w:tab/>
        <w:t>1.013e0</w:t>
      </w:r>
    </w:p>
    <w:p w:rsidR="00E00D30" w:rsidRDefault="00E00D30" w:rsidP="00E00D30">
      <w:r>
        <w:t>647.3363</w:t>
      </w:r>
      <w:r>
        <w:tab/>
        <w:t>2.025e0</w:t>
      </w:r>
    </w:p>
    <w:p w:rsidR="00E00D30" w:rsidRDefault="00E00D30" w:rsidP="00E00D30">
      <w:r>
        <w:t>647.3546</w:t>
      </w:r>
      <w:r>
        <w:tab/>
        <w:t>1.013e0</w:t>
      </w:r>
    </w:p>
    <w:p w:rsidR="00E00D30" w:rsidRDefault="00E00D30" w:rsidP="00E00D30">
      <w:r>
        <w:t>647.3674</w:t>
      </w:r>
      <w:r>
        <w:tab/>
        <w:t>2.025e0</w:t>
      </w:r>
    </w:p>
    <w:p w:rsidR="00E00D30" w:rsidRDefault="00E00D30" w:rsidP="00E00D30">
      <w:r>
        <w:lastRenderedPageBreak/>
        <w:t>647.3713</w:t>
      </w:r>
      <w:r>
        <w:tab/>
        <w:t>2.025e0</w:t>
      </w:r>
    </w:p>
    <w:p w:rsidR="00E00D30" w:rsidRDefault="00E00D30" w:rsidP="00E00D30">
      <w:r>
        <w:t>647.3987</w:t>
      </w:r>
      <w:r>
        <w:tab/>
        <w:t>1.013e0</w:t>
      </w:r>
    </w:p>
    <w:p w:rsidR="00E00D30" w:rsidRDefault="00E00D30" w:rsidP="00E00D30">
      <w:r>
        <w:t>647.4054</w:t>
      </w:r>
      <w:r>
        <w:tab/>
        <w:t>3.038e0</w:t>
      </w:r>
    </w:p>
    <w:p w:rsidR="00E00D30" w:rsidRDefault="00E00D30" w:rsidP="00E00D30">
      <w:r>
        <w:t>647.4242</w:t>
      </w:r>
      <w:r>
        <w:tab/>
        <w:t>1.013e0</w:t>
      </w:r>
    </w:p>
    <w:p w:rsidR="00E00D30" w:rsidRDefault="00E00D30" w:rsidP="00E00D30">
      <w:r>
        <w:t>647.4319</w:t>
      </w:r>
      <w:r>
        <w:tab/>
        <w:t>1.013e0</w:t>
      </w:r>
    </w:p>
    <w:p w:rsidR="00E00D30" w:rsidRDefault="00E00D30" w:rsidP="00E00D30">
      <w:r>
        <w:t>647.4405</w:t>
      </w:r>
      <w:r>
        <w:tab/>
        <w:t>1.013e0</w:t>
      </w:r>
    </w:p>
    <w:p w:rsidR="00E00D30" w:rsidRDefault="00E00D30" w:rsidP="00E00D30">
      <w:r>
        <w:t>647.4417</w:t>
      </w:r>
      <w:r>
        <w:tab/>
        <w:t>1.013e0</w:t>
      </w:r>
    </w:p>
    <w:p w:rsidR="00E00D30" w:rsidRDefault="00E00D30" w:rsidP="00E00D30">
      <w:r>
        <w:t>647.4692</w:t>
      </w:r>
      <w:r>
        <w:tab/>
        <w:t>2.025e0</w:t>
      </w:r>
    </w:p>
    <w:p w:rsidR="00E00D30" w:rsidRDefault="00E00D30" w:rsidP="00E00D30">
      <w:r>
        <w:t>647.4781</w:t>
      </w:r>
      <w:r>
        <w:tab/>
        <w:t>2.025e0</w:t>
      </w:r>
    </w:p>
    <w:p w:rsidR="00E00D30" w:rsidRDefault="00E00D30" w:rsidP="00E00D30">
      <w:r>
        <w:t>647.5115</w:t>
      </w:r>
      <w:r>
        <w:tab/>
        <w:t>1.013e0</w:t>
      </w:r>
    </w:p>
    <w:p w:rsidR="00E00D30" w:rsidRDefault="00E00D30" w:rsidP="00E00D30">
      <w:r>
        <w:t>647.5206</w:t>
      </w:r>
      <w:r>
        <w:tab/>
        <w:t>2.025e0</w:t>
      </w:r>
    </w:p>
    <w:p w:rsidR="00E00D30" w:rsidRDefault="00E00D30" w:rsidP="00E00D30">
      <w:r>
        <w:t>647.5320</w:t>
      </w:r>
      <w:r>
        <w:tab/>
        <w:t>1.013e0</w:t>
      </w:r>
    </w:p>
    <w:p w:rsidR="00E00D30" w:rsidRDefault="00E00D30" w:rsidP="00E00D30">
      <w:r>
        <w:t>647.5420</w:t>
      </w:r>
      <w:r>
        <w:tab/>
        <w:t>1.013e0</w:t>
      </w:r>
    </w:p>
    <w:p w:rsidR="00E00D30" w:rsidRDefault="00E00D30" w:rsidP="00E00D30">
      <w:r>
        <w:t>647.6414</w:t>
      </w:r>
      <w:r>
        <w:tab/>
        <w:t>1.013e0</w:t>
      </w:r>
    </w:p>
    <w:p w:rsidR="00E00D30" w:rsidRDefault="00E00D30" w:rsidP="00E00D30">
      <w:r>
        <w:t>647.6510</w:t>
      </w:r>
      <w:r>
        <w:tab/>
        <w:t>1.013e0</w:t>
      </w:r>
    </w:p>
    <w:p w:rsidR="00E00D30" w:rsidRDefault="00E00D30" w:rsidP="00E00D30">
      <w:r>
        <w:t>647.7208</w:t>
      </w:r>
      <w:r>
        <w:tab/>
        <w:t>1.013e0</w:t>
      </w:r>
    </w:p>
    <w:p w:rsidR="00E00D30" w:rsidRDefault="00E00D30" w:rsidP="00E00D30">
      <w:r>
        <w:t>647.7301</w:t>
      </w:r>
      <w:r>
        <w:tab/>
        <w:t>1.013e0</w:t>
      </w:r>
    </w:p>
    <w:p w:rsidR="00E00D30" w:rsidRDefault="00E00D30" w:rsidP="00E00D30">
      <w:r>
        <w:t>647.7553</w:t>
      </w:r>
      <w:r>
        <w:tab/>
        <w:t>1.013e0</w:t>
      </w:r>
    </w:p>
    <w:p w:rsidR="00E00D30" w:rsidRDefault="00E00D30" w:rsidP="00E00D30">
      <w:r>
        <w:t>647.7565</w:t>
      </w:r>
      <w:r>
        <w:tab/>
        <w:t>1.013e0</w:t>
      </w:r>
    </w:p>
    <w:p w:rsidR="00E00D30" w:rsidRDefault="00E00D30" w:rsidP="00E00D30">
      <w:r>
        <w:lastRenderedPageBreak/>
        <w:t>647.7862</w:t>
      </w:r>
      <w:r>
        <w:tab/>
        <w:t>2.025e0</w:t>
      </w:r>
    </w:p>
    <w:p w:rsidR="00E00D30" w:rsidRDefault="00E00D30" w:rsidP="00E00D30">
      <w:r>
        <w:t>647.8088</w:t>
      </w:r>
      <w:r>
        <w:tab/>
        <w:t>1.013e0</w:t>
      </w:r>
    </w:p>
    <w:p w:rsidR="00E00D30" w:rsidRDefault="00E00D30" w:rsidP="00E00D30">
      <w:r>
        <w:t>647.8292</w:t>
      </w:r>
      <w:r>
        <w:tab/>
        <w:t>1.013e0</w:t>
      </w:r>
    </w:p>
    <w:p w:rsidR="00E00D30" w:rsidRDefault="00E00D30" w:rsidP="00E00D30">
      <w:r>
        <w:t>647.8406</w:t>
      </w:r>
      <w:r>
        <w:tab/>
        <w:t>1.013e0</w:t>
      </w:r>
    </w:p>
    <w:p w:rsidR="00E00D30" w:rsidRDefault="00E00D30" w:rsidP="00E00D30">
      <w:r>
        <w:t>647.8593</w:t>
      </w:r>
      <w:r>
        <w:tab/>
        <w:t>1.013e0</w:t>
      </w:r>
    </w:p>
    <w:p w:rsidR="00E00D30" w:rsidRDefault="00E00D30" w:rsidP="00E00D30">
      <w:r>
        <w:t>647.8604</w:t>
      </w:r>
      <w:r>
        <w:tab/>
        <w:t>1.013e0</w:t>
      </w:r>
    </w:p>
    <w:p w:rsidR="00E00D30" w:rsidRDefault="00E00D30" w:rsidP="00E00D30">
      <w:r>
        <w:t>647.8945</w:t>
      </w:r>
      <w:r>
        <w:tab/>
        <w:t>1.013e0</w:t>
      </w:r>
    </w:p>
    <w:p w:rsidR="00E00D30" w:rsidRDefault="00E00D30" w:rsidP="00E00D30">
      <w:r>
        <w:t>647.9123</w:t>
      </w:r>
      <w:r>
        <w:tab/>
        <w:t>2.025e0</w:t>
      </w:r>
    </w:p>
    <w:p w:rsidR="00E00D30" w:rsidRDefault="00E00D30" w:rsidP="00E00D30">
      <w:r>
        <w:t>647.9286</w:t>
      </w:r>
      <w:r>
        <w:tab/>
        <w:t>1.013e0</w:t>
      </w:r>
    </w:p>
    <w:p w:rsidR="00E00D30" w:rsidRDefault="00E00D30" w:rsidP="00E00D30">
      <w:r>
        <w:t>647.9397</w:t>
      </w:r>
      <w:r>
        <w:tab/>
        <w:t>1.013e0</w:t>
      </w:r>
    </w:p>
    <w:p w:rsidR="00E00D30" w:rsidRDefault="00E00D30" w:rsidP="00E00D30">
      <w:r>
        <w:t>647.9469</w:t>
      </w:r>
      <w:r>
        <w:tab/>
        <w:t>1.013e0</w:t>
      </w:r>
    </w:p>
    <w:p w:rsidR="00E00D30" w:rsidRDefault="00E00D30" w:rsidP="00E00D30">
      <w:r>
        <w:t>647.9741</w:t>
      </w:r>
      <w:r>
        <w:tab/>
        <w:t>2.025e0</w:t>
      </w:r>
    </w:p>
    <w:p w:rsidR="00E00D30" w:rsidRDefault="00E00D30" w:rsidP="00E00D30">
      <w:r>
        <w:t>647.9817</w:t>
      </w:r>
      <w:r>
        <w:tab/>
        <w:t>1.013e0</w:t>
      </w:r>
    </w:p>
    <w:p w:rsidR="00E00D30" w:rsidRDefault="00E00D30" w:rsidP="00E00D30">
      <w:r>
        <w:t>647.9994</w:t>
      </w:r>
      <w:r>
        <w:tab/>
        <w:t>1.013e0</w:t>
      </w:r>
    </w:p>
    <w:p w:rsidR="00E00D30" w:rsidRDefault="00E00D30" w:rsidP="00E00D30">
      <w:r>
        <w:t>648.0174</w:t>
      </w:r>
      <w:r>
        <w:tab/>
        <w:t>2.025e0</w:t>
      </w:r>
    </w:p>
    <w:p w:rsidR="00E00D30" w:rsidRDefault="00E00D30" w:rsidP="00E00D30">
      <w:r>
        <w:t>648.0686</w:t>
      </w:r>
      <w:r>
        <w:tab/>
        <w:t>1.013e0</w:t>
      </w:r>
    </w:p>
    <w:p w:rsidR="00E00D30" w:rsidRDefault="00E00D30" w:rsidP="00E00D30">
      <w:r>
        <w:t>648.0782</w:t>
      </w:r>
      <w:r>
        <w:tab/>
        <w:t>2.025e0</w:t>
      </w:r>
    </w:p>
    <w:p w:rsidR="00E00D30" w:rsidRDefault="00E00D30" w:rsidP="00E00D30">
      <w:r>
        <w:t>648.0927</w:t>
      </w:r>
      <w:r>
        <w:tab/>
        <w:t>2.025e0</w:t>
      </w:r>
    </w:p>
    <w:p w:rsidR="00E00D30" w:rsidRDefault="00E00D30" w:rsidP="00E00D30">
      <w:r>
        <w:t>648.0956</w:t>
      </w:r>
      <w:r>
        <w:tab/>
        <w:t>1.013e0</w:t>
      </w:r>
    </w:p>
    <w:p w:rsidR="00E00D30" w:rsidRDefault="00E00D30" w:rsidP="00E00D30">
      <w:r>
        <w:lastRenderedPageBreak/>
        <w:t>648.1398</w:t>
      </w:r>
      <w:r>
        <w:tab/>
        <w:t>2.025e0</w:t>
      </w:r>
    </w:p>
    <w:p w:rsidR="00E00D30" w:rsidRDefault="00E00D30" w:rsidP="00E00D30">
      <w:r>
        <w:t>648.1497</w:t>
      </w:r>
      <w:r>
        <w:tab/>
        <w:t>1.013e0</w:t>
      </w:r>
    </w:p>
    <w:p w:rsidR="00E00D30" w:rsidRDefault="00E00D30" w:rsidP="00E00D30">
      <w:r>
        <w:t>648.1942</w:t>
      </w:r>
      <w:r>
        <w:tab/>
        <w:t>3.038e0</w:t>
      </w:r>
    </w:p>
    <w:p w:rsidR="00E00D30" w:rsidRDefault="00E00D30" w:rsidP="00E00D30">
      <w:r>
        <w:t>648.2274</w:t>
      </w:r>
      <w:r>
        <w:tab/>
        <w:t>1.013e0</w:t>
      </w:r>
    </w:p>
    <w:p w:rsidR="00E00D30" w:rsidRDefault="00E00D30" w:rsidP="00E00D30">
      <w:r>
        <w:t>648.2344</w:t>
      </w:r>
      <w:r>
        <w:tab/>
        <w:t>2.025e0</w:t>
      </w:r>
    </w:p>
    <w:p w:rsidR="00E00D30" w:rsidRDefault="00E00D30" w:rsidP="00E00D30">
      <w:r>
        <w:t>648.2381</w:t>
      </w:r>
      <w:r>
        <w:tab/>
        <w:t>1.013e0</w:t>
      </w:r>
    </w:p>
    <w:p w:rsidR="00E00D30" w:rsidRDefault="00E00D30" w:rsidP="00E00D30">
      <w:r>
        <w:t>648.2623</w:t>
      </w:r>
      <w:r>
        <w:tab/>
        <w:t>1.013e0</w:t>
      </w:r>
    </w:p>
    <w:p w:rsidR="00E00D30" w:rsidRDefault="00E00D30" w:rsidP="00E00D30">
      <w:r>
        <w:t>648.2772</w:t>
      </w:r>
      <w:r>
        <w:tab/>
        <w:t>2.025e0</w:t>
      </w:r>
    </w:p>
    <w:p w:rsidR="00E00D30" w:rsidRDefault="00E00D30" w:rsidP="00E00D30">
      <w:r>
        <w:t>648.2823</w:t>
      </w:r>
      <w:r>
        <w:tab/>
        <w:t>1.013e0</w:t>
      </w:r>
    </w:p>
    <w:p w:rsidR="00E00D30" w:rsidRDefault="00E00D30" w:rsidP="00E00D30">
      <w:r>
        <w:t>648.2985</w:t>
      </w:r>
      <w:r>
        <w:tab/>
        <w:t>3.038e0</w:t>
      </w:r>
    </w:p>
    <w:p w:rsidR="00E00D30" w:rsidRDefault="00E00D30" w:rsidP="00E00D30">
      <w:r>
        <w:t>648.3308</w:t>
      </w:r>
      <w:r>
        <w:tab/>
        <w:t>1.013e0</w:t>
      </w:r>
    </w:p>
    <w:p w:rsidR="00E00D30" w:rsidRDefault="00E00D30" w:rsidP="00E00D30">
      <w:r>
        <w:t>648.3376</w:t>
      </w:r>
      <w:r>
        <w:tab/>
        <w:t>1.013e0</w:t>
      </w:r>
    </w:p>
    <w:p w:rsidR="00E00D30" w:rsidRDefault="00E00D30" w:rsidP="00E00D30">
      <w:r>
        <w:t>648.3652</w:t>
      </w:r>
      <w:r>
        <w:tab/>
        <w:t>3.038e0</w:t>
      </w:r>
    </w:p>
    <w:p w:rsidR="00E00D30" w:rsidRDefault="00E00D30" w:rsidP="00E00D30">
      <w:r>
        <w:t>648.3719</w:t>
      </w:r>
      <w:r>
        <w:tab/>
        <w:t>2.025e0</w:t>
      </w:r>
    </w:p>
    <w:p w:rsidR="00E00D30" w:rsidRDefault="00E00D30" w:rsidP="00E00D30">
      <w:r>
        <w:t>648.4012</w:t>
      </w:r>
      <w:r>
        <w:tab/>
        <w:t>2.025e0</w:t>
      </w:r>
    </w:p>
    <w:p w:rsidR="00E00D30" w:rsidRDefault="00E00D30" w:rsidP="00E00D30">
      <w:r>
        <w:t>648.4294</w:t>
      </w:r>
      <w:r>
        <w:tab/>
        <w:t>2.025e0</w:t>
      </w:r>
    </w:p>
    <w:p w:rsidR="00E00D30" w:rsidRDefault="00E00D30" w:rsidP="00E00D30">
      <w:r>
        <w:t>648.4431</w:t>
      </w:r>
      <w:r>
        <w:tab/>
        <w:t>2.865e0</w:t>
      </w:r>
    </w:p>
    <w:p w:rsidR="00E00D30" w:rsidRDefault="00E00D30" w:rsidP="00E00D30">
      <w:r>
        <w:t>648.4482</w:t>
      </w:r>
      <w:r>
        <w:tab/>
        <w:t>1.013e0</w:t>
      </w:r>
    </w:p>
    <w:p w:rsidR="00E00D30" w:rsidRDefault="00E00D30" w:rsidP="00E00D30">
      <w:r>
        <w:t>648.4564</w:t>
      </w:r>
      <w:r>
        <w:tab/>
        <w:t>3.038e0</w:t>
      </w:r>
    </w:p>
    <w:p w:rsidR="00E00D30" w:rsidRDefault="00E00D30" w:rsidP="00E00D30">
      <w:r>
        <w:lastRenderedPageBreak/>
        <w:t>648.4703</w:t>
      </w:r>
      <w:r>
        <w:tab/>
        <w:t>3.038e0</w:t>
      </w:r>
    </w:p>
    <w:p w:rsidR="00E00D30" w:rsidRDefault="00E00D30" w:rsidP="00E00D30">
      <w:r>
        <w:t>648.4716</w:t>
      </w:r>
      <w:r>
        <w:tab/>
        <w:t>1.013e0</w:t>
      </w:r>
    </w:p>
    <w:p w:rsidR="00E00D30" w:rsidRDefault="00E00D30" w:rsidP="00E00D30">
      <w:r>
        <w:t>648.5225</w:t>
      </w:r>
      <w:r>
        <w:tab/>
        <w:t>1.013e0</w:t>
      </w:r>
    </w:p>
    <w:p w:rsidR="00E00D30" w:rsidRDefault="00E00D30" w:rsidP="00E00D30">
      <w:r>
        <w:t>648.5548</w:t>
      </w:r>
      <w:r>
        <w:tab/>
        <w:t>3.038e0</w:t>
      </w:r>
    </w:p>
    <w:p w:rsidR="00E00D30" w:rsidRDefault="00E00D30" w:rsidP="00E00D30">
      <w:r>
        <w:t>648.5569</w:t>
      </w:r>
      <w:r>
        <w:tab/>
        <w:t>1.013e0</w:t>
      </w:r>
    </w:p>
    <w:p w:rsidR="00E00D30" w:rsidRDefault="00E00D30" w:rsidP="00E00D30">
      <w:r>
        <w:t>648.6098</w:t>
      </w:r>
      <w:r>
        <w:tab/>
        <w:t>2.025e0</w:t>
      </w:r>
    </w:p>
    <w:p w:rsidR="00E00D30" w:rsidRDefault="00E00D30" w:rsidP="00E00D30">
      <w:r>
        <w:t>648.6453</w:t>
      </w:r>
      <w:r>
        <w:tab/>
        <w:t>1.013e0</w:t>
      </w:r>
    </w:p>
    <w:p w:rsidR="00E00D30" w:rsidRDefault="00E00D30" w:rsidP="00E00D30">
      <w:r>
        <w:t>648.7026</w:t>
      </w:r>
      <w:r>
        <w:tab/>
        <w:t>1.013e0</w:t>
      </w:r>
    </w:p>
    <w:p w:rsidR="00E00D30" w:rsidRDefault="00E00D30" w:rsidP="00E00D30">
      <w:r>
        <w:t>648.7369</w:t>
      </w:r>
      <w:r>
        <w:tab/>
        <w:t>1.013e0</w:t>
      </w:r>
    </w:p>
    <w:p w:rsidR="00E00D30" w:rsidRDefault="00E00D30" w:rsidP="00E00D30">
      <w:r>
        <w:t>648.7843</w:t>
      </w:r>
      <w:r>
        <w:tab/>
        <w:t>1.013e0</w:t>
      </w:r>
    </w:p>
    <w:p w:rsidR="00E00D30" w:rsidRDefault="00E00D30" w:rsidP="00E00D30">
      <w:r>
        <w:t>648.8716</w:t>
      </w:r>
      <w:r>
        <w:tab/>
        <w:t>1.013e0</w:t>
      </w:r>
    </w:p>
    <w:p w:rsidR="00E00D30" w:rsidRDefault="00E00D30" w:rsidP="00E00D30">
      <w:r>
        <w:t>648.9412</w:t>
      </w:r>
      <w:r>
        <w:tab/>
        <w:t>1.013e0</w:t>
      </w:r>
    </w:p>
    <w:p w:rsidR="00E00D30" w:rsidRDefault="00E00D30" w:rsidP="00E00D30">
      <w:r>
        <w:t>648.9451</w:t>
      </w:r>
      <w:r>
        <w:tab/>
        <w:t>2.025e0</w:t>
      </w:r>
    </w:p>
    <w:p w:rsidR="00E00D30" w:rsidRDefault="00E00D30" w:rsidP="00E00D30">
      <w:r>
        <w:t>648.9682</w:t>
      </w:r>
      <w:r>
        <w:tab/>
        <w:t>1.013e0</w:t>
      </w:r>
    </w:p>
    <w:p w:rsidR="00E00D30" w:rsidRDefault="00E00D30" w:rsidP="00E00D30">
      <w:r>
        <w:t>648.9708</w:t>
      </w:r>
      <w:r>
        <w:tab/>
        <w:t>2.025e0</w:t>
      </w:r>
    </w:p>
    <w:p w:rsidR="00E00D30" w:rsidRDefault="00E00D30" w:rsidP="00E00D30">
      <w:r>
        <w:t>648.9792</w:t>
      </w:r>
      <w:r>
        <w:tab/>
        <w:t>2.025e0</w:t>
      </w:r>
    </w:p>
    <w:p w:rsidR="00E00D30" w:rsidRDefault="00E00D30" w:rsidP="00E00D30">
      <w:r>
        <w:t>649.0350</w:t>
      </w:r>
      <w:r>
        <w:tab/>
        <w:t>2.025e0</w:t>
      </w:r>
    </w:p>
    <w:p w:rsidR="00E00D30" w:rsidRDefault="00E00D30" w:rsidP="00E00D30">
      <w:r>
        <w:t>649.0800</w:t>
      </w:r>
      <w:r>
        <w:tab/>
        <w:t>1.013e0</w:t>
      </w:r>
    </w:p>
    <w:p w:rsidR="00E00D30" w:rsidRDefault="00E00D30" w:rsidP="00E00D30">
      <w:r>
        <w:t>649.1011</w:t>
      </w:r>
      <w:r>
        <w:tab/>
        <w:t>2.025e0</w:t>
      </w:r>
    </w:p>
    <w:p w:rsidR="00E00D30" w:rsidRDefault="00E00D30" w:rsidP="00E00D30">
      <w:r>
        <w:lastRenderedPageBreak/>
        <w:t>649.1160</w:t>
      </w:r>
      <w:r>
        <w:tab/>
        <w:t>1.013e0</w:t>
      </w:r>
    </w:p>
    <w:p w:rsidR="00E00D30" w:rsidRDefault="00E00D30" w:rsidP="00E00D30">
      <w:r>
        <w:t>649.1232</w:t>
      </w:r>
      <w:r>
        <w:tab/>
        <w:t>1.013e0</w:t>
      </w:r>
    </w:p>
    <w:p w:rsidR="00E00D30" w:rsidRDefault="00E00D30" w:rsidP="00E00D30">
      <w:r>
        <w:t>649.1291</w:t>
      </w:r>
      <w:r>
        <w:tab/>
        <w:t>3.038e0</w:t>
      </w:r>
    </w:p>
    <w:p w:rsidR="00E00D30" w:rsidRDefault="00E00D30" w:rsidP="00E00D30">
      <w:r>
        <w:t>649.2128</w:t>
      </w:r>
      <w:r>
        <w:tab/>
        <w:t>1.013e0</w:t>
      </w:r>
    </w:p>
    <w:p w:rsidR="00E00D30" w:rsidRDefault="00E00D30" w:rsidP="00E00D30">
      <w:r>
        <w:t>649.2228</w:t>
      </w:r>
      <w:r>
        <w:tab/>
        <w:t>3.038e0</w:t>
      </w:r>
    </w:p>
    <w:p w:rsidR="00E00D30" w:rsidRDefault="00E00D30" w:rsidP="00E00D30">
      <w:r>
        <w:t>649.2488</w:t>
      </w:r>
      <w:r>
        <w:tab/>
        <w:t>3.038e0</w:t>
      </w:r>
    </w:p>
    <w:p w:rsidR="00E00D30" w:rsidRDefault="00E00D30" w:rsidP="00E00D30">
      <w:r>
        <w:t>649.2546</w:t>
      </w:r>
      <w:r>
        <w:tab/>
        <w:t>2.025e0</w:t>
      </w:r>
    </w:p>
    <w:p w:rsidR="00E00D30" w:rsidRDefault="00E00D30" w:rsidP="00E00D30">
      <w:r>
        <w:t>649.2571</w:t>
      </w:r>
      <w:r>
        <w:tab/>
        <w:t>1.013e0</w:t>
      </w:r>
    </w:p>
    <w:p w:rsidR="00E00D30" w:rsidRDefault="00E00D30" w:rsidP="00E00D30">
      <w:r>
        <w:t>649.2651</w:t>
      </w:r>
      <w:r>
        <w:tab/>
        <w:t>2.025e0</w:t>
      </w:r>
    </w:p>
    <w:p w:rsidR="00E00D30" w:rsidRDefault="00E00D30" w:rsidP="00E00D30">
      <w:r>
        <w:t>649.2892</w:t>
      </w:r>
      <w:r>
        <w:tab/>
        <w:t>1.013e0</w:t>
      </w:r>
    </w:p>
    <w:p w:rsidR="00E00D30" w:rsidRDefault="00E00D30" w:rsidP="00E00D30">
      <w:r>
        <w:t>649.3282</w:t>
      </w:r>
      <w:r>
        <w:tab/>
        <w:t>2.025e0</w:t>
      </w:r>
    </w:p>
    <w:p w:rsidR="00E00D30" w:rsidRDefault="00E00D30" w:rsidP="00E00D30">
      <w:r>
        <w:t>649.3424</w:t>
      </w:r>
      <w:r>
        <w:tab/>
        <w:t>2.025e0</w:t>
      </w:r>
    </w:p>
    <w:p w:rsidR="00E00D30" w:rsidRDefault="00E00D30" w:rsidP="00E00D30">
      <w:r>
        <w:t>649.3597</w:t>
      </w:r>
      <w:r>
        <w:tab/>
        <w:t>1.013e0</w:t>
      </w:r>
    </w:p>
    <w:p w:rsidR="00E00D30" w:rsidRDefault="00E00D30" w:rsidP="00E00D30">
      <w:r>
        <w:t>649.3782</w:t>
      </w:r>
      <w:r>
        <w:tab/>
        <w:t>2.025e0</w:t>
      </w:r>
    </w:p>
    <w:p w:rsidR="00E00D30" w:rsidRDefault="00E00D30" w:rsidP="00E00D30">
      <w:r>
        <w:t>649.4232</w:t>
      </w:r>
      <w:r>
        <w:tab/>
        <w:t>1.013e0</w:t>
      </w:r>
    </w:p>
    <w:p w:rsidR="00E00D30" w:rsidRDefault="00E00D30" w:rsidP="00E00D30">
      <w:r>
        <w:t>649.4332</w:t>
      </w:r>
      <w:r>
        <w:tab/>
        <w:t>1.013e0</w:t>
      </w:r>
    </w:p>
    <w:p w:rsidR="00E00D30" w:rsidRDefault="00E00D30" w:rsidP="00E00D30">
      <w:r>
        <w:t>649.4520</w:t>
      </w:r>
      <w:r>
        <w:tab/>
        <w:t>3.038e0</w:t>
      </w:r>
    </w:p>
    <w:p w:rsidR="00E00D30" w:rsidRDefault="00E00D30" w:rsidP="00E00D30">
      <w:r>
        <w:t>649.4641</w:t>
      </w:r>
      <w:r>
        <w:tab/>
        <w:t>1.013e0</w:t>
      </w:r>
    </w:p>
    <w:p w:rsidR="00E00D30" w:rsidRDefault="00E00D30" w:rsidP="00E00D30">
      <w:r>
        <w:t>649.5048</w:t>
      </w:r>
      <w:r>
        <w:tab/>
        <w:t>2.025e0</w:t>
      </w:r>
    </w:p>
    <w:p w:rsidR="00E00D30" w:rsidRDefault="00E00D30" w:rsidP="00E00D30">
      <w:r>
        <w:lastRenderedPageBreak/>
        <w:t>649.5118</w:t>
      </w:r>
      <w:r>
        <w:tab/>
        <w:t>1.013e0</w:t>
      </w:r>
    </w:p>
    <w:p w:rsidR="00E00D30" w:rsidRDefault="00E00D30" w:rsidP="00E00D30">
      <w:r>
        <w:t>649.5273</w:t>
      </w:r>
      <w:r>
        <w:tab/>
        <w:t>2.025e0</w:t>
      </w:r>
    </w:p>
    <w:p w:rsidR="00E00D30" w:rsidRDefault="00E00D30" w:rsidP="00E00D30">
      <w:r>
        <w:t>649.5993</w:t>
      </w:r>
      <w:r>
        <w:tab/>
        <w:t>1.013e0</w:t>
      </w:r>
    </w:p>
    <w:p w:rsidR="00E00D30" w:rsidRDefault="00E00D30" w:rsidP="00E00D30">
      <w:r>
        <w:t>649.6730</w:t>
      </w:r>
      <w:r>
        <w:tab/>
        <w:t>3.038e0</w:t>
      </w:r>
    </w:p>
    <w:p w:rsidR="00E00D30" w:rsidRDefault="00E00D30" w:rsidP="00E00D30">
      <w:r>
        <w:t>649.6772</w:t>
      </w:r>
      <w:r>
        <w:tab/>
        <w:t>1.013e0</w:t>
      </w:r>
    </w:p>
    <w:p w:rsidR="00E00D30" w:rsidRDefault="00E00D30" w:rsidP="00E00D30">
      <w:r>
        <w:t>649.7607</w:t>
      </w:r>
      <w:r>
        <w:tab/>
        <w:t>1.013e0</w:t>
      </w:r>
    </w:p>
    <w:p w:rsidR="00E00D30" w:rsidRDefault="00E00D30" w:rsidP="00E00D30">
      <w:r>
        <w:t>649.7877</w:t>
      </w:r>
      <w:r>
        <w:tab/>
        <w:t>1.013e0</w:t>
      </w:r>
    </w:p>
    <w:p w:rsidR="00E00D30" w:rsidRDefault="00E00D30" w:rsidP="00E00D30">
      <w:r>
        <w:t>649.7962</w:t>
      </w:r>
      <w:r>
        <w:tab/>
        <w:t>1.013e0</w:t>
      </w:r>
    </w:p>
    <w:p w:rsidR="00E00D30" w:rsidRDefault="00E00D30" w:rsidP="00E00D30">
      <w:r>
        <w:t>649.8434</w:t>
      </w:r>
      <w:r>
        <w:tab/>
        <w:t>1.013e0</w:t>
      </w:r>
    </w:p>
    <w:p w:rsidR="00E00D30" w:rsidRDefault="00E00D30" w:rsidP="00E00D30">
      <w:r>
        <w:t>649.8644</w:t>
      </w:r>
      <w:r>
        <w:tab/>
        <w:t>2.025e0</w:t>
      </w:r>
    </w:p>
    <w:p w:rsidR="00E00D30" w:rsidRDefault="00E00D30" w:rsidP="00E00D30">
      <w:r>
        <w:t>649.9172</w:t>
      </w:r>
      <w:r>
        <w:tab/>
        <w:t>2.025e0</w:t>
      </w:r>
    </w:p>
    <w:p w:rsidR="00E00D30" w:rsidRDefault="00E00D30" w:rsidP="00E00D30">
      <w:r>
        <w:t>649.9265</w:t>
      </w:r>
      <w:r>
        <w:tab/>
        <w:t>2.025e0</w:t>
      </w:r>
    </w:p>
    <w:p w:rsidR="00E00D30" w:rsidRDefault="00E00D30" w:rsidP="00E00D30">
      <w:r>
        <w:t>649.9872</w:t>
      </w:r>
      <w:r>
        <w:tab/>
        <w:t>1.013e0</w:t>
      </w:r>
    </w:p>
    <w:p w:rsidR="00E00D30" w:rsidRDefault="00E00D30" w:rsidP="00E00D30">
      <w:r>
        <w:t>650.0224</w:t>
      </w:r>
      <w:r>
        <w:tab/>
        <w:t>1.013e0</w:t>
      </w:r>
    </w:p>
    <w:p w:rsidR="00E00D30" w:rsidRDefault="00E00D30" w:rsidP="00E00D30">
      <w:r>
        <w:t>650.0872</w:t>
      </w:r>
      <w:r>
        <w:tab/>
        <w:t>1.013e0</w:t>
      </w:r>
    </w:p>
    <w:p w:rsidR="00E00D30" w:rsidRDefault="00E00D30" w:rsidP="00E00D30">
      <w:r>
        <w:t>650.1512</w:t>
      </w:r>
      <w:r>
        <w:tab/>
        <w:t>2.025e0</w:t>
      </w:r>
    </w:p>
    <w:p w:rsidR="00E00D30" w:rsidRDefault="00E00D30" w:rsidP="00E00D30">
      <w:r>
        <w:t>650.1534</w:t>
      </w:r>
      <w:r>
        <w:tab/>
        <w:t>1.013e0</w:t>
      </w:r>
    </w:p>
    <w:p w:rsidR="00E00D30" w:rsidRDefault="00E00D30" w:rsidP="00E00D30">
      <w:r>
        <w:t>650.1699</w:t>
      </w:r>
      <w:r>
        <w:tab/>
        <w:t>2.025e0</w:t>
      </w:r>
    </w:p>
    <w:p w:rsidR="00E00D30" w:rsidRDefault="00E00D30" w:rsidP="00E00D30">
      <w:r>
        <w:t>650.2313</w:t>
      </w:r>
      <w:r>
        <w:tab/>
        <w:t>1.013e0</w:t>
      </w:r>
    </w:p>
    <w:p w:rsidR="00E00D30" w:rsidRDefault="00E00D30" w:rsidP="00E00D30">
      <w:r>
        <w:lastRenderedPageBreak/>
        <w:t>650.2369</w:t>
      </w:r>
      <w:r>
        <w:tab/>
        <w:t>2.025e0</w:t>
      </w:r>
    </w:p>
    <w:p w:rsidR="00E00D30" w:rsidRDefault="00E00D30" w:rsidP="00E00D30">
      <w:r>
        <w:t>650.2433</w:t>
      </w:r>
      <w:r>
        <w:tab/>
        <w:t>1.013e0</w:t>
      </w:r>
    </w:p>
    <w:p w:rsidR="00E00D30" w:rsidRDefault="00E00D30" w:rsidP="00E00D30">
      <w:r>
        <w:t>650.2664</w:t>
      </w:r>
      <w:r>
        <w:tab/>
        <w:t>1.013e0</w:t>
      </w:r>
    </w:p>
    <w:p w:rsidR="00E00D30" w:rsidRDefault="00E00D30" w:rsidP="00E00D30">
      <w:r>
        <w:t>650.2868</w:t>
      </w:r>
      <w:r>
        <w:tab/>
        <w:t>1.013e0</w:t>
      </w:r>
    </w:p>
    <w:p w:rsidR="00E00D30" w:rsidRDefault="00E00D30" w:rsidP="00E00D30">
      <w:r>
        <w:t>650.2979</w:t>
      </w:r>
      <w:r>
        <w:tab/>
        <w:t>2.025e0</w:t>
      </w:r>
    </w:p>
    <w:p w:rsidR="00E00D30" w:rsidRDefault="00E00D30" w:rsidP="00E00D30">
      <w:r>
        <w:t>650.3098</w:t>
      </w:r>
      <w:r>
        <w:tab/>
        <w:t>1.013e0</w:t>
      </w:r>
    </w:p>
    <w:p w:rsidR="00E00D30" w:rsidRDefault="00E00D30" w:rsidP="00E00D30">
      <w:r>
        <w:t>650.3312</w:t>
      </w:r>
      <w:r>
        <w:tab/>
        <w:t>1.013e0</w:t>
      </w:r>
    </w:p>
    <w:p w:rsidR="00E00D30" w:rsidRDefault="00E00D30" w:rsidP="00E00D30">
      <w:r>
        <w:t>650.3395</w:t>
      </w:r>
      <w:r>
        <w:tab/>
        <w:t>4.051e0</w:t>
      </w:r>
    </w:p>
    <w:p w:rsidR="00E00D30" w:rsidRDefault="00E00D30" w:rsidP="00E00D30">
      <w:r>
        <w:t>650.3696</w:t>
      </w:r>
      <w:r>
        <w:tab/>
        <w:t>2.025e0</w:t>
      </w:r>
    </w:p>
    <w:p w:rsidR="00E00D30" w:rsidRDefault="00E00D30" w:rsidP="00E00D30">
      <w:r>
        <w:t>650.3874</w:t>
      </w:r>
      <w:r>
        <w:tab/>
        <w:t>1.013e0</w:t>
      </w:r>
    </w:p>
    <w:p w:rsidR="00E00D30" w:rsidRDefault="00E00D30" w:rsidP="00E00D30">
      <w:r>
        <w:t>650.3977</w:t>
      </w:r>
      <w:r>
        <w:tab/>
        <w:t>1.013e0</w:t>
      </w:r>
    </w:p>
    <w:p w:rsidR="00E00D30" w:rsidRDefault="00E00D30" w:rsidP="00E00D30">
      <w:r>
        <w:t>650.4000</w:t>
      </w:r>
      <w:r>
        <w:tab/>
        <w:t>3.038e0</w:t>
      </w:r>
    </w:p>
    <w:p w:rsidR="00E00D30" w:rsidRDefault="00E00D30" w:rsidP="00E00D30">
      <w:r>
        <w:t>650.4063</w:t>
      </w:r>
      <w:r>
        <w:tab/>
        <w:t>1.013e0</w:t>
      </w:r>
    </w:p>
    <w:p w:rsidR="00E00D30" w:rsidRDefault="00E00D30" w:rsidP="00E00D30">
      <w:r>
        <w:t>650.4318</w:t>
      </w:r>
      <w:r>
        <w:tab/>
        <w:t>1.013e0</w:t>
      </w:r>
    </w:p>
    <w:p w:rsidR="00E00D30" w:rsidRDefault="00E00D30" w:rsidP="00E00D30">
      <w:r>
        <w:t>650.4454</w:t>
      </w:r>
      <w:r>
        <w:tab/>
        <w:t>3.038e0</w:t>
      </w:r>
    </w:p>
    <w:p w:rsidR="00E00D30" w:rsidRDefault="00E00D30" w:rsidP="00E00D30">
      <w:r>
        <w:t>650.4642</w:t>
      </w:r>
      <w:r>
        <w:tab/>
        <w:t>1.013e0</w:t>
      </w:r>
    </w:p>
    <w:p w:rsidR="00E00D30" w:rsidRDefault="00E00D30" w:rsidP="00E00D30">
      <w:r>
        <w:t>650.5171</w:t>
      </w:r>
      <w:r>
        <w:tab/>
        <w:t>2.025e0</w:t>
      </w:r>
    </w:p>
    <w:p w:rsidR="00E00D30" w:rsidRDefault="00E00D30" w:rsidP="00E00D30">
      <w:r>
        <w:t>650.5280</w:t>
      </w:r>
      <w:r>
        <w:tab/>
        <w:t>2.025e0</w:t>
      </w:r>
    </w:p>
    <w:p w:rsidR="00E00D30" w:rsidRDefault="00E00D30" w:rsidP="00E00D30">
      <w:r>
        <w:t>650.6066</w:t>
      </w:r>
      <w:r>
        <w:tab/>
        <w:t>2.025e0</w:t>
      </w:r>
    </w:p>
    <w:p w:rsidR="00E00D30" w:rsidRDefault="00E00D30" w:rsidP="00E00D30">
      <w:r>
        <w:lastRenderedPageBreak/>
        <w:t>650.6192</w:t>
      </w:r>
      <w:r>
        <w:tab/>
        <w:t>1.013e0</w:t>
      </w:r>
    </w:p>
    <w:p w:rsidR="00E00D30" w:rsidRDefault="00E00D30" w:rsidP="00E00D30">
      <w:r>
        <w:t>650.6328</w:t>
      </w:r>
      <w:r>
        <w:tab/>
        <w:t>1.013e0</w:t>
      </w:r>
    </w:p>
    <w:p w:rsidR="00E00D30" w:rsidRDefault="00E00D30" w:rsidP="00E00D30">
      <w:r>
        <w:t>650.6750</w:t>
      </w:r>
      <w:r>
        <w:tab/>
        <w:t>1.013e0</w:t>
      </w:r>
    </w:p>
    <w:p w:rsidR="00E00D30" w:rsidRDefault="00E00D30" w:rsidP="00E00D30">
      <w:r>
        <w:t>650.7083</w:t>
      </w:r>
      <w:r>
        <w:tab/>
        <w:t>2.025e0</w:t>
      </w:r>
    </w:p>
    <w:p w:rsidR="00E00D30" w:rsidRDefault="00E00D30" w:rsidP="00E00D30">
      <w:r>
        <w:t>650.7365</w:t>
      </w:r>
      <w:r>
        <w:tab/>
        <w:t>1.013e0</w:t>
      </w:r>
    </w:p>
    <w:p w:rsidR="00E00D30" w:rsidRDefault="00E00D30" w:rsidP="00E00D30">
      <w:r>
        <w:t>650.7634</w:t>
      </w:r>
      <w:r>
        <w:tab/>
        <w:t>1.013e0</w:t>
      </w:r>
    </w:p>
    <w:p w:rsidR="00E00D30" w:rsidRDefault="00E00D30" w:rsidP="00E00D30">
      <w:r>
        <w:t>650.7859</w:t>
      </w:r>
      <w:r>
        <w:tab/>
        <w:t>1.013e0</w:t>
      </w:r>
    </w:p>
    <w:p w:rsidR="00E00D30" w:rsidRDefault="00E00D30" w:rsidP="00E00D30">
      <w:r>
        <w:t>650.8082</w:t>
      </w:r>
      <w:r>
        <w:tab/>
        <w:t>1.013e0</w:t>
      </w:r>
    </w:p>
    <w:p w:rsidR="00E00D30" w:rsidRDefault="00E00D30" w:rsidP="00E00D30">
      <w:r>
        <w:t>650.8251</w:t>
      </w:r>
      <w:r>
        <w:tab/>
        <w:t>1.013e0</w:t>
      </w:r>
    </w:p>
    <w:p w:rsidR="00E00D30" w:rsidRDefault="00E00D30" w:rsidP="00E00D30">
      <w:r>
        <w:t>650.8300</w:t>
      </w:r>
      <w:r>
        <w:tab/>
        <w:t>1.013e0</w:t>
      </w:r>
    </w:p>
    <w:p w:rsidR="00E00D30" w:rsidRDefault="00E00D30" w:rsidP="00E00D30">
      <w:r>
        <w:t>650.8589</w:t>
      </w:r>
      <w:r>
        <w:tab/>
        <w:t>3.038e0</w:t>
      </w:r>
    </w:p>
    <w:p w:rsidR="00E00D30" w:rsidRDefault="00E00D30" w:rsidP="00E00D30">
      <w:r>
        <w:t>650.9086</w:t>
      </w:r>
      <w:r>
        <w:tab/>
        <w:t>3.038e0</w:t>
      </w:r>
    </w:p>
    <w:p w:rsidR="00E00D30" w:rsidRDefault="00E00D30" w:rsidP="00E00D30">
      <w:r>
        <w:t>650.9113</w:t>
      </w:r>
      <w:r>
        <w:tab/>
        <w:t>1.013e0</w:t>
      </w:r>
    </w:p>
    <w:p w:rsidR="00E00D30" w:rsidRDefault="00E00D30" w:rsidP="00E00D30">
      <w:r>
        <w:t>650.9283</w:t>
      </w:r>
      <w:r>
        <w:tab/>
        <w:t>1.013e0</w:t>
      </w:r>
    </w:p>
    <w:p w:rsidR="00E00D30" w:rsidRDefault="00E00D30" w:rsidP="00E00D30">
      <w:r>
        <w:t>650.9866</w:t>
      </w:r>
      <w:r>
        <w:tab/>
        <w:t>1.013e0</w:t>
      </w:r>
    </w:p>
    <w:p w:rsidR="00E00D30" w:rsidRDefault="00E00D30" w:rsidP="00E00D30">
      <w:r>
        <w:t>651.0413</w:t>
      </w:r>
      <w:r>
        <w:tab/>
        <w:t>1.013e0</w:t>
      </w:r>
    </w:p>
    <w:p w:rsidR="00E00D30" w:rsidRDefault="00E00D30" w:rsidP="00E00D30">
      <w:r>
        <w:t>651.0933</w:t>
      </w:r>
      <w:r>
        <w:tab/>
        <w:t>2.025e0</w:t>
      </w:r>
    </w:p>
    <w:p w:rsidR="00E00D30" w:rsidRDefault="00E00D30" w:rsidP="00E00D30">
      <w:r>
        <w:t>651.1309</w:t>
      </w:r>
      <w:r>
        <w:tab/>
        <w:t>1.013e0</w:t>
      </w:r>
    </w:p>
    <w:p w:rsidR="00E00D30" w:rsidRDefault="00E00D30" w:rsidP="00E00D30">
      <w:r>
        <w:t>651.1445</w:t>
      </w:r>
      <w:r>
        <w:tab/>
        <w:t>2.025e0</w:t>
      </w:r>
    </w:p>
    <w:p w:rsidR="00E00D30" w:rsidRDefault="00E00D30" w:rsidP="00E00D30">
      <w:r>
        <w:lastRenderedPageBreak/>
        <w:t>651.1519</w:t>
      </w:r>
      <w:r>
        <w:tab/>
        <w:t>1.013e0</w:t>
      </w:r>
    </w:p>
    <w:p w:rsidR="00E00D30" w:rsidRDefault="00E00D30" w:rsidP="00E00D30">
      <w:r>
        <w:t>651.1652</w:t>
      </w:r>
      <w:r>
        <w:tab/>
        <w:t>2.025e0</w:t>
      </w:r>
    </w:p>
    <w:p w:rsidR="00E00D30" w:rsidRDefault="00E00D30" w:rsidP="00E00D30">
      <w:r>
        <w:t>651.1903</w:t>
      </w:r>
      <w:r>
        <w:tab/>
        <w:t>1.013e0</w:t>
      </w:r>
    </w:p>
    <w:p w:rsidR="00E00D30" w:rsidRDefault="00E00D30" w:rsidP="00E00D30">
      <w:r>
        <w:t>651.2073</w:t>
      </w:r>
      <w:r>
        <w:tab/>
        <w:t>1.013e0</w:t>
      </w:r>
    </w:p>
    <w:p w:rsidR="00E00D30" w:rsidRDefault="00E00D30" w:rsidP="00E00D30">
      <w:r>
        <w:t>651.2409</w:t>
      </w:r>
      <w:r>
        <w:tab/>
        <w:t>2.025e0</w:t>
      </w:r>
    </w:p>
    <w:p w:rsidR="00E00D30" w:rsidRDefault="00E00D30" w:rsidP="00E00D30">
      <w:r>
        <w:t>651.2574</w:t>
      </w:r>
      <w:r>
        <w:tab/>
        <w:t>2.025e0</w:t>
      </w:r>
    </w:p>
    <w:p w:rsidR="00E00D30" w:rsidRDefault="00E00D30" w:rsidP="00E00D30">
      <w:r>
        <w:t>651.2633</w:t>
      </w:r>
      <w:r>
        <w:tab/>
        <w:t>1.013e0</w:t>
      </w:r>
    </w:p>
    <w:p w:rsidR="00E00D30" w:rsidRDefault="00E00D30" w:rsidP="00E00D30">
      <w:r>
        <w:t>651.2792</w:t>
      </w:r>
      <w:r>
        <w:tab/>
        <w:t>2.025e0</w:t>
      </w:r>
    </w:p>
    <w:p w:rsidR="00E00D30" w:rsidRDefault="00E00D30" w:rsidP="00E00D30">
      <w:r>
        <w:t>651.3131</w:t>
      </w:r>
      <w:r>
        <w:tab/>
        <w:t>1.013e0</w:t>
      </w:r>
    </w:p>
    <w:p w:rsidR="00E00D30" w:rsidRDefault="00E00D30" w:rsidP="00E00D30">
      <w:r>
        <w:t>651.3299</w:t>
      </w:r>
      <w:r>
        <w:tab/>
        <w:t>1.013e0</w:t>
      </w:r>
    </w:p>
    <w:p w:rsidR="00E00D30" w:rsidRDefault="00E00D30" w:rsidP="00E00D30">
      <w:r>
        <w:t>651.3436</w:t>
      </w:r>
      <w:r>
        <w:tab/>
        <w:t>2.025e0</w:t>
      </w:r>
    </w:p>
    <w:p w:rsidR="00E00D30" w:rsidRDefault="00E00D30" w:rsidP="00E00D30">
      <w:r>
        <w:t>651.3582</w:t>
      </w:r>
      <w:r>
        <w:tab/>
        <w:t>2.025e0</w:t>
      </w:r>
    </w:p>
    <w:p w:rsidR="00E00D30" w:rsidRDefault="00E00D30" w:rsidP="00E00D30">
      <w:r>
        <w:t>651.3629</w:t>
      </w:r>
      <w:r>
        <w:tab/>
        <w:t>2.025e0</w:t>
      </w:r>
    </w:p>
    <w:p w:rsidR="00E00D30" w:rsidRDefault="00E00D30" w:rsidP="00E00D30">
      <w:r>
        <w:t>651.3743</w:t>
      </w:r>
      <w:r>
        <w:tab/>
        <w:t>1.013e0</w:t>
      </w:r>
    </w:p>
    <w:p w:rsidR="00E00D30" w:rsidRDefault="00E00D30" w:rsidP="00E00D30">
      <w:r>
        <w:t>651.3813</w:t>
      </w:r>
      <w:r>
        <w:tab/>
        <w:t>6.076e0</w:t>
      </w:r>
    </w:p>
    <w:p w:rsidR="00E00D30" w:rsidRDefault="00E00D30" w:rsidP="00E00D30">
      <w:r>
        <w:t>651.3830</w:t>
      </w:r>
      <w:r>
        <w:tab/>
        <w:t>3.038e0</w:t>
      </w:r>
    </w:p>
    <w:p w:rsidR="00E00D30" w:rsidRDefault="00E00D30" w:rsidP="00E00D30">
      <w:r>
        <w:t>651.3913</w:t>
      </w:r>
      <w:r>
        <w:tab/>
        <w:t>2.025e0</w:t>
      </w:r>
    </w:p>
    <w:p w:rsidR="00E00D30" w:rsidRDefault="00E00D30" w:rsidP="00E00D30">
      <w:r>
        <w:t>651.4595</w:t>
      </w:r>
      <w:r>
        <w:tab/>
        <w:t>2.025e0</w:t>
      </w:r>
    </w:p>
    <w:p w:rsidR="00E00D30" w:rsidRDefault="00E00D30" w:rsidP="00E00D30">
      <w:r>
        <w:t>651.4850</w:t>
      </w:r>
      <w:r>
        <w:tab/>
        <w:t>2.025e0</w:t>
      </w:r>
    </w:p>
    <w:p w:rsidR="00E00D30" w:rsidRDefault="00E00D30" w:rsidP="00E00D30">
      <w:r>
        <w:lastRenderedPageBreak/>
        <w:t>651.4864</w:t>
      </w:r>
      <w:r>
        <w:tab/>
        <w:t>1.013e0</w:t>
      </w:r>
    </w:p>
    <w:p w:rsidR="00E00D30" w:rsidRDefault="00E00D30" w:rsidP="00E00D30">
      <w:r>
        <w:t>651.5679</w:t>
      </w:r>
      <w:r>
        <w:tab/>
        <w:t>2.025e0</w:t>
      </w:r>
    </w:p>
    <w:p w:rsidR="00E00D30" w:rsidRDefault="00E00D30" w:rsidP="00E00D30">
      <w:r>
        <w:t>651.6254</w:t>
      </w:r>
      <w:r>
        <w:tab/>
        <w:t>2.025e0</w:t>
      </w:r>
    </w:p>
    <w:p w:rsidR="00E00D30" w:rsidRDefault="00E00D30" w:rsidP="00E00D30">
      <w:r>
        <w:t>651.6900</w:t>
      </w:r>
      <w:r>
        <w:tab/>
        <w:t>2.025e0</w:t>
      </w:r>
    </w:p>
    <w:p w:rsidR="00E00D30" w:rsidRDefault="00E00D30" w:rsidP="00E00D30">
      <w:r>
        <w:t>651.6948</w:t>
      </w:r>
      <w:r>
        <w:tab/>
        <w:t>1.013e0</w:t>
      </w:r>
    </w:p>
    <w:p w:rsidR="00E00D30" w:rsidRDefault="00E00D30" w:rsidP="00E00D30">
      <w:r>
        <w:t>651.7187</w:t>
      </w:r>
      <w:r>
        <w:tab/>
        <w:t>1.013e0</w:t>
      </w:r>
    </w:p>
    <w:p w:rsidR="00E00D30" w:rsidRDefault="00E00D30" w:rsidP="00E00D30">
      <w:r>
        <w:t>651.7295</w:t>
      </w:r>
      <w:r>
        <w:tab/>
        <w:t>1.013e0</w:t>
      </w:r>
    </w:p>
    <w:p w:rsidR="00E00D30" w:rsidRDefault="00E00D30" w:rsidP="00E00D30">
      <w:r>
        <w:t>651.7529</w:t>
      </w:r>
      <w:r>
        <w:tab/>
        <w:t>1.013e0</w:t>
      </w:r>
    </w:p>
    <w:p w:rsidR="00E00D30" w:rsidRDefault="00E00D30" w:rsidP="00E00D30">
      <w:r>
        <w:t>651.7854</w:t>
      </w:r>
      <w:r>
        <w:tab/>
        <w:t>1.013e0</w:t>
      </w:r>
    </w:p>
    <w:p w:rsidR="00E00D30" w:rsidRDefault="00E00D30" w:rsidP="00E00D30">
      <w:r>
        <w:t>651.8298</w:t>
      </w:r>
      <w:r>
        <w:tab/>
        <w:t>1.013e0</w:t>
      </w:r>
    </w:p>
    <w:p w:rsidR="00E00D30" w:rsidRDefault="00E00D30" w:rsidP="00E00D30">
      <w:r>
        <w:t>651.8409</w:t>
      </w:r>
      <w:r>
        <w:tab/>
        <w:t>1.013e0</w:t>
      </w:r>
    </w:p>
    <w:p w:rsidR="00E00D30" w:rsidRDefault="00E00D30" w:rsidP="00E00D30">
      <w:r>
        <w:t>651.8576</w:t>
      </w:r>
      <w:r>
        <w:tab/>
        <w:t>2.025e0</w:t>
      </w:r>
    </w:p>
    <w:p w:rsidR="00E00D30" w:rsidRDefault="00E00D30" w:rsidP="00E00D30">
      <w:r>
        <w:t>651.8692</w:t>
      </w:r>
      <w:r>
        <w:tab/>
        <w:t>1.013e0</w:t>
      </w:r>
    </w:p>
    <w:p w:rsidR="00E00D30" w:rsidRDefault="00E00D30" w:rsidP="00E00D30">
      <w:r>
        <w:t>651.8751</w:t>
      </w:r>
      <w:r>
        <w:tab/>
        <w:t>1.013e0</w:t>
      </w:r>
    </w:p>
    <w:p w:rsidR="00E00D30" w:rsidRDefault="00E00D30" w:rsidP="00E00D30">
      <w:r>
        <w:t>651.8971</w:t>
      </w:r>
      <w:r>
        <w:tab/>
        <w:t>2.025e0</w:t>
      </w:r>
    </w:p>
    <w:p w:rsidR="00E00D30" w:rsidRDefault="00E00D30" w:rsidP="00E00D30">
      <w:r>
        <w:t>651.9307</w:t>
      </w:r>
      <w:r>
        <w:tab/>
        <w:t>1.013e0</w:t>
      </w:r>
    </w:p>
    <w:p w:rsidR="00E00D30" w:rsidRDefault="00E00D30" w:rsidP="00E00D30">
      <w:r>
        <w:t>651.9632</w:t>
      </w:r>
      <w:r>
        <w:tab/>
        <w:t>1.013e0</w:t>
      </w:r>
    </w:p>
    <w:p w:rsidR="00E00D30" w:rsidRDefault="00E00D30" w:rsidP="00E00D30">
      <w:r>
        <w:t>651.9912</w:t>
      </w:r>
      <w:r>
        <w:tab/>
        <w:t>1.013e0</w:t>
      </w:r>
    </w:p>
    <w:p w:rsidR="00E00D30" w:rsidRDefault="00E00D30" w:rsidP="00E00D30">
      <w:r>
        <w:t>651.9974</w:t>
      </w:r>
      <w:r>
        <w:tab/>
        <w:t>1.013e0</w:t>
      </w:r>
    </w:p>
    <w:p w:rsidR="00E00D30" w:rsidRDefault="00E00D30" w:rsidP="00E00D30">
      <w:r>
        <w:lastRenderedPageBreak/>
        <w:t>652.0618</w:t>
      </w:r>
      <w:r>
        <w:tab/>
        <w:t>2.025e0</w:t>
      </w:r>
    </w:p>
    <w:p w:rsidR="00E00D30" w:rsidRDefault="00E00D30" w:rsidP="00E00D30">
      <w:r>
        <w:t>652.0744</w:t>
      </w:r>
      <w:r>
        <w:tab/>
        <w:t>1.013e0</w:t>
      </w:r>
    </w:p>
    <w:p w:rsidR="00E00D30" w:rsidRDefault="00E00D30" w:rsidP="00E00D30">
      <w:r>
        <w:t>652.1630</w:t>
      </w:r>
      <w:r>
        <w:tab/>
        <w:t>1.013e0</w:t>
      </w:r>
    </w:p>
    <w:p w:rsidR="00E00D30" w:rsidRDefault="00E00D30" w:rsidP="00E00D30">
      <w:r>
        <w:t>652.1641</w:t>
      </w:r>
      <w:r>
        <w:tab/>
        <w:t>1.013e0</w:t>
      </w:r>
    </w:p>
    <w:p w:rsidR="00E00D30" w:rsidRDefault="00E00D30" w:rsidP="00E00D30">
      <w:r>
        <w:t>652.1666</w:t>
      </w:r>
      <w:r>
        <w:tab/>
        <w:t>3.038e0</w:t>
      </w:r>
    </w:p>
    <w:p w:rsidR="00E00D30" w:rsidRDefault="00E00D30" w:rsidP="00E00D30">
      <w:r>
        <w:t>652.1834</w:t>
      </w:r>
      <w:r>
        <w:tab/>
        <w:t>2.025e0</w:t>
      </w:r>
    </w:p>
    <w:p w:rsidR="00E00D30" w:rsidRDefault="00E00D30" w:rsidP="00E00D30">
      <w:r>
        <w:t>652.2023</w:t>
      </w:r>
      <w:r>
        <w:tab/>
        <w:t>2.025e0</w:t>
      </w:r>
    </w:p>
    <w:p w:rsidR="00E00D30" w:rsidRDefault="00E00D30" w:rsidP="00E00D30">
      <w:r>
        <w:t>652.2075</w:t>
      </w:r>
      <w:r>
        <w:tab/>
        <w:t>1.013e0</w:t>
      </w:r>
    </w:p>
    <w:p w:rsidR="00E00D30" w:rsidRDefault="00E00D30" w:rsidP="00E00D30">
      <w:r>
        <w:t>652.2186</w:t>
      </w:r>
      <w:r>
        <w:tab/>
        <w:t>1.013e0</w:t>
      </w:r>
    </w:p>
    <w:p w:rsidR="00E00D30" w:rsidRDefault="00E00D30" w:rsidP="00E00D30">
      <w:r>
        <w:t>652.2534</w:t>
      </w:r>
      <w:r>
        <w:tab/>
        <w:t>1.013e0</w:t>
      </w:r>
    </w:p>
    <w:p w:rsidR="00E00D30" w:rsidRDefault="00E00D30" w:rsidP="00E00D30">
      <w:r>
        <w:t>652.2642</w:t>
      </w:r>
      <w:r>
        <w:tab/>
        <w:t>1.013e0</w:t>
      </w:r>
    </w:p>
    <w:p w:rsidR="00E00D30" w:rsidRDefault="00E00D30" w:rsidP="00E00D30">
      <w:r>
        <w:t>652.3190</w:t>
      </w:r>
      <w:r>
        <w:tab/>
        <w:t>1.013e0</w:t>
      </w:r>
    </w:p>
    <w:p w:rsidR="00E00D30" w:rsidRDefault="00E00D30" w:rsidP="00E00D30">
      <w:r>
        <w:t>652.3344</w:t>
      </w:r>
      <w:r>
        <w:tab/>
        <w:t>3.038e0</w:t>
      </w:r>
    </w:p>
    <w:p w:rsidR="00E00D30" w:rsidRDefault="00E00D30" w:rsidP="00E00D30">
      <w:r>
        <w:t>652.3643</w:t>
      </w:r>
      <w:r>
        <w:tab/>
        <w:t>1.013e0</w:t>
      </w:r>
    </w:p>
    <w:p w:rsidR="00E00D30" w:rsidRDefault="00E00D30" w:rsidP="00E00D30">
      <w:r>
        <w:t>652.3696</w:t>
      </w:r>
      <w:r>
        <w:tab/>
        <w:t>2.025e0</w:t>
      </w:r>
    </w:p>
    <w:p w:rsidR="00E00D30" w:rsidRDefault="00E00D30" w:rsidP="00E00D30">
      <w:r>
        <w:t>652.3749</w:t>
      </w:r>
      <w:r>
        <w:tab/>
        <w:t>1.013e0</w:t>
      </w:r>
    </w:p>
    <w:p w:rsidR="00E00D30" w:rsidRDefault="00E00D30" w:rsidP="00E00D30">
      <w:r>
        <w:t>652.3796</w:t>
      </w:r>
      <w:r>
        <w:tab/>
        <w:t>4.051e0</w:t>
      </w:r>
    </w:p>
    <w:p w:rsidR="00E00D30" w:rsidRDefault="00E00D30" w:rsidP="00E00D30">
      <w:r>
        <w:t>652.3816</w:t>
      </w:r>
      <w:r>
        <w:tab/>
        <w:t>4.051e0</w:t>
      </w:r>
    </w:p>
    <w:p w:rsidR="00E00D30" w:rsidRDefault="00E00D30" w:rsidP="00E00D30">
      <w:r>
        <w:t>652.3930</w:t>
      </w:r>
      <w:r>
        <w:tab/>
        <w:t>5.299e0</w:t>
      </w:r>
    </w:p>
    <w:p w:rsidR="00E00D30" w:rsidRDefault="00E00D30" w:rsidP="00E00D30">
      <w:r>
        <w:lastRenderedPageBreak/>
        <w:t>652.4058</w:t>
      </w:r>
      <w:r>
        <w:tab/>
        <w:t>3.038e0</w:t>
      </w:r>
    </w:p>
    <w:p w:rsidR="00E00D30" w:rsidRDefault="00E00D30" w:rsidP="00E00D30">
      <w:r>
        <w:t>652.4625</w:t>
      </w:r>
      <w:r>
        <w:tab/>
        <w:t>1.013e0</w:t>
      </w:r>
    </w:p>
    <w:p w:rsidR="00E00D30" w:rsidRDefault="00E00D30" w:rsidP="00E00D30">
      <w:r>
        <w:t>652.4972</w:t>
      </w:r>
      <w:r>
        <w:tab/>
        <w:t>2.025e0</w:t>
      </w:r>
    </w:p>
    <w:p w:rsidR="00E00D30" w:rsidRDefault="00E00D30" w:rsidP="00E00D30">
      <w:r>
        <w:t>652.5081</w:t>
      </w:r>
      <w:r>
        <w:tab/>
        <w:t>1.013e0</w:t>
      </w:r>
    </w:p>
    <w:p w:rsidR="00E00D30" w:rsidRDefault="00E00D30" w:rsidP="00E00D30">
      <w:r>
        <w:t>652.5496</w:t>
      </w:r>
      <w:r>
        <w:tab/>
        <w:t>1.013e0</w:t>
      </w:r>
    </w:p>
    <w:p w:rsidR="00E00D30" w:rsidRDefault="00E00D30" w:rsidP="00E00D30">
      <w:r>
        <w:t>652.5635</w:t>
      </w:r>
      <w:r>
        <w:tab/>
        <w:t>2.025e0</w:t>
      </w:r>
    </w:p>
    <w:p w:rsidR="00E00D30" w:rsidRDefault="00E00D30" w:rsidP="00E00D30">
      <w:r>
        <w:t>652.5969</w:t>
      </w:r>
      <w:r>
        <w:tab/>
        <w:t>2.025e0</w:t>
      </w:r>
    </w:p>
    <w:p w:rsidR="00E00D30" w:rsidRDefault="00E00D30" w:rsidP="00E00D30">
      <w:r>
        <w:t>652.6016</w:t>
      </w:r>
      <w:r>
        <w:tab/>
        <w:t>1.013e0</w:t>
      </w:r>
    </w:p>
    <w:p w:rsidR="00E00D30" w:rsidRDefault="00E00D30" w:rsidP="00E00D30">
      <w:r>
        <w:t>652.6313</w:t>
      </w:r>
      <w:r>
        <w:tab/>
        <w:t>1.013e0</w:t>
      </w:r>
    </w:p>
    <w:p w:rsidR="00E00D30" w:rsidRDefault="00E00D30" w:rsidP="00E00D30">
      <w:r>
        <w:t>652.7236</w:t>
      </w:r>
      <w:r>
        <w:tab/>
        <w:t>2.025e0</w:t>
      </w:r>
    </w:p>
    <w:p w:rsidR="00E00D30" w:rsidRDefault="00E00D30" w:rsidP="00E00D30">
      <w:r>
        <w:t>652.7582</w:t>
      </w:r>
      <w:r>
        <w:tab/>
        <w:t>1.013e0</w:t>
      </w:r>
    </w:p>
    <w:p w:rsidR="00E00D30" w:rsidRDefault="00E00D30" w:rsidP="00E00D30">
      <w:r>
        <w:t>652.7756</w:t>
      </w:r>
      <w:r>
        <w:tab/>
        <w:t>1.013e0</w:t>
      </w:r>
    </w:p>
    <w:p w:rsidR="00E00D30" w:rsidRDefault="00E00D30" w:rsidP="00E00D30">
      <w:r>
        <w:t>652.7982</w:t>
      </w:r>
      <w:r>
        <w:tab/>
        <w:t>1.013e0</w:t>
      </w:r>
    </w:p>
    <w:p w:rsidR="00E00D30" w:rsidRDefault="00E00D30" w:rsidP="00E00D30">
      <w:r>
        <w:t>652.8420</w:t>
      </w:r>
      <w:r>
        <w:tab/>
        <w:t>2.025e0</w:t>
      </w:r>
    </w:p>
    <w:p w:rsidR="00E00D30" w:rsidRDefault="00E00D30" w:rsidP="00E00D30">
      <w:r>
        <w:t>652.8453</w:t>
      </w:r>
      <w:r>
        <w:tab/>
        <w:t>1.013e0</w:t>
      </w:r>
    </w:p>
    <w:p w:rsidR="00E00D30" w:rsidRDefault="00E00D30" w:rsidP="00E00D30">
      <w:r>
        <w:t>652.8763</w:t>
      </w:r>
      <w:r>
        <w:tab/>
        <w:t>2.025e0</w:t>
      </w:r>
    </w:p>
    <w:p w:rsidR="00E00D30" w:rsidRDefault="00E00D30" w:rsidP="00E00D30">
      <w:r>
        <w:t>652.8981</w:t>
      </w:r>
      <w:r>
        <w:tab/>
        <w:t>1.013e0</w:t>
      </w:r>
    </w:p>
    <w:p w:rsidR="00E00D30" w:rsidRDefault="00E00D30" w:rsidP="00E00D30">
      <w:r>
        <w:t>652.9588</w:t>
      </w:r>
      <w:r>
        <w:tab/>
        <w:t>2.025e0</w:t>
      </w:r>
    </w:p>
    <w:p w:rsidR="00E00D30" w:rsidRDefault="00E00D30" w:rsidP="00E00D30">
      <w:r>
        <w:t>653.0023</w:t>
      </w:r>
      <w:r>
        <w:tab/>
        <w:t>2.025e0</w:t>
      </w:r>
    </w:p>
    <w:p w:rsidR="00E00D30" w:rsidRDefault="00E00D30" w:rsidP="00E00D30">
      <w:r>
        <w:lastRenderedPageBreak/>
        <w:t>653.0096</w:t>
      </w:r>
      <w:r>
        <w:tab/>
        <w:t>1.013e0</w:t>
      </w:r>
    </w:p>
    <w:p w:rsidR="00E00D30" w:rsidRDefault="00E00D30" w:rsidP="00E00D30">
      <w:r>
        <w:t>653.0534</w:t>
      </w:r>
      <w:r>
        <w:tab/>
        <w:t>1.013e0</w:t>
      </w:r>
    </w:p>
    <w:p w:rsidR="00E00D30" w:rsidRDefault="00E00D30" w:rsidP="00E00D30">
      <w:r>
        <w:t>653.0641</w:t>
      </w:r>
      <w:r>
        <w:tab/>
        <w:t>1.013e0</w:t>
      </w:r>
    </w:p>
    <w:p w:rsidR="00E00D30" w:rsidRDefault="00E00D30" w:rsidP="00E00D30">
      <w:r>
        <w:t>653.1091</w:t>
      </w:r>
      <w:r>
        <w:tab/>
        <w:t>1.013e0</w:t>
      </w:r>
    </w:p>
    <w:p w:rsidR="00E00D30" w:rsidRDefault="00E00D30" w:rsidP="00E00D30">
      <w:r>
        <w:t>653.1239</w:t>
      </w:r>
      <w:r>
        <w:tab/>
        <w:t>2.025e0</w:t>
      </w:r>
    </w:p>
    <w:p w:rsidR="00E00D30" w:rsidRDefault="00E00D30" w:rsidP="00E00D30">
      <w:r>
        <w:t>653.1647</w:t>
      </w:r>
      <w:r>
        <w:tab/>
        <w:t>1.013e0</w:t>
      </w:r>
    </w:p>
    <w:p w:rsidR="00E00D30" w:rsidRDefault="00E00D30" w:rsidP="00E00D30">
      <w:r>
        <w:t>653.1769</w:t>
      </w:r>
      <w:r>
        <w:tab/>
        <w:t>4.051e0</w:t>
      </w:r>
    </w:p>
    <w:p w:rsidR="00E00D30" w:rsidRDefault="00E00D30" w:rsidP="00E00D30">
      <w:r>
        <w:t>653.1870</w:t>
      </w:r>
      <w:r>
        <w:tab/>
        <w:t>2.025e0</w:t>
      </w:r>
    </w:p>
    <w:p w:rsidR="00E00D30" w:rsidRDefault="00E00D30" w:rsidP="00E00D30">
      <w:r>
        <w:t>653.1978</w:t>
      </w:r>
      <w:r>
        <w:tab/>
        <w:t>1.013e0</w:t>
      </w:r>
    </w:p>
    <w:p w:rsidR="00E00D30" w:rsidRDefault="00E00D30" w:rsidP="00E00D30">
      <w:r>
        <w:t>653.2289</w:t>
      </w:r>
      <w:r>
        <w:tab/>
        <w:t>1.013e0</w:t>
      </w:r>
    </w:p>
    <w:p w:rsidR="00E00D30" w:rsidRDefault="00E00D30" w:rsidP="00E00D30">
      <w:r>
        <w:t>653.2730</w:t>
      </w:r>
      <w:r>
        <w:tab/>
        <w:t>3.038e0</w:t>
      </w:r>
    </w:p>
    <w:p w:rsidR="00E00D30" w:rsidRDefault="00E00D30" w:rsidP="00E00D30">
      <w:r>
        <w:t>653.2986</w:t>
      </w:r>
      <w:r>
        <w:tab/>
        <w:t>1.013e0</w:t>
      </w:r>
    </w:p>
    <w:p w:rsidR="00E00D30" w:rsidRDefault="00E00D30" w:rsidP="00E00D30">
      <w:r>
        <w:t>653.3163</w:t>
      </w:r>
      <w:r>
        <w:tab/>
        <w:t>1.013e0</w:t>
      </w:r>
    </w:p>
    <w:p w:rsidR="00E00D30" w:rsidRDefault="00E00D30" w:rsidP="00E00D30">
      <w:r>
        <w:t>653.3330</w:t>
      </w:r>
      <w:r>
        <w:tab/>
        <w:t>1.013e0</w:t>
      </w:r>
    </w:p>
    <w:p w:rsidR="00E00D30" w:rsidRDefault="00E00D30" w:rsidP="00E00D30">
      <w:r>
        <w:t>653.3497</w:t>
      </w:r>
      <w:r>
        <w:tab/>
        <w:t>1.013e0</w:t>
      </w:r>
    </w:p>
    <w:p w:rsidR="00E00D30" w:rsidRDefault="00E00D30" w:rsidP="00E00D30">
      <w:r>
        <w:t>653.3652</w:t>
      </w:r>
      <w:r>
        <w:tab/>
        <w:t>2.025e0</w:t>
      </w:r>
    </w:p>
    <w:p w:rsidR="00E00D30" w:rsidRDefault="00E00D30" w:rsidP="00E00D30">
      <w:r>
        <w:t>653.3682</w:t>
      </w:r>
      <w:r>
        <w:tab/>
        <w:t>1.013e0</w:t>
      </w:r>
    </w:p>
    <w:p w:rsidR="00E00D30" w:rsidRDefault="00E00D30" w:rsidP="00E00D30">
      <w:r>
        <w:t>653.4025</w:t>
      </w:r>
      <w:r>
        <w:tab/>
        <w:t>1.013e0</w:t>
      </w:r>
    </w:p>
    <w:p w:rsidR="00E00D30" w:rsidRDefault="00E00D30" w:rsidP="00E00D30">
      <w:r>
        <w:t>653.4080</w:t>
      </w:r>
      <w:r>
        <w:tab/>
        <w:t>3.038e0</w:t>
      </w:r>
    </w:p>
    <w:p w:rsidR="00E00D30" w:rsidRDefault="00E00D30" w:rsidP="00E00D30">
      <w:r>
        <w:lastRenderedPageBreak/>
        <w:t>653.4169</w:t>
      </w:r>
      <w:r>
        <w:tab/>
        <w:t>3.038e0</w:t>
      </w:r>
    </w:p>
    <w:p w:rsidR="00E00D30" w:rsidRDefault="00E00D30" w:rsidP="00E00D30">
      <w:r>
        <w:t>653.4208</w:t>
      </w:r>
      <w:r>
        <w:tab/>
        <w:t>1.013e0</w:t>
      </w:r>
    </w:p>
    <w:p w:rsidR="00E00D30" w:rsidRDefault="00E00D30" w:rsidP="00E00D30">
      <w:r>
        <w:t>653.4320</w:t>
      </w:r>
      <w:r>
        <w:tab/>
        <w:t>1.013e0</w:t>
      </w:r>
    </w:p>
    <w:p w:rsidR="00E00D30" w:rsidRDefault="00E00D30" w:rsidP="00E00D30">
      <w:r>
        <w:t>653.4383</w:t>
      </w:r>
      <w:r>
        <w:tab/>
        <w:t>1.013e0</w:t>
      </w:r>
    </w:p>
    <w:p w:rsidR="00E00D30" w:rsidRDefault="00E00D30" w:rsidP="00E00D30">
      <w:r>
        <w:t>653.4584</w:t>
      </w:r>
      <w:r>
        <w:tab/>
        <w:t>3.038e0</w:t>
      </w:r>
    </w:p>
    <w:p w:rsidR="00E00D30" w:rsidRDefault="00E00D30" w:rsidP="00E00D30">
      <w:r>
        <w:t>653.4934</w:t>
      </w:r>
      <w:r>
        <w:tab/>
        <w:t>3.038e0</w:t>
      </w:r>
    </w:p>
    <w:p w:rsidR="00E00D30" w:rsidRDefault="00E00D30" w:rsidP="00E00D30">
      <w:r>
        <w:t>653.5064</w:t>
      </w:r>
      <w:r>
        <w:tab/>
        <w:t>1.013e0</w:t>
      </w:r>
    </w:p>
    <w:p w:rsidR="00E00D30" w:rsidRDefault="00E00D30" w:rsidP="00E00D30">
      <w:r>
        <w:t>653.5099</w:t>
      </w:r>
      <w:r>
        <w:tab/>
        <w:t>1.013e0</w:t>
      </w:r>
    </w:p>
    <w:p w:rsidR="00E00D30" w:rsidRDefault="00E00D30" w:rsidP="00E00D30">
      <w:r>
        <w:t>653.5215</w:t>
      </w:r>
      <w:r>
        <w:tab/>
        <w:t>2.025e0</w:t>
      </w:r>
    </w:p>
    <w:p w:rsidR="00E00D30" w:rsidRDefault="00E00D30" w:rsidP="00E00D30">
      <w:r>
        <w:t>653.5412</w:t>
      </w:r>
      <w:r>
        <w:tab/>
        <w:t>1.013e0</w:t>
      </w:r>
    </w:p>
    <w:p w:rsidR="00E00D30" w:rsidRDefault="00E00D30" w:rsidP="00E00D30">
      <w:r>
        <w:t>653.5430</w:t>
      </w:r>
      <w:r>
        <w:tab/>
        <w:t>1.013e0</w:t>
      </w:r>
    </w:p>
    <w:p w:rsidR="00E00D30" w:rsidRDefault="00E00D30" w:rsidP="00E00D30">
      <w:r>
        <w:t>653.5542</w:t>
      </w:r>
      <w:r>
        <w:tab/>
        <w:t>1.013e0</w:t>
      </w:r>
    </w:p>
    <w:p w:rsidR="00E00D30" w:rsidRDefault="00E00D30" w:rsidP="00E00D30">
      <w:r>
        <w:t>653.5665</w:t>
      </w:r>
      <w:r>
        <w:tab/>
        <w:t>1.013e0</w:t>
      </w:r>
    </w:p>
    <w:p w:rsidR="00E00D30" w:rsidRDefault="00E00D30" w:rsidP="00E00D30">
      <w:r>
        <w:t>653.6120</w:t>
      </w:r>
      <w:r>
        <w:tab/>
        <w:t>1.013e0</w:t>
      </w:r>
    </w:p>
    <w:p w:rsidR="00E00D30" w:rsidRDefault="00E00D30" w:rsidP="00E00D30">
      <w:r>
        <w:t>653.6656</w:t>
      </w:r>
      <w:r>
        <w:tab/>
        <w:t>1.013e0</w:t>
      </w:r>
    </w:p>
    <w:p w:rsidR="00E00D30" w:rsidRDefault="00E00D30" w:rsidP="00E00D30">
      <w:r>
        <w:t>653.6886</w:t>
      </w:r>
      <w:r>
        <w:tab/>
        <w:t>2.025e0</w:t>
      </w:r>
    </w:p>
    <w:p w:rsidR="00E00D30" w:rsidRDefault="00E00D30" w:rsidP="00E00D30">
      <w:r>
        <w:t>653.7161</w:t>
      </w:r>
      <w:r>
        <w:tab/>
        <w:t>1.013e0</w:t>
      </w:r>
    </w:p>
    <w:p w:rsidR="00E00D30" w:rsidRDefault="00E00D30" w:rsidP="00E00D30">
      <w:r>
        <w:t>653.8031</w:t>
      </w:r>
      <w:r>
        <w:tab/>
        <w:t>1.013e0</w:t>
      </w:r>
    </w:p>
    <w:p w:rsidR="00E00D30" w:rsidRDefault="00E00D30" w:rsidP="00E00D30">
      <w:r>
        <w:t>653.8052</w:t>
      </w:r>
      <w:r>
        <w:tab/>
        <w:t>2.025e0</w:t>
      </w:r>
    </w:p>
    <w:p w:rsidR="00E00D30" w:rsidRDefault="00E00D30" w:rsidP="00E00D30">
      <w:r>
        <w:lastRenderedPageBreak/>
        <w:t>653.8220</w:t>
      </w:r>
      <w:r>
        <w:tab/>
        <w:t>2.025e0</w:t>
      </w:r>
    </w:p>
    <w:p w:rsidR="00E00D30" w:rsidRDefault="00E00D30" w:rsidP="00E00D30">
      <w:r>
        <w:t>653.8386</w:t>
      </w:r>
      <w:r>
        <w:tab/>
        <w:t>3.038e0</w:t>
      </w:r>
    </w:p>
    <w:p w:rsidR="00E00D30" w:rsidRDefault="00E00D30" w:rsidP="00E00D30">
      <w:r>
        <w:t>653.8666</w:t>
      </w:r>
      <w:r>
        <w:tab/>
        <w:t>1.013e0</w:t>
      </w:r>
    </w:p>
    <w:p w:rsidR="00E00D30" w:rsidRDefault="00E00D30" w:rsidP="00E00D30">
      <w:r>
        <w:t>653.9119</w:t>
      </w:r>
      <w:r>
        <w:tab/>
        <w:t>1.013e0</w:t>
      </w:r>
    </w:p>
    <w:p w:rsidR="00E00D30" w:rsidRDefault="00E00D30" w:rsidP="00E00D30">
      <w:r>
        <w:t>653.9442</w:t>
      </w:r>
      <w:r>
        <w:tab/>
        <w:t>2.025e0</w:t>
      </w:r>
    </w:p>
    <w:p w:rsidR="00E00D30" w:rsidRDefault="00E00D30" w:rsidP="00E00D30">
      <w:r>
        <w:t>653.9556</w:t>
      </w:r>
      <w:r>
        <w:tab/>
        <w:t>2.025e0</w:t>
      </w:r>
    </w:p>
    <w:p w:rsidR="00E00D30" w:rsidRDefault="00E00D30" w:rsidP="00E00D30">
      <w:r>
        <w:t>653.9888</w:t>
      </w:r>
      <w:r>
        <w:tab/>
        <w:t>1.013e0</w:t>
      </w:r>
    </w:p>
    <w:p w:rsidR="00E00D30" w:rsidRDefault="00E00D30" w:rsidP="00E00D30">
      <w:r>
        <w:t>654.0300</w:t>
      </w:r>
      <w:r>
        <w:tab/>
        <w:t>2.025e0</w:t>
      </w:r>
    </w:p>
    <w:p w:rsidR="00E00D30" w:rsidRDefault="00E00D30" w:rsidP="00E00D30">
      <w:r>
        <w:t>654.0648</w:t>
      </w:r>
      <w:r>
        <w:tab/>
        <w:t>1.013e0</w:t>
      </w:r>
    </w:p>
    <w:p w:rsidR="00E00D30" w:rsidRDefault="00E00D30" w:rsidP="00E00D30">
      <w:r>
        <w:t>654.1126</w:t>
      </w:r>
      <w:r>
        <w:tab/>
        <w:t>1.013e0</w:t>
      </w:r>
    </w:p>
    <w:p w:rsidR="00E00D30" w:rsidRDefault="00E00D30" w:rsidP="00E00D30">
      <w:r>
        <w:t>654.1246</w:t>
      </w:r>
      <w:r>
        <w:tab/>
        <w:t>2.025e0</w:t>
      </w:r>
    </w:p>
    <w:p w:rsidR="00E00D30" w:rsidRDefault="00E00D30" w:rsidP="00E00D30">
      <w:r>
        <w:t>654.1275</w:t>
      </w:r>
      <w:r>
        <w:tab/>
        <w:t>2.025e0</w:t>
      </w:r>
    </w:p>
    <w:p w:rsidR="00E00D30" w:rsidRDefault="00E00D30" w:rsidP="00E00D30">
      <w:r>
        <w:t>654.1787</w:t>
      </w:r>
      <w:r>
        <w:tab/>
        <w:t>1.013e0</w:t>
      </w:r>
    </w:p>
    <w:p w:rsidR="00E00D30" w:rsidRDefault="00E00D30" w:rsidP="00E00D30">
      <w:r>
        <w:t>654.1856</w:t>
      </w:r>
      <w:r>
        <w:tab/>
        <w:t>1.013e0</w:t>
      </w:r>
    </w:p>
    <w:p w:rsidR="00E00D30" w:rsidRDefault="00E00D30" w:rsidP="00E00D30">
      <w:r>
        <w:t>654.2343</w:t>
      </w:r>
      <w:r>
        <w:tab/>
        <w:t>4.051e0</w:t>
      </w:r>
    </w:p>
    <w:p w:rsidR="00E00D30" w:rsidRDefault="00E00D30" w:rsidP="00E00D30">
      <w:r>
        <w:t>654.2552</w:t>
      </w:r>
      <w:r>
        <w:tab/>
        <w:t>1.013e0</w:t>
      </w:r>
    </w:p>
    <w:p w:rsidR="00E00D30" w:rsidRDefault="00E00D30" w:rsidP="00E00D30">
      <w:r>
        <w:t>654.2791</w:t>
      </w:r>
      <w:r>
        <w:tab/>
        <w:t>1.013e0</w:t>
      </w:r>
    </w:p>
    <w:p w:rsidR="00E00D30" w:rsidRDefault="00E00D30" w:rsidP="00E00D30">
      <w:r>
        <w:t>654.2910</w:t>
      </w:r>
      <w:r>
        <w:tab/>
        <w:t>1.013e0</w:t>
      </w:r>
    </w:p>
    <w:p w:rsidR="00E00D30" w:rsidRDefault="00E00D30" w:rsidP="00E00D30">
      <w:r>
        <w:t>654.3076</w:t>
      </w:r>
      <w:r>
        <w:tab/>
        <w:t>1.013e0</w:t>
      </w:r>
    </w:p>
    <w:p w:rsidR="00E00D30" w:rsidRDefault="00E00D30" w:rsidP="00E00D30">
      <w:r>
        <w:lastRenderedPageBreak/>
        <w:t>654.3173</w:t>
      </w:r>
      <w:r>
        <w:tab/>
        <w:t>2.025e0</w:t>
      </w:r>
    </w:p>
    <w:p w:rsidR="00E00D30" w:rsidRDefault="00E00D30" w:rsidP="00E00D30">
      <w:r>
        <w:t>654.3447</w:t>
      </w:r>
      <w:r>
        <w:tab/>
        <w:t>5.956e0</w:t>
      </w:r>
    </w:p>
    <w:p w:rsidR="00E00D30" w:rsidRDefault="00E00D30" w:rsidP="00E00D30">
      <w:r>
        <w:t>654.3912</w:t>
      </w:r>
      <w:r>
        <w:tab/>
        <w:t>2.025e0</w:t>
      </w:r>
    </w:p>
    <w:p w:rsidR="00E00D30" w:rsidRDefault="00E00D30" w:rsidP="00E00D30">
      <w:r>
        <w:t>654.4129</w:t>
      </w:r>
      <w:r>
        <w:tab/>
        <w:t>2.025e0</w:t>
      </w:r>
    </w:p>
    <w:p w:rsidR="00E00D30" w:rsidRDefault="00E00D30" w:rsidP="00E00D30">
      <w:r>
        <w:t>654.4572</w:t>
      </w:r>
      <w:r>
        <w:tab/>
        <w:t>1.013e0</w:t>
      </w:r>
    </w:p>
    <w:p w:rsidR="00E00D30" w:rsidRDefault="00E00D30" w:rsidP="00E00D30">
      <w:r>
        <w:t>654.4695</w:t>
      </w:r>
      <w:r>
        <w:tab/>
        <w:t>1.013e0</w:t>
      </w:r>
    </w:p>
    <w:p w:rsidR="00E00D30" w:rsidRDefault="00E00D30" w:rsidP="00E00D30">
      <w:r>
        <w:t>654.4910</w:t>
      </w:r>
      <w:r>
        <w:tab/>
        <w:t>1.013e0</w:t>
      </w:r>
    </w:p>
    <w:p w:rsidR="00E00D30" w:rsidRDefault="00E00D30" w:rsidP="00E00D30">
      <w:r>
        <w:t>654.5022</w:t>
      </w:r>
      <w:r>
        <w:tab/>
        <w:t>2.025e0</w:t>
      </w:r>
    </w:p>
    <w:p w:rsidR="00E00D30" w:rsidRDefault="00E00D30" w:rsidP="00E00D30">
      <w:r>
        <w:t>654.5137</w:t>
      </w:r>
      <w:r>
        <w:tab/>
        <w:t>3.038e0</w:t>
      </w:r>
    </w:p>
    <w:p w:rsidR="00E00D30" w:rsidRDefault="00E00D30" w:rsidP="00E00D30">
      <w:r>
        <w:t>654.5345</w:t>
      </w:r>
      <w:r>
        <w:tab/>
        <w:t>2.025e0</w:t>
      </w:r>
    </w:p>
    <w:p w:rsidR="00E00D30" w:rsidRDefault="00E00D30" w:rsidP="00E00D30">
      <w:r>
        <w:t>654.5519</w:t>
      </w:r>
      <w:r>
        <w:tab/>
        <w:t>2.025e0</w:t>
      </w:r>
    </w:p>
    <w:p w:rsidR="00E00D30" w:rsidRDefault="00E00D30" w:rsidP="00E00D30">
      <w:r>
        <w:t>654.5803</w:t>
      </w:r>
      <w:r>
        <w:tab/>
        <w:t>1.013e0</w:t>
      </w:r>
    </w:p>
    <w:p w:rsidR="00E00D30" w:rsidRDefault="00E00D30" w:rsidP="00E00D30">
      <w:r>
        <w:t>654.6556</w:t>
      </w:r>
      <w:r>
        <w:tab/>
        <w:t>1.013e0</w:t>
      </w:r>
    </w:p>
    <w:p w:rsidR="00E00D30" w:rsidRDefault="00E00D30" w:rsidP="00E00D30">
      <w:r>
        <w:t>654.6694</w:t>
      </w:r>
      <w:r>
        <w:tab/>
        <w:t>2.025e0</w:t>
      </w:r>
    </w:p>
    <w:p w:rsidR="00E00D30" w:rsidRDefault="00E00D30" w:rsidP="00E00D30">
      <w:r>
        <w:t>654.7038</w:t>
      </w:r>
      <w:r>
        <w:tab/>
        <w:t>1.013e0</w:t>
      </w:r>
    </w:p>
    <w:p w:rsidR="00E00D30" w:rsidRDefault="00E00D30" w:rsidP="00E00D30">
      <w:r>
        <w:t>654.7260</w:t>
      </w:r>
      <w:r>
        <w:tab/>
        <w:t>1.013e0</w:t>
      </w:r>
    </w:p>
    <w:p w:rsidR="00E00D30" w:rsidRDefault="00E00D30" w:rsidP="00E00D30">
      <w:r>
        <w:t>654.7811</w:t>
      </w:r>
      <w:r>
        <w:tab/>
        <w:t>1.013e0</w:t>
      </w:r>
    </w:p>
    <w:p w:rsidR="00E00D30" w:rsidRDefault="00E00D30" w:rsidP="00E00D30">
      <w:r>
        <w:t>654.8126</w:t>
      </w:r>
      <w:r>
        <w:tab/>
        <w:t>1.013e0</w:t>
      </w:r>
    </w:p>
    <w:p w:rsidR="00E00D30" w:rsidRDefault="00E00D30" w:rsidP="00E00D30">
      <w:r>
        <w:t>654.8266</w:t>
      </w:r>
      <w:r>
        <w:tab/>
        <w:t>1.013e0</w:t>
      </w:r>
    </w:p>
    <w:p w:rsidR="00E00D30" w:rsidRDefault="00E00D30" w:rsidP="00E00D30">
      <w:r>
        <w:lastRenderedPageBreak/>
        <w:t>654.8589</w:t>
      </w:r>
      <w:r>
        <w:tab/>
        <w:t>1.013e0</w:t>
      </w:r>
    </w:p>
    <w:p w:rsidR="00E00D30" w:rsidRDefault="00E00D30" w:rsidP="00E00D30">
      <w:r>
        <w:t>654.8904</w:t>
      </w:r>
      <w:r>
        <w:tab/>
        <w:t>2.025e0</w:t>
      </w:r>
    </w:p>
    <w:p w:rsidR="00E00D30" w:rsidRDefault="00E00D30" w:rsidP="00E00D30">
      <w:r>
        <w:t>654.9186</w:t>
      </w:r>
      <w:r>
        <w:tab/>
        <w:t>1.013e0</w:t>
      </w:r>
    </w:p>
    <w:p w:rsidR="00E00D30" w:rsidRDefault="00E00D30" w:rsidP="00E00D30">
      <w:r>
        <w:t>654.9526</w:t>
      </w:r>
      <w:r>
        <w:tab/>
        <w:t>1.013e0</w:t>
      </w:r>
    </w:p>
    <w:p w:rsidR="00E00D30" w:rsidRDefault="00E00D30" w:rsidP="00E00D30">
      <w:r>
        <w:t>654.9692</w:t>
      </w:r>
      <w:r>
        <w:tab/>
        <w:t>2.025e0</w:t>
      </w:r>
    </w:p>
    <w:p w:rsidR="00E00D30" w:rsidRDefault="00E00D30" w:rsidP="00E00D30">
      <w:r>
        <w:t>655.0156</w:t>
      </w:r>
      <w:r>
        <w:tab/>
        <w:t>1.013e0</w:t>
      </w:r>
    </w:p>
    <w:p w:rsidR="00E00D30" w:rsidRDefault="00E00D30" w:rsidP="00E00D30">
      <w:r>
        <w:t>655.0405</w:t>
      </w:r>
      <w:r>
        <w:tab/>
        <w:t>1.013e0</w:t>
      </w:r>
    </w:p>
    <w:p w:rsidR="00E00D30" w:rsidRDefault="00E00D30" w:rsidP="00E00D30">
      <w:r>
        <w:t>655.0653</w:t>
      </w:r>
      <w:r>
        <w:tab/>
        <w:t>2.025e0</w:t>
      </w:r>
    </w:p>
    <w:p w:rsidR="00E00D30" w:rsidRDefault="00E00D30" w:rsidP="00E00D30">
      <w:r>
        <w:t>655.0745</w:t>
      </w:r>
      <w:r>
        <w:tab/>
        <w:t>1.013e0</w:t>
      </w:r>
    </w:p>
    <w:p w:rsidR="00E00D30" w:rsidRDefault="00E00D30" w:rsidP="00E00D30">
      <w:r>
        <w:t>655.0911</w:t>
      </w:r>
      <w:r>
        <w:tab/>
        <w:t>1.013e0</w:t>
      </w:r>
    </w:p>
    <w:p w:rsidR="00E00D30" w:rsidRDefault="00E00D30" w:rsidP="00E00D30">
      <w:r>
        <w:t>655.1438</w:t>
      </w:r>
      <w:r>
        <w:tab/>
        <w:t>1.013e0</w:t>
      </w:r>
    </w:p>
    <w:p w:rsidR="00E00D30" w:rsidRDefault="00E00D30" w:rsidP="00E00D30">
      <w:r>
        <w:t>655.1623</w:t>
      </w:r>
      <w:r>
        <w:tab/>
        <w:t>1.013e0</w:t>
      </w:r>
    </w:p>
    <w:p w:rsidR="00E00D30" w:rsidRDefault="00E00D30" w:rsidP="00E00D30">
      <w:r>
        <w:t>655.1706</w:t>
      </w:r>
      <w:r>
        <w:tab/>
        <w:t>3.038e0</w:t>
      </w:r>
    </w:p>
    <w:p w:rsidR="00E00D30" w:rsidRDefault="00E00D30" w:rsidP="00E00D30">
      <w:r>
        <w:t>655.1741</w:t>
      </w:r>
      <w:r>
        <w:tab/>
        <w:t>4.415e0</w:t>
      </w:r>
    </w:p>
    <w:p w:rsidR="00E00D30" w:rsidRDefault="00E00D30" w:rsidP="00E00D30">
      <w:r>
        <w:t>655.1909</w:t>
      </w:r>
      <w:r>
        <w:tab/>
        <w:t>7.089e0</w:t>
      </w:r>
    </w:p>
    <w:p w:rsidR="00E00D30" w:rsidRDefault="00E00D30" w:rsidP="00E00D30">
      <w:r>
        <w:t>655.1938</w:t>
      </w:r>
      <w:r>
        <w:tab/>
        <w:t>1.013e0</w:t>
      </w:r>
    </w:p>
    <w:p w:rsidR="00E00D30" w:rsidRDefault="00E00D30" w:rsidP="00E00D30">
      <w:r>
        <w:t>655.1990</w:t>
      </w:r>
      <w:r>
        <w:tab/>
        <w:t>4.051e0</w:t>
      </w:r>
    </w:p>
    <w:p w:rsidR="00E00D30" w:rsidRDefault="00E00D30" w:rsidP="00E00D30">
      <w:r>
        <w:t>655.2166</w:t>
      </w:r>
      <w:r>
        <w:tab/>
        <w:t>1.013e0</w:t>
      </w:r>
    </w:p>
    <w:p w:rsidR="00E00D30" w:rsidRDefault="00E00D30" w:rsidP="00E00D30">
      <w:r>
        <w:t>655.2221</w:t>
      </w:r>
      <w:r>
        <w:tab/>
        <w:t>2.025e0</w:t>
      </w:r>
    </w:p>
    <w:p w:rsidR="00E00D30" w:rsidRDefault="00E00D30" w:rsidP="00E00D30">
      <w:r>
        <w:lastRenderedPageBreak/>
        <w:t>655.2313</w:t>
      </w:r>
      <w:r>
        <w:tab/>
        <w:t>2.025e0</w:t>
      </w:r>
    </w:p>
    <w:p w:rsidR="00E00D30" w:rsidRDefault="00E00D30" w:rsidP="00E00D30">
      <w:r>
        <w:t>655.2827</w:t>
      </w:r>
      <w:r>
        <w:tab/>
        <w:t>1.013e0</w:t>
      </w:r>
    </w:p>
    <w:p w:rsidR="00E00D30" w:rsidRDefault="00E00D30" w:rsidP="00E00D30">
      <w:r>
        <w:t>655.3265</w:t>
      </w:r>
      <w:r>
        <w:tab/>
        <w:t>6.076e0</w:t>
      </w:r>
    </w:p>
    <w:p w:rsidR="00E00D30" w:rsidRDefault="00E00D30" w:rsidP="00E00D30">
      <w:r>
        <w:t>655.3441</w:t>
      </w:r>
      <w:r>
        <w:tab/>
        <w:t>2.025e0</w:t>
      </w:r>
    </w:p>
    <w:p w:rsidR="00E00D30" w:rsidRDefault="00E00D30" w:rsidP="00E00D30">
      <w:r>
        <w:t>655.3505</w:t>
      </w:r>
      <w:r>
        <w:tab/>
        <w:t>1.013e0</w:t>
      </w:r>
    </w:p>
    <w:p w:rsidR="00E00D30" w:rsidRDefault="00E00D30" w:rsidP="00E00D30">
      <w:r>
        <w:t>655.3697</w:t>
      </w:r>
      <w:r>
        <w:tab/>
        <w:t>1.013e0</w:t>
      </w:r>
    </w:p>
    <w:p w:rsidR="00E00D30" w:rsidRDefault="00E00D30" w:rsidP="00E00D30">
      <w:r>
        <w:t>655.3788</w:t>
      </w:r>
      <w:r>
        <w:tab/>
        <w:t>2.025e0</w:t>
      </w:r>
    </w:p>
    <w:p w:rsidR="00E00D30" w:rsidRDefault="00E00D30" w:rsidP="00E00D30">
      <w:r>
        <w:t>655.3811</w:t>
      </w:r>
      <w:r>
        <w:tab/>
        <w:t>2.025e0</w:t>
      </w:r>
    </w:p>
    <w:p w:rsidR="00E00D30" w:rsidRDefault="00E00D30" w:rsidP="00E00D30">
      <w:r>
        <w:t>655.3837</w:t>
      </w:r>
      <w:r>
        <w:tab/>
        <w:t>1.013e0</w:t>
      </w:r>
    </w:p>
    <w:p w:rsidR="00E00D30" w:rsidRDefault="00E00D30" w:rsidP="00E00D30">
      <w:r>
        <w:t>655.3946</w:t>
      </w:r>
      <w:r>
        <w:tab/>
        <w:t>2.025e0</w:t>
      </w:r>
    </w:p>
    <w:p w:rsidR="00E00D30" w:rsidRDefault="00E00D30" w:rsidP="00E00D30">
      <w:r>
        <w:t>655.4179</w:t>
      </w:r>
      <w:r>
        <w:tab/>
        <w:t>4.983e0</w:t>
      </w:r>
    </w:p>
    <w:p w:rsidR="00E00D30" w:rsidRDefault="00E00D30" w:rsidP="00E00D30">
      <w:r>
        <w:t>655.4230</w:t>
      </w:r>
      <w:r>
        <w:tab/>
        <w:t>2.025e0</w:t>
      </w:r>
    </w:p>
    <w:p w:rsidR="00E00D30" w:rsidRDefault="00E00D30" w:rsidP="00E00D30">
      <w:r>
        <w:t>655.4570</w:t>
      </w:r>
      <w:r>
        <w:tab/>
        <w:t>1.013e0</w:t>
      </w:r>
    </w:p>
    <w:p w:rsidR="00E00D30" w:rsidRDefault="00E00D30" w:rsidP="00E00D30">
      <w:r>
        <w:t>655.4844</w:t>
      </w:r>
      <w:r>
        <w:tab/>
        <w:t>4.051e0</w:t>
      </w:r>
    </w:p>
    <w:p w:rsidR="00E00D30" w:rsidRDefault="00E00D30" w:rsidP="00E00D30">
      <w:r>
        <w:t>655.5010</w:t>
      </w:r>
      <w:r>
        <w:tab/>
        <w:t>2.025e0</w:t>
      </w:r>
    </w:p>
    <w:p w:rsidR="00E00D30" w:rsidRDefault="00E00D30" w:rsidP="00E00D30">
      <w:r>
        <w:t>655.5070</w:t>
      </w:r>
      <w:r>
        <w:tab/>
        <w:t>1.013e0</w:t>
      </w:r>
    </w:p>
    <w:p w:rsidR="00E00D30" w:rsidRDefault="00E00D30" w:rsidP="00E00D30">
      <w:r>
        <w:t>655.5405</w:t>
      </w:r>
      <w:r>
        <w:tab/>
        <w:t>1.013e0</w:t>
      </w:r>
    </w:p>
    <w:p w:rsidR="00E00D30" w:rsidRDefault="00E00D30" w:rsidP="00E00D30">
      <w:r>
        <w:t>655.5787</w:t>
      </w:r>
      <w:r>
        <w:tab/>
        <w:t>1.013e0</w:t>
      </w:r>
    </w:p>
    <w:p w:rsidR="00E00D30" w:rsidRDefault="00E00D30" w:rsidP="00E00D30">
      <w:r>
        <w:t>655.6171</w:t>
      </w:r>
      <w:r>
        <w:tab/>
        <w:t>2.025e0</w:t>
      </w:r>
    </w:p>
    <w:p w:rsidR="00E00D30" w:rsidRDefault="00E00D30" w:rsidP="00E00D30">
      <w:r>
        <w:lastRenderedPageBreak/>
        <w:t>655.6195</w:t>
      </w:r>
      <w:r>
        <w:tab/>
        <w:t>1.013e0</w:t>
      </w:r>
    </w:p>
    <w:p w:rsidR="00E00D30" w:rsidRDefault="00E00D30" w:rsidP="00E00D30">
      <w:r>
        <w:t>655.7178</w:t>
      </w:r>
      <w:r>
        <w:tab/>
        <w:t>1.013e0</w:t>
      </w:r>
    </w:p>
    <w:p w:rsidR="00E00D30" w:rsidRDefault="00E00D30" w:rsidP="00E00D30">
      <w:r>
        <w:t>655.7359</w:t>
      </w:r>
      <w:r>
        <w:tab/>
        <w:t>3.038e0</w:t>
      </w:r>
    </w:p>
    <w:p w:rsidR="00E00D30" w:rsidRDefault="00E00D30" w:rsidP="00E00D30">
      <w:r>
        <w:t>655.7438</w:t>
      </w:r>
      <w:r>
        <w:tab/>
        <w:t>2.025e0</w:t>
      </w:r>
    </w:p>
    <w:p w:rsidR="00E00D30" w:rsidRDefault="00E00D30" w:rsidP="00E00D30">
      <w:r>
        <w:t>655.7871</w:t>
      </w:r>
      <w:r>
        <w:tab/>
        <w:t>3.038e0</w:t>
      </w:r>
    </w:p>
    <w:p w:rsidR="00E00D30" w:rsidRDefault="00E00D30" w:rsidP="00E00D30">
      <w:r>
        <w:t>655.7975</w:t>
      </w:r>
      <w:r>
        <w:tab/>
        <w:t>1.013e0</w:t>
      </w:r>
    </w:p>
    <w:p w:rsidR="00E00D30" w:rsidRDefault="00E00D30" w:rsidP="00E00D30">
      <w:r>
        <w:t>655.8087</w:t>
      </w:r>
      <w:r>
        <w:tab/>
        <w:t>1.013e0</w:t>
      </w:r>
    </w:p>
    <w:p w:rsidR="00E00D30" w:rsidRDefault="00E00D30" w:rsidP="00E00D30">
      <w:r>
        <w:t>655.8576</w:t>
      </w:r>
      <w:r>
        <w:tab/>
        <w:t>1.013e0</w:t>
      </w:r>
    </w:p>
    <w:p w:rsidR="00E00D30" w:rsidRDefault="00E00D30" w:rsidP="00E00D30">
      <w:r>
        <w:t>655.8745</w:t>
      </w:r>
      <w:r>
        <w:tab/>
        <w:t>1.013e0</w:t>
      </w:r>
    </w:p>
    <w:p w:rsidR="00E00D30" w:rsidRDefault="00E00D30" w:rsidP="00E00D30">
      <w:r>
        <w:t>655.9106</w:t>
      </w:r>
      <w:r>
        <w:tab/>
        <w:t>1.013e0</w:t>
      </w:r>
    </w:p>
    <w:p w:rsidR="00E00D30" w:rsidRDefault="00E00D30" w:rsidP="00E00D30">
      <w:r>
        <w:t>655.9933</w:t>
      </w:r>
      <w:r>
        <w:tab/>
        <w:t>2.025e0</w:t>
      </w:r>
    </w:p>
    <w:p w:rsidR="00E00D30" w:rsidRDefault="00E00D30" w:rsidP="00E00D30">
      <w:r>
        <w:t>655.9995</w:t>
      </w:r>
      <w:r>
        <w:tab/>
        <w:t>1.013e0</w:t>
      </w:r>
    </w:p>
    <w:p w:rsidR="00E00D30" w:rsidRDefault="00E00D30" w:rsidP="00E00D30">
      <w:r>
        <w:t>656.0145</w:t>
      </w:r>
      <w:r>
        <w:tab/>
        <w:t>2.025e0</w:t>
      </w:r>
    </w:p>
    <w:p w:rsidR="00E00D30" w:rsidRDefault="00E00D30" w:rsidP="00E00D30">
      <w:r>
        <w:t>656.0526</w:t>
      </w:r>
      <w:r>
        <w:tab/>
        <w:t>2.025e0</w:t>
      </w:r>
    </w:p>
    <w:p w:rsidR="00E00D30" w:rsidRDefault="00E00D30" w:rsidP="00E00D30">
      <w:r>
        <w:t>656.0709</w:t>
      </w:r>
      <w:r>
        <w:tab/>
        <w:t>2.025e0</w:t>
      </w:r>
    </w:p>
    <w:p w:rsidR="00E00D30" w:rsidRDefault="00E00D30" w:rsidP="00E00D30">
      <w:r>
        <w:t>656.1054</w:t>
      </w:r>
      <w:r>
        <w:tab/>
        <w:t>2.025e0</w:t>
      </w:r>
    </w:p>
    <w:p w:rsidR="00E00D30" w:rsidRDefault="00E00D30" w:rsidP="00E00D30">
      <w:r>
        <w:t>656.1268</w:t>
      </w:r>
      <w:r>
        <w:tab/>
        <w:t>2.025e0</w:t>
      </w:r>
    </w:p>
    <w:p w:rsidR="00E00D30" w:rsidRDefault="00E00D30" w:rsidP="00E00D30">
      <w:r>
        <w:t>656.1370</w:t>
      </w:r>
      <w:r>
        <w:tab/>
        <w:t>2.025e0</w:t>
      </w:r>
    </w:p>
    <w:p w:rsidR="00E00D30" w:rsidRDefault="00E00D30" w:rsidP="00E00D30">
      <w:r>
        <w:t>656.1552</w:t>
      </w:r>
      <w:r>
        <w:tab/>
        <w:t>2.025e0</w:t>
      </w:r>
    </w:p>
    <w:p w:rsidR="00E00D30" w:rsidRDefault="00E00D30" w:rsidP="00E00D30">
      <w:r>
        <w:lastRenderedPageBreak/>
        <w:t>656.1608</w:t>
      </w:r>
      <w:r>
        <w:tab/>
        <w:t>2.025e0</w:t>
      </w:r>
    </w:p>
    <w:p w:rsidR="00E00D30" w:rsidRDefault="00E00D30" w:rsidP="00E00D30">
      <w:r>
        <w:t>656.1824</w:t>
      </w:r>
      <w:r>
        <w:tab/>
        <w:t>4.051e0</w:t>
      </w:r>
    </w:p>
    <w:p w:rsidR="00E00D30" w:rsidRDefault="00E00D30" w:rsidP="00E00D30">
      <w:r>
        <w:t>656.1884</w:t>
      </w:r>
      <w:r>
        <w:tab/>
        <w:t>1.013e0</w:t>
      </w:r>
    </w:p>
    <w:p w:rsidR="00E00D30" w:rsidRDefault="00E00D30" w:rsidP="00E00D30">
      <w:r>
        <w:t>656.1940</w:t>
      </w:r>
      <w:r>
        <w:tab/>
        <w:t>2.025e0</w:t>
      </w:r>
    </w:p>
    <w:p w:rsidR="00E00D30" w:rsidRDefault="00E00D30" w:rsidP="00E00D30">
      <w:r>
        <w:t>656.2054</w:t>
      </w:r>
      <w:r>
        <w:tab/>
        <w:t>1.013e0</w:t>
      </w:r>
    </w:p>
    <w:p w:rsidR="00E00D30" w:rsidRDefault="00E00D30" w:rsidP="00E00D30">
      <w:r>
        <w:t>656.2236</w:t>
      </w:r>
      <w:r>
        <w:tab/>
        <w:t>2.025e0</w:t>
      </w:r>
    </w:p>
    <w:p w:rsidR="00E00D30" w:rsidRDefault="00E00D30" w:rsidP="00E00D30">
      <w:r>
        <w:t>656.2360</w:t>
      </w:r>
      <w:r>
        <w:tab/>
        <w:t>2.394e0</w:t>
      </w:r>
    </w:p>
    <w:p w:rsidR="00E00D30" w:rsidRDefault="00E00D30" w:rsidP="00E00D30">
      <w:r>
        <w:t>656.2724</w:t>
      </w:r>
      <w:r>
        <w:tab/>
        <w:t>2.025e0</w:t>
      </w:r>
    </w:p>
    <w:p w:rsidR="00E00D30" w:rsidRDefault="00E00D30" w:rsidP="00E00D30">
      <w:r>
        <w:t>656.2779</w:t>
      </w:r>
      <w:r>
        <w:tab/>
        <w:t>1.013e0</w:t>
      </w:r>
    </w:p>
    <w:p w:rsidR="00E00D30" w:rsidRDefault="00E00D30" w:rsidP="00E00D30">
      <w:r>
        <w:t>656.3278</w:t>
      </w:r>
      <w:r>
        <w:tab/>
        <w:t>2.025e0</w:t>
      </w:r>
    </w:p>
    <w:p w:rsidR="00E00D30" w:rsidRDefault="00E00D30" w:rsidP="00E00D30">
      <w:r>
        <w:t>656.3364</w:t>
      </w:r>
      <w:r>
        <w:tab/>
        <w:t>2.025e0</w:t>
      </w:r>
    </w:p>
    <w:p w:rsidR="00E00D30" w:rsidRDefault="00E00D30" w:rsidP="00E00D30">
      <w:r>
        <w:t>656.3562</w:t>
      </w:r>
      <w:r>
        <w:tab/>
        <w:t>1.013e0</w:t>
      </w:r>
    </w:p>
    <w:p w:rsidR="00E00D30" w:rsidRDefault="00E00D30" w:rsidP="00E00D30">
      <w:r>
        <w:t>656.3661</w:t>
      </w:r>
      <w:r>
        <w:tab/>
        <w:t>2.025e0</w:t>
      </w:r>
    </w:p>
    <w:p w:rsidR="00E00D30" w:rsidRDefault="00E00D30" w:rsidP="00E00D30">
      <w:r>
        <w:t>656.3835</w:t>
      </w:r>
      <w:r>
        <w:tab/>
        <w:t>2.727e0</w:t>
      </w:r>
    </w:p>
    <w:p w:rsidR="00E00D30" w:rsidRDefault="00E00D30" w:rsidP="00E00D30">
      <w:r>
        <w:t>656.4039</w:t>
      </w:r>
      <w:r>
        <w:tab/>
        <w:t>3.038e0</w:t>
      </w:r>
    </w:p>
    <w:p w:rsidR="00E00D30" w:rsidRDefault="00E00D30" w:rsidP="00E00D30">
      <w:r>
        <w:t>656.4074</w:t>
      </w:r>
      <w:r>
        <w:tab/>
        <w:t>4.051e0</w:t>
      </w:r>
    </w:p>
    <w:p w:rsidR="00E00D30" w:rsidRDefault="00E00D30" w:rsidP="00E00D30">
      <w:r>
        <w:t>656.4142</w:t>
      </w:r>
      <w:r>
        <w:tab/>
        <w:t>1.013e0</w:t>
      </w:r>
    </w:p>
    <w:p w:rsidR="00E00D30" w:rsidRDefault="00E00D30" w:rsidP="00E00D30">
      <w:r>
        <w:t>656.4233</w:t>
      </w:r>
      <w:r>
        <w:tab/>
        <w:t>1.013e0</w:t>
      </w:r>
    </w:p>
    <w:p w:rsidR="00E00D30" w:rsidRDefault="00E00D30" w:rsidP="00E00D30">
      <w:r>
        <w:t>656.4578</w:t>
      </w:r>
      <w:r>
        <w:tab/>
        <w:t>3.038e0</w:t>
      </w:r>
    </w:p>
    <w:p w:rsidR="00E00D30" w:rsidRDefault="00E00D30" w:rsidP="00E00D30">
      <w:r>
        <w:lastRenderedPageBreak/>
        <w:t>656.4796</w:t>
      </w:r>
      <w:r>
        <w:tab/>
        <w:t>1.013e0</w:t>
      </w:r>
    </w:p>
    <w:p w:rsidR="00E00D30" w:rsidRDefault="00E00D30" w:rsidP="00E00D30">
      <w:r>
        <w:t>656.4932</w:t>
      </w:r>
      <w:r>
        <w:tab/>
        <w:t>2.025e0</w:t>
      </w:r>
    </w:p>
    <w:p w:rsidR="00E00D30" w:rsidRDefault="00E00D30" w:rsidP="00E00D30">
      <w:r>
        <w:t>656.5667</w:t>
      </w:r>
      <w:r>
        <w:tab/>
        <w:t>3.038e0</w:t>
      </w:r>
    </w:p>
    <w:p w:rsidR="00E00D30" w:rsidRDefault="00E00D30" w:rsidP="00E00D30">
      <w:r>
        <w:t>656.6068</w:t>
      </w:r>
      <w:r>
        <w:tab/>
        <w:t>1.013e0</w:t>
      </w:r>
    </w:p>
    <w:p w:rsidR="00E00D30" w:rsidRDefault="00E00D30" w:rsidP="00E00D30">
      <w:r>
        <w:t>656.6139</w:t>
      </w:r>
      <w:r>
        <w:tab/>
        <w:t>2.025e0</w:t>
      </w:r>
    </w:p>
    <w:p w:rsidR="00E00D30" w:rsidRDefault="00E00D30" w:rsidP="00E00D30">
      <w:r>
        <w:t>656.6359</w:t>
      </w:r>
      <w:r>
        <w:tab/>
        <w:t>1.013e0</w:t>
      </w:r>
    </w:p>
    <w:p w:rsidR="00E00D30" w:rsidRDefault="00E00D30" w:rsidP="00E00D30">
      <w:r>
        <w:t>656.6371</w:t>
      </w:r>
      <w:r>
        <w:tab/>
        <w:t>1.013e0</w:t>
      </w:r>
    </w:p>
    <w:p w:rsidR="00E00D30" w:rsidRDefault="00E00D30" w:rsidP="00E00D30">
      <w:r>
        <w:t>656.6471</w:t>
      </w:r>
      <w:r>
        <w:tab/>
        <w:t>2.025e0</w:t>
      </w:r>
    </w:p>
    <w:p w:rsidR="00E00D30" w:rsidRDefault="00E00D30" w:rsidP="00E00D30">
      <w:r>
        <w:t>656.7106</w:t>
      </w:r>
      <w:r>
        <w:tab/>
        <w:t>1.013e0</w:t>
      </w:r>
    </w:p>
    <w:p w:rsidR="00E00D30" w:rsidRDefault="00E00D30" w:rsidP="00E00D30">
      <w:r>
        <w:t>656.7142</w:t>
      </w:r>
      <w:r>
        <w:tab/>
        <w:t>1.013e0</w:t>
      </w:r>
    </w:p>
    <w:p w:rsidR="00E00D30" w:rsidRDefault="00E00D30" w:rsidP="00E00D30">
      <w:r>
        <w:t>656.7370</w:t>
      </w:r>
      <w:r>
        <w:tab/>
        <w:t>1.013e0</w:t>
      </w:r>
    </w:p>
    <w:p w:rsidR="00E00D30" w:rsidRDefault="00E00D30" w:rsidP="00E00D30">
      <w:r>
        <w:t>656.7825</w:t>
      </w:r>
      <w:r>
        <w:tab/>
        <w:t>1.013e0</w:t>
      </w:r>
    </w:p>
    <w:p w:rsidR="00E00D30" w:rsidRDefault="00E00D30" w:rsidP="00E00D30">
      <w:r>
        <w:t>656.8038</w:t>
      </w:r>
      <w:r>
        <w:tab/>
        <w:t>1.013e0</w:t>
      </w:r>
    </w:p>
    <w:p w:rsidR="00E00D30" w:rsidRDefault="00E00D30" w:rsidP="00E00D30">
      <w:r>
        <w:t>656.8146</w:t>
      </w:r>
      <w:r>
        <w:tab/>
        <w:t>2.025e0</w:t>
      </w:r>
    </w:p>
    <w:p w:rsidR="00E00D30" w:rsidRDefault="00E00D30" w:rsidP="00E00D30">
      <w:r>
        <w:t>656.8315</w:t>
      </w:r>
      <w:r>
        <w:tab/>
        <w:t>1.013e0</w:t>
      </w:r>
    </w:p>
    <w:p w:rsidR="00E00D30" w:rsidRDefault="00E00D30" w:rsidP="00E00D30">
      <w:r>
        <w:t>656.8480</w:t>
      </w:r>
      <w:r>
        <w:tab/>
        <w:t>2.025e0</w:t>
      </w:r>
    </w:p>
    <w:p w:rsidR="00E00D30" w:rsidRDefault="00E00D30" w:rsidP="00E00D30">
      <w:r>
        <w:t>656.8721</w:t>
      </w:r>
      <w:r>
        <w:tab/>
        <w:t>1.013e0</w:t>
      </w:r>
    </w:p>
    <w:p w:rsidR="00E00D30" w:rsidRDefault="00E00D30" w:rsidP="00E00D30">
      <w:r>
        <w:t>656.9381</w:t>
      </w:r>
      <w:r>
        <w:tab/>
        <w:t>1.013e0</w:t>
      </w:r>
    </w:p>
    <w:p w:rsidR="00E00D30" w:rsidRDefault="00E00D30" w:rsidP="00E00D30">
      <w:r>
        <w:t>656.9444</w:t>
      </w:r>
      <w:r>
        <w:tab/>
        <w:t>2.025e0</w:t>
      </w:r>
    </w:p>
    <w:p w:rsidR="00E00D30" w:rsidRDefault="00E00D30" w:rsidP="00E00D30">
      <w:r>
        <w:lastRenderedPageBreak/>
        <w:t>656.9617</w:t>
      </w:r>
      <w:r>
        <w:tab/>
        <w:t>1.013e0</w:t>
      </w:r>
    </w:p>
    <w:p w:rsidR="00E00D30" w:rsidRDefault="00E00D30" w:rsidP="00E00D30">
      <w:r>
        <w:t>656.9728</w:t>
      </w:r>
      <w:r>
        <w:tab/>
        <w:t>2.025e0</w:t>
      </w:r>
    </w:p>
    <w:p w:rsidR="00E00D30" w:rsidRDefault="00E00D30" w:rsidP="00E00D30">
      <w:r>
        <w:t>656.9941</w:t>
      </w:r>
      <w:r>
        <w:tab/>
        <w:t>1.013e0</w:t>
      </w:r>
    </w:p>
    <w:p w:rsidR="00E00D30" w:rsidRDefault="00E00D30" w:rsidP="00E00D30">
      <w:r>
        <w:t>657.0231</w:t>
      </w:r>
      <w:r>
        <w:tab/>
        <w:t>1.013e0</w:t>
      </w:r>
    </w:p>
    <w:p w:rsidR="00E00D30" w:rsidRDefault="00E00D30" w:rsidP="00E00D30">
      <w:r>
        <w:t>657.0406</w:t>
      </w:r>
      <w:r>
        <w:tab/>
        <w:t>1.013e0</w:t>
      </w:r>
    </w:p>
    <w:p w:rsidR="00E00D30" w:rsidRDefault="00E00D30" w:rsidP="00E00D30">
      <w:r>
        <w:t>657.0508</w:t>
      </w:r>
      <w:r>
        <w:tab/>
        <w:t>2.025e0</w:t>
      </w:r>
    </w:p>
    <w:p w:rsidR="00E00D30" w:rsidRDefault="00E00D30" w:rsidP="00E00D30">
      <w:r>
        <w:t>657.0662</w:t>
      </w:r>
      <w:r>
        <w:tab/>
        <w:t>2.025e0</w:t>
      </w:r>
    </w:p>
    <w:p w:rsidR="00E00D30" w:rsidRDefault="00E00D30" w:rsidP="00E00D30">
      <w:r>
        <w:t>657.0724</w:t>
      </w:r>
      <w:r>
        <w:tab/>
        <w:t>2.025e0</w:t>
      </w:r>
    </w:p>
    <w:p w:rsidR="00E00D30" w:rsidRDefault="00E00D30" w:rsidP="00E00D30">
      <w:r>
        <w:t>657.1176</w:t>
      </w:r>
      <w:r>
        <w:tab/>
        <w:t>1.013e0</w:t>
      </w:r>
    </w:p>
    <w:p w:rsidR="00E00D30" w:rsidRDefault="00E00D30" w:rsidP="00E00D30">
      <w:r>
        <w:t>657.1447</w:t>
      </w:r>
      <w:r>
        <w:tab/>
        <w:t>1.013e0</w:t>
      </w:r>
    </w:p>
    <w:p w:rsidR="00E00D30" w:rsidRDefault="00E00D30" w:rsidP="00E00D30">
      <w:r>
        <w:t>657.1844</w:t>
      </w:r>
      <w:r>
        <w:tab/>
        <w:t>1.013e0</w:t>
      </w:r>
    </w:p>
    <w:p w:rsidR="00E00D30" w:rsidRDefault="00E00D30" w:rsidP="00E00D30">
      <w:r>
        <w:t>657.1960</w:t>
      </w:r>
      <w:r>
        <w:tab/>
        <w:t>1.013e0</w:t>
      </w:r>
    </w:p>
    <w:p w:rsidR="00E00D30" w:rsidRDefault="00E00D30" w:rsidP="00E00D30">
      <w:r>
        <w:t>657.2078</w:t>
      </w:r>
      <w:r>
        <w:tab/>
        <w:t>4.384e0</w:t>
      </w:r>
    </w:p>
    <w:p w:rsidR="00E00D30" w:rsidRDefault="00E00D30" w:rsidP="00E00D30">
      <w:r>
        <w:t>657.2323</w:t>
      </w:r>
      <w:r>
        <w:tab/>
        <w:t>1.013e0</w:t>
      </w:r>
    </w:p>
    <w:p w:rsidR="00E00D30" w:rsidRDefault="00E00D30" w:rsidP="00E00D30">
      <w:r>
        <w:t>657.2574</w:t>
      </w:r>
      <w:r>
        <w:tab/>
        <w:t>2.025e0</w:t>
      </w:r>
    </w:p>
    <w:p w:rsidR="00E00D30" w:rsidRDefault="00E00D30" w:rsidP="00E00D30">
      <w:r>
        <w:t>657.2667</w:t>
      </w:r>
      <w:r>
        <w:tab/>
        <w:t>1.013e0</w:t>
      </w:r>
    </w:p>
    <w:p w:rsidR="00E00D30" w:rsidRDefault="00E00D30" w:rsidP="00E00D30">
      <w:r>
        <w:t>657.3025</w:t>
      </w:r>
      <w:r>
        <w:tab/>
        <w:t>1.013e0</w:t>
      </w:r>
    </w:p>
    <w:p w:rsidR="00E00D30" w:rsidRDefault="00E00D30" w:rsidP="00E00D30">
      <w:r>
        <w:t>657.3316</w:t>
      </w:r>
      <w:r>
        <w:tab/>
        <w:t>2.025e0</w:t>
      </w:r>
    </w:p>
    <w:p w:rsidR="00E00D30" w:rsidRDefault="00E00D30" w:rsidP="00E00D30">
      <w:r>
        <w:t>657.3363</w:t>
      </w:r>
      <w:r>
        <w:tab/>
        <w:t>1.013e0</w:t>
      </w:r>
    </w:p>
    <w:p w:rsidR="00E00D30" w:rsidRDefault="00E00D30" w:rsidP="00E00D30">
      <w:r>
        <w:lastRenderedPageBreak/>
        <w:t>657.3424</w:t>
      </w:r>
      <w:r>
        <w:tab/>
        <w:t>1.013e0</w:t>
      </w:r>
    </w:p>
    <w:p w:rsidR="00E00D30" w:rsidRDefault="00E00D30" w:rsidP="00E00D30">
      <w:r>
        <w:t>657.3528</w:t>
      </w:r>
      <w:r>
        <w:tab/>
        <w:t>1.013e0</w:t>
      </w:r>
    </w:p>
    <w:p w:rsidR="00E00D30" w:rsidRDefault="00E00D30" w:rsidP="00E00D30">
      <w:r>
        <w:t>657.3640</w:t>
      </w:r>
      <w:r>
        <w:tab/>
        <w:t>1.013e0</w:t>
      </w:r>
    </w:p>
    <w:p w:rsidR="00E00D30" w:rsidRDefault="00E00D30" w:rsidP="00E00D30">
      <w:r>
        <w:t>657.3793</w:t>
      </w:r>
      <w:r>
        <w:tab/>
        <w:t>2.025e0</w:t>
      </w:r>
    </w:p>
    <w:p w:rsidR="00E00D30" w:rsidRDefault="00E00D30" w:rsidP="00E00D30">
      <w:r>
        <w:t>657.3865</w:t>
      </w:r>
      <w:r>
        <w:tab/>
        <w:t>1.865e0</w:t>
      </w:r>
    </w:p>
    <w:p w:rsidR="00E00D30" w:rsidRDefault="00E00D30" w:rsidP="00E00D30">
      <w:r>
        <w:t>657.4200</w:t>
      </w:r>
      <w:r>
        <w:tab/>
        <w:t>1.013e0</w:t>
      </w:r>
    </w:p>
    <w:p w:rsidR="00E00D30" w:rsidRDefault="00E00D30" w:rsidP="00E00D30">
      <w:r>
        <w:t>657.4250</w:t>
      </w:r>
      <w:r>
        <w:tab/>
        <w:t>3.038e0</w:t>
      </w:r>
    </w:p>
    <w:p w:rsidR="00E00D30" w:rsidRDefault="00E00D30" w:rsidP="00E00D30">
      <w:r>
        <w:t>657.4412</w:t>
      </w:r>
      <w:r>
        <w:tab/>
        <w:t>3.038e0</w:t>
      </w:r>
    </w:p>
    <w:p w:rsidR="00E00D30" w:rsidRDefault="00E00D30" w:rsidP="00E00D30">
      <w:r>
        <w:t>657.4645</w:t>
      </w:r>
      <w:r>
        <w:tab/>
        <w:t>1.013e0</w:t>
      </w:r>
    </w:p>
    <w:p w:rsidR="00E00D30" w:rsidRDefault="00E00D30" w:rsidP="00E00D30">
      <w:r>
        <w:t>657.4869</w:t>
      </w:r>
      <w:r>
        <w:tab/>
        <w:t>1.013e0</w:t>
      </w:r>
    </w:p>
    <w:p w:rsidR="00E00D30" w:rsidRDefault="00E00D30" w:rsidP="00E00D30">
      <w:r>
        <w:t>657.4981</w:t>
      </w:r>
      <w:r>
        <w:tab/>
        <w:t>1.013e0</w:t>
      </w:r>
    </w:p>
    <w:p w:rsidR="00E00D30" w:rsidRDefault="00E00D30" w:rsidP="00E00D30">
      <w:r>
        <w:t>657.5541</w:t>
      </w:r>
      <w:r>
        <w:tab/>
        <w:t>1.013e0</w:t>
      </w:r>
    </w:p>
    <w:p w:rsidR="00E00D30" w:rsidRDefault="00E00D30" w:rsidP="00E00D30">
      <w:r>
        <w:t>657.5665</w:t>
      </w:r>
      <w:r>
        <w:tab/>
        <w:t>1.013e0</w:t>
      </w:r>
    </w:p>
    <w:p w:rsidR="00E00D30" w:rsidRDefault="00E00D30" w:rsidP="00E00D30">
      <w:r>
        <w:t>657.5881</w:t>
      </w:r>
      <w:r>
        <w:tab/>
        <w:t>1.013e0</w:t>
      </w:r>
    </w:p>
    <w:p w:rsidR="00E00D30" w:rsidRDefault="00E00D30" w:rsidP="00E00D30">
      <w:r>
        <w:t>657.6146</w:t>
      </w:r>
      <w:r>
        <w:tab/>
        <w:t>1.013e0</w:t>
      </w:r>
    </w:p>
    <w:p w:rsidR="00E00D30" w:rsidRDefault="00E00D30" w:rsidP="00E00D30">
      <w:r>
        <w:t>657.6495</w:t>
      </w:r>
      <w:r>
        <w:tab/>
        <w:t>1.013e0</w:t>
      </w:r>
    </w:p>
    <w:p w:rsidR="00E00D30" w:rsidRDefault="00E00D30" w:rsidP="00E00D30">
      <w:r>
        <w:t>657.7346</w:t>
      </w:r>
      <w:r>
        <w:tab/>
        <w:t>1.013e0</w:t>
      </w:r>
    </w:p>
    <w:p w:rsidR="00E00D30" w:rsidRDefault="00E00D30" w:rsidP="00E00D30">
      <w:r>
        <w:t>657.7382</w:t>
      </w:r>
      <w:r>
        <w:tab/>
        <w:t>3.038e0</w:t>
      </w:r>
    </w:p>
    <w:p w:rsidR="00E00D30" w:rsidRDefault="00E00D30" w:rsidP="00E00D30">
      <w:r>
        <w:t>657.7482</w:t>
      </w:r>
      <w:r>
        <w:tab/>
        <w:t>2.025e0</w:t>
      </w:r>
    </w:p>
    <w:p w:rsidR="00E00D30" w:rsidRDefault="00E00D30" w:rsidP="00E00D30">
      <w:r>
        <w:lastRenderedPageBreak/>
        <w:t>657.7630</w:t>
      </w:r>
      <w:r>
        <w:tab/>
        <w:t>2.025e0</w:t>
      </w:r>
    </w:p>
    <w:p w:rsidR="00E00D30" w:rsidRDefault="00E00D30" w:rsidP="00E00D30">
      <w:r>
        <w:t>657.8232</w:t>
      </w:r>
      <w:r>
        <w:tab/>
        <w:t>1.013e0</w:t>
      </w:r>
    </w:p>
    <w:p w:rsidR="00E00D30" w:rsidRDefault="00E00D30" w:rsidP="00E00D30">
      <w:r>
        <w:t>657.8407</w:t>
      </w:r>
      <w:r>
        <w:tab/>
        <w:t>1.013e0</w:t>
      </w:r>
    </w:p>
    <w:p w:rsidR="00E00D30" w:rsidRDefault="00E00D30" w:rsidP="00E00D30">
      <w:r>
        <w:t>657.8761</w:t>
      </w:r>
      <w:r>
        <w:tab/>
        <w:t>1.013e0</w:t>
      </w:r>
    </w:p>
    <w:p w:rsidR="00E00D30" w:rsidRDefault="00E00D30" w:rsidP="00E00D30">
      <w:r>
        <w:t>657.9019</w:t>
      </w:r>
      <w:r>
        <w:tab/>
        <w:t>1.013e0</w:t>
      </w:r>
    </w:p>
    <w:p w:rsidR="00E00D30" w:rsidRDefault="00E00D30" w:rsidP="00E00D30">
      <w:r>
        <w:t>657.9100</w:t>
      </w:r>
      <w:r>
        <w:tab/>
        <w:t>1.013e0</w:t>
      </w:r>
    </w:p>
    <w:p w:rsidR="00E00D30" w:rsidRDefault="00E00D30" w:rsidP="00E00D30">
      <w:r>
        <w:t>657.9588</w:t>
      </w:r>
      <w:r>
        <w:tab/>
        <w:t>1.013e0</w:t>
      </w:r>
    </w:p>
    <w:p w:rsidR="00E00D30" w:rsidRDefault="00E00D30" w:rsidP="00E00D30">
      <w:r>
        <w:t>657.9981</w:t>
      </w:r>
      <w:r>
        <w:tab/>
        <w:t>1.013e0</w:t>
      </w:r>
    </w:p>
    <w:p w:rsidR="00E00D30" w:rsidRDefault="00E00D30" w:rsidP="00E00D30">
      <w:r>
        <w:t>658.0048</w:t>
      </w:r>
      <w:r>
        <w:tab/>
        <w:t>2.025e0</w:t>
      </w:r>
    </w:p>
    <w:p w:rsidR="00E00D30" w:rsidRDefault="00E00D30" w:rsidP="00E00D30">
      <w:r>
        <w:t>658.0150</w:t>
      </w:r>
      <w:r>
        <w:tab/>
        <w:t>1.013e0</w:t>
      </w:r>
    </w:p>
    <w:p w:rsidR="00E00D30" w:rsidRDefault="00E00D30" w:rsidP="00E00D30">
      <w:r>
        <w:t>658.0477</w:t>
      </w:r>
      <w:r>
        <w:tab/>
        <w:t>1.013e0</w:t>
      </w:r>
    </w:p>
    <w:p w:rsidR="00E00D30" w:rsidRDefault="00E00D30" w:rsidP="00E00D30">
      <w:r>
        <w:t>658.0674</w:t>
      </w:r>
      <w:r>
        <w:tab/>
        <w:t>1.013e0</w:t>
      </w:r>
    </w:p>
    <w:p w:rsidR="00E00D30" w:rsidRDefault="00E00D30" w:rsidP="00E00D30">
      <w:r>
        <w:t>658.1234</w:t>
      </w:r>
      <w:r>
        <w:tab/>
        <w:t>2.025e0</w:t>
      </w:r>
    </w:p>
    <w:p w:rsidR="00E00D30" w:rsidRDefault="00E00D30" w:rsidP="00E00D30">
      <w:r>
        <w:t>658.1358</w:t>
      </w:r>
      <w:r>
        <w:tab/>
        <w:t>1.013e0</w:t>
      </w:r>
    </w:p>
    <w:p w:rsidR="00E00D30" w:rsidRDefault="00E00D30" w:rsidP="00E00D30">
      <w:r>
        <w:t>658.1382</w:t>
      </w:r>
      <w:r>
        <w:tab/>
        <w:t>1.013e0</w:t>
      </w:r>
    </w:p>
    <w:p w:rsidR="00E00D30" w:rsidRDefault="00E00D30" w:rsidP="00E00D30">
      <w:r>
        <w:t>658.1708</w:t>
      </w:r>
      <w:r>
        <w:tab/>
        <w:t>2.025e0</w:t>
      </w:r>
    </w:p>
    <w:p w:rsidR="00E00D30" w:rsidRDefault="00E00D30" w:rsidP="00E00D30">
      <w:r>
        <w:t>658.1893</w:t>
      </w:r>
      <w:r>
        <w:tab/>
        <w:t>1.013e0</w:t>
      </w:r>
    </w:p>
    <w:p w:rsidR="00E00D30" w:rsidRDefault="00E00D30" w:rsidP="00E00D30">
      <w:r>
        <w:t>658.2061</w:t>
      </w:r>
      <w:r>
        <w:tab/>
        <w:t>1.013e0</w:t>
      </w:r>
    </w:p>
    <w:p w:rsidR="00E00D30" w:rsidRDefault="00E00D30" w:rsidP="00E00D30">
      <w:r>
        <w:t>658.2383</w:t>
      </w:r>
      <w:r>
        <w:tab/>
        <w:t>2.025e0</w:t>
      </w:r>
    </w:p>
    <w:p w:rsidR="00E00D30" w:rsidRDefault="00E00D30" w:rsidP="00E00D30">
      <w:r>
        <w:lastRenderedPageBreak/>
        <w:t>658.2579</w:t>
      </w:r>
      <w:r>
        <w:tab/>
        <w:t>1.013e0</w:t>
      </w:r>
    </w:p>
    <w:p w:rsidR="00E00D30" w:rsidRDefault="00E00D30" w:rsidP="00E00D30">
      <w:r>
        <w:t>658.2716</w:t>
      </w:r>
      <w:r>
        <w:tab/>
        <w:t>2.025e0</w:t>
      </w:r>
    </w:p>
    <w:p w:rsidR="00E00D30" w:rsidRDefault="00E00D30" w:rsidP="00E00D30">
      <w:r>
        <w:t>658.3168</w:t>
      </w:r>
      <w:r>
        <w:tab/>
        <w:t>1.013e0</w:t>
      </w:r>
    </w:p>
    <w:p w:rsidR="00E00D30" w:rsidRDefault="00E00D30" w:rsidP="00E00D30">
      <w:r>
        <w:t>658.3281</w:t>
      </w:r>
      <w:r>
        <w:tab/>
        <w:t>1.013e0</w:t>
      </w:r>
    </w:p>
    <w:p w:rsidR="00E00D30" w:rsidRDefault="00E00D30" w:rsidP="00E00D30">
      <w:r>
        <w:t>658.3348</w:t>
      </w:r>
      <w:r>
        <w:tab/>
        <w:t>2.025e0</w:t>
      </w:r>
    </w:p>
    <w:p w:rsidR="00E00D30" w:rsidRDefault="00E00D30" w:rsidP="00E00D30">
      <w:r>
        <w:t>658.3389</w:t>
      </w:r>
      <w:r>
        <w:tab/>
        <w:t>1.013e0</w:t>
      </w:r>
    </w:p>
    <w:p w:rsidR="00E00D30" w:rsidRDefault="00E00D30" w:rsidP="00E00D30">
      <w:r>
        <w:t>658.3513</w:t>
      </w:r>
      <w:r>
        <w:tab/>
        <w:t>3.038e0</w:t>
      </w:r>
    </w:p>
    <w:p w:rsidR="00E00D30" w:rsidRDefault="00E00D30" w:rsidP="00E00D30">
      <w:r>
        <w:t>658.3553</w:t>
      </w:r>
      <w:r>
        <w:tab/>
        <w:t>1.905e0</w:t>
      </w:r>
    </w:p>
    <w:p w:rsidR="00E00D30" w:rsidRDefault="00E00D30" w:rsidP="00E00D30">
      <w:r>
        <w:t>658.3797</w:t>
      </w:r>
      <w:r>
        <w:tab/>
        <w:t>1.013e0</w:t>
      </w:r>
    </w:p>
    <w:p w:rsidR="00E00D30" w:rsidRDefault="00E00D30" w:rsidP="00E00D30">
      <w:r>
        <w:t>658.4028</w:t>
      </w:r>
      <w:r>
        <w:tab/>
        <w:t>2.025e0</w:t>
      </w:r>
    </w:p>
    <w:p w:rsidR="00E00D30" w:rsidRDefault="00E00D30" w:rsidP="00E00D30">
      <w:r>
        <w:t>658.4178</w:t>
      </w:r>
      <w:r>
        <w:tab/>
        <w:t>1.013e0</w:t>
      </w:r>
    </w:p>
    <w:p w:rsidR="00E00D30" w:rsidRDefault="00E00D30" w:rsidP="00E00D30">
      <w:r>
        <w:t>658.4633</w:t>
      </w:r>
      <w:r>
        <w:tab/>
        <w:t>3.038e0</w:t>
      </w:r>
    </w:p>
    <w:p w:rsidR="00E00D30" w:rsidRDefault="00E00D30" w:rsidP="00E00D30">
      <w:r>
        <w:t>658.4749</w:t>
      </w:r>
      <w:r>
        <w:tab/>
        <w:t>2.025e0</w:t>
      </w:r>
    </w:p>
    <w:p w:rsidR="00E00D30" w:rsidRDefault="00E00D30" w:rsidP="00E00D30">
      <w:r>
        <w:t>658.4847</w:t>
      </w:r>
      <w:r>
        <w:tab/>
        <w:t>1.013e0</w:t>
      </w:r>
    </w:p>
    <w:p w:rsidR="00E00D30" w:rsidRDefault="00E00D30" w:rsidP="00E00D30">
      <w:r>
        <w:t>658.5034</w:t>
      </w:r>
      <w:r>
        <w:tab/>
        <w:t>3.038e0</w:t>
      </w:r>
    </w:p>
    <w:p w:rsidR="00E00D30" w:rsidRDefault="00E00D30" w:rsidP="00E00D30">
      <w:r>
        <w:t>658.5181</w:t>
      </w:r>
      <w:r>
        <w:tab/>
        <w:t>4.051e0</w:t>
      </w:r>
    </w:p>
    <w:p w:rsidR="00E00D30" w:rsidRDefault="00E00D30" w:rsidP="00E00D30">
      <w:r>
        <w:t>658.5197</w:t>
      </w:r>
      <w:r>
        <w:tab/>
        <w:t>8.101e0</w:t>
      </w:r>
    </w:p>
    <w:p w:rsidR="00E00D30" w:rsidRDefault="00E00D30" w:rsidP="00E00D30">
      <w:r>
        <w:t>658.5303</w:t>
      </w:r>
      <w:r>
        <w:tab/>
        <w:t>3.038e0</w:t>
      </w:r>
    </w:p>
    <w:p w:rsidR="00E00D30" w:rsidRDefault="00E00D30" w:rsidP="00E00D30">
      <w:r>
        <w:t>658.5336</w:t>
      </w:r>
      <w:r>
        <w:tab/>
        <w:t>4.051e0</w:t>
      </w:r>
    </w:p>
    <w:p w:rsidR="00E00D30" w:rsidRDefault="00E00D30" w:rsidP="00E00D30">
      <w:r>
        <w:lastRenderedPageBreak/>
        <w:t>658.5453</w:t>
      </w:r>
      <w:r>
        <w:tab/>
        <w:t>2.025e0</w:t>
      </w:r>
    </w:p>
    <w:p w:rsidR="00E00D30" w:rsidRDefault="00E00D30" w:rsidP="00E00D30">
      <w:r>
        <w:t>658.5663</w:t>
      </w:r>
      <w:r>
        <w:tab/>
        <w:t>2.025e0</w:t>
      </w:r>
    </w:p>
    <w:p w:rsidR="00E00D30" w:rsidRDefault="00E00D30" w:rsidP="00E00D30">
      <w:r>
        <w:t>658.6085</w:t>
      </w:r>
      <w:r>
        <w:tab/>
        <w:t>1.013e0</w:t>
      </w:r>
    </w:p>
    <w:p w:rsidR="00E00D30" w:rsidRDefault="00E00D30" w:rsidP="00E00D30">
      <w:r>
        <w:t>658.6237</w:t>
      </w:r>
      <w:r>
        <w:tab/>
        <w:t>1.013e0</w:t>
      </w:r>
    </w:p>
    <w:p w:rsidR="00E00D30" w:rsidRDefault="00E00D30" w:rsidP="00E00D30">
      <w:r>
        <w:t>658.6401</w:t>
      </w:r>
      <w:r>
        <w:tab/>
        <w:t>1.013e0</w:t>
      </w:r>
    </w:p>
    <w:p w:rsidR="00E00D30" w:rsidRDefault="00E00D30" w:rsidP="00E00D30">
      <w:r>
        <w:t>658.6750</w:t>
      </w:r>
      <w:r>
        <w:tab/>
        <w:t>1.013e0</w:t>
      </w:r>
    </w:p>
    <w:p w:rsidR="00E00D30" w:rsidRDefault="00E00D30" w:rsidP="00E00D30">
      <w:r>
        <w:t>658.8226</w:t>
      </w:r>
      <w:r>
        <w:tab/>
        <w:t>1.013e0</w:t>
      </w:r>
    </w:p>
    <w:p w:rsidR="00E00D30" w:rsidRDefault="00E00D30" w:rsidP="00E00D30">
      <w:r>
        <w:t>658.8265</w:t>
      </w:r>
      <w:r>
        <w:tab/>
        <w:t>2.025e0</w:t>
      </w:r>
    </w:p>
    <w:p w:rsidR="00E00D30" w:rsidRDefault="00E00D30" w:rsidP="00E00D30">
      <w:r>
        <w:t>658.8448</w:t>
      </w:r>
      <w:r>
        <w:tab/>
        <w:t>2.025e0</w:t>
      </w:r>
    </w:p>
    <w:p w:rsidR="00E00D30" w:rsidRDefault="00E00D30" w:rsidP="00E00D30">
      <w:r>
        <w:t>658.8879</w:t>
      </w:r>
      <w:r>
        <w:tab/>
        <w:t>2.025e0</w:t>
      </w:r>
    </w:p>
    <w:p w:rsidR="00E00D30" w:rsidRDefault="00E00D30" w:rsidP="00E00D30">
      <w:r>
        <w:t>658.9225</w:t>
      </w:r>
      <w:r>
        <w:tab/>
        <w:t>1.013e0</w:t>
      </w:r>
    </w:p>
    <w:p w:rsidR="00E00D30" w:rsidRDefault="00E00D30" w:rsidP="00E00D30">
      <w:r>
        <w:t>658.9461</w:t>
      </w:r>
      <w:r>
        <w:tab/>
        <w:t>2.025e0</w:t>
      </w:r>
    </w:p>
    <w:p w:rsidR="00E00D30" w:rsidRDefault="00E00D30" w:rsidP="00E00D30">
      <w:r>
        <w:t>658.9573</w:t>
      </w:r>
      <w:r>
        <w:tab/>
        <w:t>1.013e0</w:t>
      </w:r>
    </w:p>
    <w:p w:rsidR="00E00D30" w:rsidRDefault="00E00D30" w:rsidP="00E00D30">
      <w:r>
        <w:t>659.0125</w:t>
      </w:r>
      <w:r>
        <w:tab/>
        <w:t>2.025e0</w:t>
      </w:r>
    </w:p>
    <w:p w:rsidR="00E00D30" w:rsidRDefault="00E00D30" w:rsidP="00E00D30">
      <w:r>
        <w:t>659.1246</w:t>
      </w:r>
      <w:r>
        <w:tab/>
        <w:t>1.013e0</w:t>
      </w:r>
    </w:p>
    <w:p w:rsidR="00E00D30" w:rsidRDefault="00E00D30" w:rsidP="00E00D30">
      <w:r>
        <w:t>659.1443</w:t>
      </w:r>
      <w:r>
        <w:tab/>
        <w:t>1.013e0</w:t>
      </w:r>
    </w:p>
    <w:p w:rsidR="00E00D30" w:rsidRDefault="00E00D30" w:rsidP="00E00D30">
      <w:r>
        <w:t>659.1474</w:t>
      </w:r>
      <w:r>
        <w:tab/>
        <w:t>1.013e0</w:t>
      </w:r>
    </w:p>
    <w:p w:rsidR="00E00D30" w:rsidRDefault="00E00D30" w:rsidP="00E00D30">
      <w:r>
        <w:t>659.1871</w:t>
      </w:r>
      <w:r>
        <w:tab/>
        <w:t>2.025e0</w:t>
      </w:r>
    </w:p>
    <w:p w:rsidR="00E00D30" w:rsidRDefault="00E00D30" w:rsidP="00E00D30">
      <w:r>
        <w:t>659.1934</w:t>
      </w:r>
      <w:r>
        <w:tab/>
        <w:t>4.051e0</w:t>
      </w:r>
    </w:p>
    <w:p w:rsidR="00E00D30" w:rsidRDefault="00E00D30" w:rsidP="00E00D30">
      <w:r>
        <w:lastRenderedPageBreak/>
        <w:t>659.2260</w:t>
      </w:r>
      <w:r>
        <w:tab/>
        <w:t>1.013e0</w:t>
      </w:r>
    </w:p>
    <w:p w:rsidR="00E00D30" w:rsidRDefault="00E00D30" w:rsidP="00E00D30">
      <w:r>
        <w:t>659.2497</w:t>
      </w:r>
      <w:r>
        <w:tab/>
        <w:t>1.013e0</w:t>
      </w:r>
    </w:p>
    <w:p w:rsidR="00E00D30" w:rsidRDefault="00E00D30" w:rsidP="00E00D30">
      <w:r>
        <w:t>659.2698</w:t>
      </w:r>
      <w:r>
        <w:tab/>
        <w:t>2.025e0</w:t>
      </w:r>
    </w:p>
    <w:p w:rsidR="00E00D30" w:rsidRDefault="00E00D30" w:rsidP="00E00D30">
      <w:r>
        <w:t>659.2709</w:t>
      </w:r>
      <w:r>
        <w:tab/>
        <w:t>1.013e0</w:t>
      </w:r>
    </w:p>
    <w:p w:rsidR="00E00D30" w:rsidRDefault="00E00D30" w:rsidP="00E00D30">
      <w:r>
        <w:t>659.3197</w:t>
      </w:r>
      <w:r>
        <w:tab/>
        <w:t>2.025e0</w:t>
      </w:r>
    </w:p>
    <w:p w:rsidR="00E00D30" w:rsidRDefault="00E00D30" w:rsidP="00E00D30">
      <w:r>
        <w:t>659.3424</w:t>
      </w:r>
      <w:r>
        <w:tab/>
        <w:t>2.025e0</w:t>
      </w:r>
    </w:p>
    <w:p w:rsidR="00E00D30" w:rsidRDefault="00E00D30" w:rsidP="00E00D30">
      <w:r>
        <w:t>659.3495</w:t>
      </w:r>
      <w:r>
        <w:tab/>
        <w:t>1.013e0</w:t>
      </w:r>
    </w:p>
    <w:p w:rsidR="00E00D30" w:rsidRDefault="00E00D30" w:rsidP="00E00D30">
      <w:r>
        <w:t>659.3763</w:t>
      </w:r>
      <w:r>
        <w:tab/>
        <w:t>4.051e0</w:t>
      </w:r>
    </w:p>
    <w:p w:rsidR="00E00D30" w:rsidRDefault="00E00D30" w:rsidP="00E00D30">
      <w:r>
        <w:t>659.3885</w:t>
      </w:r>
      <w:r>
        <w:tab/>
        <w:t>2.025e0</w:t>
      </w:r>
    </w:p>
    <w:p w:rsidR="00E00D30" w:rsidRDefault="00E00D30" w:rsidP="00E00D30">
      <w:r>
        <w:t>659.4153</w:t>
      </w:r>
      <w:r>
        <w:tab/>
        <w:t>2.025e0</w:t>
      </w:r>
    </w:p>
    <w:p w:rsidR="00E00D30" w:rsidRDefault="00E00D30" w:rsidP="00E00D30">
      <w:r>
        <w:t>659.4407</w:t>
      </w:r>
      <w:r>
        <w:tab/>
        <w:t>3.038e0</w:t>
      </w:r>
    </w:p>
    <w:p w:rsidR="00E00D30" w:rsidRDefault="00E00D30" w:rsidP="00E00D30">
      <w:r>
        <w:t>659.4578</w:t>
      </w:r>
      <w:r>
        <w:tab/>
        <w:t>1.013e0</w:t>
      </w:r>
    </w:p>
    <w:p w:rsidR="00E00D30" w:rsidRDefault="00E00D30" w:rsidP="00E00D30">
      <w:r>
        <w:t>659.4731</w:t>
      </w:r>
      <w:r>
        <w:tab/>
        <w:t>1.013e0</w:t>
      </w:r>
    </w:p>
    <w:p w:rsidR="00E00D30" w:rsidRDefault="00E00D30" w:rsidP="00E00D30">
      <w:r>
        <w:t>659.4754</w:t>
      </w:r>
      <w:r>
        <w:tab/>
        <w:t>1.013e0</w:t>
      </w:r>
    </w:p>
    <w:p w:rsidR="00E00D30" w:rsidRDefault="00E00D30" w:rsidP="00E00D30">
      <w:r>
        <w:t>659.5242</w:t>
      </w:r>
      <w:r>
        <w:tab/>
        <w:t>2.025e0</w:t>
      </w:r>
    </w:p>
    <w:p w:rsidR="00E00D30" w:rsidRDefault="00E00D30" w:rsidP="00E00D30">
      <w:r>
        <w:t>659.5412</w:t>
      </w:r>
      <w:r>
        <w:tab/>
        <w:t>3.038e0</w:t>
      </w:r>
    </w:p>
    <w:p w:rsidR="00E00D30" w:rsidRDefault="00E00D30" w:rsidP="00E00D30">
      <w:r>
        <w:t>659.5582</w:t>
      </w:r>
      <w:r>
        <w:tab/>
        <w:t>2.025e0</w:t>
      </w:r>
    </w:p>
    <w:p w:rsidR="00E00D30" w:rsidRDefault="00E00D30" w:rsidP="00E00D30">
      <w:r>
        <w:t>659.5621</w:t>
      </w:r>
      <w:r>
        <w:tab/>
        <w:t>1.013e0</w:t>
      </w:r>
    </w:p>
    <w:p w:rsidR="00E00D30" w:rsidRDefault="00E00D30" w:rsidP="00E00D30">
      <w:r>
        <w:t>659.5715</w:t>
      </w:r>
      <w:r>
        <w:tab/>
        <w:t>2.025e0</w:t>
      </w:r>
    </w:p>
    <w:p w:rsidR="00E00D30" w:rsidRDefault="00E00D30" w:rsidP="00E00D30">
      <w:r>
        <w:lastRenderedPageBreak/>
        <w:t>659.5882</w:t>
      </w:r>
      <w:r>
        <w:tab/>
        <w:t>2.025e0</w:t>
      </w:r>
    </w:p>
    <w:p w:rsidR="00E00D30" w:rsidRDefault="00E00D30" w:rsidP="00E00D30">
      <w:r>
        <w:t>659.5964</w:t>
      </w:r>
      <w:r>
        <w:tab/>
        <w:t>1.013e0</w:t>
      </w:r>
    </w:p>
    <w:p w:rsidR="00E00D30" w:rsidRDefault="00E00D30" w:rsidP="00E00D30">
      <w:r>
        <w:t>659.6589</w:t>
      </w:r>
      <w:r>
        <w:tab/>
        <w:t>2.025e0</w:t>
      </w:r>
    </w:p>
    <w:p w:rsidR="00E00D30" w:rsidRDefault="00E00D30" w:rsidP="00E00D30">
      <w:r>
        <w:t>659.6663</w:t>
      </w:r>
      <w:r>
        <w:tab/>
        <w:t>3.038e0</w:t>
      </w:r>
    </w:p>
    <w:p w:rsidR="00E00D30" w:rsidRDefault="00E00D30" w:rsidP="00E00D30">
      <w:r>
        <w:t>659.6696</w:t>
      </w:r>
      <w:r>
        <w:tab/>
        <w:t>2.025e0</w:t>
      </w:r>
    </w:p>
    <w:p w:rsidR="00E00D30" w:rsidRDefault="00E00D30" w:rsidP="00E00D30">
      <w:r>
        <w:t>659.6754</w:t>
      </w:r>
      <w:r>
        <w:tab/>
        <w:t>1.013e0</w:t>
      </w:r>
    </w:p>
    <w:p w:rsidR="00E00D30" w:rsidRDefault="00E00D30" w:rsidP="00E00D30">
      <w:r>
        <w:t>659.6863</w:t>
      </w:r>
      <w:r>
        <w:tab/>
        <w:t>1.013e0</w:t>
      </w:r>
    </w:p>
    <w:p w:rsidR="00E00D30" w:rsidRDefault="00E00D30" w:rsidP="00E00D30">
      <w:r>
        <w:t>659.7092</w:t>
      </w:r>
      <w:r>
        <w:tab/>
        <w:t>1.013e0</w:t>
      </w:r>
    </w:p>
    <w:p w:rsidR="00E00D30" w:rsidRDefault="00E00D30" w:rsidP="00E00D30">
      <w:r>
        <w:t>659.7193</w:t>
      </w:r>
      <w:r>
        <w:tab/>
        <w:t>1.013e0</w:t>
      </w:r>
    </w:p>
    <w:p w:rsidR="00E00D30" w:rsidRDefault="00E00D30" w:rsidP="00E00D30">
      <w:r>
        <w:t>659.7718</w:t>
      </w:r>
      <w:r>
        <w:tab/>
        <w:t>1.013e0</w:t>
      </w:r>
    </w:p>
    <w:p w:rsidR="00E00D30" w:rsidRDefault="00E00D30" w:rsidP="00E00D30">
      <w:r>
        <w:t>659.7878</w:t>
      </w:r>
      <w:r>
        <w:tab/>
        <w:t>3.038e0</w:t>
      </w:r>
    </w:p>
    <w:p w:rsidR="00E00D30" w:rsidRDefault="00E00D30" w:rsidP="00E00D30">
      <w:r>
        <w:t>659.7991</w:t>
      </w:r>
      <w:r>
        <w:tab/>
        <w:t>1.013e0</w:t>
      </w:r>
    </w:p>
    <w:p w:rsidR="00E00D30" w:rsidRDefault="00E00D30" w:rsidP="00E00D30">
      <w:r>
        <w:t>659.8168</w:t>
      </w:r>
      <w:r>
        <w:tab/>
        <w:t>2.025e0</w:t>
      </w:r>
    </w:p>
    <w:p w:rsidR="00E00D30" w:rsidRDefault="00E00D30" w:rsidP="00E00D30">
      <w:r>
        <w:t>659.8336</w:t>
      </w:r>
      <w:r>
        <w:tab/>
        <w:t>1.013e0</w:t>
      </w:r>
    </w:p>
    <w:p w:rsidR="00E00D30" w:rsidRDefault="00E00D30" w:rsidP="00E00D30">
      <w:r>
        <w:t>659.8549</w:t>
      </w:r>
      <w:r>
        <w:tab/>
        <w:t>2.025e0</w:t>
      </w:r>
    </w:p>
    <w:p w:rsidR="00E00D30" w:rsidRDefault="00E00D30" w:rsidP="00E00D30">
      <w:r>
        <w:t>659.9795</w:t>
      </w:r>
      <w:r>
        <w:tab/>
        <w:t>1.013e0</w:t>
      </w:r>
    </w:p>
    <w:p w:rsidR="00E00D30" w:rsidRDefault="00E00D30" w:rsidP="00E00D30">
      <w:r>
        <w:t>660.0311</w:t>
      </w:r>
      <w:r>
        <w:tab/>
        <w:t>1.013e0</w:t>
      </w:r>
    </w:p>
    <w:p w:rsidR="00E00D30" w:rsidRDefault="00E00D30" w:rsidP="00E00D30">
      <w:r>
        <w:t>660.0464</w:t>
      </w:r>
      <w:r>
        <w:tab/>
        <w:t>1.013e0</w:t>
      </w:r>
    </w:p>
    <w:p w:rsidR="00E00D30" w:rsidRDefault="00E00D30" w:rsidP="00E00D30">
      <w:r>
        <w:t>660.0494</w:t>
      </w:r>
      <w:r>
        <w:tab/>
        <w:t>1.013e0</w:t>
      </w:r>
    </w:p>
    <w:p w:rsidR="00E00D30" w:rsidRDefault="00E00D30" w:rsidP="00E00D30">
      <w:r>
        <w:lastRenderedPageBreak/>
        <w:t>660.0658</w:t>
      </w:r>
      <w:r>
        <w:tab/>
        <w:t>1.013e0</w:t>
      </w:r>
    </w:p>
    <w:p w:rsidR="00E00D30" w:rsidRDefault="00E00D30" w:rsidP="00E00D30">
      <w:r>
        <w:t>660.0912</w:t>
      </w:r>
      <w:r>
        <w:tab/>
        <w:t>2.025e0</w:t>
      </w:r>
    </w:p>
    <w:p w:rsidR="00E00D30" w:rsidRDefault="00E00D30" w:rsidP="00E00D30">
      <w:r>
        <w:t>660.1184</w:t>
      </w:r>
      <w:r>
        <w:tab/>
        <w:t>1.013e0</w:t>
      </w:r>
    </w:p>
    <w:p w:rsidR="00E00D30" w:rsidRDefault="00E00D30" w:rsidP="00E00D30">
      <w:r>
        <w:t>660.1477</w:t>
      </w:r>
      <w:r>
        <w:tab/>
        <w:t>3.038e0</w:t>
      </w:r>
    </w:p>
    <w:p w:rsidR="00E00D30" w:rsidRDefault="00E00D30" w:rsidP="00E00D30">
      <w:r>
        <w:t>660.2067</w:t>
      </w:r>
      <w:r>
        <w:tab/>
        <w:t>1.013e0</w:t>
      </w:r>
    </w:p>
    <w:p w:rsidR="00E00D30" w:rsidRDefault="00E00D30" w:rsidP="00E00D30">
      <w:r>
        <w:t>660.2315</w:t>
      </w:r>
      <w:r>
        <w:tab/>
        <w:t>2.025e0</w:t>
      </w:r>
    </w:p>
    <w:p w:rsidR="00E00D30" w:rsidRDefault="00E00D30" w:rsidP="00E00D30">
      <w:r>
        <w:t>660.2403</w:t>
      </w:r>
      <w:r>
        <w:tab/>
        <w:t>1.013e0</w:t>
      </w:r>
    </w:p>
    <w:p w:rsidR="00E00D30" w:rsidRDefault="00E00D30" w:rsidP="00E00D30">
      <w:r>
        <w:t>660.2578</w:t>
      </w:r>
      <w:r>
        <w:tab/>
        <w:t>2.025e0</w:t>
      </w:r>
    </w:p>
    <w:p w:rsidR="00E00D30" w:rsidRDefault="00E00D30" w:rsidP="00E00D30">
      <w:r>
        <w:t>660.3049</w:t>
      </w:r>
      <w:r>
        <w:tab/>
        <w:t>2.025e0</w:t>
      </w:r>
    </w:p>
    <w:p w:rsidR="00E00D30" w:rsidRDefault="00E00D30" w:rsidP="00E00D30">
      <w:r>
        <w:t>660.3148</w:t>
      </w:r>
      <w:r>
        <w:tab/>
        <w:t>2.025e0</w:t>
      </w:r>
    </w:p>
    <w:p w:rsidR="00E00D30" w:rsidRDefault="00E00D30" w:rsidP="00E00D30">
      <w:r>
        <w:t>660.3171</w:t>
      </w:r>
      <w:r>
        <w:tab/>
        <w:t>1.013e0</w:t>
      </w:r>
    </w:p>
    <w:p w:rsidR="00E00D30" w:rsidRDefault="00E00D30" w:rsidP="00E00D30">
      <w:r>
        <w:t>660.3446</w:t>
      </w:r>
      <w:r>
        <w:tab/>
        <w:t>2.025e0</w:t>
      </w:r>
    </w:p>
    <w:p w:rsidR="00E00D30" w:rsidRDefault="00E00D30" w:rsidP="00E00D30">
      <w:r>
        <w:t>660.3501</w:t>
      </w:r>
      <w:r>
        <w:tab/>
        <w:t>1.013e0</w:t>
      </w:r>
    </w:p>
    <w:p w:rsidR="00E00D30" w:rsidRDefault="00E00D30" w:rsidP="00E00D30">
      <w:r>
        <w:t>660.3882</w:t>
      </w:r>
      <w:r>
        <w:tab/>
        <w:t>2.025e0</w:t>
      </w:r>
    </w:p>
    <w:p w:rsidR="00E00D30" w:rsidRDefault="00E00D30" w:rsidP="00E00D30">
      <w:r>
        <w:t>660.3941</w:t>
      </w:r>
      <w:r>
        <w:tab/>
        <w:t>3.038e0</w:t>
      </w:r>
    </w:p>
    <w:p w:rsidR="00E00D30" w:rsidRDefault="00E00D30" w:rsidP="00E00D30">
      <w:r>
        <w:t>660.4147</w:t>
      </w:r>
      <w:r>
        <w:tab/>
        <w:t>1.013e0</w:t>
      </w:r>
    </w:p>
    <w:p w:rsidR="00E00D30" w:rsidRDefault="00E00D30" w:rsidP="00E00D30">
      <w:r>
        <w:t>660.4176</w:t>
      </w:r>
      <w:r>
        <w:tab/>
        <w:t>1.013e0</w:t>
      </w:r>
    </w:p>
    <w:p w:rsidR="00E00D30" w:rsidRDefault="00E00D30" w:rsidP="00E00D30">
      <w:r>
        <w:t>660.4370</w:t>
      </w:r>
      <w:r>
        <w:tab/>
        <w:t>2.025e0</w:t>
      </w:r>
    </w:p>
    <w:p w:rsidR="00E00D30" w:rsidRDefault="00E00D30" w:rsidP="00E00D30">
      <w:r>
        <w:t>660.4399</w:t>
      </w:r>
      <w:r>
        <w:tab/>
        <w:t>4.051e0</w:t>
      </w:r>
    </w:p>
    <w:p w:rsidR="00E00D30" w:rsidRDefault="00E00D30" w:rsidP="00E00D30">
      <w:r>
        <w:lastRenderedPageBreak/>
        <w:t>660.4586</w:t>
      </w:r>
      <w:r>
        <w:tab/>
        <w:t>2.025e0</w:t>
      </w:r>
    </w:p>
    <w:p w:rsidR="00E00D30" w:rsidRDefault="00E00D30" w:rsidP="00E00D30">
      <w:r>
        <w:t>660.4622</w:t>
      </w:r>
      <w:r>
        <w:tab/>
        <w:t>1.013e0</w:t>
      </w:r>
    </w:p>
    <w:p w:rsidR="00E00D30" w:rsidRDefault="00E00D30" w:rsidP="00E00D30">
      <w:r>
        <w:t>660.4666</w:t>
      </w:r>
      <w:r>
        <w:tab/>
        <w:t>1.013e0</w:t>
      </w:r>
    </w:p>
    <w:p w:rsidR="00E00D30" w:rsidRDefault="00E00D30" w:rsidP="00E00D30">
      <w:r>
        <w:t>660.4747</w:t>
      </w:r>
      <w:r>
        <w:tab/>
        <w:t>1.013e0</w:t>
      </w:r>
    </w:p>
    <w:p w:rsidR="00E00D30" w:rsidRDefault="00E00D30" w:rsidP="00E00D30">
      <w:r>
        <w:t>660.5132</w:t>
      </w:r>
      <w:r>
        <w:tab/>
        <w:t>2.025e0</w:t>
      </w:r>
    </w:p>
    <w:p w:rsidR="00E00D30" w:rsidRDefault="00E00D30" w:rsidP="00E00D30">
      <w:r>
        <w:t>660.5302</w:t>
      </w:r>
      <w:r>
        <w:tab/>
        <w:t>1.013e0</w:t>
      </w:r>
    </w:p>
    <w:p w:rsidR="00E00D30" w:rsidRDefault="00E00D30" w:rsidP="00E00D30">
      <w:r>
        <w:t>660.5354</w:t>
      </w:r>
      <w:r>
        <w:tab/>
        <w:t>1.013e0</w:t>
      </w:r>
    </w:p>
    <w:p w:rsidR="00E00D30" w:rsidRDefault="00E00D30" w:rsidP="00E00D30">
      <w:r>
        <w:t>660.5851</w:t>
      </w:r>
      <w:r>
        <w:tab/>
        <w:t>3.038e0</w:t>
      </w:r>
    </w:p>
    <w:p w:rsidR="00E00D30" w:rsidRDefault="00E00D30" w:rsidP="00E00D30">
      <w:r>
        <w:t>660.6047</w:t>
      </w:r>
      <w:r>
        <w:tab/>
        <w:t>1.013e0</w:t>
      </w:r>
    </w:p>
    <w:p w:rsidR="00E00D30" w:rsidRDefault="00E00D30" w:rsidP="00E00D30">
      <w:r>
        <w:t>660.6547</w:t>
      </w:r>
      <w:r>
        <w:tab/>
        <w:t>1.013e0</w:t>
      </w:r>
    </w:p>
    <w:p w:rsidR="00E00D30" w:rsidRDefault="00E00D30" w:rsidP="00E00D30">
      <w:r>
        <w:t>660.6877</w:t>
      </w:r>
      <w:r>
        <w:tab/>
        <w:t>1.013e0</w:t>
      </w:r>
    </w:p>
    <w:p w:rsidR="00E00D30" w:rsidRDefault="00E00D30" w:rsidP="00E00D30">
      <w:r>
        <w:t>660.7369</w:t>
      </w:r>
      <w:r>
        <w:tab/>
        <w:t>2.025e0</w:t>
      </w:r>
    </w:p>
    <w:p w:rsidR="00E00D30" w:rsidRDefault="00E00D30" w:rsidP="00E00D30">
      <w:r>
        <w:t>660.8002</w:t>
      </w:r>
      <w:r>
        <w:tab/>
        <w:t>1.013e0</w:t>
      </w:r>
    </w:p>
    <w:p w:rsidR="00E00D30" w:rsidRDefault="00E00D30" w:rsidP="00E00D30">
      <w:r>
        <w:t>660.8228</w:t>
      </w:r>
      <w:r>
        <w:tab/>
        <w:t>1.013e0</w:t>
      </w:r>
    </w:p>
    <w:p w:rsidR="00E00D30" w:rsidRDefault="00E00D30" w:rsidP="00E00D30">
      <w:r>
        <w:t>660.8497</w:t>
      </w:r>
      <w:r>
        <w:tab/>
        <w:t>1.013e0</w:t>
      </w:r>
    </w:p>
    <w:p w:rsidR="00E00D30" w:rsidRDefault="00E00D30" w:rsidP="00E00D30">
      <w:r>
        <w:t>660.8800</w:t>
      </w:r>
      <w:r>
        <w:tab/>
        <w:t>2.025e0</w:t>
      </w:r>
    </w:p>
    <w:p w:rsidR="00E00D30" w:rsidRDefault="00E00D30" w:rsidP="00E00D30">
      <w:r>
        <w:t>660.8911</w:t>
      </w:r>
      <w:r>
        <w:tab/>
        <w:t>1.013e0</w:t>
      </w:r>
    </w:p>
    <w:p w:rsidR="00E00D30" w:rsidRDefault="00E00D30" w:rsidP="00E00D30">
      <w:r>
        <w:t>660.9001</w:t>
      </w:r>
      <w:r>
        <w:tab/>
        <w:t>1.013e0</w:t>
      </w:r>
    </w:p>
    <w:p w:rsidR="00E00D30" w:rsidRDefault="00E00D30" w:rsidP="00E00D30">
      <w:r>
        <w:t>660.9812</w:t>
      </w:r>
      <w:r>
        <w:tab/>
        <w:t>2.025e0</w:t>
      </w:r>
    </w:p>
    <w:p w:rsidR="00E00D30" w:rsidRDefault="00E00D30" w:rsidP="00E00D30">
      <w:r>
        <w:lastRenderedPageBreak/>
        <w:t>660.9916</w:t>
      </w:r>
      <w:r>
        <w:tab/>
        <w:t>2.025e0</w:t>
      </w:r>
    </w:p>
    <w:p w:rsidR="00E00D30" w:rsidRDefault="00E00D30" w:rsidP="00E00D30">
      <w:r>
        <w:t>661.0916</w:t>
      </w:r>
      <w:r>
        <w:tab/>
        <w:t>1.013e0</w:t>
      </w:r>
    </w:p>
    <w:p w:rsidR="00E00D30" w:rsidRDefault="00E00D30" w:rsidP="00E00D30">
      <w:r>
        <w:t>661.1606</w:t>
      </w:r>
      <w:r>
        <w:tab/>
        <w:t>1.013e0</w:t>
      </w:r>
    </w:p>
    <w:p w:rsidR="00E00D30" w:rsidRDefault="00E00D30" w:rsidP="00E00D30">
      <w:r>
        <w:t>661.1690</w:t>
      </w:r>
      <w:r>
        <w:tab/>
        <w:t>2.025e0</w:t>
      </w:r>
    </w:p>
    <w:p w:rsidR="00E00D30" w:rsidRDefault="00E00D30" w:rsidP="00E00D30">
      <w:r>
        <w:t>661.1718</w:t>
      </w:r>
      <w:r>
        <w:tab/>
        <w:t>1.013e0</w:t>
      </w:r>
    </w:p>
    <w:p w:rsidR="00E00D30" w:rsidRDefault="00E00D30" w:rsidP="00E00D30">
      <w:r>
        <w:t>661.2515</w:t>
      </w:r>
      <w:r>
        <w:tab/>
        <w:t>1.013e0</w:t>
      </w:r>
    </w:p>
    <w:p w:rsidR="00E00D30" w:rsidRDefault="00E00D30" w:rsidP="00E00D30">
      <w:r>
        <w:t>661.2622</w:t>
      </w:r>
      <w:r>
        <w:tab/>
        <w:t>2.025e0</w:t>
      </w:r>
    </w:p>
    <w:p w:rsidR="00E00D30" w:rsidRDefault="00E00D30" w:rsidP="00E00D30">
      <w:r>
        <w:t>661.2656</w:t>
      </w:r>
      <w:r>
        <w:tab/>
        <w:t>1.013e0</w:t>
      </w:r>
    </w:p>
    <w:p w:rsidR="00E00D30" w:rsidRDefault="00E00D30" w:rsidP="00E00D30">
      <w:r>
        <w:t>661.3049</w:t>
      </w:r>
      <w:r>
        <w:tab/>
        <w:t>2.025e0</w:t>
      </w:r>
    </w:p>
    <w:p w:rsidR="00E00D30" w:rsidRDefault="00E00D30" w:rsidP="00E00D30">
      <w:r>
        <w:t>661.3070</w:t>
      </w:r>
      <w:r>
        <w:tab/>
        <w:t>1.013e0</w:t>
      </w:r>
    </w:p>
    <w:p w:rsidR="00E00D30" w:rsidRDefault="00E00D30" w:rsidP="00E00D30">
      <w:r>
        <w:t>661.3187</w:t>
      </w:r>
      <w:r>
        <w:tab/>
        <w:t>2.025e0</w:t>
      </w:r>
    </w:p>
    <w:p w:rsidR="00E00D30" w:rsidRDefault="00E00D30" w:rsidP="00E00D30">
      <w:r>
        <w:t>661.3304</w:t>
      </w:r>
      <w:r>
        <w:tab/>
        <w:t>4.051e0</w:t>
      </w:r>
    </w:p>
    <w:p w:rsidR="00E00D30" w:rsidRDefault="00E00D30" w:rsidP="00E00D30">
      <w:r>
        <w:t>661.3435</w:t>
      </w:r>
      <w:r>
        <w:tab/>
        <w:t>2.025e0</w:t>
      </w:r>
    </w:p>
    <w:p w:rsidR="00E00D30" w:rsidRDefault="00E00D30" w:rsidP="00E00D30">
      <w:r>
        <w:t>661.3536</w:t>
      </w:r>
      <w:r>
        <w:tab/>
        <w:t>1.013e0</w:t>
      </w:r>
    </w:p>
    <w:p w:rsidR="00E00D30" w:rsidRDefault="00E00D30" w:rsidP="00E00D30">
      <w:r>
        <w:t>661.3859</w:t>
      </w:r>
      <w:r>
        <w:tab/>
        <w:t>3.038e0</w:t>
      </w:r>
    </w:p>
    <w:p w:rsidR="00E00D30" w:rsidRDefault="00E00D30" w:rsidP="00E00D30">
      <w:r>
        <w:t>661.3970</w:t>
      </w:r>
      <w:r>
        <w:tab/>
        <w:t>2.025e0</w:t>
      </w:r>
    </w:p>
    <w:p w:rsidR="00E00D30" w:rsidRDefault="00E00D30" w:rsidP="00E00D30">
      <w:r>
        <w:t>661.4092</w:t>
      </w:r>
      <w:r>
        <w:tab/>
        <w:t>3.038e0</w:t>
      </w:r>
    </w:p>
    <w:p w:rsidR="00E00D30" w:rsidRDefault="00E00D30" w:rsidP="00E00D30">
      <w:r>
        <w:t>661.4193</w:t>
      </w:r>
      <w:r>
        <w:tab/>
        <w:t>2.025e0</w:t>
      </w:r>
    </w:p>
    <w:p w:rsidR="00E00D30" w:rsidRDefault="00E00D30" w:rsidP="00E00D30">
      <w:r>
        <w:t>661.4653</w:t>
      </w:r>
      <w:r>
        <w:tab/>
        <w:t>3.038e0</w:t>
      </w:r>
    </w:p>
    <w:p w:rsidR="00E00D30" w:rsidRDefault="00E00D30" w:rsidP="00E00D30">
      <w:r>
        <w:lastRenderedPageBreak/>
        <w:t>661.4828</w:t>
      </w:r>
      <w:r>
        <w:tab/>
        <w:t>2.025e0</w:t>
      </w:r>
    </w:p>
    <w:p w:rsidR="00E00D30" w:rsidRDefault="00E00D30" w:rsidP="00E00D30">
      <w:r>
        <w:t>661.4872</w:t>
      </w:r>
      <w:r>
        <w:tab/>
        <w:t>1.013e0</w:t>
      </w:r>
    </w:p>
    <w:p w:rsidR="00E00D30" w:rsidRDefault="00E00D30" w:rsidP="00E00D30">
      <w:r>
        <w:t>661.4903</w:t>
      </w:r>
      <w:r>
        <w:tab/>
        <w:t>5.063e0</w:t>
      </w:r>
    </w:p>
    <w:p w:rsidR="00E00D30" w:rsidRDefault="00E00D30" w:rsidP="00E00D30">
      <w:r>
        <w:t>661.4971</w:t>
      </w:r>
      <w:r>
        <w:tab/>
        <w:t>3.038e0</w:t>
      </w:r>
    </w:p>
    <w:p w:rsidR="00E00D30" w:rsidRDefault="00E00D30" w:rsidP="00E00D30">
      <w:r>
        <w:t>661.5021</w:t>
      </w:r>
      <w:r>
        <w:tab/>
        <w:t>2.025e0</w:t>
      </w:r>
    </w:p>
    <w:p w:rsidR="00E00D30" w:rsidRDefault="00E00D30" w:rsidP="00E00D30">
      <w:r>
        <w:t>661.5089</w:t>
      </w:r>
      <w:r>
        <w:tab/>
        <w:t>5.063e0</w:t>
      </w:r>
    </w:p>
    <w:p w:rsidR="00E00D30" w:rsidRDefault="00E00D30" w:rsidP="00E00D30">
      <w:r>
        <w:t>661.5323</w:t>
      </w:r>
      <w:r>
        <w:tab/>
        <w:t>1.013e0</w:t>
      </w:r>
    </w:p>
    <w:p w:rsidR="00E00D30" w:rsidRDefault="00E00D30" w:rsidP="00E00D30">
      <w:r>
        <w:t>661.5670</w:t>
      </w:r>
      <w:r>
        <w:tab/>
        <w:t>1.013e0</w:t>
      </w:r>
    </w:p>
    <w:p w:rsidR="00E00D30" w:rsidRDefault="00E00D30" w:rsidP="00E00D30">
      <w:r>
        <w:t>661.6491</w:t>
      </w:r>
      <w:r>
        <w:tab/>
        <w:t>1.013e0</w:t>
      </w:r>
    </w:p>
    <w:p w:rsidR="00E00D30" w:rsidRDefault="00E00D30" w:rsidP="00E00D30">
      <w:r>
        <w:t>661.6676</w:t>
      </w:r>
      <w:r>
        <w:tab/>
        <w:t>1.013e0</w:t>
      </w:r>
    </w:p>
    <w:p w:rsidR="00E00D30" w:rsidRDefault="00E00D30" w:rsidP="00E00D30">
      <w:r>
        <w:t>661.7349</w:t>
      </w:r>
      <w:r>
        <w:tab/>
        <w:t>1.013e0</w:t>
      </w:r>
    </w:p>
    <w:p w:rsidR="00E00D30" w:rsidRDefault="00E00D30" w:rsidP="00E00D30">
      <w:r>
        <w:t>661.7416</w:t>
      </w:r>
      <w:r>
        <w:tab/>
        <w:t>3.038e0</w:t>
      </w:r>
    </w:p>
    <w:p w:rsidR="00E00D30" w:rsidRDefault="00E00D30" w:rsidP="00E00D30">
      <w:r>
        <w:t>661.8561</w:t>
      </w:r>
      <w:r>
        <w:tab/>
        <w:t>2.025e0</w:t>
      </w:r>
    </w:p>
    <w:p w:rsidR="00E00D30" w:rsidRDefault="00E00D30" w:rsidP="00E00D30">
      <w:r>
        <w:t>661.8600</w:t>
      </w:r>
      <w:r>
        <w:tab/>
        <w:t>1.013e0</w:t>
      </w:r>
    </w:p>
    <w:p w:rsidR="00E00D30" w:rsidRDefault="00E00D30" w:rsidP="00E00D30">
      <w:r>
        <w:t>661.9269</w:t>
      </w:r>
      <w:r>
        <w:tab/>
        <w:t>1.013e0</w:t>
      </w:r>
    </w:p>
    <w:p w:rsidR="00E00D30" w:rsidRDefault="00E00D30" w:rsidP="00E00D30">
      <w:r>
        <w:t>661.9390</w:t>
      </w:r>
      <w:r>
        <w:tab/>
        <w:t>1.013e0</w:t>
      </w:r>
    </w:p>
    <w:p w:rsidR="00E00D30" w:rsidRDefault="00E00D30" w:rsidP="00E00D30">
      <w:r>
        <w:t>661.9602</w:t>
      </w:r>
      <w:r>
        <w:tab/>
        <w:t>1.013e0</w:t>
      </w:r>
    </w:p>
    <w:p w:rsidR="00E00D30" w:rsidRDefault="00E00D30" w:rsidP="00E00D30">
      <w:r>
        <w:t>661.9780</w:t>
      </w:r>
      <w:r>
        <w:tab/>
        <w:t>1.013e0</w:t>
      </w:r>
    </w:p>
    <w:p w:rsidR="00E00D30" w:rsidRDefault="00E00D30" w:rsidP="00E00D30">
      <w:r>
        <w:t>662.0126</w:t>
      </w:r>
      <w:r>
        <w:tab/>
        <w:t>2.025e0</w:t>
      </w:r>
    </w:p>
    <w:p w:rsidR="00E00D30" w:rsidRDefault="00E00D30" w:rsidP="00E00D30">
      <w:r>
        <w:lastRenderedPageBreak/>
        <w:t>662.0457</w:t>
      </w:r>
      <w:r>
        <w:tab/>
        <w:t>3.038e0</w:t>
      </w:r>
    </w:p>
    <w:p w:rsidR="00E00D30" w:rsidRDefault="00E00D30" w:rsidP="00E00D30">
      <w:r>
        <w:t>662.0509</w:t>
      </w:r>
      <w:r>
        <w:tab/>
        <w:t>1.013e0</w:t>
      </w:r>
    </w:p>
    <w:p w:rsidR="00E00D30" w:rsidRDefault="00E00D30" w:rsidP="00E00D30">
      <w:r>
        <w:t>662.1000</w:t>
      </w:r>
      <w:r>
        <w:tab/>
        <w:t>1.013e0</w:t>
      </w:r>
    </w:p>
    <w:p w:rsidR="00E00D30" w:rsidRDefault="00E00D30" w:rsidP="00E00D30">
      <w:r>
        <w:t>662.1060</w:t>
      </w:r>
      <w:r>
        <w:tab/>
        <w:t>2.025e0</w:t>
      </w:r>
    </w:p>
    <w:p w:rsidR="00E00D30" w:rsidRDefault="00E00D30" w:rsidP="00E00D30">
      <w:r>
        <w:t>662.1122</w:t>
      </w:r>
      <w:r>
        <w:tab/>
        <w:t>2.025e0</w:t>
      </w:r>
    </w:p>
    <w:p w:rsidR="00E00D30" w:rsidRDefault="00E00D30" w:rsidP="00E00D30">
      <w:r>
        <w:t>662.1182</w:t>
      </w:r>
      <w:r>
        <w:tab/>
        <w:t>1.013e0</w:t>
      </w:r>
    </w:p>
    <w:p w:rsidR="00E00D30" w:rsidRDefault="00E00D30" w:rsidP="00E00D30">
      <w:r>
        <w:t>662.1241</w:t>
      </w:r>
      <w:r>
        <w:tab/>
        <w:t>2.025e0</w:t>
      </w:r>
    </w:p>
    <w:p w:rsidR="00E00D30" w:rsidRDefault="00E00D30" w:rsidP="00E00D30">
      <w:r>
        <w:t>662.1364</w:t>
      </w:r>
      <w:r>
        <w:tab/>
        <w:t>5.063e0</w:t>
      </w:r>
    </w:p>
    <w:p w:rsidR="00E00D30" w:rsidRDefault="00E00D30" w:rsidP="00E00D30">
      <w:r>
        <w:t>662.1652</w:t>
      </w:r>
      <w:r>
        <w:tab/>
        <w:t>2.025e0</w:t>
      </w:r>
    </w:p>
    <w:p w:rsidR="00E00D30" w:rsidRDefault="00E00D30" w:rsidP="00E00D30">
      <w:r>
        <w:t>662.1814</w:t>
      </w:r>
      <w:r>
        <w:tab/>
        <w:t>2.025e0</w:t>
      </w:r>
    </w:p>
    <w:p w:rsidR="00E00D30" w:rsidRDefault="00E00D30" w:rsidP="00E00D30">
      <w:r>
        <w:t>662.2334</w:t>
      </w:r>
      <w:r>
        <w:tab/>
        <w:t>3.038e0</w:t>
      </w:r>
    </w:p>
    <w:p w:rsidR="00E00D30" w:rsidRDefault="00E00D30" w:rsidP="00E00D30">
      <w:r>
        <w:t>662.2381</w:t>
      </w:r>
      <w:r>
        <w:tab/>
        <w:t>1.013e0</w:t>
      </w:r>
    </w:p>
    <w:p w:rsidR="00E00D30" w:rsidRDefault="00E00D30" w:rsidP="00E00D30">
      <w:r>
        <w:t>662.2987</w:t>
      </w:r>
      <w:r>
        <w:tab/>
        <w:t>2.025e0</w:t>
      </w:r>
    </w:p>
    <w:p w:rsidR="00E00D30" w:rsidRDefault="00E00D30" w:rsidP="00E00D30">
      <w:r>
        <w:t>662.3220</w:t>
      </w:r>
      <w:r>
        <w:tab/>
        <w:t>2.025e0</w:t>
      </w:r>
    </w:p>
    <w:p w:rsidR="00E00D30" w:rsidRDefault="00E00D30" w:rsidP="00E00D30">
      <w:r>
        <w:t>662.3258</w:t>
      </w:r>
      <w:r>
        <w:tab/>
        <w:t>1.013e0</w:t>
      </w:r>
    </w:p>
    <w:p w:rsidR="00E00D30" w:rsidRDefault="00E00D30" w:rsidP="00E00D30">
      <w:r>
        <w:t>662.3604</w:t>
      </w:r>
      <w:r>
        <w:tab/>
        <w:t>1.013e0</w:t>
      </w:r>
    </w:p>
    <w:p w:rsidR="00E00D30" w:rsidRDefault="00E00D30" w:rsidP="00E00D30">
      <w:r>
        <w:t>662.3947</w:t>
      </w:r>
      <w:r>
        <w:tab/>
        <w:t>1.013e0</w:t>
      </w:r>
    </w:p>
    <w:p w:rsidR="00E00D30" w:rsidRDefault="00E00D30" w:rsidP="00E00D30">
      <w:r>
        <w:t>662.4127</w:t>
      </w:r>
      <w:r>
        <w:tab/>
        <w:t>1.013e0</w:t>
      </w:r>
    </w:p>
    <w:p w:rsidR="00E00D30" w:rsidRDefault="00E00D30" w:rsidP="00E00D30">
      <w:r>
        <w:t>662.4352</w:t>
      </w:r>
      <w:r>
        <w:tab/>
        <w:t>1.013e0</w:t>
      </w:r>
    </w:p>
    <w:p w:rsidR="00E00D30" w:rsidRDefault="00E00D30" w:rsidP="00E00D30">
      <w:r>
        <w:lastRenderedPageBreak/>
        <w:t>662.4394</w:t>
      </w:r>
      <w:r>
        <w:tab/>
        <w:t>2.025e0</w:t>
      </w:r>
    </w:p>
    <w:p w:rsidR="00E00D30" w:rsidRDefault="00E00D30" w:rsidP="00E00D30">
      <w:r>
        <w:t>662.4475</w:t>
      </w:r>
      <w:r>
        <w:tab/>
        <w:t>1.013e0</w:t>
      </w:r>
    </w:p>
    <w:p w:rsidR="00E00D30" w:rsidRDefault="00E00D30" w:rsidP="00E00D30">
      <w:r>
        <w:t>662.4566</w:t>
      </w:r>
      <w:r>
        <w:tab/>
        <w:t>1.013e0</w:t>
      </w:r>
    </w:p>
    <w:p w:rsidR="00E00D30" w:rsidRDefault="00E00D30" w:rsidP="00E00D30">
      <w:r>
        <w:t>662.4796</w:t>
      </w:r>
      <w:r>
        <w:tab/>
        <w:t>1.013e0</w:t>
      </w:r>
    </w:p>
    <w:p w:rsidR="00E00D30" w:rsidRDefault="00E00D30" w:rsidP="00E00D30">
      <w:r>
        <w:t>662.4822</w:t>
      </w:r>
      <w:r>
        <w:tab/>
        <w:t>1.013e0</w:t>
      </w:r>
    </w:p>
    <w:p w:rsidR="00E00D30" w:rsidRDefault="00E00D30" w:rsidP="00E00D30">
      <w:r>
        <w:t>662.4892</w:t>
      </w:r>
      <w:r>
        <w:tab/>
        <w:t>2.025e0</w:t>
      </w:r>
    </w:p>
    <w:p w:rsidR="00E00D30" w:rsidRDefault="00E00D30" w:rsidP="00E00D30">
      <w:r>
        <w:t>662.4990</w:t>
      </w:r>
      <w:r>
        <w:tab/>
        <w:t>1.013e0</w:t>
      </w:r>
    </w:p>
    <w:p w:rsidR="00E00D30" w:rsidRDefault="00E00D30" w:rsidP="00E00D30">
      <w:r>
        <w:t>662.5244</w:t>
      </w:r>
      <w:r>
        <w:tab/>
        <w:t>1.013e0</w:t>
      </w:r>
    </w:p>
    <w:p w:rsidR="00E00D30" w:rsidRDefault="00E00D30" w:rsidP="00E00D30">
      <w:r>
        <w:t>662.5472</w:t>
      </w:r>
      <w:r>
        <w:tab/>
        <w:t>1.013e0</w:t>
      </w:r>
    </w:p>
    <w:p w:rsidR="00E00D30" w:rsidRDefault="00E00D30" w:rsidP="00E00D30">
      <w:r>
        <w:t>662.5685</w:t>
      </w:r>
      <w:r>
        <w:tab/>
        <w:t>1.013e0</w:t>
      </w:r>
    </w:p>
    <w:p w:rsidR="00E00D30" w:rsidRDefault="00E00D30" w:rsidP="00E00D30">
      <w:r>
        <w:t>662.5779</w:t>
      </w:r>
      <w:r>
        <w:tab/>
        <w:t>2.025e0</w:t>
      </w:r>
    </w:p>
    <w:p w:rsidR="00E00D30" w:rsidRDefault="00E00D30" w:rsidP="00E00D30">
      <w:r>
        <w:t>662.6037</w:t>
      </w:r>
      <w:r>
        <w:tab/>
        <w:t>1.013e0</w:t>
      </w:r>
    </w:p>
    <w:p w:rsidR="00E00D30" w:rsidRDefault="00E00D30" w:rsidP="00E00D30">
      <w:r>
        <w:t>662.6208</w:t>
      </w:r>
      <w:r>
        <w:tab/>
        <w:t>1.013e0</w:t>
      </w:r>
    </w:p>
    <w:p w:rsidR="00E00D30" w:rsidRDefault="00E00D30" w:rsidP="00E00D30">
      <w:r>
        <w:t>662.6290</w:t>
      </w:r>
      <w:r>
        <w:tab/>
        <w:t>3.038e0</w:t>
      </w:r>
    </w:p>
    <w:p w:rsidR="00E00D30" w:rsidRDefault="00E00D30" w:rsidP="00E00D30">
      <w:r>
        <w:t>662.6563</w:t>
      </w:r>
      <w:r>
        <w:tab/>
        <w:t>3.038e0</w:t>
      </w:r>
    </w:p>
    <w:p w:rsidR="00E00D30" w:rsidRDefault="00E00D30" w:rsidP="00E00D30">
      <w:r>
        <w:t>662.6710</w:t>
      </w:r>
      <w:r>
        <w:tab/>
        <w:t>1.013e0</w:t>
      </w:r>
    </w:p>
    <w:p w:rsidR="00E00D30" w:rsidRDefault="00E00D30" w:rsidP="00E00D30">
      <w:r>
        <w:t>662.7077</w:t>
      </w:r>
      <w:r>
        <w:tab/>
        <w:t>1.013e0</w:t>
      </w:r>
    </w:p>
    <w:p w:rsidR="00E00D30" w:rsidRDefault="00E00D30" w:rsidP="00E00D30">
      <w:r>
        <w:t>662.7614</w:t>
      </w:r>
      <w:r>
        <w:tab/>
        <w:t>1.013e0</w:t>
      </w:r>
    </w:p>
    <w:p w:rsidR="00E00D30" w:rsidRDefault="00E00D30" w:rsidP="00E00D30">
      <w:r>
        <w:t>662.7731</w:t>
      </w:r>
      <w:r>
        <w:tab/>
        <w:t>2.025e0</w:t>
      </w:r>
    </w:p>
    <w:p w:rsidR="00E00D30" w:rsidRDefault="00E00D30" w:rsidP="00E00D30">
      <w:r>
        <w:lastRenderedPageBreak/>
        <w:t>662.7774</w:t>
      </w:r>
      <w:r>
        <w:tab/>
        <w:t>1.013e0</w:t>
      </w:r>
    </w:p>
    <w:p w:rsidR="00E00D30" w:rsidRDefault="00E00D30" w:rsidP="00E00D30">
      <w:r>
        <w:t>662.7851</w:t>
      </w:r>
      <w:r>
        <w:tab/>
        <w:t>1.013e0</w:t>
      </w:r>
    </w:p>
    <w:p w:rsidR="00E00D30" w:rsidRDefault="00E00D30" w:rsidP="00E00D30">
      <w:r>
        <w:t>662.7913</w:t>
      </w:r>
      <w:r>
        <w:tab/>
        <w:t>3.038e0</w:t>
      </w:r>
    </w:p>
    <w:p w:rsidR="00E00D30" w:rsidRDefault="00E00D30" w:rsidP="00E00D30">
      <w:r>
        <w:t>662.8404</w:t>
      </w:r>
      <w:r>
        <w:tab/>
        <w:t>1.013e0</w:t>
      </w:r>
    </w:p>
    <w:p w:rsidR="00E00D30" w:rsidRDefault="00E00D30" w:rsidP="00E00D30">
      <w:r>
        <w:t>662.8521</w:t>
      </w:r>
      <w:r>
        <w:tab/>
        <w:t>1.013e0</w:t>
      </w:r>
    </w:p>
    <w:p w:rsidR="00E00D30" w:rsidRDefault="00E00D30" w:rsidP="00E00D30">
      <w:r>
        <w:t>662.8630</w:t>
      </w:r>
      <w:r>
        <w:tab/>
        <w:t>1.013e0</w:t>
      </w:r>
    </w:p>
    <w:p w:rsidR="00E00D30" w:rsidRDefault="00E00D30" w:rsidP="00E00D30">
      <w:r>
        <w:t>662.8643</w:t>
      </w:r>
      <w:r>
        <w:tab/>
        <w:t>1.013e0</w:t>
      </w:r>
    </w:p>
    <w:p w:rsidR="00E00D30" w:rsidRDefault="00E00D30" w:rsidP="00E00D30">
      <w:r>
        <w:t>662.8812</w:t>
      </w:r>
      <w:r>
        <w:tab/>
        <w:t>1.013e0</w:t>
      </w:r>
    </w:p>
    <w:p w:rsidR="00E00D30" w:rsidRDefault="00E00D30" w:rsidP="00E00D30">
      <w:r>
        <w:t>662.9347</w:t>
      </w:r>
      <w:r>
        <w:tab/>
        <w:t>1.013e0</w:t>
      </w:r>
    </w:p>
    <w:p w:rsidR="00E00D30" w:rsidRDefault="00E00D30" w:rsidP="00E00D30">
      <w:r>
        <w:t>662.9658</w:t>
      </w:r>
      <w:r>
        <w:tab/>
        <w:t>1.013e0</w:t>
      </w:r>
    </w:p>
    <w:p w:rsidR="00E00D30" w:rsidRDefault="00E00D30" w:rsidP="00E00D30">
      <w:r>
        <w:t>662.9763</w:t>
      </w:r>
      <w:r>
        <w:tab/>
        <w:t>1.013e0</w:t>
      </w:r>
    </w:p>
    <w:p w:rsidR="00E00D30" w:rsidRDefault="00E00D30" w:rsidP="00E00D30">
      <w:r>
        <w:t>663.0035</w:t>
      </w:r>
      <w:r>
        <w:tab/>
        <w:t>2.025e0</w:t>
      </w:r>
    </w:p>
    <w:p w:rsidR="00E00D30" w:rsidRDefault="00E00D30" w:rsidP="00E00D30">
      <w:r>
        <w:t>663.0098</w:t>
      </w:r>
      <w:r>
        <w:tab/>
        <w:t>1.013e0</w:t>
      </w:r>
    </w:p>
    <w:p w:rsidR="00E00D30" w:rsidRDefault="00E00D30" w:rsidP="00E00D30">
      <w:r>
        <w:t>663.0378</w:t>
      </w:r>
      <w:r>
        <w:tab/>
        <w:t>1.013e0</w:t>
      </w:r>
    </w:p>
    <w:p w:rsidR="00E00D30" w:rsidRDefault="00E00D30" w:rsidP="00E00D30">
      <w:r>
        <w:t>663.0553</w:t>
      </w:r>
      <w:r>
        <w:tab/>
        <w:t>1.013e0</w:t>
      </w:r>
    </w:p>
    <w:p w:rsidR="00E00D30" w:rsidRDefault="00E00D30" w:rsidP="00E00D30">
      <w:r>
        <w:t>663.0724</w:t>
      </w:r>
      <w:r>
        <w:tab/>
        <w:t>1.013e0</w:t>
      </w:r>
    </w:p>
    <w:p w:rsidR="00E00D30" w:rsidRDefault="00E00D30" w:rsidP="00E00D30">
      <w:r>
        <w:t>663.0893</w:t>
      </w:r>
      <w:r>
        <w:tab/>
        <w:t>2.025e0</w:t>
      </w:r>
    </w:p>
    <w:p w:rsidR="00E00D30" w:rsidRDefault="00E00D30" w:rsidP="00E00D30">
      <w:r>
        <w:t>663.1114</w:t>
      </w:r>
      <w:r>
        <w:tab/>
        <w:t>1.013e0</w:t>
      </w:r>
    </w:p>
    <w:p w:rsidR="00E00D30" w:rsidRDefault="00E00D30" w:rsidP="00E00D30">
      <w:r>
        <w:t>663.1227</w:t>
      </w:r>
      <w:r>
        <w:tab/>
        <w:t>2.025e0</w:t>
      </w:r>
    </w:p>
    <w:p w:rsidR="00E00D30" w:rsidRDefault="00E00D30" w:rsidP="00E00D30">
      <w:r>
        <w:lastRenderedPageBreak/>
        <w:t>663.1600</w:t>
      </w:r>
      <w:r>
        <w:tab/>
        <w:t>3.038e0</w:t>
      </w:r>
    </w:p>
    <w:p w:rsidR="00E00D30" w:rsidRDefault="00E00D30" w:rsidP="00E00D30">
      <w:r>
        <w:t>663.1631</w:t>
      </w:r>
      <w:r>
        <w:tab/>
        <w:t>4.051e0</w:t>
      </w:r>
    </w:p>
    <w:p w:rsidR="00E00D30" w:rsidRDefault="00E00D30" w:rsidP="00E00D30">
      <w:r>
        <w:t>663.2202</w:t>
      </w:r>
      <w:r>
        <w:tab/>
        <w:t>3.038e0</w:t>
      </w:r>
    </w:p>
    <w:p w:rsidR="00E00D30" w:rsidRDefault="00E00D30" w:rsidP="00E00D30">
      <w:r>
        <w:t>663.2243</w:t>
      </w:r>
      <w:r>
        <w:tab/>
        <w:t>1.013e0</w:t>
      </w:r>
    </w:p>
    <w:p w:rsidR="00E00D30" w:rsidRDefault="00E00D30" w:rsidP="00E00D30">
      <w:r>
        <w:t>663.2612</w:t>
      </w:r>
      <w:r>
        <w:tab/>
        <w:t>6.076e0</w:t>
      </w:r>
    </w:p>
    <w:p w:rsidR="00E00D30" w:rsidRDefault="00E00D30" w:rsidP="00E00D30">
      <w:r>
        <w:t>663.2695</w:t>
      </w:r>
      <w:r>
        <w:tab/>
        <w:t>1.013e0</w:t>
      </w:r>
    </w:p>
    <w:p w:rsidR="00E00D30" w:rsidRDefault="00E00D30" w:rsidP="00E00D30">
      <w:r>
        <w:t>663.2812</w:t>
      </w:r>
      <w:r>
        <w:tab/>
        <w:t>1.013e0</w:t>
      </w:r>
    </w:p>
    <w:p w:rsidR="00E00D30" w:rsidRDefault="00E00D30" w:rsidP="00E00D30">
      <w:r>
        <w:t>663.3019</w:t>
      </w:r>
      <w:r>
        <w:tab/>
        <w:t>2.025e0</w:t>
      </w:r>
    </w:p>
    <w:p w:rsidR="00E00D30" w:rsidRDefault="00E00D30" w:rsidP="00E00D30">
      <w:r>
        <w:t>663.3511</w:t>
      </w:r>
      <w:r>
        <w:tab/>
        <w:t>2.025e0</w:t>
      </w:r>
    </w:p>
    <w:p w:rsidR="00E00D30" w:rsidRDefault="00E00D30" w:rsidP="00E00D30">
      <w:r>
        <w:t>663.3851</w:t>
      </w:r>
      <w:r>
        <w:tab/>
        <w:t>1.013e0</w:t>
      </w:r>
    </w:p>
    <w:p w:rsidR="00E00D30" w:rsidRDefault="00E00D30" w:rsidP="00E00D30">
      <w:r>
        <w:t>663.4142</w:t>
      </w:r>
      <w:r>
        <w:tab/>
        <w:t>4.051e0</w:t>
      </w:r>
    </w:p>
    <w:p w:rsidR="00E00D30" w:rsidRDefault="00E00D30" w:rsidP="00E00D30">
      <w:r>
        <w:t>663.4309</w:t>
      </w:r>
      <w:r>
        <w:tab/>
        <w:t>4.051e0</w:t>
      </w:r>
    </w:p>
    <w:p w:rsidR="00E00D30" w:rsidRDefault="00E00D30" w:rsidP="00E00D30">
      <w:r>
        <w:t>663.4332</w:t>
      </w:r>
      <w:r>
        <w:tab/>
        <w:t>5.063e0</w:t>
      </w:r>
    </w:p>
    <w:p w:rsidR="00E00D30" w:rsidRDefault="00E00D30" w:rsidP="00E00D30">
      <w:r>
        <w:t>663.4494</w:t>
      </w:r>
      <w:r>
        <w:tab/>
        <w:t>4.051e0</w:t>
      </w:r>
    </w:p>
    <w:p w:rsidR="00E00D30" w:rsidRDefault="00E00D30" w:rsidP="00E00D30">
      <w:r>
        <w:t>663.4573</w:t>
      </w:r>
      <w:r>
        <w:tab/>
        <w:t>4.051e0</w:t>
      </w:r>
    </w:p>
    <w:p w:rsidR="00E00D30" w:rsidRDefault="00E00D30" w:rsidP="00E00D30">
      <w:r>
        <w:t>663.4608</w:t>
      </w:r>
      <w:r>
        <w:tab/>
        <w:t>6.076e0</w:t>
      </w:r>
    </w:p>
    <w:p w:rsidR="00E00D30" w:rsidRDefault="00E00D30" w:rsidP="00E00D30">
      <w:r>
        <w:t>663.4628</w:t>
      </w:r>
      <w:r>
        <w:tab/>
        <w:t>1.013e0</w:t>
      </w:r>
    </w:p>
    <w:p w:rsidR="00E00D30" w:rsidRDefault="00E00D30" w:rsidP="00E00D30">
      <w:r>
        <w:t>663.4683</w:t>
      </w:r>
      <w:r>
        <w:tab/>
        <w:t>3.038e0</w:t>
      </w:r>
    </w:p>
    <w:p w:rsidR="00E00D30" w:rsidRDefault="00E00D30" w:rsidP="00E00D30">
      <w:r>
        <w:t>663.5419</w:t>
      </w:r>
      <w:r>
        <w:tab/>
        <w:t>1.013e0</w:t>
      </w:r>
    </w:p>
    <w:p w:rsidR="00E00D30" w:rsidRDefault="00E00D30" w:rsidP="00E00D30">
      <w:r>
        <w:lastRenderedPageBreak/>
        <w:t>663.6276</w:t>
      </w:r>
      <w:r>
        <w:tab/>
        <w:t>1.013e0</w:t>
      </w:r>
    </w:p>
    <w:p w:rsidR="00E00D30" w:rsidRDefault="00E00D30" w:rsidP="00E00D30">
      <w:r>
        <w:t>663.6654</w:t>
      </w:r>
      <w:r>
        <w:tab/>
        <w:t>1.013e0</w:t>
      </w:r>
    </w:p>
    <w:p w:rsidR="00E00D30" w:rsidRDefault="00E00D30" w:rsidP="00E00D30">
      <w:r>
        <w:t>663.7227</w:t>
      </w:r>
      <w:r>
        <w:tab/>
        <w:t>1.013e0</w:t>
      </w:r>
    </w:p>
    <w:p w:rsidR="00E00D30" w:rsidRDefault="00E00D30" w:rsidP="00E00D30">
      <w:r>
        <w:t>663.7554</w:t>
      </w:r>
      <w:r>
        <w:tab/>
        <w:t>1.013e0</w:t>
      </w:r>
    </w:p>
    <w:p w:rsidR="00E00D30" w:rsidRDefault="00E00D30" w:rsidP="00E00D30">
      <w:r>
        <w:t>663.7678</w:t>
      </w:r>
      <w:r>
        <w:tab/>
        <w:t>1.013e0</w:t>
      </w:r>
    </w:p>
    <w:p w:rsidR="00E00D30" w:rsidRDefault="00E00D30" w:rsidP="00E00D30">
      <w:r>
        <w:t>663.7896</w:t>
      </w:r>
      <w:r>
        <w:tab/>
        <w:t>3.038e0</w:t>
      </w:r>
    </w:p>
    <w:p w:rsidR="00E00D30" w:rsidRDefault="00E00D30" w:rsidP="00E00D30">
      <w:r>
        <w:t>663.8366</w:t>
      </w:r>
      <w:r>
        <w:tab/>
        <w:t>1.013e0</w:t>
      </w:r>
    </w:p>
    <w:p w:rsidR="00E00D30" w:rsidRDefault="00E00D30" w:rsidP="00E00D30">
      <w:r>
        <w:t>663.8923</w:t>
      </w:r>
      <w:r>
        <w:tab/>
        <w:t>1.013e0</w:t>
      </w:r>
    </w:p>
    <w:p w:rsidR="00E00D30" w:rsidRDefault="00E00D30" w:rsidP="00E00D30">
      <w:r>
        <w:t>663.9191</w:t>
      </w:r>
      <w:r>
        <w:tab/>
        <w:t>2.025e0</w:t>
      </w:r>
    </w:p>
    <w:p w:rsidR="00E00D30" w:rsidRDefault="00E00D30" w:rsidP="00E00D30">
      <w:r>
        <w:t>663.9368</w:t>
      </w:r>
      <w:r>
        <w:tab/>
        <w:t>2.025e0</w:t>
      </w:r>
    </w:p>
    <w:p w:rsidR="00E00D30" w:rsidRDefault="00E00D30" w:rsidP="00E00D30">
      <w:r>
        <w:t>663.9480</w:t>
      </w:r>
      <w:r>
        <w:tab/>
        <w:t>1.013e0</w:t>
      </w:r>
    </w:p>
    <w:p w:rsidR="00E00D30" w:rsidRDefault="00E00D30" w:rsidP="00E00D30">
      <w:r>
        <w:t>664.0159</w:t>
      </w:r>
      <w:r>
        <w:tab/>
        <w:t>1.013e0</w:t>
      </w:r>
    </w:p>
    <w:p w:rsidR="00E00D30" w:rsidRDefault="00E00D30" w:rsidP="00E00D30">
      <w:r>
        <w:t>664.0621</w:t>
      </w:r>
      <w:r>
        <w:tab/>
        <w:t>2.025e0</w:t>
      </w:r>
    </w:p>
    <w:p w:rsidR="00E00D30" w:rsidRDefault="00E00D30" w:rsidP="00E00D30">
      <w:r>
        <w:t>664.1290</w:t>
      </w:r>
      <w:r>
        <w:tab/>
        <w:t>1.013e0</w:t>
      </w:r>
    </w:p>
    <w:p w:rsidR="00E00D30" w:rsidRDefault="00E00D30" w:rsidP="00E00D30">
      <w:r>
        <w:t>664.1968</w:t>
      </w:r>
      <w:r>
        <w:tab/>
        <w:t>1.013e0</w:t>
      </w:r>
    </w:p>
    <w:p w:rsidR="00E00D30" w:rsidRDefault="00E00D30" w:rsidP="00E00D30">
      <w:r>
        <w:t>664.2191</w:t>
      </w:r>
      <w:r>
        <w:tab/>
        <w:t>1.013e0</w:t>
      </w:r>
    </w:p>
    <w:p w:rsidR="00E00D30" w:rsidRDefault="00E00D30" w:rsidP="00E00D30">
      <w:r>
        <w:t>664.2347</w:t>
      </w:r>
      <w:r>
        <w:tab/>
        <w:t>3.038e0</w:t>
      </w:r>
    </w:p>
    <w:p w:rsidR="00E00D30" w:rsidRDefault="00E00D30" w:rsidP="00E00D30">
      <w:r>
        <w:t>664.2361</w:t>
      </w:r>
      <w:r>
        <w:tab/>
        <w:t>1.013e0</w:t>
      </w:r>
    </w:p>
    <w:p w:rsidR="00E00D30" w:rsidRDefault="00E00D30" w:rsidP="00E00D30">
      <w:r>
        <w:t>664.2421</w:t>
      </w:r>
      <w:r>
        <w:tab/>
        <w:t>1.013e0</w:t>
      </w:r>
    </w:p>
    <w:p w:rsidR="00E00D30" w:rsidRDefault="00E00D30" w:rsidP="00E00D30">
      <w:r>
        <w:lastRenderedPageBreak/>
        <w:t>664.2455</w:t>
      </w:r>
      <w:r>
        <w:tab/>
        <w:t>3.038e0</w:t>
      </w:r>
    </w:p>
    <w:p w:rsidR="00E00D30" w:rsidRDefault="00E00D30" w:rsidP="00E00D30">
      <w:r>
        <w:t>664.2543</w:t>
      </w:r>
      <w:r>
        <w:tab/>
        <w:t>1.013e0</w:t>
      </w:r>
    </w:p>
    <w:p w:rsidR="00E00D30" w:rsidRDefault="00E00D30" w:rsidP="00E00D30">
      <w:r>
        <w:t>664.3099</w:t>
      </w:r>
      <w:r>
        <w:tab/>
        <w:t>1.013e0</w:t>
      </w:r>
    </w:p>
    <w:p w:rsidR="00E00D30" w:rsidRDefault="00E00D30" w:rsidP="00E00D30">
      <w:r>
        <w:t>664.3328</w:t>
      </w:r>
      <w:r>
        <w:tab/>
        <w:t>3.038e0</w:t>
      </w:r>
    </w:p>
    <w:p w:rsidR="00E00D30" w:rsidRDefault="00E00D30" w:rsidP="00E00D30">
      <w:r>
        <w:t>664.3742</w:t>
      </w:r>
      <w:r>
        <w:tab/>
        <w:t>1.013e0</w:t>
      </w:r>
    </w:p>
    <w:p w:rsidR="00E00D30" w:rsidRDefault="00E00D30" w:rsidP="00E00D30">
      <w:r>
        <w:t>664.3763</w:t>
      </w:r>
      <w:r>
        <w:tab/>
        <w:t>4.051e0</w:t>
      </w:r>
    </w:p>
    <w:p w:rsidR="00E00D30" w:rsidRDefault="00E00D30" w:rsidP="00E00D30">
      <w:r>
        <w:t>664.3776</w:t>
      </w:r>
      <w:r>
        <w:tab/>
        <w:t>3.038e0</w:t>
      </w:r>
    </w:p>
    <w:p w:rsidR="00E00D30" w:rsidRDefault="00E00D30" w:rsidP="00E00D30">
      <w:r>
        <w:t>664.4001</w:t>
      </w:r>
      <w:r>
        <w:tab/>
        <w:t>1.013e0</w:t>
      </w:r>
    </w:p>
    <w:p w:rsidR="00E00D30" w:rsidRDefault="00E00D30" w:rsidP="00E00D30">
      <w:r>
        <w:t>664.4231</w:t>
      </w:r>
      <w:r>
        <w:tab/>
        <w:t>1.013e0</w:t>
      </w:r>
    </w:p>
    <w:p w:rsidR="00E00D30" w:rsidRDefault="00E00D30" w:rsidP="00E00D30">
      <w:r>
        <w:t>664.4370</w:t>
      </w:r>
      <w:r>
        <w:tab/>
        <w:t>2.025e0</w:t>
      </w:r>
    </w:p>
    <w:p w:rsidR="00E00D30" w:rsidRDefault="00E00D30" w:rsidP="00E00D30">
      <w:r>
        <w:t>664.4457</w:t>
      </w:r>
      <w:r>
        <w:tab/>
        <w:t>1.013e0</w:t>
      </w:r>
    </w:p>
    <w:p w:rsidR="00E00D30" w:rsidRDefault="00E00D30" w:rsidP="00E00D30">
      <w:r>
        <w:t>664.4514</w:t>
      </w:r>
      <w:r>
        <w:tab/>
        <w:t>2.025e0</w:t>
      </w:r>
    </w:p>
    <w:p w:rsidR="00E00D30" w:rsidRDefault="00E00D30" w:rsidP="00E00D30">
      <w:r>
        <w:t>664.4921</w:t>
      </w:r>
      <w:r>
        <w:tab/>
        <w:t>2.025e0</w:t>
      </w:r>
    </w:p>
    <w:p w:rsidR="00E00D30" w:rsidRDefault="00E00D30" w:rsidP="00E00D30">
      <w:r>
        <w:t>664.4973</w:t>
      </w:r>
      <w:r>
        <w:tab/>
        <w:t>1.013e0</w:t>
      </w:r>
    </w:p>
    <w:p w:rsidR="00E00D30" w:rsidRDefault="00E00D30" w:rsidP="00E00D30">
      <w:r>
        <w:t>664.5053</w:t>
      </w:r>
      <w:r>
        <w:tab/>
        <w:t>2.025e0</w:t>
      </w:r>
    </w:p>
    <w:p w:rsidR="00E00D30" w:rsidRDefault="00E00D30" w:rsidP="00E00D30">
      <w:r>
        <w:t>664.5079</w:t>
      </w:r>
      <w:r>
        <w:tab/>
        <w:t>2.025e0</w:t>
      </w:r>
    </w:p>
    <w:p w:rsidR="00E00D30" w:rsidRDefault="00E00D30" w:rsidP="00E00D30">
      <w:r>
        <w:t>664.5140</w:t>
      </w:r>
      <w:r>
        <w:tab/>
        <w:t>1.013e0</w:t>
      </w:r>
    </w:p>
    <w:p w:rsidR="00E00D30" w:rsidRDefault="00E00D30" w:rsidP="00E00D30">
      <w:r>
        <w:t>664.5993</w:t>
      </w:r>
      <w:r>
        <w:tab/>
        <w:t>2.025e0</w:t>
      </w:r>
    </w:p>
    <w:p w:rsidR="00E00D30" w:rsidRDefault="00E00D30" w:rsidP="00E00D30">
      <w:r>
        <w:t>664.6050</w:t>
      </w:r>
      <w:r>
        <w:tab/>
        <w:t>1.013e0</w:t>
      </w:r>
    </w:p>
    <w:p w:rsidR="00E00D30" w:rsidRDefault="00E00D30" w:rsidP="00E00D30">
      <w:r>
        <w:lastRenderedPageBreak/>
        <w:t>664.6183</w:t>
      </w:r>
      <w:r>
        <w:tab/>
        <w:t>1.013e0</w:t>
      </w:r>
    </w:p>
    <w:p w:rsidR="00E00D30" w:rsidRDefault="00E00D30" w:rsidP="00E00D30">
      <w:r>
        <w:t>664.6534</w:t>
      </w:r>
      <w:r>
        <w:tab/>
        <w:t>2.025e0</w:t>
      </w:r>
    </w:p>
    <w:p w:rsidR="00E00D30" w:rsidRDefault="00E00D30" w:rsidP="00E00D30">
      <w:r>
        <w:t>664.6955</w:t>
      </w:r>
      <w:r>
        <w:tab/>
        <w:t>1.013e0</w:t>
      </w:r>
    </w:p>
    <w:p w:rsidR="00E00D30" w:rsidRDefault="00E00D30" w:rsidP="00E00D30">
      <w:r>
        <w:t>664.7513</w:t>
      </w:r>
      <w:r>
        <w:tab/>
        <w:t>2.025e0</w:t>
      </w:r>
    </w:p>
    <w:p w:rsidR="00E00D30" w:rsidRDefault="00E00D30" w:rsidP="00E00D30">
      <w:r>
        <w:t>664.7565</w:t>
      </w:r>
      <w:r>
        <w:tab/>
        <w:t>1.013e0</w:t>
      </w:r>
    </w:p>
    <w:p w:rsidR="00E00D30" w:rsidRDefault="00E00D30" w:rsidP="00E00D30">
      <w:r>
        <w:t>664.7962</w:t>
      </w:r>
      <w:r>
        <w:tab/>
        <w:t>1.013e0</w:t>
      </w:r>
    </w:p>
    <w:p w:rsidR="00E00D30" w:rsidRDefault="00E00D30" w:rsidP="00E00D30">
      <w:r>
        <w:t>664.8092</w:t>
      </w:r>
      <w:r>
        <w:tab/>
        <w:t>1.013e0</w:t>
      </w:r>
    </w:p>
    <w:p w:rsidR="00E00D30" w:rsidRDefault="00E00D30" w:rsidP="00E00D30">
      <w:r>
        <w:t>664.8419</w:t>
      </w:r>
      <w:r>
        <w:tab/>
        <w:t>2.025e0</w:t>
      </w:r>
    </w:p>
    <w:p w:rsidR="00E00D30" w:rsidRDefault="00E00D30" w:rsidP="00E00D30">
      <w:r>
        <w:t>664.8436</w:t>
      </w:r>
      <w:r>
        <w:tab/>
        <w:t>1.013e0</w:t>
      </w:r>
    </w:p>
    <w:p w:rsidR="00E00D30" w:rsidRDefault="00E00D30" w:rsidP="00E00D30">
      <w:r>
        <w:t>664.8505</w:t>
      </w:r>
      <w:r>
        <w:tab/>
        <w:t>2.025e0</w:t>
      </w:r>
    </w:p>
    <w:p w:rsidR="00E00D30" w:rsidRDefault="00E00D30" w:rsidP="00E00D30">
      <w:r>
        <w:t>664.8700</w:t>
      </w:r>
      <w:r>
        <w:tab/>
        <w:t>2.025e0</w:t>
      </w:r>
    </w:p>
    <w:p w:rsidR="00E00D30" w:rsidRDefault="00E00D30" w:rsidP="00E00D30">
      <w:r>
        <w:t>664.8954</w:t>
      </w:r>
      <w:r>
        <w:tab/>
        <w:t>1.013e0</w:t>
      </w:r>
    </w:p>
    <w:p w:rsidR="00E00D30" w:rsidRDefault="00E00D30" w:rsidP="00E00D30">
      <w:r>
        <w:t>664.9208</w:t>
      </w:r>
      <w:r>
        <w:tab/>
        <w:t>2.025e0</w:t>
      </w:r>
    </w:p>
    <w:p w:rsidR="00E00D30" w:rsidRDefault="00E00D30" w:rsidP="00E00D30">
      <w:r>
        <w:t>664.9325</w:t>
      </w:r>
      <w:r>
        <w:tab/>
        <w:t>2.025e0</w:t>
      </w:r>
    </w:p>
    <w:p w:rsidR="00E00D30" w:rsidRDefault="00E00D30" w:rsidP="00E00D30">
      <w:r>
        <w:t>665.0005</w:t>
      </w:r>
      <w:r>
        <w:tab/>
        <w:t>1.013e0</w:t>
      </w:r>
    </w:p>
    <w:p w:rsidR="00E00D30" w:rsidRDefault="00E00D30" w:rsidP="00E00D30">
      <w:r>
        <w:t>665.0218</w:t>
      </w:r>
      <w:r>
        <w:tab/>
        <w:t>2.025e0</w:t>
      </w:r>
    </w:p>
    <w:p w:rsidR="00E00D30" w:rsidRDefault="00E00D30" w:rsidP="00E00D30">
      <w:r>
        <w:t>665.0526</w:t>
      </w:r>
      <w:r>
        <w:tab/>
        <w:t>2.025e0</w:t>
      </w:r>
    </w:p>
    <w:p w:rsidR="00E00D30" w:rsidRDefault="00E00D30" w:rsidP="00E00D30">
      <w:r>
        <w:t>665.0793</w:t>
      </w:r>
      <w:r>
        <w:tab/>
        <w:t>1.013e0</w:t>
      </w:r>
    </w:p>
    <w:p w:rsidR="00E00D30" w:rsidRDefault="00E00D30" w:rsidP="00E00D30">
      <w:r>
        <w:t>665.0868</w:t>
      </w:r>
      <w:r>
        <w:tab/>
        <w:t>3.038e0</w:t>
      </w:r>
    </w:p>
    <w:p w:rsidR="00E00D30" w:rsidRDefault="00E00D30" w:rsidP="00E00D30">
      <w:r>
        <w:lastRenderedPageBreak/>
        <w:t>665.1711</w:t>
      </w:r>
      <w:r>
        <w:tab/>
        <w:t>1.013e0</w:t>
      </w:r>
    </w:p>
    <w:p w:rsidR="00E00D30" w:rsidRDefault="00E00D30" w:rsidP="00E00D30">
      <w:r>
        <w:t>665.2266</w:t>
      </w:r>
      <w:r>
        <w:tab/>
        <w:t>1.013e0</w:t>
      </w:r>
    </w:p>
    <w:p w:rsidR="00E00D30" w:rsidRDefault="00E00D30" w:rsidP="00E00D30">
      <w:r>
        <w:t>665.2382</w:t>
      </w:r>
      <w:r>
        <w:tab/>
        <w:t>1.013e0</w:t>
      </w:r>
    </w:p>
    <w:p w:rsidR="00E00D30" w:rsidRDefault="00E00D30" w:rsidP="00E00D30">
      <w:r>
        <w:t>665.2579</w:t>
      </w:r>
      <w:r>
        <w:tab/>
        <w:t>3.038e0</w:t>
      </w:r>
    </w:p>
    <w:p w:rsidR="00E00D30" w:rsidRDefault="00E00D30" w:rsidP="00E00D30">
      <w:r>
        <w:t>665.2722</w:t>
      </w:r>
      <w:r>
        <w:tab/>
        <w:t>1.013e0</w:t>
      </w:r>
    </w:p>
    <w:p w:rsidR="00E00D30" w:rsidRDefault="00E00D30" w:rsidP="00E00D30">
      <w:r>
        <w:t>665.2946</w:t>
      </w:r>
      <w:r>
        <w:tab/>
        <w:t>1.013e0</w:t>
      </w:r>
    </w:p>
    <w:p w:rsidR="00E00D30" w:rsidRDefault="00E00D30" w:rsidP="00E00D30">
      <w:r>
        <w:t>665.3161</w:t>
      </w:r>
      <w:r>
        <w:tab/>
        <w:t>2.025e0</w:t>
      </w:r>
    </w:p>
    <w:p w:rsidR="00E00D30" w:rsidRDefault="00E00D30" w:rsidP="00E00D30">
      <w:r>
        <w:t>665.3410</w:t>
      </w:r>
      <w:r>
        <w:tab/>
        <w:t>1.013e0</w:t>
      </w:r>
    </w:p>
    <w:p w:rsidR="00E00D30" w:rsidRDefault="00E00D30" w:rsidP="00E00D30">
      <w:r>
        <w:t>665.3757</w:t>
      </w:r>
      <w:r>
        <w:tab/>
        <w:t>2.025e0</w:t>
      </w:r>
    </w:p>
    <w:p w:rsidR="00E00D30" w:rsidRDefault="00E00D30" w:rsidP="00E00D30">
      <w:r>
        <w:t>665.3804</w:t>
      </w:r>
      <w:r>
        <w:tab/>
        <w:t>4.051e0</w:t>
      </w:r>
    </w:p>
    <w:p w:rsidR="00E00D30" w:rsidRDefault="00E00D30" w:rsidP="00E00D30">
      <w:r>
        <w:t>665.4140</w:t>
      </w:r>
      <w:r>
        <w:tab/>
        <w:t>3.038e0</w:t>
      </w:r>
    </w:p>
    <w:p w:rsidR="00E00D30" w:rsidRDefault="00E00D30" w:rsidP="00E00D30">
      <w:r>
        <w:t>665.4234</w:t>
      </w:r>
      <w:r>
        <w:tab/>
        <w:t>3.038e0</w:t>
      </w:r>
    </w:p>
    <w:p w:rsidR="00E00D30" w:rsidRDefault="00E00D30" w:rsidP="00E00D30">
      <w:r>
        <w:t>665.4394</w:t>
      </w:r>
      <w:r>
        <w:tab/>
        <w:t>4.051e0</w:t>
      </w:r>
    </w:p>
    <w:p w:rsidR="00E00D30" w:rsidRDefault="00E00D30" w:rsidP="00E00D30">
      <w:r>
        <w:t>665.4628</w:t>
      </w:r>
      <w:r>
        <w:tab/>
        <w:t>3.038e0</w:t>
      </w:r>
    </w:p>
    <w:p w:rsidR="00E00D30" w:rsidRDefault="00E00D30" w:rsidP="00E00D30">
      <w:r>
        <w:t>665.4645</w:t>
      </w:r>
      <w:r>
        <w:tab/>
        <w:t>1.013e0</w:t>
      </w:r>
    </w:p>
    <w:p w:rsidR="00E00D30" w:rsidRDefault="00E00D30" w:rsidP="00E00D30">
      <w:r>
        <w:t>665.4685</w:t>
      </w:r>
      <w:r>
        <w:tab/>
        <w:t>1.013e0</w:t>
      </w:r>
    </w:p>
    <w:p w:rsidR="00E00D30" w:rsidRDefault="00E00D30" w:rsidP="00E00D30">
      <w:r>
        <w:t>665.4872</w:t>
      </w:r>
      <w:r>
        <w:tab/>
        <w:t>2.025e0</w:t>
      </w:r>
    </w:p>
    <w:p w:rsidR="00E00D30" w:rsidRDefault="00E00D30" w:rsidP="00E00D30">
      <w:r>
        <w:t>665.4883</w:t>
      </w:r>
      <w:r>
        <w:tab/>
        <w:t>1.013e0</w:t>
      </w:r>
    </w:p>
    <w:p w:rsidR="00E00D30" w:rsidRDefault="00E00D30" w:rsidP="00E00D30">
      <w:r>
        <w:t>665.5244</w:t>
      </w:r>
      <w:r>
        <w:tab/>
        <w:t>4.051e0</w:t>
      </w:r>
    </w:p>
    <w:p w:rsidR="00E00D30" w:rsidRDefault="00E00D30" w:rsidP="00E00D30">
      <w:r>
        <w:lastRenderedPageBreak/>
        <w:t>665.5485</w:t>
      </w:r>
      <w:r>
        <w:tab/>
        <w:t>2.025e0</w:t>
      </w:r>
    </w:p>
    <w:p w:rsidR="00E00D30" w:rsidRDefault="00E00D30" w:rsidP="00E00D30">
      <w:r>
        <w:t>665.5790</w:t>
      </w:r>
      <w:r>
        <w:tab/>
        <w:t>1.013e0</w:t>
      </w:r>
    </w:p>
    <w:p w:rsidR="00E00D30" w:rsidRDefault="00E00D30" w:rsidP="00E00D30">
      <w:r>
        <w:t>665.6008</w:t>
      </w:r>
      <w:r>
        <w:tab/>
        <w:t>1.013e0</w:t>
      </w:r>
    </w:p>
    <w:p w:rsidR="00E00D30" w:rsidRDefault="00E00D30" w:rsidP="00E00D30">
      <w:r>
        <w:t>665.6118</w:t>
      </w:r>
      <w:r>
        <w:tab/>
        <w:t>1.013e0</w:t>
      </w:r>
    </w:p>
    <w:p w:rsidR="00E00D30" w:rsidRDefault="00E00D30" w:rsidP="00E00D30">
      <w:r>
        <w:t>665.6232</w:t>
      </w:r>
      <w:r>
        <w:tab/>
        <w:t>2.025e0</w:t>
      </w:r>
    </w:p>
    <w:p w:rsidR="00E00D30" w:rsidRDefault="00E00D30" w:rsidP="00E00D30">
      <w:r>
        <w:t>665.6477</w:t>
      </w:r>
      <w:r>
        <w:tab/>
        <w:t>4.612e0</w:t>
      </w:r>
    </w:p>
    <w:p w:rsidR="00E00D30" w:rsidRDefault="00E00D30" w:rsidP="00E00D30">
      <w:r>
        <w:t>665.6493</w:t>
      </w:r>
      <w:r>
        <w:tab/>
        <w:t>3.038e0</w:t>
      </w:r>
    </w:p>
    <w:p w:rsidR="00E00D30" w:rsidRDefault="00E00D30" w:rsidP="00E00D30">
      <w:r>
        <w:t>665.6575</w:t>
      </w:r>
      <w:r>
        <w:tab/>
        <w:t>1.013e0</w:t>
      </w:r>
    </w:p>
    <w:p w:rsidR="00E00D30" w:rsidRDefault="00E00D30" w:rsidP="00E00D30">
      <w:r>
        <w:t>665.6946</w:t>
      </w:r>
      <w:r>
        <w:tab/>
        <w:t>1.013e0</w:t>
      </w:r>
    </w:p>
    <w:p w:rsidR="00E00D30" w:rsidRDefault="00E00D30" w:rsidP="00E00D30">
      <w:r>
        <w:t>665.7029</w:t>
      </w:r>
      <w:r>
        <w:tab/>
        <w:t>2.025e0</w:t>
      </w:r>
    </w:p>
    <w:p w:rsidR="00E00D30" w:rsidRDefault="00E00D30" w:rsidP="00E00D30">
      <w:r>
        <w:t>665.7528</w:t>
      </w:r>
      <w:r>
        <w:tab/>
        <w:t>2.025e0</w:t>
      </w:r>
    </w:p>
    <w:p w:rsidR="00E00D30" w:rsidRDefault="00E00D30" w:rsidP="00E00D30">
      <w:r>
        <w:t>665.7639</w:t>
      </w:r>
      <w:r>
        <w:tab/>
        <w:t>1.013e0</w:t>
      </w:r>
    </w:p>
    <w:p w:rsidR="00E00D30" w:rsidRDefault="00E00D30" w:rsidP="00E00D30">
      <w:r>
        <w:t>665.7808</w:t>
      </w:r>
      <w:r>
        <w:tab/>
        <w:t>1.013e0</w:t>
      </w:r>
    </w:p>
    <w:p w:rsidR="00E00D30" w:rsidRDefault="00E00D30" w:rsidP="00E00D30">
      <w:r>
        <w:t>665.8045</w:t>
      </w:r>
      <w:r>
        <w:tab/>
        <w:t>1.013e0</w:t>
      </w:r>
    </w:p>
    <w:p w:rsidR="00E00D30" w:rsidRDefault="00E00D30" w:rsidP="00E00D30">
      <w:r>
        <w:t>665.8389</w:t>
      </w:r>
      <w:r>
        <w:tab/>
        <w:t>1.013e0</w:t>
      </w:r>
    </w:p>
    <w:p w:rsidR="00E00D30" w:rsidRDefault="00E00D30" w:rsidP="00E00D30">
      <w:r>
        <w:t>665.8940</w:t>
      </w:r>
      <w:r>
        <w:tab/>
        <w:t>2.025e0</w:t>
      </w:r>
    </w:p>
    <w:p w:rsidR="00E00D30" w:rsidRDefault="00E00D30" w:rsidP="00E00D30">
      <w:r>
        <w:t>665.9366</w:t>
      </w:r>
      <w:r>
        <w:tab/>
        <w:t>1.013e0</w:t>
      </w:r>
    </w:p>
    <w:p w:rsidR="00E00D30" w:rsidRDefault="00E00D30" w:rsidP="00E00D30">
      <w:r>
        <w:t>665.9410</w:t>
      </w:r>
      <w:r>
        <w:tab/>
        <w:t>1.013e0</w:t>
      </w:r>
    </w:p>
    <w:p w:rsidR="00E00D30" w:rsidRDefault="00E00D30" w:rsidP="00E00D30">
      <w:r>
        <w:t>665.9860</w:t>
      </w:r>
      <w:r>
        <w:tab/>
        <w:t>1.013e0</w:t>
      </w:r>
    </w:p>
    <w:p w:rsidR="00E00D30" w:rsidRDefault="00E00D30" w:rsidP="00E00D30">
      <w:r>
        <w:lastRenderedPageBreak/>
        <w:t>666.0260</w:t>
      </w:r>
      <w:r>
        <w:tab/>
        <w:t>2.025e0</w:t>
      </w:r>
    </w:p>
    <w:p w:rsidR="00E00D30" w:rsidRDefault="00E00D30" w:rsidP="00E00D30">
      <w:r>
        <w:t>666.0419</w:t>
      </w:r>
      <w:r>
        <w:tab/>
        <w:t>1.013e0</w:t>
      </w:r>
    </w:p>
    <w:p w:rsidR="00E00D30" w:rsidRDefault="00E00D30" w:rsidP="00E00D30">
      <w:r>
        <w:t>666.0432</w:t>
      </w:r>
      <w:r>
        <w:tab/>
        <w:t>2.025e0</w:t>
      </w:r>
    </w:p>
    <w:p w:rsidR="00E00D30" w:rsidRDefault="00E00D30" w:rsidP="00E00D30">
      <w:r>
        <w:t>666.0585</w:t>
      </w:r>
      <w:r>
        <w:tab/>
        <w:t>1.013e0</w:t>
      </w:r>
    </w:p>
    <w:p w:rsidR="00E00D30" w:rsidRDefault="00E00D30" w:rsidP="00E00D30">
      <w:r>
        <w:t>666.1224</w:t>
      </w:r>
      <w:r>
        <w:tab/>
        <w:t>1.013e0</w:t>
      </w:r>
    </w:p>
    <w:p w:rsidR="00E00D30" w:rsidRDefault="00E00D30" w:rsidP="00E00D30">
      <w:r>
        <w:t>666.1451</w:t>
      </w:r>
      <w:r>
        <w:tab/>
        <w:t>1.013e0</w:t>
      </w:r>
    </w:p>
    <w:p w:rsidR="00E00D30" w:rsidRDefault="00E00D30" w:rsidP="00E00D30">
      <w:r>
        <w:t>666.1678</w:t>
      </w:r>
      <w:r>
        <w:tab/>
        <w:t>2.025e0</w:t>
      </w:r>
    </w:p>
    <w:p w:rsidR="00E00D30" w:rsidRDefault="00E00D30" w:rsidP="00E00D30">
      <w:r>
        <w:t>666.2128</w:t>
      </w:r>
      <w:r>
        <w:tab/>
        <w:t>1.013e0</w:t>
      </w:r>
    </w:p>
    <w:p w:rsidR="00E00D30" w:rsidRDefault="00E00D30" w:rsidP="00E00D30">
      <w:r>
        <w:t>666.2328</w:t>
      </w:r>
      <w:r>
        <w:tab/>
        <w:t>1.013e0</w:t>
      </w:r>
    </w:p>
    <w:p w:rsidR="00E00D30" w:rsidRDefault="00E00D30" w:rsidP="00E00D30">
      <w:r>
        <w:t>666.2358</w:t>
      </w:r>
      <w:r>
        <w:tab/>
        <w:t>1.013e0</w:t>
      </w:r>
    </w:p>
    <w:p w:rsidR="00E00D30" w:rsidRDefault="00E00D30" w:rsidP="00E00D30">
      <w:r>
        <w:t>666.2472</w:t>
      </w:r>
      <w:r>
        <w:tab/>
        <w:t>3.038e0</w:t>
      </w:r>
    </w:p>
    <w:p w:rsidR="00E00D30" w:rsidRDefault="00E00D30" w:rsidP="00E00D30">
      <w:r>
        <w:t>666.2496</w:t>
      </w:r>
      <w:r>
        <w:tab/>
        <w:t>1.013e0</w:t>
      </w:r>
    </w:p>
    <w:p w:rsidR="00E00D30" w:rsidRDefault="00E00D30" w:rsidP="00E00D30">
      <w:r>
        <w:t>666.2809</w:t>
      </w:r>
      <w:r>
        <w:tab/>
        <w:t>2.025e0</w:t>
      </w:r>
    </w:p>
    <w:p w:rsidR="00E00D30" w:rsidRDefault="00E00D30" w:rsidP="00E00D30">
      <w:r>
        <w:t>666.2855</w:t>
      </w:r>
      <w:r>
        <w:tab/>
        <w:t>1.013e0</w:t>
      </w:r>
    </w:p>
    <w:p w:rsidR="00E00D30" w:rsidRDefault="00E00D30" w:rsidP="00E00D30">
      <w:r>
        <w:t>666.3533</w:t>
      </w:r>
      <w:r>
        <w:tab/>
        <w:t>3.038e0</w:t>
      </w:r>
    </w:p>
    <w:p w:rsidR="00E00D30" w:rsidRDefault="00E00D30" w:rsidP="00E00D30">
      <w:r>
        <w:t>666.3641</w:t>
      </w:r>
      <w:r>
        <w:tab/>
        <w:t>3.038e0</w:t>
      </w:r>
    </w:p>
    <w:p w:rsidR="00E00D30" w:rsidRDefault="00E00D30" w:rsidP="00E00D30">
      <w:r>
        <w:t>666.3655</w:t>
      </w:r>
      <w:r>
        <w:tab/>
        <w:t>2.025e0</w:t>
      </w:r>
    </w:p>
    <w:p w:rsidR="00E00D30" w:rsidRDefault="00E00D30" w:rsidP="00E00D30">
      <w:r>
        <w:t>666.3779</w:t>
      </w:r>
      <w:r>
        <w:tab/>
        <w:t>2.025e0</w:t>
      </w:r>
    </w:p>
    <w:p w:rsidR="00E00D30" w:rsidRDefault="00E00D30" w:rsidP="00E00D30">
      <w:r>
        <w:t>666.3968</w:t>
      </w:r>
      <w:r>
        <w:tab/>
        <w:t>2.025e0</w:t>
      </w:r>
    </w:p>
    <w:p w:rsidR="00E00D30" w:rsidRDefault="00E00D30" w:rsidP="00E00D30">
      <w:r>
        <w:lastRenderedPageBreak/>
        <w:t>666.4182</w:t>
      </w:r>
      <w:r>
        <w:tab/>
        <w:t>1.013e0</w:t>
      </w:r>
    </w:p>
    <w:p w:rsidR="00E00D30" w:rsidRDefault="00E00D30" w:rsidP="00E00D30">
      <w:r>
        <w:t>666.4228</w:t>
      </w:r>
      <w:r>
        <w:tab/>
        <w:t>1.013e0</w:t>
      </w:r>
    </w:p>
    <w:p w:rsidR="00E00D30" w:rsidRDefault="00E00D30" w:rsidP="00E00D30">
      <w:r>
        <w:t>666.4287</w:t>
      </w:r>
      <w:r>
        <w:tab/>
        <w:t>2.025e0</w:t>
      </w:r>
    </w:p>
    <w:p w:rsidR="00E00D30" w:rsidRDefault="00E00D30" w:rsidP="00E00D30">
      <w:r>
        <w:t>666.4522</w:t>
      </w:r>
      <w:r>
        <w:tab/>
        <w:t>1.013e0</w:t>
      </w:r>
    </w:p>
    <w:p w:rsidR="00E00D30" w:rsidRDefault="00E00D30" w:rsidP="00E00D30">
      <w:r>
        <w:t>666.4577</w:t>
      </w:r>
      <w:r>
        <w:tab/>
        <w:t>1.013e0</w:t>
      </w:r>
    </w:p>
    <w:p w:rsidR="00E00D30" w:rsidRDefault="00E00D30" w:rsidP="00E00D30">
      <w:r>
        <w:t>666.4751</w:t>
      </w:r>
      <w:r>
        <w:tab/>
        <w:t>1.013e0</w:t>
      </w:r>
    </w:p>
    <w:p w:rsidR="00E00D30" w:rsidRDefault="00E00D30" w:rsidP="00E00D30">
      <w:r>
        <w:t>666.4922</w:t>
      </w:r>
      <w:r>
        <w:tab/>
        <w:t>2.025e0</w:t>
      </w:r>
    </w:p>
    <w:p w:rsidR="00E00D30" w:rsidRDefault="00E00D30" w:rsidP="00E00D30">
      <w:r>
        <w:t>666.5188</w:t>
      </w:r>
      <w:r>
        <w:tab/>
        <w:t>3.038e0</w:t>
      </w:r>
    </w:p>
    <w:p w:rsidR="00E00D30" w:rsidRDefault="00E00D30" w:rsidP="00E00D30">
      <w:r>
        <w:t>666.5535</w:t>
      </w:r>
      <w:r>
        <w:tab/>
        <w:t>1.013e0</w:t>
      </w:r>
    </w:p>
    <w:p w:rsidR="00E00D30" w:rsidRDefault="00E00D30" w:rsidP="00E00D30">
      <w:r>
        <w:t>666.6046</w:t>
      </w:r>
      <w:r>
        <w:tab/>
        <w:t>2.025e0</w:t>
      </w:r>
    </w:p>
    <w:p w:rsidR="00E00D30" w:rsidRDefault="00E00D30" w:rsidP="00E00D30">
      <w:r>
        <w:t>666.6100</w:t>
      </w:r>
      <w:r>
        <w:tab/>
        <w:t>8.101e0</w:t>
      </w:r>
    </w:p>
    <w:p w:rsidR="00E00D30" w:rsidRDefault="00E00D30" w:rsidP="00E00D30">
      <w:r>
        <w:t>666.6282</w:t>
      </w:r>
      <w:r>
        <w:tab/>
        <w:t>8.101e0</w:t>
      </w:r>
    </w:p>
    <w:p w:rsidR="00E00D30" w:rsidRDefault="00E00D30" w:rsidP="00E00D30">
      <w:r>
        <w:t>666.6309</w:t>
      </w:r>
      <w:r>
        <w:tab/>
        <w:t>2.025e0</w:t>
      </w:r>
    </w:p>
    <w:p w:rsidR="00E00D30" w:rsidRDefault="00E00D30" w:rsidP="00E00D30">
      <w:r>
        <w:t>666.6324</w:t>
      </w:r>
      <w:r>
        <w:tab/>
        <w:t>3.038e0</w:t>
      </w:r>
    </w:p>
    <w:p w:rsidR="00E00D30" w:rsidRDefault="00E00D30" w:rsidP="00E00D30">
      <w:r>
        <w:t>666.6411</w:t>
      </w:r>
      <w:r>
        <w:tab/>
        <w:t>1.013e1</w:t>
      </w:r>
    </w:p>
    <w:p w:rsidR="00E00D30" w:rsidRDefault="00E00D30" w:rsidP="00E00D30">
      <w:r>
        <w:t>666.6439</w:t>
      </w:r>
      <w:r>
        <w:tab/>
        <w:t>1.114e1</w:t>
      </w:r>
    </w:p>
    <w:p w:rsidR="00E00D30" w:rsidRDefault="00E00D30" w:rsidP="00E00D30">
      <w:r>
        <w:t>666.6605</w:t>
      </w:r>
      <w:r>
        <w:tab/>
        <w:t>4.051e0</w:t>
      </w:r>
    </w:p>
    <w:p w:rsidR="00E00D30" w:rsidRDefault="00E00D30" w:rsidP="00E00D30">
      <w:r>
        <w:t>666.6780</w:t>
      </w:r>
      <w:r>
        <w:tab/>
        <w:t>1.013e0</w:t>
      </w:r>
    </w:p>
    <w:p w:rsidR="00E00D30" w:rsidRDefault="00E00D30" w:rsidP="00E00D30">
      <w:r>
        <w:t>666.7061</w:t>
      </w:r>
      <w:r>
        <w:tab/>
        <w:t>2.025e0</w:t>
      </w:r>
    </w:p>
    <w:p w:rsidR="00E00D30" w:rsidRDefault="00E00D30" w:rsidP="00E00D30">
      <w:r>
        <w:lastRenderedPageBreak/>
        <w:t>666.7485</w:t>
      </w:r>
      <w:r>
        <w:tab/>
        <w:t>2.025e0</w:t>
      </w:r>
    </w:p>
    <w:p w:rsidR="00E00D30" w:rsidRDefault="00E00D30" w:rsidP="00E00D30">
      <w:r>
        <w:t>666.7611</w:t>
      </w:r>
      <w:r>
        <w:tab/>
        <w:t>2.025e0</w:t>
      </w:r>
    </w:p>
    <w:p w:rsidR="00E00D30" w:rsidRDefault="00E00D30" w:rsidP="00E00D30">
      <w:r>
        <w:t>666.7704</w:t>
      </w:r>
      <w:r>
        <w:tab/>
        <w:t>1.013e0</w:t>
      </w:r>
    </w:p>
    <w:p w:rsidR="00E00D30" w:rsidRDefault="00E00D30" w:rsidP="00E00D30">
      <w:r>
        <w:t>666.8399</w:t>
      </w:r>
      <w:r>
        <w:tab/>
        <w:t>1.013e0</w:t>
      </w:r>
    </w:p>
    <w:p w:rsidR="00E00D30" w:rsidRDefault="00E00D30" w:rsidP="00E00D30">
      <w:r>
        <w:t>666.8597</w:t>
      </w:r>
      <w:r>
        <w:tab/>
        <w:t>1.013e0</w:t>
      </w:r>
    </w:p>
    <w:p w:rsidR="00E00D30" w:rsidRDefault="00E00D30" w:rsidP="00E00D30">
      <w:r>
        <w:t>666.8723</w:t>
      </w:r>
      <w:r>
        <w:tab/>
        <w:t>1.013e0</w:t>
      </w:r>
    </w:p>
    <w:p w:rsidR="00E00D30" w:rsidRDefault="00E00D30" w:rsidP="00E00D30">
      <w:r>
        <w:t>666.8802</w:t>
      </w:r>
      <w:r>
        <w:tab/>
        <w:t>2.025e0</w:t>
      </w:r>
    </w:p>
    <w:p w:rsidR="00E00D30" w:rsidRDefault="00E00D30" w:rsidP="00E00D30">
      <w:r>
        <w:t>666.8942</w:t>
      </w:r>
      <w:r>
        <w:tab/>
        <w:t>3.038e0</w:t>
      </w:r>
    </w:p>
    <w:p w:rsidR="00E00D30" w:rsidRDefault="00E00D30" w:rsidP="00E00D30">
      <w:r>
        <w:t>666.8993</w:t>
      </w:r>
      <w:r>
        <w:tab/>
        <w:t>2.025e0</w:t>
      </w:r>
    </w:p>
    <w:p w:rsidR="00E00D30" w:rsidRDefault="00E00D30" w:rsidP="00E00D30">
      <w:r>
        <w:t>666.9733</w:t>
      </w:r>
      <w:r>
        <w:tab/>
        <w:t>1.013e0</w:t>
      </w:r>
    </w:p>
    <w:p w:rsidR="00E00D30" w:rsidRDefault="00E00D30" w:rsidP="00E00D30">
      <w:r>
        <w:t>666.9785</w:t>
      </w:r>
      <w:r>
        <w:tab/>
        <w:t>1.013e0</w:t>
      </w:r>
    </w:p>
    <w:p w:rsidR="00E00D30" w:rsidRDefault="00E00D30" w:rsidP="00E00D30">
      <w:r>
        <w:t>667.0045</w:t>
      </w:r>
      <w:r>
        <w:tab/>
        <w:t>2.025e0</w:t>
      </w:r>
    </w:p>
    <w:p w:rsidR="00E00D30" w:rsidRDefault="00E00D30" w:rsidP="00E00D30">
      <w:r>
        <w:t>667.0421</w:t>
      </w:r>
      <w:r>
        <w:tab/>
        <w:t>2.025e0</w:t>
      </w:r>
    </w:p>
    <w:p w:rsidR="00E00D30" w:rsidRDefault="00E00D30" w:rsidP="00E00D30">
      <w:r>
        <w:t>667.0872</w:t>
      </w:r>
      <w:r>
        <w:tab/>
        <w:t>1.013e0</w:t>
      </w:r>
    </w:p>
    <w:p w:rsidR="00E00D30" w:rsidRDefault="00E00D30" w:rsidP="00E00D30">
      <w:r>
        <w:t>667.0998</w:t>
      </w:r>
      <w:r>
        <w:tab/>
        <w:t>1.013e0</w:t>
      </w:r>
    </w:p>
    <w:p w:rsidR="00E00D30" w:rsidRDefault="00E00D30" w:rsidP="00E00D30">
      <w:r>
        <w:t>667.1512</w:t>
      </w:r>
      <w:r>
        <w:tab/>
        <w:t>1.013e0</w:t>
      </w:r>
    </w:p>
    <w:p w:rsidR="00E00D30" w:rsidRDefault="00E00D30" w:rsidP="00E00D30">
      <w:r>
        <w:t>667.1696</w:t>
      </w:r>
      <w:r>
        <w:tab/>
        <w:t>1.013e0</w:t>
      </w:r>
    </w:p>
    <w:p w:rsidR="00E00D30" w:rsidRDefault="00E00D30" w:rsidP="00E00D30">
      <w:r>
        <w:t>667.1780</w:t>
      </w:r>
      <w:r>
        <w:tab/>
        <w:t>1.013e0</w:t>
      </w:r>
    </w:p>
    <w:p w:rsidR="00E00D30" w:rsidRDefault="00E00D30" w:rsidP="00E00D30">
      <w:r>
        <w:t>667.2004</w:t>
      </w:r>
      <w:r>
        <w:tab/>
        <w:t>1.013e0</w:t>
      </w:r>
    </w:p>
    <w:p w:rsidR="00E00D30" w:rsidRDefault="00E00D30" w:rsidP="00E00D30">
      <w:r>
        <w:lastRenderedPageBreak/>
        <w:t>667.2214</w:t>
      </w:r>
      <w:r>
        <w:tab/>
        <w:t>2.025e0</w:t>
      </w:r>
    </w:p>
    <w:p w:rsidR="00E00D30" w:rsidRDefault="00E00D30" w:rsidP="00E00D30">
      <w:r>
        <w:t>667.2351</w:t>
      </w:r>
      <w:r>
        <w:tab/>
        <w:t>3.038e0</w:t>
      </w:r>
    </w:p>
    <w:p w:rsidR="00E00D30" w:rsidRDefault="00E00D30" w:rsidP="00E00D30">
      <w:r>
        <w:t>667.2384</w:t>
      </w:r>
      <w:r>
        <w:tab/>
        <w:t>2.025e0</w:t>
      </w:r>
    </w:p>
    <w:p w:rsidR="00E00D30" w:rsidRDefault="00E00D30" w:rsidP="00E00D30">
      <w:r>
        <w:t>667.2732</w:t>
      </w:r>
      <w:r>
        <w:tab/>
        <w:t>1.013e0</w:t>
      </w:r>
    </w:p>
    <w:p w:rsidR="00E00D30" w:rsidRDefault="00E00D30" w:rsidP="00E00D30">
      <w:r>
        <w:t>667.3082</w:t>
      </w:r>
      <w:r>
        <w:tab/>
        <w:t>1.013e0</w:t>
      </w:r>
    </w:p>
    <w:p w:rsidR="00E00D30" w:rsidRDefault="00E00D30" w:rsidP="00E00D30">
      <w:r>
        <w:t>667.3226</w:t>
      </w:r>
      <w:r>
        <w:tab/>
        <w:t>3.038e0</w:t>
      </w:r>
    </w:p>
    <w:p w:rsidR="00E00D30" w:rsidRDefault="00E00D30" w:rsidP="00E00D30">
      <w:r>
        <w:t>667.3265</w:t>
      </w:r>
      <w:r>
        <w:tab/>
        <w:t>2.025e0</w:t>
      </w:r>
    </w:p>
    <w:p w:rsidR="00E00D30" w:rsidRDefault="00E00D30" w:rsidP="00E00D30">
      <w:r>
        <w:t>667.3950</w:t>
      </w:r>
      <w:r>
        <w:tab/>
        <w:t>1.013e0</w:t>
      </w:r>
    </w:p>
    <w:p w:rsidR="00E00D30" w:rsidRDefault="00E00D30" w:rsidP="00E00D30">
      <w:r>
        <w:t>667.4084</w:t>
      </w:r>
      <w:r>
        <w:tab/>
        <w:t>3.038e0</w:t>
      </w:r>
    </w:p>
    <w:p w:rsidR="00E00D30" w:rsidRDefault="00E00D30" w:rsidP="00E00D30">
      <w:r>
        <w:t>667.4118</w:t>
      </w:r>
      <w:r>
        <w:tab/>
        <w:t>2.025e0</w:t>
      </w:r>
    </w:p>
    <w:p w:rsidR="00E00D30" w:rsidRDefault="00E00D30" w:rsidP="00E00D30">
      <w:r>
        <w:t>667.4532</w:t>
      </w:r>
      <w:r>
        <w:tab/>
        <w:t>6.076e0</w:t>
      </w:r>
    </w:p>
    <w:p w:rsidR="00E00D30" w:rsidRDefault="00E00D30" w:rsidP="00E00D30">
      <w:r>
        <w:t>667.4617</w:t>
      </w:r>
      <w:r>
        <w:tab/>
        <w:t>1.013e0</w:t>
      </w:r>
    </w:p>
    <w:p w:rsidR="00E00D30" w:rsidRDefault="00E00D30" w:rsidP="00E00D30">
      <w:r>
        <w:t>667.4731</w:t>
      </w:r>
      <w:r>
        <w:tab/>
        <w:t>1.013e0</w:t>
      </w:r>
    </w:p>
    <w:p w:rsidR="00E00D30" w:rsidRDefault="00E00D30" w:rsidP="00E00D30">
      <w:r>
        <w:t>667.4857</w:t>
      </w:r>
      <w:r>
        <w:tab/>
        <w:t>1.013e0</w:t>
      </w:r>
    </w:p>
    <w:p w:rsidR="00E00D30" w:rsidRDefault="00E00D30" w:rsidP="00E00D30">
      <w:r>
        <w:t>667.4912</w:t>
      </w:r>
      <w:r>
        <w:tab/>
        <w:t>2.025e0</w:t>
      </w:r>
    </w:p>
    <w:p w:rsidR="00E00D30" w:rsidRDefault="00E00D30" w:rsidP="00E00D30">
      <w:r>
        <w:t>667.5076</w:t>
      </w:r>
      <w:r>
        <w:tab/>
        <w:t>1.013e0</w:t>
      </w:r>
    </w:p>
    <w:p w:rsidR="00E00D30" w:rsidRDefault="00E00D30" w:rsidP="00E00D30">
      <w:r>
        <w:t>667.6128</w:t>
      </w:r>
      <w:r>
        <w:tab/>
        <w:t>3.038e0</w:t>
      </w:r>
    </w:p>
    <w:p w:rsidR="00E00D30" w:rsidRDefault="00E00D30" w:rsidP="00E00D30">
      <w:r>
        <w:t>667.6147</w:t>
      </w:r>
      <w:r>
        <w:tab/>
        <w:t>2.025e0</w:t>
      </w:r>
    </w:p>
    <w:p w:rsidR="00E00D30" w:rsidRDefault="00E00D30" w:rsidP="00E00D30">
      <w:r>
        <w:t>667.6208</w:t>
      </w:r>
      <w:r>
        <w:tab/>
        <w:t>2.025e0</w:t>
      </w:r>
    </w:p>
    <w:p w:rsidR="00E00D30" w:rsidRDefault="00E00D30" w:rsidP="00E00D30">
      <w:r>
        <w:lastRenderedPageBreak/>
        <w:t>667.6272</w:t>
      </w:r>
      <w:r>
        <w:tab/>
        <w:t>4.051e0</w:t>
      </w:r>
    </w:p>
    <w:p w:rsidR="00E00D30" w:rsidRDefault="00E00D30" w:rsidP="00E00D30">
      <w:r>
        <w:t>667.6296</w:t>
      </w:r>
      <w:r>
        <w:tab/>
        <w:t>3.038e0</w:t>
      </w:r>
    </w:p>
    <w:p w:rsidR="00E00D30" w:rsidRDefault="00E00D30" w:rsidP="00E00D30">
      <w:r>
        <w:t>667.6339</w:t>
      </w:r>
      <w:r>
        <w:tab/>
        <w:t>2.025e0</w:t>
      </w:r>
    </w:p>
    <w:p w:rsidR="00E00D30" w:rsidRDefault="00E00D30" w:rsidP="00E00D30">
      <w:r>
        <w:t>667.6379</w:t>
      </w:r>
      <w:r>
        <w:tab/>
        <w:t>2.025e0</w:t>
      </w:r>
    </w:p>
    <w:p w:rsidR="00E00D30" w:rsidRDefault="00E00D30" w:rsidP="00E00D30">
      <w:r>
        <w:t>667.6667</w:t>
      </w:r>
      <w:r>
        <w:tab/>
        <w:t>1.013e0</w:t>
      </w:r>
    </w:p>
    <w:p w:rsidR="00E00D30" w:rsidRDefault="00E00D30" w:rsidP="00E00D30">
      <w:r>
        <w:t>667.6860</w:t>
      </w:r>
      <w:r>
        <w:tab/>
        <w:t>4.051e0</w:t>
      </w:r>
    </w:p>
    <w:p w:rsidR="00E00D30" w:rsidRDefault="00E00D30" w:rsidP="00E00D30">
      <w:r>
        <w:t>667.6895</w:t>
      </w:r>
      <w:r>
        <w:tab/>
        <w:t>1.013e0</w:t>
      </w:r>
    </w:p>
    <w:p w:rsidR="00E00D30" w:rsidRDefault="00E00D30" w:rsidP="00E00D30">
      <w:r>
        <w:t>667.7007</w:t>
      </w:r>
      <w:r>
        <w:tab/>
        <w:t>1.013e0</w:t>
      </w:r>
    </w:p>
    <w:p w:rsidR="00E00D30" w:rsidRDefault="00E00D30" w:rsidP="00E00D30">
      <w:r>
        <w:t>667.7064</w:t>
      </w:r>
      <w:r>
        <w:tab/>
        <w:t>2.025e0</w:t>
      </w:r>
    </w:p>
    <w:p w:rsidR="00E00D30" w:rsidRDefault="00E00D30" w:rsidP="00E00D30">
      <w:r>
        <w:t>667.7770</w:t>
      </w:r>
      <w:r>
        <w:tab/>
        <w:t>1.013e0</w:t>
      </w:r>
    </w:p>
    <w:p w:rsidR="00E00D30" w:rsidRDefault="00E00D30" w:rsidP="00E00D30">
      <w:r>
        <w:t>667.8109</w:t>
      </w:r>
      <w:r>
        <w:tab/>
        <w:t>1.013e0</w:t>
      </w:r>
    </w:p>
    <w:p w:rsidR="00E00D30" w:rsidRDefault="00E00D30" w:rsidP="00E00D30">
      <w:r>
        <w:t>667.8138</w:t>
      </w:r>
      <w:r>
        <w:tab/>
        <w:t>2.025e0</w:t>
      </w:r>
    </w:p>
    <w:p w:rsidR="00E00D30" w:rsidRDefault="00E00D30" w:rsidP="00E00D30">
      <w:r>
        <w:t>667.8270</w:t>
      </w:r>
      <w:r>
        <w:tab/>
        <w:t>4.051e0</w:t>
      </w:r>
    </w:p>
    <w:p w:rsidR="00E00D30" w:rsidRDefault="00E00D30" w:rsidP="00E00D30">
      <w:r>
        <w:t>667.8713</w:t>
      </w:r>
      <w:r>
        <w:tab/>
        <w:t>1.013e0</w:t>
      </w:r>
    </w:p>
    <w:p w:rsidR="00E00D30" w:rsidRDefault="00E00D30" w:rsidP="00E00D30">
      <w:r>
        <w:t>667.8810</w:t>
      </w:r>
      <w:r>
        <w:tab/>
        <w:t>1.013e0</w:t>
      </w:r>
    </w:p>
    <w:p w:rsidR="00E00D30" w:rsidRDefault="00E00D30" w:rsidP="00E00D30">
      <w:r>
        <w:t>667.8823</w:t>
      </w:r>
      <w:r>
        <w:tab/>
        <w:t>1.013e0</w:t>
      </w:r>
    </w:p>
    <w:p w:rsidR="00E00D30" w:rsidRDefault="00E00D30" w:rsidP="00E00D30">
      <w:r>
        <w:t>667.8984</w:t>
      </w:r>
      <w:r>
        <w:tab/>
        <w:t>3.038e0</w:t>
      </w:r>
    </w:p>
    <w:p w:rsidR="00E00D30" w:rsidRDefault="00E00D30" w:rsidP="00E00D30">
      <w:r>
        <w:t>667.9168</w:t>
      </w:r>
      <w:r>
        <w:tab/>
        <w:t>1.013e0</w:t>
      </w:r>
    </w:p>
    <w:p w:rsidR="00E00D30" w:rsidRDefault="00E00D30" w:rsidP="00E00D30">
      <w:r>
        <w:t>667.9682</w:t>
      </w:r>
      <w:r>
        <w:tab/>
        <w:t>1.013e0</w:t>
      </w:r>
    </w:p>
    <w:p w:rsidR="00E00D30" w:rsidRDefault="00E00D30" w:rsidP="00E00D30">
      <w:r>
        <w:lastRenderedPageBreak/>
        <w:t>667.9850</w:t>
      </w:r>
      <w:r>
        <w:tab/>
        <w:t>1.013e0</w:t>
      </w:r>
    </w:p>
    <w:p w:rsidR="00E00D30" w:rsidRDefault="00E00D30" w:rsidP="00E00D30">
      <w:r>
        <w:t>668.0191</w:t>
      </w:r>
      <w:r>
        <w:tab/>
        <w:t>1.013e0</w:t>
      </w:r>
    </w:p>
    <w:p w:rsidR="00E00D30" w:rsidRDefault="00E00D30" w:rsidP="00E00D30">
      <w:r>
        <w:t>668.0532</w:t>
      </w:r>
      <w:r>
        <w:tab/>
        <w:t>1.013e0</w:t>
      </w:r>
    </w:p>
    <w:p w:rsidR="00E00D30" w:rsidRDefault="00E00D30" w:rsidP="00E00D30">
      <w:r>
        <w:t>668.1212</w:t>
      </w:r>
      <w:r>
        <w:tab/>
        <w:t>1.013e0</w:t>
      </w:r>
    </w:p>
    <w:p w:rsidR="00E00D30" w:rsidRDefault="00E00D30" w:rsidP="00E00D30">
      <w:r>
        <w:t>668.1329</w:t>
      </w:r>
      <w:r>
        <w:tab/>
        <w:t>2.025e0</w:t>
      </w:r>
    </w:p>
    <w:p w:rsidR="00E00D30" w:rsidRDefault="00E00D30" w:rsidP="00E00D30">
      <w:r>
        <w:t>668.1407</w:t>
      </w:r>
      <w:r>
        <w:tab/>
        <w:t>4.051e0</w:t>
      </w:r>
    </w:p>
    <w:p w:rsidR="00E00D30" w:rsidRDefault="00E00D30" w:rsidP="00E00D30">
      <w:r>
        <w:t>668.1556</w:t>
      </w:r>
      <w:r>
        <w:tab/>
        <w:t>1.013e0</w:t>
      </w:r>
    </w:p>
    <w:p w:rsidR="00E00D30" w:rsidRDefault="00E00D30" w:rsidP="00E00D30">
      <w:r>
        <w:t>668.2020</w:t>
      </w:r>
      <w:r>
        <w:tab/>
        <w:t>1.013e0</w:t>
      </w:r>
    </w:p>
    <w:p w:rsidR="00E00D30" w:rsidRDefault="00E00D30" w:rsidP="00E00D30">
      <w:r>
        <w:t>668.2098</w:t>
      </w:r>
      <w:r>
        <w:tab/>
        <w:t>1.013e0</w:t>
      </w:r>
    </w:p>
    <w:p w:rsidR="00E00D30" w:rsidRDefault="00E00D30" w:rsidP="00E00D30">
      <w:r>
        <w:t>668.2183</w:t>
      </w:r>
      <w:r>
        <w:tab/>
        <w:t>3.038e0</w:t>
      </w:r>
    </w:p>
    <w:p w:rsidR="00E00D30" w:rsidRDefault="00E00D30" w:rsidP="00E00D30">
      <w:r>
        <w:t>668.2235</w:t>
      </w:r>
      <w:r>
        <w:tab/>
        <w:t>1.013e0</w:t>
      </w:r>
    </w:p>
    <w:p w:rsidR="00E00D30" w:rsidRDefault="00E00D30" w:rsidP="00E00D30">
      <w:r>
        <w:t>668.2789</w:t>
      </w:r>
      <w:r>
        <w:tab/>
        <w:t>1.013e0</w:t>
      </w:r>
    </w:p>
    <w:p w:rsidR="00E00D30" w:rsidRDefault="00E00D30" w:rsidP="00E00D30">
      <w:r>
        <w:t>668.2869</w:t>
      </w:r>
      <w:r>
        <w:tab/>
        <w:t>2.025e0</w:t>
      </w:r>
    </w:p>
    <w:p w:rsidR="00E00D30" w:rsidRDefault="00E00D30" w:rsidP="00E00D30">
      <w:r>
        <w:t>668.2971</w:t>
      </w:r>
      <w:r>
        <w:tab/>
        <w:t>3.038e0</w:t>
      </w:r>
    </w:p>
    <w:p w:rsidR="00E00D30" w:rsidRDefault="00E00D30" w:rsidP="00E00D30">
      <w:r>
        <w:t>668.3035</w:t>
      </w:r>
      <w:r>
        <w:tab/>
        <w:t>1.013e0</w:t>
      </w:r>
    </w:p>
    <w:p w:rsidR="00E00D30" w:rsidRDefault="00E00D30" w:rsidP="00E00D30">
      <w:r>
        <w:t>668.3148</w:t>
      </w:r>
      <w:r>
        <w:tab/>
        <w:t>1.013e0</w:t>
      </w:r>
    </w:p>
    <w:p w:rsidR="00E00D30" w:rsidRDefault="00E00D30" w:rsidP="00E00D30">
      <w:r>
        <w:t>668.3486</w:t>
      </w:r>
      <w:r>
        <w:tab/>
        <w:t>1.013e0</w:t>
      </w:r>
    </w:p>
    <w:p w:rsidR="00E00D30" w:rsidRDefault="00E00D30" w:rsidP="00E00D30">
      <w:r>
        <w:t>668.3702</w:t>
      </w:r>
      <w:r>
        <w:tab/>
        <w:t>2.025e0</w:t>
      </w:r>
    </w:p>
    <w:p w:rsidR="00E00D30" w:rsidRDefault="00E00D30" w:rsidP="00E00D30">
      <w:r>
        <w:t>668.3737</w:t>
      </w:r>
      <w:r>
        <w:tab/>
        <w:t>3.157e0</w:t>
      </w:r>
    </w:p>
    <w:p w:rsidR="00E00D30" w:rsidRDefault="00E00D30" w:rsidP="00E00D30">
      <w:r>
        <w:lastRenderedPageBreak/>
        <w:t>668.3954</w:t>
      </w:r>
      <w:r>
        <w:tab/>
        <w:t>1.013e0</w:t>
      </w:r>
    </w:p>
    <w:p w:rsidR="00E00D30" w:rsidRDefault="00E00D30" w:rsidP="00E00D30">
      <w:r>
        <w:t>668.4286</w:t>
      </w:r>
      <w:r>
        <w:tab/>
        <w:t>2.025e0</w:t>
      </w:r>
    </w:p>
    <w:p w:rsidR="00E00D30" w:rsidRDefault="00E00D30" w:rsidP="00E00D30">
      <w:r>
        <w:t>668.4457</w:t>
      </w:r>
      <w:r>
        <w:tab/>
        <w:t>2.025e0</w:t>
      </w:r>
    </w:p>
    <w:p w:rsidR="00E00D30" w:rsidRDefault="00E00D30" w:rsidP="00E00D30">
      <w:r>
        <w:t>668.4514</w:t>
      </w:r>
      <w:r>
        <w:tab/>
        <w:t>1.013e0</w:t>
      </w:r>
    </w:p>
    <w:p w:rsidR="00E00D30" w:rsidRDefault="00E00D30" w:rsidP="00E00D30">
      <w:r>
        <w:t>668.4598</w:t>
      </w:r>
      <w:r>
        <w:tab/>
        <w:t>2.025e0</w:t>
      </w:r>
    </w:p>
    <w:p w:rsidR="00E00D30" w:rsidRDefault="00E00D30" w:rsidP="00E00D30">
      <w:r>
        <w:t>668.4854</w:t>
      </w:r>
      <w:r>
        <w:tab/>
        <w:t>2.025e0</w:t>
      </w:r>
    </w:p>
    <w:p w:rsidR="00E00D30" w:rsidRDefault="00E00D30" w:rsidP="00E00D30">
      <w:r>
        <w:t>668.4921</w:t>
      </w:r>
      <w:r>
        <w:tab/>
        <w:t>2.025e0</w:t>
      </w:r>
    </w:p>
    <w:p w:rsidR="00E00D30" w:rsidRDefault="00E00D30" w:rsidP="00E00D30">
      <w:r>
        <w:t>668.5307</w:t>
      </w:r>
      <w:r>
        <w:tab/>
        <w:t>1.013e0</w:t>
      </w:r>
    </w:p>
    <w:p w:rsidR="00E00D30" w:rsidRDefault="00E00D30" w:rsidP="00E00D30">
      <w:r>
        <w:t>668.5482</w:t>
      </w:r>
      <w:r>
        <w:tab/>
        <w:t>2.025e0</w:t>
      </w:r>
    </w:p>
    <w:p w:rsidR="00E00D30" w:rsidRDefault="00E00D30" w:rsidP="00E00D30">
      <w:r>
        <w:t>668.5538</w:t>
      </w:r>
      <w:r>
        <w:tab/>
        <w:t>1.013e0</w:t>
      </w:r>
    </w:p>
    <w:p w:rsidR="00E00D30" w:rsidRDefault="00E00D30" w:rsidP="00E00D30">
      <w:r>
        <w:t>668.5650</w:t>
      </w:r>
      <w:r>
        <w:tab/>
        <w:t>2.025e0</w:t>
      </w:r>
    </w:p>
    <w:p w:rsidR="00E00D30" w:rsidRDefault="00E00D30" w:rsidP="00E00D30">
      <w:r>
        <w:t>668.5660</w:t>
      </w:r>
      <w:r>
        <w:tab/>
        <w:t>1.013e0</w:t>
      </w:r>
    </w:p>
    <w:p w:rsidR="00E00D30" w:rsidRDefault="00E00D30" w:rsidP="00E00D30">
      <w:r>
        <w:t>668.5737</w:t>
      </w:r>
      <w:r>
        <w:tab/>
        <w:t>1.013e0</w:t>
      </w:r>
    </w:p>
    <w:p w:rsidR="00E00D30" w:rsidRDefault="00E00D30" w:rsidP="00E00D30">
      <w:r>
        <w:t>668.6221</w:t>
      </w:r>
      <w:r>
        <w:tab/>
        <w:t>1.013e0</w:t>
      </w:r>
    </w:p>
    <w:p w:rsidR="00E00D30" w:rsidRDefault="00E00D30" w:rsidP="00E00D30">
      <w:r>
        <w:t>668.6235</w:t>
      </w:r>
      <w:r>
        <w:tab/>
        <w:t>2.025e0</w:t>
      </w:r>
    </w:p>
    <w:p w:rsidR="00E00D30" w:rsidRDefault="00E00D30" w:rsidP="00E00D30">
      <w:r>
        <w:t>668.6445</w:t>
      </w:r>
      <w:r>
        <w:tab/>
        <w:t>2.025e0</w:t>
      </w:r>
    </w:p>
    <w:p w:rsidR="00E00D30" w:rsidRDefault="00E00D30" w:rsidP="00E00D30">
      <w:r>
        <w:t>668.6729</w:t>
      </w:r>
      <w:r>
        <w:tab/>
        <w:t>2.025e0</w:t>
      </w:r>
    </w:p>
    <w:p w:rsidR="00E00D30" w:rsidRDefault="00E00D30" w:rsidP="00E00D30">
      <w:r>
        <w:t>668.6787</w:t>
      </w:r>
      <w:r>
        <w:tab/>
        <w:t>1.013e0</w:t>
      </w:r>
    </w:p>
    <w:p w:rsidR="00E00D30" w:rsidRDefault="00E00D30" w:rsidP="00E00D30">
      <w:r>
        <w:t>668.7242</w:t>
      </w:r>
      <w:r>
        <w:tab/>
        <w:t>1.013e0</w:t>
      </w:r>
    </w:p>
    <w:p w:rsidR="00E00D30" w:rsidRDefault="00E00D30" w:rsidP="00E00D30">
      <w:r>
        <w:lastRenderedPageBreak/>
        <w:t>668.7304</w:t>
      </w:r>
      <w:r>
        <w:tab/>
        <w:t>2.025e0</w:t>
      </w:r>
    </w:p>
    <w:p w:rsidR="00E00D30" w:rsidRDefault="00E00D30" w:rsidP="00E00D30">
      <w:r>
        <w:t>668.7360</w:t>
      </w:r>
      <w:r>
        <w:tab/>
        <w:t>1.013e0</w:t>
      </w:r>
    </w:p>
    <w:p w:rsidR="00E00D30" w:rsidRDefault="00E00D30" w:rsidP="00E00D30">
      <w:r>
        <w:t>668.7922</w:t>
      </w:r>
      <w:r>
        <w:tab/>
        <w:t>2.025e0</w:t>
      </w:r>
    </w:p>
    <w:p w:rsidR="00E00D30" w:rsidRDefault="00E00D30" w:rsidP="00E00D30">
      <w:r>
        <w:t>668.8271</w:t>
      </w:r>
      <w:r>
        <w:tab/>
        <w:t>1.013e0</w:t>
      </w:r>
    </w:p>
    <w:p w:rsidR="00E00D30" w:rsidRDefault="00E00D30" w:rsidP="00E00D30">
      <w:r>
        <w:t>668.9067</w:t>
      </w:r>
      <w:r>
        <w:tab/>
        <w:t>1.013e0</w:t>
      </w:r>
    </w:p>
    <w:p w:rsidR="00E00D30" w:rsidRDefault="00E00D30" w:rsidP="00E00D30">
      <w:r>
        <w:t>668.9178</w:t>
      </w:r>
      <w:r>
        <w:tab/>
        <w:t>1.013e0</w:t>
      </w:r>
    </w:p>
    <w:p w:rsidR="00E00D30" w:rsidRDefault="00E00D30" w:rsidP="00E00D30">
      <w:r>
        <w:t>668.9296</w:t>
      </w:r>
      <w:r>
        <w:tab/>
        <w:t>1.013e0</w:t>
      </w:r>
    </w:p>
    <w:p w:rsidR="00E00D30" w:rsidRDefault="00E00D30" w:rsidP="00E00D30">
      <w:r>
        <w:t>668.9318</w:t>
      </w:r>
      <w:r>
        <w:tab/>
        <w:t>2.025e0</w:t>
      </w:r>
    </w:p>
    <w:p w:rsidR="00E00D30" w:rsidRDefault="00E00D30" w:rsidP="00E00D30">
      <w:r>
        <w:t>668.9806</w:t>
      </w:r>
      <w:r>
        <w:tab/>
        <w:t>2.025e0</w:t>
      </w:r>
    </w:p>
    <w:p w:rsidR="00E00D30" w:rsidRDefault="00E00D30" w:rsidP="00E00D30">
      <w:r>
        <w:t>668.9821</w:t>
      </w:r>
      <w:r>
        <w:tab/>
        <w:t>2.025e0</w:t>
      </w:r>
    </w:p>
    <w:p w:rsidR="00E00D30" w:rsidRDefault="00E00D30" w:rsidP="00E00D30">
      <w:r>
        <w:t>669.0133</w:t>
      </w:r>
      <w:r>
        <w:tab/>
        <w:t>3.038e0</w:t>
      </w:r>
    </w:p>
    <w:p w:rsidR="00E00D30" w:rsidRDefault="00E00D30" w:rsidP="00E00D30">
      <w:r>
        <w:t>669.0421</w:t>
      </w:r>
      <w:r>
        <w:tab/>
        <w:t>2.025e0</w:t>
      </w:r>
    </w:p>
    <w:p w:rsidR="00E00D30" w:rsidRDefault="00E00D30" w:rsidP="00E00D30">
      <w:r>
        <w:t>669.0434</w:t>
      </w:r>
      <w:r>
        <w:tab/>
        <w:t>1.013e0</w:t>
      </w:r>
    </w:p>
    <w:p w:rsidR="00E00D30" w:rsidRDefault="00E00D30" w:rsidP="00E00D30">
      <w:r>
        <w:t>669.0600</w:t>
      </w:r>
      <w:r>
        <w:tab/>
        <w:t>1.013e0</w:t>
      </w:r>
    </w:p>
    <w:p w:rsidR="00E00D30" w:rsidRDefault="00E00D30" w:rsidP="00E00D30">
      <w:r>
        <w:t>669.0918</w:t>
      </w:r>
      <w:r>
        <w:tab/>
        <w:t>3.038e0</w:t>
      </w:r>
    </w:p>
    <w:p w:rsidR="00E00D30" w:rsidRDefault="00E00D30" w:rsidP="00E00D30">
      <w:r>
        <w:t>669.1000</w:t>
      </w:r>
      <w:r>
        <w:tab/>
        <w:t>1.013e0</w:t>
      </w:r>
    </w:p>
    <w:p w:rsidR="00E00D30" w:rsidRDefault="00E00D30" w:rsidP="00E00D30">
      <w:r>
        <w:t>669.1300</w:t>
      </w:r>
      <w:r>
        <w:tab/>
        <w:t>1.013e0</w:t>
      </w:r>
    </w:p>
    <w:p w:rsidR="00E00D30" w:rsidRDefault="00E00D30" w:rsidP="00E00D30">
      <w:r>
        <w:t>669.1812</w:t>
      </w:r>
      <w:r>
        <w:tab/>
        <w:t>1.013e0</w:t>
      </w:r>
    </w:p>
    <w:p w:rsidR="00E00D30" w:rsidRDefault="00E00D30" w:rsidP="00E00D30">
      <w:r>
        <w:t>669.2171</w:t>
      </w:r>
      <w:r>
        <w:tab/>
        <w:t>1.013e0</w:t>
      </w:r>
    </w:p>
    <w:p w:rsidR="00E00D30" w:rsidRDefault="00E00D30" w:rsidP="00E00D30">
      <w:r>
        <w:lastRenderedPageBreak/>
        <w:t>669.2712</w:t>
      </w:r>
      <w:r>
        <w:tab/>
        <w:t>2.025e0</w:t>
      </w:r>
    </w:p>
    <w:p w:rsidR="00E00D30" w:rsidRDefault="00E00D30" w:rsidP="00E00D30">
      <w:r>
        <w:t>669.2823</w:t>
      </w:r>
      <w:r>
        <w:tab/>
        <w:t>1.013e0</w:t>
      </w:r>
    </w:p>
    <w:p w:rsidR="00E00D30" w:rsidRDefault="00E00D30" w:rsidP="00E00D30">
      <w:r>
        <w:t>669.3063</w:t>
      </w:r>
      <w:r>
        <w:tab/>
        <w:t>1.013e0</w:t>
      </w:r>
    </w:p>
    <w:p w:rsidR="00E00D30" w:rsidRDefault="00E00D30" w:rsidP="00E00D30">
      <w:r>
        <w:t>669.3165</w:t>
      </w:r>
      <w:r>
        <w:tab/>
        <w:t>1.013e0</w:t>
      </w:r>
    </w:p>
    <w:p w:rsidR="00E00D30" w:rsidRDefault="00E00D30" w:rsidP="00E00D30">
      <w:r>
        <w:t>669.3254</w:t>
      </w:r>
      <w:r>
        <w:tab/>
        <w:t>2.025e0</w:t>
      </w:r>
    </w:p>
    <w:p w:rsidR="00E00D30" w:rsidRDefault="00E00D30" w:rsidP="00E00D30">
      <w:r>
        <w:t>669.3282</w:t>
      </w:r>
      <w:r>
        <w:tab/>
        <w:t>2.025e0</w:t>
      </w:r>
    </w:p>
    <w:p w:rsidR="00E00D30" w:rsidRDefault="00E00D30" w:rsidP="00E00D30">
      <w:r>
        <w:t>669.3396</w:t>
      </w:r>
      <w:r>
        <w:tab/>
        <w:t>1.013e0</w:t>
      </w:r>
    </w:p>
    <w:p w:rsidR="00E00D30" w:rsidRDefault="00E00D30" w:rsidP="00E00D30">
      <w:r>
        <w:t>669.3726</w:t>
      </w:r>
      <w:r>
        <w:tab/>
        <w:t>1.013e0</w:t>
      </w:r>
    </w:p>
    <w:p w:rsidR="00E00D30" w:rsidRDefault="00E00D30" w:rsidP="00E00D30">
      <w:r>
        <w:t>669.3746</w:t>
      </w:r>
      <w:r>
        <w:tab/>
        <w:t>1.013e0</w:t>
      </w:r>
    </w:p>
    <w:p w:rsidR="00E00D30" w:rsidRDefault="00E00D30" w:rsidP="00E00D30">
      <w:r>
        <w:t>669.3797</w:t>
      </w:r>
      <w:r>
        <w:tab/>
        <w:t>2.025e0</w:t>
      </w:r>
    </w:p>
    <w:p w:rsidR="00E00D30" w:rsidRDefault="00E00D30" w:rsidP="00E00D30">
      <w:r>
        <w:t>669.3896</w:t>
      </w:r>
      <w:r>
        <w:tab/>
        <w:t>1.013e0</w:t>
      </w:r>
    </w:p>
    <w:p w:rsidR="00E00D30" w:rsidRDefault="00E00D30" w:rsidP="00E00D30">
      <w:r>
        <w:t>669.3961</w:t>
      </w:r>
      <w:r>
        <w:tab/>
        <w:t>3.038e0</w:t>
      </w:r>
    </w:p>
    <w:p w:rsidR="00E00D30" w:rsidRDefault="00E00D30" w:rsidP="00E00D30">
      <w:r>
        <w:t>669.4418</w:t>
      </w:r>
      <w:r>
        <w:tab/>
        <w:t>2.025e0</w:t>
      </w:r>
    </w:p>
    <w:p w:rsidR="00E00D30" w:rsidRDefault="00E00D30" w:rsidP="00E00D30">
      <w:r>
        <w:t>669.4991</w:t>
      </w:r>
      <w:r>
        <w:tab/>
        <w:t>1.013e0</w:t>
      </w:r>
    </w:p>
    <w:p w:rsidR="00E00D30" w:rsidRDefault="00E00D30" w:rsidP="00E00D30">
      <w:r>
        <w:t>669.5106</w:t>
      </w:r>
      <w:r>
        <w:tab/>
        <w:t>1.013e0</w:t>
      </w:r>
    </w:p>
    <w:p w:rsidR="00E00D30" w:rsidRDefault="00E00D30" w:rsidP="00E00D30">
      <w:r>
        <w:t>669.5289</w:t>
      </w:r>
      <w:r>
        <w:tab/>
        <w:t>2.025e0</w:t>
      </w:r>
    </w:p>
    <w:p w:rsidR="00E00D30" w:rsidRDefault="00E00D30" w:rsidP="00E00D30">
      <w:r>
        <w:t>669.5381</w:t>
      </w:r>
      <w:r>
        <w:tab/>
        <w:t>5.063e0</w:t>
      </w:r>
    </w:p>
    <w:p w:rsidR="00E00D30" w:rsidRDefault="00E00D30" w:rsidP="00E00D30">
      <w:r>
        <w:t>669.5446</w:t>
      </w:r>
      <w:r>
        <w:tab/>
        <w:t>2.025e0</w:t>
      </w:r>
    </w:p>
    <w:p w:rsidR="00E00D30" w:rsidRDefault="00E00D30" w:rsidP="00E00D30">
      <w:r>
        <w:t>669.5800</w:t>
      </w:r>
      <w:r>
        <w:tab/>
        <w:t>1.013e0</w:t>
      </w:r>
    </w:p>
    <w:p w:rsidR="00E00D30" w:rsidRDefault="00E00D30" w:rsidP="00E00D30">
      <w:r>
        <w:lastRenderedPageBreak/>
        <w:t>669.6243</w:t>
      </w:r>
      <w:r>
        <w:tab/>
        <w:t>2.025e0</w:t>
      </w:r>
    </w:p>
    <w:p w:rsidR="00E00D30" w:rsidRDefault="00E00D30" w:rsidP="00E00D30">
      <w:r>
        <w:t>669.6701</w:t>
      </w:r>
      <w:r>
        <w:tab/>
        <w:t>1.013e0</w:t>
      </w:r>
    </w:p>
    <w:p w:rsidR="00E00D30" w:rsidRDefault="00E00D30" w:rsidP="00E00D30">
      <w:r>
        <w:t>669.6714</w:t>
      </w:r>
      <w:r>
        <w:tab/>
        <w:t>3.038e0</w:t>
      </w:r>
    </w:p>
    <w:p w:rsidR="00E00D30" w:rsidRDefault="00E00D30" w:rsidP="00E00D30">
      <w:r>
        <w:t>669.6844</w:t>
      </w:r>
      <w:r>
        <w:tab/>
        <w:t>1.013e0</w:t>
      </w:r>
    </w:p>
    <w:p w:rsidR="00E00D30" w:rsidRDefault="00E00D30" w:rsidP="00E00D30">
      <w:r>
        <w:t>669.6871</w:t>
      </w:r>
      <w:r>
        <w:tab/>
        <w:t>2.025e0</w:t>
      </w:r>
    </w:p>
    <w:p w:rsidR="00E00D30" w:rsidRDefault="00E00D30" w:rsidP="00E00D30">
      <w:r>
        <w:t>669.7267</w:t>
      </w:r>
      <w:r>
        <w:tab/>
        <w:t>1.013e0</w:t>
      </w:r>
    </w:p>
    <w:p w:rsidR="00E00D30" w:rsidRDefault="00E00D30" w:rsidP="00E00D30">
      <w:r>
        <w:t>669.7706</w:t>
      </w:r>
      <w:r>
        <w:tab/>
        <w:t>1.013e0</w:t>
      </w:r>
    </w:p>
    <w:p w:rsidR="00E00D30" w:rsidRDefault="00E00D30" w:rsidP="00E00D30">
      <w:r>
        <w:t>669.7845</w:t>
      </w:r>
      <w:r>
        <w:tab/>
        <w:t>2.025e0</w:t>
      </w:r>
    </w:p>
    <w:p w:rsidR="00E00D30" w:rsidRDefault="00E00D30" w:rsidP="00E00D30">
      <w:r>
        <w:t>669.8297</w:t>
      </w:r>
      <w:r>
        <w:tab/>
        <w:t>1.013e0</w:t>
      </w:r>
    </w:p>
    <w:p w:rsidR="00E00D30" w:rsidRDefault="00E00D30" w:rsidP="00E00D30">
      <w:r>
        <w:t>669.8990</w:t>
      </w:r>
      <w:r>
        <w:tab/>
        <w:t>1.013e0</w:t>
      </w:r>
    </w:p>
    <w:p w:rsidR="00E00D30" w:rsidRDefault="00E00D30" w:rsidP="00E00D30">
      <w:r>
        <w:t>669.9307</w:t>
      </w:r>
      <w:r>
        <w:tab/>
        <w:t>2.025e0</w:t>
      </w:r>
    </w:p>
    <w:p w:rsidR="00E00D30" w:rsidRDefault="00E00D30" w:rsidP="00E00D30">
      <w:r>
        <w:t>669.9551</w:t>
      </w:r>
      <w:r>
        <w:tab/>
        <w:t>1.013e0</w:t>
      </w:r>
    </w:p>
    <w:p w:rsidR="00E00D30" w:rsidRDefault="00E00D30" w:rsidP="00E00D30">
      <w:r>
        <w:t>669.9605</w:t>
      </w:r>
      <w:r>
        <w:tab/>
        <w:t>2.025e0</w:t>
      </w:r>
    </w:p>
    <w:p w:rsidR="00E00D30" w:rsidRDefault="00E00D30" w:rsidP="00E00D30">
      <w:r>
        <w:t>669.9666</w:t>
      </w:r>
      <w:r>
        <w:tab/>
        <w:t>1.013e0</w:t>
      </w:r>
    </w:p>
    <w:p w:rsidR="00E00D30" w:rsidRDefault="00E00D30" w:rsidP="00E00D30">
      <w:r>
        <w:t>669.9890</w:t>
      </w:r>
      <w:r>
        <w:tab/>
        <w:t>1.013e0</w:t>
      </w:r>
    </w:p>
    <w:p w:rsidR="00E00D30" w:rsidRDefault="00E00D30" w:rsidP="00E00D30">
      <w:r>
        <w:t>669.9902</w:t>
      </w:r>
      <w:r>
        <w:tab/>
        <w:t>1.013e0</w:t>
      </w:r>
    </w:p>
    <w:p w:rsidR="00E00D30" w:rsidRDefault="00E00D30" w:rsidP="00E00D30">
      <w:r>
        <w:t>670.0010</w:t>
      </w:r>
      <w:r>
        <w:tab/>
        <w:t>3.038e0</w:t>
      </w:r>
    </w:p>
    <w:p w:rsidR="00E00D30" w:rsidRDefault="00E00D30" w:rsidP="00E00D30">
      <w:r>
        <w:t>670.0175</w:t>
      </w:r>
      <w:r>
        <w:tab/>
        <w:t>2.025e0</w:t>
      </w:r>
    </w:p>
    <w:p w:rsidR="00E00D30" w:rsidRDefault="00E00D30" w:rsidP="00E00D30">
      <w:r>
        <w:t>670.1034</w:t>
      </w:r>
      <w:r>
        <w:tab/>
        <w:t>1.013e0</w:t>
      </w:r>
    </w:p>
    <w:p w:rsidR="00E00D30" w:rsidRDefault="00E00D30" w:rsidP="00E00D30">
      <w:r>
        <w:lastRenderedPageBreak/>
        <w:t>670.1091</w:t>
      </w:r>
      <w:r>
        <w:tab/>
        <w:t>2.025e0</w:t>
      </w:r>
    </w:p>
    <w:p w:rsidR="00E00D30" w:rsidRDefault="00E00D30" w:rsidP="00E00D30">
      <w:r>
        <w:t>670.1446</w:t>
      </w:r>
      <w:r>
        <w:tab/>
        <w:t>2.025e0</w:t>
      </w:r>
    </w:p>
    <w:p w:rsidR="00E00D30" w:rsidRDefault="00E00D30" w:rsidP="00E00D30">
      <w:r>
        <w:t>670.1609</w:t>
      </w:r>
      <w:r>
        <w:tab/>
        <w:t>2.025e0</w:t>
      </w:r>
    </w:p>
    <w:p w:rsidR="00E00D30" w:rsidRDefault="00E00D30" w:rsidP="00E00D30">
      <w:r>
        <w:t>670.2057</w:t>
      </w:r>
      <w:r>
        <w:tab/>
        <w:t>1.013e0</w:t>
      </w:r>
    </w:p>
    <w:p w:rsidR="00E00D30" w:rsidRDefault="00E00D30" w:rsidP="00E00D30">
      <w:r>
        <w:t>670.2285</w:t>
      </w:r>
      <w:r>
        <w:tab/>
        <w:t>1.013e0</w:t>
      </w:r>
    </w:p>
    <w:p w:rsidR="00E00D30" w:rsidRDefault="00E00D30" w:rsidP="00E00D30">
      <w:r>
        <w:t>670.2468</w:t>
      </w:r>
      <w:r>
        <w:tab/>
        <w:t>3.038e0</w:t>
      </w:r>
    </w:p>
    <w:p w:rsidR="00E00D30" w:rsidRDefault="00E00D30" w:rsidP="00E00D30">
      <w:r>
        <w:t>670.2520</w:t>
      </w:r>
      <w:r>
        <w:tab/>
        <w:t>4.051e0</w:t>
      </w:r>
    </w:p>
    <w:p w:rsidR="00E00D30" w:rsidRDefault="00E00D30" w:rsidP="00E00D30">
      <w:r>
        <w:t>670.3016</w:t>
      </w:r>
      <w:r>
        <w:tab/>
        <w:t>3.038e0</w:t>
      </w:r>
    </w:p>
    <w:p w:rsidR="00E00D30" w:rsidRDefault="00E00D30" w:rsidP="00E00D30">
      <w:r>
        <w:t>670.3096</w:t>
      </w:r>
      <w:r>
        <w:tab/>
        <w:t>1.013e0</w:t>
      </w:r>
    </w:p>
    <w:p w:rsidR="00E00D30" w:rsidRDefault="00E00D30" w:rsidP="00E00D30">
      <w:r>
        <w:t>670.3430</w:t>
      </w:r>
      <w:r>
        <w:tab/>
        <w:t>1.013e0</w:t>
      </w:r>
    </w:p>
    <w:p w:rsidR="00E00D30" w:rsidRDefault="00E00D30" w:rsidP="00E00D30">
      <w:r>
        <w:t>670.3654</w:t>
      </w:r>
      <w:r>
        <w:tab/>
        <w:t>1.013e0</w:t>
      </w:r>
    </w:p>
    <w:p w:rsidR="00E00D30" w:rsidRDefault="00E00D30" w:rsidP="00E00D30">
      <w:r>
        <w:t>670.3774</w:t>
      </w:r>
      <w:r>
        <w:tab/>
        <w:t>1.013e0</w:t>
      </w:r>
    </w:p>
    <w:p w:rsidR="00E00D30" w:rsidRDefault="00E00D30" w:rsidP="00E00D30">
      <w:r>
        <w:t>670.4009</w:t>
      </w:r>
      <w:r>
        <w:tab/>
        <w:t>1.013e0</w:t>
      </w:r>
    </w:p>
    <w:p w:rsidR="00E00D30" w:rsidRDefault="00E00D30" w:rsidP="00E00D30">
      <w:r>
        <w:t>670.4289</w:t>
      </w:r>
      <w:r>
        <w:tab/>
        <w:t>2.025e0</w:t>
      </w:r>
    </w:p>
    <w:p w:rsidR="00E00D30" w:rsidRDefault="00E00D30" w:rsidP="00E00D30">
      <w:r>
        <w:t>670.4457</w:t>
      </w:r>
      <w:r>
        <w:tab/>
        <w:t>1.013e0</w:t>
      </w:r>
    </w:p>
    <w:p w:rsidR="00E00D30" w:rsidRDefault="00E00D30" w:rsidP="00E00D30">
      <w:r>
        <w:t>670.4468</w:t>
      </w:r>
      <w:r>
        <w:tab/>
        <w:t>1.013e0</w:t>
      </w:r>
    </w:p>
    <w:p w:rsidR="00E00D30" w:rsidRDefault="00E00D30" w:rsidP="00E00D30">
      <w:r>
        <w:t>670.4487</w:t>
      </w:r>
      <w:r>
        <w:tab/>
        <w:t>3.038e0</w:t>
      </w:r>
    </w:p>
    <w:p w:rsidR="00E00D30" w:rsidRDefault="00E00D30" w:rsidP="00E00D30">
      <w:r>
        <w:t>670.4681</w:t>
      </w:r>
      <w:r>
        <w:tab/>
        <w:t>1.013e0</w:t>
      </w:r>
    </w:p>
    <w:p w:rsidR="00E00D30" w:rsidRDefault="00E00D30" w:rsidP="00E00D30">
      <w:r>
        <w:t>670.4694</w:t>
      </w:r>
      <w:r>
        <w:tab/>
        <w:t>1.013e0</w:t>
      </w:r>
    </w:p>
    <w:p w:rsidR="00E00D30" w:rsidRDefault="00E00D30" w:rsidP="00E00D30">
      <w:r>
        <w:lastRenderedPageBreak/>
        <w:t>670.4706</w:t>
      </w:r>
      <w:r>
        <w:tab/>
        <w:t>3.038e0</w:t>
      </w:r>
    </w:p>
    <w:p w:rsidR="00E00D30" w:rsidRDefault="00E00D30" w:rsidP="00E00D30">
      <w:r>
        <w:t>670.4949</w:t>
      </w:r>
      <w:r>
        <w:tab/>
        <w:t>4.051e0</w:t>
      </w:r>
    </w:p>
    <w:p w:rsidR="00E00D30" w:rsidRDefault="00E00D30" w:rsidP="00E00D30">
      <w:r>
        <w:t>670.5338</w:t>
      </w:r>
      <w:r>
        <w:tab/>
        <w:t>2.025e0</w:t>
      </w:r>
    </w:p>
    <w:p w:rsidR="00E00D30" w:rsidRDefault="00E00D30" w:rsidP="00E00D30">
      <w:r>
        <w:t>670.5480</w:t>
      </w:r>
      <w:r>
        <w:tab/>
        <w:t>1.013e0</w:t>
      </w:r>
    </w:p>
    <w:p w:rsidR="00E00D30" w:rsidRDefault="00E00D30" w:rsidP="00E00D30">
      <w:r>
        <w:t>670.5596</w:t>
      </w:r>
      <w:r>
        <w:tab/>
        <w:t>2.025e0</w:t>
      </w:r>
    </w:p>
    <w:p w:rsidR="00E00D30" w:rsidRDefault="00E00D30" w:rsidP="00E00D30">
      <w:r>
        <w:t>670.5687</w:t>
      </w:r>
      <w:r>
        <w:tab/>
        <w:t>3.038e0</w:t>
      </w:r>
    </w:p>
    <w:p w:rsidR="00E00D30" w:rsidRDefault="00E00D30" w:rsidP="00E00D30">
      <w:r>
        <w:t>670.6198</w:t>
      </w:r>
      <w:r>
        <w:tab/>
        <w:t>2.025e0</w:t>
      </w:r>
    </w:p>
    <w:p w:rsidR="00E00D30" w:rsidRDefault="00E00D30" w:rsidP="00E00D30">
      <w:r>
        <w:t>670.6552</w:t>
      </w:r>
      <w:r>
        <w:tab/>
        <w:t>1.013e0</w:t>
      </w:r>
    </w:p>
    <w:p w:rsidR="00E00D30" w:rsidRDefault="00E00D30" w:rsidP="00E00D30">
      <w:r>
        <w:t>670.6862</w:t>
      </w:r>
      <w:r>
        <w:tab/>
        <w:t>1.013e0</w:t>
      </w:r>
    </w:p>
    <w:p w:rsidR="00E00D30" w:rsidRDefault="00E00D30" w:rsidP="00E00D30">
      <w:r>
        <w:t>670.7064</w:t>
      </w:r>
      <w:r>
        <w:tab/>
        <w:t>2.025e0</w:t>
      </w:r>
    </w:p>
    <w:p w:rsidR="00E00D30" w:rsidRDefault="00E00D30" w:rsidP="00E00D30">
      <w:r>
        <w:t>670.7422</w:t>
      </w:r>
      <w:r>
        <w:tab/>
        <w:t>1.013e0</w:t>
      </w:r>
    </w:p>
    <w:p w:rsidR="00E00D30" w:rsidRDefault="00E00D30" w:rsidP="00E00D30">
      <w:r>
        <w:t>670.7535</w:t>
      </w:r>
      <w:r>
        <w:tab/>
        <w:t>1.013e0</w:t>
      </w:r>
    </w:p>
    <w:p w:rsidR="00E00D30" w:rsidRDefault="00E00D30" w:rsidP="00E00D30">
      <w:r>
        <w:t>670.7595</w:t>
      </w:r>
      <w:r>
        <w:tab/>
        <w:t>2.025e0</w:t>
      </w:r>
    </w:p>
    <w:p w:rsidR="00E00D30" w:rsidRDefault="00E00D30" w:rsidP="00E00D30">
      <w:r>
        <w:t>670.7653</w:t>
      </w:r>
      <w:r>
        <w:tab/>
        <w:t>1.013e0</w:t>
      </w:r>
    </w:p>
    <w:p w:rsidR="00E00D30" w:rsidRDefault="00E00D30" w:rsidP="00E00D30">
      <w:r>
        <w:t>670.7676</w:t>
      </w:r>
      <w:r>
        <w:tab/>
        <w:t>2.025e0</w:t>
      </w:r>
    </w:p>
    <w:p w:rsidR="00E00D30" w:rsidRDefault="00E00D30" w:rsidP="00E00D30">
      <w:r>
        <w:t>670.8795</w:t>
      </w:r>
      <w:r>
        <w:tab/>
        <w:t>1.013e0</w:t>
      </w:r>
    </w:p>
    <w:p w:rsidR="00E00D30" w:rsidRDefault="00E00D30" w:rsidP="00E00D30">
      <w:r>
        <w:t>670.8860</w:t>
      </w:r>
      <w:r>
        <w:tab/>
        <w:t>2.025e0</w:t>
      </w:r>
    </w:p>
    <w:p w:rsidR="00E00D30" w:rsidRDefault="00E00D30" w:rsidP="00E00D30">
      <w:r>
        <w:t>670.9448</w:t>
      </w:r>
      <w:r>
        <w:tab/>
        <w:t>3.038e0</w:t>
      </w:r>
    </w:p>
    <w:p w:rsidR="00E00D30" w:rsidRDefault="00E00D30" w:rsidP="00E00D30">
      <w:r>
        <w:t>670.9594</w:t>
      </w:r>
      <w:r>
        <w:tab/>
        <w:t>2.025e0</w:t>
      </w:r>
    </w:p>
    <w:p w:rsidR="00E00D30" w:rsidRDefault="00E00D30" w:rsidP="00E00D30">
      <w:r>
        <w:lastRenderedPageBreak/>
        <w:t>670.9831</w:t>
      </w:r>
      <w:r>
        <w:tab/>
        <w:t>2.025e0</w:t>
      </w:r>
    </w:p>
    <w:p w:rsidR="00E00D30" w:rsidRDefault="00E00D30" w:rsidP="00E00D30">
      <w:r>
        <w:t>671.0051</w:t>
      </w:r>
      <w:r>
        <w:tab/>
        <w:t>1.013e0</w:t>
      </w:r>
    </w:p>
    <w:p w:rsidR="00E00D30" w:rsidRDefault="00E00D30" w:rsidP="00E00D30">
      <w:r>
        <w:t>671.0280</w:t>
      </w:r>
      <w:r>
        <w:tab/>
        <w:t>1.013e0</w:t>
      </w:r>
    </w:p>
    <w:p w:rsidR="00E00D30" w:rsidRDefault="00E00D30" w:rsidP="00E00D30">
      <w:r>
        <w:t>671.0745</w:t>
      </w:r>
      <w:r>
        <w:tab/>
        <w:t>1.013e0</w:t>
      </w:r>
    </w:p>
    <w:p w:rsidR="00E00D30" w:rsidRDefault="00E00D30" w:rsidP="00E00D30">
      <w:r>
        <w:t>671.0883</w:t>
      </w:r>
      <w:r>
        <w:tab/>
        <w:t>1.013e0</w:t>
      </w:r>
    </w:p>
    <w:p w:rsidR="00E00D30" w:rsidRDefault="00E00D30" w:rsidP="00E00D30">
      <w:r>
        <w:t>671.1575</w:t>
      </w:r>
      <w:r>
        <w:tab/>
        <w:t>1.013e0</w:t>
      </w:r>
    </w:p>
    <w:p w:rsidR="00E00D30" w:rsidRDefault="00E00D30" w:rsidP="00E00D30">
      <w:r>
        <w:t>671.1747</w:t>
      </w:r>
      <w:r>
        <w:tab/>
        <w:t>1.013e0</w:t>
      </w:r>
    </w:p>
    <w:p w:rsidR="00E00D30" w:rsidRDefault="00E00D30" w:rsidP="00E00D30">
      <w:r>
        <w:t>671.2094</w:t>
      </w:r>
      <w:r>
        <w:tab/>
        <w:t>1.013e0</w:t>
      </w:r>
    </w:p>
    <w:p w:rsidR="00E00D30" w:rsidRDefault="00E00D30" w:rsidP="00E00D30">
      <w:r>
        <w:t>671.2729</w:t>
      </w:r>
      <w:r>
        <w:tab/>
        <w:t>2.025e0</w:t>
      </w:r>
    </w:p>
    <w:p w:rsidR="00E00D30" w:rsidRDefault="00E00D30" w:rsidP="00E00D30">
      <w:r>
        <w:t>671.2849</w:t>
      </w:r>
      <w:r>
        <w:tab/>
        <w:t>3.038e0</w:t>
      </w:r>
    </w:p>
    <w:p w:rsidR="00E00D30" w:rsidRDefault="00E00D30" w:rsidP="00E00D30">
      <w:r>
        <w:t>671.3143</w:t>
      </w:r>
      <w:r>
        <w:tab/>
        <w:t>1.013e0</w:t>
      </w:r>
    </w:p>
    <w:p w:rsidR="00E00D30" w:rsidRDefault="00E00D30" w:rsidP="00E00D30">
      <w:r>
        <w:t>671.3397</w:t>
      </w:r>
      <w:r>
        <w:tab/>
        <w:t>2.025e0</w:t>
      </w:r>
    </w:p>
    <w:p w:rsidR="00E00D30" w:rsidRDefault="00E00D30" w:rsidP="00E00D30">
      <w:r>
        <w:t>671.3588</w:t>
      </w:r>
      <w:r>
        <w:tab/>
        <w:t>2.025e0</w:t>
      </w:r>
    </w:p>
    <w:p w:rsidR="00E00D30" w:rsidRDefault="00E00D30" w:rsidP="00E00D30">
      <w:r>
        <w:t>671.3817</w:t>
      </w:r>
      <w:r>
        <w:tab/>
        <w:t>1.013e0</w:t>
      </w:r>
    </w:p>
    <w:p w:rsidR="00E00D30" w:rsidRDefault="00E00D30" w:rsidP="00E00D30">
      <w:r>
        <w:t>671.3832</w:t>
      </w:r>
      <w:r>
        <w:tab/>
        <w:t>1.013e0</w:t>
      </w:r>
    </w:p>
    <w:p w:rsidR="00E00D30" w:rsidRDefault="00E00D30" w:rsidP="00E00D30">
      <w:r>
        <w:t>671.3903</w:t>
      </w:r>
      <w:r>
        <w:tab/>
        <w:t>2.025e0</w:t>
      </w:r>
    </w:p>
    <w:p w:rsidR="00E00D30" w:rsidRDefault="00E00D30" w:rsidP="00E00D30">
      <w:r>
        <w:t>671.4049</w:t>
      </w:r>
      <w:r>
        <w:tab/>
        <w:t>1.013e0</w:t>
      </w:r>
    </w:p>
    <w:p w:rsidR="00E00D30" w:rsidRDefault="00E00D30" w:rsidP="00E00D30">
      <w:r>
        <w:t>671.4163</w:t>
      </w:r>
      <w:r>
        <w:tab/>
        <w:t>1.013e0</w:t>
      </w:r>
    </w:p>
    <w:p w:rsidR="00E00D30" w:rsidRDefault="00E00D30" w:rsidP="00E00D30">
      <w:r>
        <w:t>671.4293</w:t>
      </w:r>
      <w:r>
        <w:tab/>
        <w:t>2.025e0</w:t>
      </w:r>
    </w:p>
    <w:p w:rsidR="00E00D30" w:rsidRDefault="00E00D30" w:rsidP="00E00D30">
      <w:r>
        <w:lastRenderedPageBreak/>
        <w:t>671.4503</w:t>
      </w:r>
      <w:r>
        <w:tab/>
        <w:t>1.013e0</w:t>
      </w:r>
    </w:p>
    <w:p w:rsidR="00E00D30" w:rsidRDefault="00E00D30" w:rsidP="00E00D30">
      <w:r>
        <w:t>671.4698</w:t>
      </w:r>
      <w:r>
        <w:tab/>
        <w:t>2.025e0</w:t>
      </w:r>
    </w:p>
    <w:p w:rsidR="00E00D30" w:rsidRDefault="00E00D30" w:rsidP="00E00D30">
      <w:r>
        <w:t>671.4731</w:t>
      </w:r>
      <w:r>
        <w:tab/>
        <w:t>1.013e0</w:t>
      </w:r>
    </w:p>
    <w:p w:rsidR="00E00D30" w:rsidRDefault="00E00D30" w:rsidP="00E00D30">
      <w:r>
        <w:t>671.5078</w:t>
      </w:r>
      <w:r>
        <w:tab/>
        <w:t>1.013e0</w:t>
      </w:r>
    </w:p>
    <w:p w:rsidR="00E00D30" w:rsidRDefault="00E00D30" w:rsidP="00E00D30">
      <w:r>
        <w:t>671.5566</w:t>
      </w:r>
      <w:r>
        <w:tab/>
        <w:t>1.013e0</w:t>
      </w:r>
    </w:p>
    <w:p w:rsidR="00E00D30" w:rsidRDefault="00E00D30" w:rsidP="00E00D30">
      <w:r>
        <w:t>671.5741</w:t>
      </w:r>
      <w:r>
        <w:tab/>
        <w:t>1.013e0</w:t>
      </w:r>
    </w:p>
    <w:p w:rsidR="00E00D30" w:rsidRDefault="00E00D30" w:rsidP="00E00D30">
      <w:r>
        <w:t>671.6163</w:t>
      </w:r>
      <w:r>
        <w:tab/>
        <w:t>2.025e0</w:t>
      </w:r>
    </w:p>
    <w:p w:rsidR="00E00D30" w:rsidRDefault="00E00D30" w:rsidP="00E00D30">
      <w:r>
        <w:t>671.6249</w:t>
      </w:r>
      <w:r>
        <w:tab/>
        <w:t>2.025e0</w:t>
      </w:r>
    </w:p>
    <w:p w:rsidR="00E00D30" w:rsidRDefault="00E00D30" w:rsidP="00E00D30">
      <w:r>
        <w:t>671.6528</w:t>
      </w:r>
      <w:r>
        <w:tab/>
        <w:t>2.025e0</w:t>
      </w:r>
    </w:p>
    <w:p w:rsidR="00E00D30" w:rsidRDefault="00E00D30" w:rsidP="00E00D30">
      <w:r>
        <w:t>671.6686</w:t>
      </w:r>
      <w:r>
        <w:tab/>
        <w:t>1.013e0</w:t>
      </w:r>
    </w:p>
    <w:p w:rsidR="00E00D30" w:rsidRDefault="00E00D30" w:rsidP="00E00D30">
      <w:r>
        <w:t>671.6907</w:t>
      </w:r>
      <w:r>
        <w:tab/>
        <w:t>1.013e0</w:t>
      </w:r>
    </w:p>
    <w:p w:rsidR="00E00D30" w:rsidRDefault="00E00D30" w:rsidP="00E00D30">
      <w:r>
        <w:t>671.7246</w:t>
      </w:r>
      <w:r>
        <w:tab/>
        <w:t>1.013e0</w:t>
      </w:r>
    </w:p>
    <w:p w:rsidR="00E00D30" w:rsidRDefault="00E00D30" w:rsidP="00E00D30">
      <w:r>
        <w:t>671.7305</w:t>
      </w:r>
      <w:r>
        <w:tab/>
        <w:t>1.013e0</w:t>
      </w:r>
    </w:p>
    <w:p w:rsidR="00E00D30" w:rsidRDefault="00E00D30" w:rsidP="00E00D30">
      <w:r>
        <w:t>671.7593</w:t>
      </w:r>
      <w:r>
        <w:tab/>
        <w:t>1.013e0</w:t>
      </w:r>
    </w:p>
    <w:p w:rsidR="00E00D30" w:rsidRDefault="00E00D30" w:rsidP="00E00D30">
      <w:r>
        <w:t>671.8046</w:t>
      </w:r>
      <w:r>
        <w:tab/>
        <w:t>1.013e0</w:t>
      </w:r>
    </w:p>
    <w:p w:rsidR="00E00D30" w:rsidRDefault="00E00D30" w:rsidP="00E00D30">
      <w:r>
        <w:t>671.8278</w:t>
      </w:r>
      <w:r>
        <w:tab/>
        <w:t>1.013e0</w:t>
      </w:r>
    </w:p>
    <w:p w:rsidR="00E00D30" w:rsidRDefault="00E00D30" w:rsidP="00E00D30">
      <w:r>
        <w:t>671.8510</w:t>
      </w:r>
      <w:r>
        <w:tab/>
        <w:t>1.013e0</w:t>
      </w:r>
    </w:p>
    <w:p w:rsidR="00E00D30" w:rsidRDefault="00E00D30" w:rsidP="00E00D30">
      <w:r>
        <w:t>671.8909</w:t>
      </w:r>
      <w:r>
        <w:tab/>
        <w:t>2.025e0</w:t>
      </w:r>
    </w:p>
    <w:p w:rsidR="00E00D30" w:rsidRDefault="00E00D30" w:rsidP="00E00D30">
      <w:r>
        <w:t>671.8965</w:t>
      </w:r>
      <w:r>
        <w:tab/>
        <w:t>1.013e0</w:t>
      </w:r>
    </w:p>
    <w:p w:rsidR="00E00D30" w:rsidRDefault="00E00D30" w:rsidP="00E00D30">
      <w:r>
        <w:lastRenderedPageBreak/>
        <w:t>671.9203</w:t>
      </w:r>
      <w:r>
        <w:tab/>
        <w:t>1.013e0</w:t>
      </w:r>
    </w:p>
    <w:p w:rsidR="00E00D30" w:rsidRDefault="00E00D30" w:rsidP="00E00D30">
      <w:r>
        <w:t>671.9312</w:t>
      </w:r>
      <w:r>
        <w:tab/>
        <w:t>2.025e0</w:t>
      </w:r>
    </w:p>
    <w:p w:rsidR="00E00D30" w:rsidRDefault="00E00D30" w:rsidP="00E00D30">
      <w:r>
        <w:t>671.9774</w:t>
      </w:r>
      <w:r>
        <w:tab/>
        <w:t>1.013e0</w:t>
      </w:r>
    </w:p>
    <w:p w:rsidR="00E00D30" w:rsidRDefault="00E00D30" w:rsidP="00E00D30">
      <w:r>
        <w:t>671.9879</w:t>
      </w:r>
      <w:r>
        <w:tab/>
        <w:t>1.013e0</w:t>
      </w:r>
    </w:p>
    <w:p w:rsidR="00E00D30" w:rsidRDefault="00E00D30" w:rsidP="00E00D30">
      <w:r>
        <w:t>672.0240</w:t>
      </w:r>
      <w:r>
        <w:tab/>
        <w:t>1.013e0</w:t>
      </w:r>
    </w:p>
    <w:p w:rsidR="00E00D30" w:rsidRDefault="00E00D30" w:rsidP="00E00D30">
      <w:r>
        <w:t>672.0408</w:t>
      </w:r>
      <w:r>
        <w:tab/>
        <w:t>1.013e0</w:t>
      </w:r>
    </w:p>
    <w:p w:rsidR="00E00D30" w:rsidRDefault="00E00D30" w:rsidP="00E00D30">
      <w:r>
        <w:t>672.0589</w:t>
      </w:r>
      <w:r>
        <w:tab/>
        <w:t>2.025e0</w:t>
      </w:r>
    </w:p>
    <w:p w:rsidR="00E00D30" w:rsidRDefault="00E00D30" w:rsidP="00E00D30">
      <w:r>
        <w:t>672.0917</w:t>
      </w:r>
      <w:r>
        <w:tab/>
        <w:t>1.013e0</w:t>
      </w:r>
    </w:p>
    <w:p w:rsidR="00E00D30" w:rsidRDefault="00E00D30" w:rsidP="00E00D30">
      <w:r>
        <w:t>672.1138</w:t>
      </w:r>
      <w:r>
        <w:tab/>
        <w:t>1.013e0</w:t>
      </w:r>
    </w:p>
    <w:p w:rsidR="00E00D30" w:rsidRDefault="00E00D30" w:rsidP="00E00D30">
      <w:r>
        <w:t>672.1477</w:t>
      </w:r>
      <w:r>
        <w:tab/>
        <w:t>1.013e0</w:t>
      </w:r>
    </w:p>
    <w:p w:rsidR="00E00D30" w:rsidRDefault="00E00D30" w:rsidP="00E00D30">
      <w:r>
        <w:t>672.1718</w:t>
      </w:r>
      <w:r>
        <w:tab/>
        <w:t>1.013e0</w:t>
      </w:r>
    </w:p>
    <w:p w:rsidR="00E00D30" w:rsidRDefault="00E00D30" w:rsidP="00E00D30">
      <w:r>
        <w:t>672.1796</w:t>
      </w:r>
      <w:r>
        <w:tab/>
        <w:t>2.025e0</w:t>
      </w:r>
    </w:p>
    <w:p w:rsidR="00E00D30" w:rsidRDefault="00E00D30" w:rsidP="00E00D30">
      <w:r>
        <w:t>672.1993</w:t>
      </w:r>
      <w:r>
        <w:tab/>
        <w:t>2.025e0</w:t>
      </w:r>
    </w:p>
    <w:p w:rsidR="00E00D30" w:rsidRDefault="00E00D30" w:rsidP="00E00D30">
      <w:r>
        <w:t>672.2145</w:t>
      </w:r>
      <w:r>
        <w:tab/>
        <w:t>2.025e0</w:t>
      </w:r>
    </w:p>
    <w:p w:rsidR="00E00D30" w:rsidRDefault="00E00D30" w:rsidP="00E00D30">
      <w:r>
        <w:t>672.2278</w:t>
      </w:r>
      <w:r>
        <w:tab/>
        <w:t>1.013e0</w:t>
      </w:r>
    </w:p>
    <w:p w:rsidR="00E00D30" w:rsidRDefault="00E00D30" w:rsidP="00E00D30">
      <w:r>
        <w:t>672.2323</w:t>
      </w:r>
      <w:r>
        <w:tab/>
        <w:t>1.013e0</w:t>
      </w:r>
    </w:p>
    <w:p w:rsidR="00E00D30" w:rsidRDefault="00E00D30" w:rsidP="00E00D30">
      <w:r>
        <w:t>672.2404</w:t>
      </w:r>
      <w:r>
        <w:tab/>
        <w:t>1.013e0</w:t>
      </w:r>
    </w:p>
    <w:p w:rsidR="00E00D30" w:rsidRDefault="00E00D30" w:rsidP="00E00D30">
      <w:r>
        <w:t>672.2850</w:t>
      </w:r>
      <w:r>
        <w:tab/>
        <w:t>1.013e0</w:t>
      </w:r>
    </w:p>
    <w:p w:rsidR="00E00D30" w:rsidRDefault="00E00D30" w:rsidP="00E00D30">
      <w:r>
        <w:t>672.3082</w:t>
      </w:r>
      <w:r>
        <w:tab/>
        <w:t>1.013e0</w:t>
      </w:r>
    </w:p>
    <w:p w:rsidR="00E00D30" w:rsidRDefault="00E00D30" w:rsidP="00E00D30">
      <w:r>
        <w:lastRenderedPageBreak/>
        <w:t>672.3197</w:t>
      </w:r>
      <w:r>
        <w:tab/>
        <w:t>2.234e0</w:t>
      </w:r>
    </w:p>
    <w:p w:rsidR="00E00D30" w:rsidRDefault="00E00D30" w:rsidP="00E00D30">
      <w:r>
        <w:t>672.3358</w:t>
      </w:r>
      <w:r>
        <w:tab/>
        <w:t>1.013e0</w:t>
      </w:r>
    </w:p>
    <w:p w:rsidR="00E00D30" w:rsidRDefault="00E00D30" w:rsidP="00E00D30">
      <w:r>
        <w:t>672.3434</w:t>
      </w:r>
      <w:r>
        <w:tab/>
        <w:t>1.013e0</w:t>
      </w:r>
    </w:p>
    <w:p w:rsidR="00E00D30" w:rsidRDefault="00E00D30" w:rsidP="00E00D30">
      <w:r>
        <w:t>672.3661</w:t>
      </w:r>
      <w:r>
        <w:tab/>
        <w:t>2.025e0</w:t>
      </w:r>
    </w:p>
    <w:p w:rsidR="00E00D30" w:rsidRDefault="00E00D30" w:rsidP="00E00D30">
      <w:r>
        <w:t>672.3881</w:t>
      </w:r>
      <w:r>
        <w:tab/>
        <w:t>2.025e0</w:t>
      </w:r>
    </w:p>
    <w:p w:rsidR="00E00D30" w:rsidRDefault="00E00D30" w:rsidP="00E00D30">
      <w:r>
        <w:t>672.4054</w:t>
      </w:r>
      <w:r>
        <w:tab/>
        <w:t>1.013e0</w:t>
      </w:r>
    </w:p>
    <w:p w:rsidR="00E00D30" w:rsidRDefault="00E00D30" w:rsidP="00E00D30">
      <w:r>
        <w:t>672.4099</w:t>
      </w:r>
      <w:r>
        <w:tab/>
        <w:t>2.025e0</w:t>
      </w:r>
    </w:p>
    <w:p w:rsidR="00E00D30" w:rsidRDefault="00E00D30" w:rsidP="00E00D30">
      <w:r>
        <w:t>672.4448</w:t>
      </w:r>
      <w:r>
        <w:tab/>
        <w:t>2.025e0</w:t>
      </w:r>
    </w:p>
    <w:p w:rsidR="00E00D30" w:rsidRDefault="00E00D30" w:rsidP="00E00D30">
      <w:r>
        <w:t>672.4724</w:t>
      </w:r>
      <w:r>
        <w:tab/>
        <w:t>3.038e0</w:t>
      </w:r>
    </w:p>
    <w:p w:rsidR="00E00D30" w:rsidRDefault="00E00D30" w:rsidP="00E00D30">
      <w:r>
        <w:t>672.4924</w:t>
      </w:r>
      <w:r>
        <w:tab/>
        <w:t>5.063e0</w:t>
      </w:r>
    </w:p>
    <w:p w:rsidR="00E00D30" w:rsidRDefault="00E00D30" w:rsidP="00E00D30">
      <w:r>
        <w:t>672.5009</w:t>
      </w:r>
      <w:r>
        <w:tab/>
        <w:t>2.025e0</w:t>
      </w:r>
    </w:p>
    <w:p w:rsidR="00E00D30" w:rsidRDefault="00E00D30" w:rsidP="00E00D30">
      <w:r>
        <w:t>672.5096</w:t>
      </w:r>
      <w:r>
        <w:tab/>
        <w:t>5.063e0</w:t>
      </w:r>
    </w:p>
    <w:p w:rsidR="00E00D30" w:rsidRDefault="00E00D30" w:rsidP="00E00D30">
      <w:r>
        <w:t>672.5215</w:t>
      </w:r>
      <w:r>
        <w:tab/>
        <w:t>4.051e0</w:t>
      </w:r>
    </w:p>
    <w:p w:rsidR="00E00D30" w:rsidRDefault="00E00D30" w:rsidP="00E00D30">
      <w:r>
        <w:t>672.5246</w:t>
      </w:r>
      <w:r>
        <w:tab/>
        <w:t>3.038e0</w:t>
      </w:r>
    </w:p>
    <w:p w:rsidR="00E00D30" w:rsidRDefault="00E00D30" w:rsidP="00E00D30">
      <w:r>
        <w:t>672.5314</w:t>
      </w:r>
      <w:r>
        <w:tab/>
        <w:t>3.038e0</w:t>
      </w:r>
    </w:p>
    <w:p w:rsidR="00E00D30" w:rsidRDefault="00E00D30" w:rsidP="00E00D30">
      <w:r>
        <w:t>672.5483</w:t>
      </w:r>
      <w:r>
        <w:tab/>
        <w:t>2.025e0</w:t>
      </w:r>
    </w:p>
    <w:p w:rsidR="00E00D30" w:rsidRDefault="00E00D30" w:rsidP="00E00D30">
      <w:r>
        <w:t>672.5596</w:t>
      </w:r>
      <w:r>
        <w:tab/>
        <w:t>1.013e0</w:t>
      </w:r>
    </w:p>
    <w:p w:rsidR="00E00D30" w:rsidRDefault="00E00D30" w:rsidP="00E00D30">
      <w:r>
        <w:t>672.5853</w:t>
      </w:r>
      <w:r>
        <w:tab/>
        <w:t>2.941e0</w:t>
      </w:r>
    </w:p>
    <w:p w:rsidR="00E00D30" w:rsidRDefault="00E00D30" w:rsidP="00E00D30">
      <w:r>
        <w:t>672.6127</w:t>
      </w:r>
      <w:r>
        <w:tab/>
        <w:t>1.013e0</w:t>
      </w:r>
    </w:p>
    <w:p w:rsidR="00E00D30" w:rsidRDefault="00E00D30" w:rsidP="00E00D30">
      <w:r>
        <w:lastRenderedPageBreak/>
        <w:t>672.7002</w:t>
      </w:r>
      <w:r>
        <w:tab/>
        <w:t>1.013e0</w:t>
      </w:r>
    </w:p>
    <w:p w:rsidR="00E00D30" w:rsidRDefault="00E00D30" w:rsidP="00E00D30">
      <w:r>
        <w:t>672.7344</w:t>
      </w:r>
      <w:r>
        <w:tab/>
        <w:t>1.013e0</w:t>
      </w:r>
    </w:p>
    <w:p w:rsidR="00E00D30" w:rsidRDefault="00E00D30" w:rsidP="00E00D30">
      <w:r>
        <w:t>672.7432</w:t>
      </w:r>
      <w:r>
        <w:tab/>
        <w:t>1.013e0</w:t>
      </w:r>
    </w:p>
    <w:p w:rsidR="00E00D30" w:rsidRDefault="00E00D30" w:rsidP="00E00D30">
      <w:r>
        <w:t>672.7524</w:t>
      </w:r>
      <w:r>
        <w:tab/>
        <w:t>1.013e0</w:t>
      </w:r>
    </w:p>
    <w:p w:rsidR="00E00D30" w:rsidRDefault="00E00D30" w:rsidP="00E00D30">
      <w:r>
        <w:t>672.7546</w:t>
      </w:r>
      <w:r>
        <w:tab/>
        <w:t>1.013e0</w:t>
      </w:r>
    </w:p>
    <w:p w:rsidR="00E00D30" w:rsidRDefault="00E00D30" w:rsidP="00E00D30">
      <w:r>
        <w:t>672.7661</w:t>
      </w:r>
      <w:r>
        <w:tab/>
        <w:t>1.013e0</w:t>
      </w:r>
    </w:p>
    <w:p w:rsidR="00E00D30" w:rsidRDefault="00E00D30" w:rsidP="00E00D30">
      <w:r>
        <w:t>672.7783</w:t>
      </w:r>
      <w:r>
        <w:tab/>
        <w:t>1.013e0</w:t>
      </w:r>
    </w:p>
    <w:p w:rsidR="00E00D30" w:rsidRDefault="00E00D30" w:rsidP="00E00D30">
      <w:r>
        <w:t>672.8212</w:t>
      </w:r>
      <w:r>
        <w:tab/>
        <w:t>4.051e0</w:t>
      </w:r>
    </w:p>
    <w:p w:rsidR="00E00D30" w:rsidRDefault="00E00D30" w:rsidP="00E00D30">
      <w:r>
        <w:t>672.8254</w:t>
      </w:r>
      <w:r>
        <w:tab/>
        <w:t>4.051e0</w:t>
      </w:r>
    </w:p>
    <w:p w:rsidR="00E00D30" w:rsidRDefault="00E00D30" w:rsidP="00E00D30">
      <w:r>
        <w:t>672.8462</w:t>
      </w:r>
      <w:r>
        <w:tab/>
        <w:t>1.013e0</w:t>
      </w:r>
    </w:p>
    <w:p w:rsidR="00E00D30" w:rsidRDefault="00E00D30" w:rsidP="00E00D30">
      <w:r>
        <w:t>672.8734</w:t>
      </w:r>
      <w:r>
        <w:tab/>
        <w:t>1.013e0</w:t>
      </w:r>
    </w:p>
    <w:p w:rsidR="00E00D30" w:rsidRDefault="00E00D30" w:rsidP="00E00D30">
      <w:r>
        <w:t>672.9080</w:t>
      </w:r>
      <w:r>
        <w:tab/>
        <w:t>1.013e0</w:t>
      </w:r>
    </w:p>
    <w:p w:rsidR="00E00D30" w:rsidRDefault="00E00D30" w:rsidP="00E00D30">
      <w:r>
        <w:t>672.9260</w:t>
      </w:r>
      <w:r>
        <w:tab/>
        <w:t>1.013e0</w:t>
      </w:r>
    </w:p>
    <w:p w:rsidR="00E00D30" w:rsidRDefault="00E00D30" w:rsidP="00E00D30">
      <w:r>
        <w:t>672.9385</w:t>
      </w:r>
      <w:r>
        <w:tab/>
        <w:t>2.025e0</w:t>
      </w:r>
    </w:p>
    <w:p w:rsidR="00E00D30" w:rsidRDefault="00E00D30" w:rsidP="00E00D30">
      <w:r>
        <w:t>672.9422</w:t>
      </w:r>
      <w:r>
        <w:tab/>
        <w:t>1.013e0</w:t>
      </w:r>
    </w:p>
    <w:p w:rsidR="00E00D30" w:rsidRDefault="00E00D30" w:rsidP="00E00D30">
      <w:r>
        <w:t>672.9575</w:t>
      </w:r>
      <w:r>
        <w:tab/>
        <w:t>3.038e0</w:t>
      </w:r>
    </w:p>
    <w:p w:rsidR="00E00D30" w:rsidRDefault="00E00D30" w:rsidP="00E00D30">
      <w:r>
        <w:t>672.9779</w:t>
      </w:r>
      <w:r>
        <w:tab/>
        <w:t>2.025e0</w:t>
      </w:r>
    </w:p>
    <w:p w:rsidR="00E00D30" w:rsidRDefault="00E00D30" w:rsidP="00E00D30">
      <w:r>
        <w:t>672.9941</w:t>
      </w:r>
      <w:r>
        <w:tab/>
        <w:t>2.025e0</w:t>
      </w:r>
    </w:p>
    <w:p w:rsidR="00E00D30" w:rsidRDefault="00E00D30" w:rsidP="00E00D30">
      <w:r>
        <w:t>673.0065</w:t>
      </w:r>
      <w:r>
        <w:tab/>
        <w:t>1.013e0</w:t>
      </w:r>
    </w:p>
    <w:p w:rsidR="00E00D30" w:rsidRDefault="00E00D30" w:rsidP="00E00D30">
      <w:r>
        <w:lastRenderedPageBreak/>
        <w:t>673.0472</w:t>
      </w:r>
      <w:r>
        <w:tab/>
        <w:t>1.013e0</w:t>
      </w:r>
    </w:p>
    <w:p w:rsidR="00E00D30" w:rsidRDefault="00E00D30" w:rsidP="00E00D30">
      <w:r>
        <w:t>673.0926</w:t>
      </w:r>
      <w:r>
        <w:tab/>
        <w:t>2.025e0</w:t>
      </w:r>
    </w:p>
    <w:p w:rsidR="00E00D30" w:rsidRDefault="00E00D30" w:rsidP="00E00D30">
      <w:r>
        <w:t>673.0990</w:t>
      </w:r>
      <w:r>
        <w:tab/>
        <w:t>1.013e0</w:t>
      </w:r>
    </w:p>
    <w:p w:rsidR="00E00D30" w:rsidRDefault="00E00D30" w:rsidP="00E00D30">
      <w:r>
        <w:t>673.1554</w:t>
      </w:r>
      <w:r>
        <w:tab/>
        <w:t>1.013e0</w:t>
      </w:r>
    </w:p>
    <w:p w:rsidR="00E00D30" w:rsidRDefault="00E00D30" w:rsidP="00E00D30">
      <w:r>
        <w:t>673.1721</w:t>
      </w:r>
      <w:r>
        <w:tab/>
        <w:t>3.038e0</w:t>
      </w:r>
    </w:p>
    <w:p w:rsidR="00E00D30" w:rsidRDefault="00E00D30" w:rsidP="00E00D30">
      <w:r>
        <w:t>673.2356</w:t>
      </w:r>
      <w:r>
        <w:tab/>
        <w:t>1.013e0</w:t>
      </w:r>
    </w:p>
    <w:p w:rsidR="00E00D30" w:rsidRDefault="00E00D30" w:rsidP="00E00D30">
      <w:r>
        <w:t>673.2715</w:t>
      </w:r>
      <w:r>
        <w:tab/>
        <w:t>2.025e0</w:t>
      </w:r>
    </w:p>
    <w:p w:rsidR="00E00D30" w:rsidRDefault="00E00D30" w:rsidP="00E00D30">
      <w:r>
        <w:t>673.2922</w:t>
      </w:r>
      <w:r>
        <w:tab/>
        <w:t>2.025e0</w:t>
      </w:r>
    </w:p>
    <w:p w:rsidR="00E00D30" w:rsidRDefault="00E00D30" w:rsidP="00E00D30">
      <w:r>
        <w:t>673.3040</w:t>
      </w:r>
      <w:r>
        <w:tab/>
        <w:t>1.013e0</w:t>
      </w:r>
    </w:p>
    <w:p w:rsidR="00E00D30" w:rsidRDefault="00E00D30" w:rsidP="00E00D30">
      <w:r>
        <w:t>673.3052</w:t>
      </w:r>
      <w:r>
        <w:tab/>
        <w:t>1.013e0</w:t>
      </w:r>
    </w:p>
    <w:p w:rsidR="00E00D30" w:rsidRDefault="00E00D30" w:rsidP="00E00D30">
      <w:r>
        <w:t>673.3842</w:t>
      </w:r>
      <w:r>
        <w:tab/>
        <w:t>1.013e0</w:t>
      </w:r>
    </w:p>
    <w:p w:rsidR="00E00D30" w:rsidRDefault="00E00D30" w:rsidP="00E00D30">
      <w:r>
        <w:t>673.3856</w:t>
      </w:r>
      <w:r>
        <w:tab/>
        <w:t>3.038e0</w:t>
      </w:r>
    </w:p>
    <w:p w:rsidR="00E00D30" w:rsidRDefault="00E00D30" w:rsidP="00E00D30">
      <w:r>
        <w:t>673.3950</w:t>
      </w:r>
      <w:r>
        <w:tab/>
        <w:t>2.025e0</w:t>
      </w:r>
    </w:p>
    <w:p w:rsidR="00E00D30" w:rsidRDefault="00E00D30" w:rsidP="00E00D30">
      <w:r>
        <w:t>673.4087</w:t>
      </w:r>
      <w:r>
        <w:tab/>
        <w:t>2.025e0</w:t>
      </w:r>
    </w:p>
    <w:p w:rsidR="00E00D30" w:rsidRDefault="00E00D30" w:rsidP="00E00D30">
      <w:r>
        <w:t>673.4296</w:t>
      </w:r>
      <w:r>
        <w:tab/>
        <w:t>4.051e0</w:t>
      </w:r>
    </w:p>
    <w:p w:rsidR="00E00D30" w:rsidRDefault="00E00D30" w:rsidP="00E00D30">
      <w:r>
        <w:t>673.4531</w:t>
      </w:r>
      <w:r>
        <w:tab/>
        <w:t>2.025e0</w:t>
      </w:r>
    </w:p>
    <w:p w:rsidR="00E00D30" w:rsidRDefault="00E00D30" w:rsidP="00E00D30">
      <w:r>
        <w:t>673.4771</w:t>
      </w:r>
      <w:r>
        <w:tab/>
        <w:t>1.013e0</w:t>
      </w:r>
    </w:p>
    <w:p w:rsidR="00E00D30" w:rsidRDefault="00E00D30" w:rsidP="00E00D30">
      <w:r>
        <w:t>673.4965</w:t>
      </w:r>
      <w:r>
        <w:tab/>
        <w:t>1.013e0</w:t>
      </w:r>
    </w:p>
    <w:p w:rsidR="00E00D30" w:rsidRDefault="00E00D30" w:rsidP="00E00D30">
      <w:r>
        <w:t>673.4988</w:t>
      </w:r>
      <w:r>
        <w:tab/>
        <w:t>1.013e0</w:t>
      </w:r>
    </w:p>
    <w:p w:rsidR="00E00D30" w:rsidRDefault="00E00D30" w:rsidP="00E00D30">
      <w:r>
        <w:lastRenderedPageBreak/>
        <w:t>673.5000</w:t>
      </w:r>
      <w:r>
        <w:tab/>
        <w:t>2.025e0</w:t>
      </w:r>
    </w:p>
    <w:p w:rsidR="00E00D30" w:rsidRDefault="00E00D30" w:rsidP="00E00D30">
      <w:r>
        <w:t>673.5162</w:t>
      </w:r>
      <w:r>
        <w:tab/>
        <w:t>2.025e0</w:t>
      </w:r>
    </w:p>
    <w:p w:rsidR="00E00D30" w:rsidRDefault="00E00D30" w:rsidP="00E00D30">
      <w:r>
        <w:t>673.5561</w:t>
      </w:r>
      <w:r>
        <w:tab/>
        <w:t>1.013e0</w:t>
      </w:r>
    </w:p>
    <w:p w:rsidR="00E00D30" w:rsidRDefault="00E00D30" w:rsidP="00E00D30">
      <w:r>
        <w:t>673.5612</w:t>
      </w:r>
      <w:r>
        <w:tab/>
        <w:t>4.051e0</w:t>
      </w:r>
    </w:p>
    <w:p w:rsidR="00E00D30" w:rsidRDefault="00E00D30" w:rsidP="00E00D30">
      <w:r>
        <w:t>673.5658</w:t>
      </w:r>
      <w:r>
        <w:tab/>
        <w:t>1.013e0</w:t>
      </w:r>
    </w:p>
    <w:p w:rsidR="00E00D30" w:rsidRDefault="00E00D30" w:rsidP="00E00D30">
      <w:r>
        <w:t>673.5836</w:t>
      </w:r>
      <w:r>
        <w:tab/>
        <w:t>1.013e0</w:t>
      </w:r>
    </w:p>
    <w:p w:rsidR="00E00D30" w:rsidRDefault="00E00D30" w:rsidP="00E00D30">
      <w:r>
        <w:t>673.6351</w:t>
      </w:r>
      <w:r>
        <w:tab/>
        <w:t>1.013e0</w:t>
      </w:r>
    </w:p>
    <w:p w:rsidR="00E00D30" w:rsidRDefault="00E00D30" w:rsidP="00E00D30">
      <w:r>
        <w:t>673.6364</w:t>
      </w:r>
      <w:r>
        <w:tab/>
        <w:t>1.013e0</w:t>
      </w:r>
    </w:p>
    <w:p w:rsidR="00E00D30" w:rsidRDefault="00E00D30" w:rsidP="00E00D30">
      <w:r>
        <w:t>673.6606</w:t>
      </w:r>
      <w:r>
        <w:tab/>
        <w:t>2.025e0</w:t>
      </w:r>
    </w:p>
    <w:p w:rsidR="00E00D30" w:rsidRDefault="00E00D30" w:rsidP="00E00D30">
      <w:r>
        <w:t>673.7399</w:t>
      </w:r>
      <w:r>
        <w:tab/>
        <w:t>1.013e0</w:t>
      </w:r>
    </w:p>
    <w:p w:rsidR="00E00D30" w:rsidRDefault="00E00D30" w:rsidP="00E00D30">
      <w:r>
        <w:t>673.7510</w:t>
      </w:r>
      <w:r>
        <w:tab/>
        <w:t>1.013e0</w:t>
      </w:r>
    </w:p>
    <w:p w:rsidR="00E00D30" w:rsidRDefault="00E00D30" w:rsidP="00E00D30">
      <w:r>
        <w:t>673.7857</w:t>
      </w:r>
      <w:r>
        <w:tab/>
        <w:t>1.013e0</w:t>
      </w:r>
    </w:p>
    <w:p w:rsidR="00E00D30" w:rsidRDefault="00E00D30" w:rsidP="00E00D30">
      <w:r>
        <w:t>673.7913</w:t>
      </w:r>
      <w:r>
        <w:tab/>
        <w:t>1.013e0</w:t>
      </w:r>
    </w:p>
    <w:p w:rsidR="00E00D30" w:rsidRDefault="00E00D30" w:rsidP="00E00D30">
      <w:r>
        <w:t>673.8255</w:t>
      </w:r>
      <w:r>
        <w:tab/>
        <w:t>4.051e0</w:t>
      </w:r>
    </w:p>
    <w:p w:rsidR="00E00D30" w:rsidRDefault="00E00D30" w:rsidP="00E00D30">
      <w:r>
        <w:t>673.8613</w:t>
      </w:r>
      <w:r>
        <w:tab/>
        <w:t>2.025e0</w:t>
      </w:r>
    </w:p>
    <w:p w:rsidR="00E00D30" w:rsidRDefault="00E00D30" w:rsidP="00E00D30">
      <w:r>
        <w:t>673.8692</w:t>
      </w:r>
      <w:r>
        <w:tab/>
        <w:t>2.025e0</w:t>
      </w:r>
    </w:p>
    <w:p w:rsidR="00E00D30" w:rsidRDefault="00E00D30" w:rsidP="00E00D30">
      <w:r>
        <w:t>673.8779</w:t>
      </w:r>
      <w:r>
        <w:tab/>
        <w:t>1.013e0</w:t>
      </w:r>
    </w:p>
    <w:p w:rsidR="00E00D30" w:rsidRDefault="00E00D30" w:rsidP="00E00D30">
      <w:r>
        <w:t>673.8947</w:t>
      </w:r>
      <w:r>
        <w:tab/>
        <w:t>1.013e0</w:t>
      </w:r>
    </w:p>
    <w:p w:rsidR="00E00D30" w:rsidRDefault="00E00D30" w:rsidP="00E00D30">
      <w:r>
        <w:t>673.9135</w:t>
      </w:r>
      <w:r>
        <w:tab/>
        <w:t>1.013e0</w:t>
      </w:r>
    </w:p>
    <w:p w:rsidR="00E00D30" w:rsidRDefault="00E00D30" w:rsidP="00E00D30">
      <w:r>
        <w:lastRenderedPageBreak/>
        <w:t>673.9828</w:t>
      </w:r>
      <w:r>
        <w:tab/>
        <w:t>1.013e0</w:t>
      </w:r>
    </w:p>
    <w:p w:rsidR="00E00D30" w:rsidRDefault="00E00D30" w:rsidP="00E00D30">
      <w:r>
        <w:t>673.9985</w:t>
      </w:r>
      <w:r>
        <w:tab/>
        <w:t>1.013e0</w:t>
      </w:r>
    </w:p>
    <w:p w:rsidR="00E00D30" w:rsidRDefault="00E00D30" w:rsidP="00E00D30">
      <w:r>
        <w:t>674.1183</w:t>
      </w:r>
      <w:r>
        <w:tab/>
        <w:t>1.013e0</w:t>
      </w:r>
    </w:p>
    <w:p w:rsidR="00E00D30" w:rsidRDefault="00E00D30" w:rsidP="00E00D30">
      <w:r>
        <w:t>674.1202</w:t>
      </w:r>
      <w:r>
        <w:tab/>
        <w:t>1.013e0</w:t>
      </w:r>
    </w:p>
    <w:p w:rsidR="00E00D30" w:rsidRDefault="00E00D30" w:rsidP="00E00D30">
      <w:r>
        <w:t>674.1552</w:t>
      </w:r>
      <w:r>
        <w:tab/>
        <w:t>1.013e0</w:t>
      </w:r>
    </w:p>
    <w:p w:rsidR="00E00D30" w:rsidRDefault="00E00D30" w:rsidP="00E00D30">
      <w:r>
        <w:t>674.1642</w:t>
      </w:r>
      <w:r>
        <w:tab/>
        <w:t>1.013e0</w:t>
      </w:r>
    </w:p>
    <w:p w:rsidR="00E00D30" w:rsidRDefault="00E00D30" w:rsidP="00E00D30">
      <w:r>
        <w:t>674.1879</w:t>
      </w:r>
      <w:r>
        <w:tab/>
        <w:t>1.013e0</w:t>
      </w:r>
    </w:p>
    <w:p w:rsidR="00E00D30" w:rsidRDefault="00E00D30" w:rsidP="00E00D30">
      <w:r>
        <w:t>674.1984</w:t>
      </w:r>
      <w:r>
        <w:tab/>
        <w:t>2.025e0</w:t>
      </w:r>
    </w:p>
    <w:p w:rsidR="00E00D30" w:rsidRDefault="00E00D30" w:rsidP="00E00D30">
      <w:r>
        <w:t>674.2101</w:t>
      </w:r>
      <w:r>
        <w:tab/>
        <w:t>1.013e0</w:t>
      </w:r>
    </w:p>
    <w:p w:rsidR="00E00D30" w:rsidRDefault="00E00D30" w:rsidP="00E00D30">
      <w:r>
        <w:t>674.2212</w:t>
      </w:r>
      <w:r>
        <w:tab/>
        <w:t>1.013e0</w:t>
      </w:r>
    </w:p>
    <w:p w:rsidR="00E00D30" w:rsidRDefault="00E00D30" w:rsidP="00E00D30">
      <w:r>
        <w:t>674.2241</w:t>
      </w:r>
      <w:r>
        <w:tab/>
        <w:t>1.013e0</w:t>
      </w:r>
    </w:p>
    <w:p w:rsidR="00E00D30" w:rsidRDefault="00E00D30" w:rsidP="00E00D30">
      <w:r>
        <w:t>674.2421</w:t>
      </w:r>
      <w:r>
        <w:tab/>
        <w:t>1.013e0</w:t>
      </w:r>
    </w:p>
    <w:p w:rsidR="00E00D30" w:rsidRDefault="00E00D30" w:rsidP="00E00D30">
      <w:r>
        <w:t>674.2582</w:t>
      </w:r>
      <w:r>
        <w:tab/>
        <w:t>2.025e0</w:t>
      </w:r>
    </w:p>
    <w:p w:rsidR="00E00D30" w:rsidRDefault="00E00D30" w:rsidP="00E00D30">
      <w:r>
        <w:t>674.3015</w:t>
      </w:r>
      <w:r>
        <w:tab/>
        <w:t>1.013e0</w:t>
      </w:r>
    </w:p>
    <w:p w:rsidR="00E00D30" w:rsidRDefault="00E00D30" w:rsidP="00E00D30">
      <w:r>
        <w:t>674.3350</w:t>
      </w:r>
      <w:r>
        <w:tab/>
        <w:t>4.051e0</w:t>
      </w:r>
    </w:p>
    <w:p w:rsidR="00E00D30" w:rsidRDefault="00E00D30" w:rsidP="00E00D30">
      <w:r>
        <w:t>674.3460</w:t>
      </w:r>
      <w:r>
        <w:tab/>
        <w:t>1.013e0</w:t>
      </w:r>
    </w:p>
    <w:p w:rsidR="00E00D30" w:rsidRDefault="00E00D30" w:rsidP="00E00D30">
      <w:r>
        <w:t>674.3600</w:t>
      </w:r>
      <w:r>
        <w:tab/>
        <w:t>1.013e0</w:t>
      </w:r>
    </w:p>
    <w:p w:rsidR="00E00D30" w:rsidRDefault="00E00D30" w:rsidP="00E00D30">
      <w:r>
        <w:t>674.3778</w:t>
      </w:r>
      <w:r>
        <w:tab/>
        <w:t>4.051e0</w:t>
      </w:r>
    </w:p>
    <w:p w:rsidR="00E00D30" w:rsidRDefault="00E00D30" w:rsidP="00E00D30">
      <w:r>
        <w:t>674.3818</w:t>
      </w:r>
      <w:r>
        <w:tab/>
        <w:t>1.013e0</w:t>
      </w:r>
    </w:p>
    <w:p w:rsidR="00E00D30" w:rsidRDefault="00E00D30" w:rsidP="00E00D30">
      <w:r>
        <w:lastRenderedPageBreak/>
        <w:t>674.3973</w:t>
      </w:r>
      <w:r>
        <w:tab/>
        <w:t>1.013e0</w:t>
      </w:r>
    </w:p>
    <w:p w:rsidR="00E00D30" w:rsidRDefault="00E00D30" w:rsidP="00E00D30">
      <w:r>
        <w:t>674.4144</w:t>
      </w:r>
      <w:r>
        <w:tab/>
        <w:t>1.013e0</w:t>
      </w:r>
    </w:p>
    <w:p w:rsidR="00E00D30" w:rsidRDefault="00E00D30" w:rsidP="00E00D30">
      <w:r>
        <w:t>674.4450</w:t>
      </w:r>
      <w:r>
        <w:tab/>
        <w:t>2.025e0</w:t>
      </w:r>
    </w:p>
    <w:p w:rsidR="00E00D30" w:rsidRDefault="00E00D30" w:rsidP="00E00D30">
      <w:r>
        <w:t>674.4625</w:t>
      </w:r>
      <w:r>
        <w:tab/>
        <w:t>1.013e0</w:t>
      </w:r>
    </w:p>
    <w:p w:rsidR="00E00D30" w:rsidRDefault="00E00D30" w:rsidP="00E00D30">
      <w:r>
        <w:t>674.4677</w:t>
      </w:r>
      <w:r>
        <w:tab/>
        <w:t>1.013e0</w:t>
      </w:r>
    </w:p>
    <w:p w:rsidR="00E00D30" w:rsidRDefault="00E00D30" w:rsidP="00E00D30">
      <w:r>
        <w:t>674.5145</w:t>
      </w:r>
      <w:r>
        <w:tab/>
        <w:t>6.076e0</w:t>
      </w:r>
    </w:p>
    <w:p w:rsidR="00E00D30" w:rsidRDefault="00E00D30" w:rsidP="00E00D30">
      <w:r>
        <w:t>674.5184</w:t>
      </w:r>
      <w:r>
        <w:tab/>
        <w:t>2.025e0</w:t>
      </w:r>
    </w:p>
    <w:p w:rsidR="00E00D30" w:rsidRDefault="00E00D30" w:rsidP="00E00D30">
      <w:r>
        <w:t>674.5436</w:t>
      </w:r>
      <w:r>
        <w:tab/>
        <w:t>1.013e0</w:t>
      </w:r>
    </w:p>
    <w:p w:rsidR="00E00D30" w:rsidRDefault="00E00D30" w:rsidP="00E00D30">
      <w:r>
        <w:t>674.5658</w:t>
      </w:r>
      <w:r>
        <w:tab/>
        <w:t>1.013e0</w:t>
      </w:r>
    </w:p>
    <w:p w:rsidR="00E00D30" w:rsidRDefault="00E00D30" w:rsidP="00E00D30">
      <w:r>
        <w:t>674.5773</w:t>
      </w:r>
      <w:r>
        <w:tab/>
        <w:t>1.013e0</w:t>
      </w:r>
    </w:p>
    <w:p w:rsidR="00E00D30" w:rsidRDefault="00E00D30" w:rsidP="00E00D30">
      <w:r>
        <w:t>674.6220</w:t>
      </w:r>
      <w:r>
        <w:tab/>
        <w:t>1.013e0</w:t>
      </w:r>
    </w:p>
    <w:p w:rsidR="00E00D30" w:rsidRDefault="00E00D30" w:rsidP="00E00D30">
      <w:r>
        <w:t>674.6346</w:t>
      </w:r>
      <w:r>
        <w:tab/>
        <w:t>2.025e0</w:t>
      </w:r>
    </w:p>
    <w:p w:rsidR="00E00D30" w:rsidRDefault="00E00D30" w:rsidP="00E00D30">
      <w:r>
        <w:t>674.6396</w:t>
      </w:r>
      <w:r>
        <w:tab/>
        <w:t>1.013e0</w:t>
      </w:r>
    </w:p>
    <w:p w:rsidR="00E00D30" w:rsidRDefault="00E00D30" w:rsidP="00E00D30">
      <w:r>
        <w:t>674.6814</w:t>
      </w:r>
      <w:r>
        <w:tab/>
        <w:t>1.013e0</w:t>
      </w:r>
    </w:p>
    <w:p w:rsidR="00E00D30" w:rsidRDefault="00E00D30" w:rsidP="00E00D30">
      <w:r>
        <w:t>674.7264</w:t>
      </w:r>
      <w:r>
        <w:tab/>
        <w:t>3.038e0</w:t>
      </w:r>
    </w:p>
    <w:p w:rsidR="00E00D30" w:rsidRDefault="00E00D30" w:rsidP="00E00D30">
      <w:r>
        <w:t>674.7376</w:t>
      </w:r>
      <w:r>
        <w:tab/>
        <w:t>1.013e0</w:t>
      </w:r>
    </w:p>
    <w:p w:rsidR="00E00D30" w:rsidRDefault="00E00D30" w:rsidP="00E00D30">
      <w:r>
        <w:t>674.7609</w:t>
      </w:r>
      <w:r>
        <w:tab/>
        <w:t>2.025e0</w:t>
      </w:r>
    </w:p>
    <w:p w:rsidR="00E00D30" w:rsidRDefault="00E00D30" w:rsidP="00E00D30">
      <w:r>
        <w:t>674.8129</w:t>
      </w:r>
      <w:r>
        <w:tab/>
        <w:t>1.013e0</w:t>
      </w:r>
    </w:p>
    <w:p w:rsidR="00E00D30" w:rsidRDefault="00E00D30" w:rsidP="00E00D30">
      <w:r>
        <w:t>674.8484</w:t>
      </w:r>
      <w:r>
        <w:tab/>
        <w:t>1.013e0</w:t>
      </w:r>
    </w:p>
    <w:p w:rsidR="00E00D30" w:rsidRDefault="00E00D30" w:rsidP="00E00D30">
      <w:r>
        <w:lastRenderedPageBreak/>
        <w:t>674.8639</w:t>
      </w:r>
      <w:r>
        <w:tab/>
        <w:t>1.013e0</w:t>
      </w:r>
    </w:p>
    <w:p w:rsidR="00E00D30" w:rsidRDefault="00E00D30" w:rsidP="00E00D30">
      <w:r>
        <w:t>674.9344</w:t>
      </w:r>
      <w:r>
        <w:tab/>
        <w:t>1.013e0</w:t>
      </w:r>
    </w:p>
    <w:p w:rsidR="00E00D30" w:rsidRDefault="00E00D30" w:rsidP="00E00D30">
      <w:r>
        <w:t>674.9673</w:t>
      </w:r>
      <w:r>
        <w:tab/>
        <w:t>1.013e0</w:t>
      </w:r>
    </w:p>
    <w:p w:rsidR="00E00D30" w:rsidRDefault="00E00D30" w:rsidP="00E00D30">
      <w:r>
        <w:t>675.0037</w:t>
      </w:r>
      <w:r>
        <w:tab/>
        <w:t>2.025e0</w:t>
      </w:r>
    </w:p>
    <w:p w:rsidR="00E00D30" w:rsidRDefault="00E00D30" w:rsidP="00E00D30">
      <w:r>
        <w:t>675.0168</w:t>
      </w:r>
      <w:r>
        <w:tab/>
        <w:t>2.025e0</w:t>
      </w:r>
    </w:p>
    <w:p w:rsidR="00E00D30" w:rsidRDefault="00E00D30" w:rsidP="00E00D30">
      <w:r>
        <w:t>675.0552</w:t>
      </w:r>
      <w:r>
        <w:tab/>
        <w:t>1.013e0</w:t>
      </w:r>
    </w:p>
    <w:p w:rsidR="00E00D30" w:rsidRDefault="00E00D30" w:rsidP="00E00D30">
      <w:r>
        <w:t>675.0940</w:t>
      </w:r>
      <w:r>
        <w:tab/>
        <w:t>1.013e0</w:t>
      </w:r>
    </w:p>
    <w:p w:rsidR="00E00D30" w:rsidRDefault="00E00D30" w:rsidP="00E00D30">
      <w:r>
        <w:t>675.0980</w:t>
      </w:r>
      <w:r>
        <w:tab/>
        <w:t>2.025e0</w:t>
      </w:r>
    </w:p>
    <w:p w:rsidR="00E00D30" w:rsidRDefault="00E00D30" w:rsidP="00E00D30">
      <w:r>
        <w:t>675.1252</w:t>
      </w:r>
      <w:r>
        <w:tab/>
        <w:t>1.013e0</w:t>
      </w:r>
    </w:p>
    <w:p w:rsidR="00E00D30" w:rsidRDefault="00E00D30" w:rsidP="00E00D30">
      <w:r>
        <w:t>675.1281</w:t>
      </w:r>
      <w:r>
        <w:tab/>
        <w:t>1.013e0</w:t>
      </w:r>
    </w:p>
    <w:p w:rsidR="00E00D30" w:rsidRDefault="00E00D30" w:rsidP="00E00D30">
      <w:r>
        <w:t>675.1744</w:t>
      </w:r>
      <w:r>
        <w:tab/>
        <w:t>1.013e0</w:t>
      </w:r>
    </w:p>
    <w:p w:rsidR="00E00D30" w:rsidRDefault="00E00D30" w:rsidP="00E00D30">
      <w:r>
        <w:t>675.1769</w:t>
      </w:r>
      <w:r>
        <w:tab/>
        <w:t>1.013e0</w:t>
      </w:r>
    </w:p>
    <w:p w:rsidR="00E00D30" w:rsidRDefault="00E00D30" w:rsidP="00E00D30">
      <w:r>
        <w:t>675.1934</w:t>
      </w:r>
      <w:r>
        <w:tab/>
        <w:t>3.038e0</w:t>
      </w:r>
    </w:p>
    <w:p w:rsidR="00E00D30" w:rsidRDefault="00E00D30" w:rsidP="00E00D30">
      <w:r>
        <w:t>675.2037</w:t>
      </w:r>
      <w:r>
        <w:tab/>
        <w:t>2.025e0</w:t>
      </w:r>
    </w:p>
    <w:p w:rsidR="00E00D30" w:rsidRDefault="00E00D30" w:rsidP="00E00D30">
      <w:r>
        <w:t>675.2889</w:t>
      </w:r>
      <w:r>
        <w:tab/>
        <w:t>1.013e0</w:t>
      </w:r>
    </w:p>
    <w:p w:rsidR="00E00D30" w:rsidRDefault="00E00D30" w:rsidP="00E00D30">
      <w:r>
        <w:t>675.3007</w:t>
      </w:r>
      <w:r>
        <w:tab/>
        <w:t>1.013e0</w:t>
      </w:r>
    </w:p>
    <w:p w:rsidR="00E00D30" w:rsidRDefault="00E00D30" w:rsidP="00E00D30">
      <w:r>
        <w:t>675.3237</w:t>
      </w:r>
      <w:r>
        <w:tab/>
        <w:t>1.013e0</w:t>
      </w:r>
    </w:p>
    <w:p w:rsidR="00E00D30" w:rsidRDefault="00E00D30" w:rsidP="00E00D30">
      <w:r>
        <w:t>675.3755</w:t>
      </w:r>
      <w:r>
        <w:tab/>
        <w:t>2.034e0</w:t>
      </w:r>
    </w:p>
    <w:p w:rsidR="00E00D30" w:rsidRDefault="00E00D30" w:rsidP="00E00D30">
      <w:r>
        <w:t>675.3843</w:t>
      </w:r>
      <w:r>
        <w:tab/>
        <w:t>1.013e0</w:t>
      </w:r>
    </w:p>
    <w:p w:rsidR="00E00D30" w:rsidRDefault="00E00D30" w:rsidP="00E00D30">
      <w:r>
        <w:lastRenderedPageBreak/>
        <w:t>675.4038</w:t>
      </w:r>
      <w:r>
        <w:tab/>
        <w:t>1.013e0</w:t>
      </w:r>
    </w:p>
    <w:p w:rsidR="00E00D30" w:rsidRDefault="00E00D30" w:rsidP="00E00D30">
      <w:r>
        <w:t>675.4107</w:t>
      </w:r>
      <w:r>
        <w:tab/>
        <w:t>2.025e0</w:t>
      </w:r>
    </w:p>
    <w:p w:rsidR="00E00D30" w:rsidRDefault="00E00D30" w:rsidP="00E00D30">
      <w:r>
        <w:t>675.4161</w:t>
      </w:r>
      <w:r>
        <w:tab/>
        <w:t>3.038e0</w:t>
      </w:r>
    </w:p>
    <w:p w:rsidR="00E00D30" w:rsidRDefault="00E00D30" w:rsidP="00E00D30">
      <w:r>
        <w:t>675.4318</w:t>
      </w:r>
      <w:r>
        <w:tab/>
        <w:t>2.025e0</w:t>
      </w:r>
    </w:p>
    <w:p w:rsidR="00E00D30" w:rsidRDefault="00E00D30" w:rsidP="00E00D30">
      <w:r>
        <w:t>675.4369</w:t>
      </w:r>
      <w:r>
        <w:tab/>
        <w:t>1.013e0</w:t>
      </w:r>
    </w:p>
    <w:p w:rsidR="00E00D30" w:rsidRDefault="00E00D30" w:rsidP="00E00D30">
      <w:r>
        <w:t>675.4539</w:t>
      </w:r>
      <w:r>
        <w:tab/>
        <w:t>1.013e0</w:t>
      </w:r>
    </w:p>
    <w:p w:rsidR="00E00D30" w:rsidRDefault="00E00D30" w:rsidP="00E00D30">
      <w:r>
        <w:t>675.4889</w:t>
      </w:r>
      <w:r>
        <w:tab/>
        <w:t>2.025e0</w:t>
      </w:r>
    </w:p>
    <w:p w:rsidR="00E00D30" w:rsidRDefault="00E00D30" w:rsidP="00E00D30">
      <w:r>
        <w:t>675.5048</w:t>
      </w:r>
      <w:r>
        <w:tab/>
        <w:t>3.038e0</w:t>
      </w:r>
    </w:p>
    <w:p w:rsidR="00E00D30" w:rsidRDefault="00E00D30" w:rsidP="00E00D30">
      <w:r>
        <w:t>675.5076</w:t>
      </w:r>
      <w:r>
        <w:tab/>
        <w:t>1.013e0</w:t>
      </w:r>
    </w:p>
    <w:p w:rsidR="00E00D30" w:rsidRDefault="00E00D30" w:rsidP="00E00D30">
      <w:r>
        <w:t>675.5361</w:t>
      </w:r>
      <w:r>
        <w:tab/>
        <w:t>2.025e0</w:t>
      </w:r>
    </w:p>
    <w:p w:rsidR="00E00D30" w:rsidRDefault="00E00D30" w:rsidP="00E00D30">
      <w:r>
        <w:t>675.5532</w:t>
      </w:r>
      <w:r>
        <w:tab/>
        <w:t>1.013e0</w:t>
      </w:r>
    </w:p>
    <w:p w:rsidR="00E00D30" w:rsidRDefault="00E00D30" w:rsidP="00E00D30">
      <w:r>
        <w:t>675.5759</w:t>
      </w:r>
      <w:r>
        <w:tab/>
        <w:t>2.025e0</w:t>
      </w:r>
    </w:p>
    <w:p w:rsidR="00E00D30" w:rsidRDefault="00E00D30" w:rsidP="00E00D30">
      <w:r>
        <w:t>675.6042</w:t>
      </w:r>
      <w:r>
        <w:tab/>
        <w:t>2.025e0</w:t>
      </w:r>
    </w:p>
    <w:p w:rsidR="00E00D30" w:rsidRDefault="00E00D30" w:rsidP="00E00D30">
      <w:r>
        <w:t>675.6270</w:t>
      </w:r>
      <w:r>
        <w:tab/>
        <w:t>1.013e0</w:t>
      </w:r>
    </w:p>
    <w:p w:rsidR="00E00D30" w:rsidRDefault="00E00D30" w:rsidP="00E00D30">
      <w:r>
        <w:t>675.6348</w:t>
      </w:r>
      <w:r>
        <w:tab/>
        <w:t>1.013e0</w:t>
      </w:r>
    </w:p>
    <w:p w:rsidR="00E00D30" w:rsidRDefault="00E00D30" w:rsidP="00E00D30">
      <w:r>
        <w:t>675.6915</w:t>
      </w:r>
      <w:r>
        <w:tab/>
        <w:t>1.013e0</w:t>
      </w:r>
    </w:p>
    <w:p w:rsidR="00E00D30" w:rsidRDefault="00E00D30" w:rsidP="00E00D30">
      <w:r>
        <w:t>675.7087</w:t>
      </w:r>
      <w:r>
        <w:tab/>
        <w:t>2.025e0</w:t>
      </w:r>
    </w:p>
    <w:p w:rsidR="00E00D30" w:rsidRDefault="00E00D30" w:rsidP="00E00D30">
      <w:r>
        <w:t>675.7130</w:t>
      </w:r>
      <w:r>
        <w:tab/>
        <w:t>3.038e0</w:t>
      </w:r>
    </w:p>
    <w:p w:rsidR="00E00D30" w:rsidRDefault="00E00D30" w:rsidP="00E00D30">
      <w:r>
        <w:t>675.7153</w:t>
      </w:r>
      <w:r>
        <w:tab/>
        <w:t>1.013e0</w:t>
      </w:r>
    </w:p>
    <w:p w:rsidR="00E00D30" w:rsidRDefault="00E00D30" w:rsidP="00E00D30">
      <w:r>
        <w:lastRenderedPageBreak/>
        <w:t>675.7958</w:t>
      </w:r>
      <w:r>
        <w:tab/>
        <w:t>1.013e0</w:t>
      </w:r>
    </w:p>
    <w:p w:rsidR="00E00D30" w:rsidRDefault="00E00D30" w:rsidP="00E00D30">
      <w:r>
        <w:t>675.8004</w:t>
      </w:r>
      <w:r>
        <w:tab/>
        <w:t>2.025e0</w:t>
      </w:r>
    </w:p>
    <w:p w:rsidR="00E00D30" w:rsidRDefault="00E00D30" w:rsidP="00E00D30">
      <w:r>
        <w:t>675.8065</w:t>
      </w:r>
      <w:r>
        <w:tab/>
        <w:t>1.013e0</w:t>
      </w:r>
    </w:p>
    <w:p w:rsidR="00E00D30" w:rsidRDefault="00E00D30" w:rsidP="00E00D30">
      <w:r>
        <w:t>675.8089</w:t>
      </w:r>
      <w:r>
        <w:tab/>
        <w:t>2.025e0</w:t>
      </w:r>
    </w:p>
    <w:p w:rsidR="00E00D30" w:rsidRDefault="00E00D30" w:rsidP="00E00D30">
      <w:r>
        <w:t>675.9038</w:t>
      </w:r>
      <w:r>
        <w:tab/>
        <w:t>2.025e0</w:t>
      </w:r>
    </w:p>
    <w:p w:rsidR="00E00D30" w:rsidRDefault="00E00D30" w:rsidP="00E00D30">
      <w:r>
        <w:t>676.0028</w:t>
      </w:r>
      <w:r>
        <w:tab/>
        <w:t>1.013e0</w:t>
      </w:r>
    </w:p>
    <w:p w:rsidR="00E00D30" w:rsidRDefault="00E00D30" w:rsidP="00E00D30">
      <w:r>
        <w:t>676.0073</w:t>
      </w:r>
      <w:r>
        <w:tab/>
        <w:t>2.025e0</w:t>
      </w:r>
    </w:p>
    <w:p w:rsidR="00E00D30" w:rsidRDefault="00E00D30" w:rsidP="00E00D30">
      <w:r>
        <w:t>676.0163</w:t>
      </w:r>
      <w:r>
        <w:tab/>
        <w:t>2.025e0</w:t>
      </w:r>
    </w:p>
    <w:p w:rsidR="00E00D30" w:rsidRDefault="00E00D30" w:rsidP="00E00D30">
      <w:r>
        <w:t>676.0364</w:t>
      </w:r>
      <w:r>
        <w:tab/>
        <w:t>1.013e0</w:t>
      </w:r>
    </w:p>
    <w:p w:rsidR="00E00D30" w:rsidRDefault="00E00D30" w:rsidP="00E00D30">
      <w:r>
        <w:t>676.0706</w:t>
      </w:r>
      <w:r>
        <w:tab/>
        <w:t>1.013e0</w:t>
      </w:r>
    </w:p>
    <w:p w:rsidR="00E00D30" w:rsidRDefault="00E00D30" w:rsidP="00E00D30">
      <w:r>
        <w:t>676.1055</w:t>
      </w:r>
      <w:r>
        <w:tab/>
        <w:t>1.013e0</w:t>
      </w:r>
    </w:p>
    <w:p w:rsidR="00E00D30" w:rsidRDefault="00E00D30" w:rsidP="00E00D30">
      <w:r>
        <w:t>676.1303</w:t>
      </w:r>
      <w:r>
        <w:tab/>
        <w:t>2.025e0</w:t>
      </w:r>
    </w:p>
    <w:p w:rsidR="00E00D30" w:rsidRDefault="00E00D30" w:rsidP="00E00D30">
      <w:r>
        <w:t>676.1400</w:t>
      </w:r>
      <w:r>
        <w:tab/>
        <w:t>1.013e0</w:t>
      </w:r>
    </w:p>
    <w:p w:rsidR="00E00D30" w:rsidRDefault="00E00D30" w:rsidP="00E00D30">
      <w:r>
        <w:t>676.1856</w:t>
      </w:r>
      <w:r>
        <w:tab/>
        <w:t>1.013e0</w:t>
      </w:r>
    </w:p>
    <w:p w:rsidR="00E00D30" w:rsidRDefault="00E00D30" w:rsidP="00E00D30">
      <w:r>
        <w:t>676.2153</w:t>
      </w:r>
      <w:r>
        <w:tab/>
        <w:t>1.013e0</w:t>
      </w:r>
    </w:p>
    <w:p w:rsidR="00E00D30" w:rsidRDefault="00E00D30" w:rsidP="00E00D30">
      <w:r>
        <w:t>676.2325</w:t>
      </w:r>
      <w:r>
        <w:tab/>
        <w:t>6.076e0</w:t>
      </w:r>
    </w:p>
    <w:p w:rsidR="00E00D30" w:rsidRDefault="00E00D30" w:rsidP="00E00D30">
      <w:r>
        <w:t>676.2495</w:t>
      </w:r>
      <w:r>
        <w:tab/>
        <w:t>1.013e0</w:t>
      </w:r>
    </w:p>
    <w:p w:rsidR="00E00D30" w:rsidRDefault="00E00D30" w:rsidP="00E00D30">
      <w:r>
        <w:t>676.2780</w:t>
      </w:r>
      <w:r>
        <w:tab/>
        <w:t>1.013e0</w:t>
      </w:r>
    </w:p>
    <w:p w:rsidR="00E00D30" w:rsidRDefault="00E00D30" w:rsidP="00E00D30">
      <w:r>
        <w:t>676.3017</w:t>
      </w:r>
      <w:r>
        <w:tab/>
        <w:t>1.013e0</w:t>
      </w:r>
    </w:p>
    <w:p w:rsidR="00E00D30" w:rsidRDefault="00E00D30" w:rsidP="00E00D30">
      <w:r>
        <w:lastRenderedPageBreak/>
        <w:t>676.3240</w:t>
      </w:r>
      <w:r>
        <w:tab/>
        <w:t>1.013e0</w:t>
      </w:r>
    </w:p>
    <w:p w:rsidR="00E00D30" w:rsidRDefault="00E00D30" w:rsidP="00E00D30">
      <w:r>
        <w:t>676.3335</w:t>
      </w:r>
      <w:r>
        <w:tab/>
        <w:t>3.038e0</w:t>
      </w:r>
    </w:p>
    <w:p w:rsidR="00E00D30" w:rsidRDefault="00E00D30" w:rsidP="00E00D30">
      <w:r>
        <w:t>676.3445</w:t>
      </w:r>
      <w:r>
        <w:tab/>
        <w:t>4.051e0</w:t>
      </w:r>
    </w:p>
    <w:p w:rsidR="00E00D30" w:rsidRDefault="00E00D30" w:rsidP="00E00D30">
      <w:r>
        <w:t>676.3710</w:t>
      </w:r>
      <w:r>
        <w:tab/>
        <w:t>1.013e0</w:t>
      </w:r>
    </w:p>
    <w:p w:rsidR="00E00D30" w:rsidRDefault="00E00D30" w:rsidP="00E00D30">
      <w:r>
        <w:t>676.3981</w:t>
      </w:r>
      <w:r>
        <w:tab/>
        <w:t>4.051e0</w:t>
      </w:r>
    </w:p>
    <w:p w:rsidR="00E00D30" w:rsidRDefault="00E00D30" w:rsidP="00E00D30">
      <w:r>
        <w:t>676.4046</w:t>
      </w:r>
      <w:r>
        <w:tab/>
        <w:t>1.013e0</w:t>
      </w:r>
    </w:p>
    <w:p w:rsidR="00E00D30" w:rsidRDefault="00E00D30" w:rsidP="00E00D30">
      <w:r>
        <w:t>676.4059</w:t>
      </w:r>
      <w:r>
        <w:tab/>
        <w:t>1.013e0</w:t>
      </w:r>
    </w:p>
    <w:p w:rsidR="00E00D30" w:rsidRDefault="00E00D30" w:rsidP="00E00D30">
      <w:r>
        <w:t>676.4402</w:t>
      </w:r>
      <w:r>
        <w:tab/>
        <w:t>1.013e0</w:t>
      </w:r>
    </w:p>
    <w:p w:rsidR="00E00D30" w:rsidRDefault="00E00D30" w:rsidP="00E00D30">
      <w:r>
        <w:t>676.4660</w:t>
      </w:r>
      <w:r>
        <w:tab/>
        <w:t>2.025e0</w:t>
      </w:r>
    </w:p>
    <w:p w:rsidR="00E00D30" w:rsidRDefault="00E00D30" w:rsidP="00E00D30">
      <w:r>
        <w:t>676.4749</w:t>
      </w:r>
      <w:r>
        <w:tab/>
        <w:t>2.025e0</w:t>
      </w:r>
    </w:p>
    <w:p w:rsidR="00E00D30" w:rsidRDefault="00E00D30" w:rsidP="00E00D30">
      <w:r>
        <w:t>676.4855</w:t>
      </w:r>
      <w:r>
        <w:tab/>
        <w:t>2.025e0</w:t>
      </w:r>
    </w:p>
    <w:p w:rsidR="00E00D30" w:rsidRDefault="00E00D30" w:rsidP="00E00D30">
      <w:r>
        <w:t>676.5092</w:t>
      </w:r>
      <w:r>
        <w:tab/>
        <w:t>3.038e0</w:t>
      </w:r>
    </w:p>
    <w:p w:rsidR="00E00D30" w:rsidRDefault="00E00D30" w:rsidP="00E00D30">
      <w:r>
        <w:t>676.5356</w:t>
      </w:r>
      <w:r>
        <w:tab/>
        <w:t>2.025e0</w:t>
      </w:r>
    </w:p>
    <w:p w:rsidR="00E00D30" w:rsidRDefault="00E00D30" w:rsidP="00E00D30">
      <w:r>
        <w:t>676.5542</w:t>
      </w:r>
      <w:r>
        <w:tab/>
        <w:t>1.013e0</w:t>
      </w:r>
    </w:p>
    <w:p w:rsidR="00E00D30" w:rsidRDefault="00E00D30" w:rsidP="00E00D30">
      <w:r>
        <w:t>676.5768</w:t>
      </w:r>
      <w:r>
        <w:tab/>
        <w:t>1.013e0</w:t>
      </w:r>
    </w:p>
    <w:p w:rsidR="00E00D30" w:rsidRDefault="00E00D30" w:rsidP="00E00D30">
      <w:r>
        <w:t>676.5992</w:t>
      </w:r>
      <w:r>
        <w:tab/>
        <w:t>2.025e0</w:t>
      </w:r>
    </w:p>
    <w:p w:rsidR="00E00D30" w:rsidRDefault="00E00D30" w:rsidP="00E00D30">
      <w:r>
        <w:t>676.6237</w:t>
      </w:r>
      <w:r>
        <w:tab/>
        <w:t>2.025e0</w:t>
      </w:r>
    </w:p>
    <w:p w:rsidR="00E00D30" w:rsidRDefault="00E00D30" w:rsidP="00E00D30">
      <w:r>
        <w:t>676.6479</w:t>
      </w:r>
      <w:r>
        <w:tab/>
        <w:t>1.013e0</w:t>
      </w:r>
    </w:p>
    <w:p w:rsidR="00E00D30" w:rsidRDefault="00E00D30" w:rsidP="00E00D30">
      <w:r>
        <w:t>676.6578</w:t>
      </w:r>
      <w:r>
        <w:tab/>
        <w:t>1.013e0</w:t>
      </w:r>
    </w:p>
    <w:p w:rsidR="00E00D30" w:rsidRDefault="00E00D30" w:rsidP="00E00D30">
      <w:r>
        <w:lastRenderedPageBreak/>
        <w:t>676.7265</w:t>
      </w:r>
      <w:r>
        <w:tab/>
        <w:t>1.013e0</w:t>
      </w:r>
    </w:p>
    <w:p w:rsidR="00E00D30" w:rsidRDefault="00E00D30" w:rsidP="00E00D30">
      <w:r>
        <w:t>676.7344</w:t>
      </w:r>
      <w:r>
        <w:tab/>
        <w:t>3.038e0</w:t>
      </w:r>
    </w:p>
    <w:p w:rsidR="00E00D30" w:rsidRDefault="00E00D30" w:rsidP="00E00D30">
      <w:r>
        <w:t>676.7440</w:t>
      </w:r>
      <w:r>
        <w:tab/>
        <w:t>2.025e0</w:t>
      </w:r>
    </w:p>
    <w:p w:rsidR="00E00D30" w:rsidRDefault="00E00D30" w:rsidP="00E00D30">
      <w:r>
        <w:t>676.7610</w:t>
      </w:r>
      <w:r>
        <w:tab/>
        <w:t>1.013e0</w:t>
      </w:r>
    </w:p>
    <w:p w:rsidR="00E00D30" w:rsidRDefault="00E00D30" w:rsidP="00E00D30">
      <w:r>
        <w:t>676.8647</w:t>
      </w:r>
      <w:r>
        <w:tab/>
        <w:t>1.013e0</w:t>
      </w:r>
    </w:p>
    <w:p w:rsidR="00E00D30" w:rsidRDefault="00E00D30" w:rsidP="00E00D30">
      <w:r>
        <w:t>676.8727</w:t>
      </w:r>
      <w:r>
        <w:tab/>
        <w:t>2.025e0</w:t>
      </w:r>
    </w:p>
    <w:p w:rsidR="00E00D30" w:rsidRDefault="00E00D30" w:rsidP="00E00D30">
      <w:r>
        <w:t>676.8754</w:t>
      </w:r>
      <w:r>
        <w:tab/>
        <w:t>2.025e0</w:t>
      </w:r>
    </w:p>
    <w:p w:rsidR="00E00D30" w:rsidRDefault="00E00D30" w:rsidP="00E00D30">
      <w:r>
        <w:t>676.8889</w:t>
      </w:r>
      <w:r>
        <w:tab/>
        <w:t>1.013e0</w:t>
      </w:r>
    </w:p>
    <w:p w:rsidR="00E00D30" w:rsidRDefault="00E00D30" w:rsidP="00E00D30">
      <w:r>
        <w:t>676.9004</w:t>
      </w:r>
      <w:r>
        <w:tab/>
        <w:t>1.013e0</w:t>
      </w:r>
    </w:p>
    <w:p w:rsidR="00E00D30" w:rsidRDefault="00E00D30" w:rsidP="00E00D30">
      <w:r>
        <w:t>676.9465</w:t>
      </w:r>
      <w:r>
        <w:tab/>
        <w:t>1.013e0</w:t>
      </w:r>
    </w:p>
    <w:p w:rsidR="00E00D30" w:rsidRDefault="00E00D30" w:rsidP="00E00D30">
      <w:r>
        <w:t>676.9599</w:t>
      </w:r>
      <w:r>
        <w:tab/>
        <w:t>1.013e0</w:t>
      </w:r>
    </w:p>
    <w:p w:rsidR="00E00D30" w:rsidRDefault="00E00D30" w:rsidP="00E00D30">
      <w:r>
        <w:t>676.9683</w:t>
      </w:r>
      <w:r>
        <w:tab/>
        <w:t>1.013e0</w:t>
      </w:r>
    </w:p>
    <w:p w:rsidR="00E00D30" w:rsidRDefault="00E00D30" w:rsidP="00E00D30">
      <w:r>
        <w:t>676.9861</w:t>
      </w:r>
      <w:r>
        <w:tab/>
        <w:t>2.025e0</w:t>
      </w:r>
    </w:p>
    <w:p w:rsidR="00E00D30" w:rsidRDefault="00E00D30" w:rsidP="00E00D30">
      <w:r>
        <w:t>676.9945</w:t>
      </w:r>
      <w:r>
        <w:tab/>
        <w:t>1.013e0</w:t>
      </w:r>
    </w:p>
    <w:p w:rsidR="00E00D30" w:rsidRDefault="00E00D30" w:rsidP="00E00D30">
      <w:r>
        <w:t>677.0634</w:t>
      </w:r>
      <w:r>
        <w:tab/>
        <w:t>1.013e0</w:t>
      </w:r>
    </w:p>
    <w:p w:rsidR="00E00D30" w:rsidRDefault="00E00D30" w:rsidP="00E00D30">
      <w:r>
        <w:t>677.0847</w:t>
      </w:r>
      <w:r>
        <w:tab/>
        <w:t>1.013e0</w:t>
      </w:r>
    </w:p>
    <w:p w:rsidR="00E00D30" w:rsidRDefault="00E00D30" w:rsidP="00E00D30">
      <w:r>
        <w:t>677.1321</w:t>
      </w:r>
      <w:r>
        <w:tab/>
        <w:t>2.025e0</w:t>
      </w:r>
    </w:p>
    <w:p w:rsidR="00E00D30" w:rsidRDefault="00E00D30" w:rsidP="00E00D30">
      <w:r>
        <w:t>677.1676</w:t>
      </w:r>
      <w:r>
        <w:tab/>
        <w:t>1.013e0</w:t>
      </w:r>
    </w:p>
    <w:p w:rsidR="00E00D30" w:rsidRDefault="00E00D30" w:rsidP="00E00D30">
      <w:r>
        <w:t>677.1760</w:t>
      </w:r>
      <w:r>
        <w:tab/>
        <w:t>2.025e0</w:t>
      </w:r>
    </w:p>
    <w:p w:rsidR="00E00D30" w:rsidRDefault="00E00D30" w:rsidP="00E00D30">
      <w:r>
        <w:lastRenderedPageBreak/>
        <w:t>677.1999</w:t>
      </w:r>
      <w:r>
        <w:tab/>
        <w:t>1.013e0</w:t>
      </w:r>
    </w:p>
    <w:p w:rsidR="00E00D30" w:rsidRDefault="00E00D30" w:rsidP="00E00D30">
      <w:r>
        <w:t>677.2018</w:t>
      </w:r>
      <w:r>
        <w:tab/>
        <w:t>1.013e0</w:t>
      </w:r>
    </w:p>
    <w:p w:rsidR="00E00D30" w:rsidRDefault="00E00D30" w:rsidP="00E00D30">
      <w:r>
        <w:t>677.2536</w:t>
      </w:r>
      <w:r>
        <w:tab/>
        <w:t>1.013e0</w:t>
      </w:r>
    </w:p>
    <w:p w:rsidR="00E00D30" w:rsidRDefault="00E00D30" w:rsidP="00E00D30">
      <w:r>
        <w:t>677.2567</w:t>
      </w:r>
      <w:r>
        <w:tab/>
        <w:t>3.038e0</w:t>
      </w:r>
    </w:p>
    <w:p w:rsidR="00E00D30" w:rsidRDefault="00E00D30" w:rsidP="00E00D30">
      <w:r>
        <w:t>677.2690</w:t>
      </w:r>
      <w:r>
        <w:tab/>
        <w:t>2.025e0</w:t>
      </w:r>
    </w:p>
    <w:p w:rsidR="00E00D30" w:rsidRDefault="00E00D30" w:rsidP="00E00D30">
      <w:r>
        <w:t>677.2705</w:t>
      </w:r>
      <w:r>
        <w:tab/>
        <w:t>2.025e0</w:t>
      </w:r>
    </w:p>
    <w:p w:rsidR="00E00D30" w:rsidRDefault="00E00D30" w:rsidP="00E00D30">
      <w:r>
        <w:t>677.2908</w:t>
      </w:r>
      <w:r>
        <w:tab/>
        <w:t>2.025e0</w:t>
      </w:r>
    </w:p>
    <w:p w:rsidR="00E00D30" w:rsidRDefault="00E00D30" w:rsidP="00E00D30">
      <w:r>
        <w:t>677.3233</w:t>
      </w:r>
      <w:r>
        <w:tab/>
        <w:t>2.025e0</w:t>
      </w:r>
    </w:p>
    <w:p w:rsidR="00E00D30" w:rsidRDefault="00E00D30" w:rsidP="00E00D30">
      <w:r>
        <w:t>677.3373</w:t>
      </w:r>
      <w:r>
        <w:tab/>
        <w:t>2.025e0</w:t>
      </w:r>
    </w:p>
    <w:p w:rsidR="00E00D30" w:rsidRDefault="00E00D30" w:rsidP="00E00D30">
      <w:r>
        <w:t>677.3517</w:t>
      </w:r>
      <w:r>
        <w:tab/>
        <w:t>5.063e0</w:t>
      </w:r>
    </w:p>
    <w:p w:rsidR="00E00D30" w:rsidRDefault="00E00D30" w:rsidP="00E00D30">
      <w:r>
        <w:t>677.3941</w:t>
      </w:r>
      <w:r>
        <w:tab/>
        <w:t>2.025e0</w:t>
      </w:r>
    </w:p>
    <w:p w:rsidR="00E00D30" w:rsidRDefault="00E00D30" w:rsidP="00E00D30">
      <w:r>
        <w:t>677.4295</w:t>
      </w:r>
      <w:r>
        <w:tab/>
        <w:t>1.013e0</w:t>
      </w:r>
    </w:p>
    <w:p w:rsidR="00E00D30" w:rsidRDefault="00E00D30" w:rsidP="00E00D30">
      <w:r>
        <w:t>677.4406</w:t>
      </w:r>
      <w:r>
        <w:tab/>
        <w:t>1.013e0</w:t>
      </w:r>
    </w:p>
    <w:p w:rsidR="00E00D30" w:rsidRDefault="00E00D30" w:rsidP="00E00D30">
      <w:r>
        <w:t>677.4641</w:t>
      </w:r>
      <w:r>
        <w:tab/>
        <w:t>1.013e0</w:t>
      </w:r>
    </w:p>
    <w:p w:rsidR="00E00D30" w:rsidRDefault="00E00D30" w:rsidP="00E00D30">
      <w:r>
        <w:t>677.4791</w:t>
      </w:r>
      <w:r>
        <w:tab/>
        <w:t>1.013e0</w:t>
      </w:r>
    </w:p>
    <w:p w:rsidR="00E00D30" w:rsidRDefault="00E00D30" w:rsidP="00E00D30">
      <w:r>
        <w:t>677.4879</w:t>
      </w:r>
      <w:r>
        <w:tab/>
        <w:t>1.013e0</w:t>
      </w:r>
    </w:p>
    <w:p w:rsidR="00E00D30" w:rsidRDefault="00E00D30" w:rsidP="00E00D30">
      <w:r>
        <w:t>677.4963</w:t>
      </w:r>
      <w:r>
        <w:tab/>
        <w:t>2.025e0</w:t>
      </w:r>
    </w:p>
    <w:p w:rsidR="00E00D30" w:rsidRDefault="00E00D30" w:rsidP="00E00D30">
      <w:r>
        <w:t>677.5115</w:t>
      </w:r>
      <w:r>
        <w:tab/>
        <w:t>3.038e0</w:t>
      </w:r>
    </w:p>
    <w:p w:rsidR="00E00D30" w:rsidRDefault="00E00D30" w:rsidP="00E00D30">
      <w:r>
        <w:t>677.5213</w:t>
      </w:r>
      <w:r>
        <w:tab/>
        <w:t>1.013e0</w:t>
      </w:r>
    </w:p>
    <w:p w:rsidR="00E00D30" w:rsidRDefault="00E00D30" w:rsidP="00E00D30">
      <w:r>
        <w:lastRenderedPageBreak/>
        <w:t>677.5479</w:t>
      </w:r>
      <w:r>
        <w:tab/>
        <w:t>1.013e0</w:t>
      </w:r>
    </w:p>
    <w:p w:rsidR="00E00D30" w:rsidRDefault="00E00D30" w:rsidP="00E00D30">
      <w:r>
        <w:t>677.5571</w:t>
      </w:r>
      <w:r>
        <w:tab/>
        <w:t>1.013e0</w:t>
      </w:r>
    </w:p>
    <w:p w:rsidR="00E00D30" w:rsidRDefault="00E00D30" w:rsidP="00E00D30">
      <w:r>
        <w:t>677.5651</w:t>
      </w:r>
      <w:r>
        <w:tab/>
        <w:t>1.013e0</w:t>
      </w:r>
    </w:p>
    <w:p w:rsidR="00E00D30" w:rsidRDefault="00E00D30" w:rsidP="00E00D30">
      <w:r>
        <w:t>677.6604</w:t>
      </w:r>
      <w:r>
        <w:tab/>
        <w:t>2.025e0</w:t>
      </w:r>
    </w:p>
    <w:p w:rsidR="00E00D30" w:rsidRDefault="00E00D30" w:rsidP="00E00D30">
      <w:r>
        <w:t>677.6628</w:t>
      </w:r>
      <w:r>
        <w:tab/>
        <w:t>2.025e0</w:t>
      </w:r>
    </w:p>
    <w:p w:rsidR="00E00D30" w:rsidRDefault="00E00D30" w:rsidP="00E00D30">
      <w:r>
        <w:t>677.6711</w:t>
      </w:r>
      <w:r>
        <w:tab/>
        <w:t>1.013e0</w:t>
      </w:r>
    </w:p>
    <w:p w:rsidR="00E00D30" w:rsidRDefault="00E00D30" w:rsidP="00E00D30">
      <w:r>
        <w:t>677.7035</w:t>
      </w:r>
      <w:r>
        <w:tab/>
        <w:t>1.013e0</w:t>
      </w:r>
    </w:p>
    <w:p w:rsidR="00E00D30" w:rsidRDefault="00E00D30" w:rsidP="00E00D30">
      <w:r>
        <w:t>677.7184</w:t>
      </w:r>
      <w:r>
        <w:tab/>
        <w:t>1.013e0</w:t>
      </w:r>
    </w:p>
    <w:p w:rsidR="00E00D30" w:rsidRDefault="00E00D30" w:rsidP="00E00D30">
      <w:r>
        <w:t>677.7377</w:t>
      </w:r>
      <w:r>
        <w:tab/>
        <w:t>1.013e0</w:t>
      </w:r>
    </w:p>
    <w:p w:rsidR="00E00D30" w:rsidRDefault="00E00D30" w:rsidP="00E00D30">
      <w:r>
        <w:t>677.7525</w:t>
      </w:r>
      <w:r>
        <w:tab/>
        <w:t>3.038e0</w:t>
      </w:r>
    </w:p>
    <w:p w:rsidR="00E00D30" w:rsidRDefault="00E00D30" w:rsidP="00E00D30">
      <w:r>
        <w:t>677.8037</w:t>
      </w:r>
      <w:r>
        <w:tab/>
        <w:t>2.025e0</w:t>
      </w:r>
    </w:p>
    <w:p w:rsidR="00E00D30" w:rsidRDefault="00E00D30" w:rsidP="00E00D30">
      <w:r>
        <w:t>677.8099</w:t>
      </w:r>
      <w:r>
        <w:tab/>
        <w:t>1.013e0</w:t>
      </w:r>
    </w:p>
    <w:p w:rsidR="00E00D30" w:rsidRDefault="00E00D30" w:rsidP="00E00D30">
      <w:r>
        <w:t>677.8679</w:t>
      </w:r>
      <w:r>
        <w:tab/>
        <w:t>3.038e0</w:t>
      </w:r>
    </w:p>
    <w:p w:rsidR="00E00D30" w:rsidRDefault="00E00D30" w:rsidP="00E00D30">
      <w:r>
        <w:t>677.8763</w:t>
      </w:r>
      <w:r>
        <w:tab/>
        <w:t>2.025e0</w:t>
      </w:r>
    </w:p>
    <w:p w:rsidR="00E00D30" w:rsidRDefault="00E00D30" w:rsidP="00E00D30">
      <w:r>
        <w:t>677.8790</w:t>
      </w:r>
      <w:r>
        <w:tab/>
        <w:t>2.025e0</w:t>
      </w:r>
    </w:p>
    <w:p w:rsidR="00E00D30" w:rsidRDefault="00E00D30" w:rsidP="00E00D30">
      <w:r>
        <w:t>677.9017</w:t>
      </w:r>
      <w:r>
        <w:tab/>
        <w:t>1.013e0</w:t>
      </w:r>
    </w:p>
    <w:p w:rsidR="00E00D30" w:rsidRDefault="00E00D30" w:rsidP="00E00D30">
      <w:r>
        <w:t>677.9208</w:t>
      </w:r>
      <w:r>
        <w:tab/>
        <w:t>2.025e0</w:t>
      </w:r>
    </w:p>
    <w:p w:rsidR="00E00D30" w:rsidRDefault="00E00D30" w:rsidP="00E00D30">
      <w:r>
        <w:t>677.9454</w:t>
      </w:r>
      <w:r>
        <w:tab/>
        <w:t>1.013e0</w:t>
      </w:r>
    </w:p>
    <w:p w:rsidR="00E00D30" w:rsidRDefault="00E00D30" w:rsidP="00E00D30">
      <w:r>
        <w:t>677.9601</w:t>
      </w:r>
      <w:r>
        <w:tab/>
        <w:t>2.025e0</w:t>
      </w:r>
    </w:p>
    <w:p w:rsidR="00E00D30" w:rsidRDefault="00E00D30" w:rsidP="00E00D30">
      <w:r>
        <w:lastRenderedPageBreak/>
        <w:t>677.9664</w:t>
      </w:r>
      <w:r>
        <w:tab/>
        <w:t>3.038e0</w:t>
      </w:r>
    </w:p>
    <w:p w:rsidR="00E00D30" w:rsidRDefault="00E00D30" w:rsidP="00E00D30">
      <w:r>
        <w:t>677.9800</w:t>
      </w:r>
      <w:r>
        <w:tab/>
        <w:t>1.013e0</w:t>
      </w:r>
    </w:p>
    <w:p w:rsidR="00E00D30" w:rsidRDefault="00E00D30" w:rsidP="00E00D30">
      <w:r>
        <w:t>678.0170</w:t>
      </w:r>
      <w:r>
        <w:tab/>
        <w:t>1.013e0</w:t>
      </w:r>
    </w:p>
    <w:p w:rsidR="00E00D30" w:rsidRDefault="00E00D30" w:rsidP="00E00D30">
      <w:r>
        <w:t>678.0723</w:t>
      </w:r>
      <w:r>
        <w:tab/>
        <w:t>2.025e0</w:t>
      </w:r>
    </w:p>
    <w:p w:rsidR="00E00D30" w:rsidRDefault="00E00D30" w:rsidP="00E00D30">
      <w:r>
        <w:t>678.0838</w:t>
      </w:r>
      <w:r>
        <w:tab/>
        <w:t>1.013e0</w:t>
      </w:r>
    </w:p>
    <w:p w:rsidR="00E00D30" w:rsidRDefault="00E00D30" w:rsidP="00E00D30">
      <w:r>
        <w:t>678.0866</w:t>
      </w:r>
      <w:r>
        <w:tab/>
        <w:t>1.013e0</w:t>
      </w:r>
    </w:p>
    <w:p w:rsidR="00E00D30" w:rsidRDefault="00E00D30" w:rsidP="00E00D30">
      <w:r>
        <w:t>678.1028</w:t>
      </w:r>
      <w:r>
        <w:tab/>
        <w:t>1.013e0</w:t>
      </w:r>
    </w:p>
    <w:p w:rsidR="00E00D30" w:rsidRDefault="00E00D30" w:rsidP="00E00D30">
      <w:r>
        <w:t>678.1168</w:t>
      </w:r>
      <w:r>
        <w:tab/>
        <w:t>4.051e0</w:t>
      </w:r>
    </w:p>
    <w:p w:rsidR="00E00D30" w:rsidRDefault="00E00D30" w:rsidP="00E00D30">
      <w:r>
        <w:t>678.1292</w:t>
      </w:r>
      <w:r>
        <w:tab/>
        <w:t>5.063e0</w:t>
      </w:r>
    </w:p>
    <w:p w:rsidR="00E00D30" w:rsidRDefault="00E00D30" w:rsidP="00E00D30">
      <w:r>
        <w:t>678.1443</w:t>
      </w:r>
      <w:r>
        <w:tab/>
        <w:t>2.025e0</w:t>
      </w:r>
    </w:p>
    <w:p w:rsidR="00E00D30" w:rsidRDefault="00E00D30" w:rsidP="00E00D30">
      <w:r>
        <w:t>678.1785</w:t>
      </w:r>
      <w:r>
        <w:tab/>
        <w:t>1.013e0</w:t>
      </w:r>
    </w:p>
    <w:p w:rsidR="00E00D30" w:rsidRDefault="00E00D30" w:rsidP="00E00D30">
      <w:r>
        <w:t>678.2140</w:t>
      </w:r>
      <w:r>
        <w:tab/>
        <w:t>3.038e0</w:t>
      </w:r>
    </w:p>
    <w:p w:rsidR="00E00D30" w:rsidRDefault="00E00D30" w:rsidP="00E00D30">
      <w:r>
        <w:t>678.2255</w:t>
      </w:r>
      <w:r>
        <w:tab/>
        <w:t>2.025e0</w:t>
      </w:r>
    </w:p>
    <w:p w:rsidR="00E00D30" w:rsidRDefault="00E00D30" w:rsidP="00E00D30">
      <w:r>
        <w:t>678.2362</w:t>
      </w:r>
      <w:r>
        <w:tab/>
        <w:t>1.013e0</w:t>
      </w:r>
    </w:p>
    <w:p w:rsidR="00E00D30" w:rsidRDefault="00E00D30" w:rsidP="00E00D30">
      <w:r>
        <w:t>678.2711</w:t>
      </w:r>
      <w:r>
        <w:tab/>
        <w:t>3.038e0</w:t>
      </w:r>
    </w:p>
    <w:p w:rsidR="00E00D30" w:rsidRDefault="00E00D30" w:rsidP="00E00D30">
      <w:r>
        <w:t>678.2738</w:t>
      </w:r>
      <w:r>
        <w:tab/>
        <w:t>2.025e0</w:t>
      </w:r>
    </w:p>
    <w:p w:rsidR="00E00D30" w:rsidRDefault="00E00D30" w:rsidP="00E00D30">
      <w:r>
        <w:t>678.3062</w:t>
      </w:r>
      <w:r>
        <w:tab/>
        <w:t>2.025e0</w:t>
      </w:r>
    </w:p>
    <w:p w:rsidR="00E00D30" w:rsidRDefault="00E00D30" w:rsidP="00E00D30">
      <w:r>
        <w:t>678.3171</w:t>
      </w:r>
      <w:r>
        <w:tab/>
        <w:t>4.051e0</w:t>
      </w:r>
    </w:p>
    <w:p w:rsidR="00E00D30" w:rsidRDefault="00E00D30" w:rsidP="00E00D30">
      <w:r>
        <w:t>678.3285</w:t>
      </w:r>
      <w:r>
        <w:tab/>
        <w:t>1.013e0</w:t>
      </w:r>
    </w:p>
    <w:p w:rsidR="00E00D30" w:rsidRDefault="00E00D30" w:rsidP="00E00D30">
      <w:r>
        <w:lastRenderedPageBreak/>
        <w:t>678.3421</w:t>
      </w:r>
      <w:r>
        <w:tab/>
        <w:t>2.025e0</w:t>
      </w:r>
    </w:p>
    <w:p w:rsidR="00E00D30" w:rsidRDefault="00E00D30" w:rsidP="00E00D30">
      <w:r>
        <w:t>678.3520</w:t>
      </w:r>
      <w:r>
        <w:tab/>
        <w:t>1.013e0</w:t>
      </w:r>
    </w:p>
    <w:p w:rsidR="00E00D30" w:rsidRDefault="00E00D30" w:rsidP="00E00D30">
      <w:r>
        <w:t>678.3579</w:t>
      </w:r>
      <w:r>
        <w:tab/>
        <w:t>3.038e0</w:t>
      </w:r>
    </w:p>
    <w:p w:rsidR="00E00D30" w:rsidRDefault="00E00D30" w:rsidP="00E00D30">
      <w:r>
        <w:t>678.3643</w:t>
      </w:r>
      <w:r>
        <w:tab/>
        <w:t>1.013e0</w:t>
      </w:r>
    </w:p>
    <w:p w:rsidR="00E00D30" w:rsidRDefault="00E00D30" w:rsidP="00E00D30">
      <w:r>
        <w:t>678.3788</w:t>
      </w:r>
      <w:r>
        <w:tab/>
        <w:t>2.025e0</w:t>
      </w:r>
    </w:p>
    <w:p w:rsidR="00E00D30" w:rsidRDefault="00E00D30" w:rsidP="00E00D30">
      <w:r>
        <w:t>678.3975</w:t>
      </w:r>
      <w:r>
        <w:tab/>
        <w:t>2.025e0</w:t>
      </w:r>
    </w:p>
    <w:p w:rsidR="00E00D30" w:rsidRDefault="00E00D30" w:rsidP="00E00D30">
      <w:r>
        <w:t>678.4213</w:t>
      </w:r>
      <w:r>
        <w:tab/>
        <w:t>2.025e0</w:t>
      </w:r>
    </w:p>
    <w:p w:rsidR="00E00D30" w:rsidRDefault="00E00D30" w:rsidP="00E00D30">
      <w:r>
        <w:t>678.4234</w:t>
      </w:r>
      <w:r>
        <w:tab/>
        <w:t>2.737e0</w:t>
      </w:r>
    </w:p>
    <w:p w:rsidR="00E00D30" w:rsidRDefault="00E00D30" w:rsidP="00E00D30">
      <w:r>
        <w:t>678.4310</w:t>
      </w:r>
      <w:r>
        <w:tab/>
        <w:t>1.013e0</w:t>
      </w:r>
    </w:p>
    <w:p w:rsidR="00E00D30" w:rsidRDefault="00E00D30" w:rsidP="00E00D30">
      <w:r>
        <w:t>678.4805</w:t>
      </w:r>
      <w:r>
        <w:tab/>
        <w:t>6.076e0</w:t>
      </w:r>
    </w:p>
    <w:p w:rsidR="00E00D30" w:rsidRDefault="00E00D30" w:rsidP="00E00D30">
      <w:r>
        <w:t>678.4839</w:t>
      </w:r>
      <w:r>
        <w:tab/>
        <w:t>3.038e0</w:t>
      </w:r>
    </w:p>
    <w:p w:rsidR="00E00D30" w:rsidRDefault="00E00D30" w:rsidP="00E00D30">
      <w:r>
        <w:t>678.4903</w:t>
      </w:r>
      <w:r>
        <w:tab/>
        <w:t>3.038e0</w:t>
      </w:r>
    </w:p>
    <w:p w:rsidR="00E00D30" w:rsidRDefault="00E00D30" w:rsidP="00E00D30">
      <w:r>
        <w:t>678.5076</w:t>
      </w:r>
      <w:r>
        <w:tab/>
        <w:t>2.025e0</w:t>
      </w:r>
    </w:p>
    <w:p w:rsidR="00E00D30" w:rsidRDefault="00E00D30" w:rsidP="00E00D30">
      <w:r>
        <w:t>678.5168</w:t>
      </w:r>
      <w:r>
        <w:tab/>
        <w:t>1.013e0</w:t>
      </w:r>
    </w:p>
    <w:p w:rsidR="00E00D30" w:rsidRDefault="00E00D30" w:rsidP="00E00D30">
      <w:r>
        <w:t>678.6207</w:t>
      </w:r>
      <w:r>
        <w:tab/>
        <w:t>1.013e0</w:t>
      </w:r>
    </w:p>
    <w:p w:rsidR="00E00D30" w:rsidRDefault="00E00D30" w:rsidP="00E00D30">
      <w:r>
        <w:t>678.6244</w:t>
      </w:r>
      <w:r>
        <w:tab/>
        <w:t>3.038e0</w:t>
      </w:r>
    </w:p>
    <w:p w:rsidR="00E00D30" w:rsidRDefault="00E00D30" w:rsidP="00E00D30">
      <w:r>
        <w:t>678.7021</w:t>
      </w:r>
      <w:r>
        <w:tab/>
        <w:t>3.038e0</w:t>
      </w:r>
    </w:p>
    <w:p w:rsidR="00E00D30" w:rsidRDefault="00E00D30" w:rsidP="00E00D30">
      <w:r>
        <w:t>678.7078</w:t>
      </w:r>
      <w:r>
        <w:tab/>
        <w:t>1.013e0</w:t>
      </w:r>
    </w:p>
    <w:p w:rsidR="00E00D30" w:rsidRDefault="00E00D30" w:rsidP="00E00D30">
      <w:r>
        <w:t>678.7094</w:t>
      </w:r>
      <w:r>
        <w:tab/>
        <w:t>2.025e0</w:t>
      </w:r>
    </w:p>
    <w:p w:rsidR="00E00D30" w:rsidRDefault="00E00D30" w:rsidP="00E00D30">
      <w:r>
        <w:lastRenderedPageBreak/>
        <w:t>678.7798</w:t>
      </w:r>
      <w:r>
        <w:tab/>
        <w:t>1.013e0</w:t>
      </w:r>
    </w:p>
    <w:p w:rsidR="00E00D30" w:rsidRDefault="00E00D30" w:rsidP="00E00D30">
      <w:r>
        <w:t>678.7848</w:t>
      </w:r>
      <w:r>
        <w:tab/>
        <w:t>2.025e0</w:t>
      </w:r>
    </w:p>
    <w:p w:rsidR="00E00D30" w:rsidRDefault="00E00D30" w:rsidP="00E00D30">
      <w:r>
        <w:t>678.8108</w:t>
      </w:r>
      <w:r>
        <w:tab/>
        <w:t>1.013e0</w:t>
      </w:r>
    </w:p>
    <w:p w:rsidR="00E00D30" w:rsidRDefault="00E00D30" w:rsidP="00E00D30">
      <w:r>
        <w:t>678.8450</w:t>
      </w:r>
      <w:r>
        <w:tab/>
        <w:t>1.013e0</w:t>
      </w:r>
    </w:p>
    <w:p w:rsidR="00E00D30" w:rsidRDefault="00E00D30" w:rsidP="00E00D30">
      <w:r>
        <w:t>678.8599</w:t>
      </w:r>
      <w:r>
        <w:tab/>
        <w:t>1.013e0</w:t>
      </w:r>
    </w:p>
    <w:p w:rsidR="00E00D30" w:rsidRDefault="00E00D30" w:rsidP="00E00D30">
      <w:r>
        <w:t>678.8796</w:t>
      </w:r>
      <w:r>
        <w:tab/>
        <w:t>2.025e0</w:t>
      </w:r>
    </w:p>
    <w:p w:rsidR="00E00D30" w:rsidRDefault="00E00D30" w:rsidP="00E00D30">
      <w:r>
        <w:t>678.8851</w:t>
      </w:r>
      <w:r>
        <w:tab/>
        <w:t>3.038e0</w:t>
      </w:r>
    </w:p>
    <w:p w:rsidR="00E00D30" w:rsidRDefault="00E00D30" w:rsidP="00E00D30">
      <w:r>
        <w:t>678.9088</w:t>
      </w:r>
      <w:r>
        <w:tab/>
        <w:t>2.025e0</w:t>
      </w:r>
    </w:p>
    <w:p w:rsidR="00E00D30" w:rsidRDefault="00E00D30" w:rsidP="00E00D30">
      <w:r>
        <w:t>678.9299</w:t>
      </w:r>
      <w:r>
        <w:tab/>
        <w:t>1.013e0</w:t>
      </w:r>
    </w:p>
    <w:p w:rsidR="00E00D30" w:rsidRDefault="00E00D30" w:rsidP="00E00D30">
      <w:r>
        <w:t>678.9403</w:t>
      </w:r>
      <w:r>
        <w:tab/>
        <w:t>1.013e0</w:t>
      </w:r>
    </w:p>
    <w:p w:rsidR="00E00D30" w:rsidRDefault="00E00D30" w:rsidP="00E00D30">
      <w:r>
        <w:t>678.9923</w:t>
      </w:r>
      <w:r>
        <w:tab/>
        <w:t>2.025e0</w:t>
      </w:r>
    </w:p>
    <w:p w:rsidR="00E00D30" w:rsidRDefault="00E00D30" w:rsidP="00E00D30">
      <w:r>
        <w:t>678.9935</w:t>
      </w:r>
      <w:r>
        <w:tab/>
        <w:t>2.025e0</w:t>
      </w:r>
    </w:p>
    <w:p w:rsidR="00E00D30" w:rsidRDefault="00E00D30" w:rsidP="00E00D30">
      <w:r>
        <w:t>679.0016</w:t>
      </w:r>
      <w:r>
        <w:tab/>
        <w:t>1.013e0</w:t>
      </w:r>
    </w:p>
    <w:p w:rsidR="00E00D30" w:rsidRDefault="00E00D30" w:rsidP="00E00D30">
      <w:r>
        <w:t>679.0717</w:t>
      </w:r>
      <w:r>
        <w:tab/>
        <w:t>1.013e0</w:t>
      </w:r>
    </w:p>
    <w:p w:rsidR="00E00D30" w:rsidRDefault="00E00D30" w:rsidP="00E00D30">
      <w:r>
        <w:t>679.0789</w:t>
      </w:r>
      <w:r>
        <w:tab/>
        <w:t>1.013e0</w:t>
      </w:r>
    </w:p>
    <w:p w:rsidR="00E00D30" w:rsidRDefault="00E00D30" w:rsidP="00E00D30">
      <w:r>
        <w:t>679.0874</w:t>
      </w:r>
      <w:r>
        <w:tab/>
        <w:t>2.025e0</w:t>
      </w:r>
    </w:p>
    <w:p w:rsidR="00E00D30" w:rsidRDefault="00E00D30" w:rsidP="00E00D30">
      <w:r>
        <w:t>679.1062</w:t>
      </w:r>
      <w:r>
        <w:tab/>
        <w:t>1.013e0</w:t>
      </w:r>
    </w:p>
    <w:p w:rsidR="00E00D30" w:rsidRDefault="00E00D30" w:rsidP="00E00D30">
      <w:r>
        <w:t>679.1139</w:t>
      </w:r>
      <w:r>
        <w:tab/>
        <w:t>1.013e0</w:t>
      </w:r>
    </w:p>
    <w:p w:rsidR="00E00D30" w:rsidRDefault="00E00D30" w:rsidP="00E00D30">
      <w:r>
        <w:t>679.1396</w:t>
      </w:r>
      <w:r>
        <w:tab/>
        <w:t>1.013e0</w:t>
      </w:r>
    </w:p>
    <w:p w:rsidR="00E00D30" w:rsidRDefault="00E00D30" w:rsidP="00E00D30">
      <w:r>
        <w:lastRenderedPageBreak/>
        <w:t>679.1576</w:t>
      </w:r>
      <w:r>
        <w:tab/>
        <w:t>1.013e0</w:t>
      </w:r>
    </w:p>
    <w:p w:rsidR="00E00D30" w:rsidRDefault="00E00D30" w:rsidP="00E00D30">
      <w:r>
        <w:t>679.1913</w:t>
      </w:r>
      <w:r>
        <w:tab/>
        <w:t>1.013e0</w:t>
      </w:r>
    </w:p>
    <w:p w:rsidR="00E00D30" w:rsidRDefault="00E00D30" w:rsidP="00E00D30">
      <w:r>
        <w:t>679.1956</w:t>
      </w:r>
      <w:r>
        <w:tab/>
        <w:t>1.013e0</w:t>
      </w:r>
    </w:p>
    <w:p w:rsidR="00E00D30" w:rsidRDefault="00E00D30" w:rsidP="00E00D30">
      <w:r>
        <w:t>679.2179</w:t>
      </w:r>
      <w:r>
        <w:tab/>
        <w:t>1.013e0</w:t>
      </w:r>
    </w:p>
    <w:p w:rsidR="00E00D30" w:rsidRDefault="00E00D30" w:rsidP="00E00D30">
      <w:r>
        <w:t>679.2260</w:t>
      </w:r>
      <w:r>
        <w:tab/>
        <w:t>1.013e0</w:t>
      </w:r>
    </w:p>
    <w:p w:rsidR="00E00D30" w:rsidRDefault="00E00D30" w:rsidP="00E00D30">
      <w:r>
        <w:t>679.2436</w:t>
      </w:r>
      <w:r>
        <w:tab/>
        <w:t>2.025e0</w:t>
      </w:r>
    </w:p>
    <w:p w:rsidR="00E00D30" w:rsidRDefault="00E00D30" w:rsidP="00E00D30">
      <w:r>
        <w:t>679.3215</w:t>
      </w:r>
      <w:r>
        <w:tab/>
        <w:t>1.013e0</w:t>
      </w:r>
    </w:p>
    <w:p w:rsidR="00E00D30" w:rsidRDefault="00E00D30" w:rsidP="00E00D30">
      <w:r>
        <w:t>679.3508</w:t>
      </w:r>
      <w:r>
        <w:tab/>
        <w:t>2.025e0</w:t>
      </w:r>
    </w:p>
    <w:p w:rsidR="00E00D30" w:rsidRDefault="00E00D30" w:rsidP="00E00D30">
      <w:r>
        <w:t>679.3531</w:t>
      </w:r>
      <w:r>
        <w:tab/>
        <w:t>2.025e0</w:t>
      </w:r>
    </w:p>
    <w:p w:rsidR="00E00D30" w:rsidRDefault="00E00D30" w:rsidP="00E00D30">
      <w:r>
        <w:t>679.3619</w:t>
      </w:r>
      <w:r>
        <w:tab/>
        <w:t>2.025e0</w:t>
      </w:r>
    </w:p>
    <w:p w:rsidR="00E00D30" w:rsidRDefault="00E00D30" w:rsidP="00E00D30">
      <w:r>
        <w:t>679.3830</w:t>
      </w:r>
      <w:r>
        <w:tab/>
        <w:t>1.013e0</w:t>
      </w:r>
    </w:p>
    <w:p w:rsidR="00E00D30" w:rsidRDefault="00E00D30" w:rsidP="00E00D30">
      <w:r>
        <w:t>679.3882</w:t>
      </w:r>
      <w:r>
        <w:tab/>
        <w:t>3.038e0</w:t>
      </w:r>
    </w:p>
    <w:p w:rsidR="00E00D30" w:rsidRDefault="00E00D30" w:rsidP="00E00D30">
      <w:r>
        <w:t>679.4075</w:t>
      </w:r>
      <w:r>
        <w:tab/>
        <w:t>2.025e0</w:t>
      </w:r>
    </w:p>
    <w:p w:rsidR="00E00D30" w:rsidRDefault="00E00D30" w:rsidP="00E00D30">
      <w:r>
        <w:t>679.4514</w:t>
      </w:r>
      <w:r>
        <w:tab/>
        <w:t>6.076e0</w:t>
      </w:r>
    </w:p>
    <w:p w:rsidR="00E00D30" w:rsidRDefault="00E00D30" w:rsidP="00E00D30">
      <w:r>
        <w:t>679.4614</w:t>
      </w:r>
      <w:r>
        <w:tab/>
        <w:t>1.013e0</w:t>
      </w:r>
    </w:p>
    <w:p w:rsidR="00E00D30" w:rsidRDefault="00E00D30" w:rsidP="00E00D30">
      <w:r>
        <w:t>679.4690</w:t>
      </w:r>
      <w:r>
        <w:tab/>
        <w:t>3.038e0</w:t>
      </w:r>
    </w:p>
    <w:p w:rsidR="00E00D30" w:rsidRDefault="00E00D30" w:rsidP="00E00D30">
      <w:r>
        <w:t>679.4774</w:t>
      </w:r>
      <w:r>
        <w:tab/>
        <w:t>2.025e0</w:t>
      </w:r>
    </w:p>
    <w:p w:rsidR="00E00D30" w:rsidRDefault="00E00D30" w:rsidP="00E00D30">
      <w:r>
        <w:t>679.4905</w:t>
      </w:r>
      <w:r>
        <w:tab/>
        <w:t>4.007e0</w:t>
      </w:r>
    </w:p>
    <w:p w:rsidR="00E00D30" w:rsidRDefault="00E00D30" w:rsidP="00E00D30">
      <w:r>
        <w:t>679.5179</w:t>
      </w:r>
      <w:r>
        <w:tab/>
        <w:t>1.013e0</w:t>
      </w:r>
    </w:p>
    <w:p w:rsidR="00E00D30" w:rsidRDefault="00E00D30" w:rsidP="00E00D30">
      <w:r>
        <w:lastRenderedPageBreak/>
        <w:t>679.5214</w:t>
      </w:r>
      <w:r>
        <w:tab/>
        <w:t>1.013e0</w:t>
      </w:r>
    </w:p>
    <w:p w:rsidR="00E00D30" w:rsidRDefault="00E00D30" w:rsidP="00E00D30">
      <w:r>
        <w:t>679.5295</w:t>
      </w:r>
      <w:r>
        <w:tab/>
        <w:t>1.013e0</w:t>
      </w:r>
    </w:p>
    <w:p w:rsidR="00E00D30" w:rsidRDefault="00E00D30" w:rsidP="00E00D30">
      <w:r>
        <w:t>679.5374</w:t>
      </w:r>
      <w:r>
        <w:tab/>
        <w:t>1.013e0</w:t>
      </w:r>
    </w:p>
    <w:p w:rsidR="00E00D30" w:rsidRDefault="00E00D30" w:rsidP="00E00D30">
      <w:r>
        <w:t>679.5873</w:t>
      </w:r>
      <w:r>
        <w:tab/>
        <w:t>1.013e0</w:t>
      </w:r>
    </w:p>
    <w:p w:rsidR="00E00D30" w:rsidRDefault="00E00D30" w:rsidP="00E00D30">
      <w:r>
        <w:t>679.5988</w:t>
      </w:r>
      <w:r>
        <w:tab/>
        <w:t>1.013e0</w:t>
      </w:r>
    </w:p>
    <w:p w:rsidR="00E00D30" w:rsidRDefault="00E00D30" w:rsidP="00E00D30">
      <w:r>
        <w:t>679.6103</w:t>
      </w:r>
      <w:r>
        <w:tab/>
        <w:t>2.025e0</w:t>
      </w:r>
    </w:p>
    <w:p w:rsidR="00E00D30" w:rsidRDefault="00E00D30" w:rsidP="00E00D30">
      <w:r>
        <w:t>679.6116</w:t>
      </w:r>
      <w:r>
        <w:tab/>
        <w:t>1.013e0</w:t>
      </w:r>
    </w:p>
    <w:p w:rsidR="00E00D30" w:rsidRDefault="00E00D30" w:rsidP="00E00D30">
      <w:r>
        <w:t>679.6223</w:t>
      </w:r>
      <w:r>
        <w:tab/>
        <w:t>1.013e0</w:t>
      </w:r>
    </w:p>
    <w:p w:rsidR="00E00D30" w:rsidRDefault="00E00D30" w:rsidP="00E00D30">
      <w:r>
        <w:t>679.6731</w:t>
      </w:r>
      <w:r>
        <w:tab/>
        <w:t>2.025e0</w:t>
      </w:r>
    </w:p>
    <w:p w:rsidR="00E00D30" w:rsidRDefault="00E00D30" w:rsidP="00E00D30">
      <w:r>
        <w:t>679.6913</w:t>
      </w:r>
      <w:r>
        <w:tab/>
        <w:t>1.013e0</w:t>
      </w:r>
    </w:p>
    <w:p w:rsidR="00E00D30" w:rsidRDefault="00E00D30" w:rsidP="00E00D30">
      <w:r>
        <w:t>679.7090</w:t>
      </w:r>
      <w:r>
        <w:tab/>
        <w:t>2.025e0</w:t>
      </w:r>
    </w:p>
    <w:p w:rsidR="00E00D30" w:rsidRDefault="00E00D30" w:rsidP="00E00D30">
      <w:r>
        <w:t>679.7103</w:t>
      </w:r>
      <w:r>
        <w:tab/>
        <w:t>1.013e0</w:t>
      </w:r>
    </w:p>
    <w:p w:rsidR="00E00D30" w:rsidRDefault="00E00D30" w:rsidP="00E00D30">
      <w:r>
        <w:t>679.7148</w:t>
      </w:r>
      <w:r>
        <w:tab/>
        <w:t>1.013e0</w:t>
      </w:r>
    </w:p>
    <w:p w:rsidR="00E00D30" w:rsidRDefault="00E00D30" w:rsidP="00E00D30">
      <w:r>
        <w:t>679.7626</w:t>
      </w:r>
      <w:r>
        <w:tab/>
        <w:t>1.013e0</w:t>
      </w:r>
    </w:p>
    <w:p w:rsidR="00E00D30" w:rsidRDefault="00E00D30" w:rsidP="00E00D30">
      <w:r>
        <w:t>679.7968</w:t>
      </w:r>
      <w:r>
        <w:tab/>
        <w:t>1.013e0</w:t>
      </w:r>
    </w:p>
    <w:p w:rsidR="00E00D30" w:rsidRDefault="00E00D30" w:rsidP="00E00D30">
      <w:r>
        <w:t>679.8585</w:t>
      </w:r>
      <w:r>
        <w:tab/>
        <w:t>2.025e0</w:t>
      </w:r>
    </w:p>
    <w:p w:rsidR="00E00D30" w:rsidRDefault="00E00D30" w:rsidP="00E00D30">
      <w:r>
        <w:t>679.8663</w:t>
      </w:r>
      <w:r>
        <w:tab/>
        <w:t>1.013e0</w:t>
      </w:r>
    </w:p>
    <w:p w:rsidR="00E00D30" w:rsidRDefault="00E00D30" w:rsidP="00E00D30">
      <w:r>
        <w:t>679.8766</w:t>
      </w:r>
      <w:r>
        <w:tab/>
        <w:t>1.013e0</w:t>
      </w:r>
    </w:p>
    <w:p w:rsidR="00E00D30" w:rsidRDefault="00E00D30" w:rsidP="00E00D30">
      <w:r>
        <w:t>679.8914</w:t>
      </w:r>
      <w:r>
        <w:tab/>
        <w:t>2.025e0</w:t>
      </w:r>
    </w:p>
    <w:p w:rsidR="00E00D30" w:rsidRDefault="00E00D30" w:rsidP="00E00D30">
      <w:r>
        <w:lastRenderedPageBreak/>
        <w:t>679.9071</w:t>
      </w:r>
      <w:r>
        <w:tab/>
        <w:t>4.051e0</w:t>
      </w:r>
    </w:p>
    <w:p w:rsidR="00E00D30" w:rsidRDefault="00E00D30" w:rsidP="00E00D30">
      <w:r>
        <w:t>679.9114</w:t>
      </w:r>
      <w:r>
        <w:tab/>
        <w:t>1.013e0</w:t>
      </w:r>
    </w:p>
    <w:p w:rsidR="00E00D30" w:rsidRDefault="00E00D30" w:rsidP="00E00D30">
      <w:r>
        <w:t>679.9175</w:t>
      </w:r>
      <w:r>
        <w:tab/>
        <w:t>3.038e0</w:t>
      </w:r>
    </w:p>
    <w:p w:rsidR="00E00D30" w:rsidRDefault="00E00D30" w:rsidP="00E00D30">
      <w:r>
        <w:t>679.9218</w:t>
      </w:r>
      <w:r>
        <w:tab/>
        <w:t>2.025e0</w:t>
      </w:r>
    </w:p>
    <w:p w:rsidR="00E00D30" w:rsidRDefault="00E00D30" w:rsidP="00E00D30">
      <w:r>
        <w:t>679.9229</w:t>
      </w:r>
      <w:r>
        <w:tab/>
        <w:t>1.013e0</w:t>
      </w:r>
    </w:p>
    <w:p w:rsidR="00E00D30" w:rsidRDefault="00E00D30" w:rsidP="00E00D30">
      <w:r>
        <w:t>679.9700</w:t>
      </w:r>
      <w:r>
        <w:tab/>
        <w:t>1.013e0</w:t>
      </w:r>
    </w:p>
    <w:p w:rsidR="00E00D30" w:rsidRDefault="00E00D30" w:rsidP="00E00D30">
      <w:r>
        <w:t>680.0603</w:t>
      </w:r>
      <w:r>
        <w:tab/>
        <w:t>2.025e0</w:t>
      </w:r>
    </w:p>
    <w:p w:rsidR="00E00D30" w:rsidRDefault="00E00D30" w:rsidP="00E00D30">
      <w:r>
        <w:t>680.0732</w:t>
      </w:r>
      <w:r>
        <w:tab/>
        <w:t>1.013e0</w:t>
      </w:r>
    </w:p>
    <w:p w:rsidR="00E00D30" w:rsidRDefault="00E00D30" w:rsidP="00E00D30">
      <w:r>
        <w:t>680.0909</w:t>
      </w:r>
      <w:r>
        <w:tab/>
        <w:t>1.013e0</w:t>
      </w:r>
    </w:p>
    <w:p w:rsidR="00E00D30" w:rsidRDefault="00E00D30" w:rsidP="00E00D30">
      <w:r>
        <w:t>680.1195</w:t>
      </w:r>
      <w:r>
        <w:tab/>
        <w:t>3.038e0</w:t>
      </w:r>
    </w:p>
    <w:p w:rsidR="00E00D30" w:rsidRDefault="00E00D30" w:rsidP="00E00D30">
      <w:r>
        <w:t>680.1252</w:t>
      </w:r>
      <w:r>
        <w:tab/>
        <w:t>1.013e0</w:t>
      </w:r>
    </w:p>
    <w:p w:rsidR="00E00D30" w:rsidRDefault="00E00D30" w:rsidP="00E00D30">
      <w:r>
        <w:t>680.1598</w:t>
      </w:r>
      <w:r>
        <w:tab/>
        <w:t>1.013e0</w:t>
      </w:r>
    </w:p>
    <w:p w:rsidR="00E00D30" w:rsidRDefault="00E00D30" w:rsidP="00E00D30">
      <w:r>
        <w:t>680.1658</w:t>
      </w:r>
      <w:r>
        <w:tab/>
        <w:t>1.013e0</w:t>
      </w:r>
    </w:p>
    <w:p w:rsidR="00E00D30" w:rsidRDefault="00E00D30" w:rsidP="00E00D30">
      <w:r>
        <w:t>680.1859</w:t>
      </w:r>
      <w:r>
        <w:tab/>
        <w:t>2.025e0</w:t>
      </w:r>
    </w:p>
    <w:p w:rsidR="00E00D30" w:rsidRDefault="00E00D30" w:rsidP="00E00D30">
      <w:r>
        <w:t>680.2062</w:t>
      </w:r>
      <w:r>
        <w:tab/>
        <w:t>2.025e0</w:t>
      </w:r>
    </w:p>
    <w:p w:rsidR="00E00D30" w:rsidRDefault="00E00D30" w:rsidP="00E00D30">
      <w:r>
        <w:t>680.2181</w:t>
      </w:r>
      <w:r>
        <w:tab/>
        <w:t>2.025e0</w:t>
      </w:r>
    </w:p>
    <w:p w:rsidR="00E00D30" w:rsidRDefault="00E00D30" w:rsidP="00E00D30">
      <w:r>
        <w:t>680.2352</w:t>
      </w:r>
      <w:r>
        <w:tab/>
        <w:t>1.013e0</w:t>
      </w:r>
    </w:p>
    <w:p w:rsidR="00E00D30" w:rsidRDefault="00E00D30" w:rsidP="00E00D30">
      <w:r>
        <w:t>680.2697</w:t>
      </w:r>
      <w:r>
        <w:tab/>
        <w:t>2.025e0</w:t>
      </w:r>
    </w:p>
    <w:p w:rsidR="00E00D30" w:rsidRDefault="00E00D30" w:rsidP="00E00D30">
      <w:r>
        <w:t>680.2903</w:t>
      </w:r>
      <w:r>
        <w:tab/>
        <w:t>3.038e0</w:t>
      </w:r>
    </w:p>
    <w:p w:rsidR="00E00D30" w:rsidRDefault="00E00D30" w:rsidP="00E00D30">
      <w:r>
        <w:lastRenderedPageBreak/>
        <w:t>680.3162</w:t>
      </w:r>
      <w:r>
        <w:tab/>
        <w:t>1.013e0</w:t>
      </w:r>
    </w:p>
    <w:p w:rsidR="00E00D30" w:rsidRDefault="00E00D30" w:rsidP="00E00D30">
      <w:r>
        <w:t>680.3246</w:t>
      </w:r>
      <w:r>
        <w:tab/>
        <w:t>2.025e0</w:t>
      </w:r>
    </w:p>
    <w:p w:rsidR="00E00D30" w:rsidRDefault="00E00D30" w:rsidP="00E00D30">
      <w:r>
        <w:t>680.3339</w:t>
      </w:r>
      <w:r>
        <w:tab/>
        <w:t>2.025e0</w:t>
      </w:r>
    </w:p>
    <w:p w:rsidR="00E00D30" w:rsidRDefault="00E00D30" w:rsidP="00E00D30">
      <w:r>
        <w:t>680.3391</w:t>
      </w:r>
      <w:r>
        <w:tab/>
        <w:t>3.038e0</w:t>
      </w:r>
    </w:p>
    <w:p w:rsidR="00E00D30" w:rsidRDefault="00E00D30" w:rsidP="00E00D30">
      <w:r>
        <w:t>680.3633</w:t>
      </w:r>
      <w:r>
        <w:tab/>
        <w:t>1.013e0</w:t>
      </w:r>
    </w:p>
    <w:p w:rsidR="00E00D30" w:rsidRDefault="00E00D30" w:rsidP="00E00D30">
      <w:r>
        <w:t>680.4020</w:t>
      </w:r>
      <w:r>
        <w:tab/>
        <w:t>3.038e0</w:t>
      </w:r>
    </w:p>
    <w:p w:rsidR="00E00D30" w:rsidRDefault="00E00D30" w:rsidP="00E00D30">
      <w:r>
        <w:t>680.4070</w:t>
      </w:r>
      <w:r>
        <w:tab/>
        <w:t>3.038e0</w:t>
      </w:r>
    </w:p>
    <w:p w:rsidR="00E00D30" w:rsidRDefault="00E00D30" w:rsidP="00E00D30">
      <w:r>
        <w:t>680.4197</w:t>
      </w:r>
      <w:r>
        <w:tab/>
        <w:t>2.025e0</w:t>
      </w:r>
    </w:p>
    <w:p w:rsidR="00E00D30" w:rsidRDefault="00E00D30" w:rsidP="00E00D30">
      <w:r>
        <w:t>680.4490</w:t>
      </w:r>
      <w:r>
        <w:tab/>
        <w:t>3.038e0</w:t>
      </w:r>
    </w:p>
    <w:p w:rsidR="00E00D30" w:rsidRDefault="00E00D30" w:rsidP="00E00D30">
      <w:r>
        <w:t>680.4536</w:t>
      </w:r>
      <w:r>
        <w:tab/>
        <w:t>3.038e0</w:t>
      </w:r>
    </w:p>
    <w:p w:rsidR="00E00D30" w:rsidRDefault="00E00D30" w:rsidP="00E00D30">
      <w:r>
        <w:t>680.4624</w:t>
      </w:r>
      <w:r>
        <w:tab/>
        <w:t>1.114e1</w:t>
      </w:r>
    </w:p>
    <w:p w:rsidR="00E00D30" w:rsidRDefault="00E00D30" w:rsidP="00E00D30">
      <w:r>
        <w:t>680.4760</w:t>
      </w:r>
      <w:r>
        <w:tab/>
        <w:t>5.063e0</w:t>
      </w:r>
    </w:p>
    <w:p w:rsidR="00E00D30" w:rsidRDefault="00E00D30" w:rsidP="00E00D30">
      <w:r>
        <w:t>680.4843</w:t>
      </w:r>
      <w:r>
        <w:tab/>
        <w:t>4.051e0</w:t>
      </w:r>
    </w:p>
    <w:p w:rsidR="00E00D30" w:rsidRDefault="00E00D30" w:rsidP="00E00D30">
      <w:r>
        <w:t>680.4963</w:t>
      </w:r>
      <w:r>
        <w:tab/>
        <w:t>4.963e0</w:t>
      </w:r>
    </w:p>
    <w:p w:rsidR="00E00D30" w:rsidRDefault="00E00D30" w:rsidP="00E00D30">
      <w:r>
        <w:t>680.4976</w:t>
      </w:r>
      <w:r>
        <w:tab/>
        <w:t>3.038e0</w:t>
      </w:r>
    </w:p>
    <w:p w:rsidR="00E00D30" w:rsidRDefault="00E00D30" w:rsidP="00E00D30">
      <w:r>
        <w:t>680.5062</w:t>
      </w:r>
      <w:r>
        <w:tab/>
        <w:t>1.013e0</w:t>
      </w:r>
    </w:p>
    <w:p w:rsidR="00E00D30" w:rsidRDefault="00E00D30" w:rsidP="00E00D30">
      <w:r>
        <w:t>680.5404</w:t>
      </w:r>
      <w:r>
        <w:tab/>
        <w:t>1.013e0</w:t>
      </w:r>
    </w:p>
    <w:p w:rsidR="00E00D30" w:rsidRDefault="00E00D30" w:rsidP="00E00D30">
      <w:r>
        <w:t>680.5416</w:t>
      </w:r>
      <w:r>
        <w:tab/>
        <w:t>3.038e0</w:t>
      </w:r>
    </w:p>
    <w:p w:rsidR="00E00D30" w:rsidRDefault="00E00D30" w:rsidP="00E00D30">
      <w:r>
        <w:t>680.5433</w:t>
      </w:r>
      <w:r>
        <w:tab/>
        <w:t>3.038e0</w:t>
      </w:r>
    </w:p>
    <w:p w:rsidR="00E00D30" w:rsidRDefault="00E00D30" w:rsidP="00E00D30">
      <w:r>
        <w:lastRenderedPageBreak/>
        <w:t>680.5820</w:t>
      </w:r>
      <w:r>
        <w:tab/>
        <w:t>1.013e0</w:t>
      </w:r>
    </w:p>
    <w:p w:rsidR="00E00D30" w:rsidRDefault="00E00D30" w:rsidP="00E00D30">
      <w:r>
        <w:t>680.6100</w:t>
      </w:r>
      <w:r>
        <w:tab/>
        <w:t>1.013e0</w:t>
      </w:r>
    </w:p>
    <w:p w:rsidR="00E00D30" w:rsidRDefault="00E00D30" w:rsidP="00E00D30">
      <w:r>
        <w:t>680.6283</w:t>
      </w:r>
      <w:r>
        <w:tab/>
        <w:t>1.013e0</w:t>
      </w:r>
    </w:p>
    <w:p w:rsidR="00E00D30" w:rsidRDefault="00E00D30" w:rsidP="00E00D30">
      <w:r>
        <w:t>680.6295</w:t>
      </w:r>
      <w:r>
        <w:tab/>
        <w:t>2.025e0</w:t>
      </w:r>
    </w:p>
    <w:p w:rsidR="00E00D30" w:rsidRDefault="00E00D30" w:rsidP="00E00D30">
      <w:r>
        <w:t>680.6634</w:t>
      </w:r>
      <w:r>
        <w:tab/>
        <w:t>1.013e0</w:t>
      </w:r>
    </w:p>
    <w:p w:rsidR="00E00D30" w:rsidRDefault="00E00D30" w:rsidP="00E00D30">
      <w:r>
        <w:t>680.7452</w:t>
      </w:r>
      <w:r>
        <w:tab/>
        <w:t>1.013e0</w:t>
      </w:r>
    </w:p>
    <w:p w:rsidR="00E00D30" w:rsidRDefault="00E00D30" w:rsidP="00E00D30">
      <w:r>
        <w:t>680.7652</w:t>
      </w:r>
      <w:r>
        <w:tab/>
        <w:t>1.013e0</w:t>
      </w:r>
    </w:p>
    <w:p w:rsidR="00E00D30" w:rsidRDefault="00E00D30" w:rsidP="00E00D30">
      <w:r>
        <w:t>680.7672</w:t>
      </w:r>
      <w:r>
        <w:tab/>
        <w:t>1.013e0</w:t>
      </w:r>
    </w:p>
    <w:p w:rsidR="00E00D30" w:rsidRDefault="00E00D30" w:rsidP="00E00D30">
      <w:r>
        <w:t>680.7826</w:t>
      </w:r>
      <w:r>
        <w:tab/>
        <w:t>1.013e0</w:t>
      </w:r>
    </w:p>
    <w:p w:rsidR="00E00D30" w:rsidRDefault="00E00D30" w:rsidP="00E00D30">
      <w:r>
        <w:t>680.7907</w:t>
      </w:r>
      <w:r>
        <w:tab/>
        <w:t>1.013e0</w:t>
      </w:r>
    </w:p>
    <w:p w:rsidR="00E00D30" w:rsidRDefault="00E00D30" w:rsidP="00E00D30">
      <w:r>
        <w:t>680.8031</w:t>
      </w:r>
      <w:r>
        <w:tab/>
        <w:t>1.013e0</w:t>
      </w:r>
    </w:p>
    <w:p w:rsidR="00E00D30" w:rsidRDefault="00E00D30" w:rsidP="00E00D30">
      <w:r>
        <w:t>680.8138</w:t>
      </w:r>
      <w:r>
        <w:tab/>
        <w:t>1.013e0</w:t>
      </w:r>
    </w:p>
    <w:p w:rsidR="00E00D30" w:rsidRDefault="00E00D30" w:rsidP="00E00D30">
      <w:r>
        <w:t>680.8175</w:t>
      </w:r>
      <w:r>
        <w:tab/>
        <w:t>1.013e0</w:t>
      </w:r>
    </w:p>
    <w:p w:rsidR="00E00D30" w:rsidRDefault="00E00D30" w:rsidP="00E00D30">
      <w:r>
        <w:t>680.8517</w:t>
      </w:r>
      <w:r>
        <w:tab/>
        <w:t>1.013e0</w:t>
      </w:r>
    </w:p>
    <w:p w:rsidR="00E00D30" w:rsidRDefault="00E00D30" w:rsidP="00E00D30">
      <w:r>
        <w:t>680.8726</w:t>
      </w:r>
      <w:r>
        <w:tab/>
        <w:t>1.013e0</w:t>
      </w:r>
    </w:p>
    <w:p w:rsidR="00E00D30" w:rsidRDefault="00E00D30" w:rsidP="00E00D30">
      <w:r>
        <w:t>680.8834</w:t>
      </w:r>
      <w:r>
        <w:tab/>
        <w:t>1.013e0</w:t>
      </w:r>
    </w:p>
    <w:p w:rsidR="00E00D30" w:rsidRDefault="00E00D30" w:rsidP="00E00D30">
      <w:r>
        <w:t>680.9324</w:t>
      </w:r>
      <w:r>
        <w:tab/>
        <w:t>2.025e0</w:t>
      </w:r>
    </w:p>
    <w:p w:rsidR="00E00D30" w:rsidRDefault="00E00D30" w:rsidP="00E00D30">
      <w:r>
        <w:t>680.9380</w:t>
      </w:r>
      <w:r>
        <w:tab/>
        <w:t>1.013e0</w:t>
      </w:r>
    </w:p>
    <w:p w:rsidR="00E00D30" w:rsidRDefault="00E00D30" w:rsidP="00E00D30">
      <w:r>
        <w:t>680.9969</w:t>
      </w:r>
      <w:r>
        <w:tab/>
        <w:t>3.038e0</w:t>
      </w:r>
    </w:p>
    <w:p w:rsidR="00E00D30" w:rsidRDefault="00E00D30" w:rsidP="00E00D30">
      <w:r>
        <w:lastRenderedPageBreak/>
        <w:t>681.0069</w:t>
      </w:r>
      <w:r>
        <w:tab/>
        <w:t>1.013e0</w:t>
      </w:r>
    </w:p>
    <w:p w:rsidR="00E00D30" w:rsidRDefault="00E00D30" w:rsidP="00E00D30">
      <w:r>
        <w:t>681.0223</w:t>
      </w:r>
      <w:r>
        <w:tab/>
        <w:t>1.013e0</w:t>
      </w:r>
    </w:p>
    <w:p w:rsidR="00E00D30" w:rsidRDefault="00E00D30" w:rsidP="00E00D30">
      <w:r>
        <w:t>681.0463</w:t>
      </w:r>
      <w:r>
        <w:tab/>
        <w:t>1.013e0</w:t>
      </w:r>
    </w:p>
    <w:p w:rsidR="00E00D30" w:rsidRDefault="00E00D30" w:rsidP="00E00D30">
      <w:r>
        <w:t>681.0596</w:t>
      </w:r>
      <w:r>
        <w:tab/>
        <w:t>1.013e0</w:t>
      </w:r>
    </w:p>
    <w:p w:rsidR="00E00D30" w:rsidRDefault="00E00D30" w:rsidP="00E00D30">
      <w:r>
        <w:t>681.0686</w:t>
      </w:r>
      <w:r>
        <w:tab/>
        <w:t>1.013e0</w:t>
      </w:r>
    </w:p>
    <w:p w:rsidR="00E00D30" w:rsidRDefault="00E00D30" w:rsidP="00E00D30">
      <w:r>
        <w:t>681.1030</w:t>
      </w:r>
      <w:r>
        <w:tab/>
        <w:t>1.013e0</w:t>
      </w:r>
    </w:p>
    <w:p w:rsidR="00E00D30" w:rsidRDefault="00E00D30" w:rsidP="00E00D30">
      <w:r>
        <w:t>681.1107</w:t>
      </w:r>
      <w:r>
        <w:tab/>
        <w:t>1.013e0</w:t>
      </w:r>
    </w:p>
    <w:p w:rsidR="00E00D30" w:rsidRDefault="00E00D30" w:rsidP="00E00D30">
      <w:r>
        <w:t>681.1265</w:t>
      </w:r>
      <w:r>
        <w:tab/>
        <w:t>3.038e0</w:t>
      </w:r>
    </w:p>
    <w:p w:rsidR="00E00D30" w:rsidRDefault="00E00D30" w:rsidP="00E00D30">
      <w:r>
        <w:t>681.1802</w:t>
      </w:r>
      <w:r>
        <w:tab/>
        <w:t>1.013e0</w:t>
      </w:r>
    </w:p>
    <w:p w:rsidR="00E00D30" w:rsidRDefault="00E00D30" w:rsidP="00E00D30">
      <w:r>
        <w:t>681.1960</w:t>
      </w:r>
      <w:r>
        <w:tab/>
        <w:t>1.013e0</w:t>
      </w:r>
    </w:p>
    <w:p w:rsidR="00E00D30" w:rsidRDefault="00E00D30" w:rsidP="00E00D30">
      <w:r>
        <w:t>681.2084</w:t>
      </w:r>
      <w:r>
        <w:tab/>
        <w:t>1.013e0</w:t>
      </w:r>
    </w:p>
    <w:p w:rsidR="00E00D30" w:rsidRDefault="00E00D30" w:rsidP="00E00D30">
      <w:r>
        <w:t>681.2144</w:t>
      </w:r>
      <w:r>
        <w:tab/>
        <w:t>1.013e0</w:t>
      </w:r>
    </w:p>
    <w:p w:rsidR="00E00D30" w:rsidRDefault="00E00D30" w:rsidP="00E00D30">
      <w:r>
        <w:t>681.2200</w:t>
      </w:r>
      <w:r>
        <w:tab/>
        <w:t>1.013e0</w:t>
      </w:r>
    </w:p>
    <w:p w:rsidR="00E00D30" w:rsidRDefault="00E00D30" w:rsidP="00E00D30">
      <w:r>
        <w:t>681.2424</w:t>
      </w:r>
      <w:r>
        <w:tab/>
        <w:t>1.013e0</w:t>
      </w:r>
    </w:p>
    <w:p w:rsidR="00E00D30" w:rsidRDefault="00E00D30" w:rsidP="00E00D30">
      <w:r>
        <w:t>681.2444</w:t>
      </w:r>
      <w:r>
        <w:tab/>
        <w:t>2.025e0</w:t>
      </w:r>
    </w:p>
    <w:p w:rsidR="00E00D30" w:rsidRDefault="00E00D30" w:rsidP="00E00D30">
      <w:r>
        <w:t>681.2690</w:t>
      </w:r>
      <w:r>
        <w:tab/>
        <w:t>3.038e0</w:t>
      </w:r>
    </w:p>
    <w:p w:rsidR="00E00D30" w:rsidRDefault="00E00D30" w:rsidP="00E00D30">
      <w:r>
        <w:t>681.2887</w:t>
      </w:r>
      <w:r>
        <w:tab/>
        <w:t>1.013e0</w:t>
      </w:r>
    </w:p>
    <w:p w:rsidR="00E00D30" w:rsidRDefault="00E00D30" w:rsidP="00E00D30">
      <w:r>
        <w:t>681.3358</w:t>
      </w:r>
      <w:r>
        <w:tab/>
        <w:t>1.013e0</w:t>
      </w:r>
    </w:p>
    <w:p w:rsidR="00E00D30" w:rsidRDefault="00E00D30" w:rsidP="00E00D30">
      <w:r>
        <w:t>681.3528</w:t>
      </w:r>
      <w:r>
        <w:tab/>
        <w:t>1.013e0</w:t>
      </w:r>
    </w:p>
    <w:p w:rsidR="00E00D30" w:rsidRDefault="00E00D30" w:rsidP="00E00D30">
      <w:r>
        <w:lastRenderedPageBreak/>
        <w:t>681.3582</w:t>
      </w:r>
      <w:r>
        <w:tab/>
        <w:t>1.013e0</w:t>
      </w:r>
    </w:p>
    <w:p w:rsidR="00E00D30" w:rsidRDefault="00E00D30" w:rsidP="00E00D30">
      <w:r>
        <w:t>681.3694</w:t>
      </w:r>
      <w:r>
        <w:tab/>
        <w:t>1.013e0</w:t>
      </w:r>
    </w:p>
    <w:p w:rsidR="00E00D30" w:rsidRDefault="00E00D30" w:rsidP="00E00D30">
      <w:r>
        <w:t>681.3706</w:t>
      </w:r>
      <w:r>
        <w:tab/>
        <w:t>3.038e0</w:t>
      </w:r>
    </w:p>
    <w:p w:rsidR="00E00D30" w:rsidRDefault="00E00D30" w:rsidP="00E00D30">
      <w:r>
        <w:t>681.3814</w:t>
      </w:r>
      <w:r>
        <w:tab/>
        <w:t>1.013e0</w:t>
      </w:r>
    </w:p>
    <w:p w:rsidR="00E00D30" w:rsidRDefault="00E00D30" w:rsidP="00E00D30">
      <w:r>
        <w:t>681.4054</w:t>
      </w:r>
      <w:r>
        <w:tab/>
        <w:t>1.013e0</w:t>
      </w:r>
    </w:p>
    <w:p w:rsidR="00E00D30" w:rsidRDefault="00E00D30" w:rsidP="00E00D30">
      <w:r>
        <w:t>681.4296</w:t>
      </w:r>
      <w:r>
        <w:tab/>
        <w:t>3.038e0</w:t>
      </w:r>
    </w:p>
    <w:p w:rsidR="00E00D30" w:rsidRDefault="00E00D30" w:rsidP="00E00D30">
      <w:r>
        <w:t>681.4332</w:t>
      </w:r>
      <w:r>
        <w:tab/>
        <w:t>2.025e0</w:t>
      </w:r>
    </w:p>
    <w:p w:rsidR="00E00D30" w:rsidRDefault="00E00D30" w:rsidP="00E00D30">
      <w:r>
        <w:t>681.4487</w:t>
      </w:r>
      <w:r>
        <w:tab/>
        <w:t>2.025e0</w:t>
      </w:r>
    </w:p>
    <w:p w:rsidR="00E00D30" w:rsidRDefault="00E00D30" w:rsidP="00E00D30">
      <w:r>
        <w:t>681.4735</w:t>
      </w:r>
      <w:r>
        <w:tab/>
        <w:t>3.038e0</w:t>
      </w:r>
    </w:p>
    <w:p w:rsidR="00E00D30" w:rsidRDefault="00E00D30" w:rsidP="00E00D30">
      <w:r>
        <w:t>681.4752</w:t>
      </w:r>
      <w:r>
        <w:tab/>
        <w:t>1.013e0</w:t>
      </w:r>
    </w:p>
    <w:p w:rsidR="00E00D30" w:rsidRDefault="00E00D30" w:rsidP="00E00D30">
      <w:r>
        <w:t>681.4915</w:t>
      </w:r>
      <w:r>
        <w:tab/>
        <w:t>3.038e0</w:t>
      </w:r>
    </w:p>
    <w:p w:rsidR="00E00D30" w:rsidRDefault="00E00D30" w:rsidP="00E00D30">
      <w:r>
        <w:t>681.4982</w:t>
      </w:r>
      <w:r>
        <w:tab/>
        <w:t>3.038e0</w:t>
      </w:r>
    </w:p>
    <w:p w:rsidR="00E00D30" w:rsidRDefault="00E00D30" w:rsidP="00E00D30">
      <w:r>
        <w:t>681.5258</w:t>
      </w:r>
      <w:r>
        <w:tab/>
        <w:t>2.025e0</w:t>
      </w:r>
    </w:p>
    <w:p w:rsidR="00E00D30" w:rsidRDefault="00E00D30" w:rsidP="00E00D30">
      <w:r>
        <w:t>681.5320</w:t>
      </w:r>
      <w:r>
        <w:tab/>
        <w:t>1.013e0</w:t>
      </w:r>
    </w:p>
    <w:p w:rsidR="00E00D30" w:rsidRDefault="00E00D30" w:rsidP="00E00D30">
      <w:r>
        <w:t>681.5552</w:t>
      </w:r>
      <w:r>
        <w:tab/>
        <w:t>1.013e0</w:t>
      </w:r>
    </w:p>
    <w:p w:rsidR="00E00D30" w:rsidRDefault="00E00D30" w:rsidP="00E00D30">
      <w:r>
        <w:t>681.5715</w:t>
      </w:r>
      <w:r>
        <w:tab/>
        <w:t>3.038e0</w:t>
      </w:r>
    </w:p>
    <w:p w:rsidR="00E00D30" w:rsidRDefault="00E00D30" w:rsidP="00E00D30">
      <w:r>
        <w:t>681.5790</w:t>
      </w:r>
      <w:r>
        <w:tab/>
        <w:t>2.025e0</w:t>
      </w:r>
    </w:p>
    <w:p w:rsidR="00E00D30" w:rsidRDefault="00E00D30" w:rsidP="00E00D30">
      <w:r>
        <w:t>681.5954</w:t>
      </w:r>
      <w:r>
        <w:tab/>
        <w:t>1.013e0</w:t>
      </w:r>
    </w:p>
    <w:p w:rsidR="00E00D30" w:rsidRDefault="00E00D30" w:rsidP="00E00D30">
      <w:r>
        <w:t>681.6024</w:t>
      </w:r>
      <w:r>
        <w:tab/>
        <w:t>1.013e0</w:t>
      </w:r>
    </w:p>
    <w:p w:rsidR="00E00D30" w:rsidRDefault="00E00D30" w:rsidP="00E00D30">
      <w:r>
        <w:lastRenderedPageBreak/>
        <w:t>681.6244</w:t>
      </w:r>
      <w:r>
        <w:tab/>
        <w:t>2.025e0</w:t>
      </w:r>
    </w:p>
    <w:p w:rsidR="00E00D30" w:rsidRDefault="00E00D30" w:rsidP="00E00D30">
      <w:r>
        <w:t>681.6256</w:t>
      </w:r>
      <w:r>
        <w:tab/>
        <w:t>2.025e0</w:t>
      </w:r>
    </w:p>
    <w:p w:rsidR="00E00D30" w:rsidRDefault="00E00D30" w:rsidP="00E00D30">
      <w:r>
        <w:t>681.6827</w:t>
      </w:r>
      <w:r>
        <w:tab/>
        <w:t>1.013e0</w:t>
      </w:r>
    </w:p>
    <w:p w:rsidR="00E00D30" w:rsidRDefault="00E00D30" w:rsidP="00E00D30">
      <w:r>
        <w:t>681.6988</w:t>
      </w:r>
      <w:r>
        <w:tab/>
        <w:t>1.013e0</w:t>
      </w:r>
    </w:p>
    <w:p w:rsidR="00E00D30" w:rsidRDefault="00E00D30" w:rsidP="00E00D30">
      <w:r>
        <w:t>681.7338</w:t>
      </w:r>
      <w:r>
        <w:tab/>
        <w:t>1.013e0</w:t>
      </w:r>
    </w:p>
    <w:p w:rsidR="00E00D30" w:rsidRDefault="00E00D30" w:rsidP="00E00D30">
      <w:r>
        <w:t>681.7531</w:t>
      </w:r>
      <w:r>
        <w:tab/>
        <w:t>1.013e0</w:t>
      </w:r>
    </w:p>
    <w:p w:rsidR="00E00D30" w:rsidRDefault="00E00D30" w:rsidP="00E00D30">
      <w:r>
        <w:t>681.8136</w:t>
      </w:r>
      <w:r>
        <w:tab/>
        <w:t>2.025e0</w:t>
      </w:r>
    </w:p>
    <w:p w:rsidR="00E00D30" w:rsidRDefault="00E00D30" w:rsidP="00E00D30">
      <w:r>
        <w:t>681.8343</w:t>
      </w:r>
      <w:r>
        <w:tab/>
        <w:t>1.013e0</w:t>
      </w:r>
    </w:p>
    <w:p w:rsidR="00E00D30" w:rsidRDefault="00E00D30" w:rsidP="00E00D30">
      <w:r>
        <w:t>681.8447</w:t>
      </w:r>
      <w:r>
        <w:tab/>
        <w:t>1.013e0</w:t>
      </w:r>
    </w:p>
    <w:p w:rsidR="00E00D30" w:rsidRDefault="00E00D30" w:rsidP="00E00D30">
      <w:r>
        <w:t>681.9232</w:t>
      </w:r>
      <w:r>
        <w:tab/>
        <w:t>1.013e0</w:t>
      </w:r>
    </w:p>
    <w:p w:rsidR="00E00D30" w:rsidRDefault="00E00D30" w:rsidP="00E00D30">
      <w:r>
        <w:t>681.9490</w:t>
      </w:r>
      <w:r>
        <w:tab/>
        <w:t>1.013e0</w:t>
      </w:r>
    </w:p>
    <w:p w:rsidR="00E00D30" w:rsidRDefault="00E00D30" w:rsidP="00E00D30">
      <w:r>
        <w:t>681.9976</w:t>
      </w:r>
      <w:r>
        <w:tab/>
        <w:t>3.038e0</w:t>
      </w:r>
    </w:p>
    <w:p w:rsidR="00E00D30" w:rsidRDefault="00E00D30" w:rsidP="00E00D30">
      <w:r>
        <w:t>682.0313</w:t>
      </w:r>
      <w:r>
        <w:tab/>
        <w:t>2.025e0</w:t>
      </w:r>
    </w:p>
    <w:p w:rsidR="00E00D30" w:rsidRDefault="00E00D30" w:rsidP="00E00D30">
      <w:r>
        <w:t>682.0422</w:t>
      </w:r>
      <w:r>
        <w:tab/>
        <w:t>3.038e0</w:t>
      </w:r>
    </w:p>
    <w:p w:rsidR="00E00D30" w:rsidRDefault="00E00D30" w:rsidP="00E00D30">
      <w:r>
        <w:t>682.0766</w:t>
      </w:r>
      <w:r>
        <w:tab/>
        <w:t>1.013e0</w:t>
      </w:r>
    </w:p>
    <w:p w:rsidR="00E00D30" w:rsidRDefault="00E00D30" w:rsidP="00E00D30">
      <w:r>
        <w:t>682.0782</w:t>
      </w:r>
      <w:r>
        <w:tab/>
        <w:t>2.025e0</w:t>
      </w:r>
    </w:p>
    <w:p w:rsidR="00E00D30" w:rsidRDefault="00E00D30" w:rsidP="00E00D30">
      <w:r>
        <w:t>682.1318</w:t>
      </w:r>
      <w:r>
        <w:tab/>
        <w:t>1.013e0</w:t>
      </w:r>
    </w:p>
    <w:p w:rsidR="00E00D30" w:rsidRDefault="00E00D30" w:rsidP="00E00D30">
      <w:r>
        <w:t>682.1487</w:t>
      </w:r>
      <w:r>
        <w:tab/>
        <w:t>1.013e0</w:t>
      </w:r>
    </w:p>
    <w:p w:rsidR="00E00D30" w:rsidRDefault="00E00D30" w:rsidP="00E00D30">
      <w:r>
        <w:t>682.1581</w:t>
      </w:r>
      <w:r>
        <w:tab/>
        <w:t>1.013e0</w:t>
      </w:r>
    </w:p>
    <w:p w:rsidR="00E00D30" w:rsidRDefault="00E00D30" w:rsidP="00E00D30">
      <w:r>
        <w:lastRenderedPageBreak/>
        <w:t>682.1652</w:t>
      </w:r>
      <w:r>
        <w:tab/>
        <w:t>1.013e0</w:t>
      </w:r>
    </w:p>
    <w:p w:rsidR="00E00D30" w:rsidRDefault="00E00D30" w:rsidP="00E00D30">
      <w:r>
        <w:t>682.1816</w:t>
      </w:r>
      <w:r>
        <w:tab/>
        <w:t>3.038e0</w:t>
      </w:r>
    </w:p>
    <w:p w:rsidR="00E00D30" w:rsidRDefault="00E00D30" w:rsidP="00E00D30">
      <w:r>
        <w:t>682.1926</w:t>
      </w:r>
      <w:r>
        <w:tab/>
        <w:t>1.013e0</w:t>
      </w:r>
    </w:p>
    <w:p w:rsidR="00E00D30" w:rsidRDefault="00E00D30" w:rsidP="00E00D30">
      <w:r>
        <w:t>682.1998</w:t>
      </w:r>
      <w:r>
        <w:tab/>
        <w:t>1.013e0</w:t>
      </w:r>
    </w:p>
    <w:p w:rsidR="00E00D30" w:rsidRDefault="00E00D30" w:rsidP="00E00D30">
      <w:r>
        <w:t>682.2394</w:t>
      </w:r>
      <w:r>
        <w:tab/>
        <w:t>1.013e0</w:t>
      </w:r>
    </w:p>
    <w:p w:rsidR="00E00D30" w:rsidRDefault="00E00D30" w:rsidP="00E00D30">
      <w:r>
        <w:t>682.2510</w:t>
      </w:r>
      <w:r>
        <w:tab/>
        <w:t>1.013e0</w:t>
      </w:r>
    </w:p>
    <w:p w:rsidR="00E00D30" w:rsidRDefault="00E00D30" w:rsidP="00E00D30">
      <w:r>
        <w:t>682.2693</w:t>
      </w:r>
      <w:r>
        <w:tab/>
        <w:t>1.013e0</w:t>
      </w:r>
    </w:p>
    <w:p w:rsidR="00E00D30" w:rsidRDefault="00E00D30" w:rsidP="00E00D30">
      <w:r>
        <w:t>682.3210</w:t>
      </w:r>
      <w:r>
        <w:tab/>
        <w:t>1.013e0</w:t>
      </w:r>
    </w:p>
    <w:p w:rsidR="00E00D30" w:rsidRDefault="00E00D30" w:rsidP="00E00D30">
      <w:r>
        <w:t>682.3256</w:t>
      </w:r>
      <w:r>
        <w:tab/>
        <w:t>3.038e0</w:t>
      </w:r>
    </w:p>
    <w:p w:rsidR="00E00D30" w:rsidRDefault="00E00D30" w:rsidP="00E00D30">
      <w:r>
        <w:t>682.3318</w:t>
      </w:r>
      <w:r>
        <w:tab/>
        <w:t>1.013e0</w:t>
      </w:r>
    </w:p>
    <w:p w:rsidR="00E00D30" w:rsidRDefault="00E00D30" w:rsidP="00E00D30">
      <w:r>
        <w:t>682.3770</w:t>
      </w:r>
      <w:r>
        <w:tab/>
        <w:t>2.025e0</w:t>
      </w:r>
    </w:p>
    <w:p w:rsidR="00E00D30" w:rsidRDefault="00E00D30" w:rsidP="00E00D30">
      <w:r>
        <w:t>682.3826</w:t>
      </w:r>
      <w:r>
        <w:tab/>
        <w:t>2.025e0</w:t>
      </w:r>
    </w:p>
    <w:p w:rsidR="00E00D30" w:rsidRDefault="00E00D30" w:rsidP="00E00D30">
      <w:r>
        <w:t>682.4134</w:t>
      </w:r>
      <w:r>
        <w:tab/>
        <w:t>1.013e0</w:t>
      </w:r>
    </w:p>
    <w:p w:rsidR="00E00D30" w:rsidRDefault="00E00D30" w:rsidP="00E00D30">
      <w:r>
        <w:t>682.4246</w:t>
      </w:r>
      <w:r>
        <w:tab/>
        <w:t>1.013e0</w:t>
      </w:r>
    </w:p>
    <w:p w:rsidR="00E00D30" w:rsidRDefault="00E00D30" w:rsidP="00E00D30">
      <w:r>
        <w:t>682.4315</w:t>
      </w:r>
      <w:r>
        <w:tab/>
        <w:t>2.025e0</w:t>
      </w:r>
    </w:p>
    <w:p w:rsidR="00E00D30" w:rsidRDefault="00E00D30" w:rsidP="00E00D30">
      <w:r>
        <w:t>682.4772</w:t>
      </w:r>
      <w:r>
        <w:tab/>
        <w:t>2.025e0</w:t>
      </w:r>
    </w:p>
    <w:p w:rsidR="00E00D30" w:rsidRDefault="00E00D30" w:rsidP="00E00D30">
      <w:r>
        <w:t>682.4943</w:t>
      </w:r>
      <w:r>
        <w:tab/>
        <w:t>2.025e0</w:t>
      </w:r>
    </w:p>
    <w:p w:rsidR="00E00D30" w:rsidRDefault="00E00D30" w:rsidP="00E00D30">
      <w:r>
        <w:t>682.5059</w:t>
      </w:r>
      <w:r>
        <w:tab/>
        <w:t>1.013e0</w:t>
      </w:r>
    </w:p>
    <w:p w:rsidR="00E00D30" w:rsidRDefault="00E00D30" w:rsidP="00E00D30">
      <w:r>
        <w:t>682.5071</w:t>
      </w:r>
      <w:r>
        <w:tab/>
        <w:t>1.013e0</w:t>
      </w:r>
    </w:p>
    <w:p w:rsidR="00E00D30" w:rsidRDefault="00E00D30" w:rsidP="00E00D30">
      <w:r>
        <w:lastRenderedPageBreak/>
        <w:t>682.5094</w:t>
      </w:r>
      <w:r>
        <w:tab/>
        <w:t>3.038e0</w:t>
      </w:r>
    </w:p>
    <w:p w:rsidR="00E00D30" w:rsidRDefault="00E00D30" w:rsidP="00E00D30">
      <w:r>
        <w:t>682.5359</w:t>
      </w:r>
      <w:r>
        <w:tab/>
        <w:t>3.038e0</w:t>
      </w:r>
    </w:p>
    <w:p w:rsidR="00E00D30" w:rsidRDefault="00E00D30" w:rsidP="00E00D30">
      <w:r>
        <w:t>682.5636</w:t>
      </w:r>
      <w:r>
        <w:tab/>
        <w:t>2.025e0</w:t>
      </w:r>
    </w:p>
    <w:p w:rsidR="00E00D30" w:rsidRDefault="00E00D30" w:rsidP="00E00D30">
      <w:r>
        <w:t>682.6335</w:t>
      </w:r>
      <w:r>
        <w:tab/>
        <w:t>1.013e0</w:t>
      </w:r>
    </w:p>
    <w:p w:rsidR="00E00D30" w:rsidRDefault="00E00D30" w:rsidP="00E00D30">
      <w:r>
        <w:t>682.6499</w:t>
      </w:r>
      <w:r>
        <w:tab/>
        <w:t>1.013e0</w:t>
      </w:r>
    </w:p>
    <w:p w:rsidR="00E00D30" w:rsidRDefault="00E00D30" w:rsidP="00E00D30">
      <w:r>
        <w:t>682.6546</w:t>
      </w:r>
      <w:r>
        <w:tab/>
        <w:t>2.025e0</w:t>
      </w:r>
    </w:p>
    <w:p w:rsidR="00E00D30" w:rsidRDefault="00E00D30" w:rsidP="00E00D30">
      <w:r>
        <w:t>682.6668</w:t>
      </w:r>
      <w:r>
        <w:tab/>
        <w:t>1.013e0</w:t>
      </w:r>
    </w:p>
    <w:p w:rsidR="00E00D30" w:rsidRDefault="00E00D30" w:rsidP="00E00D30">
      <w:r>
        <w:t>682.6799</w:t>
      </w:r>
      <w:r>
        <w:tab/>
        <w:t>3.038e0</w:t>
      </w:r>
    </w:p>
    <w:p w:rsidR="00E00D30" w:rsidRDefault="00E00D30" w:rsidP="00E00D30">
      <w:r>
        <w:t>682.7710</w:t>
      </w:r>
      <w:r>
        <w:tab/>
        <w:t>3.038e0</w:t>
      </w:r>
    </w:p>
    <w:p w:rsidR="00E00D30" w:rsidRDefault="00E00D30" w:rsidP="00E00D30">
      <w:r>
        <w:t>682.7856</w:t>
      </w:r>
      <w:r>
        <w:tab/>
        <w:t>1.013e0</w:t>
      </w:r>
    </w:p>
    <w:p w:rsidR="00E00D30" w:rsidRDefault="00E00D30" w:rsidP="00E00D30">
      <w:r>
        <w:t>682.8224</w:t>
      </w:r>
      <w:r>
        <w:tab/>
        <w:t>1.013e0</w:t>
      </w:r>
    </w:p>
    <w:p w:rsidR="00E00D30" w:rsidRDefault="00E00D30" w:rsidP="00E00D30">
      <w:r>
        <w:t>682.8484</w:t>
      </w:r>
      <w:r>
        <w:tab/>
        <w:t>2.025e0</w:t>
      </w:r>
    </w:p>
    <w:p w:rsidR="00E00D30" w:rsidRDefault="00E00D30" w:rsidP="00E00D30">
      <w:r>
        <w:t>682.8889</w:t>
      </w:r>
      <w:r>
        <w:tab/>
        <w:t>1.013e0</w:t>
      </w:r>
    </w:p>
    <w:p w:rsidR="00E00D30" w:rsidRDefault="00E00D30" w:rsidP="00E00D30">
      <w:r>
        <w:t>682.8919</w:t>
      </w:r>
      <w:r>
        <w:tab/>
        <w:t>1.013e0</w:t>
      </w:r>
    </w:p>
    <w:p w:rsidR="00E00D30" w:rsidRDefault="00E00D30" w:rsidP="00E00D30">
      <w:r>
        <w:t>682.9586</w:t>
      </w:r>
      <w:r>
        <w:tab/>
        <w:t>1.013e0</w:t>
      </w:r>
    </w:p>
    <w:p w:rsidR="00E00D30" w:rsidRDefault="00E00D30" w:rsidP="00E00D30">
      <w:r>
        <w:t>682.9714</w:t>
      </w:r>
      <w:r>
        <w:tab/>
        <w:t>1.013e0</w:t>
      </w:r>
    </w:p>
    <w:p w:rsidR="00E00D30" w:rsidRDefault="00E00D30" w:rsidP="00E00D30">
      <w:r>
        <w:t>682.9954</w:t>
      </w:r>
      <w:r>
        <w:tab/>
        <w:t>2.025e0</w:t>
      </w:r>
    </w:p>
    <w:p w:rsidR="00E00D30" w:rsidRDefault="00E00D30" w:rsidP="00E00D30">
      <w:r>
        <w:t>683.0063</w:t>
      </w:r>
      <w:r>
        <w:tab/>
        <w:t>1.013e0</w:t>
      </w:r>
    </w:p>
    <w:p w:rsidR="00E00D30" w:rsidRDefault="00E00D30" w:rsidP="00E00D30">
      <w:r>
        <w:t>683.0296</w:t>
      </w:r>
      <w:r>
        <w:tab/>
        <w:t>2.025e0</w:t>
      </w:r>
    </w:p>
    <w:p w:rsidR="00E00D30" w:rsidRDefault="00E00D30" w:rsidP="00E00D30">
      <w:r>
        <w:lastRenderedPageBreak/>
        <w:t>683.0399</w:t>
      </w:r>
      <w:r>
        <w:tab/>
        <w:t>1.013e0</w:t>
      </w:r>
    </w:p>
    <w:p w:rsidR="00E00D30" w:rsidRDefault="00E00D30" w:rsidP="00E00D30">
      <w:r>
        <w:t>683.0519</w:t>
      </w:r>
      <w:r>
        <w:tab/>
        <w:t>1.013e0</w:t>
      </w:r>
    </w:p>
    <w:p w:rsidR="00E00D30" w:rsidRDefault="00E00D30" w:rsidP="00E00D30">
      <w:r>
        <w:t>683.0747</w:t>
      </w:r>
      <w:r>
        <w:tab/>
        <w:t>1.013e0</w:t>
      </w:r>
    </w:p>
    <w:p w:rsidR="00E00D30" w:rsidRDefault="00E00D30" w:rsidP="00E00D30">
      <w:r>
        <w:t>683.0864</w:t>
      </w:r>
      <w:r>
        <w:tab/>
        <w:t>1.013e0</w:t>
      </w:r>
    </w:p>
    <w:p w:rsidR="00E00D30" w:rsidRDefault="00E00D30" w:rsidP="00E00D30">
      <w:r>
        <w:t>683.0980</w:t>
      </w:r>
      <w:r>
        <w:tab/>
        <w:t>1.013e0</w:t>
      </w:r>
    </w:p>
    <w:p w:rsidR="00E00D30" w:rsidRDefault="00E00D30" w:rsidP="00E00D30">
      <w:r>
        <w:t>683.1213</w:t>
      </w:r>
      <w:r>
        <w:tab/>
        <w:t>2.025e0</w:t>
      </w:r>
    </w:p>
    <w:p w:rsidR="00E00D30" w:rsidRDefault="00E00D30" w:rsidP="00E00D30">
      <w:r>
        <w:t>683.1332</w:t>
      </w:r>
      <w:r>
        <w:tab/>
        <w:t>1.013e0</w:t>
      </w:r>
    </w:p>
    <w:p w:rsidR="00E00D30" w:rsidRDefault="00E00D30" w:rsidP="00E00D30">
      <w:r>
        <w:t>683.1517</w:t>
      </w:r>
      <w:r>
        <w:tab/>
        <w:t>1.013e0</w:t>
      </w:r>
    </w:p>
    <w:p w:rsidR="00E00D30" w:rsidRDefault="00E00D30" w:rsidP="00E00D30">
      <w:r>
        <w:t>683.1611</w:t>
      </w:r>
      <w:r>
        <w:tab/>
        <w:t>2.025e0</w:t>
      </w:r>
    </w:p>
    <w:p w:rsidR="00E00D30" w:rsidRDefault="00E00D30" w:rsidP="00E00D30">
      <w:r>
        <w:t>683.1678</w:t>
      </w:r>
      <w:r>
        <w:tab/>
        <w:t>1.013e0</w:t>
      </w:r>
    </w:p>
    <w:p w:rsidR="00E00D30" w:rsidRDefault="00E00D30" w:rsidP="00E00D30">
      <w:r>
        <w:t>683.2305</w:t>
      </w:r>
      <w:r>
        <w:tab/>
        <w:t>2.025e0</w:t>
      </w:r>
    </w:p>
    <w:p w:rsidR="00E00D30" w:rsidRDefault="00E00D30" w:rsidP="00E00D30">
      <w:r>
        <w:t>683.2382</w:t>
      </w:r>
      <w:r>
        <w:tab/>
        <w:t>2.025e0</w:t>
      </w:r>
    </w:p>
    <w:p w:rsidR="00E00D30" w:rsidRDefault="00E00D30" w:rsidP="00E00D30">
      <w:r>
        <w:t>683.2547</w:t>
      </w:r>
      <w:r>
        <w:tab/>
        <w:t>1.013e0</w:t>
      </w:r>
    </w:p>
    <w:p w:rsidR="00E00D30" w:rsidRDefault="00E00D30" w:rsidP="00E00D30">
      <w:r>
        <w:t>683.2719</w:t>
      </w:r>
      <w:r>
        <w:tab/>
        <w:t>1.013e0</w:t>
      </w:r>
    </w:p>
    <w:p w:rsidR="00E00D30" w:rsidRDefault="00E00D30" w:rsidP="00E00D30">
      <w:r>
        <w:t>683.2734</w:t>
      </w:r>
      <w:r>
        <w:tab/>
        <w:t>2.025e0</w:t>
      </w:r>
    </w:p>
    <w:p w:rsidR="00E00D30" w:rsidRDefault="00E00D30" w:rsidP="00E00D30">
      <w:r>
        <w:t>683.2789</w:t>
      </w:r>
      <w:r>
        <w:tab/>
        <w:t>2.025e0</w:t>
      </w:r>
    </w:p>
    <w:p w:rsidR="00E00D30" w:rsidRDefault="00E00D30" w:rsidP="00E00D30">
      <w:r>
        <w:t>683.3307</w:t>
      </w:r>
      <w:r>
        <w:tab/>
        <w:t>2.025e0</w:t>
      </w:r>
    </w:p>
    <w:p w:rsidR="00E00D30" w:rsidRDefault="00E00D30" w:rsidP="00E00D30">
      <w:r>
        <w:t>683.3419</w:t>
      </w:r>
      <w:r>
        <w:tab/>
        <w:t>3.038e0</w:t>
      </w:r>
    </w:p>
    <w:p w:rsidR="00E00D30" w:rsidRDefault="00E00D30" w:rsidP="00E00D30">
      <w:r>
        <w:t>683.3655</w:t>
      </w:r>
      <w:r>
        <w:tab/>
        <w:t>1.013e0</w:t>
      </w:r>
    </w:p>
    <w:p w:rsidR="00E00D30" w:rsidRDefault="00E00D30" w:rsidP="00E00D30">
      <w:r>
        <w:lastRenderedPageBreak/>
        <w:t>683.3927</w:t>
      </w:r>
      <w:r>
        <w:tab/>
        <w:t>1.013e0</w:t>
      </w:r>
    </w:p>
    <w:p w:rsidR="00E00D30" w:rsidRDefault="00E00D30" w:rsidP="00E00D30">
      <w:r>
        <w:t>683.4272</w:t>
      </w:r>
      <w:r>
        <w:tab/>
        <w:t>3.038e0</w:t>
      </w:r>
    </w:p>
    <w:p w:rsidR="00E00D30" w:rsidRDefault="00E00D30" w:rsidP="00E00D30">
      <w:r>
        <w:t>683.4361</w:t>
      </w:r>
      <w:r>
        <w:tab/>
        <w:t>1.013e0</w:t>
      </w:r>
    </w:p>
    <w:p w:rsidR="00E00D30" w:rsidRDefault="00E00D30" w:rsidP="00E00D30">
      <w:r>
        <w:t>683.4588</w:t>
      </w:r>
      <w:r>
        <w:tab/>
        <w:t>2.025e0</w:t>
      </w:r>
    </w:p>
    <w:p w:rsidR="00E00D30" w:rsidRDefault="00E00D30" w:rsidP="00E00D30">
      <w:r>
        <w:t>683.4657</w:t>
      </w:r>
      <w:r>
        <w:tab/>
        <w:t>3.038e0</w:t>
      </w:r>
    </w:p>
    <w:p w:rsidR="00E00D30" w:rsidRDefault="00E00D30" w:rsidP="00E00D30">
      <w:r>
        <w:t>683.5162</w:t>
      </w:r>
      <w:r>
        <w:tab/>
        <w:t>1.013e0</w:t>
      </w:r>
    </w:p>
    <w:p w:rsidR="00E00D30" w:rsidRDefault="00E00D30" w:rsidP="00E00D30">
      <w:r>
        <w:t>683.5314</w:t>
      </w:r>
      <w:r>
        <w:tab/>
        <w:t>1.013e0</w:t>
      </w:r>
    </w:p>
    <w:p w:rsidR="00E00D30" w:rsidRDefault="00E00D30" w:rsidP="00E00D30">
      <w:r>
        <w:t>683.5511</w:t>
      </w:r>
      <w:r>
        <w:tab/>
        <w:t>1.013e0</w:t>
      </w:r>
    </w:p>
    <w:p w:rsidR="00E00D30" w:rsidRDefault="00E00D30" w:rsidP="00E00D30">
      <w:r>
        <w:t>683.5639</w:t>
      </w:r>
      <w:r>
        <w:tab/>
        <w:t>1.013e0</w:t>
      </w:r>
    </w:p>
    <w:p w:rsidR="00E00D30" w:rsidRDefault="00E00D30" w:rsidP="00E00D30">
      <w:r>
        <w:t>683.6208</w:t>
      </w:r>
      <w:r>
        <w:tab/>
        <w:t>1.013e0</w:t>
      </w:r>
    </w:p>
    <w:p w:rsidR="00E00D30" w:rsidRDefault="00E00D30" w:rsidP="00E00D30">
      <w:r>
        <w:t>683.6444</w:t>
      </w:r>
      <w:r>
        <w:tab/>
        <w:t>1.013e0</w:t>
      </w:r>
    </w:p>
    <w:p w:rsidR="00E00D30" w:rsidRDefault="00E00D30" w:rsidP="00E00D30">
      <w:r>
        <w:t>683.6561</w:t>
      </w:r>
      <w:r>
        <w:tab/>
        <w:t>1.013e0</w:t>
      </w:r>
    </w:p>
    <w:p w:rsidR="00E00D30" w:rsidRDefault="00E00D30" w:rsidP="00E00D30">
      <w:r>
        <w:t>683.6995</w:t>
      </w:r>
      <w:r>
        <w:tab/>
        <w:t>3.038e0</w:t>
      </w:r>
    </w:p>
    <w:p w:rsidR="00E00D30" w:rsidRDefault="00E00D30" w:rsidP="00E00D30">
      <w:r>
        <w:t>683.7210</w:t>
      </w:r>
      <w:r>
        <w:tab/>
        <w:t>1.013e0</w:t>
      </w:r>
    </w:p>
    <w:p w:rsidR="00E00D30" w:rsidRDefault="00E00D30" w:rsidP="00E00D30">
      <w:r>
        <w:t>683.7383</w:t>
      </w:r>
      <w:r>
        <w:tab/>
        <w:t>1.013e0</w:t>
      </w:r>
    </w:p>
    <w:p w:rsidR="00E00D30" w:rsidRDefault="00E00D30" w:rsidP="00E00D30">
      <w:r>
        <w:t>683.7394</w:t>
      </w:r>
      <w:r>
        <w:tab/>
        <w:t>1.013e0</w:t>
      </w:r>
    </w:p>
    <w:p w:rsidR="00E00D30" w:rsidRDefault="00E00D30" w:rsidP="00E00D30">
      <w:r>
        <w:t>683.7731</w:t>
      </w:r>
      <w:r>
        <w:tab/>
        <w:t>1.013e0</w:t>
      </w:r>
    </w:p>
    <w:p w:rsidR="00E00D30" w:rsidRDefault="00E00D30" w:rsidP="00E00D30">
      <w:r>
        <w:t>683.8297</w:t>
      </w:r>
      <w:r>
        <w:tab/>
        <w:t>2.025e0</w:t>
      </w:r>
    </w:p>
    <w:p w:rsidR="00E00D30" w:rsidRDefault="00E00D30" w:rsidP="00E00D30">
      <w:r>
        <w:t>683.8533</w:t>
      </w:r>
      <w:r>
        <w:tab/>
        <w:t>1.013e0</w:t>
      </w:r>
    </w:p>
    <w:p w:rsidR="00E00D30" w:rsidRDefault="00E00D30" w:rsidP="00E00D30">
      <w:r>
        <w:lastRenderedPageBreak/>
        <w:t>683.9283</w:t>
      </w:r>
      <w:r>
        <w:tab/>
        <w:t>1.013e0</w:t>
      </w:r>
    </w:p>
    <w:p w:rsidR="00E00D30" w:rsidRDefault="00E00D30" w:rsidP="00E00D30">
      <w:r>
        <w:t>683.9294</w:t>
      </w:r>
      <w:r>
        <w:tab/>
        <w:t>1.013e0</w:t>
      </w:r>
    </w:p>
    <w:p w:rsidR="00E00D30" w:rsidRDefault="00E00D30" w:rsidP="00E00D30">
      <w:r>
        <w:t>683.9802</w:t>
      </w:r>
      <w:r>
        <w:tab/>
        <w:t>1.013e0</w:t>
      </w:r>
    </w:p>
    <w:p w:rsidR="00E00D30" w:rsidRDefault="00E00D30" w:rsidP="00E00D30">
      <w:r>
        <w:t>683.9816</w:t>
      </w:r>
      <w:r>
        <w:tab/>
        <w:t>2.025e0</w:t>
      </w:r>
    </w:p>
    <w:p w:rsidR="00E00D30" w:rsidRDefault="00E00D30" w:rsidP="00E00D30">
      <w:r>
        <w:t>684.0173</w:t>
      </w:r>
      <w:r>
        <w:tab/>
        <w:t>1.013e0</w:t>
      </w:r>
    </w:p>
    <w:p w:rsidR="00E00D30" w:rsidRDefault="00E00D30" w:rsidP="00E00D30">
      <w:r>
        <w:t>684.0911</w:t>
      </w:r>
      <w:r>
        <w:tab/>
        <w:t>2.025e0</w:t>
      </w:r>
    </w:p>
    <w:p w:rsidR="00E00D30" w:rsidRDefault="00E00D30" w:rsidP="00E00D30">
      <w:r>
        <w:t>684.0975</w:t>
      </w:r>
      <w:r>
        <w:tab/>
        <w:t>1.013e0</w:t>
      </w:r>
    </w:p>
    <w:p w:rsidR="00E00D30" w:rsidRDefault="00E00D30" w:rsidP="00E00D30">
      <w:r>
        <w:t>684.1011</w:t>
      </w:r>
      <w:r>
        <w:tab/>
        <w:t>1.013e0</w:t>
      </w:r>
    </w:p>
    <w:p w:rsidR="00E00D30" w:rsidRDefault="00E00D30" w:rsidP="00E00D30">
      <w:r>
        <w:t>684.1277</w:t>
      </w:r>
      <w:r>
        <w:tab/>
        <w:t>3.038e0</w:t>
      </w:r>
    </w:p>
    <w:p w:rsidR="00E00D30" w:rsidRDefault="00E00D30" w:rsidP="00E00D30">
      <w:r>
        <w:t>684.1502</w:t>
      </w:r>
      <w:r>
        <w:tab/>
        <w:t>2.025e0</w:t>
      </w:r>
    </w:p>
    <w:p w:rsidR="00E00D30" w:rsidRDefault="00E00D30" w:rsidP="00E00D30">
      <w:r>
        <w:t>684.1789</w:t>
      </w:r>
      <w:r>
        <w:tab/>
        <w:t>1.013e0</w:t>
      </w:r>
    </w:p>
    <w:p w:rsidR="00E00D30" w:rsidRDefault="00E00D30" w:rsidP="00E00D30">
      <w:r>
        <w:t>684.1909</w:t>
      </w:r>
      <w:r>
        <w:tab/>
        <w:t>1.013e0</w:t>
      </w:r>
    </w:p>
    <w:p w:rsidR="00E00D30" w:rsidRDefault="00E00D30" w:rsidP="00E00D30">
      <w:r>
        <w:t>684.2142</w:t>
      </w:r>
      <w:r>
        <w:tab/>
        <w:t>1.013e0</w:t>
      </w:r>
    </w:p>
    <w:p w:rsidR="00E00D30" w:rsidRDefault="00E00D30" w:rsidP="00E00D30">
      <w:r>
        <w:t>684.2167</w:t>
      </w:r>
      <w:r>
        <w:tab/>
        <w:t>2.025e0</w:t>
      </w:r>
    </w:p>
    <w:p w:rsidR="00E00D30" w:rsidRDefault="00E00D30" w:rsidP="00E00D30">
      <w:r>
        <w:t>684.2255</w:t>
      </w:r>
      <w:r>
        <w:tab/>
        <w:t>1.013e0</w:t>
      </w:r>
    </w:p>
    <w:p w:rsidR="00E00D30" w:rsidRDefault="00E00D30" w:rsidP="00E00D30">
      <w:r>
        <w:t>684.2375</w:t>
      </w:r>
      <w:r>
        <w:tab/>
        <w:t>2.025e0</w:t>
      </w:r>
    </w:p>
    <w:p w:rsidR="00E00D30" w:rsidRDefault="00E00D30" w:rsidP="00E00D30">
      <w:r>
        <w:t>684.2660</w:t>
      </w:r>
      <w:r>
        <w:tab/>
        <w:t>2.025e0</w:t>
      </w:r>
    </w:p>
    <w:p w:rsidR="00E00D30" w:rsidRDefault="00E00D30" w:rsidP="00E00D30">
      <w:r>
        <w:t>684.2725</w:t>
      </w:r>
      <w:r>
        <w:tab/>
        <w:t>2.025e0</w:t>
      </w:r>
    </w:p>
    <w:p w:rsidR="00E00D30" w:rsidRDefault="00E00D30" w:rsidP="00E00D30">
      <w:r>
        <w:t>684.2908</w:t>
      </w:r>
      <w:r>
        <w:tab/>
        <w:t>1.013e0</w:t>
      </w:r>
    </w:p>
    <w:p w:rsidR="00E00D30" w:rsidRDefault="00E00D30" w:rsidP="00E00D30">
      <w:r>
        <w:lastRenderedPageBreak/>
        <w:t>684.3080</w:t>
      </w:r>
      <w:r>
        <w:tab/>
        <w:t>2.025e0</w:t>
      </w:r>
    </w:p>
    <w:p w:rsidR="00E00D30" w:rsidRDefault="00E00D30" w:rsidP="00E00D30">
      <w:r>
        <w:t>684.3240</w:t>
      </w:r>
      <w:r>
        <w:tab/>
        <w:t>3.038e0</w:t>
      </w:r>
    </w:p>
    <w:p w:rsidR="00E00D30" w:rsidRDefault="00E00D30" w:rsidP="00E00D30">
      <w:r>
        <w:t>684.3305</w:t>
      </w:r>
      <w:r>
        <w:tab/>
        <w:t>1.013e0</w:t>
      </w:r>
    </w:p>
    <w:p w:rsidR="00E00D30" w:rsidRDefault="00E00D30" w:rsidP="00E00D30">
      <w:r>
        <w:t>684.3652</w:t>
      </w:r>
      <w:r>
        <w:tab/>
        <w:t>2.025e0</w:t>
      </w:r>
    </w:p>
    <w:p w:rsidR="00E00D30" w:rsidRDefault="00E00D30" w:rsidP="00E00D30">
      <w:r>
        <w:t>684.3776</w:t>
      </w:r>
      <w:r>
        <w:tab/>
        <w:t>2.025e0</w:t>
      </w:r>
    </w:p>
    <w:p w:rsidR="00E00D30" w:rsidRDefault="00E00D30" w:rsidP="00E00D30">
      <w:r>
        <w:t>684.3837</w:t>
      </w:r>
      <w:r>
        <w:tab/>
        <w:t>3.038e0</w:t>
      </w:r>
    </w:p>
    <w:p w:rsidR="00E00D30" w:rsidRDefault="00E00D30" w:rsidP="00E00D30">
      <w:r>
        <w:t>684.3958</w:t>
      </w:r>
      <w:r>
        <w:tab/>
        <w:t>1.013e0</w:t>
      </w:r>
    </w:p>
    <w:p w:rsidR="00E00D30" w:rsidRDefault="00E00D30" w:rsidP="00E00D30">
      <w:r>
        <w:t>684.4000</w:t>
      </w:r>
      <w:r>
        <w:tab/>
        <w:t>1.013e0</w:t>
      </w:r>
    </w:p>
    <w:p w:rsidR="00E00D30" w:rsidRDefault="00E00D30" w:rsidP="00E00D30">
      <w:r>
        <w:t>684.4119</w:t>
      </w:r>
      <w:r>
        <w:tab/>
        <w:t>1.013e0</w:t>
      </w:r>
    </w:p>
    <w:p w:rsidR="00E00D30" w:rsidRDefault="00E00D30" w:rsidP="00E00D30">
      <w:r>
        <w:t>684.4232</w:t>
      </w:r>
      <w:r>
        <w:tab/>
        <w:t>2.025e0</w:t>
      </w:r>
    </w:p>
    <w:p w:rsidR="00E00D30" w:rsidRDefault="00E00D30" w:rsidP="00E00D30">
      <w:r>
        <w:t>684.4816</w:t>
      </w:r>
      <w:r>
        <w:tab/>
        <w:t>2.025e0</w:t>
      </w:r>
    </w:p>
    <w:p w:rsidR="00E00D30" w:rsidRDefault="00E00D30" w:rsidP="00E00D30">
      <w:r>
        <w:t>684.5175</w:t>
      </w:r>
      <w:r>
        <w:tab/>
        <w:t>1.013e0</w:t>
      </w:r>
    </w:p>
    <w:p w:rsidR="00E00D30" w:rsidRDefault="00E00D30" w:rsidP="00E00D30">
      <w:r>
        <w:t>684.5333</w:t>
      </w:r>
      <w:r>
        <w:tab/>
        <w:t>1.013e0</w:t>
      </w:r>
    </w:p>
    <w:p w:rsidR="00E00D30" w:rsidRDefault="00E00D30" w:rsidP="00E00D30">
      <w:r>
        <w:t>684.5381</w:t>
      </w:r>
      <w:r>
        <w:tab/>
        <w:t>2.025e0</w:t>
      </w:r>
    </w:p>
    <w:p w:rsidR="00E00D30" w:rsidRDefault="00E00D30" w:rsidP="00E00D30">
      <w:r>
        <w:t>684.5676</w:t>
      </w:r>
      <w:r>
        <w:tab/>
        <w:t>1.013e0</w:t>
      </w:r>
    </w:p>
    <w:p w:rsidR="00E00D30" w:rsidRDefault="00E00D30" w:rsidP="00E00D30">
      <w:r>
        <w:t>684.5693</w:t>
      </w:r>
      <w:r>
        <w:tab/>
        <w:t>2.025e0</w:t>
      </w:r>
    </w:p>
    <w:p w:rsidR="00E00D30" w:rsidRDefault="00E00D30" w:rsidP="00E00D30">
      <w:r>
        <w:t>684.5745</w:t>
      </w:r>
      <w:r>
        <w:tab/>
        <w:t>2.025e0</w:t>
      </w:r>
    </w:p>
    <w:p w:rsidR="00E00D30" w:rsidRDefault="00E00D30" w:rsidP="00E00D30">
      <w:r>
        <w:t>684.5849</w:t>
      </w:r>
      <w:r>
        <w:tab/>
        <w:t>1.013e0</w:t>
      </w:r>
    </w:p>
    <w:p w:rsidR="00E00D30" w:rsidRDefault="00E00D30" w:rsidP="00E00D30">
      <w:r>
        <w:t>684.6102</w:t>
      </w:r>
      <w:r>
        <w:tab/>
        <w:t>2.025e0</w:t>
      </w:r>
    </w:p>
    <w:p w:rsidR="00E00D30" w:rsidRDefault="00E00D30" w:rsidP="00E00D30">
      <w:r>
        <w:lastRenderedPageBreak/>
        <w:t>684.7408</w:t>
      </w:r>
      <w:r>
        <w:tab/>
        <w:t>1.013e0</w:t>
      </w:r>
    </w:p>
    <w:p w:rsidR="00E00D30" w:rsidRDefault="00E00D30" w:rsidP="00E00D30">
      <w:r>
        <w:t>684.8190</w:t>
      </w:r>
      <w:r>
        <w:tab/>
        <w:t>1.013e0</w:t>
      </w:r>
    </w:p>
    <w:p w:rsidR="00E00D30" w:rsidRDefault="00E00D30" w:rsidP="00E00D30">
      <w:r>
        <w:t>684.8267</w:t>
      </w:r>
      <w:r>
        <w:tab/>
        <w:t>1.013e0</w:t>
      </w:r>
    </w:p>
    <w:p w:rsidR="00E00D30" w:rsidRDefault="00E00D30" w:rsidP="00E00D30">
      <w:r>
        <w:t>684.8440</w:t>
      </w:r>
      <w:r>
        <w:tab/>
        <w:t>1.013e0</w:t>
      </w:r>
    </w:p>
    <w:p w:rsidR="00E00D30" w:rsidRDefault="00E00D30" w:rsidP="00E00D30">
      <w:r>
        <w:t>684.8659</w:t>
      </w:r>
      <w:r>
        <w:tab/>
        <w:t>1.013e0</w:t>
      </w:r>
    </w:p>
    <w:p w:rsidR="00E00D30" w:rsidRDefault="00E00D30" w:rsidP="00E00D30">
      <w:r>
        <w:t>684.9133</w:t>
      </w:r>
      <w:r>
        <w:tab/>
        <w:t>1.013e0</w:t>
      </w:r>
    </w:p>
    <w:p w:rsidR="00E00D30" w:rsidRDefault="00E00D30" w:rsidP="00E00D30">
      <w:r>
        <w:t>684.9179</w:t>
      </w:r>
      <w:r>
        <w:tab/>
        <w:t>2.025e0</w:t>
      </w:r>
    </w:p>
    <w:p w:rsidR="00E00D30" w:rsidRDefault="00E00D30" w:rsidP="00E00D30">
      <w:r>
        <w:t>684.9824</w:t>
      </w:r>
      <w:r>
        <w:tab/>
        <w:t>2.025e0</w:t>
      </w:r>
    </w:p>
    <w:p w:rsidR="00E00D30" w:rsidRDefault="00E00D30" w:rsidP="00E00D30">
      <w:r>
        <w:t>684.9962</w:t>
      </w:r>
      <w:r>
        <w:tab/>
        <w:t>2.025e0</w:t>
      </w:r>
    </w:p>
    <w:p w:rsidR="00E00D30" w:rsidRDefault="00E00D30" w:rsidP="00E00D30">
      <w:r>
        <w:t>685.0169</w:t>
      </w:r>
      <w:r>
        <w:tab/>
        <w:t>1.013e0</w:t>
      </w:r>
    </w:p>
    <w:p w:rsidR="00E00D30" w:rsidRDefault="00E00D30" w:rsidP="00E00D30">
      <w:r>
        <w:t>685.0522</w:t>
      </w:r>
      <w:r>
        <w:tab/>
        <w:t>1.013e0</w:t>
      </w:r>
    </w:p>
    <w:p w:rsidR="00E00D30" w:rsidRDefault="00E00D30" w:rsidP="00E00D30">
      <w:r>
        <w:t>685.0688</w:t>
      </w:r>
      <w:r>
        <w:tab/>
        <w:t>1.013e0</w:t>
      </w:r>
    </w:p>
    <w:p w:rsidR="00E00D30" w:rsidRDefault="00E00D30" w:rsidP="00E00D30">
      <w:r>
        <w:t>685.0859</w:t>
      </w:r>
      <w:r>
        <w:tab/>
        <w:t>1.013e0</w:t>
      </w:r>
    </w:p>
    <w:p w:rsidR="00E00D30" w:rsidRDefault="00E00D30" w:rsidP="00E00D30">
      <w:r>
        <w:t>685.0933</w:t>
      </w:r>
      <w:r>
        <w:tab/>
        <w:t>2.025e0</w:t>
      </w:r>
    </w:p>
    <w:p w:rsidR="00E00D30" w:rsidRDefault="00E00D30" w:rsidP="00E00D30">
      <w:r>
        <w:t>685.1229</w:t>
      </w:r>
      <w:r>
        <w:tab/>
        <w:t>1.013e0</w:t>
      </w:r>
    </w:p>
    <w:p w:rsidR="00E00D30" w:rsidRDefault="00E00D30" w:rsidP="00E00D30">
      <w:r>
        <w:t>685.1346</w:t>
      </w:r>
      <w:r>
        <w:tab/>
        <w:t>1.013e0</w:t>
      </w:r>
    </w:p>
    <w:p w:rsidR="00E00D30" w:rsidRDefault="00E00D30" w:rsidP="00E00D30">
      <w:r>
        <w:t>685.1395</w:t>
      </w:r>
      <w:r>
        <w:tab/>
        <w:t>2.025e0</w:t>
      </w:r>
    </w:p>
    <w:p w:rsidR="00E00D30" w:rsidRDefault="00E00D30" w:rsidP="00E00D30">
      <w:r>
        <w:t>685.1633</w:t>
      </w:r>
      <w:r>
        <w:tab/>
        <w:t>2.025e0</w:t>
      </w:r>
    </w:p>
    <w:p w:rsidR="00E00D30" w:rsidRDefault="00E00D30" w:rsidP="00E00D30">
      <w:r>
        <w:t>685.1726</w:t>
      </w:r>
      <w:r>
        <w:tab/>
        <w:t>1.013e0</w:t>
      </w:r>
    </w:p>
    <w:p w:rsidR="00E00D30" w:rsidRDefault="00E00D30" w:rsidP="00E00D30">
      <w:r>
        <w:lastRenderedPageBreak/>
        <w:t>685.1920</w:t>
      </w:r>
      <w:r>
        <w:tab/>
        <w:t>1.013e0</w:t>
      </w:r>
    </w:p>
    <w:p w:rsidR="00E00D30" w:rsidRDefault="00E00D30" w:rsidP="00E00D30">
      <w:r>
        <w:t>685.2264</w:t>
      </w:r>
      <w:r>
        <w:tab/>
        <w:t>4.051e0</w:t>
      </w:r>
    </w:p>
    <w:p w:rsidR="00E00D30" w:rsidRDefault="00E00D30" w:rsidP="00E00D30">
      <w:r>
        <w:t>685.2337</w:t>
      </w:r>
      <w:r>
        <w:tab/>
        <w:t>2.025e0</w:t>
      </w:r>
    </w:p>
    <w:p w:rsidR="00E00D30" w:rsidRDefault="00E00D30" w:rsidP="00E00D30">
      <w:r>
        <w:t>685.2759</w:t>
      </w:r>
      <w:r>
        <w:tab/>
        <w:t>1.013e0</w:t>
      </w:r>
    </w:p>
    <w:p w:rsidR="00E00D30" w:rsidRDefault="00E00D30" w:rsidP="00E00D30">
      <w:r>
        <w:t>685.2931</w:t>
      </w:r>
      <w:r>
        <w:tab/>
        <w:t>2.025e0</w:t>
      </w:r>
    </w:p>
    <w:p w:rsidR="00E00D30" w:rsidRDefault="00E00D30" w:rsidP="00E00D30">
      <w:r>
        <w:t>685.3093</w:t>
      </w:r>
      <w:r>
        <w:tab/>
        <w:t>2.025e0</w:t>
      </w:r>
    </w:p>
    <w:p w:rsidR="00E00D30" w:rsidRDefault="00E00D30" w:rsidP="00E00D30">
      <w:r>
        <w:t>685.3104</w:t>
      </w:r>
      <w:r>
        <w:tab/>
        <w:t>1.013e0</w:t>
      </w:r>
    </w:p>
    <w:p w:rsidR="00E00D30" w:rsidRDefault="00E00D30" w:rsidP="00E00D30">
      <w:r>
        <w:t>685.3345</w:t>
      </w:r>
      <w:r>
        <w:tab/>
        <w:t>3.038e0</w:t>
      </w:r>
    </w:p>
    <w:p w:rsidR="00E00D30" w:rsidRDefault="00E00D30" w:rsidP="00E00D30">
      <w:r>
        <w:t>685.3509</w:t>
      </w:r>
      <w:r>
        <w:tab/>
        <w:t>2.025e0</w:t>
      </w:r>
    </w:p>
    <w:p w:rsidR="00E00D30" w:rsidRDefault="00E00D30" w:rsidP="00E00D30">
      <w:r>
        <w:t>685.3622</w:t>
      </w:r>
      <w:r>
        <w:tab/>
        <w:t>2.025e0</w:t>
      </w:r>
    </w:p>
    <w:p w:rsidR="00E00D30" w:rsidRDefault="00E00D30" w:rsidP="00E00D30">
      <w:r>
        <w:t>685.3784</w:t>
      </w:r>
      <w:r>
        <w:tab/>
        <w:t>1.013e0</w:t>
      </w:r>
    </w:p>
    <w:p w:rsidR="00E00D30" w:rsidRDefault="00E00D30" w:rsidP="00E00D30">
      <w:r>
        <w:t>685.3806</w:t>
      </w:r>
      <w:r>
        <w:tab/>
        <w:t>2.025e0</w:t>
      </w:r>
    </w:p>
    <w:p w:rsidR="00E00D30" w:rsidRDefault="00E00D30" w:rsidP="00E00D30">
      <w:r>
        <w:t>685.3964</w:t>
      </w:r>
      <w:r>
        <w:tab/>
        <w:t>2.025e0</w:t>
      </w:r>
    </w:p>
    <w:p w:rsidR="00E00D30" w:rsidRDefault="00E00D30" w:rsidP="00E00D30">
      <w:r>
        <w:t>685.4130</w:t>
      </w:r>
      <w:r>
        <w:tab/>
        <w:t>1.013e0</w:t>
      </w:r>
    </w:p>
    <w:p w:rsidR="00E00D30" w:rsidRDefault="00E00D30" w:rsidP="00E00D30">
      <w:r>
        <w:t>685.4323</w:t>
      </w:r>
      <w:r>
        <w:tab/>
        <w:t>1.013e0</w:t>
      </w:r>
    </w:p>
    <w:p w:rsidR="00E00D30" w:rsidRDefault="00E00D30" w:rsidP="00E00D30">
      <w:r>
        <w:t>685.4375</w:t>
      </w:r>
      <w:r>
        <w:tab/>
        <w:t>1.013e0</w:t>
      </w:r>
    </w:p>
    <w:p w:rsidR="00E00D30" w:rsidRDefault="00E00D30" w:rsidP="00E00D30">
      <w:r>
        <w:t>685.4408</w:t>
      </w:r>
      <w:r>
        <w:tab/>
        <w:t>3.038e0</w:t>
      </w:r>
    </w:p>
    <w:p w:rsidR="00E00D30" w:rsidRDefault="00E00D30" w:rsidP="00E00D30">
      <w:r>
        <w:t>685.4927</w:t>
      </w:r>
      <w:r>
        <w:tab/>
        <w:t>4.051e0</w:t>
      </w:r>
    </w:p>
    <w:p w:rsidR="00E00D30" w:rsidRDefault="00E00D30" w:rsidP="00E00D30">
      <w:r>
        <w:t>685.4949</w:t>
      </w:r>
      <w:r>
        <w:tab/>
        <w:t>1.013e0</w:t>
      </w:r>
    </w:p>
    <w:p w:rsidR="00E00D30" w:rsidRDefault="00E00D30" w:rsidP="00E00D30">
      <w:r>
        <w:lastRenderedPageBreak/>
        <w:t>685.5002</w:t>
      </w:r>
      <w:r>
        <w:tab/>
        <w:t>1.013e0</w:t>
      </w:r>
    </w:p>
    <w:p w:rsidR="00E00D30" w:rsidRDefault="00E00D30" w:rsidP="00E00D30">
      <w:r>
        <w:t>685.5178</w:t>
      </w:r>
      <w:r>
        <w:tab/>
        <w:t>2.025e0</w:t>
      </w:r>
    </w:p>
    <w:p w:rsidR="00E00D30" w:rsidRDefault="00E00D30" w:rsidP="00E00D30">
      <w:r>
        <w:t>685.5295</w:t>
      </w:r>
      <w:r>
        <w:tab/>
        <w:t>1.013e0</w:t>
      </w:r>
    </w:p>
    <w:p w:rsidR="00E00D30" w:rsidRDefault="00E00D30" w:rsidP="00E00D30">
      <w:r>
        <w:t>685.5361</w:t>
      </w:r>
      <w:r>
        <w:tab/>
        <w:t>2.025e0</w:t>
      </w:r>
    </w:p>
    <w:p w:rsidR="00E00D30" w:rsidRDefault="00E00D30" w:rsidP="00E00D30">
      <w:r>
        <w:t>685.6115</w:t>
      </w:r>
      <w:r>
        <w:tab/>
        <w:t>1.013e0</w:t>
      </w:r>
    </w:p>
    <w:p w:rsidR="00E00D30" w:rsidRDefault="00E00D30" w:rsidP="00E00D30">
      <w:r>
        <w:t>685.6221</w:t>
      </w:r>
      <w:r>
        <w:tab/>
        <w:t>1.013e0</w:t>
      </w:r>
    </w:p>
    <w:p w:rsidR="00E00D30" w:rsidRDefault="00E00D30" w:rsidP="00E00D30">
      <w:r>
        <w:t>685.6385</w:t>
      </w:r>
      <w:r>
        <w:tab/>
        <w:t>1.013e0</w:t>
      </w:r>
    </w:p>
    <w:p w:rsidR="00E00D30" w:rsidRDefault="00E00D30" w:rsidP="00E00D30">
      <w:r>
        <w:t>685.6558</w:t>
      </w:r>
      <w:r>
        <w:tab/>
        <w:t>1.013e0</w:t>
      </w:r>
    </w:p>
    <w:p w:rsidR="00E00D30" w:rsidRDefault="00E00D30" w:rsidP="00E00D30">
      <w:r>
        <w:t>685.6912</w:t>
      </w:r>
      <w:r>
        <w:tab/>
        <w:t>2.025e0</w:t>
      </w:r>
    </w:p>
    <w:p w:rsidR="00E00D30" w:rsidRDefault="00E00D30" w:rsidP="00E00D30">
      <w:r>
        <w:t>685.7081</w:t>
      </w:r>
      <w:r>
        <w:tab/>
        <w:t>1.013e0</w:t>
      </w:r>
    </w:p>
    <w:p w:rsidR="00E00D30" w:rsidRDefault="00E00D30" w:rsidP="00E00D30">
      <w:r>
        <w:t>685.7245</w:t>
      </w:r>
      <w:r>
        <w:tab/>
        <w:t>1.013e0</w:t>
      </w:r>
    </w:p>
    <w:p w:rsidR="00E00D30" w:rsidRDefault="00E00D30" w:rsidP="00E00D30">
      <w:r>
        <w:t>685.7334</w:t>
      </w:r>
      <w:r>
        <w:tab/>
        <w:t>2.025e0</w:t>
      </w:r>
    </w:p>
    <w:p w:rsidR="00E00D30" w:rsidRDefault="00E00D30" w:rsidP="00E00D30">
      <w:r>
        <w:t>685.7422</w:t>
      </w:r>
      <w:r>
        <w:tab/>
        <w:t>1.013e0</w:t>
      </w:r>
    </w:p>
    <w:p w:rsidR="00E00D30" w:rsidRDefault="00E00D30" w:rsidP="00E00D30">
      <w:r>
        <w:t>685.7638</w:t>
      </w:r>
      <w:r>
        <w:tab/>
        <w:t>1.013e0</w:t>
      </w:r>
    </w:p>
    <w:p w:rsidR="00E00D30" w:rsidRDefault="00E00D30" w:rsidP="00E00D30">
      <w:r>
        <w:t>685.7731</w:t>
      </w:r>
      <w:r>
        <w:tab/>
        <w:t>3.038e0</w:t>
      </w:r>
    </w:p>
    <w:p w:rsidR="00E00D30" w:rsidRDefault="00E00D30" w:rsidP="00E00D30">
      <w:r>
        <w:t>685.8125</w:t>
      </w:r>
      <w:r>
        <w:tab/>
        <w:t>1.013e0</w:t>
      </w:r>
    </w:p>
    <w:p w:rsidR="00E00D30" w:rsidRDefault="00E00D30" w:rsidP="00E00D30">
      <w:r>
        <w:t>685.8325</w:t>
      </w:r>
      <w:r>
        <w:tab/>
        <w:t>1.013e0</w:t>
      </w:r>
    </w:p>
    <w:p w:rsidR="00E00D30" w:rsidRDefault="00E00D30" w:rsidP="00E00D30">
      <w:r>
        <w:t>685.8631</w:t>
      </w:r>
      <w:r>
        <w:tab/>
        <w:t>1.013e0</w:t>
      </w:r>
    </w:p>
    <w:p w:rsidR="00E00D30" w:rsidRDefault="00E00D30" w:rsidP="00E00D30">
      <w:r>
        <w:t>685.8799</w:t>
      </w:r>
      <w:r>
        <w:tab/>
        <w:t>2.025e0</w:t>
      </w:r>
    </w:p>
    <w:p w:rsidR="00E00D30" w:rsidRDefault="00E00D30" w:rsidP="00E00D30">
      <w:r>
        <w:lastRenderedPageBreak/>
        <w:t>685.9464</w:t>
      </w:r>
      <w:r>
        <w:tab/>
        <w:t>3.038e0</w:t>
      </w:r>
    </w:p>
    <w:p w:rsidR="00E00D30" w:rsidRDefault="00E00D30" w:rsidP="00E00D30">
      <w:r>
        <w:t>685.9608</w:t>
      </w:r>
      <w:r>
        <w:tab/>
        <w:t>1.013e0</w:t>
      </w:r>
    </w:p>
    <w:p w:rsidR="00E00D30" w:rsidRDefault="00E00D30" w:rsidP="00E00D30">
      <w:r>
        <w:t>685.9962</w:t>
      </w:r>
      <w:r>
        <w:tab/>
        <w:t>1.013e0</w:t>
      </w:r>
    </w:p>
    <w:p w:rsidR="00E00D30" w:rsidRDefault="00E00D30" w:rsidP="00E00D30">
      <w:r>
        <w:t>686.0012</w:t>
      </w:r>
      <w:r>
        <w:tab/>
        <w:t>1.013e0</w:t>
      </w:r>
    </w:p>
    <w:p w:rsidR="00E00D30" w:rsidRDefault="00E00D30" w:rsidP="00E00D30">
      <w:r>
        <w:t>686.0436</w:t>
      </w:r>
      <w:r>
        <w:tab/>
        <w:t>1.013e0</w:t>
      </w:r>
    </w:p>
    <w:p w:rsidR="00E00D30" w:rsidRDefault="00E00D30" w:rsidP="00E00D30">
      <w:r>
        <w:t>686.0778</w:t>
      </w:r>
      <w:r>
        <w:tab/>
        <w:t>1.013e0</w:t>
      </w:r>
    </w:p>
    <w:p w:rsidR="00E00D30" w:rsidRDefault="00E00D30" w:rsidP="00E00D30">
      <w:r>
        <w:t>686.0872</w:t>
      </w:r>
      <w:r>
        <w:tab/>
        <w:t>1.013e0</w:t>
      </w:r>
    </w:p>
    <w:p w:rsidR="00E00D30" w:rsidRDefault="00E00D30" w:rsidP="00E00D30">
      <w:r>
        <w:t>686.1136</w:t>
      </w:r>
      <w:r>
        <w:tab/>
        <w:t>1.013e0</w:t>
      </w:r>
    </w:p>
    <w:p w:rsidR="00E00D30" w:rsidRDefault="00E00D30" w:rsidP="00E00D30">
      <w:r>
        <w:t>686.1708</w:t>
      </w:r>
      <w:r>
        <w:tab/>
        <w:t>2.025e0</w:t>
      </w:r>
    </w:p>
    <w:p w:rsidR="00E00D30" w:rsidRDefault="00E00D30" w:rsidP="00E00D30">
      <w:r>
        <w:t>686.1920</w:t>
      </w:r>
      <w:r>
        <w:tab/>
        <w:t>1.013e0</w:t>
      </w:r>
    </w:p>
    <w:p w:rsidR="00E00D30" w:rsidRDefault="00E00D30" w:rsidP="00E00D30">
      <w:r>
        <w:t>686.2022</w:t>
      </w:r>
      <w:r>
        <w:tab/>
        <w:t>2.025e0</w:t>
      </w:r>
    </w:p>
    <w:p w:rsidR="00E00D30" w:rsidRDefault="00E00D30" w:rsidP="00E00D30">
      <w:r>
        <w:t>686.2057</w:t>
      </w:r>
      <w:r>
        <w:tab/>
        <w:t>1.013e0</w:t>
      </w:r>
    </w:p>
    <w:p w:rsidR="00E00D30" w:rsidRDefault="00E00D30" w:rsidP="00E00D30">
      <w:r>
        <w:t>686.2257</w:t>
      </w:r>
      <w:r>
        <w:tab/>
        <w:t>1.013e0</w:t>
      </w:r>
    </w:p>
    <w:p w:rsidR="00E00D30" w:rsidRDefault="00E00D30" w:rsidP="00E00D30">
      <w:r>
        <w:t>686.2945</w:t>
      </w:r>
      <w:r>
        <w:tab/>
        <w:t>1.013e0</w:t>
      </w:r>
    </w:p>
    <w:p w:rsidR="00E00D30" w:rsidRDefault="00E00D30" w:rsidP="00E00D30">
      <w:r>
        <w:t>686.3235</w:t>
      </w:r>
      <w:r>
        <w:tab/>
        <w:t>1.013e0</w:t>
      </w:r>
    </w:p>
    <w:p w:rsidR="00E00D30" w:rsidRDefault="00E00D30" w:rsidP="00E00D30">
      <w:r>
        <w:t>686.3298</w:t>
      </w:r>
      <w:r>
        <w:tab/>
        <w:t>2.025e0</w:t>
      </w:r>
    </w:p>
    <w:p w:rsidR="00E00D30" w:rsidRDefault="00E00D30" w:rsidP="00E00D30">
      <w:r>
        <w:t>686.3339</w:t>
      </w:r>
      <w:r>
        <w:tab/>
        <w:t>3.038e0</w:t>
      </w:r>
    </w:p>
    <w:p w:rsidR="00E00D30" w:rsidRDefault="00E00D30" w:rsidP="00E00D30">
      <w:r>
        <w:t>686.3375</w:t>
      </w:r>
      <w:r>
        <w:tab/>
        <w:t>2.025e0</w:t>
      </w:r>
    </w:p>
    <w:p w:rsidR="00E00D30" w:rsidRDefault="00E00D30" w:rsidP="00E00D30">
      <w:r>
        <w:t>686.3469</w:t>
      </w:r>
      <w:r>
        <w:tab/>
        <w:t>1.013e0</w:t>
      </w:r>
    </w:p>
    <w:p w:rsidR="00E00D30" w:rsidRDefault="00E00D30" w:rsidP="00E00D30">
      <w:r>
        <w:lastRenderedPageBreak/>
        <w:t>686.3543</w:t>
      </w:r>
      <w:r>
        <w:tab/>
        <w:t>2.025e0</w:t>
      </w:r>
    </w:p>
    <w:p w:rsidR="00E00D30" w:rsidRDefault="00E00D30" w:rsidP="00E00D30">
      <w:r>
        <w:t>686.3681</w:t>
      </w:r>
      <w:r>
        <w:tab/>
        <w:t>5.063e0</w:t>
      </w:r>
    </w:p>
    <w:p w:rsidR="00E00D30" w:rsidRDefault="00E00D30" w:rsidP="00E00D30">
      <w:r>
        <w:t>686.3810</w:t>
      </w:r>
      <w:r>
        <w:tab/>
        <w:t>1.013e0</w:t>
      </w:r>
    </w:p>
    <w:p w:rsidR="00E00D30" w:rsidRDefault="00E00D30" w:rsidP="00E00D30">
      <w:r>
        <w:t>686.3983</w:t>
      </w:r>
      <w:r>
        <w:tab/>
        <w:t>1.013e0</w:t>
      </w:r>
    </w:p>
    <w:p w:rsidR="00E00D30" w:rsidRDefault="00E00D30" w:rsidP="00E00D30">
      <w:r>
        <w:t>686.4153</w:t>
      </w:r>
      <w:r>
        <w:tab/>
        <w:t>1.195e0</w:t>
      </w:r>
    </w:p>
    <w:p w:rsidR="00E00D30" w:rsidRDefault="00E00D30" w:rsidP="00E00D30">
      <w:r>
        <w:t>686.4274</w:t>
      </w:r>
      <w:r>
        <w:tab/>
        <w:t>1.013e0</w:t>
      </w:r>
    </w:p>
    <w:p w:rsidR="00E00D30" w:rsidRDefault="00E00D30" w:rsidP="00E00D30">
      <w:r>
        <w:t>686.4394</w:t>
      </w:r>
      <w:r>
        <w:tab/>
        <w:t>2.025e0</w:t>
      </w:r>
    </w:p>
    <w:p w:rsidR="00E00D30" w:rsidRDefault="00E00D30" w:rsidP="00E00D30">
      <w:r>
        <w:t>686.4752</w:t>
      </w:r>
      <w:r>
        <w:tab/>
        <w:t>1.013e0</w:t>
      </w:r>
    </w:p>
    <w:p w:rsidR="00E00D30" w:rsidRDefault="00E00D30" w:rsidP="00E00D30">
      <w:r>
        <w:t>686.4861</w:t>
      </w:r>
      <w:r>
        <w:tab/>
        <w:t>1.013e0</w:t>
      </w:r>
    </w:p>
    <w:p w:rsidR="00E00D30" w:rsidRDefault="00E00D30" w:rsidP="00E00D30">
      <w:r>
        <w:t>686.5207</w:t>
      </w:r>
      <w:r>
        <w:tab/>
        <w:t>1.013e0</w:t>
      </w:r>
    </w:p>
    <w:p w:rsidR="00E00D30" w:rsidRDefault="00E00D30" w:rsidP="00E00D30">
      <w:r>
        <w:t>686.5275</w:t>
      </w:r>
      <w:r>
        <w:tab/>
        <w:t>2.025e0</w:t>
      </w:r>
    </w:p>
    <w:p w:rsidR="00E00D30" w:rsidRDefault="00E00D30" w:rsidP="00E00D30">
      <w:r>
        <w:t>686.5334</w:t>
      </w:r>
      <w:r>
        <w:tab/>
        <w:t>2.025e0</w:t>
      </w:r>
    </w:p>
    <w:p w:rsidR="00E00D30" w:rsidRDefault="00E00D30" w:rsidP="00E00D30">
      <w:r>
        <w:t>686.5509</w:t>
      </w:r>
      <w:r>
        <w:tab/>
        <w:t>3.038e0</w:t>
      </w:r>
    </w:p>
    <w:p w:rsidR="00E00D30" w:rsidRDefault="00E00D30" w:rsidP="00E00D30">
      <w:r>
        <w:t>686.5547</w:t>
      </w:r>
      <w:r>
        <w:tab/>
        <w:t>1.013e0</w:t>
      </w:r>
    </w:p>
    <w:p w:rsidR="00E00D30" w:rsidRDefault="00E00D30" w:rsidP="00E00D30">
      <w:r>
        <w:t>686.5569</w:t>
      </w:r>
      <w:r>
        <w:tab/>
        <w:t>1.013e0</w:t>
      </w:r>
    </w:p>
    <w:p w:rsidR="00E00D30" w:rsidRDefault="00E00D30" w:rsidP="00E00D30">
      <w:r>
        <w:t>686.5714</w:t>
      </w:r>
      <w:r>
        <w:tab/>
        <w:t>2.025e0</w:t>
      </w:r>
    </w:p>
    <w:p w:rsidR="00E00D30" w:rsidRDefault="00E00D30" w:rsidP="00E00D30">
      <w:r>
        <w:t>686.6026</w:t>
      </w:r>
      <w:r>
        <w:tab/>
        <w:t>2.025e0</w:t>
      </w:r>
    </w:p>
    <w:p w:rsidR="00E00D30" w:rsidRDefault="00E00D30" w:rsidP="00E00D30">
      <w:r>
        <w:t>686.6173</w:t>
      </w:r>
      <w:r>
        <w:tab/>
        <w:t>2.025e0</w:t>
      </w:r>
    </w:p>
    <w:p w:rsidR="00E00D30" w:rsidRDefault="00E00D30" w:rsidP="00E00D30">
      <w:r>
        <w:t>686.6374</w:t>
      </w:r>
      <w:r>
        <w:tab/>
        <w:t>1.013e0</w:t>
      </w:r>
    </w:p>
    <w:p w:rsidR="00E00D30" w:rsidRDefault="00E00D30" w:rsidP="00E00D30">
      <w:r>
        <w:lastRenderedPageBreak/>
        <w:t>686.7057</w:t>
      </w:r>
      <w:r>
        <w:tab/>
        <w:t>3.038e0</w:t>
      </w:r>
    </w:p>
    <w:p w:rsidR="00E00D30" w:rsidRDefault="00E00D30" w:rsidP="00E00D30">
      <w:r>
        <w:t>686.7274</w:t>
      </w:r>
      <w:r>
        <w:tab/>
        <w:t>1.013e0</w:t>
      </w:r>
    </w:p>
    <w:p w:rsidR="00E00D30" w:rsidRDefault="00E00D30" w:rsidP="00E00D30">
      <w:r>
        <w:t>686.7437</w:t>
      </w:r>
      <w:r>
        <w:tab/>
        <w:t>1.013e0</w:t>
      </w:r>
    </w:p>
    <w:p w:rsidR="00E00D30" w:rsidRDefault="00E00D30" w:rsidP="00E00D30">
      <w:r>
        <w:t>686.7662</w:t>
      </w:r>
      <w:r>
        <w:tab/>
        <w:t>2.025e0</w:t>
      </w:r>
    </w:p>
    <w:p w:rsidR="00E00D30" w:rsidRDefault="00E00D30" w:rsidP="00E00D30">
      <w:r>
        <w:t>686.8125</w:t>
      </w:r>
      <w:r>
        <w:tab/>
        <w:t>3.038e0</w:t>
      </w:r>
    </w:p>
    <w:p w:rsidR="00E00D30" w:rsidRDefault="00E00D30" w:rsidP="00E00D30">
      <w:r>
        <w:t>686.8242</w:t>
      </w:r>
      <w:r>
        <w:tab/>
        <w:t>1.013e0</w:t>
      </w:r>
    </w:p>
    <w:p w:rsidR="00E00D30" w:rsidRDefault="00E00D30" w:rsidP="00E00D30">
      <w:r>
        <w:t>686.8254</w:t>
      </w:r>
      <w:r>
        <w:tab/>
        <w:t>1.013e0</w:t>
      </w:r>
    </w:p>
    <w:p w:rsidR="00E00D30" w:rsidRDefault="00E00D30" w:rsidP="00E00D30">
      <w:r>
        <w:t>686.8866</w:t>
      </w:r>
      <w:r>
        <w:tab/>
        <w:t>3.038e0</w:t>
      </w:r>
    </w:p>
    <w:p w:rsidR="00E00D30" w:rsidRDefault="00E00D30" w:rsidP="00E00D30">
      <w:r>
        <w:t>686.8942</w:t>
      </w:r>
      <w:r>
        <w:tab/>
        <w:t>1.013e0</w:t>
      </w:r>
    </w:p>
    <w:p w:rsidR="00E00D30" w:rsidRDefault="00E00D30" w:rsidP="00E00D30">
      <w:r>
        <w:t>686.9662</w:t>
      </w:r>
      <w:r>
        <w:tab/>
        <w:t>3.038e0</w:t>
      </w:r>
    </w:p>
    <w:p w:rsidR="00E00D30" w:rsidRDefault="00E00D30" w:rsidP="00E00D30">
      <w:r>
        <w:t>686.9683</w:t>
      </w:r>
      <w:r>
        <w:tab/>
        <w:t>1.013e0</w:t>
      </w:r>
    </w:p>
    <w:p w:rsidR="00E00D30" w:rsidRDefault="00E00D30" w:rsidP="00E00D30">
      <w:r>
        <w:t>686.9760</w:t>
      </w:r>
      <w:r>
        <w:tab/>
        <w:t>1.013e0</w:t>
      </w:r>
    </w:p>
    <w:p w:rsidR="00E00D30" w:rsidRDefault="00E00D30" w:rsidP="00E00D30">
      <w:r>
        <w:t>686.9852</w:t>
      </w:r>
      <w:r>
        <w:tab/>
        <w:t>1.013e0</w:t>
      </w:r>
    </w:p>
    <w:p w:rsidR="00E00D30" w:rsidRDefault="00E00D30" w:rsidP="00E00D30">
      <w:r>
        <w:t>687.0233</w:t>
      </w:r>
      <w:r>
        <w:tab/>
        <w:t>2.025e0</w:t>
      </w:r>
    </w:p>
    <w:p w:rsidR="00E00D30" w:rsidRDefault="00E00D30" w:rsidP="00E00D30">
      <w:r>
        <w:t>687.1092</w:t>
      </w:r>
      <w:r>
        <w:tab/>
        <w:t>3.038e0</w:t>
      </w:r>
    </w:p>
    <w:p w:rsidR="00E00D30" w:rsidRDefault="00E00D30" w:rsidP="00E00D30">
      <w:r>
        <w:t>687.1842</w:t>
      </w:r>
      <w:r>
        <w:tab/>
        <w:t>2.025e0</w:t>
      </w:r>
    </w:p>
    <w:p w:rsidR="00E00D30" w:rsidRDefault="00E00D30" w:rsidP="00E00D30">
      <w:r>
        <w:t>687.1874</w:t>
      </w:r>
      <w:r>
        <w:tab/>
        <w:t>2.025e0</w:t>
      </w:r>
    </w:p>
    <w:p w:rsidR="00E00D30" w:rsidRDefault="00E00D30" w:rsidP="00E00D30">
      <w:r>
        <w:t>687.1924</w:t>
      </w:r>
      <w:r>
        <w:tab/>
        <w:t>1.013e0</w:t>
      </w:r>
    </w:p>
    <w:p w:rsidR="00E00D30" w:rsidRDefault="00E00D30" w:rsidP="00E00D30">
      <w:r>
        <w:t>687.1970</w:t>
      </w:r>
      <w:r>
        <w:tab/>
        <w:t>5.063e0</w:t>
      </w:r>
    </w:p>
    <w:p w:rsidR="00E00D30" w:rsidRDefault="00E00D30" w:rsidP="00E00D30">
      <w:r>
        <w:lastRenderedPageBreak/>
        <w:t>687.2562</w:t>
      </w:r>
      <w:r>
        <w:tab/>
        <w:t>1.013e0</w:t>
      </w:r>
    </w:p>
    <w:p w:rsidR="00E00D30" w:rsidRDefault="00E00D30" w:rsidP="00E00D30">
      <w:r>
        <w:t>687.2621</w:t>
      </w:r>
      <w:r>
        <w:tab/>
        <w:t>2.025e0</w:t>
      </w:r>
    </w:p>
    <w:p w:rsidR="00E00D30" w:rsidRDefault="00E00D30" w:rsidP="00E00D30">
      <w:r>
        <w:t>687.2800</w:t>
      </w:r>
      <w:r>
        <w:tab/>
        <w:t>1.013e0</w:t>
      </w:r>
    </w:p>
    <w:p w:rsidR="00E00D30" w:rsidRDefault="00E00D30" w:rsidP="00E00D30">
      <w:r>
        <w:t>687.3267</w:t>
      </w:r>
      <w:r>
        <w:tab/>
        <w:t>1.013e0</w:t>
      </w:r>
    </w:p>
    <w:p w:rsidR="00E00D30" w:rsidRDefault="00E00D30" w:rsidP="00E00D30">
      <w:r>
        <w:t>687.3367</w:t>
      </w:r>
      <w:r>
        <w:tab/>
        <w:t>2.025e0</w:t>
      </w:r>
    </w:p>
    <w:p w:rsidR="00E00D30" w:rsidRDefault="00E00D30" w:rsidP="00E00D30">
      <w:r>
        <w:t>687.3481</w:t>
      </w:r>
      <w:r>
        <w:tab/>
        <w:t>1.013e0</w:t>
      </w:r>
    </w:p>
    <w:p w:rsidR="00E00D30" w:rsidRDefault="00E00D30" w:rsidP="00E00D30">
      <w:r>
        <w:t>687.3658</w:t>
      </w:r>
      <w:r>
        <w:tab/>
        <w:t>1.013e0</w:t>
      </w:r>
    </w:p>
    <w:p w:rsidR="00E00D30" w:rsidRDefault="00E00D30" w:rsidP="00E00D30">
      <w:r>
        <w:t>687.3730</w:t>
      </w:r>
      <w:r>
        <w:tab/>
        <w:t>1.013e0</w:t>
      </w:r>
    </w:p>
    <w:p w:rsidR="00E00D30" w:rsidRDefault="00E00D30" w:rsidP="00E00D30">
      <w:r>
        <w:t>687.3860</w:t>
      </w:r>
      <w:r>
        <w:tab/>
        <w:t>2.025e0</w:t>
      </w:r>
    </w:p>
    <w:p w:rsidR="00E00D30" w:rsidRDefault="00E00D30" w:rsidP="00E00D30">
      <w:r>
        <w:t>687.3904</w:t>
      </w:r>
      <w:r>
        <w:tab/>
        <w:t>4.051e0</w:t>
      </w:r>
    </w:p>
    <w:p w:rsidR="00E00D30" w:rsidRDefault="00E00D30" w:rsidP="00E00D30">
      <w:r>
        <w:t>687.4377</w:t>
      </w:r>
      <w:r>
        <w:tab/>
        <w:t>2.025e0</w:t>
      </w:r>
    </w:p>
    <w:p w:rsidR="00E00D30" w:rsidRDefault="00E00D30" w:rsidP="00E00D30">
      <w:r>
        <w:t>687.4429</w:t>
      </w:r>
      <w:r>
        <w:tab/>
        <w:t>2.025e0</w:t>
      </w:r>
    </w:p>
    <w:p w:rsidR="00E00D30" w:rsidRDefault="00E00D30" w:rsidP="00E00D30">
      <w:r>
        <w:t>687.4490</w:t>
      </w:r>
      <w:r>
        <w:tab/>
        <w:t>2.025e0</w:t>
      </w:r>
    </w:p>
    <w:p w:rsidR="00E00D30" w:rsidRDefault="00E00D30" w:rsidP="00E00D30">
      <w:r>
        <w:t>687.4570</w:t>
      </w:r>
      <w:r>
        <w:tab/>
        <w:t>5.063e0</w:t>
      </w:r>
    </w:p>
    <w:p w:rsidR="00E00D30" w:rsidRDefault="00E00D30" w:rsidP="00E00D30">
      <w:r>
        <w:t>687.4786</w:t>
      </w:r>
      <w:r>
        <w:tab/>
        <w:t>1.013e0</w:t>
      </w:r>
    </w:p>
    <w:p w:rsidR="00E00D30" w:rsidRDefault="00E00D30" w:rsidP="00E00D30">
      <w:r>
        <w:t>687.5447</w:t>
      </w:r>
      <w:r>
        <w:tab/>
        <w:t>2.025e0</w:t>
      </w:r>
    </w:p>
    <w:p w:rsidR="00E00D30" w:rsidRDefault="00E00D30" w:rsidP="00E00D30">
      <w:r>
        <w:t>687.5612</w:t>
      </w:r>
      <w:r>
        <w:tab/>
        <w:t>1.013e0</w:t>
      </w:r>
    </w:p>
    <w:p w:rsidR="00E00D30" w:rsidRDefault="00E00D30" w:rsidP="00E00D30">
      <w:r>
        <w:t>687.5988</w:t>
      </w:r>
      <w:r>
        <w:tab/>
        <w:t>2.025e0</w:t>
      </w:r>
    </w:p>
    <w:p w:rsidR="00E00D30" w:rsidRDefault="00E00D30" w:rsidP="00E00D30">
      <w:r>
        <w:t>687.6426</w:t>
      </w:r>
      <w:r>
        <w:tab/>
        <w:t>1.013e0</w:t>
      </w:r>
    </w:p>
    <w:p w:rsidR="00E00D30" w:rsidRDefault="00E00D30" w:rsidP="00E00D30">
      <w:r>
        <w:lastRenderedPageBreak/>
        <w:t>687.6539</w:t>
      </w:r>
      <w:r>
        <w:tab/>
        <w:t>1.013e0</w:t>
      </w:r>
    </w:p>
    <w:p w:rsidR="00E00D30" w:rsidRDefault="00E00D30" w:rsidP="00E00D30">
      <w:r>
        <w:t>687.6656</w:t>
      </w:r>
      <w:r>
        <w:tab/>
        <w:t>1.013e0</w:t>
      </w:r>
    </w:p>
    <w:p w:rsidR="00E00D30" w:rsidRDefault="00E00D30" w:rsidP="00E00D30">
      <w:r>
        <w:t>687.6759</w:t>
      </w:r>
      <w:r>
        <w:tab/>
        <w:t>1.013e0</w:t>
      </w:r>
    </w:p>
    <w:p w:rsidR="00E00D30" w:rsidRDefault="00E00D30" w:rsidP="00E00D30">
      <w:r>
        <w:t>687.7629</w:t>
      </w:r>
      <w:r>
        <w:tab/>
        <w:t>1.013e0</w:t>
      </w:r>
    </w:p>
    <w:p w:rsidR="00E00D30" w:rsidRDefault="00E00D30" w:rsidP="00E00D30">
      <w:r>
        <w:t>687.7716</w:t>
      </w:r>
      <w:r>
        <w:tab/>
        <w:t>1.013e0</w:t>
      </w:r>
    </w:p>
    <w:p w:rsidR="00E00D30" w:rsidRDefault="00E00D30" w:rsidP="00E00D30">
      <w:r>
        <w:t>687.8311</w:t>
      </w:r>
      <w:r>
        <w:tab/>
        <w:t>2.025e0</w:t>
      </w:r>
    </w:p>
    <w:p w:rsidR="00E00D30" w:rsidRDefault="00E00D30" w:rsidP="00E00D30">
      <w:r>
        <w:t>687.8643</w:t>
      </w:r>
      <w:r>
        <w:tab/>
        <w:t>1.013e0</w:t>
      </w:r>
    </w:p>
    <w:p w:rsidR="00E00D30" w:rsidRDefault="00E00D30" w:rsidP="00E00D30">
      <w:r>
        <w:t>687.8885</w:t>
      </w:r>
      <w:r>
        <w:tab/>
        <w:t>1.013e0</w:t>
      </w:r>
    </w:p>
    <w:p w:rsidR="00E00D30" w:rsidRDefault="00E00D30" w:rsidP="00E00D30">
      <w:r>
        <w:t>687.9344</w:t>
      </w:r>
      <w:r>
        <w:tab/>
        <w:t>1.013e0</w:t>
      </w:r>
    </w:p>
    <w:p w:rsidR="00E00D30" w:rsidRDefault="00E00D30" w:rsidP="00E00D30">
      <w:r>
        <w:t>687.9402</w:t>
      </w:r>
      <w:r>
        <w:tab/>
        <w:t>3.038e0</w:t>
      </w:r>
    </w:p>
    <w:p w:rsidR="00E00D30" w:rsidRDefault="00E00D30" w:rsidP="00E00D30">
      <w:r>
        <w:t>687.9938</w:t>
      </w:r>
      <w:r>
        <w:tab/>
        <w:t>1.013e0</w:t>
      </w:r>
    </w:p>
    <w:p w:rsidR="00E00D30" w:rsidRDefault="00E00D30" w:rsidP="00E00D30">
      <w:r>
        <w:t>688.0163</w:t>
      </w:r>
      <w:r>
        <w:tab/>
        <w:t>1.013e0</w:t>
      </w:r>
    </w:p>
    <w:p w:rsidR="00E00D30" w:rsidRDefault="00E00D30" w:rsidP="00E00D30">
      <w:r>
        <w:t>688.0639</w:t>
      </w:r>
      <w:r>
        <w:tab/>
        <w:t>1.013e0</w:t>
      </w:r>
    </w:p>
    <w:p w:rsidR="00E00D30" w:rsidRDefault="00E00D30" w:rsidP="00E00D30">
      <w:r>
        <w:t>688.0732</w:t>
      </w:r>
      <w:r>
        <w:tab/>
        <w:t>1.013e0</w:t>
      </w:r>
    </w:p>
    <w:p w:rsidR="00E00D30" w:rsidRDefault="00E00D30" w:rsidP="00E00D30">
      <w:r>
        <w:t>688.1077</w:t>
      </w:r>
      <w:r>
        <w:tab/>
        <w:t>1.013e0</w:t>
      </w:r>
    </w:p>
    <w:p w:rsidR="00E00D30" w:rsidRDefault="00E00D30" w:rsidP="00E00D30">
      <w:r>
        <w:t>688.1099</w:t>
      </w:r>
      <w:r>
        <w:tab/>
        <w:t>1.013e0</w:t>
      </w:r>
    </w:p>
    <w:p w:rsidR="00E00D30" w:rsidRDefault="00E00D30" w:rsidP="00E00D30">
      <w:r>
        <w:t>688.1212</w:t>
      </w:r>
      <w:r>
        <w:tab/>
        <w:t>1.013e0</w:t>
      </w:r>
    </w:p>
    <w:p w:rsidR="00E00D30" w:rsidRDefault="00E00D30" w:rsidP="00E00D30">
      <w:r>
        <w:t>688.1446</w:t>
      </w:r>
      <w:r>
        <w:tab/>
        <w:t>1.013e0</w:t>
      </w:r>
    </w:p>
    <w:p w:rsidR="00E00D30" w:rsidRDefault="00E00D30" w:rsidP="00E00D30">
      <w:r>
        <w:t>688.1680</w:t>
      </w:r>
      <w:r>
        <w:tab/>
        <w:t>2.025e0</w:t>
      </w:r>
    </w:p>
    <w:p w:rsidR="00E00D30" w:rsidRDefault="00E00D30" w:rsidP="00E00D30">
      <w:r>
        <w:lastRenderedPageBreak/>
        <w:t>688.1776</w:t>
      </w:r>
      <w:r>
        <w:tab/>
        <w:t>1.013e0</w:t>
      </w:r>
    </w:p>
    <w:p w:rsidR="00E00D30" w:rsidRDefault="00E00D30" w:rsidP="00E00D30">
      <w:r>
        <w:t>688.2151</w:t>
      </w:r>
      <w:r>
        <w:tab/>
        <w:t>1.013e0</w:t>
      </w:r>
    </w:p>
    <w:p w:rsidR="00E00D30" w:rsidRDefault="00E00D30" w:rsidP="00E00D30">
      <w:r>
        <w:t>688.2268</w:t>
      </w:r>
      <w:r>
        <w:tab/>
        <w:t>1.013e0</w:t>
      </w:r>
    </w:p>
    <w:p w:rsidR="00E00D30" w:rsidRDefault="00E00D30" w:rsidP="00E00D30">
      <w:r>
        <w:t>688.2556</w:t>
      </w:r>
      <w:r>
        <w:tab/>
        <w:t>4.051e0</w:t>
      </w:r>
    </w:p>
    <w:p w:rsidR="00E00D30" w:rsidRDefault="00E00D30" w:rsidP="00E00D30">
      <w:r>
        <w:t>688.2693</w:t>
      </w:r>
      <w:r>
        <w:tab/>
        <w:t>3.038e0</w:t>
      </w:r>
    </w:p>
    <w:p w:rsidR="00E00D30" w:rsidRDefault="00E00D30" w:rsidP="00E00D30">
      <w:r>
        <w:t>688.3146</w:t>
      </w:r>
      <w:r>
        <w:tab/>
        <w:t>1.013e0</w:t>
      </w:r>
    </w:p>
    <w:p w:rsidR="00E00D30" w:rsidRDefault="00E00D30" w:rsidP="00E00D30">
      <w:r>
        <w:t>688.3555</w:t>
      </w:r>
      <w:r>
        <w:tab/>
        <w:t>1.013e0</w:t>
      </w:r>
    </w:p>
    <w:p w:rsidR="00E00D30" w:rsidRDefault="00E00D30" w:rsidP="00E00D30">
      <w:r>
        <w:t>688.3668</w:t>
      </w:r>
      <w:r>
        <w:tab/>
        <w:t>2.025e0</w:t>
      </w:r>
    </w:p>
    <w:p w:rsidR="00E00D30" w:rsidRDefault="00E00D30" w:rsidP="00E00D30">
      <w:r>
        <w:t>688.4090</w:t>
      </w:r>
      <w:r>
        <w:tab/>
        <w:t>2.025e0</w:t>
      </w:r>
    </w:p>
    <w:p w:rsidR="00E00D30" w:rsidRDefault="00E00D30" w:rsidP="00E00D30">
      <w:r>
        <w:t>688.4215</w:t>
      </w:r>
      <w:r>
        <w:tab/>
        <w:t>3.038e0</w:t>
      </w:r>
    </w:p>
    <w:p w:rsidR="00E00D30" w:rsidRDefault="00E00D30" w:rsidP="00E00D30">
      <w:r>
        <w:t>688.4373</w:t>
      </w:r>
      <w:r>
        <w:tab/>
        <w:t>2.025e0</w:t>
      </w:r>
    </w:p>
    <w:p w:rsidR="00E00D30" w:rsidRDefault="00E00D30" w:rsidP="00E00D30">
      <w:r>
        <w:t>688.4533</w:t>
      </w:r>
      <w:r>
        <w:tab/>
        <w:t>1.013e0</w:t>
      </w:r>
    </w:p>
    <w:p w:rsidR="00E00D30" w:rsidRDefault="00E00D30" w:rsidP="00E00D30">
      <w:r>
        <w:t>688.4581</w:t>
      </w:r>
      <w:r>
        <w:tab/>
        <w:t>2.025e0</w:t>
      </w:r>
    </w:p>
    <w:p w:rsidR="00E00D30" w:rsidRDefault="00E00D30" w:rsidP="00E00D30">
      <w:r>
        <w:t>688.4634</w:t>
      </w:r>
      <w:r>
        <w:tab/>
        <w:t>3.038e0</w:t>
      </w:r>
    </w:p>
    <w:p w:rsidR="00E00D30" w:rsidRDefault="00E00D30" w:rsidP="00E00D30">
      <w:r>
        <w:t>688.4850</w:t>
      </w:r>
      <w:r>
        <w:tab/>
        <w:t>2.025e0</w:t>
      </w:r>
    </w:p>
    <w:p w:rsidR="00E00D30" w:rsidRDefault="00E00D30" w:rsidP="00E00D30">
      <w:r>
        <w:t>688.5069</w:t>
      </w:r>
      <w:r>
        <w:tab/>
        <w:t>4.051e0</w:t>
      </w:r>
    </w:p>
    <w:p w:rsidR="00E00D30" w:rsidRDefault="00E00D30" w:rsidP="00E00D30">
      <w:r>
        <w:t>688.5111</w:t>
      </w:r>
      <w:r>
        <w:tab/>
        <w:t>3.038e0</w:t>
      </w:r>
    </w:p>
    <w:p w:rsidR="00E00D30" w:rsidRDefault="00E00D30" w:rsidP="00E00D30">
      <w:r>
        <w:t>688.5193</w:t>
      </w:r>
      <w:r>
        <w:tab/>
        <w:t>4.051e0</w:t>
      </w:r>
    </w:p>
    <w:p w:rsidR="00E00D30" w:rsidRDefault="00E00D30" w:rsidP="00E00D30">
      <w:r>
        <w:t>688.5268</w:t>
      </w:r>
      <w:r>
        <w:tab/>
        <w:t>6.076e0</w:t>
      </w:r>
    </w:p>
    <w:p w:rsidR="00E00D30" w:rsidRDefault="00E00D30" w:rsidP="00E00D30">
      <w:r>
        <w:lastRenderedPageBreak/>
        <w:t>688.5478</w:t>
      </w:r>
      <w:r>
        <w:tab/>
        <w:t>6.076e0</w:t>
      </w:r>
    </w:p>
    <w:p w:rsidR="00E00D30" w:rsidRDefault="00E00D30" w:rsidP="00E00D30">
      <w:r>
        <w:t>688.5670</w:t>
      </w:r>
      <w:r>
        <w:tab/>
        <w:t>2.025e0</w:t>
      </w:r>
    </w:p>
    <w:p w:rsidR="00E00D30" w:rsidRDefault="00E00D30" w:rsidP="00E00D30">
      <w:r>
        <w:t>688.5746</w:t>
      </w:r>
      <w:r>
        <w:tab/>
        <w:t>1.013e0</w:t>
      </w:r>
    </w:p>
    <w:p w:rsidR="00E00D30" w:rsidRDefault="00E00D30" w:rsidP="00E00D30">
      <w:r>
        <w:t>688.5963</w:t>
      </w:r>
      <w:r>
        <w:tab/>
        <w:t>3.038e0</w:t>
      </w:r>
    </w:p>
    <w:p w:rsidR="00E00D30" w:rsidRDefault="00E00D30" w:rsidP="00E00D30">
      <w:r>
        <w:t>688.6711</w:t>
      </w:r>
      <w:r>
        <w:tab/>
        <w:t>1.013e0</w:t>
      </w:r>
    </w:p>
    <w:p w:rsidR="00E00D30" w:rsidRDefault="00E00D30" w:rsidP="00E00D30">
      <w:r>
        <w:t>688.6859</w:t>
      </w:r>
      <w:r>
        <w:tab/>
        <w:t>2.025e0</w:t>
      </w:r>
    </w:p>
    <w:p w:rsidR="00E00D30" w:rsidRDefault="00E00D30" w:rsidP="00E00D30">
      <w:r>
        <w:t>688.7534</w:t>
      </w:r>
      <w:r>
        <w:tab/>
        <w:t>1.013e0</w:t>
      </w:r>
    </w:p>
    <w:p w:rsidR="00E00D30" w:rsidRDefault="00E00D30" w:rsidP="00E00D30">
      <w:r>
        <w:t>688.7637</w:t>
      </w:r>
      <w:r>
        <w:tab/>
        <w:t>1.013e0</w:t>
      </w:r>
    </w:p>
    <w:p w:rsidR="00E00D30" w:rsidRDefault="00E00D30" w:rsidP="00E00D30">
      <w:r>
        <w:t>688.8010</w:t>
      </w:r>
      <w:r>
        <w:tab/>
        <w:t>1.013e0</w:t>
      </w:r>
    </w:p>
    <w:p w:rsidR="00E00D30" w:rsidRDefault="00E00D30" w:rsidP="00E00D30">
      <w:r>
        <w:t>688.8119</w:t>
      </w:r>
      <w:r>
        <w:tab/>
        <w:t>1.013e0</w:t>
      </w:r>
    </w:p>
    <w:p w:rsidR="00E00D30" w:rsidRDefault="00E00D30" w:rsidP="00E00D30">
      <w:r>
        <w:t>688.8350</w:t>
      </w:r>
      <w:r>
        <w:tab/>
        <w:t>2.025e0</w:t>
      </w:r>
    </w:p>
    <w:p w:rsidR="00E00D30" w:rsidRDefault="00E00D30" w:rsidP="00E00D30">
      <w:r>
        <w:t>688.8669</w:t>
      </w:r>
      <w:r>
        <w:tab/>
        <w:t>2.025e0</w:t>
      </w:r>
    </w:p>
    <w:p w:rsidR="00E00D30" w:rsidRDefault="00E00D30" w:rsidP="00E00D30">
      <w:r>
        <w:t>688.8830</w:t>
      </w:r>
      <w:r>
        <w:tab/>
        <w:t>2.025e0</w:t>
      </w:r>
    </w:p>
    <w:p w:rsidR="00E00D30" w:rsidRDefault="00E00D30" w:rsidP="00E00D30">
      <w:r>
        <w:t>688.8857</w:t>
      </w:r>
      <w:r>
        <w:tab/>
        <w:t>1.013e0</w:t>
      </w:r>
    </w:p>
    <w:p w:rsidR="00E00D30" w:rsidRDefault="00E00D30" w:rsidP="00E00D30">
      <w:r>
        <w:t>688.9135</w:t>
      </w:r>
      <w:r>
        <w:tab/>
        <w:t>3.038e0</w:t>
      </w:r>
    </w:p>
    <w:p w:rsidR="00E00D30" w:rsidRDefault="00E00D30" w:rsidP="00E00D30">
      <w:r>
        <w:t>688.9393</w:t>
      </w:r>
      <w:r>
        <w:tab/>
        <w:t>2.025e0</w:t>
      </w:r>
    </w:p>
    <w:p w:rsidR="00E00D30" w:rsidRDefault="00E00D30" w:rsidP="00E00D30">
      <w:r>
        <w:t>688.9890</w:t>
      </w:r>
      <w:r>
        <w:tab/>
        <w:t>1.013e0</w:t>
      </w:r>
    </w:p>
    <w:p w:rsidR="00E00D30" w:rsidRDefault="00E00D30" w:rsidP="00E00D30">
      <w:r>
        <w:t>689.0062</w:t>
      </w:r>
      <w:r>
        <w:tab/>
        <w:t>1.013e0</w:t>
      </w:r>
    </w:p>
    <w:p w:rsidR="00E00D30" w:rsidRDefault="00E00D30" w:rsidP="00E00D30">
      <w:r>
        <w:t>689.0929</w:t>
      </w:r>
      <w:r>
        <w:tab/>
        <w:t>2.025e0</w:t>
      </w:r>
    </w:p>
    <w:p w:rsidR="00E00D30" w:rsidRDefault="00E00D30" w:rsidP="00E00D30">
      <w:r>
        <w:lastRenderedPageBreak/>
        <w:t>689.1088</w:t>
      </w:r>
      <w:r>
        <w:tab/>
        <w:t>1.013e0</w:t>
      </w:r>
    </w:p>
    <w:p w:rsidR="00E00D30" w:rsidRDefault="00E00D30" w:rsidP="00E00D30">
      <w:r>
        <w:t>689.1163</w:t>
      </w:r>
      <w:r>
        <w:tab/>
        <w:t>1.013e0</w:t>
      </w:r>
    </w:p>
    <w:p w:rsidR="00E00D30" w:rsidRDefault="00E00D30" w:rsidP="00E00D30">
      <w:r>
        <w:t>689.1339</w:t>
      </w:r>
      <w:r>
        <w:tab/>
        <w:t>3.038e0</w:t>
      </w:r>
    </w:p>
    <w:p w:rsidR="00E00D30" w:rsidRDefault="00E00D30" w:rsidP="00E00D30">
      <w:r>
        <w:t>689.1437</w:t>
      </w:r>
      <w:r>
        <w:tab/>
        <w:t>1.013e0</w:t>
      </w:r>
    </w:p>
    <w:p w:rsidR="00E00D30" w:rsidRDefault="00E00D30" w:rsidP="00E00D30">
      <w:r>
        <w:t>689.1602</w:t>
      </w:r>
      <w:r>
        <w:tab/>
        <w:t>1.013e0</w:t>
      </w:r>
    </w:p>
    <w:p w:rsidR="00E00D30" w:rsidRDefault="00E00D30" w:rsidP="00E00D30">
      <w:r>
        <w:t>689.1745</w:t>
      </w:r>
      <w:r>
        <w:tab/>
        <w:t>1.013e0</w:t>
      </w:r>
    </w:p>
    <w:p w:rsidR="00E00D30" w:rsidRDefault="00E00D30" w:rsidP="00E00D30">
      <w:r>
        <w:t>689.2452</w:t>
      </w:r>
      <w:r>
        <w:tab/>
        <w:t>1.013e0</w:t>
      </w:r>
    </w:p>
    <w:p w:rsidR="00E00D30" w:rsidRDefault="00E00D30" w:rsidP="00E00D30">
      <w:r>
        <w:t>689.2472</w:t>
      </w:r>
      <w:r>
        <w:tab/>
        <w:t>1.013e0</w:t>
      </w:r>
    </w:p>
    <w:p w:rsidR="00E00D30" w:rsidRDefault="00E00D30" w:rsidP="00E00D30">
      <w:r>
        <w:t>689.2749</w:t>
      </w:r>
      <w:r>
        <w:tab/>
        <w:t>2.025e0</w:t>
      </w:r>
    </w:p>
    <w:p w:rsidR="00E00D30" w:rsidRDefault="00E00D30" w:rsidP="00E00D30">
      <w:r>
        <w:t>689.2760</w:t>
      </w:r>
      <w:r>
        <w:tab/>
        <w:t>4.051e0</w:t>
      </w:r>
    </w:p>
    <w:p w:rsidR="00E00D30" w:rsidRDefault="00E00D30" w:rsidP="00E00D30">
      <w:r>
        <w:t>689.2861</w:t>
      </w:r>
      <w:r>
        <w:tab/>
        <w:t>2.025e0</w:t>
      </w:r>
    </w:p>
    <w:p w:rsidR="00E00D30" w:rsidRDefault="00E00D30" w:rsidP="00E00D30">
      <w:r>
        <w:t>689.3330</w:t>
      </w:r>
      <w:r>
        <w:tab/>
        <w:t>2.025e0</w:t>
      </w:r>
    </w:p>
    <w:p w:rsidR="00E00D30" w:rsidRDefault="00E00D30" w:rsidP="00E00D30">
      <w:r>
        <w:t>689.3514</w:t>
      </w:r>
      <w:r>
        <w:tab/>
        <w:t>1.013e0</w:t>
      </w:r>
    </w:p>
    <w:p w:rsidR="00E00D30" w:rsidRDefault="00E00D30" w:rsidP="00E00D30">
      <w:r>
        <w:t>689.3675</w:t>
      </w:r>
      <w:r>
        <w:tab/>
        <w:t>1.013e0</w:t>
      </w:r>
    </w:p>
    <w:p w:rsidR="00E00D30" w:rsidRDefault="00E00D30" w:rsidP="00E00D30">
      <w:r>
        <w:t>689.3849</w:t>
      </w:r>
      <w:r>
        <w:tab/>
        <w:t>2.025e0</w:t>
      </w:r>
    </w:p>
    <w:p w:rsidR="00E00D30" w:rsidRDefault="00E00D30" w:rsidP="00E00D30">
      <w:r>
        <w:t>689.3984</w:t>
      </w:r>
      <w:r>
        <w:tab/>
        <w:t>3.038e0</w:t>
      </w:r>
    </w:p>
    <w:p w:rsidR="00E00D30" w:rsidRDefault="00E00D30" w:rsidP="00E00D30">
      <w:r>
        <w:t>689.4191</w:t>
      </w:r>
      <w:r>
        <w:tab/>
        <w:t>1.013e0</w:t>
      </w:r>
    </w:p>
    <w:p w:rsidR="00E00D30" w:rsidRDefault="00E00D30" w:rsidP="00E00D30">
      <w:r>
        <w:t>689.4379</w:t>
      </w:r>
      <w:r>
        <w:tab/>
        <w:t>1.013e0</w:t>
      </w:r>
    </w:p>
    <w:p w:rsidR="00E00D30" w:rsidRDefault="00E00D30" w:rsidP="00E00D30">
      <w:r>
        <w:t>689.4673</w:t>
      </w:r>
      <w:r>
        <w:tab/>
        <w:t>1.013e0</w:t>
      </w:r>
    </w:p>
    <w:p w:rsidR="00E00D30" w:rsidRDefault="00E00D30" w:rsidP="00E00D30">
      <w:r>
        <w:lastRenderedPageBreak/>
        <w:t>689.4885</w:t>
      </w:r>
      <w:r>
        <w:tab/>
        <w:t>1.013e0</w:t>
      </w:r>
    </w:p>
    <w:p w:rsidR="00E00D30" w:rsidRDefault="00E00D30" w:rsidP="00E00D30">
      <w:r>
        <w:t>689.4951</w:t>
      </w:r>
      <w:r>
        <w:tab/>
        <w:t>3.038e0</w:t>
      </w:r>
    </w:p>
    <w:p w:rsidR="00E00D30" w:rsidRDefault="00E00D30" w:rsidP="00E00D30">
      <w:r>
        <w:t>689.5057</w:t>
      </w:r>
      <w:r>
        <w:tab/>
        <w:t>1.013e0</w:t>
      </w:r>
    </w:p>
    <w:p w:rsidR="00E00D30" w:rsidRDefault="00E00D30" w:rsidP="00E00D30">
      <w:r>
        <w:t>689.5261</w:t>
      </w:r>
      <w:r>
        <w:tab/>
        <w:t>2.025e0</w:t>
      </w:r>
    </w:p>
    <w:p w:rsidR="00E00D30" w:rsidRDefault="00E00D30" w:rsidP="00E00D30">
      <w:r>
        <w:t>689.5351</w:t>
      </w:r>
      <w:r>
        <w:tab/>
        <w:t>4.051e0</w:t>
      </w:r>
    </w:p>
    <w:p w:rsidR="00E00D30" w:rsidRDefault="00E00D30" w:rsidP="00E00D30">
      <w:r>
        <w:t>689.5404</w:t>
      </w:r>
      <w:r>
        <w:tab/>
        <w:t>4.051e0</w:t>
      </w:r>
    </w:p>
    <w:p w:rsidR="00E00D30" w:rsidRDefault="00E00D30" w:rsidP="00E00D30">
      <w:r>
        <w:t>689.5611</w:t>
      </w:r>
      <w:r>
        <w:tab/>
        <w:t>1.013e0</w:t>
      </w:r>
    </w:p>
    <w:p w:rsidR="00E00D30" w:rsidRDefault="00E00D30" w:rsidP="00E00D30">
      <w:r>
        <w:t>689.5916</w:t>
      </w:r>
      <w:r>
        <w:tab/>
        <w:t>1.013e0</w:t>
      </w:r>
    </w:p>
    <w:p w:rsidR="00E00D30" w:rsidRDefault="00E00D30" w:rsidP="00E00D30">
      <w:r>
        <w:t>689.5963</w:t>
      </w:r>
      <w:r>
        <w:tab/>
        <w:t>1.013e0</w:t>
      </w:r>
    </w:p>
    <w:p w:rsidR="00E00D30" w:rsidRDefault="00E00D30" w:rsidP="00E00D30">
      <w:r>
        <w:t>689.6201</w:t>
      </w:r>
      <w:r>
        <w:tab/>
        <w:t>1.013e0</w:t>
      </w:r>
    </w:p>
    <w:p w:rsidR="00E00D30" w:rsidRDefault="00E00D30" w:rsidP="00E00D30">
      <w:r>
        <w:t>689.6274</w:t>
      </w:r>
      <w:r>
        <w:tab/>
        <w:t>1.013e0</w:t>
      </w:r>
    </w:p>
    <w:p w:rsidR="00E00D30" w:rsidRDefault="00E00D30" w:rsidP="00E00D30">
      <w:r>
        <w:t>689.6318</w:t>
      </w:r>
      <w:r>
        <w:tab/>
        <w:t>1.013e0</w:t>
      </w:r>
    </w:p>
    <w:p w:rsidR="00E00D30" w:rsidRDefault="00E00D30" w:rsidP="00E00D30">
      <w:r>
        <w:t>689.6517</w:t>
      </w:r>
      <w:r>
        <w:tab/>
        <w:t>2.025e0</w:t>
      </w:r>
    </w:p>
    <w:p w:rsidR="00E00D30" w:rsidRDefault="00E00D30" w:rsidP="00E00D30">
      <w:r>
        <w:t>689.7128</w:t>
      </w:r>
      <w:r>
        <w:tab/>
        <w:t>2.025e0</w:t>
      </w:r>
    </w:p>
    <w:p w:rsidR="00E00D30" w:rsidRDefault="00E00D30" w:rsidP="00E00D30">
      <w:r>
        <w:t>689.7967</w:t>
      </w:r>
      <w:r>
        <w:tab/>
        <w:t>1.013e0</w:t>
      </w:r>
    </w:p>
    <w:p w:rsidR="00E00D30" w:rsidRDefault="00E00D30" w:rsidP="00E00D30">
      <w:r>
        <w:t>689.8159</w:t>
      </w:r>
      <w:r>
        <w:tab/>
        <w:t>1.013e0</w:t>
      </w:r>
    </w:p>
    <w:p w:rsidR="00E00D30" w:rsidRDefault="00E00D30" w:rsidP="00E00D30">
      <w:r>
        <w:t>689.8311</w:t>
      </w:r>
      <w:r>
        <w:tab/>
        <w:t>1.013e0</w:t>
      </w:r>
    </w:p>
    <w:p w:rsidR="00E00D30" w:rsidRDefault="00E00D30" w:rsidP="00E00D30">
      <w:r>
        <w:t>689.8545</w:t>
      </w:r>
      <w:r>
        <w:tab/>
        <w:t>2.025e0</w:t>
      </w:r>
    </w:p>
    <w:p w:rsidR="00E00D30" w:rsidRDefault="00E00D30" w:rsidP="00E00D30">
      <w:r>
        <w:t>689.8819</w:t>
      </w:r>
      <w:r>
        <w:tab/>
        <w:t>2.025e0</w:t>
      </w:r>
    </w:p>
    <w:p w:rsidR="00E00D30" w:rsidRDefault="00E00D30" w:rsidP="00E00D30">
      <w:r>
        <w:lastRenderedPageBreak/>
        <w:t>689.8896</w:t>
      </w:r>
      <w:r>
        <w:tab/>
        <w:t>1.013e0</w:t>
      </w:r>
    </w:p>
    <w:p w:rsidR="00E00D30" w:rsidRDefault="00E00D30" w:rsidP="00E00D30">
      <w:r>
        <w:t>689.9014</w:t>
      </w:r>
      <w:r>
        <w:tab/>
        <w:t>1.013e0</w:t>
      </w:r>
    </w:p>
    <w:p w:rsidR="00E00D30" w:rsidRDefault="00E00D30" w:rsidP="00E00D30">
      <w:r>
        <w:t>689.9029</w:t>
      </w:r>
      <w:r>
        <w:tab/>
        <w:t>1.013e0</w:t>
      </w:r>
    </w:p>
    <w:p w:rsidR="00E00D30" w:rsidRDefault="00E00D30" w:rsidP="00E00D30">
      <w:r>
        <w:t>689.9382</w:t>
      </w:r>
      <w:r>
        <w:tab/>
        <w:t>1.013e0</w:t>
      </w:r>
    </w:p>
    <w:p w:rsidR="00E00D30" w:rsidRDefault="00E00D30" w:rsidP="00E00D30">
      <w:r>
        <w:t>689.9479</w:t>
      </w:r>
      <w:r>
        <w:tab/>
        <w:t>1.013e0</w:t>
      </w:r>
    </w:p>
    <w:p w:rsidR="00E00D30" w:rsidRDefault="00E00D30" w:rsidP="00E00D30">
      <w:r>
        <w:t>689.9952</w:t>
      </w:r>
      <w:r>
        <w:tab/>
        <w:t>1.013e0</w:t>
      </w:r>
    </w:p>
    <w:p w:rsidR="00E00D30" w:rsidRDefault="00E00D30" w:rsidP="00E00D30">
      <w:r>
        <w:t>690.0186</w:t>
      </w:r>
      <w:r>
        <w:tab/>
        <w:t>1.013e0</w:t>
      </w:r>
    </w:p>
    <w:p w:rsidR="00E00D30" w:rsidRDefault="00E00D30" w:rsidP="00E00D30">
      <w:r>
        <w:t>690.0405</w:t>
      </w:r>
      <w:r>
        <w:tab/>
        <w:t>3.038e0</w:t>
      </w:r>
    </w:p>
    <w:p w:rsidR="00E00D30" w:rsidRDefault="00E00D30" w:rsidP="00E00D30">
      <w:r>
        <w:t>690.0664</w:t>
      </w:r>
      <w:r>
        <w:tab/>
        <w:t>2.025e0</w:t>
      </w:r>
    </w:p>
    <w:p w:rsidR="00E00D30" w:rsidRDefault="00E00D30" w:rsidP="00E00D30">
      <w:r>
        <w:t>690.0769</w:t>
      </w:r>
      <w:r>
        <w:tab/>
        <w:t>1.013e0</w:t>
      </w:r>
    </w:p>
    <w:p w:rsidR="00E00D30" w:rsidRDefault="00E00D30" w:rsidP="00E00D30">
      <w:r>
        <w:t>690.1450</w:t>
      </w:r>
      <w:r>
        <w:tab/>
        <w:t>2.025e0</w:t>
      </w:r>
    </w:p>
    <w:p w:rsidR="00E00D30" w:rsidRDefault="00E00D30" w:rsidP="00E00D30">
      <w:r>
        <w:t>690.1594</w:t>
      </w:r>
      <w:r>
        <w:tab/>
        <w:t>1.013e0</w:t>
      </w:r>
    </w:p>
    <w:p w:rsidR="00E00D30" w:rsidRDefault="00E00D30" w:rsidP="00E00D30">
      <w:r>
        <w:t>690.1649</w:t>
      </w:r>
      <w:r>
        <w:tab/>
        <w:t>2.025e0</w:t>
      </w:r>
    </w:p>
    <w:p w:rsidR="00E00D30" w:rsidRDefault="00E00D30" w:rsidP="00E00D30">
      <w:r>
        <w:t>690.1663</w:t>
      </w:r>
      <w:r>
        <w:tab/>
        <w:t>2.359e0</w:t>
      </w:r>
    </w:p>
    <w:p w:rsidR="00E00D30" w:rsidRDefault="00E00D30" w:rsidP="00E00D30">
      <w:r>
        <w:t>690.1786</w:t>
      </w:r>
      <w:r>
        <w:tab/>
        <w:t>1.013e0</w:t>
      </w:r>
    </w:p>
    <w:p w:rsidR="00E00D30" w:rsidRDefault="00E00D30" w:rsidP="00E00D30">
      <w:r>
        <w:t>690.1890</w:t>
      </w:r>
      <w:r>
        <w:tab/>
        <w:t>2.025e0</w:t>
      </w:r>
    </w:p>
    <w:p w:rsidR="00E00D30" w:rsidRDefault="00E00D30" w:rsidP="00E00D30">
      <w:r>
        <w:t>690.2062</w:t>
      </w:r>
      <w:r>
        <w:tab/>
        <w:t>1.013e0</w:t>
      </w:r>
    </w:p>
    <w:p w:rsidR="00E00D30" w:rsidRDefault="00E00D30" w:rsidP="00E00D30">
      <w:r>
        <w:t>690.2307</w:t>
      </w:r>
      <w:r>
        <w:tab/>
        <w:t>2.025e0</w:t>
      </w:r>
    </w:p>
    <w:p w:rsidR="00E00D30" w:rsidRDefault="00E00D30" w:rsidP="00E00D30">
      <w:r>
        <w:t>690.2650</w:t>
      </w:r>
      <w:r>
        <w:tab/>
        <w:t>1.013e0</w:t>
      </w:r>
    </w:p>
    <w:p w:rsidR="00E00D30" w:rsidRDefault="00E00D30" w:rsidP="00E00D30">
      <w:r>
        <w:lastRenderedPageBreak/>
        <w:t>690.2727</w:t>
      </w:r>
      <w:r>
        <w:tab/>
        <w:t>3.038e0</w:t>
      </w:r>
    </w:p>
    <w:p w:rsidR="00E00D30" w:rsidRDefault="00E00D30" w:rsidP="00E00D30">
      <w:r>
        <w:t>690.2997</w:t>
      </w:r>
      <w:r>
        <w:tab/>
        <w:t>1.013e0</w:t>
      </w:r>
    </w:p>
    <w:p w:rsidR="00E00D30" w:rsidRDefault="00E00D30" w:rsidP="00E00D30">
      <w:r>
        <w:t>690.3414</w:t>
      </w:r>
      <w:r>
        <w:tab/>
        <w:t>4.051e0</w:t>
      </w:r>
    </w:p>
    <w:p w:rsidR="00E00D30" w:rsidRDefault="00E00D30" w:rsidP="00E00D30">
      <w:r>
        <w:t>690.3445</w:t>
      </w:r>
      <w:r>
        <w:tab/>
        <w:t>3.038e0</w:t>
      </w:r>
    </w:p>
    <w:p w:rsidR="00E00D30" w:rsidRDefault="00E00D30" w:rsidP="00E00D30">
      <w:r>
        <w:t>690.3507</w:t>
      </w:r>
      <w:r>
        <w:tab/>
        <w:t>6.076e0</w:t>
      </w:r>
    </w:p>
    <w:p w:rsidR="00E00D30" w:rsidRDefault="00E00D30" w:rsidP="00E00D30">
      <w:r>
        <w:t>690.3641</w:t>
      </w:r>
      <w:r>
        <w:tab/>
        <w:t>3.038e0</w:t>
      </w:r>
    </w:p>
    <w:p w:rsidR="00E00D30" w:rsidRDefault="00E00D30" w:rsidP="00E00D30">
      <w:r>
        <w:t>690.4202</w:t>
      </w:r>
      <w:r>
        <w:tab/>
        <w:t>1.013e0</w:t>
      </w:r>
    </w:p>
    <w:p w:rsidR="00E00D30" w:rsidRDefault="00E00D30" w:rsidP="00E00D30">
      <w:r>
        <w:t>690.4374</w:t>
      </w:r>
      <w:r>
        <w:tab/>
        <w:t>2.025e0</w:t>
      </w:r>
    </w:p>
    <w:p w:rsidR="00E00D30" w:rsidRDefault="00E00D30" w:rsidP="00E00D30">
      <w:r>
        <w:t>690.4982</w:t>
      </w:r>
      <w:r>
        <w:tab/>
        <w:t>2.025e0</w:t>
      </w:r>
    </w:p>
    <w:p w:rsidR="00E00D30" w:rsidRDefault="00E00D30" w:rsidP="00E00D30">
      <w:r>
        <w:t>690.5174</w:t>
      </w:r>
      <w:r>
        <w:tab/>
        <w:t>2.025e0</w:t>
      </w:r>
    </w:p>
    <w:p w:rsidR="00E00D30" w:rsidRDefault="00E00D30" w:rsidP="00E00D30">
      <w:r>
        <w:t>690.5461</w:t>
      </w:r>
      <w:r>
        <w:tab/>
        <w:t>1.013e0</w:t>
      </w:r>
    </w:p>
    <w:p w:rsidR="00E00D30" w:rsidRDefault="00E00D30" w:rsidP="00E00D30">
      <w:r>
        <w:t>690.5590</w:t>
      </w:r>
      <w:r>
        <w:tab/>
        <w:t>1.013e0</w:t>
      </w:r>
    </w:p>
    <w:p w:rsidR="00E00D30" w:rsidRDefault="00E00D30" w:rsidP="00E00D30">
      <w:r>
        <w:t>690.5696</w:t>
      </w:r>
      <w:r>
        <w:tab/>
        <w:t>1.013e0</w:t>
      </w:r>
    </w:p>
    <w:p w:rsidR="00E00D30" w:rsidRDefault="00E00D30" w:rsidP="00E00D30">
      <w:r>
        <w:t>690.6270</w:t>
      </w:r>
      <w:r>
        <w:tab/>
        <w:t>1.013e0</w:t>
      </w:r>
    </w:p>
    <w:p w:rsidR="00E00D30" w:rsidRDefault="00E00D30" w:rsidP="00E00D30">
      <w:r>
        <w:t>690.6412</w:t>
      </w:r>
      <w:r>
        <w:tab/>
        <w:t>1.013e0</w:t>
      </w:r>
    </w:p>
    <w:p w:rsidR="00E00D30" w:rsidRDefault="00E00D30" w:rsidP="00E00D30">
      <w:r>
        <w:t>690.6521</w:t>
      </w:r>
      <w:r>
        <w:tab/>
        <w:t>2.025e0</w:t>
      </w:r>
    </w:p>
    <w:p w:rsidR="00E00D30" w:rsidRDefault="00E00D30" w:rsidP="00E00D30">
      <w:r>
        <w:t>690.6569</w:t>
      </w:r>
      <w:r>
        <w:tab/>
        <w:t>2.025e0</w:t>
      </w:r>
    </w:p>
    <w:p w:rsidR="00E00D30" w:rsidRDefault="00E00D30" w:rsidP="00E00D30">
      <w:r>
        <w:t>690.6635</w:t>
      </w:r>
      <w:r>
        <w:tab/>
        <w:t>1.013e0</w:t>
      </w:r>
    </w:p>
    <w:p w:rsidR="00E00D30" w:rsidRDefault="00E00D30" w:rsidP="00E00D30">
      <w:r>
        <w:t>690.7396</w:t>
      </w:r>
      <w:r>
        <w:tab/>
        <w:t>2.025e0</w:t>
      </w:r>
    </w:p>
    <w:p w:rsidR="00E00D30" w:rsidRDefault="00E00D30" w:rsidP="00E00D30">
      <w:r>
        <w:lastRenderedPageBreak/>
        <w:t>690.7649</w:t>
      </w:r>
      <w:r>
        <w:tab/>
        <w:t>1.013e0</w:t>
      </w:r>
    </w:p>
    <w:p w:rsidR="00E00D30" w:rsidRDefault="00E00D30" w:rsidP="00E00D30">
      <w:r>
        <w:t>690.7695</w:t>
      </w:r>
      <w:r>
        <w:tab/>
        <w:t>1.013e0</w:t>
      </w:r>
    </w:p>
    <w:p w:rsidR="00E00D30" w:rsidRDefault="00E00D30" w:rsidP="00E00D30">
      <w:r>
        <w:t>690.8055</w:t>
      </w:r>
      <w:r>
        <w:tab/>
        <w:t>1.013e0</w:t>
      </w:r>
    </w:p>
    <w:p w:rsidR="00E00D30" w:rsidRDefault="00E00D30" w:rsidP="00E00D30">
      <w:r>
        <w:t>690.8452</w:t>
      </w:r>
      <w:r>
        <w:tab/>
        <w:t>2.025e0</w:t>
      </w:r>
    </w:p>
    <w:p w:rsidR="00E00D30" w:rsidRDefault="00E00D30" w:rsidP="00E00D30">
      <w:r>
        <w:t>690.8525</w:t>
      </w:r>
      <w:r>
        <w:tab/>
        <w:t>1.013e0</w:t>
      </w:r>
    </w:p>
    <w:p w:rsidR="00E00D30" w:rsidRDefault="00E00D30" w:rsidP="00E00D30">
      <w:r>
        <w:t>690.8994</w:t>
      </w:r>
      <w:r>
        <w:tab/>
        <w:t>2.025e0</w:t>
      </w:r>
    </w:p>
    <w:p w:rsidR="00E00D30" w:rsidRDefault="00E00D30" w:rsidP="00E00D30">
      <w:r>
        <w:t>690.9206</w:t>
      </w:r>
      <w:r>
        <w:tab/>
        <w:t>1.013e0</w:t>
      </w:r>
    </w:p>
    <w:p w:rsidR="00E00D30" w:rsidRDefault="00E00D30" w:rsidP="00E00D30">
      <w:r>
        <w:t>690.9334</w:t>
      </w:r>
      <w:r>
        <w:tab/>
        <w:t>1.013e0</w:t>
      </w:r>
    </w:p>
    <w:p w:rsidR="00E00D30" w:rsidRDefault="00E00D30" w:rsidP="00E00D30">
      <w:r>
        <w:t>690.9512</w:t>
      </w:r>
      <w:r>
        <w:tab/>
        <w:t>2.025e0</w:t>
      </w:r>
    </w:p>
    <w:p w:rsidR="00E00D30" w:rsidRDefault="00E00D30" w:rsidP="00E00D30">
      <w:r>
        <w:t>690.9982</w:t>
      </w:r>
      <w:r>
        <w:tab/>
        <w:t>2.025e0</w:t>
      </w:r>
    </w:p>
    <w:p w:rsidR="00E00D30" w:rsidRDefault="00E00D30" w:rsidP="00E00D30">
      <w:r>
        <w:t>691.0743</w:t>
      </w:r>
      <w:r>
        <w:tab/>
        <w:t>1.013e0</w:t>
      </w:r>
    </w:p>
    <w:p w:rsidR="00E00D30" w:rsidRDefault="00E00D30" w:rsidP="00E00D30">
      <w:r>
        <w:t>691.0757</w:t>
      </w:r>
      <w:r>
        <w:tab/>
        <w:t>1.013e0</w:t>
      </w:r>
    </w:p>
    <w:p w:rsidR="00E00D30" w:rsidRDefault="00E00D30" w:rsidP="00E00D30">
      <w:r>
        <w:t>691.0990</w:t>
      </w:r>
      <w:r>
        <w:tab/>
        <w:t>1.013e0</w:t>
      </w:r>
    </w:p>
    <w:p w:rsidR="00E00D30" w:rsidRDefault="00E00D30" w:rsidP="00E00D30">
      <w:r>
        <w:t>691.1100</w:t>
      </w:r>
      <w:r>
        <w:tab/>
        <w:t>1.013e0</w:t>
      </w:r>
    </w:p>
    <w:p w:rsidR="00E00D30" w:rsidRDefault="00E00D30" w:rsidP="00E00D30">
      <w:r>
        <w:t>691.1342</w:t>
      </w:r>
      <w:r>
        <w:tab/>
        <w:t>1.013e0</w:t>
      </w:r>
    </w:p>
    <w:p w:rsidR="00E00D30" w:rsidRDefault="00E00D30" w:rsidP="00E00D30">
      <w:r>
        <w:t>691.1456</w:t>
      </w:r>
      <w:r>
        <w:tab/>
        <w:t>2.025e0</w:t>
      </w:r>
    </w:p>
    <w:p w:rsidR="00E00D30" w:rsidRDefault="00E00D30" w:rsidP="00E00D30">
      <w:r>
        <w:t>691.1508</w:t>
      </w:r>
      <w:r>
        <w:tab/>
        <w:t>2.025e0</w:t>
      </w:r>
    </w:p>
    <w:p w:rsidR="00E00D30" w:rsidRDefault="00E00D30" w:rsidP="00E00D30">
      <w:r>
        <w:t>691.1623</w:t>
      </w:r>
      <w:r>
        <w:tab/>
        <w:t>1.013e0</w:t>
      </w:r>
    </w:p>
    <w:p w:rsidR="00E00D30" w:rsidRDefault="00E00D30" w:rsidP="00E00D30">
      <w:r>
        <w:t>691.1800</w:t>
      </w:r>
      <w:r>
        <w:tab/>
        <w:t>2.025e0</w:t>
      </w:r>
    </w:p>
    <w:p w:rsidR="00E00D30" w:rsidRDefault="00E00D30" w:rsidP="00E00D30">
      <w:r>
        <w:lastRenderedPageBreak/>
        <w:t>691.1833</w:t>
      </w:r>
      <w:r>
        <w:tab/>
        <w:t>3.038e0</w:t>
      </w:r>
    </w:p>
    <w:p w:rsidR="00E00D30" w:rsidRDefault="00E00D30" w:rsidP="00E00D30">
      <w:r>
        <w:t>691.2395</w:t>
      </w:r>
      <w:r>
        <w:tab/>
        <w:t>2.025e0</w:t>
      </w:r>
    </w:p>
    <w:p w:rsidR="00E00D30" w:rsidRDefault="00E00D30" w:rsidP="00E00D30">
      <w:r>
        <w:t>691.2659</w:t>
      </w:r>
      <w:r>
        <w:tab/>
        <w:t>1.013e0</w:t>
      </w:r>
    </w:p>
    <w:p w:rsidR="00E00D30" w:rsidRDefault="00E00D30" w:rsidP="00E00D30">
      <w:r>
        <w:t>691.2715</w:t>
      </w:r>
      <w:r>
        <w:tab/>
        <w:t>2.025e0</w:t>
      </w:r>
    </w:p>
    <w:p w:rsidR="00E00D30" w:rsidRDefault="00E00D30" w:rsidP="00E00D30">
      <w:r>
        <w:t>691.2744</w:t>
      </w:r>
      <w:r>
        <w:tab/>
        <w:t>1.013e0</w:t>
      </w:r>
    </w:p>
    <w:p w:rsidR="00E00D30" w:rsidRDefault="00E00D30" w:rsidP="00E00D30">
      <w:r>
        <w:t>691.2824</w:t>
      </w:r>
      <w:r>
        <w:tab/>
        <w:t>1.013e0</w:t>
      </w:r>
    </w:p>
    <w:p w:rsidR="00E00D30" w:rsidRDefault="00E00D30" w:rsidP="00E00D30">
      <w:r>
        <w:t>691.2974</w:t>
      </w:r>
      <w:r>
        <w:tab/>
        <w:t>1.013e0</w:t>
      </w:r>
    </w:p>
    <w:p w:rsidR="00E00D30" w:rsidRDefault="00E00D30" w:rsidP="00E00D30">
      <w:r>
        <w:t>691.3000</w:t>
      </w:r>
      <w:r>
        <w:tab/>
        <w:t>1.013e0</w:t>
      </w:r>
    </w:p>
    <w:p w:rsidR="00E00D30" w:rsidRDefault="00E00D30" w:rsidP="00E00D30">
      <w:r>
        <w:t>691.3679</w:t>
      </w:r>
      <w:r>
        <w:tab/>
        <w:t>1.013e0</w:t>
      </w:r>
    </w:p>
    <w:p w:rsidR="00E00D30" w:rsidRDefault="00E00D30" w:rsidP="00E00D30">
      <w:r>
        <w:t>691.3746</w:t>
      </w:r>
      <w:r>
        <w:tab/>
        <w:t>2.025e0</w:t>
      </w:r>
    </w:p>
    <w:p w:rsidR="00E00D30" w:rsidRDefault="00E00D30" w:rsidP="00E00D30">
      <w:r>
        <w:t>691.4107</w:t>
      </w:r>
      <w:r>
        <w:tab/>
        <w:t>2.025e0</w:t>
      </w:r>
    </w:p>
    <w:p w:rsidR="00E00D30" w:rsidRDefault="00E00D30" w:rsidP="00E00D30">
      <w:r>
        <w:t>691.4147</w:t>
      </w:r>
      <w:r>
        <w:tab/>
        <w:t>4.051e0</w:t>
      </w:r>
    </w:p>
    <w:p w:rsidR="00E00D30" w:rsidRDefault="00E00D30" w:rsidP="00E00D30">
      <w:r>
        <w:t>691.4266</w:t>
      </w:r>
      <w:r>
        <w:tab/>
        <w:t>1.013e0</w:t>
      </w:r>
    </w:p>
    <w:p w:rsidR="00E00D30" w:rsidRDefault="00E00D30" w:rsidP="00E00D30">
      <w:r>
        <w:t>691.4589</w:t>
      </w:r>
      <w:r>
        <w:tab/>
        <w:t>4.051e0</w:t>
      </w:r>
    </w:p>
    <w:p w:rsidR="00E00D30" w:rsidRDefault="00E00D30" w:rsidP="00E00D30">
      <w:r>
        <w:t>691.4623</w:t>
      </w:r>
      <w:r>
        <w:tab/>
        <w:t>1.013e0</w:t>
      </w:r>
    </w:p>
    <w:p w:rsidR="00E00D30" w:rsidRDefault="00E00D30" w:rsidP="00E00D30">
      <w:r>
        <w:t>691.4672</w:t>
      </w:r>
      <w:r>
        <w:tab/>
        <w:t>2.025e0</w:t>
      </w:r>
    </w:p>
    <w:p w:rsidR="00E00D30" w:rsidRDefault="00E00D30" w:rsidP="00E00D30">
      <w:r>
        <w:t>691.5093</w:t>
      </w:r>
      <w:r>
        <w:tab/>
        <w:t>1.013e0</w:t>
      </w:r>
    </w:p>
    <w:p w:rsidR="00E00D30" w:rsidRDefault="00E00D30" w:rsidP="00E00D30">
      <w:r>
        <w:t>691.5330</w:t>
      </w:r>
      <w:r>
        <w:tab/>
        <w:t>2.025e0</w:t>
      </w:r>
    </w:p>
    <w:p w:rsidR="00E00D30" w:rsidRDefault="00E00D30" w:rsidP="00E00D30">
      <w:r>
        <w:t>691.5415</w:t>
      </w:r>
      <w:r>
        <w:tab/>
        <w:t>1.013e0</w:t>
      </w:r>
    </w:p>
    <w:p w:rsidR="00E00D30" w:rsidRDefault="00E00D30" w:rsidP="00E00D30">
      <w:r>
        <w:lastRenderedPageBreak/>
        <w:t>691.5681</w:t>
      </w:r>
      <w:r>
        <w:tab/>
        <w:t>1.013e0</w:t>
      </w:r>
    </w:p>
    <w:p w:rsidR="00E00D30" w:rsidRDefault="00E00D30" w:rsidP="00E00D30">
      <w:r>
        <w:t>691.5798</w:t>
      </w:r>
      <w:r>
        <w:tab/>
        <w:t>1.013e0</w:t>
      </w:r>
    </w:p>
    <w:p w:rsidR="00E00D30" w:rsidRDefault="00E00D30" w:rsidP="00E00D30">
      <w:r>
        <w:t>691.5933</w:t>
      </w:r>
      <w:r>
        <w:tab/>
        <w:t>1.013e0</w:t>
      </w:r>
    </w:p>
    <w:p w:rsidR="00E00D30" w:rsidRDefault="00E00D30" w:rsidP="00E00D30">
      <w:r>
        <w:t>691.6394</w:t>
      </w:r>
      <w:r>
        <w:tab/>
        <w:t>1.013e0</w:t>
      </w:r>
    </w:p>
    <w:p w:rsidR="00E00D30" w:rsidRDefault="00E00D30" w:rsidP="00E00D30">
      <w:r>
        <w:t>691.6503</w:t>
      </w:r>
      <w:r>
        <w:tab/>
        <w:t>1.013e0</w:t>
      </w:r>
    </w:p>
    <w:p w:rsidR="00E00D30" w:rsidRDefault="00E00D30" w:rsidP="00E00D30">
      <w:r>
        <w:t>691.6909</w:t>
      </w:r>
      <w:r>
        <w:tab/>
        <w:t>2.025e0</w:t>
      </w:r>
    </w:p>
    <w:p w:rsidR="00E00D30" w:rsidRDefault="00E00D30" w:rsidP="00E00D30">
      <w:r>
        <w:t>691.7112</w:t>
      </w:r>
      <w:r>
        <w:tab/>
        <w:t>2.025e0</w:t>
      </w:r>
    </w:p>
    <w:p w:rsidR="00E00D30" w:rsidRDefault="00E00D30" w:rsidP="00E00D30">
      <w:r>
        <w:t>691.7208</w:t>
      </w:r>
      <w:r>
        <w:tab/>
        <w:t>1.013e0</w:t>
      </w:r>
    </w:p>
    <w:p w:rsidR="00E00D30" w:rsidRDefault="00E00D30" w:rsidP="00E00D30">
      <w:r>
        <w:t>691.7260</w:t>
      </w:r>
      <w:r>
        <w:tab/>
        <w:t>2.025e0</w:t>
      </w:r>
    </w:p>
    <w:p w:rsidR="00E00D30" w:rsidRDefault="00E00D30" w:rsidP="00E00D30">
      <w:r>
        <w:t>691.7485</w:t>
      </w:r>
      <w:r>
        <w:tab/>
        <w:t>1.013e0</w:t>
      </w:r>
    </w:p>
    <w:p w:rsidR="00E00D30" w:rsidRDefault="00E00D30" w:rsidP="00E00D30">
      <w:r>
        <w:t>691.7560</w:t>
      </w:r>
      <w:r>
        <w:tab/>
        <w:t>1.013e0</w:t>
      </w:r>
    </w:p>
    <w:p w:rsidR="00E00D30" w:rsidRDefault="00E00D30" w:rsidP="00E00D30">
      <w:r>
        <w:t>691.7742</w:t>
      </w:r>
      <w:r>
        <w:tab/>
        <w:t>2.025e0</w:t>
      </w:r>
    </w:p>
    <w:p w:rsidR="00E00D30" w:rsidRDefault="00E00D30" w:rsidP="00E00D30">
      <w:r>
        <w:t>691.7922</w:t>
      </w:r>
      <w:r>
        <w:tab/>
        <w:t>1.013e0</w:t>
      </w:r>
    </w:p>
    <w:p w:rsidR="00E00D30" w:rsidRDefault="00E00D30" w:rsidP="00E00D30">
      <w:r>
        <w:t>691.8275</w:t>
      </w:r>
      <w:r>
        <w:tab/>
        <w:t>1.013e0</w:t>
      </w:r>
    </w:p>
    <w:p w:rsidR="00E00D30" w:rsidRDefault="00E00D30" w:rsidP="00E00D30">
      <w:r>
        <w:t>691.8501</w:t>
      </w:r>
      <w:r>
        <w:tab/>
        <w:t>1.013e0</w:t>
      </w:r>
    </w:p>
    <w:p w:rsidR="00E00D30" w:rsidRDefault="00E00D30" w:rsidP="00E00D30">
      <w:r>
        <w:t>691.8736</w:t>
      </w:r>
      <w:r>
        <w:tab/>
        <w:t>1.013e0</w:t>
      </w:r>
    </w:p>
    <w:p w:rsidR="00E00D30" w:rsidRDefault="00E00D30" w:rsidP="00E00D30">
      <w:r>
        <w:t>691.8850</w:t>
      </w:r>
      <w:r>
        <w:tab/>
        <w:t>1.013e0</w:t>
      </w:r>
    </w:p>
    <w:p w:rsidR="00E00D30" w:rsidRDefault="00E00D30" w:rsidP="00E00D30">
      <w:r>
        <w:t>691.8862</w:t>
      </w:r>
      <w:r>
        <w:tab/>
        <w:t>1.013e0</w:t>
      </w:r>
    </w:p>
    <w:p w:rsidR="00E00D30" w:rsidRDefault="00E00D30" w:rsidP="00E00D30">
      <w:r>
        <w:t>691.9047</w:t>
      </w:r>
      <w:r>
        <w:tab/>
        <w:t>1.013e0</w:t>
      </w:r>
    </w:p>
    <w:p w:rsidR="00E00D30" w:rsidRDefault="00E00D30" w:rsidP="00E00D30">
      <w:r>
        <w:lastRenderedPageBreak/>
        <w:t>691.9122</w:t>
      </w:r>
      <w:r>
        <w:tab/>
        <w:t>2.025e0</w:t>
      </w:r>
    </w:p>
    <w:p w:rsidR="00E00D30" w:rsidRDefault="00E00D30" w:rsidP="00E00D30">
      <w:r>
        <w:t>691.9554</w:t>
      </w:r>
      <w:r>
        <w:tab/>
        <w:t>1.013e0</w:t>
      </w:r>
    </w:p>
    <w:p w:rsidR="00E00D30" w:rsidRDefault="00E00D30" w:rsidP="00E00D30">
      <w:r>
        <w:t>691.9794</w:t>
      </w:r>
      <w:r>
        <w:tab/>
        <w:t>1.013e0</w:t>
      </w:r>
    </w:p>
    <w:p w:rsidR="00E00D30" w:rsidRDefault="00E00D30" w:rsidP="00E00D30">
      <w:r>
        <w:t>692.0159</w:t>
      </w:r>
      <w:r>
        <w:tab/>
        <w:t>2.025e0</w:t>
      </w:r>
    </w:p>
    <w:p w:rsidR="00E00D30" w:rsidRDefault="00E00D30" w:rsidP="00E00D30">
      <w:r>
        <w:t>692.0262</w:t>
      </w:r>
      <w:r>
        <w:tab/>
        <w:t>3.038e0</w:t>
      </w:r>
    </w:p>
    <w:p w:rsidR="00E00D30" w:rsidRDefault="00E00D30" w:rsidP="00E00D30">
      <w:r>
        <w:t>692.1201</w:t>
      </w:r>
      <w:r>
        <w:tab/>
        <w:t>1.013e0</w:t>
      </w:r>
    </w:p>
    <w:p w:rsidR="00E00D30" w:rsidRDefault="00E00D30" w:rsidP="00E00D30">
      <w:r>
        <w:t>692.1288</w:t>
      </w:r>
      <w:r>
        <w:tab/>
        <w:t>1.013e0</w:t>
      </w:r>
    </w:p>
    <w:p w:rsidR="00E00D30" w:rsidRDefault="00E00D30" w:rsidP="00E00D30">
      <w:r>
        <w:t>692.1454</w:t>
      </w:r>
      <w:r>
        <w:tab/>
        <w:t>1.013e0</w:t>
      </w:r>
    </w:p>
    <w:p w:rsidR="00E00D30" w:rsidRDefault="00E00D30" w:rsidP="00E00D30">
      <w:r>
        <w:t>692.1799</w:t>
      </w:r>
      <w:r>
        <w:tab/>
        <w:t>3.038e0</w:t>
      </w:r>
    </w:p>
    <w:p w:rsidR="00E00D30" w:rsidRDefault="00E00D30" w:rsidP="00E00D30">
      <w:r>
        <w:t>692.2263</w:t>
      </w:r>
      <w:r>
        <w:tab/>
        <w:t>1.013e0</w:t>
      </w:r>
    </w:p>
    <w:p w:rsidR="00E00D30" w:rsidRDefault="00E00D30" w:rsidP="00E00D30">
      <w:r>
        <w:t>692.2401</w:t>
      </w:r>
      <w:r>
        <w:tab/>
        <w:t>2.025e0</w:t>
      </w:r>
    </w:p>
    <w:p w:rsidR="00E00D30" w:rsidRDefault="00E00D30" w:rsidP="00E00D30">
      <w:r>
        <w:t>692.2495</w:t>
      </w:r>
      <w:r>
        <w:tab/>
        <w:t>3.038e0</w:t>
      </w:r>
    </w:p>
    <w:p w:rsidR="00E00D30" w:rsidRDefault="00E00D30" w:rsidP="00E00D30">
      <w:r>
        <w:t>692.2919</w:t>
      </w:r>
      <w:r>
        <w:tab/>
        <w:t>2.025e0</w:t>
      </w:r>
    </w:p>
    <w:p w:rsidR="00E00D30" w:rsidRDefault="00E00D30" w:rsidP="00E00D30">
      <w:r>
        <w:t>692.3087</w:t>
      </w:r>
      <w:r>
        <w:tab/>
        <w:t>2.025e0</w:t>
      </w:r>
    </w:p>
    <w:p w:rsidR="00E00D30" w:rsidRDefault="00E00D30" w:rsidP="00E00D30">
      <w:r>
        <w:t>692.3322</w:t>
      </w:r>
      <w:r>
        <w:tab/>
        <w:t>1.013e0</w:t>
      </w:r>
    </w:p>
    <w:p w:rsidR="00E00D30" w:rsidRDefault="00E00D30" w:rsidP="00E00D30">
      <w:r>
        <w:t>692.3517</w:t>
      </w:r>
      <w:r>
        <w:tab/>
        <w:t>1.013e0</w:t>
      </w:r>
    </w:p>
    <w:p w:rsidR="00E00D30" w:rsidRDefault="00E00D30" w:rsidP="00E00D30">
      <w:r>
        <w:t>692.3611</w:t>
      </w:r>
      <w:r>
        <w:tab/>
        <w:t>2.025e0</w:t>
      </w:r>
    </w:p>
    <w:p w:rsidR="00E00D30" w:rsidRDefault="00E00D30" w:rsidP="00E00D30">
      <w:r>
        <w:t>692.3675</w:t>
      </w:r>
      <w:r>
        <w:tab/>
        <w:t>1.013e0</w:t>
      </w:r>
    </w:p>
    <w:p w:rsidR="00E00D30" w:rsidRDefault="00E00D30" w:rsidP="00E00D30">
      <w:r>
        <w:t>692.3801</w:t>
      </w:r>
      <w:r>
        <w:tab/>
        <w:t>1.013e0</w:t>
      </w:r>
    </w:p>
    <w:p w:rsidR="00E00D30" w:rsidRDefault="00E00D30" w:rsidP="00E00D30">
      <w:r>
        <w:lastRenderedPageBreak/>
        <w:t>692.4024</w:t>
      </w:r>
      <w:r>
        <w:tab/>
        <w:t>1.013e0</w:t>
      </w:r>
    </w:p>
    <w:p w:rsidR="00E00D30" w:rsidRDefault="00E00D30" w:rsidP="00E00D30">
      <w:r>
        <w:t>692.4142</w:t>
      </w:r>
      <w:r>
        <w:tab/>
        <w:t>1.013e0</w:t>
      </w:r>
    </w:p>
    <w:p w:rsidR="00E00D30" w:rsidRDefault="00E00D30" w:rsidP="00E00D30">
      <w:r>
        <w:t>692.4385</w:t>
      </w:r>
      <w:r>
        <w:tab/>
        <w:t>1.013e0</w:t>
      </w:r>
    </w:p>
    <w:p w:rsidR="00E00D30" w:rsidRDefault="00E00D30" w:rsidP="00E00D30">
      <w:r>
        <w:t>692.4516</w:t>
      </w:r>
      <w:r>
        <w:tab/>
        <w:t>2.025e0</w:t>
      </w:r>
    </w:p>
    <w:p w:rsidR="00E00D30" w:rsidRDefault="00E00D30" w:rsidP="00E00D30">
      <w:r>
        <w:t>692.4612</w:t>
      </w:r>
      <w:r>
        <w:tab/>
        <w:t>1.013e0</w:t>
      </w:r>
    </w:p>
    <w:p w:rsidR="00E00D30" w:rsidRDefault="00E00D30" w:rsidP="00E00D30">
      <w:r>
        <w:t>692.4900</w:t>
      </w:r>
      <w:r>
        <w:tab/>
        <w:t>1.013e0</w:t>
      </w:r>
    </w:p>
    <w:p w:rsidR="00E00D30" w:rsidRDefault="00E00D30" w:rsidP="00E00D30">
      <w:r>
        <w:t>692.5325</w:t>
      </w:r>
      <w:r>
        <w:tab/>
        <w:t>4.051e0</w:t>
      </w:r>
    </w:p>
    <w:p w:rsidR="00E00D30" w:rsidRDefault="00E00D30" w:rsidP="00E00D30">
      <w:r>
        <w:t>692.5432</w:t>
      </w:r>
      <w:r>
        <w:tab/>
        <w:t>2.025e0</w:t>
      </w:r>
    </w:p>
    <w:p w:rsidR="00E00D30" w:rsidRDefault="00E00D30" w:rsidP="00E00D30">
      <w:r>
        <w:t>692.5562</w:t>
      </w:r>
      <w:r>
        <w:tab/>
        <w:t>2.025e0</w:t>
      </w:r>
    </w:p>
    <w:p w:rsidR="00E00D30" w:rsidRDefault="00E00D30" w:rsidP="00E00D30">
      <w:r>
        <w:t>692.5675</w:t>
      </w:r>
      <w:r>
        <w:tab/>
        <w:t>1.013e0</w:t>
      </w:r>
    </w:p>
    <w:p w:rsidR="00E00D30" w:rsidRDefault="00E00D30" w:rsidP="00E00D30">
      <w:r>
        <w:t>692.5789</w:t>
      </w:r>
      <w:r>
        <w:tab/>
        <w:t>1.013e0</w:t>
      </w:r>
    </w:p>
    <w:p w:rsidR="00E00D30" w:rsidRDefault="00E00D30" w:rsidP="00E00D30">
      <w:r>
        <w:t>692.6284</w:t>
      </w:r>
      <w:r>
        <w:tab/>
        <w:t>1.013e0</w:t>
      </w:r>
    </w:p>
    <w:p w:rsidR="00E00D30" w:rsidRDefault="00E00D30" w:rsidP="00E00D30">
      <w:r>
        <w:t>692.6910</w:t>
      </w:r>
      <w:r>
        <w:tab/>
        <w:t>2.025e0</w:t>
      </w:r>
    </w:p>
    <w:p w:rsidR="00E00D30" w:rsidRDefault="00E00D30" w:rsidP="00E00D30">
      <w:r>
        <w:t>692.7672</w:t>
      </w:r>
      <w:r>
        <w:tab/>
        <w:t>1.013e0</w:t>
      </w:r>
    </w:p>
    <w:p w:rsidR="00E00D30" w:rsidRDefault="00E00D30" w:rsidP="00E00D30">
      <w:r>
        <w:t>692.7911</w:t>
      </w:r>
      <w:r>
        <w:tab/>
        <w:t>1.013e0</w:t>
      </w:r>
    </w:p>
    <w:p w:rsidR="00E00D30" w:rsidRDefault="00E00D30" w:rsidP="00E00D30">
      <w:r>
        <w:t>692.8037</w:t>
      </w:r>
      <w:r>
        <w:tab/>
        <w:t>1.013e0</w:t>
      </w:r>
    </w:p>
    <w:p w:rsidR="00E00D30" w:rsidRDefault="00E00D30" w:rsidP="00E00D30">
      <w:r>
        <w:t>692.8179</w:t>
      </w:r>
      <w:r>
        <w:tab/>
        <w:t>3.038e0</w:t>
      </w:r>
    </w:p>
    <w:p w:rsidR="00E00D30" w:rsidRDefault="00E00D30" w:rsidP="00E00D30">
      <w:r>
        <w:t>692.8967</w:t>
      </w:r>
      <w:r>
        <w:tab/>
        <w:t>1.013e0</w:t>
      </w:r>
    </w:p>
    <w:p w:rsidR="00E00D30" w:rsidRDefault="00E00D30" w:rsidP="00E00D30">
      <w:r>
        <w:t>692.9041</w:t>
      </w:r>
      <w:r>
        <w:tab/>
        <w:t>1.013e0</w:t>
      </w:r>
    </w:p>
    <w:p w:rsidR="00E00D30" w:rsidRDefault="00E00D30" w:rsidP="00E00D30">
      <w:r>
        <w:lastRenderedPageBreak/>
        <w:t>692.9222</w:t>
      </w:r>
      <w:r>
        <w:tab/>
        <w:t>1.013e0</w:t>
      </w:r>
    </w:p>
    <w:p w:rsidR="00E00D30" w:rsidRDefault="00E00D30" w:rsidP="00E00D30">
      <w:r>
        <w:t>692.9728</w:t>
      </w:r>
      <w:r>
        <w:tab/>
        <w:t>1.013e0</w:t>
      </w:r>
    </w:p>
    <w:p w:rsidR="00E00D30" w:rsidRDefault="00E00D30" w:rsidP="00E00D30">
      <w:r>
        <w:t>693.0266</w:t>
      </w:r>
      <w:r>
        <w:tab/>
        <w:t>2.025e0</w:t>
      </w:r>
    </w:p>
    <w:p w:rsidR="00E00D30" w:rsidRDefault="00E00D30" w:rsidP="00E00D30">
      <w:r>
        <w:t>693.0379</w:t>
      </w:r>
      <w:r>
        <w:tab/>
        <w:t>1.013e0</w:t>
      </w:r>
    </w:p>
    <w:p w:rsidR="00E00D30" w:rsidRDefault="00E00D30" w:rsidP="00E00D30">
      <w:r>
        <w:t>693.0432</w:t>
      </w:r>
      <w:r>
        <w:tab/>
        <w:t>1.013e0</w:t>
      </w:r>
    </w:p>
    <w:p w:rsidR="00E00D30" w:rsidRDefault="00E00D30" w:rsidP="00E00D30">
      <w:r>
        <w:t>693.0933</w:t>
      </w:r>
      <w:r>
        <w:tab/>
        <w:t>1.013e0</w:t>
      </w:r>
    </w:p>
    <w:p w:rsidR="00E00D30" w:rsidRDefault="00E00D30" w:rsidP="00E00D30">
      <w:r>
        <w:t>693.1282</w:t>
      </w:r>
      <w:r>
        <w:tab/>
        <w:t>4.051e0</w:t>
      </w:r>
    </w:p>
    <w:p w:rsidR="00E00D30" w:rsidRDefault="00E00D30" w:rsidP="00E00D30">
      <w:r>
        <w:t>693.1439</w:t>
      </w:r>
      <w:r>
        <w:tab/>
        <w:t>1.013e0</w:t>
      </w:r>
    </w:p>
    <w:p w:rsidR="00E00D30" w:rsidRDefault="00E00D30" w:rsidP="00E00D30">
      <w:r>
        <w:t>693.1969</w:t>
      </w:r>
      <w:r>
        <w:tab/>
        <w:t>1.013e0</w:t>
      </w:r>
    </w:p>
    <w:p w:rsidR="00E00D30" w:rsidRDefault="00E00D30" w:rsidP="00E00D30">
      <w:r>
        <w:t>693.2062</w:t>
      </w:r>
      <w:r>
        <w:tab/>
        <w:t>2.025e0</w:t>
      </w:r>
    </w:p>
    <w:p w:rsidR="00E00D30" w:rsidRDefault="00E00D30" w:rsidP="00E00D30">
      <w:r>
        <w:t>693.2437</w:t>
      </w:r>
      <w:r>
        <w:tab/>
        <w:t>2.025e0</w:t>
      </w:r>
    </w:p>
    <w:p w:rsidR="00E00D30" w:rsidRDefault="00E00D30" w:rsidP="00E00D30">
      <w:r>
        <w:t>693.2830</w:t>
      </w:r>
      <w:r>
        <w:tab/>
        <w:t>1.013e0</w:t>
      </w:r>
    </w:p>
    <w:p w:rsidR="00E00D30" w:rsidRDefault="00E00D30" w:rsidP="00E00D30">
      <w:r>
        <w:t>693.2864</w:t>
      </w:r>
      <w:r>
        <w:tab/>
        <w:t>1.013e0</w:t>
      </w:r>
    </w:p>
    <w:p w:rsidR="00E00D30" w:rsidRDefault="00E00D30" w:rsidP="00E00D30">
      <w:r>
        <w:t>693.2974</w:t>
      </w:r>
      <w:r>
        <w:tab/>
        <w:t>1.013e0</w:t>
      </w:r>
    </w:p>
    <w:p w:rsidR="00E00D30" w:rsidRDefault="00E00D30" w:rsidP="00E00D30">
      <w:r>
        <w:t>693.3363</w:t>
      </w:r>
      <w:r>
        <w:tab/>
        <w:t>1.013e0</w:t>
      </w:r>
    </w:p>
    <w:p w:rsidR="00E00D30" w:rsidRDefault="00E00D30" w:rsidP="00E00D30">
      <w:r>
        <w:t>693.3445</w:t>
      </w:r>
      <w:r>
        <w:tab/>
        <w:t>2.025e0</w:t>
      </w:r>
    </w:p>
    <w:p w:rsidR="00E00D30" w:rsidRDefault="00E00D30" w:rsidP="00E00D30">
      <w:r>
        <w:t>693.3481</w:t>
      </w:r>
      <w:r>
        <w:tab/>
        <w:t>2.025e0</w:t>
      </w:r>
    </w:p>
    <w:p w:rsidR="00E00D30" w:rsidRDefault="00E00D30" w:rsidP="00E00D30">
      <w:r>
        <w:t>693.3895</w:t>
      </w:r>
      <w:r>
        <w:tab/>
        <w:t>3.038e0</w:t>
      </w:r>
    </w:p>
    <w:p w:rsidR="00E00D30" w:rsidRDefault="00E00D30" w:rsidP="00E00D30">
      <w:r>
        <w:t>693.3916</w:t>
      </w:r>
      <w:r>
        <w:tab/>
        <w:t>1.013e0</w:t>
      </w:r>
    </w:p>
    <w:p w:rsidR="00E00D30" w:rsidRDefault="00E00D30" w:rsidP="00E00D30">
      <w:r>
        <w:lastRenderedPageBreak/>
        <w:t>693.4034</w:t>
      </w:r>
      <w:r>
        <w:tab/>
        <w:t>1.013e0</w:t>
      </w:r>
    </w:p>
    <w:p w:rsidR="00E00D30" w:rsidRDefault="00E00D30" w:rsidP="00E00D30">
      <w:r>
        <w:t>693.4148</w:t>
      </w:r>
      <w:r>
        <w:tab/>
        <w:t>1.013e0</w:t>
      </w:r>
    </w:p>
    <w:p w:rsidR="00E00D30" w:rsidRDefault="00E00D30" w:rsidP="00E00D30">
      <w:r>
        <w:t>693.4253</w:t>
      </w:r>
      <w:r>
        <w:tab/>
        <w:t>2.025e0</w:t>
      </w:r>
    </w:p>
    <w:p w:rsidR="00E00D30" w:rsidRDefault="00E00D30" w:rsidP="00E00D30">
      <w:r>
        <w:t>693.4294</w:t>
      </w:r>
      <w:r>
        <w:tab/>
        <w:t>2.025e0</w:t>
      </w:r>
    </w:p>
    <w:p w:rsidR="00E00D30" w:rsidRDefault="00E00D30" w:rsidP="00E00D30">
      <w:r>
        <w:t>693.4505</w:t>
      </w:r>
      <w:r>
        <w:tab/>
        <w:t>1.013e0</w:t>
      </w:r>
    </w:p>
    <w:p w:rsidR="00E00D30" w:rsidRDefault="00E00D30" w:rsidP="00E00D30">
      <w:r>
        <w:t>693.4855</w:t>
      </w:r>
      <w:r>
        <w:tab/>
        <w:t>1.013e0</w:t>
      </w:r>
    </w:p>
    <w:p w:rsidR="00E00D30" w:rsidRDefault="00E00D30" w:rsidP="00E00D30">
      <w:r>
        <w:t>693.5089</w:t>
      </w:r>
      <w:r>
        <w:tab/>
        <w:t>2.025e0</w:t>
      </w:r>
    </w:p>
    <w:p w:rsidR="00E00D30" w:rsidRDefault="00E00D30" w:rsidP="00E00D30">
      <w:r>
        <w:t>693.5212</w:t>
      </w:r>
      <w:r>
        <w:tab/>
        <w:t>2.025e0</w:t>
      </w:r>
    </w:p>
    <w:p w:rsidR="00E00D30" w:rsidRDefault="00E00D30" w:rsidP="00E00D30">
      <w:r>
        <w:t>693.5326</w:t>
      </w:r>
      <w:r>
        <w:tab/>
        <w:t>1.013e0</w:t>
      </w:r>
    </w:p>
    <w:p w:rsidR="00E00D30" w:rsidRDefault="00E00D30" w:rsidP="00E00D30">
      <w:r>
        <w:t>693.5649</w:t>
      </w:r>
      <w:r>
        <w:tab/>
        <w:t>2.025e0</w:t>
      </w:r>
    </w:p>
    <w:p w:rsidR="00E00D30" w:rsidRDefault="00E00D30" w:rsidP="00E00D30">
      <w:r>
        <w:t>693.5687</w:t>
      </w:r>
      <w:r>
        <w:tab/>
        <w:t>2.025e0</w:t>
      </w:r>
    </w:p>
    <w:p w:rsidR="00E00D30" w:rsidRDefault="00E00D30" w:rsidP="00E00D30">
      <w:r>
        <w:t>693.6110</w:t>
      </w:r>
      <w:r>
        <w:tab/>
        <w:t>1.013e0</w:t>
      </w:r>
    </w:p>
    <w:p w:rsidR="00E00D30" w:rsidRDefault="00E00D30" w:rsidP="00E00D30">
      <w:r>
        <w:t>693.6291</w:t>
      </w:r>
      <w:r>
        <w:tab/>
        <w:t>2.025e0</w:t>
      </w:r>
    </w:p>
    <w:p w:rsidR="00E00D30" w:rsidRDefault="00E00D30" w:rsidP="00E00D30">
      <w:r>
        <w:t>693.6852</w:t>
      </w:r>
      <w:r>
        <w:tab/>
        <w:t>2.025e0</w:t>
      </w:r>
    </w:p>
    <w:p w:rsidR="00E00D30" w:rsidRDefault="00E00D30" w:rsidP="00E00D30">
      <w:r>
        <w:t>693.7573</w:t>
      </w:r>
      <w:r>
        <w:tab/>
        <w:t>2.025e0</w:t>
      </w:r>
    </w:p>
    <w:p w:rsidR="00E00D30" w:rsidRDefault="00E00D30" w:rsidP="00E00D30">
      <w:r>
        <w:t>693.7661</w:t>
      </w:r>
      <w:r>
        <w:tab/>
        <w:t>1.013e0</w:t>
      </w:r>
    </w:p>
    <w:p w:rsidR="00E00D30" w:rsidRDefault="00E00D30" w:rsidP="00E00D30">
      <w:r>
        <w:t>693.7918</w:t>
      </w:r>
      <w:r>
        <w:tab/>
        <w:t>1.013e0</w:t>
      </w:r>
    </w:p>
    <w:p w:rsidR="00E00D30" w:rsidRDefault="00E00D30" w:rsidP="00E00D30">
      <w:r>
        <w:t>693.8014</w:t>
      </w:r>
      <w:r>
        <w:tab/>
        <w:t>1.013e0</w:t>
      </w:r>
    </w:p>
    <w:p w:rsidR="00E00D30" w:rsidRDefault="00E00D30" w:rsidP="00E00D30">
      <w:r>
        <w:t>693.8649</w:t>
      </w:r>
      <w:r>
        <w:tab/>
        <w:t>2.025e0</w:t>
      </w:r>
    </w:p>
    <w:p w:rsidR="00E00D30" w:rsidRDefault="00E00D30" w:rsidP="00E00D30">
      <w:r>
        <w:lastRenderedPageBreak/>
        <w:t>693.8992</w:t>
      </w:r>
      <w:r>
        <w:tab/>
        <w:t>3.038e0</w:t>
      </w:r>
    </w:p>
    <w:p w:rsidR="00E00D30" w:rsidRDefault="00E00D30" w:rsidP="00E00D30">
      <w:r>
        <w:t>693.9554</w:t>
      </w:r>
      <w:r>
        <w:tab/>
        <w:t>1.013e0</w:t>
      </w:r>
    </w:p>
    <w:p w:rsidR="00E00D30" w:rsidRDefault="00E00D30" w:rsidP="00E00D30">
      <w:r>
        <w:t>693.9817</w:t>
      </w:r>
      <w:r>
        <w:tab/>
        <w:t>1.013e0</w:t>
      </w:r>
    </w:p>
    <w:p w:rsidR="00E00D30" w:rsidRDefault="00E00D30" w:rsidP="00E00D30">
      <w:r>
        <w:t>693.9902</w:t>
      </w:r>
      <w:r>
        <w:tab/>
        <w:t>2.025e0</w:t>
      </w:r>
    </w:p>
    <w:p w:rsidR="00E00D30" w:rsidRDefault="00E00D30" w:rsidP="00E00D30">
      <w:r>
        <w:t>693.9926</w:t>
      </w:r>
      <w:r>
        <w:tab/>
        <w:t>1.013e0</w:t>
      </w:r>
    </w:p>
    <w:p w:rsidR="00E00D30" w:rsidRDefault="00E00D30" w:rsidP="00E00D30">
      <w:r>
        <w:t>694.0255</w:t>
      </w:r>
      <w:r>
        <w:tab/>
        <w:t>1.013e0</w:t>
      </w:r>
    </w:p>
    <w:p w:rsidR="00E00D30" w:rsidRDefault="00E00D30" w:rsidP="00E00D30">
      <w:r>
        <w:t>694.0516</w:t>
      </w:r>
      <w:r>
        <w:tab/>
        <w:t>1.013e0</w:t>
      </w:r>
    </w:p>
    <w:p w:rsidR="00E00D30" w:rsidRDefault="00E00D30" w:rsidP="00E00D30">
      <w:r>
        <w:t>694.0867</w:t>
      </w:r>
      <w:r>
        <w:tab/>
        <w:t>2.025e0</w:t>
      </w:r>
    </w:p>
    <w:p w:rsidR="00E00D30" w:rsidRDefault="00E00D30" w:rsidP="00E00D30">
      <w:r>
        <w:t>694.0938</w:t>
      </w:r>
      <w:r>
        <w:tab/>
        <w:t>2.025e0</w:t>
      </w:r>
    </w:p>
    <w:p w:rsidR="00E00D30" w:rsidRDefault="00E00D30" w:rsidP="00E00D30">
      <w:r>
        <w:t>694.1165</w:t>
      </w:r>
      <w:r>
        <w:tab/>
        <w:t>2.025e0</w:t>
      </w:r>
    </w:p>
    <w:p w:rsidR="00E00D30" w:rsidRDefault="00E00D30" w:rsidP="00E00D30">
      <w:r>
        <w:t>694.1467</w:t>
      </w:r>
      <w:r>
        <w:tab/>
        <w:t>1.013e0</w:t>
      </w:r>
    </w:p>
    <w:p w:rsidR="00E00D30" w:rsidRDefault="00E00D30" w:rsidP="00E00D30">
      <w:r>
        <w:t>694.1712</w:t>
      </w:r>
      <w:r>
        <w:tab/>
        <w:t>2.025e0</w:t>
      </w:r>
    </w:p>
    <w:p w:rsidR="00E00D30" w:rsidRDefault="00E00D30" w:rsidP="00E00D30">
      <w:r>
        <w:t>694.1931</w:t>
      </w:r>
      <w:r>
        <w:tab/>
        <w:t>2.025e0</w:t>
      </w:r>
    </w:p>
    <w:p w:rsidR="00E00D30" w:rsidRDefault="00E00D30" w:rsidP="00E00D30">
      <w:r>
        <w:t>694.2750</w:t>
      </w:r>
      <w:r>
        <w:tab/>
        <w:t>2.025e0</w:t>
      </w:r>
    </w:p>
    <w:p w:rsidR="00E00D30" w:rsidRDefault="00E00D30" w:rsidP="00E00D30">
      <w:r>
        <w:t>694.3118</w:t>
      </w:r>
      <w:r>
        <w:tab/>
        <w:t>1.013e0</w:t>
      </w:r>
    </w:p>
    <w:p w:rsidR="00E00D30" w:rsidRDefault="00E00D30" w:rsidP="00E00D30">
      <w:r>
        <w:t>694.3174</w:t>
      </w:r>
      <w:r>
        <w:tab/>
        <w:t>1.013e0</w:t>
      </w:r>
    </w:p>
    <w:p w:rsidR="00E00D30" w:rsidRDefault="00E00D30" w:rsidP="00E00D30">
      <w:r>
        <w:t>694.3287</w:t>
      </w:r>
      <w:r>
        <w:tab/>
        <w:t>2.025e0</w:t>
      </w:r>
    </w:p>
    <w:p w:rsidR="00E00D30" w:rsidRDefault="00E00D30" w:rsidP="00E00D30">
      <w:r>
        <w:t>694.3774</w:t>
      </w:r>
      <w:r>
        <w:tab/>
        <w:t>3.038e0</w:t>
      </w:r>
    </w:p>
    <w:p w:rsidR="00E00D30" w:rsidRDefault="00E00D30" w:rsidP="00E00D30">
      <w:r>
        <w:t>694.3816</w:t>
      </w:r>
      <w:r>
        <w:tab/>
        <w:t>2.025e0</w:t>
      </w:r>
    </w:p>
    <w:p w:rsidR="00E00D30" w:rsidRDefault="00E00D30" w:rsidP="00E00D30">
      <w:r>
        <w:lastRenderedPageBreak/>
        <w:t>694.3944</w:t>
      </w:r>
      <w:r>
        <w:tab/>
        <w:t>1.013e0</w:t>
      </w:r>
    </w:p>
    <w:p w:rsidR="00E00D30" w:rsidRDefault="00E00D30" w:rsidP="00E00D30">
      <w:r>
        <w:t>694.4050</w:t>
      </w:r>
      <w:r>
        <w:tab/>
        <w:t>2.025e0</w:t>
      </w:r>
    </w:p>
    <w:p w:rsidR="00E00D30" w:rsidRDefault="00E00D30" w:rsidP="00E00D30">
      <w:r>
        <w:t>694.4167</w:t>
      </w:r>
      <w:r>
        <w:tab/>
        <w:t>1.013e0</w:t>
      </w:r>
    </w:p>
    <w:p w:rsidR="00E00D30" w:rsidRDefault="00E00D30" w:rsidP="00E00D30">
      <w:r>
        <w:t>694.4385</w:t>
      </w:r>
      <w:r>
        <w:tab/>
        <w:t>1.013e0</w:t>
      </w:r>
    </w:p>
    <w:p w:rsidR="00E00D30" w:rsidRDefault="00E00D30" w:rsidP="00E00D30">
      <w:r>
        <w:t>694.4454</w:t>
      </w:r>
      <w:r>
        <w:tab/>
        <w:t>3.038e0</w:t>
      </w:r>
    </w:p>
    <w:p w:rsidR="00E00D30" w:rsidRDefault="00E00D30" w:rsidP="00E00D30">
      <w:r>
        <w:t>694.4525</w:t>
      </w:r>
      <w:r>
        <w:tab/>
        <w:t>3.038e0</w:t>
      </w:r>
    </w:p>
    <w:p w:rsidR="00E00D30" w:rsidRDefault="00E00D30" w:rsidP="00E00D30">
      <w:r>
        <w:t>694.5453</w:t>
      </w:r>
      <w:r>
        <w:tab/>
        <w:t>2.025e0</w:t>
      </w:r>
    </w:p>
    <w:p w:rsidR="00E00D30" w:rsidRDefault="00E00D30" w:rsidP="00E00D30">
      <w:r>
        <w:t>694.5587</w:t>
      </w:r>
      <w:r>
        <w:tab/>
        <w:t>1.013e0</w:t>
      </w:r>
    </w:p>
    <w:p w:rsidR="00E00D30" w:rsidRDefault="00E00D30" w:rsidP="00E00D30">
      <w:r>
        <w:t>694.5703</w:t>
      </w:r>
      <w:r>
        <w:tab/>
        <w:t>3.038e0</w:t>
      </w:r>
    </w:p>
    <w:p w:rsidR="00E00D30" w:rsidRDefault="00E00D30" w:rsidP="00E00D30">
      <w:r>
        <w:t>694.6078</w:t>
      </w:r>
      <w:r>
        <w:tab/>
        <w:t>2.025e0</w:t>
      </w:r>
    </w:p>
    <w:p w:rsidR="00E00D30" w:rsidRDefault="00E00D30" w:rsidP="00E00D30">
      <w:r>
        <w:t>694.6413</w:t>
      </w:r>
      <w:r>
        <w:tab/>
        <w:t>1.013e0</w:t>
      </w:r>
    </w:p>
    <w:p w:rsidR="00E00D30" w:rsidRDefault="00E00D30" w:rsidP="00E00D30">
      <w:r>
        <w:t>694.7357</w:t>
      </w:r>
      <w:r>
        <w:tab/>
        <w:t>1.013e0</w:t>
      </w:r>
    </w:p>
    <w:p w:rsidR="00E00D30" w:rsidRDefault="00E00D30" w:rsidP="00E00D30">
      <w:r>
        <w:t>694.7589</w:t>
      </w:r>
      <w:r>
        <w:tab/>
        <w:t>1.013e0</w:t>
      </w:r>
    </w:p>
    <w:p w:rsidR="00E00D30" w:rsidRDefault="00E00D30" w:rsidP="00E00D30">
      <w:r>
        <w:t>694.7711</w:t>
      </w:r>
      <w:r>
        <w:tab/>
        <w:t>1.013e0</w:t>
      </w:r>
    </w:p>
    <w:p w:rsidR="00E00D30" w:rsidRDefault="00E00D30" w:rsidP="00E00D30">
      <w:r>
        <w:t>694.8313</w:t>
      </w:r>
      <w:r>
        <w:tab/>
        <w:t>2.025e0</w:t>
      </w:r>
    </w:p>
    <w:p w:rsidR="00E00D30" w:rsidRDefault="00E00D30" w:rsidP="00E00D30">
      <w:r>
        <w:t>694.8348</w:t>
      </w:r>
      <w:r>
        <w:tab/>
        <w:t>1.013e0</w:t>
      </w:r>
    </w:p>
    <w:p w:rsidR="00E00D30" w:rsidRDefault="00E00D30" w:rsidP="00E00D30">
      <w:r>
        <w:t>694.8537</w:t>
      </w:r>
      <w:r>
        <w:tab/>
        <w:t>2.025e0</w:t>
      </w:r>
    </w:p>
    <w:p w:rsidR="00E00D30" w:rsidRDefault="00E00D30" w:rsidP="00E00D30">
      <w:r>
        <w:t>694.8875</w:t>
      </w:r>
      <w:r>
        <w:tab/>
        <w:t>1.013e0</w:t>
      </w:r>
    </w:p>
    <w:p w:rsidR="00E00D30" w:rsidRDefault="00E00D30" w:rsidP="00E00D30">
      <w:r>
        <w:t>694.9095</w:t>
      </w:r>
      <w:r>
        <w:tab/>
        <w:t>2.025e0</w:t>
      </w:r>
    </w:p>
    <w:p w:rsidR="00E00D30" w:rsidRDefault="00E00D30" w:rsidP="00E00D30">
      <w:r>
        <w:lastRenderedPageBreak/>
        <w:t>694.9207</w:t>
      </w:r>
      <w:r>
        <w:tab/>
        <w:t>1.013e0</w:t>
      </w:r>
    </w:p>
    <w:p w:rsidR="00E00D30" w:rsidRDefault="00E00D30" w:rsidP="00E00D30">
      <w:r>
        <w:t>694.9608</w:t>
      </w:r>
      <w:r>
        <w:tab/>
        <w:t>2.025e0</w:t>
      </w:r>
    </w:p>
    <w:p w:rsidR="00E00D30" w:rsidRDefault="00E00D30" w:rsidP="00E00D30">
      <w:r>
        <w:t>694.9714</w:t>
      </w:r>
      <w:r>
        <w:tab/>
        <w:t>1.013e0</w:t>
      </w:r>
    </w:p>
    <w:p w:rsidR="00E00D30" w:rsidRDefault="00E00D30" w:rsidP="00E00D30">
      <w:r>
        <w:t>695.0291</w:t>
      </w:r>
      <w:r>
        <w:tab/>
        <w:t>2.025e0</w:t>
      </w:r>
    </w:p>
    <w:p w:rsidR="00E00D30" w:rsidRDefault="00E00D30" w:rsidP="00E00D30">
      <w:r>
        <w:t>695.0304</w:t>
      </w:r>
      <w:r>
        <w:tab/>
        <w:t>1.013e0</w:t>
      </w:r>
    </w:p>
    <w:p w:rsidR="00E00D30" w:rsidRDefault="00E00D30" w:rsidP="00E00D30">
      <w:r>
        <w:t>695.0662</w:t>
      </w:r>
      <w:r>
        <w:tab/>
        <w:t>1.013e0</w:t>
      </w:r>
    </w:p>
    <w:p w:rsidR="00E00D30" w:rsidRDefault="00E00D30" w:rsidP="00E00D30">
      <w:r>
        <w:t>695.0776</w:t>
      </w:r>
      <w:r>
        <w:tab/>
        <w:t>1.013e0</w:t>
      </w:r>
    </w:p>
    <w:p w:rsidR="00E00D30" w:rsidRDefault="00E00D30" w:rsidP="00E00D30">
      <w:r>
        <w:t>695.0898</w:t>
      </w:r>
      <w:r>
        <w:tab/>
        <w:t>2.025e0</w:t>
      </w:r>
    </w:p>
    <w:p w:rsidR="00E00D30" w:rsidRDefault="00E00D30" w:rsidP="00E00D30">
      <w:r>
        <w:t>695.0966</w:t>
      </w:r>
      <w:r>
        <w:tab/>
        <w:t>2.025e0</w:t>
      </w:r>
    </w:p>
    <w:p w:rsidR="00E00D30" w:rsidRDefault="00E00D30" w:rsidP="00E00D30">
      <w:r>
        <w:t>695.1132</w:t>
      </w:r>
      <w:r>
        <w:tab/>
        <w:t>3.038e0</w:t>
      </w:r>
    </w:p>
    <w:p w:rsidR="00E00D30" w:rsidRDefault="00E00D30" w:rsidP="00E00D30">
      <w:r>
        <w:t>695.1190</w:t>
      </w:r>
      <w:r>
        <w:tab/>
        <w:t>2.025e0</w:t>
      </w:r>
    </w:p>
    <w:p w:rsidR="00E00D30" w:rsidRDefault="00E00D30" w:rsidP="00E00D30">
      <w:r>
        <w:t>695.1283</w:t>
      </w:r>
      <w:r>
        <w:tab/>
        <w:t>1.013e0</w:t>
      </w:r>
    </w:p>
    <w:p w:rsidR="00E00D30" w:rsidRDefault="00E00D30" w:rsidP="00E00D30">
      <w:r>
        <w:t>695.1370</w:t>
      </w:r>
      <w:r>
        <w:tab/>
        <w:t>1.013e0</w:t>
      </w:r>
    </w:p>
    <w:p w:rsidR="00E00D30" w:rsidRDefault="00E00D30" w:rsidP="00E00D30">
      <w:r>
        <w:t>695.1957</w:t>
      </w:r>
      <w:r>
        <w:tab/>
        <w:t>1.013e0</w:t>
      </w:r>
    </w:p>
    <w:p w:rsidR="00E00D30" w:rsidRDefault="00E00D30" w:rsidP="00E00D30">
      <w:r>
        <w:t>695.2315</w:t>
      </w:r>
      <w:r>
        <w:tab/>
        <w:t>3.038e0</w:t>
      </w:r>
    </w:p>
    <w:p w:rsidR="00E00D30" w:rsidRDefault="00E00D30" w:rsidP="00E00D30">
      <w:r>
        <w:t>695.2659</w:t>
      </w:r>
      <w:r>
        <w:tab/>
        <w:t>1.013e0</w:t>
      </w:r>
    </w:p>
    <w:p w:rsidR="00E00D30" w:rsidRDefault="00E00D30" w:rsidP="00E00D30">
      <w:r>
        <w:t>695.2789</w:t>
      </w:r>
      <w:r>
        <w:tab/>
        <w:t>3.038e0</w:t>
      </w:r>
    </w:p>
    <w:p w:rsidR="00E00D30" w:rsidRDefault="00E00D30" w:rsidP="00E00D30">
      <w:r>
        <w:t>695.3024</w:t>
      </w:r>
      <w:r>
        <w:tab/>
        <w:t>1.013e0</w:t>
      </w:r>
    </w:p>
    <w:p w:rsidR="00E00D30" w:rsidRDefault="00E00D30" w:rsidP="00E00D30">
      <w:r>
        <w:t>695.3692</w:t>
      </w:r>
      <w:r>
        <w:tab/>
        <w:t>1.013e0</w:t>
      </w:r>
    </w:p>
    <w:p w:rsidR="00E00D30" w:rsidRDefault="00E00D30" w:rsidP="00E00D30">
      <w:r>
        <w:lastRenderedPageBreak/>
        <w:t>695.3863</w:t>
      </w:r>
      <w:r>
        <w:tab/>
        <w:t>1.013e0</w:t>
      </w:r>
    </w:p>
    <w:p w:rsidR="00E00D30" w:rsidRDefault="00E00D30" w:rsidP="00E00D30">
      <w:r>
        <w:t>695.4087</w:t>
      </w:r>
      <w:r>
        <w:tab/>
        <w:t>1.013e0</w:t>
      </w:r>
    </w:p>
    <w:p w:rsidR="00E00D30" w:rsidRDefault="00E00D30" w:rsidP="00E00D30">
      <w:r>
        <w:t>695.4133</w:t>
      </w:r>
      <w:r>
        <w:tab/>
        <w:t>2.025e0</w:t>
      </w:r>
    </w:p>
    <w:p w:rsidR="00E00D30" w:rsidRDefault="00E00D30" w:rsidP="00E00D30">
      <w:r>
        <w:t>695.4335</w:t>
      </w:r>
      <w:r>
        <w:tab/>
        <w:t>2.025e0</w:t>
      </w:r>
    </w:p>
    <w:p w:rsidR="00E00D30" w:rsidRDefault="00E00D30" w:rsidP="00E00D30">
      <w:r>
        <w:t>695.4441</w:t>
      </w:r>
      <w:r>
        <w:tab/>
        <w:t>2.025e0</w:t>
      </w:r>
    </w:p>
    <w:p w:rsidR="00E00D30" w:rsidRDefault="00E00D30" w:rsidP="00E00D30">
      <w:r>
        <w:t>695.4729</w:t>
      </w:r>
      <w:r>
        <w:tab/>
        <w:t>1.013e0</w:t>
      </w:r>
    </w:p>
    <w:p w:rsidR="00E00D30" w:rsidRDefault="00E00D30" w:rsidP="00E00D30">
      <w:r>
        <w:t>695.4796</w:t>
      </w:r>
      <w:r>
        <w:tab/>
        <w:t>1.013e0</w:t>
      </w:r>
    </w:p>
    <w:p w:rsidR="00E00D30" w:rsidRDefault="00E00D30" w:rsidP="00E00D30">
      <w:r>
        <w:t>695.4922</w:t>
      </w:r>
      <w:r>
        <w:tab/>
        <w:t>1.013e0</w:t>
      </w:r>
    </w:p>
    <w:p w:rsidR="00E00D30" w:rsidRDefault="00E00D30" w:rsidP="00E00D30">
      <w:r>
        <w:t>695.5028</w:t>
      </w:r>
      <w:r>
        <w:tab/>
        <w:t>1.013e0</w:t>
      </w:r>
    </w:p>
    <w:p w:rsidR="00E00D30" w:rsidRDefault="00E00D30" w:rsidP="00E00D30">
      <w:r>
        <w:t>695.5419</w:t>
      </w:r>
      <w:r>
        <w:tab/>
        <w:t>1.013e0</w:t>
      </w:r>
    </w:p>
    <w:p w:rsidR="00E00D30" w:rsidRDefault="00E00D30" w:rsidP="00E00D30">
      <w:r>
        <w:t>695.5737</w:t>
      </w:r>
      <w:r>
        <w:tab/>
        <w:t>1.013e0</w:t>
      </w:r>
    </w:p>
    <w:p w:rsidR="00E00D30" w:rsidRDefault="00E00D30" w:rsidP="00E00D30">
      <w:r>
        <w:t>695.5855</w:t>
      </w:r>
      <w:r>
        <w:tab/>
        <w:t>1.013e0</w:t>
      </w:r>
    </w:p>
    <w:p w:rsidR="00E00D30" w:rsidRDefault="00E00D30" w:rsidP="00E00D30">
      <w:r>
        <w:t>695.6095</w:t>
      </w:r>
      <w:r>
        <w:tab/>
        <w:t>1.013e0</w:t>
      </w:r>
    </w:p>
    <w:p w:rsidR="00E00D30" w:rsidRDefault="00E00D30" w:rsidP="00E00D30">
      <w:r>
        <w:t>695.6278</w:t>
      </w:r>
      <w:r>
        <w:tab/>
        <w:t>1.013e0</w:t>
      </w:r>
    </w:p>
    <w:p w:rsidR="00E00D30" w:rsidRDefault="00E00D30" w:rsidP="00E00D30">
      <w:r>
        <w:t>695.6454</w:t>
      </w:r>
      <w:r>
        <w:tab/>
        <w:t>2.025e0</w:t>
      </w:r>
    </w:p>
    <w:p w:rsidR="00E00D30" w:rsidRDefault="00E00D30" w:rsidP="00E00D30">
      <w:r>
        <w:t>695.6622</w:t>
      </w:r>
      <w:r>
        <w:tab/>
        <w:t>2.025e0</w:t>
      </w:r>
    </w:p>
    <w:p w:rsidR="00E00D30" w:rsidRDefault="00E00D30" w:rsidP="00E00D30">
      <w:r>
        <w:t>695.6801</w:t>
      </w:r>
      <w:r>
        <w:tab/>
        <w:t>2.025e0</w:t>
      </w:r>
    </w:p>
    <w:p w:rsidR="00E00D30" w:rsidRDefault="00E00D30" w:rsidP="00E00D30">
      <w:r>
        <w:t>695.7668</w:t>
      </w:r>
      <w:r>
        <w:tab/>
        <w:t>1.013e0</w:t>
      </w:r>
    </w:p>
    <w:p w:rsidR="00E00D30" w:rsidRDefault="00E00D30" w:rsidP="00E00D30">
      <w:r>
        <w:t>695.8100</w:t>
      </w:r>
      <w:r>
        <w:tab/>
        <w:t>1.013e0</w:t>
      </w:r>
    </w:p>
    <w:p w:rsidR="00E00D30" w:rsidRDefault="00E00D30" w:rsidP="00E00D30">
      <w:r>
        <w:lastRenderedPageBreak/>
        <w:t>695.8112</w:t>
      </w:r>
      <w:r>
        <w:tab/>
        <w:t>1.013e0</w:t>
      </w:r>
    </w:p>
    <w:p w:rsidR="00E00D30" w:rsidRDefault="00E00D30" w:rsidP="00E00D30">
      <w:r>
        <w:t>695.8776</w:t>
      </w:r>
      <w:r>
        <w:tab/>
        <w:t>2.025e0</w:t>
      </w:r>
    </w:p>
    <w:p w:rsidR="00E00D30" w:rsidRDefault="00E00D30" w:rsidP="00E00D30">
      <w:r>
        <w:t>695.8865</w:t>
      </w:r>
      <w:r>
        <w:tab/>
        <w:t>1.013e0</w:t>
      </w:r>
    </w:p>
    <w:p w:rsidR="00E00D30" w:rsidRDefault="00E00D30" w:rsidP="00E00D30">
      <w:r>
        <w:t>695.9182</w:t>
      </w:r>
      <w:r>
        <w:tab/>
        <w:t>2.025e0</w:t>
      </w:r>
    </w:p>
    <w:p w:rsidR="00E00D30" w:rsidRDefault="00E00D30" w:rsidP="00E00D30">
      <w:r>
        <w:t>695.9294</w:t>
      </w:r>
      <w:r>
        <w:tab/>
        <w:t>2.025e0</w:t>
      </w:r>
    </w:p>
    <w:p w:rsidR="00E00D30" w:rsidRDefault="00E00D30" w:rsidP="00E00D30">
      <w:r>
        <w:t>695.9401</w:t>
      </w:r>
      <w:r>
        <w:tab/>
        <w:t>3.038e0</w:t>
      </w:r>
    </w:p>
    <w:p w:rsidR="00E00D30" w:rsidRDefault="00E00D30" w:rsidP="00E00D30">
      <w:r>
        <w:t>696.0173</w:t>
      </w:r>
      <w:r>
        <w:tab/>
        <w:t>2.025e0</w:t>
      </w:r>
    </w:p>
    <w:p w:rsidR="00E00D30" w:rsidRDefault="00E00D30" w:rsidP="00E00D30">
      <w:r>
        <w:t>696.0239</w:t>
      </w:r>
      <w:r>
        <w:tab/>
        <w:t>1.013e0</w:t>
      </w:r>
    </w:p>
    <w:p w:rsidR="00E00D30" w:rsidRDefault="00E00D30" w:rsidP="00E00D30">
      <w:r>
        <w:t>696.0594</w:t>
      </w:r>
      <w:r>
        <w:tab/>
        <w:t>1.013e0</w:t>
      </w:r>
    </w:p>
    <w:p w:rsidR="00E00D30" w:rsidRDefault="00E00D30" w:rsidP="00E00D30">
      <w:r>
        <w:t>696.0819</w:t>
      </w:r>
      <w:r>
        <w:tab/>
        <w:t>1.013e0</w:t>
      </w:r>
    </w:p>
    <w:p w:rsidR="00E00D30" w:rsidRDefault="00E00D30" w:rsidP="00E00D30">
      <w:r>
        <w:t>696.0936</w:t>
      </w:r>
      <w:r>
        <w:tab/>
        <w:t>2.025e0</w:t>
      </w:r>
    </w:p>
    <w:p w:rsidR="00E00D30" w:rsidRDefault="00E00D30" w:rsidP="00E00D30">
      <w:r>
        <w:t>696.1055</w:t>
      </w:r>
      <w:r>
        <w:tab/>
        <w:t>1.013e0</w:t>
      </w:r>
    </w:p>
    <w:p w:rsidR="00E00D30" w:rsidRDefault="00E00D30" w:rsidP="00E00D30">
      <w:r>
        <w:t>696.1296</w:t>
      </w:r>
      <w:r>
        <w:tab/>
        <w:t>1.013e0</w:t>
      </w:r>
    </w:p>
    <w:p w:rsidR="00E00D30" w:rsidRDefault="00E00D30" w:rsidP="00E00D30">
      <w:r>
        <w:t>696.1360</w:t>
      </w:r>
      <w:r>
        <w:tab/>
        <w:t>2.025e0</w:t>
      </w:r>
    </w:p>
    <w:p w:rsidR="00E00D30" w:rsidRDefault="00E00D30" w:rsidP="00E00D30">
      <w:r>
        <w:t>696.1628</w:t>
      </w:r>
      <w:r>
        <w:tab/>
        <w:t>1.013e0</w:t>
      </w:r>
    </w:p>
    <w:p w:rsidR="00E00D30" w:rsidRDefault="00E00D30" w:rsidP="00E00D30">
      <w:r>
        <w:t>696.1650</w:t>
      </w:r>
      <w:r>
        <w:tab/>
        <w:t>1.013e0</w:t>
      </w:r>
    </w:p>
    <w:p w:rsidR="00E00D30" w:rsidRDefault="00E00D30" w:rsidP="00E00D30">
      <w:r>
        <w:t>696.2000</w:t>
      </w:r>
      <w:r>
        <w:tab/>
        <w:t>2.025e0</w:t>
      </w:r>
    </w:p>
    <w:p w:rsidR="00E00D30" w:rsidRDefault="00E00D30" w:rsidP="00E00D30">
      <w:r>
        <w:t>696.2360</w:t>
      </w:r>
      <w:r>
        <w:tab/>
        <w:t>1.013e0</w:t>
      </w:r>
    </w:p>
    <w:p w:rsidR="00E00D30" w:rsidRDefault="00E00D30" w:rsidP="00E00D30">
      <w:r>
        <w:t>696.2596</w:t>
      </w:r>
      <w:r>
        <w:tab/>
        <w:t>1.013e0</w:t>
      </w:r>
    </w:p>
    <w:p w:rsidR="00E00D30" w:rsidRDefault="00E00D30" w:rsidP="00E00D30">
      <w:r>
        <w:lastRenderedPageBreak/>
        <w:t>696.2651</w:t>
      </w:r>
      <w:r>
        <w:tab/>
        <w:t>1.013e0</w:t>
      </w:r>
    </w:p>
    <w:p w:rsidR="00E00D30" w:rsidRDefault="00E00D30" w:rsidP="00E00D30">
      <w:r>
        <w:t>696.2723</w:t>
      </w:r>
      <w:r>
        <w:tab/>
        <w:t>1.013e0</w:t>
      </w:r>
    </w:p>
    <w:p w:rsidR="00E00D30" w:rsidRDefault="00E00D30" w:rsidP="00E00D30">
      <w:r>
        <w:t>696.2833</w:t>
      </w:r>
      <w:r>
        <w:tab/>
        <w:t>2.025e0</w:t>
      </w:r>
    </w:p>
    <w:p w:rsidR="00E00D30" w:rsidRDefault="00E00D30" w:rsidP="00E00D30">
      <w:r>
        <w:t>696.3687</w:t>
      </w:r>
      <w:r>
        <w:tab/>
        <w:t>1.013e0</w:t>
      </w:r>
    </w:p>
    <w:p w:rsidR="00E00D30" w:rsidRDefault="00E00D30" w:rsidP="00E00D30">
      <w:r>
        <w:t>696.3779</w:t>
      </w:r>
      <w:r>
        <w:tab/>
        <w:t>1.013e0</w:t>
      </w:r>
    </w:p>
    <w:p w:rsidR="00E00D30" w:rsidRDefault="00E00D30" w:rsidP="00E00D30">
      <w:r>
        <w:t>696.3867</w:t>
      </w:r>
      <w:r>
        <w:tab/>
        <w:t>2.025e0</w:t>
      </w:r>
    </w:p>
    <w:p w:rsidR="00E00D30" w:rsidRDefault="00E00D30" w:rsidP="00E00D30">
      <w:r>
        <w:t>696.4069</w:t>
      </w:r>
      <w:r>
        <w:tab/>
        <w:t>3.038e0</w:t>
      </w:r>
    </w:p>
    <w:p w:rsidR="00E00D30" w:rsidRDefault="00E00D30" w:rsidP="00E00D30">
      <w:r>
        <w:t>696.4142</w:t>
      </w:r>
      <w:r>
        <w:tab/>
        <w:t>1.013e0</w:t>
      </w:r>
    </w:p>
    <w:p w:rsidR="00E00D30" w:rsidRDefault="00E00D30" w:rsidP="00E00D30">
      <w:r>
        <w:t>696.4222</w:t>
      </w:r>
      <w:r>
        <w:tab/>
        <w:t>3.038e0</w:t>
      </w:r>
    </w:p>
    <w:p w:rsidR="00E00D30" w:rsidRDefault="00E00D30" w:rsidP="00E00D30">
      <w:r>
        <w:t>696.4276</w:t>
      </w:r>
      <w:r>
        <w:tab/>
        <w:t>3.038e0</w:t>
      </w:r>
    </w:p>
    <w:p w:rsidR="00E00D30" w:rsidRDefault="00E00D30" w:rsidP="00E00D30">
      <w:r>
        <w:t>696.4430</w:t>
      </w:r>
      <w:r>
        <w:tab/>
        <w:t>2.025e0</w:t>
      </w:r>
    </w:p>
    <w:p w:rsidR="00E00D30" w:rsidRDefault="00E00D30" w:rsidP="00E00D30">
      <w:r>
        <w:t>696.4507</w:t>
      </w:r>
      <w:r>
        <w:tab/>
        <w:t>2.025e0</w:t>
      </w:r>
    </w:p>
    <w:p w:rsidR="00E00D30" w:rsidRDefault="00E00D30" w:rsidP="00E00D30">
      <w:r>
        <w:t>696.4899</w:t>
      </w:r>
      <w:r>
        <w:tab/>
        <w:t>2.025e0</w:t>
      </w:r>
    </w:p>
    <w:p w:rsidR="00E00D30" w:rsidRDefault="00E00D30" w:rsidP="00E00D30">
      <w:r>
        <w:t>696.5292</w:t>
      </w:r>
      <w:r>
        <w:tab/>
        <w:t>2.025e0</w:t>
      </w:r>
    </w:p>
    <w:p w:rsidR="00E00D30" w:rsidRDefault="00E00D30" w:rsidP="00E00D30">
      <w:r>
        <w:t>696.5507</w:t>
      </w:r>
      <w:r>
        <w:tab/>
        <w:t>2.025e0</w:t>
      </w:r>
    </w:p>
    <w:p w:rsidR="00E00D30" w:rsidRDefault="00E00D30" w:rsidP="00E00D30">
      <w:r>
        <w:t>696.5562</w:t>
      </w:r>
      <w:r>
        <w:tab/>
        <w:t>1.013e0</w:t>
      </w:r>
    </w:p>
    <w:p w:rsidR="00E00D30" w:rsidRDefault="00E00D30" w:rsidP="00E00D30">
      <w:r>
        <w:t>696.5586</w:t>
      </w:r>
      <w:r>
        <w:tab/>
        <w:t>1.013e0</w:t>
      </w:r>
    </w:p>
    <w:p w:rsidR="00E00D30" w:rsidRDefault="00E00D30" w:rsidP="00E00D30">
      <w:r>
        <w:t>696.5790</w:t>
      </w:r>
      <w:r>
        <w:tab/>
        <w:t>1.013e0</w:t>
      </w:r>
    </w:p>
    <w:p w:rsidR="00E00D30" w:rsidRDefault="00E00D30" w:rsidP="00E00D30">
      <w:r>
        <w:t>696.5917</w:t>
      </w:r>
      <w:r>
        <w:tab/>
        <w:t>1.013e0</w:t>
      </w:r>
    </w:p>
    <w:p w:rsidR="00E00D30" w:rsidRDefault="00E00D30" w:rsidP="00E00D30">
      <w:r>
        <w:lastRenderedPageBreak/>
        <w:t>696.6082</w:t>
      </w:r>
      <w:r>
        <w:tab/>
        <w:t>2.025e0</w:t>
      </w:r>
    </w:p>
    <w:p w:rsidR="00E00D30" w:rsidRDefault="00E00D30" w:rsidP="00E00D30">
      <w:r>
        <w:t>696.6618</w:t>
      </w:r>
      <w:r>
        <w:tab/>
        <w:t>1.013e0</w:t>
      </w:r>
    </w:p>
    <w:p w:rsidR="00E00D30" w:rsidRDefault="00E00D30" w:rsidP="00E00D30">
      <w:r>
        <w:t>696.6685</w:t>
      </w:r>
      <w:r>
        <w:tab/>
        <w:t>2.025e0</w:t>
      </w:r>
    </w:p>
    <w:p w:rsidR="00E00D30" w:rsidRDefault="00E00D30" w:rsidP="00E00D30">
      <w:r>
        <w:t>696.6795</w:t>
      </w:r>
      <w:r>
        <w:tab/>
        <w:t>2.025e0</w:t>
      </w:r>
    </w:p>
    <w:p w:rsidR="00E00D30" w:rsidRDefault="00E00D30" w:rsidP="00E00D30">
      <w:r>
        <w:t>696.6851</w:t>
      </w:r>
      <w:r>
        <w:tab/>
        <w:t>1.013e0</w:t>
      </w:r>
    </w:p>
    <w:p w:rsidR="00E00D30" w:rsidRDefault="00E00D30" w:rsidP="00E00D30">
      <w:r>
        <w:t>696.7218</w:t>
      </w:r>
      <w:r>
        <w:tab/>
        <w:t>1.013e0</w:t>
      </w:r>
    </w:p>
    <w:p w:rsidR="00E00D30" w:rsidRDefault="00E00D30" w:rsidP="00E00D30">
      <w:r>
        <w:t>696.8004</w:t>
      </w:r>
      <w:r>
        <w:tab/>
        <w:t>1.013e0</w:t>
      </w:r>
    </w:p>
    <w:p w:rsidR="00E00D30" w:rsidRDefault="00E00D30" w:rsidP="00E00D30">
      <w:r>
        <w:t>696.8169</w:t>
      </w:r>
      <w:r>
        <w:tab/>
        <w:t>1.013e0</w:t>
      </w:r>
    </w:p>
    <w:p w:rsidR="00E00D30" w:rsidRDefault="00E00D30" w:rsidP="00E00D30">
      <w:r>
        <w:t>696.8323</w:t>
      </w:r>
      <w:r>
        <w:tab/>
        <w:t>3.038e0</w:t>
      </w:r>
    </w:p>
    <w:p w:rsidR="00E00D30" w:rsidRDefault="00E00D30" w:rsidP="00E00D30">
      <w:r>
        <w:t>696.8389</w:t>
      </w:r>
      <w:r>
        <w:tab/>
        <w:t>1.013e0</w:t>
      </w:r>
    </w:p>
    <w:p w:rsidR="00E00D30" w:rsidRDefault="00E00D30" w:rsidP="00E00D30">
      <w:r>
        <w:t>696.8508</w:t>
      </w:r>
      <w:r>
        <w:tab/>
        <w:t>1.013e0</w:t>
      </w:r>
    </w:p>
    <w:p w:rsidR="00E00D30" w:rsidRDefault="00E00D30" w:rsidP="00E00D30">
      <w:r>
        <w:t>696.8686</w:t>
      </w:r>
      <w:r>
        <w:tab/>
        <w:t>1.013e0</w:t>
      </w:r>
    </w:p>
    <w:p w:rsidR="00E00D30" w:rsidRDefault="00E00D30" w:rsidP="00E00D30">
      <w:r>
        <w:t>696.9115</w:t>
      </w:r>
      <w:r>
        <w:tab/>
        <w:t>2.025e0</w:t>
      </w:r>
    </w:p>
    <w:p w:rsidR="00E00D30" w:rsidRDefault="00E00D30" w:rsidP="00E00D30">
      <w:r>
        <w:t>697.0098</w:t>
      </w:r>
      <w:r>
        <w:tab/>
        <w:t>3.038e0</w:t>
      </w:r>
    </w:p>
    <w:p w:rsidR="00E00D30" w:rsidRDefault="00E00D30" w:rsidP="00E00D30">
      <w:r>
        <w:t>697.0244</w:t>
      </w:r>
      <w:r>
        <w:tab/>
        <w:t>1.013e0</w:t>
      </w:r>
    </w:p>
    <w:p w:rsidR="00E00D30" w:rsidRDefault="00E00D30" w:rsidP="00E00D30">
      <w:r>
        <w:t>697.0283</w:t>
      </w:r>
      <w:r>
        <w:tab/>
        <w:t>1.013e0</w:t>
      </w:r>
    </w:p>
    <w:p w:rsidR="00E00D30" w:rsidRDefault="00E00D30" w:rsidP="00E00D30">
      <w:r>
        <w:t>697.0407</w:t>
      </w:r>
      <w:r>
        <w:tab/>
        <w:t>1.013e0</w:t>
      </w:r>
    </w:p>
    <w:p w:rsidR="00E00D30" w:rsidRDefault="00E00D30" w:rsidP="00E00D30">
      <w:r>
        <w:t>697.0538</w:t>
      </w:r>
      <w:r>
        <w:tab/>
        <w:t>2.025e0</w:t>
      </w:r>
    </w:p>
    <w:p w:rsidR="00E00D30" w:rsidRDefault="00E00D30" w:rsidP="00E00D30">
      <w:r>
        <w:t>697.0581</w:t>
      </w:r>
      <w:r>
        <w:tab/>
        <w:t>1.013e0</w:t>
      </w:r>
    </w:p>
    <w:p w:rsidR="00E00D30" w:rsidRDefault="00E00D30" w:rsidP="00E00D30">
      <w:r>
        <w:lastRenderedPageBreak/>
        <w:t>697.1182</w:t>
      </w:r>
      <w:r>
        <w:tab/>
        <w:t>2.025e0</w:t>
      </w:r>
    </w:p>
    <w:p w:rsidR="00E00D30" w:rsidRDefault="00E00D30" w:rsidP="00E00D30">
      <w:r>
        <w:t>697.1271</w:t>
      </w:r>
      <w:r>
        <w:tab/>
        <w:t>1.013e0</w:t>
      </w:r>
    </w:p>
    <w:p w:rsidR="00E00D30" w:rsidRDefault="00E00D30" w:rsidP="00E00D30">
      <w:r>
        <w:t>697.1612</w:t>
      </w:r>
      <w:r>
        <w:tab/>
        <w:t>1.013e0</w:t>
      </w:r>
    </w:p>
    <w:p w:rsidR="00E00D30" w:rsidRDefault="00E00D30" w:rsidP="00E00D30">
      <w:r>
        <w:t>697.1785</w:t>
      </w:r>
      <w:r>
        <w:tab/>
        <w:t>1.013e0</w:t>
      </w:r>
    </w:p>
    <w:p w:rsidR="00E00D30" w:rsidRDefault="00E00D30" w:rsidP="00E00D30">
      <w:r>
        <w:t>697.1968</w:t>
      </w:r>
      <w:r>
        <w:tab/>
        <w:t>1.013e0</w:t>
      </w:r>
    </w:p>
    <w:p w:rsidR="00E00D30" w:rsidRDefault="00E00D30" w:rsidP="00E00D30">
      <w:r>
        <w:t>697.2418</w:t>
      </w:r>
      <w:r>
        <w:tab/>
        <w:t>2.025e0</w:t>
      </w:r>
    </w:p>
    <w:p w:rsidR="00E00D30" w:rsidRDefault="00E00D30" w:rsidP="00E00D30">
      <w:r>
        <w:t>697.2769</w:t>
      </w:r>
      <w:r>
        <w:tab/>
        <w:t>1.013e0</w:t>
      </w:r>
    </w:p>
    <w:p w:rsidR="00E00D30" w:rsidRDefault="00E00D30" w:rsidP="00E00D30">
      <w:r>
        <w:t>697.2822</w:t>
      </w:r>
      <w:r>
        <w:tab/>
        <w:t>1.013e0</w:t>
      </w:r>
    </w:p>
    <w:p w:rsidR="00E00D30" w:rsidRDefault="00E00D30" w:rsidP="00E00D30">
      <w:r>
        <w:t>697.3010</w:t>
      </w:r>
      <w:r>
        <w:tab/>
        <w:t>1.013e0</w:t>
      </w:r>
    </w:p>
    <w:p w:rsidR="00E00D30" w:rsidRDefault="00E00D30" w:rsidP="00E00D30">
      <w:r>
        <w:t>697.3286</w:t>
      </w:r>
      <w:r>
        <w:tab/>
        <w:t>2.025e0</w:t>
      </w:r>
    </w:p>
    <w:p w:rsidR="00E00D30" w:rsidRDefault="00E00D30" w:rsidP="00E00D30">
      <w:r>
        <w:t>697.3332</w:t>
      </w:r>
      <w:r>
        <w:tab/>
        <w:t>1.013e0</w:t>
      </w:r>
    </w:p>
    <w:p w:rsidR="00E00D30" w:rsidRDefault="00E00D30" w:rsidP="00E00D30">
      <w:r>
        <w:t>697.3680</w:t>
      </w:r>
      <w:r>
        <w:tab/>
        <w:t>1.013e0</w:t>
      </w:r>
    </w:p>
    <w:p w:rsidR="00E00D30" w:rsidRDefault="00E00D30" w:rsidP="00E00D30">
      <w:r>
        <w:t>697.3839</w:t>
      </w:r>
      <w:r>
        <w:tab/>
        <w:t>1.013e0</w:t>
      </w:r>
    </w:p>
    <w:p w:rsidR="00E00D30" w:rsidRDefault="00E00D30" w:rsidP="00E00D30">
      <w:r>
        <w:t>697.3904</w:t>
      </w:r>
      <w:r>
        <w:tab/>
        <w:t>3.038e0</w:t>
      </w:r>
    </w:p>
    <w:p w:rsidR="00E00D30" w:rsidRDefault="00E00D30" w:rsidP="00E00D30">
      <w:r>
        <w:t>697.3998</w:t>
      </w:r>
      <w:r>
        <w:tab/>
        <w:t>3.038e0</w:t>
      </w:r>
    </w:p>
    <w:p w:rsidR="00E00D30" w:rsidRDefault="00E00D30" w:rsidP="00E00D30">
      <w:r>
        <w:t>697.4264</w:t>
      </w:r>
      <w:r>
        <w:tab/>
        <w:t>2.025e0</w:t>
      </w:r>
    </w:p>
    <w:p w:rsidR="00E00D30" w:rsidRDefault="00E00D30" w:rsidP="00E00D30">
      <w:r>
        <w:t>697.4427</w:t>
      </w:r>
      <w:r>
        <w:tab/>
        <w:t>2.025e0</w:t>
      </w:r>
    </w:p>
    <w:p w:rsidR="00E00D30" w:rsidRDefault="00E00D30" w:rsidP="00E00D30">
      <w:r>
        <w:t>697.4800</w:t>
      </w:r>
      <w:r>
        <w:tab/>
        <w:t>2.025e0</w:t>
      </w:r>
    </w:p>
    <w:p w:rsidR="00E00D30" w:rsidRDefault="00E00D30" w:rsidP="00E00D30">
      <w:r>
        <w:t>697.4844</w:t>
      </w:r>
      <w:r>
        <w:tab/>
        <w:t>2.025e0</w:t>
      </w:r>
    </w:p>
    <w:p w:rsidR="00E00D30" w:rsidRDefault="00E00D30" w:rsidP="00E00D30">
      <w:r>
        <w:lastRenderedPageBreak/>
        <w:t>697.4905</w:t>
      </w:r>
      <w:r>
        <w:tab/>
        <w:t>1.013e0</w:t>
      </w:r>
    </w:p>
    <w:p w:rsidR="00E00D30" w:rsidRDefault="00E00D30" w:rsidP="00E00D30">
      <w:r>
        <w:t>697.5260</w:t>
      </w:r>
      <w:r>
        <w:tab/>
        <w:t>2.025e0</w:t>
      </w:r>
    </w:p>
    <w:p w:rsidR="00E00D30" w:rsidRDefault="00E00D30" w:rsidP="00E00D30">
      <w:r>
        <w:t>697.5382</w:t>
      </w:r>
      <w:r>
        <w:tab/>
        <w:t>2.025e0</w:t>
      </w:r>
    </w:p>
    <w:p w:rsidR="00E00D30" w:rsidRDefault="00E00D30" w:rsidP="00E00D30">
      <w:r>
        <w:t>697.5575</w:t>
      </w:r>
      <w:r>
        <w:tab/>
        <w:t>1.013e0</w:t>
      </w:r>
    </w:p>
    <w:p w:rsidR="00E00D30" w:rsidRDefault="00E00D30" w:rsidP="00E00D30">
      <w:r>
        <w:t>697.5971</w:t>
      </w:r>
      <w:r>
        <w:tab/>
        <w:t>2.025e0</w:t>
      </w:r>
    </w:p>
    <w:p w:rsidR="00E00D30" w:rsidRDefault="00E00D30" w:rsidP="00E00D30">
      <w:r>
        <w:t>697.6098</w:t>
      </w:r>
      <w:r>
        <w:tab/>
        <w:t>1.013e0</w:t>
      </w:r>
    </w:p>
    <w:p w:rsidR="00E00D30" w:rsidRDefault="00E00D30" w:rsidP="00E00D30">
      <w:r>
        <w:t>697.6682</w:t>
      </w:r>
      <w:r>
        <w:tab/>
        <w:t>1.013e0</w:t>
      </w:r>
    </w:p>
    <w:p w:rsidR="00E00D30" w:rsidRDefault="00E00D30" w:rsidP="00E00D30">
      <w:r>
        <w:t>697.7036</w:t>
      </w:r>
      <w:r>
        <w:tab/>
        <w:t>2.025e0</w:t>
      </w:r>
    </w:p>
    <w:p w:rsidR="00E00D30" w:rsidRDefault="00E00D30" w:rsidP="00E00D30">
      <w:r>
        <w:t>697.7639</w:t>
      </w:r>
      <w:r>
        <w:tab/>
        <w:t>1.013e0</w:t>
      </w:r>
    </w:p>
    <w:p w:rsidR="00E00D30" w:rsidRDefault="00E00D30" w:rsidP="00E00D30">
      <w:r>
        <w:t>697.7811</w:t>
      </w:r>
      <w:r>
        <w:tab/>
        <w:t>1.013e0</w:t>
      </w:r>
    </w:p>
    <w:p w:rsidR="00E00D30" w:rsidRDefault="00E00D30" w:rsidP="00E00D30">
      <w:r>
        <w:t>697.7928</w:t>
      </w:r>
      <w:r>
        <w:tab/>
        <w:t>2.025e0</w:t>
      </w:r>
    </w:p>
    <w:p w:rsidR="00E00D30" w:rsidRDefault="00E00D30" w:rsidP="00E00D30">
      <w:r>
        <w:t>697.8223</w:t>
      </w:r>
      <w:r>
        <w:tab/>
        <w:t>1.013e0</w:t>
      </w:r>
    </w:p>
    <w:p w:rsidR="00E00D30" w:rsidRDefault="00E00D30" w:rsidP="00E00D30">
      <w:r>
        <w:t>697.8333</w:t>
      </w:r>
      <w:r>
        <w:tab/>
        <w:t>1.013e0</w:t>
      </w:r>
    </w:p>
    <w:p w:rsidR="00E00D30" w:rsidRDefault="00E00D30" w:rsidP="00E00D30">
      <w:r>
        <w:t>697.8565</w:t>
      </w:r>
      <w:r>
        <w:tab/>
        <w:t>3.038e0</w:t>
      </w:r>
    </w:p>
    <w:p w:rsidR="00E00D30" w:rsidRDefault="00E00D30" w:rsidP="00E00D30">
      <w:r>
        <w:t>697.8934</w:t>
      </w:r>
      <w:r>
        <w:tab/>
        <w:t>1.013e0</w:t>
      </w:r>
    </w:p>
    <w:p w:rsidR="00E00D30" w:rsidRDefault="00E00D30" w:rsidP="00E00D30">
      <w:r>
        <w:t>697.9367</w:t>
      </w:r>
      <w:r>
        <w:tab/>
        <w:t>2.025e0</w:t>
      </w:r>
    </w:p>
    <w:p w:rsidR="00E00D30" w:rsidRDefault="00E00D30" w:rsidP="00E00D30">
      <w:r>
        <w:t>697.9535</w:t>
      </w:r>
      <w:r>
        <w:tab/>
        <w:t>1.013e0</w:t>
      </w:r>
    </w:p>
    <w:p w:rsidR="00E00D30" w:rsidRDefault="00E00D30" w:rsidP="00E00D30">
      <w:r>
        <w:t>697.9944</w:t>
      </w:r>
      <w:r>
        <w:tab/>
        <w:t>2.025e0</w:t>
      </w:r>
    </w:p>
    <w:p w:rsidR="00E00D30" w:rsidRDefault="00E00D30" w:rsidP="00E00D30">
      <w:r>
        <w:t>698.0569</w:t>
      </w:r>
      <w:r>
        <w:tab/>
        <w:t>2.025e0</w:t>
      </w:r>
    </w:p>
    <w:p w:rsidR="00E00D30" w:rsidRDefault="00E00D30" w:rsidP="00E00D30">
      <w:r>
        <w:lastRenderedPageBreak/>
        <w:t>698.0801</w:t>
      </w:r>
      <w:r>
        <w:tab/>
        <w:t>2.025e0</w:t>
      </w:r>
    </w:p>
    <w:p w:rsidR="00E00D30" w:rsidRDefault="00E00D30" w:rsidP="00E00D30">
      <w:r>
        <w:t>698.1431</w:t>
      </w:r>
      <w:r>
        <w:tab/>
        <w:t>1.013e0</w:t>
      </w:r>
    </w:p>
    <w:p w:rsidR="00E00D30" w:rsidRDefault="00E00D30" w:rsidP="00E00D30">
      <w:r>
        <w:t>698.1893</w:t>
      </w:r>
      <w:r>
        <w:tab/>
        <w:t>1.013e0</w:t>
      </w:r>
    </w:p>
    <w:p w:rsidR="00E00D30" w:rsidRDefault="00E00D30" w:rsidP="00E00D30">
      <w:r>
        <w:t>698.1906</w:t>
      </w:r>
      <w:r>
        <w:tab/>
        <w:t>1.013e0</w:t>
      </w:r>
    </w:p>
    <w:p w:rsidR="00E00D30" w:rsidRDefault="00E00D30" w:rsidP="00E00D30">
      <w:r>
        <w:t>698.2261</w:t>
      </w:r>
      <w:r>
        <w:tab/>
        <w:t>1.013e0</w:t>
      </w:r>
    </w:p>
    <w:p w:rsidR="00E00D30" w:rsidRDefault="00E00D30" w:rsidP="00E00D30">
      <w:r>
        <w:t>698.2736</w:t>
      </w:r>
      <w:r>
        <w:tab/>
        <w:t>1.013e0</w:t>
      </w:r>
    </w:p>
    <w:p w:rsidR="00E00D30" w:rsidRDefault="00E00D30" w:rsidP="00E00D30">
      <w:r>
        <w:t>698.2985</w:t>
      </w:r>
      <w:r>
        <w:tab/>
        <w:t>1.013e0</w:t>
      </w:r>
    </w:p>
    <w:p w:rsidR="00E00D30" w:rsidRDefault="00E00D30" w:rsidP="00E00D30">
      <w:r>
        <w:t>698.3026</w:t>
      </w:r>
      <w:r>
        <w:tab/>
        <w:t>2.025e0</w:t>
      </w:r>
    </w:p>
    <w:p w:rsidR="00E00D30" w:rsidRDefault="00E00D30" w:rsidP="00E00D30">
      <w:r>
        <w:t>698.3079</w:t>
      </w:r>
      <w:r>
        <w:tab/>
        <w:t>1.013e0</w:t>
      </w:r>
    </w:p>
    <w:p w:rsidR="00E00D30" w:rsidRDefault="00E00D30" w:rsidP="00E00D30">
      <w:r>
        <w:t>698.3154</w:t>
      </w:r>
      <w:r>
        <w:tab/>
        <w:t>1.013e0</w:t>
      </w:r>
    </w:p>
    <w:p w:rsidR="00E00D30" w:rsidRDefault="00E00D30" w:rsidP="00E00D30">
      <w:r>
        <w:t>698.3663</w:t>
      </w:r>
      <w:r>
        <w:tab/>
        <w:t>3.038e0</w:t>
      </w:r>
    </w:p>
    <w:p w:rsidR="00E00D30" w:rsidRDefault="00E00D30" w:rsidP="00E00D30">
      <w:r>
        <w:t>698.3803</w:t>
      </w:r>
      <w:r>
        <w:tab/>
        <w:t>2.025e0</w:t>
      </w:r>
    </w:p>
    <w:p w:rsidR="00E00D30" w:rsidRDefault="00E00D30" w:rsidP="00E00D30">
      <w:r>
        <w:t>698.3846</w:t>
      </w:r>
      <w:r>
        <w:tab/>
        <w:t>1.013e0</w:t>
      </w:r>
    </w:p>
    <w:p w:rsidR="00E00D30" w:rsidRDefault="00E00D30" w:rsidP="00E00D30">
      <w:r>
        <w:t>698.3872</w:t>
      </w:r>
      <w:r>
        <w:tab/>
        <w:t>3.348e0</w:t>
      </w:r>
    </w:p>
    <w:p w:rsidR="00E00D30" w:rsidRDefault="00E00D30" w:rsidP="00E00D30">
      <w:r>
        <w:t>698.4031</w:t>
      </w:r>
      <w:r>
        <w:tab/>
        <w:t>1.013e0</w:t>
      </w:r>
    </w:p>
    <w:p w:rsidR="00E00D30" w:rsidRDefault="00E00D30" w:rsidP="00E00D30">
      <w:r>
        <w:t>698.4159</w:t>
      </w:r>
      <w:r>
        <w:tab/>
        <w:t>1.013e0</w:t>
      </w:r>
    </w:p>
    <w:p w:rsidR="00E00D30" w:rsidRDefault="00E00D30" w:rsidP="00E00D30">
      <w:r>
        <w:t>698.4576</w:t>
      </w:r>
      <w:r>
        <w:tab/>
        <w:t>3.038e0</w:t>
      </w:r>
    </w:p>
    <w:p w:rsidR="00E00D30" w:rsidRDefault="00E00D30" w:rsidP="00E00D30">
      <w:r>
        <w:t>698.5058</w:t>
      </w:r>
      <w:r>
        <w:tab/>
        <w:t>1.013e0</w:t>
      </w:r>
    </w:p>
    <w:p w:rsidR="00E00D30" w:rsidRDefault="00E00D30" w:rsidP="00E00D30">
      <w:r>
        <w:t>698.5099</w:t>
      </w:r>
      <w:r>
        <w:tab/>
        <w:t>1.013e0</w:t>
      </w:r>
    </w:p>
    <w:p w:rsidR="00E00D30" w:rsidRDefault="00E00D30" w:rsidP="00E00D30">
      <w:r>
        <w:lastRenderedPageBreak/>
        <w:t>698.5333</w:t>
      </w:r>
      <w:r>
        <w:tab/>
        <w:t>1.013e0</w:t>
      </w:r>
    </w:p>
    <w:p w:rsidR="00E00D30" w:rsidRDefault="00E00D30" w:rsidP="00E00D30">
      <w:r>
        <w:t>698.5349</w:t>
      </w:r>
      <w:r>
        <w:tab/>
        <w:t>3.038e0</w:t>
      </w:r>
    </w:p>
    <w:p w:rsidR="00E00D30" w:rsidRDefault="00E00D30" w:rsidP="00E00D30">
      <w:r>
        <w:t>698.5866</w:t>
      </w:r>
      <w:r>
        <w:tab/>
        <w:t>2.025e0</w:t>
      </w:r>
    </w:p>
    <w:p w:rsidR="00E00D30" w:rsidRDefault="00E00D30" w:rsidP="00E00D30">
      <w:r>
        <w:t>698.6057</w:t>
      </w:r>
      <w:r>
        <w:tab/>
        <w:t>1.013e0</w:t>
      </w:r>
    </w:p>
    <w:p w:rsidR="00E00D30" w:rsidRDefault="00E00D30" w:rsidP="00E00D30">
      <w:r>
        <w:t>698.6165</w:t>
      </w:r>
      <w:r>
        <w:tab/>
        <w:t>4.051e0</w:t>
      </w:r>
    </w:p>
    <w:p w:rsidR="00E00D30" w:rsidRDefault="00E00D30" w:rsidP="00E00D30">
      <w:r>
        <w:t>698.6177</w:t>
      </w:r>
      <w:r>
        <w:tab/>
        <w:t>4.051e0</w:t>
      </w:r>
    </w:p>
    <w:p w:rsidR="00E00D30" w:rsidRDefault="00E00D30" w:rsidP="00E00D30">
      <w:r>
        <w:t>698.6443</w:t>
      </w:r>
      <w:r>
        <w:tab/>
        <w:t>3.038e0</w:t>
      </w:r>
    </w:p>
    <w:p w:rsidR="00E00D30" w:rsidRDefault="00E00D30" w:rsidP="00E00D30">
      <w:r>
        <w:t>698.6929</w:t>
      </w:r>
      <w:r>
        <w:tab/>
        <w:t>2.025e0</w:t>
      </w:r>
    </w:p>
    <w:p w:rsidR="00E00D30" w:rsidRDefault="00E00D30" w:rsidP="00E00D30">
      <w:r>
        <w:t>698.7290</w:t>
      </w:r>
      <w:r>
        <w:tab/>
        <w:t>1.013e0</w:t>
      </w:r>
    </w:p>
    <w:p w:rsidR="00E00D30" w:rsidRDefault="00E00D30" w:rsidP="00E00D30">
      <w:r>
        <w:t>698.7334</w:t>
      </w:r>
      <w:r>
        <w:tab/>
        <w:t>2.025e0</w:t>
      </w:r>
    </w:p>
    <w:p w:rsidR="00E00D30" w:rsidRDefault="00E00D30" w:rsidP="00E00D30">
      <w:r>
        <w:t>698.7480</w:t>
      </w:r>
      <w:r>
        <w:tab/>
        <w:t>1.013e0</w:t>
      </w:r>
    </w:p>
    <w:p w:rsidR="00E00D30" w:rsidRDefault="00E00D30" w:rsidP="00E00D30">
      <w:r>
        <w:t>698.7632</w:t>
      </w:r>
      <w:r>
        <w:tab/>
        <w:t>1.013e0</w:t>
      </w:r>
    </w:p>
    <w:p w:rsidR="00E00D30" w:rsidRDefault="00E00D30" w:rsidP="00E00D30">
      <w:r>
        <w:t>698.8372</w:t>
      </w:r>
      <w:r>
        <w:tab/>
        <w:t>2.025e0</w:t>
      </w:r>
    </w:p>
    <w:p w:rsidR="00E00D30" w:rsidRDefault="00E00D30" w:rsidP="00E00D30">
      <w:r>
        <w:t>698.8667</w:t>
      </w:r>
      <w:r>
        <w:tab/>
        <w:t>1.013e0</w:t>
      </w:r>
    </w:p>
    <w:p w:rsidR="00E00D30" w:rsidRDefault="00E00D30" w:rsidP="00E00D30">
      <w:r>
        <w:t>698.9727</w:t>
      </w:r>
      <w:r>
        <w:tab/>
        <w:t>1.013e0</w:t>
      </w:r>
    </w:p>
    <w:p w:rsidR="00E00D30" w:rsidRDefault="00E00D30" w:rsidP="00E00D30">
      <w:r>
        <w:t>698.9788</w:t>
      </w:r>
      <w:r>
        <w:tab/>
        <w:t>2.025e0</w:t>
      </w:r>
    </w:p>
    <w:p w:rsidR="00E00D30" w:rsidRDefault="00E00D30" w:rsidP="00E00D30">
      <w:r>
        <w:t>698.9841</w:t>
      </w:r>
      <w:r>
        <w:tab/>
        <w:t>1.013e0</w:t>
      </w:r>
    </w:p>
    <w:p w:rsidR="00E00D30" w:rsidRDefault="00E00D30" w:rsidP="00E00D30">
      <w:r>
        <w:t>698.9883</w:t>
      </w:r>
      <w:r>
        <w:tab/>
        <w:t>1.013e0</w:t>
      </w:r>
    </w:p>
    <w:p w:rsidR="00E00D30" w:rsidRDefault="00E00D30" w:rsidP="00E00D30">
      <w:r>
        <w:t>699.0202</w:t>
      </w:r>
      <w:r>
        <w:tab/>
        <w:t>4.051e0</w:t>
      </w:r>
    </w:p>
    <w:p w:rsidR="00E00D30" w:rsidRDefault="00E00D30" w:rsidP="00E00D30">
      <w:r>
        <w:lastRenderedPageBreak/>
        <w:t>699.0569</w:t>
      </w:r>
      <w:r>
        <w:tab/>
        <w:t>1.013e0</w:t>
      </w:r>
    </w:p>
    <w:p w:rsidR="00E00D30" w:rsidRDefault="00E00D30" w:rsidP="00E00D30">
      <w:r>
        <w:t>699.0676</w:t>
      </w:r>
      <w:r>
        <w:tab/>
        <w:t>1.013e0</w:t>
      </w:r>
    </w:p>
    <w:p w:rsidR="00E00D30" w:rsidRDefault="00E00D30" w:rsidP="00E00D30">
      <w:r>
        <w:t>699.1038</w:t>
      </w:r>
      <w:r>
        <w:tab/>
        <w:t>2.025e0</w:t>
      </w:r>
    </w:p>
    <w:p w:rsidR="00E00D30" w:rsidRDefault="00E00D30" w:rsidP="00E00D30">
      <w:r>
        <w:t>699.1258</w:t>
      </w:r>
      <w:r>
        <w:tab/>
        <w:t>1.013e0</w:t>
      </w:r>
    </w:p>
    <w:p w:rsidR="00E00D30" w:rsidRDefault="00E00D30" w:rsidP="00E00D30">
      <w:r>
        <w:t>699.1626</w:t>
      </w:r>
      <w:r>
        <w:tab/>
        <w:t>2.025e0</w:t>
      </w:r>
    </w:p>
    <w:p w:rsidR="00E00D30" w:rsidRDefault="00E00D30" w:rsidP="00E00D30">
      <w:r>
        <w:t>699.1680</w:t>
      </w:r>
      <w:r>
        <w:tab/>
        <w:t>2.025e0</w:t>
      </w:r>
    </w:p>
    <w:p w:rsidR="00E00D30" w:rsidRDefault="00E00D30" w:rsidP="00E00D30">
      <w:r>
        <w:t>699.1951</w:t>
      </w:r>
      <w:r>
        <w:tab/>
        <w:t>3.038e0</w:t>
      </w:r>
    </w:p>
    <w:p w:rsidR="00E00D30" w:rsidRDefault="00E00D30" w:rsidP="00E00D30">
      <w:r>
        <w:t>699.2272</w:t>
      </w:r>
      <w:r>
        <w:tab/>
        <w:t>2.025e0</w:t>
      </w:r>
    </w:p>
    <w:p w:rsidR="00E00D30" w:rsidRDefault="00E00D30" w:rsidP="00E00D30">
      <w:r>
        <w:t>699.2347</w:t>
      </w:r>
      <w:r>
        <w:tab/>
        <w:t>1.013e0</w:t>
      </w:r>
    </w:p>
    <w:p w:rsidR="00E00D30" w:rsidRDefault="00E00D30" w:rsidP="00E00D30">
      <w:r>
        <w:t>699.2809</w:t>
      </w:r>
      <w:r>
        <w:tab/>
        <w:t>1.013e0</w:t>
      </w:r>
    </w:p>
    <w:p w:rsidR="00E00D30" w:rsidRDefault="00E00D30" w:rsidP="00E00D30">
      <w:r>
        <w:t>699.3318</w:t>
      </w:r>
      <w:r>
        <w:tab/>
        <w:t>1.013e0</w:t>
      </w:r>
    </w:p>
    <w:p w:rsidR="00E00D30" w:rsidRDefault="00E00D30" w:rsidP="00E00D30">
      <w:r>
        <w:t>699.3484</w:t>
      </w:r>
      <w:r>
        <w:tab/>
        <w:t>1.013e0</w:t>
      </w:r>
    </w:p>
    <w:p w:rsidR="00E00D30" w:rsidRDefault="00E00D30" w:rsidP="00E00D30">
      <w:r>
        <w:t>699.3565</w:t>
      </w:r>
      <w:r>
        <w:tab/>
        <w:t>3.038e0</w:t>
      </w:r>
    </w:p>
    <w:p w:rsidR="00E00D30" w:rsidRDefault="00E00D30" w:rsidP="00E00D30">
      <w:r>
        <w:t>699.3915</w:t>
      </w:r>
      <w:r>
        <w:tab/>
        <w:t>2.025e0</w:t>
      </w:r>
    </w:p>
    <w:p w:rsidR="00E00D30" w:rsidRDefault="00E00D30" w:rsidP="00E00D30">
      <w:r>
        <w:t>699.4013</w:t>
      </w:r>
      <w:r>
        <w:tab/>
        <w:t>1.013e0</w:t>
      </w:r>
    </w:p>
    <w:p w:rsidR="00E00D30" w:rsidRDefault="00E00D30" w:rsidP="00E00D30">
      <w:r>
        <w:t>699.4288</w:t>
      </w:r>
      <w:r>
        <w:tab/>
        <w:t>2.025e0</w:t>
      </w:r>
    </w:p>
    <w:p w:rsidR="00E00D30" w:rsidRDefault="00E00D30" w:rsidP="00E00D30">
      <w:r>
        <w:t>699.4366</w:t>
      </w:r>
      <w:r>
        <w:tab/>
        <w:t>1.013e0</w:t>
      </w:r>
    </w:p>
    <w:p w:rsidR="00E00D30" w:rsidRDefault="00E00D30" w:rsidP="00E00D30">
      <w:r>
        <w:t>699.4711</w:t>
      </w:r>
      <w:r>
        <w:tab/>
        <w:t>2.025e0</w:t>
      </w:r>
    </w:p>
    <w:p w:rsidR="00E00D30" w:rsidRDefault="00E00D30" w:rsidP="00E00D30">
      <w:r>
        <w:t>699.5189</w:t>
      </w:r>
      <w:r>
        <w:tab/>
        <w:t>1.013e0</w:t>
      </w:r>
    </w:p>
    <w:p w:rsidR="00E00D30" w:rsidRDefault="00E00D30" w:rsidP="00E00D30">
      <w:r>
        <w:lastRenderedPageBreak/>
        <w:t>699.5212</w:t>
      </w:r>
      <w:r>
        <w:tab/>
        <w:t>2.025e0</w:t>
      </w:r>
    </w:p>
    <w:p w:rsidR="00E00D30" w:rsidRDefault="00E00D30" w:rsidP="00E00D30">
      <w:r>
        <w:t>699.5316</w:t>
      </w:r>
      <w:r>
        <w:tab/>
        <w:t>1.013e0</w:t>
      </w:r>
    </w:p>
    <w:p w:rsidR="00E00D30" w:rsidRDefault="00E00D30" w:rsidP="00E00D30">
      <w:r>
        <w:t>699.5424</w:t>
      </w:r>
      <w:r>
        <w:tab/>
        <w:t>4.051e0</w:t>
      </w:r>
    </w:p>
    <w:p w:rsidR="00E00D30" w:rsidRDefault="00E00D30" w:rsidP="00E00D30">
      <w:r>
        <w:t>699.5552</w:t>
      </w:r>
      <w:r>
        <w:tab/>
        <w:t>1.013e0</w:t>
      </w:r>
    </w:p>
    <w:p w:rsidR="00E00D30" w:rsidRDefault="00E00D30" w:rsidP="00E00D30">
      <w:r>
        <w:t>699.6069</w:t>
      </w:r>
      <w:r>
        <w:tab/>
        <w:t>1.013e0</w:t>
      </w:r>
    </w:p>
    <w:p w:rsidR="00E00D30" w:rsidRDefault="00E00D30" w:rsidP="00E00D30">
      <w:r>
        <w:t>699.6596</w:t>
      </w:r>
      <w:r>
        <w:tab/>
        <w:t>1.013e0</w:t>
      </w:r>
    </w:p>
    <w:p w:rsidR="00E00D30" w:rsidRDefault="00E00D30" w:rsidP="00E00D30">
      <w:r>
        <w:t>699.6673</w:t>
      </w:r>
      <w:r>
        <w:tab/>
        <w:t>2.025e0</w:t>
      </w:r>
    </w:p>
    <w:p w:rsidR="00E00D30" w:rsidRDefault="00E00D30" w:rsidP="00E00D30">
      <w:r>
        <w:t>699.7216</w:t>
      </w:r>
      <w:r>
        <w:tab/>
        <w:t>1.013e0</w:t>
      </w:r>
    </w:p>
    <w:p w:rsidR="00E00D30" w:rsidRDefault="00E00D30" w:rsidP="00E00D30">
      <w:r>
        <w:t>699.7382</w:t>
      </w:r>
      <w:r>
        <w:tab/>
        <w:t>2.025e0</w:t>
      </w:r>
    </w:p>
    <w:p w:rsidR="00E00D30" w:rsidRDefault="00E00D30" w:rsidP="00E00D30">
      <w:r>
        <w:t>699.7446</w:t>
      </w:r>
      <w:r>
        <w:tab/>
        <w:t>1.013e0</w:t>
      </w:r>
    </w:p>
    <w:p w:rsidR="00E00D30" w:rsidRDefault="00E00D30" w:rsidP="00E00D30">
      <w:r>
        <w:t>699.7917</w:t>
      </w:r>
      <w:r>
        <w:tab/>
        <w:t>1.013e0</w:t>
      </w:r>
    </w:p>
    <w:p w:rsidR="00E00D30" w:rsidRDefault="00E00D30" w:rsidP="00E00D30">
      <w:r>
        <w:t>699.7963</w:t>
      </w:r>
      <w:r>
        <w:tab/>
        <w:t>2.025e0</w:t>
      </w:r>
    </w:p>
    <w:p w:rsidR="00E00D30" w:rsidRDefault="00E00D30" w:rsidP="00E00D30">
      <w:r>
        <w:t>699.8177</w:t>
      </w:r>
      <w:r>
        <w:tab/>
        <w:t>3.038e0</w:t>
      </w:r>
    </w:p>
    <w:p w:rsidR="00E00D30" w:rsidRDefault="00E00D30" w:rsidP="00E00D30">
      <w:r>
        <w:t>699.8317</w:t>
      </w:r>
      <w:r>
        <w:tab/>
        <w:t>2.025e0</w:t>
      </w:r>
    </w:p>
    <w:p w:rsidR="00E00D30" w:rsidRDefault="00E00D30" w:rsidP="00E00D30">
      <w:r>
        <w:t>699.8738</w:t>
      </w:r>
      <w:r>
        <w:tab/>
        <w:t>2.025e0</w:t>
      </w:r>
    </w:p>
    <w:p w:rsidR="00E00D30" w:rsidRDefault="00E00D30" w:rsidP="00E00D30">
      <w:r>
        <w:t>699.9351</w:t>
      </w:r>
      <w:r>
        <w:tab/>
        <w:t>2.025e0</w:t>
      </w:r>
    </w:p>
    <w:p w:rsidR="00E00D30" w:rsidRDefault="00E00D30" w:rsidP="00E00D30">
      <w:r>
        <w:t>699.9517</w:t>
      </w:r>
      <w:r>
        <w:tab/>
        <w:t>1.013e0</w:t>
      </w:r>
    </w:p>
    <w:p w:rsidR="00E00D30" w:rsidRDefault="00E00D30" w:rsidP="00E00D30">
      <w:r>
        <w:t>699.9703</w:t>
      </w:r>
      <w:r>
        <w:tab/>
        <w:t>1.013e0</w:t>
      </w:r>
    </w:p>
    <w:p w:rsidR="00E00D30" w:rsidRDefault="00E00D30" w:rsidP="00E00D30">
      <w:r>
        <w:t>699.9905</w:t>
      </w:r>
      <w:r>
        <w:tab/>
        <w:t>3.038e0</w:t>
      </w:r>
    </w:p>
    <w:p w:rsidR="00E00D30" w:rsidRDefault="00E00D30" w:rsidP="00E00D30">
      <w:r>
        <w:lastRenderedPageBreak/>
        <w:t>700.0128</w:t>
      </w:r>
      <w:r>
        <w:tab/>
        <w:t>2.025e0</w:t>
      </w:r>
    </w:p>
    <w:p w:rsidR="00E00D30" w:rsidRDefault="00E00D30" w:rsidP="00E00D30">
      <w:r>
        <w:t>700.0888</w:t>
      </w:r>
      <w:r>
        <w:tab/>
        <w:t>1.013e0</w:t>
      </w:r>
    </w:p>
    <w:p w:rsidR="00E00D30" w:rsidRDefault="00E00D30" w:rsidP="00E00D30">
      <w:r>
        <w:t>700.1072</w:t>
      </w:r>
      <w:r>
        <w:tab/>
        <w:t>3.038e0</w:t>
      </w:r>
    </w:p>
    <w:p w:rsidR="00E00D30" w:rsidRDefault="00E00D30" w:rsidP="00E00D30">
      <w:r>
        <w:t>700.1602</w:t>
      </w:r>
      <w:r>
        <w:tab/>
        <w:t>1.013e0</w:t>
      </w:r>
    </w:p>
    <w:p w:rsidR="00E00D30" w:rsidRDefault="00E00D30" w:rsidP="00E00D30">
      <w:r>
        <w:t>700.2280</w:t>
      </w:r>
      <w:r>
        <w:tab/>
        <w:t>3.038e0</w:t>
      </w:r>
    </w:p>
    <w:p w:rsidR="00E00D30" w:rsidRDefault="00E00D30" w:rsidP="00E00D30">
      <w:r>
        <w:t>700.3129</w:t>
      </w:r>
      <w:r>
        <w:tab/>
        <w:t>1.870e0</w:t>
      </w:r>
    </w:p>
    <w:p w:rsidR="00E00D30" w:rsidRDefault="00E00D30" w:rsidP="00E00D30">
      <w:r>
        <w:t>700.3503</w:t>
      </w:r>
      <w:r>
        <w:tab/>
        <w:t>1.013e0</w:t>
      </w:r>
    </w:p>
    <w:p w:rsidR="00E00D30" w:rsidRDefault="00E00D30" w:rsidP="00E00D30">
      <w:r>
        <w:t>700.3819</w:t>
      </w:r>
      <w:r>
        <w:tab/>
        <w:t>1.013e0</w:t>
      </w:r>
    </w:p>
    <w:p w:rsidR="00E00D30" w:rsidRDefault="00E00D30" w:rsidP="00E00D30">
      <w:r>
        <w:t>700.3916</w:t>
      </w:r>
      <w:r>
        <w:tab/>
        <w:t>2.025e0</w:t>
      </w:r>
    </w:p>
    <w:p w:rsidR="00E00D30" w:rsidRDefault="00E00D30" w:rsidP="00E00D30">
      <w:r>
        <w:t>700.3984</w:t>
      </w:r>
      <w:r>
        <w:tab/>
        <w:t>5.063e0</w:t>
      </w:r>
    </w:p>
    <w:p w:rsidR="00E00D30" w:rsidRDefault="00E00D30" w:rsidP="00E00D30">
      <w:r>
        <w:t>700.4099</w:t>
      </w:r>
      <w:r>
        <w:tab/>
        <w:t>1.013e0</w:t>
      </w:r>
    </w:p>
    <w:p w:rsidR="00E00D30" w:rsidRDefault="00E00D30" w:rsidP="00E00D30">
      <w:r>
        <w:t>700.4149</w:t>
      </w:r>
      <w:r>
        <w:tab/>
        <w:t>2.025e0</w:t>
      </w:r>
    </w:p>
    <w:p w:rsidR="00E00D30" w:rsidRDefault="00E00D30" w:rsidP="00E00D30">
      <w:r>
        <w:t>700.4510</w:t>
      </w:r>
      <w:r>
        <w:tab/>
        <w:t>3.038e0</w:t>
      </w:r>
    </w:p>
    <w:p w:rsidR="00E00D30" w:rsidRDefault="00E00D30" w:rsidP="00E00D30">
      <w:r>
        <w:t>700.5052</w:t>
      </w:r>
      <w:r>
        <w:tab/>
        <w:t>3.038e0</w:t>
      </w:r>
    </w:p>
    <w:p w:rsidR="00E00D30" w:rsidRDefault="00E00D30" w:rsidP="00E00D30">
      <w:r>
        <w:t>700.5300</w:t>
      </w:r>
      <w:r>
        <w:tab/>
        <w:t>1.013e0</w:t>
      </w:r>
    </w:p>
    <w:p w:rsidR="00E00D30" w:rsidRDefault="00E00D30" w:rsidP="00E00D30">
      <w:r>
        <w:t>700.5364</w:t>
      </w:r>
      <w:r>
        <w:tab/>
        <w:t>1.013e0</w:t>
      </w:r>
    </w:p>
    <w:p w:rsidR="00E00D30" w:rsidRDefault="00E00D30" w:rsidP="00E00D30">
      <w:r>
        <w:t>700.5538</w:t>
      </w:r>
      <w:r>
        <w:tab/>
        <w:t>1.013e0</w:t>
      </w:r>
    </w:p>
    <w:p w:rsidR="00E00D30" w:rsidRDefault="00E00D30" w:rsidP="00E00D30">
      <w:r>
        <w:t>700.5767</w:t>
      </w:r>
      <w:r>
        <w:tab/>
        <w:t>2.025e0</w:t>
      </w:r>
    </w:p>
    <w:p w:rsidR="00E00D30" w:rsidRDefault="00E00D30" w:rsidP="00E00D30">
      <w:r>
        <w:t>700.5844</w:t>
      </w:r>
      <w:r>
        <w:tab/>
        <w:t>3.038e0</w:t>
      </w:r>
    </w:p>
    <w:p w:rsidR="00E00D30" w:rsidRDefault="00E00D30" w:rsidP="00E00D30">
      <w:r>
        <w:lastRenderedPageBreak/>
        <w:t>700.6133</w:t>
      </w:r>
      <w:r>
        <w:tab/>
        <w:t>1.013e0</w:t>
      </w:r>
    </w:p>
    <w:p w:rsidR="00E00D30" w:rsidRDefault="00E00D30" w:rsidP="00E00D30">
      <w:r>
        <w:t>700.6255</w:t>
      </w:r>
      <w:r>
        <w:tab/>
        <w:t>4.051e0</w:t>
      </w:r>
    </w:p>
    <w:p w:rsidR="00E00D30" w:rsidRDefault="00E00D30" w:rsidP="00E00D30">
      <w:r>
        <w:t>700.6656</w:t>
      </w:r>
      <w:r>
        <w:tab/>
        <w:t>3.038e0</w:t>
      </w:r>
    </w:p>
    <w:p w:rsidR="00E00D30" w:rsidRDefault="00E00D30" w:rsidP="00E00D30">
      <w:r>
        <w:t>700.6774</w:t>
      </w:r>
      <w:r>
        <w:tab/>
        <w:t>3.038e0</w:t>
      </w:r>
    </w:p>
    <w:p w:rsidR="00E00D30" w:rsidRDefault="00E00D30" w:rsidP="00E00D30">
      <w:r>
        <w:t>700.7953</w:t>
      </w:r>
      <w:r>
        <w:tab/>
        <w:t>1.013e0</w:t>
      </w:r>
    </w:p>
    <w:p w:rsidR="00E00D30" w:rsidRDefault="00E00D30" w:rsidP="00E00D30">
      <w:r>
        <w:t>700.8384</w:t>
      </w:r>
      <w:r>
        <w:tab/>
        <w:t>1.013e0</w:t>
      </w:r>
    </w:p>
    <w:p w:rsidR="00E00D30" w:rsidRDefault="00E00D30" w:rsidP="00E00D30">
      <w:r>
        <w:t>700.8538</w:t>
      </w:r>
      <w:r>
        <w:tab/>
        <w:t>3.038e0</w:t>
      </w:r>
    </w:p>
    <w:p w:rsidR="00E00D30" w:rsidRDefault="00E00D30" w:rsidP="00E00D30">
      <w:r>
        <w:t>700.9110</w:t>
      </w:r>
      <w:r>
        <w:tab/>
        <w:t>2.025e0</w:t>
      </w:r>
    </w:p>
    <w:p w:rsidR="00E00D30" w:rsidRDefault="00E00D30" w:rsidP="00E00D30">
      <w:r>
        <w:t>700.9327</w:t>
      </w:r>
      <w:r>
        <w:tab/>
        <w:t>1.013e0</w:t>
      </w:r>
    </w:p>
    <w:p w:rsidR="00E00D30" w:rsidRDefault="00E00D30" w:rsidP="00E00D30">
      <w:r>
        <w:t>700.9630</w:t>
      </w:r>
      <w:r>
        <w:tab/>
        <w:t>2.025e0</w:t>
      </w:r>
    </w:p>
    <w:p w:rsidR="00E00D30" w:rsidRDefault="00E00D30" w:rsidP="00E00D30">
      <w:r>
        <w:t>700.9927</w:t>
      </w:r>
      <w:r>
        <w:tab/>
        <w:t>1.013e0</w:t>
      </w:r>
    </w:p>
    <w:p w:rsidR="00E00D30" w:rsidRDefault="00E00D30" w:rsidP="00E00D30">
      <w:r>
        <w:t>701.0051</w:t>
      </w:r>
      <w:r>
        <w:tab/>
        <w:t>1.013e0</w:t>
      </w:r>
    </w:p>
    <w:p w:rsidR="00E00D30" w:rsidRDefault="00E00D30" w:rsidP="00E00D30">
      <w:r>
        <w:t>701.0178</w:t>
      </w:r>
      <w:r>
        <w:tab/>
        <w:t>1.013e0</w:t>
      </w:r>
    </w:p>
    <w:p w:rsidR="00E00D30" w:rsidRDefault="00E00D30" w:rsidP="00E00D30">
      <w:r>
        <w:t>701.0405</w:t>
      </w:r>
      <w:r>
        <w:tab/>
        <w:t>2.025e0</w:t>
      </w:r>
    </w:p>
    <w:p w:rsidR="00E00D30" w:rsidRDefault="00E00D30" w:rsidP="00E00D30">
      <w:r>
        <w:t>701.0944</w:t>
      </w:r>
      <w:r>
        <w:tab/>
        <w:t>2.025e0</w:t>
      </w:r>
    </w:p>
    <w:p w:rsidR="00E00D30" w:rsidRDefault="00E00D30" w:rsidP="00E00D30">
      <w:r>
        <w:t>701.1518</w:t>
      </w:r>
      <w:r>
        <w:tab/>
        <w:t>3.038e0</w:t>
      </w:r>
    </w:p>
    <w:p w:rsidR="00E00D30" w:rsidRDefault="00E00D30" w:rsidP="00E00D30">
      <w:r>
        <w:t>701.1725</w:t>
      </w:r>
      <w:r>
        <w:tab/>
        <w:t>1.013e0</w:t>
      </w:r>
    </w:p>
    <w:p w:rsidR="00E00D30" w:rsidRDefault="00E00D30" w:rsidP="00E00D30">
      <w:r>
        <w:t>701.1799</w:t>
      </w:r>
      <w:r>
        <w:tab/>
        <w:t>2.025e0</w:t>
      </w:r>
    </w:p>
    <w:p w:rsidR="00E00D30" w:rsidRDefault="00E00D30" w:rsidP="00E00D30">
      <w:r>
        <w:t>701.2168</w:t>
      </w:r>
      <w:r>
        <w:tab/>
        <w:t>2.025e0</w:t>
      </w:r>
    </w:p>
    <w:p w:rsidR="00E00D30" w:rsidRDefault="00E00D30" w:rsidP="00E00D30">
      <w:r>
        <w:lastRenderedPageBreak/>
        <w:t>701.2312</w:t>
      </w:r>
      <w:r>
        <w:tab/>
        <w:t>1.013e0</w:t>
      </w:r>
    </w:p>
    <w:p w:rsidR="00E00D30" w:rsidRDefault="00E00D30" w:rsidP="00E00D30">
      <w:r>
        <w:t>701.3434</w:t>
      </w:r>
      <w:r>
        <w:tab/>
        <w:t>2.025e0</w:t>
      </w:r>
    </w:p>
    <w:p w:rsidR="00E00D30" w:rsidRDefault="00E00D30" w:rsidP="00E00D30">
      <w:r>
        <w:t>701.3468</w:t>
      </w:r>
      <w:r>
        <w:tab/>
        <w:t>1.013e0</w:t>
      </w:r>
    </w:p>
    <w:p w:rsidR="00E00D30" w:rsidRDefault="00E00D30" w:rsidP="00E00D30">
      <w:r>
        <w:t>701.3483</w:t>
      </w:r>
      <w:r>
        <w:tab/>
        <w:t>2.025e0</w:t>
      </w:r>
    </w:p>
    <w:p w:rsidR="00E00D30" w:rsidRDefault="00E00D30" w:rsidP="00E00D30">
      <w:r>
        <w:t>701.3618</w:t>
      </w:r>
      <w:r>
        <w:tab/>
        <w:t>2.025e0</w:t>
      </w:r>
    </w:p>
    <w:p w:rsidR="00E00D30" w:rsidRDefault="00E00D30" w:rsidP="00E00D30">
      <w:r>
        <w:t>701.3983</w:t>
      </w:r>
      <w:r>
        <w:tab/>
        <w:t>2.025e0</w:t>
      </w:r>
    </w:p>
    <w:p w:rsidR="00E00D30" w:rsidRDefault="00E00D30" w:rsidP="00E00D30">
      <w:r>
        <w:t>701.4321</w:t>
      </w:r>
      <w:r>
        <w:tab/>
        <w:t>1.013e0</w:t>
      </w:r>
    </w:p>
    <w:p w:rsidR="00E00D30" w:rsidRDefault="00E00D30" w:rsidP="00E00D30">
      <w:r>
        <w:t>701.4492</w:t>
      </w:r>
      <w:r>
        <w:tab/>
        <w:t>1.013e0</w:t>
      </w:r>
    </w:p>
    <w:p w:rsidR="00E00D30" w:rsidRDefault="00E00D30" w:rsidP="00E00D30">
      <w:r>
        <w:t>701.4821</w:t>
      </w:r>
      <w:r>
        <w:tab/>
        <w:t>2.025e0</w:t>
      </w:r>
    </w:p>
    <w:p w:rsidR="00E00D30" w:rsidRDefault="00E00D30" w:rsidP="00E00D30">
      <w:r>
        <w:t>701.4908</w:t>
      </w:r>
      <w:r>
        <w:tab/>
        <w:t>2.025e0</w:t>
      </w:r>
    </w:p>
    <w:p w:rsidR="00E00D30" w:rsidRDefault="00E00D30" w:rsidP="00E00D30">
      <w:r>
        <w:t>701.4932</w:t>
      </w:r>
      <w:r>
        <w:tab/>
        <w:t>1.013e0</w:t>
      </w:r>
    </w:p>
    <w:p w:rsidR="00E00D30" w:rsidRDefault="00E00D30" w:rsidP="00E00D30">
      <w:r>
        <w:t>701.5100</w:t>
      </w:r>
      <w:r>
        <w:tab/>
        <w:t>3.038e0</w:t>
      </w:r>
    </w:p>
    <w:p w:rsidR="00E00D30" w:rsidRDefault="00E00D30" w:rsidP="00E00D30">
      <w:r>
        <w:t>701.5170</w:t>
      </w:r>
      <w:r>
        <w:tab/>
        <w:t>1.013e0</w:t>
      </w:r>
    </w:p>
    <w:p w:rsidR="00E00D30" w:rsidRDefault="00E00D30" w:rsidP="00E00D30">
      <w:r>
        <w:t>701.5524</w:t>
      </w:r>
      <w:r>
        <w:tab/>
        <w:t>1.013e0</w:t>
      </w:r>
    </w:p>
    <w:p w:rsidR="00E00D30" w:rsidRDefault="00E00D30" w:rsidP="00E00D30">
      <w:r>
        <w:t>701.5646</w:t>
      </w:r>
      <w:r>
        <w:tab/>
        <w:t>1.013e0</w:t>
      </w:r>
    </w:p>
    <w:p w:rsidR="00E00D30" w:rsidRDefault="00E00D30" w:rsidP="00E00D30">
      <w:r>
        <w:t>701.5765</w:t>
      </w:r>
      <w:r>
        <w:tab/>
        <w:t>1.013e0</w:t>
      </w:r>
    </w:p>
    <w:p w:rsidR="00E00D30" w:rsidRDefault="00E00D30" w:rsidP="00E00D30">
      <w:r>
        <w:t>701.5833</w:t>
      </w:r>
      <w:r>
        <w:tab/>
        <w:t>3.038e0</w:t>
      </w:r>
    </w:p>
    <w:p w:rsidR="00E00D30" w:rsidRDefault="00E00D30" w:rsidP="00E00D30">
      <w:r>
        <w:t>701.5884</w:t>
      </w:r>
      <w:r>
        <w:tab/>
        <w:t>2.025e0</w:t>
      </w:r>
    </w:p>
    <w:p w:rsidR="00E00D30" w:rsidRDefault="00E00D30" w:rsidP="00E00D30">
      <w:r>
        <w:t>701.6838</w:t>
      </w:r>
      <w:r>
        <w:tab/>
        <w:t>1.013e0</w:t>
      </w:r>
    </w:p>
    <w:p w:rsidR="00E00D30" w:rsidRDefault="00E00D30" w:rsidP="00E00D30">
      <w:r>
        <w:lastRenderedPageBreak/>
        <w:t>701.7590</w:t>
      </w:r>
      <w:r>
        <w:tab/>
        <w:t>1.013e0</w:t>
      </w:r>
    </w:p>
    <w:p w:rsidR="00E00D30" w:rsidRDefault="00E00D30" w:rsidP="00E00D30">
      <w:r>
        <w:t>701.7668</w:t>
      </w:r>
      <w:r>
        <w:tab/>
        <w:t>1.013e0</w:t>
      </w:r>
    </w:p>
    <w:p w:rsidR="00E00D30" w:rsidRDefault="00E00D30" w:rsidP="00E00D30">
      <w:r>
        <w:t>701.8025</w:t>
      </w:r>
      <w:r>
        <w:tab/>
        <w:t>1.013e0</w:t>
      </w:r>
    </w:p>
    <w:p w:rsidR="00E00D30" w:rsidRDefault="00E00D30" w:rsidP="00E00D30">
      <w:r>
        <w:t>701.8217</w:t>
      </w:r>
      <w:r>
        <w:tab/>
        <w:t>2.025e0</w:t>
      </w:r>
    </w:p>
    <w:p w:rsidR="00E00D30" w:rsidRDefault="00E00D30" w:rsidP="00E00D30">
      <w:r>
        <w:t>701.8280</w:t>
      </w:r>
      <w:r>
        <w:tab/>
        <w:t>1.013e0</w:t>
      </w:r>
    </w:p>
    <w:p w:rsidR="00E00D30" w:rsidRDefault="00E00D30" w:rsidP="00E00D30">
      <w:r>
        <w:t>701.8625</w:t>
      </w:r>
      <w:r>
        <w:tab/>
        <w:t>2.025e0</w:t>
      </w:r>
    </w:p>
    <w:p w:rsidR="00E00D30" w:rsidRDefault="00E00D30" w:rsidP="00E00D30">
      <w:r>
        <w:t>701.9829</w:t>
      </w:r>
      <w:r>
        <w:tab/>
        <w:t>1.013e0</w:t>
      </w:r>
    </w:p>
    <w:p w:rsidR="00E00D30" w:rsidRDefault="00E00D30" w:rsidP="00E00D30">
      <w:r>
        <w:t>701.9932</w:t>
      </w:r>
      <w:r>
        <w:tab/>
        <w:t>1.013e0</w:t>
      </w:r>
    </w:p>
    <w:p w:rsidR="00E00D30" w:rsidRDefault="00E00D30" w:rsidP="00E00D30">
      <w:r>
        <w:t>701.9997</w:t>
      </w:r>
      <w:r>
        <w:tab/>
        <w:t>1.013e0</w:t>
      </w:r>
    </w:p>
    <w:p w:rsidR="00E00D30" w:rsidRDefault="00E00D30" w:rsidP="00E00D30">
      <w:r>
        <w:t>702.0421</w:t>
      </w:r>
      <w:r>
        <w:tab/>
        <w:t>1.013e0</w:t>
      </w:r>
    </w:p>
    <w:p w:rsidR="00E00D30" w:rsidRDefault="00E00D30" w:rsidP="00E00D30">
      <w:r>
        <w:t>702.0651</w:t>
      </w:r>
      <w:r>
        <w:tab/>
        <w:t>1.013e0</w:t>
      </w:r>
    </w:p>
    <w:p w:rsidR="00E00D30" w:rsidRDefault="00E00D30" w:rsidP="00E00D30">
      <w:r>
        <w:t>702.0856</w:t>
      </w:r>
      <w:r>
        <w:tab/>
        <w:t>1.013e0</w:t>
      </w:r>
    </w:p>
    <w:p w:rsidR="00E00D30" w:rsidRDefault="00E00D30" w:rsidP="00E00D30">
      <w:r>
        <w:t>702.1213</w:t>
      </w:r>
      <w:r>
        <w:tab/>
        <w:t>1.013e0</w:t>
      </w:r>
    </w:p>
    <w:p w:rsidR="00E00D30" w:rsidRDefault="00E00D30" w:rsidP="00E00D30">
      <w:r>
        <w:t>702.1550</w:t>
      </w:r>
      <w:r>
        <w:tab/>
        <w:t>3.038e0</w:t>
      </w:r>
    </w:p>
    <w:p w:rsidR="00E00D30" w:rsidRDefault="00E00D30" w:rsidP="00E00D30">
      <w:r>
        <w:t>702.1844</w:t>
      </w:r>
      <w:r>
        <w:tab/>
        <w:t>2.254e0</w:t>
      </w:r>
    </w:p>
    <w:p w:rsidR="00E00D30" w:rsidRDefault="00E00D30" w:rsidP="00E00D30">
      <w:r>
        <w:t>702.1895</w:t>
      </w:r>
      <w:r>
        <w:tab/>
        <w:t>1.013e0</w:t>
      </w:r>
    </w:p>
    <w:p w:rsidR="00E00D30" w:rsidRDefault="00E00D30" w:rsidP="00E00D30">
      <w:r>
        <w:t>702.2067</w:t>
      </w:r>
      <w:r>
        <w:tab/>
        <w:t>1.013e0</w:t>
      </w:r>
    </w:p>
    <w:p w:rsidR="00E00D30" w:rsidRDefault="00E00D30" w:rsidP="00E00D30">
      <w:r>
        <w:t>702.2556</w:t>
      </w:r>
      <w:r>
        <w:tab/>
        <w:t>2.025e0</w:t>
      </w:r>
    </w:p>
    <w:p w:rsidR="00E00D30" w:rsidRDefault="00E00D30" w:rsidP="00E00D30">
      <w:r>
        <w:t>702.2567</w:t>
      </w:r>
      <w:r>
        <w:tab/>
        <w:t>1.013e0</w:t>
      </w:r>
    </w:p>
    <w:p w:rsidR="00E00D30" w:rsidRDefault="00E00D30" w:rsidP="00E00D30">
      <w:r>
        <w:lastRenderedPageBreak/>
        <w:t>702.2935</w:t>
      </w:r>
      <w:r>
        <w:tab/>
        <w:t>1.013e0</w:t>
      </w:r>
    </w:p>
    <w:p w:rsidR="00E00D30" w:rsidRDefault="00E00D30" w:rsidP="00E00D30">
      <w:r>
        <w:t>702.3107</w:t>
      </w:r>
      <w:r>
        <w:tab/>
        <w:t>1.013e0</w:t>
      </w:r>
    </w:p>
    <w:p w:rsidR="00E00D30" w:rsidRDefault="00E00D30" w:rsidP="00E00D30">
      <w:r>
        <w:t>702.3273</w:t>
      </w:r>
      <w:r>
        <w:tab/>
        <w:t>1.013e0</w:t>
      </w:r>
    </w:p>
    <w:p w:rsidR="00E00D30" w:rsidRDefault="00E00D30" w:rsidP="00E00D30">
      <w:r>
        <w:t>702.3442</w:t>
      </w:r>
      <w:r>
        <w:tab/>
        <w:t>3.038e0</w:t>
      </w:r>
    </w:p>
    <w:p w:rsidR="00E00D30" w:rsidRDefault="00E00D30" w:rsidP="00E00D30">
      <w:r>
        <w:t>702.3478</w:t>
      </w:r>
      <w:r>
        <w:tab/>
        <w:t>4.051e0</w:t>
      </w:r>
    </w:p>
    <w:p w:rsidR="00E00D30" w:rsidRDefault="00E00D30" w:rsidP="00E00D30">
      <w:r>
        <w:t>702.3615</w:t>
      </w:r>
      <w:r>
        <w:tab/>
        <w:t>1.013e0</w:t>
      </w:r>
    </w:p>
    <w:p w:rsidR="00E00D30" w:rsidRDefault="00E00D30" w:rsidP="00E00D30">
      <w:r>
        <w:t>702.3691</w:t>
      </w:r>
      <w:r>
        <w:tab/>
        <w:t>2.025e0</w:t>
      </w:r>
    </w:p>
    <w:p w:rsidR="00E00D30" w:rsidRDefault="00E00D30" w:rsidP="00E00D30">
      <w:r>
        <w:t>702.4044</w:t>
      </w:r>
      <w:r>
        <w:tab/>
        <w:t>2.025e0</w:t>
      </w:r>
    </w:p>
    <w:p w:rsidR="00E00D30" w:rsidRDefault="00E00D30" w:rsidP="00E00D30">
      <w:r>
        <w:t>702.4304</w:t>
      </w:r>
      <w:r>
        <w:tab/>
        <w:t>2.025e0</w:t>
      </w:r>
    </w:p>
    <w:p w:rsidR="00E00D30" w:rsidRDefault="00E00D30" w:rsidP="00E00D30">
      <w:r>
        <w:t>702.4346</w:t>
      </w:r>
      <w:r>
        <w:tab/>
        <w:t>1.013e0</w:t>
      </w:r>
    </w:p>
    <w:p w:rsidR="00E00D30" w:rsidRDefault="00E00D30" w:rsidP="00E00D30">
      <w:r>
        <w:t>702.4395</w:t>
      </w:r>
      <w:r>
        <w:tab/>
        <w:t>2.025e0</w:t>
      </w:r>
    </w:p>
    <w:p w:rsidR="00E00D30" w:rsidRDefault="00E00D30" w:rsidP="00E00D30">
      <w:r>
        <w:t>702.4728</w:t>
      </w:r>
      <w:r>
        <w:tab/>
        <w:t>2.025e0</w:t>
      </w:r>
    </w:p>
    <w:p w:rsidR="00E00D30" w:rsidRDefault="00E00D30" w:rsidP="00E00D30">
      <w:r>
        <w:t>702.4943</w:t>
      </w:r>
      <w:r>
        <w:tab/>
        <w:t>1.013e0</w:t>
      </w:r>
    </w:p>
    <w:p w:rsidR="00E00D30" w:rsidRDefault="00E00D30" w:rsidP="00E00D30">
      <w:r>
        <w:t>702.5002</w:t>
      </w:r>
      <w:r>
        <w:tab/>
        <w:t>1.013e0</w:t>
      </w:r>
    </w:p>
    <w:p w:rsidR="00E00D30" w:rsidRDefault="00E00D30" w:rsidP="00E00D30">
      <w:r>
        <w:t>702.5177</w:t>
      </w:r>
      <w:r>
        <w:tab/>
        <w:t>1.013e0</w:t>
      </w:r>
    </w:p>
    <w:p w:rsidR="00E00D30" w:rsidRDefault="00E00D30" w:rsidP="00E00D30">
      <w:r>
        <w:t>702.5245</w:t>
      </w:r>
      <w:r>
        <w:tab/>
        <w:t>7.089e0</w:t>
      </w:r>
    </w:p>
    <w:p w:rsidR="00E00D30" w:rsidRDefault="00E00D30" w:rsidP="00E00D30">
      <w:r>
        <w:t>702.5450</w:t>
      </w:r>
      <w:r>
        <w:tab/>
        <w:t>2.025e0</w:t>
      </w:r>
    </w:p>
    <w:p w:rsidR="00E00D30" w:rsidRDefault="00E00D30" w:rsidP="00E00D30">
      <w:r>
        <w:t>702.5630</w:t>
      </w:r>
      <w:r>
        <w:tab/>
        <w:t>3.038e0</w:t>
      </w:r>
    </w:p>
    <w:p w:rsidR="00E00D30" w:rsidRDefault="00E00D30" w:rsidP="00E00D30">
      <w:r>
        <w:t>702.5690</w:t>
      </w:r>
      <w:r>
        <w:tab/>
        <w:t>1.013e0</w:t>
      </w:r>
    </w:p>
    <w:p w:rsidR="00E00D30" w:rsidRDefault="00E00D30" w:rsidP="00E00D30">
      <w:r>
        <w:lastRenderedPageBreak/>
        <w:t>702.5897</w:t>
      </w:r>
      <w:r>
        <w:tab/>
        <w:t>1.013e0</w:t>
      </w:r>
    </w:p>
    <w:p w:rsidR="00E00D30" w:rsidRDefault="00E00D30" w:rsidP="00E00D30">
      <w:r>
        <w:t>702.6080</w:t>
      </w:r>
      <w:r>
        <w:tab/>
        <w:t>2.025e0</w:t>
      </w:r>
    </w:p>
    <w:p w:rsidR="00E00D30" w:rsidRDefault="00E00D30" w:rsidP="00E00D30">
      <w:r>
        <w:t>702.6197</w:t>
      </w:r>
      <w:r>
        <w:tab/>
        <w:t>1.013e0</w:t>
      </w:r>
    </w:p>
    <w:p w:rsidR="00E00D30" w:rsidRDefault="00E00D30" w:rsidP="00E00D30">
      <w:r>
        <w:t>702.7054</w:t>
      </w:r>
      <w:r>
        <w:tab/>
        <w:t>2.025e0</w:t>
      </w:r>
    </w:p>
    <w:p w:rsidR="00E00D30" w:rsidRDefault="00E00D30" w:rsidP="00E00D30">
      <w:r>
        <w:t>702.7324</w:t>
      </w:r>
      <w:r>
        <w:tab/>
        <w:t>1.013e0</w:t>
      </w:r>
    </w:p>
    <w:p w:rsidR="00E00D30" w:rsidRDefault="00E00D30" w:rsidP="00E00D30">
      <w:r>
        <w:t>702.7360</w:t>
      </w:r>
      <w:r>
        <w:tab/>
        <w:t>2.025e0</w:t>
      </w:r>
    </w:p>
    <w:p w:rsidR="00E00D30" w:rsidRDefault="00E00D30" w:rsidP="00E00D30">
      <w:r>
        <w:t>702.7507</w:t>
      </w:r>
      <w:r>
        <w:tab/>
        <w:t>2.025e0</w:t>
      </w:r>
    </w:p>
    <w:p w:rsidR="00E00D30" w:rsidRDefault="00E00D30" w:rsidP="00E00D30">
      <w:r>
        <w:t>702.8100</w:t>
      </w:r>
      <w:r>
        <w:tab/>
        <w:t>1.013e0</w:t>
      </w:r>
    </w:p>
    <w:p w:rsidR="00E00D30" w:rsidRDefault="00E00D30" w:rsidP="00E00D30">
      <w:r>
        <w:t>702.8291</w:t>
      </w:r>
      <w:r>
        <w:tab/>
        <w:t>1.013e0</w:t>
      </w:r>
    </w:p>
    <w:p w:rsidR="00E00D30" w:rsidRDefault="00E00D30" w:rsidP="00E00D30">
      <w:r>
        <w:t>702.8763</w:t>
      </w:r>
      <w:r>
        <w:tab/>
        <w:t>2.025e0</w:t>
      </w:r>
    </w:p>
    <w:p w:rsidR="00E00D30" w:rsidRDefault="00E00D30" w:rsidP="00E00D30">
      <w:r>
        <w:t>702.9471</w:t>
      </w:r>
      <w:r>
        <w:tab/>
        <w:t>1.013e0</w:t>
      </w:r>
    </w:p>
    <w:p w:rsidR="00E00D30" w:rsidRDefault="00E00D30" w:rsidP="00E00D30">
      <w:r>
        <w:t>702.9833</w:t>
      </w:r>
      <w:r>
        <w:tab/>
        <w:t>3.038e0</w:t>
      </w:r>
    </w:p>
    <w:p w:rsidR="00E00D30" w:rsidRDefault="00E00D30" w:rsidP="00E00D30">
      <w:r>
        <w:t>703.0162</w:t>
      </w:r>
      <w:r>
        <w:tab/>
        <w:t>1.013e0</w:t>
      </w:r>
    </w:p>
    <w:p w:rsidR="00E00D30" w:rsidRDefault="00E00D30" w:rsidP="00E00D30">
      <w:r>
        <w:t>703.0411</w:t>
      </w:r>
      <w:r>
        <w:tab/>
        <w:t>2.025e0</w:t>
      </w:r>
    </w:p>
    <w:p w:rsidR="00E00D30" w:rsidRDefault="00E00D30" w:rsidP="00E00D30">
      <w:r>
        <w:t>703.0507</w:t>
      </w:r>
      <w:r>
        <w:tab/>
        <w:t>1.013e0</w:t>
      </w:r>
    </w:p>
    <w:p w:rsidR="00E00D30" w:rsidRDefault="00E00D30" w:rsidP="00E00D30">
      <w:r>
        <w:t>703.0549</w:t>
      </w:r>
      <w:r>
        <w:tab/>
        <w:t>1.013e0</w:t>
      </w:r>
    </w:p>
    <w:p w:rsidR="00E00D30" w:rsidRDefault="00E00D30" w:rsidP="00E00D30">
      <w:r>
        <w:t>703.0587</w:t>
      </w:r>
      <w:r>
        <w:tab/>
        <w:t>3.038e0</w:t>
      </w:r>
    </w:p>
    <w:p w:rsidR="00E00D30" w:rsidRDefault="00E00D30" w:rsidP="00E00D30">
      <w:r>
        <w:t>703.0665</w:t>
      </w:r>
      <w:r>
        <w:tab/>
        <w:t>1.013e0</w:t>
      </w:r>
    </w:p>
    <w:p w:rsidR="00E00D30" w:rsidRDefault="00E00D30" w:rsidP="00E00D30">
      <w:r>
        <w:t>703.1016</w:t>
      </w:r>
      <w:r>
        <w:tab/>
        <w:t>1.013e0</w:t>
      </w:r>
    </w:p>
    <w:p w:rsidR="00E00D30" w:rsidRDefault="00E00D30" w:rsidP="00E00D30">
      <w:r>
        <w:lastRenderedPageBreak/>
        <w:t>703.1274</w:t>
      </w:r>
      <w:r>
        <w:tab/>
        <w:t>1.013e0</w:t>
      </w:r>
    </w:p>
    <w:p w:rsidR="00E00D30" w:rsidRDefault="00E00D30" w:rsidP="00E00D30">
      <w:r>
        <w:t>703.1730</w:t>
      </w:r>
      <w:r>
        <w:tab/>
        <w:t>3.038e0</w:t>
      </w:r>
    </w:p>
    <w:p w:rsidR="00E00D30" w:rsidRDefault="00E00D30" w:rsidP="00E00D30">
      <w:r>
        <w:t>703.1832</w:t>
      </w:r>
      <w:r>
        <w:tab/>
        <w:t>3.038e0</w:t>
      </w:r>
    </w:p>
    <w:p w:rsidR="00E00D30" w:rsidRDefault="00E00D30" w:rsidP="00E00D30">
      <w:r>
        <w:t>703.1859</w:t>
      </w:r>
      <w:r>
        <w:tab/>
        <w:t>3.038e0</w:t>
      </w:r>
    </w:p>
    <w:p w:rsidR="00E00D30" w:rsidRDefault="00E00D30" w:rsidP="00E00D30">
      <w:r>
        <w:t>703.1876</w:t>
      </w:r>
      <w:r>
        <w:tab/>
        <w:t>1.013e0</w:t>
      </w:r>
    </w:p>
    <w:p w:rsidR="00E00D30" w:rsidRDefault="00E00D30" w:rsidP="00E00D30">
      <w:r>
        <w:t>703.1978</w:t>
      </w:r>
      <w:r>
        <w:tab/>
        <w:t>1.013e0</w:t>
      </w:r>
    </w:p>
    <w:p w:rsidR="00E00D30" w:rsidRDefault="00E00D30" w:rsidP="00E00D30">
      <w:r>
        <w:t>703.1990</w:t>
      </w:r>
      <w:r>
        <w:tab/>
        <w:t>1.013e0</w:t>
      </w:r>
    </w:p>
    <w:p w:rsidR="00E00D30" w:rsidRDefault="00E00D30" w:rsidP="00E00D30">
      <w:r>
        <w:t>703.2587</w:t>
      </w:r>
      <w:r>
        <w:tab/>
        <w:t>1.013e0</w:t>
      </w:r>
    </w:p>
    <w:p w:rsidR="00E00D30" w:rsidRDefault="00E00D30" w:rsidP="00E00D30">
      <w:r>
        <w:t>703.2702</w:t>
      </w:r>
      <w:r>
        <w:tab/>
        <w:t>3.038e0</w:t>
      </w:r>
    </w:p>
    <w:p w:rsidR="00E00D30" w:rsidRDefault="00E00D30" w:rsidP="00E00D30">
      <w:r>
        <w:t>703.2740</w:t>
      </w:r>
      <w:r>
        <w:tab/>
        <w:t>4.051e0</w:t>
      </w:r>
    </w:p>
    <w:p w:rsidR="00E00D30" w:rsidRDefault="00E00D30" w:rsidP="00E00D30">
      <w:r>
        <w:t>703.2906</w:t>
      </w:r>
      <w:r>
        <w:tab/>
        <w:t>1.013e0</w:t>
      </w:r>
    </w:p>
    <w:p w:rsidR="00E00D30" w:rsidRDefault="00E00D30" w:rsidP="00E00D30">
      <w:r>
        <w:t>703.3423</w:t>
      </w:r>
      <w:r>
        <w:tab/>
        <w:t>1.013e0</w:t>
      </w:r>
    </w:p>
    <w:p w:rsidR="00E00D30" w:rsidRDefault="00E00D30" w:rsidP="00E00D30">
      <w:r>
        <w:t>703.3619</w:t>
      </w:r>
      <w:r>
        <w:tab/>
        <w:t>3.038e0</w:t>
      </w:r>
    </w:p>
    <w:p w:rsidR="00E00D30" w:rsidRDefault="00E00D30" w:rsidP="00E00D30">
      <w:r>
        <w:t>703.3903</w:t>
      </w:r>
      <w:r>
        <w:tab/>
        <w:t>2.025e0</w:t>
      </w:r>
    </w:p>
    <w:p w:rsidR="00E00D30" w:rsidRDefault="00E00D30" w:rsidP="00E00D30">
      <w:r>
        <w:t>703.4011</w:t>
      </w:r>
      <w:r>
        <w:tab/>
        <w:t>1.013e0</w:t>
      </w:r>
    </w:p>
    <w:p w:rsidR="00E00D30" w:rsidRDefault="00E00D30" w:rsidP="00E00D30">
      <w:r>
        <w:t>703.4131</w:t>
      </w:r>
      <w:r>
        <w:tab/>
        <w:t>1.013e0</w:t>
      </w:r>
    </w:p>
    <w:p w:rsidR="00E00D30" w:rsidRDefault="00E00D30" w:rsidP="00E00D30">
      <w:r>
        <w:t>703.4186</w:t>
      </w:r>
      <w:r>
        <w:tab/>
        <w:t>3.038e0</w:t>
      </w:r>
    </w:p>
    <w:p w:rsidR="00E00D30" w:rsidRDefault="00E00D30" w:rsidP="00E00D30">
      <w:r>
        <w:t>703.4282</w:t>
      </w:r>
      <w:r>
        <w:tab/>
        <w:t>1.013e0</w:t>
      </w:r>
    </w:p>
    <w:p w:rsidR="00E00D30" w:rsidRDefault="00E00D30" w:rsidP="00E00D30">
      <w:r>
        <w:t>703.4464</w:t>
      </w:r>
      <w:r>
        <w:tab/>
        <w:t>1.013e0</w:t>
      </w:r>
    </w:p>
    <w:p w:rsidR="00E00D30" w:rsidRDefault="00E00D30" w:rsidP="00E00D30">
      <w:r>
        <w:lastRenderedPageBreak/>
        <w:t>703.4628</w:t>
      </w:r>
      <w:r>
        <w:tab/>
        <w:t>3.038e0</w:t>
      </w:r>
    </w:p>
    <w:p w:rsidR="00E00D30" w:rsidRDefault="00E00D30" w:rsidP="00E00D30">
      <w:r>
        <w:t>703.4666</w:t>
      </w:r>
      <w:r>
        <w:tab/>
        <w:t>2.025e0</w:t>
      </w:r>
    </w:p>
    <w:p w:rsidR="00E00D30" w:rsidRDefault="00E00D30" w:rsidP="00E00D30">
      <w:r>
        <w:t>703.4827</w:t>
      </w:r>
      <w:r>
        <w:tab/>
        <w:t>2.025e0</w:t>
      </w:r>
    </w:p>
    <w:p w:rsidR="00E00D30" w:rsidRDefault="00E00D30" w:rsidP="00E00D30">
      <w:r>
        <w:t>703.5334</w:t>
      </w:r>
      <w:r>
        <w:tab/>
        <w:t>3.038e0</w:t>
      </w:r>
    </w:p>
    <w:p w:rsidR="00E00D30" w:rsidRDefault="00E00D30" w:rsidP="00E00D30">
      <w:r>
        <w:t>703.5490</w:t>
      </w:r>
      <w:r>
        <w:tab/>
        <w:t>1.013e0</w:t>
      </w:r>
    </w:p>
    <w:p w:rsidR="00E00D30" w:rsidRDefault="00E00D30" w:rsidP="00E00D30">
      <w:r>
        <w:t>703.5538</w:t>
      </w:r>
      <w:r>
        <w:tab/>
        <w:t>2.025e0</w:t>
      </w:r>
    </w:p>
    <w:p w:rsidR="00E00D30" w:rsidRDefault="00E00D30" w:rsidP="00E00D30">
      <w:r>
        <w:t>703.5570</w:t>
      </w:r>
      <w:r>
        <w:tab/>
        <w:t>2.025e0</w:t>
      </w:r>
    </w:p>
    <w:p w:rsidR="00E00D30" w:rsidRDefault="00E00D30" w:rsidP="00E00D30">
      <w:r>
        <w:t>703.5656</w:t>
      </w:r>
      <w:r>
        <w:tab/>
        <w:t>1.013e0</w:t>
      </w:r>
    </w:p>
    <w:p w:rsidR="00E00D30" w:rsidRDefault="00E00D30" w:rsidP="00E00D30">
      <w:r>
        <w:t>703.5692</w:t>
      </w:r>
      <w:r>
        <w:tab/>
        <w:t>1.013e0</w:t>
      </w:r>
    </w:p>
    <w:p w:rsidR="00E00D30" w:rsidRDefault="00E00D30" w:rsidP="00E00D30">
      <w:r>
        <w:t>703.5831</w:t>
      </w:r>
      <w:r>
        <w:tab/>
        <w:t>1.013e0</w:t>
      </w:r>
    </w:p>
    <w:p w:rsidR="00E00D30" w:rsidRDefault="00E00D30" w:rsidP="00E00D30">
      <w:r>
        <w:t>703.6519</w:t>
      </w:r>
      <w:r>
        <w:tab/>
        <w:t>1.013e0</w:t>
      </w:r>
    </w:p>
    <w:p w:rsidR="00E00D30" w:rsidRDefault="00E00D30" w:rsidP="00E00D30">
      <w:r>
        <w:t>703.6951</w:t>
      </w:r>
      <w:r>
        <w:tab/>
        <w:t>2.025e0</w:t>
      </w:r>
    </w:p>
    <w:p w:rsidR="00E00D30" w:rsidRDefault="00E00D30" w:rsidP="00E00D30">
      <w:r>
        <w:t>703.7352</w:t>
      </w:r>
      <w:r>
        <w:tab/>
        <w:t>1.013e0</w:t>
      </w:r>
    </w:p>
    <w:p w:rsidR="00E00D30" w:rsidRDefault="00E00D30" w:rsidP="00E00D30">
      <w:r>
        <w:t>703.7383</w:t>
      </w:r>
      <w:r>
        <w:tab/>
        <w:t>1.013e0</w:t>
      </w:r>
    </w:p>
    <w:p w:rsidR="00E00D30" w:rsidRDefault="00E00D30" w:rsidP="00E00D30">
      <w:r>
        <w:t>703.7471</w:t>
      </w:r>
      <w:r>
        <w:tab/>
        <w:t>1.013e0</w:t>
      </w:r>
    </w:p>
    <w:p w:rsidR="00E00D30" w:rsidRDefault="00E00D30" w:rsidP="00E00D30">
      <w:r>
        <w:t>703.7552</w:t>
      </w:r>
      <w:r>
        <w:tab/>
        <w:t>1.013e0</w:t>
      </w:r>
    </w:p>
    <w:p w:rsidR="00E00D30" w:rsidRDefault="00E00D30" w:rsidP="00E00D30">
      <w:r>
        <w:t>703.7722</w:t>
      </w:r>
      <w:r>
        <w:tab/>
        <w:t>2.025e0</w:t>
      </w:r>
    </w:p>
    <w:p w:rsidR="00E00D30" w:rsidRDefault="00E00D30" w:rsidP="00E00D30">
      <w:r>
        <w:t>703.7833</w:t>
      </w:r>
      <w:r>
        <w:tab/>
        <w:t>1.013e0</w:t>
      </w:r>
    </w:p>
    <w:p w:rsidR="00E00D30" w:rsidRDefault="00E00D30" w:rsidP="00E00D30">
      <w:r>
        <w:t>703.8239</w:t>
      </w:r>
      <w:r>
        <w:tab/>
        <w:t>1.013e0</w:t>
      </w:r>
    </w:p>
    <w:p w:rsidR="00E00D30" w:rsidRDefault="00E00D30" w:rsidP="00E00D30">
      <w:r>
        <w:lastRenderedPageBreak/>
        <w:t>703.8588</w:t>
      </w:r>
      <w:r>
        <w:tab/>
        <w:t>1.013e0</w:t>
      </w:r>
    </w:p>
    <w:p w:rsidR="00E00D30" w:rsidRDefault="00E00D30" w:rsidP="00E00D30">
      <w:r>
        <w:t>703.9272</w:t>
      </w:r>
      <w:r>
        <w:tab/>
        <w:t>1.013e0</w:t>
      </w:r>
    </w:p>
    <w:p w:rsidR="00E00D30" w:rsidRDefault="00E00D30" w:rsidP="00E00D30">
      <w:r>
        <w:t>703.9498</w:t>
      </w:r>
      <w:r>
        <w:tab/>
        <w:t>2.025e0</w:t>
      </w:r>
    </w:p>
    <w:p w:rsidR="00E00D30" w:rsidRDefault="00E00D30" w:rsidP="00E00D30">
      <w:r>
        <w:t>703.9860</w:t>
      </w:r>
      <w:r>
        <w:tab/>
        <w:t>1.013e0</w:t>
      </w:r>
    </w:p>
    <w:p w:rsidR="00E00D30" w:rsidRDefault="00E00D30" w:rsidP="00E00D30">
      <w:r>
        <w:t>704.0112</w:t>
      </w:r>
      <w:r>
        <w:tab/>
        <w:t>2.025e0</w:t>
      </w:r>
    </w:p>
    <w:p w:rsidR="00E00D30" w:rsidRDefault="00E00D30" w:rsidP="00E00D30">
      <w:r>
        <w:t>704.0132</w:t>
      </w:r>
      <w:r>
        <w:tab/>
        <w:t>1.013e0</w:t>
      </w:r>
    </w:p>
    <w:p w:rsidR="00E00D30" w:rsidRDefault="00E00D30" w:rsidP="00E00D30">
      <w:r>
        <w:t>704.0646</w:t>
      </w:r>
      <w:r>
        <w:tab/>
        <w:t>1.013e0</w:t>
      </w:r>
    </w:p>
    <w:p w:rsidR="00E00D30" w:rsidRDefault="00E00D30" w:rsidP="00E00D30">
      <w:r>
        <w:t>704.0697</w:t>
      </w:r>
      <w:r>
        <w:tab/>
        <w:t>1.013e0</w:t>
      </w:r>
    </w:p>
    <w:p w:rsidR="00E00D30" w:rsidRDefault="00E00D30" w:rsidP="00E00D30">
      <w:r>
        <w:t>704.0820</w:t>
      </w:r>
      <w:r>
        <w:tab/>
        <w:t>1.013e0</w:t>
      </w:r>
    </w:p>
    <w:p w:rsidR="00E00D30" w:rsidRDefault="00E00D30" w:rsidP="00E00D30">
      <w:r>
        <w:t>704.1426</w:t>
      </w:r>
      <w:r>
        <w:tab/>
        <w:t>1.013e0</w:t>
      </w:r>
    </w:p>
    <w:p w:rsidR="00E00D30" w:rsidRDefault="00E00D30" w:rsidP="00E00D30">
      <w:r>
        <w:t>704.1657</w:t>
      </w:r>
      <w:r>
        <w:tab/>
        <w:t>1.013e0</w:t>
      </w:r>
    </w:p>
    <w:p w:rsidR="00E00D30" w:rsidRDefault="00E00D30" w:rsidP="00E00D30">
      <w:r>
        <w:t>704.1755</w:t>
      </w:r>
      <w:r>
        <w:tab/>
        <w:t>4.051e0</w:t>
      </w:r>
    </w:p>
    <w:p w:rsidR="00E00D30" w:rsidRDefault="00E00D30" w:rsidP="00E00D30">
      <w:r>
        <w:t>704.1857</w:t>
      </w:r>
      <w:r>
        <w:tab/>
        <w:t>2.025e0</w:t>
      </w:r>
    </w:p>
    <w:p w:rsidR="00E00D30" w:rsidRDefault="00E00D30" w:rsidP="00E00D30">
      <w:r>
        <w:t>704.1896</w:t>
      </w:r>
      <w:r>
        <w:tab/>
        <w:t>1.013e0</w:t>
      </w:r>
    </w:p>
    <w:p w:rsidR="00E00D30" w:rsidRDefault="00E00D30" w:rsidP="00E00D30">
      <w:r>
        <w:t>704.1954</w:t>
      </w:r>
      <w:r>
        <w:tab/>
        <w:t>2.025e0</w:t>
      </w:r>
    </w:p>
    <w:p w:rsidR="00E00D30" w:rsidRDefault="00E00D30" w:rsidP="00E00D30">
      <w:r>
        <w:t>704.2135</w:t>
      </w:r>
      <w:r>
        <w:tab/>
        <w:t>1.013e0</w:t>
      </w:r>
    </w:p>
    <w:p w:rsidR="00E00D30" w:rsidRDefault="00E00D30" w:rsidP="00E00D30">
      <w:r>
        <w:t>704.2378</w:t>
      </w:r>
      <w:r>
        <w:tab/>
        <w:t>2.025e0</w:t>
      </w:r>
    </w:p>
    <w:p w:rsidR="00E00D30" w:rsidRDefault="00E00D30" w:rsidP="00E00D30">
      <w:r>
        <w:t>704.3085</w:t>
      </w:r>
      <w:r>
        <w:tab/>
        <w:t>2.025e0</w:t>
      </w:r>
    </w:p>
    <w:p w:rsidR="00E00D30" w:rsidRDefault="00E00D30" w:rsidP="00E00D30">
      <w:r>
        <w:t>704.3211</w:t>
      </w:r>
      <w:r>
        <w:tab/>
        <w:t>1.013e0</w:t>
      </w:r>
    </w:p>
    <w:p w:rsidR="00E00D30" w:rsidRDefault="00E00D30" w:rsidP="00E00D30">
      <w:r>
        <w:lastRenderedPageBreak/>
        <w:t>704.3510</w:t>
      </w:r>
      <w:r>
        <w:tab/>
        <w:t>4.675e0</w:t>
      </w:r>
    </w:p>
    <w:p w:rsidR="00E00D30" w:rsidRDefault="00E00D30" w:rsidP="00E00D30">
      <w:r>
        <w:t>704.4139</w:t>
      </w:r>
      <w:r>
        <w:tab/>
        <w:t>2.025e0</w:t>
      </w:r>
    </w:p>
    <w:p w:rsidR="00E00D30" w:rsidRDefault="00E00D30" w:rsidP="00E00D30">
      <w:r>
        <w:t>704.4163</w:t>
      </w:r>
      <w:r>
        <w:tab/>
        <w:t>1.013e0</w:t>
      </w:r>
    </w:p>
    <w:p w:rsidR="00E00D30" w:rsidRDefault="00E00D30" w:rsidP="00E00D30">
      <w:r>
        <w:t>704.4210</w:t>
      </w:r>
      <w:r>
        <w:tab/>
        <w:t>2.025e0</w:t>
      </w:r>
    </w:p>
    <w:p w:rsidR="00E00D30" w:rsidRDefault="00E00D30" w:rsidP="00E00D30">
      <w:r>
        <w:t>704.4415</w:t>
      </w:r>
      <w:r>
        <w:tab/>
        <w:t>1.013e0</w:t>
      </w:r>
    </w:p>
    <w:p w:rsidR="00E00D30" w:rsidRDefault="00E00D30" w:rsidP="00E00D30">
      <w:r>
        <w:t>704.4606</w:t>
      </w:r>
      <w:r>
        <w:tab/>
        <w:t>1.013e0</w:t>
      </w:r>
    </w:p>
    <w:p w:rsidR="00E00D30" w:rsidRDefault="00E00D30" w:rsidP="00E00D30">
      <w:r>
        <w:t>704.4863</w:t>
      </w:r>
      <w:r>
        <w:tab/>
        <w:t>3.038e0</w:t>
      </w:r>
    </w:p>
    <w:p w:rsidR="00E00D30" w:rsidRDefault="00E00D30" w:rsidP="00E00D30">
      <w:r>
        <w:t>704.4877</w:t>
      </w:r>
      <w:r>
        <w:tab/>
        <w:t>3.592e0</w:t>
      </w:r>
    </w:p>
    <w:p w:rsidR="00E00D30" w:rsidRDefault="00E00D30" w:rsidP="00E00D30">
      <w:r>
        <w:t>704.4888</w:t>
      </w:r>
      <w:r>
        <w:tab/>
        <w:t>5.063e0</w:t>
      </w:r>
    </w:p>
    <w:p w:rsidR="00E00D30" w:rsidRDefault="00E00D30" w:rsidP="00E00D30">
      <w:r>
        <w:t>704.4988</w:t>
      </w:r>
      <w:r>
        <w:tab/>
        <w:t>2.025e0</w:t>
      </w:r>
    </w:p>
    <w:p w:rsidR="00E00D30" w:rsidRDefault="00E00D30" w:rsidP="00E00D30">
      <w:r>
        <w:t>704.5132</w:t>
      </w:r>
      <w:r>
        <w:tab/>
        <w:t>1.013e0</w:t>
      </w:r>
    </w:p>
    <w:p w:rsidR="00E00D30" w:rsidRDefault="00E00D30" w:rsidP="00E00D30">
      <w:r>
        <w:t>704.5363</w:t>
      </w:r>
      <w:r>
        <w:tab/>
        <w:t>1.013e0</w:t>
      </w:r>
    </w:p>
    <w:p w:rsidR="00E00D30" w:rsidRDefault="00E00D30" w:rsidP="00E00D30">
      <w:r>
        <w:t>704.5562</w:t>
      </w:r>
      <w:r>
        <w:tab/>
        <w:t>2.025e0</w:t>
      </w:r>
    </w:p>
    <w:p w:rsidR="00E00D30" w:rsidRDefault="00E00D30" w:rsidP="00E00D30">
      <w:r>
        <w:t>704.5611</w:t>
      </w:r>
      <w:r>
        <w:tab/>
        <w:t>1.013e0</w:t>
      </w:r>
    </w:p>
    <w:p w:rsidR="00E00D30" w:rsidRDefault="00E00D30" w:rsidP="00E00D30">
      <w:r>
        <w:t>704.5722</w:t>
      </w:r>
      <w:r>
        <w:tab/>
        <w:t>1.013e0</w:t>
      </w:r>
    </w:p>
    <w:p w:rsidR="00E00D30" w:rsidRDefault="00E00D30" w:rsidP="00E00D30">
      <w:r>
        <w:t>704.6326</w:t>
      </w:r>
      <w:r>
        <w:tab/>
        <w:t>1.013e0</w:t>
      </w:r>
    </w:p>
    <w:p w:rsidR="00E00D30" w:rsidRDefault="00E00D30" w:rsidP="00E00D30">
      <w:r>
        <w:t>704.6794</w:t>
      </w:r>
      <w:r>
        <w:tab/>
        <w:t>1.013e0</w:t>
      </w:r>
    </w:p>
    <w:p w:rsidR="00E00D30" w:rsidRDefault="00E00D30" w:rsidP="00E00D30">
      <w:r>
        <w:t>704.7383</w:t>
      </w:r>
      <w:r>
        <w:tab/>
        <w:t>2.025e0</w:t>
      </w:r>
    </w:p>
    <w:p w:rsidR="00E00D30" w:rsidRDefault="00E00D30" w:rsidP="00E00D30">
      <w:r>
        <w:t>704.7632</w:t>
      </w:r>
      <w:r>
        <w:tab/>
        <w:t>1.013e0</w:t>
      </w:r>
    </w:p>
    <w:p w:rsidR="00E00D30" w:rsidRDefault="00E00D30" w:rsidP="00E00D30">
      <w:r>
        <w:lastRenderedPageBreak/>
        <w:t>704.8002</w:t>
      </w:r>
      <w:r>
        <w:tab/>
        <w:t>3.038e0</w:t>
      </w:r>
    </w:p>
    <w:p w:rsidR="00E00D30" w:rsidRDefault="00E00D30" w:rsidP="00E00D30">
      <w:r>
        <w:t>704.8473</w:t>
      </w:r>
      <w:r>
        <w:tab/>
        <w:t>1.013e0</w:t>
      </w:r>
    </w:p>
    <w:p w:rsidR="00E00D30" w:rsidRDefault="00E00D30" w:rsidP="00E00D30">
      <w:r>
        <w:t>704.8611</w:t>
      </w:r>
      <w:r>
        <w:tab/>
        <w:t>3.038e0</w:t>
      </w:r>
    </w:p>
    <w:p w:rsidR="00E00D30" w:rsidRDefault="00E00D30" w:rsidP="00E00D30">
      <w:r>
        <w:t>704.9067</w:t>
      </w:r>
      <w:r>
        <w:tab/>
        <w:t>1.013e0</w:t>
      </w:r>
    </w:p>
    <w:p w:rsidR="00E00D30" w:rsidRDefault="00E00D30" w:rsidP="00E00D30">
      <w:r>
        <w:t>704.9430</w:t>
      </w:r>
      <w:r>
        <w:tab/>
        <w:t>1.013e0</w:t>
      </w:r>
    </w:p>
    <w:p w:rsidR="00E00D30" w:rsidRDefault="00E00D30" w:rsidP="00E00D30">
      <w:r>
        <w:t>704.9678</w:t>
      </w:r>
      <w:r>
        <w:tab/>
        <w:t>1.013e0</w:t>
      </w:r>
    </w:p>
    <w:p w:rsidR="00E00D30" w:rsidRDefault="00E00D30" w:rsidP="00E00D30">
      <w:r>
        <w:t>705.0135</w:t>
      </w:r>
      <w:r>
        <w:tab/>
        <w:t>4.051e0</w:t>
      </w:r>
    </w:p>
    <w:p w:rsidR="00E00D30" w:rsidRDefault="00E00D30" w:rsidP="00E00D30">
      <w:r>
        <w:t>705.0276</w:t>
      </w:r>
      <w:r>
        <w:tab/>
        <w:t>1.013e0</w:t>
      </w:r>
    </w:p>
    <w:p w:rsidR="00E00D30" w:rsidRDefault="00E00D30" w:rsidP="00E00D30">
      <w:r>
        <w:t>705.0392</w:t>
      </w:r>
      <w:r>
        <w:tab/>
        <w:t>2.025e0</w:t>
      </w:r>
    </w:p>
    <w:p w:rsidR="00E00D30" w:rsidRDefault="00E00D30" w:rsidP="00E00D30">
      <w:r>
        <w:t>705.0986</w:t>
      </w:r>
      <w:r>
        <w:tab/>
        <w:t>1.013e0</w:t>
      </w:r>
    </w:p>
    <w:p w:rsidR="00E00D30" w:rsidRDefault="00E00D30" w:rsidP="00E00D30">
      <w:r>
        <w:t>705.1114</w:t>
      </w:r>
      <w:r>
        <w:tab/>
        <w:t>1.013e0</w:t>
      </w:r>
    </w:p>
    <w:p w:rsidR="00E00D30" w:rsidRDefault="00E00D30" w:rsidP="00E00D30">
      <w:r>
        <w:t>705.1317</w:t>
      </w:r>
      <w:r>
        <w:tab/>
        <w:t>2.025e0</w:t>
      </w:r>
    </w:p>
    <w:p w:rsidR="00E00D30" w:rsidRDefault="00E00D30" w:rsidP="00E00D30">
      <w:r>
        <w:t>705.1823</w:t>
      </w:r>
      <w:r>
        <w:tab/>
        <w:t>1.013e0</w:t>
      </w:r>
    </w:p>
    <w:p w:rsidR="00E00D30" w:rsidRDefault="00E00D30" w:rsidP="00E00D30">
      <w:r>
        <w:t>705.1836</w:t>
      </w:r>
      <w:r>
        <w:tab/>
        <w:t>2.025e0</w:t>
      </w:r>
    </w:p>
    <w:p w:rsidR="00E00D30" w:rsidRDefault="00E00D30" w:rsidP="00E00D30">
      <w:r>
        <w:t>705.1870</w:t>
      </w:r>
      <w:r>
        <w:tab/>
        <w:t>3.038e0</w:t>
      </w:r>
    </w:p>
    <w:p w:rsidR="00E00D30" w:rsidRDefault="00E00D30" w:rsidP="00E00D30">
      <w:r>
        <w:t>705.1920</w:t>
      </w:r>
      <w:r>
        <w:tab/>
        <w:t>4.051e0</w:t>
      </w:r>
    </w:p>
    <w:p w:rsidR="00E00D30" w:rsidRDefault="00E00D30" w:rsidP="00E00D30">
      <w:r>
        <w:t>705.2418</w:t>
      </w:r>
      <w:r>
        <w:tab/>
        <w:t>1.013e0</w:t>
      </w:r>
    </w:p>
    <w:p w:rsidR="00E00D30" w:rsidRDefault="00E00D30" w:rsidP="00E00D30">
      <w:r>
        <w:t>705.2515</w:t>
      </w:r>
      <w:r>
        <w:tab/>
        <w:t>1.013e0</w:t>
      </w:r>
    </w:p>
    <w:p w:rsidR="00E00D30" w:rsidRDefault="00E00D30" w:rsidP="00E00D30">
      <w:r>
        <w:t>705.2781</w:t>
      </w:r>
      <w:r>
        <w:tab/>
        <w:t>1.013e0</w:t>
      </w:r>
    </w:p>
    <w:p w:rsidR="00E00D30" w:rsidRDefault="00E00D30" w:rsidP="00E00D30">
      <w:r>
        <w:lastRenderedPageBreak/>
        <w:t>705.2909</w:t>
      </w:r>
      <w:r>
        <w:tab/>
        <w:t>1.013e0</w:t>
      </w:r>
    </w:p>
    <w:p w:rsidR="00E00D30" w:rsidRDefault="00E00D30" w:rsidP="00E00D30">
      <w:r>
        <w:t>705.3140</w:t>
      </w:r>
      <w:r>
        <w:tab/>
        <w:t>1.013e0</w:t>
      </w:r>
    </w:p>
    <w:p w:rsidR="00E00D30" w:rsidRDefault="00E00D30" w:rsidP="00E00D30">
      <w:r>
        <w:t>705.3236</w:t>
      </w:r>
      <w:r>
        <w:tab/>
        <w:t>1.870e0</w:t>
      </w:r>
    </w:p>
    <w:p w:rsidR="00E00D30" w:rsidRDefault="00E00D30" w:rsidP="00E00D30">
      <w:r>
        <w:t>705.3738</w:t>
      </w:r>
      <w:r>
        <w:tab/>
        <w:t>1.036e0</w:t>
      </w:r>
    </w:p>
    <w:p w:rsidR="00E00D30" w:rsidRDefault="00E00D30" w:rsidP="00E00D30">
      <w:r>
        <w:t>705.3858</w:t>
      </w:r>
      <w:r>
        <w:tab/>
        <w:t>2.025e0</w:t>
      </w:r>
    </w:p>
    <w:p w:rsidR="00E00D30" w:rsidRDefault="00E00D30" w:rsidP="00E00D30">
      <w:r>
        <w:t>705.3893</w:t>
      </w:r>
      <w:r>
        <w:tab/>
        <w:t>1.013e0</w:t>
      </w:r>
    </w:p>
    <w:p w:rsidR="00E00D30" w:rsidRDefault="00E00D30" w:rsidP="00E00D30">
      <w:r>
        <w:t>705.3978</w:t>
      </w:r>
      <w:r>
        <w:tab/>
        <w:t>1.013e0</w:t>
      </w:r>
    </w:p>
    <w:p w:rsidR="00E00D30" w:rsidRDefault="00E00D30" w:rsidP="00E00D30">
      <w:r>
        <w:t>705.4129</w:t>
      </w:r>
      <w:r>
        <w:tab/>
        <w:t>3.038e0</w:t>
      </w:r>
    </w:p>
    <w:p w:rsidR="00E00D30" w:rsidRDefault="00E00D30" w:rsidP="00E00D30">
      <w:r>
        <w:t>705.4440</w:t>
      </w:r>
      <w:r>
        <w:tab/>
        <w:t>2.025e0</w:t>
      </w:r>
    </w:p>
    <w:p w:rsidR="00E00D30" w:rsidRDefault="00E00D30" w:rsidP="00E00D30">
      <w:r>
        <w:t>705.4493</w:t>
      </w:r>
      <w:r>
        <w:tab/>
        <w:t>2.025e0</w:t>
      </w:r>
    </w:p>
    <w:p w:rsidR="00E00D30" w:rsidRDefault="00E00D30" w:rsidP="00E00D30">
      <w:r>
        <w:t>705.4578</w:t>
      </w:r>
      <w:r>
        <w:tab/>
        <w:t>1.013e0</w:t>
      </w:r>
    </w:p>
    <w:p w:rsidR="00E00D30" w:rsidRDefault="00E00D30" w:rsidP="00E00D30">
      <w:r>
        <w:t>705.4713</w:t>
      </w:r>
      <w:r>
        <w:tab/>
        <w:t>2.025e0</w:t>
      </w:r>
    </w:p>
    <w:p w:rsidR="00E00D30" w:rsidRDefault="00E00D30" w:rsidP="00E00D30">
      <w:r>
        <w:t>705.4816</w:t>
      </w:r>
      <w:r>
        <w:tab/>
        <w:t>5.063e0</w:t>
      </w:r>
    </w:p>
    <w:p w:rsidR="00E00D30" w:rsidRDefault="00E00D30" w:rsidP="00E00D30">
      <w:r>
        <w:t>705.4860</w:t>
      </w:r>
      <w:r>
        <w:tab/>
        <w:t>2.025e0</w:t>
      </w:r>
    </w:p>
    <w:p w:rsidR="00E00D30" w:rsidRDefault="00E00D30" w:rsidP="00E00D30">
      <w:r>
        <w:t>705.5092</w:t>
      </w:r>
      <w:r>
        <w:tab/>
        <w:t>4.051e0</w:t>
      </w:r>
    </w:p>
    <w:p w:rsidR="00E00D30" w:rsidRDefault="00E00D30" w:rsidP="00E00D30">
      <w:r>
        <w:t>705.5172</w:t>
      </w:r>
      <w:r>
        <w:tab/>
        <w:t>1.013e0</w:t>
      </w:r>
    </w:p>
    <w:p w:rsidR="00E00D30" w:rsidRDefault="00E00D30" w:rsidP="00E00D30">
      <w:r>
        <w:t>705.5184</w:t>
      </w:r>
      <w:r>
        <w:tab/>
        <w:t>1.013e0</w:t>
      </w:r>
    </w:p>
    <w:p w:rsidR="00E00D30" w:rsidRDefault="00E00D30" w:rsidP="00E00D30">
      <w:r>
        <w:t>705.5231</w:t>
      </w:r>
      <w:r>
        <w:tab/>
        <w:t>2.025e0</w:t>
      </w:r>
    </w:p>
    <w:p w:rsidR="00E00D30" w:rsidRDefault="00E00D30" w:rsidP="00E00D30">
      <w:r>
        <w:t>705.5535</w:t>
      </w:r>
      <w:r>
        <w:tab/>
        <w:t>1.013e0</w:t>
      </w:r>
    </w:p>
    <w:p w:rsidR="00E00D30" w:rsidRDefault="00E00D30" w:rsidP="00E00D30">
      <w:r>
        <w:lastRenderedPageBreak/>
        <w:t>705.5783</w:t>
      </w:r>
      <w:r>
        <w:tab/>
        <w:t>1.013e0</w:t>
      </w:r>
    </w:p>
    <w:p w:rsidR="00E00D30" w:rsidRDefault="00E00D30" w:rsidP="00E00D30">
      <w:r>
        <w:t>705.6129</w:t>
      </w:r>
      <w:r>
        <w:tab/>
        <w:t>1.013e0</w:t>
      </w:r>
    </w:p>
    <w:p w:rsidR="00E00D30" w:rsidRDefault="00E00D30" w:rsidP="00E00D30">
      <w:r>
        <w:t>705.6615</w:t>
      </w:r>
      <w:r>
        <w:tab/>
        <w:t>2.025e0</w:t>
      </w:r>
    </w:p>
    <w:p w:rsidR="00E00D30" w:rsidRDefault="00E00D30" w:rsidP="00E00D30">
      <w:r>
        <w:t>705.7391</w:t>
      </w:r>
      <w:r>
        <w:tab/>
        <w:t>2.025e0</w:t>
      </w:r>
    </w:p>
    <w:p w:rsidR="00E00D30" w:rsidRDefault="00E00D30" w:rsidP="00E00D30">
      <w:r>
        <w:t>705.7570</w:t>
      </w:r>
      <w:r>
        <w:tab/>
        <w:t>1.013e0</w:t>
      </w:r>
    </w:p>
    <w:p w:rsidR="00E00D30" w:rsidRDefault="00E00D30" w:rsidP="00E00D30">
      <w:r>
        <w:t>705.7810</w:t>
      </w:r>
      <w:r>
        <w:tab/>
        <w:t>1.013e0</w:t>
      </w:r>
    </w:p>
    <w:p w:rsidR="00E00D30" w:rsidRDefault="00E00D30" w:rsidP="00E00D30">
      <w:r>
        <w:t>705.8013</w:t>
      </w:r>
      <w:r>
        <w:tab/>
        <w:t>3.038e0</w:t>
      </w:r>
    </w:p>
    <w:p w:rsidR="00E00D30" w:rsidRDefault="00E00D30" w:rsidP="00E00D30">
      <w:r>
        <w:t>705.8358</w:t>
      </w:r>
      <w:r>
        <w:tab/>
        <w:t>2.025e0</w:t>
      </w:r>
    </w:p>
    <w:p w:rsidR="00E00D30" w:rsidRDefault="00E00D30" w:rsidP="00E00D30">
      <w:r>
        <w:t>705.8453</w:t>
      </w:r>
      <w:r>
        <w:tab/>
        <w:t>2.025e0</w:t>
      </w:r>
    </w:p>
    <w:p w:rsidR="00E00D30" w:rsidRDefault="00E00D30" w:rsidP="00E00D30">
      <w:r>
        <w:t>705.8644</w:t>
      </w:r>
      <w:r>
        <w:tab/>
        <w:t>1.013e0</w:t>
      </w:r>
    </w:p>
    <w:p w:rsidR="00E00D30" w:rsidRDefault="00E00D30" w:rsidP="00E00D30">
      <w:r>
        <w:t>705.8697</w:t>
      </w:r>
      <w:r>
        <w:tab/>
        <w:t>2.025e0</w:t>
      </w:r>
    </w:p>
    <w:p w:rsidR="00E00D30" w:rsidRDefault="00E00D30" w:rsidP="00E00D30">
      <w:r>
        <w:t>705.9053</w:t>
      </w:r>
      <w:r>
        <w:tab/>
        <w:t>1.013e0</w:t>
      </w:r>
    </w:p>
    <w:p w:rsidR="00E00D30" w:rsidRDefault="00E00D30" w:rsidP="00E00D30">
      <w:r>
        <w:t>705.9132</w:t>
      </w:r>
      <w:r>
        <w:tab/>
        <w:t>2.025e0</w:t>
      </w:r>
    </w:p>
    <w:p w:rsidR="00E00D30" w:rsidRDefault="00E00D30" w:rsidP="00E00D30">
      <w:r>
        <w:t>705.9487</w:t>
      </w:r>
      <w:r>
        <w:tab/>
        <w:t>1.013e0</w:t>
      </w:r>
    </w:p>
    <w:p w:rsidR="00E00D30" w:rsidRDefault="00E00D30" w:rsidP="00E00D30">
      <w:r>
        <w:t>705.9743</w:t>
      </w:r>
      <w:r>
        <w:tab/>
        <w:t>2.025e0</w:t>
      </w:r>
    </w:p>
    <w:p w:rsidR="00E00D30" w:rsidRDefault="00E00D30" w:rsidP="00E00D30">
      <w:r>
        <w:t>705.9910</w:t>
      </w:r>
      <w:r>
        <w:tab/>
        <w:t>1.013e0</w:t>
      </w:r>
    </w:p>
    <w:p w:rsidR="00E00D30" w:rsidRDefault="00E00D30" w:rsidP="00E00D30">
      <w:r>
        <w:t>706.0717</w:t>
      </w:r>
      <w:r>
        <w:tab/>
        <w:t>2.025e0</w:t>
      </w:r>
    </w:p>
    <w:p w:rsidR="00E00D30" w:rsidRDefault="00E00D30" w:rsidP="00E00D30">
      <w:r>
        <w:t>706.0814</w:t>
      </w:r>
      <w:r>
        <w:tab/>
        <w:t>1.013e0</w:t>
      </w:r>
    </w:p>
    <w:p w:rsidR="00E00D30" w:rsidRDefault="00E00D30" w:rsidP="00E00D30">
      <w:r>
        <w:t>706.0956</w:t>
      </w:r>
      <w:r>
        <w:tab/>
        <w:t>1.013e0</w:t>
      </w:r>
    </w:p>
    <w:p w:rsidR="00E00D30" w:rsidRDefault="00E00D30" w:rsidP="00E00D30">
      <w:r>
        <w:lastRenderedPageBreak/>
        <w:t>706.1114</w:t>
      </w:r>
      <w:r>
        <w:tab/>
        <w:t>1.013e0</w:t>
      </w:r>
    </w:p>
    <w:p w:rsidR="00E00D30" w:rsidRDefault="00E00D30" w:rsidP="00E00D30">
      <w:r>
        <w:t>706.1401</w:t>
      </w:r>
      <w:r>
        <w:tab/>
        <w:t>1.013e0</w:t>
      </w:r>
    </w:p>
    <w:p w:rsidR="00E00D30" w:rsidRDefault="00E00D30" w:rsidP="00E00D30">
      <w:r>
        <w:t>706.1730</w:t>
      </w:r>
      <w:r>
        <w:tab/>
        <w:t>2.025e0</w:t>
      </w:r>
    </w:p>
    <w:p w:rsidR="00E00D30" w:rsidRDefault="00E00D30" w:rsidP="00E00D30">
      <w:r>
        <w:t>706.2363</w:t>
      </w:r>
      <w:r>
        <w:tab/>
        <w:t>1.013e0</w:t>
      </w:r>
    </w:p>
    <w:p w:rsidR="00E00D30" w:rsidRDefault="00E00D30" w:rsidP="00E00D30">
      <w:r>
        <w:t>706.2603</w:t>
      </w:r>
      <w:r>
        <w:tab/>
        <w:t>1.013e0</w:t>
      </w:r>
    </w:p>
    <w:p w:rsidR="00E00D30" w:rsidRDefault="00E00D30" w:rsidP="00E00D30">
      <w:r>
        <w:t>706.2723</w:t>
      </w:r>
      <w:r>
        <w:tab/>
        <w:t>1.013e0</w:t>
      </w:r>
    </w:p>
    <w:p w:rsidR="00E00D30" w:rsidRDefault="00E00D30" w:rsidP="00E00D30">
      <w:r>
        <w:t>706.2841</w:t>
      </w:r>
      <w:r>
        <w:tab/>
        <w:t>2.025e0</w:t>
      </w:r>
    </w:p>
    <w:p w:rsidR="00E00D30" w:rsidRDefault="00E00D30" w:rsidP="00E00D30">
      <w:r>
        <w:t>706.2969</w:t>
      </w:r>
      <w:r>
        <w:tab/>
        <w:t>2.025e0</w:t>
      </w:r>
    </w:p>
    <w:p w:rsidR="00E00D30" w:rsidRDefault="00E00D30" w:rsidP="00E00D30">
      <w:r>
        <w:t>706.3190</w:t>
      </w:r>
      <w:r>
        <w:tab/>
        <w:t>1.013e0</w:t>
      </w:r>
    </w:p>
    <w:p w:rsidR="00E00D30" w:rsidRDefault="00E00D30" w:rsidP="00E00D30">
      <w:r>
        <w:t>706.3520</w:t>
      </w:r>
      <w:r>
        <w:tab/>
        <w:t>1.548e0</w:t>
      </w:r>
    </w:p>
    <w:p w:rsidR="00E00D30" w:rsidRDefault="00E00D30" w:rsidP="00E00D30">
      <w:r>
        <w:t>706.3608</w:t>
      </w:r>
      <w:r>
        <w:tab/>
        <w:t>2.025e0</w:t>
      </w:r>
    </w:p>
    <w:p w:rsidR="00E00D30" w:rsidRDefault="00E00D30" w:rsidP="00E00D30">
      <w:r>
        <w:t>706.4215</w:t>
      </w:r>
      <w:r>
        <w:tab/>
        <w:t>1.013e0</w:t>
      </w:r>
    </w:p>
    <w:p w:rsidR="00E00D30" w:rsidRDefault="00E00D30" w:rsidP="00E00D30">
      <w:r>
        <w:t>706.4407</w:t>
      </w:r>
      <w:r>
        <w:tab/>
        <w:t>3.038e0</w:t>
      </w:r>
    </w:p>
    <w:p w:rsidR="00E00D30" w:rsidRDefault="00E00D30" w:rsidP="00E00D30">
      <w:r>
        <w:t>706.4481</w:t>
      </w:r>
      <w:r>
        <w:tab/>
        <w:t>4.051e0</w:t>
      </w:r>
    </w:p>
    <w:p w:rsidR="00E00D30" w:rsidRDefault="00E00D30" w:rsidP="00E00D30">
      <w:r>
        <w:t>706.4697</w:t>
      </w:r>
      <w:r>
        <w:tab/>
        <w:t>2.025e0</w:t>
      </w:r>
    </w:p>
    <w:p w:rsidR="00E00D30" w:rsidRDefault="00E00D30" w:rsidP="00E00D30">
      <w:r>
        <w:t>706.4756</w:t>
      </w:r>
      <w:r>
        <w:tab/>
        <w:t>1.013e0</w:t>
      </w:r>
    </w:p>
    <w:p w:rsidR="00E00D30" w:rsidRDefault="00E00D30" w:rsidP="00E00D30">
      <w:r>
        <w:t>706.4877</w:t>
      </w:r>
      <w:r>
        <w:tab/>
        <w:t>2.025e0</w:t>
      </w:r>
    </w:p>
    <w:p w:rsidR="00E00D30" w:rsidRDefault="00E00D30" w:rsidP="00E00D30">
      <w:r>
        <w:t>706.4950</w:t>
      </w:r>
      <w:r>
        <w:tab/>
        <w:t>2.025e0</w:t>
      </w:r>
    </w:p>
    <w:p w:rsidR="00E00D30" w:rsidRDefault="00E00D30" w:rsidP="00E00D30">
      <w:r>
        <w:t>706.5073</w:t>
      </w:r>
      <w:r>
        <w:tab/>
        <w:t>1.013e0</w:t>
      </w:r>
    </w:p>
    <w:p w:rsidR="00E00D30" w:rsidRDefault="00E00D30" w:rsidP="00E00D30">
      <w:r>
        <w:lastRenderedPageBreak/>
        <w:t>706.5245</w:t>
      </w:r>
      <w:r>
        <w:tab/>
        <w:t>2.025e0</w:t>
      </w:r>
    </w:p>
    <w:p w:rsidR="00E00D30" w:rsidRDefault="00E00D30" w:rsidP="00E00D30">
      <w:r>
        <w:t>706.5315</w:t>
      </w:r>
      <w:r>
        <w:tab/>
        <w:t>2.025e0</w:t>
      </w:r>
    </w:p>
    <w:p w:rsidR="00E00D30" w:rsidRDefault="00E00D30" w:rsidP="00E00D30">
      <w:r>
        <w:t>706.5369</w:t>
      </w:r>
      <w:r>
        <w:tab/>
        <w:t>1.013e0</w:t>
      </w:r>
    </w:p>
    <w:p w:rsidR="00E00D30" w:rsidRDefault="00E00D30" w:rsidP="00E00D30">
      <w:r>
        <w:t>706.5587</w:t>
      </w:r>
      <w:r>
        <w:tab/>
        <w:t>1.013e0</w:t>
      </w:r>
    </w:p>
    <w:p w:rsidR="00E00D30" w:rsidRDefault="00E00D30" w:rsidP="00E00D30">
      <w:r>
        <w:t>706.5716</w:t>
      </w:r>
      <w:r>
        <w:tab/>
        <w:t>1.013e0</w:t>
      </w:r>
    </w:p>
    <w:p w:rsidR="00E00D30" w:rsidRDefault="00E00D30" w:rsidP="00E00D30">
      <w:r>
        <w:t>706.6199</w:t>
      </w:r>
      <w:r>
        <w:tab/>
        <w:t>1.013e0</w:t>
      </w:r>
    </w:p>
    <w:p w:rsidR="00E00D30" w:rsidRDefault="00E00D30" w:rsidP="00E00D30">
      <w:r>
        <w:t>706.6320</w:t>
      </w:r>
      <w:r>
        <w:tab/>
        <w:t>1.013e0</w:t>
      </w:r>
    </w:p>
    <w:p w:rsidR="00E00D30" w:rsidRDefault="00E00D30" w:rsidP="00E00D30">
      <w:r>
        <w:t>706.7505</w:t>
      </w:r>
      <w:r>
        <w:tab/>
        <w:t>2.025e0</w:t>
      </w:r>
    </w:p>
    <w:p w:rsidR="00E00D30" w:rsidRDefault="00E00D30" w:rsidP="00E00D30">
      <w:r>
        <w:t>706.7564</w:t>
      </w:r>
      <w:r>
        <w:tab/>
        <w:t>2.025e0</w:t>
      </w:r>
    </w:p>
    <w:p w:rsidR="00E00D30" w:rsidRDefault="00E00D30" w:rsidP="00E00D30">
      <w:r>
        <w:t>706.7999</w:t>
      </w:r>
      <w:r>
        <w:tab/>
        <w:t>1.013e0</w:t>
      </w:r>
    </w:p>
    <w:p w:rsidR="00E00D30" w:rsidRDefault="00E00D30" w:rsidP="00E00D30">
      <w:r>
        <w:t>706.8427</w:t>
      </w:r>
      <w:r>
        <w:tab/>
        <w:t>2.025e0</w:t>
      </w:r>
    </w:p>
    <w:p w:rsidR="00E00D30" w:rsidRDefault="00E00D30" w:rsidP="00E00D30">
      <w:r>
        <w:t>706.8523</w:t>
      </w:r>
      <w:r>
        <w:tab/>
        <w:t>1.013e0</w:t>
      </w:r>
    </w:p>
    <w:p w:rsidR="00E00D30" w:rsidRDefault="00E00D30" w:rsidP="00E00D30">
      <w:r>
        <w:t>706.9078</w:t>
      </w:r>
      <w:r>
        <w:tab/>
        <w:t>1.013e0</w:t>
      </w:r>
    </w:p>
    <w:p w:rsidR="00E00D30" w:rsidRDefault="00E00D30" w:rsidP="00E00D30">
      <w:r>
        <w:t>706.9624</w:t>
      </w:r>
      <w:r>
        <w:tab/>
        <w:t>2.025e0</w:t>
      </w:r>
    </w:p>
    <w:p w:rsidR="00E00D30" w:rsidRDefault="00E00D30" w:rsidP="00E00D30">
      <w:r>
        <w:t>707.0231</w:t>
      </w:r>
      <w:r>
        <w:tab/>
        <w:t>1.013e0</w:t>
      </w:r>
    </w:p>
    <w:p w:rsidR="00E00D30" w:rsidRDefault="00E00D30" w:rsidP="00E00D30">
      <w:r>
        <w:t>707.0518</w:t>
      </w:r>
      <w:r>
        <w:tab/>
        <w:t>1.013e0</w:t>
      </w:r>
    </w:p>
    <w:p w:rsidR="00E00D30" w:rsidRDefault="00E00D30" w:rsidP="00E00D30">
      <w:r>
        <w:t>707.0573</w:t>
      </w:r>
      <w:r>
        <w:tab/>
        <w:t>1.013e0</w:t>
      </w:r>
    </w:p>
    <w:p w:rsidR="00E00D30" w:rsidRDefault="00E00D30" w:rsidP="00E00D30">
      <w:r>
        <w:t>707.0874</w:t>
      </w:r>
      <w:r>
        <w:tab/>
        <w:t>1.013e0</w:t>
      </w:r>
    </w:p>
    <w:p w:rsidR="00E00D30" w:rsidRDefault="00E00D30" w:rsidP="00E00D30">
      <w:r>
        <w:t>707.1006</w:t>
      </w:r>
      <w:r>
        <w:tab/>
        <w:t>2.025e0</w:t>
      </w:r>
    </w:p>
    <w:p w:rsidR="00E00D30" w:rsidRDefault="00E00D30" w:rsidP="00E00D30">
      <w:r>
        <w:lastRenderedPageBreak/>
        <w:t>707.1318</w:t>
      </w:r>
      <w:r>
        <w:tab/>
        <w:t>2.025e0</w:t>
      </w:r>
    </w:p>
    <w:p w:rsidR="00E00D30" w:rsidRDefault="00E00D30" w:rsidP="00E00D30">
      <w:r>
        <w:t>707.1478</w:t>
      </w:r>
      <w:r>
        <w:tab/>
        <w:t>1.013e0</w:t>
      </w:r>
    </w:p>
    <w:p w:rsidR="00E00D30" w:rsidRDefault="00E00D30" w:rsidP="00E00D30">
      <w:r>
        <w:t>707.1726</w:t>
      </w:r>
      <w:r>
        <w:tab/>
        <w:t>2.025e0</w:t>
      </w:r>
    </w:p>
    <w:p w:rsidR="00E00D30" w:rsidRDefault="00E00D30" w:rsidP="00E00D30">
      <w:r>
        <w:t>707.1833</w:t>
      </w:r>
      <w:r>
        <w:tab/>
        <w:t>1.013e0</w:t>
      </w:r>
    </w:p>
    <w:p w:rsidR="00E00D30" w:rsidRDefault="00E00D30" w:rsidP="00E00D30">
      <w:r>
        <w:t>707.2291</w:t>
      </w:r>
      <w:r>
        <w:tab/>
        <w:t>1.013e0</w:t>
      </w:r>
    </w:p>
    <w:p w:rsidR="00E00D30" w:rsidRDefault="00E00D30" w:rsidP="00E00D30">
      <w:r>
        <w:t>707.2314</w:t>
      </w:r>
      <w:r>
        <w:tab/>
        <w:t>1.013e0</w:t>
      </w:r>
    </w:p>
    <w:p w:rsidR="00E00D30" w:rsidRDefault="00E00D30" w:rsidP="00E00D30">
      <w:r>
        <w:t>707.2386</w:t>
      </w:r>
      <w:r>
        <w:tab/>
        <w:t>2.025e0</w:t>
      </w:r>
    </w:p>
    <w:p w:rsidR="00E00D30" w:rsidRDefault="00E00D30" w:rsidP="00E00D30">
      <w:r>
        <w:t>707.2442</w:t>
      </w:r>
      <w:r>
        <w:tab/>
        <w:t>2.025e0</w:t>
      </w:r>
    </w:p>
    <w:p w:rsidR="00E00D30" w:rsidRDefault="00E00D30" w:rsidP="00E00D30">
      <w:r>
        <w:t>707.2876</w:t>
      </w:r>
      <w:r>
        <w:tab/>
        <w:t>2.025e0</w:t>
      </w:r>
    </w:p>
    <w:p w:rsidR="00E00D30" w:rsidRDefault="00E00D30" w:rsidP="00E00D30">
      <w:r>
        <w:t>707.2980</w:t>
      </w:r>
      <w:r>
        <w:tab/>
        <w:t>3.038e0</w:t>
      </w:r>
    </w:p>
    <w:p w:rsidR="00E00D30" w:rsidRDefault="00E00D30" w:rsidP="00E00D30">
      <w:r>
        <w:t>707.3508</w:t>
      </w:r>
      <w:r>
        <w:tab/>
        <w:t>1.013e0</w:t>
      </w:r>
    </w:p>
    <w:p w:rsidR="00E00D30" w:rsidRDefault="00E00D30" w:rsidP="00E00D30">
      <w:r>
        <w:t>707.3588</w:t>
      </w:r>
      <w:r>
        <w:tab/>
        <w:t>1.548e0</w:t>
      </w:r>
    </w:p>
    <w:p w:rsidR="00E00D30" w:rsidRDefault="00E00D30" w:rsidP="00E00D30">
      <w:r>
        <w:t>707.3754</w:t>
      </w:r>
      <w:r>
        <w:tab/>
        <w:t>3.038e0</w:t>
      </w:r>
    </w:p>
    <w:p w:rsidR="00E00D30" w:rsidRDefault="00E00D30" w:rsidP="00E00D30">
      <w:r>
        <w:t>707.3766</w:t>
      </w:r>
      <w:r>
        <w:tab/>
        <w:t>1.013e0</w:t>
      </w:r>
    </w:p>
    <w:p w:rsidR="00E00D30" w:rsidRDefault="00E00D30" w:rsidP="00E00D30">
      <w:r>
        <w:t>707.3878</w:t>
      </w:r>
      <w:r>
        <w:tab/>
        <w:t>1.013e0</w:t>
      </w:r>
    </w:p>
    <w:p w:rsidR="00E00D30" w:rsidRDefault="00E00D30" w:rsidP="00E00D30">
      <w:r>
        <w:t>707.4222</w:t>
      </w:r>
      <w:r>
        <w:tab/>
        <w:t>2.025e0</w:t>
      </w:r>
    </w:p>
    <w:p w:rsidR="00E00D30" w:rsidRDefault="00E00D30" w:rsidP="00E00D30">
      <w:r>
        <w:t>707.4597</w:t>
      </w:r>
      <w:r>
        <w:tab/>
        <w:t>2.025e0</w:t>
      </w:r>
    </w:p>
    <w:p w:rsidR="00E00D30" w:rsidRDefault="00E00D30" w:rsidP="00E00D30">
      <w:r>
        <w:t>707.4717</w:t>
      </w:r>
      <w:r>
        <w:tab/>
        <w:t>2.025e0</w:t>
      </w:r>
    </w:p>
    <w:p w:rsidR="00E00D30" w:rsidRDefault="00E00D30" w:rsidP="00E00D30">
      <w:r>
        <w:t>707.4924</w:t>
      </w:r>
      <w:r>
        <w:tab/>
        <w:t>3.038e0</w:t>
      </w:r>
    </w:p>
    <w:p w:rsidR="00E00D30" w:rsidRDefault="00E00D30" w:rsidP="00E00D30">
      <w:r>
        <w:lastRenderedPageBreak/>
        <w:t>707.4999</w:t>
      </w:r>
      <w:r>
        <w:tab/>
        <w:t>2.025e0</w:t>
      </w:r>
    </w:p>
    <w:p w:rsidR="00E00D30" w:rsidRDefault="00E00D30" w:rsidP="00E00D30">
      <w:r>
        <w:t>707.5195</w:t>
      </w:r>
      <w:r>
        <w:tab/>
        <w:t>1.013e0</w:t>
      </w:r>
    </w:p>
    <w:p w:rsidR="00E00D30" w:rsidRDefault="00E00D30" w:rsidP="00E00D30">
      <w:r>
        <w:t>707.5327</w:t>
      </w:r>
      <w:r>
        <w:tab/>
        <w:t>1.013e0</w:t>
      </w:r>
    </w:p>
    <w:p w:rsidR="00E00D30" w:rsidRDefault="00E00D30" w:rsidP="00E00D30">
      <w:r>
        <w:t>707.5340</w:t>
      </w:r>
      <w:r>
        <w:tab/>
        <w:t>3.038e0</w:t>
      </w:r>
    </w:p>
    <w:p w:rsidR="00E00D30" w:rsidRDefault="00E00D30" w:rsidP="00E00D30">
      <w:r>
        <w:t>707.5560</w:t>
      </w:r>
      <w:r>
        <w:tab/>
        <w:t>1.013e0</w:t>
      </w:r>
    </w:p>
    <w:p w:rsidR="00E00D30" w:rsidRDefault="00E00D30" w:rsidP="00E00D30">
      <w:r>
        <w:t>707.5729</w:t>
      </w:r>
      <w:r>
        <w:tab/>
        <w:t>2.025e0</w:t>
      </w:r>
    </w:p>
    <w:p w:rsidR="00E00D30" w:rsidRDefault="00E00D30" w:rsidP="00E00D30">
      <w:r>
        <w:t>707.5799</w:t>
      </w:r>
      <w:r>
        <w:tab/>
        <w:t>1.013e0</w:t>
      </w:r>
    </w:p>
    <w:p w:rsidR="00E00D30" w:rsidRDefault="00E00D30" w:rsidP="00E00D30">
      <w:r>
        <w:t>707.6168</w:t>
      </w:r>
      <w:r>
        <w:tab/>
        <w:t>1.013e0</w:t>
      </w:r>
    </w:p>
    <w:p w:rsidR="00E00D30" w:rsidRDefault="00E00D30" w:rsidP="00E00D30">
      <w:r>
        <w:t>707.6589</w:t>
      </w:r>
      <w:r>
        <w:tab/>
        <w:t>4.051e0</w:t>
      </w:r>
    </w:p>
    <w:p w:rsidR="00E00D30" w:rsidRDefault="00E00D30" w:rsidP="00E00D30">
      <w:r>
        <w:t>707.6768</w:t>
      </w:r>
      <w:r>
        <w:tab/>
        <w:t>1.013e0</w:t>
      </w:r>
    </w:p>
    <w:p w:rsidR="00E00D30" w:rsidRDefault="00E00D30" w:rsidP="00E00D30">
      <w:r>
        <w:t>707.6996</w:t>
      </w:r>
      <w:r>
        <w:tab/>
        <w:t>1.013e0</w:t>
      </w:r>
    </w:p>
    <w:p w:rsidR="00E00D30" w:rsidRDefault="00E00D30" w:rsidP="00E00D30">
      <w:r>
        <w:t>707.7181</w:t>
      </w:r>
      <w:r>
        <w:tab/>
        <w:t>3.038e0</w:t>
      </w:r>
    </w:p>
    <w:p w:rsidR="00E00D30" w:rsidRDefault="00E00D30" w:rsidP="00E00D30">
      <w:r>
        <w:t>707.7609</w:t>
      </w:r>
      <w:r>
        <w:tab/>
        <w:t>1.013e0</w:t>
      </w:r>
    </w:p>
    <w:p w:rsidR="00E00D30" w:rsidRDefault="00E00D30" w:rsidP="00E00D30">
      <w:r>
        <w:t>707.7794</w:t>
      </w:r>
      <w:r>
        <w:tab/>
        <w:t>2.025e0</w:t>
      </w:r>
    </w:p>
    <w:p w:rsidR="00E00D30" w:rsidRDefault="00E00D30" w:rsidP="00E00D30">
      <w:r>
        <w:t>707.7968</w:t>
      </w:r>
      <w:r>
        <w:tab/>
        <w:t>1.013e0</w:t>
      </w:r>
    </w:p>
    <w:p w:rsidR="00E00D30" w:rsidRDefault="00E00D30" w:rsidP="00E00D30">
      <w:r>
        <w:t>707.8441</w:t>
      </w:r>
      <w:r>
        <w:tab/>
        <w:t>1.013e0</w:t>
      </w:r>
    </w:p>
    <w:p w:rsidR="00E00D30" w:rsidRDefault="00E00D30" w:rsidP="00E00D30">
      <w:r>
        <w:t>707.8652</w:t>
      </w:r>
      <w:r>
        <w:tab/>
        <w:t>1.013e0</w:t>
      </w:r>
    </w:p>
    <w:p w:rsidR="00E00D30" w:rsidRDefault="00E00D30" w:rsidP="00E00D30">
      <w:r>
        <w:t>707.8690</w:t>
      </w:r>
      <w:r>
        <w:tab/>
        <w:t>1.013e0</w:t>
      </w:r>
    </w:p>
    <w:p w:rsidR="00E00D30" w:rsidRDefault="00E00D30" w:rsidP="00E00D30">
      <w:r>
        <w:t>707.9158</w:t>
      </w:r>
      <w:r>
        <w:tab/>
        <w:t>1.013e0</w:t>
      </w:r>
    </w:p>
    <w:p w:rsidR="00E00D30" w:rsidRDefault="00E00D30" w:rsidP="00E00D30">
      <w:r>
        <w:lastRenderedPageBreak/>
        <w:t>707.9437</w:t>
      </w:r>
      <w:r>
        <w:tab/>
        <w:t>2.025e0</w:t>
      </w:r>
    </w:p>
    <w:p w:rsidR="00E00D30" w:rsidRDefault="00E00D30" w:rsidP="00E00D30">
      <w:r>
        <w:t>707.9855</w:t>
      </w:r>
      <w:r>
        <w:tab/>
        <w:t>1.013e0</w:t>
      </w:r>
    </w:p>
    <w:p w:rsidR="00E00D30" w:rsidRDefault="00E00D30" w:rsidP="00E00D30">
      <w:r>
        <w:t>707.9891</w:t>
      </w:r>
      <w:r>
        <w:tab/>
        <w:t>1.013e0</w:t>
      </w:r>
    </w:p>
    <w:p w:rsidR="00E00D30" w:rsidRDefault="00E00D30" w:rsidP="00E00D30">
      <w:r>
        <w:t>708.0243</w:t>
      </w:r>
      <w:r>
        <w:tab/>
        <w:t>1.013e0</w:t>
      </w:r>
    </w:p>
    <w:p w:rsidR="00E00D30" w:rsidRDefault="00E00D30" w:rsidP="00E00D30">
      <w:r>
        <w:t>708.0434</w:t>
      </w:r>
      <w:r>
        <w:tab/>
        <w:t>2.025e0</w:t>
      </w:r>
    </w:p>
    <w:p w:rsidR="00E00D30" w:rsidRDefault="00E00D30" w:rsidP="00E00D30">
      <w:r>
        <w:t>708.0543</w:t>
      </w:r>
      <w:r>
        <w:tab/>
        <w:t>3.038e0</w:t>
      </w:r>
    </w:p>
    <w:p w:rsidR="00E00D30" w:rsidRDefault="00E00D30" w:rsidP="00E00D30">
      <w:r>
        <w:t>708.0601</w:t>
      </w:r>
      <w:r>
        <w:tab/>
        <w:t>2.025e0</w:t>
      </w:r>
    </w:p>
    <w:p w:rsidR="00E00D30" w:rsidRDefault="00E00D30" w:rsidP="00E00D30">
      <w:r>
        <w:t>708.0721</w:t>
      </w:r>
      <w:r>
        <w:tab/>
        <w:t>2.025e0</w:t>
      </w:r>
    </w:p>
    <w:p w:rsidR="00E00D30" w:rsidRDefault="00E00D30" w:rsidP="00E00D30">
      <w:r>
        <w:t>708.0803</w:t>
      </w:r>
      <w:r>
        <w:tab/>
        <w:t>2.025e0</w:t>
      </w:r>
    </w:p>
    <w:p w:rsidR="00E00D30" w:rsidRDefault="00E00D30" w:rsidP="00E00D30">
      <w:r>
        <w:t>708.1409</w:t>
      </w:r>
      <w:r>
        <w:tab/>
        <w:t>2.025e0</w:t>
      </w:r>
    </w:p>
    <w:p w:rsidR="00E00D30" w:rsidRDefault="00E00D30" w:rsidP="00E00D30">
      <w:r>
        <w:t>708.1441</w:t>
      </w:r>
      <w:r>
        <w:tab/>
        <w:t>2.025e0</w:t>
      </w:r>
    </w:p>
    <w:p w:rsidR="00E00D30" w:rsidRDefault="00E00D30" w:rsidP="00E00D30">
      <w:r>
        <w:t>708.1563</w:t>
      </w:r>
      <w:r>
        <w:tab/>
        <w:t>2.025e0</w:t>
      </w:r>
    </w:p>
    <w:p w:rsidR="00E00D30" w:rsidRDefault="00E00D30" w:rsidP="00E00D30">
      <w:r>
        <w:t>708.1759</w:t>
      </w:r>
      <w:r>
        <w:tab/>
        <w:t>1.013e0</w:t>
      </w:r>
    </w:p>
    <w:p w:rsidR="00E00D30" w:rsidRDefault="00E00D30" w:rsidP="00E00D30">
      <w:r>
        <w:t>708.1925</w:t>
      </w:r>
      <w:r>
        <w:tab/>
        <w:t>2.025e0</w:t>
      </w:r>
    </w:p>
    <w:p w:rsidR="00E00D30" w:rsidRDefault="00E00D30" w:rsidP="00E00D30">
      <w:r>
        <w:t>708.2418</w:t>
      </w:r>
      <w:r>
        <w:tab/>
        <w:t>2.025e0</w:t>
      </w:r>
    </w:p>
    <w:p w:rsidR="00E00D30" w:rsidRDefault="00E00D30" w:rsidP="00E00D30">
      <w:r>
        <w:t>708.2437</w:t>
      </w:r>
      <w:r>
        <w:tab/>
        <w:t>3.038e0</w:t>
      </w:r>
    </w:p>
    <w:p w:rsidR="00E00D30" w:rsidRDefault="00E00D30" w:rsidP="00E00D30">
      <w:r>
        <w:t>708.2953</w:t>
      </w:r>
      <w:r>
        <w:tab/>
        <w:t>1.013e0</w:t>
      </w:r>
    </w:p>
    <w:p w:rsidR="00E00D30" w:rsidRDefault="00E00D30" w:rsidP="00E00D30">
      <w:r>
        <w:t>708.3299</w:t>
      </w:r>
      <w:r>
        <w:tab/>
        <w:t>1.013e0</w:t>
      </w:r>
    </w:p>
    <w:p w:rsidR="00E00D30" w:rsidRDefault="00E00D30" w:rsidP="00E00D30">
      <w:r>
        <w:t>708.3378</w:t>
      </w:r>
      <w:r>
        <w:tab/>
        <w:t>3.391e0</w:t>
      </w:r>
    </w:p>
    <w:p w:rsidR="00E00D30" w:rsidRDefault="00E00D30" w:rsidP="00E00D30">
      <w:r>
        <w:lastRenderedPageBreak/>
        <w:t>708.3423</w:t>
      </w:r>
      <w:r>
        <w:tab/>
        <w:t>2.025e0</w:t>
      </w:r>
    </w:p>
    <w:p w:rsidR="00E00D30" w:rsidRDefault="00E00D30" w:rsidP="00E00D30">
      <w:r>
        <w:t>708.3547</w:t>
      </w:r>
      <w:r>
        <w:tab/>
        <w:t>2.025e0</w:t>
      </w:r>
    </w:p>
    <w:p w:rsidR="00E00D30" w:rsidRDefault="00E00D30" w:rsidP="00E00D30">
      <w:r>
        <w:t>708.4208</w:t>
      </w:r>
      <w:r>
        <w:tab/>
        <w:t>1.013e0</w:t>
      </w:r>
    </w:p>
    <w:p w:rsidR="00E00D30" w:rsidRDefault="00E00D30" w:rsidP="00E00D30">
      <w:r>
        <w:t>708.4257</w:t>
      </w:r>
      <w:r>
        <w:tab/>
        <w:t>2.025e0</w:t>
      </w:r>
    </w:p>
    <w:p w:rsidR="00E00D30" w:rsidRDefault="00E00D30" w:rsidP="00E00D30">
      <w:r>
        <w:t>708.4330</w:t>
      </w:r>
      <w:r>
        <w:tab/>
        <w:t>2.025e0</w:t>
      </w:r>
    </w:p>
    <w:p w:rsidR="00E00D30" w:rsidRDefault="00E00D30" w:rsidP="00E00D30">
      <w:r>
        <w:t>708.4498</w:t>
      </w:r>
      <w:r>
        <w:tab/>
        <w:t>1.013e0</w:t>
      </w:r>
    </w:p>
    <w:p w:rsidR="00E00D30" w:rsidRDefault="00E00D30" w:rsidP="00E00D30">
      <w:r>
        <w:t>708.4810</w:t>
      </w:r>
      <w:r>
        <w:tab/>
        <w:t>1.013e0</w:t>
      </w:r>
    </w:p>
    <w:p w:rsidR="00E00D30" w:rsidRDefault="00E00D30" w:rsidP="00E00D30">
      <w:r>
        <w:t>708.4871</w:t>
      </w:r>
      <w:r>
        <w:tab/>
        <w:t>3.038e0</w:t>
      </w:r>
    </w:p>
    <w:p w:rsidR="00E00D30" w:rsidRDefault="00E00D30" w:rsidP="00E00D30">
      <w:r>
        <w:t>708.4969</w:t>
      </w:r>
      <w:r>
        <w:tab/>
        <w:t>2.025e0</w:t>
      </w:r>
    </w:p>
    <w:p w:rsidR="00E00D30" w:rsidRDefault="00E00D30" w:rsidP="00E00D30">
      <w:r>
        <w:t>708.5046</w:t>
      </w:r>
      <w:r>
        <w:tab/>
        <w:t>1.013e0</w:t>
      </w:r>
    </w:p>
    <w:p w:rsidR="00E00D30" w:rsidRDefault="00E00D30" w:rsidP="00E00D30">
      <w:r>
        <w:t>708.5144</w:t>
      </w:r>
      <w:r>
        <w:tab/>
        <w:t>3.038e0</w:t>
      </w:r>
    </w:p>
    <w:p w:rsidR="00E00D30" w:rsidRDefault="00E00D30" w:rsidP="00E00D30">
      <w:r>
        <w:t>708.5167</w:t>
      </w:r>
      <w:r>
        <w:tab/>
        <w:t>1.013e0</w:t>
      </w:r>
    </w:p>
    <w:p w:rsidR="00E00D30" w:rsidRDefault="00E00D30" w:rsidP="00E00D30">
      <w:r>
        <w:t>708.5471</w:t>
      </w:r>
      <w:r>
        <w:tab/>
        <w:t>2.025e0</w:t>
      </w:r>
    </w:p>
    <w:p w:rsidR="00E00D30" w:rsidRDefault="00E00D30" w:rsidP="00E00D30">
      <w:r>
        <w:t>708.5540</w:t>
      </w:r>
      <w:r>
        <w:tab/>
        <w:t>1.013e0</w:t>
      </w:r>
    </w:p>
    <w:p w:rsidR="00E00D30" w:rsidRDefault="00E00D30" w:rsidP="00E00D30">
      <w:r>
        <w:t>708.5690</w:t>
      </w:r>
      <w:r>
        <w:tab/>
        <w:t>4.051e0</w:t>
      </w:r>
    </w:p>
    <w:p w:rsidR="00E00D30" w:rsidRDefault="00E00D30" w:rsidP="00E00D30">
      <w:r>
        <w:t>708.5768</w:t>
      </w:r>
      <w:r>
        <w:tab/>
        <w:t>2.025e0</w:t>
      </w:r>
    </w:p>
    <w:p w:rsidR="00E00D30" w:rsidRDefault="00E00D30" w:rsidP="00E00D30">
      <w:r>
        <w:t>708.6228</w:t>
      </w:r>
      <w:r>
        <w:tab/>
        <w:t>1.013e0</w:t>
      </w:r>
    </w:p>
    <w:p w:rsidR="00E00D30" w:rsidRDefault="00E00D30" w:rsidP="00E00D30">
      <w:r>
        <w:t>708.6284</w:t>
      </w:r>
      <w:r>
        <w:tab/>
        <w:t>3.038e0</w:t>
      </w:r>
    </w:p>
    <w:p w:rsidR="00E00D30" w:rsidRDefault="00E00D30" w:rsidP="00E00D30">
      <w:r>
        <w:t>708.6613</w:t>
      </w:r>
      <w:r>
        <w:tab/>
        <w:t>1.013e0</w:t>
      </w:r>
    </w:p>
    <w:p w:rsidR="00E00D30" w:rsidRDefault="00E00D30" w:rsidP="00E00D30">
      <w:r>
        <w:lastRenderedPageBreak/>
        <w:t>708.6733</w:t>
      </w:r>
      <w:r>
        <w:tab/>
        <w:t>1.013e0</w:t>
      </w:r>
    </w:p>
    <w:p w:rsidR="00E00D30" w:rsidRDefault="00E00D30" w:rsidP="00E00D30">
      <w:r>
        <w:t>708.6854</w:t>
      </w:r>
      <w:r>
        <w:tab/>
        <w:t>1.013e0</w:t>
      </w:r>
    </w:p>
    <w:p w:rsidR="00E00D30" w:rsidRDefault="00E00D30" w:rsidP="00E00D30">
      <w:r>
        <w:t>708.7090</w:t>
      </w:r>
      <w:r>
        <w:tab/>
        <w:t>1.013e0</w:t>
      </w:r>
    </w:p>
    <w:p w:rsidR="00E00D30" w:rsidRDefault="00E00D30" w:rsidP="00E00D30">
      <w:r>
        <w:t>708.7331</w:t>
      </w:r>
      <w:r>
        <w:tab/>
        <w:t>1.013e0</w:t>
      </w:r>
    </w:p>
    <w:p w:rsidR="00E00D30" w:rsidRDefault="00E00D30" w:rsidP="00E00D30">
      <w:r>
        <w:t>708.7343</w:t>
      </w:r>
      <w:r>
        <w:tab/>
        <w:t>1.013e0</w:t>
      </w:r>
    </w:p>
    <w:p w:rsidR="00E00D30" w:rsidRDefault="00E00D30" w:rsidP="00E00D30">
      <w:r>
        <w:t>708.7431</w:t>
      </w:r>
      <w:r>
        <w:tab/>
        <w:t>1.013e0</w:t>
      </w:r>
    </w:p>
    <w:p w:rsidR="00E00D30" w:rsidRDefault="00E00D30" w:rsidP="00E00D30">
      <w:r>
        <w:t>708.7695</w:t>
      </w:r>
      <w:r>
        <w:tab/>
        <w:t>1.013e0</w:t>
      </w:r>
    </w:p>
    <w:p w:rsidR="00E00D30" w:rsidRDefault="00E00D30" w:rsidP="00E00D30">
      <w:r>
        <w:t>708.7945</w:t>
      </w:r>
      <w:r>
        <w:tab/>
        <w:t>1.013e0</w:t>
      </w:r>
    </w:p>
    <w:p w:rsidR="00E00D30" w:rsidRDefault="00E00D30" w:rsidP="00E00D30">
      <w:r>
        <w:t>708.8413</w:t>
      </w:r>
      <w:r>
        <w:tab/>
        <w:t>1.013e0</w:t>
      </w:r>
    </w:p>
    <w:p w:rsidR="00E00D30" w:rsidRDefault="00E00D30" w:rsidP="00E00D30">
      <w:r>
        <w:t>708.8657</w:t>
      </w:r>
      <w:r>
        <w:tab/>
        <w:t>1.013e0</w:t>
      </w:r>
    </w:p>
    <w:p w:rsidR="00E00D30" w:rsidRDefault="00E00D30" w:rsidP="00E00D30">
      <w:r>
        <w:t>708.8898</w:t>
      </w:r>
      <w:r>
        <w:tab/>
        <w:t>1.013e0</w:t>
      </w:r>
    </w:p>
    <w:p w:rsidR="00E00D30" w:rsidRDefault="00E00D30" w:rsidP="00E00D30">
      <w:r>
        <w:t>708.9014</w:t>
      </w:r>
      <w:r>
        <w:tab/>
        <w:t>1.013e0</w:t>
      </w:r>
    </w:p>
    <w:p w:rsidR="00E00D30" w:rsidRDefault="00E00D30" w:rsidP="00E00D30">
      <w:r>
        <w:t>708.9147</w:t>
      </w:r>
      <w:r>
        <w:tab/>
        <w:t>1.013e0</w:t>
      </w:r>
    </w:p>
    <w:p w:rsidR="00E00D30" w:rsidRDefault="00E00D30" w:rsidP="00E00D30">
      <w:r>
        <w:t>708.9255</w:t>
      </w:r>
      <w:r>
        <w:tab/>
        <w:t>1.013e0</w:t>
      </w:r>
    </w:p>
    <w:p w:rsidR="00E00D30" w:rsidRDefault="00E00D30" w:rsidP="00E00D30">
      <w:r>
        <w:t>708.9857</w:t>
      </w:r>
      <w:r>
        <w:tab/>
        <w:t>2.025e0</w:t>
      </w:r>
    </w:p>
    <w:p w:rsidR="00E00D30" w:rsidRDefault="00E00D30" w:rsidP="00E00D30">
      <w:r>
        <w:t>708.9980</w:t>
      </w:r>
      <w:r>
        <w:tab/>
        <w:t>1.013e0</w:t>
      </w:r>
    </w:p>
    <w:p w:rsidR="00E00D30" w:rsidRDefault="00E00D30" w:rsidP="00E00D30">
      <w:r>
        <w:t>709.0173</w:t>
      </w:r>
      <w:r>
        <w:tab/>
        <w:t>2.025e0</w:t>
      </w:r>
    </w:p>
    <w:p w:rsidR="00E00D30" w:rsidRDefault="00E00D30" w:rsidP="00E00D30">
      <w:r>
        <w:t>709.0612</w:t>
      </w:r>
      <w:r>
        <w:tab/>
        <w:t>2.025e0</w:t>
      </w:r>
    </w:p>
    <w:p w:rsidR="00E00D30" w:rsidRDefault="00E00D30" w:rsidP="00E00D30">
      <w:r>
        <w:t>709.0711</w:t>
      </w:r>
      <w:r>
        <w:tab/>
        <w:t>1.013e0</w:t>
      </w:r>
    </w:p>
    <w:p w:rsidR="00E00D30" w:rsidRDefault="00E00D30" w:rsidP="00E00D30">
      <w:r>
        <w:lastRenderedPageBreak/>
        <w:t>709.1028</w:t>
      </w:r>
      <w:r>
        <w:tab/>
        <w:t>1.013e0</w:t>
      </w:r>
    </w:p>
    <w:p w:rsidR="00E00D30" w:rsidRDefault="00E00D30" w:rsidP="00E00D30">
      <w:r>
        <w:t>709.1183</w:t>
      </w:r>
      <w:r>
        <w:tab/>
        <w:t>1.013e0</w:t>
      </w:r>
    </w:p>
    <w:p w:rsidR="00E00D30" w:rsidRDefault="00E00D30" w:rsidP="00E00D30">
      <w:r>
        <w:t>709.1661</w:t>
      </w:r>
      <w:r>
        <w:tab/>
        <w:t>1.013e0</w:t>
      </w:r>
    </w:p>
    <w:p w:rsidR="00E00D30" w:rsidRDefault="00E00D30" w:rsidP="00E00D30">
      <w:r>
        <w:t>709.1889</w:t>
      </w:r>
      <w:r>
        <w:tab/>
        <w:t>1.013e0</w:t>
      </w:r>
    </w:p>
    <w:p w:rsidR="00E00D30" w:rsidRDefault="00E00D30" w:rsidP="00E00D30">
      <w:r>
        <w:t>709.2206</w:t>
      </w:r>
      <w:r>
        <w:tab/>
        <w:t>3.038e0</w:t>
      </w:r>
    </w:p>
    <w:p w:rsidR="00E00D30" w:rsidRDefault="00E00D30" w:rsidP="00E00D30">
      <w:r>
        <w:t>709.2516</w:t>
      </w:r>
      <w:r>
        <w:tab/>
        <w:t>1.013e0</w:t>
      </w:r>
    </w:p>
    <w:p w:rsidR="00E00D30" w:rsidRDefault="00E00D30" w:rsidP="00E00D30">
      <w:r>
        <w:t>709.2897</w:t>
      </w:r>
      <w:r>
        <w:tab/>
        <w:t>3.038e0</w:t>
      </w:r>
    </w:p>
    <w:p w:rsidR="00E00D30" w:rsidRDefault="00E00D30" w:rsidP="00E00D30">
      <w:r>
        <w:t>709.2924</w:t>
      </w:r>
      <w:r>
        <w:tab/>
        <w:t>1.013e0</w:t>
      </w:r>
    </w:p>
    <w:p w:rsidR="00E00D30" w:rsidRDefault="00E00D30" w:rsidP="00E00D30">
      <w:r>
        <w:t>709.3034</w:t>
      </w:r>
      <w:r>
        <w:tab/>
        <w:t>2.025e0</w:t>
      </w:r>
    </w:p>
    <w:p w:rsidR="00E00D30" w:rsidRDefault="00E00D30" w:rsidP="00E00D30">
      <w:r>
        <w:t>709.3105</w:t>
      </w:r>
      <w:r>
        <w:tab/>
        <w:t>1.013e0</w:t>
      </w:r>
    </w:p>
    <w:p w:rsidR="00E00D30" w:rsidRDefault="00E00D30" w:rsidP="00E00D30">
      <w:r>
        <w:t>709.3167</w:t>
      </w:r>
      <w:r>
        <w:tab/>
        <w:t>2.025e0</w:t>
      </w:r>
    </w:p>
    <w:p w:rsidR="00E00D30" w:rsidRDefault="00E00D30" w:rsidP="00E00D30">
      <w:r>
        <w:t>709.3235</w:t>
      </w:r>
      <w:r>
        <w:tab/>
        <w:t>3.038e0</w:t>
      </w:r>
    </w:p>
    <w:p w:rsidR="00E00D30" w:rsidRDefault="00E00D30" w:rsidP="00E00D30">
      <w:r>
        <w:t>709.3620</w:t>
      </w:r>
      <w:r>
        <w:tab/>
        <w:t>1.013e0</w:t>
      </w:r>
    </w:p>
    <w:p w:rsidR="00E00D30" w:rsidRDefault="00E00D30" w:rsidP="00E00D30">
      <w:r>
        <w:t>709.3808</w:t>
      </w:r>
      <w:r>
        <w:tab/>
        <w:t>1.548e0</w:t>
      </w:r>
    </w:p>
    <w:p w:rsidR="00E00D30" w:rsidRDefault="00E00D30" w:rsidP="00E00D30">
      <w:r>
        <w:t>709.3952</w:t>
      </w:r>
      <w:r>
        <w:tab/>
        <w:t>1.013e0</w:t>
      </w:r>
    </w:p>
    <w:p w:rsidR="00E00D30" w:rsidRDefault="00E00D30" w:rsidP="00E00D30">
      <w:r>
        <w:t>709.4072</w:t>
      </w:r>
      <w:r>
        <w:tab/>
        <w:t>1.013e0</w:t>
      </w:r>
    </w:p>
    <w:p w:rsidR="00E00D30" w:rsidRDefault="00E00D30" w:rsidP="00E00D30">
      <w:r>
        <w:t>709.4252</w:t>
      </w:r>
      <w:r>
        <w:tab/>
        <w:t>2.025e0</w:t>
      </w:r>
    </w:p>
    <w:p w:rsidR="00E00D30" w:rsidRDefault="00E00D30" w:rsidP="00E00D30">
      <w:r>
        <w:t>709.4295</w:t>
      </w:r>
      <w:r>
        <w:tab/>
        <w:t>1.013e0</w:t>
      </w:r>
    </w:p>
    <w:p w:rsidR="00E00D30" w:rsidRDefault="00E00D30" w:rsidP="00E00D30">
      <w:r>
        <w:t>709.4984</w:t>
      </w:r>
      <w:r>
        <w:tab/>
        <w:t>2.025e0</w:t>
      </w:r>
    </w:p>
    <w:p w:rsidR="00E00D30" w:rsidRDefault="00E00D30" w:rsidP="00E00D30">
      <w:r>
        <w:lastRenderedPageBreak/>
        <w:t>709.5026</w:t>
      </w:r>
      <w:r>
        <w:tab/>
        <w:t>3.038e0</w:t>
      </w:r>
    </w:p>
    <w:p w:rsidR="00E00D30" w:rsidRDefault="00E00D30" w:rsidP="00E00D30">
      <w:r>
        <w:t>709.5154</w:t>
      </w:r>
      <w:r>
        <w:tab/>
        <w:t>2.025e0</w:t>
      </w:r>
    </w:p>
    <w:p w:rsidR="00E00D30" w:rsidRDefault="00E00D30" w:rsidP="00E00D30">
      <w:r>
        <w:t>709.5272</w:t>
      </w:r>
      <w:r>
        <w:tab/>
        <w:t>1.013e0</w:t>
      </w:r>
    </w:p>
    <w:p w:rsidR="00E00D30" w:rsidRDefault="00E00D30" w:rsidP="00E00D30">
      <w:r>
        <w:t>709.5284</w:t>
      </w:r>
      <w:r>
        <w:tab/>
        <w:t>1.013e0</w:t>
      </w:r>
    </w:p>
    <w:p w:rsidR="00E00D30" w:rsidRDefault="00E00D30" w:rsidP="00E00D30">
      <w:r>
        <w:t>709.5502</w:t>
      </w:r>
      <w:r>
        <w:tab/>
        <w:t>1.013e0</w:t>
      </w:r>
    </w:p>
    <w:p w:rsidR="00E00D30" w:rsidRDefault="00E00D30" w:rsidP="00E00D30">
      <w:r>
        <w:t>709.5516</w:t>
      </w:r>
      <w:r>
        <w:tab/>
        <w:t>1.013e0</w:t>
      </w:r>
    </w:p>
    <w:p w:rsidR="00E00D30" w:rsidRDefault="00E00D30" w:rsidP="00E00D30">
      <w:r>
        <w:t>709.5753</w:t>
      </w:r>
      <w:r>
        <w:tab/>
        <w:t>2.025e0</w:t>
      </w:r>
    </w:p>
    <w:p w:rsidR="00E00D30" w:rsidRDefault="00E00D30" w:rsidP="00E00D30">
      <w:r>
        <w:t>709.5853</w:t>
      </w:r>
      <w:r>
        <w:tab/>
        <w:t>1.013e0</w:t>
      </w:r>
    </w:p>
    <w:p w:rsidR="00E00D30" w:rsidRDefault="00E00D30" w:rsidP="00E00D30">
      <w:r>
        <w:t>709.6017</w:t>
      </w:r>
      <w:r>
        <w:tab/>
        <w:t>1.013e0</w:t>
      </w:r>
    </w:p>
    <w:p w:rsidR="00E00D30" w:rsidRDefault="00E00D30" w:rsidP="00E00D30">
      <w:r>
        <w:t>709.6121</w:t>
      </w:r>
      <w:r>
        <w:tab/>
        <w:t>2.025e0</w:t>
      </w:r>
    </w:p>
    <w:p w:rsidR="00E00D30" w:rsidRDefault="00E00D30" w:rsidP="00E00D30">
      <w:r>
        <w:t>709.6364</w:t>
      </w:r>
      <w:r>
        <w:tab/>
        <w:t>2.025e0</w:t>
      </w:r>
    </w:p>
    <w:p w:rsidR="00E00D30" w:rsidRDefault="00E00D30" w:rsidP="00E00D30">
      <w:r>
        <w:t>709.6970</w:t>
      </w:r>
      <w:r>
        <w:tab/>
        <w:t>1.013e0</w:t>
      </w:r>
    </w:p>
    <w:p w:rsidR="00E00D30" w:rsidRDefault="00E00D30" w:rsidP="00E00D30">
      <w:r>
        <w:t>709.7090</w:t>
      </w:r>
      <w:r>
        <w:tab/>
        <w:t>1.013e0</w:t>
      </w:r>
    </w:p>
    <w:p w:rsidR="00E00D30" w:rsidRDefault="00E00D30" w:rsidP="00E00D30">
      <w:r>
        <w:t>709.7202</w:t>
      </w:r>
      <w:r>
        <w:tab/>
        <w:t>1.013e0</w:t>
      </w:r>
    </w:p>
    <w:p w:rsidR="00E00D30" w:rsidRDefault="00E00D30" w:rsidP="00E00D30">
      <w:r>
        <w:t>709.7443</w:t>
      </w:r>
      <w:r>
        <w:tab/>
        <w:t>1.013e0</w:t>
      </w:r>
    </w:p>
    <w:p w:rsidR="00E00D30" w:rsidRDefault="00E00D30" w:rsidP="00E00D30">
      <w:r>
        <w:t>709.7563</w:t>
      </w:r>
      <w:r>
        <w:tab/>
        <w:t>1.013e0</w:t>
      </w:r>
    </w:p>
    <w:p w:rsidR="00E00D30" w:rsidRDefault="00E00D30" w:rsidP="00E00D30">
      <w:r>
        <w:t>709.7916</w:t>
      </w:r>
      <w:r>
        <w:tab/>
        <w:t>1.013e0</w:t>
      </w:r>
    </w:p>
    <w:p w:rsidR="00E00D30" w:rsidRDefault="00E00D30" w:rsidP="00E00D30">
      <w:r>
        <w:t>709.8768</w:t>
      </w:r>
      <w:r>
        <w:tab/>
        <w:t>1.013e0</w:t>
      </w:r>
    </w:p>
    <w:p w:rsidR="00E00D30" w:rsidRDefault="00E00D30" w:rsidP="00E00D30">
      <w:r>
        <w:t>709.8810</w:t>
      </w:r>
      <w:r>
        <w:tab/>
        <w:t>3.038e0</w:t>
      </w:r>
    </w:p>
    <w:p w:rsidR="00E00D30" w:rsidRDefault="00E00D30" w:rsidP="00E00D30">
      <w:r>
        <w:lastRenderedPageBreak/>
        <w:t>709.9091</w:t>
      </w:r>
      <w:r>
        <w:tab/>
        <w:t>3.038e0</w:t>
      </w:r>
    </w:p>
    <w:p w:rsidR="00E00D30" w:rsidRDefault="00E00D30" w:rsidP="00E00D30">
      <w:r>
        <w:t>709.9129</w:t>
      </w:r>
      <w:r>
        <w:tab/>
        <w:t>1.013e0</w:t>
      </w:r>
    </w:p>
    <w:p w:rsidR="00E00D30" w:rsidRDefault="00E00D30" w:rsidP="00E00D30">
      <w:r>
        <w:t>709.9246</w:t>
      </w:r>
      <w:r>
        <w:tab/>
        <w:t>1.013e0</w:t>
      </w:r>
    </w:p>
    <w:p w:rsidR="00E00D30" w:rsidRDefault="00E00D30" w:rsidP="00E00D30">
      <w:r>
        <w:t>709.9714</w:t>
      </w:r>
      <w:r>
        <w:tab/>
        <w:t>2.025e0</w:t>
      </w:r>
    </w:p>
    <w:p w:rsidR="00E00D30" w:rsidRDefault="00E00D30" w:rsidP="00E00D30">
      <w:r>
        <w:t>710.0089</w:t>
      </w:r>
      <w:r>
        <w:tab/>
        <w:t>1.013e0</w:t>
      </w:r>
    </w:p>
    <w:p w:rsidR="00E00D30" w:rsidRDefault="00E00D30" w:rsidP="00E00D30">
      <w:r>
        <w:t>710.0104</w:t>
      </w:r>
      <w:r>
        <w:tab/>
        <w:t>2.025e0</w:t>
      </w:r>
    </w:p>
    <w:p w:rsidR="00E00D30" w:rsidRDefault="00E00D30" w:rsidP="00E00D30">
      <w:r>
        <w:t>710.0248</w:t>
      </w:r>
      <w:r>
        <w:tab/>
        <w:t>2.025e0</w:t>
      </w:r>
    </w:p>
    <w:p w:rsidR="00E00D30" w:rsidRDefault="00E00D30" w:rsidP="00E00D30">
      <w:r>
        <w:t>710.1168</w:t>
      </w:r>
      <w:r>
        <w:tab/>
        <w:t>5.063e0</w:t>
      </w:r>
    </w:p>
    <w:p w:rsidR="00E00D30" w:rsidRDefault="00E00D30" w:rsidP="00E00D30">
      <w:r>
        <w:t>710.1516</w:t>
      </w:r>
      <w:r>
        <w:tab/>
        <w:t>2.025e0</w:t>
      </w:r>
    </w:p>
    <w:p w:rsidR="00E00D30" w:rsidRDefault="00E00D30" w:rsidP="00E00D30">
      <w:r>
        <w:t>710.1655</w:t>
      </w:r>
      <w:r>
        <w:tab/>
        <w:t>1.013e0</w:t>
      </w:r>
    </w:p>
    <w:p w:rsidR="00E00D30" w:rsidRDefault="00E00D30" w:rsidP="00E00D30">
      <w:r>
        <w:t>710.1685</w:t>
      </w:r>
      <w:r>
        <w:tab/>
        <w:t>1.013e0</w:t>
      </w:r>
    </w:p>
    <w:p w:rsidR="00E00D30" w:rsidRDefault="00E00D30" w:rsidP="00E00D30">
      <w:r>
        <w:t>710.1908</w:t>
      </w:r>
      <w:r>
        <w:tab/>
        <w:t>1.013e0</w:t>
      </w:r>
    </w:p>
    <w:p w:rsidR="00E00D30" w:rsidRDefault="00E00D30" w:rsidP="00E00D30">
      <w:r>
        <w:t>710.2027</w:t>
      </w:r>
      <w:r>
        <w:tab/>
        <w:t>1.013e0</w:t>
      </w:r>
    </w:p>
    <w:p w:rsidR="00E00D30" w:rsidRDefault="00E00D30" w:rsidP="00E00D30">
      <w:r>
        <w:t>710.2502</w:t>
      </w:r>
      <w:r>
        <w:tab/>
        <w:t>1.013e0</w:t>
      </w:r>
    </w:p>
    <w:p w:rsidR="00E00D30" w:rsidRDefault="00E00D30" w:rsidP="00E00D30">
      <w:r>
        <w:t>710.2713</w:t>
      </w:r>
      <w:r>
        <w:tab/>
        <w:t>3.038e0</w:t>
      </w:r>
    </w:p>
    <w:p w:rsidR="00E00D30" w:rsidRDefault="00E00D30" w:rsidP="00E00D30">
      <w:r>
        <w:t>710.2727</w:t>
      </w:r>
      <w:r>
        <w:tab/>
        <w:t>1.013e0</w:t>
      </w:r>
    </w:p>
    <w:p w:rsidR="00E00D30" w:rsidRDefault="00E00D30" w:rsidP="00E00D30">
      <w:r>
        <w:t>710.2892</w:t>
      </w:r>
      <w:r>
        <w:tab/>
        <w:t>2.025e0</w:t>
      </w:r>
    </w:p>
    <w:p w:rsidR="00E00D30" w:rsidRDefault="00E00D30" w:rsidP="00E00D30">
      <w:r>
        <w:t>710.3061</w:t>
      </w:r>
      <w:r>
        <w:tab/>
        <w:t>1.013e0</w:t>
      </w:r>
    </w:p>
    <w:p w:rsidR="00E00D30" w:rsidRDefault="00E00D30" w:rsidP="00E00D30">
      <w:r>
        <w:t>710.3449</w:t>
      </w:r>
      <w:r>
        <w:tab/>
        <w:t>2.025e0</w:t>
      </w:r>
    </w:p>
    <w:p w:rsidR="00E00D30" w:rsidRDefault="00E00D30" w:rsidP="00E00D30">
      <w:r>
        <w:lastRenderedPageBreak/>
        <w:t>710.3583</w:t>
      </w:r>
      <w:r>
        <w:tab/>
        <w:t>1.013e0</w:t>
      </w:r>
    </w:p>
    <w:p w:rsidR="00E00D30" w:rsidRDefault="00E00D30" w:rsidP="00E00D30">
      <w:r>
        <w:t>710.3763</w:t>
      </w:r>
      <w:r>
        <w:tab/>
        <w:t>1.548e0</w:t>
      </w:r>
    </w:p>
    <w:p w:rsidR="00E00D30" w:rsidRDefault="00E00D30" w:rsidP="00E00D30">
      <w:r>
        <w:t>710.3921</w:t>
      </w:r>
      <w:r>
        <w:tab/>
        <w:t>1.013e0</w:t>
      </w:r>
    </w:p>
    <w:p w:rsidR="00E00D30" w:rsidRDefault="00E00D30" w:rsidP="00E00D30">
      <w:r>
        <w:t>710.4077</w:t>
      </w:r>
      <w:r>
        <w:tab/>
        <w:t>2.025e0</w:t>
      </w:r>
    </w:p>
    <w:p w:rsidR="00E00D30" w:rsidRDefault="00E00D30" w:rsidP="00E00D30">
      <w:r>
        <w:t>710.4260</w:t>
      </w:r>
      <w:r>
        <w:tab/>
        <w:t>1.013e0</w:t>
      </w:r>
    </w:p>
    <w:p w:rsidR="00E00D30" w:rsidRDefault="00E00D30" w:rsidP="00E00D30">
      <w:r>
        <w:t>710.4551</w:t>
      </w:r>
      <w:r>
        <w:tab/>
        <w:t>1.013e0</w:t>
      </w:r>
    </w:p>
    <w:p w:rsidR="00E00D30" w:rsidRDefault="00E00D30" w:rsidP="00E00D30">
      <w:r>
        <w:t>710.4683</w:t>
      </w:r>
      <w:r>
        <w:tab/>
        <w:t>3.038e0</w:t>
      </w:r>
    </w:p>
    <w:p w:rsidR="00E00D30" w:rsidRDefault="00E00D30" w:rsidP="00E00D30">
      <w:r>
        <w:t>710.4849</w:t>
      </w:r>
      <w:r>
        <w:tab/>
        <w:t>3.038e0</w:t>
      </w:r>
    </w:p>
    <w:p w:rsidR="00E00D30" w:rsidRDefault="00E00D30" w:rsidP="00E00D30">
      <w:r>
        <w:t>710.4927</w:t>
      </w:r>
      <w:r>
        <w:tab/>
        <w:t>2.025e0</w:t>
      </w:r>
    </w:p>
    <w:p w:rsidR="00E00D30" w:rsidRDefault="00E00D30" w:rsidP="00E00D30">
      <w:r>
        <w:t>710.5033</w:t>
      </w:r>
      <w:r>
        <w:tab/>
        <w:t>1.013e0</w:t>
      </w:r>
    </w:p>
    <w:p w:rsidR="00E00D30" w:rsidRDefault="00E00D30" w:rsidP="00E00D30">
      <w:r>
        <w:t>710.5063</w:t>
      </w:r>
      <w:r>
        <w:tab/>
        <w:t>2.025e0</w:t>
      </w:r>
    </w:p>
    <w:p w:rsidR="00E00D30" w:rsidRDefault="00E00D30" w:rsidP="00E00D30">
      <w:r>
        <w:t>710.5141</w:t>
      </w:r>
      <w:r>
        <w:tab/>
        <w:t>2.025e0</w:t>
      </w:r>
    </w:p>
    <w:p w:rsidR="00E00D30" w:rsidRDefault="00E00D30" w:rsidP="00E00D30">
      <w:r>
        <w:t>710.5442</w:t>
      </w:r>
      <w:r>
        <w:tab/>
        <w:t>2.025e0</w:t>
      </w:r>
    </w:p>
    <w:p w:rsidR="00E00D30" w:rsidRDefault="00E00D30" w:rsidP="00E00D30">
      <w:r>
        <w:t>710.5515</w:t>
      </w:r>
      <w:r>
        <w:tab/>
        <w:t>1.013e0</w:t>
      </w:r>
    </w:p>
    <w:p w:rsidR="00E00D30" w:rsidRDefault="00E00D30" w:rsidP="00E00D30">
      <w:r>
        <w:t>710.6006</w:t>
      </w:r>
      <w:r>
        <w:tab/>
        <w:t>1.013e0</w:t>
      </w:r>
    </w:p>
    <w:p w:rsidR="00E00D30" w:rsidRDefault="00E00D30" w:rsidP="00E00D30">
      <w:r>
        <w:t>710.6099</w:t>
      </w:r>
      <w:r>
        <w:tab/>
        <w:t>3.038e0</w:t>
      </w:r>
    </w:p>
    <w:p w:rsidR="00E00D30" w:rsidRDefault="00E00D30" w:rsidP="00E00D30">
      <w:r>
        <w:t>710.6178</w:t>
      </w:r>
      <w:r>
        <w:tab/>
        <w:t>2.025e0</w:t>
      </w:r>
    </w:p>
    <w:p w:rsidR="00E00D30" w:rsidRDefault="00E00D30" w:rsidP="00E00D30">
      <w:r>
        <w:t>710.7195</w:t>
      </w:r>
      <w:r>
        <w:tab/>
        <w:t>2.025e0</w:t>
      </w:r>
    </w:p>
    <w:p w:rsidR="00E00D30" w:rsidRDefault="00E00D30" w:rsidP="00E00D30">
      <w:r>
        <w:t>710.7406</w:t>
      </w:r>
      <w:r>
        <w:tab/>
        <w:t>2.025e0</w:t>
      </w:r>
    </w:p>
    <w:p w:rsidR="00E00D30" w:rsidRDefault="00E00D30" w:rsidP="00E00D30">
      <w:r>
        <w:lastRenderedPageBreak/>
        <w:t>710.7698</w:t>
      </w:r>
      <w:r>
        <w:tab/>
        <w:t>1.013e0</w:t>
      </w:r>
    </w:p>
    <w:p w:rsidR="00E00D30" w:rsidRDefault="00E00D30" w:rsidP="00E00D30">
      <w:r>
        <w:t>710.8385</w:t>
      </w:r>
      <w:r>
        <w:tab/>
        <w:t>1.013e0</w:t>
      </w:r>
    </w:p>
    <w:p w:rsidR="00E00D30" w:rsidRDefault="00E00D30" w:rsidP="00E00D30">
      <w:r>
        <w:t>710.8615</w:t>
      </w:r>
      <w:r>
        <w:tab/>
        <w:t>4.051e0</w:t>
      </w:r>
    </w:p>
    <w:p w:rsidR="00E00D30" w:rsidRDefault="00E00D30" w:rsidP="00E00D30">
      <w:r>
        <w:t>710.8693</w:t>
      </w:r>
      <w:r>
        <w:tab/>
        <w:t>3.038e0</w:t>
      </w:r>
    </w:p>
    <w:p w:rsidR="00E00D30" w:rsidRDefault="00E00D30" w:rsidP="00E00D30">
      <w:r>
        <w:t>710.8900</w:t>
      </w:r>
      <w:r>
        <w:tab/>
        <w:t>1.013e0</w:t>
      </w:r>
    </w:p>
    <w:p w:rsidR="00E00D30" w:rsidRDefault="00E00D30" w:rsidP="00E00D30">
      <w:r>
        <w:t>710.8912</w:t>
      </w:r>
      <w:r>
        <w:tab/>
        <w:t>1.013e0</w:t>
      </w:r>
    </w:p>
    <w:p w:rsidR="00E00D30" w:rsidRDefault="00E00D30" w:rsidP="00E00D30">
      <w:r>
        <w:t>710.8978</w:t>
      </w:r>
      <w:r>
        <w:tab/>
        <w:t>2.025e0</w:t>
      </w:r>
    </w:p>
    <w:p w:rsidR="00E00D30" w:rsidRDefault="00E00D30" w:rsidP="00E00D30">
      <w:r>
        <w:t>710.9250</w:t>
      </w:r>
      <w:r>
        <w:tab/>
        <w:t>1.013e0</w:t>
      </w:r>
    </w:p>
    <w:p w:rsidR="00E00D30" w:rsidRDefault="00E00D30" w:rsidP="00E00D30">
      <w:r>
        <w:t>710.9615</w:t>
      </w:r>
      <w:r>
        <w:tab/>
        <w:t>1.013e0</w:t>
      </w:r>
    </w:p>
    <w:p w:rsidR="00E00D30" w:rsidRDefault="00E00D30" w:rsidP="00E00D30">
      <w:r>
        <w:t>710.9744</w:t>
      </w:r>
      <w:r>
        <w:tab/>
        <w:t>1.013e0</w:t>
      </w:r>
    </w:p>
    <w:p w:rsidR="00E00D30" w:rsidRDefault="00E00D30" w:rsidP="00E00D30">
      <w:r>
        <w:t>711.0218</w:t>
      </w:r>
      <w:r>
        <w:tab/>
        <w:t>1.013e0</w:t>
      </w:r>
    </w:p>
    <w:p w:rsidR="00E00D30" w:rsidRDefault="00E00D30" w:rsidP="00E00D30">
      <w:r>
        <w:t>711.0745</w:t>
      </w:r>
      <w:r>
        <w:tab/>
        <w:t>2.025e0</w:t>
      </w:r>
    </w:p>
    <w:p w:rsidR="00E00D30" w:rsidRDefault="00E00D30" w:rsidP="00E00D30">
      <w:r>
        <w:t>711.1062</w:t>
      </w:r>
      <w:r>
        <w:tab/>
        <w:t>1.013e0</w:t>
      </w:r>
    </w:p>
    <w:p w:rsidR="00E00D30" w:rsidRDefault="00E00D30" w:rsidP="00E00D30">
      <w:r>
        <w:t>711.1140</w:t>
      </w:r>
      <w:r>
        <w:tab/>
        <w:t>6.076e0</w:t>
      </w:r>
    </w:p>
    <w:p w:rsidR="00E00D30" w:rsidRDefault="00E00D30" w:rsidP="00E00D30">
      <w:r>
        <w:t>711.1903</w:t>
      </w:r>
      <w:r>
        <w:tab/>
        <w:t>1.013e0</w:t>
      </w:r>
    </w:p>
    <w:p w:rsidR="00E00D30" w:rsidRDefault="00E00D30" w:rsidP="00E00D30">
      <w:r>
        <w:t>711.2269</w:t>
      </w:r>
      <w:r>
        <w:tab/>
        <w:t>1.013e0</w:t>
      </w:r>
    </w:p>
    <w:p w:rsidR="00E00D30" w:rsidRDefault="00E00D30" w:rsidP="00E00D30">
      <w:r>
        <w:t>711.3113</w:t>
      </w:r>
      <w:r>
        <w:tab/>
        <w:t>1.013e0</w:t>
      </w:r>
    </w:p>
    <w:p w:rsidR="00E00D30" w:rsidRDefault="00E00D30" w:rsidP="00E00D30">
      <w:r>
        <w:t>711.3243</w:t>
      </w:r>
      <w:r>
        <w:tab/>
        <w:t>1.013e0</w:t>
      </w:r>
    </w:p>
    <w:p w:rsidR="00E00D30" w:rsidRDefault="00E00D30" w:rsidP="00E00D30">
      <w:r>
        <w:t>711.3367</w:t>
      </w:r>
      <w:r>
        <w:tab/>
        <w:t>2.025e0</w:t>
      </w:r>
    </w:p>
    <w:p w:rsidR="00E00D30" w:rsidRDefault="00E00D30" w:rsidP="00E00D30">
      <w:r>
        <w:lastRenderedPageBreak/>
        <w:t>711.3431</w:t>
      </w:r>
      <w:r>
        <w:tab/>
        <w:t>2.025e0</w:t>
      </w:r>
    </w:p>
    <w:p w:rsidR="00E00D30" w:rsidRDefault="00E00D30" w:rsidP="00E00D30">
      <w:r>
        <w:t>711.3784</w:t>
      </w:r>
      <w:r>
        <w:tab/>
        <w:t>2.025e0</w:t>
      </w:r>
    </w:p>
    <w:p w:rsidR="00E00D30" w:rsidRDefault="00E00D30" w:rsidP="00E00D30">
      <w:r>
        <w:t>711.3837</w:t>
      </w:r>
      <w:r>
        <w:tab/>
        <w:t>1.013e0</w:t>
      </w:r>
    </w:p>
    <w:p w:rsidR="00E00D30" w:rsidRDefault="00E00D30" w:rsidP="00E00D30">
      <w:r>
        <w:t>711.4006</w:t>
      </w:r>
      <w:r>
        <w:tab/>
        <w:t>2.025e0</w:t>
      </w:r>
    </w:p>
    <w:p w:rsidR="00E00D30" w:rsidRDefault="00E00D30" w:rsidP="00E00D30">
      <w:r>
        <w:t>711.4228</w:t>
      </w:r>
      <w:r>
        <w:tab/>
        <w:t>1.013e0</w:t>
      </w:r>
    </w:p>
    <w:p w:rsidR="00E00D30" w:rsidRDefault="00E00D30" w:rsidP="00E00D30">
      <w:r>
        <w:t>711.4352</w:t>
      </w:r>
      <w:r>
        <w:tab/>
        <w:t>2.025e0</w:t>
      </w:r>
    </w:p>
    <w:p w:rsidR="00E00D30" w:rsidRDefault="00E00D30" w:rsidP="00E00D30">
      <w:r>
        <w:t>711.4401</w:t>
      </w:r>
      <w:r>
        <w:tab/>
        <w:t>1.013e0</w:t>
      </w:r>
    </w:p>
    <w:p w:rsidR="00E00D30" w:rsidRDefault="00E00D30" w:rsidP="00E00D30">
      <w:r>
        <w:t>711.4441</w:t>
      </w:r>
      <w:r>
        <w:tab/>
        <w:t>1.013e0</w:t>
      </w:r>
    </w:p>
    <w:p w:rsidR="00E00D30" w:rsidRDefault="00E00D30" w:rsidP="00E00D30">
      <w:r>
        <w:t>711.4569</w:t>
      </w:r>
      <w:r>
        <w:tab/>
        <w:t>1.013e0</w:t>
      </w:r>
    </w:p>
    <w:p w:rsidR="00E00D30" w:rsidRDefault="00E00D30" w:rsidP="00E00D30">
      <w:r>
        <w:t>711.5357</w:t>
      </w:r>
      <w:r>
        <w:tab/>
        <w:t>4.051e0</w:t>
      </w:r>
    </w:p>
    <w:p w:rsidR="00E00D30" w:rsidRDefault="00E00D30" w:rsidP="00E00D30">
      <w:r>
        <w:t>711.5403</w:t>
      </w:r>
      <w:r>
        <w:tab/>
        <w:t>2.025e0</w:t>
      </w:r>
    </w:p>
    <w:p w:rsidR="00E00D30" w:rsidRDefault="00E00D30" w:rsidP="00E00D30">
      <w:r>
        <w:t>711.5696</w:t>
      </w:r>
      <w:r>
        <w:tab/>
        <w:t>2.025e0</w:t>
      </w:r>
    </w:p>
    <w:p w:rsidR="00E00D30" w:rsidRDefault="00E00D30" w:rsidP="00E00D30">
      <w:r>
        <w:t>711.5775</w:t>
      </w:r>
      <w:r>
        <w:tab/>
        <w:t>1.013e0</w:t>
      </w:r>
    </w:p>
    <w:p w:rsidR="00E00D30" w:rsidRDefault="00E00D30" w:rsidP="00E00D30">
      <w:r>
        <w:t>711.6372</w:t>
      </w:r>
      <w:r>
        <w:tab/>
        <w:t>1.013e0</w:t>
      </w:r>
    </w:p>
    <w:p w:rsidR="00E00D30" w:rsidRDefault="00E00D30" w:rsidP="00E00D30">
      <w:r>
        <w:t>711.6463</w:t>
      </w:r>
      <w:r>
        <w:tab/>
        <w:t>1.013e0</w:t>
      </w:r>
    </w:p>
    <w:p w:rsidR="00E00D30" w:rsidRDefault="00E00D30" w:rsidP="00E00D30">
      <w:r>
        <w:t>711.6976</w:t>
      </w:r>
      <w:r>
        <w:tab/>
        <w:t>1.013e0</w:t>
      </w:r>
    </w:p>
    <w:p w:rsidR="00E00D30" w:rsidRDefault="00E00D30" w:rsidP="00E00D30">
      <w:r>
        <w:t>711.7576</w:t>
      </w:r>
      <w:r>
        <w:tab/>
        <w:t>2.025e0</w:t>
      </w:r>
    </w:p>
    <w:p w:rsidR="00E00D30" w:rsidRDefault="00E00D30" w:rsidP="00E00D30">
      <w:r>
        <w:t>711.7950</w:t>
      </w:r>
      <w:r>
        <w:tab/>
        <w:t>1.013e0</w:t>
      </w:r>
    </w:p>
    <w:p w:rsidR="00E00D30" w:rsidRDefault="00E00D30" w:rsidP="00E00D30">
      <w:r>
        <w:t>711.8005</w:t>
      </w:r>
      <w:r>
        <w:tab/>
        <w:t>1.013e0</w:t>
      </w:r>
    </w:p>
    <w:p w:rsidR="00E00D30" w:rsidRDefault="00E00D30" w:rsidP="00E00D30">
      <w:r>
        <w:lastRenderedPageBreak/>
        <w:t>711.8304</w:t>
      </w:r>
      <w:r>
        <w:tab/>
        <w:t>1.013e0</w:t>
      </w:r>
    </w:p>
    <w:p w:rsidR="00E00D30" w:rsidRDefault="00E00D30" w:rsidP="00E00D30">
      <w:r>
        <w:t>711.8541</w:t>
      </w:r>
      <w:r>
        <w:tab/>
        <w:t>1.013e0</w:t>
      </w:r>
    </w:p>
    <w:p w:rsidR="00E00D30" w:rsidRDefault="00E00D30" w:rsidP="00E00D30">
      <w:r>
        <w:t>711.8888</w:t>
      </w:r>
      <w:r>
        <w:tab/>
        <w:t>2.025e0</w:t>
      </w:r>
    </w:p>
    <w:p w:rsidR="00E00D30" w:rsidRDefault="00E00D30" w:rsidP="00E00D30">
      <w:r>
        <w:t>711.9632</w:t>
      </w:r>
      <w:r>
        <w:tab/>
        <w:t>1.013e0</w:t>
      </w:r>
    </w:p>
    <w:p w:rsidR="00E00D30" w:rsidRDefault="00E00D30" w:rsidP="00E00D30">
      <w:r>
        <w:t>711.9753</w:t>
      </w:r>
      <w:r>
        <w:tab/>
        <w:t>2.025e0</w:t>
      </w:r>
    </w:p>
    <w:p w:rsidR="00E00D30" w:rsidRDefault="00E00D30" w:rsidP="00E00D30">
      <w:r>
        <w:t>712.0245</w:t>
      </w:r>
      <w:r>
        <w:tab/>
        <w:t>1.013e0</w:t>
      </w:r>
    </w:p>
    <w:p w:rsidR="00E00D30" w:rsidRDefault="00E00D30" w:rsidP="00E00D30">
      <w:r>
        <w:t>712.0357</w:t>
      </w:r>
      <w:r>
        <w:tab/>
        <w:t>1.013e0</w:t>
      </w:r>
    </w:p>
    <w:p w:rsidR="00E00D30" w:rsidRDefault="00E00D30" w:rsidP="00E00D30">
      <w:r>
        <w:t>712.0957</w:t>
      </w:r>
      <w:r>
        <w:tab/>
        <w:t>1.013e0</w:t>
      </w:r>
    </w:p>
    <w:p w:rsidR="00E00D30" w:rsidRDefault="00E00D30" w:rsidP="00E00D30">
      <w:r>
        <w:t>712.1100</w:t>
      </w:r>
      <w:r>
        <w:tab/>
        <w:t>2.025e0</w:t>
      </w:r>
    </w:p>
    <w:p w:rsidR="00E00D30" w:rsidRDefault="00E00D30" w:rsidP="00E00D30">
      <w:r>
        <w:t>712.1323</w:t>
      </w:r>
      <w:r>
        <w:tab/>
        <w:t>1.013e0</w:t>
      </w:r>
    </w:p>
    <w:p w:rsidR="00E00D30" w:rsidRDefault="00E00D30" w:rsidP="00E00D30">
      <w:r>
        <w:t>712.1789</w:t>
      </w:r>
      <w:r>
        <w:tab/>
        <w:t>1.013e0</w:t>
      </w:r>
    </w:p>
    <w:p w:rsidR="00E00D30" w:rsidRDefault="00E00D30" w:rsidP="00E00D30">
      <w:r>
        <w:t>712.2300</w:t>
      </w:r>
      <w:r>
        <w:tab/>
        <w:t>1.013e0</w:t>
      </w:r>
    </w:p>
    <w:p w:rsidR="00E00D30" w:rsidRDefault="00E00D30" w:rsidP="00E00D30">
      <w:r>
        <w:t>712.2419</w:t>
      </w:r>
      <w:r>
        <w:tab/>
        <w:t>1.013e0</w:t>
      </w:r>
    </w:p>
    <w:p w:rsidR="00E00D30" w:rsidRDefault="00E00D30" w:rsidP="00E00D30">
      <w:r>
        <w:t>712.2471</w:t>
      </w:r>
      <w:r>
        <w:tab/>
        <w:t>2.025e0</w:t>
      </w:r>
    </w:p>
    <w:p w:rsidR="00E00D30" w:rsidRDefault="00E00D30" w:rsidP="00E00D30">
      <w:r>
        <w:t>712.3011</w:t>
      </w:r>
      <w:r>
        <w:tab/>
        <w:t>1.906e0</w:t>
      </w:r>
    </w:p>
    <w:p w:rsidR="00E00D30" w:rsidRDefault="00E00D30" w:rsidP="00E00D30">
      <w:r>
        <w:t>712.3164</w:t>
      </w:r>
      <w:r>
        <w:tab/>
        <w:t>1.013e0</w:t>
      </w:r>
    </w:p>
    <w:p w:rsidR="00E00D30" w:rsidRDefault="00E00D30" w:rsidP="00E00D30">
      <w:r>
        <w:t>712.3239</w:t>
      </w:r>
      <w:r>
        <w:tab/>
        <w:t>2.025e0</w:t>
      </w:r>
    </w:p>
    <w:p w:rsidR="00E00D30" w:rsidRDefault="00E00D30" w:rsidP="00E00D30">
      <w:r>
        <w:t>712.3260</w:t>
      </w:r>
      <w:r>
        <w:tab/>
        <w:t>2.025e0</w:t>
      </w:r>
    </w:p>
    <w:p w:rsidR="00E00D30" w:rsidRDefault="00E00D30" w:rsidP="00E00D30">
      <w:r>
        <w:t>712.3588</w:t>
      </w:r>
      <w:r>
        <w:tab/>
        <w:t>3.038e0</w:t>
      </w:r>
    </w:p>
    <w:p w:rsidR="00E00D30" w:rsidRDefault="00E00D30" w:rsidP="00E00D30">
      <w:r>
        <w:lastRenderedPageBreak/>
        <w:t>712.4100</w:t>
      </w:r>
      <w:r>
        <w:tab/>
        <w:t>2.025e0</w:t>
      </w:r>
    </w:p>
    <w:p w:rsidR="00E00D30" w:rsidRDefault="00E00D30" w:rsidP="00E00D30">
      <w:r>
        <w:t>712.4196</w:t>
      </w:r>
      <w:r>
        <w:tab/>
        <w:t>2.919e0</w:t>
      </w:r>
    </w:p>
    <w:p w:rsidR="00E00D30" w:rsidRDefault="00E00D30" w:rsidP="00E00D30">
      <w:r>
        <w:t>712.4824</w:t>
      </w:r>
      <w:r>
        <w:tab/>
        <w:t>1.013e0</w:t>
      </w:r>
    </w:p>
    <w:p w:rsidR="00E00D30" w:rsidRDefault="00E00D30" w:rsidP="00E00D30">
      <w:r>
        <w:t>712.4957</w:t>
      </w:r>
      <w:r>
        <w:tab/>
        <w:t>1.013e0</w:t>
      </w:r>
    </w:p>
    <w:p w:rsidR="00E00D30" w:rsidRDefault="00E00D30" w:rsidP="00E00D30">
      <w:r>
        <w:t>712.5311</w:t>
      </w:r>
      <w:r>
        <w:tab/>
        <w:t>1.013e0</w:t>
      </w:r>
    </w:p>
    <w:p w:rsidR="00E00D30" w:rsidRDefault="00E00D30" w:rsidP="00E00D30">
      <w:r>
        <w:t>712.5432</w:t>
      </w:r>
      <w:r>
        <w:tab/>
        <w:t>1.013e0</w:t>
      </w:r>
    </w:p>
    <w:p w:rsidR="00E00D30" w:rsidRDefault="00E00D30" w:rsidP="00E00D30">
      <w:r>
        <w:t>712.6032</w:t>
      </w:r>
      <w:r>
        <w:tab/>
        <w:t>1.013e0</w:t>
      </w:r>
    </w:p>
    <w:p w:rsidR="00E00D30" w:rsidRDefault="00E00D30" w:rsidP="00E00D30">
      <w:r>
        <w:t>712.6155</w:t>
      </w:r>
      <w:r>
        <w:tab/>
        <w:t>3.038e0</w:t>
      </w:r>
    </w:p>
    <w:p w:rsidR="00E00D30" w:rsidRDefault="00E00D30" w:rsidP="00E00D30">
      <w:r>
        <w:t>712.6287</w:t>
      </w:r>
      <w:r>
        <w:tab/>
        <w:t>1.013e0</w:t>
      </w:r>
    </w:p>
    <w:p w:rsidR="00E00D30" w:rsidRDefault="00E00D30" w:rsidP="00E00D30">
      <w:r>
        <w:t>712.6335</w:t>
      </w:r>
      <w:r>
        <w:tab/>
        <w:t>2.025e0</w:t>
      </w:r>
    </w:p>
    <w:p w:rsidR="00E00D30" w:rsidRDefault="00E00D30" w:rsidP="00E00D30">
      <w:r>
        <w:t>712.6398</w:t>
      </w:r>
      <w:r>
        <w:tab/>
        <w:t>1.013e0</w:t>
      </w:r>
    </w:p>
    <w:p w:rsidR="00E00D30" w:rsidRDefault="00E00D30" w:rsidP="00E00D30">
      <w:r>
        <w:t>712.6519</w:t>
      </w:r>
      <w:r>
        <w:tab/>
        <w:t>1.013e0</w:t>
      </w:r>
    </w:p>
    <w:p w:rsidR="00E00D30" w:rsidRDefault="00E00D30" w:rsidP="00E00D30">
      <w:r>
        <w:t>712.6882</w:t>
      </w:r>
      <w:r>
        <w:tab/>
        <w:t>1.013e0</w:t>
      </w:r>
    </w:p>
    <w:p w:rsidR="00E00D30" w:rsidRDefault="00E00D30" w:rsidP="00E00D30">
      <w:r>
        <w:t>712.7283</w:t>
      </w:r>
      <w:r>
        <w:tab/>
        <w:t>1.013e0</w:t>
      </w:r>
    </w:p>
    <w:p w:rsidR="00E00D30" w:rsidRDefault="00E00D30" w:rsidP="00E00D30">
      <w:r>
        <w:t>712.7612</w:t>
      </w:r>
      <w:r>
        <w:tab/>
        <w:t>2.025e0</w:t>
      </w:r>
    </w:p>
    <w:p w:rsidR="00E00D30" w:rsidRDefault="00E00D30" w:rsidP="00E00D30">
      <w:r>
        <w:t>712.7845</w:t>
      </w:r>
      <w:r>
        <w:tab/>
        <w:t>1.013e0</w:t>
      </w:r>
    </w:p>
    <w:p w:rsidR="00E00D30" w:rsidRDefault="00E00D30" w:rsidP="00E00D30">
      <w:r>
        <w:t>712.7882</w:t>
      </w:r>
      <w:r>
        <w:tab/>
        <w:t>2.025e0</w:t>
      </w:r>
    </w:p>
    <w:p w:rsidR="00E00D30" w:rsidRDefault="00E00D30" w:rsidP="00E00D30">
      <w:r>
        <w:t>712.8145</w:t>
      </w:r>
      <w:r>
        <w:tab/>
        <w:t>1.013e0</w:t>
      </w:r>
    </w:p>
    <w:p w:rsidR="00E00D30" w:rsidRDefault="00E00D30" w:rsidP="00E00D30">
      <w:r>
        <w:t>712.8667</w:t>
      </w:r>
      <w:r>
        <w:tab/>
        <w:t>2.025e0</w:t>
      </w:r>
    </w:p>
    <w:p w:rsidR="00E00D30" w:rsidRDefault="00E00D30" w:rsidP="00E00D30">
      <w:r>
        <w:lastRenderedPageBreak/>
        <w:t>712.9002</w:t>
      </w:r>
      <w:r>
        <w:tab/>
        <w:t>1.013e0</w:t>
      </w:r>
    </w:p>
    <w:p w:rsidR="00E00D30" w:rsidRDefault="00E00D30" w:rsidP="00E00D30">
      <w:r>
        <w:t>712.9542</w:t>
      </w:r>
      <w:r>
        <w:tab/>
        <w:t>1.013e0</w:t>
      </w:r>
    </w:p>
    <w:p w:rsidR="00E00D30" w:rsidRDefault="00E00D30" w:rsidP="00E00D30">
      <w:r>
        <w:t>712.9691</w:t>
      </w:r>
      <w:r>
        <w:tab/>
        <w:t>1.013e0</w:t>
      </w:r>
    </w:p>
    <w:p w:rsidR="00E00D30" w:rsidRDefault="00E00D30" w:rsidP="00E00D30">
      <w:r>
        <w:t>713.0099</w:t>
      </w:r>
      <w:r>
        <w:tab/>
        <w:t>3.038e0</w:t>
      </w:r>
    </w:p>
    <w:p w:rsidR="00E00D30" w:rsidRDefault="00E00D30" w:rsidP="00E00D30">
      <w:r>
        <w:t>713.0205</w:t>
      </w:r>
      <w:r>
        <w:tab/>
        <w:t>1.013e0</w:t>
      </w:r>
    </w:p>
    <w:p w:rsidR="00E00D30" w:rsidRDefault="00E00D30" w:rsidP="00E00D30">
      <w:r>
        <w:t>713.0268</w:t>
      </w:r>
      <w:r>
        <w:tab/>
        <w:t>1.013e0</w:t>
      </w:r>
    </w:p>
    <w:p w:rsidR="00E00D30" w:rsidRDefault="00E00D30" w:rsidP="00E00D30">
      <w:r>
        <w:t>713.0397</w:t>
      </w:r>
      <w:r>
        <w:tab/>
        <w:t>1.013e0</w:t>
      </w:r>
    </w:p>
    <w:p w:rsidR="00E00D30" w:rsidRDefault="00E00D30" w:rsidP="00E00D30">
      <w:r>
        <w:t>713.0546</w:t>
      </w:r>
      <w:r>
        <w:tab/>
        <w:t>1.013e0</w:t>
      </w:r>
    </w:p>
    <w:p w:rsidR="00E00D30" w:rsidRDefault="00E00D30" w:rsidP="00E00D30">
      <w:r>
        <w:t>713.0888</w:t>
      </w:r>
      <w:r>
        <w:tab/>
        <w:t>1.013e0</w:t>
      </w:r>
    </w:p>
    <w:p w:rsidR="00E00D30" w:rsidRDefault="00E00D30" w:rsidP="00E00D30">
      <w:r>
        <w:t>713.1115</w:t>
      </w:r>
      <w:r>
        <w:tab/>
        <w:t>1.013e0</w:t>
      </w:r>
    </w:p>
    <w:p w:rsidR="00E00D30" w:rsidRDefault="00E00D30" w:rsidP="00E00D30">
      <w:r>
        <w:t>713.1235</w:t>
      </w:r>
      <w:r>
        <w:tab/>
        <w:t>1.013e0</w:t>
      </w:r>
    </w:p>
    <w:p w:rsidR="00E00D30" w:rsidRDefault="00E00D30" w:rsidP="00E00D30">
      <w:r>
        <w:t>713.1477</w:t>
      </w:r>
      <w:r>
        <w:tab/>
        <w:t>1.013e0</w:t>
      </w:r>
    </w:p>
    <w:p w:rsidR="00E00D30" w:rsidRDefault="00E00D30" w:rsidP="00E00D30">
      <w:r>
        <w:t>713.1728</w:t>
      </w:r>
      <w:r>
        <w:tab/>
        <w:t>1.013e0</w:t>
      </w:r>
    </w:p>
    <w:p w:rsidR="00E00D30" w:rsidRDefault="00E00D30" w:rsidP="00E00D30">
      <w:r>
        <w:t>713.1917</w:t>
      </w:r>
      <w:r>
        <w:tab/>
        <w:t>1.013e0</w:t>
      </w:r>
    </w:p>
    <w:p w:rsidR="00E00D30" w:rsidRDefault="00E00D30" w:rsidP="00E00D30">
      <w:r>
        <w:t>713.1961</w:t>
      </w:r>
      <w:r>
        <w:tab/>
        <w:t>2.025e0</w:t>
      </w:r>
    </w:p>
    <w:p w:rsidR="00E00D30" w:rsidRDefault="00E00D30" w:rsidP="00E00D30">
      <w:r>
        <w:t>713.2090</w:t>
      </w:r>
      <w:r>
        <w:tab/>
        <w:t>2.025e0</w:t>
      </w:r>
    </w:p>
    <w:p w:rsidR="00E00D30" w:rsidRDefault="00E00D30" w:rsidP="00E00D30">
      <w:r>
        <w:t>713.2266</w:t>
      </w:r>
      <w:r>
        <w:tab/>
        <w:t>1.013e0</w:t>
      </w:r>
    </w:p>
    <w:p w:rsidR="00E00D30" w:rsidRDefault="00E00D30" w:rsidP="00E00D30">
      <w:r>
        <w:t>713.2436</w:t>
      </w:r>
      <w:r>
        <w:tab/>
        <w:t>1.013e0</w:t>
      </w:r>
    </w:p>
    <w:p w:rsidR="00E00D30" w:rsidRDefault="00E00D30" w:rsidP="00E00D30">
      <w:r>
        <w:t>713.2817</w:t>
      </w:r>
      <w:r>
        <w:tab/>
        <w:t>1.013e0</w:t>
      </w:r>
    </w:p>
    <w:p w:rsidR="00E00D30" w:rsidRDefault="00E00D30" w:rsidP="00E00D30">
      <w:r>
        <w:lastRenderedPageBreak/>
        <w:t>713.2952</w:t>
      </w:r>
      <w:r>
        <w:tab/>
        <w:t>2.025e0</w:t>
      </w:r>
    </w:p>
    <w:p w:rsidR="00E00D30" w:rsidRDefault="00E00D30" w:rsidP="00E00D30">
      <w:r>
        <w:t>713.3132</w:t>
      </w:r>
      <w:r>
        <w:tab/>
        <w:t>1.013e0</w:t>
      </w:r>
    </w:p>
    <w:p w:rsidR="00E00D30" w:rsidRDefault="00E00D30" w:rsidP="00E00D30">
      <w:r>
        <w:t>713.3167</w:t>
      </w:r>
      <w:r>
        <w:tab/>
        <w:t>2.025e0</w:t>
      </w:r>
    </w:p>
    <w:p w:rsidR="00E00D30" w:rsidRDefault="00E00D30" w:rsidP="00E00D30">
      <w:r>
        <w:t>713.3821</w:t>
      </w:r>
      <w:r>
        <w:tab/>
        <w:t>3.038e0</w:t>
      </w:r>
    </w:p>
    <w:p w:rsidR="00E00D30" w:rsidRDefault="00E00D30" w:rsidP="00E00D30">
      <w:r>
        <w:t>713.3925</w:t>
      </w:r>
      <w:r>
        <w:tab/>
        <w:t>4.051e0</w:t>
      </w:r>
    </w:p>
    <w:p w:rsidR="00E00D30" w:rsidRDefault="00E00D30" w:rsidP="00E00D30">
      <w:r>
        <w:t>713.4135</w:t>
      </w:r>
      <w:r>
        <w:tab/>
        <w:t>1.013e0</w:t>
      </w:r>
    </w:p>
    <w:p w:rsidR="00E00D30" w:rsidRDefault="00E00D30" w:rsidP="00E00D30">
      <w:r>
        <w:t>713.4153</w:t>
      </w:r>
      <w:r>
        <w:tab/>
        <w:t>5.063e0</w:t>
      </w:r>
    </w:p>
    <w:p w:rsidR="00E00D30" w:rsidRDefault="00E00D30" w:rsidP="00E00D30">
      <w:r>
        <w:t>713.4510</w:t>
      </w:r>
      <w:r>
        <w:tab/>
        <w:t>1.013e0</w:t>
      </w:r>
    </w:p>
    <w:p w:rsidR="00E00D30" w:rsidRDefault="00E00D30" w:rsidP="00E00D30">
      <w:r>
        <w:t>713.4839</w:t>
      </w:r>
      <w:r>
        <w:tab/>
        <w:t>2.025e0</w:t>
      </w:r>
    </w:p>
    <w:p w:rsidR="00E00D30" w:rsidRDefault="00E00D30" w:rsidP="00E00D30">
      <w:r>
        <w:t>713.5193</w:t>
      </w:r>
      <w:r>
        <w:tab/>
        <w:t>1.013e0</w:t>
      </w:r>
    </w:p>
    <w:p w:rsidR="00E00D30" w:rsidRDefault="00E00D30" w:rsidP="00E00D30">
      <w:r>
        <w:t>713.5351</w:t>
      </w:r>
      <w:r>
        <w:tab/>
        <w:t>1.013e0</w:t>
      </w:r>
    </w:p>
    <w:p w:rsidR="00E00D30" w:rsidRDefault="00E00D30" w:rsidP="00E00D30">
      <w:r>
        <w:t>713.5496</w:t>
      </w:r>
      <w:r>
        <w:tab/>
        <w:t>2.025e0</w:t>
      </w:r>
    </w:p>
    <w:p w:rsidR="00E00D30" w:rsidRDefault="00E00D30" w:rsidP="00E00D30">
      <w:r>
        <w:t>713.5702</w:t>
      </w:r>
      <w:r>
        <w:tab/>
        <w:t>1.013e0</w:t>
      </w:r>
    </w:p>
    <w:p w:rsidR="00E00D30" w:rsidRDefault="00E00D30" w:rsidP="00E00D30">
      <w:r>
        <w:t>713.5712</w:t>
      </w:r>
      <w:r>
        <w:tab/>
        <w:t>1.013e0</w:t>
      </w:r>
    </w:p>
    <w:p w:rsidR="00E00D30" w:rsidRDefault="00E00D30" w:rsidP="00E00D30">
      <w:r>
        <w:t>713.5833</w:t>
      </w:r>
      <w:r>
        <w:tab/>
        <w:t>1.013e0</w:t>
      </w:r>
    </w:p>
    <w:p w:rsidR="00E00D30" w:rsidRDefault="00E00D30" w:rsidP="00E00D30">
      <w:r>
        <w:t>713.6071</w:t>
      </w:r>
      <w:r>
        <w:tab/>
        <w:t>2.025e0</w:t>
      </w:r>
    </w:p>
    <w:p w:rsidR="00E00D30" w:rsidRDefault="00E00D30" w:rsidP="00E00D30">
      <w:r>
        <w:t>713.6317</w:t>
      </w:r>
      <w:r>
        <w:tab/>
        <w:t>1.013e0</w:t>
      </w:r>
    </w:p>
    <w:p w:rsidR="00E00D30" w:rsidRDefault="00E00D30" w:rsidP="00E00D30">
      <w:r>
        <w:t>713.6395</w:t>
      </w:r>
      <w:r>
        <w:tab/>
        <w:t>1.013e0</w:t>
      </w:r>
    </w:p>
    <w:p w:rsidR="00E00D30" w:rsidRDefault="00E00D30" w:rsidP="00E00D30">
      <w:r>
        <w:t>713.6556</w:t>
      </w:r>
      <w:r>
        <w:tab/>
        <w:t>1.013e0</w:t>
      </w:r>
    </w:p>
    <w:p w:rsidR="00E00D30" w:rsidRDefault="00E00D30" w:rsidP="00E00D30">
      <w:r>
        <w:lastRenderedPageBreak/>
        <w:t>713.7930</w:t>
      </w:r>
      <w:r>
        <w:tab/>
        <w:t>1.013e0</w:t>
      </w:r>
    </w:p>
    <w:p w:rsidR="00E00D30" w:rsidRDefault="00E00D30" w:rsidP="00E00D30">
      <w:r>
        <w:t>713.8012</w:t>
      </w:r>
      <w:r>
        <w:tab/>
        <w:t>1.013e0</w:t>
      </w:r>
    </w:p>
    <w:p w:rsidR="00E00D30" w:rsidRDefault="00E00D30" w:rsidP="00E00D30">
      <w:r>
        <w:t>713.8129</w:t>
      </w:r>
      <w:r>
        <w:tab/>
        <w:t>1.013e0</w:t>
      </w:r>
    </w:p>
    <w:p w:rsidR="00E00D30" w:rsidRDefault="00E00D30" w:rsidP="00E00D30">
      <w:r>
        <w:t>713.8263</w:t>
      </w:r>
      <w:r>
        <w:tab/>
        <w:t>1.013e0</w:t>
      </w:r>
    </w:p>
    <w:p w:rsidR="00E00D30" w:rsidRDefault="00E00D30" w:rsidP="00E00D30">
      <w:r>
        <w:t>713.8788</w:t>
      </w:r>
      <w:r>
        <w:tab/>
        <w:t>3.038e0</w:t>
      </w:r>
    </w:p>
    <w:p w:rsidR="00E00D30" w:rsidRDefault="00E00D30" w:rsidP="00E00D30">
      <w:r>
        <w:t>713.8964</w:t>
      </w:r>
      <w:r>
        <w:tab/>
        <w:t>1.013e0</w:t>
      </w:r>
    </w:p>
    <w:p w:rsidR="00E00D30" w:rsidRDefault="00E00D30" w:rsidP="00E00D30">
      <w:r>
        <w:t>713.9340</w:t>
      </w:r>
      <w:r>
        <w:tab/>
        <w:t>1.013e0</w:t>
      </w:r>
    </w:p>
    <w:p w:rsidR="00E00D30" w:rsidRDefault="00E00D30" w:rsidP="00E00D30">
      <w:r>
        <w:t>713.9433</w:t>
      </w:r>
      <w:r>
        <w:tab/>
        <w:t>3.038e0</w:t>
      </w:r>
    </w:p>
    <w:p w:rsidR="00E00D30" w:rsidRDefault="00E00D30" w:rsidP="00E00D30">
      <w:r>
        <w:t>713.9583</w:t>
      </w:r>
      <w:r>
        <w:tab/>
        <w:t>1.013e0</w:t>
      </w:r>
    </w:p>
    <w:p w:rsidR="00E00D30" w:rsidRDefault="00E00D30" w:rsidP="00E00D30">
      <w:r>
        <w:t>714.0071</w:t>
      </w:r>
      <w:r>
        <w:tab/>
        <w:t>1.013e0</w:t>
      </w:r>
    </w:p>
    <w:p w:rsidR="00E00D30" w:rsidRDefault="00E00D30" w:rsidP="00E00D30">
      <w:r>
        <w:t>714.0188</w:t>
      </w:r>
      <w:r>
        <w:tab/>
        <w:t>1.013e0</w:t>
      </w:r>
    </w:p>
    <w:p w:rsidR="00E00D30" w:rsidRDefault="00E00D30" w:rsidP="00E00D30">
      <w:r>
        <w:t>714.0676</w:t>
      </w:r>
      <w:r>
        <w:tab/>
        <w:t>1.013e0</w:t>
      </w:r>
    </w:p>
    <w:p w:rsidR="00E00D30" w:rsidRDefault="00E00D30" w:rsidP="00E00D30">
      <w:r>
        <w:t>714.1097</w:t>
      </w:r>
      <w:r>
        <w:tab/>
        <w:t>2.025e0</w:t>
      </w:r>
    </w:p>
    <w:p w:rsidR="00E00D30" w:rsidRDefault="00E00D30" w:rsidP="00E00D30">
      <w:r>
        <w:t>714.1157</w:t>
      </w:r>
      <w:r>
        <w:tab/>
        <w:t>1.013e0</w:t>
      </w:r>
    </w:p>
    <w:p w:rsidR="00E00D30" w:rsidRDefault="00E00D30" w:rsidP="00E00D30">
      <w:r>
        <w:t>714.1193</w:t>
      </w:r>
      <w:r>
        <w:tab/>
        <w:t>1.013e0</w:t>
      </w:r>
    </w:p>
    <w:p w:rsidR="00E00D30" w:rsidRDefault="00E00D30" w:rsidP="00E00D30">
      <w:r>
        <w:t>714.1321</w:t>
      </w:r>
      <w:r>
        <w:tab/>
        <w:t>2.025e0</w:t>
      </w:r>
    </w:p>
    <w:p w:rsidR="00E00D30" w:rsidRDefault="00E00D30" w:rsidP="00E00D30">
      <w:r>
        <w:t>714.1378</w:t>
      </w:r>
      <w:r>
        <w:tab/>
        <w:t>3.038e0</w:t>
      </w:r>
    </w:p>
    <w:p w:rsidR="00E00D30" w:rsidRDefault="00E00D30" w:rsidP="00E00D30">
      <w:r>
        <w:t>714.2312</w:t>
      </w:r>
      <w:r>
        <w:tab/>
        <w:t>2.025e0</w:t>
      </w:r>
    </w:p>
    <w:p w:rsidR="00E00D30" w:rsidRDefault="00E00D30" w:rsidP="00E00D30">
      <w:r>
        <w:t>714.2372</w:t>
      </w:r>
      <w:r>
        <w:tab/>
        <w:t>1.013e0</w:t>
      </w:r>
    </w:p>
    <w:p w:rsidR="00E00D30" w:rsidRDefault="00E00D30" w:rsidP="00E00D30">
      <w:r>
        <w:lastRenderedPageBreak/>
        <w:t>714.2394</w:t>
      </w:r>
      <w:r>
        <w:tab/>
        <w:t>1.013e0</w:t>
      </w:r>
    </w:p>
    <w:p w:rsidR="00E00D30" w:rsidRDefault="00E00D30" w:rsidP="00E00D30">
      <w:r>
        <w:t>714.2489</w:t>
      </w:r>
      <w:r>
        <w:tab/>
        <w:t>1.013e0</w:t>
      </w:r>
    </w:p>
    <w:p w:rsidR="00E00D30" w:rsidRDefault="00E00D30" w:rsidP="00E00D30">
      <w:r>
        <w:t>714.3077</w:t>
      </w:r>
      <w:r>
        <w:tab/>
        <w:t>3.038e0</w:t>
      </w:r>
    </w:p>
    <w:p w:rsidR="00E00D30" w:rsidRDefault="00E00D30" w:rsidP="00E00D30">
      <w:r>
        <w:t>714.3094</w:t>
      </w:r>
      <w:r>
        <w:tab/>
        <w:t>1.013e0</w:t>
      </w:r>
    </w:p>
    <w:p w:rsidR="00E00D30" w:rsidRDefault="00E00D30" w:rsidP="00E00D30">
      <w:r>
        <w:t>714.3216</w:t>
      </w:r>
      <w:r>
        <w:tab/>
        <w:t>1.013e0</w:t>
      </w:r>
    </w:p>
    <w:p w:rsidR="00E00D30" w:rsidRDefault="00E00D30" w:rsidP="00E00D30">
      <w:r>
        <w:t>714.3266</w:t>
      </w:r>
      <w:r>
        <w:tab/>
        <w:t>1.013e0</w:t>
      </w:r>
    </w:p>
    <w:p w:rsidR="00E00D30" w:rsidRDefault="00E00D30" w:rsidP="00E00D30">
      <w:r>
        <w:t>714.3721</w:t>
      </w:r>
      <w:r>
        <w:tab/>
        <w:t>2.025e0</w:t>
      </w:r>
    </w:p>
    <w:p w:rsidR="00E00D30" w:rsidRDefault="00E00D30" w:rsidP="00E00D30">
      <w:r>
        <w:t>714.3771</w:t>
      </w:r>
      <w:r>
        <w:tab/>
        <w:t>1.013e0</w:t>
      </w:r>
    </w:p>
    <w:p w:rsidR="00E00D30" w:rsidRDefault="00E00D30" w:rsidP="00E00D30">
      <w:r>
        <w:t>714.3822</w:t>
      </w:r>
      <w:r>
        <w:tab/>
        <w:t>2.025e0</w:t>
      </w:r>
    </w:p>
    <w:p w:rsidR="00E00D30" w:rsidRDefault="00E00D30" w:rsidP="00E00D30">
      <w:r>
        <w:t>714.3958</w:t>
      </w:r>
      <w:r>
        <w:tab/>
        <w:t>2.025e0</w:t>
      </w:r>
    </w:p>
    <w:p w:rsidR="00E00D30" w:rsidRDefault="00E00D30" w:rsidP="00E00D30">
      <w:r>
        <w:t>714.4282</w:t>
      </w:r>
      <w:r>
        <w:tab/>
        <w:t>1.013e0</w:t>
      </w:r>
    </w:p>
    <w:p w:rsidR="00E00D30" w:rsidRDefault="00E00D30" w:rsidP="00E00D30">
      <w:r>
        <w:t>714.4431</w:t>
      </w:r>
      <w:r>
        <w:tab/>
        <w:t>2.025e0</w:t>
      </w:r>
    </w:p>
    <w:p w:rsidR="00E00D30" w:rsidRDefault="00E00D30" w:rsidP="00E00D30">
      <w:r>
        <w:t>714.4773</w:t>
      </w:r>
      <w:r>
        <w:tab/>
        <w:t>3.038e0</w:t>
      </w:r>
    </w:p>
    <w:p w:rsidR="00E00D30" w:rsidRDefault="00E00D30" w:rsidP="00E00D30">
      <w:r>
        <w:t>714.5104</w:t>
      </w:r>
      <w:r>
        <w:tab/>
        <w:t>2.025e0</w:t>
      </w:r>
    </w:p>
    <w:p w:rsidR="00E00D30" w:rsidRDefault="00E00D30" w:rsidP="00E00D30">
      <w:r>
        <w:t>714.5487</w:t>
      </w:r>
      <w:r>
        <w:tab/>
        <w:t>1.013e0</w:t>
      </w:r>
    </w:p>
    <w:p w:rsidR="00E00D30" w:rsidRDefault="00E00D30" w:rsidP="00E00D30">
      <w:r>
        <w:t>714.5796</w:t>
      </w:r>
      <w:r>
        <w:tab/>
        <w:t>3.038e0</w:t>
      </w:r>
    </w:p>
    <w:p w:rsidR="00E00D30" w:rsidRDefault="00E00D30" w:rsidP="00E00D30">
      <w:r>
        <w:t>714.5941</w:t>
      </w:r>
      <w:r>
        <w:tab/>
        <w:t>3.038e0</w:t>
      </w:r>
    </w:p>
    <w:p w:rsidR="00E00D30" w:rsidRDefault="00E00D30" w:rsidP="00E00D30">
      <w:r>
        <w:t>714.6124</w:t>
      </w:r>
      <w:r>
        <w:tab/>
        <w:t>3.038e0</w:t>
      </w:r>
    </w:p>
    <w:p w:rsidR="00E00D30" w:rsidRDefault="00E00D30" w:rsidP="00E00D30">
      <w:r>
        <w:t>714.6342</w:t>
      </w:r>
      <w:r>
        <w:tab/>
        <w:t>1.013e0</w:t>
      </w:r>
    </w:p>
    <w:p w:rsidR="00E00D30" w:rsidRDefault="00E00D30" w:rsidP="00E00D30">
      <w:r>
        <w:lastRenderedPageBreak/>
        <w:t>714.6355</w:t>
      </w:r>
      <w:r>
        <w:tab/>
        <w:t>1.013e0</w:t>
      </w:r>
    </w:p>
    <w:p w:rsidR="00E00D30" w:rsidRDefault="00E00D30" w:rsidP="00E00D30">
      <w:r>
        <w:t>714.6851</w:t>
      </w:r>
      <w:r>
        <w:tab/>
        <w:t>1.013e0</w:t>
      </w:r>
    </w:p>
    <w:p w:rsidR="00E00D30" w:rsidRDefault="00E00D30" w:rsidP="00E00D30">
      <w:r>
        <w:t>714.7034</w:t>
      </w:r>
      <w:r>
        <w:tab/>
        <w:t>1.013e0</w:t>
      </w:r>
    </w:p>
    <w:p w:rsidR="00E00D30" w:rsidRDefault="00E00D30" w:rsidP="00E00D30">
      <w:r>
        <w:t>714.8745</w:t>
      </w:r>
      <w:r>
        <w:tab/>
        <w:t>1.013e0</w:t>
      </w:r>
    </w:p>
    <w:p w:rsidR="00E00D30" w:rsidRDefault="00E00D30" w:rsidP="00E00D30">
      <w:r>
        <w:t>714.8757</w:t>
      </w:r>
      <w:r>
        <w:tab/>
        <w:t>2.025e0</w:t>
      </w:r>
    </w:p>
    <w:p w:rsidR="00E00D30" w:rsidRDefault="00E00D30" w:rsidP="00E00D30">
      <w:r>
        <w:t>714.9470</w:t>
      </w:r>
      <w:r>
        <w:tab/>
        <w:t>2.025e0</w:t>
      </w:r>
    </w:p>
    <w:p w:rsidR="00E00D30" w:rsidRDefault="00E00D30" w:rsidP="00E00D30">
      <w:r>
        <w:t>714.9765</w:t>
      </w:r>
      <w:r>
        <w:tab/>
        <w:t>2.025e0</w:t>
      </w:r>
    </w:p>
    <w:p w:rsidR="00E00D30" w:rsidRDefault="00E00D30" w:rsidP="00E00D30">
      <w:r>
        <w:t>714.9778</w:t>
      </w:r>
      <w:r>
        <w:tab/>
        <w:t>2.025e0</w:t>
      </w:r>
    </w:p>
    <w:p w:rsidR="00E00D30" w:rsidRDefault="00E00D30" w:rsidP="00E00D30">
      <w:r>
        <w:t>715.0137</w:t>
      </w:r>
      <w:r>
        <w:tab/>
        <w:t>1.013e0</w:t>
      </w:r>
    </w:p>
    <w:p w:rsidR="00E00D30" w:rsidRDefault="00E00D30" w:rsidP="00E00D30">
      <w:r>
        <w:t>715.0246</w:t>
      </w:r>
      <w:r>
        <w:tab/>
        <w:t>1.013e0</w:t>
      </w:r>
    </w:p>
    <w:p w:rsidR="00E00D30" w:rsidRDefault="00E00D30" w:rsidP="00E00D30">
      <w:r>
        <w:t>715.0305</w:t>
      </w:r>
      <w:r>
        <w:tab/>
        <w:t>1.013e0</w:t>
      </w:r>
    </w:p>
    <w:p w:rsidR="00E00D30" w:rsidRDefault="00E00D30" w:rsidP="00E00D30">
      <w:r>
        <w:t>715.0493</w:t>
      </w:r>
      <w:r>
        <w:tab/>
        <w:t>1.013e0</w:t>
      </w:r>
    </w:p>
    <w:p w:rsidR="00E00D30" w:rsidRDefault="00E00D30" w:rsidP="00E00D30">
      <w:r>
        <w:t>715.0613</w:t>
      </w:r>
      <w:r>
        <w:tab/>
        <w:t>1.013e0</w:t>
      </w:r>
    </w:p>
    <w:p w:rsidR="00E00D30" w:rsidRDefault="00E00D30" w:rsidP="00E00D30">
      <w:r>
        <w:t>715.0731</w:t>
      </w:r>
      <w:r>
        <w:tab/>
        <w:t>1.013e0</w:t>
      </w:r>
    </w:p>
    <w:p w:rsidR="00E00D30" w:rsidRDefault="00E00D30" w:rsidP="00E00D30">
      <w:r>
        <w:t>715.1095</w:t>
      </w:r>
      <w:r>
        <w:tab/>
        <w:t>1.013e0</w:t>
      </w:r>
    </w:p>
    <w:p w:rsidR="00E00D30" w:rsidRDefault="00E00D30" w:rsidP="00E00D30">
      <w:r>
        <w:t>715.1268</w:t>
      </w:r>
      <w:r>
        <w:tab/>
        <w:t>2.025e0</w:t>
      </w:r>
    </w:p>
    <w:p w:rsidR="00E00D30" w:rsidRDefault="00E00D30" w:rsidP="00E00D30">
      <w:r>
        <w:t>715.1826</w:t>
      </w:r>
      <w:r>
        <w:tab/>
        <w:t>1.013e0</w:t>
      </w:r>
    </w:p>
    <w:p w:rsidR="00E00D30" w:rsidRDefault="00E00D30" w:rsidP="00E00D30">
      <w:r>
        <w:t>715.1848</w:t>
      </w:r>
      <w:r>
        <w:tab/>
        <w:t>1.013e0</w:t>
      </w:r>
    </w:p>
    <w:p w:rsidR="00E00D30" w:rsidRDefault="00E00D30" w:rsidP="00E00D30">
      <w:r>
        <w:t>715.2022</w:t>
      </w:r>
      <w:r>
        <w:tab/>
        <w:t>3.038e0</w:t>
      </w:r>
    </w:p>
    <w:p w:rsidR="00E00D30" w:rsidRDefault="00E00D30" w:rsidP="00E00D30">
      <w:r>
        <w:lastRenderedPageBreak/>
        <w:t>715.2357</w:t>
      </w:r>
      <w:r>
        <w:tab/>
        <w:t>1.013e0</w:t>
      </w:r>
    </w:p>
    <w:p w:rsidR="00E00D30" w:rsidRDefault="00E00D30" w:rsidP="00E00D30">
      <w:r>
        <w:t>715.2708</w:t>
      </w:r>
      <w:r>
        <w:tab/>
        <w:t>1.013e0</w:t>
      </w:r>
    </w:p>
    <w:p w:rsidR="00E00D30" w:rsidRDefault="00E00D30" w:rsidP="00E00D30">
      <w:r>
        <w:t>715.2793</w:t>
      </w:r>
      <w:r>
        <w:tab/>
        <w:t>1.013e0</w:t>
      </w:r>
    </w:p>
    <w:p w:rsidR="00E00D30" w:rsidRDefault="00E00D30" w:rsidP="00E00D30">
      <w:r>
        <w:t>715.3044</w:t>
      </w:r>
      <w:r>
        <w:tab/>
        <w:t>2.025e0</w:t>
      </w:r>
    </w:p>
    <w:p w:rsidR="00E00D30" w:rsidRDefault="00E00D30" w:rsidP="00E00D30">
      <w:r>
        <w:t>715.3555</w:t>
      </w:r>
      <w:r>
        <w:tab/>
        <w:t>1.013e0</w:t>
      </w:r>
    </w:p>
    <w:p w:rsidR="00E00D30" w:rsidRDefault="00E00D30" w:rsidP="00E00D30">
      <w:r>
        <w:t>715.3646</w:t>
      </w:r>
      <w:r>
        <w:tab/>
        <w:t>2.025e0</w:t>
      </w:r>
    </w:p>
    <w:p w:rsidR="00E00D30" w:rsidRDefault="00E00D30" w:rsidP="00E00D30">
      <w:r>
        <w:t>715.3814</w:t>
      </w:r>
      <w:r>
        <w:tab/>
        <w:t>2.025e0</w:t>
      </w:r>
    </w:p>
    <w:p w:rsidR="00E00D30" w:rsidRDefault="00E00D30" w:rsidP="00E00D30">
      <w:r>
        <w:t>715.3829</w:t>
      </w:r>
      <w:r>
        <w:tab/>
        <w:t>2.025e0</w:t>
      </w:r>
    </w:p>
    <w:p w:rsidR="00E00D30" w:rsidRDefault="00E00D30" w:rsidP="00E00D30">
      <w:r>
        <w:t>715.3885</w:t>
      </w:r>
      <w:r>
        <w:tab/>
        <w:t>1.013e0</w:t>
      </w:r>
    </w:p>
    <w:p w:rsidR="00E00D30" w:rsidRDefault="00E00D30" w:rsidP="00E00D30">
      <w:r>
        <w:t>715.4421</w:t>
      </w:r>
      <w:r>
        <w:tab/>
        <w:t>2.025e0</w:t>
      </w:r>
    </w:p>
    <w:p w:rsidR="00E00D30" w:rsidRDefault="00E00D30" w:rsidP="00E00D30">
      <w:r>
        <w:t>715.4673</w:t>
      </w:r>
      <w:r>
        <w:tab/>
        <w:t>2.025e0</w:t>
      </w:r>
    </w:p>
    <w:p w:rsidR="00E00D30" w:rsidRDefault="00E00D30" w:rsidP="00E00D30">
      <w:r>
        <w:t>715.4905</w:t>
      </w:r>
      <w:r>
        <w:tab/>
        <w:t>2.025e0</w:t>
      </w:r>
    </w:p>
    <w:p w:rsidR="00E00D30" w:rsidRDefault="00E00D30" w:rsidP="00E00D30">
      <w:r>
        <w:t>715.5530</w:t>
      </w:r>
      <w:r>
        <w:tab/>
        <w:t>2.025e0</w:t>
      </w:r>
    </w:p>
    <w:p w:rsidR="00E00D30" w:rsidRDefault="00E00D30" w:rsidP="00E00D30">
      <w:r>
        <w:t>715.5717</w:t>
      </w:r>
      <w:r>
        <w:tab/>
        <w:t>1.013e0</w:t>
      </w:r>
    </w:p>
    <w:p w:rsidR="00E00D30" w:rsidRDefault="00E00D30" w:rsidP="00E00D30">
      <w:r>
        <w:t>715.5787</w:t>
      </w:r>
      <w:r>
        <w:tab/>
        <w:t>3.038e0</w:t>
      </w:r>
    </w:p>
    <w:p w:rsidR="00E00D30" w:rsidRDefault="00E00D30" w:rsidP="00E00D30">
      <w:r>
        <w:t>715.5830</w:t>
      </w:r>
      <w:r>
        <w:tab/>
        <w:t>1.013e0</w:t>
      </w:r>
    </w:p>
    <w:p w:rsidR="00E00D30" w:rsidRDefault="00E00D30" w:rsidP="00E00D30">
      <w:r>
        <w:t>715.5875</w:t>
      </w:r>
      <w:r>
        <w:tab/>
        <w:t>2.025e0</w:t>
      </w:r>
    </w:p>
    <w:p w:rsidR="00E00D30" w:rsidRDefault="00E00D30" w:rsidP="00E00D30">
      <w:r>
        <w:t>715.5967</w:t>
      </w:r>
      <w:r>
        <w:tab/>
        <w:t>1.013e0</w:t>
      </w:r>
    </w:p>
    <w:p w:rsidR="00E00D30" w:rsidRDefault="00E00D30" w:rsidP="00E00D30">
      <w:r>
        <w:t>715.6473</w:t>
      </w:r>
      <w:r>
        <w:tab/>
        <w:t>1.013e0</w:t>
      </w:r>
    </w:p>
    <w:p w:rsidR="00E00D30" w:rsidRDefault="00E00D30" w:rsidP="00E00D30">
      <w:r>
        <w:lastRenderedPageBreak/>
        <w:t>715.6815</w:t>
      </w:r>
      <w:r>
        <w:tab/>
        <w:t>1.013e0</w:t>
      </w:r>
    </w:p>
    <w:p w:rsidR="00E00D30" w:rsidRDefault="00E00D30" w:rsidP="00E00D30">
      <w:r>
        <w:t>715.7408</w:t>
      </w:r>
      <w:r>
        <w:tab/>
        <w:t>1.013e0</w:t>
      </w:r>
    </w:p>
    <w:p w:rsidR="00E00D30" w:rsidRDefault="00E00D30" w:rsidP="00E00D30">
      <w:r>
        <w:t>715.7510</w:t>
      </w:r>
      <w:r>
        <w:tab/>
        <w:t>2.025e0</w:t>
      </w:r>
    </w:p>
    <w:p w:rsidR="00E00D30" w:rsidRDefault="00E00D30" w:rsidP="00E00D30">
      <w:r>
        <w:t>715.8377</w:t>
      </w:r>
      <w:r>
        <w:tab/>
        <w:t>2.025e0</w:t>
      </w:r>
    </w:p>
    <w:p w:rsidR="00E00D30" w:rsidRDefault="00E00D30" w:rsidP="00E00D30">
      <w:r>
        <w:t>715.9225</w:t>
      </w:r>
      <w:r>
        <w:tab/>
        <w:t>1.013e0</w:t>
      </w:r>
    </w:p>
    <w:p w:rsidR="00E00D30" w:rsidRDefault="00E00D30" w:rsidP="00E00D30">
      <w:r>
        <w:t>715.9395</w:t>
      </w:r>
      <w:r>
        <w:tab/>
        <w:t>1.013e0</w:t>
      </w:r>
    </w:p>
    <w:p w:rsidR="00E00D30" w:rsidRDefault="00E00D30" w:rsidP="00E00D30">
      <w:r>
        <w:t>715.9877</w:t>
      </w:r>
      <w:r>
        <w:tab/>
        <w:t>2.025e0</w:t>
      </w:r>
    </w:p>
    <w:p w:rsidR="00E00D30" w:rsidRDefault="00E00D30" w:rsidP="00E00D30">
      <w:r>
        <w:t>716.0685</w:t>
      </w:r>
      <w:r>
        <w:tab/>
        <w:t>1.013e0</w:t>
      </w:r>
    </w:p>
    <w:p w:rsidR="00E00D30" w:rsidRDefault="00E00D30" w:rsidP="00E00D30">
      <w:r>
        <w:t>716.0807</w:t>
      </w:r>
      <w:r>
        <w:tab/>
        <w:t>1.013e0</w:t>
      </w:r>
    </w:p>
    <w:p w:rsidR="00E00D30" w:rsidRDefault="00E00D30" w:rsidP="00E00D30">
      <w:r>
        <w:t>716.1035</w:t>
      </w:r>
      <w:r>
        <w:tab/>
        <w:t>2.025e0</w:t>
      </w:r>
    </w:p>
    <w:p w:rsidR="00E00D30" w:rsidRDefault="00E00D30" w:rsidP="00E00D30">
      <w:r>
        <w:t>716.1171</w:t>
      </w:r>
      <w:r>
        <w:tab/>
        <w:t>1.013e0</w:t>
      </w:r>
    </w:p>
    <w:p w:rsidR="00E00D30" w:rsidRDefault="00E00D30" w:rsidP="00E00D30">
      <w:r>
        <w:t>716.1289</w:t>
      </w:r>
      <w:r>
        <w:tab/>
        <w:t>2.025e0</w:t>
      </w:r>
    </w:p>
    <w:p w:rsidR="00E00D30" w:rsidRDefault="00E00D30" w:rsidP="00E00D30">
      <w:r>
        <w:t>716.1536</w:t>
      </w:r>
      <w:r>
        <w:tab/>
        <w:t>1.013e0</w:t>
      </w:r>
    </w:p>
    <w:p w:rsidR="00E00D30" w:rsidRDefault="00E00D30" w:rsidP="00E00D30">
      <w:r>
        <w:t>716.1977</w:t>
      </w:r>
      <w:r>
        <w:tab/>
        <w:t>1.013e0</w:t>
      </w:r>
    </w:p>
    <w:p w:rsidR="00E00D30" w:rsidRDefault="00E00D30" w:rsidP="00E00D30">
      <w:r>
        <w:t>716.2224</w:t>
      </w:r>
      <w:r>
        <w:tab/>
        <w:t>2.025e0</w:t>
      </w:r>
    </w:p>
    <w:p w:rsidR="00E00D30" w:rsidRDefault="00E00D30" w:rsidP="00E00D30">
      <w:r>
        <w:t>716.2386</w:t>
      </w:r>
      <w:r>
        <w:tab/>
        <w:t>1.013e0</w:t>
      </w:r>
    </w:p>
    <w:p w:rsidR="00E00D30" w:rsidRDefault="00E00D30" w:rsidP="00E00D30">
      <w:r>
        <w:t>716.2665</w:t>
      </w:r>
      <w:r>
        <w:tab/>
        <w:t>1.013e0</w:t>
      </w:r>
    </w:p>
    <w:p w:rsidR="00E00D30" w:rsidRDefault="00E00D30" w:rsidP="00E00D30">
      <w:r>
        <w:t>716.3081</w:t>
      </w:r>
      <w:r>
        <w:tab/>
        <w:t>2.025e0</w:t>
      </w:r>
    </w:p>
    <w:p w:rsidR="00E00D30" w:rsidRDefault="00E00D30" w:rsidP="00E00D30">
      <w:r>
        <w:t>716.3597</w:t>
      </w:r>
      <w:r>
        <w:tab/>
        <w:t>3.038e0</w:t>
      </w:r>
    </w:p>
    <w:p w:rsidR="00E00D30" w:rsidRDefault="00E00D30" w:rsidP="00E00D30">
      <w:r>
        <w:lastRenderedPageBreak/>
        <w:t>716.3680</w:t>
      </w:r>
      <w:r>
        <w:tab/>
        <w:t>1.013e0</w:t>
      </w:r>
    </w:p>
    <w:p w:rsidR="00E00D30" w:rsidRDefault="00E00D30" w:rsidP="00E00D30">
      <w:r>
        <w:t>716.3693</w:t>
      </w:r>
      <w:r>
        <w:tab/>
        <w:t>1.013e0</w:t>
      </w:r>
    </w:p>
    <w:p w:rsidR="00E00D30" w:rsidRDefault="00E00D30" w:rsidP="00E00D30">
      <w:r>
        <w:t>716.3771</w:t>
      </w:r>
      <w:r>
        <w:tab/>
        <w:t>2.025e0</w:t>
      </w:r>
    </w:p>
    <w:p w:rsidR="00E00D30" w:rsidRDefault="00E00D30" w:rsidP="00E00D30">
      <w:r>
        <w:t>716.3853</w:t>
      </w:r>
      <w:r>
        <w:tab/>
        <w:t>1.013e0</w:t>
      </w:r>
    </w:p>
    <w:p w:rsidR="00E00D30" w:rsidRDefault="00E00D30" w:rsidP="00E00D30">
      <w:r>
        <w:t>716.4204</w:t>
      </w:r>
      <w:r>
        <w:tab/>
        <w:t>1.013e0</w:t>
      </w:r>
    </w:p>
    <w:p w:rsidR="00E00D30" w:rsidRDefault="00E00D30" w:rsidP="00E00D30">
      <w:r>
        <w:t>716.4329</w:t>
      </w:r>
      <w:r>
        <w:tab/>
        <w:t>1.037e0</w:t>
      </w:r>
    </w:p>
    <w:p w:rsidR="00E00D30" w:rsidRDefault="00E00D30" w:rsidP="00E00D30">
      <w:r>
        <w:t>716.4669</w:t>
      </w:r>
      <w:r>
        <w:tab/>
        <w:t>3.038e0</w:t>
      </w:r>
    </w:p>
    <w:p w:rsidR="00E00D30" w:rsidRDefault="00E00D30" w:rsidP="00E00D30">
      <w:r>
        <w:t>716.4926</w:t>
      </w:r>
      <w:r>
        <w:tab/>
        <w:t>3.038e0</w:t>
      </w:r>
    </w:p>
    <w:p w:rsidR="00E00D30" w:rsidRDefault="00E00D30" w:rsidP="00E00D30">
      <w:r>
        <w:t>716.5104</w:t>
      </w:r>
      <w:r>
        <w:tab/>
        <w:t>3.038e0</w:t>
      </w:r>
    </w:p>
    <w:p w:rsidR="00E00D30" w:rsidRDefault="00E00D30" w:rsidP="00E00D30">
      <w:r>
        <w:t>716.5119</w:t>
      </w:r>
      <w:r>
        <w:tab/>
        <w:t>2.025e0</w:t>
      </w:r>
    </w:p>
    <w:p w:rsidR="00E00D30" w:rsidRDefault="00E00D30" w:rsidP="00E00D30">
      <w:r>
        <w:t>716.5300</w:t>
      </w:r>
      <w:r>
        <w:tab/>
        <w:t>2.025e0</w:t>
      </w:r>
    </w:p>
    <w:p w:rsidR="00E00D30" w:rsidRDefault="00E00D30" w:rsidP="00E00D30">
      <w:r>
        <w:t>716.5349</w:t>
      </w:r>
      <w:r>
        <w:tab/>
        <w:t>4.051e0</w:t>
      </w:r>
    </w:p>
    <w:p w:rsidR="00E00D30" w:rsidRDefault="00E00D30" w:rsidP="00E00D30">
      <w:r>
        <w:t>716.5370</w:t>
      </w:r>
      <w:r>
        <w:tab/>
        <w:t>3.038e0</w:t>
      </w:r>
    </w:p>
    <w:p w:rsidR="00E00D30" w:rsidRDefault="00E00D30" w:rsidP="00E00D30">
      <w:r>
        <w:t>716.5699</w:t>
      </w:r>
      <w:r>
        <w:tab/>
        <w:t>5.063e0</w:t>
      </w:r>
    </w:p>
    <w:p w:rsidR="00E00D30" w:rsidRDefault="00E00D30" w:rsidP="00E00D30">
      <w:r>
        <w:t>716.5934</w:t>
      </w:r>
      <w:r>
        <w:tab/>
        <w:t>3.038e0</w:t>
      </w:r>
    </w:p>
    <w:p w:rsidR="00E00D30" w:rsidRDefault="00E00D30" w:rsidP="00E00D30">
      <w:r>
        <w:t>716.6152</w:t>
      </w:r>
      <w:r>
        <w:tab/>
        <w:t>1.013e0</w:t>
      </w:r>
    </w:p>
    <w:p w:rsidR="00E00D30" w:rsidRDefault="00E00D30" w:rsidP="00E00D30">
      <w:r>
        <w:t>716.6270</w:t>
      </w:r>
      <w:r>
        <w:tab/>
        <w:t>2.025e0</w:t>
      </w:r>
    </w:p>
    <w:p w:rsidR="00E00D30" w:rsidRDefault="00E00D30" w:rsidP="00E00D30">
      <w:r>
        <w:t>716.6432</w:t>
      </w:r>
      <w:r>
        <w:tab/>
        <w:t>1.013e0</w:t>
      </w:r>
    </w:p>
    <w:p w:rsidR="00E00D30" w:rsidRDefault="00E00D30" w:rsidP="00E00D30">
      <w:r>
        <w:t>716.7117</w:t>
      </w:r>
      <w:r>
        <w:tab/>
        <w:t>1.013e0</w:t>
      </w:r>
    </w:p>
    <w:p w:rsidR="00E00D30" w:rsidRDefault="00E00D30" w:rsidP="00E00D30">
      <w:r>
        <w:lastRenderedPageBreak/>
        <w:t>716.7250</w:t>
      </w:r>
      <w:r>
        <w:tab/>
        <w:t>2.025e0</w:t>
      </w:r>
    </w:p>
    <w:p w:rsidR="00E00D30" w:rsidRDefault="00E00D30" w:rsidP="00E00D30">
      <w:r>
        <w:t>716.7808</w:t>
      </w:r>
      <w:r>
        <w:tab/>
        <w:t>2.025e0</w:t>
      </w:r>
    </w:p>
    <w:p w:rsidR="00E00D30" w:rsidRDefault="00E00D30" w:rsidP="00E00D30">
      <w:r>
        <w:t>716.8148</w:t>
      </w:r>
      <w:r>
        <w:tab/>
        <w:t>1.013e0</w:t>
      </w:r>
    </w:p>
    <w:p w:rsidR="00E00D30" w:rsidRDefault="00E00D30" w:rsidP="00E00D30">
      <w:r>
        <w:t>716.8227</w:t>
      </w:r>
      <w:r>
        <w:tab/>
        <w:t>1.013e0</w:t>
      </w:r>
    </w:p>
    <w:p w:rsidR="00E00D30" w:rsidRDefault="00E00D30" w:rsidP="00E00D30">
      <w:r>
        <w:t>716.8315</w:t>
      </w:r>
      <w:r>
        <w:tab/>
        <w:t>1.013e0</w:t>
      </w:r>
    </w:p>
    <w:p w:rsidR="00E00D30" w:rsidRDefault="00E00D30" w:rsidP="00E00D30">
      <w:r>
        <w:t>716.8835</w:t>
      </w:r>
      <w:r>
        <w:tab/>
        <w:t>1.013e0</w:t>
      </w:r>
    </w:p>
    <w:p w:rsidR="00E00D30" w:rsidRDefault="00E00D30" w:rsidP="00E00D30">
      <w:r>
        <w:t>716.9006</w:t>
      </w:r>
      <w:r>
        <w:tab/>
        <w:t>1.013e0</w:t>
      </w:r>
    </w:p>
    <w:p w:rsidR="00E00D30" w:rsidRDefault="00E00D30" w:rsidP="00E00D30">
      <w:r>
        <w:t>716.9175</w:t>
      </w:r>
      <w:r>
        <w:tab/>
        <w:t>1.013e0</w:t>
      </w:r>
    </w:p>
    <w:p w:rsidR="00E00D30" w:rsidRDefault="00E00D30" w:rsidP="00E00D30">
      <w:r>
        <w:t>716.9687</w:t>
      </w:r>
      <w:r>
        <w:tab/>
        <w:t>1.013e0</w:t>
      </w:r>
    </w:p>
    <w:p w:rsidR="00E00D30" w:rsidRDefault="00E00D30" w:rsidP="00E00D30">
      <w:r>
        <w:t>716.9794</w:t>
      </w:r>
      <w:r>
        <w:tab/>
        <w:t>1.013e0</w:t>
      </w:r>
    </w:p>
    <w:p w:rsidR="00E00D30" w:rsidRDefault="00E00D30" w:rsidP="00E00D30">
      <w:r>
        <w:t>717.0038</w:t>
      </w:r>
      <w:r>
        <w:tab/>
        <w:t>3.038e0</w:t>
      </w:r>
    </w:p>
    <w:p w:rsidR="00E00D30" w:rsidRDefault="00E00D30" w:rsidP="00E00D30">
      <w:r>
        <w:t>717.0163</w:t>
      </w:r>
      <w:r>
        <w:tab/>
        <w:t>1.013e0</w:t>
      </w:r>
    </w:p>
    <w:p w:rsidR="00E00D30" w:rsidRDefault="00E00D30" w:rsidP="00E00D30">
      <w:r>
        <w:t>717.0402</w:t>
      </w:r>
      <w:r>
        <w:tab/>
        <w:t>1.013e0</w:t>
      </w:r>
    </w:p>
    <w:p w:rsidR="00E00D30" w:rsidRDefault="00E00D30" w:rsidP="00E00D30">
      <w:r>
        <w:t>717.1175</w:t>
      </w:r>
      <w:r>
        <w:tab/>
        <w:t>2.025e0</w:t>
      </w:r>
    </w:p>
    <w:p w:rsidR="00E00D30" w:rsidRDefault="00E00D30" w:rsidP="00E00D30">
      <w:r>
        <w:t>717.1588</w:t>
      </w:r>
      <w:r>
        <w:tab/>
        <w:t>1.013e0</w:t>
      </w:r>
    </w:p>
    <w:p w:rsidR="00E00D30" w:rsidRDefault="00E00D30" w:rsidP="00E00D30">
      <w:r>
        <w:t>717.1740</w:t>
      </w:r>
      <w:r>
        <w:tab/>
        <w:t>3.038e0</w:t>
      </w:r>
    </w:p>
    <w:p w:rsidR="00E00D30" w:rsidRDefault="00E00D30" w:rsidP="00E00D30">
      <w:r>
        <w:t>717.1805</w:t>
      </w:r>
      <w:r>
        <w:tab/>
        <w:t>2.025e0</w:t>
      </w:r>
    </w:p>
    <w:p w:rsidR="00E00D30" w:rsidRDefault="00E00D30" w:rsidP="00E00D30">
      <w:r>
        <w:t>717.1866</w:t>
      </w:r>
      <w:r>
        <w:tab/>
        <w:t>1.013e0</w:t>
      </w:r>
    </w:p>
    <w:p w:rsidR="00E00D30" w:rsidRDefault="00E00D30" w:rsidP="00E00D30">
      <w:r>
        <w:t>717.1939</w:t>
      </w:r>
      <w:r>
        <w:tab/>
        <w:t>2.025e0</w:t>
      </w:r>
    </w:p>
    <w:p w:rsidR="00E00D30" w:rsidRDefault="00E00D30" w:rsidP="00E00D30">
      <w:r>
        <w:lastRenderedPageBreak/>
        <w:t>717.2276</w:t>
      </w:r>
      <w:r>
        <w:tab/>
        <w:t>1.013e0</w:t>
      </w:r>
    </w:p>
    <w:p w:rsidR="00E00D30" w:rsidRDefault="00E00D30" w:rsidP="00E00D30">
      <w:r>
        <w:t>717.2777</w:t>
      </w:r>
      <w:r>
        <w:tab/>
        <w:t>1.013e0</w:t>
      </w:r>
    </w:p>
    <w:p w:rsidR="00E00D30" w:rsidRDefault="00E00D30" w:rsidP="00E00D30">
      <w:r>
        <w:t>717.3447</w:t>
      </w:r>
      <w:r>
        <w:tab/>
        <w:t>2.025e0</w:t>
      </w:r>
    </w:p>
    <w:p w:rsidR="00E00D30" w:rsidRDefault="00E00D30" w:rsidP="00E00D30">
      <w:r>
        <w:t>717.3809</w:t>
      </w:r>
      <w:r>
        <w:tab/>
        <w:t>3.038e0</w:t>
      </w:r>
    </w:p>
    <w:p w:rsidR="00E00D30" w:rsidRDefault="00E00D30" w:rsidP="00E00D30">
      <w:r>
        <w:t>717.3868</w:t>
      </w:r>
      <w:r>
        <w:tab/>
        <w:t>2.025e0</w:t>
      </w:r>
    </w:p>
    <w:p w:rsidR="00E00D30" w:rsidRDefault="00E00D30" w:rsidP="00E00D30">
      <w:r>
        <w:t>717.4150</w:t>
      </w:r>
      <w:r>
        <w:tab/>
        <w:t>1.013e0</w:t>
      </w:r>
    </w:p>
    <w:p w:rsidR="00E00D30" w:rsidRDefault="00E00D30" w:rsidP="00E00D30">
      <w:r>
        <w:t>717.4185</w:t>
      </w:r>
      <w:r>
        <w:tab/>
        <w:t>1.013e0</w:t>
      </w:r>
    </w:p>
    <w:p w:rsidR="00E00D30" w:rsidRDefault="00E00D30" w:rsidP="00E00D30">
      <w:r>
        <w:t>717.4496</w:t>
      </w:r>
      <w:r>
        <w:tab/>
        <w:t>1.013e0</w:t>
      </w:r>
    </w:p>
    <w:p w:rsidR="00E00D30" w:rsidRDefault="00E00D30" w:rsidP="00E00D30">
      <w:r>
        <w:t>717.4669</w:t>
      </w:r>
      <w:r>
        <w:tab/>
        <w:t>2.025e0</w:t>
      </w:r>
    </w:p>
    <w:p w:rsidR="00E00D30" w:rsidRDefault="00E00D30" w:rsidP="00E00D30">
      <w:r>
        <w:t>717.4822</w:t>
      </w:r>
      <w:r>
        <w:tab/>
        <w:t>3.038e0</w:t>
      </w:r>
    </w:p>
    <w:p w:rsidR="00E00D30" w:rsidRDefault="00E00D30" w:rsidP="00E00D30">
      <w:r>
        <w:t>717.4850</w:t>
      </w:r>
      <w:r>
        <w:tab/>
        <w:t>1.013e0</w:t>
      </w:r>
    </w:p>
    <w:p w:rsidR="00E00D30" w:rsidRDefault="00E00D30" w:rsidP="00E00D30">
      <w:r>
        <w:t>717.4902</w:t>
      </w:r>
      <w:r>
        <w:tab/>
        <w:t>1.013e0</w:t>
      </w:r>
    </w:p>
    <w:p w:rsidR="00E00D30" w:rsidRDefault="00E00D30" w:rsidP="00E00D30">
      <w:r>
        <w:t>717.5024</w:t>
      </w:r>
      <w:r>
        <w:tab/>
        <w:t>1.013e0</w:t>
      </w:r>
    </w:p>
    <w:p w:rsidR="00E00D30" w:rsidRDefault="00E00D30" w:rsidP="00E00D30">
      <w:r>
        <w:t>717.5307</w:t>
      </w:r>
      <w:r>
        <w:tab/>
        <w:t>3.038e0</w:t>
      </w:r>
    </w:p>
    <w:p w:rsidR="00E00D30" w:rsidRDefault="00E00D30" w:rsidP="00E00D30">
      <w:r>
        <w:t>717.5515</w:t>
      </w:r>
      <w:r>
        <w:tab/>
        <w:t>1.013e0</w:t>
      </w:r>
    </w:p>
    <w:p w:rsidR="00E00D30" w:rsidRDefault="00E00D30" w:rsidP="00E00D30">
      <w:r>
        <w:t>717.5880</w:t>
      </w:r>
      <w:r>
        <w:tab/>
        <w:t>2.025e0</w:t>
      </w:r>
    </w:p>
    <w:p w:rsidR="00E00D30" w:rsidRDefault="00E00D30" w:rsidP="00E00D30">
      <w:r>
        <w:t>717.6606</w:t>
      </w:r>
      <w:r>
        <w:tab/>
        <w:t>1.013e0</w:t>
      </w:r>
    </w:p>
    <w:p w:rsidR="00E00D30" w:rsidRDefault="00E00D30" w:rsidP="00E00D30">
      <w:r>
        <w:t>717.7239</w:t>
      </w:r>
      <w:r>
        <w:tab/>
        <w:t>1.013e0</w:t>
      </w:r>
    </w:p>
    <w:p w:rsidR="00E00D30" w:rsidRDefault="00E00D30" w:rsidP="00E00D30">
      <w:r>
        <w:t>717.7462</w:t>
      </w:r>
      <w:r>
        <w:tab/>
        <w:t>1.013e0</w:t>
      </w:r>
    </w:p>
    <w:p w:rsidR="00E00D30" w:rsidRDefault="00E00D30" w:rsidP="00E00D30">
      <w:r>
        <w:lastRenderedPageBreak/>
        <w:t>717.7791</w:t>
      </w:r>
      <w:r>
        <w:tab/>
        <w:t>3.038e0</w:t>
      </w:r>
    </w:p>
    <w:p w:rsidR="00E00D30" w:rsidRDefault="00E00D30" w:rsidP="00E00D30">
      <w:r>
        <w:t>717.7827</w:t>
      </w:r>
      <w:r>
        <w:tab/>
        <w:t>1.013e0</w:t>
      </w:r>
    </w:p>
    <w:p w:rsidR="00E00D30" w:rsidRDefault="00E00D30" w:rsidP="00E00D30">
      <w:r>
        <w:t>717.8098</w:t>
      </w:r>
      <w:r>
        <w:tab/>
        <w:t>1.013e0</w:t>
      </w:r>
    </w:p>
    <w:p w:rsidR="00E00D30" w:rsidRDefault="00E00D30" w:rsidP="00E00D30">
      <w:r>
        <w:t>717.8573</w:t>
      </w:r>
      <w:r>
        <w:tab/>
        <w:t>2.025e0</w:t>
      </w:r>
    </w:p>
    <w:p w:rsidR="00E00D30" w:rsidRDefault="00E00D30" w:rsidP="00E00D30">
      <w:r>
        <w:t>717.8922</w:t>
      </w:r>
      <w:r>
        <w:tab/>
        <w:t>1.013e0</w:t>
      </w:r>
    </w:p>
    <w:p w:rsidR="00E00D30" w:rsidRDefault="00E00D30" w:rsidP="00E00D30">
      <w:r>
        <w:t>717.9288</w:t>
      </w:r>
      <w:r>
        <w:tab/>
        <w:t>2.025e0</w:t>
      </w:r>
    </w:p>
    <w:p w:rsidR="00E00D30" w:rsidRDefault="00E00D30" w:rsidP="00E00D30">
      <w:r>
        <w:t>717.9301</w:t>
      </w:r>
      <w:r>
        <w:tab/>
        <w:t>1.013e0</w:t>
      </w:r>
    </w:p>
    <w:p w:rsidR="00E00D30" w:rsidRDefault="00E00D30" w:rsidP="00E00D30">
      <w:r>
        <w:t>717.9653</w:t>
      </w:r>
      <w:r>
        <w:tab/>
        <w:t>1.013e0</w:t>
      </w:r>
    </w:p>
    <w:p w:rsidR="00E00D30" w:rsidRDefault="00E00D30" w:rsidP="00E00D30">
      <w:r>
        <w:t>717.9814</w:t>
      </w:r>
      <w:r>
        <w:tab/>
        <w:t>1.013e0</w:t>
      </w:r>
    </w:p>
    <w:p w:rsidR="00E00D30" w:rsidRDefault="00E00D30" w:rsidP="00E00D30">
      <w:r>
        <w:t>718.0148</w:t>
      </w:r>
      <w:r>
        <w:tab/>
        <w:t>1.013e0</w:t>
      </w:r>
    </w:p>
    <w:p w:rsidR="00E00D30" w:rsidRDefault="00E00D30" w:rsidP="00E00D30">
      <w:r>
        <w:t>718.0623</w:t>
      </w:r>
      <w:r>
        <w:tab/>
        <w:t>1.013e0</w:t>
      </w:r>
    </w:p>
    <w:p w:rsidR="00E00D30" w:rsidRDefault="00E00D30" w:rsidP="00E00D30">
      <w:r>
        <w:t>718.0674</w:t>
      </w:r>
      <w:r>
        <w:tab/>
        <w:t>2.025e0</w:t>
      </w:r>
    </w:p>
    <w:p w:rsidR="00E00D30" w:rsidRDefault="00E00D30" w:rsidP="00E00D30">
      <w:r>
        <w:t>718.0696</w:t>
      </w:r>
      <w:r>
        <w:tab/>
        <w:t>2.025e0</w:t>
      </w:r>
    </w:p>
    <w:p w:rsidR="00E00D30" w:rsidRDefault="00E00D30" w:rsidP="00E00D30">
      <w:r>
        <w:t>718.0846</w:t>
      </w:r>
      <w:r>
        <w:tab/>
        <w:t>1.013e0</w:t>
      </w:r>
    </w:p>
    <w:p w:rsidR="00E00D30" w:rsidRDefault="00E00D30" w:rsidP="00E00D30">
      <w:r>
        <w:t>718.1105</w:t>
      </w:r>
      <w:r>
        <w:tab/>
        <w:t>2.025e0</w:t>
      </w:r>
    </w:p>
    <w:p w:rsidR="00E00D30" w:rsidRDefault="00E00D30" w:rsidP="00E00D30">
      <w:r>
        <w:t>718.1479</w:t>
      </w:r>
      <w:r>
        <w:tab/>
        <w:t>1.013e0</w:t>
      </w:r>
    </w:p>
    <w:p w:rsidR="00E00D30" w:rsidRDefault="00E00D30" w:rsidP="00E00D30">
      <w:r>
        <w:t>718.1719</w:t>
      </w:r>
      <w:r>
        <w:tab/>
        <w:t>1.013e0</w:t>
      </w:r>
    </w:p>
    <w:p w:rsidR="00E00D30" w:rsidRDefault="00E00D30" w:rsidP="00E00D30">
      <w:r>
        <w:t>718.2042</w:t>
      </w:r>
      <w:r>
        <w:tab/>
        <w:t>1.013e0</w:t>
      </w:r>
    </w:p>
    <w:p w:rsidR="00E00D30" w:rsidRDefault="00E00D30" w:rsidP="00E00D30">
      <w:r>
        <w:t>718.2146</w:t>
      </w:r>
      <w:r>
        <w:tab/>
        <w:t>3.038e0</w:t>
      </w:r>
    </w:p>
    <w:p w:rsidR="00E00D30" w:rsidRDefault="00E00D30" w:rsidP="00E00D30">
      <w:r>
        <w:lastRenderedPageBreak/>
        <w:t>718.2336</w:t>
      </w:r>
      <w:r>
        <w:tab/>
        <w:t>2.025e0</w:t>
      </w:r>
    </w:p>
    <w:p w:rsidR="00E00D30" w:rsidRDefault="00E00D30" w:rsidP="00E00D30">
      <w:r>
        <w:t>718.2658</w:t>
      </w:r>
      <w:r>
        <w:tab/>
        <w:t>3.038e0</w:t>
      </w:r>
    </w:p>
    <w:p w:rsidR="00E00D30" w:rsidRDefault="00E00D30" w:rsidP="00E00D30">
      <w:r>
        <w:t>718.2940</w:t>
      </w:r>
      <w:r>
        <w:tab/>
        <w:t>1.013e0</w:t>
      </w:r>
    </w:p>
    <w:p w:rsidR="00E00D30" w:rsidRDefault="00E00D30" w:rsidP="00E00D30">
      <w:r>
        <w:t>718.3132</w:t>
      </w:r>
      <w:r>
        <w:tab/>
        <w:t>2.025e0</w:t>
      </w:r>
    </w:p>
    <w:p w:rsidR="00E00D30" w:rsidRDefault="00E00D30" w:rsidP="00E00D30">
      <w:r>
        <w:t>718.3561</w:t>
      </w:r>
      <w:r>
        <w:tab/>
        <w:t>2.025e0</w:t>
      </w:r>
    </w:p>
    <w:p w:rsidR="00E00D30" w:rsidRDefault="00E00D30" w:rsidP="00E00D30">
      <w:r>
        <w:t>718.3593</w:t>
      </w:r>
      <w:r>
        <w:tab/>
        <w:t>1.013e0</w:t>
      </w:r>
    </w:p>
    <w:p w:rsidR="00E00D30" w:rsidRDefault="00E00D30" w:rsidP="00E00D30">
      <w:r>
        <w:t>718.3671</w:t>
      </w:r>
      <w:r>
        <w:tab/>
        <w:t>1.013e0</w:t>
      </w:r>
    </w:p>
    <w:p w:rsidR="00E00D30" w:rsidRDefault="00E00D30" w:rsidP="00E00D30">
      <w:r>
        <w:t>718.3924</w:t>
      </w:r>
      <w:r>
        <w:tab/>
        <w:t>4.051e0</w:t>
      </w:r>
    </w:p>
    <w:p w:rsidR="00E00D30" w:rsidRDefault="00E00D30" w:rsidP="00E00D30">
      <w:r>
        <w:t>718.4142</w:t>
      </w:r>
      <w:r>
        <w:tab/>
        <w:t>2.025e0</w:t>
      </w:r>
    </w:p>
    <w:p w:rsidR="00E00D30" w:rsidRDefault="00E00D30" w:rsidP="00E00D30">
      <w:r>
        <w:t>718.4219</w:t>
      </w:r>
      <w:r>
        <w:tab/>
        <w:t>2.025e0</w:t>
      </w:r>
    </w:p>
    <w:p w:rsidR="00E00D30" w:rsidRDefault="00E00D30" w:rsidP="00E00D30">
      <w:r>
        <w:t>718.4402</w:t>
      </w:r>
      <w:r>
        <w:tab/>
        <w:t>2.025e0</w:t>
      </w:r>
    </w:p>
    <w:p w:rsidR="00E00D30" w:rsidRDefault="00E00D30" w:rsidP="00E00D30">
      <w:r>
        <w:t>718.4767</w:t>
      </w:r>
      <w:r>
        <w:tab/>
        <w:t>2.025e0</w:t>
      </w:r>
    </w:p>
    <w:p w:rsidR="00E00D30" w:rsidRDefault="00E00D30" w:rsidP="00E00D30">
      <w:r>
        <w:t>718.4789</w:t>
      </w:r>
      <w:r>
        <w:tab/>
        <w:t>1.013e0</w:t>
      </w:r>
    </w:p>
    <w:p w:rsidR="00E00D30" w:rsidRDefault="00E00D30" w:rsidP="00E00D30">
      <w:r>
        <w:t>718.5132</w:t>
      </w:r>
      <w:r>
        <w:tab/>
        <w:t>1.013e0</w:t>
      </w:r>
    </w:p>
    <w:p w:rsidR="00E00D30" w:rsidRDefault="00E00D30" w:rsidP="00E00D30">
      <w:r>
        <w:t>718.5255</w:t>
      </w:r>
      <w:r>
        <w:tab/>
        <w:t>1.013e0</w:t>
      </w:r>
    </w:p>
    <w:p w:rsidR="00E00D30" w:rsidRDefault="00E00D30" w:rsidP="00E00D30">
      <w:r>
        <w:t>718.5620</w:t>
      </w:r>
      <w:r>
        <w:tab/>
        <w:t>1.013e0</w:t>
      </w:r>
    </w:p>
    <w:p w:rsidR="00E00D30" w:rsidRDefault="00E00D30" w:rsidP="00E00D30">
      <w:r>
        <w:t>718.6837</w:t>
      </w:r>
      <w:r>
        <w:tab/>
        <w:t>2.025e0</w:t>
      </w:r>
    </w:p>
    <w:p w:rsidR="00E00D30" w:rsidRDefault="00E00D30" w:rsidP="00E00D30">
      <w:r>
        <w:t>718.6960</w:t>
      </w:r>
      <w:r>
        <w:tab/>
        <w:t>1.013e0</w:t>
      </w:r>
    </w:p>
    <w:p w:rsidR="00E00D30" w:rsidRDefault="00E00D30" w:rsidP="00E00D30">
      <w:r>
        <w:t>718.7570</w:t>
      </w:r>
      <w:r>
        <w:tab/>
        <w:t>1.013e0</w:t>
      </w:r>
    </w:p>
    <w:p w:rsidR="00E00D30" w:rsidRDefault="00E00D30" w:rsidP="00E00D30">
      <w:r>
        <w:lastRenderedPageBreak/>
        <w:t>718.7629</w:t>
      </w:r>
      <w:r>
        <w:tab/>
        <w:t>3.038e0</w:t>
      </w:r>
    </w:p>
    <w:p w:rsidR="00E00D30" w:rsidRDefault="00E00D30" w:rsidP="00E00D30">
      <w:r>
        <w:t>718.7705</w:t>
      </w:r>
      <w:r>
        <w:tab/>
        <w:t>1.013e0</w:t>
      </w:r>
    </w:p>
    <w:p w:rsidR="00E00D30" w:rsidRDefault="00E00D30" w:rsidP="00E00D30">
      <w:r>
        <w:t>718.7880</w:t>
      </w:r>
      <w:r>
        <w:tab/>
        <w:t>1.013e0</w:t>
      </w:r>
    </w:p>
    <w:p w:rsidR="00E00D30" w:rsidRDefault="00E00D30" w:rsidP="00E00D30">
      <w:r>
        <w:t>718.8179</w:t>
      </w:r>
      <w:r>
        <w:tab/>
        <w:t>1.013e0</w:t>
      </w:r>
    </w:p>
    <w:p w:rsidR="00E00D30" w:rsidRDefault="00E00D30" w:rsidP="00E00D30">
      <w:r>
        <w:t>718.9011</w:t>
      </w:r>
      <w:r>
        <w:tab/>
        <w:t>4.051e0</w:t>
      </w:r>
    </w:p>
    <w:p w:rsidR="00E00D30" w:rsidRDefault="00E00D30" w:rsidP="00E00D30">
      <w:r>
        <w:t>718.9424</w:t>
      </w:r>
      <w:r>
        <w:tab/>
        <w:t>2.025e0</w:t>
      </w:r>
    </w:p>
    <w:p w:rsidR="00E00D30" w:rsidRDefault="00E00D30" w:rsidP="00E00D30">
      <w:r>
        <w:t>718.9603</w:t>
      </w:r>
      <w:r>
        <w:tab/>
        <w:t>2.025e0</w:t>
      </w:r>
    </w:p>
    <w:p w:rsidR="00E00D30" w:rsidRDefault="00E00D30" w:rsidP="00E00D30">
      <w:r>
        <w:t>719.0108</w:t>
      </w:r>
      <w:r>
        <w:tab/>
        <w:t>1.013e0</w:t>
      </w:r>
    </w:p>
    <w:p w:rsidR="00E00D30" w:rsidRDefault="00E00D30" w:rsidP="00E00D30">
      <w:r>
        <w:t>719.0743</w:t>
      </w:r>
      <w:r>
        <w:tab/>
        <w:t>3.038e0</w:t>
      </w:r>
    </w:p>
    <w:p w:rsidR="00E00D30" w:rsidRDefault="00E00D30" w:rsidP="00E00D30">
      <w:r>
        <w:t>719.1063</w:t>
      </w:r>
      <w:r>
        <w:tab/>
        <w:t>2.025e0</w:t>
      </w:r>
    </w:p>
    <w:p w:rsidR="00E00D30" w:rsidRDefault="00E00D30" w:rsidP="00E00D30">
      <w:r>
        <w:t>719.1103</w:t>
      </w:r>
      <w:r>
        <w:tab/>
        <w:t>2.025e0</w:t>
      </w:r>
    </w:p>
    <w:p w:rsidR="00E00D30" w:rsidRDefault="00E00D30" w:rsidP="00E00D30">
      <w:r>
        <w:t>719.1291</w:t>
      </w:r>
      <w:r>
        <w:tab/>
        <w:t>3.038e0</w:t>
      </w:r>
    </w:p>
    <w:p w:rsidR="00E00D30" w:rsidRDefault="00E00D30" w:rsidP="00E00D30">
      <w:r>
        <w:t>719.1527</w:t>
      </w:r>
      <w:r>
        <w:tab/>
        <w:t>2.025e0</w:t>
      </w:r>
    </w:p>
    <w:p w:rsidR="00E00D30" w:rsidRDefault="00E00D30" w:rsidP="00E00D30">
      <w:r>
        <w:t>719.1690</w:t>
      </w:r>
      <w:r>
        <w:tab/>
        <w:t>4.051e0</w:t>
      </w:r>
    </w:p>
    <w:p w:rsidR="00E00D30" w:rsidRDefault="00E00D30" w:rsidP="00E00D30">
      <w:r>
        <w:t>719.1844</w:t>
      </w:r>
      <w:r>
        <w:tab/>
        <w:t>1.013e0</w:t>
      </w:r>
    </w:p>
    <w:p w:rsidR="00E00D30" w:rsidRDefault="00E00D30" w:rsidP="00E00D30">
      <w:r>
        <w:t>719.1913</w:t>
      </w:r>
      <w:r>
        <w:tab/>
        <w:t>2.025e0</w:t>
      </w:r>
    </w:p>
    <w:p w:rsidR="00E00D30" w:rsidRDefault="00E00D30" w:rsidP="00E00D30">
      <w:r>
        <w:t>719.2686</w:t>
      </w:r>
      <w:r>
        <w:tab/>
        <w:t>1.013e0</w:t>
      </w:r>
    </w:p>
    <w:p w:rsidR="00E00D30" w:rsidRDefault="00E00D30" w:rsidP="00E00D30">
      <w:r>
        <w:t>719.2906</w:t>
      </w:r>
      <w:r>
        <w:tab/>
        <w:t>2.025e0</w:t>
      </w:r>
    </w:p>
    <w:p w:rsidR="00E00D30" w:rsidRDefault="00E00D30" w:rsidP="00E00D30">
      <w:r>
        <w:t>719.3027</w:t>
      </w:r>
      <w:r>
        <w:tab/>
        <w:t>1.013e0</w:t>
      </w:r>
    </w:p>
    <w:p w:rsidR="00E00D30" w:rsidRDefault="00E00D30" w:rsidP="00E00D30">
      <w:r>
        <w:lastRenderedPageBreak/>
        <w:t>719.3366</w:t>
      </w:r>
      <w:r>
        <w:tab/>
        <w:t>2.025e0</w:t>
      </w:r>
    </w:p>
    <w:p w:rsidR="00E00D30" w:rsidRDefault="00E00D30" w:rsidP="00E00D30">
      <w:r>
        <w:t>719.3441</w:t>
      </w:r>
      <w:r>
        <w:tab/>
        <w:t>3.038e0</w:t>
      </w:r>
    </w:p>
    <w:p w:rsidR="00E00D30" w:rsidRDefault="00E00D30" w:rsidP="00E00D30">
      <w:r>
        <w:t>719.3970</w:t>
      </w:r>
      <w:r>
        <w:tab/>
        <w:t>2.025e0</w:t>
      </w:r>
    </w:p>
    <w:p w:rsidR="00E00D30" w:rsidRDefault="00E00D30" w:rsidP="00E00D30">
      <w:r>
        <w:t>719.4031</w:t>
      </w:r>
      <w:r>
        <w:tab/>
        <w:t>1.013e0</w:t>
      </w:r>
    </w:p>
    <w:p w:rsidR="00E00D30" w:rsidRDefault="00E00D30" w:rsidP="00E00D30">
      <w:r>
        <w:t>719.4066</w:t>
      </w:r>
      <w:r>
        <w:tab/>
        <w:t>1.013e0</w:t>
      </w:r>
    </w:p>
    <w:p w:rsidR="00E00D30" w:rsidRDefault="00E00D30" w:rsidP="00E00D30">
      <w:r>
        <w:t>719.4089</w:t>
      </w:r>
      <w:r>
        <w:tab/>
        <w:t>2.025e0</w:t>
      </w:r>
    </w:p>
    <w:p w:rsidR="00E00D30" w:rsidRDefault="00E00D30" w:rsidP="00E00D30">
      <w:r>
        <w:t>719.4169</w:t>
      </w:r>
      <w:r>
        <w:tab/>
        <w:t>3.038e0</w:t>
      </w:r>
    </w:p>
    <w:p w:rsidR="00E00D30" w:rsidRDefault="00E00D30" w:rsidP="00E00D30">
      <w:r>
        <w:t>719.4519</w:t>
      </w:r>
      <w:r>
        <w:tab/>
        <w:t>1.013e0</w:t>
      </w:r>
    </w:p>
    <w:p w:rsidR="00E00D30" w:rsidRDefault="00E00D30" w:rsidP="00E00D30">
      <w:r>
        <w:t>719.4894</w:t>
      </w:r>
      <w:r>
        <w:tab/>
        <w:t>1.013e0</w:t>
      </w:r>
    </w:p>
    <w:p w:rsidR="00E00D30" w:rsidRDefault="00E00D30" w:rsidP="00E00D30">
      <w:r>
        <w:t>719.4915</w:t>
      </w:r>
      <w:r>
        <w:tab/>
        <w:t>1.013e0</w:t>
      </w:r>
    </w:p>
    <w:p w:rsidR="00E00D30" w:rsidRDefault="00E00D30" w:rsidP="00E00D30">
      <w:r>
        <w:t>719.5373</w:t>
      </w:r>
      <w:r>
        <w:tab/>
        <w:t>1.013e0</w:t>
      </w:r>
    </w:p>
    <w:p w:rsidR="00E00D30" w:rsidRDefault="00E00D30" w:rsidP="00E00D30">
      <w:r>
        <w:t>719.5430</w:t>
      </w:r>
      <w:r>
        <w:tab/>
        <w:t>1.013e0</w:t>
      </w:r>
    </w:p>
    <w:p w:rsidR="00E00D30" w:rsidRDefault="00E00D30" w:rsidP="00E00D30">
      <w:r>
        <w:t>719.5562</w:t>
      </w:r>
      <w:r>
        <w:tab/>
        <w:t>4.051e0</w:t>
      </w:r>
    </w:p>
    <w:p w:rsidR="00E00D30" w:rsidRDefault="00E00D30" w:rsidP="00E00D30">
      <w:r>
        <w:t>719.5626</w:t>
      </w:r>
      <w:r>
        <w:tab/>
        <w:t>1.013e0</w:t>
      </w:r>
    </w:p>
    <w:p w:rsidR="00E00D30" w:rsidRDefault="00E00D30" w:rsidP="00E00D30">
      <w:r>
        <w:t>719.5986</w:t>
      </w:r>
      <w:r>
        <w:tab/>
        <w:t>5.063e0</w:t>
      </w:r>
    </w:p>
    <w:p w:rsidR="00E00D30" w:rsidRDefault="00E00D30" w:rsidP="00E00D30">
      <w:r>
        <w:t>719.6287</w:t>
      </w:r>
      <w:r>
        <w:tab/>
        <w:t>1.013e0</w:t>
      </w:r>
    </w:p>
    <w:p w:rsidR="00E00D30" w:rsidRDefault="00E00D30" w:rsidP="00E00D30">
      <w:r>
        <w:t>719.6345</w:t>
      </w:r>
      <w:r>
        <w:tab/>
        <w:t>1.013e0</w:t>
      </w:r>
    </w:p>
    <w:p w:rsidR="00E00D30" w:rsidRDefault="00E00D30" w:rsidP="00E00D30">
      <w:r>
        <w:t>719.6711</w:t>
      </w:r>
      <w:r>
        <w:tab/>
        <w:t>1.013e0</w:t>
      </w:r>
    </w:p>
    <w:p w:rsidR="00E00D30" w:rsidRDefault="00E00D30" w:rsidP="00E00D30">
      <w:r>
        <w:t>719.6797</w:t>
      </w:r>
      <w:r>
        <w:tab/>
        <w:t>1.013e0</w:t>
      </w:r>
    </w:p>
    <w:p w:rsidR="00E00D30" w:rsidRDefault="00E00D30" w:rsidP="00E00D30">
      <w:r>
        <w:lastRenderedPageBreak/>
        <w:t>719.6837</w:t>
      </w:r>
      <w:r>
        <w:tab/>
        <w:t>1.013e0</w:t>
      </w:r>
    </w:p>
    <w:p w:rsidR="00E00D30" w:rsidRDefault="00E00D30" w:rsidP="00E00D30">
      <w:r>
        <w:t>719.7211</w:t>
      </w:r>
      <w:r>
        <w:tab/>
        <w:t>1.013e0</w:t>
      </w:r>
    </w:p>
    <w:p w:rsidR="00E00D30" w:rsidRDefault="00E00D30" w:rsidP="00E00D30">
      <w:r>
        <w:t>719.7667</w:t>
      </w:r>
      <w:r>
        <w:tab/>
        <w:t>1.013e0</w:t>
      </w:r>
    </w:p>
    <w:p w:rsidR="00E00D30" w:rsidRDefault="00E00D30" w:rsidP="00E00D30">
      <w:r>
        <w:t>719.7944</w:t>
      </w:r>
      <w:r>
        <w:tab/>
        <w:t>1.013e0</w:t>
      </w:r>
    </w:p>
    <w:p w:rsidR="00E00D30" w:rsidRDefault="00E00D30" w:rsidP="00E00D30">
      <w:r>
        <w:t>719.8177</w:t>
      </w:r>
      <w:r>
        <w:tab/>
        <w:t>1.013e0</w:t>
      </w:r>
    </w:p>
    <w:p w:rsidR="00E00D30" w:rsidRDefault="00E00D30" w:rsidP="00E00D30">
      <w:r>
        <w:t>719.8406</w:t>
      </w:r>
      <w:r>
        <w:tab/>
        <w:t>3.038e0</w:t>
      </w:r>
    </w:p>
    <w:p w:rsidR="00E00D30" w:rsidRDefault="00E00D30" w:rsidP="00E00D30">
      <w:r>
        <w:t>719.8663</w:t>
      </w:r>
      <w:r>
        <w:tab/>
        <w:t>2.025e0</w:t>
      </w:r>
    </w:p>
    <w:p w:rsidR="00E00D30" w:rsidRDefault="00E00D30" w:rsidP="00E00D30">
      <w:r>
        <w:t>719.8685</w:t>
      </w:r>
      <w:r>
        <w:tab/>
        <w:t>1.013e0</w:t>
      </w:r>
    </w:p>
    <w:p w:rsidR="00E00D30" w:rsidRDefault="00E00D30" w:rsidP="00E00D30">
      <w:r>
        <w:t>719.8859</w:t>
      </w:r>
      <w:r>
        <w:tab/>
        <w:t>1.013e0</w:t>
      </w:r>
    </w:p>
    <w:p w:rsidR="00E00D30" w:rsidRDefault="00E00D30" w:rsidP="00E00D30">
      <w:r>
        <w:t>719.9160</w:t>
      </w:r>
      <w:r>
        <w:tab/>
        <w:t>2.025e0</w:t>
      </w:r>
    </w:p>
    <w:p w:rsidR="00E00D30" w:rsidRDefault="00E00D30" w:rsidP="00E00D30">
      <w:r>
        <w:t>719.9555</w:t>
      </w:r>
      <w:r>
        <w:tab/>
        <w:t>1.013e0</w:t>
      </w:r>
    </w:p>
    <w:p w:rsidR="00E00D30" w:rsidRDefault="00E00D30" w:rsidP="00E00D30">
      <w:r>
        <w:t>719.9888</w:t>
      </w:r>
      <w:r>
        <w:tab/>
        <w:t>1.013e0</w:t>
      </w:r>
    </w:p>
    <w:p w:rsidR="00E00D30" w:rsidRDefault="00E00D30" w:rsidP="00E00D30">
      <w:r>
        <w:t>720.0250</w:t>
      </w:r>
      <w:r>
        <w:tab/>
        <w:t>1.013e0</w:t>
      </w:r>
    </w:p>
    <w:p w:rsidR="00E00D30" w:rsidRDefault="00E00D30" w:rsidP="00E00D30">
      <w:r>
        <w:t>720.0498</w:t>
      </w:r>
      <w:r>
        <w:tab/>
        <w:t>1.013e0</w:t>
      </w:r>
    </w:p>
    <w:p w:rsidR="00E00D30" w:rsidRDefault="00E00D30" w:rsidP="00E00D30">
      <w:r>
        <w:t>720.0571</w:t>
      </w:r>
      <w:r>
        <w:tab/>
        <w:t>1.013e0</w:t>
      </w:r>
    </w:p>
    <w:p w:rsidR="00E00D30" w:rsidRDefault="00E00D30" w:rsidP="00E00D30">
      <w:r>
        <w:t>720.0860</w:t>
      </w:r>
      <w:r>
        <w:tab/>
        <w:t>1.013e0</w:t>
      </w:r>
    </w:p>
    <w:p w:rsidR="00E00D30" w:rsidRDefault="00E00D30" w:rsidP="00E00D30">
      <w:r>
        <w:t>720.0928</w:t>
      </w:r>
      <w:r>
        <w:tab/>
        <w:t>1.013e0</w:t>
      </w:r>
    </w:p>
    <w:p w:rsidR="00E00D30" w:rsidRDefault="00E00D30" w:rsidP="00E00D30">
      <w:r>
        <w:t>720.1091</w:t>
      </w:r>
      <w:r>
        <w:tab/>
        <w:t>1.013e0</w:t>
      </w:r>
    </w:p>
    <w:p w:rsidR="00E00D30" w:rsidRDefault="00E00D30" w:rsidP="00E00D30">
      <w:r>
        <w:t>720.1465</w:t>
      </w:r>
      <w:r>
        <w:tab/>
        <w:t>2.025e0</w:t>
      </w:r>
    </w:p>
    <w:p w:rsidR="00E00D30" w:rsidRDefault="00E00D30" w:rsidP="00E00D30">
      <w:r>
        <w:lastRenderedPageBreak/>
        <w:t>720.1594</w:t>
      </w:r>
      <w:r>
        <w:tab/>
        <w:t>2.025e0</w:t>
      </w:r>
    </w:p>
    <w:p w:rsidR="00E00D30" w:rsidRDefault="00E00D30" w:rsidP="00E00D30">
      <w:r>
        <w:t>720.1605</w:t>
      </w:r>
      <w:r>
        <w:tab/>
        <w:t>1.013e0</w:t>
      </w:r>
    </w:p>
    <w:p w:rsidR="00E00D30" w:rsidRDefault="00E00D30" w:rsidP="00E00D30">
      <w:r>
        <w:t>720.1963</w:t>
      </w:r>
      <w:r>
        <w:tab/>
        <w:t>1.013e0</w:t>
      </w:r>
    </w:p>
    <w:p w:rsidR="00E00D30" w:rsidRDefault="00E00D30" w:rsidP="00E00D30">
      <w:r>
        <w:t>720.2203</w:t>
      </w:r>
      <w:r>
        <w:tab/>
        <w:t>1.013e0</w:t>
      </w:r>
    </w:p>
    <w:p w:rsidR="00E00D30" w:rsidRDefault="00E00D30" w:rsidP="00E00D30">
      <w:r>
        <w:t>720.2220</w:t>
      </w:r>
      <w:r>
        <w:tab/>
        <w:t>4.051e0</w:t>
      </w:r>
    </w:p>
    <w:p w:rsidR="00E00D30" w:rsidRDefault="00E00D30" w:rsidP="00E00D30">
      <w:r>
        <w:t>720.2329</w:t>
      </w:r>
      <w:r>
        <w:tab/>
        <w:t>2.025e0</w:t>
      </w:r>
    </w:p>
    <w:p w:rsidR="00E00D30" w:rsidRDefault="00E00D30" w:rsidP="00E00D30">
      <w:r>
        <w:t>720.2632</w:t>
      </w:r>
      <w:r>
        <w:tab/>
        <w:t>2.025e0</w:t>
      </w:r>
    </w:p>
    <w:p w:rsidR="00E00D30" w:rsidRDefault="00E00D30" w:rsidP="00E00D30">
      <w:r>
        <w:t>720.3184</w:t>
      </w:r>
      <w:r>
        <w:tab/>
        <w:t>1.013e0</w:t>
      </w:r>
    </w:p>
    <w:p w:rsidR="00E00D30" w:rsidRDefault="00E00D30" w:rsidP="00E00D30">
      <w:r>
        <w:t>720.3317</w:t>
      </w:r>
      <w:r>
        <w:tab/>
        <w:t>2.025e0</w:t>
      </w:r>
    </w:p>
    <w:p w:rsidR="00E00D30" w:rsidRDefault="00E00D30" w:rsidP="00E00D30">
      <w:r>
        <w:t>720.3403</w:t>
      </w:r>
      <w:r>
        <w:tab/>
        <w:t>2.025e0</w:t>
      </w:r>
    </w:p>
    <w:p w:rsidR="00E00D30" w:rsidRDefault="00E00D30" w:rsidP="00E00D30">
      <w:r>
        <w:t>720.3549</w:t>
      </w:r>
      <w:r>
        <w:tab/>
        <w:t>2.025e0</w:t>
      </w:r>
    </w:p>
    <w:p w:rsidR="00E00D30" w:rsidRDefault="00E00D30" w:rsidP="00E00D30">
      <w:r>
        <w:t>720.3672</w:t>
      </w:r>
      <w:r>
        <w:tab/>
        <w:t>1.013e0</w:t>
      </w:r>
    </w:p>
    <w:p w:rsidR="00E00D30" w:rsidRDefault="00E00D30" w:rsidP="00E00D30">
      <w:r>
        <w:t>720.3737</w:t>
      </w:r>
      <w:r>
        <w:tab/>
        <w:t>2.025e0</w:t>
      </w:r>
    </w:p>
    <w:p w:rsidR="00E00D30" w:rsidRDefault="00E00D30" w:rsidP="00E00D30">
      <w:r>
        <w:t>720.3925</w:t>
      </w:r>
      <w:r>
        <w:tab/>
        <w:t>2.025e0</w:t>
      </w:r>
    </w:p>
    <w:p w:rsidR="00E00D30" w:rsidRDefault="00E00D30" w:rsidP="00E00D30">
      <w:r>
        <w:t>720.4348</w:t>
      </w:r>
      <w:r>
        <w:tab/>
        <w:t>1.013e0</w:t>
      </w:r>
    </w:p>
    <w:p w:rsidR="00E00D30" w:rsidRDefault="00E00D30" w:rsidP="00E00D30">
      <w:r>
        <w:t>720.4730</w:t>
      </w:r>
      <w:r>
        <w:tab/>
        <w:t>2.025e0</w:t>
      </w:r>
    </w:p>
    <w:p w:rsidR="00E00D30" w:rsidRDefault="00E00D30" w:rsidP="00E00D30">
      <w:r>
        <w:t>720.4780</w:t>
      </w:r>
      <w:r>
        <w:tab/>
        <w:t>1.013e0</w:t>
      </w:r>
    </w:p>
    <w:p w:rsidR="00E00D30" w:rsidRDefault="00E00D30" w:rsidP="00E00D30">
      <w:r>
        <w:t>720.4951</w:t>
      </w:r>
      <w:r>
        <w:tab/>
        <w:t>2.025e0</w:t>
      </w:r>
    </w:p>
    <w:p w:rsidR="00E00D30" w:rsidRDefault="00E00D30" w:rsidP="00E00D30">
      <w:r>
        <w:t>720.5016</w:t>
      </w:r>
      <w:r>
        <w:tab/>
        <w:t>2.025e0</w:t>
      </w:r>
    </w:p>
    <w:p w:rsidR="00E00D30" w:rsidRDefault="00E00D30" w:rsidP="00E00D30">
      <w:r>
        <w:lastRenderedPageBreak/>
        <w:t>720.5034</w:t>
      </w:r>
      <w:r>
        <w:tab/>
        <w:t>1.013e0</w:t>
      </w:r>
    </w:p>
    <w:p w:rsidR="00E00D30" w:rsidRDefault="00E00D30" w:rsidP="00E00D30">
      <w:r>
        <w:t>720.5077</w:t>
      </w:r>
      <w:r>
        <w:tab/>
        <w:t>2.025e0</w:t>
      </w:r>
    </w:p>
    <w:p w:rsidR="00E00D30" w:rsidRDefault="00E00D30" w:rsidP="00E00D30">
      <w:r>
        <w:t>720.5098</w:t>
      </w:r>
      <w:r>
        <w:tab/>
        <w:t>2.025e0</w:t>
      </w:r>
    </w:p>
    <w:p w:rsidR="00E00D30" w:rsidRDefault="00E00D30" w:rsidP="00E00D30">
      <w:r>
        <w:t>720.5134</w:t>
      </w:r>
      <w:r>
        <w:tab/>
        <w:t>1.013e0</w:t>
      </w:r>
    </w:p>
    <w:p w:rsidR="00E00D30" w:rsidRDefault="00E00D30" w:rsidP="00E00D30">
      <w:r>
        <w:t>720.5623</w:t>
      </w:r>
      <w:r>
        <w:tab/>
        <w:t>4.051e0</w:t>
      </w:r>
    </w:p>
    <w:p w:rsidR="00E00D30" w:rsidRDefault="00E00D30" w:rsidP="00E00D30">
      <w:r>
        <w:t>720.5989</w:t>
      </w:r>
      <w:r>
        <w:tab/>
        <w:t>1.013e0</w:t>
      </w:r>
    </w:p>
    <w:p w:rsidR="00E00D30" w:rsidRDefault="00E00D30" w:rsidP="00E00D30">
      <w:r>
        <w:t>720.6156</w:t>
      </w:r>
      <w:r>
        <w:tab/>
        <w:t>2.025e0</w:t>
      </w:r>
    </w:p>
    <w:p w:rsidR="00E00D30" w:rsidRDefault="00E00D30" w:rsidP="00E00D30">
      <w:r>
        <w:t>720.6578</w:t>
      </w:r>
      <w:r>
        <w:tab/>
        <w:t>1.013e0</w:t>
      </w:r>
    </w:p>
    <w:p w:rsidR="00E00D30" w:rsidRDefault="00E00D30" w:rsidP="00E00D30">
      <w:r>
        <w:t>720.8123</w:t>
      </w:r>
      <w:r>
        <w:tab/>
        <w:t>2.025e0</w:t>
      </w:r>
    </w:p>
    <w:p w:rsidR="00E00D30" w:rsidRDefault="00E00D30" w:rsidP="00E00D30">
      <w:r>
        <w:t>720.8801</w:t>
      </w:r>
      <w:r>
        <w:tab/>
        <w:t>1.013e0</w:t>
      </w:r>
    </w:p>
    <w:p w:rsidR="00E00D30" w:rsidRDefault="00E00D30" w:rsidP="00E00D30">
      <w:r>
        <w:t>720.8812</w:t>
      </w:r>
      <w:r>
        <w:tab/>
        <w:t>1.013e0</w:t>
      </w:r>
    </w:p>
    <w:p w:rsidR="00E00D30" w:rsidRDefault="00E00D30" w:rsidP="00E00D30">
      <w:r>
        <w:t>720.8976</w:t>
      </w:r>
      <w:r>
        <w:tab/>
        <w:t>1.013e0</w:t>
      </w:r>
    </w:p>
    <w:p w:rsidR="00E00D30" w:rsidRDefault="00E00D30" w:rsidP="00E00D30">
      <w:r>
        <w:t>720.9044</w:t>
      </w:r>
      <w:r>
        <w:tab/>
        <w:t>1.013e0</w:t>
      </w:r>
    </w:p>
    <w:p w:rsidR="00E00D30" w:rsidRDefault="00E00D30" w:rsidP="00E00D30">
      <w:r>
        <w:t>720.9323</w:t>
      </w:r>
      <w:r>
        <w:tab/>
        <w:t>1.013e0</w:t>
      </w:r>
    </w:p>
    <w:p w:rsidR="00E00D30" w:rsidRDefault="00E00D30" w:rsidP="00E00D30">
      <w:r>
        <w:t>720.9903</w:t>
      </w:r>
      <w:r>
        <w:tab/>
        <w:t>1.013e0</w:t>
      </w:r>
    </w:p>
    <w:p w:rsidR="00E00D30" w:rsidRDefault="00E00D30" w:rsidP="00E00D30">
      <w:r>
        <w:t>721.0005</w:t>
      </w:r>
      <w:r>
        <w:tab/>
        <w:t>1.013e0</w:t>
      </w:r>
    </w:p>
    <w:p w:rsidR="00E00D30" w:rsidRDefault="00E00D30" w:rsidP="00E00D30">
      <w:r>
        <w:t>721.0147</w:t>
      </w:r>
      <w:r>
        <w:tab/>
        <w:t>1.013e0</w:t>
      </w:r>
    </w:p>
    <w:p w:rsidR="00E00D30" w:rsidRDefault="00E00D30" w:rsidP="00E00D30">
      <w:r>
        <w:t>721.0654</w:t>
      </w:r>
      <w:r>
        <w:tab/>
        <w:t>2.025e0</w:t>
      </w:r>
    </w:p>
    <w:p w:rsidR="00E00D30" w:rsidRDefault="00E00D30" w:rsidP="00E00D30">
      <w:r>
        <w:t>721.0877</w:t>
      </w:r>
      <w:r>
        <w:tab/>
        <w:t>1.013e0</w:t>
      </w:r>
    </w:p>
    <w:p w:rsidR="00E00D30" w:rsidRDefault="00E00D30" w:rsidP="00E00D30">
      <w:r>
        <w:lastRenderedPageBreak/>
        <w:t>721.1208</w:t>
      </w:r>
      <w:r>
        <w:tab/>
        <w:t>2.025e0</w:t>
      </w:r>
    </w:p>
    <w:p w:rsidR="00E00D30" w:rsidRDefault="00E00D30" w:rsidP="00E00D30">
      <w:r>
        <w:t>721.1378</w:t>
      </w:r>
      <w:r>
        <w:tab/>
        <w:t>1.013e0</w:t>
      </w:r>
    </w:p>
    <w:p w:rsidR="00E00D30" w:rsidRDefault="00E00D30" w:rsidP="00E00D30">
      <w:r>
        <w:t>721.1505</w:t>
      </w:r>
      <w:r>
        <w:tab/>
        <w:t>2.025e0</w:t>
      </w:r>
    </w:p>
    <w:p w:rsidR="00E00D30" w:rsidRDefault="00E00D30" w:rsidP="00E00D30">
      <w:r>
        <w:t>721.1645</w:t>
      </w:r>
      <w:r>
        <w:tab/>
        <w:t>2.025e0</w:t>
      </w:r>
    </w:p>
    <w:p w:rsidR="00E00D30" w:rsidRDefault="00E00D30" w:rsidP="00E00D30">
      <w:r>
        <w:t>721.2103</w:t>
      </w:r>
      <w:r>
        <w:tab/>
        <w:t>1.013e0</w:t>
      </w:r>
    </w:p>
    <w:p w:rsidR="00E00D30" w:rsidRDefault="00E00D30" w:rsidP="00E00D30">
      <w:r>
        <w:t>721.2161</w:t>
      </w:r>
      <w:r>
        <w:tab/>
        <w:t>2.025e0</w:t>
      </w:r>
    </w:p>
    <w:p w:rsidR="00E00D30" w:rsidRDefault="00E00D30" w:rsidP="00E00D30">
      <w:r>
        <w:t>721.2410</w:t>
      </w:r>
      <w:r>
        <w:tab/>
        <w:t>1.013e0</w:t>
      </w:r>
    </w:p>
    <w:p w:rsidR="00E00D30" w:rsidRDefault="00E00D30" w:rsidP="00E00D30">
      <w:r>
        <w:t>721.2470</w:t>
      </w:r>
      <w:r>
        <w:tab/>
        <w:t>1.013e0</w:t>
      </w:r>
    </w:p>
    <w:p w:rsidR="00E00D30" w:rsidRDefault="00E00D30" w:rsidP="00E00D30">
      <w:r>
        <w:t>721.2599</w:t>
      </w:r>
      <w:r>
        <w:tab/>
        <w:t>4.051e0</w:t>
      </w:r>
    </w:p>
    <w:p w:rsidR="00E00D30" w:rsidRDefault="00E00D30" w:rsidP="00E00D30">
      <w:r>
        <w:t>721.3094</w:t>
      </w:r>
      <w:r>
        <w:tab/>
        <w:t>2.025e0</w:t>
      </w:r>
    </w:p>
    <w:p w:rsidR="00E00D30" w:rsidRDefault="00E00D30" w:rsidP="00E00D30">
      <w:r>
        <w:t>721.3326</w:t>
      </w:r>
      <w:r>
        <w:tab/>
        <w:t>1.013e0</w:t>
      </w:r>
    </w:p>
    <w:p w:rsidR="00E00D30" w:rsidRDefault="00E00D30" w:rsidP="00E00D30">
      <w:r>
        <w:t>721.3426</w:t>
      </w:r>
      <w:r>
        <w:tab/>
        <w:t>3.038e0</w:t>
      </w:r>
    </w:p>
    <w:p w:rsidR="00E00D30" w:rsidRDefault="00E00D30" w:rsidP="00E00D30">
      <w:r>
        <w:t>721.3448</w:t>
      </w:r>
      <w:r>
        <w:tab/>
        <w:t>1.013e0</w:t>
      </w:r>
    </w:p>
    <w:p w:rsidR="00E00D30" w:rsidRDefault="00E00D30" w:rsidP="00E00D30">
      <w:r>
        <w:t>721.3566</w:t>
      </w:r>
      <w:r>
        <w:tab/>
        <w:t>1.013e0</w:t>
      </w:r>
    </w:p>
    <w:p w:rsidR="00E00D30" w:rsidRDefault="00E00D30" w:rsidP="00E00D30">
      <w:r>
        <w:t>721.3961</w:t>
      </w:r>
      <w:r>
        <w:tab/>
        <w:t>1.013e0</w:t>
      </w:r>
    </w:p>
    <w:p w:rsidR="00E00D30" w:rsidRDefault="00E00D30" w:rsidP="00E00D30">
      <w:r>
        <w:t>721.4041</w:t>
      </w:r>
      <w:r>
        <w:tab/>
        <w:t>3.038e0</w:t>
      </w:r>
    </w:p>
    <w:p w:rsidR="00E00D30" w:rsidRDefault="00E00D30" w:rsidP="00E00D30">
      <w:r>
        <w:t>721.4124</w:t>
      </w:r>
      <w:r>
        <w:tab/>
        <w:t>1.013e0</w:t>
      </w:r>
    </w:p>
    <w:p w:rsidR="00E00D30" w:rsidRDefault="00E00D30" w:rsidP="00E00D30">
      <w:r>
        <w:t>721.4191</w:t>
      </w:r>
      <w:r>
        <w:tab/>
        <w:t>1.013e0</w:t>
      </w:r>
    </w:p>
    <w:p w:rsidR="00E00D30" w:rsidRDefault="00E00D30" w:rsidP="00E00D30">
      <w:r>
        <w:t>721.4304</w:t>
      </w:r>
      <w:r>
        <w:tab/>
        <w:t>3.038e0</w:t>
      </w:r>
    </w:p>
    <w:p w:rsidR="00E00D30" w:rsidRDefault="00E00D30" w:rsidP="00E00D30">
      <w:r>
        <w:lastRenderedPageBreak/>
        <w:t>721.4634</w:t>
      </w:r>
      <w:r>
        <w:tab/>
        <w:t>1.013e0</w:t>
      </w:r>
    </w:p>
    <w:p w:rsidR="00E00D30" w:rsidRDefault="00E00D30" w:rsidP="00E00D30">
      <w:r>
        <w:t>721.4982</w:t>
      </w:r>
      <w:r>
        <w:tab/>
        <w:t>1.013e0</w:t>
      </w:r>
    </w:p>
    <w:p w:rsidR="00E00D30" w:rsidRDefault="00E00D30" w:rsidP="00E00D30">
      <w:r>
        <w:t>721.5038</w:t>
      </w:r>
      <w:r>
        <w:tab/>
        <w:t>2.025e0</w:t>
      </w:r>
    </w:p>
    <w:p w:rsidR="00E00D30" w:rsidRDefault="00E00D30" w:rsidP="00E00D30">
      <w:r>
        <w:t>721.5283</w:t>
      </w:r>
      <w:r>
        <w:tab/>
        <w:t>1.013e0</w:t>
      </w:r>
    </w:p>
    <w:p w:rsidR="00E00D30" w:rsidRDefault="00E00D30" w:rsidP="00E00D30">
      <w:r>
        <w:t>721.5492</w:t>
      </w:r>
      <w:r>
        <w:tab/>
        <w:t>1.013e0</w:t>
      </w:r>
    </w:p>
    <w:p w:rsidR="00E00D30" w:rsidRDefault="00E00D30" w:rsidP="00E00D30">
      <w:r>
        <w:t>721.6023</w:t>
      </w:r>
      <w:r>
        <w:tab/>
        <w:t>1.013e0</w:t>
      </w:r>
    </w:p>
    <w:p w:rsidR="00E00D30" w:rsidRDefault="00E00D30" w:rsidP="00E00D30">
      <w:r>
        <w:t>721.6353</w:t>
      </w:r>
      <w:r>
        <w:tab/>
        <w:t>1.013e0</w:t>
      </w:r>
    </w:p>
    <w:p w:rsidR="00E00D30" w:rsidRDefault="00E00D30" w:rsidP="00E00D30">
      <w:r>
        <w:t>721.7362</w:t>
      </w:r>
      <w:r>
        <w:tab/>
        <w:t>1.013e0</w:t>
      </w:r>
    </w:p>
    <w:p w:rsidR="00E00D30" w:rsidRDefault="00E00D30" w:rsidP="00E00D30">
      <w:r>
        <w:t>721.7391</w:t>
      </w:r>
      <w:r>
        <w:tab/>
        <w:t>1.013e0</w:t>
      </w:r>
    </w:p>
    <w:p w:rsidR="00E00D30" w:rsidRDefault="00E00D30" w:rsidP="00E00D30">
      <w:r>
        <w:t>721.7576</w:t>
      </w:r>
      <w:r>
        <w:tab/>
        <w:t>4.051e0</w:t>
      </w:r>
    </w:p>
    <w:p w:rsidR="00E00D30" w:rsidRDefault="00E00D30" w:rsidP="00E00D30">
      <w:r>
        <w:t>721.7738</w:t>
      </w:r>
      <w:r>
        <w:tab/>
        <w:t>1.013e0</w:t>
      </w:r>
    </w:p>
    <w:p w:rsidR="00E00D30" w:rsidRDefault="00E00D30" w:rsidP="00E00D30">
      <w:r>
        <w:t>721.7898</w:t>
      </w:r>
      <w:r>
        <w:tab/>
        <w:t>1.013e0</w:t>
      </w:r>
    </w:p>
    <w:p w:rsidR="00E00D30" w:rsidRDefault="00E00D30" w:rsidP="00E00D30">
      <w:r>
        <w:t>721.8068</w:t>
      </w:r>
      <w:r>
        <w:tab/>
        <w:t>1.013e0</w:t>
      </w:r>
    </w:p>
    <w:p w:rsidR="00E00D30" w:rsidRDefault="00E00D30" w:rsidP="00E00D30">
      <w:r>
        <w:t>721.8594</w:t>
      </w:r>
      <w:r>
        <w:tab/>
        <w:t>1.013e0</w:t>
      </w:r>
    </w:p>
    <w:p w:rsidR="00E00D30" w:rsidRDefault="00E00D30" w:rsidP="00E00D30">
      <w:r>
        <w:t>721.8830</w:t>
      </w:r>
      <w:r>
        <w:tab/>
        <w:t>1.013e0</w:t>
      </w:r>
    </w:p>
    <w:p w:rsidR="00E00D30" w:rsidRDefault="00E00D30" w:rsidP="00E00D30">
      <w:r>
        <w:t>721.9622</w:t>
      </w:r>
      <w:r>
        <w:tab/>
        <w:t>1.013e0</w:t>
      </w:r>
    </w:p>
    <w:p w:rsidR="00E00D30" w:rsidRDefault="00E00D30" w:rsidP="00E00D30">
      <w:r>
        <w:t>721.9783</w:t>
      </w:r>
      <w:r>
        <w:tab/>
        <w:t>1.013e0</w:t>
      </w:r>
    </w:p>
    <w:p w:rsidR="00E00D30" w:rsidRDefault="00E00D30" w:rsidP="00E00D30">
      <w:r>
        <w:t>721.9807</w:t>
      </w:r>
      <w:r>
        <w:tab/>
        <w:t>2.025e0</w:t>
      </w:r>
    </w:p>
    <w:p w:rsidR="00E00D30" w:rsidRDefault="00E00D30" w:rsidP="00E00D30">
      <w:r>
        <w:t>722.0298</w:t>
      </w:r>
      <w:r>
        <w:tab/>
        <w:t>1.013e0</w:t>
      </w:r>
    </w:p>
    <w:p w:rsidR="00E00D30" w:rsidRDefault="00E00D30" w:rsidP="00E00D30">
      <w:r>
        <w:lastRenderedPageBreak/>
        <w:t>722.0441</w:t>
      </w:r>
      <w:r>
        <w:tab/>
        <w:t>2.025e0</w:t>
      </w:r>
    </w:p>
    <w:p w:rsidR="00E00D30" w:rsidRDefault="00E00D30" w:rsidP="00E00D30">
      <w:r>
        <w:t>722.0466</w:t>
      </w:r>
      <w:r>
        <w:tab/>
        <w:t>1.013e0</w:t>
      </w:r>
    </w:p>
    <w:p w:rsidR="00E00D30" w:rsidRDefault="00E00D30" w:rsidP="00E00D30">
      <w:r>
        <w:t>722.0675</w:t>
      </w:r>
      <w:r>
        <w:tab/>
        <w:t>1.013e0</w:t>
      </w:r>
    </w:p>
    <w:p w:rsidR="00E00D30" w:rsidRDefault="00E00D30" w:rsidP="00E00D30">
      <w:r>
        <w:t>722.1155</w:t>
      </w:r>
      <w:r>
        <w:tab/>
        <w:t>1.013e0</w:t>
      </w:r>
    </w:p>
    <w:p w:rsidR="00E00D30" w:rsidRDefault="00E00D30" w:rsidP="00E00D30">
      <w:r>
        <w:t>722.1519</w:t>
      </w:r>
      <w:r>
        <w:tab/>
        <w:t>2.170e0</w:t>
      </w:r>
    </w:p>
    <w:p w:rsidR="00E00D30" w:rsidRDefault="00E00D30" w:rsidP="00E00D30">
      <w:r>
        <w:t>722.1580</w:t>
      </w:r>
      <w:r>
        <w:tab/>
        <w:t>2.025e0</w:t>
      </w:r>
    </w:p>
    <w:p w:rsidR="00E00D30" w:rsidRDefault="00E00D30" w:rsidP="00E00D30">
      <w:r>
        <w:t>722.1660</w:t>
      </w:r>
      <w:r>
        <w:tab/>
        <w:t>2.025e0</w:t>
      </w:r>
    </w:p>
    <w:p w:rsidR="00E00D30" w:rsidRDefault="00E00D30" w:rsidP="00E00D30">
      <w:r>
        <w:t>722.1702</w:t>
      </w:r>
      <w:r>
        <w:tab/>
        <w:t>2.025e0</w:t>
      </w:r>
    </w:p>
    <w:p w:rsidR="00E00D30" w:rsidRDefault="00E00D30" w:rsidP="00E00D30">
      <w:r>
        <w:t>722.1776</w:t>
      </w:r>
      <w:r>
        <w:tab/>
        <w:t>1.013e0</w:t>
      </w:r>
    </w:p>
    <w:p w:rsidR="00E00D30" w:rsidRDefault="00E00D30" w:rsidP="00E00D30">
      <w:r>
        <w:t>722.2181</w:t>
      </w:r>
      <w:r>
        <w:tab/>
        <w:t>1.013e0</w:t>
      </w:r>
    </w:p>
    <w:p w:rsidR="00E00D30" w:rsidRDefault="00E00D30" w:rsidP="00E00D30">
      <w:r>
        <w:t>722.2523</w:t>
      </w:r>
      <w:r>
        <w:tab/>
        <w:t>1.013e0</w:t>
      </w:r>
    </w:p>
    <w:p w:rsidR="00E00D30" w:rsidRDefault="00E00D30" w:rsidP="00E00D30">
      <w:r>
        <w:t>722.2878</w:t>
      </w:r>
      <w:r>
        <w:tab/>
        <w:t>1.013e0</w:t>
      </w:r>
    </w:p>
    <w:p w:rsidR="00E00D30" w:rsidRDefault="00E00D30" w:rsidP="00E00D30">
      <w:r>
        <w:t>722.3723</w:t>
      </w:r>
      <w:r>
        <w:tab/>
        <w:t>1.013e0</w:t>
      </w:r>
    </w:p>
    <w:p w:rsidR="00E00D30" w:rsidRDefault="00E00D30" w:rsidP="00E00D30">
      <w:r>
        <w:t>722.3845</w:t>
      </w:r>
      <w:r>
        <w:tab/>
        <w:t>2.025e0</w:t>
      </w:r>
    </w:p>
    <w:p w:rsidR="00E00D30" w:rsidRDefault="00E00D30" w:rsidP="00E00D30">
      <w:r>
        <w:t>722.4057</w:t>
      </w:r>
      <w:r>
        <w:tab/>
        <w:t>4.051e0</w:t>
      </w:r>
    </w:p>
    <w:p w:rsidR="00E00D30" w:rsidRDefault="00E00D30" w:rsidP="00E00D30">
      <w:r>
        <w:t>722.4164</w:t>
      </w:r>
      <w:r>
        <w:tab/>
        <w:t>2.025e0</w:t>
      </w:r>
    </w:p>
    <w:p w:rsidR="00E00D30" w:rsidRDefault="00E00D30" w:rsidP="00E00D30">
      <w:r>
        <w:t>722.4183</w:t>
      </w:r>
      <w:r>
        <w:tab/>
        <w:t>3.038e0</w:t>
      </w:r>
    </w:p>
    <w:p w:rsidR="00E00D30" w:rsidRDefault="00E00D30" w:rsidP="00E00D30">
      <w:r>
        <w:t>722.4212</w:t>
      </w:r>
      <w:r>
        <w:tab/>
        <w:t>1.013e0</w:t>
      </w:r>
    </w:p>
    <w:p w:rsidR="00E00D30" w:rsidRDefault="00E00D30" w:rsidP="00E00D30">
      <w:r>
        <w:t>722.4788</w:t>
      </w:r>
      <w:r>
        <w:tab/>
        <w:t>5.063e0</w:t>
      </w:r>
    </w:p>
    <w:p w:rsidR="00E00D30" w:rsidRDefault="00E00D30" w:rsidP="00E00D30">
      <w:r>
        <w:lastRenderedPageBreak/>
        <w:t>722.4927</w:t>
      </w:r>
      <w:r>
        <w:tab/>
        <w:t>1.013e0</w:t>
      </w:r>
    </w:p>
    <w:p w:rsidR="00E00D30" w:rsidRDefault="00E00D30" w:rsidP="00E00D30">
      <w:r>
        <w:t>722.5073</w:t>
      </w:r>
      <w:r>
        <w:tab/>
        <w:t>1.013e0</w:t>
      </w:r>
    </w:p>
    <w:p w:rsidR="00E00D30" w:rsidRDefault="00E00D30" w:rsidP="00E00D30">
      <w:r>
        <w:t>722.5315</w:t>
      </w:r>
      <w:r>
        <w:tab/>
        <w:t>2.025e0</w:t>
      </w:r>
    </w:p>
    <w:p w:rsidR="00E00D30" w:rsidRDefault="00E00D30" w:rsidP="00E00D30">
      <w:r>
        <w:t>722.5952</w:t>
      </w:r>
      <w:r>
        <w:tab/>
        <w:t>1.013e0</w:t>
      </w:r>
    </w:p>
    <w:p w:rsidR="00E00D30" w:rsidRDefault="00E00D30" w:rsidP="00E00D30">
      <w:r>
        <w:t>722.6302</w:t>
      </w:r>
      <w:r>
        <w:tab/>
        <w:t>2.025e0</w:t>
      </w:r>
    </w:p>
    <w:p w:rsidR="00E00D30" w:rsidRDefault="00E00D30" w:rsidP="00E00D30">
      <w:r>
        <w:t>722.6457</w:t>
      </w:r>
      <w:r>
        <w:tab/>
        <w:t>3.038e0</w:t>
      </w:r>
    </w:p>
    <w:p w:rsidR="00E00D30" w:rsidRDefault="00E00D30" w:rsidP="00E00D30">
      <w:r>
        <w:t>722.6467</w:t>
      </w:r>
      <w:r>
        <w:tab/>
        <w:t>1.013e0</w:t>
      </w:r>
    </w:p>
    <w:p w:rsidR="00E00D30" w:rsidRDefault="00E00D30" w:rsidP="00E00D30">
      <w:r>
        <w:t>722.6543</w:t>
      </w:r>
      <w:r>
        <w:tab/>
        <w:t>1.013e0</w:t>
      </w:r>
    </w:p>
    <w:p w:rsidR="00E00D30" w:rsidRDefault="00E00D30" w:rsidP="00E00D30">
      <w:r>
        <w:t>722.6784</w:t>
      </w:r>
      <w:r>
        <w:tab/>
        <w:t>1.013e0</w:t>
      </w:r>
    </w:p>
    <w:p w:rsidR="00E00D30" w:rsidRDefault="00E00D30" w:rsidP="00E00D30">
      <w:r>
        <w:t>722.7278</w:t>
      </w:r>
      <w:r>
        <w:tab/>
        <w:t>1.013e0</w:t>
      </w:r>
    </w:p>
    <w:p w:rsidR="00E00D30" w:rsidRDefault="00E00D30" w:rsidP="00E00D30">
      <w:r>
        <w:t>722.7654</w:t>
      </w:r>
      <w:r>
        <w:tab/>
        <w:t>1.013e0</w:t>
      </w:r>
    </w:p>
    <w:p w:rsidR="00E00D30" w:rsidRDefault="00E00D30" w:rsidP="00E00D30">
      <w:r>
        <w:t>722.7777</w:t>
      </w:r>
      <w:r>
        <w:tab/>
        <w:t>1.013e0</w:t>
      </w:r>
    </w:p>
    <w:p w:rsidR="00E00D30" w:rsidRDefault="00E00D30" w:rsidP="00E00D30">
      <w:r>
        <w:t>722.7841</w:t>
      </w:r>
      <w:r>
        <w:tab/>
        <w:t>1.013e0</w:t>
      </w:r>
    </w:p>
    <w:p w:rsidR="00E00D30" w:rsidRDefault="00E00D30" w:rsidP="00E00D30">
      <w:r>
        <w:t>722.8254</w:t>
      </w:r>
      <w:r>
        <w:tab/>
        <w:t>1.013e0</w:t>
      </w:r>
    </w:p>
    <w:p w:rsidR="00E00D30" w:rsidRDefault="00E00D30" w:rsidP="00E00D30">
      <w:r>
        <w:t>722.8356</w:t>
      </w:r>
      <w:r>
        <w:tab/>
        <w:t>1.013e0</w:t>
      </w:r>
    </w:p>
    <w:p w:rsidR="00E00D30" w:rsidRDefault="00E00D30" w:rsidP="00E00D30">
      <w:r>
        <w:t>722.8536</w:t>
      </w:r>
      <w:r>
        <w:tab/>
        <w:t>1.013e0</w:t>
      </w:r>
    </w:p>
    <w:p w:rsidR="00E00D30" w:rsidRDefault="00E00D30" w:rsidP="00E00D30">
      <w:r>
        <w:t>722.8694</w:t>
      </w:r>
      <w:r>
        <w:tab/>
        <w:t>1.013e0</w:t>
      </w:r>
    </w:p>
    <w:p w:rsidR="00E00D30" w:rsidRDefault="00E00D30" w:rsidP="00E00D30">
      <w:r>
        <w:t>722.8932</w:t>
      </w:r>
      <w:r>
        <w:tab/>
        <w:t>2.025e0</w:t>
      </w:r>
    </w:p>
    <w:p w:rsidR="00E00D30" w:rsidRDefault="00E00D30" w:rsidP="00E00D30">
      <w:r>
        <w:t>722.8954</w:t>
      </w:r>
      <w:r>
        <w:tab/>
        <w:t>2.025e0</w:t>
      </w:r>
    </w:p>
    <w:p w:rsidR="00E00D30" w:rsidRDefault="00E00D30" w:rsidP="00E00D30">
      <w:r>
        <w:lastRenderedPageBreak/>
        <w:t>722.8993</w:t>
      </w:r>
      <w:r>
        <w:tab/>
        <w:t>1.013e0</w:t>
      </w:r>
    </w:p>
    <w:p w:rsidR="00E00D30" w:rsidRDefault="00E00D30" w:rsidP="00E00D30">
      <w:r>
        <w:t>722.9039</w:t>
      </w:r>
      <w:r>
        <w:tab/>
        <w:t>1.013e0</w:t>
      </w:r>
    </w:p>
    <w:p w:rsidR="00E00D30" w:rsidRDefault="00E00D30" w:rsidP="00E00D30">
      <w:r>
        <w:t>722.9637</w:t>
      </w:r>
      <w:r>
        <w:tab/>
        <w:t>2.025e0</w:t>
      </w:r>
    </w:p>
    <w:p w:rsidR="00E00D30" w:rsidRDefault="00E00D30" w:rsidP="00E00D30">
      <w:r>
        <w:t>723.0100</w:t>
      </w:r>
      <w:r>
        <w:tab/>
        <w:t>2.025e0</w:t>
      </w:r>
    </w:p>
    <w:p w:rsidR="00E00D30" w:rsidRDefault="00E00D30" w:rsidP="00E00D30">
      <w:r>
        <w:t>723.0219</w:t>
      </w:r>
      <w:r>
        <w:tab/>
        <w:t>1.013e0</w:t>
      </w:r>
    </w:p>
    <w:p w:rsidR="00E00D30" w:rsidRDefault="00E00D30" w:rsidP="00E00D30">
      <w:r>
        <w:t>723.0460</w:t>
      </w:r>
      <w:r>
        <w:tab/>
        <w:t>1.013e0</w:t>
      </w:r>
    </w:p>
    <w:p w:rsidR="00E00D30" w:rsidRDefault="00E00D30" w:rsidP="00E00D30">
      <w:r>
        <w:t>723.0831</w:t>
      </w:r>
      <w:r>
        <w:tab/>
        <w:t>1.013e0</w:t>
      </w:r>
    </w:p>
    <w:p w:rsidR="00E00D30" w:rsidRDefault="00E00D30" w:rsidP="00E00D30">
      <w:r>
        <w:t>723.0954</w:t>
      </w:r>
      <w:r>
        <w:tab/>
        <w:t>1.013e0</w:t>
      </w:r>
    </w:p>
    <w:p w:rsidR="00E00D30" w:rsidRDefault="00E00D30" w:rsidP="00E00D30">
      <w:r>
        <w:t>723.1611</w:t>
      </w:r>
      <w:r>
        <w:tab/>
        <w:t>1.013e0</w:t>
      </w:r>
    </w:p>
    <w:p w:rsidR="00E00D30" w:rsidRDefault="00E00D30" w:rsidP="00E00D30">
      <w:r>
        <w:t>723.1781</w:t>
      </w:r>
      <w:r>
        <w:tab/>
        <w:t>1.013e0</w:t>
      </w:r>
    </w:p>
    <w:p w:rsidR="00E00D30" w:rsidRDefault="00E00D30" w:rsidP="00E00D30">
      <w:r>
        <w:t>723.2141</w:t>
      </w:r>
      <w:r>
        <w:tab/>
        <w:t>3.038e0</w:t>
      </w:r>
    </w:p>
    <w:p w:rsidR="00E00D30" w:rsidRDefault="00E00D30" w:rsidP="00E00D30">
      <w:r>
        <w:t>723.2447</w:t>
      </w:r>
      <w:r>
        <w:tab/>
        <w:t>2.025e0</w:t>
      </w:r>
    </w:p>
    <w:p w:rsidR="00E00D30" w:rsidRDefault="00E00D30" w:rsidP="00E00D30">
      <w:r>
        <w:t>723.2679</w:t>
      </w:r>
      <w:r>
        <w:tab/>
        <w:t>1.013e0</w:t>
      </w:r>
    </w:p>
    <w:p w:rsidR="00E00D30" w:rsidRDefault="00E00D30" w:rsidP="00E00D30">
      <w:r>
        <w:t>723.2855</w:t>
      </w:r>
      <w:r>
        <w:tab/>
        <w:t>2.025e0</w:t>
      </w:r>
    </w:p>
    <w:p w:rsidR="00E00D30" w:rsidRDefault="00E00D30" w:rsidP="00E00D30">
      <w:r>
        <w:t>723.3156</w:t>
      </w:r>
      <w:r>
        <w:tab/>
        <w:t>1.013e0</w:t>
      </w:r>
    </w:p>
    <w:p w:rsidR="00E00D30" w:rsidRDefault="00E00D30" w:rsidP="00E00D30">
      <w:r>
        <w:t>723.3168</w:t>
      </w:r>
      <w:r>
        <w:tab/>
        <w:t>4.051e0</w:t>
      </w:r>
    </w:p>
    <w:p w:rsidR="00E00D30" w:rsidRDefault="00E00D30" w:rsidP="00E00D30">
      <w:r>
        <w:t>723.3757</w:t>
      </w:r>
      <w:r>
        <w:tab/>
        <w:t>3.038e0</w:t>
      </w:r>
    </w:p>
    <w:p w:rsidR="00E00D30" w:rsidRDefault="00E00D30" w:rsidP="00E00D30">
      <w:r>
        <w:t>723.3791</w:t>
      </w:r>
      <w:r>
        <w:tab/>
        <w:t>2.025e0</w:t>
      </w:r>
    </w:p>
    <w:p w:rsidR="00E00D30" w:rsidRDefault="00E00D30" w:rsidP="00E00D30">
      <w:r>
        <w:t>723.3975</w:t>
      </w:r>
      <w:r>
        <w:tab/>
        <w:t>4.051e0</w:t>
      </w:r>
    </w:p>
    <w:p w:rsidR="00E00D30" w:rsidRDefault="00E00D30" w:rsidP="00E00D30">
      <w:r>
        <w:lastRenderedPageBreak/>
        <w:t>723.4018</w:t>
      </w:r>
      <w:r>
        <w:tab/>
        <w:t>2.025e0</w:t>
      </w:r>
    </w:p>
    <w:p w:rsidR="00E00D30" w:rsidRDefault="00E00D30" w:rsidP="00E00D30">
      <w:r>
        <w:t>723.4483</w:t>
      </w:r>
      <w:r>
        <w:tab/>
        <w:t>5.063e0</w:t>
      </w:r>
    </w:p>
    <w:p w:rsidR="00E00D30" w:rsidRDefault="00E00D30" w:rsidP="00E00D30">
      <w:r>
        <w:t>723.4518</w:t>
      </w:r>
      <w:r>
        <w:tab/>
        <w:t>1.013e0</w:t>
      </w:r>
    </w:p>
    <w:p w:rsidR="00E00D30" w:rsidRDefault="00E00D30" w:rsidP="00E00D30">
      <w:r>
        <w:t>723.4674</w:t>
      </w:r>
      <w:r>
        <w:tab/>
        <w:t>6.076e0</w:t>
      </w:r>
    </w:p>
    <w:p w:rsidR="00E00D30" w:rsidRDefault="00E00D30" w:rsidP="00E00D30">
      <w:r>
        <w:t>723.4698</w:t>
      </w:r>
      <w:r>
        <w:tab/>
        <w:t>3.038e0</w:t>
      </w:r>
    </w:p>
    <w:p w:rsidR="00E00D30" w:rsidRDefault="00E00D30" w:rsidP="00E00D30">
      <w:r>
        <w:t>723.4828</w:t>
      </w:r>
      <w:r>
        <w:tab/>
        <w:t>3.038e0</w:t>
      </w:r>
    </w:p>
    <w:p w:rsidR="00E00D30" w:rsidRDefault="00E00D30" w:rsidP="00E00D30">
      <w:r>
        <w:t>723.5052</w:t>
      </w:r>
      <w:r>
        <w:tab/>
        <w:t>1.013e0</w:t>
      </w:r>
    </w:p>
    <w:p w:rsidR="00E00D30" w:rsidRDefault="00E00D30" w:rsidP="00E00D30">
      <w:r>
        <w:t>723.5556</w:t>
      </w:r>
      <w:r>
        <w:tab/>
        <w:t>1.013e0</w:t>
      </w:r>
    </w:p>
    <w:p w:rsidR="00E00D30" w:rsidRDefault="00E00D30" w:rsidP="00E00D30">
      <w:r>
        <w:t>723.5593</w:t>
      </w:r>
      <w:r>
        <w:tab/>
        <w:t>2.025e0</w:t>
      </w:r>
    </w:p>
    <w:p w:rsidR="00E00D30" w:rsidRDefault="00E00D30" w:rsidP="00E00D30">
      <w:r>
        <w:t>723.6036</w:t>
      </w:r>
      <w:r>
        <w:tab/>
        <w:t>2.025e0</w:t>
      </w:r>
    </w:p>
    <w:p w:rsidR="00E00D30" w:rsidRDefault="00E00D30" w:rsidP="00E00D30">
      <w:r>
        <w:t>723.6221</w:t>
      </w:r>
      <w:r>
        <w:tab/>
        <w:t>1.013e0</w:t>
      </w:r>
    </w:p>
    <w:p w:rsidR="00E00D30" w:rsidRDefault="00E00D30" w:rsidP="00E00D30">
      <w:r>
        <w:t>723.6235</w:t>
      </w:r>
      <w:r>
        <w:tab/>
        <w:t>2.025e0</w:t>
      </w:r>
    </w:p>
    <w:p w:rsidR="00E00D30" w:rsidRDefault="00E00D30" w:rsidP="00E00D30">
      <w:r>
        <w:t>723.6348</w:t>
      </w:r>
      <w:r>
        <w:tab/>
        <w:t>1.013e0</w:t>
      </w:r>
    </w:p>
    <w:p w:rsidR="00E00D30" w:rsidRDefault="00E00D30" w:rsidP="00E00D30">
      <w:r>
        <w:t>723.6589</w:t>
      </w:r>
      <w:r>
        <w:tab/>
        <w:t>2.025e0</w:t>
      </w:r>
    </w:p>
    <w:p w:rsidR="00E00D30" w:rsidRDefault="00E00D30" w:rsidP="00E00D30">
      <w:r>
        <w:t>723.6970</w:t>
      </w:r>
      <w:r>
        <w:tab/>
        <w:t>1.013e0</w:t>
      </w:r>
    </w:p>
    <w:p w:rsidR="00E00D30" w:rsidRDefault="00E00D30" w:rsidP="00E00D30">
      <w:r>
        <w:t>723.7329</w:t>
      </w:r>
      <w:r>
        <w:tab/>
        <w:t>1.013e0</w:t>
      </w:r>
    </w:p>
    <w:p w:rsidR="00E00D30" w:rsidRDefault="00E00D30" w:rsidP="00E00D30">
      <w:r>
        <w:t>723.7537</w:t>
      </w:r>
      <w:r>
        <w:tab/>
        <w:t>2.025e0</w:t>
      </w:r>
    </w:p>
    <w:p w:rsidR="00E00D30" w:rsidRDefault="00E00D30" w:rsidP="00E00D30">
      <w:r>
        <w:t>723.7784</w:t>
      </w:r>
      <w:r>
        <w:tab/>
        <w:t>1.013e0</w:t>
      </w:r>
    </w:p>
    <w:p w:rsidR="00E00D30" w:rsidRDefault="00E00D30" w:rsidP="00E00D30">
      <w:r>
        <w:t>723.8062</w:t>
      </w:r>
      <w:r>
        <w:tab/>
        <w:t>1.013e0</w:t>
      </w:r>
    </w:p>
    <w:p w:rsidR="00E00D30" w:rsidRDefault="00E00D30" w:rsidP="00E00D30">
      <w:r>
        <w:lastRenderedPageBreak/>
        <w:t>723.8124</w:t>
      </w:r>
      <w:r>
        <w:tab/>
        <w:t>1.013e0</w:t>
      </w:r>
    </w:p>
    <w:p w:rsidR="00E00D30" w:rsidRDefault="00E00D30" w:rsidP="00E00D30">
      <w:r>
        <w:t>723.8556</w:t>
      </w:r>
      <w:r>
        <w:tab/>
        <w:t>1.013e0</w:t>
      </w:r>
    </w:p>
    <w:p w:rsidR="00E00D30" w:rsidRDefault="00E00D30" w:rsidP="00E00D30">
      <w:r>
        <w:t>723.8650</w:t>
      </w:r>
      <w:r>
        <w:tab/>
        <w:t>1.013e0</w:t>
      </w:r>
    </w:p>
    <w:p w:rsidR="00E00D30" w:rsidRDefault="00E00D30" w:rsidP="00E00D30">
      <w:r>
        <w:t>723.8882</w:t>
      </w:r>
      <w:r>
        <w:tab/>
        <w:t>2.025e0</w:t>
      </w:r>
    </w:p>
    <w:p w:rsidR="00E00D30" w:rsidRDefault="00E00D30" w:rsidP="00E00D30">
      <w:r>
        <w:t>723.9036</w:t>
      </w:r>
      <w:r>
        <w:tab/>
        <w:t>2.025e0</w:t>
      </w:r>
    </w:p>
    <w:p w:rsidR="00E00D30" w:rsidRDefault="00E00D30" w:rsidP="00E00D30">
      <w:r>
        <w:t>723.9238</w:t>
      </w:r>
      <w:r>
        <w:tab/>
        <w:t>2.025e0</w:t>
      </w:r>
    </w:p>
    <w:p w:rsidR="00E00D30" w:rsidRDefault="00E00D30" w:rsidP="00E00D30">
      <w:r>
        <w:t>723.9844</w:t>
      </w:r>
      <w:r>
        <w:tab/>
        <w:t>2.025e0</w:t>
      </w:r>
    </w:p>
    <w:p w:rsidR="00E00D30" w:rsidRDefault="00E00D30" w:rsidP="00E00D30">
      <w:r>
        <w:t>724.0103</w:t>
      </w:r>
      <w:r>
        <w:tab/>
        <w:t>2.025e0</w:t>
      </w:r>
    </w:p>
    <w:p w:rsidR="00E00D30" w:rsidRDefault="00E00D30" w:rsidP="00E00D30">
      <w:r>
        <w:t>724.0236</w:t>
      </w:r>
      <w:r>
        <w:tab/>
        <w:t>2.025e0</w:t>
      </w:r>
    </w:p>
    <w:p w:rsidR="00E00D30" w:rsidRDefault="00E00D30" w:rsidP="00E00D30">
      <w:r>
        <w:t>724.0521</w:t>
      </w:r>
      <w:r>
        <w:tab/>
        <w:t>1.013e0</w:t>
      </w:r>
    </w:p>
    <w:p w:rsidR="00E00D30" w:rsidRDefault="00E00D30" w:rsidP="00E00D30">
      <w:r>
        <w:t>724.0885</w:t>
      </w:r>
      <w:r>
        <w:tab/>
        <w:t>2.025e0</w:t>
      </w:r>
    </w:p>
    <w:p w:rsidR="00E00D30" w:rsidRDefault="00E00D30" w:rsidP="00E00D30">
      <w:r>
        <w:t>724.1042</w:t>
      </w:r>
      <w:r>
        <w:tab/>
        <w:t>1.013e0</w:t>
      </w:r>
    </w:p>
    <w:p w:rsidR="00E00D30" w:rsidRDefault="00E00D30" w:rsidP="00E00D30">
      <w:r>
        <w:t>724.1567</w:t>
      </w:r>
      <w:r>
        <w:tab/>
        <w:t>2.025e0</w:t>
      </w:r>
    </w:p>
    <w:p w:rsidR="00E00D30" w:rsidRDefault="00E00D30" w:rsidP="00E00D30">
      <w:r>
        <w:t>724.1621</w:t>
      </w:r>
      <w:r>
        <w:tab/>
        <w:t>2.025e0</w:t>
      </w:r>
    </w:p>
    <w:p w:rsidR="00E00D30" w:rsidRDefault="00E00D30" w:rsidP="00E00D30">
      <w:r>
        <w:t>724.1737</w:t>
      </w:r>
      <w:r>
        <w:tab/>
        <w:t>1.013e0</w:t>
      </w:r>
    </w:p>
    <w:p w:rsidR="00E00D30" w:rsidRDefault="00E00D30" w:rsidP="00E00D30">
      <w:r>
        <w:t>724.1813</w:t>
      </w:r>
      <w:r>
        <w:tab/>
        <w:t>2.025e0</w:t>
      </w:r>
    </w:p>
    <w:p w:rsidR="00E00D30" w:rsidRDefault="00E00D30" w:rsidP="00E00D30">
      <w:r>
        <w:t>724.1992</w:t>
      </w:r>
      <w:r>
        <w:tab/>
        <w:t>1.013e0</w:t>
      </w:r>
    </w:p>
    <w:p w:rsidR="00E00D30" w:rsidRDefault="00E00D30" w:rsidP="00E00D30">
      <w:r>
        <w:t>724.2115</w:t>
      </w:r>
      <w:r>
        <w:tab/>
        <w:t>1.013e0</w:t>
      </w:r>
    </w:p>
    <w:p w:rsidR="00E00D30" w:rsidRDefault="00E00D30" w:rsidP="00E00D30">
      <w:r>
        <w:t>724.2238</w:t>
      </w:r>
      <w:r>
        <w:tab/>
        <w:t>1.013e0</w:t>
      </w:r>
    </w:p>
    <w:p w:rsidR="00E00D30" w:rsidRDefault="00E00D30" w:rsidP="00E00D30">
      <w:r>
        <w:lastRenderedPageBreak/>
        <w:t>724.2483</w:t>
      </w:r>
      <w:r>
        <w:tab/>
        <w:t>1.013e0</w:t>
      </w:r>
    </w:p>
    <w:p w:rsidR="00E00D30" w:rsidRDefault="00E00D30" w:rsidP="00E00D30">
      <w:r>
        <w:t>724.2737</w:t>
      </w:r>
      <w:r>
        <w:tab/>
        <w:t>1.013e0</w:t>
      </w:r>
    </w:p>
    <w:p w:rsidR="00E00D30" w:rsidRDefault="00E00D30" w:rsidP="00E00D30">
      <w:r>
        <w:t>724.2957</w:t>
      </w:r>
      <w:r>
        <w:tab/>
        <w:t>2.025e0</w:t>
      </w:r>
    </w:p>
    <w:p w:rsidR="00E00D30" w:rsidRDefault="00E00D30" w:rsidP="00E00D30">
      <w:r>
        <w:t>724.3219</w:t>
      </w:r>
      <w:r>
        <w:tab/>
        <w:t>1.013e0</w:t>
      </w:r>
    </w:p>
    <w:p w:rsidR="00E00D30" w:rsidRDefault="00E00D30" w:rsidP="00E00D30">
      <w:r>
        <w:t>724.3450</w:t>
      </w:r>
      <w:r>
        <w:tab/>
        <w:t>1.013e0</w:t>
      </w:r>
    </w:p>
    <w:p w:rsidR="00E00D30" w:rsidRDefault="00E00D30" w:rsidP="00E00D30">
      <w:r>
        <w:t>724.3461</w:t>
      </w:r>
      <w:r>
        <w:tab/>
        <w:t>1.013e0</w:t>
      </w:r>
    </w:p>
    <w:p w:rsidR="00E00D30" w:rsidRDefault="00E00D30" w:rsidP="00E00D30">
      <w:r>
        <w:t>724.3609</w:t>
      </w:r>
      <w:r>
        <w:tab/>
        <w:t>1.013e0</w:t>
      </w:r>
    </w:p>
    <w:p w:rsidR="00E00D30" w:rsidRDefault="00E00D30" w:rsidP="00E00D30">
      <w:r>
        <w:t>724.3786</w:t>
      </w:r>
      <w:r>
        <w:tab/>
        <w:t>2.025e0</w:t>
      </w:r>
    </w:p>
    <w:p w:rsidR="00E00D30" w:rsidRDefault="00E00D30" w:rsidP="00E00D30">
      <w:r>
        <w:t>724.3829</w:t>
      </w:r>
      <w:r>
        <w:tab/>
        <w:t>1.013e0</w:t>
      </w:r>
    </w:p>
    <w:p w:rsidR="00E00D30" w:rsidRDefault="00E00D30" w:rsidP="00E00D30">
      <w:r>
        <w:t>724.3956</w:t>
      </w:r>
      <w:r>
        <w:tab/>
        <w:t>1.013e0</w:t>
      </w:r>
    </w:p>
    <w:p w:rsidR="00E00D30" w:rsidRDefault="00E00D30" w:rsidP="00E00D30">
      <w:r>
        <w:t>724.4294</w:t>
      </w:r>
      <w:r>
        <w:tab/>
        <w:t>1.013e0</w:t>
      </w:r>
    </w:p>
    <w:p w:rsidR="00E00D30" w:rsidRDefault="00E00D30" w:rsidP="00E00D30">
      <w:r>
        <w:t>724.4324</w:t>
      </w:r>
      <w:r>
        <w:tab/>
        <w:t>2.025e0</w:t>
      </w:r>
    </w:p>
    <w:p w:rsidR="00E00D30" w:rsidRDefault="00E00D30" w:rsidP="00E00D30">
      <w:r>
        <w:t>724.4579</w:t>
      </w:r>
      <w:r>
        <w:tab/>
        <w:t>1.013e0</w:t>
      </w:r>
    </w:p>
    <w:p w:rsidR="00E00D30" w:rsidRDefault="00E00D30" w:rsidP="00E00D30">
      <w:r>
        <w:t>724.4625</w:t>
      </w:r>
      <w:r>
        <w:tab/>
        <w:t>2.025e0</w:t>
      </w:r>
    </w:p>
    <w:p w:rsidR="00E00D30" w:rsidRDefault="00E00D30" w:rsidP="00E00D30">
      <w:r>
        <w:t>724.5015</w:t>
      </w:r>
      <w:r>
        <w:tab/>
        <w:t>2.025e0</w:t>
      </w:r>
    </w:p>
    <w:p w:rsidR="00E00D30" w:rsidRDefault="00E00D30" w:rsidP="00E00D30">
      <w:r>
        <w:t>724.5070</w:t>
      </w:r>
      <w:r>
        <w:tab/>
        <w:t>1.013e0</w:t>
      </w:r>
    </w:p>
    <w:p w:rsidR="00E00D30" w:rsidRDefault="00E00D30" w:rsidP="00E00D30">
      <w:r>
        <w:t>724.5120</w:t>
      </w:r>
      <w:r>
        <w:tab/>
        <w:t>2.025e0</w:t>
      </w:r>
    </w:p>
    <w:p w:rsidR="00E00D30" w:rsidRDefault="00E00D30" w:rsidP="00E00D30">
      <w:r>
        <w:t>724.5151</w:t>
      </w:r>
      <w:r>
        <w:tab/>
        <w:t>1.013e0</w:t>
      </w:r>
    </w:p>
    <w:p w:rsidR="00E00D30" w:rsidRDefault="00E00D30" w:rsidP="00E00D30">
      <w:r>
        <w:t>724.5214</w:t>
      </w:r>
      <w:r>
        <w:tab/>
        <w:t>3.038e0</w:t>
      </w:r>
    </w:p>
    <w:p w:rsidR="00E00D30" w:rsidRDefault="00E00D30" w:rsidP="00E00D30">
      <w:r>
        <w:lastRenderedPageBreak/>
        <w:t>724.5461</w:t>
      </w:r>
      <w:r>
        <w:tab/>
        <w:t>2.025e0</w:t>
      </w:r>
    </w:p>
    <w:p w:rsidR="00E00D30" w:rsidRDefault="00E00D30" w:rsidP="00E00D30">
      <w:r>
        <w:t>724.6191</w:t>
      </w:r>
      <w:r>
        <w:tab/>
        <w:t>1.013e0</w:t>
      </w:r>
    </w:p>
    <w:p w:rsidR="00E00D30" w:rsidRDefault="00E00D30" w:rsidP="00E00D30">
      <w:r>
        <w:t>724.6534</w:t>
      </w:r>
      <w:r>
        <w:tab/>
        <w:t>1.013e0</w:t>
      </w:r>
    </w:p>
    <w:p w:rsidR="00E00D30" w:rsidRDefault="00E00D30" w:rsidP="00E00D30">
      <w:r>
        <w:t>724.7021</w:t>
      </w:r>
      <w:r>
        <w:tab/>
        <w:t>1.013e0</w:t>
      </w:r>
    </w:p>
    <w:p w:rsidR="00E00D30" w:rsidRDefault="00E00D30" w:rsidP="00E00D30">
      <w:r>
        <w:t>724.7644</w:t>
      </w:r>
      <w:r>
        <w:tab/>
        <w:t>2.025e0</w:t>
      </w:r>
    </w:p>
    <w:p w:rsidR="00E00D30" w:rsidRDefault="00E00D30" w:rsidP="00E00D30">
      <w:r>
        <w:t>724.7725</w:t>
      </w:r>
      <w:r>
        <w:tab/>
        <w:t>1.013e0</w:t>
      </w:r>
    </w:p>
    <w:p w:rsidR="00E00D30" w:rsidRDefault="00E00D30" w:rsidP="00E00D30">
      <w:r>
        <w:t>724.7896</w:t>
      </w:r>
      <w:r>
        <w:tab/>
        <w:t>2.025e0</w:t>
      </w:r>
    </w:p>
    <w:p w:rsidR="00E00D30" w:rsidRDefault="00E00D30" w:rsidP="00E00D30">
      <w:r>
        <w:t>724.8188</w:t>
      </w:r>
      <w:r>
        <w:tab/>
        <w:t>2.025e0</w:t>
      </w:r>
    </w:p>
    <w:p w:rsidR="00E00D30" w:rsidRDefault="00E00D30" w:rsidP="00E00D30">
      <w:r>
        <w:t>724.8622</w:t>
      </w:r>
      <w:r>
        <w:tab/>
        <w:t>1.013e0</w:t>
      </w:r>
    </w:p>
    <w:p w:rsidR="00E00D30" w:rsidRDefault="00E00D30" w:rsidP="00E00D30">
      <w:r>
        <w:t>724.8991</w:t>
      </w:r>
      <w:r>
        <w:tab/>
        <w:t>1.013e0</w:t>
      </w:r>
    </w:p>
    <w:p w:rsidR="00E00D30" w:rsidRDefault="00E00D30" w:rsidP="00E00D30">
      <w:r>
        <w:t>724.9491</w:t>
      </w:r>
      <w:r>
        <w:tab/>
        <w:t>1.013e0</w:t>
      </w:r>
    </w:p>
    <w:p w:rsidR="00E00D30" w:rsidRDefault="00E00D30" w:rsidP="00E00D30">
      <w:r>
        <w:t>724.9951</w:t>
      </w:r>
      <w:r>
        <w:tab/>
        <w:t>2.025e0</w:t>
      </w:r>
    </w:p>
    <w:p w:rsidR="00E00D30" w:rsidRDefault="00E00D30" w:rsidP="00E00D30">
      <w:r>
        <w:t>725.0099</w:t>
      </w:r>
      <w:r>
        <w:tab/>
        <w:t>2.025e0</w:t>
      </w:r>
    </w:p>
    <w:p w:rsidR="00E00D30" w:rsidRDefault="00E00D30" w:rsidP="00E00D30">
      <w:r>
        <w:t>725.0206</w:t>
      </w:r>
      <w:r>
        <w:tab/>
        <w:t>3.038e0</w:t>
      </w:r>
    </w:p>
    <w:p w:rsidR="00E00D30" w:rsidRDefault="00E00D30" w:rsidP="00E00D30">
      <w:r>
        <w:t>725.0228</w:t>
      </w:r>
      <w:r>
        <w:tab/>
        <w:t>1.013e0</w:t>
      </w:r>
    </w:p>
    <w:p w:rsidR="00E00D30" w:rsidRDefault="00E00D30" w:rsidP="00E00D30">
      <w:r>
        <w:t>725.0637</w:t>
      </w:r>
      <w:r>
        <w:tab/>
        <w:t>1.013e0</w:t>
      </w:r>
    </w:p>
    <w:p w:rsidR="00E00D30" w:rsidRDefault="00E00D30" w:rsidP="00E00D30">
      <w:r>
        <w:t>725.0834</w:t>
      </w:r>
      <w:r>
        <w:tab/>
        <w:t>1.013e0</w:t>
      </w:r>
    </w:p>
    <w:p w:rsidR="00E00D30" w:rsidRDefault="00E00D30" w:rsidP="00E00D30">
      <w:r>
        <w:t>725.0983</w:t>
      </w:r>
      <w:r>
        <w:tab/>
        <w:t>2.025e0</w:t>
      </w:r>
    </w:p>
    <w:p w:rsidR="00E00D30" w:rsidRDefault="00E00D30" w:rsidP="00E00D30">
      <w:r>
        <w:t>725.1394</w:t>
      </w:r>
      <w:r>
        <w:tab/>
        <w:t>2.025e0</w:t>
      </w:r>
    </w:p>
    <w:p w:rsidR="00E00D30" w:rsidRDefault="00E00D30" w:rsidP="00E00D30">
      <w:r>
        <w:lastRenderedPageBreak/>
        <w:t>725.1571</w:t>
      </w:r>
      <w:r>
        <w:tab/>
        <w:t>1.013e0</w:t>
      </w:r>
    </w:p>
    <w:p w:rsidR="00E00D30" w:rsidRDefault="00E00D30" w:rsidP="00E00D30">
      <w:r>
        <w:t>725.1664</w:t>
      </w:r>
      <w:r>
        <w:tab/>
        <w:t>1.013e0</w:t>
      </w:r>
    </w:p>
    <w:p w:rsidR="00E00D30" w:rsidRDefault="00E00D30" w:rsidP="00E00D30">
      <w:r>
        <w:t>725.2265</w:t>
      </w:r>
      <w:r>
        <w:tab/>
        <w:t>2.025e0</w:t>
      </w:r>
    </w:p>
    <w:p w:rsidR="00E00D30" w:rsidRDefault="00E00D30" w:rsidP="00E00D30">
      <w:r>
        <w:t>725.2355</w:t>
      </w:r>
      <w:r>
        <w:tab/>
        <w:t>1.013e0</w:t>
      </w:r>
    </w:p>
    <w:p w:rsidR="00E00D30" w:rsidRDefault="00E00D30" w:rsidP="00E00D30">
      <w:r>
        <w:t>725.2432</w:t>
      </w:r>
      <w:r>
        <w:tab/>
        <w:t>2.025e0</w:t>
      </w:r>
    </w:p>
    <w:p w:rsidR="00E00D30" w:rsidRDefault="00E00D30" w:rsidP="00E00D30">
      <w:r>
        <w:t>725.2550</w:t>
      </w:r>
      <w:r>
        <w:tab/>
        <w:t>1.013e0</w:t>
      </w:r>
    </w:p>
    <w:p w:rsidR="00E00D30" w:rsidRDefault="00E00D30" w:rsidP="00E00D30">
      <w:r>
        <w:t>725.2700</w:t>
      </w:r>
      <w:r>
        <w:tab/>
        <w:t>2.025e0</w:t>
      </w:r>
    </w:p>
    <w:p w:rsidR="00E00D30" w:rsidRDefault="00E00D30" w:rsidP="00E00D30">
      <w:r>
        <w:t>725.2932</w:t>
      </w:r>
      <w:r>
        <w:tab/>
        <w:t>1.013e0</w:t>
      </w:r>
    </w:p>
    <w:p w:rsidR="00E00D30" w:rsidRDefault="00E00D30" w:rsidP="00E00D30">
      <w:r>
        <w:t>725.3046</w:t>
      </w:r>
      <w:r>
        <w:tab/>
        <w:t>1.013e0</w:t>
      </w:r>
    </w:p>
    <w:p w:rsidR="00E00D30" w:rsidRDefault="00E00D30" w:rsidP="00E00D30">
      <w:r>
        <w:t>725.3239</w:t>
      </w:r>
      <w:r>
        <w:tab/>
        <w:t>2.025e0</w:t>
      </w:r>
    </w:p>
    <w:p w:rsidR="00E00D30" w:rsidRDefault="00E00D30" w:rsidP="00E00D30">
      <w:r>
        <w:t>725.3533</w:t>
      </w:r>
      <w:r>
        <w:tab/>
        <w:t>1.013e0</w:t>
      </w:r>
    </w:p>
    <w:p w:rsidR="00E00D30" w:rsidRDefault="00E00D30" w:rsidP="00E00D30">
      <w:r>
        <w:t>725.3784</w:t>
      </w:r>
      <w:r>
        <w:tab/>
        <w:t>2.025e0</w:t>
      </w:r>
    </w:p>
    <w:p w:rsidR="00E00D30" w:rsidRDefault="00E00D30" w:rsidP="00E00D30">
      <w:r>
        <w:t>725.3903</w:t>
      </w:r>
      <w:r>
        <w:tab/>
        <w:t>2.098e0</w:t>
      </w:r>
    </w:p>
    <w:p w:rsidR="00E00D30" w:rsidRDefault="00E00D30" w:rsidP="00E00D30">
      <w:r>
        <w:t>725.4019</w:t>
      </w:r>
      <w:r>
        <w:tab/>
        <w:t>3.038e0</w:t>
      </w:r>
    </w:p>
    <w:p w:rsidR="00E00D30" w:rsidRDefault="00E00D30" w:rsidP="00E00D30">
      <w:r>
        <w:t>725.4184</w:t>
      </w:r>
      <w:r>
        <w:tab/>
        <w:t>2.025e0</w:t>
      </w:r>
    </w:p>
    <w:p w:rsidR="00E00D30" w:rsidRDefault="00E00D30" w:rsidP="00E00D30">
      <w:r>
        <w:t>725.4214</w:t>
      </w:r>
      <w:r>
        <w:tab/>
        <w:t>2.025e0</w:t>
      </w:r>
    </w:p>
    <w:p w:rsidR="00E00D30" w:rsidRDefault="00E00D30" w:rsidP="00E00D30">
      <w:r>
        <w:t>725.4275</w:t>
      </w:r>
      <w:r>
        <w:tab/>
        <w:t>1.013e0</w:t>
      </w:r>
    </w:p>
    <w:p w:rsidR="00E00D30" w:rsidRDefault="00E00D30" w:rsidP="00E00D30">
      <w:r>
        <w:t>725.4394</w:t>
      </w:r>
      <w:r>
        <w:tab/>
        <w:t>2.025e0</w:t>
      </w:r>
    </w:p>
    <w:p w:rsidR="00E00D30" w:rsidRDefault="00E00D30" w:rsidP="00E00D30">
      <w:r>
        <w:t>725.4767</w:t>
      </w:r>
      <w:r>
        <w:tab/>
        <w:t>1.013e0</w:t>
      </w:r>
    </w:p>
    <w:p w:rsidR="00E00D30" w:rsidRDefault="00E00D30" w:rsidP="00E00D30">
      <w:r>
        <w:lastRenderedPageBreak/>
        <w:t>725.4888</w:t>
      </w:r>
      <w:r>
        <w:tab/>
        <w:t>2.025e0</w:t>
      </w:r>
    </w:p>
    <w:p w:rsidR="00E00D30" w:rsidRDefault="00E00D30" w:rsidP="00E00D30">
      <w:r>
        <w:t>725.5331</w:t>
      </w:r>
      <w:r>
        <w:tab/>
        <w:t>2.025e0</w:t>
      </w:r>
    </w:p>
    <w:p w:rsidR="00E00D30" w:rsidRDefault="00E00D30" w:rsidP="00E00D30">
      <w:r>
        <w:t>725.5502</w:t>
      </w:r>
      <w:r>
        <w:tab/>
        <w:t>2.025e0</w:t>
      </w:r>
    </w:p>
    <w:p w:rsidR="00E00D30" w:rsidRDefault="00E00D30" w:rsidP="00E00D30">
      <w:r>
        <w:t>725.5513</w:t>
      </w:r>
      <w:r>
        <w:tab/>
        <w:t>1.013e0</w:t>
      </w:r>
    </w:p>
    <w:p w:rsidR="00E00D30" w:rsidRDefault="00E00D30" w:rsidP="00E00D30">
      <w:r>
        <w:t>725.5759</w:t>
      </w:r>
      <w:r>
        <w:tab/>
        <w:t>1.013e0</w:t>
      </w:r>
    </w:p>
    <w:p w:rsidR="00E00D30" w:rsidRDefault="00E00D30" w:rsidP="00E00D30">
      <w:r>
        <w:t>725.5873</w:t>
      </w:r>
      <w:r>
        <w:tab/>
        <w:t>1.013e0</w:t>
      </w:r>
    </w:p>
    <w:p w:rsidR="00E00D30" w:rsidRDefault="00E00D30" w:rsidP="00E00D30">
      <w:r>
        <w:t>725.5920</w:t>
      </w:r>
      <w:r>
        <w:tab/>
        <w:t>2.025e0</w:t>
      </w:r>
    </w:p>
    <w:p w:rsidR="00E00D30" w:rsidRDefault="00E00D30" w:rsidP="00E00D30">
      <w:r>
        <w:t>725.5947</w:t>
      </w:r>
      <w:r>
        <w:tab/>
        <w:t>1.013e0</w:t>
      </w:r>
    </w:p>
    <w:p w:rsidR="00E00D30" w:rsidRDefault="00E00D30" w:rsidP="00E00D30">
      <w:r>
        <w:t>725.6251</w:t>
      </w:r>
      <w:r>
        <w:tab/>
        <w:t>1.013e0</w:t>
      </w:r>
    </w:p>
    <w:p w:rsidR="00E00D30" w:rsidRDefault="00E00D30" w:rsidP="00E00D30">
      <w:r>
        <w:t>725.6611</w:t>
      </w:r>
      <w:r>
        <w:tab/>
        <w:t>1.013e0</w:t>
      </w:r>
    </w:p>
    <w:p w:rsidR="00E00D30" w:rsidRDefault="00E00D30" w:rsidP="00E00D30">
      <w:r>
        <w:t>725.6808</w:t>
      </w:r>
      <w:r>
        <w:tab/>
        <w:t>1.013e0</w:t>
      </w:r>
    </w:p>
    <w:p w:rsidR="00E00D30" w:rsidRDefault="00E00D30" w:rsidP="00E00D30">
      <w:r>
        <w:t>725.7323</w:t>
      </w:r>
      <w:r>
        <w:tab/>
        <w:t>1.013e0</w:t>
      </w:r>
    </w:p>
    <w:p w:rsidR="00E00D30" w:rsidRDefault="00E00D30" w:rsidP="00E00D30">
      <w:r>
        <w:t>725.7665</w:t>
      </w:r>
      <w:r>
        <w:tab/>
        <w:t>2.025e0</w:t>
      </w:r>
    </w:p>
    <w:p w:rsidR="00E00D30" w:rsidRDefault="00E00D30" w:rsidP="00E00D30">
      <w:r>
        <w:t>725.7714</w:t>
      </w:r>
      <w:r>
        <w:tab/>
        <w:t>1.013e0</w:t>
      </w:r>
    </w:p>
    <w:p w:rsidR="00E00D30" w:rsidRDefault="00E00D30" w:rsidP="00E00D30">
      <w:r>
        <w:t>725.7991</w:t>
      </w:r>
      <w:r>
        <w:tab/>
        <w:t>3.038e0</w:t>
      </w:r>
    </w:p>
    <w:p w:rsidR="00E00D30" w:rsidRDefault="00E00D30" w:rsidP="00E00D30">
      <w:r>
        <w:t>725.8455</w:t>
      </w:r>
      <w:r>
        <w:tab/>
        <w:t>2.025e0</w:t>
      </w:r>
    </w:p>
    <w:p w:rsidR="00E00D30" w:rsidRDefault="00E00D30" w:rsidP="00E00D30">
      <w:r>
        <w:t>725.8465</w:t>
      </w:r>
      <w:r>
        <w:tab/>
        <w:t>1.013e0</w:t>
      </w:r>
    </w:p>
    <w:p w:rsidR="00E00D30" w:rsidRDefault="00E00D30" w:rsidP="00E00D30">
      <w:r>
        <w:t>725.8518</w:t>
      </w:r>
      <w:r>
        <w:tab/>
        <w:t>1.013e0</w:t>
      </w:r>
    </w:p>
    <w:p w:rsidR="00E00D30" w:rsidRDefault="00E00D30" w:rsidP="00E00D30">
      <w:r>
        <w:t>725.8531</w:t>
      </w:r>
      <w:r>
        <w:tab/>
        <w:t>1.013e0</w:t>
      </w:r>
    </w:p>
    <w:p w:rsidR="00E00D30" w:rsidRDefault="00E00D30" w:rsidP="00E00D30">
      <w:r>
        <w:lastRenderedPageBreak/>
        <w:t>725.9440</w:t>
      </w:r>
      <w:r>
        <w:tab/>
        <w:t>1.013e0</w:t>
      </w:r>
    </w:p>
    <w:p w:rsidR="00E00D30" w:rsidRDefault="00E00D30" w:rsidP="00E00D30">
      <w:r>
        <w:t>725.9572</w:t>
      </w:r>
      <w:r>
        <w:tab/>
        <w:t>1.013e0</w:t>
      </w:r>
    </w:p>
    <w:p w:rsidR="00E00D30" w:rsidRDefault="00E00D30" w:rsidP="00E00D30">
      <w:r>
        <w:t>725.9941</w:t>
      </w:r>
      <w:r>
        <w:tab/>
        <w:t>1.013e0</w:t>
      </w:r>
    </w:p>
    <w:p w:rsidR="00E00D30" w:rsidRDefault="00E00D30" w:rsidP="00E00D30">
      <w:r>
        <w:t>726.0071</w:t>
      </w:r>
      <w:r>
        <w:tab/>
        <w:t>1.013e0</w:t>
      </w:r>
    </w:p>
    <w:p w:rsidR="00E00D30" w:rsidRDefault="00E00D30" w:rsidP="00E00D30">
      <w:r>
        <w:t>726.0121</w:t>
      </w:r>
      <w:r>
        <w:tab/>
        <w:t>4.051e0</w:t>
      </w:r>
    </w:p>
    <w:p w:rsidR="00E00D30" w:rsidRDefault="00E00D30" w:rsidP="00E00D30">
      <w:r>
        <w:t>726.0297</w:t>
      </w:r>
      <w:r>
        <w:tab/>
        <w:t>1.013e0</w:t>
      </w:r>
    </w:p>
    <w:p w:rsidR="00E00D30" w:rsidRDefault="00E00D30" w:rsidP="00E00D30">
      <w:r>
        <w:t>726.0493</w:t>
      </w:r>
      <w:r>
        <w:tab/>
        <w:t>2.025e0</w:t>
      </w:r>
    </w:p>
    <w:p w:rsidR="00E00D30" w:rsidRDefault="00E00D30" w:rsidP="00E00D30">
      <w:r>
        <w:t>726.0974</w:t>
      </w:r>
      <w:r>
        <w:tab/>
        <w:t>2.025e0</w:t>
      </w:r>
    </w:p>
    <w:p w:rsidR="00E00D30" w:rsidRDefault="00E00D30" w:rsidP="00E00D30">
      <w:r>
        <w:t>726.1035</w:t>
      </w:r>
      <w:r>
        <w:tab/>
        <w:t>1.013e0</w:t>
      </w:r>
    </w:p>
    <w:p w:rsidR="00E00D30" w:rsidRDefault="00E00D30" w:rsidP="00E00D30">
      <w:r>
        <w:t>726.1261</w:t>
      </w:r>
      <w:r>
        <w:tab/>
        <w:t>1.013e0</w:t>
      </w:r>
    </w:p>
    <w:p w:rsidR="00E00D30" w:rsidRDefault="00E00D30" w:rsidP="00E00D30">
      <w:r>
        <w:t>726.1285</w:t>
      </w:r>
      <w:r>
        <w:tab/>
        <w:t>2.025e0</w:t>
      </w:r>
    </w:p>
    <w:p w:rsidR="00E00D30" w:rsidRDefault="00E00D30" w:rsidP="00E00D30">
      <w:r>
        <w:t>726.1774</w:t>
      </w:r>
      <w:r>
        <w:tab/>
        <w:t>1.013e0</w:t>
      </w:r>
    </w:p>
    <w:p w:rsidR="00E00D30" w:rsidRDefault="00E00D30" w:rsidP="00E00D30">
      <w:r>
        <w:t>726.2032</w:t>
      </w:r>
      <w:r>
        <w:tab/>
        <w:t>1.013e0</w:t>
      </w:r>
    </w:p>
    <w:p w:rsidR="00E00D30" w:rsidRDefault="00E00D30" w:rsidP="00E00D30">
      <w:r>
        <w:t>726.2136</w:t>
      </w:r>
      <w:r>
        <w:tab/>
        <w:t>2.025e0</w:t>
      </w:r>
    </w:p>
    <w:p w:rsidR="00E00D30" w:rsidRDefault="00E00D30" w:rsidP="00E00D30">
      <w:r>
        <w:t>726.2147</w:t>
      </w:r>
      <w:r>
        <w:tab/>
        <w:t>1.013e0</w:t>
      </w:r>
    </w:p>
    <w:p w:rsidR="00E00D30" w:rsidRDefault="00E00D30" w:rsidP="00E00D30">
      <w:r>
        <w:t>726.2762</w:t>
      </w:r>
      <w:r>
        <w:tab/>
        <w:t>1.013e0</w:t>
      </w:r>
    </w:p>
    <w:p w:rsidR="00E00D30" w:rsidRDefault="00E00D30" w:rsidP="00E00D30">
      <w:r>
        <w:t>726.3254</w:t>
      </w:r>
      <w:r>
        <w:tab/>
        <w:t>1.013e0</w:t>
      </w:r>
    </w:p>
    <w:p w:rsidR="00E00D30" w:rsidRDefault="00E00D30" w:rsidP="00E00D30">
      <w:r>
        <w:t>726.3325</w:t>
      </w:r>
      <w:r>
        <w:tab/>
        <w:t>2.025e0</w:t>
      </w:r>
    </w:p>
    <w:p w:rsidR="00E00D30" w:rsidRDefault="00E00D30" w:rsidP="00E00D30">
      <w:r>
        <w:t>726.3378</w:t>
      </w:r>
      <w:r>
        <w:tab/>
        <w:t>1.013e0</w:t>
      </w:r>
    </w:p>
    <w:p w:rsidR="00E00D30" w:rsidRDefault="00E00D30" w:rsidP="00E00D30">
      <w:r>
        <w:lastRenderedPageBreak/>
        <w:t>726.3497</w:t>
      </w:r>
      <w:r>
        <w:tab/>
        <w:t>1.013e0</w:t>
      </w:r>
    </w:p>
    <w:p w:rsidR="00E00D30" w:rsidRDefault="00E00D30" w:rsidP="00E00D30">
      <w:r>
        <w:t>726.3664</w:t>
      </w:r>
      <w:r>
        <w:tab/>
        <w:t>1.013e0</w:t>
      </w:r>
    </w:p>
    <w:p w:rsidR="00E00D30" w:rsidRDefault="00E00D30" w:rsidP="00E00D30">
      <w:r>
        <w:t>726.3743</w:t>
      </w:r>
      <w:r>
        <w:tab/>
        <w:t>4.051e0</w:t>
      </w:r>
    </w:p>
    <w:p w:rsidR="00E00D30" w:rsidRDefault="00E00D30" w:rsidP="00E00D30">
      <w:r>
        <w:t>726.4012</w:t>
      </w:r>
      <w:r>
        <w:tab/>
        <w:t>1.013e0</w:t>
      </w:r>
    </w:p>
    <w:p w:rsidR="00E00D30" w:rsidRDefault="00E00D30" w:rsidP="00E00D30">
      <w:r>
        <w:t>726.4362</w:t>
      </w:r>
      <w:r>
        <w:tab/>
        <w:t>1.013e0</w:t>
      </w:r>
    </w:p>
    <w:p w:rsidR="00E00D30" w:rsidRDefault="00E00D30" w:rsidP="00E00D30">
      <w:r>
        <w:t>726.4501</w:t>
      </w:r>
      <w:r>
        <w:tab/>
        <w:t>2.025e0</w:t>
      </w:r>
    </w:p>
    <w:p w:rsidR="00E00D30" w:rsidRDefault="00E00D30" w:rsidP="00E00D30">
      <w:r>
        <w:t>726.4525</w:t>
      </w:r>
      <w:r>
        <w:tab/>
        <w:t>6.076e0</w:t>
      </w:r>
    </w:p>
    <w:p w:rsidR="00E00D30" w:rsidRDefault="00E00D30" w:rsidP="00E00D30">
      <w:r>
        <w:t>726.4766</w:t>
      </w:r>
      <w:r>
        <w:tab/>
        <w:t>3.038e0</w:t>
      </w:r>
    </w:p>
    <w:p w:rsidR="00E00D30" w:rsidRDefault="00E00D30" w:rsidP="00E00D30">
      <w:r>
        <w:t>726.4777</w:t>
      </w:r>
      <w:r>
        <w:tab/>
        <w:t>2.025e0</w:t>
      </w:r>
    </w:p>
    <w:p w:rsidR="00E00D30" w:rsidRDefault="00E00D30" w:rsidP="00E00D30">
      <w:r>
        <w:t>726.4850</w:t>
      </w:r>
      <w:r>
        <w:tab/>
        <w:t>3.038e0</w:t>
      </w:r>
    </w:p>
    <w:p w:rsidR="00E00D30" w:rsidRDefault="00E00D30" w:rsidP="00E00D30">
      <w:r>
        <w:t>726.5101</w:t>
      </w:r>
      <w:r>
        <w:tab/>
        <w:t>1.013e0</w:t>
      </w:r>
    </w:p>
    <w:p w:rsidR="00E00D30" w:rsidRDefault="00E00D30" w:rsidP="00E00D30">
      <w:r>
        <w:t>726.5774</w:t>
      </w:r>
      <w:r>
        <w:tab/>
        <w:t>2.025e0</w:t>
      </w:r>
    </w:p>
    <w:p w:rsidR="00E00D30" w:rsidRDefault="00E00D30" w:rsidP="00E00D30">
      <w:r>
        <w:t>726.6063</w:t>
      </w:r>
      <w:r>
        <w:tab/>
        <w:t>4.051e0</w:t>
      </w:r>
    </w:p>
    <w:p w:rsidR="00E00D30" w:rsidRDefault="00E00D30" w:rsidP="00E00D30">
      <w:r>
        <w:t>726.6143</w:t>
      </w:r>
      <w:r>
        <w:tab/>
        <w:t>2.025e0</w:t>
      </w:r>
    </w:p>
    <w:p w:rsidR="00E00D30" w:rsidRDefault="00E00D30" w:rsidP="00E00D30">
      <w:r>
        <w:t>726.6301</w:t>
      </w:r>
      <w:r>
        <w:tab/>
        <w:t>4.051e0</w:t>
      </w:r>
    </w:p>
    <w:p w:rsidR="00E00D30" w:rsidRDefault="00E00D30" w:rsidP="00E00D30">
      <w:r>
        <w:t>726.6710</w:t>
      </w:r>
      <w:r>
        <w:tab/>
        <w:t>1.013e0</w:t>
      </w:r>
    </w:p>
    <w:p w:rsidR="00E00D30" w:rsidRDefault="00E00D30" w:rsidP="00E00D30">
      <w:r>
        <w:t>726.7085</w:t>
      </w:r>
      <w:r>
        <w:tab/>
        <w:t>1.013e0</w:t>
      </w:r>
    </w:p>
    <w:p w:rsidR="00E00D30" w:rsidRDefault="00E00D30" w:rsidP="00E00D30">
      <w:r>
        <w:t>726.7178</w:t>
      </w:r>
      <w:r>
        <w:tab/>
        <w:t>2.025e0</w:t>
      </w:r>
    </w:p>
    <w:p w:rsidR="00E00D30" w:rsidRDefault="00E00D30" w:rsidP="00E00D30">
      <w:r>
        <w:t>726.7255</w:t>
      </w:r>
      <w:r>
        <w:tab/>
        <w:t>2.025e0</w:t>
      </w:r>
    </w:p>
    <w:p w:rsidR="00E00D30" w:rsidRDefault="00E00D30" w:rsidP="00E00D30">
      <w:r>
        <w:lastRenderedPageBreak/>
        <w:t>726.7313</w:t>
      </w:r>
      <w:r>
        <w:tab/>
        <w:t>1.013e0</w:t>
      </w:r>
    </w:p>
    <w:p w:rsidR="00E00D30" w:rsidRDefault="00E00D30" w:rsidP="00E00D30">
      <w:r>
        <w:t>726.7510</w:t>
      </w:r>
      <w:r>
        <w:tab/>
        <w:t>2.025e0</w:t>
      </w:r>
    </w:p>
    <w:p w:rsidR="00E00D30" w:rsidRDefault="00E00D30" w:rsidP="00E00D30">
      <w:r>
        <w:t>726.7861</w:t>
      </w:r>
      <w:r>
        <w:tab/>
        <w:t>2.025e0</w:t>
      </w:r>
    </w:p>
    <w:p w:rsidR="00E00D30" w:rsidRDefault="00E00D30" w:rsidP="00E00D30">
      <w:r>
        <w:t>726.8188</w:t>
      </w:r>
      <w:r>
        <w:tab/>
        <w:t>1.013e0</w:t>
      </w:r>
    </w:p>
    <w:p w:rsidR="00E00D30" w:rsidRDefault="00E00D30" w:rsidP="00E00D30">
      <w:r>
        <w:t>726.8421</w:t>
      </w:r>
      <w:r>
        <w:tab/>
        <w:t>1.013e0</w:t>
      </w:r>
    </w:p>
    <w:p w:rsidR="00E00D30" w:rsidRDefault="00E00D30" w:rsidP="00E00D30">
      <w:r>
        <w:t>726.8461</w:t>
      </w:r>
      <w:r>
        <w:tab/>
        <w:t>1.013e0</w:t>
      </w:r>
    </w:p>
    <w:p w:rsidR="00E00D30" w:rsidRDefault="00E00D30" w:rsidP="00E00D30">
      <w:r>
        <w:t>726.8549</w:t>
      </w:r>
      <w:r>
        <w:tab/>
        <w:t>1.013e0</w:t>
      </w:r>
    </w:p>
    <w:p w:rsidR="00E00D30" w:rsidRDefault="00E00D30" w:rsidP="00E00D30">
      <w:r>
        <w:t>726.8914</w:t>
      </w:r>
      <w:r>
        <w:tab/>
        <w:t>1.013e0</w:t>
      </w:r>
    </w:p>
    <w:p w:rsidR="00E00D30" w:rsidRDefault="00E00D30" w:rsidP="00E00D30">
      <w:r>
        <w:t>726.9041</w:t>
      </w:r>
      <w:r>
        <w:tab/>
        <w:t>1.013e0</w:t>
      </w:r>
    </w:p>
    <w:p w:rsidR="00E00D30" w:rsidRDefault="00E00D30" w:rsidP="00E00D30">
      <w:r>
        <w:t>726.9522</w:t>
      </w:r>
      <w:r>
        <w:tab/>
        <w:t>2.025e0</w:t>
      </w:r>
    </w:p>
    <w:p w:rsidR="00E00D30" w:rsidRDefault="00E00D30" w:rsidP="00E00D30">
      <w:r>
        <w:t>727.0220</w:t>
      </w:r>
      <w:r>
        <w:tab/>
        <w:t>2.025e0</w:t>
      </w:r>
    </w:p>
    <w:p w:rsidR="00E00D30" w:rsidRDefault="00E00D30" w:rsidP="00E00D30">
      <w:r>
        <w:t>727.0344</w:t>
      </w:r>
      <w:r>
        <w:tab/>
        <w:t>1.013e0</w:t>
      </w:r>
    </w:p>
    <w:p w:rsidR="00E00D30" w:rsidRDefault="00E00D30" w:rsidP="00E00D30">
      <w:r>
        <w:t>727.0396</w:t>
      </w:r>
      <w:r>
        <w:tab/>
        <w:t>1.013e0</w:t>
      </w:r>
    </w:p>
    <w:p w:rsidR="00E00D30" w:rsidRDefault="00E00D30" w:rsidP="00E00D30">
      <w:r>
        <w:t>727.0638</w:t>
      </w:r>
      <w:r>
        <w:tab/>
        <w:t>1.013e0</w:t>
      </w:r>
    </w:p>
    <w:p w:rsidR="00E00D30" w:rsidRDefault="00E00D30" w:rsidP="00E00D30">
      <w:r>
        <w:t>727.0885</w:t>
      </w:r>
      <w:r>
        <w:tab/>
        <w:t>1.013e0</w:t>
      </w:r>
    </w:p>
    <w:p w:rsidR="00E00D30" w:rsidRDefault="00E00D30" w:rsidP="00E00D30">
      <w:r>
        <w:t>727.1027</w:t>
      </w:r>
      <w:r>
        <w:tab/>
        <w:t>2.025e0</w:t>
      </w:r>
    </w:p>
    <w:p w:rsidR="00E00D30" w:rsidRDefault="00E00D30" w:rsidP="00E00D30">
      <w:r>
        <w:t>727.1224</w:t>
      </w:r>
      <w:r>
        <w:tab/>
        <w:t>2.025e0</w:t>
      </w:r>
    </w:p>
    <w:p w:rsidR="00E00D30" w:rsidRDefault="00E00D30" w:rsidP="00E00D30">
      <w:r>
        <w:t>727.1376</w:t>
      </w:r>
      <w:r>
        <w:tab/>
        <w:t>1.013e0</w:t>
      </w:r>
    </w:p>
    <w:p w:rsidR="00E00D30" w:rsidRDefault="00E00D30" w:rsidP="00E00D30">
      <w:r>
        <w:t>727.2117</w:t>
      </w:r>
      <w:r>
        <w:tab/>
        <w:t>1.013e0</w:t>
      </w:r>
    </w:p>
    <w:p w:rsidR="00E00D30" w:rsidRDefault="00E00D30" w:rsidP="00E00D30">
      <w:r>
        <w:lastRenderedPageBreak/>
        <w:t>727.2614</w:t>
      </w:r>
      <w:r>
        <w:tab/>
        <w:t>1.013e0</w:t>
      </w:r>
    </w:p>
    <w:p w:rsidR="00E00D30" w:rsidRDefault="00E00D30" w:rsidP="00E00D30">
      <w:r>
        <w:t>727.2988</w:t>
      </w:r>
      <w:r>
        <w:tab/>
        <w:t>2.025e0</w:t>
      </w:r>
    </w:p>
    <w:p w:rsidR="00E00D30" w:rsidRDefault="00E00D30" w:rsidP="00E00D30">
      <w:r>
        <w:t>727.3596</w:t>
      </w:r>
      <w:r>
        <w:tab/>
        <w:t>1.013e0</w:t>
      </w:r>
    </w:p>
    <w:p w:rsidR="00E00D30" w:rsidRDefault="00E00D30" w:rsidP="00E00D30">
      <w:r>
        <w:t>727.3763</w:t>
      </w:r>
      <w:r>
        <w:tab/>
        <w:t>5.063e0</w:t>
      </w:r>
    </w:p>
    <w:p w:rsidR="00E00D30" w:rsidRDefault="00E00D30" w:rsidP="00E00D30">
      <w:r>
        <w:t>727.3846</w:t>
      </w:r>
      <w:r>
        <w:tab/>
        <w:t>2.025e0</w:t>
      </w:r>
    </w:p>
    <w:p w:rsidR="00E00D30" w:rsidRDefault="00E00D30" w:rsidP="00E00D30">
      <w:r>
        <w:t>727.4026</w:t>
      </w:r>
      <w:r>
        <w:tab/>
        <w:t>2.025e0</w:t>
      </w:r>
    </w:p>
    <w:p w:rsidR="00E00D30" w:rsidRDefault="00E00D30" w:rsidP="00E00D30">
      <w:r>
        <w:t>727.4210</w:t>
      </w:r>
      <w:r>
        <w:tab/>
        <w:t>2.025e0</w:t>
      </w:r>
    </w:p>
    <w:p w:rsidR="00E00D30" w:rsidRDefault="00E00D30" w:rsidP="00E00D30">
      <w:r>
        <w:t>727.4366</w:t>
      </w:r>
      <w:r>
        <w:tab/>
        <w:t>4.638e0</w:t>
      </w:r>
    </w:p>
    <w:p w:rsidR="00E00D30" w:rsidRDefault="00E00D30" w:rsidP="00E00D30">
      <w:r>
        <w:t>727.4647</w:t>
      </w:r>
      <w:r>
        <w:tab/>
        <w:t>3.038e0</w:t>
      </w:r>
    </w:p>
    <w:p w:rsidR="00E00D30" w:rsidRDefault="00E00D30" w:rsidP="00E00D30">
      <w:r>
        <w:t>727.4709</w:t>
      </w:r>
      <w:r>
        <w:tab/>
        <w:t>2.025e0</w:t>
      </w:r>
    </w:p>
    <w:p w:rsidR="00E00D30" w:rsidRDefault="00E00D30" w:rsidP="00E00D30">
      <w:r>
        <w:t>727.4785</w:t>
      </w:r>
      <w:r>
        <w:tab/>
        <w:t>3.038e0</w:t>
      </w:r>
    </w:p>
    <w:p w:rsidR="00E00D30" w:rsidRDefault="00E00D30" w:rsidP="00E00D30">
      <w:r>
        <w:t>727.4799</w:t>
      </w:r>
      <w:r>
        <w:tab/>
        <w:t>3.038e0</w:t>
      </w:r>
    </w:p>
    <w:p w:rsidR="00E00D30" w:rsidRDefault="00E00D30" w:rsidP="00E00D30">
      <w:r>
        <w:t>727.5194</w:t>
      </w:r>
      <w:r>
        <w:tab/>
        <w:t>2.025e0</w:t>
      </w:r>
    </w:p>
    <w:p w:rsidR="00E00D30" w:rsidRDefault="00E00D30" w:rsidP="00E00D30">
      <w:r>
        <w:t>727.5325</w:t>
      </w:r>
      <w:r>
        <w:tab/>
        <w:t>1.013e0</w:t>
      </w:r>
    </w:p>
    <w:p w:rsidR="00E00D30" w:rsidRDefault="00E00D30" w:rsidP="00E00D30">
      <w:r>
        <w:t>727.5449</w:t>
      </w:r>
      <w:r>
        <w:tab/>
        <w:t>1.013e0</w:t>
      </w:r>
    </w:p>
    <w:p w:rsidR="00E00D30" w:rsidRDefault="00E00D30" w:rsidP="00E00D30">
      <w:r>
        <w:t>727.5572</w:t>
      </w:r>
      <w:r>
        <w:tab/>
        <w:t>1.013e0</w:t>
      </w:r>
    </w:p>
    <w:p w:rsidR="00E00D30" w:rsidRDefault="00E00D30" w:rsidP="00E00D30">
      <w:r>
        <w:t>727.5938</w:t>
      </w:r>
      <w:r>
        <w:tab/>
        <w:t>1.013e0</w:t>
      </w:r>
    </w:p>
    <w:p w:rsidR="00E00D30" w:rsidRDefault="00E00D30" w:rsidP="00E00D30">
      <w:r>
        <w:t>727.6342</w:t>
      </w:r>
      <w:r>
        <w:tab/>
        <w:t>1.013e0</w:t>
      </w:r>
    </w:p>
    <w:p w:rsidR="00E00D30" w:rsidRDefault="00E00D30" w:rsidP="00E00D30">
      <w:r>
        <w:t>727.6434</w:t>
      </w:r>
      <w:r>
        <w:tab/>
        <w:t>2.025e0</w:t>
      </w:r>
    </w:p>
    <w:p w:rsidR="00E00D30" w:rsidRDefault="00E00D30" w:rsidP="00E00D30">
      <w:r>
        <w:lastRenderedPageBreak/>
        <w:t>727.6677</w:t>
      </w:r>
      <w:r>
        <w:tab/>
        <w:t>1.013e0</w:t>
      </w:r>
    </w:p>
    <w:p w:rsidR="00E00D30" w:rsidRDefault="00E00D30" w:rsidP="00E00D30">
      <w:r>
        <w:t>727.6852</w:t>
      </w:r>
      <w:r>
        <w:tab/>
        <w:t>1.013e0</w:t>
      </w:r>
    </w:p>
    <w:p w:rsidR="00E00D30" w:rsidRDefault="00E00D30" w:rsidP="00E00D30">
      <w:r>
        <w:t>727.7197</w:t>
      </w:r>
      <w:r>
        <w:tab/>
        <w:t>1.013e0</w:t>
      </w:r>
    </w:p>
    <w:p w:rsidR="00E00D30" w:rsidRDefault="00E00D30" w:rsidP="00E00D30">
      <w:r>
        <w:t>727.7542</w:t>
      </w:r>
      <w:r>
        <w:tab/>
        <w:t>3.038e0</w:t>
      </w:r>
    </w:p>
    <w:p w:rsidR="00E00D30" w:rsidRDefault="00E00D30" w:rsidP="00E00D30">
      <w:r>
        <w:t>727.7664</w:t>
      </w:r>
      <w:r>
        <w:tab/>
        <w:t>1.013e0</w:t>
      </w:r>
    </w:p>
    <w:p w:rsidR="00E00D30" w:rsidRDefault="00E00D30" w:rsidP="00E00D30">
      <w:r>
        <w:t>727.8053</w:t>
      </w:r>
      <w:r>
        <w:tab/>
        <w:t>1.013e0</w:t>
      </w:r>
    </w:p>
    <w:p w:rsidR="00E00D30" w:rsidRDefault="00E00D30" w:rsidP="00E00D30">
      <w:r>
        <w:t>727.8537</w:t>
      </w:r>
      <w:r>
        <w:tab/>
        <w:t>2.025e0</w:t>
      </w:r>
    </w:p>
    <w:p w:rsidR="00E00D30" w:rsidRDefault="00E00D30" w:rsidP="00E00D30">
      <w:r>
        <w:t>727.8565</w:t>
      </w:r>
      <w:r>
        <w:tab/>
        <w:t>1.013e0</w:t>
      </w:r>
    </w:p>
    <w:p w:rsidR="00E00D30" w:rsidRDefault="00E00D30" w:rsidP="00E00D30">
      <w:r>
        <w:t>727.9267</w:t>
      </w:r>
      <w:r>
        <w:tab/>
        <w:t>2.025e0</w:t>
      </w:r>
    </w:p>
    <w:p w:rsidR="00E00D30" w:rsidRDefault="00E00D30" w:rsidP="00E00D30">
      <w:r>
        <w:t>727.9280</w:t>
      </w:r>
      <w:r>
        <w:tab/>
        <w:t>1.013e0</w:t>
      </w:r>
    </w:p>
    <w:p w:rsidR="00E00D30" w:rsidRDefault="00E00D30" w:rsidP="00E00D30">
      <w:r>
        <w:t>727.9426</w:t>
      </w:r>
      <w:r>
        <w:tab/>
        <w:t>2.025e0</w:t>
      </w:r>
    </w:p>
    <w:p w:rsidR="00E00D30" w:rsidRDefault="00E00D30" w:rsidP="00E00D30">
      <w:r>
        <w:t>727.9760</w:t>
      </w:r>
      <w:r>
        <w:tab/>
        <w:t>2.025e0</w:t>
      </w:r>
    </w:p>
    <w:p w:rsidR="00E00D30" w:rsidRDefault="00E00D30" w:rsidP="00E00D30">
      <w:r>
        <w:t>728.0297</w:t>
      </w:r>
      <w:r>
        <w:tab/>
        <w:t>3.038e0</w:t>
      </w:r>
    </w:p>
    <w:p w:rsidR="00E00D30" w:rsidRDefault="00E00D30" w:rsidP="00E00D30">
      <w:r>
        <w:t>728.0500</w:t>
      </w:r>
      <w:r>
        <w:tab/>
        <w:t>1.013e0</w:t>
      </w:r>
    </w:p>
    <w:p w:rsidR="00E00D30" w:rsidRDefault="00E00D30" w:rsidP="00E00D30">
      <w:r>
        <w:t>728.0760</w:t>
      </w:r>
      <w:r>
        <w:tab/>
        <w:t>2.025e0</w:t>
      </w:r>
    </w:p>
    <w:p w:rsidR="00E00D30" w:rsidRDefault="00E00D30" w:rsidP="00E00D30">
      <w:r>
        <w:t>728.1132</w:t>
      </w:r>
      <w:r>
        <w:tab/>
        <w:t>1.013e0</w:t>
      </w:r>
    </w:p>
    <w:p w:rsidR="00E00D30" w:rsidRDefault="00E00D30" w:rsidP="00E00D30">
      <w:r>
        <w:t>728.1318</w:t>
      </w:r>
      <w:r>
        <w:tab/>
        <w:t>1.013e0</w:t>
      </w:r>
    </w:p>
    <w:p w:rsidR="00E00D30" w:rsidRDefault="00E00D30" w:rsidP="00E00D30">
      <w:r>
        <w:t>728.1376</w:t>
      </w:r>
      <w:r>
        <w:tab/>
        <w:t>1.013e0</w:t>
      </w:r>
    </w:p>
    <w:p w:rsidR="00E00D30" w:rsidRDefault="00E00D30" w:rsidP="00E00D30">
      <w:r>
        <w:t>728.1818</w:t>
      </w:r>
      <w:r>
        <w:tab/>
        <w:t>2.025e0</w:t>
      </w:r>
    </w:p>
    <w:p w:rsidR="00E00D30" w:rsidRDefault="00E00D30" w:rsidP="00E00D30">
      <w:r>
        <w:lastRenderedPageBreak/>
        <w:t>728.1908</w:t>
      </w:r>
      <w:r>
        <w:tab/>
        <w:t>2.025e0</w:t>
      </w:r>
    </w:p>
    <w:p w:rsidR="00E00D30" w:rsidRDefault="00E00D30" w:rsidP="00E00D30">
      <w:r>
        <w:t>728.2725</w:t>
      </w:r>
      <w:r>
        <w:tab/>
        <w:t>1.013e0</w:t>
      </w:r>
    </w:p>
    <w:p w:rsidR="00E00D30" w:rsidRDefault="00E00D30" w:rsidP="00E00D30">
      <w:r>
        <w:t>728.2786</w:t>
      </w:r>
      <w:r>
        <w:tab/>
        <w:t>2.025e0</w:t>
      </w:r>
    </w:p>
    <w:p w:rsidR="00E00D30" w:rsidRDefault="00E00D30" w:rsidP="00E00D30">
      <w:r>
        <w:t>728.3373</w:t>
      </w:r>
      <w:r>
        <w:tab/>
        <w:t>1.013e0</w:t>
      </w:r>
    </w:p>
    <w:p w:rsidR="00E00D30" w:rsidRDefault="00E00D30" w:rsidP="00E00D30">
      <w:r>
        <w:t>728.3461</w:t>
      </w:r>
      <w:r>
        <w:tab/>
        <w:t>2.025e0</w:t>
      </w:r>
    </w:p>
    <w:p w:rsidR="00E00D30" w:rsidRDefault="00E00D30" w:rsidP="00E00D30">
      <w:r>
        <w:t>728.3620</w:t>
      </w:r>
      <w:r>
        <w:tab/>
        <w:t>2.025e0</w:t>
      </w:r>
    </w:p>
    <w:p w:rsidR="00E00D30" w:rsidRDefault="00E00D30" w:rsidP="00E00D30">
      <w:r>
        <w:t>728.3711</w:t>
      </w:r>
      <w:r>
        <w:tab/>
        <w:t>2.025e0</w:t>
      </w:r>
    </w:p>
    <w:p w:rsidR="00E00D30" w:rsidRDefault="00E00D30" w:rsidP="00E00D30">
      <w:r>
        <w:t>728.3888</w:t>
      </w:r>
      <w:r>
        <w:tab/>
        <w:t>1.013e0</w:t>
      </w:r>
    </w:p>
    <w:p w:rsidR="00E00D30" w:rsidRDefault="00E00D30" w:rsidP="00E00D30">
      <w:r>
        <w:t>728.4078</w:t>
      </w:r>
      <w:r>
        <w:tab/>
        <w:t>1.013e0</w:t>
      </w:r>
    </w:p>
    <w:p w:rsidR="00E00D30" w:rsidRDefault="00E00D30" w:rsidP="00E00D30">
      <w:r>
        <w:t>728.4387</w:t>
      </w:r>
      <w:r>
        <w:tab/>
        <w:t>5.063e0</w:t>
      </w:r>
    </w:p>
    <w:p w:rsidR="00E00D30" w:rsidRDefault="00E00D30" w:rsidP="00E00D30">
      <w:r>
        <w:t>728.4576</w:t>
      </w:r>
      <w:r>
        <w:tab/>
        <w:t>1.013e0</w:t>
      </w:r>
    </w:p>
    <w:p w:rsidR="00E00D30" w:rsidRDefault="00E00D30" w:rsidP="00E00D30">
      <w:r>
        <w:t>728.4951</w:t>
      </w:r>
      <w:r>
        <w:tab/>
        <w:t>2.025e0</w:t>
      </w:r>
    </w:p>
    <w:p w:rsidR="00E00D30" w:rsidRDefault="00E00D30" w:rsidP="00E00D30">
      <w:r>
        <w:t>728.5264</w:t>
      </w:r>
      <w:r>
        <w:tab/>
        <w:t>2.025e0</w:t>
      </w:r>
    </w:p>
    <w:p w:rsidR="00E00D30" w:rsidRDefault="00E00D30" w:rsidP="00E00D30">
      <w:r>
        <w:t>728.5349</w:t>
      </w:r>
      <w:r>
        <w:tab/>
        <w:t>2.025e0</w:t>
      </w:r>
    </w:p>
    <w:p w:rsidR="00E00D30" w:rsidRDefault="00E00D30" w:rsidP="00E00D30">
      <w:r>
        <w:t>728.5427</w:t>
      </w:r>
      <w:r>
        <w:tab/>
        <w:t>2.025e0</w:t>
      </w:r>
    </w:p>
    <w:p w:rsidR="00E00D30" w:rsidRDefault="00E00D30" w:rsidP="00E00D30">
      <w:r>
        <w:t>728.5737</w:t>
      </w:r>
      <w:r>
        <w:tab/>
        <w:t>4.051e0</w:t>
      </w:r>
    </w:p>
    <w:p w:rsidR="00E00D30" w:rsidRDefault="00E00D30" w:rsidP="00E00D30">
      <w:r>
        <w:t>728.5806</w:t>
      </w:r>
      <w:r>
        <w:tab/>
        <w:t>1.013e0</w:t>
      </w:r>
    </w:p>
    <w:p w:rsidR="00E00D30" w:rsidRDefault="00E00D30" w:rsidP="00E00D30">
      <w:r>
        <w:t>728.5933</w:t>
      </w:r>
      <w:r>
        <w:tab/>
        <w:t>1.013e0</w:t>
      </w:r>
    </w:p>
    <w:p w:rsidR="00E00D30" w:rsidRDefault="00E00D30" w:rsidP="00E00D30">
      <w:r>
        <w:t>728.6198</w:t>
      </w:r>
      <w:r>
        <w:tab/>
        <w:t>3.038e0</w:t>
      </w:r>
    </w:p>
    <w:p w:rsidR="00E00D30" w:rsidRDefault="00E00D30" w:rsidP="00E00D30">
      <w:r>
        <w:lastRenderedPageBreak/>
        <w:t>728.6453</w:t>
      </w:r>
      <w:r>
        <w:tab/>
        <w:t>3.038e0</w:t>
      </w:r>
    </w:p>
    <w:p w:rsidR="00E00D30" w:rsidRDefault="00E00D30" w:rsidP="00E00D30">
      <w:r>
        <w:t>728.6551</w:t>
      </w:r>
      <w:r>
        <w:tab/>
        <w:t>1.013e0</w:t>
      </w:r>
    </w:p>
    <w:p w:rsidR="00E00D30" w:rsidRDefault="00E00D30" w:rsidP="00E00D30">
      <w:r>
        <w:t>728.6714</w:t>
      </w:r>
      <w:r>
        <w:tab/>
        <w:t>2.025e0</w:t>
      </w:r>
    </w:p>
    <w:p w:rsidR="00E00D30" w:rsidRDefault="00E00D30" w:rsidP="00E00D30">
      <w:r>
        <w:t>728.6786</w:t>
      </w:r>
      <w:r>
        <w:tab/>
        <w:t>2.025e0</w:t>
      </w:r>
    </w:p>
    <w:p w:rsidR="00E00D30" w:rsidRDefault="00E00D30" w:rsidP="00E00D30">
      <w:r>
        <w:t>728.7168</w:t>
      </w:r>
      <w:r>
        <w:tab/>
        <w:t>1.013e0</w:t>
      </w:r>
    </w:p>
    <w:p w:rsidR="00E00D30" w:rsidRDefault="00E00D30" w:rsidP="00E00D30">
      <w:r>
        <w:t>728.7302</w:t>
      </w:r>
      <w:r>
        <w:tab/>
        <w:t>1.013e0</w:t>
      </w:r>
    </w:p>
    <w:p w:rsidR="00E00D30" w:rsidRDefault="00E00D30" w:rsidP="00E00D30">
      <w:r>
        <w:t>728.7534</w:t>
      </w:r>
      <w:r>
        <w:tab/>
        <w:t>1.013e0</w:t>
      </w:r>
    </w:p>
    <w:p w:rsidR="00E00D30" w:rsidRDefault="00E00D30" w:rsidP="00E00D30">
      <w:r>
        <w:t>728.8029</w:t>
      </w:r>
      <w:r>
        <w:tab/>
        <w:t>1.013e0</w:t>
      </w:r>
    </w:p>
    <w:p w:rsidR="00E00D30" w:rsidRDefault="00E00D30" w:rsidP="00E00D30">
      <w:r>
        <w:t>728.8513</w:t>
      </w:r>
      <w:r>
        <w:tab/>
        <w:t>1.013e0</w:t>
      </w:r>
    </w:p>
    <w:p w:rsidR="00E00D30" w:rsidRDefault="00E00D30" w:rsidP="00E00D30">
      <w:r>
        <w:t>728.8650</w:t>
      </w:r>
      <w:r>
        <w:tab/>
        <w:t>1.013e0</w:t>
      </w:r>
    </w:p>
    <w:p w:rsidR="00E00D30" w:rsidRDefault="00E00D30" w:rsidP="00E00D30">
      <w:r>
        <w:t>728.8773</w:t>
      </w:r>
      <w:r>
        <w:tab/>
        <w:t>1.013e0</w:t>
      </w:r>
    </w:p>
    <w:p w:rsidR="00E00D30" w:rsidRDefault="00E00D30" w:rsidP="00E00D30">
      <w:r>
        <w:t>728.9020</w:t>
      </w:r>
      <w:r>
        <w:tab/>
        <w:t>1.013e0</w:t>
      </w:r>
    </w:p>
    <w:p w:rsidR="00E00D30" w:rsidRDefault="00E00D30" w:rsidP="00E00D30">
      <w:r>
        <w:t>728.9198</w:t>
      </w:r>
      <w:r>
        <w:tab/>
        <w:t>1.013e0</w:t>
      </w:r>
    </w:p>
    <w:p w:rsidR="00E00D30" w:rsidRDefault="00E00D30" w:rsidP="00E00D30">
      <w:r>
        <w:t>728.9529</w:t>
      </w:r>
      <w:r>
        <w:tab/>
        <w:t>1.013e0</w:t>
      </w:r>
    </w:p>
    <w:p w:rsidR="00E00D30" w:rsidRDefault="00E00D30" w:rsidP="00E00D30">
      <w:r>
        <w:t>728.9702</w:t>
      </w:r>
      <w:r>
        <w:tab/>
        <w:t>3.038e0</w:t>
      </w:r>
    </w:p>
    <w:p w:rsidR="00E00D30" w:rsidRDefault="00E00D30" w:rsidP="00E00D30">
      <w:r>
        <w:t>728.9757</w:t>
      </w:r>
      <w:r>
        <w:tab/>
        <w:t>1.013e0</w:t>
      </w:r>
    </w:p>
    <w:p w:rsidR="00E00D30" w:rsidRDefault="00E00D30" w:rsidP="00E00D30">
      <w:r>
        <w:t>729.0388</w:t>
      </w:r>
      <w:r>
        <w:tab/>
        <w:t>2.025e0</w:t>
      </w:r>
    </w:p>
    <w:p w:rsidR="00E00D30" w:rsidRDefault="00E00D30" w:rsidP="00E00D30">
      <w:r>
        <w:t>729.0749</w:t>
      </w:r>
      <w:r>
        <w:tab/>
        <w:t>1.013e0</w:t>
      </w:r>
    </w:p>
    <w:p w:rsidR="00E00D30" w:rsidRDefault="00E00D30" w:rsidP="00E00D30">
      <w:r>
        <w:t>729.0996</w:t>
      </w:r>
      <w:r>
        <w:tab/>
        <w:t>1.013e0</w:t>
      </w:r>
    </w:p>
    <w:p w:rsidR="00E00D30" w:rsidRDefault="00E00D30" w:rsidP="00E00D30">
      <w:r>
        <w:lastRenderedPageBreak/>
        <w:t>729.1116</w:t>
      </w:r>
      <w:r>
        <w:tab/>
        <w:t>2.025e0</w:t>
      </w:r>
    </w:p>
    <w:p w:rsidR="00E00D30" w:rsidRDefault="00E00D30" w:rsidP="00E00D30">
      <w:r>
        <w:t>729.1415</w:t>
      </w:r>
      <w:r>
        <w:tab/>
        <w:t>1.013e0</w:t>
      </w:r>
    </w:p>
    <w:p w:rsidR="00E00D30" w:rsidRDefault="00E00D30" w:rsidP="00E00D30">
      <w:r>
        <w:t>729.2031</w:t>
      </w:r>
      <w:r>
        <w:tab/>
        <w:t>2.025e0</w:t>
      </w:r>
    </w:p>
    <w:p w:rsidR="00E00D30" w:rsidRDefault="00E00D30" w:rsidP="00E00D30">
      <w:r>
        <w:t>729.2099</w:t>
      </w:r>
      <w:r>
        <w:tab/>
        <w:t>1.013e0</w:t>
      </w:r>
    </w:p>
    <w:p w:rsidR="00E00D30" w:rsidRDefault="00E00D30" w:rsidP="00E00D30">
      <w:r>
        <w:t>729.2484</w:t>
      </w:r>
      <w:r>
        <w:tab/>
        <w:t>3.038e0</w:t>
      </w:r>
    </w:p>
    <w:p w:rsidR="00E00D30" w:rsidRDefault="00E00D30" w:rsidP="00E00D30">
      <w:r>
        <w:t>729.2764</w:t>
      </w:r>
      <w:r>
        <w:tab/>
        <w:t>2.025e0</w:t>
      </w:r>
    </w:p>
    <w:p w:rsidR="00E00D30" w:rsidRDefault="00E00D30" w:rsidP="00E00D30">
      <w:r>
        <w:t>729.2849</w:t>
      </w:r>
      <w:r>
        <w:tab/>
        <w:t>1.013e0</w:t>
      </w:r>
    </w:p>
    <w:p w:rsidR="00E00D30" w:rsidRDefault="00E00D30" w:rsidP="00E00D30">
      <w:r>
        <w:t>729.3463</w:t>
      </w:r>
      <w:r>
        <w:tab/>
        <w:t>2.025e0</w:t>
      </w:r>
    </w:p>
    <w:p w:rsidR="00E00D30" w:rsidRDefault="00E00D30" w:rsidP="00E00D30">
      <w:r>
        <w:t>729.3599</w:t>
      </w:r>
      <w:r>
        <w:tab/>
        <w:t>1.013e0</w:t>
      </w:r>
    </w:p>
    <w:p w:rsidR="00E00D30" w:rsidRDefault="00E00D30" w:rsidP="00E00D30">
      <w:r>
        <w:t>729.3846</w:t>
      </w:r>
      <w:r>
        <w:tab/>
        <w:t>2.025e0</w:t>
      </w:r>
    </w:p>
    <w:p w:rsidR="00E00D30" w:rsidRDefault="00E00D30" w:rsidP="00E00D30">
      <w:r>
        <w:t>729.3961</w:t>
      </w:r>
      <w:r>
        <w:tab/>
        <w:t>2.025e0</w:t>
      </w:r>
    </w:p>
    <w:p w:rsidR="00E00D30" w:rsidRDefault="00E00D30" w:rsidP="00E00D30">
      <w:r>
        <w:t>729.3979</w:t>
      </w:r>
      <w:r>
        <w:tab/>
        <w:t>1.013e0</w:t>
      </w:r>
    </w:p>
    <w:p w:rsidR="00E00D30" w:rsidRDefault="00E00D30" w:rsidP="00E00D30">
      <w:r>
        <w:t>729.4162</w:t>
      </w:r>
      <w:r>
        <w:tab/>
        <w:t>3.626e0</w:t>
      </w:r>
    </w:p>
    <w:p w:rsidR="00E00D30" w:rsidRDefault="00E00D30" w:rsidP="00E00D30">
      <w:r>
        <w:t>729.4445</w:t>
      </w:r>
      <w:r>
        <w:tab/>
        <w:t>3.038e0</w:t>
      </w:r>
    </w:p>
    <w:p w:rsidR="00E00D30" w:rsidRDefault="00E00D30" w:rsidP="00E00D30">
      <w:r>
        <w:t>729.4625</w:t>
      </w:r>
      <w:r>
        <w:tab/>
        <w:t>2.025e0</w:t>
      </w:r>
    </w:p>
    <w:p w:rsidR="00E00D30" w:rsidRDefault="00E00D30" w:rsidP="00E00D30">
      <w:r>
        <w:t>729.4668</w:t>
      </w:r>
      <w:r>
        <w:tab/>
        <w:t>1.013e0</w:t>
      </w:r>
    </w:p>
    <w:p w:rsidR="00E00D30" w:rsidRDefault="00E00D30" w:rsidP="00E00D30">
      <w:r>
        <w:t>729.4835</w:t>
      </w:r>
      <w:r>
        <w:tab/>
        <w:t>1.013e0</w:t>
      </w:r>
    </w:p>
    <w:p w:rsidR="00E00D30" w:rsidRDefault="00E00D30" w:rsidP="00E00D30">
      <w:r>
        <w:t>729.5007</w:t>
      </w:r>
      <w:r>
        <w:tab/>
        <w:t>3.038e0</w:t>
      </w:r>
    </w:p>
    <w:p w:rsidR="00E00D30" w:rsidRDefault="00E00D30" w:rsidP="00E00D30">
      <w:r>
        <w:t>729.5610</w:t>
      </w:r>
      <w:r>
        <w:tab/>
        <w:t>2.025e0</w:t>
      </w:r>
    </w:p>
    <w:p w:rsidR="00E00D30" w:rsidRDefault="00E00D30" w:rsidP="00E00D30">
      <w:r>
        <w:lastRenderedPageBreak/>
        <w:t>729.6205</w:t>
      </w:r>
      <w:r>
        <w:tab/>
        <w:t>1.013e0</w:t>
      </w:r>
    </w:p>
    <w:p w:rsidR="00E00D30" w:rsidRDefault="00E00D30" w:rsidP="00E00D30">
      <w:r>
        <w:t>729.6433</w:t>
      </w:r>
      <w:r>
        <w:tab/>
        <w:t>1.013e0</w:t>
      </w:r>
    </w:p>
    <w:p w:rsidR="00E00D30" w:rsidRDefault="00E00D30" w:rsidP="00E00D30">
      <w:r>
        <w:t>729.6566</w:t>
      </w:r>
      <w:r>
        <w:tab/>
        <w:t>1.013e0</w:t>
      </w:r>
    </w:p>
    <w:p w:rsidR="00E00D30" w:rsidRDefault="00E00D30" w:rsidP="00E00D30">
      <w:r>
        <w:t>729.7233</w:t>
      </w:r>
      <w:r>
        <w:tab/>
        <w:t>1.013e0</w:t>
      </w:r>
    </w:p>
    <w:p w:rsidR="00E00D30" w:rsidRDefault="00E00D30" w:rsidP="00E00D30">
      <w:r>
        <w:t>729.7419</w:t>
      </w:r>
      <w:r>
        <w:tab/>
        <w:t>2.025e0</w:t>
      </w:r>
    </w:p>
    <w:p w:rsidR="00E00D30" w:rsidRDefault="00E00D30" w:rsidP="00E00D30">
      <w:r>
        <w:t>729.7846</w:t>
      </w:r>
      <w:r>
        <w:tab/>
        <w:t>2.025e0</w:t>
      </w:r>
    </w:p>
    <w:p w:rsidR="00E00D30" w:rsidRDefault="00E00D30" w:rsidP="00E00D30">
      <w:r>
        <w:t>729.7919</w:t>
      </w:r>
      <w:r>
        <w:tab/>
        <w:t>3.038e0</w:t>
      </w:r>
    </w:p>
    <w:p w:rsidR="00E00D30" w:rsidRDefault="00E00D30" w:rsidP="00E00D30">
      <w:r>
        <w:t>729.8275</w:t>
      </w:r>
      <w:r>
        <w:tab/>
        <w:t>2.025e0</w:t>
      </w:r>
    </w:p>
    <w:p w:rsidR="00E00D30" w:rsidRDefault="00E00D30" w:rsidP="00E00D30">
      <w:r>
        <w:t>729.8530</w:t>
      </w:r>
      <w:r>
        <w:tab/>
        <w:t>1.013e0</w:t>
      </w:r>
    </w:p>
    <w:p w:rsidR="00E00D30" w:rsidRDefault="00E00D30" w:rsidP="00E00D30">
      <w:r>
        <w:t>729.9029</w:t>
      </w:r>
      <w:r>
        <w:tab/>
        <w:t>1.013e0</w:t>
      </w:r>
    </w:p>
    <w:p w:rsidR="00E00D30" w:rsidRDefault="00E00D30" w:rsidP="00E00D30">
      <w:r>
        <w:t>729.9117</w:t>
      </w:r>
      <w:r>
        <w:tab/>
        <w:t>1.013e0</w:t>
      </w:r>
    </w:p>
    <w:p w:rsidR="00E00D30" w:rsidRDefault="00E00D30" w:rsidP="00E00D30">
      <w:r>
        <w:t>729.9130</w:t>
      </w:r>
      <w:r>
        <w:tab/>
        <w:t>1.013e0</w:t>
      </w:r>
    </w:p>
    <w:p w:rsidR="00E00D30" w:rsidRDefault="00E00D30" w:rsidP="00E00D30">
      <w:r>
        <w:t>729.9767</w:t>
      </w:r>
      <w:r>
        <w:tab/>
        <w:t>1.013e0</w:t>
      </w:r>
    </w:p>
    <w:p w:rsidR="00E00D30" w:rsidRDefault="00E00D30" w:rsidP="00E00D30">
      <w:r>
        <w:t>729.9894</w:t>
      </w:r>
      <w:r>
        <w:tab/>
        <w:t>2.025e0</w:t>
      </w:r>
    </w:p>
    <w:p w:rsidR="00E00D30" w:rsidRDefault="00E00D30" w:rsidP="00E00D30">
      <w:r>
        <w:t>729.9980</w:t>
      </w:r>
      <w:r>
        <w:tab/>
        <w:t>2.025e0</w:t>
      </w:r>
    </w:p>
    <w:p w:rsidR="00E00D30" w:rsidRDefault="00E00D30" w:rsidP="00E00D30">
      <w:r>
        <w:t>730.0329</w:t>
      </w:r>
      <w:r>
        <w:tab/>
        <w:t>1.013e0</w:t>
      </w:r>
    </w:p>
    <w:p w:rsidR="00E00D30" w:rsidRDefault="00E00D30" w:rsidP="00E00D30">
      <w:r>
        <w:t>730.0662</w:t>
      </w:r>
      <w:r>
        <w:tab/>
        <w:t>1.013e0</w:t>
      </w:r>
    </w:p>
    <w:p w:rsidR="00E00D30" w:rsidRDefault="00E00D30" w:rsidP="00E00D30">
      <w:r>
        <w:t>730.1008</w:t>
      </w:r>
      <w:r>
        <w:tab/>
        <w:t>1.013e0</w:t>
      </w:r>
    </w:p>
    <w:p w:rsidR="00E00D30" w:rsidRDefault="00E00D30" w:rsidP="00E00D30">
      <w:r>
        <w:t>730.1141</w:t>
      </w:r>
      <w:r>
        <w:tab/>
        <w:t>2.025e0</w:t>
      </w:r>
    </w:p>
    <w:p w:rsidR="00E00D30" w:rsidRDefault="00E00D30" w:rsidP="00E00D30">
      <w:r>
        <w:lastRenderedPageBreak/>
        <w:t>730.1498</w:t>
      </w:r>
      <w:r>
        <w:tab/>
        <w:t>1.013e0</w:t>
      </w:r>
    </w:p>
    <w:p w:rsidR="00E00D30" w:rsidRDefault="00E00D30" w:rsidP="00E00D30">
      <w:r>
        <w:t>730.1575</w:t>
      </w:r>
      <w:r>
        <w:tab/>
        <w:t>2.025e0</w:t>
      </w:r>
    </w:p>
    <w:p w:rsidR="00E00D30" w:rsidRDefault="00E00D30" w:rsidP="00E00D30">
      <w:r>
        <w:t>730.1689</w:t>
      </w:r>
      <w:r>
        <w:tab/>
        <w:t>1.013e0</w:t>
      </w:r>
    </w:p>
    <w:p w:rsidR="00E00D30" w:rsidRDefault="00E00D30" w:rsidP="00E00D30">
      <w:r>
        <w:t>730.1834</w:t>
      </w:r>
      <w:r>
        <w:tab/>
        <w:t>4.051e0</w:t>
      </w:r>
    </w:p>
    <w:p w:rsidR="00E00D30" w:rsidRDefault="00E00D30" w:rsidP="00E00D30">
      <w:r>
        <w:t>730.1993</w:t>
      </w:r>
      <w:r>
        <w:tab/>
        <w:t>1.013e0</w:t>
      </w:r>
    </w:p>
    <w:p w:rsidR="00E00D30" w:rsidRDefault="00E00D30" w:rsidP="00E00D30">
      <w:r>
        <w:t>730.2183</w:t>
      </w:r>
      <w:r>
        <w:tab/>
        <w:t>2.025e0</w:t>
      </w:r>
    </w:p>
    <w:p w:rsidR="00E00D30" w:rsidRDefault="00E00D30" w:rsidP="00E00D30">
      <w:r>
        <w:t>730.2546</w:t>
      </w:r>
      <w:r>
        <w:tab/>
        <w:t>1.013e0</w:t>
      </w:r>
    </w:p>
    <w:p w:rsidR="00E00D30" w:rsidRDefault="00E00D30" w:rsidP="00E00D30">
      <w:r>
        <w:t>730.2739</w:t>
      </w:r>
      <w:r>
        <w:tab/>
        <w:t>1.013e0</w:t>
      </w:r>
    </w:p>
    <w:p w:rsidR="00E00D30" w:rsidRDefault="00E00D30" w:rsidP="00E00D30">
      <w:r>
        <w:t>730.2884</w:t>
      </w:r>
      <w:r>
        <w:tab/>
        <w:t>1.013e0</w:t>
      </w:r>
    </w:p>
    <w:p w:rsidR="00E00D30" w:rsidRDefault="00E00D30" w:rsidP="00E00D30">
      <w:r>
        <w:t>730.3203</w:t>
      </w:r>
      <w:r>
        <w:tab/>
        <w:t>5.063e0</w:t>
      </w:r>
    </w:p>
    <w:p w:rsidR="00E00D30" w:rsidRDefault="00E00D30" w:rsidP="00E00D30">
      <w:r>
        <w:t>730.3478</w:t>
      </w:r>
      <w:r>
        <w:tab/>
        <w:t>3.038e0</w:t>
      </w:r>
    </w:p>
    <w:p w:rsidR="00E00D30" w:rsidRDefault="00E00D30" w:rsidP="00E00D30">
      <w:r>
        <w:t>730.3491</w:t>
      </w:r>
      <w:r>
        <w:tab/>
        <w:t>2.025e0</w:t>
      </w:r>
    </w:p>
    <w:p w:rsidR="00E00D30" w:rsidRDefault="00E00D30" w:rsidP="00E00D30">
      <w:r>
        <w:t>730.3742</w:t>
      </w:r>
      <w:r>
        <w:tab/>
        <w:t>1.013e0</w:t>
      </w:r>
    </w:p>
    <w:p w:rsidR="00E00D30" w:rsidRDefault="00E00D30" w:rsidP="00E00D30">
      <w:r>
        <w:t>730.4159</w:t>
      </w:r>
      <w:r>
        <w:tab/>
        <w:t>3.038e0</w:t>
      </w:r>
    </w:p>
    <w:p w:rsidR="00E00D30" w:rsidRDefault="00E00D30" w:rsidP="00E00D30">
      <w:r>
        <w:t>730.4185</w:t>
      </w:r>
      <w:r>
        <w:tab/>
        <w:t>4.051e0</w:t>
      </w:r>
    </w:p>
    <w:p w:rsidR="00E00D30" w:rsidRDefault="00E00D30" w:rsidP="00E00D30">
      <w:r>
        <w:t>730.4429</w:t>
      </w:r>
      <w:r>
        <w:tab/>
        <w:t>2.025e0</w:t>
      </w:r>
    </w:p>
    <w:p w:rsidR="00E00D30" w:rsidRDefault="00E00D30" w:rsidP="00E00D30">
      <w:r>
        <w:t>730.4816</w:t>
      </w:r>
      <w:r>
        <w:tab/>
        <w:t>2.025e0</w:t>
      </w:r>
    </w:p>
    <w:p w:rsidR="00E00D30" w:rsidRDefault="00E00D30" w:rsidP="00E00D30">
      <w:r>
        <w:t>730.4963</w:t>
      </w:r>
      <w:r>
        <w:tab/>
        <w:t>1.013e0</w:t>
      </w:r>
    </w:p>
    <w:p w:rsidR="00E00D30" w:rsidRDefault="00E00D30" w:rsidP="00E00D30">
      <w:r>
        <w:t>730.5326</w:t>
      </w:r>
      <w:r>
        <w:tab/>
        <w:t>2.025e0</w:t>
      </w:r>
    </w:p>
    <w:p w:rsidR="00E00D30" w:rsidRDefault="00E00D30" w:rsidP="00E00D30">
      <w:r>
        <w:lastRenderedPageBreak/>
        <w:t>730.5739</w:t>
      </w:r>
      <w:r>
        <w:tab/>
        <w:t>2.025e0</w:t>
      </w:r>
    </w:p>
    <w:p w:rsidR="00E00D30" w:rsidRDefault="00E00D30" w:rsidP="00E00D30">
      <w:r>
        <w:t>730.5785</w:t>
      </w:r>
      <w:r>
        <w:tab/>
        <w:t>4.051e0</w:t>
      </w:r>
    </w:p>
    <w:p w:rsidR="00E00D30" w:rsidRDefault="00E00D30" w:rsidP="00E00D30">
      <w:r>
        <w:t>730.5961</w:t>
      </w:r>
      <w:r>
        <w:tab/>
        <w:t>5.063e0</w:t>
      </w:r>
    </w:p>
    <w:p w:rsidR="00E00D30" w:rsidRDefault="00E00D30" w:rsidP="00E00D30">
      <w:r>
        <w:t>730.6141</w:t>
      </w:r>
      <w:r>
        <w:tab/>
        <w:t>1.013e0</w:t>
      </w:r>
    </w:p>
    <w:p w:rsidR="00E00D30" w:rsidRDefault="00E00D30" w:rsidP="00E00D30">
      <w:r>
        <w:t>730.7559</w:t>
      </w:r>
      <w:r>
        <w:tab/>
        <w:t>2.025e0</w:t>
      </w:r>
    </w:p>
    <w:p w:rsidR="00E00D30" w:rsidRDefault="00E00D30" w:rsidP="00E00D30">
      <w:r>
        <w:t>730.7809</w:t>
      </w:r>
      <w:r>
        <w:tab/>
        <w:t>1.013e0</w:t>
      </w:r>
    </w:p>
    <w:p w:rsidR="00E00D30" w:rsidRDefault="00E00D30" w:rsidP="00E00D30">
      <w:r>
        <w:t>730.8065</w:t>
      </w:r>
      <w:r>
        <w:tab/>
        <w:t>2.025e0</w:t>
      </w:r>
    </w:p>
    <w:p w:rsidR="00E00D30" w:rsidRDefault="00E00D30" w:rsidP="00E00D30">
      <w:r>
        <w:t>730.8804</w:t>
      </w:r>
      <w:r>
        <w:tab/>
        <w:t>1.013e0</w:t>
      </w:r>
    </w:p>
    <w:p w:rsidR="00E00D30" w:rsidRDefault="00E00D30" w:rsidP="00E00D30">
      <w:r>
        <w:t>730.8923</w:t>
      </w:r>
      <w:r>
        <w:tab/>
        <w:t>1.013e0</w:t>
      </w:r>
    </w:p>
    <w:p w:rsidR="00E00D30" w:rsidRDefault="00E00D30" w:rsidP="00E00D30">
      <w:r>
        <w:t>730.9051</w:t>
      </w:r>
      <w:r>
        <w:tab/>
        <w:t>1.013e0</w:t>
      </w:r>
    </w:p>
    <w:p w:rsidR="00E00D30" w:rsidRDefault="00E00D30" w:rsidP="00E00D30">
      <w:r>
        <w:t>730.9719</w:t>
      </w:r>
      <w:r>
        <w:tab/>
        <w:t>2.025e0</w:t>
      </w:r>
    </w:p>
    <w:p w:rsidR="00E00D30" w:rsidRDefault="00E00D30" w:rsidP="00E00D30">
      <w:r>
        <w:t>730.9908</w:t>
      </w:r>
      <w:r>
        <w:tab/>
        <w:t>1.013e0</w:t>
      </w:r>
    </w:p>
    <w:p w:rsidR="00E00D30" w:rsidRDefault="00E00D30" w:rsidP="00E00D30">
      <w:r>
        <w:t>731.0343</w:t>
      </w:r>
      <w:r>
        <w:tab/>
        <w:t>2.025e0</w:t>
      </w:r>
    </w:p>
    <w:p w:rsidR="00E00D30" w:rsidRDefault="00E00D30" w:rsidP="00E00D30">
      <w:r>
        <w:t>731.0427</w:t>
      </w:r>
      <w:r>
        <w:tab/>
        <w:t>1.013e0</w:t>
      </w:r>
    </w:p>
    <w:p w:rsidR="00E00D30" w:rsidRDefault="00E00D30" w:rsidP="00E00D30">
      <w:r>
        <w:t>731.0594</w:t>
      </w:r>
      <w:r>
        <w:tab/>
        <w:t>1.013e0</w:t>
      </w:r>
    </w:p>
    <w:p w:rsidR="00E00D30" w:rsidRDefault="00E00D30" w:rsidP="00E00D30">
      <w:r>
        <w:t>731.0936</w:t>
      </w:r>
      <w:r>
        <w:tab/>
        <w:t>1.013e0</w:t>
      </w:r>
    </w:p>
    <w:p w:rsidR="00E00D30" w:rsidRDefault="00E00D30" w:rsidP="00E00D30">
      <w:r>
        <w:t>731.1580</w:t>
      </w:r>
      <w:r>
        <w:tab/>
        <w:t>2.025e0</w:t>
      </w:r>
    </w:p>
    <w:p w:rsidR="00E00D30" w:rsidRDefault="00E00D30" w:rsidP="00E00D30">
      <w:r>
        <w:t>731.1902</w:t>
      </w:r>
      <w:r>
        <w:tab/>
        <w:t>2.025e0</w:t>
      </w:r>
    </w:p>
    <w:p w:rsidR="00E00D30" w:rsidRDefault="00E00D30" w:rsidP="00E00D30">
      <w:r>
        <w:t>731.2731</w:t>
      </w:r>
      <w:r>
        <w:tab/>
        <w:t>2.025e0</w:t>
      </w:r>
    </w:p>
    <w:p w:rsidR="00E00D30" w:rsidRDefault="00E00D30" w:rsidP="00E00D30">
      <w:r>
        <w:lastRenderedPageBreak/>
        <w:t>731.2890</w:t>
      </w:r>
      <w:r>
        <w:tab/>
        <w:t>1.013e0</w:t>
      </w:r>
    </w:p>
    <w:p w:rsidR="00E00D30" w:rsidRDefault="00E00D30" w:rsidP="00E00D30">
      <w:r>
        <w:t>731.3383</w:t>
      </w:r>
      <w:r>
        <w:tab/>
        <w:t>3.038e0</w:t>
      </w:r>
    </w:p>
    <w:p w:rsidR="00E00D30" w:rsidRDefault="00E00D30" w:rsidP="00E00D30">
      <w:r>
        <w:t>731.3395</w:t>
      </w:r>
      <w:r>
        <w:tab/>
        <w:t>1.013e0</w:t>
      </w:r>
    </w:p>
    <w:p w:rsidR="00E00D30" w:rsidRDefault="00E00D30" w:rsidP="00E00D30">
      <w:r>
        <w:t>731.3753</w:t>
      </w:r>
      <w:r>
        <w:tab/>
        <w:t>1.013e0</w:t>
      </w:r>
    </w:p>
    <w:p w:rsidR="00E00D30" w:rsidRDefault="00E00D30" w:rsidP="00E00D30">
      <w:r>
        <w:t>731.4019</w:t>
      </w:r>
      <w:r>
        <w:tab/>
        <w:t>3.038e0</w:t>
      </w:r>
    </w:p>
    <w:p w:rsidR="00E00D30" w:rsidRDefault="00E00D30" w:rsidP="00E00D30">
      <w:r>
        <w:t>731.4204</w:t>
      </w:r>
      <w:r>
        <w:tab/>
        <w:t>5.063e0</w:t>
      </w:r>
    </w:p>
    <w:p w:rsidR="00E00D30" w:rsidRDefault="00E00D30" w:rsidP="00E00D30">
      <w:r>
        <w:t>731.4620</w:t>
      </w:r>
      <w:r>
        <w:tab/>
        <w:t>1.013e0</w:t>
      </w:r>
    </w:p>
    <w:p w:rsidR="00E00D30" w:rsidRDefault="00E00D30" w:rsidP="00E00D30">
      <w:r>
        <w:t>731.4996</w:t>
      </w:r>
      <w:r>
        <w:tab/>
        <w:t>1.013e0</w:t>
      </w:r>
    </w:p>
    <w:p w:rsidR="00E00D30" w:rsidRDefault="00E00D30" w:rsidP="00E00D30">
      <w:r>
        <w:t>731.5215</w:t>
      </w:r>
      <w:r>
        <w:tab/>
        <w:t>2.025e0</w:t>
      </w:r>
    </w:p>
    <w:p w:rsidR="00E00D30" w:rsidRDefault="00E00D30" w:rsidP="00E00D30">
      <w:r>
        <w:t>731.5240</w:t>
      </w:r>
      <w:r>
        <w:tab/>
        <w:t>1.013e0</w:t>
      </w:r>
    </w:p>
    <w:p w:rsidR="00E00D30" w:rsidRDefault="00E00D30" w:rsidP="00E00D30">
      <w:r>
        <w:t>731.5448</w:t>
      </w:r>
      <w:r>
        <w:tab/>
        <w:t>2.025e0</w:t>
      </w:r>
    </w:p>
    <w:p w:rsidR="00E00D30" w:rsidRDefault="00E00D30" w:rsidP="00E00D30">
      <w:r>
        <w:t>731.5466</w:t>
      </w:r>
      <w:r>
        <w:tab/>
        <w:t>2.025e0</w:t>
      </w:r>
    </w:p>
    <w:p w:rsidR="00E00D30" w:rsidRDefault="00E00D30" w:rsidP="00E00D30">
      <w:r>
        <w:t>731.5742</w:t>
      </w:r>
      <w:r>
        <w:tab/>
        <w:t>1.013e0</w:t>
      </w:r>
    </w:p>
    <w:p w:rsidR="00E00D30" w:rsidRDefault="00E00D30" w:rsidP="00E00D30">
      <w:r>
        <w:t>731.5983</w:t>
      </w:r>
      <w:r>
        <w:tab/>
        <w:t>1.013e0</w:t>
      </w:r>
    </w:p>
    <w:p w:rsidR="00E00D30" w:rsidRDefault="00E00D30" w:rsidP="00E00D30">
      <w:r>
        <w:t>731.6107</w:t>
      </w:r>
      <w:r>
        <w:tab/>
        <w:t>1.013e0</w:t>
      </w:r>
    </w:p>
    <w:p w:rsidR="00E00D30" w:rsidRDefault="00E00D30" w:rsidP="00E00D30">
      <w:r>
        <w:t>731.6483</w:t>
      </w:r>
      <w:r>
        <w:tab/>
        <w:t>1.013e0</w:t>
      </w:r>
    </w:p>
    <w:p w:rsidR="00E00D30" w:rsidRDefault="00E00D30" w:rsidP="00E00D30">
      <w:r>
        <w:t>731.6661</w:t>
      </w:r>
      <w:r>
        <w:tab/>
        <w:t>2.025e0</w:t>
      </w:r>
    </w:p>
    <w:p w:rsidR="00E00D30" w:rsidRDefault="00E00D30" w:rsidP="00E00D30">
      <w:r>
        <w:t>731.7099</w:t>
      </w:r>
      <w:r>
        <w:tab/>
        <w:t>1.013e0</w:t>
      </w:r>
    </w:p>
    <w:p w:rsidR="00E00D30" w:rsidRDefault="00E00D30" w:rsidP="00E00D30">
      <w:r>
        <w:t>731.8094</w:t>
      </w:r>
      <w:r>
        <w:tab/>
        <w:t>1.013e0</w:t>
      </w:r>
    </w:p>
    <w:p w:rsidR="00E00D30" w:rsidRDefault="00E00D30" w:rsidP="00E00D30">
      <w:r>
        <w:lastRenderedPageBreak/>
        <w:t>731.8306</w:t>
      </w:r>
      <w:r>
        <w:tab/>
        <w:t>1.013e0</w:t>
      </w:r>
    </w:p>
    <w:p w:rsidR="00E00D30" w:rsidRDefault="00E00D30" w:rsidP="00E00D30">
      <w:r>
        <w:t>731.8811</w:t>
      </w:r>
      <w:r>
        <w:tab/>
        <w:t>1.013e0</w:t>
      </w:r>
    </w:p>
    <w:p w:rsidR="00E00D30" w:rsidRDefault="00E00D30" w:rsidP="00E00D30">
      <w:r>
        <w:t>731.9505</w:t>
      </w:r>
      <w:r>
        <w:tab/>
        <w:t>1.013e0</w:t>
      </w:r>
    </w:p>
    <w:p w:rsidR="00E00D30" w:rsidRDefault="00E00D30" w:rsidP="00E00D30">
      <w:r>
        <w:t>731.9662</w:t>
      </w:r>
      <w:r>
        <w:tab/>
        <w:t>1.013e0</w:t>
      </w:r>
    </w:p>
    <w:p w:rsidR="00E00D30" w:rsidRDefault="00E00D30" w:rsidP="00E00D30">
      <w:r>
        <w:t>732.0178</w:t>
      </w:r>
      <w:r>
        <w:tab/>
        <w:t>1.013e0</w:t>
      </w:r>
    </w:p>
    <w:p w:rsidR="00E00D30" w:rsidRDefault="00E00D30" w:rsidP="00E00D30">
      <w:r>
        <w:t>732.0190</w:t>
      </w:r>
      <w:r>
        <w:tab/>
        <w:t>2.025e0</w:t>
      </w:r>
    </w:p>
    <w:p w:rsidR="00E00D30" w:rsidRDefault="00E00D30" w:rsidP="00E00D30">
      <w:r>
        <w:t>732.0351</w:t>
      </w:r>
      <w:r>
        <w:tab/>
        <w:t>1.013e0</w:t>
      </w:r>
    </w:p>
    <w:p w:rsidR="00E00D30" w:rsidRDefault="00E00D30" w:rsidP="00E00D30">
      <w:r>
        <w:t>732.0946</w:t>
      </w:r>
      <w:r>
        <w:tab/>
        <w:t>1.013e0</w:t>
      </w:r>
    </w:p>
    <w:p w:rsidR="00E00D30" w:rsidRDefault="00E00D30" w:rsidP="00E00D30">
      <w:r>
        <w:t>732.0980</w:t>
      </w:r>
      <w:r>
        <w:tab/>
        <w:t>2.025e0</w:t>
      </w:r>
    </w:p>
    <w:p w:rsidR="00E00D30" w:rsidRDefault="00E00D30" w:rsidP="00E00D30">
      <w:r>
        <w:t>732.1575</w:t>
      </w:r>
      <w:r>
        <w:tab/>
        <w:t>1.013e0</w:t>
      </w:r>
    </w:p>
    <w:p w:rsidR="00E00D30" w:rsidRDefault="00E00D30" w:rsidP="00E00D30">
      <w:r>
        <w:t>732.2145</w:t>
      </w:r>
      <w:r>
        <w:tab/>
        <w:t>2.025e0</w:t>
      </w:r>
    </w:p>
    <w:p w:rsidR="00E00D30" w:rsidRDefault="00E00D30" w:rsidP="00E00D30">
      <w:r>
        <w:t>732.2182</w:t>
      </w:r>
      <w:r>
        <w:tab/>
        <w:t>1.013e0</w:t>
      </w:r>
    </w:p>
    <w:p w:rsidR="00E00D30" w:rsidRDefault="00E00D30" w:rsidP="00E00D30">
      <w:r>
        <w:t>732.2487</w:t>
      </w:r>
      <w:r>
        <w:tab/>
        <w:t>2.025e0</w:t>
      </w:r>
    </w:p>
    <w:p w:rsidR="00E00D30" w:rsidRDefault="00E00D30" w:rsidP="00E00D30">
      <w:r>
        <w:t>732.2584</w:t>
      </w:r>
      <w:r>
        <w:tab/>
        <w:t>1.013e0</w:t>
      </w:r>
    </w:p>
    <w:p w:rsidR="00E00D30" w:rsidRDefault="00E00D30" w:rsidP="00E00D30">
      <w:r>
        <w:t>732.2848</w:t>
      </w:r>
      <w:r>
        <w:tab/>
        <w:t>2.025e0</w:t>
      </w:r>
    </w:p>
    <w:p w:rsidR="00E00D30" w:rsidRDefault="00E00D30" w:rsidP="00E00D30">
      <w:r>
        <w:t>732.2919</w:t>
      </w:r>
      <w:r>
        <w:tab/>
        <w:t>1.013e0</w:t>
      </w:r>
    </w:p>
    <w:p w:rsidR="00E00D30" w:rsidRDefault="00E00D30" w:rsidP="00E00D30">
      <w:r>
        <w:t>732.3293</w:t>
      </w:r>
      <w:r>
        <w:tab/>
        <w:t>3.038e0</w:t>
      </w:r>
    </w:p>
    <w:p w:rsidR="00E00D30" w:rsidRDefault="00E00D30" w:rsidP="00E00D30">
      <w:r>
        <w:t>732.3427</w:t>
      </w:r>
      <w:r>
        <w:tab/>
        <w:t>1.013e0</w:t>
      </w:r>
    </w:p>
    <w:p w:rsidR="00E00D30" w:rsidRDefault="00E00D30" w:rsidP="00E00D30">
      <w:r>
        <w:t>732.4102</w:t>
      </w:r>
      <w:r>
        <w:tab/>
        <w:t>3.038e0</w:t>
      </w:r>
    </w:p>
    <w:p w:rsidR="00E00D30" w:rsidRDefault="00E00D30" w:rsidP="00E00D30">
      <w:r>
        <w:lastRenderedPageBreak/>
        <w:t>732.4198</w:t>
      </w:r>
      <w:r>
        <w:tab/>
        <w:t>2.025e0</w:t>
      </w:r>
    </w:p>
    <w:p w:rsidR="00E00D30" w:rsidRDefault="00E00D30" w:rsidP="00E00D30">
      <w:r>
        <w:t>732.4214</w:t>
      </w:r>
      <w:r>
        <w:tab/>
        <w:t>2.025e0</w:t>
      </w:r>
    </w:p>
    <w:p w:rsidR="00E00D30" w:rsidRDefault="00E00D30" w:rsidP="00E00D30">
      <w:r>
        <w:t>732.4419</w:t>
      </w:r>
      <w:r>
        <w:tab/>
        <w:t>1.013e0</w:t>
      </w:r>
    </w:p>
    <w:p w:rsidR="00E00D30" w:rsidRDefault="00E00D30" w:rsidP="00E00D30">
      <w:r>
        <w:t>732.4811</w:t>
      </w:r>
      <w:r>
        <w:tab/>
        <w:t>2.025e0</w:t>
      </w:r>
    </w:p>
    <w:p w:rsidR="00E00D30" w:rsidRDefault="00E00D30" w:rsidP="00E00D30">
      <w:r>
        <w:t>732.5226</w:t>
      </w:r>
      <w:r>
        <w:tab/>
        <w:t>6.076e0</w:t>
      </w:r>
    </w:p>
    <w:p w:rsidR="00E00D30" w:rsidRDefault="00E00D30" w:rsidP="00E00D30">
      <w:r>
        <w:t>732.5285</w:t>
      </w:r>
      <w:r>
        <w:tab/>
        <w:t>5.063e0</w:t>
      </w:r>
    </w:p>
    <w:p w:rsidR="00E00D30" w:rsidRDefault="00E00D30" w:rsidP="00E00D30">
      <w:r>
        <w:t>732.5455</w:t>
      </w:r>
      <w:r>
        <w:tab/>
        <w:t>1.045e1</w:t>
      </w:r>
    </w:p>
    <w:p w:rsidR="00E00D30" w:rsidRDefault="00E00D30" w:rsidP="00E00D30">
      <w:r>
        <w:t>732.5486</w:t>
      </w:r>
      <w:r>
        <w:tab/>
        <w:t>1.013e0</w:t>
      </w:r>
    </w:p>
    <w:p w:rsidR="00E00D30" w:rsidRDefault="00E00D30" w:rsidP="00E00D30">
      <w:r>
        <w:t>732.5598</w:t>
      </w:r>
      <w:r>
        <w:tab/>
        <w:t>2.025e0</w:t>
      </w:r>
    </w:p>
    <w:p w:rsidR="00E00D30" w:rsidRDefault="00E00D30" w:rsidP="00E00D30">
      <w:r>
        <w:t>732.5668</w:t>
      </w:r>
      <w:r>
        <w:tab/>
        <w:t>1.013e0</w:t>
      </w:r>
    </w:p>
    <w:p w:rsidR="00E00D30" w:rsidRDefault="00E00D30" w:rsidP="00E00D30">
      <w:r>
        <w:t>732.6169</w:t>
      </w:r>
      <w:r>
        <w:tab/>
        <w:t>1.013e0</w:t>
      </w:r>
    </w:p>
    <w:p w:rsidR="00E00D30" w:rsidRDefault="00E00D30" w:rsidP="00E00D30">
      <w:r>
        <w:t>732.6856</w:t>
      </w:r>
      <w:r>
        <w:tab/>
        <w:t>2.025e0</w:t>
      </w:r>
    </w:p>
    <w:p w:rsidR="00E00D30" w:rsidRDefault="00E00D30" w:rsidP="00E00D30">
      <w:r>
        <w:t>732.6893</w:t>
      </w:r>
      <w:r>
        <w:tab/>
        <w:t>2.025e0</w:t>
      </w:r>
    </w:p>
    <w:p w:rsidR="00E00D30" w:rsidRDefault="00E00D30" w:rsidP="00E00D30">
      <w:r>
        <w:t>732.7020</w:t>
      </w:r>
      <w:r>
        <w:tab/>
        <w:t>1.013e0</w:t>
      </w:r>
    </w:p>
    <w:p w:rsidR="00E00D30" w:rsidRDefault="00E00D30" w:rsidP="00E00D30">
      <w:r>
        <w:t>732.7065</w:t>
      </w:r>
      <w:r>
        <w:tab/>
        <w:t>4.051e0</w:t>
      </w:r>
    </w:p>
    <w:p w:rsidR="00E00D30" w:rsidRDefault="00E00D30" w:rsidP="00E00D30">
      <w:r>
        <w:t>732.7397</w:t>
      </w:r>
      <w:r>
        <w:tab/>
        <w:t>1.013e0</w:t>
      </w:r>
    </w:p>
    <w:p w:rsidR="00E00D30" w:rsidRDefault="00E00D30" w:rsidP="00E00D30">
      <w:r>
        <w:t>732.7419</w:t>
      </w:r>
      <w:r>
        <w:tab/>
        <w:t>3.038e0</w:t>
      </w:r>
    </w:p>
    <w:p w:rsidR="00E00D30" w:rsidRDefault="00E00D30" w:rsidP="00E00D30">
      <w:r>
        <w:t>732.7535</w:t>
      </w:r>
      <w:r>
        <w:tab/>
        <w:t>1.013e0</w:t>
      </w:r>
    </w:p>
    <w:p w:rsidR="00E00D30" w:rsidRDefault="00E00D30" w:rsidP="00E00D30">
      <w:r>
        <w:t>732.7889</w:t>
      </w:r>
      <w:r>
        <w:tab/>
        <w:t>1.013e0</w:t>
      </w:r>
    </w:p>
    <w:p w:rsidR="00E00D30" w:rsidRDefault="00E00D30" w:rsidP="00E00D30">
      <w:r>
        <w:lastRenderedPageBreak/>
        <w:t>732.7902</w:t>
      </w:r>
      <w:r>
        <w:tab/>
        <w:t>1.013e0</w:t>
      </w:r>
    </w:p>
    <w:p w:rsidR="00E00D30" w:rsidRDefault="00E00D30" w:rsidP="00E00D30">
      <w:r>
        <w:t>732.8225</w:t>
      </w:r>
      <w:r>
        <w:tab/>
        <w:t>1.013e0</w:t>
      </w:r>
    </w:p>
    <w:p w:rsidR="00E00D30" w:rsidRDefault="00E00D30" w:rsidP="00E00D30">
      <w:r>
        <w:t>732.8297</w:t>
      </w:r>
      <w:r>
        <w:tab/>
        <w:t>4.051e0</w:t>
      </w:r>
    </w:p>
    <w:p w:rsidR="00E00D30" w:rsidRDefault="00E00D30" w:rsidP="00E00D30">
      <w:r>
        <w:t>732.8736</w:t>
      </w:r>
      <w:r>
        <w:tab/>
        <w:t>1.013e0</w:t>
      </w:r>
    </w:p>
    <w:p w:rsidR="00E00D30" w:rsidRDefault="00E00D30" w:rsidP="00E00D30">
      <w:r>
        <w:t>732.9258</w:t>
      </w:r>
      <w:r>
        <w:tab/>
        <w:t>3.038e0</w:t>
      </w:r>
    </w:p>
    <w:p w:rsidR="00E00D30" w:rsidRDefault="00E00D30" w:rsidP="00E00D30">
      <w:r>
        <w:t>732.9463</w:t>
      </w:r>
      <w:r>
        <w:tab/>
        <w:t>2.025e0</w:t>
      </w:r>
    </w:p>
    <w:p w:rsidR="00E00D30" w:rsidRDefault="00E00D30" w:rsidP="00E00D30">
      <w:r>
        <w:t>732.9539</w:t>
      </w:r>
      <w:r>
        <w:tab/>
        <w:t>3.038e0</w:t>
      </w:r>
    </w:p>
    <w:p w:rsidR="00E00D30" w:rsidRDefault="00E00D30" w:rsidP="00E00D30">
      <w:r>
        <w:t>732.9640</w:t>
      </w:r>
      <w:r>
        <w:tab/>
        <w:t>1.013e0</w:t>
      </w:r>
    </w:p>
    <w:p w:rsidR="00E00D30" w:rsidRDefault="00E00D30" w:rsidP="00E00D30">
      <w:r>
        <w:t>733.0110</w:t>
      </w:r>
      <w:r>
        <w:tab/>
        <w:t>1.013e0</w:t>
      </w:r>
    </w:p>
    <w:p w:rsidR="00E00D30" w:rsidRDefault="00E00D30" w:rsidP="00E00D30">
      <w:r>
        <w:t>733.0248</w:t>
      </w:r>
      <w:r>
        <w:tab/>
        <w:t>2.025e0</w:t>
      </w:r>
    </w:p>
    <w:p w:rsidR="00E00D30" w:rsidRDefault="00E00D30" w:rsidP="00E00D30">
      <w:r>
        <w:t>733.0375</w:t>
      </w:r>
      <w:r>
        <w:tab/>
        <w:t>1.013e0</w:t>
      </w:r>
    </w:p>
    <w:p w:rsidR="00E00D30" w:rsidRDefault="00E00D30" w:rsidP="00E00D30">
      <w:r>
        <w:t>733.0744</w:t>
      </w:r>
      <w:r>
        <w:tab/>
        <w:t>1.013e0</w:t>
      </w:r>
    </w:p>
    <w:p w:rsidR="00E00D30" w:rsidRDefault="00E00D30" w:rsidP="00E00D30">
      <w:r>
        <w:t>733.0793</w:t>
      </w:r>
      <w:r>
        <w:tab/>
        <w:t>1.013e0</w:t>
      </w:r>
    </w:p>
    <w:p w:rsidR="00E00D30" w:rsidRDefault="00E00D30" w:rsidP="00E00D30">
      <w:r>
        <w:t>733.1489</w:t>
      </w:r>
      <w:r>
        <w:tab/>
        <w:t>1.013e0</w:t>
      </w:r>
    </w:p>
    <w:p w:rsidR="00E00D30" w:rsidRDefault="00E00D30" w:rsidP="00E00D30">
      <w:r>
        <w:t>733.1617</w:t>
      </w:r>
      <w:r>
        <w:tab/>
        <w:t>1.013e0</w:t>
      </w:r>
    </w:p>
    <w:p w:rsidR="00E00D30" w:rsidRDefault="00E00D30" w:rsidP="00E00D30">
      <w:r>
        <w:t>733.1741</w:t>
      </w:r>
      <w:r>
        <w:tab/>
        <w:t>2.025e0</w:t>
      </w:r>
    </w:p>
    <w:p w:rsidR="00E00D30" w:rsidRDefault="00E00D30" w:rsidP="00E00D30">
      <w:r>
        <w:t>733.1874</w:t>
      </w:r>
      <w:r>
        <w:tab/>
        <w:t>1.013e0</w:t>
      </w:r>
    </w:p>
    <w:p w:rsidR="00E00D30" w:rsidRDefault="00E00D30" w:rsidP="00E00D30">
      <w:r>
        <w:t>733.1995</w:t>
      </w:r>
      <w:r>
        <w:tab/>
        <w:t>2.025e0</w:t>
      </w:r>
    </w:p>
    <w:p w:rsidR="00E00D30" w:rsidRDefault="00E00D30" w:rsidP="00E00D30">
      <w:r>
        <w:t>733.2110</w:t>
      </w:r>
      <w:r>
        <w:tab/>
        <w:t>1.013e0</w:t>
      </w:r>
    </w:p>
    <w:p w:rsidR="00E00D30" w:rsidRDefault="00E00D30" w:rsidP="00E00D30">
      <w:r>
        <w:lastRenderedPageBreak/>
        <w:t>733.2156</w:t>
      </w:r>
      <w:r>
        <w:tab/>
        <w:t>2.025e0</w:t>
      </w:r>
    </w:p>
    <w:p w:rsidR="00E00D30" w:rsidRDefault="00E00D30" w:rsidP="00E00D30">
      <w:r>
        <w:t>733.2848</w:t>
      </w:r>
      <w:r>
        <w:tab/>
        <w:t>2.025e0</w:t>
      </w:r>
    </w:p>
    <w:p w:rsidR="00E00D30" w:rsidRDefault="00E00D30" w:rsidP="00E00D30">
      <w:r>
        <w:t>733.3015</w:t>
      </w:r>
      <w:r>
        <w:tab/>
        <w:t>1.013e0</w:t>
      </w:r>
    </w:p>
    <w:p w:rsidR="00E00D30" w:rsidRDefault="00E00D30" w:rsidP="00E00D30">
      <w:r>
        <w:t>733.3638</w:t>
      </w:r>
      <w:r>
        <w:tab/>
        <w:t>2.025e0</w:t>
      </w:r>
    </w:p>
    <w:p w:rsidR="00E00D30" w:rsidRDefault="00E00D30" w:rsidP="00E00D30">
      <w:r>
        <w:t>733.3703</w:t>
      </w:r>
      <w:r>
        <w:tab/>
        <w:t>1.013e0</w:t>
      </w:r>
    </w:p>
    <w:p w:rsidR="00E00D30" w:rsidRDefault="00E00D30" w:rsidP="00E00D30">
      <w:r>
        <w:t>733.3785</w:t>
      </w:r>
      <w:r>
        <w:tab/>
        <w:t>2.025e0</w:t>
      </w:r>
    </w:p>
    <w:p w:rsidR="00E00D30" w:rsidRDefault="00E00D30" w:rsidP="00E00D30">
      <w:r>
        <w:t>733.3876</w:t>
      </w:r>
      <w:r>
        <w:tab/>
        <w:t>3.038e0</w:t>
      </w:r>
    </w:p>
    <w:p w:rsidR="00E00D30" w:rsidRDefault="00E00D30" w:rsidP="00E00D30">
      <w:r>
        <w:t>733.3915</w:t>
      </w:r>
      <w:r>
        <w:tab/>
        <w:t>2.025e0</w:t>
      </w:r>
    </w:p>
    <w:p w:rsidR="00E00D30" w:rsidRDefault="00E00D30" w:rsidP="00E00D30">
      <w:r>
        <w:t>733.3977</w:t>
      </w:r>
      <w:r>
        <w:tab/>
        <w:t>1.013e0</w:t>
      </w:r>
    </w:p>
    <w:p w:rsidR="00E00D30" w:rsidRDefault="00E00D30" w:rsidP="00E00D30">
      <w:r>
        <w:t>733.4554</w:t>
      </w:r>
      <w:r>
        <w:tab/>
        <w:t>1.013e0</w:t>
      </w:r>
    </w:p>
    <w:p w:rsidR="00E00D30" w:rsidRDefault="00E00D30" w:rsidP="00E00D30">
      <w:r>
        <w:t>733.4655</w:t>
      </w:r>
      <w:r>
        <w:tab/>
        <w:t>4.051e0</w:t>
      </w:r>
    </w:p>
    <w:p w:rsidR="00E00D30" w:rsidRDefault="00E00D30" w:rsidP="00E00D30">
      <w:r>
        <w:t>733.4842</w:t>
      </w:r>
      <w:r>
        <w:tab/>
        <w:t>3.038e0</w:t>
      </w:r>
    </w:p>
    <w:p w:rsidR="00E00D30" w:rsidRDefault="00E00D30" w:rsidP="00E00D30">
      <w:r>
        <w:t>733.4880</w:t>
      </w:r>
      <w:r>
        <w:tab/>
        <w:t>3.038e0</w:t>
      </w:r>
    </w:p>
    <w:p w:rsidR="00E00D30" w:rsidRDefault="00E00D30" w:rsidP="00E00D30">
      <w:r>
        <w:t>733.4944</w:t>
      </w:r>
      <w:r>
        <w:tab/>
        <w:t>2.025e0</w:t>
      </w:r>
    </w:p>
    <w:p w:rsidR="00E00D30" w:rsidRDefault="00E00D30" w:rsidP="00E00D30">
      <w:r>
        <w:t>733.4985</w:t>
      </w:r>
      <w:r>
        <w:tab/>
        <w:t>2.025e0</w:t>
      </w:r>
    </w:p>
    <w:p w:rsidR="00E00D30" w:rsidRDefault="00E00D30" w:rsidP="00E00D30">
      <w:r>
        <w:t>733.5104</w:t>
      </w:r>
      <w:r>
        <w:tab/>
        <w:t>1.013e0</w:t>
      </w:r>
    </w:p>
    <w:p w:rsidR="00E00D30" w:rsidRDefault="00E00D30" w:rsidP="00E00D30">
      <w:r>
        <w:t>733.5313</w:t>
      </w:r>
      <w:r>
        <w:tab/>
        <w:t>2.025e0</w:t>
      </w:r>
    </w:p>
    <w:p w:rsidR="00E00D30" w:rsidRDefault="00E00D30" w:rsidP="00E00D30">
      <w:r>
        <w:t>733.5511</w:t>
      </w:r>
      <w:r>
        <w:tab/>
        <w:t>2.025e0</w:t>
      </w:r>
    </w:p>
    <w:p w:rsidR="00E00D30" w:rsidRDefault="00E00D30" w:rsidP="00E00D30">
      <w:r>
        <w:t>733.5662</w:t>
      </w:r>
      <w:r>
        <w:tab/>
        <w:t>2.025e0</w:t>
      </w:r>
    </w:p>
    <w:p w:rsidR="00E00D30" w:rsidRDefault="00E00D30" w:rsidP="00E00D30">
      <w:r>
        <w:lastRenderedPageBreak/>
        <w:t>733.5836</w:t>
      </w:r>
      <w:r>
        <w:tab/>
        <w:t>1.013e0</w:t>
      </w:r>
    </w:p>
    <w:p w:rsidR="00E00D30" w:rsidRDefault="00E00D30" w:rsidP="00E00D30">
      <w:r>
        <w:t>733.6091</w:t>
      </w:r>
      <w:r>
        <w:tab/>
        <w:t>1.013e0</w:t>
      </w:r>
    </w:p>
    <w:p w:rsidR="00E00D30" w:rsidRDefault="00E00D30" w:rsidP="00E00D30">
      <w:r>
        <w:t>733.6270</w:t>
      </w:r>
      <w:r>
        <w:tab/>
        <w:t>1.013e0</w:t>
      </w:r>
    </w:p>
    <w:p w:rsidR="00E00D30" w:rsidRDefault="00E00D30" w:rsidP="00E00D30">
      <w:r>
        <w:t>733.6470</w:t>
      </w:r>
      <w:r>
        <w:tab/>
        <w:t>1.013e0</w:t>
      </w:r>
    </w:p>
    <w:p w:rsidR="00E00D30" w:rsidRDefault="00E00D30" w:rsidP="00E00D30">
      <w:r>
        <w:t>733.6772</w:t>
      </w:r>
      <w:r>
        <w:tab/>
        <w:t>2.025e0</w:t>
      </w:r>
    </w:p>
    <w:p w:rsidR="00E00D30" w:rsidRDefault="00E00D30" w:rsidP="00E00D30">
      <w:r>
        <w:t>733.6954</w:t>
      </w:r>
      <w:r>
        <w:tab/>
        <w:t>1.013e0</w:t>
      </w:r>
    </w:p>
    <w:p w:rsidR="00E00D30" w:rsidRDefault="00E00D30" w:rsidP="00E00D30">
      <w:r>
        <w:t>733.7455</w:t>
      </w:r>
      <w:r>
        <w:tab/>
        <w:t>1.013e0</w:t>
      </w:r>
    </w:p>
    <w:p w:rsidR="00E00D30" w:rsidRDefault="00E00D30" w:rsidP="00E00D30">
      <w:r>
        <w:t>733.7981</w:t>
      </w:r>
      <w:r>
        <w:tab/>
        <w:t>1.013e0</w:t>
      </w:r>
    </w:p>
    <w:p w:rsidR="00E00D30" w:rsidRDefault="00E00D30" w:rsidP="00E00D30">
      <w:r>
        <w:t>733.8077</w:t>
      </w:r>
      <w:r>
        <w:tab/>
        <w:t>1.013e0</w:t>
      </w:r>
    </w:p>
    <w:p w:rsidR="00E00D30" w:rsidRDefault="00E00D30" w:rsidP="00E00D30">
      <w:r>
        <w:t>733.8197</w:t>
      </w:r>
      <w:r>
        <w:tab/>
        <w:t>1.013e0</w:t>
      </w:r>
    </w:p>
    <w:p w:rsidR="00E00D30" w:rsidRDefault="00E00D30" w:rsidP="00E00D30">
      <w:r>
        <w:t>733.8334</w:t>
      </w:r>
      <w:r>
        <w:tab/>
        <w:t>1.013e0</w:t>
      </w:r>
    </w:p>
    <w:p w:rsidR="00E00D30" w:rsidRDefault="00E00D30" w:rsidP="00E00D30">
      <w:r>
        <w:t>733.8450</w:t>
      </w:r>
      <w:r>
        <w:tab/>
        <w:t>1.013e0</w:t>
      </w:r>
    </w:p>
    <w:p w:rsidR="00E00D30" w:rsidRDefault="00E00D30" w:rsidP="00E00D30">
      <w:r>
        <w:t>733.8618</w:t>
      </w:r>
      <w:r>
        <w:tab/>
        <w:t>2.025e0</w:t>
      </w:r>
    </w:p>
    <w:p w:rsidR="00E00D30" w:rsidRDefault="00E00D30" w:rsidP="00E00D30">
      <w:r>
        <w:t>733.9350</w:t>
      </w:r>
      <w:r>
        <w:tab/>
        <w:t>1.013e0</w:t>
      </w:r>
    </w:p>
    <w:p w:rsidR="00E00D30" w:rsidRDefault="00E00D30" w:rsidP="00E00D30">
      <w:r>
        <w:t>733.9517</w:t>
      </w:r>
      <w:r>
        <w:tab/>
        <w:t>1.013e0</w:t>
      </w:r>
    </w:p>
    <w:p w:rsidR="00E00D30" w:rsidRDefault="00E00D30" w:rsidP="00E00D30">
      <w:r>
        <w:t>733.9577</w:t>
      </w:r>
      <w:r>
        <w:tab/>
        <w:t>1.013e0</w:t>
      </w:r>
    </w:p>
    <w:p w:rsidR="00E00D30" w:rsidRDefault="00E00D30" w:rsidP="00E00D30">
      <w:r>
        <w:t>734.0117</w:t>
      </w:r>
      <w:r>
        <w:tab/>
        <w:t>2.025e0</w:t>
      </w:r>
    </w:p>
    <w:p w:rsidR="00E00D30" w:rsidRDefault="00E00D30" w:rsidP="00E00D30">
      <w:r>
        <w:t>734.0273</w:t>
      </w:r>
      <w:r>
        <w:tab/>
        <w:t>2.025e0</w:t>
      </w:r>
    </w:p>
    <w:p w:rsidR="00E00D30" w:rsidRDefault="00E00D30" w:rsidP="00E00D30">
      <w:r>
        <w:t>734.0488</w:t>
      </w:r>
      <w:r>
        <w:tab/>
        <w:t>2.025e0</w:t>
      </w:r>
    </w:p>
    <w:p w:rsidR="00E00D30" w:rsidRDefault="00E00D30" w:rsidP="00E00D30">
      <w:r>
        <w:lastRenderedPageBreak/>
        <w:t>734.0685</w:t>
      </w:r>
      <w:r>
        <w:tab/>
        <w:t>2.025e0</w:t>
      </w:r>
    </w:p>
    <w:p w:rsidR="00E00D30" w:rsidRDefault="00E00D30" w:rsidP="00E00D30">
      <w:r>
        <w:t>734.0811</w:t>
      </w:r>
      <w:r>
        <w:tab/>
        <w:t>1.013e0</w:t>
      </w:r>
    </w:p>
    <w:p w:rsidR="00E00D30" w:rsidRDefault="00E00D30" w:rsidP="00E00D30">
      <w:r>
        <w:t>734.1056</w:t>
      </w:r>
      <w:r>
        <w:tab/>
        <w:t>1.013e0</w:t>
      </w:r>
    </w:p>
    <w:p w:rsidR="00E00D30" w:rsidRDefault="00E00D30" w:rsidP="00E00D30">
      <w:r>
        <w:t>734.1130</w:t>
      </w:r>
      <w:r>
        <w:tab/>
        <w:t>2.025e0</w:t>
      </w:r>
    </w:p>
    <w:p w:rsidR="00E00D30" w:rsidRDefault="00E00D30" w:rsidP="00E00D30">
      <w:r>
        <w:t>734.1229</w:t>
      </w:r>
      <w:r>
        <w:tab/>
        <w:t>1.013e0</w:t>
      </w:r>
    </w:p>
    <w:p w:rsidR="00E00D30" w:rsidRDefault="00E00D30" w:rsidP="00E00D30">
      <w:r>
        <w:t>734.2051</w:t>
      </w:r>
      <w:r>
        <w:tab/>
        <w:t>2.025e0</w:t>
      </w:r>
    </w:p>
    <w:p w:rsidR="00E00D30" w:rsidRDefault="00E00D30" w:rsidP="00E00D30">
      <w:r>
        <w:t>734.2188</w:t>
      </w:r>
      <w:r>
        <w:tab/>
        <w:t>1.013e0</w:t>
      </w:r>
    </w:p>
    <w:p w:rsidR="00E00D30" w:rsidRDefault="00E00D30" w:rsidP="00E00D30">
      <w:r>
        <w:t>734.2565</w:t>
      </w:r>
      <w:r>
        <w:tab/>
        <w:t>2.025e0</w:t>
      </w:r>
    </w:p>
    <w:p w:rsidR="00E00D30" w:rsidRDefault="00E00D30" w:rsidP="00E00D30">
      <w:r>
        <w:t>734.2797</w:t>
      </w:r>
      <w:r>
        <w:tab/>
        <w:t>1.013e0</w:t>
      </w:r>
    </w:p>
    <w:p w:rsidR="00E00D30" w:rsidRDefault="00E00D30" w:rsidP="00E00D30">
      <w:r>
        <w:t>734.3170</w:t>
      </w:r>
      <w:r>
        <w:tab/>
        <w:t>1.013e0</w:t>
      </w:r>
    </w:p>
    <w:p w:rsidR="00E00D30" w:rsidRDefault="00E00D30" w:rsidP="00E00D30">
      <w:r>
        <w:t>734.3298</w:t>
      </w:r>
      <w:r>
        <w:tab/>
        <w:t>1.013e0</w:t>
      </w:r>
    </w:p>
    <w:p w:rsidR="00E00D30" w:rsidRDefault="00E00D30" w:rsidP="00E00D30">
      <w:r>
        <w:t>734.3511</w:t>
      </w:r>
      <w:r>
        <w:tab/>
        <w:t>2.025e0</w:t>
      </w:r>
    </w:p>
    <w:p w:rsidR="00E00D30" w:rsidRDefault="00E00D30" w:rsidP="00E00D30">
      <w:r>
        <w:t>734.3547</w:t>
      </w:r>
      <w:r>
        <w:tab/>
        <w:t>1.013e0</w:t>
      </w:r>
    </w:p>
    <w:p w:rsidR="00E00D30" w:rsidRDefault="00E00D30" w:rsidP="00E00D30">
      <w:r>
        <w:t>734.3618</w:t>
      </w:r>
      <w:r>
        <w:tab/>
        <w:t>2.025e0</w:t>
      </w:r>
    </w:p>
    <w:p w:rsidR="00E00D30" w:rsidRDefault="00E00D30" w:rsidP="00E00D30">
      <w:r>
        <w:t>734.3667</w:t>
      </w:r>
      <w:r>
        <w:tab/>
        <w:t>1.013e0</w:t>
      </w:r>
    </w:p>
    <w:p w:rsidR="00E00D30" w:rsidRDefault="00E00D30" w:rsidP="00E00D30">
      <w:r>
        <w:t>734.3792</w:t>
      </w:r>
      <w:r>
        <w:tab/>
        <w:t>2.025e0</w:t>
      </w:r>
    </w:p>
    <w:p w:rsidR="00E00D30" w:rsidRDefault="00E00D30" w:rsidP="00E00D30">
      <w:r>
        <w:t>734.4363</w:t>
      </w:r>
      <w:r>
        <w:tab/>
        <w:t>3.038e0</w:t>
      </w:r>
    </w:p>
    <w:p w:rsidR="00E00D30" w:rsidRDefault="00E00D30" w:rsidP="00E00D30">
      <w:r>
        <w:t>734.4800</w:t>
      </w:r>
      <w:r>
        <w:tab/>
        <w:t>1.013e0</w:t>
      </w:r>
    </w:p>
    <w:p w:rsidR="00E00D30" w:rsidRDefault="00E00D30" w:rsidP="00E00D30">
      <w:r>
        <w:t>734.4881</w:t>
      </w:r>
      <w:r>
        <w:tab/>
        <w:t>2.025e0</w:t>
      </w:r>
    </w:p>
    <w:p w:rsidR="00E00D30" w:rsidRDefault="00E00D30" w:rsidP="00E00D30">
      <w:r>
        <w:lastRenderedPageBreak/>
        <w:t>734.5336</w:t>
      </w:r>
      <w:r>
        <w:tab/>
        <w:t>3.038e0</w:t>
      </w:r>
    </w:p>
    <w:p w:rsidR="00E00D30" w:rsidRDefault="00E00D30" w:rsidP="00E00D30">
      <w:r>
        <w:t>734.5511</w:t>
      </w:r>
      <w:r>
        <w:tab/>
        <w:t>1.013e0</w:t>
      </w:r>
    </w:p>
    <w:p w:rsidR="00E00D30" w:rsidRDefault="00E00D30" w:rsidP="00E00D30">
      <w:r>
        <w:t>734.5546</w:t>
      </w:r>
      <w:r>
        <w:tab/>
        <w:t>1.013e0</w:t>
      </w:r>
    </w:p>
    <w:p w:rsidR="00E00D30" w:rsidRDefault="00E00D30" w:rsidP="00E00D30">
      <w:r>
        <w:t>734.5598</w:t>
      </w:r>
      <w:r>
        <w:tab/>
        <w:t>6.076e0</w:t>
      </w:r>
    </w:p>
    <w:p w:rsidR="00E00D30" w:rsidRDefault="00E00D30" w:rsidP="00E00D30">
      <w:r>
        <w:t>734.6288</w:t>
      </w:r>
      <w:r>
        <w:tab/>
        <w:t>3.038e0</w:t>
      </w:r>
    </w:p>
    <w:p w:rsidR="00E00D30" w:rsidRDefault="00E00D30" w:rsidP="00E00D30">
      <w:r>
        <w:t>734.6531</w:t>
      </w:r>
      <w:r>
        <w:tab/>
        <w:t>2.025e0</w:t>
      </w:r>
    </w:p>
    <w:p w:rsidR="00E00D30" w:rsidRDefault="00E00D30" w:rsidP="00E00D30">
      <w:r>
        <w:t>734.6633</w:t>
      </w:r>
      <w:r>
        <w:tab/>
        <w:t>2.025e0</w:t>
      </w:r>
    </w:p>
    <w:p w:rsidR="00E00D30" w:rsidRDefault="00E00D30" w:rsidP="00E00D30">
      <w:r>
        <w:t>734.6666</w:t>
      </w:r>
      <w:r>
        <w:tab/>
        <w:t>1.013e0</w:t>
      </w:r>
    </w:p>
    <w:p w:rsidR="00E00D30" w:rsidRDefault="00E00D30" w:rsidP="00E00D30">
      <w:r>
        <w:t>734.6880</w:t>
      </w:r>
      <w:r>
        <w:tab/>
        <w:t>1.013e0</w:t>
      </w:r>
    </w:p>
    <w:p w:rsidR="00E00D30" w:rsidRDefault="00E00D30" w:rsidP="00E00D30">
      <w:r>
        <w:t>734.7532</w:t>
      </w:r>
      <w:r>
        <w:tab/>
        <w:t>2.025e0</w:t>
      </w:r>
    </w:p>
    <w:p w:rsidR="00E00D30" w:rsidRDefault="00E00D30" w:rsidP="00E00D30">
      <w:r>
        <w:t>734.7574</w:t>
      </w:r>
      <w:r>
        <w:tab/>
        <w:t>1.013e0</w:t>
      </w:r>
    </w:p>
    <w:p w:rsidR="00E00D30" w:rsidRDefault="00E00D30" w:rsidP="00E00D30">
      <w:r>
        <w:t>734.7734</w:t>
      </w:r>
      <w:r>
        <w:tab/>
        <w:t>1.013e0</w:t>
      </w:r>
    </w:p>
    <w:p w:rsidR="00E00D30" w:rsidRDefault="00E00D30" w:rsidP="00E00D30">
      <w:r>
        <w:t>734.8025</w:t>
      </w:r>
      <w:r>
        <w:tab/>
        <w:t>1.013e0</w:t>
      </w:r>
    </w:p>
    <w:p w:rsidR="00E00D30" w:rsidRDefault="00E00D30" w:rsidP="00E00D30">
      <w:r>
        <w:t>734.8105</w:t>
      </w:r>
      <w:r>
        <w:tab/>
        <w:t>2.025e0</w:t>
      </w:r>
    </w:p>
    <w:p w:rsidR="00E00D30" w:rsidRDefault="00E00D30" w:rsidP="00E00D30">
      <w:r>
        <w:t>734.9017</w:t>
      </w:r>
      <w:r>
        <w:tab/>
        <w:t>1.013e0</w:t>
      </w:r>
    </w:p>
    <w:p w:rsidR="00E00D30" w:rsidRDefault="00E00D30" w:rsidP="00E00D30">
      <w:r>
        <w:t>734.9518</w:t>
      </w:r>
      <w:r>
        <w:tab/>
        <w:t>1.013e0</w:t>
      </w:r>
    </w:p>
    <w:p w:rsidR="00E00D30" w:rsidRDefault="00E00D30" w:rsidP="00E00D30">
      <w:r>
        <w:t>734.9698</w:t>
      </w:r>
      <w:r>
        <w:tab/>
        <w:t>2.025e0</w:t>
      </w:r>
    </w:p>
    <w:p w:rsidR="00E00D30" w:rsidRDefault="00E00D30" w:rsidP="00E00D30">
      <w:r>
        <w:t>735.0302</w:t>
      </w:r>
      <w:r>
        <w:tab/>
        <w:t>1.013e0</w:t>
      </w:r>
    </w:p>
    <w:p w:rsidR="00E00D30" w:rsidRDefault="00E00D30" w:rsidP="00E00D30">
      <w:r>
        <w:t>735.0510</w:t>
      </w:r>
      <w:r>
        <w:tab/>
        <w:t>1.013e0</w:t>
      </w:r>
    </w:p>
    <w:p w:rsidR="00E00D30" w:rsidRDefault="00E00D30" w:rsidP="00E00D30">
      <w:r>
        <w:lastRenderedPageBreak/>
        <w:t>735.0523</w:t>
      </w:r>
      <w:r>
        <w:tab/>
        <w:t>1.013e0</w:t>
      </w:r>
    </w:p>
    <w:p w:rsidR="00E00D30" w:rsidRDefault="00E00D30" w:rsidP="00E00D30">
      <w:r>
        <w:t>735.0637</w:t>
      </w:r>
      <w:r>
        <w:tab/>
        <w:t>2.025e0</w:t>
      </w:r>
    </w:p>
    <w:p w:rsidR="00E00D30" w:rsidRDefault="00E00D30" w:rsidP="00E00D30">
      <w:r>
        <w:t>735.0887</w:t>
      </w:r>
      <w:r>
        <w:tab/>
        <w:t>1.013e0</w:t>
      </w:r>
    </w:p>
    <w:p w:rsidR="00E00D30" w:rsidRDefault="00E00D30" w:rsidP="00E00D30">
      <w:r>
        <w:t>735.1216</w:t>
      </w:r>
      <w:r>
        <w:tab/>
        <w:t>2.025e0</w:t>
      </w:r>
    </w:p>
    <w:p w:rsidR="00E00D30" w:rsidRDefault="00E00D30" w:rsidP="00E00D30">
      <w:r>
        <w:t>735.1381</w:t>
      </w:r>
      <w:r>
        <w:tab/>
        <w:t>1.013e0</w:t>
      </w:r>
    </w:p>
    <w:p w:rsidR="00E00D30" w:rsidRDefault="00E00D30" w:rsidP="00E00D30">
      <w:r>
        <w:t>735.1519</w:t>
      </w:r>
      <w:r>
        <w:tab/>
        <w:t>1.013e0</w:t>
      </w:r>
    </w:p>
    <w:p w:rsidR="00E00D30" w:rsidRDefault="00E00D30" w:rsidP="00E00D30">
      <w:r>
        <w:t>735.1879</w:t>
      </w:r>
      <w:r>
        <w:tab/>
        <w:t>1.013e0</w:t>
      </w:r>
    </w:p>
    <w:p w:rsidR="00E00D30" w:rsidRDefault="00E00D30" w:rsidP="00E00D30">
      <w:r>
        <w:t>735.1922</w:t>
      </w:r>
      <w:r>
        <w:tab/>
        <w:t>2.025e0</w:t>
      </w:r>
    </w:p>
    <w:p w:rsidR="00E00D30" w:rsidRDefault="00E00D30" w:rsidP="00E00D30">
      <w:r>
        <w:t>735.2868</w:t>
      </w:r>
      <w:r>
        <w:tab/>
        <w:t>1.013e0</w:t>
      </w:r>
    </w:p>
    <w:p w:rsidR="00E00D30" w:rsidRDefault="00E00D30" w:rsidP="00E00D30">
      <w:r>
        <w:t>735.3373</w:t>
      </w:r>
      <w:r>
        <w:tab/>
        <w:t>1.013e0</w:t>
      </w:r>
    </w:p>
    <w:p w:rsidR="00E00D30" w:rsidRDefault="00E00D30" w:rsidP="00E00D30">
      <w:r>
        <w:t>735.3734</w:t>
      </w:r>
      <w:r>
        <w:tab/>
        <w:t>1.013e0</w:t>
      </w:r>
    </w:p>
    <w:p w:rsidR="00E00D30" w:rsidRDefault="00E00D30" w:rsidP="00E00D30">
      <w:r>
        <w:t>735.3811</w:t>
      </w:r>
      <w:r>
        <w:tab/>
        <w:t>2.025e0</w:t>
      </w:r>
    </w:p>
    <w:p w:rsidR="00E00D30" w:rsidRDefault="00E00D30" w:rsidP="00E00D30">
      <w:r>
        <w:t>735.3889</w:t>
      </w:r>
      <w:r>
        <w:tab/>
        <w:t>2.025e0</w:t>
      </w:r>
    </w:p>
    <w:p w:rsidR="00E00D30" w:rsidRDefault="00E00D30" w:rsidP="00E00D30">
      <w:r>
        <w:t>735.4000</w:t>
      </w:r>
      <w:r>
        <w:tab/>
        <w:t>1.013e0</w:t>
      </w:r>
    </w:p>
    <w:p w:rsidR="00E00D30" w:rsidRDefault="00E00D30" w:rsidP="00E00D30">
      <w:r>
        <w:t>735.4319</w:t>
      </w:r>
      <w:r>
        <w:tab/>
        <w:t>2.025e0</w:t>
      </w:r>
    </w:p>
    <w:p w:rsidR="00E00D30" w:rsidRDefault="00E00D30" w:rsidP="00E00D30">
      <w:r>
        <w:t>735.4374</w:t>
      </w:r>
      <w:r>
        <w:tab/>
        <w:t>1.013e0</w:t>
      </w:r>
    </w:p>
    <w:p w:rsidR="00E00D30" w:rsidRDefault="00E00D30" w:rsidP="00E00D30">
      <w:r>
        <w:t>735.4744</w:t>
      </w:r>
      <w:r>
        <w:tab/>
        <w:t>1.013e0</w:t>
      </w:r>
    </w:p>
    <w:p w:rsidR="00E00D30" w:rsidRDefault="00E00D30" w:rsidP="00E00D30">
      <w:r>
        <w:t>735.4922</w:t>
      </w:r>
      <w:r>
        <w:tab/>
        <w:t>1.013e0</w:t>
      </w:r>
    </w:p>
    <w:p w:rsidR="00E00D30" w:rsidRDefault="00E00D30" w:rsidP="00E00D30">
      <w:r>
        <w:t>735.4980</w:t>
      </w:r>
      <w:r>
        <w:tab/>
        <w:t>2.025e0</w:t>
      </w:r>
    </w:p>
    <w:p w:rsidR="00E00D30" w:rsidRDefault="00E00D30" w:rsidP="00E00D30">
      <w:r>
        <w:lastRenderedPageBreak/>
        <w:t>735.5242</w:t>
      </w:r>
      <w:r>
        <w:tab/>
        <w:t>1.013e0</w:t>
      </w:r>
    </w:p>
    <w:p w:rsidR="00E00D30" w:rsidRDefault="00E00D30" w:rsidP="00E00D30">
      <w:r>
        <w:t>735.5262</w:t>
      </w:r>
      <w:r>
        <w:tab/>
        <w:t>1.013e0</w:t>
      </w:r>
    </w:p>
    <w:p w:rsidR="00E00D30" w:rsidRDefault="00E00D30" w:rsidP="00E00D30">
      <w:r>
        <w:t>735.5435</w:t>
      </w:r>
      <w:r>
        <w:tab/>
        <w:t>1.013e0</w:t>
      </w:r>
    </w:p>
    <w:p w:rsidR="00E00D30" w:rsidRDefault="00E00D30" w:rsidP="00E00D30">
      <w:r>
        <w:t>735.5869</w:t>
      </w:r>
      <w:r>
        <w:tab/>
        <w:t>1.013e0</w:t>
      </w:r>
    </w:p>
    <w:p w:rsidR="00E00D30" w:rsidRDefault="00E00D30" w:rsidP="00E00D30">
      <w:r>
        <w:t>735.6045</w:t>
      </w:r>
      <w:r>
        <w:tab/>
        <w:t>2.025e0</w:t>
      </w:r>
    </w:p>
    <w:p w:rsidR="00E00D30" w:rsidRDefault="00E00D30" w:rsidP="00E00D30">
      <w:r>
        <w:t>735.6118</w:t>
      </w:r>
      <w:r>
        <w:tab/>
        <w:t>1.013e0</w:t>
      </w:r>
    </w:p>
    <w:p w:rsidR="00E00D30" w:rsidRDefault="00E00D30" w:rsidP="00E00D30">
      <w:r>
        <w:t>735.6625</w:t>
      </w:r>
      <w:r>
        <w:tab/>
        <w:t>2.025e0</w:t>
      </w:r>
    </w:p>
    <w:p w:rsidR="00E00D30" w:rsidRDefault="00E00D30" w:rsidP="00E00D30">
      <w:r>
        <w:t>735.6990</w:t>
      </w:r>
      <w:r>
        <w:tab/>
        <w:t>2.025e0</w:t>
      </w:r>
    </w:p>
    <w:p w:rsidR="00E00D30" w:rsidRDefault="00E00D30" w:rsidP="00E00D30">
      <w:r>
        <w:t>735.7621</w:t>
      </w:r>
      <w:r>
        <w:tab/>
        <w:t>1.013e0</w:t>
      </w:r>
    </w:p>
    <w:p w:rsidR="00E00D30" w:rsidRDefault="00E00D30" w:rsidP="00E00D30">
      <w:r>
        <w:t>735.7986</w:t>
      </w:r>
      <w:r>
        <w:tab/>
        <w:t>1.013e0</w:t>
      </w:r>
    </w:p>
    <w:p w:rsidR="00E00D30" w:rsidRDefault="00E00D30" w:rsidP="00E00D30">
      <w:r>
        <w:t>735.8356</w:t>
      </w:r>
      <w:r>
        <w:tab/>
        <w:t>1.013e0</w:t>
      </w:r>
    </w:p>
    <w:p w:rsidR="00E00D30" w:rsidRDefault="00E00D30" w:rsidP="00E00D30">
      <w:r>
        <w:t>735.8655</w:t>
      </w:r>
      <w:r>
        <w:tab/>
        <w:t>2.025e0</w:t>
      </w:r>
    </w:p>
    <w:p w:rsidR="00E00D30" w:rsidRDefault="00E00D30" w:rsidP="00E00D30">
      <w:r>
        <w:t>735.8685</w:t>
      </w:r>
      <w:r>
        <w:tab/>
        <w:t>1.013e0</w:t>
      </w:r>
    </w:p>
    <w:p w:rsidR="00E00D30" w:rsidRDefault="00E00D30" w:rsidP="00E00D30">
      <w:r>
        <w:t>735.8867</w:t>
      </w:r>
      <w:r>
        <w:tab/>
        <w:t>1.013e0</w:t>
      </w:r>
    </w:p>
    <w:p w:rsidR="00E00D30" w:rsidRDefault="00E00D30" w:rsidP="00E00D30">
      <w:r>
        <w:t>735.9025</w:t>
      </w:r>
      <w:r>
        <w:tab/>
        <w:t>1.013e0</w:t>
      </w:r>
    </w:p>
    <w:p w:rsidR="00E00D30" w:rsidRDefault="00E00D30" w:rsidP="00E00D30">
      <w:r>
        <w:t>735.9055</w:t>
      </w:r>
      <w:r>
        <w:tab/>
        <w:t>2.025e0</w:t>
      </w:r>
    </w:p>
    <w:p w:rsidR="00E00D30" w:rsidRDefault="00E00D30" w:rsidP="00E00D30">
      <w:r>
        <w:t>735.9437</w:t>
      </w:r>
      <w:r>
        <w:tab/>
        <w:t>2.025e0</w:t>
      </w:r>
    </w:p>
    <w:p w:rsidR="00E00D30" w:rsidRDefault="00E00D30" w:rsidP="00E00D30">
      <w:r>
        <w:t>735.9731</w:t>
      </w:r>
      <w:r>
        <w:tab/>
        <w:t>1.013e0</w:t>
      </w:r>
    </w:p>
    <w:p w:rsidR="00E00D30" w:rsidRDefault="00E00D30" w:rsidP="00E00D30">
      <w:r>
        <w:t>735.9883</w:t>
      </w:r>
      <w:r>
        <w:tab/>
        <w:t>3.038e0</w:t>
      </w:r>
    </w:p>
    <w:p w:rsidR="00E00D30" w:rsidRDefault="00E00D30" w:rsidP="00E00D30">
      <w:r>
        <w:lastRenderedPageBreak/>
        <w:t>735.9976</w:t>
      </w:r>
      <w:r>
        <w:tab/>
        <w:t>1.013e0</w:t>
      </w:r>
    </w:p>
    <w:p w:rsidR="00E00D30" w:rsidRDefault="00E00D30" w:rsidP="00E00D30">
      <w:r>
        <w:t>736.0225</w:t>
      </w:r>
      <w:r>
        <w:tab/>
        <w:t>1.013e0</w:t>
      </w:r>
    </w:p>
    <w:p w:rsidR="00E00D30" w:rsidRDefault="00E00D30" w:rsidP="00E00D30">
      <w:r>
        <w:t>736.0238</w:t>
      </w:r>
      <w:r>
        <w:tab/>
        <w:t>1.013e0</w:t>
      </w:r>
    </w:p>
    <w:p w:rsidR="00E00D30" w:rsidRDefault="00E00D30" w:rsidP="00E00D30">
      <w:r>
        <w:t>736.0870</w:t>
      </w:r>
      <w:r>
        <w:tab/>
        <w:t>2.025e0</w:t>
      </w:r>
    </w:p>
    <w:p w:rsidR="00E00D30" w:rsidRDefault="00E00D30" w:rsidP="00E00D30">
      <w:r>
        <w:t>736.0973</w:t>
      </w:r>
      <w:r>
        <w:tab/>
        <w:t>1.013e0</w:t>
      </w:r>
    </w:p>
    <w:p w:rsidR="00E00D30" w:rsidRDefault="00E00D30" w:rsidP="00E00D30">
      <w:r>
        <w:t>736.1370</w:t>
      </w:r>
      <w:r>
        <w:tab/>
        <w:t>2.025e0</w:t>
      </w:r>
    </w:p>
    <w:p w:rsidR="00E00D30" w:rsidRDefault="00E00D30" w:rsidP="00E00D30">
      <w:r>
        <w:t>736.1464</w:t>
      </w:r>
      <w:r>
        <w:tab/>
        <w:t>2.025e0</w:t>
      </w:r>
    </w:p>
    <w:p w:rsidR="00E00D30" w:rsidRDefault="00E00D30" w:rsidP="00E00D30">
      <w:r>
        <w:t>736.1476</w:t>
      </w:r>
      <w:r>
        <w:tab/>
        <w:t>1.013e0</w:t>
      </w:r>
    </w:p>
    <w:p w:rsidR="00E00D30" w:rsidRDefault="00E00D30" w:rsidP="00E00D30">
      <w:r>
        <w:t>736.1725</w:t>
      </w:r>
      <w:r>
        <w:tab/>
        <w:t>1.013e0</w:t>
      </w:r>
    </w:p>
    <w:p w:rsidR="00E00D30" w:rsidRDefault="00E00D30" w:rsidP="00E00D30">
      <w:r>
        <w:t>736.2224</w:t>
      </w:r>
      <w:r>
        <w:tab/>
        <w:t>1.013e0</w:t>
      </w:r>
    </w:p>
    <w:p w:rsidR="00E00D30" w:rsidRDefault="00E00D30" w:rsidP="00E00D30">
      <w:r>
        <w:t>736.2277</w:t>
      </w:r>
      <w:r>
        <w:tab/>
        <w:t>3.038e0</w:t>
      </w:r>
    </w:p>
    <w:p w:rsidR="00E00D30" w:rsidRDefault="00E00D30" w:rsidP="00E00D30">
      <w:r>
        <w:t>736.2598</w:t>
      </w:r>
      <w:r>
        <w:tab/>
        <w:t>1.013e0</w:t>
      </w:r>
    </w:p>
    <w:p w:rsidR="00E00D30" w:rsidRDefault="00E00D30" w:rsidP="00E00D30">
      <w:r>
        <w:t>736.2971</w:t>
      </w:r>
      <w:r>
        <w:tab/>
        <w:t>1.013e0</w:t>
      </w:r>
    </w:p>
    <w:p w:rsidR="00E00D30" w:rsidRDefault="00E00D30" w:rsidP="00E00D30">
      <w:r>
        <w:t>736.3029</w:t>
      </w:r>
      <w:r>
        <w:tab/>
        <w:t>3.038e0</w:t>
      </w:r>
    </w:p>
    <w:p w:rsidR="00E00D30" w:rsidRDefault="00E00D30" w:rsidP="00E00D30">
      <w:r>
        <w:t>736.3092</w:t>
      </w:r>
      <w:r>
        <w:tab/>
        <w:t>1.013e0</w:t>
      </w:r>
    </w:p>
    <w:p w:rsidR="00E00D30" w:rsidRDefault="00E00D30" w:rsidP="00E00D30">
      <w:r>
        <w:t>736.3132</w:t>
      </w:r>
      <w:r>
        <w:tab/>
        <w:t>2.025e0</w:t>
      </w:r>
    </w:p>
    <w:p w:rsidR="00E00D30" w:rsidRDefault="00E00D30" w:rsidP="00E00D30">
      <w:r>
        <w:t>736.3304</w:t>
      </w:r>
      <w:r>
        <w:tab/>
        <w:t>2.025e0</w:t>
      </w:r>
    </w:p>
    <w:p w:rsidR="00E00D30" w:rsidRDefault="00E00D30" w:rsidP="00E00D30">
      <w:r>
        <w:t>736.3425</w:t>
      </w:r>
      <w:r>
        <w:tab/>
        <w:t>3.038e0</w:t>
      </w:r>
    </w:p>
    <w:p w:rsidR="00E00D30" w:rsidRDefault="00E00D30" w:rsidP="00E00D30">
      <w:r>
        <w:t>736.4067</w:t>
      </w:r>
      <w:r>
        <w:tab/>
        <w:t>2.025e0</w:t>
      </w:r>
    </w:p>
    <w:p w:rsidR="00E00D30" w:rsidRDefault="00E00D30" w:rsidP="00E00D30">
      <w:r>
        <w:lastRenderedPageBreak/>
        <w:t>736.4094</w:t>
      </w:r>
      <w:r>
        <w:tab/>
        <w:t>2.025e0</w:t>
      </w:r>
    </w:p>
    <w:p w:rsidR="00E00D30" w:rsidRDefault="00E00D30" w:rsidP="00E00D30">
      <w:r>
        <w:t>736.4174</w:t>
      </w:r>
      <w:r>
        <w:tab/>
        <w:t>3.038e0</w:t>
      </w:r>
    </w:p>
    <w:p w:rsidR="00E00D30" w:rsidRDefault="00E00D30" w:rsidP="00E00D30">
      <w:r>
        <w:t>736.4337</w:t>
      </w:r>
      <w:r>
        <w:tab/>
        <w:t>2.025e0</w:t>
      </w:r>
    </w:p>
    <w:p w:rsidR="00E00D30" w:rsidRDefault="00E00D30" w:rsidP="00E00D30">
      <w:r>
        <w:t>736.4468</w:t>
      </w:r>
      <w:r>
        <w:tab/>
        <w:t>3.038e0</w:t>
      </w:r>
    </w:p>
    <w:p w:rsidR="00E00D30" w:rsidRDefault="00E00D30" w:rsidP="00E00D30">
      <w:r>
        <w:t>736.4478</w:t>
      </w:r>
      <w:r>
        <w:tab/>
        <w:t>3.038e0</w:t>
      </w:r>
    </w:p>
    <w:p w:rsidR="00E00D30" w:rsidRDefault="00E00D30" w:rsidP="00E00D30">
      <w:r>
        <w:t>736.4760</w:t>
      </w:r>
      <w:r>
        <w:tab/>
        <w:t>2.025e0</w:t>
      </w:r>
    </w:p>
    <w:p w:rsidR="00E00D30" w:rsidRDefault="00E00D30" w:rsidP="00E00D30">
      <w:r>
        <w:t>736.4963</w:t>
      </w:r>
      <w:r>
        <w:tab/>
        <w:t>1.013e0</w:t>
      </w:r>
    </w:p>
    <w:p w:rsidR="00E00D30" w:rsidRDefault="00E00D30" w:rsidP="00E00D30">
      <w:r>
        <w:t>736.5016</w:t>
      </w:r>
      <w:r>
        <w:tab/>
        <w:t>1.013e0</w:t>
      </w:r>
    </w:p>
    <w:p w:rsidR="00E00D30" w:rsidRDefault="00E00D30" w:rsidP="00E00D30">
      <w:r>
        <w:t>736.5133</w:t>
      </w:r>
      <w:r>
        <w:tab/>
        <w:t>3.038e0</w:t>
      </w:r>
    </w:p>
    <w:p w:rsidR="00E00D30" w:rsidRDefault="00E00D30" w:rsidP="00E00D30">
      <w:r>
        <w:t>736.5351</w:t>
      </w:r>
      <w:r>
        <w:tab/>
        <w:t>1.013e0</w:t>
      </w:r>
    </w:p>
    <w:p w:rsidR="00E00D30" w:rsidRDefault="00E00D30" w:rsidP="00E00D30">
      <w:r>
        <w:t>736.5461</w:t>
      </w:r>
      <w:r>
        <w:tab/>
        <w:t>1.013e0</w:t>
      </w:r>
    </w:p>
    <w:p w:rsidR="00E00D30" w:rsidRDefault="00E00D30" w:rsidP="00E00D30">
      <w:r>
        <w:t>736.5699</w:t>
      </w:r>
      <w:r>
        <w:tab/>
        <w:t>2.025e0</w:t>
      </w:r>
    </w:p>
    <w:p w:rsidR="00E00D30" w:rsidRDefault="00E00D30" w:rsidP="00E00D30">
      <w:r>
        <w:t>736.6089</w:t>
      </w:r>
      <w:r>
        <w:tab/>
        <w:t>1.013e0</w:t>
      </w:r>
    </w:p>
    <w:p w:rsidR="00E00D30" w:rsidRDefault="00E00D30" w:rsidP="00E00D30">
      <w:r>
        <w:t>736.6459</w:t>
      </w:r>
      <w:r>
        <w:tab/>
        <w:t>1.013e0</w:t>
      </w:r>
    </w:p>
    <w:p w:rsidR="00E00D30" w:rsidRDefault="00E00D30" w:rsidP="00E00D30">
      <w:r>
        <w:t>736.6722</w:t>
      </w:r>
      <w:r>
        <w:tab/>
        <w:t>1.013e0</w:t>
      </w:r>
    </w:p>
    <w:p w:rsidR="00E00D30" w:rsidRDefault="00E00D30" w:rsidP="00E00D30">
      <w:r>
        <w:t>736.6934</w:t>
      </w:r>
      <w:r>
        <w:tab/>
        <w:t>4.051e0</w:t>
      </w:r>
    </w:p>
    <w:p w:rsidR="00E00D30" w:rsidRDefault="00E00D30" w:rsidP="00E00D30">
      <w:r>
        <w:t>736.7070</w:t>
      </w:r>
      <w:r>
        <w:tab/>
        <w:t>1.013e0</w:t>
      </w:r>
    </w:p>
    <w:p w:rsidR="00E00D30" w:rsidRDefault="00E00D30" w:rsidP="00E00D30">
      <w:r>
        <w:t>736.7220</w:t>
      </w:r>
      <w:r>
        <w:tab/>
        <w:t>1.013e0</w:t>
      </w:r>
    </w:p>
    <w:p w:rsidR="00E00D30" w:rsidRDefault="00E00D30" w:rsidP="00E00D30">
      <w:r>
        <w:t>736.7586</w:t>
      </w:r>
      <w:r>
        <w:tab/>
        <w:t>1.013e0</w:t>
      </w:r>
    </w:p>
    <w:p w:rsidR="00E00D30" w:rsidRDefault="00E00D30" w:rsidP="00E00D30">
      <w:r>
        <w:lastRenderedPageBreak/>
        <w:t>736.7919</w:t>
      </w:r>
      <w:r>
        <w:tab/>
        <w:t>1.013e0</w:t>
      </w:r>
    </w:p>
    <w:p w:rsidR="00E00D30" w:rsidRDefault="00E00D30" w:rsidP="00E00D30">
      <w:r>
        <w:t>736.8085</w:t>
      </w:r>
      <w:r>
        <w:tab/>
        <w:t>1.013e0</w:t>
      </w:r>
    </w:p>
    <w:p w:rsidR="00E00D30" w:rsidRDefault="00E00D30" w:rsidP="00E00D30">
      <w:r>
        <w:t>736.8468</w:t>
      </w:r>
      <w:r>
        <w:tab/>
        <w:t>1.013e0</w:t>
      </w:r>
    </w:p>
    <w:p w:rsidR="00E00D30" w:rsidRDefault="00E00D30" w:rsidP="00E00D30">
      <w:r>
        <w:t>736.8580</w:t>
      </w:r>
      <w:r>
        <w:tab/>
        <w:t>1.013e0</w:t>
      </w:r>
    </w:p>
    <w:p w:rsidR="00E00D30" w:rsidRDefault="00E00D30" w:rsidP="00E00D30">
      <w:r>
        <w:t>736.8718</w:t>
      </w:r>
      <w:r>
        <w:tab/>
        <w:t>1.013e0</w:t>
      </w:r>
    </w:p>
    <w:p w:rsidR="00E00D30" w:rsidRDefault="00E00D30" w:rsidP="00E00D30">
      <w:r>
        <w:t>736.8829</w:t>
      </w:r>
      <w:r>
        <w:tab/>
        <w:t>1.013e0</w:t>
      </w:r>
    </w:p>
    <w:p w:rsidR="00E00D30" w:rsidRDefault="00E00D30" w:rsidP="00E00D30">
      <w:r>
        <w:t>736.9079</w:t>
      </w:r>
      <w:r>
        <w:tab/>
        <w:t>1.013e0</w:t>
      </w:r>
    </w:p>
    <w:p w:rsidR="00E00D30" w:rsidRDefault="00E00D30" w:rsidP="00E00D30">
      <w:r>
        <w:t>736.9146</w:t>
      </w:r>
      <w:r>
        <w:tab/>
        <w:t>2.025e0</w:t>
      </w:r>
    </w:p>
    <w:p w:rsidR="00E00D30" w:rsidRDefault="00E00D30" w:rsidP="00E00D30">
      <w:r>
        <w:t>737.0143</w:t>
      </w:r>
      <w:r>
        <w:tab/>
        <w:t>1.013e0</w:t>
      </w:r>
    </w:p>
    <w:p w:rsidR="00E00D30" w:rsidRDefault="00E00D30" w:rsidP="00E00D30">
      <w:r>
        <w:t>737.0576</w:t>
      </w:r>
      <w:r>
        <w:tab/>
        <w:t>1.013e0</w:t>
      </w:r>
    </w:p>
    <w:p w:rsidR="00E00D30" w:rsidRDefault="00E00D30" w:rsidP="00E00D30">
      <w:r>
        <w:t>737.0955</w:t>
      </w:r>
      <w:r>
        <w:tab/>
        <w:t>1.013e0</w:t>
      </w:r>
    </w:p>
    <w:p w:rsidR="00E00D30" w:rsidRDefault="00E00D30" w:rsidP="00E00D30">
      <w:r>
        <w:t>737.1204</w:t>
      </w:r>
      <w:r>
        <w:tab/>
        <w:t>1.013e0</w:t>
      </w:r>
    </w:p>
    <w:p w:rsidR="00E00D30" w:rsidRDefault="00E00D30" w:rsidP="00E00D30">
      <w:r>
        <w:t>737.1228</w:t>
      </w:r>
      <w:r>
        <w:tab/>
        <w:t>4.051e0</w:t>
      </w:r>
    </w:p>
    <w:p w:rsidR="00E00D30" w:rsidRDefault="00E00D30" w:rsidP="00E00D30">
      <w:r>
        <w:t>737.1342</w:t>
      </w:r>
      <w:r>
        <w:tab/>
        <w:t>1.013e0</w:t>
      </w:r>
    </w:p>
    <w:p w:rsidR="00E00D30" w:rsidRDefault="00E00D30" w:rsidP="00E00D30">
      <w:r>
        <w:t>737.1636</w:t>
      </w:r>
      <w:r>
        <w:tab/>
        <w:t>2.025e0</w:t>
      </w:r>
    </w:p>
    <w:p w:rsidR="00E00D30" w:rsidRDefault="00E00D30" w:rsidP="00E00D30">
      <w:r>
        <w:t>737.1829</w:t>
      </w:r>
      <w:r>
        <w:tab/>
        <w:t>2.025e0</w:t>
      </w:r>
    </w:p>
    <w:p w:rsidR="00E00D30" w:rsidRDefault="00E00D30" w:rsidP="00E00D30">
      <w:r>
        <w:t>737.1876</w:t>
      </w:r>
      <w:r>
        <w:tab/>
        <w:t>3.038e0</w:t>
      </w:r>
    </w:p>
    <w:p w:rsidR="00E00D30" w:rsidRDefault="00E00D30" w:rsidP="00E00D30">
      <w:r>
        <w:t>737.2212</w:t>
      </w:r>
      <w:r>
        <w:tab/>
        <w:t>1.013e0</w:t>
      </w:r>
    </w:p>
    <w:p w:rsidR="00E00D30" w:rsidRDefault="00E00D30" w:rsidP="00E00D30">
      <w:r>
        <w:t>737.2827</w:t>
      </w:r>
      <w:r>
        <w:tab/>
        <w:t>1.013e0</w:t>
      </w:r>
    </w:p>
    <w:p w:rsidR="00E00D30" w:rsidRDefault="00E00D30" w:rsidP="00E00D30">
      <w:r>
        <w:lastRenderedPageBreak/>
        <w:t>737.2863</w:t>
      </w:r>
      <w:r>
        <w:tab/>
        <w:t>2.025e0</w:t>
      </w:r>
    </w:p>
    <w:p w:rsidR="00E00D30" w:rsidRDefault="00E00D30" w:rsidP="00E00D30">
      <w:r>
        <w:t>737.2993</w:t>
      </w:r>
      <w:r>
        <w:tab/>
        <w:t>2.025e0</w:t>
      </w:r>
    </w:p>
    <w:p w:rsidR="00E00D30" w:rsidRDefault="00E00D30" w:rsidP="00E00D30">
      <w:r>
        <w:t>737.3086</w:t>
      </w:r>
      <w:r>
        <w:tab/>
        <w:t>1.013e0</w:t>
      </w:r>
    </w:p>
    <w:p w:rsidR="00E00D30" w:rsidRDefault="00E00D30" w:rsidP="00E00D30">
      <w:r>
        <w:t>737.3138</w:t>
      </w:r>
      <w:r>
        <w:tab/>
        <w:t>2.025e0</w:t>
      </w:r>
    </w:p>
    <w:p w:rsidR="00E00D30" w:rsidRDefault="00E00D30" w:rsidP="00E00D30">
      <w:r>
        <w:t>737.3212</w:t>
      </w:r>
      <w:r>
        <w:tab/>
        <w:t>2.025e0</w:t>
      </w:r>
    </w:p>
    <w:p w:rsidR="00E00D30" w:rsidRDefault="00E00D30" w:rsidP="00E00D30">
      <w:r>
        <w:t>737.3326</w:t>
      </w:r>
      <w:r>
        <w:tab/>
        <w:t>1.013e0</w:t>
      </w:r>
    </w:p>
    <w:p w:rsidR="00E00D30" w:rsidRDefault="00E00D30" w:rsidP="00E00D30">
      <w:r>
        <w:t>737.3397</w:t>
      </w:r>
      <w:r>
        <w:tab/>
        <w:t>2.025e0</w:t>
      </w:r>
    </w:p>
    <w:p w:rsidR="00E00D30" w:rsidRDefault="00E00D30" w:rsidP="00E00D30">
      <w:r>
        <w:t>737.3732</w:t>
      </w:r>
      <w:r>
        <w:tab/>
        <w:t>4.051e0</w:t>
      </w:r>
    </w:p>
    <w:p w:rsidR="00E00D30" w:rsidRDefault="00E00D30" w:rsidP="00E00D30">
      <w:r>
        <w:t>737.3749</w:t>
      </w:r>
      <w:r>
        <w:tab/>
        <w:t>1.013e0</w:t>
      </w:r>
    </w:p>
    <w:p w:rsidR="00E00D30" w:rsidRDefault="00E00D30" w:rsidP="00E00D30">
      <w:r>
        <w:t>737.3826</w:t>
      </w:r>
      <w:r>
        <w:tab/>
        <w:t>2.025e0</w:t>
      </w:r>
    </w:p>
    <w:p w:rsidR="00E00D30" w:rsidRDefault="00E00D30" w:rsidP="00E00D30">
      <w:r>
        <w:t>737.4129</w:t>
      </w:r>
      <w:r>
        <w:tab/>
        <w:t>3.059e0</w:t>
      </w:r>
    </w:p>
    <w:p w:rsidR="00E00D30" w:rsidRDefault="00E00D30" w:rsidP="00E00D30">
      <w:r>
        <w:t>737.4164</w:t>
      </w:r>
      <w:r>
        <w:tab/>
        <w:t>4.051e0</w:t>
      </w:r>
    </w:p>
    <w:p w:rsidR="00E00D30" w:rsidRDefault="00E00D30" w:rsidP="00E00D30">
      <w:r>
        <w:t>737.4218</w:t>
      </w:r>
      <w:r>
        <w:tab/>
        <w:t>2.025e0</w:t>
      </w:r>
    </w:p>
    <w:p w:rsidR="00E00D30" w:rsidRDefault="00E00D30" w:rsidP="00E00D30">
      <w:r>
        <w:t>737.4229</w:t>
      </w:r>
      <w:r>
        <w:tab/>
        <w:t>4.051e0</w:t>
      </w:r>
    </w:p>
    <w:p w:rsidR="00E00D30" w:rsidRDefault="00E00D30" w:rsidP="00E00D30">
      <w:r>
        <w:t>737.4763</w:t>
      </w:r>
      <w:r>
        <w:tab/>
        <w:t>3.038e0</w:t>
      </w:r>
    </w:p>
    <w:p w:rsidR="00E00D30" w:rsidRDefault="00E00D30" w:rsidP="00E00D30">
      <w:r>
        <w:t>737.4897</w:t>
      </w:r>
      <w:r>
        <w:tab/>
        <w:t>3.038e0</w:t>
      </w:r>
    </w:p>
    <w:p w:rsidR="00E00D30" w:rsidRDefault="00E00D30" w:rsidP="00E00D30">
      <w:r>
        <w:t>737.5020</w:t>
      </w:r>
      <w:r>
        <w:tab/>
        <w:t>2.025e0</w:t>
      </w:r>
    </w:p>
    <w:p w:rsidR="00E00D30" w:rsidRDefault="00E00D30" w:rsidP="00E00D30">
      <w:r>
        <w:t>737.5144</w:t>
      </w:r>
      <w:r>
        <w:tab/>
        <w:t>4.051e0</w:t>
      </w:r>
    </w:p>
    <w:p w:rsidR="00E00D30" w:rsidRDefault="00E00D30" w:rsidP="00E00D30">
      <w:r>
        <w:t>737.5154</w:t>
      </w:r>
      <w:r>
        <w:tab/>
        <w:t>3.038e0</w:t>
      </w:r>
    </w:p>
    <w:p w:rsidR="00E00D30" w:rsidRDefault="00E00D30" w:rsidP="00E00D30">
      <w:r>
        <w:lastRenderedPageBreak/>
        <w:t>737.5333</w:t>
      </w:r>
      <w:r>
        <w:tab/>
        <w:t>1.013e0</w:t>
      </w:r>
    </w:p>
    <w:p w:rsidR="00E00D30" w:rsidRDefault="00E00D30" w:rsidP="00E00D30">
      <w:r>
        <w:t>737.5820</w:t>
      </w:r>
      <w:r>
        <w:tab/>
        <w:t>1.013e0</w:t>
      </w:r>
    </w:p>
    <w:p w:rsidR="00E00D30" w:rsidRDefault="00E00D30" w:rsidP="00E00D30">
      <w:r>
        <w:t>737.6073</w:t>
      </w:r>
      <w:r>
        <w:tab/>
        <w:t>1.013e0</w:t>
      </w:r>
    </w:p>
    <w:p w:rsidR="00E00D30" w:rsidRDefault="00E00D30" w:rsidP="00E00D30">
      <w:r>
        <w:t>737.6134</w:t>
      </w:r>
      <w:r>
        <w:tab/>
        <w:t>1.013e0</w:t>
      </w:r>
    </w:p>
    <w:p w:rsidR="00E00D30" w:rsidRDefault="00E00D30" w:rsidP="00E00D30">
      <w:r>
        <w:t>737.6245</w:t>
      </w:r>
      <w:r>
        <w:tab/>
        <w:t>2.025e0</w:t>
      </w:r>
    </w:p>
    <w:p w:rsidR="00E00D30" w:rsidRDefault="00E00D30" w:rsidP="00E00D30">
      <w:r>
        <w:t>737.6697</w:t>
      </w:r>
      <w:r>
        <w:tab/>
        <w:t>1.013e0</w:t>
      </w:r>
    </w:p>
    <w:p w:rsidR="00E00D30" w:rsidRDefault="00E00D30" w:rsidP="00E00D30">
      <w:r>
        <w:t>737.6832</w:t>
      </w:r>
      <w:r>
        <w:tab/>
        <w:t>1.013e0</w:t>
      </w:r>
    </w:p>
    <w:p w:rsidR="00E00D30" w:rsidRDefault="00E00D30" w:rsidP="00E00D30">
      <w:r>
        <w:t>737.7614</w:t>
      </w:r>
      <w:r>
        <w:tab/>
        <w:t>2.025e0</w:t>
      </w:r>
    </w:p>
    <w:p w:rsidR="00E00D30" w:rsidRDefault="00E00D30" w:rsidP="00E00D30">
      <w:r>
        <w:t>737.7625</w:t>
      </w:r>
      <w:r>
        <w:tab/>
        <w:t>3.509e0</w:t>
      </w:r>
    </w:p>
    <w:p w:rsidR="00E00D30" w:rsidRDefault="00E00D30" w:rsidP="00E00D30">
      <w:r>
        <w:t>737.7656</w:t>
      </w:r>
      <w:r>
        <w:tab/>
        <w:t>3.038e0</w:t>
      </w:r>
    </w:p>
    <w:p w:rsidR="00E00D30" w:rsidRDefault="00E00D30" w:rsidP="00E00D30">
      <w:r>
        <w:t>737.8011</w:t>
      </w:r>
      <w:r>
        <w:tab/>
        <w:t>1.013e0</w:t>
      </w:r>
    </w:p>
    <w:p w:rsidR="00E00D30" w:rsidRDefault="00E00D30" w:rsidP="00E00D30">
      <w:r>
        <w:t>737.8317</w:t>
      </w:r>
      <w:r>
        <w:tab/>
        <w:t>1.013e0</w:t>
      </w:r>
    </w:p>
    <w:p w:rsidR="00E00D30" w:rsidRDefault="00E00D30" w:rsidP="00E00D30">
      <w:r>
        <w:t>737.8580</w:t>
      </w:r>
      <w:r>
        <w:tab/>
        <w:t>1.013e0</w:t>
      </w:r>
    </w:p>
    <w:p w:rsidR="00E00D30" w:rsidRDefault="00E00D30" w:rsidP="00E00D30">
      <w:r>
        <w:t>737.9042</w:t>
      </w:r>
      <w:r>
        <w:tab/>
        <w:t>1.013e0</w:t>
      </w:r>
    </w:p>
    <w:p w:rsidR="00E00D30" w:rsidRDefault="00E00D30" w:rsidP="00E00D30">
      <w:r>
        <w:t>737.9071</w:t>
      </w:r>
      <w:r>
        <w:tab/>
        <w:t>1.013e0</w:t>
      </w:r>
    </w:p>
    <w:p w:rsidR="00E00D30" w:rsidRDefault="00E00D30" w:rsidP="00E00D30">
      <w:r>
        <w:t>737.9321</w:t>
      </w:r>
      <w:r>
        <w:tab/>
        <w:t>1.013e0</w:t>
      </w:r>
    </w:p>
    <w:p w:rsidR="00E00D30" w:rsidRDefault="00E00D30" w:rsidP="00E00D30">
      <w:r>
        <w:t>737.9692</w:t>
      </w:r>
      <w:r>
        <w:tab/>
        <w:t>1.013e0</w:t>
      </w:r>
    </w:p>
    <w:p w:rsidR="00E00D30" w:rsidRDefault="00E00D30" w:rsidP="00E00D30">
      <w:r>
        <w:t>738.0078</w:t>
      </w:r>
      <w:r>
        <w:tab/>
        <w:t>2.025e0</w:t>
      </w:r>
    </w:p>
    <w:p w:rsidR="00E00D30" w:rsidRDefault="00E00D30" w:rsidP="00E00D30">
      <w:r>
        <w:t>738.0454</w:t>
      </w:r>
      <w:r>
        <w:tab/>
        <w:t>1.013e0</w:t>
      </w:r>
    </w:p>
    <w:p w:rsidR="00E00D30" w:rsidRDefault="00E00D30" w:rsidP="00E00D30">
      <w:r>
        <w:lastRenderedPageBreak/>
        <w:t>738.0573</w:t>
      </w:r>
      <w:r>
        <w:tab/>
        <w:t>1.013e0</w:t>
      </w:r>
    </w:p>
    <w:p w:rsidR="00E00D30" w:rsidRDefault="00E00D30" w:rsidP="00E00D30">
      <w:r>
        <w:t>738.0954</w:t>
      </w:r>
      <w:r>
        <w:tab/>
        <w:t>1.013e0</w:t>
      </w:r>
    </w:p>
    <w:p w:rsidR="00E00D30" w:rsidRDefault="00E00D30" w:rsidP="00E00D30">
      <w:r>
        <w:t>738.1195</w:t>
      </w:r>
      <w:r>
        <w:tab/>
        <w:t>1.013e0</w:t>
      </w:r>
    </w:p>
    <w:p w:rsidR="00E00D30" w:rsidRDefault="00E00D30" w:rsidP="00E00D30">
      <w:r>
        <w:t>738.1367</w:t>
      </w:r>
      <w:r>
        <w:tab/>
        <w:t>2.025e0</w:t>
      </w:r>
    </w:p>
    <w:p w:rsidR="00E00D30" w:rsidRDefault="00E00D30" w:rsidP="00E00D30">
      <w:r>
        <w:t>738.1437</w:t>
      </w:r>
      <w:r>
        <w:tab/>
        <w:t>3.038e0</w:t>
      </w:r>
    </w:p>
    <w:p w:rsidR="00E00D30" w:rsidRDefault="00E00D30" w:rsidP="00E00D30">
      <w:r>
        <w:t>738.1449</w:t>
      </w:r>
      <w:r>
        <w:tab/>
        <w:t>2.025e0</w:t>
      </w:r>
    </w:p>
    <w:p w:rsidR="00E00D30" w:rsidRDefault="00E00D30" w:rsidP="00E00D30">
      <w:r>
        <w:t>738.1754</w:t>
      </w:r>
      <w:r>
        <w:tab/>
        <w:t>3.038e0</w:t>
      </w:r>
    </w:p>
    <w:p w:rsidR="00E00D30" w:rsidRDefault="00E00D30" w:rsidP="00E00D30">
      <w:r>
        <w:t>738.1777</w:t>
      </w:r>
      <w:r>
        <w:tab/>
        <w:t>1.013e0</w:t>
      </w:r>
    </w:p>
    <w:p w:rsidR="00E00D30" w:rsidRDefault="00E00D30" w:rsidP="00E00D30">
      <w:r>
        <w:t>738.1816</w:t>
      </w:r>
      <w:r>
        <w:tab/>
        <w:t>1.013e0</w:t>
      </w:r>
    </w:p>
    <w:p w:rsidR="00E00D30" w:rsidRDefault="00E00D30" w:rsidP="00E00D30">
      <w:r>
        <w:t>738.1829</w:t>
      </w:r>
      <w:r>
        <w:tab/>
        <w:t>1.013e0</w:t>
      </w:r>
    </w:p>
    <w:p w:rsidR="00E00D30" w:rsidRDefault="00E00D30" w:rsidP="00E00D30">
      <w:r>
        <w:t>738.2291</w:t>
      </w:r>
      <w:r>
        <w:tab/>
        <w:t>1.013e0</w:t>
      </w:r>
    </w:p>
    <w:p w:rsidR="00E00D30" w:rsidRDefault="00E00D30" w:rsidP="00E00D30">
      <w:r>
        <w:t>738.2316</w:t>
      </w:r>
      <w:r>
        <w:tab/>
        <w:t>1.013e0</w:t>
      </w:r>
    </w:p>
    <w:p w:rsidR="00E00D30" w:rsidRDefault="00E00D30" w:rsidP="00E00D30">
      <w:r>
        <w:t>738.2945</w:t>
      </w:r>
      <w:r>
        <w:tab/>
        <w:t>1.013e0</w:t>
      </w:r>
    </w:p>
    <w:p w:rsidR="00E00D30" w:rsidRDefault="00E00D30" w:rsidP="00E00D30">
      <w:r>
        <w:t>738.2971</w:t>
      </w:r>
      <w:r>
        <w:tab/>
        <w:t>1.013e0</w:t>
      </w:r>
    </w:p>
    <w:p w:rsidR="00E00D30" w:rsidRDefault="00E00D30" w:rsidP="00E00D30">
      <w:r>
        <w:t>738.3068</w:t>
      </w:r>
      <w:r>
        <w:tab/>
        <w:t>2.025e0</w:t>
      </w:r>
    </w:p>
    <w:p w:rsidR="00E00D30" w:rsidRDefault="00E00D30" w:rsidP="00E00D30">
      <w:r>
        <w:t>738.3185</w:t>
      </w:r>
      <w:r>
        <w:tab/>
        <w:t>2.025e0</w:t>
      </w:r>
    </w:p>
    <w:p w:rsidR="00E00D30" w:rsidRDefault="00E00D30" w:rsidP="00E00D30">
      <w:r>
        <w:t>738.3768</w:t>
      </w:r>
      <w:r>
        <w:tab/>
        <w:t>3.038e0</w:t>
      </w:r>
    </w:p>
    <w:p w:rsidR="00E00D30" w:rsidRDefault="00E00D30" w:rsidP="00E00D30">
      <w:r>
        <w:t>738.3834</w:t>
      </w:r>
      <w:r>
        <w:tab/>
        <w:t>2.025e0</w:t>
      </w:r>
    </w:p>
    <w:p w:rsidR="00E00D30" w:rsidRDefault="00E00D30" w:rsidP="00E00D30">
      <w:r>
        <w:t>738.3917</w:t>
      </w:r>
      <w:r>
        <w:tab/>
        <w:t>2.025e0</w:t>
      </w:r>
    </w:p>
    <w:p w:rsidR="00E00D30" w:rsidRDefault="00E00D30" w:rsidP="00E00D30">
      <w:r>
        <w:lastRenderedPageBreak/>
        <w:t>738.3958</w:t>
      </w:r>
      <w:r>
        <w:tab/>
        <w:t>2.025e0</w:t>
      </w:r>
    </w:p>
    <w:p w:rsidR="00E00D30" w:rsidRDefault="00E00D30" w:rsidP="00E00D30">
      <w:r>
        <w:t>738.3985</w:t>
      </w:r>
      <w:r>
        <w:tab/>
        <w:t>2.025e0</w:t>
      </w:r>
    </w:p>
    <w:p w:rsidR="00E00D30" w:rsidRDefault="00E00D30" w:rsidP="00E00D30">
      <w:r>
        <w:t>738.4329</w:t>
      </w:r>
      <w:r>
        <w:tab/>
        <w:t>1.013e0</w:t>
      </w:r>
    </w:p>
    <w:p w:rsidR="00E00D30" w:rsidRDefault="00E00D30" w:rsidP="00E00D30">
      <w:r>
        <w:t>738.4350</w:t>
      </w:r>
      <w:r>
        <w:tab/>
        <w:t>3.038e0</w:t>
      </w:r>
    </w:p>
    <w:p w:rsidR="00E00D30" w:rsidRDefault="00E00D30" w:rsidP="00E00D30">
      <w:r>
        <w:t>738.4445</w:t>
      </w:r>
      <w:r>
        <w:tab/>
        <w:t>2.025e0</w:t>
      </w:r>
    </w:p>
    <w:p w:rsidR="00E00D30" w:rsidRDefault="00E00D30" w:rsidP="00E00D30">
      <w:r>
        <w:t>738.4556</w:t>
      </w:r>
      <w:r>
        <w:tab/>
        <w:t>2.025e0</w:t>
      </w:r>
    </w:p>
    <w:p w:rsidR="00E00D30" w:rsidRDefault="00E00D30" w:rsidP="00E00D30">
      <w:r>
        <w:t>738.4690</w:t>
      </w:r>
      <w:r>
        <w:tab/>
        <w:t>2.025e0</w:t>
      </w:r>
    </w:p>
    <w:p w:rsidR="00E00D30" w:rsidRDefault="00E00D30" w:rsidP="00E00D30">
      <w:r>
        <w:t>738.5069</w:t>
      </w:r>
      <w:r>
        <w:tab/>
        <w:t>2.025e0</w:t>
      </w:r>
    </w:p>
    <w:p w:rsidR="00E00D30" w:rsidRDefault="00E00D30" w:rsidP="00E00D30">
      <w:r>
        <w:t>738.5122</w:t>
      </w:r>
      <w:r>
        <w:tab/>
        <w:t>2.025e0</w:t>
      </w:r>
    </w:p>
    <w:p w:rsidR="00E00D30" w:rsidRDefault="00E00D30" w:rsidP="00E00D30">
      <w:r>
        <w:t>738.5320</w:t>
      </w:r>
      <w:r>
        <w:tab/>
        <w:t>1.013e0</w:t>
      </w:r>
    </w:p>
    <w:p w:rsidR="00E00D30" w:rsidRDefault="00E00D30" w:rsidP="00E00D30">
      <w:r>
        <w:t>738.5566</w:t>
      </w:r>
      <w:r>
        <w:tab/>
        <w:t>1.013e0</w:t>
      </w:r>
    </w:p>
    <w:p w:rsidR="00E00D30" w:rsidRDefault="00E00D30" w:rsidP="00E00D30">
      <w:r>
        <w:t>738.5695</w:t>
      </w:r>
      <w:r>
        <w:tab/>
        <w:t>1.013e0</w:t>
      </w:r>
    </w:p>
    <w:p w:rsidR="00E00D30" w:rsidRDefault="00E00D30" w:rsidP="00E00D30">
      <w:r>
        <w:t>738.5950</w:t>
      </w:r>
      <w:r>
        <w:tab/>
        <w:t>2.025e0</w:t>
      </w:r>
    </w:p>
    <w:p w:rsidR="00E00D30" w:rsidRDefault="00E00D30" w:rsidP="00E00D30">
      <w:r>
        <w:t>738.6219</w:t>
      </w:r>
      <w:r>
        <w:tab/>
        <w:t>1.013e0</w:t>
      </w:r>
    </w:p>
    <w:p w:rsidR="00E00D30" w:rsidRDefault="00E00D30" w:rsidP="00E00D30">
      <w:r>
        <w:t>738.6490</w:t>
      </w:r>
      <w:r>
        <w:tab/>
        <w:t>2.025e0</w:t>
      </w:r>
    </w:p>
    <w:p w:rsidR="00E00D30" w:rsidRDefault="00E00D30" w:rsidP="00E00D30">
      <w:r>
        <w:t>738.6564</w:t>
      </w:r>
      <w:r>
        <w:tab/>
        <w:t>2.025e0</w:t>
      </w:r>
    </w:p>
    <w:p w:rsidR="00E00D30" w:rsidRDefault="00E00D30" w:rsidP="00E00D30">
      <w:r>
        <w:t>738.6580</w:t>
      </w:r>
      <w:r>
        <w:tab/>
        <w:t>1.013e0</w:t>
      </w:r>
    </w:p>
    <w:p w:rsidR="00E00D30" w:rsidRDefault="00E00D30" w:rsidP="00E00D30">
      <w:r>
        <w:t>738.7260</w:t>
      </w:r>
      <w:r>
        <w:tab/>
        <w:t>1.013e0</w:t>
      </w:r>
    </w:p>
    <w:p w:rsidR="00E00D30" w:rsidRDefault="00E00D30" w:rsidP="00E00D30">
      <w:r>
        <w:t>738.7511</w:t>
      </w:r>
      <w:r>
        <w:tab/>
        <w:t>2.025e0</w:t>
      </w:r>
    </w:p>
    <w:p w:rsidR="00E00D30" w:rsidRDefault="00E00D30" w:rsidP="00E00D30">
      <w:r>
        <w:lastRenderedPageBreak/>
        <w:t>738.7946</w:t>
      </w:r>
      <w:r>
        <w:tab/>
        <w:t>1.013e0</w:t>
      </w:r>
    </w:p>
    <w:p w:rsidR="00E00D30" w:rsidRDefault="00E00D30" w:rsidP="00E00D30">
      <w:r>
        <w:t>738.8192</w:t>
      </w:r>
      <w:r>
        <w:tab/>
        <w:t>1.013e0</w:t>
      </w:r>
    </w:p>
    <w:p w:rsidR="00E00D30" w:rsidRDefault="00E00D30" w:rsidP="00E00D30">
      <w:r>
        <w:t>738.8285</w:t>
      </w:r>
      <w:r>
        <w:tab/>
        <w:t>1.013e0</w:t>
      </w:r>
    </w:p>
    <w:p w:rsidR="00E00D30" w:rsidRDefault="00E00D30" w:rsidP="00E00D30">
      <w:r>
        <w:t>738.8447</w:t>
      </w:r>
      <w:r>
        <w:tab/>
        <w:t>1.013e0</w:t>
      </w:r>
    </w:p>
    <w:p w:rsidR="00E00D30" w:rsidRDefault="00E00D30" w:rsidP="00E00D30">
      <w:r>
        <w:t>738.8696</w:t>
      </w:r>
      <w:r>
        <w:tab/>
        <w:t>1.013e0</w:t>
      </w:r>
    </w:p>
    <w:p w:rsidR="00E00D30" w:rsidRDefault="00E00D30" w:rsidP="00E00D30">
      <w:r>
        <w:t>738.9193</w:t>
      </w:r>
      <w:r>
        <w:tab/>
        <w:t>1.013e0</w:t>
      </w:r>
    </w:p>
    <w:p w:rsidR="00E00D30" w:rsidRDefault="00E00D30" w:rsidP="00E00D30">
      <w:r>
        <w:t>738.9304</w:t>
      </w:r>
      <w:r>
        <w:tab/>
        <w:t>1.013e0</w:t>
      </w:r>
    </w:p>
    <w:p w:rsidR="00E00D30" w:rsidRDefault="00E00D30" w:rsidP="00E00D30">
      <w:r>
        <w:t>738.9694</w:t>
      </w:r>
      <w:r>
        <w:tab/>
        <w:t>1.013e0</w:t>
      </w:r>
    </w:p>
    <w:p w:rsidR="00E00D30" w:rsidRDefault="00E00D30" w:rsidP="00E00D30">
      <w:r>
        <w:t>738.9729</w:t>
      </w:r>
      <w:r>
        <w:tab/>
        <w:t>2.025e0</w:t>
      </w:r>
    </w:p>
    <w:p w:rsidR="00E00D30" w:rsidRDefault="00E00D30" w:rsidP="00E00D30">
      <w:r>
        <w:t>739.0671</w:t>
      </w:r>
      <w:r>
        <w:tab/>
        <w:t>1.013e0</w:t>
      </w:r>
    </w:p>
    <w:p w:rsidR="00E00D30" w:rsidRDefault="00E00D30" w:rsidP="00E00D30">
      <w:r>
        <w:t>739.0698</w:t>
      </w:r>
      <w:r>
        <w:tab/>
        <w:t>1.013e0</w:t>
      </w:r>
    </w:p>
    <w:p w:rsidR="00E00D30" w:rsidRDefault="00E00D30" w:rsidP="00E00D30">
      <w:r>
        <w:t>739.0751</w:t>
      </w:r>
      <w:r>
        <w:tab/>
        <w:t>2.025e0</w:t>
      </w:r>
    </w:p>
    <w:p w:rsidR="00E00D30" w:rsidRDefault="00E00D30" w:rsidP="00E00D30">
      <w:r>
        <w:t>739.0948</w:t>
      </w:r>
      <w:r>
        <w:tab/>
        <w:t>1.013e0</w:t>
      </w:r>
    </w:p>
    <w:p w:rsidR="00E00D30" w:rsidRDefault="00E00D30" w:rsidP="00E00D30">
      <w:r>
        <w:t>739.1083</w:t>
      </w:r>
      <w:r>
        <w:tab/>
        <w:t>1.013e0</w:t>
      </w:r>
    </w:p>
    <w:p w:rsidR="00E00D30" w:rsidRDefault="00E00D30" w:rsidP="00E00D30">
      <w:r>
        <w:t>739.1190</w:t>
      </w:r>
      <w:r>
        <w:tab/>
        <w:t>2.025e0</w:t>
      </w:r>
    </w:p>
    <w:p w:rsidR="00E00D30" w:rsidRDefault="00E00D30" w:rsidP="00E00D30">
      <w:r>
        <w:t>739.1515</w:t>
      </w:r>
      <w:r>
        <w:tab/>
        <w:t>3.038e0</w:t>
      </w:r>
    </w:p>
    <w:p w:rsidR="00E00D30" w:rsidRDefault="00E00D30" w:rsidP="00E00D30">
      <w:r>
        <w:t>739.1864</w:t>
      </w:r>
      <w:r>
        <w:tab/>
        <w:t>2.025e0</w:t>
      </w:r>
    </w:p>
    <w:p w:rsidR="00E00D30" w:rsidRDefault="00E00D30" w:rsidP="00E00D30">
      <w:r>
        <w:t>739.2121</w:t>
      </w:r>
      <w:r>
        <w:tab/>
        <w:t>3.038e0</w:t>
      </w:r>
    </w:p>
    <w:p w:rsidR="00E00D30" w:rsidRDefault="00E00D30" w:rsidP="00E00D30">
      <w:r>
        <w:t>739.2209</w:t>
      </w:r>
      <w:r>
        <w:tab/>
        <w:t>1.013e0</w:t>
      </w:r>
    </w:p>
    <w:p w:rsidR="00E00D30" w:rsidRDefault="00E00D30" w:rsidP="00E00D30">
      <w:r>
        <w:lastRenderedPageBreak/>
        <w:t>739.2554</w:t>
      </w:r>
      <w:r>
        <w:tab/>
        <w:t>3.038e0</w:t>
      </w:r>
    </w:p>
    <w:p w:rsidR="00E00D30" w:rsidRDefault="00E00D30" w:rsidP="00E00D30">
      <w:r>
        <w:t>739.2822</w:t>
      </w:r>
      <w:r>
        <w:tab/>
        <w:t>1.013e0</w:t>
      </w:r>
    </w:p>
    <w:p w:rsidR="00E00D30" w:rsidRDefault="00E00D30" w:rsidP="00E00D30">
      <w:r>
        <w:t>739.3080</w:t>
      </w:r>
      <w:r>
        <w:tab/>
        <w:t>2.025e0</w:t>
      </w:r>
    </w:p>
    <w:p w:rsidR="00E00D30" w:rsidRDefault="00E00D30" w:rsidP="00E00D30">
      <w:r>
        <w:t>739.3429</w:t>
      </w:r>
      <w:r>
        <w:tab/>
        <w:t>3.038e0</w:t>
      </w:r>
    </w:p>
    <w:p w:rsidR="00E00D30" w:rsidRDefault="00E00D30" w:rsidP="00E00D30">
      <w:r>
        <w:t>739.3447</w:t>
      </w:r>
      <w:r>
        <w:tab/>
        <w:t>1.013e0</w:t>
      </w:r>
    </w:p>
    <w:p w:rsidR="00E00D30" w:rsidRDefault="00E00D30" w:rsidP="00E00D30">
      <w:r>
        <w:t>739.3698</w:t>
      </w:r>
      <w:r>
        <w:tab/>
        <w:t>1.013e0</w:t>
      </w:r>
    </w:p>
    <w:p w:rsidR="00E00D30" w:rsidRDefault="00E00D30" w:rsidP="00E00D30">
      <w:r>
        <w:t>739.3952</w:t>
      </w:r>
      <w:r>
        <w:tab/>
        <w:t>1.013e0</w:t>
      </w:r>
    </w:p>
    <w:p w:rsidR="00E00D30" w:rsidRDefault="00E00D30" w:rsidP="00E00D30">
      <w:r>
        <w:t>739.4156</w:t>
      </w:r>
      <w:r>
        <w:tab/>
        <w:t>2.025e0</w:t>
      </w:r>
    </w:p>
    <w:p w:rsidR="00E00D30" w:rsidRDefault="00E00D30" w:rsidP="00E00D30">
      <w:r>
        <w:t>739.4307</w:t>
      </w:r>
      <w:r>
        <w:tab/>
        <w:t>2.025e0</w:t>
      </w:r>
    </w:p>
    <w:p w:rsidR="00E00D30" w:rsidRDefault="00E00D30" w:rsidP="00E00D30">
      <w:r>
        <w:t>739.4453</w:t>
      </w:r>
      <w:r>
        <w:tab/>
        <w:t>1.013e0</w:t>
      </w:r>
    </w:p>
    <w:p w:rsidR="00E00D30" w:rsidRDefault="00E00D30" w:rsidP="00E00D30">
      <w:r>
        <w:t>739.4770</w:t>
      </w:r>
      <w:r>
        <w:tab/>
        <w:t>1.013e0</w:t>
      </w:r>
    </w:p>
    <w:p w:rsidR="00E00D30" w:rsidRDefault="00E00D30" w:rsidP="00E00D30">
      <w:r>
        <w:t>739.4872</w:t>
      </w:r>
      <w:r>
        <w:tab/>
        <w:t>2.025e0</w:t>
      </w:r>
    </w:p>
    <w:p w:rsidR="00E00D30" w:rsidRDefault="00E00D30" w:rsidP="00E00D30">
      <w:r>
        <w:t>739.5108</w:t>
      </w:r>
      <w:r>
        <w:tab/>
        <w:t>3.038e0</w:t>
      </w:r>
    </w:p>
    <w:p w:rsidR="00E00D30" w:rsidRDefault="00E00D30" w:rsidP="00E00D30">
      <w:r>
        <w:t>739.5323</w:t>
      </w:r>
      <w:r>
        <w:tab/>
        <w:t>3.038e0</w:t>
      </w:r>
    </w:p>
    <w:p w:rsidR="00E00D30" w:rsidRDefault="00E00D30" w:rsidP="00E00D30">
      <w:r>
        <w:t>739.5445</w:t>
      </w:r>
      <w:r>
        <w:tab/>
        <w:t>3.038e0</w:t>
      </w:r>
    </w:p>
    <w:p w:rsidR="00E00D30" w:rsidRDefault="00E00D30" w:rsidP="00E00D30">
      <w:r>
        <w:t>739.5463</w:t>
      </w:r>
      <w:r>
        <w:tab/>
        <w:t>1.013e0</w:t>
      </w:r>
    </w:p>
    <w:p w:rsidR="00E00D30" w:rsidRDefault="00E00D30" w:rsidP="00E00D30">
      <w:r>
        <w:t>739.5701</w:t>
      </w:r>
      <w:r>
        <w:tab/>
        <w:t>1.013e0</w:t>
      </w:r>
    </w:p>
    <w:p w:rsidR="00E00D30" w:rsidRDefault="00E00D30" w:rsidP="00E00D30">
      <w:r>
        <w:t>739.6080</w:t>
      </w:r>
      <w:r>
        <w:tab/>
        <w:t>1.013e0</w:t>
      </w:r>
    </w:p>
    <w:p w:rsidR="00E00D30" w:rsidRDefault="00E00D30" w:rsidP="00E00D30">
      <w:r>
        <w:t>739.6663</w:t>
      </w:r>
      <w:r>
        <w:tab/>
        <w:t>1.013e0</w:t>
      </w:r>
    </w:p>
    <w:p w:rsidR="00E00D30" w:rsidRDefault="00E00D30" w:rsidP="00E00D30">
      <w:r>
        <w:lastRenderedPageBreak/>
        <w:t>739.6832</w:t>
      </w:r>
      <w:r>
        <w:tab/>
        <w:t>1.013e0</w:t>
      </w:r>
    </w:p>
    <w:p w:rsidR="00E00D30" w:rsidRDefault="00E00D30" w:rsidP="00E00D30">
      <w:r>
        <w:t>739.7254</w:t>
      </w:r>
      <w:r>
        <w:tab/>
        <w:t>2.025e0</w:t>
      </w:r>
    </w:p>
    <w:p w:rsidR="00E00D30" w:rsidRDefault="00E00D30" w:rsidP="00E00D30">
      <w:r>
        <w:t>739.7460</w:t>
      </w:r>
      <w:r>
        <w:tab/>
        <w:t>4.051e0</w:t>
      </w:r>
    </w:p>
    <w:p w:rsidR="00E00D30" w:rsidRDefault="00E00D30" w:rsidP="00E00D30">
      <w:r>
        <w:t>739.7682</w:t>
      </w:r>
      <w:r>
        <w:tab/>
        <w:t>1.013e0</w:t>
      </w:r>
    </w:p>
    <w:p w:rsidR="00E00D30" w:rsidRDefault="00E00D30" w:rsidP="00E00D30">
      <w:r>
        <w:t>739.7708</w:t>
      </w:r>
      <w:r>
        <w:tab/>
        <w:t>1.013e0</w:t>
      </w:r>
    </w:p>
    <w:p w:rsidR="00E00D30" w:rsidRDefault="00E00D30" w:rsidP="00E00D30">
      <w:r>
        <w:t>739.8206</w:t>
      </w:r>
      <w:r>
        <w:tab/>
        <w:t>1.013e0</w:t>
      </w:r>
    </w:p>
    <w:p w:rsidR="00E00D30" w:rsidRDefault="00E00D30" w:rsidP="00E00D30">
      <w:r>
        <w:t>739.8459</w:t>
      </w:r>
      <w:r>
        <w:tab/>
        <w:t>1.013e0</w:t>
      </w:r>
    </w:p>
    <w:p w:rsidR="00E00D30" w:rsidRDefault="00E00D30" w:rsidP="00E00D30">
      <w:r>
        <w:t>739.8831</w:t>
      </w:r>
      <w:r>
        <w:tab/>
        <w:t>1.013e0</w:t>
      </w:r>
    </w:p>
    <w:p w:rsidR="00E00D30" w:rsidRDefault="00E00D30" w:rsidP="00E00D30">
      <w:r>
        <w:t>739.9212</w:t>
      </w:r>
      <w:r>
        <w:tab/>
        <w:t>3.038e0</w:t>
      </w:r>
    </w:p>
    <w:p w:rsidR="00E00D30" w:rsidRDefault="00E00D30" w:rsidP="00E00D30">
      <w:r>
        <w:t>739.9387</w:t>
      </w:r>
      <w:r>
        <w:tab/>
        <w:t>1.013e0</w:t>
      </w:r>
    </w:p>
    <w:p w:rsidR="00E00D30" w:rsidRDefault="00E00D30" w:rsidP="00E00D30">
      <w:r>
        <w:t>739.9399</w:t>
      </w:r>
      <w:r>
        <w:tab/>
        <w:t>3.038e0</w:t>
      </w:r>
    </w:p>
    <w:p w:rsidR="00E00D30" w:rsidRDefault="00E00D30" w:rsidP="00E00D30">
      <w:r>
        <w:t>739.9958</w:t>
      </w:r>
      <w:r>
        <w:tab/>
        <w:t>1.013e0</w:t>
      </w:r>
    </w:p>
    <w:p w:rsidR="00E00D30" w:rsidRDefault="00E00D30" w:rsidP="00E00D30">
      <w:r>
        <w:t>740.0598</w:t>
      </w:r>
      <w:r>
        <w:tab/>
        <w:t>1.013e0</w:t>
      </w:r>
    </w:p>
    <w:p w:rsidR="00E00D30" w:rsidRDefault="00E00D30" w:rsidP="00E00D30">
      <w:r>
        <w:t>740.0925</w:t>
      </w:r>
      <w:r>
        <w:tab/>
        <w:t>2.025e0</w:t>
      </w:r>
    </w:p>
    <w:p w:rsidR="00E00D30" w:rsidRDefault="00E00D30" w:rsidP="00E00D30">
      <w:r>
        <w:t>740.0964</w:t>
      </w:r>
      <w:r>
        <w:tab/>
        <w:t>2.025e0</w:t>
      </w:r>
    </w:p>
    <w:p w:rsidR="00E00D30" w:rsidRDefault="00E00D30" w:rsidP="00E00D30">
      <w:r>
        <w:t>740.1093</w:t>
      </w:r>
      <w:r>
        <w:tab/>
        <w:t>1.013e0</w:t>
      </w:r>
    </w:p>
    <w:p w:rsidR="00E00D30" w:rsidRDefault="00E00D30" w:rsidP="00E00D30">
      <w:r>
        <w:t>740.1215</w:t>
      </w:r>
      <w:r>
        <w:tab/>
        <w:t>2.025e0</w:t>
      </w:r>
    </w:p>
    <w:p w:rsidR="00E00D30" w:rsidRDefault="00E00D30" w:rsidP="00E00D30">
      <w:r>
        <w:t>740.1712</w:t>
      </w:r>
      <w:r>
        <w:tab/>
        <w:t>1.013e0</w:t>
      </w:r>
    </w:p>
    <w:p w:rsidR="00E00D30" w:rsidRDefault="00E00D30" w:rsidP="00E00D30">
      <w:r>
        <w:t>740.1725</w:t>
      </w:r>
      <w:r>
        <w:tab/>
        <w:t>1.013e0</w:t>
      </w:r>
    </w:p>
    <w:p w:rsidR="00E00D30" w:rsidRDefault="00E00D30" w:rsidP="00E00D30">
      <w:r>
        <w:lastRenderedPageBreak/>
        <w:t>740.1819</w:t>
      </w:r>
      <w:r>
        <w:tab/>
        <w:t>2.025e0</w:t>
      </w:r>
    </w:p>
    <w:p w:rsidR="00E00D30" w:rsidRDefault="00E00D30" w:rsidP="00E00D30">
      <w:r>
        <w:t>740.2343</w:t>
      </w:r>
      <w:r>
        <w:tab/>
        <w:t>1.013e0</w:t>
      </w:r>
    </w:p>
    <w:p w:rsidR="00E00D30" w:rsidRDefault="00E00D30" w:rsidP="00E00D30">
      <w:r>
        <w:t>740.2649</w:t>
      </w:r>
      <w:r>
        <w:tab/>
        <w:t>1.013e0</w:t>
      </w:r>
    </w:p>
    <w:p w:rsidR="00E00D30" w:rsidRDefault="00E00D30" w:rsidP="00E00D30">
      <w:r>
        <w:t>740.2719</w:t>
      </w:r>
      <w:r>
        <w:tab/>
        <w:t>2.025e0</w:t>
      </w:r>
    </w:p>
    <w:p w:rsidR="00E00D30" w:rsidRDefault="00E00D30" w:rsidP="00E00D30">
      <w:r>
        <w:t>740.2965</w:t>
      </w:r>
      <w:r>
        <w:tab/>
        <w:t>1.013e0</w:t>
      </w:r>
    </w:p>
    <w:p w:rsidR="00E00D30" w:rsidRDefault="00E00D30" w:rsidP="00E00D30">
      <w:r>
        <w:t>740.3545</w:t>
      </w:r>
      <w:r>
        <w:tab/>
        <w:t>5.733e0</w:t>
      </w:r>
    </w:p>
    <w:p w:rsidR="00E00D30" w:rsidRDefault="00E00D30" w:rsidP="00E00D30">
      <w:r>
        <w:t>740.3629</w:t>
      </w:r>
      <w:r>
        <w:tab/>
        <w:t>2.025e0</w:t>
      </w:r>
    </w:p>
    <w:p w:rsidR="00E00D30" w:rsidRDefault="00E00D30" w:rsidP="00E00D30">
      <w:r>
        <w:t>740.3730</w:t>
      </w:r>
      <w:r>
        <w:tab/>
        <w:t>1.013e0</w:t>
      </w:r>
    </w:p>
    <w:p w:rsidR="00E00D30" w:rsidRDefault="00E00D30" w:rsidP="00E00D30">
      <w:r>
        <w:t>740.3846</w:t>
      </w:r>
      <w:r>
        <w:tab/>
        <w:t>1.013e0</w:t>
      </w:r>
    </w:p>
    <w:p w:rsidR="00E00D30" w:rsidRDefault="00E00D30" w:rsidP="00E00D30">
      <w:r>
        <w:t>740.3918</w:t>
      </w:r>
      <w:r>
        <w:tab/>
        <w:t>2.025e0</w:t>
      </w:r>
    </w:p>
    <w:p w:rsidR="00E00D30" w:rsidRDefault="00E00D30" w:rsidP="00E00D30">
      <w:r>
        <w:t>740.4062</w:t>
      </w:r>
      <w:r>
        <w:tab/>
        <w:t>3.038e0</w:t>
      </w:r>
    </w:p>
    <w:p w:rsidR="00E00D30" w:rsidRDefault="00E00D30" w:rsidP="00E00D30">
      <w:r>
        <w:t>740.4518</w:t>
      </w:r>
      <w:r>
        <w:tab/>
        <w:t>4.051e0</w:t>
      </w:r>
    </w:p>
    <w:p w:rsidR="00E00D30" w:rsidRDefault="00E00D30" w:rsidP="00E00D30">
      <w:r>
        <w:t>740.4529</w:t>
      </w:r>
      <w:r>
        <w:tab/>
        <w:t>1.013e0</w:t>
      </w:r>
    </w:p>
    <w:p w:rsidR="00E00D30" w:rsidRDefault="00E00D30" w:rsidP="00E00D30">
      <w:r>
        <w:t>740.4849</w:t>
      </w:r>
      <w:r>
        <w:tab/>
        <w:t>1.013e0</w:t>
      </w:r>
    </w:p>
    <w:p w:rsidR="00E00D30" w:rsidRDefault="00E00D30" w:rsidP="00E00D30">
      <w:r>
        <w:t>740.4960</w:t>
      </w:r>
      <w:r>
        <w:tab/>
        <w:t>1.694e0</w:t>
      </w:r>
    </w:p>
    <w:p w:rsidR="00E00D30" w:rsidRDefault="00E00D30" w:rsidP="00E00D30">
      <w:r>
        <w:t>740.5214</w:t>
      </w:r>
      <w:r>
        <w:tab/>
        <w:t>1.013e0</w:t>
      </w:r>
    </w:p>
    <w:p w:rsidR="00E00D30" w:rsidRDefault="00E00D30" w:rsidP="00E00D30">
      <w:r>
        <w:t>740.5347</w:t>
      </w:r>
      <w:r>
        <w:tab/>
        <w:t>1.013e0</w:t>
      </w:r>
    </w:p>
    <w:p w:rsidR="00E00D30" w:rsidRDefault="00E00D30" w:rsidP="00E00D30">
      <w:r>
        <w:t>740.5644</w:t>
      </w:r>
      <w:r>
        <w:tab/>
        <w:t>2.025e0</w:t>
      </w:r>
    </w:p>
    <w:p w:rsidR="00E00D30" w:rsidRDefault="00E00D30" w:rsidP="00E00D30">
      <w:r>
        <w:t>740.5717</w:t>
      </w:r>
      <w:r>
        <w:tab/>
        <w:t>1.013e0</w:t>
      </w:r>
    </w:p>
    <w:p w:rsidR="00E00D30" w:rsidRDefault="00E00D30" w:rsidP="00E00D30">
      <w:r>
        <w:lastRenderedPageBreak/>
        <w:t>740.6219</w:t>
      </w:r>
      <w:r>
        <w:tab/>
        <w:t>4.051e0</w:t>
      </w:r>
    </w:p>
    <w:p w:rsidR="00E00D30" w:rsidRDefault="00E00D30" w:rsidP="00E00D30">
      <w:r>
        <w:t>740.6730</w:t>
      </w:r>
      <w:r>
        <w:tab/>
        <w:t>1.013e0</w:t>
      </w:r>
    </w:p>
    <w:p w:rsidR="00E00D30" w:rsidRDefault="00E00D30" w:rsidP="00E00D30">
      <w:r>
        <w:t>740.6913</w:t>
      </w:r>
      <w:r>
        <w:tab/>
        <w:t>1.013e0</w:t>
      </w:r>
    </w:p>
    <w:p w:rsidR="00E00D30" w:rsidRDefault="00E00D30" w:rsidP="00E00D30">
      <w:r>
        <w:t>740.7366</w:t>
      </w:r>
      <w:r>
        <w:tab/>
        <w:t>1.013e0</w:t>
      </w:r>
    </w:p>
    <w:p w:rsidR="00E00D30" w:rsidRDefault="00E00D30" w:rsidP="00E00D30">
      <w:r>
        <w:t>740.7419</w:t>
      </w:r>
      <w:r>
        <w:tab/>
        <w:t>2.025e0</w:t>
      </w:r>
    </w:p>
    <w:p w:rsidR="00E00D30" w:rsidRDefault="00E00D30" w:rsidP="00E00D30">
      <w:r>
        <w:t>740.8615</w:t>
      </w:r>
      <w:r>
        <w:tab/>
        <w:t>1.013e0</w:t>
      </w:r>
    </w:p>
    <w:p w:rsidR="00E00D30" w:rsidRDefault="00E00D30" w:rsidP="00E00D30">
      <w:r>
        <w:t>740.8826</w:t>
      </w:r>
      <w:r>
        <w:tab/>
        <w:t>2.025e0</w:t>
      </w:r>
    </w:p>
    <w:p w:rsidR="00E00D30" w:rsidRDefault="00E00D30" w:rsidP="00E00D30">
      <w:r>
        <w:t>740.9704</w:t>
      </w:r>
      <w:r>
        <w:tab/>
        <w:t>2.025e0</w:t>
      </w:r>
    </w:p>
    <w:p w:rsidR="00E00D30" w:rsidRDefault="00E00D30" w:rsidP="00E00D30">
      <w:r>
        <w:t>740.9815</w:t>
      </w:r>
      <w:r>
        <w:tab/>
        <w:t>1.013e0</w:t>
      </w:r>
    </w:p>
    <w:p w:rsidR="00E00D30" w:rsidRDefault="00E00D30" w:rsidP="00E00D30">
      <w:r>
        <w:t>741.0500</w:t>
      </w:r>
      <w:r>
        <w:tab/>
        <w:t>3.038e0</w:t>
      </w:r>
    </w:p>
    <w:p w:rsidR="00E00D30" w:rsidRDefault="00E00D30" w:rsidP="00E00D30">
      <w:r>
        <w:t>741.0617</w:t>
      </w:r>
      <w:r>
        <w:tab/>
        <w:t>1.013e0</w:t>
      </w:r>
    </w:p>
    <w:p w:rsidR="00E00D30" w:rsidRDefault="00E00D30" w:rsidP="00E00D30">
      <w:r>
        <w:t>741.0856</w:t>
      </w:r>
      <w:r>
        <w:tab/>
        <w:t>2.025e0</w:t>
      </w:r>
    </w:p>
    <w:p w:rsidR="00E00D30" w:rsidRDefault="00E00D30" w:rsidP="00E00D30">
      <w:r>
        <w:t>741.1577</w:t>
      </w:r>
      <w:r>
        <w:tab/>
        <w:t>3.038e0</w:t>
      </w:r>
    </w:p>
    <w:p w:rsidR="00E00D30" w:rsidRDefault="00E00D30" w:rsidP="00E00D30">
      <w:r>
        <w:t>741.1699</w:t>
      </w:r>
      <w:r>
        <w:tab/>
        <w:t>1.013e0</w:t>
      </w:r>
    </w:p>
    <w:p w:rsidR="00E00D30" w:rsidRDefault="00E00D30" w:rsidP="00E00D30">
      <w:r>
        <w:t>741.2123</w:t>
      </w:r>
      <w:r>
        <w:tab/>
        <w:t>1.013e0</w:t>
      </w:r>
    </w:p>
    <w:p w:rsidR="00E00D30" w:rsidRDefault="00E00D30" w:rsidP="00E00D30">
      <w:r>
        <w:t>741.2257</w:t>
      </w:r>
      <w:r>
        <w:tab/>
        <w:t>1.013e0</w:t>
      </w:r>
    </w:p>
    <w:p w:rsidR="00E00D30" w:rsidRDefault="00E00D30" w:rsidP="00E00D30">
      <w:r>
        <w:t>741.2374</w:t>
      </w:r>
      <w:r>
        <w:tab/>
        <w:t>2.025e0</w:t>
      </w:r>
    </w:p>
    <w:p w:rsidR="00E00D30" w:rsidRDefault="00E00D30" w:rsidP="00E00D30">
      <w:r>
        <w:t>741.2508</w:t>
      </w:r>
      <w:r>
        <w:tab/>
        <w:t>1.022e0</w:t>
      </w:r>
    </w:p>
    <w:p w:rsidR="00E00D30" w:rsidRDefault="00E00D30" w:rsidP="00E00D30">
      <w:r>
        <w:t>741.2872</w:t>
      </w:r>
      <w:r>
        <w:tab/>
        <w:t>1.013e0</w:t>
      </w:r>
    </w:p>
    <w:p w:rsidR="00E00D30" w:rsidRDefault="00E00D30" w:rsidP="00E00D30">
      <w:r>
        <w:lastRenderedPageBreak/>
        <w:t>741.2883</w:t>
      </w:r>
      <w:r>
        <w:tab/>
        <w:t>2.025e0</w:t>
      </w:r>
    </w:p>
    <w:p w:rsidR="00E00D30" w:rsidRDefault="00E00D30" w:rsidP="00E00D30">
      <w:r>
        <w:t>741.2997</w:t>
      </w:r>
      <w:r>
        <w:tab/>
        <w:t>1.013e0</w:t>
      </w:r>
    </w:p>
    <w:p w:rsidR="00E00D30" w:rsidRDefault="00E00D30" w:rsidP="00E00D30">
      <w:r>
        <w:t>741.3373</w:t>
      </w:r>
      <w:r>
        <w:tab/>
        <w:t>1.013e0</w:t>
      </w:r>
    </w:p>
    <w:p w:rsidR="00E00D30" w:rsidRDefault="00E00D30" w:rsidP="00E00D30">
      <w:r>
        <w:t>741.3409</w:t>
      </w:r>
      <w:r>
        <w:tab/>
        <w:t>1.013e0</w:t>
      </w:r>
    </w:p>
    <w:p w:rsidR="00E00D30" w:rsidRDefault="00E00D30" w:rsidP="00E00D30">
      <w:r>
        <w:t>741.3461</w:t>
      </w:r>
      <w:r>
        <w:tab/>
        <w:t>3.038e0</w:t>
      </w:r>
    </w:p>
    <w:p w:rsidR="00E00D30" w:rsidRDefault="00E00D30" w:rsidP="00E00D30">
      <w:r>
        <w:t>741.3588</w:t>
      </w:r>
      <w:r>
        <w:tab/>
        <w:t>4.051e0</w:t>
      </w:r>
    </w:p>
    <w:p w:rsidR="00E00D30" w:rsidRDefault="00E00D30" w:rsidP="00E00D30">
      <w:r>
        <w:t>741.3875</w:t>
      </w:r>
      <w:r>
        <w:tab/>
        <w:t>1.013e0</w:t>
      </w:r>
    </w:p>
    <w:p w:rsidR="00E00D30" w:rsidRDefault="00E00D30" w:rsidP="00E00D30">
      <w:r>
        <w:t>741.4045</w:t>
      </w:r>
      <w:r>
        <w:tab/>
        <w:t>3.038e0</w:t>
      </w:r>
    </w:p>
    <w:p w:rsidR="00E00D30" w:rsidRDefault="00E00D30" w:rsidP="00E00D30">
      <w:r>
        <w:t>741.4481</w:t>
      </w:r>
      <w:r>
        <w:tab/>
        <w:t>3.038e0</w:t>
      </w:r>
    </w:p>
    <w:p w:rsidR="00E00D30" w:rsidRDefault="00E00D30" w:rsidP="00E00D30">
      <w:r>
        <w:t>741.4507</w:t>
      </w:r>
      <w:r>
        <w:tab/>
        <w:t>1.013e0</w:t>
      </w:r>
    </w:p>
    <w:p w:rsidR="00E00D30" w:rsidRDefault="00E00D30" w:rsidP="00E00D30">
      <w:r>
        <w:t>741.4642</w:t>
      </w:r>
      <w:r>
        <w:tab/>
        <w:t>2.025e0</w:t>
      </w:r>
    </w:p>
    <w:p w:rsidR="00E00D30" w:rsidRDefault="00E00D30" w:rsidP="00E00D30">
      <w:r>
        <w:t>741.4754</w:t>
      </w:r>
      <w:r>
        <w:tab/>
        <w:t>3.038e0</w:t>
      </w:r>
    </w:p>
    <w:p w:rsidR="00E00D30" w:rsidRDefault="00E00D30" w:rsidP="00E00D30">
      <w:r>
        <w:t>741.4893</w:t>
      </w:r>
      <w:r>
        <w:tab/>
        <w:t>1.013e0</w:t>
      </w:r>
    </w:p>
    <w:p w:rsidR="00E00D30" w:rsidRDefault="00E00D30" w:rsidP="00E00D30">
      <w:r>
        <w:t>741.4942</w:t>
      </w:r>
      <w:r>
        <w:tab/>
        <w:t>2.025e0</w:t>
      </w:r>
    </w:p>
    <w:p w:rsidR="00E00D30" w:rsidRDefault="00E00D30" w:rsidP="00E00D30">
      <w:r>
        <w:t>741.5134</w:t>
      </w:r>
      <w:r>
        <w:tab/>
        <w:t>2.025e0</w:t>
      </w:r>
    </w:p>
    <w:p w:rsidR="00E00D30" w:rsidRDefault="00E00D30" w:rsidP="00E00D30">
      <w:r>
        <w:t>741.5460</w:t>
      </w:r>
      <w:r>
        <w:tab/>
        <w:t>1.013e0</w:t>
      </w:r>
    </w:p>
    <w:p w:rsidR="00E00D30" w:rsidRDefault="00E00D30" w:rsidP="00E00D30">
      <w:r>
        <w:t>741.5969</w:t>
      </w:r>
      <w:r>
        <w:tab/>
        <w:t>1.013e0</w:t>
      </w:r>
    </w:p>
    <w:p w:rsidR="00E00D30" w:rsidRDefault="00E00D30" w:rsidP="00E00D30">
      <w:r>
        <w:t>741.6142</w:t>
      </w:r>
      <w:r>
        <w:tab/>
        <w:t>2.025e0</w:t>
      </w:r>
    </w:p>
    <w:p w:rsidR="00E00D30" w:rsidRDefault="00E00D30" w:rsidP="00E00D30">
      <w:r>
        <w:t>741.6650</w:t>
      </w:r>
      <w:r>
        <w:tab/>
        <w:t>1.013e0</w:t>
      </w:r>
    </w:p>
    <w:p w:rsidR="00E00D30" w:rsidRDefault="00E00D30" w:rsidP="00E00D30">
      <w:r>
        <w:lastRenderedPageBreak/>
        <w:t>741.6766</w:t>
      </w:r>
      <w:r>
        <w:tab/>
        <w:t>1.013e0</w:t>
      </w:r>
    </w:p>
    <w:p w:rsidR="00E00D30" w:rsidRDefault="00E00D30" w:rsidP="00E00D30">
      <w:r>
        <w:t>741.6828</w:t>
      </w:r>
      <w:r>
        <w:tab/>
        <w:t>1.013e0</w:t>
      </w:r>
    </w:p>
    <w:p w:rsidR="00E00D30" w:rsidRDefault="00E00D30" w:rsidP="00E00D30">
      <w:r>
        <w:t>741.7013</w:t>
      </w:r>
      <w:r>
        <w:tab/>
        <w:t>1.013e0</w:t>
      </w:r>
    </w:p>
    <w:p w:rsidR="00E00D30" w:rsidRDefault="00E00D30" w:rsidP="00E00D30">
      <w:r>
        <w:t>741.7076</w:t>
      </w:r>
      <w:r>
        <w:tab/>
        <w:t>3.038e0</w:t>
      </w:r>
    </w:p>
    <w:p w:rsidR="00E00D30" w:rsidRDefault="00E00D30" w:rsidP="00E00D30">
      <w:r>
        <w:t>741.7643</w:t>
      </w:r>
      <w:r>
        <w:tab/>
        <w:t>2.025e0</w:t>
      </w:r>
    </w:p>
    <w:p w:rsidR="00E00D30" w:rsidRDefault="00E00D30" w:rsidP="00E00D30">
      <w:r>
        <w:t>741.8268</w:t>
      </w:r>
      <w:r>
        <w:tab/>
        <w:t>1.013e0</w:t>
      </w:r>
    </w:p>
    <w:p w:rsidR="00E00D30" w:rsidRDefault="00E00D30" w:rsidP="00E00D30">
      <w:r>
        <w:t>741.8376</w:t>
      </w:r>
      <w:r>
        <w:tab/>
        <w:t>1.013e0</w:t>
      </w:r>
    </w:p>
    <w:p w:rsidR="00E00D30" w:rsidRDefault="00E00D30" w:rsidP="00E00D30">
      <w:r>
        <w:t>741.8533</w:t>
      </w:r>
      <w:r>
        <w:tab/>
        <w:t>2.025e0</w:t>
      </w:r>
    </w:p>
    <w:p w:rsidR="00E00D30" w:rsidRDefault="00E00D30" w:rsidP="00E00D30">
      <w:r>
        <w:t>741.8604</w:t>
      </w:r>
      <w:r>
        <w:tab/>
        <w:t>2.025e0</w:t>
      </w:r>
    </w:p>
    <w:p w:rsidR="00E00D30" w:rsidRDefault="00E00D30" w:rsidP="00E00D30">
      <w:r>
        <w:t>741.9650</w:t>
      </w:r>
      <w:r>
        <w:tab/>
        <w:t>1.013e0</w:t>
      </w:r>
    </w:p>
    <w:p w:rsidR="00E00D30" w:rsidRDefault="00E00D30" w:rsidP="00E00D30">
      <w:r>
        <w:t>741.9663</w:t>
      </w:r>
      <w:r>
        <w:tab/>
        <w:t>1.013e0</w:t>
      </w:r>
    </w:p>
    <w:p w:rsidR="00E00D30" w:rsidRDefault="00E00D30" w:rsidP="00E00D30">
      <w:r>
        <w:t>741.9733</w:t>
      </w:r>
      <w:r>
        <w:tab/>
        <w:t>1.013e0</w:t>
      </w:r>
    </w:p>
    <w:p w:rsidR="00E00D30" w:rsidRDefault="00E00D30" w:rsidP="00E00D30">
      <w:r>
        <w:t>741.9905</w:t>
      </w:r>
      <w:r>
        <w:tab/>
        <w:t>1.013e0</w:t>
      </w:r>
    </w:p>
    <w:p w:rsidR="00E00D30" w:rsidRDefault="00E00D30" w:rsidP="00E00D30">
      <w:r>
        <w:t>742.0228</w:t>
      </w:r>
      <w:r>
        <w:tab/>
        <w:t>2.025e0</w:t>
      </w:r>
    </w:p>
    <w:p w:rsidR="00E00D30" w:rsidRDefault="00E00D30" w:rsidP="00E00D30">
      <w:r>
        <w:t>742.0776</w:t>
      </w:r>
      <w:r>
        <w:tab/>
        <w:t>3.038e0</w:t>
      </w:r>
    </w:p>
    <w:p w:rsidR="00E00D30" w:rsidRDefault="00E00D30" w:rsidP="00E00D30">
      <w:r>
        <w:t>742.0925</w:t>
      </w:r>
      <w:r>
        <w:tab/>
        <w:t>2.025e0</w:t>
      </w:r>
    </w:p>
    <w:p w:rsidR="00E00D30" w:rsidRDefault="00E00D30" w:rsidP="00E00D30">
      <w:r>
        <w:t>742.1007</w:t>
      </w:r>
      <w:r>
        <w:tab/>
        <w:t>2.025e0</w:t>
      </w:r>
    </w:p>
    <w:p w:rsidR="00E00D30" w:rsidRDefault="00E00D30" w:rsidP="00E00D30">
      <w:r>
        <w:t>742.1035</w:t>
      </w:r>
      <w:r>
        <w:tab/>
        <w:t>1.013e0</w:t>
      </w:r>
    </w:p>
    <w:p w:rsidR="00E00D30" w:rsidRDefault="00E00D30" w:rsidP="00E00D30">
      <w:r>
        <w:t>742.1161</w:t>
      </w:r>
      <w:r>
        <w:tab/>
        <w:t>1.013e0</w:t>
      </w:r>
    </w:p>
    <w:p w:rsidR="00E00D30" w:rsidRDefault="00E00D30" w:rsidP="00E00D30">
      <w:r>
        <w:lastRenderedPageBreak/>
        <w:t>742.1957</w:t>
      </w:r>
      <w:r>
        <w:tab/>
        <w:t>1.013e0</w:t>
      </w:r>
    </w:p>
    <w:p w:rsidR="00E00D30" w:rsidRDefault="00E00D30" w:rsidP="00E00D30">
      <w:r>
        <w:t>742.2650</w:t>
      </w:r>
      <w:r>
        <w:tab/>
        <w:t>2.025e0</w:t>
      </w:r>
    </w:p>
    <w:p w:rsidR="00E00D30" w:rsidRDefault="00E00D30" w:rsidP="00E00D30">
      <w:r>
        <w:t>742.3066</w:t>
      </w:r>
      <w:r>
        <w:tab/>
        <w:t>2.025e0</w:t>
      </w:r>
    </w:p>
    <w:p w:rsidR="00E00D30" w:rsidRDefault="00E00D30" w:rsidP="00E00D30">
      <w:r>
        <w:t>742.3318</w:t>
      </w:r>
      <w:r>
        <w:tab/>
        <w:t>1.013e0</w:t>
      </w:r>
    </w:p>
    <w:p w:rsidR="00E00D30" w:rsidRDefault="00E00D30" w:rsidP="00E00D30">
      <w:r>
        <w:t>742.3668</w:t>
      </w:r>
      <w:r>
        <w:tab/>
        <w:t>4.051e0</w:t>
      </w:r>
    </w:p>
    <w:p w:rsidR="00E00D30" w:rsidRDefault="00E00D30" w:rsidP="00E00D30">
      <w:r>
        <w:t>742.3683</w:t>
      </w:r>
      <w:r>
        <w:tab/>
        <w:t>1.013e0</w:t>
      </w:r>
    </w:p>
    <w:p w:rsidR="00E00D30" w:rsidRDefault="00E00D30" w:rsidP="00E00D30">
      <w:r>
        <w:t>742.3830</w:t>
      </w:r>
      <w:r>
        <w:tab/>
        <w:t>2.025e0</w:t>
      </w:r>
    </w:p>
    <w:p w:rsidR="00E00D30" w:rsidRDefault="00E00D30" w:rsidP="00E00D30">
      <w:r>
        <w:t>742.3886</w:t>
      </w:r>
      <w:r>
        <w:tab/>
        <w:t>2.025e0</w:t>
      </w:r>
    </w:p>
    <w:p w:rsidR="00E00D30" w:rsidRDefault="00E00D30" w:rsidP="00E00D30">
      <w:r>
        <w:t>742.4002</w:t>
      </w:r>
      <w:r>
        <w:tab/>
        <w:t>3.038e0</w:t>
      </w:r>
    </w:p>
    <w:p w:rsidR="00E00D30" w:rsidRDefault="00E00D30" w:rsidP="00E00D30">
      <w:r>
        <w:t>742.4427</w:t>
      </w:r>
      <w:r>
        <w:tab/>
        <w:t>1.013e0</w:t>
      </w:r>
    </w:p>
    <w:p w:rsidR="00E00D30" w:rsidRDefault="00E00D30" w:rsidP="00E00D30">
      <w:r>
        <w:t>742.4675</w:t>
      </w:r>
      <w:r>
        <w:tab/>
        <w:t>2.025e0</w:t>
      </w:r>
    </w:p>
    <w:p w:rsidR="00E00D30" w:rsidRDefault="00E00D30" w:rsidP="00E00D30">
      <w:r>
        <w:t>742.4687</w:t>
      </w:r>
      <w:r>
        <w:tab/>
        <w:t>1.013e0</w:t>
      </w:r>
    </w:p>
    <w:p w:rsidR="00E00D30" w:rsidRDefault="00E00D30" w:rsidP="00E00D30">
      <w:r>
        <w:t>742.4800</w:t>
      </w:r>
      <w:r>
        <w:tab/>
        <w:t>3.038e0</w:t>
      </w:r>
    </w:p>
    <w:p w:rsidR="00E00D30" w:rsidRDefault="00E00D30" w:rsidP="00E00D30">
      <w:r>
        <w:t>742.5204</w:t>
      </w:r>
      <w:r>
        <w:tab/>
        <w:t>2.025e0</w:t>
      </w:r>
    </w:p>
    <w:p w:rsidR="00E00D30" w:rsidRDefault="00E00D30" w:rsidP="00E00D30">
      <w:r>
        <w:t>742.5712</w:t>
      </w:r>
      <w:r>
        <w:tab/>
        <w:t>1.013e0</w:t>
      </w:r>
    </w:p>
    <w:p w:rsidR="00E00D30" w:rsidRDefault="00E00D30" w:rsidP="00E00D30">
      <w:r>
        <w:t>742.5849</w:t>
      </w:r>
      <w:r>
        <w:tab/>
        <w:t>2.025e0</w:t>
      </w:r>
    </w:p>
    <w:p w:rsidR="00E00D30" w:rsidRDefault="00E00D30" w:rsidP="00E00D30">
      <w:r>
        <w:t>742.5945</w:t>
      </w:r>
      <w:r>
        <w:tab/>
        <w:t>1.013e0</w:t>
      </w:r>
    </w:p>
    <w:p w:rsidR="00E00D30" w:rsidRDefault="00E00D30" w:rsidP="00E00D30">
      <w:r>
        <w:t>742.6201</w:t>
      </w:r>
      <w:r>
        <w:tab/>
        <w:t>2.025e0</w:t>
      </w:r>
    </w:p>
    <w:p w:rsidR="00E00D30" w:rsidRDefault="00E00D30" w:rsidP="00E00D30">
      <w:r>
        <w:t>742.6229</w:t>
      </w:r>
      <w:r>
        <w:tab/>
        <w:t>1.013e0</w:t>
      </w:r>
    </w:p>
    <w:p w:rsidR="00E00D30" w:rsidRDefault="00E00D30" w:rsidP="00E00D30">
      <w:r>
        <w:lastRenderedPageBreak/>
        <w:t>742.6563</w:t>
      </w:r>
      <w:r>
        <w:tab/>
        <w:t>2.025e0</w:t>
      </w:r>
    </w:p>
    <w:p w:rsidR="00E00D30" w:rsidRDefault="00E00D30" w:rsidP="00E00D30">
      <w:r>
        <w:t>742.6686</w:t>
      </w:r>
      <w:r>
        <w:tab/>
        <w:t>1.013e0</w:t>
      </w:r>
    </w:p>
    <w:p w:rsidR="00E00D30" w:rsidRDefault="00E00D30" w:rsidP="00E00D30">
      <w:r>
        <w:t>742.6815</w:t>
      </w:r>
      <w:r>
        <w:tab/>
        <w:t>1.013e0</w:t>
      </w:r>
    </w:p>
    <w:p w:rsidR="00E00D30" w:rsidRDefault="00E00D30" w:rsidP="00E00D30">
      <w:r>
        <w:t>742.7067</w:t>
      </w:r>
      <w:r>
        <w:tab/>
        <w:t>1.013e0</w:t>
      </w:r>
    </w:p>
    <w:p w:rsidR="00E00D30" w:rsidRDefault="00E00D30" w:rsidP="00E00D30">
      <w:r>
        <w:t>742.7604</w:t>
      </w:r>
      <w:r>
        <w:tab/>
        <w:t>1.013e0</w:t>
      </w:r>
    </w:p>
    <w:p w:rsidR="00E00D30" w:rsidRDefault="00E00D30" w:rsidP="00E00D30">
      <w:r>
        <w:t>742.8073</w:t>
      </w:r>
      <w:r>
        <w:tab/>
        <w:t>1.013e0</w:t>
      </w:r>
    </w:p>
    <w:p w:rsidR="00E00D30" w:rsidRDefault="00E00D30" w:rsidP="00E00D30">
      <w:r>
        <w:t>742.8105</w:t>
      </w:r>
      <w:r>
        <w:tab/>
        <w:t>1.013e0</w:t>
      </w:r>
    </w:p>
    <w:p w:rsidR="00E00D30" w:rsidRDefault="00E00D30" w:rsidP="00E00D30">
      <w:r>
        <w:t>742.8320</w:t>
      </w:r>
      <w:r>
        <w:tab/>
        <w:t>1.013e0</w:t>
      </w:r>
    </w:p>
    <w:p w:rsidR="00E00D30" w:rsidRDefault="00E00D30" w:rsidP="00E00D30">
      <w:r>
        <w:t>742.8893</w:t>
      </w:r>
      <w:r>
        <w:tab/>
        <w:t>2.025e0</w:t>
      </w:r>
    </w:p>
    <w:p w:rsidR="00E00D30" w:rsidRDefault="00E00D30" w:rsidP="00E00D30">
      <w:r>
        <w:t>742.8953</w:t>
      </w:r>
      <w:r>
        <w:tab/>
        <w:t>1.013e0</w:t>
      </w:r>
    </w:p>
    <w:p w:rsidR="00E00D30" w:rsidRDefault="00E00D30" w:rsidP="00E00D30">
      <w:r>
        <w:t>742.9144</w:t>
      </w:r>
      <w:r>
        <w:tab/>
        <w:t>1.013e0</w:t>
      </w:r>
    </w:p>
    <w:p w:rsidR="00E00D30" w:rsidRDefault="00E00D30" w:rsidP="00E00D30">
      <w:r>
        <w:t>742.9581</w:t>
      </w:r>
      <w:r>
        <w:tab/>
        <w:t>1.013e0</w:t>
      </w:r>
    </w:p>
    <w:p w:rsidR="00E00D30" w:rsidRDefault="00E00D30" w:rsidP="00E00D30">
      <w:r>
        <w:t>742.9703</w:t>
      </w:r>
      <w:r>
        <w:tab/>
        <w:t>1.013e0</w:t>
      </w:r>
    </w:p>
    <w:p w:rsidR="00E00D30" w:rsidRDefault="00E00D30" w:rsidP="00E00D30">
      <w:r>
        <w:t>742.9958</w:t>
      </w:r>
      <w:r>
        <w:tab/>
        <w:t>1.013e0</w:t>
      </w:r>
    </w:p>
    <w:p w:rsidR="00E00D30" w:rsidRDefault="00E00D30" w:rsidP="00E00D30">
      <w:r>
        <w:t>743.0168</w:t>
      </w:r>
      <w:r>
        <w:tab/>
        <w:t>1.013e0</w:t>
      </w:r>
    </w:p>
    <w:p w:rsidR="00E00D30" w:rsidRDefault="00E00D30" w:rsidP="00E00D30">
      <w:r>
        <w:t>743.0502</w:t>
      </w:r>
      <w:r>
        <w:tab/>
        <w:t>1.013e0</w:t>
      </w:r>
    </w:p>
    <w:p w:rsidR="00E00D30" w:rsidRDefault="00E00D30" w:rsidP="00E00D30">
      <w:r>
        <w:t>743.0834</w:t>
      </w:r>
      <w:r>
        <w:tab/>
        <w:t>1.013e0</w:t>
      </w:r>
    </w:p>
    <w:p w:rsidR="00E00D30" w:rsidRDefault="00E00D30" w:rsidP="00E00D30">
      <w:r>
        <w:t>743.1593</w:t>
      </w:r>
      <w:r>
        <w:tab/>
        <w:t>1.013e0</w:t>
      </w:r>
    </w:p>
    <w:p w:rsidR="00E00D30" w:rsidRDefault="00E00D30" w:rsidP="00E00D30">
      <w:r>
        <w:t>743.1780</w:t>
      </w:r>
      <w:r>
        <w:tab/>
        <w:t>2.025e0</w:t>
      </w:r>
    </w:p>
    <w:p w:rsidR="00E00D30" w:rsidRDefault="00E00D30" w:rsidP="00E00D30">
      <w:r>
        <w:lastRenderedPageBreak/>
        <w:t>743.1876</w:t>
      </w:r>
      <w:r>
        <w:tab/>
        <w:t>1.013e0</w:t>
      </w:r>
    </w:p>
    <w:p w:rsidR="00E00D30" w:rsidRDefault="00E00D30" w:rsidP="00E00D30">
      <w:r>
        <w:t>743.2411</w:t>
      </w:r>
      <w:r>
        <w:tab/>
        <w:t>2.025e0</w:t>
      </w:r>
    </w:p>
    <w:p w:rsidR="00E00D30" w:rsidRDefault="00E00D30" w:rsidP="00E00D30">
      <w:r>
        <w:t>743.2548</w:t>
      </w:r>
      <w:r>
        <w:tab/>
        <w:t>1.013e0</w:t>
      </w:r>
    </w:p>
    <w:p w:rsidR="00E00D30" w:rsidRDefault="00E00D30" w:rsidP="00E00D30">
      <w:r>
        <w:t>743.2725</w:t>
      </w:r>
      <w:r>
        <w:tab/>
        <w:t>1.013e0</w:t>
      </w:r>
    </w:p>
    <w:p w:rsidR="00E00D30" w:rsidRDefault="00E00D30" w:rsidP="00E00D30">
      <w:r>
        <w:t>743.2860</w:t>
      </w:r>
      <w:r>
        <w:tab/>
        <w:t>1.013e0</w:t>
      </w:r>
    </w:p>
    <w:p w:rsidR="00E00D30" w:rsidRDefault="00E00D30" w:rsidP="00E00D30">
      <w:r>
        <w:t>743.2891</w:t>
      </w:r>
      <w:r>
        <w:tab/>
        <w:t>1.013e0</w:t>
      </w:r>
    </w:p>
    <w:p w:rsidR="00E00D30" w:rsidRDefault="00E00D30" w:rsidP="00E00D30">
      <w:r>
        <w:t>743.3226</w:t>
      </w:r>
      <w:r>
        <w:tab/>
        <w:t>1.013e0</w:t>
      </w:r>
    </w:p>
    <w:p w:rsidR="00E00D30" w:rsidRDefault="00E00D30" w:rsidP="00E00D30">
      <w:r>
        <w:t>743.3263</w:t>
      </w:r>
      <w:r>
        <w:tab/>
        <w:t>3.038e0</w:t>
      </w:r>
    </w:p>
    <w:p w:rsidR="00E00D30" w:rsidRDefault="00E00D30" w:rsidP="00E00D30">
      <w:r>
        <w:t>743.3417</w:t>
      </w:r>
      <w:r>
        <w:tab/>
        <w:t>1.013e0</w:t>
      </w:r>
    </w:p>
    <w:p w:rsidR="00E00D30" w:rsidRDefault="00E00D30" w:rsidP="00E00D30">
      <w:r>
        <w:t>743.3669</w:t>
      </w:r>
      <w:r>
        <w:tab/>
        <w:t>2.025e0</w:t>
      </w:r>
    </w:p>
    <w:p w:rsidR="00E00D30" w:rsidRDefault="00E00D30" w:rsidP="00E00D30">
      <w:r>
        <w:t>743.3732</w:t>
      </w:r>
      <w:r>
        <w:tab/>
        <w:t>1.013e0</w:t>
      </w:r>
    </w:p>
    <w:p w:rsidR="00E00D30" w:rsidRDefault="00E00D30" w:rsidP="00E00D30">
      <w:r>
        <w:t>743.3893</w:t>
      </w:r>
      <w:r>
        <w:tab/>
        <w:t>3.038e0</w:t>
      </w:r>
    </w:p>
    <w:p w:rsidR="00E00D30" w:rsidRDefault="00E00D30" w:rsidP="00E00D30">
      <w:r>
        <w:t>743.4170</w:t>
      </w:r>
      <w:r>
        <w:tab/>
        <w:t>4.020e0</w:t>
      </w:r>
    </w:p>
    <w:p w:rsidR="00E00D30" w:rsidRDefault="00E00D30" w:rsidP="00E00D30">
      <w:r>
        <w:t>743.4370</w:t>
      </w:r>
      <w:r>
        <w:tab/>
        <w:t>1.013e0</w:t>
      </w:r>
    </w:p>
    <w:p w:rsidR="00E00D30" w:rsidRDefault="00E00D30" w:rsidP="00E00D30">
      <w:r>
        <w:t>743.4487</w:t>
      </w:r>
      <w:r>
        <w:tab/>
        <w:t>1.013e0</w:t>
      </w:r>
    </w:p>
    <w:p w:rsidR="00E00D30" w:rsidRDefault="00E00D30" w:rsidP="00E00D30">
      <w:r>
        <w:t>743.4526</w:t>
      </w:r>
      <w:r>
        <w:tab/>
        <w:t>2.025e0</w:t>
      </w:r>
    </w:p>
    <w:p w:rsidR="00E00D30" w:rsidRDefault="00E00D30" w:rsidP="00E00D30">
      <w:r>
        <w:t>743.4603</w:t>
      </w:r>
      <w:r>
        <w:tab/>
        <w:t>5.063e0</w:t>
      </w:r>
    </w:p>
    <w:p w:rsidR="00E00D30" w:rsidRDefault="00E00D30" w:rsidP="00E00D30">
      <w:r>
        <w:t>743.4747</w:t>
      </w:r>
      <w:r>
        <w:tab/>
        <w:t>1.013e0</w:t>
      </w:r>
    </w:p>
    <w:p w:rsidR="00E00D30" w:rsidRDefault="00E00D30" w:rsidP="00E00D30">
      <w:r>
        <w:t>743.5242</w:t>
      </w:r>
      <w:r>
        <w:tab/>
        <w:t>1.013e0</w:t>
      </w:r>
    </w:p>
    <w:p w:rsidR="00E00D30" w:rsidRDefault="00E00D30" w:rsidP="00E00D30">
      <w:r>
        <w:lastRenderedPageBreak/>
        <w:t>743.5619</w:t>
      </w:r>
      <w:r>
        <w:tab/>
        <w:t>2.025e0</w:t>
      </w:r>
    </w:p>
    <w:p w:rsidR="00E00D30" w:rsidRDefault="00E00D30" w:rsidP="00E00D30">
      <w:r>
        <w:t>743.6248</w:t>
      </w:r>
      <w:r>
        <w:tab/>
        <w:t>1.013e0</w:t>
      </w:r>
    </w:p>
    <w:p w:rsidR="00E00D30" w:rsidRDefault="00E00D30" w:rsidP="00E00D30">
      <w:r>
        <w:t>743.6383</w:t>
      </w:r>
      <w:r>
        <w:tab/>
        <w:t>1.013e0</w:t>
      </w:r>
    </w:p>
    <w:p w:rsidR="00E00D30" w:rsidRDefault="00E00D30" w:rsidP="00E00D30">
      <w:r>
        <w:t>743.6496</w:t>
      </w:r>
      <w:r>
        <w:tab/>
        <w:t>1.013e0</w:t>
      </w:r>
    </w:p>
    <w:p w:rsidR="00E00D30" w:rsidRDefault="00E00D30" w:rsidP="00E00D30">
      <w:r>
        <w:t>743.6650</w:t>
      </w:r>
      <w:r>
        <w:tab/>
        <w:t>2.025e0</w:t>
      </w:r>
    </w:p>
    <w:p w:rsidR="00E00D30" w:rsidRDefault="00E00D30" w:rsidP="00E00D30">
      <w:r>
        <w:t>743.6761</w:t>
      </w:r>
      <w:r>
        <w:tab/>
        <w:t>1.013e0</w:t>
      </w:r>
    </w:p>
    <w:p w:rsidR="00E00D30" w:rsidRDefault="00E00D30" w:rsidP="00E00D30">
      <w:r>
        <w:t>743.7255</w:t>
      </w:r>
      <w:r>
        <w:tab/>
        <w:t>1.013e0</w:t>
      </w:r>
    </w:p>
    <w:p w:rsidR="00E00D30" w:rsidRDefault="00E00D30" w:rsidP="00E00D30">
      <w:r>
        <w:t>743.7381</w:t>
      </w:r>
      <w:r>
        <w:tab/>
        <w:t>1.013e0</w:t>
      </w:r>
    </w:p>
    <w:p w:rsidR="00E00D30" w:rsidRDefault="00E00D30" w:rsidP="00E00D30">
      <w:r>
        <w:t>743.7516</w:t>
      </w:r>
      <w:r>
        <w:tab/>
        <w:t>1.013e0</w:t>
      </w:r>
    </w:p>
    <w:p w:rsidR="00E00D30" w:rsidRDefault="00E00D30" w:rsidP="00E00D30">
      <w:r>
        <w:t>743.7640</w:t>
      </w:r>
      <w:r>
        <w:tab/>
        <w:t>3.038e0</w:t>
      </w:r>
    </w:p>
    <w:p w:rsidR="00E00D30" w:rsidRDefault="00E00D30" w:rsidP="00E00D30">
      <w:r>
        <w:t>743.7885</w:t>
      </w:r>
      <w:r>
        <w:tab/>
        <w:t>1.013e0</w:t>
      </w:r>
    </w:p>
    <w:p w:rsidR="00E00D30" w:rsidRDefault="00E00D30" w:rsidP="00E00D30">
      <w:r>
        <w:t>743.8012</w:t>
      </w:r>
      <w:r>
        <w:tab/>
        <w:t>1.013e0</w:t>
      </w:r>
    </w:p>
    <w:p w:rsidR="00E00D30" w:rsidRDefault="00E00D30" w:rsidP="00E00D30">
      <w:r>
        <w:t>743.8162</w:t>
      </w:r>
      <w:r>
        <w:tab/>
        <w:t>4.051e0</w:t>
      </w:r>
    </w:p>
    <w:p w:rsidR="00E00D30" w:rsidRDefault="00E00D30" w:rsidP="00E00D30">
      <w:r>
        <w:t>743.8514</w:t>
      </w:r>
      <w:r>
        <w:tab/>
        <w:t>1.013e0</w:t>
      </w:r>
    </w:p>
    <w:p w:rsidR="00E00D30" w:rsidRDefault="00E00D30" w:rsidP="00E00D30">
      <w:r>
        <w:t>743.8649</w:t>
      </w:r>
      <w:r>
        <w:tab/>
        <w:t>1.013e0</w:t>
      </w:r>
    </w:p>
    <w:p w:rsidR="00E00D30" w:rsidRDefault="00E00D30" w:rsidP="00E00D30">
      <w:r>
        <w:t>743.8892</w:t>
      </w:r>
      <w:r>
        <w:tab/>
        <w:t>1.013e0</w:t>
      </w:r>
    </w:p>
    <w:p w:rsidR="00E00D30" w:rsidRDefault="00E00D30" w:rsidP="00E00D30">
      <w:r>
        <w:t>743.9017</w:t>
      </w:r>
      <w:r>
        <w:tab/>
        <w:t>1.013e0</w:t>
      </w:r>
    </w:p>
    <w:p w:rsidR="00E00D30" w:rsidRDefault="00E00D30" w:rsidP="00E00D30">
      <w:r>
        <w:t>743.9213</w:t>
      </w:r>
      <w:r>
        <w:tab/>
        <w:t>1.013e0</w:t>
      </w:r>
    </w:p>
    <w:p w:rsidR="00E00D30" w:rsidRDefault="00E00D30" w:rsidP="00E00D30">
      <w:r>
        <w:t>743.9265</w:t>
      </w:r>
      <w:r>
        <w:tab/>
        <w:t>1.013e0</w:t>
      </w:r>
    </w:p>
    <w:p w:rsidR="00E00D30" w:rsidRDefault="00E00D30" w:rsidP="00E00D30">
      <w:r>
        <w:lastRenderedPageBreak/>
        <w:t>743.9521</w:t>
      </w:r>
      <w:r>
        <w:tab/>
        <w:t>1.013e0</w:t>
      </w:r>
    </w:p>
    <w:p w:rsidR="00E00D30" w:rsidRDefault="00E00D30" w:rsidP="00E00D30">
      <w:r>
        <w:t>743.9643</w:t>
      </w:r>
      <w:r>
        <w:tab/>
        <w:t>1.013e0</w:t>
      </w:r>
    </w:p>
    <w:p w:rsidR="00E00D30" w:rsidRDefault="00E00D30" w:rsidP="00E00D30">
      <w:r>
        <w:t>744.0398</w:t>
      </w:r>
      <w:r>
        <w:tab/>
        <w:t>1.013e0</w:t>
      </w:r>
    </w:p>
    <w:p w:rsidR="00E00D30" w:rsidRDefault="00E00D30" w:rsidP="00E00D30">
      <w:r>
        <w:t>744.0543</w:t>
      </w:r>
      <w:r>
        <w:tab/>
        <w:t>3.038e0</w:t>
      </w:r>
    </w:p>
    <w:p w:rsidR="00E00D30" w:rsidRDefault="00E00D30" w:rsidP="00E00D30">
      <w:r>
        <w:t>744.0665</w:t>
      </w:r>
      <w:r>
        <w:tab/>
        <w:t>2.025e0</w:t>
      </w:r>
    </w:p>
    <w:p w:rsidR="00E00D30" w:rsidRDefault="00E00D30" w:rsidP="00E00D30">
      <w:r>
        <w:t>744.1036</w:t>
      </w:r>
      <w:r>
        <w:tab/>
        <w:t>2.025e0</w:t>
      </w:r>
    </w:p>
    <w:p w:rsidR="00E00D30" w:rsidRDefault="00E00D30" w:rsidP="00E00D30">
      <w:r>
        <w:t>744.1271</w:t>
      </w:r>
      <w:r>
        <w:tab/>
        <w:t>1.013e0</w:t>
      </w:r>
    </w:p>
    <w:p w:rsidR="00E00D30" w:rsidRDefault="00E00D30" w:rsidP="00E00D30">
      <w:r>
        <w:t>744.1618</w:t>
      </w:r>
      <w:r>
        <w:tab/>
        <w:t>1.013e0</w:t>
      </w:r>
    </w:p>
    <w:p w:rsidR="00E00D30" w:rsidRDefault="00E00D30" w:rsidP="00E00D30">
      <w:r>
        <w:t>744.1786</w:t>
      </w:r>
      <w:r>
        <w:tab/>
        <w:t>2.025e0</w:t>
      </w:r>
    </w:p>
    <w:p w:rsidR="00E00D30" w:rsidRDefault="00E00D30" w:rsidP="00E00D30">
      <w:r>
        <w:t>744.2161</w:t>
      </w:r>
      <w:r>
        <w:tab/>
        <w:t>1.013e0</w:t>
      </w:r>
    </w:p>
    <w:p w:rsidR="00E00D30" w:rsidRDefault="00E00D30" w:rsidP="00E00D30">
      <w:r>
        <w:t>744.2539</w:t>
      </w:r>
      <w:r>
        <w:tab/>
        <w:t>1.013e0</w:t>
      </w:r>
    </w:p>
    <w:p w:rsidR="00E00D30" w:rsidRDefault="00E00D30" w:rsidP="00E00D30">
      <w:r>
        <w:t>744.2917</w:t>
      </w:r>
      <w:r>
        <w:tab/>
        <w:t>1.013e0</w:t>
      </w:r>
    </w:p>
    <w:p w:rsidR="00E00D30" w:rsidRDefault="00E00D30" w:rsidP="00E00D30">
      <w:r>
        <w:t>744.3010</w:t>
      </w:r>
      <w:r>
        <w:tab/>
        <w:t>2.025e0</w:t>
      </w:r>
    </w:p>
    <w:p w:rsidR="00E00D30" w:rsidRDefault="00E00D30" w:rsidP="00E00D30">
      <w:r>
        <w:t>744.3358</w:t>
      </w:r>
      <w:r>
        <w:tab/>
        <w:t>2.025e0</w:t>
      </w:r>
    </w:p>
    <w:p w:rsidR="00E00D30" w:rsidRDefault="00E00D30" w:rsidP="00E00D30">
      <w:r>
        <w:t>744.3485</w:t>
      </w:r>
      <w:r>
        <w:tab/>
        <w:t>2.025e0</w:t>
      </w:r>
    </w:p>
    <w:p w:rsidR="00E00D30" w:rsidRDefault="00E00D30" w:rsidP="00E00D30">
      <w:r>
        <w:t>744.4099</w:t>
      </w:r>
      <w:r>
        <w:tab/>
        <w:t>2.025e0</w:t>
      </w:r>
    </w:p>
    <w:p w:rsidR="00E00D30" w:rsidRDefault="00E00D30" w:rsidP="00E00D30">
      <w:r>
        <w:t>744.4164</w:t>
      </w:r>
      <w:r>
        <w:tab/>
        <w:t>3.038e0</w:t>
      </w:r>
    </w:p>
    <w:p w:rsidR="00E00D30" w:rsidRDefault="00E00D30" w:rsidP="00E00D30">
      <w:r>
        <w:t>744.4304</w:t>
      </w:r>
      <w:r>
        <w:tab/>
        <w:t>2.025e0</w:t>
      </w:r>
    </w:p>
    <w:p w:rsidR="00E00D30" w:rsidRDefault="00E00D30" w:rsidP="00E00D30">
      <w:r>
        <w:t>744.4523</w:t>
      </w:r>
      <w:r>
        <w:tab/>
        <w:t>1.013e0</w:t>
      </w:r>
    </w:p>
    <w:p w:rsidR="00E00D30" w:rsidRDefault="00E00D30" w:rsidP="00E00D30">
      <w:r>
        <w:lastRenderedPageBreak/>
        <w:t>744.5116</w:t>
      </w:r>
      <w:r>
        <w:tab/>
        <w:t>2.025e0</w:t>
      </w:r>
    </w:p>
    <w:p w:rsidR="00E00D30" w:rsidRDefault="00E00D30" w:rsidP="00E00D30">
      <w:r>
        <w:t>744.5446</w:t>
      </w:r>
      <w:r>
        <w:tab/>
        <w:t>2.025e0</w:t>
      </w:r>
    </w:p>
    <w:p w:rsidR="00E00D30" w:rsidRDefault="00E00D30" w:rsidP="00E00D30">
      <w:r>
        <w:t>744.5536</w:t>
      </w:r>
      <w:r>
        <w:tab/>
        <w:t>1.013e0</w:t>
      </w:r>
    </w:p>
    <w:p w:rsidR="00E00D30" w:rsidRDefault="00E00D30" w:rsidP="00E00D30">
      <w:r>
        <w:t>744.5986</w:t>
      </w:r>
      <w:r>
        <w:tab/>
        <w:t>3.038e0</w:t>
      </w:r>
    </w:p>
    <w:p w:rsidR="00E00D30" w:rsidRDefault="00E00D30" w:rsidP="00E00D30">
      <w:r>
        <w:t>744.6027</w:t>
      </w:r>
      <w:r>
        <w:tab/>
        <w:t>3.038e0</w:t>
      </w:r>
    </w:p>
    <w:p w:rsidR="00E00D30" w:rsidRDefault="00E00D30" w:rsidP="00E00D30">
      <w:r>
        <w:t>744.6218</w:t>
      </w:r>
      <w:r>
        <w:tab/>
        <w:t>1.013e0</w:t>
      </w:r>
    </w:p>
    <w:p w:rsidR="00E00D30" w:rsidRDefault="00E00D30" w:rsidP="00E00D30">
      <w:r>
        <w:t>744.6506</w:t>
      </w:r>
      <w:r>
        <w:tab/>
        <w:t>2.025e0</w:t>
      </w:r>
    </w:p>
    <w:p w:rsidR="00E00D30" w:rsidRDefault="00E00D30" w:rsidP="00E00D30">
      <w:r>
        <w:t>744.6570</w:t>
      </w:r>
      <w:r>
        <w:tab/>
        <w:t>1.013e0</w:t>
      </w:r>
    </w:p>
    <w:p w:rsidR="00E00D30" w:rsidRDefault="00E00D30" w:rsidP="00E00D30">
      <w:r>
        <w:t>744.6790</w:t>
      </w:r>
      <w:r>
        <w:tab/>
        <w:t>2.025e0</w:t>
      </w:r>
    </w:p>
    <w:p w:rsidR="00E00D30" w:rsidRDefault="00E00D30" w:rsidP="00E00D30">
      <w:r>
        <w:t>744.6870</w:t>
      </w:r>
      <w:r>
        <w:tab/>
        <w:t>2.025e0</w:t>
      </w:r>
    </w:p>
    <w:p w:rsidR="00E00D30" w:rsidRDefault="00E00D30" w:rsidP="00E00D30">
      <w:r>
        <w:t>744.7079</w:t>
      </w:r>
      <w:r>
        <w:tab/>
        <w:t>2.025e0</w:t>
      </w:r>
    </w:p>
    <w:p w:rsidR="00E00D30" w:rsidRDefault="00E00D30" w:rsidP="00E00D30">
      <w:r>
        <w:t>744.7579</w:t>
      </w:r>
      <w:r>
        <w:tab/>
        <w:t>1.013e0</w:t>
      </w:r>
    </w:p>
    <w:p w:rsidR="00E00D30" w:rsidRDefault="00E00D30" w:rsidP="00E00D30">
      <w:r>
        <w:t>744.8213</w:t>
      </w:r>
      <w:r>
        <w:tab/>
        <w:t>1.013e0</w:t>
      </w:r>
    </w:p>
    <w:p w:rsidR="00E00D30" w:rsidRDefault="00E00D30" w:rsidP="00E00D30">
      <w:r>
        <w:t>744.8269</w:t>
      </w:r>
      <w:r>
        <w:tab/>
        <w:t>1.013e0</w:t>
      </w:r>
    </w:p>
    <w:p w:rsidR="00E00D30" w:rsidRDefault="00E00D30" w:rsidP="00E00D30">
      <w:r>
        <w:t>744.8461</w:t>
      </w:r>
      <w:r>
        <w:tab/>
        <w:t>2.025e0</w:t>
      </w:r>
    </w:p>
    <w:p w:rsidR="00E00D30" w:rsidRDefault="00E00D30" w:rsidP="00E00D30">
      <w:r>
        <w:t>744.8622</w:t>
      </w:r>
      <w:r>
        <w:tab/>
        <w:t>1.013e0</w:t>
      </w:r>
    </w:p>
    <w:p w:rsidR="00E00D30" w:rsidRDefault="00E00D30" w:rsidP="00E00D30">
      <w:r>
        <w:t>744.8843</w:t>
      </w:r>
      <w:r>
        <w:tab/>
        <w:t>1.013e0</w:t>
      </w:r>
    </w:p>
    <w:p w:rsidR="00E00D30" w:rsidRDefault="00E00D30" w:rsidP="00E00D30">
      <w:r>
        <w:t>744.9297</w:t>
      </w:r>
      <w:r>
        <w:tab/>
        <w:t>1.013e0</w:t>
      </w:r>
    </w:p>
    <w:p w:rsidR="00E00D30" w:rsidRDefault="00E00D30" w:rsidP="00E00D30">
      <w:r>
        <w:t>744.9473</w:t>
      </w:r>
      <w:r>
        <w:tab/>
        <w:t>3.038e0</w:t>
      </w:r>
    </w:p>
    <w:p w:rsidR="00E00D30" w:rsidRDefault="00E00D30" w:rsidP="00E00D30">
      <w:r>
        <w:lastRenderedPageBreak/>
        <w:t>744.9662</w:t>
      </w:r>
      <w:r>
        <w:tab/>
        <w:t>2.025e0</w:t>
      </w:r>
    </w:p>
    <w:p w:rsidR="00E00D30" w:rsidRDefault="00E00D30" w:rsidP="00E00D30">
      <w:r>
        <w:t>745.0149</w:t>
      </w:r>
      <w:r>
        <w:tab/>
        <w:t>1.013e0</w:t>
      </w:r>
    </w:p>
    <w:p w:rsidR="00E00D30" w:rsidRDefault="00E00D30" w:rsidP="00E00D30">
      <w:r>
        <w:t>745.0486</w:t>
      </w:r>
      <w:r>
        <w:tab/>
        <w:t>1.013e0</w:t>
      </w:r>
    </w:p>
    <w:p w:rsidR="00E00D30" w:rsidRDefault="00E00D30" w:rsidP="00E00D30">
      <w:r>
        <w:t>745.0665</w:t>
      </w:r>
      <w:r>
        <w:tab/>
        <w:t>1.013e0</w:t>
      </w:r>
    </w:p>
    <w:p w:rsidR="00E00D30" w:rsidRDefault="00E00D30" w:rsidP="00E00D30">
      <w:r>
        <w:t>745.1280</w:t>
      </w:r>
      <w:r>
        <w:tab/>
        <w:t>4.051e0</w:t>
      </w:r>
    </w:p>
    <w:p w:rsidR="00E00D30" w:rsidRDefault="00E00D30" w:rsidP="00E00D30">
      <w:r>
        <w:t>745.1495</w:t>
      </w:r>
      <w:r>
        <w:tab/>
        <w:t>2.025e0</w:t>
      </w:r>
    </w:p>
    <w:p w:rsidR="00E00D30" w:rsidRDefault="00E00D30" w:rsidP="00E00D30">
      <w:r>
        <w:t>745.2626</w:t>
      </w:r>
      <w:r>
        <w:tab/>
        <w:t>1.013e0</w:t>
      </w:r>
    </w:p>
    <w:p w:rsidR="00E00D30" w:rsidRDefault="00E00D30" w:rsidP="00E00D30">
      <w:r>
        <w:t>745.2887</w:t>
      </w:r>
      <w:r>
        <w:tab/>
        <w:t>1.013e0</w:t>
      </w:r>
    </w:p>
    <w:p w:rsidR="00E00D30" w:rsidRDefault="00E00D30" w:rsidP="00E00D30">
      <w:r>
        <w:t>745.3399</w:t>
      </w:r>
      <w:r>
        <w:tab/>
        <w:t>2.025e0</w:t>
      </w:r>
    </w:p>
    <w:p w:rsidR="00E00D30" w:rsidRDefault="00E00D30" w:rsidP="00E00D30">
      <w:r>
        <w:t>745.3460</w:t>
      </w:r>
      <w:r>
        <w:tab/>
        <w:t>2.025e0</w:t>
      </w:r>
    </w:p>
    <w:p w:rsidR="00E00D30" w:rsidRDefault="00E00D30" w:rsidP="00E00D30">
      <w:r>
        <w:t>745.3569</w:t>
      </w:r>
      <w:r>
        <w:tab/>
        <w:t>1.013e0</w:t>
      </w:r>
    </w:p>
    <w:p w:rsidR="00E00D30" w:rsidRDefault="00E00D30" w:rsidP="00E00D30">
      <w:r>
        <w:t>745.3757</w:t>
      </w:r>
      <w:r>
        <w:tab/>
        <w:t>1.013e0</w:t>
      </w:r>
    </w:p>
    <w:p w:rsidR="00E00D30" w:rsidRDefault="00E00D30" w:rsidP="00E00D30">
      <w:r>
        <w:t>745.3828</w:t>
      </w:r>
      <w:r>
        <w:tab/>
        <w:t>2.025e0</w:t>
      </w:r>
    </w:p>
    <w:p w:rsidR="00E00D30" w:rsidRDefault="00E00D30" w:rsidP="00E00D30">
      <w:r>
        <w:t>745.4013</w:t>
      </w:r>
      <w:r>
        <w:tab/>
        <w:t>1.013e0</w:t>
      </w:r>
    </w:p>
    <w:p w:rsidR="00E00D30" w:rsidRDefault="00E00D30" w:rsidP="00E00D30">
      <w:r>
        <w:t>745.4766</w:t>
      </w:r>
      <w:r>
        <w:tab/>
        <w:t>1.013e0</w:t>
      </w:r>
    </w:p>
    <w:p w:rsidR="00E00D30" w:rsidRDefault="00E00D30" w:rsidP="00E00D30">
      <w:r>
        <w:t>745.5151</w:t>
      </w:r>
      <w:r>
        <w:tab/>
        <w:t>4.051e0</w:t>
      </w:r>
    </w:p>
    <w:p w:rsidR="00E00D30" w:rsidRDefault="00E00D30" w:rsidP="00E00D30">
      <w:r>
        <w:t>745.5333</w:t>
      </w:r>
      <w:r>
        <w:tab/>
        <w:t>3.038e0</w:t>
      </w:r>
    </w:p>
    <w:p w:rsidR="00E00D30" w:rsidRDefault="00E00D30" w:rsidP="00E00D30">
      <w:r>
        <w:t>745.5775</w:t>
      </w:r>
      <w:r>
        <w:tab/>
        <w:t>1.013e0</w:t>
      </w:r>
    </w:p>
    <w:p w:rsidR="00E00D30" w:rsidRDefault="00E00D30" w:rsidP="00E00D30">
      <w:r>
        <w:t>745.5786</w:t>
      </w:r>
      <w:r>
        <w:tab/>
        <w:t>1.013e0</w:t>
      </w:r>
    </w:p>
    <w:p w:rsidR="00E00D30" w:rsidRDefault="00E00D30" w:rsidP="00E00D30">
      <w:r>
        <w:lastRenderedPageBreak/>
        <w:t>745.5836</w:t>
      </w:r>
      <w:r>
        <w:tab/>
        <w:t>3.038e0</w:t>
      </w:r>
    </w:p>
    <w:p w:rsidR="00E00D30" w:rsidRDefault="00E00D30" w:rsidP="00E00D30">
      <w:r>
        <w:t>745.5970</w:t>
      </w:r>
      <w:r>
        <w:tab/>
        <w:t>1.013e0</w:t>
      </w:r>
    </w:p>
    <w:p w:rsidR="00E00D30" w:rsidRDefault="00E00D30" w:rsidP="00E00D30">
      <w:r>
        <w:t>745.6129</w:t>
      </w:r>
      <w:r>
        <w:tab/>
        <w:t>1.013e0</w:t>
      </w:r>
    </w:p>
    <w:p w:rsidR="00E00D30" w:rsidRDefault="00E00D30" w:rsidP="00E00D30">
      <w:r>
        <w:t>745.6157</w:t>
      </w:r>
      <w:r>
        <w:tab/>
        <w:t>2.025e0</w:t>
      </w:r>
    </w:p>
    <w:p w:rsidR="00E00D30" w:rsidRDefault="00E00D30" w:rsidP="00E00D30">
      <w:r>
        <w:t>745.6279</w:t>
      </w:r>
      <w:r>
        <w:tab/>
        <w:t>1.013e0</w:t>
      </w:r>
    </w:p>
    <w:p w:rsidR="00E00D30" w:rsidRDefault="00E00D30" w:rsidP="00E00D30">
      <w:r>
        <w:t>745.6300</w:t>
      </w:r>
      <w:r>
        <w:tab/>
        <w:t>1.013e0</w:t>
      </w:r>
    </w:p>
    <w:p w:rsidR="00E00D30" w:rsidRDefault="00E00D30" w:rsidP="00E00D30">
      <w:r>
        <w:t>745.6362</w:t>
      </w:r>
      <w:r>
        <w:tab/>
        <w:t>2.025e0</w:t>
      </w:r>
    </w:p>
    <w:p w:rsidR="00E00D30" w:rsidRDefault="00E00D30" w:rsidP="00E00D30">
      <w:r>
        <w:t>745.6671</w:t>
      </w:r>
      <w:r>
        <w:tab/>
        <w:t>1.013e0</w:t>
      </w:r>
    </w:p>
    <w:p w:rsidR="00E00D30" w:rsidRDefault="00E00D30" w:rsidP="00E00D30">
      <w:r>
        <w:t>745.6985</w:t>
      </w:r>
      <w:r>
        <w:tab/>
        <w:t>1.013e0</w:t>
      </w:r>
    </w:p>
    <w:p w:rsidR="00E00D30" w:rsidRDefault="00E00D30" w:rsidP="00E00D30">
      <w:r>
        <w:t>745.7226</w:t>
      </w:r>
      <w:r>
        <w:tab/>
        <w:t>2.025e0</w:t>
      </w:r>
    </w:p>
    <w:p w:rsidR="00E00D30" w:rsidRDefault="00E00D30" w:rsidP="00E00D30">
      <w:r>
        <w:t>745.7302</w:t>
      </w:r>
      <w:r>
        <w:tab/>
        <w:t>1.013e0</w:t>
      </w:r>
    </w:p>
    <w:p w:rsidR="00E00D30" w:rsidRDefault="00E00D30" w:rsidP="00E00D30">
      <w:r>
        <w:t>745.7419</w:t>
      </w:r>
      <w:r>
        <w:tab/>
        <w:t>2.025e0</w:t>
      </w:r>
    </w:p>
    <w:p w:rsidR="00E00D30" w:rsidRDefault="00E00D30" w:rsidP="00E00D30">
      <w:r>
        <w:t>745.7725</w:t>
      </w:r>
      <w:r>
        <w:tab/>
        <w:t>3.038e0</w:t>
      </w:r>
    </w:p>
    <w:p w:rsidR="00E00D30" w:rsidRDefault="00E00D30" w:rsidP="00E00D30">
      <w:r>
        <w:t>745.7798</w:t>
      </w:r>
      <w:r>
        <w:tab/>
        <w:t>1.013e0</w:t>
      </w:r>
    </w:p>
    <w:p w:rsidR="00E00D30" w:rsidRDefault="00E00D30" w:rsidP="00E00D30">
      <w:r>
        <w:t>745.8353</w:t>
      </w:r>
      <w:r>
        <w:tab/>
        <w:t>1.013e0</w:t>
      </w:r>
    </w:p>
    <w:p w:rsidR="00E00D30" w:rsidRDefault="00E00D30" w:rsidP="00E00D30">
      <w:r>
        <w:t>745.9205</w:t>
      </w:r>
      <w:r>
        <w:tab/>
        <w:t>1.013e0</w:t>
      </w:r>
    </w:p>
    <w:p w:rsidR="00E00D30" w:rsidRDefault="00E00D30" w:rsidP="00E00D30">
      <w:r>
        <w:t>745.9382</w:t>
      </w:r>
      <w:r>
        <w:tab/>
        <w:t>3.038e0</w:t>
      </w:r>
    </w:p>
    <w:p w:rsidR="00E00D30" w:rsidRDefault="00E00D30" w:rsidP="00E00D30">
      <w:r>
        <w:t>745.9561</w:t>
      </w:r>
      <w:r>
        <w:tab/>
        <w:t>1.013e0</w:t>
      </w:r>
    </w:p>
    <w:p w:rsidR="00E00D30" w:rsidRDefault="00E00D30" w:rsidP="00E00D30">
      <w:r>
        <w:t>745.9714</w:t>
      </w:r>
      <w:r>
        <w:tab/>
        <w:t>1.013e0</w:t>
      </w:r>
    </w:p>
    <w:p w:rsidR="00E00D30" w:rsidRDefault="00E00D30" w:rsidP="00E00D30">
      <w:r>
        <w:lastRenderedPageBreak/>
        <w:t>745.9817</w:t>
      </w:r>
      <w:r>
        <w:tab/>
        <w:t>1.013e0</w:t>
      </w:r>
    </w:p>
    <w:p w:rsidR="00E00D30" w:rsidRDefault="00E00D30" w:rsidP="00E00D30">
      <w:r>
        <w:t>746.1253</w:t>
      </w:r>
      <w:r>
        <w:tab/>
        <w:t>1.013e0</w:t>
      </w:r>
    </w:p>
    <w:p w:rsidR="00E00D30" w:rsidRDefault="00E00D30" w:rsidP="00E00D30">
      <w:r>
        <w:t>746.1287</w:t>
      </w:r>
      <w:r>
        <w:tab/>
        <w:t>2.025e0</w:t>
      </w:r>
    </w:p>
    <w:p w:rsidR="00E00D30" w:rsidRDefault="00E00D30" w:rsidP="00E00D30">
      <w:r>
        <w:t>746.1604</w:t>
      </w:r>
      <w:r>
        <w:tab/>
        <w:t>1.013e0</w:t>
      </w:r>
    </w:p>
    <w:p w:rsidR="00E00D30" w:rsidRDefault="00E00D30" w:rsidP="00E00D30">
      <w:r>
        <w:t>746.1833</w:t>
      </w:r>
      <w:r>
        <w:tab/>
        <w:t>1.013e0</w:t>
      </w:r>
    </w:p>
    <w:p w:rsidR="00E00D30" w:rsidRDefault="00E00D30" w:rsidP="00E00D30">
      <w:r>
        <w:t>746.2107</w:t>
      </w:r>
      <w:r>
        <w:tab/>
        <w:t>2.025e0</w:t>
      </w:r>
    </w:p>
    <w:p w:rsidR="00E00D30" w:rsidRDefault="00E00D30" w:rsidP="00E00D30">
      <w:r>
        <w:t>746.2793</w:t>
      </w:r>
      <w:r>
        <w:tab/>
        <w:t>2.025e0</w:t>
      </w:r>
    </w:p>
    <w:p w:rsidR="00E00D30" w:rsidRDefault="00E00D30" w:rsidP="00E00D30">
      <w:r>
        <w:t>746.3182</w:t>
      </w:r>
      <w:r>
        <w:tab/>
        <w:t>2.025e0</w:t>
      </w:r>
    </w:p>
    <w:p w:rsidR="00E00D30" w:rsidRDefault="00E00D30" w:rsidP="00E00D30">
      <w:r>
        <w:t>746.3217</w:t>
      </w:r>
      <w:r>
        <w:tab/>
        <w:t>2.025e0</w:t>
      </w:r>
    </w:p>
    <w:p w:rsidR="00E00D30" w:rsidRDefault="00E00D30" w:rsidP="00E00D30">
      <w:r>
        <w:t>746.3352</w:t>
      </w:r>
      <w:r>
        <w:tab/>
        <w:t>1.013e0</w:t>
      </w:r>
    </w:p>
    <w:p w:rsidR="00E00D30" w:rsidRDefault="00E00D30" w:rsidP="00E00D30">
      <w:r>
        <w:t>746.3404</w:t>
      </w:r>
      <w:r>
        <w:tab/>
        <w:t>2.025e0</w:t>
      </w:r>
    </w:p>
    <w:p w:rsidR="00E00D30" w:rsidRDefault="00E00D30" w:rsidP="00E00D30">
      <w:r>
        <w:t>746.3474</w:t>
      </w:r>
      <w:r>
        <w:tab/>
        <w:t>1.013e0</w:t>
      </w:r>
    </w:p>
    <w:p w:rsidR="00E00D30" w:rsidRDefault="00E00D30" w:rsidP="00E00D30">
      <w:r>
        <w:t>746.3727</w:t>
      </w:r>
      <w:r>
        <w:tab/>
        <w:t>1.013e0</w:t>
      </w:r>
    </w:p>
    <w:p w:rsidR="00E00D30" w:rsidRDefault="00E00D30" w:rsidP="00E00D30">
      <w:r>
        <w:t>746.3828</w:t>
      </w:r>
      <w:r>
        <w:tab/>
        <w:t>1.013e0</w:t>
      </w:r>
    </w:p>
    <w:p w:rsidR="00E00D30" w:rsidRDefault="00E00D30" w:rsidP="00E00D30">
      <w:r>
        <w:t>746.3909</w:t>
      </w:r>
      <w:r>
        <w:tab/>
        <w:t>2.025e0</w:t>
      </w:r>
    </w:p>
    <w:p w:rsidR="00E00D30" w:rsidRDefault="00E00D30" w:rsidP="00E00D30">
      <w:r>
        <w:t>746.3990</w:t>
      </w:r>
      <w:r>
        <w:tab/>
        <w:t>2.025e0</w:t>
      </w:r>
    </w:p>
    <w:p w:rsidR="00E00D30" w:rsidRDefault="00E00D30" w:rsidP="00E00D30">
      <w:r>
        <w:t>746.4171</w:t>
      </w:r>
      <w:r>
        <w:tab/>
        <w:t>1.013e0</w:t>
      </w:r>
    </w:p>
    <w:p w:rsidR="00E00D30" w:rsidRDefault="00E00D30" w:rsidP="00E00D30">
      <w:r>
        <w:t>746.4585</w:t>
      </w:r>
      <w:r>
        <w:tab/>
        <w:t>2.025e0</w:t>
      </w:r>
    </w:p>
    <w:p w:rsidR="00E00D30" w:rsidRDefault="00E00D30" w:rsidP="00E00D30">
      <w:r>
        <w:t>746.4673</w:t>
      </w:r>
      <w:r>
        <w:tab/>
        <w:t>1.013e0</w:t>
      </w:r>
    </w:p>
    <w:p w:rsidR="00E00D30" w:rsidRDefault="00E00D30" w:rsidP="00E00D30">
      <w:r>
        <w:lastRenderedPageBreak/>
        <w:t>746.4718</w:t>
      </w:r>
      <w:r>
        <w:tab/>
        <w:t>1.903e0</w:t>
      </w:r>
    </w:p>
    <w:p w:rsidR="00E00D30" w:rsidRDefault="00E00D30" w:rsidP="00E00D30">
      <w:r>
        <w:t>746.4805</w:t>
      </w:r>
      <w:r>
        <w:tab/>
        <w:t>2.025e0</w:t>
      </w:r>
    </w:p>
    <w:p w:rsidR="00E00D30" w:rsidRDefault="00E00D30" w:rsidP="00E00D30">
      <w:r>
        <w:t>746.5186</w:t>
      </w:r>
      <w:r>
        <w:tab/>
        <w:t>1.013e0</w:t>
      </w:r>
    </w:p>
    <w:p w:rsidR="00E00D30" w:rsidRDefault="00E00D30" w:rsidP="00E00D30">
      <w:r>
        <w:t>746.5226</w:t>
      </w:r>
      <w:r>
        <w:tab/>
        <w:t>2.025e0</w:t>
      </w:r>
    </w:p>
    <w:p w:rsidR="00E00D30" w:rsidRDefault="00E00D30" w:rsidP="00E00D30">
      <w:r>
        <w:t>746.5301</w:t>
      </w:r>
      <w:r>
        <w:tab/>
        <w:t>4.051e0</w:t>
      </w:r>
    </w:p>
    <w:p w:rsidR="00E00D30" w:rsidRDefault="00E00D30" w:rsidP="00E00D30">
      <w:r>
        <w:t>746.5471</w:t>
      </w:r>
      <w:r>
        <w:tab/>
        <w:t>4.051e0</w:t>
      </w:r>
    </w:p>
    <w:p w:rsidR="00E00D30" w:rsidRDefault="00E00D30" w:rsidP="00E00D30">
      <w:r>
        <w:t>746.5526</w:t>
      </w:r>
      <w:r>
        <w:tab/>
        <w:t>1.013e0</w:t>
      </w:r>
    </w:p>
    <w:p w:rsidR="00E00D30" w:rsidRDefault="00E00D30" w:rsidP="00E00D30">
      <w:r>
        <w:t>746.5714</w:t>
      </w:r>
      <w:r>
        <w:tab/>
        <w:t>2.025e0</w:t>
      </w:r>
    </w:p>
    <w:p w:rsidR="00E00D30" w:rsidRDefault="00E00D30" w:rsidP="00E00D30">
      <w:r>
        <w:t>746.6005</w:t>
      </w:r>
      <w:r>
        <w:tab/>
        <w:t>1.013e0</w:t>
      </w:r>
    </w:p>
    <w:p w:rsidR="00E00D30" w:rsidRDefault="00E00D30" w:rsidP="00E00D30">
      <w:r>
        <w:t>746.6073</w:t>
      </w:r>
      <w:r>
        <w:tab/>
        <w:t>2.025e0</w:t>
      </w:r>
    </w:p>
    <w:p w:rsidR="00E00D30" w:rsidRDefault="00E00D30" w:rsidP="00E00D30">
      <w:r>
        <w:t>746.6384</w:t>
      </w:r>
      <w:r>
        <w:tab/>
        <w:t>1.013e0</w:t>
      </w:r>
    </w:p>
    <w:p w:rsidR="00E00D30" w:rsidRDefault="00E00D30" w:rsidP="00E00D30">
      <w:r>
        <w:t>746.6553</w:t>
      </w:r>
      <w:r>
        <w:tab/>
        <w:t>1.013e0</w:t>
      </w:r>
    </w:p>
    <w:p w:rsidR="00E00D30" w:rsidRDefault="00E00D30" w:rsidP="00E00D30">
      <w:r>
        <w:t>746.6633</w:t>
      </w:r>
      <w:r>
        <w:tab/>
        <w:t>3.038e0</w:t>
      </w:r>
    </w:p>
    <w:p w:rsidR="00E00D30" w:rsidRDefault="00E00D30" w:rsidP="00E00D30">
      <w:r>
        <w:t>746.6885</w:t>
      </w:r>
      <w:r>
        <w:tab/>
        <w:t>1.013e0</w:t>
      </w:r>
    </w:p>
    <w:p w:rsidR="00E00D30" w:rsidRDefault="00E00D30" w:rsidP="00E00D30">
      <w:r>
        <w:t>746.6898</w:t>
      </w:r>
      <w:r>
        <w:tab/>
        <w:t>1.013e0</w:t>
      </w:r>
    </w:p>
    <w:p w:rsidR="00E00D30" w:rsidRDefault="00E00D30" w:rsidP="00E00D30">
      <w:r>
        <w:t>746.7187</w:t>
      </w:r>
      <w:r>
        <w:tab/>
        <w:t>2.025e0</w:t>
      </w:r>
    </w:p>
    <w:p w:rsidR="00E00D30" w:rsidRDefault="00E00D30" w:rsidP="00E00D30">
      <w:r>
        <w:t>746.7521</w:t>
      </w:r>
      <w:r>
        <w:tab/>
        <w:t>1.013e0</w:t>
      </w:r>
    </w:p>
    <w:p w:rsidR="00E00D30" w:rsidRDefault="00E00D30" w:rsidP="00E00D30">
      <w:r>
        <w:t>746.7538</w:t>
      </w:r>
      <w:r>
        <w:tab/>
        <w:t>2.025e0</w:t>
      </w:r>
    </w:p>
    <w:p w:rsidR="00E00D30" w:rsidRDefault="00E00D30" w:rsidP="00E00D30">
      <w:r>
        <w:t>746.7769</w:t>
      </w:r>
      <w:r>
        <w:tab/>
        <w:t>1.013e0</w:t>
      </w:r>
    </w:p>
    <w:p w:rsidR="00E00D30" w:rsidRDefault="00E00D30" w:rsidP="00E00D30">
      <w:r>
        <w:lastRenderedPageBreak/>
        <w:t>746.7896</w:t>
      </w:r>
      <w:r>
        <w:tab/>
        <w:t>2.025e0</w:t>
      </w:r>
    </w:p>
    <w:p w:rsidR="00E00D30" w:rsidRDefault="00E00D30" w:rsidP="00E00D30">
      <w:r>
        <w:t>746.8273</w:t>
      </w:r>
      <w:r>
        <w:tab/>
        <w:t>1.013e0</w:t>
      </w:r>
    </w:p>
    <w:p w:rsidR="00E00D30" w:rsidRDefault="00E00D30" w:rsidP="00E00D30">
      <w:r>
        <w:t>746.8405</w:t>
      </w:r>
      <w:r>
        <w:tab/>
        <w:t>1.013e0</w:t>
      </w:r>
    </w:p>
    <w:p w:rsidR="00E00D30" w:rsidRDefault="00E00D30" w:rsidP="00E00D30">
      <w:r>
        <w:t>746.8527</w:t>
      </w:r>
      <w:r>
        <w:tab/>
        <w:t>1.013e0</w:t>
      </w:r>
    </w:p>
    <w:p w:rsidR="00E00D30" w:rsidRDefault="00E00D30" w:rsidP="00E00D30">
      <w:r>
        <w:t>746.8939</w:t>
      </w:r>
      <w:r>
        <w:tab/>
        <w:t>1.013e0</w:t>
      </w:r>
    </w:p>
    <w:p w:rsidR="00E00D30" w:rsidRDefault="00E00D30" w:rsidP="00E00D30">
      <w:r>
        <w:t>746.9285</w:t>
      </w:r>
      <w:r>
        <w:tab/>
        <w:t>1.013e0</w:t>
      </w:r>
    </w:p>
    <w:p w:rsidR="00E00D30" w:rsidRDefault="00E00D30" w:rsidP="00E00D30">
      <w:r>
        <w:t>746.9454</w:t>
      </w:r>
      <w:r>
        <w:tab/>
        <w:t>2.025e0</w:t>
      </w:r>
    </w:p>
    <w:p w:rsidR="00E00D30" w:rsidRDefault="00E00D30" w:rsidP="00E00D30">
      <w:r>
        <w:t>747.0347</w:t>
      </w:r>
      <w:r>
        <w:tab/>
        <w:t>3.038e0</w:t>
      </w:r>
    </w:p>
    <w:p w:rsidR="00E00D30" w:rsidRDefault="00E00D30" w:rsidP="00E00D30">
      <w:r>
        <w:t>747.0930</w:t>
      </w:r>
      <w:r>
        <w:tab/>
        <w:t>2.025e0</w:t>
      </w:r>
    </w:p>
    <w:p w:rsidR="00E00D30" w:rsidRDefault="00E00D30" w:rsidP="00E00D30">
      <w:r>
        <w:t>747.1182</w:t>
      </w:r>
      <w:r>
        <w:tab/>
        <w:t>1.013e0</w:t>
      </w:r>
    </w:p>
    <w:p w:rsidR="00E00D30" w:rsidRDefault="00E00D30" w:rsidP="00E00D30">
      <w:r>
        <w:t>747.1312</w:t>
      </w:r>
      <w:r>
        <w:tab/>
        <w:t>1.013e0</w:t>
      </w:r>
    </w:p>
    <w:p w:rsidR="00E00D30" w:rsidRDefault="00E00D30" w:rsidP="00E00D30">
      <w:r>
        <w:t>747.1397</w:t>
      </w:r>
      <w:r>
        <w:tab/>
        <w:t>2.025e0</w:t>
      </w:r>
    </w:p>
    <w:p w:rsidR="00E00D30" w:rsidRDefault="00E00D30" w:rsidP="00E00D30">
      <w:r>
        <w:t>747.1953</w:t>
      </w:r>
      <w:r>
        <w:tab/>
        <w:t>1.013e0</w:t>
      </w:r>
    </w:p>
    <w:p w:rsidR="00E00D30" w:rsidRDefault="00E00D30" w:rsidP="00E00D30">
      <w:r>
        <w:t>747.2014</w:t>
      </w:r>
      <w:r>
        <w:tab/>
        <w:t>1.013e0</w:t>
      </w:r>
    </w:p>
    <w:p w:rsidR="00E00D30" w:rsidRDefault="00E00D30" w:rsidP="00E00D30">
      <w:r>
        <w:t>747.2197</w:t>
      </w:r>
      <w:r>
        <w:tab/>
        <w:t>1.013e0</w:t>
      </w:r>
    </w:p>
    <w:p w:rsidR="00E00D30" w:rsidRDefault="00E00D30" w:rsidP="00E00D30">
      <w:r>
        <w:t>747.2323</w:t>
      </w:r>
      <w:r>
        <w:tab/>
        <w:t>1.013e0</w:t>
      </w:r>
    </w:p>
    <w:p w:rsidR="00E00D30" w:rsidRDefault="00E00D30" w:rsidP="00E00D30">
      <w:r>
        <w:t>747.2568</w:t>
      </w:r>
      <w:r>
        <w:tab/>
        <w:t>5.063e0</w:t>
      </w:r>
    </w:p>
    <w:p w:rsidR="00E00D30" w:rsidRDefault="00E00D30" w:rsidP="00E00D30">
      <w:r>
        <w:t>747.2811</w:t>
      </w:r>
      <w:r>
        <w:tab/>
        <w:t>3.038e0</w:t>
      </w:r>
    </w:p>
    <w:p w:rsidR="00E00D30" w:rsidRDefault="00E00D30" w:rsidP="00E00D30">
      <w:r>
        <w:t>747.2825</w:t>
      </w:r>
      <w:r>
        <w:tab/>
        <w:t>1.013e0</w:t>
      </w:r>
    </w:p>
    <w:p w:rsidR="00E00D30" w:rsidRDefault="00E00D30" w:rsidP="00E00D30">
      <w:r>
        <w:lastRenderedPageBreak/>
        <w:t>747.2951</w:t>
      </w:r>
      <w:r>
        <w:tab/>
        <w:t>1.013e0</w:t>
      </w:r>
    </w:p>
    <w:p w:rsidR="00E00D30" w:rsidRDefault="00E00D30" w:rsidP="00E00D30">
      <w:r>
        <w:t>747.3461</w:t>
      </w:r>
      <w:r>
        <w:tab/>
        <w:t>1.013e0</w:t>
      </w:r>
    </w:p>
    <w:p w:rsidR="00E00D30" w:rsidRDefault="00E00D30" w:rsidP="00E00D30">
      <w:r>
        <w:t>747.3497</w:t>
      </w:r>
      <w:r>
        <w:tab/>
        <w:t>2.025e0</w:t>
      </w:r>
    </w:p>
    <w:p w:rsidR="00E00D30" w:rsidRDefault="00E00D30" w:rsidP="00E00D30">
      <w:r>
        <w:t>747.3597</w:t>
      </w:r>
      <w:r>
        <w:tab/>
        <w:t>1.013e0</w:t>
      </w:r>
    </w:p>
    <w:p w:rsidR="00E00D30" w:rsidRDefault="00E00D30" w:rsidP="00E00D30">
      <w:r>
        <w:t>747.3710</w:t>
      </w:r>
      <w:r>
        <w:tab/>
        <w:t>1.013e0</w:t>
      </w:r>
    </w:p>
    <w:p w:rsidR="00E00D30" w:rsidRDefault="00E00D30" w:rsidP="00E00D30">
      <w:r>
        <w:t>747.3803</w:t>
      </w:r>
      <w:r>
        <w:tab/>
        <w:t>2.025e0</w:t>
      </w:r>
    </w:p>
    <w:p w:rsidR="00E00D30" w:rsidRDefault="00E00D30" w:rsidP="00E00D30">
      <w:r>
        <w:t>747.4065</w:t>
      </w:r>
      <w:r>
        <w:tab/>
        <w:t>1.013e0</w:t>
      </w:r>
    </w:p>
    <w:p w:rsidR="00E00D30" w:rsidRDefault="00E00D30" w:rsidP="00E00D30">
      <w:r>
        <w:t>747.4147</w:t>
      </w:r>
      <w:r>
        <w:tab/>
        <w:t>3.038e0</w:t>
      </w:r>
    </w:p>
    <w:p w:rsidR="00E00D30" w:rsidRDefault="00E00D30" w:rsidP="00E00D30">
      <w:r>
        <w:t>747.4232</w:t>
      </w:r>
      <w:r>
        <w:tab/>
        <w:t>1.013e0</w:t>
      </w:r>
    </w:p>
    <w:p w:rsidR="00E00D30" w:rsidRDefault="00E00D30" w:rsidP="00E00D30">
      <w:r>
        <w:t>747.4346</w:t>
      </w:r>
      <w:r>
        <w:tab/>
        <w:t>3.038e0</w:t>
      </w:r>
    </w:p>
    <w:p w:rsidR="00E00D30" w:rsidRDefault="00E00D30" w:rsidP="00E00D30">
      <w:r>
        <w:t>747.4454</w:t>
      </w:r>
      <w:r>
        <w:tab/>
        <w:t>2.025e0</w:t>
      </w:r>
    </w:p>
    <w:p w:rsidR="00E00D30" w:rsidRDefault="00E00D30" w:rsidP="00E00D30">
      <w:r>
        <w:t>747.4473</w:t>
      </w:r>
      <w:r>
        <w:tab/>
        <w:t>1.013e0</w:t>
      </w:r>
    </w:p>
    <w:p w:rsidR="00E00D30" w:rsidRDefault="00E00D30" w:rsidP="00E00D30">
      <w:r>
        <w:t>747.4848</w:t>
      </w:r>
      <w:r>
        <w:tab/>
        <w:t>1.013e0</w:t>
      </w:r>
    </w:p>
    <w:p w:rsidR="00E00D30" w:rsidRDefault="00E00D30" w:rsidP="00E00D30">
      <w:r>
        <w:t>747.4930</w:t>
      </w:r>
      <w:r>
        <w:tab/>
        <w:t>1.013e0</w:t>
      </w:r>
    </w:p>
    <w:p w:rsidR="00E00D30" w:rsidRDefault="00E00D30" w:rsidP="00E00D30">
      <w:r>
        <w:t>747.5096</w:t>
      </w:r>
      <w:r>
        <w:tab/>
        <w:t>1.013e0</w:t>
      </w:r>
    </w:p>
    <w:p w:rsidR="00E00D30" w:rsidRDefault="00E00D30" w:rsidP="00E00D30">
      <w:r>
        <w:t>747.5359</w:t>
      </w:r>
      <w:r>
        <w:tab/>
        <w:t>4.051e0</w:t>
      </w:r>
    </w:p>
    <w:p w:rsidR="00E00D30" w:rsidRDefault="00E00D30" w:rsidP="00E00D30">
      <w:r>
        <w:t>747.5494</w:t>
      </w:r>
      <w:r>
        <w:tab/>
        <w:t>1.013e0</w:t>
      </w:r>
    </w:p>
    <w:p w:rsidR="00E00D30" w:rsidRDefault="00E00D30" w:rsidP="00E00D30">
      <w:r>
        <w:t>747.5605</w:t>
      </w:r>
      <w:r>
        <w:tab/>
        <w:t>2.025e0</w:t>
      </w:r>
    </w:p>
    <w:p w:rsidR="00E00D30" w:rsidRDefault="00E00D30" w:rsidP="00E00D30">
      <w:r>
        <w:t>747.5620</w:t>
      </w:r>
      <w:r>
        <w:tab/>
        <w:t>1.013e0</w:t>
      </w:r>
    </w:p>
    <w:p w:rsidR="00E00D30" w:rsidRDefault="00E00D30" w:rsidP="00E00D30">
      <w:r>
        <w:lastRenderedPageBreak/>
        <w:t>747.5734</w:t>
      </w:r>
      <w:r>
        <w:tab/>
        <w:t>1.013e0</w:t>
      </w:r>
    </w:p>
    <w:p w:rsidR="00E00D30" w:rsidRDefault="00E00D30" w:rsidP="00E00D30">
      <w:r>
        <w:t>747.5748</w:t>
      </w:r>
      <w:r>
        <w:tab/>
        <w:t>2.025e0</w:t>
      </w:r>
    </w:p>
    <w:p w:rsidR="00E00D30" w:rsidRDefault="00E00D30" w:rsidP="00E00D30">
      <w:r>
        <w:t>747.6248</w:t>
      </w:r>
      <w:r>
        <w:tab/>
        <w:t>3.038e0</w:t>
      </w:r>
    </w:p>
    <w:p w:rsidR="00E00D30" w:rsidRDefault="00E00D30" w:rsidP="00E00D30">
      <w:r>
        <w:t>747.6298</w:t>
      </w:r>
      <w:r>
        <w:tab/>
        <w:t>1.013e0</w:t>
      </w:r>
    </w:p>
    <w:p w:rsidR="00E00D30" w:rsidRDefault="00E00D30" w:rsidP="00E00D30">
      <w:r>
        <w:t>747.6492</w:t>
      </w:r>
      <w:r>
        <w:tab/>
        <w:t>1.013e0</w:t>
      </w:r>
    </w:p>
    <w:p w:rsidR="00E00D30" w:rsidRDefault="00E00D30" w:rsidP="00E00D30">
      <w:r>
        <w:t>747.7270</w:t>
      </w:r>
      <w:r>
        <w:tab/>
        <w:t>2.025e0</w:t>
      </w:r>
    </w:p>
    <w:p w:rsidR="00E00D30" w:rsidRDefault="00E00D30" w:rsidP="00E00D30">
      <w:r>
        <w:t>747.7309</w:t>
      </w:r>
      <w:r>
        <w:tab/>
        <w:t>1.013e0</w:t>
      </w:r>
    </w:p>
    <w:p w:rsidR="00E00D30" w:rsidRDefault="00E00D30" w:rsidP="00E00D30">
      <w:r>
        <w:t>747.7518</w:t>
      </w:r>
      <w:r>
        <w:tab/>
        <w:t>1.013e0</w:t>
      </w:r>
    </w:p>
    <w:p w:rsidR="00E00D30" w:rsidRDefault="00E00D30" w:rsidP="00E00D30">
      <w:r>
        <w:t>747.7661</w:t>
      </w:r>
      <w:r>
        <w:tab/>
        <w:t>1.013e0</w:t>
      </w:r>
    </w:p>
    <w:p w:rsidR="00E00D30" w:rsidRDefault="00E00D30" w:rsidP="00E00D30">
      <w:r>
        <w:t>747.7888</w:t>
      </w:r>
      <w:r>
        <w:tab/>
        <w:t>1.013e0</w:t>
      </w:r>
    </w:p>
    <w:p w:rsidR="00E00D30" w:rsidRDefault="00E00D30" w:rsidP="00E00D30">
      <w:r>
        <w:t>747.8655</w:t>
      </w:r>
      <w:r>
        <w:tab/>
        <w:t>3.038e0</w:t>
      </w:r>
    </w:p>
    <w:p w:rsidR="00E00D30" w:rsidRDefault="00E00D30" w:rsidP="00E00D30">
      <w:r>
        <w:t>747.8809</w:t>
      </w:r>
      <w:r>
        <w:tab/>
        <w:t>2.025e0</w:t>
      </w:r>
    </w:p>
    <w:p w:rsidR="00E00D30" w:rsidRDefault="00E00D30" w:rsidP="00E00D30">
      <w:r>
        <w:t>747.8900</w:t>
      </w:r>
      <w:r>
        <w:tab/>
        <w:t>1.013e0</w:t>
      </w:r>
    </w:p>
    <w:p w:rsidR="00E00D30" w:rsidRDefault="00E00D30" w:rsidP="00E00D30">
      <w:r>
        <w:t>747.9164</w:t>
      </w:r>
      <w:r>
        <w:tab/>
        <w:t>2.025e0</w:t>
      </w:r>
    </w:p>
    <w:p w:rsidR="00E00D30" w:rsidRDefault="00E00D30" w:rsidP="00E00D30">
      <w:r>
        <w:t>747.9659</w:t>
      </w:r>
      <w:r>
        <w:tab/>
        <w:t>1.013e0</w:t>
      </w:r>
    </w:p>
    <w:p w:rsidR="00E00D30" w:rsidRDefault="00E00D30" w:rsidP="00E00D30">
      <w:r>
        <w:t>747.9786</w:t>
      </w:r>
      <w:r>
        <w:tab/>
        <w:t>1.013e0</w:t>
      </w:r>
    </w:p>
    <w:p w:rsidR="00E00D30" w:rsidRDefault="00E00D30" w:rsidP="00E00D30">
      <w:r>
        <w:t>748.0388</w:t>
      </w:r>
      <w:r>
        <w:tab/>
        <w:t>1.013e0</w:t>
      </w:r>
    </w:p>
    <w:p w:rsidR="00E00D30" w:rsidRDefault="00E00D30" w:rsidP="00E00D30">
      <w:r>
        <w:t>748.0419</w:t>
      </w:r>
      <w:r>
        <w:tab/>
        <w:t>1.013e0</w:t>
      </w:r>
    </w:p>
    <w:p w:rsidR="00E00D30" w:rsidRDefault="00E00D30" w:rsidP="00E00D30">
      <w:r>
        <w:t>748.0782</w:t>
      </w:r>
      <w:r>
        <w:tab/>
        <w:t>2.025e0</w:t>
      </w:r>
    </w:p>
    <w:p w:rsidR="00E00D30" w:rsidRDefault="00E00D30" w:rsidP="00E00D30">
      <w:r>
        <w:lastRenderedPageBreak/>
        <w:t>748.1052</w:t>
      </w:r>
      <w:r>
        <w:tab/>
        <w:t>1.013e0</w:t>
      </w:r>
    </w:p>
    <w:p w:rsidR="00E00D30" w:rsidRDefault="00E00D30" w:rsidP="00E00D30">
      <w:r>
        <w:t>748.1577</w:t>
      </w:r>
      <w:r>
        <w:tab/>
        <w:t>1.013e0</w:t>
      </w:r>
    </w:p>
    <w:p w:rsidR="00E00D30" w:rsidRDefault="00E00D30" w:rsidP="00E00D30">
      <w:r>
        <w:t>748.1689</w:t>
      </w:r>
      <w:r>
        <w:tab/>
        <w:t>2.025e0</w:t>
      </w:r>
    </w:p>
    <w:p w:rsidR="00E00D30" w:rsidRDefault="00E00D30" w:rsidP="00E00D30">
      <w:r>
        <w:t>748.1934</w:t>
      </w:r>
      <w:r>
        <w:tab/>
        <w:t>2.025e0</w:t>
      </w:r>
    </w:p>
    <w:p w:rsidR="00E00D30" w:rsidRDefault="00E00D30" w:rsidP="00E00D30">
      <w:r>
        <w:t>748.3029</w:t>
      </w:r>
      <w:r>
        <w:tab/>
        <w:t>2.025e0</w:t>
      </w:r>
    </w:p>
    <w:p w:rsidR="00E00D30" w:rsidRDefault="00E00D30" w:rsidP="00E00D30">
      <w:r>
        <w:t>748.3273</w:t>
      </w:r>
      <w:r>
        <w:tab/>
        <w:t>3.038e0</w:t>
      </w:r>
    </w:p>
    <w:p w:rsidR="00E00D30" w:rsidRDefault="00E00D30" w:rsidP="00E00D30">
      <w:r>
        <w:t>748.3583</w:t>
      </w:r>
      <w:r>
        <w:tab/>
        <w:t>1.013e0</w:t>
      </w:r>
    </w:p>
    <w:p w:rsidR="00E00D30" w:rsidRDefault="00E00D30" w:rsidP="00E00D30">
      <w:r>
        <w:t>748.3972</w:t>
      </w:r>
      <w:r>
        <w:tab/>
        <w:t>1.013e0</w:t>
      </w:r>
    </w:p>
    <w:p w:rsidR="00E00D30" w:rsidRDefault="00E00D30" w:rsidP="00E00D30">
      <w:r>
        <w:t>748.4286</w:t>
      </w:r>
      <w:r>
        <w:tab/>
        <w:t>2.977e0</w:t>
      </w:r>
    </w:p>
    <w:p w:rsidR="00E00D30" w:rsidRDefault="00E00D30" w:rsidP="00E00D30">
      <w:r>
        <w:t>748.4316</w:t>
      </w:r>
      <w:r>
        <w:tab/>
        <w:t>2.025e0</w:t>
      </w:r>
    </w:p>
    <w:p w:rsidR="00E00D30" w:rsidRDefault="00E00D30" w:rsidP="00E00D30">
      <w:r>
        <w:t>748.4409</w:t>
      </w:r>
      <w:r>
        <w:tab/>
        <w:t>2.025e0</w:t>
      </w:r>
    </w:p>
    <w:p w:rsidR="00E00D30" w:rsidRDefault="00E00D30" w:rsidP="00E00D30">
      <w:r>
        <w:t>748.4465</w:t>
      </w:r>
      <w:r>
        <w:tab/>
        <w:t>1.013e0</w:t>
      </w:r>
    </w:p>
    <w:p w:rsidR="00E00D30" w:rsidRDefault="00E00D30" w:rsidP="00E00D30">
      <w:r>
        <w:t>748.4596</w:t>
      </w:r>
      <w:r>
        <w:tab/>
        <w:t>1.013e0</w:t>
      </w:r>
    </w:p>
    <w:p w:rsidR="00E00D30" w:rsidRDefault="00E00D30" w:rsidP="00E00D30">
      <w:r>
        <w:t>748.4976</w:t>
      </w:r>
      <w:r>
        <w:tab/>
        <w:t>1.013e0</w:t>
      </w:r>
    </w:p>
    <w:p w:rsidR="00E00D30" w:rsidRDefault="00E00D30" w:rsidP="00E00D30">
      <w:r>
        <w:t>748.4998</w:t>
      </w:r>
      <w:r>
        <w:tab/>
        <w:t>2.025e0</w:t>
      </w:r>
    </w:p>
    <w:p w:rsidR="00E00D30" w:rsidRDefault="00E00D30" w:rsidP="00E00D30">
      <w:r>
        <w:t>748.5061</w:t>
      </w:r>
      <w:r>
        <w:tab/>
        <w:t>2.025e0</w:t>
      </w:r>
    </w:p>
    <w:p w:rsidR="00E00D30" w:rsidRDefault="00E00D30" w:rsidP="00E00D30">
      <w:r>
        <w:t>748.5093</w:t>
      </w:r>
      <w:r>
        <w:tab/>
        <w:t>3.038e0</w:t>
      </w:r>
    </w:p>
    <w:p w:rsidR="00E00D30" w:rsidRDefault="00E00D30" w:rsidP="00E00D30">
      <w:r>
        <w:t>748.5164</w:t>
      </w:r>
      <w:r>
        <w:tab/>
        <w:t>1.013e0</w:t>
      </w:r>
    </w:p>
    <w:p w:rsidR="00E00D30" w:rsidRDefault="00E00D30" w:rsidP="00E00D30">
      <w:r>
        <w:t>748.5225</w:t>
      </w:r>
      <w:r>
        <w:tab/>
        <w:t>1.013e0</w:t>
      </w:r>
    </w:p>
    <w:p w:rsidR="00E00D30" w:rsidRDefault="00E00D30" w:rsidP="00E00D30">
      <w:r>
        <w:lastRenderedPageBreak/>
        <w:t>748.5479</w:t>
      </w:r>
      <w:r>
        <w:tab/>
        <w:t>2.025e0</w:t>
      </w:r>
    </w:p>
    <w:p w:rsidR="00E00D30" w:rsidRDefault="00E00D30" w:rsidP="00E00D30">
      <w:r>
        <w:t>748.5798</w:t>
      </w:r>
      <w:r>
        <w:tab/>
        <w:t>4.051e0</w:t>
      </w:r>
    </w:p>
    <w:p w:rsidR="00E00D30" w:rsidRDefault="00E00D30" w:rsidP="00E00D30">
      <w:r>
        <w:t>748.5860</w:t>
      </w:r>
      <w:r>
        <w:tab/>
        <w:t>3.038e0</w:t>
      </w:r>
    </w:p>
    <w:p w:rsidR="00E00D30" w:rsidRDefault="00E00D30" w:rsidP="00E00D30">
      <w:r>
        <w:t>748.6219</w:t>
      </w:r>
      <w:r>
        <w:tab/>
        <w:t>3.038e0</w:t>
      </w:r>
    </w:p>
    <w:p w:rsidR="00E00D30" w:rsidRDefault="00E00D30" w:rsidP="00E00D30">
      <w:r>
        <w:t>748.6745</w:t>
      </w:r>
      <w:r>
        <w:tab/>
        <w:t>1.013e0</w:t>
      </w:r>
    </w:p>
    <w:p w:rsidR="00E00D30" w:rsidRDefault="00E00D30" w:rsidP="00E00D30">
      <w:r>
        <w:t>748.6886</w:t>
      </w:r>
      <w:r>
        <w:tab/>
        <w:t>2.025e0</w:t>
      </w:r>
    </w:p>
    <w:p w:rsidR="00E00D30" w:rsidRDefault="00E00D30" w:rsidP="00E00D30">
      <w:r>
        <w:t>748.7397</w:t>
      </w:r>
      <w:r>
        <w:tab/>
        <w:t>2.025e0</w:t>
      </w:r>
    </w:p>
    <w:p w:rsidR="00E00D30" w:rsidRDefault="00E00D30" w:rsidP="00E00D30">
      <w:r>
        <w:t>748.7692</w:t>
      </w:r>
      <w:r>
        <w:tab/>
        <w:t>2.025e0</w:t>
      </w:r>
    </w:p>
    <w:p w:rsidR="00E00D30" w:rsidRDefault="00E00D30" w:rsidP="00E00D30">
      <w:r>
        <w:t>748.7817</w:t>
      </w:r>
      <w:r>
        <w:tab/>
        <w:t>2.025e0</w:t>
      </w:r>
    </w:p>
    <w:p w:rsidR="00E00D30" w:rsidRDefault="00E00D30" w:rsidP="00E00D30">
      <w:r>
        <w:t>748.7831</w:t>
      </w:r>
      <w:r>
        <w:tab/>
        <w:t>2.025e0</w:t>
      </w:r>
    </w:p>
    <w:p w:rsidR="00E00D30" w:rsidRDefault="00E00D30" w:rsidP="00E00D30">
      <w:r>
        <w:t>748.8682</w:t>
      </w:r>
      <w:r>
        <w:tab/>
        <w:t>4.051e0</w:t>
      </w:r>
    </w:p>
    <w:p w:rsidR="00E00D30" w:rsidRDefault="00E00D30" w:rsidP="00E00D30">
      <w:r>
        <w:t>748.8708</w:t>
      </w:r>
      <w:r>
        <w:tab/>
        <w:t>2.025e0</w:t>
      </w:r>
    </w:p>
    <w:p w:rsidR="00E00D30" w:rsidRDefault="00E00D30" w:rsidP="00E00D30">
      <w:r>
        <w:t>748.8776</w:t>
      </w:r>
      <w:r>
        <w:tab/>
        <w:t>1.013e0</w:t>
      </w:r>
    </w:p>
    <w:p w:rsidR="00E00D30" w:rsidRDefault="00E00D30" w:rsidP="00E00D30">
      <w:r>
        <w:t>748.9156</w:t>
      </w:r>
      <w:r>
        <w:tab/>
        <w:t>1.013e0</w:t>
      </w:r>
    </w:p>
    <w:p w:rsidR="00E00D30" w:rsidRDefault="00E00D30" w:rsidP="00E00D30">
      <w:r>
        <w:t>748.9724</w:t>
      </w:r>
      <w:r>
        <w:tab/>
        <w:t>3.038e0</w:t>
      </w:r>
    </w:p>
    <w:p w:rsidR="00E00D30" w:rsidRDefault="00E00D30" w:rsidP="00E00D30">
      <w:r>
        <w:t>748.9854</w:t>
      </w:r>
      <w:r>
        <w:tab/>
        <w:t>2.025e0</w:t>
      </w:r>
    </w:p>
    <w:p w:rsidR="00E00D30" w:rsidRDefault="00E00D30" w:rsidP="00E00D30">
      <w:r>
        <w:t>748.9953</w:t>
      </w:r>
      <w:r>
        <w:tab/>
        <w:t>2.025e0</w:t>
      </w:r>
    </w:p>
    <w:p w:rsidR="00E00D30" w:rsidRDefault="00E00D30" w:rsidP="00E00D30">
      <w:r>
        <w:t>749.0043</w:t>
      </w:r>
      <w:r>
        <w:tab/>
        <w:t>1.013e0</w:t>
      </w:r>
    </w:p>
    <w:p w:rsidR="00E00D30" w:rsidRDefault="00E00D30" w:rsidP="00E00D30">
      <w:r>
        <w:t>749.0116</w:t>
      </w:r>
      <w:r>
        <w:tab/>
        <w:t>1.013e0</w:t>
      </w:r>
    </w:p>
    <w:p w:rsidR="00E00D30" w:rsidRDefault="00E00D30" w:rsidP="00E00D30">
      <w:r>
        <w:lastRenderedPageBreak/>
        <w:t>749.0435</w:t>
      </w:r>
      <w:r>
        <w:tab/>
        <w:t>2.025e0</w:t>
      </w:r>
    </w:p>
    <w:p w:rsidR="00E00D30" w:rsidRDefault="00E00D30" w:rsidP="00E00D30">
      <w:r>
        <w:t>749.0629</w:t>
      </w:r>
      <w:r>
        <w:tab/>
        <w:t>1.013e0</w:t>
      </w:r>
    </w:p>
    <w:p w:rsidR="00E00D30" w:rsidRDefault="00E00D30" w:rsidP="00E00D30">
      <w:r>
        <w:t>749.1315</w:t>
      </w:r>
      <w:r>
        <w:tab/>
        <w:t>2.025e0</w:t>
      </w:r>
    </w:p>
    <w:p w:rsidR="00E00D30" w:rsidRDefault="00E00D30" w:rsidP="00E00D30">
      <w:r>
        <w:t>749.1500</w:t>
      </w:r>
      <w:r>
        <w:tab/>
        <w:t>2.025e0</w:t>
      </w:r>
    </w:p>
    <w:p w:rsidR="00E00D30" w:rsidRDefault="00E00D30" w:rsidP="00E00D30">
      <w:r>
        <w:t>749.1819</w:t>
      </w:r>
      <w:r>
        <w:tab/>
        <w:t>1.013e0</w:t>
      </w:r>
    </w:p>
    <w:p w:rsidR="00E00D30" w:rsidRDefault="00E00D30" w:rsidP="00E00D30">
      <w:r>
        <w:t>749.2009</w:t>
      </w:r>
      <w:r>
        <w:tab/>
        <w:t>1.013e0</w:t>
      </w:r>
    </w:p>
    <w:p w:rsidR="00E00D30" w:rsidRDefault="00E00D30" w:rsidP="00E00D30">
      <w:r>
        <w:t>749.3084</w:t>
      </w:r>
      <w:r>
        <w:tab/>
        <w:t>1.013e0</w:t>
      </w:r>
    </w:p>
    <w:p w:rsidR="00E00D30" w:rsidRDefault="00E00D30" w:rsidP="00E00D30">
      <w:r>
        <w:t>749.3193</w:t>
      </w:r>
      <w:r>
        <w:tab/>
        <w:t>1.013e0</w:t>
      </w:r>
    </w:p>
    <w:p w:rsidR="00E00D30" w:rsidRDefault="00E00D30" w:rsidP="00E00D30">
      <w:r>
        <w:t>749.3277</w:t>
      </w:r>
      <w:r>
        <w:tab/>
        <w:t>2.025e0</w:t>
      </w:r>
    </w:p>
    <w:p w:rsidR="00E00D30" w:rsidRDefault="00E00D30" w:rsidP="00E00D30">
      <w:r>
        <w:t>749.3426</w:t>
      </w:r>
      <w:r>
        <w:tab/>
        <w:t>2.025e0</w:t>
      </w:r>
    </w:p>
    <w:p w:rsidR="00E00D30" w:rsidRDefault="00E00D30" w:rsidP="00E00D30">
      <w:r>
        <w:t>749.3720</w:t>
      </w:r>
      <w:r>
        <w:tab/>
        <w:t>1.013e0</w:t>
      </w:r>
    </w:p>
    <w:p w:rsidR="00E00D30" w:rsidRDefault="00E00D30" w:rsidP="00E00D30">
      <w:r>
        <w:t>749.3872</w:t>
      </w:r>
      <w:r>
        <w:tab/>
        <w:t>1.013e0</w:t>
      </w:r>
    </w:p>
    <w:p w:rsidR="00E00D30" w:rsidRDefault="00E00D30" w:rsidP="00E00D30">
      <w:r>
        <w:t>749.4299</w:t>
      </w:r>
      <w:r>
        <w:tab/>
        <w:t>1.995e0</w:t>
      </w:r>
    </w:p>
    <w:p w:rsidR="00E00D30" w:rsidRDefault="00E00D30" w:rsidP="00E00D30">
      <w:r>
        <w:t>749.4601</w:t>
      </w:r>
      <w:r>
        <w:tab/>
        <w:t>1.013e0</w:t>
      </w:r>
    </w:p>
    <w:p w:rsidR="00E00D30" w:rsidRDefault="00E00D30" w:rsidP="00E00D30">
      <w:r>
        <w:t>749.4728</w:t>
      </w:r>
      <w:r>
        <w:tab/>
        <w:t>1.013e0</w:t>
      </w:r>
    </w:p>
    <w:p w:rsidR="00E00D30" w:rsidRDefault="00E00D30" w:rsidP="00E00D30">
      <w:r>
        <w:t>749.4911</w:t>
      </w:r>
      <w:r>
        <w:tab/>
        <w:t>1.013e0</w:t>
      </w:r>
    </w:p>
    <w:p w:rsidR="00E00D30" w:rsidRDefault="00E00D30" w:rsidP="00E00D30">
      <w:r>
        <w:t>749.5243</w:t>
      </w:r>
      <w:r>
        <w:tab/>
        <w:t>2.025e0</w:t>
      </w:r>
    </w:p>
    <w:p w:rsidR="00E00D30" w:rsidRDefault="00E00D30" w:rsidP="00E00D30">
      <w:r>
        <w:t>749.5366</w:t>
      </w:r>
      <w:r>
        <w:tab/>
        <w:t>1.013e0</w:t>
      </w:r>
    </w:p>
    <w:p w:rsidR="00E00D30" w:rsidRDefault="00E00D30" w:rsidP="00E00D30">
      <w:r>
        <w:t>749.5594</w:t>
      </w:r>
      <w:r>
        <w:tab/>
        <w:t>1.013e0</w:t>
      </w:r>
    </w:p>
    <w:p w:rsidR="00E00D30" w:rsidRDefault="00E00D30" w:rsidP="00E00D30">
      <w:r>
        <w:lastRenderedPageBreak/>
        <w:t>749.5671</w:t>
      </w:r>
      <w:r>
        <w:tab/>
        <w:t>2.025e0</w:t>
      </w:r>
    </w:p>
    <w:p w:rsidR="00E00D30" w:rsidRDefault="00E00D30" w:rsidP="00E00D30">
      <w:r>
        <w:t>749.5922</w:t>
      </w:r>
      <w:r>
        <w:tab/>
        <w:t>2.025e0</w:t>
      </w:r>
    </w:p>
    <w:p w:rsidR="00E00D30" w:rsidRDefault="00E00D30" w:rsidP="00E00D30">
      <w:r>
        <w:t>749.6115</w:t>
      </w:r>
      <w:r>
        <w:tab/>
        <w:t>2.025e0</w:t>
      </w:r>
    </w:p>
    <w:p w:rsidR="00E00D30" w:rsidRDefault="00E00D30" w:rsidP="00E00D30">
      <w:r>
        <w:t>749.6254</w:t>
      </w:r>
      <w:r>
        <w:tab/>
        <w:t>2.025e0</w:t>
      </w:r>
    </w:p>
    <w:p w:rsidR="00E00D30" w:rsidRDefault="00E00D30" w:rsidP="00E00D30">
      <w:r>
        <w:t>749.6268</w:t>
      </w:r>
      <w:r>
        <w:tab/>
        <w:t>2.025e0</w:t>
      </w:r>
    </w:p>
    <w:p w:rsidR="00E00D30" w:rsidRDefault="00E00D30" w:rsidP="00E00D30">
      <w:r>
        <w:t>749.7120</w:t>
      </w:r>
      <w:r>
        <w:tab/>
        <w:t>1.013e0</w:t>
      </w:r>
    </w:p>
    <w:p w:rsidR="00E00D30" w:rsidRDefault="00E00D30" w:rsidP="00E00D30">
      <w:r>
        <w:t>749.7633</w:t>
      </w:r>
      <w:r>
        <w:tab/>
        <w:t>1.013e0</w:t>
      </w:r>
    </w:p>
    <w:p w:rsidR="00E00D30" w:rsidRDefault="00E00D30" w:rsidP="00E00D30">
      <w:r>
        <w:t>749.7772</w:t>
      </w:r>
      <w:r>
        <w:tab/>
        <w:t>1.013e0</w:t>
      </w:r>
    </w:p>
    <w:p w:rsidR="00E00D30" w:rsidRDefault="00E00D30" w:rsidP="00E00D30">
      <w:r>
        <w:t>749.7803</w:t>
      </w:r>
      <w:r>
        <w:tab/>
        <w:t>1.013e0</w:t>
      </w:r>
    </w:p>
    <w:p w:rsidR="00E00D30" w:rsidRDefault="00E00D30" w:rsidP="00E00D30">
      <w:r>
        <w:t>749.7899</w:t>
      </w:r>
      <w:r>
        <w:tab/>
        <w:t>1.013e0</w:t>
      </w:r>
    </w:p>
    <w:p w:rsidR="00E00D30" w:rsidRDefault="00E00D30" w:rsidP="00E00D30">
      <w:r>
        <w:t>749.8283</w:t>
      </w:r>
      <w:r>
        <w:tab/>
        <w:t>1.013e0</w:t>
      </w:r>
    </w:p>
    <w:p w:rsidR="00E00D30" w:rsidRDefault="00E00D30" w:rsidP="00E00D30">
      <w:r>
        <w:t>749.8537</w:t>
      </w:r>
      <w:r>
        <w:tab/>
        <w:t>1.013e0</w:t>
      </w:r>
    </w:p>
    <w:p w:rsidR="00E00D30" w:rsidRDefault="00E00D30" w:rsidP="00E00D30">
      <w:r>
        <w:t>749.9507</w:t>
      </w:r>
      <w:r>
        <w:tab/>
        <w:t>1.013e0</w:t>
      </w:r>
    </w:p>
    <w:p w:rsidR="00E00D30" w:rsidRDefault="00E00D30" w:rsidP="00E00D30">
      <w:r>
        <w:t>749.9678</w:t>
      </w:r>
      <w:r>
        <w:tab/>
        <w:t>1.013e0</w:t>
      </w:r>
    </w:p>
    <w:p w:rsidR="00E00D30" w:rsidRDefault="00E00D30" w:rsidP="00E00D30">
      <w:r>
        <w:t>750.0107</w:t>
      </w:r>
      <w:r>
        <w:tab/>
        <w:t>2.025e0</w:t>
      </w:r>
    </w:p>
    <w:p w:rsidR="00E00D30" w:rsidRDefault="00E00D30" w:rsidP="00E00D30">
      <w:r>
        <w:t>750.0372</w:t>
      </w:r>
      <w:r>
        <w:tab/>
        <w:t>2.025e0</w:t>
      </w:r>
    </w:p>
    <w:p w:rsidR="00E00D30" w:rsidRDefault="00E00D30" w:rsidP="00E00D30">
      <w:r>
        <w:t>750.0572</w:t>
      </w:r>
      <w:r>
        <w:tab/>
        <w:t>2.025e0</w:t>
      </w:r>
    </w:p>
    <w:p w:rsidR="00E00D30" w:rsidRDefault="00E00D30" w:rsidP="00E00D30">
      <w:r>
        <w:t>750.0873</w:t>
      </w:r>
      <w:r>
        <w:tab/>
        <w:t>1.013e0</w:t>
      </w:r>
    </w:p>
    <w:p w:rsidR="00E00D30" w:rsidRDefault="00E00D30" w:rsidP="00E00D30">
      <w:r>
        <w:t>750.0947</w:t>
      </w:r>
      <w:r>
        <w:tab/>
        <w:t>1.013e0</w:t>
      </w:r>
    </w:p>
    <w:p w:rsidR="00E00D30" w:rsidRDefault="00E00D30" w:rsidP="00E00D30">
      <w:r>
        <w:lastRenderedPageBreak/>
        <w:t>750.1201</w:t>
      </w:r>
      <w:r>
        <w:tab/>
        <w:t>1.013e0</w:t>
      </w:r>
    </w:p>
    <w:p w:rsidR="00E00D30" w:rsidRDefault="00E00D30" w:rsidP="00E00D30">
      <w:r>
        <w:t>750.1284</w:t>
      </w:r>
      <w:r>
        <w:tab/>
        <w:t>2.025e0</w:t>
      </w:r>
    </w:p>
    <w:p w:rsidR="00E00D30" w:rsidRDefault="00E00D30" w:rsidP="00E00D30">
      <w:r>
        <w:t>750.1451</w:t>
      </w:r>
      <w:r>
        <w:tab/>
        <w:t>1.013e0</w:t>
      </w:r>
    </w:p>
    <w:p w:rsidR="00E00D30" w:rsidRDefault="00E00D30" w:rsidP="00E00D30">
      <w:r>
        <w:t>750.1581</w:t>
      </w:r>
      <w:r>
        <w:tab/>
        <w:t>1.013e0</w:t>
      </w:r>
    </w:p>
    <w:p w:rsidR="00E00D30" w:rsidRDefault="00E00D30" w:rsidP="00E00D30">
      <w:r>
        <w:t>750.1738</w:t>
      </w:r>
      <w:r>
        <w:tab/>
        <w:t>1.013e0</w:t>
      </w:r>
    </w:p>
    <w:p w:rsidR="00E00D30" w:rsidRDefault="00E00D30" w:rsidP="00E00D30">
      <w:r>
        <w:t>750.2092</w:t>
      </w:r>
      <w:r>
        <w:tab/>
        <w:t>3.038e0</w:t>
      </w:r>
    </w:p>
    <w:p w:rsidR="00E00D30" w:rsidRDefault="00E00D30" w:rsidP="00E00D30">
      <w:r>
        <w:t>750.2452</w:t>
      </w:r>
      <w:r>
        <w:tab/>
        <w:t>2.025e0</w:t>
      </w:r>
    </w:p>
    <w:p w:rsidR="00E00D30" w:rsidRDefault="00E00D30" w:rsidP="00E00D30">
      <w:r>
        <w:t>750.2590</w:t>
      </w:r>
      <w:r>
        <w:tab/>
        <w:t>1.013e0</w:t>
      </w:r>
    </w:p>
    <w:p w:rsidR="00E00D30" w:rsidRDefault="00E00D30" w:rsidP="00E00D30">
      <w:r>
        <w:t>750.2904</w:t>
      </w:r>
      <w:r>
        <w:tab/>
        <w:t>2.025e0</w:t>
      </w:r>
    </w:p>
    <w:p w:rsidR="00E00D30" w:rsidRDefault="00E00D30" w:rsidP="00E00D30">
      <w:r>
        <w:t>750.2987</w:t>
      </w:r>
      <w:r>
        <w:tab/>
        <w:t>1.013e0</w:t>
      </w:r>
    </w:p>
    <w:p w:rsidR="00E00D30" w:rsidRDefault="00E00D30" w:rsidP="00E00D30">
      <w:r>
        <w:t>750.3608</w:t>
      </w:r>
      <w:r>
        <w:tab/>
        <w:t>1.013e0</w:t>
      </w:r>
    </w:p>
    <w:p w:rsidR="00E00D30" w:rsidRDefault="00E00D30" w:rsidP="00E00D30">
      <w:r>
        <w:t>750.3959</w:t>
      </w:r>
      <w:r>
        <w:tab/>
        <w:t>1.013e0</w:t>
      </w:r>
    </w:p>
    <w:p w:rsidR="00E00D30" w:rsidRDefault="00E00D30" w:rsidP="00E00D30">
      <w:r>
        <w:t>750.4120</w:t>
      </w:r>
      <w:r>
        <w:tab/>
        <w:t>1.013e0</w:t>
      </w:r>
    </w:p>
    <w:p w:rsidR="00E00D30" w:rsidRDefault="00E00D30" w:rsidP="00E00D30">
      <w:r>
        <w:t>750.4165</w:t>
      </w:r>
      <w:r>
        <w:tab/>
        <w:t>3.038e0</w:t>
      </w:r>
    </w:p>
    <w:p w:rsidR="00E00D30" w:rsidRDefault="00E00D30" w:rsidP="00E00D30">
      <w:r>
        <w:t>750.4976</w:t>
      </w:r>
      <w:r>
        <w:tab/>
        <w:t>1.013e0</w:t>
      </w:r>
    </w:p>
    <w:p w:rsidR="00E00D30" w:rsidRDefault="00E00D30" w:rsidP="00E00D30">
      <w:r>
        <w:t>750.5231</w:t>
      </w:r>
      <w:r>
        <w:tab/>
        <w:t>2.025e0</w:t>
      </w:r>
    </w:p>
    <w:p w:rsidR="00E00D30" w:rsidRDefault="00E00D30" w:rsidP="00E00D30">
      <w:r>
        <w:t>750.5369</w:t>
      </w:r>
      <w:r>
        <w:tab/>
        <w:t>3.038e0</w:t>
      </w:r>
    </w:p>
    <w:p w:rsidR="00E00D30" w:rsidRDefault="00E00D30" w:rsidP="00E00D30">
      <w:r>
        <w:t>750.5741</w:t>
      </w:r>
      <w:r>
        <w:tab/>
        <w:t>2.025e0</w:t>
      </w:r>
    </w:p>
    <w:p w:rsidR="00E00D30" w:rsidRDefault="00E00D30" w:rsidP="00E00D30">
      <w:r>
        <w:t>750.5754</w:t>
      </w:r>
      <w:r>
        <w:tab/>
        <w:t>2.025e0</w:t>
      </w:r>
    </w:p>
    <w:p w:rsidR="00E00D30" w:rsidRDefault="00E00D30" w:rsidP="00E00D30">
      <w:r>
        <w:lastRenderedPageBreak/>
        <w:t>750.6010</w:t>
      </w:r>
      <w:r>
        <w:tab/>
        <w:t>1.013e0</w:t>
      </w:r>
    </w:p>
    <w:p w:rsidR="00E00D30" w:rsidRDefault="00E00D30" w:rsidP="00E00D30">
      <w:r>
        <w:t>750.6386</w:t>
      </w:r>
      <w:r>
        <w:tab/>
        <w:t>2.025e0</w:t>
      </w:r>
    </w:p>
    <w:p w:rsidR="00E00D30" w:rsidRDefault="00E00D30" w:rsidP="00E00D30">
      <w:r>
        <w:t>750.6405</w:t>
      </w:r>
      <w:r>
        <w:tab/>
        <w:t>1.013e0</w:t>
      </w:r>
    </w:p>
    <w:p w:rsidR="00E00D30" w:rsidRDefault="00E00D30" w:rsidP="00E00D30">
      <w:r>
        <w:t>750.7049</w:t>
      </w:r>
      <w:r>
        <w:tab/>
        <w:t>1.013e0</w:t>
      </w:r>
    </w:p>
    <w:p w:rsidR="00E00D30" w:rsidRDefault="00E00D30" w:rsidP="00E00D30">
      <w:r>
        <w:t>750.7251</w:t>
      </w:r>
      <w:r>
        <w:tab/>
        <w:t>2.025e0</w:t>
      </w:r>
    </w:p>
    <w:p w:rsidR="00E00D30" w:rsidRDefault="00E00D30" w:rsidP="00E00D30">
      <w:r>
        <w:t>750.7539</w:t>
      </w:r>
      <w:r>
        <w:tab/>
        <w:t>2.025e0</w:t>
      </w:r>
    </w:p>
    <w:p w:rsidR="00E00D30" w:rsidRDefault="00E00D30" w:rsidP="00E00D30">
      <w:r>
        <w:t>750.7681</w:t>
      </w:r>
      <w:r>
        <w:tab/>
        <w:t>3.038e0</w:t>
      </w:r>
    </w:p>
    <w:p w:rsidR="00E00D30" w:rsidRDefault="00E00D30" w:rsidP="00E00D30">
      <w:r>
        <w:t>750.8065</w:t>
      </w:r>
      <w:r>
        <w:tab/>
        <w:t>1.013e0</w:t>
      </w:r>
    </w:p>
    <w:p w:rsidR="00E00D30" w:rsidRDefault="00E00D30" w:rsidP="00E00D30">
      <w:r>
        <w:t>750.8306</w:t>
      </w:r>
      <w:r>
        <w:tab/>
        <w:t>1.013e0</w:t>
      </w:r>
    </w:p>
    <w:p w:rsidR="00E00D30" w:rsidRDefault="00E00D30" w:rsidP="00E00D30">
      <w:r>
        <w:t>750.8934</w:t>
      </w:r>
      <w:r>
        <w:tab/>
        <w:t>4.415e0</w:t>
      </w:r>
    </w:p>
    <w:p w:rsidR="00E00D30" w:rsidRDefault="00E00D30" w:rsidP="00E00D30">
      <w:r>
        <w:t>750.9148</w:t>
      </w:r>
      <w:r>
        <w:tab/>
        <w:t>2.025e0</w:t>
      </w:r>
    </w:p>
    <w:p w:rsidR="00E00D30" w:rsidRDefault="00E00D30" w:rsidP="00E00D30">
      <w:r>
        <w:t>750.9195</w:t>
      </w:r>
      <w:r>
        <w:tab/>
        <w:t>1.013e0</w:t>
      </w:r>
    </w:p>
    <w:p w:rsidR="00E00D30" w:rsidRDefault="00E00D30" w:rsidP="00E00D30">
      <w:r>
        <w:t>751.0084</w:t>
      </w:r>
      <w:r>
        <w:tab/>
        <w:t>1.013e0</w:t>
      </w:r>
    </w:p>
    <w:p w:rsidR="00E00D30" w:rsidRDefault="00E00D30" w:rsidP="00E00D30">
      <w:r>
        <w:t>751.0527</w:t>
      </w:r>
      <w:r>
        <w:tab/>
        <w:t>2.025e0</w:t>
      </w:r>
    </w:p>
    <w:p w:rsidR="00E00D30" w:rsidRDefault="00E00D30" w:rsidP="00E00D30">
      <w:r>
        <w:t>751.0605</w:t>
      </w:r>
      <w:r>
        <w:tab/>
        <w:t>1.013e0</w:t>
      </w:r>
    </w:p>
    <w:p w:rsidR="00E00D30" w:rsidRDefault="00E00D30" w:rsidP="00E00D30">
      <w:r>
        <w:t>751.1460</w:t>
      </w:r>
      <w:r>
        <w:tab/>
        <w:t>1.013e0</w:t>
      </w:r>
    </w:p>
    <w:p w:rsidR="00E00D30" w:rsidRDefault="00E00D30" w:rsidP="00E00D30">
      <w:r>
        <w:t>751.2054</w:t>
      </w:r>
      <w:r>
        <w:tab/>
        <w:t>2.025e0</w:t>
      </w:r>
    </w:p>
    <w:p w:rsidR="00E00D30" w:rsidRDefault="00E00D30" w:rsidP="00E00D30">
      <w:r>
        <w:t>751.2130</w:t>
      </w:r>
      <w:r>
        <w:tab/>
        <w:t>1.013e0</w:t>
      </w:r>
    </w:p>
    <w:p w:rsidR="00E00D30" w:rsidRDefault="00E00D30" w:rsidP="00E00D30">
      <w:r>
        <w:t>751.2143</w:t>
      </w:r>
      <w:r>
        <w:tab/>
        <w:t>1.013e0</w:t>
      </w:r>
    </w:p>
    <w:p w:rsidR="00E00D30" w:rsidRDefault="00E00D30" w:rsidP="00E00D30">
      <w:r>
        <w:lastRenderedPageBreak/>
        <w:t>751.2156</w:t>
      </w:r>
      <w:r>
        <w:tab/>
        <w:t>2.025e0</w:t>
      </w:r>
    </w:p>
    <w:p w:rsidR="00E00D30" w:rsidRDefault="00E00D30" w:rsidP="00E00D30">
      <w:r>
        <w:t>751.2311</w:t>
      </w:r>
      <w:r>
        <w:tab/>
        <w:t>1.013e0</w:t>
      </w:r>
    </w:p>
    <w:p w:rsidR="00E00D30" w:rsidRDefault="00E00D30" w:rsidP="00E00D30">
      <w:r>
        <w:t>751.2878</w:t>
      </w:r>
      <w:r>
        <w:tab/>
        <w:t>2.025e0</w:t>
      </w:r>
    </w:p>
    <w:p w:rsidR="00E00D30" w:rsidRDefault="00E00D30" w:rsidP="00E00D30">
      <w:r>
        <w:t>751.3015</w:t>
      </w:r>
      <w:r>
        <w:tab/>
        <w:t>2.025e0</w:t>
      </w:r>
    </w:p>
    <w:p w:rsidR="00E00D30" w:rsidRDefault="00E00D30" w:rsidP="00E00D30">
      <w:r>
        <w:t>751.3680</w:t>
      </w:r>
      <w:r>
        <w:tab/>
        <w:t>1.013e0</w:t>
      </w:r>
    </w:p>
    <w:p w:rsidR="00E00D30" w:rsidRDefault="00E00D30" w:rsidP="00E00D30">
      <w:r>
        <w:t>751.3796</w:t>
      </w:r>
      <w:r>
        <w:tab/>
        <w:t>2.025e0</w:t>
      </w:r>
    </w:p>
    <w:p w:rsidR="00E00D30" w:rsidRDefault="00E00D30" w:rsidP="00E00D30">
      <w:r>
        <w:t>751.4023</w:t>
      </w:r>
      <w:r>
        <w:tab/>
        <w:t>1.013e0</w:t>
      </w:r>
    </w:p>
    <w:p w:rsidR="00E00D30" w:rsidRDefault="00E00D30" w:rsidP="00E00D30">
      <w:r>
        <w:t>751.4536</w:t>
      </w:r>
      <w:r>
        <w:tab/>
        <w:t>1.013e0</w:t>
      </w:r>
    </w:p>
    <w:p w:rsidR="00E00D30" w:rsidRDefault="00E00D30" w:rsidP="00E00D30">
      <w:r>
        <w:t>751.4662</w:t>
      </w:r>
      <w:r>
        <w:tab/>
        <w:t>2.025e0</w:t>
      </w:r>
    </w:p>
    <w:p w:rsidR="00E00D30" w:rsidRDefault="00E00D30" w:rsidP="00E00D30">
      <w:r>
        <w:t>751.4755</w:t>
      </w:r>
      <w:r>
        <w:tab/>
        <w:t>2.025e0</w:t>
      </w:r>
    </w:p>
    <w:p w:rsidR="00E00D30" w:rsidRDefault="00E00D30" w:rsidP="00E00D30">
      <w:r>
        <w:t>751.4922</w:t>
      </w:r>
      <w:r>
        <w:tab/>
        <w:t>2.025e0</w:t>
      </w:r>
    </w:p>
    <w:p w:rsidR="00E00D30" w:rsidRDefault="00E00D30" w:rsidP="00E00D30">
      <w:r>
        <w:t>751.5176</w:t>
      </w:r>
      <w:r>
        <w:tab/>
        <w:t>2.025e0</w:t>
      </w:r>
    </w:p>
    <w:p w:rsidR="00E00D30" w:rsidRDefault="00E00D30" w:rsidP="00E00D30">
      <w:r>
        <w:t>751.5206</w:t>
      </w:r>
      <w:r>
        <w:tab/>
        <w:t>2.025e0</w:t>
      </w:r>
    </w:p>
    <w:p w:rsidR="00E00D30" w:rsidRDefault="00E00D30" w:rsidP="00E00D30">
      <w:r>
        <w:t>751.5934</w:t>
      </w:r>
      <w:r>
        <w:tab/>
        <w:t>1.013e0</w:t>
      </w:r>
    </w:p>
    <w:p w:rsidR="00E00D30" w:rsidRDefault="00E00D30" w:rsidP="00E00D30">
      <w:r>
        <w:t>751.6373</w:t>
      </w:r>
      <w:r>
        <w:tab/>
        <w:t>2.025e0</w:t>
      </w:r>
    </w:p>
    <w:p w:rsidR="00E00D30" w:rsidRDefault="00E00D30" w:rsidP="00E00D30">
      <w:r>
        <w:t>751.6574</w:t>
      </w:r>
      <w:r>
        <w:tab/>
        <w:t>1.013e0</w:t>
      </w:r>
    </w:p>
    <w:p w:rsidR="00E00D30" w:rsidRDefault="00E00D30" w:rsidP="00E00D30">
      <w:r>
        <w:t>751.6951</w:t>
      </w:r>
      <w:r>
        <w:tab/>
        <w:t>1.013e0</w:t>
      </w:r>
    </w:p>
    <w:p w:rsidR="00E00D30" w:rsidRDefault="00E00D30" w:rsidP="00E00D30">
      <w:r>
        <w:t>751.7078</w:t>
      </w:r>
      <w:r>
        <w:tab/>
        <w:t>2.025e0</w:t>
      </w:r>
    </w:p>
    <w:p w:rsidR="00E00D30" w:rsidRDefault="00E00D30" w:rsidP="00E00D30">
      <w:r>
        <w:t>751.7455</w:t>
      </w:r>
      <w:r>
        <w:tab/>
        <w:t>1.013e0</w:t>
      </w:r>
    </w:p>
    <w:p w:rsidR="00E00D30" w:rsidRDefault="00E00D30" w:rsidP="00E00D30">
      <w:r>
        <w:lastRenderedPageBreak/>
        <w:t>751.7604</w:t>
      </w:r>
      <w:r>
        <w:tab/>
        <w:t>1.013e0</w:t>
      </w:r>
    </w:p>
    <w:p w:rsidR="00E00D30" w:rsidRDefault="00E00D30" w:rsidP="00E00D30">
      <w:r>
        <w:t>751.7952</w:t>
      </w:r>
      <w:r>
        <w:tab/>
        <w:t>1.013e0</w:t>
      </w:r>
    </w:p>
    <w:p w:rsidR="00E00D30" w:rsidRDefault="00E00D30" w:rsidP="00E00D30">
      <w:r>
        <w:t>751.8117</w:t>
      </w:r>
      <w:r>
        <w:tab/>
        <w:t>1.013e0</w:t>
      </w:r>
    </w:p>
    <w:p w:rsidR="00E00D30" w:rsidRDefault="00E00D30" w:rsidP="00E00D30">
      <w:r>
        <w:t>751.8795</w:t>
      </w:r>
      <w:r>
        <w:tab/>
        <w:t>2.025e0</w:t>
      </w:r>
    </w:p>
    <w:p w:rsidR="00E00D30" w:rsidRDefault="00E00D30" w:rsidP="00E00D30">
      <w:r>
        <w:t>751.8976</w:t>
      </w:r>
      <w:r>
        <w:tab/>
        <w:t>2.025e0</w:t>
      </w:r>
    </w:p>
    <w:p w:rsidR="00E00D30" w:rsidRDefault="00E00D30" w:rsidP="00E00D30">
      <w:r>
        <w:t>751.9113</w:t>
      </w:r>
      <w:r>
        <w:tab/>
        <w:t>1.013e0</w:t>
      </w:r>
    </w:p>
    <w:p w:rsidR="00E00D30" w:rsidRDefault="00E00D30" w:rsidP="00E00D30">
      <w:r>
        <w:t>751.9490</w:t>
      </w:r>
      <w:r>
        <w:tab/>
        <w:t>1.013e0</w:t>
      </w:r>
    </w:p>
    <w:p w:rsidR="00E00D30" w:rsidRDefault="00E00D30" w:rsidP="00E00D30">
      <w:r>
        <w:t>751.9503</w:t>
      </w:r>
      <w:r>
        <w:tab/>
        <w:t>1.013e0</w:t>
      </w:r>
    </w:p>
    <w:p w:rsidR="00E00D30" w:rsidRDefault="00E00D30" w:rsidP="00E00D30">
      <w:r>
        <w:t>751.9871</w:t>
      </w:r>
      <w:r>
        <w:tab/>
        <w:t>1.013e0</w:t>
      </w:r>
    </w:p>
    <w:p w:rsidR="00E00D30" w:rsidRDefault="00E00D30" w:rsidP="00E00D30">
      <w:r>
        <w:t>751.9885</w:t>
      </w:r>
      <w:r>
        <w:tab/>
        <w:t>1.013e0</w:t>
      </w:r>
    </w:p>
    <w:p w:rsidR="00E00D30" w:rsidRDefault="00E00D30" w:rsidP="00E00D30">
      <w:r>
        <w:t>752.0003</w:t>
      </w:r>
      <w:r>
        <w:tab/>
        <w:t>1.013e0</w:t>
      </w:r>
    </w:p>
    <w:p w:rsidR="00E00D30" w:rsidRDefault="00E00D30" w:rsidP="00E00D30">
      <w:r>
        <w:t>752.0676</w:t>
      </w:r>
      <w:r>
        <w:tab/>
        <w:t>4.051e0</w:t>
      </w:r>
    </w:p>
    <w:p w:rsidR="00E00D30" w:rsidRDefault="00E00D30" w:rsidP="00E00D30">
      <w:r>
        <w:t>752.1143</w:t>
      </w:r>
      <w:r>
        <w:tab/>
        <w:t>1.013e0</w:t>
      </w:r>
    </w:p>
    <w:p w:rsidR="00E00D30" w:rsidRDefault="00E00D30" w:rsidP="00E00D30">
      <w:r>
        <w:t>752.1445</w:t>
      </w:r>
      <w:r>
        <w:tab/>
        <w:t>2.025e0</w:t>
      </w:r>
    </w:p>
    <w:p w:rsidR="00E00D30" w:rsidRDefault="00E00D30" w:rsidP="00E00D30">
      <w:r>
        <w:t>752.1968</w:t>
      </w:r>
      <w:r>
        <w:tab/>
        <w:t>2.025e0</w:t>
      </w:r>
    </w:p>
    <w:p w:rsidR="00E00D30" w:rsidRDefault="00E00D30" w:rsidP="00E00D30">
      <w:r>
        <w:t>752.2423</w:t>
      </w:r>
      <w:r>
        <w:tab/>
        <w:t>2.025e0</w:t>
      </w:r>
    </w:p>
    <w:p w:rsidR="00E00D30" w:rsidRDefault="00E00D30" w:rsidP="00E00D30">
      <w:r>
        <w:t>752.2987</w:t>
      </w:r>
      <w:r>
        <w:tab/>
        <w:t>2.025e0</w:t>
      </w:r>
    </w:p>
    <w:p w:rsidR="00E00D30" w:rsidRDefault="00E00D30" w:rsidP="00E00D30">
      <w:r>
        <w:t>752.3179</w:t>
      </w:r>
      <w:r>
        <w:tab/>
        <w:t>1.013e0</w:t>
      </w:r>
    </w:p>
    <w:p w:rsidR="00E00D30" w:rsidRDefault="00E00D30" w:rsidP="00E00D30">
      <w:r>
        <w:t>752.3561</w:t>
      </w:r>
      <w:r>
        <w:tab/>
        <w:t>1.013e0</w:t>
      </w:r>
    </w:p>
    <w:p w:rsidR="00E00D30" w:rsidRDefault="00E00D30" w:rsidP="00E00D30">
      <w:r>
        <w:lastRenderedPageBreak/>
        <w:t>752.3692</w:t>
      </w:r>
      <w:r>
        <w:tab/>
        <w:t>1.013e0</w:t>
      </w:r>
    </w:p>
    <w:p w:rsidR="00E00D30" w:rsidRDefault="00E00D30" w:rsidP="00E00D30">
      <w:r>
        <w:t>752.3752</w:t>
      </w:r>
      <w:r>
        <w:tab/>
        <w:t>1.013e0</w:t>
      </w:r>
    </w:p>
    <w:p w:rsidR="00E00D30" w:rsidRDefault="00E00D30" w:rsidP="00E00D30">
      <w:r>
        <w:t>752.3820</w:t>
      </w:r>
      <w:r>
        <w:tab/>
        <w:t>1.013e0</w:t>
      </w:r>
    </w:p>
    <w:p w:rsidR="00E00D30" w:rsidRDefault="00E00D30" w:rsidP="00E00D30">
      <w:r>
        <w:t>752.4080</w:t>
      </w:r>
      <w:r>
        <w:tab/>
        <w:t>4.051e0</w:t>
      </w:r>
    </w:p>
    <w:p w:rsidR="00E00D30" w:rsidRDefault="00E00D30" w:rsidP="00E00D30">
      <w:r>
        <w:t>752.4260</w:t>
      </w:r>
      <w:r>
        <w:tab/>
        <w:t>1.013e0</w:t>
      </w:r>
    </w:p>
    <w:p w:rsidR="00E00D30" w:rsidRDefault="00E00D30" w:rsidP="00E00D30">
      <w:r>
        <w:t>752.4451</w:t>
      </w:r>
      <w:r>
        <w:tab/>
        <w:t>2.025e0</w:t>
      </w:r>
    </w:p>
    <w:p w:rsidR="00E00D30" w:rsidRDefault="00E00D30" w:rsidP="00E00D30">
      <w:r>
        <w:t>752.5151</w:t>
      </w:r>
      <w:r>
        <w:tab/>
        <w:t>2.025e0</w:t>
      </w:r>
    </w:p>
    <w:p w:rsidR="00E00D30" w:rsidRDefault="00E00D30" w:rsidP="00E00D30">
      <w:r>
        <w:t>752.5463</w:t>
      </w:r>
      <w:r>
        <w:tab/>
        <w:t>1.013e0</w:t>
      </w:r>
    </w:p>
    <w:p w:rsidR="00E00D30" w:rsidRDefault="00E00D30" w:rsidP="00E00D30">
      <w:r>
        <w:t>752.5598</w:t>
      </w:r>
      <w:r>
        <w:tab/>
        <w:t>3.038e0</w:t>
      </w:r>
    </w:p>
    <w:p w:rsidR="00E00D30" w:rsidRDefault="00E00D30" w:rsidP="00E00D30">
      <w:r>
        <w:t>752.5637</w:t>
      </w:r>
      <w:r>
        <w:tab/>
        <w:t>1.013e0</w:t>
      </w:r>
    </w:p>
    <w:p w:rsidR="00E00D30" w:rsidRDefault="00E00D30" w:rsidP="00E00D30">
      <w:r>
        <w:t>752.5884</w:t>
      </w:r>
      <w:r>
        <w:tab/>
        <w:t>2.025e0</w:t>
      </w:r>
    </w:p>
    <w:p w:rsidR="00E00D30" w:rsidRDefault="00E00D30" w:rsidP="00E00D30">
      <w:r>
        <w:t>752.5982</w:t>
      </w:r>
      <w:r>
        <w:tab/>
        <w:t>4.051e0</w:t>
      </w:r>
    </w:p>
    <w:p w:rsidR="00E00D30" w:rsidRDefault="00E00D30" w:rsidP="00E00D30">
      <w:r>
        <w:t>752.6110</w:t>
      </w:r>
      <w:r>
        <w:tab/>
        <w:t>2.025e0</w:t>
      </w:r>
    </w:p>
    <w:p w:rsidR="00E00D30" w:rsidRDefault="00E00D30" w:rsidP="00E00D30">
      <w:r>
        <w:t>752.6653</w:t>
      </w:r>
      <w:r>
        <w:tab/>
        <w:t>1.013e0</w:t>
      </w:r>
    </w:p>
    <w:p w:rsidR="00E00D30" w:rsidRDefault="00E00D30" w:rsidP="00E00D30">
      <w:r>
        <w:t>752.7010</w:t>
      </w:r>
      <w:r>
        <w:tab/>
        <w:t>2.025e0</w:t>
      </w:r>
    </w:p>
    <w:p w:rsidR="00E00D30" w:rsidRDefault="00E00D30" w:rsidP="00E00D30">
      <w:r>
        <w:t>752.7129</w:t>
      </w:r>
      <w:r>
        <w:tab/>
        <w:t>2.025e0</w:t>
      </w:r>
    </w:p>
    <w:p w:rsidR="00E00D30" w:rsidRDefault="00E00D30" w:rsidP="00E00D30">
      <w:r>
        <w:t>752.7510</w:t>
      </w:r>
      <w:r>
        <w:tab/>
        <w:t>1.013e0</w:t>
      </w:r>
    </w:p>
    <w:p w:rsidR="00E00D30" w:rsidRDefault="00E00D30" w:rsidP="00E00D30">
      <w:r>
        <w:t>752.7634</w:t>
      </w:r>
      <w:r>
        <w:tab/>
        <w:t>1.013e0</w:t>
      </w:r>
    </w:p>
    <w:p w:rsidR="00E00D30" w:rsidRDefault="00E00D30" w:rsidP="00E00D30">
      <w:r>
        <w:t>752.7761</w:t>
      </w:r>
      <w:r>
        <w:tab/>
        <w:t>1.013e0</w:t>
      </w:r>
    </w:p>
    <w:p w:rsidR="00E00D30" w:rsidRDefault="00E00D30" w:rsidP="00E00D30">
      <w:r>
        <w:lastRenderedPageBreak/>
        <w:t>752.8029</w:t>
      </w:r>
      <w:r>
        <w:tab/>
        <w:t>1.119e0</w:t>
      </w:r>
    </w:p>
    <w:p w:rsidR="00E00D30" w:rsidRDefault="00E00D30" w:rsidP="00E00D30">
      <w:r>
        <w:t>752.8275</w:t>
      </w:r>
      <w:r>
        <w:tab/>
        <w:t>1.013e0</w:t>
      </w:r>
    </w:p>
    <w:p w:rsidR="00E00D30" w:rsidRDefault="00E00D30" w:rsidP="00E00D30">
      <w:r>
        <w:t>752.8529</w:t>
      </w:r>
      <w:r>
        <w:tab/>
        <w:t>1.013e0</w:t>
      </w:r>
    </w:p>
    <w:p w:rsidR="00E00D30" w:rsidRDefault="00E00D30" w:rsidP="00E00D30">
      <w:r>
        <w:t>752.9034</w:t>
      </w:r>
      <w:r>
        <w:tab/>
        <w:t>1.013e0</w:t>
      </w:r>
    </w:p>
    <w:p w:rsidR="00E00D30" w:rsidRDefault="00E00D30" w:rsidP="00E00D30">
      <w:r>
        <w:t>752.9417</w:t>
      </w:r>
      <w:r>
        <w:tab/>
        <w:t>1.013e0</w:t>
      </w:r>
    </w:p>
    <w:p w:rsidR="00E00D30" w:rsidRDefault="00E00D30" w:rsidP="00E00D30">
      <w:r>
        <w:t>752.9675</w:t>
      </w:r>
      <w:r>
        <w:tab/>
        <w:t>1.013e0</w:t>
      </w:r>
    </w:p>
    <w:p w:rsidR="00E00D30" w:rsidRDefault="00E00D30" w:rsidP="00E00D30">
      <w:r>
        <w:t>753.0053</w:t>
      </w:r>
      <w:r>
        <w:tab/>
        <w:t>1.013e0</w:t>
      </w:r>
    </w:p>
    <w:p w:rsidR="00E00D30" w:rsidRDefault="00E00D30" w:rsidP="00E00D30">
      <w:r>
        <w:t>753.0576</w:t>
      </w:r>
      <w:r>
        <w:tab/>
        <w:t>1.013e0</w:t>
      </w:r>
    </w:p>
    <w:p w:rsidR="00E00D30" w:rsidRDefault="00E00D30" w:rsidP="00E00D30">
      <w:r>
        <w:t>753.0750</w:t>
      </w:r>
      <w:r>
        <w:tab/>
        <w:t>1.013e0</w:t>
      </w:r>
    </w:p>
    <w:p w:rsidR="00E00D30" w:rsidRDefault="00E00D30" w:rsidP="00E00D30">
      <w:r>
        <w:t>753.0807</w:t>
      </w:r>
      <w:r>
        <w:tab/>
        <w:t>2.025e0</w:t>
      </w:r>
    </w:p>
    <w:p w:rsidR="00E00D30" w:rsidRDefault="00E00D30" w:rsidP="00E00D30">
      <w:r>
        <w:t>753.0819</w:t>
      </w:r>
      <w:r>
        <w:tab/>
        <w:t>2.025e0</w:t>
      </w:r>
    </w:p>
    <w:p w:rsidR="00E00D30" w:rsidRDefault="00E00D30" w:rsidP="00E00D30">
      <w:r>
        <w:t>753.1082</w:t>
      </w:r>
      <w:r>
        <w:tab/>
        <w:t>1.013e0</w:t>
      </w:r>
    </w:p>
    <w:p w:rsidR="00E00D30" w:rsidRDefault="00E00D30" w:rsidP="00E00D30">
      <w:r>
        <w:t>753.1520</w:t>
      </w:r>
      <w:r>
        <w:tab/>
        <w:t>2.025e0</w:t>
      </w:r>
    </w:p>
    <w:p w:rsidR="00E00D30" w:rsidRDefault="00E00D30" w:rsidP="00E00D30">
      <w:r>
        <w:t>753.2095</w:t>
      </w:r>
      <w:r>
        <w:tab/>
        <w:t>1.013e0</w:t>
      </w:r>
    </w:p>
    <w:p w:rsidR="00E00D30" w:rsidRDefault="00E00D30" w:rsidP="00E00D30">
      <w:r>
        <w:t>753.2218</w:t>
      </w:r>
      <w:r>
        <w:tab/>
        <w:t>1.013e0</w:t>
      </w:r>
    </w:p>
    <w:p w:rsidR="00E00D30" w:rsidRDefault="00E00D30" w:rsidP="00E00D30">
      <w:r>
        <w:t>753.2353</w:t>
      </w:r>
      <w:r>
        <w:tab/>
        <w:t>3.038e0</w:t>
      </w:r>
    </w:p>
    <w:p w:rsidR="00E00D30" w:rsidRDefault="00E00D30" w:rsidP="00E00D30">
      <w:r>
        <w:t>753.2468</w:t>
      </w:r>
      <w:r>
        <w:tab/>
        <w:t>1.013e0</w:t>
      </w:r>
    </w:p>
    <w:p w:rsidR="00E00D30" w:rsidRDefault="00E00D30" w:rsidP="00E00D30">
      <w:r>
        <w:t>753.2922</w:t>
      </w:r>
      <w:r>
        <w:tab/>
        <w:t>2.025e0</w:t>
      </w:r>
    </w:p>
    <w:p w:rsidR="00E00D30" w:rsidRDefault="00E00D30" w:rsidP="00E00D30">
      <w:r>
        <w:t>753.2991</w:t>
      </w:r>
      <w:r>
        <w:tab/>
        <w:t>2.025e0</w:t>
      </w:r>
    </w:p>
    <w:p w:rsidR="00E00D30" w:rsidRDefault="00E00D30" w:rsidP="00E00D30">
      <w:r>
        <w:lastRenderedPageBreak/>
        <w:t>753.3658</w:t>
      </w:r>
      <w:r>
        <w:tab/>
        <w:t>1.013e0</w:t>
      </w:r>
    </w:p>
    <w:p w:rsidR="00E00D30" w:rsidRDefault="00E00D30" w:rsidP="00E00D30">
      <w:r>
        <w:t>753.3747</w:t>
      </w:r>
      <w:r>
        <w:tab/>
        <w:t>1.013e0</w:t>
      </w:r>
    </w:p>
    <w:p w:rsidR="00E00D30" w:rsidRDefault="00E00D30" w:rsidP="00E00D30">
      <w:r>
        <w:t>753.3758</w:t>
      </w:r>
      <w:r>
        <w:tab/>
        <w:t>4.051e0</w:t>
      </w:r>
    </w:p>
    <w:p w:rsidR="00E00D30" w:rsidRDefault="00E00D30" w:rsidP="00E00D30">
      <w:r>
        <w:t>753.3821</w:t>
      </w:r>
      <w:r>
        <w:tab/>
        <w:t>1.013e0</w:t>
      </w:r>
    </w:p>
    <w:p w:rsidR="00E00D30" w:rsidRDefault="00E00D30" w:rsidP="00E00D30">
      <w:r>
        <w:t>753.4016</w:t>
      </w:r>
      <w:r>
        <w:tab/>
        <w:t>1.013e0</w:t>
      </w:r>
    </w:p>
    <w:p w:rsidR="00E00D30" w:rsidRDefault="00E00D30" w:rsidP="00E00D30">
      <w:r>
        <w:t>753.4525</w:t>
      </w:r>
      <w:r>
        <w:tab/>
        <w:t>1.013e0</w:t>
      </w:r>
    </w:p>
    <w:p w:rsidR="00E00D30" w:rsidRDefault="00E00D30" w:rsidP="00E00D30">
      <w:r>
        <w:t>753.4821</w:t>
      </w:r>
      <w:r>
        <w:tab/>
        <w:t>3.038e0</w:t>
      </w:r>
    </w:p>
    <w:p w:rsidR="00E00D30" w:rsidRDefault="00E00D30" w:rsidP="00E00D30">
      <w:r>
        <w:t>753.4859</w:t>
      </w:r>
      <w:r>
        <w:tab/>
        <w:t>3.038e0</w:t>
      </w:r>
    </w:p>
    <w:p w:rsidR="00E00D30" w:rsidRDefault="00E00D30" w:rsidP="00E00D30">
      <w:r>
        <w:t>753.4946</w:t>
      </w:r>
      <w:r>
        <w:tab/>
        <w:t>2.025e0</w:t>
      </w:r>
    </w:p>
    <w:p w:rsidR="00E00D30" w:rsidRDefault="00E00D30" w:rsidP="00E00D30">
      <w:r>
        <w:t>753.5348</w:t>
      </w:r>
      <w:r>
        <w:tab/>
        <w:t>4.051e0</w:t>
      </w:r>
    </w:p>
    <w:p w:rsidR="00E00D30" w:rsidRDefault="00E00D30" w:rsidP="00E00D30">
      <w:r>
        <w:t>753.5417</w:t>
      </w:r>
      <w:r>
        <w:tab/>
        <w:t>1.013e0</w:t>
      </w:r>
    </w:p>
    <w:p w:rsidR="00E00D30" w:rsidRDefault="00E00D30" w:rsidP="00E00D30">
      <w:r>
        <w:t>753.5530</w:t>
      </w:r>
      <w:r>
        <w:tab/>
        <w:t>1.013e0</w:t>
      </w:r>
    </w:p>
    <w:p w:rsidR="00E00D30" w:rsidRDefault="00E00D30" w:rsidP="00E00D30">
      <w:r>
        <w:t>753.5712</w:t>
      </w:r>
      <w:r>
        <w:tab/>
        <w:t>2.025e0</w:t>
      </w:r>
    </w:p>
    <w:p w:rsidR="00E00D30" w:rsidRDefault="00E00D30" w:rsidP="00E00D30">
      <w:r>
        <w:t>753.5842</w:t>
      </w:r>
      <w:r>
        <w:tab/>
        <w:t>2.025e0</w:t>
      </w:r>
    </w:p>
    <w:p w:rsidR="00E00D30" w:rsidRDefault="00E00D30" w:rsidP="00E00D30">
      <w:r>
        <w:t>753.6005</w:t>
      </w:r>
      <w:r>
        <w:tab/>
        <w:t>3.038e0</w:t>
      </w:r>
    </w:p>
    <w:p w:rsidR="00E00D30" w:rsidRDefault="00E00D30" w:rsidP="00E00D30">
      <w:r>
        <w:t>753.6636</w:t>
      </w:r>
      <w:r>
        <w:tab/>
        <w:t>2.025e0</w:t>
      </w:r>
    </w:p>
    <w:p w:rsidR="00E00D30" w:rsidRDefault="00E00D30" w:rsidP="00E00D30">
      <w:r>
        <w:t>753.6691</w:t>
      </w:r>
      <w:r>
        <w:tab/>
        <w:t>1.013e0</w:t>
      </w:r>
    </w:p>
    <w:p w:rsidR="00E00D30" w:rsidRDefault="00E00D30" w:rsidP="00E00D30">
      <w:r>
        <w:t>753.6805</w:t>
      </w:r>
      <w:r>
        <w:tab/>
        <w:t>1.013e0</w:t>
      </w:r>
    </w:p>
    <w:p w:rsidR="00E00D30" w:rsidRDefault="00E00D30" w:rsidP="00E00D30">
      <w:r>
        <w:t>753.6946</w:t>
      </w:r>
      <w:r>
        <w:tab/>
        <w:t>1.013e0</w:t>
      </w:r>
    </w:p>
    <w:p w:rsidR="00E00D30" w:rsidRDefault="00E00D30" w:rsidP="00E00D30">
      <w:r>
        <w:lastRenderedPageBreak/>
        <w:t>753.7285</w:t>
      </w:r>
      <w:r>
        <w:tab/>
        <w:t>2.025e0</w:t>
      </w:r>
    </w:p>
    <w:p w:rsidR="00E00D30" w:rsidRDefault="00E00D30" w:rsidP="00E00D30">
      <w:r>
        <w:t>753.7702</w:t>
      </w:r>
      <w:r>
        <w:tab/>
        <w:t>3.038e0</w:t>
      </w:r>
    </w:p>
    <w:p w:rsidR="00E00D30" w:rsidRDefault="00E00D30" w:rsidP="00E00D30">
      <w:r>
        <w:t>753.7756</w:t>
      </w:r>
      <w:r>
        <w:tab/>
        <w:t>1.013e0</w:t>
      </w:r>
    </w:p>
    <w:p w:rsidR="00E00D30" w:rsidRDefault="00E00D30" w:rsidP="00E00D30">
      <w:r>
        <w:t>753.8162</w:t>
      </w:r>
      <w:r>
        <w:tab/>
        <w:t>2.025e0</w:t>
      </w:r>
    </w:p>
    <w:p w:rsidR="00E00D30" w:rsidRDefault="00E00D30" w:rsidP="00E00D30">
      <w:r>
        <w:t>753.8849</w:t>
      </w:r>
      <w:r>
        <w:tab/>
        <w:t>1.013e0</w:t>
      </w:r>
    </w:p>
    <w:p w:rsidR="00E00D30" w:rsidRDefault="00E00D30" w:rsidP="00E00D30">
      <w:r>
        <w:t>753.9105</w:t>
      </w:r>
      <w:r>
        <w:tab/>
        <w:t>1.013e0</w:t>
      </w:r>
    </w:p>
    <w:p w:rsidR="00E00D30" w:rsidRDefault="00E00D30" w:rsidP="00E00D30">
      <w:r>
        <w:t>753.9355</w:t>
      </w:r>
      <w:r>
        <w:tab/>
        <w:t>2.025e0</w:t>
      </w:r>
    </w:p>
    <w:p w:rsidR="00E00D30" w:rsidRDefault="00E00D30" w:rsidP="00E00D30">
      <w:r>
        <w:t>753.9453</w:t>
      </w:r>
      <w:r>
        <w:tab/>
        <w:t>1.013e0</w:t>
      </w:r>
    </w:p>
    <w:p w:rsidR="00E00D30" w:rsidRDefault="00E00D30" w:rsidP="00E00D30">
      <w:r>
        <w:t>753.9549</w:t>
      </w:r>
      <w:r>
        <w:tab/>
        <w:t>2.025e0</w:t>
      </w:r>
    </w:p>
    <w:p w:rsidR="00E00D30" w:rsidRDefault="00E00D30" w:rsidP="00E00D30">
      <w:r>
        <w:t>753.9695</w:t>
      </w:r>
      <w:r>
        <w:tab/>
        <w:t>2.025e0</w:t>
      </w:r>
    </w:p>
    <w:p w:rsidR="00E00D30" w:rsidRDefault="00E00D30" w:rsidP="00E00D30">
      <w:r>
        <w:t>753.9963</w:t>
      </w:r>
      <w:r>
        <w:tab/>
        <w:t>2.025e0</w:t>
      </w:r>
    </w:p>
    <w:p w:rsidR="00E00D30" w:rsidRDefault="00E00D30" w:rsidP="00E00D30">
      <w:r>
        <w:t>754.0125</w:t>
      </w:r>
      <w:r>
        <w:tab/>
        <w:t>1.013e0</w:t>
      </w:r>
    </w:p>
    <w:p w:rsidR="00E00D30" w:rsidRDefault="00E00D30" w:rsidP="00E00D30">
      <w:r>
        <w:t>754.0248</w:t>
      </w:r>
      <w:r>
        <w:tab/>
        <w:t>1.013e0</w:t>
      </w:r>
    </w:p>
    <w:p w:rsidR="00E00D30" w:rsidRDefault="00E00D30" w:rsidP="00E00D30">
      <w:r>
        <w:t>754.1655</w:t>
      </w:r>
      <w:r>
        <w:tab/>
        <w:t>2.025e0</w:t>
      </w:r>
    </w:p>
    <w:p w:rsidR="00E00D30" w:rsidRDefault="00E00D30" w:rsidP="00E00D30">
      <w:r>
        <w:t>754.1778</w:t>
      </w:r>
      <w:r>
        <w:tab/>
        <w:t>1.013e0</w:t>
      </w:r>
    </w:p>
    <w:p w:rsidR="00E00D30" w:rsidRDefault="00E00D30" w:rsidP="00E00D30">
      <w:r>
        <w:t>754.1919</w:t>
      </w:r>
      <w:r>
        <w:tab/>
        <w:t>1.013e0</w:t>
      </w:r>
    </w:p>
    <w:p w:rsidR="00E00D30" w:rsidRDefault="00E00D30" w:rsidP="00E00D30">
      <w:r>
        <w:t>754.2161</w:t>
      </w:r>
      <w:r>
        <w:tab/>
        <w:t>1.013e0</w:t>
      </w:r>
    </w:p>
    <w:p w:rsidR="00E00D30" w:rsidRDefault="00E00D30" w:rsidP="00E00D30">
      <w:r>
        <w:t>754.2420</w:t>
      </w:r>
      <w:r>
        <w:tab/>
        <w:t>3.038e0</w:t>
      </w:r>
    </w:p>
    <w:p w:rsidR="00E00D30" w:rsidRDefault="00E00D30" w:rsidP="00E00D30">
      <w:r>
        <w:t>754.2523</w:t>
      </w:r>
      <w:r>
        <w:tab/>
        <w:t>1.013e0</w:t>
      </w:r>
    </w:p>
    <w:p w:rsidR="00E00D30" w:rsidRDefault="00E00D30" w:rsidP="00E00D30">
      <w:r>
        <w:lastRenderedPageBreak/>
        <w:t>754.3332</w:t>
      </w:r>
      <w:r>
        <w:tab/>
        <w:t>2.025e0</w:t>
      </w:r>
    </w:p>
    <w:p w:rsidR="00E00D30" w:rsidRDefault="00E00D30" w:rsidP="00E00D30">
      <w:r>
        <w:t>754.3726</w:t>
      </w:r>
      <w:r>
        <w:tab/>
        <w:t>1.013e0</w:t>
      </w:r>
    </w:p>
    <w:p w:rsidR="00E00D30" w:rsidRDefault="00E00D30" w:rsidP="00E00D30">
      <w:r>
        <w:t>754.3889</w:t>
      </w:r>
      <w:r>
        <w:tab/>
        <w:t>1.013e0</w:t>
      </w:r>
    </w:p>
    <w:p w:rsidR="00E00D30" w:rsidRDefault="00E00D30" w:rsidP="00E00D30">
      <w:r>
        <w:t>754.3948</w:t>
      </w:r>
      <w:r>
        <w:tab/>
        <w:t>5.063e0</w:t>
      </w:r>
    </w:p>
    <w:p w:rsidR="00E00D30" w:rsidRDefault="00E00D30" w:rsidP="00E00D30">
      <w:r>
        <w:t>754.4139</w:t>
      </w:r>
      <w:r>
        <w:tab/>
        <w:t>2.025e0</w:t>
      </w:r>
    </w:p>
    <w:p w:rsidR="00E00D30" w:rsidRDefault="00E00D30" w:rsidP="00E00D30">
      <w:r>
        <w:t>754.4294</w:t>
      </w:r>
      <w:r>
        <w:tab/>
        <w:t>2.025e0</w:t>
      </w:r>
    </w:p>
    <w:p w:rsidR="00E00D30" w:rsidRDefault="00E00D30" w:rsidP="00E00D30">
      <w:r>
        <w:t>754.4502</w:t>
      </w:r>
      <w:r>
        <w:tab/>
        <w:t>4.051e0</w:t>
      </w:r>
    </w:p>
    <w:p w:rsidR="00E00D30" w:rsidRDefault="00E00D30" w:rsidP="00E00D30">
      <w:r>
        <w:t>754.4750</w:t>
      </w:r>
      <w:r>
        <w:tab/>
        <w:t>1.013e0</w:t>
      </w:r>
    </w:p>
    <w:p w:rsidR="00E00D30" w:rsidRDefault="00E00D30" w:rsidP="00E00D30">
      <w:r>
        <w:t>754.4800</w:t>
      </w:r>
      <w:r>
        <w:tab/>
        <w:t>2.025e0</w:t>
      </w:r>
    </w:p>
    <w:p w:rsidR="00E00D30" w:rsidRDefault="00E00D30" w:rsidP="00E00D30">
      <w:r>
        <w:t>754.4971</w:t>
      </w:r>
      <w:r>
        <w:tab/>
        <w:t>1.013e0</w:t>
      </w:r>
    </w:p>
    <w:p w:rsidR="00E00D30" w:rsidRDefault="00E00D30" w:rsidP="00E00D30">
      <w:r>
        <w:t>754.5088</w:t>
      </w:r>
      <w:r>
        <w:tab/>
        <w:t>1.013e0</w:t>
      </w:r>
    </w:p>
    <w:p w:rsidR="00E00D30" w:rsidRDefault="00E00D30" w:rsidP="00E00D30">
      <w:r>
        <w:t>754.5864</w:t>
      </w:r>
      <w:r>
        <w:tab/>
        <w:t>1.013e0</w:t>
      </w:r>
    </w:p>
    <w:p w:rsidR="00E00D30" w:rsidRDefault="00E00D30" w:rsidP="00E00D30">
      <w:r>
        <w:t>754.6247</w:t>
      </w:r>
      <w:r>
        <w:tab/>
        <w:t>1.013e0</w:t>
      </w:r>
    </w:p>
    <w:p w:rsidR="00E00D30" w:rsidRDefault="00E00D30" w:rsidP="00E00D30">
      <w:r>
        <w:t>754.6626</w:t>
      </w:r>
      <w:r>
        <w:tab/>
        <w:t>2.025e0</w:t>
      </w:r>
    </w:p>
    <w:p w:rsidR="00E00D30" w:rsidRDefault="00E00D30" w:rsidP="00E00D30">
      <w:r>
        <w:t>754.6767</w:t>
      </w:r>
      <w:r>
        <w:tab/>
        <w:t>1.013e0</w:t>
      </w:r>
    </w:p>
    <w:p w:rsidR="00E00D30" w:rsidRDefault="00E00D30" w:rsidP="00E00D30">
      <w:r>
        <w:t>754.6846</w:t>
      </w:r>
      <w:r>
        <w:tab/>
        <w:t>2.025e0</w:t>
      </w:r>
    </w:p>
    <w:p w:rsidR="00E00D30" w:rsidRDefault="00E00D30" w:rsidP="00E00D30">
      <w:r>
        <w:t>754.7136</w:t>
      </w:r>
      <w:r>
        <w:tab/>
        <w:t>1.013e0</w:t>
      </w:r>
    </w:p>
    <w:p w:rsidR="00E00D30" w:rsidRDefault="00E00D30" w:rsidP="00E00D30">
      <w:r>
        <w:t>754.7468</w:t>
      </w:r>
      <w:r>
        <w:tab/>
        <w:t>1.013e0</w:t>
      </w:r>
    </w:p>
    <w:p w:rsidR="00E00D30" w:rsidRDefault="00E00D30" w:rsidP="00E00D30">
      <w:r>
        <w:t>754.7659</w:t>
      </w:r>
      <w:r>
        <w:tab/>
        <w:t>1.013e0</w:t>
      </w:r>
    </w:p>
    <w:p w:rsidR="00E00D30" w:rsidRDefault="00E00D30" w:rsidP="00E00D30">
      <w:r>
        <w:lastRenderedPageBreak/>
        <w:t>754.7980</w:t>
      </w:r>
      <w:r>
        <w:tab/>
        <w:t>1.013e0</w:t>
      </w:r>
    </w:p>
    <w:p w:rsidR="00E00D30" w:rsidRDefault="00E00D30" w:rsidP="00E00D30">
      <w:r>
        <w:t>754.8162</w:t>
      </w:r>
      <w:r>
        <w:tab/>
        <w:t>1.013e0</w:t>
      </w:r>
    </w:p>
    <w:p w:rsidR="00E00D30" w:rsidRDefault="00E00D30" w:rsidP="00E00D30">
      <w:r>
        <w:t>754.8668</w:t>
      </w:r>
      <w:r>
        <w:tab/>
        <w:t>1.013e0</w:t>
      </w:r>
    </w:p>
    <w:p w:rsidR="00E00D30" w:rsidRDefault="00E00D30" w:rsidP="00E00D30">
      <w:r>
        <w:t>754.8809</w:t>
      </w:r>
      <w:r>
        <w:tab/>
        <w:t>1.013e0</w:t>
      </w:r>
    </w:p>
    <w:p w:rsidR="00E00D30" w:rsidRDefault="00E00D30" w:rsidP="00E00D30">
      <w:r>
        <w:t>754.9185</w:t>
      </w:r>
      <w:r>
        <w:tab/>
        <w:t>3.038e0</w:t>
      </w:r>
    </w:p>
    <w:p w:rsidR="00E00D30" w:rsidRDefault="00E00D30" w:rsidP="00E00D30">
      <w:r>
        <w:t>754.9349</w:t>
      </w:r>
      <w:r>
        <w:tab/>
        <w:t>1.013e0</w:t>
      </w:r>
    </w:p>
    <w:p w:rsidR="00E00D30" w:rsidRDefault="00E00D30" w:rsidP="00E00D30">
      <w:r>
        <w:t>755.0202</w:t>
      </w:r>
      <w:r>
        <w:tab/>
        <w:t>2.025e0</w:t>
      </w:r>
    </w:p>
    <w:p w:rsidR="00E00D30" w:rsidRDefault="00E00D30" w:rsidP="00E00D30">
      <w:r>
        <w:t>755.0582</w:t>
      </w:r>
      <w:r>
        <w:tab/>
        <w:t>2.025e0</w:t>
      </w:r>
    </w:p>
    <w:p w:rsidR="00E00D30" w:rsidRDefault="00E00D30" w:rsidP="00E00D30">
      <w:r>
        <w:t>755.0851</w:t>
      </w:r>
      <w:r>
        <w:tab/>
        <w:t>1.013e0</w:t>
      </w:r>
    </w:p>
    <w:p w:rsidR="00E00D30" w:rsidRDefault="00E00D30" w:rsidP="00E00D30">
      <w:r>
        <w:t>755.0965</w:t>
      </w:r>
      <w:r>
        <w:tab/>
        <w:t>2.025e0</w:t>
      </w:r>
    </w:p>
    <w:p w:rsidR="00E00D30" w:rsidRDefault="00E00D30" w:rsidP="00E00D30">
      <w:r>
        <w:t>755.1226</w:t>
      </w:r>
      <w:r>
        <w:tab/>
        <w:t>1.013e0</w:t>
      </w:r>
    </w:p>
    <w:p w:rsidR="00E00D30" w:rsidRDefault="00E00D30" w:rsidP="00E00D30">
      <w:r>
        <w:t>755.1567</w:t>
      </w:r>
      <w:r>
        <w:tab/>
        <w:t>1.013e0</w:t>
      </w:r>
    </w:p>
    <w:p w:rsidR="00E00D30" w:rsidRDefault="00E00D30" w:rsidP="00E00D30">
      <w:r>
        <w:t>755.1746</w:t>
      </w:r>
      <w:r>
        <w:tab/>
        <w:t>1.013e0</w:t>
      </w:r>
    </w:p>
    <w:p w:rsidR="00E00D30" w:rsidRDefault="00E00D30" w:rsidP="00E00D30">
      <w:r>
        <w:t>755.1909</w:t>
      </w:r>
      <w:r>
        <w:tab/>
        <w:t>1.013e0</w:t>
      </w:r>
    </w:p>
    <w:p w:rsidR="00E00D30" w:rsidRDefault="00E00D30" w:rsidP="00E00D30">
      <w:r>
        <w:t>755.2416</w:t>
      </w:r>
      <w:r>
        <w:tab/>
        <w:t>1.013e0</w:t>
      </w:r>
    </w:p>
    <w:p w:rsidR="00E00D30" w:rsidRDefault="00E00D30" w:rsidP="00E00D30">
      <w:r>
        <w:t>755.2500</w:t>
      </w:r>
      <w:r>
        <w:tab/>
        <w:t>2.025e0</w:t>
      </w:r>
    </w:p>
    <w:p w:rsidR="00E00D30" w:rsidRDefault="00E00D30" w:rsidP="00E00D30">
      <w:r>
        <w:t>755.2697</w:t>
      </w:r>
      <w:r>
        <w:tab/>
        <w:t>2.025e0</w:t>
      </w:r>
    </w:p>
    <w:p w:rsidR="00E00D30" w:rsidRDefault="00E00D30" w:rsidP="00E00D30">
      <w:r>
        <w:t>755.2758</w:t>
      </w:r>
      <w:r>
        <w:tab/>
        <w:t>1.013e0</w:t>
      </w:r>
    </w:p>
    <w:p w:rsidR="00E00D30" w:rsidRDefault="00E00D30" w:rsidP="00E00D30">
      <w:r>
        <w:t>755.3151</w:t>
      </w:r>
      <w:r>
        <w:tab/>
        <w:t>1.013e0</w:t>
      </w:r>
    </w:p>
    <w:p w:rsidR="00E00D30" w:rsidRDefault="00E00D30" w:rsidP="00E00D30">
      <w:r>
        <w:lastRenderedPageBreak/>
        <w:t>755.3269</w:t>
      </w:r>
      <w:r>
        <w:tab/>
        <w:t>1.013e0</w:t>
      </w:r>
    </w:p>
    <w:p w:rsidR="00E00D30" w:rsidRDefault="00E00D30" w:rsidP="00E00D30">
      <w:r>
        <w:t>755.3465</w:t>
      </w:r>
      <w:r>
        <w:tab/>
        <w:t>3.038e0</w:t>
      </w:r>
    </w:p>
    <w:p w:rsidR="00E00D30" w:rsidRDefault="00E00D30" w:rsidP="00E00D30">
      <w:r>
        <w:t>755.3776</w:t>
      </w:r>
      <w:r>
        <w:tab/>
        <w:t>1.013e0</w:t>
      </w:r>
    </w:p>
    <w:p w:rsidR="00E00D30" w:rsidRDefault="00E00D30" w:rsidP="00E00D30">
      <w:r>
        <w:t>755.3789</w:t>
      </w:r>
      <w:r>
        <w:tab/>
        <w:t>1.013e0</w:t>
      </w:r>
    </w:p>
    <w:p w:rsidR="00E00D30" w:rsidRDefault="00E00D30" w:rsidP="00E00D30">
      <w:r>
        <w:t>755.4172</w:t>
      </w:r>
      <w:r>
        <w:tab/>
        <w:t>1.013e0</w:t>
      </w:r>
    </w:p>
    <w:p w:rsidR="00E00D30" w:rsidRDefault="00E00D30" w:rsidP="00E00D30">
      <w:r>
        <w:t>755.4243</w:t>
      </w:r>
      <w:r>
        <w:tab/>
        <w:t>4.051e0</w:t>
      </w:r>
    </w:p>
    <w:p w:rsidR="00E00D30" w:rsidRDefault="00E00D30" w:rsidP="00E00D30">
      <w:r>
        <w:t>755.4802</w:t>
      </w:r>
      <w:r>
        <w:tab/>
        <w:t>2.025e0</w:t>
      </w:r>
    </w:p>
    <w:p w:rsidR="00E00D30" w:rsidRDefault="00E00D30" w:rsidP="00E00D30">
      <w:r>
        <w:t>755.5067</w:t>
      </w:r>
      <w:r>
        <w:tab/>
        <w:t>1.013e0</w:t>
      </w:r>
    </w:p>
    <w:p w:rsidR="00E00D30" w:rsidRDefault="00E00D30" w:rsidP="00E00D30">
      <w:r>
        <w:t>755.6003</w:t>
      </w:r>
      <w:r>
        <w:tab/>
        <w:t>1.013e0</w:t>
      </w:r>
    </w:p>
    <w:p w:rsidR="00E00D30" w:rsidRDefault="00E00D30" w:rsidP="00E00D30">
      <w:r>
        <w:t>755.6171</w:t>
      </w:r>
      <w:r>
        <w:tab/>
        <w:t>1.013e0</w:t>
      </w:r>
    </w:p>
    <w:p w:rsidR="00E00D30" w:rsidRDefault="00E00D30" w:rsidP="00E00D30">
      <w:r>
        <w:t>755.6203</w:t>
      </w:r>
      <w:r>
        <w:tab/>
        <w:t>1.013e0</w:t>
      </w:r>
    </w:p>
    <w:p w:rsidR="00E00D30" w:rsidRDefault="00E00D30" w:rsidP="00E00D30">
      <w:r>
        <w:t>755.6458</w:t>
      </w:r>
      <w:r>
        <w:tab/>
        <w:t>1.013e0</w:t>
      </w:r>
    </w:p>
    <w:p w:rsidR="00E00D30" w:rsidRDefault="00E00D30" w:rsidP="00E00D30">
      <w:r>
        <w:t>755.6472</w:t>
      </w:r>
      <w:r>
        <w:tab/>
        <w:t>1.013e0</w:t>
      </w:r>
    </w:p>
    <w:p w:rsidR="00E00D30" w:rsidRDefault="00E00D30" w:rsidP="00E00D30">
      <w:r>
        <w:t>755.7195</w:t>
      </w:r>
      <w:r>
        <w:tab/>
        <w:t>1.013e0</w:t>
      </w:r>
    </w:p>
    <w:p w:rsidR="00E00D30" w:rsidRDefault="00E00D30" w:rsidP="00E00D30">
      <w:r>
        <w:t>755.7941</w:t>
      </w:r>
      <w:r>
        <w:tab/>
        <w:t>2.025e0</w:t>
      </w:r>
    </w:p>
    <w:p w:rsidR="00E00D30" w:rsidRDefault="00E00D30" w:rsidP="00E00D30">
      <w:r>
        <w:t>755.8124</w:t>
      </w:r>
      <w:r>
        <w:tab/>
        <w:t>1.013e0</w:t>
      </w:r>
    </w:p>
    <w:p w:rsidR="00E00D30" w:rsidRDefault="00E00D30" w:rsidP="00E00D30">
      <w:r>
        <w:t>755.8563</w:t>
      </w:r>
      <w:r>
        <w:tab/>
        <w:t>1.013e0</w:t>
      </w:r>
    </w:p>
    <w:p w:rsidR="00E00D30" w:rsidRDefault="00E00D30" w:rsidP="00E00D30">
      <w:r>
        <w:t>755.8887</w:t>
      </w:r>
      <w:r>
        <w:tab/>
        <w:t>1.013e0</w:t>
      </w:r>
    </w:p>
    <w:p w:rsidR="00E00D30" w:rsidRDefault="00E00D30" w:rsidP="00E00D30">
      <w:r>
        <w:t>755.9529</w:t>
      </w:r>
      <w:r>
        <w:tab/>
        <w:t>1.013e0</w:t>
      </w:r>
    </w:p>
    <w:p w:rsidR="00E00D30" w:rsidRDefault="00E00D30" w:rsidP="00E00D30">
      <w:r>
        <w:lastRenderedPageBreak/>
        <w:t>755.9658</w:t>
      </w:r>
      <w:r>
        <w:tab/>
        <w:t>1.013e0</w:t>
      </w:r>
    </w:p>
    <w:p w:rsidR="00E00D30" w:rsidRDefault="00E00D30" w:rsidP="00E00D30">
      <w:r>
        <w:t>755.9790</w:t>
      </w:r>
      <w:r>
        <w:tab/>
        <w:t>2.025e0</w:t>
      </w:r>
    </w:p>
    <w:p w:rsidR="00E00D30" w:rsidRDefault="00E00D30" w:rsidP="00E00D30">
      <w:r>
        <w:t>756.0610</w:t>
      </w:r>
      <w:r>
        <w:tab/>
        <w:t>1.013e0</w:t>
      </w:r>
    </w:p>
    <w:p w:rsidR="00E00D30" w:rsidRDefault="00E00D30" w:rsidP="00E00D30">
      <w:r>
        <w:t>756.0808</w:t>
      </w:r>
      <w:r>
        <w:tab/>
        <w:t>1.013e0</w:t>
      </w:r>
    </w:p>
    <w:p w:rsidR="00E00D30" w:rsidRDefault="00E00D30" w:rsidP="00E00D30">
      <w:r>
        <w:t>756.0934</w:t>
      </w:r>
      <w:r>
        <w:tab/>
        <w:t>2.025e0</w:t>
      </w:r>
    </w:p>
    <w:p w:rsidR="00E00D30" w:rsidRDefault="00E00D30" w:rsidP="00E00D30">
      <w:r>
        <w:t>756.1741</w:t>
      </w:r>
      <w:r>
        <w:tab/>
        <w:t>2.025e0</w:t>
      </w:r>
    </w:p>
    <w:p w:rsidR="00E00D30" w:rsidRDefault="00E00D30" w:rsidP="00E00D30">
      <w:r>
        <w:t>756.1959</w:t>
      </w:r>
      <w:r>
        <w:tab/>
        <w:t>1.013e0</w:t>
      </w:r>
    </w:p>
    <w:p w:rsidR="00E00D30" w:rsidRDefault="00E00D30" w:rsidP="00E00D30">
      <w:r>
        <w:t>756.2210</w:t>
      </w:r>
      <w:r>
        <w:tab/>
        <w:t>1.013e0</w:t>
      </w:r>
    </w:p>
    <w:p w:rsidR="00E00D30" w:rsidRDefault="00E00D30" w:rsidP="00E00D30">
      <w:r>
        <w:t>756.2850</w:t>
      </w:r>
      <w:r>
        <w:tab/>
        <w:t>2.025e0</w:t>
      </w:r>
    </w:p>
    <w:p w:rsidR="00E00D30" w:rsidRDefault="00E00D30" w:rsidP="00E00D30">
      <w:r>
        <w:t>756.2927</w:t>
      </w:r>
      <w:r>
        <w:tab/>
        <w:t>2.025e0</w:t>
      </w:r>
    </w:p>
    <w:p w:rsidR="00E00D30" w:rsidRDefault="00E00D30" w:rsidP="00E00D30">
      <w:r>
        <w:t>756.2962</w:t>
      </w:r>
      <w:r>
        <w:tab/>
        <w:t>4.051e0</w:t>
      </w:r>
    </w:p>
    <w:p w:rsidR="00E00D30" w:rsidRDefault="00E00D30" w:rsidP="00E00D30">
      <w:r>
        <w:t>756.3008</w:t>
      </w:r>
      <w:r>
        <w:tab/>
        <w:t>2.025e0</w:t>
      </w:r>
    </w:p>
    <w:p w:rsidR="00E00D30" w:rsidRDefault="00E00D30" w:rsidP="00E00D30">
      <w:r>
        <w:t>756.3337</w:t>
      </w:r>
      <w:r>
        <w:tab/>
        <w:t>4.051e0</w:t>
      </w:r>
    </w:p>
    <w:p w:rsidR="00E00D30" w:rsidRDefault="00E00D30" w:rsidP="00E00D30">
      <w:r>
        <w:t>756.3759</w:t>
      </w:r>
      <w:r>
        <w:tab/>
        <w:t>1.013e0</w:t>
      </w:r>
    </w:p>
    <w:p w:rsidR="00E00D30" w:rsidRDefault="00E00D30" w:rsidP="00E00D30">
      <w:r>
        <w:t>756.3859</w:t>
      </w:r>
      <w:r>
        <w:tab/>
        <w:t>3.038e0</w:t>
      </w:r>
    </w:p>
    <w:p w:rsidR="00E00D30" w:rsidRDefault="00E00D30" w:rsidP="00E00D30">
      <w:r>
        <w:t>756.3877</w:t>
      </w:r>
      <w:r>
        <w:tab/>
        <w:t>1.013e0</w:t>
      </w:r>
    </w:p>
    <w:p w:rsidR="00E00D30" w:rsidRDefault="00E00D30" w:rsidP="00E00D30">
      <w:r>
        <w:t>756.4360</w:t>
      </w:r>
      <w:r>
        <w:tab/>
        <w:t>1.013e0</w:t>
      </w:r>
    </w:p>
    <w:p w:rsidR="00E00D30" w:rsidRDefault="00E00D30" w:rsidP="00E00D30">
      <w:r>
        <w:t>756.4807</w:t>
      </w:r>
      <w:r>
        <w:tab/>
        <w:t>4.051e0</w:t>
      </w:r>
    </w:p>
    <w:p w:rsidR="00E00D30" w:rsidRDefault="00E00D30" w:rsidP="00E00D30">
      <w:r>
        <w:t>756.5024</w:t>
      </w:r>
      <w:r>
        <w:tab/>
        <w:t>1.013e0</w:t>
      </w:r>
    </w:p>
    <w:p w:rsidR="00E00D30" w:rsidRDefault="00E00D30" w:rsidP="00E00D30">
      <w:r>
        <w:lastRenderedPageBreak/>
        <w:t>756.5216</w:t>
      </w:r>
      <w:r>
        <w:tab/>
        <w:t>1.013e0</w:t>
      </w:r>
    </w:p>
    <w:p w:rsidR="00E00D30" w:rsidRDefault="00E00D30" w:rsidP="00E00D30">
      <w:r>
        <w:t>756.5795</w:t>
      </w:r>
      <w:r>
        <w:tab/>
        <w:t>2.025e0</w:t>
      </w:r>
    </w:p>
    <w:p w:rsidR="00E00D30" w:rsidRDefault="00E00D30" w:rsidP="00E00D30">
      <w:r>
        <w:t>756.5933</w:t>
      </w:r>
      <w:r>
        <w:tab/>
        <w:t>2.025e0</w:t>
      </w:r>
    </w:p>
    <w:p w:rsidR="00E00D30" w:rsidRDefault="00E00D30" w:rsidP="00E00D30">
      <w:r>
        <w:t>756.6561</w:t>
      </w:r>
      <w:r>
        <w:tab/>
        <w:t>2.025e0</w:t>
      </w:r>
    </w:p>
    <w:p w:rsidR="00E00D30" w:rsidRDefault="00E00D30" w:rsidP="00E00D30">
      <w:r>
        <w:t>756.6700</w:t>
      </w:r>
      <w:r>
        <w:tab/>
        <w:t>1.013e0</w:t>
      </w:r>
    </w:p>
    <w:p w:rsidR="00E00D30" w:rsidRDefault="00E00D30" w:rsidP="00E00D30">
      <w:r>
        <w:t>756.6747</w:t>
      </w:r>
      <w:r>
        <w:tab/>
        <w:t>1.013e0</w:t>
      </w:r>
    </w:p>
    <w:p w:rsidR="00E00D30" w:rsidRDefault="00E00D30" w:rsidP="00E00D30">
      <w:r>
        <w:t>756.6819</w:t>
      </w:r>
      <w:r>
        <w:tab/>
        <w:t>1.013e0</w:t>
      </w:r>
    </w:p>
    <w:p w:rsidR="00E00D30" w:rsidRDefault="00E00D30" w:rsidP="00E00D30">
      <w:r>
        <w:t>756.7263</w:t>
      </w:r>
      <w:r>
        <w:tab/>
        <w:t>1.013e0</w:t>
      </w:r>
    </w:p>
    <w:p w:rsidR="00E00D30" w:rsidRDefault="00E00D30" w:rsidP="00E00D30">
      <w:r>
        <w:t>756.7493</w:t>
      </w:r>
      <w:r>
        <w:tab/>
        <w:t>3.038e0</w:t>
      </w:r>
    </w:p>
    <w:p w:rsidR="00E00D30" w:rsidRDefault="00E00D30" w:rsidP="00E00D30">
      <w:r>
        <w:t>756.7528</w:t>
      </w:r>
      <w:r>
        <w:tab/>
        <w:t>2.025e0</w:t>
      </w:r>
    </w:p>
    <w:p w:rsidR="00E00D30" w:rsidRDefault="00E00D30" w:rsidP="00E00D30">
      <w:r>
        <w:t>756.7587</w:t>
      </w:r>
      <w:r>
        <w:tab/>
        <w:t>1.013e0</w:t>
      </w:r>
    </w:p>
    <w:p w:rsidR="00E00D30" w:rsidRDefault="00E00D30" w:rsidP="00E00D30">
      <w:r>
        <w:t>756.7609</w:t>
      </w:r>
      <w:r>
        <w:tab/>
        <w:t>1.013e0</w:t>
      </w:r>
    </w:p>
    <w:p w:rsidR="00E00D30" w:rsidRDefault="00E00D30" w:rsidP="00E00D30">
      <w:r>
        <w:t>756.8114</w:t>
      </w:r>
      <w:r>
        <w:tab/>
        <w:t>4.051e0</w:t>
      </w:r>
    </w:p>
    <w:p w:rsidR="00E00D30" w:rsidRDefault="00E00D30" w:rsidP="00E00D30">
      <w:r>
        <w:t>756.8610</w:t>
      </w:r>
      <w:r>
        <w:tab/>
        <w:t>1.013e0</w:t>
      </w:r>
    </w:p>
    <w:p w:rsidR="00E00D30" w:rsidRDefault="00E00D30" w:rsidP="00E00D30">
      <w:r>
        <w:t>756.8866</w:t>
      </w:r>
      <w:r>
        <w:tab/>
        <w:t>1.013e0</w:t>
      </w:r>
    </w:p>
    <w:p w:rsidR="00E00D30" w:rsidRDefault="00E00D30" w:rsidP="00E00D30">
      <w:r>
        <w:t>756.9310</w:t>
      </w:r>
      <w:r>
        <w:tab/>
        <w:t>1.013e0</w:t>
      </w:r>
    </w:p>
    <w:p w:rsidR="00E00D30" w:rsidRDefault="00E00D30" w:rsidP="00E00D30">
      <w:r>
        <w:t>756.9515</w:t>
      </w:r>
      <w:r>
        <w:tab/>
        <w:t>1.013e0</w:t>
      </w:r>
    </w:p>
    <w:p w:rsidR="00E00D30" w:rsidRDefault="00E00D30" w:rsidP="00E00D30">
      <w:r>
        <w:t>756.9562</w:t>
      </w:r>
      <w:r>
        <w:tab/>
        <w:t>2.025e0</w:t>
      </w:r>
    </w:p>
    <w:p w:rsidR="00E00D30" w:rsidRDefault="00E00D30" w:rsidP="00E00D30">
      <w:r>
        <w:t>756.9831</w:t>
      </w:r>
      <w:r>
        <w:tab/>
        <w:t>1.013e0</w:t>
      </w:r>
    </w:p>
    <w:p w:rsidR="00E00D30" w:rsidRDefault="00E00D30" w:rsidP="00E00D30">
      <w:r>
        <w:lastRenderedPageBreak/>
        <w:t>757.0435</w:t>
      </w:r>
      <w:r>
        <w:tab/>
        <w:t>2.025e0</w:t>
      </w:r>
    </w:p>
    <w:p w:rsidR="00E00D30" w:rsidRDefault="00E00D30" w:rsidP="00E00D30">
      <w:r>
        <w:t>757.0540</w:t>
      </w:r>
      <w:r>
        <w:tab/>
        <w:t>1.013e0</w:t>
      </w:r>
    </w:p>
    <w:p w:rsidR="00E00D30" w:rsidRDefault="00E00D30" w:rsidP="00E00D30">
      <w:r>
        <w:t>757.1103</w:t>
      </w:r>
      <w:r>
        <w:tab/>
        <w:t>2.025e0</w:t>
      </w:r>
    </w:p>
    <w:p w:rsidR="00E00D30" w:rsidRDefault="00E00D30" w:rsidP="00E00D30">
      <w:r>
        <w:t>757.1130</w:t>
      </w:r>
      <w:r>
        <w:tab/>
        <w:t>4.051e0</w:t>
      </w:r>
    </w:p>
    <w:p w:rsidR="00E00D30" w:rsidRDefault="00E00D30" w:rsidP="00E00D30">
      <w:r>
        <w:t>757.1182</w:t>
      </w:r>
      <w:r>
        <w:tab/>
        <w:t>1.013e0</w:t>
      </w:r>
    </w:p>
    <w:p w:rsidR="00E00D30" w:rsidRDefault="00E00D30" w:rsidP="00E00D30">
      <w:r>
        <w:t>757.1298</w:t>
      </w:r>
      <w:r>
        <w:tab/>
        <w:t>1.013e0</w:t>
      </w:r>
    </w:p>
    <w:p w:rsidR="00E00D30" w:rsidRDefault="00E00D30" w:rsidP="00E00D30">
      <w:r>
        <w:t>757.1353</w:t>
      </w:r>
      <w:r>
        <w:tab/>
        <w:t>1.013e0</w:t>
      </w:r>
    </w:p>
    <w:p w:rsidR="00E00D30" w:rsidRDefault="00E00D30" w:rsidP="00E00D30">
      <w:r>
        <w:t>757.1365</w:t>
      </w:r>
      <w:r>
        <w:tab/>
        <w:t>2.025e0</w:t>
      </w:r>
    </w:p>
    <w:p w:rsidR="00E00D30" w:rsidRDefault="00E00D30" w:rsidP="00E00D30">
      <w:r>
        <w:t>757.1762</w:t>
      </w:r>
      <w:r>
        <w:tab/>
        <w:t>2.025e0</w:t>
      </w:r>
    </w:p>
    <w:p w:rsidR="00E00D30" w:rsidRDefault="00E00D30" w:rsidP="00E00D30">
      <w:r>
        <w:t>757.2190</w:t>
      </w:r>
      <w:r>
        <w:tab/>
        <w:t>1.013e0</w:t>
      </w:r>
    </w:p>
    <w:p w:rsidR="00E00D30" w:rsidRDefault="00E00D30" w:rsidP="00E00D30">
      <w:r>
        <w:t>757.2338</w:t>
      </w:r>
      <w:r>
        <w:tab/>
        <w:t>2.025e0</w:t>
      </w:r>
    </w:p>
    <w:p w:rsidR="00E00D30" w:rsidRDefault="00E00D30" w:rsidP="00E00D30">
      <w:r>
        <w:t>757.2635</w:t>
      </w:r>
      <w:r>
        <w:tab/>
        <w:t>2.025e0</w:t>
      </w:r>
    </w:p>
    <w:p w:rsidR="00E00D30" w:rsidRDefault="00E00D30" w:rsidP="00E00D30">
      <w:r>
        <w:t>757.3218</w:t>
      </w:r>
      <w:r>
        <w:tab/>
        <w:t>1.013e0</w:t>
      </w:r>
    </w:p>
    <w:p w:rsidR="00E00D30" w:rsidRDefault="00E00D30" w:rsidP="00E00D30">
      <w:r>
        <w:t>757.3575</w:t>
      </w:r>
      <w:r>
        <w:tab/>
        <w:t>1.013e0</w:t>
      </w:r>
    </w:p>
    <w:p w:rsidR="00E00D30" w:rsidRDefault="00E00D30" w:rsidP="00E00D30">
      <w:r>
        <w:t>757.3727</w:t>
      </w:r>
      <w:r>
        <w:tab/>
        <w:t>1.013e0</w:t>
      </w:r>
    </w:p>
    <w:p w:rsidR="00E00D30" w:rsidRDefault="00E00D30" w:rsidP="00E00D30">
      <w:r>
        <w:t>757.3740</w:t>
      </w:r>
      <w:r>
        <w:tab/>
        <w:t>1.013e0</w:t>
      </w:r>
    </w:p>
    <w:p w:rsidR="00E00D30" w:rsidRDefault="00E00D30" w:rsidP="00E00D30">
      <w:r>
        <w:t>757.4115</w:t>
      </w:r>
      <w:r>
        <w:tab/>
        <w:t>2.025e0</w:t>
      </w:r>
    </w:p>
    <w:p w:rsidR="00E00D30" w:rsidRDefault="00E00D30" w:rsidP="00E00D30">
      <w:r>
        <w:t>757.4179</w:t>
      </w:r>
      <w:r>
        <w:tab/>
        <w:t>2.025e0</w:t>
      </w:r>
    </w:p>
    <w:p w:rsidR="00E00D30" w:rsidRDefault="00E00D30" w:rsidP="00E00D30">
      <w:r>
        <w:t>757.4239</w:t>
      </w:r>
      <w:r>
        <w:tab/>
        <w:t>2.025e0</w:t>
      </w:r>
    </w:p>
    <w:p w:rsidR="00E00D30" w:rsidRDefault="00E00D30" w:rsidP="00E00D30">
      <w:r>
        <w:lastRenderedPageBreak/>
        <w:t>757.4252</w:t>
      </w:r>
      <w:r>
        <w:tab/>
        <w:t>1.013e0</w:t>
      </w:r>
    </w:p>
    <w:p w:rsidR="00E00D30" w:rsidRDefault="00E00D30" w:rsidP="00E00D30">
      <w:r>
        <w:t>757.4599</w:t>
      </w:r>
      <w:r>
        <w:tab/>
        <w:t>2.025e0</w:t>
      </w:r>
    </w:p>
    <w:p w:rsidR="00E00D30" w:rsidRDefault="00E00D30" w:rsidP="00E00D30">
      <w:r>
        <w:t>757.4708</w:t>
      </w:r>
      <w:r>
        <w:tab/>
        <w:t>3.038e0</w:t>
      </w:r>
    </w:p>
    <w:p w:rsidR="00E00D30" w:rsidRDefault="00E00D30" w:rsidP="00E00D30">
      <w:r>
        <w:t>757.5021</w:t>
      </w:r>
      <w:r>
        <w:tab/>
        <w:t>1.013e0</w:t>
      </w:r>
    </w:p>
    <w:p w:rsidR="00E00D30" w:rsidRDefault="00E00D30" w:rsidP="00E00D30">
      <w:r>
        <w:t>757.5118</w:t>
      </w:r>
      <w:r>
        <w:tab/>
        <w:t>2.025e0</w:t>
      </w:r>
    </w:p>
    <w:p w:rsidR="00E00D30" w:rsidRDefault="00E00D30" w:rsidP="00E00D30">
      <w:r>
        <w:t>757.5139</w:t>
      </w:r>
      <w:r>
        <w:tab/>
        <w:t>1.013e0</w:t>
      </w:r>
    </w:p>
    <w:p w:rsidR="00E00D30" w:rsidRDefault="00E00D30" w:rsidP="00E00D30">
      <w:r>
        <w:t>757.5263</w:t>
      </w:r>
      <w:r>
        <w:tab/>
        <w:t>1.013e0</w:t>
      </w:r>
    </w:p>
    <w:p w:rsidR="00E00D30" w:rsidRDefault="00E00D30" w:rsidP="00E00D30">
      <w:r>
        <w:t>757.5291</w:t>
      </w:r>
      <w:r>
        <w:tab/>
        <w:t>4.051e0</w:t>
      </w:r>
    </w:p>
    <w:p w:rsidR="00E00D30" w:rsidRDefault="00E00D30" w:rsidP="00E00D30">
      <w:r>
        <w:t>757.5648</w:t>
      </w:r>
      <w:r>
        <w:tab/>
        <w:t>1.013e0</w:t>
      </w:r>
    </w:p>
    <w:p w:rsidR="00E00D30" w:rsidRDefault="00E00D30" w:rsidP="00E00D30">
      <w:r>
        <w:t>757.5700</w:t>
      </w:r>
      <w:r>
        <w:tab/>
        <w:t>3.038e0</w:t>
      </w:r>
    </w:p>
    <w:p w:rsidR="00E00D30" w:rsidRDefault="00E00D30" w:rsidP="00E00D30">
      <w:r>
        <w:t>757.6036</w:t>
      </w:r>
      <w:r>
        <w:tab/>
        <w:t>1.013e0</w:t>
      </w:r>
    </w:p>
    <w:p w:rsidR="00E00D30" w:rsidRDefault="00E00D30" w:rsidP="00E00D30">
      <w:r>
        <w:t>757.6292</w:t>
      </w:r>
      <w:r>
        <w:tab/>
        <w:t>2.092e0</w:t>
      </w:r>
    </w:p>
    <w:p w:rsidR="00E00D30" w:rsidRDefault="00E00D30" w:rsidP="00E00D30">
      <w:r>
        <w:t>757.6655</w:t>
      </w:r>
      <w:r>
        <w:tab/>
        <w:t>1.013e0</w:t>
      </w:r>
    </w:p>
    <w:p w:rsidR="00E00D30" w:rsidRDefault="00E00D30" w:rsidP="00E00D30">
      <w:r>
        <w:t>757.6808</w:t>
      </w:r>
      <w:r>
        <w:tab/>
        <w:t>1.013e0</w:t>
      </w:r>
    </w:p>
    <w:p w:rsidR="00E00D30" w:rsidRDefault="00E00D30" w:rsidP="00E00D30">
      <w:r>
        <w:t>757.7033</w:t>
      </w:r>
      <w:r>
        <w:tab/>
        <w:t>3.038e0</w:t>
      </w:r>
    </w:p>
    <w:p w:rsidR="00E00D30" w:rsidRDefault="00E00D30" w:rsidP="00E00D30">
      <w:r>
        <w:t>757.7061</w:t>
      </w:r>
      <w:r>
        <w:tab/>
        <w:t>1.013e0</w:t>
      </w:r>
    </w:p>
    <w:p w:rsidR="00E00D30" w:rsidRDefault="00E00D30" w:rsidP="00E00D30">
      <w:r>
        <w:t>757.7454</w:t>
      </w:r>
      <w:r>
        <w:tab/>
        <w:t>1.013e0</w:t>
      </w:r>
    </w:p>
    <w:p w:rsidR="00E00D30" w:rsidRDefault="00E00D30" w:rsidP="00E00D30">
      <w:r>
        <w:t>757.7668</w:t>
      </w:r>
      <w:r>
        <w:tab/>
        <w:t>1.013e0</w:t>
      </w:r>
    </w:p>
    <w:p w:rsidR="00E00D30" w:rsidRDefault="00E00D30" w:rsidP="00E00D30">
      <w:r>
        <w:t>757.7828</w:t>
      </w:r>
      <w:r>
        <w:tab/>
        <w:t>2.025e0</w:t>
      </w:r>
    </w:p>
    <w:p w:rsidR="00E00D30" w:rsidRDefault="00E00D30" w:rsidP="00E00D30">
      <w:r>
        <w:lastRenderedPageBreak/>
        <w:t>757.8343</w:t>
      </w:r>
      <w:r>
        <w:tab/>
        <w:t>1.013e0</w:t>
      </w:r>
    </w:p>
    <w:p w:rsidR="00E00D30" w:rsidRDefault="00E00D30" w:rsidP="00E00D30">
      <w:r>
        <w:t>757.8607</w:t>
      </w:r>
      <w:r>
        <w:tab/>
        <w:t>1.013e0</w:t>
      </w:r>
    </w:p>
    <w:p w:rsidR="00E00D30" w:rsidRDefault="00E00D30" w:rsidP="00E00D30">
      <w:r>
        <w:t>757.8722</w:t>
      </w:r>
      <w:r>
        <w:tab/>
        <w:t>1.013e0</w:t>
      </w:r>
    </w:p>
    <w:p w:rsidR="00E00D30" w:rsidRDefault="00E00D30" w:rsidP="00E00D30">
      <w:r>
        <w:t>757.8983</w:t>
      </w:r>
      <w:r>
        <w:tab/>
        <w:t>1.013e0</w:t>
      </w:r>
    </w:p>
    <w:p w:rsidR="00E00D30" w:rsidRDefault="00E00D30" w:rsidP="00E00D30">
      <w:r>
        <w:t>757.9120</w:t>
      </w:r>
      <w:r>
        <w:tab/>
        <w:t>1.013e0</w:t>
      </w:r>
    </w:p>
    <w:p w:rsidR="00E00D30" w:rsidRDefault="00E00D30" w:rsidP="00E00D30">
      <w:r>
        <w:t>757.9199</w:t>
      </w:r>
      <w:r>
        <w:tab/>
        <w:t>2.025e0</w:t>
      </w:r>
    </w:p>
    <w:p w:rsidR="00E00D30" w:rsidRDefault="00E00D30" w:rsidP="00E00D30">
      <w:r>
        <w:t>757.9448</w:t>
      </w:r>
      <w:r>
        <w:tab/>
        <w:t>5.063e0</w:t>
      </w:r>
    </w:p>
    <w:p w:rsidR="00E00D30" w:rsidRDefault="00E00D30" w:rsidP="00E00D30">
      <w:r>
        <w:t>758.0051</w:t>
      </w:r>
      <w:r>
        <w:tab/>
        <w:t>2.025e0</w:t>
      </w:r>
    </w:p>
    <w:p w:rsidR="00E00D30" w:rsidRDefault="00E00D30" w:rsidP="00E00D30">
      <w:r>
        <w:t>758.0734</w:t>
      </w:r>
      <w:r>
        <w:tab/>
        <w:t>1.013e0</w:t>
      </w:r>
    </w:p>
    <w:p w:rsidR="00E00D30" w:rsidRDefault="00E00D30" w:rsidP="00E00D30">
      <w:r>
        <w:t>758.0905</w:t>
      </w:r>
      <w:r>
        <w:tab/>
        <w:t>2.025e0</w:t>
      </w:r>
    </w:p>
    <w:p w:rsidR="00E00D30" w:rsidRDefault="00E00D30" w:rsidP="00E00D30">
      <w:r>
        <w:t>758.1249</w:t>
      </w:r>
      <w:r>
        <w:tab/>
        <w:t>1.013e0</w:t>
      </w:r>
    </w:p>
    <w:p w:rsidR="00E00D30" w:rsidRDefault="00E00D30" w:rsidP="00E00D30">
      <w:r>
        <w:t>758.1286</w:t>
      </w:r>
      <w:r>
        <w:tab/>
        <w:t>2.025e0</w:t>
      </w:r>
    </w:p>
    <w:p w:rsidR="00E00D30" w:rsidRDefault="00E00D30" w:rsidP="00E00D30">
      <w:r>
        <w:t>758.1586</w:t>
      </w:r>
      <w:r>
        <w:tab/>
        <w:t>1.013e0</w:t>
      </w:r>
    </w:p>
    <w:p w:rsidR="00E00D30" w:rsidRDefault="00E00D30" w:rsidP="00E00D30">
      <w:r>
        <w:t>758.1683</w:t>
      </w:r>
      <w:r>
        <w:tab/>
        <w:t>1.013e0</w:t>
      </w:r>
    </w:p>
    <w:p w:rsidR="00E00D30" w:rsidRDefault="00E00D30" w:rsidP="00E00D30">
      <w:r>
        <w:t>758.1802</w:t>
      </w:r>
      <w:r>
        <w:tab/>
        <w:t>1.013e0</w:t>
      </w:r>
    </w:p>
    <w:p w:rsidR="00E00D30" w:rsidRDefault="00E00D30" w:rsidP="00E00D30">
      <w:r>
        <w:t>758.1926</w:t>
      </w:r>
      <w:r>
        <w:tab/>
        <w:t>2.025e0</w:t>
      </w:r>
    </w:p>
    <w:p w:rsidR="00E00D30" w:rsidRDefault="00E00D30" w:rsidP="00E00D30">
      <w:r>
        <w:t>758.2025</w:t>
      </w:r>
      <w:r>
        <w:tab/>
        <w:t>3.038e0</w:t>
      </w:r>
    </w:p>
    <w:p w:rsidR="00E00D30" w:rsidRDefault="00E00D30" w:rsidP="00E00D30">
      <w:r>
        <w:t>758.2056</w:t>
      </w:r>
      <w:r>
        <w:tab/>
        <w:t>2.025e0</w:t>
      </w:r>
    </w:p>
    <w:p w:rsidR="00E00D30" w:rsidRDefault="00E00D30" w:rsidP="00E00D30">
      <w:r>
        <w:t>758.2952</w:t>
      </w:r>
      <w:r>
        <w:tab/>
        <w:t>1.013e0</w:t>
      </w:r>
    </w:p>
    <w:p w:rsidR="00E00D30" w:rsidRDefault="00E00D30" w:rsidP="00E00D30">
      <w:r>
        <w:lastRenderedPageBreak/>
        <w:t>758.3121</w:t>
      </w:r>
      <w:r>
        <w:tab/>
        <w:t>1.013e0</w:t>
      </w:r>
    </w:p>
    <w:p w:rsidR="00E00D30" w:rsidRDefault="00E00D30" w:rsidP="00E00D30">
      <w:r>
        <w:t>758.3469</w:t>
      </w:r>
      <w:r>
        <w:tab/>
        <w:t>1.013e0</w:t>
      </w:r>
    </w:p>
    <w:p w:rsidR="00E00D30" w:rsidRDefault="00E00D30" w:rsidP="00E00D30">
      <w:r>
        <w:t>758.3862</w:t>
      </w:r>
      <w:r>
        <w:tab/>
        <w:t>1.013e0</w:t>
      </w:r>
    </w:p>
    <w:p w:rsidR="00E00D30" w:rsidRDefault="00E00D30" w:rsidP="00E00D30">
      <w:r>
        <w:t>758.3977</w:t>
      </w:r>
      <w:r>
        <w:tab/>
        <w:t>1.013e0</w:t>
      </w:r>
    </w:p>
    <w:p w:rsidR="00E00D30" w:rsidRDefault="00E00D30" w:rsidP="00E00D30">
      <w:r>
        <w:t>758.4110</w:t>
      </w:r>
      <w:r>
        <w:tab/>
        <w:t>6.076e0</w:t>
      </w:r>
    </w:p>
    <w:p w:rsidR="00E00D30" w:rsidRDefault="00E00D30" w:rsidP="00E00D30">
      <w:r>
        <w:t>758.4561</w:t>
      </w:r>
      <w:r>
        <w:tab/>
        <w:t>2.025e0</w:t>
      </w:r>
    </w:p>
    <w:p w:rsidR="00E00D30" w:rsidRDefault="00E00D30" w:rsidP="00E00D30">
      <w:r>
        <w:t>758.5007</w:t>
      </w:r>
      <w:r>
        <w:tab/>
        <w:t>1.013e0</w:t>
      </w:r>
    </w:p>
    <w:p w:rsidR="00E00D30" w:rsidRDefault="00E00D30" w:rsidP="00E00D30">
      <w:r>
        <w:t>758.5180</w:t>
      </w:r>
      <w:r>
        <w:tab/>
        <w:t>1.013e0</w:t>
      </w:r>
    </w:p>
    <w:p w:rsidR="00E00D30" w:rsidRDefault="00E00D30" w:rsidP="00E00D30">
      <w:r>
        <w:t>758.5659</w:t>
      </w:r>
      <w:r>
        <w:tab/>
        <w:t>2.025e0</w:t>
      </w:r>
    </w:p>
    <w:p w:rsidR="00E00D30" w:rsidRDefault="00E00D30" w:rsidP="00E00D30">
      <w:r>
        <w:t>758.5776</w:t>
      </w:r>
      <w:r>
        <w:tab/>
        <w:t>1.013e0</w:t>
      </w:r>
    </w:p>
    <w:p w:rsidR="00E00D30" w:rsidRDefault="00E00D30" w:rsidP="00E00D30">
      <w:r>
        <w:t>758.5909</w:t>
      </w:r>
      <w:r>
        <w:tab/>
        <w:t>2.025e0</w:t>
      </w:r>
    </w:p>
    <w:p w:rsidR="00E00D30" w:rsidRDefault="00E00D30" w:rsidP="00E00D30">
      <w:r>
        <w:t>758.6363</w:t>
      </w:r>
      <w:r>
        <w:tab/>
        <w:t>2.025e0</w:t>
      </w:r>
    </w:p>
    <w:p w:rsidR="00E00D30" w:rsidRDefault="00E00D30" w:rsidP="00E00D30">
      <w:r>
        <w:t>758.6418</w:t>
      </w:r>
      <w:r>
        <w:tab/>
        <w:t>1.013e0</w:t>
      </w:r>
    </w:p>
    <w:p w:rsidR="00E00D30" w:rsidRDefault="00E00D30" w:rsidP="00E00D30">
      <w:r>
        <w:t>758.6542</w:t>
      </w:r>
      <w:r>
        <w:tab/>
        <w:t>2.025e0</w:t>
      </w:r>
    </w:p>
    <w:p w:rsidR="00E00D30" w:rsidRDefault="00E00D30" w:rsidP="00E00D30">
      <w:r>
        <w:t>758.6701</w:t>
      </w:r>
      <w:r>
        <w:tab/>
        <w:t>1.013e0</w:t>
      </w:r>
    </w:p>
    <w:p w:rsidR="00E00D30" w:rsidRDefault="00E00D30" w:rsidP="00E00D30">
      <w:r>
        <w:t>758.6877</w:t>
      </w:r>
      <w:r>
        <w:tab/>
        <w:t>2.025e0</w:t>
      </w:r>
    </w:p>
    <w:p w:rsidR="00E00D30" w:rsidRDefault="00E00D30" w:rsidP="00E00D30">
      <w:r>
        <w:t>758.7491</w:t>
      </w:r>
      <w:r>
        <w:tab/>
        <w:t>2.025e0</w:t>
      </w:r>
    </w:p>
    <w:p w:rsidR="00E00D30" w:rsidRDefault="00E00D30" w:rsidP="00E00D30">
      <w:r>
        <w:t>758.7724</w:t>
      </w:r>
      <w:r>
        <w:tab/>
        <w:t>1.013e0</w:t>
      </w:r>
    </w:p>
    <w:p w:rsidR="00E00D30" w:rsidRDefault="00E00D30" w:rsidP="00E00D30">
      <w:r>
        <w:t>758.7966</w:t>
      </w:r>
      <w:r>
        <w:tab/>
        <w:t>1.013e0</w:t>
      </w:r>
    </w:p>
    <w:p w:rsidR="00E00D30" w:rsidRDefault="00E00D30" w:rsidP="00E00D30">
      <w:r>
        <w:lastRenderedPageBreak/>
        <w:t>758.8240</w:t>
      </w:r>
      <w:r>
        <w:tab/>
        <w:t>1.013e0</w:t>
      </w:r>
    </w:p>
    <w:p w:rsidR="00E00D30" w:rsidRDefault="00E00D30" w:rsidP="00E00D30">
      <w:r>
        <w:t>758.8337</w:t>
      </w:r>
      <w:r>
        <w:tab/>
        <w:t>1.013e0</w:t>
      </w:r>
    </w:p>
    <w:p w:rsidR="00E00D30" w:rsidRDefault="00E00D30" w:rsidP="00E00D30">
      <w:r>
        <w:t>758.8469</w:t>
      </w:r>
      <w:r>
        <w:tab/>
        <w:t>3.038e0</w:t>
      </w:r>
    </w:p>
    <w:p w:rsidR="00E00D30" w:rsidRDefault="00E00D30" w:rsidP="00E00D30">
      <w:r>
        <w:t>758.9108</w:t>
      </w:r>
      <w:r>
        <w:tab/>
        <w:t>1.013e0</w:t>
      </w:r>
    </w:p>
    <w:p w:rsidR="00E00D30" w:rsidRDefault="00E00D30" w:rsidP="00E00D30">
      <w:r>
        <w:t>758.9249</w:t>
      </w:r>
      <w:r>
        <w:tab/>
        <w:t>1.013e0</w:t>
      </w:r>
    </w:p>
    <w:p w:rsidR="00E00D30" w:rsidRDefault="00E00D30" w:rsidP="00E00D30">
      <w:r>
        <w:t>758.9364</w:t>
      </w:r>
      <w:r>
        <w:tab/>
        <w:t>1.013e0</w:t>
      </w:r>
    </w:p>
    <w:p w:rsidR="00E00D30" w:rsidRDefault="00E00D30" w:rsidP="00E00D30">
      <w:r>
        <w:t>759.0010</w:t>
      </w:r>
      <w:r>
        <w:tab/>
        <w:t>1.013e0</w:t>
      </w:r>
    </w:p>
    <w:p w:rsidR="00E00D30" w:rsidRDefault="00E00D30" w:rsidP="00E00D30">
      <w:r>
        <w:t>759.0377</w:t>
      </w:r>
      <w:r>
        <w:tab/>
        <w:t>2.025e0</w:t>
      </w:r>
    </w:p>
    <w:p w:rsidR="00E00D30" w:rsidRDefault="00E00D30" w:rsidP="00E00D30">
      <w:r>
        <w:t>759.0917</w:t>
      </w:r>
      <w:r>
        <w:tab/>
        <w:t>1.013e0</w:t>
      </w:r>
    </w:p>
    <w:p w:rsidR="00E00D30" w:rsidRDefault="00E00D30" w:rsidP="00E00D30">
      <w:r>
        <w:t>759.0970</w:t>
      </w:r>
      <w:r>
        <w:tab/>
        <w:t>1.013e0</w:t>
      </w:r>
    </w:p>
    <w:p w:rsidR="00E00D30" w:rsidRDefault="00E00D30" w:rsidP="00E00D30">
      <w:r>
        <w:t>759.1143</w:t>
      </w:r>
      <w:r>
        <w:tab/>
        <w:t>1.013e0</w:t>
      </w:r>
    </w:p>
    <w:p w:rsidR="00E00D30" w:rsidRDefault="00E00D30" w:rsidP="00E00D30">
      <w:r>
        <w:t>759.1160</w:t>
      </w:r>
      <w:r>
        <w:tab/>
        <w:t>1.013e0</w:t>
      </w:r>
    </w:p>
    <w:p w:rsidR="00E00D30" w:rsidRDefault="00E00D30" w:rsidP="00E00D30">
      <w:r>
        <w:t>759.1550</w:t>
      </w:r>
      <w:r>
        <w:tab/>
        <w:t>1.013e0</w:t>
      </w:r>
    </w:p>
    <w:p w:rsidR="00E00D30" w:rsidRDefault="00E00D30" w:rsidP="00E00D30">
      <w:r>
        <w:t>759.1989</w:t>
      </w:r>
      <w:r>
        <w:tab/>
        <w:t>1.013e0</w:t>
      </w:r>
    </w:p>
    <w:p w:rsidR="00E00D30" w:rsidRDefault="00E00D30" w:rsidP="00E00D30">
      <w:r>
        <w:t>759.2201</w:t>
      </w:r>
      <w:r>
        <w:tab/>
        <w:t>1.013e0</w:t>
      </w:r>
    </w:p>
    <w:p w:rsidR="00E00D30" w:rsidRDefault="00E00D30" w:rsidP="00E00D30">
      <w:r>
        <w:t>759.2329</w:t>
      </w:r>
      <w:r>
        <w:tab/>
        <w:t>1.013e0</w:t>
      </w:r>
    </w:p>
    <w:p w:rsidR="00E00D30" w:rsidRDefault="00E00D30" w:rsidP="00E00D30">
      <w:r>
        <w:t>759.2448</w:t>
      </w:r>
      <w:r>
        <w:tab/>
        <w:t>1.013e0</w:t>
      </w:r>
    </w:p>
    <w:p w:rsidR="00E00D30" w:rsidRDefault="00E00D30" w:rsidP="00E00D30">
      <w:r>
        <w:t>759.2704</w:t>
      </w:r>
      <w:r>
        <w:tab/>
        <w:t>1.013e0</w:t>
      </w:r>
    </w:p>
    <w:p w:rsidR="00E00D30" w:rsidRDefault="00E00D30" w:rsidP="00E00D30">
      <w:r>
        <w:t>759.3016</w:t>
      </w:r>
      <w:r>
        <w:tab/>
        <w:t>1.013e0</w:t>
      </w:r>
    </w:p>
    <w:p w:rsidR="00E00D30" w:rsidRDefault="00E00D30" w:rsidP="00E00D30">
      <w:r>
        <w:lastRenderedPageBreak/>
        <w:t>759.3059</w:t>
      </w:r>
      <w:r>
        <w:tab/>
        <w:t>4.051e0</w:t>
      </w:r>
    </w:p>
    <w:p w:rsidR="00E00D30" w:rsidRDefault="00E00D30" w:rsidP="00E00D30">
      <w:r>
        <w:t>759.3090</w:t>
      </w:r>
      <w:r>
        <w:tab/>
        <w:t>1.013e0</w:t>
      </w:r>
    </w:p>
    <w:p w:rsidR="00E00D30" w:rsidRDefault="00E00D30" w:rsidP="00E00D30">
      <w:r>
        <w:t>759.3425</w:t>
      </w:r>
      <w:r>
        <w:tab/>
        <w:t>4.051e0</w:t>
      </w:r>
    </w:p>
    <w:p w:rsidR="00E00D30" w:rsidRDefault="00E00D30" w:rsidP="00E00D30">
      <w:r>
        <w:t>759.3635</w:t>
      </w:r>
      <w:r>
        <w:tab/>
        <w:t>2.025e0</w:t>
      </w:r>
    </w:p>
    <w:p w:rsidR="00E00D30" w:rsidRDefault="00E00D30" w:rsidP="00E00D30">
      <w:r>
        <w:t>759.3790</w:t>
      </w:r>
      <w:r>
        <w:tab/>
        <w:t>2.025e0</w:t>
      </w:r>
    </w:p>
    <w:p w:rsidR="00E00D30" w:rsidRDefault="00E00D30" w:rsidP="00E00D30">
      <w:r>
        <w:t>759.3989</w:t>
      </w:r>
      <w:r>
        <w:tab/>
        <w:t>1.013e0</w:t>
      </w:r>
    </w:p>
    <w:p w:rsidR="00E00D30" w:rsidRDefault="00E00D30" w:rsidP="00E00D30">
      <w:r>
        <w:t>759.4177</w:t>
      </w:r>
      <w:r>
        <w:tab/>
        <w:t>4.051e0</w:t>
      </w:r>
    </w:p>
    <w:p w:rsidR="00E00D30" w:rsidRDefault="00E00D30" w:rsidP="00E00D30">
      <w:r>
        <w:t>759.4211</w:t>
      </w:r>
      <w:r>
        <w:tab/>
        <w:t>1.013e0</w:t>
      </w:r>
    </w:p>
    <w:p w:rsidR="00E00D30" w:rsidRDefault="00E00D30" w:rsidP="00E00D30">
      <w:r>
        <w:t>759.4490</w:t>
      </w:r>
      <w:r>
        <w:tab/>
        <w:t>3.038e0</w:t>
      </w:r>
    </w:p>
    <w:p w:rsidR="00E00D30" w:rsidRDefault="00E00D30" w:rsidP="00E00D30">
      <w:r>
        <w:t>759.4896</w:t>
      </w:r>
      <w:r>
        <w:tab/>
        <w:t>1.013e0</w:t>
      </w:r>
    </w:p>
    <w:p w:rsidR="00E00D30" w:rsidRDefault="00E00D30" w:rsidP="00E00D30">
      <w:r>
        <w:t>759.4968</w:t>
      </w:r>
      <w:r>
        <w:tab/>
        <w:t>2.025e0</w:t>
      </w:r>
    </w:p>
    <w:p w:rsidR="00E00D30" w:rsidRDefault="00E00D30" w:rsidP="00E00D30">
      <w:r>
        <w:t>759.5231</w:t>
      </w:r>
      <w:r>
        <w:tab/>
        <w:t>2.645e0</w:t>
      </w:r>
    </w:p>
    <w:p w:rsidR="00E00D30" w:rsidRDefault="00E00D30" w:rsidP="00E00D30">
      <w:r>
        <w:t>759.5410</w:t>
      </w:r>
      <w:r>
        <w:tab/>
        <w:t>1.013e0</w:t>
      </w:r>
    </w:p>
    <w:p w:rsidR="00E00D30" w:rsidRDefault="00E00D30" w:rsidP="00E00D30">
      <w:r>
        <w:t>759.5574</w:t>
      </w:r>
      <w:r>
        <w:tab/>
        <w:t>1.013e0</w:t>
      </w:r>
    </w:p>
    <w:p w:rsidR="00E00D30" w:rsidRDefault="00E00D30" w:rsidP="00E00D30">
      <w:r>
        <w:t>759.5653</w:t>
      </w:r>
      <w:r>
        <w:tab/>
        <w:t>1.013e0</w:t>
      </w:r>
    </w:p>
    <w:p w:rsidR="00E00D30" w:rsidRDefault="00E00D30" w:rsidP="00E00D30">
      <w:r>
        <w:t>759.5786</w:t>
      </w:r>
      <w:r>
        <w:tab/>
        <w:t>1.013e0</w:t>
      </w:r>
    </w:p>
    <w:p w:rsidR="00E00D30" w:rsidRDefault="00E00D30" w:rsidP="00E00D30">
      <w:r>
        <w:t>759.5923</w:t>
      </w:r>
      <w:r>
        <w:tab/>
        <w:t>1.013e0</w:t>
      </w:r>
    </w:p>
    <w:p w:rsidR="00E00D30" w:rsidRDefault="00E00D30" w:rsidP="00E00D30">
      <w:r>
        <w:t>759.6082</w:t>
      </w:r>
      <w:r>
        <w:tab/>
        <w:t>1.013e0</w:t>
      </w:r>
    </w:p>
    <w:p w:rsidR="00E00D30" w:rsidRDefault="00E00D30" w:rsidP="00E00D30">
      <w:r>
        <w:t>759.6290</w:t>
      </w:r>
      <w:r>
        <w:tab/>
        <w:t>2.025e0</w:t>
      </w:r>
    </w:p>
    <w:p w:rsidR="00E00D30" w:rsidRDefault="00E00D30" w:rsidP="00E00D30">
      <w:r>
        <w:lastRenderedPageBreak/>
        <w:t>759.6685</w:t>
      </w:r>
      <w:r>
        <w:tab/>
        <w:t>1.013e0</w:t>
      </w:r>
    </w:p>
    <w:p w:rsidR="00E00D30" w:rsidRDefault="00E00D30" w:rsidP="00E00D30">
      <w:r>
        <w:t>759.7070</w:t>
      </w:r>
      <w:r>
        <w:tab/>
        <w:t>1.013e0</w:t>
      </w:r>
    </w:p>
    <w:p w:rsidR="00E00D30" w:rsidRDefault="00E00D30" w:rsidP="00E00D30">
      <w:r>
        <w:t>759.7965</w:t>
      </w:r>
      <w:r>
        <w:tab/>
        <w:t>1.013e0</w:t>
      </w:r>
    </w:p>
    <w:p w:rsidR="00E00D30" w:rsidRDefault="00E00D30" w:rsidP="00E00D30">
      <w:r>
        <w:t>759.7979</w:t>
      </w:r>
      <w:r>
        <w:tab/>
        <w:t>1.013e0</w:t>
      </w:r>
    </w:p>
    <w:p w:rsidR="00E00D30" w:rsidRDefault="00E00D30" w:rsidP="00E00D30">
      <w:r>
        <w:t>759.8044</w:t>
      </w:r>
      <w:r>
        <w:tab/>
        <w:t>2.025e0</w:t>
      </w:r>
    </w:p>
    <w:p w:rsidR="00E00D30" w:rsidRDefault="00E00D30" w:rsidP="00E00D30">
      <w:r>
        <w:t>759.8127</w:t>
      </w:r>
      <w:r>
        <w:tab/>
        <w:t>1.013e0</w:t>
      </w:r>
    </w:p>
    <w:p w:rsidR="00E00D30" w:rsidRDefault="00E00D30" w:rsidP="00E00D30">
      <w:r>
        <w:t>759.8235</w:t>
      </w:r>
      <w:r>
        <w:tab/>
        <w:t>1.013e0</w:t>
      </w:r>
    </w:p>
    <w:p w:rsidR="00E00D30" w:rsidRDefault="00E00D30" w:rsidP="00E00D30">
      <w:r>
        <w:t>759.8483</w:t>
      </w:r>
      <w:r>
        <w:tab/>
        <w:t>1.013e0</w:t>
      </w:r>
    </w:p>
    <w:p w:rsidR="00E00D30" w:rsidRDefault="00E00D30" w:rsidP="00E00D30">
      <w:r>
        <w:t>759.8868</w:t>
      </w:r>
      <w:r>
        <w:tab/>
        <w:t>1.013e0</w:t>
      </w:r>
    </w:p>
    <w:p w:rsidR="00E00D30" w:rsidRDefault="00E00D30" w:rsidP="00E00D30">
      <w:r>
        <w:t>759.8986</w:t>
      </w:r>
      <w:r>
        <w:tab/>
        <w:t>1.013e0</w:t>
      </w:r>
    </w:p>
    <w:p w:rsidR="00E00D30" w:rsidRDefault="00E00D30" w:rsidP="00E00D30">
      <w:r>
        <w:t>759.9225</w:t>
      </w:r>
      <w:r>
        <w:tab/>
        <w:t>3.038e0</w:t>
      </w:r>
    </w:p>
    <w:p w:rsidR="00E00D30" w:rsidRDefault="00E00D30" w:rsidP="00E00D30">
      <w:r>
        <w:t>759.9321</w:t>
      </w:r>
      <w:r>
        <w:tab/>
        <w:t>1.013e0</w:t>
      </w:r>
    </w:p>
    <w:p w:rsidR="00E00D30" w:rsidRDefault="00E00D30" w:rsidP="00E00D30">
      <w:r>
        <w:t>759.9660</w:t>
      </w:r>
      <w:r>
        <w:tab/>
        <w:t>1.013e0</w:t>
      </w:r>
    </w:p>
    <w:p w:rsidR="00E00D30" w:rsidRDefault="00E00D30" w:rsidP="00E00D30">
      <w:r>
        <w:t>759.9732</w:t>
      </w:r>
      <w:r>
        <w:tab/>
        <w:t>2.025e0</w:t>
      </w:r>
    </w:p>
    <w:p w:rsidR="00E00D30" w:rsidRDefault="00E00D30" w:rsidP="00E00D30">
      <w:r>
        <w:t>759.9794</w:t>
      </w:r>
      <w:r>
        <w:tab/>
        <w:t>2.025e0</w:t>
      </w:r>
    </w:p>
    <w:p w:rsidR="00E00D30" w:rsidRDefault="00E00D30" w:rsidP="00E00D30">
      <w:r>
        <w:t>760.0519</w:t>
      </w:r>
      <w:r>
        <w:tab/>
        <w:t>1.013e0</w:t>
      </w:r>
    </w:p>
    <w:p w:rsidR="00E00D30" w:rsidRDefault="00E00D30" w:rsidP="00E00D30">
      <w:r>
        <w:t>760.0687</w:t>
      </w:r>
      <w:r>
        <w:tab/>
        <w:t>1.013e0</w:t>
      </w:r>
    </w:p>
    <w:p w:rsidR="00E00D30" w:rsidRDefault="00E00D30" w:rsidP="00E00D30">
      <w:r>
        <w:t>760.0779</w:t>
      </w:r>
      <w:r>
        <w:tab/>
        <w:t>2.025e0</w:t>
      </w:r>
    </w:p>
    <w:p w:rsidR="00E00D30" w:rsidRDefault="00E00D30" w:rsidP="00E00D30">
      <w:r>
        <w:t>760.0791</w:t>
      </w:r>
      <w:r>
        <w:tab/>
        <w:t>1.013e0</w:t>
      </w:r>
    </w:p>
    <w:p w:rsidR="00E00D30" w:rsidRDefault="00E00D30" w:rsidP="00E00D30">
      <w:r>
        <w:lastRenderedPageBreak/>
        <w:t>760.1305</w:t>
      </w:r>
      <w:r>
        <w:tab/>
        <w:t>1.013e0</w:t>
      </w:r>
    </w:p>
    <w:p w:rsidR="00E00D30" w:rsidRDefault="00E00D30" w:rsidP="00E00D30">
      <w:r>
        <w:t>760.1541</w:t>
      </w:r>
      <w:r>
        <w:tab/>
        <w:t>1.013e0</w:t>
      </w:r>
    </w:p>
    <w:p w:rsidR="00E00D30" w:rsidRDefault="00E00D30" w:rsidP="00E00D30">
      <w:r>
        <w:t>760.1566</w:t>
      </w:r>
      <w:r>
        <w:tab/>
        <w:t>1.013e0</w:t>
      </w:r>
    </w:p>
    <w:p w:rsidR="00E00D30" w:rsidRDefault="00E00D30" w:rsidP="00E00D30">
      <w:r>
        <w:t>760.1893</w:t>
      </w:r>
      <w:r>
        <w:tab/>
        <w:t>1.013e0</w:t>
      </w:r>
    </w:p>
    <w:p w:rsidR="00E00D30" w:rsidRDefault="00E00D30" w:rsidP="00E00D30">
      <w:r>
        <w:t>760.2080</w:t>
      </w:r>
      <w:r>
        <w:tab/>
        <w:t>1.013e0</w:t>
      </w:r>
    </w:p>
    <w:p w:rsidR="00E00D30" w:rsidRDefault="00E00D30" w:rsidP="00E00D30">
      <w:r>
        <w:t>760.2804</w:t>
      </w:r>
      <w:r>
        <w:tab/>
        <w:t>2.025e0</w:t>
      </w:r>
    </w:p>
    <w:p w:rsidR="00E00D30" w:rsidRDefault="00E00D30" w:rsidP="00E00D30">
      <w:r>
        <w:t>760.2980</w:t>
      </w:r>
      <w:r>
        <w:tab/>
        <w:t>1.013e0</w:t>
      </w:r>
    </w:p>
    <w:p w:rsidR="00E00D30" w:rsidRDefault="00E00D30" w:rsidP="00E00D30">
      <w:r>
        <w:t>760.3494</w:t>
      </w:r>
      <w:r>
        <w:tab/>
        <w:t>1.013e0</w:t>
      </w:r>
    </w:p>
    <w:p w:rsidR="00E00D30" w:rsidRDefault="00E00D30" w:rsidP="00E00D30">
      <w:r>
        <w:t>760.3950</w:t>
      </w:r>
      <w:r>
        <w:tab/>
        <w:t>2.025e0</w:t>
      </w:r>
    </w:p>
    <w:p w:rsidR="00E00D30" w:rsidRDefault="00E00D30" w:rsidP="00E00D30">
      <w:r>
        <w:t>760.4008</w:t>
      </w:r>
      <w:r>
        <w:tab/>
        <w:t>1.013e0</w:t>
      </w:r>
    </w:p>
    <w:p w:rsidR="00E00D30" w:rsidRDefault="00E00D30" w:rsidP="00E00D30">
      <w:r>
        <w:t>760.4197</w:t>
      </w:r>
      <w:r>
        <w:tab/>
        <w:t>2.025e0</w:t>
      </w:r>
    </w:p>
    <w:p w:rsidR="00E00D30" w:rsidRDefault="00E00D30" w:rsidP="00E00D30">
      <w:r>
        <w:t>760.4265</w:t>
      </w:r>
      <w:r>
        <w:tab/>
        <w:t>1.013e0</w:t>
      </w:r>
    </w:p>
    <w:p w:rsidR="00E00D30" w:rsidRDefault="00E00D30" w:rsidP="00E00D30">
      <w:r>
        <w:t>760.4307</w:t>
      </w:r>
      <w:r>
        <w:tab/>
        <w:t>2.936e0</w:t>
      </w:r>
    </w:p>
    <w:p w:rsidR="00E00D30" w:rsidRDefault="00E00D30" w:rsidP="00E00D30">
      <w:r>
        <w:t>760.4778</w:t>
      </w:r>
      <w:r>
        <w:tab/>
        <w:t>3.038e0</w:t>
      </w:r>
    </w:p>
    <w:p w:rsidR="00E00D30" w:rsidRDefault="00E00D30" w:rsidP="00E00D30">
      <w:r>
        <w:t>760.4952</w:t>
      </w:r>
      <w:r>
        <w:tab/>
        <w:t>1.013e0</w:t>
      </w:r>
    </w:p>
    <w:p w:rsidR="00E00D30" w:rsidRDefault="00E00D30" w:rsidP="00E00D30">
      <w:r>
        <w:t>760.5417</w:t>
      </w:r>
      <w:r>
        <w:tab/>
        <w:t>1.013e0</w:t>
      </w:r>
    </w:p>
    <w:p w:rsidR="00E00D30" w:rsidRDefault="00E00D30" w:rsidP="00E00D30">
      <w:r>
        <w:t>760.5432</w:t>
      </w:r>
      <w:r>
        <w:tab/>
        <w:t>1.013e0</w:t>
      </w:r>
    </w:p>
    <w:p w:rsidR="00E00D30" w:rsidRDefault="00E00D30" w:rsidP="00E00D30">
      <w:r>
        <w:t>760.5459</w:t>
      </w:r>
      <w:r>
        <w:tab/>
        <w:t>2.025e0</w:t>
      </w:r>
    </w:p>
    <w:p w:rsidR="00E00D30" w:rsidRDefault="00E00D30" w:rsidP="00E00D30">
      <w:r>
        <w:t>760.5495</w:t>
      </w:r>
      <w:r>
        <w:tab/>
        <w:t>3.038e0</w:t>
      </w:r>
    </w:p>
    <w:p w:rsidR="00E00D30" w:rsidRDefault="00E00D30" w:rsidP="00E00D30">
      <w:r>
        <w:lastRenderedPageBreak/>
        <w:t>760.5515</w:t>
      </w:r>
      <w:r>
        <w:tab/>
        <w:t>2.025e0</w:t>
      </w:r>
    </w:p>
    <w:p w:rsidR="00E00D30" w:rsidRDefault="00E00D30" w:rsidP="00E00D30">
      <w:r>
        <w:t>760.5943</w:t>
      </w:r>
      <w:r>
        <w:tab/>
        <w:t>4.051e0</w:t>
      </w:r>
    </w:p>
    <w:p w:rsidR="00E00D30" w:rsidRDefault="00E00D30" w:rsidP="00E00D30">
      <w:r>
        <w:t>760.6125</w:t>
      </w:r>
      <w:r>
        <w:tab/>
        <w:t>3.038e0</w:t>
      </w:r>
    </w:p>
    <w:p w:rsidR="00E00D30" w:rsidRDefault="00E00D30" w:rsidP="00E00D30">
      <w:r>
        <w:t>760.6322</w:t>
      </w:r>
      <w:r>
        <w:tab/>
        <w:t>1.013e0</w:t>
      </w:r>
    </w:p>
    <w:p w:rsidR="00E00D30" w:rsidRDefault="00E00D30" w:rsidP="00E00D30">
      <w:r>
        <w:t>760.6495</w:t>
      </w:r>
      <w:r>
        <w:tab/>
        <w:t>1.013e0</w:t>
      </w:r>
    </w:p>
    <w:p w:rsidR="00E00D30" w:rsidRDefault="00E00D30" w:rsidP="00E00D30">
      <w:r>
        <w:t>760.6993</w:t>
      </w:r>
      <w:r>
        <w:tab/>
        <w:t>1.013e0</w:t>
      </w:r>
    </w:p>
    <w:p w:rsidR="00E00D30" w:rsidRDefault="00E00D30" w:rsidP="00E00D30">
      <w:r>
        <w:t>760.7094</w:t>
      </w:r>
      <w:r>
        <w:tab/>
        <w:t>1.013e0</w:t>
      </w:r>
    </w:p>
    <w:p w:rsidR="00E00D30" w:rsidRDefault="00E00D30" w:rsidP="00E00D30">
      <w:r>
        <w:t>760.7350</w:t>
      </w:r>
      <w:r>
        <w:tab/>
        <w:t>1.013e0</w:t>
      </w:r>
    </w:p>
    <w:p w:rsidR="00E00D30" w:rsidRDefault="00E00D30" w:rsidP="00E00D30">
      <w:r>
        <w:t>760.7604</w:t>
      </w:r>
      <w:r>
        <w:tab/>
        <w:t>1.013e0</w:t>
      </w:r>
    </w:p>
    <w:p w:rsidR="00E00D30" w:rsidRDefault="00E00D30" w:rsidP="00E00D30">
      <w:r>
        <w:t>760.7617</w:t>
      </w:r>
      <w:r>
        <w:tab/>
        <w:t>1.013e0</w:t>
      </w:r>
    </w:p>
    <w:p w:rsidR="00E00D30" w:rsidRDefault="00E00D30" w:rsidP="00E00D30">
      <w:r>
        <w:t>760.8192</w:t>
      </w:r>
      <w:r>
        <w:tab/>
        <w:t>1.013e0</w:t>
      </w:r>
    </w:p>
    <w:p w:rsidR="00E00D30" w:rsidRDefault="00E00D30" w:rsidP="00E00D30">
      <w:r>
        <w:t>760.8367</w:t>
      </w:r>
      <w:r>
        <w:tab/>
        <w:t>1.013e0</w:t>
      </w:r>
    </w:p>
    <w:p w:rsidR="00E00D30" w:rsidRDefault="00E00D30" w:rsidP="00E00D30">
      <w:r>
        <w:t>760.8447</w:t>
      </w:r>
      <w:r>
        <w:tab/>
        <w:t>2.025e0</w:t>
      </w:r>
    </w:p>
    <w:p w:rsidR="00E00D30" w:rsidRDefault="00E00D30" w:rsidP="00E00D30">
      <w:r>
        <w:t>760.8770</w:t>
      </w:r>
      <w:r>
        <w:tab/>
        <w:t>2.025e0</w:t>
      </w:r>
    </w:p>
    <w:p w:rsidR="00E00D30" w:rsidRDefault="00E00D30" w:rsidP="00E00D30">
      <w:r>
        <w:t>760.8894</w:t>
      </w:r>
      <w:r>
        <w:tab/>
        <w:t>1.013e0</w:t>
      </w:r>
    </w:p>
    <w:p w:rsidR="00E00D30" w:rsidRDefault="00E00D30" w:rsidP="00E00D30">
      <w:r>
        <w:t>760.9214</w:t>
      </w:r>
      <w:r>
        <w:tab/>
        <w:t>1.013e0</w:t>
      </w:r>
    </w:p>
    <w:p w:rsidR="00E00D30" w:rsidRDefault="00E00D30" w:rsidP="00E00D30">
      <w:r>
        <w:t>760.9980</w:t>
      </w:r>
      <w:r>
        <w:tab/>
        <w:t>2.025e0</w:t>
      </w:r>
    </w:p>
    <w:p w:rsidR="00E00D30" w:rsidRDefault="00E00D30" w:rsidP="00E00D30">
      <w:r>
        <w:t>761.1006</w:t>
      </w:r>
      <w:r>
        <w:tab/>
        <w:t>2.025e0</w:t>
      </w:r>
    </w:p>
    <w:p w:rsidR="00E00D30" w:rsidRDefault="00E00D30" w:rsidP="00E00D30">
      <w:r>
        <w:t>761.1218</w:t>
      </w:r>
      <w:r>
        <w:tab/>
        <w:t>1.013e0</w:t>
      </w:r>
    </w:p>
    <w:p w:rsidR="00E00D30" w:rsidRDefault="00E00D30" w:rsidP="00E00D30">
      <w:r>
        <w:lastRenderedPageBreak/>
        <w:t>761.1441</w:t>
      </w:r>
      <w:r>
        <w:tab/>
        <w:t>1.013e0</w:t>
      </w:r>
    </w:p>
    <w:p w:rsidR="00E00D30" w:rsidRDefault="00E00D30" w:rsidP="00E00D30">
      <w:r>
        <w:t>761.1595</w:t>
      </w:r>
      <w:r>
        <w:tab/>
        <w:t>1.013e0</w:t>
      </w:r>
    </w:p>
    <w:p w:rsidR="00E00D30" w:rsidRDefault="00E00D30" w:rsidP="00E00D30">
      <w:r>
        <w:t>761.1852</w:t>
      </w:r>
      <w:r>
        <w:tab/>
        <w:t>1.013e0</w:t>
      </w:r>
    </w:p>
    <w:p w:rsidR="00E00D30" w:rsidRDefault="00E00D30" w:rsidP="00E00D30">
      <w:r>
        <w:t>761.2106</w:t>
      </w:r>
      <w:r>
        <w:tab/>
        <w:t>2.025e0</w:t>
      </w:r>
    </w:p>
    <w:p w:rsidR="00E00D30" w:rsidRDefault="00E00D30" w:rsidP="00E00D30">
      <w:r>
        <w:t>761.2377</w:t>
      </w:r>
      <w:r>
        <w:tab/>
        <w:t>1.013e0</w:t>
      </w:r>
    </w:p>
    <w:p w:rsidR="00E00D30" w:rsidRDefault="00E00D30" w:rsidP="00E00D30">
      <w:r>
        <w:t>761.2623</w:t>
      </w:r>
      <w:r>
        <w:tab/>
        <w:t>3.038e0</w:t>
      </w:r>
    </w:p>
    <w:p w:rsidR="00E00D30" w:rsidRDefault="00E00D30" w:rsidP="00E00D30">
      <w:r>
        <w:t>761.3306</w:t>
      </w:r>
      <w:r>
        <w:tab/>
        <w:t>1.013e0</w:t>
      </w:r>
    </w:p>
    <w:p w:rsidR="00E00D30" w:rsidRDefault="00E00D30" w:rsidP="00E00D30">
      <w:r>
        <w:t>761.3521</w:t>
      </w:r>
      <w:r>
        <w:tab/>
        <w:t>1.013e0</w:t>
      </w:r>
    </w:p>
    <w:p w:rsidR="00E00D30" w:rsidRDefault="00E00D30" w:rsidP="00E00D30">
      <w:r>
        <w:t>761.3663</w:t>
      </w:r>
      <w:r>
        <w:tab/>
        <w:t>1.013e0</w:t>
      </w:r>
    </w:p>
    <w:p w:rsidR="00E00D30" w:rsidRDefault="00E00D30" w:rsidP="00E00D30">
      <w:r>
        <w:t>761.3990</w:t>
      </w:r>
      <w:r>
        <w:tab/>
        <w:t>4.051e0</w:t>
      </w:r>
    </w:p>
    <w:p w:rsidR="00E00D30" w:rsidRDefault="00E00D30" w:rsidP="00E00D30">
      <w:r>
        <w:t>761.4297</w:t>
      </w:r>
      <w:r>
        <w:tab/>
        <w:t>2.025e0</w:t>
      </w:r>
    </w:p>
    <w:p w:rsidR="00E00D30" w:rsidRDefault="00E00D30" w:rsidP="00E00D30">
      <w:r>
        <w:t>761.4902</w:t>
      </w:r>
      <w:r>
        <w:tab/>
        <w:t>2.025e0</w:t>
      </w:r>
    </w:p>
    <w:p w:rsidR="00E00D30" w:rsidRDefault="00E00D30" w:rsidP="00E00D30">
      <w:r>
        <w:t>761.4937</w:t>
      </w:r>
      <w:r>
        <w:tab/>
        <w:t>1.013e0</w:t>
      </w:r>
    </w:p>
    <w:p w:rsidR="00E00D30" w:rsidRDefault="00E00D30" w:rsidP="00E00D30">
      <w:r>
        <w:t>761.5070</w:t>
      </w:r>
      <w:r>
        <w:tab/>
        <w:t>1.013e0</w:t>
      </w:r>
    </w:p>
    <w:p w:rsidR="00E00D30" w:rsidRDefault="00E00D30" w:rsidP="00E00D30">
      <w:r>
        <w:t>761.5358</w:t>
      </w:r>
      <w:r>
        <w:tab/>
        <w:t>4.344e0</w:t>
      </w:r>
    </w:p>
    <w:p w:rsidR="00E00D30" w:rsidRDefault="00E00D30" w:rsidP="00E00D30">
      <w:r>
        <w:t>761.5378</w:t>
      </w:r>
      <w:r>
        <w:tab/>
        <w:t>3.038e0</w:t>
      </w:r>
    </w:p>
    <w:p w:rsidR="00E00D30" w:rsidRDefault="00E00D30" w:rsidP="00E00D30">
      <w:r>
        <w:t>761.5522</w:t>
      </w:r>
      <w:r>
        <w:tab/>
        <w:t>1.013e0</w:t>
      </w:r>
    </w:p>
    <w:p w:rsidR="00E00D30" w:rsidRDefault="00E00D30" w:rsidP="00E00D30">
      <w:r>
        <w:t>761.6150</w:t>
      </w:r>
      <w:r>
        <w:tab/>
        <w:t>3.038e0</w:t>
      </w:r>
    </w:p>
    <w:p w:rsidR="00E00D30" w:rsidRDefault="00E00D30" w:rsidP="00E00D30">
      <w:r>
        <w:t>761.6718</w:t>
      </w:r>
      <w:r>
        <w:tab/>
        <w:t>1.013e0</w:t>
      </w:r>
    </w:p>
    <w:p w:rsidR="00E00D30" w:rsidRDefault="00E00D30" w:rsidP="00E00D30">
      <w:r>
        <w:lastRenderedPageBreak/>
        <w:t>761.7615</w:t>
      </w:r>
      <w:r>
        <w:tab/>
        <w:t>2.025e0</w:t>
      </w:r>
    </w:p>
    <w:p w:rsidR="00E00D30" w:rsidRDefault="00E00D30" w:rsidP="00E00D30">
      <w:r>
        <w:t>761.8030</w:t>
      </w:r>
      <w:r>
        <w:tab/>
        <w:t>1.013e0</w:t>
      </w:r>
    </w:p>
    <w:p w:rsidR="00E00D30" w:rsidRDefault="00E00D30" w:rsidP="00E00D30">
      <w:r>
        <w:t>761.8288</w:t>
      </w:r>
      <w:r>
        <w:tab/>
        <w:t>1.013e0</w:t>
      </w:r>
    </w:p>
    <w:p w:rsidR="00E00D30" w:rsidRDefault="00E00D30" w:rsidP="00E00D30">
      <w:r>
        <w:t>761.8732</w:t>
      </w:r>
      <w:r>
        <w:tab/>
        <w:t>2.025e0</w:t>
      </w:r>
    </w:p>
    <w:p w:rsidR="00E00D30" w:rsidRDefault="00E00D30" w:rsidP="00E00D30">
      <w:r>
        <w:t>761.8803</w:t>
      </w:r>
      <w:r>
        <w:tab/>
        <w:t>1.013e0</w:t>
      </w:r>
    </w:p>
    <w:p w:rsidR="00E00D30" w:rsidRDefault="00E00D30" w:rsidP="00E00D30">
      <w:r>
        <w:t>761.9456</w:t>
      </w:r>
      <w:r>
        <w:tab/>
        <w:t>1.013e0</w:t>
      </w:r>
    </w:p>
    <w:p w:rsidR="00E00D30" w:rsidRDefault="00E00D30" w:rsidP="00E00D30">
      <w:r>
        <w:t>761.9700</w:t>
      </w:r>
      <w:r>
        <w:tab/>
        <w:t>2.025e0</w:t>
      </w:r>
    </w:p>
    <w:p w:rsidR="00E00D30" w:rsidRDefault="00E00D30" w:rsidP="00E00D30">
      <w:r>
        <w:t>761.9962</w:t>
      </w:r>
      <w:r>
        <w:tab/>
        <w:t>1.013e0</w:t>
      </w:r>
    </w:p>
    <w:p w:rsidR="00E00D30" w:rsidRDefault="00E00D30" w:rsidP="00E00D30">
      <w:r>
        <w:t>762.0229</w:t>
      </w:r>
      <w:r>
        <w:tab/>
        <w:t>2.025e0</w:t>
      </w:r>
    </w:p>
    <w:p w:rsidR="00E00D30" w:rsidRDefault="00E00D30" w:rsidP="00E00D30">
      <w:r>
        <w:t>762.0473</w:t>
      </w:r>
      <w:r>
        <w:tab/>
        <w:t>1.013e0</w:t>
      </w:r>
    </w:p>
    <w:p w:rsidR="00E00D30" w:rsidRDefault="00E00D30" w:rsidP="00E00D30">
      <w:r>
        <w:t>762.0635</w:t>
      </w:r>
      <w:r>
        <w:tab/>
        <w:t>1.013e0</w:t>
      </w:r>
    </w:p>
    <w:p w:rsidR="00E00D30" w:rsidRDefault="00E00D30" w:rsidP="00E00D30">
      <w:r>
        <w:t>762.1379</w:t>
      </w:r>
      <w:r>
        <w:tab/>
        <w:t>1.013e0</w:t>
      </w:r>
    </w:p>
    <w:p w:rsidR="00E00D30" w:rsidRDefault="00E00D30" w:rsidP="00E00D30">
      <w:r>
        <w:t>762.1646</w:t>
      </w:r>
      <w:r>
        <w:tab/>
        <w:t>1.013e0</w:t>
      </w:r>
    </w:p>
    <w:p w:rsidR="00E00D30" w:rsidRDefault="00E00D30" w:rsidP="00E00D30">
      <w:r>
        <w:t>762.1826</w:t>
      </w:r>
      <w:r>
        <w:tab/>
        <w:t>2.025e0</w:t>
      </w:r>
    </w:p>
    <w:p w:rsidR="00E00D30" w:rsidRDefault="00E00D30" w:rsidP="00E00D30">
      <w:r>
        <w:t>762.1890</w:t>
      </w:r>
      <w:r>
        <w:tab/>
        <w:t>1.013e0</w:t>
      </w:r>
    </w:p>
    <w:p w:rsidR="00E00D30" w:rsidRDefault="00E00D30" w:rsidP="00E00D30">
      <w:r>
        <w:t>762.2167</w:t>
      </w:r>
      <w:r>
        <w:tab/>
        <w:t>1.013e0</w:t>
      </w:r>
    </w:p>
    <w:p w:rsidR="00E00D30" w:rsidRDefault="00E00D30" w:rsidP="00E00D30">
      <w:r>
        <w:t>762.2677</w:t>
      </w:r>
      <w:r>
        <w:tab/>
        <w:t>1.013e0</w:t>
      </w:r>
    </w:p>
    <w:p w:rsidR="00E00D30" w:rsidRDefault="00E00D30" w:rsidP="00E00D30">
      <w:r>
        <w:t>762.2764</w:t>
      </w:r>
      <w:r>
        <w:tab/>
        <w:t>2.025e0</w:t>
      </w:r>
    </w:p>
    <w:p w:rsidR="00E00D30" w:rsidRDefault="00E00D30" w:rsidP="00E00D30">
      <w:r>
        <w:t>762.3025</w:t>
      </w:r>
      <w:r>
        <w:tab/>
        <w:t>1.013e0</w:t>
      </w:r>
    </w:p>
    <w:p w:rsidR="00E00D30" w:rsidRDefault="00E00D30" w:rsidP="00E00D30">
      <w:r>
        <w:lastRenderedPageBreak/>
        <w:t>762.3185</w:t>
      </w:r>
      <w:r>
        <w:tab/>
        <w:t>2.025e0</w:t>
      </w:r>
    </w:p>
    <w:p w:rsidR="00E00D30" w:rsidRDefault="00E00D30" w:rsidP="00E00D30">
      <w:r>
        <w:t>762.3345</w:t>
      </w:r>
      <w:r>
        <w:tab/>
        <w:t>2.025e0</w:t>
      </w:r>
    </w:p>
    <w:p w:rsidR="00E00D30" w:rsidRDefault="00E00D30" w:rsidP="00E00D30">
      <w:r>
        <w:t>762.3450</w:t>
      </w:r>
      <w:r>
        <w:tab/>
        <w:t>1.013e0</w:t>
      </w:r>
    </w:p>
    <w:p w:rsidR="00E00D30" w:rsidRDefault="00E00D30" w:rsidP="00E00D30">
      <w:r>
        <w:t>762.3569</w:t>
      </w:r>
      <w:r>
        <w:tab/>
        <w:t>1.013e0</w:t>
      </w:r>
    </w:p>
    <w:p w:rsidR="00E00D30" w:rsidRDefault="00E00D30" w:rsidP="00E00D30">
      <w:r>
        <w:t>762.4042</w:t>
      </w:r>
      <w:r>
        <w:tab/>
        <w:t>1.013e0</w:t>
      </w:r>
    </w:p>
    <w:p w:rsidR="00E00D30" w:rsidRDefault="00E00D30" w:rsidP="00E00D30">
      <w:r>
        <w:t>762.4141</w:t>
      </w:r>
      <w:r>
        <w:tab/>
        <w:t>3.038e0</w:t>
      </w:r>
    </w:p>
    <w:p w:rsidR="00E00D30" w:rsidRDefault="00E00D30" w:rsidP="00E00D30">
      <w:r>
        <w:t>762.4212</w:t>
      </w:r>
      <w:r>
        <w:tab/>
        <w:t>2.025e0</w:t>
      </w:r>
    </w:p>
    <w:p w:rsidR="00E00D30" w:rsidRDefault="00E00D30" w:rsidP="00E00D30">
      <w:r>
        <w:t>762.4226</w:t>
      </w:r>
      <w:r>
        <w:tab/>
        <w:t>2.025e0</w:t>
      </w:r>
    </w:p>
    <w:p w:rsidR="00E00D30" w:rsidRDefault="00E00D30" w:rsidP="00E00D30">
      <w:r>
        <w:t>762.4471</w:t>
      </w:r>
      <w:r>
        <w:tab/>
        <w:t>2.025e0</w:t>
      </w:r>
    </w:p>
    <w:p w:rsidR="00E00D30" w:rsidRDefault="00E00D30" w:rsidP="00E00D30">
      <w:r>
        <w:t>762.4570</w:t>
      </w:r>
      <w:r>
        <w:tab/>
        <w:t>3.038e0</w:t>
      </w:r>
    </w:p>
    <w:p w:rsidR="00E00D30" w:rsidRDefault="00E00D30" w:rsidP="00E00D30">
      <w:r>
        <w:t>762.5115</w:t>
      </w:r>
      <w:r>
        <w:tab/>
        <w:t>1.013e0</w:t>
      </w:r>
    </w:p>
    <w:p w:rsidR="00E00D30" w:rsidRDefault="00E00D30" w:rsidP="00E00D30">
      <w:r>
        <w:t>762.5383</w:t>
      </w:r>
      <w:r>
        <w:tab/>
        <w:t>1.013e0</w:t>
      </w:r>
    </w:p>
    <w:p w:rsidR="00E00D30" w:rsidRDefault="00E00D30" w:rsidP="00E00D30">
      <w:r>
        <w:t>762.5405</w:t>
      </w:r>
      <w:r>
        <w:tab/>
        <w:t>1.013e0</w:t>
      </w:r>
    </w:p>
    <w:p w:rsidR="00E00D30" w:rsidRDefault="00E00D30" w:rsidP="00E00D30">
      <w:r>
        <w:t>762.5511</w:t>
      </w:r>
      <w:r>
        <w:tab/>
        <w:t>1.013e0</w:t>
      </w:r>
    </w:p>
    <w:p w:rsidR="00E00D30" w:rsidRDefault="00E00D30" w:rsidP="00E00D30">
      <w:r>
        <w:t>762.5563</w:t>
      </w:r>
      <w:r>
        <w:tab/>
        <w:t>3.038e0</w:t>
      </w:r>
    </w:p>
    <w:p w:rsidR="00E00D30" w:rsidRDefault="00E00D30" w:rsidP="00E00D30">
      <w:r>
        <w:t>762.5631</w:t>
      </w:r>
      <w:r>
        <w:tab/>
        <w:t>1.013e0</w:t>
      </w:r>
    </w:p>
    <w:p w:rsidR="00E00D30" w:rsidRDefault="00E00D30" w:rsidP="00E00D30">
      <w:r>
        <w:t>762.5688</w:t>
      </w:r>
      <w:r>
        <w:tab/>
        <w:t>2.025e0</w:t>
      </w:r>
    </w:p>
    <w:p w:rsidR="00E00D30" w:rsidRDefault="00E00D30" w:rsidP="00E00D30">
      <w:r>
        <w:t>762.5757</w:t>
      </w:r>
      <w:r>
        <w:tab/>
        <w:t>1.013e0</w:t>
      </w:r>
    </w:p>
    <w:p w:rsidR="00E00D30" w:rsidRDefault="00E00D30" w:rsidP="00E00D30">
      <w:r>
        <w:t>762.6017</w:t>
      </w:r>
      <w:r>
        <w:tab/>
        <w:t>1.013e0</w:t>
      </w:r>
    </w:p>
    <w:p w:rsidR="00E00D30" w:rsidRDefault="00E00D30" w:rsidP="00E00D30">
      <w:r>
        <w:lastRenderedPageBreak/>
        <w:t>762.6937</w:t>
      </w:r>
      <w:r>
        <w:tab/>
        <w:t>2.025e0</w:t>
      </w:r>
    </w:p>
    <w:p w:rsidR="00E00D30" w:rsidRDefault="00E00D30" w:rsidP="00E00D30">
      <w:r>
        <w:t>762.7034</w:t>
      </w:r>
      <w:r>
        <w:tab/>
        <w:t>2.025e0</w:t>
      </w:r>
    </w:p>
    <w:p w:rsidR="00E00D30" w:rsidRDefault="00E00D30" w:rsidP="00E00D30">
      <w:r>
        <w:t>762.7302</w:t>
      </w:r>
      <w:r>
        <w:tab/>
        <w:t>1.013e0</w:t>
      </w:r>
    </w:p>
    <w:p w:rsidR="00E00D30" w:rsidRDefault="00E00D30" w:rsidP="00E00D30">
      <w:r>
        <w:t>762.8205</w:t>
      </w:r>
      <w:r>
        <w:tab/>
        <w:t>1.013e0</w:t>
      </w:r>
    </w:p>
    <w:p w:rsidR="00E00D30" w:rsidRDefault="00E00D30" w:rsidP="00E00D30">
      <w:r>
        <w:t>762.8463</w:t>
      </w:r>
      <w:r>
        <w:tab/>
        <w:t>1.013e0</w:t>
      </w:r>
    </w:p>
    <w:p w:rsidR="00E00D30" w:rsidRDefault="00E00D30" w:rsidP="00E00D30">
      <w:r>
        <w:t>762.8477</w:t>
      </w:r>
      <w:r>
        <w:tab/>
        <w:t>1.013e0</w:t>
      </w:r>
    </w:p>
    <w:p w:rsidR="00E00D30" w:rsidRDefault="00E00D30" w:rsidP="00E00D30">
      <w:r>
        <w:t>762.8725</w:t>
      </w:r>
      <w:r>
        <w:tab/>
        <w:t>1.013e0</w:t>
      </w:r>
    </w:p>
    <w:p w:rsidR="00E00D30" w:rsidRDefault="00E00D30" w:rsidP="00E00D30">
      <w:r>
        <w:t>762.9111</w:t>
      </w:r>
      <w:r>
        <w:tab/>
        <w:t>1.013e0</w:t>
      </w:r>
    </w:p>
    <w:p w:rsidR="00E00D30" w:rsidRDefault="00E00D30" w:rsidP="00E00D30">
      <w:r>
        <w:t>762.9169</w:t>
      </w:r>
      <w:r>
        <w:tab/>
        <w:t>1.013e0</w:t>
      </w:r>
    </w:p>
    <w:p w:rsidR="00E00D30" w:rsidRDefault="00E00D30" w:rsidP="00E00D30">
      <w:r>
        <w:t>762.9885</w:t>
      </w:r>
      <w:r>
        <w:tab/>
        <w:t>1.013e0</w:t>
      </w:r>
    </w:p>
    <w:p w:rsidR="00E00D30" w:rsidRDefault="00E00D30" w:rsidP="00E00D30">
      <w:r>
        <w:t>763.0151</w:t>
      </w:r>
      <w:r>
        <w:tab/>
        <w:t>2.025e0</w:t>
      </w:r>
    </w:p>
    <w:p w:rsidR="00E00D30" w:rsidRDefault="00E00D30" w:rsidP="00E00D30">
      <w:r>
        <w:t>763.0281</w:t>
      </w:r>
      <w:r>
        <w:tab/>
        <w:t>1.013e0</w:t>
      </w:r>
    </w:p>
    <w:p w:rsidR="00E00D30" w:rsidRDefault="00E00D30" w:rsidP="00E00D30">
      <w:r>
        <w:t>763.0530</w:t>
      </w:r>
      <w:r>
        <w:tab/>
        <w:t>1.013e0</w:t>
      </w:r>
    </w:p>
    <w:p w:rsidR="00E00D30" w:rsidRDefault="00E00D30" w:rsidP="00E00D30">
      <w:r>
        <w:t>763.0784</w:t>
      </w:r>
      <w:r>
        <w:tab/>
        <w:t>1.013e0</w:t>
      </w:r>
    </w:p>
    <w:p w:rsidR="00E00D30" w:rsidRDefault="00E00D30" w:rsidP="00E00D30">
      <w:r>
        <w:t>763.1041</w:t>
      </w:r>
      <w:r>
        <w:tab/>
        <w:t>2.025e0</w:t>
      </w:r>
    </w:p>
    <w:p w:rsidR="00E00D30" w:rsidRDefault="00E00D30" w:rsidP="00E00D30">
      <w:r>
        <w:t>763.1204</w:t>
      </w:r>
      <w:r>
        <w:tab/>
        <w:t>1.013e0</w:t>
      </w:r>
    </w:p>
    <w:p w:rsidR="00E00D30" w:rsidRDefault="00E00D30" w:rsidP="00E00D30">
      <w:r>
        <w:t>763.1304</w:t>
      </w:r>
      <w:r>
        <w:tab/>
        <w:t>1.013e0</w:t>
      </w:r>
    </w:p>
    <w:p w:rsidR="00E00D30" w:rsidRDefault="00E00D30" w:rsidP="00E00D30">
      <w:r>
        <w:t>763.1562</w:t>
      </w:r>
      <w:r>
        <w:tab/>
        <w:t>1.013e0</w:t>
      </w:r>
    </w:p>
    <w:p w:rsidR="00E00D30" w:rsidRDefault="00E00D30" w:rsidP="00E00D30">
      <w:r>
        <w:t>763.1686</w:t>
      </w:r>
      <w:r>
        <w:tab/>
        <w:t>1.013e0</w:t>
      </w:r>
    </w:p>
    <w:p w:rsidR="00E00D30" w:rsidRDefault="00E00D30" w:rsidP="00E00D30">
      <w:r>
        <w:lastRenderedPageBreak/>
        <w:t>763.2061</w:t>
      </w:r>
      <w:r>
        <w:tab/>
        <w:t>1.013e0</w:t>
      </w:r>
    </w:p>
    <w:p w:rsidR="00E00D30" w:rsidRDefault="00E00D30" w:rsidP="00E00D30">
      <w:r>
        <w:t>763.2203</w:t>
      </w:r>
      <w:r>
        <w:tab/>
        <w:t>1.013e0</w:t>
      </w:r>
    </w:p>
    <w:p w:rsidR="00E00D30" w:rsidRDefault="00E00D30" w:rsidP="00E00D30">
      <w:r>
        <w:t>763.2590</w:t>
      </w:r>
      <w:r>
        <w:tab/>
        <w:t>2.025e0</w:t>
      </w:r>
    </w:p>
    <w:p w:rsidR="00E00D30" w:rsidRDefault="00E00D30" w:rsidP="00E00D30">
      <w:r>
        <w:t>763.2981</w:t>
      </w:r>
      <w:r>
        <w:tab/>
        <w:t>1.013e0</w:t>
      </w:r>
    </w:p>
    <w:p w:rsidR="00E00D30" w:rsidRDefault="00E00D30" w:rsidP="00E00D30">
      <w:r>
        <w:t>763.3041</w:t>
      </w:r>
      <w:r>
        <w:tab/>
        <w:t>2.025e0</w:t>
      </w:r>
    </w:p>
    <w:p w:rsidR="00E00D30" w:rsidRDefault="00E00D30" w:rsidP="00E00D30">
      <w:r>
        <w:t>763.3110</w:t>
      </w:r>
      <w:r>
        <w:tab/>
        <w:t>1.013e0</w:t>
      </w:r>
    </w:p>
    <w:p w:rsidR="00E00D30" w:rsidRDefault="00E00D30" w:rsidP="00E00D30">
      <w:r>
        <w:t>763.3755</w:t>
      </w:r>
      <w:r>
        <w:tab/>
        <w:t>1.013e0</w:t>
      </w:r>
    </w:p>
    <w:p w:rsidR="00E00D30" w:rsidRDefault="00E00D30" w:rsidP="00E00D30">
      <w:r>
        <w:t>763.4266</w:t>
      </w:r>
      <w:r>
        <w:tab/>
        <w:t>1.013e0</w:t>
      </w:r>
    </w:p>
    <w:p w:rsidR="00E00D30" w:rsidRDefault="00E00D30" w:rsidP="00E00D30">
      <w:r>
        <w:t>763.4403</w:t>
      </w:r>
      <w:r>
        <w:tab/>
        <w:t>3.038e0</w:t>
      </w:r>
    </w:p>
    <w:p w:rsidR="00E00D30" w:rsidRDefault="00E00D30" w:rsidP="00E00D30">
      <w:r>
        <w:t>763.4439</w:t>
      </w:r>
      <w:r>
        <w:tab/>
        <w:t>1.013e0</w:t>
      </w:r>
    </w:p>
    <w:p w:rsidR="00E00D30" w:rsidRDefault="00E00D30" w:rsidP="00E00D30">
      <w:r>
        <w:t>763.4529</w:t>
      </w:r>
      <w:r>
        <w:tab/>
        <w:t>2.025e0</w:t>
      </w:r>
    </w:p>
    <w:p w:rsidR="00E00D30" w:rsidRDefault="00E00D30" w:rsidP="00E00D30">
      <w:r>
        <w:t>763.4916</w:t>
      </w:r>
      <w:r>
        <w:tab/>
        <w:t>3.038e0</w:t>
      </w:r>
    </w:p>
    <w:p w:rsidR="00E00D30" w:rsidRDefault="00E00D30" w:rsidP="00E00D30">
      <w:r>
        <w:t>763.4954</w:t>
      </w:r>
      <w:r>
        <w:tab/>
        <w:t>1.013e0</w:t>
      </w:r>
    </w:p>
    <w:p w:rsidR="00E00D30" w:rsidRDefault="00E00D30" w:rsidP="00E00D30">
      <w:r>
        <w:t>763.5034</w:t>
      </w:r>
      <w:r>
        <w:tab/>
        <w:t>6.076e0</w:t>
      </w:r>
    </w:p>
    <w:p w:rsidR="00E00D30" w:rsidRDefault="00E00D30" w:rsidP="00E00D30">
      <w:r>
        <w:t>763.5299</w:t>
      </w:r>
      <w:r>
        <w:tab/>
        <w:t>1.013e0</w:t>
      </w:r>
    </w:p>
    <w:p w:rsidR="00E00D30" w:rsidRDefault="00E00D30" w:rsidP="00E00D30">
      <w:r>
        <w:t>763.5441</w:t>
      </w:r>
      <w:r>
        <w:tab/>
        <w:t>1.013e0</w:t>
      </w:r>
    </w:p>
    <w:p w:rsidR="00E00D30" w:rsidRDefault="00E00D30" w:rsidP="00E00D30">
      <w:r>
        <w:t>763.5627</w:t>
      </w:r>
      <w:r>
        <w:tab/>
        <w:t>4.051e0</w:t>
      </w:r>
    </w:p>
    <w:p w:rsidR="00E00D30" w:rsidRDefault="00E00D30" w:rsidP="00E00D30">
      <w:r>
        <w:t>763.5690</w:t>
      </w:r>
      <w:r>
        <w:tab/>
        <w:t>1.013e0</w:t>
      </w:r>
    </w:p>
    <w:p w:rsidR="00E00D30" w:rsidRDefault="00E00D30" w:rsidP="00E00D30">
      <w:r>
        <w:t>763.5975</w:t>
      </w:r>
      <w:r>
        <w:tab/>
        <w:t>1.013e0</w:t>
      </w:r>
    </w:p>
    <w:p w:rsidR="00E00D30" w:rsidRDefault="00E00D30" w:rsidP="00E00D30">
      <w:r>
        <w:lastRenderedPageBreak/>
        <w:t>763.6461</w:t>
      </w:r>
      <w:r>
        <w:tab/>
        <w:t>1.013e0</w:t>
      </w:r>
    </w:p>
    <w:p w:rsidR="00E00D30" w:rsidRDefault="00E00D30" w:rsidP="00E00D30">
      <w:r>
        <w:t>763.6659</w:t>
      </w:r>
      <w:r>
        <w:tab/>
        <w:t>2.025e0</w:t>
      </w:r>
    </w:p>
    <w:p w:rsidR="00E00D30" w:rsidRDefault="00E00D30" w:rsidP="00E00D30">
      <w:r>
        <w:t>763.6722</w:t>
      </w:r>
      <w:r>
        <w:tab/>
        <w:t>1.013e0</w:t>
      </w:r>
    </w:p>
    <w:p w:rsidR="00E00D30" w:rsidRDefault="00E00D30" w:rsidP="00E00D30">
      <w:r>
        <w:t>763.6992</w:t>
      </w:r>
      <w:r>
        <w:tab/>
        <w:t>1.013e0</w:t>
      </w:r>
    </w:p>
    <w:p w:rsidR="00E00D30" w:rsidRDefault="00E00D30" w:rsidP="00E00D30">
      <w:r>
        <w:t>763.7045</w:t>
      </w:r>
      <w:r>
        <w:tab/>
        <w:t>2.025e0</w:t>
      </w:r>
    </w:p>
    <w:p w:rsidR="00E00D30" w:rsidRDefault="00E00D30" w:rsidP="00E00D30">
      <w:r>
        <w:t>763.7493</w:t>
      </w:r>
      <w:r>
        <w:tab/>
        <w:t>1.013e0</w:t>
      </w:r>
    </w:p>
    <w:p w:rsidR="00E00D30" w:rsidRDefault="00E00D30" w:rsidP="00E00D30">
      <w:r>
        <w:t>763.7506</w:t>
      </w:r>
      <w:r>
        <w:tab/>
        <w:t>1.013e0</w:t>
      </w:r>
    </w:p>
    <w:p w:rsidR="00E00D30" w:rsidRDefault="00E00D30" w:rsidP="00E00D30">
      <w:r>
        <w:t>763.7692</w:t>
      </w:r>
      <w:r>
        <w:tab/>
        <w:t>1.013e0</w:t>
      </w:r>
    </w:p>
    <w:p w:rsidR="00E00D30" w:rsidRDefault="00E00D30" w:rsidP="00E00D30">
      <w:r>
        <w:t>763.8013</w:t>
      </w:r>
      <w:r>
        <w:tab/>
        <w:t>1.013e0</w:t>
      </w:r>
    </w:p>
    <w:p w:rsidR="00E00D30" w:rsidRDefault="00E00D30" w:rsidP="00E00D30">
      <w:r>
        <w:t>763.8336</w:t>
      </w:r>
      <w:r>
        <w:tab/>
        <w:t>2.025e0</w:t>
      </w:r>
    </w:p>
    <w:p w:rsidR="00E00D30" w:rsidRDefault="00E00D30" w:rsidP="00E00D30">
      <w:r>
        <w:t>763.8655</w:t>
      </w:r>
      <w:r>
        <w:tab/>
        <w:t>1.013e0</w:t>
      </w:r>
    </w:p>
    <w:p w:rsidR="00E00D30" w:rsidRDefault="00E00D30" w:rsidP="00E00D30">
      <w:r>
        <w:t>763.8785</w:t>
      </w:r>
      <w:r>
        <w:tab/>
        <w:t>2.025e0</w:t>
      </w:r>
    </w:p>
    <w:p w:rsidR="00E00D30" w:rsidRDefault="00E00D30" w:rsidP="00E00D30">
      <w:r>
        <w:t>763.9601</w:t>
      </w:r>
      <w:r>
        <w:tab/>
        <w:t>3.038e0</w:t>
      </w:r>
    </w:p>
    <w:p w:rsidR="00E00D30" w:rsidRDefault="00E00D30" w:rsidP="00E00D30">
      <w:r>
        <w:t>763.9688</w:t>
      </w:r>
      <w:r>
        <w:tab/>
        <w:t>1.013e0</w:t>
      </w:r>
    </w:p>
    <w:p w:rsidR="00E00D30" w:rsidRDefault="00E00D30" w:rsidP="00E00D30">
      <w:r>
        <w:t>764.0206</w:t>
      </w:r>
      <w:r>
        <w:tab/>
        <w:t>2.025e0</w:t>
      </w:r>
    </w:p>
    <w:p w:rsidR="00E00D30" w:rsidRDefault="00E00D30" w:rsidP="00E00D30">
      <w:r>
        <w:t>764.0333</w:t>
      </w:r>
      <w:r>
        <w:tab/>
        <w:t>2.025e0</w:t>
      </w:r>
    </w:p>
    <w:p w:rsidR="00E00D30" w:rsidRDefault="00E00D30" w:rsidP="00E00D30">
      <w:r>
        <w:t>764.1108</w:t>
      </w:r>
      <w:r>
        <w:tab/>
        <w:t>1.013e0</w:t>
      </w:r>
    </w:p>
    <w:p w:rsidR="00E00D30" w:rsidRDefault="00E00D30" w:rsidP="00E00D30">
      <w:r>
        <w:t>764.1370</w:t>
      </w:r>
      <w:r>
        <w:tab/>
        <w:t>1.013e0</w:t>
      </w:r>
    </w:p>
    <w:p w:rsidR="00E00D30" w:rsidRDefault="00E00D30" w:rsidP="00E00D30">
      <w:r>
        <w:t>764.1427</w:t>
      </w:r>
      <w:r>
        <w:tab/>
        <w:t>1.013e0</w:t>
      </w:r>
    </w:p>
    <w:p w:rsidR="00E00D30" w:rsidRDefault="00E00D30" w:rsidP="00E00D30">
      <w:r>
        <w:lastRenderedPageBreak/>
        <w:t>764.1854</w:t>
      </w:r>
      <w:r>
        <w:tab/>
        <w:t>4.051e0</w:t>
      </w:r>
    </w:p>
    <w:p w:rsidR="00E00D30" w:rsidRDefault="00E00D30" w:rsidP="00E00D30">
      <w:r>
        <w:t>764.1887</w:t>
      </w:r>
      <w:r>
        <w:tab/>
        <w:t>1.013e0</w:t>
      </w:r>
    </w:p>
    <w:p w:rsidR="00E00D30" w:rsidRDefault="00E00D30" w:rsidP="00E00D30">
      <w:r>
        <w:t>764.2111</w:t>
      </w:r>
      <w:r>
        <w:tab/>
        <w:t>1.013e0</w:t>
      </w:r>
    </w:p>
    <w:p w:rsidR="00E00D30" w:rsidRDefault="00E00D30" w:rsidP="00E00D30">
      <w:r>
        <w:t>764.2145</w:t>
      </w:r>
      <w:r>
        <w:tab/>
        <w:t>1.013e0</w:t>
      </w:r>
    </w:p>
    <w:p w:rsidR="00E00D30" w:rsidRDefault="00E00D30" w:rsidP="00E00D30">
      <w:r>
        <w:t>764.2378</w:t>
      </w:r>
      <w:r>
        <w:tab/>
        <w:t>2.025e0</w:t>
      </w:r>
    </w:p>
    <w:p w:rsidR="00E00D30" w:rsidRDefault="00E00D30" w:rsidP="00E00D30">
      <w:r>
        <w:t>764.2788</w:t>
      </w:r>
      <w:r>
        <w:tab/>
        <w:t>2.025e0</w:t>
      </w:r>
    </w:p>
    <w:p w:rsidR="00E00D30" w:rsidRDefault="00E00D30" w:rsidP="00E00D30">
      <w:r>
        <w:t>764.2916</w:t>
      </w:r>
      <w:r>
        <w:tab/>
        <w:t>3.038e0</w:t>
      </w:r>
    </w:p>
    <w:p w:rsidR="00E00D30" w:rsidRDefault="00E00D30" w:rsidP="00E00D30">
      <w:r>
        <w:t>764.2965</w:t>
      </w:r>
      <w:r>
        <w:tab/>
        <w:t>1.013e0</w:t>
      </w:r>
    </w:p>
    <w:p w:rsidR="00E00D30" w:rsidRDefault="00E00D30" w:rsidP="00E00D30">
      <w:r>
        <w:t>764.3178</w:t>
      </w:r>
      <w:r>
        <w:tab/>
        <w:t>2.025e0</w:t>
      </w:r>
    </w:p>
    <w:p w:rsidR="00E00D30" w:rsidRDefault="00E00D30" w:rsidP="00E00D30">
      <w:r>
        <w:t>764.3902</w:t>
      </w:r>
      <w:r>
        <w:tab/>
        <w:t>3.397e0</w:t>
      </w:r>
    </w:p>
    <w:p w:rsidR="00E00D30" w:rsidRDefault="00E00D30" w:rsidP="00E00D30">
      <w:r>
        <w:t>764.3984</w:t>
      </w:r>
      <w:r>
        <w:tab/>
        <w:t>2.025e0</w:t>
      </w:r>
    </w:p>
    <w:p w:rsidR="00E00D30" w:rsidRDefault="00E00D30" w:rsidP="00E00D30">
      <w:r>
        <w:t>764.4497</w:t>
      </w:r>
      <w:r>
        <w:tab/>
        <w:t>1.013e0</w:t>
      </w:r>
    </w:p>
    <w:p w:rsidR="00E00D30" w:rsidRDefault="00E00D30" w:rsidP="00E00D30">
      <w:r>
        <w:t>764.4661</w:t>
      </w:r>
      <w:r>
        <w:tab/>
        <w:t>3.038e0</w:t>
      </w:r>
    </w:p>
    <w:p w:rsidR="00E00D30" w:rsidRDefault="00E00D30" w:rsidP="00E00D30">
      <w:r>
        <w:t>764.4696</w:t>
      </w:r>
      <w:r>
        <w:tab/>
        <w:t>3.038e0</w:t>
      </w:r>
    </w:p>
    <w:p w:rsidR="00E00D30" w:rsidRDefault="00E00D30" w:rsidP="00E00D30">
      <w:r>
        <w:t>764.4738</w:t>
      </w:r>
      <w:r>
        <w:tab/>
        <w:t>1.013e0</w:t>
      </w:r>
    </w:p>
    <w:p w:rsidR="00E00D30" w:rsidRDefault="00E00D30" w:rsidP="00E00D30">
      <w:r>
        <w:t>764.4844</w:t>
      </w:r>
      <w:r>
        <w:tab/>
        <w:t>1.013e0</w:t>
      </w:r>
    </w:p>
    <w:p w:rsidR="00E00D30" w:rsidRDefault="00E00D30" w:rsidP="00E00D30">
      <w:r>
        <w:t>764.5116</w:t>
      </w:r>
      <w:r>
        <w:tab/>
        <w:t>1.013e0</w:t>
      </w:r>
    </w:p>
    <w:p w:rsidR="00E00D30" w:rsidRDefault="00E00D30" w:rsidP="00E00D30">
      <w:r>
        <w:t>764.5261</w:t>
      </w:r>
      <w:r>
        <w:tab/>
        <w:t>2.025e0</w:t>
      </w:r>
    </w:p>
    <w:p w:rsidR="00E00D30" w:rsidRDefault="00E00D30" w:rsidP="00E00D30">
      <w:r>
        <w:t>764.5364</w:t>
      </w:r>
      <w:r>
        <w:tab/>
        <w:t>1.013e0</w:t>
      </w:r>
    </w:p>
    <w:p w:rsidR="00E00D30" w:rsidRDefault="00E00D30" w:rsidP="00E00D30">
      <w:r>
        <w:lastRenderedPageBreak/>
        <w:t>764.5688</w:t>
      </w:r>
      <w:r>
        <w:tab/>
        <w:t>1.013e0</w:t>
      </w:r>
    </w:p>
    <w:p w:rsidR="00E00D30" w:rsidRDefault="00E00D30" w:rsidP="00E00D30">
      <w:r>
        <w:t>764.6036</w:t>
      </w:r>
      <w:r>
        <w:tab/>
        <w:t>1.013e0</w:t>
      </w:r>
    </w:p>
    <w:p w:rsidR="00E00D30" w:rsidRDefault="00E00D30" w:rsidP="00E00D30">
      <w:r>
        <w:t>764.6216</w:t>
      </w:r>
      <w:r>
        <w:tab/>
        <w:t>2.025e0</w:t>
      </w:r>
    </w:p>
    <w:p w:rsidR="00E00D30" w:rsidRDefault="00E00D30" w:rsidP="00E00D30">
      <w:r>
        <w:t>764.6375</w:t>
      </w:r>
      <w:r>
        <w:tab/>
        <w:t>1.013e0</w:t>
      </w:r>
    </w:p>
    <w:p w:rsidR="00E00D30" w:rsidRDefault="00E00D30" w:rsidP="00E00D30">
      <w:r>
        <w:t>764.6475</w:t>
      </w:r>
      <w:r>
        <w:tab/>
        <w:t>2.025e0</w:t>
      </w:r>
    </w:p>
    <w:p w:rsidR="00E00D30" w:rsidRDefault="00E00D30" w:rsidP="00E00D30">
      <w:r>
        <w:t>764.6714</w:t>
      </w:r>
      <w:r>
        <w:tab/>
        <w:t>1.013e0</w:t>
      </w:r>
    </w:p>
    <w:p w:rsidR="00E00D30" w:rsidRDefault="00E00D30" w:rsidP="00E00D30">
      <w:r>
        <w:t>764.6935</w:t>
      </w:r>
      <w:r>
        <w:tab/>
        <w:t>3.038e0</w:t>
      </w:r>
    </w:p>
    <w:p w:rsidR="00E00D30" w:rsidRDefault="00E00D30" w:rsidP="00E00D30">
      <w:r>
        <w:t>764.7054</w:t>
      </w:r>
      <w:r>
        <w:tab/>
        <w:t>1.013e0</w:t>
      </w:r>
    </w:p>
    <w:p w:rsidR="00E00D30" w:rsidRDefault="00E00D30" w:rsidP="00E00D30">
      <w:r>
        <w:t>764.7183</w:t>
      </w:r>
      <w:r>
        <w:tab/>
        <w:t>1.013e0</w:t>
      </w:r>
    </w:p>
    <w:p w:rsidR="00E00D30" w:rsidRDefault="00E00D30" w:rsidP="00E00D30">
      <w:r>
        <w:t>764.7223</w:t>
      </w:r>
      <w:r>
        <w:tab/>
        <w:t>2.025e0</w:t>
      </w:r>
    </w:p>
    <w:p w:rsidR="00E00D30" w:rsidRDefault="00E00D30" w:rsidP="00E00D30">
      <w:r>
        <w:t>764.7405</w:t>
      </w:r>
      <w:r>
        <w:tab/>
        <w:t>1.013e0</w:t>
      </w:r>
    </w:p>
    <w:p w:rsidR="00E00D30" w:rsidRDefault="00E00D30" w:rsidP="00E00D30">
      <w:r>
        <w:t>764.7745</w:t>
      </w:r>
      <w:r>
        <w:tab/>
        <w:t>1.013e0</w:t>
      </w:r>
    </w:p>
    <w:p w:rsidR="00E00D30" w:rsidRDefault="00E00D30" w:rsidP="00E00D30">
      <w:r>
        <w:t>764.8060</w:t>
      </w:r>
      <w:r>
        <w:tab/>
        <w:t>3.038e0</w:t>
      </w:r>
    </w:p>
    <w:p w:rsidR="00E00D30" w:rsidRDefault="00E00D30" w:rsidP="00E00D30">
      <w:r>
        <w:t>764.8519</w:t>
      </w:r>
      <w:r>
        <w:tab/>
        <w:t>2.025e0</w:t>
      </w:r>
    </w:p>
    <w:p w:rsidR="00E00D30" w:rsidRDefault="00E00D30" w:rsidP="00E00D30">
      <w:r>
        <w:t>764.8589</w:t>
      </w:r>
      <w:r>
        <w:tab/>
        <w:t>1.013e0</w:t>
      </w:r>
    </w:p>
    <w:p w:rsidR="00E00D30" w:rsidRDefault="00E00D30" w:rsidP="00E00D30">
      <w:r>
        <w:t>764.8604</w:t>
      </w:r>
      <w:r>
        <w:tab/>
        <w:t>2.025e0</w:t>
      </w:r>
    </w:p>
    <w:p w:rsidR="00E00D30" w:rsidRDefault="00E00D30" w:rsidP="00E00D30">
      <w:r>
        <w:t>764.9113</w:t>
      </w:r>
      <w:r>
        <w:tab/>
        <w:t>2.025e0</w:t>
      </w:r>
    </w:p>
    <w:p w:rsidR="00E00D30" w:rsidRDefault="00E00D30" w:rsidP="00E00D30">
      <w:r>
        <w:t>764.9376</w:t>
      </w:r>
      <w:r>
        <w:tab/>
        <w:t>1.013e0</w:t>
      </w:r>
    </w:p>
    <w:p w:rsidR="00E00D30" w:rsidRDefault="00E00D30" w:rsidP="00E00D30">
      <w:r>
        <w:t>764.9893</w:t>
      </w:r>
      <w:r>
        <w:tab/>
        <w:t>1.013e0</w:t>
      </w:r>
    </w:p>
    <w:p w:rsidR="00E00D30" w:rsidRDefault="00E00D30" w:rsidP="00E00D30">
      <w:r>
        <w:lastRenderedPageBreak/>
        <w:t>765.0036</w:t>
      </w:r>
      <w:r>
        <w:tab/>
        <w:t>1.013e0</w:t>
      </w:r>
    </w:p>
    <w:p w:rsidR="00E00D30" w:rsidRDefault="00E00D30" w:rsidP="00E00D30">
      <w:r>
        <w:t>765.0463</w:t>
      </w:r>
      <w:r>
        <w:tab/>
        <w:t>1.013e0</w:t>
      </w:r>
    </w:p>
    <w:p w:rsidR="00E00D30" w:rsidRDefault="00E00D30" w:rsidP="00E00D30">
      <w:r>
        <w:t>765.0634</w:t>
      </w:r>
      <w:r>
        <w:tab/>
        <w:t>1.013e0</w:t>
      </w:r>
    </w:p>
    <w:p w:rsidR="00E00D30" w:rsidRDefault="00E00D30" w:rsidP="00E00D30">
      <w:r>
        <w:t>765.0807</w:t>
      </w:r>
      <w:r>
        <w:tab/>
        <w:t>2.025e0</w:t>
      </w:r>
    </w:p>
    <w:p w:rsidR="00E00D30" w:rsidRDefault="00E00D30" w:rsidP="00E00D30">
      <w:r>
        <w:t>765.1025</w:t>
      </w:r>
      <w:r>
        <w:tab/>
        <w:t>2.025e0</w:t>
      </w:r>
    </w:p>
    <w:p w:rsidR="00E00D30" w:rsidRDefault="00E00D30" w:rsidP="00E00D30">
      <w:r>
        <w:t>765.1186</w:t>
      </w:r>
      <w:r>
        <w:tab/>
        <w:t>1.013e0</w:t>
      </w:r>
    </w:p>
    <w:p w:rsidR="00E00D30" w:rsidRDefault="00E00D30" w:rsidP="00E00D30">
      <w:r>
        <w:t>765.1449</w:t>
      </w:r>
      <w:r>
        <w:tab/>
        <w:t>2.025e0</w:t>
      </w:r>
    </w:p>
    <w:p w:rsidR="00E00D30" w:rsidRDefault="00E00D30" w:rsidP="00E00D30">
      <w:r>
        <w:t>765.1833</w:t>
      </w:r>
      <w:r>
        <w:tab/>
        <w:t>1.013e0</w:t>
      </w:r>
    </w:p>
    <w:p w:rsidR="00E00D30" w:rsidRDefault="00E00D30" w:rsidP="00E00D30">
      <w:r>
        <w:t>765.2419</w:t>
      </w:r>
      <w:r>
        <w:tab/>
        <w:t>2.025e0</w:t>
      </w:r>
    </w:p>
    <w:p w:rsidR="00E00D30" w:rsidRDefault="00E00D30" w:rsidP="00E00D30">
      <w:r>
        <w:t>765.2871</w:t>
      </w:r>
      <w:r>
        <w:tab/>
        <w:t>1.013e0</w:t>
      </w:r>
    </w:p>
    <w:p w:rsidR="00E00D30" w:rsidRDefault="00E00D30" w:rsidP="00E00D30">
      <w:r>
        <w:t>765.2920</w:t>
      </w:r>
      <w:r>
        <w:tab/>
        <w:t>3.038e0</w:t>
      </w:r>
    </w:p>
    <w:p w:rsidR="00E00D30" w:rsidRDefault="00E00D30" w:rsidP="00E00D30">
      <w:r>
        <w:t>765.3190</w:t>
      </w:r>
      <w:r>
        <w:tab/>
        <w:t>1.013e0</w:t>
      </w:r>
    </w:p>
    <w:p w:rsidR="00E00D30" w:rsidRDefault="00E00D30" w:rsidP="00E00D30">
      <w:r>
        <w:t>765.3906</w:t>
      </w:r>
      <w:r>
        <w:tab/>
        <w:t>1.013e0</w:t>
      </w:r>
    </w:p>
    <w:p w:rsidR="00E00D30" w:rsidRDefault="00E00D30" w:rsidP="00E00D30">
      <w:r>
        <w:t>765.4045</w:t>
      </w:r>
      <w:r>
        <w:tab/>
        <w:t>2.025e0</w:t>
      </w:r>
    </w:p>
    <w:p w:rsidR="00E00D30" w:rsidRDefault="00E00D30" w:rsidP="00E00D30">
      <w:r>
        <w:t>765.4257</w:t>
      </w:r>
      <w:r>
        <w:tab/>
        <w:t>2.025e0</w:t>
      </w:r>
    </w:p>
    <w:p w:rsidR="00E00D30" w:rsidRDefault="00E00D30" w:rsidP="00E00D30">
      <w:r>
        <w:t>765.4313</w:t>
      </w:r>
      <w:r>
        <w:tab/>
        <w:t>3.038e0</w:t>
      </w:r>
    </w:p>
    <w:p w:rsidR="00E00D30" w:rsidRDefault="00E00D30" w:rsidP="00E00D30">
      <w:r>
        <w:t>765.4619</w:t>
      </w:r>
      <w:r>
        <w:tab/>
        <w:t>2.025e0</w:t>
      </w:r>
    </w:p>
    <w:p w:rsidR="00E00D30" w:rsidRDefault="00E00D30" w:rsidP="00E00D30">
      <w:r>
        <w:t>765.4686</w:t>
      </w:r>
      <w:r>
        <w:tab/>
        <w:t>2.025e0</w:t>
      </w:r>
    </w:p>
    <w:p w:rsidR="00E00D30" w:rsidRDefault="00E00D30" w:rsidP="00E00D30">
      <w:r>
        <w:t>765.4733</w:t>
      </w:r>
      <w:r>
        <w:tab/>
        <w:t>1.013e0</w:t>
      </w:r>
    </w:p>
    <w:p w:rsidR="00E00D30" w:rsidRDefault="00E00D30" w:rsidP="00E00D30">
      <w:r>
        <w:lastRenderedPageBreak/>
        <w:t>765.4762</w:t>
      </w:r>
      <w:r>
        <w:tab/>
        <w:t>2.025e0</w:t>
      </w:r>
    </w:p>
    <w:p w:rsidR="00E00D30" w:rsidRDefault="00E00D30" w:rsidP="00E00D30">
      <w:r>
        <w:t>765.5229</w:t>
      </w:r>
      <w:r>
        <w:tab/>
        <w:t>1.013e0</w:t>
      </w:r>
    </w:p>
    <w:p w:rsidR="00E00D30" w:rsidRDefault="00E00D30" w:rsidP="00E00D30">
      <w:r>
        <w:t>765.5359</w:t>
      </w:r>
      <w:r>
        <w:tab/>
        <w:t>2.025e0</w:t>
      </w:r>
    </w:p>
    <w:p w:rsidR="00E00D30" w:rsidRDefault="00E00D30" w:rsidP="00E00D30">
      <w:r>
        <w:t>765.5458</w:t>
      </w:r>
      <w:r>
        <w:tab/>
        <w:t>1.013e0</w:t>
      </w:r>
    </w:p>
    <w:p w:rsidR="00E00D30" w:rsidRDefault="00E00D30" w:rsidP="00E00D30">
      <w:r>
        <w:t>765.5753</w:t>
      </w:r>
      <w:r>
        <w:tab/>
        <w:t>1.013e0</w:t>
      </w:r>
    </w:p>
    <w:p w:rsidR="00E00D30" w:rsidRDefault="00E00D30" w:rsidP="00E00D30">
      <w:r>
        <w:t>765.6091</w:t>
      </w:r>
      <w:r>
        <w:tab/>
        <w:t>1.013e0</w:t>
      </w:r>
    </w:p>
    <w:p w:rsidR="00E00D30" w:rsidRDefault="00E00D30" w:rsidP="00E00D30">
      <w:r>
        <w:t>765.6105</w:t>
      </w:r>
      <w:r>
        <w:tab/>
        <w:t>1.013e0</w:t>
      </w:r>
    </w:p>
    <w:p w:rsidR="00E00D30" w:rsidRDefault="00E00D30" w:rsidP="00E00D30">
      <w:r>
        <w:t>765.7006</w:t>
      </w:r>
      <w:r>
        <w:tab/>
        <w:t>1.013e0</w:t>
      </w:r>
    </w:p>
    <w:p w:rsidR="00E00D30" w:rsidRDefault="00E00D30" w:rsidP="00E00D30">
      <w:r>
        <w:t>765.7524</w:t>
      </w:r>
      <w:r>
        <w:tab/>
        <w:t>1.013e0</w:t>
      </w:r>
    </w:p>
    <w:p w:rsidR="00E00D30" w:rsidRDefault="00E00D30" w:rsidP="00E00D30">
      <w:r>
        <w:t>765.7657</w:t>
      </w:r>
      <w:r>
        <w:tab/>
        <w:t>1.013e0</w:t>
      </w:r>
    </w:p>
    <w:p w:rsidR="00E00D30" w:rsidRDefault="00E00D30" w:rsidP="00E00D30">
      <w:r>
        <w:t>765.7921</w:t>
      </w:r>
      <w:r>
        <w:tab/>
        <w:t>2.025e0</w:t>
      </w:r>
    </w:p>
    <w:p w:rsidR="00E00D30" w:rsidRDefault="00E00D30" w:rsidP="00E00D30">
      <w:r>
        <w:t>765.8563</w:t>
      </w:r>
      <w:r>
        <w:tab/>
        <w:t>2.025e0</w:t>
      </w:r>
    </w:p>
    <w:p w:rsidR="00E00D30" w:rsidRDefault="00E00D30" w:rsidP="00E00D30">
      <w:r>
        <w:t>765.8991</w:t>
      </w:r>
      <w:r>
        <w:tab/>
        <w:t>1.013e0</w:t>
      </w:r>
    </w:p>
    <w:p w:rsidR="00E00D30" w:rsidRDefault="00E00D30" w:rsidP="00E00D30">
      <w:r>
        <w:t>765.9839</w:t>
      </w:r>
      <w:r>
        <w:tab/>
        <w:t>1.013e0</w:t>
      </w:r>
    </w:p>
    <w:p w:rsidR="00E00D30" w:rsidRDefault="00E00D30" w:rsidP="00E00D30">
      <w:r>
        <w:t>765.9854</w:t>
      </w:r>
      <w:r>
        <w:tab/>
        <w:t>1.013e0</w:t>
      </w:r>
    </w:p>
    <w:p w:rsidR="00E00D30" w:rsidRDefault="00E00D30" w:rsidP="00E00D30">
      <w:r>
        <w:t>766.0697</w:t>
      </w:r>
      <w:r>
        <w:tab/>
        <w:t>1.013e0</w:t>
      </w:r>
    </w:p>
    <w:p w:rsidR="00E00D30" w:rsidRDefault="00E00D30" w:rsidP="00E00D30">
      <w:r>
        <w:t>766.0939</w:t>
      </w:r>
      <w:r>
        <w:tab/>
        <w:t>2.025e0</w:t>
      </w:r>
    </w:p>
    <w:p w:rsidR="00E00D30" w:rsidRDefault="00E00D30" w:rsidP="00E00D30">
      <w:r>
        <w:t>766.2058</w:t>
      </w:r>
      <w:r>
        <w:tab/>
        <w:t>1.013e0</w:t>
      </w:r>
    </w:p>
    <w:p w:rsidR="00E00D30" w:rsidRDefault="00E00D30" w:rsidP="00E00D30">
      <w:r>
        <w:t>766.2317</w:t>
      </w:r>
      <w:r>
        <w:tab/>
        <w:t>1.013e0</w:t>
      </w:r>
    </w:p>
    <w:p w:rsidR="00E00D30" w:rsidRDefault="00E00D30" w:rsidP="00E00D30">
      <w:r>
        <w:lastRenderedPageBreak/>
        <w:t>766.2831</w:t>
      </w:r>
      <w:r>
        <w:tab/>
        <w:t>2.025e0</w:t>
      </w:r>
    </w:p>
    <w:p w:rsidR="00E00D30" w:rsidRDefault="00E00D30" w:rsidP="00E00D30">
      <w:r>
        <w:t>766.3076</w:t>
      </w:r>
      <w:r>
        <w:tab/>
        <w:t>1.013e0</w:t>
      </w:r>
    </w:p>
    <w:p w:rsidR="00E00D30" w:rsidRDefault="00E00D30" w:rsidP="00E00D30">
      <w:r>
        <w:t>766.3526</w:t>
      </w:r>
      <w:r>
        <w:tab/>
        <w:t>2.025e0</w:t>
      </w:r>
    </w:p>
    <w:p w:rsidR="00E00D30" w:rsidRDefault="00E00D30" w:rsidP="00E00D30">
      <w:r>
        <w:t>766.3741</w:t>
      </w:r>
      <w:r>
        <w:tab/>
        <w:t>1.013e0</w:t>
      </w:r>
    </w:p>
    <w:p w:rsidR="00E00D30" w:rsidRDefault="00E00D30" w:rsidP="00E00D30">
      <w:r>
        <w:t>766.3851</w:t>
      </w:r>
      <w:r>
        <w:tab/>
        <w:t>2.025e0</w:t>
      </w:r>
    </w:p>
    <w:p w:rsidR="00E00D30" w:rsidRDefault="00E00D30" w:rsidP="00E00D30">
      <w:r>
        <w:t>766.3920</w:t>
      </w:r>
      <w:r>
        <w:tab/>
        <w:t>2.025e0</w:t>
      </w:r>
    </w:p>
    <w:p w:rsidR="00E00D30" w:rsidRDefault="00E00D30" w:rsidP="00E00D30">
      <w:r>
        <w:t>766.4261</w:t>
      </w:r>
      <w:r>
        <w:tab/>
        <w:t>4.051e0</w:t>
      </w:r>
    </w:p>
    <w:p w:rsidR="00E00D30" w:rsidRDefault="00E00D30" w:rsidP="00E00D30">
      <w:r>
        <w:t>766.4644</w:t>
      </w:r>
      <w:r>
        <w:tab/>
        <w:t>2.025e0</w:t>
      </w:r>
    </w:p>
    <w:p w:rsidR="00E00D30" w:rsidRDefault="00E00D30" w:rsidP="00E00D30">
      <w:r>
        <w:t>766.4658</w:t>
      </w:r>
      <w:r>
        <w:tab/>
        <w:t>1.013e0</w:t>
      </w:r>
    </w:p>
    <w:p w:rsidR="00E00D30" w:rsidRDefault="00E00D30" w:rsidP="00E00D30">
      <w:r>
        <w:t>766.4903</w:t>
      </w:r>
      <w:r>
        <w:tab/>
        <w:t>1.013e0</w:t>
      </w:r>
    </w:p>
    <w:p w:rsidR="00E00D30" w:rsidRDefault="00E00D30" w:rsidP="00E00D30">
      <w:r>
        <w:t>766.5037</w:t>
      </w:r>
      <w:r>
        <w:tab/>
        <w:t>1.013e0</w:t>
      </w:r>
    </w:p>
    <w:p w:rsidR="00E00D30" w:rsidRDefault="00E00D30" w:rsidP="00E00D30">
      <w:r>
        <w:t>766.5166</w:t>
      </w:r>
      <w:r>
        <w:tab/>
        <w:t>3.038e0</w:t>
      </w:r>
    </w:p>
    <w:p w:rsidR="00E00D30" w:rsidRDefault="00E00D30" w:rsidP="00E00D30">
      <w:r>
        <w:t>766.5256</w:t>
      </w:r>
      <w:r>
        <w:tab/>
        <w:t>3.038e0</w:t>
      </w:r>
    </w:p>
    <w:p w:rsidR="00E00D30" w:rsidRDefault="00E00D30" w:rsidP="00E00D30">
      <w:r>
        <w:t>766.5466</w:t>
      </w:r>
      <w:r>
        <w:tab/>
        <w:t>1.013e0</w:t>
      </w:r>
    </w:p>
    <w:p w:rsidR="00E00D30" w:rsidRDefault="00E00D30" w:rsidP="00E00D30">
      <w:r>
        <w:t>766.5554</w:t>
      </w:r>
      <w:r>
        <w:tab/>
        <w:t>1.013e0</w:t>
      </w:r>
    </w:p>
    <w:p w:rsidR="00E00D30" w:rsidRDefault="00E00D30" w:rsidP="00E00D30">
      <w:r>
        <w:t>766.5800</w:t>
      </w:r>
      <w:r>
        <w:tab/>
        <w:t>1.013e0</w:t>
      </w:r>
    </w:p>
    <w:p w:rsidR="00E00D30" w:rsidRDefault="00E00D30" w:rsidP="00E00D30">
      <w:r>
        <w:t>766.6564</w:t>
      </w:r>
      <w:r>
        <w:tab/>
        <w:t>5.063e0</w:t>
      </w:r>
    </w:p>
    <w:p w:rsidR="00E00D30" w:rsidRDefault="00E00D30" w:rsidP="00E00D30">
      <w:r>
        <w:t>766.7104</w:t>
      </w:r>
      <w:r>
        <w:tab/>
        <w:t>1.013e0</w:t>
      </w:r>
    </w:p>
    <w:p w:rsidR="00E00D30" w:rsidRDefault="00E00D30" w:rsidP="00E00D30">
      <w:r>
        <w:t>766.7171</w:t>
      </w:r>
      <w:r>
        <w:tab/>
        <w:t>1.013e0</w:t>
      </w:r>
    </w:p>
    <w:p w:rsidR="00E00D30" w:rsidRDefault="00E00D30" w:rsidP="00E00D30">
      <w:r>
        <w:lastRenderedPageBreak/>
        <w:t>766.7672</w:t>
      </w:r>
      <w:r>
        <w:tab/>
        <w:t>3.038e0</w:t>
      </w:r>
    </w:p>
    <w:p w:rsidR="00E00D30" w:rsidRDefault="00E00D30" w:rsidP="00E00D30">
      <w:r>
        <w:t>766.8155</w:t>
      </w:r>
      <w:r>
        <w:tab/>
        <w:t>1.013e0</w:t>
      </w:r>
    </w:p>
    <w:p w:rsidR="00E00D30" w:rsidRDefault="00E00D30" w:rsidP="00E00D30">
      <w:r>
        <w:t>766.8533</w:t>
      </w:r>
      <w:r>
        <w:tab/>
        <w:t>2.025e0</w:t>
      </w:r>
    </w:p>
    <w:p w:rsidR="00E00D30" w:rsidRDefault="00E00D30" w:rsidP="00E00D30">
      <w:r>
        <w:t>766.8865</w:t>
      </w:r>
      <w:r>
        <w:tab/>
        <w:t>1.013e0</w:t>
      </w:r>
    </w:p>
    <w:p w:rsidR="00E00D30" w:rsidRDefault="00E00D30" w:rsidP="00E00D30">
      <w:r>
        <w:t>766.9037</w:t>
      </w:r>
      <w:r>
        <w:tab/>
        <w:t>1.013e0</w:t>
      </w:r>
    </w:p>
    <w:p w:rsidR="00E00D30" w:rsidRDefault="00E00D30" w:rsidP="00E00D30">
      <w:r>
        <w:t>766.9191</w:t>
      </w:r>
      <w:r>
        <w:tab/>
        <w:t>1.013e0</w:t>
      </w:r>
    </w:p>
    <w:p w:rsidR="00E00D30" w:rsidRDefault="00E00D30" w:rsidP="00E00D30">
      <w:r>
        <w:t>766.9205</w:t>
      </w:r>
      <w:r>
        <w:tab/>
        <w:t>3.038e0</w:t>
      </w:r>
    </w:p>
    <w:p w:rsidR="00E00D30" w:rsidRDefault="00E00D30" w:rsidP="00E00D30">
      <w:r>
        <w:t>766.9722</w:t>
      </w:r>
      <w:r>
        <w:tab/>
        <w:t>1.013e0</w:t>
      </w:r>
    </w:p>
    <w:p w:rsidR="00E00D30" w:rsidRDefault="00E00D30" w:rsidP="00E00D30">
      <w:r>
        <w:t>767.0219</w:t>
      </w:r>
      <w:r>
        <w:tab/>
        <w:t>3.038e0</w:t>
      </w:r>
    </w:p>
    <w:p w:rsidR="00E00D30" w:rsidRDefault="00E00D30" w:rsidP="00E00D30">
      <w:r>
        <w:t>767.0421</w:t>
      </w:r>
      <w:r>
        <w:tab/>
        <w:t>2.025e0</w:t>
      </w:r>
    </w:p>
    <w:p w:rsidR="00E00D30" w:rsidRDefault="00E00D30" w:rsidP="00E00D30">
      <w:r>
        <w:t>767.0688</w:t>
      </w:r>
      <w:r>
        <w:tab/>
        <w:t>3.038e0</w:t>
      </w:r>
    </w:p>
    <w:p w:rsidR="00E00D30" w:rsidRDefault="00E00D30" w:rsidP="00E00D30">
      <w:r>
        <w:t>767.0737</w:t>
      </w:r>
      <w:r>
        <w:tab/>
        <w:t>1.013e0</w:t>
      </w:r>
    </w:p>
    <w:p w:rsidR="00E00D30" w:rsidRDefault="00E00D30" w:rsidP="00E00D30">
      <w:r>
        <w:t>767.0862</w:t>
      </w:r>
      <w:r>
        <w:tab/>
        <w:t>1.013e0</w:t>
      </w:r>
    </w:p>
    <w:p w:rsidR="00E00D30" w:rsidRDefault="00E00D30" w:rsidP="00E00D30">
      <w:r>
        <w:t>767.1123</w:t>
      </w:r>
      <w:r>
        <w:tab/>
        <w:t>3.038e0</w:t>
      </w:r>
    </w:p>
    <w:p w:rsidR="00E00D30" w:rsidRDefault="00E00D30" w:rsidP="00E00D30">
      <w:r>
        <w:t>767.1255</w:t>
      </w:r>
      <w:r>
        <w:tab/>
        <w:t>1.013e0</w:t>
      </w:r>
    </w:p>
    <w:p w:rsidR="00E00D30" w:rsidRDefault="00E00D30" w:rsidP="00E00D30">
      <w:r>
        <w:t>767.2163</w:t>
      </w:r>
      <w:r>
        <w:tab/>
        <w:t>1.013e0</w:t>
      </w:r>
    </w:p>
    <w:p w:rsidR="00E00D30" w:rsidRDefault="00E00D30" w:rsidP="00E00D30">
      <w:r>
        <w:t>767.2224</w:t>
      </w:r>
      <w:r>
        <w:tab/>
        <w:t>2.025e0</w:t>
      </w:r>
    </w:p>
    <w:p w:rsidR="00E00D30" w:rsidRDefault="00E00D30" w:rsidP="00E00D30">
      <w:r>
        <w:t>767.2614</w:t>
      </w:r>
      <w:r>
        <w:tab/>
        <w:t>1.013e0</w:t>
      </w:r>
    </w:p>
    <w:p w:rsidR="00E00D30" w:rsidRDefault="00E00D30" w:rsidP="00E00D30">
      <w:r>
        <w:t>767.2944</w:t>
      </w:r>
      <w:r>
        <w:tab/>
        <w:t>1.013e0</w:t>
      </w:r>
    </w:p>
    <w:p w:rsidR="00E00D30" w:rsidRDefault="00E00D30" w:rsidP="00E00D30">
      <w:r>
        <w:lastRenderedPageBreak/>
        <w:t>767.3159</w:t>
      </w:r>
      <w:r>
        <w:tab/>
        <w:t>2.025e0</w:t>
      </w:r>
    </w:p>
    <w:p w:rsidR="00E00D30" w:rsidRDefault="00E00D30" w:rsidP="00E00D30">
      <w:r>
        <w:t>767.3278</w:t>
      </w:r>
      <w:r>
        <w:tab/>
        <w:t>3.038e0</w:t>
      </w:r>
    </w:p>
    <w:p w:rsidR="00E00D30" w:rsidRDefault="00E00D30" w:rsidP="00E00D30">
      <w:r>
        <w:t>767.3306</w:t>
      </w:r>
      <w:r>
        <w:tab/>
        <w:t>1.013e0</w:t>
      </w:r>
    </w:p>
    <w:p w:rsidR="00E00D30" w:rsidRDefault="00E00D30" w:rsidP="00E00D30">
      <w:r>
        <w:t>767.3978</w:t>
      </w:r>
      <w:r>
        <w:tab/>
        <w:t>1.013e0</w:t>
      </w:r>
    </w:p>
    <w:p w:rsidR="00E00D30" w:rsidRDefault="00E00D30" w:rsidP="00E00D30">
      <w:r>
        <w:t>767.4237</w:t>
      </w:r>
      <w:r>
        <w:tab/>
        <w:t>1.013e0</w:t>
      </w:r>
    </w:p>
    <w:p w:rsidR="00E00D30" w:rsidRDefault="00E00D30" w:rsidP="00E00D30">
      <w:r>
        <w:t>767.4491</w:t>
      </w:r>
      <w:r>
        <w:tab/>
        <w:t>1.013e0</w:t>
      </w:r>
    </w:p>
    <w:p w:rsidR="00E00D30" w:rsidRDefault="00E00D30" w:rsidP="00E00D30">
      <w:r>
        <w:t>767.4504</w:t>
      </w:r>
      <w:r>
        <w:tab/>
        <w:t>1.013e0</w:t>
      </w:r>
    </w:p>
    <w:p w:rsidR="00E00D30" w:rsidRDefault="00E00D30" w:rsidP="00E00D30">
      <w:r>
        <w:t>767.4601</w:t>
      </w:r>
      <w:r>
        <w:tab/>
        <w:t>3.038e0</w:t>
      </w:r>
    </w:p>
    <w:p w:rsidR="00E00D30" w:rsidRDefault="00E00D30" w:rsidP="00E00D30">
      <w:r>
        <w:t>767.4828</w:t>
      </w:r>
      <w:r>
        <w:tab/>
        <w:t>1.013e0</w:t>
      </w:r>
    </w:p>
    <w:p w:rsidR="00E00D30" w:rsidRDefault="00E00D30" w:rsidP="00E00D30">
      <w:r>
        <w:t>767.4885</w:t>
      </w:r>
      <w:r>
        <w:tab/>
        <w:t>3.038e0</w:t>
      </w:r>
    </w:p>
    <w:p w:rsidR="00E00D30" w:rsidRDefault="00E00D30" w:rsidP="00E00D30">
      <w:r>
        <w:t>767.5254</w:t>
      </w:r>
      <w:r>
        <w:tab/>
        <w:t>2.025e0</w:t>
      </w:r>
    </w:p>
    <w:p w:rsidR="00E00D30" w:rsidRDefault="00E00D30" w:rsidP="00E00D30">
      <w:r>
        <w:t>767.5335</w:t>
      </w:r>
      <w:r>
        <w:tab/>
        <w:t>1.013e0</w:t>
      </w:r>
    </w:p>
    <w:p w:rsidR="00E00D30" w:rsidRDefault="00E00D30" w:rsidP="00E00D30">
      <w:r>
        <w:t>767.5513</w:t>
      </w:r>
      <w:r>
        <w:tab/>
        <w:t>2.025e0</w:t>
      </w:r>
    </w:p>
    <w:p w:rsidR="00E00D30" w:rsidRDefault="00E00D30" w:rsidP="00E00D30">
      <w:r>
        <w:t>767.5670</w:t>
      </w:r>
      <w:r>
        <w:tab/>
        <w:t>1.013e0</w:t>
      </w:r>
    </w:p>
    <w:p w:rsidR="00E00D30" w:rsidRDefault="00E00D30" w:rsidP="00E00D30">
      <w:r>
        <w:t>767.6312</w:t>
      </w:r>
      <w:r>
        <w:tab/>
        <w:t>1.013e0</w:t>
      </w:r>
    </w:p>
    <w:p w:rsidR="00E00D30" w:rsidRDefault="00E00D30" w:rsidP="00E00D30">
      <w:r>
        <w:t>767.6532</w:t>
      </w:r>
      <w:r>
        <w:tab/>
        <w:t>1.013e0</w:t>
      </w:r>
    </w:p>
    <w:p w:rsidR="00E00D30" w:rsidRDefault="00E00D30" w:rsidP="00E00D30">
      <w:r>
        <w:t>767.6840</w:t>
      </w:r>
      <w:r>
        <w:tab/>
        <w:t>1.013e0</w:t>
      </w:r>
    </w:p>
    <w:p w:rsidR="00E00D30" w:rsidRDefault="00E00D30" w:rsidP="00E00D30">
      <w:r>
        <w:t>767.7296</w:t>
      </w:r>
      <w:r>
        <w:tab/>
        <w:t>2.025e0</w:t>
      </w:r>
    </w:p>
    <w:p w:rsidR="00E00D30" w:rsidRDefault="00E00D30" w:rsidP="00E00D30">
      <w:r>
        <w:t>767.7609</w:t>
      </w:r>
      <w:r>
        <w:tab/>
        <w:t>1.013e0</w:t>
      </w:r>
    </w:p>
    <w:p w:rsidR="00E00D30" w:rsidRDefault="00E00D30" w:rsidP="00E00D30">
      <w:r>
        <w:lastRenderedPageBreak/>
        <w:t>767.7864</w:t>
      </w:r>
      <w:r>
        <w:tab/>
        <w:t>1.013e0</w:t>
      </w:r>
    </w:p>
    <w:p w:rsidR="00E00D30" w:rsidRDefault="00E00D30" w:rsidP="00E00D30">
      <w:r>
        <w:t>767.7878</w:t>
      </w:r>
      <w:r>
        <w:tab/>
        <w:t>1.013e0</w:t>
      </w:r>
    </w:p>
    <w:p w:rsidR="00E00D30" w:rsidRDefault="00E00D30" w:rsidP="00E00D30">
      <w:r>
        <w:t>767.8124</w:t>
      </w:r>
      <w:r>
        <w:tab/>
        <w:t>1.013e0</w:t>
      </w:r>
    </w:p>
    <w:p w:rsidR="00E00D30" w:rsidRDefault="00E00D30" w:rsidP="00E00D30">
      <w:r>
        <w:t>767.8657</w:t>
      </w:r>
      <w:r>
        <w:tab/>
        <w:t>2.025e0</w:t>
      </w:r>
    </w:p>
    <w:p w:rsidR="00E00D30" w:rsidRDefault="00E00D30" w:rsidP="00E00D30">
      <w:r>
        <w:t>767.8908</w:t>
      </w:r>
      <w:r>
        <w:tab/>
        <w:t>2.025e0</w:t>
      </w:r>
    </w:p>
    <w:p w:rsidR="00E00D30" w:rsidRDefault="00E00D30" w:rsidP="00E00D30">
      <w:r>
        <w:t>767.9213</w:t>
      </w:r>
      <w:r>
        <w:tab/>
        <w:t>2.025e0</w:t>
      </w:r>
    </w:p>
    <w:p w:rsidR="00E00D30" w:rsidRDefault="00E00D30" w:rsidP="00E00D30">
      <w:r>
        <w:t>767.9296</w:t>
      </w:r>
      <w:r>
        <w:tab/>
        <w:t>1.013e0</w:t>
      </w:r>
    </w:p>
    <w:p w:rsidR="00E00D30" w:rsidRDefault="00E00D30" w:rsidP="00E00D30">
      <w:r>
        <w:t>767.9387</w:t>
      </w:r>
      <w:r>
        <w:tab/>
        <w:t>4.051e0</w:t>
      </w:r>
    </w:p>
    <w:p w:rsidR="00E00D30" w:rsidRDefault="00E00D30" w:rsidP="00E00D30">
      <w:r>
        <w:t>767.9944</w:t>
      </w:r>
      <w:r>
        <w:tab/>
        <w:t>1.013e0</w:t>
      </w:r>
    </w:p>
    <w:p w:rsidR="00E00D30" w:rsidRDefault="00E00D30" w:rsidP="00E00D30">
      <w:r>
        <w:t>768.0074</w:t>
      </w:r>
      <w:r>
        <w:tab/>
        <w:t>1.013e0</w:t>
      </w:r>
    </w:p>
    <w:p w:rsidR="00E00D30" w:rsidRDefault="00E00D30" w:rsidP="00E00D30">
      <w:r>
        <w:t>768.0107</w:t>
      </w:r>
      <w:r>
        <w:tab/>
        <w:t>1.013e0</w:t>
      </w:r>
    </w:p>
    <w:p w:rsidR="00E00D30" w:rsidRDefault="00E00D30" w:rsidP="00E00D30">
      <w:r>
        <w:t>768.0488</w:t>
      </w:r>
      <w:r>
        <w:tab/>
        <w:t>3.038e0</w:t>
      </w:r>
    </w:p>
    <w:p w:rsidR="00E00D30" w:rsidRDefault="00E00D30" w:rsidP="00E00D30">
      <w:r>
        <w:t>768.0853</w:t>
      </w:r>
      <w:r>
        <w:tab/>
        <w:t>1.013e0</w:t>
      </w:r>
    </w:p>
    <w:p w:rsidR="00E00D30" w:rsidRDefault="00E00D30" w:rsidP="00E00D30">
      <w:r>
        <w:t>768.0978</w:t>
      </w:r>
      <w:r>
        <w:tab/>
        <w:t>1.013e0</w:t>
      </w:r>
    </w:p>
    <w:p w:rsidR="00E00D30" w:rsidRDefault="00E00D30" w:rsidP="00E00D30">
      <w:r>
        <w:t>768.1126</w:t>
      </w:r>
      <w:r>
        <w:tab/>
        <w:t>1.013e0</w:t>
      </w:r>
    </w:p>
    <w:p w:rsidR="00E00D30" w:rsidRDefault="00E00D30" w:rsidP="00E00D30">
      <w:r>
        <w:t>768.1855</w:t>
      </w:r>
      <w:r>
        <w:tab/>
        <w:t>2.025e0</w:t>
      </w:r>
    </w:p>
    <w:p w:rsidR="00E00D30" w:rsidRDefault="00E00D30" w:rsidP="00E00D30">
      <w:r>
        <w:t>768.2410</w:t>
      </w:r>
      <w:r>
        <w:tab/>
        <w:t>1.013e0</w:t>
      </w:r>
    </w:p>
    <w:p w:rsidR="00E00D30" w:rsidRDefault="00E00D30" w:rsidP="00E00D30">
      <w:r>
        <w:t>768.2665</w:t>
      </w:r>
      <w:r>
        <w:tab/>
        <w:t>1.013e0</w:t>
      </w:r>
    </w:p>
    <w:p w:rsidR="00E00D30" w:rsidRDefault="00E00D30" w:rsidP="00E00D30">
      <w:r>
        <w:t>768.2679</w:t>
      </w:r>
      <w:r>
        <w:tab/>
        <w:t>1.013e0</w:t>
      </w:r>
    </w:p>
    <w:p w:rsidR="00E00D30" w:rsidRDefault="00E00D30" w:rsidP="00E00D30">
      <w:r>
        <w:lastRenderedPageBreak/>
        <w:t>768.2842</w:t>
      </w:r>
      <w:r>
        <w:tab/>
        <w:t>1.013e0</w:t>
      </w:r>
    </w:p>
    <w:p w:rsidR="00E00D30" w:rsidRDefault="00E00D30" w:rsidP="00E00D30">
      <w:r>
        <w:t>768.2867</w:t>
      </w:r>
      <w:r>
        <w:tab/>
        <w:t>3.038e0</w:t>
      </w:r>
    </w:p>
    <w:p w:rsidR="00E00D30" w:rsidRDefault="00E00D30" w:rsidP="00E00D30">
      <w:r>
        <w:t>768.3403</w:t>
      </w:r>
      <w:r>
        <w:tab/>
        <w:t>2.025e0</w:t>
      </w:r>
    </w:p>
    <w:p w:rsidR="00E00D30" w:rsidRDefault="00E00D30" w:rsidP="00E00D30">
      <w:r>
        <w:t>768.3574</w:t>
      </w:r>
      <w:r>
        <w:tab/>
        <w:t>2.025e0</w:t>
      </w:r>
    </w:p>
    <w:p w:rsidR="00E00D30" w:rsidRDefault="00E00D30" w:rsidP="00E00D30">
      <w:r>
        <w:t>768.3708</w:t>
      </w:r>
      <w:r>
        <w:tab/>
        <w:t>1.013e0</w:t>
      </w:r>
    </w:p>
    <w:p w:rsidR="00E00D30" w:rsidRDefault="00E00D30" w:rsidP="00E00D30">
      <w:r>
        <w:t>768.4036</w:t>
      </w:r>
      <w:r>
        <w:tab/>
        <w:t>1.013e0</w:t>
      </w:r>
    </w:p>
    <w:p w:rsidR="00E00D30" w:rsidRDefault="00E00D30" w:rsidP="00E00D30">
      <w:r>
        <w:t>768.4267</w:t>
      </w:r>
      <w:r>
        <w:tab/>
        <w:t>4.051e0</w:t>
      </w:r>
    </w:p>
    <w:p w:rsidR="00E00D30" w:rsidRDefault="00E00D30" w:rsidP="00E00D30">
      <w:r>
        <w:t>768.4305</w:t>
      </w:r>
      <w:r>
        <w:tab/>
        <w:t>2.889e0</w:t>
      </w:r>
    </w:p>
    <w:p w:rsidR="00E00D30" w:rsidRDefault="00E00D30" w:rsidP="00E00D30">
      <w:r>
        <w:t>768.5062</w:t>
      </w:r>
      <w:r>
        <w:tab/>
        <w:t>7.089e0</w:t>
      </w:r>
    </w:p>
    <w:p w:rsidR="00E00D30" w:rsidRDefault="00E00D30" w:rsidP="00E00D30">
      <w:r>
        <w:t>768.5095</w:t>
      </w:r>
      <w:r>
        <w:tab/>
        <w:t>2.025e0</w:t>
      </w:r>
    </w:p>
    <w:p w:rsidR="00E00D30" w:rsidRDefault="00E00D30" w:rsidP="00E00D30">
      <w:r>
        <w:t>768.5195</w:t>
      </w:r>
      <w:r>
        <w:tab/>
        <w:t>5.063e0</w:t>
      </w:r>
    </w:p>
    <w:p w:rsidR="00E00D30" w:rsidRDefault="00E00D30" w:rsidP="00E00D30">
      <w:r>
        <w:t>768.5245</w:t>
      </w:r>
      <w:r>
        <w:tab/>
        <w:t>1.418e1</w:t>
      </w:r>
    </w:p>
    <w:p w:rsidR="00E00D30" w:rsidRDefault="00E00D30" w:rsidP="00E00D30">
      <w:r>
        <w:t>768.5297</w:t>
      </w:r>
      <w:r>
        <w:tab/>
        <w:t>3.038e0</w:t>
      </w:r>
    </w:p>
    <w:p w:rsidR="00E00D30" w:rsidRDefault="00E00D30" w:rsidP="00E00D30">
      <w:r>
        <w:t>768.5353</w:t>
      </w:r>
      <w:r>
        <w:tab/>
        <w:t>1.508e1</w:t>
      </w:r>
    </w:p>
    <w:p w:rsidR="00E00D30" w:rsidRDefault="00E00D30" w:rsidP="00E00D30">
      <w:r>
        <w:t>768.5400</w:t>
      </w:r>
      <w:r>
        <w:tab/>
        <w:t>8.101e0</w:t>
      </w:r>
    </w:p>
    <w:p w:rsidR="00E00D30" w:rsidRDefault="00E00D30" w:rsidP="00E00D30">
      <w:r>
        <w:t>768.5925</w:t>
      </w:r>
      <w:r>
        <w:tab/>
        <w:t>2.025e0</w:t>
      </w:r>
    </w:p>
    <w:p w:rsidR="00E00D30" w:rsidRDefault="00E00D30" w:rsidP="00E00D30">
      <w:r>
        <w:t>768.6694</w:t>
      </w:r>
      <w:r>
        <w:tab/>
        <w:t>1.013e0</w:t>
      </w:r>
    </w:p>
    <w:p w:rsidR="00E00D30" w:rsidRDefault="00E00D30" w:rsidP="00E00D30">
      <w:r>
        <w:t>768.7084</w:t>
      </w:r>
      <w:r>
        <w:tab/>
        <w:t>1.013e0</w:t>
      </w:r>
    </w:p>
    <w:p w:rsidR="00E00D30" w:rsidRDefault="00E00D30" w:rsidP="00E00D30">
      <w:r>
        <w:t>768.7149</w:t>
      </w:r>
      <w:r>
        <w:tab/>
        <w:t>2.025e0</w:t>
      </w:r>
    </w:p>
    <w:p w:rsidR="00E00D30" w:rsidRDefault="00E00D30" w:rsidP="00E00D30">
      <w:r>
        <w:lastRenderedPageBreak/>
        <w:t>768.7209</w:t>
      </w:r>
      <w:r>
        <w:tab/>
        <w:t>1.013e0</w:t>
      </w:r>
    </w:p>
    <w:p w:rsidR="00E00D30" w:rsidRDefault="00E00D30" w:rsidP="00E00D30">
      <w:r>
        <w:t>768.7263</w:t>
      </w:r>
      <w:r>
        <w:tab/>
        <w:t>1.013e0</w:t>
      </w:r>
    </w:p>
    <w:p w:rsidR="00E00D30" w:rsidRDefault="00E00D30" w:rsidP="00E00D30">
      <w:r>
        <w:t>768.7855</w:t>
      </w:r>
      <w:r>
        <w:tab/>
        <w:t>2.025e0</w:t>
      </w:r>
    </w:p>
    <w:p w:rsidR="00E00D30" w:rsidRDefault="00E00D30" w:rsidP="00E00D30">
      <w:r>
        <w:t>768.8627</w:t>
      </w:r>
      <w:r>
        <w:tab/>
        <w:t>3.038e0</w:t>
      </w:r>
    </w:p>
    <w:p w:rsidR="00E00D30" w:rsidRDefault="00E00D30" w:rsidP="00E00D30">
      <w:r>
        <w:t>768.8768</w:t>
      </w:r>
      <w:r>
        <w:tab/>
        <w:t>1.013e0</w:t>
      </w:r>
    </w:p>
    <w:p w:rsidR="00E00D30" w:rsidRDefault="00E00D30" w:rsidP="00E00D30">
      <w:r>
        <w:t>768.8898</w:t>
      </w:r>
      <w:r>
        <w:tab/>
        <w:t>1.013e0</w:t>
      </w:r>
    </w:p>
    <w:p w:rsidR="00E00D30" w:rsidRDefault="00E00D30" w:rsidP="00E00D30">
      <w:r>
        <w:t>769.0042</w:t>
      </w:r>
      <w:r>
        <w:tab/>
        <w:t>2.025e0</w:t>
      </w:r>
    </w:p>
    <w:p w:rsidR="00E00D30" w:rsidRDefault="00E00D30" w:rsidP="00E00D30">
      <w:r>
        <w:t>769.0472</w:t>
      </w:r>
      <w:r>
        <w:tab/>
        <w:t>2.025e0</w:t>
      </w:r>
    </w:p>
    <w:p w:rsidR="00E00D30" w:rsidRDefault="00E00D30" w:rsidP="00E00D30">
      <w:r>
        <w:t>769.0508</w:t>
      </w:r>
      <w:r>
        <w:tab/>
        <w:t>1.013e0</w:t>
      </w:r>
    </w:p>
    <w:p w:rsidR="00E00D30" w:rsidRDefault="00E00D30" w:rsidP="00E00D30">
      <w:r>
        <w:t>769.0591</w:t>
      </w:r>
      <w:r>
        <w:tab/>
        <w:t>1.013e0</w:t>
      </w:r>
    </w:p>
    <w:p w:rsidR="00E00D30" w:rsidRDefault="00E00D30" w:rsidP="00E00D30">
      <w:r>
        <w:t>769.0767</w:t>
      </w:r>
      <w:r>
        <w:tab/>
        <w:t>2.025e0</w:t>
      </w:r>
    </w:p>
    <w:p w:rsidR="00E00D30" w:rsidRDefault="00E00D30" w:rsidP="00E00D30">
      <w:r>
        <w:t>769.1241</w:t>
      </w:r>
      <w:r>
        <w:tab/>
        <w:t>1.013e0</w:t>
      </w:r>
    </w:p>
    <w:p w:rsidR="00E00D30" w:rsidRDefault="00E00D30" w:rsidP="00E00D30">
      <w:r>
        <w:t>769.1356</w:t>
      </w:r>
      <w:r>
        <w:tab/>
        <w:t>1.013e0</w:t>
      </w:r>
    </w:p>
    <w:p w:rsidR="00E00D30" w:rsidRDefault="00E00D30" w:rsidP="00E00D30">
      <w:r>
        <w:t>769.1630</w:t>
      </w:r>
      <w:r>
        <w:tab/>
        <w:t>1.013e0</w:t>
      </w:r>
    </w:p>
    <w:p w:rsidR="00E00D30" w:rsidRDefault="00E00D30" w:rsidP="00E00D30">
      <w:r>
        <w:t>769.1886</w:t>
      </w:r>
      <w:r>
        <w:tab/>
        <w:t>1.013e0</w:t>
      </w:r>
    </w:p>
    <w:p w:rsidR="00E00D30" w:rsidRDefault="00E00D30" w:rsidP="00E00D30">
      <w:r>
        <w:t>769.1921</w:t>
      </w:r>
      <w:r>
        <w:tab/>
        <w:t>3.038e0</w:t>
      </w:r>
    </w:p>
    <w:p w:rsidR="00E00D30" w:rsidRDefault="00E00D30" w:rsidP="00E00D30">
      <w:r>
        <w:t>769.2208</w:t>
      </w:r>
      <w:r>
        <w:tab/>
        <w:t>2.025e0</w:t>
      </w:r>
    </w:p>
    <w:p w:rsidR="00E00D30" w:rsidRDefault="00E00D30" w:rsidP="00E00D30">
      <w:r>
        <w:t>769.2542</w:t>
      </w:r>
      <w:r>
        <w:tab/>
        <w:t>2.025e0</w:t>
      </w:r>
    </w:p>
    <w:p w:rsidR="00E00D30" w:rsidRDefault="00E00D30" w:rsidP="00E00D30">
      <w:r>
        <w:t>769.3056</w:t>
      </w:r>
      <w:r>
        <w:tab/>
        <w:t>1.013e0</w:t>
      </w:r>
    </w:p>
    <w:p w:rsidR="00E00D30" w:rsidRDefault="00E00D30" w:rsidP="00E00D30">
      <w:r>
        <w:lastRenderedPageBreak/>
        <w:t>769.3223</w:t>
      </w:r>
      <w:r>
        <w:tab/>
        <w:t>1.013e0</w:t>
      </w:r>
    </w:p>
    <w:p w:rsidR="00E00D30" w:rsidRDefault="00E00D30" w:rsidP="00E00D30">
      <w:r>
        <w:t>769.3395</w:t>
      </w:r>
      <w:r>
        <w:tab/>
        <w:t>1.013e0</w:t>
      </w:r>
    </w:p>
    <w:p w:rsidR="00E00D30" w:rsidRDefault="00E00D30" w:rsidP="00E00D30">
      <w:r>
        <w:t>769.3575</w:t>
      </w:r>
      <w:r>
        <w:tab/>
        <w:t>2.025e0</w:t>
      </w:r>
    </w:p>
    <w:p w:rsidR="00E00D30" w:rsidRDefault="00E00D30" w:rsidP="00E00D30">
      <w:r>
        <w:t>769.3657</w:t>
      </w:r>
      <w:r>
        <w:tab/>
        <w:t>2.025e0</w:t>
      </w:r>
    </w:p>
    <w:p w:rsidR="00E00D30" w:rsidRDefault="00E00D30" w:rsidP="00E00D30">
      <w:r>
        <w:t>769.3822</w:t>
      </w:r>
      <w:r>
        <w:tab/>
        <w:t>2.025e0</w:t>
      </w:r>
    </w:p>
    <w:p w:rsidR="00E00D30" w:rsidRDefault="00E00D30" w:rsidP="00E00D30">
      <w:r>
        <w:t>769.3841</w:t>
      </w:r>
      <w:r>
        <w:tab/>
        <w:t>1.951e0</w:t>
      </w:r>
    </w:p>
    <w:p w:rsidR="00E00D30" w:rsidRDefault="00E00D30" w:rsidP="00E00D30">
      <w:r>
        <w:t>769.4230</w:t>
      </w:r>
      <w:r>
        <w:tab/>
        <w:t>1.013e0</w:t>
      </w:r>
    </w:p>
    <w:p w:rsidR="00E00D30" w:rsidRDefault="00E00D30" w:rsidP="00E00D30">
      <w:r>
        <w:t>769.4241</w:t>
      </w:r>
      <w:r>
        <w:tab/>
        <w:t>1.013e0</w:t>
      </w:r>
    </w:p>
    <w:p w:rsidR="00E00D30" w:rsidRDefault="00E00D30" w:rsidP="00E00D30">
      <w:r>
        <w:t>769.4390</w:t>
      </w:r>
      <w:r>
        <w:tab/>
        <w:t>2.025e0</w:t>
      </w:r>
    </w:p>
    <w:p w:rsidR="00E00D30" w:rsidRDefault="00E00D30" w:rsidP="00E00D30">
      <w:r>
        <w:t>769.4606</w:t>
      </w:r>
      <w:r>
        <w:tab/>
        <w:t>2.025e0</w:t>
      </w:r>
    </w:p>
    <w:p w:rsidR="00E00D30" w:rsidRDefault="00E00D30" w:rsidP="00E00D30">
      <w:r>
        <w:t>769.4750</w:t>
      </w:r>
      <w:r>
        <w:tab/>
        <w:t>1.013e0</w:t>
      </w:r>
    </w:p>
    <w:p w:rsidR="00E00D30" w:rsidRDefault="00E00D30" w:rsidP="00E00D30">
      <w:r>
        <w:t>769.4877</w:t>
      </w:r>
      <w:r>
        <w:tab/>
        <w:t>3.038e0</w:t>
      </w:r>
    </w:p>
    <w:p w:rsidR="00E00D30" w:rsidRDefault="00E00D30" w:rsidP="00E00D30">
      <w:r>
        <w:t>769.5250</w:t>
      </w:r>
      <w:r>
        <w:tab/>
        <w:t>4.051e0</w:t>
      </w:r>
    </w:p>
    <w:p w:rsidR="00E00D30" w:rsidRDefault="00E00D30" w:rsidP="00E00D30">
      <w:r>
        <w:t>769.5267</w:t>
      </w:r>
      <w:r>
        <w:tab/>
        <w:t>3.038e0</w:t>
      </w:r>
    </w:p>
    <w:p w:rsidR="00E00D30" w:rsidRDefault="00E00D30" w:rsidP="00E00D30">
      <w:r>
        <w:t>769.5308</w:t>
      </w:r>
      <w:r>
        <w:tab/>
        <w:t>3.038e0</w:t>
      </w:r>
    </w:p>
    <w:p w:rsidR="00E00D30" w:rsidRDefault="00E00D30" w:rsidP="00E00D30">
      <w:r>
        <w:t>769.5474</w:t>
      </w:r>
      <w:r>
        <w:tab/>
        <w:t>2.025e0</w:t>
      </w:r>
    </w:p>
    <w:p w:rsidR="00E00D30" w:rsidRDefault="00E00D30" w:rsidP="00E00D30">
      <w:r>
        <w:t>769.5530</w:t>
      </w:r>
      <w:r>
        <w:tab/>
        <w:t>1.013e0</w:t>
      </w:r>
    </w:p>
    <w:p w:rsidR="00E00D30" w:rsidRDefault="00E00D30" w:rsidP="00E00D30">
      <w:r>
        <w:t>769.5786</w:t>
      </w:r>
      <w:r>
        <w:tab/>
        <w:t>4.051e0</w:t>
      </w:r>
    </w:p>
    <w:p w:rsidR="00E00D30" w:rsidRDefault="00E00D30" w:rsidP="00E00D30">
      <w:r>
        <w:t>769.6449</w:t>
      </w:r>
      <w:r>
        <w:tab/>
        <w:t>1.013e0</w:t>
      </w:r>
    </w:p>
    <w:p w:rsidR="00E00D30" w:rsidRDefault="00E00D30" w:rsidP="00E00D30">
      <w:r>
        <w:lastRenderedPageBreak/>
        <w:t>769.6709</w:t>
      </w:r>
      <w:r>
        <w:tab/>
        <w:t>1.013e0</w:t>
      </w:r>
    </w:p>
    <w:p w:rsidR="00E00D30" w:rsidRDefault="00E00D30" w:rsidP="00E00D30">
      <w:r>
        <w:t>769.6800</w:t>
      </w:r>
      <w:r>
        <w:tab/>
        <w:t>1.013e0</w:t>
      </w:r>
    </w:p>
    <w:p w:rsidR="00E00D30" w:rsidRDefault="00E00D30" w:rsidP="00E00D30">
      <w:r>
        <w:t>769.7313</w:t>
      </w:r>
      <w:r>
        <w:tab/>
        <w:t>1.013e0</w:t>
      </w:r>
    </w:p>
    <w:p w:rsidR="00E00D30" w:rsidRDefault="00E00D30" w:rsidP="00E00D30">
      <w:r>
        <w:t>769.8130</w:t>
      </w:r>
      <w:r>
        <w:tab/>
        <w:t>1.013e0</w:t>
      </w:r>
    </w:p>
    <w:p w:rsidR="00E00D30" w:rsidRDefault="00E00D30" w:rsidP="00E00D30">
      <w:r>
        <w:t>769.8176</w:t>
      </w:r>
      <w:r>
        <w:tab/>
        <w:t>2.025e0</w:t>
      </w:r>
    </w:p>
    <w:p w:rsidR="00E00D30" w:rsidRDefault="00E00D30" w:rsidP="00E00D30">
      <w:r>
        <w:t>769.8386</w:t>
      </w:r>
      <w:r>
        <w:tab/>
        <w:t>2.025e0</w:t>
      </w:r>
    </w:p>
    <w:p w:rsidR="00E00D30" w:rsidRDefault="00E00D30" w:rsidP="00E00D30">
      <w:r>
        <w:t>769.8454</w:t>
      </w:r>
      <w:r>
        <w:tab/>
        <w:t>2.025e0</w:t>
      </w:r>
    </w:p>
    <w:p w:rsidR="00E00D30" w:rsidRDefault="00E00D30" w:rsidP="00E00D30">
      <w:r>
        <w:t>769.8781</w:t>
      </w:r>
      <w:r>
        <w:tab/>
        <w:t>1.013e0</w:t>
      </w:r>
    </w:p>
    <w:p w:rsidR="00E00D30" w:rsidRDefault="00E00D30" w:rsidP="00E00D30">
      <w:r>
        <w:t>769.9050</w:t>
      </w:r>
      <w:r>
        <w:tab/>
        <w:t>1.013e0</w:t>
      </w:r>
    </w:p>
    <w:p w:rsidR="00E00D30" w:rsidRDefault="00E00D30" w:rsidP="00E00D30">
      <w:r>
        <w:t>769.9180</w:t>
      </w:r>
      <w:r>
        <w:tab/>
        <w:t>1.013e0</w:t>
      </w:r>
    </w:p>
    <w:p w:rsidR="00E00D30" w:rsidRDefault="00E00D30" w:rsidP="00E00D30">
      <w:r>
        <w:t>769.9211</w:t>
      </w:r>
      <w:r>
        <w:tab/>
        <w:t>3.038e0</w:t>
      </w:r>
    </w:p>
    <w:p w:rsidR="00E00D30" w:rsidRDefault="00E00D30" w:rsidP="00E00D30">
      <w:r>
        <w:t>770.0077</w:t>
      </w:r>
      <w:r>
        <w:tab/>
        <w:t>1.013e0</w:t>
      </w:r>
    </w:p>
    <w:p w:rsidR="00E00D30" w:rsidRDefault="00E00D30" w:rsidP="00E00D30">
      <w:r>
        <w:t>770.0209</w:t>
      </w:r>
      <w:r>
        <w:tab/>
        <w:t>2.025e0</w:t>
      </w:r>
    </w:p>
    <w:p w:rsidR="00E00D30" w:rsidRDefault="00E00D30" w:rsidP="00E00D30">
      <w:r>
        <w:t>770.0992</w:t>
      </w:r>
      <w:r>
        <w:tab/>
        <w:t>1.013e0</w:t>
      </w:r>
    </w:p>
    <w:p w:rsidR="00E00D30" w:rsidRDefault="00E00D30" w:rsidP="00E00D30">
      <w:r>
        <w:t>770.1248</w:t>
      </w:r>
      <w:r>
        <w:tab/>
        <w:t>1.013e0</w:t>
      </w:r>
    </w:p>
    <w:p w:rsidR="00E00D30" w:rsidRDefault="00E00D30" w:rsidP="00E00D30">
      <w:r>
        <w:t>770.1395</w:t>
      </w:r>
      <w:r>
        <w:tab/>
        <w:t>1.013e0</w:t>
      </w:r>
    </w:p>
    <w:p w:rsidR="00E00D30" w:rsidRDefault="00E00D30" w:rsidP="00E00D30">
      <w:r>
        <w:t>770.1699</w:t>
      </w:r>
      <w:r>
        <w:tab/>
        <w:t>2.025e0</w:t>
      </w:r>
    </w:p>
    <w:p w:rsidR="00E00D30" w:rsidRDefault="00E00D30" w:rsidP="00E00D30">
      <w:r>
        <w:t>770.1743</w:t>
      </w:r>
      <w:r>
        <w:tab/>
        <w:t>1.013e0</w:t>
      </w:r>
    </w:p>
    <w:p w:rsidR="00E00D30" w:rsidRDefault="00E00D30" w:rsidP="00E00D30">
      <w:r>
        <w:t>770.1898</w:t>
      </w:r>
      <w:r>
        <w:tab/>
        <w:t>1.013e0</w:t>
      </w:r>
    </w:p>
    <w:p w:rsidR="00E00D30" w:rsidRDefault="00E00D30" w:rsidP="00E00D30">
      <w:r>
        <w:lastRenderedPageBreak/>
        <w:t>770.2158</w:t>
      </w:r>
      <w:r>
        <w:tab/>
        <w:t>1.013e0</w:t>
      </w:r>
    </w:p>
    <w:p w:rsidR="00E00D30" w:rsidRDefault="00E00D30" w:rsidP="00E00D30">
      <w:r>
        <w:t>770.2252</w:t>
      </w:r>
      <w:r>
        <w:tab/>
        <w:t>1.013e0</w:t>
      </w:r>
    </w:p>
    <w:p w:rsidR="00E00D30" w:rsidRDefault="00E00D30" w:rsidP="00E00D30">
      <w:r>
        <w:t>770.2591</w:t>
      </w:r>
      <w:r>
        <w:tab/>
        <w:t>1.013e0</w:t>
      </w:r>
    </w:p>
    <w:p w:rsidR="00E00D30" w:rsidRDefault="00E00D30" w:rsidP="00E00D30">
      <w:r>
        <w:t>770.2628</w:t>
      </w:r>
      <w:r>
        <w:tab/>
        <w:t>2.025e0</w:t>
      </w:r>
    </w:p>
    <w:p w:rsidR="00E00D30" w:rsidRDefault="00E00D30" w:rsidP="00E00D30">
      <w:r>
        <w:t>770.2953</w:t>
      </w:r>
      <w:r>
        <w:tab/>
        <w:t>1.013e0</w:t>
      </w:r>
    </w:p>
    <w:p w:rsidR="00E00D30" w:rsidRDefault="00E00D30" w:rsidP="00E00D30">
      <w:r>
        <w:t>770.3282</w:t>
      </w:r>
      <w:r>
        <w:tab/>
        <w:t>1.013e0</w:t>
      </w:r>
    </w:p>
    <w:p w:rsidR="00E00D30" w:rsidRDefault="00E00D30" w:rsidP="00E00D30">
      <w:r>
        <w:t>770.3444</w:t>
      </w:r>
      <w:r>
        <w:tab/>
        <w:t>1.013e0</w:t>
      </w:r>
    </w:p>
    <w:p w:rsidR="00E00D30" w:rsidRDefault="00E00D30" w:rsidP="00E00D30">
      <w:r>
        <w:t>770.3506</w:t>
      </w:r>
      <w:r>
        <w:tab/>
        <w:t>3.038e0</w:t>
      </w:r>
    </w:p>
    <w:p w:rsidR="00E00D30" w:rsidRDefault="00E00D30" w:rsidP="00E00D30">
      <w:r>
        <w:t>770.3719</w:t>
      </w:r>
      <w:r>
        <w:tab/>
        <w:t>1.013e0</w:t>
      </w:r>
    </w:p>
    <w:p w:rsidR="00E00D30" w:rsidRDefault="00E00D30" w:rsidP="00E00D30">
      <w:r>
        <w:t>770.3961</w:t>
      </w:r>
      <w:r>
        <w:tab/>
        <w:t>3.038e0</w:t>
      </w:r>
    </w:p>
    <w:p w:rsidR="00E00D30" w:rsidRDefault="00E00D30" w:rsidP="00E00D30">
      <w:r>
        <w:t>770.4194</w:t>
      </w:r>
      <w:r>
        <w:tab/>
        <w:t>2.025e0</w:t>
      </w:r>
    </w:p>
    <w:p w:rsidR="00E00D30" w:rsidRDefault="00E00D30" w:rsidP="00E00D30">
      <w:r>
        <w:t>770.4292</w:t>
      </w:r>
      <w:r>
        <w:tab/>
        <w:t>3.038e0</w:t>
      </w:r>
    </w:p>
    <w:p w:rsidR="00E00D30" w:rsidRDefault="00E00D30" w:rsidP="00E00D30">
      <w:r>
        <w:t>770.4380</w:t>
      </w:r>
      <w:r>
        <w:tab/>
        <w:t>2.025e0</w:t>
      </w:r>
    </w:p>
    <w:p w:rsidR="00E00D30" w:rsidRDefault="00E00D30" w:rsidP="00E00D30">
      <w:r>
        <w:t>770.4768</w:t>
      </w:r>
      <w:r>
        <w:tab/>
        <w:t>2.025e0</w:t>
      </w:r>
    </w:p>
    <w:p w:rsidR="00E00D30" w:rsidRDefault="00E00D30" w:rsidP="00E00D30">
      <w:r>
        <w:t>770.4836</w:t>
      </w:r>
      <w:r>
        <w:tab/>
        <w:t>2.926e0</w:t>
      </w:r>
    </w:p>
    <w:p w:rsidR="00E00D30" w:rsidRDefault="00E00D30" w:rsidP="00E00D30">
      <w:r>
        <w:t>770.4962</w:t>
      </w:r>
      <w:r>
        <w:tab/>
        <w:t>2.025e0</w:t>
      </w:r>
    </w:p>
    <w:p w:rsidR="00E00D30" w:rsidRDefault="00E00D30" w:rsidP="00E00D30">
      <w:r>
        <w:t>770.5035</w:t>
      </w:r>
      <w:r>
        <w:tab/>
        <w:t>2.025e0</w:t>
      </w:r>
    </w:p>
    <w:p w:rsidR="00E00D30" w:rsidRDefault="00E00D30" w:rsidP="00E00D30">
      <w:r>
        <w:t>770.5336</w:t>
      </w:r>
      <w:r>
        <w:tab/>
        <w:t>4.413e0</w:t>
      </w:r>
    </w:p>
    <w:p w:rsidR="00E00D30" w:rsidRDefault="00E00D30" w:rsidP="00E00D30">
      <w:r>
        <w:t>770.5593</w:t>
      </w:r>
      <w:r>
        <w:tab/>
        <w:t>2.025e0</w:t>
      </w:r>
    </w:p>
    <w:p w:rsidR="00E00D30" w:rsidRDefault="00E00D30" w:rsidP="00E00D30">
      <w:r>
        <w:lastRenderedPageBreak/>
        <w:t>770.5679</w:t>
      </w:r>
      <w:r>
        <w:tab/>
        <w:t>3.038e0</w:t>
      </w:r>
    </w:p>
    <w:p w:rsidR="00E00D30" w:rsidRDefault="00E00D30" w:rsidP="00E00D30">
      <w:r>
        <w:t>770.5897</w:t>
      </w:r>
      <w:r>
        <w:tab/>
        <w:t>2.025e0</w:t>
      </w:r>
    </w:p>
    <w:p w:rsidR="00E00D30" w:rsidRDefault="00E00D30" w:rsidP="00E00D30">
      <w:r>
        <w:t>770.5997</w:t>
      </w:r>
      <w:r>
        <w:tab/>
        <w:t>2.025e0</w:t>
      </w:r>
    </w:p>
    <w:p w:rsidR="00E00D30" w:rsidRDefault="00E00D30" w:rsidP="00E00D30">
      <w:r>
        <w:t>770.6327</w:t>
      </w:r>
      <w:r>
        <w:tab/>
        <w:t>1.013e0</w:t>
      </w:r>
    </w:p>
    <w:p w:rsidR="00E00D30" w:rsidRDefault="00E00D30" w:rsidP="00E00D30">
      <w:r>
        <w:t>770.6453</w:t>
      </w:r>
      <w:r>
        <w:tab/>
        <w:t>1.013e0</w:t>
      </w:r>
    </w:p>
    <w:p w:rsidR="00E00D30" w:rsidRDefault="00E00D30" w:rsidP="00E00D30">
      <w:r>
        <w:t>770.6987</w:t>
      </w:r>
      <w:r>
        <w:tab/>
        <w:t>1.013e0</w:t>
      </w:r>
    </w:p>
    <w:p w:rsidR="00E00D30" w:rsidRDefault="00E00D30" w:rsidP="00E00D30">
      <w:r>
        <w:t>770.7234</w:t>
      </w:r>
      <w:r>
        <w:tab/>
        <w:t>1.013e0</w:t>
      </w:r>
    </w:p>
    <w:p w:rsidR="00E00D30" w:rsidRDefault="00E00D30" w:rsidP="00E00D30">
      <w:r>
        <w:t>770.7285</w:t>
      </w:r>
      <w:r>
        <w:tab/>
        <w:t>2.025e0</w:t>
      </w:r>
    </w:p>
    <w:p w:rsidR="00E00D30" w:rsidRDefault="00E00D30" w:rsidP="00E00D30">
      <w:r>
        <w:t>770.7495</w:t>
      </w:r>
      <w:r>
        <w:tab/>
        <w:t>1.013e0</w:t>
      </w:r>
    </w:p>
    <w:p w:rsidR="00E00D30" w:rsidRDefault="00E00D30" w:rsidP="00E00D30">
      <w:r>
        <w:t>770.7889</w:t>
      </w:r>
      <w:r>
        <w:tab/>
        <w:t>1.013e0</w:t>
      </w:r>
    </w:p>
    <w:p w:rsidR="00E00D30" w:rsidRDefault="00E00D30" w:rsidP="00E00D30">
      <w:r>
        <w:t>770.7966</w:t>
      </w:r>
      <w:r>
        <w:tab/>
        <w:t>2.025e0</w:t>
      </w:r>
    </w:p>
    <w:p w:rsidR="00E00D30" w:rsidRDefault="00E00D30" w:rsidP="00E00D30">
      <w:r>
        <w:t>770.8159</w:t>
      </w:r>
      <w:r>
        <w:tab/>
        <w:t>1.013e0</w:t>
      </w:r>
    </w:p>
    <w:p w:rsidR="00E00D30" w:rsidRDefault="00E00D30" w:rsidP="00E00D30">
      <w:r>
        <w:t>770.8276</w:t>
      </w:r>
      <w:r>
        <w:tab/>
        <w:t>1.013e0</w:t>
      </w:r>
    </w:p>
    <w:p w:rsidR="00E00D30" w:rsidRDefault="00E00D30" w:rsidP="00E00D30">
      <w:r>
        <w:t>770.8723</w:t>
      </w:r>
      <w:r>
        <w:tab/>
        <w:t>1.013e0</w:t>
      </w:r>
    </w:p>
    <w:p w:rsidR="00E00D30" w:rsidRDefault="00E00D30" w:rsidP="00E00D30">
      <w:r>
        <w:t>770.8866</w:t>
      </w:r>
      <w:r>
        <w:tab/>
        <w:t>2.025e0</w:t>
      </w:r>
    </w:p>
    <w:p w:rsidR="00E00D30" w:rsidRDefault="00E00D30" w:rsidP="00E00D30">
      <w:r>
        <w:t>770.8890</w:t>
      </w:r>
      <w:r>
        <w:tab/>
        <w:t>1.013e0</w:t>
      </w:r>
    </w:p>
    <w:p w:rsidR="00E00D30" w:rsidRDefault="00E00D30" w:rsidP="00E00D30">
      <w:r>
        <w:t>770.9070</w:t>
      </w:r>
      <w:r>
        <w:tab/>
        <w:t>1.013e0</w:t>
      </w:r>
    </w:p>
    <w:p w:rsidR="00E00D30" w:rsidRDefault="00E00D30" w:rsidP="00E00D30">
      <w:r>
        <w:t>770.9452</w:t>
      </w:r>
      <w:r>
        <w:tab/>
        <w:t>1.013e0</w:t>
      </w:r>
    </w:p>
    <w:p w:rsidR="00E00D30" w:rsidRDefault="00E00D30" w:rsidP="00E00D30">
      <w:r>
        <w:t>771.0024</w:t>
      </w:r>
      <w:r>
        <w:tab/>
        <w:t>2.025e0</w:t>
      </w:r>
    </w:p>
    <w:p w:rsidR="00E00D30" w:rsidRDefault="00E00D30" w:rsidP="00E00D30">
      <w:r>
        <w:lastRenderedPageBreak/>
        <w:t>771.0099</w:t>
      </w:r>
      <w:r>
        <w:tab/>
        <w:t>1.013e0</w:t>
      </w:r>
    </w:p>
    <w:p w:rsidR="00E00D30" w:rsidRDefault="00E00D30" w:rsidP="00E00D30">
      <w:r>
        <w:t>771.0247</w:t>
      </w:r>
      <w:r>
        <w:tab/>
        <w:t>1.013e0</w:t>
      </w:r>
    </w:p>
    <w:p w:rsidR="00E00D30" w:rsidRDefault="00E00D30" w:rsidP="00E00D30">
      <w:r>
        <w:t>771.0363</w:t>
      </w:r>
      <w:r>
        <w:tab/>
        <w:t>1.013e0</w:t>
      </w:r>
    </w:p>
    <w:p w:rsidR="00E00D30" w:rsidRDefault="00E00D30" w:rsidP="00E00D30">
      <w:r>
        <w:t>771.0884</w:t>
      </w:r>
      <w:r>
        <w:tab/>
        <w:t>2.025e0</w:t>
      </w:r>
    </w:p>
    <w:p w:rsidR="00E00D30" w:rsidRDefault="00E00D30" w:rsidP="00E00D30">
      <w:r>
        <w:t>771.1011</w:t>
      </w:r>
      <w:r>
        <w:tab/>
        <w:t>1.013e0</w:t>
      </w:r>
    </w:p>
    <w:p w:rsidR="00E00D30" w:rsidRDefault="00E00D30" w:rsidP="00E00D30">
      <w:r>
        <w:t>771.1536</w:t>
      </w:r>
      <w:r>
        <w:tab/>
        <w:t>1.013e0</w:t>
      </w:r>
    </w:p>
    <w:p w:rsidR="00E00D30" w:rsidRDefault="00E00D30" w:rsidP="00E00D30">
      <w:r>
        <w:t>771.1796</w:t>
      </w:r>
      <w:r>
        <w:tab/>
        <w:t>1.013e0</w:t>
      </w:r>
    </w:p>
    <w:p w:rsidR="00E00D30" w:rsidRDefault="00E00D30" w:rsidP="00E00D30">
      <w:r>
        <w:t>771.2128</w:t>
      </w:r>
      <w:r>
        <w:tab/>
        <w:t>1.013e0</w:t>
      </w:r>
    </w:p>
    <w:p w:rsidR="00E00D30" w:rsidRDefault="00E00D30" w:rsidP="00E00D30">
      <w:r>
        <w:t>771.2308</w:t>
      </w:r>
      <w:r>
        <w:tab/>
        <w:t>2.025e0</w:t>
      </w:r>
    </w:p>
    <w:p w:rsidR="00E00D30" w:rsidRDefault="00E00D30" w:rsidP="00E00D30">
      <w:r>
        <w:t>771.2822</w:t>
      </w:r>
      <w:r>
        <w:tab/>
        <w:t>1.013e0</w:t>
      </w:r>
    </w:p>
    <w:p w:rsidR="00E00D30" w:rsidRDefault="00E00D30" w:rsidP="00E00D30">
      <w:r>
        <w:t>771.2834</w:t>
      </w:r>
      <w:r>
        <w:tab/>
        <w:t>1.013e0</w:t>
      </w:r>
    </w:p>
    <w:p w:rsidR="00E00D30" w:rsidRDefault="00E00D30" w:rsidP="00E00D30">
      <w:r>
        <w:t>771.3556</w:t>
      </w:r>
      <w:r>
        <w:tab/>
        <w:t>2.025e0</w:t>
      </w:r>
    </w:p>
    <w:p w:rsidR="00E00D30" w:rsidRDefault="00E00D30" w:rsidP="00E00D30">
      <w:r>
        <w:t>771.3751</w:t>
      </w:r>
      <w:r>
        <w:tab/>
        <w:t>1.013e0</w:t>
      </w:r>
    </w:p>
    <w:p w:rsidR="00E00D30" w:rsidRDefault="00E00D30" w:rsidP="00E00D30">
      <w:r>
        <w:t>771.3841</w:t>
      </w:r>
      <w:r>
        <w:tab/>
        <w:t>1.013e0</w:t>
      </w:r>
    </w:p>
    <w:p w:rsidR="00E00D30" w:rsidRDefault="00E00D30" w:rsidP="00E00D30">
      <w:r>
        <w:t>771.4007</w:t>
      </w:r>
      <w:r>
        <w:tab/>
        <w:t>1.013e0</w:t>
      </w:r>
    </w:p>
    <w:p w:rsidR="00E00D30" w:rsidRDefault="00E00D30" w:rsidP="00E00D30">
      <w:r>
        <w:t>771.4056</w:t>
      </w:r>
      <w:r>
        <w:tab/>
        <w:t>3.038e0</w:t>
      </w:r>
    </w:p>
    <w:p w:rsidR="00E00D30" w:rsidRDefault="00E00D30" w:rsidP="00E00D30">
      <w:r>
        <w:t>771.4281</w:t>
      </w:r>
      <w:r>
        <w:tab/>
        <w:t>2.025e0</w:t>
      </w:r>
    </w:p>
    <w:p w:rsidR="00E00D30" w:rsidRDefault="00E00D30" w:rsidP="00E00D30">
      <w:r>
        <w:t>771.4662</w:t>
      </w:r>
      <w:r>
        <w:tab/>
        <w:t>2.025e0</w:t>
      </w:r>
    </w:p>
    <w:p w:rsidR="00E00D30" w:rsidRDefault="00E00D30" w:rsidP="00E00D30">
      <w:r>
        <w:t>771.4768</w:t>
      </w:r>
      <w:r>
        <w:tab/>
        <w:t>2.025e0</w:t>
      </w:r>
    </w:p>
    <w:p w:rsidR="00E00D30" w:rsidRDefault="00E00D30" w:rsidP="00E00D30">
      <w:r>
        <w:lastRenderedPageBreak/>
        <w:t>771.4958</w:t>
      </w:r>
      <w:r>
        <w:tab/>
        <w:t>2.025e0</w:t>
      </w:r>
    </w:p>
    <w:p w:rsidR="00E00D30" w:rsidRDefault="00E00D30" w:rsidP="00E00D30">
      <w:r>
        <w:t>771.4977</w:t>
      </w:r>
      <w:r>
        <w:tab/>
        <w:t>2.025e0</w:t>
      </w:r>
    </w:p>
    <w:p w:rsidR="00E00D30" w:rsidRDefault="00E00D30" w:rsidP="00E00D30">
      <w:r>
        <w:t>771.5374</w:t>
      </w:r>
      <w:r>
        <w:tab/>
        <w:t>1.013e0</w:t>
      </w:r>
    </w:p>
    <w:p w:rsidR="00E00D30" w:rsidRDefault="00E00D30" w:rsidP="00E00D30">
      <w:r>
        <w:t>771.5809</w:t>
      </w:r>
      <w:r>
        <w:tab/>
        <w:t>3.038e0</w:t>
      </w:r>
    </w:p>
    <w:p w:rsidR="00E00D30" w:rsidRDefault="00E00D30" w:rsidP="00E00D30">
      <w:r>
        <w:t>771.5888</w:t>
      </w:r>
      <w:r>
        <w:tab/>
        <w:t>3.038e0</w:t>
      </w:r>
    </w:p>
    <w:p w:rsidR="00E00D30" w:rsidRDefault="00E00D30" w:rsidP="00E00D30">
      <w:r>
        <w:t>771.6155</w:t>
      </w:r>
      <w:r>
        <w:tab/>
        <w:t>2.025e0</w:t>
      </w:r>
    </w:p>
    <w:p w:rsidR="00E00D30" w:rsidRDefault="00E00D30" w:rsidP="00E00D30">
      <w:r>
        <w:t>771.6223</w:t>
      </w:r>
      <w:r>
        <w:tab/>
        <w:t>1.013e0</w:t>
      </w:r>
    </w:p>
    <w:p w:rsidR="00E00D30" w:rsidRDefault="00E00D30" w:rsidP="00E00D30">
      <w:r>
        <w:t>771.6811</w:t>
      </w:r>
      <w:r>
        <w:tab/>
        <w:t>2.025e0</w:t>
      </w:r>
    </w:p>
    <w:p w:rsidR="00E00D30" w:rsidRDefault="00E00D30" w:rsidP="00E00D30">
      <w:r>
        <w:t>771.6874</w:t>
      </w:r>
      <w:r>
        <w:tab/>
        <w:t>1.013e0</w:t>
      </w:r>
    </w:p>
    <w:p w:rsidR="00E00D30" w:rsidRDefault="00E00D30" w:rsidP="00E00D30">
      <w:r>
        <w:t>771.6901</w:t>
      </w:r>
      <w:r>
        <w:tab/>
        <w:t>1.013e0</w:t>
      </w:r>
    </w:p>
    <w:p w:rsidR="00E00D30" w:rsidRDefault="00E00D30" w:rsidP="00E00D30">
      <w:r>
        <w:t>771.7064</w:t>
      </w:r>
      <w:r>
        <w:tab/>
        <w:t>2.025e0</w:t>
      </w:r>
    </w:p>
    <w:p w:rsidR="00E00D30" w:rsidRDefault="00E00D30" w:rsidP="00E00D30">
      <w:r>
        <w:t>771.7578</w:t>
      </w:r>
      <w:r>
        <w:tab/>
        <w:t>1.013e0</w:t>
      </w:r>
    </w:p>
    <w:p w:rsidR="00E00D30" w:rsidRDefault="00E00D30" w:rsidP="00E00D30">
      <w:r>
        <w:t>771.7744</w:t>
      </w:r>
      <w:r>
        <w:tab/>
        <w:t>1.013e0</w:t>
      </w:r>
    </w:p>
    <w:p w:rsidR="00E00D30" w:rsidRDefault="00E00D30" w:rsidP="00E00D30">
      <w:r>
        <w:t>771.7800</w:t>
      </w:r>
      <w:r>
        <w:tab/>
        <w:t>1.013e0</w:t>
      </w:r>
    </w:p>
    <w:p w:rsidR="00E00D30" w:rsidRDefault="00E00D30" w:rsidP="00E00D30">
      <w:r>
        <w:t>771.9094</w:t>
      </w:r>
      <w:r>
        <w:tab/>
        <w:t>1.013e0</w:t>
      </w:r>
    </w:p>
    <w:p w:rsidR="00E00D30" w:rsidRDefault="00E00D30" w:rsidP="00E00D30">
      <w:r>
        <w:t>771.9221</w:t>
      </w:r>
      <w:r>
        <w:tab/>
        <w:t>1.013e0</w:t>
      </w:r>
    </w:p>
    <w:p w:rsidR="00E00D30" w:rsidRDefault="00E00D30" w:rsidP="00E00D30">
      <w:r>
        <w:t>771.9280</w:t>
      </w:r>
      <w:r>
        <w:tab/>
        <w:t>1.013e0</w:t>
      </w:r>
    </w:p>
    <w:p w:rsidR="00E00D30" w:rsidRDefault="00E00D30" w:rsidP="00E00D30">
      <w:r>
        <w:t>771.9615</w:t>
      </w:r>
      <w:r>
        <w:tab/>
        <w:t>1.013e0</w:t>
      </w:r>
    </w:p>
    <w:p w:rsidR="00E00D30" w:rsidRDefault="00E00D30" w:rsidP="00E00D30">
      <w:r>
        <w:t>771.9744</w:t>
      </w:r>
      <w:r>
        <w:tab/>
        <w:t>2.025e0</w:t>
      </w:r>
    </w:p>
    <w:p w:rsidR="00E00D30" w:rsidRDefault="00E00D30" w:rsidP="00E00D30">
      <w:r>
        <w:lastRenderedPageBreak/>
        <w:t>771.9957</w:t>
      </w:r>
      <w:r>
        <w:tab/>
        <w:t>1.013e0</w:t>
      </w:r>
    </w:p>
    <w:p w:rsidR="00E00D30" w:rsidRDefault="00E00D30" w:rsidP="00E00D30">
      <w:r>
        <w:t>772.0016</w:t>
      </w:r>
      <w:r>
        <w:tab/>
        <w:t>1.013e0</w:t>
      </w:r>
    </w:p>
    <w:p w:rsidR="00E00D30" w:rsidRDefault="00E00D30" w:rsidP="00E00D30">
      <w:r>
        <w:t>772.0296</w:t>
      </w:r>
      <w:r>
        <w:tab/>
        <w:t>1.013e0</w:t>
      </w:r>
    </w:p>
    <w:p w:rsidR="00E00D30" w:rsidRDefault="00E00D30" w:rsidP="00E00D30">
      <w:r>
        <w:t>772.0408</w:t>
      </w:r>
      <w:r>
        <w:tab/>
        <w:t>1.013e0</w:t>
      </w:r>
    </w:p>
    <w:p w:rsidR="00E00D30" w:rsidRDefault="00E00D30" w:rsidP="00E00D30">
      <w:r>
        <w:t>772.0785</w:t>
      </w:r>
      <w:r>
        <w:tab/>
        <w:t>1.013e0</w:t>
      </w:r>
    </w:p>
    <w:p w:rsidR="00E00D30" w:rsidRDefault="00E00D30" w:rsidP="00E00D30">
      <w:r>
        <w:t>772.0920</w:t>
      </w:r>
      <w:r>
        <w:tab/>
        <w:t>1.013e0</w:t>
      </w:r>
    </w:p>
    <w:p w:rsidR="00E00D30" w:rsidRDefault="00E00D30" w:rsidP="00E00D30">
      <w:r>
        <w:t>772.1152</w:t>
      </w:r>
      <w:r>
        <w:tab/>
        <w:t>1.013e0</w:t>
      </w:r>
    </w:p>
    <w:p w:rsidR="00E00D30" w:rsidRDefault="00E00D30" w:rsidP="00E00D30">
      <w:r>
        <w:t>772.1270</w:t>
      </w:r>
      <w:r>
        <w:tab/>
        <w:t>3.038e0</w:t>
      </w:r>
    </w:p>
    <w:p w:rsidR="00E00D30" w:rsidRDefault="00E00D30" w:rsidP="00E00D30">
      <w:r>
        <w:t>772.1581</w:t>
      </w:r>
      <w:r>
        <w:tab/>
        <w:t>1.013e0</w:t>
      </w:r>
    </w:p>
    <w:p w:rsidR="00E00D30" w:rsidRDefault="00E00D30" w:rsidP="00E00D30">
      <w:r>
        <w:t>772.1833</w:t>
      </w:r>
      <w:r>
        <w:tab/>
        <w:t>1.013e0</w:t>
      </w:r>
    </w:p>
    <w:p w:rsidR="00E00D30" w:rsidRDefault="00E00D30" w:rsidP="00E00D30">
      <w:r>
        <w:t>772.2094</w:t>
      </w:r>
      <w:r>
        <w:tab/>
        <w:t>1.013e0</w:t>
      </w:r>
    </w:p>
    <w:p w:rsidR="00E00D30" w:rsidRDefault="00E00D30" w:rsidP="00E00D30">
      <w:r>
        <w:t>772.2554</w:t>
      </w:r>
      <w:r>
        <w:tab/>
        <w:t>2.025e0</w:t>
      </w:r>
    </w:p>
    <w:p w:rsidR="00E00D30" w:rsidRDefault="00E00D30" w:rsidP="00E00D30">
      <w:r>
        <w:t>772.2615</w:t>
      </w:r>
      <w:r>
        <w:tab/>
        <w:t>1.013e0</w:t>
      </w:r>
    </w:p>
    <w:p w:rsidR="00E00D30" w:rsidRDefault="00E00D30" w:rsidP="00E00D30">
      <w:r>
        <w:t>772.2791</w:t>
      </w:r>
      <w:r>
        <w:tab/>
        <w:t>2.025e0</w:t>
      </w:r>
    </w:p>
    <w:p w:rsidR="00E00D30" w:rsidRDefault="00E00D30" w:rsidP="00E00D30">
      <w:r>
        <w:t>772.3019</w:t>
      </w:r>
      <w:r>
        <w:tab/>
        <w:t>2.025e0</w:t>
      </w:r>
    </w:p>
    <w:p w:rsidR="00E00D30" w:rsidRDefault="00E00D30" w:rsidP="00E00D30">
      <w:r>
        <w:t>772.3538</w:t>
      </w:r>
      <w:r>
        <w:tab/>
        <w:t>1.013e0</w:t>
      </w:r>
    </w:p>
    <w:p w:rsidR="00E00D30" w:rsidRDefault="00E00D30" w:rsidP="00E00D30">
      <w:r>
        <w:t>772.3655</w:t>
      </w:r>
      <w:r>
        <w:tab/>
        <w:t>1.013e0</w:t>
      </w:r>
    </w:p>
    <w:p w:rsidR="00E00D30" w:rsidRDefault="00E00D30" w:rsidP="00E00D30">
      <w:r>
        <w:t>772.3911</w:t>
      </w:r>
      <w:r>
        <w:tab/>
        <w:t>1.922e0</w:t>
      </w:r>
    </w:p>
    <w:p w:rsidR="00E00D30" w:rsidRDefault="00E00D30" w:rsidP="00E00D30">
      <w:r>
        <w:t>772.4046</w:t>
      </w:r>
      <w:r>
        <w:tab/>
        <w:t>1.966e0</w:t>
      </w:r>
    </w:p>
    <w:p w:rsidR="00E00D30" w:rsidRDefault="00E00D30" w:rsidP="00E00D30">
      <w:r>
        <w:lastRenderedPageBreak/>
        <w:t>772.4190</w:t>
      </w:r>
      <w:r>
        <w:tab/>
        <w:t>1.013e0</w:t>
      </w:r>
    </w:p>
    <w:p w:rsidR="00E00D30" w:rsidRDefault="00E00D30" w:rsidP="00E00D30">
      <w:r>
        <w:t>772.4311</w:t>
      </w:r>
      <w:r>
        <w:tab/>
        <w:t>1.013e0</w:t>
      </w:r>
    </w:p>
    <w:p w:rsidR="00E00D30" w:rsidRDefault="00E00D30" w:rsidP="00E00D30">
      <w:r>
        <w:t>772.4408</w:t>
      </w:r>
      <w:r>
        <w:tab/>
        <w:t>2.025e0</w:t>
      </w:r>
    </w:p>
    <w:p w:rsidR="00E00D30" w:rsidRDefault="00E00D30" w:rsidP="00E00D30">
      <w:r>
        <w:t>772.4669</w:t>
      </w:r>
      <w:r>
        <w:tab/>
        <w:t>3.038e0</w:t>
      </w:r>
    </w:p>
    <w:p w:rsidR="00E00D30" w:rsidRDefault="00E00D30" w:rsidP="00E00D30">
      <w:r>
        <w:t>772.4908</w:t>
      </w:r>
      <w:r>
        <w:tab/>
        <w:t>1.848e0</w:t>
      </w:r>
    </w:p>
    <w:p w:rsidR="00E00D30" w:rsidRDefault="00E00D30" w:rsidP="00E00D30">
      <w:r>
        <w:t>772.5410</w:t>
      </w:r>
      <w:r>
        <w:tab/>
        <w:t>1.013e0</w:t>
      </w:r>
    </w:p>
    <w:p w:rsidR="00E00D30" w:rsidRDefault="00E00D30" w:rsidP="00E00D30">
      <w:r>
        <w:t>772.5499</w:t>
      </w:r>
      <w:r>
        <w:tab/>
        <w:t>3.038e0</w:t>
      </w:r>
    </w:p>
    <w:p w:rsidR="00E00D30" w:rsidRDefault="00E00D30" w:rsidP="00E00D30">
      <w:r>
        <w:t>772.6003</w:t>
      </w:r>
      <w:r>
        <w:tab/>
        <w:t>1.013e0</w:t>
      </w:r>
    </w:p>
    <w:p w:rsidR="00E00D30" w:rsidRDefault="00E00D30" w:rsidP="00E00D30">
      <w:r>
        <w:t>772.6091</w:t>
      </w:r>
      <w:r>
        <w:tab/>
        <w:t>1.013e0</w:t>
      </w:r>
    </w:p>
    <w:p w:rsidR="00E00D30" w:rsidRDefault="00E00D30" w:rsidP="00E00D30">
      <w:r>
        <w:t>772.6133</w:t>
      </w:r>
      <w:r>
        <w:tab/>
        <w:t>1.013e0</w:t>
      </w:r>
    </w:p>
    <w:p w:rsidR="00E00D30" w:rsidRDefault="00E00D30" w:rsidP="00E00D30">
      <w:r>
        <w:t>772.6487</w:t>
      </w:r>
      <w:r>
        <w:tab/>
        <w:t>2.025e0</w:t>
      </w:r>
    </w:p>
    <w:p w:rsidR="00E00D30" w:rsidRDefault="00E00D30" w:rsidP="00E00D30">
      <w:r>
        <w:t>772.6602</w:t>
      </w:r>
      <w:r>
        <w:tab/>
        <w:t>1.013e0</w:t>
      </w:r>
    </w:p>
    <w:p w:rsidR="00E00D30" w:rsidRDefault="00E00D30" w:rsidP="00E00D30">
      <w:r>
        <w:t>772.6934</w:t>
      </w:r>
      <w:r>
        <w:tab/>
        <w:t>1.013e0</w:t>
      </w:r>
    </w:p>
    <w:p w:rsidR="00E00D30" w:rsidRDefault="00E00D30" w:rsidP="00E00D30">
      <w:r>
        <w:t>772.7122</w:t>
      </w:r>
      <w:r>
        <w:tab/>
        <w:t>1.013e0</w:t>
      </w:r>
    </w:p>
    <w:p w:rsidR="00E00D30" w:rsidRDefault="00E00D30" w:rsidP="00E00D30">
      <w:r>
        <w:t>772.7182</w:t>
      </w:r>
      <w:r>
        <w:tab/>
        <w:t>1.013e0</w:t>
      </w:r>
    </w:p>
    <w:p w:rsidR="00E00D30" w:rsidRDefault="00E00D30" w:rsidP="00E00D30">
      <w:r>
        <w:t>772.7961</w:t>
      </w:r>
      <w:r>
        <w:tab/>
        <w:t>1.013e0</w:t>
      </w:r>
    </w:p>
    <w:p w:rsidR="00E00D30" w:rsidRDefault="00E00D30" w:rsidP="00E00D30">
      <w:r>
        <w:t>772.8105</w:t>
      </w:r>
      <w:r>
        <w:tab/>
        <w:t>2.025e0</w:t>
      </w:r>
    </w:p>
    <w:p w:rsidR="00E00D30" w:rsidRDefault="00E00D30" w:rsidP="00E00D30">
      <w:r>
        <w:t>772.8744</w:t>
      </w:r>
      <w:r>
        <w:tab/>
        <w:t>1.013e0</w:t>
      </w:r>
    </w:p>
    <w:p w:rsidR="00E00D30" w:rsidRDefault="00E00D30" w:rsidP="00E00D30">
      <w:r>
        <w:t>772.8941</w:t>
      </w:r>
      <w:r>
        <w:tab/>
        <w:t>2.025e0</w:t>
      </w:r>
    </w:p>
    <w:p w:rsidR="00E00D30" w:rsidRDefault="00E00D30" w:rsidP="00E00D30">
      <w:r>
        <w:lastRenderedPageBreak/>
        <w:t>772.9075</w:t>
      </w:r>
      <w:r>
        <w:tab/>
        <w:t>2.025e0</w:t>
      </w:r>
    </w:p>
    <w:p w:rsidR="00E00D30" w:rsidRDefault="00E00D30" w:rsidP="00E00D30">
      <w:r>
        <w:t>772.9140</w:t>
      </w:r>
      <w:r>
        <w:tab/>
        <w:t>1.013e0</w:t>
      </w:r>
    </w:p>
    <w:p w:rsidR="00E00D30" w:rsidRDefault="00E00D30" w:rsidP="00E00D30">
      <w:r>
        <w:t>772.9454</w:t>
      </w:r>
      <w:r>
        <w:tab/>
        <w:t>3.038e0</w:t>
      </w:r>
    </w:p>
    <w:p w:rsidR="00E00D30" w:rsidRDefault="00E00D30" w:rsidP="00E00D30">
      <w:r>
        <w:t>772.9527</w:t>
      </w:r>
      <w:r>
        <w:tab/>
        <w:t>1.013e0</w:t>
      </w:r>
    </w:p>
    <w:p w:rsidR="00E00D30" w:rsidRDefault="00E00D30" w:rsidP="00E00D30">
      <w:r>
        <w:t>772.9672</w:t>
      </w:r>
      <w:r>
        <w:tab/>
        <w:t>1.013e0</w:t>
      </w:r>
    </w:p>
    <w:p w:rsidR="00E00D30" w:rsidRDefault="00E00D30" w:rsidP="00E00D30">
      <w:r>
        <w:t>772.9919</w:t>
      </w:r>
      <w:r>
        <w:tab/>
        <w:t>1.013e0</w:t>
      </w:r>
    </w:p>
    <w:p w:rsidR="00E00D30" w:rsidRDefault="00E00D30" w:rsidP="00E00D30">
      <w:r>
        <w:t>772.9998</w:t>
      </w:r>
      <w:r>
        <w:tab/>
        <w:t>2.025e0</w:t>
      </w:r>
    </w:p>
    <w:p w:rsidR="00E00D30" w:rsidRDefault="00E00D30" w:rsidP="00E00D30">
      <w:r>
        <w:t>773.0441</w:t>
      </w:r>
      <w:r>
        <w:tab/>
        <w:t>2.025e0</w:t>
      </w:r>
    </w:p>
    <w:p w:rsidR="00E00D30" w:rsidRDefault="00E00D30" w:rsidP="00E00D30">
      <w:r>
        <w:t>773.0554</w:t>
      </w:r>
      <w:r>
        <w:tab/>
        <w:t>3.038e0</w:t>
      </w:r>
    </w:p>
    <w:p w:rsidR="00E00D30" w:rsidRDefault="00E00D30" w:rsidP="00E00D30">
      <w:r>
        <w:t>773.0843</w:t>
      </w:r>
      <w:r>
        <w:tab/>
        <w:t>6.076e0</w:t>
      </w:r>
    </w:p>
    <w:p w:rsidR="00E00D30" w:rsidRDefault="00E00D30" w:rsidP="00E00D30">
      <w:r>
        <w:t>773.1224</w:t>
      </w:r>
      <w:r>
        <w:tab/>
        <w:t>1.013e0</w:t>
      </w:r>
    </w:p>
    <w:p w:rsidR="00E00D30" w:rsidRDefault="00E00D30" w:rsidP="00E00D30">
      <w:r>
        <w:t>773.1882</w:t>
      </w:r>
      <w:r>
        <w:tab/>
        <w:t>1.013e0</w:t>
      </w:r>
    </w:p>
    <w:p w:rsidR="00E00D30" w:rsidRDefault="00E00D30" w:rsidP="00E00D30">
      <w:r>
        <w:t>773.2251</w:t>
      </w:r>
      <w:r>
        <w:tab/>
        <w:t>2.025e0</w:t>
      </w:r>
    </w:p>
    <w:p w:rsidR="00E00D30" w:rsidRDefault="00E00D30" w:rsidP="00E00D30">
      <w:r>
        <w:t>773.3060</w:t>
      </w:r>
      <w:r>
        <w:tab/>
        <w:t>1.013e0</w:t>
      </w:r>
    </w:p>
    <w:p w:rsidR="00E00D30" w:rsidRDefault="00E00D30" w:rsidP="00E00D30">
      <w:r>
        <w:t>773.3184</w:t>
      </w:r>
      <w:r>
        <w:tab/>
        <w:t>1.013e0</w:t>
      </w:r>
    </w:p>
    <w:p w:rsidR="00E00D30" w:rsidRDefault="00E00D30" w:rsidP="00E00D30">
      <w:r>
        <w:t>773.3242</w:t>
      </w:r>
      <w:r>
        <w:tab/>
        <w:t>1.013e0</w:t>
      </w:r>
    </w:p>
    <w:p w:rsidR="00E00D30" w:rsidRDefault="00E00D30" w:rsidP="00E00D30">
      <w:r>
        <w:t>773.3751</w:t>
      </w:r>
      <w:r>
        <w:tab/>
        <w:t>1.013e0</w:t>
      </w:r>
    </w:p>
    <w:p w:rsidR="00E00D30" w:rsidRDefault="00E00D30" w:rsidP="00E00D30">
      <w:r>
        <w:t>773.4168</w:t>
      </w:r>
      <w:r>
        <w:tab/>
        <w:t>2.025e0</w:t>
      </w:r>
    </w:p>
    <w:p w:rsidR="00E00D30" w:rsidRDefault="00E00D30" w:rsidP="00E00D30">
      <w:r>
        <w:t>773.4260</w:t>
      </w:r>
      <w:r>
        <w:tab/>
        <w:t>1.013e0</w:t>
      </w:r>
    </w:p>
    <w:p w:rsidR="00E00D30" w:rsidRDefault="00E00D30" w:rsidP="00E00D30">
      <w:r>
        <w:lastRenderedPageBreak/>
        <w:t>773.4272</w:t>
      </w:r>
      <w:r>
        <w:tab/>
        <w:t>3.038e0</w:t>
      </w:r>
    </w:p>
    <w:p w:rsidR="00E00D30" w:rsidRDefault="00E00D30" w:rsidP="00E00D30">
      <w:r>
        <w:t>773.4379</w:t>
      </w:r>
      <w:r>
        <w:tab/>
        <w:t>6.551e0</w:t>
      </w:r>
    </w:p>
    <w:p w:rsidR="00E00D30" w:rsidRDefault="00E00D30" w:rsidP="00E00D30">
      <w:r>
        <w:t>773.4773</w:t>
      </w:r>
      <w:r>
        <w:tab/>
        <w:t>2.025e0</w:t>
      </w:r>
    </w:p>
    <w:p w:rsidR="00E00D30" w:rsidRDefault="00E00D30" w:rsidP="00E00D30">
      <w:r>
        <w:t>773.5012</w:t>
      </w:r>
      <w:r>
        <w:tab/>
        <w:t>1.013e0</w:t>
      </w:r>
    </w:p>
    <w:p w:rsidR="00E00D30" w:rsidRDefault="00E00D30" w:rsidP="00E00D30">
      <w:r>
        <w:t>773.5178</w:t>
      </w:r>
      <w:r>
        <w:tab/>
        <w:t>3.038e0</w:t>
      </w:r>
    </w:p>
    <w:p w:rsidR="00E00D30" w:rsidRDefault="00E00D30" w:rsidP="00E00D30">
      <w:r>
        <w:t>773.5306</w:t>
      </w:r>
      <w:r>
        <w:tab/>
        <w:t>4.051e0</w:t>
      </w:r>
    </w:p>
    <w:p w:rsidR="00E00D30" w:rsidRDefault="00E00D30" w:rsidP="00E00D30">
      <w:r>
        <w:t>773.5665</w:t>
      </w:r>
      <w:r>
        <w:tab/>
        <w:t>1.013e0</w:t>
      </w:r>
    </w:p>
    <w:p w:rsidR="00E00D30" w:rsidRDefault="00E00D30" w:rsidP="00E00D30">
      <w:r>
        <w:t>773.6064</w:t>
      </w:r>
      <w:r>
        <w:tab/>
        <w:t>3.038e0</w:t>
      </w:r>
    </w:p>
    <w:p w:rsidR="00E00D30" w:rsidRDefault="00E00D30" w:rsidP="00E00D30">
      <w:r>
        <w:t>773.6307</w:t>
      </w:r>
      <w:r>
        <w:tab/>
        <w:t>1.013e0</w:t>
      </w:r>
    </w:p>
    <w:p w:rsidR="00E00D30" w:rsidRDefault="00E00D30" w:rsidP="00E00D30">
      <w:r>
        <w:t>773.6510</w:t>
      </w:r>
      <w:r>
        <w:tab/>
        <w:t>3.038e0</w:t>
      </w:r>
    </w:p>
    <w:p w:rsidR="00E00D30" w:rsidRDefault="00E00D30" w:rsidP="00E00D30">
      <w:r>
        <w:t>773.6584</w:t>
      </w:r>
      <w:r>
        <w:tab/>
        <w:t>1.013e0</w:t>
      </w:r>
    </w:p>
    <w:p w:rsidR="00E00D30" w:rsidRDefault="00E00D30" w:rsidP="00E00D30">
      <w:r>
        <w:t>773.6714</w:t>
      </w:r>
      <w:r>
        <w:tab/>
        <w:t>1.013e0</w:t>
      </w:r>
    </w:p>
    <w:p w:rsidR="00E00D30" w:rsidRDefault="00E00D30" w:rsidP="00E00D30">
      <w:r>
        <w:t>773.6819</w:t>
      </w:r>
      <w:r>
        <w:tab/>
        <w:t>1.013e0</w:t>
      </w:r>
    </w:p>
    <w:p w:rsidR="00E00D30" w:rsidRDefault="00E00D30" w:rsidP="00E00D30">
      <w:r>
        <w:t>773.7328</w:t>
      </w:r>
      <w:r>
        <w:tab/>
        <w:t>1.013e0</w:t>
      </w:r>
    </w:p>
    <w:p w:rsidR="00E00D30" w:rsidRDefault="00E00D30" w:rsidP="00E00D30">
      <w:r>
        <w:t>773.7662</w:t>
      </w:r>
      <w:r>
        <w:tab/>
        <w:t>1.013e0</w:t>
      </w:r>
    </w:p>
    <w:p w:rsidR="00E00D30" w:rsidRDefault="00E00D30" w:rsidP="00E00D30">
      <w:r>
        <w:t>773.7725</w:t>
      </w:r>
      <w:r>
        <w:tab/>
        <w:t>2.025e0</w:t>
      </w:r>
    </w:p>
    <w:p w:rsidR="00E00D30" w:rsidRDefault="00E00D30" w:rsidP="00E00D30">
      <w:r>
        <w:t>773.8855</w:t>
      </w:r>
      <w:r>
        <w:tab/>
        <w:t>1.013e0</w:t>
      </w:r>
    </w:p>
    <w:p w:rsidR="00E00D30" w:rsidRDefault="00E00D30" w:rsidP="00E00D30">
      <w:r>
        <w:t>773.8936</w:t>
      </w:r>
      <w:r>
        <w:tab/>
        <w:t>1.013e0</w:t>
      </w:r>
    </w:p>
    <w:p w:rsidR="00E00D30" w:rsidRDefault="00E00D30" w:rsidP="00E00D30">
      <w:r>
        <w:t>773.9128</w:t>
      </w:r>
      <w:r>
        <w:tab/>
        <w:t>2.025e0</w:t>
      </w:r>
    </w:p>
    <w:p w:rsidR="00E00D30" w:rsidRDefault="00E00D30" w:rsidP="00E00D30">
      <w:r>
        <w:lastRenderedPageBreak/>
        <w:t>773.9347</w:t>
      </w:r>
      <w:r>
        <w:tab/>
        <w:t>2.025e0</w:t>
      </w:r>
    </w:p>
    <w:p w:rsidR="00E00D30" w:rsidRDefault="00E00D30" w:rsidP="00E00D30">
      <w:r>
        <w:t>774.0244</w:t>
      </w:r>
      <w:r>
        <w:tab/>
        <w:t>2.025e0</w:t>
      </w:r>
    </w:p>
    <w:p w:rsidR="00E00D30" w:rsidRDefault="00E00D30" w:rsidP="00E00D30">
      <w:r>
        <w:t>774.0374</w:t>
      </w:r>
      <w:r>
        <w:tab/>
        <w:t>1.013e0</w:t>
      </w:r>
    </w:p>
    <w:p w:rsidR="00E00D30" w:rsidRDefault="00E00D30" w:rsidP="00E00D30">
      <w:r>
        <w:t>774.0557</w:t>
      </w:r>
      <w:r>
        <w:tab/>
        <w:t>1.013e0</w:t>
      </w:r>
    </w:p>
    <w:p w:rsidR="00E00D30" w:rsidRDefault="00E00D30" w:rsidP="00E00D30">
      <w:r>
        <w:t>774.1035</w:t>
      </w:r>
      <w:r>
        <w:tab/>
        <w:t>2.025e0</w:t>
      </w:r>
    </w:p>
    <w:p w:rsidR="00E00D30" w:rsidRDefault="00E00D30" w:rsidP="00E00D30">
      <w:r>
        <w:t>774.1064</w:t>
      </w:r>
      <w:r>
        <w:tab/>
        <w:t>3.494e0</w:t>
      </w:r>
    </w:p>
    <w:p w:rsidR="00E00D30" w:rsidRDefault="00E00D30" w:rsidP="00E00D30">
      <w:r>
        <w:t>774.1808</w:t>
      </w:r>
      <w:r>
        <w:tab/>
        <w:t>1.013e0</w:t>
      </w:r>
    </w:p>
    <w:p w:rsidR="00E00D30" w:rsidRDefault="00E00D30" w:rsidP="00E00D30">
      <w:r>
        <w:t>774.2715</w:t>
      </w:r>
      <w:r>
        <w:tab/>
        <w:t>3.038e0</w:t>
      </w:r>
    </w:p>
    <w:p w:rsidR="00E00D30" w:rsidRDefault="00E00D30" w:rsidP="00E00D30">
      <w:r>
        <w:t>774.2732</w:t>
      </w:r>
      <w:r>
        <w:tab/>
        <w:t>2.025e0</w:t>
      </w:r>
    </w:p>
    <w:p w:rsidR="00E00D30" w:rsidRDefault="00E00D30" w:rsidP="00E00D30">
      <w:r>
        <w:t>774.2867</w:t>
      </w:r>
      <w:r>
        <w:tab/>
        <w:t>1.013e0</w:t>
      </w:r>
    </w:p>
    <w:p w:rsidR="00E00D30" w:rsidRDefault="00E00D30" w:rsidP="00E00D30">
      <w:r>
        <w:t>774.3250</w:t>
      </w:r>
      <w:r>
        <w:tab/>
        <w:t>1.013e0</w:t>
      </w:r>
    </w:p>
    <w:p w:rsidR="00E00D30" w:rsidRDefault="00E00D30" w:rsidP="00E00D30">
      <w:r>
        <w:t>774.3788</w:t>
      </w:r>
      <w:r>
        <w:tab/>
        <w:t>1.013e0</w:t>
      </w:r>
    </w:p>
    <w:p w:rsidR="00E00D30" w:rsidRDefault="00E00D30" w:rsidP="00E00D30">
      <w:r>
        <w:t>774.3928</w:t>
      </w:r>
      <w:r>
        <w:tab/>
        <w:t>2.025e0</w:t>
      </w:r>
    </w:p>
    <w:p w:rsidR="00E00D30" w:rsidRDefault="00E00D30" w:rsidP="00E00D30">
      <w:r>
        <w:t>774.3971</w:t>
      </w:r>
      <w:r>
        <w:tab/>
        <w:t>2.025e0</w:t>
      </w:r>
    </w:p>
    <w:p w:rsidR="00E00D30" w:rsidRDefault="00E00D30" w:rsidP="00E00D30">
      <w:r>
        <w:t>774.4113</w:t>
      </w:r>
      <w:r>
        <w:tab/>
        <w:t>1.850e0</w:t>
      </w:r>
    </w:p>
    <w:p w:rsidR="00E00D30" w:rsidRDefault="00E00D30" w:rsidP="00E00D30">
      <w:r>
        <w:t>774.4684</w:t>
      </w:r>
      <w:r>
        <w:tab/>
        <w:t>1.013e0</w:t>
      </w:r>
    </w:p>
    <w:p w:rsidR="00E00D30" w:rsidRDefault="00E00D30" w:rsidP="00E00D30">
      <w:r>
        <w:t>774.4891</w:t>
      </w:r>
      <w:r>
        <w:tab/>
        <w:t>2.025e0</w:t>
      </w:r>
    </w:p>
    <w:p w:rsidR="00E00D30" w:rsidRDefault="00E00D30" w:rsidP="00E00D30">
      <w:r>
        <w:t>774.4959</w:t>
      </w:r>
      <w:r>
        <w:tab/>
        <w:t>2.950e0</w:t>
      </w:r>
    </w:p>
    <w:p w:rsidR="00E00D30" w:rsidRDefault="00E00D30" w:rsidP="00E00D30">
      <w:r>
        <w:t>774.5081</w:t>
      </w:r>
      <w:r>
        <w:tab/>
        <w:t>1.013e0</w:t>
      </w:r>
    </w:p>
    <w:p w:rsidR="00E00D30" w:rsidRDefault="00E00D30" w:rsidP="00E00D30">
      <w:r>
        <w:lastRenderedPageBreak/>
        <w:t>774.5239</w:t>
      </w:r>
      <w:r>
        <w:tab/>
        <w:t>2.025e0</w:t>
      </w:r>
    </w:p>
    <w:p w:rsidR="00E00D30" w:rsidRDefault="00E00D30" w:rsidP="00E00D30">
      <w:r>
        <w:t>774.5483</w:t>
      </w:r>
      <w:r>
        <w:tab/>
        <w:t>1.013e0</w:t>
      </w:r>
    </w:p>
    <w:p w:rsidR="00E00D30" w:rsidRDefault="00E00D30" w:rsidP="00E00D30">
      <w:r>
        <w:t>774.5670</w:t>
      </w:r>
      <w:r>
        <w:tab/>
        <w:t>3.038e0</w:t>
      </w:r>
    </w:p>
    <w:p w:rsidR="00E00D30" w:rsidRDefault="00E00D30" w:rsidP="00E00D30">
      <w:r>
        <w:t>774.6188</w:t>
      </w:r>
      <w:r>
        <w:tab/>
        <w:t>2.025e0</w:t>
      </w:r>
    </w:p>
    <w:p w:rsidR="00E00D30" w:rsidRDefault="00E00D30" w:rsidP="00E00D30">
      <w:r>
        <w:t>774.6782</w:t>
      </w:r>
      <w:r>
        <w:tab/>
        <w:t>1.013e0</w:t>
      </w:r>
    </w:p>
    <w:p w:rsidR="00E00D30" w:rsidRDefault="00E00D30" w:rsidP="00E00D30">
      <w:r>
        <w:t>774.6909</w:t>
      </w:r>
      <w:r>
        <w:tab/>
        <w:t>1.013e0</w:t>
      </w:r>
    </w:p>
    <w:p w:rsidR="00E00D30" w:rsidRDefault="00E00D30" w:rsidP="00E00D30">
      <w:r>
        <w:t>774.7191</w:t>
      </w:r>
      <w:r>
        <w:tab/>
        <w:t>4.051e0</w:t>
      </w:r>
    </w:p>
    <w:p w:rsidR="00E00D30" w:rsidRDefault="00E00D30" w:rsidP="00E00D30">
      <w:r>
        <w:t>774.8358</w:t>
      </w:r>
      <w:r>
        <w:tab/>
        <w:t>2.025e0</w:t>
      </w:r>
    </w:p>
    <w:p w:rsidR="00E00D30" w:rsidRDefault="00E00D30" w:rsidP="00E00D30">
      <w:r>
        <w:t>774.8488</w:t>
      </w:r>
      <w:r>
        <w:tab/>
        <w:t>2.025e0</w:t>
      </w:r>
    </w:p>
    <w:p w:rsidR="00E00D30" w:rsidRDefault="00E00D30" w:rsidP="00E00D30">
      <w:r>
        <w:t>774.9247</w:t>
      </w:r>
      <w:r>
        <w:tab/>
        <w:t>1.013e0</w:t>
      </w:r>
    </w:p>
    <w:p w:rsidR="00E00D30" w:rsidRDefault="00E00D30" w:rsidP="00E00D30">
      <w:r>
        <w:t>774.9407</w:t>
      </w:r>
      <w:r>
        <w:tab/>
        <w:t>1.013e0</w:t>
      </w:r>
    </w:p>
    <w:p w:rsidR="00E00D30" w:rsidRDefault="00E00D30" w:rsidP="00E00D30">
      <w:r>
        <w:t>774.9955</w:t>
      </w:r>
      <w:r>
        <w:tab/>
        <w:t>3.038e0</w:t>
      </w:r>
    </w:p>
    <w:p w:rsidR="00E00D30" w:rsidRDefault="00E00D30" w:rsidP="00E00D30">
      <w:r>
        <w:t>775.0325</w:t>
      </w:r>
      <w:r>
        <w:tab/>
        <w:t>1.013e0</w:t>
      </w:r>
    </w:p>
    <w:p w:rsidR="00E00D30" w:rsidRDefault="00E00D30" w:rsidP="00E00D30">
      <w:r>
        <w:t>775.0507</w:t>
      </w:r>
      <w:r>
        <w:tab/>
        <w:t>2.025e0</w:t>
      </w:r>
    </w:p>
    <w:p w:rsidR="00E00D30" w:rsidRDefault="00E00D30" w:rsidP="00E00D30">
      <w:r>
        <w:t>775.0949</w:t>
      </w:r>
      <w:r>
        <w:tab/>
        <w:t>1.013e0</w:t>
      </w:r>
    </w:p>
    <w:p w:rsidR="00E00D30" w:rsidRDefault="00E00D30" w:rsidP="00E00D30">
      <w:r>
        <w:t>775.1096</w:t>
      </w:r>
      <w:r>
        <w:tab/>
        <w:t>2.025e0</w:t>
      </w:r>
    </w:p>
    <w:p w:rsidR="00E00D30" w:rsidRDefault="00E00D30" w:rsidP="00E00D30">
      <w:r>
        <w:t>775.1624</w:t>
      </w:r>
      <w:r>
        <w:tab/>
        <w:t>1.013e0</w:t>
      </w:r>
    </w:p>
    <w:p w:rsidR="00E00D30" w:rsidRDefault="00E00D30" w:rsidP="00E00D30">
      <w:r>
        <w:t>775.1866</w:t>
      </w:r>
      <w:r>
        <w:tab/>
        <w:t>2.025e0</w:t>
      </w:r>
    </w:p>
    <w:p w:rsidR="00E00D30" w:rsidRDefault="00E00D30" w:rsidP="00E00D30">
      <w:r>
        <w:t>775.1962</w:t>
      </w:r>
      <w:r>
        <w:tab/>
        <w:t>1.013e0</w:t>
      </w:r>
    </w:p>
    <w:p w:rsidR="00E00D30" w:rsidRDefault="00E00D30" w:rsidP="00E00D30">
      <w:r>
        <w:lastRenderedPageBreak/>
        <w:t>775.1976</w:t>
      </w:r>
      <w:r>
        <w:tab/>
        <w:t>1.013e0</w:t>
      </w:r>
    </w:p>
    <w:p w:rsidR="00E00D30" w:rsidRDefault="00E00D30" w:rsidP="00E00D30">
      <w:r>
        <w:t>775.2274</w:t>
      </w:r>
      <w:r>
        <w:tab/>
        <w:t>1.013e0</w:t>
      </w:r>
    </w:p>
    <w:p w:rsidR="00E00D30" w:rsidRDefault="00E00D30" w:rsidP="00E00D30">
      <w:r>
        <w:t>775.2363</w:t>
      </w:r>
      <w:r>
        <w:tab/>
        <w:t>4.051e0</w:t>
      </w:r>
    </w:p>
    <w:p w:rsidR="00E00D30" w:rsidRDefault="00E00D30" w:rsidP="00E00D30">
      <w:r>
        <w:t>775.2419</w:t>
      </w:r>
      <w:r>
        <w:tab/>
        <w:t>2.025e0</w:t>
      </w:r>
    </w:p>
    <w:p w:rsidR="00E00D30" w:rsidRDefault="00E00D30" w:rsidP="00E00D30">
      <w:r>
        <w:t>775.3714</w:t>
      </w:r>
      <w:r>
        <w:tab/>
        <w:t>1.013e0</w:t>
      </w:r>
    </w:p>
    <w:p w:rsidR="00E00D30" w:rsidRDefault="00E00D30" w:rsidP="00E00D30">
      <w:r>
        <w:t>775.4373</w:t>
      </w:r>
      <w:r>
        <w:tab/>
        <w:t>1.013e0</w:t>
      </w:r>
    </w:p>
    <w:p w:rsidR="00E00D30" w:rsidRDefault="00E00D30" w:rsidP="00E00D30">
      <w:r>
        <w:t>775.4523</w:t>
      </w:r>
      <w:r>
        <w:tab/>
        <w:t>1.013e0</w:t>
      </w:r>
    </w:p>
    <w:p w:rsidR="00E00D30" w:rsidRDefault="00E00D30" w:rsidP="00E00D30">
      <w:r>
        <w:t>775.4631</w:t>
      </w:r>
      <w:r>
        <w:tab/>
        <w:t>1.013e0</w:t>
      </w:r>
    </w:p>
    <w:p w:rsidR="00E00D30" w:rsidRDefault="00E00D30" w:rsidP="00E00D30">
      <w:r>
        <w:t>775.4827</w:t>
      </w:r>
      <w:r>
        <w:tab/>
        <w:t>1.906e0</w:t>
      </w:r>
    </w:p>
    <w:p w:rsidR="00E00D30" w:rsidRDefault="00E00D30" w:rsidP="00E00D30">
      <w:r>
        <w:t>775.5024</w:t>
      </w:r>
      <w:r>
        <w:tab/>
        <w:t>1.013e0</w:t>
      </w:r>
    </w:p>
    <w:p w:rsidR="00E00D30" w:rsidRDefault="00E00D30" w:rsidP="00E00D30">
      <w:r>
        <w:t>775.5209</w:t>
      </w:r>
      <w:r>
        <w:tab/>
        <w:t>1.013e0</w:t>
      </w:r>
    </w:p>
    <w:p w:rsidR="00E00D30" w:rsidRDefault="00E00D30" w:rsidP="00E00D30">
      <w:r>
        <w:t>775.5596</w:t>
      </w:r>
      <w:r>
        <w:tab/>
        <w:t>3.038e0</w:t>
      </w:r>
    </w:p>
    <w:p w:rsidR="00E00D30" w:rsidRDefault="00E00D30" w:rsidP="00E00D30">
      <w:r>
        <w:t>775.5880</w:t>
      </w:r>
      <w:r>
        <w:tab/>
        <w:t>4.051e0</w:t>
      </w:r>
    </w:p>
    <w:p w:rsidR="00E00D30" w:rsidRDefault="00E00D30" w:rsidP="00E00D30">
      <w:r>
        <w:t>775.6051</w:t>
      </w:r>
      <w:r>
        <w:tab/>
        <w:t>1.013e0</w:t>
      </w:r>
    </w:p>
    <w:p w:rsidR="00E00D30" w:rsidRDefault="00E00D30" w:rsidP="00E00D30">
      <w:r>
        <w:t>775.6232</w:t>
      </w:r>
      <w:r>
        <w:tab/>
        <w:t>5.063e0</w:t>
      </w:r>
    </w:p>
    <w:p w:rsidR="00E00D30" w:rsidRDefault="00E00D30" w:rsidP="00E00D30">
      <w:r>
        <w:t>775.6563</w:t>
      </w:r>
      <w:r>
        <w:tab/>
        <w:t>1.013e0</w:t>
      </w:r>
    </w:p>
    <w:p w:rsidR="00E00D30" w:rsidRDefault="00E00D30" w:rsidP="00E00D30">
      <w:r>
        <w:t>775.6595</w:t>
      </w:r>
      <w:r>
        <w:tab/>
        <w:t>1.013e0</w:t>
      </w:r>
    </w:p>
    <w:p w:rsidR="00E00D30" w:rsidRDefault="00E00D30" w:rsidP="00E00D30">
      <w:r>
        <w:t>775.6857</w:t>
      </w:r>
      <w:r>
        <w:tab/>
        <w:t>1.013e0</w:t>
      </w:r>
    </w:p>
    <w:p w:rsidR="00E00D30" w:rsidRDefault="00E00D30" w:rsidP="00E00D30">
      <w:r>
        <w:t>775.6993</w:t>
      </w:r>
      <w:r>
        <w:tab/>
        <w:t>1.013e0</w:t>
      </w:r>
    </w:p>
    <w:p w:rsidR="00E00D30" w:rsidRDefault="00E00D30" w:rsidP="00E00D30">
      <w:r>
        <w:lastRenderedPageBreak/>
        <w:t>775.7516</w:t>
      </w:r>
      <w:r>
        <w:tab/>
        <w:t>1.013e0</w:t>
      </w:r>
    </w:p>
    <w:p w:rsidR="00E00D30" w:rsidRDefault="00E00D30" w:rsidP="00E00D30">
      <w:r>
        <w:t>775.7905</w:t>
      </w:r>
      <w:r>
        <w:tab/>
        <w:t>1.013e0</w:t>
      </w:r>
    </w:p>
    <w:p w:rsidR="00E00D30" w:rsidRDefault="00E00D30" w:rsidP="00E00D30">
      <w:r>
        <w:t>775.7919</w:t>
      </w:r>
      <w:r>
        <w:tab/>
        <w:t>1.013e0</w:t>
      </w:r>
    </w:p>
    <w:p w:rsidR="00E00D30" w:rsidRDefault="00E00D30" w:rsidP="00E00D30">
      <w:r>
        <w:t>775.8786</w:t>
      </w:r>
      <w:r>
        <w:tab/>
        <w:t>2.025e0</w:t>
      </w:r>
    </w:p>
    <w:p w:rsidR="00E00D30" w:rsidRDefault="00E00D30" w:rsidP="00E00D30">
      <w:r>
        <w:t>775.9084</w:t>
      </w:r>
      <w:r>
        <w:tab/>
        <w:t>1.013e0</w:t>
      </w:r>
    </w:p>
    <w:p w:rsidR="00E00D30" w:rsidRDefault="00E00D30" w:rsidP="00E00D30">
      <w:r>
        <w:t>775.9281</w:t>
      </w:r>
      <w:r>
        <w:tab/>
        <w:t>1.013e0</w:t>
      </w:r>
    </w:p>
    <w:p w:rsidR="00E00D30" w:rsidRDefault="00E00D30" w:rsidP="00E00D30">
      <w:r>
        <w:t>775.9346</w:t>
      </w:r>
      <w:r>
        <w:tab/>
        <w:t>1.013e0</w:t>
      </w:r>
    </w:p>
    <w:p w:rsidR="00E00D30" w:rsidRDefault="00E00D30" w:rsidP="00E00D30">
      <w:r>
        <w:t>775.9871</w:t>
      </w:r>
      <w:r>
        <w:tab/>
        <w:t>1.013e0</w:t>
      </w:r>
    </w:p>
    <w:p w:rsidR="00E00D30" w:rsidRDefault="00E00D30" w:rsidP="00E00D30">
      <w:r>
        <w:t>776.0005</w:t>
      </w:r>
      <w:r>
        <w:tab/>
        <w:t>1.013e0</w:t>
      </w:r>
    </w:p>
    <w:p w:rsidR="00E00D30" w:rsidRDefault="00E00D30" w:rsidP="00E00D30">
      <w:r>
        <w:t>776.0268</w:t>
      </w:r>
      <w:r>
        <w:tab/>
        <w:t>1.013e0</w:t>
      </w:r>
    </w:p>
    <w:p w:rsidR="00E00D30" w:rsidRDefault="00E00D30" w:rsidP="00E00D30">
      <w:r>
        <w:t>776.0671</w:t>
      </w:r>
      <w:r>
        <w:tab/>
        <w:t>1.013e0</w:t>
      </w:r>
    </w:p>
    <w:p w:rsidR="00E00D30" w:rsidRDefault="00E00D30" w:rsidP="00E00D30">
      <w:r>
        <w:t>776.0899</w:t>
      </w:r>
      <w:r>
        <w:tab/>
        <w:t>3.038e0</w:t>
      </w:r>
    </w:p>
    <w:p w:rsidR="00E00D30" w:rsidRDefault="00E00D30" w:rsidP="00E00D30">
      <w:r>
        <w:t>776.0988</w:t>
      </w:r>
      <w:r>
        <w:tab/>
        <w:t>1.013e0</w:t>
      </w:r>
    </w:p>
    <w:p w:rsidR="00E00D30" w:rsidRDefault="00E00D30" w:rsidP="00E00D30">
      <w:r>
        <w:t>776.1509</w:t>
      </w:r>
      <w:r>
        <w:tab/>
        <w:t>2.025e0</w:t>
      </w:r>
    </w:p>
    <w:p w:rsidR="00E00D30" w:rsidRDefault="00E00D30" w:rsidP="00E00D30">
      <w:r>
        <w:t>776.1574</w:t>
      </w:r>
      <w:r>
        <w:tab/>
        <w:t>1.013e0</w:t>
      </w:r>
    </w:p>
    <w:p w:rsidR="00E00D30" w:rsidRDefault="00E00D30" w:rsidP="00E00D30">
      <w:r>
        <w:t>776.1669</w:t>
      </w:r>
      <w:r>
        <w:tab/>
        <w:t>1.013e0</w:t>
      </w:r>
    </w:p>
    <w:p w:rsidR="00E00D30" w:rsidRDefault="00E00D30" w:rsidP="00E00D30">
      <w:r>
        <w:t>776.2174</w:t>
      </w:r>
      <w:r>
        <w:tab/>
        <w:t>1.013e0</w:t>
      </w:r>
    </w:p>
    <w:p w:rsidR="00E00D30" w:rsidRDefault="00E00D30" w:rsidP="00E00D30">
      <w:r>
        <w:t>776.2205</w:t>
      </w:r>
      <w:r>
        <w:tab/>
        <w:t>3.038e0</w:t>
      </w:r>
    </w:p>
    <w:p w:rsidR="00E00D30" w:rsidRDefault="00E00D30" w:rsidP="00E00D30">
      <w:r>
        <w:t>776.2637</w:t>
      </w:r>
      <w:r>
        <w:tab/>
        <w:t>1.013e0</w:t>
      </w:r>
    </w:p>
    <w:p w:rsidR="00E00D30" w:rsidRDefault="00E00D30" w:rsidP="00E00D30">
      <w:r>
        <w:lastRenderedPageBreak/>
        <w:t>776.2754</w:t>
      </w:r>
      <w:r>
        <w:tab/>
        <w:t>1.013e0</w:t>
      </w:r>
    </w:p>
    <w:p w:rsidR="00E00D30" w:rsidRDefault="00E00D30" w:rsidP="00E00D30">
      <w:r>
        <w:t>776.3020</w:t>
      </w:r>
      <w:r>
        <w:tab/>
        <w:t>1.013e0</w:t>
      </w:r>
    </w:p>
    <w:p w:rsidR="00E00D30" w:rsidRDefault="00E00D30" w:rsidP="00E00D30">
      <w:r>
        <w:t>776.3113</w:t>
      </w:r>
      <w:r>
        <w:tab/>
        <w:t>5.063e0</w:t>
      </w:r>
    </w:p>
    <w:p w:rsidR="00E00D30" w:rsidRDefault="00E00D30" w:rsidP="00E00D30">
      <w:r>
        <w:t>776.3797</w:t>
      </w:r>
      <w:r>
        <w:tab/>
        <w:t>3.925e0</w:t>
      </w:r>
    </w:p>
    <w:p w:rsidR="00E00D30" w:rsidRDefault="00E00D30" w:rsidP="00E00D30">
      <w:r>
        <w:t>776.4296</w:t>
      </w:r>
      <w:r>
        <w:tab/>
        <w:t>2.025e0</w:t>
      </w:r>
    </w:p>
    <w:p w:rsidR="00E00D30" w:rsidRDefault="00E00D30" w:rsidP="00E00D30">
      <w:r>
        <w:t>776.4725</w:t>
      </w:r>
      <w:r>
        <w:tab/>
        <w:t>1.013e0</w:t>
      </w:r>
    </w:p>
    <w:p w:rsidR="00E00D30" w:rsidRDefault="00E00D30" w:rsidP="00E00D30">
      <w:r>
        <w:t>776.4932</w:t>
      </w:r>
      <w:r>
        <w:tab/>
        <w:t>1.951e0</w:t>
      </w:r>
    </w:p>
    <w:p w:rsidR="00E00D30" w:rsidRDefault="00E00D30" w:rsidP="00E00D30">
      <w:r>
        <w:t>776.5068</w:t>
      </w:r>
      <w:r>
        <w:tab/>
        <w:t>1.013e0</w:t>
      </w:r>
    </w:p>
    <w:p w:rsidR="00E00D30" w:rsidRDefault="00E00D30" w:rsidP="00E00D30">
      <w:r>
        <w:t>776.5410</w:t>
      </w:r>
      <w:r>
        <w:tab/>
        <w:t>1.013e0</w:t>
      </w:r>
    </w:p>
    <w:p w:rsidR="00E00D30" w:rsidRDefault="00E00D30" w:rsidP="00E00D30">
      <w:r>
        <w:t>776.5481</w:t>
      </w:r>
      <w:r>
        <w:tab/>
        <w:t>2.025e0</w:t>
      </w:r>
    </w:p>
    <w:p w:rsidR="00E00D30" w:rsidRDefault="00E00D30" w:rsidP="00E00D30">
      <w:r>
        <w:t>776.5917</w:t>
      </w:r>
      <w:r>
        <w:tab/>
        <w:t>1.013e0</w:t>
      </w:r>
    </w:p>
    <w:p w:rsidR="00E00D30" w:rsidRDefault="00E00D30" w:rsidP="00E00D30">
      <w:r>
        <w:t>776.6045</w:t>
      </w:r>
      <w:r>
        <w:tab/>
        <w:t>1.013e0</w:t>
      </w:r>
    </w:p>
    <w:p w:rsidR="00E00D30" w:rsidRDefault="00E00D30" w:rsidP="00E00D30">
      <w:r>
        <w:t>776.6063</w:t>
      </w:r>
      <w:r>
        <w:tab/>
        <w:t>2.025e0</w:t>
      </w:r>
    </w:p>
    <w:p w:rsidR="00E00D30" w:rsidRDefault="00E00D30" w:rsidP="00E00D30">
      <w:r>
        <w:t>776.6260</w:t>
      </w:r>
      <w:r>
        <w:tab/>
        <w:t>1.013e0</w:t>
      </w:r>
    </w:p>
    <w:p w:rsidR="00E00D30" w:rsidRDefault="00E00D30" w:rsidP="00E00D30">
      <w:r>
        <w:t>776.6422</w:t>
      </w:r>
      <w:r>
        <w:tab/>
        <w:t>2.025e0</w:t>
      </w:r>
    </w:p>
    <w:p w:rsidR="00E00D30" w:rsidRDefault="00E00D30" w:rsidP="00E00D30">
      <w:r>
        <w:t>776.7107</w:t>
      </w:r>
      <w:r>
        <w:tab/>
        <w:t>1.013e0</w:t>
      </w:r>
    </w:p>
    <w:p w:rsidR="00E00D30" w:rsidRDefault="00E00D30" w:rsidP="00E00D30">
      <w:r>
        <w:t>776.7357</w:t>
      </w:r>
      <w:r>
        <w:tab/>
        <w:t>1.013e0</w:t>
      </w:r>
    </w:p>
    <w:p w:rsidR="00E00D30" w:rsidRDefault="00E00D30" w:rsidP="00E00D30">
      <w:r>
        <w:t>776.7870</w:t>
      </w:r>
      <w:r>
        <w:tab/>
        <w:t>2.025e0</w:t>
      </w:r>
    </w:p>
    <w:p w:rsidR="00E00D30" w:rsidRDefault="00E00D30" w:rsidP="00E00D30">
      <w:r>
        <w:t>776.8051</w:t>
      </w:r>
      <w:r>
        <w:tab/>
        <w:t>2.025e0</w:t>
      </w:r>
    </w:p>
    <w:p w:rsidR="00E00D30" w:rsidRDefault="00E00D30" w:rsidP="00E00D30">
      <w:r>
        <w:lastRenderedPageBreak/>
        <w:t>776.8304</w:t>
      </w:r>
      <w:r>
        <w:tab/>
        <w:t>2.025e0</w:t>
      </w:r>
    </w:p>
    <w:p w:rsidR="00E00D30" w:rsidRDefault="00E00D30" w:rsidP="00E00D30">
      <w:r>
        <w:t>776.9577</w:t>
      </w:r>
      <w:r>
        <w:tab/>
        <w:t>2.025e0</w:t>
      </w:r>
    </w:p>
    <w:p w:rsidR="00E00D30" w:rsidRDefault="00E00D30" w:rsidP="00E00D30">
      <w:r>
        <w:t>776.9849</w:t>
      </w:r>
      <w:r>
        <w:tab/>
        <w:t>1.013e0</w:t>
      </w:r>
    </w:p>
    <w:p w:rsidR="00E00D30" w:rsidRDefault="00E00D30" w:rsidP="00E00D30">
      <w:r>
        <w:t>777.0111</w:t>
      </w:r>
      <w:r>
        <w:tab/>
        <w:t>1.013e0</w:t>
      </w:r>
    </w:p>
    <w:p w:rsidR="00E00D30" w:rsidRDefault="00E00D30" w:rsidP="00E00D30">
      <w:r>
        <w:t>777.0177</w:t>
      </w:r>
      <w:r>
        <w:tab/>
        <w:t>1.013e0</w:t>
      </w:r>
    </w:p>
    <w:p w:rsidR="00E00D30" w:rsidRDefault="00E00D30" w:rsidP="00E00D30">
      <w:r>
        <w:t>777.0496</w:t>
      </w:r>
      <w:r>
        <w:tab/>
        <w:t>1.013e0</w:t>
      </w:r>
    </w:p>
    <w:p w:rsidR="00E00D30" w:rsidRDefault="00E00D30" w:rsidP="00E00D30">
      <w:r>
        <w:t>777.0885</w:t>
      </w:r>
      <w:r>
        <w:tab/>
        <w:t>1.013e0</w:t>
      </w:r>
    </w:p>
    <w:p w:rsidR="00E00D30" w:rsidRDefault="00E00D30" w:rsidP="00E00D30">
      <w:r>
        <w:t>777.1016</w:t>
      </w:r>
      <w:r>
        <w:tab/>
        <w:t>1.013e0</w:t>
      </w:r>
    </w:p>
    <w:p w:rsidR="00E00D30" w:rsidRDefault="00E00D30" w:rsidP="00E00D30">
      <w:r>
        <w:t>777.1151</w:t>
      </w:r>
      <w:r>
        <w:tab/>
        <w:t>1.013e0</w:t>
      </w:r>
    </w:p>
    <w:p w:rsidR="00E00D30" w:rsidRDefault="00E00D30" w:rsidP="00E00D30">
      <w:r>
        <w:t>777.1707</w:t>
      </w:r>
      <w:r>
        <w:tab/>
        <w:t>1.013e0</w:t>
      </w:r>
    </w:p>
    <w:p w:rsidR="00E00D30" w:rsidRDefault="00E00D30" w:rsidP="00E00D30">
      <w:r>
        <w:t>777.2209</w:t>
      </w:r>
      <w:r>
        <w:tab/>
        <w:t>1.013e0</w:t>
      </w:r>
    </w:p>
    <w:p w:rsidR="00E00D30" w:rsidRDefault="00E00D30" w:rsidP="00E00D30">
      <w:r>
        <w:t>777.2314</w:t>
      </w:r>
      <w:r>
        <w:tab/>
        <w:t>2.025e0</w:t>
      </w:r>
    </w:p>
    <w:p w:rsidR="00E00D30" w:rsidRDefault="00E00D30" w:rsidP="00E00D30">
      <w:r>
        <w:t>777.2463</w:t>
      </w:r>
      <w:r>
        <w:tab/>
        <w:t>1.013e0</w:t>
      </w:r>
    </w:p>
    <w:p w:rsidR="00E00D30" w:rsidRDefault="00E00D30" w:rsidP="00E00D30">
      <w:r>
        <w:t>777.2557</w:t>
      </w:r>
      <w:r>
        <w:tab/>
        <w:t>1.013e0</w:t>
      </w:r>
    </w:p>
    <w:p w:rsidR="00E00D30" w:rsidRDefault="00E00D30" w:rsidP="00E00D30">
      <w:r>
        <w:t>777.2726</w:t>
      </w:r>
      <w:r>
        <w:tab/>
        <w:t>1.013e0</w:t>
      </w:r>
    </w:p>
    <w:p w:rsidR="00E00D30" w:rsidRDefault="00E00D30" w:rsidP="00E00D30">
      <w:r>
        <w:t>777.3513</w:t>
      </w:r>
      <w:r>
        <w:tab/>
        <w:t>2.025e0</w:t>
      </w:r>
    </w:p>
    <w:p w:rsidR="00E00D30" w:rsidRDefault="00E00D30" w:rsidP="00E00D30">
      <w:r>
        <w:t>777.3577</w:t>
      </w:r>
      <w:r>
        <w:tab/>
        <w:t>1.013e0</w:t>
      </w:r>
    </w:p>
    <w:p w:rsidR="00E00D30" w:rsidRDefault="00E00D30" w:rsidP="00E00D30">
      <w:r>
        <w:t>777.3755</w:t>
      </w:r>
      <w:r>
        <w:tab/>
        <w:t>1.013e0</w:t>
      </w:r>
    </w:p>
    <w:p w:rsidR="00E00D30" w:rsidRDefault="00E00D30" w:rsidP="00E00D30">
      <w:r>
        <w:t>777.4299</w:t>
      </w:r>
      <w:r>
        <w:tab/>
        <w:t>1.515e0</w:t>
      </w:r>
    </w:p>
    <w:p w:rsidR="00E00D30" w:rsidRDefault="00E00D30" w:rsidP="00E00D30">
      <w:r>
        <w:lastRenderedPageBreak/>
        <w:t>777.4432</w:t>
      </w:r>
      <w:r>
        <w:tab/>
        <w:t>2.025e0</w:t>
      </w:r>
    </w:p>
    <w:p w:rsidR="00E00D30" w:rsidRDefault="00E00D30" w:rsidP="00E00D30">
      <w:r>
        <w:t>777.4559</w:t>
      </w:r>
      <w:r>
        <w:tab/>
        <w:t>1.013e0</w:t>
      </w:r>
    </w:p>
    <w:p w:rsidR="00E00D30" w:rsidRDefault="00E00D30" w:rsidP="00E00D30">
      <w:r>
        <w:t>777.4781</w:t>
      </w:r>
      <w:r>
        <w:tab/>
        <w:t>1.013e0</w:t>
      </w:r>
    </w:p>
    <w:p w:rsidR="00E00D30" w:rsidRDefault="00E00D30" w:rsidP="00E00D30">
      <w:r>
        <w:t>777.5089</w:t>
      </w:r>
      <w:r>
        <w:tab/>
        <w:t>1.013e0</w:t>
      </w:r>
    </w:p>
    <w:p w:rsidR="00E00D30" w:rsidRDefault="00E00D30" w:rsidP="00E00D30">
      <w:r>
        <w:t>777.5104</w:t>
      </w:r>
      <w:r>
        <w:tab/>
        <w:t>1.013e0</w:t>
      </w:r>
    </w:p>
    <w:p w:rsidR="00E00D30" w:rsidRDefault="00E00D30" w:rsidP="00E00D30">
      <w:r>
        <w:t>777.5193</w:t>
      </w:r>
      <w:r>
        <w:tab/>
        <w:t>2.025e0</w:t>
      </w:r>
    </w:p>
    <w:p w:rsidR="00E00D30" w:rsidRDefault="00E00D30" w:rsidP="00E00D30">
      <w:r>
        <w:t>777.5220</w:t>
      </w:r>
      <w:r>
        <w:tab/>
        <w:t>1.013e0</w:t>
      </w:r>
    </w:p>
    <w:p w:rsidR="00E00D30" w:rsidRDefault="00E00D30" w:rsidP="00E00D30">
      <w:r>
        <w:t>777.5347</w:t>
      </w:r>
      <w:r>
        <w:tab/>
        <w:t>1.013e0</w:t>
      </w:r>
    </w:p>
    <w:p w:rsidR="00E00D30" w:rsidRDefault="00E00D30" w:rsidP="00E00D30">
      <w:r>
        <w:t>777.5624</w:t>
      </w:r>
      <w:r>
        <w:tab/>
        <w:t>1.013e0</w:t>
      </w:r>
    </w:p>
    <w:p w:rsidR="00E00D30" w:rsidRDefault="00E00D30" w:rsidP="00E00D30">
      <w:r>
        <w:t>777.5789</w:t>
      </w:r>
      <w:r>
        <w:tab/>
        <w:t>2.025e0</w:t>
      </w:r>
    </w:p>
    <w:p w:rsidR="00E00D30" w:rsidRDefault="00E00D30" w:rsidP="00E00D30">
      <w:r>
        <w:t>777.5876</w:t>
      </w:r>
      <w:r>
        <w:tab/>
        <w:t>1.013e0</w:t>
      </w:r>
    </w:p>
    <w:p w:rsidR="00E00D30" w:rsidRDefault="00E00D30" w:rsidP="00E00D30">
      <w:r>
        <w:t>777.6008</w:t>
      </w:r>
      <w:r>
        <w:tab/>
        <w:t>1.013e0</w:t>
      </w:r>
    </w:p>
    <w:p w:rsidR="00E00D30" w:rsidRDefault="00E00D30" w:rsidP="00E00D30">
      <w:r>
        <w:t>777.6139</w:t>
      </w:r>
      <w:r>
        <w:tab/>
        <w:t>1.013e0</w:t>
      </w:r>
    </w:p>
    <w:p w:rsidR="00E00D30" w:rsidRDefault="00E00D30" w:rsidP="00E00D30">
      <w:r>
        <w:t>777.6270</w:t>
      </w:r>
      <w:r>
        <w:tab/>
        <w:t>1.013e0</w:t>
      </w:r>
    </w:p>
    <w:p w:rsidR="00E00D30" w:rsidRDefault="00E00D30" w:rsidP="00E00D30">
      <w:r>
        <w:t>777.6645</w:t>
      </w:r>
      <w:r>
        <w:tab/>
        <w:t>1.013e0</w:t>
      </w:r>
    </w:p>
    <w:p w:rsidR="00E00D30" w:rsidRDefault="00E00D30" w:rsidP="00E00D30">
      <w:r>
        <w:t>777.7177</w:t>
      </w:r>
      <w:r>
        <w:tab/>
        <w:t>2.025e0</w:t>
      </w:r>
    </w:p>
    <w:p w:rsidR="00E00D30" w:rsidRDefault="00E00D30" w:rsidP="00E00D30">
      <w:r>
        <w:t>777.7189</w:t>
      </w:r>
      <w:r>
        <w:tab/>
        <w:t>1.013e0</w:t>
      </w:r>
    </w:p>
    <w:p w:rsidR="00E00D30" w:rsidRDefault="00E00D30" w:rsidP="00E00D30">
      <w:r>
        <w:t>777.7584</w:t>
      </w:r>
      <w:r>
        <w:tab/>
        <w:t>1.013e0</w:t>
      </w:r>
    </w:p>
    <w:p w:rsidR="00E00D30" w:rsidRDefault="00E00D30" w:rsidP="00E00D30">
      <w:r>
        <w:t>777.7747</w:t>
      </w:r>
      <w:r>
        <w:tab/>
        <w:t>2.025e0</w:t>
      </w:r>
    </w:p>
    <w:p w:rsidR="00E00D30" w:rsidRDefault="00E00D30" w:rsidP="00E00D30">
      <w:r>
        <w:lastRenderedPageBreak/>
        <w:t>777.8109</w:t>
      </w:r>
      <w:r>
        <w:tab/>
        <w:t>1.013e0</w:t>
      </w:r>
    </w:p>
    <w:p w:rsidR="00E00D30" w:rsidRDefault="00E00D30" w:rsidP="00E00D30">
      <w:r>
        <w:t>777.8154</w:t>
      </w:r>
      <w:r>
        <w:tab/>
        <w:t>3.038e0</w:t>
      </w:r>
    </w:p>
    <w:p w:rsidR="00E00D30" w:rsidRDefault="00E00D30" w:rsidP="00E00D30">
      <w:r>
        <w:t>777.8600</w:t>
      </w:r>
      <w:r>
        <w:tab/>
        <w:t>2.025e0</w:t>
      </w:r>
    </w:p>
    <w:p w:rsidR="00E00D30" w:rsidRDefault="00E00D30" w:rsidP="00E00D30">
      <w:r>
        <w:t>777.8761</w:t>
      </w:r>
      <w:r>
        <w:tab/>
        <w:t>1.013e0</w:t>
      </w:r>
    </w:p>
    <w:p w:rsidR="00E00D30" w:rsidRDefault="00E00D30" w:rsidP="00E00D30">
      <w:r>
        <w:t>777.9725</w:t>
      </w:r>
      <w:r>
        <w:tab/>
        <w:t>3.038e0</w:t>
      </w:r>
    </w:p>
    <w:p w:rsidR="00E00D30" w:rsidRDefault="00E00D30" w:rsidP="00E00D30">
      <w:r>
        <w:t>777.9910</w:t>
      </w:r>
      <w:r>
        <w:tab/>
        <w:t>2.025e0</w:t>
      </w:r>
    </w:p>
    <w:p w:rsidR="00E00D30" w:rsidRDefault="00E00D30" w:rsidP="00E00D30">
      <w:r>
        <w:t>778.0372</w:t>
      </w:r>
      <w:r>
        <w:tab/>
        <w:t>2.025e0</w:t>
      </w:r>
    </w:p>
    <w:p w:rsidR="00E00D30" w:rsidRDefault="00E00D30" w:rsidP="00E00D30">
      <w:r>
        <w:t>778.0891</w:t>
      </w:r>
      <w:r>
        <w:tab/>
        <w:t>1.013e0</w:t>
      </w:r>
    </w:p>
    <w:p w:rsidR="00E00D30" w:rsidRDefault="00E00D30" w:rsidP="00E00D30">
      <w:r>
        <w:t>778.1068</w:t>
      </w:r>
      <w:r>
        <w:tab/>
        <w:t>1.013e0</w:t>
      </w:r>
    </w:p>
    <w:p w:rsidR="00E00D30" w:rsidRDefault="00E00D30" w:rsidP="00E00D30">
      <w:r>
        <w:t>778.1257</w:t>
      </w:r>
      <w:r>
        <w:tab/>
        <w:t>2.025e0</w:t>
      </w:r>
    </w:p>
    <w:p w:rsidR="00E00D30" w:rsidRDefault="00E00D30" w:rsidP="00E00D30">
      <w:r>
        <w:t>778.1524</w:t>
      </w:r>
      <w:r>
        <w:tab/>
        <w:t>1.013e0</w:t>
      </w:r>
    </w:p>
    <w:p w:rsidR="00E00D30" w:rsidRDefault="00E00D30" w:rsidP="00E00D30">
      <w:r>
        <w:t>778.2097</w:t>
      </w:r>
      <w:r>
        <w:tab/>
        <w:t>1.013e0</w:t>
      </w:r>
    </w:p>
    <w:p w:rsidR="00E00D30" w:rsidRDefault="00E00D30" w:rsidP="00E00D30">
      <w:r>
        <w:t>778.2259</w:t>
      </w:r>
      <w:r>
        <w:tab/>
        <w:t>1.013e0</w:t>
      </w:r>
    </w:p>
    <w:p w:rsidR="00E00D30" w:rsidRDefault="00E00D30" w:rsidP="00E00D30">
      <w:r>
        <w:t>778.2444</w:t>
      </w:r>
      <w:r>
        <w:tab/>
        <w:t>1.013e0</w:t>
      </w:r>
    </w:p>
    <w:p w:rsidR="00E00D30" w:rsidRDefault="00E00D30" w:rsidP="00E00D30">
      <w:r>
        <w:t>778.2767</w:t>
      </w:r>
      <w:r>
        <w:tab/>
        <w:t>4.051e0</w:t>
      </w:r>
    </w:p>
    <w:p w:rsidR="00E00D30" w:rsidRDefault="00E00D30" w:rsidP="00E00D30">
      <w:r>
        <w:t>778.2847</w:t>
      </w:r>
      <w:r>
        <w:tab/>
        <w:t>1.013e0</w:t>
      </w:r>
    </w:p>
    <w:p w:rsidR="00E00D30" w:rsidRDefault="00E00D30" w:rsidP="00E00D30">
      <w:r>
        <w:t>778.3321</w:t>
      </w:r>
      <w:r>
        <w:tab/>
        <w:t>2.025e0</w:t>
      </w:r>
    </w:p>
    <w:p w:rsidR="00E00D30" w:rsidRDefault="00E00D30" w:rsidP="00E00D30">
      <w:r>
        <w:t>778.3784</w:t>
      </w:r>
      <w:r>
        <w:tab/>
        <w:t>1.013e0</w:t>
      </w:r>
    </w:p>
    <w:p w:rsidR="00E00D30" w:rsidRDefault="00E00D30" w:rsidP="00E00D30">
      <w:r>
        <w:t>778.4196</w:t>
      </w:r>
      <w:r>
        <w:tab/>
        <w:t>1.759e0</w:t>
      </w:r>
    </w:p>
    <w:p w:rsidR="00E00D30" w:rsidRDefault="00E00D30" w:rsidP="00E00D30">
      <w:r>
        <w:lastRenderedPageBreak/>
        <w:t>778.4283</w:t>
      </w:r>
      <w:r>
        <w:tab/>
        <w:t>5.838e0</w:t>
      </w:r>
    </w:p>
    <w:p w:rsidR="00E00D30" w:rsidRDefault="00E00D30" w:rsidP="00E00D30">
      <w:r>
        <w:t>778.4471</w:t>
      </w:r>
      <w:r>
        <w:tab/>
        <w:t>1.013e0</w:t>
      </w:r>
    </w:p>
    <w:p w:rsidR="00E00D30" w:rsidRDefault="00E00D30" w:rsidP="00E00D30">
      <w:r>
        <w:t>778.4809</w:t>
      </w:r>
      <w:r>
        <w:tab/>
        <w:t>1.013e0</w:t>
      </w:r>
    </w:p>
    <w:p w:rsidR="00E00D30" w:rsidRDefault="00E00D30" w:rsidP="00E00D30">
      <w:r>
        <w:t>778.5057</w:t>
      </w:r>
      <w:r>
        <w:tab/>
        <w:t>2.025e0</w:t>
      </w:r>
    </w:p>
    <w:p w:rsidR="00E00D30" w:rsidRDefault="00E00D30" w:rsidP="00E00D30">
      <w:r>
        <w:t>778.5292</w:t>
      </w:r>
      <w:r>
        <w:tab/>
        <w:t>3.038e0</w:t>
      </w:r>
    </w:p>
    <w:p w:rsidR="00E00D30" w:rsidRDefault="00E00D30" w:rsidP="00E00D30">
      <w:r>
        <w:t>778.5330</w:t>
      </w:r>
      <w:r>
        <w:tab/>
        <w:t>2.025e0</w:t>
      </w:r>
    </w:p>
    <w:p w:rsidR="00E00D30" w:rsidRDefault="00E00D30" w:rsidP="00E00D30">
      <w:r>
        <w:t>778.5488</w:t>
      </w:r>
      <w:r>
        <w:tab/>
        <w:t>3.038e0</w:t>
      </w:r>
    </w:p>
    <w:p w:rsidR="00E00D30" w:rsidRDefault="00E00D30" w:rsidP="00E00D30">
      <w:r>
        <w:t>778.7302</w:t>
      </w:r>
      <w:r>
        <w:tab/>
        <w:t>1.013e0</w:t>
      </w:r>
    </w:p>
    <w:p w:rsidR="00E00D30" w:rsidRDefault="00E00D30" w:rsidP="00E00D30">
      <w:r>
        <w:t>778.7964</w:t>
      </w:r>
      <w:r>
        <w:tab/>
        <w:t>1.013e0</w:t>
      </w:r>
    </w:p>
    <w:p w:rsidR="00E00D30" w:rsidRDefault="00E00D30" w:rsidP="00E00D30">
      <w:r>
        <w:t>778.8021</w:t>
      </w:r>
      <w:r>
        <w:tab/>
        <w:t>3.038e0</w:t>
      </w:r>
    </w:p>
    <w:p w:rsidR="00E00D30" w:rsidRDefault="00E00D30" w:rsidP="00E00D30">
      <w:r>
        <w:t>778.8227</w:t>
      </w:r>
      <w:r>
        <w:tab/>
        <w:t>1.013e0</w:t>
      </w:r>
    </w:p>
    <w:p w:rsidR="00E00D30" w:rsidRDefault="00E00D30" w:rsidP="00E00D30">
      <w:r>
        <w:t>778.8649</w:t>
      </w:r>
      <w:r>
        <w:tab/>
        <w:t>2.025e0</w:t>
      </w:r>
    </w:p>
    <w:p w:rsidR="00E00D30" w:rsidRDefault="00E00D30" w:rsidP="00E00D30">
      <w:r>
        <w:t>778.8896</w:t>
      </w:r>
      <w:r>
        <w:tab/>
        <w:t>1.013e0</w:t>
      </w:r>
    </w:p>
    <w:p w:rsidR="00E00D30" w:rsidRDefault="00E00D30" w:rsidP="00E00D30">
      <w:r>
        <w:t>778.9673</w:t>
      </w:r>
      <w:r>
        <w:tab/>
        <w:t>1.013e0</w:t>
      </w:r>
    </w:p>
    <w:p w:rsidR="00E00D30" w:rsidRDefault="00E00D30" w:rsidP="00E00D30">
      <w:r>
        <w:t>779.0327</w:t>
      </w:r>
      <w:r>
        <w:tab/>
        <w:t>1.013e0</w:t>
      </w:r>
    </w:p>
    <w:p w:rsidR="00E00D30" w:rsidRDefault="00E00D30" w:rsidP="00E00D30">
      <w:r>
        <w:t>779.0424</w:t>
      </w:r>
      <w:r>
        <w:tab/>
        <w:t>1.013e0</w:t>
      </w:r>
    </w:p>
    <w:p w:rsidR="00E00D30" w:rsidRDefault="00E00D30" w:rsidP="00E00D30">
      <w:r>
        <w:t>779.0458</w:t>
      </w:r>
      <w:r>
        <w:tab/>
        <w:t>2.025e0</w:t>
      </w:r>
    </w:p>
    <w:p w:rsidR="00E00D30" w:rsidRDefault="00E00D30" w:rsidP="00E00D30">
      <w:r>
        <w:t>779.0604</w:t>
      </w:r>
      <w:r>
        <w:tab/>
        <w:t>1.013e0</w:t>
      </w:r>
    </w:p>
    <w:p w:rsidR="00E00D30" w:rsidRDefault="00E00D30" w:rsidP="00E00D30">
      <w:r>
        <w:t>779.1642</w:t>
      </w:r>
      <w:r>
        <w:tab/>
        <w:t>1.013e0</w:t>
      </w:r>
    </w:p>
    <w:p w:rsidR="00E00D30" w:rsidRDefault="00E00D30" w:rsidP="00E00D30">
      <w:r>
        <w:lastRenderedPageBreak/>
        <w:t>779.1774</w:t>
      </w:r>
      <w:r>
        <w:tab/>
        <w:t>1.013e0</w:t>
      </w:r>
    </w:p>
    <w:p w:rsidR="00E00D30" w:rsidRDefault="00E00D30" w:rsidP="00E00D30">
      <w:r>
        <w:t>779.1953</w:t>
      </w:r>
      <w:r>
        <w:tab/>
        <w:t>1.013e0</w:t>
      </w:r>
    </w:p>
    <w:p w:rsidR="00E00D30" w:rsidRDefault="00E00D30" w:rsidP="00E00D30">
      <w:r>
        <w:t>779.2138</w:t>
      </w:r>
      <w:r>
        <w:tab/>
        <w:t>2.025e0</w:t>
      </w:r>
    </w:p>
    <w:p w:rsidR="00E00D30" w:rsidRDefault="00E00D30" w:rsidP="00E00D30">
      <w:r>
        <w:t>779.2173</w:t>
      </w:r>
      <w:r>
        <w:tab/>
        <w:t>1.013e0</w:t>
      </w:r>
    </w:p>
    <w:p w:rsidR="00E00D30" w:rsidRDefault="00E00D30" w:rsidP="00E00D30">
      <w:r>
        <w:t>779.2304</w:t>
      </w:r>
      <w:r>
        <w:tab/>
        <w:t>2.025e0</w:t>
      </w:r>
    </w:p>
    <w:p w:rsidR="00E00D30" w:rsidRDefault="00E00D30" w:rsidP="00E00D30">
      <w:r>
        <w:t>779.2563</w:t>
      </w:r>
      <w:r>
        <w:tab/>
        <w:t>1.013e0</w:t>
      </w:r>
    </w:p>
    <w:p w:rsidR="00E00D30" w:rsidRDefault="00E00D30" w:rsidP="00E00D30">
      <w:r>
        <w:t>779.3038</w:t>
      </w:r>
      <w:r>
        <w:tab/>
        <w:t>2.025e0</w:t>
      </w:r>
    </w:p>
    <w:p w:rsidR="00E00D30" w:rsidRDefault="00E00D30" w:rsidP="00E00D30">
      <w:r>
        <w:t>779.3145</w:t>
      </w:r>
      <w:r>
        <w:tab/>
        <w:t>2.025e0</w:t>
      </w:r>
    </w:p>
    <w:p w:rsidR="00E00D30" w:rsidRDefault="00E00D30" w:rsidP="00E00D30">
      <w:r>
        <w:t>779.3353</w:t>
      </w:r>
      <w:r>
        <w:tab/>
        <w:t>1.013e0</w:t>
      </w:r>
    </w:p>
    <w:p w:rsidR="00E00D30" w:rsidRDefault="00E00D30" w:rsidP="00E00D30">
      <w:r>
        <w:t>779.3484</w:t>
      </w:r>
      <w:r>
        <w:tab/>
        <w:t>1.013e0</w:t>
      </w:r>
    </w:p>
    <w:p w:rsidR="00E00D30" w:rsidRDefault="00E00D30" w:rsidP="00E00D30">
      <w:r>
        <w:t>779.4517</w:t>
      </w:r>
      <w:r>
        <w:tab/>
        <w:t>2.025e0</w:t>
      </w:r>
    </w:p>
    <w:p w:rsidR="00E00D30" w:rsidRDefault="00E00D30" w:rsidP="00E00D30">
      <w:r>
        <w:t>779.4551</w:t>
      </w:r>
      <w:r>
        <w:tab/>
        <w:t>1.013e0</w:t>
      </w:r>
    </w:p>
    <w:p w:rsidR="00E00D30" w:rsidRDefault="00E00D30" w:rsidP="00E00D30">
      <w:r>
        <w:t>779.4858</w:t>
      </w:r>
      <w:r>
        <w:tab/>
        <w:t>4.886e0</w:t>
      </w:r>
    </w:p>
    <w:p w:rsidR="00E00D30" w:rsidRDefault="00E00D30" w:rsidP="00E00D30">
      <w:r>
        <w:t>779.4936</w:t>
      </w:r>
      <w:r>
        <w:tab/>
        <w:t>1.013e0</w:t>
      </w:r>
    </w:p>
    <w:p w:rsidR="00E00D30" w:rsidRDefault="00E00D30" w:rsidP="00E00D30">
      <w:r>
        <w:t>779.5016</w:t>
      </w:r>
      <w:r>
        <w:tab/>
        <w:t>1.013e0</w:t>
      </w:r>
    </w:p>
    <w:p w:rsidR="00E00D30" w:rsidRDefault="00E00D30" w:rsidP="00E00D30">
      <w:r>
        <w:t>779.5067</w:t>
      </w:r>
      <w:r>
        <w:tab/>
        <w:t>1.013e0</w:t>
      </w:r>
    </w:p>
    <w:p w:rsidR="00E00D30" w:rsidRDefault="00E00D30" w:rsidP="00E00D30">
      <w:r>
        <w:t>779.5462</w:t>
      </w:r>
      <w:r>
        <w:tab/>
        <w:t>1.013e0</w:t>
      </w:r>
    </w:p>
    <w:p w:rsidR="00E00D30" w:rsidRDefault="00E00D30" w:rsidP="00E00D30">
      <w:r>
        <w:t>779.5535</w:t>
      </w:r>
      <w:r>
        <w:tab/>
        <w:t>2.025e0</w:t>
      </w:r>
    </w:p>
    <w:p w:rsidR="00E00D30" w:rsidRDefault="00E00D30" w:rsidP="00E00D30">
      <w:r>
        <w:t>779.5590</w:t>
      </w:r>
      <w:r>
        <w:tab/>
        <w:t>1.013e0</w:t>
      </w:r>
    </w:p>
    <w:p w:rsidR="00E00D30" w:rsidRDefault="00E00D30" w:rsidP="00E00D30">
      <w:r>
        <w:lastRenderedPageBreak/>
        <w:t>779.5700</w:t>
      </w:r>
      <w:r>
        <w:tab/>
        <w:t>1.013e0</w:t>
      </w:r>
    </w:p>
    <w:p w:rsidR="00E00D30" w:rsidRDefault="00E00D30" w:rsidP="00E00D30">
      <w:r>
        <w:t>779.5857</w:t>
      </w:r>
      <w:r>
        <w:tab/>
        <w:t>1.013e0</w:t>
      </w:r>
    </w:p>
    <w:p w:rsidR="00E00D30" w:rsidRDefault="00E00D30" w:rsidP="00E00D30">
      <w:r>
        <w:t>779.6656</w:t>
      </w:r>
      <w:r>
        <w:tab/>
        <w:t>1.013e0</w:t>
      </w:r>
    </w:p>
    <w:p w:rsidR="00E00D30" w:rsidRDefault="00E00D30" w:rsidP="00E00D30">
      <w:r>
        <w:t>779.7054</w:t>
      </w:r>
      <w:r>
        <w:tab/>
        <w:t>2.025e0</w:t>
      </w:r>
    </w:p>
    <w:p w:rsidR="00E00D30" w:rsidRDefault="00E00D30" w:rsidP="00E00D30">
      <w:r>
        <w:t>779.7169</w:t>
      </w:r>
      <w:r>
        <w:tab/>
        <w:t>1.013e0</w:t>
      </w:r>
    </w:p>
    <w:p w:rsidR="00E00D30" w:rsidRDefault="00E00D30" w:rsidP="00E00D30">
      <w:r>
        <w:t>779.7404</w:t>
      </w:r>
      <w:r>
        <w:tab/>
        <w:t>1.013e0</w:t>
      </w:r>
    </w:p>
    <w:p w:rsidR="00E00D30" w:rsidRDefault="00E00D30" w:rsidP="00E00D30">
      <w:r>
        <w:t>779.8245</w:t>
      </w:r>
      <w:r>
        <w:tab/>
        <w:t>1.013e0</w:t>
      </w:r>
    </w:p>
    <w:p w:rsidR="00E00D30" w:rsidRDefault="00E00D30" w:rsidP="00E00D30">
      <w:r>
        <w:t>779.8489</w:t>
      </w:r>
      <w:r>
        <w:tab/>
        <w:t>1.013e0</w:t>
      </w:r>
    </w:p>
    <w:p w:rsidR="00E00D30" w:rsidRDefault="00E00D30" w:rsidP="00E00D30">
      <w:r>
        <w:t>779.9148</w:t>
      </w:r>
      <w:r>
        <w:tab/>
        <w:t>1.013e0</w:t>
      </w:r>
    </w:p>
    <w:p w:rsidR="00E00D30" w:rsidRDefault="00E00D30" w:rsidP="00E00D30">
      <w:r>
        <w:t>779.9425</w:t>
      </w:r>
      <w:r>
        <w:tab/>
        <w:t>2.025e0</w:t>
      </w:r>
    </w:p>
    <w:p w:rsidR="00E00D30" w:rsidRDefault="00E00D30" w:rsidP="00E00D30">
      <w:r>
        <w:t>779.9714</w:t>
      </w:r>
      <w:r>
        <w:tab/>
        <w:t>2.025e0</w:t>
      </w:r>
    </w:p>
    <w:p w:rsidR="00E00D30" w:rsidRDefault="00E00D30" w:rsidP="00E00D30">
      <w:r>
        <w:t>779.9793</w:t>
      </w:r>
      <w:r>
        <w:tab/>
        <w:t>2.025e0</w:t>
      </w:r>
    </w:p>
    <w:p w:rsidR="00E00D30" w:rsidRDefault="00E00D30" w:rsidP="00E00D30">
      <w:r>
        <w:t>780.0122</w:t>
      </w:r>
      <w:r>
        <w:tab/>
        <w:t>2.025e0</w:t>
      </w:r>
    </w:p>
    <w:p w:rsidR="00E00D30" w:rsidRDefault="00E00D30" w:rsidP="00E00D30">
      <w:r>
        <w:t>780.0474</w:t>
      </w:r>
      <w:r>
        <w:tab/>
        <w:t>1.013e0</w:t>
      </w:r>
    </w:p>
    <w:p w:rsidR="00E00D30" w:rsidRDefault="00E00D30" w:rsidP="00E00D30">
      <w:r>
        <w:t>780.0596</w:t>
      </w:r>
      <w:r>
        <w:tab/>
        <w:t>1.013e0</w:t>
      </w:r>
    </w:p>
    <w:p w:rsidR="00E00D30" w:rsidRDefault="00E00D30" w:rsidP="00E00D30">
      <w:r>
        <w:t>780.0987</w:t>
      </w:r>
      <w:r>
        <w:tab/>
        <w:t>1.013e0</w:t>
      </w:r>
    </w:p>
    <w:p w:rsidR="00E00D30" w:rsidRDefault="00E00D30" w:rsidP="00E00D30">
      <w:r>
        <w:t>780.1135</w:t>
      </w:r>
      <w:r>
        <w:tab/>
        <w:t>1.013e0</w:t>
      </w:r>
    </w:p>
    <w:p w:rsidR="00E00D30" w:rsidRDefault="00E00D30" w:rsidP="00E00D30">
      <w:r>
        <w:t>780.1321</w:t>
      </w:r>
      <w:r>
        <w:tab/>
        <w:t>2.025e0</w:t>
      </w:r>
    </w:p>
    <w:p w:rsidR="00E00D30" w:rsidRDefault="00E00D30" w:rsidP="00E00D30">
      <w:r>
        <w:t>780.1854</w:t>
      </w:r>
      <w:r>
        <w:tab/>
        <w:t>3.038e0</w:t>
      </w:r>
    </w:p>
    <w:p w:rsidR="00E00D30" w:rsidRDefault="00E00D30" w:rsidP="00E00D30">
      <w:r>
        <w:lastRenderedPageBreak/>
        <w:t>780.2332</w:t>
      </w:r>
      <w:r>
        <w:tab/>
        <w:t>1.013e0</w:t>
      </w:r>
    </w:p>
    <w:p w:rsidR="00E00D30" w:rsidRDefault="00E00D30" w:rsidP="00E00D30">
      <w:r>
        <w:t>780.2398</w:t>
      </w:r>
      <w:r>
        <w:tab/>
        <w:t>2.025e0</w:t>
      </w:r>
    </w:p>
    <w:p w:rsidR="00E00D30" w:rsidRDefault="00E00D30" w:rsidP="00E00D30">
      <w:r>
        <w:t>780.2551</w:t>
      </w:r>
      <w:r>
        <w:tab/>
        <w:t>2.025e0</w:t>
      </w:r>
    </w:p>
    <w:p w:rsidR="00E00D30" w:rsidRDefault="00E00D30" w:rsidP="00E00D30">
      <w:r>
        <w:t>780.2837</w:t>
      </w:r>
      <w:r>
        <w:tab/>
        <w:t>1.013e0</w:t>
      </w:r>
    </w:p>
    <w:p w:rsidR="00E00D30" w:rsidRDefault="00E00D30" w:rsidP="00E00D30">
      <w:r>
        <w:t>780.3129</w:t>
      </w:r>
      <w:r>
        <w:tab/>
        <w:t>5.063e0</w:t>
      </w:r>
    </w:p>
    <w:p w:rsidR="00E00D30" w:rsidRDefault="00E00D30" w:rsidP="00E00D30">
      <w:r>
        <w:t>780.3372</w:t>
      </w:r>
      <w:r>
        <w:tab/>
        <w:t>1.013e0</w:t>
      </w:r>
    </w:p>
    <w:p w:rsidR="00E00D30" w:rsidRDefault="00E00D30" w:rsidP="00E00D30">
      <w:r>
        <w:t>780.3533</w:t>
      </w:r>
      <w:r>
        <w:tab/>
        <w:t>1.013e0</w:t>
      </w:r>
    </w:p>
    <w:p w:rsidR="00E00D30" w:rsidRDefault="00E00D30" w:rsidP="00E00D30">
      <w:r>
        <w:t>780.3625</w:t>
      </w:r>
      <w:r>
        <w:tab/>
        <w:t>1.013e0</w:t>
      </w:r>
    </w:p>
    <w:p w:rsidR="00E00D30" w:rsidRDefault="00E00D30" w:rsidP="00E00D30">
      <w:r>
        <w:t>780.3753</w:t>
      </w:r>
      <w:r>
        <w:tab/>
        <w:t>1.013e0</w:t>
      </w:r>
    </w:p>
    <w:p w:rsidR="00E00D30" w:rsidRDefault="00E00D30" w:rsidP="00E00D30">
      <w:r>
        <w:t>780.4476</w:t>
      </w:r>
      <w:r>
        <w:tab/>
        <w:t>2.025e0</w:t>
      </w:r>
    </w:p>
    <w:p w:rsidR="00E00D30" w:rsidRDefault="00E00D30" w:rsidP="00E00D30">
      <w:r>
        <w:t>780.4695</w:t>
      </w:r>
      <w:r>
        <w:tab/>
        <w:t>3.038e0</w:t>
      </w:r>
    </w:p>
    <w:p w:rsidR="00E00D30" w:rsidRDefault="00E00D30" w:rsidP="00E00D30">
      <w:r>
        <w:t>780.4753</w:t>
      </w:r>
      <w:r>
        <w:tab/>
        <w:t>2.870e0</w:t>
      </w:r>
    </w:p>
    <w:p w:rsidR="00E00D30" w:rsidRDefault="00E00D30" w:rsidP="00E00D30">
      <w:r>
        <w:t>780.4766</w:t>
      </w:r>
      <w:r>
        <w:tab/>
        <w:t>2.025e0</w:t>
      </w:r>
    </w:p>
    <w:p w:rsidR="00E00D30" w:rsidRDefault="00E00D30" w:rsidP="00E00D30">
      <w:r>
        <w:t>780.4887</w:t>
      </w:r>
      <w:r>
        <w:tab/>
        <w:t>1.013e0</w:t>
      </w:r>
    </w:p>
    <w:p w:rsidR="00E00D30" w:rsidRDefault="00E00D30" w:rsidP="00E00D30">
      <w:r>
        <w:t>780.5222</w:t>
      </w:r>
      <w:r>
        <w:tab/>
        <w:t>1.013e0</w:t>
      </w:r>
    </w:p>
    <w:p w:rsidR="00E00D30" w:rsidRDefault="00E00D30" w:rsidP="00E00D30">
      <w:r>
        <w:t>780.5403</w:t>
      </w:r>
      <w:r>
        <w:tab/>
        <w:t>2.025e0</w:t>
      </w:r>
    </w:p>
    <w:p w:rsidR="00E00D30" w:rsidRDefault="00E00D30" w:rsidP="00E00D30">
      <w:r>
        <w:t>780.5425</w:t>
      </w:r>
      <w:r>
        <w:tab/>
        <w:t>3.038e0</w:t>
      </w:r>
    </w:p>
    <w:p w:rsidR="00E00D30" w:rsidRDefault="00E00D30" w:rsidP="00E00D30">
      <w:r>
        <w:t>780.5574</w:t>
      </w:r>
      <w:r>
        <w:tab/>
        <w:t>3.038e0</w:t>
      </w:r>
    </w:p>
    <w:p w:rsidR="00E00D30" w:rsidRDefault="00E00D30" w:rsidP="00E00D30">
      <w:r>
        <w:t>780.5742</w:t>
      </w:r>
      <w:r>
        <w:tab/>
        <w:t>2.025e0</w:t>
      </w:r>
    </w:p>
    <w:p w:rsidR="00E00D30" w:rsidRDefault="00E00D30" w:rsidP="00E00D30">
      <w:r>
        <w:lastRenderedPageBreak/>
        <w:t>780.5903</w:t>
      </w:r>
      <w:r>
        <w:tab/>
        <w:t>1.013e0</w:t>
      </w:r>
    </w:p>
    <w:p w:rsidR="00E00D30" w:rsidRDefault="00E00D30" w:rsidP="00E00D30">
      <w:r>
        <w:t>780.6588</w:t>
      </w:r>
      <w:r>
        <w:tab/>
        <w:t>1.013e0</w:t>
      </w:r>
    </w:p>
    <w:p w:rsidR="00E00D30" w:rsidRDefault="00E00D30" w:rsidP="00E00D30">
      <w:r>
        <w:t>780.6652</w:t>
      </w:r>
      <w:r>
        <w:tab/>
        <w:t>1.013e0</w:t>
      </w:r>
    </w:p>
    <w:p w:rsidR="00E00D30" w:rsidRDefault="00E00D30" w:rsidP="00E00D30">
      <w:r>
        <w:t>780.6783</w:t>
      </w:r>
      <w:r>
        <w:tab/>
        <w:t>1.013e0</w:t>
      </w:r>
    </w:p>
    <w:p w:rsidR="00E00D30" w:rsidRDefault="00E00D30" w:rsidP="00E00D30">
      <w:r>
        <w:t>780.6797</w:t>
      </w:r>
      <w:r>
        <w:tab/>
        <w:t>1.013e0</w:t>
      </w:r>
    </w:p>
    <w:p w:rsidR="00E00D30" w:rsidRDefault="00E00D30" w:rsidP="00E00D30">
      <w:r>
        <w:t>780.7720</w:t>
      </w:r>
      <w:r>
        <w:tab/>
        <w:t>1.013e0</w:t>
      </w:r>
    </w:p>
    <w:p w:rsidR="00E00D30" w:rsidRDefault="00E00D30" w:rsidP="00E00D30">
      <w:r>
        <w:t>780.8629</w:t>
      </w:r>
      <w:r>
        <w:tab/>
        <w:t>1.013e0</w:t>
      </w:r>
    </w:p>
    <w:p w:rsidR="00E00D30" w:rsidRDefault="00E00D30" w:rsidP="00E00D30">
      <w:r>
        <w:t>780.9424</w:t>
      </w:r>
      <w:r>
        <w:tab/>
        <w:t>1.013e0</w:t>
      </w:r>
    </w:p>
    <w:p w:rsidR="00E00D30" w:rsidRDefault="00E00D30" w:rsidP="00E00D30">
      <w:r>
        <w:t>780.9556</w:t>
      </w:r>
      <w:r>
        <w:tab/>
        <w:t>1.013e0</w:t>
      </w:r>
    </w:p>
    <w:p w:rsidR="00E00D30" w:rsidRDefault="00E00D30" w:rsidP="00E00D30">
      <w:r>
        <w:t>780.9674</w:t>
      </w:r>
      <w:r>
        <w:tab/>
        <w:t>3.038e0</w:t>
      </w:r>
    </w:p>
    <w:p w:rsidR="00E00D30" w:rsidRDefault="00E00D30" w:rsidP="00E00D30">
      <w:r>
        <w:t>781.0156</w:t>
      </w:r>
      <w:r>
        <w:tab/>
        <w:t>1.013e0</w:t>
      </w:r>
    </w:p>
    <w:p w:rsidR="00E00D30" w:rsidRDefault="00E00D30" w:rsidP="00E00D30">
      <w:r>
        <w:t>781.0215</w:t>
      </w:r>
      <w:r>
        <w:tab/>
        <w:t>2.025e0</w:t>
      </w:r>
    </w:p>
    <w:p w:rsidR="00E00D30" w:rsidRDefault="00E00D30" w:rsidP="00E00D30">
      <w:r>
        <w:t>781.0345</w:t>
      </w:r>
      <w:r>
        <w:tab/>
        <w:t>2.025e0</w:t>
      </w:r>
    </w:p>
    <w:p w:rsidR="00E00D30" w:rsidRDefault="00E00D30" w:rsidP="00E00D30">
      <w:r>
        <w:t>781.1003</w:t>
      </w:r>
      <w:r>
        <w:tab/>
        <w:t>4.051e0</w:t>
      </w:r>
    </w:p>
    <w:p w:rsidR="00E00D30" w:rsidRDefault="00E00D30" w:rsidP="00E00D30">
      <w:r>
        <w:t>781.1688</w:t>
      </w:r>
      <w:r>
        <w:tab/>
        <w:t>1.013e0</w:t>
      </w:r>
    </w:p>
    <w:p w:rsidR="00E00D30" w:rsidRDefault="00E00D30" w:rsidP="00E00D30">
      <w:r>
        <w:t>781.1745</w:t>
      </w:r>
      <w:r>
        <w:tab/>
        <w:t>2.025e0</w:t>
      </w:r>
    </w:p>
    <w:p w:rsidR="00E00D30" w:rsidRDefault="00E00D30" w:rsidP="00E00D30">
      <w:r>
        <w:t>781.1797</w:t>
      </w:r>
      <w:r>
        <w:tab/>
        <w:t>1.013e0</w:t>
      </w:r>
    </w:p>
    <w:p w:rsidR="00E00D30" w:rsidRDefault="00E00D30" w:rsidP="00E00D30">
      <w:r>
        <w:t>781.1938</w:t>
      </w:r>
      <w:r>
        <w:tab/>
        <w:t>1.013e0</w:t>
      </w:r>
    </w:p>
    <w:p w:rsidR="00E00D30" w:rsidRDefault="00E00D30" w:rsidP="00E00D30">
      <w:r>
        <w:t>781.2552</w:t>
      </w:r>
      <w:r>
        <w:tab/>
        <w:t>1.013e0</w:t>
      </w:r>
    </w:p>
    <w:p w:rsidR="00E00D30" w:rsidRDefault="00E00D30" w:rsidP="00E00D30">
      <w:r>
        <w:lastRenderedPageBreak/>
        <w:t>781.2716</w:t>
      </w:r>
      <w:r>
        <w:tab/>
        <w:t>1.013e0</w:t>
      </w:r>
    </w:p>
    <w:p w:rsidR="00E00D30" w:rsidRDefault="00E00D30" w:rsidP="00E00D30">
      <w:r>
        <w:t>781.3126</w:t>
      </w:r>
      <w:r>
        <w:tab/>
        <w:t>1.013e0</w:t>
      </w:r>
    </w:p>
    <w:p w:rsidR="00E00D30" w:rsidRDefault="00E00D30" w:rsidP="00E00D30">
      <w:r>
        <w:t>781.3325</w:t>
      </w:r>
      <w:r>
        <w:tab/>
        <w:t>2.025e0</w:t>
      </w:r>
    </w:p>
    <w:p w:rsidR="00E00D30" w:rsidRDefault="00E00D30" w:rsidP="00E00D30">
      <w:r>
        <w:t>781.3653</w:t>
      </w:r>
      <w:r>
        <w:tab/>
        <w:t>1.013e0</w:t>
      </w:r>
    </w:p>
    <w:p w:rsidR="00E00D30" w:rsidRDefault="00E00D30" w:rsidP="00E00D30">
      <w:r>
        <w:t>781.3771</w:t>
      </w:r>
      <w:r>
        <w:tab/>
        <w:t>1.013e0</w:t>
      </w:r>
    </w:p>
    <w:p w:rsidR="00E00D30" w:rsidRDefault="00E00D30" w:rsidP="00E00D30">
      <w:r>
        <w:t>781.3907</w:t>
      </w:r>
      <w:r>
        <w:tab/>
        <w:t>1.013e0</w:t>
      </w:r>
    </w:p>
    <w:p w:rsidR="00E00D30" w:rsidRDefault="00E00D30" w:rsidP="00E00D30">
      <w:r>
        <w:t>781.3986</w:t>
      </w:r>
      <w:r>
        <w:tab/>
        <w:t>3.038e0</w:t>
      </w:r>
    </w:p>
    <w:p w:rsidR="00E00D30" w:rsidRDefault="00E00D30" w:rsidP="00E00D30">
      <w:r>
        <w:t>781.4071</w:t>
      </w:r>
      <w:r>
        <w:tab/>
        <w:t>1.013e0</w:t>
      </w:r>
    </w:p>
    <w:p w:rsidR="00E00D30" w:rsidRDefault="00E00D30" w:rsidP="00E00D30">
      <w:r>
        <w:t>781.4199</w:t>
      </w:r>
      <w:r>
        <w:tab/>
        <w:t>3.883e0</w:t>
      </w:r>
    </w:p>
    <w:p w:rsidR="00E00D30" w:rsidRDefault="00E00D30" w:rsidP="00E00D30">
      <w:r>
        <w:t>781.4708</w:t>
      </w:r>
      <w:r>
        <w:tab/>
        <w:t>1.013e0</w:t>
      </w:r>
    </w:p>
    <w:p w:rsidR="00E00D30" w:rsidRDefault="00E00D30" w:rsidP="00E00D30">
      <w:r>
        <w:t>781.4831</w:t>
      </w:r>
      <w:r>
        <w:tab/>
        <w:t>2.025e0</w:t>
      </w:r>
    </w:p>
    <w:p w:rsidR="00E00D30" w:rsidRDefault="00E00D30" w:rsidP="00E00D30">
      <w:r>
        <w:t>781.4865</w:t>
      </w:r>
      <w:r>
        <w:tab/>
        <w:t>1.759e0</w:t>
      </w:r>
    </w:p>
    <w:p w:rsidR="00E00D30" w:rsidRDefault="00E00D30" w:rsidP="00E00D30">
      <w:r>
        <w:t>781.5090</w:t>
      </w:r>
      <w:r>
        <w:tab/>
        <w:t>1.013e0</w:t>
      </w:r>
    </w:p>
    <w:p w:rsidR="00E00D30" w:rsidRDefault="00E00D30" w:rsidP="00E00D30">
      <w:r>
        <w:t>781.5618</w:t>
      </w:r>
      <w:r>
        <w:tab/>
        <w:t>1.013e0</w:t>
      </w:r>
    </w:p>
    <w:p w:rsidR="00E00D30" w:rsidRDefault="00E00D30" w:rsidP="00E00D30">
      <w:r>
        <w:t>781.5886</w:t>
      </w:r>
      <w:r>
        <w:tab/>
        <w:t>1.013e0</w:t>
      </w:r>
    </w:p>
    <w:p w:rsidR="00E00D30" w:rsidRDefault="00E00D30" w:rsidP="00E00D30">
      <w:r>
        <w:t>781.5940</w:t>
      </w:r>
      <w:r>
        <w:tab/>
        <w:t>1.013e0</w:t>
      </w:r>
    </w:p>
    <w:p w:rsidR="00E00D30" w:rsidRDefault="00E00D30" w:rsidP="00E00D30">
      <w:r>
        <w:t>781.6014</w:t>
      </w:r>
      <w:r>
        <w:tab/>
        <w:t>1.013e0</w:t>
      </w:r>
    </w:p>
    <w:p w:rsidR="00E00D30" w:rsidRDefault="00E00D30" w:rsidP="00E00D30">
      <w:r>
        <w:t>781.6506</w:t>
      </w:r>
      <w:r>
        <w:tab/>
        <w:t>2.025e0</w:t>
      </w:r>
    </w:p>
    <w:p w:rsidR="00E00D30" w:rsidRDefault="00E00D30" w:rsidP="00E00D30">
      <w:r>
        <w:t>781.6951</w:t>
      </w:r>
      <w:r>
        <w:tab/>
        <w:t>1.013e0</w:t>
      </w:r>
    </w:p>
    <w:p w:rsidR="00E00D30" w:rsidRDefault="00E00D30" w:rsidP="00E00D30">
      <w:r>
        <w:lastRenderedPageBreak/>
        <w:t>781.7729</w:t>
      </w:r>
      <w:r>
        <w:tab/>
        <w:t>1.013e0</w:t>
      </w:r>
    </w:p>
    <w:p w:rsidR="00E00D30" w:rsidRDefault="00E00D30" w:rsidP="00E00D30">
      <w:r>
        <w:t>781.7866</w:t>
      </w:r>
      <w:r>
        <w:tab/>
        <w:t>1.013e0</w:t>
      </w:r>
    </w:p>
    <w:p w:rsidR="00E00D30" w:rsidRDefault="00E00D30" w:rsidP="00E00D30">
      <w:r>
        <w:t>781.7994</w:t>
      </w:r>
      <w:r>
        <w:tab/>
        <w:t>1.013e0</w:t>
      </w:r>
    </w:p>
    <w:p w:rsidR="00E00D30" w:rsidRDefault="00E00D30" w:rsidP="00E00D30">
      <w:r>
        <w:t>781.8657</w:t>
      </w:r>
      <w:r>
        <w:tab/>
        <w:t>1.013e0</w:t>
      </w:r>
    </w:p>
    <w:p w:rsidR="00E00D30" w:rsidRDefault="00E00D30" w:rsidP="00E00D30">
      <w:r>
        <w:t>781.8832</w:t>
      </w:r>
      <w:r>
        <w:tab/>
        <w:t>2.025e0</w:t>
      </w:r>
    </w:p>
    <w:p w:rsidR="00E00D30" w:rsidRDefault="00E00D30" w:rsidP="00E00D30">
      <w:r>
        <w:t>781.9047</w:t>
      </w:r>
      <w:r>
        <w:tab/>
        <w:t>2.025e0</w:t>
      </w:r>
    </w:p>
    <w:p w:rsidR="00E00D30" w:rsidRDefault="00E00D30" w:rsidP="00E00D30">
      <w:r>
        <w:t>781.9185</w:t>
      </w:r>
      <w:r>
        <w:tab/>
        <w:t>1.013e0</w:t>
      </w:r>
    </w:p>
    <w:p w:rsidR="00E00D30" w:rsidRDefault="00E00D30" w:rsidP="00E00D30">
      <w:r>
        <w:t>781.9577</w:t>
      </w:r>
      <w:r>
        <w:tab/>
        <w:t>1.013e0</w:t>
      </w:r>
    </w:p>
    <w:p w:rsidR="00E00D30" w:rsidRDefault="00E00D30" w:rsidP="00E00D30">
      <w:r>
        <w:t>781.9653</w:t>
      </w:r>
      <w:r>
        <w:tab/>
        <w:t>3.038e0</w:t>
      </w:r>
    </w:p>
    <w:p w:rsidR="00E00D30" w:rsidRDefault="00E00D30" w:rsidP="00E00D30">
      <w:r>
        <w:t>782.0026</w:t>
      </w:r>
      <w:r>
        <w:tab/>
        <w:t>1.013e0</w:t>
      </w:r>
    </w:p>
    <w:p w:rsidR="00E00D30" w:rsidRDefault="00E00D30" w:rsidP="00E00D30">
      <w:r>
        <w:t>782.0251</w:t>
      </w:r>
      <w:r>
        <w:tab/>
        <w:t>1.013e0</w:t>
      </w:r>
    </w:p>
    <w:p w:rsidR="00E00D30" w:rsidRDefault="00E00D30" w:rsidP="00E00D30">
      <w:r>
        <w:t>782.0505</w:t>
      </w:r>
      <w:r>
        <w:tab/>
        <w:t>1.013e0</w:t>
      </w:r>
    </w:p>
    <w:p w:rsidR="00E00D30" w:rsidRDefault="00E00D30" w:rsidP="00E00D30">
      <w:r>
        <w:t>782.0707</w:t>
      </w:r>
      <w:r>
        <w:tab/>
        <w:t>1.013e0</w:t>
      </w:r>
    </w:p>
    <w:p w:rsidR="00E00D30" w:rsidRDefault="00E00D30" w:rsidP="00E00D30">
      <w:r>
        <w:t>782.0765</w:t>
      </w:r>
      <w:r>
        <w:tab/>
        <w:t>1.013e0</w:t>
      </w:r>
    </w:p>
    <w:p w:rsidR="00E00D30" w:rsidRDefault="00E00D30" w:rsidP="00E00D30">
      <w:r>
        <w:t>782.1724</w:t>
      </w:r>
      <w:r>
        <w:tab/>
        <w:t>3.038e0</w:t>
      </w:r>
    </w:p>
    <w:p w:rsidR="00E00D30" w:rsidRDefault="00E00D30" w:rsidP="00E00D30">
      <w:r>
        <w:t>782.2089</w:t>
      </w:r>
      <w:r>
        <w:tab/>
        <w:t>1.013e0</w:t>
      </w:r>
    </w:p>
    <w:p w:rsidR="00E00D30" w:rsidRDefault="00E00D30" w:rsidP="00E00D30">
      <w:r>
        <w:t>782.2417</w:t>
      </w:r>
      <w:r>
        <w:tab/>
        <w:t>1.013e0</w:t>
      </w:r>
    </w:p>
    <w:p w:rsidR="00E00D30" w:rsidRDefault="00E00D30" w:rsidP="00E00D30">
      <w:r>
        <w:t>782.2750</w:t>
      </w:r>
      <w:r>
        <w:tab/>
        <w:t>1.013e0</w:t>
      </w:r>
    </w:p>
    <w:p w:rsidR="00E00D30" w:rsidRDefault="00E00D30" w:rsidP="00E00D30">
      <w:r>
        <w:t>782.3009</w:t>
      </w:r>
      <w:r>
        <w:tab/>
        <w:t>1.013e0</w:t>
      </w:r>
    </w:p>
    <w:p w:rsidR="00E00D30" w:rsidRDefault="00E00D30" w:rsidP="00E00D30">
      <w:r>
        <w:lastRenderedPageBreak/>
        <w:t>782.3141</w:t>
      </w:r>
      <w:r>
        <w:tab/>
        <w:t>1.013e0</w:t>
      </w:r>
    </w:p>
    <w:p w:rsidR="00E00D30" w:rsidRDefault="00E00D30" w:rsidP="00E00D30">
      <w:r>
        <w:t>782.3542</w:t>
      </w:r>
      <w:r>
        <w:tab/>
        <w:t>1.013e0</w:t>
      </w:r>
    </w:p>
    <w:p w:rsidR="00E00D30" w:rsidRDefault="00E00D30" w:rsidP="00E00D30">
      <w:r>
        <w:t>782.3598</w:t>
      </w:r>
      <w:r>
        <w:tab/>
        <w:t>1.013e0</w:t>
      </w:r>
    </w:p>
    <w:p w:rsidR="00E00D30" w:rsidRDefault="00E00D30" w:rsidP="00E00D30">
      <w:r>
        <w:t>782.4080</w:t>
      </w:r>
      <w:r>
        <w:tab/>
        <w:t>1.013e0</w:t>
      </w:r>
    </w:p>
    <w:p w:rsidR="00E00D30" w:rsidRDefault="00E00D30" w:rsidP="00E00D30">
      <w:r>
        <w:t>782.4105</w:t>
      </w:r>
      <w:r>
        <w:tab/>
        <w:t>2.025e0</w:t>
      </w:r>
    </w:p>
    <w:p w:rsidR="00E00D30" w:rsidRDefault="00E00D30" w:rsidP="00E00D30">
      <w:r>
        <w:t>782.4288</w:t>
      </w:r>
      <w:r>
        <w:tab/>
        <w:t>1.013e0</w:t>
      </w:r>
    </w:p>
    <w:p w:rsidR="00E00D30" w:rsidRDefault="00E00D30" w:rsidP="00E00D30">
      <w:r>
        <w:t>782.4334</w:t>
      </w:r>
      <w:r>
        <w:tab/>
        <w:t>1.013e0</w:t>
      </w:r>
    </w:p>
    <w:p w:rsidR="00E00D30" w:rsidRDefault="00E00D30" w:rsidP="00E00D30">
      <w:r>
        <w:t>782.4565</w:t>
      </w:r>
      <w:r>
        <w:tab/>
        <w:t>4.051e0</w:t>
      </w:r>
    </w:p>
    <w:p w:rsidR="00E00D30" w:rsidRDefault="00E00D30" w:rsidP="00E00D30">
      <w:r>
        <w:t>782.4730</w:t>
      </w:r>
      <w:r>
        <w:tab/>
        <w:t>1.013e0</w:t>
      </w:r>
    </w:p>
    <w:p w:rsidR="00E00D30" w:rsidRDefault="00E00D30" w:rsidP="00E00D30">
      <w:r>
        <w:t>782.4949</w:t>
      </w:r>
      <w:r>
        <w:tab/>
        <w:t>2.772e0</w:t>
      </w:r>
    </w:p>
    <w:p w:rsidR="00E00D30" w:rsidRDefault="00E00D30" w:rsidP="00E00D30">
      <w:r>
        <w:t>782.5004</w:t>
      </w:r>
      <w:r>
        <w:tab/>
        <w:t>1.013e0</w:t>
      </w:r>
    </w:p>
    <w:p w:rsidR="00E00D30" w:rsidRDefault="00E00D30" w:rsidP="00E00D30">
      <w:r>
        <w:t>782.5126</w:t>
      </w:r>
      <w:r>
        <w:tab/>
        <w:t>1.013e0</w:t>
      </w:r>
    </w:p>
    <w:p w:rsidR="00E00D30" w:rsidRDefault="00E00D30" w:rsidP="00E00D30">
      <w:r>
        <w:t>782.6051</w:t>
      </w:r>
      <w:r>
        <w:tab/>
        <w:t>1.013e0</w:t>
      </w:r>
    </w:p>
    <w:p w:rsidR="00E00D30" w:rsidRDefault="00E00D30" w:rsidP="00E00D30">
      <w:r>
        <w:t>782.6147</w:t>
      </w:r>
      <w:r>
        <w:tab/>
        <w:t>1.013e0</w:t>
      </w:r>
    </w:p>
    <w:p w:rsidR="00E00D30" w:rsidRDefault="00E00D30" w:rsidP="00E00D30">
      <w:r>
        <w:t>782.6315</w:t>
      </w:r>
      <w:r>
        <w:tab/>
        <w:t>1.013e0</w:t>
      </w:r>
    </w:p>
    <w:p w:rsidR="00E00D30" w:rsidRDefault="00E00D30" w:rsidP="00E00D30">
      <w:r>
        <w:t>782.6660</w:t>
      </w:r>
      <w:r>
        <w:tab/>
        <w:t>1.013e0</w:t>
      </w:r>
    </w:p>
    <w:p w:rsidR="00E00D30" w:rsidRDefault="00E00D30" w:rsidP="00E00D30">
      <w:r>
        <w:t>782.6853</w:t>
      </w:r>
      <w:r>
        <w:tab/>
        <w:t>1.013e0</w:t>
      </w:r>
    </w:p>
    <w:p w:rsidR="00E00D30" w:rsidRDefault="00E00D30" w:rsidP="00E00D30">
      <w:r>
        <w:t>782.6995</w:t>
      </w:r>
      <w:r>
        <w:tab/>
        <w:t>1.013e0</w:t>
      </w:r>
    </w:p>
    <w:p w:rsidR="00E00D30" w:rsidRDefault="00E00D30" w:rsidP="00E00D30">
      <w:r>
        <w:t>782.7062</w:t>
      </w:r>
      <w:r>
        <w:tab/>
        <w:t>3.038e0</w:t>
      </w:r>
    </w:p>
    <w:p w:rsidR="00E00D30" w:rsidRDefault="00E00D30" w:rsidP="00E00D30">
      <w:r>
        <w:lastRenderedPageBreak/>
        <w:t>782.7338</w:t>
      </w:r>
      <w:r>
        <w:tab/>
        <w:t>1.013e0</w:t>
      </w:r>
    </w:p>
    <w:p w:rsidR="00E00D30" w:rsidRDefault="00E00D30" w:rsidP="00E00D30">
      <w:r>
        <w:t>782.7441</w:t>
      </w:r>
      <w:r>
        <w:tab/>
        <w:t>4.051e0</w:t>
      </w:r>
    </w:p>
    <w:p w:rsidR="00E00D30" w:rsidRDefault="00E00D30" w:rsidP="00E00D30">
      <w:r>
        <w:t>782.7769</w:t>
      </w:r>
      <w:r>
        <w:tab/>
        <w:t>1.013e0</w:t>
      </w:r>
    </w:p>
    <w:p w:rsidR="00E00D30" w:rsidRDefault="00E00D30" w:rsidP="00E00D30">
      <w:r>
        <w:t>782.8028</w:t>
      </w:r>
      <w:r>
        <w:tab/>
        <w:t>3.038e0</w:t>
      </w:r>
    </w:p>
    <w:p w:rsidR="00E00D30" w:rsidRDefault="00E00D30" w:rsidP="00E00D30">
      <w:r>
        <w:t>782.8370</w:t>
      </w:r>
      <w:r>
        <w:tab/>
        <w:t>1.013e0</w:t>
      </w:r>
    </w:p>
    <w:p w:rsidR="00E00D30" w:rsidRDefault="00E00D30" w:rsidP="00E00D30">
      <w:r>
        <w:t>782.8953</w:t>
      </w:r>
      <w:r>
        <w:tab/>
        <w:t>1.013e0</w:t>
      </w:r>
    </w:p>
    <w:p w:rsidR="00E00D30" w:rsidRDefault="00E00D30" w:rsidP="00E00D30">
      <w:r>
        <w:t>782.9296</w:t>
      </w:r>
      <w:r>
        <w:tab/>
        <w:t>2.025e0</w:t>
      </w:r>
    </w:p>
    <w:p w:rsidR="00E00D30" w:rsidRDefault="00E00D30" w:rsidP="00E00D30">
      <w:r>
        <w:t>782.9883</w:t>
      </w:r>
      <w:r>
        <w:tab/>
        <w:t>1.013e0</w:t>
      </w:r>
    </w:p>
    <w:p w:rsidR="00E00D30" w:rsidRDefault="00E00D30" w:rsidP="00E00D30">
      <w:r>
        <w:t>783.0147</w:t>
      </w:r>
      <w:r>
        <w:tab/>
        <w:t>1.013e0</w:t>
      </w:r>
    </w:p>
    <w:p w:rsidR="00E00D30" w:rsidRDefault="00E00D30" w:rsidP="00E00D30">
      <w:r>
        <w:t>783.0228</w:t>
      </w:r>
      <w:r>
        <w:tab/>
        <w:t>1.013e0</w:t>
      </w:r>
    </w:p>
    <w:p w:rsidR="00E00D30" w:rsidRDefault="00E00D30" w:rsidP="00E00D30">
      <w:r>
        <w:t>783.0411</w:t>
      </w:r>
      <w:r>
        <w:tab/>
        <w:t>1.013e0</w:t>
      </w:r>
    </w:p>
    <w:p w:rsidR="00E00D30" w:rsidRDefault="00E00D30" w:rsidP="00E00D30">
      <w:r>
        <w:t>783.1082</w:t>
      </w:r>
      <w:r>
        <w:tab/>
        <w:t>1.013e0</w:t>
      </w:r>
    </w:p>
    <w:p w:rsidR="00E00D30" w:rsidRDefault="00E00D30" w:rsidP="00E00D30">
      <w:r>
        <w:t>783.1337</w:t>
      </w:r>
      <w:r>
        <w:tab/>
        <w:t>1.013e0</w:t>
      </w:r>
    </w:p>
    <w:p w:rsidR="00E00D30" w:rsidRDefault="00E00D30" w:rsidP="00E00D30">
      <w:r>
        <w:t>783.1597</w:t>
      </w:r>
      <w:r>
        <w:tab/>
        <w:t>1.013e0</w:t>
      </w:r>
    </w:p>
    <w:p w:rsidR="00E00D30" w:rsidRDefault="00E00D30" w:rsidP="00E00D30">
      <w:r>
        <w:t>783.1932</w:t>
      </w:r>
      <w:r>
        <w:tab/>
        <w:t>1.013e0</w:t>
      </w:r>
    </w:p>
    <w:p w:rsidR="00E00D30" w:rsidRDefault="00E00D30" w:rsidP="00E00D30">
      <w:r>
        <w:t>783.2451</w:t>
      </w:r>
      <w:r>
        <w:tab/>
        <w:t>1.013e0</w:t>
      </w:r>
    </w:p>
    <w:p w:rsidR="00E00D30" w:rsidRDefault="00E00D30" w:rsidP="00E00D30">
      <w:r>
        <w:t>783.2609</w:t>
      </w:r>
      <w:r>
        <w:tab/>
        <w:t>1.013e0</w:t>
      </w:r>
    </w:p>
    <w:p w:rsidR="00E00D30" w:rsidRDefault="00E00D30" w:rsidP="00E00D30">
      <w:r>
        <w:t>783.2786</w:t>
      </w:r>
      <w:r>
        <w:tab/>
        <w:t>1.013e0</w:t>
      </w:r>
    </w:p>
    <w:p w:rsidR="00E00D30" w:rsidRDefault="00E00D30" w:rsidP="00E00D30">
      <w:r>
        <w:t>783.3187</w:t>
      </w:r>
      <w:r>
        <w:tab/>
        <w:t>1.013e0</w:t>
      </w:r>
    </w:p>
    <w:p w:rsidR="00E00D30" w:rsidRDefault="00E00D30" w:rsidP="00E00D30">
      <w:r>
        <w:lastRenderedPageBreak/>
        <w:t>783.3535</w:t>
      </w:r>
      <w:r>
        <w:tab/>
        <w:t>2.025e0</w:t>
      </w:r>
    </w:p>
    <w:p w:rsidR="00E00D30" w:rsidRDefault="00E00D30" w:rsidP="00E00D30">
      <w:r>
        <w:t>783.3813</w:t>
      </w:r>
      <w:r>
        <w:tab/>
        <w:t>1.013e0</w:t>
      </w:r>
    </w:p>
    <w:p w:rsidR="00E00D30" w:rsidRDefault="00E00D30" w:rsidP="00E00D30">
      <w:r>
        <w:t>783.3986</w:t>
      </w:r>
      <w:r>
        <w:tab/>
        <w:t>2.025e0</w:t>
      </w:r>
    </w:p>
    <w:p w:rsidR="00E00D30" w:rsidRDefault="00E00D30" w:rsidP="00E00D30">
      <w:r>
        <w:t>783.4243</w:t>
      </w:r>
      <w:r>
        <w:tab/>
        <w:t>4.839e0</w:t>
      </w:r>
    </w:p>
    <w:p w:rsidR="00E00D30" w:rsidRDefault="00E00D30" w:rsidP="00E00D30">
      <w:r>
        <w:t>783.4554</w:t>
      </w:r>
      <w:r>
        <w:tab/>
        <w:t>3.038e0</w:t>
      </w:r>
    </w:p>
    <w:p w:rsidR="00E00D30" w:rsidRDefault="00E00D30" w:rsidP="00E00D30">
      <w:r>
        <w:t>783.4783</w:t>
      </w:r>
      <w:r>
        <w:tab/>
        <w:t>1.013e0</w:t>
      </w:r>
    </w:p>
    <w:p w:rsidR="00E00D30" w:rsidRDefault="00E00D30" w:rsidP="00E00D30">
      <w:r>
        <w:t>783.4819</w:t>
      </w:r>
      <w:r>
        <w:tab/>
        <w:t>1.013e0</w:t>
      </w:r>
    </w:p>
    <w:p w:rsidR="00E00D30" w:rsidRDefault="00E00D30" w:rsidP="00E00D30">
      <w:r>
        <w:t>783.4927</w:t>
      </w:r>
      <w:r>
        <w:tab/>
        <w:t>2.025e0</w:t>
      </w:r>
    </w:p>
    <w:p w:rsidR="00E00D30" w:rsidRDefault="00E00D30" w:rsidP="00E00D30">
      <w:r>
        <w:t>783.5313</w:t>
      </w:r>
      <w:r>
        <w:tab/>
        <w:t>1.013e0</w:t>
      </w:r>
    </w:p>
    <w:p w:rsidR="00E00D30" w:rsidRDefault="00E00D30" w:rsidP="00E00D30">
      <w:r>
        <w:t>783.5389</w:t>
      </w:r>
      <w:r>
        <w:tab/>
        <w:t>2.025e0</w:t>
      </w:r>
    </w:p>
    <w:p w:rsidR="00E00D30" w:rsidRDefault="00E00D30" w:rsidP="00E00D30">
      <w:r>
        <w:t>783.5431</w:t>
      </w:r>
      <w:r>
        <w:tab/>
        <w:t>1.013e0</w:t>
      </w:r>
    </w:p>
    <w:p w:rsidR="00E00D30" w:rsidRDefault="00E00D30" w:rsidP="00E00D30">
      <w:r>
        <w:t>783.5568</w:t>
      </w:r>
      <w:r>
        <w:tab/>
        <w:t>2.025e0</w:t>
      </w:r>
    </w:p>
    <w:p w:rsidR="00E00D30" w:rsidRDefault="00E00D30" w:rsidP="00E00D30">
      <w:r>
        <w:t>783.5832</w:t>
      </w:r>
      <w:r>
        <w:tab/>
        <w:t>1.013e0</w:t>
      </w:r>
    </w:p>
    <w:p w:rsidR="00E00D30" w:rsidRDefault="00E00D30" w:rsidP="00E00D30">
      <w:r>
        <w:t>783.6304</w:t>
      </w:r>
      <w:r>
        <w:tab/>
        <w:t>2.025e0</w:t>
      </w:r>
    </w:p>
    <w:p w:rsidR="00E00D30" w:rsidRDefault="00E00D30" w:rsidP="00E00D30">
      <w:r>
        <w:t>783.6507</w:t>
      </w:r>
      <w:r>
        <w:tab/>
        <w:t>2.025e0</w:t>
      </w:r>
    </w:p>
    <w:p w:rsidR="00E00D30" w:rsidRDefault="00E00D30" w:rsidP="00E00D30">
      <w:r>
        <w:t>783.6949</w:t>
      </w:r>
      <w:r>
        <w:tab/>
        <w:t>2.025e0</w:t>
      </w:r>
    </w:p>
    <w:p w:rsidR="00E00D30" w:rsidRDefault="00E00D30" w:rsidP="00E00D30">
      <w:r>
        <w:t>783.7022</w:t>
      </w:r>
      <w:r>
        <w:tab/>
        <w:t>1.013e0</w:t>
      </w:r>
    </w:p>
    <w:p w:rsidR="00E00D30" w:rsidRDefault="00E00D30" w:rsidP="00E00D30">
      <w:r>
        <w:t>783.7547</w:t>
      </w:r>
      <w:r>
        <w:tab/>
        <w:t>1.013e0</w:t>
      </w:r>
    </w:p>
    <w:p w:rsidR="00E00D30" w:rsidRDefault="00E00D30" w:rsidP="00E00D30">
      <w:r>
        <w:t>783.7721</w:t>
      </w:r>
      <w:r>
        <w:tab/>
        <w:t>1.013e0</w:t>
      </w:r>
    </w:p>
    <w:p w:rsidR="00E00D30" w:rsidRDefault="00E00D30" w:rsidP="00E00D30">
      <w:r>
        <w:lastRenderedPageBreak/>
        <w:t>783.8068</w:t>
      </w:r>
      <w:r>
        <w:tab/>
        <w:t>1.013e0</w:t>
      </w:r>
    </w:p>
    <w:p w:rsidR="00E00D30" w:rsidRDefault="00E00D30" w:rsidP="00E00D30">
      <w:r>
        <w:t>783.8561</w:t>
      </w:r>
      <w:r>
        <w:tab/>
        <w:t>1.013e0</w:t>
      </w:r>
    </w:p>
    <w:p w:rsidR="00E00D30" w:rsidRDefault="00E00D30" w:rsidP="00E00D30">
      <w:r>
        <w:t>783.8751</w:t>
      </w:r>
      <w:r>
        <w:tab/>
        <w:t>1.013e0</w:t>
      </w:r>
    </w:p>
    <w:p w:rsidR="00E00D30" w:rsidRDefault="00E00D30" w:rsidP="00E00D30">
      <w:r>
        <w:t>783.9668</w:t>
      </w:r>
      <w:r>
        <w:tab/>
        <w:t>1.013e0</w:t>
      </w:r>
    </w:p>
    <w:p w:rsidR="00E00D30" w:rsidRDefault="00E00D30" w:rsidP="00E00D30">
      <w:r>
        <w:t>783.9756</w:t>
      </w:r>
      <w:r>
        <w:tab/>
        <w:t>1.013e0</w:t>
      </w:r>
    </w:p>
    <w:p w:rsidR="00E00D30" w:rsidRDefault="00E00D30" w:rsidP="00E00D30">
      <w:r>
        <w:t>783.9929</w:t>
      </w:r>
      <w:r>
        <w:tab/>
        <w:t>1.013e0</w:t>
      </w:r>
    </w:p>
    <w:p w:rsidR="00E00D30" w:rsidRDefault="00E00D30" w:rsidP="00E00D30">
      <w:r>
        <w:t>784.0265</w:t>
      </w:r>
      <w:r>
        <w:tab/>
        <w:t>1.013e0</w:t>
      </w:r>
    </w:p>
    <w:p w:rsidR="00E00D30" w:rsidRDefault="00E00D30" w:rsidP="00E00D30">
      <w:r>
        <w:t>784.0596</w:t>
      </w:r>
      <w:r>
        <w:tab/>
        <w:t>1.013e0</w:t>
      </w:r>
    </w:p>
    <w:p w:rsidR="00E00D30" w:rsidRDefault="00E00D30" w:rsidP="00E00D30">
      <w:r>
        <w:t>784.0726</w:t>
      </w:r>
      <w:r>
        <w:tab/>
        <w:t>2.025e0</w:t>
      </w:r>
    </w:p>
    <w:p w:rsidR="00E00D30" w:rsidRDefault="00E00D30" w:rsidP="00E00D30">
      <w:r>
        <w:t>784.0956</w:t>
      </w:r>
      <w:r>
        <w:tab/>
        <w:t>1.013e0</w:t>
      </w:r>
    </w:p>
    <w:p w:rsidR="00E00D30" w:rsidRDefault="00E00D30" w:rsidP="00E00D30">
      <w:r>
        <w:t>784.1451</w:t>
      </w:r>
      <w:r>
        <w:tab/>
        <w:t>1.013e0</w:t>
      </w:r>
    </w:p>
    <w:p w:rsidR="00E00D30" w:rsidRDefault="00E00D30" w:rsidP="00E00D30">
      <w:r>
        <w:t>784.1550</w:t>
      </w:r>
      <w:r>
        <w:tab/>
        <w:t>2.025e0</w:t>
      </w:r>
    </w:p>
    <w:p w:rsidR="00E00D30" w:rsidRDefault="00E00D30" w:rsidP="00E00D30">
      <w:r>
        <w:t>784.1709</w:t>
      </w:r>
      <w:r>
        <w:tab/>
        <w:t>2.025e0</w:t>
      </w:r>
    </w:p>
    <w:p w:rsidR="00E00D30" w:rsidRDefault="00E00D30" w:rsidP="00E00D30">
      <w:r>
        <w:t>784.1965</w:t>
      </w:r>
      <w:r>
        <w:tab/>
        <w:t>1.013e0</w:t>
      </w:r>
    </w:p>
    <w:p w:rsidR="00E00D30" w:rsidRDefault="00E00D30" w:rsidP="00E00D30">
      <w:r>
        <w:t>784.2123</w:t>
      </w:r>
      <w:r>
        <w:tab/>
        <w:t>3.038e0</w:t>
      </w:r>
    </w:p>
    <w:p w:rsidR="00E00D30" w:rsidRDefault="00E00D30" w:rsidP="00E00D30">
      <w:r>
        <w:t>784.3105</w:t>
      </w:r>
      <w:r>
        <w:tab/>
        <w:t>1.013e0</w:t>
      </w:r>
    </w:p>
    <w:p w:rsidR="00E00D30" w:rsidRDefault="00E00D30" w:rsidP="00E00D30">
      <w:r>
        <w:t>784.3241</w:t>
      </w:r>
      <w:r>
        <w:tab/>
        <w:t>2.025e0</w:t>
      </w:r>
    </w:p>
    <w:p w:rsidR="00E00D30" w:rsidRDefault="00E00D30" w:rsidP="00E00D30">
      <w:r>
        <w:t>784.3694</w:t>
      </w:r>
      <w:r>
        <w:tab/>
        <w:t>3.038e0</w:t>
      </w:r>
    </w:p>
    <w:p w:rsidR="00E00D30" w:rsidRDefault="00E00D30" w:rsidP="00E00D30">
      <w:r>
        <w:t>784.3719</w:t>
      </w:r>
      <w:r>
        <w:tab/>
        <w:t>2.025e0</w:t>
      </w:r>
    </w:p>
    <w:p w:rsidR="00E00D30" w:rsidRDefault="00E00D30" w:rsidP="00E00D30">
      <w:r>
        <w:lastRenderedPageBreak/>
        <w:t>784.4031</w:t>
      </w:r>
      <w:r>
        <w:tab/>
        <w:t>2.025e0</w:t>
      </w:r>
    </w:p>
    <w:p w:rsidR="00E00D30" w:rsidRDefault="00E00D30" w:rsidP="00E00D30">
      <w:r>
        <w:t>784.4396</w:t>
      </w:r>
      <w:r>
        <w:tab/>
        <w:t>3.924e0</w:t>
      </w:r>
    </w:p>
    <w:p w:rsidR="00E00D30" w:rsidRDefault="00E00D30" w:rsidP="00E00D30">
      <w:r>
        <w:t>784.5123</w:t>
      </w:r>
      <w:r>
        <w:tab/>
        <w:t>4.051e0</w:t>
      </w:r>
    </w:p>
    <w:p w:rsidR="00E00D30" w:rsidRDefault="00E00D30" w:rsidP="00E00D30">
      <w:r>
        <w:t>784.5217</w:t>
      </w:r>
      <w:r>
        <w:tab/>
        <w:t>2.025e0</w:t>
      </w:r>
    </w:p>
    <w:p w:rsidR="00E00D30" w:rsidRDefault="00E00D30" w:rsidP="00E00D30">
      <w:r>
        <w:t>784.5227</w:t>
      </w:r>
      <w:r>
        <w:tab/>
        <w:t>2.025e0</w:t>
      </w:r>
    </w:p>
    <w:p w:rsidR="00E00D30" w:rsidRDefault="00E00D30" w:rsidP="00E00D30">
      <w:r>
        <w:t>784.5258</w:t>
      </w:r>
      <w:r>
        <w:tab/>
        <w:t>4.051e0</w:t>
      </w:r>
    </w:p>
    <w:p w:rsidR="00E00D30" w:rsidRDefault="00E00D30" w:rsidP="00E00D30">
      <w:r>
        <w:t>784.6083</w:t>
      </w:r>
      <w:r>
        <w:tab/>
        <w:t>2.025e0</w:t>
      </w:r>
    </w:p>
    <w:p w:rsidR="00E00D30" w:rsidRDefault="00E00D30" w:rsidP="00E00D30">
      <w:r>
        <w:t>784.6227</w:t>
      </w:r>
      <w:r>
        <w:tab/>
        <w:t>1.013e0</w:t>
      </w:r>
    </w:p>
    <w:p w:rsidR="00E00D30" w:rsidRDefault="00E00D30" w:rsidP="00E00D30">
      <w:r>
        <w:t>784.6298</w:t>
      </w:r>
      <w:r>
        <w:tab/>
        <w:t>2.025e0</w:t>
      </w:r>
    </w:p>
    <w:p w:rsidR="00E00D30" w:rsidRDefault="00E00D30" w:rsidP="00E00D30">
      <w:r>
        <w:t>784.6395</w:t>
      </w:r>
      <w:r>
        <w:tab/>
        <w:t>2.025e0</w:t>
      </w:r>
    </w:p>
    <w:p w:rsidR="00E00D30" w:rsidRDefault="00E00D30" w:rsidP="00E00D30">
      <w:r>
        <w:t>784.6776</w:t>
      </w:r>
      <w:r>
        <w:tab/>
        <w:t>3.038e0</w:t>
      </w:r>
    </w:p>
    <w:p w:rsidR="00E00D30" w:rsidRDefault="00E00D30" w:rsidP="00E00D30">
      <w:r>
        <w:t>784.6983</w:t>
      </w:r>
      <w:r>
        <w:tab/>
        <w:t>2.025e0</w:t>
      </w:r>
    </w:p>
    <w:p w:rsidR="00E00D30" w:rsidRDefault="00E00D30" w:rsidP="00E00D30">
      <w:r>
        <w:t>784.7055</w:t>
      </w:r>
      <w:r>
        <w:tab/>
        <w:t>3.038e0</w:t>
      </w:r>
    </w:p>
    <w:p w:rsidR="00E00D30" w:rsidRDefault="00E00D30" w:rsidP="00E00D30">
      <w:r>
        <w:t>784.7090</w:t>
      </w:r>
      <w:r>
        <w:tab/>
        <w:t>1.013e0</w:t>
      </w:r>
    </w:p>
    <w:p w:rsidR="00E00D30" w:rsidRDefault="00E00D30" w:rsidP="00E00D30">
      <w:r>
        <w:t>784.7165</w:t>
      </w:r>
      <w:r>
        <w:tab/>
        <w:t>3.038e0</w:t>
      </w:r>
    </w:p>
    <w:p w:rsidR="00E00D30" w:rsidRDefault="00E00D30" w:rsidP="00E00D30">
      <w:r>
        <w:t>784.7355</w:t>
      </w:r>
      <w:r>
        <w:tab/>
        <w:t>1.013e0</w:t>
      </w:r>
    </w:p>
    <w:p w:rsidR="00E00D30" w:rsidRDefault="00E00D30" w:rsidP="00E00D30">
      <w:r>
        <w:t>784.7739</w:t>
      </w:r>
      <w:r>
        <w:tab/>
        <w:t>1.013e0</w:t>
      </w:r>
    </w:p>
    <w:p w:rsidR="00E00D30" w:rsidRDefault="00E00D30" w:rsidP="00E00D30">
      <w:r>
        <w:t>784.8018</w:t>
      </w:r>
      <w:r>
        <w:tab/>
        <w:t>1.013e0</w:t>
      </w:r>
    </w:p>
    <w:p w:rsidR="00E00D30" w:rsidRDefault="00E00D30" w:rsidP="00E00D30">
      <w:r>
        <w:t>784.8260</w:t>
      </w:r>
      <w:r>
        <w:tab/>
        <w:t>1.013e0</w:t>
      </w:r>
    </w:p>
    <w:p w:rsidR="00E00D30" w:rsidRDefault="00E00D30" w:rsidP="00E00D30">
      <w:r>
        <w:lastRenderedPageBreak/>
        <w:t>784.9102</w:t>
      </w:r>
      <w:r>
        <w:tab/>
        <w:t>1.013e0</w:t>
      </w:r>
    </w:p>
    <w:p w:rsidR="00E00D30" w:rsidRDefault="00E00D30" w:rsidP="00E00D30">
      <w:r>
        <w:t>784.9332</w:t>
      </w:r>
      <w:r>
        <w:tab/>
        <w:t>1.013e0</w:t>
      </w:r>
    </w:p>
    <w:p w:rsidR="00E00D30" w:rsidRDefault="00E00D30" w:rsidP="00E00D30">
      <w:r>
        <w:t>784.9744</w:t>
      </w:r>
      <w:r>
        <w:tab/>
        <w:t>4.051e0</w:t>
      </w:r>
    </w:p>
    <w:p w:rsidR="00E00D30" w:rsidRDefault="00E00D30" w:rsidP="00E00D30">
      <w:r>
        <w:t>785.0640</w:t>
      </w:r>
      <w:r>
        <w:tab/>
        <w:t>1.013e0</w:t>
      </w:r>
    </w:p>
    <w:p w:rsidR="00E00D30" w:rsidRDefault="00E00D30" w:rsidP="00E00D30">
      <w:r>
        <w:t>785.0662</w:t>
      </w:r>
      <w:r>
        <w:tab/>
        <w:t>2.025e0</w:t>
      </w:r>
    </w:p>
    <w:p w:rsidR="00E00D30" w:rsidRDefault="00E00D30" w:rsidP="00E00D30">
      <w:r>
        <w:t>785.0918</w:t>
      </w:r>
      <w:r>
        <w:tab/>
        <w:t>1.013e0</w:t>
      </w:r>
    </w:p>
    <w:p w:rsidR="00E00D30" w:rsidRDefault="00E00D30" w:rsidP="00E00D30">
      <w:r>
        <w:t>785.1146</w:t>
      </w:r>
      <w:r>
        <w:tab/>
        <w:t>1.013e0</w:t>
      </w:r>
    </w:p>
    <w:p w:rsidR="00E00D30" w:rsidRDefault="00E00D30" w:rsidP="00E00D30">
      <w:r>
        <w:t>785.2115</w:t>
      </w:r>
      <w:r>
        <w:tab/>
        <w:t>1.013e0</w:t>
      </w:r>
    </w:p>
    <w:p w:rsidR="00E00D30" w:rsidRDefault="00E00D30" w:rsidP="00E00D30">
      <w:r>
        <w:t>785.2335</w:t>
      </w:r>
      <w:r>
        <w:tab/>
        <w:t>1.013e0</w:t>
      </w:r>
    </w:p>
    <w:p w:rsidR="00E00D30" w:rsidRDefault="00E00D30" w:rsidP="00E00D30">
      <w:r>
        <w:t>785.2777</w:t>
      </w:r>
      <w:r>
        <w:tab/>
        <w:t>1.013e0</w:t>
      </w:r>
    </w:p>
    <w:p w:rsidR="00E00D30" w:rsidRDefault="00E00D30" w:rsidP="00E00D30">
      <w:r>
        <w:t>785.2910</w:t>
      </w:r>
      <w:r>
        <w:tab/>
        <w:t>1.013e0</w:t>
      </w:r>
    </w:p>
    <w:p w:rsidR="00E00D30" w:rsidRDefault="00E00D30" w:rsidP="00E00D30">
      <w:r>
        <w:t>785.2922</w:t>
      </w:r>
      <w:r>
        <w:tab/>
        <w:t>2.025e0</w:t>
      </w:r>
    </w:p>
    <w:p w:rsidR="00E00D30" w:rsidRDefault="00E00D30" w:rsidP="00E00D30">
      <w:r>
        <w:t>785.2950</w:t>
      </w:r>
      <w:r>
        <w:tab/>
        <w:t>2.025e0</w:t>
      </w:r>
    </w:p>
    <w:p w:rsidR="00E00D30" w:rsidRDefault="00E00D30" w:rsidP="00E00D30">
      <w:r>
        <w:t>785.3171</w:t>
      </w:r>
      <w:r>
        <w:tab/>
        <w:t>2.025e0</w:t>
      </w:r>
    </w:p>
    <w:p w:rsidR="00E00D30" w:rsidRDefault="00E00D30" w:rsidP="00E00D30">
      <w:r>
        <w:t>785.3836</w:t>
      </w:r>
      <w:r>
        <w:tab/>
        <w:t>3.038e0</w:t>
      </w:r>
    </w:p>
    <w:p w:rsidR="00E00D30" w:rsidRDefault="00E00D30" w:rsidP="00E00D30">
      <w:r>
        <w:t>785.3912</w:t>
      </w:r>
      <w:r>
        <w:tab/>
        <w:t>3.038e0</w:t>
      </w:r>
    </w:p>
    <w:p w:rsidR="00E00D30" w:rsidRDefault="00E00D30" w:rsidP="00E00D30">
      <w:r>
        <w:t>785.4048</w:t>
      </w:r>
      <w:r>
        <w:tab/>
        <w:t>2.025e0</w:t>
      </w:r>
    </w:p>
    <w:p w:rsidR="00E00D30" w:rsidRDefault="00E00D30" w:rsidP="00E00D30">
      <w:r>
        <w:t>785.4103</w:t>
      </w:r>
      <w:r>
        <w:tab/>
        <w:t>1.013e0</w:t>
      </w:r>
    </w:p>
    <w:p w:rsidR="00E00D30" w:rsidRDefault="00E00D30" w:rsidP="00E00D30">
      <w:r>
        <w:t>785.4512</w:t>
      </w:r>
      <w:r>
        <w:tab/>
        <w:t>2.025e0</w:t>
      </w:r>
    </w:p>
    <w:p w:rsidR="00E00D30" w:rsidRDefault="00E00D30" w:rsidP="00E00D30">
      <w:r>
        <w:lastRenderedPageBreak/>
        <w:t>785.4634</w:t>
      </w:r>
      <w:r>
        <w:tab/>
        <w:t>2.025e0</w:t>
      </w:r>
    </w:p>
    <w:p w:rsidR="00E00D30" w:rsidRDefault="00E00D30" w:rsidP="00E00D30">
      <w:r>
        <w:t>785.5055</w:t>
      </w:r>
      <w:r>
        <w:tab/>
        <w:t>1.013e0</w:t>
      </w:r>
    </w:p>
    <w:p w:rsidR="00E00D30" w:rsidRDefault="00E00D30" w:rsidP="00E00D30">
      <w:r>
        <w:t>785.5557</w:t>
      </w:r>
      <w:r>
        <w:tab/>
        <w:t>1.013e0</w:t>
      </w:r>
    </w:p>
    <w:p w:rsidR="00E00D30" w:rsidRDefault="00E00D30" w:rsidP="00E00D30">
      <w:r>
        <w:t>785.6087</w:t>
      </w:r>
      <w:r>
        <w:tab/>
        <w:t>3.038e0</w:t>
      </w:r>
    </w:p>
    <w:p w:rsidR="00E00D30" w:rsidRDefault="00E00D30" w:rsidP="00E00D30">
      <w:r>
        <w:t>785.6254</w:t>
      </w:r>
      <w:r>
        <w:tab/>
        <w:t>1.013e0</w:t>
      </w:r>
    </w:p>
    <w:p w:rsidR="00E00D30" w:rsidRDefault="00E00D30" w:rsidP="00E00D30">
      <w:r>
        <w:t>785.6415</w:t>
      </w:r>
      <w:r>
        <w:tab/>
        <w:t>1.013e0</w:t>
      </w:r>
    </w:p>
    <w:p w:rsidR="00E00D30" w:rsidRDefault="00E00D30" w:rsidP="00E00D30">
      <w:r>
        <w:t>785.6621</w:t>
      </w:r>
      <w:r>
        <w:tab/>
        <w:t>1.013e0</w:t>
      </w:r>
    </w:p>
    <w:p w:rsidR="00E00D30" w:rsidRDefault="00E00D30" w:rsidP="00E00D30">
      <w:r>
        <w:t>785.6926</w:t>
      </w:r>
      <w:r>
        <w:tab/>
        <w:t>2.025e0</w:t>
      </w:r>
    </w:p>
    <w:p w:rsidR="00E00D30" w:rsidRDefault="00E00D30" w:rsidP="00E00D30">
      <w:r>
        <w:t>785.7019</w:t>
      </w:r>
      <w:r>
        <w:tab/>
        <w:t>1.013e0</w:t>
      </w:r>
    </w:p>
    <w:p w:rsidR="00E00D30" w:rsidRDefault="00E00D30" w:rsidP="00E00D30">
      <w:r>
        <w:t>785.7151</w:t>
      </w:r>
      <w:r>
        <w:tab/>
        <w:t>1.013e0</w:t>
      </w:r>
    </w:p>
    <w:p w:rsidR="00E00D30" w:rsidRDefault="00E00D30" w:rsidP="00E00D30">
      <w:r>
        <w:t>785.7285</w:t>
      </w:r>
      <w:r>
        <w:tab/>
        <w:t>3.038e0</w:t>
      </w:r>
    </w:p>
    <w:p w:rsidR="00E00D30" w:rsidRDefault="00E00D30" w:rsidP="00E00D30">
      <w:r>
        <w:t>785.7486</w:t>
      </w:r>
      <w:r>
        <w:tab/>
        <w:t>2.025e0</w:t>
      </w:r>
    </w:p>
    <w:p w:rsidR="00E00D30" w:rsidRDefault="00E00D30" w:rsidP="00E00D30">
      <w:r>
        <w:t>785.7947</w:t>
      </w:r>
      <w:r>
        <w:tab/>
        <w:t>1.013e0</w:t>
      </w:r>
    </w:p>
    <w:p w:rsidR="00E00D30" w:rsidRDefault="00E00D30" w:rsidP="00E00D30">
      <w:r>
        <w:t>785.8212</w:t>
      </w:r>
      <w:r>
        <w:tab/>
        <w:t>1.013e0</w:t>
      </w:r>
    </w:p>
    <w:p w:rsidR="00E00D30" w:rsidRDefault="00E00D30" w:rsidP="00E00D30">
      <w:r>
        <w:t>785.8540</w:t>
      </w:r>
      <w:r>
        <w:tab/>
        <w:t>2.025e0</w:t>
      </w:r>
    </w:p>
    <w:p w:rsidR="00E00D30" w:rsidRDefault="00E00D30" w:rsidP="00E00D30">
      <w:r>
        <w:t>785.8967</w:t>
      </w:r>
      <w:r>
        <w:tab/>
        <w:t>1.013e0</w:t>
      </w:r>
    </w:p>
    <w:p w:rsidR="00E00D30" w:rsidRDefault="00E00D30" w:rsidP="00E00D30">
      <w:r>
        <w:t>785.9008</w:t>
      </w:r>
      <w:r>
        <w:tab/>
        <w:t>1.013e0</w:t>
      </w:r>
    </w:p>
    <w:p w:rsidR="00E00D30" w:rsidRDefault="00E00D30" w:rsidP="00E00D30">
      <w:r>
        <w:t>785.9311</w:t>
      </w:r>
      <w:r>
        <w:tab/>
        <w:t>2.025e0</w:t>
      </w:r>
    </w:p>
    <w:p w:rsidR="00E00D30" w:rsidRDefault="00E00D30" w:rsidP="00E00D30">
      <w:r>
        <w:t>785.9655</w:t>
      </w:r>
      <w:r>
        <w:tab/>
        <w:t>1.013e0</w:t>
      </w:r>
    </w:p>
    <w:p w:rsidR="00E00D30" w:rsidRDefault="00E00D30" w:rsidP="00E00D30">
      <w:r>
        <w:lastRenderedPageBreak/>
        <w:t>785.9672</w:t>
      </w:r>
      <w:r>
        <w:tab/>
        <w:t>1.013e0</w:t>
      </w:r>
    </w:p>
    <w:p w:rsidR="00E00D30" w:rsidRDefault="00E00D30" w:rsidP="00E00D30">
      <w:r>
        <w:t>786.0065</w:t>
      </w:r>
      <w:r>
        <w:tab/>
        <w:t>2.025e0</w:t>
      </w:r>
    </w:p>
    <w:p w:rsidR="00E00D30" w:rsidRDefault="00E00D30" w:rsidP="00E00D30">
      <w:r>
        <w:t>786.0344</w:t>
      </w:r>
      <w:r>
        <w:tab/>
        <w:t>3.038e0</w:t>
      </w:r>
    </w:p>
    <w:p w:rsidR="00E00D30" w:rsidRDefault="00E00D30" w:rsidP="00E00D30">
      <w:r>
        <w:t>786.0865</w:t>
      </w:r>
      <w:r>
        <w:tab/>
        <w:t>1.013e0</w:t>
      </w:r>
    </w:p>
    <w:p w:rsidR="00E00D30" w:rsidRDefault="00E00D30" w:rsidP="00E00D30">
      <w:r>
        <w:t>786.1103</w:t>
      </w:r>
      <w:r>
        <w:tab/>
        <w:t>3.038e0</w:t>
      </w:r>
    </w:p>
    <w:p w:rsidR="00E00D30" w:rsidRDefault="00E00D30" w:rsidP="00E00D30">
      <w:r>
        <w:t>786.1524</w:t>
      </w:r>
      <w:r>
        <w:tab/>
        <w:t>1.013e0</w:t>
      </w:r>
    </w:p>
    <w:p w:rsidR="00E00D30" w:rsidRDefault="00E00D30" w:rsidP="00E00D30">
      <w:r>
        <w:t>786.1682</w:t>
      </w:r>
      <w:r>
        <w:tab/>
        <w:t>1.013e0</w:t>
      </w:r>
    </w:p>
    <w:p w:rsidR="00E00D30" w:rsidRDefault="00E00D30" w:rsidP="00E00D30">
      <w:r>
        <w:t>786.1794</w:t>
      </w:r>
      <w:r>
        <w:tab/>
        <w:t>1.013e0</w:t>
      </w:r>
    </w:p>
    <w:p w:rsidR="00E00D30" w:rsidRDefault="00E00D30" w:rsidP="00E00D30">
      <w:r>
        <w:t>786.2192</w:t>
      </w:r>
      <w:r>
        <w:tab/>
        <w:t>1.013e0</w:t>
      </w:r>
    </w:p>
    <w:p w:rsidR="00E00D30" w:rsidRDefault="00E00D30" w:rsidP="00E00D30">
      <w:r>
        <w:t>786.2798</w:t>
      </w:r>
      <w:r>
        <w:tab/>
        <w:t>2.025e0</w:t>
      </w:r>
    </w:p>
    <w:p w:rsidR="00E00D30" w:rsidRDefault="00E00D30" w:rsidP="00E00D30">
      <w:r>
        <w:t>786.3050</w:t>
      </w:r>
      <w:r>
        <w:tab/>
        <w:t>1.013e0</w:t>
      </w:r>
    </w:p>
    <w:p w:rsidR="00E00D30" w:rsidRDefault="00E00D30" w:rsidP="00E00D30">
      <w:r>
        <w:t>786.3176</w:t>
      </w:r>
      <w:r>
        <w:tab/>
        <w:t>2.025e0</w:t>
      </w:r>
    </w:p>
    <w:p w:rsidR="00E00D30" w:rsidRDefault="00E00D30" w:rsidP="00E00D30">
      <w:r>
        <w:t>786.3386</w:t>
      </w:r>
      <w:r>
        <w:tab/>
        <w:t>2.025e0</w:t>
      </w:r>
    </w:p>
    <w:p w:rsidR="00E00D30" w:rsidRDefault="00E00D30" w:rsidP="00E00D30">
      <w:r>
        <w:t>786.3780</w:t>
      </w:r>
      <w:r>
        <w:tab/>
        <w:t>1.013e0</w:t>
      </w:r>
    </w:p>
    <w:p w:rsidR="00E00D30" w:rsidRDefault="00E00D30" w:rsidP="00E00D30">
      <w:r>
        <w:t>786.3821</w:t>
      </w:r>
      <w:r>
        <w:tab/>
        <w:t>2.025e0</w:t>
      </w:r>
    </w:p>
    <w:p w:rsidR="00E00D30" w:rsidRDefault="00E00D30" w:rsidP="00E00D30">
      <w:r>
        <w:t>786.4050</w:t>
      </w:r>
      <w:r>
        <w:tab/>
        <w:t>1.013e0</w:t>
      </w:r>
    </w:p>
    <w:p w:rsidR="00E00D30" w:rsidRDefault="00E00D30" w:rsidP="00E00D30">
      <w:r>
        <w:t>786.4134</w:t>
      </w:r>
      <w:r>
        <w:tab/>
        <w:t>2.025e0</w:t>
      </w:r>
    </w:p>
    <w:p w:rsidR="00E00D30" w:rsidRDefault="00E00D30" w:rsidP="00E00D30">
      <w:r>
        <w:t>786.4295</w:t>
      </w:r>
      <w:r>
        <w:tab/>
        <w:t>2.025e0</w:t>
      </w:r>
    </w:p>
    <w:p w:rsidR="00E00D30" w:rsidRDefault="00E00D30" w:rsidP="00E00D30">
      <w:r>
        <w:t>786.4457</w:t>
      </w:r>
      <w:r>
        <w:tab/>
        <w:t>1.013e0</w:t>
      </w:r>
    </w:p>
    <w:p w:rsidR="00E00D30" w:rsidRDefault="00E00D30" w:rsidP="00E00D30">
      <w:r>
        <w:lastRenderedPageBreak/>
        <w:t>786.4921</w:t>
      </w:r>
      <w:r>
        <w:tab/>
        <w:t>2.025e0</w:t>
      </w:r>
    </w:p>
    <w:p w:rsidR="00E00D30" w:rsidRDefault="00E00D30" w:rsidP="00E00D30">
      <w:r>
        <w:t>786.5087</w:t>
      </w:r>
      <w:r>
        <w:tab/>
        <w:t>2.025e0</w:t>
      </w:r>
    </w:p>
    <w:p w:rsidR="00E00D30" w:rsidRDefault="00E00D30" w:rsidP="00E00D30">
      <w:r>
        <w:t>786.5324</w:t>
      </w:r>
      <w:r>
        <w:tab/>
        <w:t>2.025e0</w:t>
      </w:r>
    </w:p>
    <w:p w:rsidR="00E00D30" w:rsidRDefault="00E00D30" w:rsidP="00E00D30">
      <w:r>
        <w:t>786.5652</w:t>
      </w:r>
      <w:r>
        <w:tab/>
        <w:t>1.013e0</w:t>
      </w:r>
    </w:p>
    <w:p w:rsidR="00E00D30" w:rsidRDefault="00E00D30" w:rsidP="00E00D30">
      <w:r>
        <w:t>786.6106</w:t>
      </w:r>
      <w:r>
        <w:tab/>
        <w:t>1.013e0</w:t>
      </w:r>
    </w:p>
    <w:p w:rsidR="00E00D30" w:rsidRDefault="00E00D30" w:rsidP="00E00D30">
      <w:r>
        <w:t>786.6240</w:t>
      </w:r>
      <w:r>
        <w:tab/>
        <w:t>2.025e0</w:t>
      </w:r>
    </w:p>
    <w:p w:rsidR="00E00D30" w:rsidRDefault="00E00D30" w:rsidP="00E00D30">
      <w:r>
        <w:t>786.6285</w:t>
      </w:r>
      <w:r>
        <w:tab/>
        <w:t>1.013e0</w:t>
      </w:r>
    </w:p>
    <w:p w:rsidR="00E00D30" w:rsidRDefault="00E00D30" w:rsidP="00E00D30">
      <w:r>
        <w:t>786.6306</w:t>
      </w:r>
      <w:r>
        <w:tab/>
        <w:t>1.013e0</w:t>
      </w:r>
    </w:p>
    <w:p w:rsidR="00E00D30" w:rsidRDefault="00E00D30" w:rsidP="00E00D30">
      <w:r>
        <w:t>786.6439</w:t>
      </w:r>
      <w:r>
        <w:tab/>
        <w:t>2.025e0</w:t>
      </w:r>
    </w:p>
    <w:p w:rsidR="00E00D30" w:rsidRDefault="00E00D30" w:rsidP="00E00D30">
      <w:r>
        <w:t>786.6979</w:t>
      </w:r>
      <w:r>
        <w:tab/>
        <w:t>1.013e0</w:t>
      </w:r>
    </w:p>
    <w:p w:rsidR="00E00D30" w:rsidRDefault="00E00D30" w:rsidP="00E00D30">
      <w:r>
        <w:t>786.7350</w:t>
      </w:r>
      <w:r>
        <w:tab/>
        <w:t>2.025e0</w:t>
      </w:r>
    </w:p>
    <w:p w:rsidR="00E00D30" w:rsidRDefault="00E00D30" w:rsidP="00E00D30">
      <w:r>
        <w:t>786.7633</w:t>
      </w:r>
      <w:r>
        <w:tab/>
        <w:t>1.013e0</w:t>
      </w:r>
    </w:p>
    <w:p w:rsidR="00E00D30" w:rsidRDefault="00E00D30" w:rsidP="00E00D30">
      <w:r>
        <w:t>786.8164</w:t>
      </w:r>
      <w:r>
        <w:tab/>
        <w:t>1.013e0</w:t>
      </w:r>
    </w:p>
    <w:p w:rsidR="00E00D30" w:rsidRDefault="00E00D30" w:rsidP="00E00D30">
      <w:r>
        <w:t>786.8558</w:t>
      </w:r>
      <w:r>
        <w:tab/>
        <w:t>1.013e0</w:t>
      </w:r>
    </w:p>
    <w:p w:rsidR="00E00D30" w:rsidRDefault="00E00D30" w:rsidP="00E00D30">
      <w:r>
        <w:t>786.8663</w:t>
      </w:r>
      <w:r>
        <w:tab/>
        <w:t>2.025e0</w:t>
      </w:r>
    </w:p>
    <w:p w:rsidR="00E00D30" w:rsidRDefault="00E00D30" w:rsidP="00E00D30">
      <w:r>
        <w:t>786.8828</w:t>
      </w:r>
      <w:r>
        <w:tab/>
        <w:t>1.013e0</w:t>
      </w:r>
    </w:p>
    <w:p w:rsidR="00E00D30" w:rsidRDefault="00E00D30" w:rsidP="00E00D30">
      <w:r>
        <w:t>786.8995</w:t>
      </w:r>
      <w:r>
        <w:tab/>
        <w:t>1.013e0</w:t>
      </w:r>
    </w:p>
    <w:p w:rsidR="00E00D30" w:rsidRDefault="00E00D30" w:rsidP="00E00D30">
      <w:r>
        <w:t>786.9008</w:t>
      </w:r>
      <w:r>
        <w:tab/>
        <w:t>1.013e0</w:t>
      </w:r>
    </w:p>
    <w:p w:rsidR="00E00D30" w:rsidRDefault="00E00D30" w:rsidP="00E00D30">
      <w:r>
        <w:t>786.9161</w:t>
      </w:r>
      <w:r>
        <w:tab/>
        <w:t>3.038e0</w:t>
      </w:r>
    </w:p>
    <w:p w:rsidR="00E00D30" w:rsidRDefault="00E00D30" w:rsidP="00E00D30">
      <w:r>
        <w:lastRenderedPageBreak/>
        <w:t>786.9420</w:t>
      </w:r>
      <w:r>
        <w:tab/>
        <w:t>2.025e0</w:t>
      </w:r>
    </w:p>
    <w:p w:rsidR="00E00D30" w:rsidRDefault="00E00D30" w:rsidP="00E00D30">
      <w:r>
        <w:t>786.9676</w:t>
      </w:r>
      <w:r>
        <w:tab/>
        <w:t>1.013e0</w:t>
      </w:r>
    </w:p>
    <w:p w:rsidR="00E00D30" w:rsidRDefault="00E00D30" w:rsidP="00E00D30">
      <w:r>
        <w:t>787.0033</w:t>
      </w:r>
      <w:r>
        <w:tab/>
        <w:t>1.013e0</w:t>
      </w:r>
    </w:p>
    <w:p w:rsidR="00E00D30" w:rsidRDefault="00E00D30" w:rsidP="00E00D30">
      <w:r>
        <w:t>787.0184</w:t>
      </w:r>
      <w:r>
        <w:tab/>
        <w:t>1.013e0</w:t>
      </w:r>
    </w:p>
    <w:p w:rsidR="00E00D30" w:rsidRDefault="00E00D30" w:rsidP="00E00D30">
      <w:r>
        <w:t>787.0356</w:t>
      </w:r>
      <w:r>
        <w:tab/>
        <w:t>1.013e0</w:t>
      </w:r>
    </w:p>
    <w:p w:rsidR="00E00D30" w:rsidRDefault="00E00D30" w:rsidP="00E00D30">
      <w:r>
        <w:t>787.0963</w:t>
      </w:r>
      <w:r>
        <w:tab/>
        <w:t>1.013e0</w:t>
      </w:r>
    </w:p>
    <w:p w:rsidR="00E00D30" w:rsidRDefault="00E00D30" w:rsidP="00E00D30">
      <w:r>
        <w:t>787.1041</w:t>
      </w:r>
      <w:r>
        <w:tab/>
        <w:t>1.013e0</w:t>
      </w:r>
    </w:p>
    <w:p w:rsidR="00E00D30" w:rsidRDefault="00E00D30" w:rsidP="00E00D30">
      <w:r>
        <w:t>787.1377</w:t>
      </w:r>
      <w:r>
        <w:tab/>
        <w:t>1.013e0</w:t>
      </w:r>
    </w:p>
    <w:p w:rsidR="00E00D30" w:rsidRDefault="00E00D30" w:rsidP="00E00D30">
      <w:r>
        <w:t>787.1748</w:t>
      </w:r>
      <w:r>
        <w:tab/>
        <w:t>2.025e0</w:t>
      </w:r>
    </w:p>
    <w:p w:rsidR="00E00D30" w:rsidRDefault="00E00D30" w:rsidP="00E00D30">
      <w:r>
        <w:t>787.2055</w:t>
      </w:r>
      <w:r>
        <w:tab/>
        <w:t>1.013e0</w:t>
      </w:r>
    </w:p>
    <w:p w:rsidR="00E00D30" w:rsidRDefault="00E00D30" w:rsidP="00E00D30">
      <w:r>
        <w:t>787.2416</w:t>
      </w:r>
      <w:r>
        <w:tab/>
        <w:t>2.025e0</w:t>
      </w:r>
    </w:p>
    <w:p w:rsidR="00E00D30" w:rsidRDefault="00E00D30" w:rsidP="00E00D30">
      <w:r>
        <w:t>787.2740</w:t>
      </w:r>
      <w:r>
        <w:tab/>
        <w:t>1.013e0</w:t>
      </w:r>
    </w:p>
    <w:p w:rsidR="00E00D30" w:rsidRDefault="00E00D30" w:rsidP="00E00D30">
      <w:r>
        <w:t>787.3344</w:t>
      </w:r>
      <w:r>
        <w:tab/>
        <w:t>1.013e0</w:t>
      </w:r>
    </w:p>
    <w:p w:rsidR="00E00D30" w:rsidRDefault="00E00D30" w:rsidP="00E00D30">
      <w:r>
        <w:t>787.3472</w:t>
      </w:r>
      <w:r>
        <w:tab/>
        <w:t>1.013e0</w:t>
      </w:r>
    </w:p>
    <w:p w:rsidR="00E00D30" w:rsidRDefault="00E00D30" w:rsidP="00E00D30">
      <w:r>
        <w:t>787.3619</w:t>
      </w:r>
      <w:r>
        <w:tab/>
        <w:t>1.013e0</w:t>
      </w:r>
    </w:p>
    <w:p w:rsidR="00E00D30" w:rsidRDefault="00E00D30" w:rsidP="00E00D30">
      <w:r>
        <w:t>787.3875</w:t>
      </w:r>
      <w:r>
        <w:tab/>
        <w:t>1.013e0</w:t>
      </w:r>
    </w:p>
    <w:p w:rsidR="00E00D30" w:rsidRDefault="00E00D30" w:rsidP="00E00D30">
      <w:r>
        <w:t>787.4269</w:t>
      </w:r>
      <w:r>
        <w:tab/>
        <w:t>1.013e0</w:t>
      </w:r>
    </w:p>
    <w:p w:rsidR="00E00D30" w:rsidRDefault="00E00D30" w:rsidP="00E00D30">
      <w:r>
        <w:t>787.4495</w:t>
      </w:r>
      <w:r>
        <w:tab/>
        <w:t>2.025e0</w:t>
      </w:r>
    </w:p>
    <w:p w:rsidR="00E00D30" w:rsidRDefault="00E00D30" w:rsidP="00E00D30">
      <w:r>
        <w:t>787.4607</w:t>
      </w:r>
      <w:r>
        <w:tab/>
        <w:t>2.025e0</w:t>
      </w:r>
    </w:p>
    <w:p w:rsidR="00E00D30" w:rsidRDefault="00E00D30" w:rsidP="00E00D30">
      <w:r>
        <w:lastRenderedPageBreak/>
        <w:t>787.4682</w:t>
      </w:r>
      <w:r>
        <w:tab/>
        <w:t>1.013e0</w:t>
      </w:r>
    </w:p>
    <w:p w:rsidR="00E00D30" w:rsidRDefault="00E00D30" w:rsidP="00E00D30">
      <w:r>
        <w:t>787.5071</w:t>
      </w:r>
      <w:r>
        <w:tab/>
        <w:t>1.013e0</w:t>
      </w:r>
    </w:p>
    <w:p w:rsidR="00E00D30" w:rsidRDefault="00E00D30" w:rsidP="00E00D30">
      <w:r>
        <w:t>787.5242</w:t>
      </w:r>
      <w:r>
        <w:tab/>
        <w:t>2.025e0</w:t>
      </w:r>
    </w:p>
    <w:p w:rsidR="00E00D30" w:rsidRDefault="00E00D30" w:rsidP="00E00D30">
      <w:r>
        <w:t>787.5287</w:t>
      </w:r>
      <w:r>
        <w:tab/>
        <w:t>1.013e0</w:t>
      </w:r>
    </w:p>
    <w:p w:rsidR="00E00D30" w:rsidRDefault="00E00D30" w:rsidP="00E00D30">
      <w:r>
        <w:t>787.5373</w:t>
      </w:r>
      <w:r>
        <w:tab/>
        <w:t>2.025e0</w:t>
      </w:r>
    </w:p>
    <w:p w:rsidR="00E00D30" w:rsidRDefault="00E00D30" w:rsidP="00E00D30">
      <w:r>
        <w:t>787.5519</w:t>
      </w:r>
      <w:r>
        <w:tab/>
        <w:t>3.038e0</w:t>
      </w:r>
    </w:p>
    <w:p w:rsidR="00E00D30" w:rsidRDefault="00E00D30" w:rsidP="00E00D30">
      <w:r>
        <w:t>787.5731</w:t>
      </w:r>
      <w:r>
        <w:tab/>
        <w:t>1.013e0</w:t>
      </w:r>
    </w:p>
    <w:p w:rsidR="00E00D30" w:rsidRDefault="00E00D30" w:rsidP="00E00D30">
      <w:r>
        <w:t>787.6305</w:t>
      </w:r>
      <w:r>
        <w:tab/>
        <w:t>1.013e0</w:t>
      </w:r>
    </w:p>
    <w:p w:rsidR="00E00D30" w:rsidRDefault="00E00D30" w:rsidP="00E00D30">
      <w:r>
        <w:t>787.6481</w:t>
      </w:r>
      <w:r>
        <w:tab/>
        <w:t>1.013e0</w:t>
      </w:r>
    </w:p>
    <w:p w:rsidR="00E00D30" w:rsidRDefault="00E00D30" w:rsidP="00E00D30">
      <w:r>
        <w:t>787.6570</w:t>
      </w:r>
      <w:r>
        <w:tab/>
        <w:t>2.025e0</w:t>
      </w:r>
    </w:p>
    <w:p w:rsidR="00E00D30" w:rsidRDefault="00E00D30" w:rsidP="00E00D30">
      <w:r>
        <w:t>787.6799</w:t>
      </w:r>
      <w:r>
        <w:tab/>
        <w:t>1.013e0</w:t>
      </w:r>
    </w:p>
    <w:p w:rsidR="00E00D30" w:rsidRDefault="00E00D30" w:rsidP="00E00D30">
      <w:r>
        <w:t>787.7000</w:t>
      </w:r>
      <w:r>
        <w:tab/>
        <w:t>1.013e0</w:t>
      </w:r>
    </w:p>
    <w:p w:rsidR="00E00D30" w:rsidRDefault="00E00D30" w:rsidP="00E00D30">
      <w:r>
        <w:t>787.7169</w:t>
      </w:r>
      <w:r>
        <w:tab/>
        <w:t>2.025e0</w:t>
      </w:r>
    </w:p>
    <w:p w:rsidR="00E00D30" w:rsidRDefault="00E00D30" w:rsidP="00E00D30">
      <w:r>
        <w:t>787.7596</w:t>
      </w:r>
      <w:r>
        <w:tab/>
        <w:t>1.013e0</w:t>
      </w:r>
    </w:p>
    <w:p w:rsidR="00E00D30" w:rsidRDefault="00E00D30" w:rsidP="00E00D30">
      <w:r>
        <w:t>787.7993</w:t>
      </w:r>
      <w:r>
        <w:tab/>
        <w:t>2.025e0</w:t>
      </w:r>
    </w:p>
    <w:p w:rsidR="00E00D30" w:rsidRDefault="00E00D30" w:rsidP="00E00D30">
      <w:r>
        <w:t>787.8005</w:t>
      </w:r>
      <w:r>
        <w:tab/>
        <w:t>1.013e0</w:t>
      </w:r>
    </w:p>
    <w:p w:rsidR="00E00D30" w:rsidRDefault="00E00D30" w:rsidP="00E00D30">
      <w:r>
        <w:t>787.8246</w:t>
      </w:r>
      <w:r>
        <w:tab/>
        <w:t>3.038e0</w:t>
      </w:r>
    </w:p>
    <w:p w:rsidR="00E00D30" w:rsidRDefault="00E00D30" w:rsidP="00E00D30">
      <w:r>
        <w:t>787.8351</w:t>
      </w:r>
      <w:r>
        <w:tab/>
        <w:t>1.013e0</w:t>
      </w:r>
    </w:p>
    <w:p w:rsidR="00E00D30" w:rsidRDefault="00E00D30" w:rsidP="00E00D30">
      <w:r>
        <w:t>787.9044</w:t>
      </w:r>
      <w:r>
        <w:tab/>
        <w:t>1.013e0</w:t>
      </w:r>
    </w:p>
    <w:p w:rsidR="00E00D30" w:rsidRDefault="00E00D30" w:rsidP="00E00D30">
      <w:r>
        <w:lastRenderedPageBreak/>
        <w:t>788.0085</w:t>
      </w:r>
      <w:r>
        <w:tab/>
        <w:t>2.025e0</w:t>
      </w:r>
    </w:p>
    <w:p w:rsidR="00E00D30" w:rsidRDefault="00E00D30" w:rsidP="00E00D30">
      <w:r>
        <w:t>788.0255</w:t>
      </w:r>
      <w:r>
        <w:tab/>
        <w:t>1.013e0</w:t>
      </w:r>
    </w:p>
    <w:p w:rsidR="00E00D30" w:rsidRDefault="00E00D30" w:rsidP="00E00D30">
      <w:r>
        <w:t>788.0388</w:t>
      </w:r>
      <w:r>
        <w:tab/>
        <w:t>1.013e0</w:t>
      </w:r>
    </w:p>
    <w:p w:rsidR="00E00D30" w:rsidRDefault="00E00D30" w:rsidP="00E00D30">
      <w:r>
        <w:t>788.0558</w:t>
      </w:r>
      <w:r>
        <w:tab/>
        <w:t>1.013e0</w:t>
      </w:r>
    </w:p>
    <w:p w:rsidR="00E00D30" w:rsidRDefault="00E00D30" w:rsidP="00E00D30">
      <w:r>
        <w:t>788.0916</w:t>
      </w:r>
      <w:r>
        <w:tab/>
        <w:t>1.013e0</w:t>
      </w:r>
    </w:p>
    <w:p w:rsidR="00E00D30" w:rsidRDefault="00E00D30" w:rsidP="00E00D30">
      <w:r>
        <w:t>788.1269</w:t>
      </w:r>
      <w:r>
        <w:tab/>
        <w:t>3.038e0</w:t>
      </w:r>
    </w:p>
    <w:p w:rsidR="00E00D30" w:rsidRDefault="00E00D30" w:rsidP="00E00D30">
      <w:r>
        <w:t>788.1450</w:t>
      </w:r>
      <w:r>
        <w:tab/>
        <w:t>2.025e0</w:t>
      </w:r>
    </w:p>
    <w:p w:rsidR="00E00D30" w:rsidRDefault="00E00D30" w:rsidP="00E00D30">
      <w:r>
        <w:t>788.1461</w:t>
      </w:r>
      <w:r>
        <w:tab/>
        <w:t>1.013e0</w:t>
      </w:r>
    </w:p>
    <w:p w:rsidR="00E00D30" w:rsidRDefault="00E00D30" w:rsidP="00E00D30">
      <w:r>
        <w:t>788.1584</w:t>
      </w:r>
      <w:r>
        <w:tab/>
        <w:t>1.013e0</w:t>
      </w:r>
    </w:p>
    <w:p w:rsidR="00E00D30" w:rsidRDefault="00E00D30" w:rsidP="00E00D30">
      <w:r>
        <w:t>788.1930</w:t>
      </w:r>
      <w:r>
        <w:tab/>
        <w:t>1.013e0</w:t>
      </w:r>
    </w:p>
    <w:p w:rsidR="00E00D30" w:rsidRDefault="00E00D30" w:rsidP="00E00D30">
      <w:r>
        <w:t>788.2512</w:t>
      </w:r>
      <w:r>
        <w:tab/>
        <w:t>1.013e0</w:t>
      </w:r>
    </w:p>
    <w:p w:rsidR="00E00D30" w:rsidRDefault="00E00D30" w:rsidP="00E00D30">
      <w:r>
        <w:t>788.2780</w:t>
      </w:r>
      <w:r>
        <w:tab/>
        <w:t>1.013e0</w:t>
      </w:r>
    </w:p>
    <w:p w:rsidR="00E00D30" w:rsidRDefault="00E00D30" w:rsidP="00E00D30">
      <w:r>
        <w:t>788.2998</w:t>
      </w:r>
      <w:r>
        <w:tab/>
        <w:t>2.025e0</w:t>
      </w:r>
    </w:p>
    <w:p w:rsidR="00E00D30" w:rsidRDefault="00E00D30" w:rsidP="00E00D30">
      <w:r>
        <w:t>788.3442</w:t>
      </w:r>
      <w:r>
        <w:tab/>
        <w:t>1.013e0</w:t>
      </w:r>
    </w:p>
    <w:p w:rsidR="00E00D30" w:rsidRDefault="00E00D30" w:rsidP="00E00D30">
      <w:r>
        <w:t>788.3769</w:t>
      </w:r>
      <w:r>
        <w:tab/>
        <w:t>5.063e0</w:t>
      </w:r>
    </w:p>
    <w:p w:rsidR="00E00D30" w:rsidRDefault="00E00D30" w:rsidP="00E00D30">
      <w:r>
        <w:t>788.3962</w:t>
      </w:r>
      <w:r>
        <w:tab/>
        <w:t>1.013e0</w:t>
      </w:r>
    </w:p>
    <w:p w:rsidR="00E00D30" w:rsidRDefault="00E00D30" w:rsidP="00E00D30">
      <w:r>
        <w:t>788.4122</w:t>
      </w:r>
      <w:r>
        <w:tab/>
        <w:t>1.013e0</w:t>
      </w:r>
    </w:p>
    <w:p w:rsidR="00E00D30" w:rsidRDefault="00E00D30" w:rsidP="00E00D30">
      <w:r>
        <w:t>788.4406</w:t>
      </w:r>
      <w:r>
        <w:tab/>
        <w:t>1.801e0</w:t>
      </w:r>
    </w:p>
    <w:p w:rsidR="00E00D30" w:rsidRDefault="00E00D30" w:rsidP="00E00D30">
      <w:r>
        <w:t>788.4562</w:t>
      </w:r>
      <w:r>
        <w:tab/>
        <w:t>2.025e0</w:t>
      </w:r>
    </w:p>
    <w:p w:rsidR="00E00D30" w:rsidRDefault="00E00D30" w:rsidP="00E00D30">
      <w:r>
        <w:lastRenderedPageBreak/>
        <w:t>788.4650</w:t>
      </w:r>
      <w:r>
        <w:tab/>
        <w:t>3.038e0</w:t>
      </w:r>
    </w:p>
    <w:p w:rsidR="00E00D30" w:rsidRDefault="00E00D30" w:rsidP="00E00D30">
      <w:r>
        <w:t>788.4747</w:t>
      </w:r>
      <w:r>
        <w:tab/>
        <w:t>3.038e0</w:t>
      </w:r>
    </w:p>
    <w:p w:rsidR="00E00D30" w:rsidRDefault="00E00D30" w:rsidP="00E00D30">
      <w:r>
        <w:t>788.5353</w:t>
      </w:r>
      <w:r>
        <w:tab/>
        <w:t>3.038e0</w:t>
      </w:r>
    </w:p>
    <w:p w:rsidR="00E00D30" w:rsidRDefault="00E00D30" w:rsidP="00E00D30">
      <w:r>
        <w:t>788.5442</w:t>
      </w:r>
      <w:r>
        <w:tab/>
        <w:t>2.025e0</w:t>
      </w:r>
    </w:p>
    <w:p w:rsidR="00E00D30" w:rsidRDefault="00E00D30" w:rsidP="00E00D30">
      <w:r>
        <w:t>788.5660</w:t>
      </w:r>
      <w:r>
        <w:tab/>
        <w:t>1.013e0</w:t>
      </w:r>
    </w:p>
    <w:p w:rsidR="00E00D30" w:rsidRDefault="00E00D30" w:rsidP="00E00D30">
      <w:r>
        <w:t>788.5775</w:t>
      </w:r>
      <w:r>
        <w:tab/>
        <w:t>2.025e0</w:t>
      </w:r>
    </w:p>
    <w:p w:rsidR="00E00D30" w:rsidRDefault="00E00D30" w:rsidP="00E00D30">
      <w:r>
        <w:t>788.6215</w:t>
      </w:r>
      <w:r>
        <w:tab/>
        <w:t>2.025e0</w:t>
      </w:r>
    </w:p>
    <w:p w:rsidR="00E00D30" w:rsidRDefault="00E00D30" w:rsidP="00E00D30">
      <w:r>
        <w:t>788.6240</w:t>
      </w:r>
      <w:r>
        <w:tab/>
        <w:t>1.013e0</w:t>
      </w:r>
    </w:p>
    <w:p w:rsidR="00E00D30" w:rsidRDefault="00E00D30" w:rsidP="00E00D30">
      <w:r>
        <w:t>788.6364</w:t>
      </w:r>
      <w:r>
        <w:tab/>
        <w:t>3.038e0</w:t>
      </w:r>
    </w:p>
    <w:p w:rsidR="00E00D30" w:rsidRDefault="00E00D30" w:rsidP="00E00D30">
      <w:r>
        <w:t>788.6383</w:t>
      </w:r>
      <w:r>
        <w:tab/>
        <w:t>1.013e0</w:t>
      </w:r>
    </w:p>
    <w:p w:rsidR="00E00D30" w:rsidRDefault="00E00D30" w:rsidP="00E00D30">
      <w:r>
        <w:t>788.6462</w:t>
      </w:r>
      <w:r>
        <w:tab/>
        <w:t>3.038e0</w:t>
      </w:r>
    </w:p>
    <w:p w:rsidR="00E00D30" w:rsidRDefault="00E00D30" w:rsidP="00E00D30">
      <w:r>
        <w:t>788.6707</w:t>
      </w:r>
      <w:r>
        <w:tab/>
        <w:t>2.025e0</w:t>
      </w:r>
    </w:p>
    <w:p w:rsidR="00E00D30" w:rsidRDefault="00E00D30" w:rsidP="00E00D30">
      <w:r>
        <w:t>788.6768</w:t>
      </w:r>
      <w:r>
        <w:tab/>
        <w:t>1.013e0</w:t>
      </w:r>
    </w:p>
    <w:p w:rsidR="00E00D30" w:rsidRDefault="00E00D30" w:rsidP="00E00D30">
      <w:r>
        <w:t>788.6915</w:t>
      </w:r>
      <w:r>
        <w:tab/>
        <w:t>2.025e0</w:t>
      </w:r>
    </w:p>
    <w:p w:rsidR="00E00D30" w:rsidRDefault="00E00D30" w:rsidP="00E00D30">
      <w:r>
        <w:t>788.7275</w:t>
      </w:r>
      <w:r>
        <w:tab/>
        <w:t>2.025e0</w:t>
      </w:r>
    </w:p>
    <w:p w:rsidR="00E00D30" w:rsidRDefault="00E00D30" w:rsidP="00E00D30">
      <w:r>
        <w:t>788.8292</w:t>
      </w:r>
      <w:r>
        <w:tab/>
        <w:t>2.025e0</w:t>
      </w:r>
    </w:p>
    <w:p w:rsidR="00E00D30" w:rsidRDefault="00E00D30" w:rsidP="00E00D30">
      <w:r>
        <w:t>788.8370</w:t>
      </w:r>
      <w:r>
        <w:tab/>
        <w:t>1.013e0</w:t>
      </w:r>
    </w:p>
    <w:p w:rsidR="00E00D30" w:rsidRDefault="00E00D30" w:rsidP="00E00D30">
      <w:r>
        <w:t>788.8381</w:t>
      </w:r>
      <w:r>
        <w:tab/>
        <w:t>5.063e0</w:t>
      </w:r>
    </w:p>
    <w:p w:rsidR="00E00D30" w:rsidRDefault="00E00D30" w:rsidP="00E00D30">
      <w:r>
        <w:t>788.8967</w:t>
      </w:r>
      <w:r>
        <w:tab/>
        <w:t>2.025e0</w:t>
      </w:r>
    </w:p>
    <w:p w:rsidR="00E00D30" w:rsidRDefault="00E00D30" w:rsidP="00E00D30">
      <w:r>
        <w:lastRenderedPageBreak/>
        <w:t>788.9747</w:t>
      </w:r>
      <w:r>
        <w:tab/>
        <w:t>1.013e0</w:t>
      </w:r>
    </w:p>
    <w:p w:rsidR="00E00D30" w:rsidRDefault="00E00D30" w:rsidP="00E00D30">
      <w:r>
        <w:t>788.9844</w:t>
      </w:r>
      <w:r>
        <w:tab/>
        <w:t>1.013e0</w:t>
      </w:r>
    </w:p>
    <w:p w:rsidR="00E00D30" w:rsidRDefault="00E00D30" w:rsidP="00E00D30">
      <w:r>
        <w:t>788.9967</w:t>
      </w:r>
      <w:r>
        <w:tab/>
        <w:t>1.013e0</w:t>
      </w:r>
    </w:p>
    <w:p w:rsidR="00E00D30" w:rsidRDefault="00E00D30" w:rsidP="00E00D30">
      <w:r>
        <w:t>789.0085</w:t>
      </w:r>
      <w:r>
        <w:tab/>
        <w:t>1.013e0</w:t>
      </w:r>
    </w:p>
    <w:p w:rsidR="00E00D30" w:rsidRDefault="00E00D30" w:rsidP="00E00D30">
      <w:r>
        <w:t>789.1099</w:t>
      </w:r>
      <w:r>
        <w:tab/>
        <w:t>1.013e0</w:t>
      </w:r>
    </w:p>
    <w:p w:rsidR="00E00D30" w:rsidRDefault="00E00D30" w:rsidP="00E00D30">
      <w:r>
        <w:t>789.1161</w:t>
      </w:r>
      <w:r>
        <w:tab/>
        <w:t>2.025e0</w:t>
      </w:r>
    </w:p>
    <w:p w:rsidR="00E00D30" w:rsidRDefault="00E00D30" w:rsidP="00E00D30">
      <w:r>
        <w:t>789.1301</w:t>
      </w:r>
      <w:r>
        <w:tab/>
        <w:t>3.038e0</w:t>
      </w:r>
    </w:p>
    <w:p w:rsidR="00E00D30" w:rsidRDefault="00E00D30" w:rsidP="00E00D30">
      <w:r>
        <w:t>789.1431</w:t>
      </w:r>
      <w:r>
        <w:tab/>
        <w:t>1.013e0</w:t>
      </w:r>
    </w:p>
    <w:p w:rsidR="00E00D30" w:rsidRDefault="00E00D30" w:rsidP="00E00D30">
      <w:r>
        <w:t>789.1527</w:t>
      </w:r>
      <w:r>
        <w:tab/>
        <w:t>3.038e0</w:t>
      </w:r>
    </w:p>
    <w:p w:rsidR="00E00D30" w:rsidRDefault="00E00D30" w:rsidP="00E00D30">
      <w:r>
        <w:t>789.2097</w:t>
      </w:r>
      <w:r>
        <w:tab/>
        <w:t>1.013e0</w:t>
      </w:r>
    </w:p>
    <w:p w:rsidR="00E00D30" w:rsidRDefault="00E00D30" w:rsidP="00E00D30">
      <w:r>
        <w:t>789.2299</w:t>
      </w:r>
      <w:r>
        <w:tab/>
        <w:t>1.013e0</w:t>
      </w:r>
    </w:p>
    <w:p w:rsidR="00E00D30" w:rsidRDefault="00E00D30" w:rsidP="00E00D30">
      <w:r>
        <w:t>789.2363</w:t>
      </w:r>
      <w:r>
        <w:tab/>
        <w:t>1.013e0</w:t>
      </w:r>
    </w:p>
    <w:p w:rsidR="00E00D30" w:rsidRDefault="00E00D30" w:rsidP="00E00D30">
      <w:r>
        <w:t>789.3172</w:t>
      </w:r>
      <w:r>
        <w:tab/>
        <w:t>1.013e0</w:t>
      </w:r>
    </w:p>
    <w:p w:rsidR="00E00D30" w:rsidRDefault="00E00D30" w:rsidP="00E00D30">
      <w:r>
        <w:t>789.3303</w:t>
      </w:r>
      <w:r>
        <w:tab/>
        <w:t>4.051e0</w:t>
      </w:r>
    </w:p>
    <w:p w:rsidR="00E00D30" w:rsidRDefault="00E00D30" w:rsidP="00E00D30">
      <w:r>
        <w:t>789.3562</w:t>
      </w:r>
      <w:r>
        <w:tab/>
        <w:t>1.013e0</w:t>
      </w:r>
    </w:p>
    <w:p w:rsidR="00E00D30" w:rsidRDefault="00E00D30" w:rsidP="00E00D30">
      <w:r>
        <w:t>789.3645</w:t>
      </w:r>
      <w:r>
        <w:tab/>
        <w:t>1.013e0</w:t>
      </w:r>
    </w:p>
    <w:p w:rsidR="00E00D30" w:rsidRDefault="00E00D30" w:rsidP="00E00D30">
      <w:r>
        <w:t>789.3828</w:t>
      </w:r>
      <w:r>
        <w:tab/>
        <w:t>1.013e0</w:t>
      </w:r>
    </w:p>
    <w:p w:rsidR="00E00D30" w:rsidRDefault="00E00D30" w:rsidP="00E00D30">
      <w:r>
        <w:t>789.4243</w:t>
      </w:r>
      <w:r>
        <w:tab/>
        <w:t>1.857e0</w:t>
      </w:r>
    </w:p>
    <w:p w:rsidR="00E00D30" w:rsidRDefault="00E00D30" w:rsidP="00E00D30">
      <w:r>
        <w:t>789.4651</w:t>
      </w:r>
      <w:r>
        <w:tab/>
        <w:t>4.051e0</w:t>
      </w:r>
    </w:p>
    <w:p w:rsidR="00E00D30" w:rsidRDefault="00E00D30" w:rsidP="00E00D30">
      <w:r>
        <w:lastRenderedPageBreak/>
        <w:t>789.4866</w:t>
      </w:r>
      <w:r>
        <w:tab/>
        <w:t>3.038e0</w:t>
      </w:r>
    </w:p>
    <w:p w:rsidR="00E00D30" w:rsidRDefault="00E00D30" w:rsidP="00E00D30">
      <w:r>
        <w:t>789.5110</w:t>
      </w:r>
      <w:r>
        <w:tab/>
        <w:t>2.025e0</w:t>
      </w:r>
    </w:p>
    <w:p w:rsidR="00E00D30" w:rsidRDefault="00E00D30" w:rsidP="00E00D30">
      <w:r>
        <w:t>789.5314</w:t>
      </w:r>
      <w:r>
        <w:tab/>
        <w:t>2.025e0</w:t>
      </w:r>
    </w:p>
    <w:p w:rsidR="00E00D30" w:rsidRDefault="00E00D30" w:rsidP="00E00D30">
      <w:r>
        <w:t>789.5963</w:t>
      </w:r>
      <w:r>
        <w:tab/>
        <w:t>3.038e0</w:t>
      </w:r>
    </w:p>
    <w:p w:rsidR="00E00D30" w:rsidRDefault="00E00D30" w:rsidP="00E00D30">
      <w:r>
        <w:t>789.6359</w:t>
      </w:r>
      <w:r>
        <w:tab/>
        <w:t>2.025e0</w:t>
      </w:r>
    </w:p>
    <w:p w:rsidR="00E00D30" w:rsidRDefault="00E00D30" w:rsidP="00E00D30">
      <w:r>
        <w:t>789.6493</w:t>
      </w:r>
      <w:r>
        <w:tab/>
        <w:t>2.025e0</w:t>
      </w:r>
    </w:p>
    <w:p w:rsidR="00E00D30" w:rsidRDefault="00E00D30" w:rsidP="00E00D30">
      <w:r>
        <w:t>789.6889</w:t>
      </w:r>
      <w:r>
        <w:tab/>
        <w:t>3.038e0</w:t>
      </w:r>
    </w:p>
    <w:p w:rsidR="00E00D30" w:rsidRDefault="00E00D30" w:rsidP="00E00D30">
      <w:r>
        <w:t>789.7159</w:t>
      </w:r>
      <w:r>
        <w:tab/>
        <w:t>2.025e0</w:t>
      </w:r>
    </w:p>
    <w:p w:rsidR="00E00D30" w:rsidRDefault="00E00D30" w:rsidP="00E00D30">
      <w:r>
        <w:t>789.7400</w:t>
      </w:r>
      <w:r>
        <w:tab/>
        <w:t>1.013e0</w:t>
      </w:r>
    </w:p>
    <w:p w:rsidR="00E00D30" w:rsidRDefault="00E00D30" w:rsidP="00E00D30">
      <w:r>
        <w:t>789.7554</w:t>
      </w:r>
      <w:r>
        <w:tab/>
        <w:t>2.025e0</w:t>
      </w:r>
    </w:p>
    <w:p w:rsidR="00E00D30" w:rsidRDefault="00E00D30" w:rsidP="00E00D30">
      <w:r>
        <w:t>789.7998</w:t>
      </w:r>
      <w:r>
        <w:tab/>
        <w:t>2.025e0</w:t>
      </w:r>
    </w:p>
    <w:p w:rsidR="00E00D30" w:rsidRDefault="00E00D30" w:rsidP="00E00D30">
      <w:r>
        <w:t>789.8489</w:t>
      </w:r>
      <w:r>
        <w:tab/>
        <w:t>2.025e0</w:t>
      </w:r>
    </w:p>
    <w:p w:rsidR="00E00D30" w:rsidRDefault="00E00D30" w:rsidP="00E00D30">
      <w:r>
        <w:t>789.9424</w:t>
      </w:r>
      <w:r>
        <w:tab/>
        <w:t>1.013e0</w:t>
      </w:r>
    </w:p>
    <w:p w:rsidR="00E00D30" w:rsidRDefault="00E00D30" w:rsidP="00E00D30">
      <w:r>
        <w:t>790.0098</w:t>
      </w:r>
      <w:r>
        <w:tab/>
        <w:t>2.025e0</w:t>
      </w:r>
    </w:p>
    <w:p w:rsidR="00E00D30" w:rsidRDefault="00E00D30" w:rsidP="00E00D30">
      <w:r>
        <w:t>790.0490</w:t>
      </w:r>
      <w:r>
        <w:tab/>
        <w:t>1.013e0</w:t>
      </w:r>
    </w:p>
    <w:p w:rsidR="00E00D30" w:rsidRDefault="00E00D30" w:rsidP="00E00D30">
      <w:r>
        <w:t>790.0757</w:t>
      </w:r>
      <w:r>
        <w:tab/>
        <w:t>1.013e0</w:t>
      </w:r>
    </w:p>
    <w:p w:rsidR="00E00D30" w:rsidRDefault="00E00D30" w:rsidP="00E00D30">
      <w:r>
        <w:t>790.0890</w:t>
      </w:r>
      <w:r>
        <w:tab/>
        <w:t>1.013e0</w:t>
      </w:r>
    </w:p>
    <w:p w:rsidR="00E00D30" w:rsidRDefault="00E00D30" w:rsidP="00E00D30">
      <w:r>
        <w:t>790.1290</w:t>
      </w:r>
      <w:r>
        <w:tab/>
        <w:t>1.013e0</w:t>
      </w:r>
    </w:p>
    <w:p w:rsidR="00E00D30" w:rsidRDefault="00E00D30" w:rsidP="00E00D30">
      <w:r>
        <w:t>790.1418</w:t>
      </w:r>
      <w:r>
        <w:tab/>
        <w:t>1.013e0</w:t>
      </w:r>
    </w:p>
    <w:p w:rsidR="00E00D30" w:rsidRDefault="00E00D30" w:rsidP="00E00D30">
      <w:r>
        <w:lastRenderedPageBreak/>
        <w:t>790.1454</w:t>
      </w:r>
      <w:r>
        <w:tab/>
        <w:t>4.038e0</w:t>
      </w:r>
    </w:p>
    <w:p w:rsidR="00E00D30" w:rsidRDefault="00E00D30" w:rsidP="00E00D30">
      <w:r>
        <w:t>790.1465</w:t>
      </w:r>
      <w:r>
        <w:tab/>
        <w:t>1.013e0</w:t>
      </w:r>
    </w:p>
    <w:p w:rsidR="00E00D30" w:rsidRDefault="00E00D30" w:rsidP="00E00D30">
      <w:r>
        <w:t>790.1810</w:t>
      </w:r>
      <w:r>
        <w:tab/>
        <w:t>1.013e0</w:t>
      </w:r>
    </w:p>
    <w:p w:rsidR="00E00D30" w:rsidRDefault="00E00D30" w:rsidP="00E00D30">
      <w:r>
        <w:t>790.2650</w:t>
      </w:r>
      <w:r>
        <w:tab/>
        <w:t>1.013e0</w:t>
      </w:r>
    </w:p>
    <w:p w:rsidR="00E00D30" w:rsidRDefault="00E00D30" w:rsidP="00E00D30">
      <w:r>
        <w:t>790.2935</w:t>
      </w:r>
      <w:r>
        <w:tab/>
        <w:t>2.025e0</w:t>
      </w:r>
    </w:p>
    <w:p w:rsidR="00E00D30" w:rsidRDefault="00E00D30" w:rsidP="00E00D30">
      <w:r>
        <w:t>790.3157</w:t>
      </w:r>
      <w:r>
        <w:tab/>
        <w:t>2.025e0</w:t>
      </w:r>
    </w:p>
    <w:p w:rsidR="00E00D30" w:rsidRDefault="00E00D30" w:rsidP="00E00D30">
      <w:r>
        <w:t>790.3394</w:t>
      </w:r>
      <w:r>
        <w:tab/>
        <w:t>2.025e0</w:t>
      </w:r>
    </w:p>
    <w:p w:rsidR="00E00D30" w:rsidRDefault="00E00D30" w:rsidP="00E00D30">
      <w:r>
        <w:t>790.3505</w:t>
      </w:r>
      <w:r>
        <w:tab/>
        <w:t>2.025e0</w:t>
      </w:r>
    </w:p>
    <w:p w:rsidR="00E00D30" w:rsidRDefault="00E00D30" w:rsidP="00E00D30">
      <w:r>
        <w:t>790.3789</w:t>
      </w:r>
      <w:r>
        <w:tab/>
        <w:t>3.038e0</w:t>
      </w:r>
    </w:p>
    <w:p w:rsidR="00E00D30" w:rsidRDefault="00E00D30" w:rsidP="00E00D30">
      <w:r>
        <w:t>790.3837</w:t>
      </w:r>
      <w:r>
        <w:tab/>
        <w:t>2.025e0</w:t>
      </w:r>
    </w:p>
    <w:p w:rsidR="00E00D30" w:rsidRDefault="00E00D30" w:rsidP="00E00D30">
      <w:r>
        <w:t>790.4012</w:t>
      </w:r>
      <w:r>
        <w:tab/>
        <w:t>1.013e0</w:t>
      </w:r>
    </w:p>
    <w:p w:rsidR="00E00D30" w:rsidRDefault="00E00D30" w:rsidP="00E00D30">
      <w:r>
        <w:t>790.4460</w:t>
      </w:r>
      <w:r>
        <w:tab/>
        <w:t>3.038e0</w:t>
      </w:r>
    </w:p>
    <w:p w:rsidR="00E00D30" w:rsidRDefault="00E00D30" w:rsidP="00E00D30">
      <w:r>
        <w:t>790.4575</w:t>
      </w:r>
      <w:r>
        <w:tab/>
        <w:t>2.025e0</w:t>
      </w:r>
    </w:p>
    <w:p w:rsidR="00E00D30" w:rsidRDefault="00E00D30" w:rsidP="00E00D30">
      <w:r>
        <w:t>790.4623</w:t>
      </w:r>
      <w:r>
        <w:tab/>
        <w:t>4.051e0</w:t>
      </w:r>
    </w:p>
    <w:p w:rsidR="00E00D30" w:rsidRDefault="00E00D30" w:rsidP="00E00D30">
      <w:r>
        <w:t>790.5696</w:t>
      </w:r>
      <w:r>
        <w:tab/>
        <w:t>3.038e0</w:t>
      </w:r>
    </w:p>
    <w:p w:rsidR="00E00D30" w:rsidRDefault="00E00D30" w:rsidP="00E00D30">
      <w:r>
        <w:t>790.5819</w:t>
      </w:r>
      <w:r>
        <w:tab/>
        <w:t>1.013e0</w:t>
      </w:r>
    </w:p>
    <w:p w:rsidR="00E00D30" w:rsidRDefault="00E00D30" w:rsidP="00E00D30">
      <w:r>
        <w:t>790.5886</w:t>
      </w:r>
      <w:r>
        <w:tab/>
        <w:t>1.013e0</w:t>
      </w:r>
    </w:p>
    <w:p w:rsidR="00E00D30" w:rsidRDefault="00E00D30" w:rsidP="00E00D30">
      <w:r>
        <w:t>790.5952</w:t>
      </w:r>
      <w:r>
        <w:tab/>
        <w:t>2.025e0</w:t>
      </w:r>
    </w:p>
    <w:p w:rsidR="00E00D30" w:rsidRDefault="00E00D30" w:rsidP="00E00D30">
      <w:r>
        <w:t>790.6490</w:t>
      </w:r>
      <w:r>
        <w:tab/>
        <w:t>1.013e0</w:t>
      </w:r>
    </w:p>
    <w:p w:rsidR="00E00D30" w:rsidRDefault="00E00D30" w:rsidP="00E00D30">
      <w:r>
        <w:lastRenderedPageBreak/>
        <w:t>790.6679</w:t>
      </w:r>
      <w:r>
        <w:tab/>
        <w:t>2.025e0</w:t>
      </w:r>
    </w:p>
    <w:p w:rsidR="00E00D30" w:rsidRDefault="00E00D30" w:rsidP="00E00D30">
      <w:r>
        <w:t>790.6893</w:t>
      </w:r>
      <w:r>
        <w:tab/>
        <w:t>1.013e0</w:t>
      </w:r>
    </w:p>
    <w:p w:rsidR="00E00D30" w:rsidRDefault="00E00D30" w:rsidP="00E00D30">
      <w:r>
        <w:t>790.6996</w:t>
      </w:r>
      <w:r>
        <w:tab/>
        <w:t>3.038e0</w:t>
      </w:r>
    </w:p>
    <w:p w:rsidR="00E00D30" w:rsidRDefault="00E00D30" w:rsidP="00E00D30">
      <w:r>
        <w:t>790.7024</w:t>
      </w:r>
      <w:r>
        <w:tab/>
        <w:t>1.013e0</w:t>
      </w:r>
    </w:p>
    <w:p w:rsidR="00E00D30" w:rsidRDefault="00E00D30" w:rsidP="00E00D30">
      <w:r>
        <w:t>790.7581</w:t>
      </w:r>
      <w:r>
        <w:tab/>
        <w:t>1.013e0</w:t>
      </w:r>
    </w:p>
    <w:p w:rsidR="00E00D30" w:rsidRDefault="00E00D30" w:rsidP="00E00D30">
      <w:r>
        <w:t>790.7765</w:t>
      </w:r>
      <w:r>
        <w:tab/>
        <w:t>1.013e0</w:t>
      </w:r>
    </w:p>
    <w:p w:rsidR="00E00D30" w:rsidRDefault="00E00D30" w:rsidP="00E00D30">
      <w:r>
        <w:t>790.7926</w:t>
      </w:r>
      <w:r>
        <w:tab/>
        <w:t>2.025e0</w:t>
      </w:r>
    </w:p>
    <w:p w:rsidR="00E00D30" w:rsidRDefault="00E00D30" w:rsidP="00E00D30">
      <w:r>
        <w:t>790.9197</w:t>
      </w:r>
      <w:r>
        <w:tab/>
        <w:t>3.038e0</w:t>
      </w:r>
    </w:p>
    <w:p w:rsidR="00E00D30" w:rsidRDefault="00E00D30" w:rsidP="00E00D30">
      <w:r>
        <w:t>790.9291</w:t>
      </w:r>
      <w:r>
        <w:tab/>
        <w:t>1.013e0</w:t>
      </w:r>
    </w:p>
    <w:p w:rsidR="00E00D30" w:rsidRDefault="00E00D30" w:rsidP="00E00D30">
      <w:r>
        <w:t>790.9345</w:t>
      </w:r>
      <w:r>
        <w:tab/>
        <w:t>3.038e0</w:t>
      </w:r>
    </w:p>
    <w:p w:rsidR="00E00D30" w:rsidRDefault="00E00D30" w:rsidP="00E00D30">
      <w:r>
        <w:t>790.9620</w:t>
      </w:r>
      <w:r>
        <w:tab/>
        <w:t>2.025e0</w:t>
      </w:r>
    </w:p>
    <w:p w:rsidR="00E00D30" w:rsidRDefault="00E00D30" w:rsidP="00E00D30">
      <w:r>
        <w:t>791.0133</w:t>
      </w:r>
      <w:r>
        <w:tab/>
        <w:t>1.013e0</w:t>
      </w:r>
    </w:p>
    <w:p w:rsidR="00E00D30" w:rsidRDefault="00E00D30" w:rsidP="00E00D30">
      <w:r>
        <w:t>791.0236</w:t>
      </w:r>
      <w:r>
        <w:tab/>
        <w:t>1.013e0</w:t>
      </w:r>
    </w:p>
    <w:p w:rsidR="00E00D30" w:rsidRDefault="00E00D30" w:rsidP="00E00D30">
      <w:r>
        <w:t>791.0316</w:t>
      </w:r>
      <w:r>
        <w:tab/>
        <w:t>6.076e0</w:t>
      </w:r>
    </w:p>
    <w:p w:rsidR="00E00D30" w:rsidRDefault="00E00D30" w:rsidP="00E00D30">
      <w:r>
        <w:t>791.1330</w:t>
      </w:r>
      <w:r>
        <w:tab/>
        <w:t>1.013e0</w:t>
      </w:r>
    </w:p>
    <w:p w:rsidR="00E00D30" w:rsidRDefault="00E00D30" w:rsidP="00E00D30">
      <w:r>
        <w:t>791.1667</w:t>
      </w:r>
      <w:r>
        <w:tab/>
        <w:t>1.013e0</w:t>
      </w:r>
    </w:p>
    <w:p w:rsidR="00E00D30" w:rsidRDefault="00E00D30" w:rsidP="00E00D30">
      <w:r>
        <w:t>791.1823</w:t>
      </w:r>
      <w:r>
        <w:tab/>
        <w:t>1.013e0</w:t>
      </w:r>
    </w:p>
    <w:p w:rsidR="00E00D30" w:rsidRDefault="00E00D30" w:rsidP="00E00D30">
      <w:r>
        <w:t>791.2094</w:t>
      </w:r>
      <w:r>
        <w:tab/>
        <w:t>1.013e0</w:t>
      </w:r>
    </w:p>
    <w:p w:rsidR="00E00D30" w:rsidRDefault="00E00D30" w:rsidP="00E00D30">
      <w:r>
        <w:t>791.2160</w:t>
      </w:r>
      <w:r>
        <w:tab/>
        <w:t>2.025e0</w:t>
      </w:r>
    </w:p>
    <w:p w:rsidR="00E00D30" w:rsidRDefault="00E00D30" w:rsidP="00E00D30">
      <w:r>
        <w:lastRenderedPageBreak/>
        <w:t>791.2429</w:t>
      </w:r>
      <w:r>
        <w:tab/>
        <w:t>2.025e0</w:t>
      </w:r>
    </w:p>
    <w:p w:rsidR="00E00D30" w:rsidRDefault="00E00D30" w:rsidP="00E00D30">
      <w:r>
        <w:t>791.2490</w:t>
      </w:r>
      <w:r>
        <w:tab/>
        <w:t>2.025e0</w:t>
      </w:r>
    </w:p>
    <w:p w:rsidR="00E00D30" w:rsidRDefault="00E00D30" w:rsidP="00E00D30">
      <w:r>
        <w:t>791.3185</w:t>
      </w:r>
      <w:r>
        <w:tab/>
        <w:t>1.013e0</w:t>
      </w:r>
    </w:p>
    <w:p w:rsidR="00E00D30" w:rsidRDefault="00E00D30" w:rsidP="00E00D30">
      <w:r>
        <w:t>791.3246</w:t>
      </w:r>
      <w:r>
        <w:tab/>
        <w:t>4.051e0</w:t>
      </w:r>
    </w:p>
    <w:p w:rsidR="00E00D30" w:rsidRDefault="00E00D30" w:rsidP="00E00D30">
      <w:r>
        <w:t>791.3547</w:t>
      </w:r>
      <w:r>
        <w:tab/>
        <w:t>1.013e0</w:t>
      </w:r>
    </w:p>
    <w:p w:rsidR="00E00D30" w:rsidRDefault="00E00D30" w:rsidP="00E00D30">
      <w:r>
        <w:t>791.3696</w:t>
      </w:r>
      <w:r>
        <w:tab/>
        <w:t>3.038e0</w:t>
      </w:r>
    </w:p>
    <w:p w:rsidR="00E00D30" w:rsidRDefault="00E00D30" w:rsidP="00E00D30">
      <w:r>
        <w:t>791.3825</w:t>
      </w:r>
      <w:r>
        <w:tab/>
        <w:t>1.013e0</w:t>
      </w:r>
    </w:p>
    <w:p w:rsidR="00E00D30" w:rsidRDefault="00E00D30" w:rsidP="00E00D30">
      <w:r>
        <w:t>791.4216</w:t>
      </w:r>
      <w:r>
        <w:tab/>
        <w:t>1.013e0</w:t>
      </w:r>
    </w:p>
    <w:p w:rsidR="00E00D30" w:rsidRDefault="00E00D30" w:rsidP="00E00D30">
      <w:r>
        <w:t>791.4382</w:t>
      </w:r>
      <w:r>
        <w:tab/>
        <w:t>2.025e0</w:t>
      </w:r>
    </w:p>
    <w:p w:rsidR="00E00D30" w:rsidRDefault="00E00D30" w:rsidP="00E00D30">
      <w:r>
        <w:t>791.4590</w:t>
      </w:r>
      <w:r>
        <w:tab/>
        <w:t>3.038e0</w:t>
      </w:r>
    </w:p>
    <w:p w:rsidR="00E00D30" w:rsidRDefault="00E00D30" w:rsidP="00E00D30">
      <w:r>
        <w:t>791.4670</w:t>
      </w:r>
      <w:r>
        <w:tab/>
        <w:t>4.051e0</w:t>
      </w:r>
    </w:p>
    <w:p w:rsidR="00E00D30" w:rsidRDefault="00E00D30" w:rsidP="00E00D30">
      <w:r>
        <w:t>791.4897</w:t>
      </w:r>
      <w:r>
        <w:tab/>
        <w:t>2.025e0</w:t>
      </w:r>
    </w:p>
    <w:p w:rsidR="00E00D30" w:rsidRDefault="00E00D30" w:rsidP="00E00D30">
      <w:r>
        <w:t>791.5352</w:t>
      </w:r>
      <w:r>
        <w:tab/>
        <w:t>2.025e0</w:t>
      </w:r>
    </w:p>
    <w:p w:rsidR="00E00D30" w:rsidRDefault="00E00D30" w:rsidP="00E00D30">
      <w:r>
        <w:t>791.5422</w:t>
      </w:r>
      <w:r>
        <w:tab/>
        <w:t>2.025e0</w:t>
      </w:r>
    </w:p>
    <w:p w:rsidR="00E00D30" w:rsidRDefault="00E00D30" w:rsidP="00E00D30">
      <w:r>
        <w:t>791.5561</w:t>
      </w:r>
      <w:r>
        <w:tab/>
        <w:t>1.013e0</w:t>
      </w:r>
    </w:p>
    <w:p w:rsidR="00E00D30" w:rsidRDefault="00E00D30" w:rsidP="00E00D30">
      <w:r>
        <w:t>791.5596</w:t>
      </w:r>
      <w:r>
        <w:tab/>
        <w:t>1.223e0</w:t>
      </w:r>
    </w:p>
    <w:p w:rsidR="00E00D30" w:rsidRDefault="00E00D30" w:rsidP="00E00D30">
      <w:r>
        <w:t>791.5842</w:t>
      </w:r>
      <w:r>
        <w:tab/>
        <w:t>1.013e0</w:t>
      </w:r>
    </w:p>
    <w:p w:rsidR="00E00D30" w:rsidRDefault="00E00D30" w:rsidP="00E00D30">
      <w:r>
        <w:t>791.6032</w:t>
      </w:r>
      <w:r>
        <w:tab/>
        <w:t>2.025e0</w:t>
      </w:r>
    </w:p>
    <w:p w:rsidR="00E00D30" w:rsidRDefault="00E00D30" w:rsidP="00E00D30">
      <w:r>
        <w:t>791.6089</w:t>
      </w:r>
      <w:r>
        <w:tab/>
        <w:t>1.013e0</w:t>
      </w:r>
    </w:p>
    <w:p w:rsidR="00E00D30" w:rsidRDefault="00E00D30" w:rsidP="00E00D30">
      <w:r>
        <w:lastRenderedPageBreak/>
        <w:t>791.6241</w:t>
      </w:r>
      <w:r>
        <w:tab/>
        <w:t>1.013e0</w:t>
      </w:r>
    </w:p>
    <w:p w:rsidR="00E00D30" w:rsidRDefault="00E00D30" w:rsidP="00E00D30">
      <w:r>
        <w:t>791.6251</w:t>
      </w:r>
      <w:r>
        <w:tab/>
        <w:t>2.025e0</w:t>
      </w:r>
    </w:p>
    <w:p w:rsidR="00E00D30" w:rsidRDefault="00E00D30" w:rsidP="00E00D30">
      <w:r>
        <w:t>791.6641</w:t>
      </w:r>
      <w:r>
        <w:tab/>
        <w:t>2.025e0</w:t>
      </w:r>
    </w:p>
    <w:p w:rsidR="00E00D30" w:rsidRDefault="00E00D30" w:rsidP="00E00D30">
      <w:r>
        <w:t>791.6763</w:t>
      </w:r>
      <w:r>
        <w:tab/>
        <w:t>1.013e0</w:t>
      </w:r>
    </w:p>
    <w:p w:rsidR="00E00D30" w:rsidRDefault="00E00D30" w:rsidP="00E00D30">
      <w:r>
        <w:t>791.7043</w:t>
      </w:r>
      <w:r>
        <w:tab/>
        <w:t>1.013e0</w:t>
      </w:r>
    </w:p>
    <w:p w:rsidR="00E00D30" w:rsidRDefault="00E00D30" w:rsidP="00E00D30">
      <w:r>
        <w:t>791.7097</w:t>
      </w:r>
      <w:r>
        <w:tab/>
        <w:t>1.013e0</w:t>
      </w:r>
    </w:p>
    <w:p w:rsidR="00E00D30" w:rsidRDefault="00E00D30" w:rsidP="00E00D30">
      <w:r>
        <w:t>791.7167</w:t>
      </w:r>
      <w:r>
        <w:tab/>
        <w:t>1.013e0</w:t>
      </w:r>
    </w:p>
    <w:p w:rsidR="00E00D30" w:rsidRDefault="00E00D30" w:rsidP="00E00D30">
      <w:r>
        <w:t>791.7368</w:t>
      </w:r>
      <w:r>
        <w:tab/>
        <w:t>2.025e0</w:t>
      </w:r>
    </w:p>
    <w:p w:rsidR="00E00D30" w:rsidRDefault="00E00D30" w:rsidP="00E00D30">
      <w:r>
        <w:t>791.7518</w:t>
      </w:r>
      <w:r>
        <w:tab/>
        <w:t>2.025e0</w:t>
      </w:r>
    </w:p>
    <w:p w:rsidR="00E00D30" w:rsidRDefault="00E00D30" w:rsidP="00E00D30">
      <w:r>
        <w:t>791.7831</w:t>
      </w:r>
      <w:r>
        <w:tab/>
        <w:t>1.013e0</w:t>
      </w:r>
    </w:p>
    <w:p w:rsidR="00E00D30" w:rsidRDefault="00E00D30" w:rsidP="00E00D30">
      <w:r>
        <w:t>791.8503</w:t>
      </w:r>
      <w:r>
        <w:tab/>
        <w:t>1.013e0</w:t>
      </w:r>
    </w:p>
    <w:p w:rsidR="00E00D30" w:rsidRDefault="00E00D30" w:rsidP="00E00D30">
      <w:r>
        <w:t>791.9971</w:t>
      </w:r>
      <w:r>
        <w:tab/>
        <w:t>2.025e0</w:t>
      </w:r>
    </w:p>
    <w:p w:rsidR="00E00D30" w:rsidRDefault="00E00D30" w:rsidP="00E00D30">
      <w:r>
        <w:t>792.0637</w:t>
      </w:r>
      <w:r>
        <w:tab/>
        <w:t>1.013e0</w:t>
      </w:r>
    </w:p>
    <w:p w:rsidR="00E00D30" w:rsidRDefault="00E00D30" w:rsidP="00E00D30">
      <w:r>
        <w:t>792.1014</w:t>
      </w:r>
      <w:r>
        <w:tab/>
        <w:t>1.013e0</w:t>
      </w:r>
    </w:p>
    <w:p w:rsidR="00E00D30" w:rsidRDefault="00E00D30" w:rsidP="00E00D30">
      <w:r>
        <w:t>792.1344</w:t>
      </w:r>
      <w:r>
        <w:tab/>
        <w:t>1.013e0</w:t>
      </w:r>
    </w:p>
    <w:p w:rsidR="00E00D30" w:rsidRDefault="00E00D30" w:rsidP="00E00D30">
      <w:r>
        <w:t>792.1576</w:t>
      </w:r>
      <w:r>
        <w:tab/>
        <w:t>1.013e0</w:t>
      </w:r>
    </w:p>
    <w:p w:rsidR="00E00D30" w:rsidRDefault="00E00D30" w:rsidP="00E00D30">
      <w:r>
        <w:t>792.1862</w:t>
      </w:r>
      <w:r>
        <w:tab/>
        <w:t>1.013e0</w:t>
      </w:r>
    </w:p>
    <w:p w:rsidR="00E00D30" w:rsidRDefault="00E00D30" w:rsidP="00E00D30">
      <w:r>
        <w:t>792.2111</w:t>
      </w:r>
      <w:r>
        <w:tab/>
        <w:t>1.013e0</w:t>
      </w:r>
    </w:p>
    <w:p w:rsidR="00E00D30" w:rsidRDefault="00E00D30" w:rsidP="00E00D30">
      <w:r>
        <w:t>792.2641</w:t>
      </w:r>
      <w:r>
        <w:tab/>
        <w:t>1.013e0</w:t>
      </w:r>
    </w:p>
    <w:p w:rsidR="00E00D30" w:rsidRDefault="00E00D30" w:rsidP="00E00D30">
      <w:r>
        <w:lastRenderedPageBreak/>
        <w:t>792.2882</w:t>
      </w:r>
      <w:r>
        <w:tab/>
        <w:t>1.013e0</w:t>
      </w:r>
    </w:p>
    <w:p w:rsidR="00E00D30" w:rsidRDefault="00E00D30" w:rsidP="00E00D30">
      <w:r>
        <w:t>792.3838</w:t>
      </w:r>
      <w:r>
        <w:tab/>
        <w:t>4.051e0</w:t>
      </w:r>
    </w:p>
    <w:p w:rsidR="00E00D30" w:rsidRDefault="00E00D30" w:rsidP="00E00D30">
      <w:r>
        <w:t>792.3977</w:t>
      </w:r>
      <w:r>
        <w:tab/>
        <w:t>1.013e0</w:t>
      </w:r>
    </w:p>
    <w:p w:rsidR="00E00D30" w:rsidRDefault="00E00D30" w:rsidP="00E00D30">
      <w:r>
        <w:t>792.4115</w:t>
      </w:r>
      <w:r>
        <w:tab/>
        <w:t>1.013e0</w:t>
      </w:r>
    </w:p>
    <w:p w:rsidR="00E00D30" w:rsidRDefault="00E00D30" w:rsidP="00E00D30">
      <w:r>
        <w:t>792.4413</w:t>
      </w:r>
      <w:r>
        <w:tab/>
        <w:t>1.013e0</w:t>
      </w:r>
    </w:p>
    <w:p w:rsidR="00E00D30" w:rsidRDefault="00E00D30" w:rsidP="00E00D30">
      <w:r>
        <w:t>792.4543</w:t>
      </w:r>
      <w:r>
        <w:tab/>
        <w:t>2.025e0</w:t>
      </w:r>
    </w:p>
    <w:p w:rsidR="00E00D30" w:rsidRDefault="00E00D30" w:rsidP="00E00D30">
      <w:r>
        <w:t>792.4793</w:t>
      </w:r>
      <w:r>
        <w:tab/>
        <w:t>1.013e0</w:t>
      </w:r>
    </w:p>
    <w:p w:rsidR="00E00D30" w:rsidRDefault="00E00D30" w:rsidP="00E00D30">
      <w:r>
        <w:t>792.4918</w:t>
      </w:r>
      <w:r>
        <w:tab/>
        <w:t>1.013e0</w:t>
      </w:r>
    </w:p>
    <w:p w:rsidR="00E00D30" w:rsidRDefault="00E00D30" w:rsidP="00E00D30">
      <w:r>
        <w:t>792.5268</w:t>
      </w:r>
      <w:r>
        <w:tab/>
        <w:t>1.013e0</w:t>
      </w:r>
    </w:p>
    <w:p w:rsidR="00E00D30" w:rsidRDefault="00E00D30" w:rsidP="00E00D30">
      <w:r>
        <w:t>792.5433</w:t>
      </w:r>
      <w:r>
        <w:tab/>
        <w:t>1.013e0</w:t>
      </w:r>
    </w:p>
    <w:p w:rsidR="00E00D30" w:rsidRDefault="00E00D30" w:rsidP="00E00D30">
      <w:r>
        <w:t>792.5740</w:t>
      </w:r>
      <w:r>
        <w:tab/>
        <w:t>2.025e0</w:t>
      </w:r>
    </w:p>
    <w:p w:rsidR="00E00D30" w:rsidRDefault="00E00D30" w:rsidP="00E00D30">
      <w:r>
        <w:t>792.5853</w:t>
      </w:r>
      <w:r>
        <w:tab/>
        <w:t>1.013e0</w:t>
      </w:r>
    </w:p>
    <w:p w:rsidR="00E00D30" w:rsidRDefault="00E00D30" w:rsidP="00E00D30">
      <w:r>
        <w:t>792.6019</w:t>
      </w:r>
      <w:r>
        <w:tab/>
        <w:t>2.025e0</w:t>
      </w:r>
    </w:p>
    <w:p w:rsidR="00E00D30" w:rsidRDefault="00E00D30" w:rsidP="00E00D30">
      <w:r>
        <w:t>792.6113</w:t>
      </w:r>
      <w:r>
        <w:tab/>
        <w:t>1.013e0</w:t>
      </w:r>
    </w:p>
    <w:p w:rsidR="00E00D30" w:rsidRDefault="00E00D30" w:rsidP="00E00D30">
      <w:r>
        <w:t>792.6488</w:t>
      </w:r>
      <w:r>
        <w:tab/>
        <w:t>4.051e0</w:t>
      </w:r>
    </w:p>
    <w:p w:rsidR="00E00D30" w:rsidRDefault="00E00D30" w:rsidP="00E00D30">
      <w:r>
        <w:t>792.6787</w:t>
      </w:r>
      <w:r>
        <w:tab/>
        <w:t>2.025e0</w:t>
      </w:r>
    </w:p>
    <w:p w:rsidR="00E00D30" w:rsidRDefault="00E00D30" w:rsidP="00E00D30">
      <w:r>
        <w:t>792.6954</w:t>
      </w:r>
      <w:r>
        <w:tab/>
        <w:t>1.013e0</w:t>
      </w:r>
    </w:p>
    <w:p w:rsidR="00E00D30" w:rsidRDefault="00E00D30" w:rsidP="00E00D30">
      <w:r>
        <w:t>792.7001</w:t>
      </w:r>
      <w:r>
        <w:tab/>
        <w:t>2.025e0</w:t>
      </w:r>
    </w:p>
    <w:p w:rsidR="00E00D30" w:rsidRDefault="00E00D30" w:rsidP="00E00D30">
      <w:r>
        <w:t>792.7636</w:t>
      </w:r>
      <w:r>
        <w:tab/>
        <w:t>1.013e0</w:t>
      </w:r>
    </w:p>
    <w:p w:rsidR="00E00D30" w:rsidRDefault="00E00D30" w:rsidP="00E00D30">
      <w:r>
        <w:lastRenderedPageBreak/>
        <w:t>792.8270</w:t>
      </w:r>
      <w:r>
        <w:tab/>
        <w:t>1.013e0</w:t>
      </w:r>
    </w:p>
    <w:p w:rsidR="00E00D30" w:rsidRDefault="00E00D30" w:rsidP="00E00D30">
      <w:r>
        <w:t>792.8795</w:t>
      </w:r>
      <w:r>
        <w:tab/>
        <w:t>1.013e0</w:t>
      </w:r>
    </w:p>
    <w:p w:rsidR="00E00D30" w:rsidRDefault="00E00D30" w:rsidP="00E00D30">
      <w:r>
        <w:t>792.8832</w:t>
      </w:r>
      <w:r>
        <w:tab/>
        <w:t>1.013e0</w:t>
      </w:r>
    </w:p>
    <w:p w:rsidR="00E00D30" w:rsidRDefault="00E00D30" w:rsidP="00E00D30">
      <w:r>
        <w:t>792.8857</w:t>
      </w:r>
      <w:r>
        <w:tab/>
        <w:t>2.025e0</w:t>
      </w:r>
    </w:p>
    <w:p w:rsidR="00E00D30" w:rsidRDefault="00E00D30" w:rsidP="00E00D30">
      <w:r>
        <w:t>792.9938</w:t>
      </w:r>
      <w:r>
        <w:tab/>
        <w:t>2.025e0</w:t>
      </w:r>
    </w:p>
    <w:p w:rsidR="00E00D30" w:rsidRDefault="00E00D30" w:rsidP="00E00D30">
      <w:r>
        <w:t>793.0006</w:t>
      </w:r>
      <w:r>
        <w:tab/>
        <w:t>2.025e0</w:t>
      </w:r>
    </w:p>
    <w:p w:rsidR="00E00D30" w:rsidRDefault="00E00D30" w:rsidP="00E00D30">
      <w:r>
        <w:t>793.0903</w:t>
      </w:r>
      <w:r>
        <w:tab/>
        <w:t>4.051e0</w:t>
      </w:r>
    </w:p>
    <w:p w:rsidR="00E00D30" w:rsidRDefault="00E00D30" w:rsidP="00E00D30">
      <w:r>
        <w:t>793.1038</w:t>
      </w:r>
      <w:r>
        <w:tab/>
        <w:t>1.013e0</w:t>
      </w:r>
    </w:p>
    <w:p w:rsidR="00E00D30" w:rsidRDefault="00E00D30" w:rsidP="00E00D30">
      <w:r>
        <w:t>793.1382</w:t>
      </w:r>
      <w:r>
        <w:tab/>
        <w:t>1.013e0</w:t>
      </w:r>
    </w:p>
    <w:p w:rsidR="00E00D30" w:rsidRDefault="00E00D30" w:rsidP="00E00D30">
      <w:r>
        <w:t>793.2005</w:t>
      </w:r>
      <w:r>
        <w:tab/>
        <w:t>1.013e0</w:t>
      </w:r>
    </w:p>
    <w:p w:rsidR="00E00D30" w:rsidRDefault="00E00D30" w:rsidP="00E00D30">
      <w:r>
        <w:t>793.2135</w:t>
      </w:r>
      <w:r>
        <w:tab/>
        <w:t>1.013e0</w:t>
      </w:r>
    </w:p>
    <w:p w:rsidR="00E00D30" w:rsidRDefault="00E00D30" w:rsidP="00E00D30">
      <w:r>
        <w:t>793.2235</w:t>
      </w:r>
      <w:r>
        <w:tab/>
        <w:t>1.013e0</w:t>
      </w:r>
    </w:p>
    <w:p w:rsidR="00E00D30" w:rsidRDefault="00E00D30" w:rsidP="00E00D30">
      <w:r>
        <w:t>793.2402</w:t>
      </w:r>
      <w:r>
        <w:tab/>
        <w:t>1.013e0</w:t>
      </w:r>
    </w:p>
    <w:p w:rsidR="00E00D30" w:rsidRDefault="00E00D30" w:rsidP="00E00D30">
      <w:r>
        <w:t>793.2545</w:t>
      </w:r>
      <w:r>
        <w:tab/>
        <w:t>2.025e0</w:t>
      </w:r>
    </w:p>
    <w:p w:rsidR="00E00D30" w:rsidRDefault="00E00D30" w:rsidP="00E00D30">
      <w:r>
        <w:t>793.2938</w:t>
      </w:r>
      <w:r>
        <w:tab/>
        <w:t>1.013e0</w:t>
      </w:r>
    </w:p>
    <w:p w:rsidR="00E00D30" w:rsidRDefault="00E00D30" w:rsidP="00E00D30">
      <w:r>
        <w:t>793.3241</w:t>
      </w:r>
      <w:r>
        <w:tab/>
        <w:t>1.013e0</w:t>
      </w:r>
    </w:p>
    <w:p w:rsidR="00E00D30" w:rsidRDefault="00E00D30" w:rsidP="00E00D30">
      <w:r>
        <w:t>793.3544</w:t>
      </w:r>
      <w:r>
        <w:tab/>
        <w:t>2.025e0</w:t>
      </w:r>
    </w:p>
    <w:p w:rsidR="00E00D30" w:rsidRDefault="00E00D30" w:rsidP="00E00D30">
      <w:r>
        <w:t>793.3740</w:t>
      </w:r>
      <w:r>
        <w:tab/>
        <w:t>1.013e0</w:t>
      </w:r>
    </w:p>
    <w:p w:rsidR="00E00D30" w:rsidRDefault="00E00D30" w:rsidP="00E00D30">
      <w:r>
        <w:t>793.3889</w:t>
      </w:r>
      <w:r>
        <w:tab/>
        <w:t>1.013e0</w:t>
      </w:r>
    </w:p>
    <w:p w:rsidR="00E00D30" w:rsidRDefault="00E00D30" w:rsidP="00E00D30">
      <w:r>
        <w:lastRenderedPageBreak/>
        <w:t>793.4008</w:t>
      </w:r>
      <w:r>
        <w:tab/>
        <w:t>2.025e0</w:t>
      </w:r>
    </w:p>
    <w:p w:rsidR="00E00D30" w:rsidRDefault="00E00D30" w:rsidP="00E00D30">
      <w:r>
        <w:t>793.4414</w:t>
      </w:r>
      <w:r>
        <w:tab/>
        <w:t>2.384e0</w:t>
      </w:r>
    </w:p>
    <w:p w:rsidR="00E00D30" w:rsidRDefault="00E00D30" w:rsidP="00E00D30">
      <w:r>
        <w:t>793.4811</w:t>
      </w:r>
      <w:r>
        <w:tab/>
        <w:t>1.013e0</w:t>
      </w:r>
    </w:p>
    <w:p w:rsidR="00E00D30" w:rsidRDefault="00E00D30" w:rsidP="00E00D30">
      <w:r>
        <w:t>793.5083</w:t>
      </w:r>
      <w:r>
        <w:tab/>
        <w:t>2.025e0</w:t>
      </w:r>
    </w:p>
    <w:p w:rsidR="00E00D30" w:rsidRDefault="00E00D30" w:rsidP="00E00D30">
      <w:r>
        <w:t>793.5236</w:t>
      </w:r>
      <w:r>
        <w:tab/>
        <w:t>2.025e0</w:t>
      </w:r>
    </w:p>
    <w:p w:rsidR="00E00D30" w:rsidRDefault="00E00D30" w:rsidP="00E00D30">
      <w:r>
        <w:t>793.5283</w:t>
      </w:r>
      <w:r>
        <w:tab/>
        <w:t>1.013e0</w:t>
      </w:r>
    </w:p>
    <w:p w:rsidR="00E00D30" w:rsidRDefault="00E00D30" w:rsidP="00E00D30">
      <w:r>
        <w:t>793.5347</w:t>
      </w:r>
      <w:r>
        <w:tab/>
        <w:t>3.038e0</w:t>
      </w:r>
    </w:p>
    <w:p w:rsidR="00E00D30" w:rsidRDefault="00E00D30" w:rsidP="00E00D30">
      <w:r>
        <w:t>793.5369</w:t>
      </w:r>
      <w:r>
        <w:tab/>
        <w:t>2.025e0</w:t>
      </w:r>
    </w:p>
    <w:p w:rsidR="00E00D30" w:rsidRDefault="00E00D30" w:rsidP="00E00D30">
      <w:r>
        <w:t>793.5628</w:t>
      </w:r>
      <w:r>
        <w:tab/>
        <w:t>1.013e0</w:t>
      </w:r>
    </w:p>
    <w:p w:rsidR="00E00D30" w:rsidRDefault="00E00D30" w:rsidP="00E00D30">
      <w:r>
        <w:t>793.5972</w:t>
      </w:r>
      <w:r>
        <w:tab/>
        <w:t>1.013e0</w:t>
      </w:r>
    </w:p>
    <w:p w:rsidR="00E00D30" w:rsidRDefault="00E00D30" w:rsidP="00E00D30">
      <w:r>
        <w:t>793.6689</w:t>
      </w:r>
      <w:r>
        <w:tab/>
        <w:t>1.013e0</w:t>
      </w:r>
    </w:p>
    <w:p w:rsidR="00E00D30" w:rsidRDefault="00E00D30" w:rsidP="00E00D30">
      <w:r>
        <w:t>793.6953</w:t>
      </w:r>
      <w:r>
        <w:tab/>
        <w:t>2.025e0</w:t>
      </w:r>
    </w:p>
    <w:p w:rsidR="00E00D30" w:rsidRDefault="00E00D30" w:rsidP="00E00D30">
      <w:r>
        <w:t>793.7079</w:t>
      </w:r>
      <w:r>
        <w:tab/>
        <w:t>3.038e0</w:t>
      </w:r>
    </w:p>
    <w:p w:rsidR="00E00D30" w:rsidRDefault="00E00D30" w:rsidP="00E00D30">
      <w:r>
        <w:t>793.8002</w:t>
      </w:r>
      <w:r>
        <w:tab/>
        <w:t>1.013e0</w:t>
      </w:r>
    </w:p>
    <w:p w:rsidR="00E00D30" w:rsidRDefault="00E00D30" w:rsidP="00E00D30">
      <w:r>
        <w:t>793.8024</w:t>
      </w:r>
      <w:r>
        <w:tab/>
        <w:t>1.013e0</w:t>
      </w:r>
    </w:p>
    <w:p w:rsidR="00E00D30" w:rsidRDefault="00E00D30" w:rsidP="00E00D30">
      <w:r>
        <w:t>793.8162</w:t>
      </w:r>
      <w:r>
        <w:tab/>
        <w:t>1.013e0</w:t>
      </w:r>
    </w:p>
    <w:p w:rsidR="00E00D30" w:rsidRDefault="00E00D30" w:rsidP="00E00D30">
      <w:r>
        <w:t>793.8301</w:t>
      </w:r>
      <w:r>
        <w:tab/>
        <w:t>2.025e0</w:t>
      </w:r>
    </w:p>
    <w:p w:rsidR="00E00D30" w:rsidRDefault="00E00D30" w:rsidP="00E00D30">
      <w:r>
        <w:t>793.8693</w:t>
      </w:r>
      <w:r>
        <w:tab/>
        <w:t>1.013e0</w:t>
      </w:r>
    </w:p>
    <w:p w:rsidR="00E00D30" w:rsidRDefault="00E00D30" w:rsidP="00E00D30">
      <w:r>
        <w:t>793.9146</w:t>
      </w:r>
      <w:r>
        <w:tab/>
        <w:t>2.025e0</w:t>
      </w:r>
    </w:p>
    <w:p w:rsidR="00E00D30" w:rsidRDefault="00E00D30" w:rsidP="00E00D30">
      <w:r>
        <w:lastRenderedPageBreak/>
        <w:t>793.9202</w:t>
      </w:r>
      <w:r>
        <w:tab/>
        <w:t>1.013e0</w:t>
      </w:r>
    </w:p>
    <w:p w:rsidR="00E00D30" w:rsidRDefault="00E00D30" w:rsidP="00E00D30">
      <w:r>
        <w:t>794.0046</w:t>
      </w:r>
      <w:r>
        <w:tab/>
        <w:t>1.013e0</w:t>
      </w:r>
    </w:p>
    <w:p w:rsidR="00E00D30" w:rsidRDefault="00E00D30" w:rsidP="00E00D30">
      <w:r>
        <w:t>794.0166</w:t>
      </w:r>
      <w:r>
        <w:tab/>
        <w:t>1.013e0</w:t>
      </w:r>
    </w:p>
    <w:p w:rsidR="00E00D30" w:rsidRDefault="00E00D30" w:rsidP="00E00D30">
      <w:r>
        <w:t>794.0178</w:t>
      </w:r>
      <w:r>
        <w:tab/>
        <w:t>2.025e0</w:t>
      </w:r>
    </w:p>
    <w:p w:rsidR="00E00D30" w:rsidRDefault="00E00D30" w:rsidP="00E00D30">
      <w:r>
        <w:t>794.0648</w:t>
      </w:r>
      <w:r>
        <w:tab/>
        <w:t>3.038e0</w:t>
      </w:r>
    </w:p>
    <w:p w:rsidR="00E00D30" w:rsidRDefault="00E00D30" w:rsidP="00E00D30">
      <w:r>
        <w:t>794.0706</w:t>
      </w:r>
      <w:r>
        <w:tab/>
        <w:t>1.013e0</w:t>
      </w:r>
    </w:p>
    <w:p w:rsidR="00E00D30" w:rsidRDefault="00E00D30" w:rsidP="00E00D30">
      <w:r>
        <w:t>794.0720</w:t>
      </w:r>
      <w:r>
        <w:tab/>
        <w:t>1.013e0</w:t>
      </w:r>
    </w:p>
    <w:p w:rsidR="00E00D30" w:rsidRDefault="00E00D30" w:rsidP="00E00D30">
      <w:r>
        <w:t>794.0884</w:t>
      </w:r>
      <w:r>
        <w:tab/>
        <w:t>1.013e0</w:t>
      </w:r>
    </w:p>
    <w:p w:rsidR="00E00D30" w:rsidRDefault="00E00D30" w:rsidP="00E00D30">
      <w:r>
        <w:t>794.1371</w:t>
      </w:r>
      <w:r>
        <w:tab/>
        <w:t>1.013e0</w:t>
      </w:r>
    </w:p>
    <w:p w:rsidR="00E00D30" w:rsidRDefault="00E00D30" w:rsidP="00E00D30">
      <w:r>
        <w:t>794.1741</w:t>
      </w:r>
      <w:r>
        <w:tab/>
        <w:t>1.013e0</w:t>
      </w:r>
    </w:p>
    <w:p w:rsidR="00E00D30" w:rsidRDefault="00E00D30" w:rsidP="00E00D30">
      <w:r>
        <w:t>794.1909</w:t>
      </w:r>
      <w:r>
        <w:tab/>
        <w:t>2.025e0</w:t>
      </w:r>
    </w:p>
    <w:p w:rsidR="00E00D30" w:rsidRDefault="00E00D30" w:rsidP="00E00D30">
      <w:r>
        <w:t>794.2448</w:t>
      </w:r>
      <w:r>
        <w:tab/>
        <w:t>1.013e0</w:t>
      </w:r>
    </w:p>
    <w:p w:rsidR="00E00D30" w:rsidRDefault="00E00D30" w:rsidP="00E00D30">
      <w:r>
        <w:t>794.3018</w:t>
      </w:r>
      <w:r>
        <w:tab/>
        <w:t>3.038e0</w:t>
      </w:r>
    </w:p>
    <w:p w:rsidR="00E00D30" w:rsidRDefault="00E00D30" w:rsidP="00E00D30">
      <w:r>
        <w:t>794.3247</w:t>
      </w:r>
      <w:r>
        <w:tab/>
        <w:t>3.038e0</w:t>
      </w:r>
    </w:p>
    <w:p w:rsidR="00E00D30" w:rsidRDefault="00E00D30" w:rsidP="00E00D30">
      <w:r>
        <w:t>794.3447</w:t>
      </w:r>
      <w:r>
        <w:tab/>
        <w:t>1.013e0</w:t>
      </w:r>
    </w:p>
    <w:p w:rsidR="00E00D30" w:rsidRDefault="00E00D30" w:rsidP="00E00D30">
      <w:r>
        <w:t>794.3943</w:t>
      </w:r>
      <w:r>
        <w:tab/>
        <w:t>1.013e0</w:t>
      </w:r>
    </w:p>
    <w:p w:rsidR="00E00D30" w:rsidRDefault="00E00D30" w:rsidP="00E00D30">
      <w:r>
        <w:t>794.4314</w:t>
      </w:r>
      <w:r>
        <w:tab/>
        <w:t>2.025e0</w:t>
      </w:r>
    </w:p>
    <w:p w:rsidR="00E00D30" w:rsidRDefault="00E00D30" w:rsidP="00E00D30">
      <w:r>
        <w:t>794.4333</w:t>
      </w:r>
      <w:r>
        <w:tab/>
        <w:t>1.013e0</w:t>
      </w:r>
    </w:p>
    <w:p w:rsidR="00E00D30" w:rsidRDefault="00E00D30" w:rsidP="00E00D30">
      <w:r>
        <w:t>794.4721</w:t>
      </w:r>
      <w:r>
        <w:tab/>
        <w:t>2.025e0</w:t>
      </w:r>
    </w:p>
    <w:p w:rsidR="00E00D30" w:rsidRDefault="00E00D30" w:rsidP="00E00D30">
      <w:r>
        <w:lastRenderedPageBreak/>
        <w:t>794.4869</w:t>
      </w:r>
      <w:r>
        <w:tab/>
        <w:t>1.013e0</w:t>
      </w:r>
    </w:p>
    <w:p w:rsidR="00E00D30" w:rsidRDefault="00E00D30" w:rsidP="00E00D30">
      <w:r>
        <w:t>794.5062</w:t>
      </w:r>
      <w:r>
        <w:tab/>
        <w:t>4.051e0</w:t>
      </w:r>
    </w:p>
    <w:p w:rsidR="00E00D30" w:rsidRDefault="00E00D30" w:rsidP="00E00D30">
      <w:r>
        <w:t>794.5450</w:t>
      </w:r>
      <w:r>
        <w:tab/>
        <w:t>3.038e0</w:t>
      </w:r>
    </w:p>
    <w:p w:rsidR="00E00D30" w:rsidRDefault="00E00D30" w:rsidP="00E00D30">
      <w:r>
        <w:t>794.5507</w:t>
      </w:r>
      <w:r>
        <w:tab/>
        <w:t>2.025e0</w:t>
      </w:r>
    </w:p>
    <w:p w:rsidR="00E00D30" w:rsidRDefault="00E00D30" w:rsidP="00E00D30">
      <w:r>
        <w:t>794.6329</w:t>
      </w:r>
      <w:r>
        <w:tab/>
        <w:t>1.013e0</w:t>
      </w:r>
    </w:p>
    <w:p w:rsidR="00E00D30" w:rsidRDefault="00E00D30" w:rsidP="00E00D30">
      <w:r>
        <w:t>794.6624</w:t>
      </w:r>
      <w:r>
        <w:tab/>
        <w:t>2.025e0</w:t>
      </w:r>
    </w:p>
    <w:p w:rsidR="00E00D30" w:rsidRDefault="00E00D30" w:rsidP="00E00D30">
      <w:r>
        <w:t>794.6695</w:t>
      </w:r>
      <w:r>
        <w:tab/>
        <w:t>3.038e0</w:t>
      </w:r>
    </w:p>
    <w:p w:rsidR="00E00D30" w:rsidRDefault="00E00D30" w:rsidP="00E00D30">
      <w:r>
        <w:t>794.7013</w:t>
      </w:r>
      <w:r>
        <w:tab/>
        <w:t>1.013e0</w:t>
      </w:r>
    </w:p>
    <w:p w:rsidR="00E00D30" w:rsidRDefault="00E00D30" w:rsidP="00E00D30">
      <w:r>
        <w:t>794.7085</w:t>
      </w:r>
      <w:r>
        <w:tab/>
        <w:t>2.025e0</w:t>
      </w:r>
    </w:p>
    <w:p w:rsidR="00E00D30" w:rsidRDefault="00E00D30" w:rsidP="00E00D30">
      <w:r>
        <w:t>794.7382</w:t>
      </w:r>
      <w:r>
        <w:tab/>
        <w:t>2.025e0</w:t>
      </w:r>
    </w:p>
    <w:p w:rsidR="00E00D30" w:rsidRDefault="00E00D30" w:rsidP="00E00D30">
      <w:r>
        <w:t>794.8199</w:t>
      </w:r>
      <w:r>
        <w:tab/>
        <w:t>1.013e0</w:t>
      </w:r>
    </w:p>
    <w:p w:rsidR="00E00D30" w:rsidRDefault="00E00D30" w:rsidP="00E00D30">
      <w:r>
        <w:t>794.8596</w:t>
      </w:r>
      <w:r>
        <w:tab/>
        <w:t>2.025e0</w:t>
      </w:r>
    </w:p>
    <w:p w:rsidR="00E00D30" w:rsidRDefault="00E00D30" w:rsidP="00E00D30">
      <w:r>
        <w:t>794.8706</w:t>
      </w:r>
      <w:r>
        <w:tab/>
        <w:t>1.013e0</w:t>
      </w:r>
    </w:p>
    <w:p w:rsidR="00E00D30" w:rsidRDefault="00E00D30" w:rsidP="00E00D30">
      <w:r>
        <w:t>794.8741</w:t>
      </w:r>
      <w:r>
        <w:tab/>
        <w:t>1.013e0</w:t>
      </w:r>
    </w:p>
    <w:p w:rsidR="00E00D30" w:rsidRDefault="00E00D30" w:rsidP="00E00D30">
      <w:r>
        <w:t>794.8880</w:t>
      </w:r>
      <w:r>
        <w:tab/>
        <w:t>1.013e0</w:t>
      </w:r>
    </w:p>
    <w:p w:rsidR="00E00D30" w:rsidRDefault="00E00D30" w:rsidP="00E00D30">
      <w:r>
        <w:t>794.9010</w:t>
      </w:r>
      <w:r>
        <w:tab/>
        <w:t>1.013e0</w:t>
      </w:r>
    </w:p>
    <w:p w:rsidR="00E00D30" w:rsidRDefault="00E00D30" w:rsidP="00E00D30">
      <w:r>
        <w:t>794.9394</w:t>
      </w:r>
      <w:r>
        <w:tab/>
        <w:t>2.025e0</w:t>
      </w:r>
    </w:p>
    <w:p w:rsidR="00E00D30" w:rsidRDefault="00E00D30" w:rsidP="00E00D30">
      <w:r>
        <w:t>794.9550</w:t>
      </w:r>
      <w:r>
        <w:tab/>
        <w:t>1.013e0</w:t>
      </w:r>
    </w:p>
    <w:p w:rsidR="00E00D30" w:rsidRDefault="00E00D30" w:rsidP="00E00D30">
      <w:r>
        <w:t>794.9651</w:t>
      </w:r>
      <w:r>
        <w:tab/>
        <w:t>2.025e0</w:t>
      </w:r>
    </w:p>
    <w:p w:rsidR="00E00D30" w:rsidRDefault="00E00D30" w:rsidP="00E00D30">
      <w:r>
        <w:lastRenderedPageBreak/>
        <w:t>794.9694</w:t>
      </w:r>
      <w:r>
        <w:tab/>
        <w:t>1.013e0</w:t>
      </w:r>
    </w:p>
    <w:p w:rsidR="00E00D30" w:rsidRDefault="00E00D30" w:rsidP="00E00D30">
      <w:r>
        <w:t>794.9752</w:t>
      </w:r>
      <w:r>
        <w:tab/>
        <w:t>2.025e0</w:t>
      </w:r>
    </w:p>
    <w:p w:rsidR="00E00D30" w:rsidRDefault="00E00D30" w:rsidP="00E00D30">
      <w:r>
        <w:t>795.0065</w:t>
      </w:r>
      <w:r>
        <w:tab/>
        <w:t>1.013e0</w:t>
      </w:r>
    </w:p>
    <w:p w:rsidR="00E00D30" w:rsidRDefault="00E00D30" w:rsidP="00E00D30">
      <w:r>
        <w:t>795.0217</w:t>
      </w:r>
      <w:r>
        <w:tab/>
        <w:t>1.013e0</w:t>
      </w:r>
    </w:p>
    <w:p w:rsidR="00E00D30" w:rsidRDefault="00E00D30" w:rsidP="00E00D30">
      <w:r>
        <w:t>795.0752</w:t>
      </w:r>
      <w:r>
        <w:tab/>
        <w:t>1.013e0</w:t>
      </w:r>
    </w:p>
    <w:p w:rsidR="00E00D30" w:rsidRDefault="00E00D30" w:rsidP="00E00D30">
      <w:r>
        <w:t>795.0887</w:t>
      </w:r>
      <w:r>
        <w:tab/>
        <w:t>1.013e0</w:t>
      </w:r>
    </w:p>
    <w:p w:rsidR="00E00D30" w:rsidRDefault="00E00D30" w:rsidP="00E00D30">
      <w:r>
        <w:t>795.1289</w:t>
      </w:r>
      <w:r>
        <w:tab/>
        <w:t>1.013e0</w:t>
      </w:r>
    </w:p>
    <w:p w:rsidR="00E00D30" w:rsidRDefault="00E00D30" w:rsidP="00E00D30">
      <w:r>
        <w:t>795.1587</w:t>
      </w:r>
      <w:r>
        <w:tab/>
        <w:t>2.025e0</w:t>
      </w:r>
    </w:p>
    <w:p w:rsidR="00E00D30" w:rsidRDefault="00E00D30" w:rsidP="00E00D30">
      <w:r>
        <w:t>795.2927</w:t>
      </w:r>
      <w:r>
        <w:tab/>
        <w:t>2.025e0</w:t>
      </w:r>
    </w:p>
    <w:p w:rsidR="00E00D30" w:rsidRDefault="00E00D30" w:rsidP="00E00D30">
      <w:r>
        <w:t>795.2946</w:t>
      </w:r>
      <w:r>
        <w:tab/>
        <w:t>1.013e0</w:t>
      </w:r>
    </w:p>
    <w:p w:rsidR="00E00D30" w:rsidRDefault="00E00D30" w:rsidP="00E00D30">
      <w:r>
        <w:t>795.3033</w:t>
      </w:r>
      <w:r>
        <w:tab/>
        <w:t>1.013e0</w:t>
      </w:r>
    </w:p>
    <w:p w:rsidR="00E00D30" w:rsidRDefault="00E00D30" w:rsidP="00E00D30">
      <w:r>
        <w:t>795.3864</w:t>
      </w:r>
      <w:r>
        <w:tab/>
        <w:t>4.051e0</w:t>
      </w:r>
    </w:p>
    <w:p w:rsidR="00E00D30" w:rsidRDefault="00E00D30" w:rsidP="00E00D30">
      <w:r>
        <w:t>795.3986</w:t>
      </w:r>
      <w:r>
        <w:tab/>
        <w:t>3.038e0</w:t>
      </w:r>
    </w:p>
    <w:p w:rsidR="00E00D30" w:rsidRDefault="00E00D30" w:rsidP="00E00D30">
      <w:r>
        <w:t>795.4106</w:t>
      </w:r>
      <w:r>
        <w:tab/>
        <w:t>1.013e0</w:t>
      </w:r>
    </w:p>
    <w:p w:rsidR="00E00D30" w:rsidRDefault="00E00D30" w:rsidP="00E00D30">
      <w:r>
        <w:t>795.4127</w:t>
      </w:r>
      <w:r>
        <w:tab/>
        <w:t>2.025e0</w:t>
      </w:r>
    </w:p>
    <w:p w:rsidR="00E00D30" w:rsidRDefault="00E00D30" w:rsidP="00E00D30">
      <w:r>
        <w:t>795.4312</w:t>
      </w:r>
      <w:r>
        <w:tab/>
        <w:t>4.051e0</w:t>
      </w:r>
    </w:p>
    <w:p w:rsidR="00E00D30" w:rsidRDefault="00E00D30" w:rsidP="00E00D30">
      <w:r>
        <w:t>795.4379</w:t>
      </w:r>
      <w:r>
        <w:tab/>
        <w:t>1.013e0</w:t>
      </w:r>
    </w:p>
    <w:p w:rsidR="00E00D30" w:rsidRDefault="00E00D30" w:rsidP="00E00D30">
      <w:r>
        <w:t>795.4407</w:t>
      </w:r>
      <w:r>
        <w:tab/>
        <w:t>4.051e0</w:t>
      </w:r>
    </w:p>
    <w:p w:rsidR="00E00D30" w:rsidRDefault="00E00D30" w:rsidP="00E00D30">
      <w:r>
        <w:t>795.4642</w:t>
      </w:r>
      <w:r>
        <w:tab/>
        <w:t>1.013e0</w:t>
      </w:r>
    </w:p>
    <w:p w:rsidR="00E00D30" w:rsidRDefault="00E00D30" w:rsidP="00E00D30">
      <w:r>
        <w:lastRenderedPageBreak/>
        <w:t>795.5316</w:t>
      </w:r>
      <w:r>
        <w:tab/>
        <w:t>1.013e0</w:t>
      </w:r>
    </w:p>
    <w:p w:rsidR="00E00D30" w:rsidRDefault="00E00D30" w:rsidP="00E00D30">
      <w:r>
        <w:t>795.5327</w:t>
      </w:r>
      <w:r>
        <w:tab/>
        <w:t>2.025e0</w:t>
      </w:r>
    </w:p>
    <w:p w:rsidR="00E00D30" w:rsidRDefault="00E00D30" w:rsidP="00E00D30">
      <w:r>
        <w:t>795.5405</w:t>
      </w:r>
      <w:r>
        <w:tab/>
        <w:t>2.025e0</w:t>
      </w:r>
    </w:p>
    <w:p w:rsidR="00E00D30" w:rsidRDefault="00E00D30" w:rsidP="00E00D30">
      <w:r>
        <w:t>795.5452</w:t>
      </w:r>
      <w:r>
        <w:tab/>
        <w:t>1.013e0</w:t>
      </w:r>
    </w:p>
    <w:p w:rsidR="00E00D30" w:rsidRDefault="00E00D30" w:rsidP="00E00D30">
      <w:r>
        <w:t>795.5718</w:t>
      </w:r>
      <w:r>
        <w:tab/>
        <w:t>2.025e0</w:t>
      </w:r>
    </w:p>
    <w:p w:rsidR="00E00D30" w:rsidRDefault="00E00D30" w:rsidP="00E00D30">
      <w:r>
        <w:t>795.6008</w:t>
      </w:r>
      <w:r>
        <w:tab/>
        <w:t>2.025e0</w:t>
      </w:r>
    </w:p>
    <w:p w:rsidR="00E00D30" w:rsidRDefault="00E00D30" w:rsidP="00E00D30">
      <w:r>
        <w:t>795.6174</w:t>
      </w:r>
      <w:r>
        <w:tab/>
        <w:t>1.013e0</w:t>
      </w:r>
    </w:p>
    <w:p w:rsidR="00E00D30" w:rsidRDefault="00E00D30" w:rsidP="00E00D30">
      <w:r>
        <w:t>795.6213</w:t>
      </w:r>
      <w:r>
        <w:tab/>
        <w:t>3.038e0</w:t>
      </w:r>
    </w:p>
    <w:p w:rsidR="00E00D30" w:rsidRDefault="00E00D30" w:rsidP="00E00D30">
      <w:r>
        <w:t>795.6794</w:t>
      </w:r>
      <w:r>
        <w:tab/>
        <w:t>2.025e0</w:t>
      </w:r>
    </w:p>
    <w:p w:rsidR="00E00D30" w:rsidRDefault="00E00D30" w:rsidP="00E00D30">
      <w:r>
        <w:t>795.7042</w:t>
      </w:r>
      <w:r>
        <w:tab/>
        <w:t>1.013e0</w:t>
      </w:r>
    </w:p>
    <w:p w:rsidR="00E00D30" w:rsidRDefault="00E00D30" w:rsidP="00E00D30">
      <w:r>
        <w:t>795.7330</w:t>
      </w:r>
      <w:r>
        <w:tab/>
        <w:t>1.013e0</w:t>
      </w:r>
    </w:p>
    <w:p w:rsidR="00E00D30" w:rsidRDefault="00E00D30" w:rsidP="00E00D30">
      <w:r>
        <w:t>795.7460</w:t>
      </w:r>
      <w:r>
        <w:tab/>
        <w:t>1.013e0</w:t>
      </w:r>
    </w:p>
    <w:p w:rsidR="00E00D30" w:rsidRDefault="00E00D30" w:rsidP="00E00D30">
      <w:r>
        <w:t>795.7595</w:t>
      </w:r>
      <w:r>
        <w:tab/>
        <w:t>1.013e0</w:t>
      </w:r>
    </w:p>
    <w:p w:rsidR="00E00D30" w:rsidRDefault="00E00D30" w:rsidP="00E00D30">
      <w:r>
        <w:t>795.8212</w:t>
      </w:r>
      <w:r>
        <w:tab/>
        <w:t>2.025e0</w:t>
      </w:r>
    </w:p>
    <w:p w:rsidR="00E00D30" w:rsidRDefault="00E00D30" w:rsidP="00E00D30">
      <w:r>
        <w:t>795.8644</w:t>
      </w:r>
      <w:r>
        <w:tab/>
        <w:t>2.025e0</w:t>
      </w:r>
    </w:p>
    <w:p w:rsidR="00E00D30" w:rsidRDefault="00E00D30" w:rsidP="00E00D30">
      <w:r>
        <w:t>795.8937</w:t>
      </w:r>
      <w:r>
        <w:tab/>
        <w:t>1.013e0</w:t>
      </w:r>
    </w:p>
    <w:p w:rsidR="00E00D30" w:rsidRDefault="00E00D30" w:rsidP="00E00D30">
      <w:r>
        <w:t>795.9085</w:t>
      </w:r>
      <w:r>
        <w:tab/>
        <w:t>1.013e0</w:t>
      </w:r>
    </w:p>
    <w:p w:rsidR="00E00D30" w:rsidRDefault="00E00D30" w:rsidP="00E00D30">
      <w:r>
        <w:t>795.9753</w:t>
      </w:r>
      <w:r>
        <w:tab/>
        <w:t>3.038e0</w:t>
      </w:r>
    </w:p>
    <w:p w:rsidR="00E00D30" w:rsidRDefault="00E00D30" w:rsidP="00E00D30">
      <w:r>
        <w:t>796.0195</w:t>
      </w:r>
      <w:r>
        <w:tab/>
        <w:t>2.025e0</w:t>
      </w:r>
    </w:p>
    <w:p w:rsidR="00E00D30" w:rsidRDefault="00E00D30" w:rsidP="00E00D30">
      <w:r>
        <w:lastRenderedPageBreak/>
        <w:t>796.0422</w:t>
      </w:r>
      <w:r>
        <w:tab/>
        <w:t>2.025e0</w:t>
      </w:r>
    </w:p>
    <w:p w:rsidR="00E00D30" w:rsidRDefault="00E00D30" w:rsidP="00E00D30">
      <w:r>
        <w:t>796.0809</w:t>
      </w:r>
      <w:r>
        <w:tab/>
        <w:t>2.025e0</w:t>
      </w:r>
    </w:p>
    <w:p w:rsidR="00E00D30" w:rsidRDefault="00E00D30" w:rsidP="00E00D30">
      <w:r>
        <w:t>796.1085</w:t>
      </w:r>
      <w:r>
        <w:tab/>
        <w:t>1.013e0</w:t>
      </w:r>
    </w:p>
    <w:p w:rsidR="00E00D30" w:rsidRDefault="00E00D30" w:rsidP="00E00D30">
      <w:r>
        <w:t>796.1327</w:t>
      </w:r>
      <w:r>
        <w:tab/>
        <w:t>2.025e0</w:t>
      </w:r>
    </w:p>
    <w:p w:rsidR="00E00D30" w:rsidRDefault="00E00D30" w:rsidP="00E00D30">
      <w:r>
        <w:t>796.1357</w:t>
      </w:r>
      <w:r>
        <w:tab/>
        <w:t>1.013e0</w:t>
      </w:r>
    </w:p>
    <w:p w:rsidR="00E00D30" w:rsidRDefault="00E00D30" w:rsidP="00E00D30">
      <w:r>
        <w:t>796.1456</w:t>
      </w:r>
      <w:r>
        <w:tab/>
        <w:t>1.013e0</w:t>
      </w:r>
    </w:p>
    <w:p w:rsidR="00E00D30" w:rsidRDefault="00E00D30" w:rsidP="00E00D30">
      <w:r>
        <w:t>796.1895</w:t>
      </w:r>
      <w:r>
        <w:tab/>
        <w:t>1.013e0</w:t>
      </w:r>
    </w:p>
    <w:p w:rsidR="00E00D30" w:rsidRDefault="00E00D30" w:rsidP="00E00D30">
      <w:r>
        <w:t>796.2163</w:t>
      </w:r>
      <w:r>
        <w:tab/>
        <w:t>1.013e0</w:t>
      </w:r>
    </w:p>
    <w:p w:rsidR="00E00D30" w:rsidRDefault="00E00D30" w:rsidP="00E00D30">
      <w:r>
        <w:t>796.2432</w:t>
      </w:r>
      <w:r>
        <w:tab/>
        <w:t>1.013e0</w:t>
      </w:r>
    </w:p>
    <w:p w:rsidR="00E00D30" w:rsidRDefault="00E00D30" w:rsidP="00E00D30">
      <w:r>
        <w:t>796.2634</w:t>
      </w:r>
      <w:r>
        <w:tab/>
        <w:t>1.013e0</w:t>
      </w:r>
    </w:p>
    <w:p w:rsidR="00E00D30" w:rsidRDefault="00E00D30" w:rsidP="00E00D30">
      <w:r>
        <w:t>796.2844</w:t>
      </w:r>
      <w:r>
        <w:tab/>
        <w:t>1.013e0</w:t>
      </w:r>
    </w:p>
    <w:p w:rsidR="00E00D30" w:rsidRDefault="00E00D30" w:rsidP="00E00D30">
      <w:r>
        <w:t>796.3104</w:t>
      </w:r>
      <w:r>
        <w:tab/>
        <w:t>2.025e0</w:t>
      </w:r>
    </w:p>
    <w:p w:rsidR="00E00D30" w:rsidRDefault="00E00D30" w:rsidP="00E00D30">
      <w:r>
        <w:t>796.3308</w:t>
      </w:r>
      <w:r>
        <w:tab/>
        <w:t>3.038e0</w:t>
      </w:r>
    </w:p>
    <w:p w:rsidR="00E00D30" w:rsidRDefault="00E00D30" w:rsidP="00E00D30">
      <w:r>
        <w:t>796.3560</w:t>
      </w:r>
      <w:r>
        <w:tab/>
        <w:t>2.025e0</w:t>
      </w:r>
    </w:p>
    <w:p w:rsidR="00E00D30" w:rsidRDefault="00E00D30" w:rsidP="00E00D30">
      <w:r>
        <w:t>796.3685</w:t>
      </w:r>
      <w:r>
        <w:tab/>
        <w:t>4.051e0</w:t>
      </w:r>
    </w:p>
    <w:p w:rsidR="00E00D30" w:rsidRDefault="00E00D30" w:rsidP="00E00D30">
      <w:r>
        <w:t>796.3708</w:t>
      </w:r>
      <w:r>
        <w:tab/>
        <w:t>4.051e0</w:t>
      </w:r>
    </w:p>
    <w:p w:rsidR="00E00D30" w:rsidRDefault="00E00D30" w:rsidP="00E00D30">
      <w:r>
        <w:t>796.3845</w:t>
      </w:r>
      <w:r>
        <w:tab/>
        <w:t>2.025e0</w:t>
      </w:r>
    </w:p>
    <w:p w:rsidR="00E00D30" w:rsidRDefault="00E00D30" w:rsidP="00E00D30">
      <w:r>
        <w:t>796.4464</w:t>
      </w:r>
      <w:r>
        <w:tab/>
        <w:t>2.025e0</w:t>
      </w:r>
    </w:p>
    <w:p w:rsidR="00E00D30" w:rsidRDefault="00E00D30" w:rsidP="00E00D30">
      <w:r>
        <w:t>796.4511</w:t>
      </w:r>
      <w:r>
        <w:tab/>
        <w:t>3.038e0</w:t>
      </w:r>
    </w:p>
    <w:p w:rsidR="00E00D30" w:rsidRDefault="00E00D30" w:rsidP="00E00D30">
      <w:r>
        <w:lastRenderedPageBreak/>
        <w:t>796.4632</w:t>
      </w:r>
      <w:r>
        <w:tab/>
        <w:t>2.025e0</w:t>
      </w:r>
    </w:p>
    <w:p w:rsidR="00E00D30" w:rsidRDefault="00E00D30" w:rsidP="00E00D30">
      <w:r>
        <w:t>796.4672</w:t>
      </w:r>
      <w:r>
        <w:tab/>
        <w:t>2.025e0</w:t>
      </w:r>
    </w:p>
    <w:p w:rsidR="00E00D30" w:rsidRDefault="00E00D30" w:rsidP="00E00D30">
      <w:r>
        <w:t>796.4858</w:t>
      </w:r>
      <w:r>
        <w:tab/>
        <w:t>1.013e0</w:t>
      </w:r>
    </w:p>
    <w:p w:rsidR="00E00D30" w:rsidRDefault="00E00D30" w:rsidP="00E00D30">
      <w:r>
        <w:t>796.4922</w:t>
      </w:r>
      <w:r>
        <w:tab/>
        <w:t>2.025e0</w:t>
      </w:r>
    </w:p>
    <w:p w:rsidR="00E00D30" w:rsidRDefault="00E00D30" w:rsidP="00E00D30">
      <w:r>
        <w:t>796.5355</w:t>
      </w:r>
      <w:r>
        <w:tab/>
        <w:t>1.013e0</w:t>
      </w:r>
    </w:p>
    <w:p w:rsidR="00E00D30" w:rsidRDefault="00E00D30" w:rsidP="00E00D30">
      <w:r>
        <w:t>796.5435</w:t>
      </w:r>
      <w:r>
        <w:tab/>
        <w:t>2.025e0</w:t>
      </w:r>
    </w:p>
    <w:p w:rsidR="00E00D30" w:rsidRDefault="00E00D30" w:rsidP="00E00D30">
      <w:r>
        <w:t>796.5532</w:t>
      </w:r>
      <w:r>
        <w:tab/>
        <w:t>2.025e0</w:t>
      </w:r>
    </w:p>
    <w:p w:rsidR="00E00D30" w:rsidRDefault="00E00D30" w:rsidP="00E00D30">
      <w:r>
        <w:t>796.5923</w:t>
      </w:r>
      <w:r>
        <w:tab/>
        <w:t>1.013e0</w:t>
      </w:r>
    </w:p>
    <w:p w:rsidR="00E00D30" w:rsidRDefault="00E00D30" w:rsidP="00E00D30">
      <w:r>
        <w:t>796.6202</w:t>
      </w:r>
      <w:r>
        <w:tab/>
        <w:t>2.025e0</w:t>
      </w:r>
    </w:p>
    <w:p w:rsidR="00E00D30" w:rsidRDefault="00E00D30" w:rsidP="00E00D30">
      <w:r>
        <w:t>796.6326</w:t>
      </w:r>
      <w:r>
        <w:tab/>
        <w:t>1.013e0</w:t>
      </w:r>
    </w:p>
    <w:p w:rsidR="00E00D30" w:rsidRDefault="00E00D30" w:rsidP="00E00D30">
      <w:r>
        <w:t>796.6427</w:t>
      </w:r>
      <w:r>
        <w:tab/>
        <w:t>2.025e0</w:t>
      </w:r>
    </w:p>
    <w:p w:rsidR="00E00D30" w:rsidRDefault="00E00D30" w:rsidP="00E00D30">
      <w:r>
        <w:t>796.6461</w:t>
      </w:r>
      <w:r>
        <w:tab/>
        <w:t>1.013e0</w:t>
      </w:r>
    </w:p>
    <w:p w:rsidR="00E00D30" w:rsidRDefault="00E00D30" w:rsidP="00E00D30">
      <w:r>
        <w:t>796.6729</w:t>
      </w:r>
      <w:r>
        <w:tab/>
        <w:t>1.013e0</w:t>
      </w:r>
    </w:p>
    <w:p w:rsidR="00E00D30" w:rsidRDefault="00E00D30" w:rsidP="00E00D30">
      <w:r>
        <w:t>796.7059</w:t>
      </w:r>
      <w:r>
        <w:tab/>
        <w:t>1.013e0</w:t>
      </w:r>
    </w:p>
    <w:p w:rsidR="00E00D30" w:rsidRDefault="00E00D30" w:rsidP="00E00D30">
      <w:r>
        <w:t>796.7342</w:t>
      </w:r>
      <w:r>
        <w:tab/>
        <w:t>4.051e0</w:t>
      </w:r>
    </w:p>
    <w:p w:rsidR="00E00D30" w:rsidRDefault="00E00D30" w:rsidP="00E00D30">
      <w:r>
        <w:t>796.7670</w:t>
      </w:r>
      <w:r>
        <w:tab/>
        <w:t>2.025e0</w:t>
      </w:r>
    </w:p>
    <w:p w:rsidR="00E00D30" w:rsidRDefault="00E00D30" w:rsidP="00E00D30">
      <w:r>
        <w:t>796.7902</w:t>
      </w:r>
      <w:r>
        <w:tab/>
        <w:t>1.013e0</w:t>
      </w:r>
    </w:p>
    <w:p w:rsidR="00E00D30" w:rsidRDefault="00E00D30" w:rsidP="00E00D30">
      <w:r>
        <w:t>796.8069</w:t>
      </w:r>
      <w:r>
        <w:tab/>
        <w:t>1.013e0</w:t>
      </w:r>
    </w:p>
    <w:p w:rsidR="00E00D30" w:rsidRDefault="00E00D30" w:rsidP="00E00D30">
      <w:r>
        <w:t>796.8745</w:t>
      </w:r>
      <w:r>
        <w:tab/>
        <w:t>1.013e0</w:t>
      </w:r>
    </w:p>
    <w:p w:rsidR="00E00D30" w:rsidRDefault="00E00D30" w:rsidP="00E00D30">
      <w:r>
        <w:lastRenderedPageBreak/>
        <w:t>796.8889</w:t>
      </w:r>
      <w:r>
        <w:tab/>
        <w:t>1.013e0</w:t>
      </w:r>
    </w:p>
    <w:p w:rsidR="00E00D30" w:rsidRDefault="00E00D30" w:rsidP="00E00D30">
      <w:r>
        <w:t>796.8942</w:t>
      </w:r>
      <w:r>
        <w:tab/>
        <w:t>2.025e0</w:t>
      </w:r>
    </w:p>
    <w:p w:rsidR="00E00D30" w:rsidRDefault="00E00D30" w:rsidP="00E00D30">
      <w:r>
        <w:t>796.9084</w:t>
      </w:r>
      <w:r>
        <w:tab/>
        <w:t>1.013e0</w:t>
      </w:r>
    </w:p>
    <w:p w:rsidR="00E00D30" w:rsidRDefault="00E00D30" w:rsidP="00E00D30">
      <w:r>
        <w:t>796.9418</w:t>
      </w:r>
      <w:r>
        <w:tab/>
        <w:t>1.013e0</w:t>
      </w:r>
    </w:p>
    <w:p w:rsidR="00E00D30" w:rsidRDefault="00E00D30" w:rsidP="00E00D30">
      <w:r>
        <w:t>796.9551</w:t>
      </w:r>
      <w:r>
        <w:tab/>
        <w:t>1.013e0</w:t>
      </w:r>
    </w:p>
    <w:p w:rsidR="00E00D30" w:rsidRDefault="00E00D30" w:rsidP="00E00D30">
      <w:r>
        <w:t>796.9593</w:t>
      </w:r>
      <w:r>
        <w:tab/>
        <w:t>1.013e0</w:t>
      </w:r>
    </w:p>
    <w:p w:rsidR="00E00D30" w:rsidRDefault="00E00D30" w:rsidP="00E00D30">
      <w:r>
        <w:t>796.9946</w:t>
      </w:r>
      <w:r>
        <w:tab/>
        <w:t>1.013e0</w:t>
      </w:r>
    </w:p>
    <w:p w:rsidR="00E00D30" w:rsidRDefault="00E00D30" w:rsidP="00E00D30">
      <w:r>
        <w:t>797.0089</w:t>
      </w:r>
      <w:r>
        <w:tab/>
        <w:t>2.025e0</w:t>
      </w:r>
    </w:p>
    <w:p w:rsidR="00E00D30" w:rsidRDefault="00E00D30" w:rsidP="00E00D30">
      <w:r>
        <w:t>797.0219</w:t>
      </w:r>
      <w:r>
        <w:tab/>
        <w:t>1.013e0</w:t>
      </w:r>
    </w:p>
    <w:p w:rsidR="00E00D30" w:rsidRDefault="00E00D30" w:rsidP="00E00D30">
      <w:r>
        <w:t>797.0287</w:t>
      </w:r>
      <w:r>
        <w:tab/>
        <w:t>1.013e0</w:t>
      </w:r>
    </w:p>
    <w:p w:rsidR="00E00D30" w:rsidRDefault="00E00D30" w:rsidP="00E00D30">
      <w:r>
        <w:t>797.0626</w:t>
      </w:r>
      <w:r>
        <w:tab/>
        <w:t>1.013e0</w:t>
      </w:r>
    </w:p>
    <w:p w:rsidR="00E00D30" w:rsidRDefault="00E00D30" w:rsidP="00E00D30">
      <w:r>
        <w:t>797.0771</w:t>
      </w:r>
      <w:r>
        <w:tab/>
        <w:t>1.013e0</w:t>
      </w:r>
    </w:p>
    <w:p w:rsidR="00E00D30" w:rsidRDefault="00E00D30" w:rsidP="00E00D30">
      <w:r>
        <w:t>797.0916</w:t>
      </w:r>
      <w:r>
        <w:tab/>
        <w:t>2.025e0</w:t>
      </w:r>
    </w:p>
    <w:p w:rsidR="00E00D30" w:rsidRDefault="00E00D30" w:rsidP="00E00D30">
      <w:r>
        <w:t>797.1030</w:t>
      </w:r>
      <w:r>
        <w:tab/>
        <w:t>1.013e0</w:t>
      </w:r>
    </w:p>
    <w:p w:rsidR="00E00D30" w:rsidRDefault="00E00D30" w:rsidP="00E00D30">
      <w:r>
        <w:t>797.1309</w:t>
      </w:r>
      <w:r>
        <w:tab/>
        <w:t>1.013e0</w:t>
      </w:r>
    </w:p>
    <w:p w:rsidR="00E00D30" w:rsidRDefault="00E00D30" w:rsidP="00E00D30">
      <w:r>
        <w:t>797.1433</w:t>
      </w:r>
      <w:r>
        <w:tab/>
        <w:t>1.013e0</w:t>
      </w:r>
    </w:p>
    <w:p w:rsidR="00E00D30" w:rsidRDefault="00E00D30" w:rsidP="00E00D30">
      <w:r>
        <w:t>797.1967</w:t>
      </w:r>
      <w:r>
        <w:tab/>
        <w:t>1.013e0</w:t>
      </w:r>
    </w:p>
    <w:p w:rsidR="00E00D30" w:rsidRDefault="00E00D30" w:rsidP="00E00D30">
      <w:r>
        <w:t>797.2140</w:t>
      </w:r>
      <w:r>
        <w:tab/>
        <w:t>1.013e0</w:t>
      </w:r>
    </w:p>
    <w:p w:rsidR="00E00D30" w:rsidRDefault="00E00D30" w:rsidP="00E00D30">
      <w:r>
        <w:t>797.2504</w:t>
      </w:r>
      <w:r>
        <w:tab/>
        <w:t>1.013e0</w:t>
      </w:r>
    </w:p>
    <w:p w:rsidR="00E00D30" w:rsidRDefault="00E00D30" w:rsidP="00E00D30">
      <w:r>
        <w:lastRenderedPageBreak/>
        <w:t>797.2518</w:t>
      </w:r>
      <w:r>
        <w:tab/>
        <w:t>1.013e0</w:t>
      </w:r>
    </w:p>
    <w:p w:rsidR="00E00D30" w:rsidRDefault="00E00D30" w:rsidP="00E00D30">
      <w:r>
        <w:t>797.2959</w:t>
      </w:r>
      <w:r>
        <w:tab/>
        <w:t>2.025e0</w:t>
      </w:r>
    </w:p>
    <w:p w:rsidR="00E00D30" w:rsidRDefault="00E00D30" w:rsidP="00E00D30">
      <w:r>
        <w:t>797.3042</w:t>
      </w:r>
      <w:r>
        <w:tab/>
        <w:t>1.013e0</w:t>
      </w:r>
    </w:p>
    <w:p w:rsidR="00E00D30" w:rsidRDefault="00E00D30" w:rsidP="00E00D30">
      <w:r>
        <w:t>797.3250</w:t>
      </w:r>
      <w:r>
        <w:tab/>
        <w:t>2.025e0</w:t>
      </w:r>
    </w:p>
    <w:p w:rsidR="00E00D30" w:rsidRDefault="00E00D30" w:rsidP="00E00D30">
      <w:r>
        <w:t>797.3584</w:t>
      </w:r>
      <w:r>
        <w:tab/>
        <w:t>1.013e0</w:t>
      </w:r>
    </w:p>
    <w:p w:rsidR="00E00D30" w:rsidRDefault="00E00D30" w:rsidP="00E00D30">
      <w:r>
        <w:t>797.3624</w:t>
      </w:r>
      <w:r>
        <w:tab/>
        <w:t>3.038e0</w:t>
      </w:r>
    </w:p>
    <w:p w:rsidR="00E00D30" w:rsidRDefault="00E00D30" w:rsidP="00E00D30">
      <w:r>
        <w:t>797.3714</w:t>
      </w:r>
      <w:r>
        <w:tab/>
        <w:t>1.013e0</w:t>
      </w:r>
    </w:p>
    <w:p w:rsidR="00E00D30" w:rsidRDefault="00E00D30" w:rsidP="00E00D30">
      <w:r>
        <w:t>797.3997</w:t>
      </w:r>
      <w:r>
        <w:tab/>
        <w:t>2.025e0</w:t>
      </w:r>
    </w:p>
    <w:p w:rsidR="00E00D30" w:rsidRDefault="00E00D30" w:rsidP="00E00D30">
      <w:r>
        <w:t>797.4304</w:t>
      </w:r>
      <w:r>
        <w:tab/>
        <w:t>2.025e0</w:t>
      </w:r>
    </w:p>
    <w:p w:rsidR="00E00D30" w:rsidRDefault="00E00D30" w:rsidP="00E00D30">
      <w:r>
        <w:t>797.4523</w:t>
      </w:r>
      <w:r>
        <w:tab/>
        <w:t>5.063e0</w:t>
      </w:r>
    </w:p>
    <w:p w:rsidR="00E00D30" w:rsidRDefault="00E00D30" w:rsidP="00E00D30">
      <w:r>
        <w:t>797.4614</w:t>
      </w:r>
      <w:r>
        <w:tab/>
        <w:t>4.051e0</w:t>
      </w:r>
    </w:p>
    <w:p w:rsidR="00E00D30" w:rsidRDefault="00E00D30" w:rsidP="00E00D30">
      <w:r>
        <w:t>797.4700</w:t>
      </w:r>
      <w:r>
        <w:tab/>
        <w:t>1.013e0</w:t>
      </w:r>
    </w:p>
    <w:p w:rsidR="00E00D30" w:rsidRDefault="00E00D30" w:rsidP="00E00D30">
      <w:r>
        <w:t>797.4896</w:t>
      </w:r>
      <w:r>
        <w:tab/>
        <w:t>2.025e0</w:t>
      </w:r>
    </w:p>
    <w:p w:rsidR="00E00D30" w:rsidRDefault="00E00D30" w:rsidP="00E00D30">
      <w:r>
        <w:t>797.5280</w:t>
      </w:r>
      <w:r>
        <w:tab/>
        <w:t>2.025e0</w:t>
      </w:r>
    </w:p>
    <w:p w:rsidR="00E00D30" w:rsidRDefault="00E00D30" w:rsidP="00E00D30">
      <w:r>
        <w:t>797.5377</w:t>
      </w:r>
      <w:r>
        <w:tab/>
        <w:t>2.025e0</w:t>
      </w:r>
    </w:p>
    <w:p w:rsidR="00E00D30" w:rsidRDefault="00E00D30" w:rsidP="00E00D30">
      <w:r>
        <w:t>797.5414</w:t>
      </w:r>
      <w:r>
        <w:tab/>
        <w:t>2.025e0</w:t>
      </w:r>
    </w:p>
    <w:p w:rsidR="00E00D30" w:rsidRDefault="00E00D30" w:rsidP="00E00D30">
      <w:r>
        <w:t>797.5466</w:t>
      </w:r>
      <w:r>
        <w:tab/>
        <w:t>1.013e0</w:t>
      </w:r>
    </w:p>
    <w:p w:rsidR="00E00D30" w:rsidRDefault="00E00D30" w:rsidP="00E00D30">
      <w:r>
        <w:t>797.6139</w:t>
      </w:r>
      <w:r>
        <w:tab/>
        <w:t>1.013e0</w:t>
      </w:r>
    </w:p>
    <w:p w:rsidR="00E00D30" w:rsidRDefault="00E00D30" w:rsidP="00E00D30">
      <w:r>
        <w:t>797.6223</w:t>
      </w:r>
      <w:r>
        <w:tab/>
        <w:t>1.013e0</w:t>
      </w:r>
    </w:p>
    <w:p w:rsidR="00E00D30" w:rsidRDefault="00E00D30" w:rsidP="00E00D30">
      <w:r>
        <w:lastRenderedPageBreak/>
        <w:t>797.7162</w:t>
      </w:r>
      <w:r>
        <w:tab/>
        <w:t>2.025e0</w:t>
      </w:r>
    </w:p>
    <w:p w:rsidR="00E00D30" w:rsidRDefault="00E00D30" w:rsidP="00E00D30">
      <w:r>
        <w:t>797.7211</w:t>
      </w:r>
      <w:r>
        <w:tab/>
        <w:t>1.013e0</w:t>
      </w:r>
    </w:p>
    <w:p w:rsidR="00E00D30" w:rsidRDefault="00E00D30" w:rsidP="00E00D30">
      <w:r>
        <w:t>797.7411</w:t>
      </w:r>
      <w:r>
        <w:tab/>
        <w:t>1.013e0</w:t>
      </w:r>
    </w:p>
    <w:p w:rsidR="00E00D30" w:rsidRDefault="00E00D30" w:rsidP="00E00D30">
      <w:r>
        <w:t>797.7579</w:t>
      </w:r>
      <w:r>
        <w:tab/>
        <w:t>1.013e0</w:t>
      </w:r>
    </w:p>
    <w:p w:rsidR="00E00D30" w:rsidRDefault="00E00D30" w:rsidP="00E00D30">
      <w:r>
        <w:t>797.7619</w:t>
      </w:r>
      <w:r>
        <w:tab/>
        <w:t>2.025e0</w:t>
      </w:r>
    </w:p>
    <w:p w:rsidR="00E00D30" w:rsidRDefault="00E00D30" w:rsidP="00E00D30">
      <w:r>
        <w:t>797.7913</w:t>
      </w:r>
      <w:r>
        <w:tab/>
        <w:t>1.013e0</w:t>
      </w:r>
    </w:p>
    <w:p w:rsidR="00E00D30" w:rsidRDefault="00E00D30" w:rsidP="00E00D30">
      <w:r>
        <w:t>797.8022</w:t>
      </w:r>
      <w:r>
        <w:tab/>
        <w:t>1.013e0</w:t>
      </w:r>
    </w:p>
    <w:p w:rsidR="00E00D30" w:rsidRDefault="00E00D30" w:rsidP="00E00D30">
      <w:r>
        <w:t>797.8593</w:t>
      </w:r>
      <w:r>
        <w:tab/>
        <w:t>1.013e0</w:t>
      </w:r>
    </w:p>
    <w:p w:rsidR="00E00D30" w:rsidRDefault="00E00D30" w:rsidP="00E00D30">
      <w:r>
        <w:t>797.8770</w:t>
      </w:r>
      <w:r>
        <w:tab/>
        <w:t>1.013e0</w:t>
      </w:r>
    </w:p>
    <w:p w:rsidR="00E00D30" w:rsidRDefault="00E00D30" w:rsidP="00E00D30">
      <w:r>
        <w:t>797.8945</w:t>
      </w:r>
      <w:r>
        <w:tab/>
        <w:t>1.013e0</w:t>
      </w:r>
    </w:p>
    <w:p w:rsidR="00E00D30" w:rsidRDefault="00E00D30" w:rsidP="00E00D30">
      <w:r>
        <w:t>797.9243</w:t>
      </w:r>
      <w:r>
        <w:tab/>
        <w:t>1.013e0</w:t>
      </w:r>
    </w:p>
    <w:p w:rsidR="00E00D30" w:rsidRDefault="00E00D30" w:rsidP="00E00D30">
      <w:r>
        <w:t>797.9447</w:t>
      </w:r>
      <w:r>
        <w:tab/>
        <w:t>2.025e0</w:t>
      </w:r>
    </w:p>
    <w:p w:rsidR="00E00D30" w:rsidRDefault="00E00D30" w:rsidP="00E00D30">
      <w:r>
        <w:t>797.9635</w:t>
      </w:r>
      <w:r>
        <w:tab/>
        <w:t>2.025e0</w:t>
      </w:r>
    </w:p>
    <w:p w:rsidR="00E00D30" w:rsidRDefault="00E00D30" w:rsidP="00E00D30">
      <w:r>
        <w:t>797.9777</w:t>
      </w:r>
      <w:r>
        <w:tab/>
        <w:t>1.013e0</w:t>
      </w:r>
    </w:p>
    <w:p w:rsidR="00E00D30" w:rsidRDefault="00E00D30" w:rsidP="00E00D30">
      <w:r>
        <w:t>798.0305</w:t>
      </w:r>
      <w:r>
        <w:tab/>
        <w:t>1.013e0</w:t>
      </w:r>
    </w:p>
    <w:p w:rsidR="00E00D30" w:rsidRDefault="00E00D30" w:rsidP="00E00D30">
      <w:r>
        <w:t>798.0815</w:t>
      </w:r>
      <w:r>
        <w:tab/>
        <w:t>2.025e0</w:t>
      </w:r>
    </w:p>
    <w:p w:rsidR="00E00D30" w:rsidRDefault="00E00D30" w:rsidP="00E00D30">
      <w:r>
        <w:t>798.0983</w:t>
      </w:r>
      <w:r>
        <w:tab/>
        <w:t>1.013e0</w:t>
      </w:r>
    </w:p>
    <w:p w:rsidR="00E00D30" w:rsidRDefault="00E00D30" w:rsidP="00E00D30">
      <w:r>
        <w:t>798.1252</w:t>
      </w:r>
      <w:r>
        <w:tab/>
        <w:t>1.013e0</w:t>
      </w:r>
    </w:p>
    <w:p w:rsidR="00E00D30" w:rsidRDefault="00E00D30" w:rsidP="00E00D30">
      <w:r>
        <w:t>798.1313</w:t>
      </w:r>
      <w:r>
        <w:tab/>
        <w:t>1.013e0</w:t>
      </w:r>
    </w:p>
    <w:p w:rsidR="00E00D30" w:rsidRDefault="00E00D30" w:rsidP="00E00D30">
      <w:r>
        <w:lastRenderedPageBreak/>
        <w:t>798.1466</w:t>
      </w:r>
      <w:r>
        <w:tab/>
        <w:t>3.038e0</w:t>
      </w:r>
    </w:p>
    <w:p w:rsidR="00E00D30" w:rsidRDefault="00E00D30" w:rsidP="00E00D30">
      <w:r>
        <w:t>798.2324</w:t>
      </w:r>
      <w:r>
        <w:tab/>
        <w:t>1.013e0</w:t>
      </w:r>
    </w:p>
    <w:p w:rsidR="00E00D30" w:rsidRDefault="00E00D30" w:rsidP="00E00D30">
      <w:r>
        <w:t>798.2338</w:t>
      </w:r>
      <w:r>
        <w:tab/>
        <w:t>1.013e0</w:t>
      </w:r>
    </w:p>
    <w:p w:rsidR="00E00D30" w:rsidRDefault="00E00D30" w:rsidP="00E00D30">
      <w:r>
        <w:t>798.2732</w:t>
      </w:r>
      <w:r>
        <w:tab/>
        <w:t>1.013e0</w:t>
      </w:r>
    </w:p>
    <w:p w:rsidR="00E00D30" w:rsidRDefault="00E00D30" w:rsidP="00E00D30">
      <w:r>
        <w:t>798.2997</w:t>
      </w:r>
      <w:r>
        <w:tab/>
        <w:t>1.013e0</w:t>
      </w:r>
    </w:p>
    <w:p w:rsidR="00E00D30" w:rsidRDefault="00E00D30" w:rsidP="00E00D30">
      <w:r>
        <w:t>798.3136</w:t>
      </w:r>
      <w:r>
        <w:tab/>
        <w:t>1.013e0</w:t>
      </w:r>
    </w:p>
    <w:p w:rsidR="00E00D30" w:rsidRDefault="00E00D30" w:rsidP="00E00D30">
      <w:r>
        <w:t>798.3270</w:t>
      </w:r>
      <w:r>
        <w:tab/>
        <w:t>1.013e0</w:t>
      </w:r>
    </w:p>
    <w:p w:rsidR="00E00D30" w:rsidRDefault="00E00D30" w:rsidP="00E00D30">
      <w:r>
        <w:t>798.3608</w:t>
      </w:r>
      <w:r>
        <w:tab/>
        <w:t>2.025e0</w:t>
      </w:r>
    </w:p>
    <w:p w:rsidR="00E00D30" w:rsidRDefault="00E00D30" w:rsidP="00E00D30">
      <w:r>
        <w:t>798.3819</w:t>
      </w:r>
      <w:r>
        <w:tab/>
        <w:t>1.013e0</w:t>
      </w:r>
    </w:p>
    <w:p w:rsidR="00E00D30" w:rsidRDefault="00E00D30" w:rsidP="00E00D30">
      <w:r>
        <w:t>798.4294</w:t>
      </w:r>
      <w:r>
        <w:tab/>
        <w:t>3.038e0</w:t>
      </w:r>
    </w:p>
    <w:p w:rsidR="00E00D30" w:rsidRDefault="00E00D30" w:rsidP="00E00D30">
      <w:r>
        <w:t>798.4370</w:t>
      </w:r>
      <w:r>
        <w:tab/>
        <w:t>1.013e0</w:t>
      </w:r>
    </w:p>
    <w:p w:rsidR="00E00D30" w:rsidRDefault="00E00D30" w:rsidP="00E00D30">
      <w:r>
        <w:t>798.4658</w:t>
      </w:r>
      <w:r>
        <w:tab/>
        <w:t>2.025e0</w:t>
      </w:r>
    </w:p>
    <w:p w:rsidR="00E00D30" w:rsidRDefault="00E00D30" w:rsidP="00E00D30">
      <w:r>
        <w:t>798.5046</w:t>
      </w:r>
      <w:r>
        <w:tab/>
        <w:t>1.013e0</w:t>
      </w:r>
    </w:p>
    <w:p w:rsidR="00E00D30" w:rsidRDefault="00E00D30" w:rsidP="00E00D30">
      <w:r>
        <w:t>798.5084</w:t>
      </w:r>
      <w:r>
        <w:tab/>
        <w:t>2.025e0</w:t>
      </w:r>
    </w:p>
    <w:p w:rsidR="00E00D30" w:rsidRDefault="00E00D30" w:rsidP="00E00D30">
      <w:r>
        <w:t>798.5156</w:t>
      </w:r>
      <w:r>
        <w:tab/>
        <w:t>1.013e0</w:t>
      </w:r>
    </w:p>
    <w:p w:rsidR="00E00D30" w:rsidRDefault="00E00D30" w:rsidP="00E00D30">
      <w:r>
        <w:t>798.5290</w:t>
      </w:r>
      <w:r>
        <w:tab/>
        <w:t>2.025e0</w:t>
      </w:r>
    </w:p>
    <w:p w:rsidR="00E00D30" w:rsidRDefault="00E00D30" w:rsidP="00E00D30">
      <w:r>
        <w:t>798.5555</w:t>
      </w:r>
      <w:r>
        <w:tab/>
        <w:t>1.013e0</w:t>
      </w:r>
    </w:p>
    <w:p w:rsidR="00E00D30" w:rsidRDefault="00E00D30" w:rsidP="00E00D30">
      <w:r>
        <w:t>798.6008</w:t>
      </w:r>
      <w:r>
        <w:tab/>
        <w:t>2.025e0</w:t>
      </w:r>
    </w:p>
    <w:p w:rsidR="00E00D30" w:rsidRDefault="00E00D30" w:rsidP="00E00D30">
      <w:r>
        <w:t>798.6108</w:t>
      </w:r>
      <w:r>
        <w:tab/>
        <w:t>1.013e0</w:t>
      </w:r>
    </w:p>
    <w:p w:rsidR="00E00D30" w:rsidRDefault="00E00D30" w:rsidP="00E00D30">
      <w:r>
        <w:lastRenderedPageBreak/>
        <w:t>798.6565</w:t>
      </w:r>
      <w:r>
        <w:tab/>
        <w:t>2.025e0</w:t>
      </w:r>
    </w:p>
    <w:p w:rsidR="00E00D30" w:rsidRDefault="00E00D30" w:rsidP="00E00D30">
      <w:r>
        <w:t>798.6759</w:t>
      </w:r>
      <w:r>
        <w:tab/>
        <w:t>1.013e0</w:t>
      </w:r>
    </w:p>
    <w:p w:rsidR="00E00D30" w:rsidRDefault="00E00D30" w:rsidP="00E00D30">
      <w:r>
        <w:t>798.7087</w:t>
      </w:r>
      <w:r>
        <w:tab/>
        <w:t>1.013e0</w:t>
      </w:r>
    </w:p>
    <w:p w:rsidR="00E00D30" w:rsidRDefault="00E00D30" w:rsidP="00E00D30">
      <w:r>
        <w:t>798.7318</w:t>
      </w:r>
      <w:r>
        <w:tab/>
        <w:t>2.025e0</w:t>
      </w:r>
    </w:p>
    <w:p w:rsidR="00E00D30" w:rsidRDefault="00E00D30" w:rsidP="00E00D30">
      <w:r>
        <w:t>798.7506</w:t>
      </w:r>
      <w:r>
        <w:tab/>
        <w:t>2.025e0</w:t>
      </w:r>
    </w:p>
    <w:p w:rsidR="00E00D30" w:rsidRDefault="00E00D30" w:rsidP="00E00D30">
      <w:r>
        <w:t>798.8128</w:t>
      </w:r>
      <w:r>
        <w:tab/>
        <w:t>2.025e0</w:t>
      </w:r>
    </w:p>
    <w:p w:rsidR="00E00D30" w:rsidRDefault="00E00D30" w:rsidP="00E00D30">
      <w:r>
        <w:t>798.8387</w:t>
      </w:r>
      <w:r>
        <w:tab/>
        <w:t>1.013e0</w:t>
      </w:r>
    </w:p>
    <w:p w:rsidR="00E00D30" w:rsidRDefault="00E00D30" w:rsidP="00E00D30">
      <w:r>
        <w:t>798.8622</w:t>
      </w:r>
      <w:r>
        <w:tab/>
        <w:t>1.013e0</w:t>
      </w:r>
    </w:p>
    <w:p w:rsidR="00E00D30" w:rsidRDefault="00E00D30" w:rsidP="00E00D30">
      <w:r>
        <w:t>798.9259</w:t>
      </w:r>
      <w:r>
        <w:tab/>
        <w:t>3.038e0</w:t>
      </w:r>
    </w:p>
    <w:p w:rsidR="00E00D30" w:rsidRDefault="00E00D30" w:rsidP="00E00D30">
      <w:r>
        <w:t>798.9301</w:t>
      </w:r>
      <w:r>
        <w:tab/>
        <w:t>3.038e0</w:t>
      </w:r>
    </w:p>
    <w:p w:rsidR="00E00D30" w:rsidRDefault="00E00D30" w:rsidP="00E00D30">
      <w:r>
        <w:t>798.9810</w:t>
      </w:r>
      <w:r>
        <w:tab/>
        <w:t>2.025e0</w:t>
      </w:r>
    </w:p>
    <w:p w:rsidR="00E00D30" w:rsidRDefault="00E00D30" w:rsidP="00E00D30">
      <w:r>
        <w:t>798.9984</w:t>
      </w:r>
      <w:r>
        <w:tab/>
        <w:t>1.013e0</w:t>
      </w:r>
    </w:p>
    <w:p w:rsidR="00E00D30" w:rsidRDefault="00E00D30" w:rsidP="00E00D30">
      <w:r>
        <w:t>799.0071</w:t>
      </w:r>
      <w:r>
        <w:tab/>
        <w:t>2.025e0</w:t>
      </w:r>
    </w:p>
    <w:p w:rsidR="00E00D30" w:rsidRDefault="00E00D30" w:rsidP="00E00D30">
      <w:r>
        <w:t>799.0313</w:t>
      </w:r>
      <w:r>
        <w:tab/>
        <w:t>1.013e0</w:t>
      </w:r>
    </w:p>
    <w:p w:rsidR="00E00D30" w:rsidRDefault="00E00D30" w:rsidP="00E00D30">
      <w:r>
        <w:t>799.0408</w:t>
      </w:r>
      <w:r>
        <w:tab/>
        <w:t>1.013e0</w:t>
      </w:r>
    </w:p>
    <w:p w:rsidR="00E00D30" w:rsidRDefault="00E00D30" w:rsidP="00E00D30">
      <w:r>
        <w:t>799.0880</w:t>
      </w:r>
      <w:r>
        <w:tab/>
        <w:t>2.025e0</w:t>
      </w:r>
    </w:p>
    <w:p w:rsidR="00E00D30" w:rsidRDefault="00E00D30" w:rsidP="00E00D30">
      <w:r>
        <w:t>799.0947</w:t>
      </w:r>
      <w:r>
        <w:tab/>
        <w:t>1.013e0</w:t>
      </w:r>
    </w:p>
    <w:p w:rsidR="00E00D30" w:rsidRDefault="00E00D30" w:rsidP="00E00D30">
      <w:r>
        <w:t>799.1412</w:t>
      </w:r>
      <w:r>
        <w:tab/>
        <w:t>2.025e0</w:t>
      </w:r>
    </w:p>
    <w:p w:rsidR="00E00D30" w:rsidRDefault="00E00D30" w:rsidP="00E00D30">
      <w:r>
        <w:t>799.2021</w:t>
      </w:r>
      <w:r>
        <w:tab/>
        <w:t>1.013e0</w:t>
      </w:r>
    </w:p>
    <w:p w:rsidR="00E00D30" w:rsidRDefault="00E00D30" w:rsidP="00E00D30">
      <w:r>
        <w:lastRenderedPageBreak/>
        <w:t>799.2366</w:t>
      </w:r>
      <w:r>
        <w:tab/>
        <w:t>1.013e0</w:t>
      </w:r>
    </w:p>
    <w:p w:rsidR="00E00D30" w:rsidRDefault="00E00D30" w:rsidP="00E00D30">
      <w:r>
        <w:t>799.2489</w:t>
      </w:r>
      <w:r>
        <w:tab/>
        <w:t>3.038e0</w:t>
      </w:r>
    </w:p>
    <w:p w:rsidR="00E00D30" w:rsidRDefault="00E00D30" w:rsidP="00E00D30">
      <w:r>
        <w:t>799.2699</w:t>
      </w:r>
      <w:r>
        <w:tab/>
        <w:t>1.013e0</w:t>
      </w:r>
    </w:p>
    <w:p w:rsidR="00E00D30" w:rsidRDefault="00E00D30" w:rsidP="00E00D30">
      <w:r>
        <w:t>799.2829</w:t>
      </w:r>
      <w:r>
        <w:tab/>
        <w:t>1.013e0</w:t>
      </w:r>
    </w:p>
    <w:p w:rsidR="00E00D30" w:rsidRDefault="00E00D30" w:rsidP="00E00D30">
      <w:r>
        <w:t>799.3237</w:t>
      </w:r>
      <w:r>
        <w:tab/>
        <w:t>2.025e0</w:t>
      </w:r>
    </w:p>
    <w:p w:rsidR="00E00D30" w:rsidRDefault="00E00D30" w:rsidP="00E00D30">
      <w:r>
        <w:t>799.4218</w:t>
      </w:r>
      <w:r>
        <w:tab/>
        <w:t>1.013e0</w:t>
      </w:r>
    </w:p>
    <w:p w:rsidR="00E00D30" w:rsidRDefault="00E00D30" w:rsidP="00E00D30">
      <w:r>
        <w:t>799.4312</w:t>
      </w:r>
      <w:r>
        <w:tab/>
        <w:t>1.013e0</w:t>
      </w:r>
    </w:p>
    <w:p w:rsidR="00E00D30" w:rsidRDefault="00E00D30" w:rsidP="00E00D30">
      <w:r>
        <w:t>799.4326</w:t>
      </w:r>
      <w:r>
        <w:tab/>
        <w:t>1.013e0</w:t>
      </w:r>
    </w:p>
    <w:p w:rsidR="00E00D30" w:rsidRDefault="00E00D30" w:rsidP="00E00D30">
      <w:r>
        <w:t>799.4451</w:t>
      </w:r>
      <w:r>
        <w:tab/>
        <w:t>1.013e0</w:t>
      </w:r>
    </w:p>
    <w:p w:rsidR="00E00D30" w:rsidRDefault="00E00D30" w:rsidP="00E00D30">
      <w:r>
        <w:t>799.5135</w:t>
      </w:r>
      <w:r>
        <w:tab/>
        <w:t>1.013e0</w:t>
      </w:r>
    </w:p>
    <w:p w:rsidR="00E00D30" w:rsidRDefault="00E00D30" w:rsidP="00E00D30">
      <w:r>
        <w:t>799.5247</w:t>
      </w:r>
      <w:r>
        <w:tab/>
        <w:t>1.013e0</w:t>
      </w:r>
    </w:p>
    <w:p w:rsidR="00E00D30" w:rsidRDefault="00E00D30" w:rsidP="00E00D30">
      <w:r>
        <w:t>799.5529</w:t>
      </w:r>
      <w:r>
        <w:tab/>
        <w:t>1.013e0</w:t>
      </w:r>
    </w:p>
    <w:p w:rsidR="00E00D30" w:rsidRDefault="00E00D30" w:rsidP="00E00D30">
      <w:r>
        <w:t>799.5677</w:t>
      </w:r>
      <w:r>
        <w:tab/>
        <w:t>2.025e0</w:t>
      </w:r>
    </w:p>
    <w:p w:rsidR="00E00D30" w:rsidRDefault="00E00D30" w:rsidP="00E00D30">
      <w:r>
        <w:t>799.6086</w:t>
      </w:r>
      <w:r>
        <w:tab/>
        <w:t>1.013e0</w:t>
      </w:r>
    </w:p>
    <w:p w:rsidR="00E00D30" w:rsidRDefault="00E00D30" w:rsidP="00E00D30">
      <w:r>
        <w:t>799.6766</w:t>
      </w:r>
      <w:r>
        <w:tab/>
        <w:t>1.013e0</w:t>
      </w:r>
    </w:p>
    <w:p w:rsidR="00E00D30" w:rsidRDefault="00E00D30" w:rsidP="00E00D30">
      <w:r>
        <w:t>799.6851</w:t>
      </w:r>
      <w:r>
        <w:tab/>
        <w:t>2.025e0</w:t>
      </w:r>
    </w:p>
    <w:p w:rsidR="00E00D30" w:rsidRDefault="00E00D30" w:rsidP="00E00D30">
      <w:r>
        <w:t>799.6887</w:t>
      </w:r>
      <w:r>
        <w:tab/>
        <w:t>1.013e0</w:t>
      </w:r>
    </w:p>
    <w:p w:rsidR="00E00D30" w:rsidRDefault="00E00D30" w:rsidP="00E00D30">
      <w:r>
        <w:t>799.7008</w:t>
      </w:r>
      <w:r>
        <w:tab/>
        <w:t>1.013e0</w:t>
      </w:r>
    </w:p>
    <w:p w:rsidR="00E00D30" w:rsidRDefault="00E00D30" w:rsidP="00E00D30">
      <w:r>
        <w:t>799.7118</w:t>
      </w:r>
      <w:r>
        <w:tab/>
        <w:t>3.038e0</w:t>
      </w:r>
    </w:p>
    <w:p w:rsidR="00E00D30" w:rsidRDefault="00E00D30" w:rsidP="00E00D30">
      <w:r>
        <w:lastRenderedPageBreak/>
        <w:t>799.7292</w:t>
      </w:r>
      <w:r>
        <w:tab/>
        <w:t>1.013e0</w:t>
      </w:r>
    </w:p>
    <w:p w:rsidR="00E00D30" w:rsidRDefault="00E00D30" w:rsidP="00E00D30">
      <w:r>
        <w:t>799.7790</w:t>
      </w:r>
      <w:r>
        <w:tab/>
        <w:t>1.013e0</w:t>
      </w:r>
    </w:p>
    <w:p w:rsidR="00E00D30" w:rsidRDefault="00E00D30" w:rsidP="00E00D30">
      <w:r>
        <w:t>799.8094</w:t>
      </w:r>
      <w:r>
        <w:tab/>
        <w:t>2.025e0</w:t>
      </w:r>
    </w:p>
    <w:p w:rsidR="00E00D30" w:rsidRDefault="00E00D30" w:rsidP="00E00D30">
      <w:r>
        <w:t>799.8226</w:t>
      </w:r>
      <w:r>
        <w:tab/>
        <w:t>1.013e0</w:t>
      </w:r>
    </w:p>
    <w:p w:rsidR="00E00D30" w:rsidRDefault="00E00D30" w:rsidP="00E00D30">
      <w:r>
        <w:t>799.8975</w:t>
      </w:r>
      <w:r>
        <w:tab/>
        <w:t>1.013e0</w:t>
      </w:r>
    </w:p>
    <w:p w:rsidR="00E00D30" w:rsidRDefault="00E00D30" w:rsidP="00E00D30">
      <w:r>
        <w:t>799.9035</w:t>
      </w:r>
      <w:r>
        <w:tab/>
        <w:t>1.013e0</w:t>
      </w:r>
    </w:p>
    <w:p w:rsidR="00E00D30" w:rsidRDefault="00E00D30" w:rsidP="00E00D30">
      <w:r>
        <w:t>799.9315</w:t>
      </w:r>
      <w:r>
        <w:tab/>
        <w:t>1.013e0</w:t>
      </w:r>
    </w:p>
    <w:p w:rsidR="00E00D30" w:rsidRDefault="00E00D30" w:rsidP="00E00D30">
      <w:r>
        <w:t>799.9487</w:t>
      </w:r>
      <w:r>
        <w:tab/>
        <w:t>1.013e0</w:t>
      </w:r>
    </w:p>
    <w:p w:rsidR="00E00D30" w:rsidRDefault="00E00D30" w:rsidP="00E00D30">
      <w:r>
        <w:t>800.0124</w:t>
      </w:r>
      <w:r>
        <w:tab/>
        <w:t>1.013e0</w:t>
      </w:r>
    </w:p>
    <w:p w:rsidR="00E00D30" w:rsidRDefault="00E00D30" w:rsidP="00E00D30">
      <w:r>
        <w:t>800.0649</w:t>
      </w:r>
      <w:r>
        <w:tab/>
        <w:t>1.013e0</w:t>
      </w:r>
    </w:p>
    <w:p w:rsidR="00E00D30" w:rsidRDefault="00E00D30" w:rsidP="00E00D30">
      <w:r>
        <w:t>800.0919</w:t>
      </w:r>
      <w:r>
        <w:tab/>
        <w:t>1.013e0</w:t>
      </w:r>
    </w:p>
    <w:p w:rsidR="00E00D30" w:rsidRDefault="00E00D30" w:rsidP="00E00D30">
      <w:r>
        <w:t>800.0933</w:t>
      </w:r>
      <w:r>
        <w:tab/>
        <w:t>1.013e0</w:t>
      </w:r>
    </w:p>
    <w:p w:rsidR="00E00D30" w:rsidRDefault="00E00D30" w:rsidP="00E00D30">
      <w:r>
        <w:t>800.1463</w:t>
      </w:r>
      <w:r>
        <w:tab/>
        <w:t>2.025e0</w:t>
      </w:r>
    </w:p>
    <w:p w:rsidR="00E00D30" w:rsidRDefault="00E00D30" w:rsidP="00E00D30">
      <w:r>
        <w:t>800.1531</w:t>
      </w:r>
      <w:r>
        <w:tab/>
        <w:t>2.025e0</w:t>
      </w:r>
    </w:p>
    <w:p w:rsidR="00E00D30" w:rsidRDefault="00E00D30" w:rsidP="00E00D30">
      <w:r>
        <w:t>800.1694</w:t>
      </w:r>
      <w:r>
        <w:tab/>
        <w:t>1.013e0</w:t>
      </w:r>
    </w:p>
    <w:p w:rsidR="00E00D30" w:rsidRDefault="00E00D30" w:rsidP="00E00D30">
      <w:r>
        <w:t>800.2374</w:t>
      </w:r>
      <w:r>
        <w:tab/>
        <w:t>1.013e0</w:t>
      </w:r>
    </w:p>
    <w:p w:rsidR="00E00D30" w:rsidRDefault="00E00D30" w:rsidP="00E00D30">
      <w:r>
        <w:t>800.2677</w:t>
      </w:r>
      <w:r>
        <w:tab/>
        <w:t>1.013e0</w:t>
      </w:r>
    </w:p>
    <w:p w:rsidR="00E00D30" w:rsidRDefault="00E00D30" w:rsidP="00E00D30">
      <w:r>
        <w:t>800.3892</w:t>
      </w:r>
      <w:r>
        <w:tab/>
        <w:t>2.025e0</w:t>
      </w:r>
    </w:p>
    <w:p w:rsidR="00E00D30" w:rsidRDefault="00E00D30" w:rsidP="00E00D30">
      <w:r>
        <w:t>800.3961</w:t>
      </w:r>
      <w:r>
        <w:tab/>
        <w:t>2.025e0</w:t>
      </w:r>
    </w:p>
    <w:p w:rsidR="00E00D30" w:rsidRDefault="00E00D30" w:rsidP="00E00D30">
      <w:r>
        <w:lastRenderedPageBreak/>
        <w:t>800.4429</w:t>
      </w:r>
      <w:r>
        <w:tab/>
        <w:t>3.038e0</w:t>
      </w:r>
    </w:p>
    <w:p w:rsidR="00E00D30" w:rsidRDefault="00E00D30" w:rsidP="00E00D30">
      <w:r>
        <w:t>800.4584</w:t>
      </w:r>
      <w:r>
        <w:tab/>
        <w:t>1.013e0</w:t>
      </w:r>
    </w:p>
    <w:p w:rsidR="00E00D30" w:rsidRDefault="00E00D30" w:rsidP="00E00D30">
      <w:r>
        <w:t>800.5162</w:t>
      </w:r>
      <w:r>
        <w:tab/>
        <w:t>2.025e0</w:t>
      </w:r>
    </w:p>
    <w:p w:rsidR="00E00D30" w:rsidRDefault="00E00D30" w:rsidP="00E00D30">
      <w:r>
        <w:t>800.5241</w:t>
      </w:r>
      <w:r>
        <w:tab/>
        <w:t>1.013e0</w:t>
      </w:r>
    </w:p>
    <w:p w:rsidR="00E00D30" w:rsidRDefault="00E00D30" w:rsidP="00E00D30">
      <w:r>
        <w:t>800.5767</w:t>
      </w:r>
      <w:r>
        <w:tab/>
        <w:t>2.025e0</w:t>
      </w:r>
    </w:p>
    <w:p w:rsidR="00E00D30" w:rsidRDefault="00E00D30" w:rsidP="00E00D30">
      <w:r>
        <w:t>800.5912</w:t>
      </w:r>
      <w:r>
        <w:tab/>
        <w:t>1.013e0</w:t>
      </w:r>
    </w:p>
    <w:p w:rsidR="00E00D30" w:rsidRDefault="00E00D30" w:rsidP="00E00D30">
      <w:r>
        <w:t>800.6153</w:t>
      </w:r>
      <w:r>
        <w:tab/>
        <w:t>2.025e0</w:t>
      </w:r>
    </w:p>
    <w:p w:rsidR="00E00D30" w:rsidRDefault="00E00D30" w:rsidP="00E00D30">
      <w:r>
        <w:t>800.6357</w:t>
      </w:r>
      <w:r>
        <w:tab/>
        <w:t>3.038e0</w:t>
      </w:r>
    </w:p>
    <w:p w:rsidR="00E00D30" w:rsidRDefault="00E00D30" w:rsidP="00E00D30">
      <w:r>
        <w:t>800.6677</w:t>
      </w:r>
      <w:r>
        <w:tab/>
        <w:t>2.025e0</w:t>
      </w:r>
    </w:p>
    <w:p w:rsidR="00E00D30" w:rsidRDefault="00E00D30" w:rsidP="00E00D30">
      <w:r>
        <w:t>800.6958</w:t>
      </w:r>
      <w:r>
        <w:tab/>
        <w:t>1.013e0</w:t>
      </w:r>
    </w:p>
    <w:p w:rsidR="00E00D30" w:rsidRDefault="00E00D30" w:rsidP="00E00D30">
      <w:r>
        <w:t>800.7469</w:t>
      </w:r>
      <w:r>
        <w:tab/>
        <w:t>1.013e0</w:t>
      </w:r>
    </w:p>
    <w:p w:rsidR="00E00D30" w:rsidRDefault="00E00D30" w:rsidP="00E00D30">
      <w:r>
        <w:t>800.8158</w:t>
      </w:r>
      <w:r>
        <w:tab/>
        <w:t>1.013e0</w:t>
      </w:r>
    </w:p>
    <w:p w:rsidR="00E00D30" w:rsidRDefault="00E00D30" w:rsidP="00E00D30">
      <w:r>
        <w:t>800.8651</w:t>
      </w:r>
      <w:r>
        <w:tab/>
        <w:t>1.013e0</w:t>
      </w:r>
    </w:p>
    <w:p w:rsidR="00E00D30" w:rsidRDefault="00E00D30" w:rsidP="00E00D30">
      <w:r>
        <w:t>800.9015</w:t>
      </w:r>
      <w:r>
        <w:tab/>
        <w:t>2.025e0</w:t>
      </w:r>
    </w:p>
    <w:p w:rsidR="00E00D30" w:rsidRDefault="00E00D30" w:rsidP="00E00D30">
      <w:r>
        <w:t>800.9331</w:t>
      </w:r>
      <w:r>
        <w:tab/>
        <w:t>1.013e0</w:t>
      </w:r>
    </w:p>
    <w:p w:rsidR="00E00D30" w:rsidRDefault="00E00D30" w:rsidP="00E00D30">
      <w:r>
        <w:t>800.9426</w:t>
      </w:r>
      <w:r>
        <w:tab/>
        <w:t>1.013e0</w:t>
      </w:r>
    </w:p>
    <w:p w:rsidR="00E00D30" w:rsidRDefault="00E00D30" w:rsidP="00E00D30">
      <w:r>
        <w:t>800.9467</w:t>
      </w:r>
      <w:r>
        <w:tab/>
        <w:t>3.859e0</w:t>
      </w:r>
    </w:p>
    <w:p w:rsidR="00E00D30" w:rsidRDefault="00E00D30" w:rsidP="00E00D30">
      <w:r>
        <w:t>800.9696</w:t>
      </w:r>
      <w:r>
        <w:tab/>
        <w:t>1.013e0</w:t>
      </w:r>
    </w:p>
    <w:p w:rsidR="00E00D30" w:rsidRDefault="00E00D30" w:rsidP="00E00D30">
      <w:r>
        <w:t>800.9976</w:t>
      </w:r>
      <w:r>
        <w:tab/>
        <w:t>1.013e0</w:t>
      </w:r>
    </w:p>
    <w:p w:rsidR="00E00D30" w:rsidRDefault="00E00D30" w:rsidP="00E00D30">
      <w:r>
        <w:lastRenderedPageBreak/>
        <w:t>801.0324</w:t>
      </w:r>
      <w:r>
        <w:tab/>
        <w:t>4.051e0</w:t>
      </w:r>
    </w:p>
    <w:p w:rsidR="00E00D30" w:rsidRDefault="00E00D30" w:rsidP="00E00D30">
      <w:r>
        <w:t>801.0507</w:t>
      </w:r>
      <w:r>
        <w:tab/>
        <w:t>1.013e0</w:t>
      </w:r>
    </w:p>
    <w:p w:rsidR="00E00D30" w:rsidRDefault="00E00D30" w:rsidP="00E00D30">
      <w:r>
        <w:t>801.1317</w:t>
      </w:r>
      <w:r>
        <w:tab/>
        <w:t>1.013e0</w:t>
      </w:r>
    </w:p>
    <w:p w:rsidR="00E00D30" w:rsidRDefault="00E00D30" w:rsidP="00E00D30">
      <w:r>
        <w:t>801.1867</w:t>
      </w:r>
      <w:r>
        <w:tab/>
        <w:t>2.025e0</w:t>
      </w:r>
    </w:p>
    <w:p w:rsidR="00E00D30" w:rsidRDefault="00E00D30" w:rsidP="00E00D30">
      <w:r>
        <w:t>801.2004</w:t>
      </w:r>
      <w:r>
        <w:tab/>
        <w:t>3.038e0</w:t>
      </w:r>
    </w:p>
    <w:p w:rsidR="00E00D30" w:rsidRDefault="00E00D30" w:rsidP="00E00D30">
      <w:r>
        <w:t>801.2355</w:t>
      </w:r>
      <w:r>
        <w:tab/>
        <w:t>3.038e0</w:t>
      </w:r>
    </w:p>
    <w:p w:rsidR="00E00D30" w:rsidRDefault="00E00D30" w:rsidP="00E00D30">
      <w:r>
        <w:t>801.2532</w:t>
      </w:r>
      <w:r>
        <w:tab/>
        <w:t>1.013e0</w:t>
      </w:r>
    </w:p>
    <w:p w:rsidR="00E00D30" w:rsidRDefault="00E00D30" w:rsidP="00E00D30">
      <w:r>
        <w:t>801.2568</w:t>
      </w:r>
      <w:r>
        <w:tab/>
        <w:t>1.013e0</w:t>
      </w:r>
    </w:p>
    <w:p w:rsidR="00E00D30" w:rsidRDefault="00E00D30" w:rsidP="00E00D30">
      <w:r>
        <w:t>801.2733</w:t>
      </w:r>
      <w:r>
        <w:tab/>
        <w:t>1.013e0</w:t>
      </w:r>
    </w:p>
    <w:p w:rsidR="00E00D30" w:rsidRDefault="00E00D30" w:rsidP="00E00D30">
      <w:r>
        <w:t>801.3068</w:t>
      </w:r>
      <w:r>
        <w:tab/>
        <w:t>1.013e0</w:t>
      </w:r>
    </w:p>
    <w:p w:rsidR="00E00D30" w:rsidRDefault="00E00D30" w:rsidP="00E00D30">
      <w:r>
        <w:t>801.3239</w:t>
      </w:r>
      <w:r>
        <w:tab/>
        <w:t>1.013e0</w:t>
      </w:r>
    </w:p>
    <w:p w:rsidR="00E00D30" w:rsidRDefault="00E00D30" w:rsidP="00E00D30">
      <w:r>
        <w:t>801.3613</w:t>
      </w:r>
      <w:r>
        <w:tab/>
        <w:t>1.013e0</w:t>
      </w:r>
    </w:p>
    <w:p w:rsidR="00E00D30" w:rsidRDefault="00E00D30" w:rsidP="00E00D30">
      <w:r>
        <w:t>801.3744</w:t>
      </w:r>
      <w:r>
        <w:tab/>
        <w:t>1.013e0</w:t>
      </w:r>
    </w:p>
    <w:p w:rsidR="00E00D30" w:rsidRDefault="00E00D30" w:rsidP="00E00D30">
      <w:r>
        <w:t>801.3879</w:t>
      </w:r>
      <w:r>
        <w:tab/>
        <w:t>1.013e0</w:t>
      </w:r>
    </w:p>
    <w:p w:rsidR="00E00D30" w:rsidRDefault="00E00D30" w:rsidP="00E00D30">
      <w:r>
        <w:t>801.3918</w:t>
      </w:r>
      <w:r>
        <w:tab/>
        <w:t>1.013e0</w:t>
      </w:r>
    </w:p>
    <w:p w:rsidR="00E00D30" w:rsidRDefault="00E00D30" w:rsidP="00E00D30">
      <w:r>
        <w:t>801.4164</w:t>
      </w:r>
      <w:r>
        <w:tab/>
        <w:t>1.013e0</w:t>
      </w:r>
    </w:p>
    <w:p w:rsidR="00E00D30" w:rsidRDefault="00E00D30" w:rsidP="00E00D30">
      <w:r>
        <w:t>801.4498</w:t>
      </w:r>
      <w:r>
        <w:tab/>
        <w:t>3.038e0</w:t>
      </w:r>
    </w:p>
    <w:p w:rsidR="00E00D30" w:rsidRDefault="00E00D30" w:rsidP="00E00D30">
      <w:r>
        <w:t>801.4965</w:t>
      </w:r>
      <w:r>
        <w:tab/>
        <w:t>1.013e0</w:t>
      </w:r>
    </w:p>
    <w:p w:rsidR="00E00D30" w:rsidRDefault="00E00D30" w:rsidP="00E00D30">
      <w:r>
        <w:t>801.5024</w:t>
      </w:r>
      <w:r>
        <w:tab/>
        <w:t>2.025e0</w:t>
      </w:r>
    </w:p>
    <w:p w:rsidR="00E00D30" w:rsidRDefault="00E00D30" w:rsidP="00E00D30">
      <w:r>
        <w:lastRenderedPageBreak/>
        <w:t>801.5489</w:t>
      </w:r>
      <w:r>
        <w:tab/>
        <w:t>2.025e0</w:t>
      </w:r>
    </w:p>
    <w:p w:rsidR="00E00D30" w:rsidRDefault="00E00D30" w:rsidP="00E00D30">
      <w:r>
        <w:t>801.5650</w:t>
      </w:r>
      <w:r>
        <w:tab/>
        <w:t>1.013e0</w:t>
      </w:r>
    </w:p>
    <w:p w:rsidR="00E00D30" w:rsidRDefault="00E00D30" w:rsidP="00E00D30">
      <w:r>
        <w:t>801.6113</w:t>
      </w:r>
      <w:r>
        <w:tab/>
        <w:t>2.025e0</w:t>
      </w:r>
    </w:p>
    <w:p w:rsidR="00E00D30" w:rsidRDefault="00E00D30" w:rsidP="00E00D30">
      <w:r>
        <w:t>801.6210</w:t>
      </w:r>
      <w:r>
        <w:tab/>
        <w:t>2.025e0</w:t>
      </w:r>
    </w:p>
    <w:p w:rsidR="00E00D30" w:rsidRDefault="00E00D30" w:rsidP="00E00D30">
      <w:r>
        <w:t>801.6307</w:t>
      </w:r>
      <w:r>
        <w:tab/>
        <w:t>1.013e0</w:t>
      </w:r>
    </w:p>
    <w:p w:rsidR="00E00D30" w:rsidRDefault="00E00D30" w:rsidP="00E00D30">
      <w:r>
        <w:t>801.6461</w:t>
      </w:r>
      <w:r>
        <w:tab/>
        <w:t>1.013e0</w:t>
      </w:r>
    </w:p>
    <w:p w:rsidR="00E00D30" w:rsidRDefault="00E00D30" w:rsidP="00E00D30">
      <w:r>
        <w:t>801.6557</w:t>
      </w:r>
      <w:r>
        <w:tab/>
        <w:t>3.038e0</w:t>
      </w:r>
    </w:p>
    <w:p w:rsidR="00E00D30" w:rsidRDefault="00E00D30" w:rsidP="00E00D30">
      <w:r>
        <w:t>801.6804</w:t>
      </w:r>
      <w:r>
        <w:tab/>
        <w:t>1.013e0</w:t>
      </w:r>
    </w:p>
    <w:p w:rsidR="00E00D30" w:rsidRDefault="00E00D30" w:rsidP="00E00D30">
      <w:r>
        <w:t>801.6989</w:t>
      </w:r>
      <w:r>
        <w:tab/>
        <w:t>2.025e0</w:t>
      </w:r>
    </w:p>
    <w:p w:rsidR="00E00D30" w:rsidRDefault="00E00D30" w:rsidP="00E00D30">
      <w:r>
        <w:t>801.7001</w:t>
      </w:r>
      <w:r>
        <w:tab/>
        <w:t>1.013e0</w:t>
      </w:r>
    </w:p>
    <w:p w:rsidR="00E00D30" w:rsidRDefault="00E00D30" w:rsidP="00E00D30">
      <w:r>
        <w:t>801.7272</w:t>
      </w:r>
      <w:r>
        <w:tab/>
        <w:t>3.038e0</w:t>
      </w:r>
    </w:p>
    <w:p w:rsidR="00E00D30" w:rsidRDefault="00E00D30" w:rsidP="00E00D30">
      <w:r>
        <w:t>801.7527</w:t>
      </w:r>
      <w:r>
        <w:tab/>
        <w:t>2.025e0</w:t>
      </w:r>
    </w:p>
    <w:p w:rsidR="00E00D30" w:rsidRDefault="00E00D30" w:rsidP="00E00D30">
      <w:r>
        <w:t>801.7765</w:t>
      </w:r>
      <w:r>
        <w:tab/>
        <w:t>3.038e0</w:t>
      </w:r>
    </w:p>
    <w:p w:rsidR="00E00D30" w:rsidRDefault="00E00D30" w:rsidP="00E00D30">
      <w:r>
        <w:t>801.8168</w:t>
      </w:r>
      <w:r>
        <w:tab/>
        <w:t>1.013e0</w:t>
      </w:r>
    </w:p>
    <w:p w:rsidR="00E00D30" w:rsidRDefault="00E00D30" w:rsidP="00E00D30">
      <w:r>
        <w:t>801.8208</w:t>
      </w:r>
      <w:r>
        <w:tab/>
        <w:t>1.013e0</w:t>
      </w:r>
    </w:p>
    <w:p w:rsidR="00E00D30" w:rsidRDefault="00E00D30" w:rsidP="00E00D30">
      <w:r>
        <w:t>801.8804</w:t>
      </w:r>
      <w:r>
        <w:tab/>
        <w:t>2.025e0</w:t>
      </w:r>
    </w:p>
    <w:p w:rsidR="00E00D30" w:rsidRDefault="00E00D30" w:rsidP="00E00D30">
      <w:r>
        <w:t>801.9017</w:t>
      </w:r>
      <w:r>
        <w:tab/>
        <w:t>2.025e0</w:t>
      </w:r>
    </w:p>
    <w:p w:rsidR="00E00D30" w:rsidRDefault="00E00D30" w:rsidP="00E00D30">
      <w:r>
        <w:t>801.9440</w:t>
      </w:r>
      <w:r>
        <w:tab/>
        <w:t>2.025e0</w:t>
      </w:r>
    </w:p>
    <w:p w:rsidR="00E00D30" w:rsidRDefault="00E00D30" w:rsidP="00E00D30">
      <w:r>
        <w:t>802.0095</w:t>
      </w:r>
      <w:r>
        <w:tab/>
        <w:t>3.038e0</w:t>
      </w:r>
    </w:p>
    <w:p w:rsidR="00E00D30" w:rsidRDefault="00E00D30" w:rsidP="00E00D30">
      <w:r>
        <w:lastRenderedPageBreak/>
        <w:t>802.0367</w:t>
      </w:r>
      <w:r>
        <w:tab/>
        <w:t>2.025e0</w:t>
      </w:r>
    </w:p>
    <w:p w:rsidR="00E00D30" w:rsidRDefault="00E00D30" w:rsidP="00E00D30">
      <w:r>
        <w:t>802.0776</w:t>
      </w:r>
      <w:r>
        <w:tab/>
        <w:t>1.013e0</w:t>
      </w:r>
    </w:p>
    <w:p w:rsidR="00E00D30" w:rsidRDefault="00E00D30" w:rsidP="00E00D30">
      <w:r>
        <w:t>802.1577</w:t>
      </w:r>
      <w:r>
        <w:tab/>
        <w:t>1.013e0</w:t>
      </w:r>
    </w:p>
    <w:p w:rsidR="00E00D30" w:rsidRDefault="00E00D30" w:rsidP="00E00D30">
      <w:r>
        <w:t>802.2129</w:t>
      </w:r>
      <w:r>
        <w:tab/>
        <w:t>2.025e0</w:t>
      </w:r>
    </w:p>
    <w:p w:rsidR="00E00D30" w:rsidRDefault="00E00D30" w:rsidP="00E00D30">
      <w:r>
        <w:t>802.2260</w:t>
      </w:r>
      <w:r>
        <w:tab/>
        <w:t>1.013e0</w:t>
      </w:r>
    </w:p>
    <w:p w:rsidR="00E00D30" w:rsidRDefault="00E00D30" w:rsidP="00E00D30">
      <w:r>
        <w:t>802.3093</w:t>
      </w:r>
      <w:r>
        <w:tab/>
        <w:t>2.025e0</w:t>
      </w:r>
    </w:p>
    <w:p w:rsidR="00E00D30" w:rsidRDefault="00E00D30" w:rsidP="00E00D30">
      <w:r>
        <w:t>802.3206</w:t>
      </w:r>
      <w:r>
        <w:tab/>
        <w:t>1.013e0</w:t>
      </w:r>
    </w:p>
    <w:p w:rsidR="00E00D30" w:rsidRDefault="00E00D30" w:rsidP="00E00D30">
      <w:r>
        <w:t>802.4287</w:t>
      </w:r>
      <w:r>
        <w:tab/>
        <w:t>1.013e0</w:t>
      </w:r>
    </w:p>
    <w:p w:rsidR="00E00D30" w:rsidRDefault="00E00D30" w:rsidP="00E00D30">
      <w:r>
        <w:t>802.4657</w:t>
      </w:r>
      <w:r>
        <w:tab/>
        <w:t>2.025e0</w:t>
      </w:r>
    </w:p>
    <w:p w:rsidR="00E00D30" w:rsidRDefault="00E00D30" w:rsidP="00E00D30">
      <w:r>
        <w:t>802.4695</w:t>
      </w:r>
      <w:r>
        <w:tab/>
        <w:t>5.063e0</w:t>
      </w:r>
    </w:p>
    <w:p w:rsidR="00E00D30" w:rsidRDefault="00E00D30" w:rsidP="00E00D30">
      <w:r>
        <w:t>802.5776</w:t>
      </w:r>
      <w:r>
        <w:tab/>
        <w:t>2.025e0</w:t>
      </w:r>
    </w:p>
    <w:p w:rsidR="00E00D30" w:rsidRDefault="00E00D30" w:rsidP="00E00D30">
      <w:r>
        <w:t>802.5809</w:t>
      </w:r>
      <w:r>
        <w:tab/>
        <w:t>1.013e0</w:t>
      </w:r>
    </w:p>
    <w:p w:rsidR="00E00D30" w:rsidRDefault="00E00D30" w:rsidP="00E00D30">
      <w:r>
        <w:t>802.6083</w:t>
      </w:r>
      <w:r>
        <w:tab/>
        <w:t>2.025e0</w:t>
      </w:r>
    </w:p>
    <w:p w:rsidR="00E00D30" w:rsidRDefault="00E00D30" w:rsidP="00E00D30">
      <w:r>
        <w:t>802.6107</w:t>
      </w:r>
      <w:r>
        <w:tab/>
        <w:t>2.025e0</w:t>
      </w:r>
    </w:p>
    <w:p w:rsidR="00E00D30" w:rsidRDefault="00E00D30" w:rsidP="00E00D30">
      <w:r>
        <w:t>802.6322</w:t>
      </w:r>
      <w:r>
        <w:tab/>
        <w:t>1.013e0</w:t>
      </w:r>
    </w:p>
    <w:p w:rsidR="00E00D30" w:rsidRDefault="00E00D30" w:rsidP="00E00D30">
      <w:r>
        <w:t>802.6827</w:t>
      </w:r>
      <w:r>
        <w:tab/>
        <w:t>1.013e0</w:t>
      </w:r>
    </w:p>
    <w:p w:rsidR="00E00D30" w:rsidRDefault="00E00D30" w:rsidP="00E00D30">
      <w:r>
        <w:t>802.6999</w:t>
      </w:r>
      <w:r>
        <w:tab/>
        <w:t>1.013e0</w:t>
      </w:r>
    </w:p>
    <w:p w:rsidR="00E00D30" w:rsidRDefault="00E00D30" w:rsidP="00E00D30">
      <w:r>
        <w:t>802.7161</w:t>
      </w:r>
      <w:r>
        <w:tab/>
        <w:t>3.038e0</w:t>
      </w:r>
    </w:p>
    <w:p w:rsidR="00E00D30" w:rsidRDefault="00E00D30" w:rsidP="00E00D30">
      <w:r>
        <w:t>802.7293</w:t>
      </w:r>
      <w:r>
        <w:tab/>
        <w:t>4.051e0</w:t>
      </w:r>
    </w:p>
    <w:p w:rsidR="00E00D30" w:rsidRDefault="00E00D30" w:rsidP="00E00D30">
      <w:r>
        <w:lastRenderedPageBreak/>
        <w:t>802.7680</w:t>
      </w:r>
      <w:r>
        <w:tab/>
        <w:t>2.025e0</w:t>
      </w:r>
    </w:p>
    <w:p w:rsidR="00E00D30" w:rsidRDefault="00E00D30" w:rsidP="00E00D30">
      <w:r>
        <w:t>802.7834</w:t>
      </w:r>
      <w:r>
        <w:tab/>
        <w:t>1.013e0</w:t>
      </w:r>
    </w:p>
    <w:p w:rsidR="00E00D30" w:rsidRDefault="00E00D30" w:rsidP="00E00D30">
      <w:r>
        <w:t>802.7946</w:t>
      </w:r>
      <w:r>
        <w:tab/>
        <w:t>1.013e0</w:t>
      </w:r>
    </w:p>
    <w:p w:rsidR="00E00D30" w:rsidRDefault="00E00D30" w:rsidP="00E00D30">
      <w:r>
        <w:t>802.8212</w:t>
      </w:r>
      <w:r>
        <w:tab/>
        <w:t>1.013e0</w:t>
      </w:r>
    </w:p>
    <w:p w:rsidR="00E00D30" w:rsidRDefault="00E00D30" w:rsidP="00E00D30">
      <w:r>
        <w:t>802.8519</w:t>
      </w:r>
      <w:r>
        <w:tab/>
        <w:t>1.013e0</w:t>
      </w:r>
    </w:p>
    <w:p w:rsidR="00E00D30" w:rsidRDefault="00E00D30" w:rsidP="00E00D30">
      <w:r>
        <w:t>802.9029</w:t>
      </w:r>
      <w:r>
        <w:tab/>
        <w:t>1.013e0</w:t>
      </w:r>
    </w:p>
    <w:p w:rsidR="00E00D30" w:rsidRDefault="00E00D30" w:rsidP="00E00D30">
      <w:r>
        <w:t>802.9836</w:t>
      </w:r>
      <w:r>
        <w:tab/>
        <w:t>1.013e0</w:t>
      </w:r>
    </w:p>
    <w:p w:rsidR="00E00D30" w:rsidRDefault="00E00D30" w:rsidP="00E00D30">
      <w:r>
        <w:t>803.0553</w:t>
      </w:r>
      <w:r>
        <w:tab/>
        <w:t>1.013e0</w:t>
      </w:r>
    </w:p>
    <w:p w:rsidR="00E00D30" w:rsidRDefault="00E00D30" w:rsidP="00E00D30">
      <w:r>
        <w:t>803.0615</w:t>
      </w:r>
      <w:r>
        <w:tab/>
        <w:t>2.025e0</w:t>
      </w:r>
    </w:p>
    <w:p w:rsidR="00E00D30" w:rsidRDefault="00E00D30" w:rsidP="00E00D30">
      <w:r>
        <w:t>803.0985</w:t>
      </w:r>
      <w:r>
        <w:tab/>
        <w:t>4.051e0</w:t>
      </w:r>
    </w:p>
    <w:p w:rsidR="00E00D30" w:rsidRDefault="00E00D30" w:rsidP="00E00D30">
      <w:r>
        <w:t>803.1732</w:t>
      </w:r>
      <w:r>
        <w:tab/>
        <w:t>2.025e0</w:t>
      </w:r>
    </w:p>
    <w:p w:rsidR="00E00D30" w:rsidRDefault="00E00D30" w:rsidP="00E00D30">
      <w:r>
        <w:t>803.1747</w:t>
      </w:r>
      <w:r>
        <w:tab/>
        <w:t>1.013e0</w:t>
      </w:r>
    </w:p>
    <w:p w:rsidR="00E00D30" w:rsidRDefault="00E00D30" w:rsidP="00E00D30">
      <w:r>
        <w:t>803.1805</w:t>
      </w:r>
      <w:r>
        <w:tab/>
        <w:t>2.025e0</w:t>
      </w:r>
    </w:p>
    <w:p w:rsidR="00E00D30" w:rsidRDefault="00E00D30" w:rsidP="00E00D30">
      <w:r>
        <w:t>803.1999</w:t>
      </w:r>
      <w:r>
        <w:tab/>
        <w:t>3.038e0</w:t>
      </w:r>
    </w:p>
    <w:p w:rsidR="00E00D30" w:rsidRDefault="00E00D30" w:rsidP="00E00D30">
      <w:r>
        <w:t>803.2411</w:t>
      </w:r>
      <w:r>
        <w:tab/>
        <w:t>3.038e0</w:t>
      </w:r>
    </w:p>
    <w:p w:rsidR="00E00D30" w:rsidRDefault="00E00D30" w:rsidP="00E00D30">
      <w:r>
        <w:t>803.2548</w:t>
      </w:r>
      <w:r>
        <w:tab/>
        <w:t>1.013e0</w:t>
      </w:r>
    </w:p>
    <w:p w:rsidR="00E00D30" w:rsidRDefault="00E00D30" w:rsidP="00E00D30">
      <w:r>
        <w:t>803.2559</w:t>
      </w:r>
      <w:r>
        <w:tab/>
        <w:t>1.013e0</w:t>
      </w:r>
    </w:p>
    <w:p w:rsidR="00E00D30" w:rsidRDefault="00E00D30" w:rsidP="00E00D30">
      <w:r>
        <w:t>803.2944</w:t>
      </w:r>
      <w:r>
        <w:tab/>
        <w:t>1.013e0</w:t>
      </w:r>
    </w:p>
    <w:p w:rsidR="00E00D30" w:rsidRDefault="00E00D30" w:rsidP="00E00D30">
      <w:r>
        <w:t>803.3506</w:t>
      </w:r>
      <w:r>
        <w:tab/>
        <w:t>1.013e0</w:t>
      </w:r>
    </w:p>
    <w:p w:rsidR="00E00D30" w:rsidRDefault="00E00D30" w:rsidP="00E00D30">
      <w:r>
        <w:lastRenderedPageBreak/>
        <w:t>803.3632</w:t>
      </w:r>
      <w:r>
        <w:tab/>
        <w:t>1.013e0</w:t>
      </w:r>
    </w:p>
    <w:p w:rsidR="00E00D30" w:rsidRDefault="00E00D30" w:rsidP="00E00D30">
      <w:r>
        <w:t>803.3961</w:t>
      </w:r>
      <w:r>
        <w:tab/>
        <w:t>3.038e0</w:t>
      </w:r>
    </w:p>
    <w:p w:rsidR="00E00D30" w:rsidRDefault="00E00D30" w:rsidP="00E00D30">
      <w:r>
        <w:t>803.4045</w:t>
      </w:r>
      <w:r>
        <w:tab/>
        <w:t>5.063e0</w:t>
      </w:r>
    </w:p>
    <w:p w:rsidR="00E00D30" w:rsidRDefault="00E00D30" w:rsidP="00E00D30">
      <w:r>
        <w:t>803.4124</w:t>
      </w:r>
      <w:r>
        <w:tab/>
        <w:t>2.025e0</w:t>
      </w:r>
    </w:p>
    <w:p w:rsidR="00E00D30" w:rsidRDefault="00E00D30" w:rsidP="00E00D30">
      <w:r>
        <w:t>803.4241</w:t>
      </w:r>
      <w:r>
        <w:tab/>
        <w:t>2.025e0</w:t>
      </w:r>
    </w:p>
    <w:p w:rsidR="00E00D30" w:rsidRDefault="00E00D30" w:rsidP="00E00D30">
      <w:r>
        <w:t>803.4850</w:t>
      </w:r>
      <w:r>
        <w:tab/>
        <w:t>1.013e0</w:t>
      </w:r>
    </w:p>
    <w:p w:rsidR="00E00D30" w:rsidRDefault="00E00D30" w:rsidP="00E00D30">
      <w:r>
        <w:t>803.5117</w:t>
      </w:r>
      <w:r>
        <w:tab/>
        <w:t>1.013e0</w:t>
      </w:r>
    </w:p>
    <w:p w:rsidR="00E00D30" w:rsidRDefault="00E00D30" w:rsidP="00E00D30">
      <w:r>
        <w:t>803.5267</w:t>
      </w:r>
      <w:r>
        <w:tab/>
        <w:t>1.013e0</w:t>
      </w:r>
    </w:p>
    <w:p w:rsidR="00E00D30" w:rsidRDefault="00E00D30" w:rsidP="00E00D30">
      <w:r>
        <w:t>803.5632</w:t>
      </w:r>
      <w:r>
        <w:tab/>
        <w:t>5.426e0</w:t>
      </w:r>
    </w:p>
    <w:p w:rsidR="00E00D30" w:rsidRDefault="00E00D30" w:rsidP="00E00D30">
      <w:r>
        <w:t>803.5729</w:t>
      </w:r>
      <w:r>
        <w:tab/>
        <w:t>2.025e0</w:t>
      </w:r>
    </w:p>
    <w:p w:rsidR="00E00D30" w:rsidRDefault="00E00D30" w:rsidP="00E00D30">
      <w:r>
        <w:t>803.5865</w:t>
      </w:r>
      <w:r>
        <w:tab/>
        <w:t>1.114e1</w:t>
      </w:r>
    </w:p>
    <w:p w:rsidR="00E00D30" w:rsidRDefault="00E00D30" w:rsidP="00E00D30">
      <w:r>
        <w:t>803.5881</w:t>
      </w:r>
      <w:r>
        <w:tab/>
        <w:t>4.051e0</w:t>
      </w:r>
    </w:p>
    <w:p w:rsidR="00E00D30" w:rsidRDefault="00E00D30" w:rsidP="00E00D30">
      <w:r>
        <w:t>803.6199</w:t>
      </w:r>
      <w:r>
        <w:tab/>
        <w:t>8.101e0</w:t>
      </w:r>
    </w:p>
    <w:p w:rsidR="00E00D30" w:rsidRDefault="00E00D30" w:rsidP="00E00D30">
      <w:r>
        <w:t>803.6274</w:t>
      </w:r>
      <w:r>
        <w:tab/>
        <w:t>2.470e0</w:t>
      </w:r>
    </w:p>
    <w:p w:rsidR="00E00D30" w:rsidRDefault="00E00D30" w:rsidP="00E00D30">
      <w:r>
        <w:t>803.6415</w:t>
      </w:r>
      <w:r>
        <w:tab/>
        <w:t>3.038e0</w:t>
      </w:r>
    </w:p>
    <w:p w:rsidR="00E00D30" w:rsidRDefault="00E00D30" w:rsidP="00E00D30">
      <w:r>
        <w:t>803.6621</w:t>
      </w:r>
      <w:r>
        <w:tab/>
        <w:t>1.013e0</w:t>
      </w:r>
    </w:p>
    <w:p w:rsidR="00E00D30" w:rsidRDefault="00E00D30" w:rsidP="00E00D30">
      <w:r>
        <w:t>803.6747</w:t>
      </w:r>
      <w:r>
        <w:tab/>
        <w:t>1.013e0</w:t>
      </w:r>
    </w:p>
    <w:p w:rsidR="00E00D30" w:rsidRDefault="00E00D30" w:rsidP="00E00D30">
      <w:r>
        <w:t>803.7723</w:t>
      </w:r>
      <w:r>
        <w:tab/>
        <w:t>4.051e0</w:t>
      </w:r>
    </w:p>
    <w:p w:rsidR="00E00D30" w:rsidRDefault="00E00D30" w:rsidP="00E00D30">
      <w:r>
        <w:t>803.7835</w:t>
      </w:r>
      <w:r>
        <w:tab/>
        <w:t>3.038e0</w:t>
      </w:r>
    </w:p>
    <w:p w:rsidR="00E00D30" w:rsidRDefault="00E00D30" w:rsidP="00E00D30">
      <w:r>
        <w:lastRenderedPageBreak/>
        <w:t>803.7938</w:t>
      </w:r>
      <w:r>
        <w:tab/>
        <w:t>2.025e0</w:t>
      </w:r>
    </w:p>
    <w:p w:rsidR="00E00D30" w:rsidRDefault="00E00D30" w:rsidP="00E00D30">
      <w:r>
        <w:t>803.8070</w:t>
      </w:r>
      <w:r>
        <w:tab/>
        <w:t>2.025e0</w:t>
      </w:r>
    </w:p>
    <w:p w:rsidR="00E00D30" w:rsidRDefault="00E00D30" w:rsidP="00E00D30">
      <w:r>
        <w:t>803.8098</w:t>
      </w:r>
      <w:r>
        <w:tab/>
        <w:t>1.013e0</w:t>
      </w:r>
    </w:p>
    <w:p w:rsidR="00E00D30" w:rsidRDefault="00E00D30" w:rsidP="00E00D30">
      <w:r>
        <w:t>803.8298</w:t>
      </w:r>
      <w:r>
        <w:tab/>
        <w:t>2.025e0</w:t>
      </w:r>
    </w:p>
    <w:p w:rsidR="00E00D30" w:rsidRDefault="00E00D30" w:rsidP="00E00D30">
      <w:r>
        <w:t>803.8704</w:t>
      </w:r>
      <w:r>
        <w:tab/>
        <w:t>1.013e0</w:t>
      </w:r>
    </w:p>
    <w:p w:rsidR="00E00D30" w:rsidRDefault="00E00D30" w:rsidP="00E00D30">
      <w:r>
        <w:t>803.9057</w:t>
      </w:r>
      <w:r>
        <w:tab/>
        <w:t>3.038e0</w:t>
      </w:r>
    </w:p>
    <w:p w:rsidR="00E00D30" w:rsidRDefault="00E00D30" w:rsidP="00E00D30">
      <w:r>
        <w:t>803.9270</w:t>
      </w:r>
      <w:r>
        <w:tab/>
        <w:t>2.025e0</w:t>
      </w:r>
    </w:p>
    <w:p w:rsidR="00E00D30" w:rsidRDefault="00E00D30" w:rsidP="00E00D30">
      <w:r>
        <w:t>803.9558</w:t>
      </w:r>
      <w:r>
        <w:tab/>
        <w:t>2.025e0</w:t>
      </w:r>
    </w:p>
    <w:p w:rsidR="00E00D30" w:rsidRDefault="00E00D30" w:rsidP="00E00D30">
      <w:r>
        <w:t>803.9859</w:t>
      </w:r>
      <w:r>
        <w:tab/>
        <w:t>1.013e0</w:t>
      </w:r>
    </w:p>
    <w:p w:rsidR="00E00D30" w:rsidRDefault="00E00D30" w:rsidP="00E00D30">
      <w:r>
        <w:t>804.0066</w:t>
      </w:r>
      <w:r>
        <w:tab/>
        <w:t>1.013e0</w:t>
      </w:r>
    </w:p>
    <w:p w:rsidR="00E00D30" w:rsidRDefault="00E00D30" w:rsidP="00E00D30">
      <w:r>
        <w:t>804.0822</w:t>
      </w:r>
      <w:r>
        <w:tab/>
        <w:t>1.013e0</w:t>
      </w:r>
    </w:p>
    <w:p w:rsidR="00E00D30" w:rsidRDefault="00E00D30" w:rsidP="00E00D30">
      <w:r>
        <w:t>804.1089</w:t>
      </w:r>
      <w:r>
        <w:tab/>
        <w:t>2.025e0</w:t>
      </w:r>
    </w:p>
    <w:p w:rsidR="00E00D30" w:rsidRDefault="00E00D30" w:rsidP="00E00D30">
      <w:r>
        <w:t>804.1246</w:t>
      </w:r>
      <w:r>
        <w:tab/>
        <w:t>1.013e0</w:t>
      </w:r>
    </w:p>
    <w:p w:rsidR="00E00D30" w:rsidRDefault="00E00D30" w:rsidP="00E00D30">
      <w:r>
        <w:t>804.1384</w:t>
      </w:r>
      <w:r>
        <w:tab/>
        <w:t>2.025e0</w:t>
      </w:r>
    </w:p>
    <w:p w:rsidR="00E00D30" w:rsidRDefault="00E00D30" w:rsidP="00E00D30">
      <w:r>
        <w:t>804.1635</w:t>
      </w:r>
      <w:r>
        <w:tab/>
        <w:t>1.013e0</w:t>
      </w:r>
    </w:p>
    <w:p w:rsidR="00E00D30" w:rsidRDefault="00E00D30" w:rsidP="00E00D30">
      <w:r>
        <w:t>804.1757</w:t>
      </w:r>
      <w:r>
        <w:tab/>
        <w:t>1.013e0</w:t>
      </w:r>
    </w:p>
    <w:p w:rsidR="00E00D30" w:rsidRDefault="00E00D30" w:rsidP="00E00D30">
      <w:r>
        <w:t>804.2406</w:t>
      </w:r>
      <w:r>
        <w:tab/>
        <w:t>3.038e0</w:t>
      </w:r>
    </w:p>
    <w:p w:rsidR="00E00D30" w:rsidRDefault="00E00D30" w:rsidP="00E00D30">
      <w:r>
        <w:t>804.2438</w:t>
      </w:r>
      <w:r>
        <w:tab/>
        <w:t>1.013e0</w:t>
      </w:r>
    </w:p>
    <w:p w:rsidR="00E00D30" w:rsidRDefault="00E00D30" w:rsidP="00E00D30">
      <w:r>
        <w:t>804.2782</w:t>
      </w:r>
      <w:r>
        <w:tab/>
        <w:t>1.013e0</w:t>
      </w:r>
    </w:p>
    <w:p w:rsidR="00E00D30" w:rsidRDefault="00E00D30" w:rsidP="00E00D30">
      <w:r>
        <w:lastRenderedPageBreak/>
        <w:t>804.3112</w:t>
      </w:r>
      <w:r>
        <w:tab/>
        <w:t>1.013e0</w:t>
      </w:r>
    </w:p>
    <w:p w:rsidR="00E00D30" w:rsidRDefault="00E00D30" w:rsidP="00E00D30">
      <w:r>
        <w:t>804.3385</w:t>
      </w:r>
      <w:r>
        <w:tab/>
        <w:t>2.025e0</w:t>
      </w:r>
    </w:p>
    <w:p w:rsidR="00E00D30" w:rsidRDefault="00E00D30" w:rsidP="00E00D30">
      <w:r>
        <w:t>804.3470</w:t>
      </w:r>
      <w:r>
        <w:tab/>
        <w:t>1.013e0</w:t>
      </w:r>
    </w:p>
    <w:p w:rsidR="00E00D30" w:rsidRDefault="00E00D30" w:rsidP="00E00D30">
      <w:r>
        <w:t>804.3792</w:t>
      </w:r>
      <w:r>
        <w:tab/>
        <w:t>2.025e0</w:t>
      </w:r>
    </w:p>
    <w:p w:rsidR="00E00D30" w:rsidRDefault="00E00D30" w:rsidP="00E00D30">
      <w:r>
        <w:t>804.4150</w:t>
      </w:r>
      <w:r>
        <w:tab/>
        <w:t>1.013e0</w:t>
      </w:r>
    </w:p>
    <w:p w:rsidR="00E00D30" w:rsidRDefault="00E00D30" w:rsidP="00E00D30">
      <w:r>
        <w:t>804.4165</w:t>
      </w:r>
      <w:r>
        <w:tab/>
        <w:t>6.076e0</w:t>
      </w:r>
    </w:p>
    <w:p w:rsidR="00E00D30" w:rsidRDefault="00E00D30" w:rsidP="00E00D30">
      <w:r>
        <w:t>804.4814</w:t>
      </w:r>
      <w:r>
        <w:tab/>
        <w:t>1.013e0</w:t>
      </w:r>
    </w:p>
    <w:p w:rsidR="00E00D30" w:rsidRDefault="00E00D30" w:rsidP="00E00D30">
      <w:r>
        <w:t>804.4828</w:t>
      </w:r>
      <w:r>
        <w:tab/>
        <w:t>1.013e0</w:t>
      </w:r>
    </w:p>
    <w:p w:rsidR="00E00D30" w:rsidRDefault="00E00D30" w:rsidP="00E00D30">
      <w:r>
        <w:t>804.5004</w:t>
      </w:r>
      <w:r>
        <w:tab/>
        <w:t>1.013e0</w:t>
      </w:r>
    </w:p>
    <w:p w:rsidR="00E00D30" w:rsidRDefault="00E00D30" w:rsidP="00E00D30">
      <w:r>
        <w:t>804.5220</w:t>
      </w:r>
      <w:r>
        <w:tab/>
        <w:t>2.025e0</w:t>
      </w:r>
    </w:p>
    <w:p w:rsidR="00E00D30" w:rsidRDefault="00E00D30" w:rsidP="00E00D30">
      <w:r>
        <w:t>804.5557</w:t>
      </w:r>
      <w:r>
        <w:tab/>
        <w:t>1.013e0</w:t>
      </w:r>
    </w:p>
    <w:p w:rsidR="00E00D30" w:rsidRDefault="00E00D30" w:rsidP="00E00D30">
      <w:r>
        <w:t>804.5682</w:t>
      </w:r>
      <w:r>
        <w:tab/>
        <w:t>6.076e0</w:t>
      </w:r>
    </w:p>
    <w:p w:rsidR="00E00D30" w:rsidRDefault="00E00D30" w:rsidP="00E00D30">
      <w:r>
        <w:t>804.5739</w:t>
      </w:r>
      <w:r>
        <w:tab/>
        <w:t>3.038e0</w:t>
      </w:r>
    </w:p>
    <w:p w:rsidR="00E00D30" w:rsidRDefault="00E00D30" w:rsidP="00E00D30">
      <w:r>
        <w:t>804.5806</w:t>
      </w:r>
      <w:r>
        <w:tab/>
        <w:t>5.063e0</w:t>
      </w:r>
    </w:p>
    <w:p w:rsidR="00E00D30" w:rsidRDefault="00E00D30" w:rsidP="00E00D30">
      <w:r>
        <w:t>804.5913</w:t>
      </w:r>
      <w:r>
        <w:tab/>
        <w:t>7.089e0</w:t>
      </w:r>
    </w:p>
    <w:p w:rsidR="00E00D30" w:rsidRDefault="00E00D30" w:rsidP="00E00D30">
      <w:r>
        <w:t>804.5941</w:t>
      </w:r>
      <w:r>
        <w:tab/>
        <w:t>5.063e0</w:t>
      </w:r>
    </w:p>
    <w:p w:rsidR="00E00D30" w:rsidRDefault="00E00D30" w:rsidP="00E00D30">
      <w:r>
        <w:t>804.5959</w:t>
      </w:r>
      <w:r>
        <w:tab/>
        <w:t>1.013e0</w:t>
      </w:r>
    </w:p>
    <w:p w:rsidR="00E00D30" w:rsidRDefault="00E00D30" w:rsidP="00E00D30">
      <w:r>
        <w:t>804.6353</w:t>
      </w:r>
      <w:r>
        <w:tab/>
        <w:t>1.013e0</w:t>
      </w:r>
    </w:p>
    <w:p w:rsidR="00E00D30" w:rsidRDefault="00E00D30" w:rsidP="00E00D30">
      <w:r>
        <w:t>804.6734</w:t>
      </w:r>
      <w:r>
        <w:tab/>
        <w:t>3.038e0</w:t>
      </w:r>
    </w:p>
    <w:p w:rsidR="00E00D30" w:rsidRDefault="00E00D30" w:rsidP="00E00D30">
      <w:r>
        <w:lastRenderedPageBreak/>
        <w:t>804.7104</w:t>
      </w:r>
      <w:r>
        <w:tab/>
        <w:t>2.025e0</w:t>
      </w:r>
    </w:p>
    <w:p w:rsidR="00E00D30" w:rsidRDefault="00E00D30" w:rsidP="00E00D30">
      <w:r>
        <w:t>804.7330</w:t>
      </w:r>
      <w:r>
        <w:tab/>
        <w:t>1.013e0</w:t>
      </w:r>
    </w:p>
    <w:p w:rsidR="00E00D30" w:rsidRDefault="00E00D30" w:rsidP="00E00D30">
      <w:r>
        <w:t>804.8130</w:t>
      </w:r>
      <w:r>
        <w:tab/>
        <w:t>3.038e0</w:t>
      </w:r>
    </w:p>
    <w:p w:rsidR="00E00D30" w:rsidRDefault="00E00D30" w:rsidP="00E00D30">
      <w:r>
        <w:t>804.8268</w:t>
      </w:r>
      <w:r>
        <w:tab/>
        <w:t>2.025e0</w:t>
      </w:r>
    </w:p>
    <w:p w:rsidR="00E00D30" w:rsidRDefault="00E00D30" w:rsidP="00E00D30">
      <w:r>
        <w:t>804.9012</w:t>
      </w:r>
      <w:r>
        <w:tab/>
        <w:t>2.025e0</w:t>
      </w:r>
    </w:p>
    <w:p w:rsidR="00E00D30" w:rsidRDefault="00E00D30" w:rsidP="00E00D30">
      <w:r>
        <w:t>804.9217</w:t>
      </w:r>
      <w:r>
        <w:tab/>
        <w:t>1.013e0</w:t>
      </w:r>
    </w:p>
    <w:p w:rsidR="00E00D30" w:rsidRDefault="00E00D30" w:rsidP="00E00D30">
      <w:r>
        <w:t>804.9410</w:t>
      </w:r>
      <w:r>
        <w:tab/>
        <w:t>1.013e0</w:t>
      </w:r>
    </w:p>
    <w:p w:rsidR="00E00D30" w:rsidRDefault="00E00D30" w:rsidP="00E00D30">
      <w:r>
        <w:t>804.9761</w:t>
      </w:r>
      <w:r>
        <w:tab/>
        <w:t>3.038e0</w:t>
      </w:r>
    </w:p>
    <w:p w:rsidR="00E00D30" w:rsidRDefault="00E00D30" w:rsidP="00E00D30">
      <w:r>
        <w:t>804.9896</w:t>
      </w:r>
      <w:r>
        <w:tab/>
        <w:t>3.038e0</w:t>
      </w:r>
    </w:p>
    <w:p w:rsidR="00E00D30" w:rsidRDefault="00E00D30" w:rsidP="00E00D30">
      <w:r>
        <w:t>805.0043</w:t>
      </w:r>
      <w:r>
        <w:tab/>
        <w:t>1.013e0</w:t>
      </w:r>
    </w:p>
    <w:p w:rsidR="00E00D30" w:rsidRDefault="00E00D30" w:rsidP="00E00D30">
      <w:r>
        <w:t>805.0305</w:t>
      </w:r>
      <w:r>
        <w:tab/>
        <w:t>2.025e0</w:t>
      </w:r>
    </w:p>
    <w:p w:rsidR="00E00D30" w:rsidRDefault="00E00D30" w:rsidP="00E00D30">
      <w:r>
        <w:t>805.0572</w:t>
      </w:r>
      <w:r>
        <w:tab/>
        <w:t>1.013e0</w:t>
      </w:r>
    </w:p>
    <w:p w:rsidR="00E00D30" w:rsidRDefault="00E00D30" w:rsidP="00E00D30">
      <w:r>
        <w:t>805.0754</w:t>
      </w:r>
      <w:r>
        <w:tab/>
        <w:t>1.013e0</w:t>
      </w:r>
    </w:p>
    <w:p w:rsidR="00E00D30" w:rsidRDefault="00E00D30" w:rsidP="00E00D30">
      <w:r>
        <w:t>805.1129</w:t>
      </w:r>
      <w:r>
        <w:tab/>
        <w:t>1.013e0</w:t>
      </w:r>
    </w:p>
    <w:p w:rsidR="00E00D30" w:rsidRDefault="00E00D30" w:rsidP="00E00D30">
      <w:r>
        <w:t>805.2117</w:t>
      </w:r>
      <w:r>
        <w:tab/>
        <w:t>1.013e0</w:t>
      </w:r>
    </w:p>
    <w:p w:rsidR="00E00D30" w:rsidRDefault="00E00D30" w:rsidP="00E00D30">
      <w:r>
        <w:t>805.2288</w:t>
      </w:r>
      <w:r>
        <w:tab/>
        <w:t>1.013e0</w:t>
      </w:r>
    </w:p>
    <w:p w:rsidR="00E00D30" w:rsidRDefault="00E00D30" w:rsidP="00E00D30">
      <w:r>
        <w:t>805.2475</w:t>
      </w:r>
      <w:r>
        <w:tab/>
        <w:t>1.013e0</w:t>
      </w:r>
    </w:p>
    <w:p w:rsidR="00E00D30" w:rsidRDefault="00E00D30" w:rsidP="00E00D30">
      <w:r>
        <w:t>805.3297</w:t>
      </w:r>
      <w:r>
        <w:tab/>
        <w:t>3.038e0</w:t>
      </w:r>
    </w:p>
    <w:p w:rsidR="00E00D30" w:rsidRDefault="00E00D30" w:rsidP="00E00D30">
      <w:r>
        <w:t>805.3843</w:t>
      </w:r>
      <w:r>
        <w:tab/>
        <w:t>1.013e0</w:t>
      </w:r>
    </w:p>
    <w:p w:rsidR="00E00D30" w:rsidRDefault="00E00D30" w:rsidP="00E00D30">
      <w:r>
        <w:lastRenderedPageBreak/>
        <w:t>805.4070</w:t>
      </w:r>
      <w:r>
        <w:tab/>
        <w:t>2.025e0</w:t>
      </w:r>
    </w:p>
    <w:p w:rsidR="00E00D30" w:rsidRDefault="00E00D30" w:rsidP="00E00D30">
      <w:r>
        <w:t>805.4263</w:t>
      </w:r>
      <w:r>
        <w:tab/>
        <w:t>3.038e0</w:t>
      </w:r>
    </w:p>
    <w:p w:rsidR="00E00D30" w:rsidRDefault="00E00D30" w:rsidP="00E00D30">
      <w:r>
        <w:t>805.4498</w:t>
      </w:r>
      <w:r>
        <w:tab/>
        <w:t>1.013e0</w:t>
      </w:r>
    </w:p>
    <w:p w:rsidR="00E00D30" w:rsidRDefault="00E00D30" w:rsidP="00E00D30">
      <w:r>
        <w:t>805.4512</w:t>
      </w:r>
      <w:r>
        <w:tab/>
        <w:t>1.013e0</w:t>
      </w:r>
    </w:p>
    <w:p w:rsidR="00E00D30" w:rsidRDefault="00E00D30" w:rsidP="00E00D30">
      <w:r>
        <w:t>805.4789</w:t>
      </w:r>
      <w:r>
        <w:tab/>
        <w:t>2.025e0</w:t>
      </w:r>
    </w:p>
    <w:p w:rsidR="00E00D30" w:rsidRDefault="00E00D30" w:rsidP="00E00D30">
      <w:r>
        <w:t>805.4945</w:t>
      </w:r>
      <w:r>
        <w:tab/>
        <w:t>3.038e0</w:t>
      </w:r>
    </w:p>
    <w:p w:rsidR="00E00D30" w:rsidRDefault="00E00D30" w:rsidP="00E00D30">
      <w:r>
        <w:t>805.4958</w:t>
      </w:r>
      <w:r>
        <w:tab/>
        <w:t>2.025e0</w:t>
      </w:r>
    </w:p>
    <w:p w:rsidR="00E00D30" w:rsidRDefault="00E00D30" w:rsidP="00E00D30">
      <w:r>
        <w:t>805.5528</w:t>
      </w:r>
      <w:r>
        <w:tab/>
        <w:t>4.051e0</w:t>
      </w:r>
    </w:p>
    <w:p w:rsidR="00E00D30" w:rsidRDefault="00E00D30" w:rsidP="00E00D30">
      <w:r>
        <w:t>805.5667</w:t>
      </w:r>
      <w:r>
        <w:tab/>
        <w:t>3.038e0</w:t>
      </w:r>
    </w:p>
    <w:p w:rsidR="00E00D30" w:rsidRDefault="00E00D30" w:rsidP="00E00D30">
      <w:r>
        <w:t>805.5730</w:t>
      </w:r>
      <w:r>
        <w:tab/>
        <w:t>1.013e0</w:t>
      </w:r>
    </w:p>
    <w:p w:rsidR="00E00D30" w:rsidRDefault="00E00D30" w:rsidP="00E00D30">
      <w:r>
        <w:t>805.5867</w:t>
      </w:r>
      <w:r>
        <w:tab/>
        <w:t>4.051e0</w:t>
      </w:r>
    </w:p>
    <w:p w:rsidR="00E00D30" w:rsidRDefault="00E00D30" w:rsidP="00E00D30">
      <w:r>
        <w:t>805.5880</w:t>
      </w:r>
      <w:r>
        <w:tab/>
        <w:t>1.013e0</w:t>
      </w:r>
    </w:p>
    <w:p w:rsidR="00E00D30" w:rsidRDefault="00E00D30" w:rsidP="00E00D30">
      <w:r>
        <w:t>805.6357</w:t>
      </w:r>
      <w:r>
        <w:tab/>
        <w:t>1.013e0</w:t>
      </w:r>
    </w:p>
    <w:p w:rsidR="00E00D30" w:rsidRDefault="00E00D30" w:rsidP="00E00D30">
      <w:r>
        <w:t>805.6371</w:t>
      </w:r>
      <w:r>
        <w:tab/>
        <w:t>1.013e0</w:t>
      </w:r>
    </w:p>
    <w:p w:rsidR="00E00D30" w:rsidRDefault="00E00D30" w:rsidP="00E00D30">
      <w:r>
        <w:t>805.6418</w:t>
      </w:r>
      <w:r>
        <w:tab/>
        <w:t>2.025e0</w:t>
      </w:r>
    </w:p>
    <w:p w:rsidR="00E00D30" w:rsidRDefault="00E00D30" w:rsidP="00E00D30">
      <w:r>
        <w:t>805.7714</w:t>
      </w:r>
      <w:r>
        <w:tab/>
        <w:t>3.038e0</w:t>
      </w:r>
    </w:p>
    <w:p w:rsidR="00E00D30" w:rsidRDefault="00E00D30" w:rsidP="00E00D30">
      <w:r>
        <w:t>805.7891</w:t>
      </w:r>
      <w:r>
        <w:tab/>
        <w:t>1.095e1</w:t>
      </w:r>
    </w:p>
    <w:p w:rsidR="00E00D30" w:rsidRDefault="00E00D30" w:rsidP="00E00D30">
      <w:r>
        <w:t>805.7910</w:t>
      </w:r>
      <w:r>
        <w:tab/>
        <w:t>7.089e0</w:t>
      </w:r>
    </w:p>
    <w:p w:rsidR="00E00D30" w:rsidRDefault="00E00D30" w:rsidP="00E00D30">
      <w:r>
        <w:t>805.7953</w:t>
      </w:r>
      <w:r>
        <w:tab/>
        <w:t>6.076e0</w:t>
      </w:r>
    </w:p>
    <w:p w:rsidR="00E00D30" w:rsidRDefault="00E00D30" w:rsidP="00E00D30">
      <w:r>
        <w:lastRenderedPageBreak/>
        <w:t>805.7964</w:t>
      </w:r>
      <w:r>
        <w:tab/>
        <w:t>3.038e0</w:t>
      </w:r>
    </w:p>
    <w:p w:rsidR="00E00D30" w:rsidRDefault="00E00D30" w:rsidP="00E00D30">
      <w:r>
        <w:t>805.8038</w:t>
      </w:r>
      <w:r>
        <w:tab/>
        <w:t>4.051e0</w:t>
      </w:r>
    </w:p>
    <w:p w:rsidR="00E00D30" w:rsidRDefault="00E00D30" w:rsidP="00E00D30">
      <w:r>
        <w:t>805.8143</w:t>
      </w:r>
      <w:r>
        <w:tab/>
        <w:t>4.051e0</w:t>
      </w:r>
    </w:p>
    <w:p w:rsidR="00E00D30" w:rsidRDefault="00E00D30" w:rsidP="00E00D30">
      <w:r>
        <w:t>805.9073</w:t>
      </w:r>
      <w:r>
        <w:tab/>
        <w:t>1.013e0</w:t>
      </w:r>
    </w:p>
    <w:p w:rsidR="00E00D30" w:rsidRDefault="00E00D30" w:rsidP="00E00D30">
      <w:r>
        <w:t>805.9411</w:t>
      </w:r>
      <w:r>
        <w:tab/>
        <w:t>1.013e0</w:t>
      </w:r>
    </w:p>
    <w:p w:rsidR="00E00D30" w:rsidRDefault="00E00D30" w:rsidP="00E00D30">
      <w:r>
        <w:t>805.9532</w:t>
      </w:r>
      <w:r>
        <w:tab/>
        <w:t>1.013e0</w:t>
      </w:r>
    </w:p>
    <w:p w:rsidR="00E00D30" w:rsidRDefault="00E00D30" w:rsidP="00E00D30">
      <w:r>
        <w:t>805.9845</w:t>
      </w:r>
      <w:r>
        <w:tab/>
        <w:t>2.025e0</w:t>
      </w:r>
    </w:p>
    <w:p w:rsidR="00E00D30" w:rsidRDefault="00E00D30" w:rsidP="00E00D30">
      <w:r>
        <w:t>806.0216</w:t>
      </w:r>
      <w:r>
        <w:tab/>
        <w:t>1.013e0</w:t>
      </w:r>
    </w:p>
    <w:p w:rsidR="00E00D30" w:rsidRDefault="00E00D30" w:rsidP="00E00D30">
      <w:r>
        <w:t>806.0352</w:t>
      </w:r>
      <w:r>
        <w:tab/>
        <w:t>1.013e0</w:t>
      </w:r>
    </w:p>
    <w:p w:rsidR="00E00D30" w:rsidRDefault="00E00D30" w:rsidP="00E00D30">
      <w:r>
        <w:t>806.0435</w:t>
      </w:r>
      <w:r>
        <w:tab/>
        <w:t>1.013e0</w:t>
      </w:r>
    </w:p>
    <w:p w:rsidR="00E00D30" w:rsidRDefault="00E00D30" w:rsidP="00E00D30">
      <w:r>
        <w:t>806.0449</w:t>
      </w:r>
      <w:r>
        <w:tab/>
        <w:t>2.850e0</w:t>
      </w:r>
    </w:p>
    <w:p w:rsidR="00E00D30" w:rsidRDefault="00E00D30" w:rsidP="00E00D30">
      <w:r>
        <w:t>806.0488</w:t>
      </w:r>
      <w:r>
        <w:tab/>
        <w:t>1.013e0</w:t>
      </w:r>
    </w:p>
    <w:p w:rsidR="00E00D30" w:rsidRDefault="00E00D30" w:rsidP="00E00D30">
      <w:r>
        <w:t>806.0831</w:t>
      </w:r>
      <w:r>
        <w:tab/>
        <w:t>2.025e0</w:t>
      </w:r>
    </w:p>
    <w:p w:rsidR="00E00D30" w:rsidRDefault="00E00D30" w:rsidP="00E00D30">
      <w:r>
        <w:t>806.0938</w:t>
      </w:r>
      <w:r>
        <w:tab/>
        <w:t>1.013e0</w:t>
      </w:r>
    </w:p>
    <w:p w:rsidR="00E00D30" w:rsidRDefault="00E00D30" w:rsidP="00E00D30">
      <w:r>
        <w:t>806.1287</w:t>
      </w:r>
      <w:r>
        <w:tab/>
        <w:t>1.013e0</w:t>
      </w:r>
    </w:p>
    <w:p w:rsidR="00E00D30" w:rsidRDefault="00E00D30" w:rsidP="00E00D30">
      <w:r>
        <w:t>806.1301</w:t>
      </w:r>
      <w:r>
        <w:tab/>
        <w:t>1.013e0</w:t>
      </w:r>
    </w:p>
    <w:p w:rsidR="00E00D30" w:rsidRDefault="00E00D30" w:rsidP="00E00D30">
      <w:r>
        <w:t>806.1448</w:t>
      </w:r>
      <w:r>
        <w:tab/>
        <w:t>1.013e0</w:t>
      </w:r>
    </w:p>
    <w:p w:rsidR="00E00D30" w:rsidRDefault="00E00D30" w:rsidP="00E00D30">
      <w:r>
        <w:t>806.1575</w:t>
      </w:r>
      <w:r>
        <w:tab/>
        <w:t>1.013e0</w:t>
      </w:r>
    </w:p>
    <w:p w:rsidR="00E00D30" w:rsidRDefault="00E00D30" w:rsidP="00E00D30">
      <w:r>
        <w:t>806.1910</w:t>
      </w:r>
      <w:r>
        <w:tab/>
        <w:t>2.025e0</w:t>
      </w:r>
    </w:p>
    <w:p w:rsidR="00E00D30" w:rsidRDefault="00E00D30" w:rsidP="00E00D30">
      <w:r>
        <w:lastRenderedPageBreak/>
        <w:t>806.2687</w:t>
      </w:r>
      <w:r>
        <w:tab/>
        <w:t>3.038e0</w:t>
      </w:r>
    </w:p>
    <w:p w:rsidR="00E00D30" w:rsidRDefault="00E00D30" w:rsidP="00E00D30">
      <w:r>
        <w:t>806.2734</w:t>
      </w:r>
      <w:r>
        <w:tab/>
        <w:t>2.025e0</w:t>
      </w:r>
    </w:p>
    <w:p w:rsidR="00E00D30" w:rsidRDefault="00E00D30" w:rsidP="00E00D30">
      <w:r>
        <w:t>806.2989</w:t>
      </w:r>
      <w:r>
        <w:tab/>
        <w:t>1.013e0</w:t>
      </w:r>
    </w:p>
    <w:p w:rsidR="00E00D30" w:rsidRDefault="00E00D30" w:rsidP="00E00D30">
      <w:r>
        <w:t>806.3215</w:t>
      </w:r>
      <w:r>
        <w:tab/>
        <w:t>1.013e0</w:t>
      </w:r>
    </w:p>
    <w:p w:rsidR="00E00D30" w:rsidRDefault="00E00D30" w:rsidP="00E00D30">
      <w:r>
        <w:t>806.3474</w:t>
      </w:r>
      <w:r>
        <w:tab/>
        <w:t>1.013e0</w:t>
      </w:r>
    </w:p>
    <w:p w:rsidR="00E00D30" w:rsidRDefault="00E00D30" w:rsidP="00E00D30">
      <w:r>
        <w:t>806.3880</w:t>
      </w:r>
      <w:r>
        <w:tab/>
        <w:t>1.013e0</w:t>
      </w:r>
    </w:p>
    <w:p w:rsidR="00E00D30" w:rsidRDefault="00E00D30" w:rsidP="00E00D30">
      <w:r>
        <w:t>806.3916</w:t>
      </w:r>
      <w:r>
        <w:tab/>
        <w:t>2.025e0</w:t>
      </w:r>
    </w:p>
    <w:p w:rsidR="00E00D30" w:rsidRDefault="00E00D30" w:rsidP="00E00D30">
      <w:r>
        <w:t>806.4157</w:t>
      </w:r>
      <w:r>
        <w:tab/>
        <w:t>1.013e0</w:t>
      </w:r>
    </w:p>
    <w:p w:rsidR="00E00D30" w:rsidRDefault="00E00D30" w:rsidP="00E00D30">
      <w:r>
        <w:t>806.4370</w:t>
      </w:r>
      <w:r>
        <w:tab/>
        <w:t>2.025e0</w:t>
      </w:r>
    </w:p>
    <w:p w:rsidR="00E00D30" w:rsidRDefault="00E00D30" w:rsidP="00E00D30">
      <w:r>
        <w:t>806.4424</w:t>
      </w:r>
      <w:r>
        <w:tab/>
        <w:t>1.013e0</w:t>
      </w:r>
    </w:p>
    <w:p w:rsidR="00E00D30" w:rsidRDefault="00E00D30" w:rsidP="00E00D30">
      <w:r>
        <w:t>806.4708</w:t>
      </w:r>
      <w:r>
        <w:tab/>
        <w:t>4.051e0</w:t>
      </w:r>
    </w:p>
    <w:p w:rsidR="00E00D30" w:rsidRDefault="00E00D30" w:rsidP="00E00D30">
      <w:r>
        <w:t>806.4765</w:t>
      </w:r>
      <w:r>
        <w:tab/>
        <w:t>2.025e0</w:t>
      </w:r>
    </w:p>
    <w:p w:rsidR="00E00D30" w:rsidRDefault="00E00D30" w:rsidP="00E00D30">
      <w:r>
        <w:t>806.5134</w:t>
      </w:r>
      <w:r>
        <w:tab/>
        <w:t>2.025e0</w:t>
      </w:r>
    </w:p>
    <w:p w:rsidR="00E00D30" w:rsidRDefault="00E00D30" w:rsidP="00E00D30">
      <w:r>
        <w:t>806.5253</w:t>
      </w:r>
      <w:r>
        <w:tab/>
        <w:t>1.013e0</w:t>
      </w:r>
    </w:p>
    <w:p w:rsidR="00E00D30" w:rsidRDefault="00E00D30" w:rsidP="00E00D30">
      <w:r>
        <w:t>806.5511</w:t>
      </w:r>
      <w:r>
        <w:tab/>
        <w:t>1.013e0</w:t>
      </w:r>
    </w:p>
    <w:p w:rsidR="00E00D30" w:rsidRDefault="00E00D30" w:rsidP="00E00D30">
      <w:r>
        <w:t>806.5720</w:t>
      </w:r>
      <w:r>
        <w:tab/>
        <w:t>2.025e0</w:t>
      </w:r>
    </w:p>
    <w:p w:rsidR="00E00D30" w:rsidRDefault="00E00D30" w:rsidP="00E00D30">
      <w:r>
        <w:t>806.5787</w:t>
      </w:r>
      <w:r>
        <w:tab/>
        <w:t>1.013e0</w:t>
      </w:r>
    </w:p>
    <w:p w:rsidR="00E00D30" w:rsidRDefault="00E00D30" w:rsidP="00E00D30">
      <w:r>
        <w:t>806.5851</w:t>
      </w:r>
      <w:r>
        <w:tab/>
        <w:t>2.025e0</w:t>
      </w:r>
    </w:p>
    <w:p w:rsidR="00E00D30" w:rsidRDefault="00E00D30" w:rsidP="00E00D30">
      <w:r>
        <w:t>806.6069</w:t>
      </w:r>
      <w:r>
        <w:tab/>
        <w:t>1.013e0</w:t>
      </w:r>
    </w:p>
    <w:p w:rsidR="00E00D30" w:rsidRDefault="00E00D30" w:rsidP="00E00D30">
      <w:r>
        <w:lastRenderedPageBreak/>
        <w:t>806.6263</w:t>
      </w:r>
      <w:r>
        <w:tab/>
        <w:t>2.025e0</w:t>
      </w:r>
    </w:p>
    <w:p w:rsidR="00E00D30" w:rsidRDefault="00E00D30" w:rsidP="00E00D30">
      <w:r>
        <w:t>806.7011</w:t>
      </w:r>
      <w:r>
        <w:tab/>
        <w:t>2.025e0</w:t>
      </w:r>
    </w:p>
    <w:p w:rsidR="00E00D30" w:rsidRDefault="00E00D30" w:rsidP="00E00D30">
      <w:r>
        <w:t>806.7631</w:t>
      </w:r>
      <w:r>
        <w:tab/>
        <w:t>2.025e0</w:t>
      </w:r>
    </w:p>
    <w:p w:rsidR="00E00D30" w:rsidRDefault="00E00D30" w:rsidP="00E00D30">
      <w:r>
        <w:t>806.7726</w:t>
      </w:r>
      <w:r>
        <w:tab/>
        <w:t>1.013e0</w:t>
      </w:r>
    </w:p>
    <w:p w:rsidR="00E00D30" w:rsidRDefault="00E00D30" w:rsidP="00E00D30">
      <w:r>
        <w:t>806.7848</w:t>
      </w:r>
      <w:r>
        <w:tab/>
        <w:t>3.038e0</w:t>
      </w:r>
    </w:p>
    <w:p w:rsidR="00E00D30" w:rsidRDefault="00E00D30" w:rsidP="00E00D30">
      <w:r>
        <w:t>806.7996</w:t>
      </w:r>
      <w:r>
        <w:tab/>
        <w:t>4.051e0</w:t>
      </w:r>
    </w:p>
    <w:p w:rsidR="00E00D30" w:rsidRDefault="00E00D30" w:rsidP="00E00D30">
      <w:r>
        <w:t>806.8026</w:t>
      </w:r>
      <w:r>
        <w:tab/>
        <w:t>3.038e0</w:t>
      </w:r>
    </w:p>
    <w:p w:rsidR="00E00D30" w:rsidRDefault="00E00D30" w:rsidP="00E00D30">
      <w:r>
        <w:t>806.8096</w:t>
      </w:r>
      <w:r>
        <w:tab/>
        <w:t>2.025e0</w:t>
      </w:r>
    </w:p>
    <w:p w:rsidR="00E00D30" w:rsidRDefault="00E00D30" w:rsidP="00E00D30">
      <w:r>
        <w:t>806.8502</w:t>
      </w:r>
      <w:r>
        <w:tab/>
        <w:t>1.013e0</w:t>
      </w:r>
    </w:p>
    <w:p w:rsidR="00E00D30" w:rsidRDefault="00E00D30" w:rsidP="00E00D30">
      <w:r>
        <w:t>806.8756</w:t>
      </w:r>
      <w:r>
        <w:tab/>
        <w:t>1.013e0</w:t>
      </w:r>
    </w:p>
    <w:p w:rsidR="00E00D30" w:rsidRDefault="00E00D30" w:rsidP="00E00D30">
      <w:r>
        <w:t>806.9594</w:t>
      </w:r>
      <w:r>
        <w:tab/>
        <w:t>1.013e0</w:t>
      </w:r>
    </w:p>
    <w:p w:rsidR="00E00D30" w:rsidRDefault="00E00D30" w:rsidP="00E00D30">
      <w:r>
        <w:t>806.9604</w:t>
      </w:r>
      <w:r>
        <w:tab/>
        <w:t>1.013e0</w:t>
      </w:r>
    </w:p>
    <w:p w:rsidR="00E00D30" w:rsidRDefault="00E00D30" w:rsidP="00E00D30">
      <w:r>
        <w:t>807.0275</w:t>
      </w:r>
      <w:r>
        <w:tab/>
        <w:t>1.013e0</w:t>
      </w:r>
    </w:p>
    <w:p w:rsidR="00E00D30" w:rsidRDefault="00E00D30" w:rsidP="00E00D30">
      <w:r>
        <w:t>807.0546</w:t>
      </w:r>
      <w:r>
        <w:tab/>
        <w:t>1.013e0</w:t>
      </w:r>
    </w:p>
    <w:p w:rsidR="00E00D30" w:rsidRDefault="00E00D30" w:rsidP="00E00D30">
      <w:r>
        <w:t>807.0692</w:t>
      </w:r>
      <w:r>
        <w:tab/>
        <w:t>1.013e0</w:t>
      </w:r>
    </w:p>
    <w:p w:rsidR="00E00D30" w:rsidRDefault="00E00D30" w:rsidP="00E00D30">
      <w:r>
        <w:t>807.0917</w:t>
      </w:r>
      <w:r>
        <w:tab/>
        <w:t>3.038e0</w:t>
      </w:r>
    </w:p>
    <w:p w:rsidR="00E00D30" w:rsidRDefault="00E00D30" w:rsidP="00E00D30">
      <w:r>
        <w:t>807.0950</w:t>
      </w:r>
      <w:r>
        <w:tab/>
        <w:t>1.013e0</w:t>
      </w:r>
    </w:p>
    <w:p w:rsidR="00E00D30" w:rsidRDefault="00E00D30" w:rsidP="00E00D30">
      <w:r>
        <w:t>807.1558</w:t>
      </w:r>
      <w:r>
        <w:tab/>
        <w:t>2.025e0</w:t>
      </w:r>
    </w:p>
    <w:p w:rsidR="00E00D30" w:rsidRDefault="00E00D30" w:rsidP="00E00D30">
      <w:r>
        <w:t>807.1780</w:t>
      </w:r>
      <w:r>
        <w:tab/>
        <w:t>2.025e0</w:t>
      </w:r>
    </w:p>
    <w:p w:rsidR="00E00D30" w:rsidRDefault="00E00D30" w:rsidP="00E00D30">
      <w:r>
        <w:lastRenderedPageBreak/>
        <w:t>807.2843</w:t>
      </w:r>
      <w:r>
        <w:tab/>
        <w:t>2.025e0</w:t>
      </w:r>
    </w:p>
    <w:p w:rsidR="00E00D30" w:rsidRDefault="00E00D30" w:rsidP="00E00D30">
      <w:r>
        <w:t>807.3159</w:t>
      </w:r>
      <w:r>
        <w:tab/>
        <w:t>1.013e0</w:t>
      </w:r>
    </w:p>
    <w:p w:rsidR="00E00D30" w:rsidRDefault="00E00D30" w:rsidP="00E00D30">
      <w:r>
        <w:t>807.3539</w:t>
      </w:r>
      <w:r>
        <w:tab/>
        <w:t>1.013e0</w:t>
      </w:r>
    </w:p>
    <w:p w:rsidR="00E00D30" w:rsidRDefault="00E00D30" w:rsidP="00E00D30">
      <w:r>
        <w:t>807.3577</w:t>
      </w:r>
      <w:r>
        <w:tab/>
        <w:t>3.038e0</w:t>
      </w:r>
    </w:p>
    <w:p w:rsidR="00E00D30" w:rsidRDefault="00E00D30" w:rsidP="00E00D30">
      <w:r>
        <w:t>807.4435</w:t>
      </w:r>
      <w:r>
        <w:tab/>
        <w:t>3.038e0</w:t>
      </w:r>
    </w:p>
    <w:p w:rsidR="00E00D30" w:rsidRDefault="00E00D30" w:rsidP="00E00D30">
      <w:r>
        <w:t>807.4449</w:t>
      </w:r>
      <w:r>
        <w:tab/>
        <w:t>1.316e1</w:t>
      </w:r>
    </w:p>
    <w:p w:rsidR="00E00D30" w:rsidRDefault="00E00D30" w:rsidP="00E00D30">
      <w:r>
        <w:t>807.4523</w:t>
      </w:r>
      <w:r>
        <w:tab/>
        <w:t>4.051e0</w:t>
      </w:r>
    </w:p>
    <w:p w:rsidR="00E00D30" w:rsidRDefault="00E00D30" w:rsidP="00E00D30">
      <w:r>
        <w:t>807.4587</w:t>
      </w:r>
      <w:r>
        <w:tab/>
        <w:t>1.114e1</w:t>
      </w:r>
    </w:p>
    <w:p w:rsidR="00E00D30" w:rsidRDefault="00E00D30" w:rsidP="00E00D30">
      <w:r>
        <w:t>807.4611</w:t>
      </w:r>
      <w:r>
        <w:tab/>
        <w:t>9.114e0</w:t>
      </w:r>
    </w:p>
    <w:p w:rsidR="00E00D30" w:rsidRDefault="00E00D30" w:rsidP="00E00D30">
      <w:r>
        <w:t>807.4631</w:t>
      </w:r>
      <w:r>
        <w:tab/>
        <w:t>7.089e0</w:t>
      </w:r>
    </w:p>
    <w:p w:rsidR="00E00D30" w:rsidRDefault="00E00D30" w:rsidP="00E00D30">
      <w:r>
        <w:t>807.4646</w:t>
      </w:r>
      <w:r>
        <w:tab/>
        <w:t>1.114e1</w:t>
      </w:r>
    </w:p>
    <w:p w:rsidR="00E00D30" w:rsidRDefault="00E00D30" w:rsidP="00E00D30">
      <w:r>
        <w:t>807.4686</w:t>
      </w:r>
      <w:r>
        <w:tab/>
        <w:t>2.384e1</w:t>
      </w:r>
    </w:p>
    <w:p w:rsidR="00E00D30" w:rsidRDefault="00E00D30" w:rsidP="00E00D30">
      <w:r>
        <w:t>807.6091</w:t>
      </w:r>
      <w:r>
        <w:tab/>
        <w:t>2.025e0</w:t>
      </w:r>
    </w:p>
    <w:p w:rsidR="00E00D30" w:rsidRDefault="00E00D30" w:rsidP="00E00D30">
      <w:r>
        <w:t>807.6125</w:t>
      </w:r>
      <w:r>
        <w:tab/>
        <w:t>2.025e0</w:t>
      </w:r>
    </w:p>
    <w:p w:rsidR="00E00D30" w:rsidRDefault="00E00D30" w:rsidP="00E00D30">
      <w:r>
        <w:t>807.6220</w:t>
      </w:r>
      <w:r>
        <w:tab/>
        <w:t>1.013e0</w:t>
      </w:r>
    </w:p>
    <w:p w:rsidR="00E00D30" w:rsidRDefault="00E00D30" w:rsidP="00E00D30">
      <w:r>
        <w:t>807.6665</w:t>
      </w:r>
      <w:r>
        <w:tab/>
        <w:t>1.013e0</w:t>
      </w:r>
    </w:p>
    <w:p w:rsidR="00E00D30" w:rsidRDefault="00E00D30" w:rsidP="00E00D30">
      <w:r>
        <w:t>807.6679</w:t>
      </w:r>
      <w:r>
        <w:tab/>
        <w:t>1.013e0</w:t>
      </w:r>
    </w:p>
    <w:p w:rsidR="00E00D30" w:rsidRDefault="00E00D30" w:rsidP="00E00D30">
      <w:r>
        <w:t>807.7078</w:t>
      </w:r>
      <w:r>
        <w:tab/>
        <w:t>1.013e0</w:t>
      </w:r>
    </w:p>
    <w:p w:rsidR="00E00D30" w:rsidRDefault="00E00D30" w:rsidP="00E00D30">
      <w:r>
        <w:t>807.7225</w:t>
      </w:r>
      <w:r>
        <w:tab/>
        <w:t>1.013e0</w:t>
      </w:r>
    </w:p>
    <w:p w:rsidR="00E00D30" w:rsidRDefault="00E00D30" w:rsidP="00E00D30">
      <w:r>
        <w:lastRenderedPageBreak/>
        <w:t>807.7491</w:t>
      </w:r>
      <w:r>
        <w:tab/>
        <w:t>2.025e0</w:t>
      </w:r>
    </w:p>
    <w:p w:rsidR="00E00D30" w:rsidRDefault="00E00D30" w:rsidP="00E00D30">
      <w:r>
        <w:t>807.7577</w:t>
      </w:r>
      <w:r>
        <w:tab/>
        <w:t>1.013e0</w:t>
      </w:r>
    </w:p>
    <w:p w:rsidR="00E00D30" w:rsidRDefault="00E00D30" w:rsidP="00E00D30">
      <w:r>
        <w:t>807.7992</w:t>
      </w:r>
      <w:r>
        <w:tab/>
        <w:t>2.025e0</w:t>
      </w:r>
    </w:p>
    <w:p w:rsidR="00E00D30" w:rsidRDefault="00E00D30" w:rsidP="00E00D30">
      <w:r>
        <w:t>807.8030</w:t>
      </w:r>
      <w:r>
        <w:tab/>
        <w:t>1.013e0</w:t>
      </w:r>
    </w:p>
    <w:p w:rsidR="00E00D30" w:rsidRDefault="00E00D30" w:rsidP="00E00D30">
      <w:r>
        <w:t>807.8084</w:t>
      </w:r>
      <w:r>
        <w:tab/>
        <w:t>1.013e0</w:t>
      </w:r>
    </w:p>
    <w:p w:rsidR="00E00D30" w:rsidRDefault="00E00D30" w:rsidP="00E00D30">
      <w:r>
        <w:t>807.8162</w:t>
      </w:r>
      <w:r>
        <w:tab/>
        <w:t>1.013e0</w:t>
      </w:r>
    </w:p>
    <w:p w:rsidR="00E00D30" w:rsidRDefault="00E00D30" w:rsidP="00E00D30">
      <w:r>
        <w:t>807.8439</w:t>
      </w:r>
      <w:r>
        <w:tab/>
        <w:t>1.013e0</w:t>
      </w:r>
    </w:p>
    <w:p w:rsidR="00E00D30" w:rsidRDefault="00E00D30" w:rsidP="00E00D30">
      <w:r>
        <w:t>807.9437</w:t>
      </w:r>
      <w:r>
        <w:tab/>
        <w:t>1.013e0</w:t>
      </w:r>
    </w:p>
    <w:p w:rsidR="00E00D30" w:rsidRDefault="00E00D30" w:rsidP="00E00D30">
      <w:r>
        <w:t>807.9497</w:t>
      </w:r>
      <w:r>
        <w:tab/>
        <w:t>2.025e0</w:t>
      </w:r>
    </w:p>
    <w:p w:rsidR="00E00D30" w:rsidRDefault="00E00D30" w:rsidP="00E00D30">
      <w:r>
        <w:t>807.9528</w:t>
      </w:r>
      <w:r>
        <w:tab/>
        <w:t>1.013e0</w:t>
      </w:r>
    </w:p>
    <w:p w:rsidR="00E00D30" w:rsidRDefault="00E00D30" w:rsidP="00E00D30">
      <w:r>
        <w:t>807.9596</w:t>
      </w:r>
      <w:r>
        <w:tab/>
        <w:t>2.025e0</w:t>
      </w:r>
    </w:p>
    <w:p w:rsidR="00E00D30" w:rsidRDefault="00E00D30" w:rsidP="00E00D30">
      <w:r>
        <w:t>807.9796</w:t>
      </w:r>
      <w:r>
        <w:tab/>
        <w:t>1.013e0</w:t>
      </w:r>
    </w:p>
    <w:p w:rsidR="00E00D30" w:rsidRDefault="00E00D30" w:rsidP="00E00D30">
      <w:r>
        <w:t>808.0084</w:t>
      </w:r>
      <w:r>
        <w:tab/>
        <w:t>2.025e0</w:t>
      </w:r>
    </w:p>
    <w:p w:rsidR="00E00D30" w:rsidRDefault="00E00D30" w:rsidP="00E00D30">
      <w:r>
        <w:t>808.0291</w:t>
      </w:r>
      <w:r>
        <w:tab/>
        <w:t>1.013e0</w:t>
      </w:r>
    </w:p>
    <w:p w:rsidR="00E00D30" w:rsidRDefault="00E00D30" w:rsidP="00E00D30">
      <w:r>
        <w:t>808.0328</w:t>
      </w:r>
      <w:r>
        <w:tab/>
        <w:t>5.063e0</w:t>
      </w:r>
    </w:p>
    <w:p w:rsidR="00E00D30" w:rsidRDefault="00E00D30" w:rsidP="00E00D30">
      <w:r>
        <w:t>808.0464</w:t>
      </w:r>
      <w:r>
        <w:tab/>
        <w:t>1.013e0</w:t>
      </w:r>
    </w:p>
    <w:p w:rsidR="00E00D30" w:rsidRDefault="00E00D30" w:rsidP="00E00D30">
      <w:r>
        <w:t>808.0798</w:t>
      </w:r>
      <w:r>
        <w:tab/>
        <w:t>1.013e0</w:t>
      </w:r>
    </w:p>
    <w:p w:rsidR="00E00D30" w:rsidRDefault="00E00D30" w:rsidP="00E00D30">
      <w:r>
        <w:t>808.0900</w:t>
      </w:r>
      <w:r>
        <w:tab/>
        <w:t>1.013e0</w:t>
      </w:r>
    </w:p>
    <w:p w:rsidR="00E00D30" w:rsidRDefault="00E00D30" w:rsidP="00E00D30">
      <w:r>
        <w:t>808.1021</w:t>
      </w:r>
      <w:r>
        <w:tab/>
        <w:t>1.013e0</w:t>
      </w:r>
    </w:p>
    <w:p w:rsidR="00E00D30" w:rsidRDefault="00E00D30" w:rsidP="00E00D30">
      <w:r>
        <w:lastRenderedPageBreak/>
        <w:t>808.1146</w:t>
      </w:r>
      <w:r>
        <w:tab/>
        <w:t>1.013e0</w:t>
      </w:r>
    </w:p>
    <w:p w:rsidR="00E00D30" w:rsidRDefault="00E00D30" w:rsidP="00E00D30">
      <w:r>
        <w:t>808.1820</w:t>
      </w:r>
      <w:r>
        <w:tab/>
        <w:t>1.013e0</w:t>
      </w:r>
    </w:p>
    <w:p w:rsidR="00E00D30" w:rsidRDefault="00E00D30" w:rsidP="00E00D30">
      <w:r>
        <w:t>808.1853</w:t>
      </w:r>
      <w:r>
        <w:tab/>
        <w:t>1.013e0</w:t>
      </w:r>
    </w:p>
    <w:p w:rsidR="00E00D30" w:rsidRDefault="00E00D30" w:rsidP="00E00D30">
      <w:r>
        <w:t>808.1976</w:t>
      </w:r>
      <w:r>
        <w:tab/>
        <w:t>3.038e0</w:t>
      </w:r>
    </w:p>
    <w:p w:rsidR="00E00D30" w:rsidRDefault="00E00D30" w:rsidP="00E00D30">
      <w:r>
        <w:t>808.2933</w:t>
      </w:r>
      <w:r>
        <w:tab/>
        <w:t>1.013e0</w:t>
      </w:r>
    </w:p>
    <w:p w:rsidR="00E00D30" w:rsidRDefault="00E00D30" w:rsidP="00E00D30">
      <w:r>
        <w:t>808.3115</w:t>
      </w:r>
      <w:r>
        <w:tab/>
        <w:t>2.025e0</w:t>
      </w:r>
    </w:p>
    <w:p w:rsidR="00E00D30" w:rsidRDefault="00E00D30" w:rsidP="00E00D30">
      <w:r>
        <w:t>808.3205</w:t>
      </w:r>
      <w:r>
        <w:tab/>
        <w:t>1.013e0</w:t>
      </w:r>
    </w:p>
    <w:p w:rsidR="00E00D30" w:rsidRDefault="00E00D30" w:rsidP="00E00D30">
      <w:r>
        <w:t>808.3416</w:t>
      </w:r>
      <w:r>
        <w:tab/>
        <w:t>2.025e0</w:t>
      </w:r>
    </w:p>
    <w:p w:rsidR="00E00D30" w:rsidRDefault="00E00D30" w:rsidP="00E00D30">
      <w:r>
        <w:t>808.3907</w:t>
      </w:r>
      <w:r>
        <w:tab/>
        <w:t>4.051e0</w:t>
      </w:r>
    </w:p>
    <w:p w:rsidR="00E00D30" w:rsidRDefault="00E00D30" w:rsidP="00E00D30">
      <w:r>
        <w:t>808.4620</w:t>
      </w:r>
      <w:r>
        <w:tab/>
        <w:t>8.101e0</w:t>
      </w:r>
    </w:p>
    <w:p w:rsidR="00E00D30" w:rsidRDefault="00E00D30" w:rsidP="00E00D30">
      <w:r>
        <w:t>808.4645</w:t>
      </w:r>
      <w:r>
        <w:tab/>
        <w:t>1.044e1</w:t>
      </w:r>
    </w:p>
    <w:p w:rsidR="00E00D30" w:rsidRDefault="00E00D30" w:rsidP="00E00D30">
      <w:r>
        <w:t>808.4668</w:t>
      </w:r>
      <w:r>
        <w:tab/>
        <w:t>9.114e0</w:t>
      </w:r>
    </w:p>
    <w:p w:rsidR="00E00D30" w:rsidRDefault="00E00D30" w:rsidP="00E00D30">
      <w:r>
        <w:t>808.4678</w:t>
      </w:r>
      <w:r>
        <w:tab/>
        <w:t>1.013e1</w:t>
      </w:r>
    </w:p>
    <w:p w:rsidR="00E00D30" w:rsidRDefault="00E00D30" w:rsidP="00E00D30">
      <w:r>
        <w:t>808.4714</w:t>
      </w:r>
      <w:r>
        <w:tab/>
        <w:t>9.114e0</w:t>
      </w:r>
    </w:p>
    <w:p w:rsidR="00E00D30" w:rsidRDefault="00E00D30" w:rsidP="00E00D30">
      <w:r>
        <w:t>808.4745</w:t>
      </w:r>
      <w:r>
        <w:tab/>
        <w:t>8.101e0</w:t>
      </w:r>
    </w:p>
    <w:p w:rsidR="00E00D30" w:rsidRDefault="00E00D30" w:rsidP="00E00D30">
      <w:r>
        <w:t>808.4935</w:t>
      </w:r>
      <w:r>
        <w:tab/>
        <w:t>6.076e0</w:t>
      </w:r>
    </w:p>
    <w:p w:rsidR="00E00D30" w:rsidRDefault="00E00D30" w:rsidP="00E00D30">
      <w:r>
        <w:t>808.4948</w:t>
      </w:r>
      <w:r>
        <w:tab/>
        <w:t>8.101e0</w:t>
      </w:r>
    </w:p>
    <w:p w:rsidR="00E00D30" w:rsidRDefault="00E00D30" w:rsidP="00E00D30">
      <w:r>
        <w:t>808.5372</w:t>
      </w:r>
      <w:r>
        <w:tab/>
        <w:t>3.038e0</w:t>
      </w:r>
    </w:p>
    <w:p w:rsidR="00E00D30" w:rsidRDefault="00E00D30" w:rsidP="00E00D30">
      <w:r>
        <w:t>808.6224</w:t>
      </w:r>
      <w:r>
        <w:tab/>
        <w:t>1.013e0</w:t>
      </w:r>
    </w:p>
    <w:p w:rsidR="00E00D30" w:rsidRDefault="00E00D30" w:rsidP="00E00D30">
      <w:r>
        <w:lastRenderedPageBreak/>
        <w:t>808.6567</w:t>
      </w:r>
      <w:r>
        <w:tab/>
        <w:t>1.013e0</w:t>
      </w:r>
    </w:p>
    <w:p w:rsidR="00E00D30" w:rsidRDefault="00E00D30" w:rsidP="00E00D30">
      <w:r>
        <w:t>808.6581</w:t>
      </w:r>
      <w:r>
        <w:tab/>
        <w:t>1.013e0</w:t>
      </w:r>
    </w:p>
    <w:p w:rsidR="00E00D30" w:rsidRDefault="00E00D30" w:rsidP="00E00D30">
      <w:r>
        <w:t>808.6611</w:t>
      </w:r>
      <w:r>
        <w:tab/>
        <w:t>1.013e0</w:t>
      </w:r>
    </w:p>
    <w:p w:rsidR="00E00D30" w:rsidRDefault="00E00D30" w:rsidP="00E00D30">
      <w:r>
        <w:t>808.6757</w:t>
      </w:r>
      <w:r>
        <w:tab/>
        <w:t>1.013e0</w:t>
      </w:r>
    </w:p>
    <w:p w:rsidR="00E00D30" w:rsidRDefault="00E00D30" w:rsidP="00E00D30">
      <w:r>
        <w:t>808.7073</w:t>
      </w:r>
      <w:r>
        <w:tab/>
        <w:t>2.025e0</w:t>
      </w:r>
    </w:p>
    <w:p w:rsidR="00E00D30" w:rsidRDefault="00E00D30" w:rsidP="00E00D30">
      <w:r>
        <w:t>808.7292</w:t>
      </w:r>
      <w:r>
        <w:tab/>
        <w:t>1.013e0</w:t>
      </w:r>
    </w:p>
    <w:p w:rsidR="00E00D30" w:rsidRDefault="00E00D30" w:rsidP="00E00D30">
      <w:r>
        <w:t>808.7645</w:t>
      </w:r>
      <w:r>
        <w:tab/>
        <w:t>2.674e0</w:t>
      </w:r>
    </w:p>
    <w:p w:rsidR="00E00D30" w:rsidRDefault="00E00D30" w:rsidP="00E00D30">
      <w:r>
        <w:t>808.7938</w:t>
      </w:r>
      <w:r>
        <w:tab/>
        <w:t>1.013e0</w:t>
      </w:r>
    </w:p>
    <w:p w:rsidR="00E00D30" w:rsidRDefault="00E00D30" w:rsidP="00E00D30">
      <w:r>
        <w:t>808.8105</w:t>
      </w:r>
      <w:r>
        <w:tab/>
        <w:t>1.013e0</w:t>
      </w:r>
    </w:p>
    <w:p w:rsidR="00E00D30" w:rsidRDefault="00E00D30" w:rsidP="00E00D30">
      <w:r>
        <w:t>808.8246</w:t>
      </w:r>
      <w:r>
        <w:tab/>
        <w:t>1.013e0</w:t>
      </w:r>
    </w:p>
    <w:p w:rsidR="00E00D30" w:rsidRDefault="00E00D30" w:rsidP="00E00D30">
      <w:r>
        <w:t>808.8435</w:t>
      </w:r>
      <w:r>
        <w:tab/>
        <w:t>1.013e0</w:t>
      </w:r>
    </w:p>
    <w:p w:rsidR="00E00D30" w:rsidRDefault="00E00D30" w:rsidP="00E00D30">
      <w:r>
        <w:t>808.8801</w:t>
      </w:r>
      <w:r>
        <w:tab/>
        <w:t>1.013e0</w:t>
      </w:r>
    </w:p>
    <w:p w:rsidR="00E00D30" w:rsidRDefault="00E00D30" w:rsidP="00E00D30">
      <w:r>
        <w:t>808.9114</w:t>
      </w:r>
      <w:r>
        <w:tab/>
        <w:t>1.013e0</w:t>
      </w:r>
    </w:p>
    <w:p w:rsidR="00E00D30" w:rsidRDefault="00E00D30" w:rsidP="00E00D30">
      <w:r>
        <w:t>808.9281</w:t>
      </w:r>
      <w:r>
        <w:tab/>
        <w:t>1.013e0</w:t>
      </w:r>
    </w:p>
    <w:p w:rsidR="00E00D30" w:rsidRDefault="00E00D30" w:rsidP="00E00D30">
      <w:r>
        <w:t>808.9335</w:t>
      </w:r>
      <w:r>
        <w:tab/>
        <w:t>2.025e0</w:t>
      </w:r>
    </w:p>
    <w:p w:rsidR="00E00D30" w:rsidRDefault="00E00D30" w:rsidP="00E00D30">
      <w:r>
        <w:t>809.0153</w:t>
      </w:r>
      <w:r>
        <w:tab/>
        <w:t>2.025e0</w:t>
      </w:r>
    </w:p>
    <w:p w:rsidR="00E00D30" w:rsidRDefault="00E00D30" w:rsidP="00E00D30">
      <w:r>
        <w:t>809.0165</w:t>
      </w:r>
      <w:r>
        <w:tab/>
        <w:t>1.013e0</w:t>
      </w:r>
    </w:p>
    <w:p w:rsidR="00E00D30" w:rsidRDefault="00E00D30" w:rsidP="00E00D30">
      <w:r>
        <w:t>809.0388</w:t>
      </w:r>
      <w:r>
        <w:tab/>
        <w:t>2.025e0</w:t>
      </w:r>
    </w:p>
    <w:p w:rsidR="00E00D30" w:rsidRDefault="00E00D30" w:rsidP="00E00D30">
      <w:r>
        <w:t>809.0667</w:t>
      </w:r>
      <w:r>
        <w:tab/>
        <w:t>3.038e0</w:t>
      </w:r>
    </w:p>
    <w:p w:rsidR="00E00D30" w:rsidRDefault="00E00D30" w:rsidP="00E00D30">
      <w:r>
        <w:lastRenderedPageBreak/>
        <w:t>809.0969</w:t>
      </w:r>
      <w:r>
        <w:tab/>
        <w:t>1.013e0</w:t>
      </w:r>
    </w:p>
    <w:p w:rsidR="00E00D30" w:rsidRDefault="00E00D30" w:rsidP="00E00D30">
      <w:r>
        <w:t>809.1580</w:t>
      </w:r>
      <w:r>
        <w:tab/>
        <w:t>2.025e0</w:t>
      </w:r>
    </w:p>
    <w:p w:rsidR="00E00D30" w:rsidRDefault="00E00D30" w:rsidP="00E00D30">
      <w:r>
        <w:t>809.1923</w:t>
      </w:r>
      <w:r>
        <w:tab/>
        <w:t>1.013e0</w:t>
      </w:r>
    </w:p>
    <w:p w:rsidR="00E00D30" w:rsidRDefault="00E00D30" w:rsidP="00E00D30">
      <w:r>
        <w:t>809.2000</w:t>
      </w:r>
      <w:r>
        <w:tab/>
        <w:t>1.013e0</w:t>
      </w:r>
    </w:p>
    <w:p w:rsidR="00E00D30" w:rsidRDefault="00E00D30" w:rsidP="00E00D30">
      <w:r>
        <w:t>809.2505</w:t>
      </w:r>
      <w:r>
        <w:tab/>
        <w:t>1.013e0</w:t>
      </w:r>
    </w:p>
    <w:p w:rsidR="00E00D30" w:rsidRDefault="00E00D30" w:rsidP="00E00D30">
      <w:r>
        <w:t>809.2609</w:t>
      </w:r>
      <w:r>
        <w:tab/>
        <w:t>1.013e0</w:t>
      </w:r>
    </w:p>
    <w:p w:rsidR="00E00D30" w:rsidRDefault="00E00D30" w:rsidP="00E00D30">
      <w:r>
        <w:t>809.2852</w:t>
      </w:r>
      <w:r>
        <w:tab/>
        <w:t>1.013e0</w:t>
      </w:r>
    </w:p>
    <w:p w:rsidR="00E00D30" w:rsidRDefault="00E00D30" w:rsidP="00E00D30">
      <w:r>
        <w:t>809.2892</w:t>
      </w:r>
      <w:r>
        <w:tab/>
        <w:t>1.013e0</w:t>
      </w:r>
    </w:p>
    <w:p w:rsidR="00E00D30" w:rsidRDefault="00E00D30" w:rsidP="00E00D30">
      <w:r>
        <w:t>809.3014</w:t>
      </w:r>
      <w:r>
        <w:tab/>
        <w:t>1.013e0</w:t>
      </w:r>
    </w:p>
    <w:p w:rsidR="00E00D30" w:rsidRDefault="00E00D30" w:rsidP="00E00D30">
      <w:r>
        <w:t>809.3530</w:t>
      </w:r>
      <w:r>
        <w:tab/>
        <w:t>1.013e0</w:t>
      </w:r>
    </w:p>
    <w:p w:rsidR="00E00D30" w:rsidRDefault="00E00D30" w:rsidP="00E00D30">
      <w:r>
        <w:t>809.3836</w:t>
      </w:r>
      <w:r>
        <w:tab/>
        <w:t>1.013e0</w:t>
      </w:r>
    </w:p>
    <w:p w:rsidR="00E00D30" w:rsidRDefault="00E00D30" w:rsidP="00E00D30">
      <w:r>
        <w:t>809.4105</w:t>
      </w:r>
      <w:r>
        <w:tab/>
        <w:t>1.013e0</w:t>
      </w:r>
    </w:p>
    <w:p w:rsidR="00E00D30" w:rsidRDefault="00E00D30" w:rsidP="00E00D30">
      <w:r>
        <w:t>809.4503</w:t>
      </w:r>
      <w:r>
        <w:tab/>
        <w:t>9.114e0</w:t>
      </w:r>
    </w:p>
    <w:p w:rsidR="00E00D30" w:rsidRDefault="00E00D30" w:rsidP="00E00D30">
      <w:r>
        <w:t>809.4581</w:t>
      </w:r>
      <w:r>
        <w:tab/>
        <w:t>4.051e0</w:t>
      </w:r>
    </w:p>
    <w:p w:rsidR="00E00D30" w:rsidRDefault="00E00D30" w:rsidP="00E00D30">
      <w:r>
        <w:t>809.4636</w:t>
      </w:r>
      <w:r>
        <w:tab/>
        <w:t>3.038e0</w:t>
      </w:r>
    </w:p>
    <w:p w:rsidR="00E00D30" w:rsidRDefault="00E00D30" w:rsidP="00E00D30">
      <w:r>
        <w:t>809.4729</w:t>
      </w:r>
      <w:r>
        <w:tab/>
        <w:t>5.063e0</w:t>
      </w:r>
    </w:p>
    <w:p w:rsidR="00E00D30" w:rsidRDefault="00E00D30" w:rsidP="00E00D30">
      <w:r>
        <w:t>809.4938</w:t>
      </w:r>
      <w:r>
        <w:tab/>
        <w:t>5.063e0</w:t>
      </w:r>
    </w:p>
    <w:p w:rsidR="00E00D30" w:rsidRDefault="00E00D30" w:rsidP="00E00D30">
      <w:r>
        <w:t>809.4968</w:t>
      </w:r>
      <w:r>
        <w:tab/>
        <w:t>3.038e0</w:t>
      </w:r>
    </w:p>
    <w:p w:rsidR="00E00D30" w:rsidRDefault="00E00D30" w:rsidP="00E00D30">
      <w:r>
        <w:t>809.5309</w:t>
      </w:r>
      <w:r>
        <w:tab/>
        <w:t>4.051e0</w:t>
      </w:r>
    </w:p>
    <w:p w:rsidR="00E00D30" w:rsidRDefault="00E00D30" w:rsidP="00E00D30">
      <w:r>
        <w:lastRenderedPageBreak/>
        <w:t>809.5743</w:t>
      </w:r>
      <w:r>
        <w:tab/>
        <w:t>1.013e0</w:t>
      </w:r>
    </w:p>
    <w:p w:rsidR="00E00D30" w:rsidRDefault="00E00D30" w:rsidP="00E00D30">
      <w:r>
        <w:t>809.6127</w:t>
      </w:r>
      <w:r>
        <w:tab/>
        <w:t>2.025e0</w:t>
      </w:r>
    </w:p>
    <w:p w:rsidR="00E00D30" w:rsidRDefault="00E00D30" w:rsidP="00E00D30">
      <w:r>
        <w:t>809.6701</w:t>
      </w:r>
      <w:r>
        <w:tab/>
        <w:t>1.013e0</w:t>
      </w:r>
    </w:p>
    <w:p w:rsidR="00E00D30" w:rsidRDefault="00E00D30" w:rsidP="00E00D30">
      <w:r>
        <w:t>809.6921</w:t>
      </w:r>
      <w:r>
        <w:tab/>
        <w:t>1.013e0</w:t>
      </w:r>
    </w:p>
    <w:p w:rsidR="00E00D30" w:rsidRDefault="00E00D30" w:rsidP="00E00D30">
      <w:r>
        <w:t>809.7110</w:t>
      </w:r>
      <w:r>
        <w:tab/>
        <w:t>1.013e0</w:t>
      </w:r>
    </w:p>
    <w:p w:rsidR="00E00D30" w:rsidRDefault="00E00D30" w:rsidP="00E00D30">
      <w:r>
        <w:t>809.7595</w:t>
      </w:r>
      <w:r>
        <w:tab/>
        <w:t>1.013e0</w:t>
      </w:r>
    </w:p>
    <w:p w:rsidR="00E00D30" w:rsidRDefault="00E00D30" w:rsidP="00E00D30">
      <w:r>
        <w:t>809.7656</w:t>
      </w:r>
      <w:r>
        <w:tab/>
        <w:t>1.013e0</w:t>
      </w:r>
    </w:p>
    <w:p w:rsidR="00E00D30" w:rsidRDefault="00E00D30" w:rsidP="00E00D30">
      <w:r>
        <w:t>809.7771</w:t>
      </w:r>
      <w:r>
        <w:tab/>
        <w:t>1.013e0</w:t>
      </w:r>
    </w:p>
    <w:p w:rsidR="00E00D30" w:rsidRDefault="00E00D30" w:rsidP="00E00D30">
      <w:r>
        <w:t>809.8288</w:t>
      </w:r>
      <w:r>
        <w:tab/>
        <w:t>1.013e0</w:t>
      </w:r>
    </w:p>
    <w:p w:rsidR="00E00D30" w:rsidRDefault="00E00D30" w:rsidP="00E00D30">
      <w:r>
        <w:t>809.8463</w:t>
      </w:r>
      <w:r>
        <w:tab/>
        <w:t>1.013e0</w:t>
      </w:r>
    </w:p>
    <w:p w:rsidR="00E00D30" w:rsidRDefault="00E00D30" w:rsidP="00E00D30">
      <w:r>
        <w:t>809.8956</w:t>
      </w:r>
      <w:r>
        <w:tab/>
        <w:t>1.013e0</w:t>
      </w:r>
    </w:p>
    <w:p w:rsidR="00E00D30" w:rsidRDefault="00E00D30" w:rsidP="00E00D30">
      <w:r>
        <w:t>809.9576</w:t>
      </w:r>
      <w:r>
        <w:tab/>
        <w:t>1.013e0</w:t>
      </w:r>
    </w:p>
    <w:p w:rsidR="00E00D30" w:rsidRDefault="00E00D30" w:rsidP="00E00D30">
      <w:r>
        <w:t>810.0296</w:t>
      </w:r>
      <w:r>
        <w:tab/>
        <w:t>3.038e0</w:t>
      </w:r>
    </w:p>
    <w:p w:rsidR="00E00D30" w:rsidRDefault="00E00D30" w:rsidP="00E00D30">
      <w:r>
        <w:t>810.0927</w:t>
      </w:r>
      <w:r>
        <w:tab/>
        <w:t>1.013e0</w:t>
      </w:r>
    </w:p>
    <w:p w:rsidR="00E00D30" w:rsidRDefault="00E00D30" w:rsidP="00E00D30">
      <w:r>
        <w:t>810.0988</w:t>
      </w:r>
      <w:r>
        <w:tab/>
        <w:t>2.025e0</w:t>
      </w:r>
    </w:p>
    <w:p w:rsidR="00E00D30" w:rsidRDefault="00E00D30" w:rsidP="00E00D30">
      <w:r>
        <w:t>810.1259</w:t>
      </w:r>
      <w:r>
        <w:tab/>
        <w:t>4.051e0</w:t>
      </w:r>
    </w:p>
    <w:p w:rsidR="00E00D30" w:rsidRDefault="00E00D30" w:rsidP="00E00D30">
      <w:r>
        <w:t>810.1666</w:t>
      </w:r>
      <w:r>
        <w:tab/>
        <w:t>1.013e0</w:t>
      </w:r>
    </w:p>
    <w:p w:rsidR="00E00D30" w:rsidRDefault="00E00D30" w:rsidP="00E00D30">
      <w:r>
        <w:t>810.2019</w:t>
      </w:r>
      <w:r>
        <w:tab/>
        <w:t>2.025e0</w:t>
      </w:r>
    </w:p>
    <w:p w:rsidR="00E00D30" w:rsidRDefault="00E00D30" w:rsidP="00E00D30">
      <w:r>
        <w:t>810.3116</w:t>
      </w:r>
      <w:r>
        <w:tab/>
        <w:t>2.025e0</w:t>
      </w:r>
    </w:p>
    <w:p w:rsidR="00E00D30" w:rsidRDefault="00E00D30" w:rsidP="00E00D30">
      <w:r>
        <w:lastRenderedPageBreak/>
        <w:t>810.3195</w:t>
      </w:r>
      <w:r>
        <w:tab/>
        <w:t>1.013e0</w:t>
      </w:r>
    </w:p>
    <w:p w:rsidR="00E00D30" w:rsidRDefault="00E00D30" w:rsidP="00E00D30">
      <w:r>
        <w:t>810.3389</w:t>
      </w:r>
      <w:r>
        <w:tab/>
        <w:t>1.013e0</w:t>
      </w:r>
    </w:p>
    <w:p w:rsidR="00E00D30" w:rsidRDefault="00E00D30" w:rsidP="00E00D30">
      <w:r>
        <w:t>810.3715</w:t>
      </w:r>
      <w:r>
        <w:tab/>
        <w:t>1.013e0</w:t>
      </w:r>
    </w:p>
    <w:p w:rsidR="00E00D30" w:rsidRDefault="00E00D30" w:rsidP="00E00D30">
      <w:r>
        <w:t>810.3877</w:t>
      </w:r>
      <w:r>
        <w:tab/>
        <w:t>1.013e0</w:t>
      </w:r>
    </w:p>
    <w:p w:rsidR="00E00D30" w:rsidRDefault="00E00D30" w:rsidP="00E00D30">
      <w:r>
        <w:t>810.4159</w:t>
      </w:r>
      <w:r>
        <w:tab/>
        <w:t>3.038e0</w:t>
      </w:r>
    </w:p>
    <w:p w:rsidR="00E00D30" w:rsidRDefault="00E00D30" w:rsidP="00E00D30">
      <w:r>
        <w:t>810.4294</w:t>
      </w:r>
      <w:r>
        <w:tab/>
        <w:t>2.025e0</w:t>
      </w:r>
    </w:p>
    <w:p w:rsidR="00E00D30" w:rsidRDefault="00E00D30" w:rsidP="00E00D30">
      <w:r>
        <w:t>810.4479</w:t>
      </w:r>
      <w:r>
        <w:tab/>
        <w:t>2.025e0</w:t>
      </w:r>
    </w:p>
    <w:p w:rsidR="00E00D30" w:rsidRDefault="00E00D30" w:rsidP="00E00D30">
      <w:r>
        <w:t>810.4637</w:t>
      </w:r>
      <w:r>
        <w:tab/>
        <w:t>4.051e0</w:t>
      </w:r>
    </w:p>
    <w:p w:rsidR="00E00D30" w:rsidRDefault="00E00D30" w:rsidP="00E00D30">
      <w:r>
        <w:t>810.4686</w:t>
      </w:r>
      <w:r>
        <w:tab/>
        <w:t>2.025e0</w:t>
      </w:r>
    </w:p>
    <w:p w:rsidR="00E00D30" w:rsidRDefault="00E00D30" w:rsidP="00E00D30">
      <w:r>
        <w:t>810.4766</w:t>
      </w:r>
      <w:r>
        <w:tab/>
        <w:t>3.038e0</w:t>
      </w:r>
    </w:p>
    <w:p w:rsidR="00E00D30" w:rsidRDefault="00E00D30" w:rsidP="00E00D30">
      <w:r>
        <w:t>810.5153</w:t>
      </w:r>
      <w:r>
        <w:tab/>
        <w:t>3.778e0</w:t>
      </w:r>
    </w:p>
    <w:p w:rsidR="00E00D30" w:rsidRDefault="00E00D30" w:rsidP="00E00D30">
      <w:r>
        <w:t>810.5502</w:t>
      </w:r>
      <w:r>
        <w:tab/>
        <w:t>2.025e0</w:t>
      </w:r>
    </w:p>
    <w:p w:rsidR="00E00D30" w:rsidRDefault="00E00D30" w:rsidP="00E00D30">
      <w:r>
        <w:t>810.5633</w:t>
      </w:r>
      <w:r>
        <w:tab/>
        <w:t>3.038e0</w:t>
      </w:r>
    </w:p>
    <w:p w:rsidR="00E00D30" w:rsidRDefault="00E00D30" w:rsidP="00E00D30">
      <w:r>
        <w:t>810.5842</w:t>
      </w:r>
      <w:r>
        <w:tab/>
        <w:t>1.013e0</w:t>
      </w:r>
    </w:p>
    <w:p w:rsidR="00E00D30" w:rsidRDefault="00E00D30" w:rsidP="00E00D30">
      <w:r>
        <w:t>810.6414</w:t>
      </w:r>
      <w:r>
        <w:tab/>
        <w:t>3.038e0</w:t>
      </w:r>
    </w:p>
    <w:p w:rsidR="00E00D30" w:rsidRDefault="00E00D30" w:rsidP="00E00D30">
      <w:r>
        <w:t>810.6472</w:t>
      </w:r>
      <w:r>
        <w:tab/>
        <w:t>2.025e0</w:t>
      </w:r>
    </w:p>
    <w:p w:rsidR="00E00D30" w:rsidRDefault="00E00D30" w:rsidP="00E00D30">
      <w:r>
        <w:t>810.6763</w:t>
      </w:r>
      <w:r>
        <w:tab/>
        <w:t>2.025e0</w:t>
      </w:r>
    </w:p>
    <w:p w:rsidR="00E00D30" w:rsidRDefault="00E00D30" w:rsidP="00E00D30">
      <w:r>
        <w:t>810.6854</w:t>
      </w:r>
      <w:r>
        <w:tab/>
        <w:t>2.025e0</w:t>
      </w:r>
    </w:p>
    <w:p w:rsidR="00E00D30" w:rsidRDefault="00E00D30" w:rsidP="00E00D30">
      <w:r>
        <w:t>810.7003</w:t>
      </w:r>
      <w:r>
        <w:tab/>
        <w:t>2.025e0</w:t>
      </w:r>
    </w:p>
    <w:p w:rsidR="00E00D30" w:rsidRDefault="00E00D30" w:rsidP="00E00D30">
      <w:r>
        <w:lastRenderedPageBreak/>
        <w:t>810.7213</w:t>
      </w:r>
      <w:r>
        <w:tab/>
        <w:t>1.013e0</w:t>
      </w:r>
    </w:p>
    <w:p w:rsidR="00E00D30" w:rsidRDefault="00E00D30" w:rsidP="00E00D30">
      <w:r>
        <w:t>810.7896</w:t>
      </w:r>
      <w:r>
        <w:tab/>
        <w:t>1.013e0</w:t>
      </w:r>
    </w:p>
    <w:p w:rsidR="00E00D30" w:rsidRDefault="00E00D30" w:rsidP="00E00D30">
      <w:r>
        <w:t>810.7944</w:t>
      </w:r>
      <w:r>
        <w:tab/>
        <w:t>1.013e0</w:t>
      </w:r>
    </w:p>
    <w:p w:rsidR="00E00D30" w:rsidRDefault="00E00D30" w:rsidP="00E00D30">
      <w:r>
        <w:t>810.8032</w:t>
      </w:r>
      <w:r>
        <w:tab/>
        <w:t>1.013e0</w:t>
      </w:r>
    </w:p>
    <w:p w:rsidR="00E00D30" w:rsidRDefault="00E00D30" w:rsidP="00E00D30">
      <w:r>
        <w:t>810.8306</w:t>
      </w:r>
      <w:r>
        <w:tab/>
        <w:t>1.013e0</w:t>
      </w:r>
    </w:p>
    <w:p w:rsidR="00E00D30" w:rsidRDefault="00E00D30" w:rsidP="00E00D30">
      <w:r>
        <w:t>810.8523</w:t>
      </w:r>
      <w:r>
        <w:tab/>
        <w:t>2.025e0</w:t>
      </w:r>
    </w:p>
    <w:p w:rsidR="00E00D30" w:rsidRDefault="00E00D30" w:rsidP="00E00D30">
      <w:r>
        <w:t>810.8984</w:t>
      </w:r>
      <w:r>
        <w:tab/>
        <w:t>1.013e0</w:t>
      </w:r>
    </w:p>
    <w:p w:rsidR="00E00D30" w:rsidRDefault="00E00D30" w:rsidP="00E00D30">
      <w:r>
        <w:t>810.9808</w:t>
      </w:r>
      <w:r>
        <w:tab/>
        <w:t>1.013e0</w:t>
      </w:r>
    </w:p>
    <w:p w:rsidR="00E00D30" w:rsidRDefault="00E00D30" w:rsidP="00E00D30">
      <w:r>
        <w:t>811.0155</w:t>
      </w:r>
      <w:r>
        <w:tab/>
        <w:t>2.025e0</w:t>
      </w:r>
    </w:p>
    <w:p w:rsidR="00E00D30" w:rsidRDefault="00E00D30" w:rsidP="00E00D30">
      <w:r>
        <w:t>811.0670</w:t>
      </w:r>
      <w:r>
        <w:tab/>
        <w:t>1.013e0</w:t>
      </w:r>
    </w:p>
    <w:p w:rsidR="00E00D30" w:rsidRDefault="00E00D30" w:rsidP="00E00D30">
      <w:r>
        <w:t>811.0765</w:t>
      </w:r>
      <w:r>
        <w:tab/>
        <w:t>1.013e0</w:t>
      </w:r>
    </w:p>
    <w:p w:rsidR="00E00D30" w:rsidRDefault="00E00D30" w:rsidP="00E00D30">
      <w:r>
        <w:t>811.1312</w:t>
      </w:r>
      <w:r>
        <w:tab/>
        <w:t>1.013e0</w:t>
      </w:r>
    </w:p>
    <w:p w:rsidR="00E00D30" w:rsidRDefault="00E00D30" w:rsidP="00E00D30">
      <w:r>
        <w:t>811.1337</w:t>
      </w:r>
      <w:r>
        <w:tab/>
        <w:t>1.013e0</w:t>
      </w:r>
    </w:p>
    <w:p w:rsidR="00E00D30" w:rsidRDefault="00E00D30" w:rsidP="00E00D30">
      <w:r>
        <w:t>811.1519</w:t>
      </w:r>
      <w:r>
        <w:tab/>
        <w:t>3.038e0</w:t>
      </w:r>
    </w:p>
    <w:p w:rsidR="00E00D30" w:rsidRDefault="00E00D30" w:rsidP="00E00D30">
      <w:r>
        <w:t>811.1722</w:t>
      </w:r>
      <w:r>
        <w:tab/>
        <w:t>1.013e0</w:t>
      </w:r>
    </w:p>
    <w:p w:rsidR="00E00D30" w:rsidRDefault="00E00D30" w:rsidP="00E00D30">
      <w:r>
        <w:t>811.2005</w:t>
      </w:r>
      <w:r>
        <w:tab/>
        <w:t>1.013e0</w:t>
      </w:r>
    </w:p>
    <w:p w:rsidR="00E00D30" w:rsidRDefault="00E00D30" w:rsidP="00E00D30">
      <w:r>
        <w:t>811.2257</w:t>
      </w:r>
      <w:r>
        <w:tab/>
        <w:t>3.038e0</w:t>
      </w:r>
    </w:p>
    <w:p w:rsidR="00E00D30" w:rsidRDefault="00E00D30" w:rsidP="00E00D30">
      <w:r>
        <w:t>811.2701</w:t>
      </w:r>
      <w:r>
        <w:tab/>
        <w:t>1.013e0</w:t>
      </w:r>
    </w:p>
    <w:p w:rsidR="00E00D30" w:rsidRDefault="00E00D30" w:rsidP="00E00D30">
      <w:r>
        <w:t>811.3070</w:t>
      </w:r>
      <w:r>
        <w:tab/>
        <w:t>2.025e0</w:t>
      </w:r>
    </w:p>
    <w:p w:rsidR="00E00D30" w:rsidRDefault="00E00D30" w:rsidP="00E00D30">
      <w:r>
        <w:lastRenderedPageBreak/>
        <w:t>811.3499</w:t>
      </w:r>
      <w:r>
        <w:tab/>
        <w:t>2.025e0</w:t>
      </w:r>
    </w:p>
    <w:p w:rsidR="00E00D30" w:rsidRDefault="00E00D30" w:rsidP="00E00D30">
      <w:r>
        <w:t>811.4045</w:t>
      </w:r>
      <w:r>
        <w:tab/>
        <w:t>1.013e0</w:t>
      </w:r>
    </w:p>
    <w:p w:rsidR="00E00D30" w:rsidRDefault="00E00D30" w:rsidP="00E00D30">
      <w:r>
        <w:t>811.4156</w:t>
      </w:r>
      <w:r>
        <w:tab/>
        <w:t>4.051e0</w:t>
      </w:r>
    </w:p>
    <w:p w:rsidR="00E00D30" w:rsidRDefault="00E00D30" w:rsidP="00E00D30">
      <w:r>
        <w:t>811.4234</w:t>
      </w:r>
      <w:r>
        <w:tab/>
        <w:t>1.013e0</w:t>
      </w:r>
    </w:p>
    <w:p w:rsidR="00E00D30" w:rsidRDefault="00E00D30" w:rsidP="00E00D30">
      <w:r>
        <w:t>811.4280</w:t>
      </w:r>
      <w:r>
        <w:tab/>
        <w:t>2.025e0</w:t>
      </w:r>
    </w:p>
    <w:p w:rsidR="00E00D30" w:rsidRDefault="00E00D30" w:rsidP="00E00D30">
      <w:r>
        <w:t>811.4725</w:t>
      </w:r>
      <w:r>
        <w:tab/>
        <w:t>2.025e0</w:t>
      </w:r>
    </w:p>
    <w:p w:rsidR="00E00D30" w:rsidRDefault="00E00D30" w:rsidP="00E00D30">
      <w:r>
        <w:t>811.4983</w:t>
      </w:r>
      <w:r>
        <w:tab/>
        <w:t>2.025e0</w:t>
      </w:r>
    </w:p>
    <w:p w:rsidR="00E00D30" w:rsidRDefault="00E00D30" w:rsidP="00E00D30">
      <w:r>
        <w:t>811.5108</w:t>
      </w:r>
      <w:r>
        <w:tab/>
        <w:t>2.025e0</w:t>
      </w:r>
    </w:p>
    <w:p w:rsidR="00E00D30" w:rsidRDefault="00E00D30" w:rsidP="00E00D30">
      <w:r>
        <w:t>811.5139</w:t>
      </w:r>
      <w:r>
        <w:tab/>
        <w:t>1.013e0</w:t>
      </w:r>
    </w:p>
    <w:p w:rsidR="00E00D30" w:rsidRDefault="00E00D30" w:rsidP="00E00D30">
      <w:r>
        <w:t>811.5259</w:t>
      </w:r>
      <w:r>
        <w:tab/>
        <w:t>1.013e0</w:t>
      </w:r>
    </w:p>
    <w:p w:rsidR="00E00D30" w:rsidRDefault="00E00D30" w:rsidP="00E00D30">
      <w:r>
        <w:t>811.5422</w:t>
      </w:r>
      <w:r>
        <w:tab/>
        <w:t>1.013e0</w:t>
      </w:r>
    </w:p>
    <w:p w:rsidR="00E00D30" w:rsidRDefault="00E00D30" w:rsidP="00E00D30">
      <w:r>
        <w:t>811.6092</w:t>
      </w:r>
      <w:r>
        <w:tab/>
        <w:t>1.013e0</w:t>
      </w:r>
    </w:p>
    <w:p w:rsidR="00E00D30" w:rsidRDefault="00E00D30" w:rsidP="00E00D30">
      <w:r>
        <w:t>811.6370</w:t>
      </w:r>
      <w:r>
        <w:tab/>
        <w:t>1.013e0</w:t>
      </w:r>
    </w:p>
    <w:p w:rsidR="00E00D30" w:rsidRDefault="00E00D30" w:rsidP="00E00D30">
      <w:r>
        <w:t>811.6604</w:t>
      </w:r>
      <w:r>
        <w:tab/>
        <w:t>1.013e0</w:t>
      </w:r>
    </w:p>
    <w:p w:rsidR="00E00D30" w:rsidRDefault="00E00D30" w:rsidP="00E00D30">
      <w:r>
        <w:t>811.7110</w:t>
      </w:r>
      <w:r>
        <w:tab/>
        <w:t>1.013e0</w:t>
      </w:r>
    </w:p>
    <w:p w:rsidR="00E00D30" w:rsidRDefault="00E00D30" w:rsidP="00E00D30">
      <w:r>
        <w:t>811.7291</w:t>
      </w:r>
      <w:r>
        <w:tab/>
        <w:t>1.013e0</w:t>
      </w:r>
    </w:p>
    <w:p w:rsidR="00E00D30" w:rsidRDefault="00E00D30" w:rsidP="00E00D30">
      <w:r>
        <w:t>811.7610</w:t>
      </w:r>
      <w:r>
        <w:tab/>
        <w:t>1.013e0</w:t>
      </w:r>
    </w:p>
    <w:p w:rsidR="00E00D30" w:rsidRDefault="00E00D30" w:rsidP="00E00D30">
      <w:r>
        <w:t>811.8203</w:t>
      </w:r>
      <w:r>
        <w:tab/>
        <w:t>2.025e0</w:t>
      </w:r>
    </w:p>
    <w:p w:rsidR="00E00D30" w:rsidRDefault="00E00D30" w:rsidP="00E00D30">
      <w:r>
        <w:t>811.8417</w:t>
      </w:r>
      <w:r>
        <w:tab/>
        <w:t>1.013e0</w:t>
      </w:r>
    </w:p>
    <w:p w:rsidR="00E00D30" w:rsidRDefault="00E00D30" w:rsidP="00E00D30">
      <w:r>
        <w:lastRenderedPageBreak/>
        <w:t>811.8485</w:t>
      </w:r>
      <w:r>
        <w:tab/>
        <w:t>2.025e0</w:t>
      </w:r>
    </w:p>
    <w:p w:rsidR="00E00D30" w:rsidRDefault="00E00D30" w:rsidP="00E00D30">
      <w:r>
        <w:t>811.9105</w:t>
      </w:r>
      <w:r>
        <w:tab/>
        <w:t>1.013e0</w:t>
      </w:r>
    </w:p>
    <w:p w:rsidR="00E00D30" w:rsidRDefault="00E00D30" w:rsidP="00E00D30">
      <w:r>
        <w:t>811.9490</w:t>
      </w:r>
      <w:r>
        <w:tab/>
        <w:t>1.013e0</w:t>
      </w:r>
    </w:p>
    <w:p w:rsidR="00E00D30" w:rsidRDefault="00E00D30" w:rsidP="00E00D30">
      <w:r>
        <w:t>811.9505</w:t>
      </w:r>
      <w:r>
        <w:tab/>
        <w:t>3.038e0</w:t>
      </w:r>
    </w:p>
    <w:p w:rsidR="00E00D30" w:rsidRDefault="00E00D30" w:rsidP="00E00D30">
      <w:r>
        <w:t>811.9995</w:t>
      </w:r>
      <w:r>
        <w:tab/>
        <w:t>1.013e0</w:t>
      </w:r>
    </w:p>
    <w:p w:rsidR="00E00D30" w:rsidRDefault="00E00D30" w:rsidP="00E00D30">
      <w:r>
        <w:t>812.0164</w:t>
      </w:r>
      <w:r>
        <w:tab/>
        <w:t>1.013e0</w:t>
      </w:r>
    </w:p>
    <w:p w:rsidR="00E00D30" w:rsidRDefault="00E00D30" w:rsidP="00E00D30">
      <w:r>
        <w:t>812.0763</w:t>
      </w:r>
      <w:r>
        <w:tab/>
        <w:t>2.025e0</w:t>
      </w:r>
    </w:p>
    <w:p w:rsidR="00E00D30" w:rsidRDefault="00E00D30" w:rsidP="00E00D30">
      <w:r>
        <w:t>812.0879</w:t>
      </w:r>
      <w:r>
        <w:tab/>
        <w:t>1.013e0</w:t>
      </w:r>
    </w:p>
    <w:p w:rsidR="00E00D30" w:rsidRDefault="00E00D30" w:rsidP="00E00D30">
      <w:r>
        <w:t>812.1294</w:t>
      </w:r>
      <w:r>
        <w:tab/>
        <w:t>1.013e0</w:t>
      </w:r>
    </w:p>
    <w:p w:rsidR="00E00D30" w:rsidRDefault="00E00D30" w:rsidP="00E00D30">
      <w:r>
        <w:t>812.2112</w:t>
      </w:r>
      <w:r>
        <w:tab/>
        <w:t>4.051e0</w:t>
      </w:r>
    </w:p>
    <w:p w:rsidR="00E00D30" w:rsidRDefault="00E00D30" w:rsidP="00E00D30">
      <w:r>
        <w:t>812.2196</w:t>
      </w:r>
      <w:r>
        <w:tab/>
        <w:t>1.013e0</w:t>
      </w:r>
    </w:p>
    <w:p w:rsidR="00E00D30" w:rsidRDefault="00E00D30" w:rsidP="00E00D30">
      <w:r>
        <w:t>812.2523</w:t>
      </w:r>
      <w:r>
        <w:tab/>
        <w:t>2.025e0</w:t>
      </w:r>
    </w:p>
    <w:p w:rsidR="00E00D30" w:rsidRDefault="00E00D30" w:rsidP="00E00D30">
      <w:r>
        <w:t>812.2946</w:t>
      </w:r>
      <w:r>
        <w:tab/>
        <w:t>1.013e0</w:t>
      </w:r>
    </w:p>
    <w:p w:rsidR="00E00D30" w:rsidRDefault="00E00D30" w:rsidP="00E00D30">
      <w:r>
        <w:t>812.3220</w:t>
      </w:r>
      <w:r>
        <w:tab/>
        <w:t>1.013e0</w:t>
      </w:r>
    </w:p>
    <w:p w:rsidR="00E00D30" w:rsidRDefault="00E00D30" w:rsidP="00E00D30">
      <w:r>
        <w:t>812.3620</w:t>
      </w:r>
      <w:r>
        <w:tab/>
        <w:t>1.013e0</w:t>
      </w:r>
    </w:p>
    <w:p w:rsidR="00E00D30" w:rsidRDefault="00E00D30" w:rsidP="00E00D30">
      <w:r>
        <w:t>812.3732</w:t>
      </w:r>
      <w:r>
        <w:tab/>
        <w:t>1.013e0</w:t>
      </w:r>
    </w:p>
    <w:p w:rsidR="00E00D30" w:rsidRDefault="00E00D30" w:rsidP="00E00D30">
      <w:r>
        <w:t>812.3894</w:t>
      </w:r>
      <w:r>
        <w:tab/>
        <w:t>1.013e0</w:t>
      </w:r>
    </w:p>
    <w:p w:rsidR="00E00D30" w:rsidRDefault="00E00D30" w:rsidP="00E00D30">
      <w:r>
        <w:t>812.4212</w:t>
      </w:r>
      <w:r>
        <w:tab/>
        <w:t>3.038e0</w:t>
      </w:r>
    </w:p>
    <w:p w:rsidR="00E00D30" w:rsidRDefault="00E00D30" w:rsidP="00E00D30">
      <w:r>
        <w:t>812.4243</w:t>
      </w:r>
      <w:r>
        <w:tab/>
        <w:t>4.051e0</w:t>
      </w:r>
    </w:p>
    <w:p w:rsidR="00E00D30" w:rsidRDefault="00E00D30" w:rsidP="00E00D30">
      <w:r>
        <w:lastRenderedPageBreak/>
        <w:t>812.4442</w:t>
      </w:r>
      <w:r>
        <w:tab/>
        <w:t>1.013e0</w:t>
      </w:r>
    </w:p>
    <w:p w:rsidR="00E00D30" w:rsidRDefault="00E00D30" w:rsidP="00E00D30">
      <w:r>
        <w:t>812.4725</w:t>
      </w:r>
      <w:r>
        <w:tab/>
        <w:t>1.013e0</w:t>
      </w:r>
    </w:p>
    <w:p w:rsidR="00E00D30" w:rsidRDefault="00E00D30" w:rsidP="00E00D30">
      <w:r>
        <w:t>812.5026</w:t>
      </w:r>
      <w:r>
        <w:tab/>
        <w:t>2.025e0</w:t>
      </w:r>
    </w:p>
    <w:p w:rsidR="00E00D30" w:rsidRDefault="00E00D30" w:rsidP="00E00D30">
      <w:r>
        <w:t>812.5200</w:t>
      </w:r>
      <w:r>
        <w:tab/>
        <w:t>3.038e0</w:t>
      </w:r>
    </w:p>
    <w:p w:rsidR="00E00D30" w:rsidRDefault="00E00D30" w:rsidP="00E00D30">
      <w:r>
        <w:t>812.5532</w:t>
      </w:r>
      <w:r>
        <w:tab/>
        <w:t>1.013e0</w:t>
      </w:r>
    </w:p>
    <w:p w:rsidR="00E00D30" w:rsidRDefault="00E00D30" w:rsidP="00E00D30">
      <w:r>
        <w:t>812.5673</w:t>
      </w:r>
      <w:r>
        <w:tab/>
        <w:t>2.025e0</w:t>
      </w:r>
    </w:p>
    <w:p w:rsidR="00E00D30" w:rsidRDefault="00E00D30" w:rsidP="00E00D30">
      <w:r>
        <w:t>812.5946</w:t>
      </w:r>
      <w:r>
        <w:tab/>
        <w:t>4.051e0</w:t>
      </w:r>
    </w:p>
    <w:p w:rsidR="00E00D30" w:rsidRDefault="00E00D30" w:rsidP="00E00D30">
      <w:r>
        <w:t>812.6094</w:t>
      </w:r>
      <w:r>
        <w:tab/>
        <w:t>1.013e0</w:t>
      </w:r>
    </w:p>
    <w:p w:rsidR="00E00D30" w:rsidRDefault="00E00D30" w:rsidP="00E00D30">
      <w:r>
        <w:t>812.6495</w:t>
      </w:r>
      <w:r>
        <w:tab/>
        <w:t>1.013e0</w:t>
      </w:r>
    </w:p>
    <w:p w:rsidR="00E00D30" w:rsidRDefault="00E00D30" w:rsidP="00E00D30">
      <w:r>
        <w:t>812.6765</w:t>
      </w:r>
      <w:r>
        <w:tab/>
        <w:t>1.013e0</w:t>
      </w:r>
    </w:p>
    <w:p w:rsidR="00E00D30" w:rsidRDefault="00E00D30" w:rsidP="00E00D30">
      <w:r>
        <w:t>812.7063</w:t>
      </w:r>
      <w:r>
        <w:tab/>
        <w:t>2.025e0</w:t>
      </w:r>
    </w:p>
    <w:p w:rsidR="00E00D30" w:rsidRDefault="00E00D30" w:rsidP="00E00D30">
      <w:r>
        <w:t>812.7130</w:t>
      </w:r>
      <w:r>
        <w:tab/>
        <w:t>1.013e0</w:t>
      </w:r>
    </w:p>
    <w:p w:rsidR="00E00D30" w:rsidRDefault="00E00D30" w:rsidP="00E00D30">
      <w:r>
        <w:t>812.7385</w:t>
      </w:r>
      <w:r>
        <w:tab/>
        <w:t>2.025e0</w:t>
      </w:r>
    </w:p>
    <w:p w:rsidR="00E00D30" w:rsidRDefault="00E00D30" w:rsidP="00E00D30">
      <w:r>
        <w:t>812.7798</w:t>
      </w:r>
      <w:r>
        <w:tab/>
        <w:t>1.013e0</w:t>
      </w:r>
    </w:p>
    <w:p w:rsidR="00E00D30" w:rsidRDefault="00E00D30" w:rsidP="00E00D30">
      <w:r>
        <w:t>812.8001</w:t>
      </w:r>
      <w:r>
        <w:tab/>
        <w:t>1.013e0</w:t>
      </w:r>
    </w:p>
    <w:p w:rsidR="00E00D30" w:rsidRDefault="00E00D30" w:rsidP="00E00D30">
      <w:r>
        <w:t>812.8832</w:t>
      </w:r>
      <w:r>
        <w:tab/>
        <w:t>1.013e0</w:t>
      </w:r>
    </w:p>
    <w:p w:rsidR="00E00D30" w:rsidRDefault="00E00D30" w:rsidP="00E00D30">
      <w:r>
        <w:t>812.8959</w:t>
      </w:r>
      <w:r>
        <w:tab/>
        <w:t>1.013e0</w:t>
      </w:r>
    </w:p>
    <w:p w:rsidR="00E00D30" w:rsidRDefault="00E00D30" w:rsidP="00E00D30">
      <w:r>
        <w:t>812.8975</w:t>
      </w:r>
      <w:r>
        <w:tab/>
        <w:t>2.025e0</w:t>
      </w:r>
    </w:p>
    <w:p w:rsidR="00E00D30" w:rsidRDefault="00E00D30" w:rsidP="00E00D30">
      <w:r>
        <w:t>812.9700</w:t>
      </w:r>
      <w:r>
        <w:tab/>
        <w:t>3.038e0</w:t>
      </w:r>
    </w:p>
    <w:p w:rsidR="00E00D30" w:rsidRDefault="00E00D30" w:rsidP="00E00D30">
      <w:r>
        <w:lastRenderedPageBreak/>
        <w:t>813.0935</w:t>
      </w:r>
      <w:r>
        <w:tab/>
        <w:t>2.025e0</w:t>
      </w:r>
    </w:p>
    <w:p w:rsidR="00E00D30" w:rsidRDefault="00E00D30" w:rsidP="00E00D30">
      <w:r>
        <w:t>813.1151</w:t>
      </w:r>
      <w:r>
        <w:tab/>
        <w:t>1.013e0</w:t>
      </w:r>
    </w:p>
    <w:p w:rsidR="00E00D30" w:rsidRDefault="00E00D30" w:rsidP="00E00D30">
      <w:r>
        <w:t>813.1423</w:t>
      </w:r>
      <w:r>
        <w:tab/>
        <w:t>3.038e0</w:t>
      </w:r>
    </w:p>
    <w:p w:rsidR="00E00D30" w:rsidRDefault="00E00D30" w:rsidP="00E00D30">
      <w:r>
        <w:t>813.1480</w:t>
      </w:r>
      <w:r>
        <w:tab/>
        <w:t>3.038e0</w:t>
      </w:r>
    </w:p>
    <w:p w:rsidR="00E00D30" w:rsidRDefault="00E00D30" w:rsidP="00E00D30">
      <w:r>
        <w:t>813.1545</w:t>
      </w:r>
      <w:r>
        <w:tab/>
        <w:t>1.013e0</w:t>
      </w:r>
    </w:p>
    <w:p w:rsidR="00E00D30" w:rsidRDefault="00E00D30" w:rsidP="00E00D30">
      <w:r>
        <w:t>813.1697</w:t>
      </w:r>
      <w:r>
        <w:tab/>
        <w:t>2.025e0</w:t>
      </w:r>
    </w:p>
    <w:p w:rsidR="00E00D30" w:rsidRDefault="00E00D30" w:rsidP="00E00D30">
      <w:r>
        <w:t>813.2384</w:t>
      </w:r>
      <w:r>
        <w:tab/>
        <w:t>2.025e0</w:t>
      </w:r>
    </w:p>
    <w:p w:rsidR="00E00D30" w:rsidRDefault="00E00D30" w:rsidP="00E00D30">
      <w:r>
        <w:t>813.2795</w:t>
      </w:r>
      <w:r>
        <w:tab/>
        <w:t>1.013e0</w:t>
      </w:r>
    </w:p>
    <w:p w:rsidR="00E00D30" w:rsidRDefault="00E00D30" w:rsidP="00E00D30">
      <w:r>
        <w:t>813.2932</w:t>
      </w:r>
      <w:r>
        <w:tab/>
        <w:t>1.013e0</w:t>
      </w:r>
    </w:p>
    <w:p w:rsidR="00E00D30" w:rsidRDefault="00E00D30" w:rsidP="00E00D30">
      <w:r>
        <w:t>813.3565</w:t>
      </w:r>
      <w:r>
        <w:tab/>
        <w:t>3.038e0</w:t>
      </w:r>
    </w:p>
    <w:p w:rsidR="00E00D30" w:rsidRDefault="00E00D30" w:rsidP="00E00D30">
      <w:r>
        <w:t>813.3627</w:t>
      </w:r>
      <w:r>
        <w:tab/>
        <w:t>1.013e0</w:t>
      </w:r>
    </w:p>
    <w:p w:rsidR="00E00D30" w:rsidRDefault="00E00D30" w:rsidP="00E00D30">
      <w:r>
        <w:t>813.3740</w:t>
      </w:r>
      <w:r>
        <w:tab/>
        <w:t>1.013e0</w:t>
      </w:r>
    </w:p>
    <w:p w:rsidR="00E00D30" w:rsidRDefault="00E00D30" w:rsidP="00E00D30">
      <w:r>
        <w:t>813.3889</w:t>
      </w:r>
      <w:r>
        <w:tab/>
        <w:t>1.013e0</w:t>
      </w:r>
    </w:p>
    <w:p w:rsidR="00E00D30" w:rsidRDefault="00E00D30" w:rsidP="00E00D30">
      <w:r>
        <w:t>813.4300</w:t>
      </w:r>
      <w:r>
        <w:tab/>
        <w:t>2.025e0</w:t>
      </w:r>
    </w:p>
    <w:p w:rsidR="00E00D30" w:rsidRDefault="00E00D30" w:rsidP="00E00D30">
      <w:r>
        <w:t>813.4782</w:t>
      </w:r>
      <w:r>
        <w:tab/>
        <w:t>2.025e0</w:t>
      </w:r>
    </w:p>
    <w:p w:rsidR="00E00D30" w:rsidRDefault="00E00D30" w:rsidP="00E00D30">
      <w:r>
        <w:t>813.4860</w:t>
      </w:r>
      <w:r>
        <w:tab/>
        <w:t>1.013e0</w:t>
      </w:r>
    </w:p>
    <w:p w:rsidR="00E00D30" w:rsidRDefault="00E00D30" w:rsidP="00E00D30">
      <w:r>
        <w:t>813.4922</w:t>
      </w:r>
      <w:r>
        <w:tab/>
        <w:t>1.013e0</w:t>
      </w:r>
    </w:p>
    <w:p w:rsidR="00E00D30" w:rsidRDefault="00E00D30" w:rsidP="00E00D30">
      <w:r>
        <w:t>813.4983</w:t>
      </w:r>
      <w:r>
        <w:tab/>
        <w:t>1.013e0</w:t>
      </w:r>
    </w:p>
    <w:p w:rsidR="00E00D30" w:rsidRDefault="00E00D30" w:rsidP="00E00D30">
      <w:r>
        <w:t>813.5182</w:t>
      </w:r>
      <w:r>
        <w:tab/>
        <w:t>2.025e0</w:t>
      </w:r>
    </w:p>
    <w:p w:rsidR="00E00D30" w:rsidRDefault="00E00D30" w:rsidP="00E00D30">
      <w:r>
        <w:lastRenderedPageBreak/>
        <w:t>813.5269</w:t>
      </w:r>
      <w:r>
        <w:tab/>
        <w:t>2.025e0</w:t>
      </w:r>
    </w:p>
    <w:p w:rsidR="00E00D30" w:rsidRDefault="00E00D30" w:rsidP="00E00D30">
      <w:r>
        <w:t>813.5399</w:t>
      </w:r>
      <w:r>
        <w:tab/>
        <w:t>1.013e0</w:t>
      </w:r>
    </w:p>
    <w:p w:rsidR="00E00D30" w:rsidRDefault="00E00D30" w:rsidP="00E00D30">
      <w:r>
        <w:t>813.5810</w:t>
      </w:r>
      <w:r>
        <w:tab/>
        <w:t>1.013e0</w:t>
      </w:r>
    </w:p>
    <w:p w:rsidR="00E00D30" w:rsidRDefault="00E00D30" w:rsidP="00E00D30">
      <w:r>
        <w:t>813.5942</w:t>
      </w:r>
      <w:r>
        <w:tab/>
        <w:t>1.013e0</w:t>
      </w:r>
    </w:p>
    <w:p w:rsidR="00E00D30" w:rsidRDefault="00E00D30" w:rsidP="00E00D30">
      <w:r>
        <w:t>813.6099</w:t>
      </w:r>
      <w:r>
        <w:tab/>
        <w:t>1.013e0</w:t>
      </w:r>
    </w:p>
    <w:p w:rsidR="00E00D30" w:rsidRDefault="00E00D30" w:rsidP="00E00D30">
      <w:r>
        <w:t>813.6368</w:t>
      </w:r>
      <w:r>
        <w:tab/>
        <w:t>1.013e0</w:t>
      </w:r>
    </w:p>
    <w:p w:rsidR="00E00D30" w:rsidRDefault="00E00D30" w:rsidP="00E00D30">
      <w:r>
        <w:t>813.6632</w:t>
      </w:r>
      <w:r>
        <w:tab/>
        <w:t>2.025e0</w:t>
      </w:r>
    </w:p>
    <w:p w:rsidR="00E00D30" w:rsidRDefault="00E00D30" w:rsidP="00E00D30">
      <w:r>
        <w:t>813.6953</w:t>
      </w:r>
      <w:r>
        <w:tab/>
        <w:t>1.013e0</w:t>
      </w:r>
    </w:p>
    <w:p w:rsidR="00E00D30" w:rsidRDefault="00E00D30" w:rsidP="00E00D30">
      <w:r>
        <w:t>813.7048</w:t>
      </w:r>
      <w:r>
        <w:tab/>
        <w:t>2.025e0</w:t>
      </w:r>
    </w:p>
    <w:p w:rsidR="00E00D30" w:rsidRDefault="00E00D30" w:rsidP="00E00D30">
      <w:r>
        <w:t>813.7302</w:t>
      </w:r>
      <w:r>
        <w:tab/>
        <w:t>1.013e0</w:t>
      </w:r>
    </w:p>
    <w:p w:rsidR="00E00D30" w:rsidRDefault="00E00D30" w:rsidP="00E00D30">
      <w:r>
        <w:t>813.8150</w:t>
      </w:r>
      <w:r>
        <w:tab/>
        <w:t>1.013e0</w:t>
      </w:r>
    </w:p>
    <w:p w:rsidR="00E00D30" w:rsidRDefault="00E00D30" w:rsidP="00E00D30">
      <w:r>
        <w:t>813.8547</w:t>
      </w:r>
      <w:r>
        <w:tab/>
        <w:t>1.013e0</w:t>
      </w:r>
    </w:p>
    <w:p w:rsidR="00E00D30" w:rsidRDefault="00E00D30" w:rsidP="00E00D30">
      <w:r>
        <w:t>813.9095</w:t>
      </w:r>
      <w:r>
        <w:tab/>
        <w:t>1.013e0</w:t>
      </w:r>
    </w:p>
    <w:p w:rsidR="00E00D30" w:rsidRDefault="00E00D30" w:rsidP="00E00D30">
      <w:r>
        <w:t>813.9438</w:t>
      </w:r>
      <w:r>
        <w:tab/>
        <w:t>2.025e0</w:t>
      </w:r>
    </w:p>
    <w:p w:rsidR="00E00D30" w:rsidRDefault="00E00D30" w:rsidP="00E00D30">
      <w:r>
        <w:t>813.9648</w:t>
      </w:r>
      <w:r>
        <w:tab/>
        <w:t>1.013e0</w:t>
      </w:r>
    </w:p>
    <w:p w:rsidR="00E00D30" w:rsidRDefault="00E00D30" w:rsidP="00E00D30">
      <w:r>
        <w:t>814.0013</w:t>
      </w:r>
      <w:r>
        <w:tab/>
        <w:t>1.013e0</w:t>
      </w:r>
    </w:p>
    <w:p w:rsidR="00E00D30" w:rsidRDefault="00E00D30" w:rsidP="00E00D30">
      <w:r>
        <w:t>814.0192</w:t>
      </w:r>
      <w:r>
        <w:tab/>
        <w:t>2.025e0</w:t>
      </w:r>
    </w:p>
    <w:p w:rsidR="00E00D30" w:rsidRDefault="00E00D30" w:rsidP="00E00D30">
      <w:r>
        <w:t>814.1014</w:t>
      </w:r>
      <w:r>
        <w:tab/>
        <w:t>2.025e0</w:t>
      </w:r>
    </w:p>
    <w:p w:rsidR="00E00D30" w:rsidRDefault="00E00D30" w:rsidP="00E00D30">
      <w:r>
        <w:t>814.1140</w:t>
      </w:r>
      <w:r>
        <w:tab/>
        <w:t>3.038e0</w:t>
      </w:r>
    </w:p>
    <w:p w:rsidR="00E00D30" w:rsidRDefault="00E00D30" w:rsidP="00E00D30">
      <w:r>
        <w:lastRenderedPageBreak/>
        <w:t>814.1368</w:t>
      </w:r>
      <w:r>
        <w:tab/>
        <w:t>1.013e0</w:t>
      </w:r>
    </w:p>
    <w:p w:rsidR="00E00D30" w:rsidRDefault="00E00D30" w:rsidP="00E00D30">
      <w:r>
        <w:t>814.1564</w:t>
      </w:r>
      <w:r>
        <w:tab/>
        <w:t>1.013e0</w:t>
      </w:r>
    </w:p>
    <w:p w:rsidR="00E00D30" w:rsidRDefault="00E00D30" w:rsidP="00E00D30">
      <w:r>
        <w:t>814.1708</w:t>
      </w:r>
      <w:r>
        <w:tab/>
        <w:t>2.025e0</w:t>
      </w:r>
    </w:p>
    <w:p w:rsidR="00E00D30" w:rsidRDefault="00E00D30" w:rsidP="00E00D30">
      <w:r>
        <w:t>814.1956</w:t>
      </w:r>
      <w:r>
        <w:tab/>
        <w:t>3.038e0</w:t>
      </w:r>
    </w:p>
    <w:p w:rsidR="00E00D30" w:rsidRDefault="00E00D30" w:rsidP="00E00D30">
      <w:r>
        <w:t>814.2675</w:t>
      </w:r>
      <w:r>
        <w:tab/>
        <w:t>2.025e0</w:t>
      </w:r>
    </w:p>
    <w:p w:rsidR="00E00D30" w:rsidRDefault="00E00D30" w:rsidP="00E00D30">
      <w:r>
        <w:t>814.2897</w:t>
      </w:r>
      <w:r>
        <w:tab/>
        <w:t>1.013e0</w:t>
      </w:r>
    </w:p>
    <w:p w:rsidR="00E00D30" w:rsidRDefault="00E00D30" w:rsidP="00E00D30">
      <w:r>
        <w:t>814.3865</w:t>
      </w:r>
      <w:r>
        <w:tab/>
        <w:t>3.038e0</w:t>
      </w:r>
    </w:p>
    <w:p w:rsidR="00E00D30" w:rsidRDefault="00E00D30" w:rsidP="00E00D30">
      <w:r>
        <w:t>814.4440</w:t>
      </w:r>
      <w:r>
        <w:tab/>
        <w:t>4.051e0</w:t>
      </w:r>
    </w:p>
    <w:p w:rsidR="00E00D30" w:rsidRDefault="00E00D30" w:rsidP="00E00D30">
      <w:r>
        <w:t>814.4581</w:t>
      </w:r>
      <w:r>
        <w:tab/>
        <w:t>1.013e0</w:t>
      </w:r>
    </w:p>
    <w:p w:rsidR="00E00D30" w:rsidRDefault="00E00D30" w:rsidP="00E00D30">
      <w:r>
        <w:t>814.4757</w:t>
      </w:r>
      <w:r>
        <w:tab/>
        <w:t>1.013e0</w:t>
      </w:r>
    </w:p>
    <w:p w:rsidR="00E00D30" w:rsidRDefault="00E00D30" w:rsidP="00E00D30">
      <w:r>
        <w:t>814.4998</w:t>
      </w:r>
      <w:r>
        <w:tab/>
        <w:t>1.013e0</w:t>
      </w:r>
    </w:p>
    <w:p w:rsidR="00E00D30" w:rsidRDefault="00E00D30" w:rsidP="00E00D30">
      <w:r>
        <w:t>814.5267</w:t>
      </w:r>
      <w:r>
        <w:tab/>
        <w:t>1.013e0</w:t>
      </w:r>
    </w:p>
    <w:p w:rsidR="00E00D30" w:rsidRDefault="00E00D30" w:rsidP="00E00D30">
      <w:r>
        <w:t>814.5434</w:t>
      </w:r>
      <w:r>
        <w:tab/>
        <w:t>1.013e0</w:t>
      </w:r>
    </w:p>
    <w:p w:rsidR="00E00D30" w:rsidRDefault="00E00D30" w:rsidP="00E00D30">
      <w:r>
        <w:t>814.5652</w:t>
      </w:r>
      <w:r>
        <w:tab/>
        <w:t>2.025e0</w:t>
      </w:r>
    </w:p>
    <w:p w:rsidR="00E00D30" w:rsidRDefault="00E00D30" w:rsidP="00E00D30">
      <w:r>
        <w:t>814.5937</w:t>
      </w:r>
      <w:r>
        <w:tab/>
        <w:t>2.025e0</w:t>
      </w:r>
    </w:p>
    <w:p w:rsidR="00E00D30" w:rsidRDefault="00E00D30" w:rsidP="00E00D30">
      <w:r>
        <w:t>814.6785</w:t>
      </w:r>
      <w:r>
        <w:tab/>
        <w:t>1.013e0</w:t>
      </w:r>
    </w:p>
    <w:p w:rsidR="00E00D30" w:rsidRDefault="00E00D30" w:rsidP="00E00D30">
      <w:r>
        <w:t>814.6796</w:t>
      </w:r>
      <w:r>
        <w:tab/>
        <w:t>1.013e0</w:t>
      </w:r>
    </w:p>
    <w:p w:rsidR="00E00D30" w:rsidRDefault="00E00D30" w:rsidP="00E00D30">
      <w:r>
        <w:t>814.6974</w:t>
      </w:r>
      <w:r>
        <w:tab/>
        <w:t>1.013e0</w:t>
      </w:r>
    </w:p>
    <w:p w:rsidR="00E00D30" w:rsidRDefault="00E00D30" w:rsidP="00E00D30">
      <w:r>
        <w:t>814.7136</w:t>
      </w:r>
      <w:r>
        <w:tab/>
        <w:t>1.013e0</w:t>
      </w:r>
    </w:p>
    <w:p w:rsidR="00E00D30" w:rsidRDefault="00E00D30" w:rsidP="00E00D30">
      <w:r>
        <w:lastRenderedPageBreak/>
        <w:t>814.7189</w:t>
      </w:r>
      <w:r>
        <w:tab/>
        <w:t>1.013e0</w:t>
      </w:r>
    </w:p>
    <w:p w:rsidR="00E00D30" w:rsidRDefault="00E00D30" w:rsidP="00E00D30">
      <w:r>
        <w:t>814.7312</w:t>
      </w:r>
      <w:r>
        <w:tab/>
        <w:t>1.013e0</w:t>
      </w:r>
    </w:p>
    <w:p w:rsidR="00E00D30" w:rsidRDefault="00E00D30" w:rsidP="00E00D30">
      <w:r>
        <w:t>814.7667</w:t>
      </w:r>
      <w:r>
        <w:tab/>
        <w:t>3.038e0</w:t>
      </w:r>
    </w:p>
    <w:p w:rsidR="00E00D30" w:rsidRDefault="00E00D30" w:rsidP="00E00D30">
      <w:r>
        <w:t>814.8464</w:t>
      </w:r>
      <w:r>
        <w:tab/>
        <w:t>2.025e0</w:t>
      </w:r>
    </w:p>
    <w:p w:rsidR="00E00D30" w:rsidRDefault="00E00D30" w:rsidP="00E00D30">
      <w:r>
        <w:t>814.8840</w:t>
      </w:r>
      <w:r>
        <w:tab/>
        <w:t>2.025e0</w:t>
      </w:r>
    </w:p>
    <w:p w:rsidR="00E00D30" w:rsidRDefault="00E00D30" w:rsidP="00E00D30">
      <w:r>
        <w:t>814.9166</w:t>
      </w:r>
      <w:r>
        <w:tab/>
        <w:t>1.013e0</w:t>
      </w:r>
    </w:p>
    <w:p w:rsidR="00E00D30" w:rsidRDefault="00E00D30" w:rsidP="00E00D30">
      <w:r>
        <w:t>814.9399</w:t>
      </w:r>
      <w:r>
        <w:tab/>
        <w:t>1.013e0</w:t>
      </w:r>
    </w:p>
    <w:p w:rsidR="00E00D30" w:rsidRDefault="00E00D30" w:rsidP="00E00D30">
      <w:r>
        <w:t>814.9847</w:t>
      </w:r>
      <w:r>
        <w:tab/>
        <w:t>1.013e0</w:t>
      </w:r>
    </w:p>
    <w:p w:rsidR="00E00D30" w:rsidRDefault="00E00D30" w:rsidP="00E00D30">
      <w:r>
        <w:t>815.0007</w:t>
      </w:r>
      <w:r>
        <w:tab/>
        <w:t>2.025e0</w:t>
      </w:r>
    </w:p>
    <w:p w:rsidR="00E00D30" w:rsidRDefault="00E00D30" w:rsidP="00E00D30">
      <w:r>
        <w:t>815.0497</w:t>
      </w:r>
      <w:r>
        <w:tab/>
        <w:t>1.013e0</w:t>
      </w:r>
    </w:p>
    <w:p w:rsidR="00E00D30" w:rsidRDefault="00E00D30" w:rsidP="00E00D30">
      <w:r>
        <w:t>815.0882</w:t>
      </w:r>
      <w:r>
        <w:tab/>
        <w:t>1.013e0</w:t>
      </w:r>
    </w:p>
    <w:p w:rsidR="00E00D30" w:rsidRDefault="00E00D30" w:rsidP="00E00D30">
      <w:r>
        <w:t>815.1311</w:t>
      </w:r>
      <w:r>
        <w:tab/>
        <w:t>1.013e0</w:t>
      </w:r>
    </w:p>
    <w:p w:rsidR="00E00D30" w:rsidRDefault="00E00D30" w:rsidP="00E00D30">
      <w:r>
        <w:t>815.1422</w:t>
      </w:r>
      <w:r>
        <w:tab/>
        <w:t>4.051e0</w:t>
      </w:r>
    </w:p>
    <w:p w:rsidR="00E00D30" w:rsidRDefault="00E00D30" w:rsidP="00E00D30">
      <w:r>
        <w:t>815.1586</w:t>
      </w:r>
      <w:r>
        <w:tab/>
        <w:t>1.013e0</w:t>
      </w:r>
    </w:p>
    <w:p w:rsidR="00E00D30" w:rsidRDefault="00E00D30" w:rsidP="00E00D30">
      <w:r>
        <w:t>815.2555</w:t>
      </w:r>
      <w:r>
        <w:tab/>
        <w:t>2.025e0</w:t>
      </w:r>
    </w:p>
    <w:p w:rsidR="00E00D30" w:rsidRDefault="00E00D30" w:rsidP="00E00D30">
      <w:r>
        <w:t>815.3096</w:t>
      </w:r>
      <w:r>
        <w:tab/>
        <w:t>1.013e0</w:t>
      </w:r>
    </w:p>
    <w:p w:rsidR="00E00D30" w:rsidRDefault="00E00D30" w:rsidP="00E00D30">
      <w:r>
        <w:t>815.3581</w:t>
      </w:r>
      <w:r>
        <w:tab/>
        <w:t>1.013e0</w:t>
      </w:r>
    </w:p>
    <w:p w:rsidR="00E00D30" w:rsidRDefault="00E00D30" w:rsidP="00E00D30">
      <w:r>
        <w:t>815.3656</w:t>
      </w:r>
      <w:r>
        <w:tab/>
        <w:t>1.013e0</w:t>
      </w:r>
    </w:p>
    <w:p w:rsidR="00E00D30" w:rsidRDefault="00E00D30" w:rsidP="00E00D30">
      <w:r>
        <w:t>815.3916</w:t>
      </w:r>
      <w:r>
        <w:tab/>
        <w:t>1.013e0</w:t>
      </w:r>
    </w:p>
    <w:p w:rsidR="00E00D30" w:rsidRDefault="00E00D30" w:rsidP="00E00D30">
      <w:r>
        <w:lastRenderedPageBreak/>
        <w:t>815.4269</w:t>
      </w:r>
      <w:r>
        <w:tab/>
        <w:t>1.013e0</w:t>
      </w:r>
    </w:p>
    <w:p w:rsidR="00E00D30" w:rsidRDefault="00E00D30" w:rsidP="00E00D30">
      <w:r>
        <w:t>815.4555</w:t>
      </w:r>
      <w:r>
        <w:tab/>
        <w:t>3.038e0</w:t>
      </w:r>
    </w:p>
    <w:p w:rsidR="00E00D30" w:rsidRDefault="00E00D30" w:rsidP="00E00D30">
      <w:r>
        <w:t>815.4743</w:t>
      </w:r>
      <w:r>
        <w:tab/>
        <w:t>4.051e0</w:t>
      </w:r>
    </w:p>
    <w:p w:rsidR="00E00D30" w:rsidRDefault="00E00D30" w:rsidP="00E00D30">
      <w:r>
        <w:t>815.4834</w:t>
      </w:r>
      <w:r>
        <w:tab/>
        <w:t>2.025e0</w:t>
      </w:r>
    </w:p>
    <w:p w:rsidR="00E00D30" w:rsidRDefault="00E00D30" w:rsidP="00E00D30">
      <w:r>
        <w:t>815.4877</w:t>
      </w:r>
      <w:r>
        <w:tab/>
        <w:t>2.025e0</w:t>
      </w:r>
    </w:p>
    <w:p w:rsidR="00E00D30" w:rsidRDefault="00E00D30" w:rsidP="00E00D30">
      <w:r>
        <w:t>815.5167</w:t>
      </w:r>
      <w:r>
        <w:tab/>
        <w:t>1.013e0</w:t>
      </w:r>
    </w:p>
    <w:p w:rsidR="00E00D30" w:rsidRDefault="00E00D30" w:rsidP="00E00D30">
      <w:r>
        <w:t>815.5362</w:t>
      </w:r>
      <w:r>
        <w:tab/>
        <w:t>2.025e0</w:t>
      </w:r>
    </w:p>
    <w:p w:rsidR="00E00D30" w:rsidRDefault="00E00D30" w:rsidP="00E00D30">
      <w:r>
        <w:t>815.6506</w:t>
      </w:r>
      <w:r>
        <w:tab/>
        <w:t>2.025e0</w:t>
      </w:r>
    </w:p>
    <w:p w:rsidR="00E00D30" w:rsidRDefault="00E00D30" w:rsidP="00E00D30">
      <w:r>
        <w:t>815.6541</w:t>
      </w:r>
      <w:r>
        <w:tab/>
        <w:t>1.013e0</w:t>
      </w:r>
    </w:p>
    <w:p w:rsidR="00E00D30" w:rsidRDefault="00E00D30" w:rsidP="00E00D30">
      <w:r>
        <w:t>815.6638</w:t>
      </w:r>
      <w:r>
        <w:tab/>
        <w:t>1.013e0</w:t>
      </w:r>
    </w:p>
    <w:p w:rsidR="00E00D30" w:rsidRDefault="00E00D30" w:rsidP="00E00D30">
      <w:r>
        <w:t>815.6967</w:t>
      </w:r>
      <w:r>
        <w:tab/>
        <w:t>1.013e0</w:t>
      </w:r>
    </w:p>
    <w:p w:rsidR="00E00D30" w:rsidRDefault="00E00D30" w:rsidP="00E00D30">
      <w:r>
        <w:t>815.7142</w:t>
      </w:r>
      <w:r>
        <w:tab/>
        <w:t>1.013e0</w:t>
      </w:r>
    </w:p>
    <w:p w:rsidR="00E00D30" w:rsidRDefault="00E00D30" w:rsidP="00E00D30">
      <w:r>
        <w:t>815.7310</w:t>
      </w:r>
      <w:r>
        <w:tab/>
        <w:t>1.013e0</w:t>
      </w:r>
    </w:p>
    <w:p w:rsidR="00E00D30" w:rsidRDefault="00E00D30" w:rsidP="00E00D30">
      <w:r>
        <w:t>815.7641</w:t>
      </w:r>
      <w:r>
        <w:tab/>
        <w:t>3.038e0</w:t>
      </w:r>
    </w:p>
    <w:p w:rsidR="00E00D30" w:rsidRDefault="00E00D30" w:rsidP="00E00D30">
      <w:r>
        <w:t>815.8002</w:t>
      </w:r>
      <w:r>
        <w:tab/>
        <w:t>1.013e0</w:t>
      </w:r>
    </w:p>
    <w:p w:rsidR="00E00D30" w:rsidRDefault="00E00D30" w:rsidP="00E00D30">
      <w:r>
        <w:t>815.8038</w:t>
      </w:r>
      <w:r>
        <w:tab/>
        <w:t>1.013e0</w:t>
      </w:r>
    </w:p>
    <w:p w:rsidR="00E00D30" w:rsidRDefault="00E00D30" w:rsidP="00E00D30">
      <w:r>
        <w:t>815.8739</w:t>
      </w:r>
      <w:r>
        <w:tab/>
        <w:t>1.013e0</w:t>
      </w:r>
    </w:p>
    <w:p w:rsidR="00E00D30" w:rsidRDefault="00E00D30" w:rsidP="00E00D30">
      <w:r>
        <w:t>815.9141</w:t>
      </w:r>
      <w:r>
        <w:tab/>
        <w:t>1.013e0</w:t>
      </w:r>
    </w:p>
    <w:p w:rsidR="00E00D30" w:rsidRDefault="00E00D30" w:rsidP="00E00D30">
      <w:r>
        <w:t>815.9174</w:t>
      </w:r>
      <w:r>
        <w:tab/>
        <w:t>1.013e0</w:t>
      </w:r>
    </w:p>
    <w:p w:rsidR="00E00D30" w:rsidRDefault="00E00D30" w:rsidP="00E00D30">
      <w:r>
        <w:lastRenderedPageBreak/>
        <w:t>815.9274</w:t>
      </w:r>
      <w:r>
        <w:tab/>
        <w:t>1.013e0</w:t>
      </w:r>
    </w:p>
    <w:p w:rsidR="00E00D30" w:rsidRDefault="00E00D30" w:rsidP="00E00D30">
      <w:r>
        <w:t>815.9348</w:t>
      </w:r>
      <w:r>
        <w:tab/>
        <w:t>1.013e0</w:t>
      </w:r>
    </w:p>
    <w:p w:rsidR="00E00D30" w:rsidRDefault="00E00D30" w:rsidP="00E00D30">
      <w:r>
        <w:t>815.9850</w:t>
      </w:r>
      <w:r>
        <w:tab/>
        <w:t>1.013e0</w:t>
      </w:r>
    </w:p>
    <w:p w:rsidR="00E00D30" w:rsidRDefault="00E00D30" w:rsidP="00E00D30">
      <w:r>
        <w:t>816.0786</w:t>
      </w:r>
      <w:r>
        <w:tab/>
        <w:t>1.013e0</w:t>
      </w:r>
    </w:p>
    <w:p w:rsidR="00E00D30" w:rsidRDefault="00E00D30" w:rsidP="00E00D30">
      <w:r>
        <w:t>816.0798</w:t>
      </w:r>
      <w:r>
        <w:tab/>
        <w:t>2.025e0</w:t>
      </w:r>
    </w:p>
    <w:p w:rsidR="00E00D30" w:rsidRDefault="00E00D30" w:rsidP="00E00D30">
      <w:r>
        <w:t>816.1199</w:t>
      </w:r>
      <w:r>
        <w:tab/>
        <w:t>1.013e0</w:t>
      </w:r>
    </w:p>
    <w:p w:rsidR="00E00D30" w:rsidRDefault="00E00D30" w:rsidP="00E00D30">
      <w:r>
        <w:t>816.1749</w:t>
      </w:r>
      <w:r>
        <w:tab/>
        <w:t>1.013e0</w:t>
      </w:r>
    </w:p>
    <w:p w:rsidR="00E00D30" w:rsidRDefault="00E00D30" w:rsidP="00E00D30">
      <w:r>
        <w:t>816.2299</w:t>
      </w:r>
      <w:r>
        <w:tab/>
        <w:t>1.013e0</w:t>
      </w:r>
    </w:p>
    <w:p w:rsidR="00E00D30" w:rsidRDefault="00E00D30" w:rsidP="00E00D30">
      <w:r>
        <w:t>816.2578</w:t>
      </w:r>
      <w:r>
        <w:tab/>
        <w:t>1.013e0</w:t>
      </w:r>
    </w:p>
    <w:p w:rsidR="00E00D30" w:rsidRDefault="00E00D30" w:rsidP="00E00D30">
      <w:r>
        <w:t>816.2715</w:t>
      </w:r>
      <w:r>
        <w:tab/>
        <w:t>1.013e0</w:t>
      </w:r>
    </w:p>
    <w:p w:rsidR="00E00D30" w:rsidRDefault="00E00D30" w:rsidP="00E00D30">
      <w:r>
        <w:t>816.2903</w:t>
      </w:r>
      <w:r>
        <w:tab/>
        <w:t>1.013e0</w:t>
      </w:r>
    </w:p>
    <w:p w:rsidR="00E00D30" w:rsidRDefault="00E00D30" w:rsidP="00E00D30">
      <w:r>
        <w:t>816.2918</w:t>
      </w:r>
      <w:r>
        <w:tab/>
        <w:t>1.013e0</w:t>
      </w:r>
    </w:p>
    <w:p w:rsidR="00E00D30" w:rsidRDefault="00E00D30" w:rsidP="00E00D30">
      <w:r>
        <w:t>816.3245</w:t>
      </w:r>
      <w:r>
        <w:tab/>
        <w:t>2.025e0</w:t>
      </w:r>
    </w:p>
    <w:p w:rsidR="00E00D30" w:rsidRDefault="00E00D30" w:rsidP="00E00D30">
      <w:r>
        <w:t>816.3916</w:t>
      </w:r>
      <w:r>
        <w:tab/>
        <w:t>4.550e0</w:t>
      </w:r>
    </w:p>
    <w:p w:rsidR="00E00D30" w:rsidRDefault="00E00D30" w:rsidP="00E00D30">
      <w:r>
        <w:t>816.3953</w:t>
      </w:r>
      <w:r>
        <w:tab/>
        <w:t>1.013e0</w:t>
      </w:r>
    </w:p>
    <w:p w:rsidR="00E00D30" w:rsidRDefault="00E00D30" w:rsidP="00E00D30">
      <w:r>
        <w:t>816.4086</w:t>
      </w:r>
      <w:r>
        <w:tab/>
        <w:t>1.013e0</w:t>
      </w:r>
    </w:p>
    <w:p w:rsidR="00E00D30" w:rsidRDefault="00E00D30" w:rsidP="00E00D30">
      <w:r>
        <w:t>816.4272</w:t>
      </w:r>
      <w:r>
        <w:tab/>
        <w:t>1.013e0</w:t>
      </w:r>
    </w:p>
    <w:p w:rsidR="00E00D30" w:rsidRDefault="00E00D30" w:rsidP="00E00D30">
      <w:r>
        <w:t>816.4641</w:t>
      </w:r>
      <w:r>
        <w:tab/>
        <w:t>1.013e0</w:t>
      </w:r>
    </w:p>
    <w:p w:rsidR="00E00D30" w:rsidRDefault="00E00D30" w:rsidP="00E00D30">
      <w:r>
        <w:t>816.5048</w:t>
      </w:r>
      <w:r>
        <w:tab/>
        <w:t>1.013e0</w:t>
      </w:r>
    </w:p>
    <w:p w:rsidR="00E00D30" w:rsidRDefault="00E00D30" w:rsidP="00E00D30">
      <w:r>
        <w:lastRenderedPageBreak/>
        <w:t>816.5063</w:t>
      </w:r>
      <w:r>
        <w:tab/>
        <w:t>1.013e0</w:t>
      </w:r>
    </w:p>
    <w:p w:rsidR="00E00D30" w:rsidRDefault="00E00D30" w:rsidP="00E00D30">
      <w:r>
        <w:t>816.5538</w:t>
      </w:r>
      <w:r>
        <w:tab/>
        <w:t>2.025e0</w:t>
      </w:r>
    </w:p>
    <w:p w:rsidR="00E00D30" w:rsidRDefault="00E00D30" w:rsidP="00E00D30">
      <w:r>
        <w:t>816.5878</w:t>
      </w:r>
      <w:r>
        <w:tab/>
        <w:t>1.013e0</w:t>
      </w:r>
    </w:p>
    <w:p w:rsidR="00E00D30" w:rsidRDefault="00E00D30" w:rsidP="00E00D30">
      <w:r>
        <w:t>816.6400</w:t>
      </w:r>
      <w:r>
        <w:tab/>
        <w:t>2.025e0</w:t>
      </w:r>
    </w:p>
    <w:p w:rsidR="00E00D30" w:rsidRDefault="00E00D30" w:rsidP="00E00D30">
      <w:r>
        <w:t>816.6640</w:t>
      </w:r>
      <w:r>
        <w:tab/>
        <w:t>1.013e0</w:t>
      </w:r>
    </w:p>
    <w:p w:rsidR="00E00D30" w:rsidRDefault="00E00D30" w:rsidP="00E00D30">
      <w:r>
        <w:t>816.6837</w:t>
      </w:r>
      <w:r>
        <w:tab/>
        <w:t>1.013e0</w:t>
      </w:r>
    </w:p>
    <w:p w:rsidR="00E00D30" w:rsidRDefault="00E00D30" w:rsidP="00E00D30">
      <w:r>
        <w:t>816.6909</w:t>
      </w:r>
      <w:r>
        <w:tab/>
        <w:t>2.025e0</w:t>
      </w:r>
    </w:p>
    <w:p w:rsidR="00E00D30" w:rsidRDefault="00E00D30" w:rsidP="00E00D30">
      <w:r>
        <w:t>816.7043</w:t>
      </w:r>
      <w:r>
        <w:tab/>
        <w:t>2.025e0</w:t>
      </w:r>
    </w:p>
    <w:p w:rsidR="00E00D30" w:rsidRDefault="00E00D30" w:rsidP="00E00D30">
      <w:r>
        <w:t>816.7318</w:t>
      </w:r>
      <w:r>
        <w:tab/>
        <w:t>1.013e0</w:t>
      </w:r>
    </w:p>
    <w:p w:rsidR="00E00D30" w:rsidRDefault="00E00D30" w:rsidP="00E00D30">
      <w:r>
        <w:t>816.7391</w:t>
      </w:r>
      <w:r>
        <w:tab/>
        <w:t>1.013e0</w:t>
      </w:r>
    </w:p>
    <w:p w:rsidR="00E00D30" w:rsidRDefault="00E00D30" w:rsidP="00E00D30">
      <w:r>
        <w:t>816.7662</w:t>
      </w:r>
      <w:r>
        <w:tab/>
        <w:t>1.013e0</w:t>
      </w:r>
    </w:p>
    <w:p w:rsidR="00E00D30" w:rsidRDefault="00E00D30" w:rsidP="00E00D30">
      <w:r>
        <w:t>816.8212</w:t>
      </w:r>
      <w:r>
        <w:tab/>
        <w:t>1.013e0</w:t>
      </w:r>
    </w:p>
    <w:p w:rsidR="00E00D30" w:rsidRDefault="00E00D30" w:rsidP="00E00D30">
      <w:r>
        <w:t>816.8354</w:t>
      </w:r>
      <w:r>
        <w:tab/>
        <w:t>1.013e0</w:t>
      </w:r>
    </w:p>
    <w:p w:rsidR="00E00D30" w:rsidRDefault="00E00D30" w:rsidP="00E00D30">
      <w:r>
        <w:t>816.8502</w:t>
      </w:r>
      <w:r>
        <w:tab/>
        <w:t>1.013e0</w:t>
      </w:r>
    </w:p>
    <w:p w:rsidR="00E00D30" w:rsidRDefault="00E00D30" w:rsidP="00E00D30">
      <w:r>
        <w:t>816.9105</w:t>
      </w:r>
      <w:r>
        <w:tab/>
        <w:t>2.025e0</w:t>
      </w:r>
    </w:p>
    <w:p w:rsidR="00E00D30" w:rsidRDefault="00E00D30" w:rsidP="00E00D30">
      <w:r>
        <w:t>816.9175</w:t>
      </w:r>
      <w:r>
        <w:tab/>
        <w:t>1.013e0</w:t>
      </w:r>
    </w:p>
    <w:p w:rsidR="00E00D30" w:rsidRDefault="00E00D30" w:rsidP="00E00D30">
      <w:r>
        <w:t>816.9349</w:t>
      </w:r>
      <w:r>
        <w:tab/>
        <w:t>1.013e0</w:t>
      </w:r>
    </w:p>
    <w:p w:rsidR="00E00D30" w:rsidRDefault="00E00D30" w:rsidP="00E00D30">
      <w:r>
        <w:t>816.9706</w:t>
      </w:r>
      <w:r>
        <w:tab/>
        <w:t>1.013e0</w:t>
      </w:r>
    </w:p>
    <w:p w:rsidR="00E00D30" w:rsidRDefault="00E00D30" w:rsidP="00E00D30">
      <w:r>
        <w:t>817.0017</w:t>
      </w:r>
      <w:r>
        <w:tab/>
        <w:t>2.025e0</w:t>
      </w:r>
    </w:p>
    <w:p w:rsidR="00E00D30" w:rsidRDefault="00E00D30" w:rsidP="00E00D30">
      <w:r>
        <w:lastRenderedPageBreak/>
        <w:t>817.0368</w:t>
      </w:r>
      <w:r>
        <w:tab/>
        <w:t>1.013e0</w:t>
      </w:r>
    </w:p>
    <w:p w:rsidR="00E00D30" w:rsidRDefault="00E00D30" w:rsidP="00E00D30">
      <w:r>
        <w:t>817.0418</w:t>
      </w:r>
      <w:r>
        <w:tab/>
        <w:t>1.013e0</w:t>
      </w:r>
    </w:p>
    <w:p w:rsidR="00E00D30" w:rsidRDefault="00E00D30" w:rsidP="00E00D30">
      <w:r>
        <w:t>817.0770</w:t>
      </w:r>
      <w:r>
        <w:tab/>
        <w:t>2.025e0</w:t>
      </w:r>
    </w:p>
    <w:p w:rsidR="00E00D30" w:rsidRDefault="00E00D30" w:rsidP="00E00D30">
      <w:r>
        <w:t>817.0831</w:t>
      </w:r>
      <w:r>
        <w:tab/>
        <w:t>1.013e0</w:t>
      </w:r>
    </w:p>
    <w:p w:rsidR="00E00D30" w:rsidRDefault="00E00D30" w:rsidP="00E00D30">
      <w:r>
        <w:t>817.0873</w:t>
      </w:r>
      <w:r>
        <w:tab/>
        <w:t>1.013e0</w:t>
      </w:r>
    </w:p>
    <w:p w:rsidR="00E00D30" w:rsidRDefault="00E00D30" w:rsidP="00E00D30">
      <w:r>
        <w:t>817.1901</w:t>
      </w:r>
      <w:r>
        <w:tab/>
        <w:t>1.013e0</w:t>
      </w:r>
    </w:p>
    <w:p w:rsidR="00E00D30" w:rsidRDefault="00E00D30" w:rsidP="00E00D30">
      <w:r>
        <w:t>817.1912</w:t>
      </w:r>
      <w:r>
        <w:tab/>
        <w:t>1.013e0</w:t>
      </w:r>
    </w:p>
    <w:p w:rsidR="00E00D30" w:rsidRDefault="00E00D30" w:rsidP="00E00D30">
      <w:r>
        <w:t>817.2893</w:t>
      </w:r>
      <w:r>
        <w:tab/>
        <w:t>2.025e0</w:t>
      </w:r>
    </w:p>
    <w:p w:rsidR="00E00D30" w:rsidRDefault="00E00D30" w:rsidP="00E00D30">
      <w:r>
        <w:t>817.2983</w:t>
      </w:r>
      <w:r>
        <w:tab/>
        <w:t>3.038e0</w:t>
      </w:r>
    </w:p>
    <w:p w:rsidR="00E00D30" w:rsidRDefault="00E00D30" w:rsidP="00E00D30">
      <w:r>
        <w:t>817.3254</w:t>
      </w:r>
      <w:r>
        <w:tab/>
        <w:t>3.038e0</w:t>
      </w:r>
    </w:p>
    <w:p w:rsidR="00E00D30" w:rsidRDefault="00E00D30" w:rsidP="00E00D30">
      <w:r>
        <w:t>817.3932</w:t>
      </w:r>
      <w:r>
        <w:tab/>
        <w:t>1.013e0</w:t>
      </w:r>
    </w:p>
    <w:p w:rsidR="00E00D30" w:rsidRDefault="00E00D30" w:rsidP="00E00D30">
      <w:r>
        <w:t>817.4135</w:t>
      </w:r>
      <w:r>
        <w:tab/>
        <w:t>2.025e0</w:t>
      </w:r>
    </w:p>
    <w:p w:rsidR="00E00D30" w:rsidRDefault="00E00D30" w:rsidP="00E00D30">
      <w:r>
        <w:t>817.4431</w:t>
      </w:r>
      <w:r>
        <w:tab/>
        <w:t>1.013e0</w:t>
      </w:r>
    </w:p>
    <w:p w:rsidR="00E00D30" w:rsidRDefault="00E00D30" w:rsidP="00E00D30">
      <w:r>
        <w:t>817.4956</w:t>
      </w:r>
      <w:r>
        <w:tab/>
        <w:t>1.013e0</w:t>
      </w:r>
    </w:p>
    <w:p w:rsidR="00E00D30" w:rsidRDefault="00E00D30" w:rsidP="00E00D30">
      <w:r>
        <w:t>817.5202</w:t>
      </w:r>
      <w:r>
        <w:tab/>
        <w:t>2.025e0</w:t>
      </w:r>
    </w:p>
    <w:p w:rsidR="00E00D30" w:rsidRDefault="00E00D30" w:rsidP="00E00D30">
      <w:r>
        <w:t>817.5492</w:t>
      </w:r>
      <w:r>
        <w:tab/>
        <w:t>2.025e0</w:t>
      </w:r>
    </w:p>
    <w:p w:rsidR="00E00D30" w:rsidRDefault="00E00D30" w:rsidP="00E00D30">
      <w:r>
        <w:t>817.5632</w:t>
      </w:r>
      <w:r>
        <w:tab/>
        <w:t>1.013e0</w:t>
      </w:r>
    </w:p>
    <w:p w:rsidR="00E00D30" w:rsidRDefault="00E00D30" w:rsidP="00E00D30">
      <w:r>
        <w:t>817.5924</w:t>
      </w:r>
      <w:r>
        <w:tab/>
        <w:t>1.013e0</w:t>
      </w:r>
    </w:p>
    <w:p w:rsidR="00E00D30" w:rsidRDefault="00E00D30" w:rsidP="00E00D30">
      <w:r>
        <w:t>817.5975</w:t>
      </w:r>
      <w:r>
        <w:tab/>
        <w:t>1.013e0</w:t>
      </w:r>
    </w:p>
    <w:p w:rsidR="00E00D30" w:rsidRDefault="00E00D30" w:rsidP="00E00D30">
      <w:r>
        <w:lastRenderedPageBreak/>
        <w:t>817.6133</w:t>
      </w:r>
      <w:r>
        <w:tab/>
        <w:t>1.013e0</w:t>
      </w:r>
    </w:p>
    <w:p w:rsidR="00E00D30" w:rsidRDefault="00E00D30" w:rsidP="00E00D30">
      <w:r>
        <w:t>817.6337</w:t>
      </w:r>
      <w:r>
        <w:tab/>
        <w:t>1.013e0</w:t>
      </w:r>
    </w:p>
    <w:p w:rsidR="00E00D30" w:rsidRDefault="00E00D30" w:rsidP="00E00D30">
      <w:r>
        <w:t>817.6471</w:t>
      </w:r>
      <w:r>
        <w:tab/>
        <w:t>1.013e0</w:t>
      </w:r>
    </w:p>
    <w:p w:rsidR="00E00D30" w:rsidRDefault="00E00D30" w:rsidP="00E00D30">
      <w:r>
        <w:t>817.6560</w:t>
      </w:r>
      <w:r>
        <w:tab/>
        <w:t>2.025e0</w:t>
      </w:r>
    </w:p>
    <w:p w:rsidR="00E00D30" w:rsidRDefault="00E00D30" w:rsidP="00E00D30">
      <w:r>
        <w:t>817.6576</w:t>
      </w:r>
      <w:r>
        <w:tab/>
        <w:t>2.025e0</w:t>
      </w:r>
    </w:p>
    <w:p w:rsidR="00E00D30" w:rsidRDefault="00E00D30" w:rsidP="00E00D30">
      <w:r>
        <w:t>817.6699</w:t>
      </w:r>
      <w:r>
        <w:tab/>
        <w:t>2.025e0</w:t>
      </w:r>
    </w:p>
    <w:p w:rsidR="00E00D30" w:rsidRDefault="00E00D30" w:rsidP="00E00D30">
      <w:r>
        <w:t>817.6853</w:t>
      </w:r>
      <w:r>
        <w:tab/>
        <w:t>2.025e0</w:t>
      </w:r>
    </w:p>
    <w:p w:rsidR="00E00D30" w:rsidRDefault="00E00D30" w:rsidP="00E00D30">
      <w:r>
        <w:t>817.7664</w:t>
      </w:r>
      <w:r>
        <w:tab/>
        <w:t>1.013e0</w:t>
      </w:r>
    </w:p>
    <w:p w:rsidR="00E00D30" w:rsidRDefault="00E00D30" w:rsidP="00E00D30">
      <w:r>
        <w:t>817.7849</w:t>
      </w:r>
      <w:r>
        <w:tab/>
        <w:t>3.038e0</w:t>
      </w:r>
    </w:p>
    <w:p w:rsidR="00E00D30" w:rsidRDefault="00E00D30" w:rsidP="00E00D30">
      <w:r>
        <w:t>817.8265</w:t>
      </w:r>
      <w:r>
        <w:tab/>
        <w:t>1.013e0</w:t>
      </w:r>
    </w:p>
    <w:p w:rsidR="00E00D30" w:rsidRDefault="00E00D30" w:rsidP="00E00D30">
      <w:r>
        <w:t>817.8399</w:t>
      </w:r>
      <w:r>
        <w:tab/>
        <w:t>1.013e0</w:t>
      </w:r>
    </w:p>
    <w:p w:rsidR="00E00D30" w:rsidRDefault="00E00D30" w:rsidP="00E00D30">
      <w:r>
        <w:t>817.9776</w:t>
      </w:r>
      <w:r>
        <w:tab/>
        <w:t>1.013e0</w:t>
      </w:r>
    </w:p>
    <w:p w:rsidR="00E00D30" w:rsidRDefault="00E00D30" w:rsidP="00E00D30">
      <w:r>
        <w:t>817.9860</w:t>
      </w:r>
      <w:r>
        <w:tab/>
        <w:t>2.025e0</w:t>
      </w:r>
    </w:p>
    <w:p w:rsidR="00E00D30" w:rsidRDefault="00E00D30" w:rsidP="00E00D30">
      <w:r>
        <w:t>818.0046</w:t>
      </w:r>
      <w:r>
        <w:tab/>
        <w:t>1.013e0</w:t>
      </w:r>
    </w:p>
    <w:p w:rsidR="00E00D30" w:rsidRDefault="00E00D30" w:rsidP="00E00D30">
      <w:r>
        <w:t>818.0332</w:t>
      </w:r>
      <w:r>
        <w:tab/>
        <w:t>1.013e0</w:t>
      </w:r>
    </w:p>
    <w:p w:rsidR="00E00D30" w:rsidRDefault="00E00D30" w:rsidP="00E00D30">
      <w:r>
        <w:t>818.0500</w:t>
      </w:r>
      <w:r>
        <w:tab/>
        <w:t>2.025e0</w:t>
      </w:r>
    </w:p>
    <w:p w:rsidR="00E00D30" w:rsidRDefault="00E00D30" w:rsidP="00E00D30">
      <w:r>
        <w:t>818.1050</w:t>
      </w:r>
      <w:r>
        <w:tab/>
        <w:t>1.013e0</w:t>
      </w:r>
    </w:p>
    <w:p w:rsidR="00E00D30" w:rsidRDefault="00E00D30" w:rsidP="00E00D30">
      <w:r>
        <w:t>818.1388</w:t>
      </w:r>
      <w:r>
        <w:tab/>
        <w:t>3.038e0</w:t>
      </w:r>
    </w:p>
    <w:p w:rsidR="00E00D30" w:rsidRDefault="00E00D30" w:rsidP="00E00D30">
      <w:r>
        <w:t>818.1429</w:t>
      </w:r>
      <w:r>
        <w:tab/>
        <w:t>1.013e0</w:t>
      </w:r>
    </w:p>
    <w:p w:rsidR="00E00D30" w:rsidRDefault="00E00D30" w:rsidP="00E00D30">
      <w:r>
        <w:lastRenderedPageBreak/>
        <w:t>818.1574</w:t>
      </w:r>
      <w:r>
        <w:tab/>
        <w:t>2.025e0</w:t>
      </w:r>
    </w:p>
    <w:p w:rsidR="00E00D30" w:rsidRDefault="00E00D30" w:rsidP="00E00D30">
      <w:r>
        <w:t>818.1721</w:t>
      </w:r>
      <w:r>
        <w:tab/>
        <w:t>1.013e0</w:t>
      </w:r>
    </w:p>
    <w:p w:rsidR="00E00D30" w:rsidRDefault="00E00D30" w:rsidP="00E00D30">
      <w:r>
        <w:t>818.2083</w:t>
      </w:r>
      <w:r>
        <w:tab/>
        <w:t>1.013e0</w:t>
      </w:r>
    </w:p>
    <w:p w:rsidR="00E00D30" w:rsidRDefault="00E00D30" w:rsidP="00E00D30">
      <w:r>
        <w:t>818.2123</w:t>
      </w:r>
      <w:r>
        <w:tab/>
        <w:t>1.013e0</w:t>
      </w:r>
    </w:p>
    <w:p w:rsidR="00E00D30" w:rsidRDefault="00E00D30" w:rsidP="00E00D30">
      <w:r>
        <w:t>818.3088</w:t>
      </w:r>
      <w:r>
        <w:tab/>
        <w:t>2.025e0</w:t>
      </w:r>
    </w:p>
    <w:p w:rsidR="00E00D30" w:rsidRDefault="00E00D30" w:rsidP="00E00D30">
      <w:r>
        <w:t>818.3777</w:t>
      </w:r>
      <w:r>
        <w:tab/>
        <w:t>1.013e0</w:t>
      </w:r>
    </w:p>
    <w:p w:rsidR="00E00D30" w:rsidRDefault="00E00D30" w:rsidP="00E00D30">
      <w:r>
        <w:t>818.3839</w:t>
      </w:r>
      <w:r>
        <w:tab/>
        <w:t>2.025e0</w:t>
      </w:r>
    </w:p>
    <w:p w:rsidR="00E00D30" w:rsidRDefault="00E00D30" w:rsidP="00E00D30">
      <w:r>
        <w:t>818.3929</w:t>
      </w:r>
      <w:r>
        <w:tab/>
        <w:t>1.013e0</w:t>
      </w:r>
    </w:p>
    <w:p w:rsidR="00E00D30" w:rsidRDefault="00E00D30" w:rsidP="00E00D30">
      <w:r>
        <w:t>818.4001</w:t>
      </w:r>
      <w:r>
        <w:tab/>
        <w:t>2.025e0</w:t>
      </w:r>
    </w:p>
    <w:p w:rsidR="00E00D30" w:rsidRDefault="00E00D30" w:rsidP="00E00D30">
      <w:r>
        <w:t>818.4122</w:t>
      </w:r>
      <w:r>
        <w:tab/>
        <w:t>2.025e0</w:t>
      </w:r>
    </w:p>
    <w:p w:rsidR="00E00D30" w:rsidRDefault="00E00D30" w:rsidP="00E00D30">
      <w:r>
        <w:t>818.4600</w:t>
      </w:r>
      <w:r>
        <w:tab/>
        <w:t>1.013e0</w:t>
      </w:r>
    </w:p>
    <w:p w:rsidR="00E00D30" w:rsidRDefault="00E00D30" w:rsidP="00E00D30">
      <w:r>
        <w:t>818.4830</w:t>
      </w:r>
      <w:r>
        <w:tab/>
        <w:t>2.025e0</w:t>
      </w:r>
    </w:p>
    <w:p w:rsidR="00E00D30" w:rsidRDefault="00E00D30" w:rsidP="00E00D30">
      <w:r>
        <w:t>818.4880</w:t>
      </w:r>
      <w:r>
        <w:tab/>
        <w:t>1.013e0</w:t>
      </w:r>
    </w:p>
    <w:p w:rsidR="00E00D30" w:rsidRDefault="00E00D30" w:rsidP="00E00D30">
      <w:r>
        <w:t>818.5017</w:t>
      </w:r>
      <w:r>
        <w:tab/>
        <w:t>1.013e0</w:t>
      </w:r>
    </w:p>
    <w:p w:rsidR="00E00D30" w:rsidRDefault="00E00D30" w:rsidP="00E00D30">
      <w:r>
        <w:t>818.5626</w:t>
      </w:r>
      <w:r>
        <w:tab/>
        <w:t>5.063e0</w:t>
      </w:r>
    </w:p>
    <w:p w:rsidR="00E00D30" w:rsidRDefault="00E00D30" w:rsidP="00E00D30">
      <w:r>
        <w:t>818.6056</w:t>
      </w:r>
      <w:r>
        <w:tab/>
        <w:t>2.025e0</w:t>
      </w:r>
    </w:p>
    <w:p w:rsidR="00E00D30" w:rsidRDefault="00E00D30" w:rsidP="00E00D30">
      <w:r>
        <w:t>818.6258</w:t>
      </w:r>
      <w:r>
        <w:tab/>
        <w:t>1.013e0</w:t>
      </w:r>
    </w:p>
    <w:p w:rsidR="00E00D30" w:rsidRDefault="00E00D30" w:rsidP="00E00D30">
      <w:r>
        <w:t>818.6351</w:t>
      </w:r>
      <w:r>
        <w:tab/>
        <w:t>2.025e0</w:t>
      </w:r>
    </w:p>
    <w:p w:rsidR="00E00D30" w:rsidRDefault="00E00D30" w:rsidP="00E00D30">
      <w:r>
        <w:t>818.6406</w:t>
      </w:r>
      <w:r>
        <w:tab/>
        <w:t>1.013e0</w:t>
      </w:r>
    </w:p>
    <w:p w:rsidR="00E00D30" w:rsidRDefault="00E00D30" w:rsidP="00E00D30">
      <w:r>
        <w:lastRenderedPageBreak/>
        <w:t>818.7085</w:t>
      </w:r>
      <w:r>
        <w:tab/>
        <w:t>4.051e0</w:t>
      </w:r>
    </w:p>
    <w:p w:rsidR="00E00D30" w:rsidRDefault="00E00D30" w:rsidP="00E00D30">
      <w:r>
        <w:t>818.7155</w:t>
      </w:r>
      <w:r>
        <w:tab/>
        <w:t>1.013e0</w:t>
      </w:r>
    </w:p>
    <w:p w:rsidR="00E00D30" w:rsidRDefault="00E00D30" w:rsidP="00E00D30">
      <w:r>
        <w:t>818.7219</w:t>
      </w:r>
      <w:r>
        <w:tab/>
        <w:t>1.013e0</w:t>
      </w:r>
    </w:p>
    <w:p w:rsidR="00E00D30" w:rsidRDefault="00E00D30" w:rsidP="00E00D30">
      <w:r>
        <w:t>818.7509</w:t>
      </w:r>
      <w:r>
        <w:tab/>
        <w:t>1.013e0</w:t>
      </w:r>
    </w:p>
    <w:p w:rsidR="00E00D30" w:rsidRDefault="00E00D30" w:rsidP="00E00D30">
      <w:r>
        <w:t>818.7657</w:t>
      </w:r>
      <w:r>
        <w:tab/>
        <w:t>2.025e0</w:t>
      </w:r>
    </w:p>
    <w:p w:rsidR="00E00D30" w:rsidRDefault="00E00D30" w:rsidP="00E00D30">
      <w:r>
        <w:t>818.7806</w:t>
      </w:r>
      <w:r>
        <w:tab/>
        <w:t>3.038e0</w:t>
      </w:r>
    </w:p>
    <w:p w:rsidR="00E00D30" w:rsidRDefault="00E00D30" w:rsidP="00E00D30">
      <w:r>
        <w:t>818.8051</w:t>
      </w:r>
      <w:r>
        <w:tab/>
        <w:t>1.013e0</w:t>
      </w:r>
    </w:p>
    <w:p w:rsidR="00E00D30" w:rsidRDefault="00E00D30" w:rsidP="00E00D30">
      <w:r>
        <w:t>818.8863</w:t>
      </w:r>
      <w:r>
        <w:tab/>
        <w:t>1.013e0</w:t>
      </w:r>
    </w:p>
    <w:p w:rsidR="00E00D30" w:rsidRDefault="00E00D30" w:rsidP="00E00D30">
      <w:r>
        <w:t>818.9011</w:t>
      </w:r>
      <w:r>
        <w:tab/>
        <w:t>1.013e0</w:t>
      </w:r>
    </w:p>
    <w:p w:rsidR="00E00D30" w:rsidRDefault="00E00D30" w:rsidP="00E00D30">
      <w:r>
        <w:t>818.9538</w:t>
      </w:r>
      <w:r>
        <w:tab/>
        <w:t>1.013e0</w:t>
      </w:r>
    </w:p>
    <w:p w:rsidR="00E00D30" w:rsidRDefault="00E00D30" w:rsidP="00E00D30">
      <w:r>
        <w:t>819.0257</w:t>
      </w:r>
      <w:r>
        <w:tab/>
        <w:t>1.013e0</w:t>
      </w:r>
    </w:p>
    <w:p w:rsidR="00E00D30" w:rsidRDefault="00E00D30" w:rsidP="00E00D30">
      <w:r>
        <w:t>819.0536</w:t>
      </w:r>
      <w:r>
        <w:tab/>
        <w:t>1.013e0</w:t>
      </w:r>
    </w:p>
    <w:p w:rsidR="00E00D30" w:rsidRDefault="00E00D30" w:rsidP="00E00D30">
      <w:r>
        <w:t>819.0809</w:t>
      </w:r>
      <w:r>
        <w:tab/>
        <w:t>1.013e0</w:t>
      </w:r>
    </w:p>
    <w:p w:rsidR="00E00D30" w:rsidRDefault="00E00D30" w:rsidP="00E00D30">
      <w:r>
        <w:t>819.1085</w:t>
      </w:r>
      <w:r>
        <w:tab/>
        <w:t>1.013e0</w:t>
      </w:r>
    </w:p>
    <w:p w:rsidR="00E00D30" w:rsidRDefault="00E00D30" w:rsidP="00E00D30">
      <w:r>
        <w:t>819.1218</w:t>
      </w:r>
      <w:r>
        <w:tab/>
        <w:t>1.013e0</w:t>
      </w:r>
    </w:p>
    <w:p w:rsidR="00E00D30" w:rsidRDefault="00E00D30" w:rsidP="00E00D30">
      <w:r>
        <w:t>819.1390</w:t>
      </w:r>
      <w:r>
        <w:tab/>
        <w:t>1.013e0</w:t>
      </w:r>
    </w:p>
    <w:p w:rsidR="00E00D30" w:rsidRDefault="00E00D30" w:rsidP="00E00D30">
      <w:r>
        <w:t>819.1404</w:t>
      </w:r>
      <w:r>
        <w:tab/>
        <w:t>1.013e0</w:t>
      </w:r>
    </w:p>
    <w:p w:rsidR="00E00D30" w:rsidRDefault="00E00D30" w:rsidP="00E00D30">
      <w:r>
        <w:t>819.1498</w:t>
      </w:r>
      <w:r>
        <w:tab/>
        <w:t>1.013e0</w:t>
      </w:r>
    </w:p>
    <w:p w:rsidR="00E00D30" w:rsidRDefault="00E00D30" w:rsidP="00E00D30">
      <w:r>
        <w:t>819.1737</w:t>
      </w:r>
      <w:r>
        <w:tab/>
        <w:t>1.013e0</w:t>
      </w:r>
    </w:p>
    <w:p w:rsidR="00E00D30" w:rsidRDefault="00E00D30" w:rsidP="00E00D30">
      <w:r>
        <w:lastRenderedPageBreak/>
        <w:t>819.2188</w:t>
      </w:r>
      <w:r>
        <w:tab/>
        <w:t>1.013e0</w:t>
      </w:r>
    </w:p>
    <w:p w:rsidR="00E00D30" w:rsidRDefault="00E00D30" w:rsidP="00E00D30">
      <w:r>
        <w:t>819.2241</w:t>
      </w:r>
      <w:r>
        <w:tab/>
        <w:t>1.013e0</w:t>
      </w:r>
    </w:p>
    <w:p w:rsidR="00E00D30" w:rsidRDefault="00E00D30" w:rsidP="00E00D30">
      <w:r>
        <w:t>819.2322</w:t>
      </w:r>
      <w:r>
        <w:tab/>
        <w:t>1.013e0</w:t>
      </w:r>
    </w:p>
    <w:p w:rsidR="00E00D30" w:rsidRDefault="00E00D30" w:rsidP="00E00D30">
      <w:r>
        <w:t>819.2601</w:t>
      </w:r>
      <w:r>
        <w:tab/>
        <w:t>2.025e0</w:t>
      </w:r>
    </w:p>
    <w:p w:rsidR="00E00D30" w:rsidRDefault="00E00D30" w:rsidP="00E00D30">
      <w:r>
        <w:t>819.3287</w:t>
      </w:r>
      <w:r>
        <w:tab/>
        <w:t>1.013e0</w:t>
      </w:r>
    </w:p>
    <w:p w:rsidR="00E00D30" w:rsidRDefault="00E00D30" w:rsidP="00E00D30">
      <w:r>
        <w:t>819.3430</w:t>
      </w:r>
      <w:r>
        <w:tab/>
        <w:t>1.013e0</w:t>
      </w:r>
    </w:p>
    <w:p w:rsidR="00E00D30" w:rsidRDefault="00E00D30" w:rsidP="00E00D30">
      <w:r>
        <w:t>819.3982</w:t>
      </w:r>
      <w:r>
        <w:tab/>
        <w:t>1.013e0</w:t>
      </w:r>
    </w:p>
    <w:p w:rsidR="00E00D30" w:rsidRDefault="00E00D30" w:rsidP="00E00D30">
      <w:r>
        <w:t>819.4116</w:t>
      </w:r>
      <w:r>
        <w:tab/>
        <w:t>1.013e0</w:t>
      </w:r>
    </w:p>
    <w:p w:rsidR="00E00D30" w:rsidRDefault="00E00D30" w:rsidP="00E00D30">
      <w:r>
        <w:t>819.4401</w:t>
      </w:r>
      <w:r>
        <w:tab/>
        <w:t>2.025e0</w:t>
      </w:r>
    </w:p>
    <w:p w:rsidR="00E00D30" w:rsidRDefault="00E00D30" w:rsidP="00E00D30">
      <w:r>
        <w:t>819.4667</w:t>
      </w:r>
      <w:r>
        <w:tab/>
        <w:t>1.013e0</w:t>
      </w:r>
    </w:p>
    <w:p w:rsidR="00E00D30" w:rsidRDefault="00E00D30" w:rsidP="00E00D30">
      <w:r>
        <w:t>819.4736</w:t>
      </w:r>
      <w:r>
        <w:tab/>
        <w:t>2.025e0</w:t>
      </w:r>
    </w:p>
    <w:p w:rsidR="00E00D30" w:rsidRDefault="00E00D30" w:rsidP="00E00D30">
      <w:r>
        <w:t>819.4799</w:t>
      </w:r>
      <w:r>
        <w:tab/>
        <w:t>1.013e0</w:t>
      </w:r>
    </w:p>
    <w:p w:rsidR="00E00D30" w:rsidRDefault="00E00D30" w:rsidP="00E00D30">
      <w:r>
        <w:t>819.5547</w:t>
      </w:r>
      <w:r>
        <w:tab/>
        <w:t>2.025e0</w:t>
      </w:r>
    </w:p>
    <w:p w:rsidR="00E00D30" w:rsidRDefault="00E00D30" w:rsidP="00E00D30">
      <w:r>
        <w:t>819.5638</w:t>
      </w:r>
      <w:r>
        <w:tab/>
        <w:t>1.013e0</w:t>
      </w:r>
    </w:p>
    <w:p w:rsidR="00E00D30" w:rsidRDefault="00E00D30" w:rsidP="00E00D30">
      <w:r>
        <w:t>819.5781</w:t>
      </w:r>
      <w:r>
        <w:tab/>
        <w:t>2.025e0</w:t>
      </w:r>
    </w:p>
    <w:p w:rsidR="00E00D30" w:rsidRDefault="00E00D30" w:rsidP="00E00D30">
      <w:r>
        <w:t>819.5856</w:t>
      </w:r>
      <w:r>
        <w:tab/>
        <w:t>2.025e0</w:t>
      </w:r>
    </w:p>
    <w:p w:rsidR="00E00D30" w:rsidRDefault="00E00D30" w:rsidP="00E00D30">
      <w:r>
        <w:t>819.6313</w:t>
      </w:r>
      <w:r>
        <w:tab/>
        <w:t>2.025e0</w:t>
      </w:r>
    </w:p>
    <w:p w:rsidR="00E00D30" w:rsidRDefault="00E00D30" w:rsidP="00E00D30">
      <w:r>
        <w:t>819.6324</w:t>
      </w:r>
      <w:r>
        <w:tab/>
        <w:t>2.025e0</w:t>
      </w:r>
    </w:p>
    <w:p w:rsidR="00E00D30" w:rsidRDefault="00E00D30" w:rsidP="00E00D30">
      <w:r>
        <w:t>819.6466</w:t>
      </w:r>
      <w:r>
        <w:tab/>
        <w:t>1.013e0</w:t>
      </w:r>
    </w:p>
    <w:p w:rsidR="00E00D30" w:rsidRDefault="00E00D30" w:rsidP="00E00D30">
      <w:r>
        <w:lastRenderedPageBreak/>
        <w:t>819.6614</w:t>
      </w:r>
      <w:r>
        <w:tab/>
        <w:t>1.013e0</w:t>
      </w:r>
    </w:p>
    <w:p w:rsidR="00E00D30" w:rsidRDefault="00E00D30" w:rsidP="00E00D30">
      <w:r>
        <w:t>819.6644</w:t>
      </w:r>
      <w:r>
        <w:tab/>
        <w:t>4.051e0</w:t>
      </w:r>
    </w:p>
    <w:p w:rsidR="00E00D30" w:rsidRDefault="00E00D30" w:rsidP="00E00D30">
      <w:r>
        <w:t>819.6880</w:t>
      </w:r>
      <w:r>
        <w:tab/>
        <w:t>1.013e0</w:t>
      </w:r>
    </w:p>
    <w:p w:rsidR="00E00D30" w:rsidRDefault="00E00D30" w:rsidP="00E00D30">
      <w:r>
        <w:t>819.7428</w:t>
      </w:r>
      <w:r>
        <w:tab/>
        <w:t>1.013e0</w:t>
      </w:r>
    </w:p>
    <w:p w:rsidR="00E00D30" w:rsidRDefault="00E00D30" w:rsidP="00E00D30">
      <w:r>
        <w:t>819.7570</w:t>
      </w:r>
      <w:r>
        <w:tab/>
        <w:t>1.013e0</w:t>
      </w:r>
    </w:p>
    <w:p w:rsidR="00E00D30" w:rsidRDefault="00E00D30" w:rsidP="00E00D30">
      <w:r>
        <w:t>819.7847</w:t>
      </w:r>
      <w:r>
        <w:tab/>
        <w:t>1.013e0</w:t>
      </w:r>
    </w:p>
    <w:p w:rsidR="00E00D30" w:rsidRDefault="00E00D30" w:rsidP="00E00D30">
      <w:r>
        <w:t>819.8271</w:t>
      </w:r>
      <w:r>
        <w:tab/>
        <w:t>2.025e0</w:t>
      </w:r>
    </w:p>
    <w:p w:rsidR="00E00D30" w:rsidRDefault="00E00D30" w:rsidP="00E00D30">
      <w:r>
        <w:t>819.8399</w:t>
      </w:r>
      <w:r>
        <w:tab/>
        <w:t>1.013e0</w:t>
      </w:r>
    </w:p>
    <w:p w:rsidR="00E00D30" w:rsidRDefault="00E00D30" w:rsidP="00E00D30">
      <w:r>
        <w:t>819.8526</w:t>
      </w:r>
      <w:r>
        <w:tab/>
        <w:t>1.013e0</w:t>
      </w:r>
    </w:p>
    <w:p w:rsidR="00E00D30" w:rsidRDefault="00E00D30" w:rsidP="00E00D30">
      <w:r>
        <w:t>819.8600</w:t>
      </w:r>
      <w:r>
        <w:tab/>
        <w:t>2.025e0</w:t>
      </w:r>
    </w:p>
    <w:p w:rsidR="00E00D30" w:rsidRDefault="00E00D30" w:rsidP="00E00D30">
      <w:r>
        <w:t>819.8813</w:t>
      </w:r>
      <w:r>
        <w:tab/>
        <w:t>1.013e0</w:t>
      </w:r>
    </w:p>
    <w:p w:rsidR="00E00D30" w:rsidRDefault="00E00D30" w:rsidP="00E00D30">
      <w:r>
        <w:t>820.0049</w:t>
      </w:r>
      <w:r>
        <w:tab/>
        <w:t>3.038e0</w:t>
      </w:r>
    </w:p>
    <w:p w:rsidR="00E00D30" w:rsidRDefault="00E00D30" w:rsidP="00E00D30">
      <w:r>
        <w:t>820.1065</w:t>
      </w:r>
      <w:r>
        <w:tab/>
        <w:t>2.025e0</w:t>
      </w:r>
    </w:p>
    <w:p w:rsidR="00E00D30" w:rsidRDefault="00E00D30" w:rsidP="00E00D30">
      <w:r>
        <w:t>820.1160</w:t>
      </w:r>
      <w:r>
        <w:tab/>
        <w:t>1.013e0</w:t>
      </w:r>
    </w:p>
    <w:p w:rsidR="00E00D30" w:rsidRDefault="00E00D30" w:rsidP="00E00D30">
      <w:r>
        <w:t>820.1229</w:t>
      </w:r>
      <w:r>
        <w:tab/>
        <w:t>2.025e0</w:t>
      </w:r>
    </w:p>
    <w:p w:rsidR="00E00D30" w:rsidRDefault="00E00D30" w:rsidP="00E00D30">
      <w:r>
        <w:t>820.1735</w:t>
      </w:r>
      <w:r>
        <w:tab/>
        <w:t>2.025e0</w:t>
      </w:r>
    </w:p>
    <w:p w:rsidR="00E00D30" w:rsidRDefault="00E00D30" w:rsidP="00E00D30">
      <w:r>
        <w:t>820.1846</w:t>
      </w:r>
      <w:r>
        <w:tab/>
        <w:t>1.013e0</w:t>
      </w:r>
    </w:p>
    <w:p w:rsidR="00E00D30" w:rsidRDefault="00E00D30" w:rsidP="00E00D30">
      <w:r>
        <w:t>820.1999</w:t>
      </w:r>
      <w:r>
        <w:tab/>
        <w:t>1.013e0</w:t>
      </w:r>
    </w:p>
    <w:p w:rsidR="00E00D30" w:rsidRDefault="00E00D30" w:rsidP="00E00D30">
      <w:r>
        <w:t>820.2078</w:t>
      </w:r>
      <w:r>
        <w:tab/>
        <w:t>1.013e0</w:t>
      </w:r>
    </w:p>
    <w:p w:rsidR="00E00D30" w:rsidRDefault="00E00D30" w:rsidP="00E00D30">
      <w:r>
        <w:lastRenderedPageBreak/>
        <w:t>820.2542</w:t>
      </w:r>
      <w:r>
        <w:tab/>
        <w:t>1.013e0</w:t>
      </w:r>
    </w:p>
    <w:p w:rsidR="00E00D30" w:rsidRDefault="00E00D30" w:rsidP="00E00D30">
      <w:r>
        <w:t>820.2813</w:t>
      </w:r>
      <w:r>
        <w:tab/>
        <w:t>1.013e0</w:t>
      </w:r>
    </w:p>
    <w:p w:rsidR="00E00D30" w:rsidRDefault="00E00D30" w:rsidP="00E00D30">
      <w:r>
        <w:t>820.3722</w:t>
      </w:r>
      <w:r>
        <w:tab/>
        <w:t>3.038e0</w:t>
      </w:r>
    </w:p>
    <w:p w:rsidR="00E00D30" w:rsidRDefault="00E00D30" w:rsidP="00E00D30">
      <w:r>
        <w:t>820.3785</w:t>
      </w:r>
      <w:r>
        <w:tab/>
        <w:t>1.013e0</w:t>
      </w:r>
    </w:p>
    <w:p w:rsidR="00E00D30" w:rsidRDefault="00E00D30" w:rsidP="00E00D30">
      <w:r>
        <w:t>820.4199</w:t>
      </w:r>
      <w:r>
        <w:tab/>
        <w:t>1.013e0</w:t>
      </w:r>
    </w:p>
    <w:p w:rsidR="00E00D30" w:rsidRDefault="00E00D30" w:rsidP="00E00D30">
      <w:r>
        <w:t>820.4264</w:t>
      </w:r>
      <w:r>
        <w:tab/>
        <w:t>2.025e0</w:t>
      </w:r>
    </w:p>
    <w:p w:rsidR="00E00D30" w:rsidRDefault="00E00D30" w:rsidP="00E00D30">
      <w:r>
        <w:t>820.4319</w:t>
      </w:r>
      <w:r>
        <w:tab/>
        <w:t>2.025e0</w:t>
      </w:r>
    </w:p>
    <w:p w:rsidR="00E00D30" w:rsidRDefault="00E00D30" w:rsidP="00E00D30">
      <w:r>
        <w:t>820.4607</w:t>
      </w:r>
      <w:r>
        <w:tab/>
        <w:t>5.063e0</w:t>
      </w:r>
    </w:p>
    <w:p w:rsidR="00E00D30" w:rsidRDefault="00E00D30" w:rsidP="00E00D30">
      <w:r>
        <w:t>820.4762</w:t>
      </w:r>
      <w:r>
        <w:tab/>
        <w:t>1.013e0</w:t>
      </w:r>
    </w:p>
    <w:p w:rsidR="00E00D30" w:rsidRDefault="00E00D30" w:rsidP="00E00D30">
      <w:r>
        <w:t>820.4890</w:t>
      </w:r>
      <w:r>
        <w:tab/>
        <w:t>1.013e0</w:t>
      </w:r>
    </w:p>
    <w:p w:rsidR="00E00D30" w:rsidRDefault="00E00D30" w:rsidP="00E00D30">
      <w:r>
        <w:t>820.5028</w:t>
      </w:r>
      <w:r>
        <w:tab/>
        <w:t>2.025e0</w:t>
      </w:r>
    </w:p>
    <w:p w:rsidR="00E00D30" w:rsidRDefault="00E00D30" w:rsidP="00E00D30">
      <w:r>
        <w:t>820.5635</w:t>
      </w:r>
      <w:r>
        <w:tab/>
        <w:t>3.038e0</w:t>
      </w:r>
    </w:p>
    <w:p w:rsidR="00E00D30" w:rsidRDefault="00E00D30" w:rsidP="00E00D30">
      <w:r>
        <w:t>820.5991</w:t>
      </w:r>
      <w:r>
        <w:tab/>
        <w:t>1.013e0</w:t>
      </w:r>
    </w:p>
    <w:p w:rsidR="00E00D30" w:rsidRDefault="00E00D30" w:rsidP="00E00D30">
      <w:r>
        <w:t>820.6006</w:t>
      </w:r>
      <w:r>
        <w:tab/>
        <w:t>2.025e0</w:t>
      </w:r>
    </w:p>
    <w:p w:rsidR="00E00D30" w:rsidRDefault="00E00D30" w:rsidP="00E00D30">
      <w:r>
        <w:t>820.6066</w:t>
      </w:r>
      <w:r>
        <w:tab/>
        <w:t>2.025e0</w:t>
      </w:r>
    </w:p>
    <w:p w:rsidR="00E00D30" w:rsidRDefault="00E00D30" w:rsidP="00E00D30">
      <w:r>
        <w:t>820.6133</w:t>
      </w:r>
      <w:r>
        <w:tab/>
        <w:t>1.013e0</w:t>
      </w:r>
    </w:p>
    <w:p w:rsidR="00E00D30" w:rsidRDefault="00E00D30" w:rsidP="00E00D30">
      <w:r>
        <w:t>820.6485</w:t>
      </w:r>
      <w:r>
        <w:tab/>
        <w:t>1.013e0</w:t>
      </w:r>
    </w:p>
    <w:p w:rsidR="00E00D30" w:rsidRDefault="00E00D30" w:rsidP="00E00D30">
      <w:r>
        <w:t>820.6660</w:t>
      </w:r>
      <w:r>
        <w:tab/>
        <w:t>1.013e0</w:t>
      </w:r>
    </w:p>
    <w:p w:rsidR="00E00D30" w:rsidRDefault="00E00D30" w:rsidP="00E00D30">
      <w:r>
        <w:t>820.6835</w:t>
      </w:r>
      <w:r>
        <w:tab/>
        <w:t>1.013e0</w:t>
      </w:r>
    </w:p>
    <w:p w:rsidR="00E00D30" w:rsidRDefault="00E00D30" w:rsidP="00E00D30">
      <w:r>
        <w:lastRenderedPageBreak/>
        <w:t>820.6963</w:t>
      </w:r>
      <w:r>
        <w:tab/>
        <w:t>4.051e0</w:t>
      </w:r>
    </w:p>
    <w:p w:rsidR="00E00D30" w:rsidRDefault="00E00D30" w:rsidP="00E00D30">
      <w:r>
        <w:t>820.7511</w:t>
      </w:r>
      <w:r>
        <w:tab/>
        <w:t>1.013e0</w:t>
      </w:r>
    </w:p>
    <w:p w:rsidR="00E00D30" w:rsidRDefault="00E00D30" w:rsidP="00E00D30">
      <w:r>
        <w:t>820.7654</w:t>
      </w:r>
      <w:r>
        <w:tab/>
        <w:t>2.025e0</w:t>
      </w:r>
    </w:p>
    <w:p w:rsidR="00E00D30" w:rsidRDefault="00E00D30" w:rsidP="00E00D30">
      <w:r>
        <w:t>820.7930</w:t>
      </w:r>
      <w:r>
        <w:tab/>
        <w:t>1.013e0</w:t>
      </w:r>
    </w:p>
    <w:p w:rsidR="00E00D30" w:rsidRDefault="00E00D30" w:rsidP="00E00D30">
      <w:r>
        <w:t>820.8520</w:t>
      </w:r>
      <w:r>
        <w:tab/>
        <w:t>1.013e0</w:t>
      </w:r>
    </w:p>
    <w:p w:rsidR="00E00D30" w:rsidRDefault="00E00D30" w:rsidP="00E00D30">
      <w:r>
        <w:t>820.9046</w:t>
      </w:r>
      <w:r>
        <w:tab/>
        <w:t>1.013e0</w:t>
      </w:r>
    </w:p>
    <w:p w:rsidR="00E00D30" w:rsidRDefault="00E00D30" w:rsidP="00E00D30">
      <w:r>
        <w:t>820.9172</w:t>
      </w:r>
      <w:r>
        <w:tab/>
        <w:t>2.025e0</w:t>
      </w:r>
    </w:p>
    <w:p w:rsidR="00E00D30" w:rsidRDefault="00E00D30" w:rsidP="00E00D30">
      <w:r>
        <w:t>821.0152</w:t>
      </w:r>
      <w:r>
        <w:tab/>
        <w:t>1.013e0</w:t>
      </w:r>
    </w:p>
    <w:p w:rsidR="00E00D30" w:rsidRDefault="00E00D30" w:rsidP="00E00D30">
      <w:r>
        <w:t>821.0278</w:t>
      </w:r>
      <w:r>
        <w:tab/>
        <w:t>2.025e0</w:t>
      </w:r>
    </w:p>
    <w:p w:rsidR="00E00D30" w:rsidRDefault="00E00D30" w:rsidP="00E00D30">
      <w:r>
        <w:t>821.1079</w:t>
      </w:r>
      <w:r>
        <w:tab/>
        <w:t>1.013e0</w:t>
      </w:r>
    </w:p>
    <w:p w:rsidR="00E00D30" w:rsidRDefault="00E00D30" w:rsidP="00E00D30">
      <w:r>
        <w:t>821.1573</w:t>
      </w:r>
      <w:r>
        <w:tab/>
        <w:t>1.013e0</w:t>
      </w:r>
    </w:p>
    <w:p w:rsidR="00E00D30" w:rsidRDefault="00E00D30" w:rsidP="00E00D30">
      <w:r>
        <w:t>821.1663</w:t>
      </w:r>
      <w:r>
        <w:tab/>
        <w:t>1.013e0</w:t>
      </w:r>
    </w:p>
    <w:p w:rsidR="00E00D30" w:rsidRDefault="00E00D30" w:rsidP="00E00D30">
      <w:r>
        <w:t>821.1917</w:t>
      </w:r>
      <w:r>
        <w:tab/>
        <w:t>1.013e0</w:t>
      </w:r>
    </w:p>
    <w:p w:rsidR="00E00D30" w:rsidRDefault="00E00D30" w:rsidP="00E00D30">
      <w:r>
        <w:t>821.1939</w:t>
      </w:r>
      <w:r>
        <w:tab/>
        <w:t>1.013e0</w:t>
      </w:r>
    </w:p>
    <w:p w:rsidR="00E00D30" w:rsidRDefault="00E00D30" w:rsidP="00E00D30">
      <w:r>
        <w:t>821.2422</w:t>
      </w:r>
      <w:r>
        <w:tab/>
        <w:t>1.013e0</w:t>
      </w:r>
    </w:p>
    <w:p w:rsidR="00E00D30" w:rsidRDefault="00E00D30" w:rsidP="00E00D30">
      <w:r>
        <w:t>821.2842</w:t>
      </w:r>
      <w:r>
        <w:tab/>
        <w:t>2.025e0</w:t>
      </w:r>
    </w:p>
    <w:p w:rsidR="00E00D30" w:rsidRDefault="00E00D30" w:rsidP="00E00D30">
      <w:r>
        <w:t>821.2907</w:t>
      </w:r>
      <w:r>
        <w:tab/>
        <w:t>1.013e0</w:t>
      </w:r>
    </w:p>
    <w:p w:rsidR="00E00D30" w:rsidRDefault="00E00D30" w:rsidP="00E00D30">
      <w:r>
        <w:t>821.3041</w:t>
      </w:r>
      <w:r>
        <w:tab/>
        <w:t>2.025e0</w:t>
      </w:r>
    </w:p>
    <w:p w:rsidR="00E00D30" w:rsidRDefault="00E00D30" w:rsidP="00E00D30">
      <w:r>
        <w:t>821.3194</w:t>
      </w:r>
      <w:r>
        <w:tab/>
        <w:t>2.025e0</w:t>
      </w:r>
    </w:p>
    <w:p w:rsidR="00E00D30" w:rsidRDefault="00E00D30" w:rsidP="00E00D30">
      <w:r>
        <w:lastRenderedPageBreak/>
        <w:t>821.3456</w:t>
      </w:r>
      <w:r>
        <w:tab/>
        <w:t>2.025e0</w:t>
      </w:r>
    </w:p>
    <w:p w:rsidR="00E00D30" w:rsidRDefault="00E00D30" w:rsidP="00E00D30">
      <w:r>
        <w:t>821.3609</w:t>
      </w:r>
      <w:r>
        <w:tab/>
        <w:t>1.013e0</w:t>
      </w:r>
    </w:p>
    <w:p w:rsidR="00E00D30" w:rsidRDefault="00E00D30" w:rsidP="00E00D30">
      <w:r>
        <w:t>821.3945</w:t>
      </w:r>
      <w:r>
        <w:tab/>
        <w:t>2.025e0</w:t>
      </w:r>
    </w:p>
    <w:p w:rsidR="00E00D30" w:rsidRDefault="00E00D30" w:rsidP="00E00D30">
      <w:r>
        <w:t>821.4009</w:t>
      </w:r>
      <w:r>
        <w:tab/>
        <w:t>1.013e0</w:t>
      </w:r>
    </w:p>
    <w:p w:rsidR="00E00D30" w:rsidRDefault="00E00D30" w:rsidP="00E00D30">
      <w:r>
        <w:t>821.4083</w:t>
      </w:r>
      <w:r>
        <w:tab/>
        <w:t>2.025e0</w:t>
      </w:r>
    </w:p>
    <w:p w:rsidR="00E00D30" w:rsidRDefault="00E00D30" w:rsidP="00E00D30">
      <w:r>
        <w:t>821.4390</w:t>
      </w:r>
      <w:r>
        <w:tab/>
        <w:t>2.025e0</w:t>
      </w:r>
    </w:p>
    <w:p w:rsidR="00E00D30" w:rsidRDefault="00E00D30" w:rsidP="00E00D30">
      <w:r>
        <w:t>821.4453</w:t>
      </w:r>
      <w:r>
        <w:tab/>
        <w:t>3.038e0</w:t>
      </w:r>
    </w:p>
    <w:p w:rsidR="00E00D30" w:rsidRDefault="00E00D30" w:rsidP="00E00D30">
      <w:r>
        <w:t>821.4567</w:t>
      </w:r>
      <w:r>
        <w:tab/>
        <w:t>1.013e0</w:t>
      </w:r>
    </w:p>
    <w:p w:rsidR="00E00D30" w:rsidRDefault="00E00D30" w:rsidP="00E00D30">
      <w:r>
        <w:t>821.5116</w:t>
      </w:r>
      <w:r>
        <w:tab/>
        <w:t>2.025e0</w:t>
      </w:r>
    </w:p>
    <w:p w:rsidR="00E00D30" w:rsidRDefault="00E00D30" w:rsidP="00E00D30">
      <w:r>
        <w:t>821.5654</w:t>
      </w:r>
      <w:r>
        <w:tab/>
        <w:t>3.038e0</w:t>
      </w:r>
    </w:p>
    <w:p w:rsidR="00E00D30" w:rsidRDefault="00E00D30" w:rsidP="00E00D30">
      <w:r>
        <w:t>821.5809</w:t>
      </w:r>
      <w:r>
        <w:tab/>
        <w:t>2.025e0</w:t>
      </w:r>
    </w:p>
    <w:p w:rsidR="00E00D30" w:rsidRDefault="00E00D30" w:rsidP="00E00D30">
      <w:r>
        <w:t>821.6154</w:t>
      </w:r>
      <w:r>
        <w:tab/>
        <w:t>2.025e0</w:t>
      </w:r>
    </w:p>
    <w:p w:rsidR="00E00D30" w:rsidRDefault="00E00D30" w:rsidP="00E00D30">
      <w:r>
        <w:t>821.6204</w:t>
      </w:r>
      <w:r>
        <w:tab/>
        <w:t>2.025e0</w:t>
      </w:r>
    </w:p>
    <w:p w:rsidR="00E00D30" w:rsidRDefault="00E00D30" w:rsidP="00E00D30">
      <w:r>
        <w:t>821.6375</w:t>
      </w:r>
      <w:r>
        <w:tab/>
        <w:t>1.013e0</w:t>
      </w:r>
    </w:p>
    <w:p w:rsidR="00E00D30" w:rsidRDefault="00E00D30" w:rsidP="00E00D30">
      <w:r>
        <w:t>821.7122</w:t>
      </w:r>
      <w:r>
        <w:tab/>
        <w:t>3.038e0</w:t>
      </w:r>
    </w:p>
    <w:p w:rsidR="00E00D30" w:rsidRDefault="00E00D30" w:rsidP="00E00D30">
      <w:r>
        <w:t>821.7334</w:t>
      </w:r>
      <w:r>
        <w:tab/>
        <w:t>1.013e0</w:t>
      </w:r>
    </w:p>
    <w:p w:rsidR="00E00D30" w:rsidRDefault="00E00D30" w:rsidP="00E00D30">
      <w:r>
        <w:t>821.7494</w:t>
      </w:r>
      <w:r>
        <w:tab/>
        <w:t>2.025e0</w:t>
      </w:r>
    </w:p>
    <w:p w:rsidR="00E00D30" w:rsidRDefault="00E00D30" w:rsidP="00E00D30">
      <w:r>
        <w:t>821.7744</w:t>
      </w:r>
      <w:r>
        <w:tab/>
        <w:t>1.013e0</w:t>
      </w:r>
    </w:p>
    <w:p w:rsidR="00E00D30" w:rsidRDefault="00E00D30" w:rsidP="00E00D30">
      <w:r>
        <w:t>821.8644</w:t>
      </w:r>
      <w:r>
        <w:tab/>
        <w:t>2.025e0</w:t>
      </w:r>
    </w:p>
    <w:p w:rsidR="00E00D30" w:rsidRDefault="00E00D30" w:rsidP="00E00D30">
      <w:r>
        <w:lastRenderedPageBreak/>
        <w:t>821.8723</w:t>
      </w:r>
      <w:r>
        <w:tab/>
        <w:t>2.025e0</w:t>
      </w:r>
    </w:p>
    <w:p w:rsidR="00E00D30" w:rsidRDefault="00E00D30" w:rsidP="00E00D30">
      <w:r>
        <w:t>821.8994</w:t>
      </w:r>
      <w:r>
        <w:tab/>
        <w:t>2.025e0</w:t>
      </w:r>
    </w:p>
    <w:p w:rsidR="00E00D30" w:rsidRDefault="00E00D30" w:rsidP="00E00D30">
      <w:r>
        <w:t>821.9200</w:t>
      </w:r>
      <w:r>
        <w:tab/>
        <w:t>1.013e0</w:t>
      </w:r>
    </w:p>
    <w:p w:rsidR="00E00D30" w:rsidRDefault="00E00D30" w:rsidP="00E00D30">
      <w:r>
        <w:t>821.9558</w:t>
      </w:r>
      <w:r>
        <w:tab/>
        <w:t>2.025e0</w:t>
      </w:r>
    </w:p>
    <w:p w:rsidR="00E00D30" w:rsidRDefault="00E00D30" w:rsidP="00E00D30">
      <w:r>
        <w:t>821.9701</w:t>
      </w:r>
      <w:r>
        <w:tab/>
        <w:t>1.013e0</w:t>
      </w:r>
    </w:p>
    <w:p w:rsidR="00E00D30" w:rsidRDefault="00E00D30" w:rsidP="00E00D30">
      <w:r>
        <w:t>821.9764</w:t>
      </w:r>
      <w:r>
        <w:tab/>
        <w:t>2.025e0</w:t>
      </w:r>
    </w:p>
    <w:p w:rsidR="00E00D30" w:rsidRDefault="00E00D30" w:rsidP="00E00D30">
      <w:r>
        <w:t>822.0063</w:t>
      </w:r>
      <w:r>
        <w:tab/>
        <w:t>1.013e0</w:t>
      </w:r>
    </w:p>
    <w:p w:rsidR="00E00D30" w:rsidRDefault="00E00D30" w:rsidP="00E00D30">
      <w:r>
        <w:t>822.0730</w:t>
      </w:r>
      <w:r>
        <w:tab/>
        <w:t>1.013e0</w:t>
      </w:r>
    </w:p>
    <w:p w:rsidR="00E00D30" w:rsidRDefault="00E00D30" w:rsidP="00E00D30">
      <w:r>
        <w:t>822.0900</w:t>
      </w:r>
      <w:r>
        <w:tab/>
        <w:t>1.013e0</w:t>
      </w:r>
    </w:p>
    <w:p w:rsidR="00E00D30" w:rsidRDefault="00E00D30" w:rsidP="00E00D30">
      <w:r>
        <w:t>822.0988</w:t>
      </w:r>
      <w:r>
        <w:tab/>
        <w:t>2.025e0</w:t>
      </w:r>
    </w:p>
    <w:p w:rsidR="00E00D30" w:rsidRDefault="00E00D30" w:rsidP="00E00D30">
      <w:r>
        <w:t>822.1132</w:t>
      </w:r>
      <w:r>
        <w:tab/>
        <w:t>3.038e0</w:t>
      </w:r>
    </w:p>
    <w:p w:rsidR="00E00D30" w:rsidRDefault="00E00D30" w:rsidP="00E00D30">
      <w:r>
        <w:t>822.1418</w:t>
      </w:r>
      <w:r>
        <w:tab/>
        <w:t>1.013e0</w:t>
      </w:r>
    </w:p>
    <w:p w:rsidR="00E00D30" w:rsidRDefault="00E00D30" w:rsidP="00E00D30">
      <w:r>
        <w:t>822.1520</w:t>
      </w:r>
      <w:r>
        <w:tab/>
        <w:t>2.025e0</w:t>
      </w:r>
    </w:p>
    <w:p w:rsidR="00E00D30" w:rsidRDefault="00E00D30" w:rsidP="00E00D30">
      <w:r>
        <w:t>822.1624</w:t>
      </w:r>
      <w:r>
        <w:tab/>
        <w:t>1.013e0</w:t>
      </w:r>
    </w:p>
    <w:p w:rsidR="00E00D30" w:rsidRDefault="00E00D30" w:rsidP="00E00D30">
      <w:r>
        <w:t>822.1896</w:t>
      </w:r>
      <w:r>
        <w:tab/>
        <w:t>1.013e0</w:t>
      </w:r>
    </w:p>
    <w:p w:rsidR="00E00D30" w:rsidRDefault="00E00D30" w:rsidP="00E00D30">
      <w:r>
        <w:t>822.1973</w:t>
      </w:r>
      <w:r>
        <w:tab/>
        <w:t>2.025e0</w:t>
      </w:r>
    </w:p>
    <w:p w:rsidR="00E00D30" w:rsidRDefault="00E00D30" w:rsidP="00E00D30">
      <w:r>
        <w:t>822.2256</w:t>
      </w:r>
      <w:r>
        <w:tab/>
        <w:t>1.013e0</w:t>
      </w:r>
    </w:p>
    <w:p w:rsidR="00E00D30" w:rsidRDefault="00E00D30" w:rsidP="00E00D30">
      <w:r>
        <w:t>822.3147</w:t>
      </w:r>
      <w:r>
        <w:tab/>
        <w:t>1.013e0</w:t>
      </w:r>
    </w:p>
    <w:p w:rsidR="00E00D30" w:rsidRDefault="00E00D30" w:rsidP="00E00D30">
      <w:r>
        <w:t>822.3424</w:t>
      </w:r>
      <w:r>
        <w:tab/>
        <w:t>1.013e0</w:t>
      </w:r>
    </w:p>
    <w:p w:rsidR="00E00D30" w:rsidRDefault="00E00D30" w:rsidP="00E00D30">
      <w:r>
        <w:lastRenderedPageBreak/>
        <w:t>822.3701</w:t>
      </w:r>
      <w:r>
        <w:tab/>
        <w:t>1.013e0</w:t>
      </w:r>
    </w:p>
    <w:p w:rsidR="00E00D30" w:rsidRDefault="00E00D30" w:rsidP="00E00D30">
      <w:r>
        <w:t>822.3978</w:t>
      </w:r>
      <w:r>
        <w:tab/>
        <w:t>1.013e0</w:t>
      </w:r>
    </w:p>
    <w:p w:rsidR="00E00D30" w:rsidRDefault="00E00D30" w:rsidP="00E00D30">
      <w:r>
        <w:t>822.4127</w:t>
      </w:r>
      <w:r>
        <w:tab/>
        <w:t>1.013e0</w:t>
      </w:r>
    </w:p>
    <w:p w:rsidR="00E00D30" w:rsidRDefault="00E00D30" w:rsidP="00E00D30">
      <w:r>
        <w:t>822.4255</w:t>
      </w:r>
      <w:r>
        <w:tab/>
        <w:t>1.013e0</w:t>
      </w:r>
    </w:p>
    <w:p w:rsidR="00E00D30" w:rsidRDefault="00E00D30" w:rsidP="00E00D30">
      <w:r>
        <w:t>822.4807</w:t>
      </w:r>
      <w:r>
        <w:tab/>
        <w:t>6.076e0</w:t>
      </w:r>
    </w:p>
    <w:p w:rsidR="00E00D30" w:rsidRDefault="00E00D30" w:rsidP="00E00D30">
      <w:r>
        <w:t>822.4894</w:t>
      </w:r>
      <w:r>
        <w:tab/>
        <w:t>2.025e0</w:t>
      </w:r>
    </w:p>
    <w:p w:rsidR="00E00D30" w:rsidRDefault="00E00D30" w:rsidP="00E00D30">
      <w:r>
        <w:t>822.5107</w:t>
      </w:r>
      <w:r>
        <w:tab/>
        <w:t>2.025e0</w:t>
      </w:r>
    </w:p>
    <w:p w:rsidR="00E00D30" w:rsidRDefault="00E00D30" w:rsidP="00E00D30">
      <w:r>
        <w:t>822.5220</w:t>
      </w:r>
      <w:r>
        <w:tab/>
        <w:t>3.038e0</w:t>
      </w:r>
    </w:p>
    <w:p w:rsidR="00E00D30" w:rsidRDefault="00E00D30" w:rsidP="00E00D30">
      <w:r>
        <w:t>822.5308</w:t>
      </w:r>
      <w:r>
        <w:tab/>
        <w:t>1.013e0</w:t>
      </w:r>
    </w:p>
    <w:p w:rsidR="00E00D30" w:rsidRDefault="00E00D30" w:rsidP="00E00D30">
      <w:r>
        <w:t>822.5485</w:t>
      </w:r>
      <w:r>
        <w:tab/>
        <w:t>1.013e0</w:t>
      </w:r>
    </w:p>
    <w:p w:rsidR="00E00D30" w:rsidRDefault="00E00D30" w:rsidP="00E00D30">
      <w:r>
        <w:t>822.6002</w:t>
      </w:r>
      <w:r>
        <w:tab/>
        <w:t>4.051e0</w:t>
      </w:r>
    </w:p>
    <w:p w:rsidR="00E00D30" w:rsidRDefault="00E00D30" w:rsidP="00E00D30">
      <w:r>
        <w:t>822.6328</w:t>
      </w:r>
      <w:r>
        <w:tab/>
        <w:t>1.013e0</w:t>
      </w:r>
    </w:p>
    <w:p w:rsidR="00E00D30" w:rsidRDefault="00E00D30" w:rsidP="00E00D30">
      <w:r>
        <w:t>822.6342</w:t>
      </w:r>
      <w:r>
        <w:tab/>
        <w:t>1.013e0</w:t>
      </w:r>
    </w:p>
    <w:p w:rsidR="00E00D30" w:rsidRDefault="00E00D30" w:rsidP="00E00D30">
      <w:r>
        <w:t>822.6663</w:t>
      </w:r>
      <w:r>
        <w:tab/>
        <w:t>2.025e0</w:t>
      </w:r>
    </w:p>
    <w:p w:rsidR="00E00D30" w:rsidRDefault="00E00D30" w:rsidP="00E00D30">
      <w:r>
        <w:t>822.7159</w:t>
      </w:r>
      <w:r>
        <w:tab/>
        <w:t>1.013e0</w:t>
      </w:r>
    </w:p>
    <w:p w:rsidR="00E00D30" w:rsidRDefault="00E00D30" w:rsidP="00E00D30">
      <w:r>
        <w:t>822.7173</w:t>
      </w:r>
      <w:r>
        <w:tab/>
        <w:t>1.013e0</w:t>
      </w:r>
    </w:p>
    <w:p w:rsidR="00E00D30" w:rsidRDefault="00E00D30" w:rsidP="00E00D30">
      <w:r>
        <w:t>822.7440</w:t>
      </w:r>
      <w:r>
        <w:tab/>
        <w:t>1.013e0</w:t>
      </w:r>
    </w:p>
    <w:p w:rsidR="00E00D30" w:rsidRDefault="00E00D30" w:rsidP="00E00D30">
      <w:r>
        <w:t>822.7507</w:t>
      </w:r>
      <w:r>
        <w:tab/>
        <w:t>2.025e0</w:t>
      </w:r>
    </w:p>
    <w:p w:rsidR="00E00D30" w:rsidRDefault="00E00D30" w:rsidP="00E00D30">
      <w:r>
        <w:t>822.7579</w:t>
      </w:r>
      <w:r>
        <w:tab/>
        <w:t>1.013e0</w:t>
      </w:r>
    </w:p>
    <w:p w:rsidR="00E00D30" w:rsidRDefault="00E00D30" w:rsidP="00E00D30">
      <w:r>
        <w:lastRenderedPageBreak/>
        <w:t>822.8198</w:t>
      </w:r>
      <w:r>
        <w:tab/>
        <w:t>2.025e0</w:t>
      </w:r>
    </w:p>
    <w:p w:rsidR="00E00D30" w:rsidRDefault="00E00D30" w:rsidP="00E00D30">
      <w:r>
        <w:t>822.8529</w:t>
      </w:r>
      <w:r>
        <w:tab/>
        <w:t>3.038e0</w:t>
      </w:r>
    </w:p>
    <w:p w:rsidR="00E00D30" w:rsidRDefault="00E00D30" w:rsidP="00E00D30">
      <w:r>
        <w:t>822.8821</w:t>
      </w:r>
      <w:r>
        <w:tab/>
        <w:t>1.013e0</w:t>
      </w:r>
    </w:p>
    <w:p w:rsidR="00E00D30" w:rsidRDefault="00E00D30" w:rsidP="00E00D30">
      <w:r>
        <w:t>822.9047</w:t>
      </w:r>
      <w:r>
        <w:tab/>
        <w:t>1.013e0</w:t>
      </w:r>
    </w:p>
    <w:p w:rsidR="00E00D30" w:rsidRDefault="00E00D30" w:rsidP="00E00D30">
      <w:r>
        <w:t>822.9100</w:t>
      </w:r>
      <w:r>
        <w:tab/>
        <w:t>2.025e0</w:t>
      </w:r>
    </w:p>
    <w:p w:rsidR="00E00D30" w:rsidRDefault="00E00D30" w:rsidP="00E00D30">
      <w:r>
        <w:t>822.9944</w:t>
      </w:r>
      <w:r>
        <w:tab/>
        <w:t>1.013e0</w:t>
      </w:r>
    </w:p>
    <w:p w:rsidR="00E00D30" w:rsidRDefault="00E00D30" w:rsidP="00E00D30">
      <w:r>
        <w:t>823.0560</w:t>
      </w:r>
      <w:r>
        <w:tab/>
        <w:t>2.025e0</w:t>
      </w:r>
    </w:p>
    <w:p w:rsidR="00E00D30" w:rsidRDefault="00E00D30" w:rsidP="00E00D30">
      <w:r>
        <w:t>823.1038</w:t>
      </w:r>
      <w:r>
        <w:tab/>
        <w:t>2.025e0</w:t>
      </w:r>
    </w:p>
    <w:p w:rsidR="00E00D30" w:rsidRDefault="00E00D30" w:rsidP="00E00D30">
      <w:r>
        <w:t>823.1912</w:t>
      </w:r>
      <w:r>
        <w:tab/>
        <w:t>1.013e0</w:t>
      </w:r>
    </w:p>
    <w:p w:rsidR="00E00D30" w:rsidRDefault="00E00D30" w:rsidP="00E00D30">
      <w:r>
        <w:t>823.2147</w:t>
      </w:r>
      <w:r>
        <w:tab/>
        <w:t>2.025e0</w:t>
      </w:r>
    </w:p>
    <w:p w:rsidR="00E00D30" w:rsidRDefault="00E00D30" w:rsidP="00E00D30">
      <w:r>
        <w:t>823.2209</w:t>
      </w:r>
      <w:r>
        <w:tab/>
        <w:t>2.025e0</w:t>
      </w:r>
    </w:p>
    <w:p w:rsidR="00E00D30" w:rsidRDefault="00E00D30" w:rsidP="00E00D30">
      <w:r>
        <w:t>823.2263</w:t>
      </w:r>
      <w:r>
        <w:tab/>
        <w:t>1.013e0</w:t>
      </w:r>
    </w:p>
    <w:p w:rsidR="00E00D30" w:rsidRDefault="00E00D30" w:rsidP="00E00D30">
      <w:r>
        <w:t>823.2567</w:t>
      </w:r>
      <w:r>
        <w:tab/>
        <w:t>1.013e0</w:t>
      </w:r>
    </w:p>
    <w:p w:rsidR="00E00D30" w:rsidRDefault="00E00D30" w:rsidP="00E00D30">
      <w:r>
        <w:t>823.2601</w:t>
      </w:r>
      <w:r>
        <w:tab/>
        <w:t>1.013e0</w:t>
      </w:r>
    </w:p>
    <w:p w:rsidR="00E00D30" w:rsidRDefault="00E00D30" w:rsidP="00E00D30">
      <w:r>
        <w:t>823.2706</w:t>
      </w:r>
      <w:r>
        <w:tab/>
        <w:t>1.013e0</w:t>
      </w:r>
    </w:p>
    <w:p w:rsidR="00E00D30" w:rsidRDefault="00E00D30" w:rsidP="00E00D30">
      <w:r>
        <w:t>823.2933</w:t>
      </w:r>
      <w:r>
        <w:tab/>
        <w:t>1.013e0</w:t>
      </w:r>
    </w:p>
    <w:p w:rsidR="00E00D30" w:rsidRDefault="00E00D30" w:rsidP="00E00D30">
      <w:r>
        <w:t>823.2979</w:t>
      </w:r>
      <w:r>
        <w:tab/>
        <w:t>1.013e0</w:t>
      </w:r>
    </w:p>
    <w:p w:rsidR="00E00D30" w:rsidRDefault="00E00D30" w:rsidP="00E00D30">
      <w:r>
        <w:t>823.3442</w:t>
      </w:r>
      <w:r>
        <w:tab/>
        <w:t>1.013e0</w:t>
      </w:r>
    </w:p>
    <w:p w:rsidR="00E00D30" w:rsidRDefault="00E00D30" w:rsidP="00E00D30">
      <w:r>
        <w:t>823.3949</w:t>
      </w:r>
      <w:r>
        <w:tab/>
        <w:t>1.013e0</w:t>
      </w:r>
    </w:p>
    <w:p w:rsidR="00E00D30" w:rsidRDefault="00E00D30" w:rsidP="00E00D30">
      <w:r>
        <w:lastRenderedPageBreak/>
        <w:t>823.4152</w:t>
      </w:r>
      <w:r>
        <w:tab/>
        <w:t>3.038e0</w:t>
      </w:r>
    </w:p>
    <w:p w:rsidR="00E00D30" w:rsidRDefault="00E00D30" w:rsidP="00E00D30">
      <w:r>
        <w:t>823.4249</w:t>
      </w:r>
      <w:r>
        <w:tab/>
        <w:t>2.025e0</w:t>
      </w:r>
    </w:p>
    <w:p w:rsidR="00E00D30" w:rsidRDefault="00E00D30" w:rsidP="00E00D30">
      <w:r>
        <w:t>823.4370</w:t>
      </w:r>
      <w:r>
        <w:tab/>
        <w:t>1.013e0</w:t>
      </w:r>
    </w:p>
    <w:p w:rsidR="00E00D30" w:rsidRDefault="00E00D30" w:rsidP="00E00D30">
      <w:r>
        <w:t>823.4653</w:t>
      </w:r>
      <w:r>
        <w:tab/>
        <w:t>1.013e0</w:t>
      </w:r>
    </w:p>
    <w:p w:rsidR="00E00D30" w:rsidRDefault="00E00D30" w:rsidP="00E00D30">
      <w:r>
        <w:t>823.5058</w:t>
      </w:r>
      <w:r>
        <w:tab/>
        <w:t>1.013e0</w:t>
      </w:r>
    </w:p>
    <w:p w:rsidR="00E00D30" w:rsidRDefault="00E00D30" w:rsidP="00E00D30">
      <w:r>
        <w:t>823.5638</w:t>
      </w:r>
      <w:r>
        <w:tab/>
        <w:t>1.013e0</w:t>
      </w:r>
    </w:p>
    <w:p w:rsidR="00E00D30" w:rsidRDefault="00E00D30" w:rsidP="00E00D30">
      <w:r>
        <w:t>823.5890</w:t>
      </w:r>
      <w:r>
        <w:tab/>
        <w:t>1.013e0</w:t>
      </w:r>
    </w:p>
    <w:p w:rsidR="00E00D30" w:rsidRDefault="00E00D30" w:rsidP="00E00D30">
      <w:r>
        <w:t>823.6086</w:t>
      </w:r>
      <w:r>
        <w:tab/>
        <w:t>2.025e0</w:t>
      </w:r>
    </w:p>
    <w:p w:rsidR="00E00D30" w:rsidRDefault="00E00D30" w:rsidP="00E00D30">
      <w:r>
        <w:t>823.6494</w:t>
      </w:r>
      <w:r>
        <w:tab/>
        <w:t>1.013e0</w:t>
      </w:r>
    </w:p>
    <w:p w:rsidR="00E00D30" w:rsidRDefault="00E00D30" w:rsidP="00E00D30">
      <w:r>
        <w:t>823.6588</w:t>
      </w:r>
      <w:r>
        <w:tab/>
        <w:t>1.013e0</w:t>
      </w:r>
    </w:p>
    <w:p w:rsidR="00E00D30" w:rsidRDefault="00E00D30" w:rsidP="00E00D30">
      <w:r>
        <w:t>823.6661</w:t>
      </w:r>
      <w:r>
        <w:tab/>
        <w:t>1.013e0</w:t>
      </w:r>
    </w:p>
    <w:p w:rsidR="00E00D30" w:rsidRDefault="00E00D30" w:rsidP="00E00D30">
      <w:r>
        <w:t>823.6851</w:t>
      </w:r>
      <w:r>
        <w:tab/>
        <w:t>1.013e0</w:t>
      </w:r>
    </w:p>
    <w:p w:rsidR="00E00D30" w:rsidRDefault="00E00D30" w:rsidP="00E00D30">
      <w:r>
        <w:t>823.7142</w:t>
      </w:r>
      <w:r>
        <w:tab/>
        <w:t>1.013e0</w:t>
      </w:r>
    </w:p>
    <w:p w:rsidR="00E00D30" w:rsidRDefault="00E00D30" w:rsidP="00E00D30">
      <w:r>
        <w:t>823.7164</w:t>
      </w:r>
      <w:r>
        <w:tab/>
        <w:t>1.013e0</w:t>
      </w:r>
    </w:p>
    <w:p w:rsidR="00E00D30" w:rsidRDefault="00E00D30" w:rsidP="00E00D30">
      <w:r>
        <w:t>823.7708</w:t>
      </w:r>
      <w:r>
        <w:tab/>
        <w:t>1.013e0</w:t>
      </w:r>
    </w:p>
    <w:p w:rsidR="00E00D30" w:rsidRDefault="00E00D30" w:rsidP="00E00D30">
      <w:r>
        <w:t>823.7922</w:t>
      </w:r>
      <w:r>
        <w:tab/>
        <w:t>2.025e0</w:t>
      </w:r>
    </w:p>
    <w:p w:rsidR="00E00D30" w:rsidRDefault="00E00D30" w:rsidP="00E00D30">
      <w:r>
        <w:t>823.8019</w:t>
      </w:r>
      <w:r>
        <w:tab/>
        <w:t>1.013e0</w:t>
      </w:r>
    </w:p>
    <w:p w:rsidR="00E00D30" w:rsidRDefault="00E00D30" w:rsidP="00E00D30">
      <w:r>
        <w:t>823.8201</w:t>
      </w:r>
      <w:r>
        <w:tab/>
        <w:t>1.013e0</w:t>
      </w:r>
    </w:p>
    <w:p w:rsidR="00E00D30" w:rsidRDefault="00E00D30" w:rsidP="00E00D30">
      <w:r>
        <w:t>823.9041</w:t>
      </w:r>
      <w:r>
        <w:tab/>
        <w:t>1.013e0</w:t>
      </w:r>
    </w:p>
    <w:p w:rsidR="00E00D30" w:rsidRDefault="00E00D30" w:rsidP="00E00D30">
      <w:r>
        <w:lastRenderedPageBreak/>
        <w:t>823.9545</w:t>
      </w:r>
      <w:r>
        <w:tab/>
        <w:t>1.013e0</w:t>
      </w:r>
    </w:p>
    <w:p w:rsidR="00E00D30" w:rsidRDefault="00E00D30" w:rsidP="00E00D30">
      <w:r>
        <w:t>823.9686</w:t>
      </w:r>
      <w:r>
        <w:tab/>
        <w:t>2.025e0</w:t>
      </w:r>
    </w:p>
    <w:p w:rsidR="00E00D30" w:rsidRDefault="00E00D30" w:rsidP="00E00D30">
      <w:r>
        <w:t>824.0194</w:t>
      </w:r>
      <w:r>
        <w:tab/>
        <w:t>1.013e0</w:t>
      </w:r>
    </w:p>
    <w:p w:rsidR="00E00D30" w:rsidRDefault="00E00D30" w:rsidP="00E00D30">
      <w:r>
        <w:t>824.0328</w:t>
      </w:r>
      <w:r>
        <w:tab/>
        <w:t>1.013e0</w:t>
      </w:r>
    </w:p>
    <w:p w:rsidR="00E00D30" w:rsidRDefault="00E00D30" w:rsidP="00E00D30">
      <w:r>
        <w:t>824.0605</w:t>
      </w:r>
      <w:r>
        <w:tab/>
        <w:t>1.013e0</w:t>
      </w:r>
    </w:p>
    <w:p w:rsidR="00E00D30" w:rsidRDefault="00E00D30" w:rsidP="00E00D30">
      <w:r>
        <w:t>824.0891</w:t>
      </w:r>
      <w:r>
        <w:tab/>
        <w:t>1.013e0</w:t>
      </w:r>
    </w:p>
    <w:p w:rsidR="00E00D30" w:rsidRDefault="00E00D30" w:rsidP="00E00D30">
      <w:r>
        <w:t>824.1163</w:t>
      </w:r>
      <w:r>
        <w:tab/>
        <w:t>2.025e0</w:t>
      </w:r>
    </w:p>
    <w:p w:rsidR="00E00D30" w:rsidRDefault="00E00D30" w:rsidP="00E00D30">
      <w:r>
        <w:t>824.1920</w:t>
      </w:r>
      <w:r>
        <w:tab/>
        <w:t>1.013e0</w:t>
      </w:r>
    </w:p>
    <w:p w:rsidR="00E00D30" w:rsidRDefault="00E00D30" w:rsidP="00E00D30">
      <w:r>
        <w:t>824.2078</w:t>
      </w:r>
      <w:r>
        <w:tab/>
        <w:t>4.051e0</w:t>
      </w:r>
    </w:p>
    <w:p w:rsidR="00E00D30" w:rsidRDefault="00E00D30" w:rsidP="00E00D30">
      <w:r>
        <w:t>824.2136</w:t>
      </w:r>
      <w:r>
        <w:tab/>
        <w:t>1.013e0</w:t>
      </w:r>
    </w:p>
    <w:p w:rsidR="00E00D30" w:rsidRDefault="00E00D30" w:rsidP="00E00D30">
      <w:r>
        <w:t>824.2410</w:t>
      </w:r>
      <w:r>
        <w:tab/>
        <w:t>1.013e0</w:t>
      </w:r>
    </w:p>
    <w:p w:rsidR="00E00D30" w:rsidRDefault="00E00D30" w:rsidP="00E00D30">
      <w:r>
        <w:t>824.2552</w:t>
      </w:r>
      <w:r>
        <w:tab/>
        <w:t>1.013e0</w:t>
      </w:r>
    </w:p>
    <w:p w:rsidR="00E00D30" w:rsidRDefault="00E00D30" w:rsidP="00E00D30">
      <w:r>
        <w:t>824.2964</w:t>
      </w:r>
      <w:r>
        <w:tab/>
        <w:t>1.013e0</w:t>
      </w:r>
    </w:p>
    <w:p w:rsidR="00E00D30" w:rsidRDefault="00E00D30" w:rsidP="00E00D30">
      <w:r>
        <w:t>824.3386</w:t>
      </w:r>
      <w:r>
        <w:tab/>
        <w:t>1.013e0</w:t>
      </w:r>
    </w:p>
    <w:p w:rsidR="00E00D30" w:rsidRDefault="00E00D30" w:rsidP="00E00D30">
      <w:r>
        <w:t>824.3499</w:t>
      </w:r>
      <w:r>
        <w:tab/>
        <w:t>2.025e0</w:t>
      </w:r>
    </w:p>
    <w:p w:rsidR="00E00D30" w:rsidRDefault="00E00D30" w:rsidP="00E00D30">
      <w:r>
        <w:t>824.3797</w:t>
      </w:r>
      <w:r>
        <w:tab/>
        <w:t>1.013e0</w:t>
      </w:r>
    </w:p>
    <w:p w:rsidR="00E00D30" w:rsidRDefault="00E00D30" w:rsidP="00E00D30">
      <w:r>
        <w:t>824.4116</w:t>
      </w:r>
      <w:r>
        <w:tab/>
        <w:t>1.119e0</w:t>
      </w:r>
    </w:p>
    <w:p w:rsidR="00E00D30" w:rsidRDefault="00E00D30" w:rsidP="00E00D30">
      <w:r>
        <w:t>824.4208</w:t>
      </w:r>
      <w:r>
        <w:tab/>
        <w:t>2.025e0</w:t>
      </w:r>
    </w:p>
    <w:p w:rsidR="00E00D30" w:rsidRDefault="00E00D30" w:rsidP="00E00D30">
      <w:r>
        <w:t>824.4249</w:t>
      </w:r>
      <w:r>
        <w:tab/>
        <w:t>3.038e0</w:t>
      </w:r>
    </w:p>
    <w:p w:rsidR="00E00D30" w:rsidRDefault="00E00D30" w:rsidP="00E00D30">
      <w:r>
        <w:lastRenderedPageBreak/>
        <w:t>824.4478</w:t>
      </w:r>
      <w:r>
        <w:tab/>
        <w:t>1.013e0</w:t>
      </w:r>
    </w:p>
    <w:p w:rsidR="00E00D30" w:rsidRDefault="00E00D30" w:rsidP="00E00D30">
      <w:r>
        <w:t>824.4783</w:t>
      </w:r>
      <w:r>
        <w:tab/>
        <w:t>1.013e0</w:t>
      </w:r>
    </w:p>
    <w:p w:rsidR="00E00D30" w:rsidRDefault="00E00D30" w:rsidP="00E00D30">
      <w:r>
        <w:t>824.5138</w:t>
      </w:r>
      <w:r>
        <w:tab/>
        <w:t>2.025e0</w:t>
      </w:r>
    </w:p>
    <w:p w:rsidR="00E00D30" w:rsidRDefault="00E00D30" w:rsidP="00E00D30">
      <w:r>
        <w:t>824.5259</w:t>
      </w:r>
      <w:r>
        <w:tab/>
        <w:t>2.025e0</w:t>
      </w:r>
    </w:p>
    <w:p w:rsidR="00E00D30" w:rsidRDefault="00E00D30" w:rsidP="00E00D30">
      <w:r>
        <w:t>824.5328</w:t>
      </w:r>
      <w:r>
        <w:tab/>
        <w:t>1.013e0</w:t>
      </w:r>
    </w:p>
    <w:p w:rsidR="00E00D30" w:rsidRDefault="00E00D30" w:rsidP="00E00D30">
      <w:r>
        <w:t>824.5463</w:t>
      </w:r>
      <w:r>
        <w:tab/>
        <w:t>1.013e0</w:t>
      </w:r>
    </w:p>
    <w:p w:rsidR="00E00D30" w:rsidRDefault="00E00D30" w:rsidP="00E00D30">
      <w:r>
        <w:t>824.6244</w:t>
      </w:r>
      <w:r>
        <w:tab/>
        <w:t>2.025e0</w:t>
      </w:r>
    </w:p>
    <w:p w:rsidR="00E00D30" w:rsidRDefault="00E00D30" w:rsidP="00E00D30">
      <w:r>
        <w:t>824.6573</w:t>
      </w:r>
      <w:r>
        <w:tab/>
        <w:t>2.025e0</w:t>
      </w:r>
    </w:p>
    <w:p w:rsidR="00E00D30" w:rsidRDefault="00E00D30" w:rsidP="00E00D30">
      <w:r>
        <w:t>824.6995</w:t>
      </w:r>
      <w:r>
        <w:tab/>
        <w:t>2.025e0</w:t>
      </w:r>
    </w:p>
    <w:p w:rsidR="00E00D30" w:rsidRDefault="00E00D30" w:rsidP="00E00D30">
      <w:r>
        <w:t>824.7282</w:t>
      </w:r>
      <w:r>
        <w:tab/>
        <w:t>1.013e0</w:t>
      </w:r>
    </w:p>
    <w:p w:rsidR="00E00D30" w:rsidRDefault="00E00D30" w:rsidP="00E00D30">
      <w:r>
        <w:t>824.7545</w:t>
      </w:r>
      <w:r>
        <w:tab/>
        <w:t>1.013e0</w:t>
      </w:r>
    </w:p>
    <w:p w:rsidR="00E00D30" w:rsidRDefault="00E00D30" w:rsidP="00E00D30">
      <w:r>
        <w:t>824.7619</w:t>
      </w:r>
      <w:r>
        <w:tab/>
        <w:t>2.025e0</w:t>
      </w:r>
    </w:p>
    <w:p w:rsidR="00E00D30" w:rsidRDefault="00E00D30" w:rsidP="00E00D30">
      <w:r>
        <w:t>824.7769</w:t>
      </w:r>
      <w:r>
        <w:tab/>
        <w:t>3.038e0</w:t>
      </w:r>
    </w:p>
    <w:p w:rsidR="00E00D30" w:rsidRDefault="00E00D30" w:rsidP="00E00D30">
      <w:r>
        <w:t>824.7845</w:t>
      </w:r>
      <w:r>
        <w:tab/>
        <w:t>1.013e0</w:t>
      </w:r>
    </w:p>
    <w:p w:rsidR="00E00D30" w:rsidRDefault="00E00D30" w:rsidP="00E00D30">
      <w:r>
        <w:t>824.7855</w:t>
      </w:r>
      <w:r>
        <w:tab/>
        <w:t>1.013e0</w:t>
      </w:r>
    </w:p>
    <w:p w:rsidR="00E00D30" w:rsidRDefault="00E00D30" w:rsidP="00E00D30">
      <w:r>
        <w:t>824.9767</w:t>
      </w:r>
      <w:r>
        <w:tab/>
        <w:t>1.013e0</w:t>
      </w:r>
    </w:p>
    <w:p w:rsidR="00E00D30" w:rsidRDefault="00E00D30" w:rsidP="00E00D30">
      <w:r>
        <w:t>825.0049</w:t>
      </w:r>
      <w:r>
        <w:tab/>
        <w:t>1.013e0</w:t>
      </w:r>
    </w:p>
    <w:p w:rsidR="00E00D30" w:rsidRDefault="00E00D30" w:rsidP="00E00D30">
      <w:r>
        <w:t>825.0741</w:t>
      </w:r>
      <w:r>
        <w:tab/>
        <w:t>4.051e0</w:t>
      </w:r>
    </w:p>
    <w:p w:rsidR="00E00D30" w:rsidRDefault="00E00D30" w:rsidP="00E00D30">
      <w:r>
        <w:t>825.1129</w:t>
      </w:r>
      <w:r>
        <w:tab/>
        <w:t>2.025e0</w:t>
      </w:r>
    </w:p>
    <w:p w:rsidR="00E00D30" w:rsidRDefault="00E00D30" w:rsidP="00E00D30">
      <w:r>
        <w:lastRenderedPageBreak/>
        <w:t>825.1299</w:t>
      </w:r>
      <w:r>
        <w:tab/>
        <w:t>1.013e0</w:t>
      </w:r>
    </w:p>
    <w:p w:rsidR="00E00D30" w:rsidRDefault="00E00D30" w:rsidP="00E00D30">
      <w:r>
        <w:t>825.1746</w:t>
      </w:r>
      <w:r>
        <w:tab/>
        <w:t>1.013e0</w:t>
      </w:r>
    </w:p>
    <w:p w:rsidR="00E00D30" w:rsidRDefault="00E00D30" w:rsidP="00E00D30">
      <w:r>
        <w:t>825.1855</w:t>
      </w:r>
      <w:r>
        <w:tab/>
        <w:t>1.013e0</w:t>
      </w:r>
    </w:p>
    <w:p w:rsidR="00E00D30" w:rsidRDefault="00E00D30" w:rsidP="00E00D30">
      <w:r>
        <w:t>825.2103</w:t>
      </w:r>
      <w:r>
        <w:tab/>
        <w:t>1.013e0</w:t>
      </w:r>
    </w:p>
    <w:p w:rsidR="00E00D30" w:rsidRDefault="00E00D30" w:rsidP="00E00D30">
      <w:r>
        <w:t>825.2182</w:t>
      </w:r>
      <w:r>
        <w:tab/>
        <w:t>2.325e0</w:t>
      </w:r>
    </w:p>
    <w:p w:rsidR="00E00D30" w:rsidRDefault="00E00D30" w:rsidP="00E00D30">
      <w:r>
        <w:t>825.2337</w:t>
      </w:r>
      <w:r>
        <w:tab/>
        <w:t>2.025e0</w:t>
      </w:r>
    </w:p>
    <w:p w:rsidR="00E00D30" w:rsidRDefault="00E00D30" w:rsidP="00E00D30">
      <w:r>
        <w:t>825.2551</w:t>
      </w:r>
      <w:r>
        <w:tab/>
        <w:t>2.025e0</w:t>
      </w:r>
    </w:p>
    <w:p w:rsidR="00E00D30" w:rsidRDefault="00E00D30" w:rsidP="00E00D30">
      <w:r>
        <w:t>825.3195</w:t>
      </w:r>
      <w:r>
        <w:tab/>
        <w:t>2.025e0</w:t>
      </w:r>
    </w:p>
    <w:p w:rsidR="00E00D30" w:rsidRDefault="00E00D30" w:rsidP="00E00D30">
      <w:r>
        <w:t>825.3796</w:t>
      </w:r>
      <w:r>
        <w:tab/>
        <w:t>3.038e0</w:t>
      </w:r>
    </w:p>
    <w:p w:rsidR="00E00D30" w:rsidRDefault="00E00D30" w:rsidP="00E00D30">
      <w:r>
        <w:t>825.3953</w:t>
      </w:r>
      <w:r>
        <w:tab/>
        <w:t>1.013e0</w:t>
      </w:r>
    </w:p>
    <w:p w:rsidR="00E00D30" w:rsidRDefault="00E00D30" w:rsidP="00E00D30">
      <w:r>
        <w:t>825.4796</w:t>
      </w:r>
      <w:r>
        <w:tab/>
        <w:t>1.013e0</w:t>
      </w:r>
    </w:p>
    <w:p w:rsidR="00E00D30" w:rsidRDefault="00E00D30" w:rsidP="00E00D30">
      <w:r>
        <w:t>825.5087</w:t>
      </w:r>
      <w:r>
        <w:tab/>
        <w:t>2.025e0</w:t>
      </w:r>
    </w:p>
    <w:p w:rsidR="00E00D30" w:rsidRDefault="00E00D30" w:rsidP="00E00D30">
      <w:r>
        <w:t>825.5170</w:t>
      </w:r>
      <w:r>
        <w:tab/>
        <w:t>3.038e0</w:t>
      </w:r>
    </w:p>
    <w:p w:rsidR="00E00D30" w:rsidRDefault="00E00D30" w:rsidP="00E00D30">
      <w:r>
        <w:t>825.5583</w:t>
      </w:r>
      <w:r>
        <w:tab/>
        <w:t>3.038e0</w:t>
      </w:r>
    </w:p>
    <w:p w:rsidR="00E00D30" w:rsidRDefault="00E00D30" w:rsidP="00E00D30">
      <w:r>
        <w:t>825.5880</w:t>
      </w:r>
      <w:r>
        <w:tab/>
        <w:t>1.013e0</w:t>
      </w:r>
    </w:p>
    <w:p w:rsidR="00E00D30" w:rsidRDefault="00E00D30" w:rsidP="00E00D30">
      <w:r>
        <w:t>825.6063</w:t>
      </w:r>
      <w:r>
        <w:tab/>
        <w:t>2.025e0</w:t>
      </w:r>
    </w:p>
    <w:p w:rsidR="00E00D30" w:rsidRDefault="00E00D30" w:rsidP="00E00D30">
      <w:r>
        <w:t>825.6440</w:t>
      </w:r>
      <w:r>
        <w:tab/>
        <w:t>2.025e0</w:t>
      </w:r>
    </w:p>
    <w:p w:rsidR="00E00D30" w:rsidRDefault="00E00D30" w:rsidP="00E00D30">
      <w:r>
        <w:t>825.6663</w:t>
      </w:r>
      <w:r>
        <w:tab/>
        <w:t>1.013e0</w:t>
      </w:r>
    </w:p>
    <w:p w:rsidR="00E00D30" w:rsidRDefault="00E00D30" w:rsidP="00E00D30">
      <w:r>
        <w:t>825.6845</w:t>
      </w:r>
      <w:r>
        <w:tab/>
        <w:t>1.013e0</w:t>
      </w:r>
    </w:p>
    <w:p w:rsidR="00E00D30" w:rsidRDefault="00E00D30" w:rsidP="00E00D30">
      <w:r>
        <w:lastRenderedPageBreak/>
        <w:t>825.6868</w:t>
      </w:r>
      <w:r>
        <w:tab/>
        <w:t>1.013e0</w:t>
      </w:r>
    </w:p>
    <w:p w:rsidR="00E00D30" w:rsidRDefault="00E00D30" w:rsidP="00E00D30">
      <w:r>
        <w:t>825.6992</w:t>
      </w:r>
      <w:r>
        <w:tab/>
        <w:t>1.013e0</w:t>
      </w:r>
    </w:p>
    <w:p w:rsidR="00E00D30" w:rsidRDefault="00E00D30" w:rsidP="00E00D30">
      <w:r>
        <w:t>825.7167</w:t>
      </w:r>
      <w:r>
        <w:tab/>
        <w:t>1.013e0</w:t>
      </w:r>
    </w:p>
    <w:p w:rsidR="00E00D30" w:rsidRDefault="00E00D30" w:rsidP="00E00D30">
      <w:r>
        <w:t>825.8630</w:t>
      </w:r>
      <w:r>
        <w:tab/>
        <w:t>2.025e0</w:t>
      </w:r>
    </w:p>
    <w:p w:rsidR="00E00D30" w:rsidRDefault="00E00D30" w:rsidP="00E00D30">
      <w:r>
        <w:t>825.8804</w:t>
      </w:r>
      <w:r>
        <w:tab/>
        <w:t>1.013e0</w:t>
      </w:r>
    </w:p>
    <w:p w:rsidR="00E00D30" w:rsidRDefault="00E00D30" w:rsidP="00E00D30">
      <w:r>
        <w:t>825.9355</w:t>
      </w:r>
      <w:r>
        <w:tab/>
        <w:t>1.013e0</w:t>
      </w:r>
    </w:p>
    <w:p w:rsidR="00E00D30" w:rsidRDefault="00E00D30" w:rsidP="00E00D30">
      <w:r>
        <w:t>825.9499</w:t>
      </w:r>
      <w:r>
        <w:tab/>
        <w:t>1.013e0</w:t>
      </w:r>
    </w:p>
    <w:p w:rsidR="00E00D30" w:rsidRDefault="00E00D30" w:rsidP="00E00D30">
      <w:r>
        <w:t>825.9634</w:t>
      </w:r>
      <w:r>
        <w:tab/>
        <w:t>1.013e0</w:t>
      </w:r>
    </w:p>
    <w:p w:rsidR="00E00D30" w:rsidRDefault="00E00D30" w:rsidP="00E00D30">
      <w:r>
        <w:t>826.0333</w:t>
      </w:r>
      <w:r>
        <w:tab/>
        <w:t>1.013e0</w:t>
      </w:r>
    </w:p>
    <w:p w:rsidR="00E00D30" w:rsidRDefault="00E00D30" w:rsidP="00E00D30">
      <w:r>
        <w:t>826.0567</w:t>
      </w:r>
      <w:r>
        <w:tab/>
        <w:t>1.013e0</w:t>
      </w:r>
    </w:p>
    <w:p w:rsidR="00E00D30" w:rsidRDefault="00E00D30" w:rsidP="00E00D30">
      <w:r>
        <w:t>826.1046</w:t>
      </w:r>
      <w:r>
        <w:tab/>
        <w:t>2.025e0</w:t>
      </w:r>
    </w:p>
    <w:p w:rsidR="00E00D30" w:rsidRDefault="00E00D30" w:rsidP="00E00D30">
      <w:r>
        <w:t>826.1166</w:t>
      </w:r>
      <w:r>
        <w:tab/>
        <w:t>2.025e0</w:t>
      </w:r>
    </w:p>
    <w:p w:rsidR="00E00D30" w:rsidRDefault="00E00D30" w:rsidP="00E00D30">
      <w:r>
        <w:t>826.1360</w:t>
      </w:r>
      <w:r>
        <w:tab/>
        <w:t>2.025e0</w:t>
      </w:r>
    </w:p>
    <w:p w:rsidR="00E00D30" w:rsidRDefault="00E00D30" w:rsidP="00E00D30">
      <w:r>
        <w:t>826.1863</w:t>
      </w:r>
      <w:r>
        <w:tab/>
        <w:t>1.013e0</w:t>
      </w:r>
    </w:p>
    <w:p w:rsidR="00E00D30" w:rsidRDefault="00E00D30" w:rsidP="00E00D30">
      <w:r>
        <w:t>826.2533</w:t>
      </w:r>
      <w:r>
        <w:tab/>
        <w:t>3.038e0</w:t>
      </w:r>
    </w:p>
    <w:p w:rsidR="00E00D30" w:rsidRDefault="00E00D30" w:rsidP="00E00D30">
      <w:r>
        <w:t>826.2836</w:t>
      </w:r>
      <w:r>
        <w:tab/>
        <w:t>1.013e0</w:t>
      </w:r>
    </w:p>
    <w:p w:rsidR="00E00D30" w:rsidRDefault="00E00D30" w:rsidP="00E00D30">
      <w:r>
        <w:t>826.3115</w:t>
      </w:r>
      <w:r>
        <w:tab/>
        <w:t>1.013e0</w:t>
      </w:r>
    </w:p>
    <w:p w:rsidR="00E00D30" w:rsidRDefault="00E00D30" w:rsidP="00E00D30">
      <w:r>
        <w:t>826.3557</w:t>
      </w:r>
      <w:r>
        <w:tab/>
        <w:t>2.025e0</w:t>
      </w:r>
    </w:p>
    <w:p w:rsidR="00E00D30" w:rsidRDefault="00E00D30" w:rsidP="00E00D30">
      <w:r>
        <w:t>826.3627</w:t>
      </w:r>
      <w:r>
        <w:tab/>
        <w:t>1.013e0</w:t>
      </w:r>
    </w:p>
    <w:p w:rsidR="00E00D30" w:rsidRDefault="00E00D30" w:rsidP="00E00D30">
      <w:r>
        <w:lastRenderedPageBreak/>
        <w:t>826.3945</w:t>
      </w:r>
      <w:r>
        <w:tab/>
        <w:t>1.013e0</w:t>
      </w:r>
    </w:p>
    <w:p w:rsidR="00E00D30" w:rsidRDefault="00E00D30" w:rsidP="00E00D30">
      <w:r>
        <w:t>826.4099</w:t>
      </w:r>
      <w:r>
        <w:tab/>
        <w:t>1.013e0</w:t>
      </w:r>
    </w:p>
    <w:p w:rsidR="00E00D30" w:rsidRDefault="00E00D30" w:rsidP="00E00D30">
      <w:r>
        <w:t>826.4228</w:t>
      </w:r>
      <w:r>
        <w:tab/>
        <w:t>2.025e0</w:t>
      </w:r>
    </w:p>
    <w:p w:rsidR="00E00D30" w:rsidRDefault="00E00D30" w:rsidP="00E00D30">
      <w:r>
        <w:t>826.4547</w:t>
      </w:r>
      <w:r>
        <w:tab/>
        <w:t>2.025e0</w:t>
      </w:r>
    </w:p>
    <w:p w:rsidR="00E00D30" w:rsidRDefault="00E00D30" w:rsidP="00E00D30">
      <w:r>
        <w:t>826.4609</w:t>
      </w:r>
      <w:r>
        <w:tab/>
        <w:t>4.051e0</w:t>
      </w:r>
    </w:p>
    <w:p w:rsidR="00E00D30" w:rsidRDefault="00E00D30" w:rsidP="00E00D30">
      <w:r>
        <w:t>826.4718</w:t>
      </w:r>
      <w:r>
        <w:tab/>
        <w:t>2.025e0</w:t>
      </w:r>
    </w:p>
    <w:p w:rsidR="00E00D30" w:rsidRDefault="00E00D30" w:rsidP="00E00D30">
      <w:r>
        <w:t>826.4800</w:t>
      </w:r>
      <w:r>
        <w:tab/>
        <w:t>3.038e0</w:t>
      </w:r>
    </w:p>
    <w:p w:rsidR="00E00D30" w:rsidRDefault="00E00D30" w:rsidP="00E00D30">
      <w:r>
        <w:t>826.5137</w:t>
      </w:r>
      <w:r>
        <w:tab/>
        <w:t>1.013e0</w:t>
      </w:r>
    </w:p>
    <w:p w:rsidR="00E00D30" w:rsidRDefault="00E00D30" w:rsidP="00E00D30">
      <w:r>
        <w:t>826.5480</w:t>
      </w:r>
      <w:r>
        <w:tab/>
        <w:t>1.013e0</w:t>
      </w:r>
    </w:p>
    <w:p w:rsidR="00E00D30" w:rsidRDefault="00E00D30" w:rsidP="00E00D30">
      <w:r>
        <w:t>826.5699</w:t>
      </w:r>
      <w:r>
        <w:tab/>
        <w:t>2.025e0</w:t>
      </w:r>
    </w:p>
    <w:p w:rsidR="00E00D30" w:rsidRDefault="00E00D30" w:rsidP="00E00D30">
      <w:r>
        <w:t>826.5768</w:t>
      </w:r>
      <w:r>
        <w:tab/>
        <w:t>1.013e0</w:t>
      </w:r>
    </w:p>
    <w:p w:rsidR="00E00D30" w:rsidRDefault="00E00D30" w:rsidP="00E00D30">
      <w:r>
        <w:t>826.6169</w:t>
      </w:r>
      <w:r>
        <w:tab/>
        <w:t>2.025e0</w:t>
      </w:r>
    </w:p>
    <w:p w:rsidR="00E00D30" w:rsidRDefault="00E00D30" w:rsidP="00E00D30">
      <w:r>
        <w:t>826.6315</w:t>
      </w:r>
      <w:r>
        <w:tab/>
        <w:t>1.013e0</w:t>
      </w:r>
    </w:p>
    <w:p w:rsidR="00E00D30" w:rsidRDefault="00E00D30" w:rsidP="00E00D30">
      <w:r>
        <w:t>826.6481</w:t>
      </w:r>
      <w:r>
        <w:tab/>
        <w:t>3.038e0</w:t>
      </w:r>
    </w:p>
    <w:p w:rsidR="00E00D30" w:rsidRDefault="00E00D30" w:rsidP="00E00D30">
      <w:r>
        <w:t>826.6504</w:t>
      </w:r>
      <w:r>
        <w:tab/>
        <w:t>2.025e0</w:t>
      </w:r>
    </w:p>
    <w:p w:rsidR="00E00D30" w:rsidRDefault="00E00D30" w:rsidP="00E00D30">
      <w:r>
        <w:t>826.6663</w:t>
      </w:r>
      <w:r>
        <w:tab/>
        <w:t>2.025e0</w:t>
      </w:r>
    </w:p>
    <w:p w:rsidR="00E00D30" w:rsidRDefault="00E00D30" w:rsidP="00E00D30">
      <w:r>
        <w:t>826.6727</w:t>
      </w:r>
      <w:r>
        <w:tab/>
        <w:t>1.013e0</w:t>
      </w:r>
    </w:p>
    <w:p w:rsidR="00E00D30" w:rsidRDefault="00E00D30" w:rsidP="00E00D30">
      <w:r>
        <w:t>826.7167</w:t>
      </w:r>
      <w:r>
        <w:tab/>
        <w:t>1.013e0</w:t>
      </w:r>
    </w:p>
    <w:p w:rsidR="00E00D30" w:rsidRDefault="00E00D30" w:rsidP="00E00D30">
      <w:r>
        <w:t>826.7428</w:t>
      </w:r>
      <w:r>
        <w:tab/>
        <w:t>1.013e0</w:t>
      </w:r>
    </w:p>
    <w:p w:rsidR="00E00D30" w:rsidRDefault="00E00D30" w:rsidP="00E00D30">
      <w:r>
        <w:lastRenderedPageBreak/>
        <w:t>826.7577</w:t>
      </w:r>
      <w:r>
        <w:tab/>
        <w:t>1.013e0</w:t>
      </w:r>
    </w:p>
    <w:p w:rsidR="00E00D30" w:rsidRDefault="00E00D30" w:rsidP="00E00D30">
      <w:r>
        <w:t>826.7845</w:t>
      </w:r>
      <w:r>
        <w:tab/>
        <w:t>1.013e0</w:t>
      </w:r>
    </w:p>
    <w:p w:rsidR="00E00D30" w:rsidRDefault="00E00D30" w:rsidP="00E00D30">
      <w:r>
        <w:t>826.7985</w:t>
      </w:r>
      <w:r>
        <w:tab/>
        <w:t>1.013e0</w:t>
      </w:r>
    </w:p>
    <w:p w:rsidR="00E00D30" w:rsidRDefault="00E00D30" w:rsidP="00E00D30">
      <w:r>
        <w:t>826.8192</w:t>
      </w:r>
      <w:r>
        <w:tab/>
        <w:t>1.013e0</w:t>
      </w:r>
    </w:p>
    <w:p w:rsidR="00E00D30" w:rsidRDefault="00E00D30" w:rsidP="00E00D30">
      <w:r>
        <w:t>826.8259</w:t>
      </w:r>
      <w:r>
        <w:tab/>
        <w:t>1.013e0</w:t>
      </w:r>
    </w:p>
    <w:p w:rsidR="00E00D30" w:rsidRDefault="00E00D30" w:rsidP="00E00D30">
      <w:r>
        <w:t>826.8698</w:t>
      </w:r>
      <w:r>
        <w:tab/>
        <w:t>3.038e0</w:t>
      </w:r>
    </w:p>
    <w:p w:rsidR="00E00D30" w:rsidRDefault="00E00D30" w:rsidP="00E00D30">
      <w:r>
        <w:t>826.8820</w:t>
      </w:r>
      <w:r>
        <w:tab/>
        <w:t>1.013e0</w:t>
      </w:r>
    </w:p>
    <w:p w:rsidR="00E00D30" w:rsidRDefault="00E00D30" w:rsidP="00E00D30">
      <w:r>
        <w:t>826.8959</w:t>
      </w:r>
      <w:r>
        <w:tab/>
        <w:t>1.013e0</w:t>
      </w:r>
    </w:p>
    <w:p w:rsidR="00E00D30" w:rsidRDefault="00E00D30" w:rsidP="00E00D30">
      <w:r>
        <w:t>826.9387</w:t>
      </w:r>
      <w:r>
        <w:tab/>
        <w:t>1.013e0</w:t>
      </w:r>
    </w:p>
    <w:p w:rsidR="00E00D30" w:rsidRDefault="00E00D30" w:rsidP="00E00D30">
      <w:r>
        <w:t>826.9470</w:t>
      </w:r>
      <w:r>
        <w:tab/>
        <w:t>2.025e0</w:t>
      </w:r>
    </w:p>
    <w:p w:rsidR="00E00D30" w:rsidRDefault="00E00D30" w:rsidP="00E00D30">
      <w:r>
        <w:t>826.9794</w:t>
      </w:r>
      <w:r>
        <w:tab/>
        <w:t>1.013e0</w:t>
      </w:r>
    </w:p>
    <w:p w:rsidR="00E00D30" w:rsidRDefault="00E00D30" w:rsidP="00E00D30">
      <w:r>
        <w:t>827.0565</w:t>
      </w:r>
      <w:r>
        <w:tab/>
        <w:t>1.013e0</w:t>
      </w:r>
    </w:p>
    <w:p w:rsidR="00E00D30" w:rsidRDefault="00E00D30" w:rsidP="00E00D30">
      <w:r>
        <w:t>827.0734</w:t>
      </w:r>
      <w:r>
        <w:tab/>
        <w:t>1.013e0</w:t>
      </w:r>
    </w:p>
    <w:p w:rsidR="00E00D30" w:rsidRDefault="00E00D30" w:rsidP="00E00D30">
      <w:r>
        <w:t>827.1738</w:t>
      </w:r>
      <w:r>
        <w:tab/>
        <w:t>1.013e0</w:t>
      </w:r>
    </w:p>
    <w:p w:rsidR="00E00D30" w:rsidRDefault="00E00D30" w:rsidP="00E00D30">
      <w:r>
        <w:t>827.2296</w:t>
      </w:r>
      <w:r>
        <w:tab/>
        <w:t>1.013e0</w:t>
      </w:r>
    </w:p>
    <w:p w:rsidR="00E00D30" w:rsidRDefault="00E00D30" w:rsidP="00E00D30">
      <w:r>
        <w:t>827.2787</w:t>
      </w:r>
      <w:r>
        <w:tab/>
        <w:t>2.025e0</w:t>
      </w:r>
    </w:p>
    <w:p w:rsidR="00E00D30" w:rsidRDefault="00E00D30" w:rsidP="00E00D30">
      <w:r>
        <w:t>827.3270</w:t>
      </w:r>
      <w:r>
        <w:tab/>
        <w:t>1.013e0</w:t>
      </w:r>
    </w:p>
    <w:p w:rsidR="00E00D30" w:rsidRDefault="00E00D30" w:rsidP="00E00D30">
      <w:r>
        <w:t>827.3693</w:t>
      </w:r>
      <w:r>
        <w:tab/>
        <w:t>1.013e0</w:t>
      </w:r>
    </w:p>
    <w:p w:rsidR="00E00D30" w:rsidRDefault="00E00D30" w:rsidP="00E00D30">
      <w:r>
        <w:t>827.3963</w:t>
      </w:r>
      <w:r>
        <w:tab/>
        <w:t>2.025e0</w:t>
      </w:r>
    </w:p>
    <w:p w:rsidR="00E00D30" w:rsidRDefault="00E00D30" w:rsidP="00E00D30">
      <w:r>
        <w:lastRenderedPageBreak/>
        <w:t>827.4250</w:t>
      </w:r>
      <w:r>
        <w:tab/>
        <w:t>1.013e0</w:t>
      </w:r>
    </w:p>
    <w:p w:rsidR="00E00D30" w:rsidRDefault="00E00D30" w:rsidP="00E00D30">
      <w:r>
        <w:t>827.4420</w:t>
      </w:r>
      <w:r>
        <w:tab/>
        <w:t>4.051e0</w:t>
      </w:r>
    </w:p>
    <w:p w:rsidR="00E00D30" w:rsidRDefault="00E00D30" w:rsidP="00E00D30">
      <w:r>
        <w:t>827.4807</w:t>
      </w:r>
      <w:r>
        <w:tab/>
        <w:t>1.013e0</w:t>
      </w:r>
    </w:p>
    <w:p w:rsidR="00E00D30" w:rsidRDefault="00E00D30" w:rsidP="00E00D30">
      <w:r>
        <w:t>827.4873</w:t>
      </w:r>
      <w:r>
        <w:tab/>
        <w:t>2.025e0</w:t>
      </w:r>
    </w:p>
    <w:p w:rsidR="00E00D30" w:rsidRDefault="00E00D30" w:rsidP="00E00D30">
      <w:r>
        <w:t>827.4962</w:t>
      </w:r>
      <w:r>
        <w:tab/>
        <w:t>1.013e0</w:t>
      </w:r>
    </w:p>
    <w:p w:rsidR="00E00D30" w:rsidRDefault="00E00D30" w:rsidP="00E00D30">
      <w:r>
        <w:t>827.5499</w:t>
      </w:r>
      <w:r>
        <w:tab/>
        <w:t>1.013e0</w:t>
      </w:r>
    </w:p>
    <w:p w:rsidR="00E00D30" w:rsidRDefault="00E00D30" w:rsidP="00E00D30">
      <w:r>
        <w:t>827.6745</w:t>
      </w:r>
      <w:r>
        <w:tab/>
        <w:t>2.025e0</w:t>
      </w:r>
    </w:p>
    <w:p w:rsidR="00E00D30" w:rsidRDefault="00E00D30" w:rsidP="00E00D30">
      <w:r>
        <w:t>827.6790</w:t>
      </w:r>
      <w:r>
        <w:tab/>
        <w:t>2.025e0</w:t>
      </w:r>
    </w:p>
    <w:p w:rsidR="00E00D30" w:rsidRDefault="00E00D30" w:rsidP="00E00D30">
      <w:r>
        <w:t>827.6896</w:t>
      </w:r>
      <w:r>
        <w:tab/>
        <w:t>3.038e0</w:t>
      </w:r>
    </w:p>
    <w:p w:rsidR="00E00D30" w:rsidRDefault="00E00D30" w:rsidP="00E00D30">
      <w:r>
        <w:t>827.7077</w:t>
      </w:r>
      <w:r>
        <w:tab/>
        <w:t>2.025e0</w:t>
      </w:r>
    </w:p>
    <w:p w:rsidR="00E00D30" w:rsidRDefault="00E00D30" w:rsidP="00E00D30">
      <w:r>
        <w:t>827.7314</w:t>
      </w:r>
      <w:r>
        <w:tab/>
        <w:t>2.025e0</w:t>
      </w:r>
    </w:p>
    <w:p w:rsidR="00E00D30" w:rsidRDefault="00E00D30" w:rsidP="00E00D30">
      <w:r>
        <w:t>827.8007</w:t>
      </w:r>
      <w:r>
        <w:tab/>
        <w:t>1.013e0</w:t>
      </w:r>
    </w:p>
    <w:p w:rsidR="00E00D30" w:rsidRDefault="00E00D30" w:rsidP="00E00D30">
      <w:r>
        <w:t>827.8251</w:t>
      </w:r>
      <w:r>
        <w:tab/>
        <w:t>2.025e0</w:t>
      </w:r>
    </w:p>
    <w:p w:rsidR="00E00D30" w:rsidRDefault="00E00D30" w:rsidP="00E00D30">
      <w:r>
        <w:t>827.8534</w:t>
      </w:r>
      <w:r>
        <w:tab/>
        <w:t>2.025e0</w:t>
      </w:r>
    </w:p>
    <w:p w:rsidR="00E00D30" w:rsidRDefault="00E00D30" w:rsidP="00E00D30">
      <w:r>
        <w:t>827.8718</w:t>
      </w:r>
      <w:r>
        <w:tab/>
        <w:t>1.013e0</w:t>
      </w:r>
    </w:p>
    <w:p w:rsidR="00E00D30" w:rsidRDefault="00E00D30" w:rsidP="00E00D30">
      <w:r>
        <w:t>827.9098</w:t>
      </w:r>
      <w:r>
        <w:tab/>
        <w:t>2.025e0</w:t>
      </w:r>
    </w:p>
    <w:p w:rsidR="00E00D30" w:rsidRDefault="00E00D30" w:rsidP="00E00D30">
      <w:r>
        <w:t>827.9191</w:t>
      </w:r>
      <w:r>
        <w:tab/>
        <w:t>2.025e0</w:t>
      </w:r>
    </w:p>
    <w:p w:rsidR="00E00D30" w:rsidRDefault="00E00D30" w:rsidP="00E00D30">
      <w:r>
        <w:t>827.9307</w:t>
      </w:r>
      <w:r>
        <w:tab/>
        <w:t>2.025e0</w:t>
      </w:r>
    </w:p>
    <w:p w:rsidR="00E00D30" w:rsidRDefault="00E00D30" w:rsidP="00E00D30">
      <w:r>
        <w:t>827.9384</w:t>
      </w:r>
      <w:r>
        <w:tab/>
        <w:t>1.013e0</w:t>
      </w:r>
    </w:p>
    <w:p w:rsidR="00E00D30" w:rsidRDefault="00E00D30" w:rsidP="00E00D30">
      <w:r>
        <w:lastRenderedPageBreak/>
        <w:t>827.9554</w:t>
      </w:r>
      <w:r>
        <w:tab/>
        <w:t>1.013e0</w:t>
      </w:r>
    </w:p>
    <w:p w:rsidR="00E00D30" w:rsidRDefault="00E00D30" w:rsidP="00E00D30">
      <w:r>
        <w:t>827.9625</w:t>
      </w:r>
      <w:r>
        <w:tab/>
        <w:t>2.025e0</w:t>
      </w:r>
    </w:p>
    <w:p w:rsidR="00E00D30" w:rsidRDefault="00E00D30" w:rsidP="00E00D30">
      <w:r>
        <w:t>827.9844</w:t>
      </w:r>
      <w:r>
        <w:tab/>
        <w:t>3.038e0</w:t>
      </w:r>
    </w:p>
    <w:p w:rsidR="00E00D30" w:rsidRDefault="00E00D30" w:rsidP="00E00D30">
      <w:r>
        <w:t>827.9962</w:t>
      </w:r>
      <w:r>
        <w:tab/>
        <w:t>1.013e0</w:t>
      </w:r>
    </w:p>
    <w:p w:rsidR="00E00D30" w:rsidRDefault="00E00D30" w:rsidP="00E00D30">
      <w:r>
        <w:t>828.0659</w:t>
      </w:r>
      <w:r>
        <w:tab/>
        <w:t>1.013e0</w:t>
      </w:r>
    </w:p>
    <w:p w:rsidR="00E00D30" w:rsidRDefault="00E00D30" w:rsidP="00E00D30">
      <w:r>
        <w:t>828.0733</w:t>
      </w:r>
      <w:r>
        <w:tab/>
        <w:t>1.013e0</w:t>
      </w:r>
    </w:p>
    <w:p w:rsidR="00E00D30" w:rsidRDefault="00E00D30" w:rsidP="00E00D30">
      <w:r>
        <w:t>828.0903</w:t>
      </w:r>
      <w:r>
        <w:tab/>
        <w:t>1.013e0</w:t>
      </w:r>
    </w:p>
    <w:p w:rsidR="00E00D30" w:rsidRDefault="00E00D30" w:rsidP="00E00D30">
      <w:r>
        <w:t>828.1216</w:t>
      </w:r>
      <w:r>
        <w:tab/>
        <w:t>1.013e0</w:t>
      </w:r>
    </w:p>
    <w:p w:rsidR="00E00D30" w:rsidRDefault="00E00D30" w:rsidP="00E00D30">
      <w:r>
        <w:t>828.1774</w:t>
      </w:r>
      <w:r>
        <w:tab/>
        <w:t>1.013e0</w:t>
      </w:r>
    </w:p>
    <w:p w:rsidR="00E00D30" w:rsidRDefault="00E00D30" w:rsidP="00E00D30">
      <w:r>
        <w:t>828.1909</w:t>
      </w:r>
      <w:r>
        <w:tab/>
        <w:t>1.013e0</w:t>
      </w:r>
    </w:p>
    <w:p w:rsidR="00E00D30" w:rsidRDefault="00E00D30" w:rsidP="00E00D30">
      <w:r>
        <w:t>828.2465</w:t>
      </w:r>
      <w:r>
        <w:tab/>
        <w:t>2.025e0</w:t>
      </w:r>
    </w:p>
    <w:p w:rsidR="00E00D30" w:rsidRDefault="00E00D30" w:rsidP="00E00D30">
      <w:r>
        <w:t>828.2610</w:t>
      </w:r>
      <w:r>
        <w:tab/>
        <w:t>1.013e0</w:t>
      </w:r>
    </w:p>
    <w:p w:rsidR="00E00D30" w:rsidRDefault="00E00D30" w:rsidP="00E00D30">
      <w:r>
        <w:t>828.2748</w:t>
      </w:r>
      <w:r>
        <w:tab/>
        <w:t>2.025e0</w:t>
      </w:r>
    </w:p>
    <w:p w:rsidR="00E00D30" w:rsidRDefault="00E00D30" w:rsidP="00E00D30">
      <w:r>
        <w:t>828.3298</w:t>
      </w:r>
      <w:r>
        <w:tab/>
        <w:t>2.025e0</w:t>
      </w:r>
    </w:p>
    <w:p w:rsidR="00E00D30" w:rsidRDefault="00E00D30" w:rsidP="00E00D30">
      <w:r>
        <w:t>828.3457</w:t>
      </w:r>
      <w:r>
        <w:tab/>
        <w:t>1.013e0</w:t>
      </w:r>
    </w:p>
    <w:p w:rsidR="00E00D30" w:rsidRDefault="00E00D30" w:rsidP="00E00D30">
      <w:r>
        <w:t>828.3582</w:t>
      </w:r>
      <w:r>
        <w:tab/>
        <w:t>1.013e0</w:t>
      </w:r>
    </w:p>
    <w:p w:rsidR="00E00D30" w:rsidRDefault="00E00D30" w:rsidP="00E00D30">
      <w:r>
        <w:t>828.3737</w:t>
      </w:r>
      <w:r>
        <w:tab/>
        <w:t>2.025e0</w:t>
      </w:r>
    </w:p>
    <w:p w:rsidR="00E00D30" w:rsidRDefault="00E00D30" w:rsidP="00E00D30">
      <w:r>
        <w:t>828.4144</w:t>
      </w:r>
      <w:r>
        <w:tab/>
        <w:t>2.025e0</w:t>
      </w:r>
    </w:p>
    <w:p w:rsidR="00E00D30" w:rsidRDefault="00E00D30" w:rsidP="00E00D30">
      <w:r>
        <w:t>828.4203</w:t>
      </w:r>
      <w:r>
        <w:tab/>
        <w:t>2.025e0</w:t>
      </w:r>
    </w:p>
    <w:p w:rsidR="00E00D30" w:rsidRDefault="00E00D30" w:rsidP="00E00D30">
      <w:r>
        <w:lastRenderedPageBreak/>
        <w:t>828.4293</w:t>
      </w:r>
      <w:r>
        <w:tab/>
        <w:t>1.013e0</w:t>
      </w:r>
    </w:p>
    <w:p w:rsidR="00E00D30" w:rsidRDefault="00E00D30" w:rsidP="00E00D30">
      <w:r>
        <w:t>828.4453</w:t>
      </w:r>
      <w:r>
        <w:tab/>
        <w:t>1.013e0</w:t>
      </w:r>
    </w:p>
    <w:p w:rsidR="00E00D30" w:rsidRDefault="00E00D30" w:rsidP="00E00D30">
      <w:r>
        <w:t>828.4697</w:t>
      </w:r>
      <w:r>
        <w:tab/>
        <w:t>2.025e0</w:t>
      </w:r>
    </w:p>
    <w:p w:rsidR="00E00D30" w:rsidRDefault="00E00D30" w:rsidP="00E00D30">
      <w:r>
        <w:t>828.4771</w:t>
      </w:r>
      <w:r>
        <w:tab/>
        <w:t>2.025e0</w:t>
      </w:r>
    </w:p>
    <w:p w:rsidR="00E00D30" w:rsidRDefault="00E00D30" w:rsidP="00E00D30">
      <w:r>
        <w:t>828.5117</w:t>
      </w:r>
      <w:r>
        <w:tab/>
        <w:t>3.038e0</w:t>
      </w:r>
    </w:p>
    <w:p w:rsidR="00E00D30" w:rsidRDefault="00E00D30" w:rsidP="00E00D30">
      <w:r>
        <w:t>828.5367</w:t>
      </w:r>
      <w:r>
        <w:tab/>
        <w:t>5.063e0</w:t>
      </w:r>
    </w:p>
    <w:p w:rsidR="00E00D30" w:rsidRDefault="00E00D30" w:rsidP="00E00D30">
      <w:r>
        <w:t>828.5673</w:t>
      </w:r>
      <w:r>
        <w:tab/>
        <w:t>1.013e0</w:t>
      </w:r>
    </w:p>
    <w:p w:rsidR="00E00D30" w:rsidRDefault="00E00D30" w:rsidP="00E00D30">
      <w:r>
        <w:t>828.5688</w:t>
      </w:r>
      <w:r>
        <w:tab/>
        <w:t>1.013e0</w:t>
      </w:r>
    </w:p>
    <w:p w:rsidR="00E00D30" w:rsidRDefault="00E00D30" w:rsidP="00E00D30">
      <w:r>
        <w:t>828.5887</w:t>
      </w:r>
      <w:r>
        <w:tab/>
        <w:t>4.051e0</w:t>
      </w:r>
    </w:p>
    <w:p w:rsidR="00E00D30" w:rsidRDefault="00E00D30" w:rsidP="00E00D30">
      <w:r>
        <w:t>828.6424</w:t>
      </w:r>
      <w:r>
        <w:tab/>
        <w:t>3.038e0</w:t>
      </w:r>
    </w:p>
    <w:p w:rsidR="00E00D30" w:rsidRDefault="00E00D30" w:rsidP="00E00D30">
      <w:r>
        <w:t>828.6912</w:t>
      </w:r>
      <w:r>
        <w:tab/>
        <w:t>3.038e0</w:t>
      </w:r>
    </w:p>
    <w:p w:rsidR="00E00D30" w:rsidRDefault="00E00D30" w:rsidP="00E00D30">
      <w:r>
        <w:t>828.6933</w:t>
      </w:r>
      <w:r>
        <w:tab/>
        <w:t>1.013e0</w:t>
      </w:r>
    </w:p>
    <w:p w:rsidR="00E00D30" w:rsidRDefault="00E00D30" w:rsidP="00E00D30">
      <w:r>
        <w:t>828.7347</w:t>
      </w:r>
      <w:r>
        <w:tab/>
        <w:t>1.013e0</w:t>
      </w:r>
    </w:p>
    <w:p w:rsidR="00E00D30" w:rsidRDefault="00E00D30" w:rsidP="00E00D30">
      <w:r>
        <w:t>828.7910</w:t>
      </w:r>
      <w:r>
        <w:tab/>
        <w:t>1.013e0</w:t>
      </w:r>
    </w:p>
    <w:p w:rsidR="00E00D30" w:rsidRDefault="00E00D30" w:rsidP="00E00D30">
      <w:r>
        <w:t>828.8328</w:t>
      </w:r>
      <w:r>
        <w:tab/>
        <w:t>2.025e0</w:t>
      </w:r>
    </w:p>
    <w:p w:rsidR="00E00D30" w:rsidRDefault="00E00D30" w:rsidP="00E00D30">
      <w:r>
        <w:t>828.8528</w:t>
      </w:r>
      <w:r>
        <w:tab/>
        <w:t>1.013e0</w:t>
      </w:r>
    </w:p>
    <w:p w:rsidR="00E00D30" w:rsidRDefault="00E00D30" w:rsidP="00E00D30">
      <w:r>
        <w:t>828.8878</w:t>
      </w:r>
      <w:r>
        <w:tab/>
        <w:t>1.013e0</w:t>
      </w:r>
    </w:p>
    <w:p w:rsidR="00E00D30" w:rsidRDefault="00E00D30" w:rsidP="00E00D30">
      <w:r>
        <w:t>828.9304</w:t>
      </w:r>
      <w:r>
        <w:tab/>
        <w:t>1.013e0</w:t>
      </w:r>
    </w:p>
    <w:p w:rsidR="00E00D30" w:rsidRDefault="00E00D30" w:rsidP="00E00D30">
      <w:r>
        <w:t>828.9440</w:t>
      </w:r>
      <w:r>
        <w:tab/>
        <w:t>1.013e0</w:t>
      </w:r>
    </w:p>
    <w:p w:rsidR="00E00D30" w:rsidRDefault="00E00D30" w:rsidP="00E00D30">
      <w:r>
        <w:lastRenderedPageBreak/>
        <w:t>828.9454</w:t>
      </w:r>
      <w:r>
        <w:tab/>
        <w:t>1.013e0</w:t>
      </w:r>
    </w:p>
    <w:p w:rsidR="00E00D30" w:rsidRDefault="00E00D30" w:rsidP="00E00D30">
      <w:r>
        <w:t>828.9549</w:t>
      </w:r>
      <w:r>
        <w:tab/>
        <w:t>1.013e0</w:t>
      </w:r>
    </w:p>
    <w:p w:rsidR="00E00D30" w:rsidRDefault="00E00D30" w:rsidP="00E00D30">
      <w:r>
        <w:t>828.9869</w:t>
      </w:r>
      <w:r>
        <w:tab/>
        <w:t>1.013e0</w:t>
      </w:r>
    </w:p>
    <w:p w:rsidR="00E00D30" w:rsidRDefault="00E00D30" w:rsidP="00E00D30">
      <w:r>
        <w:t>829.0052</w:t>
      </w:r>
      <w:r>
        <w:tab/>
        <w:t>1.013e0</w:t>
      </w:r>
    </w:p>
    <w:p w:rsidR="00E00D30" w:rsidRDefault="00E00D30" w:rsidP="00E00D30">
      <w:r>
        <w:t>829.0555</w:t>
      </w:r>
      <w:r>
        <w:tab/>
        <w:t>1.013e0</w:t>
      </w:r>
    </w:p>
    <w:p w:rsidR="00E00D30" w:rsidRDefault="00E00D30" w:rsidP="00E00D30">
      <w:r>
        <w:t>829.0725</w:t>
      </w:r>
      <w:r>
        <w:tab/>
        <w:t>1.013e0</w:t>
      </w:r>
    </w:p>
    <w:p w:rsidR="00E00D30" w:rsidRDefault="00E00D30" w:rsidP="00E00D30">
      <w:r>
        <w:t>829.1174</w:t>
      </w:r>
      <w:r>
        <w:tab/>
        <w:t>2.025e0</w:t>
      </w:r>
    </w:p>
    <w:p w:rsidR="00E00D30" w:rsidRDefault="00E00D30" w:rsidP="00E00D30">
      <w:r>
        <w:t>829.1398</w:t>
      </w:r>
      <w:r>
        <w:tab/>
        <w:t>1.013e0</w:t>
      </w:r>
    </w:p>
    <w:p w:rsidR="00E00D30" w:rsidRDefault="00E00D30" w:rsidP="00E00D30">
      <w:r>
        <w:t>829.1547</w:t>
      </w:r>
      <w:r>
        <w:tab/>
        <w:t>1.013e0</w:t>
      </w:r>
    </w:p>
    <w:p w:rsidR="00E00D30" w:rsidRDefault="00E00D30" w:rsidP="00E00D30">
      <w:r>
        <w:t>829.1585</w:t>
      </w:r>
      <w:r>
        <w:tab/>
        <w:t>1.013e0</w:t>
      </w:r>
    </w:p>
    <w:p w:rsidR="00E00D30" w:rsidRDefault="00E00D30" w:rsidP="00E00D30">
      <w:r>
        <w:t>829.2093</w:t>
      </w:r>
      <w:r>
        <w:tab/>
        <w:t>2.025e0</w:t>
      </w:r>
    </w:p>
    <w:p w:rsidR="00E00D30" w:rsidRDefault="00E00D30" w:rsidP="00E00D30">
      <w:r>
        <w:t>829.2230</w:t>
      </w:r>
      <w:r>
        <w:tab/>
        <w:t>1.013e0</w:t>
      </w:r>
    </w:p>
    <w:p w:rsidR="00E00D30" w:rsidRDefault="00E00D30" w:rsidP="00E00D30">
      <w:r>
        <w:t>829.3059</w:t>
      </w:r>
      <w:r>
        <w:tab/>
        <w:t>4.051e0</w:t>
      </w:r>
    </w:p>
    <w:p w:rsidR="00E00D30" w:rsidRDefault="00E00D30" w:rsidP="00E00D30">
      <w:r>
        <w:t>829.3073</w:t>
      </w:r>
      <w:r>
        <w:tab/>
        <w:t>1.013e0</w:t>
      </w:r>
    </w:p>
    <w:p w:rsidR="00E00D30" w:rsidRDefault="00E00D30" w:rsidP="00E00D30">
      <w:r>
        <w:t>829.3098</w:t>
      </w:r>
      <w:r>
        <w:tab/>
        <w:t>1.013e0</w:t>
      </w:r>
    </w:p>
    <w:p w:rsidR="00E00D30" w:rsidRDefault="00E00D30" w:rsidP="00E00D30">
      <w:r>
        <w:t>829.3501</w:t>
      </w:r>
      <w:r>
        <w:tab/>
        <w:t>1.013e0</w:t>
      </w:r>
    </w:p>
    <w:p w:rsidR="00E00D30" w:rsidRDefault="00E00D30" w:rsidP="00E00D30">
      <w:r>
        <w:t>829.3770</w:t>
      </w:r>
      <w:r>
        <w:tab/>
        <w:t>1.013e0</w:t>
      </w:r>
    </w:p>
    <w:p w:rsidR="00E00D30" w:rsidRDefault="00E00D30" w:rsidP="00E00D30">
      <w:r>
        <w:t>829.4066</w:t>
      </w:r>
      <w:r>
        <w:tab/>
        <w:t>2.025e0</w:t>
      </w:r>
    </w:p>
    <w:p w:rsidR="00E00D30" w:rsidRDefault="00E00D30" w:rsidP="00E00D30">
      <w:r>
        <w:t>829.4329</w:t>
      </w:r>
      <w:r>
        <w:tab/>
        <w:t>1.013e0</w:t>
      </w:r>
    </w:p>
    <w:p w:rsidR="00E00D30" w:rsidRDefault="00E00D30" w:rsidP="00E00D30">
      <w:r>
        <w:lastRenderedPageBreak/>
        <w:t>829.4611</w:t>
      </w:r>
      <w:r>
        <w:tab/>
        <w:t>2.025e0</w:t>
      </w:r>
    </w:p>
    <w:p w:rsidR="00E00D30" w:rsidRDefault="00E00D30" w:rsidP="00E00D30">
      <w:r>
        <w:t>829.4848</w:t>
      </w:r>
      <w:r>
        <w:tab/>
        <w:t>2.025e0</w:t>
      </w:r>
    </w:p>
    <w:p w:rsidR="00E00D30" w:rsidRDefault="00E00D30" w:rsidP="00E00D30">
      <w:r>
        <w:t>829.4882</w:t>
      </w:r>
      <w:r>
        <w:tab/>
        <w:t>2.025e0</w:t>
      </w:r>
    </w:p>
    <w:p w:rsidR="00E00D30" w:rsidRDefault="00E00D30" w:rsidP="00E00D30">
      <w:r>
        <w:t>829.5102</w:t>
      </w:r>
      <w:r>
        <w:tab/>
        <w:t>3.038e0</w:t>
      </w:r>
    </w:p>
    <w:p w:rsidR="00E00D30" w:rsidRDefault="00E00D30" w:rsidP="00E00D30">
      <w:r>
        <w:t>829.5384</w:t>
      </w:r>
      <w:r>
        <w:tab/>
        <w:t>2.025e0</w:t>
      </w:r>
    </w:p>
    <w:p w:rsidR="00E00D30" w:rsidRDefault="00E00D30" w:rsidP="00E00D30">
      <w:r>
        <w:t>829.5585</w:t>
      </w:r>
      <w:r>
        <w:tab/>
        <w:t>1.013e0</w:t>
      </w:r>
    </w:p>
    <w:p w:rsidR="00E00D30" w:rsidRDefault="00E00D30" w:rsidP="00E00D30">
      <w:r>
        <w:t>829.5854</w:t>
      </w:r>
      <w:r>
        <w:tab/>
        <w:t>2.025e0</w:t>
      </w:r>
    </w:p>
    <w:p w:rsidR="00E00D30" w:rsidRDefault="00E00D30" w:rsidP="00E00D30">
      <w:r>
        <w:t>829.6143</w:t>
      </w:r>
      <w:r>
        <w:tab/>
        <w:t>1.013e0</w:t>
      </w:r>
    </w:p>
    <w:p w:rsidR="00E00D30" w:rsidRDefault="00E00D30" w:rsidP="00E00D30">
      <w:r>
        <w:t>829.6325</w:t>
      </w:r>
      <w:r>
        <w:tab/>
        <w:t>4.051e0</w:t>
      </w:r>
    </w:p>
    <w:p w:rsidR="00E00D30" w:rsidRDefault="00E00D30" w:rsidP="00E00D30">
      <w:r>
        <w:t>829.6370</w:t>
      </w:r>
      <w:r>
        <w:tab/>
        <w:t>2.025e0</w:t>
      </w:r>
    </w:p>
    <w:p w:rsidR="00E00D30" w:rsidRDefault="00E00D30" w:rsidP="00E00D30">
      <w:r>
        <w:t>829.6563</w:t>
      </w:r>
      <w:r>
        <w:tab/>
        <w:t>1.013e0</w:t>
      </w:r>
    </w:p>
    <w:p w:rsidR="00E00D30" w:rsidRDefault="00E00D30" w:rsidP="00E00D30">
      <w:r>
        <w:t>829.6664</w:t>
      </w:r>
      <w:r>
        <w:tab/>
        <w:t>3.038e0</w:t>
      </w:r>
    </w:p>
    <w:p w:rsidR="00E00D30" w:rsidRDefault="00E00D30" w:rsidP="00E00D30">
      <w:r>
        <w:t>829.6827</w:t>
      </w:r>
      <w:r>
        <w:tab/>
        <w:t>3.038e0</w:t>
      </w:r>
    </w:p>
    <w:p w:rsidR="00E00D30" w:rsidRDefault="00E00D30" w:rsidP="00E00D30">
      <w:r>
        <w:t>829.6992</w:t>
      </w:r>
      <w:r>
        <w:tab/>
        <w:t>2.025e0</w:t>
      </w:r>
    </w:p>
    <w:p w:rsidR="00E00D30" w:rsidRDefault="00E00D30" w:rsidP="00E00D30">
      <w:r>
        <w:t>829.7131</w:t>
      </w:r>
      <w:r>
        <w:tab/>
        <w:t>1.013e0</w:t>
      </w:r>
    </w:p>
    <w:p w:rsidR="00E00D30" w:rsidRDefault="00E00D30" w:rsidP="00E00D30">
      <w:r>
        <w:t>829.7820</w:t>
      </w:r>
      <w:r>
        <w:tab/>
        <w:t>4.051e0</w:t>
      </w:r>
    </w:p>
    <w:p w:rsidR="00E00D30" w:rsidRDefault="00E00D30" w:rsidP="00E00D30">
      <w:r>
        <w:t>829.8429</w:t>
      </w:r>
      <w:r>
        <w:tab/>
        <w:t>2.025e0</w:t>
      </w:r>
    </w:p>
    <w:p w:rsidR="00E00D30" w:rsidRDefault="00E00D30" w:rsidP="00E00D30">
      <w:r>
        <w:t>829.9216</w:t>
      </w:r>
      <w:r>
        <w:tab/>
        <w:t>1.013e0</w:t>
      </w:r>
    </w:p>
    <w:p w:rsidR="00E00D30" w:rsidRDefault="00E00D30" w:rsidP="00E00D30">
      <w:r>
        <w:t>829.9495</w:t>
      </w:r>
      <w:r>
        <w:tab/>
        <w:t>1.013e0</w:t>
      </w:r>
    </w:p>
    <w:p w:rsidR="00E00D30" w:rsidRDefault="00E00D30" w:rsidP="00E00D30">
      <w:r>
        <w:lastRenderedPageBreak/>
        <w:t>830.0733</w:t>
      </w:r>
      <w:r>
        <w:tab/>
        <w:t>1.013e0</w:t>
      </w:r>
    </w:p>
    <w:p w:rsidR="00E00D30" w:rsidRDefault="00E00D30" w:rsidP="00E00D30">
      <w:r>
        <w:t>830.0887</w:t>
      </w:r>
      <w:r>
        <w:tab/>
        <w:t>1.013e0</w:t>
      </w:r>
    </w:p>
    <w:p w:rsidR="00E00D30" w:rsidRDefault="00E00D30" w:rsidP="00E00D30">
      <w:r>
        <w:t>830.1063</w:t>
      </w:r>
      <w:r>
        <w:tab/>
        <w:t>1.013e0</w:t>
      </w:r>
    </w:p>
    <w:p w:rsidR="00E00D30" w:rsidRDefault="00E00D30" w:rsidP="00E00D30">
      <w:r>
        <w:t>830.1073</w:t>
      </w:r>
      <w:r>
        <w:tab/>
        <w:t>1.013e0</w:t>
      </w:r>
    </w:p>
    <w:p w:rsidR="00E00D30" w:rsidRDefault="00E00D30" w:rsidP="00E00D30">
      <w:r>
        <w:t>830.1730</w:t>
      </w:r>
      <w:r>
        <w:tab/>
        <w:t>1.013e0</w:t>
      </w:r>
    </w:p>
    <w:p w:rsidR="00E00D30" w:rsidRDefault="00E00D30" w:rsidP="00E00D30">
      <w:r>
        <w:t>830.2005</w:t>
      </w:r>
      <w:r>
        <w:tab/>
        <w:t>1.013e0</w:t>
      </w:r>
    </w:p>
    <w:p w:rsidR="00E00D30" w:rsidRDefault="00E00D30" w:rsidP="00E00D30">
      <w:r>
        <w:t>830.2155</w:t>
      </w:r>
      <w:r>
        <w:tab/>
        <w:t>2.025e0</w:t>
      </w:r>
    </w:p>
    <w:p w:rsidR="00E00D30" w:rsidRDefault="00E00D30" w:rsidP="00E00D30">
      <w:r>
        <w:t>830.2579</w:t>
      </w:r>
      <w:r>
        <w:tab/>
        <w:t>1.013e0</w:t>
      </w:r>
    </w:p>
    <w:p w:rsidR="00E00D30" w:rsidRDefault="00E00D30" w:rsidP="00E00D30">
      <w:r>
        <w:t>830.2670</w:t>
      </w:r>
      <w:r>
        <w:tab/>
        <w:t>2.025e0</w:t>
      </w:r>
    </w:p>
    <w:p w:rsidR="00E00D30" w:rsidRDefault="00E00D30" w:rsidP="00E00D30">
      <w:r>
        <w:t>830.3444</w:t>
      </w:r>
      <w:r>
        <w:tab/>
        <w:t>1.013e0</w:t>
      </w:r>
    </w:p>
    <w:p w:rsidR="00E00D30" w:rsidRDefault="00E00D30" w:rsidP="00E00D30">
      <w:r>
        <w:t>830.3482</w:t>
      </w:r>
      <w:r>
        <w:tab/>
        <w:t>2.025e0</w:t>
      </w:r>
    </w:p>
    <w:p w:rsidR="00E00D30" w:rsidRDefault="00E00D30" w:rsidP="00E00D30">
      <w:r>
        <w:t>830.3768</w:t>
      </w:r>
      <w:r>
        <w:tab/>
        <w:t>3.038e0</w:t>
      </w:r>
    </w:p>
    <w:p w:rsidR="00E00D30" w:rsidRDefault="00E00D30" w:rsidP="00E00D30">
      <w:r>
        <w:t>830.3779</w:t>
      </w:r>
      <w:r>
        <w:tab/>
        <w:t>2.133e0</w:t>
      </w:r>
    </w:p>
    <w:p w:rsidR="00E00D30" w:rsidRDefault="00E00D30" w:rsidP="00E00D30">
      <w:r>
        <w:t>830.3817</w:t>
      </w:r>
      <w:r>
        <w:tab/>
        <w:t>3.038e0</w:t>
      </w:r>
    </w:p>
    <w:p w:rsidR="00E00D30" w:rsidRDefault="00E00D30" w:rsidP="00E00D30">
      <w:r>
        <w:t>830.4116</w:t>
      </w:r>
      <w:r>
        <w:tab/>
        <w:t>1.013e0</w:t>
      </w:r>
    </w:p>
    <w:p w:rsidR="00E00D30" w:rsidRDefault="00E00D30" w:rsidP="00E00D30">
      <w:r>
        <w:t>830.4626</w:t>
      </w:r>
      <w:r>
        <w:tab/>
        <w:t>1.013e0</w:t>
      </w:r>
    </w:p>
    <w:p w:rsidR="00E00D30" w:rsidRDefault="00E00D30" w:rsidP="00E00D30">
      <w:r>
        <w:t>830.4870</w:t>
      </w:r>
      <w:r>
        <w:tab/>
        <w:t>2.025e0</w:t>
      </w:r>
    </w:p>
    <w:p w:rsidR="00E00D30" w:rsidRDefault="00E00D30" w:rsidP="00E00D30">
      <w:r>
        <w:t>830.4951</w:t>
      </w:r>
      <w:r>
        <w:tab/>
        <w:t>1.013e0</w:t>
      </w:r>
    </w:p>
    <w:p w:rsidR="00E00D30" w:rsidRDefault="00E00D30" w:rsidP="00E00D30">
      <w:r>
        <w:t>830.5405</w:t>
      </w:r>
      <w:r>
        <w:tab/>
        <w:t>2.025e0</w:t>
      </w:r>
    </w:p>
    <w:p w:rsidR="00E00D30" w:rsidRDefault="00E00D30" w:rsidP="00E00D30">
      <w:r>
        <w:lastRenderedPageBreak/>
        <w:t>830.5499</w:t>
      </w:r>
      <w:r>
        <w:tab/>
        <w:t>1.013e0</w:t>
      </w:r>
    </w:p>
    <w:p w:rsidR="00E00D30" w:rsidRDefault="00E00D30" w:rsidP="00E00D30">
      <w:r>
        <w:t>830.5732</w:t>
      </w:r>
      <w:r>
        <w:tab/>
        <w:t>3.038e0</w:t>
      </w:r>
    </w:p>
    <w:p w:rsidR="00E00D30" w:rsidRDefault="00E00D30" w:rsidP="00E00D30">
      <w:r>
        <w:t>830.5787</w:t>
      </w:r>
      <w:r>
        <w:tab/>
        <w:t>2.025e0</w:t>
      </w:r>
    </w:p>
    <w:p w:rsidR="00E00D30" w:rsidRDefault="00E00D30" w:rsidP="00E00D30">
      <w:r>
        <w:t>830.5923</w:t>
      </w:r>
      <w:r>
        <w:tab/>
        <w:t>1.013e0</w:t>
      </w:r>
    </w:p>
    <w:p w:rsidR="00E00D30" w:rsidRDefault="00E00D30" w:rsidP="00E00D30">
      <w:r>
        <w:t>830.6761</w:t>
      </w:r>
      <w:r>
        <w:tab/>
        <w:t>1.013e0</w:t>
      </w:r>
    </w:p>
    <w:p w:rsidR="00E00D30" w:rsidRDefault="00E00D30" w:rsidP="00E00D30">
      <w:r>
        <w:t>830.6780</w:t>
      </w:r>
      <w:r>
        <w:tab/>
        <w:t>2.025e0</w:t>
      </w:r>
    </w:p>
    <w:p w:rsidR="00E00D30" w:rsidRDefault="00E00D30" w:rsidP="00E00D30">
      <w:r>
        <w:t>830.7457</w:t>
      </w:r>
      <w:r>
        <w:tab/>
        <w:t>3.038e0</w:t>
      </w:r>
    </w:p>
    <w:p w:rsidR="00E00D30" w:rsidRDefault="00E00D30" w:rsidP="00E00D30">
      <w:r>
        <w:t>830.7499</w:t>
      </w:r>
      <w:r>
        <w:tab/>
        <w:t>1.013e0</w:t>
      </w:r>
    </w:p>
    <w:p w:rsidR="00E00D30" w:rsidRDefault="00E00D30" w:rsidP="00E00D30">
      <w:r>
        <w:t>830.7687</w:t>
      </w:r>
      <w:r>
        <w:tab/>
        <w:t>2.025e0</w:t>
      </w:r>
    </w:p>
    <w:p w:rsidR="00E00D30" w:rsidRDefault="00E00D30" w:rsidP="00E00D30">
      <w:r>
        <w:t>830.8520</w:t>
      </w:r>
      <w:r>
        <w:tab/>
        <w:t>1.013e0</w:t>
      </w:r>
    </w:p>
    <w:p w:rsidR="00E00D30" w:rsidRDefault="00E00D30" w:rsidP="00E00D30">
      <w:r>
        <w:t>830.8856</w:t>
      </w:r>
      <w:r>
        <w:tab/>
        <w:t>2.025e0</w:t>
      </w:r>
    </w:p>
    <w:p w:rsidR="00E00D30" w:rsidRDefault="00E00D30" w:rsidP="00E00D30">
      <w:r>
        <w:t>830.9009</w:t>
      </w:r>
      <w:r>
        <w:tab/>
        <w:t>1.013e0</w:t>
      </w:r>
    </w:p>
    <w:p w:rsidR="00E00D30" w:rsidRDefault="00E00D30" w:rsidP="00E00D30">
      <w:r>
        <w:t>830.9693</w:t>
      </w:r>
      <w:r>
        <w:tab/>
        <w:t>1.013e0</w:t>
      </w:r>
    </w:p>
    <w:p w:rsidR="00E00D30" w:rsidRDefault="00E00D30" w:rsidP="00E00D30">
      <w:r>
        <w:t>831.0514</w:t>
      </w:r>
      <w:r>
        <w:tab/>
        <w:t>3.038e0</w:t>
      </w:r>
    </w:p>
    <w:p w:rsidR="00E00D30" w:rsidRDefault="00E00D30" w:rsidP="00E00D30">
      <w:r>
        <w:t>831.1094</w:t>
      </w:r>
      <w:r>
        <w:tab/>
        <w:t>2.025e0</w:t>
      </w:r>
    </w:p>
    <w:p w:rsidR="00E00D30" w:rsidRDefault="00E00D30" w:rsidP="00E00D30">
      <w:r>
        <w:t>831.1246</w:t>
      </w:r>
      <w:r>
        <w:tab/>
        <w:t>1.013e0</w:t>
      </w:r>
    </w:p>
    <w:p w:rsidR="00E00D30" w:rsidRDefault="00E00D30" w:rsidP="00E00D30">
      <w:r>
        <w:t>831.1309</w:t>
      </w:r>
      <w:r>
        <w:tab/>
        <w:t>2.025e0</w:t>
      </w:r>
    </w:p>
    <w:p w:rsidR="00E00D30" w:rsidRDefault="00E00D30" w:rsidP="00E00D30">
      <w:r>
        <w:t>831.1656</w:t>
      </w:r>
      <w:r>
        <w:tab/>
        <w:t>1.013e0</w:t>
      </w:r>
    </w:p>
    <w:p w:rsidR="00E00D30" w:rsidRDefault="00E00D30" w:rsidP="00E00D30">
      <w:r>
        <w:t>831.2086</w:t>
      </w:r>
      <w:r>
        <w:tab/>
        <w:t>1.013e0</w:t>
      </w:r>
    </w:p>
    <w:p w:rsidR="00E00D30" w:rsidRDefault="00E00D30" w:rsidP="00E00D30">
      <w:r>
        <w:lastRenderedPageBreak/>
        <w:t>831.2211</w:t>
      </w:r>
      <w:r>
        <w:tab/>
        <w:t>1.013e0</w:t>
      </w:r>
    </w:p>
    <w:p w:rsidR="00E00D30" w:rsidRDefault="00E00D30" w:rsidP="00E00D30">
      <w:r>
        <w:t>831.2366</w:t>
      </w:r>
      <w:r>
        <w:tab/>
        <w:t>1.013e0</w:t>
      </w:r>
    </w:p>
    <w:p w:rsidR="00E00D30" w:rsidRDefault="00E00D30" w:rsidP="00E00D30">
      <w:r>
        <w:t>831.2420</w:t>
      </w:r>
      <w:r>
        <w:tab/>
        <w:t>1.013e0</w:t>
      </w:r>
    </w:p>
    <w:p w:rsidR="00E00D30" w:rsidRDefault="00E00D30" w:rsidP="00E00D30">
      <w:r>
        <w:t>831.3205</w:t>
      </w:r>
      <w:r>
        <w:tab/>
        <w:t>1.013e0</w:t>
      </w:r>
    </w:p>
    <w:p w:rsidR="00E00D30" w:rsidRDefault="00E00D30" w:rsidP="00E00D30">
      <w:r>
        <w:t>831.3268</w:t>
      </w:r>
      <w:r>
        <w:tab/>
        <w:t>1.013e0</w:t>
      </w:r>
    </w:p>
    <w:p w:rsidR="00E00D30" w:rsidRDefault="00E00D30" w:rsidP="00E00D30">
      <w:r>
        <w:t>831.3415</w:t>
      </w:r>
      <w:r>
        <w:tab/>
        <w:t>2.025e0</w:t>
      </w:r>
    </w:p>
    <w:p w:rsidR="00E00D30" w:rsidRDefault="00E00D30" w:rsidP="00E00D30">
      <w:r>
        <w:t>831.3834</w:t>
      </w:r>
      <w:r>
        <w:tab/>
        <w:t>2.025e0</w:t>
      </w:r>
    </w:p>
    <w:p w:rsidR="00E00D30" w:rsidRDefault="00E00D30" w:rsidP="00E00D30">
      <w:r>
        <w:t>831.3943</w:t>
      </w:r>
      <w:r>
        <w:tab/>
        <w:t>1.013e0</w:t>
      </w:r>
    </w:p>
    <w:p w:rsidR="00E00D30" w:rsidRDefault="00E00D30" w:rsidP="00E00D30">
      <w:r>
        <w:t>831.4116</w:t>
      </w:r>
      <w:r>
        <w:tab/>
        <w:t>1.013e0</w:t>
      </w:r>
    </w:p>
    <w:p w:rsidR="00E00D30" w:rsidRDefault="00E00D30" w:rsidP="00E00D30">
      <w:r>
        <w:t>831.4271</w:t>
      </w:r>
      <w:r>
        <w:tab/>
        <w:t>1.407e0</w:t>
      </w:r>
    </w:p>
    <w:p w:rsidR="00E00D30" w:rsidRDefault="00E00D30" w:rsidP="00E00D30">
      <w:r>
        <w:t>831.4684</w:t>
      </w:r>
      <w:r>
        <w:tab/>
        <w:t>6.076e0</w:t>
      </w:r>
    </w:p>
    <w:p w:rsidR="00E00D30" w:rsidRDefault="00E00D30" w:rsidP="00E00D30">
      <w:r>
        <w:t>831.4787</w:t>
      </w:r>
      <w:r>
        <w:tab/>
        <w:t>2.025e0</w:t>
      </w:r>
    </w:p>
    <w:p w:rsidR="00E00D30" w:rsidRDefault="00E00D30" w:rsidP="00E00D30">
      <w:r>
        <w:t>831.5024</w:t>
      </w:r>
      <w:r>
        <w:tab/>
        <w:t>1.013e0</w:t>
      </w:r>
    </w:p>
    <w:p w:rsidR="00E00D30" w:rsidRDefault="00E00D30" w:rsidP="00E00D30">
      <w:r>
        <w:t>831.5939</w:t>
      </w:r>
      <w:r>
        <w:tab/>
        <w:t>1.322e0</w:t>
      </w:r>
    </w:p>
    <w:p w:rsidR="00E00D30" w:rsidRDefault="00E00D30" w:rsidP="00E00D30">
      <w:r>
        <w:t>831.6044</w:t>
      </w:r>
      <w:r>
        <w:tab/>
        <w:t>5.063e0</w:t>
      </w:r>
    </w:p>
    <w:p w:rsidR="00E00D30" w:rsidRDefault="00E00D30" w:rsidP="00E00D30">
      <w:r>
        <w:t>831.6283</w:t>
      </w:r>
      <w:r>
        <w:tab/>
        <w:t>2.025e0</w:t>
      </w:r>
    </w:p>
    <w:p w:rsidR="00E00D30" w:rsidRDefault="00E00D30" w:rsidP="00E00D30">
      <w:r>
        <w:t>831.6335</w:t>
      </w:r>
      <w:r>
        <w:tab/>
        <w:t>9.114e0</w:t>
      </w:r>
    </w:p>
    <w:p w:rsidR="00E00D30" w:rsidRDefault="00E00D30" w:rsidP="00E00D30">
      <w:r>
        <w:t>831.6666</w:t>
      </w:r>
      <w:r>
        <w:tab/>
        <w:t>3.216e0</w:t>
      </w:r>
    </w:p>
    <w:p w:rsidR="00E00D30" w:rsidRDefault="00E00D30" w:rsidP="00E00D30">
      <w:r>
        <w:t>831.6688</w:t>
      </w:r>
      <w:r>
        <w:tab/>
        <w:t>1.013e0</w:t>
      </w:r>
    </w:p>
    <w:p w:rsidR="00E00D30" w:rsidRDefault="00E00D30" w:rsidP="00E00D30">
      <w:r>
        <w:lastRenderedPageBreak/>
        <w:t>831.6703</w:t>
      </w:r>
      <w:r>
        <w:tab/>
        <w:t>1.013e0</w:t>
      </w:r>
    </w:p>
    <w:p w:rsidR="00E00D30" w:rsidRDefault="00E00D30" w:rsidP="00E00D30">
      <w:r>
        <w:t>831.6833</w:t>
      </w:r>
      <w:r>
        <w:tab/>
        <w:t>2.025e0</w:t>
      </w:r>
    </w:p>
    <w:p w:rsidR="00E00D30" w:rsidRDefault="00E00D30" w:rsidP="00E00D30">
      <w:r>
        <w:t>831.7318</w:t>
      </w:r>
      <w:r>
        <w:tab/>
        <w:t>2.025e0</w:t>
      </w:r>
    </w:p>
    <w:p w:rsidR="00E00D30" w:rsidRDefault="00E00D30" w:rsidP="00E00D30">
      <w:r>
        <w:t>831.7362</w:t>
      </w:r>
      <w:r>
        <w:tab/>
        <w:t>2.025e0</w:t>
      </w:r>
    </w:p>
    <w:p w:rsidR="00E00D30" w:rsidRDefault="00E00D30" w:rsidP="00E00D30">
      <w:r>
        <w:t>831.7532</w:t>
      </w:r>
      <w:r>
        <w:tab/>
        <w:t>1.013e0</w:t>
      </w:r>
    </w:p>
    <w:p w:rsidR="00E00D30" w:rsidRDefault="00E00D30" w:rsidP="00E00D30">
      <w:r>
        <w:t>831.7813</w:t>
      </w:r>
      <w:r>
        <w:tab/>
        <w:t>1.013e0</w:t>
      </w:r>
    </w:p>
    <w:p w:rsidR="00E00D30" w:rsidRDefault="00E00D30" w:rsidP="00E00D30">
      <w:r>
        <w:t>831.8243</w:t>
      </w:r>
      <w:r>
        <w:tab/>
        <w:t>1.013e0</w:t>
      </w:r>
    </w:p>
    <w:p w:rsidR="00E00D30" w:rsidRDefault="00E00D30" w:rsidP="00E00D30">
      <w:r>
        <w:t>831.8453</w:t>
      </w:r>
      <w:r>
        <w:tab/>
        <w:t>2.025e0</w:t>
      </w:r>
    </w:p>
    <w:p w:rsidR="00E00D30" w:rsidRDefault="00E00D30" w:rsidP="00E00D30">
      <w:r>
        <w:t>831.8685</w:t>
      </w:r>
      <w:r>
        <w:tab/>
        <w:t>1.013e0</w:t>
      </w:r>
    </w:p>
    <w:p w:rsidR="00E00D30" w:rsidRDefault="00E00D30" w:rsidP="00E00D30">
      <w:r>
        <w:t>831.8854</w:t>
      </w:r>
      <w:r>
        <w:tab/>
        <w:t>1.013e0</w:t>
      </w:r>
    </w:p>
    <w:p w:rsidR="00E00D30" w:rsidRDefault="00E00D30" w:rsidP="00E00D30">
      <w:r>
        <w:t>831.9042</w:t>
      </w:r>
      <w:r>
        <w:tab/>
        <w:t>1.013e0</w:t>
      </w:r>
    </w:p>
    <w:p w:rsidR="00E00D30" w:rsidRDefault="00E00D30" w:rsidP="00E00D30">
      <w:r>
        <w:t>831.9908</w:t>
      </w:r>
      <w:r>
        <w:tab/>
        <w:t>1.013e0</w:t>
      </w:r>
    </w:p>
    <w:p w:rsidR="00E00D30" w:rsidRDefault="00E00D30" w:rsidP="00E00D30">
      <w:r>
        <w:t>832.0126</w:t>
      </w:r>
      <w:r>
        <w:tab/>
        <w:t>2.025e0</w:t>
      </w:r>
    </w:p>
    <w:p w:rsidR="00E00D30" w:rsidRDefault="00E00D30" w:rsidP="00E00D30">
      <w:r>
        <w:t>832.0188</w:t>
      </w:r>
      <w:r>
        <w:tab/>
        <w:t>1.013e0</w:t>
      </w:r>
    </w:p>
    <w:p w:rsidR="00E00D30" w:rsidRDefault="00E00D30" w:rsidP="00E00D30">
      <w:r>
        <w:t>832.0472</w:t>
      </w:r>
      <w:r>
        <w:tab/>
        <w:t>1.013e0</w:t>
      </w:r>
    </w:p>
    <w:p w:rsidR="00E00D30" w:rsidRDefault="00E00D30" w:rsidP="00E00D30">
      <w:r>
        <w:t>832.0554</w:t>
      </w:r>
      <w:r>
        <w:tab/>
        <w:t>1.013e0</w:t>
      </w:r>
    </w:p>
    <w:p w:rsidR="00E00D30" w:rsidRDefault="00E00D30" w:rsidP="00E00D30">
      <w:r>
        <w:t>832.0725</w:t>
      </w:r>
      <w:r>
        <w:tab/>
        <w:t>1.013e0</w:t>
      </w:r>
    </w:p>
    <w:p w:rsidR="00E00D30" w:rsidRDefault="00E00D30" w:rsidP="00E00D30">
      <w:r>
        <w:t>832.0740</w:t>
      </w:r>
      <w:r>
        <w:tab/>
        <w:t>1.013e0</w:t>
      </w:r>
    </w:p>
    <w:p w:rsidR="00E00D30" w:rsidRDefault="00E00D30" w:rsidP="00E00D30">
      <w:r>
        <w:t>832.1397</w:t>
      </w:r>
      <w:r>
        <w:tab/>
        <w:t>2.025e0</w:t>
      </w:r>
    </w:p>
    <w:p w:rsidR="00E00D30" w:rsidRDefault="00E00D30" w:rsidP="00E00D30">
      <w:r>
        <w:lastRenderedPageBreak/>
        <w:t>832.1436</w:t>
      </w:r>
      <w:r>
        <w:tab/>
        <w:t>2.025e0</w:t>
      </w:r>
    </w:p>
    <w:p w:rsidR="00E00D30" w:rsidRDefault="00E00D30" w:rsidP="00E00D30">
      <w:r>
        <w:t>832.2073</w:t>
      </w:r>
      <w:r>
        <w:tab/>
        <w:t>2.025e0</w:t>
      </w:r>
    </w:p>
    <w:p w:rsidR="00E00D30" w:rsidRDefault="00E00D30" w:rsidP="00E00D30">
      <w:r>
        <w:t>832.2242</w:t>
      </w:r>
      <w:r>
        <w:tab/>
        <w:t>2.870e0</w:t>
      </w:r>
    </w:p>
    <w:p w:rsidR="00E00D30" w:rsidRDefault="00E00D30" w:rsidP="00E00D30">
      <w:r>
        <w:t>832.2288</w:t>
      </w:r>
      <w:r>
        <w:tab/>
        <w:t>2.025e0</w:t>
      </w:r>
    </w:p>
    <w:p w:rsidR="00E00D30" w:rsidRDefault="00E00D30" w:rsidP="00E00D30">
      <w:r>
        <w:t>832.2518</w:t>
      </w:r>
      <w:r>
        <w:tab/>
        <w:t>2.025e0</w:t>
      </w:r>
    </w:p>
    <w:p w:rsidR="00E00D30" w:rsidRDefault="00E00D30" w:rsidP="00E00D30">
      <w:r>
        <w:t>832.2850</w:t>
      </w:r>
      <w:r>
        <w:tab/>
        <w:t>2.025e0</w:t>
      </w:r>
    </w:p>
    <w:p w:rsidR="00E00D30" w:rsidRDefault="00E00D30" w:rsidP="00E00D30">
      <w:r>
        <w:t>832.2885</w:t>
      </w:r>
      <w:r>
        <w:tab/>
        <w:t>2.025e0</w:t>
      </w:r>
    </w:p>
    <w:p w:rsidR="00E00D30" w:rsidRDefault="00E00D30" w:rsidP="00E00D30">
      <w:r>
        <w:t>832.3099</w:t>
      </w:r>
      <w:r>
        <w:tab/>
        <w:t>1.013e0</w:t>
      </w:r>
    </w:p>
    <w:p w:rsidR="00E00D30" w:rsidRDefault="00E00D30" w:rsidP="00E00D30">
      <w:r>
        <w:t>832.3606</w:t>
      </w:r>
      <w:r>
        <w:tab/>
        <w:t>2.025e0</w:t>
      </w:r>
    </w:p>
    <w:p w:rsidR="00E00D30" w:rsidRDefault="00E00D30" w:rsidP="00E00D30">
      <w:r>
        <w:t>832.4264</w:t>
      </w:r>
      <w:r>
        <w:tab/>
        <w:t>1.013e0</w:t>
      </w:r>
    </w:p>
    <w:p w:rsidR="00E00D30" w:rsidRDefault="00E00D30" w:rsidP="00E00D30">
      <w:r>
        <w:t>832.4506</w:t>
      </w:r>
      <w:r>
        <w:tab/>
        <w:t>3.038e0</w:t>
      </w:r>
    </w:p>
    <w:p w:rsidR="00E00D30" w:rsidRDefault="00E00D30" w:rsidP="00E00D30">
      <w:r>
        <w:t>832.4529</w:t>
      </w:r>
      <w:r>
        <w:tab/>
        <w:t>1.013e0</w:t>
      </w:r>
    </w:p>
    <w:p w:rsidR="00E00D30" w:rsidRDefault="00E00D30" w:rsidP="00E00D30">
      <w:r>
        <w:t>832.4628</w:t>
      </w:r>
      <w:r>
        <w:tab/>
        <w:t>3.038e0</w:t>
      </w:r>
    </w:p>
    <w:p w:rsidR="00E00D30" w:rsidRDefault="00E00D30" w:rsidP="00E00D30">
      <w:r>
        <w:t>832.4814</w:t>
      </w:r>
      <w:r>
        <w:tab/>
        <w:t>1.013e0</w:t>
      </w:r>
    </w:p>
    <w:p w:rsidR="00E00D30" w:rsidRDefault="00E00D30" w:rsidP="00E00D30">
      <w:r>
        <w:t>832.4850</w:t>
      </w:r>
      <w:r>
        <w:tab/>
        <w:t>5.063e0</w:t>
      </w:r>
    </w:p>
    <w:p w:rsidR="00E00D30" w:rsidRDefault="00E00D30" w:rsidP="00E00D30">
      <w:r>
        <w:t>832.5803</w:t>
      </w:r>
      <w:r>
        <w:tab/>
        <w:t>2.025e0</w:t>
      </w:r>
    </w:p>
    <w:p w:rsidR="00E00D30" w:rsidRDefault="00E00D30" w:rsidP="00E00D30">
      <w:r>
        <w:t>832.5818</w:t>
      </w:r>
      <w:r>
        <w:tab/>
        <w:t>2.025e0</w:t>
      </w:r>
    </w:p>
    <w:p w:rsidR="00E00D30" w:rsidRDefault="00E00D30" w:rsidP="00E00D30">
      <w:r>
        <w:t>832.5934</w:t>
      </w:r>
      <w:r>
        <w:tab/>
        <w:t>1.013e0</w:t>
      </w:r>
    </w:p>
    <w:p w:rsidR="00E00D30" w:rsidRDefault="00E00D30" w:rsidP="00E00D30">
      <w:r>
        <w:t>832.6027</w:t>
      </w:r>
      <w:r>
        <w:tab/>
        <w:t>2.025e0</w:t>
      </w:r>
    </w:p>
    <w:p w:rsidR="00E00D30" w:rsidRDefault="00E00D30" w:rsidP="00E00D30">
      <w:r>
        <w:lastRenderedPageBreak/>
        <w:t>832.6094</w:t>
      </w:r>
      <w:r>
        <w:tab/>
        <w:t>3.038e0</w:t>
      </w:r>
    </w:p>
    <w:p w:rsidR="00E00D30" w:rsidRDefault="00E00D30" w:rsidP="00E00D30">
      <w:r>
        <w:t>832.6108</w:t>
      </w:r>
      <w:r>
        <w:tab/>
        <w:t>4.027e0</w:t>
      </w:r>
    </w:p>
    <w:p w:rsidR="00E00D30" w:rsidRDefault="00E00D30" w:rsidP="00E00D30">
      <w:r>
        <w:t>832.6190</w:t>
      </w:r>
      <w:r>
        <w:tab/>
        <w:t>2.025e0</w:t>
      </w:r>
    </w:p>
    <w:p w:rsidR="00E00D30" w:rsidRDefault="00E00D30" w:rsidP="00E00D30">
      <w:r>
        <w:t>832.6641</w:t>
      </w:r>
      <w:r>
        <w:tab/>
        <w:t>1.013e0</w:t>
      </w:r>
    </w:p>
    <w:p w:rsidR="00E00D30" w:rsidRDefault="00E00D30" w:rsidP="00E00D30">
      <w:r>
        <w:t>832.6841</w:t>
      </w:r>
      <w:r>
        <w:tab/>
        <w:t>2.025e0</w:t>
      </w:r>
    </w:p>
    <w:p w:rsidR="00E00D30" w:rsidRDefault="00E00D30" w:rsidP="00E00D30">
      <w:r>
        <w:t>832.6926</w:t>
      </w:r>
      <w:r>
        <w:tab/>
        <w:t>1.013e0</w:t>
      </w:r>
    </w:p>
    <w:p w:rsidR="00E00D30" w:rsidRDefault="00E00D30" w:rsidP="00E00D30">
      <w:r>
        <w:t>832.6989</w:t>
      </w:r>
      <w:r>
        <w:tab/>
        <w:t>3.038e0</w:t>
      </w:r>
    </w:p>
    <w:p w:rsidR="00E00D30" w:rsidRDefault="00E00D30" w:rsidP="00E00D30">
      <w:r>
        <w:t>832.7407</w:t>
      </w:r>
      <w:r>
        <w:tab/>
        <w:t>2.025e0</w:t>
      </w:r>
    </w:p>
    <w:p w:rsidR="00E00D30" w:rsidRDefault="00E00D30" w:rsidP="00E00D30">
      <w:r>
        <w:t>832.7486</w:t>
      </w:r>
      <w:r>
        <w:tab/>
        <w:t>1.013e0</w:t>
      </w:r>
    </w:p>
    <w:p w:rsidR="00E00D30" w:rsidRDefault="00E00D30" w:rsidP="00E00D30">
      <w:r>
        <w:t>832.8015</w:t>
      </w:r>
      <w:r>
        <w:tab/>
        <w:t>1.013e0</w:t>
      </w:r>
    </w:p>
    <w:p w:rsidR="00E00D30" w:rsidRDefault="00E00D30" w:rsidP="00E00D30">
      <w:r>
        <w:t>832.8026</w:t>
      </w:r>
      <w:r>
        <w:tab/>
        <w:t>1.013e0</w:t>
      </w:r>
    </w:p>
    <w:p w:rsidR="00E00D30" w:rsidRDefault="00E00D30" w:rsidP="00E00D30">
      <w:r>
        <w:t>832.8177</w:t>
      </w:r>
      <w:r>
        <w:tab/>
        <w:t>1.013e0</w:t>
      </w:r>
    </w:p>
    <w:p w:rsidR="00E00D30" w:rsidRDefault="00E00D30" w:rsidP="00E00D30">
      <w:r>
        <w:t>832.8452</w:t>
      </w:r>
      <w:r>
        <w:tab/>
        <w:t>1.013e0</w:t>
      </w:r>
    </w:p>
    <w:p w:rsidR="00E00D30" w:rsidRDefault="00E00D30" w:rsidP="00E00D30">
      <w:r>
        <w:t>832.8479</w:t>
      </w:r>
      <w:r>
        <w:tab/>
        <w:t>2.025e0</w:t>
      </w:r>
    </w:p>
    <w:p w:rsidR="00E00D30" w:rsidRDefault="00E00D30" w:rsidP="00E00D30">
      <w:r>
        <w:t>832.8525</w:t>
      </w:r>
      <w:r>
        <w:tab/>
        <w:t>1.013e0</w:t>
      </w:r>
    </w:p>
    <w:p w:rsidR="00E00D30" w:rsidRDefault="00E00D30" w:rsidP="00E00D30">
      <w:r>
        <w:t>832.8878</w:t>
      </w:r>
      <w:r>
        <w:tab/>
        <w:t>2.025e0</w:t>
      </w:r>
    </w:p>
    <w:p w:rsidR="00E00D30" w:rsidRDefault="00E00D30" w:rsidP="00E00D30">
      <w:r>
        <w:t>833.0033</w:t>
      </w:r>
      <w:r>
        <w:tab/>
        <w:t>1.013e0</w:t>
      </w:r>
    </w:p>
    <w:p w:rsidR="00E00D30" w:rsidRDefault="00E00D30" w:rsidP="00E00D30">
      <w:r>
        <w:t>833.0206</w:t>
      </w:r>
      <w:r>
        <w:tab/>
        <w:t>1.013e0</w:t>
      </w:r>
    </w:p>
    <w:p w:rsidR="00E00D30" w:rsidRDefault="00E00D30" w:rsidP="00E00D30">
      <w:r>
        <w:t>833.0289</w:t>
      </w:r>
      <w:r>
        <w:tab/>
        <w:t>2.025e0</w:t>
      </w:r>
    </w:p>
    <w:p w:rsidR="00E00D30" w:rsidRDefault="00E00D30" w:rsidP="00E00D30">
      <w:r>
        <w:lastRenderedPageBreak/>
        <w:t>833.0319</w:t>
      </w:r>
      <w:r>
        <w:tab/>
        <w:t>2.025e0</w:t>
      </w:r>
    </w:p>
    <w:p w:rsidR="00E00D30" w:rsidRDefault="00E00D30" w:rsidP="00E00D30">
      <w:r>
        <w:t>833.0886</w:t>
      </w:r>
      <w:r>
        <w:tab/>
        <w:t>1.013e0</w:t>
      </w:r>
    </w:p>
    <w:p w:rsidR="00E00D30" w:rsidRDefault="00E00D30" w:rsidP="00E00D30">
      <w:r>
        <w:t>833.1042</w:t>
      </w:r>
      <w:r>
        <w:tab/>
        <w:t>3.038e0</w:t>
      </w:r>
    </w:p>
    <w:p w:rsidR="00E00D30" w:rsidRDefault="00E00D30" w:rsidP="00E00D30">
      <w:r>
        <w:t>833.2082</w:t>
      </w:r>
      <w:r>
        <w:tab/>
        <w:t>1.013e0</w:t>
      </w:r>
    </w:p>
    <w:p w:rsidR="00E00D30" w:rsidRDefault="00E00D30" w:rsidP="00E00D30">
      <w:r>
        <w:t>833.2592</w:t>
      </w:r>
      <w:r>
        <w:tab/>
        <w:t>1.013e0</w:t>
      </w:r>
    </w:p>
    <w:p w:rsidR="00E00D30" w:rsidRDefault="00E00D30" w:rsidP="00E00D30">
      <w:r>
        <w:t>833.3079</w:t>
      </w:r>
      <w:r>
        <w:tab/>
        <w:t>1.013e0</w:t>
      </w:r>
    </w:p>
    <w:p w:rsidR="00E00D30" w:rsidRDefault="00E00D30" w:rsidP="00E00D30">
      <w:r>
        <w:t>833.3093</w:t>
      </w:r>
      <w:r>
        <w:tab/>
        <w:t>1.013e0</w:t>
      </w:r>
    </w:p>
    <w:p w:rsidR="00E00D30" w:rsidRDefault="00E00D30" w:rsidP="00E00D30">
      <w:r>
        <w:t>833.3223</w:t>
      </w:r>
      <w:r>
        <w:tab/>
        <w:t>1.013e0</w:t>
      </w:r>
    </w:p>
    <w:p w:rsidR="00E00D30" w:rsidRDefault="00E00D30" w:rsidP="00E00D30">
      <w:r>
        <w:t>833.3644</w:t>
      </w:r>
      <w:r>
        <w:tab/>
        <w:t>1.013e0</w:t>
      </w:r>
    </w:p>
    <w:p w:rsidR="00E00D30" w:rsidRDefault="00E00D30" w:rsidP="00E00D30">
      <w:r>
        <w:t>833.3779</w:t>
      </w:r>
      <w:r>
        <w:tab/>
        <w:t>2.025e0</w:t>
      </w:r>
    </w:p>
    <w:p w:rsidR="00E00D30" w:rsidRDefault="00E00D30" w:rsidP="00E00D30">
      <w:r>
        <w:t>833.3929</w:t>
      </w:r>
      <w:r>
        <w:tab/>
        <w:t>2.025e0</w:t>
      </w:r>
    </w:p>
    <w:p w:rsidR="00E00D30" w:rsidRDefault="00E00D30" w:rsidP="00E00D30">
      <w:r>
        <w:t>833.4205</w:t>
      </w:r>
      <w:r>
        <w:tab/>
        <w:t>1.013e0</w:t>
      </w:r>
    </w:p>
    <w:p w:rsidR="00E00D30" w:rsidRDefault="00E00D30" w:rsidP="00E00D30">
      <w:r>
        <w:t>833.4215</w:t>
      </w:r>
      <w:r>
        <w:tab/>
        <w:t>1.013e0</w:t>
      </w:r>
    </w:p>
    <w:p w:rsidR="00E00D30" w:rsidRDefault="00E00D30" w:rsidP="00E00D30">
      <w:r>
        <w:t>833.4250</w:t>
      </w:r>
      <w:r>
        <w:tab/>
        <w:t>3.038e0</w:t>
      </w:r>
    </w:p>
    <w:p w:rsidR="00E00D30" w:rsidRDefault="00E00D30" w:rsidP="00E00D30">
      <w:r>
        <w:t>833.4694</w:t>
      </w:r>
      <w:r>
        <w:tab/>
        <w:t>2.025e0</w:t>
      </w:r>
    </w:p>
    <w:p w:rsidR="00E00D30" w:rsidRDefault="00E00D30" w:rsidP="00E00D30">
      <w:r>
        <w:t>833.4952</w:t>
      </w:r>
      <w:r>
        <w:tab/>
        <w:t>1.013e0</w:t>
      </w:r>
    </w:p>
    <w:p w:rsidR="00E00D30" w:rsidRDefault="00E00D30" w:rsidP="00E00D30">
      <w:r>
        <w:t>833.4962</w:t>
      </w:r>
      <w:r>
        <w:tab/>
        <w:t>1.013e0</w:t>
      </w:r>
    </w:p>
    <w:p w:rsidR="00E00D30" w:rsidRDefault="00E00D30" w:rsidP="00E00D30">
      <w:r>
        <w:t>833.5042</w:t>
      </w:r>
      <w:r>
        <w:tab/>
        <w:t>1.013e0</w:t>
      </w:r>
    </w:p>
    <w:p w:rsidR="00E00D30" w:rsidRDefault="00E00D30" w:rsidP="00E00D30">
      <w:r>
        <w:t>833.5451</w:t>
      </w:r>
      <w:r>
        <w:tab/>
        <w:t>3.038e0</w:t>
      </w:r>
    </w:p>
    <w:p w:rsidR="00E00D30" w:rsidRDefault="00E00D30" w:rsidP="00E00D30">
      <w:r>
        <w:lastRenderedPageBreak/>
        <w:t>833.5800</w:t>
      </w:r>
      <w:r>
        <w:tab/>
        <w:t>1.013e0</w:t>
      </w:r>
    </w:p>
    <w:p w:rsidR="00E00D30" w:rsidRDefault="00E00D30" w:rsidP="00E00D30">
      <w:r>
        <w:t>833.5972</w:t>
      </w:r>
      <w:r>
        <w:tab/>
        <w:t>1.013e0</w:t>
      </w:r>
    </w:p>
    <w:p w:rsidR="00E00D30" w:rsidRDefault="00E00D30" w:rsidP="00E00D30">
      <w:r>
        <w:t>833.6290</w:t>
      </w:r>
      <w:r>
        <w:tab/>
        <w:t>2.025e0</w:t>
      </w:r>
    </w:p>
    <w:p w:rsidR="00E00D30" w:rsidRDefault="00E00D30" w:rsidP="00E00D30">
      <w:r>
        <w:t>833.6304</w:t>
      </w:r>
      <w:r>
        <w:tab/>
        <w:t>4.051e0</w:t>
      </w:r>
    </w:p>
    <w:p w:rsidR="00E00D30" w:rsidRDefault="00E00D30" w:rsidP="00E00D30">
      <w:r>
        <w:t>833.6476</w:t>
      </w:r>
      <w:r>
        <w:tab/>
        <w:t>2.025e0</w:t>
      </w:r>
    </w:p>
    <w:p w:rsidR="00E00D30" w:rsidRDefault="00E00D30" w:rsidP="00E00D30">
      <w:r>
        <w:t>833.6819</w:t>
      </w:r>
      <w:r>
        <w:tab/>
        <w:t>1.013e0</w:t>
      </w:r>
    </w:p>
    <w:p w:rsidR="00E00D30" w:rsidRDefault="00E00D30" w:rsidP="00E00D30">
      <w:r>
        <w:t>833.7145</w:t>
      </w:r>
      <w:r>
        <w:tab/>
        <w:t>1.013e0</w:t>
      </w:r>
    </w:p>
    <w:p w:rsidR="00E00D30" w:rsidRDefault="00E00D30" w:rsidP="00E00D30">
      <w:r>
        <w:t>833.7410</w:t>
      </w:r>
      <w:r>
        <w:tab/>
        <w:t>3.038e0</w:t>
      </w:r>
    </w:p>
    <w:p w:rsidR="00E00D30" w:rsidRDefault="00E00D30" w:rsidP="00E00D30">
      <w:r>
        <w:t>833.7431</w:t>
      </w:r>
      <w:r>
        <w:tab/>
        <w:t>1.013e0</w:t>
      </w:r>
    </w:p>
    <w:p w:rsidR="00E00D30" w:rsidRDefault="00E00D30" w:rsidP="00E00D30">
      <w:r>
        <w:t>833.7693</w:t>
      </w:r>
      <w:r>
        <w:tab/>
        <w:t>2.025e0</w:t>
      </w:r>
    </w:p>
    <w:p w:rsidR="00E00D30" w:rsidRDefault="00E00D30" w:rsidP="00E00D30">
      <w:r>
        <w:t>833.8169</w:t>
      </w:r>
      <w:r>
        <w:tab/>
        <w:t>1.013e0</w:t>
      </w:r>
    </w:p>
    <w:p w:rsidR="00E00D30" w:rsidRDefault="00E00D30" w:rsidP="00E00D30">
      <w:r>
        <w:t>833.8408</w:t>
      </w:r>
      <w:r>
        <w:tab/>
        <w:t>1.013e0</w:t>
      </w:r>
    </w:p>
    <w:p w:rsidR="00E00D30" w:rsidRDefault="00E00D30" w:rsidP="00E00D30">
      <w:r>
        <w:t>833.8423</w:t>
      </w:r>
      <w:r>
        <w:tab/>
        <w:t>1.013e0</w:t>
      </w:r>
    </w:p>
    <w:p w:rsidR="00E00D30" w:rsidRDefault="00E00D30" w:rsidP="00E00D30">
      <w:r>
        <w:t>833.8927</w:t>
      </w:r>
      <w:r>
        <w:tab/>
        <w:t>2.025e0</w:t>
      </w:r>
    </w:p>
    <w:p w:rsidR="00E00D30" w:rsidRDefault="00E00D30" w:rsidP="00E00D30">
      <w:r>
        <w:t>833.9017</w:t>
      </w:r>
      <w:r>
        <w:tab/>
        <w:t>1.013e0</w:t>
      </w:r>
    </w:p>
    <w:p w:rsidR="00E00D30" w:rsidRDefault="00E00D30" w:rsidP="00E00D30">
      <w:r>
        <w:t>833.9303</w:t>
      </w:r>
      <w:r>
        <w:tab/>
        <w:t>2.025e0</w:t>
      </w:r>
    </w:p>
    <w:p w:rsidR="00E00D30" w:rsidRDefault="00E00D30" w:rsidP="00E00D30">
      <w:r>
        <w:t>833.9816</w:t>
      </w:r>
      <w:r>
        <w:tab/>
        <w:t>1.013e0</w:t>
      </w:r>
    </w:p>
    <w:p w:rsidR="00E00D30" w:rsidRDefault="00E00D30" w:rsidP="00E00D30">
      <w:r>
        <w:t>834.0096</w:t>
      </w:r>
      <w:r>
        <w:tab/>
        <w:t>1.013e0</w:t>
      </w:r>
    </w:p>
    <w:p w:rsidR="00E00D30" w:rsidRDefault="00E00D30" w:rsidP="00E00D30">
      <w:r>
        <w:t>834.0212</w:t>
      </w:r>
      <w:r>
        <w:tab/>
        <w:t>1.013e0</w:t>
      </w:r>
    </w:p>
    <w:p w:rsidR="00E00D30" w:rsidRDefault="00E00D30" w:rsidP="00E00D30">
      <w:r>
        <w:lastRenderedPageBreak/>
        <w:t>834.0315</w:t>
      </w:r>
      <w:r>
        <w:tab/>
        <w:t>3.038e0</w:t>
      </w:r>
    </w:p>
    <w:p w:rsidR="00E00D30" w:rsidRDefault="00E00D30" w:rsidP="00E00D30">
      <w:r>
        <w:t>834.0547</w:t>
      </w:r>
      <w:r>
        <w:tab/>
        <w:t>2.025e0</w:t>
      </w:r>
    </w:p>
    <w:p w:rsidR="00E00D30" w:rsidRDefault="00E00D30" w:rsidP="00E00D30">
      <w:r>
        <w:t>834.0922</w:t>
      </w:r>
      <w:r>
        <w:tab/>
        <w:t>2.025e0</w:t>
      </w:r>
    </w:p>
    <w:p w:rsidR="00E00D30" w:rsidRDefault="00E00D30" w:rsidP="00E00D30">
      <w:r>
        <w:t>834.1079</w:t>
      </w:r>
      <w:r>
        <w:tab/>
        <w:t>1.013e0</w:t>
      </w:r>
    </w:p>
    <w:p w:rsidR="00E00D30" w:rsidRDefault="00E00D30" w:rsidP="00E00D30">
      <w:r>
        <w:t>834.1511</w:t>
      </w:r>
      <w:r>
        <w:tab/>
        <w:t>1.013e0</w:t>
      </w:r>
    </w:p>
    <w:p w:rsidR="00E00D30" w:rsidRDefault="00E00D30" w:rsidP="00E00D30">
      <w:r>
        <w:t>834.1641</w:t>
      </w:r>
      <w:r>
        <w:tab/>
        <w:t>1.013e0</w:t>
      </w:r>
    </w:p>
    <w:p w:rsidR="00E00D30" w:rsidRDefault="00E00D30" w:rsidP="00E00D30">
      <w:r>
        <w:t>834.1775</w:t>
      </w:r>
      <w:r>
        <w:tab/>
        <w:t>2.025e0</w:t>
      </w:r>
    </w:p>
    <w:p w:rsidR="00E00D30" w:rsidRDefault="00E00D30" w:rsidP="00E00D30">
      <w:r>
        <w:t>834.2057</w:t>
      </w:r>
      <w:r>
        <w:tab/>
        <w:t>1.013e0</w:t>
      </w:r>
    </w:p>
    <w:p w:rsidR="00E00D30" w:rsidRDefault="00E00D30" w:rsidP="00E00D30">
      <w:r>
        <w:t>834.2482</w:t>
      </w:r>
      <w:r>
        <w:tab/>
        <w:t>1.013e0</w:t>
      </w:r>
    </w:p>
    <w:p w:rsidR="00E00D30" w:rsidRDefault="00E00D30" w:rsidP="00E00D30">
      <w:r>
        <w:t>834.2581</w:t>
      </w:r>
      <w:r>
        <w:tab/>
        <w:t>1.013e0</w:t>
      </w:r>
    </w:p>
    <w:p w:rsidR="00E00D30" w:rsidRDefault="00E00D30" w:rsidP="00E00D30">
      <w:r>
        <w:t>834.2633</w:t>
      </w:r>
      <w:r>
        <w:tab/>
        <w:t>1.013e0</w:t>
      </w:r>
    </w:p>
    <w:p w:rsidR="00E00D30" w:rsidRDefault="00E00D30" w:rsidP="00E00D30">
      <w:r>
        <w:t>834.3184</w:t>
      </w:r>
      <w:r>
        <w:tab/>
        <w:t>1.013e0</w:t>
      </w:r>
    </w:p>
    <w:p w:rsidR="00E00D30" w:rsidRDefault="00E00D30" w:rsidP="00E00D30">
      <w:r>
        <w:t>834.3195</w:t>
      </w:r>
      <w:r>
        <w:tab/>
        <w:t>1.013e0</w:t>
      </w:r>
    </w:p>
    <w:p w:rsidR="00E00D30" w:rsidRDefault="00E00D30" w:rsidP="00E00D30">
      <w:r>
        <w:t>834.3747</w:t>
      </w:r>
      <w:r>
        <w:tab/>
        <w:t>1.013e0</w:t>
      </w:r>
    </w:p>
    <w:p w:rsidR="00E00D30" w:rsidRDefault="00E00D30" w:rsidP="00E00D30">
      <w:r>
        <w:t>834.4079</w:t>
      </w:r>
      <w:r>
        <w:tab/>
        <w:t>3.038e0</w:t>
      </w:r>
    </w:p>
    <w:p w:rsidR="00E00D30" w:rsidRDefault="00E00D30" w:rsidP="00E00D30">
      <w:r>
        <w:t>834.4097</w:t>
      </w:r>
      <w:r>
        <w:tab/>
        <w:t>2.025e0</w:t>
      </w:r>
    </w:p>
    <w:p w:rsidR="00E00D30" w:rsidRDefault="00E00D30" w:rsidP="00E00D30">
      <w:r>
        <w:t>834.4205</w:t>
      </w:r>
      <w:r>
        <w:tab/>
        <w:t>2.025e0</w:t>
      </w:r>
    </w:p>
    <w:p w:rsidR="00E00D30" w:rsidRDefault="00E00D30" w:rsidP="00E00D30">
      <w:r>
        <w:t>834.4277</w:t>
      </w:r>
      <w:r>
        <w:tab/>
        <w:t>1.013e0</w:t>
      </w:r>
    </w:p>
    <w:p w:rsidR="00E00D30" w:rsidRDefault="00E00D30" w:rsidP="00E00D30">
      <w:r>
        <w:t>834.4453</w:t>
      </w:r>
      <w:r>
        <w:tab/>
        <w:t>2.025e0</w:t>
      </w:r>
    </w:p>
    <w:p w:rsidR="00E00D30" w:rsidRDefault="00E00D30" w:rsidP="00E00D30">
      <w:r>
        <w:lastRenderedPageBreak/>
        <w:t>834.4946</w:t>
      </w:r>
      <w:r>
        <w:tab/>
        <w:t>2.025e0</w:t>
      </w:r>
    </w:p>
    <w:p w:rsidR="00E00D30" w:rsidRDefault="00E00D30" w:rsidP="00E00D30">
      <w:r>
        <w:t>834.5150</w:t>
      </w:r>
      <w:r>
        <w:tab/>
        <w:t>1.013e0</w:t>
      </w:r>
    </w:p>
    <w:p w:rsidR="00E00D30" w:rsidRDefault="00E00D30" w:rsidP="00E00D30">
      <w:r>
        <w:t>834.5291</w:t>
      </w:r>
      <w:r>
        <w:tab/>
        <w:t>1.013e0</w:t>
      </w:r>
    </w:p>
    <w:p w:rsidR="00E00D30" w:rsidRDefault="00E00D30" w:rsidP="00E00D30">
      <w:r>
        <w:t>834.5363</w:t>
      </w:r>
      <w:r>
        <w:tab/>
        <w:t>2.025e0</w:t>
      </w:r>
    </w:p>
    <w:p w:rsidR="00E00D30" w:rsidRDefault="00E00D30" w:rsidP="00E00D30">
      <w:r>
        <w:t>834.5859</w:t>
      </w:r>
      <w:r>
        <w:tab/>
        <w:t>4.051e0</w:t>
      </w:r>
    </w:p>
    <w:p w:rsidR="00E00D30" w:rsidRDefault="00E00D30" w:rsidP="00E00D30">
      <w:r>
        <w:t>834.6139</w:t>
      </w:r>
      <w:r>
        <w:tab/>
        <w:t>4.051e0</w:t>
      </w:r>
    </w:p>
    <w:p w:rsidR="00E00D30" w:rsidRDefault="00E00D30" w:rsidP="00E00D30">
      <w:r>
        <w:t>834.6523</w:t>
      </w:r>
      <w:r>
        <w:tab/>
        <w:t>2.025e0</w:t>
      </w:r>
    </w:p>
    <w:p w:rsidR="00E00D30" w:rsidRDefault="00E00D30" w:rsidP="00E00D30">
      <w:r>
        <w:t>834.6645</w:t>
      </w:r>
      <w:r>
        <w:tab/>
        <w:t>1.013e0</w:t>
      </w:r>
    </w:p>
    <w:p w:rsidR="00E00D30" w:rsidRDefault="00E00D30" w:rsidP="00E00D30">
      <w:r>
        <w:t>834.6695</w:t>
      </w:r>
      <w:r>
        <w:tab/>
        <w:t>1.013e0</w:t>
      </w:r>
    </w:p>
    <w:p w:rsidR="00E00D30" w:rsidRDefault="00E00D30" w:rsidP="00E00D30">
      <w:r>
        <w:t>834.6823</w:t>
      </w:r>
      <w:r>
        <w:tab/>
        <w:t>1.013e0</w:t>
      </w:r>
    </w:p>
    <w:p w:rsidR="00E00D30" w:rsidRDefault="00E00D30" w:rsidP="00E00D30">
      <w:r>
        <w:t>834.7276</w:t>
      </w:r>
      <w:r>
        <w:tab/>
        <w:t>2.025e0</w:t>
      </w:r>
    </w:p>
    <w:p w:rsidR="00E00D30" w:rsidRDefault="00E00D30" w:rsidP="00E00D30">
      <w:r>
        <w:t>834.7397</w:t>
      </w:r>
      <w:r>
        <w:tab/>
        <w:t>1.013e0</w:t>
      </w:r>
    </w:p>
    <w:p w:rsidR="00E00D30" w:rsidRDefault="00E00D30" w:rsidP="00E00D30">
      <w:r>
        <w:t>834.7667</w:t>
      </w:r>
      <w:r>
        <w:tab/>
        <w:t>1.013e0</w:t>
      </w:r>
    </w:p>
    <w:p w:rsidR="00E00D30" w:rsidRDefault="00E00D30" w:rsidP="00E00D30">
      <w:r>
        <w:t>834.7682</w:t>
      </w:r>
      <w:r>
        <w:tab/>
        <w:t>1.013e0</w:t>
      </w:r>
    </w:p>
    <w:p w:rsidR="00E00D30" w:rsidRDefault="00E00D30" w:rsidP="00E00D30">
      <w:r>
        <w:t>834.8341</w:t>
      </w:r>
      <w:r>
        <w:tab/>
        <w:t>2.025e0</w:t>
      </w:r>
    </w:p>
    <w:p w:rsidR="00E00D30" w:rsidRDefault="00E00D30" w:rsidP="00E00D30">
      <w:r>
        <w:t>834.8607</w:t>
      </w:r>
      <w:r>
        <w:tab/>
        <w:t>2.025e0</w:t>
      </w:r>
    </w:p>
    <w:p w:rsidR="00E00D30" w:rsidRDefault="00E00D30" w:rsidP="00E00D30">
      <w:r>
        <w:t>834.8658</w:t>
      </w:r>
      <w:r>
        <w:tab/>
        <w:t>1.013e0</w:t>
      </w:r>
    </w:p>
    <w:p w:rsidR="00E00D30" w:rsidRDefault="00E00D30" w:rsidP="00E00D30">
      <w:r>
        <w:t>834.8797</w:t>
      </w:r>
      <w:r>
        <w:tab/>
        <w:t>1.013e0</w:t>
      </w:r>
    </w:p>
    <w:p w:rsidR="00E00D30" w:rsidRDefault="00E00D30" w:rsidP="00E00D30">
      <w:r>
        <w:t>834.9507</w:t>
      </w:r>
      <w:r>
        <w:tab/>
        <w:t>1.013e0</w:t>
      </w:r>
    </w:p>
    <w:p w:rsidR="00E00D30" w:rsidRDefault="00E00D30" w:rsidP="00E00D30">
      <w:r>
        <w:lastRenderedPageBreak/>
        <w:t>834.9649</w:t>
      </w:r>
      <w:r>
        <w:tab/>
        <w:t>3.038e0</w:t>
      </w:r>
    </w:p>
    <w:p w:rsidR="00E00D30" w:rsidRDefault="00E00D30" w:rsidP="00E00D30">
      <w:r>
        <w:t>834.9814</w:t>
      </w:r>
      <w:r>
        <w:tab/>
        <w:t>3.038e0</w:t>
      </w:r>
    </w:p>
    <w:p w:rsidR="00E00D30" w:rsidRDefault="00E00D30" w:rsidP="00E00D30">
      <w:r>
        <w:t>835.0764</w:t>
      </w:r>
      <w:r>
        <w:tab/>
        <w:t>1.013e0</w:t>
      </w:r>
    </w:p>
    <w:p w:rsidR="00E00D30" w:rsidRDefault="00E00D30" w:rsidP="00E00D30">
      <w:r>
        <w:t>835.1045</w:t>
      </w:r>
      <w:r>
        <w:tab/>
        <w:t>1.013e0</w:t>
      </w:r>
    </w:p>
    <w:p w:rsidR="00E00D30" w:rsidRDefault="00E00D30" w:rsidP="00E00D30">
      <w:r>
        <w:t>835.1326</w:t>
      </w:r>
      <w:r>
        <w:tab/>
        <w:t>1.013e0</w:t>
      </w:r>
    </w:p>
    <w:p w:rsidR="00E00D30" w:rsidRDefault="00E00D30" w:rsidP="00E00D30">
      <w:r>
        <w:t>835.1607</w:t>
      </w:r>
      <w:r>
        <w:tab/>
        <w:t>1.013e0</w:t>
      </w:r>
    </w:p>
    <w:p w:rsidR="00E00D30" w:rsidRDefault="00E00D30" w:rsidP="00E00D30">
      <w:r>
        <w:t>835.1682</w:t>
      </w:r>
      <w:r>
        <w:tab/>
        <w:t>2.025e0</w:t>
      </w:r>
    </w:p>
    <w:p w:rsidR="00E00D30" w:rsidRDefault="00E00D30" w:rsidP="00E00D30">
      <w:r>
        <w:t>835.2192</w:t>
      </w:r>
      <w:r>
        <w:tab/>
        <w:t>2.025e0</w:t>
      </w:r>
    </w:p>
    <w:p w:rsidR="00E00D30" w:rsidRDefault="00E00D30" w:rsidP="00E00D30">
      <w:r>
        <w:t>835.2314</w:t>
      </w:r>
      <w:r>
        <w:tab/>
        <w:t>1.013e0</w:t>
      </w:r>
    </w:p>
    <w:p w:rsidR="00E00D30" w:rsidRDefault="00E00D30" w:rsidP="00E00D30">
      <w:r>
        <w:t>835.3427</w:t>
      </w:r>
      <w:r>
        <w:tab/>
        <w:t>1.013e0</w:t>
      </w:r>
    </w:p>
    <w:p w:rsidR="00E00D30" w:rsidRDefault="00E00D30" w:rsidP="00E00D30">
      <w:r>
        <w:t>835.3870</w:t>
      </w:r>
      <w:r>
        <w:tab/>
        <w:t>1.013e0</w:t>
      </w:r>
    </w:p>
    <w:p w:rsidR="00E00D30" w:rsidRDefault="00E00D30" w:rsidP="00E00D30">
      <w:r>
        <w:t>835.3930</w:t>
      </w:r>
      <w:r>
        <w:tab/>
        <w:t>2.025e0</w:t>
      </w:r>
    </w:p>
    <w:p w:rsidR="00E00D30" w:rsidRDefault="00E00D30" w:rsidP="00E00D30">
      <w:r>
        <w:t>835.3996</w:t>
      </w:r>
      <w:r>
        <w:tab/>
        <w:t>2.025e0</w:t>
      </w:r>
    </w:p>
    <w:p w:rsidR="00E00D30" w:rsidRDefault="00E00D30" w:rsidP="00E00D30">
      <w:r>
        <w:t>835.4418</w:t>
      </w:r>
      <w:r>
        <w:tab/>
        <w:t>1.013e0</w:t>
      </w:r>
    </w:p>
    <w:p w:rsidR="00E00D30" w:rsidRDefault="00E00D30" w:rsidP="00E00D30">
      <w:r>
        <w:t>835.4612</w:t>
      </w:r>
      <w:r>
        <w:tab/>
        <w:t>1.013e0</w:t>
      </w:r>
    </w:p>
    <w:p w:rsidR="00E00D30" w:rsidRDefault="00E00D30" w:rsidP="00E00D30">
      <w:r>
        <w:t>835.4802</w:t>
      </w:r>
      <w:r>
        <w:tab/>
        <w:t>3.038e0</w:t>
      </w:r>
    </w:p>
    <w:p w:rsidR="00E00D30" w:rsidRDefault="00E00D30" w:rsidP="00E00D30">
      <w:r>
        <w:t>835.4865</w:t>
      </w:r>
      <w:r>
        <w:tab/>
        <w:t>2.025e0</w:t>
      </w:r>
    </w:p>
    <w:p w:rsidR="00E00D30" w:rsidRDefault="00E00D30" w:rsidP="00E00D30">
      <w:r>
        <w:t>835.5542</w:t>
      </w:r>
      <w:r>
        <w:tab/>
        <w:t>1.013e0</w:t>
      </w:r>
    </w:p>
    <w:p w:rsidR="00E00D30" w:rsidRDefault="00E00D30" w:rsidP="00E00D30">
      <w:r>
        <w:t>835.5572</w:t>
      </w:r>
      <w:r>
        <w:tab/>
        <w:t>2.025e0</w:t>
      </w:r>
    </w:p>
    <w:p w:rsidR="00E00D30" w:rsidRDefault="00E00D30" w:rsidP="00E00D30">
      <w:r>
        <w:lastRenderedPageBreak/>
        <w:t>835.5823</w:t>
      </w:r>
      <w:r>
        <w:tab/>
        <w:t>1.013e0</w:t>
      </w:r>
    </w:p>
    <w:p w:rsidR="00E00D30" w:rsidRDefault="00E00D30" w:rsidP="00E00D30">
      <w:r>
        <w:t>835.6179</w:t>
      </w:r>
      <w:r>
        <w:tab/>
        <w:t>2.025e0</w:t>
      </w:r>
    </w:p>
    <w:p w:rsidR="00E00D30" w:rsidRDefault="00E00D30" w:rsidP="00E00D30">
      <w:r>
        <w:t>835.6464</w:t>
      </w:r>
      <w:r>
        <w:tab/>
        <w:t>1.013e0</w:t>
      </w:r>
    </w:p>
    <w:p w:rsidR="00E00D30" w:rsidRDefault="00E00D30" w:rsidP="00E00D30">
      <w:r>
        <w:t>835.7383</w:t>
      </w:r>
      <w:r>
        <w:tab/>
        <w:t>3.038e0</w:t>
      </w:r>
    </w:p>
    <w:p w:rsidR="00E00D30" w:rsidRDefault="00E00D30" w:rsidP="00E00D30">
      <w:r>
        <w:t>835.7796</w:t>
      </w:r>
      <w:r>
        <w:tab/>
        <w:t>1.013e0</w:t>
      </w:r>
    </w:p>
    <w:p w:rsidR="00E00D30" w:rsidRDefault="00E00D30" w:rsidP="00E00D30">
      <w:r>
        <w:t>835.7987</w:t>
      </w:r>
      <w:r>
        <w:tab/>
        <w:t>1.013e0</w:t>
      </w:r>
    </w:p>
    <w:p w:rsidR="00E00D30" w:rsidRDefault="00E00D30" w:rsidP="00E00D30">
      <w:r>
        <w:t>835.8495</w:t>
      </w:r>
      <w:r>
        <w:tab/>
        <w:t>1.013e0</w:t>
      </w:r>
    </w:p>
    <w:p w:rsidR="00E00D30" w:rsidRDefault="00E00D30" w:rsidP="00E00D30">
      <w:r>
        <w:t>835.8651</w:t>
      </w:r>
      <w:r>
        <w:tab/>
        <w:t>2.025e0</w:t>
      </w:r>
    </w:p>
    <w:p w:rsidR="00E00D30" w:rsidRDefault="00E00D30" w:rsidP="00E00D30">
      <w:r>
        <w:t>835.9343</w:t>
      </w:r>
      <w:r>
        <w:tab/>
        <w:t>2.025e0</w:t>
      </w:r>
    </w:p>
    <w:p w:rsidR="00E00D30" w:rsidRDefault="00E00D30" w:rsidP="00E00D30">
      <w:r>
        <w:t>835.9775</w:t>
      </w:r>
      <w:r>
        <w:tab/>
        <w:t>1.013e0</w:t>
      </w:r>
    </w:p>
    <w:p w:rsidR="00E00D30" w:rsidRDefault="00E00D30" w:rsidP="00E00D30">
      <w:r>
        <w:t>836.0529</w:t>
      </w:r>
      <w:r>
        <w:tab/>
        <w:t>1.013e0</w:t>
      </w:r>
    </w:p>
    <w:p w:rsidR="00E00D30" w:rsidRDefault="00E00D30" w:rsidP="00E00D30">
      <w:r>
        <w:t>836.0578</w:t>
      </w:r>
      <w:r>
        <w:tab/>
        <w:t>3.038e0</w:t>
      </w:r>
    </w:p>
    <w:p w:rsidR="00E00D30" w:rsidRDefault="00E00D30" w:rsidP="00E00D30">
      <w:r>
        <w:t>836.0609</w:t>
      </w:r>
      <w:r>
        <w:tab/>
        <w:t>1.013e0</w:t>
      </w:r>
    </w:p>
    <w:p w:rsidR="00E00D30" w:rsidRDefault="00E00D30" w:rsidP="00E00D30">
      <w:r>
        <w:t>836.0636</w:t>
      </w:r>
      <w:r>
        <w:tab/>
        <w:t>3.038e0</w:t>
      </w:r>
    </w:p>
    <w:p w:rsidR="00E00D30" w:rsidRDefault="00E00D30" w:rsidP="00E00D30">
      <w:r>
        <w:t>836.0886</w:t>
      </w:r>
      <w:r>
        <w:tab/>
        <w:t>1.013e0</w:t>
      </w:r>
    </w:p>
    <w:p w:rsidR="00E00D30" w:rsidRDefault="00E00D30" w:rsidP="00E00D30">
      <w:r>
        <w:t>836.1589</w:t>
      </w:r>
      <w:r>
        <w:tab/>
        <w:t>1.013e0</w:t>
      </w:r>
    </w:p>
    <w:p w:rsidR="00E00D30" w:rsidRDefault="00E00D30" w:rsidP="00E00D30">
      <w:r>
        <w:t>836.1739</w:t>
      </w:r>
      <w:r>
        <w:tab/>
        <w:t>2.025e0</w:t>
      </w:r>
    </w:p>
    <w:p w:rsidR="00E00D30" w:rsidRDefault="00E00D30" w:rsidP="00E00D30">
      <w:r>
        <w:t>836.2055</w:t>
      </w:r>
      <w:r>
        <w:tab/>
        <w:t>1.013e0</w:t>
      </w:r>
    </w:p>
    <w:p w:rsidR="00E00D30" w:rsidRDefault="00E00D30" w:rsidP="00E00D30">
      <w:r>
        <w:t>836.2340</w:t>
      </w:r>
      <w:r>
        <w:tab/>
        <w:t>2.025e0</w:t>
      </w:r>
    </w:p>
    <w:p w:rsidR="00E00D30" w:rsidRDefault="00E00D30" w:rsidP="00E00D30">
      <w:r>
        <w:lastRenderedPageBreak/>
        <w:t>836.2574</w:t>
      </w:r>
      <w:r>
        <w:tab/>
        <w:t>1.013e0</w:t>
      </w:r>
    </w:p>
    <w:p w:rsidR="00E00D30" w:rsidRDefault="00E00D30" w:rsidP="00E00D30">
      <w:r>
        <w:t>836.2859</w:t>
      </w:r>
      <w:r>
        <w:tab/>
        <w:t>2.025e0</w:t>
      </w:r>
    </w:p>
    <w:p w:rsidR="00E00D30" w:rsidRDefault="00E00D30" w:rsidP="00E00D30">
      <w:r>
        <w:t>836.2996</w:t>
      </w:r>
      <w:r>
        <w:tab/>
        <w:t>1.013e0</w:t>
      </w:r>
    </w:p>
    <w:p w:rsidR="00E00D30" w:rsidRDefault="00E00D30" w:rsidP="00E00D30">
      <w:r>
        <w:t>836.3071</w:t>
      </w:r>
      <w:r>
        <w:tab/>
        <w:t>1.013e0</w:t>
      </w:r>
    </w:p>
    <w:p w:rsidR="00E00D30" w:rsidRDefault="00E00D30" w:rsidP="00E00D30">
      <w:r>
        <w:t>836.3318</w:t>
      </w:r>
      <w:r>
        <w:tab/>
        <w:t>2.025e0</w:t>
      </w:r>
    </w:p>
    <w:p w:rsidR="00E00D30" w:rsidRDefault="00E00D30" w:rsidP="00E00D30">
      <w:r>
        <w:t>836.3433</w:t>
      </w:r>
      <w:r>
        <w:tab/>
        <w:t>1.013e0</w:t>
      </w:r>
    </w:p>
    <w:p w:rsidR="00E00D30" w:rsidRDefault="00E00D30" w:rsidP="00E00D30">
      <w:r>
        <w:t>836.4167</w:t>
      </w:r>
      <w:r>
        <w:tab/>
        <w:t>2.025e0</w:t>
      </w:r>
    </w:p>
    <w:p w:rsidR="00E00D30" w:rsidRDefault="00E00D30" w:rsidP="00E00D30">
      <w:r>
        <w:t>836.4330</w:t>
      </w:r>
      <w:r>
        <w:tab/>
        <w:t>2.025e0</w:t>
      </w:r>
    </w:p>
    <w:p w:rsidR="00E00D30" w:rsidRDefault="00E00D30" w:rsidP="00E00D30">
      <w:r>
        <w:t>836.4830</w:t>
      </w:r>
      <w:r>
        <w:tab/>
        <w:t>3.038e0</w:t>
      </w:r>
    </w:p>
    <w:p w:rsidR="00E00D30" w:rsidRDefault="00E00D30" w:rsidP="00E00D30">
      <w:r>
        <w:t>836.4944</w:t>
      </w:r>
      <w:r>
        <w:tab/>
        <w:t>1.013e0</w:t>
      </w:r>
    </w:p>
    <w:p w:rsidR="00E00D30" w:rsidRDefault="00E00D30" w:rsidP="00E00D30">
      <w:r>
        <w:t>836.5252</w:t>
      </w:r>
      <w:r>
        <w:tab/>
        <w:t>1.013e0</w:t>
      </w:r>
    </w:p>
    <w:p w:rsidR="00E00D30" w:rsidRDefault="00E00D30" w:rsidP="00E00D30">
      <w:r>
        <w:t>836.5614</w:t>
      </w:r>
      <w:r>
        <w:tab/>
        <w:t>2.025e0</w:t>
      </w:r>
    </w:p>
    <w:p w:rsidR="00E00D30" w:rsidRDefault="00E00D30" w:rsidP="00E00D30">
      <w:r>
        <w:t>836.5627</w:t>
      </w:r>
      <w:r>
        <w:tab/>
        <w:t>1.013e0</w:t>
      </w:r>
    </w:p>
    <w:p w:rsidR="00E00D30" w:rsidRDefault="00E00D30" w:rsidP="00E00D30">
      <w:r>
        <w:t>836.5729</w:t>
      </w:r>
      <w:r>
        <w:tab/>
        <w:t>2.025e0</w:t>
      </w:r>
    </w:p>
    <w:p w:rsidR="00E00D30" w:rsidRDefault="00E00D30" w:rsidP="00E00D30">
      <w:r>
        <w:t>836.5956</w:t>
      </w:r>
      <w:r>
        <w:tab/>
        <w:t>2.025e0</w:t>
      </w:r>
    </w:p>
    <w:p w:rsidR="00E00D30" w:rsidRDefault="00E00D30" w:rsidP="00E00D30">
      <w:r>
        <w:t>836.6030</w:t>
      </w:r>
      <w:r>
        <w:tab/>
        <w:t>2.025e0</w:t>
      </w:r>
    </w:p>
    <w:p w:rsidR="00E00D30" w:rsidRDefault="00E00D30" w:rsidP="00E00D30">
      <w:r>
        <w:t>836.6474</w:t>
      </w:r>
      <w:r>
        <w:tab/>
        <w:t>1.013e0</w:t>
      </w:r>
    </w:p>
    <w:p w:rsidR="00E00D30" w:rsidRDefault="00E00D30" w:rsidP="00E00D30">
      <w:r>
        <w:t>836.6655</w:t>
      </w:r>
      <w:r>
        <w:tab/>
        <w:t>1.013e0</w:t>
      </w:r>
    </w:p>
    <w:p w:rsidR="00E00D30" w:rsidRDefault="00E00D30" w:rsidP="00E00D30">
      <w:r>
        <w:t>836.6941</w:t>
      </w:r>
      <w:r>
        <w:tab/>
        <w:t>1.013e0</w:t>
      </w:r>
    </w:p>
    <w:p w:rsidR="00E00D30" w:rsidRDefault="00E00D30" w:rsidP="00E00D30">
      <w:r>
        <w:lastRenderedPageBreak/>
        <w:t>836.7401</w:t>
      </w:r>
      <w:r>
        <w:tab/>
        <w:t>3.038e0</w:t>
      </w:r>
    </w:p>
    <w:p w:rsidR="00E00D30" w:rsidRDefault="00E00D30" w:rsidP="00E00D30">
      <w:r>
        <w:t>836.7924</w:t>
      </w:r>
      <w:r>
        <w:tab/>
        <w:t>2.025e0</w:t>
      </w:r>
    </w:p>
    <w:p w:rsidR="00E00D30" w:rsidRDefault="00E00D30" w:rsidP="00E00D30">
      <w:r>
        <w:t>836.7958</w:t>
      </w:r>
      <w:r>
        <w:tab/>
        <w:t>2.025e0</w:t>
      </w:r>
    </w:p>
    <w:p w:rsidR="00E00D30" w:rsidRDefault="00E00D30" w:rsidP="00E00D30">
      <w:r>
        <w:t>836.8067</w:t>
      </w:r>
      <w:r>
        <w:tab/>
        <w:t>2.025e0</w:t>
      </w:r>
    </w:p>
    <w:p w:rsidR="00E00D30" w:rsidRDefault="00E00D30" w:rsidP="00E00D30">
      <w:r>
        <w:t>836.8159</w:t>
      </w:r>
      <w:r>
        <w:tab/>
        <w:t>1.013e0</w:t>
      </w:r>
    </w:p>
    <w:p w:rsidR="00E00D30" w:rsidRDefault="00E00D30" w:rsidP="00E00D30">
      <w:r>
        <w:t>836.8218</w:t>
      </w:r>
      <w:r>
        <w:tab/>
        <w:t>1.013e0</w:t>
      </w:r>
    </w:p>
    <w:p w:rsidR="00E00D30" w:rsidRDefault="00E00D30" w:rsidP="00E00D30">
      <w:r>
        <w:t>836.9053</w:t>
      </w:r>
      <w:r>
        <w:tab/>
        <w:t>1.013e0</w:t>
      </w:r>
    </w:p>
    <w:p w:rsidR="00E00D30" w:rsidRDefault="00E00D30" w:rsidP="00E00D30">
      <w:r>
        <w:t>836.9641</w:t>
      </w:r>
      <w:r>
        <w:tab/>
        <w:t>2.025e0</w:t>
      </w:r>
    </w:p>
    <w:p w:rsidR="00E00D30" w:rsidRDefault="00E00D30" w:rsidP="00E00D30">
      <w:r>
        <w:t>836.9752</w:t>
      </w:r>
      <w:r>
        <w:tab/>
        <w:t>1.013e0</w:t>
      </w:r>
    </w:p>
    <w:p w:rsidR="00E00D30" w:rsidRDefault="00E00D30" w:rsidP="00E00D30">
      <w:r>
        <w:t>837.0031</w:t>
      </w:r>
      <w:r>
        <w:tab/>
        <w:t>1.013e0</w:t>
      </w:r>
    </w:p>
    <w:p w:rsidR="00E00D30" w:rsidRDefault="00E00D30" w:rsidP="00E00D30">
      <w:r>
        <w:t>837.0330</w:t>
      </w:r>
      <w:r>
        <w:tab/>
        <w:t>1.013e0</w:t>
      </w:r>
    </w:p>
    <w:p w:rsidR="00E00D30" w:rsidRDefault="00E00D30" w:rsidP="00E00D30">
      <w:r>
        <w:t>837.0349</w:t>
      </w:r>
      <w:r>
        <w:tab/>
        <w:t>1.013e0</w:t>
      </w:r>
    </w:p>
    <w:p w:rsidR="00E00D30" w:rsidRDefault="00E00D30" w:rsidP="00E00D30">
      <w:r>
        <w:t>837.0883</w:t>
      </w:r>
      <w:r>
        <w:tab/>
        <w:t>1.013e0</w:t>
      </w:r>
    </w:p>
    <w:p w:rsidR="00E00D30" w:rsidRDefault="00E00D30" w:rsidP="00E00D30">
      <w:r>
        <w:t>837.1016</w:t>
      </w:r>
      <w:r>
        <w:tab/>
        <w:t>2.025e0</w:t>
      </w:r>
    </w:p>
    <w:p w:rsidR="00E00D30" w:rsidRDefault="00E00D30" w:rsidP="00E00D30">
      <w:r>
        <w:t>837.1165</w:t>
      </w:r>
      <w:r>
        <w:tab/>
        <w:t>1.013e0</w:t>
      </w:r>
    </w:p>
    <w:p w:rsidR="00E00D30" w:rsidRDefault="00E00D30" w:rsidP="00E00D30">
      <w:r>
        <w:t>837.1370</w:t>
      </w:r>
      <w:r>
        <w:tab/>
        <w:t>1.013e0</w:t>
      </w:r>
    </w:p>
    <w:p w:rsidR="00E00D30" w:rsidRDefault="00E00D30" w:rsidP="00E00D30">
      <w:r>
        <w:t>837.1447</w:t>
      </w:r>
      <w:r>
        <w:tab/>
        <w:t>1.013e0</w:t>
      </w:r>
    </w:p>
    <w:p w:rsidR="00E00D30" w:rsidRDefault="00E00D30" w:rsidP="00E00D30">
      <w:r>
        <w:t>837.2232</w:t>
      </w:r>
      <w:r>
        <w:tab/>
        <w:t>1.013e0</w:t>
      </w:r>
    </w:p>
    <w:p w:rsidR="00E00D30" w:rsidRDefault="00E00D30" w:rsidP="00E00D30">
      <w:r>
        <w:t>837.2291</w:t>
      </w:r>
      <w:r>
        <w:tab/>
        <w:t>1.013e0</w:t>
      </w:r>
    </w:p>
    <w:p w:rsidR="00E00D30" w:rsidRDefault="00E00D30" w:rsidP="00E00D30">
      <w:r>
        <w:lastRenderedPageBreak/>
        <w:t>837.2418</w:t>
      </w:r>
      <w:r>
        <w:tab/>
        <w:t>3.038e0</w:t>
      </w:r>
    </w:p>
    <w:p w:rsidR="00E00D30" w:rsidRDefault="00E00D30" w:rsidP="00E00D30">
      <w:r>
        <w:t>837.2571</w:t>
      </w:r>
      <w:r>
        <w:tab/>
        <w:t>2.025e0</w:t>
      </w:r>
    </w:p>
    <w:p w:rsidR="00E00D30" w:rsidRDefault="00E00D30" w:rsidP="00E00D30">
      <w:r>
        <w:t>837.2724</w:t>
      </w:r>
      <w:r>
        <w:tab/>
        <w:t>1.013e0</w:t>
      </w:r>
    </w:p>
    <w:p w:rsidR="00E00D30" w:rsidRDefault="00E00D30" w:rsidP="00E00D30">
      <w:r>
        <w:t>837.2810</w:t>
      </w:r>
      <w:r>
        <w:tab/>
        <w:t>2.025e0</w:t>
      </w:r>
    </w:p>
    <w:p w:rsidR="00E00D30" w:rsidRDefault="00E00D30" w:rsidP="00E00D30">
      <w:r>
        <w:t>837.3238</w:t>
      </w:r>
      <w:r>
        <w:tab/>
        <w:t>1.013e0</w:t>
      </w:r>
    </w:p>
    <w:p w:rsidR="00E00D30" w:rsidRDefault="00E00D30" w:rsidP="00E00D30">
      <w:r>
        <w:t>837.3414</w:t>
      </w:r>
      <w:r>
        <w:tab/>
        <w:t>1.013e0</w:t>
      </w:r>
    </w:p>
    <w:p w:rsidR="00E00D30" w:rsidRDefault="00E00D30" w:rsidP="00E00D30">
      <w:r>
        <w:t>837.4263</w:t>
      </w:r>
      <w:r>
        <w:tab/>
        <w:t>3.038e0</w:t>
      </w:r>
    </w:p>
    <w:p w:rsidR="00E00D30" w:rsidRDefault="00E00D30" w:rsidP="00E00D30">
      <w:r>
        <w:t>837.4363</w:t>
      </w:r>
      <w:r>
        <w:tab/>
        <w:t>2.025e0</w:t>
      </w:r>
    </w:p>
    <w:p w:rsidR="00E00D30" w:rsidRDefault="00E00D30" w:rsidP="00E00D30">
      <w:r>
        <w:t>837.4471</w:t>
      </w:r>
      <w:r>
        <w:tab/>
        <w:t>3.038e0</w:t>
      </w:r>
    </w:p>
    <w:p w:rsidR="00E00D30" w:rsidRDefault="00E00D30" w:rsidP="00E00D30">
      <w:r>
        <w:t>837.4681</w:t>
      </w:r>
      <w:r>
        <w:tab/>
        <w:t>1.013e0</w:t>
      </w:r>
    </w:p>
    <w:p w:rsidR="00E00D30" w:rsidRDefault="00E00D30" w:rsidP="00E00D30">
      <w:r>
        <w:t>837.4697</w:t>
      </w:r>
      <w:r>
        <w:tab/>
        <w:t>1.013e0</w:t>
      </w:r>
    </w:p>
    <w:p w:rsidR="00E00D30" w:rsidRDefault="00E00D30" w:rsidP="00E00D30">
      <w:r>
        <w:t>837.5542</w:t>
      </w:r>
      <w:r>
        <w:tab/>
        <w:t>2.025e0</w:t>
      </w:r>
    </w:p>
    <w:p w:rsidR="00E00D30" w:rsidRDefault="00E00D30" w:rsidP="00E00D30">
      <w:r>
        <w:t>837.5784</w:t>
      </w:r>
      <w:r>
        <w:tab/>
        <w:t>1.013e0</w:t>
      </w:r>
    </w:p>
    <w:p w:rsidR="00E00D30" w:rsidRDefault="00E00D30" w:rsidP="00E00D30">
      <w:r>
        <w:t>837.5809</w:t>
      </w:r>
      <w:r>
        <w:tab/>
        <w:t>1.013e0</w:t>
      </w:r>
    </w:p>
    <w:p w:rsidR="00E00D30" w:rsidRDefault="00E00D30" w:rsidP="00E00D30">
      <w:r>
        <w:t>837.6354</w:t>
      </w:r>
      <w:r>
        <w:tab/>
        <w:t>2.025e0</w:t>
      </w:r>
    </w:p>
    <w:p w:rsidR="00E00D30" w:rsidRDefault="00E00D30" w:rsidP="00E00D30">
      <w:r>
        <w:t>837.6414</w:t>
      </w:r>
      <w:r>
        <w:tab/>
        <w:t>2.025e0</w:t>
      </w:r>
    </w:p>
    <w:p w:rsidR="00E00D30" w:rsidRDefault="00E00D30" w:rsidP="00E00D30">
      <w:r>
        <w:t>837.7504</w:t>
      </w:r>
      <w:r>
        <w:tab/>
        <w:t>1.013e0</w:t>
      </w:r>
    </w:p>
    <w:p w:rsidR="00E00D30" w:rsidRDefault="00E00D30" w:rsidP="00E00D30">
      <w:r>
        <w:t>837.7645</w:t>
      </w:r>
      <w:r>
        <w:tab/>
        <w:t>1.013e0</w:t>
      </w:r>
    </w:p>
    <w:p w:rsidR="00E00D30" w:rsidRDefault="00E00D30" w:rsidP="00E00D30">
      <w:r>
        <w:t>837.7656</w:t>
      </w:r>
      <w:r>
        <w:tab/>
        <w:t>1.013e0</w:t>
      </w:r>
    </w:p>
    <w:p w:rsidR="00E00D30" w:rsidRDefault="00E00D30" w:rsidP="00E00D30">
      <w:r>
        <w:lastRenderedPageBreak/>
        <w:t>837.7813</w:t>
      </w:r>
      <w:r>
        <w:tab/>
        <w:t>1.013e0</w:t>
      </w:r>
    </w:p>
    <w:p w:rsidR="00E00D30" w:rsidRDefault="00E00D30" w:rsidP="00E00D30">
      <w:r>
        <w:t>837.8151</w:t>
      </w:r>
      <w:r>
        <w:tab/>
        <w:t>1.013e0</w:t>
      </w:r>
    </w:p>
    <w:p w:rsidR="00E00D30" w:rsidRDefault="00E00D30" w:rsidP="00E00D30">
      <w:r>
        <w:t>837.9273</w:t>
      </w:r>
      <w:r>
        <w:tab/>
        <w:t>2.025e0</w:t>
      </w:r>
    </w:p>
    <w:p w:rsidR="00E00D30" w:rsidRDefault="00E00D30" w:rsidP="00E00D30">
      <w:r>
        <w:t>837.9332</w:t>
      </w:r>
      <w:r>
        <w:tab/>
        <w:t>1.013e0</w:t>
      </w:r>
    </w:p>
    <w:p w:rsidR="00E00D30" w:rsidRDefault="00E00D30" w:rsidP="00E00D30">
      <w:r>
        <w:t>837.9760</w:t>
      </w:r>
      <w:r>
        <w:tab/>
        <w:t>1.013e0</w:t>
      </w:r>
    </w:p>
    <w:p w:rsidR="00E00D30" w:rsidRDefault="00E00D30" w:rsidP="00E00D30">
      <w:r>
        <w:t>837.9840</w:t>
      </w:r>
      <w:r>
        <w:tab/>
        <w:t>1.013e0</w:t>
      </w:r>
    </w:p>
    <w:p w:rsidR="00E00D30" w:rsidRDefault="00E00D30" w:rsidP="00E00D30">
      <w:r>
        <w:t>838.0323</w:t>
      </w:r>
      <w:r>
        <w:tab/>
        <w:t>1.013e0</w:t>
      </w:r>
    </w:p>
    <w:p w:rsidR="00E00D30" w:rsidRDefault="00E00D30" w:rsidP="00E00D30">
      <w:r>
        <w:t>838.0496</w:t>
      </w:r>
      <w:r>
        <w:tab/>
        <w:t>3.038e0</w:t>
      </w:r>
    </w:p>
    <w:p w:rsidR="00E00D30" w:rsidRDefault="00E00D30" w:rsidP="00E00D30">
      <w:r>
        <w:t>838.0786</w:t>
      </w:r>
      <w:r>
        <w:tab/>
        <w:t>2.025e0</w:t>
      </w:r>
    </w:p>
    <w:p w:rsidR="00E00D30" w:rsidRDefault="00E00D30" w:rsidP="00E00D30">
      <w:r>
        <w:t>838.1098</w:t>
      </w:r>
      <w:r>
        <w:tab/>
        <w:t>2.025e0</w:t>
      </w:r>
    </w:p>
    <w:p w:rsidR="00E00D30" w:rsidRDefault="00E00D30" w:rsidP="00E00D30">
      <w:r>
        <w:t>838.1310</w:t>
      </w:r>
      <w:r>
        <w:tab/>
        <w:t>1.013e0</w:t>
      </w:r>
    </w:p>
    <w:p w:rsidR="00E00D30" w:rsidRDefault="00E00D30" w:rsidP="00E00D30">
      <w:r>
        <w:t>838.1367</w:t>
      </w:r>
      <w:r>
        <w:tab/>
        <w:t>1.013e0</w:t>
      </w:r>
    </w:p>
    <w:p w:rsidR="00E00D30" w:rsidRDefault="00E00D30" w:rsidP="00E00D30">
      <w:r>
        <w:t>838.1733</w:t>
      </w:r>
      <w:r>
        <w:tab/>
        <w:t>1.013e0</w:t>
      </w:r>
    </w:p>
    <w:p w:rsidR="00E00D30" w:rsidRDefault="00E00D30" w:rsidP="00E00D30">
      <w:r>
        <w:t>838.2720</w:t>
      </w:r>
      <w:r>
        <w:tab/>
        <w:t>1.013e0</w:t>
      </w:r>
    </w:p>
    <w:p w:rsidR="00E00D30" w:rsidRDefault="00E00D30" w:rsidP="00E00D30">
      <w:r>
        <w:t>838.3284</w:t>
      </w:r>
      <w:r>
        <w:tab/>
        <w:t>2.025e0</w:t>
      </w:r>
    </w:p>
    <w:p w:rsidR="00E00D30" w:rsidRDefault="00E00D30" w:rsidP="00E00D30">
      <w:r>
        <w:t>838.3421</w:t>
      </w:r>
      <w:r>
        <w:tab/>
        <w:t>1.013e0</w:t>
      </w:r>
    </w:p>
    <w:p w:rsidR="00E00D30" w:rsidRDefault="00E00D30" w:rsidP="00E00D30">
      <w:r>
        <w:t>838.3566</w:t>
      </w:r>
      <w:r>
        <w:tab/>
        <w:t>1.013e0</w:t>
      </w:r>
    </w:p>
    <w:p w:rsidR="00E00D30" w:rsidRDefault="00E00D30" w:rsidP="00E00D30">
      <w:r>
        <w:t>838.4025</w:t>
      </w:r>
      <w:r>
        <w:tab/>
        <w:t>4.051e0</w:t>
      </w:r>
    </w:p>
    <w:p w:rsidR="00E00D30" w:rsidRDefault="00E00D30" w:rsidP="00E00D30">
      <w:r>
        <w:t>838.4075</w:t>
      </w:r>
      <w:r>
        <w:tab/>
        <w:t>1.013e0</w:t>
      </w:r>
    </w:p>
    <w:p w:rsidR="00E00D30" w:rsidRDefault="00E00D30" w:rsidP="00E00D30">
      <w:r>
        <w:lastRenderedPageBreak/>
        <w:t>838.4755</w:t>
      </w:r>
      <w:r>
        <w:tab/>
        <w:t>1.013e0</w:t>
      </w:r>
    </w:p>
    <w:p w:rsidR="00E00D30" w:rsidRDefault="00E00D30" w:rsidP="00E00D30">
      <w:r>
        <w:t>838.4916</w:t>
      </w:r>
      <w:r>
        <w:tab/>
        <w:t>4.051e0</w:t>
      </w:r>
    </w:p>
    <w:p w:rsidR="00E00D30" w:rsidRDefault="00E00D30" w:rsidP="00E00D30">
      <w:r>
        <w:t>838.5113</w:t>
      </w:r>
      <w:r>
        <w:tab/>
        <w:t>1.013e0</w:t>
      </w:r>
    </w:p>
    <w:p w:rsidR="00E00D30" w:rsidRDefault="00E00D30" w:rsidP="00E00D30">
      <w:r>
        <w:t>838.5961</w:t>
      </w:r>
      <w:r>
        <w:tab/>
        <w:t>1.013e0</w:t>
      </w:r>
    </w:p>
    <w:p w:rsidR="00E00D30" w:rsidRDefault="00E00D30" w:rsidP="00E00D30">
      <w:r>
        <w:t>838.6103</w:t>
      </w:r>
      <w:r>
        <w:tab/>
        <w:t>2.025e0</w:t>
      </w:r>
    </w:p>
    <w:p w:rsidR="00E00D30" w:rsidRDefault="00E00D30" w:rsidP="00E00D30">
      <w:r>
        <w:t>838.6620</w:t>
      </w:r>
      <w:r>
        <w:tab/>
        <w:t>1.013e0</w:t>
      </w:r>
    </w:p>
    <w:p w:rsidR="00E00D30" w:rsidRDefault="00E00D30" w:rsidP="00E00D30">
      <w:r>
        <w:t>838.6969</w:t>
      </w:r>
      <w:r>
        <w:tab/>
        <w:t>2.025e0</w:t>
      </w:r>
    </w:p>
    <w:p w:rsidR="00E00D30" w:rsidRDefault="00E00D30" w:rsidP="00E00D30">
      <w:r>
        <w:t>838.7003</w:t>
      </w:r>
      <w:r>
        <w:tab/>
        <w:t>2.649e0</w:t>
      </w:r>
    </w:p>
    <w:p w:rsidR="00E00D30" w:rsidRDefault="00E00D30" w:rsidP="00E00D30">
      <w:r>
        <w:t>838.7116</w:t>
      </w:r>
      <w:r>
        <w:tab/>
        <w:t>1.013e0</w:t>
      </w:r>
    </w:p>
    <w:p w:rsidR="00E00D30" w:rsidRDefault="00E00D30" w:rsidP="00E00D30">
      <w:r>
        <w:t>838.7248</w:t>
      </w:r>
      <w:r>
        <w:tab/>
        <w:t>2.025e0</w:t>
      </w:r>
    </w:p>
    <w:p w:rsidR="00E00D30" w:rsidRDefault="00E00D30" w:rsidP="00E00D30">
      <w:r>
        <w:t>838.7306</w:t>
      </w:r>
      <w:r>
        <w:tab/>
        <w:t>1.013e0</w:t>
      </w:r>
    </w:p>
    <w:p w:rsidR="00E00D30" w:rsidRDefault="00E00D30" w:rsidP="00E00D30">
      <w:r>
        <w:t>838.7375</w:t>
      </w:r>
      <w:r>
        <w:tab/>
        <w:t>1.013e0</w:t>
      </w:r>
    </w:p>
    <w:p w:rsidR="00E00D30" w:rsidRDefault="00E00D30" w:rsidP="00E00D30">
      <w:r>
        <w:t>838.8270</w:t>
      </w:r>
      <w:r>
        <w:tab/>
        <w:t>2.025e0</w:t>
      </w:r>
    </w:p>
    <w:p w:rsidR="00E00D30" w:rsidRDefault="00E00D30" w:rsidP="00E00D30">
      <w:r>
        <w:t>838.8310</w:t>
      </w:r>
      <w:r>
        <w:tab/>
        <w:t>1.013e0</w:t>
      </w:r>
    </w:p>
    <w:p w:rsidR="00E00D30" w:rsidRDefault="00E00D30" w:rsidP="00E00D30">
      <w:r>
        <w:t>838.8362</w:t>
      </w:r>
      <w:r>
        <w:tab/>
        <w:t>1.013e0</w:t>
      </w:r>
    </w:p>
    <w:p w:rsidR="00E00D30" w:rsidRDefault="00E00D30" w:rsidP="00E00D30">
      <w:r>
        <w:t>838.8814</w:t>
      </w:r>
      <w:r>
        <w:tab/>
        <w:t>1.013e0</w:t>
      </w:r>
    </w:p>
    <w:p w:rsidR="00E00D30" w:rsidRDefault="00E00D30" w:rsidP="00E00D30">
      <w:r>
        <w:t>838.9832</w:t>
      </w:r>
      <w:r>
        <w:tab/>
        <w:t>1.013e0</w:t>
      </w:r>
    </w:p>
    <w:p w:rsidR="00E00D30" w:rsidRDefault="00E00D30" w:rsidP="00E00D30">
      <w:r>
        <w:t>839.0056</w:t>
      </w:r>
      <w:r>
        <w:tab/>
        <w:t>1.013e0</w:t>
      </w:r>
    </w:p>
    <w:p w:rsidR="00E00D30" w:rsidRDefault="00E00D30" w:rsidP="00E00D30">
      <w:r>
        <w:t>839.0226</w:t>
      </w:r>
      <w:r>
        <w:tab/>
        <w:t>3.038e0</w:t>
      </w:r>
    </w:p>
    <w:p w:rsidR="00E00D30" w:rsidRDefault="00E00D30" w:rsidP="00E00D30">
      <w:r>
        <w:lastRenderedPageBreak/>
        <w:t>839.0338</w:t>
      </w:r>
      <w:r>
        <w:tab/>
        <w:t>1.013e0</w:t>
      </w:r>
    </w:p>
    <w:p w:rsidR="00E00D30" w:rsidRDefault="00E00D30" w:rsidP="00E00D30">
      <w:r>
        <w:t>839.0479</w:t>
      </w:r>
      <w:r>
        <w:tab/>
        <w:t>1.013e0</w:t>
      </w:r>
    </w:p>
    <w:p w:rsidR="00E00D30" w:rsidRDefault="00E00D30" w:rsidP="00E00D30">
      <w:r>
        <w:t>839.0508</w:t>
      </w:r>
      <w:r>
        <w:tab/>
        <w:t>1.013e0</w:t>
      </w:r>
    </w:p>
    <w:p w:rsidR="00E00D30" w:rsidRDefault="00E00D30" w:rsidP="00E00D30">
      <w:r>
        <w:t>839.0518</w:t>
      </w:r>
      <w:r>
        <w:tab/>
        <w:t>1.013e0</w:t>
      </w:r>
    </w:p>
    <w:p w:rsidR="00E00D30" w:rsidRDefault="00E00D30" w:rsidP="00E00D30">
      <w:r>
        <w:t>839.0693</w:t>
      </w:r>
      <w:r>
        <w:tab/>
        <w:t>1.013e0</w:t>
      </w:r>
    </w:p>
    <w:p w:rsidR="00E00D30" w:rsidRDefault="00E00D30" w:rsidP="00E00D30">
      <w:r>
        <w:t>839.0757</w:t>
      </w:r>
      <w:r>
        <w:tab/>
        <w:t>1.013e0</w:t>
      </w:r>
    </w:p>
    <w:p w:rsidR="00E00D30" w:rsidRDefault="00E00D30" w:rsidP="00E00D30">
      <w:r>
        <w:t>839.0850</w:t>
      </w:r>
      <w:r>
        <w:tab/>
        <w:t>1.013e0</w:t>
      </w:r>
    </w:p>
    <w:p w:rsidR="00E00D30" w:rsidRDefault="00E00D30" w:rsidP="00E00D30">
      <w:r>
        <w:t>839.1353</w:t>
      </w:r>
      <w:r>
        <w:tab/>
        <w:t>2.025e0</w:t>
      </w:r>
    </w:p>
    <w:p w:rsidR="00E00D30" w:rsidRDefault="00E00D30" w:rsidP="00E00D30">
      <w:r>
        <w:t>839.1525</w:t>
      </w:r>
      <w:r>
        <w:tab/>
        <w:t>1.013e0</w:t>
      </w:r>
    </w:p>
    <w:p w:rsidR="00E00D30" w:rsidRDefault="00E00D30" w:rsidP="00E00D30">
      <w:r>
        <w:t>839.2212</w:t>
      </w:r>
      <w:r>
        <w:tab/>
        <w:t>1.013e0</w:t>
      </w:r>
    </w:p>
    <w:p w:rsidR="00E00D30" w:rsidRDefault="00E00D30" w:rsidP="00E00D30">
      <w:r>
        <w:t>839.2261</w:t>
      </w:r>
      <w:r>
        <w:tab/>
        <w:t>4.051e0</w:t>
      </w:r>
    </w:p>
    <w:p w:rsidR="00E00D30" w:rsidRDefault="00E00D30" w:rsidP="00E00D30">
      <w:r>
        <w:t>839.2343</w:t>
      </w:r>
      <w:r>
        <w:tab/>
        <w:t>2.025e0</w:t>
      </w:r>
    </w:p>
    <w:p w:rsidR="00E00D30" w:rsidRDefault="00E00D30" w:rsidP="00E00D30">
      <w:r>
        <w:t>839.2512</w:t>
      </w:r>
      <w:r>
        <w:tab/>
        <w:t>2.025e0</w:t>
      </w:r>
    </w:p>
    <w:p w:rsidR="00E00D30" w:rsidRDefault="00E00D30" w:rsidP="00E00D30">
      <w:r>
        <w:t>839.2722</w:t>
      </w:r>
      <w:r>
        <w:tab/>
        <w:t>1.013e0</w:t>
      </w:r>
    </w:p>
    <w:p w:rsidR="00E00D30" w:rsidRDefault="00E00D30" w:rsidP="00E00D30">
      <w:r>
        <w:t>839.2858</w:t>
      </w:r>
      <w:r>
        <w:tab/>
        <w:t>4.051e0</w:t>
      </w:r>
    </w:p>
    <w:p w:rsidR="00E00D30" w:rsidRDefault="00E00D30" w:rsidP="00E00D30">
      <w:r>
        <w:t>839.3573</w:t>
      </w:r>
      <w:r>
        <w:tab/>
        <w:t>3.038e0</w:t>
      </w:r>
    </w:p>
    <w:p w:rsidR="00E00D30" w:rsidRDefault="00E00D30" w:rsidP="00E00D30">
      <w:r>
        <w:t>839.3726</w:t>
      </w:r>
      <w:r>
        <w:tab/>
        <w:t>2.025e0</w:t>
      </w:r>
    </w:p>
    <w:p w:rsidR="00E00D30" w:rsidRDefault="00E00D30" w:rsidP="00E00D30">
      <w:r>
        <w:t>839.3905</w:t>
      </w:r>
      <w:r>
        <w:tab/>
        <w:t>1.013e0</w:t>
      </w:r>
    </w:p>
    <w:p w:rsidR="00E00D30" w:rsidRDefault="00E00D30" w:rsidP="00E00D30">
      <w:r>
        <w:t>839.4393</w:t>
      </w:r>
      <w:r>
        <w:tab/>
        <w:t>3.038e0</w:t>
      </w:r>
    </w:p>
    <w:p w:rsidR="00E00D30" w:rsidRDefault="00E00D30" w:rsidP="00E00D30">
      <w:r>
        <w:lastRenderedPageBreak/>
        <w:t>839.4420</w:t>
      </w:r>
      <w:r>
        <w:tab/>
        <w:t>1.013e0</w:t>
      </w:r>
    </w:p>
    <w:p w:rsidR="00E00D30" w:rsidRDefault="00E00D30" w:rsidP="00E00D30">
      <w:r>
        <w:t>839.4571</w:t>
      </w:r>
      <w:r>
        <w:tab/>
        <w:t>2.025e0</w:t>
      </w:r>
    </w:p>
    <w:p w:rsidR="00E00D30" w:rsidRDefault="00E00D30" w:rsidP="00E00D30">
      <w:r>
        <w:t>839.4607</w:t>
      </w:r>
      <w:r>
        <w:tab/>
        <w:t>4.051e0</w:t>
      </w:r>
    </w:p>
    <w:p w:rsidR="00E00D30" w:rsidRDefault="00E00D30" w:rsidP="00E00D30">
      <w:r>
        <w:t>839.4650</w:t>
      </w:r>
      <w:r>
        <w:tab/>
        <w:t>2.025e0</w:t>
      </w:r>
    </w:p>
    <w:p w:rsidR="00E00D30" w:rsidRDefault="00E00D30" w:rsidP="00E00D30">
      <w:r>
        <w:t>839.4681</w:t>
      </w:r>
      <w:r>
        <w:tab/>
        <w:t>3.038e0</w:t>
      </w:r>
    </w:p>
    <w:p w:rsidR="00E00D30" w:rsidRDefault="00E00D30" w:rsidP="00E00D30">
      <w:r>
        <w:t>839.4937</w:t>
      </w:r>
      <w:r>
        <w:tab/>
        <w:t>2.025e0</w:t>
      </w:r>
    </w:p>
    <w:p w:rsidR="00E00D30" w:rsidRDefault="00E00D30" w:rsidP="00E00D30">
      <w:r>
        <w:t>839.5395</w:t>
      </w:r>
      <w:r>
        <w:tab/>
        <w:t>4.051e0</w:t>
      </w:r>
    </w:p>
    <w:p w:rsidR="00E00D30" w:rsidRDefault="00E00D30" w:rsidP="00E00D30">
      <w:r>
        <w:t>839.5416</w:t>
      </w:r>
      <w:r>
        <w:tab/>
        <w:t>2.025e0</w:t>
      </w:r>
    </w:p>
    <w:p w:rsidR="00E00D30" w:rsidRDefault="00E00D30" w:rsidP="00E00D30">
      <w:r>
        <w:t>839.5427</w:t>
      </w:r>
      <w:r>
        <w:tab/>
        <w:t>3.491e0</w:t>
      </w:r>
    </w:p>
    <w:p w:rsidR="00E00D30" w:rsidRDefault="00E00D30" w:rsidP="00E00D30">
      <w:r>
        <w:t>839.5562</w:t>
      </w:r>
      <w:r>
        <w:tab/>
        <w:t>1.013e0</w:t>
      </w:r>
    </w:p>
    <w:p w:rsidR="00E00D30" w:rsidRDefault="00E00D30" w:rsidP="00E00D30">
      <w:r>
        <w:t>839.5774</w:t>
      </w:r>
      <w:r>
        <w:tab/>
        <w:t>2.025e0</w:t>
      </w:r>
    </w:p>
    <w:p w:rsidR="00E00D30" w:rsidRDefault="00E00D30" w:rsidP="00E00D30">
      <w:r>
        <w:t>839.5895</w:t>
      </w:r>
      <w:r>
        <w:tab/>
        <w:t>6.076e0</w:t>
      </w:r>
    </w:p>
    <w:p w:rsidR="00E00D30" w:rsidRDefault="00E00D30" w:rsidP="00E00D30">
      <w:r>
        <w:t>839.6266</w:t>
      </w:r>
      <w:r>
        <w:tab/>
        <w:t>3.038e0</w:t>
      </w:r>
    </w:p>
    <w:p w:rsidR="00E00D30" w:rsidRDefault="00E00D30" w:rsidP="00E00D30">
      <w:r>
        <w:t>839.6959</w:t>
      </w:r>
      <w:r>
        <w:tab/>
        <w:t>1.013e0</w:t>
      </w:r>
    </w:p>
    <w:p w:rsidR="00E00D30" w:rsidRDefault="00E00D30" w:rsidP="00E00D30">
      <w:r>
        <w:t>839.6970</w:t>
      </w:r>
      <w:r>
        <w:tab/>
        <w:t>1.013e0</w:t>
      </w:r>
    </w:p>
    <w:p w:rsidR="00E00D30" w:rsidRDefault="00E00D30" w:rsidP="00E00D30">
      <w:r>
        <w:t>839.7393</w:t>
      </w:r>
      <w:r>
        <w:tab/>
        <w:t>1.013e0</w:t>
      </w:r>
    </w:p>
    <w:p w:rsidR="00E00D30" w:rsidRDefault="00E00D30" w:rsidP="00E00D30">
      <w:r>
        <w:t>839.8475</w:t>
      </w:r>
      <w:r>
        <w:tab/>
        <w:t>1.013e0</w:t>
      </w:r>
    </w:p>
    <w:p w:rsidR="00E00D30" w:rsidRDefault="00E00D30" w:rsidP="00E00D30">
      <w:r>
        <w:t>839.8951</w:t>
      </w:r>
      <w:r>
        <w:tab/>
        <w:t>1.013e0</w:t>
      </w:r>
    </w:p>
    <w:p w:rsidR="00E00D30" w:rsidRDefault="00E00D30" w:rsidP="00E00D30">
      <w:r>
        <w:t>839.9146</w:t>
      </w:r>
      <w:r>
        <w:tab/>
        <w:t>1.013e0</w:t>
      </w:r>
    </w:p>
    <w:p w:rsidR="00E00D30" w:rsidRDefault="00E00D30" w:rsidP="00E00D30">
      <w:r>
        <w:lastRenderedPageBreak/>
        <w:t>839.9799</w:t>
      </w:r>
      <w:r>
        <w:tab/>
        <w:t>1.013e0</w:t>
      </w:r>
    </w:p>
    <w:p w:rsidR="00E00D30" w:rsidRDefault="00E00D30" w:rsidP="00E00D30">
      <w:r>
        <w:t>839.9816</w:t>
      </w:r>
      <w:r>
        <w:tab/>
        <w:t>1.013e0</w:t>
      </w:r>
    </w:p>
    <w:p w:rsidR="00E00D30" w:rsidRDefault="00E00D30" w:rsidP="00E00D30">
      <w:r>
        <w:t>840.0343</w:t>
      </w:r>
      <w:r>
        <w:tab/>
        <w:t>2.025e0</w:t>
      </w:r>
    </w:p>
    <w:p w:rsidR="00E00D30" w:rsidRDefault="00E00D30" w:rsidP="00E00D30">
      <w:r>
        <w:t>840.0799</w:t>
      </w:r>
      <w:r>
        <w:tab/>
        <w:t>1.013e0</w:t>
      </w:r>
    </w:p>
    <w:p w:rsidR="00E00D30" w:rsidRDefault="00E00D30" w:rsidP="00E00D30">
      <w:r>
        <w:t>840.0965</w:t>
      </w:r>
      <w:r>
        <w:tab/>
        <w:t>2.025e0</w:t>
      </w:r>
    </w:p>
    <w:p w:rsidR="00E00D30" w:rsidRDefault="00E00D30" w:rsidP="00E00D30">
      <w:r>
        <w:t>840.1237</w:t>
      </w:r>
      <w:r>
        <w:tab/>
        <w:t>3.038e0</w:t>
      </w:r>
    </w:p>
    <w:p w:rsidR="00E00D30" w:rsidRDefault="00E00D30" w:rsidP="00E00D30">
      <w:r>
        <w:t>840.1495</w:t>
      </w:r>
      <w:r>
        <w:tab/>
        <w:t>1.013e0</w:t>
      </w:r>
    </w:p>
    <w:p w:rsidR="00E00D30" w:rsidRDefault="00E00D30" w:rsidP="00E00D30">
      <w:r>
        <w:t>840.1587</w:t>
      </w:r>
      <w:r>
        <w:tab/>
        <w:t>2.025e0</w:t>
      </w:r>
    </w:p>
    <w:p w:rsidR="00E00D30" w:rsidRDefault="00E00D30" w:rsidP="00E00D30">
      <w:r>
        <w:t>840.1777</w:t>
      </w:r>
      <w:r>
        <w:tab/>
        <w:t>1.013e0</w:t>
      </w:r>
    </w:p>
    <w:p w:rsidR="00E00D30" w:rsidRDefault="00E00D30" w:rsidP="00E00D30">
      <w:r>
        <w:t>840.2197</w:t>
      </w:r>
      <w:r>
        <w:tab/>
        <w:t>1.013e0</w:t>
      </w:r>
    </w:p>
    <w:p w:rsidR="00E00D30" w:rsidRDefault="00E00D30" w:rsidP="00E00D30">
      <w:r>
        <w:t>840.2532</w:t>
      </w:r>
      <w:r>
        <w:tab/>
        <w:t>1.013e0</w:t>
      </w:r>
    </w:p>
    <w:p w:rsidR="00E00D30" w:rsidRDefault="00E00D30" w:rsidP="00E00D30">
      <w:r>
        <w:t>840.2823</w:t>
      </w:r>
      <w:r>
        <w:tab/>
        <w:t>2.025e0</w:t>
      </w:r>
    </w:p>
    <w:p w:rsidR="00E00D30" w:rsidRDefault="00E00D30" w:rsidP="00E00D30">
      <w:r>
        <w:t>840.3610</w:t>
      </w:r>
      <w:r>
        <w:tab/>
        <w:t>1.013e0</w:t>
      </w:r>
    </w:p>
    <w:p w:rsidR="00E00D30" w:rsidRDefault="00E00D30" w:rsidP="00E00D30">
      <w:r>
        <w:t>840.3756</w:t>
      </w:r>
      <w:r>
        <w:tab/>
        <w:t>2.025e0</w:t>
      </w:r>
    </w:p>
    <w:p w:rsidR="00E00D30" w:rsidRDefault="00E00D30" w:rsidP="00E00D30">
      <w:r>
        <w:t>840.3898</w:t>
      </w:r>
      <w:r>
        <w:tab/>
        <w:t>2.025e0</w:t>
      </w:r>
    </w:p>
    <w:p w:rsidR="00E00D30" w:rsidRDefault="00E00D30" w:rsidP="00E00D30">
      <w:r>
        <w:t>840.3978</w:t>
      </w:r>
      <w:r>
        <w:tab/>
        <w:t>3.038e0</w:t>
      </w:r>
    </w:p>
    <w:p w:rsidR="00E00D30" w:rsidRDefault="00E00D30" w:rsidP="00E00D30">
      <w:r>
        <w:t>840.4398</w:t>
      </w:r>
      <w:r>
        <w:tab/>
        <w:t>3.038e0</w:t>
      </w:r>
    </w:p>
    <w:p w:rsidR="00E00D30" w:rsidRDefault="00E00D30" w:rsidP="00E00D30">
      <w:r>
        <w:t>840.4573</w:t>
      </w:r>
      <w:r>
        <w:tab/>
        <w:t>1.013e0</w:t>
      </w:r>
    </w:p>
    <w:p w:rsidR="00E00D30" w:rsidRDefault="00E00D30" w:rsidP="00E00D30">
      <w:r>
        <w:t>840.4746</w:t>
      </w:r>
      <w:r>
        <w:tab/>
        <w:t>2.025e0</w:t>
      </w:r>
    </w:p>
    <w:p w:rsidR="00E00D30" w:rsidRDefault="00E00D30" w:rsidP="00E00D30">
      <w:r>
        <w:lastRenderedPageBreak/>
        <w:t>840.4827</w:t>
      </w:r>
      <w:r>
        <w:tab/>
        <w:t>3.038e0</w:t>
      </w:r>
    </w:p>
    <w:p w:rsidR="00E00D30" w:rsidRDefault="00E00D30" w:rsidP="00E00D30">
      <w:r>
        <w:t>840.4908</w:t>
      </w:r>
      <w:r>
        <w:tab/>
        <w:t>2.025e0</w:t>
      </w:r>
    </w:p>
    <w:p w:rsidR="00E00D30" w:rsidRDefault="00E00D30" w:rsidP="00E00D30">
      <w:r>
        <w:t>840.5029</w:t>
      </w:r>
      <w:r>
        <w:tab/>
        <w:t>1.013e0</w:t>
      </w:r>
    </w:p>
    <w:p w:rsidR="00E00D30" w:rsidRDefault="00E00D30" w:rsidP="00E00D30">
      <w:r>
        <w:t>840.5074</w:t>
      </w:r>
      <w:r>
        <w:tab/>
        <w:t>2.025e0</w:t>
      </w:r>
    </w:p>
    <w:p w:rsidR="00E00D30" w:rsidRDefault="00E00D30" w:rsidP="00E00D30">
      <w:r>
        <w:t>840.5190</w:t>
      </w:r>
      <w:r>
        <w:tab/>
        <w:t>2.025e0</w:t>
      </w:r>
    </w:p>
    <w:p w:rsidR="00E00D30" w:rsidRDefault="00E00D30" w:rsidP="00E00D30">
      <w:r>
        <w:t>840.5463</w:t>
      </w:r>
      <w:r>
        <w:tab/>
        <w:t>1.013e0</w:t>
      </w:r>
    </w:p>
    <w:p w:rsidR="00E00D30" w:rsidRDefault="00E00D30" w:rsidP="00E00D30">
      <w:r>
        <w:t>840.5745</w:t>
      </w:r>
      <w:r>
        <w:tab/>
        <w:t>1.013e0</w:t>
      </w:r>
    </w:p>
    <w:p w:rsidR="00E00D30" w:rsidRDefault="00E00D30" w:rsidP="00E00D30">
      <w:r>
        <w:t>840.5828</w:t>
      </w:r>
      <w:r>
        <w:tab/>
        <w:t>3.174e0</w:t>
      </w:r>
    </w:p>
    <w:p w:rsidR="00E00D30" w:rsidRDefault="00E00D30" w:rsidP="00E00D30">
      <w:r>
        <w:t>840.5914</w:t>
      </w:r>
      <w:r>
        <w:tab/>
        <w:t>3.038e0</w:t>
      </w:r>
    </w:p>
    <w:p w:rsidR="00E00D30" w:rsidRDefault="00E00D30" w:rsidP="00E00D30">
      <w:r>
        <w:t>840.5974</w:t>
      </w:r>
      <w:r>
        <w:tab/>
        <w:t>2.025e0</w:t>
      </w:r>
    </w:p>
    <w:p w:rsidR="00E00D30" w:rsidRDefault="00E00D30" w:rsidP="00E00D30">
      <w:r>
        <w:t>840.6042</w:t>
      </w:r>
      <w:r>
        <w:tab/>
        <w:t>2.025e0</w:t>
      </w:r>
    </w:p>
    <w:p w:rsidR="00E00D30" w:rsidRDefault="00E00D30" w:rsidP="00E00D30">
      <w:r>
        <w:t>840.6155</w:t>
      </w:r>
      <w:r>
        <w:tab/>
        <w:t>1.013e0</w:t>
      </w:r>
    </w:p>
    <w:p w:rsidR="00E00D30" w:rsidRDefault="00E00D30" w:rsidP="00E00D30">
      <w:r>
        <w:t>840.6942</w:t>
      </w:r>
      <w:r>
        <w:tab/>
        <w:t>1.013e0</w:t>
      </w:r>
    </w:p>
    <w:p w:rsidR="00E00D30" w:rsidRDefault="00E00D30" w:rsidP="00E00D30">
      <w:r>
        <w:t>840.6987</w:t>
      </w:r>
      <w:r>
        <w:tab/>
        <w:t>2.025e0</w:t>
      </w:r>
    </w:p>
    <w:p w:rsidR="00E00D30" w:rsidRDefault="00E00D30" w:rsidP="00E00D30">
      <w:r>
        <w:t>840.7263</w:t>
      </w:r>
      <w:r>
        <w:tab/>
        <w:t>4.051e0</w:t>
      </w:r>
    </w:p>
    <w:p w:rsidR="00E00D30" w:rsidRDefault="00E00D30" w:rsidP="00E00D30">
      <w:r>
        <w:t>840.7286</w:t>
      </w:r>
      <w:r>
        <w:tab/>
        <w:t>1.013e0</w:t>
      </w:r>
    </w:p>
    <w:p w:rsidR="00E00D30" w:rsidRDefault="00E00D30" w:rsidP="00E00D30">
      <w:r>
        <w:t>840.7312</w:t>
      </w:r>
      <w:r>
        <w:tab/>
        <w:t>3.038e0</w:t>
      </w:r>
    </w:p>
    <w:p w:rsidR="00E00D30" w:rsidRDefault="00E00D30" w:rsidP="00E00D30">
      <w:r>
        <w:t>840.7505</w:t>
      </w:r>
      <w:r>
        <w:tab/>
        <w:t>2.025e0</w:t>
      </w:r>
    </w:p>
    <w:p w:rsidR="00E00D30" w:rsidRDefault="00E00D30" w:rsidP="00E00D30">
      <w:r>
        <w:t>840.7715</w:t>
      </w:r>
      <w:r>
        <w:tab/>
        <w:t>1.013e0</w:t>
      </w:r>
    </w:p>
    <w:p w:rsidR="00E00D30" w:rsidRDefault="00E00D30" w:rsidP="00E00D30">
      <w:r>
        <w:lastRenderedPageBreak/>
        <w:t>840.8139</w:t>
      </w:r>
      <w:r>
        <w:tab/>
        <w:t>1.013e0</w:t>
      </w:r>
    </w:p>
    <w:p w:rsidR="00E00D30" w:rsidRDefault="00E00D30" w:rsidP="00E00D30">
      <w:r>
        <w:t>840.8809</w:t>
      </w:r>
      <w:r>
        <w:tab/>
        <w:t>1.013e0</w:t>
      </w:r>
    </w:p>
    <w:p w:rsidR="00E00D30" w:rsidRDefault="00E00D30" w:rsidP="00E00D30">
      <w:r>
        <w:t>840.8819</w:t>
      </w:r>
      <w:r>
        <w:tab/>
        <w:t>1.013e0</w:t>
      </w:r>
    </w:p>
    <w:p w:rsidR="00E00D30" w:rsidRDefault="00E00D30" w:rsidP="00E00D30">
      <w:r>
        <w:t>840.9366</w:t>
      </w:r>
      <w:r>
        <w:tab/>
        <w:t>2.025e0</w:t>
      </w:r>
    </w:p>
    <w:p w:rsidR="00E00D30" w:rsidRDefault="00E00D30" w:rsidP="00E00D30">
      <w:r>
        <w:t>840.9650</w:t>
      </w:r>
      <w:r>
        <w:tab/>
        <w:t>1.013e0</w:t>
      </w:r>
    </w:p>
    <w:p w:rsidR="00E00D30" w:rsidRDefault="00E00D30" w:rsidP="00E00D30">
      <w:r>
        <w:t>841.0115</w:t>
      </w:r>
      <w:r>
        <w:tab/>
        <w:t>1.013e0</w:t>
      </w:r>
    </w:p>
    <w:p w:rsidR="00E00D30" w:rsidRDefault="00E00D30" w:rsidP="00E00D30">
      <w:r>
        <w:t>841.0413</w:t>
      </w:r>
      <w:r>
        <w:tab/>
        <w:t>1.013e0</w:t>
      </w:r>
    </w:p>
    <w:p w:rsidR="00E00D30" w:rsidRDefault="00E00D30" w:rsidP="00E00D30">
      <w:r>
        <w:t>841.0501</w:t>
      </w:r>
      <w:r>
        <w:tab/>
        <w:t>1.013e0</w:t>
      </w:r>
    </w:p>
    <w:p w:rsidR="00E00D30" w:rsidRDefault="00E00D30" w:rsidP="00E00D30">
      <w:r>
        <w:t>841.0685</w:t>
      </w:r>
      <w:r>
        <w:tab/>
        <w:t>1.013e0</w:t>
      </w:r>
    </w:p>
    <w:p w:rsidR="00E00D30" w:rsidRDefault="00E00D30" w:rsidP="00E00D30">
      <w:r>
        <w:t>841.0822</w:t>
      </w:r>
      <w:r>
        <w:tab/>
        <w:t>1.013e0</w:t>
      </w:r>
    </w:p>
    <w:p w:rsidR="00E00D30" w:rsidRDefault="00E00D30" w:rsidP="00E00D30">
      <w:r>
        <w:t>841.1521</w:t>
      </w:r>
      <w:r>
        <w:tab/>
        <w:t>1.013e0</w:t>
      </w:r>
    </w:p>
    <w:p w:rsidR="00E00D30" w:rsidRDefault="00E00D30" w:rsidP="00E00D30">
      <w:r>
        <w:t>841.1675</w:t>
      </w:r>
      <w:r>
        <w:tab/>
        <w:t>1.013e0</w:t>
      </w:r>
    </w:p>
    <w:p w:rsidR="00E00D30" w:rsidRDefault="00E00D30" w:rsidP="00E00D30">
      <w:r>
        <w:t>841.1817</w:t>
      </w:r>
      <w:r>
        <w:tab/>
        <w:t>1.013e0</w:t>
      </w:r>
    </w:p>
    <w:p w:rsidR="00E00D30" w:rsidRDefault="00E00D30" w:rsidP="00E00D30">
      <w:r>
        <w:t>841.2689</w:t>
      </w:r>
      <w:r>
        <w:tab/>
        <w:t>1.013e0</w:t>
      </w:r>
    </w:p>
    <w:p w:rsidR="00E00D30" w:rsidRDefault="00E00D30" w:rsidP="00E00D30">
      <w:r>
        <w:t>841.2868</w:t>
      </w:r>
      <w:r>
        <w:tab/>
        <w:t>1.013e0</w:t>
      </w:r>
    </w:p>
    <w:p w:rsidR="00E00D30" w:rsidRDefault="00E00D30" w:rsidP="00E00D30">
      <w:r>
        <w:t>841.3515</w:t>
      </w:r>
      <w:r>
        <w:tab/>
        <w:t>1.013e0</w:t>
      </w:r>
    </w:p>
    <w:p w:rsidR="00E00D30" w:rsidRDefault="00E00D30" w:rsidP="00E00D30">
      <w:r>
        <w:t>841.3879</w:t>
      </w:r>
      <w:r>
        <w:tab/>
        <w:t>2.025e0</w:t>
      </w:r>
    </w:p>
    <w:p w:rsidR="00E00D30" w:rsidRDefault="00E00D30" w:rsidP="00E00D30">
      <w:r>
        <w:t>841.4057</w:t>
      </w:r>
      <w:r>
        <w:tab/>
        <w:t>5.487e0</w:t>
      </w:r>
    </w:p>
    <w:p w:rsidR="00E00D30" w:rsidRDefault="00E00D30" w:rsidP="00E00D30">
      <w:r>
        <w:t>841.4069</w:t>
      </w:r>
      <w:r>
        <w:tab/>
        <w:t>2.025e0</w:t>
      </w:r>
    </w:p>
    <w:p w:rsidR="00E00D30" w:rsidRDefault="00E00D30" w:rsidP="00E00D30">
      <w:r>
        <w:lastRenderedPageBreak/>
        <w:t>841.4364</w:t>
      </w:r>
      <w:r>
        <w:tab/>
        <w:t>1.013e0</w:t>
      </w:r>
    </w:p>
    <w:p w:rsidR="00E00D30" w:rsidRDefault="00E00D30" w:rsidP="00E00D30">
      <w:r>
        <w:t>841.4901</w:t>
      </w:r>
      <w:r>
        <w:tab/>
        <w:t>3.038e0</w:t>
      </w:r>
    </w:p>
    <w:p w:rsidR="00E00D30" w:rsidRDefault="00E00D30" w:rsidP="00E00D30">
      <w:r>
        <w:t>841.4930</w:t>
      </w:r>
      <w:r>
        <w:tab/>
        <w:t>1.013e0</w:t>
      </w:r>
    </w:p>
    <w:p w:rsidR="00E00D30" w:rsidRDefault="00E00D30" w:rsidP="00E00D30">
      <w:r>
        <w:t>841.5392</w:t>
      </w:r>
      <w:r>
        <w:tab/>
        <w:t>4.051e0</w:t>
      </w:r>
    </w:p>
    <w:p w:rsidR="00E00D30" w:rsidRDefault="00E00D30" w:rsidP="00E00D30">
      <w:r>
        <w:t>841.5750</w:t>
      </w:r>
      <w:r>
        <w:tab/>
        <w:t>1.013e0</w:t>
      </w:r>
    </w:p>
    <w:p w:rsidR="00E00D30" w:rsidRDefault="00E00D30" w:rsidP="00E00D30">
      <w:r>
        <w:t>841.5780</w:t>
      </w:r>
      <w:r>
        <w:tab/>
        <w:t>2.025e0</w:t>
      </w:r>
    </w:p>
    <w:p w:rsidR="00E00D30" w:rsidRDefault="00E00D30" w:rsidP="00E00D30">
      <w:r>
        <w:t>841.5992</w:t>
      </w:r>
      <w:r>
        <w:tab/>
        <w:t>2.025e0</w:t>
      </w:r>
    </w:p>
    <w:p w:rsidR="00E00D30" w:rsidRDefault="00E00D30" w:rsidP="00E00D30">
      <w:r>
        <w:t>841.6487</w:t>
      </w:r>
      <w:r>
        <w:tab/>
        <w:t>1.013e0</w:t>
      </w:r>
    </w:p>
    <w:p w:rsidR="00E00D30" w:rsidRDefault="00E00D30" w:rsidP="00E00D30">
      <w:r>
        <w:t>841.6603</w:t>
      </w:r>
      <w:r>
        <w:tab/>
        <w:t>3.038e0</w:t>
      </w:r>
    </w:p>
    <w:p w:rsidR="00E00D30" w:rsidRDefault="00E00D30" w:rsidP="00E00D30">
      <w:r>
        <w:t>841.6639</w:t>
      </w:r>
      <w:r>
        <w:tab/>
        <w:t>1.013e0</w:t>
      </w:r>
    </w:p>
    <w:p w:rsidR="00E00D30" w:rsidRDefault="00E00D30" w:rsidP="00E00D30">
      <w:r>
        <w:t>841.7347</w:t>
      </w:r>
      <w:r>
        <w:tab/>
        <w:t>1.013e0</w:t>
      </w:r>
    </w:p>
    <w:p w:rsidR="00E00D30" w:rsidRDefault="00E00D30" w:rsidP="00E00D30">
      <w:r>
        <w:t>841.7447</w:t>
      </w:r>
      <w:r>
        <w:tab/>
        <w:t>1.013e0</w:t>
      </w:r>
    </w:p>
    <w:p w:rsidR="00E00D30" w:rsidRDefault="00E00D30" w:rsidP="00E00D30">
      <w:r>
        <w:t>841.7615</w:t>
      </w:r>
      <w:r>
        <w:tab/>
        <w:t>1.013e0</w:t>
      </w:r>
    </w:p>
    <w:p w:rsidR="00E00D30" w:rsidRDefault="00E00D30" w:rsidP="00E00D30">
      <w:r>
        <w:t>841.7898</w:t>
      </w:r>
      <w:r>
        <w:tab/>
        <w:t>1.013e0</w:t>
      </w:r>
    </w:p>
    <w:p w:rsidR="00E00D30" w:rsidRDefault="00E00D30" w:rsidP="00E00D30">
      <w:r>
        <w:t>841.7941</w:t>
      </w:r>
      <w:r>
        <w:tab/>
        <w:t>1.013e0</w:t>
      </w:r>
    </w:p>
    <w:p w:rsidR="00E00D30" w:rsidRDefault="00E00D30" w:rsidP="00E00D30">
      <w:r>
        <w:t>841.8464</w:t>
      </w:r>
      <w:r>
        <w:tab/>
        <w:t>1.013e0</w:t>
      </w:r>
    </w:p>
    <w:p w:rsidR="00E00D30" w:rsidRDefault="00E00D30" w:rsidP="00E00D30">
      <w:r>
        <w:t>841.8480</w:t>
      </w:r>
      <w:r>
        <w:tab/>
        <w:t>1.013e0</w:t>
      </w:r>
    </w:p>
    <w:p w:rsidR="00E00D30" w:rsidRDefault="00E00D30" w:rsidP="00E00D30">
      <w:r>
        <w:t>841.8538</w:t>
      </w:r>
      <w:r>
        <w:tab/>
        <w:t>4.051e0</w:t>
      </w:r>
    </w:p>
    <w:p w:rsidR="00E00D30" w:rsidRDefault="00E00D30" w:rsidP="00E00D30">
      <w:r>
        <w:t>841.9086</w:t>
      </w:r>
      <w:r>
        <w:tab/>
        <w:t>2.025e0</w:t>
      </w:r>
    </w:p>
    <w:p w:rsidR="00E00D30" w:rsidRDefault="00E00D30" w:rsidP="00E00D30">
      <w:r>
        <w:lastRenderedPageBreak/>
        <w:t>841.9177</w:t>
      </w:r>
      <w:r>
        <w:tab/>
        <w:t>1.013e0</w:t>
      </w:r>
    </w:p>
    <w:p w:rsidR="00E00D30" w:rsidRDefault="00E00D30" w:rsidP="00E00D30">
      <w:r>
        <w:t>841.9636</w:t>
      </w:r>
      <w:r>
        <w:tab/>
        <w:t>2.025e0</w:t>
      </w:r>
    </w:p>
    <w:p w:rsidR="00E00D30" w:rsidRDefault="00E00D30" w:rsidP="00E00D30">
      <w:r>
        <w:t>842.0164</w:t>
      </w:r>
      <w:r>
        <w:tab/>
        <w:t>1.013e0</w:t>
      </w:r>
    </w:p>
    <w:p w:rsidR="00E00D30" w:rsidRDefault="00E00D30" w:rsidP="00E00D30">
      <w:r>
        <w:t>842.0452</w:t>
      </w:r>
      <w:r>
        <w:tab/>
        <w:t>1.013e0</w:t>
      </w:r>
    </w:p>
    <w:p w:rsidR="00E00D30" w:rsidRDefault="00E00D30" w:rsidP="00E00D30">
      <w:r>
        <w:t>842.1016</w:t>
      </w:r>
      <w:r>
        <w:tab/>
        <w:t>2.025e0</w:t>
      </w:r>
    </w:p>
    <w:p w:rsidR="00E00D30" w:rsidRDefault="00E00D30" w:rsidP="00E00D30">
      <w:r>
        <w:t>842.1595</w:t>
      </w:r>
      <w:r>
        <w:tab/>
        <w:t>1.013e0</w:t>
      </w:r>
    </w:p>
    <w:p w:rsidR="00E00D30" w:rsidRDefault="00E00D30" w:rsidP="00E00D30">
      <w:r>
        <w:t>842.1672</w:t>
      </w:r>
      <w:r>
        <w:tab/>
        <w:t>1.013e0</w:t>
      </w:r>
    </w:p>
    <w:p w:rsidR="00E00D30" w:rsidRDefault="00E00D30" w:rsidP="00E00D30">
      <w:r>
        <w:t>842.1863</w:t>
      </w:r>
      <w:r>
        <w:tab/>
        <w:t>1.013e0</w:t>
      </w:r>
    </w:p>
    <w:p w:rsidR="00E00D30" w:rsidRDefault="00E00D30" w:rsidP="00E00D30">
      <w:r>
        <w:t>842.2230</w:t>
      </w:r>
      <w:r>
        <w:tab/>
        <w:t>2.025e0</w:t>
      </w:r>
    </w:p>
    <w:p w:rsidR="00E00D30" w:rsidRDefault="00E00D30" w:rsidP="00E00D30">
      <w:r>
        <w:t>842.2292</w:t>
      </w:r>
      <w:r>
        <w:tab/>
        <w:t>1.013e0</w:t>
      </w:r>
    </w:p>
    <w:p w:rsidR="00E00D30" w:rsidRDefault="00E00D30" w:rsidP="00E00D30">
      <w:r>
        <w:t>842.2361</w:t>
      </w:r>
      <w:r>
        <w:tab/>
        <w:t>1.013e0</w:t>
      </w:r>
    </w:p>
    <w:p w:rsidR="00E00D30" w:rsidRDefault="00E00D30" w:rsidP="00E00D30">
      <w:r>
        <w:t>842.2576</w:t>
      </w:r>
      <w:r>
        <w:tab/>
        <w:t>1.013e0</w:t>
      </w:r>
    </w:p>
    <w:p w:rsidR="00E00D30" w:rsidRDefault="00E00D30" w:rsidP="00E00D30">
      <w:r>
        <w:t>842.2855</w:t>
      </w:r>
      <w:r>
        <w:tab/>
        <w:t>2.025e0</w:t>
      </w:r>
    </w:p>
    <w:p w:rsidR="00E00D30" w:rsidRDefault="00E00D30" w:rsidP="00E00D30">
      <w:r>
        <w:t>842.2996</w:t>
      </w:r>
      <w:r>
        <w:tab/>
        <w:t>1.013e0</w:t>
      </w:r>
    </w:p>
    <w:p w:rsidR="00E00D30" w:rsidRDefault="00E00D30" w:rsidP="00E00D30">
      <w:r>
        <w:t>842.3708</w:t>
      </w:r>
      <w:r>
        <w:tab/>
        <w:t>3.038e0</w:t>
      </w:r>
    </w:p>
    <w:p w:rsidR="00E00D30" w:rsidRDefault="00E00D30" w:rsidP="00E00D30">
      <w:r>
        <w:t>842.3765</w:t>
      </w:r>
      <w:r>
        <w:tab/>
        <w:t>2.025e0</w:t>
      </w:r>
    </w:p>
    <w:p w:rsidR="00E00D30" w:rsidRDefault="00E00D30" w:rsidP="00E00D30">
      <w:r>
        <w:t>842.3867</w:t>
      </w:r>
      <w:r>
        <w:tab/>
        <w:t>1.013e0</w:t>
      </w:r>
    </w:p>
    <w:p w:rsidR="00E00D30" w:rsidRDefault="00E00D30" w:rsidP="00E00D30">
      <w:r>
        <w:t>842.4177</w:t>
      </w:r>
      <w:r>
        <w:tab/>
        <w:t>3.038e0</w:t>
      </w:r>
    </w:p>
    <w:p w:rsidR="00E00D30" w:rsidRDefault="00E00D30" w:rsidP="00E00D30">
      <w:r>
        <w:t>842.4980</w:t>
      </w:r>
      <w:r>
        <w:tab/>
        <w:t>2.025e0</w:t>
      </w:r>
    </w:p>
    <w:p w:rsidR="00E00D30" w:rsidRDefault="00E00D30" w:rsidP="00E00D30">
      <w:r>
        <w:lastRenderedPageBreak/>
        <w:t>842.5204</w:t>
      </w:r>
      <w:r>
        <w:tab/>
        <w:t>2.025e0</w:t>
      </w:r>
    </w:p>
    <w:p w:rsidR="00E00D30" w:rsidRDefault="00E00D30" w:rsidP="00E00D30">
      <w:r>
        <w:t>842.5268</w:t>
      </w:r>
      <w:r>
        <w:tab/>
        <w:t>1.013e0</w:t>
      </w:r>
    </w:p>
    <w:p w:rsidR="00E00D30" w:rsidRDefault="00E00D30" w:rsidP="00E00D30">
      <w:r>
        <w:t>842.5510</w:t>
      </w:r>
      <w:r>
        <w:tab/>
        <w:t>3.038e0</w:t>
      </w:r>
    </w:p>
    <w:p w:rsidR="00E00D30" w:rsidRDefault="00E00D30" w:rsidP="00E00D30">
      <w:r>
        <w:t>842.5845</w:t>
      </w:r>
      <w:r>
        <w:tab/>
        <w:t>2.025e0</w:t>
      </w:r>
    </w:p>
    <w:p w:rsidR="00E00D30" w:rsidRDefault="00E00D30" w:rsidP="00E00D30">
      <w:r>
        <w:t>842.5908</w:t>
      </w:r>
      <w:r>
        <w:tab/>
        <w:t>1.013e0</w:t>
      </w:r>
    </w:p>
    <w:p w:rsidR="00E00D30" w:rsidRDefault="00E00D30" w:rsidP="00E00D30">
      <w:r>
        <w:t>842.6401</w:t>
      </w:r>
      <w:r>
        <w:tab/>
        <w:t>1.013e0</w:t>
      </w:r>
    </w:p>
    <w:p w:rsidR="00E00D30" w:rsidRDefault="00E00D30" w:rsidP="00E00D30">
      <w:r>
        <w:t>842.6541</w:t>
      </w:r>
      <w:r>
        <w:tab/>
        <w:t>4.051e0</w:t>
      </w:r>
    </w:p>
    <w:p w:rsidR="00E00D30" w:rsidRDefault="00E00D30" w:rsidP="00E00D30">
      <w:r>
        <w:t>842.7036</w:t>
      </w:r>
      <w:r>
        <w:tab/>
        <w:t>2.025e0</w:t>
      </w:r>
    </w:p>
    <w:p w:rsidR="00E00D30" w:rsidRDefault="00E00D30" w:rsidP="00E00D30">
      <w:r>
        <w:t>842.7117</w:t>
      </w:r>
      <w:r>
        <w:tab/>
        <w:t>1.013e0</w:t>
      </w:r>
    </w:p>
    <w:p w:rsidR="00E00D30" w:rsidRDefault="00E00D30" w:rsidP="00E00D30">
      <w:r>
        <w:t>842.7403</w:t>
      </w:r>
      <w:r>
        <w:tab/>
        <w:t>2.025e0</w:t>
      </w:r>
    </w:p>
    <w:p w:rsidR="00E00D30" w:rsidRDefault="00E00D30" w:rsidP="00E00D30">
      <w:r>
        <w:t>842.7603</w:t>
      </w:r>
      <w:r>
        <w:tab/>
        <w:t>3.038e0</w:t>
      </w:r>
    </w:p>
    <w:p w:rsidR="00E00D30" w:rsidRDefault="00E00D30" w:rsidP="00E00D30">
      <w:r>
        <w:t>842.8113</w:t>
      </w:r>
      <w:r>
        <w:tab/>
        <w:t>3.038e0</w:t>
      </w:r>
    </w:p>
    <w:p w:rsidR="00E00D30" w:rsidRDefault="00E00D30" w:rsidP="00E00D30">
      <w:r>
        <w:t>842.8809</w:t>
      </w:r>
      <w:r>
        <w:tab/>
        <w:t>2.025e0</w:t>
      </w:r>
    </w:p>
    <w:p w:rsidR="00E00D30" w:rsidRDefault="00E00D30" w:rsidP="00E00D30">
      <w:r>
        <w:t>842.9388</w:t>
      </w:r>
      <w:r>
        <w:tab/>
        <w:t>1.013e0</w:t>
      </w:r>
    </w:p>
    <w:p w:rsidR="00E00D30" w:rsidRDefault="00E00D30" w:rsidP="00E00D30">
      <w:r>
        <w:t>842.9708</w:t>
      </w:r>
      <w:r>
        <w:tab/>
        <w:t>4.051e0</w:t>
      </w:r>
    </w:p>
    <w:p w:rsidR="00E00D30" w:rsidRDefault="00E00D30" w:rsidP="00E00D30">
      <w:r>
        <w:t>843.0150</w:t>
      </w:r>
      <w:r>
        <w:tab/>
        <w:t>1.013e0</w:t>
      </w:r>
    </w:p>
    <w:p w:rsidR="00E00D30" w:rsidRDefault="00E00D30" w:rsidP="00E00D30">
      <w:r>
        <w:t>843.0370</w:t>
      </w:r>
      <w:r>
        <w:tab/>
        <w:t>1.013e0</w:t>
      </w:r>
    </w:p>
    <w:p w:rsidR="00E00D30" w:rsidRDefault="00E00D30" w:rsidP="00E00D30">
      <w:r>
        <w:t>843.1113</w:t>
      </w:r>
      <w:r>
        <w:tab/>
        <w:t>2.025e0</w:t>
      </w:r>
    </w:p>
    <w:p w:rsidR="00E00D30" w:rsidRDefault="00E00D30" w:rsidP="00E00D30">
      <w:r>
        <w:t>843.1221</w:t>
      </w:r>
      <w:r>
        <w:tab/>
        <w:t>1.013e0</w:t>
      </w:r>
    </w:p>
    <w:p w:rsidR="00E00D30" w:rsidRDefault="00E00D30" w:rsidP="00E00D30">
      <w:r>
        <w:lastRenderedPageBreak/>
        <w:t>843.1245</w:t>
      </w:r>
      <w:r>
        <w:tab/>
        <w:t>2.025e0</w:t>
      </w:r>
    </w:p>
    <w:p w:rsidR="00E00D30" w:rsidRDefault="00E00D30" w:rsidP="00E00D30">
      <w:r>
        <w:t>843.1358</w:t>
      </w:r>
      <w:r>
        <w:tab/>
        <w:t>1.013e0</w:t>
      </w:r>
    </w:p>
    <w:p w:rsidR="00E00D30" w:rsidRDefault="00E00D30" w:rsidP="00E00D30">
      <w:r>
        <w:t>843.1428</w:t>
      </w:r>
      <w:r>
        <w:tab/>
        <w:t>4.051e0</w:t>
      </w:r>
    </w:p>
    <w:p w:rsidR="00E00D30" w:rsidRDefault="00E00D30" w:rsidP="00E00D30">
      <w:r>
        <w:t>843.1515</w:t>
      </w:r>
      <w:r>
        <w:tab/>
        <w:t>1.013e0</w:t>
      </w:r>
    </w:p>
    <w:p w:rsidR="00E00D30" w:rsidRDefault="00E00D30" w:rsidP="00E00D30">
      <w:r>
        <w:t>843.2189</w:t>
      </w:r>
      <w:r>
        <w:tab/>
        <w:t>1.013e0</w:t>
      </w:r>
    </w:p>
    <w:p w:rsidR="00E00D30" w:rsidRDefault="00E00D30" w:rsidP="00E00D30">
      <w:r>
        <w:t>843.2351</w:t>
      </w:r>
      <w:r>
        <w:tab/>
        <w:t>1.013e0</w:t>
      </w:r>
    </w:p>
    <w:p w:rsidR="00E00D30" w:rsidRDefault="00E00D30" w:rsidP="00E00D30">
      <w:r>
        <w:t>843.2497</w:t>
      </w:r>
      <w:r>
        <w:tab/>
        <w:t>1.013e0</w:t>
      </w:r>
    </w:p>
    <w:p w:rsidR="00E00D30" w:rsidRDefault="00E00D30" w:rsidP="00E00D30">
      <w:r>
        <w:t>843.3416</w:t>
      </w:r>
      <w:r>
        <w:tab/>
        <w:t>2.025e0</w:t>
      </w:r>
    </w:p>
    <w:p w:rsidR="00E00D30" w:rsidRDefault="00E00D30" w:rsidP="00E00D30">
      <w:r>
        <w:t>843.3523</w:t>
      </w:r>
      <w:r>
        <w:tab/>
        <w:t>1.013e0</w:t>
      </w:r>
    </w:p>
    <w:p w:rsidR="00E00D30" w:rsidRDefault="00E00D30" w:rsidP="00E00D30">
      <w:r>
        <w:t>843.3533</w:t>
      </w:r>
      <w:r>
        <w:tab/>
        <w:t>1.013e0</w:t>
      </w:r>
    </w:p>
    <w:p w:rsidR="00E00D30" w:rsidRDefault="00E00D30" w:rsidP="00E00D30">
      <w:r>
        <w:t>843.3627</w:t>
      </w:r>
      <w:r>
        <w:tab/>
        <w:t>1.013e0</w:t>
      </w:r>
    </w:p>
    <w:p w:rsidR="00E00D30" w:rsidRDefault="00E00D30" w:rsidP="00E00D30">
      <w:r>
        <w:t>843.4337</w:t>
      </w:r>
      <w:r>
        <w:tab/>
        <w:t>2.025e0</w:t>
      </w:r>
    </w:p>
    <w:p w:rsidR="00E00D30" w:rsidRDefault="00E00D30" w:rsidP="00E00D30">
      <w:r>
        <w:t>843.4478</w:t>
      </w:r>
      <w:r>
        <w:tab/>
        <w:t>1.013e0</w:t>
      </w:r>
    </w:p>
    <w:p w:rsidR="00E00D30" w:rsidRDefault="00E00D30" w:rsidP="00E00D30">
      <w:r>
        <w:t>843.4625</w:t>
      </w:r>
      <w:r>
        <w:tab/>
        <w:t>1.013e0</w:t>
      </w:r>
    </w:p>
    <w:p w:rsidR="00E00D30" w:rsidRDefault="00E00D30" w:rsidP="00E00D30">
      <w:r>
        <w:t>843.4908</w:t>
      </w:r>
      <w:r>
        <w:tab/>
        <w:t>1.013e0</w:t>
      </w:r>
    </w:p>
    <w:p w:rsidR="00E00D30" w:rsidRDefault="00E00D30" w:rsidP="00E00D30">
      <w:r>
        <w:t>843.5048</w:t>
      </w:r>
      <w:r>
        <w:tab/>
        <w:t>2.025e0</w:t>
      </w:r>
    </w:p>
    <w:p w:rsidR="00E00D30" w:rsidRDefault="00E00D30" w:rsidP="00E00D30">
      <w:r>
        <w:t>843.5355</w:t>
      </w:r>
      <w:r>
        <w:tab/>
        <w:t>2.025e0</w:t>
      </w:r>
    </w:p>
    <w:p w:rsidR="00E00D30" w:rsidRDefault="00E00D30" w:rsidP="00E00D30">
      <w:r>
        <w:t>843.5732</w:t>
      </w:r>
      <w:r>
        <w:tab/>
        <w:t>1.013e0</w:t>
      </w:r>
    </w:p>
    <w:p w:rsidR="00E00D30" w:rsidRDefault="00E00D30" w:rsidP="00E00D30">
      <w:r>
        <w:t>843.5757</w:t>
      </w:r>
      <w:r>
        <w:tab/>
        <w:t>2.025e0</w:t>
      </w:r>
    </w:p>
    <w:p w:rsidR="00E00D30" w:rsidRDefault="00E00D30" w:rsidP="00E00D30">
      <w:r>
        <w:lastRenderedPageBreak/>
        <w:t>843.5912</w:t>
      </w:r>
      <w:r>
        <w:tab/>
        <w:t>1.013e0</w:t>
      </w:r>
    </w:p>
    <w:p w:rsidR="00E00D30" w:rsidRDefault="00E00D30" w:rsidP="00E00D30">
      <w:r>
        <w:t>843.6403</w:t>
      </w:r>
      <w:r>
        <w:tab/>
        <w:t>1.013e0</w:t>
      </w:r>
    </w:p>
    <w:p w:rsidR="00E00D30" w:rsidRDefault="00E00D30" w:rsidP="00E00D30">
      <w:r>
        <w:t>843.6611</w:t>
      </w:r>
      <w:r>
        <w:tab/>
        <w:t>1.013e0</w:t>
      </w:r>
    </w:p>
    <w:p w:rsidR="00E00D30" w:rsidRDefault="00E00D30" w:rsidP="00E00D30">
      <w:r>
        <w:t>843.6752</w:t>
      </w:r>
      <w:r>
        <w:tab/>
        <w:t>1.013e0</w:t>
      </w:r>
    </w:p>
    <w:p w:rsidR="00E00D30" w:rsidRDefault="00E00D30" w:rsidP="00E00D30">
      <w:r>
        <w:t>843.6905</w:t>
      </w:r>
      <w:r>
        <w:tab/>
        <w:t>1.013e0</w:t>
      </w:r>
    </w:p>
    <w:p w:rsidR="00E00D30" w:rsidRDefault="00E00D30" w:rsidP="00E00D30">
      <w:r>
        <w:t>843.7672</w:t>
      </w:r>
      <w:r>
        <w:tab/>
        <w:t>2.025e0</w:t>
      </w:r>
    </w:p>
    <w:p w:rsidR="00E00D30" w:rsidRDefault="00E00D30" w:rsidP="00E00D30">
      <w:r>
        <w:t>843.7844</w:t>
      </w:r>
      <w:r>
        <w:tab/>
        <w:t>2.025e0</w:t>
      </w:r>
    </w:p>
    <w:p w:rsidR="00E00D30" w:rsidRDefault="00E00D30" w:rsidP="00E00D30">
      <w:r>
        <w:t>843.8455</w:t>
      </w:r>
      <w:r>
        <w:tab/>
        <w:t>1.013e0</w:t>
      </w:r>
    </w:p>
    <w:p w:rsidR="00E00D30" w:rsidRDefault="00E00D30" w:rsidP="00E00D30">
      <w:r>
        <w:t>843.9119</w:t>
      </w:r>
      <w:r>
        <w:tab/>
        <w:t>1.013e0</w:t>
      </w:r>
    </w:p>
    <w:p w:rsidR="00E00D30" w:rsidRDefault="00E00D30" w:rsidP="00E00D30">
      <w:r>
        <w:t>843.9160</w:t>
      </w:r>
      <w:r>
        <w:tab/>
        <w:t>1.013e0</w:t>
      </w:r>
    </w:p>
    <w:p w:rsidR="00E00D30" w:rsidRDefault="00E00D30" w:rsidP="00E00D30">
      <w:r>
        <w:t>843.9236</w:t>
      </w:r>
      <w:r>
        <w:tab/>
        <w:t>2.025e0</w:t>
      </w:r>
    </w:p>
    <w:p w:rsidR="00E00D30" w:rsidRDefault="00E00D30" w:rsidP="00E00D30">
      <w:r>
        <w:t>844.0349</w:t>
      </w:r>
      <w:r>
        <w:tab/>
        <w:t>3.038e0</w:t>
      </w:r>
    </w:p>
    <w:p w:rsidR="00E00D30" w:rsidRDefault="00E00D30" w:rsidP="00E00D30">
      <w:r>
        <w:t>844.0438</w:t>
      </w:r>
      <w:r>
        <w:tab/>
        <w:t>1.013e0</w:t>
      </w:r>
    </w:p>
    <w:p w:rsidR="00E00D30" w:rsidRDefault="00E00D30" w:rsidP="00E00D30">
      <w:r>
        <w:t>844.0986</w:t>
      </w:r>
      <w:r>
        <w:tab/>
        <w:t>1.013e0</w:t>
      </w:r>
    </w:p>
    <w:p w:rsidR="00E00D30" w:rsidRDefault="00E00D30" w:rsidP="00E00D30">
      <w:r>
        <w:t>844.1656</w:t>
      </w:r>
      <w:r>
        <w:tab/>
        <w:t>1.013e0</w:t>
      </w:r>
    </w:p>
    <w:p w:rsidR="00E00D30" w:rsidRDefault="00E00D30" w:rsidP="00E00D30">
      <w:r>
        <w:t>844.2141</w:t>
      </w:r>
      <w:r>
        <w:tab/>
        <w:t>1.013e0</w:t>
      </w:r>
    </w:p>
    <w:p w:rsidR="00E00D30" w:rsidRDefault="00E00D30" w:rsidP="00E00D30">
      <w:r>
        <w:t>844.2430</w:t>
      </w:r>
      <w:r>
        <w:tab/>
        <w:t>1.013e0</w:t>
      </w:r>
    </w:p>
    <w:p w:rsidR="00E00D30" w:rsidRDefault="00E00D30" w:rsidP="00E00D30">
      <w:r>
        <w:t>844.2513</w:t>
      </w:r>
      <w:r>
        <w:tab/>
        <w:t>1.013e0</w:t>
      </w:r>
    </w:p>
    <w:p w:rsidR="00E00D30" w:rsidRDefault="00E00D30" w:rsidP="00E00D30">
      <w:r>
        <w:t>844.2709</w:t>
      </w:r>
      <w:r>
        <w:tab/>
        <w:t>1.013e0</w:t>
      </w:r>
    </w:p>
    <w:p w:rsidR="00E00D30" w:rsidRDefault="00E00D30" w:rsidP="00E00D30">
      <w:r>
        <w:lastRenderedPageBreak/>
        <w:t>844.3135</w:t>
      </w:r>
      <w:r>
        <w:tab/>
        <w:t>1.013e0</w:t>
      </w:r>
    </w:p>
    <w:p w:rsidR="00E00D30" w:rsidRDefault="00E00D30" w:rsidP="00E00D30">
      <w:r>
        <w:t>844.3893</w:t>
      </w:r>
      <w:r>
        <w:tab/>
        <w:t>3.038e0</w:t>
      </w:r>
    </w:p>
    <w:p w:rsidR="00E00D30" w:rsidRDefault="00E00D30" w:rsidP="00E00D30">
      <w:r>
        <w:t>844.4367</w:t>
      </w:r>
      <w:r>
        <w:tab/>
        <w:t>1.013e0</w:t>
      </w:r>
    </w:p>
    <w:p w:rsidR="00E00D30" w:rsidRDefault="00E00D30" w:rsidP="00E00D30">
      <w:r>
        <w:t>844.4377</w:t>
      </w:r>
      <w:r>
        <w:tab/>
        <w:t>1.013e0</w:t>
      </w:r>
    </w:p>
    <w:p w:rsidR="00E00D30" w:rsidRDefault="00E00D30" w:rsidP="00E00D30">
      <w:r>
        <w:t>844.4907</w:t>
      </w:r>
      <w:r>
        <w:tab/>
        <w:t>3.038e0</w:t>
      </w:r>
    </w:p>
    <w:p w:rsidR="00E00D30" w:rsidRDefault="00E00D30" w:rsidP="00E00D30">
      <w:r>
        <w:t>844.4985</w:t>
      </w:r>
      <w:r>
        <w:tab/>
        <w:t>1.013e0</w:t>
      </w:r>
    </w:p>
    <w:p w:rsidR="00E00D30" w:rsidRDefault="00E00D30" w:rsidP="00E00D30">
      <w:r>
        <w:t>844.5021</w:t>
      </w:r>
      <w:r>
        <w:tab/>
        <w:t>5.063e0</w:t>
      </w:r>
    </w:p>
    <w:p w:rsidR="00E00D30" w:rsidRDefault="00E00D30" w:rsidP="00E00D30">
      <w:r>
        <w:t>844.5034</w:t>
      </w:r>
      <w:r>
        <w:tab/>
        <w:t>5.063e0</w:t>
      </w:r>
    </w:p>
    <w:p w:rsidR="00E00D30" w:rsidRDefault="00E00D30" w:rsidP="00E00D30">
      <w:r>
        <w:t>844.5052</w:t>
      </w:r>
      <w:r>
        <w:tab/>
        <w:t>2.127e0</w:t>
      </w:r>
    </w:p>
    <w:p w:rsidR="00E00D30" w:rsidRDefault="00E00D30" w:rsidP="00E00D30">
      <w:r>
        <w:t>844.5554</w:t>
      </w:r>
      <w:r>
        <w:tab/>
        <w:t>1.013e0</w:t>
      </w:r>
    </w:p>
    <w:p w:rsidR="00E00D30" w:rsidRDefault="00E00D30" w:rsidP="00E00D30">
      <w:r>
        <w:t>844.5720</w:t>
      </w:r>
      <w:r>
        <w:tab/>
        <w:t>1.013e0</w:t>
      </w:r>
    </w:p>
    <w:p w:rsidR="00E00D30" w:rsidRDefault="00E00D30" w:rsidP="00E00D30">
      <w:r>
        <w:t>844.5781</w:t>
      </w:r>
      <w:r>
        <w:tab/>
        <w:t>2.025e0</w:t>
      </w:r>
    </w:p>
    <w:p w:rsidR="00E00D30" w:rsidRDefault="00E00D30" w:rsidP="00E00D30">
      <w:r>
        <w:t>844.6019</w:t>
      </w:r>
      <w:r>
        <w:tab/>
        <w:t>2.025e0</w:t>
      </w:r>
    </w:p>
    <w:p w:rsidR="00E00D30" w:rsidRDefault="00E00D30" w:rsidP="00E00D30">
      <w:r>
        <w:t>844.6054</w:t>
      </w:r>
      <w:r>
        <w:tab/>
        <w:t>2.025e0</w:t>
      </w:r>
    </w:p>
    <w:p w:rsidR="00E00D30" w:rsidRDefault="00E00D30" w:rsidP="00E00D30">
      <w:r>
        <w:t>844.6102</w:t>
      </w:r>
      <w:r>
        <w:tab/>
        <w:t>2.025e0</w:t>
      </w:r>
    </w:p>
    <w:p w:rsidR="00E00D30" w:rsidRDefault="00E00D30" w:rsidP="00E00D30">
      <w:r>
        <w:t>844.6132</w:t>
      </w:r>
      <w:r>
        <w:tab/>
        <w:t>1.013e0</w:t>
      </w:r>
    </w:p>
    <w:p w:rsidR="00E00D30" w:rsidRDefault="00E00D30" w:rsidP="00E00D30">
      <w:r>
        <w:t>844.6969</w:t>
      </w:r>
      <w:r>
        <w:tab/>
        <w:t>1.013e0</w:t>
      </w:r>
    </w:p>
    <w:p w:rsidR="00E00D30" w:rsidRDefault="00E00D30" w:rsidP="00E00D30">
      <w:r>
        <w:t>844.7115</w:t>
      </w:r>
      <w:r>
        <w:tab/>
        <w:t>1.013e0</w:t>
      </w:r>
    </w:p>
    <w:p w:rsidR="00E00D30" w:rsidRDefault="00E00D30" w:rsidP="00E00D30">
      <w:r>
        <w:t>844.7537</w:t>
      </w:r>
      <w:r>
        <w:tab/>
        <w:t>3.038e0</w:t>
      </w:r>
    </w:p>
    <w:p w:rsidR="00E00D30" w:rsidRDefault="00E00D30" w:rsidP="00E00D30">
      <w:r>
        <w:lastRenderedPageBreak/>
        <w:t>844.7924</w:t>
      </w:r>
      <w:r>
        <w:tab/>
        <w:t>1.013e0</w:t>
      </w:r>
    </w:p>
    <w:p w:rsidR="00E00D30" w:rsidRDefault="00E00D30" w:rsidP="00E00D30">
      <w:r>
        <w:t>844.7963</w:t>
      </w:r>
      <w:r>
        <w:tab/>
        <w:t>1.013e0</w:t>
      </w:r>
    </w:p>
    <w:p w:rsidR="00E00D30" w:rsidRDefault="00E00D30" w:rsidP="00E00D30">
      <w:r>
        <w:t>844.8102</w:t>
      </w:r>
      <w:r>
        <w:tab/>
        <w:t>1.013e0</w:t>
      </w:r>
    </w:p>
    <w:p w:rsidR="00E00D30" w:rsidRDefault="00E00D30" w:rsidP="00E00D30">
      <w:r>
        <w:t>844.8765</w:t>
      </w:r>
      <w:r>
        <w:tab/>
        <w:t>1.013e0</w:t>
      </w:r>
    </w:p>
    <w:p w:rsidR="00E00D30" w:rsidRDefault="00E00D30" w:rsidP="00E00D30">
      <w:r>
        <w:t>844.8958</w:t>
      </w:r>
      <w:r>
        <w:tab/>
        <w:t>2.025e0</w:t>
      </w:r>
    </w:p>
    <w:p w:rsidR="00E00D30" w:rsidRDefault="00E00D30" w:rsidP="00E00D30">
      <w:r>
        <w:t>844.9957</w:t>
      </w:r>
      <w:r>
        <w:tab/>
        <w:t>1.013e0</w:t>
      </w:r>
    </w:p>
    <w:p w:rsidR="00E00D30" w:rsidRDefault="00E00D30" w:rsidP="00E00D30">
      <w:r>
        <w:t>845.0099</w:t>
      </w:r>
      <w:r>
        <w:tab/>
        <w:t>1.013e0</w:t>
      </w:r>
    </w:p>
    <w:p w:rsidR="00E00D30" w:rsidRDefault="00E00D30" w:rsidP="00E00D30">
      <w:r>
        <w:t>845.0110</w:t>
      </w:r>
      <w:r>
        <w:tab/>
        <w:t>1.013e0</w:t>
      </w:r>
    </w:p>
    <w:p w:rsidR="00E00D30" w:rsidRDefault="00E00D30" w:rsidP="00E00D30">
      <w:r>
        <w:t>845.1129</w:t>
      </w:r>
      <w:r>
        <w:tab/>
        <w:t>1.013e0</w:t>
      </w:r>
    </w:p>
    <w:p w:rsidR="00E00D30" w:rsidRDefault="00E00D30" w:rsidP="00E00D30">
      <w:r>
        <w:t>845.1373</w:t>
      </w:r>
      <w:r>
        <w:tab/>
        <w:t>1.013e0</w:t>
      </w:r>
    </w:p>
    <w:p w:rsidR="00E00D30" w:rsidRDefault="00E00D30" w:rsidP="00E00D30">
      <w:r>
        <w:t>845.1942</w:t>
      </w:r>
      <w:r>
        <w:tab/>
        <w:t>1.013e0</w:t>
      </w:r>
    </w:p>
    <w:p w:rsidR="00E00D30" w:rsidRDefault="00E00D30" w:rsidP="00E00D30">
      <w:r>
        <w:t>845.2241</w:t>
      </w:r>
      <w:r>
        <w:tab/>
        <w:t>1.013e0</w:t>
      </w:r>
    </w:p>
    <w:p w:rsidR="00E00D30" w:rsidRDefault="00E00D30" w:rsidP="00E00D30">
      <w:r>
        <w:t>845.2325</w:t>
      </w:r>
      <w:r>
        <w:tab/>
        <w:t>1.013e0</w:t>
      </w:r>
    </w:p>
    <w:p w:rsidR="00E00D30" w:rsidRDefault="00E00D30" w:rsidP="00E00D30">
      <w:r>
        <w:t>845.3008</w:t>
      </w:r>
      <w:r>
        <w:tab/>
        <w:t>2.025e0</w:t>
      </w:r>
    </w:p>
    <w:p w:rsidR="00E00D30" w:rsidRDefault="00E00D30" w:rsidP="00E00D30">
      <w:r>
        <w:t>845.3342</w:t>
      </w:r>
      <w:r>
        <w:tab/>
        <w:t>1.013e0</w:t>
      </w:r>
    </w:p>
    <w:p w:rsidR="00E00D30" w:rsidRDefault="00E00D30" w:rsidP="00E00D30">
      <w:r>
        <w:t>845.4089</w:t>
      </w:r>
      <w:r>
        <w:tab/>
        <w:t>1.013e0</w:t>
      </w:r>
    </w:p>
    <w:p w:rsidR="00E00D30" w:rsidRDefault="00E00D30" w:rsidP="00E00D30">
      <w:r>
        <w:t>845.4221</w:t>
      </w:r>
      <w:r>
        <w:tab/>
        <w:t>1.013e0</w:t>
      </w:r>
    </w:p>
    <w:p w:rsidR="00E00D30" w:rsidRDefault="00E00D30" w:rsidP="00E00D30">
      <w:r>
        <w:t>845.4451</w:t>
      </w:r>
      <w:r>
        <w:tab/>
        <w:t>2.025e0</w:t>
      </w:r>
    </w:p>
    <w:p w:rsidR="00E00D30" w:rsidRDefault="00E00D30" w:rsidP="00E00D30">
      <w:r>
        <w:t>845.4515</w:t>
      </w:r>
      <w:r>
        <w:tab/>
        <w:t>2.025e0</w:t>
      </w:r>
    </w:p>
    <w:p w:rsidR="00E00D30" w:rsidRDefault="00E00D30" w:rsidP="00E00D30">
      <w:r>
        <w:lastRenderedPageBreak/>
        <w:t>845.4653</w:t>
      </w:r>
      <w:r>
        <w:tab/>
        <w:t>2.025e0</w:t>
      </w:r>
    </w:p>
    <w:p w:rsidR="00E00D30" w:rsidRDefault="00E00D30" w:rsidP="00E00D30">
      <w:r>
        <w:t>845.4789</w:t>
      </w:r>
      <w:r>
        <w:tab/>
        <w:t>1.013e0</w:t>
      </w:r>
    </w:p>
    <w:p w:rsidR="00E00D30" w:rsidRDefault="00E00D30" w:rsidP="00E00D30">
      <w:r>
        <w:t>845.5374</w:t>
      </w:r>
      <w:r>
        <w:tab/>
        <w:t>5.063e0</w:t>
      </w:r>
    </w:p>
    <w:p w:rsidR="00E00D30" w:rsidRDefault="00E00D30" w:rsidP="00E00D30">
      <w:r>
        <w:t>845.6069</w:t>
      </w:r>
      <w:r>
        <w:tab/>
        <w:t>1.013e0</w:t>
      </w:r>
    </w:p>
    <w:p w:rsidR="00E00D30" w:rsidRDefault="00E00D30" w:rsidP="00E00D30">
      <w:r>
        <w:t>845.6130</w:t>
      </w:r>
      <w:r>
        <w:tab/>
        <w:t>2.025e0</w:t>
      </w:r>
    </w:p>
    <w:p w:rsidR="00E00D30" w:rsidRDefault="00E00D30" w:rsidP="00E00D30">
      <w:r>
        <w:t>845.6349</w:t>
      </w:r>
      <w:r>
        <w:tab/>
        <w:t>1.013e0</w:t>
      </w:r>
    </w:p>
    <w:p w:rsidR="00E00D30" w:rsidRDefault="00E00D30" w:rsidP="00E00D30">
      <w:r>
        <w:t>845.6649</w:t>
      </w:r>
      <w:r>
        <w:tab/>
        <w:t>1.013e0</w:t>
      </w:r>
    </w:p>
    <w:p w:rsidR="00E00D30" w:rsidRDefault="00E00D30" w:rsidP="00E00D30">
      <w:r>
        <w:t>845.6841</w:t>
      </w:r>
      <w:r>
        <w:tab/>
        <w:t>2.025e0</w:t>
      </w:r>
    </w:p>
    <w:p w:rsidR="00E00D30" w:rsidRDefault="00E00D30" w:rsidP="00E00D30">
      <w:r>
        <w:t>845.6851</w:t>
      </w:r>
      <w:r>
        <w:tab/>
        <w:t>2.025e0</w:t>
      </w:r>
    </w:p>
    <w:p w:rsidR="00E00D30" w:rsidRDefault="00E00D30" w:rsidP="00E00D30">
      <w:r>
        <w:t>845.7060</w:t>
      </w:r>
      <w:r>
        <w:tab/>
        <w:t>1.013e0</w:t>
      </w:r>
    </w:p>
    <w:p w:rsidR="00E00D30" w:rsidRDefault="00E00D30" w:rsidP="00E00D30">
      <w:r>
        <w:t>845.7219</w:t>
      </w:r>
      <w:r>
        <w:tab/>
        <w:t>3.038e0</w:t>
      </w:r>
    </w:p>
    <w:p w:rsidR="00E00D30" w:rsidRDefault="00E00D30" w:rsidP="00E00D30">
      <w:r>
        <w:t>845.7917</w:t>
      </w:r>
      <w:r>
        <w:tab/>
        <w:t>1.013e0</w:t>
      </w:r>
    </w:p>
    <w:p w:rsidR="00E00D30" w:rsidRDefault="00E00D30" w:rsidP="00E00D30">
      <w:r>
        <w:t>845.8497</w:t>
      </w:r>
      <w:r>
        <w:tab/>
        <w:t>1.013e0</w:t>
      </w:r>
    </w:p>
    <w:p w:rsidR="00E00D30" w:rsidRDefault="00E00D30" w:rsidP="00E00D30">
      <w:r>
        <w:t>845.8592</w:t>
      </w:r>
      <w:r>
        <w:tab/>
        <w:t>1.013e0</w:t>
      </w:r>
    </w:p>
    <w:p w:rsidR="00E00D30" w:rsidRDefault="00E00D30" w:rsidP="00E00D30">
      <w:r>
        <w:t>845.8909</w:t>
      </w:r>
      <w:r>
        <w:tab/>
        <w:t>1.013e0</w:t>
      </w:r>
    </w:p>
    <w:p w:rsidR="00E00D30" w:rsidRDefault="00E00D30" w:rsidP="00E00D30">
      <w:r>
        <w:t>845.9208</w:t>
      </w:r>
      <w:r>
        <w:tab/>
        <w:t>1.013e0</w:t>
      </w:r>
    </w:p>
    <w:p w:rsidR="00E00D30" w:rsidRDefault="00E00D30" w:rsidP="00E00D30">
      <w:r>
        <w:t>846.0379</w:t>
      </w:r>
      <w:r>
        <w:tab/>
        <w:t>2.025e0</w:t>
      </w:r>
    </w:p>
    <w:p w:rsidR="00E00D30" w:rsidRDefault="00E00D30" w:rsidP="00E00D30">
      <w:r>
        <w:t>846.0619</w:t>
      </w:r>
      <w:r>
        <w:tab/>
        <w:t>3.038e0</w:t>
      </w:r>
    </w:p>
    <w:p w:rsidR="00E00D30" w:rsidRDefault="00E00D30" w:rsidP="00E00D30">
      <w:r>
        <w:t>846.0920</w:t>
      </w:r>
      <w:r>
        <w:tab/>
        <w:t>2.025e0</w:t>
      </w:r>
    </w:p>
    <w:p w:rsidR="00E00D30" w:rsidRDefault="00E00D30" w:rsidP="00E00D30">
      <w:r>
        <w:lastRenderedPageBreak/>
        <w:t>846.1334</w:t>
      </w:r>
      <w:r>
        <w:tab/>
        <w:t>3.038e0</w:t>
      </w:r>
    </w:p>
    <w:p w:rsidR="00E00D30" w:rsidRDefault="00E00D30" w:rsidP="00E00D30">
      <w:r>
        <w:t>846.1474</w:t>
      </w:r>
      <w:r>
        <w:tab/>
        <w:t>1.013e0</w:t>
      </w:r>
    </w:p>
    <w:p w:rsidR="00E00D30" w:rsidRDefault="00E00D30" w:rsidP="00E00D30">
      <w:r>
        <w:t>846.2147</w:t>
      </w:r>
      <w:r>
        <w:tab/>
        <w:t>1.013e0</w:t>
      </w:r>
    </w:p>
    <w:p w:rsidR="00E00D30" w:rsidRDefault="00E00D30" w:rsidP="00E00D30">
      <w:r>
        <w:t>846.2465</w:t>
      </w:r>
      <w:r>
        <w:tab/>
        <w:t>1.013e0</w:t>
      </w:r>
    </w:p>
    <w:p w:rsidR="00E00D30" w:rsidRDefault="00E00D30" w:rsidP="00E00D30">
      <w:r>
        <w:t>846.2607</w:t>
      </w:r>
      <w:r>
        <w:tab/>
        <w:t>1.013e0</w:t>
      </w:r>
    </w:p>
    <w:p w:rsidR="00E00D30" w:rsidRDefault="00E00D30" w:rsidP="00E00D30">
      <w:r>
        <w:t>846.2641</w:t>
      </w:r>
      <w:r>
        <w:tab/>
        <w:t>1.013e0</w:t>
      </w:r>
    </w:p>
    <w:p w:rsidR="00E00D30" w:rsidRDefault="00E00D30" w:rsidP="00E00D30">
      <w:r>
        <w:t>846.2755</w:t>
      </w:r>
      <w:r>
        <w:tab/>
        <w:t>1.013e0</w:t>
      </w:r>
    </w:p>
    <w:p w:rsidR="00E00D30" w:rsidRDefault="00E00D30" w:rsidP="00E00D30">
      <w:r>
        <w:t>846.2830</w:t>
      </w:r>
      <w:r>
        <w:tab/>
        <w:t>1.013e0</w:t>
      </w:r>
    </w:p>
    <w:p w:rsidR="00E00D30" w:rsidRDefault="00E00D30" w:rsidP="00E00D30">
      <w:r>
        <w:t>846.2992</w:t>
      </w:r>
      <w:r>
        <w:tab/>
        <w:t>1.013e0</w:t>
      </w:r>
    </w:p>
    <w:p w:rsidR="00E00D30" w:rsidRDefault="00E00D30" w:rsidP="00E00D30">
      <w:r>
        <w:t>846.3489</w:t>
      </w:r>
      <w:r>
        <w:tab/>
        <w:t>1.013e0</w:t>
      </w:r>
    </w:p>
    <w:p w:rsidR="00E00D30" w:rsidRDefault="00E00D30" w:rsidP="00E00D30">
      <w:r>
        <w:t>846.3665</w:t>
      </w:r>
      <w:r>
        <w:tab/>
        <w:t>1.013e0</w:t>
      </w:r>
    </w:p>
    <w:p w:rsidR="00E00D30" w:rsidRDefault="00E00D30" w:rsidP="00E00D30">
      <w:r>
        <w:t>846.4173</w:t>
      </w:r>
      <w:r>
        <w:tab/>
        <w:t>1.013e0</w:t>
      </w:r>
    </w:p>
    <w:p w:rsidR="00E00D30" w:rsidRDefault="00E00D30" w:rsidP="00E00D30">
      <w:r>
        <w:t>846.4693</w:t>
      </w:r>
      <w:r>
        <w:tab/>
        <w:t>1.013e0</w:t>
      </w:r>
    </w:p>
    <w:p w:rsidR="00E00D30" w:rsidRDefault="00E00D30" w:rsidP="00E00D30">
      <w:r>
        <w:t>846.5032</w:t>
      </w:r>
      <w:r>
        <w:tab/>
        <w:t>1.013e0</w:t>
      </w:r>
    </w:p>
    <w:p w:rsidR="00E00D30" w:rsidRDefault="00E00D30" w:rsidP="00E00D30">
      <w:r>
        <w:t>846.5237</w:t>
      </w:r>
      <w:r>
        <w:tab/>
        <w:t>4.051e0</w:t>
      </w:r>
    </w:p>
    <w:p w:rsidR="00E00D30" w:rsidRDefault="00E00D30" w:rsidP="00E00D30">
      <w:r>
        <w:t>846.5316</w:t>
      </w:r>
      <w:r>
        <w:tab/>
        <w:t>1.013e0</w:t>
      </w:r>
    </w:p>
    <w:p w:rsidR="00E00D30" w:rsidRDefault="00E00D30" w:rsidP="00E00D30">
      <w:r>
        <w:t>846.5370</w:t>
      </w:r>
      <w:r>
        <w:tab/>
        <w:t>3.038e0</w:t>
      </w:r>
    </w:p>
    <w:p w:rsidR="00E00D30" w:rsidRDefault="00E00D30" w:rsidP="00E00D30">
      <w:r>
        <w:t>846.5564</w:t>
      </w:r>
      <w:r>
        <w:tab/>
        <w:t>3.038e0</w:t>
      </w:r>
    </w:p>
    <w:p w:rsidR="00E00D30" w:rsidRDefault="00E00D30" w:rsidP="00E00D30">
      <w:r>
        <w:t>846.5743</w:t>
      </w:r>
      <w:r>
        <w:tab/>
        <w:t>1.013e0</w:t>
      </w:r>
    </w:p>
    <w:p w:rsidR="00E00D30" w:rsidRDefault="00E00D30" w:rsidP="00E00D30">
      <w:r>
        <w:lastRenderedPageBreak/>
        <w:t>846.5786</w:t>
      </w:r>
      <w:r>
        <w:tab/>
        <w:t>2.025e0</w:t>
      </w:r>
    </w:p>
    <w:p w:rsidR="00E00D30" w:rsidRDefault="00E00D30" w:rsidP="00E00D30">
      <w:r>
        <w:t>846.5891</w:t>
      </w:r>
      <w:r>
        <w:tab/>
        <w:t>1.013e0</w:t>
      </w:r>
    </w:p>
    <w:p w:rsidR="00E00D30" w:rsidRDefault="00E00D30" w:rsidP="00E00D30">
      <w:r>
        <w:t>846.6028</w:t>
      </w:r>
      <w:r>
        <w:tab/>
        <w:t>1.013e0</w:t>
      </w:r>
    </w:p>
    <w:p w:rsidR="00E00D30" w:rsidRDefault="00E00D30" w:rsidP="00E00D30">
      <w:r>
        <w:t>846.6168</w:t>
      </w:r>
      <w:r>
        <w:tab/>
        <w:t>2.025e0</w:t>
      </w:r>
    </w:p>
    <w:p w:rsidR="00E00D30" w:rsidRDefault="00E00D30" w:rsidP="00E00D30">
      <w:r>
        <w:t>846.6608</w:t>
      </w:r>
      <w:r>
        <w:tab/>
        <w:t>1.013e0</w:t>
      </w:r>
    </w:p>
    <w:p w:rsidR="00E00D30" w:rsidRDefault="00E00D30" w:rsidP="00E00D30">
      <w:r>
        <w:t>846.6740</w:t>
      </w:r>
      <w:r>
        <w:tab/>
        <w:t>1.013e0</w:t>
      </w:r>
    </w:p>
    <w:p w:rsidR="00E00D30" w:rsidRDefault="00E00D30" w:rsidP="00E00D30">
      <w:r>
        <w:t>846.7091</w:t>
      </w:r>
      <w:r>
        <w:tab/>
        <w:t>2.025e0</w:t>
      </w:r>
    </w:p>
    <w:p w:rsidR="00E00D30" w:rsidRDefault="00E00D30" w:rsidP="00E00D30">
      <w:r>
        <w:t>846.7309</w:t>
      </w:r>
      <w:r>
        <w:tab/>
        <w:t>2.025e0</w:t>
      </w:r>
    </w:p>
    <w:p w:rsidR="00E00D30" w:rsidRDefault="00E00D30" w:rsidP="00E00D30">
      <w:r>
        <w:t>846.8238</w:t>
      </w:r>
      <w:r>
        <w:tab/>
        <w:t>1.013e0</w:t>
      </w:r>
    </w:p>
    <w:p w:rsidR="00E00D30" w:rsidRDefault="00E00D30" w:rsidP="00E00D30">
      <w:r>
        <w:t>846.8448</w:t>
      </w:r>
      <w:r>
        <w:tab/>
        <w:t>1.013e0</w:t>
      </w:r>
    </w:p>
    <w:p w:rsidR="00E00D30" w:rsidRDefault="00E00D30" w:rsidP="00E00D30">
      <w:r>
        <w:t>846.8729</w:t>
      </w:r>
      <w:r>
        <w:tab/>
        <w:t>1.013e0</w:t>
      </w:r>
    </w:p>
    <w:p w:rsidR="00E00D30" w:rsidRDefault="00E00D30" w:rsidP="00E00D30">
      <w:r>
        <w:t>846.8829</w:t>
      </w:r>
      <w:r>
        <w:tab/>
        <w:t>2.025e0</w:t>
      </w:r>
    </w:p>
    <w:p w:rsidR="00E00D30" w:rsidRDefault="00E00D30" w:rsidP="00E00D30">
      <w:r>
        <w:t>846.8875</w:t>
      </w:r>
      <w:r>
        <w:tab/>
        <w:t>1.013e0</w:t>
      </w:r>
    </w:p>
    <w:p w:rsidR="00E00D30" w:rsidRDefault="00E00D30" w:rsidP="00E00D30">
      <w:r>
        <w:t>846.8910</w:t>
      </w:r>
      <w:r>
        <w:tab/>
        <w:t>1.013e0</w:t>
      </w:r>
    </w:p>
    <w:p w:rsidR="00E00D30" w:rsidRDefault="00E00D30" w:rsidP="00E00D30">
      <w:r>
        <w:t>846.9160</w:t>
      </w:r>
      <w:r>
        <w:tab/>
        <w:t>1.013e0</w:t>
      </w:r>
    </w:p>
    <w:p w:rsidR="00E00D30" w:rsidRDefault="00E00D30" w:rsidP="00E00D30">
      <w:r>
        <w:t>846.9583</w:t>
      </w:r>
      <w:r>
        <w:tab/>
        <w:t>3.038e0</w:t>
      </w:r>
    </w:p>
    <w:p w:rsidR="00E00D30" w:rsidRDefault="00E00D30" w:rsidP="00E00D30">
      <w:r>
        <w:t>846.9883</w:t>
      </w:r>
      <w:r>
        <w:tab/>
        <w:t>1.013e0</w:t>
      </w:r>
    </w:p>
    <w:p w:rsidR="00E00D30" w:rsidRDefault="00E00D30" w:rsidP="00E00D30">
      <w:r>
        <w:t>847.0295</w:t>
      </w:r>
      <w:r>
        <w:tab/>
        <w:t>1.013e0</w:t>
      </w:r>
    </w:p>
    <w:p w:rsidR="00E00D30" w:rsidRDefault="00E00D30" w:rsidP="00E00D30">
      <w:r>
        <w:t>847.0584</w:t>
      </w:r>
      <w:r>
        <w:tab/>
        <w:t>1.013e0</w:t>
      </w:r>
    </w:p>
    <w:p w:rsidR="00E00D30" w:rsidRDefault="00E00D30" w:rsidP="00E00D30">
      <w:r>
        <w:lastRenderedPageBreak/>
        <w:t>847.0727</w:t>
      </w:r>
      <w:r>
        <w:tab/>
        <w:t>1.013e0</w:t>
      </w:r>
    </w:p>
    <w:p w:rsidR="00E00D30" w:rsidRDefault="00E00D30" w:rsidP="00E00D30">
      <w:r>
        <w:t>847.1121</w:t>
      </w:r>
      <w:r>
        <w:tab/>
        <w:t>1.013e0</w:t>
      </w:r>
    </w:p>
    <w:p w:rsidR="00E00D30" w:rsidRDefault="00E00D30" w:rsidP="00E00D30">
      <w:r>
        <w:t>847.1581</w:t>
      </w:r>
      <w:r>
        <w:tab/>
        <w:t>1.013e0</w:t>
      </w:r>
    </w:p>
    <w:p w:rsidR="00E00D30" w:rsidRDefault="00E00D30" w:rsidP="00E00D30">
      <w:r>
        <w:t>847.2155</w:t>
      </w:r>
      <w:r>
        <w:tab/>
        <w:t>1.013e0</w:t>
      </w:r>
    </w:p>
    <w:p w:rsidR="00E00D30" w:rsidRDefault="00E00D30" w:rsidP="00E00D30">
      <w:r>
        <w:t>847.2517</w:t>
      </w:r>
      <w:r>
        <w:tab/>
        <w:t>2.025e0</w:t>
      </w:r>
    </w:p>
    <w:p w:rsidR="00E00D30" w:rsidRDefault="00E00D30" w:rsidP="00E00D30">
      <w:r>
        <w:t>847.2987</w:t>
      </w:r>
      <w:r>
        <w:tab/>
        <w:t>1.013e0</w:t>
      </w:r>
    </w:p>
    <w:p w:rsidR="00E00D30" w:rsidRDefault="00E00D30" w:rsidP="00E00D30">
      <w:r>
        <w:t>847.3148</w:t>
      </w:r>
      <w:r>
        <w:tab/>
        <w:t>2.025e0</w:t>
      </w:r>
    </w:p>
    <w:p w:rsidR="00E00D30" w:rsidRDefault="00E00D30" w:rsidP="00E00D30">
      <w:r>
        <w:t>847.3998</w:t>
      </w:r>
      <w:r>
        <w:tab/>
        <w:t>1.013e0</w:t>
      </w:r>
    </w:p>
    <w:p w:rsidR="00E00D30" w:rsidRDefault="00E00D30" w:rsidP="00E00D30">
      <w:r>
        <w:t>847.4324</w:t>
      </w:r>
      <w:r>
        <w:tab/>
        <w:t>1.013e0</w:t>
      </w:r>
    </w:p>
    <w:p w:rsidR="00E00D30" w:rsidRDefault="00E00D30" w:rsidP="00E00D30">
      <w:r>
        <w:t>847.4339</w:t>
      </w:r>
      <w:r>
        <w:tab/>
        <w:t>1.013e0</w:t>
      </w:r>
    </w:p>
    <w:p w:rsidR="00E00D30" w:rsidRDefault="00E00D30" w:rsidP="00E00D30">
      <w:r>
        <w:t>847.4441</w:t>
      </w:r>
      <w:r>
        <w:tab/>
        <w:t>1.013e0</w:t>
      </w:r>
    </w:p>
    <w:p w:rsidR="00E00D30" w:rsidRDefault="00E00D30" w:rsidP="00E00D30">
      <w:r>
        <w:t>847.4502</w:t>
      </w:r>
      <w:r>
        <w:tab/>
        <w:t>1.013e0</w:t>
      </w:r>
    </w:p>
    <w:p w:rsidR="00E00D30" w:rsidRDefault="00E00D30" w:rsidP="00E00D30">
      <w:r>
        <w:t>847.4854</w:t>
      </w:r>
      <w:r>
        <w:tab/>
        <w:t>1.013e0</w:t>
      </w:r>
    </w:p>
    <w:p w:rsidR="00E00D30" w:rsidRDefault="00E00D30" w:rsidP="00E00D30">
      <w:r>
        <w:t>847.5001</w:t>
      </w:r>
      <w:r>
        <w:tab/>
        <w:t>2.025e0</w:t>
      </w:r>
    </w:p>
    <w:p w:rsidR="00E00D30" w:rsidRDefault="00E00D30" w:rsidP="00E00D30">
      <w:r>
        <w:t>847.5168</w:t>
      </w:r>
      <w:r>
        <w:tab/>
        <w:t>1.013e0</w:t>
      </w:r>
    </w:p>
    <w:p w:rsidR="00E00D30" w:rsidRDefault="00E00D30" w:rsidP="00E00D30">
      <w:r>
        <w:t>847.5348</w:t>
      </w:r>
      <w:r>
        <w:tab/>
        <w:t>2.025e0</w:t>
      </w:r>
    </w:p>
    <w:p w:rsidR="00E00D30" w:rsidRDefault="00E00D30" w:rsidP="00E00D30">
      <w:r>
        <w:t>847.5515</w:t>
      </w:r>
      <w:r>
        <w:tab/>
        <w:t>1.013e0</w:t>
      </w:r>
    </w:p>
    <w:p w:rsidR="00E00D30" w:rsidRDefault="00E00D30" w:rsidP="00E00D30">
      <w:r>
        <w:t>847.5560</w:t>
      </w:r>
      <w:r>
        <w:tab/>
        <w:t>3.038e0</w:t>
      </w:r>
    </w:p>
    <w:p w:rsidR="00E00D30" w:rsidRDefault="00E00D30" w:rsidP="00E00D30">
      <w:r>
        <w:t>847.5708</w:t>
      </w:r>
      <w:r>
        <w:tab/>
        <w:t>1.013e0</w:t>
      </w:r>
    </w:p>
    <w:p w:rsidR="00E00D30" w:rsidRDefault="00E00D30" w:rsidP="00E00D30">
      <w:r>
        <w:lastRenderedPageBreak/>
        <w:t>847.6283</w:t>
      </w:r>
      <w:r>
        <w:tab/>
        <w:t>2.025e0</w:t>
      </w:r>
    </w:p>
    <w:p w:rsidR="00E00D30" w:rsidRDefault="00E00D30" w:rsidP="00E00D30">
      <w:r>
        <w:t>847.6405</w:t>
      </w:r>
      <w:r>
        <w:tab/>
        <w:t>2.025e0</w:t>
      </w:r>
    </w:p>
    <w:p w:rsidR="00E00D30" w:rsidRDefault="00E00D30" w:rsidP="00E00D30">
      <w:r>
        <w:t>847.6663</w:t>
      </w:r>
      <w:r>
        <w:tab/>
        <w:t>3.038e0</w:t>
      </w:r>
    </w:p>
    <w:p w:rsidR="00E00D30" w:rsidRDefault="00E00D30" w:rsidP="00E00D30">
      <w:r>
        <w:t>847.6706</w:t>
      </w:r>
      <w:r>
        <w:tab/>
        <w:t>1.013e0</w:t>
      </w:r>
    </w:p>
    <w:p w:rsidR="00E00D30" w:rsidRDefault="00E00D30" w:rsidP="00E00D30">
      <w:r>
        <w:t>847.6991</w:t>
      </w:r>
      <w:r>
        <w:tab/>
        <w:t>1.013e0</w:t>
      </w:r>
    </w:p>
    <w:p w:rsidR="00E00D30" w:rsidRDefault="00E00D30" w:rsidP="00E00D30">
      <w:r>
        <w:t>847.7383</w:t>
      </w:r>
      <w:r>
        <w:tab/>
        <w:t>3.038e0</w:t>
      </w:r>
    </w:p>
    <w:p w:rsidR="00E00D30" w:rsidRDefault="00E00D30" w:rsidP="00E00D30">
      <w:r>
        <w:t>847.7501</w:t>
      </w:r>
      <w:r>
        <w:tab/>
        <w:t>2.025e0</w:t>
      </w:r>
    </w:p>
    <w:p w:rsidR="00E00D30" w:rsidRDefault="00E00D30" w:rsidP="00E00D30">
      <w:r>
        <w:t>847.7563</w:t>
      </w:r>
      <w:r>
        <w:tab/>
        <w:t>1.013e0</w:t>
      </w:r>
    </w:p>
    <w:p w:rsidR="00E00D30" w:rsidRDefault="00E00D30" w:rsidP="00E00D30">
      <w:r>
        <w:t>847.7573</w:t>
      </w:r>
      <w:r>
        <w:tab/>
        <w:t>1.013e0</w:t>
      </w:r>
    </w:p>
    <w:p w:rsidR="00E00D30" w:rsidRDefault="00E00D30" w:rsidP="00E00D30">
      <w:r>
        <w:t>847.7882</w:t>
      </w:r>
      <w:r>
        <w:tab/>
        <w:t>1.013e0</w:t>
      </w:r>
    </w:p>
    <w:p w:rsidR="00E00D30" w:rsidRDefault="00E00D30" w:rsidP="00E00D30">
      <w:r>
        <w:t>847.8052</w:t>
      </w:r>
      <w:r>
        <w:tab/>
        <w:t>1.013e0</w:t>
      </w:r>
    </w:p>
    <w:p w:rsidR="00E00D30" w:rsidRDefault="00E00D30" w:rsidP="00E00D30">
      <w:r>
        <w:t>847.8726</w:t>
      </w:r>
      <w:r>
        <w:tab/>
        <w:t>2.025e0</w:t>
      </w:r>
    </w:p>
    <w:p w:rsidR="00E00D30" w:rsidRDefault="00E00D30" w:rsidP="00E00D30">
      <w:r>
        <w:t>847.8897</w:t>
      </w:r>
      <w:r>
        <w:tab/>
        <w:t>1.013e0</w:t>
      </w:r>
    </w:p>
    <w:p w:rsidR="00E00D30" w:rsidRDefault="00E00D30" w:rsidP="00E00D30">
      <w:r>
        <w:t>847.8953</w:t>
      </w:r>
      <w:r>
        <w:tab/>
        <w:t>2.025e0</w:t>
      </w:r>
    </w:p>
    <w:p w:rsidR="00E00D30" w:rsidRDefault="00E00D30" w:rsidP="00E00D30">
      <w:r>
        <w:t>847.9069</w:t>
      </w:r>
      <w:r>
        <w:tab/>
        <w:t>1.013e0</w:t>
      </w:r>
    </w:p>
    <w:p w:rsidR="00E00D30" w:rsidRDefault="00E00D30" w:rsidP="00E00D30">
      <w:r>
        <w:t>847.9086</w:t>
      </w:r>
      <w:r>
        <w:tab/>
        <w:t>3.038e0</w:t>
      </w:r>
    </w:p>
    <w:p w:rsidR="00E00D30" w:rsidRDefault="00E00D30" w:rsidP="00E00D30">
      <w:r>
        <w:t>848.0229</w:t>
      </w:r>
      <w:r>
        <w:tab/>
        <w:t>3.038e0</w:t>
      </w:r>
    </w:p>
    <w:p w:rsidR="00E00D30" w:rsidRDefault="00E00D30" w:rsidP="00E00D30">
      <w:r>
        <w:t>848.0843</w:t>
      </w:r>
      <w:r>
        <w:tab/>
        <w:t>3.038e0</w:t>
      </w:r>
    </w:p>
    <w:p w:rsidR="00E00D30" w:rsidRDefault="00E00D30" w:rsidP="00E00D30">
      <w:r>
        <w:t>848.1558</w:t>
      </w:r>
      <w:r>
        <w:tab/>
        <w:t>1.013e0</w:t>
      </w:r>
    </w:p>
    <w:p w:rsidR="00E00D30" w:rsidRDefault="00E00D30" w:rsidP="00E00D30">
      <w:r>
        <w:lastRenderedPageBreak/>
        <w:t>848.2056</w:t>
      </w:r>
      <w:r>
        <w:tab/>
        <w:t>2.025e0</w:t>
      </w:r>
    </w:p>
    <w:p w:rsidR="00E00D30" w:rsidRDefault="00E00D30" w:rsidP="00E00D30">
      <w:r>
        <w:t>848.2277</w:t>
      </w:r>
      <w:r>
        <w:tab/>
        <w:t>1.013e0</w:t>
      </w:r>
    </w:p>
    <w:p w:rsidR="00E00D30" w:rsidRDefault="00E00D30" w:rsidP="00E00D30">
      <w:r>
        <w:t>848.2852</w:t>
      </w:r>
      <w:r>
        <w:tab/>
        <w:t>1.013e0</w:t>
      </w:r>
    </w:p>
    <w:p w:rsidR="00E00D30" w:rsidRDefault="00E00D30" w:rsidP="00E00D30">
      <w:r>
        <w:t>848.3492</w:t>
      </w:r>
      <w:r>
        <w:tab/>
        <w:t>3.038e0</w:t>
      </w:r>
    </w:p>
    <w:p w:rsidR="00E00D30" w:rsidRDefault="00E00D30" w:rsidP="00E00D30">
      <w:r>
        <w:t>848.3823</w:t>
      </w:r>
      <w:r>
        <w:tab/>
        <w:t>1.013e0</w:t>
      </w:r>
    </w:p>
    <w:p w:rsidR="00E00D30" w:rsidRDefault="00E00D30" w:rsidP="00E00D30">
      <w:r>
        <w:t>848.4120</w:t>
      </w:r>
      <w:r>
        <w:tab/>
        <w:t>1.013e0</w:t>
      </w:r>
    </w:p>
    <w:p w:rsidR="00E00D30" w:rsidRDefault="00E00D30" w:rsidP="00E00D30">
      <w:r>
        <w:t>848.4277</w:t>
      </w:r>
      <w:r>
        <w:tab/>
        <w:t>1.013e0</w:t>
      </w:r>
    </w:p>
    <w:p w:rsidR="00E00D30" w:rsidRDefault="00E00D30" w:rsidP="00E00D30">
      <w:r>
        <w:t>848.4328</w:t>
      </w:r>
      <w:r>
        <w:tab/>
        <w:t>4.051e0</w:t>
      </w:r>
    </w:p>
    <w:p w:rsidR="00E00D30" w:rsidRDefault="00E00D30" w:rsidP="00E00D30">
      <w:r>
        <w:t>848.4548</w:t>
      </w:r>
      <w:r>
        <w:tab/>
        <w:t>1.013e0</w:t>
      </w:r>
    </w:p>
    <w:p w:rsidR="00E00D30" w:rsidRDefault="00E00D30" w:rsidP="00E00D30">
      <w:r>
        <w:t>848.4838</w:t>
      </w:r>
      <w:r>
        <w:tab/>
        <w:t>1.013e0</w:t>
      </w:r>
    </w:p>
    <w:p w:rsidR="00E00D30" w:rsidRDefault="00E00D30" w:rsidP="00E00D30">
      <w:r>
        <w:t>848.5123</w:t>
      </w:r>
      <w:r>
        <w:tab/>
        <w:t>1.013e0</w:t>
      </w:r>
    </w:p>
    <w:p w:rsidR="00E00D30" w:rsidRDefault="00E00D30" w:rsidP="00E00D30">
      <w:r>
        <w:t>848.5174</w:t>
      </w:r>
      <w:r>
        <w:tab/>
        <w:t>1.013e0</w:t>
      </w:r>
    </w:p>
    <w:p w:rsidR="00E00D30" w:rsidRDefault="00E00D30" w:rsidP="00E00D30">
      <w:r>
        <w:t>848.5784</w:t>
      </w:r>
      <w:r>
        <w:tab/>
        <w:t>3.038e0</w:t>
      </w:r>
    </w:p>
    <w:p w:rsidR="00E00D30" w:rsidRDefault="00E00D30" w:rsidP="00E00D30">
      <w:r>
        <w:t>848.6005</w:t>
      </w:r>
      <w:r>
        <w:tab/>
        <w:t>2.025e0</w:t>
      </w:r>
    </w:p>
    <w:p w:rsidR="00E00D30" w:rsidRDefault="00E00D30" w:rsidP="00E00D30">
      <w:r>
        <w:t>848.6122</w:t>
      </w:r>
      <w:r>
        <w:tab/>
        <w:t>1.013e0</w:t>
      </w:r>
    </w:p>
    <w:p w:rsidR="00E00D30" w:rsidRDefault="00E00D30" w:rsidP="00E00D30">
      <w:r>
        <w:t>848.6631</w:t>
      </w:r>
      <w:r>
        <w:tab/>
        <w:t>2.025e0</w:t>
      </w:r>
    </w:p>
    <w:p w:rsidR="00E00D30" w:rsidRDefault="00E00D30" w:rsidP="00E00D30">
      <w:r>
        <w:t>848.6691</w:t>
      </w:r>
      <w:r>
        <w:tab/>
        <w:t>2.025e0</w:t>
      </w:r>
    </w:p>
    <w:p w:rsidR="00E00D30" w:rsidRDefault="00E00D30" w:rsidP="00E00D30">
      <w:r>
        <w:t>848.7209</w:t>
      </w:r>
      <w:r>
        <w:tab/>
        <w:t>3.038e0</w:t>
      </w:r>
    </w:p>
    <w:p w:rsidR="00E00D30" w:rsidRDefault="00E00D30" w:rsidP="00E00D30">
      <w:r>
        <w:t>848.7374</w:t>
      </w:r>
      <w:r>
        <w:tab/>
        <w:t>1.013e0</w:t>
      </w:r>
    </w:p>
    <w:p w:rsidR="00E00D30" w:rsidRDefault="00E00D30" w:rsidP="00E00D30">
      <w:r>
        <w:lastRenderedPageBreak/>
        <w:t>848.7559</w:t>
      </w:r>
      <w:r>
        <w:tab/>
        <w:t>1.013e0</w:t>
      </w:r>
    </w:p>
    <w:p w:rsidR="00E00D30" w:rsidRDefault="00E00D30" w:rsidP="00E00D30">
      <w:r>
        <w:t>848.7829</w:t>
      </w:r>
      <w:r>
        <w:tab/>
        <w:t>1.013e0</w:t>
      </w:r>
    </w:p>
    <w:p w:rsidR="00E00D30" w:rsidRDefault="00E00D30" w:rsidP="00E00D30">
      <w:r>
        <w:t>848.7871</w:t>
      </w:r>
      <w:r>
        <w:tab/>
        <w:t>1.013e0</w:t>
      </w:r>
    </w:p>
    <w:p w:rsidR="00E00D30" w:rsidRDefault="00E00D30" w:rsidP="00E00D30">
      <w:r>
        <w:t>848.7977</w:t>
      </w:r>
      <w:r>
        <w:tab/>
        <w:t>3.038e0</w:t>
      </w:r>
    </w:p>
    <w:p w:rsidR="00E00D30" w:rsidRDefault="00E00D30" w:rsidP="00E00D30">
      <w:r>
        <w:t>848.8045</w:t>
      </w:r>
      <w:r>
        <w:tab/>
        <w:t>1.013e0</w:t>
      </w:r>
    </w:p>
    <w:p w:rsidR="00E00D30" w:rsidRDefault="00E00D30" w:rsidP="00E00D30">
      <w:r>
        <w:t>848.9062</w:t>
      </w:r>
      <w:r>
        <w:tab/>
        <w:t>2.025e0</w:t>
      </w:r>
    </w:p>
    <w:p w:rsidR="00E00D30" w:rsidRDefault="00E00D30" w:rsidP="00E00D30">
      <w:r>
        <w:t>848.9557</w:t>
      </w:r>
      <w:r>
        <w:tab/>
        <w:t>1.013e0</w:t>
      </w:r>
    </w:p>
    <w:p w:rsidR="00E00D30" w:rsidRDefault="00E00D30" w:rsidP="00E00D30">
      <w:r>
        <w:t>848.9684</w:t>
      </w:r>
      <w:r>
        <w:tab/>
        <w:t>1.013e0</w:t>
      </w:r>
    </w:p>
    <w:p w:rsidR="00E00D30" w:rsidRDefault="00E00D30" w:rsidP="00E00D30">
      <w:r>
        <w:t>849.0159</w:t>
      </w:r>
      <w:r>
        <w:tab/>
        <w:t>2.025e0</w:t>
      </w:r>
    </w:p>
    <w:p w:rsidR="00E00D30" w:rsidRDefault="00E00D30" w:rsidP="00E00D30">
      <w:r>
        <w:t>849.0489</w:t>
      </w:r>
      <w:r>
        <w:tab/>
        <w:t>2.025e0</w:t>
      </w:r>
    </w:p>
    <w:p w:rsidR="00E00D30" w:rsidRDefault="00E00D30" w:rsidP="00E00D30">
      <w:r>
        <w:t>849.0715</w:t>
      </w:r>
      <w:r>
        <w:tab/>
        <w:t>2.025e0</w:t>
      </w:r>
    </w:p>
    <w:p w:rsidR="00E00D30" w:rsidRDefault="00E00D30" w:rsidP="00E00D30">
      <w:r>
        <w:t>849.1103</w:t>
      </w:r>
      <w:r>
        <w:tab/>
        <w:t>1.013e0</w:t>
      </w:r>
    </w:p>
    <w:p w:rsidR="00E00D30" w:rsidRDefault="00E00D30" w:rsidP="00E00D30">
      <w:r>
        <w:t>849.1561</w:t>
      </w:r>
      <w:r>
        <w:tab/>
        <w:t>2.025e0</w:t>
      </w:r>
    </w:p>
    <w:p w:rsidR="00E00D30" w:rsidRDefault="00E00D30" w:rsidP="00E00D30">
      <w:r>
        <w:t>849.1683</w:t>
      </w:r>
      <w:r>
        <w:tab/>
        <w:t>1.013e0</w:t>
      </w:r>
    </w:p>
    <w:p w:rsidR="00E00D30" w:rsidRDefault="00E00D30" w:rsidP="00E00D30">
      <w:r>
        <w:t>849.1830</w:t>
      </w:r>
      <w:r>
        <w:tab/>
        <w:t>1.013e0</w:t>
      </w:r>
    </w:p>
    <w:p w:rsidR="00E00D30" w:rsidRDefault="00E00D30" w:rsidP="00E00D30">
      <w:r>
        <w:t>849.1941</w:t>
      </w:r>
      <w:r>
        <w:tab/>
        <w:t>1.013e0</w:t>
      </w:r>
    </w:p>
    <w:p w:rsidR="00E00D30" w:rsidRDefault="00E00D30" w:rsidP="00E00D30">
      <w:r>
        <w:t>849.2611</w:t>
      </w:r>
      <w:r>
        <w:tab/>
        <w:t>1.013e0</w:t>
      </w:r>
    </w:p>
    <w:p w:rsidR="00E00D30" w:rsidRDefault="00E00D30" w:rsidP="00E00D30">
      <w:r>
        <w:t>849.2830</w:t>
      </w:r>
      <w:r>
        <w:tab/>
        <w:t>1.013e0</w:t>
      </w:r>
    </w:p>
    <w:p w:rsidR="00E00D30" w:rsidRDefault="00E00D30" w:rsidP="00E00D30">
      <w:r>
        <w:t>849.3113</w:t>
      </w:r>
      <w:r>
        <w:tab/>
        <w:t>3.038e0</w:t>
      </w:r>
    </w:p>
    <w:p w:rsidR="00E00D30" w:rsidRDefault="00E00D30" w:rsidP="00E00D30">
      <w:r>
        <w:lastRenderedPageBreak/>
        <w:t>849.3972</w:t>
      </w:r>
      <w:r>
        <w:tab/>
        <w:t>1.013e0</w:t>
      </w:r>
    </w:p>
    <w:p w:rsidR="00E00D30" w:rsidRDefault="00E00D30" w:rsidP="00E00D30">
      <w:r>
        <w:t>849.4648</w:t>
      </w:r>
      <w:r>
        <w:tab/>
        <w:t>1.013e0</w:t>
      </w:r>
    </w:p>
    <w:p w:rsidR="00E00D30" w:rsidRDefault="00E00D30" w:rsidP="00E00D30">
      <w:r>
        <w:t>849.5229</w:t>
      </w:r>
      <w:r>
        <w:tab/>
        <w:t>2.025e0</w:t>
      </w:r>
    </w:p>
    <w:p w:rsidR="00E00D30" w:rsidRDefault="00E00D30" w:rsidP="00E00D30">
      <w:r>
        <w:t>849.5334</w:t>
      </w:r>
      <w:r>
        <w:tab/>
        <w:t>1.013e0</w:t>
      </w:r>
    </w:p>
    <w:p w:rsidR="00E00D30" w:rsidRDefault="00E00D30" w:rsidP="00E00D30">
      <w:r>
        <w:t>849.5476</w:t>
      </w:r>
      <w:r>
        <w:tab/>
        <w:t>3.038e0</w:t>
      </w:r>
    </w:p>
    <w:p w:rsidR="00E00D30" w:rsidRDefault="00E00D30" w:rsidP="00E00D30">
      <w:r>
        <w:t>849.5594</w:t>
      </w:r>
      <w:r>
        <w:tab/>
        <w:t>2.025e0</w:t>
      </w:r>
    </w:p>
    <w:p w:rsidR="00E00D30" w:rsidRDefault="00E00D30" w:rsidP="00E00D30">
      <w:r>
        <w:t>849.6513</w:t>
      </w:r>
      <w:r>
        <w:tab/>
        <w:t>3.038e0</w:t>
      </w:r>
    </w:p>
    <w:p w:rsidR="00E00D30" w:rsidRDefault="00E00D30" w:rsidP="00E00D30">
      <w:r>
        <w:t>849.6829</w:t>
      </w:r>
      <w:r>
        <w:tab/>
        <w:t>2.025e0</w:t>
      </w:r>
    </w:p>
    <w:p w:rsidR="00E00D30" w:rsidRDefault="00E00D30" w:rsidP="00E00D30">
      <w:r>
        <w:t>849.6839</w:t>
      </w:r>
      <w:r>
        <w:tab/>
        <w:t>1.013e0</w:t>
      </w:r>
    </w:p>
    <w:p w:rsidR="00E00D30" w:rsidRDefault="00E00D30" w:rsidP="00E00D30">
      <w:r>
        <w:t>849.7400</w:t>
      </w:r>
      <w:r>
        <w:tab/>
        <w:t>1.013e0</w:t>
      </w:r>
    </w:p>
    <w:p w:rsidR="00E00D30" w:rsidRDefault="00E00D30" w:rsidP="00E00D30">
      <w:r>
        <w:t>849.7543</w:t>
      </w:r>
      <w:r>
        <w:tab/>
        <w:t>1.013e0</w:t>
      </w:r>
    </w:p>
    <w:p w:rsidR="00E00D30" w:rsidRDefault="00E00D30" w:rsidP="00E00D30">
      <w:r>
        <w:t>849.7686</w:t>
      </w:r>
      <w:r>
        <w:tab/>
        <w:t>1.013e0</w:t>
      </w:r>
    </w:p>
    <w:p w:rsidR="00E00D30" w:rsidRDefault="00E00D30" w:rsidP="00E00D30">
      <w:r>
        <w:t>849.8098</w:t>
      </w:r>
      <w:r>
        <w:tab/>
        <w:t>2.025e0</w:t>
      </w:r>
    </w:p>
    <w:p w:rsidR="00E00D30" w:rsidRDefault="00E00D30" w:rsidP="00E00D30">
      <w:r>
        <w:t>849.8538</w:t>
      </w:r>
      <w:r>
        <w:tab/>
        <w:t>1.013e0</w:t>
      </w:r>
    </w:p>
    <w:p w:rsidR="00E00D30" w:rsidRDefault="00E00D30" w:rsidP="00E00D30">
      <w:r>
        <w:t>849.8699</w:t>
      </w:r>
      <w:r>
        <w:tab/>
        <w:t>1.013e0</w:t>
      </w:r>
    </w:p>
    <w:p w:rsidR="00E00D30" w:rsidRDefault="00E00D30" w:rsidP="00E00D30">
      <w:r>
        <w:t>849.9257</w:t>
      </w:r>
      <w:r>
        <w:tab/>
        <w:t>1.013e0</w:t>
      </w:r>
    </w:p>
    <w:p w:rsidR="00E00D30" w:rsidRDefault="00E00D30" w:rsidP="00E00D30">
      <w:r>
        <w:t>849.9400</w:t>
      </w:r>
      <w:r>
        <w:tab/>
        <w:t>1.013e0</w:t>
      </w:r>
    </w:p>
    <w:p w:rsidR="00E00D30" w:rsidRDefault="00E00D30" w:rsidP="00E00D30">
      <w:r>
        <w:t>849.9420</w:t>
      </w:r>
      <w:r>
        <w:tab/>
        <w:t>2.025e0</w:t>
      </w:r>
    </w:p>
    <w:p w:rsidR="00E00D30" w:rsidRDefault="00E00D30" w:rsidP="00E00D30">
      <w:r>
        <w:t>849.9720</w:t>
      </w:r>
      <w:r>
        <w:tab/>
        <w:t>1.013e0</w:t>
      </w:r>
    </w:p>
    <w:p w:rsidR="00E00D30" w:rsidRDefault="00E00D30" w:rsidP="00E00D30">
      <w:r>
        <w:lastRenderedPageBreak/>
        <w:t>849.9890</w:t>
      </w:r>
      <w:r>
        <w:tab/>
        <w:t>1.013e0</w:t>
      </w:r>
    </w:p>
    <w:p w:rsidR="00E00D30" w:rsidRDefault="00E00D30" w:rsidP="00E00D30">
      <w:r>
        <w:t>850.0110</w:t>
      </w:r>
      <w:r>
        <w:tab/>
        <w:t>1.013e0</w:t>
      </w:r>
    </w:p>
    <w:p w:rsidR="00E00D30" w:rsidRDefault="00E00D30" w:rsidP="00E00D30">
      <w:r>
        <w:t>850.0396</w:t>
      </w:r>
      <w:r>
        <w:tab/>
        <w:t>1.013e0</w:t>
      </w:r>
    </w:p>
    <w:p w:rsidR="00E00D30" w:rsidRDefault="00E00D30" w:rsidP="00E00D30">
      <w:r>
        <w:t>850.0829</w:t>
      </w:r>
      <w:r>
        <w:tab/>
        <w:t>1.013e0</w:t>
      </w:r>
    </w:p>
    <w:p w:rsidR="00E00D30" w:rsidRDefault="00E00D30" w:rsidP="00E00D30">
      <w:r>
        <w:t>850.0947</w:t>
      </w:r>
      <w:r>
        <w:tab/>
        <w:t>2.025e0</w:t>
      </w:r>
    </w:p>
    <w:p w:rsidR="00E00D30" w:rsidRDefault="00E00D30" w:rsidP="00E00D30">
      <w:r>
        <w:t>850.1172</w:t>
      </w:r>
      <w:r>
        <w:tab/>
        <w:t>2.025e0</w:t>
      </w:r>
    </w:p>
    <w:p w:rsidR="00E00D30" w:rsidRDefault="00E00D30" w:rsidP="00E00D30">
      <w:r>
        <w:t>850.1753</w:t>
      </w:r>
      <w:r>
        <w:tab/>
        <w:t>2.025e0</w:t>
      </w:r>
    </w:p>
    <w:p w:rsidR="00E00D30" w:rsidRDefault="00E00D30" w:rsidP="00E00D30">
      <w:r>
        <w:t>850.1768</w:t>
      </w:r>
      <w:r>
        <w:tab/>
        <w:t>1.013e0</w:t>
      </w:r>
    </w:p>
    <w:p w:rsidR="00E00D30" w:rsidRDefault="00E00D30" w:rsidP="00E00D30">
      <w:r>
        <w:t>850.1972</w:t>
      </w:r>
      <w:r>
        <w:tab/>
        <w:t>2.025e0</w:t>
      </w:r>
    </w:p>
    <w:p w:rsidR="00E00D30" w:rsidRDefault="00E00D30" w:rsidP="00E00D30">
      <w:r>
        <w:t>850.2427</w:t>
      </w:r>
      <w:r>
        <w:tab/>
        <w:t>1.013e0</w:t>
      </w:r>
    </w:p>
    <w:p w:rsidR="00E00D30" w:rsidRDefault="00E00D30" w:rsidP="00E00D30">
      <w:r>
        <w:t>850.2654</w:t>
      </w:r>
      <w:r>
        <w:tab/>
        <w:t>2.025e0</w:t>
      </w:r>
    </w:p>
    <w:p w:rsidR="00E00D30" w:rsidRDefault="00E00D30" w:rsidP="00E00D30">
      <w:r>
        <w:t>850.2697</w:t>
      </w:r>
      <w:r>
        <w:tab/>
        <w:t>1.013e0</w:t>
      </w:r>
    </w:p>
    <w:p w:rsidR="00E00D30" w:rsidRDefault="00E00D30" w:rsidP="00E00D30">
      <w:r>
        <w:t>850.3401</w:t>
      </w:r>
      <w:r>
        <w:tab/>
        <w:t>1.013e0</w:t>
      </w:r>
    </w:p>
    <w:p w:rsidR="00E00D30" w:rsidRDefault="00E00D30" w:rsidP="00E00D30">
      <w:r>
        <w:t>850.3665</w:t>
      </w:r>
      <w:r>
        <w:tab/>
        <w:t>2.025e0</w:t>
      </w:r>
    </w:p>
    <w:p w:rsidR="00E00D30" w:rsidRDefault="00E00D30" w:rsidP="00E00D30">
      <w:r>
        <w:t>850.4277</w:t>
      </w:r>
      <w:r>
        <w:tab/>
        <w:t>2.025e0</w:t>
      </w:r>
    </w:p>
    <w:p w:rsidR="00E00D30" w:rsidRDefault="00E00D30" w:rsidP="00E00D30">
      <w:r>
        <w:t>850.4333</w:t>
      </w:r>
      <w:r>
        <w:tab/>
        <w:t>2.025e0</w:t>
      </w:r>
    </w:p>
    <w:p w:rsidR="00E00D30" w:rsidRDefault="00E00D30" w:rsidP="00E00D30">
      <w:r>
        <w:t>850.4587</w:t>
      </w:r>
      <w:r>
        <w:tab/>
        <w:t>2.025e0</w:t>
      </w:r>
    </w:p>
    <w:p w:rsidR="00E00D30" w:rsidRDefault="00E00D30" w:rsidP="00E00D30">
      <w:r>
        <w:t>850.4739</w:t>
      </w:r>
      <w:r>
        <w:tab/>
        <w:t>2.025e0</w:t>
      </w:r>
    </w:p>
    <w:p w:rsidR="00E00D30" w:rsidRDefault="00E00D30" w:rsidP="00E00D30">
      <w:r>
        <w:t>850.5546</w:t>
      </w:r>
      <w:r>
        <w:tab/>
        <w:t>3.038e0</w:t>
      </w:r>
    </w:p>
    <w:p w:rsidR="00E00D30" w:rsidRDefault="00E00D30" w:rsidP="00E00D30">
      <w:r>
        <w:lastRenderedPageBreak/>
        <w:t>850.5613</w:t>
      </w:r>
      <w:r>
        <w:tab/>
        <w:t>2.025e0</w:t>
      </w:r>
    </w:p>
    <w:p w:rsidR="00E00D30" w:rsidRDefault="00E00D30" w:rsidP="00E00D30">
      <w:r>
        <w:t>850.5636</w:t>
      </w:r>
      <w:r>
        <w:tab/>
        <w:t>3.038e0</w:t>
      </w:r>
    </w:p>
    <w:p w:rsidR="00E00D30" w:rsidRDefault="00E00D30" w:rsidP="00E00D30">
      <w:r>
        <w:t>850.5785</w:t>
      </w:r>
      <w:r>
        <w:tab/>
        <w:t>3.038e0</w:t>
      </w:r>
    </w:p>
    <w:p w:rsidR="00E00D30" w:rsidRDefault="00E00D30" w:rsidP="00E00D30">
      <w:r>
        <w:t>850.5985</w:t>
      </w:r>
      <w:r>
        <w:tab/>
        <w:t>1.013e0</w:t>
      </w:r>
    </w:p>
    <w:p w:rsidR="00E00D30" w:rsidRDefault="00E00D30" w:rsidP="00E00D30">
      <w:r>
        <w:t>850.6119</w:t>
      </w:r>
      <w:r>
        <w:tab/>
        <w:t>2.025e0</w:t>
      </w:r>
    </w:p>
    <w:p w:rsidR="00E00D30" w:rsidRDefault="00E00D30" w:rsidP="00E00D30">
      <w:r>
        <w:t>850.6495</w:t>
      </w:r>
      <w:r>
        <w:tab/>
        <w:t>1.013e0</w:t>
      </w:r>
    </w:p>
    <w:p w:rsidR="00E00D30" w:rsidRDefault="00E00D30" w:rsidP="00E00D30">
      <w:r>
        <w:t>850.6547</w:t>
      </w:r>
      <w:r>
        <w:tab/>
        <w:t>1.013e0</w:t>
      </w:r>
    </w:p>
    <w:p w:rsidR="00E00D30" w:rsidRDefault="00E00D30" w:rsidP="00E00D30">
      <w:r>
        <w:t>850.6971</w:t>
      </w:r>
      <w:r>
        <w:tab/>
        <w:t>1.013e0</w:t>
      </w:r>
    </w:p>
    <w:p w:rsidR="00E00D30" w:rsidRDefault="00E00D30" w:rsidP="00E00D30">
      <w:r>
        <w:t>850.6986</w:t>
      </w:r>
      <w:r>
        <w:tab/>
        <w:t>1.013e0</w:t>
      </w:r>
    </w:p>
    <w:p w:rsidR="00E00D30" w:rsidRDefault="00E00D30" w:rsidP="00E00D30">
      <w:r>
        <w:t>850.7071</w:t>
      </w:r>
      <w:r>
        <w:tab/>
        <w:t>2.025e0</w:t>
      </w:r>
    </w:p>
    <w:p w:rsidR="00E00D30" w:rsidRDefault="00E00D30" w:rsidP="00E00D30">
      <w:r>
        <w:t>850.7344</w:t>
      </w:r>
      <w:r>
        <w:tab/>
        <w:t>1.013e0</w:t>
      </w:r>
    </w:p>
    <w:p w:rsidR="00E00D30" w:rsidRDefault="00E00D30" w:rsidP="00E00D30">
      <w:r>
        <w:t>850.7977</w:t>
      </w:r>
      <w:r>
        <w:tab/>
        <w:t>1.013e0</w:t>
      </w:r>
    </w:p>
    <w:p w:rsidR="00E00D30" w:rsidRDefault="00E00D30" w:rsidP="00E00D30">
      <w:r>
        <w:t>850.8001</w:t>
      </w:r>
      <w:r>
        <w:tab/>
        <w:t>3.038e0</w:t>
      </w:r>
    </w:p>
    <w:p w:rsidR="00E00D30" w:rsidRDefault="00E00D30" w:rsidP="00E00D30">
      <w:r>
        <w:t>850.8417</w:t>
      </w:r>
      <w:r>
        <w:tab/>
        <w:t>1.013e0</w:t>
      </w:r>
    </w:p>
    <w:p w:rsidR="00E00D30" w:rsidRDefault="00E00D30" w:rsidP="00E00D30">
      <w:r>
        <w:t>850.8692</w:t>
      </w:r>
      <w:r>
        <w:tab/>
        <w:t>1.013e0</w:t>
      </w:r>
    </w:p>
    <w:p w:rsidR="00E00D30" w:rsidRDefault="00E00D30" w:rsidP="00E00D30">
      <w:r>
        <w:t>850.9045</w:t>
      </w:r>
      <w:r>
        <w:tab/>
        <w:t>1.013e0</w:t>
      </w:r>
    </w:p>
    <w:p w:rsidR="00E00D30" w:rsidRDefault="00E00D30" w:rsidP="00E00D30">
      <w:r>
        <w:t>850.9550</w:t>
      </w:r>
      <w:r>
        <w:tab/>
        <w:t>1.013e0</w:t>
      </w:r>
    </w:p>
    <w:p w:rsidR="00E00D30" w:rsidRDefault="00E00D30" w:rsidP="00E00D30">
      <w:r>
        <w:t>851.0403</w:t>
      </w:r>
      <w:r>
        <w:tab/>
        <w:t>1.013e0</w:t>
      </w:r>
    </w:p>
    <w:p w:rsidR="00E00D30" w:rsidRDefault="00E00D30" w:rsidP="00E00D30">
      <w:r>
        <w:t>851.0571</w:t>
      </w:r>
      <w:r>
        <w:tab/>
        <w:t>2.025e0</w:t>
      </w:r>
    </w:p>
    <w:p w:rsidR="00E00D30" w:rsidRDefault="00E00D30" w:rsidP="00E00D30">
      <w:r>
        <w:lastRenderedPageBreak/>
        <w:t>851.0706</w:t>
      </w:r>
      <w:r>
        <w:tab/>
        <w:t>1.013e0</w:t>
      </w:r>
    </w:p>
    <w:p w:rsidR="00E00D30" w:rsidRDefault="00E00D30" w:rsidP="00E00D30">
      <w:r>
        <w:t>851.1421</w:t>
      </w:r>
      <w:r>
        <w:tab/>
        <w:t>1.013e0</w:t>
      </w:r>
    </w:p>
    <w:p w:rsidR="00E00D30" w:rsidRDefault="00E00D30" w:rsidP="00E00D30">
      <w:r>
        <w:t>851.1556</w:t>
      </w:r>
      <w:r>
        <w:tab/>
        <w:t>2.025e0</w:t>
      </w:r>
    </w:p>
    <w:p w:rsidR="00E00D30" w:rsidRDefault="00E00D30" w:rsidP="00E00D30">
      <w:r>
        <w:t>851.1993</w:t>
      </w:r>
      <w:r>
        <w:tab/>
        <w:t>1.013e0</w:t>
      </w:r>
    </w:p>
    <w:p w:rsidR="00E00D30" w:rsidRDefault="00E00D30" w:rsidP="00E00D30">
      <w:r>
        <w:t>851.2083</w:t>
      </w:r>
      <w:r>
        <w:tab/>
        <w:t>1.013e0</w:t>
      </w:r>
    </w:p>
    <w:p w:rsidR="00E00D30" w:rsidRDefault="00E00D30" w:rsidP="00E00D30">
      <w:r>
        <w:t>851.2266</w:t>
      </w:r>
      <w:r>
        <w:tab/>
        <w:t>1.013e0</w:t>
      </w:r>
    </w:p>
    <w:p w:rsidR="00E00D30" w:rsidRDefault="00E00D30" w:rsidP="00E00D30">
      <w:r>
        <w:t>851.2584</w:t>
      </w:r>
      <w:r>
        <w:tab/>
        <w:t>1.013e0</w:t>
      </w:r>
    </w:p>
    <w:p w:rsidR="00E00D30" w:rsidRDefault="00E00D30" w:rsidP="00E00D30">
      <w:r>
        <w:t>851.3109</w:t>
      </w:r>
      <w:r>
        <w:tab/>
        <w:t>2.025e0</w:t>
      </w:r>
    </w:p>
    <w:p w:rsidR="00E00D30" w:rsidRDefault="00E00D30" w:rsidP="00E00D30">
      <w:r>
        <w:t>851.3138</w:t>
      </w:r>
      <w:r>
        <w:tab/>
        <w:t>2.025e0</w:t>
      </w:r>
    </w:p>
    <w:p w:rsidR="00E00D30" w:rsidRDefault="00E00D30" w:rsidP="00E00D30">
      <w:r>
        <w:t>851.3642</w:t>
      </w:r>
      <w:r>
        <w:tab/>
        <w:t>2.025e0</w:t>
      </w:r>
    </w:p>
    <w:p w:rsidR="00E00D30" w:rsidRDefault="00E00D30" w:rsidP="00E00D30">
      <w:r>
        <w:t>851.3695</w:t>
      </w:r>
      <w:r>
        <w:tab/>
        <w:t>2.025e0</w:t>
      </w:r>
    </w:p>
    <w:p w:rsidR="00E00D30" w:rsidRDefault="00E00D30" w:rsidP="00E00D30">
      <w:r>
        <w:t>851.3728</w:t>
      </w:r>
      <w:r>
        <w:tab/>
        <w:t>2.025e0</w:t>
      </w:r>
    </w:p>
    <w:p w:rsidR="00E00D30" w:rsidRDefault="00E00D30" w:rsidP="00E00D30">
      <w:r>
        <w:t>851.3786</w:t>
      </w:r>
      <w:r>
        <w:tab/>
        <w:t>1.013e0</w:t>
      </w:r>
    </w:p>
    <w:p w:rsidR="00E00D30" w:rsidRDefault="00E00D30" w:rsidP="00E00D30">
      <w:r>
        <w:t>851.4272</w:t>
      </w:r>
      <w:r>
        <w:tab/>
        <w:t>1.013e0</w:t>
      </w:r>
    </w:p>
    <w:p w:rsidR="00E00D30" w:rsidRDefault="00E00D30" w:rsidP="00E00D30">
      <w:r>
        <w:t>851.4410</w:t>
      </w:r>
      <w:r>
        <w:tab/>
        <w:t>1.013e0</w:t>
      </w:r>
    </w:p>
    <w:p w:rsidR="00E00D30" w:rsidRDefault="00E00D30" w:rsidP="00E00D30">
      <w:r>
        <w:t>851.4554</w:t>
      </w:r>
      <w:r>
        <w:tab/>
        <w:t>1.013e0</w:t>
      </w:r>
    </w:p>
    <w:p w:rsidR="00E00D30" w:rsidRDefault="00E00D30" w:rsidP="00E00D30">
      <w:r>
        <w:t>851.4788</w:t>
      </w:r>
      <w:r>
        <w:tab/>
        <w:t>1.013e0</w:t>
      </w:r>
    </w:p>
    <w:p w:rsidR="00E00D30" w:rsidRDefault="00E00D30" w:rsidP="00E00D30">
      <w:r>
        <w:t>851.4803</w:t>
      </w:r>
      <w:r>
        <w:tab/>
        <w:t>1.013e0</w:t>
      </w:r>
    </w:p>
    <w:p w:rsidR="00E00D30" w:rsidRDefault="00E00D30" w:rsidP="00E00D30">
      <w:r>
        <w:t>851.4998</w:t>
      </w:r>
      <w:r>
        <w:tab/>
        <w:t>1.013e0</w:t>
      </w:r>
    </w:p>
    <w:p w:rsidR="00E00D30" w:rsidRDefault="00E00D30" w:rsidP="00E00D30">
      <w:r>
        <w:lastRenderedPageBreak/>
        <w:t>851.5131</w:t>
      </w:r>
      <w:r>
        <w:tab/>
        <w:t>1.013e0</w:t>
      </w:r>
    </w:p>
    <w:p w:rsidR="00E00D30" w:rsidRDefault="00E00D30" w:rsidP="00E00D30">
      <w:r>
        <w:t>851.5274</w:t>
      </w:r>
      <w:r>
        <w:tab/>
        <w:t>1.013e0</w:t>
      </w:r>
    </w:p>
    <w:p w:rsidR="00E00D30" w:rsidRDefault="00E00D30" w:rsidP="00E00D30">
      <w:r>
        <w:t>851.5413</w:t>
      </w:r>
      <w:r>
        <w:tab/>
        <w:t>1.013e0</w:t>
      </w:r>
    </w:p>
    <w:p w:rsidR="00E00D30" w:rsidRDefault="00E00D30" w:rsidP="00E00D30">
      <w:r>
        <w:t>851.5574</w:t>
      </w:r>
      <w:r>
        <w:tab/>
        <w:t>3.038e0</w:t>
      </w:r>
    </w:p>
    <w:p w:rsidR="00E00D30" w:rsidRDefault="00E00D30" w:rsidP="00E00D30">
      <w:r>
        <w:t>851.5638</w:t>
      </w:r>
      <w:r>
        <w:tab/>
        <w:t>1.013e0</w:t>
      </w:r>
    </w:p>
    <w:p w:rsidR="00E00D30" w:rsidRDefault="00E00D30" w:rsidP="00E00D30">
      <w:r>
        <w:t>851.5699</w:t>
      </w:r>
      <w:r>
        <w:tab/>
        <w:t>2.025e0</w:t>
      </w:r>
    </w:p>
    <w:p w:rsidR="00E00D30" w:rsidRDefault="00E00D30" w:rsidP="00E00D30">
      <w:r>
        <w:t>851.5812</w:t>
      </w:r>
      <w:r>
        <w:tab/>
        <w:t>1.013e0</w:t>
      </w:r>
    </w:p>
    <w:p w:rsidR="00E00D30" w:rsidRDefault="00E00D30" w:rsidP="00E00D30">
      <w:r>
        <w:t>851.5990</w:t>
      </w:r>
      <w:r>
        <w:tab/>
        <w:t>1.013e0</w:t>
      </w:r>
    </w:p>
    <w:p w:rsidR="00E00D30" w:rsidRDefault="00E00D30" w:rsidP="00E00D30">
      <w:r>
        <w:t>851.6071</w:t>
      </w:r>
      <w:r>
        <w:tab/>
        <w:t>2.025e0</w:t>
      </w:r>
    </w:p>
    <w:p w:rsidR="00E00D30" w:rsidRDefault="00E00D30" w:rsidP="00E00D30">
      <w:r>
        <w:t>851.6666</w:t>
      </w:r>
      <w:r>
        <w:tab/>
        <w:t>1.013e0</w:t>
      </w:r>
    </w:p>
    <w:p w:rsidR="00E00D30" w:rsidRDefault="00E00D30" w:rsidP="00E00D30">
      <w:r>
        <w:t>851.6737</w:t>
      </w:r>
      <w:r>
        <w:tab/>
        <w:t>2.025e0</w:t>
      </w:r>
    </w:p>
    <w:p w:rsidR="00E00D30" w:rsidRDefault="00E00D30" w:rsidP="00E00D30">
      <w:r>
        <w:t>851.7219</w:t>
      </w:r>
      <w:r>
        <w:tab/>
        <w:t>3.038e0</w:t>
      </w:r>
    </w:p>
    <w:p w:rsidR="00E00D30" w:rsidRDefault="00E00D30" w:rsidP="00E00D30">
      <w:r>
        <w:t>851.7327</w:t>
      </w:r>
      <w:r>
        <w:tab/>
        <w:t>1.013e0</w:t>
      </w:r>
    </w:p>
    <w:p w:rsidR="00E00D30" w:rsidRDefault="00E00D30" w:rsidP="00E00D30">
      <w:r>
        <w:t>851.7417</w:t>
      </w:r>
      <w:r>
        <w:tab/>
        <w:t>1.013e0</w:t>
      </w:r>
    </w:p>
    <w:p w:rsidR="00E00D30" w:rsidRDefault="00E00D30" w:rsidP="00E00D30">
      <w:r>
        <w:t>851.7703</w:t>
      </w:r>
      <w:r>
        <w:tab/>
        <w:t>2.025e0</w:t>
      </w:r>
    </w:p>
    <w:p w:rsidR="00E00D30" w:rsidRDefault="00E00D30" w:rsidP="00E00D30">
      <w:r>
        <w:t>851.7718</w:t>
      </w:r>
      <w:r>
        <w:tab/>
        <w:t>2.025e0</w:t>
      </w:r>
    </w:p>
    <w:p w:rsidR="00E00D30" w:rsidRDefault="00E00D30" w:rsidP="00E00D30">
      <w:r>
        <w:t>851.7994</w:t>
      </w:r>
      <w:r>
        <w:tab/>
        <w:t>1.013e0</w:t>
      </w:r>
    </w:p>
    <w:p w:rsidR="00E00D30" w:rsidRDefault="00E00D30" w:rsidP="00E00D30">
      <w:r>
        <w:t>851.8171</w:t>
      </w:r>
      <w:r>
        <w:tab/>
        <w:t>1.013e0</w:t>
      </w:r>
    </w:p>
    <w:p w:rsidR="00E00D30" w:rsidRDefault="00E00D30" w:rsidP="00E00D30">
      <w:r>
        <w:t>851.9354</w:t>
      </w:r>
      <w:r>
        <w:tab/>
        <w:t>2.025e0</w:t>
      </w:r>
    </w:p>
    <w:p w:rsidR="00E00D30" w:rsidRDefault="00E00D30" w:rsidP="00E00D30">
      <w:r>
        <w:lastRenderedPageBreak/>
        <w:t>851.9547</w:t>
      </w:r>
      <w:r>
        <w:tab/>
        <w:t>2.025e0</w:t>
      </w:r>
    </w:p>
    <w:p w:rsidR="00E00D30" w:rsidRDefault="00E00D30" w:rsidP="00E00D30">
      <w:r>
        <w:t>851.9565</w:t>
      </w:r>
      <w:r>
        <w:tab/>
        <w:t>1.013e0</w:t>
      </w:r>
    </w:p>
    <w:p w:rsidR="00E00D30" w:rsidRDefault="00E00D30" w:rsidP="00E00D30">
      <w:r>
        <w:t>852.0319</w:t>
      </w:r>
      <w:r>
        <w:tab/>
        <w:t>2.025e0</w:t>
      </w:r>
    </w:p>
    <w:p w:rsidR="00E00D30" w:rsidRDefault="00E00D30" w:rsidP="00E00D30">
      <w:r>
        <w:t>852.0428</w:t>
      </w:r>
      <w:r>
        <w:tab/>
        <w:t>1.013e0</w:t>
      </w:r>
    </w:p>
    <w:p w:rsidR="00E00D30" w:rsidRDefault="00E00D30" w:rsidP="00E00D30">
      <w:r>
        <w:t>852.0566</w:t>
      </w:r>
      <w:r>
        <w:tab/>
        <w:t>1.013e0</w:t>
      </w:r>
    </w:p>
    <w:p w:rsidR="00E00D30" w:rsidRDefault="00E00D30" w:rsidP="00E00D30">
      <w:r>
        <w:t>852.1138</w:t>
      </w:r>
      <w:r>
        <w:tab/>
        <w:t>2.025e0</w:t>
      </w:r>
    </w:p>
    <w:p w:rsidR="00E00D30" w:rsidRDefault="00E00D30" w:rsidP="00E00D30">
      <w:r>
        <w:t>852.1572</w:t>
      </w:r>
      <w:r>
        <w:tab/>
        <w:t>2.025e0</w:t>
      </w:r>
    </w:p>
    <w:p w:rsidR="00E00D30" w:rsidRDefault="00E00D30" w:rsidP="00E00D30">
      <w:r>
        <w:t>852.2000</w:t>
      </w:r>
      <w:r>
        <w:tab/>
        <w:t>1.013e0</w:t>
      </w:r>
    </w:p>
    <w:p w:rsidR="00E00D30" w:rsidRDefault="00E00D30" w:rsidP="00E00D30">
      <w:r>
        <w:t>852.2031</w:t>
      </w:r>
      <w:r>
        <w:tab/>
        <w:t>2.025e0</w:t>
      </w:r>
    </w:p>
    <w:p w:rsidR="00E00D30" w:rsidRDefault="00E00D30" w:rsidP="00E00D30">
      <w:r>
        <w:t>852.2354</w:t>
      </w:r>
      <w:r>
        <w:tab/>
        <w:t>2.025e0</w:t>
      </w:r>
    </w:p>
    <w:p w:rsidR="00E00D30" w:rsidRDefault="00E00D30" w:rsidP="00E00D30">
      <w:r>
        <w:t>852.2418</w:t>
      </w:r>
      <w:r>
        <w:tab/>
        <w:t>1.013e0</w:t>
      </w:r>
    </w:p>
    <w:p w:rsidR="00E00D30" w:rsidRDefault="00E00D30" w:rsidP="00E00D30">
      <w:r>
        <w:t>852.2433</w:t>
      </w:r>
      <w:r>
        <w:tab/>
        <w:t>1.013e0</w:t>
      </w:r>
    </w:p>
    <w:p w:rsidR="00E00D30" w:rsidRDefault="00E00D30" w:rsidP="00E00D30">
      <w:r>
        <w:t>852.2731</w:t>
      </w:r>
      <w:r>
        <w:tab/>
        <w:t>1.013e0</w:t>
      </w:r>
    </w:p>
    <w:p w:rsidR="00E00D30" w:rsidRDefault="00E00D30" w:rsidP="00E00D30">
      <w:r>
        <w:t>852.2908</w:t>
      </w:r>
      <w:r>
        <w:tab/>
        <w:t>1.013e0</w:t>
      </w:r>
    </w:p>
    <w:p w:rsidR="00E00D30" w:rsidRDefault="00E00D30" w:rsidP="00E00D30">
      <w:r>
        <w:t>852.3017</w:t>
      </w:r>
      <w:r>
        <w:tab/>
        <w:t>1.013e0</w:t>
      </w:r>
    </w:p>
    <w:p w:rsidR="00E00D30" w:rsidRDefault="00E00D30" w:rsidP="00E00D30">
      <w:r>
        <w:t>852.3491</w:t>
      </w:r>
      <w:r>
        <w:tab/>
        <w:t>4.051e0</w:t>
      </w:r>
    </w:p>
    <w:p w:rsidR="00E00D30" w:rsidRDefault="00E00D30" w:rsidP="00E00D30">
      <w:r>
        <w:t>852.3652</w:t>
      </w:r>
      <w:r>
        <w:tab/>
        <w:t>2.025e0</w:t>
      </w:r>
    </w:p>
    <w:p w:rsidR="00E00D30" w:rsidRDefault="00E00D30" w:rsidP="00E00D30">
      <w:r>
        <w:t>852.3931</w:t>
      </w:r>
      <w:r>
        <w:tab/>
        <w:t>1.013e0</w:t>
      </w:r>
    </w:p>
    <w:p w:rsidR="00E00D30" w:rsidRDefault="00E00D30" w:rsidP="00E00D30">
      <w:r>
        <w:t>852.4275</w:t>
      </w:r>
      <w:r>
        <w:tab/>
        <w:t>1.013e0</w:t>
      </w:r>
    </w:p>
    <w:p w:rsidR="00E00D30" w:rsidRDefault="00E00D30" w:rsidP="00E00D30">
      <w:r>
        <w:lastRenderedPageBreak/>
        <w:t>852.4726</w:t>
      </w:r>
      <w:r>
        <w:tab/>
        <w:t>1.013e0</w:t>
      </w:r>
    </w:p>
    <w:p w:rsidR="00E00D30" w:rsidRDefault="00E00D30" w:rsidP="00E00D30">
      <w:r>
        <w:t>852.4847</w:t>
      </w:r>
      <w:r>
        <w:tab/>
        <w:t>3.038e0</w:t>
      </w:r>
    </w:p>
    <w:p w:rsidR="00E00D30" w:rsidRDefault="00E00D30" w:rsidP="00E00D30">
      <w:r>
        <w:t>852.5117</w:t>
      </w:r>
      <w:r>
        <w:tab/>
        <w:t>1.013e0</w:t>
      </w:r>
    </w:p>
    <w:p w:rsidR="00E00D30" w:rsidRDefault="00E00D30" w:rsidP="00E00D30">
      <w:r>
        <w:t>852.5203</w:t>
      </w:r>
      <w:r>
        <w:tab/>
        <w:t>3.038e0</w:t>
      </w:r>
    </w:p>
    <w:p w:rsidR="00E00D30" w:rsidRDefault="00E00D30" w:rsidP="00E00D30">
      <w:r>
        <w:t>852.5222</w:t>
      </w:r>
      <w:r>
        <w:tab/>
        <w:t>2.025e0</w:t>
      </w:r>
    </w:p>
    <w:p w:rsidR="00E00D30" w:rsidRDefault="00E00D30" w:rsidP="00E00D30">
      <w:r>
        <w:t>852.5792</w:t>
      </w:r>
      <w:r>
        <w:tab/>
        <w:t>2.025e0</w:t>
      </w:r>
    </w:p>
    <w:p w:rsidR="00E00D30" w:rsidRDefault="00E00D30" w:rsidP="00E00D30">
      <w:r>
        <w:t>852.6313</w:t>
      </w:r>
      <w:r>
        <w:tab/>
        <w:t>1.013e0</w:t>
      </w:r>
    </w:p>
    <w:p w:rsidR="00E00D30" w:rsidRDefault="00E00D30" w:rsidP="00E00D30">
      <w:r>
        <w:t>852.6446</w:t>
      </w:r>
      <w:r>
        <w:tab/>
        <w:t>1.013e0</w:t>
      </w:r>
    </w:p>
    <w:p w:rsidR="00E00D30" w:rsidRDefault="00E00D30" w:rsidP="00E00D30">
      <w:r>
        <w:t>852.6526</w:t>
      </w:r>
      <w:r>
        <w:tab/>
        <w:t>2.025e0</w:t>
      </w:r>
    </w:p>
    <w:p w:rsidR="00E00D30" w:rsidRDefault="00E00D30" w:rsidP="00E00D30">
      <w:r>
        <w:t>852.6888</w:t>
      </w:r>
      <w:r>
        <w:tab/>
        <w:t>3.038e0</w:t>
      </w:r>
    </w:p>
    <w:p w:rsidR="00E00D30" w:rsidRDefault="00E00D30" w:rsidP="00E00D30">
      <w:r>
        <w:t>852.7474</w:t>
      </w:r>
      <w:r>
        <w:tab/>
        <w:t>1.013e0</w:t>
      </w:r>
    </w:p>
    <w:p w:rsidR="00E00D30" w:rsidRDefault="00E00D30" w:rsidP="00E00D30">
      <w:r>
        <w:t>852.7927</w:t>
      </w:r>
      <w:r>
        <w:tab/>
        <w:t>2.025e0</w:t>
      </w:r>
    </w:p>
    <w:p w:rsidR="00E00D30" w:rsidRDefault="00E00D30" w:rsidP="00E00D30">
      <w:r>
        <w:t>852.8013</w:t>
      </w:r>
      <w:r>
        <w:tab/>
        <w:t>1.013e0</w:t>
      </w:r>
    </w:p>
    <w:p w:rsidR="00E00D30" w:rsidRDefault="00E00D30" w:rsidP="00E00D30">
      <w:r>
        <w:t>852.8596</w:t>
      </w:r>
      <w:r>
        <w:tab/>
        <w:t>1.013e0</w:t>
      </w:r>
    </w:p>
    <w:p w:rsidR="00E00D30" w:rsidRDefault="00E00D30" w:rsidP="00E00D30">
      <w:r>
        <w:t>852.9180</w:t>
      </w:r>
      <w:r>
        <w:tab/>
        <w:t>1.013e0</w:t>
      </w:r>
    </w:p>
    <w:p w:rsidR="00E00D30" w:rsidRDefault="00E00D30" w:rsidP="00E00D30">
      <w:r>
        <w:t>852.9237</w:t>
      </w:r>
      <w:r>
        <w:tab/>
        <w:t>2.025e0</w:t>
      </w:r>
    </w:p>
    <w:p w:rsidR="00E00D30" w:rsidRDefault="00E00D30" w:rsidP="00E00D30">
      <w:r>
        <w:t>852.9313</w:t>
      </w:r>
      <w:r>
        <w:tab/>
        <w:t>1.013e0</w:t>
      </w:r>
    </w:p>
    <w:p w:rsidR="00E00D30" w:rsidRDefault="00E00D30" w:rsidP="00E00D30">
      <w:r>
        <w:t>852.9944</w:t>
      </w:r>
      <w:r>
        <w:tab/>
        <w:t>2.025e0</w:t>
      </w:r>
    </w:p>
    <w:p w:rsidR="00E00D30" w:rsidRDefault="00E00D30" w:rsidP="00E00D30">
      <w:r>
        <w:t>853.0168</w:t>
      </w:r>
      <w:r>
        <w:tab/>
        <w:t>1.013e0</w:t>
      </w:r>
    </w:p>
    <w:p w:rsidR="00E00D30" w:rsidRDefault="00E00D30" w:rsidP="00E00D30">
      <w:r>
        <w:lastRenderedPageBreak/>
        <w:t>853.0359</w:t>
      </w:r>
      <w:r>
        <w:tab/>
        <w:t>1.013e0</w:t>
      </w:r>
    </w:p>
    <w:p w:rsidR="00E00D30" w:rsidRDefault="00E00D30" w:rsidP="00E00D30">
      <w:r>
        <w:t>853.0470</w:t>
      </w:r>
      <w:r>
        <w:tab/>
        <w:t>1.013e0</w:t>
      </w:r>
    </w:p>
    <w:p w:rsidR="00E00D30" w:rsidRDefault="00E00D30" w:rsidP="00E00D30">
      <w:r>
        <w:t>853.0884</w:t>
      </w:r>
      <w:r>
        <w:tab/>
        <w:t>1.013e0</w:t>
      </w:r>
    </w:p>
    <w:p w:rsidR="00E00D30" w:rsidRDefault="00E00D30" w:rsidP="00E00D30">
      <w:r>
        <w:t>853.0900</w:t>
      </w:r>
      <w:r>
        <w:tab/>
        <w:t>1.013e0</w:t>
      </w:r>
    </w:p>
    <w:p w:rsidR="00E00D30" w:rsidRDefault="00E00D30" w:rsidP="00E00D30">
      <w:r>
        <w:t>853.1172</w:t>
      </w:r>
      <w:r>
        <w:tab/>
        <w:t>1.013e0</w:t>
      </w:r>
    </w:p>
    <w:p w:rsidR="00E00D30" w:rsidRDefault="00E00D30" w:rsidP="00E00D30">
      <w:r>
        <w:t>853.1463</w:t>
      </w:r>
      <w:r>
        <w:tab/>
        <w:t>1.013e0</w:t>
      </w:r>
    </w:p>
    <w:p w:rsidR="00E00D30" w:rsidRDefault="00E00D30" w:rsidP="00E00D30">
      <w:r>
        <w:t>853.1720</w:t>
      </w:r>
      <w:r>
        <w:tab/>
        <w:t>1.013e0</w:t>
      </w:r>
    </w:p>
    <w:p w:rsidR="00E00D30" w:rsidRDefault="00E00D30" w:rsidP="00E00D30">
      <w:r>
        <w:t>853.1743</w:t>
      </w:r>
      <w:r>
        <w:tab/>
        <w:t>2.025e0</w:t>
      </w:r>
    </w:p>
    <w:p w:rsidR="00E00D30" w:rsidRDefault="00E00D30" w:rsidP="00E00D30">
      <w:r>
        <w:t>853.1889</w:t>
      </w:r>
      <w:r>
        <w:tab/>
        <w:t>2.025e0</w:t>
      </w:r>
    </w:p>
    <w:p w:rsidR="00E00D30" w:rsidRDefault="00E00D30" w:rsidP="00E00D30">
      <w:r>
        <w:t>853.2042</w:t>
      </w:r>
      <w:r>
        <w:tab/>
        <w:t>1.013e0</w:t>
      </w:r>
    </w:p>
    <w:p w:rsidR="00E00D30" w:rsidRDefault="00E00D30" w:rsidP="00E00D30">
      <w:r>
        <w:t>853.2053</w:t>
      </w:r>
      <w:r>
        <w:tab/>
        <w:t>1.013e0</w:t>
      </w:r>
    </w:p>
    <w:p w:rsidR="00E00D30" w:rsidRDefault="00E00D30" w:rsidP="00E00D30">
      <w:r>
        <w:t>853.3063</w:t>
      </w:r>
      <w:r>
        <w:tab/>
        <w:t>1.013e0</w:t>
      </w:r>
    </w:p>
    <w:p w:rsidR="00E00D30" w:rsidRDefault="00E00D30" w:rsidP="00E00D30">
      <w:r>
        <w:t>853.3581</w:t>
      </w:r>
      <w:r>
        <w:tab/>
        <w:t>1.013e0</w:t>
      </w:r>
    </w:p>
    <w:p w:rsidR="00E00D30" w:rsidRDefault="00E00D30" w:rsidP="00E00D30">
      <w:r>
        <w:t>853.3615</w:t>
      </w:r>
      <w:r>
        <w:tab/>
        <w:t>1.013e0</w:t>
      </w:r>
    </w:p>
    <w:p w:rsidR="00E00D30" w:rsidRDefault="00E00D30" w:rsidP="00E00D30">
      <w:r>
        <w:t>853.3901</w:t>
      </w:r>
      <w:r>
        <w:tab/>
        <w:t>2.025e0</w:t>
      </w:r>
    </w:p>
    <w:p w:rsidR="00E00D30" w:rsidRDefault="00E00D30" w:rsidP="00E00D30">
      <w:r>
        <w:t>853.4303</w:t>
      </w:r>
      <w:r>
        <w:tab/>
        <w:t>2.025e0</w:t>
      </w:r>
    </w:p>
    <w:p w:rsidR="00E00D30" w:rsidRDefault="00E00D30" w:rsidP="00E00D30">
      <w:r>
        <w:t>853.4380</w:t>
      </w:r>
      <w:r>
        <w:tab/>
        <w:t>2.025e0</w:t>
      </w:r>
    </w:p>
    <w:p w:rsidR="00E00D30" w:rsidRDefault="00E00D30" w:rsidP="00E00D30">
      <w:r>
        <w:t>853.4772</w:t>
      </w:r>
      <w:r>
        <w:tab/>
        <w:t>1.013e0</w:t>
      </w:r>
    </w:p>
    <w:p w:rsidR="00E00D30" w:rsidRDefault="00E00D30" w:rsidP="00E00D30">
      <w:r>
        <w:t>853.4918</w:t>
      </w:r>
      <w:r>
        <w:tab/>
        <w:t>1.013e0</w:t>
      </w:r>
    </w:p>
    <w:p w:rsidR="00E00D30" w:rsidRDefault="00E00D30" w:rsidP="00E00D30">
      <w:r>
        <w:lastRenderedPageBreak/>
        <w:t>853.4973</w:t>
      </w:r>
      <w:r>
        <w:tab/>
        <w:t>3.038e0</w:t>
      </w:r>
    </w:p>
    <w:p w:rsidR="00E00D30" w:rsidRDefault="00E00D30" w:rsidP="00E00D30">
      <w:r>
        <w:t>853.5446</w:t>
      </w:r>
      <w:r>
        <w:tab/>
        <w:t>1.013e0</w:t>
      </w:r>
    </w:p>
    <w:p w:rsidR="00E00D30" w:rsidRDefault="00E00D30" w:rsidP="00E00D30">
      <w:r>
        <w:t>853.5479</w:t>
      </w:r>
      <w:r>
        <w:tab/>
        <w:t>1.013e0</w:t>
      </w:r>
    </w:p>
    <w:p w:rsidR="00E00D30" w:rsidRDefault="00E00D30" w:rsidP="00E00D30">
      <w:r>
        <w:t>853.5623</w:t>
      </w:r>
      <w:r>
        <w:tab/>
        <w:t>1.013e0</w:t>
      </w:r>
    </w:p>
    <w:p w:rsidR="00E00D30" w:rsidRDefault="00E00D30" w:rsidP="00E00D30">
      <w:r>
        <w:t>853.5633</w:t>
      </w:r>
      <w:r>
        <w:tab/>
        <w:t>1.013e0</w:t>
      </w:r>
    </w:p>
    <w:p w:rsidR="00E00D30" w:rsidRDefault="00E00D30" w:rsidP="00E00D30">
      <w:r>
        <w:t>853.5762</w:t>
      </w:r>
      <w:r>
        <w:tab/>
        <w:t>1.013e0</w:t>
      </w:r>
    </w:p>
    <w:p w:rsidR="00E00D30" w:rsidRDefault="00E00D30" w:rsidP="00E00D30">
      <w:r>
        <w:t>853.5852</w:t>
      </w:r>
      <w:r>
        <w:tab/>
        <w:t>2.025e0</w:t>
      </w:r>
    </w:p>
    <w:p w:rsidR="00E00D30" w:rsidRDefault="00E00D30" w:rsidP="00E00D30">
      <w:r>
        <w:t>853.6299</w:t>
      </w:r>
      <w:r>
        <w:tab/>
        <w:t>1.013e0</w:t>
      </w:r>
    </w:p>
    <w:p w:rsidR="00E00D30" w:rsidRDefault="00E00D30" w:rsidP="00E00D30">
      <w:r>
        <w:t>853.6783</w:t>
      </w:r>
      <w:r>
        <w:tab/>
        <w:t>1.013e0</w:t>
      </w:r>
    </w:p>
    <w:p w:rsidR="00E00D30" w:rsidRDefault="00E00D30" w:rsidP="00E00D30">
      <w:r>
        <w:t>853.6985</w:t>
      </w:r>
      <w:r>
        <w:tab/>
        <w:t>2.025e0</w:t>
      </w:r>
    </w:p>
    <w:p w:rsidR="00E00D30" w:rsidRDefault="00E00D30" w:rsidP="00E00D30">
      <w:r>
        <w:t>853.7057</w:t>
      </w:r>
      <w:r>
        <w:tab/>
        <w:t>1.013e0</w:t>
      </w:r>
    </w:p>
    <w:p w:rsidR="00E00D30" w:rsidRDefault="00E00D30" w:rsidP="00E00D30">
      <w:r>
        <w:t>853.7144</w:t>
      </w:r>
      <w:r>
        <w:tab/>
        <w:t>1.013e0</w:t>
      </w:r>
    </w:p>
    <w:p w:rsidR="00E00D30" w:rsidRDefault="00E00D30" w:rsidP="00E00D30">
      <w:r>
        <w:t>853.7627</w:t>
      </w:r>
      <w:r>
        <w:tab/>
        <w:t>1.013e0</w:t>
      </w:r>
    </w:p>
    <w:p w:rsidR="00E00D30" w:rsidRDefault="00E00D30" w:rsidP="00E00D30">
      <w:r>
        <w:t>853.7798</w:t>
      </w:r>
      <w:r>
        <w:tab/>
        <w:t>1.013e0</w:t>
      </w:r>
    </w:p>
    <w:p w:rsidR="00E00D30" w:rsidRDefault="00E00D30" w:rsidP="00E00D30">
      <w:r>
        <w:t>853.7814</w:t>
      </w:r>
      <w:r>
        <w:tab/>
        <w:t>1.013e0</w:t>
      </w:r>
    </w:p>
    <w:p w:rsidR="00E00D30" w:rsidRDefault="00E00D30" w:rsidP="00E00D30">
      <w:r>
        <w:t>853.7919</w:t>
      </w:r>
      <w:r>
        <w:tab/>
        <w:t>3.038e0</w:t>
      </w:r>
    </w:p>
    <w:p w:rsidR="00E00D30" w:rsidRDefault="00E00D30" w:rsidP="00E00D30">
      <w:r>
        <w:t>853.8638</w:t>
      </w:r>
      <w:r>
        <w:tab/>
        <w:t>2.025e0</w:t>
      </w:r>
    </w:p>
    <w:p w:rsidR="00E00D30" w:rsidRDefault="00E00D30" w:rsidP="00E00D30">
      <w:r>
        <w:t>853.8822</w:t>
      </w:r>
      <w:r>
        <w:tab/>
        <w:t>1.013e0</w:t>
      </w:r>
    </w:p>
    <w:p w:rsidR="00E00D30" w:rsidRDefault="00E00D30" w:rsidP="00E00D30">
      <w:r>
        <w:t>853.8990</w:t>
      </w:r>
      <w:r>
        <w:tab/>
        <w:t>2.025e0</w:t>
      </w:r>
    </w:p>
    <w:p w:rsidR="00E00D30" w:rsidRDefault="00E00D30" w:rsidP="00E00D30">
      <w:r>
        <w:lastRenderedPageBreak/>
        <w:t>853.9436</w:t>
      </w:r>
      <w:r>
        <w:tab/>
        <w:t>2.025e0</w:t>
      </w:r>
    </w:p>
    <w:p w:rsidR="00E00D30" w:rsidRDefault="00E00D30" w:rsidP="00E00D30">
      <w:r>
        <w:t>853.9651</w:t>
      </w:r>
      <w:r>
        <w:tab/>
        <w:t>1.013e0</w:t>
      </w:r>
    </w:p>
    <w:p w:rsidR="00E00D30" w:rsidRDefault="00E00D30" w:rsidP="00E00D30">
      <w:r>
        <w:t>853.9839</w:t>
      </w:r>
      <w:r>
        <w:tab/>
        <w:t>1.013e0</w:t>
      </w:r>
    </w:p>
    <w:p w:rsidR="00E00D30" w:rsidRDefault="00E00D30" w:rsidP="00E00D30">
      <w:r>
        <w:t>853.9850</w:t>
      </w:r>
      <w:r>
        <w:tab/>
        <w:t>1.013e0</w:t>
      </w:r>
    </w:p>
    <w:p w:rsidR="00E00D30" w:rsidRDefault="00E00D30" w:rsidP="00E00D30">
      <w:r>
        <w:t>853.9927</w:t>
      </w:r>
      <w:r>
        <w:tab/>
        <w:t>1.013e0</w:t>
      </w:r>
    </w:p>
    <w:p w:rsidR="00E00D30" w:rsidRDefault="00E00D30" w:rsidP="00E00D30">
      <w:r>
        <w:t>854.0007</w:t>
      </w:r>
      <w:r>
        <w:tab/>
        <w:t>1.013e0</w:t>
      </w:r>
    </w:p>
    <w:p w:rsidR="00E00D30" w:rsidRDefault="00E00D30" w:rsidP="00E00D30">
      <w:r>
        <w:t>854.0588</w:t>
      </w:r>
      <w:r>
        <w:tab/>
        <w:t>2.025e0</w:t>
      </w:r>
    </w:p>
    <w:p w:rsidR="00E00D30" w:rsidRDefault="00E00D30" w:rsidP="00E00D30">
      <w:r>
        <w:t>854.0645</w:t>
      </w:r>
      <w:r>
        <w:tab/>
        <w:t>1.013e0</w:t>
      </w:r>
    </w:p>
    <w:p w:rsidR="00E00D30" w:rsidRDefault="00E00D30" w:rsidP="00E00D30">
      <w:r>
        <w:t>854.0933</w:t>
      </w:r>
      <w:r>
        <w:tab/>
        <w:t>1.013e0</w:t>
      </w:r>
    </w:p>
    <w:p w:rsidR="00E00D30" w:rsidRDefault="00E00D30" w:rsidP="00E00D30">
      <w:r>
        <w:t>854.1076</w:t>
      </w:r>
      <w:r>
        <w:tab/>
        <w:t>1.013e0</w:t>
      </w:r>
    </w:p>
    <w:p w:rsidR="00E00D30" w:rsidRDefault="00E00D30" w:rsidP="00E00D30">
      <w:r>
        <w:t>854.1219</w:t>
      </w:r>
      <w:r>
        <w:tab/>
        <w:t>1.013e0</w:t>
      </w:r>
    </w:p>
    <w:p w:rsidR="00E00D30" w:rsidRDefault="00E00D30" w:rsidP="00E00D30">
      <w:r>
        <w:t>854.1288</w:t>
      </w:r>
      <w:r>
        <w:tab/>
        <w:t>2.025e0</w:t>
      </w:r>
    </w:p>
    <w:p w:rsidR="00E00D30" w:rsidRDefault="00E00D30" w:rsidP="00E00D30">
      <w:r>
        <w:t>854.1883</w:t>
      </w:r>
      <w:r>
        <w:tab/>
        <w:t>1.013e0</w:t>
      </w:r>
    </w:p>
    <w:p w:rsidR="00E00D30" w:rsidRDefault="00E00D30" w:rsidP="00E00D30">
      <w:r>
        <w:t>854.2363</w:t>
      </w:r>
      <w:r>
        <w:tab/>
        <w:t>1.013e0</w:t>
      </w:r>
    </w:p>
    <w:p w:rsidR="00E00D30" w:rsidRDefault="00E00D30" w:rsidP="00E00D30">
      <w:r>
        <w:t>854.2673</w:t>
      </w:r>
      <w:r>
        <w:tab/>
        <w:t>3.038e0</w:t>
      </w:r>
    </w:p>
    <w:p w:rsidR="00E00D30" w:rsidRDefault="00E00D30" w:rsidP="00E00D30">
      <w:r>
        <w:t>854.3159</w:t>
      </w:r>
      <w:r>
        <w:tab/>
        <w:t>2.025e0</w:t>
      </w:r>
    </w:p>
    <w:p w:rsidR="00E00D30" w:rsidRDefault="00E00D30" w:rsidP="00E00D30">
      <w:r>
        <w:t>854.3369</w:t>
      </w:r>
      <w:r>
        <w:tab/>
        <w:t>1.013e0</w:t>
      </w:r>
    </w:p>
    <w:p w:rsidR="00E00D30" w:rsidRDefault="00E00D30" w:rsidP="00E00D30">
      <w:r>
        <w:t>854.3561</w:t>
      </w:r>
      <w:r>
        <w:tab/>
        <w:t>1.013e0</w:t>
      </w:r>
    </w:p>
    <w:p w:rsidR="00E00D30" w:rsidRDefault="00E00D30" w:rsidP="00E00D30">
      <w:r>
        <w:t>854.3847</w:t>
      </w:r>
      <w:r>
        <w:tab/>
        <w:t>2.025e0</w:t>
      </w:r>
    </w:p>
    <w:p w:rsidR="00E00D30" w:rsidRDefault="00E00D30" w:rsidP="00E00D30">
      <w:r>
        <w:lastRenderedPageBreak/>
        <w:t>854.4091</w:t>
      </w:r>
      <w:r>
        <w:tab/>
        <w:t>1.013e0</w:t>
      </w:r>
    </w:p>
    <w:p w:rsidR="00E00D30" w:rsidRDefault="00E00D30" w:rsidP="00E00D30">
      <w:r>
        <w:t>854.4102</w:t>
      </w:r>
      <w:r>
        <w:tab/>
        <w:t>2.025e0</w:t>
      </w:r>
    </w:p>
    <w:p w:rsidR="00E00D30" w:rsidRDefault="00E00D30" w:rsidP="00E00D30">
      <w:r>
        <w:t>854.4957</w:t>
      </w:r>
      <w:r>
        <w:tab/>
        <w:t>2.025e0</w:t>
      </w:r>
    </w:p>
    <w:p w:rsidR="00E00D30" w:rsidRDefault="00E00D30" w:rsidP="00E00D30">
      <w:r>
        <w:t>854.5120</w:t>
      </w:r>
      <w:r>
        <w:tab/>
        <w:t>5.054e0</w:t>
      </w:r>
    </w:p>
    <w:p w:rsidR="00E00D30" w:rsidRDefault="00E00D30" w:rsidP="00E00D30">
      <w:r>
        <w:t>854.5383</w:t>
      </w:r>
      <w:r>
        <w:tab/>
        <w:t>1.013e0</w:t>
      </w:r>
    </w:p>
    <w:p w:rsidR="00E00D30" w:rsidRDefault="00E00D30" w:rsidP="00E00D30">
      <w:r>
        <w:t>854.5397</w:t>
      </w:r>
      <w:r>
        <w:tab/>
        <w:t>3.038e0</w:t>
      </w:r>
    </w:p>
    <w:p w:rsidR="00E00D30" w:rsidRDefault="00E00D30" w:rsidP="00E00D30">
      <w:r>
        <w:t>854.5606</w:t>
      </w:r>
      <w:r>
        <w:tab/>
        <w:t>1.013e0</w:t>
      </w:r>
    </w:p>
    <w:p w:rsidR="00E00D30" w:rsidRDefault="00E00D30" w:rsidP="00E00D30">
      <w:r>
        <w:t>854.6091</w:t>
      </w:r>
      <w:r>
        <w:tab/>
        <w:t>5.063e0</w:t>
      </w:r>
    </w:p>
    <w:p w:rsidR="00E00D30" w:rsidRDefault="00E00D30" w:rsidP="00E00D30">
      <w:r>
        <w:t>854.6891</w:t>
      </w:r>
      <w:r>
        <w:tab/>
        <w:t>2.025e0</w:t>
      </w:r>
    </w:p>
    <w:p w:rsidR="00E00D30" w:rsidRDefault="00E00D30" w:rsidP="00E00D30">
      <w:r>
        <w:t>854.7048</w:t>
      </w:r>
      <w:r>
        <w:tab/>
        <w:t>3.038e0</w:t>
      </w:r>
    </w:p>
    <w:p w:rsidR="00E00D30" w:rsidRDefault="00E00D30" w:rsidP="00E00D30">
      <w:r>
        <w:t>854.7107</w:t>
      </w:r>
      <w:r>
        <w:tab/>
        <w:t>1.013e0</w:t>
      </w:r>
    </w:p>
    <w:p w:rsidR="00E00D30" w:rsidRDefault="00E00D30" w:rsidP="00E00D30">
      <w:r>
        <w:t>854.7118</w:t>
      </w:r>
      <w:r>
        <w:tab/>
        <w:t>2.025e0</w:t>
      </w:r>
    </w:p>
    <w:p w:rsidR="00E00D30" w:rsidRDefault="00E00D30" w:rsidP="00E00D30">
      <w:r>
        <w:t>854.7405</w:t>
      </w:r>
      <w:r>
        <w:tab/>
        <w:t>1.013e0</w:t>
      </w:r>
    </w:p>
    <w:p w:rsidR="00E00D30" w:rsidRDefault="00E00D30" w:rsidP="00E00D30">
      <w:r>
        <w:t>854.7820</w:t>
      </w:r>
      <w:r>
        <w:tab/>
        <w:t>1.013e0</w:t>
      </w:r>
    </w:p>
    <w:p w:rsidR="00E00D30" w:rsidRDefault="00E00D30" w:rsidP="00E00D30">
      <w:r>
        <w:t>854.7897</w:t>
      </w:r>
      <w:r>
        <w:tab/>
        <w:t>2.025e0</w:t>
      </w:r>
    </w:p>
    <w:p w:rsidR="00E00D30" w:rsidRDefault="00E00D30" w:rsidP="00E00D30">
      <w:r>
        <w:t>854.8122</w:t>
      </w:r>
      <w:r>
        <w:tab/>
        <w:t>2.025e0</w:t>
      </w:r>
    </w:p>
    <w:p w:rsidR="00E00D30" w:rsidRDefault="00E00D30" w:rsidP="00E00D30">
      <w:r>
        <w:t>854.8468</w:t>
      </w:r>
      <w:r>
        <w:tab/>
        <w:t>1.013e0</w:t>
      </w:r>
    </w:p>
    <w:p w:rsidR="00E00D30" w:rsidRDefault="00E00D30" w:rsidP="00E00D30">
      <w:r>
        <w:t>854.8835</w:t>
      </w:r>
      <w:r>
        <w:tab/>
        <w:t>1.013e0</w:t>
      </w:r>
    </w:p>
    <w:p w:rsidR="00E00D30" w:rsidRDefault="00E00D30" w:rsidP="00E00D30">
      <w:r>
        <w:t>854.9262</w:t>
      </w:r>
      <w:r>
        <w:tab/>
        <w:t>1.013e0</w:t>
      </w:r>
    </w:p>
    <w:p w:rsidR="00E00D30" w:rsidRDefault="00E00D30" w:rsidP="00E00D30">
      <w:r>
        <w:lastRenderedPageBreak/>
        <w:t>854.9442</w:t>
      </w:r>
      <w:r>
        <w:tab/>
        <w:t>4.051e0</w:t>
      </w:r>
    </w:p>
    <w:p w:rsidR="00E00D30" w:rsidRDefault="00E00D30" w:rsidP="00E00D30">
      <w:r>
        <w:t>854.9693</w:t>
      </w:r>
      <w:r>
        <w:tab/>
        <w:t>1.013e0</w:t>
      </w:r>
    </w:p>
    <w:p w:rsidR="00E00D30" w:rsidRDefault="00E00D30" w:rsidP="00E00D30">
      <w:r>
        <w:t>854.9837</w:t>
      </w:r>
      <w:r>
        <w:tab/>
        <w:t>1.013e0</w:t>
      </w:r>
    </w:p>
    <w:p w:rsidR="00E00D30" w:rsidRDefault="00E00D30" w:rsidP="00E00D30">
      <w:r>
        <w:t>854.9976</w:t>
      </w:r>
      <w:r>
        <w:tab/>
        <w:t>1.013e0</w:t>
      </w:r>
    </w:p>
    <w:p w:rsidR="00E00D30" w:rsidRDefault="00E00D30" w:rsidP="00E00D30">
      <w:r>
        <w:t>855.0072</w:t>
      </w:r>
      <w:r>
        <w:tab/>
        <w:t>2.025e0</w:t>
      </w:r>
    </w:p>
    <w:p w:rsidR="00E00D30" w:rsidRDefault="00E00D30" w:rsidP="00E00D30">
      <w:r>
        <w:t>855.0390</w:t>
      </w:r>
      <w:r>
        <w:tab/>
        <w:t>4.051e0</w:t>
      </w:r>
    </w:p>
    <w:p w:rsidR="00E00D30" w:rsidRDefault="00E00D30" w:rsidP="00E00D30">
      <w:r>
        <w:t>855.0709</w:t>
      </w:r>
      <w:r>
        <w:tab/>
        <w:t>1.013e0</w:t>
      </w:r>
    </w:p>
    <w:p w:rsidR="00E00D30" w:rsidRDefault="00E00D30" w:rsidP="00E00D30">
      <w:r>
        <w:t>855.0951</w:t>
      </w:r>
      <w:r>
        <w:tab/>
        <w:t>3.038e0</w:t>
      </w:r>
    </w:p>
    <w:p w:rsidR="00E00D30" w:rsidRDefault="00E00D30" w:rsidP="00E00D30">
      <w:r>
        <w:t>855.1350</w:t>
      </w:r>
      <w:r>
        <w:tab/>
        <w:t>1.013e0</w:t>
      </w:r>
    </w:p>
    <w:p w:rsidR="00E00D30" w:rsidRDefault="00E00D30" w:rsidP="00E00D30">
      <w:r>
        <w:t>855.1561</w:t>
      </w:r>
      <w:r>
        <w:tab/>
        <w:t>1.013e0</w:t>
      </w:r>
    </w:p>
    <w:p w:rsidR="00E00D30" w:rsidRDefault="00E00D30" w:rsidP="00E00D30">
      <w:r>
        <w:t>855.1700</w:t>
      </w:r>
      <w:r>
        <w:tab/>
        <w:t>1.013e0</w:t>
      </w:r>
    </w:p>
    <w:p w:rsidR="00E00D30" w:rsidRDefault="00E00D30" w:rsidP="00E00D30">
      <w:r>
        <w:t>855.1844</w:t>
      </w:r>
      <w:r>
        <w:tab/>
        <w:t>1.013e0</w:t>
      </w:r>
    </w:p>
    <w:p w:rsidR="00E00D30" w:rsidRDefault="00E00D30" w:rsidP="00E00D30">
      <w:r>
        <w:t>855.2190</w:t>
      </w:r>
      <w:r>
        <w:tab/>
        <w:t>1.013e0</w:t>
      </w:r>
    </w:p>
    <w:p w:rsidR="00E00D30" w:rsidRDefault="00E00D30" w:rsidP="00E00D30">
      <w:r>
        <w:t>855.2424</w:t>
      </w:r>
      <w:r>
        <w:tab/>
        <w:t>1.013e0</w:t>
      </w:r>
    </w:p>
    <w:p w:rsidR="00E00D30" w:rsidRDefault="00E00D30" w:rsidP="00E00D30">
      <w:r>
        <w:t>855.2553</w:t>
      </w:r>
      <w:r>
        <w:tab/>
        <w:t>1.013e0</w:t>
      </w:r>
    </w:p>
    <w:p w:rsidR="00E00D30" w:rsidRDefault="00E00D30" w:rsidP="00E00D30">
      <w:r>
        <w:t>855.2567</w:t>
      </w:r>
      <w:r>
        <w:tab/>
        <w:t>1.013e0</w:t>
      </w:r>
    </w:p>
    <w:p w:rsidR="00E00D30" w:rsidRDefault="00E00D30" w:rsidP="00E00D30">
      <w:r>
        <w:t>855.3571</w:t>
      </w:r>
      <w:r>
        <w:tab/>
        <w:t>2.025e0</w:t>
      </w:r>
    </w:p>
    <w:p w:rsidR="00E00D30" w:rsidRDefault="00E00D30" w:rsidP="00E00D30">
      <w:r>
        <w:t>855.3764</w:t>
      </w:r>
      <w:r>
        <w:tab/>
        <w:t>3.038e0</w:t>
      </w:r>
    </w:p>
    <w:p w:rsidR="00E00D30" w:rsidRDefault="00E00D30" w:rsidP="00E00D30">
      <w:r>
        <w:t>855.4030</w:t>
      </w:r>
      <w:r>
        <w:tab/>
        <w:t>2.025e0</w:t>
      </w:r>
    </w:p>
    <w:p w:rsidR="00E00D30" w:rsidRDefault="00E00D30" w:rsidP="00E00D30">
      <w:r>
        <w:lastRenderedPageBreak/>
        <w:t>855.4353</w:t>
      </w:r>
      <w:r>
        <w:tab/>
        <w:t>3.038e0</w:t>
      </w:r>
    </w:p>
    <w:p w:rsidR="00E00D30" w:rsidRDefault="00E00D30" w:rsidP="00E00D30">
      <w:r>
        <w:t>855.4397</w:t>
      </w:r>
      <w:r>
        <w:tab/>
        <w:t>1.013e0</w:t>
      </w:r>
    </w:p>
    <w:p w:rsidR="00E00D30" w:rsidRDefault="00E00D30" w:rsidP="00E00D30">
      <w:r>
        <w:t>855.4426</w:t>
      </w:r>
      <w:r>
        <w:tab/>
        <w:t>3.038e0</w:t>
      </w:r>
    </w:p>
    <w:p w:rsidR="00E00D30" w:rsidRDefault="00E00D30" w:rsidP="00E00D30">
      <w:r>
        <w:t>855.4436</w:t>
      </w:r>
      <w:r>
        <w:tab/>
        <w:t>1.013e0</w:t>
      </w:r>
    </w:p>
    <w:p w:rsidR="00E00D30" w:rsidRDefault="00E00D30" w:rsidP="00E00D30">
      <w:r>
        <w:t>855.4542</w:t>
      </w:r>
      <w:r>
        <w:tab/>
        <w:t>6.076e0</w:t>
      </w:r>
    </w:p>
    <w:p w:rsidR="00E00D30" w:rsidRDefault="00E00D30" w:rsidP="00E00D30">
      <w:r>
        <w:t>855.4556</w:t>
      </w:r>
      <w:r>
        <w:tab/>
        <w:t>7.089e0</w:t>
      </w:r>
    </w:p>
    <w:p w:rsidR="00E00D30" w:rsidRDefault="00E00D30" w:rsidP="00E00D30">
      <w:r>
        <w:t>855.4951</w:t>
      </w:r>
      <w:r>
        <w:tab/>
        <w:t>2.025e0</w:t>
      </w:r>
    </w:p>
    <w:p w:rsidR="00E00D30" w:rsidRDefault="00E00D30" w:rsidP="00E00D30">
      <w:r>
        <w:t>855.5420</w:t>
      </w:r>
      <w:r>
        <w:tab/>
        <w:t>1.013e0</w:t>
      </w:r>
    </w:p>
    <w:p w:rsidR="00E00D30" w:rsidRDefault="00E00D30" w:rsidP="00E00D30">
      <w:r>
        <w:t>855.5586</w:t>
      </w:r>
      <w:r>
        <w:tab/>
        <w:t>1.013e0</w:t>
      </w:r>
    </w:p>
    <w:p w:rsidR="00E00D30" w:rsidRDefault="00E00D30" w:rsidP="00E00D30">
      <w:r>
        <w:t>855.5725</w:t>
      </w:r>
      <w:r>
        <w:tab/>
        <w:t>1.013e0</w:t>
      </w:r>
    </w:p>
    <w:p w:rsidR="00E00D30" w:rsidRDefault="00E00D30" w:rsidP="00E00D30">
      <w:r>
        <w:t>855.5825</w:t>
      </w:r>
      <w:r>
        <w:tab/>
        <w:t>2.025e0</w:t>
      </w:r>
    </w:p>
    <w:p w:rsidR="00E00D30" w:rsidRDefault="00E00D30" w:rsidP="00E00D30">
      <w:r>
        <w:t>855.6050</w:t>
      </w:r>
      <w:r>
        <w:tab/>
        <w:t>3.038e0</w:t>
      </w:r>
    </w:p>
    <w:p w:rsidR="00E00D30" w:rsidRDefault="00E00D30" w:rsidP="00E00D30">
      <w:r>
        <w:t>855.6161</w:t>
      </w:r>
      <w:r>
        <w:tab/>
        <w:t>1.013e0</w:t>
      </w:r>
    </w:p>
    <w:p w:rsidR="00E00D30" w:rsidRDefault="00E00D30" w:rsidP="00E00D30">
      <w:r>
        <w:t>855.6449</w:t>
      </w:r>
      <w:r>
        <w:tab/>
        <w:t>1.013e0</w:t>
      </w:r>
    </w:p>
    <w:p w:rsidR="00E00D30" w:rsidRDefault="00E00D30" w:rsidP="00E00D30">
      <w:r>
        <w:t>855.6603</w:t>
      </w:r>
      <w:r>
        <w:tab/>
        <w:t>1.013e0</w:t>
      </w:r>
    </w:p>
    <w:p w:rsidR="00E00D30" w:rsidRDefault="00E00D30" w:rsidP="00E00D30">
      <w:r>
        <w:t>855.6732</w:t>
      </w:r>
      <w:r>
        <w:tab/>
        <w:t>1.013e0</w:t>
      </w:r>
    </w:p>
    <w:p w:rsidR="00E00D30" w:rsidRDefault="00E00D30" w:rsidP="00E00D30">
      <w:r>
        <w:t>855.7024</w:t>
      </w:r>
      <w:r>
        <w:tab/>
        <w:t>1.013e0</w:t>
      </w:r>
    </w:p>
    <w:p w:rsidR="00E00D30" w:rsidRDefault="00E00D30" w:rsidP="00E00D30">
      <w:r>
        <w:t>855.7595</w:t>
      </w:r>
      <w:r>
        <w:tab/>
        <w:t>1.013e0</w:t>
      </w:r>
    </w:p>
    <w:p w:rsidR="00E00D30" w:rsidRDefault="00E00D30" w:rsidP="00E00D30">
      <w:r>
        <w:t>855.8031</w:t>
      </w:r>
      <w:r>
        <w:tab/>
        <w:t>1.013e0</w:t>
      </w:r>
    </w:p>
    <w:p w:rsidR="00E00D30" w:rsidRDefault="00E00D30" w:rsidP="00E00D30">
      <w:r>
        <w:lastRenderedPageBreak/>
        <w:t>855.8121</w:t>
      </w:r>
      <w:r>
        <w:tab/>
        <w:t>1.013e0</w:t>
      </w:r>
    </w:p>
    <w:p w:rsidR="00E00D30" w:rsidRDefault="00E00D30" w:rsidP="00E00D30">
      <w:r>
        <w:t>855.8965</w:t>
      </w:r>
      <w:r>
        <w:tab/>
        <w:t>2.025e0</w:t>
      </w:r>
    </w:p>
    <w:p w:rsidR="00E00D30" w:rsidRDefault="00E00D30" w:rsidP="00E00D30">
      <w:r>
        <w:t>855.8976</w:t>
      </w:r>
      <w:r>
        <w:tab/>
        <w:t>1.013e0</w:t>
      </w:r>
    </w:p>
    <w:p w:rsidR="00E00D30" w:rsidRDefault="00E00D30" w:rsidP="00E00D30">
      <w:r>
        <w:t>855.9139</w:t>
      </w:r>
      <w:r>
        <w:tab/>
        <w:t>1.013e0</w:t>
      </w:r>
    </w:p>
    <w:p w:rsidR="00E00D30" w:rsidRDefault="00E00D30" w:rsidP="00E00D30">
      <w:r>
        <w:t>855.9312</w:t>
      </w:r>
      <w:r>
        <w:tab/>
        <w:t>1.013e0</w:t>
      </w:r>
    </w:p>
    <w:p w:rsidR="00E00D30" w:rsidRDefault="00E00D30" w:rsidP="00E00D30">
      <w:r>
        <w:t>855.9480</w:t>
      </w:r>
      <w:r>
        <w:tab/>
        <w:t>1.013e0</w:t>
      </w:r>
    </w:p>
    <w:p w:rsidR="00E00D30" w:rsidRDefault="00E00D30" w:rsidP="00E00D30">
      <w:r>
        <w:t>855.9810</w:t>
      </w:r>
      <w:r>
        <w:tab/>
        <w:t>2.025e0</w:t>
      </w:r>
    </w:p>
    <w:p w:rsidR="00E00D30" w:rsidRDefault="00E00D30" w:rsidP="00E00D30">
      <w:r>
        <w:t>856.0328</w:t>
      </w:r>
      <w:r>
        <w:tab/>
        <w:t>1.013e0</w:t>
      </w:r>
    </w:p>
    <w:p w:rsidR="00E00D30" w:rsidRDefault="00E00D30" w:rsidP="00E00D30">
      <w:r>
        <w:t>856.0994</w:t>
      </w:r>
      <w:r>
        <w:tab/>
        <w:t>1.013e0</w:t>
      </w:r>
    </w:p>
    <w:p w:rsidR="00E00D30" w:rsidRDefault="00E00D30" w:rsidP="00E00D30">
      <w:r>
        <w:t>856.1062</w:t>
      </w:r>
      <w:r>
        <w:tab/>
        <w:t>1.013e0</w:t>
      </w:r>
    </w:p>
    <w:p w:rsidR="00E00D30" w:rsidRDefault="00E00D30" w:rsidP="00E00D30">
      <w:r>
        <w:t>856.1196</w:t>
      </w:r>
      <w:r>
        <w:tab/>
        <w:t>1.013e0</w:t>
      </w:r>
    </w:p>
    <w:p w:rsidR="00E00D30" w:rsidRDefault="00E00D30" w:rsidP="00E00D30">
      <w:r>
        <w:t>856.1782</w:t>
      </w:r>
      <w:r>
        <w:tab/>
        <w:t>1.013e0</w:t>
      </w:r>
    </w:p>
    <w:p w:rsidR="00E00D30" w:rsidRDefault="00E00D30" w:rsidP="00E00D30">
      <w:r>
        <w:t>856.1792</w:t>
      </w:r>
      <w:r>
        <w:tab/>
        <w:t>2.025e0</w:t>
      </w:r>
    </w:p>
    <w:p w:rsidR="00E00D30" w:rsidRDefault="00E00D30" w:rsidP="00E00D30">
      <w:r>
        <w:t>856.2011</w:t>
      </w:r>
      <w:r>
        <w:tab/>
        <w:t>1.013e0</w:t>
      </w:r>
    </w:p>
    <w:p w:rsidR="00E00D30" w:rsidRDefault="00E00D30" w:rsidP="00E00D30">
      <w:r>
        <w:t>856.3033</w:t>
      </w:r>
      <w:r>
        <w:tab/>
        <w:t>1.013e0</w:t>
      </w:r>
    </w:p>
    <w:p w:rsidR="00E00D30" w:rsidRDefault="00E00D30" w:rsidP="00E00D30">
      <w:r>
        <w:t>856.3354</w:t>
      </w:r>
      <w:r>
        <w:tab/>
        <w:t>1.013e0</w:t>
      </w:r>
    </w:p>
    <w:p w:rsidR="00E00D30" w:rsidRDefault="00E00D30" w:rsidP="00E00D30">
      <w:r>
        <w:t>856.3401</w:t>
      </w:r>
      <w:r>
        <w:tab/>
        <w:t>3.038e0</w:t>
      </w:r>
    </w:p>
    <w:p w:rsidR="00E00D30" w:rsidRDefault="00E00D30" w:rsidP="00E00D30">
      <w:r>
        <w:t>856.3495</w:t>
      </w:r>
      <w:r>
        <w:tab/>
        <w:t>2.025e0</w:t>
      </w:r>
    </w:p>
    <w:p w:rsidR="00E00D30" w:rsidRDefault="00E00D30" w:rsidP="00E00D30">
      <w:r>
        <w:t>856.4157</w:t>
      </w:r>
      <w:r>
        <w:tab/>
        <w:t>2.025e0</w:t>
      </w:r>
    </w:p>
    <w:p w:rsidR="00E00D30" w:rsidRDefault="00E00D30" w:rsidP="00E00D30">
      <w:r>
        <w:lastRenderedPageBreak/>
        <w:t>856.4435</w:t>
      </w:r>
      <w:r>
        <w:tab/>
        <w:t>2.025e0</w:t>
      </w:r>
    </w:p>
    <w:p w:rsidR="00E00D30" w:rsidRDefault="00E00D30" w:rsidP="00E00D30">
      <w:r>
        <w:t>856.4505</w:t>
      </w:r>
      <w:r>
        <w:tab/>
        <w:t>1.013e0</w:t>
      </w:r>
    </w:p>
    <w:p w:rsidR="00E00D30" w:rsidRDefault="00E00D30" w:rsidP="00E00D30">
      <w:r>
        <w:t>856.4548</w:t>
      </w:r>
      <w:r>
        <w:tab/>
        <w:t>3.038e0</w:t>
      </w:r>
    </w:p>
    <w:p w:rsidR="00E00D30" w:rsidRDefault="00E00D30" w:rsidP="00E00D30">
      <w:r>
        <w:t>856.4606</w:t>
      </w:r>
      <w:r>
        <w:tab/>
        <w:t>2.025e0</w:t>
      </w:r>
    </w:p>
    <w:p w:rsidR="00E00D30" w:rsidRDefault="00E00D30" w:rsidP="00E00D30">
      <w:r>
        <w:t>856.4649</w:t>
      </w:r>
      <w:r>
        <w:tab/>
        <w:t>1.013e0</w:t>
      </w:r>
    </w:p>
    <w:p w:rsidR="00E00D30" w:rsidRDefault="00E00D30" w:rsidP="00E00D30">
      <w:r>
        <w:t>856.4793</w:t>
      </w:r>
      <w:r>
        <w:tab/>
        <w:t>1.013e0</w:t>
      </w:r>
    </w:p>
    <w:p w:rsidR="00E00D30" w:rsidRDefault="00E00D30" w:rsidP="00E00D30">
      <w:r>
        <w:t>856.4834</w:t>
      </w:r>
      <w:r>
        <w:tab/>
        <w:t>3.038e0</w:t>
      </w:r>
    </w:p>
    <w:p w:rsidR="00E00D30" w:rsidRDefault="00E00D30" w:rsidP="00E00D30">
      <w:r>
        <w:t>856.5387</w:t>
      </w:r>
      <w:r>
        <w:tab/>
        <w:t>1.013e0</w:t>
      </w:r>
    </w:p>
    <w:p w:rsidR="00E00D30" w:rsidRDefault="00E00D30" w:rsidP="00E00D30">
      <w:r>
        <w:t>856.5654</w:t>
      </w:r>
      <w:r>
        <w:tab/>
        <w:t>2.025e0</w:t>
      </w:r>
    </w:p>
    <w:p w:rsidR="00E00D30" w:rsidRDefault="00E00D30" w:rsidP="00E00D30">
      <w:r>
        <w:t>856.6088</w:t>
      </w:r>
      <w:r>
        <w:tab/>
        <w:t>1.013e0</w:t>
      </w:r>
    </w:p>
    <w:p w:rsidR="00E00D30" w:rsidRDefault="00E00D30" w:rsidP="00E00D30">
      <w:r>
        <w:t>856.6243</w:t>
      </w:r>
      <w:r>
        <w:tab/>
        <w:t>1.013e0</w:t>
      </w:r>
    </w:p>
    <w:p w:rsidR="00E00D30" w:rsidRDefault="00E00D30" w:rsidP="00E00D30">
      <w:r>
        <w:t>856.6446</w:t>
      </w:r>
      <w:r>
        <w:tab/>
        <w:t>2.025e0</w:t>
      </w:r>
    </w:p>
    <w:p w:rsidR="00E00D30" w:rsidRDefault="00E00D30" w:rsidP="00E00D30">
      <w:r>
        <w:t>856.6664</w:t>
      </w:r>
      <w:r>
        <w:tab/>
        <w:t>1.013e0</w:t>
      </w:r>
    </w:p>
    <w:p w:rsidR="00E00D30" w:rsidRDefault="00E00D30" w:rsidP="00E00D30">
      <w:r>
        <w:t>856.6747</w:t>
      </w:r>
      <w:r>
        <w:tab/>
        <w:t>1.013e0</w:t>
      </w:r>
    </w:p>
    <w:p w:rsidR="00E00D30" w:rsidRDefault="00E00D30" w:rsidP="00E00D30">
      <w:r>
        <w:t>856.6763</w:t>
      </w:r>
      <w:r>
        <w:tab/>
        <w:t>1.013e0</w:t>
      </w:r>
    </w:p>
    <w:p w:rsidR="00E00D30" w:rsidRDefault="00E00D30" w:rsidP="00E00D30">
      <w:r>
        <w:t>856.6891</w:t>
      </w:r>
      <w:r>
        <w:tab/>
        <w:t>2.025e0</w:t>
      </w:r>
    </w:p>
    <w:p w:rsidR="00E00D30" w:rsidRDefault="00E00D30" w:rsidP="00E00D30">
      <w:r>
        <w:t>856.7096</w:t>
      </w:r>
      <w:r>
        <w:tab/>
        <w:t>1.013e0</w:t>
      </w:r>
    </w:p>
    <w:p w:rsidR="00E00D30" w:rsidRDefault="00E00D30" w:rsidP="00E00D30">
      <w:r>
        <w:t>856.7523</w:t>
      </w:r>
      <w:r>
        <w:tab/>
        <w:t>1.013e0</w:t>
      </w:r>
    </w:p>
    <w:p w:rsidR="00E00D30" w:rsidRDefault="00E00D30" w:rsidP="00E00D30">
      <w:r>
        <w:t>856.7672</w:t>
      </w:r>
      <w:r>
        <w:tab/>
        <w:t>1.013e0</w:t>
      </w:r>
    </w:p>
    <w:p w:rsidR="00E00D30" w:rsidRDefault="00E00D30" w:rsidP="00E00D30">
      <w:r>
        <w:lastRenderedPageBreak/>
        <w:t>856.7764</w:t>
      </w:r>
      <w:r>
        <w:tab/>
        <w:t>1.013e0</w:t>
      </w:r>
    </w:p>
    <w:p w:rsidR="00E00D30" w:rsidRDefault="00E00D30" w:rsidP="00E00D30">
      <w:r>
        <w:t>856.7870</w:t>
      </w:r>
      <w:r>
        <w:tab/>
        <w:t>2.025e0</w:t>
      </w:r>
    </w:p>
    <w:p w:rsidR="00E00D30" w:rsidRDefault="00E00D30" w:rsidP="00E00D30">
      <w:r>
        <w:t>856.8824</w:t>
      </w:r>
      <w:r>
        <w:tab/>
        <w:t>1.013e0</w:t>
      </w:r>
    </w:p>
    <w:p w:rsidR="00E00D30" w:rsidRDefault="00E00D30" w:rsidP="00E00D30">
      <w:r>
        <w:t>856.9256</w:t>
      </w:r>
      <w:r>
        <w:tab/>
        <w:t>1.013e0</w:t>
      </w:r>
    </w:p>
    <w:p w:rsidR="00E00D30" w:rsidRDefault="00E00D30" w:rsidP="00E00D30">
      <w:r>
        <w:t>857.0037</w:t>
      </w:r>
      <w:r>
        <w:tab/>
        <w:t>2.025e0</w:t>
      </w:r>
    </w:p>
    <w:p w:rsidR="00E00D30" w:rsidRDefault="00E00D30" w:rsidP="00E00D30">
      <w:r>
        <w:t>857.0120</w:t>
      </w:r>
      <w:r>
        <w:tab/>
        <w:t>1.013e0</w:t>
      </w:r>
    </w:p>
    <w:p w:rsidR="00E00D30" w:rsidRDefault="00E00D30" w:rsidP="00E00D30">
      <w:r>
        <w:t>857.0275</w:t>
      </w:r>
      <w:r>
        <w:tab/>
        <w:t>2.025e0</w:t>
      </w:r>
    </w:p>
    <w:p w:rsidR="00E00D30" w:rsidRDefault="00E00D30" w:rsidP="00E00D30">
      <w:r>
        <w:t>857.0367</w:t>
      </w:r>
      <w:r>
        <w:tab/>
        <w:t>2.025e0</w:t>
      </w:r>
    </w:p>
    <w:p w:rsidR="00E00D30" w:rsidRDefault="00E00D30" w:rsidP="00E00D30">
      <w:r>
        <w:t>857.0473</w:t>
      </w:r>
      <w:r>
        <w:tab/>
        <w:t>1.013e0</w:t>
      </w:r>
    </w:p>
    <w:p w:rsidR="00E00D30" w:rsidRDefault="00E00D30" w:rsidP="00E00D30">
      <w:r>
        <w:t>857.1125</w:t>
      </w:r>
      <w:r>
        <w:tab/>
        <w:t>3.038e0</w:t>
      </w:r>
    </w:p>
    <w:p w:rsidR="00E00D30" w:rsidRDefault="00E00D30" w:rsidP="00E00D30">
      <w:r>
        <w:t>857.1409</w:t>
      </w:r>
      <w:r>
        <w:tab/>
        <w:t>4.051e0</w:t>
      </w:r>
    </w:p>
    <w:p w:rsidR="00E00D30" w:rsidRDefault="00E00D30" w:rsidP="00E00D30">
      <w:r>
        <w:t>857.1489</w:t>
      </w:r>
      <w:r>
        <w:tab/>
        <w:t>1.013e0</w:t>
      </w:r>
    </w:p>
    <w:p w:rsidR="00E00D30" w:rsidRDefault="00E00D30" w:rsidP="00E00D30">
      <w:r>
        <w:t>857.2328</w:t>
      </w:r>
      <w:r>
        <w:tab/>
        <w:t>1.013e0</w:t>
      </w:r>
    </w:p>
    <w:p w:rsidR="00E00D30" w:rsidRDefault="00E00D30" w:rsidP="00E00D30">
      <w:r>
        <w:t>857.2857</w:t>
      </w:r>
      <w:r>
        <w:tab/>
        <w:t>1.013e0</w:t>
      </w:r>
    </w:p>
    <w:p w:rsidR="00E00D30" w:rsidRDefault="00E00D30" w:rsidP="00E00D30">
      <w:r>
        <w:t>857.2996</w:t>
      </w:r>
      <w:r>
        <w:tab/>
        <w:t>1.013e0</w:t>
      </w:r>
    </w:p>
    <w:p w:rsidR="00E00D30" w:rsidRDefault="00E00D30" w:rsidP="00E00D30">
      <w:r>
        <w:t>857.3300</w:t>
      </w:r>
      <w:r>
        <w:tab/>
        <w:t>3.038e0</w:t>
      </w:r>
    </w:p>
    <w:p w:rsidR="00E00D30" w:rsidRDefault="00E00D30" w:rsidP="00E00D30">
      <w:r>
        <w:t>857.3927</w:t>
      </w:r>
      <w:r>
        <w:tab/>
        <w:t>2.025e0</w:t>
      </w:r>
    </w:p>
    <w:p w:rsidR="00E00D30" w:rsidRDefault="00E00D30" w:rsidP="00E00D30">
      <w:r>
        <w:t>857.4213</w:t>
      </w:r>
      <w:r>
        <w:tab/>
        <w:t>3.038e0</w:t>
      </w:r>
    </w:p>
    <w:p w:rsidR="00E00D30" w:rsidRDefault="00E00D30" w:rsidP="00E00D30">
      <w:r>
        <w:t>857.4368</w:t>
      </w:r>
      <w:r>
        <w:tab/>
        <w:t>5.063e0</w:t>
      </w:r>
    </w:p>
    <w:p w:rsidR="00E00D30" w:rsidRDefault="00E00D30" w:rsidP="00E00D30">
      <w:r>
        <w:lastRenderedPageBreak/>
        <w:t>857.4730</w:t>
      </w:r>
      <w:r>
        <w:tab/>
        <w:t>1.013e0</w:t>
      </w:r>
    </w:p>
    <w:p w:rsidR="00E00D30" w:rsidRDefault="00E00D30" w:rsidP="00E00D30">
      <w:r>
        <w:t>857.4885</w:t>
      </w:r>
      <w:r>
        <w:tab/>
        <w:t>1.013e0</w:t>
      </w:r>
    </w:p>
    <w:p w:rsidR="00E00D30" w:rsidRDefault="00E00D30" w:rsidP="00E00D30">
      <w:r>
        <w:t>857.5018</w:t>
      </w:r>
      <w:r>
        <w:tab/>
        <w:t>1.013e0</w:t>
      </w:r>
    </w:p>
    <w:p w:rsidR="00E00D30" w:rsidRDefault="00E00D30" w:rsidP="00E00D30">
      <w:r>
        <w:t>857.5033</w:t>
      </w:r>
      <w:r>
        <w:tab/>
        <w:t>4.051e0</w:t>
      </w:r>
    </w:p>
    <w:p w:rsidR="00E00D30" w:rsidRDefault="00E00D30" w:rsidP="00E00D30">
      <w:r>
        <w:t>857.5204</w:t>
      </w:r>
      <w:r>
        <w:tab/>
        <w:t>2.025e0</w:t>
      </w:r>
    </w:p>
    <w:p w:rsidR="00E00D30" w:rsidRDefault="00E00D30" w:rsidP="00E00D30">
      <w:r>
        <w:t>857.5355</w:t>
      </w:r>
      <w:r>
        <w:tab/>
        <w:t>3.038e0</w:t>
      </w:r>
    </w:p>
    <w:p w:rsidR="00E00D30" w:rsidRDefault="00E00D30" w:rsidP="00E00D30">
      <w:r>
        <w:t>857.5734</w:t>
      </w:r>
      <w:r>
        <w:tab/>
        <w:t>1.013e0</w:t>
      </w:r>
    </w:p>
    <w:p w:rsidR="00E00D30" w:rsidRDefault="00E00D30" w:rsidP="00E00D30">
      <w:r>
        <w:t>857.5893</w:t>
      </w:r>
      <w:r>
        <w:tab/>
        <w:t>1.013e0</w:t>
      </w:r>
    </w:p>
    <w:p w:rsidR="00E00D30" w:rsidRDefault="00E00D30" w:rsidP="00E00D30">
      <w:r>
        <w:t>857.6397</w:t>
      </w:r>
      <w:r>
        <w:tab/>
        <w:t>1.013e0</w:t>
      </w:r>
    </w:p>
    <w:p w:rsidR="00E00D30" w:rsidRDefault="00E00D30" w:rsidP="00E00D30">
      <w:r>
        <w:t>857.6747</w:t>
      </w:r>
      <w:r>
        <w:tab/>
        <w:t>1.013e0</w:t>
      </w:r>
    </w:p>
    <w:p w:rsidR="00E00D30" w:rsidRDefault="00E00D30" w:rsidP="00E00D30">
      <w:r>
        <w:t>857.6758</w:t>
      </w:r>
      <w:r>
        <w:tab/>
        <w:t>1.013e0</w:t>
      </w:r>
    </w:p>
    <w:p w:rsidR="00E00D30" w:rsidRDefault="00E00D30" w:rsidP="00E00D30">
      <w:r>
        <w:t>857.6887</w:t>
      </w:r>
      <w:r>
        <w:tab/>
        <w:t>1.013e0</w:t>
      </w:r>
    </w:p>
    <w:p w:rsidR="00E00D30" w:rsidRDefault="00E00D30" w:rsidP="00E00D30">
      <w:r>
        <w:t>857.7036</w:t>
      </w:r>
      <w:r>
        <w:tab/>
        <w:t>1.013e0</w:t>
      </w:r>
    </w:p>
    <w:p w:rsidR="00E00D30" w:rsidRDefault="00E00D30" w:rsidP="00E00D30">
      <w:r>
        <w:t>857.7600</w:t>
      </w:r>
      <w:r>
        <w:tab/>
        <w:t>1.013e0</w:t>
      </w:r>
    </w:p>
    <w:p w:rsidR="00E00D30" w:rsidRDefault="00E00D30" w:rsidP="00E00D30">
      <w:r>
        <w:t>857.7755</w:t>
      </w:r>
      <w:r>
        <w:tab/>
        <w:t>3.038e0</w:t>
      </w:r>
    </w:p>
    <w:p w:rsidR="00E00D30" w:rsidRDefault="00E00D30" w:rsidP="00E00D30">
      <w:r>
        <w:t>857.7896</w:t>
      </w:r>
      <w:r>
        <w:tab/>
        <w:t>1.013e0</w:t>
      </w:r>
    </w:p>
    <w:p w:rsidR="00E00D30" w:rsidRDefault="00E00D30" w:rsidP="00E00D30">
      <w:r>
        <w:t>857.8044</w:t>
      </w:r>
      <w:r>
        <w:tab/>
        <w:t>1.013e0</w:t>
      </w:r>
    </w:p>
    <w:p w:rsidR="00E00D30" w:rsidRDefault="00E00D30" w:rsidP="00E00D30">
      <w:r>
        <w:t>857.8055</w:t>
      </w:r>
      <w:r>
        <w:tab/>
        <w:t>1.013e0</w:t>
      </w:r>
    </w:p>
    <w:p w:rsidR="00E00D30" w:rsidRDefault="00E00D30" w:rsidP="00E00D30">
      <w:r>
        <w:t>857.8702</w:t>
      </w:r>
      <w:r>
        <w:tab/>
        <w:t>2.025e0</w:t>
      </w:r>
    </w:p>
    <w:p w:rsidR="00E00D30" w:rsidRDefault="00E00D30" w:rsidP="00E00D30">
      <w:r>
        <w:lastRenderedPageBreak/>
        <w:t>857.8763</w:t>
      </w:r>
      <w:r>
        <w:tab/>
        <w:t>2.025e0</w:t>
      </w:r>
    </w:p>
    <w:p w:rsidR="00E00D30" w:rsidRDefault="00E00D30" w:rsidP="00E00D30">
      <w:r>
        <w:t>857.8924</w:t>
      </w:r>
      <w:r>
        <w:tab/>
        <w:t>1.013e0</w:t>
      </w:r>
    </w:p>
    <w:p w:rsidR="00E00D30" w:rsidRDefault="00E00D30" w:rsidP="00E00D30">
      <w:r>
        <w:t>857.9774</w:t>
      </w:r>
      <w:r>
        <w:tab/>
        <w:t>1.013e0</w:t>
      </w:r>
    </w:p>
    <w:p w:rsidR="00E00D30" w:rsidRDefault="00E00D30" w:rsidP="00E00D30">
      <w:r>
        <w:t>858.1306</w:t>
      </w:r>
      <w:r>
        <w:tab/>
        <w:t>1.013e0</w:t>
      </w:r>
    </w:p>
    <w:p w:rsidR="00E00D30" w:rsidRDefault="00E00D30" w:rsidP="00E00D30">
      <w:r>
        <w:t>858.1885</w:t>
      </w:r>
      <w:r>
        <w:tab/>
        <w:t>2.025e0</w:t>
      </w:r>
    </w:p>
    <w:p w:rsidR="00E00D30" w:rsidRDefault="00E00D30" w:rsidP="00E00D30">
      <w:r>
        <w:t>858.2370</w:t>
      </w:r>
      <w:r>
        <w:tab/>
        <w:t>1.013e0</w:t>
      </w:r>
    </w:p>
    <w:p w:rsidR="00E00D30" w:rsidRDefault="00E00D30" w:rsidP="00E00D30">
      <w:r>
        <w:t>858.2747</w:t>
      </w:r>
      <w:r>
        <w:tab/>
        <w:t>2.025e0</w:t>
      </w:r>
    </w:p>
    <w:p w:rsidR="00E00D30" w:rsidRDefault="00E00D30" w:rsidP="00E00D30">
      <w:r>
        <w:t>858.2947</w:t>
      </w:r>
      <w:r>
        <w:tab/>
        <w:t>1.013e0</w:t>
      </w:r>
    </w:p>
    <w:p w:rsidR="00E00D30" w:rsidRDefault="00E00D30" w:rsidP="00E00D30">
      <w:r>
        <w:t>858.3163</w:t>
      </w:r>
      <w:r>
        <w:tab/>
        <w:t>2.025e0</w:t>
      </w:r>
    </w:p>
    <w:p w:rsidR="00E00D30" w:rsidRDefault="00E00D30" w:rsidP="00E00D30">
      <w:r>
        <w:t>858.3334</w:t>
      </w:r>
      <w:r>
        <w:tab/>
        <w:t>1.013e0</w:t>
      </w:r>
    </w:p>
    <w:p w:rsidR="00E00D30" w:rsidRDefault="00E00D30" w:rsidP="00E00D30">
      <w:r>
        <w:t>858.3518</w:t>
      </w:r>
      <w:r>
        <w:tab/>
        <w:t>2.025e0</w:t>
      </w:r>
    </w:p>
    <w:p w:rsidR="00E00D30" w:rsidRDefault="00E00D30" w:rsidP="00E00D30">
      <w:r>
        <w:t>858.3844</w:t>
      </w:r>
      <w:r>
        <w:tab/>
        <w:t>1.013e0</w:t>
      </w:r>
    </w:p>
    <w:p w:rsidR="00E00D30" w:rsidRDefault="00E00D30" w:rsidP="00E00D30">
      <w:r>
        <w:t>858.4005</w:t>
      </w:r>
      <w:r>
        <w:tab/>
        <w:t>1.013e0</w:t>
      </w:r>
    </w:p>
    <w:p w:rsidR="00E00D30" w:rsidRDefault="00E00D30" w:rsidP="00E00D30">
      <w:r>
        <w:t>858.4177</w:t>
      </w:r>
      <w:r>
        <w:tab/>
        <w:t>3.038e0</w:t>
      </w:r>
    </w:p>
    <w:p w:rsidR="00E00D30" w:rsidRDefault="00E00D30" w:rsidP="00E00D30">
      <w:r>
        <w:t>858.4244</w:t>
      </w:r>
      <w:r>
        <w:tab/>
        <w:t>1.013e0</w:t>
      </w:r>
    </w:p>
    <w:p w:rsidR="00E00D30" w:rsidRDefault="00E00D30" w:rsidP="00E00D30">
      <w:r>
        <w:t>858.4399</w:t>
      </w:r>
      <w:r>
        <w:tab/>
        <w:t>2.025e0</w:t>
      </w:r>
    </w:p>
    <w:p w:rsidR="00E00D30" w:rsidRDefault="00E00D30" w:rsidP="00E00D30">
      <w:r>
        <w:t>858.4763</w:t>
      </w:r>
      <w:r>
        <w:tab/>
        <w:t>2.025e0</w:t>
      </w:r>
    </w:p>
    <w:p w:rsidR="00E00D30" w:rsidRDefault="00E00D30" w:rsidP="00E00D30">
      <w:r>
        <w:t>858.5021</w:t>
      </w:r>
      <w:r>
        <w:tab/>
        <w:t>1.013e0</w:t>
      </w:r>
    </w:p>
    <w:p w:rsidR="00E00D30" w:rsidRDefault="00E00D30" w:rsidP="00E00D30">
      <w:r>
        <w:t>858.5336</w:t>
      </w:r>
      <w:r>
        <w:tab/>
        <w:t>3.038e0</w:t>
      </w:r>
    </w:p>
    <w:p w:rsidR="00E00D30" w:rsidRDefault="00E00D30" w:rsidP="00E00D30">
      <w:r>
        <w:lastRenderedPageBreak/>
        <w:t>858.5688</w:t>
      </w:r>
      <w:r>
        <w:tab/>
        <w:t>1.013e0</w:t>
      </w:r>
    </w:p>
    <w:p w:rsidR="00E00D30" w:rsidRDefault="00E00D30" w:rsidP="00E00D30">
      <w:r>
        <w:t>858.5899</w:t>
      </w:r>
      <w:r>
        <w:tab/>
        <w:t>2.025e0</w:t>
      </w:r>
    </w:p>
    <w:p w:rsidR="00E00D30" w:rsidRDefault="00E00D30" w:rsidP="00E00D30">
      <w:r>
        <w:t>858.6264</w:t>
      </w:r>
      <w:r>
        <w:tab/>
        <w:t>1.013e0</w:t>
      </w:r>
    </w:p>
    <w:p w:rsidR="00E00D30" w:rsidRDefault="00E00D30" w:rsidP="00E00D30">
      <w:r>
        <w:t>858.6390</w:t>
      </w:r>
      <w:r>
        <w:tab/>
        <w:t>1.013e0</w:t>
      </w:r>
    </w:p>
    <w:p w:rsidR="00E00D30" w:rsidRDefault="00E00D30" w:rsidP="00E00D30">
      <w:r>
        <w:t>858.6693</w:t>
      </w:r>
      <w:r>
        <w:tab/>
        <w:t>1.013e0</w:t>
      </w:r>
    </w:p>
    <w:p w:rsidR="00E00D30" w:rsidRDefault="00E00D30" w:rsidP="00E00D30">
      <w:r>
        <w:t>858.6858</w:t>
      </w:r>
      <w:r>
        <w:tab/>
        <w:t>2.025e0</w:t>
      </w:r>
    </w:p>
    <w:p w:rsidR="00E00D30" w:rsidRDefault="00E00D30" w:rsidP="00E00D30">
      <w:r>
        <w:t>858.7230</w:t>
      </w:r>
      <w:r>
        <w:tab/>
        <w:t>1.013e0</w:t>
      </w:r>
    </w:p>
    <w:p w:rsidR="00E00D30" w:rsidRDefault="00E00D30" w:rsidP="00E00D30">
      <w:r>
        <w:t>858.7342</w:t>
      </w:r>
      <w:r>
        <w:tab/>
        <w:t>2.025e0</w:t>
      </w:r>
    </w:p>
    <w:p w:rsidR="00E00D30" w:rsidRDefault="00E00D30" w:rsidP="00E00D30">
      <w:r>
        <w:t>858.7563</w:t>
      </w:r>
      <w:r>
        <w:tab/>
        <w:t>1.013e0</w:t>
      </w:r>
    </w:p>
    <w:p w:rsidR="00E00D30" w:rsidRDefault="00E00D30" w:rsidP="00E00D30">
      <w:r>
        <w:t>858.7847</w:t>
      </w:r>
      <w:r>
        <w:tab/>
        <w:t>1.013e0</w:t>
      </w:r>
    </w:p>
    <w:p w:rsidR="00E00D30" w:rsidRDefault="00E00D30" w:rsidP="00E00D30">
      <w:r>
        <w:t>858.8099</w:t>
      </w:r>
      <w:r>
        <w:tab/>
        <w:t>2.025e0</w:t>
      </w:r>
    </w:p>
    <w:p w:rsidR="00E00D30" w:rsidRDefault="00E00D30" w:rsidP="00E00D30">
      <w:r>
        <w:t>858.8284</w:t>
      </w:r>
      <w:r>
        <w:tab/>
        <w:t>1.013e0</w:t>
      </w:r>
    </w:p>
    <w:p w:rsidR="00E00D30" w:rsidRDefault="00E00D30" w:rsidP="00E00D30">
      <w:r>
        <w:t>858.9084</w:t>
      </w:r>
      <w:r>
        <w:tab/>
        <w:t>1.013e0</w:t>
      </w:r>
    </w:p>
    <w:p w:rsidR="00E00D30" w:rsidRDefault="00E00D30" w:rsidP="00E00D30">
      <w:r>
        <w:t>858.9247</w:t>
      </w:r>
      <w:r>
        <w:tab/>
        <w:t>3.038e0</w:t>
      </w:r>
    </w:p>
    <w:p w:rsidR="00E00D30" w:rsidRDefault="00E00D30" w:rsidP="00E00D30">
      <w:r>
        <w:t>858.9264</w:t>
      </w:r>
      <w:r>
        <w:tab/>
        <w:t>1.013e0</w:t>
      </w:r>
    </w:p>
    <w:p w:rsidR="00E00D30" w:rsidRDefault="00E00D30" w:rsidP="00E00D30">
      <w:r>
        <w:t>858.9583</w:t>
      </w:r>
      <w:r>
        <w:tab/>
        <w:t>1.013e0</w:t>
      </w:r>
    </w:p>
    <w:p w:rsidR="00E00D30" w:rsidRDefault="00E00D30" w:rsidP="00E00D30">
      <w:r>
        <w:t>858.9933</w:t>
      </w:r>
      <w:r>
        <w:tab/>
        <w:t>1.013e0</w:t>
      </w:r>
    </w:p>
    <w:p w:rsidR="00E00D30" w:rsidRDefault="00E00D30" w:rsidP="00E00D30">
      <w:r>
        <w:t>859.0444</w:t>
      </w:r>
      <w:r>
        <w:tab/>
        <w:t>1.013e0</w:t>
      </w:r>
    </w:p>
    <w:p w:rsidR="00E00D30" w:rsidRDefault="00E00D30" w:rsidP="00E00D30">
      <w:r>
        <w:t>859.0591</w:t>
      </w:r>
      <w:r>
        <w:tab/>
        <w:t>1.013e0</w:t>
      </w:r>
    </w:p>
    <w:p w:rsidR="00E00D30" w:rsidRDefault="00E00D30" w:rsidP="00E00D30">
      <w:r>
        <w:lastRenderedPageBreak/>
        <w:t>859.0837</w:t>
      </w:r>
      <w:r>
        <w:tab/>
        <w:t>2.025e0</w:t>
      </w:r>
    </w:p>
    <w:p w:rsidR="00E00D30" w:rsidRDefault="00E00D30" w:rsidP="00E00D30">
      <w:r>
        <w:t>859.1121</w:t>
      </w:r>
      <w:r>
        <w:tab/>
        <w:t>1.013e0</w:t>
      </w:r>
    </w:p>
    <w:p w:rsidR="00E00D30" w:rsidRDefault="00E00D30" w:rsidP="00E00D30">
      <w:r>
        <w:t>859.1555</w:t>
      </w:r>
      <w:r>
        <w:tab/>
        <w:t>2.025e0</w:t>
      </w:r>
    </w:p>
    <w:p w:rsidR="00E00D30" w:rsidRDefault="00E00D30" w:rsidP="00E00D30">
      <w:r>
        <w:t>859.1787</w:t>
      </w:r>
      <w:r>
        <w:tab/>
        <w:t>1.013e0</w:t>
      </w:r>
    </w:p>
    <w:p w:rsidR="00E00D30" w:rsidRDefault="00E00D30" w:rsidP="00E00D30">
      <w:r>
        <w:t>859.1802</w:t>
      </w:r>
      <w:r>
        <w:tab/>
        <w:t>1.013e0</w:t>
      </w:r>
    </w:p>
    <w:p w:rsidR="00E00D30" w:rsidRDefault="00E00D30" w:rsidP="00E00D30">
      <w:r>
        <w:t>859.2470</w:t>
      </w:r>
      <w:r>
        <w:tab/>
        <w:t>1.013e0</w:t>
      </w:r>
    </w:p>
    <w:p w:rsidR="00E00D30" w:rsidRDefault="00E00D30" w:rsidP="00E00D30">
      <w:r>
        <w:t>859.2703</w:t>
      </w:r>
      <w:r>
        <w:tab/>
        <w:t>2.025e0</w:t>
      </w:r>
    </w:p>
    <w:p w:rsidR="00E00D30" w:rsidRDefault="00E00D30" w:rsidP="00E00D30">
      <w:r>
        <w:t>859.2808</w:t>
      </w:r>
      <w:r>
        <w:tab/>
        <w:t>1.013e0</w:t>
      </w:r>
    </w:p>
    <w:p w:rsidR="00E00D30" w:rsidRDefault="00E00D30" w:rsidP="00E00D30">
      <w:r>
        <w:t>859.3187</w:t>
      </w:r>
      <w:r>
        <w:tab/>
        <w:t>1.013e0</w:t>
      </w:r>
    </w:p>
    <w:p w:rsidR="00E00D30" w:rsidRDefault="00E00D30" w:rsidP="00E00D30">
      <w:r>
        <w:t>859.3420</w:t>
      </w:r>
      <w:r>
        <w:tab/>
        <w:t>3.038e0</w:t>
      </w:r>
    </w:p>
    <w:p w:rsidR="00E00D30" w:rsidRDefault="00E00D30" w:rsidP="00E00D30">
      <w:r>
        <w:t>859.3906</w:t>
      </w:r>
      <w:r>
        <w:tab/>
        <w:t>2.025e0</w:t>
      </w:r>
    </w:p>
    <w:p w:rsidR="00E00D30" w:rsidRDefault="00E00D30" w:rsidP="00E00D30">
      <w:r>
        <w:t>859.4631</w:t>
      </w:r>
      <w:r>
        <w:tab/>
        <w:t>1.013e0</w:t>
      </w:r>
    </w:p>
    <w:p w:rsidR="00E00D30" w:rsidRDefault="00E00D30" w:rsidP="00E00D30">
      <w:r>
        <w:t>859.4647</w:t>
      </w:r>
      <w:r>
        <w:tab/>
        <w:t>1.013e0</w:t>
      </w:r>
    </w:p>
    <w:p w:rsidR="00E00D30" w:rsidRDefault="00E00D30" w:rsidP="00E00D30">
      <w:r>
        <w:t>859.4776</w:t>
      </w:r>
      <w:r>
        <w:tab/>
        <w:t>1.013e0</w:t>
      </w:r>
    </w:p>
    <w:p w:rsidR="00E00D30" w:rsidRDefault="00E00D30" w:rsidP="00E00D30">
      <w:r>
        <w:t>859.5209</w:t>
      </w:r>
      <w:r>
        <w:tab/>
        <w:t>1.013e0</w:t>
      </w:r>
    </w:p>
    <w:p w:rsidR="00E00D30" w:rsidRDefault="00E00D30" w:rsidP="00E00D30">
      <w:r>
        <w:t>859.5936</w:t>
      </w:r>
      <w:r>
        <w:tab/>
        <w:t>1.013e0</w:t>
      </w:r>
    </w:p>
    <w:p w:rsidR="00E00D30" w:rsidRDefault="00E00D30" w:rsidP="00E00D30">
      <w:r>
        <w:t>859.6380</w:t>
      </w:r>
      <w:r>
        <w:tab/>
        <w:t>1.013e0</w:t>
      </w:r>
    </w:p>
    <w:p w:rsidR="00E00D30" w:rsidRDefault="00E00D30" w:rsidP="00E00D30">
      <w:r>
        <w:t>859.6658</w:t>
      </w:r>
      <w:r>
        <w:tab/>
        <w:t>1.013e0</w:t>
      </w:r>
    </w:p>
    <w:p w:rsidR="00E00D30" w:rsidRDefault="00E00D30" w:rsidP="00E00D30">
      <w:r>
        <w:t>859.6837</w:t>
      </w:r>
      <w:r>
        <w:tab/>
        <w:t>2.025e0</w:t>
      </w:r>
    </w:p>
    <w:p w:rsidR="00E00D30" w:rsidRDefault="00E00D30" w:rsidP="00E00D30">
      <w:r>
        <w:lastRenderedPageBreak/>
        <w:t>859.7391</w:t>
      </w:r>
      <w:r>
        <w:tab/>
        <w:t>1.013e0</w:t>
      </w:r>
    </w:p>
    <w:p w:rsidR="00E00D30" w:rsidRDefault="00E00D30" w:rsidP="00E00D30">
      <w:r>
        <w:t>859.8248</w:t>
      </w:r>
      <w:r>
        <w:tab/>
        <w:t>2.025e0</w:t>
      </w:r>
    </w:p>
    <w:p w:rsidR="00E00D30" w:rsidRDefault="00E00D30" w:rsidP="00E00D30">
      <w:r>
        <w:t>859.8318</w:t>
      </w:r>
      <w:r>
        <w:tab/>
        <w:t>2.025e0</w:t>
      </w:r>
    </w:p>
    <w:p w:rsidR="00E00D30" w:rsidRDefault="00E00D30" w:rsidP="00E00D30">
      <w:r>
        <w:t>859.8387</w:t>
      </w:r>
      <w:r>
        <w:tab/>
        <w:t>1.013e0</w:t>
      </w:r>
    </w:p>
    <w:p w:rsidR="00E00D30" w:rsidRDefault="00E00D30" w:rsidP="00E00D30">
      <w:r>
        <w:t>859.8835</w:t>
      </w:r>
      <w:r>
        <w:tab/>
        <w:t>1.013e0</w:t>
      </w:r>
    </w:p>
    <w:p w:rsidR="00E00D30" w:rsidRDefault="00E00D30" w:rsidP="00E00D30">
      <w:r>
        <w:t>859.9401</w:t>
      </w:r>
      <w:r>
        <w:tab/>
        <w:t>2.025e0</w:t>
      </w:r>
    </w:p>
    <w:p w:rsidR="00E00D30" w:rsidRDefault="00E00D30" w:rsidP="00E00D30">
      <w:r>
        <w:t>859.9413</w:t>
      </w:r>
      <w:r>
        <w:tab/>
        <w:t>1.013e0</w:t>
      </w:r>
    </w:p>
    <w:p w:rsidR="00E00D30" w:rsidRDefault="00E00D30" w:rsidP="00E00D30">
      <w:r>
        <w:t>859.9754</w:t>
      </w:r>
      <w:r>
        <w:tab/>
        <w:t>3.038e0</w:t>
      </w:r>
    </w:p>
    <w:p w:rsidR="00E00D30" w:rsidRDefault="00E00D30" w:rsidP="00E00D30">
      <w:r>
        <w:t>859.9836</w:t>
      </w:r>
      <w:r>
        <w:tab/>
        <w:t>1.013e0</w:t>
      </w:r>
    </w:p>
    <w:p w:rsidR="00E00D30" w:rsidRDefault="00E00D30" w:rsidP="00E00D30">
      <w:r>
        <w:t>860.0093</w:t>
      </w:r>
      <w:r>
        <w:tab/>
        <w:t>1.013e0</w:t>
      </w:r>
    </w:p>
    <w:p w:rsidR="00E00D30" w:rsidRDefault="00E00D30" w:rsidP="00E00D30">
      <w:r>
        <w:t>860.0569</w:t>
      </w:r>
      <w:r>
        <w:tab/>
        <w:t>1.013e0</w:t>
      </w:r>
    </w:p>
    <w:p w:rsidR="00E00D30" w:rsidRDefault="00E00D30" w:rsidP="00E00D30">
      <w:r>
        <w:t>860.1110</w:t>
      </w:r>
      <w:r>
        <w:tab/>
        <w:t>1.013e0</w:t>
      </w:r>
    </w:p>
    <w:p w:rsidR="00E00D30" w:rsidRDefault="00E00D30" w:rsidP="00E00D30">
      <w:r>
        <w:t>860.1292</w:t>
      </w:r>
      <w:r>
        <w:tab/>
        <w:t>1.013e0</w:t>
      </w:r>
    </w:p>
    <w:p w:rsidR="00E00D30" w:rsidRDefault="00E00D30" w:rsidP="00E00D30">
      <w:r>
        <w:t>860.2722</w:t>
      </w:r>
      <w:r>
        <w:tab/>
        <w:t>1.013e0</w:t>
      </w:r>
    </w:p>
    <w:p w:rsidR="00E00D30" w:rsidRDefault="00E00D30" w:rsidP="00E00D30">
      <w:r>
        <w:t>860.2871</w:t>
      </w:r>
      <w:r>
        <w:tab/>
        <w:t>1.013e0</w:t>
      </w:r>
    </w:p>
    <w:p w:rsidR="00E00D30" w:rsidRDefault="00E00D30" w:rsidP="00E00D30">
      <w:r>
        <w:t>860.3011</w:t>
      </w:r>
      <w:r>
        <w:tab/>
        <w:t>1.013e0</w:t>
      </w:r>
    </w:p>
    <w:p w:rsidR="00E00D30" w:rsidRDefault="00E00D30" w:rsidP="00E00D30">
      <w:r>
        <w:t>860.3305</w:t>
      </w:r>
      <w:r>
        <w:tab/>
        <w:t>1.013e0</w:t>
      </w:r>
    </w:p>
    <w:p w:rsidR="00E00D30" w:rsidRDefault="00E00D30" w:rsidP="00E00D30">
      <w:r>
        <w:t>860.3636</w:t>
      </w:r>
      <w:r>
        <w:tab/>
        <w:t>1.013e0</w:t>
      </w:r>
    </w:p>
    <w:p w:rsidR="00E00D30" w:rsidRDefault="00E00D30" w:rsidP="00E00D30">
      <w:r>
        <w:t>860.3915</w:t>
      </w:r>
      <w:r>
        <w:tab/>
        <w:t>2.025e0</w:t>
      </w:r>
    </w:p>
    <w:p w:rsidR="00E00D30" w:rsidRDefault="00E00D30" w:rsidP="00E00D30">
      <w:r>
        <w:lastRenderedPageBreak/>
        <w:t>860.3983</w:t>
      </w:r>
      <w:r>
        <w:tab/>
        <w:t>1.013e0</w:t>
      </w:r>
    </w:p>
    <w:p w:rsidR="00E00D30" w:rsidRDefault="00E00D30" w:rsidP="00E00D30">
      <w:r>
        <w:t>860.4171</w:t>
      </w:r>
      <w:r>
        <w:tab/>
        <w:t>1.013e0</w:t>
      </w:r>
    </w:p>
    <w:p w:rsidR="00E00D30" w:rsidRDefault="00E00D30" w:rsidP="00E00D30">
      <w:r>
        <w:t>860.4457</w:t>
      </w:r>
      <w:r>
        <w:tab/>
        <w:t>1.013e0</w:t>
      </w:r>
    </w:p>
    <w:p w:rsidR="00E00D30" w:rsidRDefault="00E00D30" w:rsidP="00E00D30">
      <w:r>
        <w:t>860.4469</w:t>
      </w:r>
      <w:r>
        <w:tab/>
        <w:t>2.025e0</w:t>
      </w:r>
    </w:p>
    <w:p w:rsidR="00E00D30" w:rsidRDefault="00E00D30" w:rsidP="00E00D30">
      <w:r>
        <w:t>860.4738</w:t>
      </w:r>
      <w:r>
        <w:tab/>
        <w:t>2.025e0</w:t>
      </w:r>
    </w:p>
    <w:p w:rsidR="00E00D30" w:rsidRDefault="00E00D30" w:rsidP="00E00D30">
      <w:r>
        <w:t>860.4821</w:t>
      </w:r>
      <w:r>
        <w:tab/>
        <w:t>1.013e0</w:t>
      </w:r>
    </w:p>
    <w:p w:rsidR="00E00D30" w:rsidRDefault="00E00D30" w:rsidP="00E00D30">
      <w:r>
        <w:t>860.5171</w:t>
      </w:r>
      <w:r>
        <w:tab/>
        <w:t>3.038e0</w:t>
      </w:r>
    </w:p>
    <w:p w:rsidR="00E00D30" w:rsidRDefault="00E00D30" w:rsidP="00E00D30">
      <w:r>
        <w:t>860.5252</w:t>
      </w:r>
      <w:r>
        <w:tab/>
        <w:t>2.025e0</w:t>
      </w:r>
    </w:p>
    <w:p w:rsidR="00E00D30" w:rsidRDefault="00E00D30" w:rsidP="00E00D30">
      <w:r>
        <w:t>860.5668</w:t>
      </w:r>
      <w:r>
        <w:tab/>
        <w:t>2.025e0</w:t>
      </w:r>
    </w:p>
    <w:p w:rsidR="00E00D30" w:rsidRDefault="00E00D30" w:rsidP="00E00D30">
      <w:r>
        <w:t>860.5739</w:t>
      </w:r>
      <w:r>
        <w:tab/>
        <w:t>2.025e0</w:t>
      </w:r>
    </w:p>
    <w:p w:rsidR="00E00D30" w:rsidRDefault="00E00D30" w:rsidP="00E00D30">
      <w:r>
        <w:t>860.6336</w:t>
      </w:r>
      <w:r>
        <w:tab/>
        <w:t>3.038e0</w:t>
      </w:r>
    </w:p>
    <w:p w:rsidR="00E00D30" w:rsidRDefault="00E00D30" w:rsidP="00E00D30">
      <w:r>
        <w:t>860.6486</w:t>
      </w:r>
      <w:r>
        <w:tab/>
        <w:t>1.013e0</w:t>
      </w:r>
    </w:p>
    <w:p w:rsidR="00E00D30" w:rsidRDefault="00E00D30" w:rsidP="00E00D30">
      <w:r>
        <w:t>860.6503</w:t>
      </w:r>
      <w:r>
        <w:tab/>
        <w:t>1.013e0</w:t>
      </w:r>
    </w:p>
    <w:p w:rsidR="00E00D30" w:rsidRDefault="00E00D30" w:rsidP="00E00D30">
      <w:r>
        <w:t>860.6696</w:t>
      </w:r>
      <w:r>
        <w:tab/>
        <w:t>3.038e0</w:t>
      </w:r>
    </w:p>
    <w:p w:rsidR="00E00D30" w:rsidRDefault="00E00D30" w:rsidP="00E00D30">
      <w:r>
        <w:t>860.7064</w:t>
      </w:r>
      <w:r>
        <w:tab/>
        <w:t>2.025e0</w:t>
      </w:r>
    </w:p>
    <w:p w:rsidR="00E00D30" w:rsidRDefault="00E00D30" w:rsidP="00E00D30">
      <w:r>
        <w:t>860.7520</w:t>
      </w:r>
      <w:r>
        <w:tab/>
        <w:t>2.025e0</w:t>
      </w:r>
    </w:p>
    <w:p w:rsidR="00E00D30" w:rsidRDefault="00E00D30" w:rsidP="00E00D30">
      <w:r>
        <w:t>860.8361</w:t>
      </w:r>
      <w:r>
        <w:tab/>
        <w:t>1.013e0</w:t>
      </w:r>
    </w:p>
    <w:p w:rsidR="00E00D30" w:rsidRDefault="00E00D30" w:rsidP="00E00D30">
      <w:r>
        <w:t>860.8799</w:t>
      </w:r>
      <w:r>
        <w:tab/>
        <w:t>1.013e0</w:t>
      </w:r>
    </w:p>
    <w:p w:rsidR="00E00D30" w:rsidRDefault="00E00D30" w:rsidP="00E00D30">
      <w:r>
        <w:t>860.9229</w:t>
      </w:r>
      <w:r>
        <w:tab/>
        <w:t>1.013e0</w:t>
      </w:r>
    </w:p>
    <w:p w:rsidR="00E00D30" w:rsidRDefault="00E00D30" w:rsidP="00E00D30">
      <w:r>
        <w:lastRenderedPageBreak/>
        <w:t>860.9314</w:t>
      </w:r>
      <w:r>
        <w:tab/>
        <w:t>2.025e0</w:t>
      </w:r>
    </w:p>
    <w:p w:rsidR="00E00D30" w:rsidRDefault="00E00D30" w:rsidP="00E00D30">
      <w:r>
        <w:t>860.9523</w:t>
      </w:r>
      <w:r>
        <w:tab/>
        <w:t>1.013e0</w:t>
      </w:r>
    </w:p>
    <w:p w:rsidR="00E00D30" w:rsidRDefault="00E00D30" w:rsidP="00E00D30">
      <w:r>
        <w:t>860.9914</w:t>
      </w:r>
      <w:r>
        <w:tab/>
        <w:t>1.013e0</w:t>
      </w:r>
    </w:p>
    <w:p w:rsidR="00E00D30" w:rsidRDefault="00E00D30" w:rsidP="00E00D30">
      <w:r>
        <w:t>861.0394</w:t>
      </w:r>
      <w:r>
        <w:tab/>
        <w:t>1.013e0</w:t>
      </w:r>
    </w:p>
    <w:p w:rsidR="00E00D30" w:rsidRDefault="00E00D30" w:rsidP="00E00D30">
      <w:r>
        <w:t>861.0833</w:t>
      </w:r>
      <w:r>
        <w:tab/>
        <w:t>5.063e0</w:t>
      </w:r>
    </w:p>
    <w:p w:rsidR="00E00D30" w:rsidRDefault="00E00D30" w:rsidP="00E00D30">
      <w:r>
        <w:t>861.1403</w:t>
      </w:r>
      <w:r>
        <w:tab/>
        <w:t>1.013e0</w:t>
      </w:r>
    </w:p>
    <w:p w:rsidR="00E00D30" w:rsidRDefault="00E00D30" w:rsidP="00E00D30">
      <w:r>
        <w:t>861.2122</w:t>
      </w:r>
      <w:r>
        <w:tab/>
        <w:t>2.025e0</w:t>
      </w:r>
    </w:p>
    <w:p w:rsidR="00E00D30" w:rsidRDefault="00E00D30" w:rsidP="00E00D30">
      <w:r>
        <w:t>861.2705</w:t>
      </w:r>
      <w:r>
        <w:tab/>
        <w:t>1.013e0</w:t>
      </w:r>
    </w:p>
    <w:p w:rsidR="00E00D30" w:rsidRDefault="00E00D30" w:rsidP="00E00D30">
      <w:r>
        <w:t>861.2788</w:t>
      </w:r>
      <w:r>
        <w:tab/>
        <w:t>1.013e0</w:t>
      </w:r>
    </w:p>
    <w:p w:rsidR="00E00D30" w:rsidRDefault="00E00D30" w:rsidP="00E00D30">
      <w:r>
        <w:t>861.3858</w:t>
      </w:r>
      <w:r>
        <w:tab/>
        <w:t>1.013e0</w:t>
      </w:r>
    </w:p>
    <w:p w:rsidR="00E00D30" w:rsidRDefault="00E00D30" w:rsidP="00E00D30">
      <w:r>
        <w:t>861.4144</w:t>
      </w:r>
      <w:r>
        <w:tab/>
        <w:t>1.013e0</w:t>
      </w:r>
    </w:p>
    <w:p w:rsidR="00E00D30" w:rsidRDefault="00E00D30" w:rsidP="00E00D30">
      <w:r>
        <w:t>861.4297</w:t>
      </w:r>
      <w:r>
        <w:tab/>
        <w:t>1.013e0</w:t>
      </w:r>
    </w:p>
    <w:p w:rsidR="00E00D30" w:rsidRDefault="00E00D30" w:rsidP="00E00D30">
      <w:r>
        <w:t>861.4308</w:t>
      </w:r>
      <w:r>
        <w:tab/>
        <w:t>1.013e0</w:t>
      </w:r>
    </w:p>
    <w:p w:rsidR="00E00D30" w:rsidRDefault="00E00D30" w:rsidP="00E00D30">
      <w:r>
        <w:t>861.4587</w:t>
      </w:r>
      <w:r>
        <w:tab/>
        <w:t>1.013e0</w:t>
      </w:r>
    </w:p>
    <w:p w:rsidR="00E00D30" w:rsidRDefault="00E00D30" w:rsidP="00E00D30">
      <w:r>
        <w:t>861.5090</w:t>
      </w:r>
      <w:r>
        <w:tab/>
        <w:t>2.025e0</w:t>
      </w:r>
    </w:p>
    <w:p w:rsidR="00E00D30" w:rsidRDefault="00E00D30" w:rsidP="00E00D30">
      <w:r>
        <w:t>861.5375</w:t>
      </w:r>
      <w:r>
        <w:tab/>
        <w:t>3.038e0</w:t>
      </w:r>
    </w:p>
    <w:p w:rsidR="00E00D30" w:rsidRDefault="00E00D30" w:rsidP="00E00D30">
      <w:r>
        <w:t>861.5538</w:t>
      </w:r>
      <w:r>
        <w:tab/>
        <w:t>2.025e0</w:t>
      </w:r>
    </w:p>
    <w:p w:rsidR="00E00D30" w:rsidRDefault="00E00D30" w:rsidP="00E00D30">
      <w:r>
        <w:t>861.5739</w:t>
      </w:r>
      <w:r>
        <w:tab/>
        <w:t>4.051e0</w:t>
      </w:r>
    </w:p>
    <w:p w:rsidR="00E00D30" w:rsidRDefault="00E00D30" w:rsidP="00E00D30">
      <w:r>
        <w:t>861.6280</w:t>
      </w:r>
      <w:r>
        <w:tab/>
        <w:t>2.570e0</w:t>
      </w:r>
    </w:p>
    <w:p w:rsidR="00E00D30" w:rsidRDefault="00E00D30" w:rsidP="00E00D30">
      <w:r>
        <w:lastRenderedPageBreak/>
        <w:t>861.6334</w:t>
      </w:r>
      <w:r>
        <w:tab/>
        <w:t>1.013e0</w:t>
      </w:r>
    </w:p>
    <w:p w:rsidR="00E00D30" w:rsidRDefault="00E00D30" w:rsidP="00E00D30">
      <w:r>
        <w:t>861.6678</w:t>
      </w:r>
      <w:r>
        <w:tab/>
        <w:t>1.013e0</w:t>
      </w:r>
    </w:p>
    <w:p w:rsidR="00E00D30" w:rsidRDefault="00E00D30" w:rsidP="00E00D30">
      <w:r>
        <w:t>861.7502</w:t>
      </w:r>
      <w:r>
        <w:tab/>
        <w:t>1.013e0</w:t>
      </w:r>
    </w:p>
    <w:p w:rsidR="00E00D30" w:rsidRDefault="00E00D30" w:rsidP="00E00D30">
      <w:r>
        <w:t>861.7794</w:t>
      </w:r>
      <w:r>
        <w:tab/>
        <w:t>2.025e0</w:t>
      </w:r>
    </w:p>
    <w:p w:rsidR="00E00D30" w:rsidRDefault="00E00D30" w:rsidP="00E00D30">
      <w:r>
        <w:t>861.8040</w:t>
      </w:r>
      <w:r>
        <w:tab/>
        <w:t>1.013e0</w:t>
      </w:r>
    </w:p>
    <w:p w:rsidR="00E00D30" w:rsidRDefault="00E00D30" w:rsidP="00E00D30">
      <w:r>
        <w:t>861.8206</w:t>
      </w:r>
      <w:r>
        <w:tab/>
        <w:t>1.013e0</w:t>
      </w:r>
    </w:p>
    <w:p w:rsidR="00E00D30" w:rsidRDefault="00E00D30" w:rsidP="00E00D30">
      <w:r>
        <w:t>861.8251</w:t>
      </w:r>
      <w:r>
        <w:tab/>
        <w:t>2.025e0</w:t>
      </w:r>
    </w:p>
    <w:p w:rsidR="00E00D30" w:rsidRDefault="00E00D30" w:rsidP="00E00D30">
      <w:r>
        <w:t>861.8611</w:t>
      </w:r>
      <w:r>
        <w:tab/>
        <w:t>2.025e0</w:t>
      </w:r>
    </w:p>
    <w:p w:rsidR="00E00D30" w:rsidRDefault="00E00D30" w:rsidP="00E00D30">
      <w:r>
        <w:t>861.8785</w:t>
      </w:r>
      <w:r>
        <w:tab/>
        <w:t>1.013e0</w:t>
      </w:r>
    </w:p>
    <w:p w:rsidR="00E00D30" w:rsidRDefault="00E00D30" w:rsidP="00E00D30">
      <w:r>
        <w:t>861.9798</w:t>
      </w:r>
      <w:r>
        <w:tab/>
        <w:t>1.013e0</w:t>
      </w:r>
    </w:p>
    <w:p w:rsidR="00E00D30" w:rsidRDefault="00E00D30" w:rsidP="00E00D30">
      <w:r>
        <w:t>861.9809</w:t>
      </w:r>
      <w:r>
        <w:tab/>
        <w:t>1.013e0</w:t>
      </w:r>
    </w:p>
    <w:p w:rsidR="00E00D30" w:rsidRDefault="00E00D30" w:rsidP="00E00D30">
      <w:r>
        <w:t>861.9897</w:t>
      </w:r>
      <w:r>
        <w:tab/>
        <w:t>2.025e0</w:t>
      </w:r>
    </w:p>
    <w:p w:rsidR="00E00D30" w:rsidRDefault="00E00D30" w:rsidP="00E00D30">
      <w:r>
        <w:t>862.0083</w:t>
      </w:r>
      <w:r>
        <w:tab/>
        <w:t>1.013e0</w:t>
      </w:r>
    </w:p>
    <w:p w:rsidR="00E00D30" w:rsidRDefault="00E00D30" w:rsidP="00E00D30">
      <w:r>
        <w:t>862.0168</w:t>
      </w:r>
      <w:r>
        <w:tab/>
        <w:t>2.025e0</w:t>
      </w:r>
    </w:p>
    <w:p w:rsidR="00E00D30" w:rsidRDefault="00E00D30" w:rsidP="00E00D30">
      <w:r>
        <w:t>862.0681</w:t>
      </w:r>
      <w:r>
        <w:tab/>
        <w:t>2.025e0</w:t>
      </w:r>
    </w:p>
    <w:p w:rsidR="00E00D30" w:rsidRDefault="00E00D30" w:rsidP="00E00D30">
      <w:r>
        <w:t>862.0952</w:t>
      </w:r>
      <w:r>
        <w:tab/>
        <w:t>1.013e0</w:t>
      </w:r>
    </w:p>
    <w:p w:rsidR="00E00D30" w:rsidRDefault="00E00D30" w:rsidP="00E00D30">
      <w:r>
        <w:t>862.1097</w:t>
      </w:r>
      <w:r>
        <w:tab/>
        <w:t>1.013e0</w:t>
      </w:r>
    </w:p>
    <w:p w:rsidR="00E00D30" w:rsidRDefault="00E00D30" w:rsidP="00E00D30">
      <w:r>
        <w:t>862.1242</w:t>
      </w:r>
      <w:r>
        <w:tab/>
        <w:t>1.013e0</w:t>
      </w:r>
    </w:p>
    <w:p w:rsidR="00E00D30" w:rsidRDefault="00E00D30" w:rsidP="00E00D30">
      <w:r>
        <w:t>862.1540</w:t>
      </w:r>
      <w:r>
        <w:tab/>
        <w:t>2.025e0</w:t>
      </w:r>
    </w:p>
    <w:p w:rsidR="00E00D30" w:rsidRDefault="00E00D30" w:rsidP="00E00D30">
      <w:r>
        <w:lastRenderedPageBreak/>
        <w:t>862.1676</w:t>
      </w:r>
      <w:r>
        <w:tab/>
        <w:t>1.013e0</w:t>
      </w:r>
    </w:p>
    <w:p w:rsidR="00E00D30" w:rsidRDefault="00E00D30" w:rsidP="00E00D30">
      <w:r>
        <w:t>862.1981</w:t>
      </w:r>
      <w:r>
        <w:tab/>
        <w:t>1.013e0</w:t>
      </w:r>
    </w:p>
    <w:p w:rsidR="00E00D30" w:rsidRDefault="00E00D30" w:rsidP="00E00D30">
      <w:r>
        <w:t>862.2162</w:t>
      </w:r>
      <w:r>
        <w:tab/>
        <w:t>2.025e0</w:t>
      </w:r>
    </w:p>
    <w:p w:rsidR="00E00D30" w:rsidRDefault="00E00D30" w:rsidP="00E00D30">
      <w:r>
        <w:t>862.2260</w:t>
      </w:r>
      <w:r>
        <w:tab/>
        <w:t>1.013e0</w:t>
      </w:r>
    </w:p>
    <w:p w:rsidR="00E00D30" w:rsidRDefault="00E00D30" w:rsidP="00E00D30">
      <w:r>
        <w:t>862.2479</w:t>
      </w:r>
      <w:r>
        <w:tab/>
        <w:t>2.025e0</w:t>
      </w:r>
    </w:p>
    <w:p w:rsidR="00E00D30" w:rsidRDefault="00E00D30" w:rsidP="00E00D30">
      <w:r>
        <w:t>862.3103</w:t>
      </w:r>
      <w:r>
        <w:tab/>
        <w:t>1.013e0</w:t>
      </w:r>
    </w:p>
    <w:p w:rsidR="00E00D30" w:rsidRDefault="00E00D30" w:rsidP="00E00D30">
      <w:r>
        <w:t>862.3140</w:t>
      </w:r>
      <w:r>
        <w:tab/>
        <w:t>1.013e0</w:t>
      </w:r>
    </w:p>
    <w:p w:rsidR="00E00D30" w:rsidRDefault="00E00D30" w:rsidP="00E00D30">
      <w:r>
        <w:t>862.3636</w:t>
      </w:r>
      <w:r>
        <w:tab/>
        <w:t>2.025e0</w:t>
      </w:r>
    </w:p>
    <w:p w:rsidR="00E00D30" w:rsidRDefault="00E00D30" w:rsidP="00E00D30">
      <w:r>
        <w:t>862.3820</w:t>
      </w:r>
      <w:r>
        <w:tab/>
        <w:t>2.025e0</w:t>
      </w:r>
    </w:p>
    <w:p w:rsidR="00E00D30" w:rsidRDefault="00E00D30" w:rsidP="00E00D30">
      <w:r>
        <w:t>862.3945</w:t>
      </w:r>
      <w:r>
        <w:tab/>
        <w:t>2.025e0</w:t>
      </w:r>
    </w:p>
    <w:p w:rsidR="00E00D30" w:rsidRDefault="00E00D30" w:rsidP="00E00D30">
      <w:r>
        <w:t>862.4057</w:t>
      </w:r>
      <w:r>
        <w:tab/>
        <w:t>2.025e0</w:t>
      </w:r>
    </w:p>
    <w:p w:rsidR="00E00D30" w:rsidRDefault="00E00D30" w:rsidP="00E00D30">
      <w:r>
        <w:t>862.4835</w:t>
      </w:r>
      <w:r>
        <w:tab/>
        <w:t>2.025e0</w:t>
      </w:r>
    </w:p>
    <w:p w:rsidR="00E00D30" w:rsidRDefault="00E00D30" w:rsidP="00E00D30">
      <w:r>
        <w:t>862.4911</w:t>
      </w:r>
      <w:r>
        <w:tab/>
        <w:t>3.038e0</w:t>
      </w:r>
    </w:p>
    <w:p w:rsidR="00E00D30" w:rsidRDefault="00E00D30" w:rsidP="00E00D30">
      <w:r>
        <w:t>862.4932</w:t>
      </w:r>
      <w:r>
        <w:tab/>
        <w:t>3.038e0</w:t>
      </w:r>
    </w:p>
    <w:p w:rsidR="00E00D30" w:rsidRDefault="00E00D30" w:rsidP="00E00D30">
      <w:r>
        <w:t>862.4943</w:t>
      </w:r>
      <w:r>
        <w:tab/>
        <w:t>4.051e0</w:t>
      </w:r>
    </w:p>
    <w:p w:rsidR="00E00D30" w:rsidRDefault="00E00D30" w:rsidP="00E00D30">
      <w:r>
        <w:t>862.5073</w:t>
      </w:r>
      <w:r>
        <w:tab/>
        <w:t>2.025e0</w:t>
      </w:r>
    </w:p>
    <w:p w:rsidR="00E00D30" w:rsidRDefault="00E00D30" w:rsidP="00E00D30">
      <w:r>
        <w:t>862.5313</w:t>
      </w:r>
      <w:r>
        <w:tab/>
        <w:t>1.013e0</w:t>
      </w:r>
    </w:p>
    <w:p w:rsidR="00E00D30" w:rsidRDefault="00E00D30" w:rsidP="00E00D30">
      <w:r>
        <w:t>862.5380</w:t>
      </w:r>
      <w:r>
        <w:tab/>
        <w:t>2.025e0</w:t>
      </w:r>
    </w:p>
    <w:p w:rsidR="00E00D30" w:rsidRDefault="00E00D30" w:rsidP="00E00D30">
      <w:r>
        <w:t>862.5632</w:t>
      </w:r>
      <w:r>
        <w:tab/>
        <w:t>1.013e0</w:t>
      </w:r>
    </w:p>
    <w:p w:rsidR="00E00D30" w:rsidRDefault="00E00D30" w:rsidP="00E00D30">
      <w:r>
        <w:lastRenderedPageBreak/>
        <w:t>862.6172</w:t>
      </w:r>
      <w:r>
        <w:tab/>
        <w:t>1.013e0</w:t>
      </w:r>
    </w:p>
    <w:p w:rsidR="00E00D30" w:rsidRDefault="00E00D30" w:rsidP="00E00D30">
      <w:r>
        <w:t>862.6183</w:t>
      </w:r>
      <w:r>
        <w:tab/>
        <w:t>1.013e0</w:t>
      </w:r>
    </w:p>
    <w:p w:rsidR="00E00D30" w:rsidRDefault="00E00D30" w:rsidP="00E00D30">
      <w:r>
        <w:t>862.6937</w:t>
      </w:r>
      <w:r>
        <w:tab/>
        <w:t>4.051e0</w:t>
      </w:r>
    </w:p>
    <w:p w:rsidR="00E00D30" w:rsidRDefault="00E00D30" w:rsidP="00E00D30">
      <w:r>
        <w:t>862.7332</w:t>
      </w:r>
      <w:r>
        <w:tab/>
        <w:t>1.013e0</w:t>
      </w:r>
    </w:p>
    <w:p w:rsidR="00E00D30" w:rsidRDefault="00E00D30" w:rsidP="00E00D30">
      <w:r>
        <w:t>862.8019</w:t>
      </w:r>
      <w:r>
        <w:tab/>
        <w:t>1.013e0</w:t>
      </w:r>
    </w:p>
    <w:p w:rsidR="00E00D30" w:rsidRDefault="00E00D30" w:rsidP="00E00D30">
      <w:r>
        <w:t>862.8495</w:t>
      </w:r>
      <w:r>
        <w:tab/>
        <w:t>1.013e0</w:t>
      </w:r>
    </w:p>
    <w:p w:rsidR="00E00D30" w:rsidRDefault="00E00D30" w:rsidP="00E00D30">
      <w:r>
        <w:t>862.8642</w:t>
      </w:r>
      <w:r>
        <w:tab/>
        <w:t>3.038e0</w:t>
      </w:r>
    </w:p>
    <w:p w:rsidR="00E00D30" w:rsidRDefault="00E00D30" w:rsidP="00E00D30">
      <w:r>
        <w:t>862.8828</w:t>
      </w:r>
      <w:r>
        <w:tab/>
        <w:t>2.025e0</w:t>
      </w:r>
    </w:p>
    <w:p w:rsidR="00E00D30" w:rsidRDefault="00E00D30" w:rsidP="00E00D30">
      <w:r>
        <w:t>862.9216</w:t>
      </w:r>
      <w:r>
        <w:tab/>
        <w:t>1.013e0</w:t>
      </w:r>
    </w:p>
    <w:p w:rsidR="00E00D30" w:rsidRDefault="00E00D30" w:rsidP="00E00D30">
      <w:r>
        <w:t>862.9646</w:t>
      </w:r>
      <w:r>
        <w:tab/>
        <w:t>1.013e0</w:t>
      </w:r>
    </w:p>
    <w:p w:rsidR="00E00D30" w:rsidRDefault="00E00D30" w:rsidP="00E00D30">
      <w:r>
        <w:t>862.9941</w:t>
      </w:r>
      <w:r>
        <w:tab/>
        <w:t>1.013e0</w:t>
      </w:r>
    </w:p>
    <w:p w:rsidR="00E00D30" w:rsidRDefault="00E00D30" w:rsidP="00E00D30">
      <w:r>
        <w:t>863.0268</w:t>
      </w:r>
      <w:r>
        <w:tab/>
        <w:t>2.025e0</w:t>
      </w:r>
    </w:p>
    <w:p w:rsidR="00E00D30" w:rsidRDefault="00E00D30" w:rsidP="00E00D30">
      <w:r>
        <w:t>863.0526</w:t>
      </w:r>
      <w:r>
        <w:tab/>
        <w:t>1.013e0</w:t>
      </w:r>
    </w:p>
    <w:p w:rsidR="00E00D30" w:rsidRDefault="00E00D30" w:rsidP="00E00D30">
      <w:r>
        <w:t>863.0966</w:t>
      </w:r>
      <w:r>
        <w:tab/>
        <w:t>1.013e0</w:t>
      </w:r>
    </w:p>
    <w:p w:rsidR="00E00D30" w:rsidRDefault="00E00D30" w:rsidP="00E00D30">
      <w:r>
        <w:t>863.1232</w:t>
      </w:r>
      <w:r>
        <w:tab/>
        <w:t>1.013e0</w:t>
      </w:r>
    </w:p>
    <w:p w:rsidR="00E00D30" w:rsidRDefault="00E00D30" w:rsidP="00E00D30">
      <w:r>
        <w:t>863.1836</w:t>
      </w:r>
      <w:r>
        <w:tab/>
        <w:t>1.013e0</w:t>
      </w:r>
    </w:p>
    <w:p w:rsidR="00E00D30" w:rsidRDefault="00E00D30" w:rsidP="00E00D30">
      <w:r>
        <w:t>863.2551</w:t>
      </w:r>
      <w:r>
        <w:tab/>
        <w:t>1.013e0</w:t>
      </w:r>
    </w:p>
    <w:p w:rsidR="00E00D30" w:rsidRDefault="00E00D30" w:rsidP="00E00D30">
      <w:r>
        <w:t>863.2841</w:t>
      </w:r>
      <w:r>
        <w:tab/>
        <w:t>1.013e0</w:t>
      </w:r>
    </w:p>
    <w:p w:rsidR="00E00D30" w:rsidRDefault="00E00D30" w:rsidP="00E00D30">
      <w:r>
        <w:t>863.2855</w:t>
      </w:r>
      <w:r>
        <w:tab/>
        <w:t>3.038e0</w:t>
      </w:r>
    </w:p>
    <w:p w:rsidR="00E00D30" w:rsidRDefault="00E00D30" w:rsidP="00E00D30">
      <w:r>
        <w:lastRenderedPageBreak/>
        <w:t>863.3085</w:t>
      </w:r>
      <w:r>
        <w:tab/>
        <w:t>1.013e0</w:t>
      </w:r>
    </w:p>
    <w:p w:rsidR="00E00D30" w:rsidRDefault="00E00D30" w:rsidP="00E00D30">
      <w:r>
        <w:t>863.3431</w:t>
      </w:r>
      <w:r>
        <w:tab/>
        <w:t>1.013e0</w:t>
      </w:r>
    </w:p>
    <w:p w:rsidR="00E00D30" w:rsidRDefault="00E00D30" w:rsidP="00E00D30">
      <w:r>
        <w:t>863.3566</w:t>
      </w:r>
      <w:r>
        <w:tab/>
        <w:t>1.013e0</w:t>
      </w:r>
    </w:p>
    <w:p w:rsidR="00E00D30" w:rsidRDefault="00E00D30" w:rsidP="00E00D30">
      <w:r>
        <w:t>863.4583</w:t>
      </w:r>
      <w:r>
        <w:tab/>
        <w:t>2.025e0</w:t>
      </w:r>
    </w:p>
    <w:p w:rsidR="00E00D30" w:rsidRDefault="00E00D30" w:rsidP="00E00D30">
      <w:r>
        <w:t>863.4761</w:t>
      </w:r>
      <w:r>
        <w:tab/>
        <w:t>4.051e0</w:t>
      </w:r>
    </w:p>
    <w:p w:rsidR="00E00D30" w:rsidRDefault="00E00D30" w:rsidP="00E00D30">
      <w:r>
        <w:t>863.4918</w:t>
      </w:r>
      <w:r>
        <w:tab/>
        <w:t>3.131e1</w:t>
      </w:r>
    </w:p>
    <w:p w:rsidR="00E00D30" w:rsidRDefault="00E00D30" w:rsidP="00E00D30">
      <w:r>
        <w:t>863.4953</w:t>
      </w:r>
      <w:r>
        <w:tab/>
        <w:t>1.013e1</w:t>
      </w:r>
    </w:p>
    <w:p w:rsidR="00E00D30" w:rsidRDefault="00E00D30" w:rsidP="00E00D30">
      <w:r>
        <w:t>863.4998</w:t>
      </w:r>
      <w:r>
        <w:tab/>
        <w:t>1.620e1</w:t>
      </w:r>
    </w:p>
    <w:p w:rsidR="00E00D30" w:rsidRDefault="00E00D30" w:rsidP="00E00D30">
      <w:r>
        <w:t>863.5140</w:t>
      </w:r>
      <w:r>
        <w:tab/>
        <w:t>5.063e0</w:t>
      </w:r>
    </w:p>
    <w:p w:rsidR="00E00D30" w:rsidRDefault="00E00D30" w:rsidP="00E00D30">
      <w:r>
        <w:t>863.5461</w:t>
      </w:r>
      <w:r>
        <w:tab/>
        <w:t>3.038e0</w:t>
      </w:r>
    </w:p>
    <w:p w:rsidR="00E00D30" w:rsidRDefault="00E00D30" w:rsidP="00E00D30">
      <w:r>
        <w:t>863.5762</w:t>
      </w:r>
      <w:r>
        <w:tab/>
        <w:t>2.025e0</w:t>
      </w:r>
    </w:p>
    <w:p w:rsidR="00E00D30" w:rsidRDefault="00E00D30" w:rsidP="00E00D30">
      <w:r>
        <w:t>863.5957</w:t>
      </w:r>
      <w:r>
        <w:tab/>
        <w:t>1.013e0</w:t>
      </w:r>
    </w:p>
    <w:p w:rsidR="00E00D30" w:rsidRDefault="00E00D30" w:rsidP="00E00D30">
      <w:r>
        <w:t>863.6307</w:t>
      </w:r>
      <w:r>
        <w:tab/>
        <w:t>1.013e0</w:t>
      </w:r>
    </w:p>
    <w:p w:rsidR="00E00D30" w:rsidRDefault="00E00D30" w:rsidP="00E00D30">
      <w:r>
        <w:t>863.6467</w:t>
      </w:r>
      <w:r>
        <w:tab/>
        <w:t>1.013e0</w:t>
      </w:r>
    </w:p>
    <w:p w:rsidR="00E00D30" w:rsidRDefault="00E00D30" w:rsidP="00E00D30">
      <w:r>
        <w:t>863.6607</w:t>
      </w:r>
      <w:r>
        <w:tab/>
        <w:t>1.013e0</w:t>
      </w:r>
    </w:p>
    <w:p w:rsidR="00E00D30" w:rsidRDefault="00E00D30" w:rsidP="00E00D30">
      <w:r>
        <w:t>863.7646</w:t>
      </w:r>
      <w:r>
        <w:tab/>
        <w:t>1.013e0</w:t>
      </w:r>
    </w:p>
    <w:p w:rsidR="00E00D30" w:rsidRDefault="00E00D30" w:rsidP="00E00D30">
      <w:r>
        <w:t>863.8160</w:t>
      </w:r>
      <w:r>
        <w:tab/>
        <w:t>1.013e0</w:t>
      </w:r>
    </w:p>
    <w:p w:rsidR="00E00D30" w:rsidRDefault="00E00D30" w:rsidP="00E00D30">
      <w:r>
        <w:t>863.8337</w:t>
      </w:r>
      <w:r>
        <w:tab/>
        <w:t>1.013e0</w:t>
      </w:r>
    </w:p>
    <w:p w:rsidR="00E00D30" w:rsidRDefault="00E00D30" w:rsidP="00E00D30">
      <w:r>
        <w:t>863.9085</w:t>
      </w:r>
      <w:r>
        <w:tab/>
        <w:t>2.025e0</w:t>
      </w:r>
    </w:p>
    <w:p w:rsidR="00E00D30" w:rsidRDefault="00E00D30" w:rsidP="00E00D30">
      <w:r>
        <w:lastRenderedPageBreak/>
        <w:t>863.9514</w:t>
      </w:r>
      <w:r>
        <w:tab/>
        <w:t>1.013e0</w:t>
      </w:r>
    </w:p>
    <w:p w:rsidR="00E00D30" w:rsidRDefault="00E00D30" w:rsidP="00E00D30">
      <w:r>
        <w:t>864.0190</w:t>
      </w:r>
      <w:r>
        <w:tab/>
        <w:t>1.013e0</w:t>
      </w:r>
    </w:p>
    <w:p w:rsidR="00E00D30" w:rsidRDefault="00E00D30" w:rsidP="00E00D30">
      <w:r>
        <w:t>864.0478</w:t>
      </w:r>
      <w:r>
        <w:tab/>
        <w:t>3.038e0</w:t>
      </w:r>
    </w:p>
    <w:p w:rsidR="00E00D30" w:rsidRDefault="00E00D30" w:rsidP="00E00D30">
      <w:r>
        <w:t>864.0671</w:t>
      </w:r>
      <w:r>
        <w:tab/>
        <w:t>1.013e0</w:t>
      </w:r>
    </w:p>
    <w:p w:rsidR="00E00D30" w:rsidRDefault="00E00D30" w:rsidP="00E00D30">
      <w:r>
        <w:t>864.1100</w:t>
      </w:r>
      <w:r>
        <w:tab/>
        <w:t>3.038e0</w:t>
      </w:r>
    </w:p>
    <w:p w:rsidR="00E00D30" w:rsidRDefault="00E00D30" w:rsidP="00E00D30">
      <w:r>
        <w:t>864.1699</w:t>
      </w:r>
      <w:r>
        <w:tab/>
        <w:t>2.025e0</w:t>
      </w:r>
    </w:p>
    <w:p w:rsidR="00E00D30" w:rsidRDefault="00E00D30" w:rsidP="00E00D30">
      <w:r>
        <w:t>864.2043</w:t>
      </w:r>
      <w:r>
        <w:tab/>
        <w:t>1.013e0</w:t>
      </w:r>
    </w:p>
    <w:p w:rsidR="00E00D30" w:rsidRDefault="00E00D30" w:rsidP="00E00D30">
      <w:r>
        <w:t>864.2344</w:t>
      </w:r>
      <w:r>
        <w:tab/>
        <w:t>4.051e0</w:t>
      </w:r>
    </w:p>
    <w:p w:rsidR="00E00D30" w:rsidRDefault="00E00D30" w:rsidP="00E00D30">
      <w:r>
        <w:t>864.2557</w:t>
      </w:r>
      <w:r>
        <w:tab/>
        <w:t>1.013e0</w:t>
      </w:r>
    </w:p>
    <w:p w:rsidR="00E00D30" w:rsidRDefault="00E00D30" w:rsidP="00E00D30">
      <w:r>
        <w:t>864.2573</w:t>
      </w:r>
      <w:r>
        <w:tab/>
        <w:t>1.013e0</w:t>
      </w:r>
    </w:p>
    <w:p w:rsidR="00E00D30" w:rsidRDefault="00E00D30" w:rsidP="00E00D30">
      <w:r>
        <w:t>864.3143</w:t>
      </w:r>
      <w:r>
        <w:tab/>
        <w:t>1.013e0</w:t>
      </w:r>
    </w:p>
    <w:p w:rsidR="00E00D30" w:rsidRDefault="00E00D30" w:rsidP="00E00D30">
      <w:r>
        <w:t>864.3722</w:t>
      </w:r>
      <w:r>
        <w:tab/>
        <w:t>2.025e0</w:t>
      </w:r>
    </w:p>
    <w:p w:rsidR="00E00D30" w:rsidRDefault="00E00D30" w:rsidP="00E00D30">
      <w:r>
        <w:t>864.3903</w:t>
      </w:r>
      <w:r>
        <w:tab/>
        <w:t>2.025e0</w:t>
      </w:r>
    </w:p>
    <w:p w:rsidR="00E00D30" w:rsidRDefault="00E00D30" w:rsidP="00E00D30">
      <w:r>
        <w:t>864.4533</w:t>
      </w:r>
      <w:r>
        <w:tab/>
        <w:t>2.025e0</w:t>
      </w:r>
    </w:p>
    <w:p w:rsidR="00E00D30" w:rsidRDefault="00E00D30" w:rsidP="00E00D30">
      <w:r>
        <w:t>864.4673</w:t>
      </w:r>
      <w:r>
        <w:tab/>
        <w:t>2.025e0</w:t>
      </w:r>
    </w:p>
    <w:p w:rsidR="00E00D30" w:rsidRDefault="00E00D30" w:rsidP="00E00D30">
      <w:r>
        <w:t>864.4984</w:t>
      </w:r>
      <w:r>
        <w:tab/>
        <w:t>8.101e0</w:t>
      </w:r>
    </w:p>
    <w:p w:rsidR="00E00D30" w:rsidRDefault="00E00D30" w:rsidP="00E00D30">
      <w:r>
        <w:t>864.5043</w:t>
      </w:r>
      <w:r>
        <w:tab/>
        <w:t>1.620e1</w:t>
      </w:r>
    </w:p>
    <w:p w:rsidR="00E00D30" w:rsidRDefault="00E00D30" w:rsidP="00E00D30">
      <w:r>
        <w:t>864.5299</w:t>
      </w:r>
      <w:r>
        <w:tab/>
        <w:t>1.418e1</w:t>
      </w:r>
    </w:p>
    <w:p w:rsidR="00E00D30" w:rsidRDefault="00E00D30" w:rsidP="00E00D30">
      <w:r>
        <w:t>864.5316</w:t>
      </w:r>
      <w:r>
        <w:tab/>
        <w:t>1.013e0</w:t>
      </w:r>
    </w:p>
    <w:p w:rsidR="00E00D30" w:rsidRDefault="00E00D30" w:rsidP="00E00D30">
      <w:r>
        <w:lastRenderedPageBreak/>
        <w:t>864.5933</w:t>
      </w:r>
      <w:r>
        <w:tab/>
        <w:t>1.013e0</w:t>
      </w:r>
    </w:p>
    <w:p w:rsidR="00E00D30" w:rsidRDefault="00E00D30" w:rsidP="00E00D30">
      <w:r>
        <w:t>864.6270</w:t>
      </w:r>
      <w:r>
        <w:tab/>
        <w:t>3.038e0</w:t>
      </w:r>
    </w:p>
    <w:p w:rsidR="00E00D30" w:rsidRDefault="00E00D30" w:rsidP="00E00D30">
      <w:r>
        <w:t>864.6609</w:t>
      </w:r>
      <w:r>
        <w:tab/>
        <w:t>3.038e0</w:t>
      </w:r>
    </w:p>
    <w:p w:rsidR="00E00D30" w:rsidRDefault="00E00D30" w:rsidP="00E00D30">
      <w:r>
        <w:t>864.7064</w:t>
      </w:r>
      <w:r>
        <w:tab/>
        <w:t>1.013e0</w:t>
      </w:r>
    </w:p>
    <w:p w:rsidR="00E00D30" w:rsidRDefault="00E00D30" w:rsidP="00E00D30">
      <w:r>
        <w:t>864.7510</w:t>
      </w:r>
      <w:r>
        <w:tab/>
        <w:t>2.025e0</w:t>
      </w:r>
    </w:p>
    <w:p w:rsidR="00E00D30" w:rsidRDefault="00E00D30" w:rsidP="00E00D30">
      <w:r>
        <w:t>864.7935</w:t>
      </w:r>
      <w:r>
        <w:tab/>
        <w:t>1.013e0</w:t>
      </w:r>
    </w:p>
    <w:p w:rsidR="00E00D30" w:rsidRDefault="00E00D30" w:rsidP="00E00D30">
      <w:r>
        <w:t>864.9824</w:t>
      </w:r>
      <w:r>
        <w:tab/>
        <w:t>3.038e0</w:t>
      </w:r>
    </w:p>
    <w:p w:rsidR="00E00D30" w:rsidRDefault="00E00D30" w:rsidP="00E00D30">
      <w:r>
        <w:t>865.0124</w:t>
      </w:r>
      <w:r>
        <w:tab/>
        <w:t>2.025e0</w:t>
      </w:r>
    </w:p>
    <w:p w:rsidR="00E00D30" w:rsidRDefault="00E00D30" w:rsidP="00E00D30">
      <w:r>
        <w:t>865.0691</w:t>
      </w:r>
      <w:r>
        <w:tab/>
        <w:t>1.013e0</w:t>
      </w:r>
    </w:p>
    <w:p w:rsidR="00E00D30" w:rsidRDefault="00E00D30" w:rsidP="00E00D30">
      <w:r>
        <w:t>865.1349</w:t>
      </w:r>
      <w:r>
        <w:tab/>
        <w:t>1.013e0</w:t>
      </w:r>
    </w:p>
    <w:p w:rsidR="00E00D30" w:rsidRDefault="00E00D30" w:rsidP="00E00D30">
      <w:r>
        <w:t>865.1859</w:t>
      </w:r>
      <w:r>
        <w:tab/>
        <w:t>1.013e0</w:t>
      </w:r>
    </w:p>
    <w:p w:rsidR="00E00D30" w:rsidRDefault="00E00D30" w:rsidP="00E00D30">
      <w:r>
        <w:t>865.2144</w:t>
      </w:r>
      <w:r>
        <w:tab/>
        <w:t>1.013e0</w:t>
      </w:r>
    </w:p>
    <w:p w:rsidR="00E00D30" w:rsidRDefault="00E00D30" w:rsidP="00E00D30">
      <w:r>
        <w:t>865.2404</w:t>
      </w:r>
      <w:r>
        <w:tab/>
        <w:t>2.025e0</w:t>
      </w:r>
    </w:p>
    <w:p w:rsidR="00E00D30" w:rsidRDefault="00E00D30" w:rsidP="00E00D30">
      <w:r>
        <w:t>865.2906</w:t>
      </w:r>
      <w:r>
        <w:tab/>
        <w:t>2.025e0</w:t>
      </w:r>
    </w:p>
    <w:p w:rsidR="00E00D30" w:rsidRDefault="00E00D30" w:rsidP="00E00D30">
      <w:r>
        <w:t>865.3162</w:t>
      </w:r>
      <w:r>
        <w:tab/>
        <w:t>1.013e0</w:t>
      </w:r>
    </w:p>
    <w:p w:rsidR="00E00D30" w:rsidRDefault="00E00D30" w:rsidP="00E00D30">
      <w:r>
        <w:t>865.3322</w:t>
      </w:r>
      <w:r>
        <w:tab/>
        <w:t>1.013e0</w:t>
      </w:r>
    </w:p>
    <w:p w:rsidR="00E00D30" w:rsidRDefault="00E00D30" w:rsidP="00E00D30">
      <w:r>
        <w:t>865.3889</w:t>
      </w:r>
      <w:r>
        <w:tab/>
        <w:t>1.013e0</w:t>
      </w:r>
    </w:p>
    <w:p w:rsidR="00E00D30" w:rsidRDefault="00E00D30" w:rsidP="00E00D30">
      <w:r>
        <w:t>865.3933</w:t>
      </w:r>
      <w:r>
        <w:tab/>
        <w:t>4.051e0</w:t>
      </w:r>
    </w:p>
    <w:p w:rsidR="00E00D30" w:rsidRDefault="00E00D30" w:rsidP="00E00D30">
      <w:r>
        <w:t>865.4225</w:t>
      </w:r>
      <w:r>
        <w:tab/>
        <w:t>1.013e0</w:t>
      </w:r>
    </w:p>
    <w:p w:rsidR="00E00D30" w:rsidRDefault="00E00D30" w:rsidP="00E00D30">
      <w:r>
        <w:lastRenderedPageBreak/>
        <w:t>865.4340</w:t>
      </w:r>
      <w:r>
        <w:tab/>
        <w:t>1.013e0</w:t>
      </w:r>
    </w:p>
    <w:p w:rsidR="00E00D30" w:rsidRDefault="00E00D30" w:rsidP="00E00D30">
      <w:r>
        <w:t>865.4402</w:t>
      </w:r>
      <w:r>
        <w:tab/>
        <w:t>2.025e0</w:t>
      </w:r>
    </w:p>
    <w:p w:rsidR="00E00D30" w:rsidRDefault="00E00D30" w:rsidP="00E00D30">
      <w:r>
        <w:t>865.4543</w:t>
      </w:r>
      <w:r>
        <w:tab/>
        <w:t>2.025e0</w:t>
      </w:r>
    </w:p>
    <w:p w:rsidR="00E00D30" w:rsidRDefault="00E00D30" w:rsidP="00E00D30">
      <w:r>
        <w:t>865.4608</w:t>
      </w:r>
      <w:r>
        <w:tab/>
        <w:t>2.025e0</w:t>
      </w:r>
    </w:p>
    <w:p w:rsidR="00E00D30" w:rsidRDefault="00E00D30" w:rsidP="00E00D30">
      <w:r>
        <w:t>865.4738</w:t>
      </w:r>
      <w:r>
        <w:tab/>
        <w:t>3.038e0</w:t>
      </w:r>
    </w:p>
    <w:p w:rsidR="00E00D30" w:rsidRDefault="00E00D30" w:rsidP="00E00D30">
      <w:r>
        <w:t>865.4776</w:t>
      </w:r>
      <w:r>
        <w:tab/>
        <w:t>2.512e0</w:t>
      </w:r>
    </w:p>
    <w:p w:rsidR="00E00D30" w:rsidRDefault="00E00D30" w:rsidP="00E00D30">
      <w:r>
        <w:t>865.5060</w:t>
      </w:r>
      <w:r>
        <w:tab/>
        <w:t>1.013e0</w:t>
      </w:r>
    </w:p>
    <w:p w:rsidR="00E00D30" w:rsidRDefault="00E00D30" w:rsidP="00E00D30">
      <w:r>
        <w:t>865.5153</w:t>
      </w:r>
      <w:r>
        <w:tab/>
        <w:t>2.025e0</w:t>
      </w:r>
    </w:p>
    <w:p w:rsidR="00E00D30" w:rsidRDefault="00E00D30" w:rsidP="00E00D30">
      <w:r>
        <w:t>865.5415</w:t>
      </w:r>
      <w:r>
        <w:tab/>
        <w:t>2.069e0</w:t>
      </w:r>
    </w:p>
    <w:p w:rsidR="00E00D30" w:rsidRDefault="00E00D30" w:rsidP="00E00D30">
      <w:r>
        <w:t>865.5761</w:t>
      </w:r>
      <w:r>
        <w:tab/>
        <w:t>1.013e0</w:t>
      </w:r>
    </w:p>
    <w:p w:rsidR="00E00D30" w:rsidRDefault="00E00D30" w:rsidP="00E00D30">
      <w:r>
        <w:t>865.5866</w:t>
      </w:r>
      <w:r>
        <w:tab/>
        <w:t>2.025e0</w:t>
      </w:r>
    </w:p>
    <w:p w:rsidR="00E00D30" w:rsidRDefault="00E00D30" w:rsidP="00E00D30">
      <w:r>
        <w:t>865.5914</w:t>
      </w:r>
      <w:r>
        <w:tab/>
        <w:t>3.038e0</w:t>
      </w:r>
    </w:p>
    <w:p w:rsidR="00E00D30" w:rsidRDefault="00E00D30" w:rsidP="00E00D30">
      <w:r>
        <w:t>865.6177</w:t>
      </w:r>
      <w:r>
        <w:tab/>
        <w:t>4.051e0</w:t>
      </w:r>
    </w:p>
    <w:p w:rsidR="00E00D30" w:rsidRDefault="00E00D30" w:rsidP="00E00D30">
      <w:r>
        <w:t>865.6234</w:t>
      </w:r>
      <w:r>
        <w:tab/>
        <w:t>3.038e0</w:t>
      </w:r>
    </w:p>
    <w:p w:rsidR="00E00D30" w:rsidRDefault="00E00D30" w:rsidP="00E00D30">
      <w:r>
        <w:t>865.6423</w:t>
      </w:r>
      <w:r>
        <w:tab/>
        <w:t>1.013e0</w:t>
      </w:r>
    </w:p>
    <w:p w:rsidR="00E00D30" w:rsidRDefault="00E00D30" w:rsidP="00E00D30">
      <w:r>
        <w:t>865.6812</w:t>
      </w:r>
      <w:r>
        <w:tab/>
        <w:t>1.013e0</w:t>
      </w:r>
    </w:p>
    <w:p w:rsidR="00E00D30" w:rsidRDefault="00E00D30" w:rsidP="00E00D30">
      <w:r>
        <w:t>865.6957</w:t>
      </w:r>
      <w:r>
        <w:tab/>
        <w:t>1.013e0</w:t>
      </w:r>
    </w:p>
    <w:p w:rsidR="00E00D30" w:rsidRDefault="00E00D30" w:rsidP="00E00D30">
      <w:r>
        <w:t>865.7092</w:t>
      </w:r>
      <w:r>
        <w:tab/>
        <w:t>1.013e0</w:t>
      </w:r>
    </w:p>
    <w:p w:rsidR="00E00D30" w:rsidRDefault="00E00D30" w:rsidP="00E00D30">
      <w:r>
        <w:t>865.7355</w:t>
      </w:r>
      <w:r>
        <w:tab/>
        <w:t>4.051e0</w:t>
      </w:r>
    </w:p>
    <w:p w:rsidR="00E00D30" w:rsidRDefault="00E00D30" w:rsidP="00E00D30">
      <w:r>
        <w:lastRenderedPageBreak/>
        <w:t>865.7378</w:t>
      </w:r>
      <w:r>
        <w:tab/>
        <w:t>1.013e0</w:t>
      </w:r>
    </w:p>
    <w:p w:rsidR="00E00D30" w:rsidRDefault="00E00D30" w:rsidP="00E00D30">
      <w:r>
        <w:t>865.7438</w:t>
      </w:r>
      <w:r>
        <w:tab/>
        <w:t>1.013e0</w:t>
      </w:r>
    </w:p>
    <w:p w:rsidR="00E00D30" w:rsidRDefault="00E00D30" w:rsidP="00E00D30">
      <w:r>
        <w:t>865.7684</w:t>
      </w:r>
      <w:r>
        <w:tab/>
        <w:t>1.013e0</w:t>
      </w:r>
    </w:p>
    <w:p w:rsidR="00E00D30" w:rsidRDefault="00E00D30" w:rsidP="00E00D30">
      <w:r>
        <w:t>865.8110</w:t>
      </w:r>
      <w:r>
        <w:tab/>
        <w:t>1.013e0</w:t>
      </w:r>
    </w:p>
    <w:p w:rsidR="00E00D30" w:rsidRDefault="00E00D30" w:rsidP="00E00D30">
      <w:r>
        <w:t>865.8395</w:t>
      </w:r>
      <w:r>
        <w:tab/>
        <w:t>1.013e0</w:t>
      </w:r>
    </w:p>
    <w:p w:rsidR="00E00D30" w:rsidRDefault="00E00D30" w:rsidP="00E00D30">
      <w:r>
        <w:t>865.8457</w:t>
      </w:r>
      <w:r>
        <w:tab/>
        <w:t>1.013e0</w:t>
      </w:r>
    </w:p>
    <w:p w:rsidR="00E00D30" w:rsidRDefault="00E00D30" w:rsidP="00E00D30">
      <w:r>
        <w:t>865.8837</w:t>
      </w:r>
      <w:r>
        <w:tab/>
        <w:t>1.013e0</w:t>
      </w:r>
    </w:p>
    <w:p w:rsidR="00E00D30" w:rsidRDefault="00E00D30" w:rsidP="00E00D30">
      <w:r>
        <w:t>866.0659</w:t>
      </w:r>
      <w:r>
        <w:tab/>
        <w:t>1.013e0</w:t>
      </w:r>
    </w:p>
    <w:p w:rsidR="00E00D30" w:rsidRDefault="00E00D30" w:rsidP="00E00D30">
      <w:r>
        <w:t>866.1495</w:t>
      </w:r>
      <w:r>
        <w:tab/>
        <w:t>1.013e0</w:t>
      </w:r>
    </w:p>
    <w:p w:rsidR="00E00D30" w:rsidRDefault="00E00D30" w:rsidP="00E00D30">
      <w:r>
        <w:t>866.1673</w:t>
      </w:r>
      <w:r>
        <w:tab/>
        <w:t>1.013e0</w:t>
      </w:r>
    </w:p>
    <w:p w:rsidR="00E00D30" w:rsidRDefault="00E00D30" w:rsidP="00E00D30">
      <w:r>
        <w:t>866.1746</w:t>
      </w:r>
      <w:r>
        <w:tab/>
        <w:t>1.013e0</w:t>
      </w:r>
    </w:p>
    <w:p w:rsidR="00E00D30" w:rsidRDefault="00E00D30" w:rsidP="00E00D30">
      <w:r>
        <w:t>866.2178</w:t>
      </w:r>
      <w:r>
        <w:tab/>
        <w:t>2.025e0</w:t>
      </w:r>
    </w:p>
    <w:p w:rsidR="00E00D30" w:rsidRDefault="00E00D30" w:rsidP="00E00D30">
      <w:r>
        <w:t>866.2473</w:t>
      </w:r>
      <w:r>
        <w:tab/>
        <w:t>1.013e0</w:t>
      </w:r>
    </w:p>
    <w:p w:rsidR="00E00D30" w:rsidRDefault="00E00D30" w:rsidP="00E00D30">
      <w:r>
        <w:t>866.3698</w:t>
      </w:r>
      <w:r>
        <w:tab/>
        <w:t>2.025e0</w:t>
      </w:r>
    </w:p>
    <w:p w:rsidR="00E00D30" w:rsidRDefault="00E00D30" w:rsidP="00E00D30">
      <w:r>
        <w:t>866.4219</w:t>
      </w:r>
      <w:r>
        <w:tab/>
        <w:t>1.013e0</w:t>
      </w:r>
    </w:p>
    <w:p w:rsidR="00E00D30" w:rsidRDefault="00E00D30" w:rsidP="00E00D30">
      <w:r>
        <w:t>866.4272</w:t>
      </w:r>
      <w:r>
        <w:tab/>
        <w:t>5.063e0</w:t>
      </w:r>
    </w:p>
    <w:p w:rsidR="00E00D30" w:rsidRDefault="00E00D30" w:rsidP="00E00D30">
      <w:r>
        <w:t>866.4360</w:t>
      </w:r>
      <w:r>
        <w:tab/>
        <w:t>1.013e0</w:t>
      </w:r>
    </w:p>
    <w:p w:rsidR="00E00D30" w:rsidRDefault="00E00D30" w:rsidP="00E00D30">
      <w:r>
        <w:t>866.4728</w:t>
      </w:r>
      <w:r>
        <w:tab/>
        <w:t>1.013e0</w:t>
      </w:r>
    </w:p>
    <w:p w:rsidR="00E00D30" w:rsidRDefault="00E00D30" w:rsidP="00E00D30">
      <w:r>
        <w:t>866.4926</w:t>
      </w:r>
      <w:r>
        <w:tab/>
        <w:t>2.025e0</w:t>
      </w:r>
    </w:p>
    <w:p w:rsidR="00E00D30" w:rsidRDefault="00E00D30" w:rsidP="00E00D30">
      <w:r>
        <w:lastRenderedPageBreak/>
        <w:t>866.5088</w:t>
      </w:r>
      <w:r>
        <w:tab/>
        <w:t>1.013e0</w:t>
      </w:r>
    </w:p>
    <w:p w:rsidR="00E00D30" w:rsidRDefault="00E00D30" w:rsidP="00E00D30">
      <w:r>
        <w:t>866.5140</w:t>
      </w:r>
      <w:r>
        <w:tab/>
        <w:t>2.025e0</w:t>
      </w:r>
    </w:p>
    <w:p w:rsidR="00E00D30" w:rsidRDefault="00E00D30" w:rsidP="00E00D30">
      <w:r>
        <w:t>866.5308</w:t>
      </w:r>
      <w:r>
        <w:tab/>
        <w:t>4.051e0</w:t>
      </w:r>
    </w:p>
    <w:p w:rsidR="00E00D30" w:rsidRDefault="00E00D30" w:rsidP="00E00D30">
      <w:r>
        <w:t>866.5384</w:t>
      </w:r>
      <w:r>
        <w:tab/>
        <w:t>2.025e0</w:t>
      </w:r>
    </w:p>
    <w:p w:rsidR="00E00D30" w:rsidRDefault="00E00D30" w:rsidP="00E00D30">
      <w:r>
        <w:t>866.6004</w:t>
      </w:r>
      <w:r>
        <w:tab/>
        <w:t>2.025e0</w:t>
      </w:r>
    </w:p>
    <w:p w:rsidR="00E00D30" w:rsidRDefault="00E00D30" w:rsidP="00E00D30">
      <w:r>
        <w:t>866.6468</w:t>
      </w:r>
      <w:r>
        <w:tab/>
        <w:t>2.025e0</w:t>
      </w:r>
    </w:p>
    <w:p w:rsidR="00E00D30" w:rsidRDefault="00E00D30" w:rsidP="00E00D30">
      <w:r>
        <w:t>866.6918</w:t>
      </w:r>
      <w:r>
        <w:tab/>
        <w:t>1.013e0</w:t>
      </w:r>
    </w:p>
    <w:p w:rsidR="00E00D30" w:rsidRDefault="00E00D30" w:rsidP="00E00D30">
      <w:r>
        <w:t>866.7281</w:t>
      </w:r>
      <w:r>
        <w:tab/>
        <w:t>1.013e0</w:t>
      </w:r>
    </w:p>
    <w:p w:rsidR="00E00D30" w:rsidRDefault="00E00D30" w:rsidP="00E00D30">
      <w:r>
        <w:t>866.7417</w:t>
      </w:r>
      <w:r>
        <w:tab/>
        <w:t>1.013e0</w:t>
      </w:r>
    </w:p>
    <w:p w:rsidR="00E00D30" w:rsidRDefault="00E00D30" w:rsidP="00E00D30">
      <w:r>
        <w:t>866.8116</w:t>
      </w:r>
      <w:r>
        <w:tab/>
        <w:t>1.013e0</w:t>
      </w:r>
    </w:p>
    <w:p w:rsidR="00E00D30" w:rsidRDefault="00E00D30" w:rsidP="00E00D30">
      <w:r>
        <w:t>866.8290</w:t>
      </w:r>
      <w:r>
        <w:tab/>
        <w:t>3.038e0</w:t>
      </w:r>
    </w:p>
    <w:p w:rsidR="00E00D30" w:rsidRDefault="00E00D30" w:rsidP="00E00D30">
      <w:r>
        <w:t>866.8451</w:t>
      </w:r>
      <w:r>
        <w:tab/>
        <w:t>1.013e0</w:t>
      </w:r>
    </w:p>
    <w:p w:rsidR="00E00D30" w:rsidRDefault="00E00D30" w:rsidP="00E00D30">
      <w:r>
        <w:t>866.8596</w:t>
      </w:r>
      <w:r>
        <w:tab/>
        <w:t>1.013e0</w:t>
      </w:r>
    </w:p>
    <w:p w:rsidR="00E00D30" w:rsidRDefault="00E00D30" w:rsidP="00E00D30">
      <w:r>
        <w:t>866.8732</w:t>
      </w:r>
      <w:r>
        <w:tab/>
        <w:t>1.013e0</w:t>
      </w:r>
    </w:p>
    <w:p w:rsidR="00E00D30" w:rsidRDefault="00E00D30" w:rsidP="00E00D30">
      <w:r>
        <w:t>866.9179</w:t>
      </w:r>
      <w:r>
        <w:tab/>
        <w:t>1.013e0</w:t>
      </w:r>
    </w:p>
    <w:p w:rsidR="00E00D30" w:rsidRDefault="00E00D30" w:rsidP="00E00D30">
      <w:r>
        <w:t>867.0129</w:t>
      </w:r>
      <w:r>
        <w:tab/>
        <w:t>1.013e0</w:t>
      </w:r>
    </w:p>
    <w:p w:rsidR="00E00D30" w:rsidRDefault="00E00D30" w:rsidP="00E00D30">
      <w:r>
        <w:t>867.0474</w:t>
      </w:r>
      <w:r>
        <w:tab/>
        <w:t>1.013e0</w:t>
      </w:r>
    </w:p>
    <w:p w:rsidR="00E00D30" w:rsidRDefault="00E00D30" w:rsidP="00E00D30">
      <w:r>
        <w:t>867.0635</w:t>
      </w:r>
      <w:r>
        <w:tab/>
        <w:t>1.013e0</w:t>
      </w:r>
    </w:p>
    <w:p w:rsidR="00E00D30" w:rsidRDefault="00E00D30" w:rsidP="00E00D30">
      <w:r>
        <w:t>867.0922</w:t>
      </w:r>
      <w:r>
        <w:tab/>
        <w:t>3.038e0</w:t>
      </w:r>
    </w:p>
    <w:p w:rsidR="00E00D30" w:rsidRDefault="00E00D30" w:rsidP="00E00D30">
      <w:r>
        <w:lastRenderedPageBreak/>
        <w:t>867.0977</w:t>
      </w:r>
      <w:r>
        <w:tab/>
        <w:t>1.013e0</w:t>
      </w:r>
    </w:p>
    <w:p w:rsidR="00E00D30" w:rsidRDefault="00E00D30" w:rsidP="00E00D30">
      <w:r>
        <w:t>867.1323</w:t>
      </w:r>
      <w:r>
        <w:tab/>
        <w:t>1.013e0</w:t>
      </w:r>
    </w:p>
    <w:p w:rsidR="00E00D30" w:rsidRDefault="00E00D30" w:rsidP="00E00D30">
      <w:r>
        <w:t>867.1935</w:t>
      </w:r>
      <w:r>
        <w:tab/>
        <w:t>2.025e0</w:t>
      </w:r>
    </w:p>
    <w:p w:rsidR="00E00D30" w:rsidRDefault="00E00D30" w:rsidP="00E00D30">
      <w:r>
        <w:t>867.2269</w:t>
      </w:r>
      <w:r>
        <w:tab/>
        <w:t>2.025e0</w:t>
      </w:r>
    </w:p>
    <w:p w:rsidR="00E00D30" w:rsidRDefault="00E00D30" w:rsidP="00E00D30">
      <w:r>
        <w:t>867.2955</w:t>
      </w:r>
      <w:r>
        <w:tab/>
        <w:t>1.013e0</w:t>
      </w:r>
    </w:p>
    <w:p w:rsidR="00E00D30" w:rsidRDefault="00E00D30" w:rsidP="00E00D30">
      <w:r>
        <w:t>867.3101</w:t>
      </w:r>
      <w:r>
        <w:tab/>
        <w:t>1.013e0</w:t>
      </w:r>
    </w:p>
    <w:p w:rsidR="00E00D30" w:rsidRDefault="00E00D30" w:rsidP="00E00D30">
      <w:r>
        <w:t>867.3242</w:t>
      </w:r>
      <w:r>
        <w:tab/>
        <w:t>1.013e0</w:t>
      </w:r>
    </w:p>
    <w:p w:rsidR="00E00D30" w:rsidRDefault="00E00D30" w:rsidP="00E00D30">
      <w:r>
        <w:t>867.3346</w:t>
      </w:r>
      <w:r>
        <w:tab/>
        <w:t>1.013e0</w:t>
      </w:r>
    </w:p>
    <w:p w:rsidR="00E00D30" w:rsidRDefault="00E00D30" w:rsidP="00E00D30">
      <w:r>
        <w:t>867.3694</w:t>
      </w:r>
      <w:r>
        <w:tab/>
        <w:t>1.013e0</w:t>
      </w:r>
    </w:p>
    <w:p w:rsidR="00E00D30" w:rsidRDefault="00E00D30" w:rsidP="00E00D30">
      <w:r>
        <w:t>867.4192</w:t>
      </w:r>
      <w:r>
        <w:tab/>
        <w:t>1.013e0</w:t>
      </w:r>
    </w:p>
    <w:p w:rsidR="00E00D30" w:rsidRDefault="00E00D30" w:rsidP="00E00D30">
      <w:r>
        <w:t>867.4365</w:t>
      </w:r>
      <w:r>
        <w:tab/>
        <w:t>1.013e0</w:t>
      </w:r>
    </w:p>
    <w:p w:rsidR="00E00D30" w:rsidRDefault="00E00D30" w:rsidP="00E00D30">
      <w:r>
        <w:t>867.4528</w:t>
      </w:r>
      <w:r>
        <w:tab/>
        <w:t>3.038e0</w:t>
      </w:r>
    </w:p>
    <w:p w:rsidR="00E00D30" w:rsidRDefault="00E00D30" w:rsidP="00E00D30">
      <w:r>
        <w:t>867.4995</w:t>
      </w:r>
      <w:r>
        <w:tab/>
        <w:t>2.025e0</w:t>
      </w:r>
    </w:p>
    <w:p w:rsidR="00E00D30" w:rsidRDefault="00E00D30" w:rsidP="00E00D30">
      <w:r>
        <w:t>867.5281</w:t>
      </w:r>
      <w:r>
        <w:tab/>
        <w:t>3.038e0</w:t>
      </w:r>
    </w:p>
    <w:p w:rsidR="00E00D30" w:rsidRDefault="00E00D30" w:rsidP="00E00D30">
      <w:r>
        <w:t>867.5723</w:t>
      </w:r>
      <w:r>
        <w:tab/>
        <w:t>1.013e0</w:t>
      </w:r>
    </w:p>
    <w:p w:rsidR="00E00D30" w:rsidRDefault="00E00D30" w:rsidP="00E00D30">
      <w:r>
        <w:t>867.5789</w:t>
      </w:r>
      <w:r>
        <w:tab/>
        <w:t>2.025e0</w:t>
      </w:r>
    </w:p>
    <w:p w:rsidR="00E00D30" w:rsidRDefault="00E00D30" w:rsidP="00E00D30">
      <w:r>
        <w:t>867.5800</w:t>
      </w:r>
      <w:r>
        <w:tab/>
        <w:t>4.051e0</w:t>
      </w:r>
    </w:p>
    <w:p w:rsidR="00E00D30" w:rsidRDefault="00E00D30" w:rsidP="00E00D30">
      <w:r>
        <w:t>867.5956</w:t>
      </w:r>
      <w:r>
        <w:tab/>
        <w:t>2.025e0</w:t>
      </w:r>
    </w:p>
    <w:p w:rsidR="00E00D30" w:rsidRDefault="00E00D30" w:rsidP="00E00D30">
      <w:r>
        <w:t>867.6343</w:t>
      </w:r>
      <w:r>
        <w:tab/>
        <w:t>3.038e0</w:t>
      </w:r>
    </w:p>
    <w:p w:rsidR="00E00D30" w:rsidRDefault="00E00D30" w:rsidP="00E00D30">
      <w:r>
        <w:lastRenderedPageBreak/>
        <w:t>867.6511</w:t>
      </w:r>
      <w:r>
        <w:tab/>
        <w:t>2.025e0</w:t>
      </w:r>
    </w:p>
    <w:p w:rsidR="00E00D30" w:rsidRDefault="00E00D30" w:rsidP="00E00D30">
      <w:r>
        <w:t>867.7129</w:t>
      </w:r>
      <w:r>
        <w:tab/>
        <w:t>2.025e0</w:t>
      </w:r>
    </w:p>
    <w:p w:rsidR="00E00D30" w:rsidRDefault="00E00D30" w:rsidP="00E00D30">
      <w:r>
        <w:t>867.7326</w:t>
      </w:r>
      <w:r>
        <w:tab/>
        <w:t>1.013e0</w:t>
      </w:r>
    </w:p>
    <w:p w:rsidR="00E00D30" w:rsidRDefault="00E00D30" w:rsidP="00E00D30">
      <w:r>
        <w:t>867.7407</w:t>
      </w:r>
      <w:r>
        <w:tab/>
        <w:t>1.013e0</w:t>
      </w:r>
    </w:p>
    <w:p w:rsidR="00E00D30" w:rsidRDefault="00E00D30" w:rsidP="00E00D30">
      <w:r>
        <w:t>867.7517</w:t>
      </w:r>
      <w:r>
        <w:tab/>
        <w:t>2.025e0</w:t>
      </w:r>
    </w:p>
    <w:p w:rsidR="00E00D30" w:rsidRDefault="00E00D30" w:rsidP="00E00D30">
      <w:r>
        <w:t>867.8072</w:t>
      </w:r>
      <w:r>
        <w:tab/>
        <w:t>1.013e0</w:t>
      </w:r>
    </w:p>
    <w:p w:rsidR="00E00D30" w:rsidRDefault="00E00D30" w:rsidP="00E00D30">
      <w:r>
        <w:t>867.8244</w:t>
      </w:r>
      <w:r>
        <w:tab/>
        <w:t>1.013e0</w:t>
      </w:r>
    </w:p>
    <w:p w:rsidR="00E00D30" w:rsidRDefault="00E00D30" w:rsidP="00E00D30">
      <w:r>
        <w:t>867.8357</w:t>
      </w:r>
      <w:r>
        <w:tab/>
        <w:t>1.013e0</w:t>
      </w:r>
    </w:p>
    <w:p w:rsidR="00E00D30" w:rsidRDefault="00E00D30" w:rsidP="00E00D30">
      <w:r>
        <w:t>867.8594</w:t>
      </w:r>
      <w:r>
        <w:tab/>
        <w:t>1.013e0</w:t>
      </w:r>
    </w:p>
    <w:p w:rsidR="00E00D30" w:rsidRDefault="00E00D30" w:rsidP="00E00D30">
      <w:r>
        <w:t>867.9012</w:t>
      </w:r>
      <w:r>
        <w:tab/>
        <w:t>2.025e0</w:t>
      </w:r>
    </w:p>
    <w:p w:rsidR="00E00D30" w:rsidRDefault="00E00D30" w:rsidP="00E00D30">
      <w:r>
        <w:t>867.9603</w:t>
      </w:r>
      <w:r>
        <w:tab/>
        <w:t>1.013e0</w:t>
      </w:r>
    </w:p>
    <w:p w:rsidR="00E00D30" w:rsidRDefault="00E00D30" w:rsidP="00E00D30">
      <w:r>
        <w:t>867.9814</w:t>
      </w:r>
      <w:r>
        <w:tab/>
        <w:t>1.013e0</w:t>
      </w:r>
    </w:p>
    <w:p w:rsidR="00E00D30" w:rsidRDefault="00E00D30" w:rsidP="00E00D30">
      <w:r>
        <w:t>868.0236</w:t>
      </w:r>
      <w:r>
        <w:tab/>
        <w:t>1.013e0</w:t>
      </w:r>
    </w:p>
    <w:p w:rsidR="00E00D30" w:rsidRDefault="00E00D30" w:rsidP="00E00D30">
      <w:r>
        <w:t>868.0402</w:t>
      </w:r>
      <w:r>
        <w:tab/>
        <w:t>2.025e0</w:t>
      </w:r>
    </w:p>
    <w:p w:rsidR="00E00D30" w:rsidRDefault="00E00D30" w:rsidP="00E00D30">
      <w:r>
        <w:t>868.0533</w:t>
      </w:r>
      <w:r>
        <w:tab/>
        <w:t>1.013e0</w:t>
      </w:r>
    </w:p>
    <w:p w:rsidR="00E00D30" w:rsidRDefault="00E00D30" w:rsidP="00E00D30">
      <w:r>
        <w:t>868.1113</w:t>
      </w:r>
      <w:r>
        <w:tab/>
        <w:t>2.025e0</w:t>
      </w:r>
    </w:p>
    <w:p w:rsidR="00E00D30" w:rsidRDefault="00E00D30" w:rsidP="00E00D30">
      <w:r>
        <w:t>868.1407</w:t>
      </w:r>
      <w:r>
        <w:tab/>
        <w:t>1.013e0</w:t>
      </w:r>
    </w:p>
    <w:p w:rsidR="00E00D30" w:rsidRDefault="00E00D30" w:rsidP="00E00D30">
      <w:r>
        <w:t>868.1418</w:t>
      </w:r>
      <w:r>
        <w:tab/>
        <w:t>2.025e0</w:t>
      </w:r>
    </w:p>
    <w:p w:rsidR="00E00D30" w:rsidRDefault="00E00D30" w:rsidP="00E00D30">
      <w:r>
        <w:t>868.1475</w:t>
      </w:r>
      <w:r>
        <w:tab/>
        <w:t>1.013e0</w:t>
      </w:r>
    </w:p>
    <w:p w:rsidR="00E00D30" w:rsidRDefault="00E00D30" w:rsidP="00E00D30">
      <w:r>
        <w:lastRenderedPageBreak/>
        <w:t>868.2058</w:t>
      </w:r>
      <w:r>
        <w:tab/>
        <w:t>2.025e0</w:t>
      </w:r>
    </w:p>
    <w:p w:rsidR="00E00D30" w:rsidRDefault="00E00D30" w:rsidP="00E00D30">
      <w:r>
        <w:t>868.2147</w:t>
      </w:r>
      <w:r>
        <w:tab/>
        <w:t>1.013e0</w:t>
      </w:r>
    </w:p>
    <w:p w:rsidR="00E00D30" w:rsidRDefault="00E00D30" w:rsidP="00E00D30">
      <w:r>
        <w:t>868.2370</w:t>
      </w:r>
      <w:r>
        <w:tab/>
        <w:t>2.025e0</w:t>
      </w:r>
    </w:p>
    <w:p w:rsidR="00E00D30" w:rsidRDefault="00E00D30" w:rsidP="00E00D30">
      <w:r>
        <w:t>868.2478</w:t>
      </w:r>
      <w:r>
        <w:tab/>
        <w:t>1.013e0</w:t>
      </w:r>
    </w:p>
    <w:p w:rsidR="00E00D30" w:rsidRDefault="00E00D30" w:rsidP="00E00D30">
      <w:r>
        <w:t>868.2844</w:t>
      </w:r>
      <w:r>
        <w:tab/>
        <w:t>2.025e0</w:t>
      </w:r>
    </w:p>
    <w:p w:rsidR="00E00D30" w:rsidRDefault="00E00D30" w:rsidP="00E00D30">
      <w:r>
        <w:t>868.2861</w:t>
      </w:r>
      <w:r>
        <w:tab/>
        <w:t>1.013e0</w:t>
      </w:r>
    </w:p>
    <w:p w:rsidR="00E00D30" w:rsidRDefault="00E00D30" w:rsidP="00E00D30">
      <w:r>
        <w:t>868.3000</w:t>
      </w:r>
      <w:r>
        <w:tab/>
        <w:t>2.025e0</w:t>
      </w:r>
    </w:p>
    <w:p w:rsidR="00E00D30" w:rsidRDefault="00E00D30" w:rsidP="00E00D30">
      <w:r>
        <w:t>868.3152</w:t>
      </w:r>
      <w:r>
        <w:tab/>
        <w:t>1.013e0</w:t>
      </w:r>
    </w:p>
    <w:p w:rsidR="00E00D30" w:rsidRDefault="00E00D30" w:rsidP="00E00D30">
      <w:r>
        <w:t>868.3314</w:t>
      </w:r>
      <w:r>
        <w:tab/>
        <w:t>1.013e0</w:t>
      </w:r>
    </w:p>
    <w:p w:rsidR="00E00D30" w:rsidRDefault="00E00D30" w:rsidP="00E00D30">
      <w:r>
        <w:t>868.3665</w:t>
      </w:r>
      <w:r>
        <w:tab/>
        <w:t>1.013e0</w:t>
      </w:r>
    </w:p>
    <w:p w:rsidR="00E00D30" w:rsidRDefault="00E00D30" w:rsidP="00E00D30">
      <w:r>
        <w:t>868.3802</w:t>
      </w:r>
      <w:r>
        <w:tab/>
        <w:t>2.025e0</w:t>
      </w:r>
    </w:p>
    <w:p w:rsidR="00E00D30" w:rsidRDefault="00E00D30" w:rsidP="00E00D30">
      <w:r>
        <w:t>868.4029</w:t>
      </w:r>
      <w:r>
        <w:tab/>
        <w:t>2.025e0</w:t>
      </w:r>
    </w:p>
    <w:p w:rsidR="00E00D30" w:rsidRDefault="00E00D30" w:rsidP="00E00D30">
      <w:r>
        <w:t>868.4465</w:t>
      </w:r>
      <w:r>
        <w:tab/>
        <w:t>1.013e0</w:t>
      </w:r>
    </w:p>
    <w:p w:rsidR="00E00D30" w:rsidRDefault="00E00D30" w:rsidP="00E00D30">
      <w:r>
        <w:t>868.4675</w:t>
      </w:r>
      <w:r>
        <w:tab/>
        <w:t>1.013e0</w:t>
      </w:r>
    </w:p>
    <w:p w:rsidR="00E00D30" w:rsidRDefault="00E00D30" w:rsidP="00E00D30">
      <w:r>
        <w:t>868.4862</w:t>
      </w:r>
      <w:r>
        <w:tab/>
        <w:t>1.013e0</w:t>
      </w:r>
    </w:p>
    <w:p w:rsidR="00E00D30" w:rsidRDefault="00E00D30" w:rsidP="00E00D30">
      <w:r>
        <w:t>868.4901</w:t>
      </w:r>
      <w:r>
        <w:tab/>
        <w:t>5.063e0</w:t>
      </w:r>
    </w:p>
    <w:p w:rsidR="00E00D30" w:rsidRDefault="00E00D30" w:rsidP="00E00D30">
      <w:r>
        <w:t>868.5411</w:t>
      </w:r>
      <w:r>
        <w:tab/>
        <w:t>2.025e0</w:t>
      </w:r>
    </w:p>
    <w:p w:rsidR="00E00D30" w:rsidRDefault="00E00D30" w:rsidP="00E00D30">
      <w:r>
        <w:t>868.5563</w:t>
      </w:r>
      <w:r>
        <w:tab/>
        <w:t>2.025e0</w:t>
      </w:r>
    </w:p>
    <w:p w:rsidR="00E00D30" w:rsidRDefault="00E00D30" w:rsidP="00E00D30">
      <w:r>
        <w:t>868.5834</w:t>
      </w:r>
      <w:r>
        <w:tab/>
        <w:t>3.038e0</w:t>
      </w:r>
    </w:p>
    <w:p w:rsidR="00E00D30" w:rsidRDefault="00E00D30" w:rsidP="00E00D30">
      <w:r>
        <w:lastRenderedPageBreak/>
        <w:t>868.6143</w:t>
      </w:r>
      <w:r>
        <w:tab/>
        <w:t>4.051e0</w:t>
      </w:r>
    </w:p>
    <w:p w:rsidR="00E00D30" w:rsidRDefault="00E00D30" w:rsidP="00E00D30">
      <w:r>
        <w:t>868.6520</w:t>
      </w:r>
      <w:r>
        <w:tab/>
        <w:t>2.025e0</w:t>
      </w:r>
    </w:p>
    <w:p w:rsidR="00E00D30" w:rsidRDefault="00E00D30" w:rsidP="00E00D30">
      <w:r>
        <w:t>868.7095</w:t>
      </w:r>
      <w:r>
        <w:tab/>
        <w:t>1.013e0</w:t>
      </w:r>
    </w:p>
    <w:p w:rsidR="00E00D30" w:rsidRDefault="00E00D30" w:rsidP="00E00D30">
      <w:r>
        <w:t>868.7534</w:t>
      </w:r>
      <w:r>
        <w:tab/>
        <w:t>3.038e0</w:t>
      </w:r>
    </w:p>
    <w:p w:rsidR="00E00D30" w:rsidRDefault="00E00D30" w:rsidP="00E00D30">
      <w:r>
        <w:t>868.7554</w:t>
      </w:r>
      <w:r>
        <w:tab/>
        <w:t>1.013e0</w:t>
      </w:r>
    </w:p>
    <w:p w:rsidR="00E00D30" w:rsidRDefault="00E00D30" w:rsidP="00E00D30">
      <w:r>
        <w:t>868.8066</w:t>
      </w:r>
      <w:r>
        <w:tab/>
        <w:t>1.013e0</w:t>
      </w:r>
    </w:p>
    <w:p w:rsidR="00E00D30" w:rsidRDefault="00E00D30" w:rsidP="00E00D30">
      <w:r>
        <w:t>868.8112</w:t>
      </w:r>
      <w:r>
        <w:tab/>
        <w:t>1.013e0</w:t>
      </w:r>
    </w:p>
    <w:p w:rsidR="00E00D30" w:rsidRDefault="00E00D30" w:rsidP="00E00D30">
      <w:r>
        <w:t>868.8406</w:t>
      </w:r>
      <w:r>
        <w:tab/>
        <w:t>2.025e0</w:t>
      </w:r>
    </w:p>
    <w:p w:rsidR="00E00D30" w:rsidRDefault="00E00D30" w:rsidP="00E00D30">
      <w:r>
        <w:t>868.8554</w:t>
      </w:r>
      <w:r>
        <w:tab/>
        <w:t>1.013e0</w:t>
      </w:r>
    </w:p>
    <w:p w:rsidR="00E00D30" w:rsidRDefault="00E00D30" w:rsidP="00E00D30">
      <w:r>
        <w:t>868.8565</w:t>
      </w:r>
      <w:r>
        <w:tab/>
        <w:t>1.013e0</w:t>
      </w:r>
    </w:p>
    <w:p w:rsidR="00E00D30" w:rsidRDefault="00E00D30" w:rsidP="00E00D30">
      <w:r>
        <w:t>868.8729</w:t>
      </w:r>
      <w:r>
        <w:tab/>
        <w:t>1.013e0</w:t>
      </w:r>
    </w:p>
    <w:p w:rsidR="00E00D30" w:rsidRDefault="00E00D30" w:rsidP="00E00D30">
      <w:r>
        <w:t>868.8782</w:t>
      </w:r>
      <w:r>
        <w:tab/>
        <w:t>2.025e0</w:t>
      </w:r>
    </w:p>
    <w:p w:rsidR="00E00D30" w:rsidRDefault="00E00D30" w:rsidP="00E00D30">
      <w:r>
        <w:t>868.9425</w:t>
      </w:r>
      <w:r>
        <w:tab/>
        <w:t>1.013e0</w:t>
      </w:r>
    </w:p>
    <w:p w:rsidR="00E00D30" w:rsidRDefault="00E00D30" w:rsidP="00E00D30">
      <w:r>
        <w:t>869.0105</w:t>
      </w:r>
      <w:r>
        <w:tab/>
        <w:t>1.013e0</w:t>
      </w:r>
    </w:p>
    <w:p w:rsidR="00E00D30" w:rsidRDefault="00E00D30" w:rsidP="00E00D30">
      <w:r>
        <w:t>869.0448</w:t>
      </w:r>
      <w:r>
        <w:tab/>
        <w:t>4.051e0</w:t>
      </w:r>
    </w:p>
    <w:p w:rsidR="00E00D30" w:rsidRDefault="00E00D30" w:rsidP="00E00D30">
      <w:r>
        <w:t>869.0598</w:t>
      </w:r>
      <w:r>
        <w:tab/>
        <w:t>1.013e0</w:t>
      </w:r>
    </w:p>
    <w:p w:rsidR="00E00D30" w:rsidRDefault="00E00D30" w:rsidP="00E00D30">
      <w:r>
        <w:t>869.0946</w:t>
      </w:r>
      <w:r>
        <w:tab/>
        <w:t>1.013e0</w:t>
      </w:r>
    </w:p>
    <w:p w:rsidR="00E00D30" w:rsidRDefault="00E00D30" w:rsidP="00E00D30">
      <w:r>
        <w:t>869.1614</w:t>
      </w:r>
      <w:r>
        <w:tab/>
        <w:t>1.013e0</w:t>
      </w:r>
    </w:p>
    <w:p w:rsidR="00E00D30" w:rsidRDefault="00E00D30" w:rsidP="00E00D30">
      <w:r>
        <w:t>869.1768</w:t>
      </w:r>
      <w:r>
        <w:tab/>
        <w:t>2.025e0</w:t>
      </w:r>
    </w:p>
    <w:p w:rsidR="00E00D30" w:rsidRDefault="00E00D30" w:rsidP="00E00D30">
      <w:r>
        <w:lastRenderedPageBreak/>
        <w:t>869.2090</w:t>
      </w:r>
      <w:r>
        <w:tab/>
        <w:t>2.025e0</w:t>
      </w:r>
    </w:p>
    <w:p w:rsidR="00E00D30" w:rsidRDefault="00E00D30" w:rsidP="00E00D30">
      <w:r>
        <w:t>869.2203</w:t>
      </w:r>
      <w:r>
        <w:tab/>
        <w:t>1.013e0</w:t>
      </w:r>
    </w:p>
    <w:p w:rsidR="00E00D30" w:rsidRDefault="00E00D30" w:rsidP="00E00D30">
      <w:r>
        <w:t>869.2944</w:t>
      </w:r>
      <w:r>
        <w:tab/>
        <w:t>1.013e0</w:t>
      </w:r>
    </w:p>
    <w:p w:rsidR="00E00D30" w:rsidRDefault="00E00D30" w:rsidP="00E00D30">
      <w:r>
        <w:t>869.2957</w:t>
      </w:r>
      <w:r>
        <w:tab/>
        <w:t>1.013e0</w:t>
      </w:r>
    </w:p>
    <w:p w:rsidR="00E00D30" w:rsidRDefault="00E00D30" w:rsidP="00E00D30">
      <w:r>
        <w:t>869.2972</w:t>
      </w:r>
      <w:r>
        <w:tab/>
        <w:t>1.013e0</w:t>
      </w:r>
    </w:p>
    <w:p w:rsidR="00E00D30" w:rsidRDefault="00E00D30" w:rsidP="00E00D30">
      <w:r>
        <w:t>869.3954</w:t>
      </w:r>
      <w:r>
        <w:tab/>
        <w:t>1.013e0</w:t>
      </w:r>
    </w:p>
    <w:p w:rsidR="00E00D30" w:rsidRDefault="00E00D30" w:rsidP="00E00D30">
      <w:r>
        <w:t>869.3984</w:t>
      </w:r>
      <w:r>
        <w:tab/>
        <w:t>1.013e0</w:t>
      </w:r>
    </w:p>
    <w:p w:rsidR="00E00D30" w:rsidRDefault="00E00D30" w:rsidP="00E00D30">
      <w:r>
        <w:t>869.4247</w:t>
      </w:r>
      <w:r>
        <w:tab/>
        <w:t>1.013e0</w:t>
      </w:r>
    </w:p>
    <w:p w:rsidR="00E00D30" w:rsidRDefault="00E00D30" w:rsidP="00E00D30">
      <w:r>
        <w:t>869.4534</w:t>
      </w:r>
      <w:r>
        <w:tab/>
        <w:t>1.013e0</w:t>
      </w:r>
    </w:p>
    <w:p w:rsidR="00E00D30" w:rsidRDefault="00E00D30" w:rsidP="00E00D30">
      <w:r>
        <w:t>869.4550</w:t>
      </w:r>
      <w:r>
        <w:tab/>
        <w:t>1.013e0</w:t>
      </w:r>
    </w:p>
    <w:p w:rsidR="00E00D30" w:rsidRDefault="00E00D30" w:rsidP="00E00D30">
      <w:r>
        <w:t>869.4831</w:t>
      </w:r>
      <w:r>
        <w:tab/>
        <w:t>1.013e0</w:t>
      </w:r>
    </w:p>
    <w:p w:rsidR="00E00D30" w:rsidRDefault="00E00D30" w:rsidP="00E00D30">
      <w:r>
        <w:t>869.4884</w:t>
      </w:r>
      <w:r>
        <w:tab/>
        <w:t>1.990e0</w:t>
      </w:r>
    </w:p>
    <w:p w:rsidR="00E00D30" w:rsidRDefault="00E00D30" w:rsidP="00E00D30">
      <w:r>
        <w:t>869.4980</w:t>
      </w:r>
      <w:r>
        <w:tab/>
        <w:t>3.038e0</w:t>
      </w:r>
    </w:p>
    <w:p w:rsidR="00E00D30" w:rsidRDefault="00E00D30" w:rsidP="00E00D30">
      <w:r>
        <w:t>869.5123</w:t>
      </w:r>
      <w:r>
        <w:tab/>
        <w:t>1.013e0</w:t>
      </w:r>
    </w:p>
    <w:p w:rsidR="00E00D30" w:rsidRDefault="00E00D30" w:rsidP="00E00D30">
      <w:r>
        <w:t>869.5415</w:t>
      </w:r>
      <w:r>
        <w:tab/>
        <w:t>1.013e0</w:t>
      </w:r>
    </w:p>
    <w:p w:rsidR="00E00D30" w:rsidRDefault="00E00D30" w:rsidP="00E00D30">
      <w:r>
        <w:t>869.5545</w:t>
      </w:r>
      <w:r>
        <w:tab/>
        <w:t>2.025e0</w:t>
      </w:r>
    </w:p>
    <w:p w:rsidR="00E00D30" w:rsidRDefault="00E00D30" w:rsidP="00E00D30">
      <w:r>
        <w:t>869.5571</w:t>
      </w:r>
      <w:r>
        <w:tab/>
        <w:t>1.013e0</w:t>
      </w:r>
    </w:p>
    <w:p w:rsidR="00E00D30" w:rsidRDefault="00E00D30" w:rsidP="00E00D30">
      <w:r>
        <w:t>869.5851</w:t>
      </w:r>
      <w:r>
        <w:tab/>
        <w:t>2.025e0</w:t>
      </w:r>
    </w:p>
    <w:p w:rsidR="00E00D30" w:rsidRDefault="00E00D30" w:rsidP="00E00D30">
      <w:r>
        <w:t>869.6155</w:t>
      </w:r>
      <w:r>
        <w:tab/>
        <w:t>1.013e0</w:t>
      </w:r>
    </w:p>
    <w:p w:rsidR="00E00D30" w:rsidRDefault="00E00D30" w:rsidP="00E00D30">
      <w:r>
        <w:lastRenderedPageBreak/>
        <w:t>869.6432</w:t>
      </w:r>
      <w:r>
        <w:tab/>
        <w:t>1.013e0</w:t>
      </w:r>
    </w:p>
    <w:p w:rsidR="00E00D30" w:rsidRDefault="00E00D30" w:rsidP="00E00D30">
      <w:r>
        <w:t>869.6875</w:t>
      </w:r>
      <w:r>
        <w:tab/>
        <w:t>1.013e0</w:t>
      </w:r>
    </w:p>
    <w:p w:rsidR="00E00D30" w:rsidRDefault="00E00D30" w:rsidP="00E00D30">
      <w:r>
        <w:t>869.8054</w:t>
      </w:r>
      <w:r>
        <w:tab/>
        <w:t>1.013e0</w:t>
      </w:r>
    </w:p>
    <w:p w:rsidR="00E00D30" w:rsidRDefault="00E00D30" w:rsidP="00E00D30">
      <w:r>
        <w:t>869.8118</w:t>
      </w:r>
      <w:r>
        <w:tab/>
        <w:t>2.025e0</w:t>
      </w:r>
    </w:p>
    <w:p w:rsidR="00E00D30" w:rsidRDefault="00E00D30" w:rsidP="00E00D30">
      <w:r>
        <w:t>869.8200</w:t>
      </w:r>
      <w:r>
        <w:tab/>
        <w:t>1.013e0</w:t>
      </w:r>
    </w:p>
    <w:p w:rsidR="00E00D30" w:rsidRDefault="00E00D30" w:rsidP="00E00D30">
      <w:r>
        <w:t>869.8378</w:t>
      </w:r>
      <w:r>
        <w:tab/>
        <w:t>1.013e0</w:t>
      </w:r>
    </w:p>
    <w:p w:rsidR="00E00D30" w:rsidRDefault="00E00D30" w:rsidP="00E00D30">
      <w:r>
        <w:t>869.9212</w:t>
      </w:r>
      <w:r>
        <w:tab/>
        <w:t>1.013e0</w:t>
      </w:r>
    </w:p>
    <w:p w:rsidR="00E00D30" w:rsidRDefault="00E00D30" w:rsidP="00E00D30">
      <w:r>
        <w:t>869.9382</w:t>
      </w:r>
      <w:r>
        <w:tab/>
        <w:t>2.025e0</w:t>
      </w:r>
    </w:p>
    <w:p w:rsidR="00E00D30" w:rsidRDefault="00E00D30" w:rsidP="00E00D30">
      <w:r>
        <w:t>869.9565</w:t>
      </w:r>
      <w:r>
        <w:tab/>
        <w:t>1.013e0</w:t>
      </w:r>
    </w:p>
    <w:p w:rsidR="00E00D30" w:rsidRDefault="00E00D30" w:rsidP="00E00D30">
      <w:r>
        <w:t>869.9691</w:t>
      </w:r>
      <w:r>
        <w:tab/>
        <w:t>2.025e0</w:t>
      </w:r>
    </w:p>
    <w:p w:rsidR="00E00D30" w:rsidRDefault="00E00D30" w:rsidP="00E00D30">
      <w:r>
        <w:t>869.9797</w:t>
      </w:r>
      <w:r>
        <w:tab/>
        <w:t>1.013e0</w:t>
      </w:r>
    </w:p>
    <w:p w:rsidR="00E00D30" w:rsidRDefault="00E00D30" w:rsidP="00E00D30">
      <w:r>
        <w:t>870.0381</w:t>
      </w:r>
      <w:r>
        <w:tab/>
        <w:t>1.013e0</w:t>
      </w:r>
    </w:p>
    <w:p w:rsidR="00E00D30" w:rsidRDefault="00E00D30" w:rsidP="00E00D30">
      <w:r>
        <w:t>870.0574</w:t>
      </w:r>
      <w:r>
        <w:tab/>
        <w:t>1.013e0</w:t>
      </w:r>
    </w:p>
    <w:p w:rsidR="00E00D30" w:rsidRDefault="00E00D30" w:rsidP="00E00D30">
      <w:r>
        <w:t>870.0861</w:t>
      </w:r>
      <w:r>
        <w:tab/>
        <w:t>2.025e0</w:t>
      </w:r>
    </w:p>
    <w:p w:rsidR="00E00D30" w:rsidRDefault="00E00D30" w:rsidP="00E00D30">
      <w:r>
        <w:t>870.1253</w:t>
      </w:r>
      <w:r>
        <w:tab/>
        <w:t>1.013e0</w:t>
      </w:r>
    </w:p>
    <w:p w:rsidR="00E00D30" w:rsidRDefault="00E00D30" w:rsidP="00E00D30">
      <w:r>
        <w:t>870.1404</w:t>
      </w:r>
      <w:r>
        <w:tab/>
        <w:t>1.013e0</w:t>
      </w:r>
    </w:p>
    <w:p w:rsidR="00E00D30" w:rsidRDefault="00E00D30" w:rsidP="00E00D30">
      <w:r>
        <w:t>870.1652</w:t>
      </w:r>
      <w:r>
        <w:tab/>
        <w:t>2.025e0</w:t>
      </w:r>
    </w:p>
    <w:p w:rsidR="00E00D30" w:rsidRDefault="00E00D30" w:rsidP="00E00D30">
      <w:r>
        <w:t>870.2134</w:t>
      </w:r>
      <w:r>
        <w:tab/>
        <w:t>1.013e0</w:t>
      </w:r>
    </w:p>
    <w:p w:rsidR="00E00D30" w:rsidRDefault="00E00D30" w:rsidP="00E00D30">
      <w:r>
        <w:t>870.2291</w:t>
      </w:r>
      <w:r>
        <w:tab/>
        <w:t>1.013e0</w:t>
      </w:r>
    </w:p>
    <w:p w:rsidR="00E00D30" w:rsidRDefault="00E00D30" w:rsidP="00E00D30">
      <w:r>
        <w:lastRenderedPageBreak/>
        <w:t>870.2719</w:t>
      </w:r>
      <w:r>
        <w:tab/>
        <w:t>1.013e0</w:t>
      </w:r>
    </w:p>
    <w:p w:rsidR="00E00D30" w:rsidRDefault="00E00D30" w:rsidP="00E00D30">
      <w:r>
        <w:t>870.3450</w:t>
      </w:r>
      <w:r>
        <w:tab/>
        <w:t>1.013e0</w:t>
      </w:r>
    </w:p>
    <w:p w:rsidR="00E00D30" w:rsidRDefault="00E00D30" w:rsidP="00E00D30">
      <w:r>
        <w:t>870.4138</w:t>
      </w:r>
      <w:r>
        <w:tab/>
        <w:t>1.013e0</w:t>
      </w:r>
    </w:p>
    <w:p w:rsidR="00E00D30" w:rsidRDefault="00E00D30" w:rsidP="00E00D30">
      <w:r>
        <w:t>870.4268</w:t>
      </w:r>
      <w:r>
        <w:tab/>
        <w:t>3.038e0</w:t>
      </w:r>
    </w:p>
    <w:p w:rsidR="00E00D30" w:rsidRDefault="00E00D30" w:rsidP="00E00D30">
      <w:r>
        <w:t>870.4551</w:t>
      </w:r>
      <w:r>
        <w:tab/>
        <w:t>2.025e0</w:t>
      </w:r>
    </w:p>
    <w:p w:rsidR="00E00D30" w:rsidRDefault="00E00D30" w:rsidP="00E00D30">
      <w:r>
        <w:t>870.4760</w:t>
      </w:r>
      <w:r>
        <w:tab/>
        <w:t>1.013e0</w:t>
      </w:r>
    </w:p>
    <w:p w:rsidR="00E00D30" w:rsidRDefault="00E00D30" w:rsidP="00E00D30">
      <w:r>
        <w:t>870.4951</w:t>
      </w:r>
      <w:r>
        <w:tab/>
        <w:t>3.038e0</w:t>
      </w:r>
    </w:p>
    <w:p w:rsidR="00E00D30" w:rsidRDefault="00E00D30" w:rsidP="00E00D30">
      <w:r>
        <w:t>870.5004</w:t>
      </w:r>
      <w:r>
        <w:tab/>
        <w:t>3.101e0</w:t>
      </w:r>
    </w:p>
    <w:p w:rsidR="00E00D30" w:rsidRDefault="00E00D30" w:rsidP="00E00D30">
      <w:r>
        <w:t>870.5491</w:t>
      </w:r>
      <w:r>
        <w:tab/>
        <w:t>1.013e0</w:t>
      </w:r>
    </w:p>
    <w:p w:rsidR="00E00D30" w:rsidRDefault="00E00D30" w:rsidP="00E00D30">
      <w:r>
        <w:t>870.6091</w:t>
      </w:r>
      <w:r>
        <w:tab/>
        <w:t>1.013e0</w:t>
      </w:r>
    </w:p>
    <w:p w:rsidR="00E00D30" w:rsidRDefault="00E00D30" w:rsidP="00E00D30">
      <w:r>
        <w:t>870.6368</w:t>
      </w:r>
      <w:r>
        <w:tab/>
        <w:t>2.025e0</w:t>
      </w:r>
    </w:p>
    <w:p w:rsidR="00E00D30" w:rsidRDefault="00E00D30" w:rsidP="00E00D30">
      <w:r>
        <w:t>870.7004</w:t>
      </w:r>
      <w:r>
        <w:tab/>
        <w:t>2.025e0</w:t>
      </w:r>
    </w:p>
    <w:p w:rsidR="00E00D30" w:rsidRDefault="00E00D30" w:rsidP="00E00D30">
      <w:r>
        <w:t>870.7150</w:t>
      </w:r>
      <w:r>
        <w:tab/>
        <w:t>2.025e0</w:t>
      </w:r>
    </w:p>
    <w:p w:rsidR="00E00D30" w:rsidRDefault="00E00D30" w:rsidP="00E00D30">
      <w:r>
        <w:t>870.7250</w:t>
      </w:r>
      <w:r>
        <w:tab/>
        <w:t>1.013e0</w:t>
      </w:r>
    </w:p>
    <w:p w:rsidR="00E00D30" w:rsidRDefault="00E00D30" w:rsidP="00E00D30">
      <w:r>
        <w:t>870.7404</w:t>
      </w:r>
      <w:r>
        <w:tab/>
        <w:t>2.025e0</w:t>
      </w:r>
    </w:p>
    <w:p w:rsidR="00E00D30" w:rsidRDefault="00E00D30" w:rsidP="00E00D30">
      <w:r>
        <w:t>870.8274</w:t>
      </w:r>
      <w:r>
        <w:tab/>
        <w:t>1.013e0</w:t>
      </w:r>
    </w:p>
    <w:p w:rsidR="00E00D30" w:rsidRDefault="00E00D30" w:rsidP="00E00D30">
      <w:r>
        <w:t>870.8713</w:t>
      </w:r>
      <w:r>
        <w:tab/>
        <w:t>1.013e0</w:t>
      </w:r>
    </w:p>
    <w:p w:rsidR="00E00D30" w:rsidRDefault="00E00D30" w:rsidP="00E00D30">
      <w:r>
        <w:t>870.8774</w:t>
      </w:r>
      <w:r>
        <w:tab/>
        <w:t>2.025e0</w:t>
      </w:r>
    </w:p>
    <w:p w:rsidR="00E00D30" w:rsidRDefault="00E00D30" w:rsidP="00E00D30">
      <w:r>
        <w:t>870.8854</w:t>
      </w:r>
      <w:r>
        <w:tab/>
        <w:t>1.013e0</w:t>
      </w:r>
    </w:p>
    <w:p w:rsidR="00E00D30" w:rsidRDefault="00E00D30" w:rsidP="00E00D30">
      <w:r>
        <w:lastRenderedPageBreak/>
        <w:t>870.9162</w:t>
      </w:r>
      <w:r>
        <w:tab/>
        <w:t>1.013e0</w:t>
      </w:r>
    </w:p>
    <w:p w:rsidR="00E00D30" w:rsidRDefault="00E00D30" w:rsidP="00E00D30">
      <w:r>
        <w:t>870.9725</w:t>
      </w:r>
      <w:r>
        <w:tab/>
        <w:t>1.013e0</w:t>
      </w:r>
    </w:p>
    <w:p w:rsidR="00E00D30" w:rsidRDefault="00E00D30" w:rsidP="00E00D30">
      <w:r>
        <w:t>870.9747</w:t>
      </w:r>
      <w:r>
        <w:tab/>
        <w:t>1.013e0</w:t>
      </w:r>
    </w:p>
    <w:p w:rsidR="00E00D30" w:rsidRDefault="00E00D30" w:rsidP="00E00D30">
      <w:r>
        <w:t>870.9883</w:t>
      </w:r>
      <w:r>
        <w:tab/>
        <w:t>1.013e0</w:t>
      </w:r>
    </w:p>
    <w:p w:rsidR="00E00D30" w:rsidRDefault="00E00D30" w:rsidP="00E00D30">
      <w:r>
        <w:t>871.0042</w:t>
      </w:r>
      <w:r>
        <w:tab/>
        <w:t>1.013e0</w:t>
      </w:r>
    </w:p>
    <w:p w:rsidR="00E00D30" w:rsidRDefault="00E00D30" w:rsidP="00E00D30">
      <w:r>
        <w:t>871.0465</w:t>
      </w:r>
      <w:r>
        <w:tab/>
        <w:t>2.025e0</w:t>
      </w:r>
    </w:p>
    <w:p w:rsidR="00E00D30" w:rsidRDefault="00E00D30" w:rsidP="00E00D30">
      <w:r>
        <w:t>871.0741</w:t>
      </w:r>
      <w:r>
        <w:tab/>
        <w:t>1.013e0</w:t>
      </w:r>
    </w:p>
    <w:p w:rsidR="00E00D30" w:rsidRDefault="00E00D30" w:rsidP="00E00D30">
      <w:r>
        <w:t>871.1401</w:t>
      </w:r>
      <w:r>
        <w:tab/>
        <w:t>1.013e0</w:t>
      </w:r>
    </w:p>
    <w:p w:rsidR="00E00D30" w:rsidRDefault="00E00D30" w:rsidP="00E00D30">
      <w:r>
        <w:t>871.1487</w:t>
      </w:r>
      <w:r>
        <w:tab/>
        <w:t>1.013e0</w:t>
      </w:r>
    </w:p>
    <w:p w:rsidR="00E00D30" w:rsidRDefault="00E00D30" w:rsidP="00E00D30">
      <w:r>
        <w:t>871.2076</w:t>
      </w:r>
      <w:r>
        <w:tab/>
        <w:t>1.013e0</w:t>
      </w:r>
    </w:p>
    <w:p w:rsidR="00E00D30" w:rsidRDefault="00E00D30" w:rsidP="00E00D30">
      <w:r>
        <w:t>871.2218</w:t>
      </w:r>
      <w:r>
        <w:tab/>
        <w:t>1.013e0</w:t>
      </w:r>
    </w:p>
    <w:p w:rsidR="00E00D30" w:rsidRDefault="00E00D30" w:rsidP="00E00D30">
      <w:r>
        <w:t>871.3242</w:t>
      </w:r>
      <w:r>
        <w:tab/>
        <w:t>1.013e0</w:t>
      </w:r>
    </w:p>
    <w:p w:rsidR="00E00D30" w:rsidRDefault="00E00D30" w:rsidP="00E00D30">
      <w:r>
        <w:t>871.3323</w:t>
      </w:r>
      <w:r>
        <w:tab/>
        <w:t>2.025e0</w:t>
      </w:r>
    </w:p>
    <w:p w:rsidR="00E00D30" w:rsidRDefault="00E00D30" w:rsidP="00E00D30">
      <w:r>
        <w:t>871.3442</w:t>
      </w:r>
      <w:r>
        <w:tab/>
        <w:t>1.013e0</w:t>
      </w:r>
    </w:p>
    <w:p w:rsidR="00E00D30" w:rsidRDefault="00E00D30" w:rsidP="00E00D30">
      <w:r>
        <w:t>871.3605</w:t>
      </w:r>
      <w:r>
        <w:tab/>
        <w:t>2.025e0</w:t>
      </w:r>
    </w:p>
    <w:p w:rsidR="00E00D30" w:rsidRDefault="00E00D30" w:rsidP="00E00D30">
      <w:r>
        <w:t>871.4047</w:t>
      </w:r>
      <w:r>
        <w:tab/>
        <w:t>2.025e0</w:t>
      </w:r>
    </w:p>
    <w:p w:rsidR="00E00D30" w:rsidRDefault="00E00D30" w:rsidP="00E00D30">
      <w:r>
        <w:t>871.4125</w:t>
      </w:r>
      <w:r>
        <w:tab/>
        <w:t>1.013e0</w:t>
      </w:r>
    </w:p>
    <w:p w:rsidR="00E00D30" w:rsidRDefault="00E00D30" w:rsidP="00E00D30">
      <w:r>
        <w:t>871.4341</w:t>
      </w:r>
      <w:r>
        <w:tab/>
        <w:t>2.660e0</w:t>
      </w:r>
    </w:p>
    <w:p w:rsidR="00E00D30" w:rsidRDefault="00E00D30" w:rsidP="00E00D30">
      <w:r>
        <w:t>871.4736</w:t>
      </w:r>
      <w:r>
        <w:tab/>
        <w:t>3.038e0</w:t>
      </w:r>
    </w:p>
    <w:p w:rsidR="00E00D30" w:rsidRDefault="00E00D30" w:rsidP="00E00D30">
      <w:r>
        <w:lastRenderedPageBreak/>
        <w:t>871.4925</w:t>
      </w:r>
      <w:r>
        <w:tab/>
        <w:t>2.025e0</w:t>
      </w:r>
    </w:p>
    <w:p w:rsidR="00E00D30" w:rsidRDefault="00E00D30" w:rsidP="00E00D30">
      <w:r>
        <w:t>871.4963</w:t>
      </w:r>
      <w:r>
        <w:tab/>
        <w:t>2.025e0</w:t>
      </w:r>
    </w:p>
    <w:p w:rsidR="00E00D30" w:rsidRDefault="00E00D30" w:rsidP="00E00D30">
      <w:r>
        <w:t>871.5137</w:t>
      </w:r>
      <w:r>
        <w:tab/>
        <w:t>2.025e0</w:t>
      </w:r>
    </w:p>
    <w:p w:rsidR="00E00D30" w:rsidRDefault="00E00D30" w:rsidP="00E00D30">
      <w:r>
        <w:t>871.5881</w:t>
      </w:r>
      <w:r>
        <w:tab/>
        <w:t>1.013e0</w:t>
      </w:r>
    </w:p>
    <w:p w:rsidR="00E00D30" w:rsidRDefault="00E00D30" w:rsidP="00E00D30">
      <w:r>
        <w:t>871.6038</w:t>
      </w:r>
      <w:r>
        <w:tab/>
        <w:t>1.013e0</w:t>
      </w:r>
    </w:p>
    <w:p w:rsidR="00E00D30" w:rsidRDefault="00E00D30" w:rsidP="00E00D30">
      <w:r>
        <w:t>871.6174</w:t>
      </w:r>
      <w:r>
        <w:tab/>
        <w:t>1.013e0</w:t>
      </w:r>
    </w:p>
    <w:p w:rsidR="00E00D30" w:rsidRDefault="00E00D30" w:rsidP="00E00D30">
      <w:r>
        <w:t>871.6315</w:t>
      </w:r>
      <w:r>
        <w:tab/>
        <w:t>2.025e0</w:t>
      </w:r>
    </w:p>
    <w:p w:rsidR="00E00D30" w:rsidRDefault="00E00D30" w:rsidP="00E00D30">
      <w:r>
        <w:t>871.6490</w:t>
      </w:r>
      <w:r>
        <w:tab/>
        <w:t>3.038e0</w:t>
      </w:r>
    </w:p>
    <w:p w:rsidR="00E00D30" w:rsidRDefault="00E00D30" w:rsidP="00E00D30">
      <w:r>
        <w:t>871.6642</w:t>
      </w:r>
      <w:r>
        <w:tab/>
        <w:t>3.038e0</w:t>
      </w:r>
    </w:p>
    <w:p w:rsidR="00E00D30" w:rsidRDefault="00E00D30" w:rsidP="00E00D30">
      <w:r>
        <w:t>871.6818</w:t>
      </w:r>
      <w:r>
        <w:tab/>
        <w:t>1.013e0</w:t>
      </w:r>
    </w:p>
    <w:p w:rsidR="00E00D30" w:rsidRDefault="00E00D30" w:rsidP="00E00D30">
      <w:r>
        <w:t>871.6829</w:t>
      </w:r>
      <w:r>
        <w:tab/>
        <w:t>1.013e0</w:t>
      </w:r>
    </w:p>
    <w:p w:rsidR="00E00D30" w:rsidRDefault="00E00D30" w:rsidP="00E00D30">
      <w:r>
        <w:t>871.7245</w:t>
      </w:r>
      <w:r>
        <w:tab/>
        <w:t>2.025e0</w:t>
      </w:r>
    </w:p>
    <w:p w:rsidR="00E00D30" w:rsidRDefault="00E00D30" w:rsidP="00E00D30">
      <w:r>
        <w:t>871.7344</w:t>
      </w:r>
      <w:r>
        <w:tab/>
        <w:t>1.013e0</w:t>
      </w:r>
    </w:p>
    <w:p w:rsidR="00E00D30" w:rsidRDefault="00E00D30" w:rsidP="00E00D30">
      <w:r>
        <w:t>871.8038</w:t>
      </w:r>
      <w:r>
        <w:tab/>
        <w:t>2.025e0</w:t>
      </w:r>
    </w:p>
    <w:p w:rsidR="00E00D30" w:rsidRDefault="00E00D30" w:rsidP="00E00D30">
      <w:r>
        <w:t>871.8813</w:t>
      </w:r>
      <w:r>
        <w:tab/>
        <w:t>2.025e0</w:t>
      </w:r>
    </w:p>
    <w:p w:rsidR="00E00D30" w:rsidRDefault="00E00D30" w:rsidP="00E00D30">
      <w:r>
        <w:t>871.8965</w:t>
      </w:r>
      <w:r>
        <w:tab/>
        <w:t>1.013e0</w:t>
      </w:r>
    </w:p>
    <w:p w:rsidR="00E00D30" w:rsidRDefault="00E00D30" w:rsidP="00E00D30">
      <w:r>
        <w:t>871.9228</w:t>
      </w:r>
      <w:r>
        <w:tab/>
        <w:t>2.025e0</w:t>
      </w:r>
    </w:p>
    <w:p w:rsidR="00E00D30" w:rsidRDefault="00E00D30" w:rsidP="00E00D30">
      <w:r>
        <w:t>871.9523</w:t>
      </w:r>
      <w:r>
        <w:tab/>
        <w:t>4.051e0</w:t>
      </w:r>
    </w:p>
    <w:p w:rsidR="00E00D30" w:rsidRDefault="00E00D30" w:rsidP="00E00D30">
      <w:r>
        <w:t>871.9682</w:t>
      </w:r>
      <w:r>
        <w:tab/>
        <w:t>1.013e0</w:t>
      </w:r>
    </w:p>
    <w:p w:rsidR="00E00D30" w:rsidRDefault="00E00D30" w:rsidP="00E00D30">
      <w:r>
        <w:lastRenderedPageBreak/>
        <w:t>871.9756</w:t>
      </w:r>
      <w:r>
        <w:tab/>
        <w:t>2.025e0</w:t>
      </w:r>
    </w:p>
    <w:p w:rsidR="00E00D30" w:rsidRDefault="00E00D30" w:rsidP="00E00D30">
      <w:r>
        <w:t>872.1384</w:t>
      </w:r>
      <w:r>
        <w:tab/>
        <w:t>1.013e0</w:t>
      </w:r>
    </w:p>
    <w:p w:rsidR="00E00D30" w:rsidRDefault="00E00D30" w:rsidP="00E00D30">
      <w:r>
        <w:t>872.1591</w:t>
      </w:r>
      <w:r>
        <w:tab/>
        <w:t>1.013e0</w:t>
      </w:r>
    </w:p>
    <w:p w:rsidR="00E00D30" w:rsidRDefault="00E00D30" w:rsidP="00E00D30">
      <w:r>
        <w:t>872.1879</w:t>
      </w:r>
      <w:r>
        <w:tab/>
        <w:t>1.013e0</w:t>
      </w:r>
    </w:p>
    <w:p w:rsidR="00E00D30" w:rsidRDefault="00E00D30" w:rsidP="00E00D30">
      <w:r>
        <w:t>872.1980</w:t>
      </w:r>
      <w:r>
        <w:tab/>
        <w:t>2.025e0</w:t>
      </w:r>
    </w:p>
    <w:p w:rsidR="00E00D30" w:rsidRDefault="00E00D30" w:rsidP="00E00D30">
      <w:r>
        <w:t>872.2397</w:t>
      </w:r>
      <w:r>
        <w:tab/>
        <w:t>1.013e0</w:t>
      </w:r>
    </w:p>
    <w:p w:rsidR="00E00D30" w:rsidRDefault="00E00D30" w:rsidP="00E00D30">
      <w:r>
        <w:t>872.2465</w:t>
      </w:r>
      <w:r>
        <w:tab/>
        <w:t>1.013e0</w:t>
      </w:r>
    </w:p>
    <w:p w:rsidR="00E00D30" w:rsidRDefault="00E00D30" w:rsidP="00E00D30">
      <w:r>
        <w:t>872.3275</w:t>
      </w:r>
      <w:r>
        <w:tab/>
        <w:t>2.025e0</w:t>
      </w:r>
    </w:p>
    <w:p w:rsidR="00E00D30" w:rsidRDefault="00E00D30" w:rsidP="00E00D30">
      <w:r>
        <w:t>872.3293</w:t>
      </w:r>
      <w:r>
        <w:tab/>
        <w:t>2.025e0</w:t>
      </w:r>
    </w:p>
    <w:p w:rsidR="00E00D30" w:rsidRDefault="00E00D30" w:rsidP="00E00D30">
      <w:r>
        <w:t>872.3635</w:t>
      </w:r>
      <w:r>
        <w:tab/>
        <w:t>6.076e0</w:t>
      </w:r>
    </w:p>
    <w:p w:rsidR="00E00D30" w:rsidRDefault="00E00D30" w:rsidP="00E00D30">
      <w:r>
        <w:t>872.4775</w:t>
      </w:r>
      <w:r>
        <w:tab/>
        <w:t>1.013e0</w:t>
      </w:r>
    </w:p>
    <w:p w:rsidR="00E00D30" w:rsidRDefault="00E00D30" w:rsidP="00E00D30">
      <w:r>
        <w:t>872.4824</w:t>
      </w:r>
      <w:r>
        <w:tab/>
        <w:t>1.013e0</w:t>
      </w:r>
    </w:p>
    <w:p w:rsidR="00E00D30" w:rsidRDefault="00E00D30" w:rsidP="00E00D30">
      <w:r>
        <w:t>872.4933</w:t>
      </w:r>
      <w:r>
        <w:tab/>
        <w:t>2.548e0</w:t>
      </w:r>
    </w:p>
    <w:p w:rsidR="00E00D30" w:rsidRDefault="00E00D30" w:rsidP="00E00D30">
      <w:r>
        <w:t>872.4967</w:t>
      </w:r>
      <w:r>
        <w:tab/>
        <w:t>3.370e0</w:t>
      </w:r>
    </w:p>
    <w:p w:rsidR="00E00D30" w:rsidRDefault="00E00D30" w:rsidP="00E00D30">
      <w:r>
        <w:t>872.5071</w:t>
      </w:r>
      <w:r>
        <w:tab/>
        <w:t>3.564e0</w:t>
      </w:r>
    </w:p>
    <w:p w:rsidR="00E00D30" w:rsidRDefault="00E00D30" w:rsidP="00E00D30">
      <w:r>
        <w:t>872.5645</w:t>
      </w:r>
      <w:r>
        <w:tab/>
        <w:t>2.025e0</w:t>
      </w:r>
    </w:p>
    <w:p w:rsidR="00E00D30" w:rsidRDefault="00E00D30" w:rsidP="00E00D30">
      <w:r>
        <w:t>872.5670</w:t>
      </w:r>
      <w:r>
        <w:tab/>
        <w:t>1.933e0</w:t>
      </w:r>
    </w:p>
    <w:p w:rsidR="00E00D30" w:rsidRDefault="00E00D30" w:rsidP="00E00D30">
      <w:r>
        <w:t>872.5782</w:t>
      </w:r>
      <w:r>
        <w:tab/>
        <w:t>1.013e0</w:t>
      </w:r>
    </w:p>
    <w:p w:rsidR="00E00D30" w:rsidRDefault="00E00D30" w:rsidP="00E00D30">
      <w:r>
        <w:t>872.6068</w:t>
      </w:r>
      <w:r>
        <w:tab/>
        <w:t>2.025e0</w:t>
      </w:r>
    </w:p>
    <w:p w:rsidR="00E00D30" w:rsidRDefault="00E00D30" w:rsidP="00E00D30">
      <w:r>
        <w:lastRenderedPageBreak/>
        <w:t>872.6501</w:t>
      </w:r>
      <w:r>
        <w:tab/>
        <w:t>3.038e0</w:t>
      </w:r>
    </w:p>
    <w:p w:rsidR="00E00D30" w:rsidRDefault="00E00D30" w:rsidP="00E00D30">
      <w:r>
        <w:t>872.6520</w:t>
      </w:r>
      <w:r>
        <w:tab/>
        <w:t>2.025e0</w:t>
      </w:r>
    </w:p>
    <w:p w:rsidR="00E00D30" w:rsidRDefault="00E00D30" w:rsidP="00E00D30">
      <w:r>
        <w:t>872.6864</w:t>
      </w:r>
      <w:r>
        <w:tab/>
        <w:t>1.013e0</w:t>
      </w:r>
    </w:p>
    <w:p w:rsidR="00E00D30" w:rsidRDefault="00E00D30" w:rsidP="00E00D30">
      <w:r>
        <w:t>872.7153</w:t>
      </w:r>
      <w:r>
        <w:tab/>
        <w:t>1.013e0</w:t>
      </w:r>
    </w:p>
    <w:p w:rsidR="00E00D30" w:rsidRDefault="00E00D30" w:rsidP="00E00D30">
      <w:r>
        <w:t>872.7299</w:t>
      </w:r>
      <w:r>
        <w:tab/>
        <w:t>1.013e0</w:t>
      </w:r>
    </w:p>
    <w:p w:rsidR="00E00D30" w:rsidRDefault="00E00D30" w:rsidP="00E00D30">
      <w:r>
        <w:t>872.7540</w:t>
      </w:r>
      <w:r>
        <w:tab/>
        <w:t>2.025e0</w:t>
      </w:r>
    </w:p>
    <w:p w:rsidR="00E00D30" w:rsidRDefault="00E00D30" w:rsidP="00E00D30">
      <w:r>
        <w:t>872.7607</w:t>
      </w:r>
      <w:r>
        <w:tab/>
        <w:t>1.013e0</w:t>
      </w:r>
    </w:p>
    <w:p w:rsidR="00E00D30" w:rsidRDefault="00E00D30" w:rsidP="00E00D30">
      <w:r>
        <w:t>872.7636</w:t>
      </w:r>
      <w:r>
        <w:tab/>
        <w:t>1.013e0</w:t>
      </w:r>
    </w:p>
    <w:p w:rsidR="00E00D30" w:rsidRDefault="00E00D30" w:rsidP="00E00D30">
      <w:r>
        <w:t>872.8110</w:t>
      </w:r>
      <w:r>
        <w:tab/>
        <w:t>2.025e0</w:t>
      </w:r>
    </w:p>
    <w:p w:rsidR="00E00D30" w:rsidRDefault="00E00D30" w:rsidP="00E00D30">
      <w:r>
        <w:t>872.8486</w:t>
      </w:r>
      <w:r>
        <w:tab/>
        <w:t>1.013e0</w:t>
      </w:r>
    </w:p>
    <w:p w:rsidR="00E00D30" w:rsidRDefault="00E00D30" w:rsidP="00E00D30">
      <w:r>
        <w:t>872.9062</w:t>
      </w:r>
      <w:r>
        <w:tab/>
        <w:t>1.013e0</w:t>
      </w:r>
    </w:p>
    <w:p w:rsidR="00E00D30" w:rsidRDefault="00E00D30" w:rsidP="00E00D30">
      <w:r>
        <w:t>872.9363</w:t>
      </w:r>
      <w:r>
        <w:tab/>
        <w:t>1.013e0</w:t>
      </w:r>
    </w:p>
    <w:p w:rsidR="00E00D30" w:rsidRDefault="00E00D30" w:rsidP="00E00D30">
      <w:r>
        <w:t>872.9497</w:t>
      </w:r>
      <w:r>
        <w:tab/>
        <w:t>1.013e0</w:t>
      </w:r>
    </w:p>
    <w:p w:rsidR="00E00D30" w:rsidRDefault="00E00D30" w:rsidP="00E00D30">
      <w:r>
        <w:t>872.9662</w:t>
      </w:r>
      <w:r>
        <w:tab/>
        <w:t>1.013e0</w:t>
      </w:r>
    </w:p>
    <w:p w:rsidR="00E00D30" w:rsidRDefault="00E00D30" w:rsidP="00E00D30">
      <w:r>
        <w:t>872.9850</w:t>
      </w:r>
      <w:r>
        <w:tab/>
        <w:t>2.025e0</w:t>
      </w:r>
    </w:p>
    <w:p w:rsidR="00E00D30" w:rsidRDefault="00E00D30" w:rsidP="00E00D30">
      <w:r>
        <w:t>872.9960</w:t>
      </w:r>
      <w:r>
        <w:tab/>
        <w:t>2.025e0</w:t>
      </w:r>
    </w:p>
    <w:p w:rsidR="00E00D30" w:rsidRDefault="00E00D30" w:rsidP="00E00D30">
      <w:r>
        <w:t>873.0230</w:t>
      </w:r>
      <w:r>
        <w:tab/>
        <w:t>2.025e0</w:t>
      </w:r>
    </w:p>
    <w:p w:rsidR="00E00D30" w:rsidRDefault="00E00D30" w:rsidP="00E00D30">
      <w:r>
        <w:t>873.0528</w:t>
      </w:r>
      <w:r>
        <w:tab/>
        <w:t>1.013e0</w:t>
      </w:r>
    </w:p>
    <w:p w:rsidR="00E00D30" w:rsidRDefault="00E00D30" w:rsidP="00E00D30">
      <w:r>
        <w:t>873.0851</w:t>
      </w:r>
      <w:r>
        <w:tab/>
        <w:t>1.013e0</w:t>
      </w:r>
    </w:p>
    <w:p w:rsidR="00E00D30" w:rsidRDefault="00E00D30" w:rsidP="00E00D30">
      <w:r>
        <w:lastRenderedPageBreak/>
        <w:t>873.1862</w:t>
      </w:r>
      <w:r>
        <w:tab/>
        <w:t>1.013e0</w:t>
      </w:r>
    </w:p>
    <w:p w:rsidR="00E00D30" w:rsidRDefault="00E00D30" w:rsidP="00E00D30">
      <w:r>
        <w:t>873.1989</w:t>
      </w:r>
      <w:r>
        <w:tab/>
        <w:t>1.013e0</w:t>
      </w:r>
    </w:p>
    <w:p w:rsidR="00E00D30" w:rsidRDefault="00E00D30" w:rsidP="00E00D30">
      <w:r>
        <w:t>873.2282</w:t>
      </w:r>
      <w:r>
        <w:tab/>
        <w:t>1.013e0</w:t>
      </w:r>
    </w:p>
    <w:p w:rsidR="00E00D30" w:rsidRDefault="00E00D30" w:rsidP="00E00D30">
      <w:r>
        <w:t>873.2560</w:t>
      </w:r>
      <w:r>
        <w:tab/>
        <w:t>1.013e0</w:t>
      </w:r>
    </w:p>
    <w:p w:rsidR="00E00D30" w:rsidRDefault="00E00D30" w:rsidP="00E00D30">
      <w:r>
        <w:t>873.3033</w:t>
      </w:r>
      <w:r>
        <w:tab/>
        <w:t>3.038e0</w:t>
      </w:r>
    </w:p>
    <w:p w:rsidR="00E00D30" w:rsidRDefault="00E00D30" w:rsidP="00E00D30">
      <w:r>
        <w:t>873.3387</w:t>
      </w:r>
      <w:r>
        <w:tab/>
        <w:t>2.025e0</w:t>
      </w:r>
    </w:p>
    <w:p w:rsidR="00E00D30" w:rsidRDefault="00E00D30" w:rsidP="00E00D30">
      <w:r>
        <w:t>873.3607</w:t>
      </w:r>
      <w:r>
        <w:tab/>
        <w:t>1.013e0</w:t>
      </w:r>
    </w:p>
    <w:p w:rsidR="00E00D30" w:rsidRDefault="00E00D30" w:rsidP="00E00D30">
      <w:r>
        <w:t>873.3753</w:t>
      </w:r>
      <w:r>
        <w:tab/>
        <w:t>1.013e0</w:t>
      </w:r>
    </w:p>
    <w:p w:rsidR="00E00D30" w:rsidRDefault="00E00D30" w:rsidP="00E00D30">
      <w:r>
        <w:t>873.3764</w:t>
      </w:r>
      <w:r>
        <w:tab/>
        <w:t>1.013e0</w:t>
      </w:r>
    </w:p>
    <w:p w:rsidR="00E00D30" w:rsidRDefault="00E00D30" w:rsidP="00E00D30">
      <w:r>
        <w:t>873.4406</w:t>
      </w:r>
      <w:r>
        <w:tab/>
        <w:t>1.013e0</w:t>
      </w:r>
    </w:p>
    <w:p w:rsidR="00E00D30" w:rsidRDefault="00E00D30" w:rsidP="00E00D30">
      <w:r>
        <w:t>873.4523</w:t>
      </w:r>
      <w:r>
        <w:tab/>
        <w:t>2.025e0</w:t>
      </w:r>
    </w:p>
    <w:p w:rsidR="00E00D30" w:rsidRDefault="00E00D30" w:rsidP="00E00D30">
      <w:r>
        <w:t>873.4632</w:t>
      </w:r>
      <w:r>
        <w:tab/>
        <w:t>4.002e0</w:t>
      </w:r>
    </w:p>
    <w:p w:rsidR="00E00D30" w:rsidRDefault="00E00D30" w:rsidP="00E00D30">
      <w:r>
        <w:t>873.5109</w:t>
      </w:r>
      <w:r>
        <w:tab/>
        <w:t>6.762e0</w:t>
      </w:r>
    </w:p>
    <w:p w:rsidR="00E00D30" w:rsidRDefault="00E00D30" w:rsidP="00E00D30">
      <w:r>
        <w:t>873.5159</w:t>
      </w:r>
      <w:r>
        <w:tab/>
        <w:t>2.025e0</w:t>
      </w:r>
    </w:p>
    <w:p w:rsidR="00E00D30" w:rsidRDefault="00E00D30" w:rsidP="00E00D30">
      <w:r>
        <w:t>873.5430</w:t>
      </w:r>
      <w:r>
        <w:tab/>
        <w:t>2.699e0</w:t>
      </w:r>
    </w:p>
    <w:p w:rsidR="00E00D30" w:rsidRDefault="00E00D30" w:rsidP="00E00D30">
      <w:r>
        <w:t>873.5626</w:t>
      </w:r>
      <w:r>
        <w:tab/>
        <w:t>2.795e0</w:t>
      </w:r>
    </w:p>
    <w:p w:rsidR="00E00D30" w:rsidRDefault="00E00D30" w:rsidP="00E00D30">
      <w:r>
        <w:t>873.6032</w:t>
      </w:r>
      <w:r>
        <w:tab/>
        <w:t>2.025e0</w:t>
      </w:r>
    </w:p>
    <w:p w:rsidR="00E00D30" w:rsidRDefault="00E00D30" w:rsidP="00E00D30">
      <w:r>
        <w:t>873.6095</w:t>
      </w:r>
      <w:r>
        <w:tab/>
        <w:t>1.013e0</w:t>
      </w:r>
    </w:p>
    <w:p w:rsidR="00E00D30" w:rsidRDefault="00E00D30" w:rsidP="00E00D30">
      <w:r>
        <w:t>873.6110</w:t>
      </w:r>
      <w:r>
        <w:tab/>
        <w:t>1.013e0</w:t>
      </w:r>
    </w:p>
    <w:p w:rsidR="00E00D30" w:rsidRDefault="00E00D30" w:rsidP="00E00D30">
      <w:r>
        <w:lastRenderedPageBreak/>
        <w:t>873.6254</w:t>
      </w:r>
      <w:r>
        <w:tab/>
        <w:t>1.013e0</w:t>
      </w:r>
    </w:p>
    <w:p w:rsidR="00E00D30" w:rsidRDefault="00E00D30" w:rsidP="00E00D30">
      <w:r>
        <w:t>873.6431</w:t>
      </w:r>
      <w:r>
        <w:tab/>
        <w:t>1.013e0</w:t>
      </w:r>
    </w:p>
    <w:p w:rsidR="00E00D30" w:rsidRDefault="00E00D30" w:rsidP="00E00D30">
      <w:r>
        <w:t>873.6844</w:t>
      </w:r>
      <w:r>
        <w:tab/>
        <w:t>1.013e0</w:t>
      </w:r>
    </w:p>
    <w:p w:rsidR="00E00D30" w:rsidRDefault="00E00D30" w:rsidP="00E00D30">
      <w:r>
        <w:t>873.6957</w:t>
      </w:r>
      <w:r>
        <w:tab/>
        <w:t>1.013e0</w:t>
      </w:r>
    </w:p>
    <w:p w:rsidR="00E00D30" w:rsidRDefault="00E00D30" w:rsidP="00E00D30">
      <w:r>
        <w:t>873.6980</w:t>
      </w:r>
      <w:r>
        <w:tab/>
        <w:t>1.013e0</w:t>
      </w:r>
    </w:p>
    <w:p w:rsidR="00E00D30" w:rsidRDefault="00E00D30" w:rsidP="00E00D30">
      <w:r>
        <w:t>873.7595</w:t>
      </w:r>
      <w:r>
        <w:tab/>
        <w:t>2.025e0</w:t>
      </w:r>
    </w:p>
    <w:p w:rsidR="00E00D30" w:rsidRDefault="00E00D30" w:rsidP="00E00D30">
      <w:r>
        <w:t>873.7709</w:t>
      </w:r>
      <w:r>
        <w:tab/>
        <w:t>2.025e0</w:t>
      </w:r>
    </w:p>
    <w:p w:rsidR="00E00D30" w:rsidRDefault="00E00D30" w:rsidP="00E00D30">
      <w:r>
        <w:t>873.7870</w:t>
      </w:r>
      <w:r>
        <w:tab/>
        <w:t>1.013e0</w:t>
      </w:r>
    </w:p>
    <w:p w:rsidR="00E00D30" w:rsidRDefault="00E00D30" w:rsidP="00E00D30">
      <w:r>
        <w:t>873.8295</w:t>
      </w:r>
      <w:r>
        <w:tab/>
        <w:t>1.013e0</w:t>
      </w:r>
    </w:p>
    <w:p w:rsidR="00E00D30" w:rsidRDefault="00E00D30" w:rsidP="00E00D30">
      <w:r>
        <w:t>873.8315</w:t>
      </w:r>
      <w:r>
        <w:tab/>
        <w:t>1.686e0</w:t>
      </w:r>
    </w:p>
    <w:p w:rsidR="00E00D30" w:rsidRDefault="00E00D30" w:rsidP="00E00D30">
      <w:r>
        <w:t>873.9029</w:t>
      </w:r>
      <w:r>
        <w:tab/>
        <w:t>1.013e0</w:t>
      </w:r>
    </w:p>
    <w:p w:rsidR="00E00D30" w:rsidRDefault="00E00D30" w:rsidP="00E00D30">
      <w:r>
        <w:t>873.9254</w:t>
      </w:r>
      <w:r>
        <w:tab/>
        <w:t>2.025e0</w:t>
      </w:r>
    </w:p>
    <w:p w:rsidR="00E00D30" w:rsidRDefault="00E00D30" w:rsidP="00E00D30">
      <w:r>
        <w:t>873.9327</w:t>
      </w:r>
      <w:r>
        <w:tab/>
        <w:t>1.013e0</w:t>
      </w:r>
    </w:p>
    <w:p w:rsidR="00E00D30" w:rsidRDefault="00E00D30" w:rsidP="00E00D30">
      <w:r>
        <w:t>873.9785</w:t>
      </w:r>
      <w:r>
        <w:tab/>
        <w:t>3.038e0</w:t>
      </w:r>
    </w:p>
    <w:p w:rsidR="00E00D30" w:rsidRDefault="00E00D30" w:rsidP="00E00D30">
      <w:r>
        <w:t>874.0092</w:t>
      </w:r>
      <w:r>
        <w:tab/>
        <w:t>3.038e0</w:t>
      </w:r>
    </w:p>
    <w:p w:rsidR="00E00D30" w:rsidRDefault="00E00D30" w:rsidP="00E00D30">
      <w:r>
        <w:t>874.0501</w:t>
      </w:r>
      <w:r>
        <w:tab/>
        <w:t>1.013e0</w:t>
      </w:r>
    </w:p>
    <w:p w:rsidR="00E00D30" w:rsidRDefault="00E00D30" w:rsidP="00E00D30">
      <w:r>
        <w:t>874.0512</w:t>
      </w:r>
      <w:r>
        <w:tab/>
        <w:t>1.013e0</w:t>
      </w:r>
    </w:p>
    <w:p w:rsidR="00E00D30" w:rsidRDefault="00E00D30" w:rsidP="00E00D30">
      <w:r>
        <w:t>874.1671</w:t>
      </w:r>
      <w:r>
        <w:tab/>
        <w:t>2.025e0</w:t>
      </w:r>
    </w:p>
    <w:p w:rsidR="00E00D30" w:rsidRDefault="00E00D30" w:rsidP="00E00D30">
      <w:r>
        <w:t>874.1755</w:t>
      </w:r>
      <w:r>
        <w:tab/>
        <w:t>2.025e0</w:t>
      </w:r>
    </w:p>
    <w:p w:rsidR="00E00D30" w:rsidRDefault="00E00D30" w:rsidP="00E00D30">
      <w:r>
        <w:lastRenderedPageBreak/>
        <w:t>874.2258</w:t>
      </w:r>
      <w:r>
        <w:tab/>
        <w:t>1.013e0</w:t>
      </w:r>
    </w:p>
    <w:p w:rsidR="00E00D30" w:rsidRDefault="00E00D30" w:rsidP="00E00D30">
      <w:r>
        <w:t>874.2542</w:t>
      </w:r>
      <w:r>
        <w:tab/>
        <w:t>2.025e0</w:t>
      </w:r>
    </w:p>
    <w:p w:rsidR="00E00D30" w:rsidRDefault="00E00D30" w:rsidP="00E00D30">
      <w:r>
        <w:t>874.2849</w:t>
      </w:r>
      <w:r>
        <w:tab/>
        <w:t>1.013e0</w:t>
      </w:r>
    </w:p>
    <w:p w:rsidR="00E00D30" w:rsidRDefault="00E00D30" w:rsidP="00E00D30">
      <w:r>
        <w:t>874.2924</w:t>
      </w:r>
      <w:r>
        <w:tab/>
        <w:t>2.025e0</w:t>
      </w:r>
    </w:p>
    <w:p w:rsidR="00E00D30" w:rsidRDefault="00E00D30" w:rsidP="00E00D30">
      <w:r>
        <w:t>874.3204</w:t>
      </w:r>
      <w:r>
        <w:tab/>
        <w:t>1.013e0</w:t>
      </w:r>
    </w:p>
    <w:p w:rsidR="00E00D30" w:rsidRDefault="00E00D30" w:rsidP="00E00D30">
      <w:r>
        <w:t>874.3431</w:t>
      </w:r>
      <w:r>
        <w:tab/>
        <w:t>1.013e0</w:t>
      </w:r>
    </w:p>
    <w:p w:rsidR="00E00D30" w:rsidRDefault="00E00D30" w:rsidP="00E00D30">
      <w:r>
        <w:t>874.4037</w:t>
      </w:r>
      <w:r>
        <w:tab/>
        <w:t>2.025e0</w:t>
      </w:r>
    </w:p>
    <w:p w:rsidR="00E00D30" w:rsidRDefault="00E00D30" w:rsidP="00E00D30">
      <w:r>
        <w:t>874.4181</w:t>
      </w:r>
      <w:r>
        <w:tab/>
        <w:t>1.013e0</w:t>
      </w:r>
    </w:p>
    <w:p w:rsidR="00E00D30" w:rsidRDefault="00E00D30" w:rsidP="00E00D30">
      <w:r>
        <w:t>874.4844</w:t>
      </w:r>
      <w:r>
        <w:tab/>
        <w:t>2.025e0</w:t>
      </w:r>
    </w:p>
    <w:p w:rsidR="00E00D30" w:rsidRDefault="00E00D30" w:rsidP="00E00D30">
      <w:r>
        <w:t>874.4904</w:t>
      </w:r>
      <w:r>
        <w:tab/>
        <w:t>2.025e0</w:t>
      </w:r>
    </w:p>
    <w:p w:rsidR="00E00D30" w:rsidRDefault="00E00D30" w:rsidP="00E00D30">
      <w:r>
        <w:t>874.5204</w:t>
      </w:r>
      <w:r>
        <w:tab/>
        <w:t>3.038e0</w:t>
      </w:r>
    </w:p>
    <w:p w:rsidR="00E00D30" w:rsidRDefault="00E00D30" w:rsidP="00E00D30">
      <w:r>
        <w:t>874.5413</w:t>
      </w:r>
      <w:r>
        <w:tab/>
        <w:t>1.013e0</w:t>
      </w:r>
    </w:p>
    <w:p w:rsidR="00E00D30" w:rsidRDefault="00E00D30" w:rsidP="00E00D30">
      <w:r>
        <w:t>874.5585</w:t>
      </w:r>
      <w:r>
        <w:tab/>
        <w:t>1.013e0</w:t>
      </w:r>
    </w:p>
    <w:p w:rsidR="00E00D30" w:rsidRDefault="00E00D30" w:rsidP="00E00D30">
      <w:r>
        <w:t>874.5624</w:t>
      </w:r>
      <w:r>
        <w:tab/>
        <w:t>1.761e0</w:t>
      </w:r>
    </w:p>
    <w:p w:rsidR="00E00D30" w:rsidRDefault="00E00D30" w:rsidP="00E00D30">
      <w:r>
        <w:t>874.5662</w:t>
      </w:r>
      <w:r>
        <w:tab/>
        <w:t>2.759e0</w:t>
      </w:r>
    </w:p>
    <w:p w:rsidR="00E00D30" w:rsidRDefault="00E00D30" w:rsidP="00E00D30">
      <w:r>
        <w:t>874.5712</w:t>
      </w:r>
      <w:r>
        <w:tab/>
        <w:t>2.025e0</w:t>
      </w:r>
    </w:p>
    <w:p w:rsidR="00E00D30" w:rsidRDefault="00E00D30" w:rsidP="00E00D30">
      <w:r>
        <w:t>874.6074</w:t>
      </w:r>
      <w:r>
        <w:tab/>
        <w:t>4.051e0</w:t>
      </w:r>
    </w:p>
    <w:p w:rsidR="00E00D30" w:rsidRDefault="00E00D30" w:rsidP="00E00D30">
      <w:r>
        <w:t>874.6639</w:t>
      </w:r>
      <w:r>
        <w:tab/>
        <w:t>2.025e0</w:t>
      </w:r>
    </w:p>
    <w:p w:rsidR="00E00D30" w:rsidRDefault="00E00D30" w:rsidP="00E00D30">
      <w:r>
        <w:t>874.6813</w:t>
      </w:r>
      <w:r>
        <w:tab/>
        <w:t>1.013e0</w:t>
      </w:r>
    </w:p>
    <w:p w:rsidR="00E00D30" w:rsidRDefault="00E00D30" w:rsidP="00E00D30">
      <w:r>
        <w:lastRenderedPageBreak/>
        <w:t>874.6971</w:t>
      </w:r>
      <w:r>
        <w:tab/>
        <w:t>1.013e0</w:t>
      </w:r>
    </w:p>
    <w:p w:rsidR="00E00D30" w:rsidRDefault="00E00D30" w:rsidP="00E00D30">
      <w:r>
        <w:t>874.7107</w:t>
      </w:r>
      <w:r>
        <w:tab/>
        <w:t>1.013e0</w:t>
      </w:r>
    </w:p>
    <w:p w:rsidR="00E00D30" w:rsidRDefault="00E00D30" w:rsidP="00E00D30">
      <w:r>
        <w:t>874.7773</w:t>
      </w:r>
      <w:r>
        <w:tab/>
        <w:t>1.013e0</w:t>
      </w:r>
    </w:p>
    <w:p w:rsidR="00E00D30" w:rsidRDefault="00E00D30" w:rsidP="00E00D30">
      <w:r>
        <w:t>874.7973</w:t>
      </w:r>
      <w:r>
        <w:tab/>
        <w:t>2.025e0</w:t>
      </w:r>
    </w:p>
    <w:p w:rsidR="00E00D30" w:rsidRDefault="00E00D30" w:rsidP="00E00D30">
      <w:r>
        <w:t>874.8145</w:t>
      </w:r>
      <w:r>
        <w:tab/>
        <w:t>3.038e0</w:t>
      </w:r>
    </w:p>
    <w:p w:rsidR="00E00D30" w:rsidRDefault="00E00D30" w:rsidP="00E00D30">
      <w:r>
        <w:t>874.8219</w:t>
      </w:r>
      <w:r>
        <w:tab/>
        <w:t>2.025e0</w:t>
      </w:r>
    </w:p>
    <w:p w:rsidR="00E00D30" w:rsidRDefault="00E00D30" w:rsidP="00E00D30">
      <w:r>
        <w:t>874.8277</w:t>
      </w:r>
      <w:r>
        <w:tab/>
        <w:t>2.025e0</w:t>
      </w:r>
    </w:p>
    <w:p w:rsidR="00E00D30" w:rsidRDefault="00E00D30" w:rsidP="00E00D30">
      <w:r>
        <w:t>874.8293</w:t>
      </w:r>
      <w:r>
        <w:tab/>
        <w:t>1.013e0</w:t>
      </w:r>
    </w:p>
    <w:p w:rsidR="00E00D30" w:rsidRDefault="00E00D30" w:rsidP="00E00D30">
      <w:r>
        <w:t>874.8567</w:t>
      </w:r>
      <w:r>
        <w:tab/>
        <w:t>4.051e0</w:t>
      </w:r>
    </w:p>
    <w:p w:rsidR="00E00D30" w:rsidRDefault="00E00D30" w:rsidP="00E00D30">
      <w:r>
        <w:t>874.8825</w:t>
      </w:r>
      <w:r>
        <w:tab/>
        <w:t>2.025e0</w:t>
      </w:r>
    </w:p>
    <w:p w:rsidR="00E00D30" w:rsidRDefault="00E00D30" w:rsidP="00E00D30">
      <w:r>
        <w:t>874.9389</w:t>
      </w:r>
      <w:r>
        <w:tab/>
        <w:t>2.025e0</w:t>
      </w:r>
    </w:p>
    <w:p w:rsidR="00E00D30" w:rsidRDefault="00E00D30" w:rsidP="00E00D30">
      <w:r>
        <w:t>874.9452</w:t>
      </w:r>
      <w:r>
        <w:tab/>
        <w:t>1.013e0</w:t>
      </w:r>
    </w:p>
    <w:p w:rsidR="00E00D30" w:rsidRDefault="00E00D30" w:rsidP="00E00D30">
      <w:r>
        <w:t>874.9761</w:t>
      </w:r>
      <w:r>
        <w:tab/>
        <w:t>1.013e0</w:t>
      </w:r>
    </w:p>
    <w:p w:rsidR="00E00D30" w:rsidRDefault="00E00D30" w:rsidP="00E00D30">
      <w:r>
        <w:t>875.0045</w:t>
      </w:r>
      <w:r>
        <w:tab/>
        <w:t>1.013e0</w:t>
      </w:r>
    </w:p>
    <w:p w:rsidR="00E00D30" w:rsidRDefault="00E00D30" w:rsidP="00E00D30">
      <w:r>
        <w:t>875.0320</w:t>
      </w:r>
      <w:r>
        <w:tab/>
        <w:t>1.013e0</w:t>
      </w:r>
    </w:p>
    <w:p w:rsidR="00E00D30" w:rsidRDefault="00E00D30" w:rsidP="00E00D30">
      <w:r>
        <w:t>875.0643</w:t>
      </w:r>
      <w:r>
        <w:tab/>
        <w:t>1.013e0</w:t>
      </w:r>
    </w:p>
    <w:p w:rsidR="00E00D30" w:rsidRDefault="00E00D30" w:rsidP="00E00D30">
      <w:r>
        <w:t>875.1026</w:t>
      </w:r>
      <w:r>
        <w:tab/>
        <w:t>2.025e0</w:t>
      </w:r>
    </w:p>
    <w:p w:rsidR="00E00D30" w:rsidRDefault="00E00D30" w:rsidP="00E00D30">
      <w:r>
        <w:t>875.1151</w:t>
      </w:r>
      <w:r>
        <w:tab/>
        <w:t>1.013e0</w:t>
      </w:r>
    </w:p>
    <w:p w:rsidR="00E00D30" w:rsidRDefault="00E00D30" w:rsidP="00E00D30">
      <w:r>
        <w:t>875.1277</w:t>
      </w:r>
      <w:r>
        <w:tab/>
        <w:t>2.025e0</w:t>
      </w:r>
    </w:p>
    <w:p w:rsidR="00E00D30" w:rsidRDefault="00E00D30" w:rsidP="00E00D30">
      <w:r>
        <w:lastRenderedPageBreak/>
        <w:t>875.1362</w:t>
      </w:r>
      <w:r>
        <w:tab/>
        <w:t>2.025e0</w:t>
      </w:r>
    </w:p>
    <w:p w:rsidR="00E00D30" w:rsidRDefault="00E00D30" w:rsidP="00E00D30">
      <w:r>
        <w:t>875.1509</w:t>
      </w:r>
      <w:r>
        <w:tab/>
        <w:t>1.013e0</w:t>
      </w:r>
    </w:p>
    <w:p w:rsidR="00E00D30" w:rsidRDefault="00E00D30" w:rsidP="00E00D30">
      <w:r>
        <w:t>875.1949</w:t>
      </w:r>
      <w:r>
        <w:tab/>
        <w:t>1.013e0</w:t>
      </w:r>
    </w:p>
    <w:p w:rsidR="00E00D30" w:rsidRDefault="00E00D30" w:rsidP="00E00D30">
      <w:r>
        <w:t>875.2118</w:t>
      </w:r>
      <w:r>
        <w:tab/>
        <w:t>2.025e0</w:t>
      </w:r>
    </w:p>
    <w:p w:rsidR="00E00D30" w:rsidRDefault="00E00D30" w:rsidP="00E00D30">
      <w:r>
        <w:t>875.2244</w:t>
      </w:r>
      <w:r>
        <w:tab/>
        <w:t>2.025e0</w:t>
      </w:r>
    </w:p>
    <w:p w:rsidR="00E00D30" w:rsidRDefault="00E00D30" w:rsidP="00E00D30">
      <w:r>
        <w:t>875.2595</w:t>
      </w:r>
      <w:r>
        <w:tab/>
        <w:t>3.038e0</w:t>
      </w:r>
    </w:p>
    <w:p w:rsidR="00E00D30" w:rsidRDefault="00E00D30" w:rsidP="00E00D30">
      <w:r>
        <w:t>875.2767</w:t>
      </w:r>
      <w:r>
        <w:tab/>
        <w:t>2.025e0</w:t>
      </w:r>
    </w:p>
    <w:p w:rsidR="00E00D30" w:rsidRDefault="00E00D30" w:rsidP="00E00D30">
      <w:r>
        <w:t>875.3277</w:t>
      </w:r>
      <w:r>
        <w:tab/>
        <w:t>1.013e0</w:t>
      </w:r>
    </w:p>
    <w:p w:rsidR="00E00D30" w:rsidRDefault="00E00D30" w:rsidP="00E00D30">
      <w:r>
        <w:t>875.3349</w:t>
      </w:r>
      <w:r>
        <w:tab/>
        <w:t>1.013e0</w:t>
      </w:r>
    </w:p>
    <w:p w:rsidR="00E00D30" w:rsidRDefault="00E00D30" w:rsidP="00E00D30">
      <w:r>
        <w:t>875.3566</w:t>
      </w:r>
      <w:r>
        <w:tab/>
        <w:t>1.013e0</w:t>
      </w:r>
    </w:p>
    <w:p w:rsidR="00E00D30" w:rsidRDefault="00E00D30" w:rsidP="00E00D30">
      <w:r>
        <w:t>875.4025</w:t>
      </w:r>
      <w:r>
        <w:tab/>
        <w:t>1.013e0</w:t>
      </w:r>
    </w:p>
    <w:p w:rsidR="00E00D30" w:rsidRDefault="00E00D30" w:rsidP="00E00D30">
      <w:r>
        <w:t>875.4193</w:t>
      </w:r>
      <w:r>
        <w:tab/>
        <w:t>1.013e0</w:t>
      </w:r>
    </w:p>
    <w:p w:rsidR="00E00D30" w:rsidRDefault="00E00D30" w:rsidP="00E00D30">
      <w:r>
        <w:t>875.4316</w:t>
      </w:r>
      <w:r>
        <w:tab/>
        <w:t>1.013e0</w:t>
      </w:r>
    </w:p>
    <w:p w:rsidR="00E00D30" w:rsidRDefault="00E00D30" w:rsidP="00E00D30">
      <w:r>
        <w:t>875.4539</w:t>
      </w:r>
      <w:r>
        <w:tab/>
        <w:t>1.013e0</w:t>
      </w:r>
    </w:p>
    <w:p w:rsidR="00E00D30" w:rsidRDefault="00E00D30" w:rsidP="00E00D30">
      <w:r>
        <w:t>875.5197</w:t>
      </w:r>
      <w:r>
        <w:tab/>
        <w:t>1.013e0</w:t>
      </w:r>
    </w:p>
    <w:p w:rsidR="00E00D30" w:rsidRDefault="00E00D30" w:rsidP="00E00D30">
      <w:r>
        <w:t>875.5740</w:t>
      </w:r>
      <w:r>
        <w:tab/>
        <w:t>1.780e0</w:t>
      </w:r>
    </w:p>
    <w:p w:rsidR="00E00D30" w:rsidRDefault="00E00D30" w:rsidP="00E00D30">
      <w:r>
        <w:t>875.6149</w:t>
      </w:r>
      <w:r>
        <w:tab/>
        <w:t>2.025e0</w:t>
      </w:r>
    </w:p>
    <w:p w:rsidR="00E00D30" w:rsidRDefault="00E00D30" w:rsidP="00E00D30">
      <w:r>
        <w:t>875.6216</w:t>
      </w:r>
      <w:r>
        <w:tab/>
        <w:t>1.013e0</w:t>
      </w:r>
    </w:p>
    <w:p w:rsidR="00E00D30" w:rsidRDefault="00E00D30" w:rsidP="00E00D30">
      <w:r>
        <w:t>875.6657</w:t>
      </w:r>
      <w:r>
        <w:tab/>
        <w:t>1.013e0</w:t>
      </w:r>
    </w:p>
    <w:p w:rsidR="00E00D30" w:rsidRDefault="00E00D30" w:rsidP="00E00D30">
      <w:r>
        <w:lastRenderedPageBreak/>
        <w:t>875.6731</w:t>
      </w:r>
      <w:r>
        <w:tab/>
        <w:t>2.025e0</w:t>
      </w:r>
    </w:p>
    <w:p w:rsidR="00E00D30" w:rsidRDefault="00E00D30" w:rsidP="00E00D30">
      <w:r>
        <w:t>875.7355</w:t>
      </w:r>
      <w:r>
        <w:tab/>
        <w:t>3.038e0</w:t>
      </w:r>
    </w:p>
    <w:p w:rsidR="00E00D30" w:rsidRDefault="00E00D30" w:rsidP="00E00D30">
      <w:r>
        <w:t>875.7576</w:t>
      </w:r>
      <w:r>
        <w:tab/>
        <w:t>1.013e0</w:t>
      </w:r>
    </w:p>
    <w:p w:rsidR="00E00D30" w:rsidRDefault="00E00D30" w:rsidP="00E00D30">
      <w:r>
        <w:t>875.7917</w:t>
      </w:r>
      <w:r>
        <w:tab/>
        <w:t>1.013e0</w:t>
      </w:r>
    </w:p>
    <w:p w:rsidR="00E00D30" w:rsidRDefault="00E00D30" w:rsidP="00E00D30">
      <w:r>
        <w:t>875.8111</w:t>
      </w:r>
      <w:r>
        <w:tab/>
        <w:t>2.025e0</w:t>
      </w:r>
    </w:p>
    <w:p w:rsidR="00E00D30" w:rsidRDefault="00E00D30" w:rsidP="00E00D30">
      <w:r>
        <w:t>875.9593</w:t>
      </w:r>
      <w:r>
        <w:tab/>
        <w:t>1.013e0</w:t>
      </w:r>
    </w:p>
    <w:p w:rsidR="00E00D30" w:rsidRDefault="00E00D30" w:rsidP="00E00D30">
      <w:r>
        <w:t>875.9892</w:t>
      </w:r>
      <w:r>
        <w:tab/>
        <w:t>2.025e0</w:t>
      </w:r>
    </w:p>
    <w:p w:rsidR="00E00D30" w:rsidRDefault="00E00D30" w:rsidP="00E00D30">
      <w:r>
        <w:t>876.0226</w:t>
      </w:r>
      <w:r>
        <w:tab/>
        <w:t>2.025e0</w:t>
      </w:r>
    </w:p>
    <w:p w:rsidR="00E00D30" w:rsidRDefault="00E00D30" w:rsidP="00E00D30">
      <w:r>
        <w:t>876.0289</w:t>
      </w:r>
      <w:r>
        <w:tab/>
        <w:t>1.013e0</w:t>
      </w:r>
    </w:p>
    <w:p w:rsidR="00E00D30" w:rsidRDefault="00E00D30" w:rsidP="00E00D30">
      <w:r>
        <w:t>876.1128</w:t>
      </w:r>
      <w:r>
        <w:tab/>
        <w:t>1.013e0</w:t>
      </w:r>
    </w:p>
    <w:p w:rsidR="00E00D30" w:rsidRDefault="00E00D30" w:rsidP="00E00D30">
      <w:r>
        <w:t>876.1584</w:t>
      </w:r>
      <w:r>
        <w:tab/>
        <w:t>2.025e0</w:t>
      </w:r>
    </w:p>
    <w:p w:rsidR="00E00D30" w:rsidRDefault="00E00D30" w:rsidP="00E00D30">
      <w:r>
        <w:t>876.1656</w:t>
      </w:r>
      <w:r>
        <w:tab/>
        <w:t>1.013e0</w:t>
      </w:r>
    </w:p>
    <w:p w:rsidR="00E00D30" w:rsidRDefault="00E00D30" w:rsidP="00E00D30">
      <w:r>
        <w:t>876.1667</w:t>
      </w:r>
      <w:r>
        <w:tab/>
        <w:t>1.013e0</w:t>
      </w:r>
    </w:p>
    <w:p w:rsidR="00E00D30" w:rsidRDefault="00E00D30" w:rsidP="00E00D30">
      <w:r>
        <w:t>876.2241</w:t>
      </w:r>
      <w:r>
        <w:tab/>
        <w:t>1.013e0</w:t>
      </w:r>
    </w:p>
    <w:p w:rsidR="00E00D30" w:rsidRDefault="00E00D30" w:rsidP="00E00D30">
      <w:r>
        <w:t>876.3150</w:t>
      </w:r>
      <w:r>
        <w:tab/>
        <w:t>1.013e0</w:t>
      </w:r>
    </w:p>
    <w:p w:rsidR="00E00D30" w:rsidRDefault="00E00D30" w:rsidP="00E00D30">
      <w:r>
        <w:t>876.3422</w:t>
      </w:r>
      <w:r>
        <w:tab/>
        <w:t>1.013e0</w:t>
      </w:r>
    </w:p>
    <w:p w:rsidR="00E00D30" w:rsidRDefault="00E00D30" w:rsidP="00E00D30">
      <w:r>
        <w:t>876.3569</w:t>
      </w:r>
      <w:r>
        <w:tab/>
        <w:t>1.013e0</w:t>
      </w:r>
    </w:p>
    <w:p w:rsidR="00E00D30" w:rsidRDefault="00E00D30" w:rsidP="00E00D30">
      <w:r>
        <w:t>876.3671</w:t>
      </w:r>
      <w:r>
        <w:tab/>
        <w:t>1.013e0</w:t>
      </w:r>
    </w:p>
    <w:p w:rsidR="00E00D30" w:rsidRDefault="00E00D30" w:rsidP="00E00D30">
      <w:r>
        <w:t>876.4006</w:t>
      </w:r>
      <w:r>
        <w:tab/>
        <w:t>1.013e0</w:t>
      </w:r>
    </w:p>
    <w:p w:rsidR="00E00D30" w:rsidRDefault="00E00D30" w:rsidP="00E00D30">
      <w:r>
        <w:lastRenderedPageBreak/>
        <w:t>876.4300</w:t>
      </w:r>
      <w:r>
        <w:tab/>
        <w:t>2.025e0</w:t>
      </w:r>
    </w:p>
    <w:p w:rsidR="00E00D30" w:rsidRDefault="00E00D30" w:rsidP="00E00D30">
      <w:r>
        <w:t>876.4352</w:t>
      </w:r>
      <w:r>
        <w:tab/>
        <w:t>1.013e0</w:t>
      </w:r>
    </w:p>
    <w:p w:rsidR="00E00D30" w:rsidRDefault="00E00D30" w:rsidP="00E00D30">
      <w:r>
        <w:t>876.4452</w:t>
      </w:r>
      <w:r>
        <w:tab/>
        <w:t>1.013e0</w:t>
      </w:r>
    </w:p>
    <w:p w:rsidR="00E00D30" w:rsidRDefault="00E00D30" w:rsidP="00E00D30">
      <w:r>
        <w:t>876.4515</w:t>
      </w:r>
      <w:r>
        <w:tab/>
        <w:t>1.013e0</w:t>
      </w:r>
    </w:p>
    <w:p w:rsidR="00E00D30" w:rsidRDefault="00E00D30" w:rsidP="00E00D30">
      <w:r>
        <w:t>876.4872</w:t>
      </w:r>
      <w:r>
        <w:tab/>
        <w:t>1.013e0</w:t>
      </w:r>
    </w:p>
    <w:p w:rsidR="00E00D30" w:rsidRDefault="00E00D30" w:rsidP="00E00D30">
      <w:r>
        <w:t>876.5346</w:t>
      </w:r>
      <w:r>
        <w:tab/>
        <w:t>1.615e0</w:t>
      </w:r>
    </w:p>
    <w:p w:rsidR="00E00D30" w:rsidRDefault="00E00D30" w:rsidP="00E00D30">
      <w:r>
        <w:t>876.5776</w:t>
      </w:r>
      <w:r>
        <w:tab/>
        <w:t>1.013e0</w:t>
      </w:r>
    </w:p>
    <w:p w:rsidR="00E00D30" w:rsidRDefault="00E00D30" w:rsidP="00E00D30">
      <w:r>
        <w:t>876.6049</w:t>
      </w:r>
      <w:r>
        <w:tab/>
        <w:t>1.965e0</w:t>
      </w:r>
    </w:p>
    <w:p w:rsidR="00E00D30" w:rsidRDefault="00E00D30" w:rsidP="00E00D30">
      <w:r>
        <w:t>876.6360</w:t>
      </w:r>
      <w:r>
        <w:tab/>
        <w:t>1.013e0</w:t>
      </w:r>
    </w:p>
    <w:p w:rsidR="00E00D30" w:rsidRDefault="00E00D30" w:rsidP="00E00D30">
      <w:r>
        <w:t>876.6670</w:t>
      </w:r>
      <w:r>
        <w:tab/>
        <w:t>1.013e0</w:t>
      </w:r>
    </w:p>
    <w:p w:rsidR="00E00D30" w:rsidRDefault="00E00D30" w:rsidP="00E00D30">
      <w:r>
        <w:t>876.6882</w:t>
      </w:r>
      <w:r>
        <w:tab/>
        <w:t>2.025e0</w:t>
      </w:r>
    </w:p>
    <w:p w:rsidR="00E00D30" w:rsidRDefault="00E00D30" w:rsidP="00E00D30">
      <w:r>
        <w:t>876.6895</w:t>
      </w:r>
      <w:r>
        <w:tab/>
        <w:t>1.013e0</w:t>
      </w:r>
    </w:p>
    <w:p w:rsidR="00E00D30" w:rsidRDefault="00E00D30" w:rsidP="00E00D30">
      <w:r>
        <w:t>876.6953</w:t>
      </w:r>
      <w:r>
        <w:tab/>
        <w:t>2.025e0</w:t>
      </w:r>
    </w:p>
    <w:p w:rsidR="00E00D30" w:rsidRDefault="00E00D30" w:rsidP="00E00D30">
      <w:r>
        <w:t>876.7395</w:t>
      </w:r>
      <w:r>
        <w:tab/>
        <w:t>1.013e0</w:t>
      </w:r>
    </w:p>
    <w:p w:rsidR="00E00D30" w:rsidRDefault="00E00D30" w:rsidP="00E00D30">
      <w:r>
        <w:t>876.7616</w:t>
      </w:r>
      <w:r>
        <w:tab/>
        <w:t>2.025e0</w:t>
      </w:r>
    </w:p>
    <w:p w:rsidR="00E00D30" w:rsidRDefault="00E00D30" w:rsidP="00E00D30">
      <w:r>
        <w:t>876.7700</w:t>
      </w:r>
      <w:r>
        <w:tab/>
        <w:t>1.013e0</w:t>
      </w:r>
    </w:p>
    <w:p w:rsidR="00E00D30" w:rsidRDefault="00E00D30" w:rsidP="00E00D30">
      <w:r>
        <w:t>876.7723</w:t>
      </w:r>
      <w:r>
        <w:tab/>
        <w:t>1.013e0</w:t>
      </w:r>
    </w:p>
    <w:p w:rsidR="00E00D30" w:rsidRDefault="00E00D30" w:rsidP="00E00D30">
      <w:r>
        <w:t>876.7897</w:t>
      </w:r>
      <w:r>
        <w:tab/>
        <w:t>1.013e0</w:t>
      </w:r>
    </w:p>
    <w:p w:rsidR="00E00D30" w:rsidRDefault="00E00D30" w:rsidP="00E00D30">
      <w:r>
        <w:t>876.8568</w:t>
      </w:r>
      <w:r>
        <w:tab/>
        <w:t>1.013e0</w:t>
      </w:r>
    </w:p>
    <w:p w:rsidR="00E00D30" w:rsidRDefault="00E00D30" w:rsidP="00E00D30">
      <w:r>
        <w:lastRenderedPageBreak/>
        <w:t>876.8730</w:t>
      </w:r>
      <w:r>
        <w:tab/>
        <w:t>1.013e0</w:t>
      </w:r>
    </w:p>
    <w:p w:rsidR="00E00D30" w:rsidRDefault="00E00D30" w:rsidP="00E00D30">
      <w:r>
        <w:t>876.9440</w:t>
      </w:r>
      <w:r>
        <w:tab/>
        <w:t>1.013e0</w:t>
      </w:r>
    </w:p>
    <w:p w:rsidR="00E00D30" w:rsidRDefault="00E00D30" w:rsidP="00E00D30">
      <w:r>
        <w:t>876.9451</w:t>
      </w:r>
      <w:r>
        <w:tab/>
        <w:t>1.013e0</w:t>
      </w:r>
    </w:p>
    <w:p w:rsidR="00E00D30" w:rsidRDefault="00E00D30" w:rsidP="00E00D30">
      <w:r>
        <w:t>876.9764</w:t>
      </w:r>
      <w:r>
        <w:tab/>
        <w:t>2.025e0</w:t>
      </w:r>
    </w:p>
    <w:p w:rsidR="00E00D30" w:rsidRDefault="00E00D30" w:rsidP="00E00D30">
      <w:r>
        <w:t>877.0040</w:t>
      </w:r>
      <w:r>
        <w:tab/>
        <w:t>1.013e0</w:t>
      </w:r>
    </w:p>
    <w:p w:rsidR="00E00D30" w:rsidRDefault="00E00D30" w:rsidP="00E00D30">
      <w:r>
        <w:t>877.0450</w:t>
      </w:r>
      <w:r>
        <w:tab/>
        <w:t>1.013e0</w:t>
      </w:r>
    </w:p>
    <w:p w:rsidR="00E00D30" w:rsidRDefault="00E00D30" w:rsidP="00E00D30">
      <w:r>
        <w:t>877.0612</w:t>
      </w:r>
      <w:r>
        <w:tab/>
        <w:t>1.013e0</w:t>
      </w:r>
    </w:p>
    <w:p w:rsidR="00E00D30" w:rsidRDefault="00E00D30" w:rsidP="00E00D30">
      <w:r>
        <w:t>877.0781</w:t>
      </w:r>
      <w:r>
        <w:tab/>
        <w:t>1.013e0</w:t>
      </w:r>
    </w:p>
    <w:p w:rsidR="00E00D30" w:rsidRDefault="00E00D30" w:rsidP="00E00D30">
      <w:r>
        <w:t>877.0923</w:t>
      </w:r>
      <w:r>
        <w:tab/>
        <w:t>1.013e0</w:t>
      </w:r>
    </w:p>
    <w:p w:rsidR="00E00D30" w:rsidRDefault="00E00D30" w:rsidP="00E00D30">
      <w:r>
        <w:t>877.1075</w:t>
      </w:r>
      <w:r>
        <w:tab/>
        <w:t>1.013e0</w:t>
      </w:r>
    </w:p>
    <w:p w:rsidR="00E00D30" w:rsidRDefault="00E00D30" w:rsidP="00E00D30">
      <w:r>
        <w:t>877.1099</w:t>
      </w:r>
      <w:r>
        <w:tab/>
        <w:t>2.025e0</w:t>
      </w:r>
    </w:p>
    <w:p w:rsidR="00E00D30" w:rsidRDefault="00E00D30" w:rsidP="00E00D30">
      <w:r>
        <w:t>877.1803</w:t>
      </w:r>
      <w:r>
        <w:tab/>
        <w:t>1.013e0</w:t>
      </w:r>
    </w:p>
    <w:p w:rsidR="00E00D30" w:rsidRDefault="00E00D30" w:rsidP="00E00D30">
      <w:r>
        <w:t>877.1865</w:t>
      </w:r>
      <w:r>
        <w:tab/>
        <w:t>2.025e0</w:t>
      </w:r>
    </w:p>
    <w:p w:rsidR="00E00D30" w:rsidRDefault="00E00D30" w:rsidP="00E00D30">
      <w:r>
        <w:t>877.2236</w:t>
      </w:r>
      <w:r>
        <w:tab/>
        <w:t>3.038e0</w:t>
      </w:r>
    </w:p>
    <w:p w:rsidR="00E00D30" w:rsidRDefault="00E00D30" w:rsidP="00E00D30">
      <w:r>
        <w:t>877.2410</w:t>
      </w:r>
      <w:r>
        <w:tab/>
        <w:t>2.025e0</w:t>
      </w:r>
    </w:p>
    <w:p w:rsidR="00E00D30" w:rsidRDefault="00E00D30" w:rsidP="00E00D30">
      <w:r>
        <w:t>877.2548</w:t>
      </w:r>
      <w:r>
        <w:tab/>
        <w:t>1.013e0</w:t>
      </w:r>
    </w:p>
    <w:p w:rsidR="00E00D30" w:rsidRDefault="00E00D30" w:rsidP="00E00D30">
      <w:r>
        <w:t>877.3000</w:t>
      </w:r>
      <w:r>
        <w:tab/>
        <w:t>1.013e0</w:t>
      </w:r>
    </w:p>
    <w:p w:rsidR="00E00D30" w:rsidRDefault="00E00D30" w:rsidP="00E00D30">
      <w:r>
        <w:t>877.3137</w:t>
      </w:r>
      <w:r>
        <w:tab/>
        <w:t>1.013e0</w:t>
      </w:r>
    </w:p>
    <w:p w:rsidR="00E00D30" w:rsidRDefault="00E00D30" w:rsidP="00E00D30">
      <w:r>
        <w:t>877.3192</w:t>
      </w:r>
      <w:r>
        <w:tab/>
        <w:t>3.038e0</w:t>
      </w:r>
    </w:p>
    <w:p w:rsidR="00E00D30" w:rsidRDefault="00E00D30" w:rsidP="00E00D30">
      <w:r>
        <w:lastRenderedPageBreak/>
        <w:t>877.3475</w:t>
      </w:r>
      <w:r>
        <w:tab/>
        <w:t>1.013e0</w:t>
      </w:r>
    </w:p>
    <w:p w:rsidR="00E00D30" w:rsidRDefault="00E00D30" w:rsidP="00E00D30">
      <w:r>
        <w:t>877.3726</w:t>
      </w:r>
      <w:r>
        <w:tab/>
        <w:t>1.013e0</w:t>
      </w:r>
    </w:p>
    <w:p w:rsidR="00E00D30" w:rsidRDefault="00E00D30" w:rsidP="00E00D30">
      <w:r>
        <w:t>877.4008</w:t>
      </w:r>
      <w:r>
        <w:tab/>
        <w:t>1.013e0</w:t>
      </w:r>
    </w:p>
    <w:p w:rsidR="00E00D30" w:rsidRDefault="00E00D30" w:rsidP="00E00D30">
      <w:r>
        <w:t>877.4241</w:t>
      </w:r>
      <w:r>
        <w:tab/>
        <w:t>2.778e0</w:t>
      </w:r>
    </w:p>
    <w:p w:rsidR="00E00D30" w:rsidRDefault="00E00D30" w:rsidP="00E00D30">
      <w:r>
        <w:t>877.4315</w:t>
      </w:r>
      <w:r>
        <w:tab/>
        <w:t>1.013e0</w:t>
      </w:r>
    </w:p>
    <w:p w:rsidR="00E00D30" w:rsidRDefault="00E00D30" w:rsidP="00E00D30">
      <w:r>
        <w:t>877.4326</w:t>
      </w:r>
      <w:r>
        <w:tab/>
        <w:t>3.483e0</w:t>
      </w:r>
    </w:p>
    <w:p w:rsidR="00E00D30" w:rsidRDefault="00E00D30" w:rsidP="00E00D30">
      <w:r>
        <w:t>877.4668</w:t>
      </w:r>
      <w:r>
        <w:tab/>
        <w:t>1.823e0</w:t>
      </w:r>
    </w:p>
    <w:p w:rsidR="00E00D30" w:rsidRDefault="00E00D30" w:rsidP="00E00D30">
      <w:r>
        <w:t>877.5001</w:t>
      </w:r>
      <w:r>
        <w:tab/>
        <w:t>1.013e0</w:t>
      </w:r>
    </w:p>
    <w:p w:rsidR="00E00D30" w:rsidRDefault="00E00D30" w:rsidP="00E00D30">
      <w:r>
        <w:t>877.5356</w:t>
      </w:r>
      <w:r>
        <w:tab/>
        <w:t>1.013e0</w:t>
      </w:r>
    </w:p>
    <w:p w:rsidR="00E00D30" w:rsidRDefault="00E00D30" w:rsidP="00E00D30">
      <w:r>
        <w:t>877.5658</w:t>
      </w:r>
      <w:r>
        <w:tab/>
        <w:t>4.051e0</w:t>
      </w:r>
    </w:p>
    <w:p w:rsidR="00E00D30" w:rsidRDefault="00E00D30" w:rsidP="00E00D30">
      <w:r>
        <w:t>877.6365</w:t>
      </w:r>
      <w:r>
        <w:tab/>
        <w:t>1.013e0</w:t>
      </w:r>
    </w:p>
    <w:p w:rsidR="00E00D30" w:rsidRDefault="00E00D30" w:rsidP="00E00D30">
      <w:r>
        <w:t>877.6376</w:t>
      </w:r>
      <w:r>
        <w:tab/>
        <w:t>3.038e0</w:t>
      </w:r>
    </w:p>
    <w:p w:rsidR="00E00D30" w:rsidRDefault="00E00D30" w:rsidP="00E00D30">
      <w:r>
        <w:t>877.6967</w:t>
      </w:r>
      <w:r>
        <w:tab/>
        <w:t>1.013e0</w:t>
      </w:r>
    </w:p>
    <w:p w:rsidR="00E00D30" w:rsidRDefault="00E00D30" w:rsidP="00E00D30">
      <w:r>
        <w:t>877.7188</w:t>
      </w:r>
      <w:r>
        <w:tab/>
        <w:t>2.025e0</w:t>
      </w:r>
    </w:p>
    <w:p w:rsidR="00E00D30" w:rsidRDefault="00E00D30" w:rsidP="00E00D30">
      <w:r>
        <w:t>877.7372</w:t>
      </w:r>
      <w:r>
        <w:tab/>
        <w:t>1.013e0</w:t>
      </w:r>
    </w:p>
    <w:p w:rsidR="00E00D30" w:rsidRDefault="00E00D30" w:rsidP="00E00D30">
      <w:r>
        <w:t>877.7567</w:t>
      </w:r>
      <w:r>
        <w:tab/>
        <w:t>1.013e0</w:t>
      </w:r>
    </w:p>
    <w:p w:rsidR="00E00D30" w:rsidRDefault="00E00D30" w:rsidP="00E00D30">
      <w:r>
        <w:t>877.7849</w:t>
      </w:r>
      <w:r>
        <w:tab/>
        <w:t>2.025e0</w:t>
      </w:r>
    </w:p>
    <w:p w:rsidR="00E00D30" w:rsidRDefault="00E00D30" w:rsidP="00E00D30">
      <w:r>
        <w:t>877.8066</w:t>
      </w:r>
      <w:r>
        <w:tab/>
        <w:t>2.025e0</w:t>
      </w:r>
    </w:p>
    <w:p w:rsidR="00E00D30" w:rsidRDefault="00E00D30" w:rsidP="00E00D30">
      <w:r>
        <w:t>877.8597</w:t>
      </w:r>
      <w:r>
        <w:tab/>
        <w:t>2.025e0</w:t>
      </w:r>
    </w:p>
    <w:p w:rsidR="00E00D30" w:rsidRDefault="00E00D30" w:rsidP="00E00D30">
      <w:r>
        <w:lastRenderedPageBreak/>
        <w:t>877.9324</w:t>
      </w:r>
      <w:r>
        <w:tab/>
        <w:t>1.013e0</w:t>
      </w:r>
    </w:p>
    <w:p w:rsidR="00E00D30" w:rsidRDefault="00E00D30" w:rsidP="00E00D30">
      <w:r>
        <w:t>877.9395</w:t>
      </w:r>
      <w:r>
        <w:tab/>
        <w:t>1.013e0</w:t>
      </w:r>
    </w:p>
    <w:p w:rsidR="00E00D30" w:rsidRDefault="00E00D30" w:rsidP="00E00D30">
      <w:r>
        <w:t>877.9540</w:t>
      </w:r>
      <w:r>
        <w:tab/>
        <w:t>2.025e0</w:t>
      </w:r>
    </w:p>
    <w:p w:rsidR="00E00D30" w:rsidRDefault="00E00D30" w:rsidP="00E00D30">
      <w:r>
        <w:t>878.0297</w:t>
      </w:r>
      <w:r>
        <w:tab/>
        <w:t>2.025e0</w:t>
      </w:r>
    </w:p>
    <w:p w:rsidR="00E00D30" w:rsidRDefault="00E00D30" w:rsidP="00E00D30">
      <w:r>
        <w:t>878.0406</w:t>
      </w:r>
      <w:r>
        <w:tab/>
        <w:t>1.013e0</w:t>
      </w:r>
    </w:p>
    <w:p w:rsidR="00E00D30" w:rsidRDefault="00E00D30" w:rsidP="00E00D30">
      <w:r>
        <w:t>878.0424</w:t>
      </w:r>
      <w:r>
        <w:tab/>
        <w:t>2.025e0</w:t>
      </w:r>
    </w:p>
    <w:p w:rsidR="00E00D30" w:rsidRDefault="00E00D30" w:rsidP="00E00D30">
      <w:r>
        <w:t>878.0503</w:t>
      </w:r>
      <w:r>
        <w:tab/>
        <w:t>1.013e0</w:t>
      </w:r>
    </w:p>
    <w:p w:rsidR="00E00D30" w:rsidRDefault="00E00D30" w:rsidP="00E00D30">
      <w:r>
        <w:t>878.0948</w:t>
      </w:r>
      <w:r>
        <w:tab/>
        <w:t>2.025e0</w:t>
      </w:r>
    </w:p>
    <w:p w:rsidR="00E00D30" w:rsidRDefault="00E00D30" w:rsidP="00E00D30">
      <w:r>
        <w:t>878.1093</w:t>
      </w:r>
      <w:r>
        <w:tab/>
        <w:t>1.013e0</w:t>
      </w:r>
    </w:p>
    <w:p w:rsidR="00E00D30" w:rsidRDefault="00E00D30" w:rsidP="00E00D30">
      <w:r>
        <w:t>878.1387</w:t>
      </w:r>
      <w:r>
        <w:tab/>
        <w:t>1.013e0</w:t>
      </w:r>
    </w:p>
    <w:p w:rsidR="00E00D30" w:rsidRDefault="00E00D30" w:rsidP="00E00D30">
      <w:r>
        <w:t>878.1417</w:t>
      </w:r>
      <w:r>
        <w:tab/>
        <w:t>1.013e0</w:t>
      </w:r>
    </w:p>
    <w:p w:rsidR="00E00D30" w:rsidRDefault="00E00D30" w:rsidP="00E00D30">
      <w:r>
        <w:t>878.1534</w:t>
      </w:r>
      <w:r>
        <w:tab/>
        <w:t>1.013e0</w:t>
      </w:r>
    </w:p>
    <w:p w:rsidR="00E00D30" w:rsidRDefault="00E00D30" w:rsidP="00E00D30">
      <w:r>
        <w:t>878.1591</w:t>
      </w:r>
      <w:r>
        <w:tab/>
        <w:t>1.013e0</w:t>
      </w:r>
    </w:p>
    <w:p w:rsidR="00E00D30" w:rsidRDefault="00E00D30" w:rsidP="00E00D30">
      <w:r>
        <w:t>878.1763</w:t>
      </w:r>
      <w:r>
        <w:tab/>
        <w:t>1.013e0</w:t>
      </w:r>
    </w:p>
    <w:p w:rsidR="00E00D30" w:rsidRDefault="00E00D30" w:rsidP="00E00D30">
      <w:r>
        <w:t>878.2272</w:t>
      </w:r>
      <w:r>
        <w:tab/>
        <w:t>1.013e0</w:t>
      </w:r>
    </w:p>
    <w:p w:rsidR="00E00D30" w:rsidRDefault="00E00D30" w:rsidP="00E00D30">
      <w:r>
        <w:t>878.2578</w:t>
      </w:r>
      <w:r>
        <w:tab/>
        <w:t>2.025e0</w:t>
      </w:r>
    </w:p>
    <w:p w:rsidR="00E00D30" w:rsidRDefault="00E00D30" w:rsidP="00E00D30">
      <w:r>
        <w:t>878.3210</w:t>
      </w:r>
      <w:r>
        <w:tab/>
        <w:t>2.025e0</w:t>
      </w:r>
    </w:p>
    <w:p w:rsidR="00E00D30" w:rsidRDefault="00E00D30" w:rsidP="00E00D30">
      <w:r>
        <w:t>878.3304</w:t>
      </w:r>
      <w:r>
        <w:tab/>
        <w:t>1.013e0</w:t>
      </w:r>
    </w:p>
    <w:p w:rsidR="00E00D30" w:rsidRDefault="00E00D30" w:rsidP="00E00D30">
      <w:r>
        <w:t>878.4138</w:t>
      </w:r>
      <w:r>
        <w:tab/>
        <w:t>1.013e0</w:t>
      </w:r>
    </w:p>
    <w:p w:rsidR="00E00D30" w:rsidRDefault="00E00D30" w:rsidP="00E00D30">
      <w:r>
        <w:lastRenderedPageBreak/>
        <w:t>878.4148</w:t>
      </w:r>
      <w:r>
        <w:tab/>
        <w:t>1.013e0</w:t>
      </w:r>
    </w:p>
    <w:p w:rsidR="00E00D30" w:rsidRDefault="00E00D30" w:rsidP="00E00D30">
      <w:r>
        <w:t>878.4336</w:t>
      </w:r>
      <w:r>
        <w:tab/>
        <w:t>1.013e0</w:t>
      </w:r>
    </w:p>
    <w:p w:rsidR="00E00D30" w:rsidRDefault="00E00D30" w:rsidP="00E00D30">
      <w:r>
        <w:t>878.4478</w:t>
      </w:r>
      <w:r>
        <w:tab/>
        <w:t>1.013e0</w:t>
      </w:r>
    </w:p>
    <w:p w:rsidR="00E00D30" w:rsidRDefault="00E00D30" w:rsidP="00E00D30">
      <w:r>
        <w:t>878.4641</w:t>
      </w:r>
      <w:r>
        <w:tab/>
        <w:t>1.606e0</w:t>
      </w:r>
    </w:p>
    <w:p w:rsidR="00E00D30" w:rsidRDefault="00E00D30" w:rsidP="00E00D30">
      <w:r>
        <w:t>878.5150</w:t>
      </w:r>
      <w:r>
        <w:tab/>
        <w:t>2.633e0</w:t>
      </w:r>
    </w:p>
    <w:p w:rsidR="00E00D30" w:rsidRDefault="00E00D30" w:rsidP="00E00D30">
      <w:r>
        <w:t>878.5483</w:t>
      </w:r>
      <w:r>
        <w:tab/>
        <w:t>2.716e0</w:t>
      </w:r>
    </w:p>
    <w:p w:rsidR="00E00D30" w:rsidRDefault="00E00D30" w:rsidP="00E00D30">
      <w:r>
        <w:t>878.5806</w:t>
      </w:r>
      <w:r>
        <w:tab/>
        <w:t>1.013e0</w:t>
      </w:r>
    </w:p>
    <w:p w:rsidR="00E00D30" w:rsidRDefault="00E00D30" w:rsidP="00E00D30">
      <w:r>
        <w:t>878.6263</w:t>
      </w:r>
      <w:r>
        <w:tab/>
        <w:t>1.013e0</w:t>
      </w:r>
    </w:p>
    <w:p w:rsidR="00E00D30" w:rsidRDefault="00E00D30" w:rsidP="00E00D30">
      <w:r>
        <w:t>878.6291</w:t>
      </w:r>
      <w:r>
        <w:tab/>
        <w:t>2.025e0</w:t>
      </w:r>
    </w:p>
    <w:p w:rsidR="00E00D30" w:rsidRDefault="00E00D30" w:rsidP="00E00D30">
      <w:r>
        <w:t>878.6384</w:t>
      </w:r>
      <w:r>
        <w:tab/>
        <w:t>2.025e0</w:t>
      </w:r>
    </w:p>
    <w:p w:rsidR="00E00D30" w:rsidRDefault="00E00D30" w:rsidP="00E00D30">
      <w:r>
        <w:t>878.6518</w:t>
      </w:r>
      <w:r>
        <w:tab/>
        <w:t>1.013e0</w:t>
      </w:r>
    </w:p>
    <w:p w:rsidR="00E00D30" w:rsidRDefault="00E00D30" w:rsidP="00E00D30">
      <w:r>
        <w:t>878.6548</w:t>
      </w:r>
      <w:r>
        <w:tab/>
        <w:t>1.013e0</w:t>
      </w:r>
    </w:p>
    <w:p w:rsidR="00E00D30" w:rsidRDefault="00E00D30" w:rsidP="00E00D30">
      <w:r>
        <w:t>878.6695</w:t>
      </w:r>
      <w:r>
        <w:tab/>
        <w:t>2.025e0</w:t>
      </w:r>
    </w:p>
    <w:p w:rsidR="00E00D30" w:rsidRDefault="00E00D30" w:rsidP="00E00D30">
      <w:r>
        <w:t>878.6843</w:t>
      </w:r>
      <w:r>
        <w:tab/>
        <w:t>1.013e0</w:t>
      </w:r>
    </w:p>
    <w:p w:rsidR="00E00D30" w:rsidRDefault="00E00D30" w:rsidP="00E00D30">
      <w:r>
        <w:t>878.7206</w:t>
      </w:r>
      <w:r>
        <w:tab/>
        <w:t>2.025e0</w:t>
      </w:r>
    </w:p>
    <w:p w:rsidR="00E00D30" w:rsidRDefault="00E00D30" w:rsidP="00E00D30">
      <w:r>
        <w:t>878.7870</w:t>
      </w:r>
      <w:r>
        <w:tab/>
        <w:t>1.013e0</w:t>
      </w:r>
    </w:p>
    <w:p w:rsidR="00E00D30" w:rsidRDefault="00E00D30" w:rsidP="00E00D30">
      <w:r>
        <w:t>878.8080</w:t>
      </w:r>
      <w:r>
        <w:tab/>
        <w:t>3.038e0</w:t>
      </w:r>
    </w:p>
    <w:p w:rsidR="00E00D30" w:rsidRDefault="00E00D30" w:rsidP="00E00D30">
      <w:r>
        <w:t>878.8190</w:t>
      </w:r>
      <w:r>
        <w:tab/>
        <w:t>1.013e0</w:t>
      </w:r>
    </w:p>
    <w:p w:rsidR="00E00D30" w:rsidRDefault="00E00D30" w:rsidP="00E00D30">
      <w:r>
        <w:t>878.8318</w:t>
      </w:r>
      <w:r>
        <w:tab/>
        <w:t>1.013e0</w:t>
      </w:r>
    </w:p>
    <w:p w:rsidR="00E00D30" w:rsidRDefault="00E00D30" w:rsidP="00E00D30">
      <w:r>
        <w:lastRenderedPageBreak/>
        <w:t>878.8530</w:t>
      </w:r>
      <w:r>
        <w:tab/>
        <w:t>1.013e0</w:t>
      </w:r>
    </w:p>
    <w:p w:rsidR="00E00D30" w:rsidRDefault="00E00D30" w:rsidP="00E00D30">
      <w:r>
        <w:t>878.8624</w:t>
      </w:r>
      <w:r>
        <w:tab/>
        <w:t>1.013e0</w:t>
      </w:r>
    </w:p>
    <w:p w:rsidR="00E00D30" w:rsidRDefault="00E00D30" w:rsidP="00E00D30">
      <w:r>
        <w:t>878.9050</w:t>
      </w:r>
      <w:r>
        <w:tab/>
        <w:t>1.013e0</w:t>
      </w:r>
    </w:p>
    <w:p w:rsidR="00E00D30" w:rsidRDefault="00E00D30" w:rsidP="00E00D30">
      <w:r>
        <w:t>878.9198</w:t>
      </w:r>
      <w:r>
        <w:tab/>
        <w:t>1.013e0</w:t>
      </w:r>
    </w:p>
    <w:p w:rsidR="00E00D30" w:rsidRDefault="00E00D30" w:rsidP="00E00D30">
      <w:r>
        <w:t>878.9539</w:t>
      </w:r>
      <w:r>
        <w:tab/>
        <w:t>2.025e0</w:t>
      </w:r>
    </w:p>
    <w:p w:rsidR="00E00D30" w:rsidRDefault="00E00D30" w:rsidP="00E00D30">
      <w:r>
        <w:t>878.9802</w:t>
      </w:r>
      <w:r>
        <w:tab/>
        <w:t>3.038e0</w:t>
      </w:r>
    </w:p>
    <w:p w:rsidR="00E00D30" w:rsidRDefault="00E00D30" w:rsidP="00E00D30">
      <w:r>
        <w:t>879.0545</w:t>
      </w:r>
      <w:r>
        <w:tab/>
        <w:t>1.013e0</w:t>
      </w:r>
    </w:p>
    <w:p w:rsidR="00E00D30" w:rsidRDefault="00E00D30" w:rsidP="00E00D30">
      <w:r>
        <w:t>879.0721</w:t>
      </w:r>
      <w:r>
        <w:tab/>
        <w:t>2.025e0</w:t>
      </w:r>
    </w:p>
    <w:p w:rsidR="00E00D30" w:rsidRDefault="00E00D30" w:rsidP="00E00D30">
      <w:r>
        <w:t>879.0826</w:t>
      </w:r>
      <w:r>
        <w:tab/>
        <w:t>1.013e0</w:t>
      </w:r>
    </w:p>
    <w:p w:rsidR="00E00D30" w:rsidRDefault="00E00D30" w:rsidP="00E00D30">
      <w:r>
        <w:t>879.1105</w:t>
      </w:r>
      <w:r>
        <w:tab/>
        <w:t>2.025e0</w:t>
      </w:r>
    </w:p>
    <w:p w:rsidR="00E00D30" w:rsidRDefault="00E00D30" w:rsidP="00E00D30">
      <w:r>
        <w:t>879.1706</w:t>
      </w:r>
      <w:r>
        <w:tab/>
        <w:t>1.013e0</w:t>
      </w:r>
    </w:p>
    <w:p w:rsidR="00E00D30" w:rsidRDefault="00E00D30" w:rsidP="00E00D30">
      <w:r>
        <w:t>879.2134</w:t>
      </w:r>
      <w:r>
        <w:tab/>
        <w:t>2.025e0</w:t>
      </w:r>
    </w:p>
    <w:p w:rsidR="00E00D30" w:rsidRDefault="00E00D30" w:rsidP="00E00D30">
      <w:r>
        <w:t>879.2267</w:t>
      </w:r>
      <w:r>
        <w:tab/>
        <w:t>1.013e0</w:t>
      </w:r>
    </w:p>
    <w:p w:rsidR="00E00D30" w:rsidRDefault="00E00D30" w:rsidP="00E00D30">
      <w:r>
        <w:t>879.2365</w:t>
      </w:r>
      <w:r>
        <w:tab/>
        <w:t>2.025e0</w:t>
      </w:r>
    </w:p>
    <w:p w:rsidR="00E00D30" w:rsidRDefault="00E00D30" w:rsidP="00E00D30">
      <w:r>
        <w:t>879.2607</w:t>
      </w:r>
      <w:r>
        <w:tab/>
        <w:t>1.013e0</w:t>
      </w:r>
    </w:p>
    <w:p w:rsidR="00E00D30" w:rsidRDefault="00E00D30" w:rsidP="00E00D30">
      <w:r>
        <w:t>879.3181</w:t>
      </w:r>
      <w:r>
        <w:tab/>
        <w:t>2.025e0</w:t>
      </w:r>
    </w:p>
    <w:p w:rsidR="00E00D30" w:rsidRDefault="00E00D30" w:rsidP="00E00D30">
      <w:r>
        <w:t>879.3219</w:t>
      </w:r>
      <w:r>
        <w:tab/>
        <w:t>3.038e0</w:t>
      </w:r>
    </w:p>
    <w:p w:rsidR="00E00D30" w:rsidRDefault="00E00D30" w:rsidP="00E00D30">
      <w:r>
        <w:t>879.3480</w:t>
      </w:r>
      <w:r>
        <w:tab/>
        <w:t>4.051e0</w:t>
      </w:r>
    </w:p>
    <w:p w:rsidR="00E00D30" w:rsidRDefault="00E00D30" w:rsidP="00E00D30">
      <w:r>
        <w:t>879.3921</w:t>
      </w:r>
      <w:r>
        <w:tab/>
        <w:t>1.013e0</w:t>
      </w:r>
    </w:p>
    <w:p w:rsidR="00E00D30" w:rsidRDefault="00E00D30" w:rsidP="00E00D30">
      <w:r>
        <w:lastRenderedPageBreak/>
        <w:t>879.4368</w:t>
      </w:r>
      <w:r>
        <w:tab/>
        <w:t>2.025e0</w:t>
      </w:r>
    </w:p>
    <w:p w:rsidR="00E00D30" w:rsidRDefault="00E00D30" w:rsidP="00E00D30">
      <w:r>
        <w:t>879.4433</w:t>
      </w:r>
      <w:r>
        <w:tab/>
        <w:t>2.361e0</w:t>
      </w:r>
    </w:p>
    <w:p w:rsidR="00E00D30" w:rsidRDefault="00E00D30" w:rsidP="00E00D30">
      <w:r>
        <w:t>879.4722</w:t>
      </w:r>
      <w:r>
        <w:tab/>
        <w:t>2.025e0</w:t>
      </w:r>
    </w:p>
    <w:p w:rsidR="00E00D30" w:rsidRDefault="00E00D30" w:rsidP="00E00D30">
      <w:r>
        <w:t>879.5285</w:t>
      </w:r>
      <w:r>
        <w:tab/>
        <w:t>1.013e0</w:t>
      </w:r>
    </w:p>
    <w:p w:rsidR="00E00D30" w:rsidRDefault="00E00D30" w:rsidP="00E00D30">
      <w:r>
        <w:t>879.5396</w:t>
      </w:r>
      <w:r>
        <w:tab/>
        <w:t>1.684e0</w:t>
      </w:r>
    </w:p>
    <w:p w:rsidR="00E00D30" w:rsidRDefault="00E00D30" w:rsidP="00E00D30">
      <w:r>
        <w:t>879.5549</w:t>
      </w:r>
      <w:r>
        <w:tab/>
        <w:t>1.013e0</w:t>
      </w:r>
    </w:p>
    <w:p w:rsidR="00E00D30" w:rsidRDefault="00E00D30" w:rsidP="00E00D30">
      <w:r>
        <w:t>879.5696</w:t>
      </w:r>
      <w:r>
        <w:tab/>
        <w:t>1.013e0</w:t>
      </w:r>
    </w:p>
    <w:p w:rsidR="00E00D30" w:rsidRDefault="00E00D30" w:rsidP="00E00D30">
      <w:r>
        <w:t>879.5810</w:t>
      </w:r>
      <w:r>
        <w:tab/>
        <w:t>1.013e0</w:t>
      </w:r>
    </w:p>
    <w:p w:rsidR="00E00D30" w:rsidRDefault="00E00D30" w:rsidP="00E00D30">
      <w:r>
        <w:t>879.6072</w:t>
      </w:r>
      <w:r>
        <w:tab/>
        <w:t>2.025e0</w:t>
      </w:r>
    </w:p>
    <w:p w:rsidR="00E00D30" w:rsidRDefault="00E00D30" w:rsidP="00E00D30">
      <w:r>
        <w:t>879.6307</w:t>
      </w:r>
      <w:r>
        <w:tab/>
        <w:t>1.013e0</w:t>
      </w:r>
    </w:p>
    <w:p w:rsidR="00E00D30" w:rsidRDefault="00E00D30" w:rsidP="00E00D30">
      <w:r>
        <w:t>879.6725</w:t>
      </w:r>
      <w:r>
        <w:tab/>
        <w:t>1.013e0</w:t>
      </w:r>
    </w:p>
    <w:p w:rsidR="00E00D30" w:rsidRDefault="00E00D30" w:rsidP="00E00D30">
      <w:r>
        <w:t>879.7320</w:t>
      </w:r>
      <w:r>
        <w:tab/>
        <w:t>1.013e0</w:t>
      </w:r>
    </w:p>
    <w:p w:rsidR="00E00D30" w:rsidRDefault="00E00D30" w:rsidP="00E00D30">
      <w:r>
        <w:t>879.7479</w:t>
      </w:r>
      <w:r>
        <w:tab/>
        <w:t>1.013e0</w:t>
      </w:r>
    </w:p>
    <w:p w:rsidR="00E00D30" w:rsidRDefault="00E00D30" w:rsidP="00E00D30">
      <w:r>
        <w:t>879.7654</w:t>
      </w:r>
      <w:r>
        <w:tab/>
        <w:t>1.013e0</w:t>
      </w:r>
    </w:p>
    <w:p w:rsidR="00E00D30" w:rsidRDefault="00E00D30" w:rsidP="00E00D30">
      <w:r>
        <w:t>879.7735</w:t>
      </w:r>
      <w:r>
        <w:tab/>
        <w:t>4.051e0</w:t>
      </w:r>
    </w:p>
    <w:p w:rsidR="00E00D30" w:rsidRDefault="00E00D30" w:rsidP="00E00D30">
      <w:r>
        <w:t>879.7906</w:t>
      </w:r>
      <w:r>
        <w:tab/>
        <w:t>1.013e0</w:t>
      </w:r>
    </w:p>
    <w:p w:rsidR="00E00D30" w:rsidRDefault="00E00D30" w:rsidP="00E00D30">
      <w:r>
        <w:t>879.8204</w:t>
      </w:r>
      <w:r>
        <w:tab/>
        <w:t>2.025e0</w:t>
      </w:r>
    </w:p>
    <w:p w:rsidR="00E00D30" w:rsidRDefault="00E00D30" w:rsidP="00E00D30">
      <w:r>
        <w:t>879.8365</w:t>
      </w:r>
      <w:r>
        <w:tab/>
        <w:t>1.013e0</w:t>
      </w:r>
    </w:p>
    <w:p w:rsidR="00E00D30" w:rsidRDefault="00E00D30" w:rsidP="00E00D30">
      <w:r>
        <w:t>879.8817</w:t>
      </w:r>
      <w:r>
        <w:tab/>
        <w:t>2.025e0</w:t>
      </w:r>
    </w:p>
    <w:p w:rsidR="00E00D30" w:rsidRDefault="00E00D30" w:rsidP="00E00D30">
      <w:r>
        <w:lastRenderedPageBreak/>
        <w:t>879.9531</w:t>
      </w:r>
      <w:r>
        <w:tab/>
        <w:t>1.013e0</w:t>
      </w:r>
    </w:p>
    <w:p w:rsidR="00E00D30" w:rsidRDefault="00E00D30" w:rsidP="00E00D30">
      <w:r>
        <w:t>879.9851</w:t>
      </w:r>
      <w:r>
        <w:tab/>
        <w:t>1.013e0</w:t>
      </w:r>
    </w:p>
    <w:p w:rsidR="00E00D30" w:rsidRDefault="00E00D30" w:rsidP="00E00D30">
      <w:r>
        <w:t>880.0547</w:t>
      </w:r>
      <w:r>
        <w:tab/>
        <w:t>2.025e0</w:t>
      </w:r>
    </w:p>
    <w:p w:rsidR="00E00D30" w:rsidRDefault="00E00D30" w:rsidP="00E00D30">
      <w:r>
        <w:t>880.1008</w:t>
      </w:r>
      <w:r>
        <w:tab/>
        <w:t>1.013e0</w:t>
      </w:r>
    </w:p>
    <w:p w:rsidR="00E00D30" w:rsidRDefault="00E00D30" w:rsidP="00E00D30">
      <w:r>
        <w:t>880.1160</w:t>
      </w:r>
      <w:r>
        <w:tab/>
        <w:t>1.013e0</w:t>
      </w:r>
    </w:p>
    <w:p w:rsidR="00E00D30" w:rsidRDefault="00E00D30" w:rsidP="00E00D30">
      <w:r>
        <w:t>880.1293</w:t>
      </w:r>
      <w:r>
        <w:tab/>
        <w:t>2.025e0</w:t>
      </w:r>
    </w:p>
    <w:p w:rsidR="00E00D30" w:rsidRDefault="00E00D30" w:rsidP="00E00D30">
      <w:r>
        <w:t>880.1418</w:t>
      </w:r>
      <w:r>
        <w:tab/>
        <w:t>3.038e0</w:t>
      </w:r>
    </w:p>
    <w:p w:rsidR="00E00D30" w:rsidRDefault="00E00D30" w:rsidP="00E00D30">
      <w:r>
        <w:t>880.1517</w:t>
      </w:r>
      <w:r>
        <w:tab/>
        <w:t>2.025e0</w:t>
      </w:r>
    </w:p>
    <w:p w:rsidR="00E00D30" w:rsidRDefault="00E00D30" w:rsidP="00E00D30">
      <w:r>
        <w:t>880.1910</w:t>
      </w:r>
      <w:r>
        <w:tab/>
        <w:t>1.013e0</w:t>
      </w:r>
    </w:p>
    <w:p w:rsidR="00E00D30" w:rsidRDefault="00E00D30" w:rsidP="00E00D30">
      <w:r>
        <w:t>880.1962</w:t>
      </w:r>
      <w:r>
        <w:tab/>
        <w:t>2.025e0</w:t>
      </w:r>
    </w:p>
    <w:p w:rsidR="00E00D30" w:rsidRDefault="00E00D30" w:rsidP="00E00D30">
      <w:r>
        <w:t>880.2568</w:t>
      </w:r>
      <w:r>
        <w:tab/>
        <w:t>2.025e0</w:t>
      </w:r>
    </w:p>
    <w:p w:rsidR="00E00D30" w:rsidRDefault="00E00D30" w:rsidP="00E00D30">
      <w:r>
        <w:t>880.2637</w:t>
      </w:r>
      <w:r>
        <w:tab/>
        <w:t>1.013e0</w:t>
      </w:r>
    </w:p>
    <w:p w:rsidR="00E00D30" w:rsidRDefault="00E00D30" w:rsidP="00E00D30">
      <w:r>
        <w:t>880.2737</w:t>
      </w:r>
      <w:r>
        <w:tab/>
        <w:t>1.013e0</w:t>
      </w:r>
    </w:p>
    <w:p w:rsidR="00E00D30" w:rsidRDefault="00E00D30" w:rsidP="00E00D30">
      <w:r>
        <w:t>880.3281</w:t>
      </w:r>
      <w:r>
        <w:tab/>
        <w:t>3.038e0</w:t>
      </w:r>
    </w:p>
    <w:p w:rsidR="00E00D30" w:rsidRDefault="00E00D30" w:rsidP="00E00D30">
      <w:r>
        <w:t>880.3320</w:t>
      </w:r>
      <w:r>
        <w:tab/>
        <w:t>2.025e0</w:t>
      </w:r>
    </w:p>
    <w:p w:rsidR="00E00D30" w:rsidRDefault="00E00D30" w:rsidP="00E00D30">
      <w:r>
        <w:t>880.3699</w:t>
      </w:r>
      <w:r>
        <w:tab/>
        <w:t>4.051e0</w:t>
      </w:r>
    </w:p>
    <w:p w:rsidR="00E00D30" w:rsidRDefault="00E00D30" w:rsidP="00E00D30">
      <w:r>
        <w:t>880.3787</w:t>
      </w:r>
      <w:r>
        <w:tab/>
        <w:t>2.025e0</w:t>
      </w:r>
    </w:p>
    <w:p w:rsidR="00E00D30" w:rsidRDefault="00E00D30" w:rsidP="00E00D30">
      <w:r>
        <w:t>880.5036</w:t>
      </w:r>
      <w:r>
        <w:tab/>
        <w:t>2.025e0</w:t>
      </w:r>
    </w:p>
    <w:p w:rsidR="00E00D30" w:rsidRDefault="00E00D30" w:rsidP="00E00D30">
      <w:r>
        <w:t>880.5157</w:t>
      </w:r>
      <w:r>
        <w:tab/>
        <w:t>4.051e0</w:t>
      </w:r>
    </w:p>
    <w:p w:rsidR="00E00D30" w:rsidRDefault="00E00D30" w:rsidP="00E00D30">
      <w:r>
        <w:lastRenderedPageBreak/>
        <w:t>880.5242</w:t>
      </w:r>
      <w:r>
        <w:tab/>
        <w:t>2.532e1</w:t>
      </w:r>
    </w:p>
    <w:p w:rsidR="00E00D30" w:rsidRDefault="00E00D30" w:rsidP="00E00D30">
      <w:r>
        <w:t>880.5253</w:t>
      </w:r>
      <w:r>
        <w:tab/>
        <w:t>2.829e2</w:t>
      </w:r>
    </w:p>
    <w:p w:rsidR="00E00D30" w:rsidRDefault="00E00D30" w:rsidP="00E00D30">
      <w:r>
        <w:t>880.5265</w:t>
      </w:r>
      <w:r>
        <w:tab/>
        <w:t>9.297e2</w:t>
      </w:r>
    </w:p>
    <w:p w:rsidR="00E00D30" w:rsidRDefault="00E00D30" w:rsidP="00E00D30">
      <w:r>
        <w:t>880.5289</w:t>
      </w:r>
      <w:r>
        <w:tab/>
        <w:t>7.389e1</w:t>
      </w:r>
    </w:p>
    <w:p w:rsidR="00E00D30" w:rsidRDefault="00E00D30" w:rsidP="00E00D30">
      <w:r>
        <w:t>880.6958</w:t>
      </w:r>
      <w:r>
        <w:tab/>
        <w:t>1.013e0</w:t>
      </w:r>
    </w:p>
    <w:p w:rsidR="00E00D30" w:rsidRDefault="00E00D30" w:rsidP="00E00D30">
      <w:r>
        <w:t>880.7062</w:t>
      </w:r>
      <w:r>
        <w:tab/>
        <w:t>5.063e0</w:t>
      </w:r>
    </w:p>
    <w:p w:rsidR="00E00D30" w:rsidRDefault="00E00D30" w:rsidP="00E00D30">
      <w:r>
        <w:t>880.7271</w:t>
      </w:r>
      <w:r>
        <w:tab/>
        <w:t>3.224e0</w:t>
      </w:r>
    </w:p>
    <w:p w:rsidR="00E00D30" w:rsidRDefault="00E00D30" w:rsidP="00E00D30">
      <w:r>
        <w:t>880.7717</w:t>
      </w:r>
      <w:r>
        <w:tab/>
        <w:t>2.025e0</w:t>
      </w:r>
    </w:p>
    <w:p w:rsidR="00E00D30" w:rsidRDefault="00E00D30" w:rsidP="00E00D30">
      <w:r>
        <w:t>880.7728</w:t>
      </w:r>
      <w:r>
        <w:tab/>
        <w:t>2.025e0</w:t>
      </w:r>
    </w:p>
    <w:p w:rsidR="00E00D30" w:rsidRDefault="00E00D30" w:rsidP="00E00D30">
      <w:r>
        <w:t>880.7809</w:t>
      </w:r>
      <w:r>
        <w:tab/>
        <w:t>1.013e0</w:t>
      </w:r>
    </w:p>
    <w:p w:rsidR="00E00D30" w:rsidRDefault="00E00D30" w:rsidP="00E00D30">
      <w:r>
        <w:t>880.7820</w:t>
      </w:r>
      <w:r>
        <w:tab/>
        <w:t>1.013e0</w:t>
      </w:r>
    </w:p>
    <w:p w:rsidR="00E00D30" w:rsidRDefault="00E00D30" w:rsidP="00E00D30">
      <w:r>
        <w:t>880.7953</w:t>
      </w:r>
      <w:r>
        <w:tab/>
        <w:t>2.025e0</w:t>
      </w:r>
    </w:p>
    <w:p w:rsidR="00E00D30" w:rsidRDefault="00E00D30" w:rsidP="00E00D30">
      <w:r>
        <w:t>880.8115</w:t>
      </w:r>
      <w:r>
        <w:tab/>
        <w:t>6.076e0</w:t>
      </w:r>
    </w:p>
    <w:p w:rsidR="00E00D30" w:rsidRDefault="00E00D30" w:rsidP="00E00D30">
      <w:r>
        <w:t>880.8316</w:t>
      </w:r>
      <w:r>
        <w:tab/>
        <w:t>1.013e0</w:t>
      </w:r>
    </w:p>
    <w:p w:rsidR="00E00D30" w:rsidRDefault="00E00D30" w:rsidP="00E00D30">
      <w:r>
        <w:t>880.8603</w:t>
      </w:r>
      <w:r>
        <w:tab/>
        <w:t>2.025e0</w:t>
      </w:r>
    </w:p>
    <w:p w:rsidR="00E00D30" w:rsidRDefault="00E00D30" w:rsidP="00E00D30">
      <w:r>
        <w:t>880.8843</w:t>
      </w:r>
      <w:r>
        <w:tab/>
        <w:t>2.025e0</w:t>
      </w:r>
    </w:p>
    <w:p w:rsidR="00E00D30" w:rsidRDefault="00E00D30" w:rsidP="00E00D30">
      <w:r>
        <w:t>880.9283</w:t>
      </w:r>
      <w:r>
        <w:tab/>
        <w:t>2.025e0</w:t>
      </w:r>
    </w:p>
    <w:p w:rsidR="00E00D30" w:rsidRDefault="00E00D30" w:rsidP="00E00D30">
      <w:r>
        <w:t>880.9683</w:t>
      </w:r>
      <w:r>
        <w:tab/>
        <w:t>1.013e0</w:t>
      </w:r>
    </w:p>
    <w:p w:rsidR="00E00D30" w:rsidRDefault="00E00D30" w:rsidP="00E00D30">
      <w:r>
        <w:t>880.9843</w:t>
      </w:r>
      <w:r>
        <w:tab/>
        <w:t>4.051e0</w:t>
      </w:r>
    </w:p>
    <w:p w:rsidR="00E00D30" w:rsidRDefault="00E00D30" w:rsidP="00E00D30">
      <w:r>
        <w:lastRenderedPageBreak/>
        <w:t>880.9880</w:t>
      </w:r>
      <w:r>
        <w:tab/>
        <w:t>2.025e0</w:t>
      </w:r>
    </w:p>
    <w:p w:rsidR="00E00D30" w:rsidRDefault="00E00D30" w:rsidP="00E00D30">
      <w:r>
        <w:t>881.0380</w:t>
      </w:r>
      <w:r>
        <w:tab/>
        <w:t>3.038e0</w:t>
      </w:r>
    </w:p>
    <w:p w:rsidR="00E00D30" w:rsidRDefault="00E00D30" w:rsidP="00E00D30">
      <w:r>
        <w:t>881.0695</w:t>
      </w:r>
      <w:r>
        <w:tab/>
        <w:t>1.013e0</w:t>
      </w:r>
    </w:p>
    <w:p w:rsidR="00E00D30" w:rsidRDefault="00E00D30" w:rsidP="00E00D30">
      <w:r>
        <w:t>881.0914</w:t>
      </w:r>
      <w:r>
        <w:tab/>
        <w:t>3.038e0</w:t>
      </w:r>
    </w:p>
    <w:p w:rsidR="00E00D30" w:rsidRDefault="00E00D30" w:rsidP="00E00D30">
      <w:r>
        <w:t>881.0954</w:t>
      </w:r>
      <w:r>
        <w:tab/>
        <w:t>2.025e0</w:t>
      </w:r>
    </w:p>
    <w:p w:rsidR="00E00D30" w:rsidRDefault="00E00D30" w:rsidP="00E00D30">
      <w:r>
        <w:t>881.1356</w:t>
      </w:r>
      <w:r>
        <w:tab/>
        <w:t>2.025e0</w:t>
      </w:r>
    </w:p>
    <w:p w:rsidR="00E00D30" w:rsidRDefault="00E00D30" w:rsidP="00E00D30">
      <w:r>
        <w:t>881.1665</w:t>
      </w:r>
      <w:r>
        <w:tab/>
        <w:t>1.013e0</w:t>
      </w:r>
    </w:p>
    <w:p w:rsidR="00E00D30" w:rsidRDefault="00E00D30" w:rsidP="00E00D30">
      <w:r>
        <w:t>881.1867</w:t>
      </w:r>
      <w:r>
        <w:tab/>
        <w:t>2.025e0</w:t>
      </w:r>
    </w:p>
    <w:p w:rsidR="00E00D30" w:rsidRDefault="00E00D30" w:rsidP="00E00D30">
      <w:r>
        <w:t>881.2202</w:t>
      </w:r>
      <w:r>
        <w:tab/>
        <w:t>4.051e0</w:t>
      </w:r>
    </w:p>
    <w:p w:rsidR="00E00D30" w:rsidRDefault="00E00D30" w:rsidP="00E00D30">
      <w:r>
        <w:t>881.2245</w:t>
      </w:r>
      <w:r>
        <w:tab/>
        <w:t>1.013e0</w:t>
      </w:r>
    </w:p>
    <w:p w:rsidR="00E00D30" w:rsidRDefault="00E00D30" w:rsidP="00E00D30">
      <w:r>
        <w:t>881.2889</w:t>
      </w:r>
      <w:r>
        <w:tab/>
        <w:t>1.013e0</w:t>
      </w:r>
    </w:p>
    <w:p w:rsidR="00E00D30" w:rsidRDefault="00E00D30" w:rsidP="00E00D30">
      <w:r>
        <w:t>881.3059</w:t>
      </w:r>
      <w:r>
        <w:tab/>
        <w:t>2.111e0</w:t>
      </w:r>
    </w:p>
    <w:p w:rsidR="00E00D30" w:rsidRDefault="00E00D30" w:rsidP="00E00D30">
      <w:r>
        <w:t>881.3343</w:t>
      </w:r>
      <w:r>
        <w:tab/>
        <w:t>2.025e0</w:t>
      </w:r>
    </w:p>
    <w:p w:rsidR="00E00D30" w:rsidRDefault="00E00D30" w:rsidP="00E00D30">
      <w:r>
        <w:t>881.3409</w:t>
      </w:r>
      <w:r>
        <w:tab/>
        <w:t>1.013e0</w:t>
      </w:r>
    </w:p>
    <w:p w:rsidR="00E00D30" w:rsidRDefault="00E00D30" w:rsidP="00E00D30">
      <w:r>
        <w:t>881.3429</w:t>
      </w:r>
      <w:r>
        <w:tab/>
        <w:t>1.013e0</w:t>
      </w:r>
    </w:p>
    <w:p w:rsidR="00E00D30" w:rsidRDefault="00E00D30" w:rsidP="00E00D30">
      <w:r>
        <w:t>881.3796</w:t>
      </w:r>
      <w:r>
        <w:tab/>
        <w:t>3.365e0</w:t>
      </w:r>
    </w:p>
    <w:p w:rsidR="00E00D30" w:rsidRDefault="00E00D30" w:rsidP="00E00D30">
      <w:r>
        <w:t>881.5021</w:t>
      </w:r>
      <w:r>
        <w:tab/>
        <w:t>3.038e0</w:t>
      </w:r>
    </w:p>
    <w:p w:rsidR="00E00D30" w:rsidRDefault="00E00D30" w:rsidP="00E00D30">
      <w:r>
        <w:t>881.5214</w:t>
      </w:r>
      <w:r>
        <w:tab/>
        <w:t>8.101e0</w:t>
      </w:r>
    </w:p>
    <w:p w:rsidR="00E00D30" w:rsidRDefault="00E00D30" w:rsidP="00E00D30">
      <w:r>
        <w:t>881.5273</w:t>
      </w:r>
      <w:r>
        <w:tab/>
        <w:t>4.936e2</w:t>
      </w:r>
    </w:p>
    <w:p w:rsidR="00E00D30" w:rsidRDefault="00E00D30" w:rsidP="00E00D30">
      <w:r>
        <w:lastRenderedPageBreak/>
        <w:t>881.5300</w:t>
      </w:r>
      <w:r>
        <w:tab/>
        <w:t>2.174e2</w:t>
      </w:r>
    </w:p>
    <w:p w:rsidR="00E00D30" w:rsidRDefault="00E00D30" w:rsidP="00E00D30">
      <w:r>
        <w:t>881.5337</w:t>
      </w:r>
      <w:r>
        <w:tab/>
        <w:t>6.804e1</w:t>
      </w:r>
    </w:p>
    <w:p w:rsidR="00E00D30" w:rsidRDefault="00E00D30" w:rsidP="00E00D30">
      <w:r>
        <w:t>881.6546</w:t>
      </w:r>
      <w:r>
        <w:tab/>
        <w:t>1.013e0</w:t>
      </w:r>
    </w:p>
    <w:p w:rsidR="00E00D30" w:rsidRDefault="00E00D30" w:rsidP="00E00D30">
      <w:r>
        <w:t>881.6775</w:t>
      </w:r>
      <w:r>
        <w:tab/>
        <w:t>1.013e0</w:t>
      </w:r>
    </w:p>
    <w:p w:rsidR="00E00D30" w:rsidRDefault="00E00D30" w:rsidP="00E00D30">
      <w:r>
        <w:t>881.6961</w:t>
      </w:r>
      <w:r>
        <w:tab/>
        <w:t>1.013e0</w:t>
      </w:r>
    </w:p>
    <w:p w:rsidR="00E00D30" w:rsidRDefault="00E00D30" w:rsidP="00E00D30">
      <w:r>
        <w:t>881.7594</w:t>
      </w:r>
      <w:r>
        <w:tab/>
        <w:t>6.076e0</w:t>
      </w:r>
    </w:p>
    <w:p w:rsidR="00E00D30" w:rsidRDefault="00E00D30" w:rsidP="00E00D30">
      <w:r>
        <w:t>881.7954</w:t>
      </w:r>
      <w:r>
        <w:tab/>
        <w:t>1.013e0</w:t>
      </w:r>
    </w:p>
    <w:p w:rsidR="00E00D30" w:rsidRDefault="00E00D30" w:rsidP="00E00D30">
      <w:r>
        <w:t>881.8033</w:t>
      </w:r>
      <w:r>
        <w:tab/>
        <w:t>3.038e0</w:t>
      </w:r>
    </w:p>
    <w:p w:rsidR="00E00D30" w:rsidRDefault="00E00D30" w:rsidP="00E00D30">
      <w:r>
        <w:t>881.8127</w:t>
      </w:r>
      <w:r>
        <w:tab/>
        <w:t>5.281e0</w:t>
      </w:r>
    </w:p>
    <w:p w:rsidR="00E00D30" w:rsidRDefault="00E00D30" w:rsidP="00E00D30">
      <w:r>
        <w:t>881.8435</w:t>
      </w:r>
      <w:r>
        <w:tab/>
        <w:t>2.025e0</w:t>
      </w:r>
    </w:p>
    <w:p w:rsidR="00E00D30" w:rsidRDefault="00E00D30" w:rsidP="00E00D30">
      <w:r>
        <w:t>881.8829</w:t>
      </w:r>
      <w:r>
        <w:tab/>
        <w:t>4.051e0</w:t>
      </w:r>
    </w:p>
    <w:p w:rsidR="00E00D30" w:rsidRDefault="00E00D30" w:rsidP="00E00D30">
      <w:r>
        <w:t>881.9194</w:t>
      </w:r>
      <w:r>
        <w:tab/>
        <w:t>1.013e0</w:t>
      </w:r>
    </w:p>
    <w:p w:rsidR="00E00D30" w:rsidRDefault="00E00D30" w:rsidP="00E00D30">
      <w:r>
        <w:t>881.9495</w:t>
      </w:r>
      <w:r>
        <w:tab/>
        <w:t>1.013e0</w:t>
      </w:r>
    </w:p>
    <w:p w:rsidR="00E00D30" w:rsidRDefault="00E00D30" w:rsidP="00E00D30">
      <w:r>
        <w:t>881.9506</w:t>
      </w:r>
      <w:r>
        <w:tab/>
        <w:t>1.013e0</w:t>
      </w:r>
    </w:p>
    <w:p w:rsidR="00E00D30" w:rsidRDefault="00E00D30" w:rsidP="00E00D30">
      <w:r>
        <w:t>881.9865</w:t>
      </w:r>
      <w:r>
        <w:tab/>
        <w:t>2.025e0</w:t>
      </w:r>
    </w:p>
    <w:p w:rsidR="00E00D30" w:rsidRDefault="00E00D30" w:rsidP="00E00D30">
      <w:r>
        <w:t>881.9939</w:t>
      </w:r>
      <w:r>
        <w:tab/>
        <w:t>1.013e0</w:t>
      </w:r>
    </w:p>
    <w:p w:rsidR="00E00D30" w:rsidRDefault="00E00D30" w:rsidP="00E00D30">
      <w:r>
        <w:t>881.9991</w:t>
      </w:r>
      <w:r>
        <w:tab/>
        <w:t>1.013e0</w:t>
      </w:r>
    </w:p>
    <w:p w:rsidR="00E00D30" w:rsidRDefault="00E00D30" w:rsidP="00E00D30">
      <w:r>
        <w:t>882.0192</w:t>
      </w:r>
      <w:r>
        <w:tab/>
        <w:t>2.025e0</w:t>
      </w:r>
    </w:p>
    <w:p w:rsidR="00E00D30" w:rsidRDefault="00E00D30" w:rsidP="00E00D30">
      <w:r>
        <w:t>882.0267</w:t>
      </w:r>
      <w:r>
        <w:tab/>
        <w:t>3.127e0</w:t>
      </w:r>
    </w:p>
    <w:p w:rsidR="00E00D30" w:rsidRDefault="00E00D30" w:rsidP="00E00D30">
      <w:r>
        <w:lastRenderedPageBreak/>
        <w:t>882.0679</w:t>
      </w:r>
      <w:r>
        <w:tab/>
        <w:t>1.013e0</w:t>
      </w:r>
    </w:p>
    <w:p w:rsidR="00E00D30" w:rsidRDefault="00E00D30" w:rsidP="00E00D30">
      <w:r>
        <w:t>882.0986</w:t>
      </w:r>
      <w:r>
        <w:tab/>
        <w:t>1.013e0</w:t>
      </w:r>
    </w:p>
    <w:p w:rsidR="00E00D30" w:rsidRDefault="00E00D30" w:rsidP="00E00D30">
      <w:r>
        <w:t>882.1757</w:t>
      </w:r>
      <w:r>
        <w:tab/>
        <w:t>3.038e0</w:t>
      </w:r>
    </w:p>
    <w:p w:rsidR="00E00D30" w:rsidRDefault="00E00D30" w:rsidP="00E00D30">
      <w:r>
        <w:t>882.1846</w:t>
      </w:r>
      <w:r>
        <w:tab/>
        <w:t>5.742e0</w:t>
      </w:r>
    </w:p>
    <w:p w:rsidR="00E00D30" w:rsidRDefault="00E00D30" w:rsidP="00E00D30">
      <w:r>
        <w:t>882.2155</w:t>
      </w:r>
      <w:r>
        <w:tab/>
        <w:t>1.013e0</w:t>
      </w:r>
    </w:p>
    <w:p w:rsidR="00E00D30" w:rsidRDefault="00E00D30" w:rsidP="00E00D30">
      <w:r>
        <w:t>882.2343</w:t>
      </w:r>
      <w:r>
        <w:tab/>
        <w:t>1.013e0</w:t>
      </w:r>
    </w:p>
    <w:p w:rsidR="00E00D30" w:rsidRDefault="00E00D30" w:rsidP="00E00D30">
      <w:r>
        <w:t>882.2821</w:t>
      </w:r>
      <w:r>
        <w:tab/>
        <w:t>2.025e0</w:t>
      </w:r>
    </w:p>
    <w:p w:rsidR="00E00D30" w:rsidRDefault="00E00D30" w:rsidP="00E00D30">
      <w:r>
        <w:t>882.2900</w:t>
      </w:r>
      <w:r>
        <w:tab/>
        <w:t>1.013e0</w:t>
      </w:r>
    </w:p>
    <w:p w:rsidR="00E00D30" w:rsidRDefault="00E00D30" w:rsidP="00E00D30">
      <w:r>
        <w:t>882.3196</w:t>
      </w:r>
      <w:r>
        <w:tab/>
        <w:t>1.013e0</w:t>
      </w:r>
    </w:p>
    <w:p w:rsidR="00E00D30" w:rsidRDefault="00E00D30" w:rsidP="00E00D30">
      <w:r>
        <w:t>882.3492</w:t>
      </w:r>
      <w:r>
        <w:tab/>
        <w:t>1.013e0</w:t>
      </w:r>
    </w:p>
    <w:p w:rsidR="00E00D30" w:rsidRDefault="00E00D30" w:rsidP="00E00D30">
      <w:r>
        <w:t>882.3815</w:t>
      </w:r>
      <w:r>
        <w:tab/>
        <w:t>2.025e0</w:t>
      </w:r>
    </w:p>
    <w:p w:rsidR="00E00D30" w:rsidRDefault="00E00D30" w:rsidP="00E00D30">
      <w:r>
        <w:t>882.4160</w:t>
      </w:r>
      <w:r>
        <w:tab/>
        <w:t>2.025e0</w:t>
      </w:r>
    </w:p>
    <w:p w:rsidR="00E00D30" w:rsidRDefault="00E00D30" w:rsidP="00E00D30">
      <w:r>
        <w:t>882.4984</w:t>
      </w:r>
      <w:r>
        <w:tab/>
        <w:t>1.013e0</w:t>
      </w:r>
    </w:p>
    <w:p w:rsidR="00E00D30" w:rsidRDefault="00E00D30" w:rsidP="00E00D30">
      <w:r>
        <w:t>882.5222</w:t>
      </w:r>
      <w:r>
        <w:tab/>
        <w:t>2.134e1</w:t>
      </w:r>
    </w:p>
    <w:p w:rsidR="00E00D30" w:rsidRDefault="00E00D30" w:rsidP="00E00D30">
      <w:r>
        <w:t>882.5277</w:t>
      </w:r>
      <w:r>
        <w:tab/>
        <w:t>7.091e1</w:t>
      </w:r>
    </w:p>
    <w:p w:rsidR="00E00D30" w:rsidRDefault="00E00D30" w:rsidP="00E00D30">
      <w:r>
        <w:t>882.5328</w:t>
      </w:r>
      <w:r>
        <w:tab/>
        <w:t>8.576e1</w:t>
      </w:r>
    </w:p>
    <w:p w:rsidR="00E00D30" w:rsidRDefault="00E00D30" w:rsidP="00E00D30">
      <w:r>
        <w:t>882.5347</w:t>
      </w:r>
      <w:r>
        <w:tab/>
        <w:t>8.538e1</w:t>
      </w:r>
    </w:p>
    <w:p w:rsidR="00E00D30" w:rsidRDefault="00E00D30" w:rsidP="00E00D30">
      <w:r>
        <w:t>882.5504</w:t>
      </w:r>
      <w:r>
        <w:tab/>
        <w:t>6.076e0</w:t>
      </w:r>
    </w:p>
    <w:p w:rsidR="00E00D30" w:rsidRDefault="00E00D30" w:rsidP="00E00D30">
      <w:r>
        <w:t>882.6471</w:t>
      </w:r>
      <w:r>
        <w:tab/>
        <w:t>3.038e0</w:t>
      </w:r>
    </w:p>
    <w:p w:rsidR="00E00D30" w:rsidRDefault="00E00D30" w:rsidP="00E00D30">
      <w:r>
        <w:lastRenderedPageBreak/>
        <w:t>882.6956</w:t>
      </w:r>
      <w:r>
        <w:tab/>
        <w:t>3.038e0</w:t>
      </w:r>
    </w:p>
    <w:p w:rsidR="00E00D30" w:rsidRDefault="00E00D30" w:rsidP="00E00D30">
      <w:r>
        <w:t>882.7614</w:t>
      </w:r>
      <w:r>
        <w:tab/>
        <w:t>2.025e0</w:t>
      </w:r>
    </w:p>
    <w:p w:rsidR="00E00D30" w:rsidRDefault="00E00D30" w:rsidP="00E00D30">
      <w:r>
        <w:t>882.7774</w:t>
      </w:r>
      <w:r>
        <w:tab/>
        <w:t>1.013e0</w:t>
      </w:r>
    </w:p>
    <w:p w:rsidR="00E00D30" w:rsidRDefault="00E00D30" w:rsidP="00E00D30">
      <w:r>
        <w:t>882.7879</w:t>
      </w:r>
      <w:r>
        <w:tab/>
        <w:t>2.025e0</w:t>
      </w:r>
    </w:p>
    <w:p w:rsidR="00E00D30" w:rsidRDefault="00E00D30" w:rsidP="00E00D30">
      <w:r>
        <w:t>882.8079</w:t>
      </w:r>
      <w:r>
        <w:tab/>
        <w:t>1.013e0</w:t>
      </w:r>
    </w:p>
    <w:p w:rsidR="00E00D30" w:rsidRDefault="00E00D30" w:rsidP="00E00D30">
      <w:r>
        <w:t>882.8174</w:t>
      </w:r>
      <w:r>
        <w:tab/>
        <w:t>2.025e0</w:t>
      </w:r>
    </w:p>
    <w:p w:rsidR="00E00D30" w:rsidRDefault="00E00D30" w:rsidP="00E00D30">
      <w:r>
        <w:t>882.8264</w:t>
      </w:r>
      <w:r>
        <w:tab/>
        <w:t>1.013e0</w:t>
      </w:r>
    </w:p>
    <w:p w:rsidR="00E00D30" w:rsidRDefault="00E00D30" w:rsidP="00E00D30">
      <w:r>
        <w:t>882.8430</w:t>
      </w:r>
      <w:r>
        <w:tab/>
        <w:t>3.038e0</w:t>
      </w:r>
    </w:p>
    <w:p w:rsidR="00E00D30" w:rsidRDefault="00E00D30" w:rsidP="00E00D30">
      <w:r>
        <w:t>882.8524</w:t>
      </w:r>
      <w:r>
        <w:tab/>
        <w:t>1.013e0</w:t>
      </w:r>
    </w:p>
    <w:p w:rsidR="00E00D30" w:rsidRDefault="00E00D30" w:rsidP="00E00D30">
      <w:r>
        <w:t>882.8538</w:t>
      </w:r>
      <w:r>
        <w:tab/>
        <w:t>5.063e0</w:t>
      </w:r>
    </w:p>
    <w:p w:rsidR="00E00D30" w:rsidRDefault="00E00D30" w:rsidP="00E00D30">
      <w:r>
        <w:t>882.9007</w:t>
      </w:r>
      <w:r>
        <w:tab/>
        <w:t>4.051e0</w:t>
      </w:r>
    </w:p>
    <w:p w:rsidR="00E00D30" w:rsidRDefault="00E00D30" w:rsidP="00E00D30">
      <w:r>
        <w:t>882.9269</w:t>
      </w:r>
      <w:r>
        <w:tab/>
        <w:t>1.013e0</w:t>
      </w:r>
    </w:p>
    <w:p w:rsidR="00E00D30" w:rsidRDefault="00E00D30" w:rsidP="00E00D30">
      <w:r>
        <w:t>882.9458</w:t>
      </w:r>
      <w:r>
        <w:tab/>
        <w:t>1.013e0</w:t>
      </w:r>
    </w:p>
    <w:p w:rsidR="00E00D30" w:rsidRDefault="00E00D30" w:rsidP="00E00D30">
      <w:r>
        <w:t>882.9857</w:t>
      </w:r>
      <w:r>
        <w:tab/>
        <w:t>3.038e0</w:t>
      </w:r>
    </w:p>
    <w:p w:rsidR="00E00D30" w:rsidRDefault="00E00D30" w:rsidP="00E00D30">
      <w:r>
        <w:t>882.9872</w:t>
      </w:r>
      <w:r>
        <w:tab/>
        <w:t>1.013e0</w:t>
      </w:r>
    </w:p>
    <w:p w:rsidR="00E00D30" w:rsidRDefault="00E00D30" w:rsidP="00E00D30">
      <w:r>
        <w:t>882.9963</w:t>
      </w:r>
      <w:r>
        <w:tab/>
        <w:t>1.013e0</w:t>
      </w:r>
    </w:p>
    <w:p w:rsidR="00E00D30" w:rsidRDefault="00E00D30" w:rsidP="00E00D30">
      <w:r>
        <w:t>883.0054</w:t>
      </w:r>
      <w:r>
        <w:tab/>
        <w:t>2.025e0</w:t>
      </w:r>
    </w:p>
    <w:p w:rsidR="00E00D30" w:rsidRDefault="00E00D30" w:rsidP="00E00D30">
      <w:r>
        <w:t>883.0298</w:t>
      </w:r>
      <w:r>
        <w:tab/>
        <w:t>3.038e0</w:t>
      </w:r>
    </w:p>
    <w:p w:rsidR="00E00D30" w:rsidRDefault="00E00D30" w:rsidP="00E00D30">
      <w:r>
        <w:t>883.0531</w:t>
      </w:r>
      <w:r>
        <w:tab/>
        <w:t>5.063e0</w:t>
      </w:r>
    </w:p>
    <w:p w:rsidR="00E00D30" w:rsidRDefault="00E00D30" w:rsidP="00E00D30">
      <w:r>
        <w:lastRenderedPageBreak/>
        <w:t>883.0630</w:t>
      </w:r>
      <w:r>
        <w:tab/>
        <w:t>1.013e0</w:t>
      </w:r>
    </w:p>
    <w:p w:rsidR="00E00D30" w:rsidRDefault="00E00D30" w:rsidP="00E00D30">
      <w:r>
        <w:t>883.0746</w:t>
      </w:r>
      <w:r>
        <w:tab/>
        <w:t>1.013e0</w:t>
      </w:r>
    </w:p>
    <w:p w:rsidR="00E00D30" w:rsidRDefault="00E00D30" w:rsidP="00E00D30">
      <w:r>
        <w:t>883.0989</w:t>
      </w:r>
      <w:r>
        <w:tab/>
        <w:t>1.013e0</w:t>
      </w:r>
    </w:p>
    <w:p w:rsidR="00E00D30" w:rsidRDefault="00E00D30" w:rsidP="00E00D30">
      <w:r>
        <w:t>883.1270</w:t>
      </w:r>
      <w:r>
        <w:tab/>
        <w:t>2.025e0</w:t>
      </w:r>
    </w:p>
    <w:p w:rsidR="00E00D30" w:rsidRDefault="00E00D30" w:rsidP="00E00D30">
      <w:r>
        <w:t>883.1965</w:t>
      </w:r>
      <w:r>
        <w:tab/>
        <w:t>2.025e0</w:t>
      </w:r>
    </w:p>
    <w:p w:rsidR="00E00D30" w:rsidRDefault="00E00D30" w:rsidP="00E00D30">
      <w:r>
        <w:t>883.1989</w:t>
      </w:r>
      <w:r>
        <w:tab/>
        <w:t>1.013e0</w:t>
      </w:r>
    </w:p>
    <w:p w:rsidR="00E00D30" w:rsidRDefault="00E00D30" w:rsidP="00E00D30">
      <w:r>
        <w:t>883.2345</w:t>
      </w:r>
      <w:r>
        <w:tab/>
        <w:t>1.013e0</w:t>
      </w:r>
    </w:p>
    <w:p w:rsidR="00E00D30" w:rsidRDefault="00E00D30" w:rsidP="00E00D30">
      <w:r>
        <w:t>883.2821</w:t>
      </w:r>
      <w:r>
        <w:tab/>
        <w:t>1.013e0</w:t>
      </w:r>
    </w:p>
    <w:p w:rsidR="00E00D30" w:rsidRDefault="00E00D30" w:rsidP="00E00D30">
      <w:r>
        <w:t>883.3172</w:t>
      </w:r>
      <w:r>
        <w:tab/>
        <w:t>1.013e0</w:t>
      </w:r>
    </w:p>
    <w:p w:rsidR="00E00D30" w:rsidRDefault="00E00D30" w:rsidP="00E00D30">
      <w:r>
        <w:t>883.3430</w:t>
      </w:r>
      <w:r>
        <w:tab/>
        <w:t>1.013e0</w:t>
      </w:r>
    </w:p>
    <w:p w:rsidR="00E00D30" w:rsidRDefault="00E00D30" w:rsidP="00E00D30">
      <w:r>
        <w:t>883.3516</w:t>
      </w:r>
      <w:r>
        <w:tab/>
        <w:t>3.038e0</w:t>
      </w:r>
    </w:p>
    <w:p w:rsidR="00E00D30" w:rsidRDefault="00E00D30" w:rsidP="00E00D30">
      <w:r>
        <w:t>883.3616</w:t>
      </w:r>
      <w:r>
        <w:tab/>
        <w:t>2.025e0</w:t>
      </w:r>
    </w:p>
    <w:p w:rsidR="00E00D30" w:rsidRDefault="00E00D30" w:rsidP="00E00D30">
      <w:r>
        <w:t>883.3688</w:t>
      </w:r>
      <w:r>
        <w:tab/>
        <w:t>1.013e0</w:t>
      </w:r>
    </w:p>
    <w:p w:rsidR="00E00D30" w:rsidRDefault="00E00D30" w:rsidP="00E00D30">
      <w:r>
        <w:t>883.4876</w:t>
      </w:r>
      <w:r>
        <w:tab/>
        <w:t>1.013e0</w:t>
      </w:r>
    </w:p>
    <w:p w:rsidR="00E00D30" w:rsidRDefault="00E00D30" w:rsidP="00E00D30">
      <w:r>
        <w:t>883.5021</w:t>
      </w:r>
      <w:r>
        <w:tab/>
        <w:t>5.063e0</w:t>
      </w:r>
    </w:p>
    <w:p w:rsidR="00E00D30" w:rsidRDefault="00E00D30" w:rsidP="00E00D30">
      <w:r>
        <w:t>883.5203</w:t>
      </w:r>
      <w:r>
        <w:tab/>
        <w:t>1.010e1</w:t>
      </w:r>
    </w:p>
    <w:p w:rsidR="00E00D30" w:rsidRDefault="00E00D30" w:rsidP="00E00D30">
      <w:r>
        <w:t>883.5233</w:t>
      </w:r>
      <w:r>
        <w:tab/>
        <w:t>1.666e1</w:t>
      </w:r>
    </w:p>
    <w:p w:rsidR="00E00D30" w:rsidRDefault="00E00D30" w:rsidP="00E00D30">
      <w:r>
        <w:t>883.5346</w:t>
      </w:r>
      <w:r>
        <w:tab/>
        <w:t>1.013e0</w:t>
      </w:r>
    </w:p>
    <w:p w:rsidR="00E00D30" w:rsidRDefault="00E00D30" w:rsidP="00E00D30">
      <w:r>
        <w:t>883.5372</w:t>
      </w:r>
      <w:r>
        <w:tab/>
        <w:t>1.013e0</w:t>
      </w:r>
    </w:p>
    <w:p w:rsidR="00E00D30" w:rsidRDefault="00E00D30" w:rsidP="00E00D30">
      <w:r>
        <w:lastRenderedPageBreak/>
        <w:t>883.5477</w:t>
      </w:r>
      <w:r>
        <w:tab/>
        <w:t>1.380e1</w:t>
      </w:r>
    </w:p>
    <w:p w:rsidR="00E00D30" w:rsidRDefault="00E00D30" w:rsidP="00E00D30">
      <w:r>
        <w:t>883.5502</w:t>
      </w:r>
      <w:r>
        <w:tab/>
        <w:t>1.163e1</w:t>
      </w:r>
    </w:p>
    <w:p w:rsidR="00E00D30" w:rsidRDefault="00E00D30" w:rsidP="00E00D30">
      <w:r>
        <w:t>883.5549</w:t>
      </w:r>
      <w:r>
        <w:tab/>
        <w:t>1.013e0</w:t>
      </w:r>
    </w:p>
    <w:p w:rsidR="00E00D30" w:rsidRDefault="00E00D30" w:rsidP="00E00D30">
      <w:r>
        <w:t>883.6141</w:t>
      </w:r>
      <w:r>
        <w:tab/>
        <w:t>2.025e0</w:t>
      </w:r>
    </w:p>
    <w:p w:rsidR="00E00D30" w:rsidRDefault="00E00D30" w:rsidP="00E00D30">
      <w:r>
        <w:t>883.6222</w:t>
      </w:r>
      <w:r>
        <w:tab/>
        <w:t>2.025e0</w:t>
      </w:r>
    </w:p>
    <w:p w:rsidR="00E00D30" w:rsidRDefault="00E00D30" w:rsidP="00E00D30">
      <w:r>
        <w:t>883.6235</w:t>
      </w:r>
      <w:r>
        <w:tab/>
        <w:t>1.013e0</w:t>
      </w:r>
    </w:p>
    <w:p w:rsidR="00E00D30" w:rsidRDefault="00E00D30" w:rsidP="00E00D30">
      <w:r>
        <w:t>883.6384</w:t>
      </w:r>
      <w:r>
        <w:tab/>
        <w:t>2.025e0</w:t>
      </w:r>
    </w:p>
    <w:p w:rsidR="00E00D30" w:rsidRDefault="00E00D30" w:rsidP="00E00D30">
      <w:r>
        <w:t>883.6395</w:t>
      </w:r>
      <w:r>
        <w:tab/>
        <w:t>1.013e0</w:t>
      </w:r>
    </w:p>
    <w:p w:rsidR="00E00D30" w:rsidRDefault="00E00D30" w:rsidP="00E00D30">
      <w:r>
        <w:t>883.6851</w:t>
      </w:r>
      <w:r>
        <w:tab/>
        <w:t>3.038e0</w:t>
      </w:r>
    </w:p>
    <w:p w:rsidR="00E00D30" w:rsidRDefault="00E00D30" w:rsidP="00E00D30">
      <w:r>
        <w:t>883.6895</w:t>
      </w:r>
      <w:r>
        <w:tab/>
        <w:t>1.013e0</w:t>
      </w:r>
    </w:p>
    <w:p w:rsidR="00E00D30" w:rsidRDefault="00E00D30" w:rsidP="00E00D30">
      <w:r>
        <w:t>883.7797</w:t>
      </w:r>
      <w:r>
        <w:tab/>
        <w:t>2.025e0</w:t>
      </w:r>
    </w:p>
    <w:p w:rsidR="00E00D30" w:rsidRDefault="00E00D30" w:rsidP="00E00D30">
      <w:r>
        <w:t>883.7945</w:t>
      </w:r>
      <w:r>
        <w:tab/>
        <w:t>4.051e0</w:t>
      </w:r>
    </w:p>
    <w:p w:rsidR="00E00D30" w:rsidRDefault="00E00D30" w:rsidP="00E00D30">
      <w:r>
        <w:t>883.8026</w:t>
      </w:r>
      <w:r>
        <w:tab/>
        <w:t>1.013e0</w:t>
      </w:r>
    </w:p>
    <w:p w:rsidR="00E00D30" w:rsidRDefault="00E00D30" w:rsidP="00E00D30">
      <w:r>
        <w:t>883.8163</w:t>
      </w:r>
      <w:r>
        <w:tab/>
        <w:t>1.013e0</w:t>
      </w:r>
    </w:p>
    <w:p w:rsidR="00E00D30" w:rsidRDefault="00E00D30" w:rsidP="00E00D30">
      <w:r>
        <w:t>883.8250</w:t>
      </w:r>
      <w:r>
        <w:tab/>
        <w:t>1.013e0</w:t>
      </w:r>
    </w:p>
    <w:p w:rsidR="00E00D30" w:rsidRDefault="00E00D30" w:rsidP="00E00D30">
      <w:r>
        <w:t>883.8619</w:t>
      </w:r>
      <w:r>
        <w:tab/>
        <w:t>1.013e0</w:t>
      </w:r>
    </w:p>
    <w:p w:rsidR="00E00D30" w:rsidRDefault="00E00D30" w:rsidP="00E00D30">
      <w:r>
        <w:t>883.8768</w:t>
      </w:r>
      <w:r>
        <w:tab/>
        <w:t>1.013e0</w:t>
      </w:r>
    </w:p>
    <w:p w:rsidR="00E00D30" w:rsidRDefault="00E00D30" w:rsidP="00E00D30">
      <w:r>
        <w:t>883.9048</w:t>
      </w:r>
      <w:r>
        <w:tab/>
        <w:t>1.013e0</w:t>
      </w:r>
    </w:p>
    <w:p w:rsidR="00E00D30" w:rsidRDefault="00E00D30" w:rsidP="00E00D30">
      <w:r>
        <w:t>883.9175</w:t>
      </w:r>
      <w:r>
        <w:tab/>
        <w:t>3.038e0</w:t>
      </w:r>
    </w:p>
    <w:p w:rsidR="00E00D30" w:rsidRDefault="00E00D30" w:rsidP="00E00D30">
      <w:r>
        <w:lastRenderedPageBreak/>
        <w:t>883.9607</w:t>
      </w:r>
      <w:r>
        <w:tab/>
        <w:t>1.013e0</w:t>
      </w:r>
    </w:p>
    <w:p w:rsidR="00E00D30" w:rsidRDefault="00E00D30" w:rsidP="00E00D30">
      <w:r>
        <w:t>884.0269</w:t>
      </w:r>
      <w:r>
        <w:tab/>
        <w:t>2.025e0</w:t>
      </w:r>
    </w:p>
    <w:p w:rsidR="00E00D30" w:rsidRDefault="00E00D30" w:rsidP="00E00D30">
      <w:r>
        <w:t>884.0444</w:t>
      </w:r>
      <w:r>
        <w:tab/>
        <w:t>1.013e0</w:t>
      </w:r>
    </w:p>
    <w:p w:rsidR="00E00D30" w:rsidRDefault="00E00D30" w:rsidP="00E00D30">
      <w:r>
        <w:t>884.0685</w:t>
      </w:r>
      <w:r>
        <w:tab/>
        <w:t>1.013e0</w:t>
      </w:r>
    </w:p>
    <w:p w:rsidR="00E00D30" w:rsidRDefault="00E00D30" w:rsidP="00E00D30">
      <w:r>
        <w:t>884.1422</w:t>
      </w:r>
      <w:r>
        <w:tab/>
        <w:t>1.013e0</w:t>
      </w:r>
    </w:p>
    <w:p w:rsidR="00E00D30" w:rsidRDefault="00E00D30" w:rsidP="00E00D30">
      <w:r>
        <w:t>884.1555</w:t>
      </w:r>
      <w:r>
        <w:tab/>
        <w:t>3.038e0</w:t>
      </w:r>
    </w:p>
    <w:p w:rsidR="00E00D30" w:rsidRDefault="00E00D30" w:rsidP="00E00D30">
      <w:r>
        <w:t>884.1570</w:t>
      </w:r>
      <w:r>
        <w:tab/>
        <w:t>1.013e0</w:t>
      </w:r>
    </w:p>
    <w:p w:rsidR="00E00D30" w:rsidRDefault="00E00D30" w:rsidP="00E00D30">
      <w:r>
        <w:t>884.1719</w:t>
      </w:r>
      <w:r>
        <w:tab/>
        <w:t>1.013e0</w:t>
      </w:r>
    </w:p>
    <w:p w:rsidR="00E00D30" w:rsidRDefault="00E00D30" w:rsidP="00E00D30">
      <w:r>
        <w:t>884.1973</w:t>
      </w:r>
      <w:r>
        <w:tab/>
        <w:t>1.013e0</w:t>
      </w:r>
    </w:p>
    <w:p w:rsidR="00E00D30" w:rsidRDefault="00E00D30" w:rsidP="00E00D30">
      <w:r>
        <w:t>884.2460</w:t>
      </w:r>
      <w:r>
        <w:tab/>
        <w:t>1.013e0</w:t>
      </w:r>
    </w:p>
    <w:p w:rsidR="00E00D30" w:rsidRDefault="00E00D30" w:rsidP="00E00D30">
      <w:r>
        <w:t>884.2758</w:t>
      </w:r>
      <w:r>
        <w:tab/>
        <w:t>1.013e0</w:t>
      </w:r>
    </w:p>
    <w:p w:rsidR="00E00D30" w:rsidRDefault="00E00D30" w:rsidP="00E00D30">
      <w:r>
        <w:t>884.3344</w:t>
      </w:r>
      <w:r>
        <w:tab/>
        <w:t>4.051e0</w:t>
      </w:r>
    </w:p>
    <w:p w:rsidR="00E00D30" w:rsidRDefault="00E00D30" w:rsidP="00E00D30">
      <w:r>
        <w:t>884.3663</w:t>
      </w:r>
      <w:r>
        <w:tab/>
        <w:t>1.013e0</w:t>
      </w:r>
    </w:p>
    <w:p w:rsidR="00E00D30" w:rsidRDefault="00E00D30" w:rsidP="00E00D30">
      <w:r>
        <w:t>884.3801</w:t>
      </w:r>
      <w:r>
        <w:tab/>
        <w:t>1.013e0</w:t>
      </w:r>
    </w:p>
    <w:p w:rsidR="00E00D30" w:rsidRDefault="00E00D30" w:rsidP="00E00D30">
      <w:r>
        <w:t>884.3811</w:t>
      </w:r>
      <w:r>
        <w:tab/>
        <w:t>1.013e0</w:t>
      </w:r>
    </w:p>
    <w:p w:rsidR="00E00D30" w:rsidRDefault="00E00D30" w:rsidP="00E00D30">
      <w:r>
        <w:t>884.4320</w:t>
      </w:r>
      <w:r>
        <w:tab/>
        <w:t>2.025e0</w:t>
      </w:r>
    </w:p>
    <w:p w:rsidR="00E00D30" w:rsidRDefault="00E00D30" w:rsidP="00E00D30">
      <w:r>
        <w:t>884.4395</w:t>
      </w:r>
      <w:r>
        <w:tab/>
        <w:t>2.025e0</w:t>
      </w:r>
    </w:p>
    <w:p w:rsidR="00E00D30" w:rsidRDefault="00E00D30" w:rsidP="00E00D30">
      <w:r>
        <w:t>884.4444</w:t>
      </w:r>
      <w:r>
        <w:tab/>
        <w:t>4.051e0</w:t>
      </w:r>
    </w:p>
    <w:p w:rsidR="00E00D30" w:rsidRDefault="00E00D30" w:rsidP="00E00D30">
      <w:r>
        <w:t>884.4605</w:t>
      </w:r>
      <w:r>
        <w:tab/>
        <w:t>1.348e0</w:t>
      </w:r>
    </w:p>
    <w:p w:rsidR="00E00D30" w:rsidRDefault="00E00D30" w:rsidP="00E00D30">
      <w:r>
        <w:lastRenderedPageBreak/>
        <w:t>884.4839</w:t>
      </w:r>
      <w:r>
        <w:tab/>
        <w:t>1.013e0</w:t>
      </w:r>
    </w:p>
    <w:p w:rsidR="00E00D30" w:rsidRDefault="00E00D30" w:rsidP="00E00D30">
      <w:r>
        <w:t>884.4997</w:t>
      </w:r>
      <w:r>
        <w:tab/>
        <w:t>4.546e0</w:t>
      </w:r>
    </w:p>
    <w:p w:rsidR="00E00D30" w:rsidRDefault="00E00D30" w:rsidP="00E00D30">
      <w:r>
        <w:t>884.5186</w:t>
      </w:r>
      <w:r>
        <w:tab/>
        <w:t>1.013e0</w:t>
      </w:r>
    </w:p>
    <w:p w:rsidR="00E00D30" w:rsidRDefault="00E00D30" w:rsidP="00E00D30">
      <w:r>
        <w:t>884.5352</w:t>
      </w:r>
      <w:r>
        <w:tab/>
        <w:t>3.038e0</w:t>
      </w:r>
    </w:p>
    <w:p w:rsidR="00E00D30" w:rsidRDefault="00E00D30" w:rsidP="00E00D30">
      <w:r>
        <w:t>884.5427</w:t>
      </w:r>
      <w:r>
        <w:tab/>
        <w:t>4.145e0</w:t>
      </w:r>
    </w:p>
    <w:p w:rsidR="00E00D30" w:rsidRDefault="00E00D30" w:rsidP="00E00D30">
      <w:r>
        <w:t>884.5809</w:t>
      </w:r>
      <w:r>
        <w:tab/>
        <w:t>2.480e0</w:t>
      </w:r>
    </w:p>
    <w:p w:rsidR="00E00D30" w:rsidRDefault="00E00D30" w:rsidP="00E00D30">
      <w:r>
        <w:t>884.5872</w:t>
      </w:r>
      <w:r>
        <w:tab/>
        <w:t>2.025e0</w:t>
      </w:r>
    </w:p>
    <w:p w:rsidR="00E00D30" w:rsidRDefault="00E00D30" w:rsidP="00E00D30">
      <w:r>
        <w:t>884.6038</w:t>
      </w:r>
      <w:r>
        <w:tab/>
        <w:t>1.013e0</w:t>
      </w:r>
    </w:p>
    <w:p w:rsidR="00E00D30" w:rsidRDefault="00E00D30" w:rsidP="00E00D30">
      <w:r>
        <w:t>884.6584</w:t>
      </w:r>
      <w:r>
        <w:tab/>
        <w:t>2.025e0</w:t>
      </w:r>
    </w:p>
    <w:p w:rsidR="00E00D30" w:rsidRDefault="00E00D30" w:rsidP="00E00D30">
      <w:r>
        <w:t>884.6621</w:t>
      </w:r>
      <w:r>
        <w:tab/>
        <w:t>1.013e0</w:t>
      </w:r>
    </w:p>
    <w:p w:rsidR="00E00D30" w:rsidRDefault="00E00D30" w:rsidP="00E00D30">
      <w:r>
        <w:t>884.6780</w:t>
      </w:r>
      <w:r>
        <w:tab/>
        <w:t>1.013e0</w:t>
      </w:r>
    </w:p>
    <w:p w:rsidR="00E00D30" w:rsidRDefault="00E00D30" w:rsidP="00E00D30">
      <w:r>
        <w:t>884.7051</w:t>
      </w:r>
      <w:r>
        <w:tab/>
        <w:t>2.025e0</w:t>
      </w:r>
    </w:p>
    <w:p w:rsidR="00E00D30" w:rsidRDefault="00E00D30" w:rsidP="00E00D30">
      <w:r>
        <w:t>884.7335</w:t>
      </w:r>
      <w:r>
        <w:tab/>
        <w:t>4.051e0</w:t>
      </w:r>
    </w:p>
    <w:p w:rsidR="00E00D30" w:rsidRDefault="00E00D30" w:rsidP="00E00D30">
      <w:r>
        <w:t>884.7374</w:t>
      </w:r>
      <w:r>
        <w:tab/>
        <w:t>1.013e0</w:t>
      </w:r>
    </w:p>
    <w:p w:rsidR="00E00D30" w:rsidRDefault="00E00D30" w:rsidP="00E00D30">
      <w:r>
        <w:t>884.7509</w:t>
      </w:r>
      <w:r>
        <w:tab/>
        <w:t>3.038e0</w:t>
      </w:r>
    </w:p>
    <w:p w:rsidR="00E00D30" w:rsidRDefault="00E00D30" w:rsidP="00E00D30">
      <w:r>
        <w:t>884.7726</w:t>
      </w:r>
      <w:r>
        <w:tab/>
        <w:t>1.013e0</w:t>
      </w:r>
    </w:p>
    <w:p w:rsidR="00E00D30" w:rsidRDefault="00E00D30" w:rsidP="00E00D30">
      <w:r>
        <w:t>884.8058</w:t>
      </w:r>
      <w:r>
        <w:tab/>
        <w:t>3.038e0</w:t>
      </w:r>
    </w:p>
    <w:p w:rsidR="00E00D30" w:rsidRDefault="00E00D30" w:rsidP="00E00D30">
      <w:r>
        <w:t>884.8799</w:t>
      </w:r>
      <w:r>
        <w:tab/>
        <w:t>2.025e0</w:t>
      </w:r>
    </w:p>
    <w:p w:rsidR="00E00D30" w:rsidRDefault="00E00D30" w:rsidP="00E00D30">
      <w:r>
        <w:t>884.8898</w:t>
      </w:r>
      <w:r>
        <w:tab/>
        <w:t>1.013e0</w:t>
      </w:r>
    </w:p>
    <w:p w:rsidR="00E00D30" w:rsidRDefault="00E00D30" w:rsidP="00E00D30">
      <w:r>
        <w:lastRenderedPageBreak/>
        <w:t>884.8992</w:t>
      </w:r>
      <w:r>
        <w:tab/>
        <w:t>1.013e0</w:t>
      </w:r>
    </w:p>
    <w:p w:rsidR="00E00D30" w:rsidRDefault="00E00D30" w:rsidP="00E00D30">
      <w:r>
        <w:t>884.9715</w:t>
      </w:r>
      <w:r>
        <w:tab/>
        <w:t>4.051e0</w:t>
      </w:r>
    </w:p>
    <w:p w:rsidR="00E00D30" w:rsidRDefault="00E00D30" w:rsidP="00E00D30">
      <w:r>
        <w:t>884.9736</w:t>
      </w:r>
      <w:r>
        <w:tab/>
        <w:t>2.025e0</w:t>
      </w:r>
    </w:p>
    <w:p w:rsidR="00E00D30" w:rsidRDefault="00E00D30" w:rsidP="00E00D30">
      <w:r>
        <w:t>884.9750</w:t>
      </w:r>
      <w:r>
        <w:tab/>
        <w:t>1.013e0</w:t>
      </w:r>
    </w:p>
    <w:p w:rsidR="00E00D30" w:rsidRDefault="00E00D30" w:rsidP="00E00D30">
      <w:r>
        <w:t>884.9882</w:t>
      </w:r>
      <w:r>
        <w:tab/>
        <w:t>1.013e0</w:t>
      </w:r>
    </w:p>
    <w:p w:rsidR="00E00D30" w:rsidRDefault="00E00D30" w:rsidP="00E00D30">
      <w:r>
        <w:t>885.0081</w:t>
      </w:r>
      <w:r>
        <w:tab/>
        <w:t>1.013e0</w:t>
      </w:r>
    </w:p>
    <w:p w:rsidR="00E00D30" w:rsidRDefault="00E00D30" w:rsidP="00E00D30">
      <w:r>
        <w:t>885.0421</w:t>
      </w:r>
      <w:r>
        <w:tab/>
        <w:t>1.013e0</w:t>
      </w:r>
    </w:p>
    <w:p w:rsidR="00E00D30" w:rsidRDefault="00E00D30" w:rsidP="00E00D30">
      <w:r>
        <w:t>885.0778</w:t>
      </w:r>
      <w:r>
        <w:tab/>
        <w:t>1.013e0</w:t>
      </w:r>
    </w:p>
    <w:p w:rsidR="00E00D30" w:rsidRDefault="00E00D30" w:rsidP="00E00D30">
      <w:r>
        <w:t>885.0927</w:t>
      </w:r>
      <w:r>
        <w:tab/>
        <w:t>1.013e0</w:t>
      </w:r>
    </w:p>
    <w:p w:rsidR="00E00D30" w:rsidRDefault="00E00D30" w:rsidP="00E00D30">
      <w:r>
        <w:t>885.1085</w:t>
      </w:r>
      <w:r>
        <w:tab/>
        <w:t>1.013e0</w:t>
      </w:r>
    </w:p>
    <w:p w:rsidR="00E00D30" w:rsidRDefault="00E00D30" w:rsidP="00E00D30">
      <w:r>
        <w:t>885.1432</w:t>
      </w:r>
      <w:r>
        <w:tab/>
        <w:t>1.013e0</w:t>
      </w:r>
    </w:p>
    <w:p w:rsidR="00E00D30" w:rsidRDefault="00E00D30" w:rsidP="00E00D30">
      <w:r>
        <w:t>885.2412</w:t>
      </w:r>
      <w:r>
        <w:tab/>
        <w:t>1.013e0</w:t>
      </w:r>
    </w:p>
    <w:p w:rsidR="00E00D30" w:rsidRDefault="00E00D30" w:rsidP="00E00D30">
      <w:r>
        <w:t>885.2853</w:t>
      </w:r>
      <w:r>
        <w:tab/>
        <w:t>1.013e0</w:t>
      </w:r>
    </w:p>
    <w:p w:rsidR="00E00D30" w:rsidRDefault="00E00D30" w:rsidP="00E00D30">
      <w:r>
        <w:t>885.2960</w:t>
      </w:r>
      <w:r>
        <w:tab/>
        <w:t>1.013e0</w:t>
      </w:r>
    </w:p>
    <w:p w:rsidR="00E00D30" w:rsidRDefault="00E00D30" w:rsidP="00E00D30">
      <w:r>
        <w:t>885.3464</w:t>
      </w:r>
      <w:r>
        <w:tab/>
        <w:t>4.051e0</w:t>
      </w:r>
    </w:p>
    <w:p w:rsidR="00E00D30" w:rsidRDefault="00E00D30" w:rsidP="00E00D30">
      <w:r>
        <w:t>885.3553</w:t>
      </w:r>
      <w:r>
        <w:tab/>
        <w:t>2.025e0</w:t>
      </w:r>
    </w:p>
    <w:p w:rsidR="00E00D30" w:rsidRDefault="00E00D30" w:rsidP="00E00D30">
      <w:r>
        <w:t>885.4120</w:t>
      </w:r>
      <w:r>
        <w:tab/>
        <w:t>2.025e0</w:t>
      </w:r>
    </w:p>
    <w:p w:rsidR="00E00D30" w:rsidRDefault="00E00D30" w:rsidP="00E00D30">
      <w:r>
        <w:t>885.4788</w:t>
      </w:r>
      <w:r>
        <w:tab/>
        <w:t>1.441e2</w:t>
      </w:r>
    </w:p>
    <w:p w:rsidR="00E00D30" w:rsidRDefault="00E00D30" w:rsidP="00E00D30">
      <w:r>
        <w:t>885.4819</w:t>
      </w:r>
      <w:r>
        <w:tab/>
        <w:t>8.327e1</w:t>
      </w:r>
    </w:p>
    <w:p w:rsidR="00E00D30" w:rsidRDefault="00E00D30" w:rsidP="00E00D30">
      <w:r>
        <w:lastRenderedPageBreak/>
        <w:t>885.4832</w:t>
      </w:r>
      <w:r>
        <w:tab/>
        <w:t>5.281e1</w:t>
      </w:r>
    </w:p>
    <w:p w:rsidR="00E00D30" w:rsidRDefault="00E00D30" w:rsidP="00E00D30">
      <w:r>
        <w:t>885.4948</w:t>
      </w:r>
      <w:r>
        <w:tab/>
        <w:t>1.620e1</w:t>
      </w:r>
    </w:p>
    <w:p w:rsidR="00E00D30" w:rsidRDefault="00E00D30" w:rsidP="00E00D30">
      <w:r>
        <w:t>885.4971</w:t>
      </w:r>
      <w:r>
        <w:tab/>
        <w:t>1.418e1</w:t>
      </w:r>
    </w:p>
    <w:p w:rsidR="00E00D30" w:rsidRDefault="00E00D30" w:rsidP="00E00D30">
      <w:r>
        <w:t>885.5007</w:t>
      </w:r>
      <w:r>
        <w:tab/>
        <w:t>1.013e1</w:t>
      </w:r>
    </w:p>
    <w:p w:rsidR="00E00D30" w:rsidRDefault="00E00D30" w:rsidP="00E00D30">
      <w:r>
        <w:t>885.5840</w:t>
      </w:r>
      <w:r>
        <w:tab/>
        <w:t>2.025e0</w:t>
      </w:r>
    </w:p>
    <w:p w:rsidR="00E00D30" w:rsidRDefault="00E00D30" w:rsidP="00E00D30">
      <w:r>
        <w:t>885.6465</w:t>
      </w:r>
      <w:r>
        <w:tab/>
        <w:t>3.038e0</w:t>
      </w:r>
    </w:p>
    <w:p w:rsidR="00E00D30" w:rsidRDefault="00E00D30" w:rsidP="00E00D30">
      <w:r>
        <w:t>885.6666</w:t>
      </w:r>
      <w:r>
        <w:tab/>
        <w:t>3.038e0</w:t>
      </w:r>
    </w:p>
    <w:p w:rsidR="00E00D30" w:rsidRDefault="00E00D30" w:rsidP="00E00D30">
      <w:r>
        <w:t>885.6786</w:t>
      </w:r>
      <w:r>
        <w:tab/>
        <w:t>5.063e0</w:t>
      </w:r>
    </w:p>
    <w:p w:rsidR="00E00D30" w:rsidRDefault="00E00D30" w:rsidP="00E00D30">
      <w:r>
        <w:t>885.7029</w:t>
      </w:r>
      <w:r>
        <w:tab/>
        <w:t>1.013e0</w:t>
      </w:r>
    </w:p>
    <w:p w:rsidR="00E00D30" w:rsidRDefault="00E00D30" w:rsidP="00E00D30">
      <w:r>
        <w:t>885.7360</w:t>
      </w:r>
      <w:r>
        <w:tab/>
        <w:t>1.013e0</w:t>
      </w:r>
    </w:p>
    <w:p w:rsidR="00E00D30" w:rsidRDefault="00E00D30" w:rsidP="00E00D30">
      <w:r>
        <w:t>885.7523</w:t>
      </w:r>
      <w:r>
        <w:tab/>
        <w:t>1.013e0</w:t>
      </w:r>
    </w:p>
    <w:p w:rsidR="00E00D30" w:rsidRDefault="00E00D30" w:rsidP="00E00D30">
      <w:r>
        <w:t>885.7795</w:t>
      </w:r>
      <w:r>
        <w:tab/>
        <w:t>3.038e0</w:t>
      </w:r>
    </w:p>
    <w:p w:rsidR="00E00D30" w:rsidRDefault="00E00D30" w:rsidP="00E00D30">
      <w:r>
        <w:t>885.8128</w:t>
      </w:r>
      <w:r>
        <w:tab/>
        <w:t>2.025e0</w:t>
      </w:r>
    </w:p>
    <w:p w:rsidR="00E00D30" w:rsidRDefault="00E00D30" w:rsidP="00E00D30">
      <w:r>
        <w:t>885.8356</w:t>
      </w:r>
      <w:r>
        <w:tab/>
        <w:t>1.013e0</w:t>
      </w:r>
    </w:p>
    <w:p w:rsidR="00E00D30" w:rsidRDefault="00E00D30" w:rsidP="00E00D30">
      <w:r>
        <w:t>885.8820</w:t>
      </w:r>
      <w:r>
        <w:tab/>
        <w:t>2.025e0</w:t>
      </w:r>
    </w:p>
    <w:p w:rsidR="00E00D30" w:rsidRDefault="00E00D30" w:rsidP="00E00D30">
      <w:r>
        <w:t>885.9540</w:t>
      </w:r>
      <w:r>
        <w:tab/>
        <w:t>1.013e0</w:t>
      </w:r>
    </w:p>
    <w:p w:rsidR="00E00D30" w:rsidRDefault="00E00D30" w:rsidP="00E00D30">
      <w:r>
        <w:t>885.9556</w:t>
      </w:r>
      <w:r>
        <w:tab/>
        <w:t>1.013e0</w:t>
      </w:r>
    </w:p>
    <w:p w:rsidR="00E00D30" w:rsidRDefault="00E00D30" w:rsidP="00E00D30">
      <w:r>
        <w:t>885.9712</w:t>
      </w:r>
      <w:r>
        <w:tab/>
        <w:t>1.013e0</w:t>
      </w:r>
    </w:p>
    <w:p w:rsidR="00E00D30" w:rsidRDefault="00E00D30" w:rsidP="00E00D30">
      <w:r>
        <w:t>885.9745</w:t>
      </w:r>
      <w:r>
        <w:tab/>
        <w:t>3.038e0</w:t>
      </w:r>
    </w:p>
    <w:p w:rsidR="00E00D30" w:rsidRDefault="00E00D30" w:rsidP="00E00D30">
      <w:r>
        <w:lastRenderedPageBreak/>
        <w:t>885.9853</w:t>
      </w:r>
      <w:r>
        <w:tab/>
        <w:t>1.013e0</w:t>
      </w:r>
    </w:p>
    <w:p w:rsidR="00E00D30" w:rsidRDefault="00E00D30" w:rsidP="00E00D30">
      <w:r>
        <w:t>886.0150</w:t>
      </w:r>
      <w:r>
        <w:tab/>
        <w:t>1.013e0</w:t>
      </w:r>
    </w:p>
    <w:p w:rsidR="00E00D30" w:rsidRDefault="00E00D30" w:rsidP="00E00D30">
      <w:r>
        <w:t>886.0436</w:t>
      </w:r>
      <w:r>
        <w:tab/>
        <w:t>2.025e0</w:t>
      </w:r>
    </w:p>
    <w:p w:rsidR="00E00D30" w:rsidRDefault="00E00D30" w:rsidP="00E00D30">
      <w:r>
        <w:t>886.0580</w:t>
      </w:r>
      <w:r>
        <w:tab/>
        <w:t>1.013e0</w:t>
      </w:r>
    </w:p>
    <w:p w:rsidR="00E00D30" w:rsidRDefault="00E00D30" w:rsidP="00E00D30">
      <w:r>
        <w:t>886.0745</w:t>
      </w:r>
      <w:r>
        <w:tab/>
        <w:t>1.013e0</w:t>
      </w:r>
    </w:p>
    <w:p w:rsidR="00E00D30" w:rsidRDefault="00E00D30" w:rsidP="00E00D30">
      <w:r>
        <w:t>886.1027</w:t>
      </w:r>
      <w:r>
        <w:tab/>
        <w:t>1.013e0</w:t>
      </w:r>
    </w:p>
    <w:p w:rsidR="00E00D30" w:rsidRDefault="00E00D30" w:rsidP="00E00D30">
      <w:r>
        <w:t>886.1590</w:t>
      </w:r>
      <w:r>
        <w:tab/>
        <w:t>2.025e0</w:t>
      </w:r>
    </w:p>
    <w:p w:rsidR="00E00D30" w:rsidRDefault="00E00D30" w:rsidP="00E00D30">
      <w:r>
        <w:t>886.1626</w:t>
      </w:r>
      <w:r>
        <w:tab/>
        <w:t>1.013e0</w:t>
      </w:r>
    </w:p>
    <w:p w:rsidR="00E00D30" w:rsidRDefault="00E00D30" w:rsidP="00E00D30">
      <w:r>
        <w:t>886.1830</w:t>
      </w:r>
      <w:r>
        <w:tab/>
        <w:t>4.051e0</w:t>
      </w:r>
    </w:p>
    <w:p w:rsidR="00E00D30" w:rsidRDefault="00E00D30" w:rsidP="00E00D30">
      <w:r>
        <w:t>886.2068</w:t>
      </w:r>
      <w:r>
        <w:tab/>
        <w:t>1.013e0</w:t>
      </w:r>
    </w:p>
    <w:p w:rsidR="00E00D30" w:rsidRDefault="00E00D30" w:rsidP="00E00D30">
      <w:r>
        <w:t>886.2439</w:t>
      </w:r>
      <w:r>
        <w:tab/>
        <w:t>2.025e0</w:t>
      </w:r>
    </w:p>
    <w:p w:rsidR="00E00D30" w:rsidRDefault="00E00D30" w:rsidP="00E00D30">
      <w:r>
        <w:t>886.2543</w:t>
      </w:r>
      <w:r>
        <w:tab/>
        <w:t>2.025e0</w:t>
      </w:r>
    </w:p>
    <w:p w:rsidR="00E00D30" w:rsidRDefault="00E00D30" w:rsidP="00E00D30">
      <w:r>
        <w:t>886.2719</w:t>
      </w:r>
      <w:r>
        <w:tab/>
        <w:t>2.025e0</w:t>
      </w:r>
    </w:p>
    <w:p w:rsidR="00E00D30" w:rsidRDefault="00E00D30" w:rsidP="00E00D30">
      <w:r>
        <w:t>886.2908</w:t>
      </w:r>
      <w:r>
        <w:tab/>
        <w:t>3.038e0</w:t>
      </w:r>
    </w:p>
    <w:p w:rsidR="00E00D30" w:rsidRDefault="00E00D30" w:rsidP="00E00D30">
      <w:r>
        <w:t>886.3271</w:t>
      </w:r>
      <w:r>
        <w:tab/>
        <w:t>3.038e0</w:t>
      </w:r>
    </w:p>
    <w:p w:rsidR="00E00D30" w:rsidRDefault="00E00D30" w:rsidP="00E00D30">
      <w:r>
        <w:t>886.3444</w:t>
      </w:r>
      <w:r>
        <w:tab/>
        <w:t>1.013e0</w:t>
      </w:r>
    </w:p>
    <w:p w:rsidR="00E00D30" w:rsidRDefault="00E00D30" w:rsidP="00E00D30">
      <w:r>
        <w:t>886.3782</w:t>
      </w:r>
      <w:r>
        <w:tab/>
        <w:t>1.013e0</w:t>
      </w:r>
    </w:p>
    <w:p w:rsidR="00E00D30" w:rsidRDefault="00E00D30" w:rsidP="00E00D30">
      <w:r>
        <w:t>886.3934</w:t>
      </w:r>
      <w:r>
        <w:tab/>
        <w:t>3.083e0</w:t>
      </w:r>
    </w:p>
    <w:p w:rsidR="00E00D30" w:rsidRDefault="00E00D30" w:rsidP="00E00D30">
      <w:r>
        <w:t>886.4716</w:t>
      </w:r>
      <w:r>
        <w:tab/>
        <w:t>6.076e0</w:t>
      </w:r>
    </w:p>
    <w:p w:rsidR="00E00D30" w:rsidRDefault="00E00D30" w:rsidP="00E00D30">
      <w:r>
        <w:lastRenderedPageBreak/>
        <w:t>886.4892</w:t>
      </w:r>
      <w:r>
        <w:tab/>
        <w:t>9.174e0</w:t>
      </w:r>
    </w:p>
    <w:p w:rsidR="00E00D30" w:rsidRDefault="00E00D30" w:rsidP="00E00D30">
      <w:r>
        <w:t>886.4917</w:t>
      </w:r>
      <w:r>
        <w:tab/>
        <w:t>1.458e2</w:t>
      </w:r>
    </w:p>
    <w:p w:rsidR="00E00D30" w:rsidRDefault="00E00D30" w:rsidP="00E00D30">
      <w:r>
        <w:t>886.4930</w:t>
      </w:r>
      <w:r>
        <w:tab/>
        <w:t>1.966e1</w:t>
      </w:r>
    </w:p>
    <w:p w:rsidR="00E00D30" w:rsidRDefault="00E00D30" w:rsidP="00E00D30">
      <w:r>
        <w:t>886.5057</w:t>
      </w:r>
      <w:r>
        <w:tab/>
        <w:t>1.013e0</w:t>
      </w:r>
    </w:p>
    <w:p w:rsidR="00E00D30" w:rsidRDefault="00E00D30" w:rsidP="00E00D30">
      <w:r>
        <w:t>886.5223</w:t>
      </w:r>
      <w:r>
        <w:tab/>
        <w:t>2.025e0</w:t>
      </w:r>
    </w:p>
    <w:p w:rsidR="00E00D30" w:rsidRDefault="00E00D30" w:rsidP="00E00D30">
      <w:r>
        <w:t>886.5652</w:t>
      </w:r>
      <w:r>
        <w:tab/>
        <w:t>1.013e0</w:t>
      </w:r>
    </w:p>
    <w:p w:rsidR="00E00D30" w:rsidRDefault="00E00D30" w:rsidP="00E00D30">
      <w:r>
        <w:t>886.6329</w:t>
      </w:r>
      <w:r>
        <w:tab/>
        <w:t>1.013e0</w:t>
      </w:r>
    </w:p>
    <w:p w:rsidR="00E00D30" w:rsidRDefault="00E00D30" w:rsidP="00E00D30">
      <w:r>
        <w:t>886.6534</w:t>
      </w:r>
      <w:r>
        <w:tab/>
        <w:t>1.013e0</w:t>
      </w:r>
    </w:p>
    <w:p w:rsidR="00E00D30" w:rsidRDefault="00E00D30" w:rsidP="00E00D30">
      <w:r>
        <w:t>886.6681</w:t>
      </w:r>
      <w:r>
        <w:tab/>
        <w:t>3.038e0</w:t>
      </w:r>
    </w:p>
    <w:p w:rsidR="00E00D30" w:rsidRDefault="00E00D30" w:rsidP="00E00D30">
      <w:r>
        <w:t>886.6975</w:t>
      </w:r>
      <w:r>
        <w:tab/>
        <w:t>1.013e0</w:t>
      </w:r>
    </w:p>
    <w:p w:rsidR="00E00D30" w:rsidRDefault="00E00D30" w:rsidP="00E00D30">
      <w:r>
        <w:t>886.7124</w:t>
      </w:r>
      <w:r>
        <w:tab/>
        <w:t>1.013e0</w:t>
      </w:r>
    </w:p>
    <w:p w:rsidR="00E00D30" w:rsidRDefault="00E00D30" w:rsidP="00E00D30">
      <w:r>
        <w:t>886.7164</w:t>
      </w:r>
      <w:r>
        <w:tab/>
        <w:t>1.013e0</w:t>
      </w:r>
    </w:p>
    <w:p w:rsidR="00E00D30" w:rsidRDefault="00E00D30" w:rsidP="00E00D30">
      <w:r>
        <w:t>886.7501</w:t>
      </w:r>
      <w:r>
        <w:tab/>
        <w:t>1.013e0</w:t>
      </w:r>
    </w:p>
    <w:p w:rsidR="00E00D30" w:rsidRDefault="00E00D30" w:rsidP="00E00D30">
      <w:r>
        <w:t>886.7719</w:t>
      </w:r>
      <w:r>
        <w:tab/>
        <w:t>1.013e0</w:t>
      </w:r>
    </w:p>
    <w:p w:rsidR="00E00D30" w:rsidRDefault="00E00D30" w:rsidP="00E00D30">
      <w:r>
        <w:t>886.8022</w:t>
      </w:r>
      <w:r>
        <w:tab/>
        <w:t>1.013e0</w:t>
      </w:r>
    </w:p>
    <w:p w:rsidR="00E00D30" w:rsidRDefault="00E00D30" w:rsidP="00E00D30">
      <w:r>
        <w:t>886.8314</w:t>
      </w:r>
      <w:r>
        <w:tab/>
        <w:t>1.013e0</w:t>
      </w:r>
    </w:p>
    <w:p w:rsidR="00E00D30" w:rsidRDefault="00E00D30" w:rsidP="00E00D30">
      <w:r>
        <w:t>886.8761</w:t>
      </w:r>
      <w:r>
        <w:tab/>
        <w:t>1.013e0</w:t>
      </w:r>
    </w:p>
    <w:p w:rsidR="00E00D30" w:rsidRDefault="00E00D30" w:rsidP="00E00D30">
      <w:r>
        <w:t>886.8857</w:t>
      </w:r>
      <w:r>
        <w:tab/>
        <w:t>2.025e0</w:t>
      </w:r>
    </w:p>
    <w:p w:rsidR="00E00D30" w:rsidRDefault="00E00D30" w:rsidP="00E00D30">
      <w:r>
        <w:t>886.8911</w:t>
      </w:r>
      <w:r>
        <w:tab/>
        <w:t>3.038e0</w:t>
      </w:r>
    </w:p>
    <w:p w:rsidR="00E00D30" w:rsidRDefault="00E00D30" w:rsidP="00E00D30">
      <w:r>
        <w:lastRenderedPageBreak/>
        <w:t>886.9223</w:t>
      </w:r>
      <w:r>
        <w:tab/>
        <w:t>1.013e0</w:t>
      </w:r>
    </w:p>
    <w:p w:rsidR="00E00D30" w:rsidRDefault="00E00D30" w:rsidP="00E00D30">
      <w:r>
        <w:t>886.9361</w:t>
      </w:r>
      <w:r>
        <w:tab/>
        <w:t>1.013e0</w:t>
      </w:r>
    </w:p>
    <w:p w:rsidR="00E00D30" w:rsidRDefault="00E00D30" w:rsidP="00E00D30">
      <w:r>
        <w:t>886.9688</w:t>
      </w:r>
      <w:r>
        <w:tab/>
        <w:t>1.013e0</w:t>
      </w:r>
    </w:p>
    <w:p w:rsidR="00E00D30" w:rsidRDefault="00E00D30" w:rsidP="00E00D30">
      <w:r>
        <w:t>886.9867</w:t>
      </w:r>
      <w:r>
        <w:tab/>
        <w:t>1.013e0</w:t>
      </w:r>
    </w:p>
    <w:p w:rsidR="00E00D30" w:rsidRDefault="00E00D30" w:rsidP="00E00D30">
      <w:r>
        <w:t>886.9967</w:t>
      </w:r>
      <w:r>
        <w:tab/>
        <w:t>1.013e0</w:t>
      </w:r>
    </w:p>
    <w:p w:rsidR="00E00D30" w:rsidRDefault="00E00D30" w:rsidP="00E00D30">
      <w:r>
        <w:t>887.0547</w:t>
      </w:r>
      <w:r>
        <w:tab/>
        <w:t>1.013e0</w:t>
      </w:r>
    </w:p>
    <w:p w:rsidR="00E00D30" w:rsidRDefault="00E00D30" w:rsidP="00E00D30">
      <w:r>
        <w:t>887.0710</w:t>
      </w:r>
      <w:r>
        <w:tab/>
        <w:t>2.025e0</w:t>
      </w:r>
    </w:p>
    <w:p w:rsidR="00E00D30" w:rsidRDefault="00E00D30" w:rsidP="00E00D30">
      <w:r>
        <w:t>887.0773</w:t>
      </w:r>
      <w:r>
        <w:tab/>
        <w:t>2.025e0</w:t>
      </w:r>
    </w:p>
    <w:p w:rsidR="00E00D30" w:rsidRDefault="00E00D30" w:rsidP="00E00D30">
      <w:r>
        <w:t>887.0809</w:t>
      </w:r>
      <w:r>
        <w:tab/>
        <w:t>4.051e0</w:t>
      </w:r>
    </w:p>
    <w:p w:rsidR="00E00D30" w:rsidRDefault="00E00D30" w:rsidP="00E00D30">
      <w:r>
        <w:t>887.1147</w:t>
      </w:r>
      <w:r>
        <w:tab/>
        <w:t>1.013e0</w:t>
      </w:r>
    </w:p>
    <w:p w:rsidR="00E00D30" w:rsidRDefault="00E00D30" w:rsidP="00E00D30">
      <w:r>
        <w:t>887.1158</w:t>
      </w:r>
      <w:r>
        <w:tab/>
        <w:t>1.013e0</w:t>
      </w:r>
    </w:p>
    <w:p w:rsidR="00E00D30" w:rsidRDefault="00E00D30" w:rsidP="00E00D30">
      <w:r>
        <w:t>887.1886</w:t>
      </w:r>
      <w:r>
        <w:tab/>
        <w:t>1.013e0</w:t>
      </w:r>
    </w:p>
    <w:p w:rsidR="00E00D30" w:rsidRDefault="00E00D30" w:rsidP="00E00D30">
      <w:r>
        <w:t>887.1965</w:t>
      </w:r>
      <w:r>
        <w:tab/>
        <w:t>2.025e0</w:t>
      </w:r>
    </w:p>
    <w:p w:rsidR="00E00D30" w:rsidRDefault="00E00D30" w:rsidP="00E00D30">
      <w:r>
        <w:t>887.2184</w:t>
      </w:r>
      <w:r>
        <w:tab/>
        <w:t>1.013e0</w:t>
      </w:r>
    </w:p>
    <w:p w:rsidR="00E00D30" w:rsidRDefault="00E00D30" w:rsidP="00E00D30">
      <w:r>
        <w:t>887.2635</w:t>
      </w:r>
      <w:r>
        <w:tab/>
        <w:t>1.013e0</w:t>
      </w:r>
    </w:p>
    <w:p w:rsidR="00E00D30" w:rsidRDefault="00E00D30" w:rsidP="00E00D30">
      <w:r>
        <w:t>887.2780</w:t>
      </w:r>
      <w:r>
        <w:tab/>
        <w:t>1.013e0</w:t>
      </w:r>
    </w:p>
    <w:p w:rsidR="00E00D30" w:rsidRDefault="00E00D30" w:rsidP="00E00D30">
      <w:r>
        <w:t>887.3454</w:t>
      </w:r>
      <w:r>
        <w:tab/>
        <w:t>2.025e0</w:t>
      </w:r>
    </w:p>
    <w:p w:rsidR="00E00D30" w:rsidRDefault="00E00D30" w:rsidP="00E00D30">
      <w:r>
        <w:t>887.4368</w:t>
      </w:r>
      <w:r>
        <w:tab/>
        <w:t>1.048e1</w:t>
      </w:r>
    </w:p>
    <w:p w:rsidR="00E00D30" w:rsidRDefault="00E00D30" w:rsidP="00E00D30">
      <w:r>
        <w:t>887.4422</w:t>
      </w:r>
      <w:r>
        <w:tab/>
        <w:t>1.013e0</w:t>
      </w:r>
    </w:p>
    <w:p w:rsidR="00E00D30" w:rsidRDefault="00E00D30" w:rsidP="00E00D30">
      <w:r>
        <w:lastRenderedPageBreak/>
        <w:t>887.4581</w:t>
      </w:r>
      <w:r>
        <w:tab/>
        <w:t>1.013e0</w:t>
      </w:r>
    </w:p>
    <w:p w:rsidR="00E00D30" w:rsidRDefault="00E00D30" w:rsidP="00E00D30">
      <w:r>
        <w:t>887.4833</w:t>
      </w:r>
      <w:r>
        <w:tab/>
        <w:t>8.649e0</w:t>
      </w:r>
    </w:p>
    <w:p w:rsidR="00E00D30" w:rsidRDefault="00E00D30" w:rsidP="00E00D30">
      <w:r>
        <w:t>887.5001</w:t>
      </w:r>
      <w:r>
        <w:tab/>
        <w:t>1.901e1</w:t>
      </w:r>
    </w:p>
    <w:p w:rsidR="00E00D30" w:rsidRDefault="00E00D30" w:rsidP="00E00D30">
      <w:r>
        <w:t>887.5056</w:t>
      </w:r>
      <w:r>
        <w:tab/>
        <w:t>3.038e0</w:t>
      </w:r>
    </w:p>
    <w:p w:rsidR="00E00D30" w:rsidRDefault="00E00D30" w:rsidP="00E00D30">
      <w:r>
        <w:t>887.5109</w:t>
      </w:r>
      <w:r>
        <w:tab/>
        <w:t>1.013e0</w:t>
      </w:r>
    </w:p>
    <w:p w:rsidR="00E00D30" w:rsidRDefault="00E00D30" w:rsidP="00E00D30">
      <w:r>
        <w:t>887.5212</w:t>
      </w:r>
      <w:r>
        <w:tab/>
        <w:t>9.227e0</w:t>
      </w:r>
    </w:p>
    <w:p w:rsidR="00E00D30" w:rsidRDefault="00E00D30" w:rsidP="00E00D30">
      <w:r>
        <w:t>887.5624</w:t>
      </w:r>
      <w:r>
        <w:tab/>
        <w:t>1.013e0</w:t>
      </w:r>
    </w:p>
    <w:p w:rsidR="00E00D30" w:rsidRDefault="00E00D30" w:rsidP="00E00D30">
      <w:r>
        <w:t>887.5757</w:t>
      </w:r>
      <w:r>
        <w:tab/>
        <w:t>1.013e0</w:t>
      </w:r>
    </w:p>
    <w:p w:rsidR="00E00D30" w:rsidRDefault="00E00D30" w:rsidP="00E00D30">
      <w:r>
        <w:t>887.6295</w:t>
      </w:r>
      <w:r>
        <w:tab/>
        <w:t>1.013e0</w:t>
      </w:r>
    </w:p>
    <w:p w:rsidR="00E00D30" w:rsidRDefault="00E00D30" w:rsidP="00E00D30">
      <w:r>
        <w:t>887.6655</w:t>
      </w:r>
      <w:r>
        <w:tab/>
        <w:t>1.013e0</w:t>
      </w:r>
    </w:p>
    <w:p w:rsidR="00E00D30" w:rsidRDefault="00E00D30" w:rsidP="00E00D30">
      <w:r>
        <w:t>887.6799</w:t>
      </w:r>
      <w:r>
        <w:tab/>
        <w:t>1.013e0</w:t>
      </w:r>
    </w:p>
    <w:p w:rsidR="00E00D30" w:rsidRDefault="00E00D30" w:rsidP="00E00D30">
      <w:r>
        <w:t>887.7034</w:t>
      </w:r>
      <w:r>
        <w:tab/>
        <w:t>2.025e0</w:t>
      </w:r>
    </w:p>
    <w:p w:rsidR="00E00D30" w:rsidRDefault="00E00D30" w:rsidP="00E00D30">
      <w:r>
        <w:t>887.7131</w:t>
      </w:r>
      <w:r>
        <w:tab/>
        <w:t>1.013e0</w:t>
      </w:r>
    </w:p>
    <w:p w:rsidR="00E00D30" w:rsidRDefault="00E00D30" w:rsidP="00E00D30">
      <w:r>
        <w:t>887.7306</w:t>
      </w:r>
      <w:r>
        <w:tab/>
        <w:t>1.013e0</w:t>
      </w:r>
    </w:p>
    <w:p w:rsidR="00E00D30" w:rsidRDefault="00E00D30" w:rsidP="00E00D30">
      <w:r>
        <w:t>887.7395</w:t>
      </w:r>
      <w:r>
        <w:tab/>
        <w:t>2.025e0</w:t>
      </w:r>
    </w:p>
    <w:p w:rsidR="00E00D30" w:rsidRDefault="00E00D30" w:rsidP="00E00D30">
      <w:r>
        <w:t>887.7693</w:t>
      </w:r>
      <w:r>
        <w:tab/>
        <w:t>1.013e0</w:t>
      </w:r>
    </w:p>
    <w:p w:rsidR="00E00D30" w:rsidRDefault="00E00D30" w:rsidP="00E00D30">
      <w:r>
        <w:t>887.7847</w:t>
      </w:r>
      <w:r>
        <w:tab/>
        <w:t>1.013e0</w:t>
      </w:r>
    </w:p>
    <w:p w:rsidR="00E00D30" w:rsidRDefault="00E00D30" w:rsidP="00E00D30">
      <w:r>
        <w:t>887.8304</w:t>
      </w:r>
      <w:r>
        <w:tab/>
        <w:t>1.013e0</w:t>
      </w:r>
    </w:p>
    <w:p w:rsidR="00E00D30" w:rsidRDefault="00E00D30" w:rsidP="00E00D30">
      <w:r>
        <w:t>887.8592</w:t>
      </w:r>
      <w:r>
        <w:tab/>
        <w:t>1.013e0</w:t>
      </w:r>
    </w:p>
    <w:p w:rsidR="00E00D30" w:rsidRDefault="00E00D30" w:rsidP="00E00D30">
      <w:r>
        <w:lastRenderedPageBreak/>
        <w:t>887.8616</w:t>
      </w:r>
      <w:r>
        <w:tab/>
        <w:t>3.038e0</w:t>
      </w:r>
    </w:p>
    <w:p w:rsidR="00E00D30" w:rsidRDefault="00E00D30" w:rsidP="00E00D30">
      <w:r>
        <w:t>887.8660</w:t>
      </w:r>
      <w:r>
        <w:tab/>
        <w:t>1.013e0</w:t>
      </w:r>
    </w:p>
    <w:p w:rsidR="00E00D30" w:rsidRDefault="00E00D30" w:rsidP="00E00D30">
      <w:r>
        <w:t>887.8843</w:t>
      </w:r>
      <w:r>
        <w:tab/>
        <w:t>1.013e0</w:t>
      </w:r>
    </w:p>
    <w:p w:rsidR="00E00D30" w:rsidRDefault="00E00D30" w:rsidP="00E00D30">
      <w:r>
        <w:t>887.9183</w:t>
      </w:r>
      <w:r>
        <w:tab/>
        <w:t>4.051e0</w:t>
      </w:r>
    </w:p>
    <w:p w:rsidR="00E00D30" w:rsidRDefault="00E00D30" w:rsidP="00E00D30">
      <w:r>
        <w:t>887.9199</w:t>
      </w:r>
      <w:r>
        <w:tab/>
        <w:t>1.013e0</w:t>
      </w:r>
    </w:p>
    <w:p w:rsidR="00E00D30" w:rsidRDefault="00E00D30" w:rsidP="00E00D30">
      <w:r>
        <w:t>887.9663</w:t>
      </w:r>
      <w:r>
        <w:tab/>
        <w:t>1.013e0</w:t>
      </w:r>
    </w:p>
    <w:p w:rsidR="00E00D30" w:rsidRDefault="00E00D30" w:rsidP="00E00D30">
      <w:r>
        <w:t>888.0015</w:t>
      </w:r>
      <w:r>
        <w:tab/>
        <w:t>1.013e0</w:t>
      </w:r>
    </w:p>
    <w:p w:rsidR="00E00D30" w:rsidRDefault="00E00D30" w:rsidP="00E00D30">
      <w:r>
        <w:t>888.0081</w:t>
      </w:r>
      <w:r>
        <w:tab/>
        <w:t>1.013e0</w:t>
      </w:r>
    </w:p>
    <w:p w:rsidR="00E00D30" w:rsidRDefault="00E00D30" w:rsidP="00E00D30">
      <w:r>
        <w:t>888.0188</w:t>
      </w:r>
      <w:r>
        <w:tab/>
        <w:t>1.013e0</w:t>
      </w:r>
    </w:p>
    <w:p w:rsidR="00E00D30" w:rsidRDefault="00E00D30" w:rsidP="00E00D30">
      <w:r>
        <w:t>888.0360</w:t>
      </w:r>
      <w:r>
        <w:tab/>
        <w:t>1.013e0</w:t>
      </w:r>
    </w:p>
    <w:p w:rsidR="00E00D30" w:rsidRDefault="00E00D30" w:rsidP="00E00D30">
      <w:r>
        <w:t>888.0524</w:t>
      </w:r>
      <w:r>
        <w:tab/>
        <w:t>1.013e0</w:t>
      </w:r>
    </w:p>
    <w:p w:rsidR="00E00D30" w:rsidRDefault="00E00D30" w:rsidP="00E00D30">
      <w:r>
        <w:t>888.0826</w:t>
      </w:r>
      <w:r>
        <w:tab/>
        <w:t>2.025e0</w:t>
      </w:r>
    </w:p>
    <w:p w:rsidR="00E00D30" w:rsidRDefault="00E00D30" w:rsidP="00E00D30">
      <w:r>
        <w:t>888.1114</w:t>
      </w:r>
      <w:r>
        <w:tab/>
        <w:t>3.038e0</w:t>
      </w:r>
    </w:p>
    <w:p w:rsidR="00E00D30" w:rsidRDefault="00E00D30" w:rsidP="00E00D30">
      <w:r>
        <w:t>888.1422</w:t>
      </w:r>
      <w:r>
        <w:tab/>
        <w:t>1.013e0</w:t>
      </w:r>
    </w:p>
    <w:p w:rsidR="00E00D30" w:rsidRDefault="00E00D30" w:rsidP="00E00D30">
      <w:r>
        <w:t>888.1865</w:t>
      </w:r>
      <w:r>
        <w:tab/>
        <w:t>1.013e0</w:t>
      </w:r>
    </w:p>
    <w:p w:rsidR="00E00D30" w:rsidRDefault="00E00D30" w:rsidP="00E00D30">
      <w:r>
        <w:t>888.2023</w:t>
      </w:r>
      <w:r>
        <w:tab/>
        <w:t>1.013e0</w:t>
      </w:r>
    </w:p>
    <w:p w:rsidR="00E00D30" w:rsidRDefault="00E00D30" w:rsidP="00E00D30">
      <w:r>
        <w:t>888.2380</w:t>
      </w:r>
      <w:r>
        <w:tab/>
        <w:t>2.025e0</w:t>
      </w:r>
    </w:p>
    <w:p w:rsidR="00E00D30" w:rsidRDefault="00E00D30" w:rsidP="00E00D30">
      <w:r>
        <w:t>888.3210</w:t>
      </w:r>
      <w:r>
        <w:tab/>
        <w:t>2.025e0</w:t>
      </w:r>
    </w:p>
    <w:p w:rsidR="00E00D30" w:rsidRDefault="00E00D30" w:rsidP="00E00D30">
      <w:r>
        <w:t>888.3354</w:t>
      </w:r>
      <w:r>
        <w:tab/>
        <w:t>1.013e0</w:t>
      </w:r>
    </w:p>
    <w:p w:rsidR="00E00D30" w:rsidRDefault="00E00D30" w:rsidP="00E00D30">
      <w:r>
        <w:lastRenderedPageBreak/>
        <w:t>888.3429</w:t>
      </w:r>
      <w:r>
        <w:tab/>
        <w:t>2.025e0</w:t>
      </w:r>
    </w:p>
    <w:p w:rsidR="00E00D30" w:rsidRDefault="00E00D30" w:rsidP="00E00D30">
      <w:r>
        <w:t>888.4403</w:t>
      </w:r>
      <w:r>
        <w:tab/>
        <w:t>1.013e0</w:t>
      </w:r>
    </w:p>
    <w:p w:rsidR="00E00D30" w:rsidRDefault="00E00D30" w:rsidP="00E00D30">
      <w:r>
        <w:t>888.4702</w:t>
      </w:r>
      <w:r>
        <w:tab/>
        <w:t>2.025e0</w:t>
      </w:r>
    </w:p>
    <w:p w:rsidR="00E00D30" w:rsidRDefault="00E00D30" w:rsidP="00E00D30">
      <w:r>
        <w:t>888.4742</w:t>
      </w:r>
      <w:r>
        <w:tab/>
        <w:t>2.025e0</w:t>
      </w:r>
    </w:p>
    <w:p w:rsidR="00E00D30" w:rsidRDefault="00E00D30" w:rsidP="00E00D30">
      <w:r>
        <w:t>888.4753</w:t>
      </w:r>
      <w:r>
        <w:tab/>
        <w:t>1.013e0</w:t>
      </w:r>
    </w:p>
    <w:p w:rsidR="00E00D30" w:rsidRDefault="00E00D30" w:rsidP="00E00D30">
      <w:r>
        <w:t>888.4806</w:t>
      </w:r>
      <w:r>
        <w:tab/>
        <w:t>2.573e0</w:t>
      </w:r>
    </w:p>
    <w:p w:rsidR="00E00D30" w:rsidRDefault="00E00D30" w:rsidP="00E00D30">
      <w:r>
        <w:t>888.4981</w:t>
      </w:r>
      <w:r>
        <w:tab/>
        <w:t>9.040e0</w:t>
      </w:r>
    </w:p>
    <w:p w:rsidR="00E00D30" w:rsidRDefault="00E00D30" w:rsidP="00E00D30">
      <w:r>
        <w:t>888.5111</w:t>
      </w:r>
      <w:r>
        <w:tab/>
        <w:t>2.532e0</w:t>
      </w:r>
    </w:p>
    <w:p w:rsidR="00E00D30" w:rsidRDefault="00E00D30" w:rsidP="00E00D30">
      <w:r>
        <w:t>888.5439</w:t>
      </w:r>
      <w:r>
        <w:tab/>
        <w:t>2.025e0</w:t>
      </w:r>
    </w:p>
    <w:p w:rsidR="00E00D30" w:rsidRDefault="00E00D30" w:rsidP="00E00D30">
      <w:r>
        <w:t>888.5450</w:t>
      </w:r>
      <w:r>
        <w:tab/>
        <w:t>3.038e0</w:t>
      </w:r>
    </w:p>
    <w:p w:rsidR="00E00D30" w:rsidRDefault="00E00D30" w:rsidP="00E00D30">
      <w:r>
        <w:t>888.6416</w:t>
      </w:r>
      <w:r>
        <w:tab/>
        <w:t>2.025e0</w:t>
      </w:r>
    </w:p>
    <w:p w:rsidR="00E00D30" w:rsidRDefault="00E00D30" w:rsidP="00E00D30">
      <w:r>
        <w:t>888.6637</w:t>
      </w:r>
      <w:r>
        <w:tab/>
        <w:t>3.038e0</w:t>
      </w:r>
    </w:p>
    <w:p w:rsidR="00E00D30" w:rsidRDefault="00E00D30" w:rsidP="00E00D30">
      <w:r>
        <w:t>888.6788</w:t>
      </w:r>
      <w:r>
        <w:tab/>
        <w:t>1.013e0</w:t>
      </w:r>
    </w:p>
    <w:p w:rsidR="00E00D30" w:rsidRDefault="00E00D30" w:rsidP="00E00D30">
      <w:r>
        <w:t>888.7247</w:t>
      </w:r>
      <w:r>
        <w:tab/>
        <w:t>3.038e0</w:t>
      </w:r>
    </w:p>
    <w:p w:rsidR="00E00D30" w:rsidRDefault="00E00D30" w:rsidP="00E00D30">
      <w:r>
        <w:t>888.7280</w:t>
      </w:r>
      <w:r>
        <w:tab/>
        <w:t>1.013e0</w:t>
      </w:r>
    </w:p>
    <w:p w:rsidR="00E00D30" w:rsidRDefault="00E00D30" w:rsidP="00E00D30">
      <w:r>
        <w:t>888.8458</w:t>
      </w:r>
      <w:r>
        <w:tab/>
        <w:t>3.038e0</w:t>
      </w:r>
    </w:p>
    <w:p w:rsidR="00E00D30" w:rsidRDefault="00E00D30" w:rsidP="00E00D30">
      <w:r>
        <w:t>888.8818</w:t>
      </w:r>
      <w:r>
        <w:tab/>
        <w:t>1.013e0</w:t>
      </w:r>
    </w:p>
    <w:p w:rsidR="00E00D30" w:rsidRDefault="00E00D30" w:rsidP="00E00D30">
      <w:r>
        <w:t>888.9076</w:t>
      </w:r>
      <w:r>
        <w:tab/>
        <w:t>2.025e0</w:t>
      </w:r>
    </w:p>
    <w:p w:rsidR="00E00D30" w:rsidRDefault="00E00D30" w:rsidP="00E00D30">
      <w:r>
        <w:t>888.9323</w:t>
      </w:r>
      <w:r>
        <w:tab/>
        <w:t>1.013e0</w:t>
      </w:r>
    </w:p>
    <w:p w:rsidR="00E00D30" w:rsidRDefault="00E00D30" w:rsidP="00E00D30">
      <w:r>
        <w:lastRenderedPageBreak/>
        <w:t>888.9621</w:t>
      </w:r>
      <w:r>
        <w:tab/>
        <w:t>1.013e0</w:t>
      </w:r>
    </w:p>
    <w:p w:rsidR="00E00D30" w:rsidRDefault="00E00D30" w:rsidP="00E00D30">
      <w:r>
        <w:t>888.9714</w:t>
      </w:r>
      <w:r>
        <w:tab/>
        <w:t>2.025e0</w:t>
      </w:r>
    </w:p>
    <w:p w:rsidR="00E00D30" w:rsidRDefault="00E00D30" w:rsidP="00E00D30">
      <w:r>
        <w:t>889.0005</w:t>
      </w:r>
      <w:r>
        <w:tab/>
        <w:t>2.025e0</w:t>
      </w:r>
    </w:p>
    <w:p w:rsidR="00E00D30" w:rsidRDefault="00E00D30" w:rsidP="00E00D30">
      <w:r>
        <w:t>889.0417</w:t>
      </w:r>
      <w:r>
        <w:tab/>
        <w:t>2.025e0</w:t>
      </w:r>
    </w:p>
    <w:p w:rsidR="00E00D30" w:rsidRDefault="00E00D30" w:rsidP="00E00D30">
      <w:r>
        <w:t>889.0527</w:t>
      </w:r>
      <w:r>
        <w:tab/>
        <w:t>1.013e0</w:t>
      </w:r>
    </w:p>
    <w:p w:rsidR="00E00D30" w:rsidRDefault="00E00D30" w:rsidP="00E00D30">
      <w:r>
        <w:t>889.1166</w:t>
      </w:r>
      <w:r>
        <w:tab/>
        <w:t>1.013e0</w:t>
      </w:r>
    </w:p>
    <w:p w:rsidR="00E00D30" w:rsidRDefault="00E00D30" w:rsidP="00E00D30">
      <w:r>
        <w:t>889.1859</w:t>
      </w:r>
      <w:r>
        <w:tab/>
        <w:t>1.013e0</w:t>
      </w:r>
    </w:p>
    <w:p w:rsidR="00E00D30" w:rsidRDefault="00E00D30" w:rsidP="00E00D30">
      <w:r>
        <w:t>889.2094</w:t>
      </w:r>
      <w:r>
        <w:tab/>
        <w:t>2.025e0</w:t>
      </w:r>
    </w:p>
    <w:p w:rsidR="00E00D30" w:rsidRDefault="00E00D30" w:rsidP="00E00D30">
      <w:r>
        <w:t>889.2352</w:t>
      </w:r>
      <w:r>
        <w:tab/>
        <w:t>1.013e0</w:t>
      </w:r>
    </w:p>
    <w:p w:rsidR="00E00D30" w:rsidRDefault="00E00D30" w:rsidP="00E00D30">
      <w:r>
        <w:t>889.3196</w:t>
      </w:r>
      <w:r>
        <w:tab/>
        <w:t>1.013e0</w:t>
      </w:r>
    </w:p>
    <w:p w:rsidR="00E00D30" w:rsidRDefault="00E00D30" w:rsidP="00E00D30">
      <w:r>
        <w:t>889.3870</w:t>
      </w:r>
      <w:r>
        <w:tab/>
        <w:t>3.038e0</w:t>
      </w:r>
    </w:p>
    <w:p w:rsidR="00E00D30" w:rsidRDefault="00E00D30" w:rsidP="00E00D30">
      <w:r>
        <w:t>889.3981</w:t>
      </w:r>
      <w:r>
        <w:tab/>
        <w:t>2.025e0</w:t>
      </w:r>
    </w:p>
    <w:p w:rsidR="00E00D30" w:rsidRDefault="00E00D30" w:rsidP="00E00D30">
      <w:r>
        <w:t>889.4544</w:t>
      </w:r>
      <w:r>
        <w:tab/>
        <w:t>2.579e0</w:t>
      </w:r>
    </w:p>
    <w:p w:rsidR="00E00D30" w:rsidRDefault="00E00D30" w:rsidP="00E00D30">
      <w:r>
        <w:t>889.4554</w:t>
      </w:r>
      <w:r>
        <w:tab/>
        <w:t>1.013e0</w:t>
      </w:r>
    </w:p>
    <w:p w:rsidR="00E00D30" w:rsidRDefault="00E00D30" w:rsidP="00E00D30">
      <w:r>
        <w:t>889.4917</w:t>
      </w:r>
      <w:r>
        <w:tab/>
        <w:t>2.025e0</w:t>
      </w:r>
    </w:p>
    <w:p w:rsidR="00E00D30" w:rsidRDefault="00E00D30" w:rsidP="00E00D30">
      <w:r>
        <w:t>889.5234</w:t>
      </w:r>
      <w:r>
        <w:tab/>
        <w:t>1.013e0</w:t>
      </w:r>
    </w:p>
    <w:p w:rsidR="00E00D30" w:rsidRDefault="00E00D30" w:rsidP="00E00D30">
      <w:r>
        <w:t>889.5245</w:t>
      </w:r>
      <w:r>
        <w:tab/>
        <w:t>1.013e0</w:t>
      </w:r>
    </w:p>
    <w:p w:rsidR="00E00D30" w:rsidRDefault="00E00D30" w:rsidP="00E00D30">
      <w:r>
        <w:t>889.5582</w:t>
      </w:r>
      <w:r>
        <w:tab/>
        <w:t>1.013e0</w:t>
      </w:r>
    </w:p>
    <w:p w:rsidR="00E00D30" w:rsidRDefault="00E00D30" w:rsidP="00E00D30">
      <w:r>
        <w:t>889.6345</w:t>
      </w:r>
      <w:r>
        <w:tab/>
        <w:t>1.013e0</w:t>
      </w:r>
    </w:p>
    <w:p w:rsidR="00E00D30" w:rsidRDefault="00E00D30" w:rsidP="00E00D30">
      <w:r>
        <w:lastRenderedPageBreak/>
        <w:t>889.6927</w:t>
      </w:r>
      <w:r>
        <w:tab/>
        <w:t>1.013e0</w:t>
      </w:r>
    </w:p>
    <w:p w:rsidR="00E00D30" w:rsidRDefault="00E00D30" w:rsidP="00E00D30">
      <w:r>
        <w:t>889.7081</w:t>
      </w:r>
      <w:r>
        <w:tab/>
        <w:t>1.013e0</w:t>
      </w:r>
    </w:p>
    <w:p w:rsidR="00E00D30" w:rsidRDefault="00E00D30" w:rsidP="00E00D30">
      <w:r>
        <w:t>889.7529</w:t>
      </w:r>
      <w:r>
        <w:tab/>
        <w:t>1.013e0</w:t>
      </w:r>
    </w:p>
    <w:p w:rsidR="00E00D30" w:rsidRDefault="00E00D30" w:rsidP="00E00D30">
      <w:r>
        <w:t>889.7560</w:t>
      </w:r>
      <w:r>
        <w:tab/>
        <w:t>3.038e0</w:t>
      </w:r>
    </w:p>
    <w:p w:rsidR="00E00D30" w:rsidRDefault="00E00D30" w:rsidP="00E00D30">
      <w:r>
        <w:t>889.7822</w:t>
      </w:r>
      <w:r>
        <w:tab/>
        <w:t>1.013e0</w:t>
      </w:r>
    </w:p>
    <w:p w:rsidR="00E00D30" w:rsidRDefault="00E00D30" w:rsidP="00E00D30">
      <w:r>
        <w:t>889.8421</w:t>
      </w:r>
      <w:r>
        <w:tab/>
        <w:t>1.013e0</w:t>
      </w:r>
    </w:p>
    <w:p w:rsidR="00E00D30" w:rsidRDefault="00E00D30" w:rsidP="00E00D30">
      <w:r>
        <w:t>889.8574</w:t>
      </w:r>
      <w:r>
        <w:tab/>
        <w:t>1.013e0</w:t>
      </w:r>
    </w:p>
    <w:p w:rsidR="00E00D30" w:rsidRDefault="00E00D30" w:rsidP="00E00D30">
      <w:r>
        <w:t>889.9382</w:t>
      </w:r>
      <w:r>
        <w:tab/>
        <w:t>2.025e0</w:t>
      </w:r>
    </w:p>
    <w:p w:rsidR="00E00D30" w:rsidRDefault="00E00D30" w:rsidP="00E00D30">
      <w:r>
        <w:t>889.9614</w:t>
      </w:r>
      <w:r>
        <w:tab/>
        <w:t>2.025e0</w:t>
      </w:r>
    </w:p>
    <w:p w:rsidR="00E00D30" w:rsidRDefault="00E00D30" w:rsidP="00E00D30">
      <w:r>
        <w:t>889.9763</w:t>
      </w:r>
      <w:r>
        <w:tab/>
        <w:t>1.013e0</w:t>
      </w:r>
    </w:p>
    <w:p w:rsidR="00E00D30" w:rsidRDefault="00E00D30" w:rsidP="00E00D30">
      <w:r>
        <w:t>889.9794</w:t>
      </w:r>
      <w:r>
        <w:tab/>
        <w:t>1.013e0</w:t>
      </w:r>
    </w:p>
    <w:p w:rsidR="00E00D30" w:rsidRDefault="00E00D30" w:rsidP="00E00D30">
      <w:r>
        <w:t>890.0674</w:t>
      </w:r>
      <w:r>
        <w:tab/>
        <w:t>2.025e0</w:t>
      </w:r>
    </w:p>
    <w:p w:rsidR="00E00D30" w:rsidRDefault="00E00D30" w:rsidP="00E00D30">
      <w:r>
        <w:t>890.0808</w:t>
      </w:r>
      <w:r>
        <w:tab/>
        <w:t>1.013e0</w:t>
      </w:r>
    </w:p>
    <w:p w:rsidR="00E00D30" w:rsidRDefault="00E00D30" w:rsidP="00E00D30">
      <w:r>
        <w:t>890.1032</w:t>
      </w:r>
      <w:r>
        <w:tab/>
        <w:t>2.025e0</w:t>
      </w:r>
    </w:p>
    <w:p w:rsidR="00E00D30" w:rsidRDefault="00E00D30" w:rsidP="00E00D30">
      <w:r>
        <w:t>890.1272</w:t>
      </w:r>
      <w:r>
        <w:tab/>
        <w:t>1.013e0</w:t>
      </w:r>
    </w:p>
    <w:p w:rsidR="00E00D30" w:rsidRDefault="00E00D30" w:rsidP="00E00D30">
      <w:r>
        <w:t>890.1405</w:t>
      </w:r>
      <w:r>
        <w:tab/>
        <w:t>1.013e0</w:t>
      </w:r>
    </w:p>
    <w:p w:rsidR="00E00D30" w:rsidRDefault="00E00D30" w:rsidP="00E00D30">
      <w:r>
        <w:t>890.1487</w:t>
      </w:r>
      <w:r>
        <w:tab/>
        <w:t>1.013e0</w:t>
      </w:r>
    </w:p>
    <w:p w:rsidR="00E00D30" w:rsidRDefault="00E00D30" w:rsidP="00E00D30">
      <w:r>
        <w:t>890.2003</w:t>
      </w:r>
      <w:r>
        <w:tab/>
        <w:t>1.013e0</w:t>
      </w:r>
    </w:p>
    <w:p w:rsidR="00E00D30" w:rsidRDefault="00E00D30" w:rsidP="00E00D30">
      <w:r>
        <w:t>890.2168</w:t>
      </w:r>
      <w:r>
        <w:tab/>
        <w:t>2.025e0</w:t>
      </w:r>
    </w:p>
    <w:p w:rsidR="00E00D30" w:rsidRDefault="00E00D30" w:rsidP="00E00D30">
      <w:r>
        <w:lastRenderedPageBreak/>
        <w:t>890.2306</w:t>
      </w:r>
      <w:r>
        <w:tab/>
        <w:t>1.013e0</w:t>
      </w:r>
    </w:p>
    <w:p w:rsidR="00E00D30" w:rsidRDefault="00E00D30" w:rsidP="00E00D30">
      <w:r>
        <w:t>890.2329</w:t>
      </w:r>
      <w:r>
        <w:tab/>
        <w:t>1.013e0</w:t>
      </w:r>
    </w:p>
    <w:p w:rsidR="00E00D30" w:rsidRDefault="00E00D30" w:rsidP="00E00D30">
      <w:r>
        <w:t>890.2664</w:t>
      </w:r>
      <w:r>
        <w:tab/>
        <w:t>1.013e0</w:t>
      </w:r>
    </w:p>
    <w:p w:rsidR="00E00D30" w:rsidRDefault="00E00D30" w:rsidP="00E00D30">
      <w:r>
        <w:t>890.3131</w:t>
      </w:r>
      <w:r>
        <w:tab/>
        <w:t>4.914e0</w:t>
      </w:r>
    </w:p>
    <w:p w:rsidR="00E00D30" w:rsidRDefault="00E00D30" w:rsidP="00E00D30">
      <w:r>
        <w:t>890.3193</w:t>
      </w:r>
      <w:r>
        <w:tab/>
        <w:t>1.013e0</w:t>
      </w:r>
    </w:p>
    <w:p w:rsidR="00E00D30" w:rsidRDefault="00E00D30" w:rsidP="00E00D30">
      <w:r>
        <w:t>890.3795</w:t>
      </w:r>
      <w:r>
        <w:tab/>
        <w:t>1.013e0</w:t>
      </w:r>
    </w:p>
    <w:p w:rsidR="00E00D30" w:rsidRDefault="00E00D30" w:rsidP="00E00D30">
      <w:r>
        <w:t>890.4018</w:t>
      </w:r>
      <w:r>
        <w:tab/>
        <w:t>1.013e0</w:t>
      </w:r>
    </w:p>
    <w:p w:rsidR="00E00D30" w:rsidRDefault="00E00D30" w:rsidP="00E00D30">
      <w:r>
        <w:t>890.4313</w:t>
      </w:r>
      <w:r>
        <w:tab/>
        <w:t>1.657e0</w:t>
      </w:r>
    </w:p>
    <w:p w:rsidR="00E00D30" w:rsidRDefault="00E00D30" w:rsidP="00E00D30">
      <w:r>
        <w:t>890.4673</w:t>
      </w:r>
      <w:r>
        <w:tab/>
        <w:t>2.683e0</w:t>
      </w:r>
    </w:p>
    <w:p w:rsidR="00E00D30" w:rsidRDefault="00E00D30" w:rsidP="00E00D30">
      <w:r>
        <w:t>890.4895</w:t>
      </w:r>
      <w:r>
        <w:tab/>
        <w:t>3.038e0</w:t>
      </w:r>
    </w:p>
    <w:p w:rsidR="00E00D30" w:rsidRDefault="00E00D30" w:rsidP="00E00D30">
      <w:r>
        <w:t>890.5304</w:t>
      </w:r>
      <w:r>
        <w:tab/>
        <w:t>1.013e0</w:t>
      </w:r>
    </w:p>
    <w:p w:rsidR="00E00D30" w:rsidRDefault="00E00D30" w:rsidP="00E00D30">
      <w:r>
        <w:t>890.5722</w:t>
      </w:r>
      <w:r>
        <w:tab/>
        <w:t>1.013e0</w:t>
      </w:r>
    </w:p>
    <w:p w:rsidR="00E00D30" w:rsidRDefault="00E00D30" w:rsidP="00E00D30">
      <w:r>
        <w:t>890.6040</w:t>
      </w:r>
      <w:r>
        <w:tab/>
        <w:t>2.025e0</w:t>
      </w:r>
    </w:p>
    <w:p w:rsidR="00E00D30" w:rsidRDefault="00E00D30" w:rsidP="00E00D30">
      <w:r>
        <w:t>890.6110</w:t>
      </w:r>
      <w:r>
        <w:tab/>
        <w:t>1.927e0</w:t>
      </w:r>
    </w:p>
    <w:p w:rsidR="00E00D30" w:rsidRDefault="00E00D30" w:rsidP="00E00D30">
      <w:r>
        <w:t>890.6190</w:t>
      </w:r>
      <w:r>
        <w:tab/>
        <w:t>1.013e0</w:t>
      </w:r>
    </w:p>
    <w:p w:rsidR="00E00D30" w:rsidRDefault="00E00D30" w:rsidP="00E00D30">
      <w:r>
        <w:t>890.6350</w:t>
      </w:r>
      <w:r>
        <w:tab/>
        <w:t>1.013e0</w:t>
      </w:r>
    </w:p>
    <w:p w:rsidR="00E00D30" w:rsidRDefault="00E00D30" w:rsidP="00E00D30">
      <w:r>
        <w:t>890.6727</w:t>
      </w:r>
      <w:r>
        <w:tab/>
        <w:t>2.025e0</w:t>
      </w:r>
    </w:p>
    <w:p w:rsidR="00E00D30" w:rsidRDefault="00E00D30" w:rsidP="00E00D30">
      <w:r>
        <w:t>890.6901</w:t>
      </w:r>
      <w:r>
        <w:tab/>
        <w:t>1.013e0</w:t>
      </w:r>
    </w:p>
    <w:p w:rsidR="00E00D30" w:rsidRDefault="00E00D30" w:rsidP="00E00D30">
      <w:r>
        <w:t>890.7076</w:t>
      </w:r>
      <w:r>
        <w:tab/>
        <w:t>2.025e0</w:t>
      </w:r>
    </w:p>
    <w:p w:rsidR="00E00D30" w:rsidRDefault="00E00D30" w:rsidP="00E00D30">
      <w:r>
        <w:lastRenderedPageBreak/>
        <w:t>890.7387</w:t>
      </w:r>
      <w:r>
        <w:tab/>
        <w:t>1.013e0</w:t>
      </w:r>
    </w:p>
    <w:p w:rsidR="00E00D30" w:rsidRDefault="00E00D30" w:rsidP="00E00D30">
      <w:r>
        <w:t>890.7532</w:t>
      </w:r>
      <w:r>
        <w:tab/>
        <w:t>2.025e0</w:t>
      </w:r>
    </w:p>
    <w:p w:rsidR="00E00D30" w:rsidRDefault="00E00D30" w:rsidP="00E00D30">
      <w:r>
        <w:t>890.7751</w:t>
      </w:r>
      <w:r>
        <w:tab/>
        <w:t>1.013e0</w:t>
      </w:r>
    </w:p>
    <w:p w:rsidR="00E00D30" w:rsidRDefault="00E00D30" w:rsidP="00E00D30">
      <w:r>
        <w:t>890.7828</w:t>
      </w:r>
      <w:r>
        <w:tab/>
        <w:t>1.013e0</w:t>
      </w:r>
    </w:p>
    <w:p w:rsidR="00E00D30" w:rsidRDefault="00E00D30" w:rsidP="00E00D30">
      <w:r>
        <w:t>890.7844</w:t>
      </w:r>
      <w:r>
        <w:tab/>
        <w:t>1.013e0</w:t>
      </w:r>
    </w:p>
    <w:p w:rsidR="00E00D30" w:rsidRDefault="00E00D30" w:rsidP="00E00D30">
      <w:r>
        <w:t>890.8286</w:t>
      </w:r>
      <w:r>
        <w:tab/>
        <w:t>2.025e0</w:t>
      </w:r>
    </w:p>
    <w:p w:rsidR="00E00D30" w:rsidRDefault="00E00D30" w:rsidP="00E00D30">
      <w:r>
        <w:t>890.8431</w:t>
      </w:r>
      <w:r>
        <w:tab/>
        <w:t>1.013e0</w:t>
      </w:r>
    </w:p>
    <w:p w:rsidR="00E00D30" w:rsidRDefault="00E00D30" w:rsidP="00E00D30">
      <w:r>
        <w:t>890.8875</w:t>
      </w:r>
      <w:r>
        <w:tab/>
        <w:t>1.013e0</w:t>
      </w:r>
    </w:p>
    <w:p w:rsidR="00E00D30" w:rsidRDefault="00E00D30" w:rsidP="00E00D30">
      <w:r>
        <w:t>890.8890</w:t>
      </w:r>
      <w:r>
        <w:tab/>
        <w:t>2.025e0</w:t>
      </w:r>
    </w:p>
    <w:p w:rsidR="00E00D30" w:rsidRDefault="00E00D30" w:rsidP="00E00D30">
      <w:r>
        <w:t>890.9618</w:t>
      </w:r>
      <w:r>
        <w:tab/>
        <w:t>1.013e0</w:t>
      </w:r>
    </w:p>
    <w:p w:rsidR="00E00D30" w:rsidRDefault="00E00D30" w:rsidP="00E00D30">
      <w:r>
        <w:t>890.9918</w:t>
      </w:r>
      <w:r>
        <w:tab/>
        <w:t>3.038e0</w:t>
      </w:r>
    </w:p>
    <w:p w:rsidR="00E00D30" w:rsidRDefault="00E00D30" w:rsidP="00E00D30">
      <w:r>
        <w:t>891.0148</w:t>
      </w:r>
      <w:r>
        <w:tab/>
        <w:t>3.038e0</w:t>
      </w:r>
    </w:p>
    <w:p w:rsidR="00E00D30" w:rsidRDefault="00E00D30" w:rsidP="00E00D30">
      <w:r>
        <w:t>891.0220</w:t>
      </w:r>
      <w:r>
        <w:tab/>
        <w:t>2.025e0</w:t>
      </w:r>
    </w:p>
    <w:p w:rsidR="00E00D30" w:rsidRDefault="00E00D30" w:rsidP="00E00D30">
      <w:r>
        <w:t>891.0231</w:t>
      </w:r>
      <w:r>
        <w:tab/>
        <w:t>2.025e0</w:t>
      </w:r>
    </w:p>
    <w:p w:rsidR="00E00D30" w:rsidRDefault="00E00D30" w:rsidP="00E00D30">
      <w:r>
        <w:t>891.1450</w:t>
      </w:r>
      <w:r>
        <w:tab/>
        <w:t>1.013e0</w:t>
      </w:r>
    </w:p>
    <w:p w:rsidR="00E00D30" w:rsidRDefault="00E00D30" w:rsidP="00E00D30">
      <w:r>
        <w:t>891.1565</w:t>
      </w:r>
      <w:r>
        <w:tab/>
        <w:t>1.013e0</w:t>
      </w:r>
    </w:p>
    <w:p w:rsidR="00E00D30" w:rsidRDefault="00E00D30" w:rsidP="00E00D30">
      <w:r>
        <w:t>891.2167</w:t>
      </w:r>
      <w:r>
        <w:tab/>
        <w:t>1.013e0</w:t>
      </w:r>
    </w:p>
    <w:p w:rsidR="00E00D30" w:rsidRDefault="00E00D30" w:rsidP="00E00D30">
      <w:r>
        <w:t>891.2231</w:t>
      </w:r>
      <w:r>
        <w:tab/>
        <w:t>2.025e0</w:t>
      </w:r>
    </w:p>
    <w:p w:rsidR="00E00D30" w:rsidRDefault="00E00D30" w:rsidP="00E00D30">
      <w:r>
        <w:t>891.2926</w:t>
      </w:r>
      <w:r>
        <w:tab/>
        <w:t>1.013e0</w:t>
      </w:r>
    </w:p>
    <w:p w:rsidR="00E00D30" w:rsidRDefault="00E00D30" w:rsidP="00E00D30">
      <w:r>
        <w:lastRenderedPageBreak/>
        <w:t>891.3576</w:t>
      </w:r>
      <w:r>
        <w:tab/>
        <w:t>2.025e0</w:t>
      </w:r>
    </w:p>
    <w:p w:rsidR="00E00D30" w:rsidRDefault="00E00D30" w:rsidP="00E00D30">
      <w:r>
        <w:t>891.3807</w:t>
      </w:r>
      <w:r>
        <w:tab/>
        <w:t>1.013e0</w:t>
      </w:r>
    </w:p>
    <w:p w:rsidR="00E00D30" w:rsidRDefault="00E00D30" w:rsidP="00E00D30">
      <w:r>
        <w:t>891.3823</w:t>
      </w:r>
      <w:r>
        <w:tab/>
        <w:t>1.013e0</w:t>
      </w:r>
    </w:p>
    <w:p w:rsidR="00E00D30" w:rsidRDefault="00E00D30" w:rsidP="00E00D30">
      <w:r>
        <w:t>891.4332</w:t>
      </w:r>
      <w:r>
        <w:tab/>
        <w:t>1.013e0</w:t>
      </w:r>
    </w:p>
    <w:p w:rsidR="00E00D30" w:rsidRDefault="00E00D30" w:rsidP="00E00D30">
      <w:r>
        <w:t>891.4421</w:t>
      </w:r>
      <w:r>
        <w:tab/>
        <w:t>1.013e0</w:t>
      </w:r>
    </w:p>
    <w:p w:rsidR="00E00D30" w:rsidRDefault="00E00D30" w:rsidP="00E00D30">
      <w:r>
        <w:t>891.5009</w:t>
      </w:r>
      <w:r>
        <w:tab/>
        <w:t>3.038e0</w:t>
      </w:r>
    </w:p>
    <w:p w:rsidR="00E00D30" w:rsidRDefault="00E00D30" w:rsidP="00E00D30">
      <w:r>
        <w:t>891.5690</w:t>
      </w:r>
      <w:r>
        <w:tab/>
        <w:t>1.013e0</w:t>
      </w:r>
    </w:p>
    <w:p w:rsidR="00E00D30" w:rsidRDefault="00E00D30" w:rsidP="00E00D30">
      <w:r>
        <w:t>891.6036</w:t>
      </w:r>
      <w:r>
        <w:tab/>
        <w:t>1.013e0</w:t>
      </w:r>
    </w:p>
    <w:p w:rsidR="00E00D30" w:rsidRDefault="00E00D30" w:rsidP="00E00D30">
      <w:r>
        <w:t>891.6205</w:t>
      </w:r>
      <w:r>
        <w:tab/>
        <w:t>1.013e0</w:t>
      </w:r>
    </w:p>
    <w:p w:rsidR="00E00D30" w:rsidRDefault="00E00D30" w:rsidP="00E00D30">
      <w:r>
        <w:t>891.6499</w:t>
      </w:r>
      <w:r>
        <w:tab/>
        <w:t>1.013e0</w:t>
      </w:r>
    </w:p>
    <w:p w:rsidR="00E00D30" w:rsidRDefault="00E00D30" w:rsidP="00E00D30">
      <w:r>
        <w:t>891.7056</w:t>
      </w:r>
      <w:r>
        <w:tab/>
        <w:t>2.025e0</w:t>
      </w:r>
    </w:p>
    <w:p w:rsidR="00E00D30" w:rsidRDefault="00E00D30" w:rsidP="00E00D30">
      <w:r>
        <w:t>891.7197</w:t>
      </w:r>
      <w:r>
        <w:tab/>
        <w:t>3.038e0</w:t>
      </w:r>
    </w:p>
    <w:p w:rsidR="00E00D30" w:rsidRDefault="00E00D30" w:rsidP="00E00D30">
      <w:r>
        <w:t>891.7548</w:t>
      </w:r>
      <w:r>
        <w:tab/>
        <w:t>2.025e0</w:t>
      </w:r>
    </w:p>
    <w:p w:rsidR="00E00D30" w:rsidRDefault="00E00D30" w:rsidP="00E00D30">
      <w:r>
        <w:t>891.7711</w:t>
      </w:r>
      <w:r>
        <w:tab/>
        <w:t>1.013e0</w:t>
      </w:r>
    </w:p>
    <w:p w:rsidR="00E00D30" w:rsidRDefault="00E00D30" w:rsidP="00E00D30">
      <w:r>
        <w:t>891.8011</w:t>
      </w:r>
      <w:r>
        <w:tab/>
        <w:t>1.013e0</w:t>
      </w:r>
    </w:p>
    <w:p w:rsidR="00E00D30" w:rsidRDefault="00E00D30" w:rsidP="00E00D30">
      <w:r>
        <w:t>891.8226</w:t>
      </w:r>
      <w:r>
        <w:tab/>
        <w:t>2.025e0</w:t>
      </w:r>
    </w:p>
    <w:p w:rsidR="00E00D30" w:rsidRDefault="00E00D30" w:rsidP="00E00D30">
      <w:r>
        <w:t>891.8743</w:t>
      </w:r>
      <w:r>
        <w:tab/>
        <w:t>1.013e0</w:t>
      </w:r>
    </w:p>
    <w:p w:rsidR="00E00D30" w:rsidRDefault="00E00D30" w:rsidP="00E00D30">
      <w:r>
        <w:t>891.9141</w:t>
      </w:r>
      <w:r>
        <w:tab/>
        <w:t>2.025e0</w:t>
      </w:r>
    </w:p>
    <w:p w:rsidR="00E00D30" w:rsidRDefault="00E00D30" w:rsidP="00E00D30">
      <w:r>
        <w:t>891.9271</w:t>
      </w:r>
      <w:r>
        <w:tab/>
        <w:t>2.025e0</w:t>
      </w:r>
    </w:p>
    <w:p w:rsidR="00E00D30" w:rsidRDefault="00E00D30" w:rsidP="00E00D30">
      <w:r>
        <w:lastRenderedPageBreak/>
        <w:t>891.9574</w:t>
      </w:r>
      <w:r>
        <w:tab/>
        <w:t>1.013e0</w:t>
      </w:r>
    </w:p>
    <w:p w:rsidR="00E00D30" w:rsidRDefault="00E00D30" w:rsidP="00E00D30">
      <w:r>
        <w:t>891.9940</w:t>
      </w:r>
      <w:r>
        <w:tab/>
        <w:t>2.025e0</w:t>
      </w:r>
    </w:p>
    <w:p w:rsidR="00E00D30" w:rsidRDefault="00E00D30" w:rsidP="00E00D30">
      <w:r>
        <w:t>892.0094</w:t>
      </w:r>
      <w:r>
        <w:tab/>
        <w:t>1.013e0</w:t>
      </w:r>
    </w:p>
    <w:p w:rsidR="00E00D30" w:rsidRDefault="00E00D30" w:rsidP="00E00D30">
      <w:r>
        <w:t>892.0338</w:t>
      </w:r>
      <w:r>
        <w:tab/>
        <w:t>2.025e0</w:t>
      </w:r>
    </w:p>
    <w:p w:rsidR="00E00D30" w:rsidRDefault="00E00D30" w:rsidP="00E00D30">
      <w:r>
        <w:t>892.0792</w:t>
      </w:r>
      <w:r>
        <w:tab/>
        <w:t>2.025e0</w:t>
      </w:r>
    </w:p>
    <w:p w:rsidR="00E00D30" w:rsidRDefault="00E00D30" w:rsidP="00E00D30">
      <w:r>
        <w:t>892.0933</w:t>
      </w:r>
      <w:r>
        <w:tab/>
        <w:t>1.013e0</w:t>
      </w:r>
    </w:p>
    <w:p w:rsidR="00E00D30" w:rsidRDefault="00E00D30" w:rsidP="00E00D30">
      <w:r>
        <w:t>892.1290</w:t>
      </w:r>
      <w:r>
        <w:tab/>
        <w:t>2.025e0</w:t>
      </w:r>
    </w:p>
    <w:p w:rsidR="00E00D30" w:rsidRDefault="00E00D30" w:rsidP="00E00D30">
      <w:r>
        <w:t>892.2635</w:t>
      </w:r>
      <w:r>
        <w:tab/>
        <w:t>3.038e0</w:t>
      </w:r>
    </w:p>
    <w:p w:rsidR="00E00D30" w:rsidRDefault="00E00D30" w:rsidP="00E00D30">
      <w:r>
        <w:t>892.2943</w:t>
      </w:r>
      <w:r>
        <w:tab/>
        <w:t>1.013e0</w:t>
      </w:r>
    </w:p>
    <w:p w:rsidR="00E00D30" w:rsidRDefault="00E00D30" w:rsidP="00E00D30">
      <w:r>
        <w:t>892.3237</w:t>
      </w:r>
      <w:r>
        <w:tab/>
        <w:t>1.013e0</w:t>
      </w:r>
    </w:p>
    <w:p w:rsidR="00E00D30" w:rsidRDefault="00E00D30" w:rsidP="00E00D30">
      <w:r>
        <w:t>892.4025</w:t>
      </w:r>
      <w:r>
        <w:tab/>
        <w:t>2.025e0</w:t>
      </w:r>
    </w:p>
    <w:p w:rsidR="00E00D30" w:rsidRDefault="00E00D30" w:rsidP="00E00D30">
      <w:r>
        <w:t>892.4055</w:t>
      </w:r>
      <w:r>
        <w:tab/>
        <w:t>1.663e0</w:t>
      </w:r>
    </w:p>
    <w:p w:rsidR="00E00D30" w:rsidRDefault="00E00D30" w:rsidP="00E00D30">
      <w:r>
        <w:t>892.4434</w:t>
      </w:r>
      <w:r>
        <w:tab/>
        <w:t>1.013e0</w:t>
      </w:r>
    </w:p>
    <w:p w:rsidR="00E00D30" w:rsidRDefault="00E00D30" w:rsidP="00E00D30">
      <w:r>
        <w:t>892.4744</w:t>
      </w:r>
      <w:r>
        <w:tab/>
        <w:t>1.013e0</w:t>
      </w:r>
    </w:p>
    <w:p w:rsidR="00E00D30" w:rsidRDefault="00E00D30" w:rsidP="00E00D30">
      <w:r>
        <w:t>892.5403</w:t>
      </w:r>
      <w:r>
        <w:tab/>
        <w:t>1.033e0</w:t>
      </w:r>
    </w:p>
    <w:p w:rsidR="00E00D30" w:rsidRDefault="00E00D30" w:rsidP="00E00D30">
      <w:r>
        <w:t>892.5653</w:t>
      </w:r>
      <w:r>
        <w:tab/>
        <w:t>1.013e0</w:t>
      </w:r>
    </w:p>
    <w:p w:rsidR="00E00D30" w:rsidRDefault="00E00D30" w:rsidP="00E00D30">
      <w:r>
        <w:t>892.6092</w:t>
      </w:r>
      <w:r>
        <w:tab/>
        <w:t>1.013e0</w:t>
      </w:r>
    </w:p>
    <w:p w:rsidR="00E00D30" w:rsidRDefault="00E00D30" w:rsidP="00E00D30">
      <w:r>
        <w:t>892.6174</w:t>
      </w:r>
      <w:r>
        <w:tab/>
        <w:t>1.013e0</w:t>
      </w:r>
    </w:p>
    <w:p w:rsidR="00E00D30" w:rsidRDefault="00E00D30" w:rsidP="00E00D30">
      <w:r>
        <w:t>892.6306</w:t>
      </w:r>
      <w:r>
        <w:tab/>
        <w:t>2.025e0</w:t>
      </w:r>
    </w:p>
    <w:p w:rsidR="00E00D30" w:rsidRDefault="00E00D30" w:rsidP="00E00D30">
      <w:r>
        <w:lastRenderedPageBreak/>
        <w:t>892.6530</w:t>
      </w:r>
      <w:r>
        <w:tab/>
        <w:t>1.013e0</w:t>
      </w:r>
    </w:p>
    <w:p w:rsidR="00E00D30" w:rsidRDefault="00E00D30" w:rsidP="00E00D30">
      <w:r>
        <w:t>892.6895</w:t>
      </w:r>
      <w:r>
        <w:tab/>
        <w:t>3.038e0</w:t>
      </w:r>
    </w:p>
    <w:p w:rsidR="00E00D30" w:rsidRDefault="00E00D30" w:rsidP="00E00D30">
      <w:r>
        <w:t>892.7301</w:t>
      </w:r>
      <w:r>
        <w:tab/>
        <w:t>2.025e0</w:t>
      </w:r>
    </w:p>
    <w:p w:rsidR="00E00D30" w:rsidRDefault="00E00D30" w:rsidP="00E00D30">
      <w:r>
        <w:t>892.7350</w:t>
      </w:r>
      <w:r>
        <w:tab/>
        <w:t>1.013e0</w:t>
      </w:r>
    </w:p>
    <w:p w:rsidR="00E00D30" w:rsidRDefault="00E00D30" w:rsidP="00E00D30">
      <w:r>
        <w:t>892.7739</w:t>
      </w:r>
      <w:r>
        <w:tab/>
        <w:t>1.013e0</w:t>
      </w:r>
    </w:p>
    <w:p w:rsidR="00E00D30" w:rsidRDefault="00E00D30" w:rsidP="00E00D30">
      <w:r>
        <w:t>892.7952</w:t>
      </w:r>
      <w:r>
        <w:tab/>
        <w:t>2.025e0</w:t>
      </w:r>
    </w:p>
    <w:p w:rsidR="00E00D30" w:rsidRDefault="00E00D30" w:rsidP="00E00D30">
      <w:r>
        <w:t>892.8025</w:t>
      </w:r>
      <w:r>
        <w:tab/>
        <w:t>2.025e0</w:t>
      </w:r>
    </w:p>
    <w:p w:rsidR="00E00D30" w:rsidRDefault="00E00D30" w:rsidP="00E00D30">
      <w:r>
        <w:t>892.8175</w:t>
      </w:r>
      <w:r>
        <w:tab/>
        <w:t>2.025e0</w:t>
      </w:r>
    </w:p>
    <w:p w:rsidR="00E00D30" w:rsidRDefault="00E00D30" w:rsidP="00E00D30">
      <w:r>
        <w:t>892.8926</w:t>
      </w:r>
      <w:r>
        <w:tab/>
        <w:t>1.013e0</w:t>
      </w:r>
    </w:p>
    <w:p w:rsidR="00E00D30" w:rsidRDefault="00E00D30" w:rsidP="00E00D30">
      <w:r>
        <w:t>892.9221</w:t>
      </w:r>
      <w:r>
        <w:tab/>
        <w:t>1.013e0</w:t>
      </w:r>
    </w:p>
    <w:p w:rsidR="00E00D30" w:rsidRDefault="00E00D30" w:rsidP="00E00D30">
      <w:r>
        <w:t>892.9236</w:t>
      </w:r>
      <w:r>
        <w:tab/>
        <w:t>1.013e0</w:t>
      </w:r>
    </w:p>
    <w:p w:rsidR="00E00D30" w:rsidRDefault="00E00D30" w:rsidP="00E00D30">
      <w:r>
        <w:t>892.9825</w:t>
      </w:r>
      <w:r>
        <w:tab/>
        <w:t>1.013e0</w:t>
      </w:r>
    </w:p>
    <w:p w:rsidR="00E00D30" w:rsidRDefault="00E00D30" w:rsidP="00E00D30">
      <w:r>
        <w:t>893.0135</w:t>
      </w:r>
      <w:r>
        <w:tab/>
        <w:t>2.025e0</w:t>
      </w:r>
    </w:p>
    <w:p w:rsidR="00E00D30" w:rsidRDefault="00E00D30" w:rsidP="00E00D30">
      <w:r>
        <w:t>893.0327</w:t>
      </w:r>
      <w:r>
        <w:tab/>
        <w:t>3.038e0</w:t>
      </w:r>
    </w:p>
    <w:p w:rsidR="00E00D30" w:rsidRDefault="00E00D30" w:rsidP="00E00D30">
      <w:r>
        <w:t>893.0723</w:t>
      </w:r>
      <w:r>
        <w:tab/>
        <w:t>2.025e0</w:t>
      </w:r>
    </w:p>
    <w:p w:rsidR="00E00D30" w:rsidRDefault="00E00D30" w:rsidP="00E00D30">
      <w:r>
        <w:t>893.1323</w:t>
      </w:r>
      <w:r>
        <w:tab/>
        <w:t>1.013e0</w:t>
      </w:r>
    </w:p>
    <w:p w:rsidR="00E00D30" w:rsidRDefault="00E00D30" w:rsidP="00E00D30">
      <w:r>
        <w:t>893.1598</w:t>
      </w:r>
      <w:r>
        <w:tab/>
        <w:t>2.025e0</w:t>
      </w:r>
    </w:p>
    <w:p w:rsidR="00E00D30" w:rsidRDefault="00E00D30" w:rsidP="00E00D30">
      <w:r>
        <w:t>893.1771</w:t>
      </w:r>
      <w:r>
        <w:tab/>
        <w:t>3.038e0</w:t>
      </w:r>
    </w:p>
    <w:p w:rsidR="00E00D30" w:rsidRDefault="00E00D30" w:rsidP="00E00D30">
      <w:r>
        <w:t>893.2072</w:t>
      </w:r>
      <w:r>
        <w:tab/>
        <w:t>1.013e0</w:t>
      </w:r>
    </w:p>
    <w:p w:rsidR="00E00D30" w:rsidRDefault="00E00D30" w:rsidP="00E00D30">
      <w:r>
        <w:lastRenderedPageBreak/>
        <w:t>893.2516</w:t>
      </w:r>
      <w:r>
        <w:tab/>
        <w:t>1.013e0</w:t>
      </w:r>
    </w:p>
    <w:p w:rsidR="00E00D30" w:rsidRDefault="00E00D30" w:rsidP="00E00D30">
      <w:r>
        <w:t>893.2769</w:t>
      </w:r>
      <w:r>
        <w:tab/>
        <w:t>1.013e0</w:t>
      </w:r>
    </w:p>
    <w:p w:rsidR="00E00D30" w:rsidRDefault="00E00D30" w:rsidP="00E00D30">
      <w:r>
        <w:t>893.3194</w:t>
      </w:r>
      <w:r>
        <w:tab/>
        <w:t>2.025e0</w:t>
      </w:r>
    </w:p>
    <w:p w:rsidR="00E00D30" w:rsidRDefault="00E00D30" w:rsidP="00E00D30">
      <w:r>
        <w:t>893.3420</w:t>
      </w:r>
      <w:r>
        <w:tab/>
        <w:t>1.013e0</w:t>
      </w:r>
    </w:p>
    <w:p w:rsidR="00E00D30" w:rsidRDefault="00E00D30" w:rsidP="00E00D30">
      <w:r>
        <w:t>893.3945</w:t>
      </w:r>
      <w:r>
        <w:tab/>
        <w:t>1.013e0</w:t>
      </w:r>
    </w:p>
    <w:p w:rsidR="00E00D30" w:rsidRDefault="00E00D30" w:rsidP="00E00D30">
      <w:r>
        <w:t>893.4469</w:t>
      </w:r>
      <w:r>
        <w:tab/>
        <w:t>1.013e0</w:t>
      </w:r>
    </w:p>
    <w:p w:rsidR="00E00D30" w:rsidRDefault="00E00D30" w:rsidP="00E00D30">
      <w:r>
        <w:t>893.4689</w:t>
      </w:r>
      <w:r>
        <w:tab/>
        <w:t>2.025e0</w:t>
      </w:r>
    </w:p>
    <w:p w:rsidR="00E00D30" w:rsidRDefault="00E00D30" w:rsidP="00E00D30">
      <w:r>
        <w:t>893.5967</w:t>
      </w:r>
      <w:r>
        <w:tab/>
        <w:t>2.025e0</w:t>
      </w:r>
    </w:p>
    <w:p w:rsidR="00E00D30" w:rsidRDefault="00E00D30" w:rsidP="00E00D30">
      <w:r>
        <w:t>893.6060</w:t>
      </w:r>
      <w:r>
        <w:tab/>
        <w:t>2.025e0</w:t>
      </w:r>
    </w:p>
    <w:p w:rsidR="00E00D30" w:rsidRDefault="00E00D30" w:rsidP="00E00D30">
      <w:r>
        <w:t>893.6145</w:t>
      </w:r>
      <w:r>
        <w:tab/>
        <w:t>1.013e0</w:t>
      </w:r>
    </w:p>
    <w:p w:rsidR="00E00D30" w:rsidRDefault="00E00D30" w:rsidP="00E00D30">
      <w:r>
        <w:t>893.6728</w:t>
      </w:r>
      <w:r>
        <w:tab/>
        <w:t>1.013e0</w:t>
      </w:r>
    </w:p>
    <w:p w:rsidR="00E00D30" w:rsidRDefault="00E00D30" w:rsidP="00E00D30">
      <w:r>
        <w:t>893.7162</w:t>
      </w:r>
      <w:r>
        <w:tab/>
        <w:t>4.051e0</w:t>
      </w:r>
    </w:p>
    <w:p w:rsidR="00E00D30" w:rsidRDefault="00E00D30" w:rsidP="00E00D30">
      <w:r>
        <w:t>893.7327</w:t>
      </w:r>
      <w:r>
        <w:tab/>
        <w:t>1.013e0</w:t>
      </w:r>
    </w:p>
    <w:p w:rsidR="00E00D30" w:rsidRDefault="00E00D30" w:rsidP="00E00D30">
      <w:r>
        <w:t>893.7477</w:t>
      </w:r>
      <w:r>
        <w:tab/>
        <w:t>1.013e0</w:t>
      </w:r>
    </w:p>
    <w:p w:rsidR="00E00D30" w:rsidRDefault="00E00D30" w:rsidP="00E00D30">
      <w:r>
        <w:t>893.8511</w:t>
      </w:r>
      <w:r>
        <w:tab/>
        <w:t>1.013e0</w:t>
      </w:r>
    </w:p>
    <w:p w:rsidR="00E00D30" w:rsidRDefault="00E00D30" w:rsidP="00E00D30">
      <w:r>
        <w:t>893.8666</w:t>
      </w:r>
      <w:r>
        <w:tab/>
        <w:t>1.013e0</w:t>
      </w:r>
    </w:p>
    <w:p w:rsidR="00E00D30" w:rsidRDefault="00E00D30" w:rsidP="00E00D30">
      <w:r>
        <w:t>893.9565</w:t>
      </w:r>
      <w:r>
        <w:tab/>
        <w:t>1.013e0</w:t>
      </w:r>
    </w:p>
    <w:p w:rsidR="00E00D30" w:rsidRDefault="00E00D30" w:rsidP="00E00D30">
      <w:r>
        <w:t>893.9714</w:t>
      </w:r>
      <w:r>
        <w:tab/>
        <w:t>2.025e0</w:t>
      </w:r>
    </w:p>
    <w:p w:rsidR="00E00D30" w:rsidRDefault="00E00D30" w:rsidP="00E00D30">
      <w:r>
        <w:t>894.0013</w:t>
      </w:r>
      <w:r>
        <w:tab/>
        <w:t>2.025e0</w:t>
      </w:r>
    </w:p>
    <w:p w:rsidR="00E00D30" w:rsidRDefault="00E00D30" w:rsidP="00E00D30">
      <w:r>
        <w:lastRenderedPageBreak/>
        <w:t>894.0029</w:t>
      </w:r>
      <w:r>
        <w:tab/>
        <w:t>1.013e0</w:t>
      </w:r>
    </w:p>
    <w:p w:rsidR="00E00D30" w:rsidRDefault="00E00D30" w:rsidP="00E00D30">
      <w:r>
        <w:t>894.0915</w:t>
      </w:r>
      <w:r>
        <w:tab/>
        <w:t>2.025e0</w:t>
      </w:r>
    </w:p>
    <w:p w:rsidR="00E00D30" w:rsidRDefault="00E00D30" w:rsidP="00E00D30">
      <w:r>
        <w:t>894.1510</w:t>
      </w:r>
      <w:r>
        <w:tab/>
        <w:t>1.013e0</w:t>
      </w:r>
    </w:p>
    <w:p w:rsidR="00E00D30" w:rsidRDefault="00E00D30" w:rsidP="00E00D30">
      <w:r>
        <w:t>894.2275</w:t>
      </w:r>
      <w:r>
        <w:tab/>
        <w:t>1.013e0</w:t>
      </w:r>
    </w:p>
    <w:p w:rsidR="00E00D30" w:rsidRDefault="00E00D30" w:rsidP="00E00D30">
      <w:r>
        <w:t>894.2415</w:t>
      </w:r>
      <w:r>
        <w:tab/>
        <w:t>1.013e0</w:t>
      </w:r>
    </w:p>
    <w:p w:rsidR="00E00D30" w:rsidRDefault="00E00D30" w:rsidP="00E00D30">
      <w:r>
        <w:t>894.3610</w:t>
      </w:r>
      <w:r>
        <w:tab/>
        <w:t>3.038e0</w:t>
      </w:r>
    </w:p>
    <w:p w:rsidR="00E00D30" w:rsidRDefault="00E00D30" w:rsidP="00E00D30">
      <w:r>
        <w:t>894.3765</w:t>
      </w:r>
      <w:r>
        <w:tab/>
        <w:t>1.013e0</w:t>
      </w:r>
    </w:p>
    <w:p w:rsidR="00E00D30" w:rsidRDefault="00E00D30" w:rsidP="00E00D30">
      <w:r>
        <w:t>894.5132</w:t>
      </w:r>
      <w:r>
        <w:tab/>
        <w:t>3.038e0</w:t>
      </w:r>
    </w:p>
    <w:p w:rsidR="00E00D30" w:rsidRDefault="00E00D30" w:rsidP="00E00D30">
      <w:r>
        <w:t>894.5313</w:t>
      </w:r>
      <w:r>
        <w:tab/>
        <w:t>2.987e1</w:t>
      </w:r>
    </w:p>
    <w:p w:rsidR="00E00D30" w:rsidRDefault="00E00D30" w:rsidP="00E00D30">
      <w:r>
        <w:t>894.5420</w:t>
      </w:r>
      <w:r>
        <w:tab/>
        <w:t>4.051e0</w:t>
      </w:r>
    </w:p>
    <w:p w:rsidR="00E00D30" w:rsidRDefault="00E00D30" w:rsidP="00E00D30">
      <w:r>
        <w:t>894.5438</w:t>
      </w:r>
      <w:r>
        <w:tab/>
        <w:t>2.228e1</w:t>
      </w:r>
    </w:p>
    <w:p w:rsidR="00E00D30" w:rsidRDefault="00E00D30" w:rsidP="00E00D30">
      <w:r>
        <w:t>894.5453</w:t>
      </w:r>
      <w:r>
        <w:tab/>
        <w:t>5.968e1</w:t>
      </w:r>
    </w:p>
    <w:p w:rsidR="00E00D30" w:rsidRDefault="00E00D30" w:rsidP="00E00D30">
      <w:r>
        <w:t>894.5480</w:t>
      </w:r>
      <w:r>
        <w:tab/>
        <w:t>2.986e1</w:t>
      </w:r>
    </w:p>
    <w:p w:rsidR="00E00D30" w:rsidRDefault="00E00D30" w:rsidP="00E00D30">
      <w:r>
        <w:t>894.5524</w:t>
      </w:r>
      <w:r>
        <w:tab/>
        <w:t>2.025e0</w:t>
      </w:r>
    </w:p>
    <w:p w:rsidR="00E00D30" w:rsidRDefault="00E00D30" w:rsidP="00E00D30">
      <w:r>
        <w:t>894.6243</w:t>
      </w:r>
      <w:r>
        <w:tab/>
        <w:t>3.038e0</w:t>
      </w:r>
    </w:p>
    <w:p w:rsidR="00E00D30" w:rsidRDefault="00E00D30" w:rsidP="00E00D30">
      <w:r>
        <w:t>894.6465</w:t>
      </w:r>
      <w:r>
        <w:tab/>
        <w:t>1.013e0</w:t>
      </w:r>
    </w:p>
    <w:p w:rsidR="00E00D30" w:rsidRDefault="00E00D30" w:rsidP="00E00D30">
      <w:r>
        <w:t>894.7131</w:t>
      </w:r>
      <w:r>
        <w:tab/>
        <w:t>1.013e0</w:t>
      </w:r>
    </w:p>
    <w:p w:rsidR="00E00D30" w:rsidRDefault="00E00D30" w:rsidP="00E00D30">
      <w:r>
        <w:t>894.7515</w:t>
      </w:r>
      <w:r>
        <w:tab/>
        <w:t>1.013e0</w:t>
      </w:r>
    </w:p>
    <w:p w:rsidR="00E00D30" w:rsidRDefault="00E00D30" w:rsidP="00E00D30">
      <w:r>
        <w:t>894.7811</w:t>
      </w:r>
      <w:r>
        <w:tab/>
        <w:t>1.013e0</w:t>
      </w:r>
    </w:p>
    <w:p w:rsidR="00E00D30" w:rsidRDefault="00E00D30" w:rsidP="00E00D30">
      <w:r>
        <w:lastRenderedPageBreak/>
        <w:t>894.8151</w:t>
      </w:r>
      <w:r>
        <w:tab/>
        <w:t>1.013e0</w:t>
      </w:r>
    </w:p>
    <w:p w:rsidR="00E00D30" w:rsidRDefault="00E00D30" w:rsidP="00E00D30">
      <w:r>
        <w:t>894.8229</w:t>
      </w:r>
      <w:r>
        <w:tab/>
        <w:t>2.025e0</w:t>
      </w:r>
    </w:p>
    <w:p w:rsidR="00E00D30" w:rsidRDefault="00E00D30" w:rsidP="00E00D30">
      <w:r>
        <w:t>894.8416</w:t>
      </w:r>
      <w:r>
        <w:tab/>
        <w:t>1.013e0</w:t>
      </w:r>
    </w:p>
    <w:p w:rsidR="00E00D30" w:rsidRDefault="00E00D30" w:rsidP="00E00D30">
      <w:r>
        <w:t>894.8427</w:t>
      </w:r>
      <w:r>
        <w:tab/>
        <w:t>1.013e0</w:t>
      </w:r>
    </w:p>
    <w:p w:rsidR="00E00D30" w:rsidRDefault="00E00D30" w:rsidP="00E00D30">
      <w:r>
        <w:t>894.8566</w:t>
      </w:r>
      <w:r>
        <w:tab/>
        <w:t>1.013e0</w:t>
      </w:r>
    </w:p>
    <w:p w:rsidR="00E00D30" w:rsidRDefault="00E00D30" w:rsidP="00E00D30">
      <w:r>
        <w:t>894.9461</w:t>
      </w:r>
      <w:r>
        <w:tab/>
        <w:t>1.013e0</w:t>
      </w:r>
    </w:p>
    <w:p w:rsidR="00E00D30" w:rsidRDefault="00E00D30" w:rsidP="00E00D30">
      <w:r>
        <w:t>894.9493</w:t>
      </w:r>
      <w:r>
        <w:tab/>
        <w:t>1.013e0</w:t>
      </w:r>
    </w:p>
    <w:p w:rsidR="00E00D30" w:rsidRDefault="00E00D30" w:rsidP="00E00D30">
      <w:r>
        <w:t>894.9669</w:t>
      </w:r>
      <w:r>
        <w:tab/>
        <w:t>1.013e0</w:t>
      </w:r>
    </w:p>
    <w:p w:rsidR="00E00D30" w:rsidRDefault="00E00D30" w:rsidP="00E00D30">
      <w:r>
        <w:t>895.0109</w:t>
      </w:r>
      <w:r>
        <w:tab/>
        <w:t>2.025e0</w:t>
      </w:r>
    </w:p>
    <w:p w:rsidR="00E00D30" w:rsidRDefault="00E00D30" w:rsidP="00E00D30">
      <w:r>
        <w:t>895.0364</w:t>
      </w:r>
      <w:r>
        <w:tab/>
        <w:t>3.038e0</w:t>
      </w:r>
    </w:p>
    <w:p w:rsidR="00E00D30" w:rsidRDefault="00E00D30" w:rsidP="00E00D30">
      <w:r>
        <w:t>895.0441</w:t>
      </w:r>
      <w:r>
        <w:tab/>
        <w:t>3.038e0</w:t>
      </w:r>
    </w:p>
    <w:p w:rsidR="00E00D30" w:rsidRDefault="00E00D30" w:rsidP="00E00D30">
      <w:r>
        <w:t>895.0662</w:t>
      </w:r>
      <w:r>
        <w:tab/>
        <w:t>1.013e0</w:t>
      </w:r>
    </w:p>
    <w:p w:rsidR="00E00D30" w:rsidRDefault="00E00D30" w:rsidP="00E00D30">
      <w:r>
        <w:t>895.1113</w:t>
      </w:r>
      <w:r>
        <w:tab/>
        <w:t>2.025e0</w:t>
      </w:r>
    </w:p>
    <w:p w:rsidR="00E00D30" w:rsidRDefault="00E00D30" w:rsidP="00E00D30">
      <w:r>
        <w:t>895.1548</w:t>
      </w:r>
      <w:r>
        <w:tab/>
        <w:t>3.038e0</w:t>
      </w:r>
    </w:p>
    <w:p w:rsidR="00E00D30" w:rsidRDefault="00E00D30" w:rsidP="00E00D30">
      <w:r>
        <w:t>895.1868</w:t>
      </w:r>
      <w:r>
        <w:tab/>
        <w:t>1.013e0</w:t>
      </w:r>
    </w:p>
    <w:p w:rsidR="00E00D30" w:rsidRDefault="00E00D30" w:rsidP="00E00D30">
      <w:r>
        <w:t>895.2013</w:t>
      </w:r>
      <w:r>
        <w:tab/>
        <w:t>1.013e0</w:t>
      </w:r>
    </w:p>
    <w:p w:rsidR="00E00D30" w:rsidRDefault="00E00D30" w:rsidP="00E00D30">
      <w:r>
        <w:t>895.2114</w:t>
      </w:r>
      <w:r>
        <w:tab/>
        <w:t>2.025e0</w:t>
      </w:r>
    </w:p>
    <w:p w:rsidR="00E00D30" w:rsidRDefault="00E00D30" w:rsidP="00E00D30">
      <w:r>
        <w:t>895.2195</w:t>
      </w:r>
      <w:r>
        <w:tab/>
        <w:t>1.013e0</w:t>
      </w:r>
    </w:p>
    <w:p w:rsidR="00E00D30" w:rsidRDefault="00E00D30" w:rsidP="00E00D30">
      <w:r>
        <w:t>895.2546</w:t>
      </w:r>
      <w:r>
        <w:tab/>
        <w:t>1.013e0</w:t>
      </w:r>
    </w:p>
    <w:p w:rsidR="00E00D30" w:rsidRDefault="00E00D30" w:rsidP="00E00D30">
      <w:r>
        <w:lastRenderedPageBreak/>
        <w:t>895.2845</w:t>
      </w:r>
      <w:r>
        <w:tab/>
        <w:t>2.025e0</w:t>
      </w:r>
    </w:p>
    <w:p w:rsidR="00E00D30" w:rsidRDefault="00E00D30" w:rsidP="00E00D30">
      <w:r>
        <w:t>895.3214</w:t>
      </w:r>
      <w:r>
        <w:tab/>
        <w:t>1.013e0</w:t>
      </w:r>
    </w:p>
    <w:p w:rsidR="00E00D30" w:rsidRDefault="00E00D30" w:rsidP="00E00D30">
      <w:r>
        <w:t>895.3380</w:t>
      </w:r>
      <w:r>
        <w:tab/>
        <w:t>1.013e0</w:t>
      </w:r>
    </w:p>
    <w:p w:rsidR="00E00D30" w:rsidRDefault="00E00D30" w:rsidP="00E00D30">
      <w:r>
        <w:t>895.3867</w:t>
      </w:r>
      <w:r>
        <w:tab/>
        <w:t>3.038e0</w:t>
      </w:r>
    </w:p>
    <w:p w:rsidR="00E00D30" w:rsidRDefault="00E00D30" w:rsidP="00E00D30">
      <w:r>
        <w:t>895.3965</w:t>
      </w:r>
      <w:r>
        <w:tab/>
        <w:t>1.013e0</w:t>
      </w:r>
    </w:p>
    <w:p w:rsidR="00E00D30" w:rsidRDefault="00E00D30" w:rsidP="00E00D30">
      <w:r>
        <w:t>895.4072</w:t>
      </w:r>
      <w:r>
        <w:tab/>
        <w:t>1.013e0</w:t>
      </w:r>
    </w:p>
    <w:p w:rsidR="00E00D30" w:rsidRDefault="00E00D30" w:rsidP="00E00D30">
      <w:r>
        <w:t>895.4093</w:t>
      </w:r>
      <w:r>
        <w:tab/>
        <w:t>2.025e0</w:t>
      </w:r>
    </w:p>
    <w:p w:rsidR="00E00D30" w:rsidRDefault="00E00D30" w:rsidP="00E00D30">
      <w:r>
        <w:t>895.4421</w:t>
      </w:r>
      <w:r>
        <w:tab/>
        <w:t>1.013e0</w:t>
      </w:r>
    </w:p>
    <w:p w:rsidR="00E00D30" w:rsidRDefault="00E00D30" w:rsidP="00E00D30">
      <w:r>
        <w:t>895.4465</w:t>
      </w:r>
      <w:r>
        <w:tab/>
        <w:t>2.695e0</w:t>
      </w:r>
    </w:p>
    <w:p w:rsidR="00E00D30" w:rsidRDefault="00E00D30" w:rsidP="00E00D30">
      <w:r>
        <w:t>895.5364</w:t>
      </w:r>
      <w:r>
        <w:tab/>
        <w:t>1.013e1</w:t>
      </w:r>
    </w:p>
    <w:p w:rsidR="00E00D30" w:rsidRDefault="00E00D30" w:rsidP="00E00D30">
      <w:r>
        <w:t>895.5407</w:t>
      </w:r>
      <w:r>
        <w:tab/>
        <w:t>5.063e0</w:t>
      </w:r>
    </w:p>
    <w:p w:rsidR="00E00D30" w:rsidRDefault="00E00D30" w:rsidP="00E00D30">
      <w:r>
        <w:t>895.5427</w:t>
      </w:r>
      <w:r>
        <w:tab/>
        <w:t>2.025e0</w:t>
      </w:r>
    </w:p>
    <w:p w:rsidR="00E00D30" w:rsidRDefault="00E00D30" w:rsidP="00E00D30">
      <w:r>
        <w:t>895.5441</w:t>
      </w:r>
      <w:r>
        <w:tab/>
        <w:t>3.452e1</w:t>
      </w:r>
    </w:p>
    <w:p w:rsidR="00E00D30" w:rsidRDefault="00E00D30" w:rsidP="00E00D30">
      <w:r>
        <w:t>895.5560</w:t>
      </w:r>
      <w:r>
        <w:tab/>
        <w:t>2.340e1</w:t>
      </w:r>
    </w:p>
    <w:p w:rsidR="00E00D30" w:rsidRDefault="00E00D30" w:rsidP="00E00D30">
      <w:r>
        <w:t>895.5624</w:t>
      </w:r>
      <w:r>
        <w:tab/>
        <w:t>1.215e1</w:t>
      </w:r>
    </w:p>
    <w:p w:rsidR="00E00D30" w:rsidRDefault="00E00D30" w:rsidP="00E00D30">
      <w:r>
        <w:t>895.6091</w:t>
      </w:r>
      <w:r>
        <w:tab/>
        <w:t>1.013e0</w:t>
      </w:r>
    </w:p>
    <w:p w:rsidR="00E00D30" w:rsidRDefault="00E00D30" w:rsidP="00E00D30">
      <w:r>
        <w:t>895.7124</w:t>
      </w:r>
      <w:r>
        <w:tab/>
        <w:t>1.013e0</w:t>
      </w:r>
    </w:p>
    <w:p w:rsidR="00E00D30" w:rsidRDefault="00E00D30" w:rsidP="00E00D30">
      <w:r>
        <w:t>895.7135</w:t>
      </w:r>
      <w:r>
        <w:tab/>
        <w:t>2.025e0</w:t>
      </w:r>
    </w:p>
    <w:p w:rsidR="00E00D30" w:rsidRDefault="00E00D30" w:rsidP="00E00D30">
      <w:r>
        <w:t>895.7274</w:t>
      </w:r>
      <w:r>
        <w:tab/>
        <w:t>2.025e0</w:t>
      </w:r>
    </w:p>
    <w:p w:rsidR="00E00D30" w:rsidRDefault="00E00D30" w:rsidP="00E00D30">
      <w:r>
        <w:lastRenderedPageBreak/>
        <w:t>895.7505</w:t>
      </w:r>
      <w:r>
        <w:tab/>
        <w:t>5.063e0</w:t>
      </w:r>
    </w:p>
    <w:p w:rsidR="00E00D30" w:rsidRDefault="00E00D30" w:rsidP="00E00D30">
      <w:r>
        <w:t>895.7606</w:t>
      </w:r>
      <w:r>
        <w:tab/>
        <w:t>1.013e0</w:t>
      </w:r>
    </w:p>
    <w:p w:rsidR="00E00D30" w:rsidRDefault="00E00D30" w:rsidP="00E00D30">
      <w:r>
        <w:t>895.7780</w:t>
      </w:r>
      <w:r>
        <w:tab/>
        <w:t>1.013e0</w:t>
      </w:r>
    </w:p>
    <w:p w:rsidR="00E00D30" w:rsidRDefault="00E00D30" w:rsidP="00E00D30">
      <w:r>
        <w:t>895.8317</w:t>
      </w:r>
      <w:r>
        <w:tab/>
        <w:t>1.013e0</w:t>
      </w:r>
    </w:p>
    <w:p w:rsidR="00E00D30" w:rsidRDefault="00E00D30" w:rsidP="00E00D30">
      <w:r>
        <w:t>895.8476</w:t>
      </w:r>
      <w:r>
        <w:tab/>
        <w:t>1.013e0</w:t>
      </w:r>
    </w:p>
    <w:p w:rsidR="00E00D30" w:rsidRDefault="00E00D30" w:rsidP="00E00D30">
      <w:r>
        <w:t>895.8552</w:t>
      </w:r>
      <w:r>
        <w:tab/>
        <w:t>4.051e0</w:t>
      </w:r>
    </w:p>
    <w:p w:rsidR="00E00D30" w:rsidRDefault="00E00D30" w:rsidP="00E00D30">
      <w:r>
        <w:t>895.8959</w:t>
      </w:r>
      <w:r>
        <w:tab/>
        <w:t>1.013e0</w:t>
      </w:r>
    </w:p>
    <w:p w:rsidR="00E00D30" w:rsidRDefault="00E00D30" w:rsidP="00E00D30">
      <w:r>
        <w:t>895.9238</w:t>
      </w:r>
      <w:r>
        <w:tab/>
        <w:t>1.013e0</w:t>
      </w:r>
    </w:p>
    <w:p w:rsidR="00E00D30" w:rsidRDefault="00E00D30" w:rsidP="00E00D30">
      <w:r>
        <w:t>895.9373</w:t>
      </w:r>
      <w:r>
        <w:tab/>
        <w:t>1.013e0</w:t>
      </w:r>
    </w:p>
    <w:p w:rsidR="00E00D30" w:rsidRDefault="00E00D30" w:rsidP="00E00D30">
      <w:r>
        <w:t>896.0139</w:t>
      </w:r>
      <w:r>
        <w:tab/>
        <w:t>1.013e0</w:t>
      </w:r>
    </w:p>
    <w:p w:rsidR="00E00D30" w:rsidRDefault="00E00D30" w:rsidP="00E00D30">
      <w:r>
        <w:t>896.1025</w:t>
      </w:r>
      <w:r>
        <w:tab/>
        <w:t>1.013e0</w:t>
      </w:r>
    </w:p>
    <w:p w:rsidR="00E00D30" w:rsidRDefault="00E00D30" w:rsidP="00E00D30">
      <w:r>
        <w:t>896.1553</w:t>
      </w:r>
      <w:r>
        <w:tab/>
        <w:t>2.025e0</w:t>
      </w:r>
    </w:p>
    <w:p w:rsidR="00E00D30" w:rsidRDefault="00E00D30" w:rsidP="00E00D30">
      <w:r>
        <w:t>896.2014</w:t>
      </w:r>
      <w:r>
        <w:tab/>
        <w:t>1.013e0</w:t>
      </w:r>
    </w:p>
    <w:p w:rsidR="00E00D30" w:rsidRDefault="00E00D30" w:rsidP="00E00D30">
      <w:r>
        <w:t>896.2083</w:t>
      </w:r>
      <w:r>
        <w:tab/>
        <w:t>1.013e0</w:t>
      </w:r>
    </w:p>
    <w:p w:rsidR="00E00D30" w:rsidRDefault="00E00D30" w:rsidP="00E00D30">
      <w:r>
        <w:t>896.2094</w:t>
      </w:r>
      <w:r>
        <w:tab/>
        <w:t>1.013e0</w:t>
      </w:r>
    </w:p>
    <w:p w:rsidR="00E00D30" w:rsidRDefault="00E00D30" w:rsidP="00E00D30">
      <w:r>
        <w:t>896.2604</w:t>
      </w:r>
      <w:r>
        <w:tab/>
        <w:t>2.025e0</w:t>
      </w:r>
    </w:p>
    <w:p w:rsidR="00E00D30" w:rsidRDefault="00E00D30" w:rsidP="00E00D30">
      <w:r>
        <w:t>896.2844</w:t>
      </w:r>
      <w:r>
        <w:tab/>
        <w:t>1.013e0</w:t>
      </w:r>
    </w:p>
    <w:p w:rsidR="00E00D30" w:rsidRDefault="00E00D30" w:rsidP="00E00D30">
      <w:r>
        <w:t>896.3581</w:t>
      </w:r>
      <w:r>
        <w:tab/>
        <w:t>2.025e0</w:t>
      </w:r>
    </w:p>
    <w:p w:rsidR="00E00D30" w:rsidRDefault="00E00D30" w:rsidP="00E00D30">
      <w:r>
        <w:t>896.3845</w:t>
      </w:r>
      <w:r>
        <w:tab/>
        <w:t>3.038e0</w:t>
      </w:r>
    </w:p>
    <w:p w:rsidR="00E00D30" w:rsidRDefault="00E00D30" w:rsidP="00E00D30">
      <w:r>
        <w:lastRenderedPageBreak/>
        <w:t>896.4384</w:t>
      </w:r>
      <w:r>
        <w:tab/>
        <w:t>1.013e0</w:t>
      </w:r>
    </w:p>
    <w:p w:rsidR="00E00D30" w:rsidRDefault="00E00D30" w:rsidP="00E00D30">
      <w:r>
        <w:t>896.4607</w:t>
      </w:r>
      <w:r>
        <w:tab/>
        <w:t>2.025e0</w:t>
      </w:r>
    </w:p>
    <w:p w:rsidR="00E00D30" w:rsidRDefault="00E00D30" w:rsidP="00E00D30">
      <w:r>
        <w:t>896.4798</w:t>
      </w:r>
      <w:r>
        <w:tab/>
        <w:t>6.582e0</w:t>
      </w:r>
    </w:p>
    <w:p w:rsidR="00E00D30" w:rsidRDefault="00E00D30" w:rsidP="00E00D30">
      <w:r>
        <w:t>896.5529</w:t>
      </w:r>
      <w:r>
        <w:tab/>
        <w:t>8.897e0</w:t>
      </w:r>
    </w:p>
    <w:p w:rsidR="00E00D30" w:rsidRDefault="00E00D30" w:rsidP="00E00D30">
      <w:r>
        <w:t>896.5618</w:t>
      </w:r>
      <w:r>
        <w:tab/>
        <w:t>6.076e0</w:t>
      </w:r>
    </w:p>
    <w:p w:rsidR="00E00D30" w:rsidRDefault="00E00D30" w:rsidP="00E00D30">
      <w:r>
        <w:t>896.5687</w:t>
      </w:r>
      <w:r>
        <w:tab/>
        <w:t>7.089e0</w:t>
      </w:r>
    </w:p>
    <w:p w:rsidR="00E00D30" w:rsidRDefault="00E00D30" w:rsidP="00E00D30">
      <w:r>
        <w:t>896.5701</w:t>
      </w:r>
      <w:r>
        <w:tab/>
        <w:t>1.013e0</w:t>
      </w:r>
    </w:p>
    <w:p w:rsidR="00E00D30" w:rsidRDefault="00E00D30" w:rsidP="00E00D30">
      <w:r>
        <w:t>896.5743</w:t>
      </w:r>
      <w:r>
        <w:tab/>
        <w:t>7.089e0</w:t>
      </w:r>
    </w:p>
    <w:p w:rsidR="00E00D30" w:rsidRDefault="00E00D30" w:rsidP="00E00D30">
      <w:r>
        <w:t>896.6893</w:t>
      </w:r>
      <w:r>
        <w:tab/>
        <w:t>1.013e0</w:t>
      </w:r>
    </w:p>
    <w:p w:rsidR="00E00D30" w:rsidRDefault="00E00D30" w:rsidP="00E00D30">
      <w:r>
        <w:t>896.6904</w:t>
      </w:r>
      <w:r>
        <w:tab/>
        <w:t>1.013e0</w:t>
      </w:r>
    </w:p>
    <w:p w:rsidR="00E00D30" w:rsidRDefault="00E00D30" w:rsidP="00E00D30">
      <w:r>
        <w:t>896.7039</w:t>
      </w:r>
      <w:r>
        <w:tab/>
        <w:t>2.025e0</w:t>
      </w:r>
    </w:p>
    <w:p w:rsidR="00E00D30" w:rsidRDefault="00E00D30" w:rsidP="00E00D30">
      <w:r>
        <w:t>896.7247</w:t>
      </w:r>
      <w:r>
        <w:tab/>
        <w:t>1.013e0</w:t>
      </w:r>
    </w:p>
    <w:p w:rsidR="00E00D30" w:rsidRDefault="00E00D30" w:rsidP="00E00D30">
      <w:r>
        <w:t>896.7262</w:t>
      </w:r>
      <w:r>
        <w:tab/>
        <w:t>2.025e0</w:t>
      </w:r>
    </w:p>
    <w:p w:rsidR="00E00D30" w:rsidRDefault="00E00D30" w:rsidP="00E00D30">
      <w:r>
        <w:t>896.7424</w:t>
      </w:r>
      <w:r>
        <w:tab/>
        <w:t>1.013e0</w:t>
      </w:r>
    </w:p>
    <w:p w:rsidR="00E00D30" w:rsidRDefault="00E00D30" w:rsidP="00E00D30">
      <w:r>
        <w:t>896.7876</w:t>
      </w:r>
      <w:r>
        <w:tab/>
        <w:t>3.038e0</w:t>
      </w:r>
    </w:p>
    <w:p w:rsidR="00E00D30" w:rsidRDefault="00E00D30" w:rsidP="00E00D30">
      <w:r>
        <w:t>896.8043</w:t>
      </w:r>
      <w:r>
        <w:tab/>
        <w:t>2.025e0</w:t>
      </w:r>
    </w:p>
    <w:p w:rsidR="00E00D30" w:rsidRDefault="00E00D30" w:rsidP="00E00D30">
      <w:r>
        <w:t>896.8107</w:t>
      </w:r>
      <w:r>
        <w:tab/>
        <w:t>1.013e0</w:t>
      </w:r>
    </w:p>
    <w:p w:rsidR="00E00D30" w:rsidRDefault="00E00D30" w:rsidP="00E00D30">
      <w:r>
        <w:t>896.8430</w:t>
      </w:r>
      <w:r>
        <w:tab/>
        <w:t>1.013e0</w:t>
      </w:r>
    </w:p>
    <w:p w:rsidR="00E00D30" w:rsidRDefault="00E00D30" w:rsidP="00E00D30">
      <w:r>
        <w:t>896.9149</w:t>
      </w:r>
      <w:r>
        <w:tab/>
        <w:t>1.013e0</w:t>
      </w:r>
    </w:p>
    <w:p w:rsidR="00E00D30" w:rsidRDefault="00E00D30" w:rsidP="00E00D30">
      <w:r>
        <w:lastRenderedPageBreak/>
        <w:t>896.9461</w:t>
      </w:r>
      <w:r>
        <w:tab/>
        <w:t>1.013e0</w:t>
      </w:r>
    </w:p>
    <w:p w:rsidR="00E00D30" w:rsidRDefault="00E00D30" w:rsidP="00E00D30">
      <w:r>
        <w:t>896.9599</w:t>
      </w:r>
      <w:r>
        <w:tab/>
        <w:t>1.013e0</w:t>
      </w:r>
    </w:p>
    <w:p w:rsidR="00E00D30" w:rsidRDefault="00E00D30" w:rsidP="00E00D30">
      <w:r>
        <w:t>896.9901</w:t>
      </w:r>
      <w:r>
        <w:tab/>
        <w:t>1.013e0</w:t>
      </w:r>
    </w:p>
    <w:p w:rsidR="00E00D30" w:rsidRDefault="00E00D30" w:rsidP="00E00D30">
      <w:r>
        <w:t>897.0664</w:t>
      </w:r>
      <w:r>
        <w:tab/>
        <w:t>1.013e0</w:t>
      </w:r>
    </w:p>
    <w:p w:rsidR="00E00D30" w:rsidRDefault="00E00D30" w:rsidP="00E00D30">
      <w:r>
        <w:t>897.0814</w:t>
      </w:r>
      <w:r>
        <w:tab/>
        <w:t>4.051e0</w:t>
      </w:r>
    </w:p>
    <w:p w:rsidR="00E00D30" w:rsidRDefault="00E00D30" w:rsidP="00E00D30">
      <w:r>
        <w:t>897.0851</w:t>
      </w:r>
      <w:r>
        <w:tab/>
        <w:t>2.025e0</w:t>
      </w:r>
    </w:p>
    <w:p w:rsidR="00E00D30" w:rsidRDefault="00E00D30" w:rsidP="00E00D30">
      <w:r>
        <w:t>897.0965</w:t>
      </w:r>
      <w:r>
        <w:tab/>
        <w:t>1.013e0</w:t>
      </w:r>
    </w:p>
    <w:p w:rsidR="00E00D30" w:rsidRDefault="00E00D30" w:rsidP="00E00D30">
      <w:r>
        <w:t>897.1653</w:t>
      </w:r>
      <w:r>
        <w:tab/>
        <w:t>1.013e0</w:t>
      </w:r>
    </w:p>
    <w:p w:rsidR="00E00D30" w:rsidRDefault="00E00D30" w:rsidP="00E00D30">
      <w:r>
        <w:t>897.2303</w:t>
      </w:r>
      <w:r>
        <w:tab/>
        <w:t>1.013e0</w:t>
      </w:r>
    </w:p>
    <w:p w:rsidR="00E00D30" w:rsidRDefault="00E00D30" w:rsidP="00E00D30">
      <w:r>
        <w:t>897.2656</w:t>
      </w:r>
      <w:r>
        <w:tab/>
        <w:t>1.013e0</w:t>
      </w:r>
    </w:p>
    <w:p w:rsidR="00E00D30" w:rsidRDefault="00E00D30" w:rsidP="00E00D30">
      <w:r>
        <w:t>897.2828</w:t>
      </w:r>
      <w:r>
        <w:tab/>
        <w:t>1.013e0</w:t>
      </w:r>
    </w:p>
    <w:p w:rsidR="00E00D30" w:rsidRDefault="00E00D30" w:rsidP="00E00D30">
      <w:r>
        <w:t>897.2919</w:t>
      </w:r>
      <w:r>
        <w:tab/>
        <w:t>3.038e0</w:t>
      </w:r>
    </w:p>
    <w:p w:rsidR="00E00D30" w:rsidRDefault="00E00D30" w:rsidP="00E00D30">
      <w:r>
        <w:t>897.2944</w:t>
      </w:r>
      <w:r>
        <w:tab/>
        <w:t>2.025e0</w:t>
      </w:r>
    </w:p>
    <w:p w:rsidR="00E00D30" w:rsidRDefault="00E00D30" w:rsidP="00E00D30">
      <w:r>
        <w:t>897.3358</w:t>
      </w:r>
      <w:r>
        <w:tab/>
        <w:t>1.013e0</w:t>
      </w:r>
    </w:p>
    <w:p w:rsidR="00E00D30" w:rsidRDefault="00E00D30" w:rsidP="00E00D30">
      <w:r>
        <w:t>897.4024</w:t>
      </w:r>
      <w:r>
        <w:tab/>
        <w:t>2.025e0</w:t>
      </w:r>
    </w:p>
    <w:p w:rsidR="00E00D30" w:rsidRDefault="00E00D30" w:rsidP="00E00D30">
      <w:r>
        <w:t>897.4357</w:t>
      </w:r>
      <w:r>
        <w:tab/>
        <w:t>1.013e0</w:t>
      </w:r>
    </w:p>
    <w:p w:rsidR="00E00D30" w:rsidRDefault="00E00D30" w:rsidP="00E00D30">
      <w:r>
        <w:t>897.4532</w:t>
      </w:r>
      <w:r>
        <w:tab/>
        <w:t>1.013e0</w:t>
      </w:r>
    </w:p>
    <w:p w:rsidR="00E00D30" w:rsidRDefault="00E00D30" w:rsidP="00E00D30">
      <w:r>
        <w:t>897.5027</w:t>
      </w:r>
      <w:r>
        <w:tab/>
        <w:t>1.013e0</w:t>
      </w:r>
    </w:p>
    <w:p w:rsidR="00E00D30" w:rsidRDefault="00E00D30" w:rsidP="00E00D30">
      <w:r>
        <w:t>897.5104</w:t>
      </w:r>
      <w:r>
        <w:tab/>
        <w:t>1.280e0</w:t>
      </w:r>
    </w:p>
    <w:p w:rsidR="00E00D30" w:rsidRDefault="00E00D30" w:rsidP="00E00D30">
      <w:r>
        <w:lastRenderedPageBreak/>
        <w:t>897.5564</w:t>
      </w:r>
      <w:r>
        <w:tab/>
        <w:t>2.025e0</w:t>
      </w:r>
    </w:p>
    <w:p w:rsidR="00E00D30" w:rsidRDefault="00E00D30" w:rsidP="00E00D30">
      <w:r>
        <w:t>897.5758</w:t>
      </w:r>
      <w:r>
        <w:tab/>
        <w:t>1.629e0</w:t>
      </w:r>
    </w:p>
    <w:p w:rsidR="00E00D30" w:rsidRDefault="00E00D30" w:rsidP="00E00D30">
      <w:r>
        <w:t>897.5912</w:t>
      </w:r>
      <w:r>
        <w:tab/>
        <w:t>4.051e0</w:t>
      </w:r>
    </w:p>
    <w:p w:rsidR="00E00D30" w:rsidRDefault="00E00D30" w:rsidP="00E00D30">
      <w:r>
        <w:t>897.6522</w:t>
      </w:r>
      <w:r>
        <w:tab/>
        <w:t>2.025e0</w:t>
      </w:r>
    </w:p>
    <w:p w:rsidR="00E00D30" w:rsidRDefault="00E00D30" w:rsidP="00E00D30">
      <w:r>
        <w:t>897.6540</w:t>
      </w:r>
      <w:r>
        <w:tab/>
        <w:t>1.013e0</w:t>
      </w:r>
    </w:p>
    <w:p w:rsidR="00E00D30" w:rsidRDefault="00E00D30" w:rsidP="00E00D30">
      <w:r>
        <w:t>897.6973</w:t>
      </w:r>
      <w:r>
        <w:tab/>
        <w:t>1.013e0</w:t>
      </w:r>
    </w:p>
    <w:p w:rsidR="00E00D30" w:rsidRDefault="00E00D30" w:rsidP="00E00D30">
      <w:r>
        <w:t>897.7057</w:t>
      </w:r>
      <w:r>
        <w:tab/>
        <w:t>1.013e0</w:t>
      </w:r>
    </w:p>
    <w:p w:rsidR="00E00D30" w:rsidRDefault="00E00D30" w:rsidP="00E00D30">
      <w:r>
        <w:t>897.7495</w:t>
      </w:r>
      <w:r>
        <w:tab/>
        <w:t>2.025e0</w:t>
      </w:r>
    </w:p>
    <w:p w:rsidR="00E00D30" w:rsidRDefault="00E00D30" w:rsidP="00E00D30">
      <w:r>
        <w:t>897.8323</w:t>
      </w:r>
      <w:r>
        <w:tab/>
        <w:t>1.013e0</w:t>
      </w:r>
    </w:p>
    <w:p w:rsidR="00E00D30" w:rsidRDefault="00E00D30" w:rsidP="00E00D30">
      <w:r>
        <w:t>897.9254</w:t>
      </w:r>
      <w:r>
        <w:tab/>
        <w:t>1.013e0</w:t>
      </w:r>
    </w:p>
    <w:p w:rsidR="00E00D30" w:rsidRDefault="00E00D30" w:rsidP="00E00D30">
      <w:r>
        <w:t>897.9544</w:t>
      </w:r>
      <w:r>
        <w:tab/>
        <w:t>1.013e0</w:t>
      </w:r>
    </w:p>
    <w:p w:rsidR="00E00D30" w:rsidRDefault="00E00D30" w:rsidP="00E00D30">
      <w:r>
        <w:t>898.0286</w:t>
      </w:r>
      <w:r>
        <w:tab/>
        <w:t>1.013e0</w:t>
      </w:r>
    </w:p>
    <w:p w:rsidR="00E00D30" w:rsidRDefault="00E00D30" w:rsidP="00E00D30">
      <w:r>
        <w:t>898.0582</w:t>
      </w:r>
      <w:r>
        <w:tab/>
        <w:t>1.013e0</w:t>
      </w:r>
    </w:p>
    <w:p w:rsidR="00E00D30" w:rsidRDefault="00E00D30" w:rsidP="00E00D30">
      <w:r>
        <w:t>898.0892</w:t>
      </w:r>
      <w:r>
        <w:tab/>
        <w:t>3.038e0</w:t>
      </w:r>
    </w:p>
    <w:p w:rsidR="00E00D30" w:rsidRDefault="00E00D30" w:rsidP="00E00D30">
      <w:r>
        <w:t>898.1113</w:t>
      </w:r>
      <w:r>
        <w:tab/>
        <w:t>2.025e0</w:t>
      </w:r>
    </w:p>
    <w:p w:rsidR="00E00D30" w:rsidRDefault="00E00D30" w:rsidP="00E00D30">
      <w:r>
        <w:t>898.1290</w:t>
      </w:r>
      <w:r>
        <w:tab/>
        <w:t>1.013e0</w:t>
      </w:r>
    </w:p>
    <w:p w:rsidR="00E00D30" w:rsidRDefault="00E00D30" w:rsidP="00E00D30">
      <w:r>
        <w:t>898.1945</w:t>
      </w:r>
      <w:r>
        <w:tab/>
        <w:t>1.013e0</w:t>
      </w:r>
    </w:p>
    <w:p w:rsidR="00E00D30" w:rsidRDefault="00E00D30" w:rsidP="00E00D30">
      <w:r>
        <w:t>898.2642</w:t>
      </w:r>
      <w:r>
        <w:tab/>
        <w:t>1.013e0</w:t>
      </w:r>
    </w:p>
    <w:p w:rsidR="00E00D30" w:rsidRDefault="00E00D30" w:rsidP="00E00D30">
      <w:r>
        <w:t>898.3817</w:t>
      </w:r>
      <w:r>
        <w:tab/>
        <w:t>2.025e0</w:t>
      </w:r>
    </w:p>
    <w:p w:rsidR="00E00D30" w:rsidRDefault="00E00D30" w:rsidP="00E00D30">
      <w:r>
        <w:lastRenderedPageBreak/>
        <w:t>898.3833</w:t>
      </w:r>
      <w:r>
        <w:tab/>
        <w:t>1.013e0</w:t>
      </w:r>
    </w:p>
    <w:p w:rsidR="00E00D30" w:rsidRDefault="00E00D30" w:rsidP="00E00D30">
      <w:r>
        <w:t>898.4503</w:t>
      </w:r>
      <w:r>
        <w:tab/>
        <w:t>2.025e0</w:t>
      </w:r>
    </w:p>
    <w:p w:rsidR="00E00D30" w:rsidRDefault="00E00D30" w:rsidP="00E00D30">
      <w:r>
        <w:t>898.4816</w:t>
      </w:r>
      <w:r>
        <w:tab/>
        <w:t>1.013e0</w:t>
      </w:r>
    </w:p>
    <w:p w:rsidR="00E00D30" w:rsidRDefault="00E00D30" w:rsidP="00E00D30">
      <w:r>
        <w:t>898.4996</w:t>
      </w:r>
      <w:r>
        <w:tab/>
        <w:t>1.013e0</w:t>
      </w:r>
    </w:p>
    <w:p w:rsidR="00E00D30" w:rsidRDefault="00E00D30" w:rsidP="00E00D30">
      <w:r>
        <w:t>898.5530</w:t>
      </w:r>
      <w:r>
        <w:tab/>
        <w:t>1.013e0</w:t>
      </w:r>
    </w:p>
    <w:p w:rsidR="00E00D30" w:rsidRDefault="00E00D30" w:rsidP="00E00D30">
      <w:r>
        <w:t>898.5610</w:t>
      </w:r>
      <w:r>
        <w:tab/>
        <w:t>3.662e0</w:t>
      </w:r>
    </w:p>
    <w:p w:rsidR="00E00D30" w:rsidRDefault="00E00D30" w:rsidP="00E00D30">
      <w:r>
        <w:t>898.6010</w:t>
      </w:r>
      <w:r>
        <w:tab/>
        <w:t>2.025e0</w:t>
      </w:r>
    </w:p>
    <w:p w:rsidR="00E00D30" w:rsidRDefault="00E00D30" w:rsidP="00E00D30">
      <w:r>
        <w:t>898.6021</w:t>
      </w:r>
      <w:r>
        <w:tab/>
        <w:t>1.013e0</w:t>
      </w:r>
    </w:p>
    <w:p w:rsidR="00E00D30" w:rsidRDefault="00E00D30" w:rsidP="00E00D30">
      <w:r>
        <w:t>898.6050</w:t>
      </w:r>
      <w:r>
        <w:tab/>
        <w:t>3.038e0</w:t>
      </w:r>
    </w:p>
    <w:p w:rsidR="00E00D30" w:rsidRDefault="00E00D30" w:rsidP="00E00D30">
      <w:r>
        <w:t>898.6925</w:t>
      </w:r>
      <w:r>
        <w:tab/>
        <w:t>1.013e0</w:t>
      </w:r>
    </w:p>
    <w:p w:rsidR="00E00D30" w:rsidRDefault="00E00D30" w:rsidP="00E00D30">
      <w:r>
        <w:t>898.7045</w:t>
      </w:r>
      <w:r>
        <w:tab/>
        <w:t>2.025e0</w:t>
      </w:r>
    </w:p>
    <w:p w:rsidR="00E00D30" w:rsidRDefault="00E00D30" w:rsidP="00E00D30">
      <w:r>
        <w:t>898.7065</w:t>
      </w:r>
      <w:r>
        <w:tab/>
        <w:t>1.013e0</w:t>
      </w:r>
    </w:p>
    <w:p w:rsidR="00E00D30" w:rsidRDefault="00E00D30" w:rsidP="00E00D30">
      <w:r>
        <w:t>898.7829</w:t>
      </w:r>
      <w:r>
        <w:tab/>
        <w:t>1.013e0</w:t>
      </w:r>
    </w:p>
    <w:p w:rsidR="00E00D30" w:rsidRDefault="00E00D30" w:rsidP="00E00D30">
      <w:r>
        <w:t>898.8265</w:t>
      </w:r>
      <w:r>
        <w:tab/>
        <w:t>1.013e0</w:t>
      </w:r>
    </w:p>
    <w:p w:rsidR="00E00D30" w:rsidRDefault="00E00D30" w:rsidP="00E00D30">
      <w:r>
        <w:t>898.9024</w:t>
      </w:r>
      <w:r>
        <w:tab/>
        <w:t>1.013e0</w:t>
      </w:r>
    </w:p>
    <w:p w:rsidR="00E00D30" w:rsidRDefault="00E00D30" w:rsidP="00E00D30">
      <w:r>
        <w:t>898.9229</w:t>
      </w:r>
      <w:r>
        <w:tab/>
        <w:t>1.013e0</w:t>
      </w:r>
    </w:p>
    <w:p w:rsidR="00E00D30" w:rsidRDefault="00E00D30" w:rsidP="00E00D30">
      <w:r>
        <w:t>898.9568</w:t>
      </w:r>
      <w:r>
        <w:tab/>
        <w:t>1.013e0</w:t>
      </w:r>
    </w:p>
    <w:p w:rsidR="00E00D30" w:rsidRDefault="00E00D30" w:rsidP="00E00D30">
      <w:r>
        <w:t>899.0151</w:t>
      </w:r>
      <w:r>
        <w:tab/>
        <w:t>2.025e0</w:t>
      </w:r>
    </w:p>
    <w:p w:rsidR="00E00D30" w:rsidRDefault="00E00D30" w:rsidP="00E00D30">
      <w:r>
        <w:t>899.0240</w:t>
      </w:r>
      <w:r>
        <w:tab/>
        <w:t>1.013e0</w:t>
      </w:r>
    </w:p>
    <w:p w:rsidR="00E00D30" w:rsidRDefault="00E00D30" w:rsidP="00E00D30">
      <w:r>
        <w:lastRenderedPageBreak/>
        <w:t>899.0380</w:t>
      </w:r>
      <w:r>
        <w:tab/>
        <w:t>2.025e0</w:t>
      </w:r>
    </w:p>
    <w:p w:rsidR="00E00D30" w:rsidRDefault="00E00D30" w:rsidP="00E00D30">
      <w:r>
        <w:t>899.0925</w:t>
      </w:r>
      <w:r>
        <w:tab/>
        <w:t>1.013e0</w:t>
      </w:r>
    </w:p>
    <w:p w:rsidR="00E00D30" w:rsidRDefault="00E00D30" w:rsidP="00E00D30">
      <w:r>
        <w:t>899.1094</w:t>
      </w:r>
      <w:r>
        <w:tab/>
        <w:t>1.013e0</w:t>
      </w:r>
    </w:p>
    <w:p w:rsidR="00E00D30" w:rsidRDefault="00E00D30" w:rsidP="00E00D30">
      <w:r>
        <w:t>899.1145</w:t>
      </w:r>
      <w:r>
        <w:tab/>
        <w:t>1.013e0</w:t>
      </w:r>
    </w:p>
    <w:p w:rsidR="00E00D30" w:rsidRDefault="00E00D30" w:rsidP="00E00D30">
      <w:r>
        <w:t>899.1436</w:t>
      </w:r>
      <w:r>
        <w:tab/>
        <w:t>1.013e0</w:t>
      </w:r>
    </w:p>
    <w:p w:rsidR="00E00D30" w:rsidRDefault="00E00D30" w:rsidP="00E00D30">
      <w:r>
        <w:t>899.1750</w:t>
      </w:r>
      <w:r>
        <w:tab/>
        <w:t>1.013e0</w:t>
      </w:r>
    </w:p>
    <w:p w:rsidR="00E00D30" w:rsidRDefault="00E00D30" w:rsidP="00E00D30">
      <w:r>
        <w:t>899.2955</w:t>
      </w:r>
      <w:r>
        <w:tab/>
        <w:t>1.013e0</w:t>
      </w:r>
    </w:p>
    <w:p w:rsidR="00E00D30" w:rsidRDefault="00E00D30" w:rsidP="00E00D30">
      <w:r>
        <w:t>899.3103</w:t>
      </w:r>
      <w:r>
        <w:tab/>
        <w:t>3.038e0</w:t>
      </w:r>
    </w:p>
    <w:p w:rsidR="00E00D30" w:rsidRDefault="00E00D30" w:rsidP="00E00D30">
      <w:r>
        <w:t>899.3547</w:t>
      </w:r>
      <w:r>
        <w:tab/>
        <w:t>3.185e0</w:t>
      </w:r>
    </w:p>
    <w:p w:rsidR="00E00D30" w:rsidRDefault="00E00D30" w:rsidP="00E00D30">
      <w:r>
        <w:t>899.4597</w:t>
      </w:r>
      <w:r>
        <w:tab/>
        <w:t>1.013e0</w:t>
      </w:r>
    </w:p>
    <w:p w:rsidR="00E00D30" w:rsidRDefault="00E00D30" w:rsidP="00E00D30">
      <w:r>
        <w:t>899.4728</w:t>
      </w:r>
      <w:r>
        <w:tab/>
        <w:t>2.628e0</w:t>
      </w:r>
    </w:p>
    <w:p w:rsidR="00E00D30" w:rsidRDefault="00E00D30" w:rsidP="00E00D30">
      <w:r>
        <w:t>899.4869</w:t>
      </w:r>
      <w:r>
        <w:tab/>
        <w:t>4.792e0</w:t>
      </w:r>
    </w:p>
    <w:p w:rsidR="00E00D30" w:rsidRDefault="00E00D30" w:rsidP="00E00D30">
      <w:r>
        <w:t>899.4982</w:t>
      </w:r>
      <w:r>
        <w:tab/>
        <w:t>8.093e0</w:t>
      </w:r>
    </w:p>
    <w:p w:rsidR="00E00D30" w:rsidRDefault="00E00D30" w:rsidP="00E00D30">
      <w:r>
        <w:t>899.5217</w:t>
      </w:r>
      <w:r>
        <w:tab/>
        <w:t>1.013e0</w:t>
      </w:r>
    </w:p>
    <w:p w:rsidR="00E00D30" w:rsidRDefault="00E00D30" w:rsidP="00E00D30">
      <w:r>
        <w:t>899.5245</w:t>
      </w:r>
      <w:r>
        <w:tab/>
        <w:t>5.063e0</w:t>
      </w:r>
    </w:p>
    <w:p w:rsidR="00E00D30" w:rsidRDefault="00E00D30" w:rsidP="00E00D30">
      <w:r>
        <w:t>899.5327</w:t>
      </w:r>
      <w:r>
        <w:tab/>
        <w:t>1.013e0</w:t>
      </w:r>
    </w:p>
    <w:p w:rsidR="00E00D30" w:rsidRDefault="00E00D30" w:rsidP="00E00D30">
      <w:r>
        <w:t>899.5653</w:t>
      </w:r>
      <w:r>
        <w:tab/>
        <w:t>1.013e0</w:t>
      </w:r>
    </w:p>
    <w:p w:rsidR="00E00D30" w:rsidRDefault="00E00D30" w:rsidP="00E00D30">
      <w:r>
        <w:t>899.5895</w:t>
      </w:r>
      <w:r>
        <w:tab/>
        <w:t>2.025e0</w:t>
      </w:r>
    </w:p>
    <w:p w:rsidR="00E00D30" w:rsidRDefault="00E00D30" w:rsidP="00E00D30">
      <w:r>
        <w:t>899.6259</w:t>
      </w:r>
      <w:r>
        <w:tab/>
        <w:t>2.025e0</w:t>
      </w:r>
    </w:p>
    <w:p w:rsidR="00E00D30" w:rsidRDefault="00E00D30" w:rsidP="00E00D30">
      <w:r>
        <w:lastRenderedPageBreak/>
        <w:t>899.6412</w:t>
      </w:r>
      <w:r>
        <w:tab/>
        <w:t>3.038e0</w:t>
      </w:r>
    </w:p>
    <w:p w:rsidR="00E00D30" w:rsidRDefault="00E00D30" w:rsidP="00E00D30">
      <w:r>
        <w:t>899.6503</w:t>
      </w:r>
      <w:r>
        <w:tab/>
        <w:t>1.013e0</w:t>
      </w:r>
    </w:p>
    <w:p w:rsidR="00E00D30" w:rsidRDefault="00E00D30" w:rsidP="00E00D30">
      <w:r>
        <w:t>899.6563</w:t>
      </w:r>
      <w:r>
        <w:tab/>
        <w:t>1.013e0</w:t>
      </w:r>
    </w:p>
    <w:p w:rsidR="00E00D30" w:rsidRDefault="00E00D30" w:rsidP="00E00D30">
      <w:r>
        <w:t>899.6946</w:t>
      </w:r>
      <w:r>
        <w:tab/>
        <w:t>2.025e0</w:t>
      </w:r>
    </w:p>
    <w:p w:rsidR="00E00D30" w:rsidRDefault="00E00D30" w:rsidP="00E00D30">
      <w:r>
        <w:t>899.7178</w:t>
      </w:r>
      <w:r>
        <w:tab/>
        <w:t>1.013e0</w:t>
      </w:r>
    </w:p>
    <w:p w:rsidR="00E00D30" w:rsidRDefault="00E00D30" w:rsidP="00E00D30">
      <w:r>
        <w:t>899.7765</w:t>
      </w:r>
      <w:r>
        <w:tab/>
        <w:t>1.013e0</w:t>
      </w:r>
    </w:p>
    <w:p w:rsidR="00E00D30" w:rsidRDefault="00E00D30" w:rsidP="00E00D30">
      <w:r>
        <w:t>899.7855</w:t>
      </w:r>
      <w:r>
        <w:tab/>
        <w:t>1.013e0</w:t>
      </w:r>
    </w:p>
    <w:p w:rsidR="00E00D30" w:rsidRDefault="00E00D30" w:rsidP="00E00D30">
      <w:r>
        <w:t>899.7916</w:t>
      </w:r>
      <w:r>
        <w:tab/>
        <w:t>1.013e0</w:t>
      </w:r>
    </w:p>
    <w:p w:rsidR="00E00D30" w:rsidRDefault="00E00D30" w:rsidP="00E00D30">
      <w:r>
        <w:t>899.8218</w:t>
      </w:r>
      <w:r>
        <w:tab/>
        <w:t>1.013e0</w:t>
      </w:r>
    </w:p>
    <w:p w:rsidR="00E00D30" w:rsidRDefault="00E00D30" w:rsidP="00E00D30">
      <w:r>
        <w:t>899.9202</w:t>
      </w:r>
      <w:r>
        <w:tab/>
        <w:t>1.013e0</w:t>
      </w:r>
    </w:p>
    <w:p w:rsidR="00E00D30" w:rsidRDefault="00E00D30" w:rsidP="00E00D30">
      <w:r>
        <w:t>899.9279</w:t>
      </w:r>
      <w:r>
        <w:tab/>
        <w:t>1.013e0</w:t>
      </w:r>
    </w:p>
    <w:p w:rsidR="00E00D30" w:rsidRDefault="00E00D30" w:rsidP="00E00D30">
      <w:r>
        <w:t>900.0124</w:t>
      </w:r>
      <w:r>
        <w:tab/>
        <w:t>3.038e0</w:t>
      </w:r>
    </w:p>
    <w:p w:rsidR="00E00D30" w:rsidRDefault="00E00D30" w:rsidP="00E00D30">
      <w:r>
        <w:t>900.0448</w:t>
      </w:r>
      <w:r>
        <w:tab/>
        <w:t>4.051e0</w:t>
      </w:r>
    </w:p>
    <w:p w:rsidR="00E00D30" w:rsidRDefault="00E00D30" w:rsidP="00E00D30">
      <w:r>
        <w:t>900.0486</w:t>
      </w:r>
      <w:r>
        <w:tab/>
        <w:t>1.013e0</w:t>
      </w:r>
    </w:p>
    <w:p w:rsidR="00E00D30" w:rsidRDefault="00E00D30" w:rsidP="00E00D30">
      <w:r>
        <w:t>900.0632</w:t>
      </w:r>
      <w:r>
        <w:tab/>
        <w:t>1.013e0</w:t>
      </w:r>
    </w:p>
    <w:p w:rsidR="00E00D30" w:rsidRDefault="00E00D30" w:rsidP="00E00D30">
      <w:r>
        <w:t>900.0707</w:t>
      </w:r>
      <w:r>
        <w:tab/>
        <w:t>4.051e0</w:t>
      </w:r>
    </w:p>
    <w:p w:rsidR="00E00D30" w:rsidRDefault="00E00D30" w:rsidP="00E00D30">
      <w:r>
        <w:t>900.0725</w:t>
      </w:r>
      <w:r>
        <w:tab/>
        <w:t>1.013e0</w:t>
      </w:r>
    </w:p>
    <w:p w:rsidR="00E00D30" w:rsidRDefault="00E00D30" w:rsidP="00E00D30">
      <w:r>
        <w:t>900.0799</w:t>
      </w:r>
      <w:r>
        <w:tab/>
        <w:t>1.013e0</w:t>
      </w:r>
    </w:p>
    <w:p w:rsidR="00E00D30" w:rsidRDefault="00E00D30" w:rsidP="00E00D30">
      <w:r>
        <w:t>900.1085</w:t>
      </w:r>
      <w:r>
        <w:tab/>
        <w:t>1.013e0</w:t>
      </w:r>
    </w:p>
    <w:p w:rsidR="00E00D30" w:rsidRDefault="00E00D30" w:rsidP="00E00D30">
      <w:r>
        <w:lastRenderedPageBreak/>
        <w:t>900.1480</w:t>
      </w:r>
      <w:r>
        <w:tab/>
        <w:t>2.025e0</w:t>
      </w:r>
    </w:p>
    <w:p w:rsidR="00E00D30" w:rsidRDefault="00E00D30" w:rsidP="00E00D30">
      <w:r>
        <w:t>900.1638</w:t>
      </w:r>
      <w:r>
        <w:tab/>
        <w:t>3.038e0</w:t>
      </w:r>
    </w:p>
    <w:p w:rsidR="00E00D30" w:rsidRDefault="00E00D30" w:rsidP="00E00D30">
      <w:r>
        <w:t>900.1904</w:t>
      </w:r>
      <w:r>
        <w:tab/>
        <w:t>2.025e0</w:t>
      </w:r>
    </w:p>
    <w:p w:rsidR="00E00D30" w:rsidRDefault="00E00D30" w:rsidP="00E00D30">
      <w:r>
        <w:t>900.2054</w:t>
      </w:r>
      <w:r>
        <w:tab/>
        <w:t>2.025e0</w:t>
      </w:r>
    </w:p>
    <w:p w:rsidR="00E00D30" w:rsidRDefault="00E00D30" w:rsidP="00E00D30">
      <w:r>
        <w:t>900.2596</w:t>
      </w:r>
      <w:r>
        <w:tab/>
        <w:t>2.025e0</w:t>
      </w:r>
    </w:p>
    <w:p w:rsidR="00E00D30" w:rsidRDefault="00E00D30" w:rsidP="00E00D30">
      <w:r>
        <w:t>900.2761</w:t>
      </w:r>
      <w:r>
        <w:tab/>
        <w:t>1.013e0</w:t>
      </w:r>
    </w:p>
    <w:p w:rsidR="00E00D30" w:rsidRDefault="00E00D30" w:rsidP="00E00D30">
      <w:r>
        <w:t>900.3261</w:t>
      </w:r>
      <w:r>
        <w:tab/>
        <w:t>2.025e0</w:t>
      </w:r>
    </w:p>
    <w:p w:rsidR="00E00D30" w:rsidRDefault="00E00D30" w:rsidP="00E00D30">
      <w:r>
        <w:t>900.3954</w:t>
      </w:r>
      <w:r>
        <w:tab/>
        <w:t>3.038e0</w:t>
      </w:r>
    </w:p>
    <w:p w:rsidR="00E00D30" w:rsidRDefault="00E00D30" w:rsidP="00E00D30">
      <w:r>
        <w:t>900.4186</w:t>
      </w:r>
      <w:r>
        <w:tab/>
        <w:t>2.025e0</w:t>
      </w:r>
    </w:p>
    <w:p w:rsidR="00E00D30" w:rsidRDefault="00E00D30" w:rsidP="00E00D30">
      <w:r>
        <w:t>900.4255</w:t>
      </w:r>
      <w:r>
        <w:tab/>
        <w:t>1.013e0</w:t>
      </w:r>
    </w:p>
    <w:p w:rsidR="00E00D30" w:rsidRDefault="00E00D30" w:rsidP="00E00D30">
      <w:r>
        <w:t>900.4271</w:t>
      </w:r>
      <w:r>
        <w:tab/>
        <w:t>1.013e0</w:t>
      </w:r>
    </w:p>
    <w:p w:rsidR="00E00D30" w:rsidRDefault="00E00D30" w:rsidP="00E00D30">
      <w:r>
        <w:t>900.4863</w:t>
      </w:r>
      <w:r>
        <w:tab/>
        <w:t>2.025e0</w:t>
      </w:r>
    </w:p>
    <w:p w:rsidR="00E00D30" w:rsidRDefault="00E00D30" w:rsidP="00E00D30">
      <w:r>
        <w:t>900.4897</w:t>
      </w:r>
      <w:r>
        <w:tab/>
        <w:t>2.389e0</w:t>
      </w:r>
    </w:p>
    <w:p w:rsidR="00E00D30" w:rsidRDefault="00E00D30" w:rsidP="00E00D30">
      <w:r>
        <w:t>900.5148</w:t>
      </w:r>
      <w:r>
        <w:tab/>
        <w:t>8.153e0</w:t>
      </w:r>
    </w:p>
    <w:p w:rsidR="00E00D30" w:rsidRDefault="00E00D30" w:rsidP="00E00D30">
      <w:r>
        <w:t>900.5165</w:t>
      </w:r>
      <w:r>
        <w:tab/>
        <w:t>2.657e0</w:t>
      </w:r>
    </w:p>
    <w:p w:rsidR="00E00D30" w:rsidRDefault="00E00D30" w:rsidP="00E00D30">
      <w:r>
        <w:t>900.5845</w:t>
      </w:r>
      <w:r>
        <w:tab/>
        <w:t>2.025e0</w:t>
      </w:r>
    </w:p>
    <w:p w:rsidR="00E00D30" w:rsidRDefault="00E00D30" w:rsidP="00E00D30">
      <w:r>
        <w:t>900.6136</w:t>
      </w:r>
      <w:r>
        <w:tab/>
        <w:t>1.013e0</w:t>
      </w:r>
    </w:p>
    <w:p w:rsidR="00E00D30" w:rsidRDefault="00E00D30" w:rsidP="00E00D30">
      <w:r>
        <w:t>900.6492</w:t>
      </w:r>
      <w:r>
        <w:tab/>
        <w:t>1.013e0</w:t>
      </w:r>
    </w:p>
    <w:p w:rsidR="00E00D30" w:rsidRDefault="00E00D30" w:rsidP="00E00D30">
      <w:r>
        <w:t>900.6821</w:t>
      </w:r>
      <w:r>
        <w:tab/>
        <w:t>2.025e0</w:t>
      </w:r>
    </w:p>
    <w:p w:rsidR="00E00D30" w:rsidRDefault="00E00D30" w:rsidP="00E00D30">
      <w:r>
        <w:lastRenderedPageBreak/>
        <w:t>900.7217</w:t>
      </w:r>
      <w:r>
        <w:tab/>
        <w:t>2.025e0</w:t>
      </w:r>
    </w:p>
    <w:p w:rsidR="00E00D30" w:rsidRDefault="00E00D30" w:rsidP="00E00D30">
      <w:r>
        <w:t>900.7600</w:t>
      </w:r>
      <w:r>
        <w:tab/>
        <w:t>3.038e0</w:t>
      </w:r>
    </w:p>
    <w:p w:rsidR="00E00D30" w:rsidRDefault="00E00D30" w:rsidP="00E00D30">
      <w:r>
        <w:t>900.7730</w:t>
      </w:r>
      <w:r>
        <w:tab/>
        <w:t>2.025e0</w:t>
      </w:r>
    </w:p>
    <w:p w:rsidR="00E00D30" w:rsidRDefault="00E00D30" w:rsidP="00E00D30">
      <w:r>
        <w:t>900.8499</w:t>
      </w:r>
      <w:r>
        <w:tab/>
        <w:t>1.013e0</w:t>
      </w:r>
    </w:p>
    <w:p w:rsidR="00E00D30" w:rsidRDefault="00E00D30" w:rsidP="00E00D30">
      <w:r>
        <w:t>900.8832</w:t>
      </w:r>
      <w:r>
        <w:tab/>
        <w:t>1.013e0</w:t>
      </w:r>
    </w:p>
    <w:p w:rsidR="00E00D30" w:rsidRDefault="00E00D30" w:rsidP="00E00D30">
      <w:r>
        <w:t>900.9000</w:t>
      </w:r>
      <w:r>
        <w:tab/>
        <w:t>3.038e0</w:t>
      </w:r>
    </w:p>
    <w:p w:rsidR="00E00D30" w:rsidRDefault="00E00D30" w:rsidP="00E00D30">
      <w:r>
        <w:t>900.9357</w:t>
      </w:r>
      <w:r>
        <w:tab/>
        <w:t>1.013e0</w:t>
      </w:r>
    </w:p>
    <w:p w:rsidR="00E00D30" w:rsidRDefault="00E00D30" w:rsidP="00E00D30">
      <w:r>
        <w:t>900.9368</w:t>
      </w:r>
      <w:r>
        <w:tab/>
        <w:t>1.013e0</w:t>
      </w:r>
    </w:p>
    <w:p w:rsidR="00E00D30" w:rsidRDefault="00E00D30" w:rsidP="00E00D30">
      <w:r>
        <w:t>900.9843</w:t>
      </w:r>
      <w:r>
        <w:tab/>
        <w:t>2.025e0</w:t>
      </w:r>
    </w:p>
    <w:p w:rsidR="00E00D30" w:rsidRDefault="00E00D30" w:rsidP="00E00D30">
      <w:r>
        <w:t>901.0011</w:t>
      </w:r>
      <w:r>
        <w:tab/>
        <w:t>1.013e0</w:t>
      </w:r>
    </w:p>
    <w:p w:rsidR="00E00D30" w:rsidRDefault="00E00D30" w:rsidP="00E00D30">
      <w:r>
        <w:t>901.0357</w:t>
      </w:r>
      <w:r>
        <w:tab/>
        <w:t>1.013e0</w:t>
      </w:r>
    </w:p>
    <w:p w:rsidR="00E00D30" w:rsidRDefault="00E00D30" w:rsidP="00E00D30">
      <w:r>
        <w:t>901.0447</w:t>
      </w:r>
      <w:r>
        <w:tab/>
        <w:t>2.025e0</w:t>
      </w:r>
    </w:p>
    <w:p w:rsidR="00E00D30" w:rsidRDefault="00E00D30" w:rsidP="00E00D30">
      <w:r>
        <w:t>901.0883</w:t>
      </w:r>
      <w:r>
        <w:tab/>
        <w:t>1.013e0</w:t>
      </w:r>
    </w:p>
    <w:p w:rsidR="00E00D30" w:rsidRDefault="00E00D30" w:rsidP="00E00D30">
      <w:r>
        <w:t>901.1053</w:t>
      </w:r>
      <w:r>
        <w:tab/>
        <w:t>2.025e0</w:t>
      </w:r>
    </w:p>
    <w:p w:rsidR="00E00D30" w:rsidRDefault="00E00D30" w:rsidP="00E00D30">
      <w:r>
        <w:t>901.1202</w:t>
      </w:r>
      <w:r>
        <w:tab/>
        <w:t>1.013e0</w:t>
      </w:r>
    </w:p>
    <w:p w:rsidR="00E00D30" w:rsidRDefault="00E00D30" w:rsidP="00E00D30">
      <w:r>
        <w:t>901.1660</w:t>
      </w:r>
      <w:r>
        <w:tab/>
        <w:t>1.013e0</w:t>
      </w:r>
    </w:p>
    <w:p w:rsidR="00E00D30" w:rsidRDefault="00E00D30" w:rsidP="00E00D30">
      <w:r>
        <w:t>901.1806</w:t>
      </w:r>
      <w:r>
        <w:tab/>
        <w:t>1.013e0</w:t>
      </w:r>
    </w:p>
    <w:p w:rsidR="00E00D30" w:rsidRDefault="00E00D30" w:rsidP="00E00D30">
      <w:r>
        <w:t>901.2427</w:t>
      </w:r>
      <w:r>
        <w:tab/>
        <w:t>1.013e0</w:t>
      </w:r>
    </w:p>
    <w:p w:rsidR="00E00D30" w:rsidRDefault="00E00D30" w:rsidP="00E00D30">
      <w:r>
        <w:t>901.2450</w:t>
      </w:r>
      <w:r>
        <w:tab/>
        <w:t>3.038e0</w:t>
      </w:r>
    </w:p>
    <w:p w:rsidR="00E00D30" w:rsidRDefault="00E00D30" w:rsidP="00E00D30">
      <w:r>
        <w:lastRenderedPageBreak/>
        <w:t>901.2713</w:t>
      </w:r>
      <w:r>
        <w:tab/>
        <w:t>1.013e0</w:t>
      </w:r>
    </w:p>
    <w:p w:rsidR="00E00D30" w:rsidRDefault="00E00D30" w:rsidP="00E00D30">
      <w:r>
        <w:t>901.3322</w:t>
      </w:r>
      <w:r>
        <w:tab/>
        <w:t>1.013e0</w:t>
      </w:r>
    </w:p>
    <w:p w:rsidR="00E00D30" w:rsidRDefault="00E00D30" w:rsidP="00E00D30">
      <w:r>
        <w:t>901.4401</w:t>
      </w:r>
      <w:r>
        <w:tab/>
        <w:t>3.038e0</w:t>
      </w:r>
    </w:p>
    <w:p w:rsidR="00E00D30" w:rsidRDefault="00E00D30" w:rsidP="00E00D30">
      <w:r>
        <w:t>901.4530</w:t>
      </w:r>
      <w:r>
        <w:tab/>
        <w:t>1.037e2</w:t>
      </w:r>
    </w:p>
    <w:p w:rsidR="00E00D30" w:rsidRDefault="00E00D30" w:rsidP="00E00D30">
      <w:r>
        <w:t>901.4548</w:t>
      </w:r>
      <w:r>
        <w:tab/>
        <w:t>7.225e1</w:t>
      </w:r>
    </w:p>
    <w:p w:rsidR="00E00D30" w:rsidRDefault="00E00D30" w:rsidP="00E00D30">
      <w:r>
        <w:t>901.4606</w:t>
      </w:r>
      <w:r>
        <w:tab/>
        <w:t>2.325e1</w:t>
      </w:r>
    </w:p>
    <w:p w:rsidR="00E00D30" w:rsidRDefault="00E00D30" w:rsidP="00E00D30">
      <w:r>
        <w:t>901.4658</w:t>
      </w:r>
      <w:r>
        <w:tab/>
        <w:t>5.858e1</w:t>
      </w:r>
    </w:p>
    <w:p w:rsidR="00E00D30" w:rsidRDefault="00E00D30" w:rsidP="00E00D30">
      <w:r>
        <w:t>901.4808</w:t>
      </w:r>
      <w:r>
        <w:tab/>
        <w:t>1.664e1</w:t>
      </w:r>
    </w:p>
    <w:p w:rsidR="00E00D30" w:rsidRDefault="00E00D30" w:rsidP="00E00D30">
      <w:r>
        <w:t>901.4911</w:t>
      </w:r>
      <w:r>
        <w:tab/>
        <w:t>1.013e1</w:t>
      </w:r>
    </w:p>
    <w:p w:rsidR="00E00D30" w:rsidRDefault="00E00D30" w:rsidP="00E00D30">
      <w:r>
        <w:t>901.4982</w:t>
      </w:r>
      <w:r>
        <w:tab/>
        <w:t>4.051e0</w:t>
      </w:r>
    </w:p>
    <w:p w:rsidR="00E00D30" w:rsidRDefault="00E00D30" w:rsidP="00E00D30">
      <w:r>
        <w:t>901.6042</w:t>
      </w:r>
      <w:r>
        <w:tab/>
        <w:t>1.013e0</w:t>
      </w:r>
    </w:p>
    <w:p w:rsidR="00E00D30" w:rsidRDefault="00E00D30" w:rsidP="00E00D30">
      <w:r>
        <w:t>901.6467</w:t>
      </w:r>
      <w:r>
        <w:tab/>
        <w:t>1.013e0</w:t>
      </w:r>
    </w:p>
    <w:p w:rsidR="00E00D30" w:rsidRDefault="00E00D30" w:rsidP="00E00D30">
      <w:r>
        <w:t>901.6641</w:t>
      </w:r>
      <w:r>
        <w:tab/>
        <w:t>3.038e0</w:t>
      </w:r>
    </w:p>
    <w:p w:rsidR="00E00D30" w:rsidRDefault="00E00D30" w:rsidP="00E00D30">
      <w:r>
        <w:t>901.6868</w:t>
      </w:r>
      <w:r>
        <w:tab/>
        <w:t>2.025e0</w:t>
      </w:r>
    </w:p>
    <w:p w:rsidR="00E00D30" w:rsidRDefault="00E00D30" w:rsidP="00E00D30">
      <w:r>
        <w:t>901.7112</w:t>
      </w:r>
      <w:r>
        <w:tab/>
        <w:t>1.013e0</w:t>
      </w:r>
    </w:p>
    <w:p w:rsidR="00E00D30" w:rsidRDefault="00E00D30" w:rsidP="00E00D30">
      <w:r>
        <w:t>901.7549</w:t>
      </w:r>
      <w:r>
        <w:tab/>
        <w:t>1.013e0</w:t>
      </w:r>
    </w:p>
    <w:p w:rsidR="00E00D30" w:rsidRDefault="00E00D30" w:rsidP="00E00D30">
      <w:r>
        <w:t>901.7639</w:t>
      </w:r>
      <w:r>
        <w:tab/>
        <w:t>3.038e0</w:t>
      </w:r>
    </w:p>
    <w:p w:rsidR="00E00D30" w:rsidRDefault="00E00D30" w:rsidP="00E00D30">
      <w:r>
        <w:t>901.7804</w:t>
      </w:r>
      <w:r>
        <w:tab/>
        <w:t>3.038e0</w:t>
      </w:r>
    </w:p>
    <w:p w:rsidR="00E00D30" w:rsidRDefault="00E00D30" w:rsidP="00E00D30">
      <w:r>
        <w:t>901.8979</w:t>
      </w:r>
      <w:r>
        <w:tab/>
        <w:t>1.013e0</w:t>
      </w:r>
    </w:p>
    <w:p w:rsidR="00E00D30" w:rsidRDefault="00E00D30" w:rsidP="00E00D30">
      <w:r>
        <w:lastRenderedPageBreak/>
        <w:t>901.9417</w:t>
      </w:r>
      <w:r>
        <w:tab/>
        <w:t>2.025e0</w:t>
      </w:r>
    </w:p>
    <w:p w:rsidR="00E00D30" w:rsidRDefault="00E00D30" w:rsidP="00E00D30">
      <w:r>
        <w:t>901.9507</w:t>
      </w:r>
      <w:r>
        <w:tab/>
        <w:t>1.013e0</w:t>
      </w:r>
    </w:p>
    <w:p w:rsidR="00E00D30" w:rsidRDefault="00E00D30" w:rsidP="00E00D30">
      <w:r>
        <w:t>901.9822</w:t>
      </w:r>
      <w:r>
        <w:tab/>
        <w:t>1.013e0</w:t>
      </w:r>
    </w:p>
    <w:p w:rsidR="00E00D30" w:rsidRDefault="00E00D30" w:rsidP="00E00D30">
      <w:r>
        <w:t>902.0335</w:t>
      </w:r>
      <w:r>
        <w:tab/>
        <w:t>1.013e0</w:t>
      </w:r>
    </w:p>
    <w:p w:rsidR="00E00D30" w:rsidRDefault="00E00D30" w:rsidP="00E00D30">
      <w:r>
        <w:t>902.0762</w:t>
      </w:r>
      <w:r>
        <w:tab/>
        <w:t>2.025e0</w:t>
      </w:r>
    </w:p>
    <w:p w:rsidR="00E00D30" w:rsidRDefault="00E00D30" w:rsidP="00E00D30">
      <w:r>
        <w:t>902.1032</w:t>
      </w:r>
      <w:r>
        <w:tab/>
        <w:t>1.013e0</w:t>
      </w:r>
    </w:p>
    <w:p w:rsidR="00E00D30" w:rsidRDefault="00E00D30" w:rsidP="00E00D30">
      <w:r>
        <w:t>902.1330</w:t>
      </w:r>
      <w:r>
        <w:tab/>
        <w:t>1.013e0</w:t>
      </w:r>
    </w:p>
    <w:p w:rsidR="00E00D30" w:rsidRDefault="00E00D30" w:rsidP="00E00D30">
      <w:r>
        <w:t>902.1802</w:t>
      </w:r>
      <w:r>
        <w:tab/>
        <w:t>2.025e0</w:t>
      </w:r>
    </w:p>
    <w:p w:rsidR="00E00D30" w:rsidRDefault="00E00D30" w:rsidP="00E00D30">
      <w:r>
        <w:t>902.1940</w:t>
      </w:r>
      <w:r>
        <w:tab/>
        <w:t>1.013e0</w:t>
      </w:r>
    </w:p>
    <w:p w:rsidR="00E00D30" w:rsidRDefault="00E00D30" w:rsidP="00E00D30">
      <w:r>
        <w:t>902.2696</w:t>
      </w:r>
      <w:r>
        <w:tab/>
        <w:t>1.013e0</w:t>
      </w:r>
    </w:p>
    <w:p w:rsidR="00E00D30" w:rsidRDefault="00E00D30" w:rsidP="00E00D30">
      <w:r>
        <w:t>902.2853</w:t>
      </w:r>
      <w:r>
        <w:tab/>
        <w:t>2.025e0</w:t>
      </w:r>
    </w:p>
    <w:p w:rsidR="00E00D30" w:rsidRDefault="00E00D30" w:rsidP="00E00D30">
      <w:r>
        <w:t>902.3554</w:t>
      </w:r>
      <w:r>
        <w:tab/>
        <w:t>1.013e0</w:t>
      </w:r>
    </w:p>
    <w:p w:rsidR="00E00D30" w:rsidRDefault="00E00D30" w:rsidP="00E00D30">
      <w:r>
        <w:t>902.4476</w:t>
      </w:r>
      <w:r>
        <w:tab/>
        <w:t>9.333e0</w:t>
      </w:r>
    </w:p>
    <w:p w:rsidR="00E00D30" w:rsidRDefault="00E00D30" w:rsidP="00E00D30">
      <w:r>
        <w:t>902.4540</w:t>
      </w:r>
      <w:r>
        <w:tab/>
        <w:t>3.038e0</w:t>
      </w:r>
    </w:p>
    <w:p w:rsidR="00E00D30" w:rsidRDefault="00E00D30" w:rsidP="00E00D30">
      <w:r>
        <w:t>902.4553</w:t>
      </w:r>
      <w:r>
        <w:tab/>
        <w:t>3.156e1</w:t>
      </w:r>
    </w:p>
    <w:p w:rsidR="00E00D30" w:rsidRDefault="00E00D30" w:rsidP="00E00D30">
      <w:r>
        <w:t>902.4568</w:t>
      </w:r>
      <w:r>
        <w:tab/>
        <w:t>2.897e1</w:t>
      </w:r>
    </w:p>
    <w:p w:rsidR="00E00D30" w:rsidRDefault="00E00D30" w:rsidP="00E00D30">
      <w:r>
        <w:t>902.4625</w:t>
      </w:r>
      <w:r>
        <w:tab/>
        <w:t>6.678e1</w:t>
      </w:r>
    </w:p>
    <w:p w:rsidR="00E00D30" w:rsidRDefault="00E00D30" w:rsidP="00E00D30">
      <w:r>
        <w:t>902.4733</w:t>
      </w:r>
      <w:r>
        <w:tab/>
        <w:t>2.789e1</w:t>
      </w:r>
    </w:p>
    <w:p w:rsidR="00E00D30" w:rsidRDefault="00E00D30" w:rsidP="00E00D30">
      <w:r>
        <w:t>902.4791</w:t>
      </w:r>
      <w:r>
        <w:tab/>
        <w:t>1.620e1</w:t>
      </w:r>
    </w:p>
    <w:p w:rsidR="00E00D30" w:rsidRDefault="00E00D30" w:rsidP="00E00D30">
      <w:r>
        <w:lastRenderedPageBreak/>
        <w:t>902.6250</w:t>
      </w:r>
      <w:r>
        <w:tab/>
        <w:t>1.013e0</w:t>
      </w:r>
    </w:p>
    <w:p w:rsidR="00E00D30" w:rsidRDefault="00E00D30" w:rsidP="00E00D30">
      <w:r>
        <w:t>902.6439</w:t>
      </w:r>
      <w:r>
        <w:tab/>
        <w:t>1.013e0</w:t>
      </w:r>
    </w:p>
    <w:p w:rsidR="00E00D30" w:rsidRDefault="00E00D30" w:rsidP="00E00D30">
      <w:r>
        <w:t>902.6470</w:t>
      </w:r>
      <w:r>
        <w:tab/>
        <w:t>2.025e0</w:t>
      </w:r>
    </w:p>
    <w:p w:rsidR="00E00D30" w:rsidRDefault="00E00D30" w:rsidP="00E00D30">
      <w:r>
        <w:t>902.6781</w:t>
      </w:r>
      <w:r>
        <w:tab/>
        <w:t>1.013e0</w:t>
      </w:r>
    </w:p>
    <w:p w:rsidR="00E00D30" w:rsidRDefault="00E00D30" w:rsidP="00E00D30">
      <w:r>
        <w:t>902.6792</w:t>
      </w:r>
      <w:r>
        <w:tab/>
        <w:t>1.013e0</w:t>
      </w:r>
    </w:p>
    <w:p w:rsidR="00E00D30" w:rsidRDefault="00E00D30" w:rsidP="00E00D30">
      <w:r>
        <w:t>902.6906</w:t>
      </w:r>
      <w:r>
        <w:tab/>
        <w:t>4.051e0</w:t>
      </w:r>
    </w:p>
    <w:p w:rsidR="00E00D30" w:rsidRDefault="00E00D30" w:rsidP="00E00D30">
      <w:r>
        <w:t>902.7084</w:t>
      </w:r>
      <w:r>
        <w:tab/>
        <w:t>1.013e0</w:t>
      </w:r>
    </w:p>
    <w:p w:rsidR="00E00D30" w:rsidRDefault="00E00D30" w:rsidP="00E00D30">
      <w:r>
        <w:t>902.7689</w:t>
      </w:r>
      <w:r>
        <w:tab/>
        <w:t>1.013e0</w:t>
      </w:r>
    </w:p>
    <w:p w:rsidR="00E00D30" w:rsidRDefault="00E00D30" w:rsidP="00E00D30">
      <w:r>
        <w:t>902.8003</w:t>
      </w:r>
      <w:r>
        <w:tab/>
        <w:t>1.013e0</w:t>
      </w:r>
    </w:p>
    <w:p w:rsidR="00E00D30" w:rsidRDefault="00E00D30" w:rsidP="00E00D30">
      <w:r>
        <w:t>902.8599</w:t>
      </w:r>
      <w:r>
        <w:tab/>
        <w:t>1.013e0</w:t>
      </w:r>
    </w:p>
    <w:p w:rsidR="00E00D30" w:rsidRDefault="00E00D30" w:rsidP="00E00D30">
      <w:r>
        <w:t>902.8616</w:t>
      </w:r>
      <w:r>
        <w:tab/>
        <w:t>1.013e0</w:t>
      </w:r>
    </w:p>
    <w:p w:rsidR="00E00D30" w:rsidRDefault="00E00D30" w:rsidP="00E00D30">
      <w:r>
        <w:t>902.8793</w:t>
      </w:r>
      <w:r>
        <w:tab/>
        <w:t>1.013e0</w:t>
      </w:r>
    </w:p>
    <w:p w:rsidR="00E00D30" w:rsidRDefault="00E00D30" w:rsidP="00E00D30">
      <w:r>
        <w:t>902.9495</w:t>
      </w:r>
      <w:r>
        <w:tab/>
        <w:t>3.038e0</w:t>
      </w:r>
    </w:p>
    <w:p w:rsidR="00E00D30" w:rsidRDefault="00E00D30" w:rsidP="00E00D30">
      <w:r>
        <w:t>902.9736</w:t>
      </w:r>
      <w:r>
        <w:tab/>
        <w:t>2.025e0</w:t>
      </w:r>
    </w:p>
    <w:p w:rsidR="00E00D30" w:rsidRDefault="00E00D30" w:rsidP="00E00D30">
      <w:r>
        <w:t>902.9960</w:t>
      </w:r>
      <w:r>
        <w:tab/>
        <w:t>1.013e0</w:t>
      </w:r>
    </w:p>
    <w:p w:rsidR="00E00D30" w:rsidRDefault="00E00D30" w:rsidP="00E00D30">
      <w:r>
        <w:t>903.0651</w:t>
      </w:r>
      <w:r>
        <w:tab/>
        <w:t>1.013e0</w:t>
      </w:r>
    </w:p>
    <w:p w:rsidR="00E00D30" w:rsidRDefault="00E00D30" w:rsidP="00E00D30">
      <w:r>
        <w:t>903.1322</w:t>
      </w:r>
      <w:r>
        <w:tab/>
        <w:t>1.013e0</w:t>
      </w:r>
    </w:p>
    <w:p w:rsidR="00E00D30" w:rsidRDefault="00E00D30" w:rsidP="00E00D30">
      <w:r>
        <w:t>903.1477</w:t>
      </w:r>
      <w:r>
        <w:tab/>
        <w:t>1.013e0</w:t>
      </w:r>
    </w:p>
    <w:p w:rsidR="00E00D30" w:rsidRDefault="00E00D30" w:rsidP="00E00D30">
      <w:r>
        <w:t>903.1771</w:t>
      </w:r>
      <w:r>
        <w:tab/>
        <w:t>1.013e0</w:t>
      </w:r>
    </w:p>
    <w:p w:rsidR="00E00D30" w:rsidRDefault="00E00D30" w:rsidP="00E00D30">
      <w:r>
        <w:lastRenderedPageBreak/>
        <w:t>903.2013</w:t>
      </w:r>
      <w:r>
        <w:tab/>
        <w:t>1.013e0</w:t>
      </w:r>
    </w:p>
    <w:p w:rsidR="00E00D30" w:rsidRDefault="00E00D30" w:rsidP="00E00D30">
      <w:r>
        <w:t>903.2174</w:t>
      </w:r>
      <w:r>
        <w:tab/>
        <w:t>1.013e0</w:t>
      </w:r>
    </w:p>
    <w:p w:rsidR="00E00D30" w:rsidRDefault="00E00D30" w:rsidP="00E00D30">
      <w:r>
        <w:t>903.2225</w:t>
      </w:r>
      <w:r>
        <w:tab/>
        <w:t>1.013e0</w:t>
      </w:r>
    </w:p>
    <w:p w:rsidR="00E00D30" w:rsidRDefault="00E00D30" w:rsidP="00E00D30">
      <w:r>
        <w:t>903.2831</w:t>
      </w:r>
      <w:r>
        <w:tab/>
        <w:t>1.013e0</w:t>
      </w:r>
    </w:p>
    <w:p w:rsidR="00E00D30" w:rsidRDefault="00E00D30" w:rsidP="00E00D30">
      <w:r>
        <w:t>903.2997</w:t>
      </w:r>
      <w:r>
        <w:tab/>
        <w:t>1.013e0</w:t>
      </w:r>
    </w:p>
    <w:p w:rsidR="00E00D30" w:rsidRDefault="00E00D30" w:rsidP="00E00D30">
      <w:r>
        <w:t>903.3134</w:t>
      </w:r>
      <w:r>
        <w:tab/>
        <w:t>1.013e0</w:t>
      </w:r>
    </w:p>
    <w:p w:rsidR="00E00D30" w:rsidRDefault="00E00D30" w:rsidP="00E00D30">
      <w:r>
        <w:t>903.3326</w:t>
      </w:r>
      <w:r>
        <w:tab/>
        <w:t>2.025e0</w:t>
      </w:r>
    </w:p>
    <w:p w:rsidR="00E00D30" w:rsidRDefault="00E00D30" w:rsidP="00E00D30">
      <w:r>
        <w:t>903.3873</w:t>
      </w:r>
      <w:r>
        <w:tab/>
        <w:t>1.013e0</w:t>
      </w:r>
    </w:p>
    <w:p w:rsidR="00E00D30" w:rsidRDefault="00E00D30" w:rsidP="00E00D30">
      <w:r>
        <w:t>903.4210</w:t>
      </w:r>
      <w:r>
        <w:tab/>
        <w:t>1.013e0</w:t>
      </w:r>
    </w:p>
    <w:p w:rsidR="00E00D30" w:rsidRDefault="00E00D30" w:rsidP="00E00D30">
      <w:r>
        <w:t>903.4499</w:t>
      </w:r>
      <w:r>
        <w:tab/>
        <w:t>7.089e0</w:t>
      </w:r>
    </w:p>
    <w:p w:rsidR="00E00D30" w:rsidRDefault="00E00D30" w:rsidP="00E00D30">
      <w:r>
        <w:t>903.4538</w:t>
      </w:r>
      <w:r>
        <w:tab/>
        <w:t>1.013e0</w:t>
      </w:r>
    </w:p>
    <w:p w:rsidR="00E00D30" w:rsidRDefault="00E00D30" w:rsidP="00E00D30">
      <w:r>
        <w:t>903.4561</w:t>
      </w:r>
      <w:r>
        <w:tab/>
        <w:t>7.909e0</w:t>
      </w:r>
    </w:p>
    <w:p w:rsidR="00E00D30" w:rsidRDefault="00E00D30" w:rsidP="00E00D30">
      <w:r>
        <w:t>903.4573</w:t>
      </w:r>
      <w:r>
        <w:tab/>
        <w:t>1.240e1</w:t>
      </w:r>
    </w:p>
    <w:p w:rsidR="00E00D30" w:rsidRDefault="00E00D30" w:rsidP="00E00D30">
      <w:r>
        <w:t>903.4595</w:t>
      </w:r>
      <w:r>
        <w:tab/>
        <w:t>2.168e1</w:t>
      </w:r>
    </w:p>
    <w:p w:rsidR="00E00D30" w:rsidRDefault="00E00D30" w:rsidP="00E00D30">
      <w:r>
        <w:t>903.4735</w:t>
      </w:r>
      <w:r>
        <w:tab/>
        <w:t>1.656e1</w:t>
      </w:r>
    </w:p>
    <w:p w:rsidR="00E00D30" w:rsidRDefault="00E00D30" w:rsidP="00E00D30">
      <w:r>
        <w:t>903.5586</w:t>
      </w:r>
      <w:r>
        <w:tab/>
        <w:t>2.962e0</w:t>
      </w:r>
    </w:p>
    <w:p w:rsidR="00E00D30" w:rsidRDefault="00E00D30" w:rsidP="00E00D30">
      <w:r>
        <w:t>903.5865</w:t>
      </w:r>
      <w:r>
        <w:tab/>
        <w:t>2.025e0</w:t>
      </w:r>
    </w:p>
    <w:p w:rsidR="00E00D30" w:rsidRDefault="00E00D30" w:rsidP="00E00D30">
      <w:r>
        <w:t>903.6926</w:t>
      </w:r>
      <w:r>
        <w:tab/>
        <w:t>3.038e0</w:t>
      </w:r>
    </w:p>
    <w:p w:rsidR="00E00D30" w:rsidRDefault="00E00D30" w:rsidP="00E00D30">
      <w:r>
        <w:t>903.7077</w:t>
      </w:r>
      <w:r>
        <w:tab/>
        <w:t>1.013e0</w:t>
      </w:r>
    </w:p>
    <w:p w:rsidR="00E00D30" w:rsidRDefault="00E00D30" w:rsidP="00E00D30">
      <w:r>
        <w:lastRenderedPageBreak/>
        <w:t>903.7217</w:t>
      </w:r>
      <w:r>
        <w:tab/>
        <w:t>2.025e0</w:t>
      </w:r>
    </w:p>
    <w:p w:rsidR="00E00D30" w:rsidRDefault="00E00D30" w:rsidP="00E00D30">
      <w:r>
        <w:t>903.7228</w:t>
      </w:r>
      <w:r>
        <w:tab/>
        <w:t>1.013e0</w:t>
      </w:r>
    </w:p>
    <w:p w:rsidR="00E00D30" w:rsidRDefault="00E00D30" w:rsidP="00E00D30">
      <w:r>
        <w:t>903.7543</w:t>
      </w:r>
      <w:r>
        <w:tab/>
        <w:t>1.013e0</w:t>
      </w:r>
    </w:p>
    <w:p w:rsidR="00E00D30" w:rsidRDefault="00E00D30" w:rsidP="00E00D30">
      <w:r>
        <w:t>903.7986</w:t>
      </w:r>
      <w:r>
        <w:tab/>
        <w:t>2.025e0</w:t>
      </w:r>
    </w:p>
    <w:p w:rsidR="00E00D30" w:rsidRDefault="00E00D30" w:rsidP="00E00D30">
      <w:r>
        <w:t>903.8188</w:t>
      </w:r>
      <w:r>
        <w:tab/>
        <w:t>3.038e0</w:t>
      </w:r>
    </w:p>
    <w:p w:rsidR="00E00D30" w:rsidRDefault="00E00D30" w:rsidP="00E00D30">
      <w:r>
        <w:t>903.9042</w:t>
      </w:r>
      <w:r>
        <w:tab/>
        <w:t>1.013e0</w:t>
      </w:r>
    </w:p>
    <w:p w:rsidR="00E00D30" w:rsidRDefault="00E00D30" w:rsidP="00E00D30">
      <w:r>
        <w:t>903.9282</w:t>
      </w:r>
      <w:r>
        <w:tab/>
        <w:t>1.013e0</w:t>
      </w:r>
    </w:p>
    <w:p w:rsidR="00E00D30" w:rsidRDefault="00E00D30" w:rsidP="00E00D30">
      <w:r>
        <w:t>903.9438</w:t>
      </w:r>
      <w:r>
        <w:tab/>
        <w:t>1.013e0</w:t>
      </w:r>
    </w:p>
    <w:p w:rsidR="00E00D30" w:rsidRDefault="00E00D30" w:rsidP="00E00D30">
      <w:r>
        <w:t>903.9512</w:t>
      </w:r>
      <w:r>
        <w:tab/>
        <w:t>1.013e0</w:t>
      </w:r>
    </w:p>
    <w:p w:rsidR="00E00D30" w:rsidRDefault="00E00D30" w:rsidP="00E00D30">
      <w:r>
        <w:t>903.9890</w:t>
      </w:r>
      <w:r>
        <w:tab/>
        <w:t>2.025e0</w:t>
      </w:r>
    </w:p>
    <w:p w:rsidR="00E00D30" w:rsidRDefault="00E00D30" w:rsidP="00E00D30">
      <w:r>
        <w:t>903.9956</w:t>
      </w:r>
      <w:r>
        <w:tab/>
        <w:t>1.013e0</w:t>
      </w:r>
    </w:p>
    <w:p w:rsidR="00E00D30" w:rsidRDefault="00E00D30" w:rsidP="00E00D30">
      <w:r>
        <w:t>904.0254</w:t>
      </w:r>
      <w:r>
        <w:tab/>
        <w:t>1.013e0</w:t>
      </w:r>
    </w:p>
    <w:p w:rsidR="00E00D30" w:rsidRDefault="00E00D30" w:rsidP="00E00D30">
      <w:r>
        <w:t>904.0793</w:t>
      </w:r>
      <w:r>
        <w:tab/>
        <w:t>1.013e0</w:t>
      </w:r>
    </w:p>
    <w:p w:rsidR="00E00D30" w:rsidRDefault="00E00D30" w:rsidP="00E00D30">
      <w:r>
        <w:t>904.1088</w:t>
      </w:r>
      <w:r>
        <w:tab/>
        <w:t>2.025e0</w:t>
      </w:r>
    </w:p>
    <w:p w:rsidR="00E00D30" w:rsidRDefault="00E00D30" w:rsidP="00E00D30">
      <w:r>
        <w:t>904.1168</w:t>
      </w:r>
      <w:r>
        <w:tab/>
        <w:t>1.013e0</w:t>
      </w:r>
    </w:p>
    <w:p w:rsidR="00E00D30" w:rsidRDefault="00E00D30" w:rsidP="00E00D30">
      <w:r>
        <w:t>904.1618</w:t>
      </w:r>
      <w:r>
        <w:tab/>
        <w:t>1.013e0</w:t>
      </w:r>
    </w:p>
    <w:p w:rsidR="00E00D30" w:rsidRDefault="00E00D30" w:rsidP="00E00D30">
      <w:r>
        <w:t>904.1794</w:t>
      </w:r>
      <w:r>
        <w:tab/>
        <w:t>1.013e0</w:t>
      </w:r>
    </w:p>
    <w:p w:rsidR="00E00D30" w:rsidRDefault="00E00D30" w:rsidP="00E00D30">
      <w:r>
        <w:t>904.1981</w:t>
      </w:r>
      <w:r>
        <w:tab/>
        <w:t>1.013e0</w:t>
      </w:r>
    </w:p>
    <w:p w:rsidR="00E00D30" w:rsidRDefault="00E00D30" w:rsidP="00E00D30">
      <w:r>
        <w:t>904.2544</w:t>
      </w:r>
      <w:r>
        <w:tab/>
        <w:t>1.013e0</w:t>
      </w:r>
    </w:p>
    <w:p w:rsidR="00E00D30" w:rsidRDefault="00E00D30" w:rsidP="00E00D30">
      <w:r>
        <w:lastRenderedPageBreak/>
        <w:t>904.2684</w:t>
      </w:r>
      <w:r>
        <w:tab/>
        <w:t>1.013e0</w:t>
      </w:r>
    </w:p>
    <w:p w:rsidR="00E00D30" w:rsidRDefault="00E00D30" w:rsidP="00E00D30">
      <w:r>
        <w:t>904.3757</w:t>
      </w:r>
      <w:r>
        <w:tab/>
        <w:t>1.013e0</w:t>
      </w:r>
    </w:p>
    <w:p w:rsidR="00E00D30" w:rsidRDefault="00E00D30" w:rsidP="00E00D30">
      <w:r>
        <w:t>904.4059</w:t>
      </w:r>
      <w:r>
        <w:tab/>
        <w:t>1.013e0</w:t>
      </w:r>
    </w:p>
    <w:p w:rsidR="00E00D30" w:rsidRDefault="00E00D30" w:rsidP="00E00D30">
      <w:r>
        <w:t>904.4200</w:t>
      </w:r>
      <w:r>
        <w:tab/>
        <w:t>2.025e0</w:t>
      </w:r>
    </w:p>
    <w:p w:rsidR="00E00D30" w:rsidRDefault="00E00D30" w:rsidP="00E00D30">
      <w:r>
        <w:t>904.4260</w:t>
      </w:r>
      <w:r>
        <w:tab/>
        <w:t>5.063e0</w:t>
      </w:r>
    </w:p>
    <w:p w:rsidR="00E00D30" w:rsidRDefault="00E00D30" w:rsidP="00E00D30">
      <w:r>
        <w:t>904.4360</w:t>
      </w:r>
      <w:r>
        <w:tab/>
        <w:t>3.884e0</w:t>
      </w:r>
    </w:p>
    <w:p w:rsidR="00E00D30" w:rsidRDefault="00E00D30" w:rsidP="00E00D30">
      <w:r>
        <w:t>904.4489</w:t>
      </w:r>
      <w:r>
        <w:tab/>
        <w:t>4.051e0</w:t>
      </w:r>
    </w:p>
    <w:p w:rsidR="00E00D30" w:rsidRDefault="00E00D30" w:rsidP="00E00D30">
      <w:r>
        <w:t>904.4527</w:t>
      </w:r>
      <w:r>
        <w:tab/>
        <w:t>3.038e0</w:t>
      </w:r>
    </w:p>
    <w:p w:rsidR="00E00D30" w:rsidRDefault="00E00D30" w:rsidP="00E00D30">
      <w:r>
        <w:t>904.4621</w:t>
      </w:r>
      <w:r>
        <w:tab/>
        <w:t>8.780e0</w:t>
      </w:r>
    </w:p>
    <w:p w:rsidR="00E00D30" w:rsidRDefault="00E00D30" w:rsidP="00E00D30">
      <w:r>
        <w:t>904.5282</w:t>
      </w:r>
      <w:r>
        <w:tab/>
        <w:t>4.487e0</w:t>
      </w:r>
    </w:p>
    <w:p w:rsidR="00E00D30" w:rsidRDefault="00E00D30" w:rsidP="00E00D30">
      <w:r>
        <w:t>904.5372</w:t>
      </w:r>
      <w:r>
        <w:tab/>
        <w:t>1.013e0</w:t>
      </w:r>
    </w:p>
    <w:p w:rsidR="00E00D30" w:rsidRDefault="00E00D30" w:rsidP="00E00D30">
      <w:r>
        <w:t>904.5615</w:t>
      </w:r>
      <w:r>
        <w:tab/>
        <w:t>2.359e0</w:t>
      </w:r>
    </w:p>
    <w:p w:rsidR="00E00D30" w:rsidRDefault="00E00D30" w:rsidP="00E00D30">
      <w:r>
        <w:t>904.5717</w:t>
      </w:r>
      <w:r>
        <w:tab/>
        <w:t>1.013e0</w:t>
      </w:r>
    </w:p>
    <w:p w:rsidR="00E00D30" w:rsidRDefault="00E00D30" w:rsidP="00E00D30">
      <w:r>
        <w:t>904.6626</w:t>
      </w:r>
      <w:r>
        <w:tab/>
        <w:t>1.013e0</w:t>
      </w:r>
    </w:p>
    <w:p w:rsidR="00E00D30" w:rsidRDefault="00E00D30" w:rsidP="00E00D30">
      <w:r>
        <w:t>904.6883</w:t>
      </w:r>
      <w:r>
        <w:tab/>
        <w:t>1.013e0</w:t>
      </w:r>
    </w:p>
    <w:p w:rsidR="00E00D30" w:rsidRDefault="00E00D30" w:rsidP="00E00D30">
      <w:r>
        <w:t>904.6895</w:t>
      </w:r>
      <w:r>
        <w:tab/>
        <w:t>2.025e0</w:t>
      </w:r>
    </w:p>
    <w:p w:rsidR="00E00D30" w:rsidRDefault="00E00D30" w:rsidP="00E00D30">
      <w:r>
        <w:t>904.6995</w:t>
      </w:r>
      <w:r>
        <w:tab/>
        <w:t>2.025e0</w:t>
      </w:r>
    </w:p>
    <w:p w:rsidR="00E00D30" w:rsidRDefault="00E00D30" w:rsidP="00E00D30">
      <w:r>
        <w:t>904.7081</w:t>
      </w:r>
      <w:r>
        <w:tab/>
        <w:t>1.013e0</w:t>
      </w:r>
    </w:p>
    <w:p w:rsidR="00E00D30" w:rsidRDefault="00E00D30" w:rsidP="00E00D30">
      <w:r>
        <w:t>904.7380</w:t>
      </w:r>
      <w:r>
        <w:tab/>
        <w:t>1.013e0</w:t>
      </w:r>
    </w:p>
    <w:p w:rsidR="00E00D30" w:rsidRDefault="00E00D30" w:rsidP="00E00D30">
      <w:r>
        <w:lastRenderedPageBreak/>
        <w:t>904.7536</w:t>
      </w:r>
      <w:r>
        <w:tab/>
        <w:t>1.013e0</w:t>
      </w:r>
    </w:p>
    <w:p w:rsidR="00E00D30" w:rsidRDefault="00E00D30" w:rsidP="00E00D30">
      <w:r>
        <w:t>904.7991</w:t>
      </w:r>
      <w:r>
        <w:tab/>
        <w:t>1.013e0</w:t>
      </w:r>
    </w:p>
    <w:p w:rsidR="00E00D30" w:rsidRDefault="00E00D30" w:rsidP="00E00D30">
      <w:r>
        <w:t>904.8128</w:t>
      </w:r>
      <w:r>
        <w:tab/>
        <w:t>2.025e0</w:t>
      </w:r>
    </w:p>
    <w:p w:rsidR="00E00D30" w:rsidRDefault="00E00D30" w:rsidP="00E00D30">
      <w:r>
        <w:t>904.8446</w:t>
      </w:r>
      <w:r>
        <w:tab/>
        <w:t>1.013e0</w:t>
      </w:r>
    </w:p>
    <w:p w:rsidR="00E00D30" w:rsidRDefault="00E00D30" w:rsidP="00E00D30">
      <w:r>
        <w:t>904.8745</w:t>
      </w:r>
      <w:r>
        <w:tab/>
        <w:t>1.013e0</w:t>
      </w:r>
    </w:p>
    <w:p w:rsidR="00E00D30" w:rsidRDefault="00E00D30" w:rsidP="00E00D30">
      <w:r>
        <w:t>904.8848</w:t>
      </w:r>
      <w:r>
        <w:tab/>
        <w:t>4.051e0</w:t>
      </w:r>
    </w:p>
    <w:p w:rsidR="00E00D30" w:rsidRDefault="00E00D30" w:rsidP="00E00D30">
      <w:r>
        <w:t>904.9247</w:t>
      </w:r>
      <w:r>
        <w:tab/>
        <w:t>1.013e0</w:t>
      </w:r>
    </w:p>
    <w:p w:rsidR="00E00D30" w:rsidRDefault="00E00D30" w:rsidP="00E00D30">
      <w:r>
        <w:t>904.9664</w:t>
      </w:r>
      <w:r>
        <w:tab/>
        <w:t>2.025e0</w:t>
      </w:r>
    </w:p>
    <w:p w:rsidR="00E00D30" w:rsidRDefault="00E00D30" w:rsidP="00E00D30">
      <w:r>
        <w:t>904.9974</w:t>
      </w:r>
      <w:r>
        <w:tab/>
        <w:t>1.013e0</w:t>
      </w:r>
    </w:p>
    <w:p w:rsidR="00E00D30" w:rsidRDefault="00E00D30" w:rsidP="00E00D30">
      <w:r>
        <w:t>905.0020</w:t>
      </w:r>
      <w:r>
        <w:tab/>
        <w:t>2.025e0</w:t>
      </w:r>
    </w:p>
    <w:p w:rsidR="00E00D30" w:rsidRDefault="00E00D30" w:rsidP="00E00D30">
      <w:r>
        <w:t>905.0564</w:t>
      </w:r>
      <w:r>
        <w:tab/>
        <w:t>3.038e0</w:t>
      </w:r>
    </w:p>
    <w:p w:rsidR="00E00D30" w:rsidRDefault="00E00D30" w:rsidP="00E00D30">
      <w:r>
        <w:t>905.0928</w:t>
      </w:r>
      <w:r>
        <w:tab/>
        <w:t>1.013e0</w:t>
      </w:r>
    </w:p>
    <w:p w:rsidR="00E00D30" w:rsidRDefault="00E00D30" w:rsidP="00E00D30">
      <w:r>
        <w:t>905.1326</w:t>
      </w:r>
      <w:r>
        <w:tab/>
        <w:t>3.038e0</w:t>
      </w:r>
    </w:p>
    <w:p w:rsidR="00E00D30" w:rsidRDefault="00E00D30" w:rsidP="00E00D30">
      <w:r>
        <w:t>905.1340</w:t>
      </w:r>
      <w:r>
        <w:tab/>
        <w:t>1.013e0</w:t>
      </w:r>
    </w:p>
    <w:p w:rsidR="00E00D30" w:rsidRDefault="00E00D30" w:rsidP="00E00D30">
      <w:r>
        <w:t>905.1453</w:t>
      </w:r>
      <w:r>
        <w:tab/>
        <w:t>1.013e0</w:t>
      </w:r>
    </w:p>
    <w:p w:rsidR="00E00D30" w:rsidRDefault="00E00D30" w:rsidP="00E00D30">
      <w:r>
        <w:t>905.2219</w:t>
      </w:r>
      <w:r>
        <w:tab/>
        <w:t>4.051e0</w:t>
      </w:r>
    </w:p>
    <w:p w:rsidR="00E00D30" w:rsidRDefault="00E00D30" w:rsidP="00E00D30">
      <w:r>
        <w:t>905.2316</w:t>
      </w:r>
      <w:r>
        <w:tab/>
        <w:t>3.038e0</w:t>
      </w:r>
    </w:p>
    <w:p w:rsidR="00E00D30" w:rsidRDefault="00E00D30" w:rsidP="00E00D30">
      <w:r>
        <w:t>905.2438</w:t>
      </w:r>
      <w:r>
        <w:tab/>
        <w:t>2.025e0</w:t>
      </w:r>
    </w:p>
    <w:p w:rsidR="00E00D30" w:rsidRDefault="00E00D30" w:rsidP="00E00D30">
      <w:r>
        <w:t>905.2466</w:t>
      </w:r>
      <w:r>
        <w:tab/>
        <w:t>1.013e0</w:t>
      </w:r>
    </w:p>
    <w:p w:rsidR="00E00D30" w:rsidRDefault="00E00D30" w:rsidP="00E00D30">
      <w:r>
        <w:lastRenderedPageBreak/>
        <w:t>905.2622</w:t>
      </w:r>
      <w:r>
        <w:tab/>
        <w:t>1.013e0</w:t>
      </w:r>
    </w:p>
    <w:p w:rsidR="00E00D30" w:rsidRDefault="00E00D30" w:rsidP="00E00D30">
      <w:r>
        <w:t>905.2694</w:t>
      </w:r>
      <w:r>
        <w:tab/>
        <w:t>1.013e0</w:t>
      </w:r>
    </w:p>
    <w:p w:rsidR="00E00D30" w:rsidRDefault="00E00D30" w:rsidP="00E00D30">
      <w:r>
        <w:t>905.2800</w:t>
      </w:r>
      <w:r>
        <w:tab/>
        <w:t>1.013e0</w:t>
      </w:r>
    </w:p>
    <w:p w:rsidR="00E00D30" w:rsidRDefault="00E00D30" w:rsidP="00E00D30">
      <w:r>
        <w:t>905.3149</w:t>
      </w:r>
      <w:r>
        <w:tab/>
        <w:t>1.013e0</w:t>
      </w:r>
    </w:p>
    <w:p w:rsidR="00E00D30" w:rsidRDefault="00E00D30" w:rsidP="00E00D30">
      <w:r>
        <w:t>905.3160</w:t>
      </w:r>
      <w:r>
        <w:tab/>
        <w:t>1.013e0</w:t>
      </w:r>
    </w:p>
    <w:p w:rsidR="00E00D30" w:rsidRDefault="00E00D30" w:rsidP="00E00D30">
      <w:r>
        <w:t>905.3301</w:t>
      </w:r>
      <w:r>
        <w:tab/>
        <w:t>1.013e0</w:t>
      </w:r>
    </w:p>
    <w:p w:rsidR="00E00D30" w:rsidRDefault="00E00D30" w:rsidP="00E00D30">
      <w:r>
        <w:t>905.4149</w:t>
      </w:r>
      <w:r>
        <w:tab/>
        <w:t>1.013e0</w:t>
      </w:r>
    </w:p>
    <w:p w:rsidR="00E00D30" w:rsidRDefault="00E00D30" w:rsidP="00E00D30">
      <w:r>
        <w:t>905.4207</w:t>
      </w:r>
      <w:r>
        <w:tab/>
        <w:t>1.013e0</w:t>
      </w:r>
    </w:p>
    <w:p w:rsidR="00E00D30" w:rsidRDefault="00E00D30" w:rsidP="00E00D30">
      <w:r>
        <w:t>905.4258</w:t>
      </w:r>
      <w:r>
        <w:tab/>
        <w:t>3.038e0</w:t>
      </w:r>
    </w:p>
    <w:p w:rsidR="00E00D30" w:rsidRDefault="00E00D30" w:rsidP="00E00D30">
      <w:r>
        <w:t>905.4510</w:t>
      </w:r>
      <w:r>
        <w:tab/>
        <w:t>2.025e0</w:t>
      </w:r>
    </w:p>
    <w:p w:rsidR="00E00D30" w:rsidRDefault="00E00D30" w:rsidP="00E00D30">
      <w:r>
        <w:t>905.4544</w:t>
      </w:r>
      <w:r>
        <w:tab/>
        <w:t>1.239e0</w:t>
      </w:r>
    </w:p>
    <w:p w:rsidR="00E00D30" w:rsidRDefault="00E00D30" w:rsidP="00E00D30">
      <w:r>
        <w:t>905.5499</w:t>
      </w:r>
      <w:r>
        <w:tab/>
        <w:t>1.013e0</w:t>
      </w:r>
    </w:p>
    <w:p w:rsidR="00E00D30" w:rsidRDefault="00E00D30" w:rsidP="00E00D30">
      <w:r>
        <w:t>905.5881</w:t>
      </w:r>
      <w:r>
        <w:tab/>
        <w:t>1.013e0</w:t>
      </w:r>
    </w:p>
    <w:p w:rsidR="00E00D30" w:rsidRDefault="00E00D30" w:rsidP="00E00D30">
      <w:r>
        <w:t>905.6546</w:t>
      </w:r>
      <w:r>
        <w:tab/>
        <w:t>4.032e0</w:t>
      </w:r>
    </w:p>
    <w:p w:rsidR="00E00D30" w:rsidRDefault="00E00D30" w:rsidP="00E00D30">
      <w:r>
        <w:t>905.6717</w:t>
      </w:r>
      <w:r>
        <w:tab/>
        <w:t>2.025e0</w:t>
      </w:r>
    </w:p>
    <w:p w:rsidR="00E00D30" w:rsidRDefault="00E00D30" w:rsidP="00E00D30">
      <w:r>
        <w:t>905.6959</w:t>
      </w:r>
      <w:r>
        <w:tab/>
        <w:t>3.038e0</w:t>
      </w:r>
    </w:p>
    <w:p w:rsidR="00E00D30" w:rsidRDefault="00E00D30" w:rsidP="00E00D30">
      <w:r>
        <w:t>905.7240</w:t>
      </w:r>
      <w:r>
        <w:tab/>
        <w:t>2.025e0</w:t>
      </w:r>
    </w:p>
    <w:p w:rsidR="00E00D30" w:rsidRDefault="00E00D30" w:rsidP="00E00D30">
      <w:r>
        <w:t>905.7462</w:t>
      </w:r>
      <w:r>
        <w:tab/>
        <w:t>2.025e0</w:t>
      </w:r>
    </w:p>
    <w:p w:rsidR="00E00D30" w:rsidRDefault="00E00D30" w:rsidP="00E00D30">
      <w:r>
        <w:t>905.7473</w:t>
      </w:r>
      <w:r>
        <w:tab/>
        <w:t>2.025e0</w:t>
      </w:r>
    </w:p>
    <w:p w:rsidR="00E00D30" w:rsidRDefault="00E00D30" w:rsidP="00E00D30">
      <w:r>
        <w:lastRenderedPageBreak/>
        <w:t>905.7925</w:t>
      </w:r>
      <w:r>
        <w:tab/>
        <w:t>2.025e0</w:t>
      </w:r>
    </w:p>
    <w:p w:rsidR="00E00D30" w:rsidRDefault="00E00D30" w:rsidP="00E00D30">
      <w:r>
        <w:t>905.8508</w:t>
      </w:r>
      <w:r>
        <w:tab/>
        <w:t>2.025e0</w:t>
      </w:r>
    </w:p>
    <w:p w:rsidR="00E00D30" w:rsidRDefault="00E00D30" w:rsidP="00E00D30">
      <w:r>
        <w:t>905.8677</w:t>
      </w:r>
      <w:r>
        <w:tab/>
        <w:t>2.025e0</w:t>
      </w:r>
    </w:p>
    <w:p w:rsidR="00E00D30" w:rsidRDefault="00E00D30" w:rsidP="00E00D30">
      <w:r>
        <w:t>905.8885</w:t>
      </w:r>
      <w:r>
        <w:tab/>
        <w:t>1.013e0</w:t>
      </w:r>
    </w:p>
    <w:p w:rsidR="00E00D30" w:rsidRDefault="00E00D30" w:rsidP="00E00D30">
      <w:r>
        <w:t>905.9065</w:t>
      </w:r>
      <w:r>
        <w:tab/>
        <w:t>1.013e0</w:t>
      </w:r>
    </w:p>
    <w:p w:rsidR="00E00D30" w:rsidRDefault="00E00D30" w:rsidP="00E00D30">
      <w:r>
        <w:t>905.9233</w:t>
      </w:r>
      <w:r>
        <w:tab/>
        <w:t>1.013e0</w:t>
      </w:r>
    </w:p>
    <w:p w:rsidR="00E00D30" w:rsidRDefault="00E00D30" w:rsidP="00E00D30">
      <w:r>
        <w:t>905.9888</w:t>
      </w:r>
      <w:r>
        <w:tab/>
        <w:t>1.013e0</w:t>
      </w:r>
    </w:p>
    <w:p w:rsidR="00E00D30" w:rsidRDefault="00E00D30" w:rsidP="00E00D30">
      <w:r>
        <w:t>905.9979</w:t>
      </w:r>
      <w:r>
        <w:tab/>
        <w:t>3.038e0</w:t>
      </w:r>
    </w:p>
    <w:p w:rsidR="00E00D30" w:rsidRDefault="00E00D30" w:rsidP="00E00D30">
      <w:r>
        <w:t>906.0413</w:t>
      </w:r>
      <w:r>
        <w:tab/>
        <w:t>1.013e0</w:t>
      </w:r>
    </w:p>
    <w:p w:rsidR="00E00D30" w:rsidRDefault="00E00D30" w:rsidP="00E00D30">
      <w:r>
        <w:t>906.0516</w:t>
      </w:r>
      <w:r>
        <w:tab/>
        <w:t>2.025e0</w:t>
      </w:r>
    </w:p>
    <w:p w:rsidR="00E00D30" w:rsidRDefault="00E00D30" w:rsidP="00E00D30">
      <w:r>
        <w:t>906.0599</w:t>
      </w:r>
      <w:r>
        <w:tab/>
        <w:t>1.013e0</w:t>
      </w:r>
    </w:p>
    <w:p w:rsidR="00E00D30" w:rsidRDefault="00E00D30" w:rsidP="00E00D30">
      <w:r>
        <w:t>906.1386</w:t>
      </w:r>
      <w:r>
        <w:tab/>
        <w:t>2.025e0</w:t>
      </w:r>
    </w:p>
    <w:p w:rsidR="00E00D30" w:rsidRDefault="00E00D30" w:rsidP="00E00D30">
      <w:r>
        <w:t>906.1669</w:t>
      </w:r>
      <w:r>
        <w:tab/>
        <w:t>2.025e0</w:t>
      </w:r>
    </w:p>
    <w:p w:rsidR="00E00D30" w:rsidRDefault="00E00D30" w:rsidP="00E00D30">
      <w:r>
        <w:t>906.1815</w:t>
      </w:r>
      <w:r>
        <w:tab/>
        <w:t>1.013e0</w:t>
      </w:r>
    </w:p>
    <w:p w:rsidR="00E00D30" w:rsidRDefault="00E00D30" w:rsidP="00E00D30">
      <w:r>
        <w:t>906.1967</w:t>
      </w:r>
      <w:r>
        <w:tab/>
        <w:t>1.013e0</w:t>
      </w:r>
    </w:p>
    <w:p w:rsidR="00E00D30" w:rsidRDefault="00E00D30" w:rsidP="00E00D30">
      <w:r>
        <w:t>906.2259</w:t>
      </w:r>
      <w:r>
        <w:tab/>
        <w:t>1.013e0</w:t>
      </w:r>
    </w:p>
    <w:p w:rsidR="00E00D30" w:rsidRDefault="00E00D30" w:rsidP="00E00D30">
      <w:r>
        <w:t>906.2352</w:t>
      </w:r>
      <w:r>
        <w:tab/>
        <w:t>2.025e0</w:t>
      </w:r>
    </w:p>
    <w:p w:rsidR="00E00D30" w:rsidRDefault="00E00D30" w:rsidP="00E00D30">
      <w:r>
        <w:t>906.3279</w:t>
      </w:r>
      <w:r>
        <w:tab/>
        <w:t>2.025e0</w:t>
      </w:r>
    </w:p>
    <w:p w:rsidR="00E00D30" w:rsidRDefault="00E00D30" w:rsidP="00E00D30">
      <w:r>
        <w:t>906.3857</w:t>
      </w:r>
      <w:r>
        <w:tab/>
        <w:t>2.025e0</w:t>
      </w:r>
    </w:p>
    <w:p w:rsidR="00E00D30" w:rsidRDefault="00E00D30" w:rsidP="00E00D30">
      <w:r>
        <w:lastRenderedPageBreak/>
        <w:t>906.4012</w:t>
      </w:r>
      <w:r>
        <w:tab/>
        <w:t>2.025e0</w:t>
      </w:r>
    </w:p>
    <w:p w:rsidR="00E00D30" w:rsidRDefault="00E00D30" w:rsidP="00E00D30">
      <w:r>
        <w:t>906.4470</w:t>
      </w:r>
      <w:r>
        <w:tab/>
        <w:t>1.013e0</w:t>
      </w:r>
    </w:p>
    <w:p w:rsidR="00E00D30" w:rsidRDefault="00E00D30" w:rsidP="00E00D30">
      <w:r>
        <w:t>906.4993</w:t>
      </w:r>
      <w:r>
        <w:tab/>
        <w:t>1.013e0</w:t>
      </w:r>
    </w:p>
    <w:p w:rsidR="00E00D30" w:rsidRDefault="00E00D30" w:rsidP="00E00D30">
      <w:r>
        <w:t>906.5092</w:t>
      </w:r>
      <w:r>
        <w:tab/>
        <w:t>4.653e0</w:t>
      </w:r>
    </w:p>
    <w:p w:rsidR="00E00D30" w:rsidRDefault="00E00D30" w:rsidP="00E00D30">
      <w:r>
        <w:t>906.5421</w:t>
      </w:r>
      <w:r>
        <w:tab/>
        <w:t>6.047e0</w:t>
      </w:r>
    </w:p>
    <w:p w:rsidR="00E00D30" w:rsidRDefault="00E00D30" w:rsidP="00E00D30">
      <w:r>
        <w:t>906.5466</w:t>
      </w:r>
      <w:r>
        <w:tab/>
        <w:t>3.038e0</w:t>
      </w:r>
    </w:p>
    <w:p w:rsidR="00E00D30" w:rsidRDefault="00E00D30" w:rsidP="00E00D30">
      <w:r>
        <w:t>906.5498</w:t>
      </w:r>
      <w:r>
        <w:tab/>
        <w:t>1.656e1</w:t>
      </w:r>
    </w:p>
    <w:p w:rsidR="00E00D30" w:rsidRDefault="00E00D30" w:rsidP="00E00D30">
      <w:r>
        <w:t>906.5733</w:t>
      </w:r>
      <w:r>
        <w:tab/>
        <w:t>3.038e0</w:t>
      </w:r>
    </w:p>
    <w:p w:rsidR="00E00D30" w:rsidRDefault="00E00D30" w:rsidP="00E00D30">
      <w:r>
        <w:t>906.6036</w:t>
      </w:r>
      <w:r>
        <w:tab/>
        <w:t>4.051e0</w:t>
      </w:r>
    </w:p>
    <w:p w:rsidR="00E00D30" w:rsidRDefault="00E00D30" w:rsidP="00E00D30">
      <w:r>
        <w:t>906.6665</w:t>
      </w:r>
      <w:r>
        <w:tab/>
        <w:t>1.013e0</w:t>
      </w:r>
    </w:p>
    <w:p w:rsidR="00E00D30" w:rsidRDefault="00E00D30" w:rsidP="00E00D30">
      <w:r>
        <w:t>906.6828</w:t>
      </w:r>
      <w:r>
        <w:tab/>
        <w:t>2.025e0</w:t>
      </w:r>
    </w:p>
    <w:p w:rsidR="00E00D30" w:rsidRDefault="00E00D30" w:rsidP="00E00D30">
      <w:r>
        <w:t>906.7150</w:t>
      </w:r>
      <w:r>
        <w:tab/>
        <w:t>1.013e0</w:t>
      </w:r>
    </w:p>
    <w:p w:rsidR="00E00D30" w:rsidRDefault="00E00D30" w:rsidP="00E00D30">
      <w:r>
        <w:t>906.7577</w:t>
      </w:r>
      <w:r>
        <w:tab/>
        <w:t>1.013e0</w:t>
      </w:r>
    </w:p>
    <w:p w:rsidR="00E00D30" w:rsidRDefault="00E00D30" w:rsidP="00E00D30">
      <w:r>
        <w:t>906.7857</w:t>
      </w:r>
      <w:r>
        <w:tab/>
        <w:t>2.025e0</w:t>
      </w:r>
    </w:p>
    <w:p w:rsidR="00E00D30" w:rsidRDefault="00E00D30" w:rsidP="00E00D30">
      <w:r>
        <w:t>906.7892</w:t>
      </w:r>
      <w:r>
        <w:tab/>
        <w:t>1.013e0</w:t>
      </w:r>
    </w:p>
    <w:p w:rsidR="00E00D30" w:rsidRDefault="00E00D30" w:rsidP="00E00D30">
      <w:r>
        <w:t>906.8021</w:t>
      </w:r>
      <w:r>
        <w:tab/>
        <w:t>1.013e0</w:t>
      </w:r>
    </w:p>
    <w:p w:rsidR="00E00D30" w:rsidRDefault="00E00D30" w:rsidP="00E00D30">
      <w:r>
        <w:t>906.8185</w:t>
      </w:r>
      <w:r>
        <w:tab/>
        <w:t>1.013e0</w:t>
      </w:r>
    </w:p>
    <w:p w:rsidR="00E00D30" w:rsidRDefault="00E00D30" w:rsidP="00E00D30">
      <w:r>
        <w:t>906.8489</w:t>
      </w:r>
      <w:r>
        <w:tab/>
        <w:t>1.013e0</w:t>
      </w:r>
    </w:p>
    <w:p w:rsidR="00E00D30" w:rsidRDefault="00E00D30" w:rsidP="00E00D30">
      <w:r>
        <w:t>906.9193</w:t>
      </w:r>
      <w:r>
        <w:tab/>
        <w:t>3.038e0</w:t>
      </w:r>
    </w:p>
    <w:p w:rsidR="00E00D30" w:rsidRDefault="00E00D30" w:rsidP="00E00D30">
      <w:r>
        <w:lastRenderedPageBreak/>
        <w:t>906.9244</w:t>
      </w:r>
      <w:r>
        <w:tab/>
        <w:t>1.013e0</w:t>
      </w:r>
    </w:p>
    <w:p w:rsidR="00E00D30" w:rsidRDefault="00E00D30" w:rsidP="00E00D30">
      <w:r>
        <w:t>906.9396</w:t>
      </w:r>
      <w:r>
        <w:tab/>
        <w:t>1.013e0</w:t>
      </w:r>
    </w:p>
    <w:p w:rsidR="00E00D30" w:rsidRDefault="00E00D30" w:rsidP="00E00D30">
      <w:r>
        <w:t>907.0544</w:t>
      </w:r>
      <w:r>
        <w:tab/>
        <w:t>1.013e0</w:t>
      </w:r>
    </w:p>
    <w:p w:rsidR="00E00D30" w:rsidRDefault="00E00D30" w:rsidP="00E00D30">
      <w:r>
        <w:t>907.1237</w:t>
      </w:r>
      <w:r>
        <w:tab/>
        <w:t>1.013e0</w:t>
      </w:r>
    </w:p>
    <w:p w:rsidR="00E00D30" w:rsidRDefault="00E00D30" w:rsidP="00E00D30">
      <w:r>
        <w:t>907.1904</w:t>
      </w:r>
      <w:r>
        <w:tab/>
        <w:t>2.025e0</w:t>
      </w:r>
    </w:p>
    <w:p w:rsidR="00E00D30" w:rsidRDefault="00E00D30" w:rsidP="00E00D30">
      <w:r>
        <w:t>907.2133</w:t>
      </w:r>
      <w:r>
        <w:tab/>
        <w:t>1.013e0</w:t>
      </w:r>
    </w:p>
    <w:p w:rsidR="00E00D30" w:rsidRDefault="00E00D30" w:rsidP="00E00D30">
      <w:r>
        <w:t>907.2605</w:t>
      </w:r>
      <w:r>
        <w:tab/>
        <w:t>1.013e0</w:t>
      </w:r>
    </w:p>
    <w:p w:rsidR="00E00D30" w:rsidRDefault="00E00D30" w:rsidP="00E00D30">
      <w:r>
        <w:t>907.2909</w:t>
      </w:r>
      <w:r>
        <w:tab/>
        <w:t>1.013e0</w:t>
      </w:r>
    </w:p>
    <w:p w:rsidR="00E00D30" w:rsidRDefault="00E00D30" w:rsidP="00E00D30">
      <w:r>
        <w:t>907.3958</w:t>
      </w:r>
      <w:r>
        <w:tab/>
        <w:t>1.013e0</w:t>
      </w:r>
    </w:p>
    <w:p w:rsidR="00E00D30" w:rsidRDefault="00E00D30" w:rsidP="00E00D30">
      <w:r>
        <w:t>907.4108</w:t>
      </w:r>
      <w:r>
        <w:tab/>
        <w:t>1.013e0</w:t>
      </w:r>
    </w:p>
    <w:p w:rsidR="00E00D30" w:rsidRDefault="00E00D30" w:rsidP="00E00D30">
      <w:r>
        <w:t>907.4800</w:t>
      </w:r>
      <w:r>
        <w:tab/>
        <w:t>4.667e0</w:t>
      </w:r>
    </w:p>
    <w:p w:rsidR="00E00D30" w:rsidRDefault="00E00D30" w:rsidP="00E00D30">
      <w:r>
        <w:t>907.5067</w:t>
      </w:r>
      <w:r>
        <w:tab/>
        <w:t>3.106e0</w:t>
      </w:r>
    </w:p>
    <w:p w:rsidR="00E00D30" w:rsidRDefault="00E00D30" w:rsidP="00E00D30">
      <w:r>
        <w:t>907.5278</w:t>
      </w:r>
      <w:r>
        <w:tab/>
        <w:t>2.025e0</w:t>
      </w:r>
    </w:p>
    <w:p w:rsidR="00E00D30" w:rsidRDefault="00E00D30" w:rsidP="00E00D30">
      <w:r>
        <w:t>907.5336</w:t>
      </w:r>
      <w:r>
        <w:tab/>
        <w:t>4.051e0</w:t>
      </w:r>
    </w:p>
    <w:p w:rsidR="00E00D30" w:rsidRDefault="00E00D30" w:rsidP="00E00D30">
      <w:r>
        <w:t>907.5468</w:t>
      </w:r>
      <w:r>
        <w:tab/>
        <w:t>1.013e0</w:t>
      </w:r>
    </w:p>
    <w:p w:rsidR="00E00D30" w:rsidRDefault="00E00D30" w:rsidP="00E00D30">
      <w:r>
        <w:t>907.5542</w:t>
      </w:r>
      <w:r>
        <w:tab/>
        <w:t>2.025e0</w:t>
      </w:r>
    </w:p>
    <w:p w:rsidR="00E00D30" w:rsidRDefault="00E00D30" w:rsidP="00E00D30">
      <w:r>
        <w:t>907.5758</w:t>
      </w:r>
      <w:r>
        <w:tab/>
        <w:t>4.667e0</w:t>
      </w:r>
    </w:p>
    <w:p w:rsidR="00E00D30" w:rsidRDefault="00E00D30" w:rsidP="00E00D30">
      <w:r>
        <w:t>907.5828</w:t>
      </w:r>
      <w:r>
        <w:tab/>
        <w:t>4.716e0</w:t>
      </w:r>
    </w:p>
    <w:p w:rsidR="00E00D30" w:rsidRDefault="00E00D30" w:rsidP="00E00D30">
      <w:r>
        <w:t>907.6239</w:t>
      </w:r>
      <w:r>
        <w:tab/>
        <w:t>1.013e0</w:t>
      </w:r>
    </w:p>
    <w:p w:rsidR="00E00D30" w:rsidRDefault="00E00D30" w:rsidP="00E00D30">
      <w:r>
        <w:lastRenderedPageBreak/>
        <w:t>907.6285</w:t>
      </w:r>
      <w:r>
        <w:tab/>
        <w:t>1.013e0</w:t>
      </w:r>
    </w:p>
    <w:p w:rsidR="00E00D30" w:rsidRDefault="00E00D30" w:rsidP="00E00D30">
      <w:r>
        <w:t>907.6559</w:t>
      </w:r>
      <w:r>
        <w:tab/>
        <w:t>1.013e0</w:t>
      </w:r>
    </w:p>
    <w:p w:rsidR="00E00D30" w:rsidRDefault="00E00D30" w:rsidP="00E00D30">
      <w:r>
        <w:t>907.6682</w:t>
      </w:r>
      <w:r>
        <w:tab/>
        <w:t>2.025e0</w:t>
      </w:r>
    </w:p>
    <w:p w:rsidR="00E00D30" w:rsidRDefault="00E00D30" w:rsidP="00E00D30">
      <w:r>
        <w:t>907.6711</w:t>
      </w:r>
      <w:r>
        <w:tab/>
        <w:t>1.013e0</w:t>
      </w:r>
    </w:p>
    <w:p w:rsidR="00E00D30" w:rsidRDefault="00E00D30" w:rsidP="00E00D30">
      <w:r>
        <w:t>907.7157</w:t>
      </w:r>
      <w:r>
        <w:tab/>
        <w:t>2.025e0</w:t>
      </w:r>
    </w:p>
    <w:p w:rsidR="00E00D30" w:rsidRDefault="00E00D30" w:rsidP="00E00D30">
      <w:r>
        <w:t>907.7532</w:t>
      </w:r>
      <w:r>
        <w:tab/>
        <w:t>2.025e0</w:t>
      </w:r>
    </w:p>
    <w:p w:rsidR="00E00D30" w:rsidRDefault="00E00D30" w:rsidP="00E00D30">
      <w:r>
        <w:t>907.7700</w:t>
      </w:r>
      <w:r>
        <w:tab/>
        <w:t>2.025e0</w:t>
      </w:r>
    </w:p>
    <w:p w:rsidR="00E00D30" w:rsidRDefault="00E00D30" w:rsidP="00E00D30">
      <w:r>
        <w:t>907.7928</w:t>
      </w:r>
      <w:r>
        <w:tab/>
        <w:t>1.013e0</w:t>
      </w:r>
    </w:p>
    <w:p w:rsidR="00E00D30" w:rsidRDefault="00E00D30" w:rsidP="00E00D30">
      <w:r>
        <w:t>907.8069</w:t>
      </w:r>
      <w:r>
        <w:tab/>
        <w:t>1.013e0</w:t>
      </w:r>
    </w:p>
    <w:p w:rsidR="00E00D30" w:rsidRDefault="00E00D30" w:rsidP="00E00D30">
      <w:r>
        <w:t>907.8374</w:t>
      </w:r>
      <w:r>
        <w:tab/>
        <w:t>1.013e0</w:t>
      </w:r>
    </w:p>
    <w:p w:rsidR="00E00D30" w:rsidRDefault="00E00D30" w:rsidP="00E00D30">
      <w:r>
        <w:t>907.8538</w:t>
      </w:r>
      <w:r>
        <w:tab/>
        <w:t>2.025e0</w:t>
      </w:r>
    </w:p>
    <w:p w:rsidR="00E00D30" w:rsidRDefault="00E00D30" w:rsidP="00E00D30">
      <w:r>
        <w:t>907.9163</w:t>
      </w:r>
      <w:r>
        <w:tab/>
        <w:t>1.013e0</w:t>
      </w:r>
    </w:p>
    <w:p w:rsidR="00E00D30" w:rsidRDefault="00E00D30" w:rsidP="00E00D30">
      <w:r>
        <w:t>907.9287</w:t>
      </w:r>
      <w:r>
        <w:tab/>
        <w:t>1.013e0</w:t>
      </w:r>
    </w:p>
    <w:p w:rsidR="00E00D30" w:rsidRDefault="00E00D30" w:rsidP="00E00D30">
      <w:r>
        <w:t>907.9328</w:t>
      </w:r>
      <w:r>
        <w:tab/>
        <w:t>1.013e0</w:t>
      </w:r>
    </w:p>
    <w:p w:rsidR="00E00D30" w:rsidRDefault="00E00D30" w:rsidP="00E00D30">
      <w:r>
        <w:t>907.9434</w:t>
      </w:r>
      <w:r>
        <w:tab/>
        <w:t>1.013e0</w:t>
      </w:r>
    </w:p>
    <w:p w:rsidR="00E00D30" w:rsidRDefault="00E00D30" w:rsidP="00E00D30">
      <w:r>
        <w:t>907.9755</w:t>
      </w:r>
      <w:r>
        <w:tab/>
        <w:t>1.013e0</w:t>
      </w:r>
    </w:p>
    <w:p w:rsidR="00E00D30" w:rsidRDefault="00E00D30" w:rsidP="00E00D30">
      <w:r>
        <w:t>908.0127</w:t>
      </w:r>
      <w:r>
        <w:tab/>
        <w:t>2.025e0</w:t>
      </w:r>
    </w:p>
    <w:p w:rsidR="00E00D30" w:rsidRDefault="00E00D30" w:rsidP="00E00D30">
      <w:r>
        <w:t>908.0314</w:t>
      </w:r>
      <w:r>
        <w:tab/>
        <w:t>3.038e0</w:t>
      </w:r>
    </w:p>
    <w:p w:rsidR="00E00D30" w:rsidRDefault="00E00D30" w:rsidP="00E00D30">
      <w:r>
        <w:t>908.0502</w:t>
      </w:r>
      <w:r>
        <w:tab/>
        <w:t>2.025e0</w:t>
      </w:r>
    </w:p>
    <w:p w:rsidR="00E00D30" w:rsidRDefault="00E00D30" w:rsidP="00E00D30">
      <w:r>
        <w:lastRenderedPageBreak/>
        <w:t>908.0809</w:t>
      </w:r>
      <w:r>
        <w:tab/>
        <w:t>1.013e0</w:t>
      </w:r>
    </w:p>
    <w:p w:rsidR="00E00D30" w:rsidRDefault="00E00D30" w:rsidP="00E00D30">
      <w:r>
        <w:t>908.1722</w:t>
      </w:r>
      <w:r>
        <w:tab/>
        <w:t>3.038e0</w:t>
      </w:r>
    </w:p>
    <w:p w:rsidR="00E00D30" w:rsidRDefault="00E00D30" w:rsidP="00E00D30">
      <w:r>
        <w:t>908.2331</w:t>
      </w:r>
      <w:r>
        <w:tab/>
        <w:t>1.013e0</w:t>
      </w:r>
    </w:p>
    <w:p w:rsidR="00E00D30" w:rsidRDefault="00E00D30" w:rsidP="00E00D30">
      <w:r>
        <w:t>908.2365</w:t>
      </w:r>
      <w:r>
        <w:tab/>
        <w:t>1.013e0</w:t>
      </w:r>
    </w:p>
    <w:p w:rsidR="00E00D30" w:rsidRDefault="00E00D30" w:rsidP="00E00D30">
      <w:r>
        <w:t>908.2453</w:t>
      </w:r>
      <w:r>
        <w:tab/>
        <w:t>4.051e0</w:t>
      </w:r>
    </w:p>
    <w:p w:rsidR="00E00D30" w:rsidRDefault="00E00D30" w:rsidP="00E00D30">
      <w:r>
        <w:t>908.2716</w:t>
      </w:r>
      <w:r>
        <w:tab/>
        <w:t>1.013e0</w:t>
      </w:r>
    </w:p>
    <w:p w:rsidR="00E00D30" w:rsidRDefault="00E00D30" w:rsidP="00E00D30">
      <w:r>
        <w:t>908.3397</w:t>
      </w:r>
      <w:r>
        <w:tab/>
        <w:t>1.013e0</w:t>
      </w:r>
    </w:p>
    <w:p w:rsidR="00E00D30" w:rsidRDefault="00E00D30" w:rsidP="00E00D30">
      <w:r>
        <w:t>908.3544</w:t>
      </w:r>
      <w:r>
        <w:tab/>
        <w:t>1.013e0</w:t>
      </w:r>
    </w:p>
    <w:p w:rsidR="00E00D30" w:rsidRDefault="00E00D30" w:rsidP="00E00D30">
      <w:r>
        <w:t>908.3696</w:t>
      </w:r>
      <w:r>
        <w:tab/>
        <w:t>1.013e0</w:t>
      </w:r>
    </w:p>
    <w:p w:rsidR="00E00D30" w:rsidRDefault="00E00D30" w:rsidP="00E00D30">
      <w:r>
        <w:t>908.4305</w:t>
      </w:r>
      <w:r>
        <w:tab/>
        <w:t>1.013e0</w:t>
      </w:r>
    </w:p>
    <w:p w:rsidR="00E00D30" w:rsidRDefault="00E00D30" w:rsidP="00E00D30">
      <w:r>
        <w:t>908.4410</w:t>
      </w:r>
      <w:r>
        <w:tab/>
        <w:t>1.013e0</w:t>
      </w:r>
    </w:p>
    <w:p w:rsidR="00E00D30" w:rsidRDefault="00E00D30" w:rsidP="00E00D30">
      <w:r>
        <w:t>908.5247</w:t>
      </w:r>
      <w:r>
        <w:tab/>
        <w:t>1.013e0</w:t>
      </w:r>
    </w:p>
    <w:p w:rsidR="00E00D30" w:rsidRDefault="00E00D30" w:rsidP="00E00D30">
      <w:r>
        <w:t>908.5322</w:t>
      </w:r>
      <w:r>
        <w:tab/>
        <w:t>4.051e0</w:t>
      </w:r>
    </w:p>
    <w:p w:rsidR="00E00D30" w:rsidRDefault="00E00D30" w:rsidP="00E00D30">
      <w:r>
        <w:t>908.5487</w:t>
      </w:r>
      <w:r>
        <w:tab/>
        <w:t>1.916e1</w:t>
      </w:r>
    </w:p>
    <w:p w:rsidR="00E00D30" w:rsidRDefault="00E00D30" w:rsidP="00E00D30">
      <w:r>
        <w:t>908.5586</w:t>
      </w:r>
      <w:r>
        <w:tab/>
        <w:t>1.013e0</w:t>
      </w:r>
    </w:p>
    <w:p w:rsidR="00E00D30" w:rsidRDefault="00E00D30" w:rsidP="00E00D30">
      <w:r>
        <w:t>908.5643</w:t>
      </w:r>
      <w:r>
        <w:tab/>
        <w:t>3.587e1</w:t>
      </w:r>
    </w:p>
    <w:p w:rsidR="00E00D30" w:rsidRDefault="00E00D30" w:rsidP="00E00D30">
      <w:r>
        <w:t>908.5748</w:t>
      </w:r>
      <w:r>
        <w:tab/>
        <w:t>3.100e1</w:t>
      </w:r>
    </w:p>
    <w:p w:rsidR="00E00D30" w:rsidRDefault="00E00D30" w:rsidP="00E00D30">
      <w:r>
        <w:t>908.5762</w:t>
      </w:r>
      <w:r>
        <w:tab/>
        <w:t>1.316e1</w:t>
      </w:r>
    </w:p>
    <w:p w:rsidR="00E00D30" w:rsidRDefault="00E00D30" w:rsidP="00E00D30">
      <w:r>
        <w:t>908.6460</w:t>
      </w:r>
      <w:r>
        <w:tab/>
        <w:t>2.025e0</w:t>
      </w:r>
    </w:p>
    <w:p w:rsidR="00E00D30" w:rsidRDefault="00E00D30" w:rsidP="00E00D30">
      <w:r>
        <w:lastRenderedPageBreak/>
        <w:t>908.6756</w:t>
      </w:r>
      <w:r>
        <w:tab/>
        <w:t>1.013e0</w:t>
      </w:r>
    </w:p>
    <w:p w:rsidR="00E00D30" w:rsidRDefault="00E00D30" w:rsidP="00E00D30">
      <w:r>
        <w:t>908.7280</w:t>
      </w:r>
      <w:r>
        <w:tab/>
        <w:t>2.025e0</w:t>
      </w:r>
    </w:p>
    <w:p w:rsidR="00E00D30" w:rsidRDefault="00E00D30" w:rsidP="00E00D30">
      <w:r>
        <w:t>908.7432</w:t>
      </w:r>
      <w:r>
        <w:tab/>
        <w:t>2.025e0</w:t>
      </w:r>
    </w:p>
    <w:p w:rsidR="00E00D30" w:rsidRDefault="00E00D30" w:rsidP="00E00D30">
      <w:r>
        <w:t>908.7486</w:t>
      </w:r>
      <w:r>
        <w:tab/>
        <w:t>2.025e0</w:t>
      </w:r>
    </w:p>
    <w:p w:rsidR="00E00D30" w:rsidRDefault="00E00D30" w:rsidP="00E00D30">
      <w:r>
        <w:t>908.7519</w:t>
      </w:r>
      <w:r>
        <w:tab/>
        <w:t>1.013e0</w:t>
      </w:r>
    </w:p>
    <w:p w:rsidR="00E00D30" w:rsidRDefault="00E00D30" w:rsidP="00E00D30">
      <w:r>
        <w:t>908.7655</w:t>
      </w:r>
      <w:r>
        <w:tab/>
        <w:t>1.013e0</w:t>
      </w:r>
    </w:p>
    <w:p w:rsidR="00E00D30" w:rsidRDefault="00E00D30" w:rsidP="00E00D30">
      <w:r>
        <w:t>908.8259</w:t>
      </w:r>
      <w:r>
        <w:tab/>
        <w:t>2.025e0</w:t>
      </w:r>
    </w:p>
    <w:p w:rsidR="00E00D30" w:rsidRDefault="00E00D30" w:rsidP="00E00D30">
      <w:r>
        <w:t>908.8417</w:t>
      </w:r>
      <w:r>
        <w:tab/>
        <w:t>1.013e0</w:t>
      </w:r>
    </w:p>
    <w:p w:rsidR="00E00D30" w:rsidRDefault="00E00D30" w:rsidP="00E00D30">
      <w:r>
        <w:t>908.8452</w:t>
      </w:r>
      <w:r>
        <w:tab/>
        <w:t>3.038e0</w:t>
      </w:r>
    </w:p>
    <w:p w:rsidR="00E00D30" w:rsidRDefault="00E00D30" w:rsidP="00E00D30">
      <w:r>
        <w:t>908.8747</w:t>
      </w:r>
      <w:r>
        <w:tab/>
        <w:t>2.025e0</w:t>
      </w:r>
    </w:p>
    <w:p w:rsidR="00E00D30" w:rsidRDefault="00E00D30" w:rsidP="00E00D30">
      <w:r>
        <w:t>908.9178</w:t>
      </w:r>
      <w:r>
        <w:tab/>
        <w:t>3.038e0</w:t>
      </w:r>
    </w:p>
    <w:p w:rsidR="00E00D30" w:rsidRDefault="00E00D30" w:rsidP="00E00D30">
      <w:r>
        <w:t>908.9318</w:t>
      </w:r>
      <w:r>
        <w:tab/>
        <w:t>2.025e0</w:t>
      </w:r>
    </w:p>
    <w:p w:rsidR="00E00D30" w:rsidRDefault="00E00D30" w:rsidP="00E00D30">
      <w:r>
        <w:t>908.9452</w:t>
      </w:r>
      <w:r>
        <w:tab/>
        <w:t>3.038e0</w:t>
      </w:r>
    </w:p>
    <w:p w:rsidR="00E00D30" w:rsidRDefault="00E00D30" w:rsidP="00E00D30">
      <w:r>
        <w:t>908.9974</w:t>
      </w:r>
      <w:r>
        <w:tab/>
        <w:t>1.013e0</w:t>
      </w:r>
    </w:p>
    <w:p w:rsidR="00E00D30" w:rsidRDefault="00E00D30" w:rsidP="00E00D30">
      <w:r>
        <w:t>909.0245</w:t>
      </w:r>
      <w:r>
        <w:tab/>
        <w:t>1.013e0</w:t>
      </w:r>
    </w:p>
    <w:p w:rsidR="00E00D30" w:rsidRDefault="00E00D30" w:rsidP="00E00D30">
      <w:r>
        <w:t>909.0493</w:t>
      </w:r>
      <w:r>
        <w:tab/>
        <w:t>1.013e0</w:t>
      </w:r>
    </w:p>
    <w:p w:rsidR="00E00D30" w:rsidRDefault="00E00D30" w:rsidP="00E00D30">
      <w:r>
        <w:t>909.0702</w:t>
      </w:r>
      <w:r>
        <w:tab/>
        <w:t>1.013e0</w:t>
      </w:r>
    </w:p>
    <w:p w:rsidR="00E00D30" w:rsidRDefault="00E00D30" w:rsidP="00E00D30">
      <w:r>
        <w:t>909.1064</w:t>
      </w:r>
      <w:r>
        <w:tab/>
        <w:t>3.038e0</w:t>
      </w:r>
    </w:p>
    <w:p w:rsidR="00E00D30" w:rsidRDefault="00E00D30" w:rsidP="00E00D30">
      <w:r>
        <w:t>909.1159</w:t>
      </w:r>
      <w:r>
        <w:tab/>
        <w:t>1.013e0</w:t>
      </w:r>
    </w:p>
    <w:p w:rsidR="00E00D30" w:rsidRDefault="00E00D30" w:rsidP="00E00D30">
      <w:r>
        <w:lastRenderedPageBreak/>
        <w:t>909.1495</w:t>
      </w:r>
      <w:r>
        <w:tab/>
        <w:t>1.013e0</w:t>
      </w:r>
    </w:p>
    <w:p w:rsidR="00E00D30" w:rsidRDefault="00E00D30" w:rsidP="00E00D30">
      <w:r>
        <w:t>909.1670</w:t>
      </w:r>
      <w:r>
        <w:tab/>
        <w:t>1.013e0</w:t>
      </w:r>
    </w:p>
    <w:p w:rsidR="00E00D30" w:rsidRDefault="00E00D30" w:rsidP="00E00D30">
      <w:r>
        <w:t>909.2073</w:t>
      </w:r>
      <w:r>
        <w:tab/>
        <w:t>1.013e0</w:t>
      </w:r>
    </w:p>
    <w:p w:rsidR="00E00D30" w:rsidRDefault="00E00D30" w:rsidP="00E00D30">
      <w:r>
        <w:t>909.2378</w:t>
      </w:r>
      <w:r>
        <w:tab/>
        <w:t>1.013e0</w:t>
      </w:r>
    </w:p>
    <w:p w:rsidR="00E00D30" w:rsidRDefault="00E00D30" w:rsidP="00E00D30">
      <w:r>
        <w:t>909.2699</w:t>
      </w:r>
      <w:r>
        <w:tab/>
        <w:t>1.013e0</w:t>
      </w:r>
    </w:p>
    <w:p w:rsidR="00E00D30" w:rsidRDefault="00E00D30" w:rsidP="00E00D30">
      <w:r>
        <w:t>909.2993</w:t>
      </w:r>
      <w:r>
        <w:tab/>
        <w:t>1.013e0</w:t>
      </w:r>
    </w:p>
    <w:p w:rsidR="00E00D30" w:rsidRDefault="00E00D30" w:rsidP="00E00D30">
      <w:r>
        <w:t>909.3364</w:t>
      </w:r>
      <w:r>
        <w:tab/>
        <w:t>1.013e0</w:t>
      </w:r>
    </w:p>
    <w:p w:rsidR="00E00D30" w:rsidRDefault="00E00D30" w:rsidP="00E00D30">
      <w:r>
        <w:t>909.3445</w:t>
      </w:r>
      <w:r>
        <w:tab/>
        <w:t>1.013e0</w:t>
      </w:r>
    </w:p>
    <w:p w:rsidR="00E00D30" w:rsidRDefault="00E00D30" w:rsidP="00E00D30">
      <w:r>
        <w:t>909.3708</w:t>
      </w:r>
      <w:r>
        <w:tab/>
        <w:t>1.013e0</w:t>
      </w:r>
    </w:p>
    <w:p w:rsidR="00E00D30" w:rsidRDefault="00E00D30" w:rsidP="00E00D30">
      <w:r>
        <w:t>909.3765</w:t>
      </w:r>
      <w:r>
        <w:tab/>
        <w:t>1.013e0</w:t>
      </w:r>
    </w:p>
    <w:p w:rsidR="00E00D30" w:rsidRDefault="00E00D30" w:rsidP="00E00D30">
      <w:r>
        <w:t>909.3907</w:t>
      </w:r>
      <w:r>
        <w:tab/>
        <w:t>1.013e0</w:t>
      </w:r>
    </w:p>
    <w:p w:rsidR="00E00D30" w:rsidRDefault="00E00D30" w:rsidP="00E00D30">
      <w:r>
        <w:t>909.5126</w:t>
      </w:r>
      <w:r>
        <w:tab/>
        <w:t>1.013e0</w:t>
      </w:r>
    </w:p>
    <w:p w:rsidR="00E00D30" w:rsidRDefault="00E00D30" w:rsidP="00E00D30">
      <w:r>
        <w:t>909.5225</w:t>
      </w:r>
      <w:r>
        <w:tab/>
        <w:t>3.038e0</w:t>
      </w:r>
    </w:p>
    <w:p w:rsidR="00E00D30" w:rsidRDefault="00E00D30" w:rsidP="00E00D30">
      <w:r>
        <w:t>909.5347</w:t>
      </w:r>
      <w:r>
        <w:tab/>
        <w:t>8.001e0</w:t>
      </w:r>
    </w:p>
    <w:p w:rsidR="00E00D30" w:rsidRDefault="00E00D30" w:rsidP="00E00D30">
      <w:r>
        <w:t>909.5554</w:t>
      </w:r>
      <w:r>
        <w:tab/>
        <w:t>1.738e1</w:t>
      </w:r>
    </w:p>
    <w:p w:rsidR="00E00D30" w:rsidRDefault="00E00D30" w:rsidP="00E00D30">
      <w:r>
        <w:t>909.5590</w:t>
      </w:r>
      <w:r>
        <w:tab/>
        <w:t>1.148e1</w:t>
      </w:r>
    </w:p>
    <w:p w:rsidR="00E00D30" w:rsidRDefault="00E00D30" w:rsidP="00E00D30">
      <w:r>
        <w:t>909.5625</w:t>
      </w:r>
      <w:r>
        <w:tab/>
        <w:t>1.239e1</w:t>
      </w:r>
    </w:p>
    <w:p w:rsidR="00E00D30" w:rsidRDefault="00E00D30" w:rsidP="00E00D30">
      <w:r>
        <w:t>909.6147</w:t>
      </w:r>
      <w:r>
        <w:tab/>
        <w:t>8.101e0</w:t>
      </w:r>
    </w:p>
    <w:p w:rsidR="00E00D30" w:rsidRDefault="00E00D30" w:rsidP="00E00D30">
      <w:r>
        <w:t>909.6193</w:t>
      </w:r>
      <w:r>
        <w:tab/>
        <w:t>2.025e0</w:t>
      </w:r>
    </w:p>
    <w:p w:rsidR="00E00D30" w:rsidRDefault="00E00D30" w:rsidP="00E00D30">
      <w:r>
        <w:lastRenderedPageBreak/>
        <w:t>909.6232</w:t>
      </w:r>
      <w:r>
        <w:tab/>
        <w:t>4.051e0</w:t>
      </w:r>
    </w:p>
    <w:p w:rsidR="00E00D30" w:rsidRDefault="00E00D30" w:rsidP="00E00D30">
      <w:r>
        <w:t>909.6509</w:t>
      </w:r>
      <w:r>
        <w:tab/>
        <w:t>1.013e0</w:t>
      </w:r>
    </w:p>
    <w:p w:rsidR="00E00D30" w:rsidRDefault="00E00D30" w:rsidP="00E00D30">
      <w:r>
        <w:t>909.7184</w:t>
      </w:r>
      <w:r>
        <w:tab/>
        <w:t>3.038e0</w:t>
      </w:r>
    </w:p>
    <w:p w:rsidR="00E00D30" w:rsidRDefault="00E00D30" w:rsidP="00E00D30">
      <w:r>
        <w:t>909.7281</w:t>
      </w:r>
      <w:r>
        <w:tab/>
        <w:t>2.025e0</w:t>
      </w:r>
    </w:p>
    <w:p w:rsidR="00E00D30" w:rsidRDefault="00E00D30" w:rsidP="00E00D30">
      <w:r>
        <w:t>909.7881</w:t>
      </w:r>
      <w:r>
        <w:tab/>
        <w:t>1.013e0</w:t>
      </w:r>
    </w:p>
    <w:p w:rsidR="00E00D30" w:rsidRDefault="00E00D30" w:rsidP="00E00D30">
      <w:r>
        <w:t>909.8093</w:t>
      </w:r>
      <w:r>
        <w:tab/>
        <w:t>1.013e0</w:t>
      </w:r>
    </w:p>
    <w:p w:rsidR="00E00D30" w:rsidRDefault="00E00D30" w:rsidP="00E00D30">
      <w:r>
        <w:t>909.8480</w:t>
      </w:r>
      <w:r>
        <w:tab/>
        <w:t>1.013e0</w:t>
      </w:r>
    </w:p>
    <w:p w:rsidR="00E00D30" w:rsidRDefault="00E00D30" w:rsidP="00E00D30">
      <w:r>
        <w:t>909.9802</w:t>
      </w:r>
      <w:r>
        <w:tab/>
        <w:t>1.013e0</w:t>
      </w:r>
    </w:p>
    <w:p w:rsidR="00E00D30" w:rsidRDefault="00E00D30" w:rsidP="00E00D30">
      <w:r>
        <w:t>910.0140</w:t>
      </w:r>
      <w:r>
        <w:tab/>
        <w:t>1.013e0</w:t>
      </w:r>
    </w:p>
    <w:p w:rsidR="00E00D30" w:rsidRDefault="00E00D30" w:rsidP="00E00D30">
      <w:r>
        <w:t>910.0305</w:t>
      </w:r>
      <w:r>
        <w:tab/>
        <w:t>1.013e0</w:t>
      </w:r>
    </w:p>
    <w:p w:rsidR="00E00D30" w:rsidRDefault="00E00D30" w:rsidP="00E00D30">
      <w:r>
        <w:t>910.0411</w:t>
      </w:r>
      <w:r>
        <w:tab/>
        <w:t>3.038e0</w:t>
      </w:r>
    </w:p>
    <w:p w:rsidR="00E00D30" w:rsidRDefault="00E00D30" w:rsidP="00E00D30">
      <w:r>
        <w:t>910.1479</w:t>
      </w:r>
      <w:r>
        <w:tab/>
        <w:t>1.013e0</w:t>
      </w:r>
    </w:p>
    <w:p w:rsidR="00E00D30" w:rsidRDefault="00E00D30" w:rsidP="00E00D30">
      <w:r>
        <w:t>910.1525</w:t>
      </w:r>
      <w:r>
        <w:tab/>
        <w:t>1.013e0</w:t>
      </w:r>
    </w:p>
    <w:p w:rsidR="00E00D30" w:rsidRDefault="00E00D30" w:rsidP="00E00D30">
      <w:r>
        <w:t>910.2135</w:t>
      </w:r>
      <w:r>
        <w:tab/>
        <w:t>1.013e0</w:t>
      </w:r>
    </w:p>
    <w:p w:rsidR="00E00D30" w:rsidRDefault="00E00D30" w:rsidP="00E00D30">
      <w:r>
        <w:t>910.2293</w:t>
      </w:r>
      <w:r>
        <w:tab/>
        <w:t>2.025e0</w:t>
      </w:r>
    </w:p>
    <w:p w:rsidR="00E00D30" w:rsidRDefault="00E00D30" w:rsidP="00E00D30">
      <w:r>
        <w:t>910.2481</w:t>
      </w:r>
      <w:r>
        <w:tab/>
        <w:t>1.013e0</w:t>
      </w:r>
    </w:p>
    <w:p w:rsidR="00E00D30" w:rsidRDefault="00E00D30" w:rsidP="00E00D30">
      <w:r>
        <w:t>910.2573</w:t>
      </w:r>
      <w:r>
        <w:tab/>
        <w:t>2.025e0</w:t>
      </w:r>
    </w:p>
    <w:p w:rsidR="00E00D30" w:rsidRDefault="00E00D30" w:rsidP="00E00D30">
      <w:r>
        <w:t>910.3267</w:t>
      </w:r>
      <w:r>
        <w:tab/>
        <w:t>2.025e0</w:t>
      </w:r>
    </w:p>
    <w:p w:rsidR="00E00D30" w:rsidRDefault="00E00D30" w:rsidP="00E00D30">
      <w:r>
        <w:t>910.3433</w:t>
      </w:r>
      <w:r>
        <w:tab/>
        <w:t>2.025e0</w:t>
      </w:r>
    </w:p>
    <w:p w:rsidR="00E00D30" w:rsidRDefault="00E00D30" w:rsidP="00E00D30">
      <w:r>
        <w:lastRenderedPageBreak/>
        <w:t>910.3829</w:t>
      </w:r>
      <w:r>
        <w:tab/>
        <w:t>1.013e0</w:t>
      </w:r>
    </w:p>
    <w:p w:rsidR="00E00D30" w:rsidRDefault="00E00D30" w:rsidP="00E00D30">
      <w:r>
        <w:t>910.4152</w:t>
      </w:r>
      <w:r>
        <w:tab/>
        <w:t>2.025e0</w:t>
      </w:r>
    </w:p>
    <w:p w:rsidR="00E00D30" w:rsidRDefault="00E00D30" w:rsidP="00E00D30">
      <w:r>
        <w:t>910.4237</w:t>
      </w:r>
      <w:r>
        <w:tab/>
        <w:t>4.051e0</w:t>
      </w:r>
    </w:p>
    <w:p w:rsidR="00E00D30" w:rsidRDefault="00E00D30" w:rsidP="00E00D30">
      <w:r>
        <w:t>910.4409</w:t>
      </w:r>
      <w:r>
        <w:tab/>
        <w:t>5.063e0</w:t>
      </w:r>
    </w:p>
    <w:p w:rsidR="00E00D30" w:rsidRDefault="00E00D30" w:rsidP="00E00D30">
      <w:r>
        <w:t>910.5395</w:t>
      </w:r>
      <w:r>
        <w:tab/>
        <w:t>3.038e0</w:t>
      </w:r>
    </w:p>
    <w:p w:rsidR="00E00D30" w:rsidRDefault="00E00D30" w:rsidP="00E00D30">
      <w:r>
        <w:t>910.5416</w:t>
      </w:r>
      <w:r>
        <w:tab/>
        <w:t>4.051e0</w:t>
      </w:r>
    </w:p>
    <w:p w:rsidR="00E00D30" w:rsidRDefault="00E00D30" w:rsidP="00E00D30">
      <w:r>
        <w:t>910.5427</w:t>
      </w:r>
      <w:r>
        <w:tab/>
        <w:t>1.115e1</w:t>
      </w:r>
    </w:p>
    <w:p w:rsidR="00E00D30" w:rsidRDefault="00E00D30" w:rsidP="00E00D30">
      <w:r>
        <w:t>910.5492</w:t>
      </w:r>
      <w:r>
        <w:tab/>
        <w:t>4.051e0</w:t>
      </w:r>
    </w:p>
    <w:p w:rsidR="00E00D30" w:rsidRDefault="00E00D30" w:rsidP="00E00D30">
      <w:r>
        <w:t>910.5552</w:t>
      </w:r>
      <w:r>
        <w:tab/>
        <w:t>9.114e0</w:t>
      </w:r>
    </w:p>
    <w:p w:rsidR="00E00D30" w:rsidRDefault="00E00D30" w:rsidP="00E00D30">
      <w:r>
        <w:t>910.5686</w:t>
      </w:r>
      <w:r>
        <w:tab/>
        <w:t>1.663e1</w:t>
      </w:r>
    </w:p>
    <w:p w:rsidR="00E00D30" w:rsidRDefault="00E00D30" w:rsidP="00E00D30">
      <w:r>
        <w:t>910.5723</w:t>
      </w:r>
      <w:r>
        <w:tab/>
        <w:t>8.072e0</w:t>
      </w:r>
    </w:p>
    <w:p w:rsidR="00E00D30" w:rsidRDefault="00E00D30" w:rsidP="00E00D30">
      <w:r>
        <w:t>910.6576</w:t>
      </w:r>
      <w:r>
        <w:tab/>
        <w:t>1.013e0</w:t>
      </w:r>
    </w:p>
    <w:p w:rsidR="00E00D30" w:rsidRDefault="00E00D30" w:rsidP="00E00D30">
      <w:r>
        <w:t>910.7391</w:t>
      </w:r>
      <w:r>
        <w:tab/>
        <w:t>2.025e0</w:t>
      </w:r>
    </w:p>
    <w:p w:rsidR="00E00D30" w:rsidRDefault="00E00D30" w:rsidP="00E00D30">
      <w:r>
        <w:t>910.7565</w:t>
      </w:r>
      <w:r>
        <w:tab/>
        <w:t>1.013e0</w:t>
      </w:r>
    </w:p>
    <w:p w:rsidR="00E00D30" w:rsidRDefault="00E00D30" w:rsidP="00E00D30">
      <w:r>
        <w:t>910.7645</w:t>
      </w:r>
      <w:r>
        <w:tab/>
        <w:t>1.013e0</w:t>
      </w:r>
    </w:p>
    <w:p w:rsidR="00E00D30" w:rsidRDefault="00E00D30" w:rsidP="00E00D30">
      <w:r>
        <w:t>910.8397</w:t>
      </w:r>
      <w:r>
        <w:tab/>
        <w:t>2.025e0</w:t>
      </w:r>
    </w:p>
    <w:p w:rsidR="00E00D30" w:rsidRDefault="00E00D30" w:rsidP="00E00D30">
      <w:r>
        <w:t>910.8735</w:t>
      </w:r>
      <w:r>
        <w:tab/>
        <w:t>1.013e0</w:t>
      </w:r>
    </w:p>
    <w:p w:rsidR="00E00D30" w:rsidRDefault="00E00D30" w:rsidP="00E00D30">
      <w:r>
        <w:t>910.8975</w:t>
      </w:r>
      <w:r>
        <w:tab/>
        <w:t>2.025e0</w:t>
      </w:r>
    </w:p>
    <w:p w:rsidR="00E00D30" w:rsidRDefault="00E00D30" w:rsidP="00E00D30">
      <w:r>
        <w:t>910.9086</w:t>
      </w:r>
      <w:r>
        <w:tab/>
        <w:t>1.013e0</w:t>
      </w:r>
    </w:p>
    <w:p w:rsidR="00E00D30" w:rsidRDefault="00E00D30" w:rsidP="00E00D30">
      <w:r>
        <w:lastRenderedPageBreak/>
        <w:t>910.9476</w:t>
      </w:r>
      <w:r>
        <w:tab/>
        <w:t>1.013e0</w:t>
      </w:r>
    </w:p>
    <w:p w:rsidR="00E00D30" w:rsidRDefault="00E00D30" w:rsidP="00E00D30">
      <w:r>
        <w:t>910.9772</w:t>
      </w:r>
      <w:r>
        <w:tab/>
        <w:t>3.038e0</w:t>
      </w:r>
    </w:p>
    <w:p w:rsidR="00E00D30" w:rsidRDefault="00E00D30" w:rsidP="00E00D30">
      <w:r>
        <w:t>911.0298</w:t>
      </w:r>
      <w:r>
        <w:tab/>
        <w:t>2.025e0</w:t>
      </w:r>
    </w:p>
    <w:p w:rsidR="00E00D30" w:rsidRDefault="00E00D30" w:rsidP="00E00D30">
      <w:r>
        <w:t>911.0515</w:t>
      </w:r>
      <w:r>
        <w:tab/>
        <w:t>2.025e0</w:t>
      </w:r>
    </w:p>
    <w:p w:rsidR="00E00D30" w:rsidRDefault="00E00D30" w:rsidP="00E00D30">
      <w:r>
        <w:t>911.0686</w:t>
      </w:r>
      <w:r>
        <w:tab/>
        <w:t>1.013e0</w:t>
      </w:r>
    </w:p>
    <w:p w:rsidR="00E00D30" w:rsidRDefault="00E00D30" w:rsidP="00E00D30">
      <w:r>
        <w:t>911.1600</w:t>
      </w:r>
      <w:r>
        <w:tab/>
        <w:t>2.025e0</w:t>
      </w:r>
    </w:p>
    <w:p w:rsidR="00E00D30" w:rsidRDefault="00E00D30" w:rsidP="00E00D30">
      <w:r>
        <w:t>911.1947</w:t>
      </w:r>
      <w:r>
        <w:tab/>
        <w:t>2.025e0</w:t>
      </w:r>
    </w:p>
    <w:p w:rsidR="00E00D30" w:rsidRDefault="00E00D30" w:rsidP="00E00D30">
      <w:r>
        <w:t>911.2110</w:t>
      </w:r>
      <w:r>
        <w:tab/>
        <w:t>2.025e0</w:t>
      </w:r>
    </w:p>
    <w:p w:rsidR="00E00D30" w:rsidRDefault="00E00D30" w:rsidP="00E00D30">
      <w:r>
        <w:t>911.2657</w:t>
      </w:r>
      <w:r>
        <w:tab/>
        <w:t>2.025e0</w:t>
      </w:r>
    </w:p>
    <w:p w:rsidR="00E00D30" w:rsidRDefault="00E00D30" w:rsidP="00E00D30">
      <w:r>
        <w:t>911.2671</w:t>
      </w:r>
      <w:r>
        <w:tab/>
        <w:t>1.013e0</w:t>
      </w:r>
    </w:p>
    <w:p w:rsidR="00E00D30" w:rsidRDefault="00E00D30" w:rsidP="00E00D30">
      <w:r>
        <w:t>911.2835</w:t>
      </w:r>
      <w:r>
        <w:tab/>
        <w:t>1.013e0</w:t>
      </w:r>
    </w:p>
    <w:p w:rsidR="00E00D30" w:rsidRDefault="00E00D30" w:rsidP="00E00D30">
      <w:r>
        <w:t>911.2972</w:t>
      </w:r>
      <w:r>
        <w:tab/>
        <w:t>1.013e0</w:t>
      </w:r>
    </w:p>
    <w:p w:rsidR="00E00D30" w:rsidRDefault="00E00D30" w:rsidP="00E00D30">
      <w:r>
        <w:t>911.2988</w:t>
      </w:r>
      <w:r>
        <w:tab/>
        <w:t>1.013e0</w:t>
      </w:r>
    </w:p>
    <w:p w:rsidR="00E00D30" w:rsidRDefault="00E00D30" w:rsidP="00E00D30">
      <w:r>
        <w:t>911.4045</w:t>
      </w:r>
      <w:r>
        <w:tab/>
        <w:t>1.013e0</w:t>
      </w:r>
    </w:p>
    <w:p w:rsidR="00E00D30" w:rsidRDefault="00E00D30" w:rsidP="00E00D30">
      <w:r>
        <w:t>911.4196</w:t>
      </w:r>
      <w:r>
        <w:tab/>
        <w:t>2.025e0</w:t>
      </w:r>
    </w:p>
    <w:p w:rsidR="00E00D30" w:rsidRDefault="00E00D30" w:rsidP="00E00D30">
      <w:r>
        <w:t>911.4210</w:t>
      </w:r>
      <w:r>
        <w:tab/>
        <w:t>2.025e0</w:t>
      </w:r>
    </w:p>
    <w:p w:rsidR="00E00D30" w:rsidRDefault="00E00D30" w:rsidP="00E00D30">
      <w:r>
        <w:t>911.4548</w:t>
      </w:r>
      <w:r>
        <w:tab/>
        <w:t>6.076e0</w:t>
      </w:r>
    </w:p>
    <w:p w:rsidR="00E00D30" w:rsidRDefault="00E00D30" w:rsidP="00E00D30">
      <w:r>
        <w:t>911.4744</w:t>
      </w:r>
      <w:r>
        <w:tab/>
        <w:t>2.025e0</w:t>
      </w:r>
    </w:p>
    <w:p w:rsidR="00E00D30" w:rsidRDefault="00E00D30" w:rsidP="00E00D30">
      <w:r>
        <w:t>911.4826</w:t>
      </w:r>
      <w:r>
        <w:tab/>
        <w:t>1.013e0</w:t>
      </w:r>
    </w:p>
    <w:p w:rsidR="00E00D30" w:rsidRDefault="00E00D30" w:rsidP="00E00D30">
      <w:r>
        <w:lastRenderedPageBreak/>
        <w:t>911.4911</w:t>
      </w:r>
      <w:r>
        <w:tab/>
        <w:t>4.051e0</w:t>
      </w:r>
    </w:p>
    <w:p w:rsidR="00E00D30" w:rsidRDefault="00E00D30" w:rsidP="00E00D30">
      <w:r>
        <w:t>911.5115</w:t>
      </w:r>
      <w:r>
        <w:tab/>
        <w:t>1.013e0</w:t>
      </w:r>
    </w:p>
    <w:p w:rsidR="00E00D30" w:rsidRDefault="00E00D30" w:rsidP="00E00D30">
      <w:r>
        <w:t>911.5142</w:t>
      </w:r>
      <w:r>
        <w:tab/>
        <w:t>6.655e0</w:t>
      </w:r>
    </w:p>
    <w:p w:rsidR="00E00D30" w:rsidRDefault="00E00D30" w:rsidP="00E00D30">
      <w:r>
        <w:t>911.5859</w:t>
      </w:r>
      <w:r>
        <w:tab/>
        <w:t>2.025e0</w:t>
      </w:r>
    </w:p>
    <w:p w:rsidR="00E00D30" w:rsidRDefault="00E00D30" w:rsidP="00E00D30">
      <w:r>
        <w:t>911.5872</w:t>
      </w:r>
      <w:r>
        <w:tab/>
        <w:t>1.013e0</w:t>
      </w:r>
    </w:p>
    <w:p w:rsidR="00E00D30" w:rsidRDefault="00E00D30" w:rsidP="00E00D30">
      <w:r>
        <w:t>911.6184</w:t>
      </w:r>
      <w:r>
        <w:tab/>
        <w:t>2.025e0</w:t>
      </w:r>
    </w:p>
    <w:p w:rsidR="00E00D30" w:rsidRDefault="00E00D30" w:rsidP="00E00D30">
      <w:r>
        <w:t>911.6337</w:t>
      </w:r>
      <w:r>
        <w:tab/>
        <w:t>1.013e0</w:t>
      </w:r>
    </w:p>
    <w:p w:rsidR="00E00D30" w:rsidRDefault="00E00D30" w:rsidP="00E00D30">
      <w:r>
        <w:t>911.6348</w:t>
      </w:r>
      <w:r>
        <w:tab/>
        <w:t>1.013e0</w:t>
      </w:r>
    </w:p>
    <w:p w:rsidR="00E00D30" w:rsidRDefault="00E00D30" w:rsidP="00E00D30">
      <w:r>
        <w:t>911.7031</w:t>
      </w:r>
      <w:r>
        <w:tab/>
        <w:t>1.013e0</w:t>
      </w:r>
    </w:p>
    <w:p w:rsidR="00E00D30" w:rsidRDefault="00E00D30" w:rsidP="00E00D30">
      <w:r>
        <w:t>911.7112</w:t>
      </w:r>
      <w:r>
        <w:tab/>
        <w:t>1.013e0</w:t>
      </w:r>
    </w:p>
    <w:p w:rsidR="00E00D30" w:rsidRDefault="00E00D30" w:rsidP="00E00D30">
      <w:r>
        <w:t>911.7172</w:t>
      </w:r>
      <w:r>
        <w:tab/>
        <w:t>2.025e0</w:t>
      </w:r>
    </w:p>
    <w:p w:rsidR="00E00D30" w:rsidRDefault="00E00D30" w:rsidP="00E00D30">
      <w:r>
        <w:t>911.7265</w:t>
      </w:r>
      <w:r>
        <w:tab/>
        <w:t>1.013e0</w:t>
      </w:r>
    </w:p>
    <w:p w:rsidR="00E00D30" w:rsidRDefault="00E00D30" w:rsidP="00E00D30">
      <w:r>
        <w:t>911.7401</w:t>
      </w:r>
      <w:r>
        <w:tab/>
        <w:t>2.025e0</w:t>
      </w:r>
    </w:p>
    <w:p w:rsidR="00E00D30" w:rsidRDefault="00E00D30" w:rsidP="00E00D30">
      <w:r>
        <w:t>911.7556</w:t>
      </w:r>
      <w:r>
        <w:tab/>
        <w:t>1.013e0</w:t>
      </w:r>
    </w:p>
    <w:p w:rsidR="00E00D30" w:rsidRDefault="00E00D30" w:rsidP="00E00D30">
      <w:r>
        <w:t>911.7712</w:t>
      </w:r>
      <w:r>
        <w:tab/>
        <w:t>1.013e0</w:t>
      </w:r>
    </w:p>
    <w:p w:rsidR="00E00D30" w:rsidRDefault="00E00D30" w:rsidP="00E00D30">
      <w:r>
        <w:t>911.8552</w:t>
      </w:r>
      <w:r>
        <w:tab/>
        <w:t>1.013e0</w:t>
      </w:r>
    </w:p>
    <w:p w:rsidR="00E00D30" w:rsidRDefault="00E00D30" w:rsidP="00E00D30">
      <w:r>
        <w:t>911.8735</w:t>
      </w:r>
      <w:r>
        <w:tab/>
        <w:t>1.013e0</w:t>
      </w:r>
    </w:p>
    <w:p w:rsidR="00E00D30" w:rsidRDefault="00E00D30" w:rsidP="00E00D30">
      <w:r>
        <w:t>911.9082</w:t>
      </w:r>
      <w:r>
        <w:tab/>
        <w:t>1.013e0</w:t>
      </w:r>
    </w:p>
    <w:p w:rsidR="00E00D30" w:rsidRDefault="00E00D30" w:rsidP="00E00D30">
      <w:r>
        <w:t>911.9439</w:t>
      </w:r>
      <w:r>
        <w:tab/>
        <w:t>3.038e0</w:t>
      </w:r>
    </w:p>
    <w:p w:rsidR="00E00D30" w:rsidRDefault="00E00D30" w:rsidP="00E00D30">
      <w:r>
        <w:lastRenderedPageBreak/>
        <w:t>911.9557</w:t>
      </w:r>
      <w:r>
        <w:tab/>
        <w:t>1.013e0</w:t>
      </w:r>
    </w:p>
    <w:p w:rsidR="00E00D30" w:rsidRDefault="00E00D30" w:rsidP="00E00D30">
      <w:r>
        <w:t>911.9709</w:t>
      </w:r>
      <w:r>
        <w:tab/>
        <w:t>1.013e0</w:t>
      </w:r>
    </w:p>
    <w:p w:rsidR="00E00D30" w:rsidRDefault="00E00D30" w:rsidP="00E00D30">
      <w:r>
        <w:t>911.9802</w:t>
      </w:r>
      <w:r>
        <w:tab/>
        <w:t>2.025e0</w:t>
      </w:r>
    </w:p>
    <w:p w:rsidR="00E00D30" w:rsidRDefault="00E00D30" w:rsidP="00E00D30">
      <w:r>
        <w:t>911.9851</w:t>
      </w:r>
      <w:r>
        <w:tab/>
        <w:t>1.013e0</w:t>
      </w:r>
    </w:p>
    <w:p w:rsidR="00E00D30" w:rsidRDefault="00E00D30" w:rsidP="00E00D30">
      <w:r>
        <w:t>911.9928</w:t>
      </w:r>
      <w:r>
        <w:tab/>
        <w:t>2.025e0</w:t>
      </w:r>
    </w:p>
    <w:p w:rsidR="00E00D30" w:rsidRDefault="00E00D30" w:rsidP="00E00D30">
      <w:r>
        <w:t>912.0004</w:t>
      </w:r>
      <w:r>
        <w:tab/>
        <w:t>1.013e0</w:t>
      </w:r>
    </w:p>
    <w:p w:rsidR="00E00D30" w:rsidRDefault="00E00D30" w:rsidP="00E00D30">
      <w:r>
        <w:t>912.0251</w:t>
      </w:r>
      <w:r>
        <w:tab/>
        <w:t>3.038e0</w:t>
      </w:r>
    </w:p>
    <w:p w:rsidR="00E00D30" w:rsidRDefault="00E00D30" w:rsidP="00E00D30">
      <w:r>
        <w:t>912.0779</w:t>
      </w:r>
      <w:r>
        <w:tab/>
        <w:t>1.013e0</w:t>
      </w:r>
    </w:p>
    <w:p w:rsidR="00E00D30" w:rsidRDefault="00E00D30" w:rsidP="00E00D30">
      <w:r>
        <w:t>912.1936</w:t>
      </w:r>
      <w:r>
        <w:tab/>
        <w:t>1.013e0</w:t>
      </w:r>
    </w:p>
    <w:p w:rsidR="00E00D30" w:rsidRDefault="00E00D30" w:rsidP="00E00D30">
      <w:r>
        <w:t>912.2603</w:t>
      </w:r>
      <w:r>
        <w:tab/>
        <w:t>1.013e0</w:t>
      </w:r>
    </w:p>
    <w:p w:rsidR="00E00D30" w:rsidRDefault="00E00D30" w:rsidP="00E00D30">
      <w:r>
        <w:t>912.2766</w:t>
      </w:r>
      <w:r>
        <w:tab/>
        <w:t>1.013e0</w:t>
      </w:r>
    </w:p>
    <w:p w:rsidR="00E00D30" w:rsidRDefault="00E00D30" w:rsidP="00E00D30">
      <w:r>
        <w:t>912.3825</w:t>
      </w:r>
      <w:r>
        <w:tab/>
        <w:t>1.013e0</w:t>
      </w:r>
    </w:p>
    <w:p w:rsidR="00E00D30" w:rsidRDefault="00E00D30" w:rsidP="00E00D30">
      <w:r>
        <w:t>912.3932</w:t>
      </w:r>
      <w:r>
        <w:tab/>
        <w:t>3.038e0</w:t>
      </w:r>
    </w:p>
    <w:p w:rsidR="00E00D30" w:rsidRDefault="00E00D30" w:rsidP="00E00D30">
      <w:r>
        <w:t>912.3973</w:t>
      </w:r>
      <w:r>
        <w:tab/>
        <w:t>2.025e0</w:t>
      </w:r>
    </w:p>
    <w:p w:rsidR="00E00D30" w:rsidRDefault="00E00D30" w:rsidP="00E00D30">
      <w:r>
        <w:t>912.3998</w:t>
      </w:r>
      <w:r>
        <w:tab/>
        <w:t>2.025e0</w:t>
      </w:r>
    </w:p>
    <w:p w:rsidR="00E00D30" w:rsidRDefault="00E00D30" w:rsidP="00E00D30">
      <w:r>
        <w:t>912.4432</w:t>
      </w:r>
      <w:r>
        <w:tab/>
        <w:t>1.013e0</w:t>
      </w:r>
    </w:p>
    <w:p w:rsidR="00E00D30" w:rsidRDefault="00E00D30" w:rsidP="00E00D30">
      <w:r>
        <w:t>912.4670</w:t>
      </w:r>
      <w:r>
        <w:tab/>
        <w:t>1.678e0</w:t>
      </w:r>
    </w:p>
    <w:p w:rsidR="00E00D30" w:rsidRDefault="00E00D30" w:rsidP="00E00D30">
      <w:r>
        <w:t>912.4711</w:t>
      </w:r>
      <w:r>
        <w:tab/>
        <w:t>2.025e0</w:t>
      </w:r>
    </w:p>
    <w:p w:rsidR="00E00D30" w:rsidRDefault="00E00D30" w:rsidP="00E00D30">
      <w:r>
        <w:t>912.4742</w:t>
      </w:r>
      <w:r>
        <w:tab/>
        <w:t>1.013e0</w:t>
      </w:r>
    </w:p>
    <w:p w:rsidR="00E00D30" w:rsidRDefault="00E00D30" w:rsidP="00E00D30">
      <w:r>
        <w:lastRenderedPageBreak/>
        <w:t>912.5148</w:t>
      </w:r>
      <w:r>
        <w:tab/>
        <w:t>1.013e0</w:t>
      </w:r>
    </w:p>
    <w:p w:rsidR="00E00D30" w:rsidRDefault="00E00D30" w:rsidP="00E00D30">
      <w:r>
        <w:t>912.5515</w:t>
      </w:r>
      <w:r>
        <w:tab/>
        <w:t>3.333e0</w:t>
      </w:r>
    </w:p>
    <w:p w:rsidR="00E00D30" w:rsidRDefault="00E00D30" w:rsidP="00E00D30">
      <w:r>
        <w:t>912.5635</w:t>
      </w:r>
      <w:r>
        <w:tab/>
        <w:t>3.796e0</w:t>
      </w:r>
    </w:p>
    <w:p w:rsidR="00E00D30" w:rsidRDefault="00E00D30" w:rsidP="00E00D30">
      <w:r>
        <w:t>912.6495</w:t>
      </w:r>
      <w:r>
        <w:tab/>
        <w:t>1.013e0</w:t>
      </w:r>
    </w:p>
    <w:p w:rsidR="00E00D30" w:rsidRDefault="00E00D30" w:rsidP="00E00D30">
      <w:r>
        <w:t>912.6654</w:t>
      </w:r>
      <w:r>
        <w:tab/>
        <w:t>2.025e0</w:t>
      </w:r>
    </w:p>
    <w:p w:rsidR="00E00D30" w:rsidRDefault="00E00D30" w:rsidP="00E00D30">
      <w:r>
        <w:t>912.6836</w:t>
      </w:r>
      <w:r>
        <w:tab/>
        <w:t>1.013e0</w:t>
      </w:r>
    </w:p>
    <w:p w:rsidR="00E00D30" w:rsidRDefault="00E00D30" w:rsidP="00E00D30">
      <w:r>
        <w:t>912.7076</w:t>
      </w:r>
      <w:r>
        <w:tab/>
        <w:t>3.038e0</w:t>
      </w:r>
    </w:p>
    <w:p w:rsidR="00E00D30" w:rsidRDefault="00E00D30" w:rsidP="00E00D30">
      <w:r>
        <w:t>912.7170</w:t>
      </w:r>
      <w:r>
        <w:tab/>
        <w:t>3.038e0</w:t>
      </w:r>
    </w:p>
    <w:p w:rsidR="00E00D30" w:rsidRDefault="00E00D30" w:rsidP="00E00D30">
      <w:r>
        <w:t>912.7666</w:t>
      </w:r>
      <w:r>
        <w:tab/>
        <w:t>1.013e0</w:t>
      </w:r>
    </w:p>
    <w:p w:rsidR="00E00D30" w:rsidRDefault="00E00D30" w:rsidP="00E00D30">
      <w:r>
        <w:t>912.8118</w:t>
      </w:r>
      <w:r>
        <w:tab/>
        <w:t>1.013e0</w:t>
      </w:r>
    </w:p>
    <w:p w:rsidR="00E00D30" w:rsidRDefault="00E00D30" w:rsidP="00E00D30">
      <w:r>
        <w:t>912.8143</w:t>
      </w:r>
      <w:r>
        <w:tab/>
        <w:t>3.038e0</w:t>
      </w:r>
    </w:p>
    <w:p w:rsidR="00E00D30" w:rsidRDefault="00E00D30" w:rsidP="00E00D30">
      <w:r>
        <w:t>912.8255</w:t>
      </w:r>
      <w:r>
        <w:tab/>
        <w:t>1.013e0</w:t>
      </w:r>
    </w:p>
    <w:p w:rsidR="00E00D30" w:rsidRDefault="00E00D30" w:rsidP="00E00D30">
      <w:r>
        <w:t>912.8566</w:t>
      </w:r>
      <w:r>
        <w:tab/>
        <w:t>1.013e0</w:t>
      </w:r>
    </w:p>
    <w:p w:rsidR="00E00D30" w:rsidRDefault="00E00D30" w:rsidP="00E00D30">
      <w:r>
        <w:t>912.8872</w:t>
      </w:r>
      <w:r>
        <w:tab/>
        <w:t>1.013e0</w:t>
      </w:r>
    </w:p>
    <w:p w:rsidR="00E00D30" w:rsidRDefault="00E00D30" w:rsidP="00E00D30">
      <w:r>
        <w:t>912.9326</w:t>
      </w:r>
      <w:r>
        <w:tab/>
        <w:t>1.013e0</w:t>
      </w:r>
    </w:p>
    <w:p w:rsidR="00E00D30" w:rsidRDefault="00E00D30" w:rsidP="00E00D30">
      <w:r>
        <w:t>912.9484</w:t>
      </w:r>
      <w:r>
        <w:tab/>
        <w:t>1.013e0</w:t>
      </w:r>
    </w:p>
    <w:p w:rsidR="00E00D30" w:rsidRDefault="00E00D30" w:rsidP="00E00D30">
      <w:r>
        <w:t>912.9534</w:t>
      </w:r>
      <w:r>
        <w:tab/>
        <w:t>1.013e0</w:t>
      </w:r>
    </w:p>
    <w:p w:rsidR="00E00D30" w:rsidRDefault="00E00D30" w:rsidP="00E00D30">
      <w:r>
        <w:t>912.9553</w:t>
      </w:r>
      <w:r>
        <w:tab/>
        <w:t>1.454e0</w:t>
      </w:r>
    </w:p>
    <w:p w:rsidR="00E00D30" w:rsidRDefault="00E00D30" w:rsidP="00E00D30">
      <w:r>
        <w:t>912.9648</w:t>
      </w:r>
      <w:r>
        <w:tab/>
        <w:t>1.013e0</w:t>
      </w:r>
    </w:p>
    <w:p w:rsidR="00E00D30" w:rsidRDefault="00E00D30" w:rsidP="00E00D30">
      <w:r>
        <w:lastRenderedPageBreak/>
        <w:t>913.0566</w:t>
      </w:r>
      <w:r>
        <w:tab/>
        <w:t>1.013e0</w:t>
      </w:r>
    </w:p>
    <w:p w:rsidR="00E00D30" w:rsidRDefault="00E00D30" w:rsidP="00E00D30">
      <w:r>
        <w:t>913.0596</w:t>
      </w:r>
      <w:r>
        <w:tab/>
        <w:t>3.038e0</w:t>
      </w:r>
    </w:p>
    <w:p w:rsidR="00E00D30" w:rsidRDefault="00E00D30" w:rsidP="00E00D30">
      <w:r>
        <w:t>913.0858</w:t>
      </w:r>
      <w:r>
        <w:tab/>
        <w:t>2.025e0</w:t>
      </w:r>
    </w:p>
    <w:p w:rsidR="00E00D30" w:rsidRDefault="00E00D30" w:rsidP="00E00D30">
      <w:r>
        <w:t>913.0877</w:t>
      </w:r>
      <w:r>
        <w:tab/>
        <w:t>1.013e0</w:t>
      </w:r>
    </w:p>
    <w:p w:rsidR="00E00D30" w:rsidRDefault="00E00D30" w:rsidP="00E00D30">
      <w:r>
        <w:t>913.1085</w:t>
      </w:r>
      <w:r>
        <w:tab/>
        <w:t>2.025e0</w:t>
      </w:r>
    </w:p>
    <w:p w:rsidR="00E00D30" w:rsidRDefault="00E00D30" w:rsidP="00E00D30">
      <w:r>
        <w:t>913.2085</w:t>
      </w:r>
      <w:r>
        <w:tab/>
        <w:t>1.013e0</w:t>
      </w:r>
    </w:p>
    <w:p w:rsidR="00E00D30" w:rsidRDefault="00E00D30" w:rsidP="00E00D30">
      <w:r>
        <w:t>913.2402</w:t>
      </w:r>
      <w:r>
        <w:tab/>
        <w:t>1.013e0</w:t>
      </w:r>
    </w:p>
    <w:p w:rsidR="00E00D30" w:rsidRDefault="00E00D30" w:rsidP="00E00D30">
      <w:r>
        <w:t>913.3457</w:t>
      </w:r>
      <w:r>
        <w:tab/>
        <w:t>2.025e0</w:t>
      </w:r>
    </w:p>
    <w:p w:rsidR="00E00D30" w:rsidRDefault="00E00D30" w:rsidP="00E00D30">
      <w:r>
        <w:t>913.4083</w:t>
      </w:r>
      <w:r>
        <w:tab/>
        <w:t>1.013e0</w:t>
      </w:r>
    </w:p>
    <w:p w:rsidR="00E00D30" w:rsidRDefault="00E00D30" w:rsidP="00E00D30">
      <w:r>
        <w:t>913.4151</w:t>
      </w:r>
      <w:r>
        <w:tab/>
        <w:t>2.025e0</w:t>
      </w:r>
    </w:p>
    <w:p w:rsidR="00E00D30" w:rsidRDefault="00E00D30" w:rsidP="00E00D30">
      <w:r>
        <w:t>913.4511</w:t>
      </w:r>
      <w:r>
        <w:tab/>
        <w:t>2.025e0</w:t>
      </w:r>
    </w:p>
    <w:p w:rsidR="00E00D30" w:rsidRDefault="00E00D30" w:rsidP="00E00D30">
      <w:r>
        <w:t>913.4610</w:t>
      </w:r>
      <w:r>
        <w:tab/>
        <w:t>2.025e0</w:t>
      </w:r>
    </w:p>
    <w:p w:rsidR="00E00D30" w:rsidRDefault="00E00D30" w:rsidP="00E00D30">
      <w:r>
        <w:t>913.4835</w:t>
      </w:r>
      <w:r>
        <w:tab/>
        <w:t>1.013e0</w:t>
      </w:r>
    </w:p>
    <w:p w:rsidR="00E00D30" w:rsidRDefault="00E00D30" w:rsidP="00E00D30">
      <w:r>
        <w:t>913.5151</w:t>
      </w:r>
      <w:r>
        <w:tab/>
        <w:t>2.025e0</w:t>
      </w:r>
    </w:p>
    <w:p w:rsidR="00E00D30" w:rsidRDefault="00E00D30" w:rsidP="00E00D30">
      <w:r>
        <w:t>913.5320</w:t>
      </w:r>
      <w:r>
        <w:tab/>
        <w:t>1.068e0</w:t>
      </w:r>
    </w:p>
    <w:p w:rsidR="00E00D30" w:rsidRDefault="00E00D30" w:rsidP="00E00D30">
      <w:r>
        <w:t>913.5605</w:t>
      </w:r>
      <w:r>
        <w:tab/>
        <w:t>1.013e0</w:t>
      </w:r>
    </w:p>
    <w:p w:rsidR="00E00D30" w:rsidRDefault="00E00D30" w:rsidP="00E00D30">
      <w:r>
        <w:t>913.5715</w:t>
      </w:r>
      <w:r>
        <w:tab/>
        <w:t>2.317e0</w:t>
      </w:r>
    </w:p>
    <w:p w:rsidR="00E00D30" w:rsidRDefault="00E00D30" w:rsidP="00E00D30">
      <w:r>
        <w:t>913.6075</w:t>
      </w:r>
      <w:r>
        <w:tab/>
        <w:t>1.013e0</w:t>
      </w:r>
    </w:p>
    <w:p w:rsidR="00E00D30" w:rsidRDefault="00E00D30" w:rsidP="00E00D30">
      <w:r>
        <w:t>913.6115</w:t>
      </w:r>
      <w:r>
        <w:tab/>
        <w:t>3.038e0</w:t>
      </w:r>
    </w:p>
    <w:p w:rsidR="00E00D30" w:rsidRDefault="00E00D30" w:rsidP="00E00D30">
      <w:r>
        <w:lastRenderedPageBreak/>
        <w:t>913.6644</w:t>
      </w:r>
      <w:r>
        <w:tab/>
        <w:t>1.013e0</w:t>
      </w:r>
    </w:p>
    <w:p w:rsidR="00E00D30" w:rsidRDefault="00E00D30" w:rsidP="00E00D30">
      <w:r>
        <w:t>913.6827</w:t>
      </w:r>
      <w:r>
        <w:tab/>
        <w:t>1.013e0</w:t>
      </w:r>
    </w:p>
    <w:p w:rsidR="00E00D30" w:rsidRDefault="00E00D30" w:rsidP="00E00D30">
      <w:r>
        <w:t>913.7284</w:t>
      </w:r>
      <w:r>
        <w:tab/>
        <w:t>1.013e0</w:t>
      </w:r>
    </w:p>
    <w:p w:rsidR="00E00D30" w:rsidRDefault="00E00D30" w:rsidP="00E00D30">
      <w:r>
        <w:t>913.7469</w:t>
      </w:r>
      <w:r>
        <w:tab/>
        <w:t>1.013e0</w:t>
      </w:r>
    </w:p>
    <w:p w:rsidR="00E00D30" w:rsidRDefault="00E00D30" w:rsidP="00E00D30">
      <w:r>
        <w:t>913.7649</w:t>
      </w:r>
      <w:r>
        <w:tab/>
        <w:t>1.013e0</w:t>
      </w:r>
    </w:p>
    <w:p w:rsidR="00E00D30" w:rsidRDefault="00E00D30" w:rsidP="00E00D30">
      <w:r>
        <w:t>913.8678</w:t>
      </w:r>
      <w:r>
        <w:tab/>
        <w:t>1.013e0</w:t>
      </w:r>
    </w:p>
    <w:p w:rsidR="00E00D30" w:rsidRDefault="00E00D30" w:rsidP="00E00D30">
      <w:r>
        <w:t>913.8992</w:t>
      </w:r>
      <w:r>
        <w:tab/>
        <w:t>1.013e0</w:t>
      </w:r>
    </w:p>
    <w:p w:rsidR="00E00D30" w:rsidRDefault="00E00D30" w:rsidP="00E00D30">
      <w:r>
        <w:t>913.9512</w:t>
      </w:r>
      <w:r>
        <w:tab/>
        <w:t>1.013e0</w:t>
      </w:r>
    </w:p>
    <w:p w:rsidR="00E00D30" w:rsidRDefault="00E00D30" w:rsidP="00E00D30">
      <w:r>
        <w:t>914.0198</w:t>
      </w:r>
      <w:r>
        <w:tab/>
        <w:t>1.013e0</w:t>
      </w:r>
    </w:p>
    <w:p w:rsidR="00E00D30" w:rsidRDefault="00E00D30" w:rsidP="00E00D30">
      <w:r>
        <w:t>914.0209</w:t>
      </w:r>
      <w:r>
        <w:tab/>
        <w:t>1.013e0</w:t>
      </w:r>
    </w:p>
    <w:p w:rsidR="00E00D30" w:rsidRDefault="00E00D30" w:rsidP="00E00D30">
      <w:r>
        <w:t>914.0679</w:t>
      </w:r>
      <w:r>
        <w:tab/>
        <w:t>1.013e0</w:t>
      </w:r>
    </w:p>
    <w:p w:rsidR="00E00D30" w:rsidRDefault="00E00D30" w:rsidP="00E00D30">
      <w:r>
        <w:t>914.1577</w:t>
      </w:r>
      <w:r>
        <w:tab/>
        <w:t>1.013e0</w:t>
      </w:r>
    </w:p>
    <w:p w:rsidR="00E00D30" w:rsidRDefault="00E00D30" w:rsidP="00E00D30">
      <w:r>
        <w:t>914.1725</w:t>
      </w:r>
      <w:r>
        <w:tab/>
        <w:t>2.025e0</w:t>
      </w:r>
    </w:p>
    <w:p w:rsidR="00E00D30" w:rsidRDefault="00E00D30" w:rsidP="00E00D30">
      <w:r>
        <w:t>914.1896</w:t>
      </w:r>
      <w:r>
        <w:tab/>
        <w:t>2.025e0</w:t>
      </w:r>
    </w:p>
    <w:p w:rsidR="00E00D30" w:rsidRDefault="00E00D30" w:rsidP="00E00D30">
      <w:r>
        <w:t>914.2546</w:t>
      </w:r>
      <w:r>
        <w:tab/>
        <w:t>1.013e0</w:t>
      </w:r>
    </w:p>
    <w:p w:rsidR="00E00D30" w:rsidRDefault="00E00D30" w:rsidP="00E00D30">
      <w:r>
        <w:t>914.3422</w:t>
      </w:r>
      <w:r>
        <w:tab/>
        <w:t>4.051e0</w:t>
      </w:r>
    </w:p>
    <w:p w:rsidR="00E00D30" w:rsidRDefault="00E00D30" w:rsidP="00E00D30">
      <w:r>
        <w:t>914.3885</w:t>
      </w:r>
      <w:r>
        <w:tab/>
        <w:t>2.025e0</w:t>
      </w:r>
    </w:p>
    <w:p w:rsidR="00E00D30" w:rsidRDefault="00E00D30" w:rsidP="00E00D30">
      <w:r>
        <w:t>914.4028</w:t>
      </w:r>
      <w:r>
        <w:tab/>
        <w:t>2.025e0</w:t>
      </w:r>
    </w:p>
    <w:p w:rsidR="00E00D30" w:rsidRDefault="00E00D30" w:rsidP="00E00D30">
      <w:r>
        <w:t>914.4761</w:t>
      </w:r>
      <w:r>
        <w:tab/>
        <w:t>1.013e0</w:t>
      </w:r>
    </w:p>
    <w:p w:rsidR="00E00D30" w:rsidRDefault="00E00D30" w:rsidP="00E00D30">
      <w:r>
        <w:lastRenderedPageBreak/>
        <w:t>914.4966</w:t>
      </w:r>
      <w:r>
        <w:tab/>
        <w:t>2.539e0</w:t>
      </w:r>
    </w:p>
    <w:p w:rsidR="00E00D30" w:rsidRDefault="00E00D30" w:rsidP="00E00D30">
      <w:r>
        <w:t>914.5008</w:t>
      </w:r>
      <w:r>
        <w:tab/>
        <w:t>1.678e0</w:t>
      </w:r>
    </w:p>
    <w:p w:rsidR="00E00D30" w:rsidRDefault="00E00D30" w:rsidP="00E00D30">
      <w:r>
        <w:t>914.5331</w:t>
      </w:r>
      <w:r>
        <w:tab/>
        <w:t>2.025e0</w:t>
      </w:r>
    </w:p>
    <w:p w:rsidR="00E00D30" w:rsidRDefault="00E00D30" w:rsidP="00E00D30">
      <w:r>
        <w:t>914.5428</w:t>
      </w:r>
      <w:r>
        <w:tab/>
        <w:t>1.764e0</w:t>
      </w:r>
    </w:p>
    <w:p w:rsidR="00E00D30" w:rsidRDefault="00E00D30" w:rsidP="00E00D30">
      <w:r>
        <w:t>914.6111</w:t>
      </w:r>
      <w:r>
        <w:tab/>
        <w:t>2.953e0</w:t>
      </w:r>
    </w:p>
    <w:p w:rsidR="00E00D30" w:rsidRDefault="00E00D30" w:rsidP="00E00D30">
      <w:r>
        <w:t>914.6207</w:t>
      </w:r>
      <w:r>
        <w:tab/>
        <w:t>2.025e0</w:t>
      </w:r>
    </w:p>
    <w:p w:rsidR="00E00D30" w:rsidRDefault="00E00D30" w:rsidP="00E00D30">
      <w:r>
        <w:t>914.6550</w:t>
      </w:r>
      <w:r>
        <w:tab/>
        <w:t>3.038e0</w:t>
      </w:r>
    </w:p>
    <w:p w:rsidR="00E00D30" w:rsidRDefault="00E00D30" w:rsidP="00E00D30">
      <w:r>
        <w:t>914.6631</w:t>
      </w:r>
      <w:r>
        <w:tab/>
        <w:t>1.013e0</w:t>
      </w:r>
    </w:p>
    <w:p w:rsidR="00E00D30" w:rsidRDefault="00E00D30" w:rsidP="00E00D30">
      <w:r>
        <w:t>914.7763</w:t>
      </w:r>
      <w:r>
        <w:tab/>
        <w:t>3.038e0</w:t>
      </w:r>
    </w:p>
    <w:p w:rsidR="00E00D30" w:rsidRDefault="00E00D30" w:rsidP="00E00D30">
      <w:r>
        <w:t>914.7797</w:t>
      </w:r>
      <w:r>
        <w:tab/>
        <w:t>1.013e0</w:t>
      </w:r>
    </w:p>
    <w:p w:rsidR="00E00D30" w:rsidRDefault="00E00D30" w:rsidP="00E00D30">
      <w:r>
        <w:t>914.7808</w:t>
      </w:r>
      <w:r>
        <w:tab/>
        <w:t>1.013e0</w:t>
      </w:r>
    </w:p>
    <w:p w:rsidR="00E00D30" w:rsidRDefault="00E00D30" w:rsidP="00E00D30">
      <w:r>
        <w:t>914.8969</w:t>
      </w:r>
      <w:r>
        <w:tab/>
        <w:t>2.025e0</w:t>
      </w:r>
    </w:p>
    <w:p w:rsidR="00E00D30" w:rsidRDefault="00E00D30" w:rsidP="00E00D30">
      <w:r>
        <w:t>914.9052</w:t>
      </w:r>
      <w:r>
        <w:tab/>
        <w:t>2.025e0</w:t>
      </w:r>
    </w:p>
    <w:p w:rsidR="00E00D30" w:rsidRDefault="00E00D30" w:rsidP="00E00D30">
      <w:r>
        <w:t>914.9316</w:t>
      </w:r>
      <w:r>
        <w:tab/>
        <w:t>1.013e0</w:t>
      </w:r>
    </w:p>
    <w:p w:rsidR="00E00D30" w:rsidRDefault="00E00D30" w:rsidP="00E00D30">
      <w:r>
        <w:t>914.9489</w:t>
      </w:r>
      <w:r>
        <w:tab/>
        <w:t>1.013e0</w:t>
      </w:r>
    </w:p>
    <w:p w:rsidR="00E00D30" w:rsidRDefault="00E00D30" w:rsidP="00E00D30">
      <w:r>
        <w:t>914.9916</w:t>
      </w:r>
      <w:r>
        <w:tab/>
        <w:t>2.025e0</w:t>
      </w:r>
    </w:p>
    <w:p w:rsidR="00E00D30" w:rsidRDefault="00E00D30" w:rsidP="00E00D30">
      <w:r>
        <w:t>915.0460</w:t>
      </w:r>
      <w:r>
        <w:tab/>
        <w:t>1.013e0</w:t>
      </w:r>
    </w:p>
    <w:p w:rsidR="00E00D30" w:rsidRDefault="00E00D30" w:rsidP="00E00D30">
      <w:r>
        <w:t>915.0649</w:t>
      </w:r>
      <w:r>
        <w:tab/>
        <w:t>3.038e0</w:t>
      </w:r>
    </w:p>
    <w:p w:rsidR="00E00D30" w:rsidRDefault="00E00D30" w:rsidP="00E00D30">
      <w:r>
        <w:t>915.1243</w:t>
      </w:r>
      <w:r>
        <w:tab/>
        <w:t>1.013e0</w:t>
      </w:r>
    </w:p>
    <w:p w:rsidR="00E00D30" w:rsidRDefault="00E00D30" w:rsidP="00E00D30">
      <w:r>
        <w:lastRenderedPageBreak/>
        <w:t>915.1384</w:t>
      </w:r>
      <w:r>
        <w:tab/>
        <w:t>2.025e0</w:t>
      </w:r>
    </w:p>
    <w:p w:rsidR="00E00D30" w:rsidRDefault="00E00D30" w:rsidP="00E00D30">
      <w:r>
        <w:t>915.1844</w:t>
      </w:r>
      <w:r>
        <w:tab/>
        <w:t>1.013e0</w:t>
      </w:r>
    </w:p>
    <w:p w:rsidR="00E00D30" w:rsidRDefault="00E00D30" w:rsidP="00E00D30">
      <w:r>
        <w:t>915.1997</w:t>
      </w:r>
      <w:r>
        <w:tab/>
        <w:t>1.013e0</w:t>
      </w:r>
    </w:p>
    <w:p w:rsidR="00E00D30" w:rsidRDefault="00E00D30" w:rsidP="00E00D30">
      <w:r>
        <w:t>915.2191</w:t>
      </w:r>
      <w:r>
        <w:tab/>
        <w:t>1.013e0</w:t>
      </w:r>
    </w:p>
    <w:p w:rsidR="00E00D30" w:rsidRDefault="00E00D30" w:rsidP="00E00D30">
      <w:r>
        <w:t>915.2354</w:t>
      </w:r>
      <w:r>
        <w:tab/>
        <w:t>1.013e0</w:t>
      </w:r>
    </w:p>
    <w:p w:rsidR="00E00D30" w:rsidRDefault="00E00D30" w:rsidP="00E00D30">
      <w:r>
        <w:t>915.2693</w:t>
      </w:r>
      <w:r>
        <w:tab/>
        <w:t>1.013e0</w:t>
      </w:r>
    </w:p>
    <w:p w:rsidR="00E00D30" w:rsidRDefault="00E00D30" w:rsidP="00E00D30">
      <w:r>
        <w:t>915.2764</w:t>
      </w:r>
      <w:r>
        <w:tab/>
        <w:t>1.013e0</w:t>
      </w:r>
    </w:p>
    <w:p w:rsidR="00E00D30" w:rsidRDefault="00E00D30" w:rsidP="00E00D30">
      <w:r>
        <w:t>915.2776</w:t>
      </w:r>
      <w:r>
        <w:tab/>
        <w:t>1.013e0</w:t>
      </w:r>
    </w:p>
    <w:p w:rsidR="00E00D30" w:rsidRDefault="00E00D30" w:rsidP="00E00D30">
      <w:r>
        <w:t>915.3217</w:t>
      </w:r>
      <w:r>
        <w:tab/>
        <w:t>2.025e0</w:t>
      </w:r>
    </w:p>
    <w:p w:rsidR="00E00D30" w:rsidRDefault="00E00D30" w:rsidP="00E00D30">
      <w:r>
        <w:t>915.3294</w:t>
      </w:r>
      <w:r>
        <w:tab/>
        <w:t>2.025e0</w:t>
      </w:r>
    </w:p>
    <w:p w:rsidR="00E00D30" w:rsidRDefault="00E00D30" w:rsidP="00E00D30">
      <w:r>
        <w:t>915.3373</w:t>
      </w:r>
      <w:r>
        <w:tab/>
        <w:t>1.013e0</w:t>
      </w:r>
    </w:p>
    <w:p w:rsidR="00E00D30" w:rsidRDefault="00E00D30" w:rsidP="00E00D30">
      <w:r>
        <w:t>915.4156</w:t>
      </w:r>
      <w:r>
        <w:tab/>
        <w:t>1.013e0</w:t>
      </w:r>
    </w:p>
    <w:p w:rsidR="00E00D30" w:rsidRDefault="00E00D30" w:rsidP="00E00D30">
      <w:r>
        <w:t>915.4218</w:t>
      </w:r>
      <w:r>
        <w:tab/>
        <w:t>1.013e0</w:t>
      </w:r>
    </w:p>
    <w:p w:rsidR="00E00D30" w:rsidRDefault="00E00D30" w:rsidP="00E00D30">
      <w:r>
        <w:t>915.4589</w:t>
      </w:r>
      <w:r>
        <w:tab/>
        <w:t>9.779e0</w:t>
      </w:r>
    </w:p>
    <w:p w:rsidR="00E00D30" w:rsidRDefault="00E00D30" w:rsidP="00E00D30">
      <w:r>
        <w:t>915.4687</w:t>
      </w:r>
      <w:r>
        <w:tab/>
        <w:t>5.063e0</w:t>
      </w:r>
    </w:p>
    <w:p w:rsidR="00E00D30" w:rsidRDefault="00E00D30" w:rsidP="00E00D30">
      <w:r>
        <w:t>915.4703</w:t>
      </w:r>
      <w:r>
        <w:tab/>
        <w:t>9.046e0</w:t>
      </w:r>
    </w:p>
    <w:p w:rsidR="00E00D30" w:rsidRDefault="00E00D30" w:rsidP="00E00D30">
      <w:r>
        <w:t>915.4758</w:t>
      </w:r>
      <w:r>
        <w:tab/>
        <w:t>2.025e0</w:t>
      </w:r>
    </w:p>
    <w:p w:rsidR="00E00D30" w:rsidRDefault="00E00D30" w:rsidP="00E00D30">
      <w:r>
        <w:t>915.5219</w:t>
      </w:r>
      <w:r>
        <w:tab/>
        <w:t>1.013e0</w:t>
      </w:r>
    </w:p>
    <w:p w:rsidR="00E00D30" w:rsidRDefault="00E00D30" w:rsidP="00E00D30">
      <w:r>
        <w:t>915.5333</w:t>
      </w:r>
      <w:r>
        <w:tab/>
        <w:t>3.031e0</w:t>
      </w:r>
    </w:p>
    <w:p w:rsidR="00E00D30" w:rsidRDefault="00E00D30" w:rsidP="00E00D30">
      <w:r>
        <w:lastRenderedPageBreak/>
        <w:t>915.6092</w:t>
      </w:r>
      <w:r>
        <w:tab/>
        <w:t>1.013e0</w:t>
      </w:r>
    </w:p>
    <w:p w:rsidR="00E00D30" w:rsidRDefault="00E00D30" w:rsidP="00E00D30">
      <w:r>
        <w:t>915.6287</w:t>
      </w:r>
      <w:r>
        <w:tab/>
        <w:t>1.013e0</w:t>
      </w:r>
    </w:p>
    <w:p w:rsidR="00E00D30" w:rsidRDefault="00E00D30" w:rsidP="00E00D30">
      <w:r>
        <w:t>915.6329</w:t>
      </w:r>
      <w:r>
        <w:tab/>
        <w:t>3.038e0</w:t>
      </w:r>
    </w:p>
    <w:p w:rsidR="00E00D30" w:rsidRDefault="00E00D30" w:rsidP="00E00D30">
      <w:r>
        <w:t>915.7059</w:t>
      </w:r>
      <w:r>
        <w:tab/>
        <w:t>1.013e0</w:t>
      </w:r>
    </w:p>
    <w:p w:rsidR="00E00D30" w:rsidRDefault="00E00D30" w:rsidP="00E00D30">
      <w:r>
        <w:t>915.7254</w:t>
      </w:r>
      <w:r>
        <w:tab/>
        <w:t>1.013e0</w:t>
      </w:r>
    </w:p>
    <w:p w:rsidR="00E00D30" w:rsidRDefault="00E00D30" w:rsidP="00E00D30">
      <w:r>
        <w:t>915.7904</w:t>
      </w:r>
      <w:r>
        <w:tab/>
        <w:t>2.025e0</w:t>
      </w:r>
    </w:p>
    <w:p w:rsidR="00E00D30" w:rsidRDefault="00E00D30" w:rsidP="00E00D30">
      <w:r>
        <w:t>915.7957</w:t>
      </w:r>
      <w:r>
        <w:tab/>
        <w:t>1.013e0</w:t>
      </w:r>
    </w:p>
    <w:p w:rsidR="00E00D30" w:rsidRDefault="00E00D30" w:rsidP="00E00D30">
      <w:r>
        <w:t>915.8117</w:t>
      </w:r>
      <w:r>
        <w:tab/>
        <w:t>1.013e0</w:t>
      </w:r>
    </w:p>
    <w:p w:rsidR="00E00D30" w:rsidRDefault="00E00D30" w:rsidP="00E00D30">
      <w:r>
        <w:t>915.8594</w:t>
      </w:r>
      <w:r>
        <w:tab/>
        <w:t>1.013e0</w:t>
      </w:r>
    </w:p>
    <w:p w:rsidR="00E00D30" w:rsidRDefault="00E00D30" w:rsidP="00E00D30">
      <w:r>
        <w:t>915.9361</w:t>
      </w:r>
      <w:r>
        <w:tab/>
        <w:t>1.013e0</w:t>
      </w:r>
    </w:p>
    <w:p w:rsidR="00E00D30" w:rsidRDefault="00E00D30" w:rsidP="00E00D30">
      <w:r>
        <w:t>915.9969</w:t>
      </w:r>
      <w:r>
        <w:tab/>
        <w:t>1.013e0</w:t>
      </w:r>
    </w:p>
    <w:p w:rsidR="00E00D30" w:rsidRDefault="00E00D30" w:rsidP="00E00D30">
      <w:r>
        <w:t>916.0128</w:t>
      </w:r>
      <w:r>
        <w:tab/>
        <w:t>2.025e0</w:t>
      </w:r>
    </w:p>
    <w:p w:rsidR="00E00D30" w:rsidRDefault="00E00D30" w:rsidP="00E00D30">
      <w:r>
        <w:t>916.0446</w:t>
      </w:r>
      <w:r>
        <w:tab/>
        <w:t>1.013e0</w:t>
      </w:r>
    </w:p>
    <w:p w:rsidR="00E00D30" w:rsidRDefault="00E00D30" w:rsidP="00E00D30">
      <w:r>
        <w:t>916.0512</w:t>
      </w:r>
      <w:r>
        <w:tab/>
        <w:t>2.025e0</w:t>
      </w:r>
    </w:p>
    <w:p w:rsidR="00E00D30" w:rsidRDefault="00E00D30" w:rsidP="00E00D30">
      <w:r>
        <w:t>916.1323</w:t>
      </w:r>
      <w:r>
        <w:tab/>
        <w:t>1.013e0</w:t>
      </w:r>
    </w:p>
    <w:p w:rsidR="00E00D30" w:rsidRDefault="00E00D30" w:rsidP="00E00D30">
      <w:r>
        <w:t>916.1827</w:t>
      </w:r>
      <w:r>
        <w:tab/>
        <w:t>1.013e0</w:t>
      </w:r>
    </w:p>
    <w:p w:rsidR="00E00D30" w:rsidRDefault="00E00D30" w:rsidP="00E00D30">
      <w:r>
        <w:t>916.2327</w:t>
      </w:r>
      <w:r>
        <w:tab/>
        <w:t>1.013e0</w:t>
      </w:r>
    </w:p>
    <w:p w:rsidR="00E00D30" w:rsidRDefault="00E00D30" w:rsidP="00E00D30">
      <w:r>
        <w:t>916.2426</w:t>
      </w:r>
      <w:r>
        <w:tab/>
        <w:t>1.013e0</w:t>
      </w:r>
    </w:p>
    <w:p w:rsidR="00E00D30" w:rsidRDefault="00E00D30" w:rsidP="00E00D30">
      <w:r>
        <w:t>916.2856</w:t>
      </w:r>
      <w:r>
        <w:tab/>
        <w:t>1.013e0</w:t>
      </w:r>
    </w:p>
    <w:p w:rsidR="00E00D30" w:rsidRDefault="00E00D30" w:rsidP="00E00D30">
      <w:r>
        <w:lastRenderedPageBreak/>
        <w:t>916.3019</w:t>
      </w:r>
      <w:r>
        <w:tab/>
        <w:t>1.013e0</w:t>
      </w:r>
    </w:p>
    <w:p w:rsidR="00E00D30" w:rsidRDefault="00E00D30" w:rsidP="00E00D30">
      <w:r>
        <w:t>916.3055</w:t>
      </w:r>
      <w:r>
        <w:tab/>
        <w:t>1.013e0</w:t>
      </w:r>
    </w:p>
    <w:p w:rsidR="00E00D30" w:rsidRDefault="00E00D30" w:rsidP="00E00D30">
      <w:r>
        <w:t>916.3347</w:t>
      </w:r>
      <w:r>
        <w:tab/>
        <w:t>1.013e0</w:t>
      </w:r>
    </w:p>
    <w:p w:rsidR="00E00D30" w:rsidRDefault="00E00D30" w:rsidP="00E00D30">
      <w:r>
        <w:t>916.3812</w:t>
      </w:r>
      <w:r>
        <w:tab/>
        <w:t>1.013e0</w:t>
      </w:r>
    </w:p>
    <w:p w:rsidR="00E00D30" w:rsidRDefault="00E00D30" w:rsidP="00E00D30">
      <w:r>
        <w:t>916.3977</w:t>
      </w:r>
      <w:r>
        <w:tab/>
        <w:t>1.013e0</w:t>
      </w:r>
    </w:p>
    <w:p w:rsidR="00E00D30" w:rsidRDefault="00E00D30" w:rsidP="00E00D30">
      <w:r>
        <w:t>916.4420</w:t>
      </w:r>
      <w:r>
        <w:tab/>
        <w:t>3.038e0</w:t>
      </w:r>
    </w:p>
    <w:p w:rsidR="00E00D30" w:rsidRDefault="00E00D30" w:rsidP="00E00D30">
      <w:r>
        <w:t>916.4503</w:t>
      </w:r>
      <w:r>
        <w:tab/>
        <w:t>4.339e0</w:t>
      </w:r>
    </w:p>
    <w:p w:rsidR="00E00D30" w:rsidRDefault="00E00D30" w:rsidP="00E00D30">
      <w:r>
        <w:t>916.4552</w:t>
      </w:r>
      <w:r>
        <w:tab/>
        <w:t>2.025e0</w:t>
      </w:r>
    </w:p>
    <w:p w:rsidR="00E00D30" w:rsidRDefault="00E00D30" w:rsidP="00E00D30">
      <w:r>
        <w:t>916.4651</w:t>
      </w:r>
      <w:r>
        <w:tab/>
        <w:t>2.025e0</w:t>
      </w:r>
    </w:p>
    <w:p w:rsidR="00E00D30" w:rsidRDefault="00E00D30" w:rsidP="00E00D30">
      <w:r>
        <w:t>916.4711</w:t>
      </w:r>
      <w:r>
        <w:tab/>
        <w:t>1.013e0</w:t>
      </w:r>
    </w:p>
    <w:p w:rsidR="00E00D30" w:rsidRDefault="00E00D30" w:rsidP="00E00D30">
      <w:r>
        <w:t>916.4915</w:t>
      </w:r>
      <w:r>
        <w:tab/>
        <w:t>4.552e0</w:t>
      </w:r>
    </w:p>
    <w:p w:rsidR="00E00D30" w:rsidRDefault="00E00D30" w:rsidP="00E00D30">
      <w:r>
        <w:t>916.5342</w:t>
      </w:r>
      <w:r>
        <w:tab/>
        <w:t>2.025e0</w:t>
      </w:r>
    </w:p>
    <w:p w:rsidR="00E00D30" w:rsidRDefault="00E00D30" w:rsidP="00E00D30">
      <w:r>
        <w:t>916.5359</w:t>
      </w:r>
      <w:r>
        <w:tab/>
        <w:t>1.013e0</w:t>
      </w:r>
    </w:p>
    <w:p w:rsidR="00E00D30" w:rsidRDefault="00E00D30" w:rsidP="00E00D30">
      <w:r>
        <w:t>916.5576</w:t>
      </w:r>
      <w:r>
        <w:tab/>
        <w:t>2.025e0</w:t>
      </w:r>
    </w:p>
    <w:p w:rsidR="00E00D30" w:rsidRDefault="00E00D30" w:rsidP="00E00D30">
      <w:r>
        <w:t>916.5654</w:t>
      </w:r>
      <w:r>
        <w:tab/>
        <w:t>1.013e0</w:t>
      </w:r>
    </w:p>
    <w:p w:rsidR="00E00D30" w:rsidRDefault="00E00D30" w:rsidP="00E00D30">
      <w:r>
        <w:t>916.6308</w:t>
      </w:r>
      <w:r>
        <w:tab/>
        <w:t>2.025e0</w:t>
      </w:r>
    </w:p>
    <w:p w:rsidR="00E00D30" w:rsidRDefault="00E00D30" w:rsidP="00E00D30">
      <w:r>
        <w:t>916.6413</w:t>
      </w:r>
      <w:r>
        <w:tab/>
        <w:t>1.013e0</w:t>
      </w:r>
    </w:p>
    <w:p w:rsidR="00E00D30" w:rsidRDefault="00E00D30" w:rsidP="00E00D30">
      <w:r>
        <w:t>916.6511</w:t>
      </w:r>
      <w:r>
        <w:tab/>
        <w:t>2.025e0</w:t>
      </w:r>
    </w:p>
    <w:p w:rsidR="00E00D30" w:rsidRDefault="00E00D30" w:rsidP="00E00D30">
      <w:r>
        <w:t>916.6712</w:t>
      </w:r>
      <w:r>
        <w:tab/>
        <w:t>3.038e0</w:t>
      </w:r>
    </w:p>
    <w:p w:rsidR="00E00D30" w:rsidRDefault="00E00D30" w:rsidP="00E00D30">
      <w:r>
        <w:lastRenderedPageBreak/>
        <w:t>916.7958</w:t>
      </w:r>
      <w:r>
        <w:tab/>
        <w:t>1.013e0</w:t>
      </w:r>
    </w:p>
    <w:p w:rsidR="00E00D30" w:rsidRDefault="00E00D30" w:rsidP="00E00D30">
      <w:r>
        <w:t>916.8430</w:t>
      </w:r>
      <w:r>
        <w:tab/>
        <w:t>1.013e0</w:t>
      </w:r>
    </w:p>
    <w:p w:rsidR="00E00D30" w:rsidRDefault="00E00D30" w:rsidP="00E00D30">
      <w:r>
        <w:t>916.8730</w:t>
      </w:r>
      <w:r>
        <w:tab/>
        <w:t>3.038e0</w:t>
      </w:r>
    </w:p>
    <w:p w:rsidR="00E00D30" w:rsidRDefault="00E00D30" w:rsidP="00E00D30">
      <w:r>
        <w:t>916.9369</w:t>
      </w:r>
      <w:r>
        <w:tab/>
        <w:t>4.051e0</w:t>
      </w:r>
    </w:p>
    <w:p w:rsidR="00E00D30" w:rsidRDefault="00E00D30" w:rsidP="00E00D30">
      <w:r>
        <w:t>916.9489</w:t>
      </w:r>
      <w:r>
        <w:tab/>
        <w:t>1.013e0</w:t>
      </w:r>
    </w:p>
    <w:p w:rsidR="00E00D30" w:rsidRDefault="00E00D30" w:rsidP="00E00D30">
      <w:r>
        <w:t>917.0473</w:t>
      </w:r>
      <w:r>
        <w:tab/>
        <w:t>3.038e0</w:t>
      </w:r>
    </w:p>
    <w:p w:rsidR="00E00D30" w:rsidRDefault="00E00D30" w:rsidP="00E00D30">
      <w:r>
        <w:t>917.0589</w:t>
      </w:r>
      <w:r>
        <w:tab/>
        <w:t>2.025e0</w:t>
      </w:r>
    </w:p>
    <w:p w:rsidR="00E00D30" w:rsidRDefault="00E00D30" w:rsidP="00E00D30">
      <w:r>
        <w:t>917.1300</w:t>
      </w:r>
      <w:r>
        <w:tab/>
        <w:t>2.025e0</w:t>
      </w:r>
    </w:p>
    <w:p w:rsidR="00E00D30" w:rsidRDefault="00E00D30" w:rsidP="00E00D30">
      <w:r>
        <w:t>917.1474</w:t>
      </w:r>
      <w:r>
        <w:tab/>
        <w:t>1.013e0</w:t>
      </w:r>
    </w:p>
    <w:p w:rsidR="00E00D30" w:rsidRDefault="00E00D30" w:rsidP="00E00D30">
      <w:r>
        <w:t>917.1640</w:t>
      </w:r>
      <w:r>
        <w:tab/>
        <w:t>2.025e0</w:t>
      </w:r>
    </w:p>
    <w:p w:rsidR="00E00D30" w:rsidRDefault="00E00D30" w:rsidP="00E00D30">
      <w:r>
        <w:t>917.1799</w:t>
      </w:r>
      <w:r>
        <w:tab/>
        <w:t>1.013e0</w:t>
      </w:r>
    </w:p>
    <w:p w:rsidR="00E00D30" w:rsidRDefault="00E00D30" w:rsidP="00E00D30">
      <w:r>
        <w:t>917.2562</w:t>
      </w:r>
      <w:r>
        <w:tab/>
        <w:t>1.013e0</w:t>
      </w:r>
    </w:p>
    <w:p w:rsidR="00E00D30" w:rsidRDefault="00E00D30" w:rsidP="00E00D30">
      <w:r>
        <w:t>917.2869</w:t>
      </w:r>
      <w:r>
        <w:tab/>
        <w:t>1.013e0</w:t>
      </w:r>
    </w:p>
    <w:p w:rsidR="00E00D30" w:rsidRDefault="00E00D30" w:rsidP="00E00D30">
      <w:r>
        <w:t>917.3412</w:t>
      </w:r>
      <w:r>
        <w:tab/>
        <w:t>2.025e0</w:t>
      </w:r>
    </w:p>
    <w:p w:rsidR="00E00D30" w:rsidRDefault="00E00D30" w:rsidP="00E00D30">
      <w:r>
        <w:t>917.3792</w:t>
      </w:r>
      <w:r>
        <w:tab/>
        <w:t>1.013e0</w:t>
      </w:r>
    </w:p>
    <w:p w:rsidR="00E00D30" w:rsidRDefault="00E00D30" w:rsidP="00E00D30">
      <w:r>
        <w:t>917.3950</w:t>
      </w:r>
      <w:r>
        <w:tab/>
        <w:t>1.013e0</w:t>
      </w:r>
    </w:p>
    <w:p w:rsidR="00E00D30" w:rsidRDefault="00E00D30" w:rsidP="00E00D30">
      <w:r>
        <w:t>917.4115</w:t>
      </w:r>
      <w:r>
        <w:tab/>
        <w:t>1.013e0</w:t>
      </w:r>
    </w:p>
    <w:p w:rsidR="00E00D30" w:rsidRDefault="00E00D30" w:rsidP="00E00D30">
      <w:r>
        <w:t>917.4156</w:t>
      </w:r>
      <w:r>
        <w:tab/>
        <w:t>1.013e0</w:t>
      </w:r>
    </w:p>
    <w:p w:rsidR="00E00D30" w:rsidRDefault="00E00D30" w:rsidP="00E00D30">
      <w:r>
        <w:t>917.4612</w:t>
      </w:r>
      <w:r>
        <w:tab/>
        <w:t>2.314e0</w:t>
      </w:r>
    </w:p>
    <w:p w:rsidR="00E00D30" w:rsidRDefault="00E00D30" w:rsidP="00E00D30">
      <w:r>
        <w:lastRenderedPageBreak/>
        <w:t>917.4714</w:t>
      </w:r>
      <w:r>
        <w:tab/>
        <w:t>1.013e0</w:t>
      </w:r>
    </w:p>
    <w:p w:rsidR="00E00D30" w:rsidRDefault="00E00D30" w:rsidP="00E00D30">
      <w:r>
        <w:t>917.4854</w:t>
      </w:r>
      <w:r>
        <w:tab/>
        <w:t>1.013e0</w:t>
      </w:r>
    </w:p>
    <w:p w:rsidR="00E00D30" w:rsidRDefault="00E00D30" w:rsidP="00E00D30">
      <w:r>
        <w:t>917.5083</w:t>
      </w:r>
      <w:r>
        <w:tab/>
        <w:t>1.608e0</w:t>
      </w:r>
    </w:p>
    <w:p w:rsidR="00E00D30" w:rsidRDefault="00E00D30" w:rsidP="00E00D30">
      <w:r>
        <w:t>917.5191</w:t>
      </w:r>
      <w:r>
        <w:tab/>
        <w:t>1.013e0</w:t>
      </w:r>
    </w:p>
    <w:p w:rsidR="00E00D30" w:rsidRDefault="00E00D30" w:rsidP="00E00D30">
      <w:r>
        <w:t>917.5496</w:t>
      </w:r>
      <w:r>
        <w:tab/>
        <w:t>1.013e0</w:t>
      </w:r>
    </w:p>
    <w:p w:rsidR="00E00D30" w:rsidRDefault="00E00D30" w:rsidP="00E00D30">
      <w:r>
        <w:t>917.5959</w:t>
      </w:r>
      <w:r>
        <w:tab/>
        <w:t>1.013e0</w:t>
      </w:r>
    </w:p>
    <w:p w:rsidR="00E00D30" w:rsidRDefault="00E00D30" w:rsidP="00E00D30">
      <w:r>
        <w:t>917.6195</w:t>
      </w:r>
      <w:r>
        <w:tab/>
        <w:t>1.013e0</w:t>
      </w:r>
    </w:p>
    <w:p w:rsidR="00E00D30" w:rsidRDefault="00E00D30" w:rsidP="00E00D30">
      <w:r>
        <w:t>917.6255</w:t>
      </w:r>
      <w:r>
        <w:tab/>
        <w:t>1.013e0</w:t>
      </w:r>
    </w:p>
    <w:p w:rsidR="00E00D30" w:rsidRDefault="00E00D30" w:rsidP="00E00D30">
      <w:r>
        <w:t>917.6364</w:t>
      </w:r>
      <w:r>
        <w:tab/>
        <w:t>1.013e0</w:t>
      </w:r>
    </w:p>
    <w:p w:rsidR="00E00D30" w:rsidRDefault="00E00D30" w:rsidP="00E00D30">
      <w:r>
        <w:t>917.6556</w:t>
      </w:r>
      <w:r>
        <w:tab/>
        <w:t>1.013e0</w:t>
      </w:r>
    </w:p>
    <w:p w:rsidR="00E00D30" w:rsidRDefault="00E00D30" w:rsidP="00E00D30">
      <w:r>
        <w:t>917.6871</w:t>
      </w:r>
      <w:r>
        <w:tab/>
        <w:t>1.013e0</w:t>
      </w:r>
    </w:p>
    <w:p w:rsidR="00E00D30" w:rsidRDefault="00E00D30" w:rsidP="00E00D30">
      <w:r>
        <w:t>917.7114</w:t>
      </w:r>
      <w:r>
        <w:tab/>
        <w:t>3.038e0</w:t>
      </w:r>
    </w:p>
    <w:p w:rsidR="00E00D30" w:rsidRDefault="00E00D30" w:rsidP="00E00D30">
      <w:r>
        <w:t>917.7186</w:t>
      </w:r>
      <w:r>
        <w:tab/>
        <w:t>1.013e0</w:t>
      </w:r>
    </w:p>
    <w:p w:rsidR="00E00D30" w:rsidRDefault="00E00D30" w:rsidP="00E00D30">
      <w:r>
        <w:t>917.7203</w:t>
      </w:r>
      <w:r>
        <w:tab/>
        <w:t>1.013e0</w:t>
      </w:r>
    </w:p>
    <w:p w:rsidR="00E00D30" w:rsidRDefault="00E00D30" w:rsidP="00E00D30">
      <w:r>
        <w:t>917.7409</w:t>
      </w:r>
      <w:r>
        <w:tab/>
        <w:t>2.025e0</w:t>
      </w:r>
    </w:p>
    <w:p w:rsidR="00E00D30" w:rsidRDefault="00E00D30" w:rsidP="00E00D30">
      <w:r>
        <w:t>917.8059</w:t>
      </w:r>
      <w:r>
        <w:tab/>
        <w:t>1.013e0</w:t>
      </w:r>
    </w:p>
    <w:p w:rsidR="00E00D30" w:rsidRDefault="00E00D30" w:rsidP="00E00D30">
      <w:r>
        <w:t>917.8250</w:t>
      </w:r>
      <w:r>
        <w:tab/>
        <w:t>1.013e0</w:t>
      </w:r>
    </w:p>
    <w:p w:rsidR="00E00D30" w:rsidRDefault="00E00D30" w:rsidP="00E00D30">
      <w:r>
        <w:t>917.8408</w:t>
      </w:r>
      <w:r>
        <w:tab/>
        <w:t>1.013e0</w:t>
      </w:r>
    </w:p>
    <w:p w:rsidR="00E00D30" w:rsidRDefault="00E00D30" w:rsidP="00E00D30">
      <w:r>
        <w:t>917.8562</w:t>
      </w:r>
      <w:r>
        <w:tab/>
        <w:t>1.013e0</w:t>
      </w:r>
    </w:p>
    <w:p w:rsidR="00E00D30" w:rsidRDefault="00E00D30" w:rsidP="00E00D30">
      <w:r>
        <w:lastRenderedPageBreak/>
        <w:t>917.8727</w:t>
      </w:r>
      <w:r>
        <w:tab/>
        <w:t>1.013e0</w:t>
      </w:r>
    </w:p>
    <w:p w:rsidR="00E00D30" w:rsidRDefault="00E00D30" w:rsidP="00E00D30">
      <w:r>
        <w:t>917.9181</w:t>
      </w:r>
      <w:r>
        <w:tab/>
        <w:t>2.025e0</w:t>
      </w:r>
    </w:p>
    <w:p w:rsidR="00E00D30" w:rsidRDefault="00E00D30" w:rsidP="00E00D30">
      <w:r>
        <w:t>918.0253</w:t>
      </w:r>
      <w:r>
        <w:tab/>
        <w:t>1.013e0</w:t>
      </w:r>
    </w:p>
    <w:p w:rsidR="00E00D30" w:rsidRDefault="00E00D30" w:rsidP="00E00D30">
      <w:r>
        <w:t>918.0419</w:t>
      </w:r>
      <w:r>
        <w:tab/>
        <w:t>1.013e0</w:t>
      </w:r>
    </w:p>
    <w:p w:rsidR="00E00D30" w:rsidRDefault="00E00D30" w:rsidP="00E00D30">
      <w:r>
        <w:t>918.0571</w:t>
      </w:r>
      <w:r>
        <w:tab/>
        <w:t>1.013e0</w:t>
      </w:r>
    </w:p>
    <w:p w:rsidR="00E00D30" w:rsidRDefault="00E00D30" w:rsidP="00E00D30">
      <w:r>
        <w:t>918.0933</w:t>
      </w:r>
      <w:r>
        <w:tab/>
        <w:t>1.013e0</w:t>
      </w:r>
    </w:p>
    <w:p w:rsidR="00E00D30" w:rsidRDefault="00E00D30" w:rsidP="00E00D30">
      <w:r>
        <w:t>918.1439</w:t>
      </w:r>
      <w:r>
        <w:tab/>
        <w:t>1.013e0</w:t>
      </w:r>
    </w:p>
    <w:p w:rsidR="00E00D30" w:rsidRDefault="00E00D30" w:rsidP="00E00D30">
      <w:r>
        <w:t>918.1479</w:t>
      </w:r>
      <w:r>
        <w:tab/>
        <w:t>1.013e0</w:t>
      </w:r>
    </w:p>
    <w:p w:rsidR="00E00D30" w:rsidRDefault="00E00D30" w:rsidP="00E00D30">
      <w:r>
        <w:t>918.1957</w:t>
      </w:r>
      <w:r>
        <w:tab/>
        <w:t>1.013e0</w:t>
      </w:r>
    </w:p>
    <w:p w:rsidR="00E00D30" w:rsidRDefault="00E00D30" w:rsidP="00E00D30">
      <w:r>
        <w:t>918.2407</w:t>
      </w:r>
      <w:r>
        <w:tab/>
        <w:t>1.013e0</w:t>
      </w:r>
    </w:p>
    <w:p w:rsidR="00E00D30" w:rsidRDefault="00E00D30" w:rsidP="00E00D30">
      <w:r>
        <w:t>918.3422</w:t>
      </w:r>
      <w:r>
        <w:tab/>
        <w:t>2.025e0</w:t>
      </w:r>
    </w:p>
    <w:p w:rsidR="00E00D30" w:rsidRDefault="00E00D30" w:rsidP="00E00D30">
      <w:r>
        <w:t>918.3481</w:t>
      </w:r>
      <w:r>
        <w:tab/>
        <w:t>1.013e0</w:t>
      </w:r>
    </w:p>
    <w:p w:rsidR="00E00D30" w:rsidRDefault="00E00D30" w:rsidP="00E00D30">
      <w:r>
        <w:t>918.3649</w:t>
      </w:r>
      <w:r>
        <w:tab/>
        <w:t>1.013e0</w:t>
      </w:r>
    </w:p>
    <w:p w:rsidR="00E00D30" w:rsidRDefault="00E00D30" w:rsidP="00E00D30">
      <w:r>
        <w:t>918.3709</w:t>
      </w:r>
      <w:r>
        <w:tab/>
        <w:t>2.025e0</w:t>
      </w:r>
    </w:p>
    <w:p w:rsidR="00E00D30" w:rsidRDefault="00E00D30" w:rsidP="00E00D30">
      <w:r>
        <w:t>918.4561</w:t>
      </w:r>
      <w:r>
        <w:tab/>
        <w:t>1.013e0</w:t>
      </w:r>
    </w:p>
    <w:p w:rsidR="00E00D30" w:rsidRDefault="00E00D30" w:rsidP="00E00D30">
      <w:r>
        <w:t>918.4709</w:t>
      </w:r>
      <w:r>
        <w:tab/>
        <w:t>1.776e0</w:t>
      </w:r>
    </w:p>
    <w:p w:rsidR="00E00D30" w:rsidRDefault="00E00D30" w:rsidP="00E00D30">
      <w:r>
        <w:t>918.5078</w:t>
      </w:r>
      <w:r>
        <w:tab/>
        <w:t>1.192e0</w:t>
      </w:r>
    </w:p>
    <w:p w:rsidR="00E00D30" w:rsidRDefault="00E00D30" w:rsidP="00E00D30">
      <w:r>
        <w:t>918.5181</w:t>
      </w:r>
      <w:r>
        <w:tab/>
        <w:t>1.013e0</w:t>
      </w:r>
    </w:p>
    <w:p w:rsidR="00E00D30" w:rsidRDefault="00E00D30" w:rsidP="00E00D30">
      <w:r>
        <w:t>918.6077</w:t>
      </w:r>
      <w:r>
        <w:tab/>
        <w:t>1.960e0</w:t>
      </w:r>
    </w:p>
    <w:p w:rsidR="00E00D30" w:rsidRDefault="00E00D30" w:rsidP="00E00D30">
      <w:r>
        <w:lastRenderedPageBreak/>
        <w:t>918.6556</w:t>
      </w:r>
      <w:r>
        <w:tab/>
        <w:t>1.013e0</w:t>
      </w:r>
    </w:p>
    <w:p w:rsidR="00E00D30" w:rsidRDefault="00E00D30" w:rsidP="00E00D30">
      <w:r>
        <w:t>918.6682</w:t>
      </w:r>
      <w:r>
        <w:tab/>
        <w:t>1.013e0</w:t>
      </w:r>
    </w:p>
    <w:p w:rsidR="00E00D30" w:rsidRDefault="00E00D30" w:rsidP="00E00D30">
      <w:r>
        <w:t>918.6859</w:t>
      </w:r>
      <w:r>
        <w:tab/>
        <w:t>1.013e0</w:t>
      </w:r>
    </w:p>
    <w:p w:rsidR="00E00D30" w:rsidRDefault="00E00D30" w:rsidP="00E00D30">
      <w:r>
        <w:t>918.7413</w:t>
      </w:r>
      <w:r>
        <w:tab/>
        <w:t>2.025e0</w:t>
      </w:r>
    </w:p>
    <w:p w:rsidR="00E00D30" w:rsidRDefault="00E00D30" w:rsidP="00E00D30">
      <w:r>
        <w:t>918.7914</w:t>
      </w:r>
      <w:r>
        <w:tab/>
        <w:t>2.025e0</w:t>
      </w:r>
    </w:p>
    <w:p w:rsidR="00E00D30" w:rsidRDefault="00E00D30" w:rsidP="00E00D30">
      <w:r>
        <w:t>918.8021</w:t>
      </w:r>
      <w:r>
        <w:tab/>
        <w:t>1.013e0</w:t>
      </w:r>
    </w:p>
    <w:p w:rsidR="00E00D30" w:rsidRDefault="00E00D30" w:rsidP="00E00D30">
      <w:r>
        <w:t>918.8198</w:t>
      </w:r>
      <w:r>
        <w:tab/>
        <w:t>2.025e0</w:t>
      </w:r>
    </w:p>
    <w:p w:rsidR="00E00D30" w:rsidRDefault="00E00D30" w:rsidP="00E00D30">
      <w:r>
        <w:t>918.8870</w:t>
      </w:r>
      <w:r>
        <w:tab/>
        <w:t>1.013e0</w:t>
      </w:r>
    </w:p>
    <w:p w:rsidR="00E00D30" w:rsidRDefault="00E00D30" w:rsidP="00E00D30">
      <w:r>
        <w:t>918.9108</w:t>
      </w:r>
      <w:r>
        <w:tab/>
        <w:t>2.025e0</w:t>
      </w:r>
    </w:p>
    <w:p w:rsidR="00E00D30" w:rsidRDefault="00E00D30" w:rsidP="00E00D30">
      <w:r>
        <w:t>918.9189</w:t>
      </w:r>
      <w:r>
        <w:tab/>
        <w:t>1.013e0</w:t>
      </w:r>
    </w:p>
    <w:p w:rsidR="00E00D30" w:rsidRDefault="00E00D30" w:rsidP="00E00D30">
      <w:r>
        <w:t>918.9634</w:t>
      </w:r>
      <w:r>
        <w:tab/>
        <w:t>1.013e0</w:t>
      </w:r>
    </w:p>
    <w:p w:rsidR="00E00D30" w:rsidRDefault="00E00D30" w:rsidP="00E00D30">
      <w:r>
        <w:t>918.9659</w:t>
      </w:r>
      <w:r>
        <w:tab/>
        <w:t>2.025e0</w:t>
      </w:r>
    </w:p>
    <w:p w:rsidR="00E00D30" w:rsidRDefault="00E00D30" w:rsidP="00E00D30">
      <w:r>
        <w:t>919.0056</w:t>
      </w:r>
      <w:r>
        <w:tab/>
        <w:t>1.013e0</w:t>
      </w:r>
    </w:p>
    <w:p w:rsidR="00E00D30" w:rsidRDefault="00E00D30" w:rsidP="00E00D30">
      <w:r>
        <w:t>919.0717</w:t>
      </w:r>
      <w:r>
        <w:tab/>
        <w:t>1.013e0</w:t>
      </w:r>
    </w:p>
    <w:p w:rsidR="00E00D30" w:rsidRDefault="00E00D30" w:rsidP="00E00D30">
      <w:r>
        <w:t>919.1053</w:t>
      </w:r>
      <w:r>
        <w:tab/>
        <w:t>2.025e0</w:t>
      </w:r>
    </w:p>
    <w:p w:rsidR="00E00D30" w:rsidRDefault="00E00D30" w:rsidP="00E00D30">
      <w:r>
        <w:t>919.1745</w:t>
      </w:r>
      <w:r>
        <w:tab/>
        <w:t>1.013e0</w:t>
      </w:r>
    </w:p>
    <w:p w:rsidR="00E00D30" w:rsidRDefault="00E00D30" w:rsidP="00E00D30">
      <w:r>
        <w:t>919.1841</w:t>
      </w:r>
      <w:r>
        <w:tab/>
        <w:t>2.025e0</w:t>
      </w:r>
    </w:p>
    <w:p w:rsidR="00E00D30" w:rsidRDefault="00E00D30" w:rsidP="00E00D30">
      <w:r>
        <w:t>919.2410</w:t>
      </w:r>
      <w:r>
        <w:tab/>
        <w:t>1.013e0</w:t>
      </w:r>
    </w:p>
    <w:p w:rsidR="00E00D30" w:rsidRDefault="00E00D30" w:rsidP="00E00D30">
      <w:r>
        <w:t>919.3181</w:t>
      </w:r>
      <w:r>
        <w:tab/>
        <w:t>1.013e0</w:t>
      </w:r>
    </w:p>
    <w:p w:rsidR="00E00D30" w:rsidRDefault="00E00D30" w:rsidP="00E00D30">
      <w:r>
        <w:lastRenderedPageBreak/>
        <w:t>919.3945</w:t>
      </w:r>
      <w:r>
        <w:tab/>
        <w:t>1.013e0</w:t>
      </w:r>
    </w:p>
    <w:p w:rsidR="00E00D30" w:rsidRDefault="00E00D30" w:rsidP="00E00D30">
      <w:r>
        <w:t>919.4270</w:t>
      </w:r>
      <w:r>
        <w:tab/>
        <w:t>1.013e0</w:t>
      </w:r>
    </w:p>
    <w:p w:rsidR="00E00D30" w:rsidRDefault="00E00D30" w:rsidP="00E00D30">
      <w:r>
        <w:t>919.4611</w:t>
      </w:r>
      <w:r>
        <w:tab/>
        <w:t>1.013e0</w:t>
      </w:r>
    </w:p>
    <w:p w:rsidR="00E00D30" w:rsidRDefault="00E00D30" w:rsidP="00E00D30">
      <w:r>
        <w:t>919.4670</w:t>
      </w:r>
      <w:r>
        <w:tab/>
        <w:t>2.025e0</w:t>
      </w:r>
    </w:p>
    <w:p w:rsidR="00E00D30" w:rsidRDefault="00E00D30" w:rsidP="00E00D30">
      <w:r>
        <w:t>919.4823</w:t>
      </w:r>
      <w:r>
        <w:tab/>
        <w:t>3.038e0</w:t>
      </w:r>
    </w:p>
    <w:p w:rsidR="00E00D30" w:rsidRDefault="00E00D30" w:rsidP="00E00D30">
      <w:r>
        <w:t>919.6415</w:t>
      </w:r>
      <w:r>
        <w:tab/>
        <w:t>1.013e0</w:t>
      </w:r>
    </w:p>
    <w:p w:rsidR="00E00D30" w:rsidRDefault="00E00D30" w:rsidP="00E00D30">
      <w:r>
        <w:t>919.6485</w:t>
      </w:r>
      <w:r>
        <w:tab/>
        <w:t>2.025e0</w:t>
      </w:r>
    </w:p>
    <w:p w:rsidR="00E00D30" w:rsidRDefault="00E00D30" w:rsidP="00E00D30">
      <w:r>
        <w:t>919.6718</w:t>
      </w:r>
      <w:r>
        <w:tab/>
        <w:t>1.013e0</w:t>
      </w:r>
    </w:p>
    <w:p w:rsidR="00E00D30" w:rsidRDefault="00E00D30" w:rsidP="00E00D30">
      <w:r>
        <w:t>919.6813</w:t>
      </w:r>
      <w:r>
        <w:tab/>
        <w:t>1.013e0</w:t>
      </w:r>
    </w:p>
    <w:p w:rsidR="00E00D30" w:rsidRDefault="00E00D30" w:rsidP="00E00D30">
      <w:r>
        <w:t>919.6877</w:t>
      </w:r>
      <w:r>
        <w:tab/>
        <w:t>2.025e0</w:t>
      </w:r>
    </w:p>
    <w:p w:rsidR="00E00D30" w:rsidRDefault="00E00D30" w:rsidP="00E00D30">
      <w:r>
        <w:t>919.6888</w:t>
      </w:r>
      <w:r>
        <w:tab/>
        <w:t>1.013e0</w:t>
      </w:r>
    </w:p>
    <w:p w:rsidR="00E00D30" w:rsidRDefault="00E00D30" w:rsidP="00E00D30">
      <w:r>
        <w:t>919.7642</w:t>
      </w:r>
      <w:r>
        <w:tab/>
        <w:t>2.025e0</w:t>
      </w:r>
    </w:p>
    <w:p w:rsidR="00E00D30" w:rsidRDefault="00E00D30" w:rsidP="00E00D30">
      <w:r>
        <w:t>919.7725</w:t>
      </w:r>
      <w:r>
        <w:tab/>
        <w:t>2.025e0</w:t>
      </w:r>
    </w:p>
    <w:p w:rsidR="00E00D30" w:rsidRDefault="00E00D30" w:rsidP="00E00D30">
      <w:r>
        <w:t>919.8085</w:t>
      </w:r>
      <w:r>
        <w:tab/>
        <w:t>2.025e0</w:t>
      </w:r>
    </w:p>
    <w:p w:rsidR="00E00D30" w:rsidRDefault="00E00D30" w:rsidP="00E00D30">
      <w:r>
        <w:t>919.9034</w:t>
      </w:r>
      <w:r>
        <w:tab/>
        <w:t>1.013e0</w:t>
      </w:r>
    </w:p>
    <w:p w:rsidR="00E00D30" w:rsidRDefault="00E00D30" w:rsidP="00E00D30">
      <w:r>
        <w:t>919.9108</w:t>
      </w:r>
      <w:r>
        <w:tab/>
        <w:t>2.025e0</w:t>
      </w:r>
    </w:p>
    <w:p w:rsidR="00E00D30" w:rsidRDefault="00E00D30" w:rsidP="00E00D30">
      <w:r>
        <w:t>919.9342</w:t>
      </w:r>
      <w:r>
        <w:tab/>
        <w:t>1.013e0</w:t>
      </w:r>
    </w:p>
    <w:p w:rsidR="00E00D30" w:rsidRDefault="00E00D30" w:rsidP="00E00D30">
      <w:r>
        <w:t>920.0108</w:t>
      </w:r>
      <w:r>
        <w:tab/>
        <w:t>1.013e0</w:t>
      </w:r>
    </w:p>
    <w:p w:rsidR="00E00D30" w:rsidRDefault="00E00D30" w:rsidP="00E00D30">
      <w:r>
        <w:t>920.0372</w:t>
      </w:r>
      <w:r>
        <w:tab/>
        <w:t>2.025e0</w:t>
      </w:r>
    </w:p>
    <w:p w:rsidR="00E00D30" w:rsidRDefault="00E00D30" w:rsidP="00E00D30">
      <w:r>
        <w:lastRenderedPageBreak/>
        <w:t>920.1038</w:t>
      </w:r>
      <w:r>
        <w:tab/>
        <w:t>2.025e0</w:t>
      </w:r>
    </w:p>
    <w:p w:rsidR="00E00D30" w:rsidRDefault="00E00D30" w:rsidP="00E00D30">
      <w:r>
        <w:t>920.1191</w:t>
      </w:r>
      <w:r>
        <w:tab/>
        <w:t>1.013e0</w:t>
      </w:r>
    </w:p>
    <w:p w:rsidR="00E00D30" w:rsidRDefault="00E00D30" w:rsidP="00E00D30">
      <w:r>
        <w:t>920.1203</w:t>
      </w:r>
      <w:r>
        <w:tab/>
        <w:t>1.013e0</w:t>
      </w:r>
    </w:p>
    <w:p w:rsidR="00E00D30" w:rsidRDefault="00E00D30" w:rsidP="00E00D30">
      <w:r>
        <w:t>920.1881</w:t>
      </w:r>
      <w:r>
        <w:tab/>
        <w:t>1.013e0</w:t>
      </w:r>
    </w:p>
    <w:p w:rsidR="00E00D30" w:rsidRDefault="00E00D30" w:rsidP="00E00D30">
      <w:r>
        <w:t>920.1957</w:t>
      </w:r>
      <w:r>
        <w:tab/>
        <w:t>1.013e0</w:t>
      </w:r>
    </w:p>
    <w:p w:rsidR="00E00D30" w:rsidRDefault="00E00D30" w:rsidP="00E00D30">
      <w:r>
        <w:t>920.2266</w:t>
      </w:r>
      <w:r>
        <w:tab/>
        <w:t>1.013e0</w:t>
      </w:r>
    </w:p>
    <w:p w:rsidR="00E00D30" w:rsidRDefault="00E00D30" w:rsidP="00E00D30">
      <w:r>
        <w:t>920.3361</w:t>
      </w:r>
      <w:r>
        <w:tab/>
        <w:t>1.013e0</w:t>
      </w:r>
    </w:p>
    <w:p w:rsidR="00E00D30" w:rsidRDefault="00E00D30" w:rsidP="00E00D30">
      <w:r>
        <w:t>920.3499</w:t>
      </w:r>
      <w:r>
        <w:tab/>
        <w:t>1.013e0</w:t>
      </w:r>
    </w:p>
    <w:p w:rsidR="00E00D30" w:rsidRDefault="00E00D30" w:rsidP="00E00D30">
      <w:r>
        <w:t>920.3722</w:t>
      </w:r>
      <w:r>
        <w:tab/>
        <w:t>3.038e0</w:t>
      </w:r>
    </w:p>
    <w:p w:rsidR="00E00D30" w:rsidRDefault="00E00D30" w:rsidP="00E00D30">
      <w:r>
        <w:t>920.3747</w:t>
      </w:r>
      <w:r>
        <w:tab/>
        <w:t>1.013e0</w:t>
      </w:r>
    </w:p>
    <w:p w:rsidR="00E00D30" w:rsidRDefault="00E00D30" w:rsidP="00E00D30">
      <w:r>
        <w:t>920.4440</w:t>
      </w:r>
      <w:r>
        <w:tab/>
        <w:t>1.013e0</w:t>
      </w:r>
    </w:p>
    <w:p w:rsidR="00E00D30" w:rsidRDefault="00E00D30" w:rsidP="00E00D30">
      <w:r>
        <w:t>920.4583</w:t>
      </w:r>
      <w:r>
        <w:tab/>
        <w:t>3.038e0</w:t>
      </w:r>
    </w:p>
    <w:p w:rsidR="00E00D30" w:rsidRDefault="00E00D30" w:rsidP="00E00D30">
      <w:r>
        <w:t>920.5035</w:t>
      </w:r>
      <w:r>
        <w:tab/>
        <w:t>3.038e0</w:t>
      </w:r>
    </w:p>
    <w:p w:rsidR="00E00D30" w:rsidRDefault="00E00D30" w:rsidP="00E00D30">
      <w:r>
        <w:t>920.5073</w:t>
      </w:r>
      <w:r>
        <w:tab/>
        <w:t>2.037e0</w:t>
      </w:r>
    </w:p>
    <w:p w:rsidR="00E00D30" w:rsidRDefault="00E00D30" w:rsidP="00E00D30">
      <w:r>
        <w:t>920.5541</w:t>
      </w:r>
      <w:r>
        <w:tab/>
        <w:t>2.025e0</w:t>
      </w:r>
    </w:p>
    <w:p w:rsidR="00E00D30" w:rsidRDefault="00E00D30" w:rsidP="00E00D30">
      <w:r>
        <w:t>920.5620</w:t>
      </w:r>
      <w:r>
        <w:tab/>
        <w:t>1.013e0</w:t>
      </w:r>
    </w:p>
    <w:p w:rsidR="00E00D30" w:rsidRDefault="00E00D30" w:rsidP="00E00D30">
      <w:r>
        <w:t>920.6194</w:t>
      </w:r>
      <w:r>
        <w:tab/>
        <w:t>2.025e0</w:t>
      </w:r>
    </w:p>
    <w:p w:rsidR="00E00D30" w:rsidRDefault="00E00D30" w:rsidP="00E00D30">
      <w:r>
        <w:t>920.6356</w:t>
      </w:r>
      <w:r>
        <w:tab/>
        <w:t>2.025e0</w:t>
      </w:r>
    </w:p>
    <w:p w:rsidR="00E00D30" w:rsidRDefault="00E00D30" w:rsidP="00E00D30">
      <w:r>
        <w:t>920.6742</w:t>
      </w:r>
      <w:r>
        <w:tab/>
        <w:t>1.013e0</w:t>
      </w:r>
    </w:p>
    <w:p w:rsidR="00E00D30" w:rsidRDefault="00E00D30" w:rsidP="00E00D30">
      <w:r>
        <w:lastRenderedPageBreak/>
        <w:t>920.6907</w:t>
      </w:r>
      <w:r>
        <w:tab/>
        <w:t>1.013e0</w:t>
      </w:r>
    </w:p>
    <w:p w:rsidR="00E00D30" w:rsidRDefault="00E00D30" w:rsidP="00E00D30">
      <w:r>
        <w:t>920.7987</w:t>
      </w:r>
      <w:r>
        <w:tab/>
        <w:t>2.025e0</w:t>
      </w:r>
    </w:p>
    <w:p w:rsidR="00E00D30" w:rsidRDefault="00E00D30" w:rsidP="00E00D30">
      <w:r>
        <w:t>920.8284</w:t>
      </w:r>
      <w:r>
        <w:tab/>
        <w:t>1.013e0</w:t>
      </w:r>
    </w:p>
    <w:p w:rsidR="00E00D30" w:rsidRDefault="00E00D30" w:rsidP="00E00D30">
      <w:r>
        <w:t>920.8896</w:t>
      </w:r>
      <w:r>
        <w:tab/>
        <w:t>2.025e0</w:t>
      </w:r>
    </w:p>
    <w:p w:rsidR="00E00D30" w:rsidRDefault="00E00D30" w:rsidP="00E00D30">
      <w:r>
        <w:t>920.9902</w:t>
      </w:r>
      <w:r>
        <w:tab/>
        <w:t>2.025e0</w:t>
      </w:r>
    </w:p>
    <w:p w:rsidR="00E00D30" w:rsidRDefault="00E00D30" w:rsidP="00E00D30">
      <w:r>
        <w:t>921.0135</w:t>
      </w:r>
      <w:r>
        <w:tab/>
        <w:t>1.013e0</w:t>
      </w:r>
    </w:p>
    <w:p w:rsidR="00E00D30" w:rsidRDefault="00E00D30" w:rsidP="00E00D30">
      <w:r>
        <w:t>921.0155</w:t>
      </w:r>
      <w:r>
        <w:tab/>
        <w:t>1.013e0</w:t>
      </w:r>
    </w:p>
    <w:p w:rsidR="00E00D30" w:rsidRDefault="00E00D30" w:rsidP="00E00D30">
      <w:r>
        <w:t>921.0167</w:t>
      </w:r>
      <w:r>
        <w:tab/>
        <w:t>1.013e0</w:t>
      </w:r>
    </w:p>
    <w:p w:rsidR="00E00D30" w:rsidRDefault="00E00D30" w:rsidP="00E00D30">
      <w:r>
        <w:t>921.0300</w:t>
      </w:r>
      <w:r>
        <w:tab/>
        <w:t>1.013e0</w:t>
      </w:r>
    </w:p>
    <w:p w:rsidR="00E00D30" w:rsidRDefault="00E00D30" w:rsidP="00E00D30">
      <w:r>
        <w:t>921.0325</w:t>
      </w:r>
      <w:r>
        <w:tab/>
        <w:t>1.013e0</w:t>
      </w:r>
    </w:p>
    <w:p w:rsidR="00E00D30" w:rsidRDefault="00E00D30" w:rsidP="00E00D30">
      <w:r>
        <w:t>921.0560</w:t>
      </w:r>
      <w:r>
        <w:tab/>
        <w:t>2.025e0</w:t>
      </w:r>
    </w:p>
    <w:p w:rsidR="00E00D30" w:rsidRDefault="00E00D30" w:rsidP="00E00D30">
      <w:r>
        <w:t>921.1673</w:t>
      </w:r>
      <w:r>
        <w:tab/>
        <w:t>1.013e0</w:t>
      </w:r>
    </w:p>
    <w:p w:rsidR="00E00D30" w:rsidRDefault="00E00D30" w:rsidP="00E00D30">
      <w:r>
        <w:t>921.1841</w:t>
      </w:r>
      <w:r>
        <w:tab/>
        <w:t>1.013e0</w:t>
      </w:r>
    </w:p>
    <w:p w:rsidR="00E00D30" w:rsidRDefault="00E00D30" w:rsidP="00E00D30">
      <w:r>
        <w:t>921.1981</w:t>
      </w:r>
      <w:r>
        <w:tab/>
        <w:t>1.013e0</w:t>
      </w:r>
    </w:p>
    <w:p w:rsidR="00E00D30" w:rsidRDefault="00E00D30" w:rsidP="00E00D30">
      <w:r>
        <w:t>921.2363</w:t>
      </w:r>
      <w:r>
        <w:tab/>
        <w:t>2.025e0</w:t>
      </w:r>
    </w:p>
    <w:p w:rsidR="00E00D30" w:rsidRDefault="00E00D30" w:rsidP="00E00D30">
      <w:r>
        <w:t>921.2387</w:t>
      </w:r>
      <w:r>
        <w:tab/>
        <w:t>2.025e0</w:t>
      </w:r>
    </w:p>
    <w:p w:rsidR="00E00D30" w:rsidRDefault="00E00D30" w:rsidP="00E00D30">
      <w:r>
        <w:t>921.2537</w:t>
      </w:r>
      <w:r>
        <w:tab/>
        <w:t>1.013e0</w:t>
      </w:r>
    </w:p>
    <w:p w:rsidR="00E00D30" w:rsidRDefault="00E00D30" w:rsidP="00E00D30">
      <w:r>
        <w:t>921.3375</w:t>
      </w:r>
      <w:r>
        <w:tab/>
        <w:t>1.013e0</w:t>
      </w:r>
    </w:p>
    <w:p w:rsidR="00E00D30" w:rsidRDefault="00E00D30" w:rsidP="00E00D30">
      <w:r>
        <w:t>921.3481</w:t>
      </w:r>
      <w:r>
        <w:tab/>
        <w:t>3.624e0</w:t>
      </w:r>
    </w:p>
    <w:p w:rsidR="00E00D30" w:rsidRDefault="00E00D30" w:rsidP="00E00D30">
      <w:r>
        <w:lastRenderedPageBreak/>
        <w:t>921.4142</w:t>
      </w:r>
      <w:r>
        <w:tab/>
        <w:t>1.013e0</w:t>
      </w:r>
    </w:p>
    <w:p w:rsidR="00E00D30" w:rsidRDefault="00E00D30" w:rsidP="00E00D30">
      <w:r>
        <w:t>921.4747</w:t>
      </w:r>
      <w:r>
        <w:tab/>
        <w:t>1.013e0</w:t>
      </w:r>
    </w:p>
    <w:p w:rsidR="00E00D30" w:rsidRDefault="00E00D30" w:rsidP="00E00D30">
      <w:r>
        <w:t>921.5213</w:t>
      </w:r>
      <w:r>
        <w:tab/>
        <w:t>1.013e1</w:t>
      </w:r>
    </w:p>
    <w:p w:rsidR="00E00D30" w:rsidRDefault="00E00D30" w:rsidP="00E00D30">
      <w:r>
        <w:t>921.5227</w:t>
      </w:r>
      <w:r>
        <w:tab/>
        <w:t>1.013e0</w:t>
      </w:r>
    </w:p>
    <w:p w:rsidR="00E00D30" w:rsidRDefault="00E00D30" w:rsidP="00E00D30">
      <w:r>
        <w:t>921.5436</w:t>
      </w:r>
      <w:r>
        <w:tab/>
        <w:t>2.127e1</w:t>
      </w:r>
    </w:p>
    <w:p w:rsidR="00E00D30" w:rsidRDefault="00E00D30" w:rsidP="00E00D30">
      <w:r>
        <w:t>921.5541</w:t>
      </w:r>
      <w:r>
        <w:tab/>
        <w:t>1.114e1</w:t>
      </w:r>
    </w:p>
    <w:p w:rsidR="00E00D30" w:rsidRDefault="00E00D30" w:rsidP="00E00D30">
      <w:r>
        <w:t>921.6368</w:t>
      </w:r>
      <w:r>
        <w:tab/>
        <w:t>2.025e0</w:t>
      </w:r>
    </w:p>
    <w:p w:rsidR="00E00D30" w:rsidRDefault="00E00D30" w:rsidP="00E00D30">
      <w:r>
        <w:t>921.6395</w:t>
      </w:r>
      <w:r>
        <w:tab/>
        <w:t>3.038e0</w:t>
      </w:r>
    </w:p>
    <w:p w:rsidR="00E00D30" w:rsidRDefault="00E00D30" w:rsidP="00E00D30">
      <w:r>
        <w:t>921.6771</w:t>
      </w:r>
      <w:r>
        <w:tab/>
        <w:t>1.013e0</w:t>
      </w:r>
    </w:p>
    <w:p w:rsidR="00E00D30" w:rsidRDefault="00E00D30" w:rsidP="00E00D30">
      <w:r>
        <w:t>921.6996</w:t>
      </w:r>
      <w:r>
        <w:tab/>
        <w:t>2.025e0</w:t>
      </w:r>
    </w:p>
    <w:p w:rsidR="00E00D30" w:rsidRDefault="00E00D30" w:rsidP="00E00D30">
      <w:r>
        <w:t>921.7079</w:t>
      </w:r>
      <w:r>
        <w:tab/>
        <w:t>1.013e0</w:t>
      </w:r>
    </w:p>
    <w:p w:rsidR="00E00D30" w:rsidRDefault="00E00D30" w:rsidP="00E00D30">
      <w:r>
        <w:t>921.7400</w:t>
      </w:r>
      <w:r>
        <w:tab/>
        <w:t>4.051e0</w:t>
      </w:r>
    </w:p>
    <w:p w:rsidR="00E00D30" w:rsidRDefault="00E00D30" w:rsidP="00E00D30">
      <w:r>
        <w:t>921.7942</w:t>
      </w:r>
      <w:r>
        <w:tab/>
        <w:t>1.013e0</w:t>
      </w:r>
    </w:p>
    <w:p w:rsidR="00E00D30" w:rsidRDefault="00E00D30" w:rsidP="00E00D30">
      <w:r>
        <w:t>921.8160</w:t>
      </w:r>
      <w:r>
        <w:tab/>
        <w:t>1.013e0</w:t>
      </w:r>
    </w:p>
    <w:p w:rsidR="00E00D30" w:rsidRDefault="00E00D30" w:rsidP="00E00D30">
      <w:r>
        <w:t>921.8315</w:t>
      </w:r>
      <w:r>
        <w:tab/>
        <w:t>1.013e0</w:t>
      </w:r>
    </w:p>
    <w:p w:rsidR="00E00D30" w:rsidRDefault="00E00D30" w:rsidP="00E00D30">
      <w:r>
        <w:t>921.9781</w:t>
      </w:r>
      <w:r>
        <w:tab/>
        <w:t>2.025e0</w:t>
      </w:r>
    </w:p>
    <w:p w:rsidR="00E00D30" w:rsidRDefault="00E00D30" w:rsidP="00E00D30">
      <w:r>
        <w:t>922.0626</w:t>
      </w:r>
      <w:r>
        <w:tab/>
        <w:t>1.013e0</w:t>
      </w:r>
    </w:p>
    <w:p w:rsidR="00E00D30" w:rsidRDefault="00E00D30" w:rsidP="00E00D30">
      <w:r>
        <w:t>922.0786</w:t>
      </w:r>
      <w:r>
        <w:tab/>
        <w:t>2.025e0</w:t>
      </w:r>
    </w:p>
    <w:p w:rsidR="00E00D30" w:rsidRDefault="00E00D30" w:rsidP="00E00D30">
      <w:r>
        <w:t>922.0847</w:t>
      </w:r>
      <w:r>
        <w:tab/>
        <w:t>2.025e0</w:t>
      </w:r>
    </w:p>
    <w:p w:rsidR="00E00D30" w:rsidRDefault="00E00D30" w:rsidP="00E00D30">
      <w:r>
        <w:lastRenderedPageBreak/>
        <w:t>922.1105</w:t>
      </w:r>
      <w:r>
        <w:tab/>
        <w:t>2.025e0</w:t>
      </w:r>
    </w:p>
    <w:p w:rsidR="00E00D30" w:rsidRDefault="00E00D30" w:rsidP="00E00D30">
      <w:r>
        <w:t>922.1116</w:t>
      </w:r>
      <w:r>
        <w:tab/>
        <w:t>2.025e0</w:t>
      </w:r>
    </w:p>
    <w:p w:rsidR="00E00D30" w:rsidRDefault="00E00D30" w:rsidP="00E00D30">
      <w:r>
        <w:t>922.1491</w:t>
      </w:r>
      <w:r>
        <w:tab/>
        <w:t>1.013e0</w:t>
      </w:r>
    </w:p>
    <w:p w:rsidR="00E00D30" w:rsidRDefault="00E00D30" w:rsidP="00E00D30">
      <w:r>
        <w:t>922.1862</w:t>
      </w:r>
      <w:r>
        <w:tab/>
        <w:t>1.013e0</w:t>
      </w:r>
    </w:p>
    <w:p w:rsidR="00E00D30" w:rsidRDefault="00E00D30" w:rsidP="00E00D30">
      <w:r>
        <w:t>922.2489</w:t>
      </w:r>
      <w:r>
        <w:tab/>
        <w:t>1.013e0</w:t>
      </w:r>
    </w:p>
    <w:p w:rsidR="00E00D30" w:rsidRDefault="00E00D30" w:rsidP="00E00D30">
      <w:r>
        <w:t>922.2841</w:t>
      </w:r>
      <w:r>
        <w:tab/>
        <w:t>1.013e0</w:t>
      </w:r>
    </w:p>
    <w:p w:rsidR="00E00D30" w:rsidRDefault="00E00D30" w:rsidP="00E00D30">
      <w:r>
        <w:t>922.3448</w:t>
      </w:r>
      <w:r>
        <w:tab/>
        <w:t>2.025e0</w:t>
      </w:r>
    </w:p>
    <w:p w:rsidR="00E00D30" w:rsidRDefault="00E00D30" w:rsidP="00E00D30">
      <w:r>
        <w:t>922.3566</w:t>
      </w:r>
      <w:r>
        <w:tab/>
        <w:t>1.013e0</w:t>
      </w:r>
    </w:p>
    <w:p w:rsidR="00E00D30" w:rsidRDefault="00E00D30" w:rsidP="00E00D30">
      <w:r>
        <w:t>922.3622</w:t>
      </w:r>
      <w:r>
        <w:tab/>
        <w:t>2.025e0</w:t>
      </w:r>
    </w:p>
    <w:p w:rsidR="00E00D30" w:rsidRDefault="00E00D30" w:rsidP="00E00D30">
      <w:r>
        <w:t>922.3643</w:t>
      </w:r>
      <w:r>
        <w:tab/>
        <w:t>2.025e0</w:t>
      </w:r>
    </w:p>
    <w:p w:rsidR="00E00D30" w:rsidRDefault="00E00D30" w:rsidP="00E00D30">
      <w:r>
        <w:t>922.4029</w:t>
      </w:r>
      <w:r>
        <w:tab/>
        <w:t>1.013e0</w:t>
      </w:r>
    </w:p>
    <w:p w:rsidR="00E00D30" w:rsidRDefault="00E00D30" w:rsidP="00E00D30">
      <w:r>
        <w:t>922.4041</w:t>
      </w:r>
      <w:r>
        <w:tab/>
        <w:t>1.013e0</w:t>
      </w:r>
    </w:p>
    <w:p w:rsidR="00E00D30" w:rsidRDefault="00E00D30" w:rsidP="00E00D30">
      <w:r>
        <w:t>922.5276</w:t>
      </w:r>
      <w:r>
        <w:tab/>
        <w:t>7.089e0</w:t>
      </w:r>
    </w:p>
    <w:p w:rsidR="00E00D30" w:rsidRDefault="00E00D30" w:rsidP="00E00D30">
      <w:r>
        <w:t>922.5422</w:t>
      </w:r>
      <w:r>
        <w:tab/>
        <w:t>5.063e0</w:t>
      </w:r>
    </w:p>
    <w:p w:rsidR="00E00D30" w:rsidRDefault="00E00D30" w:rsidP="00E00D30">
      <w:r>
        <w:t>922.5448</w:t>
      </w:r>
      <w:r>
        <w:tab/>
        <w:t>5.689e1</w:t>
      </w:r>
    </w:p>
    <w:p w:rsidR="00E00D30" w:rsidRDefault="00E00D30" w:rsidP="00E00D30">
      <w:r>
        <w:t>922.5462</w:t>
      </w:r>
      <w:r>
        <w:tab/>
        <w:t>1.558e1</w:t>
      </w:r>
    </w:p>
    <w:p w:rsidR="00E00D30" w:rsidRDefault="00E00D30" w:rsidP="00E00D30">
      <w:r>
        <w:t>922.5515</w:t>
      </w:r>
      <w:r>
        <w:tab/>
        <w:t>2.329e1</w:t>
      </w:r>
    </w:p>
    <w:p w:rsidR="00E00D30" w:rsidRDefault="00E00D30" w:rsidP="00E00D30">
      <w:r>
        <w:t>922.5526</w:t>
      </w:r>
      <w:r>
        <w:tab/>
        <w:t>2.228e1</w:t>
      </w:r>
    </w:p>
    <w:p w:rsidR="00E00D30" w:rsidRDefault="00E00D30" w:rsidP="00E00D30">
      <w:r>
        <w:t>922.5573</w:t>
      </w:r>
      <w:r>
        <w:tab/>
        <w:t>3.038e0</w:t>
      </w:r>
    </w:p>
    <w:p w:rsidR="00E00D30" w:rsidRDefault="00E00D30" w:rsidP="00E00D30">
      <w:r>
        <w:lastRenderedPageBreak/>
        <w:t>922.6347</w:t>
      </w:r>
      <w:r>
        <w:tab/>
        <w:t>2.025e0</w:t>
      </w:r>
    </w:p>
    <w:p w:rsidR="00E00D30" w:rsidRDefault="00E00D30" w:rsidP="00E00D30">
      <w:r>
        <w:t>922.6951</w:t>
      </w:r>
      <w:r>
        <w:tab/>
        <w:t>4.051e0</w:t>
      </w:r>
    </w:p>
    <w:p w:rsidR="00E00D30" w:rsidRDefault="00E00D30" w:rsidP="00E00D30">
      <w:r>
        <w:t>922.7005</w:t>
      </w:r>
      <w:r>
        <w:tab/>
        <w:t>2.025e0</w:t>
      </w:r>
    </w:p>
    <w:p w:rsidR="00E00D30" w:rsidRDefault="00E00D30" w:rsidP="00E00D30">
      <w:r>
        <w:t>922.7172</w:t>
      </w:r>
      <w:r>
        <w:tab/>
        <w:t>2.025e0</w:t>
      </w:r>
    </w:p>
    <w:p w:rsidR="00E00D30" w:rsidRDefault="00E00D30" w:rsidP="00E00D30">
      <w:r>
        <w:t>922.7578</w:t>
      </w:r>
      <w:r>
        <w:tab/>
        <w:t>1.013e0</w:t>
      </w:r>
    </w:p>
    <w:p w:rsidR="00E00D30" w:rsidRDefault="00E00D30" w:rsidP="00E00D30">
      <w:r>
        <w:t>922.7899</w:t>
      </w:r>
      <w:r>
        <w:tab/>
        <w:t>1.013e0</w:t>
      </w:r>
    </w:p>
    <w:p w:rsidR="00E00D30" w:rsidRDefault="00E00D30" w:rsidP="00E00D30">
      <w:r>
        <w:t>922.8047</w:t>
      </w:r>
      <w:r>
        <w:tab/>
        <w:t>2.025e0</w:t>
      </w:r>
    </w:p>
    <w:p w:rsidR="00E00D30" w:rsidRDefault="00E00D30" w:rsidP="00E00D30">
      <w:r>
        <w:t>922.8367</w:t>
      </w:r>
      <w:r>
        <w:tab/>
        <w:t>1.013e0</w:t>
      </w:r>
    </w:p>
    <w:p w:rsidR="00E00D30" w:rsidRDefault="00E00D30" w:rsidP="00E00D30">
      <w:r>
        <w:t>922.8737</w:t>
      </w:r>
      <w:r>
        <w:tab/>
        <w:t>2.025e0</w:t>
      </w:r>
    </w:p>
    <w:p w:rsidR="00E00D30" w:rsidRDefault="00E00D30" w:rsidP="00E00D30">
      <w:r>
        <w:t>922.8766</w:t>
      </w:r>
      <w:r>
        <w:tab/>
        <w:t>1.013e0</w:t>
      </w:r>
    </w:p>
    <w:p w:rsidR="00E00D30" w:rsidRDefault="00E00D30" w:rsidP="00E00D30">
      <w:r>
        <w:t>922.9128</w:t>
      </w:r>
      <w:r>
        <w:tab/>
        <w:t>1.013e0</w:t>
      </w:r>
    </w:p>
    <w:p w:rsidR="00E00D30" w:rsidRDefault="00E00D30" w:rsidP="00E00D30">
      <w:r>
        <w:t>922.9905</w:t>
      </w:r>
      <w:r>
        <w:tab/>
        <w:t>4.051e0</w:t>
      </w:r>
    </w:p>
    <w:p w:rsidR="00E00D30" w:rsidRDefault="00E00D30" w:rsidP="00E00D30">
      <w:r>
        <w:t>923.0106</w:t>
      </w:r>
      <w:r>
        <w:tab/>
        <w:t>1.013e0</w:t>
      </w:r>
    </w:p>
    <w:p w:rsidR="00E00D30" w:rsidRDefault="00E00D30" w:rsidP="00E00D30">
      <w:r>
        <w:t>923.0392</w:t>
      </w:r>
      <w:r>
        <w:tab/>
        <w:t>2.025e0</w:t>
      </w:r>
    </w:p>
    <w:p w:rsidR="00E00D30" w:rsidRDefault="00E00D30" w:rsidP="00E00D30">
      <w:r>
        <w:t>923.1288</w:t>
      </w:r>
      <w:r>
        <w:tab/>
        <w:t>1.013e0</w:t>
      </w:r>
    </w:p>
    <w:p w:rsidR="00E00D30" w:rsidRDefault="00E00D30" w:rsidP="00E00D30">
      <w:r>
        <w:t>923.1304</w:t>
      </w:r>
      <w:r>
        <w:tab/>
        <w:t>1.013e0</w:t>
      </w:r>
    </w:p>
    <w:p w:rsidR="00E00D30" w:rsidRDefault="00E00D30" w:rsidP="00E00D30">
      <w:r>
        <w:t>923.1442</w:t>
      </w:r>
      <w:r>
        <w:tab/>
        <w:t>1.013e0</w:t>
      </w:r>
    </w:p>
    <w:p w:rsidR="00E00D30" w:rsidRDefault="00E00D30" w:rsidP="00E00D30">
      <w:r>
        <w:t>923.1912</w:t>
      </w:r>
      <w:r>
        <w:tab/>
        <w:t>1.013e0</w:t>
      </w:r>
    </w:p>
    <w:p w:rsidR="00E00D30" w:rsidRDefault="00E00D30" w:rsidP="00E00D30">
      <w:r>
        <w:t>923.2138</w:t>
      </w:r>
      <w:r>
        <w:tab/>
        <w:t>1.013e0</w:t>
      </w:r>
    </w:p>
    <w:p w:rsidR="00E00D30" w:rsidRDefault="00E00D30" w:rsidP="00E00D30">
      <w:r>
        <w:lastRenderedPageBreak/>
        <w:t>923.2834</w:t>
      </w:r>
      <w:r>
        <w:tab/>
        <w:t>1.013e0</w:t>
      </w:r>
    </w:p>
    <w:p w:rsidR="00E00D30" w:rsidRDefault="00E00D30" w:rsidP="00E00D30">
      <w:r>
        <w:t>923.3005</w:t>
      </w:r>
      <w:r>
        <w:tab/>
        <w:t>1.013e0</w:t>
      </w:r>
    </w:p>
    <w:p w:rsidR="00E00D30" w:rsidRDefault="00E00D30" w:rsidP="00E00D30">
      <w:r>
        <w:t>923.3607</w:t>
      </w:r>
      <w:r>
        <w:tab/>
        <w:t>1.013e0</w:t>
      </w:r>
    </w:p>
    <w:p w:rsidR="00E00D30" w:rsidRDefault="00E00D30" w:rsidP="00E00D30">
      <w:r>
        <w:t>923.4076</w:t>
      </w:r>
      <w:r>
        <w:tab/>
        <w:t>1.013e0</w:t>
      </w:r>
    </w:p>
    <w:p w:rsidR="00E00D30" w:rsidRDefault="00E00D30" w:rsidP="00E00D30">
      <w:r>
        <w:t>923.5045</w:t>
      </w:r>
      <w:r>
        <w:tab/>
        <w:t>3.038e0</w:t>
      </w:r>
    </w:p>
    <w:p w:rsidR="00E00D30" w:rsidRDefault="00E00D30" w:rsidP="00E00D30">
      <w:r>
        <w:t>923.5081</w:t>
      </w:r>
      <w:r>
        <w:tab/>
        <w:t>2.025e0</w:t>
      </w:r>
    </w:p>
    <w:p w:rsidR="00E00D30" w:rsidRDefault="00E00D30" w:rsidP="00E00D30">
      <w:r>
        <w:t>923.5571</w:t>
      </w:r>
      <w:r>
        <w:tab/>
        <w:t>3.646e1</w:t>
      </w:r>
    </w:p>
    <w:p w:rsidR="00E00D30" w:rsidRDefault="00E00D30" w:rsidP="00E00D30">
      <w:r>
        <w:t>923.5596</w:t>
      </w:r>
      <w:r>
        <w:tab/>
        <w:t>2.451e1</w:t>
      </w:r>
    </w:p>
    <w:p w:rsidR="00E00D30" w:rsidRDefault="00E00D30" w:rsidP="00E00D30">
      <w:r>
        <w:t>923.5656</w:t>
      </w:r>
      <w:r>
        <w:tab/>
        <w:t>1.227e1</w:t>
      </w:r>
    </w:p>
    <w:p w:rsidR="00E00D30" w:rsidRDefault="00E00D30" w:rsidP="00E00D30">
      <w:r>
        <w:t>923.5748</w:t>
      </w:r>
      <w:r>
        <w:tab/>
        <w:t>1.114e1</w:t>
      </w:r>
    </w:p>
    <w:p w:rsidR="00E00D30" w:rsidRDefault="00E00D30" w:rsidP="00E00D30">
      <w:r>
        <w:t>923.6005</w:t>
      </w:r>
      <w:r>
        <w:tab/>
        <w:t>2.025e0</w:t>
      </w:r>
    </w:p>
    <w:p w:rsidR="00E00D30" w:rsidRDefault="00E00D30" w:rsidP="00E00D30">
      <w:r>
        <w:t>923.6098</w:t>
      </w:r>
      <w:r>
        <w:tab/>
        <w:t>1.013e0</w:t>
      </w:r>
    </w:p>
    <w:p w:rsidR="00E00D30" w:rsidRDefault="00E00D30" w:rsidP="00E00D30">
      <w:r>
        <w:t>923.6700</w:t>
      </w:r>
      <w:r>
        <w:tab/>
        <w:t>1.013e0</w:t>
      </w:r>
    </w:p>
    <w:p w:rsidR="00E00D30" w:rsidRDefault="00E00D30" w:rsidP="00E00D30">
      <w:r>
        <w:t>923.7216</w:t>
      </w:r>
      <w:r>
        <w:tab/>
        <w:t>1.013e0</w:t>
      </w:r>
    </w:p>
    <w:p w:rsidR="00E00D30" w:rsidRDefault="00E00D30" w:rsidP="00E00D30">
      <w:r>
        <w:t>923.7723</w:t>
      </w:r>
      <w:r>
        <w:tab/>
        <w:t>1.013e0</w:t>
      </w:r>
    </w:p>
    <w:p w:rsidR="00E00D30" w:rsidRDefault="00E00D30" w:rsidP="00E00D30">
      <w:r>
        <w:t>923.7789</w:t>
      </w:r>
      <w:r>
        <w:tab/>
        <w:t>1.013e0</w:t>
      </w:r>
    </w:p>
    <w:p w:rsidR="00E00D30" w:rsidRDefault="00E00D30" w:rsidP="00E00D30">
      <w:r>
        <w:t>923.8331</w:t>
      </w:r>
      <w:r>
        <w:tab/>
        <w:t>2.025e0</w:t>
      </w:r>
    </w:p>
    <w:p w:rsidR="00E00D30" w:rsidRDefault="00E00D30" w:rsidP="00E00D30">
      <w:r>
        <w:t>923.8403</w:t>
      </w:r>
      <w:r>
        <w:tab/>
        <w:t>1.013e0</w:t>
      </w:r>
    </w:p>
    <w:p w:rsidR="00E00D30" w:rsidRDefault="00E00D30" w:rsidP="00E00D30">
      <w:r>
        <w:t>923.8916</w:t>
      </w:r>
      <w:r>
        <w:tab/>
        <w:t>3.038e0</w:t>
      </w:r>
    </w:p>
    <w:p w:rsidR="00E00D30" w:rsidRDefault="00E00D30" w:rsidP="00E00D30">
      <w:r>
        <w:lastRenderedPageBreak/>
        <w:t>923.9411</w:t>
      </w:r>
      <w:r>
        <w:tab/>
        <w:t>1.013e0</w:t>
      </w:r>
    </w:p>
    <w:p w:rsidR="00E00D30" w:rsidRDefault="00E00D30" w:rsidP="00E00D30">
      <w:r>
        <w:t>923.9502</w:t>
      </w:r>
      <w:r>
        <w:tab/>
        <w:t>2.025e0</w:t>
      </w:r>
    </w:p>
    <w:p w:rsidR="00E00D30" w:rsidRDefault="00E00D30" w:rsidP="00E00D30">
      <w:r>
        <w:t>923.9795</w:t>
      </w:r>
      <w:r>
        <w:tab/>
        <w:t>1.013e0</w:t>
      </w:r>
    </w:p>
    <w:p w:rsidR="00E00D30" w:rsidRDefault="00E00D30" w:rsidP="00E00D30">
      <w:r>
        <w:t>924.0508</w:t>
      </w:r>
      <w:r>
        <w:tab/>
        <w:t>2.025e0</w:t>
      </w:r>
    </w:p>
    <w:p w:rsidR="00E00D30" w:rsidRDefault="00E00D30" w:rsidP="00E00D30">
      <w:r>
        <w:t>924.0569</w:t>
      </w:r>
      <w:r>
        <w:tab/>
        <w:t>1.013e0</w:t>
      </w:r>
    </w:p>
    <w:p w:rsidR="00E00D30" w:rsidRDefault="00E00D30" w:rsidP="00E00D30">
      <w:r>
        <w:t>924.1188</w:t>
      </w:r>
      <w:r>
        <w:tab/>
        <w:t>1.013e0</w:t>
      </w:r>
    </w:p>
    <w:p w:rsidR="00E00D30" w:rsidRDefault="00E00D30" w:rsidP="00E00D30">
      <w:r>
        <w:t>924.1492</w:t>
      </w:r>
      <w:r>
        <w:tab/>
        <w:t>2.025e0</w:t>
      </w:r>
    </w:p>
    <w:p w:rsidR="00E00D30" w:rsidRDefault="00E00D30" w:rsidP="00E00D30">
      <w:r>
        <w:t>924.2446</w:t>
      </w:r>
      <w:r>
        <w:tab/>
        <w:t>1.013e0</w:t>
      </w:r>
    </w:p>
    <w:p w:rsidR="00E00D30" w:rsidRDefault="00E00D30" w:rsidP="00E00D30">
      <w:r>
        <w:t>924.2605</w:t>
      </w:r>
      <w:r>
        <w:tab/>
        <w:t>2.025e0</w:t>
      </w:r>
    </w:p>
    <w:p w:rsidR="00E00D30" w:rsidRDefault="00E00D30" w:rsidP="00E00D30">
      <w:r>
        <w:t>924.2736</w:t>
      </w:r>
      <w:r>
        <w:tab/>
        <w:t>1.013e0</w:t>
      </w:r>
    </w:p>
    <w:p w:rsidR="00E00D30" w:rsidRDefault="00E00D30" w:rsidP="00E00D30">
      <w:r>
        <w:t>924.2781</w:t>
      </w:r>
      <w:r>
        <w:tab/>
        <w:t>1.013e0</w:t>
      </w:r>
    </w:p>
    <w:p w:rsidR="00E00D30" w:rsidRDefault="00E00D30" w:rsidP="00E00D30">
      <w:r>
        <w:t>924.3647</w:t>
      </w:r>
      <w:r>
        <w:tab/>
        <w:t>1.013e0</w:t>
      </w:r>
    </w:p>
    <w:p w:rsidR="00E00D30" w:rsidRDefault="00E00D30" w:rsidP="00E00D30">
      <w:r>
        <w:t>924.3681</w:t>
      </w:r>
      <w:r>
        <w:tab/>
        <w:t>1.013e0</w:t>
      </w:r>
    </w:p>
    <w:p w:rsidR="00E00D30" w:rsidRDefault="00E00D30" w:rsidP="00E00D30">
      <w:r>
        <w:t>924.3742</w:t>
      </w:r>
      <w:r>
        <w:tab/>
        <w:t>2.025e0</w:t>
      </w:r>
    </w:p>
    <w:p w:rsidR="00E00D30" w:rsidRDefault="00E00D30" w:rsidP="00E00D30">
      <w:r>
        <w:t>924.4209</w:t>
      </w:r>
      <w:r>
        <w:tab/>
        <w:t>2.025e0</w:t>
      </w:r>
    </w:p>
    <w:p w:rsidR="00E00D30" w:rsidRDefault="00E00D30" w:rsidP="00E00D30">
      <w:r>
        <w:t>924.4310</w:t>
      </w:r>
      <w:r>
        <w:tab/>
        <w:t>3.038e0</w:t>
      </w:r>
    </w:p>
    <w:p w:rsidR="00E00D30" w:rsidRDefault="00E00D30" w:rsidP="00E00D30">
      <w:r>
        <w:t>924.4482</w:t>
      </w:r>
      <w:r>
        <w:tab/>
        <w:t>1.013e0</w:t>
      </w:r>
    </w:p>
    <w:p w:rsidR="00E00D30" w:rsidRDefault="00E00D30" w:rsidP="00E00D30">
      <w:r>
        <w:t>924.4764</w:t>
      </w:r>
      <w:r>
        <w:tab/>
        <w:t>1.013e0</w:t>
      </w:r>
    </w:p>
    <w:p w:rsidR="00E00D30" w:rsidRDefault="00E00D30" w:rsidP="00E00D30">
      <w:r>
        <w:t>924.4990</w:t>
      </w:r>
      <w:r>
        <w:tab/>
        <w:t>1.013e0</w:t>
      </w:r>
    </w:p>
    <w:p w:rsidR="00E00D30" w:rsidRDefault="00E00D30" w:rsidP="00E00D30">
      <w:r>
        <w:lastRenderedPageBreak/>
        <w:t>924.5109</w:t>
      </w:r>
      <w:r>
        <w:tab/>
        <w:t>3.038e0</w:t>
      </w:r>
    </w:p>
    <w:p w:rsidR="00E00D30" w:rsidRDefault="00E00D30" w:rsidP="00E00D30">
      <w:r>
        <w:t>924.5442</w:t>
      </w:r>
      <w:r>
        <w:tab/>
        <w:t>4.051e0</w:t>
      </w:r>
    </w:p>
    <w:p w:rsidR="00E00D30" w:rsidRDefault="00E00D30" w:rsidP="00E00D30">
      <w:r>
        <w:t>924.5569</w:t>
      </w:r>
      <w:r>
        <w:tab/>
        <w:t>4.051e0</w:t>
      </w:r>
    </w:p>
    <w:p w:rsidR="00E00D30" w:rsidRDefault="00E00D30" w:rsidP="00E00D30">
      <w:r>
        <w:t>924.5598</w:t>
      </w:r>
      <w:r>
        <w:tab/>
        <w:t>1.316e1</w:t>
      </w:r>
    </w:p>
    <w:p w:rsidR="00E00D30" w:rsidRDefault="00E00D30" w:rsidP="00E00D30">
      <w:r>
        <w:t>924.5728</w:t>
      </w:r>
      <w:r>
        <w:tab/>
        <w:t>1.564e1</w:t>
      </w:r>
    </w:p>
    <w:p w:rsidR="00E00D30" w:rsidRDefault="00E00D30" w:rsidP="00E00D30">
      <w:r>
        <w:t>924.5837</w:t>
      </w:r>
      <w:r>
        <w:tab/>
        <w:t>3.038e0</w:t>
      </w:r>
    </w:p>
    <w:p w:rsidR="00E00D30" w:rsidRDefault="00E00D30" w:rsidP="00E00D30">
      <w:r>
        <w:t>924.5948</w:t>
      </w:r>
      <w:r>
        <w:tab/>
        <w:t>9.114e0</w:t>
      </w:r>
    </w:p>
    <w:p w:rsidR="00E00D30" w:rsidRDefault="00E00D30" w:rsidP="00E00D30">
      <w:r>
        <w:t>924.6611</w:t>
      </w:r>
      <w:r>
        <w:tab/>
        <w:t>1.212e0</w:t>
      </w:r>
    </w:p>
    <w:p w:rsidR="00E00D30" w:rsidRDefault="00E00D30" w:rsidP="00E00D30">
      <w:r>
        <w:t>924.6678</w:t>
      </w:r>
      <w:r>
        <w:tab/>
        <w:t>2.025e0</w:t>
      </w:r>
    </w:p>
    <w:p w:rsidR="00E00D30" w:rsidRDefault="00E00D30" w:rsidP="00E00D30">
      <w:r>
        <w:t>924.6689</w:t>
      </w:r>
      <w:r>
        <w:tab/>
        <w:t>1.013e0</w:t>
      </w:r>
    </w:p>
    <w:p w:rsidR="00E00D30" w:rsidRDefault="00E00D30" w:rsidP="00E00D30">
      <w:r>
        <w:t>924.7535</w:t>
      </w:r>
      <w:r>
        <w:tab/>
        <w:t>2.025e0</w:t>
      </w:r>
    </w:p>
    <w:p w:rsidR="00E00D30" w:rsidRDefault="00E00D30" w:rsidP="00E00D30">
      <w:r>
        <w:t>924.8005</w:t>
      </w:r>
      <w:r>
        <w:tab/>
        <w:t>2.025e0</w:t>
      </w:r>
    </w:p>
    <w:p w:rsidR="00E00D30" w:rsidRDefault="00E00D30" w:rsidP="00E00D30">
      <w:r>
        <w:t>924.8018</w:t>
      </w:r>
      <w:r>
        <w:tab/>
        <w:t>2.025e0</w:t>
      </w:r>
    </w:p>
    <w:p w:rsidR="00E00D30" w:rsidRDefault="00E00D30" w:rsidP="00E00D30">
      <w:r>
        <w:t>924.8326</w:t>
      </w:r>
      <w:r>
        <w:tab/>
        <w:t>1.013e0</w:t>
      </w:r>
    </w:p>
    <w:p w:rsidR="00E00D30" w:rsidRDefault="00E00D30" w:rsidP="00E00D30">
      <w:r>
        <w:t>924.8443</w:t>
      </w:r>
      <w:r>
        <w:tab/>
        <w:t>2.025e0</w:t>
      </w:r>
    </w:p>
    <w:p w:rsidR="00E00D30" w:rsidRDefault="00E00D30" w:rsidP="00E00D30">
      <w:r>
        <w:t>924.8619</w:t>
      </w:r>
      <w:r>
        <w:tab/>
        <w:t>1.013e0</w:t>
      </w:r>
    </w:p>
    <w:p w:rsidR="00E00D30" w:rsidRDefault="00E00D30" w:rsidP="00E00D30">
      <w:r>
        <w:t>924.8704</w:t>
      </w:r>
      <w:r>
        <w:tab/>
        <w:t>1.013e0</w:t>
      </w:r>
    </w:p>
    <w:p w:rsidR="00E00D30" w:rsidRDefault="00E00D30" w:rsidP="00E00D30">
      <w:r>
        <w:t>924.9056</w:t>
      </w:r>
      <w:r>
        <w:tab/>
        <w:t>1.013e0</w:t>
      </w:r>
    </w:p>
    <w:p w:rsidR="00E00D30" w:rsidRDefault="00E00D30" w:rsidP="00E00D30">
      <w:r>
        <w:t>924.9739</w:t>
      </w:r>
      <w:r>
        <w:tab/>
        <w:t>3.837e0</w:t>
      </w:r>
    </w:p>
    <w:p w:rsidR="00E00D30" w:rsidRDefault="00E00D30" w:rsidP="00E00D30">
      <w:r>
        <w:lastRenderedPageBreak/>
        <w:t>924.9787</w:t>
      </w:r>
      <w:r>
        <w:tab/>
        <w:t>2.025e0</w:t>
      </w:r>
    </w:p>
    <w:p w:rsidR="00E00D30" w:rsidRDefault="00E00D30" w:rsidP="00E00D30">
      <w:r>
        <w:t>925.0173</w:t>
      </w:r>
      <w:r>
        <w:tab/>
        <w:t>1.013e0</w:t>
      </w:r>
    </w:p>
    <w:p w:rsidR="00E00D30" w:rsidRDefault="00E00D30" w:rsidP="00E00D30">
      <w:r>
        <w:t>925.0340</w:t>
      </w:r>
      <w:r>
        <w:tab/>
        <w:t>1.013e0</w:t>
      </w:r>
    </w:p>
    <w:p w:rsidR="00E00D30" w:rsidRDefault="00E00D30" w:rsidP="00E00D30">
      <w:r>
        <w:t>925.0793</w:t>
      </w:r>
      <w:r>
        <w:tab/>
        <w:t>1.013e0</w:t>
      </w:r>
    </w:p>
    <w:p w:rsidR="00E00D30" w:rsidRDefault="00E00D30" w:rsidP="00E00D30">
      <w:r>
        <w:t>925.0943</w:t>
      </w:r>
      <w:r>
        <w:tab/>
        <w:t>1.013e0</w:t>
      </w:r>
    </w:p>
    <w:p w:rsidR="00E00D30" w:rsidRDefault="00E00D30" w:rsidP="00E00D30">
      <w:r>
        <w:t>925.1335</w:t>
      </w:r>
      <w:r>
        <w:tab/>
        <w:t>2.025e0</w:t>
      </w:r>
    </w:p>
    <w:p w:rsidR="00E00D30" w:rsidRDefault="00E00D30" w:rsidP="00E00D30">
      <w:r>
        <w:t>925.1722</w:t>
      </w:r>
      <w:r>
        <w:tab/>
        <w:t>1.013e0</w:t>
      </w:r>
    </w:p>
    <w:p w:rsidR="00E00D30" w:rsidRDefault="00E00D30" w:rsidP="00E00D30">
      <w:r>
        <w:t>925.1734</w:t>
      </w:r>
      <w:r>
        <w:tab/>
        <w:t>1.013e0</w:t>
      </w:r>
    </w:p>
    <w:p w:rsidR="00E00D30" w:rsidRDefault="00E00D30" w:rsidP="00E00D30">
      <w:r>
        <w:t>925.2492</w:t>
      </w:r>
      <w:r>
        <w:tab/>
        <w:t>1.013e0</w:t>
      </w:r>
    </w:p>
    <w:p w:rsidR="00E00D30" w:rsidRDefault="00E00D30" w:rsidP="00E00D30">
      <w:r>
        <w:t>925.2962</w:t>
      </w:r>
      <w:r>
        <w:tab/>
        <w:t>1.013e0</w:t>
      </w:r>
    </w:p>
    <w:p w:rsidR="00E00D30" w:rsidRDefault="00E00D30" w:rsidP="00E00D30">
      <w:r>
        <w:t>925.4042</w:t>
      </w:r>
      <w:r>
        <w:tab/>
        <w:t>1.013e0</w:t>
      </w:r>
    </w:p>
    <w:p w:rsidR="00E00D30" w:rsidRDefault="00E00D30" w:rsidP="00E00D30">
      <w:r>
        <w:t>925.4299</w:t>
      </w:r>
      <w:r>
        <w:tab/>
        <w:t>2.025e0</w:t>
      </w:r>
    </w:p>
    <w:p w:rsidR="00E00D30" w:rsidRDefault="00E00D30" w:rsidP="00E00D30">
      <w:r>
        <w:t>925.4507</w:t>
      </w:r>
      <w:r>
        <w:tab/>
        <w:t>2.025e0</w:t>
      </w:r>
    </w:p>
    <w:p w:rsidR="00E00D30" w:rsidRDefault="00E00D30" w:rsidP="00E00D30">
      <w:r>
        <w:t>925.4936</w:t>
      </w:r>
      <w:r>
        <w:tab/>
        <w:t>3.038e0</w:t>
      </w:r>
    </w:p>
    <w:p w:rsidR="00E00D30" w:rsidRDefault="00E00D30" w:rsidP="00E00D30">
      <w:r>
        <w:t>925.5127</w:t>
      </w:r>
      <w:r>
        <w:tab/>
        <w:t>2.025e0</w:t>
      </w:r>
    </w:p>
    <w:p w:rsidR="00E00D30" w:rsidRDefault="00E00D30" w:rsidP="00E00D30">
      <w:r>
        <w:t>925.5632</w:t>
      </w:r>
      <w:r>
        <w:tab/>
        <w:t>1.215e1</w:t>
      </w:r>
    </w:p>
    <w:p w:rsidR="00E00D30" w:rsidRDefault="00E00D30" w:rsidP="00E00D30">
      <w:r>
        <w:t>925.5704</w:t>
      </w:r>
      <w:r>
        <w:tab/>
        <w:t>2.025e0</w:t>
      </w:r>
    </w:p>
    <w:p w:rsidR="00E00D30" w:rsidRDefault="00E00D30" w:rsidP="00E00D30">
      <w:r>
        <w:t>925.5752</w:t>
      </w:r>
      <w:r>
        <w:tab/>
        <w:t>3.038e0</w:t>
      </w:r>
    </w:p>
    <w:p w:rsidR="00E00D30" w:rsidRDefault="00E00D30" w:rsidP="00E00D30">
      <w:r>
        <w:t>925.5777</w:t>
      </w:r>
      <w:r>
        <w:tab/>
        <w:t>3.038e0</w:t>
      </w:r>
    </w:p>
    <w:p w:rsidR="00E00D30" w:rsidRDefault="00E00D30" w:rsidP="00E00D30">
      <w:r>
        <w:lastRenderedPageBreak/>
        <w:t>925.5803</w:t>
      </w:r>
      <w:r>
        <w:tab/>
        <w:t>1.013e0</w:t>
      </w:r>
    </w:p>
    <w:p w:rsidR="00E00D30" w:rsidRDefault="00E00D30" w:rsidP="00E00D30">
      <w:r>
        <w:t>925.6061</w:t>
      </w:r>
      <w:r>
        <w:tab/>
        <w:t>2.025e0</w:t>
      </w:r>
    </w:p>
    <w:p w:rsidR="00E00D30" w:rsidRDefault="00E00D30" w:rsidP="00E00D30">
      <w:r>
        <w:t>925.6284</w:t>
      </w:r>
      <w:r>
        <w:tab/>
        <w:t>2.025e0</w:t>
      </w:r>
    </w:p>
    <w:p w:rsidR="00E00D30" w:rsidRDefault="00E00D30" w:rsidP="00E00D30">
      <w:r>
        <w:t>925.6331</w:t>
      </w:r>
      <w:r>
        <w:tab/>
        <w:t>1.013e0</w:t>
      </w:r>
    </w:p>
    <w:p w:rsidR="00E00D30" w:rsidRDefault="00E00D30" w:rsidP="00E00D30">
      <w:r>
        <w:t>925.6992</w:t>
      </w:r>
      <w:r>
        <w:tab/>
        <w:t>3.038e0</w:t>
      </w:r>
    </w:p>
    <w:p w:rsidR="00E00D30" w:rsidRDefault="00E00D30" w:rsidP="00E00D30">
      <w:r>
        <w:t>925.7584</w:t>
      </w:r>
      <w:r>
        <w:tab/>
        <w:t>2.025e0</w:t>
      </w:r>
    </w:p>
    <w:p w:rsidR="00E00D30" w:rsidRDefault="00E00D30" w:rsidP="00E00D30">
      <w:r>
        <w:t>925.7949</w:t>
      </w:r>
      <w:r>
        <w:tab/>
        <w:t>2.025e0</w:t>
      </w:r>
    </w:p>
    <w:p w:rsidR="00E00D30" w:rsidRDefault="00E00D30" w:rsidP="00E00D30">
      <w:r>
        <w:t>925.8174</w:t>
      </w:r>
      <w:r>
        <w:tab/>
        <w:t>2.025e0</w:t>
      </w:r>
    </w:p>
    <w:p w:rsidR="00E00D30" w:rsidRDefault="00E00D30" w:rsidP="00E00D30">
      <w:r>
        <w:t>925.8353</w:t>
      </w:r>
      <w:r>
        <w:tab/>
        <w:t>1.013e0</w:t>
      </w:r>
    </w:p>
    <w:p w:rsidR="00E00D30" w:rsidRDefault="00E00D30" w:rsidP="00E00D30">
      <w:r>
        <w:t>925.8398</w:t>
      </w:r>
      <w:r>
        <w:tab/>
        <w:t>1.013e0</w:t>
      </w:r>
    </w:p>
    <w:p w:rsidR="00E00D30" w:rsidRDefault="00E00D30" w:rsidP="00E00D30">
      <w:r>
        <w:t>925.9164</w:t>
      </w:r>
      <w:r>
        <w:tab/>
        <w:t>2.025e0</w:t>
      </w:r>
    </w:p>
    <w:p w:rsidR="00E00D30" w:rsidRDefault="00E00D30" w:rsidP="00E00D30">
      <w:r>
        <w:t>925.9329</w:t>
      </w:r>
      <w:r>
        <w:tab/>
        <w:t>1.013e0</w:t>
      </w:r>
    </w:p>
    <w:p w:rsidR="00E00D30" w:rsidRDefault="00E00D30" w:rsidP="00E00D30">
      <w:r>
        <w:t>925.9783</w:t>
      </w:r>
      <w:r>
        <w:tab/>
        <w:t>1.013e0</w:t>
      </w:r>
    </w:p>
    <w:p w:rsidR="00E00D30" w:rsidRDefault="00E00D30" w:rsidP="00E00D30">
      <w:r>
        <w:t>926.0211</w:t>
      </w:r>
      <w:r>
        <w:tab/>
        <w:t>1.013e0</w:t>
      </w:r>
    </w:p>
    <w:p w:rsidR="00E00D30" w:rsidRDefault="00E00D30" w:rsidP="00E00D30">
      <w:r>
        <w:t>926.0382</w:t>
      </w:r>
      <w:r>
        <w:tab/>
        <w:t>1.013e0</w:t>
      </w:r>
    </w:p>
    <w:p w:rsidR="00E00D30" w:rsidRDefault="00E00D30" w:rsidP="00E00D30">
      <w:r>
        <w:t>926.0558</w:t>
      </w:r>
      <w:r>
        <w:tab/>
        <w:t>1.013e0</w:t>
      </w:r>
    </w:p>
    <w:p w:rsidR="00E00D30" w:rsidRDefault="00E00D30" w:rsidP="00E00D30">
      <w:r>
        <w:t>926.0868</w:t>
      </w:r>
      <w:r>
        <w:tab/>
        <w:t>3.038e0</w:t>
      </w:r>
    </w:p>
    <w:p w:rsidR="00E00D30" w:rsidRDefault="00E00D30" w:rsidP="00E00D30">
      <w:r>
        <w:t>926.1553</w:t>
      </w:r>
      <w:r>
        <w:tab/>
        <w:t>1.013e0</w:t>
      </w:r>
    </w:p>
    <w:p w:rsidR="00E00D30" w:rsidRDefault="00E00D30" w:rsidP="00E00D30">
      <w:r>
        <w:t>926.1908</w:t>
      </w:r>
      <w:r>
        <w:tab/>
        <w:t>1.013e0</w:t>
      </w:r>
    </w:p>
    <w:p w:rsidR="00E00D30" w:rsidRDefault="00E00D30" w:rsidP="00E00D30">
      <w:r>
        <w:lastRenderedPageBreak/>
        <w:t>926.2419</w:t>
      </w:r>
      <w:r>
        <w:tab/>
        <w:t>1.013e0</w:t>
      </w:r>
    </w:p>
    <w:p w:rsidR="00E00D30" w:rsidRDefault="00E00D30" w:rsidP="00E00D30">
      <w:r>
        <w:t>926.2569</w:t>
      </w:r>
      <w:r>
        <w:tab/>
        <w:t>1.013e0</w:t>
      </w:r>
    </w:p>
    <w:p w:rsidR="00E00D30" w:rsidRDefault="00E00D30" w:rsidP="00E00D30">
      <w:r>
        <w:t>926.2729</w:t>
      </w:r>
      <w:r>
        <w:tab/>
        <w:t>2.025e0</w:t>
      </w:r>
    </w:p>
    <w:p w:rsidR="00E00D30" w:rsidRDefault="00E00D30" w:rsidP="00E00D30">
      <w:r>
        <w:t>926.3350</w:t>
      </w:r>
      <w:r>
        <w:tab/>
        <w:t>2.025e0</w:t>
      </w:r>
    </w:p>
    <w:p w:rsidR="00E00D30" w:rsidRDefault="00E00D30" w:rsidP="00E00D30">
      <w:r>
        <w:t>926.3815</w:t>
      </w:r>
      <w:r>
        <w:tab/>
        <w:t>1.013e0</w:t>
      </w:r>
    </w:p>
    <w:p w:rsidR="00E00D30" w:rsidRDefault="00E00D30" w:rsidP="00E00D30">
      <w:r>
        <w:t>926.4599</w:t>
      </w:r>
      <w:r>
        <w:tab/>
        <w:t>2.025e0</w:t>
      </w:r>
    </w:p>
    <w:p w:rsidR="00E00D30" w:rsidRDefault="00E00D30" w:rsidP="00E00D30">
      <w:r>
        <w:t>926.4918</w:t>
      </w:r>
      <w:r>
        <w:tab/>
        <w:t>2.025e0</w:t>
      </w:r>
    </w:p>
    <w:p w:rsidR="00E00D30" w:rsidRDefault="00E00D30" w:rsidP="00E00D30">
      <w:r>
        <w:t>926.5206</w:t>
      </w:r>
      <w:r>
        <w:tab/>
        <w:t>1.013e0</w:t>
      </w:r>
    </w:p>
    <w:p w:rsidR="00E00D30" w:rsidRDefault="00E00D30" w:rsidP="00E00D30">
      <w:r>
        <w:t>926.5383</w:t>
      </w:r>
      <w:r>
        <w:tab/>
        <w:t>2.025e0</w:t>
      </w:r>
    </w:p>
    <w:p w:rsidR="00E00D30" w:rsidRDefault="00E00D30" w:rsidP="00E00D30">
      <w:r>
        <w:t>926.5569</w:t>
      </w:r>
      <w:r>
        <w:tab/>
        <w:t>3.038e0</w:t>
      </w:r>
    </w:p>
    <w:p w:rsidR="00E00D30" w:rsidRDefault="00E00D30" w:rsidP="00E00D30">
      <w:r>
        <w:t>926.5580</w:t>
      </w:r>
      <w:r>
        <w:tab/>
        <w:t>3.038e0</w:t>
      </w:r>
    </w:p>
    <w:p w:rsidR="00E00D30" w:rsidRDefault="00E00D30" w:rsidP="00E00D30">
      <w:r>
        <w:t>926.5674</w:t>
      </w:r>
      <w:r>
        <w:tab/>
        <w:t>2.025e0</w:t>
      </w:r>
    </w:p>
    <w:p w:rsidR="00E00D30" w:rsidRDefault="00E00D30" w:rsidP="00E00D30">
      <w:r>
        <w:t>926.6133</w:t>
      </w:r>
      <w:r>
        <w:tab/>
        <w:t>1.013e0</w:t>
      </w:r>
    </w:p>
    <w:p w:rsidR="00E00D30" w:rsidRDefault="00E00D30" w:rsidP="00E00D30">
      <w:r>
        <w:t>926.6309</w:t>
      </w:r>
      <w:r>
        <w:tab/>
        <w:t>1.013e0</w:t>
      </w:r>
    </w:p>
    <w:p w:rsidR="00E00D30" w:rsidRDefault="00E00D30" w:rsidP="00E00D30">
      <w:r>
        <w:t>926.6453</w:t>
      </w:r>
      <w:r>
        <w:tab/>
        <w:t>1.013e0</w:t>
      </w:r>
    </w:p>
    <w:p w:rsidR="00E00D30" w:rsidRDefault="00E00D30" w:rsidP="00E00D30">
      <w:r>
        <w:t>926.6774</w:t>
      </w:r>
      <w:r>
        <w:tab/>
        <w:t>1.013e0</w:t>
      </w:r>
    </w:p>
    <w:p w:rsidR="00E00D30" w:rsidRDefault="00E00D30" w:rsidP="00E00D30">
      <w:r>
        <w:t>926.7395</w:t>
      </w:r>
      <w:r>
        <w:tab/>
        <w:t>1.013e0</w:t>
      </w:r>
    </w:p>
    <w:p w:rsidR="00E00D30" w:rsidRDefault="00E00D30" w:rsidP="00E00D30">
      <w:r>
        <w:t>926.8160</w:t>
      </w:r>
      <w:r>
        <w:tab/>
        <w:t>1.013e0</w:t>
      </w:r>
    </w:p>
    <w:p w:rsidR="00E00D30" w:rsidRDefault="00E00D30" w:rsidP="00E00D30">
      <w:r>
        <w:t>926.8310</w:t>
      </w:r>
      <w:r>
        <w:tab/>
        <w:t>1.013e0</w:t>
      </w:r>
    </w:p>
    <w:p w:rsidR="00E00D30" w:rsidRDefault="00E00D30" w:rsidP="00E00D30">
      <w:r>
        <w:lastRenderedPageBreak/>
        <w:t>926.8649</w:t>
      </w:r>
      <w:r>
        <w:tab/>
        <w:t>1.013e0</w:t>
      </w:r>
    </w:p>
    <w:p w:rsidR="00E00D30" w:rsidRDefault="00E00D30" w:rsidP="00E00D30">
      <w:r>
        <w:t>926.8781</w:t>
      </w:r>
      <w:r>
        <w:tab/>
        <w:t>1.013e0</w:t>
      </w:r>
    </w:p>
    <w:p w:rsidR="00E00D30" w:rsidRDefault="00E00D30" w:rsidP="00E00D30">
      <w:r>
        <w:t>926.8792</w:t>
      </w:r>
      <w:r>
        <w:tab/>
        <w:t>1.013e0</w:t>
      </w:r>
    </w:p>
    <w:p w:rsidR="00E00D30" w:rsidRDefault="00E00D30" w:rsidP="00E00D30">
      <w:r>
        <w:t>926.9332</w:t>
      </w:r>
      <w:r>
        <w:tab/>
        <w:t>1.013e0</w:t>
      </w:r>
    </w:p>
    <w:p w:rsidR="00E00D30" w:rsidRDefault="00E00D30" w:rsidP="00E00D30">
      <w:r>
        <w:t>926.9396</w:t>
      </w:r>
      <w:r>
        <w:tab/>
        <w:t>1.013e0</w:t>
      </w:r>
    </w:p>
    <w:p w:rsidR="00E00D30" w:rsidRDefault="00E00D30" w:rsidP="00E00D30">
      <w:r>
        <w:t>927.0333</w:t>
      </w:r>
      <w:r>
        <w:tab/>
        <w:t>1.013e0</w:t>
      </w:r>
    </w:p>
    <w:p w:rsidR="00E00D30" w:rsidRDefault="00E00D30" w:rsidP="00E00D30">
      <w:r>
        <w:t>927.0488</w:t>
      </w:r>
      <w:r>
        <w:tab/>
        <w:t>1.013e0</w:t>
      </w:r>
    </w:p>
    <w:p w:rsidR="00E00D30" w:rsidRDefault="00E00D30" w:rsidP="00E00D30">
      <w:r>
        <w:t>927.0683</w:t>
      </w:r>
      <w:r>
        <w:tab/>
        <w:t>1.013e0</w:t>
      </w:r>
    </w:p>
    <w:p w:rsidR="00E00D30" w:rsidRDefault="00E00D30" w:rsidP="00E00D30">
      <w:r>
        <w:t>927.0793</w:t>
      </w:r>
      <w:r>
        <w:tab/>
        <w:t>1.013e0</w:t>
      </w:r>
    </w:p>
    <w:p w:rsidR="00E00D30" w:rsidRDefault="00E00D30" w:rsidP="00E00D30">
      <w:r>
        <w:t>927.0953</w:t>
      </w:r>
      <w:r>
        <w:tab/>
        <w:t>1.013e0</w:t>
      </w:r>
    </w:p>
    <w:p w:rsidR="00E00D30" w:rsidRDefault="00E00D30" w:rsidP="00E00D30">
      <w:r>
        <w:t>927.1104</w:t>
      </w:r>
      <w:r>
        <w:tab/>
        <w:t>1.013e0</w:t>
      </w:r>
    </w:p>
    <w:p w:rsidR="00E00D30" w:rsidRDefault="00E00D30" w:rsidP="00E00D30">
      <w:r>
        <w:t>927.1711</w:t>
      </w:r>
      <w:r>
        <w:tab/>
        <w:t>1.013e0</w:t>
      </w:r>
    </w:p>
    <w:p w:rsidR="00E00D30" w:rsidRDefault="00E00D30" w:rsidP="00E00D30">
      <w:r>
        <w:t>927.1896</w:t>
      </w:r>
      <w:r>
        <w:tab/>
        <w:t>1.013e0</w:t>
      </w:r>
    </w:p>
    <w:p w:rsidR="00E00D30" w:rsidRDefault="00E00D30" w:rsidP="00E00D30">
      <w:r>
        <w:t>927.2117</w:t>
      </w:r>
      <w:r>
        <w:tab/>
        <w:t>2.025e0</w:t>
      </w:r>
    </w:p>
    <w:p w:rsidR="00E00D30" w:rsidRDefault="00E00D30" w:rsidP="00E00D30">
      <w:r>
        <w:t>927.2191</w:t>
      </w:r>
      <w:r>
        <w:tab/>
        <w:t>1.013e0</w:t>
      </w:r>
    </w:p>
    <w:p w:rsidR="00E00D30" w:rsidRDefault="00E00D30" w:rsidP="00E00D30">
      <w:r>
        <w:t>927.2274</w:t>
      </w:r>
      <w:r>
        <w:tab/>
        <w:t>2.025e0</w:t>
      </w:r>
    </w:p>
    <w:p w:rsidR="00E00D30" w:rsidRDefault="00E00D30" w:rsidP="00E00D30">
      <w:r>
        <w:t>927.2524</w:t>
      </w:r>
      <w:r>
        <w:tab/>
        <w:t>2.025e0</w:t>
      </w:r>
    </w:p>
    <w:p w:rsidR="00E00D30" w:rsidRDefault="00E00D30" w:rsidP="00E00D30">
      <w:r>
        <w:t>927.2817</w:t>
      </w:r>
      <w:r>
        <w:tab/>
        <w:t>1.013e0</w:t>
      </w:r>
    </w:p>
    <w:p w:rsidR="00E00D30" w:rsidRDefault="00E00D30" w:rsidP="00E00D30">
      <w:r>
        <w:t>927.2872</w:t>
      </w:r>
      <w:r>
        <w:tab/>
        <w:t>1.013e0</w:t>
      </w:r>
    </w:p>
    <w:p w:rsidR="00E00D30" w:rsidRDefault="00E00D30" w:rsidP="00E00D30">
      <w:r>
        <w:lastRenderedPageBreak/>
        <w:t>927.3580</w:t>
      </w:r>
      <w:r>
        <w:tab/>
        <w:t>1.013e0</w:t>
      </w:r>
    </w:p>
    <w:p w:rsidR="00E00D30" w:rsidRDefault="00E00D30" w:rsidP="00E00D30">
      <w:r>
        <w:t>927.3649</w:t>
      </w:r>
      <w:r>
        <w:tab/>
        <w:t>2.025e0</w:t>
      </w:r>
    </w:p>
    <w:p w:rsidR="00E00D30" w:rsidRDefault="00E00D30" w:rsidP="00E00D30">
      <w:r>
        <w:t>927.3746</w:t>
      </w:r>
      <w:r>
        <w:tab/>
        <w:t>1.013e0</w:t>
      </w:r>
    </w:p>
    <w:p w:rsidR="00E00D30" w:rsidRDefault="00E00D30" w:rsidP="00E00D30">
      <w:r>
        <w:t>927.4059</w:t>
      </w:r>
      <w:r>
        <w:tab/>
        <w:t>1.013e0</w:t>
      </w:r>
    </w:p>
    <w:p w:rsidR="00E00D30" w:rsidRDefault="00E00D30" w:rsidP="00E00D30">
      <w:r>
        <w:t>927.4214</w:t>
      </w:r>
      <w:r>
        <w:tab/>
        <w:t>1.013e0</w:t>
      </w:r>
    </w:p>
    <w:p w:rsidR="00E00D30" w:rsidRDefault="00E00D30" w:rsidP="00E00D30">
      <w:r>
        <w:t>927.5598</w:t>
      </w:r>
      <w:r>
        <w:tab/>
        <w:t>1.013e0</w:t>
      </w:r>
    </w:p>
    <w:p w:rsidR="00E00D30" w:rsidRDefault="00E00D30" w:rsidP="00E00D30">
      <w:r>
        <w:t>927.5762</w:t>
      </w:r>
      <w:r>
        <w:tab/>
        <w:t>1.013e0</w:t>
      </w:r>
    </w:p>
    <w:p w:rsidR="00E00D30" w:rsidRDefault="00E00D30" w:rsidP="00E00D30">
      <w:r>
        <w:t>927.6063</w:t>
      </w:r>
      <w:r>
        <w:tab/>
        <w:t>2.025e0</w:t>
      </w:r>
    </w:p>
    <w:p w:rsidR="00E00D30" w:rsidRDefault="00E00D30" w:rsidP="00E00D30">
      <w:r>
        <w:t>927.6073</w:t>
      </w:r>
      <w:r>
        <w:tab/>
        <w:t>1.013e0</w:t>
      </w:r>
    </w:p>
    <w:p w:rsidR="00E00D30" w:rsidRDefault="00E00D30" w:rsidP="00E00D30">
      <w:r>
        <w:t>927.6384</w:t>
      </w:r>
      <w:r>
        <w:tab/>
        <w:t>1.013e0</w:t>
      </w:r>
    </w:p>
    <w:p w:rsidR="00E00D30" w:rsidRDefault="00E00D30" w:rsidP="00E00D30">
      <w:r>
        <w:t>927.6933</w:t>
      </w:r>
      <w:r>
        <w:tab/>
        <w:t>1.013e0</w:t>
      </w:r>
    </w:p>
    <w:p w:rsidR="00E00D30" w:rsidRDefault="00E00D30" w:rsidP="00E00D30">
      <w:r>
        <w:t>927.7798</w:t>
      </w:r>
      <w:r>
        <w:tab/>
        <w:t>1.013e0</w:t>
      </w:r>
    </w:p>
    <w:p w:rsidR="00E00D30" w:rsidRDefault="00E00D30" w:rsidP="00E00D30">
      <w:r>
        <w:t>927.7953</w:t>
      </w:r>
      <w:r>
        <w:tab/>
        <w:t>1.013e0</w:t>
      </w:r>
    </w:p>
    <w:p w:rsidR="00E00D30" w:rsidRDefault="00E00D30" w:rsidP="00E00D30">
      <w:r>
        <w:t>927.8094</w:t>
      </w:r>
      <w:r>
        <w:tab/>
        <w:t>3.038e0</w:t>
      </w:r>
    </w:p>
    <w:p w:rsidR="00E00D30" w:rsidRDefault="00E00D30" w:rsidP="00E00D30">
      <w:r>
        <w:t>927.8241</w:t>
      </w:r>
      <w:r>
        <w:tab/>
        <w:t>2.025e0</w:t>
      </w:r>
    </w:p>
    <w:p w:rsidR="00E00D30" w:rsidRDefault="00E00D30" w:rsidP="00E00D30">
      <w:r>
        <w:t>927.9263</w:t>
      </w:r>
      <w:r>
        <w:tab/>
        <w:t>2.025e0</w:t>
      </w:r>
    </w:p>
    <w:p w:rsidR="00E00D30" w:rsidRDefault="00E00D30" w:rsidP="00E00D30">
      <w:r>
        <w:t>927.9962</w:t>
      </w:r>
      <w:r>
        <w:tab/>
        <w:t>1.013e0</w:t>
      </w:r>
    </w:p>
    <w:p w:rsidR="00E00D30" w:rsidRDefault="00E00D30" w:rsidP="00E00D30">
      <w:r>
        <w:t>928.0271</w:t>
      </w:r>
      <w:r>
        <w:tab/>
        <w:t>3.038e0</w:t>
      </w:r>
    </w:p>
    <w:p w:rsidR="00E00D30" w:rsidRDefault="00E00D30" w:rsidP="00E00D30">
      <w:r>
        <w:t>928.0579</w:t>
      </w:r>
      <w:r>
        <w:tab/>
        <w:t>1.013e0</w:t>
      </w:r>
    </w:p>
    <w:p w:rsidR="00E00D30" w:rsidRDefault="00E00D30" w:rsidP="00E00D30">
      <w:r>
        <w:lastRenderedPageBreak/>
        <w:t>928.0655</w:t>
      </w:r>
      <w:r>
        <w:tab/>
        <w:t>3.038e0</w:t>
      </w:r>
    </w:p>
    <w:p w:rsidR="00E00D30" w:rsidRDefault="00E00D30" w:rsidP="00E00D30">
      <w:r>
        <w:t>928.1511</w:t>
      </w:r>
      <w:r>
        <w:tab/>
        <w:t>1.013e0</w:t>
      </w:r>
    </w:p>
    <w:p w:rsidR="00E00D30" w:rsidRDefault="00E00D30" w:rsidP="00E00D30">
      <w:r>
        <w:t>928.2338</w:t>
      </w:r>
      <w:r>
        <w:tab/>
        <w:t>2.025e0</w:t>
      </w:r>
    </w:p>
    <w:p w:rsidR="00E00D30" w:rsidRDefault="00E00D30" w:rsidP="00E00D30">
      <w:r>
        <w:t>928.2443</w:t>
      </w:r>
      <w:r>
        <w:tab/>
        <w:t>1.013e0</w:t>
      </w:r>
    </w:p>
    <w:p w:rsidR="00E00D30" w:rsidRDefault="00E00D30" w:rsidP="00E00D30">
      <w:r>
        <w:t>928.2697</w:t>
      </w:r>
      <w:r>
        <w:tab/>
        <w:t>1.013e0</w:t>
      </w:r>
    </w:p>
    <w:p w:rsidR="00E00D30" w:rsidRDefault="00E00D30" w:rsidP="00E00D30">
      <w:r>
        <w:t>928.3703</w:t>
      </w:r>
      <w:r>
        <w:tab/>
        <w:t>1.013e0</w:t>
      </w:r>
    </w:p>
    <w:p w:rsidR="00E00D30" w:rsidRDefault="00E00D30" w:rsidP="00E00D30">
      <w:r>
        <w:t>928.4716</w:t>
      </w:r>
      <w:r>
        <w:tab/>
        <w:t>2.025e0</w:t>
      </w:r>
    </w:p>
    <w:p w:rsidR="00E00D30" w:rsidRDefault="00E00D30" w:rsidP="00E00D30">
      <w:r>
        <w:t>928.4888</w:t>
      </w:r>
      <w:r>
        <w:tab/>
        <w:t>1.013e0</w:t>
      </w:r>
    </w:p>
    <w:p w:rsidR="00E00D30" w:rsidRDefault="00E00D30" w:rsidP="00E00D30">
      <w:r>
        <w:t>928.4935</w:t>
      </w:r>
      <w:r>
        <w:tab/>
        <w:t>1.013e0</w:t>
      </w:r>
    </w:p>
    <w:p w:rsidR="00E00D30" w:rsidRDefault="00E00D30" w:rsidP="00E00D30">
      <w:r>
        <w:t>928.5258</w:t>
      </w:r>
      <w:r>
        <w:tab/>
        <w:t>1.013e0</w:t>
      </w:r>
    </w:p>
    <w:p w:rsidR="00E00D30" w:rsidRDefault="00E00D30" w:rsidP="00E00D30">
      <w:r>
        <w:t>928.5393</w:t>
      </w:r>
      <w:r>
        <w:tab/>
        <w:t>2.025e0</w:t>
      </w:r>
    </w:p>
    <w:p w:rsidR="00E00D30" w:rsidRDefault="00E00D30" w:rsidP="00E00D30">
      <w:r>
        <w:t>928.5713</w:t>
      </w:r>
      <w:r>
        <w:tab/>
        <w:t>1.013e0</w:t>
      </w:r>
    </w:p>
    <w:p w:rsidR="00E00D30" w:rsidRDefault="00E00D30" w:rsidP="00E00D30">
      <w:r>
        <w:t>928.5890</w:t>
      </w:r>
      <w:r>
        <w:tab/>
        <w:t>1.013e0</w:t>
      </w:r>
    </w:p>
    <w:p w:rsidR="00E00D30" w:rsidRDefault="00E00D30" w:rsidP="00E00D30">
      <w:r>
        <w:t>928.6330</w:t>
      </w:r>
      <w:r>
        <w:tab/>
        <w:t>1.013e0</w:t>
      </w:r>
    </w:p>
    <w:p w:rsidR="00E00D30" w:rsidRDefault="00E00D30" w:rsidP="00E00D30">
      <w:r>
        <w:t>928.6401</w:t>
      </w:r>
      <w:r>
        <w:tab/>
        <w:t>2.025e0</w:t>
      </w:r>
    </w:p>
    <w:p w:rsidR="00E00D30" w:rsidRDefault="00E00D30" w:rsidP="00E00D30">
      <w:r>
        <w:t>928.6657</w:t>
      </w:r>
      <w:r>
        <w:tab/>
        <w:t>1.013e0</w:t>
      </w:r>
    </w:p>
    <w:p w:rsidR="00E00D30" w:rsidRDefault="00E00D30" w:rsidP="00E00D30">
      <w:r>
        <w:t>928.6757</w:t>
      </w:r>
      <w:r>
        <w:tab/>
        <w:t>1.013e0</w:t>
      </w:r>
    </w:p>
    <w:p w:rsidR="00E00D30" w:rsidRDefault="00E00D30" w:rsidP="00E00D30">
      <w:r>
        <w:t>928.6952</w:t>
      </w:r>
      <w:r>
        <w:tab/>
        <w:t>1.013e0</w:t>
      </w:r>
    </w:p>
    <w:p w:rsidR="00E00D30" w:rsidRDefault="00E00D30" w:rsidP="00E00D30">
      <w:r>
        <w:t>928.7579</w:t>
      </w:r>
      <w:r>
        <w:tab/>
        <w:t>1.013e0</w:t>
      </w:r>
    </w:p>
    <w:p w:rsidR="00E00D30" w:rsidRDefault="00E00D30" w:rsidP="00E00D30">
      <w:r>
        <w:lastRenderedPageBreak/>
        <w:t>928.7734</w:t>
      </w:r>
      <w:r>
        <w:tab/>
        <w:t>1.013e0</w:t>
      </w:r>
    </w:p>
    <w:p w:rsidR="00E00D30" w:rsidRDefault="00E00D30" w:rsidP="00E00D30">
      <w:r>
        <w:t>928.8259</w:t>
      </w:r>
      <w:r>
        <w:tab/>
        <w:t>1.013e0</w:t>
      </w:r>
    </w:p>
    <w:p w:rsidR="00E00D30" w:rsidRDefault="00E00D30" w:rsidP="00E00D30">
      <w:r>
        <w:t>928.8507</w:t>
      </w:r>
      <w:r>
        <w:tab/>
        <w:t>1.013e0</w:t>
      </w:r>
    </w:p>
    <w:p w:rsidR="00E00D30" w:rsidRDefault="00E00D30" w:rsidP="00E00D30">
      <w:r>
        <w:t>928.8978</w:t>
      </w:r>
      <w:r>
        <w:tab/>
        <w:t>2.025e0</w:t>
      </w:r>
    </w:p>
    <w:p w:rsidR="00E00D30" w:rsidRDefault="00E00D30" w:rsidP="00E00D30">
      <w:r>
        <w:t>928.9130</w:t>
      </w:r>
      <w:r>
        <w:tab/>
        <w:t>2.025e0</w:t>
      </w:r>
    </w:p>
    <w:p w:rsidR="00E00D30" w:rsidRDefault="00E00D30" w:rsidP="00E00D30">
      <w:r>
        <w:t>928.9285</w:t>
      </w:r>
      <w:r>
        <w:tab/>
        <w:t>1.013e0</w:t>
      </w:r>
    </w:p>
    <w:p w:rsidR="00E00D30" w:rsidRDefault="00E00D30" w:rsidP="00E00D30">
      <w:r>
        <w:t>928.9764</w:t>
      </w:r>
      <w:r>
        <w:tab/>
        <w:t>2.025e0</w:t>
      </w:r>
    </w:p>
    <w:p w:rsidR="00E00D30" w:rsidRDefault="00E00D30" w:rsidP="00E00D30">
      <w:r>
        <w:t>929.0627</w:t>
      </w:r>
      <w:r>
        <w:tab/>
        <w:t>1.013e0</w:t>
      </w:r>
    </w:p>
    <w:p w:rsidR="00E00D30" w:rsidRDefault="00E00D30" w:rsidP="00E00D30">
      <w:r>
        <w:t>929.0690</w:t>
      </w:r>
      <w:r>
        <w:tab/>
        <w:t>3.038e0</w:t>
      </w:r>
    </w:p>
    <w:p w:rsidR="00E00D30" w:rsidRDefault="00E00D30" w:rsidP="00E00D30">
      <w:r>
        <w:t>929.1168</w:t>
      </w:r>
      <w:r>
        <w:tab/>
        <w:t>1.013e0</w:t>
      </w:r>
    </w:p>
    <w:p w:rsidR="00E00D30" w:rsidRDefault="00E00D30" w:rsidP="00E00D30">
      <w:r>
        <w:t>929.1381</w:t>
      </w:r>
      <w:r>
        <w:tab/>
        <w:t>2.025e0</w:t>
      </w:r>
    </w:p>
    <w:p w:rsidR="00E00D30" w:rsidRDefault="00E00D30" w:rsidP="00E00D30">
      <w:r>
        <w:t>929.1810</w:t>
      </w:r>
      <w:r>
        <w:tab/>
        <w:t>1.013e0</w:t>
      </w:r>
    </w:p>
    <w:p w:rsidR="00E00D30" w:rsidRDefault="00E00D30" w:rsidP="00E00D30">
      <w:r>
        <w:t>929.1840</w:t>
      </w:r>
      <w:r>
        <w:tab/>
        <w:t>2.025e0</w:t>
      </w:r>
    </w:p>
    <w:p w:rsidR="00E00D30" w:rsidRDefault="00E00D30" w:rsidP="00E00D30">
      <w:r>
        <w:t>929.2146</w:t>
      </w:r>
      <w:r>
        <w:tab/>
        <w:t>2.025e0</w:t>
      </w:r>
    </w:p>
    <w:p w:rsidR="00E00D30" w:rsidRDefault="00E00D30" w:rsidP="00E00D30">
      <w:r>
        <w:t>929.2305</w:t>
      </w:r>
      <w:r>
        <w:tab/>
        <w:t>3.038e0</w:t>
      </w:r>
    </w:p>
    <w:p w:rsidR="00E00D30" w:rsidRDefault="00E00D30" w:rsidP="00E00D30">
      <w:r>
        <w:t>929.2319</w:t>
      </w:r>
      <w:r>
        <w:tab/>
        <w:t>2.025e0</w:t>
      </w:r>
    </w:p>
    <w:p w:rsidR="00E00D30" w:rsidRDefault="00E00D30" w:rsidP="00E00D30">
      <w:r>
        <w:t>929.2556</w:t>
      </w:r>
      <w:r>
        <w:tab/>
        <w:t>1.013e0</w:t>
      </w:r>
    </w:p>
    <w:p w:rsidR="00E00D30" w:rsidRDefault="00E00D30" w:rsidP="00E00D30">
      <w:r>
        <w:t>929.3796</w:t>
      </w:r>
      <w:r>
        <w:tab/>
        <w:t>1.013e0</w:t>
      </w:r>
    </w:p>
    <w:p w:rsidR="00E00D30" w:rsidRDefault="00E00D30" w:rsidP="00E00D30">
      <w:r>
        <w:t>929.3829</w:t>
      </w:r>
      <w:r>
        <w:tab/>
        <w:t>1.013e0</w:t>
      </w:r>
    </w:p>
    <w:p w:rsidR="00E00D30" w:rsidRDefault="00E00D30" w:rsidP="00E00D30">
      <w:r>
        <w:lastRenderedPageBreak/>
        <w:t>929.3957</w:t>
      </w:r>
      <w:r>
        <w:tab/>
        <w:t>1.013e0</w:t>
      </w:r>
    </w:p>
    <w:p w:rsidR="00E00D30" w:rsidRDefault="00E00D30" w:rsidP="00E00D30">
      <w:r>
        <w:t>929.4869</w:t>
      </w:r>
      <w:r>
        <w:tab/>
        <w:t>3.038e0</w:t>
      </w:r>
    </w:p>
    <w:p w:rsidR="00E00D30" w:rsidRDefault="00E00D30" w:rsidP="00E00D30">
      <w:r>
        <w:t>929.5156</w:t>
      </w:r>
      <w:r>
        <w:tab/>
        <w:t>3.038e0</w:t>
      </w:r>
    </w:p>
    <w:p w:rsidR="00E00D30" w:rsidRDefault="00E00D30" w:rsidP="00E00D30">
      <w:r>
        <w:t>929.5663</w:t>
      </w:r>
      <w:r>
        <w:tab/>
        <w:t>1.013e0</w:t>
      </w:r>
    </w:p>
    <w:p w:rsidR="00E00D30" w:rsidRDefault="00E00D30" w:rsidP="00E00D30">
      <w:r>
        <w:t>929.5980</w:t>
      </w:r>
      <w:r>
        <w:tab/>
        <w:t>2.025e0</w:t>
      </w:r>
    </w:p>
    <w:p w:rsidR="00E00D30" w:rsidRDefault="00E00D30" w:rsidP="00E00D30">
      <w:r>
        <w:t>929.6034</w:t>
      </w:r>
      <w:r>
        <w:tab/>
        <w:t>1.013e0</w:t>
      </w:r>
    </w:p>
    <w:p w:rsidR="00E00D30" w:rsidRDefault="00E00D30" w:rsidP="00E00D30">
      <w:r>
        <w:t>929.7064</w:t>
      </w:r>
      <w:r>
        <w:tab/>
        <w:t>1.013e0</w:t>
      </w:r>
    </w:p>
    <w:p w:rsidR="00E00D30" w:rsidRDefault="00E00D30" w:rsidP="00E00D30">
      <w:r>
        <w:t>929.7081</w:t>
      </w:r>
      <w:r>
        <w:tab/>
        <w:t>1.013e0</w:t>
      </w:r>
    </w:p>
    <w:p w:rsidR="00E00D30" w:rsidRDefault="00E00D30" w:rsidP="00E00D30">
      <w:r>
        <w:t>929.7153</w:t>
      </w:r>
      <w:r>
        <w:tab/>
        <w:t>2.025e0</w:t>
      </w:r>
    </w:p>
    <w:p w:rsidR="00E00D30" w:rsidRDefault="00E00D30" w:rsidP="00E00D30">
      <w:r>
        <w:t>929.7539</w:t>
      </w:r>
      <w:r>
        <w:tab/>
        <w:t>1.013e0</w:t>
      </w:r>
    </w:p>
    <w:p w:rsidR="00E00D30" w:rsidRDefault="00E00D30" w:rsidP="00E00D30">
      <w:r>
        <w:t>929.7925</w:t>
      </w:r>
      <w:r>
        <w:tab/>
        <w:t>2.025e0</w:t>
      </w:r>
    </w:p>
    <w:p w:rsidR="00E00D30" w:rsidRDefault="00E00D30" w:rsidP="00E00D30">
      <w:r>
        <w:t>929.8004</w:t>
      </w:r>
      <w:r>
        <w:tab/>
        <w:t>1.013e0</w:t>
      </w:r>
    </w:p>
    <w:p w:rsidR="00E00D30" w:rsidRDefault="00E00D30" w:rsidP="00E00D30">
      <w:r>
        <w:t>929.8015</w:t>
      </w:r>
      <w:r>
        <w:tab/>
        <w:t>1.013e0</w:t>
      </w:r>
    </w:p>
    <w:p w:rsidR="00E00D30" w:rsidRDefault="00E00D30" w:rsidP="00E00D30">
      <w:r>
        <w:t>929.8940</w:t>
      </w:r>
      <w:r>
        <w:tab/>
        <w:t>2.025e0</w:t>
      </w:r>
    </w:p>
    <w:p w:rsidR="00E00D30" w:rsidRDefault="00E00D30" w:rsidP="00E00D30">
      <w:r>
        <w:t>929.9243</w:t>
      </w:r>
      <w:r>
        <w:tab/>
        <w:t>2.025e0</w:t>
      </w:r>
    </w:p>
    <w:p w:rsidR="00E00D30" w:rsidRDefault="00E00D30" w:rsidP="00E00D30">
      <w:r>
        <w:t>929.9711</w:t>
      </w:r>
      <w:r>
        <w:tab/>
        <w:t>1.013e0</w:t>
      </w:r>
    </w:p>
    <w:p w:rsidR="00E00D30" w:rsidRDefault="00E00D30" w:rsidP="00E00D30">
      <w:r>
        <w:t>930.0183</w:t>
      </w:r>
      <w:r>
        <w:tab/>
        <w:t>1.013e0</w:t>
      </w:r>
    </w:p>
    <w:p w:rsidR="00E00D30" w:rsidRDefault="00E00D30" w:rsidP="00E00D30">
      <w:r>
        <w:t>930.0339</w:t>
      </w:r>
      <w:r>
        <w:tab/>
        <w:t>1.013e0</w:t>
      </w:r>
    </w:p>
    <w:p w:rsidR="00E00D30" w:rsidRDefault="00E00D30" w:rsidP="00E00D30">
      <w:r>
        <w:t>930.0956</w:t>
      </w:r>
      <w:r>
        <w:tab/>
        <w:t>3.038e0</w:t>
      </w:r>
    </w:p>
    <w:p w:rsidR="00E00D30" w:rsidRDefault="00E00D30" w:rsidP="00E00D30">
      <w:r>
        <w:lastRenderedPageBreak/>
        <w:t>930.0973</w:t>
      </w:r>
      <w:r>
        <w:tab/>
        <w:t>1.013e0</w:t>
      </w:r>
    </w:p>
    <w:p w:rsidR="00E00D30" w:rsidRDefault="00E00D30" w:rsidP="00E00D30">
      <w:r>
        <w:t>930.1740</w:t>
      </w:r>
      <w:r>
        <w:tab/>
        <w:t>1.013e0</w:t>
      </w:r>
    </w:p>
    <w:p w:rsidR="00E00D30" w:rsidRDefault="00E00D30" w:rsidP="00E00D30">
      <w:r>
        <w:t>930.2050</w:t>
      </w:r>
      <w:r>
        <w:tab/>
        <w:t>2.025e0</w:t>
      </w:r>
    </w:p>
    <w:p w:rsidR="00E00D30" w:rsidRDefault="00E00D30" w:rsidP="00E00D30">
      <w:r>
        <w:t>930.2675</w:t>
      </w:r>
      <w:r>
        <w:tab/>
        <w:t>1.013e0</w:t>
      </w:r>
    </w:p>
    <w:p w:rsidR="00E00D30" w:rsidRDefault="00E00D30" w:rsidP="00E00D30">
      <w:r>
        <w:t>930.4080</w:t>
      </w:r>
      <w:r>
        <w:tab/>
        <w:t>3.038e0</w:t>
      </w:r>
    </w:p>
    <w:p w:rsidR="00E00D30" w:rsidRDefault="00E00D30" w:rsidP="00E00D30">
      <w:r>
        <w:t>930.4090</w:t>
      </w:r>
      <w:r>
        <w:tab/>
        <w:t>2.025e0</w:t>
      </w:r>
    </w:p>
    <w:p w:rsidR="00E00D30" w:rsidRDefault="00E00D30" w:rsidP="00E00D30">
      <w:r>
        <w:t>930.4208</w:t>
      </w:r>
      <w:r>
        <w:tab/>
        <w:t>2.025e0</w:t>
      </w:r>
    </w:p>
    <w:p w:rsidR="00E00D30" w:rsidRDefault="00E00D30" w:rsidP="00E00D30">
      <w:r>
        <w:t>930.4376</w:t>
      </w:r>
      <w:r>
        <w:tab/>
        <w:t>2.025e0</w:t>
      </w:r>
    </w:p>
    <w:p w:rsidR="00E00D30" w:rsidRDefault="00E00D30" w:rsidP="00E00D30">
      <w:r>
        <w:t>930.4491</w:t>
      </w:r>
      <w:r>
        <w:tab/>
        <w:t>1.013e0</w:t>
      </w:r>
    </w:p>
    <w:p w:rsidR="00E00D30" w:rsidRDefault="00E00D30" w:rsidP="00E00D30">
      <w:r>
        <w:t>930.4858</w:t>
      </w:r>
      <w:r>
        <w:tab/>
        <w:t>1.013e0</w:t>
      </w:r>
    </w:p>
    <w:p w:rsidR="00E00D30" w:rsidRDefault="00E00D30" w:rsidP="00E00D30">
      <w:r>
        <w:t>930.4916</w:t>
      </w:r>
      <w:r>
        <w:tab/>
        <w:t>2.025e0</w:t>
      </w:r>
    </w:p>
    <w:p w:rsidR="00E00D30" w:rsidRDefault="00E00D30" w:rsidP="00E00D30">
      <w:r>
        <w:t>930.5480</w:t>
      </w:r>
      <w:r>
        <w:tab/>
        <w:t>1.013e0</w:t>
      </w:r>
    </w:p>
    <w:p w:rsidR="00E00D30" w:rsidRDefault="00E00D30" w:rsidP="00E00D30">
      <w:r>
        <w:t>930.6163</w:t>
      </w:r>
      <w:r>
        <w:tab/>
        <w:t>2.025e0</w:t>
      </w:r>
    </w:p>
    <w:p w:rsidR="00E00D30" w:rsidRDefault="00E00D30" w:rsidP="00E00D30">
      <w:r>
        <w:t>930.6176</w:t>
      </w:r>
      <w:r>
        <w:tab/>
        <w:t>1.013e0</w:t>
      </w:r>
    </w:p>
    <w:p w:rsidR="00E00D30" w:rsidRDefault="00E00D30" w:rsidP="00E00D30">
      <w:r>
        <w:t>930.6269</w:t>
      </w:r>
      <w:r>
        <w:tab/>
        <w:t>1.013e0</w:t>
      </w:r>
    </w:p>
    <w:p w:rsidR="00E00D30" w:rsidRDefault="00E00D30" w:rsidP="00E00D30">
      <w:r>
        <w:t>930.6785</w:t>
      </w:r>
      <w:r>
        <w:tab/>
        <w:t>2.025e0</w:t>
      </w:r>
    </w:p>
    <w:p w:rsidR="00E00D30" w:rsidRDefault="00E00D30" w:rsidP="00E00D30">
      <w:r>
        <w:t>930.7951</w:t>
      </w:r>
      <w:r>
        <w:tab/>
        <w:t>2.025e0</w:t>
      </w:r>
    </w:p>
    <w:p w:rsidR="00E00D30" w:rsidRDefault="00E00D30" w:rsidP="00E00D30">
      <w:r>
        <w:t>930.8038</w:t>
      </w:r>
      <w:r>
        <w:tab/>
        <w:t>2.025e0</w:t>
      </w:r>
    </w:p>
    <w:p w:rsidR="00E00D30" w:rsidRDefault="00E00D30" w:rsidP="00E00D30">
      <w:r>
        <w:t>930.8340</w:t>
      </w:r>
      <w:r>
        <w:tab/>
        <w:t>3.038e0</w:t>
      </w:r>
    </w:p>
    <w:p w:rsidR="00E00D30" w:rsidRDefault="00E00D30" w:rsidP="00E00D30">
      <w:r>
        <w:lastRenderedPageBreak/>
        <w:t>930.8741</w:t>
      </w:r>
      <w:r>
        <w:tab/>
        <w:t>1.013e0</w:t>
      </w:r>
    </w:p>
    <w:p w:rsidR="00E00D30" w:rsidRDefault="00E00D30" w:rsidP="00E00D30">
      <w:r>
        <w:t>930.9542</w:t>
      </w:r>
      <w:r>
        <w:tab/>
        <w:t>1.013e0</w:t>
      </w:r>
    </w:p>
    <w:p w:rsidR="00E00D30" w:rsidRDefault="00E00D30" w:rsidP="00E00D30">
      <w:r>
        <w:t>931.0067</w:t>
      </w:r>
      <w:r>
        <w:tab/>
        <w:t>1.013e0</w:t>
      </w:r>
    </w:p>
    <w:p w:rsidR="00E00D30" w:rsidRDefault="00E00D30" w:rsidP="00E00D30">
      <w:r>
        <w:t>931.0405</w:t>
      </w:r>
      <w:r>
        <w:tab/>
        <w:t>1.013e0</w:t>
      </w:r>
    </w:p>
    <w:p w:rsidR="00E00D30" w:rsidRDefault="00E00D30" w:rsidP="00E00D30">
      <w:r>
        <w:t>931.0422</w:t>
      </w:r>
      <w:r>
        <w:tab/>
        <w:t>1.013e0</w:t>
      </w:r>
    </w:p>
    <w:p w:rsidR="00E00D30" w:rsidRDefault="00E00D30" w:rsidP="00E00D30">
      <w:r>
        <w:t>931.0676</w:t>
      </w:r>
      <w:r>
        <w:tab/>
        <w:t>2.025e0</w:t>
      </w:r>
    </w:p>
    <w:p w:rsidR="00E00D30" w:rsidRDefault="00E00D30" w:rsidP="00E00D30">
      <w:r>
        <w:t>931.0856</w:t>
      </w:r>
      <w:r>
        <w:tab/>
        <w:t>3.038e0</w:t>
      </w:r>
    </w:p>
    <w:p w:rsidR="00E00D30" w:rsidRDefault="00E00D30" w:rsidP="00E00D30">
      <w:r>
        <w:t>931.1708</w:t>
      </w:r>
      <w:r>
        <w:tab/>
        <w:t>2.025e0</w:t>
      </w:r>
    </w:p>
    <w:p w:rsidR="00E00D30" w:rsidRDefault="00E00D30" w:rsidP="00E00D30">
      <w:r>
        <w:t>931.1750</w:t>
      </w:r>
      <w:r>
        <w:tab/>
        <w:t>1.013e0</w:t>
      </w:r>
    </w:p>
    <w:p w:rsidR="00E00D30" w:rsidRDefault="00E00D30" w:rsidP="00E00D30">
      <w:r>
        <w:t>931.1848</w:t>
      </w:r>
      <w:r>
        <w:tab/>
        <w:t>2.025e0</w:t>
      </w:r>
    </w:p>
    <w:p w:rsidR="00E00D30" w:rsidRDefault="00E00D30" w:rsidP="00E00D30">
      <w:r>
        <w:t>931.2734</w:t>
      </w:r>
      <w:r>
        <w:tab/>
        <w:t>2.025e0</w:t>
      </w:r>
    </w:p>
    <w:p w:rsidR="00E00D30" w:rsidRDefault="00E00D30" w:rsidP="00E00D30">
      <w:r>
        <w:t>931.2960</w:t>
      </w:r>
      <w:r>
        <w:tab/>
        <w:t>1.013e0</w:t>
      </w:r>
    </w:p>
    <w:p w:rsidR="00E00D30" w:rsidRDefault="00E00D30" w:rsidP="00E00D30">
      <w:r>
        <w:t>931.3231</w:t>
      </w:r>
      <w:r>
        <w:tab/>
        <w:t>3.038e0</w:t>
      </w:r>
    </w:p>
    <w:p w:rsidR="00E00D30" w:rsidRDefault="00E00D30" w:rsidP="00E00D30">
      <w:r>
        <w:t>931.3439</w:t>
      </w:r>
      <w:r>
        <w:tab/>
        <w:t>1.013e0</w:t>
      </w:r>
    </w:p>
    <w:p w:rsidR="00E00D30" w:rsidRDefault="00E00D30" w:rsidP="00E00D30">
      <w:r>
        <w:t>931.3953</w:t>
      </w:r>
      <w:r>
        <w:tab/>
        <w:t>1.013e0</w:t>
      </w:r>
    </w:p>
    <w:p w:rsidR="00E00D30" w:rsidRDefault="00E00D30" w:rsidP="00E00D30">
      <w:r>
        <w:t>931.4244</w:t>
      </w:r>
      <w:r>
        <w:tab/>
        <w:t>2.025e0</w:t>
      </w:r>
    </w:p>
    <w:p w:rsidR="00E00D30" w:rsidRDefault="00E00D30" w:rsidP="00E00D30">
      <w:r>
        <w:t>931.4304</w:t>
      </w:r>
      <w:r>
        <w:tab/>
        <w:t>2.025e0</w:t>
      </w:r>
    </w:p>
    <w:p w:rsidR="00E00D30" w:rsidRDefault="00E00D30" w:rsidP="00E00D30">
      <w:r>
        <w:t>931.4468</w:t>
      </w:r>
      <w:r>
        <w:tab/>
        <w:t>3.038e0</w:t>
      </w:r>
    </w:p>
    <w:p w:rsidR="00E00D30" w:rsidRDefault="00E00D30" w:rsidP="00E00D30">
      <w:r>
        <w:t>931.4813</w:t>
      </w:r>
      <w:r>
        <w:tab/>
        <w:t>1.013e0</w:t>
      </w:r>
    </w:p>
    <w:p w:rsidR="00E00D30" w:rsidRDefault="00E00D30" w:rsidP="00E00D30">
      <w:r>
        <w:lastRenderedPageBreak/>
        <w:t>931.4826</w:t>
      </w:r>
      <w:r>
        <w:tab/>
        <w:t>2.025e0</w:t>
      </w:r>
    </w:p>
    <w:p w:rsidR="00E00D30" w:rsidRDefault="00E00D30" w:rsidP="00E00D30">
      <w:r>
        <w:t>931.5145</w:t>
      </w:r>
      <w:r>
        <w:tab/>
        <w:t>3.038e0</w:t>
      </w:r>
    </w:p>
    <w:p w:rsidR="00E00D30" w:rsidRDefault="00E00D30" w:rsidP="00E00D30">
      <w:r>
        <w:t>931.5508</w:t>
      </w:r>
      <w:r>
        <w:tab/>
        <w:t>2.025e0</w:t>
      </w:r>
    </w:p>
    <w:p w:rsidR="00E00D30" w:rsidRDefault="00E00D30" w:rsidP="00E00D30">
      <w:r>
        <w:t>931.5530</w:t>
      </w:r>
      <w:r>
        <w:tab/>
        <w:t>2.025e0</w:t>
      </w:r>
    </w:p>
    <w:p w:rsidR="00E00D30" w:rsidRDefault="00E00D30" w:rsidP="00E00D30">
      <w:r>
        <w:t>931.5808</w:t>
      </w:r>
      <w:r>
        <w:tab/>
        <w:t>1.013e0</w:t>
      </w:r>
    </w:p>
    <w:p w:rsidR="00E00D30" w:rsidRDefault="00E00D30" w:rsidP="00E00D30">
      <w:r>
        <w:t>931.6078</w:t>
      </w:r>
      <w:r>
        <w:tab/>
        <w:t>1.013e0</w:t>
      </w:r>
    </w:p>
    <w:p w:rsidR="00E00D30" w:rsidRDefault="00E00D30" w:rsidP="00E00D30">
      <w:r>
        <w:t>931.6165</w:t>
      </w:r>
      <w:r>
        <w:tab/>
        <w:t>1.013e0</w:t>
      </w:r>
    </w:p>
    <w:p w:rsidR="00E00D30" w:rsidRDefault="00E00D30" w:rsidP="00E00D30">
      <w:r>
        <w:t>931.6385</w:t>
      </w:r>
      <w:r>
        <w:tab/>
        <w:t>1.013e0</w:t>
      </w:r>
    </w:p>
    <w:p w:rsidR="00E00D30" w:rsidRDefault="00E00D30" w:rsidP="00E00D30">
      <w:r>
        <w:t>931.6702</w:t>
      </w:r>
      <w:r>
        <w:tab/>
        <w:t>1.013e0</w:t>
      </w:r>
    </w:p>
    <w:p w:rsidR="00E00D30" w:rsidRDefault="00E00D30" w:rsidP="00E00D30">
      <w:r>
        <w:t>931.7014</w:t>
      </w:r>
      <w:r>
        <w:tab/>
        <w:t>1.013e0</w:t>
      </w:r>
    </w:p>
    <w:p w:rsidR="00E00D30" w:rsidRDefault="00E00D30" w:rsidP="00E00D30">
      <w:r>
        <w:t>931.7182</w:t>
      </w:r>
      <w:r>
        <w:tab/>
        <w:t>1.013e0</w:t>
      </w:r>
    </w:p>
    <w:p w:rsidR="00E00D30" w:rsidRDefault="00E00D30" w:rsidP="00E00D30">
      <w:r>
        <w:t>931.7324</w:t>
      </w:r>
      <w:r>
        <w:tab/>
        <w:t>2.025e0</w:t>
      </w:r>
    </w:p>
    <w:p w:rsidR="00E00D30" w:rsidRDefault="00E00D30" w:rsidP="00E00D30">
      <w:r>
        <w:t>931.7338</w:t>
      </w:r>
      <w:r>
        <w:tab/>
        <w:t>1.013e0</w:t>
      </w:r>
    </w:p>
    <w:p w:rsidR="00E00D30" w:rsidRDefault="00E00D30" w:rsidP="00E00D30">
      <w:r>
        <w:t>931.7402</w:t>
      </w:r>
      <w:r>
        <w:tab/>
        <w:t>3.038e0</w:t>
      </w:r>
    </w:p>
    <w:p w:rsidR="00E00D30" w:rsidRDefault="00E00D30" w:rsidP="00E00D30">
      <w:r>
        <w:t>931.7872</w:t>
      </w:r>
      <w:r>
        <w:tab/>
        <w:t>2.025e0</w:t>
      </w:r>
    </w:p>
    <w:p w:rsidR="00E00D30" w:rsidRDefault="00E00D30" w:rsidP="00E00D30">
      <w:r>
        <w:t>931.8182</w:t>
      </w:r>
      <w:r>
        <w:tab/>
        <w:t>1.013e0</w:t>
      </w:r>
    </w:p>
    <w:p w:rsidR="00E00D30" w:rsidRDefault="00E00D30" w:rsidP="00E00D30">
      <w:r>
        <w:t>931.8701</w:t>
      </w:r>
      <w:r>
        <w:tab/>
        <w:t>1.013e0</w:t>
      </w:r>
    </w:p>
    <w:p w:rsidR="00E00D30" w:rsidRDefault="00E00D30" w:rsidP="00E00D30">
      <w:r>
        <w:t>931.8871</w:t>
      </w:r>
      <w:r>
        <w:tab/>
        <w:t>2.025e0</w:t>
      </w:r>
    </w:p>
    <w:p w:rsidR="00E00D30" w:rsidRDefault="00E00D30" w:rsidP="00E00D30">
      <w:r>
        <w:t>931.9037</w:t>
      </w:r>
      <w:r>
        <w:tab/>
        <w:t>1.013e0</w:t>
      </w:r>
    </w:p>
    <w:p w:rsidR="00E00D30" w:rsidRDefault="00E00D30" w:rsidP="00E00D30">
      <w:r>
        <w:lastRenderedPageBreak/>
        <w:t>931.9199</w:t>
      </w:r>
      <w:r>
        <w:tab/>
        <w:t>2.025e0</w:t>
      </w:r>
    </w:p>
    <w:p w:rsidR="00E00D30" w:rsidRDefault="00E00D30" w:rsidP="00E00D30">
      <w:r>
        <w:t>931.9822</w:t>
      </w:r>
      <w:r>
        <w:tab/>
        <w:t>1.013e0</w:t>
      </w:r>
    </w:p>
    <w:p w:rsidR="00E00D30" w:rsidRDefault="00E00D30" w:rsidP="00E00D30">
      <w:r>
        <w:t>931.9834</w:t>
      </w:r>
      <w:r>
        <w:tab/>
        <w:t>1.013e0</w:t>
      </w:r>
    </w:p>
    <w:p w:rsidR="00E00D30" w:rsidRDefault="00E00D30" w:rsidP="00E00D30">
      <w:r>
        <w:t>932.0519</w:t>
      </w:r>
      <w:r>
        <w:tab/>
        <w:t>2.025e0</w:t>
      </w:r>
    </w:p>
    <w:p w:rsidR="00E00D30" w:rsidRDefault="00E00D30" w:rsidP="00E00D30">
      <w:r>
        <w:t>932.0566</w:t>
      </w:r>
      <w:r>
        <w:tab/>
        <w:t>1.013e0</w:t>
      </w:r>
    </w:p>
    <w:p w:rsidR="00E00D30" w:rsidRDefault="00E00D30" w:rsidP="00E00D30">
      <w:r>
        <w:t>932.0905</w:t>
      </w:r>
      <w:r>
        <w:tab/>
        <w:t>1.013e0</w:t>
      </w:r>
    </w:p>
    <w:p w:rsidR="00E00D30" w:rsidRDefault="00E00D30" w:rsidP="00E00D30">
      <w:r>
        <w:t>932.1222</w:t>
      </w:r>
      <w:r>
        <w:tab/>
        <w:t>1.013e0</w:t>
      </w:r>
    </w:p>
    <w:p w:rsidR="00E00D30" w:rsidRDefault="00E00D30" w:rsidP="00E00D30">
      <w:r>
        <w:t>932.1378</w:t>
      </w:r>
      <w:r>
        <w:tab/>
        <w:t>1.013e0</w:t>
      </w:r>
    </w:p>
    <w:p w:rsidR="00E00D30" w:rsidRDefault="00E00D30" w:rsidP="00E00D30">
      <w:r>
        <w:t>932.1543</w:t>
      </w:r>
      <w:r>
        <w:tab/>
        <w:t>1.013e0</w:t>
      </w:r>
    </w:p>
    <w:p w:rsidR="00E00D30" w:rsidRDefault="00E00D30" w:rsidP="00E00D30">
      <w:r>
        <w:t>932.1906</w:t>
      </w:r>
      <w:r>
        <w:tab/>
        <w:t>1.013e0</w:t>
      </w:r>
    </w:p>
    <w:p w:rsidR="00E00D30" w:rsidRDefault="00E00D30" w:rsidP="00E00D30">
      <w:r>
        <w:t>932.2783</w:t>
      </w:r>
      <w:r>
        <w:tab/>
        <w:t>1.013e0</w:t>
      </w:r>
    </w:p>
    <w:p w:rsidR="00E00D30" w:rsidRDefault="00E00D30" w:rsidP="00E00D30">
      <w:r>
        <w:t>932.3099</w:t>
      </w:r>
      <w:r>
        <w:tab/>
        <w:t>1.013e0</w:t>
      </w:r>
    </w:p>
    <w:p w:rsidR="00E00D30" w:rsidRDefault="00E00D30" w:rsidP="00E00D30">
      <w:r>
        <w:t>932.3111</w:t>
      </w:r>
      <w:r>
        <w:tab/>
        <w:t>1.013e0</w:t>
      </w:r>
    </w:p>
    <w:p w:rsidR="00E00D30" w:rsidRDefault="00E00D30" w:rsidP="00E00D30">
      <w:r>
        <w:t>932.3566</w:t>
      </w:r>
      <w:r>
        <w:tab/>
        <w:t>1.013e0</w:t>
      </w:r>
    </w:p>
    <w:p w:rsidR="00E00D30" w:rsidRDefault="00E00D30" w:rsidP="00E00D30">
      <w:r>
        <w:t>932.3917</w:t>
      </w:r>
      <w:r>
        <w:tab/>
        <w:t>1.013e0</w:t>
      </w:r>
    </w:p>
    <w:p w:rsidR="00E00D30" w:rsidRDefault="00E00D30" w:rsidP="00E00D30">
      <w:r>
        <w:t>932.4390</w:t>
      </w:r>
      <w:r>
        <w:tab/>
        <w:t>2.025e0</w:t>
      </w:r>
    </w:p>
    <w:p w:rsidR="00E00D30" w:rsidRDefault="00E00D30" w:rsidP="00E00D30">
      <w:r>
        <w:t>932.4661</w:t>
      </w:r>
      <w:r>
        <w:tab/>
        <w:t>2.025e0</w:t>
      </w:r>
    </w:p>
    <w:p w:rsidR="00E00D30" w:rsidRDefault="00E00D30" w:rsidP="00E00D30">
      <w:r>
        <w:t>932.4785</w:t>
      </w:r>
      <w:r>
        <w:tab/>
        <w:t>1.013e0</w:t>
      </w:r>
    </w:p>
    <w:p w:rsidR="00E00D30" w:rsidRDefault="00E00D30" w:rsidP="00E00D30">
      <w:r>
        <w:t>932.5129</w:t>
      </w:r>
      <w:r>
        <w:tab/>
        <w:t>1.013e0</w:t>
      </w:r>
    </w:p>
    <w:p w:rsidR="00E00D30" w:rsidRDefault="00E00D30" w:rsidP="00E00D30">
      <w:r>
        <w:lastRenderedPageBreak/>
        <w:t>932.5280</w:t>
      </w:r>
      <w:r>
        <w:tab/>
        <w:t>1.013e0</w:t>
      </w:r>
    </w:p>
    <w:p w:rsidR="00E00D30" w:rsidRDefault="00E00D30" w:rsidP="00E00D30">
      <w:r>
        <w:t>932.5296</w:t>
      </w:r>
      <w:r>
        <w:tab/>
        <w:t>1.013e0</w:t>
      </w:r>
    </w:p>
    <w:p w:rsidR="00E00D30" w:rsidRDefault="00E00D30" w:rsidP="00E00D30">
      <w:r>
        <w:t>932.5350</w:t>
      </w:r>
      <w:r>
        <w:tab/>
        <w:t>3.038e0</w:t>
      </w:r>
    </w:p>
    <w:p w:rsidR="00E00D30" w:rsidRDefault="00E00D30" w:rsidP="00E00D30">
      <w:r>
        <w:t>932.5391</w:t>
      </w:r>
      <w:r>
        <w:tab/>
        <w:t>3.038e0</w:t>
      </w:r>
    </w:p>
    <w:p w:rsidR="00E00D30" w:rsidRDefault="00E00D30" w:rsidP="00E00D30">
      <w:r>
        <w:t>932.6150</w:t>
      </w:r>
      <w:r>
        <w:tab/>
        <w:t>2.025e0</w:t>
      </w:r>
    </w:p>
    <w:p w:rsidR="00E00D30" w:rsidRDefault="00E00D30" w:rsidP="00E00D30">
      <w:r>
        <w:t>932.6295</w:t>
      </w:r>
      <w:r>
        <w:tab/>
        <w:t>2.025e0</w:t>
      </w:r>
    </w:p>
    <w:p w:rsidR="00E00D30" w:rsidRDefault="00E00D30" w:rsidP="00E00D30">
      <w:r>
        <w:t>932.6462</w:t>
      </w:r>
      <w:r>
        <w:tab/>
        <w:t>1.013e0</w:t>
      </w:r>
    </w:p>
    <w:p w:rsidR="00E00D30" w:rsidRDefault="00E00D30" w:rsidP="00E00D30">
      <w:r>
        <w:t>932.7158</w:t>
      </w:r>
      <w:r>
        <w:tab/>
        <w:t>1.013e0</w:t>
      </w:r>
    </w:p>
    <w:p w:rsidR="00E00D30" w:rsidRDefault="00E00D30" w:rsidP="00E00D30">
      <w:r>
        <w:t>932.7471</w:t>
      </w:r>
      <w:r>
        <w:tab/>
        <w:t>1.013e0</w:t>
      </w:r>
    </w:p>
    <w:p w:rsidR="00E00D30" w:rsidRDefault="00E00D30" w:rsidP="00E00D30">
      <w:r>
        <w:t>932.7621</w:t>
      </w:r>
      <w:r>
        <w:tab/>
        <w:t>1.013e0</w:t>
      </w:r>
    </w:p>
    <w:p w:rsidR="00E00D30" w:rsidRDefault="00E00D30" w:rsidP="00E00D30">
      <w:r>
        <w:t>932.7798</w:t>
      </w:r>
      <w:r>
        <w:tab/>
        <w:t>1.013e0</w:t>
      </w:r>
    </w:p>
    <w:p w:rsidR="00E00D30" w:rsidRDefault="00E00D30" w:rsidP="00E00D30">
      <w:r>
        <w:t>932.7973</w:t>
      </w:r>
      <w:r>
        <w:tab/>
        <w:t>1.013e0</w:t>
      </w:r>
    </w:p>
    <w:p w:rsidR="00E00D30" w:rsidRDefault="00E00D30" w:rsidP="00E00D30">
      <w:r>
        <w:t>932.8335</w:t>
      </w:r>
      <w:r>
        <w:tab/>
        <w:t>1.013e0</w:t>
      </w:r>
    </w:p>
    <w:p w:rsidR="00E00D30" w:rsidRDefault="00E00D30" w:rsidP="00E00D30">
      <w:r>
        <w:t>932.8668</w:t>
      </w:r>
      <w:r>
        <w:tab/>
        <w:t>1.013e0</w:t>
      </w:r>
    </w:p>
    <w:p w:rsidR="00E00D30" w:rsidRDefault="00E00D30" w:rsidP="00E00D30">
      <w:r>
        <w:t>932.9356</w:t>
      </w:r>
      <w:r>
        <w:tab/>
        <w:t>1.013e0</w:t>
      </w:r>
    </w:p>
    <w:p w:rsidR="00E00D30" w:rsidRDefault="00E00D30" w:rsidP="00E00D30">
      <w:r>
        <w:t>933.0535</w:t>
      </w:r>
      <w:r>
        <w:tab/>
        <w:t>1.013e0</w:t>
      </w:r>
    </w:p>
    <w:p w:rsidR="00E00D30" w:rsidRDefault="00E00D30" w:rsidP="00E00D30">
      <w:r>
        <w:t>933.0702</w:t>
      </w:r>
      <w:r>
        <w:tab/>
        <w:t>2.025e0</w:t>
      </w:r>
    </w:p>
    <w:p w:rsidR="00E00D30" w:rsidRDefault="00E00D30" w:rsidP="00E00D30">
      <w:r>
        <w:t>933.1683</w:t>
      </w:r>
      <w:r>
        <w:tab/>
        <w:t>1.013e0</w:t>
      </w:r>
    </w:p>
    <w:p w:rsidR="00E00D30" w:rsidRDefault="00E00D30" w:rsidP="00E00D30">
      <w:r>
        <w:t>933.2313</w:t>
      </w:r>
      <w:r>
        <w:tab/>
        <w:t>1.013e0</w:t>
      </w:r>
    </w:p>
    <w:p w:rsidR="00E00D30" w:rsidRDefault="00E00D30" w:rsidP="00E00D30">
      <w:r>
        <w:lastRenderedPageBreak/>
        <w:t>933.2375</w:t>
      </w:r>
      <w:r>
        <w:tab/>
        <w:t>1.013e0</w:t>
      </w:r>
    </w:p>
    <w:p w:rsidR="00E00D30" w:rsidRDefault="00E00D30" w:rsidP="00E00D30">
      <w:r>
        <w:t>933.2551</w:t>
      </w:r>
      <w:r>
        <w:tab/>
        <w:t>1.013e0</w:t>
      </w:r>
    </w:p>
    <w:p w:rsidR="00E00D30" w:rsidRDefault="00E00D30" w:rsidP="00E00D30">
      <w:r>
        <w:t>933.3895</w:t>
      </w:r>
      <w:r>
        <w:tab/>
        <w:t>3.038e0</w:t>
      </w:r>
    </w:p>
    <w:p w:rsidR="00E00D30" w:rsidRDefault="00E00D30" w:rsidP="00E00D30">
      <w:r>
        <w:t>933.4056</w:t>
      </w:r>
      <w:r>
        <w:tab/>
        <w:t>1.013e0</w:t>
      </w:r>
    </w:p>
    <w:p w:rsidR="00E00D30" w:rsidRDefault="00E00D30" w:rsidP="00E00D30">
      <w:r>
        <w:t>933.4182</w:t>
      </w:r>
      <w:r>
        <w:tab/>
        <w:t>1.013e0</w:t>
      </w:r>
    </w:p>
    <w:p w:rsidR="00E00D30" w:rsidRDefault="00E00D30" w:rsidP="00E00D30">
      <w:r>
        <w:t>933.4235</w:t>
      </w:r>
      <w:r>
        <w:tab/>
        <w:t>1.013e0</w:t>
      </w:r>
    </w:p>
    <w:p w:rsidR="00E00D30" w:rsidRDefault="00E00D30" w:rsidP="00E00D30">
      <w:r>
        <w:t>933.4656</w:t>
      </w:r>
      <w:r>
        <w:tab/>
        <w:t>1.013e0</w:t>
      </w:r>
    </w:p>
    <w:p w:rsidR="00E00D30" w:rsidRDefault="00E00D30" w:rsidP="00E00D30">
      <w:r>
        <w:t>933.4963</w:t>
      </w:r>
      <w:r>
        <w:tab/>
        <w:t>2.025e0</w:t>
      </w:r>
    </w:p>
    <w:p w:rsidR="00E00D30" w:rsidRDefault="00E00D30" w:rsidP="00E00D30">
      <w:r>
        <w:t>933.5276</w:t>
      </w:r>
      <w:r>
        <w:tab/>
        <w:t>1.013e0</w:t>
      </w:r>
    </w:p>
    <w:p w:rsidR="00E00D30" w:rsidRDefault="00E00D30" w:rsidP="00E00D30">
      <w:r>
        <w:t>933.5359</w:t>
      </w:r>
      <w:r>
        <w:tab/>
        <w:t>3.038e0</w:t>
      </w:r>
    </w:p>
    <w:p w:rsidR="00E00D30" w:rsidRDefault="00E00D30" w:rsidP="00E00D30">
      <w:r>
        <w:t>933.5449</w:t>
      </w:r>
      <w:r>
        <w:tab/>
        <w:t>1.013e0</w:t>
      </w:r>
    </w:p>
    <w:p w:rsidR="00E00D30" w:rsidRDefault="00E00D30" w:rsidP="00E00D30">
      <w:r>
        <w:t>933.5591</w:t>
      </w:r>
      <w:r>
        <w:tab/>
        <w:t>3.038e0</w:t>
      </w:r>
    </w:p>
    <w:p w:rsidR="00E00D30" w:rsidRDefault="00E00D30" w:rsidP="00E00D30">
      <w:r>
        <w:t>933.5750</w:t>
      </w:r>
      <w:r>
        <w:tab/>
        <w:t>2.025e0</w:t>
      </w:r>
    </w:p>
    <w:p w:rsidR="00E00D30" w:rsidRDefault="00E00D30" w:rsidP="00E00D30">
      <w:r>
        <w:t>933.6230</w:t>
      </w:r>
      <w:r>
        <w:tab/>
        <w:t>1.013e0</w:t>
      </w:r>
    </w:p>
    <w:p w:rsidR="00E00D30" w:rsidRDefault="00E00D30" w:rsidP="00E00D30">
      <w:r>
        <w:t>933.6436</w:t>
      </w:r>
      <w:r>
        <w:tab/>
        <w:t>1.013e0</w:t>
      </w:r>
    </w:p>
    <w:p w:rsidR="00E00D30" w:rsidRDefault="00E00D30" w:rsidP="00E00D30">
      <w:r>
        <w:t>933.6688</w:t>
      </w:r>
      <w:r>
        <w:tab/>
        <w:t>1.013e0</w:t>
      </w:r>
    </w:p>
    <w:p w:rsidR="00E00D30" w:rsidRDefault="00E00D30" w:rsidP="00E00D30">
      <w:r>
        <w:t>933.6830</w:t>
      </w:r>
      <w:r>
        <w:tab/>
        <w:t>2.025e0</w:t>
      </w:r>
    </w:p>
    <w:p w:rsidR="00E00D30" w:rsidRDefault="00E00D30" w:rsidP="00E00D30">
      <w:r>
        <w:t>933.7012</w:t>
      </w:r>
      <w:r>
        <w:tab/>
        <w:t>1.013e0</w:t>
      </w:r>
    </w:p>
    <w:p w:rsidR="00E00D30" w:rsidRDefault="00E00D30" w:rsidP="00E00D30">
      <w:r>
        <w:t>933.7635</w:t>
      </w:r>
      <w:r>
        <w:tab/>
        <w:t>2.025e0</w:t>
      </w:r>
    </w:p>
    <w:p w:rsidR="00E00D30" w:rsidRDefault="00E00D30" w:rsidP="00E00D30">
      <w:r>
        <w:lastRenderedPageBreak/>
        <w:t>933.8030</w:t>
      </w:r>
      <w:r>
        <w:tab/>
        <w:t>2.025e0</w:t>
      </w:r>
    </w:p>
    <w:p w:rsidR="00E00D30" w:rsidRDefault="00E00D30" w:rsidP="00E00D30">
      <w:r>
        <w:t>933.8126</w:t>
      </w:r>
      <w:r>
        <w:tab/>
        <w:t>1.013e0</w:t>
      </w:r>
    </w:p>
    <w:p w:rsidR="00E00D30" w:rsidRDefault="00E00D30" w:rsidP="00E00D30">
      <w:r>
        <w:t>933.8871</w:t>
      </w:r>
      <w:r>
        <w:tab/>
        <w:t>1.013e0</w:t>
      </w:r>
    </w:p>
    <w:p w:rsidR="00E00D30" w:rsidRDefault="00E00D30" w:rsidP="00E00D30">
      <w:r>
        <w:t>933.9513</w:t>
      </w:r>
      <w:r>
        <w:tab/>
        <w:t>1.013e0</w:t>
      </w:r>
    </w:p>
    <w:p w:rsidR="00E00D30" w:rsidRDefault="00E00D30" w:rsidP="00E00D30">
      <w:r>
        <w:t>933.9809</w:t>
      </w:r>
      <w:r>
        <w:tab/>
        <w:t>1.013e0</w:t>
      </w:r>
    </w:p>
    <w:p w:rsidR="00E00D30" w:rsidRDefault="00E00D30" w:rsidP="00E00D30">
      <w:r>
        <w:t>934.0121</w:t>
      </w:r>
      <w:r>
        <w:tab/>
        <w:t>1.013e0</w:t>
      </w:r>
    </w:p>
    <w:p w:rsidR="00E00D30" w:rsidRDefault="00E00D30" w:rsidP="00E00D30">
      <w:r>
        <w:t>934.0485</w:t>
      </w:r>
      <w:r>
        <w:tab/>
        <w:t>1.013e0</w:t>
      </w:r>
    </w:p>
    <w:p w:rsidR="00E00D30" w:rsidRDefault="00E00D30" w:rsidP="00E00D30">
      <w:r>
        <w:t>934.0752</w:t>
      </w:r>
      <w:r>
        <w:tab/>
        <w:t>1.013e0</w:t>
      </w:r>
    </w:p>
    <w:p w:rsidR="00E00D30" w:rsidRDefault="00E00D30" w:rsidP="00E00D30">
      <w:r>
        <w:t>934.0829</w:t>
      </w:r>
      <w:r>
        <w:tab/>
        <w:t>1.013e0</w:t>
      </w:r>
    </w:p>
    <w:p w:rsidR="00E00D30" w:rsidRDefault="00E00D30" w:rsidP="00E00D30">
      <w:r>
        <w:t>934.1179</w:t>
      </w:r>
      <w:r>
        <w:tab/>
        <w:t>1.013e0</w:t>
      </w:r>
    </w:p>
    <w:p w:rsidR="00E00D30" w:rsidRDefault="00E00D30" w:rsidP="00E00D30">
      <w:r>
        <w:t>934.1539</w:t>
      </w:r>
      <w:r>
        <w:tab/>
        <w:t>2.025e0</w:t>
      </w:r>
    </w:p>
    <w:p w:rsidR="00E00D30" w:rsidRDefault="00E00D30" w:rsidP="00E00D30">
      <w:r>
        <w:t>934.1606</w:t>
      </w:r>
      <w:r>
        <w:tab/>
        <w:t>2.025e0</w:t>
      </w:r>
    </w:p>
    <w:p w:rsidR="00E00D30" w:rsidRDefault="00E00D30" w:rsidP="00E00D30">
      <w:r>
        <w:t>934.1702</w:t>
      </w:r>
      <w:r>
        <w:tab/>
        <w:t>1.013e0</w:t>
      </w:r>
    </w:p>
    <w:p w:rsidR="00E00D30" w:rsidRDefault="00E00D30" w:rsidP="00E00D30">
      <w:r>
        <w:t>934.2003</w:t>
      </w:r>
      <w:r>
        <w:tab/>
        <w:t>2.025e0</w:t>
      </w:r>
    </w:p>
    <w:p w:rsidR="00E00D30" w:rsidRDefault="00E00D30" w:rsidP="00E00D30">
      <w:r>
        <w:t>934.2629</w:t>
      </w:r>
      <w:r>
        <w:tab/>
        <w:t>1.013e0</w:t>
      </w:r>
    </w:p>
    <w:p w:rsidR="00E00D30" w:rsidRDefault="00E00D30" w:rsidP="00E00D30">
      <w:r>
        <w:t>934.3034</w:t>
      </w:r>
      <w:r>
        <w:tab/>
        <w:t>2.025e0</w:t>
      </w:r>
    </w:p>
    <w:p w:rsidR="00E00D30" w:rsidRDefault="00E00D30" w:rsidP="00E00D30">
      <w:r>
        <w:t>934.3550</w:t>
      </w:r>
      <w:r>
        <w:tab/>
        <w:t>1.013e0</w:t>
      </w:r>
    </w:p>
    <w:p w:rsidR="00E00D30" w:rsidRDefault="00E00D30" w:rsidP="00E00D30">
      <w:r>
        <w:t>934.3724</w:t>
      </w:r>
      <w:r>
        <w:tab/>
        <w:t>2.025e0</w:t>
      </w:r>
    </w:p>
    <w:p w:rsidR="00E00D30" w:rsidRDefault="00E00D30" w:rsidP="00E00D30">
      <w:r>
        <w:t>934.4193</w:t>
      </w:r>
      <w:r>
        <w:tab/>
        <w:t>1.013e0</w:t>
      </w:r>
    </w:p>
    <w:p w:rsidR="00E00D30" w:rsidRDefault="00E00D30" w:rsidP="00E00D30">
      <w:r>
        <w:lastRenderedPageBreak/>
        <w:t>934.4346</w:t>
      </w:r>
      <w:r>
        <w:tab/>
        <w:t>3.038e0</w:t>
      </w:r>
    </w:p>
    <w:p w:rsidR="00E00D30" w:rsidRDefault="00E00D30" w:rsidP="00E00D30">
      <w:r>
        <w:t>934.5204</w:t>
      </w:r>
      <w:r>
        <w:tab/>
        <w:t>2.025e0</w:t>
      </w:r>
    </w:p>
    <w:p w:rsidR="00E00D30" w:rsidRDefault="00E00D30" w:rsidP="00E00D30">
      <w:r>
        <w:t>934.5434</w:t>
      </w:r>
      <w:r>
        <w:tab/>
        <w:t>3.038e0</w:t>
      </w:r>
    </w:p>
    <w:p w:rsidR="00E00D30" w:rsidRDefault="00E00D30" w:rsidP="00E00D30">
      <w:r>
        <w:t>934.5476</w:t>
      </w:r>
      <w:r>
        <w:tab/>
        <w:t>4.051e0</w:t>
      </w:r>
    </w:p>
    <w:p w:rsidR="00E00D30" w:rsidRDefault="00E00D30" w:rsidP="00E00D30">
      <w:r>
        <w:t>934.5575</w:t>
      </w:r>
      <w:r>
        <w:tab/>
        <w:t>4.051e0</w:t>
      </w:r>
    </w:p>
    <w:p w:rsidR="00E00D30" w:rsidRDefault="00E00D30" w:rsidP="00E00D30">
      <w:r>
        <w:t>934.5593</w:t>
      </w:r>
      <w:r>
        <w:tab/>
        <w:t>1.013e0</w:t>
      </w:r>
    </w:p>
    <w:p w:rsidR="00E00D30" w:rsidRDefault="00E00D30" w:rsidP="00E00D30">
      <w:r>
        <w:t>934.6265</w:t>
      </w:r>
      <w:r>
        <w:tab/>
        <w:t>3.038e0</w:t>
      </w:r>
    </w:p>
    <w:p w:rsidR="00E00D30" w:rsidRDefault="00E00D30" w:rsidP="00E00D30">
      <w:r>
        <w:t>934.6390</w:t>
      </w:r>
      <w:r>
        <w:tab/>
        <w:t>1.013e0</w:t>
      </w:r>
    </w:p>
    <w:p w:rsidR="00E00D30" w:rsidRDefault="00E00D30" w:rsidP="00E00D30">
      <w:r>
        <w:t>934.6566</w:t>
      </w:r>
      <w:r>
        <w:tab/>
        <w:t>3.099e0</w:t>
      </w:r>
    </w:p>
    <w:p w:rsidR="00E00D30" w:rsidRDefault="00E00D30" w:rsidP="00E00D30">
      <w:r>
        <w:t>934.7490</w:t>
      </w:r>
      <w:r>
        <w:tab/>
        <w:t>1.013e0</w:t>
      </w:r>
    </w:p>
    <w:p w:rsidR="00E00D30" w:rsidRDefault="00E00D30" w:rsidP="00E00D30">
      <w:r>
        <w:t>934.7791</w:t>
      </w:r>
      <w:r>
        <w:tab/>
        <w:t>1.013e0</w:t>
      </w:r>
    </w:p>
    <w:p w:rsidR="00E00D30" w:rsidRDefault="00E00D30" w:rsidP="00E00D30">
      <w:r>
        <w:t>934.7947</w:t>
      </w:r>
      <w:r>
        <w:tab/>
        <w:t>1.013e0</w:t>
      </w:r>
    </w:p>
    <w:p w:rsidR="00E00D30" w:rsidRDefault="00E00D30" w:rsidP="00E00D30">
      <w:r>
        <w:t>934.8115</w:t>
      </w:r>
      <w:r>
        <w:tab/>
        <w:t>1.013e0</w:t>
      </w:r>
    </w:p>
    <w:p w:rsidR="00E00D30" w:rsidRDefault="00E00D30" w:rsidP="00E00D30">
      <w:r>
        <w:t>934.8412</w:t>
      </w:r>
      <w:r>
        <w:tab/>
        <w:t>1.013e0</w:t>
      </w:r>
    </w:p>
    <w:p w:rsidR="00E00D30" w:rsidRDefault="00E00D30" w:rsidP="00E00D30">
      <w:r>
        <w:t>934.8884</w:t>
      </w:r>
      <w:r>
        <w:tab/>
        <w:t>2.025e0</w:t>
      </w:r>
    </w:p>
    <w:p w:rsidR="00E00D30" w:rsidRDefault="00E00D30" w:rsidP="00E00D30">
      <w:r>
        <w:t>934.9043</w:t>
      </w:r>
      <w:r>
        <w:tab/>
        <w:t>1.013e0</w:t>
      </w:r>
    </w:p>
    <w:p w:rsidR="00E00D30" w:rsidRDefault="00E00D30" w:rsidP="00E00D30">
      <w:r>
        <w:t>934.9055</w:t>
      </w:r>
      <w:r>
        <w:tab/>
        <w:t>1.013e0</w:t>
      </w:r>
    </w:p>
    <w:p w:rsidR="00E00D30" w:rsidRDefault="00E00D30" w:rsidP="00E00D30">
      <w:r>
        <w:t>934.9473</w:t>
      </w:r>
      <w:r>
        <w:tab/>
        <w:t>2.025e0</w:t>
      </w:r>
    </w:p>
    <w:p w:rsidR="00E00D30" w:rsidRDefault="00E00D30" w:rsidP="00E00D30">
      <w:r>
        <w:t>935.0213</w:t>
      </w:r>
      <w:r>
        <w:tab/>
        <w:t>2.025e0</w:t>
      </w:r>
    </w:p>
    <w:p w:rsidR="00E00D30" w:rsidRDefault="00E00D30" w:rsidP="00E00D30">
      <w:r>
        <w:lastRenderedPageBreak/>
        <w:t>935.0452</w:t>
      </w:r>
      <w:r>
        <w:tab/>
        <w:t>1.013e0</w:t>
      </w:r>
    </w:p>
    <w:p w:rsidR="00E00D30" w:rsidRDefault="00E00D30" w:rsidP="00E00D30">
      <w:r>
        <w:t>935.0970</w:t>
      </w:r>
      <w:r>
        <w:tab/>
        <w:t>1.013e0</w:t>
      </w:r>
    </w:p>
    <w:p w:rsidR="00E00D30" w:rsidRDefault="00E00D30" w:rsidP="00E00D30">
      <w:r>
        <w:t>935.1418</w:t>
      </w:r>
      <w:r>
        <w:tab/>
        <w:t>2.025e0</w:t>
      </w:r>
    </w:p>
    <w:p w:rsidR="00E00D30" w:rsidRDefault="00E00D30" w:rsidP="00E00D30">
      <w:r>
        <w:t>935.2330</w:t>
      </w:r>
      <w:r>
        <w:tab/>
        <w:t>1.013e0</w:t>
      </w:r>
    </w:p>
    <w:p w:rsidR="00E00D30" w:rsidRDefault="00E00D30" w:rsidP="00E00D30">
      <w:r>
        <w:t>935.2554</w:t>
      </w:r>
      <w:r>
        <w:tab/>
        <w:t>2.025e0</w:t>
      </w:r>
    </w:p>
    <w:p w:rsidR="00E00D30" w:rsidRDefault="00E00D30" w:rsidP="00E00D30">
      <w:r>
        <w:t>935.3739</w:t>
      </w:r>
      <w:r>
        <w:tab/>
        <w:t>1.013e0</w:t>
      </w:r>
    </w:p>
    <w:p w:rsidR="00E00D30" w:rsidRDefault="00E00D30" w:rsidP="00E00D30">
      <w:r>
        <w:t>935.4516</w:t>
      </w:r>
      <w:r>
        <w:tab/>
        <w:t>2.025e0</w:t>
      </w:r>
    </w:p>
    <w:p w:rsidR="00E00D30" w:rsidRDefault="00E00D30" w:rsidP="00E00D30">
      <w:r>
        <w:t>935.4991</w:t>
      </w:r>
      <w:r>
        <w:tab/>
        <w:t>3.038e0</w:t>
      </w:r>
    </w:p>
    <w:p w:rsidR="00E00D30" w:rsidRDefault="00E00D30" w:rsidP="00E00D30">
      <w:r>
        <w:t>935.5017</w:t>
      </w:r>
      <w:r>
        <w:tab/>
        <w:t>1.013e0</w:t>
      </w:r>
    </w:p>
    <w:p w:rsidR="00E00D30" w:rsidRDefault="00E00D30" w:rsidP="00E00D30">
      <w:r>
        <w:t>935.5461</w:t>
      </w:r>
      <w:r>
        <w:tab/>
        <w:t>2.025e0</w:t>
      </w:r>
    </w:p>
    <w:p w:rsidR="00E00D30" w:rsidRDefault="00E00D30" w:rsidP="00E00D30">
      <w:r>
        <w:t>935.5535</w:t>
      </w:r>
      <w:r>
        <w:tab/>
        <w:t>1.013e0</w:t>
      </w:r>
    </w:p>
    <w:p w:rsidR="00E00D30" w:rsidRDefault="00E00D30" w:rsidP="00E00D30">
      <w:r>
        <w:t>935.5769</w:t>
      </w:r>
      <w:r>
        <w:tab/>
        <w:t>2.025e0</w:t>
      </w:r>
    </w:p>
    <w:p w:rsidR="00E00D30" w:rsidRDefault="00E00D30" w:rsidP="00E00D30">
      <w:r>
        <w:t>935.6558</w:t>
      </w:r>
      <w:r>
        <w:tab/>
        <w:t>1.013e0</w:t>
      </w:r>
    </w:p>
    <w:p w:rsidR="00E00D30" w:rsidRDefault="00E00D30" w:rsidP="00E00D30">
      <w:r>
        <w:t>935.6868</w:t>
      </w:r>
      <w:r>
        <w:tab/>
        <w:t>3.038e0</w:t>
      </w:r>
    </w:p>
    <w:p w:rsidR="00E00D30" w:rsidRDefault="00E00D30" w:rsidP="00E00D30">
      <w:r>
        <w:t>935.7906</w:t>
      </w:r>
      <w:r>
        <w:tab/>
        <w:t>1.013e0</w:t>
      </w:r>
    </w:p>
    <w:p w:rsidR="00E00D30" w:rsidRDefault="00E00D30" w:rsidP="00E00D30">
      <w:r>
        <w:t>935.8325</w:t>
      </w:r>
      <w:r>
        <w:tab/>
        <w:t>3.038e0</w:t>
      </w:r>
    </w:p>
    <w:p w:rsidR="00E00D30" w:rsidRDefault="00E00D30" w:rsidP="00E00D30">
      <w:r>
        <w:t>935.8432</w:t>
      </w:r>
      <w:r>
        <w:tab/>
        <w:t>1.013e0</w:t>
      </w:r>
    </w:p>
    <w:p w:rsidR="00E00D30" w:rsidRDefault="00E00D30" w:rsidP="00E00D30">
      <w:r>
        <w:t>935.8918</w:t>
      </w:r>
      <w:r>
        <w:tab/>
        <w:t>1.013e0</w:t>
      </w:r>
    </w:p>
    <w:p w:rsidR="00E00D30" w:rsidRDefault="00E00D30" w:rsidP="00E00D30">
      <w:r>
        <w:t>935.8989</w:t>
      </w:r>
      <w:r>
        <w:tab/>
        <w:t>2.025e0</w:t>
      </w:r>
    </w:p>
    <w:p w:rsidR="00E00D30" w:rsidRDefault="00E00D30" w:rsidP="00E00D30">
      <w:r>
        <w:lastRenderedPageBreak/>
        <w:t>935.9084</w:t>
      </w:r>
      <w:r>
        <w:tab/>
        <w:t>2.025e0</w:t>
      </w:r>
    </w:p>
    <w:p w:rsidR="00E00D30" w:rsidRDefault="00E00D30" w:rsidP="00E00D30">
      <w:r>
        <w:t>935.9247</w:t>
      </w:r>
      <w:r>
        <w:tab/>
        <w:t>1.013e0</w:t>
      </w:r>
    </w:p>
    <w:p w:rsidR="00E00D30" w:rsidRDefault="00E00D30" w:rsidP="00E00D30">
      <w:r>
        <w:t>935.9528</w:t>
      </w:r>
      <w:r>
        <w:tab/>
        <w:t>1.013e0</w:t>
      </w:r>
    </w:p>
    <w:p w:rsidR="00E00D30" w:rsidRDefault="00E00D30" w:rsidP="00E00D30">
      <w:r>
        <w:t>936.0396</w:t>
      </w:r>
      <w:r>
        <w:tab/>
        <w:t>2.025e0</w:t>
      </w:r>
    </w:p>
    <w:p w:rsidR="00E00D30" w:rsidRDefault="00E00D30" w:rsidP="00E00D30">
      <w:r>
        <w:t>936.0457</w:t>
      </w:r>
      <w:r>
        <w:tab/>
        <w:t>2.025e0</w:t>
      </w:r>
    </w:p>
    <w:p w:rsidR="00E00D30" w:rsidRDefault="00E00D30" w:rsidP="00E00D30">
      <w:r>
        <w:t>936.0630</w:t>
      </w:r>
      <w:r>
        <w:tab/>
        <w:t>2.025e0</w:t>
      </w:r>
    </w:p>
    <w:p w:rsidR="00E00D30" w:rsidRDefault="00E00D30" w:rsidP="00E00D30">
      <w:r>
        <w:t>936.0641</w:t>
      </w:r>
      <w:r>
        <w:tab/>
        <w:t>1.013e0</w:t>
      </w:r>
    </w:p>
    <w:p w:rsidR="00E00D30" w:rsidRDefault="00E00D30" w:rsidP="00E00D30">
      <w:r>
        <w:t>936.1095</w:t>
      </w:r>
      <w:r>
        <w:tab/>
        <w:t>1.013e0</w:t>
      </w:r>
    </w:p>
    <w:p w:rsidR="00E00D30" w:rsidRDefault="00E00D30" w:rsidP="00E00D30">
      <w:r>
        <w:t>936.1619</w:t>
      </w:r>
      <w:r>
        <w:tab/>
        <w:t>2.025e0</w:t>
      </w:r>
    </w:p>
    <w:p w:rsidR="00E00D30" w:rsidRDefault="00E00D30" w:rsidP="00E00D30">
      <w:r>
        <w:t>936.1722</w:t>
      </w:r>
      <w:r>
        <w:tab/>
        <w:t>1.013e0</w:t>
      </w:r>
    </w:p>
    <w:p w:rsidR="00E00D30" w:rsidRDefault="00E00D30" w:rsidP="00E00D30">
      <w:r>
        <w:t>936.1793</w:t>
      </w:r>
      <w:r>
        <w:tab/>
        <w:t>1.013e0</w:t>
      </w:r>
    </w:p>
    <w:p w:rsidR="00E00D30" w:rsidRDefault="00E00D30" w:rsidP="00E00D30">
      <w:r>
        <w:t>936.2136</w:t>
      </w:r>
      <w:r>
        <w:tab/>
        <w:t>1.013e0</w:t>
      </w:r>
    </w:p>
    <w:p w:rsidR="00E00D30" w:rsidRDefault="00E00D30" w:rsidP="00E00D30">
      <w:r>
        <w:t>936.2186</w:t>
      </w:r>
      <w:r>
        <w:tab/>
        <w:t>2.025e0</w:t>
      </w:r>
    </w:p>
    <w:p w:rsidR="00E00D30" w:rsidRDefault="00E00D30" w:rsidP="00E00D30">
      <w:r>
        <w:t>936.2478</w:t>
      </w:r>
      <w:r>
        <w:tab/>
        <w:t>1.013e0</w:t>
      </w:r>
    </w:p>
    <w:p w:rsidR="00E00D30" w:rsidRDefault="00E00D30" w:rsidP="00E00D30">
      <w:r>
        <w:t>936.2824</w:t>
      </w:r>
      <w:r>
        <w:tab/>
        <w:t>1.013e0</w:t>
      </w:r>
    </w:p>
    <w:p w:rsidR="00E00D30" w:rsidRDefault="00E00D30" w:rsidP="00E00D30">
      <w:r>
        <w:t>936.3468</w:t>
      </w:r>
      <w:r>
        <w:tab/>
        <w:t>2.025e0</w:t>
      </w:r>
    </w:p>
    <w:p w:rsidR="00E00D30" w:rsidRDefault="00E00D30" w:rsidP="00E00D30">
      <w:r>
        <w:t>936.3608</w:t>
      </w:r>
      <w:r>
        <w:tab/>
        <w:t>1.013e0</w:t>
      </w:r>
    </w:p>
    <w:p w:rsidR="00E00D30" w:rsidRDefault="00E00D30" w:rsidP="00E00D30">
      <w:r>
        <w:t>936.3646</w:t>
      </w:r>
      <w:r>
        <w:tab/>
        <w:t>1.013e0</w:t>
      </w:r>
    </w:p>
    <w:p w:rsidR="00E00D30" w:rsidRDefault="00E00D30" w:rsidP="00E00D30">
      <w:r>
        <w:t>936.4078</w:t>
      </w:r>
      <w:r>
        <w:tab/>
        <w:t>3.038e0</w:t>
      </w:r>
    </w:p>
    <w:p w:rsidR="00E00D30" w:rsidRDefault="00E00D30" w:rsidP="00E00D30">
      <w:r>
        <w:lastRenderedPageBreak/>
        <w:t>936.4163</w:t>
      </w:r>
      <w:r>
        <w:tab/>
        <w:t>1.013e0</w:t>
      </w:r>
    </w:p>
    <w:p w:rsidR="00E00D30" w:rsidRDefault="00E00D30" w:rsidP="00E00D30">
      <w:r>
        <w:t>936.4503</w:t>
      </w:r>
      <w:r>
        <w:tab/>
        <w:t>1.013e0</w:t>
      </w:r>
    </w:p>
    <w:p w:rsidR="00E00D30" w:rsidRDefault="00E00D30" w:rsidP="00E00D30">
      <w:r>
        <w:t>936.5173</w:t>
      </w:r>
      <w:r>
        <w:tab/>
        <w:t>3.038e0</w:t>
      </w:r>
    </w:p>
    <w:p w:rsidR="00E00D30" w:rsidRDefault="00E00D30" w:rsidP="00E00D30">
      <w:r>
        <w:t>936.5398</w:t>
      </w:r>
      <w:r>
        <w:tab/>
        <w:t>3.038e0</w:t>
      </w:r>
    </w:p>
    <w:p w:rsidR="00E00D30" w:rsidRDefault="00E00D30" w:rsidP="00E00D30">
      <w:r>
        <w:t>936.5511</w:t>
      </w:r>
      <w:r>
        <w:tab/>
        <w:t>4.051e0</w:t>
      </w:r>
    </w:p>
    <w:p w:rsidR="00E00D30" w:rsidRDefault="00E00D30" w:rsidP="00E00D30">
      <w:r>
        <w:t>936.5838</w:t>
      </w:r>
      <w:r>
        <w:tab/>
        <w:t>2.025e0</w:t>
      </w:r>
    </w:p>
    <w:p w:rsidR="00E00D30" w:rsidRDefault="00E00D30" w:rsidP="00E00D30">
      <w:r>
        <w:t>936.5865</w:t>
      </w:r>
      <w:r>
        <w:tab/>
        <w:t>3.038e0</w:t>
      </w:r>
    </w:p>
    <w:p w:rsidR="00E00D30" w:rsidRDefault="00E00D30" w:rsidP="00E00D30">
      <w:r>
        <w:t>936.5961</w:t>
      </w:r>
      <w:r>
        <w:tab/>
        <w:t>4.051e0</w:t>
      </w:r>
    </w:p>
    <w:p w:rsidR="00E00D30" w:rsidRDefault="00E00D30" w:rsidP="00E00D30">
      <w:r>
        <w:t>936.6533</w:t>
      </w:r>
      <w:r>
        <w:tab/>
        <w:t>1.013e0</w:t>
      </w:r>
    </w:p>
    <w:p w:rsidR="00E00D30" w:rsidRDefault="00E00D30" w:rsidP="00E00D30">
      <w:r>
        <w:t>936.6581</w:t>
      </w:r>
      <w:r>
        <w:tab/>
        <w:t>1.013e0</w:t>
      </w:r>
    </w:p>
    <w:p w:rsidR="00E00D30" w:rsidRDefault="00E00D30" w:rsidP="00E00D30">
      <w:r>
        <w:t>936.6819</w:t>
      </w:r>
      <w:r>
        <w:tab/>
        <w:t>3.038e0</w:t>
      </w:r>
    </w:p>
    <w:p w:rsidR="00E00D30" w:rsidRDefault="00E00D30" w:rsidP="00E00D30">
      <w:r>
        <w:t>936.7426</w:t>
      </w:r>
      <w:r>
        <w:tab/>
        <w:t>2.025e0</w:t>
      </w:r>
    </w:p>
    <w:p w:rsidR="00E00D30" w:rsidRDefault="00E00D30" w:rsidP="00E00D30">
      <w:r>
        <w:t>936.7538</w:t>
      </w:r>
      <w:r>
        <w:tab/>
        <w:t>1.013e0</w:t>
      </w:r>
    </w:p>
    <w:p w:rsidR="00E00D30" w:rsidRDefault="00E00D30" w:rsidP="00E00D30">
      <w:r>
        <w:t>936.7869</w:t>
      </w:r>
      <w:r>
        <w:tab/>
        <w:t>1.013e0</w:t>
      </w:r>
    </w:p>
    <w:p w:rsidR="00E00D30" w:rsidRDefault="00E00D30" w:rsidP="00E00D30">
      <w:r>
        <w:t>936.8399</w:t>
      </w:r>
      <w:r>
        <w:tab/>
        <w:t>1.013e0</w:t>
      </w:r>
    </w:p>
    <w:p w:rsidR="00E00D30" w:rsidRDefault="00E00D30" w:rsidP="00E00D30">
      <w:r>
        <w:t>936.8553</w:t>
      </w:r>
      <w:r>
        <w:tab/>
        <w:t>1.013e0</w:t>
      </w:r>
    </w:p>
    <w:p w:rsidR="00E00D30" w:rsidRDefault="00E00D30" w:rsidP="00E00D30">
      <w:r>
        <w:t>936.8743</w:t>
      </w:r>
      <w:r>
        <w:tab/>
        <w:t>1.013e0</w:t>
      </w:r>
    </w:p>
    <w:p w:rsidR="00E00D30" w:rsidRDefault="00E00D30" w:rsidP="00E00D30">
      <w:r>
        <w:t>936.8776</w:t>
      </w:r>
      <w:r>
        <w:tab/>
        <w:t>1.013e0</w:t>
      </w:r>
    </w:p>
    <w:p w:rsidR="00E00D30" w:rsidRDefault="00E00D30" w:rsidP="00E00D30">
      <w:r>
        <w:t>936.8813</w:t>
      </w:r>
      <w:r>
        <w:tab/>
        <w:t>2.025e0</w:t>
      </w:r>
    </w:p>
    <w:p w:rsidR="00E00D30" w:rsidRDefault="00E00D30" w:rsidP="00E00D30">
      <w:r>
        <w:lastRenderedPageBreak/>
        <w:t>936.9094</w:t>
      </w:r>
      <w:r>
        <w:tab/>
        <w:t>1.013e0</w:t>
      </w:r>
    </w:p>
    <w:p w:rsidR="00E00D30" w:rsidRDefault="00E00D30" w:rsidP="00E00D30">
      <w:r>
        <w:t>936.9180</w:t>
      </w:r>
      <w:r>
        <w:tab/>
        <w:t>2.025e0</w:t>
      </w:r>
    </w:p>
    <w:p w:rsidR="00E00D30" w:rsidRDefault="00E00D30" w:rsidP="00E00D30">
      <w:r>
        <w:t>936.9560</w:t>
      </w:r>
      <w:r>
        <w:tab/>
        <w:t>1.013e0</w:t>
      </w:r>
    </w:p>
    <w:p w:rsidR="00E00D30" w:rsidRDefault="00E00D30" w:rsidP="00E00D30">
      <w:r>
        <w:t>937.0585</w:t>
      </w:r>
      <w:r>
        <w:tab/>
        <w:t>1.013e0</w:t>
      </w:r>
    </w:p>
    <w:p w:rsidR="00E00D30" w:rsidRDefault="00E00D30" w:rsidP="00E00D30">
      <w:r>
        <w:t>937.0663</w:t>
      </w:r>
      <w:r>
        <w:tab/>
        <w:t>2.025e0</w:t>
      </w:r>
    </w:p>
    <w:p w:rsidR="00E00D30" w:rsidRDefault="00E00D30" w:rsidP="00E00D30">
      <w:r>
        <w:t>937.0815</w:t>
      </w:r>
      <w:r>
        <w:tab/>
        <w:t>1.013e0</w:t>
      </w:r>
    </w:p>
    <w:p w:rsidR="00E00D30" w:rsidRDefault="00E00D30" w:rsidP="00E00D30">
      <w:r>
        <w:t>937.1291</w:t>
      </w:r>
      <w:r>
        <w:tab/>
        <w:t>1.013e0</w:t>
      </w:r>
    </w:p>
    <w:p w:rsidR="00E00D30" w:rsidRDefault="00E00D30" w:rsidP="00E00D30">
      <w:r>
        <w:t>937.1758</w:t>
      </w:r>
      <w:r>
        <w:tab/>
        <w:t>2.025e0</w:t>
      </w:r>
    </w:p>
    <w:p w:rsidR="00E00D30" w:rsidRDefault="00E00D30" w:rsidP="00E00D30">
      <w:r>
        <w:t>937.1929</w:t>
      </w:r>
      <w:r>
        <w:tab/>
        <w:t>1.013e0</w:t>
      </w:r>
    </w:p>
    <w:p w:rsidR="00E00D30" w:rsidRDefault="00E00D30" w:rsidP="00E00D30">
      <w:r>
        <w:t>937.2083</w:t>
      </w:r>
      <w:r>
        <w:tab/>
        <w:t>2.025e0</w:t>
      </w:r>
    </w:p>
    <w:p w:rsidR="00E00D30" w:rsidRDefault="00E00D30" w:rsidP="00E00D30">
      <w:r>
        <w:t>937.2999</w:t>
      </w:r>
      <w:r>
        <w:tab/>
        <w:t>2.025e0</w:t>
      </w:r>
    </w:p>
    <w:p w:rsidR="00E00D30" w:rsidRDefault="00E00D30" w:rsidP="00E00D30">
      <w:r>
        <w:t>937.3399</w:t>
      </w:r>
      <w:r>
        <w:tab/>
        <w:t>2.025e0</w:t>
      </w:r>
    </w:p>
    <w:p w:rsidR="00E00D30" w:rsidRDefault="00E00D30" w:rsidP="00E00D30">
      <w:r>
        <w:t>937.3800</w:t>
      </w:r>
      <w:r>
        <w:tab/>
        <w:t>1.013e0</w:t>
      </w:r>
    </w:p>
    <w:p w:rsidR="00E00D30" w:rsidRDefault="00E00D30" w:rsidP="00E00D30">
      <w:r>
        <w:t>937.3957</w:t>
      </w:r>
      <w:r>
        <w:tab/>
        <w:t>1.013e0</w:t>
      </w:r>
    </w:p>
    <w:p w:rsidR="00E00D30" w:rsidRDefault="00E00D30" w:rsidP="00E00D30">
      <w:r>
        <w:t>937.4200</w:t>
      </w:r>
      <w:r>
        <w:tab/>
        <w:t>2.025e0</w:t>
      </w:r>
    </w:p>
    <w:p w:rsidR="00E00D30" w:rsidRDefault="00E00D30" w:rsidP="00E00D30">
      <w:r>
        <w:t>937.4579</w:t>
      </w:r>
      <w:r>
        <w:tab/>
        <w:t>1.013e0</w:t>
      </w:r>
    </w:p>
    <w:p w:rsidR="00E00D30" w:rsidRDefault="00E00D30" w:rsidP="00E00D30">
      <w:r>
        <w:t>937.4741</w:t>
      </w:r>
      <w:r>
        <w:tab/>
        <w:t>1.013e0</w:t>
      </w:r>
    </w:p>
    <w:p w:rsidR="00E00D30" w:rsidRDefault="00E00D30" w:rsidP="00E00D30">
      <w:r>
        <w:t>937.5381</w:t>
      </w:r>
      <w:r>
        <w:tab/>
        <w:t>1.013e0</w:t>
      </w:r>
    </w:p>
    <w:p w:rsidR="00E00D30" w:rsidRDefault="00E00D30" w:rsidP="00E00D30">
      <w:r>
        <w:t>937.5832</w:t>
      </w:r>
      <w:r>
        <w:tab/>
        <w:t>4.051e0</w:t>
      </w:r>
    </w:p>
    <w:p w:rsidR="00E00D30" w:rsidRDefault="00E00D30" w:rsidP="00E00D30">
      <w:r>
        <w:lastRenderedPageBreak/>
        <w:t>937.5902</w:t>
      </w:r>
      <w:r>
        <w:tab/>
        <w:t>3.038e0</w:t>
      </w:r>
    </w:p>
    <w:p w:rsidR="00E00D30" w:rsidRDefault="00E00D30" w:rsidP="00E00D30">
      <w:r>
        <w:t>937.6116</w:t>
      </w:r>
      <w:r>
        <w:tab/>
        <w:t>3.038e0</w:t>
      </w:r>
    </w:p>
    <w:p w:rsidR="00E00D30" w:rsidRDefault="00E00D30" w:rsidP="00E00D30">
      <w:r>
        <w:t>937.6149</w:t>
      </w:r>
      <w:r>
        <w:tab/>
        <w:t>1.013e0</w:t>
      </w:r>
    </w:p>
    <w:p w:rsidR="00E00D30" w:rsidRDefault="00E00D30" w:rsidP="00E00D30">
      <w:r>
        <w:t>937.6306</w:t>
      </w:r>
      <w:r>
        <w:tab/>
        <w:t>1.013e0</w:t>
      </w:r>
    </w:p>
    <w:p w:rsidR="00E00D30" w:rsidRDefault="00E00D30" w:rsidP="00E00D30">
      <w:r>
        <w:t>937.6322</w:t>
      </w:r>
      <w:r>
        <w:tab/>
        <w:t>1.013e0</w:t>
      </w:r>
    </w:p>
    <w:p w:rsidR="00E00D30" w:rsidRDefault="00E00D30" w:rsidP="00E00D30">
      <w:r>
        <w:t>937.7071</w:t>
      </w:r>
      <w:r>
        <w:tab/>
        <w:t>2.025e0</w:t>
      </w:r>
    </w:p>
    <w:p w:rsidR="00E00D30" w:rsidRDefault="00E00D30" w:rsidP="00E00D30">
      <w:r>
        <w:t>937.7656</w:t>
      </w:r>
      <w:r>
        <w:tab/>
        <w:t>2.025e0</w:t>
      </w:r>
    </w:p>
    <w:p w:rsidR="00E00D30" w:rsidRDefault="00E00D30" w:rsidP="00E00D30">
      <w:r>
        <w:t>937.7693</w:t>
      </w:r>
      <w:r>
        <w:tab/>
        <w:t>1.013e0</w:t>
      </w:r>
    </w:p>
    <w:p w:rsidR="00E00D30" w:rsidRDefault="00E00D30" w:rsidP="00E00D30">
      <w:r>
        <w:t>937.8037</w:t>
      </w:r>
      <w:r>
        <w:tab/>
        <w:t>1.013e0</w:t>
      </w:r>
    </w:p>
    <w:p w:rsidR="00E00D30" w:rsidRDefault="00E00D30" w:rsidP="00E00D30">
      <w:r>
        <w:t>937.8189</w:t>
      </w:r>
      <w:r>
        <w:tab/>
        <w:t>2.025e0</w:t>
      </w:r>
    </w:p>
    <w:p w:rsidR="00E00D30" w:rsidRDefault="00E00D30" w:rsidP="00E00D30">
      <w:r>
        <w:t>937.8696</w:t>
      </w:r>
      <w:r>
        <w:tab/>
        <w:t>1.013e0</w:t>
      </w:r>
    </w:p>
    <w:p w:rsidR="00E00D30" w:rsidRDefault="00E00D30" w:rsidP="00E00D30">
      <w:r>
        <w:t>937.9721</w:t>
      </w:r>
      <w:r>
        <w:tab/>
        <w:t>1.013e0</w:t>
      </w:r>
    </w:p>
    <w:p w:rsidR="00E00D30" w:rsidRDefault="00E00D30" w:rsidP="00E00D30">
      <w:r>
        <w:t>937.9890</w:t>
      </w:r>
      <w:r>
        <w:tab/>
        <w:t>1.013e0</w:t>
      </w:r>
    </w:p>
    <w:p w:rsidR="00E00D30" w:rsidRDefault="00E00D30" w:rsidP="00E00D30">
      <w:r>
        <w:t>937.9932</w:t>
      </w:r>
      <w:r>
        <w:tab/>
        <w:t>1.013e0</w:t>
      </w:r>
    </w:p>
    <w:p w:rsidR="00E00D30" w:rsidRDefault="00E00D30" w:rsidP="00E00D30">
      <w:r>
        <w:t>938.0078</w:t>
      </w:r>
      <w:r>
        <w:tab/>
        <w:t>1.013e0</w:t>
      </w:r>
    </w:p>
    <w:p w:rsidR="00E00D30" w:rsidRDefault="00E00D30" w:rsidP="00E00D30">
      <w:r>
        <w:t>938.0089</w:t>
      </w:r>
      <w:r>
        <w:tab/>
        <w:t>1.013e0</w:t>
      </w:r>
    </w:p>
    <w:p w:rsidR="00E00D30" w:rsidRDefault="00E00D30" w:rsidP="00E00D30">
      <w:r>
        <w:t>938.1486</w:t>
      </w:r>
      <w:r>
        <w:tab/>
        <w:t>1.013e0</w:t>
      </w:r>
    </w:p>
    <w:p w:rsidR="00E00D30" w:rsidRDefault="00E00D30" w:rsidP="00E00D30">
      <w:r>
        <w:t>938.1930</w:t>
      </w:r>
      <w:r>
        <w:tab/>
        <w:t>1.013e0</w:t>
      </w:r>
    </w:p>
    <w:p w:rsidR="00E00D30" w:rsidRDefault="00E00D30" w:rsidP="00E00D30">
      <w:r>
        <w:t>938.2119</w:t>
      </w:r>
      <w:r>
        <w:tab/>
        <w:t>1.013e0</w:t>
      </w:r>
    </w:p>
    <w:p w:rsidR="00E00D30" w:rsidRDefault="00E00D30" w:rsidP="00E00D30">
      <w:r>
        <w:lastRenderedPageBreak/>
        <w:t>938.2161</w:t>
      </w:r>
      <w:r>
        <w:tab/>
        <w:t>3.038e0</w:t>
      </w:r>
    </w:p>
    <w:p w:rsidR="00E00D30" w:rsidRDefault="00E00D30" w:rsidP="00E00D30">
      <w:r>
        <w:t>938.2601</w:t>
      </w:r>
      <w:r>
        <w:tab/>
        <w:t>1.013e0</w:t>
      </w:r>
    </w:p>
    <w:p w:rsidR="00E00D30" w:rsidRDefault="00E00D30" w:rsidP="00E00D30">
      <w:r>
        <w:t>938.2904</w:t>
      </w:r>
      <w:r>
        <w:tab/>
        <w:t>1.013e0</w:t>
      </w:r>
    </w:p>
    <w:p w:rsidR="00E00D30" w:rsidRDefault="00E00D30" w:rsidP="00E00D30">
      <w:r>
        <w:t>938.3771</w:t>
      </w:r>
      <w:r>
        <w:tab/>
        <w:t>1.013e0</w:t>
      </w:r>
    </w:p>
    <w:p w:rsidR="00E00D30" w:rsidRDefault="00E00D30" w:rsidP="00E00D30">
      <w:r>
        <w:t>938.3882</w:t>
      </w:r>
      <w:r>
        <w:tab/>
        <w:t>4.051e0</w:t>
      </w:r>
    </w:p>
    <w:p w:rsidR="00E00D30" w:rsidRDefault="00E00D30" w:rsidP="00E00D30">
      <w:r>
        <w:t>938.4376</w:t>
      </w:r>
      <w:r>
        <w:tab/>
        <w:t>5.049e0</w:t>
      </w:r>
    </w:p>
    <w:p w:rsidR="00E00D30" w:rsidRDefault="00E00D30" w:rsidP="00E00D30">
      <w:r>
        <w:t>938.4477</w:t>
      </w:r>
      <w:r>
        <w:tab/>
        <w:t>1.013e0</w:t>
      </w:r>
    </w:p>
    <w:p w:rsidR="00E00D30" w:rsidRDefault="00E00D30" w:rsidP="00E00D30">
      <w:r>
        <w:t>938.4631</w:t>
      </w:r>
      <w:r>
        <w:tab/>
        <w:t>1.013e0</w:t>
      </w:r>
    </w:p>
    <w:p w:rsidR="00E00D30" w:rsidRDefault="00E00D30" w:rsidP="00E00D30">
      <w:r>
        <w:t>938.4946</w:t>
      </w:r>
      <w:r>
        <w:tab/>
        <w:t>2.025e0</w:t>
      </w:r>
    </w:p>
    <w:p w:rsidR="00E00D30" w:rsidRDefault="00E00D30" w:rsidP="00E00D30">
      <w:r>
        <w:t>938.5496</w:t>
      </w:r>
      <w:r>
        <w:tab/>
        <w:t>2.025e0</w:t>
      </w:r>
    </w:p>
    <w:p w:rsidR="00E00D30" w:rsidRDefault="00E00D30" w:rsidP="00E00D30">
      <w:r>
        <w:t>938.5538</w:t>
      </w:r>
      <w:r>
        <w:tab/>
        <w:t>2.025e0</w:t>
      </w:r>
    </w:p>
    <w:p w:rsidR="00E00D30" w:rsidRDefault="00E00D30" w:rsidP="00E00D30">
      <w:r>
        <w:t>938.5729</w:t>
      </w:r>
      <w:r>
        <w:tab/>
        <w:t>2.025e0</w:t>
      </w:r>
    </w:p>
    <w:p w:rsidR="00E00D30" w:rsidRDefault="00E00D30" w:rsidP="00E00D30">
      <w:r>
        <w:t>938.6083</w:t>
      </w:r>
      <w:r>
        <w:tab/>
        <w:t>3.038e0</w:t>
      </w:r>
    </w:p>
    <w:p w:rsidR="00E00D30" w:rsidRDefault="00E00D30" w:rsidP="00E00D30">
      <w:r>
        <w:t>938.6119</w:t>
      </w:r>
      <w:r>
        <w:tab/>
        <w:t>2.025e0</w:t>
      </w:r>
    </w:p>
    <w:p w:rsidR="00E00D30" w:rsidRDefault="00E00D30" w:rsidP="00E00D30">
      <w:r>
        <w:t>938.6176</w:t>
      </w:r>
      <w:r>
        <w:tab/>
        <w:t>4.051e0</w:t>
      </w:r>
    </w:p>
    <w:p w:rsidR="00E00D30" w:rsidRDefault="00E00D30" w:rsidP="00E00D30">
      <w:r>
        <w:t>938.6516</w:t>
      </w:r>
      <w:r>
        <w:tab/>
        <w:t>1.013e0</w:t>
      </w:r>
    </w:p>
    <w:p w:rsidR="00E00D30" w:rsidRDefault="00E00D30" w:rsidP="00E00D30">
      <w:r>
        <w:t>938.6663</w:t>
      </w:r>
      <w:r>
        <w:tab/>
        <w:t>1.013e0</w:t>
      </w:r>
    </w:p>
    <w:p w:rsidR="00E00D30" w:rsidRDefault="00E00D30" w:rsidP="00E00D30">
      <w:r>
        <w:t>938.6826</w:t>
      </w:r>
      <w:r>
        <w:tab/>
        <w:t>1.013e0</w:t>
      </w:r>
    </w:p>
    <w:p w:rsidR="00E00D30" w:rsidRDefault="00E00D30" w:rsidP="00E00D30">
      <w:r>
        <w:t>938.6842</w:t>
      </w:r>
      <w:r>
        <w:tab/>
        <w:t>1.013e0</w:t>
      </w:r>
    </w:p>
    <w:p w:rsidR="00E00D30" w:rsidRDefault="00E00D30" w:rsidP="00E00D30">
      <w:r>
        <w:lastRenderedPageBreak/>
        <w:t>938.7302</w:t>
      </w:r>
      <w:r>
        <w:tab/>
        <w:t>1.013e0</w:t>
      </w:r>
    </w:p>
    <w:p w:rsidR="00E00D30" w:rsidRDefault="00E00D30" w:rsidP="00E00D30">
      <w:r>
        <w:t>938.7994</w:t>
      </w:r>
      <w:r>
        <w:tab/>
        <w:t>1.013e0</w:t>
      </w:r>
    </w:p>
    <w:p w:rsidR="00E00D30" w:rsidRDefault="00E00D30" w:rsidP="00E00D30">
      <w:r>
        <w:t>938.8245</w:t>
      </w:r>
      <w:r>
        <w:tab/>
        <w:t>1.013e0</w:t>
      </w:r>
    </w:p>
    <w:p w:rsidR="00E00D30" w:rsidRDefault="00E00D30" w:rsidP="00E00D30">
      <w:r>
        <w:t>938.8333</w:t>
      </w:r>
      <w:r>
        <w:tab/>
        <w:t>1.013e0</w:t>
      </w:r>
    </w:p>
    <w:p w:rsidR="00E00D30" w:rsidRDefault="00E00D30" w:rsidP="00E00D30">
      <w:r>
        <w:t>938.9022</w:t>
      </w:r>
      <w:r>
        <w:tab/>
        <w:t>2.025e0</w:t>
      </w:r>
    </w:p>
    <w:p w:rsidR="00E00D30" w:rsidRDefault="00E00D30" w:rsidP="00E00D30">
      <w:r>
        <w:t>938.9188</w:t>
      </w:r>
      <w:r>
        <w:tab/>
        <w:t>2.902e0</w:t>
      </w:r>
    </w:p>
    <w:p w:rsidR="00E00D30" w:rsidRDefault="00E00D30" w:rsidP="00E00D30">
      <w:r>
        <w:t>938.9344</w:t>
      </w:r>
      <w:r>
        <w:tab/>
        <w:t>1.013e0</w:t>
      </w:r>
    </w:p>
    <w:p w:rsidR="00E00D30" w:rsidRDefault="00E00D30" w:rsidP="00E00D30">
      <w:r>
        <w:t>938.9501</w:t>
      </w:r>
      <w:r>
        <w:tab/>
        <w:t>1.013e0</w:t>
      </w:r>
    </w:p>
    <w:p w:rsidR="00E00D30" w:rsidRDefault="00E00D30" w:rsidP="00E00D30">
      <w:r>
        <w:t>938.9513</w:t>
      </w:r>
      <w:r>
        <w:tab/>
        <w:t>1.013e0</w:t>
      </w:r>
    </w:p>
    <w:p w:rsidR="00E00D30" w:rsidRDefault="00E00D30" w:rsidP="00E00D30">
      <w:r>
        <w:t>938.9969</w:t>
      </w:r>
      <w:r>
        <w:tab/>
        <w:t>3.038e0</w:t>
      </w:r>
    </w:p>
    <w:p w:rsidR="00E00D30" w:rsidRDefault="00E00D30" w:rsidP="00E00D30">
      <w:r>
        <w:t>939.0125</w:t>
      </w:r>
      <w:r>
        <w:tab/>
        <w:t>1.013e0</w:t>
      </w:r>
    </w:p>
    <w:p w:rsidR="00E00D30" w:rsidRDefault="00E00D30" w:rsidP="00E00D30">
      <w:r>
        <w:t>939.0363</w:t>
      </w:r>
      <w:r>
        <w:tab/>
        <w:t>1.013e0</w:t>
      </w:r>
    </w:p>
    <w:p w:rsidR="00E00D30" w:rsidRDefault="00E00D30" w:rsidP="00E00D30">
      <w:r>
        <w:t>939.0546</w:t>
      </w:r>
      <w:r>
        <w:tab/>
        <w:t>1.013e0</w:t>
      </w:r>
    </w:p>
    <w:p w:rsidR="00E00D30" w:rsidRDefault="00E00D30" w:rsidP="00E00D30">
      <w:r>
        <w:t>939.0795</w:t>
      </w:r>
      <w:r>
        <w:tab/>
        <w:t>2.025e0</w:t>
      </w:r>
    </w:p>
    <w:p w:rsidR="00E00D30" w:rsidRDefault="00E00D30" w:rsidP="00E00D30">
      <w:r>
        <w:t>939.1387</w:t>
      </w:r>
      <w:r>
        <w:tab/>
        <w:t>1.013e0</w:t>
      </w:r>
    </w:p>
    <w:p w:rsidR="00E00D30" w:rsidRDefault="00E00D30" w:rsidP="00E00D30">
      <w:r>
        <w:t>939.2011</w:t>
      </w:r>
      <w:r>
        <w:tab/>
        <w:t>2.025e0</w:t>
      </w:r>
    </w:p>
    <w:p w:rsidR="00E00D30" w:rsidRDefault="00E00D30" w:rsidP="00E00D30">
      <w:r>
        <w:t>939.2095</w:t>
      </w:r>
      <w:r>
        <w:tab/>
        <w:t>2.025e0</w:t>
      </w:r>
    </w:p>
    <w:p w:rsidR="00E00D30" w:rsidRDefault="00E00D30" w:rsidP="00E00D30">
      <w:r>
        <w:t>939.2400</w:t>
      </w:r>
      <w:r>
        <w:tab/>
        <w:t>1.013e0</w:t>
      </w:r>
    </w:p>
    <w:p w:rsidR="00E00D30" w:rsidRDefault="00E00D30" w:rsidP="00E00D30">
      <w:r>
        <w:t>939.2726</w:t>
      </w:r>
      <w:r>
        <w:tab/>
        <w:t>1.013e0</w:t>
      </w:r>
    </w:p>
    <w:p w:rsidR="00E00D30" w:rsidRDefault="00E00D30" w:rsidP="00E00D30">
      <w:r>
        <w:lastRenderedPageBreak/>
        <w:t>939.3427</w:t>
      </w:r>
      <w:r>
        <w:tab/>
        <w:t>2.025e0</w:t>
      </w:r>
    </w:p>
    <w:p w:rsidR="00E00D30" w:rsidRDefault="00E00D30" w:rsidP="00E00D30">
      <w:r>
        <w:t>939.4202</w:t>
      </w:r>
      <w:r>
        <w:tab/>
        <w:t>2.025e0</w:t>
      </w:r>
    </w:p>
    <w:p w:rsidR="00E00D30" w:rsidRDefault="00E00D30" w:rsidP="00E00D30">
      <w:r>
        <w:t>939.4212</w:t>
      </w:r>
      <w:r>
        <w:tab/>
        <w:t>2.025e0</w:t>
      </w:r>
    </w:p>
    <w:p w:rsidR="00E00D30" w:rsidRDefault="00E00D30" w:rsidP="00E00D30">
      <w:r>
        <w:t>939.4423</w:t>
      </w:r>
      <w:r>
        <w:tab/>
        <w:t>1.013e0</w:t>
      </w:r>
    </w:p>
    <w:p w:rsidR="00E00D30" w:rsidRDefault="00E00D30" w:rsidP="00E00D30">
      <w:r>
        <w:t>939.4689</w:t>
      </w:r>
      <w:r>
        <w:tab/>
        <w:t>2.025e0</w:t>
      </w:r>
    </w:p>
    <w:p w:rsidR="00E00D30" w:rsidRDefault="00E00D30" w:rsidP="00E00D30">
      <w:r>
        <w:t>939.4846</w:t>
      </w:r>
      <w:r>
        <w:tab/>
        <w:t>1.013e0</w:t>
      </w:r>
    </w:p>
    <w:p w:rsidR="00E00D30" w:rsidRDefault="00E00D30" w:rsidP="00E00D30">
      <w:r>
        <w:t>939.4857</w:t>
      </w:r>
      <w:r>
        <w:tab/>
        <w:t>1.013e0</w:t>
      </w:r>
    </w:p>
    <w:p w:rsidR="00E00D30" w:rsidRDefault="00E00D30" w:rsidP="00E00D30">
      <w:r>
        <w:t>939.5313</w:t>
      </w:r>
      <w:r>
        <w:tab/>
        <w:t>1.013e0</w:t>
      </w:r>
    </w:p>
    <w:p w:rsidR="00E00D30" w:rsidRDefault="00E00D30" w:rsidP="00E00D30">
      <w:r>
        <w:t>939.5947</w:t>
      </w:r>
      <w:r>
        <w:tab/>
        <w:t>1.013e0</w:t>
      </w:r>
    </w:p>
    <w:p w:rsidR="00E00D30" w:rsidRDefault="00E00D30" w:rsidP="00E00D30">
      <w:r>
        <w:t>939.6364</w:t>
      </w:r>
      <w:r>
        <w:tab/>
        <w:t>3.038e0</w:t>
      </w:r>
    </w:p>
    <w:p w:rsidR="00E00D30" w:rsidRDefault="00E00D30" w:rsidP="00E00D30">
      <w:r>
        <w:t>939.6413</w:t>
      </w:r>
      <w:r>
        <w:tab/>
        <w:t>1.013e0</w:t>
      </w:r>
    </w:p>
    <w:p w:rsidR="00E00D30" w:rsidRDefault="00E00D30" w:rsidP="00E00D30">
      <w:r>
        <w:t>939.6432</w:t>
      </w:r>
      <w:r>
        <w:tab/>
        <w:t>1.013e0</w:t>
      </w:r>
    </w:p>
    <w:p w:rsidR="00E00D30" w:rsidRDefault="00E00D30" w:rsidP="00E00D30">
      <w:r>
        <w:t>939.7292</w:t>
      </w:r>
      <w:r>
        <w:tab/>
        <w:t>1.013e0</w:t>
      </w:r>
    </w:p>
    <w:p w:rsidR="00E00D30" w:rsidRDefault="00E00D30" w:rsidP="00E00D30">
      <w:r>
        <w:t>939.7828</w:t>
      </w:r>
      <w:r>
        <w:tab/>
        <w:t>2.025e0</w:t>
      </w:r>
    </w:p>
    <w:p w:rsidR="00E00D30" w:rsidRDefault="00E00D30" w:rsidP="00E00D30">
      <w:r>
        <w:t>939.8143</w:t>
      </w:r>
      <w:r>
        <w:tab/>
        <w:t>1.013e0</w:t>
      </w:r>
    </w:p>
    <w:p w:rsidR="00E00D30" w:rsidRDefault="00E00D30" w:rsidP="00E00D30">
      <w:r>
        <w:t>939.8474</w:t>
      </w:r>
      <w:r>
        <w:tab/>
        <w:t>1.013e0</w:t>
      </w:r>
    </w:p>
    <w:p w:rsidR="00E00D30" w:rsidRDefault="00E00D30" w:rsidP="00E00D30">
      <w:r>
        <w:t>939.8946</w:t>
      </w:r>
      <w:r>
        <w:tab/>
        <w:t>1.013e0</w:t>
      </w:r>
    </w:p>
    <w:p w:rsidR="00E00D30" w:rsidRDefault="00E00D30" w:rsidP="00E00D30">
      <w:r>
        <w:t>939.9146</w:t>
      </w:r>
      <w:r>
        <w:tab/>
        <w:t>1.013e0</w:t>
      </w:r>
    </w:p>
    <w:p w:rsidR="00E00D30" w:rsidRDefault="00E00D30" w:rsidP="00E00D30">
      <w:r>
        <w:t>939.9559</w:t>
      </w:r>
      <w:r>
        <w:tab/>
        <w:t>1.013e0</w:t>
      </w:r>
    </w:p>
    <w:p w:rsidR="00E00D30" w:rsidRDefault="00E00D30" w:rsidP="00E00D30">
      <w:r>
        <w:lastRenderedPageBreak/>
        <w:t>940.0008</w:t>
      </w:r>
      <w:r>
        <w:tab/>
        <w:t>1.013e0</w:t>
      </w:r>
    </w:p>
    <w:p w:rsidR="00E00D30" w:rsidRDefault="00E00D30" w:rsidP="00E00D30">
      <w:r>
        <w:t>940.0502</w:t>
      </w:r>
      <w:r>
        <w:tab/>
        <w:t>1.013e0</w:t>
      </w:r>
    </w:p>
    <w:p w:rsidR="00E00D30" w:rsidRDefault="00E00D30" w:rsidP="00E00D30">
      <w:r>
        <w:t>940.0665</w:t>
      </w:r>
      <w:r>
        <w:tab/>
        <w:t>1.013e0</w:t>
      </w:r>
    </w:p>
    <w:p w:rsidR="00E00D30" w:rsidRDefault="00E00D30" w:rsidP="00E00D30">
      <w:r>
        <w:t>940.0977</w:t>
      </w:r>
      <w:r>
        <w:tab/>
        <w:t>2.025e0</w:t>
      </w:r>
    </w:p>
    <w:p w:rsidR="00E00D30" w:rsidRDefault="00E00D30" w:rsidP="00E00D30">
      <w:r>
        <w:t>940.1083</w:t>
      </w:r>
      <w:r>
        <w:tab/>
        <w:t>2.025e0</w:t>
      </w:r>
    </w:p>
    <w:p w:rsidR="00E00D30" w:rsidRDefault="00E00D30" w:rsidP="00E00D30">
      <w:r>
        <w:t>940.1168</w:t>
      </w:r>
      <w:r>
        <w:tab/>
        <w:t>1.013e0</w:t>
      </w:r>
    </w:p>
    <w:p w:rsidR="00E00D30" w:rsidRDefault="00E00D30" w:rsidP="00E00D30">
      <w:r>
        <w:t>940.1873</w:t>
      </w:r>
      <w:r>
        <w:tab/>
        <w:t>1.013e0</w:t>
      </w:r>
    </w:p>
    <w:p w:rsidR="00E00D30" w:rsidRDefault="00E00D30" w:rsidP="00E00D30">
      <w:r>
        <w:t>940.2391</w:t>
      </w:r>
      <w:r>
        <w:tab/>
        <w:t>2.025e0</w:t>
      </w:r>
    </w:p>
    <w:p w:rsidR="00E00D30" w:rsidRDefault="00E00D30" w:rsidP="00E00D30">
      <w:r>
        <w:t>940.2550</w:t>
      </w:r>
      <w:r>
        <w:tab/>
        <w:t>3.038e0</w:t>
      </w:r>
    </w:p>
    <w:p w:rsidR="00E00D30" w:rsidRDefault="00E00D30" w:rsidP="00E00D30">
      <w:r>
        <w:t>940.3113</w:t>
      </w:r>
      <w:r>
        <w:tab/>
        <w:t>2.025e0</w:t>
      </w:r>
    </w:p>
    <w:p w:rsidR="00E00D30" w:rsidRDefault="00E00D30" w:rsidP="00E00D30">
      <w:r>
        <w:t>940.3509</w:t>
      </w:r>
      <w:r>
        <w:tab/>
        <w:t>1.013e0</w:t>
      </w:r>
    </w:p>
    <w:p w:rsidR="00E00D30" w:rsidRDefault="00E00D30" w:rsidP="00E00D30">
      <w:r>
        <w:t>940.3540</w:t>
      </w:r>
      <w:r>
        <w:tab/>
        <w:t>4.051e0</w:t>
      </w:r>
    </w:p>
    <w:p w:rsidR="00E00D30" w:rsidRDefault="00E00D30" w:rsidP="00E00D30">
      <w:r>
        <w:t>940.3583</w:t>
      </w:r>
      <w:r>
        <w:tab/>
        <w:t>2.025e0</w:t>
      </w:r>
    </w:p>
    <w:p w:rsidR="00E00D30" w:rsidRDefault="00E00D30" w:rsidP="00E00D30">
      <w:r>
        <w:t>940.3890</w:t>
      </w:r>
      <w:r>
        <w:tab/>
        <w:t>2.025e0</w:t>
      </w:r>
    </w:p>
    <w:p w:rsidR="00E00D30" w:rsidRDefault="00E00D30" w:rsidP="00E00D30">
      <w:r>
        <w:t>940.3969</w:t>
      </w:r>
      <w:r>
        <w:tab/>
        <w:t>1.013e0</w:t>
      </w:r>
    </w:p>
    <w:p w:rsidR="00E00D30" w:rsidRDefault="00E00D30" w:rsidP="00E00D30">
      <w:r>
        <w:t>940.4279</w:t>
      </w:r>
      <w:r>
        <w:tab/>
        <w:t>1.013e0</w:t>
      </w:r>
    </w:p>
    <w:p w:rsidR="00E00D30" w:rsidRDefault="00E00D30" w:rsidP="00E00D30">
      <w:r>
        <w:t>940.4976</w:t>
      </w:r>
      <w:r>
        <w:tab/>
        <w:t>3.038e0</w:t>
      </w:r>
    </w:p>
    <w:p w:rsidR="00E00D30" w:rsidRDefault="00E00D30" w:rsidP="00E00D30">
      <w:r>
        <w:t>940.5228</w:t>
      </w:r>
      <w:r>
        <w:tab/>
        <w:t>1.013e0</w:t>
      </w:r>
    </w:p>
    <w:p w:rsidR="00E00D30" w:rsidRDefault="00E00D30" w:rsidP="00E00D30">
      <w:r>
        <w:t>940.5240</w:t>
      </w:r>
      <w:r>
        <w:tab/>
        <w:t>1.013e0</w:t>
      </w:r>
    </w:p>
    <w:p w:rsidR="00E00D30" w:rsidRDefault="00E00D30" w:rsidP="00E00D30">
      <w:r>
        <w:lastRenderedPageBreak/>
        <w:t>940.5386</w:t>
      </w:r>
      <w:r>
        <w:tab/>
        <w:t>1.013e0</w:t>
      </w:r>
    </w:p>
    <w:p w:rsidR="00E00D30" w:rsidRDefault="00E00D30" w:rsidP="00E00D30">
      <w:r>
        <w:t>940.5870</w:t>
      </w:r>
      <w:r>
        <w:tab/>
        <w:t>1.013e0</w:t>
      </w:r>
    </w:p>
    <w:p w:rsidR="00E00D30" w:rsidRDefault="00E00D30" w:rsidP="00E00D30">
      <w:r>
        <w:t>940.6080</w:t>
      </w:r>
      <w:r>
        <w:tab/>
        <w:t>3.038e0</w:t>
      </w:r>
    </w:p>
    <w:p w:rsidR="00E00D30" w:rsidRDefault="00E00D30" w:rsidP="00E00D30">
      <w:r>
        <w:t>940.6135</w:t>
      </w:r>
      <w:r>
        <w:tab/>
        <w:t>3.038e0</w:t>
      </w:r>
    </w:p>
    <w:p w:rsidR="00E00D30" w:rsidRDefault="00E00D30" w:rsidP="00E00D30">
      <w:r>
        <w:t>940.7269</w:t>
      </w:r>
      <w:r>
        <w:tab/>
        <w:t>1.013e0</w:t>
      </w:r>
    </w:p>
    <w:p w:rsidR="00E00D30" w:rsidRDefault="00E00D30" w:rsidP="00E00D30">
      <w:r>
        <w:t>940.7742</w:t>
      </w:r>
      <w:r>
        <w:tab/>
        <w:t>1.013e0</w:t>
      </w:r>
    </w:p>
    <w:p w:rsidR="00E00D30" w:rsidRDefault="00E00D30" w:rsidP="00E00D30">
      <w:r>
        <w:t>940.7752</w:t>
      </w:r>
      <w:r>
        <w:tab/>
        <w:t>1.013e0</w:t>
      </w:r>
    </w:p>
    <w:p w:rsidR="00E00D30" w:rsidRDefault="00E00D30" w:rsidP="00E00D30">
      <w:r>
        <w:t>940.8062</w:t>
      </w:r>
      <w:r>
        <w:tab/>
        <w:t>1.013e0</w:t>
      </w:r>
    </w:p>
    <w:p w:rsidR="00E00D30" w:rsidRDefault="00E00D30" w:rsidP="00E00D30">
      <w:r>
        <w:t>940.8291</w:t>
      </w:r>
      <w:r>
        <w:tab/>
        <w:t>1.013e0</w:t>
      </w:r>
    </w:p>
    <w:p w:rsidR="00E00D30" w:rsidRDefault="00E00D30" w:rsidP="00E00D30">
      <w:r>
        <w:t>940.8634</w:t>
      </w:r>
      <w:r>
        <w:tab/>
        <w:t>1.013e0</w:t>
      </w:r>
    </w:p>
    <w:p w:rsidR="00E00D30" w:rsidRDefault="00E00D30" w:rsidP="00E00D30">
      <w:r>
        <w:t>940.8691</w:t>
      </w:r>
      <w:r>
        <w:tab/>
        <w:t>1.013e0</w:t>
      </w:r>
    </w:p>
    <w:p w:rsidR="00E00D30" w:rsidRDefault="00E00D30" w:rsidP="00E00D30">
      <w:r>
        <w:t>940.9142</w:t>
      </w:r>
      <w:r>
        <w:tab/>
        <w:t>1.013e0</w:t>
      </w:r>
    </w:p>
    <w:p w:rsidR="00E00D30" w:rsidRDefault="00E00D30" w:rsidP="00E00D30">
      <w:r>
        <w:t>940.9175</w:t>
      </w:r>
      <w:r>
        <w:tab/>
        <w:t>1.013e0</w:t>
      </w:r>
    </w:p>
    <w:p w:rsidR="00E00D30" w:rsidRDefault="00E00D30" w:rsidP="00E00D30">
      <w:r>
        <w:t>940.9321</w:t>
      </w:r>
      <w:r>
        <w:tab/>
        <w:t>1.013e0</w:t>
      </w:r>
    </w:p>
    <w:p w:rsidR="00E00D30" w:rsidRDefault="00E00D30" w:rsidP="00E00D30">
      <w:r>
        <w:t>940.9794</w:t>
      </w:r>
      <w:r>
        <w:tab/>
        <w:t>1.013e0</w:t>
      </w:r>
    </w:p>
    <w:p w:rsidR="00E00D30" w:rsidRDefault="00E00D30" w:rsidP="00E00D30">
      <w:r>
        <w:t>941.0266</w:t>
      </w:r>
      <w:r>
        <w:tab/>
        <w:t>1.013e0</w:t>
      </w:r>
    </w:p>
    <w:p w:rsidR="00E00D30" w:rsidRDefault="00E00D30" w:rsidP="00E00D30">
      <w:r>
        <w:t>941.0581</w:t>
      </w:r>
      <w:r>
        <w:tab/>
        <w:t>1.013e0</w:t>
      </w:r>
    </w:p>
    <w:p w:rsidR="00E00D30" w:rsidRDefault="00E00D30" w:rsidP="00E00D30">
      <w:r>
        <w:t>941.0678</w:t>
      </w:r>
      <w:r>
        <w:tab/>
        <w:t>2.025e0</w:t>
      </w:r>
    </w:p>
    <w:p w:rsidR="00E00D30" w:rsidRDefault="00E00D30" w:rsidP="00E00D30">
      <w:r>
        <w:t>941.0891</w:t>
      </w:r>
      <w:r>
        <w:tab/>
        <w:t>1.013e0</w:t>
      </w:r>
    </w:p>
    <w:p w:rsidR="00E00D30" w:rsidRDefault="00E00D30" w:rsidP="00E00D30">
      <w:r>
        <w:lastRenderedPageBreak/>
        <w:t>941.1211</w:t>
      </w:r>
      <w:r>
        <w:tab/>
        <w:t>1.013e0</w:t>
      </w:r>
    </w:p>
    <w:p w:rsidR="00E00D30" w:rsidRDefault="00E00D30" w:rsidP="00E00D30">
      <w:r>
        <w:t>941.1931</w:t>
      </w:r>
      <w:r>
        <w:tab/>
        <w:t>2.025e0</w:t>
      </w:r>
    </w:p>
    <w:p w:rsidR="00E00D30" w:rsidRDefault="00E00D30" w:rsidP="00E00D30">
      <w:r>
        <w:t>941.2151</w:t>
      </w:r>
      <w:r>
        <w:tab/>
        <w:t>1.013e0</w:t>
      </w:r>
    </w:p>
    <w:p w:rsidR="00E00D30" w:rsidRDefault="00E00D30" w:rsidP="00E00D30">
      <w:r>
        <w:t>941.2843</w:t>
      </w:r>
      <w:r>
        <w:tab/>
        <w:t>1.013e0</w:t>
      </w:r>
    </w:p>
    <w:p w:rsidR="00E00D30" w:rsidRDefault="00E00D30" w:rsidP="00E00D30">
      <w:r>
        <w:t>941.3235</w:t>
      </w:r>
      <w:r>
        <w:tab/>
        <w:t>2.025e0</w:t>
      </w:r>
    </w:p>
    <w:p w:rsidR="00E00D30" w:rsidRDefault="00E00D30" w:rsidP="00E00D30">
      <w:r>
        <w:t>941.3731</w:t>
      </w:r>
      <w:r>
        <w:tab/>
        <w:t>1.013e0</w:t>
      </w:r>
    </w:p>
    <w:p w:rsidR="00E00D30" w:rsidRDefault="00E00D30" w:rsidP="00E00D30">
      <w:r>
        <w:t>941.4120</w:t>
      </w:r>
      <w:r>
        <w:tab/>
        <w:t>2.025e0</w:t>
      </w:r>
    </w:p>
    <w:p w:rsidR="00E00D30" w:rsidRDefault="00E00D30" w:rsidP="00E00D30">
      <w:r>
        <w:t>941.4440</w:t>
      </w:r>
      <w:r>
        <w:tab/>
        <w:t>2.025e0</w:t>
      </w:r>
    </w:p>
    <w:p w:rsidR="00E00D30" w:rsidRDefault="00E00D30" w:rsidP="00E00D30">
      <w:r>
        <w:t>941.4924</w:t>
      </w:r>
      <w:r>
        <w:tab/>
        <w:t>2.025e0</w:t>
      </w:r>
    </w:p>
    <w:p w:rsidR="00E00D30" w:rsidRDefault="00E00D30" w:rsidP="00E00D30">
      <w:r>
        <w:t>941.5383</w:t>
      </w:r>
      <w:r>
        <w:tab/>
        <w:t>1.013e0</w:t>
      </w:r>
    </w:p>
    <w:p w:rsidR="00E00D30" w:rsidRDefault="00E00D30" w:rsidP="00E00D30">
      <w:r>
        <w:t>941.5459</w:t>
      </w:r>
      <w:r>
        <w:tab/>
        <w:t>2.025e0</w:t>
      </w:r>
    </w:p>
    <w:p w:rsidR="00E00D30" w:rsidRDefault="00E00D30" w:rsidP="00E00D30">
      <w:r>
        <w:t>941.5554</w:t>
      </w:r>
      <w:r>
        <w:tab/>
        <w:t>1.013e0</w:t>
      </w:r>
    </w:p>
    <w:p w:rsidR="00E00D30" w:rsidRDefault="00E00D30" w:rsidP="00E00D30">
      <w:r>
        <w:t>941.5726</w:t>
      </w:r>
      <w:r>
        <w:tab/>
        <w:t>2.025e0</w:t>
      </w:r>
    </w:p>
    <w:p w:rsidR="00E00D30" w:rsidRDefault="00E00D30" w:rsidP="00E00D30">
      <w:r>
        <w:t>941.6106</w:t>
      </w:r>
      <w:r>
        <w:tab/>
        <w:t>1.013e0</w:t>
      </w:r>
    </w:p>
    <w:p w:rsidR="00E00D30" w:rsidRDefault="00E00D30" w:rsidP="00E00D30">
      <w:r>
        <w:t>941.6483</w:t>
      </w:r>
      <w:r>
        <w:tab/>
        <w:t>2.025e0</w:t>
      </w:r>
    </w:p>
    <w:p w:rsidR="00E00D30" w:rsidRDefault="00E00D30" w:rsidP="00E00D30">
      <w:r>
        <w:t>941.6882</w:t>
      </w:r>
      <w:r>
        <w:tab/>
        <w:t>1.013e0</w:t>
      </w:r>
    </w:p>
    <w:p w:rsidR="00E00D30" w:rsidRDefault="00E00D30" w:rsidP="00E00D30">
      <w:r>
        <w:t>941.6894</w:t>
      </w:r>
      <w:r>
        <w:tab/>
        <w:t>1.013e0</w:t>
      </w:r>
    </w:p>
    <w:p w:rsidR="00E00D30" w:rsidRDefault="00E00D30" w:rsidP="00E00D30">
      <w:r>
        <w:t>941.6930</w:t>
      </w:r>
      <w:r>
        <w:tab/>
        <w:t>3.038e0</w:t>
      </w:r>
    </w:p>
    <w:p w:rsidR="00E00D30" w:rsidRDefault="00E00D30" w:rsidP="00E00D30">
      <w:r>
        <w:t>941.7355</w:t>
      </w:r>
      <w:r>
        <w:tab/>
        <w:t>1.013e0</w:t>
      </w:r>
    </w:p>
    <w:p w:rsidR="00E00D30" w:rsidRDefault="00E00D30" w:rsidP="00E00D30">
      <w:r>
        <w:lastRenderedPageBreak/>
        <w:t>941.7367</w:t>
      </w:r>
      <w:r>
        <w:tab/>
        <w:t>1.013e0</w:t>
      </w:r>
    </w:p>
    <w:p w:rsidR="00E00D30" w:rsidRDefault="00E00D30" w:rsidP="00E00D30">
      <w:r>
        <w:t>941.7823</w:t>
      </w:r>
      <w:r>
        <w:tab/>
        <w:t>1.013e0</w:t>
      </w:r>
    </w:p>
    <w:p w:rsidR="00E00D30" w:rsidRDefault="00E00D30" w:rsidP="00E00D30">
      <w:r>
        <w:t>941.8143</w:t>
      </w:r>
      <w:r>
        <w:tab/>
        <w:t>2.025e0</w:t>
      </w:r>
    </w:p>
    <w:p w:rsidR="00E00D30" w:rsidRDefault="00E00D30" w:rsidP="00E00D30">
      <w:r>
        <w:t>941.8926</w:t>
      </w:r>
      <w:r>
        <w:tab/>
        <w:t>1.013e0</w:t>
      </w:r>
    </w:p>
    <w:p w:rsidR="00E00D30" w:rsidRDefault="00E00D30" w:rsidP="00E00D30">
      <w:r>
        <w:t>941.9247</w:t>
      </w:r>
      <w:r>
        <w:tab/>
        <w:t>2.025e0</w:t>
      </w:r>
    </w:p>
    <w:p w:rsidR="00E00D30" w:rsidRDefault="00E00D30" w:rsidP="00E00D30">
      <w:r>
        <w:t>941.9415</w:t>
      </w:r>
      <w:r>
        <w:tab/>
        <w:t>1.013e0</w:t>
      </w:r>
    </w:p>
    <w:p w:rsidR="00E00D30" w:rsidRDefault="00E00D30" w:rsidP="00E00D30">
      <w:r>
        <w:t>942.0289</w:t>
      </w:r>
      <w:r>
        <w:tab/>
        <w:t>1.013e0</w:t>
      </w:r>
    </w:p>
    <w:p w:rsidR="00E00D30" w:rsidRDefault="00E00D30" w:rsidP="00E00D30">
      <w:r>
        <w:t>942.0411</w:t>
      </w:r>
      <w:r>
        <w:tab/>
        <w:t>2.025e0</w:t>
      </w:r>
    </w:p>
    <w:p w:rsidR="00E00D30" w:rsidRDefault="00E00D30" w:rsidP="00E00D30">
      <w:r>
        <w:t>942.0507</w:t>
      </w:r>
      <w:r>
        <w:tab/>
        <w:t>1.013e0</w:t>
      </w:r>
    </w:p>
    <w:p w:rsidR="00E00D30" w:rsidRDefault="00E00D30" w:rsidP="00E00D30">
      <w:r>
        <w:t>942.0641</w:t>
      </w:r>
      <w:r>
        <w:tab/>
        <w:t>2.025e0</w:t>
      </w:r>
    </w:p>
    <w:p w:rsidR="00E00D30" w:rsidRDefault="00E00D30" w:rsidP="00E00D30">
      <w:r>
        <w:t>942.0817</w:t>
      </w:r>
      <w:r>
        <w:tab/>
        <w:t>1.013e0</w:t>
      </w:r>
    </w:p>
    <w:p w:rsidR="00E00D30" w:rsidRDefault="00E00D30" w:rsidP="00E00D30">
      <w:r>
        <w:t>942.1290</w:t>
      </w:r>
      <w:r>
        <w:tab/>
        <w:t>1.013e0</w:t>
      </w:r>
    </w:p>
    <w:p w:rsidR="00E00D30" w:rsidRDefault="00E00D30" w:rsidP="00E00D30">
      <w:r>
        <w:t>942.1465</w:t>
      </w:r>
      <w:r>
        <w:tab/>
        <w:t>1.013e0</w:t>
      </w:r>
    </w:p>
    <w:p w:rsidR="00E00D30" w:rsidRDefault="00E00D30" w:rsidP="00E00D30">
      <w:r>
        <w:t>942.1956</w:t>
      </w:r>
      <w:r>
        <w:tab/>
        <w:t>2.025e0</w:t>
      </w:r>
    </w:p>
    <w:p w:rsidR="00E00D30" w:rsidRDefault="00E00D30" w:rsidP="00E00D30">
      <w:r>
        <w:t>942.3173</w:t>
      </w:r>
      <w:r>
        <w:tab/>
        <w:t>1.013e0</w:t>
      </w:r>
    </w:p>
    <w:p w:rsidR="00E00D30" w:rsidRDefault="00E00D30" w:rsidP="00E00D30">
      <w:r>
        <w:t>942.3187</w:t>
      </w:r>
      <w:r>
        <w:tab/>
        <w:t>1.013e0</w:t>
      </w:r>
    </w:p>
    <w:p w:rsidR="00E00D30" w:rsidRDefault="00E00D30" w:rsidP="00E00D30">
      <w:r>
        <w:t>942.3813</w:t>
      </w:r>
      <w:r>
        <w:tab/>
        <w:t>2.025e0</w:t>
      </w:r>
    </w:p>
    <w:p w:rsidR="00E00D30" w:rsidRDefault="00E00D30" w:rsidP="00E00D30">
      <w:r>
        <w:t>942.4161</w:t>
      </w:r>
      <w:r>
        <w:tab/>
        <w:t>1.013e0</w:t>
      </w:r>
    </w:p>
    <w:p w:rsidR="00E00D30" w:rsidRDefault="00E00D30" w:rsidP="00E00D30">
      <w:r>
        <w:t>942.4846</w:t>
      </w:r>
      <w:r>
        <w:tab/>
        <w:t>1.013e0</w:t>
      </w:r>
    </w:p>
    <w:p w:rsidR="00E00D30" w:rsidRDefault="00E00D30" w:rsidP="00E00D30">
      <w:r>
        <w:lastRenderedPageBreak/>
        <w:t>942.5546</w:t>
      </w:r>
      <w:r>
        <w:tab/>
        <w:t>2.025e0</w:t>
      </w:r>
    </w:p>
    <w:p w:rsidR="00E00D30" w:rsidRDefault="00E00D30" w:rsidP="00E00D30">
      <w:r>
        <w:t>942.6009</w:t>
      </w:r>
      <w:r>
        <w:tab/>
        <w:t>3.038e0</w:t>
      </w:r>
    </w:p>
    <w:p w:rsidR="00E00D30" w:rsidRDefault="00E00D30" w:rsidP="00E00D30">
      <w:r>
        <w:t>942.6353</w:t>
      </w:r>
      <w:r>
        <w:tab/>
        <w:t>1.013e0</w:t>
      </w:r>
    </w:p>
    <w:p w:rsidR="00E00D30" w:rsidRDefault="00E00D30" w:rsidP="00E00D30">
      <w:r>
        <w:t>942.6494</w:t>
      </w:r>
      <w:r>
        <w:tab/>
        <w:t>1.013e0</w:t>
      </w:r>
    </w:p>
    <w:p w:rsidR="00E00D30" w:rsidRDefault="00E00D30" w:rsidP="00E00D30">
      <w:r>
        <w:t>942.6779</w:t>
      </w:r>
      <w:r>
        <w:tab/>
        <w:t>2.025e0</w:t>
      </w:r>
    </w:p>
    <w:p w:rsidR="00E00D30" w:rsidRDefault="00E00D30" w:rsidP="00E00D30">
      <w:r>
        <w:t>942.6984</w:t>
      </w:r>
      <w:r>
        <w:tab/>
        <w:t>1.013e0</w:t>
      </w:r>
    </w:p>
    <w:p w:rsidR="00E00D30" w:rsidRDefault="00E00D30" w:rsidP="00E00D30">
      <w:r>
        <w:t>942.7385</w:t>
      </w:r>
      <w:r>
        <w:tab/>
        <w:t>1.013e0</w:t>
      </w:r>
    </w:p>
    <w:p w:rsidR="00E00D30" w:rsidRDefault="00E00D30" w:rsidP="00E00D30">
      <w:r>
        <w:t>942.7914</w:t>
      </w:r>
      <w:r>
        <w:tab/>
        <w:t>1.013e0</w:t>
      </w:r>
    </w:p>
    <w:p w:rsidR="00E00D30" w:rsidRDefault="00E00D30" w:rsidP="00E00D30">
      <w:r>
        <w:t>942.7947</w:t>
      </w:r>
      <w:r>
        <w:tab/>
        <w:t>2.025e0</w:t>
      </w:r>
    </w:p>
    <w:p w:rsidR="00E00D30" w:rsidRDefault="00E00D30" w:rsidP="00E00D30">
      <w:r>
        <w:t>942.8720</w:t>
      </w:r>
      <w:r>
        <w:tab/>
        <w:t>1.013e0</w:t>
      </w:r>
    </w:p>
    <w:p w:rsidR="00E00D30" w:rsidRDefault="00E00D30" w:rsidP="00E00D30">
      <w:r>
        <w:t>942.8866</w:t>
      </w:r>
      <w:r>
        <w:tab/>
        <w:t>1.013e0</w:t>
      </w:r>
    </w:p>
    <w:p w:rsidR="00E00D30" w:rsidRDefault="00E00D30" w:rsidP="00E00D30">
      <w:r>
        <w:t>942.9495</w:t>
      </w:r>
      <w:r>
        <w:tab/>
        <w:t>2.025e0</w:t>
      </w:r>
    </w:p>
    <w:p w:rsidR="00E00D30" w:rsidRDefault="00E00D30" w:rsidP="00E00D30">
      <w:r>
        <w:t>942.9574</w:t>
      </w:r>
      <w:r>
        <w:tab/>
        <w:t>3.038e0</w:t>
      </w:r>
    </w:p>
    <w:p w:rsidR="00E00D30" w:rsidRDefault="00E00D30" w:rsidP="00E00D30">
      <w:r>
        <w:t>942.9585</w:t>
      </w:r>
      <w:r>
        <w:tab/>
        <w:t>2.025e0</w:t>
      </w:r>
    </w:p>
    <w:p w:rsidR="00E00D30" w:rsidRDefault="00E00D30" w:rsidP="00E00D30">
      <w:r>
        <w:t>942.9807</w:t>
      </w:r>
      <w:r>
        <w:tab/>
        <w:t>1.013e0</w:t>
      </w:r>
    </w:p>
    <w:p w:rsidR="00E00D30" w:rsidRDefault="00E00D30" w:rsidP="00E00D30">
      <w:r>
        <w:t>943.0599</w:t>
      </w:r>
      <w:r>
        <w:tab/>
        <w:t>3.038e0</w:t>
      </w:r>
    </w:p>
    <w:p w:rsidR="00E00D30" w:rsidRDefault="00E00D30" w:rsidP="00E00D30">
      <w:r>
        <w:t>943.0759</w:t>
      </w:r>
      <w:r>
        <w:tab/>
        <w:t>1.013e0</w:t>
      </w:r>
    </w:p>
    <w:p w:rsidR="00E00D30" w:rsidRDefault="00E00D30" w:rsidP="00E00D30">
      <w:r>
        <w:t>943.1227</w:t>
      </w:r>
      <w:r>
        <w:tab/>
        <w:t>1.013e0</w:t>
      </w:r>
    </w:p>
    <w:p w:rsidR="00E00D30" w:rsidRDefault="00E00D30" w:rsidP="00E00D30">
      <w:r>
        <w:t>943.1385</w:t>
      </w:r>
      <w:r>
        <w:tab/>
        <w:t>1.013e0</w:t>
      </w:r>
    </w:p>
    <w:p w:rsidR="00E00D30" w:rsidRDefault="00E00D30" w:rsidP="00E00D30">
      <w:r>
        <w:lastRenderedPageBreak/>
        <w:t>943.1436</w:t>
      </w:r>
      <w:r>
        <w:tab/>
        <w:t>1.013e0</w:t>
      </w:r>
    </w:p>
    <w:p w:rsidR="00E00D30" w:rsidRDefault="00E00D30" w:rsidP="00E00D30">
      <w:r>
        <w:t>943.2017</w:t>
      </w:r>
      <w:r>
        <w:tab/>
        <w:t>1.013e0</w:t>
      </w:r>
    </w:p>
    <w:p w:rsidR="00E00D30" w:rsidRDefault="00E00D30" w:rsidP="00E00D30">
      <w:r>
        <w:t>943.2482</w:t>
      </w:r>
      <w:r>
        <w:tab/>
        <w:t>1.013e0</w:t>
      </w:r>
    </w:p>
    <w:p w:rsidR="00E00D30" w:rsidRDefault="00E00D30" w:rsidP="00E00D30">
      <w:r>
        <w:t>943.3025</w:t>
      </w:r>
      <w:r>
        <w:tab/>
        <w:t>2.025e0</w:t>
      </w:r>
    </w:p>
    <w:p w:rsidR="00E00D30" w:rsidRDefault="00E00D30" w:rsidP="00E00D30">
      <w:r>
        <w:t>943.3442</w:t>
      </w:r>
      <w:r>
        <w:tab/>
        <w:t>1.013e0</w:t>
      </w:r>
    </w:p>
    <w:p w:rsidR="00E00D30" w:rsidRDefault="00E00D30" w:rsidP="00E00D30">
      <w:r>
        <w:t>943.3814</w:t>
      </w:r>
      <w:r>
        <w:tab/>
        <w:t>1.013e0</w:t>
      </w:r>
    </w:p>
    <w:p w:rsidR="00E00D30" w:rsidRDefault="00E00D30" w:rsidP="00E00D30">
      <w:r>
        <w:t>943.4243</w:t>
      </w:r>
      <w:r>
        <w:tab/>
        <w:t>1.013e0</w:t>
      </w:r>
    </w:p>
    <w:p w:rsidR="00E00D30" w:rsidRDefault="00E00D30" w:rsidP="00E00D30">
      <w:r>
        <w:t>943.4318</w:t>
      </w:r>
      <w:r>
        <w:tab/>
        <w:t>1.013e0</w:t>
      </w:r>
    </w:p>
    <w:p w:rsidR="00E00D30" w:rsidRDefault="00E00D30" w:rsidP="00E00D30">
      <w:r>
        <w:t>943.5012</w:t>
      </w:r>
      <w:r>
        <w:tab/>
        <w:t>1.013e0</w:t>
      </w:r>
    </w:p>
    <w:p w:rsidR="00E00D30" w:rsidRDefault="00E00D30" w:rsidP="00E00D30">
      <w:r>
        <w:t>943.5090</w:t>
      </w:r>
      <w:r>
        <w:tab/>
        <w:t>2.025e0</w:t>
      </w:r>
    </w:p>
    <w:p w:rsidR="00E00D30" w:rsidRDefault="00E00D30" w:rsidP="00E00D30">
      <w:r>
        <w:t>943.5173</w:t>
      </w:r>
      <w:r>
        <w:tab/>
        <w:t>1.013e0</w:t>
      </w:r>
    </w:p>
    <w:p w:rsidR="00E00D30" w:rsidRDefault="00E00D30" w:rsidP="00E00D30">
      <w:r>
        <w:t>943.5190</w:t>
      </w:r>
      <w:r>
        <w:tab/>
        <w:t>1.013e0</w:t>
      </w:r>
    </w:p>
    <w:p w:rsidR="00E00D30" w:rsidRDefault="00E00D30" w:rsidP="00E00D30">
      <w:r>
        <w:t>943.5348</w:t>
      </w:r>
      <w:r>
        <w:tab/>
        <w:t>1.013e0</w:t>
      </w:r>
    </w:p>
    <w:p w:rsidR="00E00D30" w:rsidRDefault="00E00D30" w:rsidP="00E00D30">
      <w:r>
        <w:t>943.5394</w:t>
      </w:r>
      <w:r>
        <w:tab/>
        <w:t>2.025e0</w:t>
      </w:r>
    </w:p>
    <w:p w:rsidR="00E00D30" w:rsidRDefault="00E00D30" w:rsidP="00E00D30">
      <w:r>
        <w:t>943.5995</w:t>
      </w:r>
      <w:r>
        <w:tab/>
        <w:t>1.013e0</w:t>
      </w:r>
    </w:p>
    <w:p w:rsidR="00E00D30" w:rsidRDefault="00E00D30" w:rsidP="00E00D30">
      <w:r>
        <w:t>943.6284</w:t>
      </w:r>
      <w:r>
        <w:tab/>
        <w:t>1.013e0</w:t>
      </w:r>
    </w:p>
    <w:p w:rsidR="00E00D30" w:rsidRDefault="00E00D30" w:rsidP="00E00D30">
      <w:r>
        <w:t>943.6337</w:t>
      </w:r>
      <w:r>
        <w:tab/>
        <w:t>1.013e0</w:t>
      </w:r>
    </w:p>
    <w:p w:rsidR="00E00D30" w:rsidRDefault="00E00D30" w:rsidP="00E00D30">
      <w:r>
        <w:t>943.6856</w:t>
      </w:r>
      <w:r>
        <w:tab/>
        <w:t>1.013e0</w:t>
      </w:r>
    </w:p>
    <w:p w:rsidR="00E00D30" w:rsidRDefault="00E00D30" w:rsidP="00E00D30">
      <w:r>
        <w:t>943.6868</w:t>
      </w:r>
      <w:r>
        <w:tab/>
        <w:t>1.013e0</w:t>
      </w:r>
    </w:p>
    <w:p w:rsidR="00E00D30" w:rsidRDefault="00E00D30" w:rsidP="00E00D30">
      <w:r>
        <w:lastRenderedPageBreak/>
        <w:t>943.7024</w:t>
      </w:r>
      <w:r>
        <w:tab/>
        <w:t>1.013e0</w:t>
      </w:r>
    </w:p>
    <w:p w:rsidR="00E00D30" w:rsidRDefault="00E00D30" w:rsidP="00E00D30">
      <w:r>
        <w:t>943.7389</w:t>
      </w:r>
      <w:r>
        <w:tab/>
        <w:t>1.013e0</w:t>
      </w:r>
    </w:p>
    <w:p w:rsidR="00E00D30" w:rsidRDefault="00E00D30" w:rsidP="00E00D30">
      <w:r>
        <w:t>943.7705</w:t>
      </w:r>
      <w:r>
        <w:tab/>
        <w:t>1.013e0</w:t>
      </w:r>
    </w:p>
    <w:p w:rsidR="00E00D30" w:rsidRDefault="00E00D30" w:rsidP="00E00D30">
      <w:r>
        <w:t>943.7858</w:t>
      </w:r>
      <w:r>
        <w:tab/>
        <w:t>1.013e0</w:t>
      </w:r>
    </w:p>
    <w:p w:rsidR="00E00D30" w:rsidRDefault="00E00D30" w:rsidP="00E00D30">
      <w:r>
        <w:t>943.8702</w:t>
      </w:r>
      <w:r>
        <w:tab/>
        <w:t>1.013e0</w:t>
      </w:r>
    </w:p>
    <w:p w:rsidR="00E00D30" w:rsidRDefault="00E00D30" w:rsidP="00E00D30">
      <w:r>
        <w:t>943.9234</w:t>
      </w:r>
      <w:r>
        <w:tab/>
        <w:t>1.013e0</w:t>
      </w:r>
    </w:p>
    <w:p w:rsidR="00E00D30" w:rsidRDefault="00E00D30" w:rsidP="00E00D30">
      <w:r>
        <w:t>943.9363</w:t>
      </w:r>
      <w:r>
        <w:tab/>
        <w:t>2.025e0</w:t>
      </w:r>
    </w:p>
    <w:p w:rsidR="00E00D30" w:rsidRDefault="00E00D30" w:rsidP="00E00D30">
      <w:r>
        <w:t>943.9440</w:t>
      </w:r>
      <w:r>
        <w:tab/>
        <w:t>2.025e0</w:t>
      </w:r>
    </w:p>
    <w:p w:rsidR="00E00D30" w:rsidRDefault="00E00D30" w:rsidP="00E00D30">
      <w:r>
        <w:t>943.9532</w:t>
      </w:r>
      <w:r>
        <w:tab/>
        <w:t>2.025e0</w:t>
      </w:r>
    </w:p>
    <w:p w:rsidR="00E00D30" w:rsidRDefault="00E00D30" w:rsidP="00E00D30">
      <w:r>
        <w:t>943.9744</w:t>
      </w:r>
      <w:r>
        <w:tab/>
        <w:t>1.013e0</w:t>
      </w:r>
    </w:p>
    <w:p w:rsidR="00E00D30" w:rsidRDefault="00E00D30" w:rsidP="00E00D30">
      <w:r>
        <w:t>944.0232</w:t>
      </w:r>
      <w:r>
        <w:tab/>
        <w:t>1.013e0</w:t>
      </w:r>
    </w:p>
    <w:p w:rsidR="00E00D30" w:rsidRDefault="00E00D30" w:rsidP="00E00D30">
      <w:r>
        <w:t>944.0444</w:t>
      </w:r>
      <w:r>
        <w:tab/>
        <w:t>2.025e0</w:t>
      </w:r>
    </w:p>
    <w:p w:rsidR="00E00D30" w:rsidRDefault="00E00D30" w:rsidP="00E00D30">
      <w:r>
        <w:t>944.0627</w:t>
      </w:r>
      <w:r>
        <w:tab/>
        <w:t>2.025e0</w:t>
      </w:r>
    </w:p>
    <w:p w:rsidR="00E00D30" w:rsidRDefault="00E00D30" w:rsidP="00E00D30">
      <w:r>
        <w:t>944.0862</w:t>
      </w:r>
      <w:r>
        <w:tab/>
        <w:t>3.038e0</w:t>
      </w:r>
    </w:p>
    <w:p w:rsidR="00E00D30" w:rsidRDefault="00E00D30" w:rsidP="00E00D30">
      <w:r>
        <w:t>944.1033</w:t>
      </w:r>
      <w:r>
        <w:tab/>
        <w:t>1.013e0</w:t>
      </w:r>
    </w:p>
    <w:p w:rsidR="00E00D30" w:rsidRDefault="00E00D30" w:rsidP="00E00D30">
      <w:r>
        <w:t>944.1068</w:t>
      </w:r>
      <w:r>
        <w:tab/>
        <w:t>2.025e0</w:t>
      </w:r>
    </w:p>
    <w:p w:rsidR="00E00D30" w:rsidRDefault="00E00D30" w:rsidP="00E00D30">
      <w:r>
        <w:t>944.1761</w:t>
      </w:r>
      <w:r>
        <w:tab/>
        <w:t>1.013e0</w:t>
      </w:r>
    </w:p>
    <w:p w:rsidR="00E00D30" w:rsidRDefault="00E00D30" w:rsidP="00E00D30">
      <w:r>
        <w:t>944.1964</w:t>
      </w:r>
      <w:r>
        <w:tab/>
        <w:t>1.013e0</w:t>
      </w:r>
    </w:p>
    <w:p w:rsidR="00E00D30" w:rsidRDefault="00E00D30" w:rsidP="00E00D30">
      <w:r>
        <w:t>944.2122</w:t>
      </w:r>
      <w:r>
        <w:tab/>
        <w:t>1.013e0</w:t>
      </w:r>
    </w:p>
    <w:p w:rsidR="00E00D30" w:rsidRDefault="00E00D30" w:rsidP="00E00D30">
      <w:r>
        <w:lastRenderedPageBreak/>
        <w:t>944.2355</w:t>
      </w:r>
      <w:r>
        <w:tab/>
        <w:t>2.025e0</w:t>
      </w:r>
    </w:p>
    <w:p w:rsidR="00E00D30" w:rsidRDefault="00E00D30" w:rsidP="00E00D30">
      <w:r>
        <w:t>944.2745</w:t>
      </w:r>
      <w:r>
        <w:tab/>
        <w:t>2.025e0</w:t>
      </w:r>
    </w:p>
    <w:p w:rsidR="00E00D30" w:rsidRDefault="00E00D30" w:rsidP="00E00D30">
      <w:r>
        <w:t>944.2929</w:t>
      </w:r>
      <w:r>
        <w:tab/>
        <w:t>1.013e0</w:t>
      </w:r>
    </w:p>
    <w:p w:rsidR="00E00D30" w:rsidRDefault="00E00D30" w:rsidP="00E00D30">
      <w:r>
        <w:t>944.3707</w:t>
      </w:r>
      <w:r>
        <w:tab/>
        <w:t>1.013e0</w:t>
      </w:r>
    </w:p>
    <w:p w:rsidR="00E00D30" w:rsidRDefault="00E00D30" w:rsidP="00E00D30">
      <w:r>
        <w:t>944.3719</w:t>
      </w:r>
      <w:r>
        <w:tab/>
        <w:t>1.013e0</w:t>
      </w:r>
    </w:p>
    <w:p w:rsidR="00E00D30" w:rsidRDefault="00E00D30" w:rsidP="00E00D30">
      <w:r>
        <w:t>944.4176</w:t>
      </w:r>
      <w:r>
        <w:tab/>
        <w:t>1.013e0</w:t>
      </w:r>
    </w:p>
    <w:p w:rsidR="00E00D30" w:rsidRDefault="00E00D30" w:rsidP="00E00D30">
      <w:r>
        <w:t>944.4351</w:t>
      </w:r>
      <w:r>
        <w:tab/>
        <w:t>1.013e0</w:t>
      </w:r>
    </w:p>
    <w:p w:rsidR="00E00D30" w:rsidRDefault="00E00D30" w:rsidP="00E00D30">
      <w:r>
        <w:t>944.5762</w:t>
      </w:r>
      <w:r>
        <w:tab/>
        <w:t>1.013e0</w:t>
      </w:r>
    </w:p>
    <w:p w:rsidR="00E00D30" w:rsidRDefault="00E00D30" w:rsidP="00E00D30">
      <w:r>
        <w:t>944.6315</w:t>
      </w:r>
      <w:r>
        <w:tab/>
        <w:t>1.013e0</w:t>
      </w:r>
    </w:p>
    <w:p w:rsidR="00E00D30" w:rsidRDefault="00E00D30" w:rsidP="00E00D30">
      <w:r>
        <w:t>944.6389</w:t>
      </w:r>
      <w:r>
        <w:tab/>
        <w:t>1.013e0</w:t>
      </w:r>
    </w:p>
    <w:p w:rsidR="00E00D30" w:rsidRDefault="00E00D30" w:rsidP="00E00D30">
      <w:r>
        <w:t>944.6722</w:t>
      </w:r>
      <w:r>
        <w:tab/>
        <w:t>1.013e0</w:t>
      </w:r>
    </w:p>
    <w:p w:rsidR="00E00D30" w:rsidRDefault="00E00D30" w:rsidP="00E00D30">
      <w:r>
        <w:t>944.6863</w:t>
      </w:r>
      <w:r>
        <w:tab/>
        <w:t>1.013e0</w:t>
      </w:r>
    </w:p>
    <w:p w:rsidR="00E00D30" w:rsidRDefault="00E00D30" w:rsidP="00E00D30">
      <w:r>
        <w:t>944.7021</w:t>
      </w:r>
      <w:r>
        <w:tab/>
        <w:t>1.013e0</w:t>
      </w:r>
    </w:p>
    <w:p w:rsidR="00E00D30" w:rsidRDefault="00E00D30" w:rsidP="00E00D30">
      <w:r>
        <w:t>944.7038</w:t>
      </w:r>
      <w:r>
        <w:tab/>
        <w:t>1.013e0</w:t>
      </w:r>
    </w:p>
    <w:p w:rsidR="00E00D30" w:rsidRDefault="00E00D30" w:rsidP="00E00D30">
      <w:r>
        <w:t>944.7343</w:t>
      </w:r>
      <w:r>
        <w:tab/>
        <w:t>1.013e0</w:t>
      </w:r>
    </w:p>
    <w:p w:rsidR="00E00D30" w:rsidRDefault="00E00D30" w:rsidP="00E00D30">
      <w:r>
        <w:t>944.7495</w:t>
      </w:r>
      <w:r>
        <w:tab/>
        <w:t>1.013e0</w:t>
      </w:r>
    </w:p>
    <w:p w:rsidR="00E00D30" w:rsidRDefault="00E00D30" w:rsidP="00E00D30">
      <w:r>
        <w:t>944.7554</w:t>
      </w:r>
      <w:r>
        <w:tab/>
        <w:t>3.038e0</w:t>
      </w:r>
    </w:p>
    <w:p w:rsidR="00E00D30" w:rsidRDefault="00E00D30" w:rsidP="00E00D30">
      <w:r>
        <w:t>944.9872</w:t>
      </w:r>
      <w:r>
        <w:tab/>
        <w:t>1.013e0</w:t>
      </w:r>
    </w:p>
    <w:p w:rsidR="00E00D30" w:rsidRDefault="00E00D30" w:rsidP="00E00D30">
      <w:r>
        <w:t>945.0709</w:t>
      </w:r>
      <w:r>
        <w:tab/>
        <w:t>1.013e0</w:t>
      </w:r>
    </w:p>
    <w:p w:rsidR="00E00D30" w:rsidRDefault="00E00D30" w:rsidP="00E00D30">
      <w:r>
        <w:lastRenderedPageBreak/>
        <w:t>945.1053</w:t>
      </w:r>
      <w:r>
        <w:tab/>
        <w:t>1.013e0</w:t>
      </w:r>
    </w:p>
    <w:p w:rsidR="00E00D30" w:rsidRDefault="00E00D30" w:rsidP="00E00D30">
      <w:r>
        <w:t>945.1064</w:t>
      </w:r>
      <w:r>
        <w:tab/>
        <w:t>1.013e0</w:t>
      </w:r>
    </w:p>
    <w:p w:rsidR="00E00D30" w:rsidRDefault="00E00D30" w:rsidP="00E00D30">
      <w:r>
        <w:t>945.1132</w:t>
      </w:r>
      <w:r>
        <w:tab/>
        <w:t>1.013e0</w:t>
      </w:r>
    </w:p>
    <w:p w:rsidR="00E00D30" w:rsidRDefault="00E00D30" w:rsidP="00E00D30">
      <w:r>
        <w:t>945.1453</w:t>
      </w:r>
      <w:r>
        <w:tab/>
        <w:t>1.013e0</w:t>
      </w:r>
    </w:p>
    <w:p w:rsidR="00E00D30" w:rsidRDefault="00E00D30" w:rsidP="00E00D30">
      <w:r>
        <w:t>945.1740</w:t>
      </w:r>
      <w:r>
        <w:tab/>
        <w:t>2.025e0</w:t>
      </w:r>
    </w:p>
    <w:p w:rsidR="00E00D30" w:rsidRDefault="00E00D30" w:rsidP="00E00D30">
      <w:r>
        <w:t>945.2086</w:t>
      </w:r>
      <w:r>
        <w:tab/>
        <w:t>1.013e0</w:t>
      </w:r>
    </w:p>
    <w:p w:rsidR="00E00D30" w:rsidRDefault="00E00D30" w:rsidP="00E00D30">
      <w:r>
        <w:t>945.2718</w:t>
      </w:r>
      <w:r>
        <w:tab/>
        <w:t>1.013e0</w:t>
      </w:r>
    </w:p>
    <w:p w:rsidR="00E00D30" w:rsidRDefault="00E00D30" w:rsidP="00E00D30">
      <w:r>
        <w:t>945.3243</w:t>
      </w:r>
      <w:r>
        <w:tab/>
        <w:t>2.025e0</w:t>
      </w:r>
    </w:p>
    <w:p w:rsidR="00E00D30" w:rsidRDefault="00E00D30" w:rsidP="00E00D30">
      <w:r>
        <w:t>945.3394</w:t>
      </w:r>
      <w:r>
        <w:tab/>
        <w:t>4.051e0</w:t>
      </w:r>
    </w:p>
    <w:p w:rsidR="00E00D30" w:rsidRDefault="00E00D30" w:rsidP="00E00D30">
      <w:r>
        <w:t>945.3820</w:t>
      </w:r>
      <w:r>
        <w:tab/>
        <w:t>1.013e0</w:t>
      </w:r>
    </w:p>
    <w:p w:rsidR="00E00D30" w:rsidRDefault="00E00D30" w:rsidP="00E00D30">
      <w:r>
        <w:t>945.4786</w:t>
      </w:r>
      <w:r>
        <w:tab/>
        <w:t>1.013e0</w:t>
      </w:r>
    </w:p>
    <w:p w:rsidR="00E00D30" w:rsidRDefault="00E00D30" w:rsidP="00E00D30">
      <w:r>
        <w:t>945.4840</w:t>
      </w:r>
      <w:r>
        <w:tab/>
        <w:t>2.025e0</w:t>
      </w:r>
    </w:p>
    <w:p w:rsidR="00E00D30" w:rsidRDefault="00E00D30" w:rsidP="00E00D30">
      <w:r>
        <w:t>945.5389</w:t>
      </w:r>
      <w:r>
        <w:tab/>
        <w:t>3.038e0</w:t>
      </w:r>
    </w:p>
    <w:p w:rsidR="00E00D30" w:rsidRDefault="00E00D30" w:rsidP="00E00D30">
      <w:r>
        <w:t>945.5594</w:t>
      </w:r>
      <w:r>
        <w:tab/>
        <w:t>3.038e0</w:t>
      </w:r>
    </w:p>
    <w:p w:rsidR="00E00D30" w:rsidRDefault="00E00D30" w:rsidP="00E00D30">
      <w:r>
        <w:t>945.5645</w:t>
      </w:r>
      <w:r>
        <w:tab/>
        <w:t>2.025e0</w:t>
      </w:r>
    </w:p>
    <w:p w:rsidR="00E00D30" w:rsidRDefault="00E00D30" w:rsidP="00E00D30">
      <w:r>
        <w:t>945.5735</w:t>
      </w:r>
      <w:r>
        <w:tab/>
        <w:t>1.013e0</w:t>
      </w:r>
    </w:p>
    <w:p w:rsidR="00E00D30" w:rsidRDefault="00E00D30" w:rsidP="00E00D30">
      <w:r>
        <w:t>945.5876</w:t>
      </w:r>
      <w:r>
        <w:tab/>
        <w:t>1.013e0</w:t>
      </w:r>
    </w:p>
    <w:p w:rsidR="00E00D30" w:rsidRDefault="00E00D30" w:rsidP="00E00D30">
      <w:r>
        <w:t>945.6351</w:t>
      </w:r>
      <w:r>
        <w:tab/>
        <w:t>1.013e0</w:t>
      </w:r>
    </w:p>
    <w:p w:rsidR="00E00D30" w:rsidRDefault="00E00D30" w:rsidP="00E00D30">
      <w:r>
        <w:t>945.6625</w:t>
      </w:r>
      <w:r>
        <w:tab/>
        <w:t>3.038e0</w:t>
      </w:r>
    </w:p>
    <w:p w:rsidR="00E00D30" w:rsidRDefault="00E00D30" w:rsidP="00E00D30">
      <w:r>
        <w:lastRenderedPageBreak/>
        <w:t>945.6820</w:t>
      </w:r>
      <w:r>
        <w:tab/>
        <w:t>1.013e0</w:t>
      </w:r>
    </w:p>
    <w:p w:rsidR="00E00D30" w:rsidRDefault="00E00D30" w:rsidP="00E00D30">
      <w:r>
        <w:t>945.7147</w:t>
      </w:r>
      <w:r>
        <w:tab/>
        <w:t>2.025e0</w:t>
      </w:r>
    </w:p>
    <w:p w:rsidR="00E00D30" w:rsidRDefault="00E00D30" w:rsidP="00E00D30">
      <w:r>
        <w:t>945.7620</w:t>
      </w:r>
      <w:r>
        <w:tab/>
        <w:t>3.038e0</w:t>
      </w:r>
    </w:p>
    <w:p w:rsidR="00E00D30" w:rsidRDefault="00E00D30" w:rsidP="00E00D30">
      <w:r>
        <w:t>945.7701</w:t>
      </w:r>
      <w:r>
        <w:tab/>
        <w:t>2.025e0</w:t>
      </w:r>
    </w:p>
    <w:p w:rsidR="00E00D30" w:rsidRDefault="00E00D30" w:rsidP="00E00D30">
      <w:r>
        <w:t>945.8503</w:t>
      </w:r>
      <w:r>
        <w:tab/>
        <w:t>1.013e0</w:t>
      </w:r>
    </w:p>
    <w:p w:rsidR="00E00D30" w:rsidRDefault="00E00D30" w:rsidP="00E00D30">
      <w:r>
        <w:t>945.8547</w:t>
      </w:r>
      <w:r>
        <w:tab/>
        <w:t>2.025e0</w:t>
      </w:r>
    </w:p>
    <w:p w:rsidR="00E00D30" w:rsidRDefault="00E00D30" w:rsidP="00E00D30">
      <w:r>
        <w:t>945.8730</w:t>
      </w:r>
      <w:r>
        <w:tab/>
        <w:t>1.013e0</w:t>
      </w:r>
    </w:p>
    <w:p w:rsidR="00E00D30" w:rsidRDefault="00E00D30" w:rsidP="00E00D30">
      <w:r>
        <w:t>945.8835</w:t>
      </w:r>
      <w:r>
        <w:tab/>
        <w:t>1.013e0</w:t>
      </w:r>
    </w:p>
    <w:p w:rsidR="00E00D30" w:rsidRDefault="00E00D30" w:rsidP="00E00D30">
      <w:r>
        <w:t>945.9521</w:t>
      </w:r>
      <w:r>
        <w:tab/>
        <w:t>1.013e0</w:t>
      </w:r>
    </w:p>
    <w:p w:rsidR="00E00D30" w:rsidRDefault="00E00D30" w:rsidP="00E00D30">
      <w:r>
        <w:t>945.9532</w:t>
      </w:r>
      <w:r>
        <w:tab/>
        <w:t>1.013e0</w:t>
      </w:r>
    </w:p>
    <w:p w:rsidR="00E00D30" w:rsidRDefault="00E00D30" w:rsidP="00E00D30">
      <w:r>
        <w:t>945.9679</w:t>
      </w:r>
      <w:r>
        <w:tab/>
        <w:t>1.013e0</w:t>
      </w:r>
    </w:p>
    <w:p w:rsidR="00E00D30" w:rsidRDefault="00E00D30" w:rsidP="00E00D30">
      <w:r>
        <w:t>945.9912</w:t>
      </w:r>
      <w:r>
        <w:tab/>
        <w:t>2.025e0</w:t>
      </w:r>
    </w:p>
    <w:p w:rsidR="00E00D30" w:rsidRDefault="00E00D30" w:rsidP="00E00D30">
      <w:r>
        <w:t>946.0313</w:t>
      </w:r>
      <w:r>
        <w:tab/>
        <w:t>1.013e0</w:t>
      </w:r>
    </w:p>
    <w:p w:rsidR="00E00D30" w:rsidRDefault="00E00D30" w:rsidP="00E00D30">
      <w:r>
        <w:t>946.0629</w:t>
      </w:r>
      <w:r>
        <w:tab/>
        <w:t>1.013e0</w:t>
      </w:r>
    </w:p>
    <w:p w:rsidR="00E00D30" w:rsidRDefault="00E00D30" w:rsidP="00E00D30">
      <w:r>
        <w:t>946.1274</w:t>
      </w:r>
      <w:r>
        <w:tab/>
        <w:t>1.013e0</w:t>
      </w:r>
    </w:p>
    <w:p w:rsidR="00E00D30" w:rsidRDefault="00E00D30" w:rsidP="00E00D30">
      <w:r>
        <w:t>946.1339</w:t>
      </w:r>
      <w:r>
        <w:tab/>
        <w:t>2.025e0</w:t>
      </w:r>
    </w:p>
    <w:p w:rsidR="00E00D30" w:rsidRDefault="00E00D30" w:rsidP="00E00D30">
      <w:r>
        <w:t>946.1716</w:t>
      </w:r>
      <w:r>
        <w:tab/>
        <w:t>1.013e0</w:t>
      </w:r>
    </w:p>
    <w:p w:rsidR="00E00D30" w:rsidRDefault="00E00D30" w:rsidP="00E00D30">
      <w:r>
        <w:t>946.1794</w:t>
      </w:r>
      <w:r>
        <w:tab/>
        <w:t>2.025e0</w:t>
      </w:r>
    </w:p>
    <w:p w:rsidR="00E00D30" w:rsidRDefault="00E00D30" w:rsidP="00E00D30">
      <w:r>
        <w:t>946.1999</w:t>
      </w:r>
      <w:r>
        <w:tab/>
        <w:t>2.025e0</w:t>
      </w:r>
    </w:p>
    <w:p w:rsidR="00E00D30" w:rsidRDefault="00E00D30" w:rsidP="00E00D30">
      <w:r>
        <w:lastRenderedPageBreak/>
        <w:t>946.2209</w:t>
      </w:r>
      <w:r>
        <w:tab/>
        <w:t>2.025e0</w:t>
      </w:r>
    </w:p>
    <w:p w:rsidR="00E00D30" w:rsidRDefault="00E00D30" w:rsidP="00E00D30">
      <w:r>
        <w:t>946.2856</w:t>
      </w:r>
      <w:r>
        <w:tab/>
        <w:t>2.025e0</w:t>
      </w:r>
    </w:p>
    <w:p w:rsidR="00E00D30" w:rsidRDefault="00E00D30" w:rsidP="00E00D30">
      <w:r>
        <w:t>946.3388</w:t>
      </w:r>
      <w:r>
        <w:tab/>
        <w:t>3.038e0</w:t>
      </w:r>
    </w:p>
    <w:p w:rsidR="00E00D30" w:rsidRDefault="00E00D30" w:rsidP="00E00D30">
      <w:r>
        <w:t>946.3910</w:t>
      </w:r>
      <w:r>
        <w:tab/>
        <w:t>1.013e0</w:t>
      </w:r>
    </w:p>
    <w:p w:rsidR="00E00D30" w:rsidRDefault="00E00D30" w:rsidP="00E00D30">
      <w:r>
        <w:t>946.4581</w:t>
      </w:r>
      <w:r>
        <w:tab/>
        <w:t>1.013e0</w:t>
      </w:r>
    </w:p>
    <w:p w:rsidR="00E00D30" w:rsidRDefault="00E00D30" w:rsidP="00E00D30">
      <w:r>
        <w:t>946.4598</w:t>
      </w:r>
      <w:r>
        <w:tab/>
        <w:t>1.013e0</w:t>
      </w:r>
    </w:p>
    <w:p w:rsidR="00E00D30" w:rsidRDefault="00E00D30" w:rsidP="00E00D30">
      <w:r>
        <w:t>946.4756</w:t>
      </w:r>
      <w:r>
        <w:tab/>
        <w:t>1.013e0</w:t>
      </w:r>
    </w:p>
    <w:p w:rsidR="00E00D30" w:rsidRDefault="00E00D30" w:rsidP="00E00D30">
      <w:r>
        <w:t>946.4884</w:t>
      </w:r>
      <w:r>
        <w:tab/>
        <w:t>2.025e0</w:t>
      </w:r>
    </w:p>
    <w:p w:rsidR="00E00D30" w:rsidRDefault="00E00D30" w:rsidP="00E00D30">
      <w:r>
        <w:t>946.4995</w:t>
      </w:r>
      <w:r>
        <w:tab/>
        <w:t>3.038e0</w:t>
      </w:r>
    </w:p>
    <w:p w:rsidR="00E00D30" w:rsidRDefault="00E00D30" w:rsidP="00E00D30">
      <w:r>
        <w:t>946.5587</w:t>
      </w:r>
      <w:r>
        <w:tab/>
        <w:t>1.013e0</w:t>
      </w:r>
    </w:p>
    <w:p w:rsidR="00E00D30" w:rsidRDefault="00E00D30" w:rsidP="00E00D30">
      <w:r>
        <w:t>946.5650</w:t>
      </w:r>
      <w:r>
        <w:tab/>
        <w:t>2.025e0</w:t>
      </w:r>
    </w:p>
    <w:p w:rsidR="00E00D30" w:rsidRDefault="00E00D30" w:rsidP="00E00D30">
      <w:r>
        <w:t>946.5754</w:t>
      </w:r>
      <w:r>
        <w:tab/>
        <w:t>1.013e0</w:t>
      </w:r>
    </w:p>
    <w:p w:rsidR="00E00D30" w:rsidRDefault="00E00D30" w:rsidP="00E00D30">
      <w:r>
        <w:t>946.6807</w:t>
      </w:r>
      <w:r>
        <w:tab/>
        <w:t>1.013e0</w:t>
      </w:r>
    </w:p>
    <w:p w:rsidR="00E00D30" w:rsidRDefault="00E00D30" w:rsidP="00E00D30">
      <w:r>
        <w:t>946.6895</w:t>
      </w:r>
      <w:r>
        <w:tab/>
        <w:t>2.025e0</w:t>
      </w:r>
    </w:p>
    <w:p w:rsidR="00E00D30" w:rsidRDefault="00E00D30" w:rsidP="00E00D30">
      <w:r>
        <w:t>946.6962</w:t>
      </w:r>
      <w:r>
        <w:tab/>
        <w:t>1.013e0</w:t>
      </w:r>
    </w:p>
    <w:p w:rsidR="00E00D30" w:rsidRDefault="00E00D30" w:rsidP="00E00D30">
      <w:r>
        <w:t>946.7274</w:t>
      </w:r>
      <w:r>
        <w:tab/>
        <w:t>1.013e0</w:t>
      </w:r>
    </w:p>
    <w:p w:rsidR="00E00D30" w:rsidRDefault="00E00D30" w:rsidP="00E00D30">
      <w:r>
        <w:t>946.7628</w:t>
      </w:r>
      <w:r>
        <w:tab/>
        <w:t>3.038e0</w:t>
      </w:r>
    </w:p>
    <w:p w:rsidR="00E00D30" w:rsidRDefault="00E00D30" w:rsidP="00E00D30">
      <w:r>
        <w:t>946.7754</w:t>
      </w:r>
      <w:r>
        <w:tab/>
        <w:t>1.013e0</w:t>
      </w:r>
    </w:p>
    <w:p w:rsidR="00E00D30" w:rsidRDefault="00E00D30" w:rsidP="00E00D30">
      <w:r>
        <w:t>946.8224</w:t>
      </w:r>
      <w:r>
        <w:tab/>
        <w:t>1.013e0</w:t>
      </w:r>
    </w:p>
    <w:p w:rsidR="00E00D30" w:rsidRDefault="00E00D30" w:rsidP="00E00D30">
      <w:r>
        <w:lastRenderedPageBreak/>
        <w:t>946.8266</w:t>
      </w:r>
      <w:r>
        <w:tab/>
        <w:t>2.211e0</w:t>
      </w:r>
    </w:p>
    <w:p w:rsidR="00E00D30" w:rsidRDefault="00E00D30" w:rsidP="00E00D30">
      <w:r>
        <w:t>946.8327</w:t>
      </w:r>
      <w:r>
        <w:tab/>
        <w:t>2.025e0</w:t>
      </w:r>
    </w:p>
    <w:p w:rsidR="00E00D30" w:rsidRDefault="00E00D30" w:rsidP="00E00D30">
      <w:r>
        <w:t>946.8387</w:t>
      </w:r>
      <w:r>
        <w:tab/>
        <w:t>1.013e0</w:t>
      </w:r>
    </w:p>
    <w:p w:rsidR="00E00D30" w:rsidRDefault="00E00D30" w:rsidP="00E00D30">
      <w:r>
        <w:t>946.8988</w:t>
      </w:r>
      <w:r>
        <w:tab/>
        <w:t>2.025e0</w:t>
      </w:r>
    </w:p>
    <w:p w:rsidR="00E00D30" w:rsidRDefault="00E00D30" w:rsidP="00E00D30">
      <w:r>
        <w:t>946.9021</w:t>
      </w:r>
      <w:r>
        <w:tab/>
        <w:t>1.013e0</w:t>
      </w:r>
    </w:p>
    <w:p w:rsidR="00E00D30" w:rsidRDefault="00E00D30" w:rsidP="00E00D30">
      <w:r>
        <w:t>946.9157</w:t>
      </w:r>
      <w:r>
        <w:tab/>
        <w:t>1.013e0</w:t>
      </w:r>
    </w:p>
    <w:p w:rsidR="00E00D30" w:rsidRDefault="00E00D30" w:rsidP="00E00D30">
      <w:r>
        <w:t>946.9240</w:t>
      </w:r>
      <w:r>
        <w:tab/>
        <w:t>2.025e0</w:t>
      </w:r>
    </w:p>
    <w:p w:rsidR="00E00D30" w:rsidRDefault="00E00D30" w:rsidP="00E00D30">
      <w:r>
        <w:t>946.9652</w:t>
      </w:r>
      <w:r>
        <w:tab/>
        <w:t>2.025e0</w:t>
      </w:r>
    </w:p>
    <w:p w:rsidR="00E00D30" w:rsidRDefault="00E00D30" w:rsidP="00E00D30">
      <w:r>
        <w:t>947.0481</w:t>
      </w:r>
      <w:r>
        <w:tab/>
        <w:t>1.013e0</w:t>
      </w:r>
    </w:p>
    <w:p w:rsidR="00E00D30" w:rsidRDefault="00E00D30" w:rsidP="00E00D30">
      <w:r>
        <w:t>947.0561</w:t>
      </w:r>
      <w:r>
        <w:tab/>
        <w:t>5.063e0</w:t>
      </w:r>
    </w:p>
    <w:p w:rsidR="00E00D30" w:rsidRDefault="00E00D30" w:rsidP="00E00D30">
      <w:r>
        <w:t>947.0605</w:t>
      </w:r>
      <w:r>
        <w:tab/>
        <w:t>1.013e0</w:t>
      </w:r>
    </w:p>
    <w:p w:rsidR="00E00D30" w:rsidRDefault="00E00D30" w:rsidP="00E00D30">
      <w:r>
        <w:t>947.0843</w:t>
      </w:r>
      <w:r>
        <w:tab/>
        <w:t>1.013e0</w:t>
      </w:r>
    </w:p>
    <w:p w:rsidR="00E00D30" w:rsidRDefault="00E00D30" w:rsidP="00E00D30">
      <w:r>
        <w:t>947.0922</w:t>
      </w:r>
      <w:r>
        <w:tab/>
        <w:t>1.013e0</w:t>
      </w:r>
    </w:p>
    <w:p w:rsidR="00E00D30" w:rsidRDefault="00E00D30" w:rsidP="00E00D30">
      <w:r>
        <w:t>947.0967</w:t>
      </w:r>
      <w:r>
        <w:tab/>
        <w:t>2.025e0</w:t>
      </w:r>
    </w:p>
    <w:p w:rsidR="00E00D30" w:rsidRDefault="00E00D30" w:rsidP="00E00D30">
      <w:r>
        <w:t>947.1341</w:t>
      </w:r>
      <w:r>
        <w:tab/>
        <w:t>1.013e0</w:t>
      </w:r>
    </w:p>
    <w:p w:rsidR="00E00D30" w:rsidRDefault="00E00D30" w:rsidP="00E00D30">
      <w:r>
        <w:t>947.1688</w:t>
      </w:r>
      <w:r>
        <w:tab/>
        <w:t>1.013e0</w:t>
      </w:r>
    </w:p>
    <w:p w:rsidR="00E00D30" w:rsidRDefault="00E00D30" w:rsidP="00E00D30">
      <w:r>
        <w:t>947.2032</w:t>
      </w:r>
      <w:r>
        <w:tab/>
        <w:t>1.013e0</w:t>
      </w:r>
    </w:p>
    <w:p w:rsidR="00E00D30" w:rsidRDefault="00E00D30" w:rsidP="00E00D30">
      <w:r>
        <w:t>947.2663</w:t>
      </w:r>
      <w:r>
        <w:tab/>
        <w:t>2.025e0</w:t>
      </w:r>
    </w:p>
    <w:p w:rsidR="00E00D30" w:rsidRDefault="00E00D30" w:rsidP="00E00D30">
      <w:r>
        <w:t>947.3152</w:t>
      </w:r>
      <w:r>
        <w:tab/>
        <w:t>1.013e0</w:t>
      </w:r>
    </w:p>
    <w:p w:rsidR="00E00D30" w:rsidRDefault="00E00D30" w:rsidP="00E00D30">
      <w:r>
        <w:lastRenderedPageBreak/>
        <w:t>947.3362</w:t>
      </w:r>
      <w:r>
        <w:tab/>
        <w:t>2.025e0</w:t>
      </w:r>
    </w:p>
    <w:p w:rsidR="00E00D30" w:rsidRDefault="00E00D30" w:rsidP="00E00D30">
      <w:r>
        <w:t>947.3775</w:t>
      </w:r>
      <w:r>
        <w:tab/>
        <w:t>2.025e0</w:t>
      </w:r>
    </w:p>
    <w:p w:rsidR="00E00D30" w:rsidRDefault="00E00D30" w:rsidP="00E00D30">
      <w:r>
        <w:t>947.4103</w:t>
      </w:r>
      <w:r>
        <w:tab/>
        <w:t>1.013e0</w:t>
      </w:r>
    </w:p>
    <w:p w:rsidR="00E00D30" w:rsidRDefault="00E00D30" w:rsidP="00E00D30">
      <w:r>
        <w:t>947.4230</w:t>
      </w:r>
      <w:r>
        <w:tab/>
        <w:t>2.025e0</w:t>
      </w:r>
    </w:p>
    <w:p w:rsidR="00E00D30" w:rsidRDefault="00E00D30" w:rsidP="00E00D30">
      <w:r>
        <w:t>947.4426</w:t>
      </w:r>
      <w:r>
        <w:tab/>
        <w:t>7.089e0</w:t>
      </w:r>
    </w:p>
    <w:p w:rsidR="00E00D30" w:rsidRDefault="00E00D30" w:rsidP="00E00D30">
      <w:r>
        <w:t>947.4576</w:t>
      </w:r>
      <w:r>
        <w:tab/>
        <w:t>2.025e0</w:t>
      </w:r>
    </w:p>
    <w:p w:rsidR="00E00D30" w:rsidRDefault="00E00D30" w:rsidP="00E00D30">
      <w:r>
        <w:t>947.4726</w:t>
      </w:r>
      <w:r>
        <w:tab/>
        <w:t>1.013e0</w:t>
      </w:r>
    </w:p>
    <w:p w:rsidR="00E00D30" w:rsidRDefault="00E00D30" w:rsidP="00E00D30">
      <w:r>
        <w:t>947.4987</w:t>
      </w:r>
      <w:r>
        <w:tab/>
        <w:t>3.932e0</w:t>
      </w:r>
    </w:p>
    <w:p w:rsidR="00E00D30" w:rsidRDefault="00E00D30" w:rsidP="00E00D30">
      <w:r>
        <w:t>947.5672</w:t>
      </w:r>
      <w:r>
        <w:tab/>
        <w:t>1.013e0</w:t>
      </w:r>
    </w:p>
    <w:p w:rsidR="00E00D30" w:rsidRDefault="00E00D30" w:rsidP="00E00D30">
      <w:r>
        <w:t>947.5693</w:t>
      </w:r>
      <w:r>
        <w:tab/>
        <w:t>3.038e0</w:t>
      </w:r>
    </w:p>
    <w:p w:rsidR="00E00D30" w:rsidRDefault="00E00D30" w:rsidP="00E00D30">
      <w:r>
        <w:t>947.5903</w:t>
      </w:r>
      <w:r>
        <w:tab/>
        <w:t>2.025e0</w:t>
      </w:r>
    </w:p>
    <w:p w:rsidR="00E00D30" w:rsidRDefault="00E00D30" w:rsidP="00E00D30">
      <w:r>
        <w:t>947.6470</w:t>
      </w:r>
      <w:r>
        <w:tab/>
        <w:t>1.013e0</w:t>
      </w:r>
    </w:p>
    <w:p w:rsidR="00E00D30" w:rsidRDefault="00E00D30" w:rsidP="00E00D30">
      <w:r>
        <w:t>947.7415</w:t>
      </w:r>
      <w:r>
        <w:tab/>
        <w:t>3.038e0</w:t>
      </w:r>
    </w:p>
    <w:p w:rsidR="00E00D30" w:rsidRDefault="00E00D30" w:rsidP="00E00D30">
      <w:r>
        <w:t>947.7733</w:t>
      </w:r>
      <w:r>
        <w:tab/>
        <w:t>1.013e0</w:t>
      </w:r>
    </w:p>
    <w:p w:rsidR="00E00D30" w:rsidRDefault="00E00D30" w:rsidP="00E00D30">
      <w:r>
        <w:t>947.7891</w:t>
      </w:r>
      <w:r>
        <w:tab/>
        <w:t>1.013e0</w:t>
      </w:r>
    </w:p>
    <w:p w:rsidR="00E00D30" w:rsidRDefault="00E00D30" w:rsidP="00E00D30">
      <w:r>
        <w:t>947.8050</w:t>
      </w:r>
      <w:r>
        <w:tab/>
        <w:t>1.013e0</w:t>
      </w:r>
    </w:p>
    <w:p w:rsidR="00E00D30" w:rsidRDefault="00E00D30" w:rsidP="00E00D30">
      <w:r>
        <w:t>947.8279</w:t>
      </w:r>
      <w:r>
        <w:tab/>
        <w:t>1.013e0</w:t>
      </w:r>
    </w:p>
    <w:p w:rsidR="00E00D30" w:rsidRDefault="00E00D30" w:rsidP="00E00D30">
      <w:r>
        <w:t>947.8367</w:t>
      </w:r>
      <w:r>
        <w:tab/>
        <w:t>1.013e0</w:t>
      </w:r>
    </w:p>
    <w:p w:rsidR="00E00D30" w:rsidRDefault="00E00D30" w:rsidP="00E00D30">
      <w:r>
        <w:t>947.8679</w:t>
      </w:r>
      <w:r>
        <w:tab/>
        <w:t>2.025e0</w:t>
      </w:r>
    </w:p>
    <w:p w:rsidR="00E00D30" w:rsidRDefault="00E00D30" w:rsidP="00E00D30">
      <w:r>
        <w:lastRenderedPageBreak/>
        <w:t>947.9324</w:t>
      </w:r>
      <w:r>
        <w:tab/>
        <w:t>1.013e0</w:t>
      </w:r>
    </w:p>
    <w:p w:rsidR="00E00D30" w:rsidRDefault="00E00D30" w:rsidP="00E00D30">
      <w:r>
        <w:t>947.9794</w:t>
      </w:r>
      <w:r>
        <w:tab/>
        <w:t>1.013e0</w:t>
      </w:r>
    </w:p>
    <w:p w:rsidR="00E00D30" w:rsidRDefault="00E00D30" w:rsidP="00E00D30">
      <w:r>
        <w:t>947.9839</w:t>
      </w:r>
      <w:r>
        <w:tab/>
        <w:t>3.038e0</w:t>
      </w:r>
    </w:p>
    <w:p w:rsidR="00E00D30" w:rsidRDefault="00E00D30" w:rsidP="00E00D30">
      <w:r>
        <w:t>948.0270</w:t>
      </w:r>
      <w:r>
        <w:tab/>
        <w:t>1.013e0</w:t>
      </w:r>
    </w:p>
    <w:p w:rsidR="00E00D30" w:rsidRDefault="00E00D30" w:rsidP="00E00D30">
      <w:r>
        <w:t>948.0287</w:t>
      </w:r>
      <w:r>
        <w:tab/>
        <w:t>1.013e0</w:t>
      </w:r>
    </w:p>
    <w:p w:rsidR="00E00D30" w:rsidRDefault="00E00D30" w:rsidP="00E00D30">
      <w:r>
        <w:t>948.0798</w:t>
      </w:r>
      <w:r>
        <w:tab/>
        <w:t>1.013e0</w:t>
      </w:r>
    </w:p>
    <w:p w:rsidR="00E00D30" w:rsidRDefault="00E00D30" w:rsidP="00E00D30">
      <w:r>
        <w:t>948.0905</w:t>
      </w:r>
      <w:r>
        <w:tab/>
        <w:t>2.025e0</w:t>
      </w:r>
    </w:p>
    <w:p w:rsidR="00E00D30" w:rsidRDefault="00E00D30" w:rsidP="00E00D30">
      <w:r>
        <w:t>948.0975</w:t>
      </w:r>
      <w:r>
        <w:tab/>
        <w:t>2.025e0</w:t>
      </w:r>
    </w:p>
    <w:p w:rsidR="00E00D30" w:rsidRDefault="00E00D30" w:rsidP="00E00D30">
      <w:r>
        <w:t>948.1221</w:t>
      </w:r>
      <w:r>
        <w:tab/>
        <w:t>1.013e0</w:t>
      </w:r>
    </w:p>
    <w:p w:rsidR="00E00D30" w:rsidRDefault="00E00D30" w:rsidP="00E00D30">
      <w:r>
        <w:t>948.1703</w:t>
      </w:r>
      <w:r>
        <w:tab/>
        <w:t>1.013e0</w:t>
      </w:r>
    </w:p>
    <w:p w:rsidR="00E00D30" w:rsidRDefault="00E00D30" w:rsidP="00E00D30">
      <w:r>
        <w:t>948.2020</w:t>
      </w:r>
      <w:r>
        <w:tab/>
        <w:t>1.013e0</w:t>
      </w:r>
    </w:p>
    <w:p w:rsidR="00E00D30" w:rsidRDefault="00E00D30" w:rsidP="00E00D30">
      <w:r>
        <w:t>948.2496</w:t>
      </w:r>
      <w:r>
        <w:tab/>
        <w:t>1.013e0</w:t>
      </w:r>
    </w:p>
    <w:p w:rsidR="00E00D30" w:rsidRDefault="00E00D30" w:rsidP="00E00D30">
      <w:r>
        <w:t>948.3125</w:t>
      </w:r>
      <w:r>
        <w:tab/>
        <w:t>1.013e0</w:t>
      </w:r>
    </w:p>
    <w:p w:rsidR="00E00D30" w:rsidRDefault="00E00D30" w:rsidP="00E00D30">
      <w:r>
        <w:t>948.3333</w:t>
      </w:r>
      <w:r>
        <w:tab/>
        <w:t>1.013e0</w:t>
      </w:r>
    </w:p>
    <w:p w:rsidR="00E00D30" w:rsidRDefault="00E00D30" w:rsidP="00E00D30">
      <w:r>
        <w:t>948.3399</w:t>
      </w:r>
      <w:r>
        <w:tab/>
        <w:t>3.038e0</w:t>
      </w:r>
    </w:p>
    <w:p w:rsidR="00E00D30" w:rsidRDefault="00E00D30" w:rsidP="00E00D30">
      <w:r>
        <w:t>948.3522</w:t>
      </w:r>
      <w:r>
        <w:tab/>
        <w:t>1.013e0</w:t>
      </w:r>
    </w:p>
    <w:p w:rsidR="00E00D30" w:rsidRDefault="00E00D30" w:rsidP="00E00D30">
      <w:r>
        <w:t>948.4003</w:t>
      </w:r>
      <w:r>
        <w:tab/>
        <w:t>2.025e0</w:t>
      </w:r>
    </w:p>
    <w:p w:rsidR="00E00D30" w:rsidRDefault="00E00D30" w:rsidP="00E00D30">
      <w:r>
        <w:t>948.4416</w:t>
      </w:r>
      <w:r>
        <w:tab/>
        <w:t>3.038e0</w:t>
      </w:r>
    </w:p>
    <w:p w:rsidR="00E00D30" w:rsidRDefault="00E00D30" w:rsidP="00E00D30">
      <w:r>
        <w:t>948.4445</w:t>
      </w:r>
      <w:r>
        <w:tab/>
        <w:t>3.038e0</w:t>
      </w:r>
    </w:p>
    <w:p w:rsidR="00E00D30" w:rsidRDefault="00E00D30" w:rsidP="00E00D30">
      <w:r>
        <w:lastRenderedPageBreak/>
        <w:t>948.4570</w:t>
      </w:r>
      <w:r>
        <w:tab/>
        <w:t>1.013e0</w:t>
      </w:r>
    </w:p>
    <w:p w:rsidR="00E00D30" w:rsidRDefault="00E00D30" w:rsidP="00E00D30">
      <w:r>
        <w:t>948.4841</w:t>
      </w:r>
      <w:r>
        <w:tab/>
        <w:t>4.051e0</w:t>
      </w:r>
    </w:p>
    <w:p w:rsidR="00E00D30" w:rsidRDefault="00E00D30" w:rsidP="00E00D30">
      <w:r>
        <w:t>948.5284</w:t>
      </w:r>
      <w:r>
        <w:tab/>
        <w:t>3.038e0</w:t>
      </w:r>
    </w:p>
    <w:p w:rsidR="00E00D30" w:rsidRDefault="00E00D30" w:rsidP="00E00D30">
      <w:r>
        <w:t>948.5669</w:t>
      </w:r>
      <w:r>
        <w:tab/>
        <w:t>1.013e0</w:t>
      </w:r>
    </w:p>
    <w:p w:rsidR="00E00D30" w:rsidRDefault="00E00D30" w:rsidP="00E00D30">
      <w:r>
        <w:t>948.5706</w:t>
      </w:r>
      <w:r>
        <w:tab/>
        <w:t>2.025e0</w:t>
      </w:r>
    </w:p>
    <w:p w:rsidR="00E00D30" w:rsidRDefault="00E00D30" w:rsidP="00E00D30">
      <w:r>
        <w:t>948.6042</w:t>
      </w:r>
      <w:r>
        <w:tab/>
        <w:t>2.025e0</w:t>
      </w:r>
    </w:p>
    <w:p w:rsidR="00E00D30" w:rsidRDefault="00E00D30" w:rsidP="00E00D30">
      <w:r>
        <w:t>948.6773</w:t>
      </w:r>
      <w:r>
        <w:tab/>
        <w:t>2.025e0</w:t>
      </w:r>
    </w:p>
    <w:p w:rsidR="00E00D30" w:rsidRDefault="00E00D30" w:rsidP="00E00D30">
      <w:r>
        <w:t>948.7573</w:t>
      </w:r>
      <w:r>
        <w:tab/>
        <w:t>1.013e0</w:t>
      </w:r>
    </w:p>
    <w:p w:rsidR="00E00D30" w:rsidRDefault="00E00D30" w:rsidP="00E00D30">
      <w:r>
        <w:t>948.7686</w:t>
      </w:r>
      <w:r>
        <w:tab/>
        <w:t>3.038e0</w:t>
      </w:r>
    </w:p>
    <w:p w:rsidR="00E00D30" w:rsidRDefault="00E00D30" w:rsidP="00E00D30">
      <w:r>
        <w:t>948.7732</w:t>
      </w:r>
      <w:r>
        <w:tab/>
        <w:t>1.013e0</w:t>
      </w:r>
    </w:p>
    <w:p w:rsidR="00E00D30" w:rsidRDefault="00E00D30" w:rsidP="00E00D30">
      <w:r>
        <w:t>948.8232</w:t>
      </w:r>
      <w:r>
        <w:tab/>
        <w:t>3.038e0</w:t>
      </w:r>
    </w:p>
    <w:p w:rsidR="00E00D30" w:rsidRDefault="00E00D30" w:rsidP="00E00D30">
      <w:r>
        <w:t>948.8684</w:t>
      </w:r>
      <w:r>
        <w:tab/>
        <w:t>1.013e0</w:t>
      </w:r>
    </w:p>
    <w:p w:rsidR="00E00D30" w:rsidRDefault="00E00D30" w:rsidP="00E00D30">
      <w:r>
        <w:t>948.9262</w:t>
      </w:r>
      <w:r>
        <w:tab/>
        <w:t>1.013e0</w:t>
      </w:r>
    </w:p>
    <w:p w:rsidR="00E00D30" w:rsidRDefault="00E00D30" w:rsidP="00E00D30">
      <w:r>
        <w:t>948.9327</w:t>
      </w:r>
      <w:r>
        <w:tab/>
        <w:t>2.025e0</w:t>
      </w:r>
    </w:p>
    <w:p w:rsidR="00E00D30" w:rsidRDefault="00E00D30" w:rsidP="00E00D30">
      <w:r>
        <w:t>948.9789</w:t>
      </w:r>
      <w:r>
        <w:tab/>
        <w:t>1.013e0</w:t>
      </w:r>
    </w:p>
    <w:p w:rsidR="00E00D30" w:rsidRDefault="00E00D30" w:rsidP="00E00D30">
      <w:r>
        <w:t>949.0368</w:t>
      </w:r>
      <w:r>
        <w:tab/>
        <w:t>2.025e0</w:t>
      </w:r>
    </w:p>
    <w:p w:rsidR="00E00D30" w:rsidRDefault="00E00D30" w:rsidP="00E00D30">
      <w:r>
        <w:t>949.0743</w:t>
      </w:r>
      <w:r>
        <w:tab/>
        <w:t>1.013e0</w:t>
      </w:r>
    </w:p>
    <w:p w:rsidR="00E00D30" w:rsidRDefault="00E00D30" w:rsidP="00E00D30">
      <w:r>
        <w:t>949.1110</w:t>
      </w:r>
      <w:r>
        <w:tab/>
        <w:t>1.013e0</w:t>
      </w:r>
    </w:p>
    <w:p w:rsidR="00E00D30" w:rsidRDefault="00E00D30" w:rsidP="00E00D30">
      <w:r>
        <w:t>949.1299</w:t>
      </w:r>
      <w:r>
        <w:tab/>
        <w:t>1.013e0</w:t>
      </w:r>
    </w:p>
    <w:p w:rsidR="00E00D30" w:rsidRDefault="00E00D30" w:rsidP="00E00D30">
      <w:r>
        <w:lastRenderedPageBreak/>
        <w:t>949.1802</w:t>
      </w:r>
      <w:r>
        <w:tab/>
        <w:t>1.013e0</w:t>
      </w:r>
    </w:p>
    <w:p w:rsidR="00E00D30" w:rsidRDefault="00E00D30" w:rsidP="00E00D30">
      <w:r>
        <w:t>949.2145</w:t>
      </w:r>
      <w:r>
        <w:tab/>
        <w:t>2.025e0</w:t>
      </w:r>
    </w:p>
    <w:p w:rsidR="00E00D30" w:rsidRDefault="00E00D30" w:rsidP="00E00D30">
      <w:r>
        <w:t>949.3124</w:t>
      </w:r>
      <w:r>
        <w:tab/>
        <w:t>1.013e0</w:t>
      </w:r>
    </w:p>
    <w:p w:rsidR="00E00D30" w:rsidRDefault="00E00D30" w:rsidP="00E00D30">
      <w:r>
        <w:t>949.3289</w:t>
      </w:r>
      <w:r>
        <w:tab/>
        <w:t>1.013e0</w:t>
      </w:r>
    </w:p>
    <w:p w:rsidR="00E00D30" w:rsidRDefault="00E00D30" w:rsidP="00E00D30">
      <w:r>
        <w:t>949.3777</w:t>
      </w:r>
      <w:r>
        <w:tab/>
        <w:t>1.013e0</w:t>
      </w:r>
    </w:p>
    <w:p w:rsidR="00E00D30" w:rsidRDefault="00E00D30" w:rsidP="00E00D30">
      <w:r>
        <w:t>949.3822</w:t>
      </w:r>
      <w:r>
        <w:tab/>
        <w:t>1.013e0</w:t>
      </w:r>
    </w:p>
    <w:p w:rsidR="00E00D30" w:rsidRDefault="00E00D30" w:rsidP="00E00D30">
      <w:r>
        <w:t>949.4163</w:t>
      </w:r>
      <w:r>
        <w:tab/>
        <w:t>3.038e0</w:t>
      </w:r>
    </w:p>
    <w:p w:rsidR="00E00D30" w:rsidRDefault="00E00D30" w:rsidP="00E00D30">
      <w:r>
        <w:t>949.4551</w:t>
      </w:r>
      <w:r>
        <w:tab/>
        <w:t>5.063e0</w:t>
      </w:r>
    </w:p>
    <w:p w:rsidR="00E00D30" w:rsidRDefault="00E00D30" w:rsidP="00E00D30">
      <w:r>
        <w:t>949.5268</w:t>
      </w:r>
      <w:r>
        <w:tab/>
        <w:t>4.051e0</w:t>
      </w:r>
    </w:p>
    <w:p w:rsidR="00E00D30" w:rsidRDefault="00E00D30" w:rsidP="00E00D30">
      <w:r>
        <w:t>949.5443</w:t>
      </w:r>
      <w:r>
        <w:tab/>
        <w:t>3.038e0</w:t>
      </w:r>
    </w:p>
    <w:p w:rsidR="00E00D30" w:rsidRDefault="00E00D30" w:rsidP="00E00D30">
      <w:r>
        <w:t>949.5512</w:t>
      </w:r>
      <w:r>
        <w:tab/>
        <w:t>2.025e0</w:t>
      </w:r>
    </w:p>
    <w:p w:rsidR="00E00D30" w:rsidRDefault="00E00D30" w:rsidP="00E00D30">
      <w:r>
        <w:t>949.5524</w:t>
      </w:r>
      <w:r>
        <w:tab/>
        <w:t>1.013e0</w:t>
      </w:r>
    </w:p>
    <w:p w:rsidR="00E00D30" w:rsidRDefault="00E00D30" w:rsidP="00E00D30">
      <w:r>
        <w:t>949.5591</w:t>
      </w:r>
      <w:r>
        <w:tab/>
        <w:t>2.025e0</w:t>
      </w:r>
    </w:p>
    <w:p w:rsidR="00E00D30" w:rsidRDefault="00E00D30" w:rsidP="00E00D30">
      <w:r>
        <w:t>949.5921</w:t>
      </w:r>
      <w:r>
        <w:tab/>
        <w:t>2.025e0</w:t>
      </w:r>
    </w:p>
    <w:p w:rsidR="00E00D30" w:rsidRDefault="00E00D30" w:rsidP="00E00D30">
      <w:r>
        <w:t>949.6061</w:t>
      </w:r>
      <w:r>
        <w:tab/>
        <w:t>3.038e0</w:t>
      </w:r>
    </w:p>
    <w:p w:rsidR="00E00D30" w:rsidRDefault="00E00D30" w:rsidP="00E00D30">
      <w:r>
        <w:t>949.6351</w:t>
      </w:r>
      <w:r>
        <w:tab/>
        <w:t>1.013e0</w:t>
      </w:r>
    </w:p>
    <w:p w:rsidR="00E00D30" w:rsidRDefault="00E00D30" w:rsidP="00E00D30">
      <w:r>
        <w:t>949.6501</w:t>
      </w:r>
      <w:r>
        <w:tab/>
        <w:t>2.025e0</w:t>
      </w:r>
    </w:p>
    <w:p w:rsidR="00E00D30" w:rsidRDefault="00E00D30" w:rsidP="00E00D30">
      <w:r>
        <w:t>949.6711</w:t>
      </w:r>
      <w:r>
        <w:tab/>
        <w:t>1.013e0</w:t>
      </w:r>
    </w:p>
    <w:p w:rsidR="00E00D30" w:rsidRDefault="00E00D30" w:rsidP="00E00D30">
      <w:r>
        <w:t>949.6871</w:t>
      </w:r>
      <w:r>
        <w:tab/>
        <w:t>1.013e0</w:t>
      </w:r>
    </w:p>
    <w:p w:rsidR="00E00D30" w:rsidRDefault="00E00D30" w:rsidP="00E00D30">
      <w:r>
        <w:lastRenderedPageBreak/>
        <w:t>949.7074</w:t>
      </w:r>
      <w:r>
        <w:tab/>
        <w:t>3.038e0</w:t>
      </w:r>
    </w:p>
    <w:p w:rsidR="00E00D30" w:rsidRDefault="00E00D30" w:rsidP="00E00D30">
      <w:r>
        <w:t>949.7216</w:t>
      </w:r>
      <w:r>
        <w:tab/>
        <w:t>1.013e0</w:t>
      </w:r>
    </w:p>
    <w:p w:rsidR="00E00D30" w:rsidRDefault="00E00D30" w:rsidP="00E00D30">
      <w:r>
        <w:t>949.7500</w:t>
      </w:r>
      <w:r>
        <w:tab/>
        <w:t>3.038e0</w:t>
      </w:r>
    </w:p>
    <w:p w:rsidR="00E00D30" w:rsidRDefault="00E00D30" w:rsidP="00E00D30">
      <w:r>
        <w:t>949.7840</w:t>
      </w:r>
      <w:r>
        <w:tab/>
        <w:t>2.025e0</w:t>
      </w:r>
    </w:p>
    <w:p w:rsidR="00E00D30" w:rsidRDefault="00E00D30" w:rsidP="00E00D30">
      <w:r>
        <w:t>949.8366</w:t>
      </w:r>
      <w:r>
        <w:tab/>
        <w:t>1.013e0</w:t>
      </w:r>
    </w:p>
    <w:p w:rsidR="00E00D30" w:rsidRPr="00E00D30" w:rsidRDefault="00E00D30" w:rsidP="00E00D30">
      <w:r>
        <w:t>949.8541</w:t>
      </w:r>
      <w:r>
        <w:tab/>
        <w:t>1.013e0</w:t>
      </w:r>
      <w:bookmarkStart w:id="0" w:name="_GoBack"/>
      <w:bookmarkEnd w:id="0"/>
    </w:p>
    <w:sectPr w:rsidR="00E00D30" w:rsidRPr="00E00D30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C9"/>
    <w:rsid w:val="00044EB7"/>
    <w:rsid w:val="001D65C8"/>
    <w:rsid w:val="004C2A0A"/>
    <w:rsid w:val="00595483"/>
    <w:rsid w:val="00A563A9"/>
    <w:rsid w:val="00B22530"/>
    <w:rsid w:val="00BD115B"/>
    <w:rsid w:val="00E00D30"/>
    <w:rsid w:val="00E751C4"/>
    <w:rsid w:val="00E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A8385"/>
  <w15:docId w15:val="{18BE1FA9-9C45-49E3-9E4F-517541D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2621</Pages>
  <Words>126333</Words>
  <Characters>720101</Characters>
  <Application>Microsoft Office Word</Application>
  <DocSecurity>0</DocSecurity>
  <Lines>6000</Lines>
  <Paragraphs>1689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844745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2</cp:revision>
  <dcterms:created xsi:type="dcterms:W3CDTF">2022-06-28T10:41:00Z</dcterms:created>
  <dcterms:modified xsi:type="dcterms:W3CDTF">2022-06-28T10:41:00Z</dcterms:modified>
</cp:coreProperties>
</file>